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47D11" w14:textId="76576110" w:rsidR="00033562" w:rsidRPr="007549CD" w:rsidRDefault="00AE5904" w:rsidP="007549CD">
      <w:pPr>
        <w:pStyle w:val="Photoauteur"/>
      </w:pPr>
      <w:r w:rsidRPr="007549CD">
        <w:drawing>
          <wp:anchor distT="0" distB="0" distL="114300" distR="114300" simplePos="0" relativeHeight="251657728" behindDoc="0" locked="0" layoutInCell="1" allowOverlap="1" wp14:anchorId="02BFD3B5" wp14:editId="39F66E84">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00D640E5">
        <w:drawing>
          <wp:inline distT="0" distB="0" distL="0" distR="0" wp14:anchorId="44912223" wp14:editId="7021BC26">
            <wp:extent cx="4608000" cy="6156514"/>
            <wp:effectExtent l="0" t="0" r="2540" b="0"/>
            <wp:docPr id="3600447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044714" name=""/>
                    <pic:cNvPicPr/>
                  </pic:nvPicPr>
                  <pic:blipFill>
                    <a:blip r:embed="rId9" cstate="email">
                      <a:extLst>
                        <a:ext uri="{28A0092B-C50C-407E-A947-70E740481C1C}">
                          <a14:useLocalDpi xmlns:a14="http://schemas.microsoft.com/office/drawing/2010/main"/>
                        </a:ext>
                      </a:extLst>
                    </a:blip>
                    <a:stretch>
                      <a:fillRect/>
                    </a:stretch>
                  </pic:blipFill>
                  <pic:spPr>
                    <a:xfrm>
                      <a:off x="0" y="0"/>
                      <a:ext cx="4609248" cy="6158182"/>
                    </a:xfrm>
                    <a:prstGeom prst="rect">
                      <a:avLst/>
                    </a:prstGeom>
                  </pic:spPr>
                </pic:pic>
              </a:graphicData>
            </a:graphic>
          </wp:inline>
        </w:drawing>
      </w:r>
    </w:p>
    <w:p w14:paraId="781EBAC8" w14:textId="77777777" w:rsidR="00033562" w:rsidRDefault="00285C2D" w:rsidP="00D640E5">
      <w:pPr>
        <w:pStyle w:val="Auteur"/>
        <w:spacing w:after="1440"/>
      </w:pPr>
      <w:r w:rsidRPr="000A30E8">
        <w:rPr>
          <w:szCs w:val="44"/>
        </w:rPr>
        <w:t xml:space="preserve">Pierre-Henri </w:t>
      </w:r>
      <w:bookmarkStart w:id="0" w:name="bookmark0"/>
      <w:r w:rsidRPr="000A30E8">
        <w:rPr>
          <w:szCs w:val="44"/>
        </w:rPr>
        <w:t>Cami</w:t>
      </w:r>
      <w:bookmarkEnd w:id="0"/>
    </w:p>
    <w:p w14:paraId="4DF0810B" w14:textId="77777777" w:rsidR="00033562" w:rsidRPr="007C1C6B" w:rsidRDefault="00285C2D" w:rsidP="007C1C6B">
      <w:pPr>
        <w:pStyle w:val="Titrelivre"/>
      </w:pPr>
      <w:r w:rsidRPr="000A30E8">
        <w:t>L’</w:t>
      </w:r>
      <w:bookmarkStart w:id="1" w:name="bookmark1"/>
      <w:r w:rsidRPr="000A30E8">
        <w:t>HOMME</w:t>
      </w:r>
      <w:bookmarkEnd w:id="1"/>
      <w:r w:rsidRPr="000A30E8">
        <w:t xml:space="preserve"> </w:t>
      </w:r>
      <w:bookmarkStart w:id="2" w:name="bookmark2"/>
      <w:r w:rsidRPr="000A30E8">
        <w:t>À LA TÊTE D’ÉPINGLE</w:t>
      </w:r>
      <w:bookmarkEnd w:id="2"/>
    </w:p>
    <w:p w14:paraId="1E935C8A" w14:textId="77777777" w:rsidR="00033562" w:rsidRDefault="00033562" w:rsidP="006B7E1E">
      <w:pPr>
        <w:pStyle w:val="DateSortie"/>
      </w:pPr>
      <w:r w:rsidRPr="007C1C6B">
        <w:t>(</w:t>
      </w:r>
      <w:r w:rsidR="00285C2D">
        <w:t>1914</w:t>
      </w:r>
      <w:r w:rsidRPr="007C1C6B">
        <w:t>)</w:t>
      </w:r>
    </w:p>
    <w:p w14:paraId="1651CFEF" w14:textId="77777777" w:rsidR="00033562" w:rsidRDefault="00033562" w:rsidP="007C1C6B">
      <w:pPr>
        <w:sectPr w:rsidR="00033562">
          <w:footerReference w:type="default" r:id="rId10"/>
          <w:pgSz w:w="11906" w:h="16838" w:code="9"/>
          <w:pgMar w:top="0" w:right="0" w:bottom="0" w:left="0" w:header="0" w:footer="0" w:gutter="0"/>
          <w:cols w:space="708"/>
          <w:titlePg/>
          <w:docGrid w:linePitch="360"/>
        </w:sectPr>
      </w:pPr>
    </w:p>
    <w:p w14:paraId="5BA2C755" w14:textId="77777777" w:rsidR="00033562" w:rsidRDefault="00033562">
      <w:pPr>
        <w:pStyle w:val="Titretablematires"/>
      </w:pPr>
      <w:r>
        <w:lastRenderedPageBreak/>
        <w:t>Table des matières</w:t>
      </w:r>
    </w:p>
    <w:p w14:paraId="0EC5FAF9" w14:textId="77777777" w:rsidR="00033562" w:rsidRDefault="00033562"/>
    <w:p w14:paraId="292C593A" w14:textId="2A67803F" w:rsidR="00804D8D" w:rsidRDefault="00033562" w:rsidP="00804D8D">
      <w:pPr>
        <w:pStyle w:val="TM1"/>
        <w:rPr>
          <w:rFonts w:asciiTheme="minorHAnsi" w:eastAsiaTheme="minorEastAsia" w:hAnsiTheme="minorHAnsi" w:cstheme="minorBidi"/>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6330191" w:history="1">
        <w:r w:rsidR="00804D8D" w:rsidRPr="001A388E">
          <w:rPr>
            <w:rStyle w:val="Lienhypertexte"/>
          </w:rPr>
          <w:t>LES DRAMES DE LA VIE COURANTE</w:t>
        </w:r>
        <w:r w:rsidR="00804D8D">
          <w:rPr>
            <w:webHidden/>
          </w:rPr>
          <w:tab/>
        </w:r>
        <w:r w:rsidR="00804D8D">
          <w:rPr>
            <w:webHidden/>
          </w:rPr>
          <w:fldChar w:fldCharType="begin"/>
        </w:r>
        <w:r w:rsidR="00804D8D">
          <w:rPr>
            <w:webHidden/>
          </w:rPr>
          <w:instrText xml:space="preserve"> PAGEREF _Toc196330191 \h </w:instrText>
        </w:r>
        <w:r w:rsidR="00804D8D">
          <w:rPr>
            <w:webHidden/>
          </w:rPr>
        </w:r>
        <w:r w:rsidR="00804D8D">
          <w:rPr>
            <w:webHidden/>
          </w:rPr>
          <w:fldChar w:fldCharType="separate"/>
        </w:r>
        <w:r w:rsidR="00382192">
          <w:rPr>
            <w:webHidden/>
          </w:rPr>
          <w:t>9</w:t>
        </w:r>
        <w:r w:rsidR="00804D8D">
          <w:rPr>
            <w:webHidden/>
          </w:rPr>
          <w:fldChar w:fldCharType="end"/>
        </w:r>
      </w:hyperlink>
    </w:p>
    <w:p w14:paraId="2567C649" w14:textId="2C904D9E" w:rsidR="00804D8D" w:rsidRDefault="00804D8D">
      <w:pPr>
        <w:pStyle w:val="TM2"/>
        <w:rPr>
          <w:rFonts w:asciiTheme="minorHAnsi" w:eastAsiaTheme="minorEastAsia" w:hAnsiTheme="minorHAnsi" w:cstheme="minorBidi"/>
          <w:color w:val="auto"/>
          <w:kern w:val="2"/>
          <w:sz w:val="24"/>
          <w14:ligatures w14:val="standardContextual"/>
        </w:rPr>
      </w:pPr>
      <w:hyperlink w:anchor="_Toc196330192" w:history="1">
        <w:r w:rsidRPr="001A388E">
          <w:rPr>
            <w:rStyle w:val="Lienhypertexte"/>
          </w:rPr>
          <w:t>UN MARI TIMIDE  ou  LE DISCOURS IMPRÉVU</w:t>
        </w:r>
        <w:r>
          <w:rPr>
            <w:webHidden/>
          </w:rPr>
          <w:tab/>
        </w:r>
        <w:r>
          <w:rPr>
            <w:webHidden/>
          </w:rPr>
          <w:fldChar w:fldCharType="begin"/>
        </w:r>
        <w:r>
          <w:rPr>
            <w:webHidden/>
          </w:rPr>
          <w:instrText xml:space="preserve"> PAGEREF _Toc196330192 \h </w:instrText>
        </w:r>
        <w:r>
          <w:rPr>
            <w:webHidden/>
          </w:rPr>
        </w:r>
        <w:r>
          <w:rPr>
            <w:webHidden/>
          </w:rPr>
          <w:fldChar w:fldCharType="separate"/>
        </w:r>
        <w:r w:rsidR="00382192">
          <w:rPr>
            <w:webHidden/>
          </w:rPr>
          <w:t>10</w:t>
        </w:r>
        <w:r>
          <w:rPr>
            <w:webHidden/>
          </w:rPr>
          <w:fldChar w:fldCharType="end"/>
        </w:r>
      </w:hyperlink>
    </w:p>
    <w:p w14:paraId="192EAB8C" w14:textId="5ADB493B"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193" w:history="1">
        <w:r w:rsidRPr="001A388E">
          <w:rPr>
            <w:rStyle w:val="Lienhypertexte"/>
            <w:noProof/>
          </w:rPr>
          <w:t>PREMIER TABLEAU  Entre amants.</w:t>
        </w:r>
        <w:r>
          <w:rPr>
            <w:noProof/>
            <w:webHidden/>
          </w:rPr>
          <w:tab/>
        </w:r>
        <w:r>
          <w:rPr>
            <w:noProof/>
            <w:webHidden/>
          </w:rPr>
          <w:fldChar w:fldCharType="begin"/>
        </w:r>
        <w:r>
          <w:rPr>
            <w:noProof/>
            <w:webHidden/>
          </w:rPr>
          <w:instrText xml:space="preserve"> PAGEREF _Toc196330193 \h </w:instrText>
        </w:r>
        <w:r>
          <w:rPr>
            <w:noProof/>
            <w:webHidden/>
          </w:rPr>
        </w:r>
        <w:r>
          <w:rPr>
            <w:noProof/>
            <w:webHidden/>
          </w:rPr>
          <w:fldChar w:fldCharType="separate"/>
        </w:r>
        <w:r w:rsidR="00382192">
          <w:rPr>
            <w:noProof/>
            <w:webHidden/>
          </w:rPr>
          <w:t>10</w:t>
        </w:r>
        <w:r>
          <w:rPr>
            <w:noProof/>
            <w:webHidden/>
          </w:rPr>
          <w:fldChar w:fldCharType="end"/>
        </w:r>
      </w:hyperlink>
    </w:p>
    <w:p w14:paraId="2E77E936" w14:textId="5CE56660"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194" w:history="1">
        <w:r w:rsidRPr="001A388E">
          <w:rPr>
            <w:rStyle w:val="Lienhypertexte"/>
            <w:noProof/>
          </w:rPr>
          <w:t>DEUXIÈME TABLEAU  La vengeance d’un timide.</w:t>
        </w:r>
        <w:r>
          <w:rPr>
            <w:noProof/>
            <w:webHidden/>
          </w:rPr>
          <w:tab/>
        </w:r>
        <w:r>
          <w:rPr>
            <w:noProof/>
            <w:webHidden/>
          </w:rPr>
          <w:fldChar w:fldCharType="begin"/>
        </w:r>
        <w:r>
          <w:rPr>
            <w:noProof/>
            <w:webHidden/>
          </w:rPr>
          <w:instrText xml:space="preserve"> PAGEREF _Toc196330194 \h </w:instrText>
        </w:r>
        <w:r>
          <w:rPr>
            <w:noProof/>
            <w:webHidden/>
          </w:rPr>
        </w:r>
        <w:r>
          <w:rPr>
            <w:noProof/>
            <w:webHidden/>
          </w:rPr>
          <w:fldChar w:fldCharType="separate"/>
        </w:r>
        <w:r w:rsidR="00382192">
          <w:rPr>
            <w:noProof/>
            <w:webHidden/>
          </w:rPr>
          <w:t>11</w:t>
        </w:r>
        <w:r>
          <w:rPr>
            <w:noProof/>
            <w:webHidden/>
          </w:rPr>
          <w:fldChar w:fldCharType="end"/>
        </w:r>
      </w:hyperlink>
    </w:p>
    <w:p w14:paraId="493A7DCE" w14:textId="67B04582" w:rsidR="00804D8D" w:rsidRDefault="00804D8D">
      <w:pPr>
        <w:pStyle w:val="TM2"/>
        <w:rPr>
          <w:rFonts w:asciiTheme="minorHAnsi" w:eastAsiaTheme="minorEastAsia" w:hAnsiTheme="minorHAnsi" w:cstheme="minorBidi"/>
          <w:color w:val="auto"/>
          <w:kern w:val="2"/>
          <w:sz w:val="24"/>
          <w14:ligatures w14:val="standardContextual"/>
        </w:rPr>
      </w:pPr>
      <w:hyperlink w:anchor="_Toc196330195" w:history="1">
        <w:r w:rsidRPr="001A388E">
          <w:rPr>
            <w:rStyle w:val="Lienhypertexte"/>
          </w:rPr>
          <w:t>UN CHASSEUR OBSTINÉ</w:t>
        </w:r>
        <w:r>
          <w:rPr>
            <w:webHidden/>
          </w:rPr>
          <w:tab/>
        </w:r>
        <w:r>
          <w:rPr>
            <w:webHidden/>
          </w:rPr>
          <w:fldChar w:fldCharType="begin"/>
        </w:r>
        <w:r>
          <w:rPr>
            <w:webHidden/>
          </w:rPr>
          <w:instrText xml:space="preserve"> PAGEREF _Toc196330195 \h </w:instrText>
        </w:r>
        <w:r>
          <w:rPr>
            <w:webHidden/>
          </w:rPr>
        </w:r>
        <w:r>
          <w:rPr>
            <w:webHidden/>
          </w:rPr>
          <w:fldChar w:fldCharType="separate"/>
        </w:r>
        <w:r w:rsidR="00382192">
          <w:rPr>
            <w:webHidden/>
          </w:rPr>
          <w:t>14</w:t>
        </w:r>
        <w:r>
          <w:rPr>
            <w:webHidden/>
          </w:rPr>
          <w:fldChar w:fldCharType="end"/>
        </w:r>
      </w:hyperlink>
    </w:p>
    <w:p w14:paraId="63F922B9" w14:textId="4EB432F2"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196" w:history="1">
        <w:r w:rsidRPr="001A388E">
          <w:rPr>
            <w:rStyle w:val="Lienhypertexte"/>
            <w:noProof/>
          </w:rPr>
          <w:t>PREMIER TABLEAU  Meeting de locataires.</w:t>
        </w:r>
        <w:r>
          <w:rPr>
            <w:noProof/>
            <w:webHidden/>
          </w:rPr>
          <w:tab/>
        </w:r>
        <w:r>
          <w:rPr>
            <w:noProof/>
            <w:webHidden/>
          </w:rPr>
          <w:fldChar w:fldCharType="begin"/>
        </w:r>
        <w:r>
          <w:rPr>
            <w:noProof/>
            <w:webHidden/>
          </w:rPr>
          <w:instrText xml:space="preserve"> PAGEREF _Toc196330196 \h </w:instrText>
        </w:r>
        <w:r>
          <w:rPr>
            <w:noProof/>
            <w:webHidden/>
          </w:rPr>
        </w:r>
        <w:r>
          <w:rPr>
            <w:noProof/>
            <w:webHidden/>
          </w:rPr>
          <w:fldChar w:fldCharType="separate"/>
        </w:r>
        <w:r w:rsidR="00382192">
          <w:rPr>
            <w:noProof/>
            <w:webHidden/>
          </w:rPr>
          <w:t>14</w:t>
        </w:r>
        <w:r>
          <w:rPr>
            <w:noProof/>
            <w:webHidden/>
          </w:rPr>
          <w:fldChar w:fldCharType="end"/>
        </w:r>
      </w:hyperlink>
    </w:p>
    <w:p w14:paraId="67B5F9B5" w14:textId="67221AE4"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197" w:history="1">
        <w:r w:rsidRPr="001A388E">
          <w:rPr>
            <w:rStyle w:val="Lienhypertexte"/>
            <w:noProof/>
          </w:rPr>
          <w:t>DEUXIÈME TABLEAU  La chasse à courre.</w:t>
        </w:r>
        <w:r>
          <w:rPr>
            <w:noProof/>
            <w:webHidden/>
          </w:rPr>
          <w:tab/>
        </w:r>
        <w:r>
          <w:rPr>
            <w:noProof/>
            <w:webHidden/>
          </w:rPr>
          <w:fldChar w:fldCharType="begin"/>
        </w:r>
        <w:r>
          <w:rPr>
            <w:noProof/>
            <w:webHidden/>
          </w:rPr>
          <w:instrText xml:space="preserve"> PAGEREF _Toc196330197 \h </w:instrText>
        </w:r>
        <w:r>
          <w:rPr>
            <w:noProof/>
            <w:webHidden/>
          </w:rPr>
        </w:r>
        <w:r>
          <w:rPr>
            <w:noProof/>
            <w:webHidden/>
          </w:rPr>
          <w:fldChar w:fldCharType="separate"/>
        </w:r>
        <w:r w:rsidR="00382192">
          <w:rPr>
            <w:noProof/>
            <w:webHidden/>
          </w:rPr>
          <w:t>16</w:t>
        </w:r>
        <w:r>
          <w:rPr>
            <w:noProof/>
            <w:webHidden/>
          </w:rPr>
          <w:fldChar w:fldCharType="end"/>
        </w:r>
      </w:hyperlink>
    </w:p>
    <w:p w14:paraId="4B39812D" w14:textId="02F94DBA"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198" w:history="1">
        <w:r w:rsidRPr="001A388E">
          <w:rPr>
            <w:rStyle w:val="Lienhypertexte"/>
            <w:noProof/>
          </w:rPr>
          <w:t>TROISIÈME TABLEAU  Délivré.</w:t>
        </w:r>
        <w:r>
          <w:rPr>
            <w:noProof/>
            <w:webHidden/>
          </w:rPr>
          <w:tab/>
        </w:r>
        <w:r>
          <w:rPr>
            <w:noProof/>
            <w:webHidden/>
          </w:rPr>
          <w:fldChar w:fldCharType="begin"/>
        </w:r>
        <w:r>
          <w:rPr>
            <w:noProof/>
            <w:webHidden/>
          </w:rPr>
          <w:instrText xml:space="preserve"> PAGEREF _Toc196330198 \h </w:instrText>
        </w:r>
        <w:r>
          <w:rPr>
            <w:noProof/>
            <w:webHidden/>
          </w:rPr>
        </w:r>
        <w:r>
          <w:rPr>
            <w:noProof/>
            <w:webHidden/>
          </w:rPr>
          <w:fldChar w:fldCharType="separate"/>
        </w:r>
        <w:r w:rsidR="00382192">
          <w:rPr>
            <w:noProof/>
            <w:webHidden/>
          </w:rPr>
          <w:t>18</w:t>
        </w:r>
        <w:r>
          <w:rPr>
            <w:noProof/>
            <w:webHidden/>
          </w:rPr>
          <w:fldChar w:fldCharType="end"/>
        </w:r>
      </w:hyperlink>
    </w:p>
    <w:p w14:paraId="781D6ED1" w14:textId="56C1282F" w:rsidR="00804D8D" w:rsidRDefault="00804D8D">
      <w:pPr>
        <w:pStyle w:val="TM2"/>
        <w:rPr>
          <w:rFonts w:asciiTheme="minorHAnsi" w:eastAsiaTheme="minorEastAsia" w:hAnsiTheme="minorHAnsi" w:cstheme="minorBidi"/>
          <w:color w:val="auto"/>
          <w:kern w:val="2"/>
          <w:sz w:val="24"/>
          <w14:ligatures w14:val="standardContextual"/>
        </w:rPr>
      </w:pPr>
      <w:hyperlink w:anchor="_Toc196330199" w:history="1">
        <w:r w:rsidRPr="001A388E">
          <w:rPr>
            <w:rStyle w:val="Lienhypertexte"/>
          </w:rPr>
          <w:t>LA DOT DE L’ORPHELINE</w:t>
        </w:r>
        <w:r>
          <w:rPr>
            <w:webHidden/>
          </w:rPr>
          <w:tab/>
        </w:r>
        <w:r>
          <w:rPr>
            <w:webHidden/>
          </w:rPr>
          <w:fldChar w:fldCharType="begin"/>
        </w:r>
        <w:r>
          <w:rPr>
            <w:webHidden/>
          </w:rPr>
          <w:instrText xml:space="preserve"> PAGEREF _Toc196330199 \h </w:instrText>
        </w:r>
        <w:r>
          <w:rPr>
            <w:webHidden/>
          </w:rPr>
        </w:r>
        <w:r>
          <w:rPr>
            <w:webHidden/>
          </w:rPr>
          <w:fldChar w:fldCharType="separate"/>
        </w:r>
        <w:r w:rsidR="00382192">
          <w:rPr>
            <w:webHidden/>
          </w:rPr>
          <w:t>20</w:t>
        </w:r>
        <w:r>
          <w:rPr>
            <w:webHidden/>
          </w:rPr>
          <w:fldChar w:fldCharType="end"/>
        </w:r>
      </w:hyperlink>
    </w:p>
    <w:p w14:paraId="1C312F1B" w14:textId="79D60C1C"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00" w:history="1">
        <w:r w:rsidRPr="001A388E">
          <w:rPr>
            <w:rStyle w:val="Lienhypertexte"/>
            <w:noProof/>
          </w:rPr>
          <w:t>PREMIER ACTE  Cœur de chiffonnier.</w:t>
        </w:r>
        <w:r>
          <w:rPr>
            <w:noProof/>
            <w:webHidden/>
          </w:rPr>
          <w:tab/>
        </w:r>
        <w:r>
          <w:rPr>
            <w:noProof/>
            <w:webHidden/>
          </w:rPr>
          <w:fldChar w:fldCharType="begin"/>
        </w:r>
        <w:r>
          <w:rPr>
            <w:noProof/>
            <w:webHidden/>
          </w:rPr>
          <w:instrText xml:space="preserve"> PAGEREF _Toc196330200 \h </w:instrText>
        </w:r>
        <w:r>
          <w:rPr>
            <w:noProof/>
            <w:webHidden/>
          </w:rPr>
        </w:r>
        <w:r>
          <w:rPr>
            <w:noProof/>
            <w:webHidden/>
          </w:rPr>
          <w:fldChar w:fldCharType="separate"/>
        </w:r>
        <w:r w:rsidR="00382192">
          <w:rPr>
            <w:noProof/>
            <w:webHidden/>
          </w:rPr>
          <w:t>20</w:t>
        </w:r>
        <w:r>
          <w:rPr>
            <w:noProof/>
            <w:webHidden/>
          </w:rPr>
          <w:fldChar w:fldCharType="end"/>
        </w:r>
      </w:hyperlink>
    </w:p>
    <w:p w14:paraId="25E8D6EF" w14:textId="219DAB74"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01" w:history="1">
        <w:r w:rsidRPr="001A388E">
          <w:rPr>
            <w:rStyle w:val="Lienhypertexte"/>
            <w:noProof/>
          </w:rPr>
          <w:t>DEUXIÈME ACTE  Face à face.</w:t>
        </w:r>
        <w:r>
          <w:rPr>
            <w:noProof/>
            <w:webHidden/>
          </w:rPr>
          <w:tab/>
        </w:r>
        <w:r>
          <w:rPr>
            <w:noProof/>
            <w:webHidden/>
          </w:rPr>
          <w:fldChar w:fldCharType="begin"/>
        </w:r>
        <w:r>
          <w:rPr>
            <w:noProof/>
            <w:webHidden/>
          </w:rPr>
          <w:instrText xml:space="preserve"> PAGEREF _Toc196330201 \h </w:instrText>
        </w:r>
        <w:r>
          <w:rPr>
            <w:noProof/>
            <w:webHidden/>
          </w:rPr>
        </w:r>
        <w:r>
          <w:rPr>
            <w:noProof/>
            <w:webHidden/>
          </w:rPr>
          <w:fldChar w:fldCharType="separate"/>
        </w:r>
        <w:r w:rsidR="00382192">
          <w:rPr>
            <w:noProof/>
            <w:webHidden/>
          </w:rPr>
          <w:t>22</w:t>
        </w:r>
        <w:r>
          <w:rPr>
            <w:noProof/>
            <w:webHidden/>
          </w:rPr>
          <w:fldChar w:fldCharType="end"/>
        </w:r>
      </w:hyperlink>
    </w:p>
    <w:p w14:paraId="708A442C" w14:textId="517BD20E"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02" w:history="1">
        <w:r w:rsidRPr="001A388E">
          <w:rPr>
            <w:rStyle w:val="Lienhypertexte"/>
            <w:noProof/>
          </w:rPr>
          <w:t>TROISIÈME ACTE  Le bonheur retrouvé.</w:t>
        </w:r>
        <w:r>
          <w:rPr>
            <w:noProof/>
            <w:webHidden/>
          </w:rPr>
          <w:tab/>
        </w:r>
        <w:r>
          <w:rPr>
            <w:noProof/>
            <w:webHidden/>
          </w:rPr>
          <w:fldChar w:fldCharType="begin"/>
        </w:r>
        <w:r>
          <w:rPr>
            <w:noProof/>
            <w:webHidden/>
          </w:rPr>
          <w:instrText xml:space="preserve"> PAGEREF _Toc196330202 \h </w:instrText>
        </w:r>
        <w:r>
          <w:rPr>
            <w:noProof/>
            <w:webHidden/>
          </w:rPr>
        </w:r>
        <w:r>
          <w:rPr>
            <w:noProof/>
            <w:webHidden/>
          </w:rPr>
          <w:fldChar w:fldCharType="separate"/>
        </w:r>
        <w:r w:rsidR="00382192">
          <w:rPr>
            <w:noProof/>
            <w:webHidden/>
          </w:rPr>
          <w:t>23</w:t>
        </w:r>
        <w:r>
          <w:rPr>
            <w:noProof/>
            <w:webHidden/>
          </w:rPr>
          <w:fldChar w:fldCharType="end"/>
        </w:r>
      </w:hyperlink>
    </w:p>
    <w:p w14:paraId="0366326A" w14:textId="3B616F89" w:rsidR="00804D8D" w:rsidRDefault="00804D8D">
      <w:pPr>
        <w:pStyle w:val="TM2"/>
        <w:rPr>
          <w:rFonts w:asciiTheme="minorHAnsi" w:eastAsiaTheme="minorEastAsia" w:hAnsiTheme="minorHAnsi" w:cstheme="minorBidi"/>
          <w:color w:val="auto"/>
          <w:kern w:val="2"/>
          <w:sz w:val="24"/>
          <w14:ligatures w14:val="standardContextual"/>
        </w:rPr>
      </w:pPr>
      <w:hyperlink w:anchor="_Toc196330203" w:history="1">
        <w:r w:rsidRPr="001A388E">
          <w:rPr>
            <w:rStyle w:val="Lienhypertexte"/>
          </w:rPr>
          <w:t>L’APRÈS-MIDI D’UN SAXOPHONE</w:t>
        </w:r>
        <w:r>
          <w:rPr>
            <w:webHidden/>
          </w:rPr>
          <w:tab/>
        </w:r>
        <w:r>
          <w:rPr>
            <w:webHidden/>
          </w:rPr>
          <w:fldChar w:fldCharType="begin"/>
        </w:r>
        <w:r>
          <w:rPr>
            <w:webHidden/>
          </w:rPr>
          <w:instrText xml:space="preserve"> PAGEREF _Toc196330203 \h </w:instrText>
        </w:r>
        <w:r>
          <w:rPr>
            <w:webHidden/>
          </w:rPr>
        </w:r>
        <w:r>
          <w:rPr>
            <w:webHidden/>
          </w:rPr>
          <w:fldChar w:fldCharType="separate"/>
        </w:r>
        <w:r w:rsidR="00382192">
          <w:rPr>
            <w:webHidden/>
          </w:rPr>
          <w:t>25</w:t>
        </w:r>
        <w:r>
          <w:rPr>
            <w:webHidden/>
          </w:rPr>
          <w:fldChar w:fldCharType="end"/>
        </w:r>
      </w:hyperlink>
    </w:p>
    <w:p w14:paraId="02A8CBAD" w14:textId="4934C0D2"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04" w:history="1">
        <w:r w:rsidRPr="001A388E">
          <w:rPr>
            <w:rStyle w:val="Lienhypertexte"/>
            <w:noProof/>
          </w:rPr>
          <w:t>PREMIER ACTE  La matinée.</w:t>
        </w:r>
        <w:r>
          <w:rPr>
            <w:noProof/>
            <w:webHidden/>
          </w:rPr>
          <w:tab/>
        </w:r>
        <w:r>
          <w:rPr>
            <w:noProof/>
            <w:webHidden/>
          </w:rPr>
          <w:fldChar w:fldCharType="begin"/>
        </w:r>
        <w:r>
          <w:rPr>
            <w:noProof/>
            <w:webHidden/>
          </w:rPr>
          <w:instrText xml:space="preserve"> PAGEREF _Toc196330204 \h </w:instrText>
        </w:r>
        <w:r>
          <w:rPr>
            <w:noProof/>
            <w:webHidden/>
          </w:rPr>
        </w:r>
        <w:r>
          <w:rPr>
            <w:noProof/>
            <w:webHidden/>
          </w:rPr>
          <w:fldChar w:fldCharType="separate"/>
        </w:r>
        <w:r w:rsidR="00382192">
          <w:rPr>
            <w:noProof/>
            <w:webHidden/>
          </w:rPr>
          <w:t>25</w:t>
        </w:r>
        <w:r>
          <w:rPr>
            <w:noProof/>
            <w:webHidden/>
          </w:rPr>
          <w:fldChar w:fldCharType="end"/>
        </w:r>
      </w:hyperlink>
    </w:p>
    <w:p w14:paraId="209A640C" w14:textId="38B94239"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05" w:history="1">
        <w:r w:rsidRPr="001A388E">
          <w:rPr>
            <w:rStyle w:val="Lienhypertexte"/>
            <w:noProof/>
          </w:rPr>
          <w:t>DEUXIÈME ACTE  L’après-midi.</w:t>
        </w:r>
        <w:r>
          <w:rPr>
            <w:noProof/>
            <w:webHidden/>
          </w:rPr>
          <w:tab/>
        </w:r>
        <w:r>
          <w:rPr>
            <w:noProof/>
            <w:webHidden/>
          </w:rPr>
          <w:fldChar w:fldCharType="begin"/>
        </w:r>
        <w:r>
          <w:rPr>
            <w:noProof/>
            <w:webHidden/>
          </w:rPr>
          <w:instrText xml:space="preserve"> PAGEREF _Toc196330205 \h </w:instrText>
        </w:r>
        <w:r>
          <w:rPr>
            <w:noProof/>
            <w:webHidden/>
          </w:rPr>
        </w:r>
        <w:r>
          <w:rPr>
            <w:noProof/>
            <w:webHidden/>
          </w:rPr>
          <w:fldChar w:fldCharType="separate"/>
        </w:r>
        <w:r w:rsidR="00382192">
          <w:rPr>
            <w:noProof/>
            <w:webHidden/>
          </w:rPr>
          <w:t>26</w:t>
        </w:r>
        <w:r>
          <w:rPr>
            <w:noProof/>
            <w:webHidden/>
          </w:rPr>
          <w:fldChar w:fldCharType="end"/>
        </w:r>
      </w:hyperlink>
    </w:p>
    <w:p w14:paraId="5DFCDCAD" w14:textId="2C528E02" w:rsidR="00804D8D" w:rsidRDefault="00804D8D">
      <w:pPr>
        <w:pStyle w:val="TM2"/>
        <w:rPr>
          <w:rFonts w:asciiTheme="minorHAnsi" w:eastAsiaTheme="minorEastAsia" w:hAnsiTheme="minorHAnsi" w:cstheme="minorBidi"/>
          <w:color w:val="auto"/>
          <w:kern w:val="2"/>
          <w:sz w:val="24"/>
          <w14:ligatures w14:val="standardContextual"/>
        </w:rPr>
      </w:pPr>
      <w:hyperlink w:anchor="_Toc196330206" w:history="1">
        <w:r w:rsidRPr="001A388E">
          <w:rPr>
            <w:rStyle w:val="Lienhypertexte"/>
          </w:rPr>
          <w:t>LA FILLE DU PAUVRE ACROBATE  ou  UNE CURE ÉCONOMIQUE</w:t>
        </w:r>
        <w:r>
          <w:rPr>
            <w:webHidden/>
          </w:rPr>
          <w:tab/>
        </w:r>
        <w:r>
          <w:rPr>
            <w:webHidden/>
          </w:rPr>
          <w:fldChar w:fldCharType="begin"/>
        </w:r>
        <w:r>
          <w:rPr>
            <w:webHidden/>
          </w:rPr>
          <w:instrText xml:space="preserve"> PAGEREF _Toc196330206 \h </w:instrText>
        </w:r>
        <w:r>
          <w:rPr>
            <w:webHidden/>
          </w:rPr>
        </w:r>
        <w:r>
          <w:rPr>
            <w:webHidden/>
          </w:rPr>
          <w:fldChar w:fldCharType="separate"/>
        </w:r>
        <w:r w:rsidR="00382192">
          <w:rPr>
            <w:webHidden/>
          </w:rPr>
          <w:t>28</w:t>
        </w:r>
        <w:r>
          <w:rPr>
            <w:webHidden/>
          </w:rPr>
          <w:fldChar w:fldCharType="end"/>
        </w:r>
      </w:hyperlink>
    </w:p>
    <w:p w14:paraId="48AAD228" w14:textId="0FC56B6F"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07" w:history="1">
        <w:r w:rsidRPr="001A388E">
          <w:rPr>
            <w:rStyle w:val="Lienhypertexte"/>
            <w:noProof/>
          </w:rPr>
          <w:t>PREMIER ACTE  La consultation.</w:t>
        </w:r>
        <w:r>
          <w:rPr>
            <w:noProof/>
            <w:webHidden/>
          </w:rPr>
          <w:tab/>
        </w:r>
        <w:r>
          <w:rPr>
            <w:noProof/>
            <w:webHidden/>
          </w:rPr>
          <w:fldChar w:fldCharType="begin"/>
        </w:r>
        <w:r>
          <w:rPr>
            <w:noProof/>
            <w:webHidden/>
          </w:rPr>
          <w:instrText xml:space="preserve"> PAGEREF _Toc196330207 \h </w:instrText>
        </w:r>
        <w:r>
          <w:rPr>
            <w:noProof/>
            <w:webHidden/>
          </w:rPr>
        </w:r>
        <w:r>
          <w:rPr>
            <w:noProof/>
            <w:webHidden/>
          </w:rPr>
          <w:fldChar w:fldCharType="separate"/>
        </w:r>
        <w:r w:rsidR="00382192">
          <w:rPr>
            <w:noProof/>
            <w:webHidden/>
          </w:rPr>
          <w:t>28</w:t>
        </w:r>
        <w:r>
          <w:rPr>
            <w:noProof/>
            <w:webHidden/>
          </w:rPr>
          <w:fldChar w:fldCharType="end"/>
        </w:r>
      </w:hyperlink>
    </w:p>
    <w:p w14:paraId="5C4D254B" w14:textId="48DE5236"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08" w:history="1">
        <w:r w:rsidRPr="001A388E">
          <w:rPr>
            <w:rStyle w:val="Lienhypertexte"/>
            <w:noProof/>
          </w:rPr>
          <w:t>DEUXIÈME ACTE   Pour sauver sa fille.</w:t>
        </w:r>
        <w:r>
          <w:rPr>
            <w:noProof/>
            <w:webHidden/>
          </w:rPr>
          <w:tab/>
        </w:r>
        <w:r>
          <w:rPr>
            <w:noProof/>
            <w:webHidden/>
          </w:rPr>
          <w:fldChar w:fldCharType="begin"/>
        </w:r>
        <w:r>
          <w:rPr>
            <w:noProof/>
            <w:webHidden/>
          </w:rPr>
          <w:instrText xml:space="preserve"> PAGEREF _Toc196330208 \h </w:instrText>
        </w:r>
        <w:r>
          <w:rPr>
            <w:noProof/>
            <w:webHidden/>
          </w:rPr>
        </w:r>
        <w:r>
          <w:rPr>
            <w:noProof/>
            <w:webHidden/>
          </w:rPr>
          <w:fldChar w:fldCharType="separate"/>
        </w:r>
        <w:r w:rsidR="00382192">
          <w:rPr>
            <w:noProof/>
            <w:webHidden/>
          </w:rPr>
          <w:t>30</w:t>
        </w:r>
        <w:r>
          <w:rPr>
            <w:noProof/>
            <w:webHidden/>
          </w:rPr>
          <w:fldChar w:fldCharType="end"/>
        </w:r>
      </w:hyperlink>
    </w:p>
    <w:p w14:paraId="169C8325" w14:textId="135C1768"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09" w:history="1">
        <w:r w:rsidRPr="001A388E">
          <w:rPr>
            <w:rStyle w:val="Lienhypertexte"/>
            <w:noProof/>
          </w:rPr>
          <w:t>TROISIÈME ACTE  La folie d’un père.</w:t>
        </w:r>
        <w:r>
          <w:rPr>
            <w:noProof/>
            <w:webHidden/>
          </w:rPr>
          <w:tab/>
        </w:r>
        <w:r>
          <w:rPr>
            <w:noProof/>
            <w:webHidden/>
          </w:rPr>
          <w:fldChar w:fldCharType="begin"/>
        </w:r>
        <w:r>
          <w:rPr>
            <w:noProof/>
            <w:webHidden/>
          </w:rPr>
          <w:instrText xml:space="preserve"> PAGEREF _Toc196330209 \h </w:instrText>
        </w:r>
        <w:r>
          <w:rPr>
            <w:noProof/>
            <w:webHidden/>
          </w:rPr>
        </w:r>
        <w:r>
          <w:rPr>
            <w:noProof/>
            <w:webHidden/>
          </w:rPr>
          <w:fldChar w:fldCharType="separate"/>
        </w:r>
        <w:r w:rsidR="00382192">
          <w:rPr>
            <w:noProof/>
            <w:webHidden/>
          </w:rPr>
          <w:t>31</w:t>
        </w:r>
        <w:r>
          <w:rPr>
            <w:noProof/>
            <w:webHidden/>
          </w:rPr>
          <w:fldChar w:fldCharType="end"/>
        </w:r>
      </w:hyperlink>
    </w:p>
    <w:p w14:paraId="0D5FCE34" w14:textId="7F5CD694" w:rsidR="00804D8D" w:rsidRDefault="00804D8D">
      <w:pPr>
        <w:pStyle w:val="TM2"/>
        <w:rPr>
          <w:rFonts w:asciiTheme="minorHAnsi" w:eastAsiaTheme="minorEastAsia" w:hAnsiTheme="minorHAnsi" w:cstheme="minorBidi"/>
          <w:color w:val="auto"/>
          <w:kern w:val="2"/>
          <w:sz w:val="24"/>
          <w14:ligatures w14:val="standardContextual"/>
        </w:rPr>
      </w:pPr>
      <w:hyperlink w:anchor="_Toc196330210" w:history="1">
        <w:r w:rsidRPr="001A388E">
          <w:rPr>
            <w:rStyle w:val="Lienhypertexte"/>
          </w:rPr>
          <w:t>CONSCIENCE D’AIGUILLEUR  Drame du devoir accompli.</w:t>
        </w:r>
        <w:r>
          <w:rPr>
            <w:webHidden/>
          </w:rPr>
          <w:tab/>
        </w:r>
        <w:r>
          <w:rPr>
            <w:webHidden/>
          </w:rPr>
          <w:fldChar w:fldCharType="begin"/>
        </w:r>
        <w:r>
          <w:rPr>
            <w:webHidden/>
          </w:rPr>
          <w:instrText xml:space="preserve"> PAGEREF _Toc196330210 \h </w:instrText>
        </w:r>
        <w:r>
          <w:rPr>
            <w:webHidden/>
          </w:rPr>
        </w:r>
        <w:r>
          <w:rPr>
            <w:webHidden/>
          </w:rPr>
          <w:fldChar w:fldCharType="separate"/>
        </w:r>
        <w:r w:rsidR="00382192">
          <w:rPr>
            <w:webHidden/>
          </w:rPr>
          <w:t>33</w:t>
        </w:r>
        <w:r>
          <w:rPr>
            <w:webHidden/>
          </w:rPr>
          <w:fldChar w:fldCharType="end"/>
        </w:r>
      </w:hyperlink>
    </w:p>
    <w:p w14:paraId="2F76575D" w14:textId="61FCACB0"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11" w:history="1">
        <w:r w:rsidRPr="001A388E">
          <w:rPr>
            <w:rStyle w:val="Lienhypertexte"/>
            <w:noProof/>
          </w:rPr>
          <w:t>PREMIER TABLEAU  Noble labeur !</w:t>
        </w:r>
        <w:r>
          <w:rPr>
            <w:noProof/>
            <w:webHidden/>
          </w:rPr>
          <w:tab/>
        </w:r>
        <w:r>
          <w:rPr>
            <w:noProof/>
            <w:webHidden/>
          </w:rPr>
          <w:fldChar w:fldCharType="begin"/>
        </w:r>
        <w:r>
          <w:rPr>
            <w:noProof/>
            <w:webHidden/>
          </w:rPr>
          <w:instrText xml:space="preserve"> PAGEREF _Toc196330211 \h </w:instrText>
        </w:r>
        <w:r>
          <w:rPr>
            <w:noProof/>
            <w:webHidden/>
          </w:rPr>
        </w:r>
        <w:r>
          <w:rPr>
            <w:noProof/>
            <w:webHidden/>
          </w:rPr>
          <w:fldChar w:fldCharType="separate"/>
        </w:r>
        <w:r w:rsidR="00382192">
          <w:rPr>
            <w:noProof/>
            <w:webHidden/>
          </w:rPr>
          <w:t>33</w:t>
        </w:r>
        <w:r>
          <w:rPr>
            <w:noProof/>
            <w:webHidden/>
          </w:rPr>
          <w:fldChar w:fldCharType="end"/>
        </w:r>
      </w:hyperlink>
    </w:p>
    <w:p w14:paraId="6A0266A5" w14:textId="1936C55B"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12" w:history="1">
        <w:r w:rsidRPr="001A388E">
          <w:rPr>
            <w:rStyle w:val="Lienhypertexte"/>
            <w:noProof/>
          </w:rPr>
          <w:t>DEUXIÈME TABLEAU  Supplice d’aiguilleur !</w:t>
        </w:r>
        <w:r>
          <w:rPr>
            <w:noProof/>
            <w:webHidden/>
          </w:rPr>
          <w:tab/>
        </w:r>
        <w:r>
          <w:rPr>
            <w:noProof/>
            <w:webHidden/>
          </w:rPr>
          <w:fldChar w:fldCharType="begin"/>
        </w:r>
        <w:r>
          <w:rPr>
            <w:noProof/>
            <w:webHidden/>
          </w:rPr>
          <w:instrText xml:space="preserve"> PAGEREF _Toc196330212 \h </w:instrText>
        </w:r>
        <w:r>
          <w:rPr>
            <w:noProof/>
            <w:webHidden/>
          </w:rPr>
        </w:r>
        <w:r>
          <w:rPr>
            <w:noProof/>
            <w:webHidden/>
          </w:rPr>
          <w:fldChar w:fldCharType="separate"/>
        </w:r>
        <w:r w:rsidR="00382192">
          <w:rPr>
            <w:noProof/>
            <w:webHidden/>
          </w:rPr>
          <w:t>35</w:t>
        </w:r>
        <w:r>
          <w:rPr>
            <w:noProof/>
            <w:webHidden/>
          </w:rPr>
          <w:fldChar w:fldCharType="end"/>
        </w:r>
      </w:hyperlink>
    </w:p>
    <w:p w14:paraId="7928BC4D" w14:textId="14B14FE2" w:rsidR="00804D8D" w:rsidRDefault="00804D8D">
      <w:pPr>
        <w:pStyle w:val="TM2"/>
        <w:rPr>
          <w:rFonts w:asciiTheme="minorHAnsi" w:eastAsiaTheme="minorEastAsia" w:hAnsiTheme="minorHAnsi" w:cstheme="minorBidi"/>
          <w:color w:val="auto"/>
          <w:kern w:val="2"/>
          <w:sz w:val="24"/>
          <w14:ligatures w14:val="standardContextual"/>
        </w:rPr>
      </w:pPr>
      <w:hyperlink w:anchor="_Toc196330213" w:history="1">
        <w:r w:rsidRPr="001A388E">
          <w:rPr>
            <w:rStyle w:val="Lienhypertexte"/>
          </w:rPr>
          <w:t>LA BELLE FROMAGÈRE</w:t>
        </w:r>
        <w:r>
          <w:rPr>
            <w:webHidden/>
          </w:rPr>
          <w:tab/>
        </w:r>
        <w:r>
          <w:rPr>
            <w:webHidden/>
          </w:rPr>
          <w:fldChar w:fldCharType="begin"/>
        </w:r>
        <w:r>
          <w:rPr>
            <w:webHidden/>
          </w:rPr>
          <w:instrText xml:space="preserve"> PAGEREF _Toc196330213 \h </w:instrText>
        </w:r>
        <w:r>
          <w:rPr>
            <w:webHidden/>
          </w:rPr>
        </w:r>
        <w:r>
          <w:rPr>
            <w:webHidden/>
          </w:rPr>
          <w:fldChar w:fldCharType="separate"/>
        </w:r>
        <w:r w:rsidR="00382192">
          <w:rPr>
            <w:webHidden/>
          </w:rPr>
          <w:t>38</w:t>
        </w:r>
        <w:r>
          <w:rPr>
            <w:webHidden/>
          </w:rPr>
          <w:fldChar w:fldCharType="end"/>
        </w:r>
      </w:hyperlink>
    </w:p>
    <w:p w14:paraId="2ACCD98C" w14:textId="7B969983"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14" w:history="1">
        <w:r w:rsidRPr="001A388E">
          <w:rPr>
            <w:rStyle w:val="Lienhypertexte"/>
            <w:noProof/>
          </w:rPr>
          <w:t>PREMIER ACTE  Le fromager-parfumeur.</w:t>
        </w:r>
        <w:r>
          <w:rPr>
            <w:noProof/>
            <w:webHidden/>
          </w:rPr>
          <w:tab/>
        </w:r>
        <w:r>
          <w:rPr>
            <w:noProof/>
            <w:webHidden/>
          </w:rPr>
          <w:fldChar w:fldCharType="begin"/>
        </w:r>
        <w:r>
          <w:rPr>
            <w:noProof/>
            <w:webHidden/>
          </w:rPr>
          <w:instrText xml:space="preserve"> PAGEREF _Toc196330214 \h </w:instrText>
        </w:r>
        <w:r>
          <w:rPr>
            <w:noProof/>
            <w:webHidden/>
          </w:rPr>
        </w:r>
        <w:r>
          <w:rPr>
            <w:noProof/>
            <w:webHidden/>
          </w:rPr>
          <w:fldChar w:fldCharType="separate"/>
        </w:r>
        <w:r w:rsidR="00382192">
          <w:rPr>
            <w:noProof/>
            <w:webHidden/>
          </w:rPr>
          <w:t>38</w:t>
        </w:r>
        <w:r>
          <w:rPr>
            <w:noProof/>
            <w:webHidden/>
          </w:rPr>
          <w:fldChar w:fldCharType="end"/>
        </w:r>
      </w:hyperlink>
    </w:p>
    <w:p w14:paraId="0FC2A834" w14:textId="2D5858E8"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15" w:history="1">
        <w:r w:rsidRPr="001A388E">
          <w:rPr>
            <w:rStyle w:val="Lienhypertexte"/>
            <w:noProof/>
          </w:rPr>
          <w:t>DEUXIÈME ACTE  Le guet-apens.</w:t>
        </w:r>
        <w:r>
          <w:rPr>
            <w:noProof/>
            <w:webHidden/>
          </w:rPr>
          <w:tab/>
        </w:r>
        <w:r>
          <w:rPr>
            <w:noProof/>
            <w:webHidden/>
          </w:rPr>
          <w:fldChar w:fldCharType="begin"/>
        </w:r>
        <w:r>
          <w:rPr>
            <w:noProof/>
            <w:webHidden/>
          </w:rPr>
          <w:instrText xml:space="preserve"> PAGEREF _Toc196330215 \h </w:instrText>
        </w:r>
        <w:r>
          <w:rPr>
            <w:noProof/>
            <w:webHidden/>
          </w:rPr>
        </w:r>
        <w:r>
          <w:rPr>
            <w:noProof/>
            <w:webHidden/>
          </w:rPr>
          <w:fldChar w:fldCharType="separate"/>
        </w:r>
        <w:r w:rsidR="00382192">
          <w:rPr>
            <w:noProof/>
            <w:webHidden/>
          </w:rPr>
          <w:t>39</w:t>
        </w:r>
        <w:r>
          <w:rPr>
            <w:noProof/>
            <w:webHidden/>
          </w:rPr>
          <w:fldChar w:fldCharType="end"/>
        </w:r>
      </w:hyperlink>
    </w:p>
    <w:p w14:paraId="39BB8C49" w14:textId="08469384"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16" w:history="1">
        <w:r w:rsidRPr="001A388E">
          <w:rPr>
            <w:rStyle w:val="Lienhypertexte"/>
            <w:noProof/>
          </w:rPr>
          <w:t>TROISIÈME ACTE  Les yeux qui fixent.</w:t>
        </w:r>
        <w:r>
          <w:rPr>
            <w:noProof/>
            <w:webHidden/>
          </w:rPr>
          <w:tab/>
        </w:r>
        <w:r>
          <w:rPr>
            <w:noProof/>
            <w:webHidden/>
          </w:rPr>
          <w:fldChar w:fldCharType="begin"/>
        </w:r>
        <w:r>
          <w:rPr>
            <w:noProof/>
            <w:webHidden/>
          </w:rPr>
          <w:instrText xml:space="preserve"> PAGEREF _Toc196330216 \h </w:instrText>
        </w:r>
        <w:r>
          <w:rPr>
            <w:noProof/>
            <w:webHidden/>
          </w:rPr>
        </w:r>
        <w:r>
          <w:rPr>
            <w:noProof/>
            <w:webHidden/>
          </w:rPr>
          <w:fldChar w:fldCharType="separate"/>
        </w:r>
        <w:r w:rsidR="00382192">
          <w:rPr>
            <w:noProof/>
            <w:webHidden/>
          </w:rPr>
          <w:t>40</w:t>
        </w:r>
        <w:r>
          <w:rPr>
            <w:noProof/>
            <w:webHidden/>
          </w:rPr>
          <w:fldChar w:fldCharType="end"/>
        </w:r>
      </w:hyperlink>
    </w:p>
    <w:p w14:paraId="6B01AB9A" w14:textId="0DFFD470" w:rsidR="00804D8D" w:rsidRDefault="00804D8D">
      <w:pPr>
        <w:pStyle w:val="TM2"/>
        <w:rPr>
          <w:rFonts w:asciiTheme="minorHAnsi" w:eastAsiaTheme="minorEastAsia" w:hAnsiTheme="minorHAnsi" w:cstheme="minorBidi"/>
          <w:color w:val="auto"/>
          <w:kern w:val="2"/>
          <w:sz w:val="24"/>
          <w14:ligatures w14:val="standardContextual"/>
        </w:rPr>
      </w:pPr>
      <w:hyperlink w:anchor="_Toc196330217" w:history="1">
        <w:r w:rsidRPr="001A388E">
          <w:rPr>
            <w:rStyle w:val="Lienhypertexte"/>
          </w:rPr>
          <w:t>UNE MAÎTRESSE FEMME</w:t>
        </w:r>
        <w:r>
          <w:rPr>
            <w:webHidden/>
          </w:rPr>
          <w:tab/>
        </w:r>
        <w:r>
          <w:rPr>
            <w:webHidden/>
          </w:rPr>
          <w:fldChar w:fldCharType="begin"/>
        </w:r>
        <w:r>
          <w:rPr>
            <w:webHidden/>
          </w:rPr>
          <w:instrText xml:space="preserve"> PAGEREF _Toc196330217 \h </w:instrText>
        </w:r>
        <w:r>
          <w:rPr>
            <w:webHidden/>
          </w:rPr>
        </w:r>
        <w:r>
          <w:rPr>
            <w:webHidden/>
          </w:rPr>
          <w:fldChar w:fldCharType="separate"/>
        </w:r>
        <w:r w:rsidR="00382192">
          <w:rPr>
            <w:webHidden/>
          </w:rPr>
          <w:t>43</w:t>
        </w:r>
        <w:r>
          <w:rPr>
            <w:webHidden/>
          </w:rPr>
          <w:fldChar w:fldCharType="end"/>
        </w:r>
      </w:hyperlink>
    </w:p>
    <w:p w14:paraId="3A21200B" w14:textId="622793AC"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18" w:history="1">
        <w:r w:rsidRPr="001A388E">
          <w:rPr>
            <w:rStyle w:val="Lienhypertexte"/>
            <w:noProof/>
          </w:rPr>
          <w:t>PREMIER TABLEAU  Déménagement tragique.</w:t>
        </w:r>
        <w:r>
          <w:rPr>
            <w:noProof/>
            <w:webHidden/>
          </w:rPr>
          <w:tab/>
        </w:r>
        <w:r>
          <w:rPr>
            <w:noProof/>
            <w:webHidden/>
          </w:rPr>
          <w:fldChar w:fldCharType="begin"/>
        </w:r>
        <w:r>
          <w:rPr>
            <w:noProof/>
            <w:webHidden/>
          </w:rPr>
          <w:instrText xml:space="preserve"> PAGEREF _Toc196330218 \h </w:instrText>
        </w:r>
        <w:r>
          <w:rPr>
            <w:noProof/>
            <w:webHidden/>
          </w:rPr>
        </w:r>
        <w:r>
          <w:rPr>
            <w:noProof/>
            <w:webHidden/>
          </w:rPr>
          <w:fldChar w:fldCharType="separate"/>
        </w:r>
        <w:r w:rsidR="00382192">
          <w:rPr>
            <w:noProof/>
            <w:webHidden/>
          </w:rPr>
          <w:t>43</w:t>
        </w:r>
        <w:r>
          <w:rPr>
            <w:noProof/>
            <w:webHidden/>
          </w:rPr>
          <w:fldChar w:fldCharType="end"/>
        </w:r>
      </w:hyperlink>
    </w:p>
    <w:p w14:paraId="23D70B75" w14:textId="2D9F7D1B"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19" w:history="1">
        <w:r w:rsidRPr="001A388E">
          <w:rPr>
            <w:rStyle w:val="Lienhypertexte"/>
            <w:noProof/>
          </w:rPr>
          <w:t>DEUXIÈME TABLEAU  Le remords.</w:t>
        </w:r>
        <w:r>
          <w:rPr>
            <w:noProof/>
            <w:webHidden/>
          </w:rPr>
          <w:tab/>
        </w:r>
        <w:r>
          <w:rPr>
            <w:noProof/>
            <w:webHidden/>
          </w:rPr>
          <w:fldChar w:fldCharType="begin"/>
        </w:r>
        <w:r>
          <w:rPr>
            <w:noProof/>
            <w:webHidden/>
          </w:rPr>
          <w:instrText xml:space="preserve"> PAGEREF _Toc196330219 \h </w:instrText>
        </w:r>
        <w:r>
          <w:rPr>
            <w:noProof/>
            <w:webHidden/>
          </w:rPr>
        </w:r>
        <w:r>
          <w:rPr>
            <w:noProof/>
            <w:webHidden/>
          </w:rPr>
          <w:fldChar w:fldCharType="separate"/>
        </w:r>
        <w:r w:rsidR="00382192">
          <w:rPr>
            <w:noProof/>
            <w:webHidden/>
          </w:rPr>
          <w:t>45</w:t>
        </w:r>
        <w:r>
          <w:rPr>
            <w:noProof/>
            <w:webHidden/>
          </w:rPr>
          <w:fldChar w:fldCharType="end"/>
        </w:r>
      </w:hyperlink>
    </w:p>
    <w:p w14:paraId="0BDF4998" w14:textId="430BD30B"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20" w:history="1">
        <w:r w:rsidRPr="001A388E">
          <w:rPr>
            <w:rStyle w:val="Lienhypertexte"/>
            <w:noProof/>
          </w:rPr>
          <w:t>TROISIÈME TABLEAU  Douce compagne.</w:t>
        </w:r>
        <w:r>
          <w:rPr>
            <w:noProof/>
            <w:webHidden/>
          </w:rPr>
          <w:tab/>
        </w:r>
        <w:r>
          <w:rPr>
            <w:noProof/>
            <w:webHidden/>
          </w:rPr>
          <w:fldChar w:fldCharType="begin"/>
        </w:r>
        <w:r>
          <w:rPr>
            <w:noProof/>
            <w:webHidden/>
          </w:rPr>
          <w:instrText xml:space="preserve"> PAGEREF _Toc196330220 \h </w:instrText>
        </w:r>
        <w:r>
          <w:rPr>
            <w:noProof/>
            <w:webHidden/>
          </w:rPr>
        </w:r>
        <w:r>
          <w:rPr>
            <w:noProof/>
            <w:webHidden/>
          </w:rPr>
          <w:fldChar w:fldCharType="separate"/>
        </w:r>
        <w:r w:rsidR="00382192">
          <w:rPr>
            <w:noProof/>
            <w:webHidden/>
          </w:rPr>
          <w:t>46</w:t>
        </w:r>
        <w:r>
          <w:rPr>
            <w:noProof/>
            <w:webHidden/>
          </w:rPr>
          <w:fldChar w:fldCharType="end"/>
        </w:r>
      </w:hyperlink>
    </w:p>
    <w:p w14:paraId="101707A4" w14:textId="60F92152" w:rsidR="00804D8D" w:rsidRDefault="00804D8D">
      <w:pPr>
        <w:pStyle w:val="TM2"/>
        <w:rPr>
          <w:rFonts w:asciiTheme="minorHAnsi" w:eastAsiaTheme="minorEastAsia" w:hAnsiTheme="minorHAnsi" w:cstheme="minorBidi"/>
          <w:color w:val="auto"/>
          <w:kern w:val="2"/>
          <w:sz w:val="24"/>
          <w14:ligatures w14:val="standardContextual"/>
        </w:rPr>
      </w:pPr>
      <w:hyperlink w:anchor="_Toc196330221" w:history="1">
        <w:r w:rsidRPr="001A388E">
          <w:rPr>
            <w:rStyle w:val="Lienhypertexte"/>
          </w:rPr>
          <w:t>L’ENFANT DE L’IVROGNE  ou  LE PETIT JUSTICIER</w:t>
        </w:r>
        <w:r>
          <w:rPr>
            <w:webHidden/>
          </w:rPr>
          <w:tab/>
        </w:r>
        <w:r>
          <w:rPr>
            <w:webHidden/>
          </w:rPr>
          <w:fldChar w:fldCharType="begin"/>
        </w:r>
        <w:r>
          <w:rPr>
            <w:webHidden/>
          </w:rPr>
          <w:instrText xml:space="preserve"> PAGEREF _Toc196330221 \h </w:instrText>
        </w:r>
        <w:r>
          <w:rPr>
            <w:webHidden/>
          </w:rPr>
        </w:r>
        <w:r>
          <w:rPr>
            <w:webHidden/>
          </w:rPr>
          <w:fldChar w:fldCharType="separate"/>
        </w:r>
        <w:r w:rsidR="00382192">
          <w:rPr>
            <w:webHidden/>
          </w:rPr>
          <w:t>48</w:t>
        </w:r>
        <w:r>
          <w:rPr>
            <w:webHidden/>
          </w:rPr>
          <w:fldChar w:fldCharType="end"/>
        </w:r>
      </w:hyperlink>
    </w:p>
    <w:p w14:paraId="5E8CD3A0" w14:textId="5F98A4D7"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22" w:history="1">
        <w:r w:rsidRPr="001A388E">
          <w:rPr>
            <w:rStyle w:val="Lienhypertexte"/>
            <w:noProof/>
          </w:rPr>
          <w:t>PREMIER ACTE  Pauvre mère ! Pauvre enfant !</w:t>
        </w:r>
        <w:r>
          <w:rPr>
            <w:noProof/>
            <w:webHidden/>
          </w:rPr>
          <w:tab/>
        </w:r>
        <w:r>
          <w:rPr>
            <w:noProof/>
            <w:webHidden/>
          </w:rPr>
          <w:fldChar w:fldCharType="begin"/>
        </w:r>
        <w:r>
          <w:rPr>
            <w:noProof/>
            <w:webHidden/>
          </w:rPr>
          <w:instrText xml:space="preserve"> PAGEREF _Toc196330222 \h </w:instrText>
        </w:r>
        <w:r>
          <w:rPr>
            <w:noProof/>
            <w:webHidden/>
          </w:rPr>
        </w:r>
        <w:r>
          <w:rPr>
            <w:noProof/>
            <w:webHidden/>
          </w:rPr>
          <w:fldChar w:fldCharType="separate"/>
        </w:r>
        <w:r w:rsidR="00382192">
          <w:rPr>
            <w:noProof/>
            <w:webHidden/>
          </w:rPr>
          <w:t>48</w:t>
        </w:r>
        <w:r>
          <w:rPr>
            <w:noProof/>
            <w:webHidden/>
          </w:rPr>
          <w:fldChar w:fldCharType="end"/>
        </w:r>
      </w:hyperlink>
    </w:p>
    <w:p w14:paraId="5B9F920A" w14:textId="4692EBA1"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23" w:history="1">
        <w:r w:rsidRPr="001A388E">
          <w:rPr>
            <w:rStyle w:val="Lienhypertexte"/>
            <w:noProof/>
          </w:rPr>
          <w:t>DEUXIÈME ACTE  Une brute.</w:t>
        </w:r>
        <w:r>
          <w:rPr>
            <w:noProof/>
            <w:webHidden/>
          </w:rPr>
          <w:tab/>
        </w:r>
        <w:r>
          <w:rPr>
            <w:noProof/>
            <w:webHidden/>
          </w:rPr>
          <w:fldChar w:fldCharType="begin"/>
        </w:r>
        <w:r>
          <w:rPr>
            <w:noProof/>
            <w:webHidden/>
          </w:rPr>
          <w:instrText xml:space="preserve"> PAGEREF _Toc196330223 \h </w:instrText>
        </w:r>
        <w:r>
          <w:rPr>
            <w:noProof/>
            <w:webHidden/>
          </w:rPr>
        </w:r>
        <w:r>
          <w:rPr>
            <w:noProof/>
            <w:webHidden/>
          </w:rPr>
          <w:fldChar w:fldCharType="separate"/>
        </w:r>
        <w:r w:rsidR="00382192">
          <w:rPr>
            <w:noProof/>
            <w:webHidden/>
          </w:rPr>
          <w:t>49</w:t>
        </w:r>
        <w:r>
          <w:rPr>
            <w:noProof/>
            <w:webHidden/>
          </w:rPr>
          <w:fldChar w:fldCharType="end"/>
        </w:r>
      </w:hyperlink>
    </w:p>
    <w:p w14:paraId="13B27F93" w14:textId="2B86314B"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24" w:history="1">
        <w:r w:rsidRPr="001A388E">
          <w:rPr>
            <w:rStyle w:val="Lienhypertexte"/>
            <w:noProof/>
          </w:rPr>
          <w:t>TROISIÈME ACTE  Une idée d’enfant.</w:t>
        </w:r>
        <w:r>
          <w:rPr>
            <w:noProof/>
            <w:webHidden/>
          </w:rPr>
          <w:tab/>
        </w:r>
        <w:r>
          <w:rPr>
            <w:noProof/>
            <w:webHidden/>
          </w:rPr>
          <w:fldChar w:fldCharType="begin"/>
        </w:r>
        <w:r>
          <w:rPr>
            <w:noProof/>
            <w:webHidden/>
          </w:rPr>
          <w:instrText xml:space="preserve"> PAGEREF _Toc196330224 \h </w:instrText>
        </w:r>
        <w:r>
          <w:rPr>
            <w:noProof/>
            <w:webHidden/>
          </w:rPr>
        </w:r>
        <w:r>
          <w:rPr>
            <w:noProof/>
            <w:webHidden/>
          </w:rPr>
          <w:fldChar w:fldCharType="separate"/>
        </w:r>
        <w:r w:rsidR="00382192">
          <w:rPr>
            <w:noProof/>
            <w:webHidden/>
          </w:rPr>
          <w:t>50</w:t>
        </w:r>
        <w:r>
          <w:rPr>
            <w:noProof/>
            <w:webHidden/>
          </w:rPr>
          <w:fldChar w:fldCharType="end"/>
        </w:r>
      </w:hyperlink>
    </w:p>
    <w:p w14:paraId="41D4DA22" w14:textId="4E9F6CE5" w:rsidR="00804D8D" w:rsidRDefault="00804D8D">
      <w:pPr>
        <w:pStyle w:val="TM2"/>
        <w:rPr>
          <w:rFonts w:asciiTheme="minorHAnsi" w:eastAsiaTheme="minorEastAsia" w:hAnsiTheme="minorHAnsi" w:cstheme="minorBidi"/>
          <w:color w:val="auto"/>
          <w:kern w:val="2"/>
          <w:sz w:val="24"/>
          <w14:ligatures w14:val="standardContextual"/>
        </w:rPr>
      </w:pPr>
      <w:hyperlink w:anchor="_Toc196330225" w:history="1">
        <w:r w:rsidRPr="001A388E">
          <w:rPr>
            <w:rStyle w:val="Lienhypertexte"/>
          </w:rPr>
          <w:t>VENGEANCE DE SOUFFLEUR  Drame de mœurs théâtrales.</w:t>
        </w:r>
        <w:r>
          <w:rPr>
            <w:webHidden/>
          </w:rPr>
          <w:tab/>
        </w:r>
        <w:r>
          <w:rPr>
            <w:webHidden/>
          </w:rPr>
          <w:fldChar w:fldCharType="begin"/>
        </w:r>
        <w:r>
          <w:rPr>
            <w:webHidden/>
          </w:rPr>
          <w:instrText xml:space="preserve"> PAGEREF _Toc196330225 \h </w:instrText>
        </w:r>
        <w:r>
          <w:rPr>
            <w:webHidden/>
          </w:rPr>
        </w:r>
        <w:r>
          <w:rPr>
            <w:webHidden/>
          </w:rPr>
          <w:fldChar w:fldCharType="separate"/>
        </w:r>
        <w:r w:rsidR="00382192">
          <w:rPr>
            <w:webHidden/>
          </w:rPr>
          <w:t>52</w:t>
        </w:r>
        <w:r>
          <w:rPr>
            <w:webHidden/>
          </w:rPr>
          <w:fldChar w:fldCharType="end"/>
        </w:r>
      </w:hyperlink>
    </w:p>
    <w:p w14:paraId="1DC118E1" w14:textId="7E8E6329"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26" w:history="1">
        <w:r w:rsidRPr="001A388E">
          <w:rPr>
            <w:rStyle w:val="Lienhypertexte"/>
            <w:noProof/>
          </w:rPr>
          <w:t>ACTE PREMIER  Jalousie.</w:t>
        </w:r>
        <w:r>
          <w:rPr>
            <w:noProof/>
            <w:webHidden/>
          </w:rPr>
          <w:tab/>
        </w:r>
        <w:r>
          <w:rPr>
            <w:noProof/>
            <w:webHidden/>
          </w:rPr>
          <w:fldChar w:fldCharType="begin"/>
        </w:r>
        <w:r>
          <w:rPr>
            <w:noProof/>
            <w:webHidden/>
          </w:rPr>
          <w:instrText xml:space="preserve"> PAGEREF _Toc196330226 \h </w:instrText>
        </w:r>
        <w:r>
          <w:rPr>
            <w:noProof/>
            <w:webHidden/>
          </w:rPr>
        </w:r>
        <w:r>
          <w:rPr>
            <w:noProof/>
            <w:webHidden/>
          </w:rPr>
          <w:fldChar w:fldCharType="separate"/>
        </w:r>
        <w:r w:rsidR="00382192">
          <w:rPr>
            <w:noProof/>
            <w:webHidden/>
          </w:rPr>
          <w:t>52</w:t>
        </w:r>
        <w:r>
          <w:rPr>
            <w:noProof/>
            <w:webHidden/>
          </w:rPr>
          <w:fldChar w:fldCharType="end"/>
        </w:r>
      </w:hyperlink>
    </w:p>
    <w:p w14:paraId="13E43101" w14:textId="2088924D"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27" w:history="1">
        <w:r w:rsidRPr="001A388E">
          <w:rPr>
            <w:rStyle w:val="Lienhypertexte"/>
            <w:noProof/>
          </w:rPr>
          <w:t>ACTE DEUXIÈME  Les figurants mécontents.</w:t>
        </w:r>
        <w:r>
          <w:rPr>
            <w:noProof/>
            <w:webHidden/>
          </w:rPr>
          <w:tab/>
        </w:r>
        <w:r>
          <w:rPr>
            <w:noProof/>
            <w:webHidden/>
          </w:rPr>
          <w:fldChar w:fldCharType="begin"/>
        </w:r>
        <w:r>
          <w:rPr>
            <w:noProof/>
            <w:webHidden/>
          </w:rPr>
          <w:instrText xml:space="preserve"> PAGEREF _Toc196330227 \h </w:instrText>
        </w:r>
        <w:r>
          <w:rPr>
            <w:noProof/>
            <w:webHidden/>
          </w:rPr>
        </w:r>
        <w:r>
          <w:rPr>
            <w:noProof/>
            <w:webHidden/>
          </w:rPr>
          <w:fldChar w:fldCharType="separate"/>
        </w:r>
        <w:r w:rsidR="00382192">
          <w:rPr>
            <w:noProof/>
            <w:webHidden/>
          </w:rPr>
          <w:t>53</w:t>
        </w:r>
        <w:r>
          <w:rPr>
            <w:noProof/>
            <w:webHidden/>
          </w:rPr>
          <w:fldChar w:fldCharType="end"/>
        </w:r>
      </w:hyperlink>
    </w:p>
    <w:p w14:paraId="3438AEDB" w14:textId="5901B852"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28" w:history="1">
        <w:r w:rsidRPr="001A388E">
          <w:rPr>
            <w:rStyle w:val="Lienhypertexte"/>
            <w:noProof/>
          </w:rPr>
          <w:t>ACTE TROISIÈME  La représentation interrompue.</w:t>
        </w:r>
        <w:r>
          <w:rPr>
            <w:noProof/>
            <w:webHidden/>
          </w:rPr>
          <w:tab/>
        </w:r>
        <w:r>
          <w:rPr>
            <w:noProof/>
            <w:webHidden/>
          </w:rPr>
          <w:fldChar w:fldCharType="begin"/>
        </w:r>
        <w:r>
          <w:rPr>
            <w:noProof/>
            <w:webHidden/>
          </w:rPr>
          <w:instrText xml:space="preserve"> PAGEREF _Toc196330228 \h </w:instrText>
        </w:r>
        <w:r>
          <w:rPr>
            <w:noProof/>
            <w:webHidden/>
          </w:rPr>
        </w:r>
        <w:r>
          <w:rPr>
            <w:noProof/>
            <w:webHidden/>
          </w:rPr>
          <w:fldChar w:fldCharType="separate"/>
        </w:r>
        <w:r w:rsidR="00382192">
          <w:rPr>
            <w:noProof/>
            <w:webHidden/>
          </w:rPr>
          <w:t>54</w:t>
        </w:r>
        <w:r>
          <w:rPr>
            <w:noProof/>
            <w:webHidden/>
          </w:rPr>
          <w:fldChar w:fldCharType="end"/>
        </w:r>
      </w:hyperlink>
    </w:p>
    <w:p w14:paraId="7D98E9F0" w14:textId="1CFAC90D" w:rsidR="00804D8D" w:rsidRDefault="00804D8D">
      <w:pPr>
        <w:pStyle w:val="TM2"/>
        <w:rPr>
          <w:rFonts w:asciiTheme="minorHAnsi" w:eastAsiaTheme="minorEastAsia" w:hAnsiTheme="minorHAnsi" w:cstheme="minorBidi"/>
          <w:color w:val="auto"/>
          <w:kern w:val="2"/>
          <w:sz w:val="24"/>
          <w14:ligatures w14:val="standardContextual"/>
        </w:rPr>
      </w:pPr>
      <w:hyperlink w:anchor="_Toc196330229" w:history="1">
        <w:r w:rsidRPr="001A388E">
          <w:rPr>
            <w:rStyle w:val="Lienhypertexte"/>
          </w:rPr>
          <w:t>LES DRAMES DE LA DESTINÉE</w:t>
        </w:r>
        <w:r>
          <w:rPr>
            <w:webHidden/>
          </w:rPr>
          <w:tab/>
        </w:r>
        <w:r>
          <w:rPr>
            <w:webHidden/>
          </w:rPr>
          <w:fldChar w:fldCharType="begin"/>
        </w:r>
        <w:r>
          <w:rPr>
            <w:webHidden/>
          </w:rPr>
          <w:instrText xml:space="preserve"> PAGEREF _Toc196330229 \h </w:instrText>
        </w:r>
        <w:r>
          <w:rPr>
            <w:webHidden/>
          </w:rPr>
        </w:r>
        <w:r>
          <w:rPr>
            <w:webHidden/>
          </w:rPr>
          <w:fldChar w:fldCharType="separate"/>
        </w:r>
        <w:r w:rsidR="00382192">
          <w:rPr>
            <w:webHidden/>
          </w:rPr>
          <w:t>57</w:t>
        </w:r>
        <w:r>
          <w:rPr>
            <w:webHidden/>
          </w:rPr>
          <w:fldChar w:fldCharType="end"/>
        </w:r>
      </w:hyperlink>
    </w:p>
    <w:p w14:paraId="6E5388FB" w14:textId="7D73D15F"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30" w:history="1">
        <w:r w:rsidRPr="001A388E">
          <w:rPr>
            <w:rStyle w:val="Lienhypertexte"/>
            <w:noProof/>
          </w:rPr>
          <w:t>PREMIER ACTE  L’horoscope.</w:t>
        </w:r>
        <w:r>
          <w:rPr>
            <w:noProof/>
            <w:webHidden/>
          </w:rPr>
          <w:tab/>
        </w:r>
        <w:r>
          <w:rPr>
            <w:noProof/>
            <w:webHidden/>
          </w:rPr>
          <w:fldChar w:fldCharType="begin"/>
        </w:r>
        <w:r>
          <w:rPr>
            <w:noProof/>
            <w:webHidden/>
          </w:rPr>
          <w:instrText xml:space="preserve"> PAGEREF _Toc196330230 \h </w:instrText>
        </w:r>
        <w:r>
          <w:rPr>
            <w:noProof/>
            <w:webHidden/>
          </w:rPr>
        </w:r>
        <w:r>
          <w:rPr>
            <w:noProof/>
            <w:webHidden/>
          </w:rPr>
          <w:fldChar w:fldCharType="separate"/>
        </w:r>
        <w:r w:rsidR="00382192">
          <w:rPr>
            <w:noProof/>
            <w:webHidden/>
          </w:rPr>
          <w:t>57</w:t>
        </w:r>
        <w:r>
          <w:rPr>
            <w:noProof/>
            <w:webHidden/>
          </w:rPr>
          <w:fldChar w:fldCharType="end"/>
        </w:r>
      </w:hyperlink>
    </w:p>
    <w:p w14:paraId="15BAFB80" w14:textId="708733E9"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31" w:history="1">
        <w:r w:rsidRPr="001A388E">
          <w:rPr>
            <w:rStyle w:val="Lienhypertexte"/>
            <w:noProof/>
          </w:rPr>
          <w:t>DEUXIÈME ACTE  La destinée.</w:t>
        </w:r>
        <w:r>
          <w:rPr>
            <w:noProof/>
            <w:webHidden/>
          </w:rPr>
          <w:tab/>
        </w:r>
        <w:r>
          <w:rPr>
            <w:noProof/>
            <w:webHidden/>
          </w:rPr>
          <w:fldChar w:fldCharType="begin"/>
        </w:r>
        <w:r>
          <w:rPr>
            <w:noProof/>
            <w:webHidden/>
          </w:rPr>
          <w:instrText xml:space="preserve"> PAGEREF _Toc196330231 \h </w:instrText>
        </w:r>
        <w:r>
          <w:rPr>
            <w:noProof/>
            <w:webHidden/>
          </w:rPr>
        </w:r>
        <w:r>
          <w:rPr>
            <w:noProof/>
            <w:webHidden/>
          </w:rPr>
          <w:fldChar w:fldCharType="separate"/>
        </w:r>
        <w:r w:rsidR="00382192">
          <w:rPr>
            <w:noProof/>
            <w:webHidden/>
          </w:rPr>
          <w:t>58</w:t>
        </w:r>
        <w:r>
          <w:rPr>
            <w:noProof/>
            <w:webHidden/>
          </w:rPr>
          <w:fldChar w:fldCharType="end"/>
        </w:r>
      </w:hyperlink>
    </w:p>
    <w:p w14:paraId="414F09C8" w14:textId="4DA4203C" w:rsidR="00804D8D" w:rsidRDefault="00804D8D">
      <w:pPr>
        <w:pStyle w:val="TM2"/>
        <w:rPr>
          <w:rFonts w:asciiTheme="minorHAnsi" w:eastAsiaTheme="minorEastAsia" w:hAnsiTheme="minorHAnsi" w:cstheme="minorBidi"/>
          <w:color w:val="auto"/>
          <w:kern w:val="2"/>
          <w:sz w:val="24"/>
          <w14:ligatures w14:val="standardContextual"/>
        </w:rPr>
      </w:pPr>
      <w:hyperlink w:anchor="_Toc196330232" w:history="1">
        <w:r w:rsidRPr="001A388E">
          <w:rPr>
            <w:rStyle w:val="Lienhypertexte"/>
          </w:rPr>
          <w:t>UN BEAU RÔLE !  Drame de la vie théâtrale</w:t>
        </w:r>
        <w:r>
          <w:rPr>
            <w:webHidden/>
          </w:rPr>
          <w:tab/>
        </w:r>
        <w:r>
          <w:rPr>
            <w:webHidden/>
          </w:rPr>
          <w:fldChar w:fldCharType="begin"/>
        </w:r>
        <w:r>
          <w:rPr>
            <w:webHidden/>
          </w:rPr>
          <w:instrText xml:space="preserve"> PAGEREF _Toc196330232 \h </w:instrText>
        </w:r>
        <w:r>
          <w:rPr>
            <w:webHidden/>
          </w:rPr>
        </w:r>
        <w:r>
          <w:rPr>
            <w:webHidden/>
          </w:rPr>
          <w:fldChar w:fldCharType="separate"/>
        </w:r>
        <w:r w:rsidR="00382192">
          <w:rPr>
            <w:webHidden/>
          </w:rPr>
          <w:t>60</w:t>
        </w:r>
        <w:r>
          <w:rPr>
            <w:webHidden/>
          </w:rPr>
          <w:fldChar w:fldCharType="end"/>
        </w:r>
      </w:hyperlink>
    </w:p>
    <w:p w14:paraId="103724E9" w14:textId="320293CF"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33" w:history="1">
        <w:r w:rsidRPr="001A388E">
          <w:rPr>
            <w:rStyle w:val="Lienhypertexte"/>
            <w:noProof/>
          </w:rPr>
          <w:t>PREMIER ACTE  Un véritable artiste.</w:t>
        </w:r>
        <w:r>
          <w:rPr>
            <w:noProof/>
            <w:webHidden/>
          </w:rPr>
          <w:tab/>
        </w:r>
        <w:r>
          <w:rPr>
            <w:noProof/>
            <w:webHidden/>
          </w:rPr>
          <w:fldChar w:fldCharType="begin"/>
        </w:r>
        <w:r>
          <w:rPr>
            <w:noProof/>
            <w:webHidden/>
          </w:rPr>
          <w:instrText xml:space="preserve"> PAGEREF _Toc196330233 \h </w:instrText>
        </w:r>
        <w:r>
          <w:rPr>
            <w:noProof/>
            <w:webHidden/>
          </w:rPr>
        </w:r>
        <w:r>
          <w:rPr>
            <w:noProof/>
            <w:webHidden/>
          </w:rPr>
          <w:fldChar w:fldCharType="separate"/>
        </w:r>
        <w:r w:rsidR="00382192">
          <w:rPr>
            <w:noProof/>
            <w:webHidden/>
          </w:rPr>
          <w:t>60</w:t>
        </w:r>
        <w:r>
          <w:rPr>
            <w:noProof/>
            <w:webHidden/>
          </w:rPr>
          <w:fldChar w:fldCharType="end"/>
        </w:r>
      </w:hyperlink>
    </w:p>
    <w:p w14:paraId="2E8FBDA9" w14:textId="544BA350"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34" w:history="1">
        <w:r w:rsidRPr="001A388E">
          <w:rPr>
            <w:rStyle w:val="Lienhypertexte"/>
            <w:noProof/>
          </w:rPr>
          <w:t>DEUXIÈME ACTE  L’étude d’un rôle.</w:t>
        </w:r>
        <w:r>
          <w:rPr>
            <w:noProof/>
            <w:webHidden/>
          </w:rPr>
          <w:tab/>
        </w:r>
        <w:r>
          <w:rPr>
            <w:noProof/>
            <w:webHidden/>
          </w:rPr>
          <w:fldChar w:fldCharType="begin"/>
        </w:r>
        <w:r>
          <w:rPr>
            <w:noProof/>
            <w:webHidden/>
          </w:rPr>
          <w:instrText xml:space="preserve"> PAGEREF _Toc196330234 \h </w:instrText>
        </w:r>
        <w:r>
          <w:rPr>
            <w:noProof/>
            <w:webHidden/>
          </w:rPr>
        </w:r>
        <w:r>
          <w:rPr>
            <w:noProof/>
            <w:webHidden/>
          </w:rPr>
          <w:fldChar w:fldCharType="separate"/>
        </w:r>
        <w:r w:rsidR="00382192">
          <w:rPr>
            <w:noProof/>
            <w:webHidden/>
          </w:rPr>
          <w:t>61</w:t>
        </w:r>
        <w:r>
          <w:rPr>
            <w:noProof/>
            <w:webHidden/>
          </w:rPr>
          <w:fldChar w:fldCharType="end"/>
        </w:r>
      </w:hyperlink>
    </w:p>
    <w:p w14:paraId="5B6BCD04" w14:textId="4887B382"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35" w:history="1">
        <w:r w:rsidRPr="001A388E">
          <w:rPr>
            <w:rStyle w:val="Lienhypertexte"/>
            <w:noProof/>
          </w:rPr>
          <w:t>TROISIÈME ACTE  Waterloo.</w:t>
        </w:r>
        <w:r>
          <w:rPr>
            <w:noProof/>
            <w:webHidden/>
          </w:rPr>
          <w:tab/>
        </w:r>
        <w:r>
          <w:rPr>
            <w:noProof/>
            <w:webHidden/>
          </w:rPr>
          <w:fldChar w:fldCharType="begin"/>
        </w:r>
        <w:r>
          <w:rPr>
            <w:noProof/>
            <w:webHidden/>
          </w:rPr>
          <w:instrText xml:space="preserve"> PAGEREF _Toc196330235 \h </w:instrText>
        </w:r>
        <w:r>
          <w:rPr>
            <w:noProof/>
            <w:webHidden/>
          </w:rPr>
        </w:r>
        <w:r>
          <w:rPr>
            <w:noProof/>
            <w:webHidden/>
          </w:rPr>
          <w:fldChar w:fldCharType="separate"/>
        </w:r>
        <w:r w:rsidR="00382192">
          <w:rPr>
            <w:noProof/>
            <w:webHidden/>
          </w:rPr>
          <w:t>63</w:t>
        </w:r>
        <w:r>
          <w:rPr>
            <w:noProof/>
            <w:webHidden/>
          </w:rPr>
          <w:fldChar w:fldCharType="end"/>
        </w:r>
      </w:hyperlink>
    </w:p>
    <w:p w14:paraId="51A4FD60" w14:textId="73E1EA08"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36" w:history="1">
        <w:r w:rsidRPr="001A388E">
          <w:rPr>
            <w:rStyle w:val="Lienhypertexte"/>
            <w:noProof/>
          </w:rPr>
          <w:t>QUATRIÈME ACTE  Au pied levé.</w:t>
        </w:r>
        <w:r>
          <w:rPr>
            <w:noProof/>
            <w:webHidden/>
          </w:rPr>
          <w:tab/>
        </w:r>
        <w:r>
          <w:rPr>
            <w:noProof/>
            <w:webHidden/>
          </w:rPr>
          <w:fldChar w:fldCharType="begin"/>
        </w:r>
        <w:r>
          <w:rPr>
            <w:noProof/>
            <w:webHidden/>
          </w:rPr>
          <w:instrText xml:space="preserve"> PAGEREF _Toc196330236 \h </w:instrText>
        </w:r>
        <w:r>
          <w:rPr>
            <w:noProof/>
            <w:webHidden/>
          </w:rPr>
        </w:r>
        <w:r>
          <w:rPr>
            <w:noProof/>
            <w:webHidden/>
          </w:rPr>
          <w:fldChar w:fldCharType="separate"/>
        </w:r>
        <w:r w:rsidR="00382192">
          <w:rPr>
            <w:noProof/>
            <w:webHidden/>
          </w:rPr>
          <w:t>63</w:t>
        </w:r>
        <w:r>
          <w:rPr>
            <w:noProof/>
            <w:webHidden/>
          </w:rPr>
          <w:fldChar w:fldCharType="end"/>
        </w:r>
      </w:hyperlink>
    </w:p>
    <w:p w14:paraId="41992D6F" w14:textId="646A61E3"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37" w:history="1">
        <w:r w:rsidRPr="001A388E">
          <w:rPr>
            <w:rStyle w:val="Lienhypertexte"/>
            <w:noProof/>
          </w:rPr>
          <w:t>CINQUIÈME ACTE  Fatalité !</w:t>
        </w:r>
        <w:r>
          <w:rPr>
            <w:noProof/>
            <w:webHidden/>
          </w:rPr>
          <w:tab/>
        </w:r>
        <w:r>
          <w:rPr>
            <w:noProof/>
            <w:webHidden/>
          </w:rPr>
          <w:fldChar w:fldCharType="begin"/>
        </w:r>
        <w:r>
          <w:rPr>
            <w:noProof/>
            <w:webHidden/>
          </w:rPr>
          <w:instrText xml:space="preserve"> PAGEREF _Toc196330237 \h </w:instrText>
        </w:r>
        <w:r>
          <w:rPr>
            <w:noProof/>
            <w:webHidden/>
          </w:rPr>
        </w:r>
        <w:r>
          <w:rPr>
            <w:noProof/>
            <w:webHidden/>
          </w:rPr>
          <w:fldChar w:fldCharType="separate"/>
        </w:r>
        <w:r w:rsidR="00382192">
          <w:rPr>
            <w:noProof/>
            <w:webHidden/>
          </w:rPr>
          <w:t>64</w:t>
        </w:r>
        <w:r>
          <w:rPr>
            <w:noProof/>
            <w:webHidden/>
          </w:rPr>
          <w:fldChar w:fldCharType="end"/>
        </w:r>
      </w:hyperlink>
    </w:p>
    <w:p w14:paraId="2C70C1D5" w14:textId="318C619F" w:rsidR="00804D8D" w:rsidRDefault="00804D8D">
      <w:pPr>
        <w:pStyle w:val="TM2"/>
        <w:rPr>
          <w:rFonts w:asciiTheme="minorHAnsi" w:eastAsiaTheme="minorEastAsia" w:hAnsiTheme="minorHAnsi" w:cstheme="minorBidi"/>
          <w:color w:val="auto"/>
          <w:kern w:val="2"/>
          <w:sz w:val="24"/>
          <w14:ligatures w14:val="standardContextual"/>
        </w:rPr>
      </w:pPr>
      <w:hyperlink w:anchor="_Toc196330238" w:history="1">
        <w:r w:rsidRPr="001A388E">
          <w:rPr>
            <w:rStyle w:val="Lienhypertexte"/>
          </w:rPr>
          <w:t>CARNAVAL TRAGIQUE</w:t>
        </w:r>
        <w:r>
          <w:rPr>
            <w:webHidden/>
          </w:rPr>
          <w:tab/>
        </w:r>
        <w:r>
          <w:rPr>
            <w:webHidden/>
          </w:rPr>
          <w:fldChar w:fldCharType="begin"/>
        </w:r>
        <w:r>
          <w:rPr>
            <w:webHidden/>
          </w:rPr>
          <w:instrText xml:space="preserve"> PAGEREF _Toc196330238 \h </w:instrText>
        </w:r>
        <w:r>
          <w:rPr>
            <w:webHidden/>
          </w:rPr>
        </w:r>
        <w:r>
          <w:rPr>
            <w:webHidden/>
          </w:rPr>
          <w:fldChar w:fldCharType="separate"/>
        </w:r>
        <w:r w:rsidR="00382192">
          <w:rPr>
            <w:webHidden/>
          </w:rPr>
          <w:t>66</w:t>
        </w:r>
        <w:r>
          <w:rPr>
            <w:webHidden/>
          </w:rPr>
          <w:fldChar w:fldCharType="end"/>
        </w:r>
      </w:hyperlink>
    </w:p>
    <w:p w14:paraId="7CC8DF4B" w14:textId="4E67FC41"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39" w:history="1">
        <w:r w:rsidRPr="001A388E">
          <w:rPr>
            <w:rStyle w:val="Lienhypertexte"/>
            <w:noProof/>
          </w:rPr>
          <w:t>PREMIER TABLEAU  Entre amants.</w:t>
        </w:r>
        <w:r>
          <w:rPr>
            <w:noProof/>
            <w:webHidden/>
          </w:rPr>
          <w:tab/>
        </w:r>
        <w:r>
          <w:rPr>
            <w:noProof/>
            <w:webHidden/>
          </w:rPr>
          <w:fldChar w:fldCharType="begin"/>
        </w:r>
        <w:r>
          <w:rPr>
            <w:noProof/>
            <w:webHidden/>
          </w:rPr>
          <w:instrText xml:space="preserve"> PAGEREF _Toc196330239 \h </w:instrText>
        </w:r>
        <w:r>
          <w:rPr>
            <w:noProof/>
            <w:webHidden/>
          </w:rPr>
        </w:r>
        <w:r>
          <w:rPr>
            <w:noProof/>
            <w:webHidden/>
          </w:rPr>
          <w:fldChar w:fldCharType="separate"/>
        </w:r>
        <w:r w:rsidR="00382192">
          <w:rPr>
            <w:noProof/>
            <w:webHidden/>
          </w:rPr>
          <w:t>66</w:t>
        </w:r>
        <w:r>
          <w:rPr>
            <w:noProof/>
            <w:webHidden/>
          </w:rPr>
          <w:fldChar w:fldCharType="end"/>
        </w:r>
      </w:hyperlink>
    </w:p>
    <w:p w14:paraId="412B350F" w14:textId="23C47DF4"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40" w:history="1">
        <w:r w:rsidRPr="001A388E">
          <w:rPr>
            <w:rStyle w:val="Lienhypertexte"/>
            <w:noProof/>
          </w:rPr>
          <w:t>DEUXIÈME TABLEAU  L’honneur du mari.</w:t>
        </w:r>
        <w:r>
          <w:rPr>
            <w:noProof/>
            <w:webHidden/>
          </w:rPr>
          <w:tab/>
        </w:r>
        <w:r>
          <w:rPr>
            <w:noProof/>
            <w:webHidden/>
          </w:rPr>
          <w:fldChar w:fldCharType="begin"/>
        </w:r>
        <w:r>
          <w:rPr>
            <w:noProof/>
            <w:webHidden/>
          </w:rPr>
          <w:instrText xml:space="preserve"> PAGEREF _Toc196330240 \h </w:instrText>
        </w:r>
        <w:r>
          <w:rPr>
            <w:noProof/>
            <w:webHidden/>
          </w:rPr>
        </w:r>
        <w:r>
          <w:rPr>
            <w:noProof/>
            <w:webHidden/>
          </w:rPr>
          <w:fldChar w:fldCharType="separate"/>
        </w:r>
        <w:r w:rsidR="00382192">
          <w:rPr>
            <w:noProof/>
            <w:webHidden/>
          </w:rPr>
          <w:t>68</w:t>
        </w:r>
        <w:r>
          <w:rPr>
            <w:noProof/>
            <w:webHidden/>
          </w:rPr>
          <w:fldChar w:fldCharType="end"/>
        </w:r>
      </w:hyperlink>
    </w:p>
    <w:p w14:paraId="319F612F" w14:textId="39B72EDB" w:rsidR="00804D8D" w:rsidRDefault="00804D8D">
      <w:pPr>
        <w:pStyle w:val="TM2"/>
        <w:rPr>
          <w:rFonts w:asciiTheme="minorHAnsi" w:eastAsiaTheme="minorEastAsia" w:hAnsiTheme="minorHAnsi" w:cstheme="minorBidi"/>
          <w:color w:val="auto"/>
          <w:kern w:val="2"/>
          <w:sz w:val="24"/>
          <w14:ligatures w14:val="standardContextual"/>
        </w:rPr>
      </w:pPr>
      <w:hyperlink w:anchor="_Toc196330241" w:history="1">
        <w:r w:rsidRPr="001A388E">
          <w:rPr>
            <w:rStyle w:val="Lienhypertexte"/>
          </w:rPr>
          <w:t>LE VENTRILOQUE JALOUX</w:t>
        </w:r>
        <w:r>
          <w:rPr>
            <w:webHidden/>
          </w:rPr>
          <w:tab/>
        </w:r>
        <w:r>
          <w:rPr>
            <w:webHidden/>
          </w:rPr>
          <w:fldChar w:fldCharType="begin"/>
        </w:r>
        <w:r>
          <w:rPr>
            <w:webHidden/>
          </w:rPr>
          <w:instrText xml:space="preserve"> PAGEREF _Toc196330241 \h </w:instrText>
        </w:r>
        <w:r>
          <w:rPr>
            <w:webHidden/>
          </w:rPr>
        </w:r>
        <w:r>
          <w:rPr>
            <w:webHidden/>
          </w:rPr>
          <w:fldChar w:fldCharType="separate"/>
        </w:r>
        <w:r w:rsidR="00382192">
          <w:rPr>
            <w:webHidden/>
          </w:rPr>
          <w:t>71</w:t>
        </w:r>
        <w:r>
          <w:rPr>
            <w:webHidden/>
          </w:rPr>
          <w:fldChar w:fldCharType="end"/>
        </w:r>
      </w:hyperlink>
    </w:p>
    <w:p w14:paraId="4A600EA8" w14:textId="2320493E"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42" w:history="1">
        <w:r w:rsidRPr="001A388E">
          <w:rPr>
            <w:rStyle w:val="Lienhypertexte"/>
            <w:noProof/>
          </w:rPr>
          <w:t>PREMIER TABLEAU  Intérieur de ventriloque.</w:t>
        </w:r>
        <w:r>
          <w:rPr>
            <w:noProof/>
            <w:webHidden/>
          </w:rPr>
          <w:tab/>
        </w:r>
        <w:r>
          <w:rPr>
            <w:noProof/>
            <w:webHidden/>
          </w:rPr>
          <w:fldChar w:fldCharType="begin"/>
        </w:r>
        <w:r>
          <w:rPr>
            <w:noProof/>
            <w:webHidden/>
          </w:rPr>
          <w:instrText xml:space="preserve"> PAGEREF _Toc196330242 \h </w:instrText>
        </w:r>
        <w:r>
          <w:rPr>
            <w:noProof/>
            <w:webHidden/>
          </w:rPr>
        </w:r>
        <w:r>
          <w:rPr>
            <w:noProof/>
            <w:webHidden/>
          </w:rPr>
          <w:fldChar w:fldCharType="separate"/>
        </w:r>
        <w:r w:rsidR="00382192">
          <w:rPr>
            <w:noProof/>
            <w:webHidden/>
          </w:rPr>
          <w:t>71</w:t>
        </w:r>
        <w:r>
          <w:rPr>
            <w:noProof/>
            <w:webHidden/>
          </w:rPr>
          <w:fldChar w:fldCharType="end"/>
        </w:r>
      </w:hyperlink>
    </w:p>
    <w:p w14:paraId="621F20EA" w14:textId="1C7CE94E"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43" w:history="1">
        <w:r w:rsidRPr="001A388E">
          <w:rPr>
            <w:rStyle w:val="Lienhypertexte"/>
            <w:noProof/>
          </w:rPr>
          <w:t>DEUXIÈME TABLEAU  Flagrant délit.</w:t>
        </w:r>
        <w:r>
          <w:rPr>
            <w:noProof/>
            <w:webHidden/>
          </w:rPr>
          <w:tab/>
        </w:r>
        <w:r>
          <w:rPr>
            <w:noProof/>
            <w:webHidden/>
          </w:rPr>
          <w:fldChar w:fldCharType="begin"/>
        </w:r>
        <w:r>
          <w:rPr>
            <w:noProof/>
            <w:webHidden/>
          </w:rPr>
          <w:instrText xml:space="preserve"> PAGEREF _Toc196330243 \h </w:instrText>
        </w:r>
        <w:r>
          <w:rPr>
            <w:noProof/>
            <w:webHidden/>
          </w:rPr>
        </w:r>
        <w:r>
          <w:rPr>
            <w:noProof/>
            <w:webHidden/>
          </w:rPr>
          <w:fldChar w:fldCharType="separate"/>
        </w:r>
        <w:r w:rsidR="00382192">
          <w:rPr>
            <w:noProof/>
            <w:webHidden/>
          </w:rPr>
          <w:t>73</w:t>
        </w:r>
        <w:r>
          <w:rPr>
            <w:noProof/>
            <w:webHidden/>
          </w:rPr>
          <w:fldChar w:fldCharType="end"/>
        </w:r>
      </w:hyperlink>
    </w:p>
    <w:p w14:paraId="5F3EA1B3" w14:textId="00D74DF6"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44" w:history="1">
        <w:r w:rsidRPr="001A388E">
          <w:rPr>
            <w:rStyle w:val="Lienhypertexte"/>
            <w:noProof/>
          </w:rPr>
          <w:t>TROISIÈME TABLEAU  Vengeance de ventriloque.</w:t>
        </w:r>
        <w:r>
          <w:rPr>
            <w:noProof/>
            <w:webHidden/>
          </w:rPr>
          <w:tab/>
        </w:r>
        <w:r>
          <w:rPr>
            <w:noProof/>
            <w:webHidden/>
          </w:rPr>
          <w:fldChar w:fldCharType="begin"/>
        </w:r>
        <w:r>
          <w:rPr>
            <w:noProof/>
            <w:webHidden/>
          </w:rPr>
          <w:instrText xml:space="preserve"> PAGEREF _Toc196330244 \h </w:instrText>
        </w:r>
        <w:r>
          <w:rPr>
            <w:noProof/>
            <w:webHidden/>
          </w:rPr>
        </w:r>
        <w:r>
          <w:rPr>
            <w:noProof/>
            <w:webHidden/>
          </w:rPr>
          <w:fldChar w:fldCharType="separate"/>
        </w:r>
        <w:r w:rsidR="00382192">
          <w:rPr>
            <w:noProof/>
            <w:webHidden/>
          </w:rPr>
          <w:t>74</w:t>
        </w:r>
        <w:r>
          <w:rPr>
            <w:noProof/>
            <w:webHidden/>
          </w:rPr>
          <w:fldChar w:fldCharType="end"/>
        </w:r>
      </w:hyperlink>
    </w:p>
    <w:p w14:paraId="00CE3110" w14:textId="65790BE7" w:rsidR="00804D8D" w:rsidRDefault="00804D8D">
      <w:pPr>
        <w:pStyle w:val="TM2"/>
        <w:rPr>
          <w:rFonts w:asciiTheme="minorHAnsi" w:eastAsiaTheme="minorEastAsia" w:hAnsiTheme="minorHAnsi" w:cstheme="minorBidi"/>
          <w:color w:val="auto"/>
          <w:kern w:val="2"/>
          <w:sz w:val="24"/>
          <w14:ligatures w14:val="standardContextual"/>
        </w:rPr>
      </w:pPr>
      <w:hyperlink w:anchor="_Toc196330245" w:history="1">
        <w:r w:rsidRPr="001A388E">
          <w:rPr>
            <w:rStyle w:val="Lienhypertexte"/>
          </w:rPr>
          <w:t>PAUVRE DOMPTEUR  ou  ADVERSITÉ ET MÉNAGERIE</w:t>
        </w:r>
        <w:r>
          <w:rPr>
            <w:webHidden/>
          </w:rPr>
          <w:tab/>
        </w:r>
        <w:r>
          <w:rPr>
            <w:webHidden/>
          </w:rPr>
          <w:fldChar w:fldCharType="begin"/>
        </w:r>
        <w:r>
          <w:rPr>
            <w:webHidden/>
          </w:rPr>
          <w:instrText xml:space="preserve"> PAGEREF _Toc196330245 \h </w:instrText>
        </w:r>
        <w:r>
          <w:rPr>
            <w:webHidden/>
          </w:rPr>
        </w:r>
        <w:r>
          <w:rPr>
            <w:webHidden/>
          </w:rPr>
          <w:fldChar w:fldCharType="separate"/>
        </w:r>
        <w:r w:rsidR="00382192">
          <w:rPr>
            <w:webHidden/>
          </w:rPr>
          <w:t>76</w:t>
        </w:r>
        <w:r>
          <w:rPr>
            <w:webHidden/>
          </w:rPr>
          <w:fldChar w:fldCharType="end"/>
        </w:r>
      </w:hyperlink>
    </w:p>
    <w:p w14:paraId="013CEEE9" w14:textId="46575558"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46" w:history="1">
        <w:r w:rsidRPr="001A388E">
          <w:rPr>
            <w:rStyle w:val="Lienhypertexte"/>
            <w:noProof/>
          </w:rPr>
          <w:t>PREMIER ACTE  Le calvaire d’un dompteur.</w:t>
        </w:r>
        <w:r>
          <w:rPr>
            <w:noProof/>
            <w:webHidden/>
          </w:rPr>
          <w:tab/>
        </w:r>
        <w:r>
          <w:rPr>
            <w:noProof/>
            <w:webHidden/>
          </w:rPr>
          <w:fldChar w:fldCharType="begin"/>
        </w:r>
        <w:r>
          <w:rPr>
            <w:noProof/>
            <w:webHidden/>
          </w:rPr>
          <w:instrText xml:space="preserve"> PAGEREF _Toc196330246 \h </w:instrText>
        </w:r>
        <w:r>
          <w:rPr>
            <w:noProof/>
            <w:webHidden/>
          </w:rPr>
        </w:r>
        <w:r>
          <w:rPr>
            <w:noProof/>
            <w:webHidden/>
          </w:rPr>
          <w:fldChar w:fldCharType="separate"/>
        </w:r>
        <w:r w:rsidR="00382192">
          <w:rPr>
            <w:noProof/>
            <w:webHidden/>
          </w:rPr>
          <w:t>76</w:t>
        </w:r>
        <w:r>
          <w:rPr>
            <w:noProof/>
            <w:webHidden/>
          </w:rPr>
          <w:fldChar w:fldCharType="end"/>
        </w:r>
      </w:hyperlink>
    </w:p>
    <w:p w14:paraId="19A607B0" w14:textId="72550155"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47" w:history="1">
        <w:r w:rsidRPr="001A388E">
          <w:rPr>
            <w:rStyle w:val="Lienhypertexte"/>
            <w:noProof/>
          </w:rPr>
          <w:t>DEUXIÈME ACTE  Les cambrioleurs.</w:t>
        </w:r>
        <w:r>
          <w:rPr>
            <w:noProof/>
            <w:webHidden/>
          </w:rPr>
          <w:tab/>
        </w:r>
        <w:r>
          <w:rPr>
            <w:noProof/>
            <w:webHidden/>
          </w:rPr>
          <w:fldChar w:fldCharType="begin"/>
        </w:r>
        <w:r>
          <w:rPr>
            <w:noProof/>
            <w:webHidden/>
          </w:rPr>
          <w:instrText xml:space="preserve"> PAGEREF _Toc196330247 \h </w:instrText>
        </w:r>
        <w:r>
          <w:rPr>
            <w:noProof/>
            <w:webHidden/>
          </w:rPr>
        </w:r>
        <w:r>
          <w:rPr>
            <w:noProof/>
            <w:webHidden/>
          </w:rPr>
          <w:fldChar w:fldCharType="separate"/>
        </w:r>
        <w:r w:rsidR="00382192">
          <w:rPr>
            <w:noProof/>
            <w:webHidden/>
          </w:rPr>
          <w:t>79</w:t>
        </w:r>
        <w:r>
          <w:rPr>
            <w:noProof/>
            <w:webHidden/>
          </w:rPr>
          <w:fldChar w:fldCharType="end"/>
        </w:r>
      </w:hyperlink>
    </w:p>
    <w:p w14:paraId="11819BE7" w14:textId="07B68EA0"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48" w:history="1">
        <w:r w:rsidRPr="001A388E">
          <w:rPr>
            <w:rStyle w:val="Lienhypertexte"/>
            <w:noProof/>
          </w:rPr>
          <w:t>TROISIÈME ACTE  Braves cœurs, va !</w:t>
        </w:r>
        <w:r>
          <w:rPr>
            <w:noProof/>
            <w:webHidden/>
          </w:rPr>
          <w:tab/>
        </w:r>
        <w:r>
          <w:rPr>
            <w:noProof/>
            <w:webHidden/>
          </w:rPr>
          <w:fldChar w:fldCharType="begin"/>
        </w:r>
        <w:r>
          <w:rPr>
            <w:noProof/>
            <w:webHidden/>
          </w:rPr>
          <w:instrText xml:space="preserve"> PAGEREF _Toc196330248 \h </w:instrText>
        </w:r>
        <w:r>
          <w:rPr>
            <w:noProof/>
            <w:webHidden/>
          </w:rPr>
        </w:r>
        <w:r>
          <w:rPr>
            <w:noProof/>
            <w:webHidden/>
          </w:rPr>
          <w:fldChar w:fldCharType="separate"/>
        </w:r>
        <w:r w:rsidR="00382192">
          <w:rPr>
            <w:noProof/>
            <w:webHidden/>
          </w:rPr>
          <w:t>80</w:t>
        </w:r>
        <w:r>
          <w:rPr>
            <w:noProof/>
            <w:webHidden/>
          </w:rPr>
          <w:fldChar w:fldCharType="end"/>
        </w:r>
      </w:hyperlink>
    </w:p>
    <w:p w14:paraId="3446B783" w14:textId="30EE5581" w:rsidR="00804D8D" w:rsidRDefault="00804D8D" w:rsidP="00804D8D">
      <w:pPr>
        <w:pStyle w:val="TM1"/>
        <w:rPr>
          <w:rFonts w:asciiTheme="minorHAnsi" w:eastAsiaTheme="minorEastAsia" w:hAnsiTheme="minorHAnsi" w:cstheme="minorBidi"/>
          <w:color w:val="auto"/>
          <w:kern w:val="2"/>
          <w:sz w:val="24"/>
          <w:szCs w:val="24"/>
          <w14:ligatures w14:val="standardContextual"/>
        </w:rPr>
      </w:pPr>
      <w:hyperlink w:anchor="_Toc196330249" w:history="1">
        <w:r w:rsidRPr="001A388E">
          <w:rPr>
            <w:rStyle w:val="Lienhypertexte"/>
          </w:rPr>
          <w:t>LES DRAMES LÉGENDAIRES</w:t>
        </w:r>
        <w:r>
          <w:rPr>
            <w:webHidden/>
          </w:rPr>
          <w:tab/>
        </w:r>
        <w:r>
          <w:rPr>
            <w:webHidden/>
          </w:rPr>
          <w:fldChar w:fldCharType="begin"/>
        </w:r>
        <w:r>
          <w:rPr>
            <w:webHidden/>
          </w:rPr>
          <w:instrText xml:space="preserve"> PAGEREF _Toc196330249 \h </w:instrText>
        </w:r>
        <w:r>
          <w:rPr>
            <w:webHidden/>
          </w:rPr>
        </w:r>
        <w:r>
          <w:rPr>
            <w:webHidden/>
          </w:rPr>
          <w:fldChar w:fldCharType="separate"/>
        </w:r>
        <w:r w:rsidR="00382192">
          <w:rPr>
            <w:webHidden/>
          </w:rPr>
          <w:t>82</w:t>
        </w:r>
        <w:r>
          <w:rPr>
            <w:webHidden/>
          </w:rPr>
          <w:fldChar w:fldCharType="end"/>
        </w:r>
      </w:hyperlink>
    </w:p>
    <w:p w14:paraId="17FADC78" w14:textId="08042444" w:rsidR="00804D8D" w:rsidRDefault="00804D8D">
      <w:pPr>
        <w:pStyle w:val="TM2"/>
        <w:rPr>
          <w:rFonts w:asciiTheme="minorHAnsi" w:eastAsiaTheme="minorEastAsia" w:hAnsiTheme="minorHAnsi" w:cstheme="minorBidi"/>
          <w:color w:val="auto"/>
          <w:kern w:val="2"/>
          <w:sz w:val="24"/>
          <w14:ligatures w14:val="standardContextual"/>
        </w:rPr>
      </w:pPr>
      <w:hyperlink w:anchor="_Toc196330250" w:history="1">
        <w:r w:rsidRPr="001A388E">
          <w:rPr>
            <w:rStyle w:val="Lienhypertexte"/>
          </w:rPr>
          <w:t>NOËL ! NOËL !  Veillée en trois contes.</w:t>
        </w:r>
        <w:r>
          <w:rPr>
            <w:webHidden/>
          </w:rPr>
          <w:tab/>
        </w:r>
        <w:r>
          <w:rPr>
            <w:webHidden/>
          </w:rPr>
          <w:fldChar w:fldCharType="begin"/>
        </w:r>
        <w:r>
          <w:rPr>
            <w:webHidden/>
          </w:rPr>
          <w:instrText xml:space="preserve"> PAGEREF _Toc196330250 \h </w:instrText>
        </w:r>
        <w:r>
          <w:rPr>
            <w:webHidden/>
          </w:rPr>
        </w:r>
        <w:r>
          <w:rPr>
            <w:webHidden/>
          </w:rPr>
          <w:fldChar w:fldCharType="separate"/>
        </w:r>
        <w:r w:rsidR="00382192">
          <w:rPr>
            <w:webHidden/>
          </w:rPr>
          <w:t>83</w:t>
        </w:r>
        <w:r>
          <w:rPr>
            <w:webHidden/>
          </w:rPr>
          <w:fldChar w:fldCharType="end"/>
        </w:r>
      </w:hyperlink>
    </w:p>
    <w:p w14:paraId="0DE8A873" w14:textId="0DDFF096"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51" w:history="1">
        <w:r w:rsidRPr="001A388E">
          <w:rPr>
            <w:rStyle w:val="Lienhypertexte"/>
            <w:noProof/>
          </w:rPr>
          <w:t>PREMIER CONTE  Sans-Noël !</w:t>
        </w:r>
        <w:r>
          <w:rPr>
            <w:noProof/>
            <w:webHidden/>
          </w:rPr>
          <w:tab/>
        </w:r>
        <w:r>
          <w:rPr>
            <w:noProof/>
            <w:webHidden/>
          </w:rPr>
          <w:fldChar w:fldCharType="begin"/>
        </w:r>
        <w:r>
          <w:rPr>
            <w:noProof/>
            <w:webHidden/>
          </w:rPr>
          <w:instrText xml:space="preserve"> PAGEREF _Toc196330251 \h </w:instrText>
        </w:r>
        <w:r>
          <w:rPr>
            <w:noProof/>
            <w:webHidden/>
          </w:rPr>
        </w:r>
        <w:r>
          <w:rPr>
            <w:noProof/>
            <w:webHidden/>
          </w:rPr>
          <w:fldChar w:fldCharType="separate"/>
        </w:r>
        <w:r w:rsidR="00382192">
          <w:rPr>
            <w:noProof/>
            <w:webHidden/>
          </w:rPr>
          <w:t>83</w:t>
        </w:r>
        <w:r>
          <w:rPr>
            <w:noProof/>
            <w:webHidden/>
          </w:rPr>
          <w:fldChar w:fldCharType="end"/>
        </w:r>
      </w:hyperlink>
    </w:p>
    <w:p w14:paraId="3192EC21" w14:textId="7799B10C"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52" w:history="1">
        <w:r w:rsidRPr="001A388E">
          <w:rPr>
            <w:rStyle w:val="Lienhypertexte"/>
            <w:noProof/>
          </w:rPr>
          <w:t>DEUXIÈME CONTE  Le bonhomme de neige.</w:t>
        </w:r>
        <w:r>
          <w:rPr>
            <w:noProof/>
            <w:webHidden/>
          </w:rPr>
          <w:tab/>
        </w:r>
        <w:r>
          <w:rPr>
            <w:noProof/>
            <w:webHidden/>
          </w:rPr>
          <w:fldChar w:fldCharType="begin"/>
        </w:r>
        <w:r>
          <w:rPr>
            <w:noProof/>
            <w:webHidden/>
          </w:rPr>
          <w:instrText xml:space="preserve"> PAGEREF _Toc196330252 \h </w:instrText>
        </w:r>
        <w:r>
          <w:rPr>
            <w:noProof/>
            <w:webHidden/>
          </w:rPr>
        </w:r>
        <w:r>
          <w:rPr>
            <w:noProof/>
            <w:webHidden/>
          </w:rPr>
          <w:fldChar w:fldCharType="separate"/>
        </w:r>
        <w:r w:rsidR="00382192">
          <w:rPr>
            <w:noProof/>
            <w:webHidden/>
          </w:rPr>
          <w:t>84</w:t>
        </w:r>
        <w:r>
          <w:rPr>
            <w:noProof/>
            <w:webHidden/>
          </w:rPr>
          <w:fldChar w:fldCharType="end"/>
        </w:r>
      </w:hyperlink>
    </w:p>
    <w:p w14:paraId="6C796D7D" w14:textId="11400E56"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53" w:history="1">
        <w:r w:rsidRPr="001A388E">
          <w:rPr>
            <w:rStyle w:val="Lienhypertexte"/>
            <w:noProof/>
          </w:rPr>
          <w:t>TROISIÈME CONTE  L’arbre de Noël.</w:t>
        </w:r>
        <w:r>
          <w:rPr>
            <w:noProof/>
            <w:webHidden/>
          </w:rPr>
          <w:tab/>
        </w:r>
        <w:r>
          <w:rPr>
            <w:noProof/>
            <w:webHidden/>
          </w:rPr>
          <w:fldChar w:fldCharType="begin"/>
        </w:r>
        <w:r>
          <w:rPr>
            <w:noProof/>
            <w:webHidden/>
          </w:rPr>
          <w:instrText xml:space="preserve"> PAGEREF _Toc196330253 \h </w:instrText>
        </w:r>
        <w:r>
          <w:rPr>
            <w:noProof/>
            <w:webHidden/>
          </w:rPr>
        </w:r>
        <w:r>
          <w:rPr>
            <w:noProof/>
            <w:webHidden/>
          </w:rPr>
          <w:fldChar w:fldCharType="separate"/>
        </w:r>
        <w:r w:rsidR="00382192">
          <w:rPr>
            <w:noProof/>
            <w:webHidden/>
          </w:rPr>
          <w:t>86</w:t>
        </w:r>
        <w:r>
          <w:rPr>
            <w:noProof/>
            <w:webHidden/>
          </w:rPr>
          <w:fldChar w:fldCharType="end"/>
        </w:r>
      </w:hyperlink>
    </w:p>
    <w:p w14:paraId="096A3F26" w14:textId="05B81346" w:rsidR="00804D8D" w:rsidRDefault="00804D8D">
      <w:pPr>
        <w:pStyle w:val="TM2"/>
        <w:rPr>
          <w:rFonts w:asciiTheme="minorHAnsi" w:eastAsiaTheme="minorEastAsia" w:hAnsiTheme="minorHAnsi" w:cstheme="minorBidi"/>
          <w:color w:val="auto"/>
          <w:kern w:val="2"/>
          <w:sz w:val="24"/>
          <w14:ligatures w14:val="standardContextual"/>
        </w:rPr>
      </w:pPr>
      <w:hyperlink w:anchor="_Toc196330254" w:history="1">
        <w:r w:rsidRPr="001A388E">
          <w:rPr>
            <w:rStyle w:val="Lienhypertexte"/>
          </w:rPr>
          <w:t>LE PETIT CHAPERON VERT  Drame pour les petits.</w:t>
        </w:r>
        <w:r>
          <w:rPr>
            <w:webHidden/>
          </w:rPr>
          <w:tab/>
        </w:r>
        <w:r>
          <w:rPr>
            <w:webHidden/>
          </w:rPr>
          <w:fldChar w:fldCharType="begin"/>
        </w:r>
        <w:r>
          <w:rPr>
            <w:webHidden/>
          </w:rPr>
          <w:instrText xml:space="preserve"> PAGEREF _Toc196330254 \h </w:instrText>
        </w:r>
        <w:r>
          <w:rPr>
            <w:webHidden/>
          </w:rPr>
        </w:r>
        <w:r>
          <w:rPr>
            <w:webHidden/>
          </w:rPr>
          <w:fldChar w:fldCharType="separate"/>
        </w:r>
        <w:r w:rsidR="00382192">
          <w:rPr>
            <w:webHidden/>
          </w:rPr>
          <w:t>89</w:t>
        </w:r>
        <w:r>
          <w:rPr>
            <w:webHidden/>
          </w:rPr>
          <w:fldChar w:fldCharType="end"/>
        </w:r>
      </w:hyperlink>
    </w:p>
    <w:p w14:paraId="4C0551DF" w14:textId="71C8EDCA"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55" w:history="1">
        <w:r w:rsidRPr="001A388E">
          <w:rPr>
            <w:rStyle w:val="Lienhypertexte"/>
            <w:noProof/>
          </w:rPr>
          <w:t>PREMIER ACTE  Coïncidences tragiques.</w:t>
        </w:r>
        <w:r>
          <w:rPr>
            <w:noProof/>
            <w:webHidden/>
          </w:rPr>
          <w:tab/>
        </w:r>
        <w:r>
          <w:rPr>
            <w:noProof/>
            <w:webHidden/>
          </w:rPr>
          <w:fldChar w:fldCharType="begin"/>
        </w:r>
        <w:r>
          <w:rPr>
            <w:noProof/>
            <w:webHidden/>
          </w:rPr>
          <w:instrText xml:space="preserve"> PAGEREF _Toc196330255 \h </w:instrText>
        </w:r>
        <w:r>
          <w:rPr>
            <w:noProof/>
            <w:webHidden/>
          </w:rPr>
        </w:r>
        <w:r>
          <w:rPr>
            <w:noProof/>
            <w:webHidden/>
          </w:rPr>
          <w:fldChar w:fldCharType="separate"/>
        </w:r>
        <w:r w:rsidR="00382192">
          <w:rPr>
            <w:noProof/>
            <w:webHidden/>
          </w:rPr>
          <w:t>89</w:t>
        </w:r>
        <w:r>
          <w:rPr>
            <w:noProof/>
            <w:webHidden/>
          </w:rPr>
          <w:fldChar w:fldCharType="end"/>
        </w:r>
      </w:hyperlink>
    </w:p>
    <w:p w14:paraId="0322B347" w14:textId="66812CFE"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56" w:history="1">
        <w:r w:rsidRPr="001A388E">
          <w:rPr>
            <w:rStyle w:val="Lienhypertexte"/>
            <w:noProof/>
          </w:rPr>
          <w:t>DEUXIÈME ACTE  La ruse du Petit Chaperon vert.</w:t>
        </w:r>
        <w:r>
          <w:rPr>
            <w:noProof/>
            <w:webHidden/>
          </w:rPr>
          <w:tab/>
        </w:r>
        <w:r>
          <w:rPr>
            <w:noProof/>
            <w:webHidden/>
          </w:rPr>
          <w:fldChar w:fldCharType="begin"/>
        </w:r>
        <w:r>
          <w:rPr>
            <w:noProof/>
            <w:webHidden/>
          </w:rPr>
          <w:instrText xml:space="preserve"> PAGEREF _Toc196330256 \h </w:instrText>
        </w:r>
        <w:r>
          <w:rPr>
            <w:noProof/>
            <w:webHidden/>
          </w:rPr>
        </w:r>
        <w:r>
          <w:rPr>
            <w:noProof/>
            <w:webHidden/>
          </w:rPr>
          <w:fldChar w:fldCharType="separate"/>
        </w:r>
        <w:r w:rsidR="00382192">
          <w:rPr>
            <w:noProof/>
            <w:webHidden/>
          </w:rPr>
          <w:t>91</w:t>
        </w:r>
        <w:r>
          <w:rPr>
            <w:noProof/>
            <w:webHidden/>
          </w:rPr>
          <w:fldChar w:fldCharType="end"/>
        </w:r>
      </w:hyperlink>
    </w:p>
    <w:p w14:paraId="65446768" w14:textId="387B94FA" w:rsidR="00804D8D" w:rsidRDefault="00804D8D">
      <w:pPr>
        <w:pStyle w:val="TM2"/>
        <w:rPr>
          <w:rFonts w:asciiTheme="minorHAnsi" w:eastAsiaTheme="minorEastAsia" w:hAnsiTheme="minorHAnsi" w:cstheme="minorBidi"/>
          <w:color w:val="auto"/>
          <w:kern w:val="2"/>
          <w:sz w:val="24"/>
          <w14:ligatures w14:val="standardContextual"/>
        </w:rPr>
      </w:pPr>
      <w:hyperlink w:anchor="_Toc196330257" w:history="1">
        <w:r w:rsidRPr="001A388E">
          <w:rPr>
            <w:rStyle w:val="Lienhypertexte"/>
          </w:rPr>
          <w:t>LE FILS DE ROMÉO ou L’ENFANT DE LA HAINE</w:t>
        </w:r>
        <w:r>
          <w:rPr>
            <w:webHidden/>
          </w:rPr>
          <w:tab/>
        </w:r>
        <w:r>
          <w:rPr>
            <w:webHidden/>
          </w:rPr>
          <w:fldChar w:fldCharType="begin"/>
        </w:r>
        <w:r>
          <w:rPr>
            <w:webHidden/>
          </w:rPr>
          <w:instrText xml:space="preserve"> PAGEREF _Toc196330257 \h </w:instrText>
        </w:r>
        <w:r>
          <w:rPr>
            <w:webHidden/>
          </w:rPr>
        </w:r>
        <w:r>
          <w:rPr>
            <w:webHidden/>
          </w:rPr>
          <w:fldChar w:fldCharType="separate"/>
        </w:r>
        <w:r w:rsidR="00382192">
          <w:rPr>
            <w:webHidden/>
          </w:rPr>
          <w:t>94</w:t>
        </w:r>
        <w:r>
          <w:rPr>
            <w:webHidden/>
          </w:rPr>
          <w:fldChar w:fldCharType="end"/>
        </w:r>
      </w:hyperlink>
    </w:p>
    <w:p w14:paraId="0C3FFEF7" w14:textId="7196373C"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58" w:history="1">
        <w:r w:rsidRPr="001A388E">
          <w:rPr>
            <w:rStyle w:val="Lienhypertexte"/>
            <w:noProof/>
          </w:rPr>
          <w:t>PREMIER ACTE  Haines de races.</w:t>
        </w:r>
        <w:r>
          <w:rPr>
            <w:noProof/>
            <w:webHidden/>
          </w:rPr>
          <w:tab/>
        </w:r>
        <w:r>
          <w:rPr>
            <w:noProof/>
            <w:webHidden/>
          </w:rPr>
          <w:fldChar w:fldCharType="begin"/>
        </w:r>
        <w:r>
          <w:rPr>
            <w:noProof/>
            <w:webHidden/>
          </w:rPr>
          <w:instrText xml:space="preserve"> PAGEREF _Toc196330258 \h </w:instrText>
        </w:r>
        <w:r>
          <w:rPr>
            <w:noProof/>
            <w:webHidden/>
          </w:rPr>
        </w:r>
        <w:r>
          <w:rPr>
            <w:noProof/>
            <w:webHidden/>
          </w:rPr>
          <w:fldChar w:fldCharType="separate"/>
        </w:r>
        <w:r w:rsidR="00382192">
          <w:rPr>
            <w:noProof/>
            <w:webHidden/>
          </w:rPr>
          <w:t>94</w:t>
        </w:r>
        <w:r>
          <w:rPr>
            <w:noProof/>
            <w:webHidden/>
          </w:rPr>
          <w:fldChar w:fldCharType="end"/>
        </w:r>
      </w:hyperlink>
    </w:p>
    <w:p w14:paraId="0E250FB8" w14:textId="507EB275"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59" w:history="1">
        <w:r w:rsidRPr="001A388E">
          <w:rPr>
            <w:rStyle w:val="Lienhypertexte"/>
            <w:noProof/>
          </w:rPr>
          <w:t>DEUXIÈME ACTE  Le narcotique.</w:t>
        </w:r>
        <w:r>
          <w:rPr>
            <w:noProof/>
            <w:webHidden/>
          </w:rPr>
          <w:tab/>
        </w:r>
        <w:r>
          <w:rPr>
            <w:noProof/>
            <w:webHidden/>
          </w:rPr>
          <w:fldChar w:fldCharType="begin"/>
        </w:r>
        <w:r>
          <w:rPr>
            <w:noProof/>
            <w:webHidden/>
          </w:rPr>
          <w:instrText xml:space="preserve"> PAGEREF _Toc196330259 \h </w:instrText>
        </w:r>
        <w:r>
          <w:rPr>
            <w:noProof/>
            <w:webHidden/>
          </w:rPr>
        </w:r>
        <w:r>
          <w:rPr>
            <w:noProof/>
            <w:webHidden/>
          </w:rPr>
          <w:fldChar w:fldCharType="separate"/>
        </w:r>
        <w:r w:rsidR="00382192">
          <w:rPr>
            <w:noProof/>
            <w:webHidden/>
          </w:rPr>
          <w:t>95</w:t>
        </w:r>
        <w:r>
          <w:rPr>
            <w:noProof/>
            <w:webHidden/>
          </w:rPr>
          <w:fldChar w:fldCharType="end"/>
        </w:r>
      </w:hyperlink>
    </w:p>
    <w:p w14:paraId="3ED8ABFC" w14:textId="05539DF6"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60" w:history="1">
        <w:r w:rsidRPr="001A388E">
          <w:rPr>
            <w:rStyle w:val="Lienhypertexte"/>
            <w:noProof/>
          </w:rPr>
          <w:t>TROISIÈME ACTE  Soixante ans après.</w:t>
        </w:r>
        <w:r>
          <w:rPr>
            <w:noProof/>
            <w:webHidden/>
          </w:rPr>
          <w:tab/>
        </w:r>
        <w:r>
          <w:rPr>
            <w:noProof/>
            <w:webHidden/>
          </w:rPr>
          <w:fldChar w:fldCharType="begin"/>
        </w:r>
        <w:r>
          <w:rPr>
            <w:noProof/>
            <w:webHidden/>
          </w:rPr>
          <w:instrText xml:space="preserve"> PAGEREF _Toc196330260 \h </w:instrText>
        </w:r>
        <w:r>
          <w:rPr>
            <w:noProof/>
            <w:webHidden/>
          </w:rPr>
        </w:r>
        <w:r>
          <w:rPr>
            <w:noProof/>
            <w:webHidden/>
          </w:rPr>
          <w:fldChar w:fldCharType="separate"/>
        </w:r>
        <w:r w:rsidR="00382192">
          <w:rPr>
            <w:noProof/>
            <w:webHidden/>
          </w:rPr>
          <w:t>96</w:t>
        </w:r>
        <w:r>
          <w:rPr>
            <w:noProof/>
            <w:webHidden/>
          </w:rPr>
          <w:fldChar w:fldCharType="end"/>
        </w:r>
      </w:hyperlink>
    </w:p>
    <w:p w14:paraId="194AA77C" w14:textId="6237FAFF"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61" w:history="1">
        <w:r w:rsidRPr="001A388E">
          <w:rPr>
            <w:rStyle w:val="Lienhypertexte"/>
            <w:noProof/>
          </w:rPr>
          <w:t>QUATRIÈME ACTE  L’enfant de la haine.</w:t>
        </w:r>
        <w:r>
          <w:rPr>
            <w:noProof/>
            <w:webHidden/>
          </w:rPr>
          <w:tab/>
        </w:r>
        <w:r>
          <w:rPr>
            <w:noProof/>
            <w:webHidden/>
          </w:rPr>
          <w:fldChar w:fldCharType="begin"/>
        </w:r>
        <w:r>
          <w:rPr>
            <w:noProof/>
            <w:webHidden/>
          </w:rPr>
          <w:instrText xml:space="preserve"> PAGEREF _Toc196330261 \h </w:instrText>
        </w:r>
        <w:r>
          <w:rPr>
            <w:noProof/>
            <w:webHidden/>
          </w:rPr>
        </w:r>
        <w:r>
          <w:rPr>
            <w:noProof/>
            <w:webHidden/>
          </w:rPr>
          <w:fldChar w:fldCharType="separate"/>
        </w:r>
        <w:r w:rsidR="00382192">
          <w:rPr>
            <w:noProof/>
            <w:webHidden/>
          </w:rPr>
          <w:t>97</w:t>
        </w:r>
        <w:r>
          <w:rPr>
            <w:noProof/>
            <w:webHidden/>
          </w:rPr>
          <w:fldChar w:fldCharType="end"/>
        </w:r>
      </w:hyperlink>
    </w:p>
    <w:p w14:paraId="6007F7B8" w14:textId="0965EA6D" w:rsidR="00804D8D" w:rsidRDefault="00804D8D">
      <w:pPr>
        <w:pStyle w:val="TM2"/>
        <w:rPr>
          <w:rFonts w:asciiTheme="minorHAnsi" w:eastAsiaTheme="minorEastAsia" w:hAnsiTheme="minorHAnsi" w:cstheme="minorBidi"/>
          <w:color w:val="auto"/>
          <w:kern w:val="2"/>
          <w:sz w:val="24"/>
          <w14:ligatures w14:val="standardContextual"/>
        </w:rPr>
      </w:pPr>
      <w:hyperlink w:anchor="_Toc196330262" w:history="1">
        <w:r w:rsidRPr="001A388E">
          <w:rPr>
            <w:rStyle w:val="Lienhypertexte"/>
          </w:rPr>
          <w:t>CONTES DE LA DILIGENCE</w:t>
        </w:r>
        <w:r>
          <w:rPr>
            <w:webHidden/>
          </w:rPr>
          <w:tab/>
        </w:r>
        <w:r>
          <w:rPr>
            <w:webHidden/>
          </w:rPr>
          <w:fldChar w:fldCharType="begin"/>
        </w:r>
        <w:r>
          <w:rPr>
            <w:webHidden/>
          </w:rPr>
          <w:instrText xml:space="preserve"> PAGEREF _Toc196330262 \h </w:instrText>
        </w:r>
        <w:r>
          <w:rPr>
            <w:webHidden/>
          </w:rPr>
        </w:r>
        <w:r>
          <w:rPr>
            <w:webHidden/>
          </w:rPr>
          <w:fldChar w:fldCharType="separate"/>
        </w:r>
        <w:r w:rsidR="00382192">
          <w:rPr>
            <w:webHidden/>
          </w:rPr>
          <w:t>100</w:t>
        </w:r>
        <w:r>
          <w:rPr>
            <w:webHidden/>
          </w:rPr>
          <w:fldChar w:fldCharType="end"/>
        </w:r>
      </w:hyperlink>
    </w:p>
    <w:p w14:paraId="2CB7261C" w14:textId="78F226FC"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63" w:history="1">
        <w:r w:rsidRPr="001A388E">
          <w:rPr>
            <w:rStyle w:val="Lienhypertexte"/>
            <w:noProof/>
          </w:rPr>
          <w:t>PROLOGUE  Le vieux postillon.</w:t>
        </w:r>
        <w:r>
          <w:rPr>
            <w:noProof/>
            <w:webHidden/>
          </w:rPr>
          <w:tab/>
        </w:r>
        <w:r>
          <w:rPr>
            <w:noProof/>
            <w:webHidden/>
          </w:rPr>
          <w:fldChar w:fldCharType="begin"/>
        </w:r>
        <w:r>
          <w:rPr>
            <w:noProof/>
            <w:webHidden/>
          </w:rPr>
          <w:instrText xml:space="preserve"> PAGEREF _Toc196330263 \h </w:instrText>
        </w:r>
        <w:r>
          <w:rPr>
            <w:noProof/>
            <w:webHidden/>
          </w:rPr>
        </w:r>
        <w:r>
          <w:rPr>
            <w:noProof/>
            <w:webHidden/>
          </w:rPr>
          <w:fldChar w:fldCharType="separate"/>
        </w:r>
        <w:r w:rsidR="00382192">
          <w:rPr>
            <w:noProof/>
            <w:webHidden/>
          </w:rPr>
          <w:t>100</w:t>
        </w:r>
        <w:r>
          <w:rPr>
            <w:noProof/>
            <w:webHidden/>
          </w:rPr>
          <w:fldChar w:fldCharType="end"/>
        </w:r>
      </w:hyperlink>
    </w:p>
    <w:p w14:paraId="093DD8F7" w14:textId="1ACE8F1B"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64" w:history="1">
        <w:r w:rsidRPr="001A388E">
          <w:rPr>
            <w:rStyle w:val="Lienhypertexte"/>
            <w:noProof/>
          </w:rPr>
          <w:t>PREMIER CONTE DU POSTILLON  La mouche du coche.</w:t>
        </w:r>
        <w:r>
          <w:rPr>
            <w:noProof/>
            <w:webHidden/>
          </w:rPr>
          <w:tab/>
        </w:r>
        <w:r>
          <w:rPr>
            <w:noProof/>
            <w:webHidden/>
          </w:rPr>
          <w:fldChar w:fldCharType="begin"/>
        </w:r>
        <w:r>
          <w:rPr>
            <w:noProof/>
            <w:webHidden/>
          </w:rPr>
          <w:instrText xml:space="preserve"> PAGEREF _Toc196330264 \h </w:instrText>
        </w:r>
        <w:r>
          <w:rPr>
            <w:noProof/>
            <w:webHidden/>
          </w:rPr>
        </w:r>
        <w:r>
          <w:rPr>
            <w:noProof/>
            <w:webHidden/>
          </w:rPr>
          <w:fldChar w:fldCharType="separate"/>
        </w:r>
        <w:r w:rsidR="00382192">
          <w:rPr>
            <w:noProof/>
            <w:webHidden/>
          </w:rPr>
          <w:t>101</w:t>
        </w:r>
        <w:r>
          <w:rPr>
            <w:noProof/>
            <w:webHidden/>
          </w:rPr>
          <w:fldChar w:fldCharType="end"/>
        </w:r>
      </w:hyperlink>
    </w:p>
    <w:p w14:paraId="24B93893" w14:textId="292BAD7D"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65" w:history="1">
        <w:r w:rsidRPr="001A388E">
          <w:rPr>
            <w:rStyle w:val="Lienhypertexte"/>
            <w:noProof/>
          </w:rPr>
          <w:t>DERNIER CONTE DU POSTILLON   Le repas de l’ogre.</w:t>
        </w:r>
        <w:r>
          <w:rPr>
            <w:noProof/>
            <w:webHidden/>
          </w:rPr>
          <w:tab/>
        </w:r>
        <w:r>
          <w:rPr>
            <w:noProof/>
            <w:webHidden/>
          </w:rPr>
          <w:fldChar w:fldCharType="begin"/>
        </w:r>
        <w:r>
          <w:rPr>
            <w:noProof/>
            <w:webHidden/>
          </w:rPr>
          <w:instrText xml:space="preserve"> PAGEREF _Toc196330265 \h </w:instrText>
        </w:r>
        <w:r>
          <w:rPr>
            <w:noProof/>
            <w:webHidden/>
          </w:rPr>
        </w:r>
        <w:r>
          <w:rPr>
            <w:noProof/>
            <w:webHidden/>
          </w:rPr>
          <w:fldChar w:fldCharType="separate"/>
        </w:r>
        <w:r w:rsidR="00382192">
          <w:rPr>
            <w:noProof/>
            <w:webHidden/>
          </w:rPr>
          <w:t>103</w:t>
        </w:r>
        <w:r>
          <w:rPr>
            <w:noProof/>
            <w:webHidden/>
          </w:rPr>
          <w:fldChar w:fldCharType="end"/>
        </w:r>
      </w:hyperlink>
    </w:p>
    <w:p w14:paraId="70BC25C2" w14:textId="454DA880" w:rsidR="00804D8D" w:rsidRDefault="00804D8D" w:rsidP="00804D8D">
      <w:pPr>
        <w:pStyle w:val="TM1"/>
        <w:rPr>
          <w:rFonts w:asciiTheme="minorHAnsi" w:eastAsiaTheme="minorEastAsia" w:hAnsiTheme="minorHAnsi" w:cstheme="minorBidi"/>
          <w:color w:val="auto"/>
          <w:kern w:val="2"/>
          <w:sz w:val="24"/>
          <w:szCs w:val="24"/>
          <w14:ligatures w14:val="standardContextual"/>
        </w:rPr>
      </w:pPr>
      <w:hyperlink w:anchor="_Toc196330266" w:history="1">
        <w:r w:rsidRPr="001A388E">
          <w:rPr>
            <w:rStyle w:val="Lienhypertexte"/>
          </w:rPr>
          <w:t>LES DRAMES DE L’HISTOIRE</w:t>
        </w:r>
        <w:r>
          <w:rPr>
            <w:webHidden/>
          </w:rPr>
          <w:tab/>
        </w:r>
        <w:r>
          <w:rPr>
            <w:webHidden/>
          </w:rPr>
          <w:fldChar w:fldCharType="begin"/>
        </w:r>
        <w:r>
          <w:rPr>
            <w:webHidden/>
          </w:rPr>
          <w:instrText xml:space="preserve"> PAGEREF _Toc196330266 \h </w:instrText>
        </w:r>
        <w:r>
          <w:rPr>
            <w:webHidden/>
          </w:rPr>
        </w:r>
        <w:r>
          <w:rPr>
            <w:webHidden/>
          </w:rPr>
          <w:fldChar w:fldCharType="separate"/>
        </w:r>
        <w:r w:rsidR="00382192">
          <w:rPr>
            <w:webHidden/>
          </w:rPr>
          <w:t>105</w:t>
        </w:r>
        <w:r>
          <w:rPr>
            <w:webHidden/>
          </w:rPr>
          <w:fldChar w:fldCharType="end"/>
        </w:r>
      </w:hyperlink>
    </w:p>
    <w:p w14:paraId="7D0172D1" w14:textId="4D8A7FC7" w:rsidR="00804D8D" w:rsidRDefault="00804D8D">
      <w:pPr>
        <w:pStyle w:val="TM2"/>
        <w:rPr>
          <w:rFonts w:asciiTheme="minorHAnsi" w:eastAsiaTheme="minorEastAsia" w:hAnsiTheme="minorHAnsi" w:cstheme="minorBidi"/>
          <w:color w:val="auto"/>
          <w:kern w:val="2"/>
          <w:sz w:val="24"/>
          <w14:ligatures w14:val="standardContextual"/>
        </w:rPr>
      </w:pPr>
      <w:hyperlink w:anchor="_Toc196330267" w:history="1">
        <w:r w:rsidRPr="001A388E">
          <w:rPr>
            <w:rStyle w:val="Lienhypertexte"/>
          </w:rPr>
          <w:t>LA FIANCÉE DU FAUCONNIER</w:t>
        </w:r>
        <w:r>
          <w:rPr>
            <w:webHidden/>
          </w:rPr>
          <w:tab/>
        </w:r>
        <w:r>
          <w:rPr>
            <w:webHidden/>
          </w:rPr>
          <w:fldChar w:fldCharType="begin"/>
        </w:r>
        <w:r>
          <w:rPr>
            <w:webHidden/>
          </w:rPr>
          <w:instrText xml:space="preserve"> PAGEREF _Toc196330267 \h </w:instrText>
        </w:r>
        <w:r>
          <w:rPr>
            <w:webHidden/>
          </w:rPr>
        </w:r>
        <w:r>
          <w:rPr>
            <w:webHidden/>
          </w:rPr>
          <w:fldChar w:fldCharType="separate"/>
        </w:r>
        <w:r w:rsidR="00382192">
          <w:rPr>
            <w:webHidden/>
          </w:rPr>
          <w:t>106</w:t>
        </w:r>
        <w:r>
          <w:rPr>
            <w:webHidden/>
          </w:rPr>
          <w:fldChar w:fldCharType="end"/>
        </w:r>
      </w:hyperlink>
    </w:p>
    <w:p w14:paraId="3B9EB922" w14:textId="305EEB40"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68" w:history="1">
        <w:r w:rsidRPr="001A388E">
          <w:rPr>
            <w:rStyle w:val="Lienhypertexte"/>
            <w:noProof/>
          </w:rPr>
          <w:t>PREMIER ACTE  L’odieux madrigal.</w:t>
        </w:r>
        <w:r>
          <w:rPr>
            <w:noProof/>
            <w:webHidden/>
          </w:rPr>
          <w:tab/>
        </w:r>
        <w:r>
          <w:rPr>
            <w:noProof/>
            <w:webHidden/>
          </w:rPr>
          <w:fldChar w:fldCharType="begin"/>
        </w:r>
        <w:r>
          <w:rPr>
            <w:noProof/>
            <w:webHidden/>
          </w:rPr>
          <w:instrText xml:space="preserve"> PAGEREF _Toc196330268 \h </w:instrText>
        </w:r>
        <w:r>
          <w:rPr>
            <w:noProof/>
            <w:webHidden/>
          </w:rPr>
        </w:r>
        <w:r>
          <w:rPr>
            <w:noProof/>
            <w:webHidden/>
          </w:rPr>
          <w:fldChar w:fldCharType="separate"/>
        </w:r>
        <w:r w:rsidR="00382192">
          <w:rPr>
            <w:noProof/>
            <w:webHidden/>
          </w:rPr>
          <w:t>106</w:t>
        </w:r>
        <w:r>
          <w:rPr>
            <w:noProof/>
            <w:webHidden/>
          </w:rPr>
          <w:fldChar w:fldCharType="end"/>
        </w:r>
      </w:hyperlink>
    </w:p>
    <w:p w14:paraId="533114E8" w14:textId="28E360F6"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69" w:history="1">
        <w:r w:rsidRPr="001A388E">
          <w:rPr>
            <w:rStyle w:val="Lienhypertexte"/>
            <w:noProof/>
          </w:rPr>
          <w:t>DEUXIÈME ACTE  La fiancée enlevée.</w:t>
        </w:r>
        <w:r>
          <w:rPr>
            <w:noProof/>
            <w:webHidden/>
          </w:rPr>
          <w:tab/>
        </w:r>
        <w:r>
          <w:rPr>
            <w:noProof/>
            <w:webHidden/>
          </w:rPr>
          <w:fldChar w:fldCharType="begin"/>
        </w:r>
        <w:r>
          <w:rPr>
            <w:noProof/>
            <w:webHidden/>
          </w:rPr>
          <w:instrText xml:space="preserve"> PAGEREF _Toc196330269 \h </w:instrText>
        </w:r>
        <w:r>
          <w:rPr>
            <w:noProof/>
            <w:webHidden/>
          </w:rPr>
        </w:r>
        <w:r>
          <w:rPr>
            <w:noProof/>
            <w:webHidden/>
          </w:rPr>
          <w:fldChar w:fldCharType="separate"/>
        </w:r>
        <w:r w:rsidR="00382192">
          <w:rPr>
            <w:noProof/>
            <w:webHidden/>
          </w:rPr>
          <w:t>108</w:t>
        </w:r>
        <w:r>
          <w:rPr>
            <w:noProof/>
            <w:webHidden/>
          </w:rPr>
          <w:fldChar w:fldCharType="end"/>
        </w:r>
      </w:hyperlink>
    </w:p>
    <w:p w14:paraId="1CFBF408" w14:textId="7427EFC5"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70" w:history="1">
        <w:r w:rsidRPr="001A388E">
          <w:rPr>
            <w:rStyle w:val="Lienhypertexte"/>
            <w:noProof/>
          </w:rPr>
          <w:t>TROISIÈME ACTE  L’idée du fauconnier.</w:t>
        </w:r>
        <w:r>
          <w:rPr>
            <w:noProof/>
            <w:webHidden/>
          </w:rPr>
          <w:tab/>
        </w:r>
        <w:r>
          <w:rPr>
            <w:noProof/>
            <w:webHidden/>
          </w:rPr>
          <w:fldChar w:fldCharType="begin"/>
        </w:r>
        <w:r>
          <w:rPr>
            <w:noProof/>
            <w:webHidden/>
          </w:rPr>
          <w:instrText xml:space="preserve"> PAGEREF _Toc196330270 \h </w:instrText>
        </w:r>
        <w:r>
          <w:rPr>
            <w:noProof/>
            <w:webHidden/>
          </w:rPr>
        </w:r>
        <w:r>
          <w:rPr>
            <w:noProof/>
            <w:webHidden/>
          </w:rPr>
          <w:fldChar w:fldCharType="separate"/>
        </w:r>
        <w:r w:rsidR="00382192">
          <w:rPr>
            <w:noProof/>
            <w:webHidden/>
          </w:rPr>
          <w:t>109</w:t>
        </w:r>
        <w:r>
          <w:rPr>
            <w:noProof/>
            <w:webHidden/>
          </w:rPr>
          <w:fldChar w:fldCharType="end"/>
        </w:r>
      </w:hyperlink>
    </w:p>
    <w:p w14:paraId="08CD9207" w14:textId="48145BBA" w:rsidR="00804D8D" w:rsidRDefault="00804D8D">
      <w:pPr>
        <w:pStyle w:val="TM2"/>
        <w:rPr>
          <w:rFonts w:asciiTheme="minorHAnsi" w:eastAsiaTheme="minorEastAsia" w:hAnsiTheme="minorHAnsi" w:cstheme="minorBidi"/>
          <w:color w:val="auto"/>
          <w:kern w:val="2"/>
          <w:sz w:val="24"/>
          <w14:ligatures w14:val="standardContextual"/>
        </w:rPr>
      </w:pPr>
      <w:hyperlink w:anchor="_Toc196330271" w:history="1">
        <w:r w:rsidRPr="001A388E">
          <w:rPr>
            <w:rStyle w:val="Lienhypertexte"/>
          </w:rPr>
          <w:t>LA CROISADE</w:t>
        </w:r>
        <w:r>
          <w:rPr>
            <w:webHidden/>
          </w:rPr>
          <w:tab/>
        </w:r>
        <w:r>
          <w:rPr>
            <w:webHidden/>
          </w:rPr>
          <w:fldChar w:fldCharType="begin"/>
        </w:r>
        <w:r>
          <w:rPr>
            <w:webHidden/>
          </w:rPr>
          <w:instrText xml:space="preserve"> PAGEREF _Toc196330271 \h </w:instrText>
        </w:r>
        <w:r>
          <w:rPr>
            <w:webHidden/>
          </w:rPr>
        </w:r>
        <w:r>
          <w:rPr>
            <w:webHidden/>
          </w:rPr>
          <w:fldChar w:fldCharType="separate"/>
        </w:r>
        <w:r w:rsidR="00382192">
          <w:rPr>
            <w:webHidden/>
          </w:rPr>
          <w:t>112</w:t>
        </w:r>
        <w:r>
          <w:rPr>
            <w:webHidden/>
          </w:rPr>
          <w:fldChar w:fldCharType="end"/>
        </w:r>
      </w:hyperlink>
    </w:p>
    <w:p w14:paraId="5167D615" w14:textId="0B4E35E0"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72" w:history="1">
        <w:r w:rsidRPr="001A388E">
          <w:rPr>
            <w:rStyle w:val="Lienhypertexte"/>
            <w:noProof/>
          </w:rPr>
          <w:t>PREMIER TABLEAU  Le départ des Croisés.</w:t>
        </w:r>
        <w:r>
          <w:rPr>
            <w:noProof/>
            <w:webHidden/>
          </w:rPr>
          <w:tab/>
        </w:r>
        <w:r>
          <w:rPr>
            <w:noProof/>
            <w:webHidden/>
          </w:rPr>
          <w:fldChar w:fldCharType="begin"/>
        </w:r>
        <w:r>
          <w:rPr>
            <w:noProof/>
            <w:webHidden/>
          </w:rPr>
          <w:instrText xml:space="preserve"> PAGEREF _Toc196330272 \h </w:instrText>
        </w:r>
        <w:r>
          <w:rPr>
            <w:noProof/>
            <w:webHidden/>
          </w:rPr>
        </w:r>
        <w:r>
          <w:rPr>
            <w:noProof/>
            <w:webHidden/>
          </w:rPr>
          <w:fldChar w:fldCharType="separate"/>
        </w:r>
        <w:r w:rsidR="00382192">
          <w:rPr>
            <w:noProof/>
            <w:webHidden/>
          </w:rPr>
          <w:t>112</w:t>
        </w:r>
        <w:r>
          <w:rPr>
            <w:noProof/>
            <w:webHidden/>
          </w:rPr>
          <w:fldChar w:fldCharType="end"/>
        </w:r>
      </w:hyperlink>
    </w:p>
    <w:p w14:paraId="178CBEAB" w14:textId="043A8FBD"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73" w:history="1">
        <w:r w:rsidRPr="001A388E">
          <w:rPr>
            <w:rStyle w:val="Lienhypertexte"/>
            <w:noProof/>
          </w:rPr>
          <w:t>DEUXIÈME TABLEAU  La périlleuse mission.</w:t>
        </w:r>
        <w:r>
          <w:rPr>
            <w:noProof/>
            <w:webHidden/>
          </w:rPr>
          <w:tab/>
        </w:r>
        <w:r>
          <w:rPr>
            <w:noProof/>
            <w:webHidden/>
          </w:rPr>
          <w:fldChar w:fldCharType="begin"/>
        </w:r>
        <w:r>
          <w:rPr>
            <w:noProof/>
            <w:webHidden/>
          </w:rPr>
          <w:instrText xml:space="preserve"> PAGEREF _Toc196330273 \h </w:instrText>
        </w:r>
        <w:r>
          <w:rPr>
            <w:noProof/>
            <w:webHidden/>
          </w:rPr>
        </w:r>
        <w:r>
          <w:rPr>
            <w:noProof/>
            <w:webHidden/>
          </w:rPr>
          <w:fldChar w:fldCharType="separate"/>
        </w:r>
        <w:r w:rsidR="00382192">
          <w:rPr>
            <w:noProof/>
            <w:webHidden/>
          </w:rPr>
          <w:t>113</w:t>
        </w:r>
        <w:r>
          <w:rPr>
            <w:noProof/>
            <w:webHidden/>
          </w:rPr>
          <w:fldChar w:fldCharType="end"/>
        </w:r>
      </w:hyperlink>
    </w:p>
    <w:p w14:paraId="0D7B7433" w14:textId="4E2E281A"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74" w:history="1">
        <w:r w:rsidRPr="001A388E">
          <w:rPr>
            <w:rStyle w:val="Lienhypertexte"/>
            <w:noProof/>
          </w:rPr>
          <w:t>TROISIÈME TABLEAU  La bataille.</w:t>
        </w:r>
        <w:r>
          <w:rPr>
            <w:noProof/>
            <w:webHidden/>
          </w:rPr>
          <w:tab/>
        </w:r>
        <w:r>
          <w:rPr>
            <w:noProof/>
            <w:webHidden/>
          </w:rPr>
          <w:fldChar w:fldCharType="begin"/>
        </w:r>
        <w:r>
          <w:rPr>
            <w:noProof/>
            <w:webHidden/>
          </w:rPr>
          <w:instrText xml:space="preserve"> PAGEREF _Toc196330274 \h </w:instrText>
        </w:r>
        <w:r>
          <w:rPr>
            <w:noProof/>
            <w:webHidden/>
          </w:rPr>
        </w:r>
        <w:r>
          <w:rPr>
            <w:noProof/>
            <w:webHidden/>
          </w:rPr>
          <w:fldChar w:fldCharType="separate"/>
        </w:r>
        <w:r w:rsidR="00382192">
          <w:rPr>
            <w:noProof/>
            <w:webHidden/>
          </w:rPr>
          <w:t>115</w:t>
        </w:r>
        <w:r>
          <w:rPr>
            <w:noProof/>
            <w:webHidden/>
          </w:rPr>
          <w:fldChar w:fldCharType="end"/>
        </w:r>
      </w:hyperlink>
    </w:p>
    <w:p w14:paraId="54258658" w14:textId="3BB3DD07"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75" w:history="1">
        <w:r w:rsidRPr="001A388E">
          <w:rPr>
            <w:rStyle w:val="Lienhypertexte"/>
            <w:noProof/>
          </w:rPr>
          <w:t>QUATRIÈME TABLEAU  L’entrée triomphante à Jérusalem.</w:t>
        </w:r>
        <w:r>
          <w:rPr>
            <w:noProof/>
            <w:webHidden/>
          </w:rPr>
          <w:tab/>
        </w:r>
        <w:r>
          <w:rPr>
            <w:noProof/>
            <w:webHidden/>
          </w:rPr>
          <w:fldChar w:fldCharType="begin"/>
        </w:r>
        <w:r>
          <w:rPr>
            <w:noProof/>
            <w:webHidden/>
          </w:rPr>
          <w:instrText xml:space="preserve"> PAGEREF _Toc196330275 \h </w:instrText>
        </w:r>
        <w:r>
          <w:rPr>
            <w:noProof/>
            <w:webHidden/>
          </w:rPr>
        </w:r>
        <w:r>
          <w:rPr>
            <w:noProof/>
            <w:webHidden/>
          </w:rPr>
          <w:fldChar w:fldCharType="separate"/>
        </w:r>
        <w:r w:rsidR="00382192">
          <w:rPr>
            <w:noProof/>
            <w:webHidden/>
          </w:rPr>
          <w:t>116</w:t>
        </w:r>
        <w:r>
          <w:rPr>
            <w:noProof/>
            <w:webHidden/>
          </w:rPr>
          <w:fldChar w:fldCharType="end"/>
        </w:r>
      </w:hyperlink>
    </w:p>
    <w:p w14:paraId="3E9FB230" w14:textId="0A26D160"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76" w:history="1">
        <w:r w:rsidRPr="001A388E">
          <w:rPr>
            <w:rStyle w:val="Lienhypertexte"/>
            <w:noProof/>
          </w:rPr>
          <w:t>CINQUIÈME TABLEAU  Séquestrés dans le désert.</w:t>
        </w:r>
        <w:r>
          <w:rPr>
            <w:noProof/>
            <w:webHidden/>
          </w:rPr>
          <w:tab/>
        </w:r>
        <w:r>
          <w:rPr>
            <w:noProof/>
            <w:webHidden/>
          </w:rPr>
          <w:fldChar w:fldCharType="begin"/>
        </w:r>
        <w:r>
          <w:rPr>
            <w:noProof/>
            <w:webHidden/>
          </w:rPr>
          <w:instrText xml:space="preserve"> PAGEREF _Toc196330276 \h </w:instrText>
        </w:r>
        <w:r>
          <w:rPr>
            <w:noProof/>
            <w:webHidden/>
          </w:rPr>
        </w:r>
        <w:r>
          <w:rPr>
            <w:noProof/>
            <w:webHidden/>
          </w:rPr>
          <w:fldChar w:fldCharType="separate"/>
        </w:r>
        <w:r w:rsidR="00382192">
          <w:rPr>
            <w:noProof/>
            <w:webHidden/>
          </w:rPr>
          <w:t>117</w:t>
        </w:r>
        <w:r>
          <w:rPr>
            <w:noProof/>
            <w:webHidden/>
          </w:rPr>
          <w:fldChar w:fldCharType="end"/>
        </w:r>
      </w:hyperlink>
    </w:p>
    <w:p w14:paraId="0F83BB93" w14:textId="09E81AC4"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77" w:history="1">
        <w:r w:rsidRPr="001A388E">
          <w:rPr>
            <w:rStyle w:val="Lienhypertexte"/>
            <w:noProof/>
          </w:rPr>
          <w:t>SIXIÈME TABLEAU  Le retour des Croisés.</w:t>
        </w:r>
        <w:r>
          <w:rPr>
            <w:noProof/>
            <w:webHidden/>
          </w:rPr>
          <w:tab/>
        </w:r>
        <w:r>
          <w:rPr>
            <w:noProof/>
            <w:webHidden/>
          </w:rPr>
          <w:fldChar w:fldCharType="begin"/>
        </w:r>
        <w:r>
          <w:rPr>
            <w:noProof/>
            <w:webHidden/>
          </w:rPr>
          <w:instrText xml:space="preserve"> PAGEREF _Toc196330277 \h </w:instrText>
        </w:r>
        <w:r>
          <w:rPr>
            <w:noProof/>
            <w:webHidden/>
          </w:rPr>
        </w:r>
        <w:r>
          <w:rPr>
            <w:noProof/>
            <w:webHidden/>
          </w:rPr>
          <w:fldChar w:fldCharType="separate"/>
        </w:r>
        <w:r w:rsidR="00382192">
          <w:rPr>
            <w:noProof/>
            <w:webHidden/>
          </w:rPr>
          <w:t>118</w:t>
        </w:r>
        <w:r>
          <w:rPr>
            <w:noProof/>
            <w:webHidden/>
          </w:rPr>
          <w:fldChar w:fldCharType="end"/>
        </w:r>
      </w:hyperlink>
    </w:p>
    <w:p w14:paraId="4BBFAB9A" w14:textId="41924CFC" w:rsidR="00804D8D" w:rsidRDefault="00804D8D">
      <w:pPr>
        <w:pStyle w:val="TM2"/>
        <w:rPr>
          <w:rFonts w:asciiTheme="minorHAnsi" w:eastAsiaTheme="minorEastAsia" w:hAnsiTheme="minorHAnsi" w:cstheme="minorBidi"/>
          <w:color w:val="auto"/>
          <w:kern w:val="2"/>
          <w:sz w:val="24"/>
          <w14:ligatures w14:val="standardContextual"/>
        </w:rPr>
      </w:pPr>
      <w:hyperlink w:anchor="_Toc196330278" w:history="1">
        <w:r w:rsidRPr="001A388E">
          <w:rPr>
            <w:rStyle w:val="Lienhypertexte"/>
          </w:rPr>
          <w:t>L’HOMME AU MASQUE DE FER  Drame de la Mi-Carême.</w:t>
        </w:r>
        <w:r>
          <w:rPr>
            <w:webHidden/>
          </w:rPr>
          <w:tab/>
        </w:r>
        <w:r>
          <w:rPr>
            <w:webHidden/>
          </w:rPr>
          <w:fldChar w:fldCharType="begin"/>
        </w:r>
        <w:r>
          <w:rPr>
            <w:webHidden/>
          </w:rPr>
          <w:instrText xml:space="preserve"> PAGEREF _Toc196330278 \h </w:instrText>
        </w:r>
        <w:r>
          <w:rPr>
            <w:webHidden/>
          </w:rPr>
        </w:r>
        <w:r>
          <w:rPr>
            <w:webHidden/>
          </w:rPr>
          <w:fldChar w:fldCharType="separate"/>
        </w:r>
        <w:r w:rsidR="00382192">
          <w:rPr>
            <w:webHidden/>
          </w:rPr>
          <w:t>120</w:t>
        </w:r>
        <w:r>
          <w:rPr>
            <w:webHidden/>
          </w:rPr>
          <w:fldChar w:fldCharType="end"/>
        </w:r>
      </w:hyperlink>
    </w:p>
    <w:p w14:paraId="13270B70" w14:textId="326195A7"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79" w:history="1">
        <w:r w:rsidRPr="001A388E">
          <w:rPr>
            <w:rStyle w:val="Lienhypertexte"/>
            <w:noProof/>
          </w:rPr>
          <w:t>PREMIER ACTE  Gouverneur et prisonnier.</w:t>
        </w:r>
        <w:r>
          <w:rPr>
            <w:noProof/>
            <w:webHidden/>
          </w:rPr>
          <w:tab/>
        </w:r>
        <w:r>
          <w:rPr>
            <w:noProof/>
            <w:webHidden/>
          </w:rPr>
          <w:fldChar w:fldCharType="begin"/>
        </w:r>
        <w:r>
          <w:rPr>
            <w:noProof/>
            <w:webHidden/>
          </w:rPr>
          <w:instrText xml:space="preserve"> PAGEREF _Toc196330279 \h </w:instrText>
        </w:r>
        <w:r>
          <w:rPr>
            <w:noProof/>
            <w:webHidden/>
          </w:rPr>
        </w:r>
        <w:r>
          <w:rPr>
            <w:noProof/>
            <w:webHidden/>
          </w:rPr>
          <w:fldChar w:fldCharType="separate"/>
        </w:r>
        <w:r w:rsidR="00382192">
          <w:rPr>
            <w:noProof/>
            <w:webHidden/>
          </w:rPr>
          <w:t>120</w:t>
        </w:r>
        <w:r>
          <w:rPr>
            <w:noProof/>
            <w:webHidden/>
          </w:rPr>
          <w:fldChar w:fldCharType="end"/>
        </w:r>
      </w:hyperlink>
    </w:p>
    <w:p w14:paraId="5BEE8F05" w14:textId="5CD59D7B"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80" w:history="1">
        <w:r w:rsidRPr="001A388E">
          <w:rPr>
            <w:rStyle w:val="Lienhypertexte"/>
            <w:noProof/>
          </w:rPr>
          <w:t>DEUXIÈME ACTE  Préparatifs d’évasion.</w:t>
        </w:r>
        <w:r>
          <w:rPr>
            <w:noProof/>
            <w:webHidden/>
          </w:rPr>
          <w:tab/>
        </w:r>
        <w:r>
          <w:rPr>
            <w:noProof/>
            <w:webHidden/>
          </w:rPr>
          <w:fldChar w:fldCharType="begin"/>
        </w:r>
        <w:r>
          <w:rPr>
            <w:noProof/>
            <w:webHidden/>
          </w:rPr>
          <w:instrText xml:space="preserve"> PAGEREF _Toc196330280 \h </w:instrText>
        </w:r>
        <w:r>
          <w:rPr>
            <w:noProof/>
            <w:webHidden/>
          </w:rPr>
        </w:r>
        <w:r>
          <w:rPr>
            <w:noProof/>
            <w:webHidden/>
          </w:rPr>
          <w:fldChar w:fldCharType="separate"/>
        </w:r>
        <w:r w:rsidR="00382192">
          <w:rPr>
            <w:noProof/>
            <w:webHidden/>
          </w:rPr>
          <w:t>121</w:t>
        </w:r>
        <w:r>
          <w:rPr>
            <w:noProof/>
            <w:webHidden/>
          </w:rPr>
          <w:fldChar w:fldCharType="end"/>
        </w:r>
      </w:hyperlink>
    </w:p>
    <w:p w14:paraId="69F189A8" w14:textId="59B1E69B"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81" w:history="1">
        <w:r w:rsidRPr="001A388E">
          <w:rPr>
            <w:rStyle w:val="Lienhypertexte"/>
            <w:noProof/>
          </w:rPr>
          <w:t>TROISIÈME ACTE  Musique de cachot.</w:t>
        </w:r>
        <w:r>
          <w:rPr>
            <w:noProof/>
            <w:webHidden/>
          </w:rPr>
          <w:tab/>
        </w:r>
        <w:r>
          <w:rPr>
            <w:noProof/>
            <w:webHidden/>
          </w:rPr>
          <w:fldChar w:fldCharType="begin"/>
        </w:r>
        <w:r>
          <w:rPr>
            <w:noProof/>
            <w:webHidden/>
          </w:rPr>
          <w:instrText xml:space="preserve"> PAGEREF _Toc196330281 \h </w:instrText>
        </w:r>
        <w:r>
          <w:rPr>
            <w:noProof/>
            <w:webHidden/>
          </w:rPr>
        </w:r>
        <w:r>
          <w:rPr>
            <w:noProof/>
            <w:webHidden/>
          </w:rPr>
          <w:fldChar w:fldCharType="separate"/>
        </w:r>
        <w:r w:rsidR="00382192">
          <w:rPr>
            <w:noProof/>
            <w:webHidden/>
          </w:rPr>
          <w:t>122</w:t>
        </w:r>
        <w:r>
          <w:rPr>
            <w:noProof/>
            <w:webHidden/>
          </w:rPr>
          <w:fldChar w:fldCharType="end"/>
        </w:r>
      </w:hyperlink>
    </w:p>
    <w:p w14:paraId="723ADFE0" w14:textId="2E98E960"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82" w:history="1">
        <w:r w:rsidRPr="001A388E">
          <w:rPr>
            <w:rStyle w:val="Lienhypertexte"/>
            <w:noProof/>
          </w:rPr>
          <w:t>QUATRIÈME ACTE  L’évasion.</w:t>
        </w:r>
        <w:r>
          <w:rPr>
            <w:noProof/>
            <w:webHidden/>
          </w:rPr>
          <w:tab/>
        </w:r>
        <w:r>
          <w:rPr>
            <w:noProof/>
            <w:webHidden/>
          </w:rPr>
          <w:fldChar w:fldCharType="begin"/>
        </w:r>
        <w:r>
          <w:rPr>
            <w:noProof/>
            <w:webHidden/>
          </w:rPr>
          <w:instrText xml:space="preserve"> PAGEREF _Toc196330282 \h </w:instrText>
        </w:r>
        <w:r>
          <w:rPr>
            <w:noProof/>
            <w:webHidden/>
          </w:rPr>
        </w:r>
        <w:r>
          <w:rPr>
            <w:noProof/>
            <w:webHidden/>
          </w:rPr>
          <w:fldChar w:fldCharType="separate"/>
        </w:r>
        <w:r w:rsidR="00382192">
          <w:rPr>
            <w:noProof/>
            <w:webHidden/>
          </w:rPr>
          <w:t>123</w:t>
        </w:r>
        <w:r>
          <w:rPr>
            <w:noProof/>
            <w:webHidden/>
          </w:rPr>
          <w:fldChar w:fldCharType="end"/>
        </w:r>
      </w:hyperlink>
    </w:p>
    <w:p w14:paraId="57AB7927" w14:textId="4F4B43B0" w:rsidR="00804D8D" w:rsidRDefault="00804D8D">
      <w:pPr>
        <w:pStyle w:val="TM2"/>
        <w:rPr>
          <w:rFonts w:asciiTheme="minorHAnsi" w:eastAsiaTheme="minorEastAsia" w:hAnsiTheme="minorHAnsi" w:cstheme="minorBidi"/>
          <w:color w:val="auto"/>
          <w:kern w:val="2"/>
          <w:sz w:val="24"/>
          <w14:ligatures w14:val="standardContextual"/>
        </w:rPr>
      </w:pPr>
      <w:hyperlink w:anchor="_Toc196330283" w:history="1">
        <w:r w:rsidRPr="001A388E">
          <w:rPr>
            <w:rStyle w:val="Lienhypertexte"/>
          </w:rPr>
          <w:t>LES DRAMES DU PALAIS BORGIA</w:t>
        </w:r>
        <w:r>
          <w:rPr>
            <w:webHidden/>
          </w:rPr>
          <w:tab/>
        </w:r>
        <w:r>
          <w:rPr>
            <w:webHidden/>
          </w:rPr>
          <w:fldChar w:fldCharType="begin"/>
        </w:r>
        <w:r>
          <w:rPr>
            <w:webHidden/>
          </w:rPr>
          <w:instrText xml:space="preserve"> PAGEREF _Toc196330283 \h </w:instrText>
        </w:r>
        <w:r>
          <w:rPr>
            <w:webHidden/>
          </w:rPr>
        </w:r>
        <w:r>
          <w:rPr>
            <w:webHidden/>
          </w:rPr>
          <w:fldChar w:fldCharType="separate"/>
        </w:r>
        <w:r w:rsidR="00382192">
          <w:rPr>
            <w:webHidden/>
          </w:rPr>
          <w:t>124</w:t>
        </w:r>
        <w:r>
          <w:rPr>
            <w:webHidden/>
          </w:rPr>
          <w:fldChar w:fldCharType="end"/>
        </w:r>
      </w:hyperlink>
    </w:p>
    <w:p w14:paraId="6853B2D8" w14:textId="1AE1EECB"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84" w:history="1">
        <w:r w:rsidRPr="001A388E">
          <w:rPr>
            <w:rStyle w:val="Lienhypertexte"/>
            <w:noProof/>
          </w:rPr>
          <w:t>PREMIER ACTE  Lucrèce Borgia.</w:t>
        </w:r>
        <w:r>
          <w:rPr>
            <w:noProof/>
            <w:webHidden/>
          </w:rPr>
          <w:tab/>
        </w:r>
        <w:r>
          <w:rPr>
            <w:noProof/>
            <w:webHidden/>
          </w:rPr>
          <w:fldChar w:fldCharType="begin"/>
        </w:r>
        <w:r>
          <w:rPr>
            <w:noProof/>
            <w:webHidden/>
          </w:rPr>
          <w:instrText xml:space="preserve"> PAGEREF _Toc196330284 \h </w:instrText>
        </w:r>
        <w:r>
          <w:rPr>
            <w:noProof/>
            <w:webHidden/>
          </w:rPr>
        </w:r>
        <w:r>
          <w:rPr>
            <w:noProof/>
            <w:webHidden/>
          </w:rPr>
          <w:fldChar w:fldCharType="separate"/>
        </w:r>
        <w:r w:rsidR="00382192">
          <w:rPr>
            <w:noProof/>
            <w:webHidden/>
          </w:rPr>
          <w:t>124</w:t>
        </w:r>
        <w:r>
          <w:rPr>
            <w:noProof/>
            <w:webHidden/>
          </w:rPr>
          <w:fldChar w:fldCharType="end"/>
        </w:r>
      </w:hyperlink>
    </w:p>
    <w:p w14:paraId="6E00F4F6" w14:textId="5E6D0F99"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85" w:history="1">
        <w:r w:rsidRPr="001A388E">
          <w:rPr>
            <w:rStyle w:val="Lienhypertexte"/>
            <w:noProof/>
          </w:rPr>
          <w:t>DEUXIÈME ACTE  L’écorcheur.</w:t>
        </w:r>
        <w:r>
          <w:rPr>
            <w:noProof/>
            <w:webHidden/>
          </w:rPr>
          <w:tab/>
        </w:r>
        <w:r>
          <w:rPr>
            <w:noProof/>
            <w:webHidden/>
          </w:rPr>
          <w:fldChar w:fldCharType="begin"/>
        </w:r>
        <w:r>
          <w:rPr>
            <w:noProof/>
            <w:webHidden/>
          </w:rPr>
          <w:instrText xml:space="preserve"> PAGEREF _Toc196330285 \h </w:instrText>
        </w:r>
        <w:r>
          <w:rPr>
            <w:noProof/>
            <w:webHidden/>
          </w:rPr>
        </w:r>
        <w:r>
          <w:rPr>
            <w:noProof/>
            <w:webHidden/>
          </w:rPr>
          <w:fldChar w:fldCharType="separate"/>
        </w:r>
        <w:r w:rsidR="00382192">
          <w:rPr>
            <w:noProof/>
            <w:webHidden/>
          </w:rPr>
          <w:t>125</w:t>
        </w:r>
        <w:r>
          <w:rPr>
            <w:noProof/>
            <w:webHidden/>
          </w:rPr>
          <w:fldChar w:fldCharType="end"/>
        </w:r>
      </w:hyperlink>
    </w:p>
    <w:p w14:paraId="35C2822B" w14:textId="1F20957F"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86" w:history="1">
        <w:r w:rsidRPr="001A388E">
          <w:rPr>
            <w:rStyle w:val="Lienhypertexte"/>
            <w:noProof/>
          </w:rPr>
          <w:t>TROISIÈME ACTE  L’amour plus fort que la haine.</w:t>
        </w:r>
        <w:r>
          <w:rPr>
            <w:noProof/>
            <w:webHidden/>
          </w:rPr>
          <w:tab/>
        </w:r>
        <w:r>
          <w:rPr>
            <w:noProof/>
            <w:webHidden/>
          </w:rPr>
          <w:fldChar w:fldCharType="begin"/>
        </w:r>
        <w:r>
          <w:rPr>
            <w:noProof/>
            <w:webHidden/>
          </w:rPr>
          <w:instrText xml:space="preserve"> PAGEREF _Toc196330286 \h </w:instrText>
        </w:r>
        <w:r>
          <w:rPr>
            <w:noProof/>
            <w:webHidden/>
          </w:rPr>
        </w:r>
        <w:r>
          <w:rPr>
            <w:noProof/>
            <w:webHidden/>
          </w:rPr>
          <w:fldChar w:fldCharType="separate"/>
        </w:r>
        <w:r w:rsidR="00382192">
          <w:rPr>
            <w:noProof/>
            <w:webHidden/>
          </w:rPr>
          <w:t>127</w:t>
        </w:r>
        <w:r>
          <w:rPr>
            <w:noProof/>
            <w:webHidden/>
          </w:rPr>
          <w:fldChar w:fldCharType="end"/>
        </w:r>
      </w:hyperlink>
    </w:p>
    <w:p w14:paraId="02088EC1" w14:textId="55CC7BA7" w:rsidR="00804D8D" w:rsidRDefault="00804D8D">
      <w:pPr>
        <w:pStyle w:val="TM2"/>
        <w:rPr>
          <w:rFonts w:asciiTheme="minorHAnsi" w:eastAsiaTheme="minorEastAsia" w:hAnsiTheme="minorHAnsi" w:cstheme="minorBidi"/>
          <w:color w:val="auto"/>
          <w:kern w:val="2"/>
          <w:sz w:val="24"/>
          <w14:ligatures w14:val="standardContextual"/>
        </w:rPr>
      </w:pPr>
      <w:hyperlink w:anchor="_Toc196330287" w:history="1">
        <w:r w:rsidRPr="001A388E">
          <w:rPr>
            <w:rStyle w:val="Lienhypertexte"/>
          </w:rPr>
          <w:t>LE PARFUMEUR DE LA REINE</w:t>
        </w:r>
        <w:r>
          <w:rPr>
            <w:webHidden/>
          </w:rPr>
          <w:tab/>
        </w:r>
        <w:r>
          <w:rPr>
            <w:webHidden/>
          </w:rPr>
          <w:fldChar w:fldCharType="begin"/>
        </w:r>
        <w:r>
          <w:rPr>
            <w:webHidden/>
          </w:rPr>
          <w:instrText xml:space="preserve"> PAGEREF _Toc196330287 \h </w:instrText>
        </w:r>
        <w:r>
          <w:rPr>
            <w:webHidden/>
          </w:rPr>
        </w:r>
        <w:r>
          <w:rPr>
            <w:webHidden/>
          </w:rPr>
          <w:fldChar w:fldCharType="separate"/>
        </w:r>
        <w:r w:rsidR="00382192">
          <w:rPr>
            <w:webHidden/>
          </w:rPr>
          <w:t>130</w:t>
        </w:r>
        <w:r>
          <w:rPr>
            <w:webHidden/>
          </w:rPr>
          <w:fldChar w:fldCharType="end"/>
        </w:r>
      </w:hyperlink>
    </w:p>
    <w:p w14:paraId="1D594181" w14:textId="333020DC"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88" w:history="1">
        <w:r w:rsidRPr="001A388E">
          <w:rPr>
            <w:rStyle w:val="Lienhypertexte"/>
            <w:noProof/>
          </w:rPr>
          <w:t>PREMIER ACTE  Le parfum qui tue.</w:t>
        </w:r>
        <w:r>
          <w:rPr>
            <w:noProof/>
            <w:webHidden/>
          </w:rPr>
          <w:tab/>
        </w:r>
        <w:r>
          <w:rPr>
            <w:noProof/>
            <w:webHidden/>
          </w:rPr>
          <w:fldChar w:fldCharType="begin"/>
        </w:r>
        <w:r>
          <w:rPr>
            <w:noProof/>
            <w:webHidden/>
          </w:rPr>
          <w:instrText xml:space="preserve"> PAGEREF _Toc196330288 \h </w:instrText>
        </w:r>
        <w:r>
          <w:rPr>
            <w:noProof/>
            <w:webHidden/>
          </w:rPr>
        </w:r>
        <w:r>
          <w:rPr>
            <w:noProof/>
            <w:webHidden/>
          </w:rPr>
          <w:fldChar w:fldCharType="separate"/>
        </w:r>
        <w:r w:rsidR="00382192">
          <w:rPr>
            <w:noProof/>
            <w:webHidden/>
          </w:rPr>
          <w:t>130</w:t>
        </w:r>
        <w:r>
          <w:rPr>
            <w:noProof/>
            <w:webHidden/>
          </w:rPr>
          <w:fldChar w:fldCharType="end"/>
        </w:r>
      </w:hyperlink>
    </w:p>
    <w:p w14:paraId="0432BEF9" w14:textId="616EC9CD"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89" w:history="1">
        <w:r w:rsidRPr="001A388E">
          <w:rPr>
            <w:rStyle w:val="Lienhypertexte"/>
            <w:noProof/>
          </w:rPr>
          <w:t>DEUXIÈME ACTE  Le bouquet.</w:t>
        </w:r>
        <w:r>
          <w:rPr>
            <w:noProof/>
            <w:webHidden/>
          </w:rPr>
          <w:tab/>
        </w:r>
        <w:r>
          <w:rPr>
            <w:noProof/>
            <w:webHidden/>
          </w:rPr>
          <w:fldChar w:fldCharType="begin"/>
        </w:r>
        <w:r>
          <w:rPr>
            <w:noProof/>
            <w:webHidden/>
          </w:rPr>
          <w:instrText xml:space="preserve"> PAGEREF _Toc196330289 \h </w:instrText>
        </w:r>
        <w:r>
          <w:rPr>
            <w:noProof/>
            <w:webHidden/>
          </w:rPr>
        </w:r>
        <w:r>
          <w:rPr>
            <w:noProof/>
            <w:webHidden/>
          </w:rPr>
          <w:fldChar w:fldCharType="separate"/>
        </w:r>
        <w:r w:rsidR="00382192">
          <w:rPr>
            <w:noProof/>
            <w:webHidden/>
          </w:rPr>
          <w:t>131</w:t>
        </w:r>
        <w:r>
          <w:rPr>
            <w:noProof/>
            <w:webHidden/>
          </w:rPr>
          <w:fldChar w:fldCharType="end"/>
        </w:r>
      </w:hyperlink>
    </w:p>
    <w:p w14:paraId="29D4F70D" w14:textId="366F01E7"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90" w:history="1">
        <w:r w:rsidRPr="001A388E">
          <w:rPr>
            <w:rStyle w:val="Lienhypertexte"/>
            <w:noProof/>
          </w:rPr>
          <w:t>TROISIÈME ACTE  Un bienfait n’est jamais perdu.</w:t>
        </w:r>
        <w:r>
          <w:rPr>
            <w:noProof/>
            <w:webHidden/>
          </w:rPr>
          <w:tab/>
        </w:r>
        <w:r>
          <w:rPr>
            <w:noProof/>
            <w:webHidden/>
          </w:rPr>
          <w:fldChar w:fldCharType="begin"/>
        </w:r>
        <w:r>
          <w:rPr>
            <w:noProof/>
            <w:webHidden/>
          </w:rPr>
          <w:instrText xml:space="preserve"> PAGEREF _Toc196330290 \h </w:instrText>
        </w:r>
        <w:r>
          <w:rPr>
            <w:noProof/>
            <w:webHidden/>
          </w:rPr>
        </w:r>
        <w:r>
          <w:rPr>
            <w:noProof/>
            <w:webHidden/>
          </w:rPr>
          <w:fldChar w:fldCharType="separate"/>
        </w:r>
        <w:r w:rsidR="00382192">
          <w:rPr>
            <w:noProof/>
            <w:webHidden/>
          </w:rPr>
          <w:t>132</w:t>
        </w:r>
        <w:r>
          <w:rPr>
            <w:noProof/>
            <w:webHidden/>
          </w:rPr>
          <w:fldChar w:fldCharType="end"/>
        </w:r>
      </w:hyperlink>
    </w:p>
    <w:p w14:paraId="6A168815" w14:textId="766CEE5A"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91" w:history="1">
        <w:r w:rsidRPr="001A388E">
          <w:rPr>
            <w:rStyle w:val="Lienhypertexte"/>
            <w:noProof/>
          </w:rPr>
          <w:t>QUATRIÈME ACTE   Sombres projets.</w:t>
        </w:r>
        <w:r>
          <w:rPr>
            <w:noProof/>
            <w:webHidden/>
          </w:rPr>
          <w:tab/>
        </w:r>
        <w:r>
          <w:rPr>
            <w:noProof/>
            <w:webHidden/>
          </w:rPr>
          <w:fldChar w:fldCharType="begin"/>
        </w:r>
        <w:r>
          <w:rPr>
            <w:noProof/>
            <w:webHidden/>
          </w:rPr>
          <w:instrText xml:space="preserve"> PAGEREF _Toc196330291 \h </w:instrText>
        </w:r>
        <w:r>
          <w:rPr>
            <w:noProof/>
            <w:webHidden/>
          </w:rPr>
        </w:r>
        <w:r>
          <w:rPr>
            <w:noProof/>
            <w:webHidden/>
          </w:rPr>
          <w:fldChar w:fldCharType="separate"/>
        </w:r>
        <w:r w:rsidR="00382192">
          <w:rPr>
            <w:noProof/>
            <w:webHidden/>
          </w:rPr>
          <w:t>134</w:t>
        </w:r>
        <w:r>
          <w:rPr>
            <w:noProof/>
            <w:webHidden/>
          </w:rPr>
          <w:fldChar w:fldCharType="end"/>
        </w:r>
      </w:hyperlink>
    </w:p>
    <w:p w14:paraId="7D6F9013" w14:textId="5C47E9BB"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92" w:history="1">
        <w:r w:rsidRPr="001A388E">
          <w:rPr>
            <w:rStyle w:val="Lienhypertexte"/>
            <w:noProof/>
          </w:rPr>
          <w:t>CINQUIÈME ACTE  Serpent et Pétardier.</w:t>
        </w:r>
        <w:r>
          <w:rPr>
            <w:noProof/>
            <w:webHidden/>
          </w:rPr>
          <w:tab/>
        </w:r>
        <w:r>
          <w:rPr>
            <w:noProof/>
            <w:webHidden/>
          </w:rPr>
          <w:fldChar w:fldCharType="begin"/>
        </w:r>
        <w:r>
          <w:rPr>
            <w:noProof/>
            <w:webHidden/>
          </w:rPr>
          <w:instrText xml:space="preserve"> PAGEREF _Toc196330292 \h </w:instrText>
        </w:r>
        <w:r>
          <w:rPr>
            <w:noProof/>
            <w:webHidden/>
          </w:rPr>
        </w:r>
        <w:r>
          <w:rPr>
            <w:noProof/>
            <w:webHidden/>
          </w:rPr>
          <w:fldChar w:fldCharType="separate"/>
        </w:r>
        <w:r w:rsidR="00382192">
          <w:rPr>
            <w:noProof/>
            <w:webHidden/>
          </w:rPr>
          <w:t>136</w:t>
        </w:r>
        <w:r>
          <w:rPr>
            <w:noProof/>
            <w:webHidden/>
          </w:rPr>
          <w:fldChar w:fldCharType="end"/>
        </w:r>
      </w:hyperlink>
    </w:p>
    <w:p w14:paraId="3BF7322C" w14:textId="6DDD42FC" w:rsidR="00804D8D" w:rsidRDefault="00804D8D">
      <w:pPr>
        <w:pStyle w:val="TM2"/>
        <w:rPr>
          <w:rFonts w:asciiTheme="minorHAnsi" w:eastAsiaTheme="minorEastAsia" w:hAnsiTheme="minorHAnsi" w:cstheme="minorBidi"/>
          <w:color w:val="auto"/>
          <w:kern w:val="2"/>
          <w:sz w:val="24"/>
          <w14:ligatures w14:val="standardContextual"/>
        </w:rPr>
      </w:pPr>
      <w:hyperlink w:anchor="_Toc196330293" w:history="1">
        <w:r w:rsidRPr="001A388E">
          <w:rPr>
            <w:rStyle w:val="Lienhypertexte"/>
          </w:rPr>
          <w:t>LES NUITS DE LA TOUR DE NESLE</w:t>
        </w:r>
        <w:r>
          <w:rPr>
            <w:webHidden/>
          </w:rPr>
          <w:tab/>
        </w:r>
        <w:r>
          <w:rPr>
            <w:webHidden/>
          </w:rPr>
          <w:fldChar w:fldCharType="begin"/>
        </w:r>
        <w:r>
          <w:rPr>
            <w:webHidden/>
          </w:rPr>
          <w:instrText xml:space="preserve"> PAGEREF _Toc196330293 \h </w:instrText>
        </w:r>
        <w:r>
          <w:rPr>
            <w:webHidden/>
          </w:rPr>
        </w:r>
        <w:r>
          <w:rPr>
            <w:webHidden/>
          </w:rPr>
          <w:fldChar w:fldCharType="separate"/>
        </w:r>
        <w:r w:rsidR="00382192">
          <w:rPr>
            <w:webHidden/>
          </w:rPr>
          <w:t>138</w:t>
        </w:r>
        <w:r>
          <w:rPr>
            <w:webHidden/>
          </w:rPr>
          <w:fldChar w:fldCharType="end"/>
        </w:r>
      </w:hyperlink>
    </w:p>
    <w:p w14:paraId="154C92D6" w14:textId="5F21EA87"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94" w:history="1">
        <w:r w:rsidRPr="001A388E">
          <w:rPr>
            <w:rStyle w:val="Lienhypertexte"/>
            <w:noProof/>
          </w:rPr>
          <w:t>PREMIER ACTE  L’auberge du « Noyé frisé ».</w:t>
        </w:r>
        <w:r>
          <w:rPr>
            <w:noProof/>
            <w:webHidden/>
          </w:rPr>
          <w:tab/>
        </w:r>
        <w:r>
          <w:rPr>
            <w:noProof/>
            <w:webHidden/>
          </w:rPr>
          <w:fldChar w:fldCharType="begin"/>
        </w:r>
        <w:r>
          <w:rPr>
            <w:noProof/>
            <w:webHidden/>
          </w:rPr>
          <w:instrText xml:space="preserve"> PAGEREF _Toc196330294 \h </w:instrText>
        </w:r>
        <w:r>
          <w:rPr>
            <w:noProof/>
            <w:webHidden/>
          </w:rPr>
        </w:r>
        <w:r>
          <w:rPr>
            <w:noProof/>
            <w:webHidden/>
          </w:rPr>
          <w:fldChar w:fldCharType="separate"/>
        </w:r>
        <w:r w:rsidR="00382192">
          <w:rPr>
            <w:noProof/>
            <w:webHidden/>
          </w:rPr>
          <w:t>138</w:t>
        </w:r>
        <w:r>
          <w:rPr>
            <w:noProof/>
            <w:webHidden/>
          </w:rPr>
          <w:fldChar w:fldCharType="end"/>
        </w:r>
      </w:hyperlink>
    </w:p>
    <w:p w14:paraId="35A9CED8" w14:textId="3422A485"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95" w:history="1">
        <w:r w:rsidRPr="001A388E">
          <w:rPr>
            <w:rStyle w:val="Lienhypertexte"/>
            <w:noProof/>
          </w:rPr>
          <w:t>DEUXIÈME ACTE  Une orgie à la tour.</w:t>
        </w:r>
        <w:r>
          <w:rPr>
            <w:noProof/>
            <w:webHidden/>
          </w:rPr>
          <w:tab/>
        </w:r>
        <w:r>
          <w:rPr>
            <w:noProof/>
            <w:webHidden/>
          </w:rPr>
          <w:fldChar w:fldCharType="begin"/>
        </w:r>
        <w:r>
          <w:rPr>
            <w:noProof/>
            <w:webHidden/>
          </w:rPr>
          <w:instrText xml:space="preserve"> PAGEREF _Toc196330295 \h </w:instrText>
        </w:r>
        <w:r>
          <w:rPr>
            <w:noProof/>
            <w:webHidden/>
          </w:rPr>
        </w:r>
        <w:r>
          <w:rPr>
            <w:noProof/>
            <w:webHidden/>
          </w:rPr>
          <w:fldChar w:fldCharType="separate"/>
        </w:r>
        <w:r w:rsidR="00382192">
          <w:rPr>
            <w:noProof/>
            <w:webHidden/>
          </w:rPr>
          <w:t>140</w:t>
        </w:r>
        <w:r>
          <w:rPr>
            <w:noProof/>
            <w:webHidden/>
          </w:rPr>
          <w:fldChar w:fldCharType="end"/>
        </w:r>
      </w:hyperlink>
    </w:p>
    <w:p w14:paraId="4E7109A9" w14:textId="30572EB3"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96" w:history="1">
        <w:r w:rsidRPr="001A388E">
          <w:rPr>
            <w:rStyle w:val="Lienhypertexte"/>
            <w:noProof/>
          </w:rPr>
          <w:t>TROISIÈME ACTE  Après l’orgie.</w:t>
        </w:r>
        <w:r>
          <w:rPr>
            <w:noProof/>
            <w:webHidden/>
          </w:rPr>
          <w:tab/>
        </w:r>
        <w:r>
          <w:rPr>
            <w:noProof/>
            <w:webHidden/>
          </w:rPr>
          <w:fldChar w:fldCharType="begin"/>
        </w:r>
        <w:r>
          <w:rPr>
            <w:noProof/>
            <w:webHidden/>
          </w:rPr>
          <w:instrText xml:space="preserve"> PAGEREF _Toc196330296 \h </w:instrText>
        </w:r>
        <w:r>
          <w:rPr>
            <w:noProof/>
            <w:webHidden/>
          </w:rPr>
        </w:r>
        <w:r>
          <w:rPr>
            <w:noProof/>
            <w:webHidden/>
          </w:rPr>
          <w:fldChar w:fldCharType="separate"/>
        </w:r>
        <w:r w:rsidR="00382192">
          <w:rPr>
            <w:noProof/>
            <w:webHidden/>
          </w:rPr>
          <w:t>141</w:t>
        </w:r>
        <w:r>
          <w:rPr>
            <w:noProof/>
            <w:webHidden/>
          </w:rPr>
          <w:fldChar w:fldCharType="end"/>
        </w:r>
      </w:hyperlink>
    </w:p>
    <w:p w14:paraId="618C8663" w14:textId="7BCB7B62"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97" w:history="1">
        <w:r w:rsidRPr="001A388E">
          <w:rPr>
            <w:rStyle w:val="Lienhypertexte"/>
            <w:noProof/>
          </w:rPr>
          <w:t>QUATRIÈME ACTE  Les escargots de Bourgogne.</w:t>
        </w:r>
        <w:r>
          <w:rPr>
            <w:noProof/>
            <w:webHidden/>
          </w:rPr>
          <w:tab/>
        </w:r>
        <w:r>
          <w:rPr>
            <w:noProof/>
            <w:webHidden/>
          </w:rPr>
          <w:fldChar w:fldCharType="begin"/>
        </w:r>
        <w:r>
          <w:rPr>
            <w:noProof/>
            <w:webHidden/>
          </w:rPr>
          <w:instrText xml:space="preserve"> PAGEREF _Toc196330297 \h </w:instrText>
        </w:r>
        <w:r>
          <w:rPr>
            <w:noProof/>
            <w:webHidden/>
          </w:rPr>
        </w:r>
        <w:r>
          <w:rPr>
            <w:noProof/>
            <w:webHidden/>
          </w:rPr>
          <w:fldChar w:fldCharType="separate"/>
        </w:r>
        <w:r w:rsidR="00382192">
          <w:rPr>
            <w:noProof/>
            <w:webHidden/>
          </w:rPr>
          <w:t>142</w:t>
        </w:r>
        <w:r>
          <w:rPr>
            <w:noProof/>
            <w:webHidden/>
          </w:rPr>
          <w:fldChar w:fldCharType="end"/>
        </w:r>
      </w:hyperlink>
    </w:p>
    <w:p w14:paraId="670C76AE" w14:textId="4065466A" w:rsidR="00804D8D" w:rsidRDefault="00804D8D">
      <w:pPr>
        <w:pStyle w:val="TM2"/>
        <w:rPr>
          <w:rFonts w:asciiTheme="minorHAnsi" w:eastAsiaTheme="minorEastAsia" w:hAnsiTheme="minorHAnsi" w:cstheme="minorBidi"/>
          <w:color w:val="auto"/>
          <w:kern w:val="2"/>
          <w:sz w:val="24"/>
          <w14:ligatures w14:val="standardContextual"/>
        </w:rPr>
      </w:pPr>
      <w:hyperlink w:anchor="_Toc196330298" w:history="1">
        <w:r w:rsidRPr="001A388E">
          <w:rPr>
            <w:rStyle w:val="Lienhypertexte"/>
          </w:rPr>
          <w:t>LE PRISONNIER DE PLESSIS-LEZ-TOURS</w:t>
        </w:r>
        <w:r>
          <w:rPr>
            <w:webHidden/>
          </w:rPr>
          <w:tab/>
        </w:r>
        <w:r>
          <w:rPr>
            <w:webHidden/>
          </w:rPr>
          <w:fldChar w:fldCharType="begin"/>
        </w:r>
        <w:r>
          <w:rPr>
            <w:webHidden/>
          </w:rPr>
          <w:instrText xml:space="preserve"> PAGEREF _Toc196330298 \h </w:instrText>
        </w:r>
        <w:r>
          <w:rPr>
            <w:webHidden/>
          </w:rPr>
        </w:r>
        <w:r>
          <w:rPr>
            <w:webHidden/>
          </w:rPr>
          <w:fldChar w:fldCharType="separate"/>
        </w:r>
        <w:r w:rsidR="00382192">
          <w:rPr>
            <w:webHidden/>
          </w:rPr>
          <w:t>146</w:t>
        </w:r>
        <w:r>
          <w:rPr>
            <w:webHidden/>
          </w:rPr>
          <w:fldChar w:fldCharType="end"/>
        </w:r>
      </w:hyperlink>
    </w:p>
    <w:p w14:paraId="6431CE92" w14:textId="47CC7CAF"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299" w:history="1">
        <w:r w:rsidRPr="001A388E">
          <w:rPr>
            <w:rStyle w:val="Lienhypertexte"/>
            <w:noProof/>
          </w:rPr>
          <w:t>PREMIER ACTE  Les cages du roi.</w:t>
        </w:r>
        <w:r>
          <w:rPr>
            <w:noProof/>
            <w:webHidden/>
          </w:rPr>
          <w:tab/>
        </w:r>
        <w:r>
          <w:rPr>
            <w:noProof/>
            <w:webHidden/>
          </w:rPr>
          <w:fldChar w:fldCharType="begin"/>
        </w:r>
        <w:r>
          <w:rPr>
            <w:noProof/>
            <w:webHidden/>
          </w:rPr>
          <w:instrText xml:space="preserve"> PAGEREF _Toc196330299 \h </w:instrText>
        </w:r>
        <w:r>
          <w:rPr>
            <w:noProof/>
            <w:webHidden/>
          </w:rPr>
        </w:r>
        <w:r>
          <w:rPr>
            <w:noProof/>
            <w:webHidden/>
          </w:rPr>
          <w:fldChar w:fldCharType="separate"/>
        </w:r>
        <w:r w:rsidR="00382192">
          <w:rPr>
            <w:noProof/>
            <w:webHidden/>
          </w:rPr>
          <w:t>146</w:t>
        </w:r>
        <w:r>
          <w:rPr>
            <w:noProof/>
            <w:webHidden/>
          </w:rPr>
          <w:fldChar w:fldCharType="end"/>
        </w:r>
      </w:hyperlink>
    </w:p>
    <w:p w14:paraId="65CE9D50" w14:textId="1FC9DC3A"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00" w:history="1">
        <w:r w:rsidRPr="001A388E">
          <w:rPr>
            <w:rStyle w:val="Lienhypertexte"/>
            <w:noProof/>
          </w:rPr>
          <w:t>DEUXIÈME ACTE  Le stratagème.</w:t>
        </w:r>
        <w:r>
          <w:rPr>
            <w:noProof/>
            <w:webHidden/>
          </w:rPr>
          <w:tab/>
        </w:r>
        <w:r>
          <w:rPr>
            <w:noProof/>
            <w:webHidden/>
          </w:rPr>
          <w:fldChar w:fldCharType="begin"/>
        </w:r>
        <w:r>
          <w:rPr>
            <w:noProof/>
            <w:webHidden/>
          </w:rPr>
          <w:instrText xml:space="preserve"> PAGEREF _Toc196330300 \h </w:instrText>
        </w:r>
        <w:r>
          <w:rPr>
            <w:noProof/>
            <w:webHidden/>
          </w:rPr>
        </w:r>
        <w:r>
          <w:rPr>
            <w:noProof/>
            <w:webHidden/>
          </w:rPr>
          <w:fldChar w:fldCharType="separate"/>
        </w:r>
        <w:r w:rsidR="00382192">
          <w:rPr>
            <w:noProof/>
            <w:webHidden/>
          </w:rPr>
          <w:t>149</w:t>
        </w:r>
        <w:r>
          <w:rPr>
            <w:noProof/>
            <w:webHidden/>
          </w:rPr>
          <w:fldChar w:fldCharType="end"/>
        </w:r>
      </w:hyperlink>
    </w:p>
    <w:p w14:paraId="427603F1" w14:textId="40AE70C3"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01" w:history="1">
        <w:r w:rsidRPr="001A388E">
          <w:rPr>
            <w:rStyle w:val="Lienhypertexte"/>
            <w:noProof/>
          </w:rPr>
          <w:t>TROISIÈME ACTE  La foi qui sauve.</w:t>
        </w:r>
        <w:r>
          <w:rPr>
            <w:noProof/>
            <w:webHidden/>
          </w:rPr>
          <w:tab/>
        </w:r>
        <w:r>
          <w:rPr>
            <w:noProof/>
            <w:webHidden/>
          </w:rPr>
          <w:fldChar w:fldCharType="begin"/>
        </w:r>
        <w:r>
          <w:rPr>
            <w:noProof/>
            <w:webHidden/>
          </w:rPr>
          <w:instrText xml:space="preserve"> PAGEREF _Toc196330301 \h </w:instrText>
        </w:r>
        <w:r>
          <w:rPr>
            <w:noProof/>
            <w:webHidden/>
          </w:rPr>
        </w:r>
        <w:r>
          <w:rPr>
            <w:noProof/>
            <w:webHidden/>
          </w:rPr>
          <w:fldChar w:fldCharType="separate"/>
        </w:r>
        <w:r w:rsidR="00382192">
          <w:rPr>
            <w:noProof/>
            <w:webHidden/>
          </w:rPr>
          <w:t>151</w:t>
        </w:r>
        <w:r>
          <w:rPr>
            <w:noProof/>
            <w:webHidden/>
          </w:rPr>
          <w:fldChar w:fldCharType="end"/>
        </w:r>
      </w:hyperlink>
    </w:p>
    <w:p w14:paraId="44821462" w14:textId="5AFAB0C9" w:rsidR="00804D8D" w:rsidRDefault="00804D8D">
      <w:pPr>
        <w:pStyle w:val="TM2"/>
        <w:rPr>
          <w:rFonts w:asciiTheme="minorHAnsi" w:eastAsiaTheme="minorEastAsia" w:hAnsiTheme="minorHAnsi" w:cstheme="minorBidi"/>
          <w:color w:val="auto"/>
          <w:kern w:val="2"/>
          <w:sz w:val="24"/>
          <w14:ligatures w14:val="standardContextual"/>
        </w:rPr>
      </w:pPr>
      <w:hyperlink w:anchor="_Toc196330302" w:history="1">
        <w:r w:rsidRPr="001A388E">
          <w:rPr>
            <w:rStyle w:val="Lienhypertexte"/>
          </w:rPr>
          <w:t>LA TOUR « PRENDS GARDE »</w:t>
        </w:r>
        <w:r>
          <w:rPr>
            <w:webHidden/>
          </w:rPr>
          <w:tab/>
        </w:r>
        <w:r>
          <w:rPr>
            <w:webHidden/>
          </w:rPr>
          <w:fldChar w:fldCharType="begin"/>
        </w:r>
        <w:r>
          <w:rPr>
            <w:webHidden/>
          </w:rPr>
          <w:instrText xml:space="preserve"> PAGEREF _Toc196330302 \h </w:instrText>
        </w:r>
        <w:r>
          <w:rPr>
            <w:webHidden/>
          </w:rPr>
        </w:r>
        <w:r>
          <w:rPr>
            <w:webHidden/>
          </w:rPr>
          <w:fldChar w:fldCharType="separate"/>
        </w:r>
        <w:r w:rsidR="00382192">
          <w:rPr>
            <w:webHidden/>
          </w:rPr>
          <w:t>152</w:t>
        </w:r>
        <w:r>
          <w:rPr>
            <w:webHidden/>
          </w:rPr>
          <w:fldChar w:fldCharType="end"/>
        </w:r>
      </w:hyperlink>
    </w:p>
    <w:p w14:paraId="4D54D9A7" w14:textId="2EFBFEF9"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03" w:history="1">
        <w:r w:rsidRPr="001A388E">
          <w:rPr>
            <w:rStyle w:val="Lienhypertexte"/>
            <w:noProof/>
          </w:rPr>
          <w:t>PREMIER ACTE  Châtelaine et troubadour.</w:t>
        </w:r>
        <w:r>
          <w:rPr>
            <w:noProof/>
            <w:webHidden/>
          </w:rPr>
          <w:tab/>
        </w:r>
        <w:r>
          <w:rPr>
            <w:noProof/>
            <w:webHidden/>
          </w:rPr>
          <w:fldChar w:fldCharType="begin"/>
        </w:r>
        <w:r>
          <w:rPr>
            <w:noProof/>
            <w:webHidden/>
          </w:rPr>
          <w:instrText xml:space="preserve"> PAGEREF _Toc196330303 \h </w:instrText>
        </w:r>
        <w:r>
          <w:rPr>
            <w:noProof/>
            <w:webHidden/>
          </w:rPr>
        </w:r>
        <w:r>
          <w:rPr>
            <w:noProof/>
            <w:webHidden/>
          </w:rPr>
          <w:fldChar w:fldCharType="separate"/>
        </w:r>
        <w:r w:rsidR="00382192">
          <w:rPr>
            <w:noProof/>
            <w:webHidden/>
          </w:rPr>
          <w:t>152</w:t>
        </w:r>
        <w:r>
          <w:rPr>
            <w:noProof/>
            <w:webHidden/>
          </w:rPr>
          <w:fldChar w:fldCharType="end"/>
        </w:r>
      </w:hyperlink>
    </w:p>
    <w:p w14:paraId="4B2EC4A4" w14:textId="5C2AC518"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04" w:history="1">
        <w:r w:rsidRPr="001A388E">
          <w:rPr>
            <w:rStyle w:val="Lienhypertexte"/>
            <w:noProof/>
          </w:rPr>
          <w:t>DEUXIÈME ACTE  La chanson interrompue.</w:t>
        </w:r>
        <w:r>
          <w:rPr>
            <w:noProof/>
            <w:webHidden/>
          </w:rPr>
          <w:tab/>
        </w:r>
        <w:r>
          <w:rPr>
            <w:noProof/>
            <w:webHidden/>
          </w:rPr>
          <w:fldChar w:fldCharType="begin"/>
        </w:r>
        <w:r>
          <w:rPr>
            <w:noProof/>
            <w:webHidden/>
          </w:rPr>
          <w:instrText xml:space="preserve"> PAGEREF _Toc196330304 \h </w:instrText>
        </w:r>
        <w:r>
          <w:rPr>
            <w:noProof/>
            <w:webHidden/>
          </w:rPr>
        </w:r>
        <w:r>
          <w:rPr>
            <w:noProof/>
            <w:webHidden/>
          </w:rPr>
          <w:fldChar w:fldCharType="separate"/>
        </w:r>
        <w:r w:rsidR="00382192">
          <w:rPr>
            <w:noProof/>
            <w:webHidden/>
          </w:rPr>
          <w:t>153</w:t>
        </w:r>
        <w:r>
          <w:rPr>
            <w:noProof/>
            <w:webHidden/>
          </w:rPr>
          <w:fldChar w:fldCharType="end"/>
        </w:r>
      </w:hyperlink>
    </w:p>
    <w:p w14:paraId="5C3AB3C6" w14:textId="4F6EBB34"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05" w:history="1">
        <w:r w:rsidRPr="001A388E">
          <w:rPr>
            <w:rStyle w:val="Lienhypertexte"/>
            <w:noProof/>
          </w:rPr>
          <w:t>TROISIÈME ACTE  L’évasion.</w:t>
        </w:r>
        <w:r>
          <w:rPr>
            <w:noProof/>
            <w:webHidden/>
          </w:rPr>
          <w:tab/>
        </w:r>
        <w:r>
          <w:rPr>
            <w:noProof/>
            <w:webHidden/>
          </w:rPr>
          <w:fldChar w:fldCharType="begin"/>
        </w:r>
        <w:r>
          <w:rPr>
            <w:noProof/>
            <w:webHidden/>
          </w:rPr>
          <w:instrText xml:space="preserve"> PAGEREF _Toc196330305 \h </w:instrText>
        </w:r>
        <w:r>
          <w:rPr>
            <w:noProof/>
            <w:webHidden/>
          </w:rPr>
        </w:r>
        <w:r>
          <w:rPr>
            <w:noProof/>
            <w:webHidden/>
          </w:rPr>
          <w:fldChar w:fldCharType="separate"/>
        </w:r>
        <w:r w:rsidR="00382192">
          <w:rPr>
            <w:noProof/>
            <w:webHidden/>
          </w:rPr>
          <w:t>154</w:t>
        </w:r>
        <w:r>
          <w:rPr>
            <w:noProof/>
            <w:webHidden/>
          </w:rPr>
          <w:fldChar w:fldCharType="end"/>
        </w:r>
      </w:hyperlink>
    </w:p>
    <w:p w14:paraId="530F97DB" w14:textId="2642301F"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06" w:history="1">
        <w:r w:rsidRPr="001A388E">
          <w:rPr>
            <w:rStyle w:val="Lienhypertexte"/>
            <w:noProof/>
          </w:rPr>
          <w:t>QUATRIÈME ACTE  L’impossible vengeance.</w:t>
        </w:r>
        <w:r>
          <w:rPr>
            <w:noProof/>
            <w:webHidden/>
          </w:rPr>
          <w:tab/>
        </w:r>
        <w:r>
          <w:rPr>
            <w:noProof/>
            <w:webHidden/>
          </w:rPr>
          <w:fldChar w:fldCharType="begin"/>
        </w:r>
        <w:r>
          <w:rPr>
            <w:noProof/>
            <w:webHidden/>
          </w:rPr>
          <w:instrText xml:space="preserve"> PAGEREF _Toc196330306 \h </w:instrText>
        </w:r>
        <w:r>
          <w:rPr>
            <w:noProof/>
            <w:webHidden/>
          </w:rPr>
        </w:r>
        <w:r>
          <w:rPr>
            <w:noProof/>
            <w:webHidden/>
          </w:rPr>
          <w:fldChar w:fldCharType="separate"/>
        </w:r>
        <w:r w:rsidR="00382192">
          <w:rPr>
            <w:noProof/>
            <w:webHidden/>
          </w:rPr>
          <w:t>156</w:t>
        </w:r>
        <w:r>
          <w:rPr>
            <w:noProof/>
            <w:webHidden/>
          </w:rPr>
          <w:fldChar w:fldCharType="end"/>
        </w:r>
      </w:hyperlink>
    </w:p>
    <w:p w14:paraId="1841A01A" w14:textId="406E4CF6" w:rsidR="00804D8D" w:rsidRDefault="00804D8D">
      <w:pPr>
        <w:pStyle w:val="TM2"/>
        <w:rPr>
          <w:rFonts w:asciiTheme="minorHAnsi" w:eastAsiaTheme="minorEastAsia" w:hAnsiTheme="minorHAnsi" w:cstheme="minorBidi"/>
          <w:color w:val="auto"/>
          <w:kern w:val="2"/>
          <w:sz w:val="24"/>
          <w14:ligatures w14:val="standardContextual"/>
        </w:rPr>
      </w:pPr>
      <w:hyperlink w:anchor="_Toc196330307" w:history="1">
        <w:r w:rsidRPr="001A388E">
          <w:rPr>
            <w:rStyle w:val="Lienhypertexte"/>
          </w:rPr>
          <w:t>HAINE D’AMOUR</w:t>
        </w:r>
        <w:r>
          <w:rPr>
            <w:webHidden/>
          </w:rPr>
          <w:tab/>
        </w:r>
        <w:r>
          <w:rPr>
            <w:webHidden/>
          </w:rPr>
          <w:fldChar w:fldCharType="begin"/>
        </w:r>
        <w:r>
          <w:rPr>
            <w:webHidden/>
          </w:rPr>
          <w:instrText xml:space="preserve"> PAGEREF _Toc196330307 \h </w:instrText>
        </w:r>
        <w:r>
          <w:rPr>
            <w:webHidden/>
          </w:rPr>
        </w:r>
        <w:r>
          <w:rPr>
            <w:webHidden/>
          </w:rPr>
          <w:fldChar w:fldCharType="separate"/>
        </w:r>
        <w:r w:rsidR="00382192">
          <w:rPr>
            <w:webHidden/>
          </w:rPr>
          <w:t>158</w:t>
        </w:r>
        <w:r>
          <w:rPr>
            <w:webHidden/>
          </w:rPr>
          <w:fldChar w:fldCharType="end"/>
        </w:r>
      </w:hyperlink>
    </w:p>
    <w:p w14:paraId="28A7BC5F" w14:textId="180952A6"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08" w:history="1">
        <w:r w:rsidRPr="001A388E">
          <w:rPr>
            <w:rStyle w:val="Lienhypertexte"/>
            <w:noProof/>
          </w:rPr>
          <w:t>PREMIER ACTE  La botte secrète.</w:t>
        </w:r>
        <w:r>
          <w:rPr>
            <w:noProof/>
            <w:webHidden/>
          </w:rPr>
          <w:tab/>
        </w:r>
        <w:r>
          <w:rPr>
            <w:noProof/>
            <w:webHidden/>
          </w:rPr>
          <w:fldChar w:fldCharType="begin"/>
        </w:r>
        <w:r>
          <w:rPr>
            <w:noProof/>
            <w:webHidden/>
          </w:rPr>
          <w:instrText xml:space="preserve"> PAGEREF _Toc196330308 \h </w:instrText>
        </w:r>
        <w:r>
          <w:rPr>
            <w:noProof/>
            <w:webHidden/>
          </w:rPr>
        </w:r>
        <w:r>
          <w:rPr>
            <w:noProof/>
            <w:webHidden/>
          </w:rPr>
          <w:fldChar w:fldCharType="separate"/>
        </w:r>
        <w:r w:rsidR="00382192">
          <w:rPr>
            <w:noProof/>
            <w:webHidden/>
          </w:rPr>
          <w:t>158</w:t>
        </w:r>
        <w:r>
          <w:rPr>
            <w:noProof/>
            <w:webHidden/>
          </w:rPr>
          <w:fldChar w:fldCharType="end"/>
        </w:r>
      </w:hyperlink>
    </w:p>
    <w:p w14:paraId="45F24175" w14:textId="7E3EA821"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09" w:history="1">
        <w:r w:rsidRPr="001A388E">
          <w:rPr>
            <w:rStyle w:val="Lienhypertexte"/>
            <w:noProof/>
          </w:rPr>
          <w:t>DEUXIÈME ACTE  Parmi les monstres.</w:t>
        </w:r>
        <w:r>
          <w:rPr>
            <w:noProof/>
            <w:webHidden/>
          </w:rPr>
          <w:tab/>
        </w:r>
        <w:r>
          <w:rPr>
            <w:noProof/>
            <w:webHidden/>
          </w:rPr>
          <w:fldChar w:fldCharType="begin"/>
        </w:r>
        <w:r>
          <w:rPr>
            <w:noProof/>
            <w:webHidden/>
          </w:rPr>
          <w:instrText xml:space="preserve"> PAGEREF _Toc196330309 \h </w:instrText>
        </w:r>
        <w:r>
          <w:rPr>
            <w:noProof/>
            <w:webHidden/>
          </w:rPr>
        </w:r>
        <w:r>
          <w:rPr>
            <w:noProof/>
            <w:webHidden/>
          </w:rPr>
          <w:fldChar w:fldCharType="separate"/>
        </w:r>
        <w:r w:rsidR="00382192">
          <w:rPr>
            <w:noProof/>
            <w:webHidden/>
          </w:rPr>
          <w:t>159</w:t>
        </w:r>
        <w:r>
          <w:rPr>
            <w:noProof/>
            <w:webHidden/>
          </w:rPr>
          <w:fldChar w:fldCharType="end"/>
        </w:r>
      </w:hyperlink>
    </w:p>
    <w:p w14:paraId="79C60123" w14:textId="545FF44E"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10" w:history="1">
        <w:r w:rsidRPr="001A388E">
          <w:rPr>
            <w:rStyle w:val="Lienhypertexte"/>
            <w:noProof/>
          </w:rPr>
          <w:t>TROISIÈME ACTE  Le vengeur.</w:t>
        </w:r>
        <w:r>
          <w:rPr>
            <w:noProof/>
            <w:webHidden/>
          </w:rPr>
          <w:tab/>
        </w:r>
        <w:r>
          <w:rPr>
            <w:noProof/>
            <w:webHidden/>
          </w:rPr>
          <w:fldChar w:fldCharType="begin"/>
        </w:r>
        <w:r>
          <w:rPr>
            <w:noProof/>
            <w:webHidden/>
          </w:rPr>
          <w:instrText xml:space="preserve"> PAGEREF _Toc196330310 \h </w:instrText>
        </w:r>
        <w:r>
          <w:rPr>
            <w:noProof/>
            <w:webHidden/>
          </w:rPr>
        </w:r>
        <w:r>
          <w:rPr>
            <w:noProof/>
            <w:webHidden/>
          </w:rPr>
          <w:fldChar w:fldCharType="separate"/>
        </w:r>
        <w:r w:rsidR="00382192">
          <w:rPr>
            <w:noProof/>
            <w:webHidden/>
          </w:rPr>
          <w:t>161</w:t>
        </w:r>
        <w:r>
          <w:rPr>
            <w:noProof/>
            <w:webHidden/>
          </w:rPr>
          <w:fldChar w:fldCharType="end"/>
        </w:r>
      </w:hyperlink>
    </w:p>
    <w:p w14:paraId="3C26A18A" w14:textId="3AD75BCE" w:rsidR="00804D8D" w:rsidRDefault="00804D8D">
      <w:pPr>
        <w:pStyle w:val="TM2"/>
        <w:rPr>
          <w:rFonts w:asciiTheme="minorHAnsi" w:eastAsiaTheme="minorEastAsia" w:hAnsiTheme="minorHAnsi" w:cstheme="minorBidi"/>
          <w:color w:val="auto"/>
          <w:kern w:val="2"/>
          <w:sz w:val="24"/>
          <w14:ligatures w14:val="standardContextual"/>
        </w:rPr>
      </w:pPr>
      <w:hyperlink w:anchor="_Toc196330311" w:history="1">
        <w:r w:rsidRPr="001A388E">
          <w:rPr>
            <w:rStyle w:val="Lienhypertexte"/>
          </w:rPr>
          <w:t>L’ENLÈVEMENT DE LA MARQUISE  Drame galant.</w:t>
        </w:r>
        <w:r>
          <w:rPr>
            <w:webHidden/>
          </w:rPr>
          <w:tab/>
        </w:r>
        <w:r>
          <w:rPr>
            <w:webHidden/>
          </w:rPr>
          <w:fldChar w:fldCharType="begin"/>
        </w:r>
        <w:r>
          <w:rPr>
            <w:webHidden/>
          </w:rPr>
          <w:instrText xml:space="preserve"> PAGEREF _Toc196330311 \h </w:instrText>
        </w:r>
        <w:r>
          <w:rPr>
            <w:webHidden/>
          </w:rPr>
        </w:r>
        <w:r>
          <w:rPr>
            <w:webHidden/>
          </w:rPr>
          <w:fldChar w:fldCharType="separate"/>
        </w:r>
        <w:r w:rsidR="00382192">
          <w:rPr>
            <w:webHidden/>
          </w:rPr>
          <w:t>163</w:t>
        </w:r>
        <w:r>
          <w:rPr>
            <w:webHidden/>
          </w:rPr>
          <w:fldChar w:fldCharType="end"/>
        </w:r>
      </w:hyperlink>
    </w:p>
    <w:p w14:paraId="310FEE7F" w14:textId="0AC118E3"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12" w:history="1">
        <w:r w:rsidRPr="001A388E">
          <w:rPr>
            <w:rStyle w:val="Lienhypertexte"/>
            <w:noProof/>
          </w:rPr>
          <w:t>PREMIER TABLEAU  Préparatifs.</w:t>
        </w:r>
        <w:r>
          <w:rPr>
            <w:noProof/>
            <w:webHidden/>
          </w:rPr>
          <w:tab/>
        </w:r>
        <w:r>
          <w:rPr>
            <w:noProof/>
            <w:webHidden/>
          </w:rPr>
          <w:fldChar w:fldCharType="begin"/>
        </w:r>
        <w:r>
          <w:rPr>
            <w:noProof/>
            <w:webHidden/>
          </w:rPr>
          <w:instrText xml:space="preserve"> PAGEREF _Toc196330312 \h </w:instrText>
        </w:r>
        <w:r>
          <w:rPr>
            <w:noProof/>
            <w:webHidden/>
          </w:rPr>
        </w:r>
        <w:r>
          <w:rPr>
            <w:noProof/>
            <w:webHidden/>
          </w:rPr>
          <w:fldChar w:fldCharType="separate"/>
        </w:r>
        <w:r w:rsidR="00382192">
          <w:rPr>
            <w:noProof/>
            <w:webHidden/>
          </w:rPr>
          <w:t>163</w:t>
        </w:r>
        <w:r>
          <w:rPr>
            <w:noProof/>
            <w:webHidden/>
          </w:rPr>
          <w:fldChar w:fldCharType="end"/>
        </w:r>
      </w:hyperlink>
    </w:p>
    <w:p w14:paraId="4B3D3CED" w14:textId="5422B127"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13" w:history="1">
        <w:r w:rsidRPr="001A388E">
          <w:rPr>
            <w:rStyle w:val="Lienhypertexte"/>
            <w:noProof/>
          </w:rPr>
          <w:t>DEUXIÈME TABLEAU  L’enlèvement.</w:t>
        </w:r>
        <w:r>
          <w:rPr>
            <w:noProof/>
            <w:webHidden/>
          </w:rPr>
          <w:tab/>
        </w:r>
        <w:r>
          <w:rPr>
            <w:noProof/>
            <w:webHidden/>
          </w:rPr>
          <w:fldChar w:fldCharType="begin"/>
        </w:r>
        <w:r>
          <w:rPr>
            <w:noProof/>
            <w:webHidden/>
          </w:rPr>
          <w:instrText xml:space="preserve"> PAGEREF _Toc196330313 \h </w:instrText>
        </w:r>
        <w:r>
          <w:rPr>
            <w:noProof/>
            <w:webHidden/>
          </w:rPr>
        </w:r>
        <w:r>
          <w:rPr>
            <w:noProof/>
            <w:webHidden/>
          </w:rPr>
          <w:fldChar w:fldCharType="separate"/>
        </w:r>
        <w:r w:rsidR="00382192">
          <w:rPr>
            <w:noProof/>
            <w:webHidden/>
          </w:rPr>
          <w:t>164</w:t>
        </w:r>
        <w:r>
          <w:rPr>
            <w:noProof/>
            <w:webHidden/>
          </w:rPr>
          <w:fldChar w:fldCharType="end"/>
        </w:r>
      </w:hyperlink>
    </w:p>
    <w:p w14:paraId="0757322F" w14:textId="71140E12"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14" w:history="1">
        <w:r w:rsidRPr="001A388E">
          <w:rPr>
            <w:rStyle w:val="Lienhypertexte"/>
            <w:noProof/>
          </w:rPr>
          <w:t>TROISIÈME TABLEAU  La désagréable surprise.</w:t>
        </w:r>
        <w:r>
          <w:rPr>
            <w:noProof/>
            <w:webHidden/>
          </w:rPr>
          <w:tab/>
        </w:r>
        <w:r>
          <w:rPr>
            <w:noProof/>
            <w:webHidden/>
          </w:rPr>
          <w:fldChar w:fldCharType="begin"/>
        </w:r>
        <w:r>
          <w:rPr>
            <w:noProof/>
            <w:webHidden/>
          </w:rPr>
          <w:instrText xml:space="preserve"> PAGEREF _Toc196330314 \h </w:instrText>
        </w:r>
        <w:r>
          <w:rPr>
            <w:noProof/>
            <w:webHidden/>
          </w:rPr>
        </w:r>
        <w:r>
          <w:rPr>
            <w:noProof/>
            <w:webHidden/>
          </w:rPr>
          <w:fldChar w:fldCharType="separate"/>
        </w:r>
        <w:r w:rsidR="00382192">
          <w:rPr>
            <w:noProof/>
            <w:webHidden/>
          </w:rPr>
          <w:t>165</w:t>
        </w:r>
        <w:r>
          <w:rPr>
            <w:noProof/>
            <w:webHidden/>
          </w:rPr>
          <w:fldChar w:fldCharType="end"/>
        </w:r>
      </w:hyperlink>
    </w:p>
    <w:p w14:paraId="372CDFA2" w14:textId="4A9512D8" w:rsidR="00804D8D" w:rsidRDefault="00804D8D">
      <w:pPr>
        <w:pStyle w:val="TM2"/>
        <w:rPr>
          <w:rFonts w:asciiTheme="minorHAnsi" w:eastAsiaTheme="minorEastAsia" w:hAnsiTheme="minorHAnsi" w:cstheme="minorBidi"/>
          <w:color w:val="auto"/>
          <w:kern w:val="2"/>
          <w:sz w:val="24"/>
          <w14:ligatures w14:val="standardContextual"/>
        </w:rPr>
      </w:pPr>
      <w:hyperlink w:anchor="_Toc196330315" w:history="1">
        <w:r w:rsidRPr="001A388E">
          <w:rPr>
            <w:rStyle w:val="Lienhypertexte"/>
          </w:rPr>
          <w:t>LES FANTÔMES DE LA BASTILLE  Drame du 14 juillet.</w:t>
        </w:r>
        <w:r>
          <w:rPr>
            <w:webHidden/>
          </w:rPr>
          <w:tab/>
        </w:r>
        <w:r>
          <w:rPr>
            <w:webHidden/>
          </w:rPr>
          <w:fldChar w:fldCharType="begin"/>
        </w:r>
        <w:r>
          <w:rPr>
            <w:webHidden/>
          </w:rPr>
          <w:instrText xml:space="preserve"> PAGEREF _Toc196330315 \h </w:instrText>
        </w:r>
        <w:r>
          <w:rPr>
            <w:webHidden/>
          </w:rPr>
        </w:r>
        <w:r>
          <w:rPr>
            <w:webHidden/>
          </w:rPr>
          <w:fldChar w:fldCharType="separate"/>
        </w:r>
        <w:r w:rsidR="00382192">
          <w:rPr>
            <w:webHidden/>
          </w:rPr>
          <w:t>168</w:t>
        </w:r>
        <w:r>
          <w:rPr>
            <w:webHidden/>
          </w:rPr>
          <w:fldChar w:fldCharType="end"/>
        </w:r>
      </w:hyperlink>
    </w:p>
    <w:p w14:paraId="4F8C2A49" w14:textId="3B144EEB"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16" w:history="1">
        <w:r w:rsidRPr="001A388E">
          <w:rPr>
            <w:rStyle w:val="Lienhypertexte"/>
            <w:noProof/>
          </w:rPr>
          <w:t>PREMIER TABLEAU  Les pas qui s’approchent.</w:t>
        </w:r>
        <w:r>
          <w:rPr>
            <w:noProof/>
            <w:webHidden/>
          </w:rPr>
          <w:tab/>
        </w:r>
        <w:r>
          <w:rPr>
            <w:noProof/>
            <w:webHidden/>
          </w:rPr>
          <w:fldChar w:fldCharType="begin"/>
        </w:r>
        <w:r>
          <w:rPr>
            <w:noProof/>
            <w:webHidden/>
          </w:rPr>
          <w:instrText xml:space="preserve"> PAGEREF _Toc196330316 \h </w:instrText>
        </w:r>
        <w:r>
          <w:rPr>
            <w:noProof/>
            <w:webHidden/>
          </w:rPr>
        </w:r>
        <w:r>
          <w:rPr>
            <w:noProof/>
            <w:webHidden/>
          </w:rPr>
          <w:fldChar w:fldCharType="separate"/>
        </w:r>
        <w:r w:rsidR="00382192">
          <w:rPr>
            <w:noProof/>
            <w:webHidden/>
          </w:rPr>
          <w:t>168</w:t>
        </w:r>
        <w:r>
          <w:rPr>
            <w:noProof/>
            <w:webHidden/>
          </w:rPr>
          <w:fldChar w:fldCharType="end"/>
        </w:r>
      </w:hyperlink>
    </w:p>
    <w:p w14:paraId="4F3F0397" w14:textId="2D315B7A"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17" w:history="1">
        <w:r w:rsidRPr="001A388E">
          <w:rPr>
            <w:rStyle w:val="Lienhypertexte"/>
            <w:noProof/>
          </w:rPr>
          <w:t>DEUXIÈME TABLEAU  Les fantômes vont parler.</w:t>
        </w:r>
        <w:r>
          <w:rPr>
            <w:noProof/>
            <w:webHidden/>
          </w:rPr>
          <w:tab/>
        </w:r>
        <w:r>
          <w:rPr>
            <w:noProof/>
            <w:webHidden/>
          </w:rPr>
          <w:fldChar w:fldCharType="begin"/>
        </w:r>
        <w:r>
          <w:rPr>
            <w:noProof/>
            <w:webHidden/>
          </w:rPr>
          <w:instrText xml:space="preserve"> PAGEREF _Toc196330317 \h </w:instrText>
        </w:r>
        <w:r>
          <w:rPr>
            <w:noProof/>
            <w:webHidden/>
          </w:rPr>
        </w:r>
        <w:r>
          <w:rPr>
            <w:noProof/>
            <w:webHidden/>
          </w:rPr>
          <w:fldChar w:fldCharType="separate"/>
        </w:r>
        <w:r w:rsidR="00382192">
          <w:rPr>
            <w:noProof/>
            <w:webHidden/>
          </w:rPr>
          <w:t>169</w:t>
        </w:r>
        <w:r>
          <w:rPr>
            <w:noProof/>
            <w:webHidden/>
          </w:rPr>
          <w:fldChar w:fldCharType="end"/>
        </w:r>
      </w:hyperlink>
    </w:p>
    <w:p w14:paraId="3F79A63A" w14:textId="62B48237"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18" w:history="1">
        <w:r w:rsidRPr="001A388E">
          <w:rPr>
            <w:rStyle w:val="Lienhypertexte"/>
            <w:noProof/>
          </w:rPr>
          <w:t>TROISIÈME TABLEAU  Le Premier Fantôme parle.</w:t>
        </w:r>
        <w:r>
          <w:rPr>
            <w:noProof/>
            <w:webHidden/>
          </w:rPr>
          <w:tab/>
        </w:r>
        <w:r>
          <w:rPr>
            <w:noProof/>
            <w:webHidden/>
          </w:rPr>
          <w:fldChar w:fldCharType="begin"/>
        </w:r>
        <w:r>
          <w:rPr>
            <w:noProof/>
            <w:webHidden/>
          </w:rPr>
          <w:instrText xml:space="preserve"> PAGEREF _Toc196330318 \h </w:instrText>
        </w:r>
        <w:r>
          <w:rPr>
            <w:noProof/>
            <w:webHidden/>
          </w:rPr>
        </w:r>
        <w:r>
          <w:rPr>
            <w:noProof/>
            <w:webHidden/>
          </w:rPr>
          <w:fldChar w:fldCharType="separate"/>
        </w:r>
        <w:r w:rsidR="00382192">
          <w:rPr>
            <w:noProof/>
            <w:webHidden/>
          </w:rPr>
          <w:t>170</w:t>
        </w:r>
        <w:r>
          <w:rPr>
            <w:noProof/>
            <w:webHidden/>
          </w:rPr>
          <w:fldChar w:fldCharType="end"/>
        </w:r>
      </w:hyperlink>
    </w:p>
    <w:p w14:paraId="38EAC7E7" w14:textId="5785F958"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19" w:history="1">
        <w:r w:rsidRPr="001A388E">
          <w:rPr>
            <w:rStyle w:val="Lienhypertexte"/>
            <w:noProof/>
          </w:rPr>
          <w:t>QUATRIÈME TABLEAU  Le Deuxième Fantôme parle.</w:t>
        </w:r>
        <w:r>
          <w:rPr>
            <w:noProof/>
            <w:webHidden/>
          </w:rPr>
          <w:tab/>
        </w:r>
        <w:r>
          <w:rPr>
            <w:noProof/>
            <w:webHidden/>
          </w:rPr>
          <w:fldChar w:fldCharType="begin"/>
        </w:r>
        <w:r>
          <w:rPr>
            <w:noProof/>
            <w:webHidden/>
          </w:rPr>
          <w:instrText xml:space="preserve"> PAGEREF _Toc196330319 \h </w:instrText>
        </w:r>
        <w:r>
          <w:rPr>
            <w:noProof/>
            <w:webHidden/>
          </w:rPr>
        </w:r>
        <w:r>
          <w:rPr>
            <w:noProof/>
            <w:webHidden/>
          </w:rPr>
          <w:fldChar w:fldCharType="separate"/>
        </w:r>
        <w:r w:rsidR="00382192">
          <w:rPr>
            <w:noProof/>
            <w:webHidden/>
          </w:rPr>
          <w:t>171</w:t>
        </w:r>
        <w:r>
          <w:rPr>
            <w:noProof/>
            <w:webHidden/>
          </w:rPr>
          <w:fldChar w:fldCharType="end"/>
        </w:r>
      </w:hyperlink>
    </w:p>
    <w:p w14:paraId="2203B1AD" w14:textId="3B38A323"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20" w:history="1">
        <w:r w:rsidRPr="001A388E">
          <w:rPr>
            <w:rStyle w:val="Lienhypertexte"/>
            <w:noProof/>
          </w:rPr>
          <w:t>CINQUIÈME TABLEAU  Le Troisième et Dernier Fantôme parle.</w:t>
        </w:r>
        <w:r>
          <w:rPr>
            <w:noProof/>
            <w:webHidden/>
          </w:rPr>
          <w:tab/>
        </w:r>
        <w:r>
          <w:rPr>
            <w:noProof/>
            <w:webHidden/>
          </w:rPr>
          <w:fldChar w:fldCharType="begin"/>
        </w:r>
        <w:r>
          <w:rPr>
            <w:noProof/>
            <w:webHidden/>
          </w:rPr>
          <w:instrText xml:space="preserve"> PAGEREF _Toc196330320 \h </w:instrText>
        </w:r>
        <w:r>
          <w:rPr>
            <w:noProof/>
            <w:webHidden/>
          </w:rPr>
        </w:r>
        <w:r>
          <w:rPr>
            <w:noProof/>
            <w:webHidden/>
          </w:rPr>
          <w:fldChar w:fldCharType="separate"/>
        </w:r>
        <w:r w:rsidR="00382192">
          <w:rPr>
            <w:noProof/>
            <w:webHidden/>
          </w:rPr>
          <w:t>172</w:t>
        </w:r>
        <w:r>
          <w:rPr>
            <w:noProof/>
            <w:webHidden/>
          </w:rPr>
          <w:fldChar w:fldCharType="end"/>
        </w:r>
      </w:hyperlink>
    </w:p>
    <w:p w14:paraId="02C3FBA4" w14:textId="0AD7C5FF" w:rsidR="00804D8D" w:rsidRDefault="00804D8D">
      <w:pPr>
        <w:pStyle w:val="TM2"/>
        <w:rPr>
          <w:rFonts w:asciiTheme="minorHAnsi" w:eastAsiaTheme="minorEastAsia" w:hAnsiTheme="minorHAnsi" w:cstheme="minorBidi"/>
          <w:color w:val="auto"/>
          <w:kern w:val="2"/>
          <w:sz w:val="24"/>
          <w14:ligatures w14:val="standardContextual"/>
        </w:rPr>
      </w:pPr>
      <w:hyperlink w:anchor="_Toc196330321" w:history="1">
        <w:r w:rsidRPr="001A388E">
          <w:rPr>
            <w:rStyle w:val="Lienhypertexte"/>
          </w:rPr>
          <w:t>LE TRÉSOR DE L’ÉMIGRÉ</w:t>
        </w:r>
        <w:r>
          <w:rPr>
            <w:webHidden/>
          </w:rPr>
          <w:tab/>
        </w:r>
        <w:r>
          <w:rPr>
            <w:webHidden/>
          </w:rPr>
          <w:fldChar w:fldCharType="begin"/>
        </w:r>
        <w:r>
          <w:rPr>
            <w:webHidden/>
          </w:rPr>
          <w:instrText xml:space="preserve"> PAGEREF _Toc196330321 \h </w:instrText>
        </w:r>
        <w:r>
          <w:rPr>
            <w:webHidden/>
          </w:rPr>
        </w:r>
        <w:r>
          <w:rPr>
            <w:webHidden/>
          </w:rPr>
          <w:fldChar w:fldCharType="separate"/>
        </w:r>
        <w:r w:rsidR="00382192">
          <w:rPr>
            <w:webHidden/>
          </w:rPr>
          <w:t>174</w:t>
        </w:r>
        <w:r>
          <w:rPr>
            <w:webHidden/>
          </w:rPr>
          <w:fldChar w:fldCharType="end"/>
        </w:r>
      </w:hyperlink>
    </w:p>
    <w:p w14:paraId="33996220" w14:textId="58406106"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22" w:history="1">
        <w:r w:rsidRPr="001A388E">
          <w:rPr>
            <w:rStyle w:val="Lienhypertexte"/>
            <w:noProof/>
          </w:rPr>
          <w:t>PREMIER ACTE  La mort du marquis.</w:t>
        </w:r>
        <w:r>
          <w:rPr>
            <w:noProof/>
            <w:webHidden/>
          </w:rPr>
          <w:tab/>
        </w:r>
        <w:r>
          <w:rPr>
            <w:noProof/>
            <w:webHidden/>
          </w:rPr>
          <w:fldChar w:fldCharType="begin"/>
        </w:r>
        <w:r>
          <w:rPr>
            <w:noProof/>
            <w:webHidden/>
          </w:rPr>
          <w:instrText xml:space="preserve"> PAGEREF _Toc196330322 \h </w:instrText>
        </w:r>
        <w:r>
          <w:rPr>
            <w:noProof/>
            <w:webHidden/>
          </w:rPr>
        </w:r>
        <w:r>
          <w:rPr>
            <w:noProof/>
            <w:webHidden/>
          </w:rPr>
          <w:fldChar w:fldCharType="separate"/>
        </w:r>
        <w:r w:rsidR="00382192">
          <w:rPr>
            <w:noProof/>
            <w:webHidden/>
          </w:rPr>
          <w:t>174</w:t>
        </w:r>
        <w:r>
          <w:rPr>
            <w:noProof/>
            <w:webHidden/>
          </w:rPr>
          <w:fldChar w:fldCharType="end"/>
        </w:r>
      </w:hyperlink>
    </w:p>
    <w:p w14:paraId="1E562B2A" w14:textId="2A22E116"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23" w:history="1">
        <w:r w:rsidRPr="001A388E">
          <w:rPr>
            <w:rStyle w:val="Lienhypertexte"/>
            <w:noProof/>
          </w:rPr>
          <w:t>DEUXIÈME ACTE  Le coffret.</w:t>
        </w:r>
        <w:r>
          <w:rPr>
            <w:noProof/>
            <w:webHidden/>
          </w:rPr>
          <w:tab/>
        </w:r>
        <w:r>
          <w:rPr>
            <w:noProof/>
            <w:webHidden/>
          </w:rPr>
          <w:fldChar w:fldCharType="begin"/>
        </w:r>
        <w:r>
          <w:rPr>
            <w:noProof/>
            <w:webHidden/>
          </w:rPr>
          <w:instrText xml:space="preserve"> PAGEREF _Toc196330323 \h </w:instrText>
        </w:r>
        <w:r>
          <w:rPr>
            <w:noProof/>
            <w:webHidden/>
          </w:rPr>
        </w:r>
        <w:r>
          <w:rPr>
            <w:noProof/>
            <w:webHidden/>
          </w:rPr>
          <w:fldChar w:fldCharType="separate"/>
        </w:r>
        <w:r w:rsidR="00382192">
          <w:rPr>
            <w:noProof/>
            <w:webHidden/>
          </w:rPr>
          <w:t>176</w:t>
        </w:r>
        <w:r>
          <w:rPr>
            <w:noProof/>
            <w:webHidden/>
          </w:rPr>
          <w:fldChar w:fldCharType="end"/>
        </w:r>
      </w:hyperlink>
    </w:p>
    <w:p w14:paraId="6AC2A3F3" w14:textId="06F71A5C"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24" w:history="1">
        <w:r w:rsidRPr="001A388E">
          <w:rPr>
            <w:rStyle w:val="Lienhypertexte"/>
            <w:noProof/>
          </w:rPr>
          <w:t>TROISIÈME ACTE  « Hyacinthe, tu vas mourir ! »</w:t>
        </w:r>
        <w:r>
          <w:rPr>
            <w:noProof/>
            <w:webHidden/>
          </w:rPr>
          <w:tab/>
        </w:r>
        <w:r>
          <w:rPr>
            <w:noProof/>
            <w:webHidden/>
          </w:rPr>
          <w:fldChar w:fldCharType="begin"/>
        </w:r>
        <w:r>
          <w:rPr>
            <w:noProof/>
            <w:webHidden/>
          </w:rPr>
          <w:instrText xml:space="preserve"> PAGEREF _Toc196330324 \h </w:instrText>
        </w:r>
        <w:r>
          <w:rPr>
            <w:noProof/>
            <w:webHidden/>
          </w:rPr>
        </w:r>
        <w:r>
          <w:rPr>
            <w:noProof/>
            <w:webHidden/>
          </w:rPr>
          <w:fldChar w:fldCharType="separate"/>
        </w:r>
        <w:r w:rsidR="00382192">
          <w:rPr>
            <w:noProof/>
            <w:webHidden/>
          </w:rPr>
          <w:t>177</w:t>
        </w:r>
        <w:r>
          <w:rPr>
            <w:noProof/>
            <w:webHidden/>
          </w:rPr>
          <w:fldChar w:fldCharType="end"/>
        </w:r>
      </w:hyperlink>
    </w:p>
    <w:p w14:paraId="48189C3C" w14:textId="303A8A68"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25" w:history="1">
        <w:r w:rsidRPr="001A388E">
          <w:rPr>
            <w:rStyle w:val="Lienhypertexte"/>
            <w:noProof/>
          </w:rPr>
          <w:t>QUATRIÈME ACTE  Le trésor retrouvé.</w:t>
        </w:r>
        <w:r>
          <w:rPr>
            <w:noProof/>
            <w:webHidden/>
          </w:rPr>
          <w:tab/>
        </w:r>
        <w:r>
          <w:rPr>
            <w:noProof/>
            <w:webHidden/>
          </w:rPr>
          <w:fldChar w:fldCharType="begin"/>
        </w:r>
        <w:r>
          <w:rPr>
            <w:noProof/>
            <w:webHidden/>
          </w:rPr>
          <w:instrText xml:space="preserve"> PAGEREF _Toc196330325 \h </w:instrText>
        </w:r>
        <w:r>
          <w:rPr>
            <w:noProof/>
            <w:webHidden/>
          </w:rPr>
        </w:r>
        <w:r>
          <w:rPr>
            <w:noProof/>
            <w:webHidden/>
          </w:rPr>
          <w:fldChar w:fldCharType="separate"/>
        </w:r>
        <w:r w:rsidR="00382192">
          <w:rPr>
            <w:noProof/>
            <w:webHidden/>
          </w:rPr>
          <w:t>178</w:t>
        </w:r>
        <w:r>
          <w:rPr>
            <w:noProof/>
            <w:webHidden/>
          </w:rPr>
          <w:fldChar w:fldCharType="end"/>
        </w:r>
      </w:hyperlink>
    </w:p>
    <w:p w14:paraId="732E8668" w14:textId="370806BD" w:rsidR="00804D8D" w:rsidRDefault="00804D8D" w:rsidP="00804D8D">
      <w:pPr>
        <w:pStyle w:val="TM1"/>
        <w:rPr>
          <w:rFonts w:asciiTheme="minorHAnsi" w:eastAsiaTheme="minorEastAsia" w:hAnsiTheme="minorHAnsi" w:cstheme="minorBidi"/>
          <w:color w:val="auto"/>
          <w:kern w:val="2"/>
          <w:sz w:val="24"/>
          <w:szCs w:val="24"/>
          <w14:ligatures w14:val="standardContextual"/>
        </w:rPr>
      </w:pPr>
      <w:hyperlink w:anchor="_Toc196330326" w:history="1">
        <w:r w:rsidRPr="001A388E">
          <w:rPr>
            <w:rStyle w:val="Lienhypertexte"/>
          </w:rPr>
          <w:t>LES DRAMES MONDIAUX</w:t>
        </w:r>
        <w:r>
          <w:rPr>
            <w:webHidden/>
          </w:rPr>
          <w:tab/>
        </w:r>
        <w:r>
          <w:rPr>
            <w:webHidden/>
          </w:rPr>
          <w:fldChar w:fldCharType="begin"/>
        </w:r>
        <w:r>
          <w:rPr>
            <w:webHidden/>
          </w:rPr>
          <w:instrText xml:space="preserve"> PAGEREF _Toc196330326 \h </w:instrText>
        </w:r>
        <w:r>
          <w:rPr>
            <w:webHidden/>
          </w:rPr>
        </w:r>
        <w:r>
          <w:rPr>
            <w:webHidden/>
          </w:rPr>
          <w:fldChar w:fldCharType="separate"/>
        </w:r>
        <w:r w:rsidR="00382192">
          <w:rPr>
            <w:webHidden/>
          </w:rPr>
          <w:t>180</w:t>
        </w:r>
        <w:r>
          <w:rPr>
            <w:webHidden/>
          </w:rPr>
          <w:fldChar w:fldCharType="end"/>
        </w:r>
      </w:hyperlink>
    </w:p>
    <w:p w14:paraId="5AE7311A" w14:textId="30801BDF" w:rsidR="00804D8D" w:rsidRDefault="00804D8D">
      <w:pPr>
        <w:pStyle w:val="TM2"/>
        <w:rPr>
          <w:rFonts w:asciiTheme="minorHAnsi" w:eastAsiaTheme="minorEastAsia" w:hAnsiTheme="minorHAnsi" w:cstheme="minorBidi"/>
          <w:color w:val="auto"/>
          <w:kern w:val="2"/>
          <w:sz w:val="24"/>
          <w14:ligatures w14:val="standardContextual"/>
        </w:rPr>
      </w:pPr>
      <w:hyperlink w:anchor="_Toc196330327" w:history="1">
        <w:r w:rsidRPr="001A388E">
          <w:rPr>
            <w:rStyle w:val="Lienhypertexte"/>
          </w:rPr>
          <w:t>GRAND-DUC ET MARCHAND DE COCO  Drame de la steppe.</w:t>
        </w:r>
        <w:r>
          <w:rPr>
            <w:webHidden/>
          </w:rPr>
          <w:tab/>
        </w:r>
        <w:r>
          <w:rPr>
            <w:webHidden/>
          </w:rPr>
          <w:fldChar w:fldCharType="begin"/>
        </w:r>
        <w:r>
          <w:rPr>
            <w:webHidden/>
          </w:rPr>
          <w:instrText xml:space="preserve"> PAGEREF _Toc196330327 \h </w:instrText>
        </w:r>
        <w:r>
          <w:rPr>
            <w:webHidden/>
          </w:rPr>
        </w:r>
        <w:r>
          <w:rPr>
            <w:webHidden/>
          </w:rPr>
          <w:fldChar w:fldCharType="separate"/>
        </w:r>
        <w:r w:rsidR="00382192">
          <w:rPr>
            <w:webHidden/>
          </w:rPr>
          <w:t>181</w:t>
        </w:r>
        <w:r>
          <w:rPr>
            <w:webHidden/>
          </w:rPr>
          <w:fldChar w:fldCharType="end"/>
        </w:r>
      </w:hyperlink>
    </w:p>
    <w:p w14:paraId="72538CE2" w14:textId="26DA80E5"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28" w:history="1">
        <w:r w:rsidRPr="001A388E">
          <w:rPr>
            <w:rStyle w:val="Lienhypertexte"/>
            <w:noProof/>
          </w:rPr>
          <w:t>PREMIER ACTE  Perfide conseil.</w:t>
        </w:r>
        <w:r>
          <w:rPr>
            <w:noProof/>
            <w:webHidden/>
          </w:rPr>
          <w:tab/>
        </w:r>
        <w:r>
          <w:rPr>
            <w:noProof/>
            <w:webHidden/>
          </w:rPr>
          <w:fldChar w:fldCharType="begin"/>
        </w:r>
        <w:r>
          <w:rPr>
            <w:noProof/>
            <w:webHidden/>
          </w:rPr>
          <w:instrText xml:space="preserve"> PAGEREF _Toc196330328 \h </w:instrText>
        </w:r>
        <w:r>
          <w:rPr>
            <w:noProof/>
            <w:webHidden/>
          </w:rPr>
        </w:r>
        <w:r>
          <w:rPr>
            <w:noProof/>
            <w:webHidden/>
          </w:rPr>
          <w:fldChar w:fldCharType="separate"/>
        </w:r>
        <w:r w:rsidR="00382192">
          <w:rPr>
            <w:noProof/>
            <w:webHidden/>
          </w:rPr>
          <w:t>181</w:t>
        </w:r>
        <w:r>
          <w:rPr>
            <w:noProof/>
            <w:webHidden/>
          </w:rPr>
          <w:fldChar w:fldCharType="end"/>
        </w:r>
      </w:hyperlink>
    </w:p>
    <w:p w14:paraId="0A509D29" w14:textId="4ADB2385"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29" w:history="1">
        <w:r w:rsidRPr="001A388E">
          <w:rPr>
            <w:rStyle w:val="Lienhypertexte"/>
            <w:noProof/>
          </w:rPr>
          <w:t>DEUXIÈME ACTE  La menace.</w:t>
        </w:r>
        <w:r>
          <w:rPr>
            <w:noProof/>
            <w:webHidden/>
          </w:rPr>
          <w:tab/>
        </w:r>
        <w:r>
          <w:rPr>
            <w:noProof/>
            <w:webHidden/>
          </w:rPr>
          <w:fldChar w:fldCharType="begin"/>
        </w:r>
        <w:r>
          <w:rPr>
            <w:noProof/>
            <w:webHidden/>
          </w:rPr>
          <w:instrText xml:space="preserve"> PAGEREF _Toc196330329 \h </w:instrText>
        </w:r>
        <w:r>
          <w:rPr>
            <w:noProof/>
            <w:webHidden/>
          </w:rPr>
        </w:r>
        <w:r>
          <w:rPr>
            <w:noProof/>
            <w:webHidden/>
          </w:rPr>
          <w:fldChar w:fldCharType="separate"/>
        </w:r>
        <w:r w:rsidR="00382192">
          <w:rPr>
            <w:noProof/>
            <w:webHidden/>
          </w:rPr>
          <w:t>182</w:t>
        </w:r>
        <w:r>
          <w:rPr>
            <w:noProof/>
            <w:webHidden/>
          </w:rPr>
          <w:fldChar w:fldCharType="end"/>
        </w:r>
      </w:hyperlink>
    </w:p>
    <w:p w14:paraId="51A9E677" w14:textId="029070AD"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30" w:history="1">
        <w:r w:rsidRPr="001A388E">
          <w:rPr>
            <w:rStyle w:val="Lienhypertexte"/>
            <w:noProof/>
          </w:rPr>
          <w:t>TROISIÈME ACTE  Mortel coco !</w:t>
        </w:r>
        <w:r>
          <w:rPr>
            <w:noProof/>
            <w:webHidden/>
          </w:rPr>
          <w:tab/>
        </w:r>
        <w:r>
          <w:rPr>
            <w:noProof/>
            <w:webHidden/>
          </w:rPr>
          <w:fldChar w:fldCharType="begin"/>
        </w:r>
        <w:r>
          <w:rPr>
            <w:noProof/>
            <w:webHidden/>
          </w:rPr>
          <w:instrText xml:space="preserve"> PAGEREF _Toc196330330 \h </w:instrText>
        </w:r>
        <w:r>
          <w:rPr>
            <w:noProof/>
            <w:webHidden/>
          </w:rPr>
        </w:r>
        <w:r>
          <w:rPr>
            <w:noProof/>
            <w:webHidden/>
          </w:rPr>
          <w:fldChar w:fldCharType="separate"/>
        </w:r>
        <w:r w:rsidR="00382192">
          <w:rPr>
            <w:noProof/>
            <w:webHidden/>
          </w:rPr>
          <w:t>183</w:t>
        </w:r>
        <w:r>
          <w:rPr>
            <w:noProof/>
            <w:webHidden/>
          </w:rPr>
          <w:fldChar w:fldCharType="end"/>
        </w:r>
      </w:hyperlink>
    </w:p>
    <w:p w14:paraId="7DFB4263" w14:textId="6BBC9D85" w:rsidR="00804D8D" w:rsidRDefault="00804D8D">
      <w:pPr>
        <w:pStyle w:val="TM2"/>
        <w:rPr>
          <w:rFonts w:asciiTheme="minorHAnsi" w:eastAsiaTheme="minorEastAsia" w:hAnsiTheme="minorHAnsi" w:cstheme="minorBidi"/>
          <w:color w:val="auto"/>
          <w:kern w:val="2"/>
          <w:sz w:val="24"/>
          <w14:ligatures w14:val="standardContextual"/>
        </w:rPr>
      </w:pPr>
      <w:hyperlink w:anchor="_Toc196330331" w:history="1">
        <w:r w:rsidRPr="001A388E">
          <w:rPr>
            <w:rStyle w:val="Lienhypertexte"/>
          </w:rPr>
          <w:t>LE BRIGAND MUET DE LA CALABRE</w:t>
        </w:r>
        <w:r>
          <w:rPr>
            <w:webHidden/>
          </w:rPr>
          <w:tab/>
        </w:r>
        <w:r>
          <w:rPr>
            <w:webHidden/>
          </w:rPr>
          <w:fldChar w:fldCharType="begin"/>
        </w:r>
        <w:r>
          <w:rPr>
            <w:webHidden/>
          </w:rPr>
          <w:instrText xml:space="preserve"> PAGEREF _Toc196330331 \h </w:instrText>
        </w:r>
        <w:r>
          <w:rPr>
            <w:webHidden/>
          </w:rPr>
        </w:r>
        <w:r>
          <w:rPr>
            <w:webHidden/>
          </w:rPr>
          <w:fldChar w:fldCharType="separate"/>
        </w:r>
        <w:r w:rsidR="00382192">
          <w:rPr>
            <w:webHidden/>
          </w:rPr>
          <w:t>185</w:t>
        </w:r>
        <w:r>
          <w:rPr>
            <w:webHidden/>
          </w:rPr>
          <w:fldChar w:fldCharType="end"/>
        </w:r>
      </w:hyperlink>
    </w:p>
    <w:p w14:paraId="2B2EC408" w14:textId="51D34D6D"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32" w:history="1">
        <w:r w:rsidRPr="001A388E">
          <w:rPr>
            <w:rStyle w:val="Lienhypertexte"/>
            <w:noProof/>
          </w:rPr>
          <w:t>PREMIER TABLEAU  Carrière brisée.</w:t>
        </w:r>
        <w:r>
          <w:rPr>
            <w:noProof/>
            <w:webHidden/>
          </w:rPr>
          <w:tab/>
        </w:r>
        <w:r>
          <w:rPr>
            <w:noProof/>
            <w:webHidden/>
          </w:rPr>
          <w:fldChar w:fldCharType="begin"/>
        </w:r>
        <w:r>
          <w:rPr>
            <w:noProof/>
            <w:webHidden/>
          </w:rPr>
          <w:instrText xml:space="preserve"> PAGEREF _Toc196330332 \h </w:instrText>
        </w:r>
        <w:r>
          <w:rPr>
            <w:noProof/>
            <w:webHidden/>
          </w:rPr>
        </w:r>
        <w:r>
          <w:rPr>
            <w:noProof/>
            <w:webHidden/>
          </w:rPr>
          <w:fldChar w:fldCharType="separate"/>
        </w:r>
        <w:r w:rsidR="00382192">
          <w:rPr>
            <w:noProof/>
            <w:webHidden/>
          </w:rPr>
          <w:t>185</w:t>
        </w:r>
        <w:r>
          <w:rPr>
            <w:noProof/>
            <w:webHidden/>
          </w:rPr>
          <w:fldChar w:fldCharType="end"/>
        </w:r>
      </w:hyperlink>
    </w:p>
    <w:p w14:paraId="3C232852" w14:textId="7DE1E64B"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33" w:history="1">
        <w:r w:rsidRPr="001A388E">
          <w:rPr>
            <w:rStyle w:val="Lienhypertexte"/>
            <w:noProof/>
          </w:rPr>
          <w:t>DEUXIÈME TABLEAU  Une idée pratique.</w:t>
        </w:r>
        <w:r>
          <w:rPr>
            <w:noProof/>
            <w:webHidden/>
          </w:rPr>
          <w:tab/>
        </w:r>
        <w:r>
          <w:rPr>
            <w:noProof/>
            <w:webHidden/>
          </w:rPr>
          <w:fldChar w:fldCharType="begin"/>
        </w:r>
        <w:r>
          <w:rPr>
            <w:noProof/>
            <w:webHidden/>
          </w:rPr>
          <w:instrText xml:space="preserve"> PAGEREF _Toc196330333 \h </w:instrText>
        </w:r>
        <w:r>
          <w:rPr>
            <w:noProof/>
            <w:webHidden/>
          </w:rPr>
        </w:r>
        <w:r>
          <w:rPr>
            <w:noProof/>
            <w:webHidden/>
          </w:rPr>
          <w:fldChar w:fldCharType="separate"/>
        </w:r>
        <w:r w:rsidR="00382192">
          <w:rPr>
            <w:noProof/>
            <w:webHidden/>
          </w:rPr>
          <w:t>186</w:t>
        </w:r>
        <w:r>
          <w:rPr>
            <w:noProof/>
            <w:webHidden/>
          </w:rPr>
          <w:fldChar w:fldCharType="end"/>
        </w:r>
      </w:hyperlink>
    </w:p>
    <w:p w14:paraId="2BCE9B38" w14:textId="414B81F0"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34" w:history="1">
        <w:r w:rsidRPr="001A388E">
          <w:rPr>
            <w:rStyle w:val="Lienhypertexte"/>
            <w:noProof/>
          </w:rPr>
          <w:t>TROISIÈME TABLEAU  La bourse ou la vie !</w:t>
        </w:r>
        <w:r>
          <w:rPr>
            <w:noProof/>
            <w:webHidden/>
          </w:rPr>
          <w:tab/>
        </w:r>
        <w:r>
          <w:rPr>
            <w:noProof/>
            <w:webHidden/>
          </w:rPr>
          <w:fldChar w:fldCharType="begin"/>
        </w:r>
        <w:r>
          <w:rPr>
            <w:noProof/>
            <w:webHidden/>
          </w:rPr>
          <w:instrText xml:space="preserve"> PAGEREF _Toc196330334 \h </w:instrText>
        </w:r>
        <w:r>
          <w:rPr>
            <w:noProof/>
            <w:webHidden/>
          </w:rPr>
        </w:r>
        <w:r>
          <w:rPr>
            <w:noProof/>
            <w:webHidden/>
          </w:rPr>
          <w:fldChar w:fldCharType="separate"/>
        </w:r>
        <w:r w:rsidR="00382192">
          <w:rPr>
            <w:noProof/>
            <w:webHidden/>
          </w:rPr>
          <w:t>187</w:t>
        </w:r>
        <w:r>
          <w:rPr>
            <w:noProof/>
            <w:webHidden/>
          </w:rPr>
          <w:fldChar w:fldCharType="end"/>
        </w:r>
      </w:hyperlink>
    </w:p>
    <w:p w14:paraId="30258D7C" w14:textId="7CC52F2B" w:rsidR="00804D8D" w:rsidRDefault="00804D8D">
      <w:pPr>
        <w:pStyle w:val="TM2"/>
        <w:rPr>
          <w:rFonts w:asciiTheme="minorHAnsi" w:eastAsiaTheme="minorEastAsia" w:hAnsiTheme="minorHAnsi" w:cstheme="minorBidi"/>
          <w:color w:val="auto"/>
          <w:kern w:val="2"/>
          <w:sz w:val="24"/>
          <w14:ligatures w14:val="standardContextual"/>
        </w:rPr>
      </w:pPr>
      <w:hyperlink w:anchor="_Toc196330335" w:history="1">
        <w:r w:rsidRPr="001A388E">
          <w:rPr>
            <w:rStyle w:val="Lienhypertexte"/>
          </w:rPr>
          <w:t>LES DRAMES DU TYROL</w:t>
        </w:r>
        <w:r>
          <w:rPr>
            <w:webHidden/>
          </w:rPr>
          <w:tab/>
        </w:r>
        <w:r>
          <w:rPr>
            <w:webHidden/>
          </w:rPr>
          <w:fldChar w:fldCharType="begin"/>
        </w:r>
        <w:r>
          <w:rPr>
            <w:webHidden/>
          </w:rPr>
          <w:instrText xml:space="preserve"> PAGEREF _Toc196330335 \h </w:instrText>
        </w:r>
        <w:r>
          <w:rPr>
            <w:webHidden/>
          </w:rPr>
        </w:r>
        <w:r>
          <w:rPr>
            <w:webHidden/>
          </w:rPr>
          <w:fldChar w:fldCharType="separate"/>
        </w:r>
        <w:r w:rsidR="00382192">
          <w:rPr>
            <w:webHidden/>
          </w:rPr>
          <w:t>189</w:t>
        </w:r>
        <w:r>
          <w:rPr>
            <w:webHidden/>
          </w:rPr>
          <w:fldChar w:fldCharType="end"/>
        </w:r>
      </w:hyperlink>
    </w:p>
    <w:p w14:paraId="2BB1953B" w14:textId="6E5F51A4"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36" w:history="1">
        <w:r w:rsidRPr="001A388E">
          <w:rPr>
            <w:rStyle w:val="Lienhypertexte"/>
            <w:noProof/>
          </w:rPr>
          <w:t>PREMIER ACTE  Rivaux d’amour.</w:t>
        </w:r>
        <w:r>
          <w:rPr>
            <w:noProof/>
            <w:webHidden/>
          </w:rPr>
          <w:tab/>
        </w:r>
        <w:r>
          <w:rPr>
            <w:noProof/>
            <w:webHidden/>
          </w:rPr>
          <w:fldChar w:fldCharType="begin"/>
        </w:r>
        <w:r>
          <w:rPr>
            <w:noProof/>
            <w:webHidden/>
          </w:rPr>
          <w:instrText xml:space="preserve"> PAGEREF _Toc196330336 \h </w:instrText>
        </w:r>
        <w:r>
          <w:rPr>
            <w:noProof/>
            <w:webHidden/>
          </w:rPr>
        </w:r>
        <w:r>
          <w:rPr>
            <w:noProof/>
            <w:webHidden/>
          </w:rPr>
          <w:fldChar w:fldCharType="separate"/>
        </w:r>
        <w:r w:rsidR="00382192">
          <w:rPr>
            <w:noProof/>
            <w:webHidden/>
          </w:rPr>
          <w:t>189</w:t>
        </w:r>
        <w:r>
          <w:rPr>
            <w:noProof/>
            <w:webHidden/>
          </w:rPr>
          <w:fldChar w:fldCharType="end"/>
        </w:r>
      </w:hyperlink>
    </w:p>
    <w:p w14:paraId="56B6C156" w14:textId="029466FD"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37" w:history="1">
        <w:r w:rsidRPr="001A388E">
          <w:rPr>
            <w:rStyle w:val="Lienhypertexte"/>
            <w:noProof/>
          </w:rPr>
          <w:t>DEUXIÈME ACTE  Le gouffre sans fond.</w:t>
        </w:r>
        <w:r>
          <w:rPr>
            <w:noProof/>
            <w:webHidden/>
          </w:rPr>
          <w:tab/>
        </w:r>
        <w:r>
          <w:rPr>
            <w:noProof/>
            <w:webHidden/>
          </w:rPr>
          <w:fldChar w:fldCharType="begin"/>
        </w:r>
        <w:r>
          <w:rPr>
            <w:noProof/>
            <w:webHidden/>
          </w:rPr>
          <w:instrText xml:space="preserve"> PAGEREF _Toc196330337 \h </w:instrText>
        </w:r>
        <w:r>
          <w:rPr>
            <w:noProof/>
            <w:webHidden/>
          </w:rPr>
        </w:r>
        <w:r>
          <w:rPr>
            <w:noProof/>
            <w:webHidden/>
          </w:rPr>
          <w:fldChar w:fldCharType="separate"/>
        </w:r>
        <w:r w:rsidR="00382192">
          <w:rPr>
            <w:noProof/>
            <w:webHidden/>
          </w:rPr>
          <w:t>191</w:t>
        </w:r>
        <w:r>
          <w:rPr>
            <w:noProof/>
            <w:webHidden/>
          </w:rPr>
          <w:fldChar w:fldCharType="end"/>
        </w:r>
      </w:hyperlink>
    </w:p>
    <w:p w14:paraId="3C23F654" w14:textId="3236C8C4"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38" w:history="1">
        <w:r w:rsidRPr="001A388E">
          <w:rPr>
            <w:rStyle w:val="Lienhypertexte"/>
            <w:noProof/>
          </w:rPr>
          <w:t>TROISIÈME ACTE  Le mort qui chante.</w:t>
        </w:r>
        <w:r>
          <w:rPr>
            <w:noProof/>
            <w:webHidden/>
          </w:rPr>
          <w:tab/>
        </w:r>
        <w:r>
          <w:rPr>
            <w:noProof/>
            <w:webHidden/>
          </w:rPr>
          <w:fldChar w:fldCharType="begin"/>
        </w:r>
        <w:r>
          <w:rPr>
            <w:noProof/>
            <w:webHidden/>
          </w:rPr>
          <w:instrText xml:space="preserve"> PAGEREF _Toc196330338 \h </w:instrText>
        </w:r>
        <w:r>
          <w:rPr>
            <w:noProof/>
            <w:webHidden/>
          </w:rPr>
        </w:r>
        <w:r>
          <w:rPr>
            <w:noProof/>
            <w:webHidden/>
          </w:rPr>
          <w:fldChar w:fldCharType="separate"/>
        </w:r>
        <w:r w:rsidR="00382192">
          <w:rPr>
            <w:noProof/>
            <w:webHidden/>
          </w:rPr>
          <w:t>192</w:t>
        </w:r>
        <w:r>
          <w:rPr>
            <w:noProof/>
            <w:webHidden/>
          </w:rPr>
          <w:fldChar w:fldCharType="end"/>
        </w:r>
      </w:hyperlink>
    </w:p>
    <w:p w14:paraId="4AADD88B" w14:textId="5338C3AB" w:rsidR="00804D8D" w:rsidRDefault="00804D8D">
      <w:pPr>
        <w:pStyle w:val="TM2"/>
        <w:rPr>
          <w:rFonts w:asciiTheme="minorHAnsi" w:eastAsiaTheme="minorEastAsia" w:hAnsiTheme="minorHAnsi" w:cstheme="minorBidi"/>
          <w:color w:val="auto"/>
          <w:kern w:val="2"/>
          <w:sz w:val="24"/>
          <w14:ligatures w14:val="standardContextual"/>
        </w:rPr>
      </w:pPr>
      <w:hyperlink w:anchor="_Toc196330339" w:history="1">
        <w:r w:rsidRPr="001A388E">
          <w:rPr>
            <w:rStyle w:val="Lienhypertexte"/>
          </w:rPr>
          <w:t>L’EMPALÉ  Drame turc.</w:t>
        </w:r>
        <w:r>
          <w:rPr>
            <w:webHidden/>
          </w:rPr>
          <w:tab/>
        </w:r>
        <w:r>
          <w:rPr>
            <w:webHidden/>
          </w:rPr>
          <w:fldChar w:fldCharType="begin"/>
        </w:r>
        <w:r>
          <w:rPr>
            <w:webHidden/>
          </w:rPr>
          <w:instrText xml:space="preserve"> PAGEREF _Toc196330339 \h </w:instrText>
        </w:r>
        <w:r>
          <w:rPr>
            <w:webHidden/>
          </w:rPr>
        </w:r>
        <w:r>
          <w:rPr>
            <w:webHidden/>
          </w:rPr>
          <w:fldChar w:fldCharType="separate"/>
        </w:r>
        <w:r w:rsidR="00382192">
          <w:rPr>
            <w:webHidden/>
          </w:rPr>
          <w:t>195</w:t>
        </w:r>
        <w:r>
          <w:rPr>
            <w:webHidden/>
          </w:rPr>
          <w:fldChar w:fldCharType="end"/>
        </w:r>
      </w:hyperlink>
    </w:p>
    <w:p w14:paraId="0A593925" w14:textId="6D44A108"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40" w:history="1">
        <w:r w:rsidRPr="001A388E">
          <w:rPr>
            <w:rStyle w:val="Lienhypertexte"/>
            <w:noProof/>
          </w:rPr>
          <w:t>PREMIER TABLEAU  Avant l’exécution.</w:t>
        </w:r>
        <w:r>
          <w:rPr>
            <w:noProof/>
            <w:webHidden/>
          </w:rPr>
          <w:tab/>
        </w:r>
        <w:r>
          <w:rPr>
            <w:noProof/>
            <w:webHidden/>
          </w:rPr>
          <w:fldChar w:fldCharType="begin"/>
        </w:r>
        <w:r>
          <w:rPr>
            <w:noProof/>
            <w:webHidden/>
          </w:rPr>
          <w:instrText xml:space="preserve"> PAGEREF _Toc196330340 \h </w:instrText>
        </w:r>
        <w:r>
          <w:rPr>
            <w:noProof/>
            <w:webHidden/>
          </w:rPr>
        </w:r>
        <w:r>
          <w:rPr>
            <w:noProof/>
            <w:webHidden/>
          </w:rPr>
          <w:fldChar w:fldCharType="separate"/>
        </w:r>
        <w:r w:rsidR="00382192">
          <w:rPr>
            <w:noProof/>
            <w:webHidden/>
          </w:rPr>
          <w:t>195</w:t>
        </w:r>
        <w:r>
          <w:rPr>
            <w:noProof/>
            <w:webHidden/>
          </w:rPr>
          <w:fldChar w:fldCharType="end"/>
        </w:r>
      </w:hyperlink>
    </w:p>
    <w:p w14:paraId="1BF20275" w14:textId="1FECAF86"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41" w:history="1">
        <w:r w:rsidRPr="001A388E">
          <w:rPr>
            <w:rStyle w:val="Lienhypertexte"/>
            <w:noProof/>
          </w:rPr>
          <w:t>DEUXIÈME TABLEAU  L’empalé souriant.</w:t>
        </w:r>
        <w:r>
          <w:rPr>
            <w:noProof/>
            <w:webHidden/>
          </w:rPr>
          <w:tab/>
        </w:r>
        <w:r>
          <w:rPr>
            <w:noProof/>
            <w:webHidden/>
          </w:rPr>
          <w:fldChar w:fldCharType="begin"/>
        </w:r>
        <w:r>
          <w:rPr>
            <w:noProof/>
            <w:webHidden/>
          </w:rPr>
          <w:instrText xml:space="preserve"> PAGEREF _Toc196330341 \h </w:instrText>
        </w:r>
        <w:r>
          <w:rPr>
            <w:noProof/>
            <w:webHidden/>
          </w:rPr>
        </w:r>
        <w:r>
          <w:rPr>
            <w:noProof/>
            <w:webHidden/>
          </w:rPr>
          <w:fldChar w:fldCharType="separate"/>
        </w:r>
        <w:r w:rsidR="00382192">
          <w:rPr>
            <w:noProof/>
            <w:webHidden/>
          </w:rPr>
          <w:t>197</w:t>
        </w:r>
        <w:r>
          <w:rPr>
            <w:noProof/>
            <w:webHidden/>
          </w:rPr>
          <w:fldChar w:fldCharType="end"/>
        </w:r>
      </w:hyperlink>
    </w:p>
    <w:p w14:paraId="2E54F6F5" w14:textId="35B07CCE"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42" w:history="1">
        <w:r w:rsidRPr="001A388E">
          <w:rPr>
            <w:rStyle w:val="Lienhypertexte"/>
            <w:noProof/>
          </w:rPr>
          <w:t>TROISIÈME TABLEAU  Et toujours le sourire !</w:t>
        </w:r>
        <w:r>
          <w:rPr>
            <w:noProof/>
            <w:webHidden/>
          </w:rPr>
          <w:tab/>
        </w:r>
        <w:r>
          <w:rPr>
            <w:noProof/>
            <w:webHidden/>
          </w:rPr>
          <w:fldChar w:fldCharType="begin"/>
        </w:r>
        <w:r>
          <w:rPr>
            <w:noProof/>
            <w:webHidden/>
          </w:rPr>
          <w:instrText xml:space="preserve"> PAGEREF _Toc196330342 \h </w:instrText>
        </w:r>
        <w:r>
          <w:rPr>
            <w:noProof/>
            <w:webHidden/>
          </w:rPr>
        </w:r>
        <w:r>
          <w:rPr>
            <w:noProof/>
            <w:webHidden/>
          </w:rPr>
          <w:fldChar w:fldCharType="separate"/>
        </w:r>
        <w:r w:rsidR="00382192">
          <w:rPr>
            <w:noProof/>
            <w:webHidden/>
          </w:rPr>
          <w:t>198</w:t>
        </w:r>
        <w:r>
          <w:rPr>
            <w:noProof/>
            <w:webHidden/>
          </w:rPr>
          <w:fldChar w:fldCharType="end"/>
        </w:r>
      </w:hyperlink>
    </w:p>
    <w:p w14:paraId="0C92CE2D" w14:textId="6B179951" w:rsidR="00804D8D" w:rsidRDefault="00804D8D">
      <w:pPr>
        <w:pStyle w:val="TM2"/>
        <w:rPr>
          <w:rFonts w:asciiTheme="minorHAnsi" w:eastAsiaTheme="minorEastAsia" w:hAnsiTheme="minorHAnsi" w:cstheme="minorBidi"/>
          <w:color w:val="auto"/>
          <w:kern w:val="2"/>
          <w:sz w:val="24"/>
          <w14:ligatures w14:val="standardContextual"/>
        </w:rPr>
      </w:pPr>
      <w:hyperlink w:anchor="_Toc196330343" w:history="1">
        <w:r w:rsidRPr="001A388E">
          <w:rPr>
            <w:rStyle w:val="Lienhypertexte"/>
          </w:rPr>
          <w:t>L’EUNUQUE DE ZANZIBAR  Drame galant.</w:t>
        </w:r>
        <w:r>
          <w:rPr>
            <w:webHidden/>
          </w:rPr>
          <w:tab/>
        </w:r>
        <w:r>
          <w:rPr>
            <w:webHidden/>
          </w:rPr>
          <w:fldChar w:fldCharType="begin"/>
        </w:r>
        <w:r>
          <w:rPr>
            <w:webHidden/>
          </w:rPr>
          <w:instrText xml:space="preserve"> PAGEREF _Toc196330343 \h </w:instrText>
        </w:r>
        <w:r>
          <w:rPr>
            <w:webHidden/>
          </w:rPr>
        </w:r>
        <w:r>
          <w:rPr>
            <w:webHidden/>
          </w:rPr>
          <w:fldChar w:fldCharType="separate"/>
        </w:r>
        <w:r w:rsidR="00382192">
          <w:rPr>
            <w:webHidden/>
          </w:rPr>
          <w:t>199</w:t>
        </w:r>
        <w:r>
          <w:rPr>
            <w:webHidden/>
          </w:rPr>
          <w:fldChar w:fldCharType="end"/>
        </w:r>
      </w:hyperlink>
    </w:p>
    <w:p w14:paraId="76FC5E86" w14:textId="52713E39"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44" w:history="1">
        <w:r w:rsidRPr="001A388E">
          <w:rPr>
            <w:rStyle w:val="Lienhypertexte"/>
            <w:noProof/>
          </w:rPr>
          <w:t>PREMIER ACTE  Ali et Fathma.</w:t>
        </w:r>
        <w:r>
          <w:rPr>
            <w:noProof/>
            <w:webHidden/>
          </w:rPr>
          <w:tab/>
        </w:r>
        <w:r>
          <w:rPr>
            <w:noProof/>
            <w:webHidden/>
          </w:rPr>
          <w:fldChar w:fldCharType="begin"/>
        </w:r>
        <w:r>
          <w:rPr>
            <w:noProof/>
            <w:webHidden/>
          </w:rPr>
          <w:instrText xml:space="preserve"> PAGEREF _Toc196330344 \h </w:instrText>
        </w:r>
        <w:r>
          <w:rPr>
            <w:noProof/>
            <w:webHidden/>
          </w:rPr>
        </w:r>
        <w:r>
          <w:rPr>
            <w:noProof/>
            <w:webHidden/>
          </w:rPr>
          <w:fldChar w:fldCharType="separate"/>
        </w:r>
        <w:r w:rsidR="00382192">
          <w:rPr>
            <w:noProof/>
            <w:webHidden/>
          </w:rPr>
          <w:t>199</w:t>
        </w:r>
        <w:r>
          <w:rPr>
            <w:noProof/>
            <w:webHidden/>
          </w:rPr>
          <w:fldChar w:fldCharType="end"/>
        </w:r>
      </w:hyperlink>
    </w:p>
    <w:p w14:paraId="4AC33423" w14:textId="38771720"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45" w:history="1">
        <w:r w:rsidRPr="001A388E">
          <w:rPr>
            <w:rStyle w:val="Lienhypertexte"/>
            <w:noProof/>
          </w:rPr>
          <w:t>DEUXIÈME ACTE  Le gardien du harem.</w:t>
        </w:r>
        <w:r>
          <w:rPr>
            <w:noProof/>
            <w:webHidden/>
          </w:rPr>
          <w:tab/>
        </w:r>
        <w:r>
          <w:rPr>
            <w:noProof/>
            <w:webHidden/>
          </w:rPr>
          <w:fldChar w:fldCharType="begin"/>
        </w:r>
        <w:r>
          <w:rPr>
            <w:noProof/>
            <w:webHidden/>
          </w:rPr>
          <w:instrText xml:space="preserve"> PAGEREF _Toc196330345 \h </w:instrText>
        </w:r>
        <w:r>
          <w:rPr>
            <w:noProof/>
            <w:webHidden/>
          </w:rPr>
        </w:r>
        <w:r>
          <w:rPr>
            <w:noProof/>
            <w:webHidden/>
          </w:rPr>
          <w:fldChar w:fldCharType="separate"/>
        </w:r>
        <w:r w:rsidR="00382192">
          <w:rPr>
            <w:noProof/>
            <w:webHidden/>
          </w:rPr>
          <w:t>200</w:t>
        </w:r>
        <w:r>
          <w:rPr>
            <w:noProof/>
            <w:webHidden/>
          </w:rPr>
          <w:fldChar w:fldCharType="end"/>
        </w:r>
      </w:hyperlink>
    </w:p>
    <w:p w14:paraId="3DB40D7D" w14:textId="76E3E508"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46" w:history="1">
        <w:r w:rsidRPr="001A388E">
          <w:rPr>
            <w:rStyle w:val="Lienhypertexte"/>
            <w:noProof/>
          </w:rPr>
          <w:t>TROISIÈME ACTE  On ne pense pas à tout !</w:t>
        </w:r>
        <w:r>
          <w:rPr>
            <w:noProof/>
            <w:webHidden/>
          </w:rPr>
          <w:tab/>
        </w:r>
        <w:r>
          <w:rPr>
            <w:noProof/>
            <w:webHidden/>
          </w:rPr>
          <w:fldChar w:fldCharType="begin"/>
        </w:r>
        <w:r>
          <w:rPr>
            <w:noProof/>
            <w:webHidden/>
          </w:rPr>
          <w:instrText xml:space="preserve"> PAGEREF _Toc196330346 \h </w:instrText>
        </w:r>
        <w:r>
          <w:rPr>
            <w:noProof/>
            <w:webHidden/>
          </w:rPr>
        </w:r>
        <w:r>
          <w:rPr>
            <w:noProof/>
            <w:webHidden/>
          </w:rPr>
          <w:fldChar w:fldCharType="separate"/>
        </w:r>
        <w:r w:rsidR="00382192">
          <w:rPr>
            <w:noProof/>
            <w:webHidden/>
          </w:rPr>
          <w:t>201</w:t>
        </w:r>
        <w:r>
          <w:rPr>
            <w:noProof/>
            <w:webHidden/>
          </w:rPr>
          <w:fldChar w:fldCharType="end"/>
        </w:r>
      </w:hyperlink>
    </w:p>
    <w:p w14:paraId="3F764808" w14:textId="7EE536AD" w:rsidR="00804D8D" w:rsidRDefault="00804D8D">
      <w:pPr>
        <w:pStyle w:val="TM2"/>
        <w:rPr>
          <w:rFonts w:asciiTheme="minorHAnsi" w:eastAsiaTheme="minorEastAsia" w:hAnsiTheme="minorHAnsi" w:cstheme="minorBidi"/>
          <w:color w:val="auto"/>
          <w:kern w:val="2"/>
          <w:sz w:val="24"/>
          <w14:ligatures w14:val="standardContextual"/>
        </w:rPr>
      </w:pPr>
      <w:hyperlink w:anchor="_Toc196330347" w:history="1">
        <w:r w:rsidRPr="001A388E">
          <w:rPr>
            <w:rStyle w:val="Lienhypertexte"/>
          </w:rPr>
          <w:t>FATAL HYMEN</w:t>
        </w:r>
        <w:r>
          <w:rPr>
            <w:webHidden/>
          </w:rPr>
          <w:tab/>
        </w:r>
        <w:r>
          <w:rPr>
            <w:webHidden/>
          </w:rPr>
          <w:fldChar w:fldCharType="begin"/>
        </w:r>
        <w:r>
          <w:rPr>
            <w:webHidden/>
          </w:rPr>
          <w:instrText xml:space="preserve"> PAGEREF _Toc196330347 \h </w:instrText>
        </w:r>
        <w:r>
          <w:rPr>
            <w:webHidden/>
          </w:rPr>
        </w:r>
        <w:r>
          <w:rPr>
            <w:webHidden/>
          </w:rPr>
          <w:fldChar w:fldCharType="separate"/>
        </w:r>
        <w:r w:rsidR="00382192">
          <w:rPr>
            <w:webHidden/>
          </w:rPr>
          <w:t>203</w:t>
        </w:r>
        <w:r>
          <w:rPr>
            <w:webHidden/>
          </w:rPr>
          <w:fldChar w:fldCharType="end"/>
        </w:r>
      </w:hyperlink>
    </w:p>
    <w:p w14:paraId="37B629A8" w14:textId="6455E21F"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48" w:history="1">
        <w:r w:rsidRPr="001A388E">
          <w:rPr>
            <w:rStyle w:val="Lienhypertexte"/>
            <w:noProof/>
          </w:rPr>
          <w:t>PREMIER ACTE  Amour brisé.</w:t>
        </w:r>
        <w:r>
          <w:rPr>
            <w:noProof/>
            <w:webHidden/>
          </w:rPr>
          <w:tab/>
        </w:r>
        <w:r>
          <w:rPr>
            <w:noProof/>
            <w:webHidden/>
          </w:rPr>
          <w:fldChar w:fldCharType="begin"/>
        </w:r>
        <w:r>
          <w:rPr>
            <w:noProof/>
            <w:webHidden/>
          </w:rPr>
          <w:instrText xml:space="preserve"> PAGEREF _Toc196330348 \h </w:instrText>
        </w:r>
        <w:r>
          <w:rPr>
            <w:noProof/>
            <w:webHidden/>
          </w:rPr>
        </w:r>
        <w:r>
          <w:rPr>
            <w:noProof/>
            <w:webHidden/>
          </w:rPr>
          <w:fldChar w:fldCharType="separate"/>
        </w:r>
        <w:r w:rsidR="00382192">
          <w:rPr>
            <w:noProof/>
            <w:webHidden/>
          </w:rPr>
          <w:t>203</w:t>
        </w:r>
        <w:r>
          <w:rPr>
            <w:noProof/>
            <w:webHidden/>
          </w:rPr>
          <w:fldChar w:fldCharType="end"/>
        </w:r>
      </w:hyperlink>
    </w:p>
    <w:p w14:paraId="6268E832" w14:textId="578860DD"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49" w:history="1">
        <w:r w:rsidRPr="001A388E">
          <w:rPr>
            <w:rStyle w:val="Lienhypertexte"/>
            <w:noProof/>
          </w:rPr>
          <w:t>DEUXIÈME ACTE  Le consentement.</w:t>
        </w:r>
        <w:r>
          <w:rPr>
            <w:noProof/>
            <w:webHidden/>
          </w:rPr>
          <w:tab/>
        </w:r>
        <w:r>
          <w:rPr>
            <w:noProof/>
            <w:webHidden/>
          </w:rPr>
          <w:fldChar w:fldCharType="begin"/>
        </w:r>
        <w:r>
          <w:rPr>
            <w:noProof/>
            <w:webHidden/>
          </w:rPr>
          <w:instrText xml:space="preserve"> PAGEREF _Toc196330349 \h </w:instrText>
        </w:r>
        <w:r>
          <w:rPr>
            <w:noProof/>
            <w:webHidden/>
          </w:rPr>
        </w:r>
        <w:r>
          <w:rPr>
            <w:noProof/>
            <w:webHidden/>
          </w:rPr>
          <w:fldChar w:fldCharType="separate"/>
        </w:r>
        <w:r w:rsidR="00382192">
          <w:rPr>
            <w:noProof/>
            <w:webHidden/>
          </w:rPr>
          <w:t>204</w:t>
        </w:r>
        <w:r>
          <w:rPr>
            <w:noProof/>
            <w:webHidden/>
          </w:rPr>
          <w:fldChar w:fldCharType="end"/>
        </w:r>
      </w:hyperlink>
    </w:p>
    <w:p w14:paraId="6DA0C205" w14:textId="5A39CABF"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50" w:history="1">
        <w:r w:rsidRPr="001A388E">
          <w:rPr>
            <w:rStyle w:val="Lienhypertexte"/>
            <w:noProof/>
          </w:rPr>
          <w:t>TROISIÈME ACTE  L’amour qui tue.</w:t>
        </w:r>
        <w:r>
          <w:rPr>
            <w:noProof/>
            <w:webHidden/>
          </w:rPr>
          <w:tab/>
        </w:r>
        <w:r>
          <w:rPr>
            <w:noProof/>
            <w:webHidden/>
          </w:rPr>
          <w:fldChar w:fldCharType="begin"/>
        </w:r>
        <w:r>
          <w:rPr>
            <w:noProof/>
            <w:webHidden/>
          </w:rPr>
          <w:instrText xml:space="preserve"> PAGEREF _Toc196330350 \h </w:instrText>
        </w:r>
        <w:r>
          <w:rPr>
            <w:noProof/>
            <w:webHidden/>
          </w:rPr>
        </w:r>
        <w:r>
          <w:rPr>
            <w:noProof/>
            <w:webHidden/>
          </w:rPr>
          <w:fldChar w:fldCharType="separate"/>
        </w:r>
        <w:r w:rsidR="00382192">
          <w:rPr>
            <w:noProof/>
            <w:webHidden/>
          </w:rPr>
          <w:t>205</w:t>
        </w:r>
        <w:r>
          <w:rPr>
            <w:noProof/>
            <w:webHidden/>
          </w:rPr>
          <w:fldChar w:fldCharType="end"/>
        </w:r>
      </w:hyperlink>
    </w:p>
    <w:p w14:paraId="4B401D52" w14:textId="5C5586EF" w:rsidR="00804D8D" w:rsidRDefault="00804D8D" w:rsidP="00804D8D">
      <w:pPr>
        <w:pStyle w:val="TM1"/>
        <w:rPr>
          <w:rFonts w:asciiTheme="minorHAnsi" w:eastAsiaTheme="minorEastAsia" w:hAnsiTheme="minorHAnsi" w:cstheme="minorBidi"/>
          <w:color w:val="auto"/>
          <w:kern w:val="2"/>
          <w:sz w:val="24"/>
          <w:szCs w:val="24"/>
          <w14:ligatures w14:val="standardContextual"/>
        </w:rPr>
      </w:pPr>
      <w:hyperlink w:anchor="_Toc196330351" w:history="1">
        <w:r w:rsidRPr="001A388E">
          <w:rPr>
            <w:rStyle w:val="Lienhypertexte"/>
          </w:rPr>
          <w:t>LES DRAMES DE LA TERRE ET DE LA MER</w:t>
        </w:r>
        <w:r>
          <w:rPr>
            <w:webHidden/>
          </w:rPr>
          <w:tab/>
        </w:r>
        <w:r>
          <w:rPr>
            <w:webHidden/>
          </w:rPr>
          <w:fldChar w:fldCharType="begin"/>
        </w:r>
        <w:r>
          <w:rPr>
            <w:webHidden/>
          </w:rPr>
          <w:instrText xml:space="preserve"> PAGEREF _Toc196330351 \h </w:instrText>
        </w:r>
        <w:r>
          <w:rPr>
            <w:webHidden/>
          </w:rPr>
        </w:r>
        <w:r>
          <w:rPr>
            <w:webHidden/>
          </w:rPr>
          <w:fldChar w:fldCharType="separate"/>
        </w:r>
        <w:r w:rsidR="00382192">
          <w:rPr>
            <w:webHidden/>
          </w:rPr>
          <w:t>207</w:t>
        </w:r>
        <w:r>
          <w:rPr>
            <w:webHidden/>
          </w:rPr>
          <w:fldChar w:fldCharType="end"/>
        </w:r>
      </w:hyperlink>
    </w:p>
    <w:p w14:paraId="75B1B504" w14:textId="54A266B8" w:rsidR="00804D8D" w:rsidRDefault="00804D8D">
      <w:pPr>
        <w:pStyle w:val="TM2"/>
        <w:rPr>
          <w:rFonts w:asciiTheme="minorHAnsi" w:eastAsiaTheme="minorEastAsia" w:hAnsiTheme="minorHAnsi" w:cstheme="minorBidi"/>
          <w:color w:val="auto"/>
          <w:kern w:val="2"/>
          <w:sz w:val="24"/>
          <w14:ligatures w14:val="standardContextual"/>
        </w:rPr>
      </w:pPr>
      <w:hyperlink w:anchor="_Toc196330352" w:history="1">
        <w:r w:rsidRPr="001A388E">
          <w:rPr>
            <w:rStyle w:val="Lienhypertexte"/>
          </w:rPr>
          <w:t>LES DRAMES DE LA MER</w:t>
        </w:r>
        <w:r>
          <w:rPr>
            <w:webHidden/>
          </w:rPr>
          <w:tab/>
        </w:r>
        <w:r>
          <w:rPr>
            <w:webHidden/>
          </w:rPr>
          <w:fldChar w:fldCharType="begin"/>
        </w:r>
        <w:r>
          <w:rPr>
            <w:webHidden/>
          </w:rPr>
          <w:instrText xml:space="preserve"> PAGEREF _Toc196330352 \h </w:instrText>
        </w:r>
        <w:r>
          <w:rPr>
            <w:webHidden/>
          </w:rPr>
        </w:r>
        <w:r>
          <w:rPr>
            <w:webHidden/>
          </w:rPr>
          <w:fldChar w:fldCharType="separate"/>
        </w:r>
        <w:r w:rsidR="00382192">
          <w:rPr>
            <w:webHidden/>
          </w:rPr>
          <w:t>208</w:t>
        </w:r>
        <w:r>
          <w:rPr>
            <w:webHidden/>
          </w:rPr>
          <w:fldChar w:fldCharType="end"/>
        </w:r>
      </w:hyperlink>
    </w:p>
    <w:p w14:paraId="3D7A5FAD" w14:textId="6C7D53EF"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53" w:history="1">
        <w:r w:rsidRPr="001A388E">
          <w:rPr>
            <w:rStyle w:val="Lienhypertexte"/>
            <w:noProof/>
          </w:rPr>
          <w:t>ACTE PREMIER  Appareillage.</w:t>
        </w:r>
        <w:r>
          <w:rPr>
            <w:noProof/>
            <w:webHidden/>
          </w:rPr>
          <w:tab/>
        </w:r>
        <w:r>
          <w:rPr>
            <w:noProof/>
            <w:webHidden/>
          </w:rPr>
          <w:fldChar w:fldCharType="begin"/>
        </w:r>
        <w:r>
          <w:rPr>
            <w:noProof/>
            <w:webHidden/>
          </w:rPr>
          <w:instrText xml:space="preserve"> PAGEREF _Toc196330353 \h </w:instrText>
        </w:r>
        <w:r>
          <w:rPr>
            <w:noProof/>
            <w:webHidden/>
          </w:rPr>
        </w:r>
        <w:r>
          <w:rPr>
            <w:noProof/>
            <w:webHidden/>
          </w:rPr>
          <w:fldChar w:fldCharType="separate"/>
        </w:r>
        <w:r w:rsidR="00382192">
          <w:rPr>
            <w:noProof/>
            <w:webHidden/>
          </w:rPr>
          <w:t>208</w:t>
        </w:r>
        <w:r>
          <w:rPr>
            <w:noProof/>
            <w:webHidden/>
          </w:rPr>
          <w:fldChar w:fldCharType="end"/>
        </w:r>
      </w:hyperlink>
    </w:p>
    <w:p w14:paraId="1AB54831" w14:textId="5838A76F"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54" w:history="1">
        <w:r w:rsidRPr="001A388E">
          <w:rPr>
            <w:rStyle w:val="Lienhypertexte"/>
            <w:noProof/>
          </w:rPr>
          <w:t>ACTE DEUXIÈME  L’accident.</w:t>
        </w:r>
        <w:r>
          <w:rPr>
            <w:noProof/>
            <w:webHidden/>
          </w:rPr>
          <w:tab/>
        </w:r>
        <w:r>
          <w:rPr>
            <w:noProof/>
            <w:webHidden/>
          </w:rPr>
          <w:fldChar w:fldCharType="begin"/>
        </w:r>
        <w:r>
          <w:rPr>
            <w:noProof/>
            <w:webHidden/>
          </w:rPr>
          <w:instrText xml:space="preserve"> PAGEREF _Toc196330354 \h </w:instrText>
        </w:r>
        <w:r>
          <w:rPr>
            <w:noProof/>
            <w:webHidden/>
          </w:rPr>
        </w:r>
        <w:r>
          <w:rPr>
            <w:noProof/>
            <w:webHidden/>
          </w:rPr>
          <w:fldChar w:fldCharType="separate"/>
        </w:r>
        <w:r w:rsidR="00382192">
          <w:rPr>
            <w:noProof/>
            <w:webHidden/>
          </w:rPr>
          <w:t>210</w:t>
        </w:r>
        <w:r>
          <w:rPr>
            <w:noProof/>
            <w:webHidden/>
          </w:rPr>
          <w:fldChar w:fldCharType="end"/>
        </w:r>
      </w:hyperlink>
    </w:p>
    <w:p w14:paraId="379F3932" w14:textId="05E8E895"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55" w:history="1">
        <w:r w:rsidRPr="001A388E">
          <w:rPr>
            <w:rStyle w:val="Lienhypertexte"/>
            <w:noProof/>
          </w:rPr>
          <w:t>ACTE TROISIÈME  La faim.</w:t>
        </w:r>
        <w:r>
          <w:rPr>
            <w:noProof/>
            <w:webHidden/>
          </w:rPr>
          <w:tab/>
        </w:r>
        <w:r>
          <w:rPr>
            <w:noProof/>
            <w:webHidden/>
          </w:rPr>
          <w:fldChar w:fldCharType="begin"/>
        </w:r>
        <w:r>
          <w:rPr>
            <w:noProof/>
            <w:webHidden/>
          </w:rPr>
          <w:instrText xml:space="preserve"> PAGEREF _Toc196330355 \h </w:instrText>
        </w:r>
        <w:r>
          <w:rPr>
            <w:noProof/>
            <w:webHidden/>
          </w:rPr>
        </w:r>
        <w:r>
          <w:rPr>
            <w:noProof/>
            <w:webHidden/>
          </w:rPr>
          <w:fldChar w:fldCharType="separate"/>
        </w:r>
        <w:r w:rsidR="00382192">
          <w:rPr>
            <w:noProof/>
            <w:webHidden/>
          </w:rPr>
          <w:t>211</w:t>
        </w:r>
        <w:r>
          <w:rPr>
            <w:noProof/>
            <w:webHidden/>
          </w:rPr>
          <w:fldChar w:fldCharType="end"/>
        </w:r>
      </w:hyperlink>
    </w:p>
    <w:p w14:paraId="7262123F" w14:textId="56533E68"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56" w:history="1">
        <w:r w:rsidRPr="001A388E">
          <w:rPr>
            <w:rStyle w:val="Lienhypertexte"/>
            <w:noProof/>
          </w:rPr>
          <w:t>ACTE QUATRIÈME  Sauvés !</w:t>
        </w:r>
        <w:r>
          <w:rPr>
            <w:noProof/>
            <w:webHidden/>
          </w:rPr>
          <w:tab/>
        </w:r>
        <w:r>
          <w:rPr>
            <w:noProof/>
            <w:webHidden/>
          </w:rPr>
          <w:fldChar w:fldCharType="begin"/>
        </w:r>
        <w:r>
          <w:rPr>
            <w:noProof/>
            <w:webHidden/>
          </w:rPr>
          <w:instrText xml:space="preserve"> PAGEREF _Toc196330356 \h </w:instrText>
        </w:r>
        <w:r>
          <w:rPr>
            <w:noProof/>
            <w:webHidden/>
          </w:rPr>
        </w:r>
        <w:r>
          <w:rPr>
            <w:noProof/>
            <w:webHidden/>
          </w:rPr>
          <w:fldChar w:fldCharType="separate"/>
        </w:r>
        <w:r w:rsidR="00382192">
          <w:rPr>
            <w:noProof/>
            <w:webHidden/>
          </w:rPr>
          <w:t>215</w:t>
        </w:r>
        <w:r>
          <w:rPr>
            <w:noProof/>
            <w:webHidden/>
          </w:rPr>
          <w:fldChar w:fldCharType="end"/>
        </w:r>
      </w:hyperlink>
    </w:p>
    <w:p w14:paraId="3762E7FC" w14:textId="2B9BC05B" w:rsidR="00804D8D" w:rsidRDefault="00804D8D">
      <w:pPr>
        <w:pStyle w:val="TM2"/>
        <w:rPr>
          <w:rFonts w:asciiTheme="minorHAnsi" w:eastAsiaTheme="minorEastAsia" w:hAnsiTheme="minorHAnsi" w:cstheme="minorBidi"/>
          <w:color w:val="auto"/>
          <w:kern w:val="2"/>
          <w:sz w:val="24"/>
          <w14:ligatures w14:val="standardContextual"/>
        </w:rPr>
      </w:pPr>
      <w:hyperlink w:anchor="_Toc196330357" w:history="1">
        <w:r w:rsidRPr="001A388E">
          <w:rPr>
            <w:rStyle w:val="Lienhypertexte"/>
          </w:rPr>
          <w:t>RÉCITS DE CHASSE</w:t>
        </w:r>
        <w:r>
          <w:rPr>
            <w:webHidden/>
          </w:rPr>
          <w:tab/>
        </w:r>
        <w:r>
          <w:rPr>
            <w:webHidden/>
          </w:rPr>
          <w:fldChar w:fldCharType="begin"/>
        </w:r>
        <w:r>
          <w:rPr>
            <w:webHidden/>
          </w:rPr>
          <w:instrText xml:space="preserve"> PAGEREF _Toc196330357 \h </w:instrText>
        </w:r>
        <w:r>
          <w:rPr>
            <w:webHidden/>
          </w:rPr>
        </w:r>
        <w:r>
          <w:rPr>
            <w:webHidden/>
          </w:rPr>
          <w:fldChar w:fldCharType="separate"/>
        </w:r>
        <w:r w:rsidR="00382192">
          <w:rPr>
            <w:webHidden/>
          </w:rPr>
          <w:t>217</w:t>
        </w:r>
        <w:r>
          <w:rPr>
            <w:webHidden/>
          </w:rPr>
          <w:fldChar w:fldCharType="end"/>
        </w:r>
      </w:hyperlink>
    </w:p>
    <w:p w14:paraId="686A7401" w14:textId="5BE6F93C"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58" w:history="1">
        <w:r w:rsidRPr="001A388E">
          <w:rPr>
            <w:rStyle w:val="Lienhypertexte"/>
            <w:noProof/>
          </w:rPr>
          <w:t>PROLOGUE  Le retour des chasseurs.</w:t>
        </w:r>
        <w:r>
          <w:rPr>
            <w:noProof/>
            <w:webHidden/>
          </w:rPr>
          <w:tab/>
        </w:r>
        <w:r>
          <w:rPr>
            <w:noProof/>
            <w:webHidden/>
          </w:rPr>
          <w:fldChar w:fldCharType="begin"/>
        </w:r>
        <w:r>
          <w:rPr>
            <w:noProof/>
            <w:webHidden/>
          </w:rPr>
          <w:instrText xml:space="preserve"> PAGEREF _Toc196330358 \h </w:instrText>
        </w:r>
        <w:r>
          <w:rPr>
            <w:noProof/>
            <w:webHidden/>
          </w:rPr>
        </w:r>
        <w:r>
          <w:rPr>
            <w:noProof/>
            <w:webHidden/>
          </w:rPr>
          <w:fldChar w:fldCharType="separate"/>
        </w:r>
        <w:r w:rsidR="00382192">
          <w:rPr>
            <w:noProof/>
            <w:webHidden/>
          </w:rPr>
          <w:t>217</w:t>
        </w:r>
        <w:r>
          <w:rPr>
            <w:noProof/>
            <w:webHidden/>
          </w:rPr>
          <w:fldChar w:fldCharType="end"/>
        </w:r>
      </w:hyperlink>
    </w:p>
    <w:p w14:paraId="56F132D0" w14:textId="270165CF"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59" w:history="1">
        <w:r w:rsidRPr="001A388E">
          <w:rPr>
            <w:rStyle w:val="Lienhypertexte"/>
            <w:noProof/>
          </w:rPr>
          <w:t>PREMIER RÉCIT DE CHASSE  La chasse au gorille.</w:t>
        </w:r>
        <w:r>
          <w:rPr>
            <w:noProof/>
            <w:webHidden/>
          </w:rPr>
          <w:tab/>
        </w:r>
        <w:r>
          <w:rPr>
            <w:noProof/>
            <w:webHidden/>
          </w:rPr>
          <w:fldChar w:fldCharType="begin"/>
        </w:r>
        <w:r>
          <w:rPr>
            <w:noProof/>
            <w:webHidden/>
          </w:rPr>
          <w:instrText xml:space="preserve"> PAGEREF _Toc196330359 \h </w:instrText>
        </w:r>
        <w:r>
          <w:rPr>
            <w:noProof/>
            <w:webHidden/>
          </w:rPr>
        </w:r>
        <w:r>
          <w:rPr>
            <w:noProof/>
            <w:webHidden/>
          </w:rPr>
          <w:fldChar w:fldCharType="separate"/>
        </w:r>
        <w:r w:rsidR="00382192">
          <w:rPr>
            <w:noProof/>
            <w:webHidden/>
          </w:rPr>
          <w:t>218</w:t>
        </w:r>
        <w:r>
          <w:rPr>
            <w:noProof/>
            <w:webHidden/>
          </w:rPr>
          <w:fldChar w:fldCharType="end"/>
        </w:r>
      </w:hyperlink>
    </w:p>
    <w:p w14:paraId="7E373757" w14:textId="7CC223D5"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60" w:history="1">
        <w:r w:rsidRPr="001A388E">
          <w:rPr>
            <w:rStyle w:val="Lienhypertexte"/>
            <w:noProof/>
          </w:rPr>
          <w:t>DEUXIÈME RÉCIT DE CHASSE  La mouche chasseresse.</w:t>
        </w:r>
        <w:r>
          <w:rPr>
            <w:noProof/>
            <w:webHidden/>
          </w:rPr>
          <w:tab/>
        </w:r>
        <w:r>
          <w:rPr>
            <w:noProof/>
            <w:webHidden/>
          </w:rPr>
          <w:fldChar w:fldCharType="begin"/>
        </w:r>
        <w:r>
          <w:rPr>
            <w:noProof/>
            <w:webHidden/>
          </w:rPr>
          <w:instrText xml:space="preserve"> PAGEREF _Toc196330360 \h </w:instrText>
        </w:r>
        <w:r>
          <w:rPr>
            <w:noProof/>
            <w:webHidden/>
          </w:rPr>
        </w:r>
        <w:r>
          <w:rPr>
            <w:noProof/>
            <w:webHidden/>
          </w:rPr>
          <w:fldChar w:fldCharType="separate"/>
        </w:r>
        <w:r w:rsidR="00382192">
          <w:rPr>
            <w:noProof/>
            <w:webHidden/>
          </w:rPr>
          <w:t>220</w:t>
        </w:r>
        <w:r>
          <w:rPr>
            <w:noProof/>
            <w:webHidden/>
          </w:rPr>
          <w:fldChar w:fldCharType="end"/>
        </w:r>
      </w:hyperlink>
    </w:p>
    <w:p w14:paraId="27530662" w14:textId="08B8159B"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61" w:history="1">
        <w:r w:rsidRPr="001A388E">
          <w:rPr>
            <w:rStyle w:val="Lienhypertexte"/>
            <w:noProof/>
          </w:rPr>
          <w:t>TROISIÈME RÉCIT DE CHASSE  La tortue fatale.</w:t>
        </w:r>
        <w:r>
          <w:rPr>
            <w:noProof/>
            <w:webHidden/>
          </w:rPr>
          <w:tab/>
        </w:r>
        <w:r>
          <w:rPr>
            <w:noProof/>
            <w:webHidden/>
          </w:rPr>
          <w:fldChar w:fldCharType="begin"/>
        </w:r>
        <w:r>
          <w:rPr>
            <w:noProof/>
            <w:webHidden/>
          </w:rPr>
          <w:instrText xml:space="preserve"> PAGEREF _Toc196330361 \h </w:instrText>
        </w:r>
        <w:r>
          <w:rPr>
            <w:noProof/>
            <w:webHidden/>
          </w:rPr>
        </w:r>
        <w:r>
          <w:rPr>
            <w:noProof/>
            <w:webHidden/>
          </w:rPr>
          <w:fldChar w:fldCharType="separate"/>
        </w:r>
        <w:r w:rsidR="00382192">
          <w:rPr>
            <w:noProof/>
            <w:webHidden/>
          </w:rPr>
          <w:t>222</w:t>
        </w:r>
        <w:r>
          <w:rPr>
            <w:noProof/>
            <w:webHidden/>
          </w:rPr>
          <w:fldChar w:fldCharType="end"/>
        </w:r>
      </w:hyperlink>
    </w:p>
    <w:p w14:paraId="3728A828" w14:textId="38AE9856"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62" w:history="1">
        <w:r w:rsidRPr="001A388E">
          <w:rPr>
            <w:rStyle w:val="Lienhypertexte"/>
            <w:noProof/>
          </w:rPr>
          <w:t>QUATRIÈME RÉCIT DE CHASSE  Un chasseur d’éléphants.</w:t>
        </w:r>
        <w:r>
          <w:rPr>
            <w:noProof/>
            <w:webHidden/>
          </w:rPr>
          <w:tab/>
        </w:r>
        <w:r>
          <w:rPr>
            <w:noProof/>
            <w:webHidden/>
          </w:rPr>
          <w:fldChar w:fldCharType="begin"/>
        </w:r>
        <w:r>
          <w:rPr>
            <w:noProof/>
            <w:webHidden/>
          </w:rPr>
          <w:instrText xml:space="preserve"> PAGEREF _Toc196330362 \h </w:instrText>
        </w:r>
        <w:r>
          <w:rPr>
            <w:noProof/>
            <w:webHidden/>
          </w:rPr>
        </w:r>
        <w:r>
          <w:rPr>
            <w:noProof/>
            <w:webHidden/>
          </w:rPr>
          <w:fldChar w:fldCharType="separate"/>
        </w:r>
        <w:r w:rsidR="00382192">
          <w:rPr>
            <w:noProof/>
            <w:webHidden/>
          </w:rPr>
          <w:t>225</w:t>
        </w:r>
        <w:r>
          <w:rPr>
            <w:noProof/>
            <w:webHidden/>
          </w:rPr>
          <w:fldChar w:fldCharType="end"/>
        </w:r>
      </w:hyperlink>
    </w:p>
    <w:p w14:paraId="2DC7D61B" w14:textId="1523D409" w:rsidR="00804D8D" w:rsidRDefault="00804D8D">
      <w:pPr>
        <w:pStyle w:val="TM3"/>
        <w:rPr>
          <w:rFonts w:asciiTheme="minorHAnsi" w:eastAsiaTheme="minorEastAsia" w:hAnsiTheme="minorHAnsi" w:cstheme="minorBidi"/>
          <w:noProof/>
          <w:color w:val="auto"/>
          <w:kern w:val="2"/>
          <w:sz w:val="24"/>
          <w14:ligatures w14:val="standardContextual"/>
        </w:rPr>
      </w:pPr>
      <w:hyperlink w:anchor="_Toc196330363" w:history="1">
        <w:r w:rsidRPr="001A388E">
          <w:rPr>
            <w:rStyle w:val="Lienhypertexte"/>
            <w:noProof/>
          </w:rPr>
          <w:t>CINQUIÈME ET DERNIER RÉCIT DE CHASSE  La chasse au saladier.</w:t>
        </w:r>
        <w:r>
          <w:rPr>
            <w:noProof/>
            <w:webHidden/>
          </w:rPr>
          <w:tab/>
        </w:r>
        <w:r>
          <w:rPr>
            <w:noProof/>
            <w:webHidden/>
          </w:rPr>
          <w:fldChar w:fldCharType="begin"/>
        </w:r>
        <w:r>
          <w:rPr>
            <w:noProof/>
            <w:webHidden/>
          </w:rPr>
          <w:instrText xml:space="preserve"> PAGEREF _Toc196330363 \h </w:instrText>
        </w:r>
        <w:r>
          <w:rPr>
            <w:noProof/>
            <w:webHidden/>
          </w:rPr>
        </w:r>
        <w:r>
          <w:rPr>
            <w:noProof/>
            <w:webHidden/>
          </w:rPr>
          <w:fldChar w:fldCharType="separate"/>
        </w:r>
        <w:r w:rsidR="00382192">
          <w:rPr>
            <w:noProof/>
            <w:webHidden/>
          </w:rPr>
          <w:t>227</w:t>
        </w:r>
        <w:r>
          <w:rPr>
            <w:noProof/>
            <w:webHidden/>
          </w:rPr>
          <w:fldChar w:fldCharType="end"/>
        </w:r>
      </w:hyperlink>
    </w:p>
    <w:p w14:paraId="666D9FE6" w14:textId="403DC3B4" w:rsidR="00804D8D" w:rsidRDefault="00804D8D" w:rsidP="00804D8D">
      <w:pPr>
        <w:pStyle w:val="TM1"/>
        <w:rPr>
          <w:rFonts w:asciiTheme="minorHAnsi" w:eastAsiaTheme="minorEastAsia" w:hAnsiTheme="minorHAnsi" w:cstheme="minorBidi"/>
          <w:color w:val="auto"/>
          <w:kern w:val="2"/>
          <w:sz w:val="24"/>
          <w:szCs w:val="24"/>
          <w14:ligatures w14:val="standardContextual"/>
        </w:rPr>
      </w:pPr>
      <w:hyperlink w:anchor="_Toc196330364" w:history="1">
        <w:r w:rsidRPr="001A388E">
          <w:rPr>
            <w:rStyle w:val="Lienhypertexte"/>
          </w:rPr>
          <w:t>À propos de cette édition électronique</w:t>
        </w:r>
        <w:r>
          <w:rPr>
            <w:webHidden/>
          </w:rPr>
          <w:tab/>
        </w:r>
        <w:r>
          <w:rPr>
            <w:webHidden/>
          </w:rPr>
          <w:fldChar w:fldCharType="begin"/>
        </w:r>
        <w:r>
          <w:rPr>
            <w:webHidden/>
          </w:rPr>
          <w:instrText xml:space="preserve"> PAGEREF _Toc196330364 \h </w:instrText>
        </w:r>
        <w:r>
          <w:rPr>
            <w:webHidden/>
          </w:rPr>
        </w:r>
        <w:r>
          <w:rPr>
            <w:webHidden/>
          </w:rPr>
          <w:fldChar w:fldCharType="separate"/>
        </w:r>
        <w:r w:rsidR="00382192">
          <w:rPr>
            <w:webHidden/>
          </w:rPr>
          <w:t>230</w:t>
        </w:r>
        <w:r>
          <w:rPr>
            <w:webHidden/>
          </w:rPr>
          <w:fldChar w:fldCharType="end"/>
        </w:r>
      </w:hyperlink>
    </w:p>
    <w:p w14:paraId="0881A0C2" w14:textId="169C2F72" w:rsidR="00033562" w:rsidRDefault="00033562">
      <w:r>
        <w:fldChar w:fldCharType="end"/>
      </w:r>
    </w:p>
    <w:p w14:paraId="7000ECFE" w14:textId="2E6E61EC" w:rsidR="00285C2D" w:rsidRPr="000A30E8" w:rsidRDefault="00BC043B" w:rsidP="00285C2D">
      <w:pPr>
        <w:pStyle w:val="Titre1"/>
      </w:pPr>
      <w:r>
        <w:lastRenderedPageBreak/>
        <w:br/>
      </w:r>
      <w:r>
        <w:br/>
      </w:r>
      <w:r>
        <w:br/>
      </w:r>
      <w:bookmarkStart w:id="3" w:name="_Toc196330191"/>
      <w:r w:rsidR="00285C2D" w:rsidRPr="000A30E8">
        <w:t>LES DRAMES DE LA VIE COURANTE</w:t>
      </w:r>
      <w:bookmarkEnd w:id="3"/>
    </w:p>
    <w:p w14:paraId="6E90C727" w14:textId="77777777" w:rsidR="00285C2D" w:rsidRPr="000A30E8" w:rsidRDefault="00285C2D" w:rsidP="00285C2D">
      <w:pPr>
        <w:pStyle w:val="Titre2"/>
      </w:pPr>
      <w:bookmarkStart w:id="4" w:name="bookmark4"/>
      <w:bookmarkStart w:id="5" w:name="_Toc196330192"/>
      <w:r w:rsidRPr="000A30E8">
        <w:lastRenderedPageBreak/>
        <w:t>UN MARI TIMIDE</w:t>
      </w:r>
      <w:bookmarkEnd w:id="4"/>
      <w:r w:rsidRPr="000A30E8">
        <w:br/>
      </w:r>
      <w:r w:rsidRPr="000A30E8">
        <w:br/>
        <w:t>ou</w:t>
      </w:r>
      <w:r w:rsidRPr="000A30E8">
        <w:br/>
      </w:r>
      <w:r w:rsidRPr="000A30E8">
        <w:br/>
        <w:t>LE DISCOURS IMPRÉVU</w:t>
      </w:r>
      <w:bookmarkEnd w:id="5"/>
    </w:p>
    <w:p w14:paraId="43351F2D" w14:textId="77777777" w:rsidR="00285C2D" w:rsidRPr="000A30E8" w:rsidRDefault="00285C2D" w:rsidP="00285C2D">
      <w:pPr>
        <w:pStyle w:val="Titre3"/>
      </w:pPr>
      <w:bookmarkStart w:id="6" w:name="_Toc196330193"/>
      <w:r w:rsidRPr="000A30E8">
        <w:t>PREMIER TABLEAU</w:t>
      </w:r>
      <w:r w:rsidRPr="000A30E8">
        <w:br/>
      </w:r>
      <w:r w:rsidRPr="000A30E8">
        <w:br/>
        <w:t>Entre amants.</w:t>
      </w:r>
      <w:bookmarkEnd w:id="6"/>
    </w:p>
    <w:p w14:paraId="67F9CC80" w14:textId="77777777" w:rsidR="00285C2D" w:rsidRPr="000A30E8" w:rsidRDefault="00285C2D" w:rsidP="00285C2D">
      <w:pPr>
        <w:pStyle w:val="Centr"/>
        <w:rPr>
          <w:rStyle w:val="Taille-1Caracteres"/>
        </w:rPr>
      </w:pPr>
      <w:r w:rsidRPr="000A30E8">
        <w:rPr>
          <w:rStyle w:val="Taille-1Caracteres"/>
        </w:rPr>
        <w:t>La scène représente une garçonnière.</w:t>
      </w:r>
    </w:p>
    <w:p w14:paraId="75272B74" w14:textId="77777777" w:rsidR="00285C2D" w:rsidRPr="000A30E8" w:rsidRDefault="00285C2D" w:rsidP="00285C2D">
      <w:r w:rsidRPr="000A30E8">
        <w:rPr>
          <w:szCs w:val="32"/>
        </w:rPr>
        <w:t>M. E</w:t>
      </w:r>
      <w:r w:rsidRPr="000A30E8">
        <w:rPr>
          <w:rStyle w:val="Taille-1Caracteres"/>
        </w:rPr>
        <w:t>DMOND</w:t>
      </w:r>
      <w:r w:rsidRPr="000A30E8">
        <w:rPr>
          <w:szCs w:val="32"/>
        </w:rPr>
        <w:t xml:space="preserve">, </w:t>
      </w:r>
      <w:r w:rsidRPr="000A30E8">
        <w:rPr>
          <w:i/>
          <w:iCs/>
          <w:szCs w:val="32"/>
        </w:rPr>
        <w:t>seul</w:t>
      </w:r>
      <w:r w:rsidRPr="000A30E8">
        <w:rPr>
          <w:szCs w:val="32"/>
        </w:rPr>
        <w:t>. — Depuis vingt ans je suis l’amant de la femme de mon meilleur ami. Marié moi-même, j’ai loué cette garçonnière, où vient me rejoindre à jour fixe l’épouse coupable. Mais la voici.</w:t>
      </w:r>
    </w:p>
    <w:p w14:paraId="7ABB02FD" w14:textId="77777777" w:rsidR="00285C2D" w:rsidRPr="000A30E8" w:rsidRDefault="00285C2D" w:rsidP="00285C2D">
      <w:r w:rsidRPr="000A30E8">
        <w:t>L’É</w:t>
      </w:r>
      <w:r w:rsidRPr="000A30E8">
        <w:rPr>
          <w:rStyle w:val="Taille-1Caracteres"/>
        </w:rPr>
        <w:t>POUSE COUPABLE</w:t>
      </w:r>
      <w:r w:rsidRPr="000A30E8">
        <w:t xml:space="preserve">, </w:t>
      </w:r>
      <w:r w:rsidRPr="000A30E8">
        <w:rPr>
          <w:i/>
          <w:iCs/>
        </w:rPr>
        <w:t>entrant</w:t>
      </w:r>
      <w:r w:rsidRPr="000A30E8">
        <w:t>. — Bonne nouvelle. Mon mari est mort.</w:t>
      </w:r>
    </w:p>
    <w:p w14:paraId="736E9BDE" w14:textId="77777777" w:rsidR="00285C2D" w:rsidRPr="000A30E8" w:rsidRDefault="00285C2D" w:rsidP="00285C2D">
      <w:r w:rsidRPr="000A30E8">
        <w:t>M. E</w:t>
      </w:r>
      <w:r w:rsidRPr="000A30E8">
        <w:rPr>
          <w:rStyle w:val="Taille-1Caracteres"/>
        </w:rPr>
        <w:t>DMOND</w:t>
      </w:r>
      <w:r w:rsidRPr="000A30E8">
        <w:t>. — Le pauvre homme ne nous gênait pas. Sa confiance en nous était sans bornes. Jamais il ne se douta de rien.</w:t>
      </w:r>
    </w:p>
    <w:p w14:paraId="755E8C81" w14:textId="77777777" w:rsidR="00285C2D" w:rsidRPr="000A30E8" w:rsidRDefault="00285C2D" w:rsidP="00285C2D">
      <w:r w:rsidRPr="000A30E8">
        <w:t>L’É</w:t>
      </w:r>
      <w:r w:rsidRPr="000A30E8">
        <w:rPr>
          <w:rStyle w:val="Taille-1Caracteres"/>
        </w:rPr>
        <w:t>POUSE COUPABLE</w:t>
      </w:r>
      <w:r w:rsidRPr="000A30E8">
        <w:t>. — Jamais. Timide et sans volonté, mon mari n’aurait pas osé me soupçonner. En ta qualité de vieil ami, il te faudra, cher amant, prononcer quelques paroles émues le jour de son enterrement.</w:t>
      </w:r>
    </w:p>
    <w:p w14:paraId="4741309E" w14:textId="77777777" w:rsidR="00285C2D" w:rsidRPr="000A30E8" w:rsidRDefault="00285C2D" w:rsidP="00285C2D">
      <w:r w:rsidRPr="000A30E8">
        <w:t>M. E</w:t>
      </w:r>
      <w:r w:rsidRPr="000A30E8">
        <w:rPr>
          <w:rStyle w:val="Taille-1Caracteres"/>
        </w:rPr>
        <w:t>DMOND</w:t>
      </w:r>
      <w:r w:rsidRPr="000A30E8">
        <w:t>. — Oui. Quelques paroles émues le jour de son enterrement.</w:t>
      </w:r>
    </w:p>
    <w:p w14:paraId="2AF2EBB3" w14:textId="77777777" w:rsidR="00285C2D" w:rsidRPr="000A30E8" w:rsidRDefault="00285C2D" w:rsidP="00285C2D">
      <w:pPr>
        <w:pStyle w:val="Titre3"/>
      </w:pPr>
      <w:bookmarkStart w:id="7" w:name="_Toc196330194"/>
      <w:r w:rsidRPr="000A30E8">
        <w:lastRenderedPageBreak/>
        <w:t>DEUXIÈME TABLEAU</w:t>
      </w:r>
      <w:r w:rsidRPr="000A30E8">
        <w:br/>
      </w:r>
      <w:r w:rsidRPr="000A30E8">
        <w:br/>
        <w:t>La vengeance d’un timide.</w:t>
      </w:r>
      <w:bookmarkEnd w:id="7"/>
    </w:p>
    <w:p w14:paraId="444904C0" w14:textId="77777777" w:rsidR="00285C2D" w:rsidRPr="000A30E8" w:rsidRDefault="00285C2D" w:rsidP="00285C2D">
      <w:pPr>
        <w:pStyle w:val="Centr"/>
      </w:pPr>
      <w:r w:rsidRPr="000A30E8">
        <w:rPr>
          <w:rStyle w:val="Taille-1Caracteres"/>
        </w:rPr>
        <w:t>La scène représente un cimetière</w:t>
      </w:r>
      <w:r w:rsidRPr="000A30E8">
        <w:t>.</w:t>
      </w:r>
    </w:p>
    <w:p w14:paraId="4048019B" w14:textId="77777777" w:rsidR="00285C2D" w:rsidRPr="000A30E8" w:rsidRDefault="00285C2D" w:rsidP="00285C2D">
      <w:r w:rsidRPr="000A30E8">
        <w:rPr>
          <w:szCs w:val="32"/>
        </w:rPr>
        <w:t>M. E</w:t>
      </w:r>
      <w:r w:rsidRPr="000A30E8">
        <w:rPr>
          <w:rStyle w:val="Taille-1Caracteres"/>
        </w:rPr>
        <w:t>DMOND</w:t>
      </w:r>
      <w:r w:rsidRPr="000A30E8">
        <w:rPr>
          <w:szCs w:val="32"/>
        </w:rPr>
        <w:t xml:space="preserve">, </w:t>
      </w:r>
      <w:r w:rsidRPr="000A30E8">
        <w:rPr>
          <w:i/>
          <w:iCs/>
          <w:szCs w:val="32"/>
        </w:rPr>
        <w:t>achevant son discours devant la tombe</w:t>
      </w:r>
      <w:r w:rsidRPr="000A30E8">
        <w:rPr>
          <w:szCs w:val="32"/>
        </w:rPr>
        <w:t>. — Adieu ! cher ami. Dors en paix ! La mort implacable te fauche à l’âge de cinquante-neuf ans : le ciel compte un ange de plus ! Adieu !</w:t>
      </w:r>
    </w:p>
    <w:p w14:paraId="25727891" w14:textId="77777777" w:rsidR="00285C2D" w:rsidRPr="000A30E8" w:rsidRDefault="00285C2D" w:rsidP="00285C2D">
      <w:r w:rsidRPr="000A30E8">
        <w:t>C</w:t>
      </w:r>
      <w:r w:rsidRPr="000A30E8">
        <w:rPr>
          <w:rStyle w:val="Taille-1Caracteres"/>
        </w:rPr>
        <w:t>HŒUR DES</w:t>
      </w:r>
      <w:r w:rsidRPr="000A30E8">
        <w:t xml:space="preserve"> A</w:t>
      </w:r>
      <w:r w:rsidRPr="000A30E8">
        <w:rPr>
          <w:rStyle w:val="Taille-1Caracteres"/>
        </w:rPr>
        <w:t>SSISTANTS</w:t>
      </w:r>
      <w:r w:rsidRPr="000A30E8">
        <w:t>. — M. Edmond a bien parlé. Mais que veut dire ceci ? On place devant la tombe un écran de cinéma et un phonographe.</w:t>
      </w:r>
    </w:p>
    <w:p w14:paraId="338823AD" w14:textId="77777777" w:rsidR="00285C2D" w:rsidRPr="000A30E8" w:rsidRDefault="00285C2D" w:rsidP="00285C2D">
      <w:r w:rsidRPr="000A30E8">
        <w:t>L</w:t>
      </w:r>
      <w:r w:rsidRPr="000A30E8">
        <w:rPr>
          <w:rStyle w:val="Taille-1Caracteres"/>
        </w:rPr>
        <w:t>E</w:t>
      </w:r>
      <w:r w:rsidRPr="000A30E8">
        <w:t xml:space="preserve"> N</w:t>
      </w:r>
      <w:r w:rsidRPr="000A30E8">
        <w:rPr>
          <w:rStyle w:val="Taille-1Caracteres"/>
        </w:rPr>
        <w:t>OTAIRE DU DÉFUNT</w:t>
      </w:r>
      <w:r w:rsidRPr="000A30E8">
        <w:t>. — Ce sont les dernières volontés du défunt que je fais exécuter. Que personne ne parte. Le défunt va prononcer un discours.</w:t>
      </w:r>
    </w:p>
    <w:p w14:paraId="08CD64E4" w14:textId="77777777" w:rsidR="00285C2D" w:rsidRPr="000A30E8" w:rsidRDefault="00285C2D" w:rsidP="00285C2D">
      <w:r w:rsidRPr="000A30E8">
        <w:t>C</w:t>
      </w:r>
      <w:r w:rsidRPr="000A30E8">
        <w:rPr>
          <w:rStyle w:val="Taille-1Caracteres"/>
        </w:rPr>
        <w:t>HŒUR DES</w:t>
      </w:r>
      <w:r w:rsidRPr="000A30E8">
        <w:t xml:space="preserve"> A</w:t>
      </w:r>
      <w:r w:rsidRPr="000A30E8">
        <w:rPr>
          <w:rStyle w:val="Taille-1Caracteres"/>
        </w:rPr>
        <w:t>SSISTANTS</w:t>
      </w:r>
      <w:r w:rsidRPr="000A30E8">
        <w:t>. — Un discours ?</w:t>
      </w:r>
    </w:p>
    <w:p w14:paraId="4AA4256A" w14:textId="77777777" w:rsidR="00285C2D" w:rsidRPr="000A30E8" w:rsidRDefault="00285C2D" w:rsidP="00285C2D">
      <w:r w:rsidRPr="000A30E8">
        <w:t>L</w:t>
      </w:r>
      <w:r w:rsidRPr="000A30E8">
        <w:rPr>
          <w:rStyle w:val="Taille-1Caracteres"/>
        </w:rPr>
        <w:t>E</w:t>
      </w:r>
      <w:r w:rsidRPr="000A30E8">
        <w:t xml:space="preserve"> N</w:t>
      </w:r>
      <w:r w:rsidRPr="000A30E8">
        <w:rPr>
          <w:rStyle w:val="Taille-1Caracteres"/>
        </w:rPr>
        <w:t>OTAIRE DU DÉFUNT</w:t>
      </w:r>
      <w:r w:rsidRPr="000A30E8">
        <w:t>. — Oui. Quelque temps avant sa mort, mon client eut l’idée de prononcer le discours que vous allez entendre, devant un appareil phono-cinématographique. Il me chargea ensuite de faire exécuter la projection de ce film parlant le jour de son enterrement. (</w:t>
      </w:r>
      <w:r w:rsidRPr="000A30E8">
        <w:rPr>
          <w:i/>
          <w:iCs/>
        </w:rPr>
        <w:t>Il fait un signe à l’opérateur du cinéma. L’image animée du défunt apparaît sur l’écran, tel qu’il était de son vivant. Il est en redingote noire, gants blancs et chapeau haut de forme à la main</w:t>
      </w:r>
      <w:r w:rsidRPr="000A30E8">
        <w:t>.)</w:t>
      </w:r>
    </w:p>
    <w:p w14:paraId="163C4241"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ÉFUNT CINÉMATOGRAPHIÉ</w:t>
      </w:r>
      <w:r w:rsidRPr="000A30E8">
        <w:t xml:space="preserve">, </w:t>
      </w:r>
      <w:r w:rsidRPr="000A30E8">
        <w:rPr>
          <w:i/>
          <w:iCs/>
        </w:rPr>
        <w:t>gesticulant sur l’écran. Voix du phonographe</w:t>
      </w:r>
      <w:r w:rsidRPr="000A30E8">
        <w:t xml:space="preserve">. — Mesdames, messieurs. Vous êtes sans doute surpris de voir un défunt prendre la parole le jour de son enterrement. Ce n’est pas l’usage. Je le sais. Mais j’ai profité des progrès de la science pour venir prononcer un petit </w:t>
      </w:r>
      <w:r w:rsidRPr="000A30E8">
        <w:lastRenderedPageBreak/>
        <w:t>discours sur ma tombe et vous révéler le secret de ma vie. Je fus, durant toute mon existence, d’une extraordinaire timidité. Je n’ai jamais osé élever la voix devant ma femme. J’avais peur des scènes. La misérable en profita pour me tromper avec mon meilleur ami, avec M. Edmond, ici présent. Ma folle timidité m’empêcha de dire à ma femme et à son amant ce que je pensais de leur conduite. Je dissimulai ma douleur pendant vingt ans. Mais lorsque je sentis ma fin prochaine, l’idée vengeresse du discours posthume germa soudain dans mon cerveau. Grâce à l’appareil phono-cinématographique, je pus facilement mettre mon idée à exécution. Ah ! j’avais été timide toute ma vie ! Eh bien, on verrait après ma mort si je ne dirais pas son fait à M. Edmond ! Ah ! de mon vivant je n’avais jamais osé élever la voix ! Ça va changer, à présent ! Aujourd’hui, que je suis décédé, je n’ai plus aucune raison d’être timide, je ne crains plus les scènes, et rien ne peut m’empêcher de crier : « Monsieur Edmond, vous avez agi avec moi comme un saligaud !!! »</w:t>
      </w:r>
    </w:p>
    <w:p w14:paraId="20C67CED" w14:textId="77777777" w:rsidR="00285C2D" w:rsidRPr="000A30E8" w:rsidRDefault="00285C2D" w:rsidP="00285C2D">
      <w:r w:rsidRPr="000A30E8">
        <w:t>M. E</w:t>
      </w:r>
      <w:r w:rsidRPr="000A30E8">
        <w:rPr>
          <w:rStyle w:val="Taille-1Caracteres"/>
        </w:rPr>
        <w:t>DMOND</w:t>
      </w:r>
      <w:r w:rsidRPr="000A30E8">
        <w:t xml:space="preserve">, </w:t>
      </w:r>
      <w:r w:rsidRPr="000A30E8">
        <w:rPr>
          <w:i/>
          <w:iCs/>
        </w:rPr>
        <w:t>interloqué</w:t>
      </w:r>
      <w:r w:rsidRPr="000A30E8">
        <w:t>. — Mais… mais…</w:t>
      </w:r>
    </w:p>
    <w:p w14:paraId="79B3443F"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ÉFUNT CINÉMATOGRAPHIÉ</w:t>
      </w:r>
      <w:r w:rsidRPr="000A30E8">
        <w:t>. — Comment ! Vous n’avez pas eu honte, monsieur Edmond, de prononcer un discours sur ma tombe, vous qui, depuis plus de vingt ans, me faites cocu ! Ah ! monsieur Edmond, vous vous imaginiez que j’ignorais votre lâche trahison ? Non. Je me rappelle les moindres détails. Exemple : ma femme tomba amoureuse de vous le premier jour où je vous ai amené dîner à la maison. Après le dîner, rappelez-vous, monsieur Edmond, vous avez chanté une chansonnette grivoise dont le refrain était celui-ci. (</w:t>
      </w:r>
      <w:r w:rsidRPr="000A30E8">
        <w:rPr>
          <w:i/>
          <w:iCs/>
        </w:rPr>
        <w:t>Le phonographe chante :</w:t>
      </w:r>
      <w:r w:rsidRPr="000A30E8">
        <w:t>)</w:t>
      </w:r>
    </w:p>
    <w:p w14:paraId="6D4E0EE8" w14:textId="77777777" w:rsidR="00285C2D" w:rsidRPr="000A30E8" w:rsidRDefault="00285C2D" w:rsidP="00285C2D">
      <w:pPr>
        <w:pStyle w:val="CentrEspAvt0EspApr0"/>
      </w:pPr>
      <w:r w:rsidRPr="000A30E8">
        <w:t>Elle a un grain d’beauté, Clara.</w:t>
      </w:r>
    </w:p>
    <w:p w14:paraId="669EDB61" w14:textId="77777777" w:rsidR="00285C2D" w:rsidRPr="000A30E8" w:rsidRDefault="00285C2D" w:rsidP="00285C2D">
      <w:pPr>
        <w:pStyle w:val="CentrEspAvt0EspApr0"/>
        <w:rPr>
          <w:szCs w:val="32"/>
        </w:rPr>
      </w:pPr>
      <w:r w:rsidRPr="000A30E8">
        <w:rPr>
          <w:szCs w:val="32"/>
        </w:rPr>
        <w:t>Mais où ça ? Mais où ça ?</w:t>
      </w:r>
    </w:p>
    <w:p w14:paraId="7753173D" w14:textId="77777777" w:rsidR="00285C2D" w:rsidRPr="000A30E8" w:rsidRDefault="00285C2D" w:rsidP="00285C2D">
      <w:pPr>
        <w:pStyle w:val="CentrEspAvt0EspApr0"/>
        <w:rPr>
          <w:szCs w:val="32"/>
        </w:rPr>
      </w:pPr>
      <w:r w:rsidRPr="000A30E8">
        <w:rPr>
          <w:szCs w:val="32"/>
        </w:rPr>
        <w:lastRenderedPageBreak/>
        <w:t>Au même endroit que Margoton.</w:t>
      </w:r>
    </w:p>
    <w:p w14:paraId="49AF7ACB" w14:textId="77777777" w:rsidR="00285C2D" w:rsidRPr="000A30E8" w:rsidRDefault="00285C2D" w:rsidP="00285C2D">
      <w:pPr>
        <w:pStyle w:val="CentrEspAvt0EspApr0"/>
        <w:rPr>
          <w:szCs w:val="32"/>
        </w:rPr>
      </w:pPr>
      <w:r w:rsidRPr="000A30E8">
        <w:rPr>
          <w:szCs w:val="32"/>
        </w:rPr>
        <w:t>Mais où donc ? Mais où donc ?</w:t>
      </w:r>
    </w:p>
    <w:p w14:paraId="6C068C7E" w14:textId="77777777" w:rsidR="00285C2D" w:rsidRPr="000A30E8" w:rsidRDefault="00285C2D" w:rsidP="00285C2D">
      <w:pPr>
        <w:pStyle w:val="CentrEspAvt0EspApr0"/>
        <w:rPr>
          <w:szCs w:val="32"/>
        </w:rPr>
      </w:pPr>
      <w:r w:rsidRPr="000A30E8">
        <w:rPr>
          <w:szCs w:val="32"/>
        </w:rPr>
        <w:t>À la mêm’ plac’ que ma Zouzou.</w:t>
      </w:r>
    </w:p>
    <w:p w14:paraId="5248BA4E" w14:textId="77777777" w:rsidR="00285C2D" w:rsidRPr="000A30E8" w:rsidRDefault="00285C2D" w:rsidP="00285C2D">
      <w:pPr>
        <w:pStyle w:val="CentrEspAvt0EspApr0"/>
      </w:pPr>
      <w:r w:rsidRPr="000A30E8">
        <w:rPr>
          <w:szCs w:val="32"/>
        </w:rPr>
        <w:t>Oui, mais où ?</w:t>
      </w:r>
    </w:p>
    <w:p w14:paraId="4B2017FB" w14:textId="77777777" w:rsidR="00285C2D" w:rsidRPr="000A30E8" w:rsidRDefault="00285C2D" w:rsidP="00285C2D">
      <w:r w:rsidRPr="000A30E8">
        <w:rPr>
          <w:szCs w:val="32"/>
        </w:rPr>
        <w:t>M. E</w:t>
      </w:r>
      <w:r w:rsidRPr="000A30E8">
        <w:rPr>
          <w:rStyle w:val="Taille-1Caracteres"/>
        </w:rPr>
        <w:t>DMOND</w:t>
      </w:r>
      <w:r w:rsidRPr="000A30E8">
        <w:rPr>
          <w:szCs w:val="32"/>
        </w:rPr>
        <w:t>. — C’est scandaleux ! Arrêtez la projection ! Arrêtez le phonographe ! Si le défunt ne se respecte pas, qu’il respecte au moins l’endroit où nous sommes.</w:t>
      </w:r>
    </w:p>
    <w:p w14:paraId="2944C343"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ÉFUNT CINÉMATOGRAPHIÉ</w:t>
      </w:r>
      <w:r w:rsidRPr="000A30E8">
        <w:t>. — Et maintenant, je vais vous quitter pour toujours, cher monsieur Edmond. Mais, avant de partir, je tiens à vous dire ceci : Votre femme, votre propre femme, cher don Juan, vous trompe depuis de longues années avec un sacristain ; votre fille aînée fait les délices d’un chasseur d’Afrique et votre cadette n’a plus rien à refuser au répugnant vieillard du cinquième. Quant à votre bonne…</w:t>
      </w:r>
    </w:p>
    <w:p w14:paraId="4E03BB54" w14:textId="77777777" w:rsidR="00285C2D" w:rsidRPr="000A30E8" w:rsidRDefault="00285C2D" w:rsidP="00285C2D">
      <w:r w:rsidRPr="000A30E8">
        <w:t>(</w:t>
      </w:r>
      <w:r w:rsidRPr="000A30E8">
        <w:rPr>
          <w:i/>
          <w:iCs/>
        </w:rPr>
        <w:t>M. Edmond s’élance, défonce l’écran et s’écroule, anéanti</w:t>
      </w:r>
      <w:r w:rsidRPr="000A30E8">
        <w:t>.)</w:t>
      </w:r>
    </w:p>
    <w:p w14:paraId="00366521" w14:textId="77777777" w:rsidR="00285C2D" w:rsidRPr="000A30E8" w:rsidRDefault="00285C2D" w:rsidP="00285C2D">
      <w:pPr>
        <w:pStyle w:val="Centr"/>
      </w:pPr>
      <w:r w:rsidRPr="000A30E8">
        <w:t>RIDEAU</w:t>
      </w:r>
    </w:p>
    <w:p w14:paraId="41D24DC6" w14:textId="77777777" w:rsidR="00285C2D" w:rsidRPr="000A30E8" w:rsidRDefault="00285C2D" w:rsidP="00285C2D">
      <w:pPr>
        <w:pStyle w:val="Titre2"/>
      </w:pPr>
      <w:bookmarkStart w:id="8" w:name="_Toc196330195"/>
      <w:r w:rsidRPr="000A30E8">
        <w:lastRenderedPageBreak/>
        <w:t>UN CHASSEUR OBSTINÉ</w:t>
      </w:r>
      <w:bookmarkEnd w:id="8"/>
    </w:p>
    <w:p w14:paraId="3BFE73E8" w14:textId="77777777" w:rsidR="00285C2D" w:rsidRPr="000A30E8" w:rsidRDefault="00285C2D" w:rsidP="00285C2D">
      <w:pPr>
        <w:pStyle w:val="Titre3"/>
      </w:pPr>
      <w:bookmarkStart w:id="9" w:name="_Toc196330196"/>
      <w:r w:rsidRPr="000A30E8">
        <w:t>PREMIER TABLEAU</w:t>
      </w:r>
      <w:r w:rsidRPr="000A30E8">
        <w:br/>
      </w:r>
      <w:r w:rsidRPr="000A30E8">
        <w:br/>
        <w:t>Meeting de locataires.</w:t>
      </w:r>
      <w:bookmarkEnd w:id="9"/>
    </w:p>
    <w:p w14:paraId="2BB15E61" w14:textId="77777777" w:rsidR="00285C2D" w:rsidRPr="000A30E8" w:rsidRDefault="00285C2D" w:rsidP="00285C2D">
      <w:pPr>
        <w:pStyle w:val="Centr"/>
        <w:rPr>
          <w:rStyle w:val="Taille-1Caracteres"/>
        </w:rPr>
      </w:pPr>
      <w:r w:rsidRPr="000A30E8">
        <w:rPr>
          <w:rStyle w:val="Taille-1Caracteres"/>
        </w:rPr>
        <w:t>La scène représente une loge de concierge.</w:t>
      </w:r>
    </w:p>
    <w:p w14:paraId="4E7E7393" w14:textId="77777777" w:rsidR="00285C2D" w:rsidRPr="000A30E8" w:rsidRDefault="00285C2D" w:rsidP="00285C2D">
      <w:r w:rsidRPr="000A30E8">
        <w:rPr>
          <w:rStyle w:val="Taille-1Caracteres"/>
        </w:rPr>
        <w:t>PREMIER LOCATAIRE TRANQUILLE ET MÉCONTENT</w:t>
      </w:r>
      <w:r w:rsidRPr="000A30E8">
        <w:rPr>
          <w:szCs w:val="32"/>
        </w:rPr>
        <w:t>. — Messieurs, nous sommes tous réunis dans cette loge pour protester contre les chasses à courre en appartement données par le locataire du quatrième étage de l’immeuble que nous habitons.</w:t>
      </w:r>
    </w:p>
    <w:p w14:paraId="64249B0D" w14:textId="77777777" w:rsidR="00285C2D" w:rsidRPr="000A30E8" w:rsidRDefault="00285C2D" w:rsidP="00285C2D">
      <w:r w:rsidRPr="000A30E8">
        <w:t>D</w:t>
      </w:r>
      <w:r w:rsidRPr="000A30E8">
        <w:rPr>
          <w:rStyle w:val="Taille-1Caracteres"/>
        </w:rPr>
        <w:t>EUXIÈME</w:t>
      </w:r>
      <w:r w:rsidRPr="000A30E8">
        <w:t xml:space="preserve"> L</w:t>
      </w:r>
      <w:r w:rsidRPr="000A30E8">
        <w:rPr>
          <w:rStyle w:val="Taille-1Caracteres"/>
        </w:rPr>
        <w:t>OCATAIRE TRANQUILLE ET MÉCONTENT</w:t>
      </w:r>
      <w:r w:rsidRPr="000A30E8">
        <w:t>. — C’est un vacarme infernal toute la journée : galopades échevelées, meubles renversés, sonneries de cor de chasse.</w:t>
      </w:r>
    </w:p>
    <w:p w14:paraId="6B5D3AF4" w14:textId="77777777" w:rsidR="00285C2D" w:rsidRPr="000A30E8" w:rsidRDefault="00285C2D" w:rsidP="00285C2D">
      <w:r w:rsidRPr="000A30E8">
        <w:t>T</w:t>
      </w:r>
      <w:r w:rsidRPr="000A30E8">
        <w:rPr>
          <w:rStyle w:val="Taille-1Caracteres"/>
        </w:rPr>
        <w:t>ROISIÈME</w:t>
      </w:r>
      <w:r w:rsidRPr="000A30E8">
        <w:t xml:space="preserve"> L</w:t>
      </w:r>
      <w:r w:rsidRPr="000A30E8">
        <w:rPr>
          <w:rStyle w:val="Taille-1Caracteres"/>
        </w:rPr>
        <w:t>OCATAIRE TRANQUILLE ET MÉCONTENT</w:t>
      </w:r>
      <w:r w:rsidRPr="000A30E8">
        <w:t>. — Ce chasseur du quatrième étage n’est qu’un sinistre plaisantin.</w:t>
      </w:r>
    </w:p>
    <w:p w14:paraId="72AB9ECB"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ONCIERGE DE L’IMMEUBLE.</w:t>
      </w:r>
      <w:r w:rsidRPr="000A30E8">
        <w:t xml:space="preserve"> — Non. Ce n’est pas un plaisantin. C’est un aristocrate ruiné. Jadis, il possédait de nombreuses terres sur lesquelles il chassait avec passion. Depuis ses revers de fortune, il vit dans cet appartement du quatrième étage, en compagnie d’un vieux serviteur dévoué, qui lui sert de gibier volontaire.</w:t>
      </w:r>
    </w:p>
    <w:p w14:paraId="3CF7D133" w14:textId="77777777" w:rsidR="00285C2D" w:rsidRPr="000A30E8" w:rsidRDefault="00285C2D" w:rsidP="00285C2D">
      <w:r w:rsidRPr="000A30E8">
        <w:t>L</w:t>
      </w:r>
      <w:r w:rsidRPr="000A30E8">
        <w:rPr>
          <w:rStyle w:val="Taille-1Caracteres"/>
        </w:rPr>
        <w:t>ES</w:t>
      </w:r>
      <w:r w:rsidRPr="000A30E8">
        <w:t xml:space="preserve"> L</w:t>
      </w:r>
      <w:r w:rsidRPr="000A30E8">
        <w:rPr>
          <w:rStyle w:val="Taille-1Caracteres"/>
        </w:rPr>
        <w:t>OCATAIRES TRANQUILLES ET MÉCONTENTS</w:t>
      </w:r>
      <w:r w:rsidRPr="000A30E8">
        <w:t>, en chœur. — De gibier volontaire ?</w:t>
      </w:r>
    </w:p>
    <w:p w14:paraId="0A216A52"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ONCIERGE DE L’IMMEUBLE</w:t>
      </w:r>
      <w:r w:rsidRPr="000A30E8">
        <w:t xml:space="preserve">. — Oui. Cet obstiné chasseur n’a pu se résigner à se priver de son passe-temps favori. </w:t>
      </w:r>
      <w:r w:rsidRPr="000A30E8">
        <w:lastRenderedPageBreak/>
        <w:t>Son vieux serviteur pousse le dévouement jusqu’à se laisser poursuivre à travers l’appartement comme un véritable cerf.</w:t>
      </w:r>
    </w:p>
    <w:p w14:paraId="3EF888A2" w14:textId="77777777" w:rsidR="00285C2D" w:rsidRPr="000A30E8" w:rsidRDefault="00285C2D" w:rsidP="00285C2D">
      <w:r w:rsidRPr="000A30E8">
        <w:t>Q</w:t>
      </w:r>
      <w:r w:rsidRPr="000A30E8">
        <w:rPr>
          <w:rStyle w:val="Taille-1Caracteres"/>
        </w:rPr>
        <w:t>UATRIÈME</w:t>
      </w:r>
      <w:r w:rsidRPr="000A30E8">
        <w:t xml:space="preserve"> L</w:t>
      </w:r>
      <w:r w:rsidRPr="000A30E8">
        <w:rPr>
          <w:rStyle w:val="Taille-1Caracteres"/>
        </w:rPr>
        <w:t>OCATAIRE TRANQUILLE ET MÉCONTENT</w:t>
      </w:r>
      <w:r w:rsidRPr="000A30E8">
        <w:t>. — Ce locataire du quatrième étage ne doit pas jouir de la plénitude de ses facultés mentales.</w:t>
      </w:r>
    </w:p>
    <w:p w14:paraId="5F9E7535"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ONCIERGE DE L’IMMEUBLE</w:t>
      </w:r>
      <w:r w:rsidRPr="000A30E8">
        <w:t>. — Non. Je sais de source certaine que cet aristocrate ruiné fut subitement frappé de folie en apprenant la mort de Louis XVI, qu’on lui avait toujours soigneusement cachée.</w:t>
      </w:r>
    </w:p>
    <w:p w14:paraId="5D036199" w14:textId="77777777" w:rsidR="00285C2D" w:rsidRPr="000A30E8" w:rsidRDefault="00285C2D" w:rsidP="00285C2D">
      <w:r w:rsidRPr="000A30E8">
        <w:t>C</w:t>
      </w:r>
      <w:r w:rsidRPr="000A30E8">
        <w:rPr>
          <w:rStyle w:val="Taille-1Caracteres"/>
        </w:rPr>
        <w:t>INQUIÈME</w:t>
      </w:r>
      <w:r w:rsidRPr="000A30E8">
        <w:t xml:space="preserve"> L</w:t>
      </w:r>
      <w:r w:rsidRPr="000A30E8">
        <w:rPr>
          <w:rStyle w:val="Taille-1Caracteres"/>
        </w:rPr>
        <w:t>OCATAIRE TRANQUILLE ET MÉCONTENT</w:t>
      </w:r>
      <w:r w:rsidRPr="000A30E8">
        <w:t>. — Tout cela est fort touchant, mais nous ne pouvons supporter plus longtemps pareil charivari dans la maison. Tenez, l’entendez-vous ? Son maudit cor de chasse fait trembler les vitres de l’immeuble.</w:t>
      </w:r>
    </w:p>
    <w:p w14:paraId="65C40146" w14:textId="77777777" w:rsidR="00285C2D" w:rsidRPr="000A30E8" w:rsidRDefault="00285C2D" w:rsidP="00285C2D">
      <w:r w:rsidRPr="000A30E8">
        <w:t>S</w:t>
      </w:r>
      <w:r w:rsidRPr="000A30E8">
        <w:rPr>
          <w:rStyle w:val="Taille-1Caracteres"/>
        </w:rPr>
        <w:t>IXIÈME</w:t>
      </w:r>
      <w:r w:rsidRPr="000A30E8">
        <w:t xml:space="preserve"> L</w:t>
      </w:r>
      <w:r w:rsidRPr="000A30E8">
        <w:rPr>
          <w:rStyle w:val="Taille-1Caracteres"/>
        </w:rPr>
        <w:t>OCATAIRE TRANQUILLE ET MÉCONTENT</w:t>
      </w:r>
      <w:r w:rsidRPr="000A30E8">
        <w:t>. — Ces aristocrates se croient tout permis ! Moi, messieurs, qui ne suis qu’un modeste cloueur de choucroutes…</w:t>
      </w:r>
    </w:p>
    <w:p w14:paraId="2B71BA57" w14:textId="77777777" w:rsidR="00285C2D" w:rsidRPr="000A30E8" w:rsidRDefault="00285C2D" w:rsidP="00285C2D">
      <w:r w:rsidRPr="000A30E8">
        <w:t>L</w:t>
      </w:r>
      <w:r w:rsidRPr="000A30E8">
        <w:rPr>
          <w:rStyle w:val="Taille-1Caracteres"/>
        </w:rPr>
        <w:t>ES</w:t>
      </w:r>
      <w:r w:rsidRPr="000A30E8">
        <w:t xml:space="preserve"> L</w:t>
      </w:r>
      <w:r w:rsidRPr="000A30E8">
        <w:rPr>
          <w:rStyle w:val="Taille-1Caracteres"/>
        </w:rPr>
        <w:t>OCATAIRES TRANQUILLES ET MÉCONTENTS</w:t>
      </w:r>
      <w:r w:rsidRPr="000A30E8">
        <w:t xml:space="preserve">, </w:t>
      </w:r>
      <w:r w:rsidRPr="000A30E8">
        <w:rPr>
          <w:i/>
          <w:iCs/>
        </w:rPr>
        <w:t>en chœur</w:t>
      </w:r>
      <w:r w:rsidRPr="000A30E8">
        <w:t>. — Cloueur de choucroutes ?</w:t>
      </w:r>
    </w:p>
    <w:p w14:paraId="45066243" w14:textId="77777777" w:rsidR="00285C2D" w:rsidRPr="000A30E8" w:rsidRDefault="00285C2D" w:rsidP="00285C2D">
      <w:r w:rsidRPr="000A30E8">
        <w:t>S</w:t>
      </w:r>
      <w:r w:rsidRPr="000A30E8">
        <w:rPr>
          <w:rStyle w:val="Taille-1Caracteres"/>
        </w:rPr>
        <w:t>IXIÈME</w:t>
      </w:r>
      <w:r w:rsidRPr="000A30E8">
        <w:t xml:space="preserve"> L</w:t>
      </w:r>
      <w:r w:rsidRPr="000A30E8">
        <w:rPr>
          <w:rStyle w:val="Taille-1Caracteres"/>
        </w:rPr>
        <w:t>OCATAIRE TRANQUILLE ET MÉCONTENT</w:t>
      </w:r>
      <w:r w:rsidRPr="000A30E8">
        <w:t>. — Oui. C’est mon métier. Je plante des clous de girofle dans les choucroutes pour le compte d’une grande fabrique. Moi, dis-je, qui ne suis qu’un prolétaire, un simple ouvrier, pour ne pas troubler la tranquillité de mes voisins, je plante mes clous de girofle avec un marteau en feutre mou.</w:t>
      </w:r>
    </w:p>
    <w:p w14:paraId="20F48932" w14:textId="77777777" w:rsidR="00285C2D" w:rsidRPr="000A30E8" w:rsidRDefault="00285C2D" w:rsidP="00285C2D">
      <w:r w:rsidRPr="000A30E8">
        <w:t>L</w:t>
      </w:r>
      <w:r w:rsidRPr="000A30E8">
        <w:rPr>
          <w:rStyle w:val="Taille-1Caracteres"/>
        </w:rPr>
        <w:t>ES</w:t>
      </w:r>
      <w:r w:rsidRPr="000A30E8">
        <w:t xml:space="preserve"> L</w:t>
      </w:r>
      <w:r w:rsidRPr="000A30E8">
        <w:rPr>
          <w:rStyle w:val="Taille-1Caracteres"/>
        </w:rPr>
        <w:t>OCATAIRES TRANQUILLES ET MÉCONTENTS</w:t>
      </w:r>
      <w:r w:rsidRPr="000A30E8">
        <w:t xml:space="preserve">, </w:t>
      </w:r>
      <w:r w:rsidRPr="000A30E8">
        <w:rPr>
          <w:i/>
          <w:iCs/>
        </w:rPr>
        <w:t>en chœur</w:t>
      </w:r>
      <w:r w:rsidRPr="000A30E8">
        <w:t>. — Brave et discret travailleur !</w:t>
      </w:r>
    </w:p>
    <w:p w14:paraId="6040095F" w14:textId="77777777" w:rsidR="00285C2D" w:rsidRPr="000A30E8" w:rsidRDefault="00285C2D" w:rsidP="00285C2D">
      <w:r w:rsidRPr="000A30E8">
        <w:lastRenderedPageBreak/>
        <w:t>S</w:t>
      </w:r>
      <w:r w:rsidRPr="000A30E8">
        <w:rPr>
          <w:rStyle w:val="Taille-1Caracteres"/>
        </w:rPr>
        <w:t>EPTIÈME</w:t>
      </w:r>
      <w:r w:rsidRPr="000A30E8">
        <w:t xml:space="preserve"> L</w:t>
      </w:r>
      <w:r w:rsidRPr="000A30E8">
        <w:rPr>
          <w:rStyle w:val="Taille-1Caracteres"/>
        </w:rPr>
        <w:t>OCATAIRE TRANQUILLE ET MÉCONTENT</w:t>
      </w:r>
      <w:r w:rsidRPr="000A30E8">
        <w:t>. — L’heure est venue de prendre des décisions énergiques pour faire cesser les chasses à courre du quatrième étage.</w:t>
      </w:r>
    </w:p>
    <w:p w14:paraId="13B462EC" w14:textId="77777777" w:rsidR="00285C2D" w:rsidRPr="000A30E8" w:rsidRDefault="00285C2D" w:rsidP="004144E6">
      <w:r w:rsidRPr="000A30E8">
        <w:t>U</w:t>
      </w:r>
      <w:r w:rsidRPr="000A30E8">
        <w:rPr>
          <w:rStyle w:val="Taille-1Caracteres"/>
        </w:rPr>
        <w:t>N</w:t>
      </w:r>
      <w:r w:rsidRPr="000A30E8">
        <w:t xml:space="preserve"> L</w:t>
      </w:r>
      <w:r w:rsidRPr="000A30E8">
        <w:rPr>
          <w:rStyle w:val="Taille-1Caracteres"/>
        </w:rPr>
        <w:t>OCATAIRE ASTUCIEUX</w:t>
      </w:r>
      <w:r w:rsidRPr="000A30E8">
        <w:t>. — Messieurs, j’ai trouvé le moyen de nous débarrasser de ce chasseur obstiné. J’ai réussi à gagner sa confiance. Je suis invité à sa chasse de demain. Je compte lui jouer un tour de ma façon qui le guérira pour toujours de chasser en appartement et de sonner du cor. Patientez jusqu’à demain.</w:t>
      </w:r>
    </w:p>
    <w:p w14:paraId="0A43B04F" w14:textId="77777777" w:rsidR="00285C2D" w:rsidRPr="000A30E8" w:rsidRDefault="00285C2D" w:rsidP="00285C2D">
      <w:pPr>
        <w:pStyle w:val="Titre3"/>
      </w:pPr>
      <w:bookmarkStart w:id="10" w:name="_Toc196330197"/>
      <w:r w:rsidRPr="000A30E8">
        <w:t>DEUXIÈME TABLEAU</w:t>
      </w:r>
      <w:r w:rsidRPr="000A30E8">
        <w:br/>
      </w:r>
      <w:r w:rsidRPr="000A30E8">
        <w:br/>
        <w:t>La chasse à courre.</w:t>
      </w:r>
      <w:bookmarkEnd w:id="10"/>
    </w:p>
    <w:p w14:paraId="61CF7F7E" w14:textId="77777777" w:rsidR="00285C2D" w:rsidRPr="000A30E8" w:rsidRDefault="00285C2D" w:rsidP="00285C2D">
      <w:pPr>
        <w:pStyle w:val="Centr"/>
        <w:rPr>
          <w:rStyle w:val="Taille-1Caracteres"/>
        </w:rPr>
      </w:pPr>
      <w:r w:rsidRPr="000A30E8">
        <w:rPr>
          <w:rStyle w:val="Taille-1Caracteres"/>
        </w:rPr>
        <w:t>La scène représente l’appartement du chasseur obstiné.</w:t>
      </w:r>
    </w:p>
    <w:p w14:paraId="705AF8D6" w14:textId="77777777" w:rsidR="00285C2D" w:rsidRPr="000A30E8" w:rsidRDefault="00285C2D" w:rsidP="00285C2D">
      <w:r w:rsidRPr="000A30E8">
        <w:rPr>
          <w:szCs w:val="32"/>
        </w:rPr>
        <w:t>L</w:t>
      </w:r>
      <w:r w:rsidRPr="000A30E8">
        <w:rPr>
          <w:rStyle w:val="Taille-1Caracteres"/>
        </w:rPr>
        <w:t>E</w:t>
      </w:r>
      <w:r w:rsidRPr="000A30E8">
        <w:rPr>
          <w:szCs w:val="32"/>
        </w:rPr>
        <w:t xml:space="preserve"> S</w:t>
      </w:r>
      <w:r w:rsidRPr="000A30E8">
        <w:rPr>
          <w:rStyle w:val="Taille-1Caracteres"/>
        </w:rPr>
        <w:t>ERVITEUR DÉVOUÉ</w:t>
      </w:r>
      <w:r w:rsidRPr="000A30E8">
        <w:rPr>
          <w:szCs w:val="32"/>
        </w:rPr>
        <w:t xml:space="preserve">, </w:t>
      </w:r>
      <w:r w:rsidRPr="000A30E8">
        <w:rPr>
          <w:i/>
          <w:iCs/>
          <w:szCs w:val="32"/>
        </w:rPr>
        <w:t>introduisant le Locataire astucieux</w:t>
      </w:r>
      <w:r w:rsidRPr="000A30E8">
        <w:rPr>
          <w:szCs w:val="32"/>
        </w:rPr>
        <w:t>. — Entrez, monsieur. Mon maître vous attend pour le lancer du cerf.</w:t>
      </w:r>
    </w:p>
    <w:p w14:paraId="6D091171"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OCATAIRE ASTUCIEUX</w:t>
      </w:r>
      <w:r w:rsidRPr="000A30E8">
        <w:t>. — Le lancer du cerf ?</w:t>
      </w:r>
    </w:p>
    <w:p w14:paraId="0FEF04E1"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ERVITEUR DÉVOUÉ</w:t>
      </w:r>
      <w:r w:rsidRPr="000A30E8">
        <w:t>. — Oui. Comme chaque matin, je vais m’attacher le portemanteau en cornes de cerf. (</w:t>
      </w:r>
      <w:r w:rsidRPr="000A30E8">
        <w:rPr>
          <w:i/>
          <w:iCs/>
        </w:rPr>
        <w:t>Avec un sourire mélancolique</w:t>
      </w:r>
      <w:r w:rsidRPr="000A30E8">
        <w:t>.) Je l’attache sur ma tête et cela donne à mon pauvre maître l’illusion de ses chasses d’antan. Mais le voici qui vient.</w:t>
      </w:r>
    </w:p>
    <w:p w14:paraId="5F9AE3B5"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HASSEUR OBSTINÉ</w:t>
      </w:r>
      <w:r w:rsidRPr="000A30E8">
        <w:t>. — Vous voilà exact au rendez-vous de chasse. Je vais sonner le lancer du cerf. (</w:t>
      </w:r>
      <w:r w:rsidRPr="000A30E8">
        <w:rPr>
          <w:i/>
          <w:iCs/>
        </w:rPr>
        <w:t>Il sonne de toutes ses forces dans son cor. Le Serviteur dévoué attache le portemanteau sur sa tête et s’élance en bondissant, à travers l’appartement</w:t>
      </w:r>
      <w:r w:rsidRPr="000A30E8">
        <w:t xml:space="preserve">). Et maintenant, il s’agit de forcer l’animal. En </w:t>
      </w:r>
      <w:r w:rsidRPr="000A30E8">
        <w:lastRenderedPageBreak/>
        <w:t>chasse ! En chasse ! Taïaut ! Taïaut ! (</w:t>
      </w:r>
      <w:r w:rsidRPr="000A30E8">
        <w:rPr>
          <w:i/>
          <w:iCs/>
        </w:rPr>
        <w:t>Il s’élance avec le Locataire astucieux sur les traces du serviteur à bois de cerf</w:t>
      </w:r>
      <w:r w:rsidRPr="000A30E8">
        <w:t>.)</w:t>
      </w:r>
    </w:p>
    <w:p w14:paraId="541E8AE4"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OCATAIRE ASTUCIEUX</w:t>
      </w:r>
      <w:r w:rsidRPr="000A30E8">
        <w:t>. — Voilà déjà deux heures que nous galopons à la poursuite de votre cerf domestique. Je suis à bout de souffle.</w:t>
      </w:r>
    </w:p>
    <w:p w14:paraId="32C33B80"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HASSEUR OBSTINÉ</w:t>
      </w:r>
      <w:r w:rsidRPr="000A30E8">
        <w:t>. — Patience ! Nous le rattrapons ! Tenez, regardez ! L’animal passe l’eau.</w:t>
      </w:r>
    </w:p>
    <w:p w14:paraId="06CE5BD8"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OCATAIRE ASTUCIEUX</w:t>
      </w:r>
      <w:r w:rsidRPr="000A30E8">
        <w:t>. — Passe l’eau ?</w:t>
      </w:r>
    </w:p>
    <w:p w14:paraId="35A625BE"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HASSEUR OBSTINÉ</w:t>
      </w:r>
      <w:r w:rsidRPr="000A30E8">
        <w:t>. — Oui. Il vient de franchir le bol rempli d’eau qui simule la rivière. Nous le rattrapons. Il est traqué. Taïaut ! Taïaut !</w:t>
      </w:r>
    </w:p>
    <w:p w14:paraId="4202AD4F"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OCATAIRE ASTUCIEUX</w:t>
      </w:r>
      <w:r w:rsidRPr="000A30E8">
        <w:t>. — Il s’accule contre la table de nuit.</w:t>
      </w:r>
    </w:p>
    <w:p w14:paraId="7BBF8DE1"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HASSEUR OBSTINÉ</w:t>
      </w:r>
      <w:r w:rsidRPr="000A30E8">
        <w:t>. — Il est aux abois.</w:t>
      </w:r>
    </w:p>
    <w:p w14:paraId="7EB2FD4D"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ERVITEUR DÉVOUÉ</w:t>
      </w:r>
      <w:r w:rsidRPr="000A30E8">
        <w:t>. — Ah ! mon Dieu ! Voici le moment de l’hallali et j’ai oublié de prendre mon roman-feuilleton. Je cours le chercher. Je reviens.</w:t>
      </w:r>
    </w:p>
    <w:p w14:paraId="33AC69E3"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OCATAIRE ASTUCIEUX</w:t>
      </w:r>
      <w:r w:rsidRPr="000A30E8">
        <w:t>. — Son roman-feuilleton ?</w:t>
      </w:r>
    </w:p>
    <w:p w14:paraId="7866E721"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HASSEUR OBSTINÉ</w:t>
      </w:r>
      <w:r w:rsidRPr="000A30E8">
        <w:t>. — Oui. Dès qu’il est traqué, mon serviteur dévoué lit rapidement un passage de roman-feuilleton qui le fait toujours pleurer à chaudes larmes. De cette façon l’illusion est parfaite. Il me semble voir couler les larmes d’un cerf aux abois.</w:t>
      </w:r>
    </w:p>
    <w:p w14:paraId="1EBDC9A3"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ERVITEUR DÉVOUÉ</w:t>
      </w:r>
      <w:r w:rsidRPr="000A30E8">
        <w:t xml:space="preserve">, </w:t>
      </w:r>
      <w:r w:rsidRPr="000A30E8">
        <w:rPr>
          <w:i/>
          <w:iCs/>
        </w:rPr>
        <w:t>accourant</w:t>
      </w:r>
      <w:r w:rsidRPr="000A30E8">
        <w:t>. — Me voici, messieurs, me voici ! (</w:t>
      </w:r>
      <w:r w:rsidRPr="000A30E8">
        <w:rPr>
          <w:i/>
          <w:iCs/>
        </w:rPr>
        <w:t>Il se remet à sa place, lit son passage de roman-feuilleton et éclate en sanglots</w:t>
      </w:r>
      <w:r w:rsidRPr="000A30E8">
        <w:t>.)</w:t>
      </w:r>
    </w:p>
    <w:p w14:paraId="71ED3460" w14:textId="77777777" w:rsidR="00285C2D" w:rsidRPr="000A30E8" w:rsidRDefault="00285C2D" w:rsidP="00285C2D">
      <w:r w:rsidRPr="000A30E8">
        <w:lastRenderedPageBreak/>
        <w:t>L</w:t>
      </w:r>
      <w:r w:rsidRPr="000A30E8">
        <w:rPr>
          <w:rStyle w:val="Taille-1Caracteres"/>
        </w:rPr>
        <w:t>E</w:t>
      </w:r>
      <w:r w:rsidRPr="000A30E8">
        <w:t xml:space="preserve"> C</w:t>
      </w:r>
      <w:r w:rsidRPr="000A30E8">
        <w:rPr>
          <w:rStyle w:val="Taille-1Caracteres"/>
        </w:rPr>
        <w:t>HASSEUR OBSTINÉ</w:t>
      </w:r>
      <w:r w:rsidRPr="000A30E8">
        <w:t>. — Je sonne l’hallali. (</w:t>
      </w:r>
      <w:r w:rsidRPr="000A30E8">
        <w:rPr>
          <w:i/>
          <w:iCs/>
        </w:rPr>
        <w:t>Il souffle dans son cor de chasse</w:t>
      </w:r>
      <w:r w:rsidRPr="000A30E8">
        <w:t>.)</w:t>
      </w:r>
    </w:p>
    <w:p w14:paraId="33FF2FA0"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OCATAIRE ASTUCIEUX</w:t>
      </w:r>
      <w:r w:rsidRPr="000A30E8">
        <w:t xml:space="preserve">, </w:t>
      </w:r>
      <w:r w:rsidRPr="000A30E8">
        <w:rPr>
          <w:i/>
          <w:iCs/>
        </w:rPr>
        <w:t>ironique</w:t>
      </w:r>
      <w:r w:rsidRPr="000A30E8">
        <w:t>. — Vous pouvez sonner à votre aise. Afin de vous donner une leçon et pour que vous cessiez vos ridicules chasses à courre, j’ai profité d’un moment d’inattention de votre part pour enduire l’embouchure de votre cor de chasse d’une colle qui colle même le fer. Vous avez beau tirer et faire des efforts désespérés pour enlever votre instrument de vos lèvres, ça tient, ça tient bien. Adieu ! (</w:t>
      </w:r>
      <w:r w:rsidRPr="000A30E8">
        <w:rPr>
          <w:i/>
          <w:iCs/>
        </w:rPr>
        <w:t>Il sort</w:t>
      </w:r>
      <w:r w:rsidRPr="000A30E8">
        <w:t>.)</w:t>
      </w:r>
    </w:p>
    <w:p w14:paraId="5FD2E491" w14:textId="77777777" w:rsidR="00285C2D" w:rsidRPr="000A30E8" w:rsidRDefault="00285C2D" w:rsidP="00285C2D">
      <w:pPr>
        <w:pStyle w:val="Titre3"/>
      </w:pPr>
      <w:bookmarkStart w:id="11" w:name="_Toc196330198"/>
      <w:r w:rsidRPr="000A30E8">
        <w:t>TROISIÈME TABLEAU</w:t>
      </w:r>
      <w:r w:rsidRPr="000A30E8">
        <w:br/>
      </w:r>
      <w:r w:rsidRPr="000A30E8">
        <w:br/>
      </w:r>
      <w:r w:rsidRPr="000A30E8">
        <w:rPr>
          <w:sz w:val="32"/>
          <w:szCs w:val="32"/>
        </w:rPr>
        <w:t>Délivré.</w:t>
      </w:r>
      <w:bookmarkEnd w:id="11"/>
    </w:p>
    <w:p w14:paraId="3897678B" w14:textId="77777777" w:rsidR="00285C2D" w:rsidRPr="000A30E8" w:rsidRDefault="00285C2D" w:rsidP="00285C2D">
      <w:pPr>
        <w:pStyle w:val="Centr"/>
        <w:rPr>
          <w:rStyle w:val="Taille-1Caracteres"/>
        </w:rPr>
      </w:pPr>
      <w:r w:rsidRPr="000A30E8">
        <w:rPr>
          <w:rStyle w:val="Taille-1Caracteres"/>
        </w:rPr>
        <w:t>Même décor.</w:t>
      </w:r>
    </w:p>
    <w:p w14:paraId="236C034F" w14:textId="77777777" w:rsidR="00285C2D" w:rsidRPr="000A30E8" w:rsidRDefault="00285C2D" w:rsidP="00285C2D">
      <w:r w:rsidRPr="000A30E8">
        <w:rPr>
          <w:szCs w:val="32"/>
        </w:rPr>
        <w:t>L</w:t>
      </w:r>
      <w:r w:rsidRPr="000A30E8">
        <w:rPr>
          <w:rStyle w:val="Taille-1Caracteres"/>
        </w:rPr>
        <w:t>E</w:t>
      </w:r>
      <w:r w:rsidRPr="000A30E8">
        <w:rPr>
          <w:szCs w:val="32"/>
        </w:rPr>
        <w:t xml:space="preserve"> S</w:t>
      </w:r>
      <w:r w:rsidRPr="000A30E8">
        <w:rPr>
          <w:rStyle w:val="Taille-1Caracteres"/>
        </w:rPr>
        <w:t>ERVITEUR DÉVOUÉ</w:t>
      </w:r>
      <w:r w:rsidRPr="000A30E8">
        <w:rPr>
          <w:szCs w:val="32"/>
        </w:rPr>
        <w:t>. — Depuis de longues heures je m’épuise en vains efforts pour arracher le cor de chasse des lèvres de mon maître. J’entends derrière la porte les éclats de rire ironiques des locataires de l’immeuble.</w:t>
      </w:r>
    </w:p>
    <w:p w14:paraId="01C7AFF1" w14:textId="77777777" w:rsidR="00285C2D" w:rsidRPr="000A30E8" w:rsidRDefault="00285C2D" w:rsidP="00285C2D">
      <w:r w:rsidRPr="000A30E8">
        <w:t>L</w:t>
      </w:r>
      <w:r w:rsidRPr="000A30E8">
        <w:rPr>
          <w:rStyle w:val="Taille-1Caracteres"/>
        </w:rPr>
        <w:t>ES</w:t>
      </w:r>
      <w:r w:rsidRPr="000A30E8">
        <w:t xml:space="preserve"> L</w:t>
      </w:r>
      <w:r w:rsidRPr="000A30E8">
        <w:rPr>
          <w:rStyle w:val="Taille-1Caracteres"/>
        </w:rPr>
        <w:t>OCATAIRES</w:t>
      </w:r>
      <w:r w:rsidRPr="000A30E8">
        <w:t xml:space="preserve">, </w:t>
      </w:r>
      <w:r w:rsidRPr="000A30E8">
        <w:rPr>
          <w:i/>
          <w:iCs/>
        </w:rPr>
        <w:t>derrière la porte</w:t>
      </w:r>
      <w:r w:rsidRPr="000A30E8">
        <w:t>. — Nous savourons notre vengeance. Tu t’épuises en efforts superflus, serviteur dévoué. Tu ne réussiras pas à délivrer ton maître.</w:t>
      </w:r>
    </w:p>
    <w:p w14:paraId="64B5538A"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ERVITEUR DÉVOUÉ</w:t>
      </w:r>
      <w:r w:rsidRPr="000A30E8">
        <w:t>. — Je ne réussirai pas ? C’est ce que nous allons voir. Patience, mon maître, je reviens. J’ai une idée ! (</w:t>
      </w:r>
      <w:r w:rsidRPr="000A30E8">
        <w:rPr>
          <w:i/>
          <w:iCs/>
        </w:rPr>
        <w:t>Il s’élance hors de l’appartement</w:t>
      </w:r>
      <w:r w:rsidRPr="000A30E8">
        <w:t>.)</w:t>
      </w:r>
    </w:p>
    <w:p w14:paraId="1B52CEAC" w14:textId="77777777" w:rsidR="00285C2D" w:rsidRPr="000A30E8" w:rsidRDefault="00285C2D" w:rsidP="00285C2D">
      <w:r w:rsidRPr="000A30E8">
        <w:t>L</w:t>
      </w:r>
      <w:r w:rsidRPr="000A30E8">
        <w:rPr>
          <w:rStyle w:val="Taille-1Caracteres"/>
        </w:rPr>
        <w:t>ES</w:t>
      </w:r>
      <w:r w:rsidRPr="000A30E8">
        <w:t xml:space="preserve"> L</w:t>
      </w:r>
      <w:r w:rsidRPr="000A30E8">
        <w:rPr>
          <w:rStyle w:val="Taille-1Caracteres"/>
        </w:rPr>
        <w:t>OCATAIRES</w:t>
      </w:r>
      <w:r w:rsidRPr="000A30E8">
        <w:t>. — Le Serviteur dévoué descend quatre à quatre l’escalier. Où court-il ? Est-il las de sa lutte contre le cor de chasse ? Abandonnerait-il son maître ?</w:t>
      </w:r>
    </w:p>
    <w:p w14:paraId="52CF586D" w14:textId="77777777" w:rsidR="00285C2D" w:rsidRPr="000A30E8" w:rsidRDefault="00285C2D" w:rsidP="00285C2D">
      <w:r w:rsidRPr="000A30E8">
        <w:lastRenderedPageBreak/>
        <w:t>L</w:t>
      </w:r>
      <w:r w:rsidRPr="000A30E8">
        <w:rPr>
          <w:rStyle w:val="Taille-1Caracteres"/>
        </w:rPr>
        <w:t>E</w:t>
      </w:r>
      <w:r w:rsidRPr="000A30E8">
        <w:t xml:space="preserve"> S</w:t>
      </w:r>
      <w:r w:rsidRPr="000A30E8">
        <w:rPr>
          <w:rStyle w:val="Taille-1Caracteres"/>
        </w:rPr>
        <w:t>ERVITEUR DÉVOUÉ</w:t>
      </w:r>
      <w:r w:rsidRPr="000A30E8">
        <w:t xml:space="preserve">, </w:t>
      </w:r>
      <w:r w:rsidRPr="000A30E8">
        <w:rPr>
          <w:i/>
          <w:iCs/>
        </w:rPr>
        <w:t>revenant</w:t>
      </w:r>
      <w:r w:rsidRPr="000A30E8">
        <w:t>. — Non, je n’abandonne pas mon maître, messieurs. Je vais le délivrer grâce à cette boîte que je viens d’acheter. (</w:t>
      </w:r>
      <w:r w:rsidRPr="000A30E8">
        <w:rPr>
          <w:i/>
          <w:iCs/>
        </w:rPr>
        <w:t>Il ouvre la boîte et, avec son contenu, frotte le cor de chasse</w:t>
      </w:r>
      <w:r w:rsidRPr="000A30E8">
        <w:t>.)</w:t>
      </w:r>
    </w:p>
    <w:p w14:paraId="7780336C" w14:textId="77777777" w:rsidR="00285C2D" w:rsidRPr="000A30E8" w:rsidRDefault="00285C2D" w:rsidP="00285C2D">
      <w:r w:rsidRPr="000A30E8">
        <w:t>L</w:t>
      </w:r>
      <w:r w:rsidRPr="000A30E8">
        <w:rPr>
          <w:rStyle w:val="Taille-1Caracteres"/>
        </w:rPr>
        <w:t>ES</w:t>
      </w:r>
      <w:r w:rsidRPr="000A30E8">
        <w:t xml:space="preserve"> L</w:t>
      </w:r>
      <w:r w:rsidRPr="000A30E8">
        <w:rPr>
          <w:rStyle w:val="Taille-1Caracteres"/>
        </w:rPr>
        <w:t>OCATAIRES</w:t>
      </w:r>
      <w:r w:rsidRPr="000A30E8">
        <w:t>. — Que diable met-il sur le cor de chasse ?</w:t>
      </w:r>
    </w:p>
    <w:p w14:paraId="0C41B0AC"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ERVITEUR DÉVOUÉ</w:t>
      </w:r>
      <w:r w:rsidRPr="000A30E8">
        <w:t>. — Du coricide.</w:t>
      </w:r>
    </w:p>
    <w:p w14:paraId="4F236277" w14:textId="77777777" w:rsidR="00285C2D" w:rsidRPr="000A30E8" w:rsidRDefault="00285C2D" w:rsidP="00285C2D">
      <w:r w:rsidRPr="000A30E8">
        <w:t>L</w:t>
      </w:r>
      <w:r w:rsidRPr="000A30E8">
        <w:rPr>
          <w:rStyle w:val="Taille-1Caracteres"/>
        </w:rPr>
        <w:t>ES</w:t>
      </w:r>
      <w:r w:rsidRPr="000A30E8">
        <w:t xml:space="preserve"> L</w:t>
      </w:r>
      <w:r w:rsidRPr="000A30E8">
        <w:rPr>
          <w:rStyle w:val="Taille-1Caracteres"/>
        </w:rPr>
        <w:t>OCATAIRES</w:t>
      </w:r>
      <w:r w:rsidRPr="000A30E8">
        <w:t>. — Du coricide ?</w:t>
      </w:r>
    </w:p>
    <w:p w14:paraId="1B8560F9"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ERVITEUR DÉVOUÉ</w:t>
      </w:r>
      <w:r w:rsidRPr="000A30E8">
        <w:t>. — Oui. Du coricide, qui fait tomber les cors instantanément. (</w:t>
      </w:r>
      <w:r w:rsidRPr="000A30E8">
        <w:rPr>
          <w:i/>
          <w:iCs/>
        </w:rPr>
        <w:t>Il enlève le cor des lèvres de son maître</w:t>
      </w:r>
      <w:r w:rsidRPr="000A30E8">
        <w:t>.)</w:t>
      </w:r>
    </w:p>
    <w:p w14:paraId="66E5FFF4" w14:textId="77777777" w:rsidR="00285C2D" w:rsidRPr="000A30E8" w:rsidRDefault="00285C2D" w:rsidP="00285C2D">
      <w:pPr>
        <w:pStyle w:val="Centr"/>
      </w:pPr>
      <w:r w:rsidRPr="000A30E8">
        <w:t>RIDEAU</w:t>
      </w:r>
    </w:p>
    <w:p w14:paraId="20992921" w14:textId="77777777" w:rsidR="00285C2D" w:rsidRPr="000A30E8" w:rsidRDefault="00285C2D" w:rsidP="00285C2D">
      <w:pPr>
        <w:pStyle w:val="Titre2"/>
      </w:pPr>
      <w:bookmarkStart w:id="12" w:name="_Toc196330199"/>
      <w:r w:rsidRPr="000A30E8">
        <w:lastRenderedPageBreak/>
        <w:t>LA DOT DE L’ORPHELINE</w:t>
      </w:r>
      <w:bookmarkEnd w:id="12"/>
    </w:p>
    <w:p w14:paraId="2ECBA9A3" w14:textId="77777777" w:rsidR="00285C2D" w:rsidRPr="000A30E8" w:rsidRDefault="00285C2D" w:rsidP="00285C2D">
      <w:pPr>
        <w:pStyle w:val="Titre3"/>
      </w:pPr>
      <w:bookmarkStart w:id="13" w:name="_Toc196330200"/>
      <w:r w:rsidRPr="000A30E8">
        <w:t>PREMIER ACTE</w:t>
      </w:r>
      <w:r w:rsidRPr="000A30E8">
        <w:br/>
      </w:r>
      <w:r w:rsidRPr="000A30E8">
        <w:br/>
        <w:t>Cœur de chiffonnier.</w:t>
      </w:r>
      <w:bookmarkEnd w:id="13"/>
    </w:p>
    <w:p w14:paraId="5637931A" w14:textId="77777777" w:rsidR="00285C2D" w:rsidRPr="000A30E8" w:rsidRDefault="00285C2D" w:rsidP="00285C2D">
      <w:pPr>
        <w:pStyle w:val="Centr"/>
        <w:rPr>
          <w:rStyle w:val="Taille-1Caracteres"/>
        </w:rPr>
      </w:pPr>
      <w:r w:rsidRPr="000A30E8">
        <w:rPr>
          <w:rStyle w:val="Taille-1Caracteres"/>
        </w:rPr>
        <w:t>La scène représente une cabane de chiffonniers.</w:t>
      </w:r>
    </w:p>
    <w:p w14:paraId="2D1331D3" w14:textId="77777777" w:rsidR="00285C2D" w:rsidRPr="000A30E8" w:rsidRDefault="00285C2D" w:rsidP="00285C2D">
      <w:r w:rsidRPr="000A30E8">
        <w:rPr>
          <w:szCs w:val="32"/>
        </w:rPr>
        <w:t>L</w:t>
      </w:r>
      <w:r w:rsidRPr="000A30E8">
        <w:rPr>
          <w:rStyle w:val="Taille-1Caracteres"/>
        </w:rPr>
        <w:t>E VIEUX</w:t>
      </w:r>
      <w:r w:rsidRPr="000A30E8">
        <w:rPr>
          <w:szCs w:val="32"/>
        </w:rPr>
        <w:t xml:space="preserve"> C</w:t>
      </w:r>
      <w:r w:rsidRPr="000A30E8">
        <w:rPr>
          <w:rStyle w:val="Taille-1Caracteres"/>
        </w:rPr>
        <w:t>HIFFONNIER</w:t>
      </w:r>
      <w:r w:rsidRPr="000A30E8">
        <w:rPr>
          <w:szCs w:val="32"/>
        </w:rPr>
        <w:t xml:space="preserve">, </w:t>
      </w:r>
      <w:r w:rsidRPr="000A30E8">
        <w:rPr>
          <w:i/>
          <w:iCs/>
          <w:szCs w:val="32"/>
        </w:rPr>
        <w:t>à son fils</w:t>
      </w:r>
      <w:r w:rsidRPr="000A30E8">
        <w:rPr>
          <w:szCs w:val="32"/>
        </w:rPr>
        <w:t>. — La pauvre fille que nous avons trouvée évanouie dans la neige et que nous venons de transporter dans notre modeste cabane revient de son évanouissement.</w:t>
      </w:r>
    </w:p>
    <w:p w14:paraId="546B3C46" w14:textId="77777777" w:rsidR="00285C2D" w:rsidRPr="000A30E8" w:rsidRDefault="00285C2D" w:rsidP="00285C2D">
      <w:r w:rsidRPr="000A30E8">
        <w:t>L’</w:t>
      </w:r>
      <w:r w:rsidRPr="000A30E8">
        <w:rPr>
          <w:rStyle w:val="Taille-1Caracteres"/>
        </w:rPr>
        <w:t>ORPHELINE</w:t>
      </w:r>
      <w:r w:rsidRPr="000A30E8">
        <w:t>. — Où suis-je ? Ah ! je devine, braves gens ! Vous m’avez ramassée dans la petite rue déserte où le Vicomte-décavé me chloroforma !</w:t>
      </w:r>
    </w:p>
    <w:p w14:paraId="30F4345B"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DU</w:t>
      </w:r>
      <w:r w:rsidRPr="000A30E8">
        <w:t xml:space="preserve"> C</w:t>
      </w:r>
      <w:r w:rsidRPr="000A30E8">
        <w:rPr>
          <w:rStyle w:val="Taille-1Caracteres"/>
        </w:rPr>
        <w:t>HIFFONNIER</w:t>
      </w:r>
      <w:r w:rsidRPr="000A30E8">
        <w:t>. — Vous chloroforma ?</w:t>
      </w:r>
    </w:p>
    <w:p w14:paraId="23894241" w14:textId="77777777" w:rsidR="00285C2D" w:rsidRPr="000A30E8" w:rsidRDefault="00285C2D" w:rsidP="00285C2D">
      <w:r w:rsidRPr="000A30E8">
        <w:t>L’O</w:t>
      </w:r>
      <w:r w:rsidRPr="000A30E8">
        <w:rPr>
          <w:rStyle w:val="Taille-1Caracteres"/>
        </w:rPr>
        <w:t>RPHELINE</w:t>
      </w:r>
      <w:r w:rsidRPr="000A30E8">
        <w:t>. — Oui. Le misérable s’est emparé du sachet que je portais attaché autour du cou, et qui renferme l’huître que me légua mon père avant de mourir.</w:t>
      </w:r>
    </w:p>
    <w:p w14:paraId="63BF7E1E" w14:textId="77777777" w:rsidR="00285C2D" w:rsidRPr="000A30E8" w:rsidRDefault="00285C2D" w:rsidP="00285C2D">
      <w:r w:rsidRPr="000A30E8">
        <w:t>L</w:t>
      </w:r>
      <w:r w:rsidRPr="000A30E8">
        <w:rPr>
          <w:rStyle w:val="Taille-1Caracteres"/>
        </w:rPr>
        <w:t>ES DEUX</w:t>
      </w:r>
      <w:r w:rsidRPr="000A30E8">
        <w:t xml:space="preserve"> C</w:t>
      </w:r>
      <w:r w:rsidRPr="000A30E8">
        <w:rPr>
          <w:rStyle w:val="Taille-1Caracteres"/>
        </w:rPr>
        <w:t>HIFFONNIERS</w:t>
      </w:r>
      <w:r w:rsidRPr="000A30E8">
        <w:t xml:space="preserve">, </w:t>
      </w:r>
      <w:r w:rsidRPr="000A30E8">
        <w:rPr>
          <w:i/>
          <w:iCs/>
        </w:rPr>
        <w:t>ensemble</w:t>
      </w:r>
      <w:r w:rsidRPr="000A30E8">
        <w:t>. — L’huître ?</w:t>
      </w:r>
    </w:p>
    <w:p w14:paraId="4456422E" w14:textId="77777777" w:rsidR="00285C2D" w:rsidRPr="000A30E8" w:rsidRDefault="00285C2D" w:rsidP="00285C2D">
      <w:r w:rsidRPr="000A30E8">
        <w:t>L’O</w:t>
      </w:r>
      <w:r w:rsidRPr="000A30E8">
        <w:rPr>
          <w:rStyle w:val="Taille-1Caracteres"/>
        </w:rPr>
        <w:t>RPHELINE</w:t>
      </w:r>
      <w:r w:rsidRPr="000A30E8">
        <w:t xml:space="preserve">. — Oui. Une huître perlière. C’est toute une histoire. Écoutez : Il y a de cela bien longtemps, un ancêtre de mon père s’apprêtait à gober une huître, quand il aperçut, à l’intérieur des coquilles, une perle magnifique. Déjà sa main fébrile allait saisir la précieuse perle, lorsque l’huître se referma brusquement. Tous ses efforts pour rouvrir cette huître furent inutiles. Il ne fallait pas songer à la briser, car la perle eût été pulvérisée par le choc. L’ancêtre de mon père vécut toute sa misérable existence à côté de cette huître, qui </w:t>
      </w:r>
      <w:r w:rsidRPr="000A30E8">
        <w:lastRenderedPageBreak/>
        <w:t>renfermait une fortune, mais qu’il ne pouvait ouvrir. Le pauvre diable mourut indigent et légua, par testament, son huître perlière au grand-père de mon père, qui, lui non plus, ne parvint pas à l’ouvrir, et la laissa, après sa mort, à son fils, c’est-à-dire au père de mon père. Celui-ci ne fut guère plus heureux que les autres. Il mourut dans la misère et mon père devint l’héritier de l’huître fatale. C’est alors que le Vicomte-décavé, ayant appris l’histoire de l’huître perlière, me demanda en mariage, dans l’espoir d’arriver à bout de l’huître maudite. Je refusai ma main à ce noble cupide. Le Vicomte-décavé s’en alla furieux, en jurant qu’il aurait l’huître par tous les moyens. Mon pauvre père mourut quelque temps après. Avant de mourir, il me remit l’huître perlière : « Voici ta dot, ma chère enfant, me dit-il ; à présent, je peux mourir tranquille. » Après avoir enterré mon pauvre père et cousu l’huître dans un sachet que j’attachai autour de mon cou, je partis de la mansarde paternelle. Sans un sou, j’errais par la ville, lorsque, cette nuit, le Vicomte-décavé, qui me guettait dans l’ombre, me chloroforma dans la petite rue déserte et me déroba l’huître perlière. Grâce à vous, braves chiffonniers, je ne suis pas morte de froid sous la neige. Merci, oh ! merci ! (</w:t>
      </w:r>
      <w:r w:rsidRPr="000A30E8">
        <w:rPr>
          <w:i/>
          <w:iCs/>
        </w:rPr>
        <w:t>Elle éclate en sanglots</w:t>
      </w:r>
      <w:r w:rsidRPr="000A30E8">
        <w:t>.)</w:t>
      </w:r>
    </w:p>
    <w:p w14:paraId="3C35AD29"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DU</w:t>
      </w:r>
      <w:r w:rsidRPr="000A30E8">
        <w:t xml:space="preserve"> C</w:t>
      </w:r>
      <w:r w:rsidRPr="000A30E8">
        <w:rPr>
          <w:rStyle w:val="Taille-1Caracteres"/>
        </w:rPr>
        <w:t>HIFFONNIER</w:t>
      </w:r>
      <w:r w:rsidRPr="000A30E8">
        <w:t>. — Ne pleurez pas, mademoiselle. S’il fut un cœur d’aristocrate assez lâche pour dépouiller l’orpheline sans défense, il y aura, je vous le jure, un cœur de chiffonnier assez noble pour rapporter l’huître volée à l’orpheline !</w:t>
      </w:r>
    </w:p>
    <w:p w14:paraId="7240DE8D" w14:textId="77777777" w:rsidR="00285C2D" w:rsidRPr="000A30E8" w:rsidRDefault="00285C2D" w:rsidP="00285C2D">
      <w:pPr>
        <w:pStyle w:val="Titre3"/>
      </w:pPr>
      <w:bookmarkStart w:id="14" w:name="_Toc196330201"/>
      <w:r w:rsidRPr="000A30E8">
        <w:lastRenderedPageBreak/>
        <w:t>DEUXIÈME ACTE</w:t>
      </w:r>
      <w:r w:rsidRPr="000A30E8">
        <w:br/>
      </w:r>
      <w:r w:rsidRPr="000A30E8">
        <w:br/>
        <w:t>Face à face.</w:t>
      </w:r>
      <w:bookmarkEnd w:id="14"/>
    </w:p>
    <w:p w14:paraId="3DA6AD33" w14:textId="77777777" w:rsidR="00285C2D" w:rsidRPr="000A30E8" w:rsidRDefault="00285C2D" w:rsidP="00285C2D">
      <w:pPr>
        <w:pStyle w:val="Centr"/>
        <w:rPr>
          <w:rStyle w:val="Taille-1Caracteres"/>
        </w:rPr>
      </w:pPr>
      <w:r w:rsidRPr="000A30E8">
        <w:rPr>
          <w:rStyle w:val="Taille-1Caracteres"/>
        </w:rPr>
        <w:t>La scène représente un souterrain.</w:t>
      </w:r>
    </w:p>
    <w:p w14:paraId="3E4F5F9C" w14:textId="77777777" w:rsidR="00285C2D" w:rsidRPr="000A30E8" w:rsidRDefault="00285C2D" w:rsidP="00285C2D">
      <w:r w:rsidRPr="000A30E8">
        <w:rPr>
          <w:szCs w:val="32"/>
        </w:rPr>
        <w:t>L</w:t>
      </w:r>
      <w:r w:rsidRPr="000A30E8">
        <w:rPr>
          <w:rStyle w:val="Taille-1Caracteres"/>
        </w:rPr>
        <w:t>E</w:t>
      </w:r>
      <w:r w:rsidRPr="000A30E8">
        <w:rPr>
          <w:szCs w:val="32"/>
        </w:rPr>
        <w:t xml:space="preserve"> V</w:t>
      </w:r>
      <w:r w:rsidRPr="000A30E8">
        <w:rPr>
          <w:rStyle w:val="Taille-1Caracteres"/>
        </w:rPr>
        <w:t>ICOMTE-DÉCAVÉ</w:t>
      </w:r>
      <w:r w:rsidRPr="000A30E8">
        <w:rPr>
          <w:szCs w:val="32"/>
        </w:rPr>
        <w:t>. — Voilà déjà trois ans que j’ai dérobé l’huître de l’orpheline. Je n’ai pu encore réussir à ouvrir cette huître fatale. Toutes les nuits, je descends dans ce souterrain et, loin des regards indiscrets, je fais de terribles efforts pour disjoindre les valves de ce mollusque lamellibranche. Mais, ne perdons pas de temps ; recommençons notre pénible travail.</w:t>
      </w:r>
    </w:p>
    <w:p w14:paraId="0613B499"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DU</w:t>
      </w:r>
      <w:r w:rsidRPr="000A30E8">
        <w:t xml:space="preserve"> C</w:t>
      </w:r>
      <w:r w:rsidRPr="000A30E8">
        <w:rPr>
          <w:rStyle w:val="Taille-1Caracteres"/>
        </w:rPr>
        <w:t>HIFFONNIER</w:t>
      </w:r>
      <w:r w:rsidRPr="000A30E8">
        <w:t xml:space="preserve">, </w:t>
      </w:r>
      <w:r w:rsidRPr="000A30E8">
        <w:rPr>
          <w:i/>
          <w:iCs/>
        </w:rPr>
        <w:t>surgissant</w:t>
      </w:r>
      <w:r w:rsidRPr="000A30E8">
        <w:t>. — À nous deux, monsieur le vicomte ! Enfin ! après trois ans de patientes recherches, j’ai découvert votre mystérieuse retraite ! À nous deux !</w:t>
      </w:r>
    </w:p>
    <w:p w14:paraId="3D040BA7"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ICOMTE-DÉCAVÉ</w:t>
      </w:r>
      <w:r w:rsidRPr="000A30E8">
        <w:t xml:space="preserve">, </w:t>
      </w:r>
      <w:r w:rsidRPr="000A30E8">
        <w:rPr>
          <w:i/>
          <w:iCs/>
        </w:rPr>
        <w:t>hautain</w:t>
      </w:r>
      <w:r w:rsidRPr="000A30E8">
        <w:t>. — Sais-tu bien à qui tu parles, maroufle ?</w:t>
      </w:r>
    </w:p>
    <w:p w14:paraId="5F3FD6BD"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DU</w:t>
      </w:r>
      <w:r w:rsidRPr="000A30E8">
        <w:t xml:space="preserve"> C</w:t>
      </w:r>
      <w:r w:rsidRPr="000A30E8">
        <w:rPr>
          <w:rStyle w:val="Taille-1Caracteres"/>
        </w:rPr>
        <w:t>HIFFONNIER</w:t>
      </w:r>
      <w:r w:rsidRPr="000A30E8">
        <w:t>. — Ah ! pas d’insultes, monsieur le vicomte ! À cette heure, les distances sociales sont ab</w:t>
      </w:r>
      <w:r w:rsidRPr="000A30E8">
        <w:t>o</w:t>
      </w:r>
      <w:r w:rsidRPr="000A30E8">
        <w:t>lies et, dans ce souterrain, il n’y a plus que deux hommes face à face : un honnête chiffonnier et un misérable ! Et, sachez-le bien, monsieur le vicomte, l’honnête chiffonnier ne troquerait pas sa hotte contre votre blason déshonoré ! Allons, trêve de paroles inutiles ; rendez-moi l’huître de l’orpheline !</w:t>
      </w:r>
    </w:p>
    <w:p w14:paraId="2F1DFF08"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ICOMTE-DÉCAVÉ</w:t>
      </w:r>
      <w:r w:rsidRPr="000A30E8">
        <w:t xml:space="preserve">, </w:t>
      </w:r>
      <w:r w:rsidRPr="000A30E8">
        <w:rPr>
          <w:i/>
          <w:iCs/>
        </w:rPr>
        <w:t>payant d’audace</w:t>
      </w:r>
      <w:r w:rsidRPr="000A30E8">
        <w:t>. — Cette huître m’appartient !</w:t>
      </w:r>
    </w:p>
    <w:p w14:paraId="2CCD9EBD" w14:textId="77777777" w:rsidR="00285C2D" w:rsidRPr="000A30E8" w:rsidRDefault="00285C2D" w:rsidP="00285C2D">
      <w:r w:rsidRPr="000A30E8">
        <w:lastRenderedPageBreak/>
        <w:t>L</w:t>
      </w:r>
      <w:r w:rsidRPr="000A30E8">
        <w:rPr>
          <w:rStyle w:val="Taille-1Caracteres"/>
        </w:rPr>
        <w:t>E</w:t>
      </w:r>
      <w:r w:rsidRPr="000A30E8">
        <w:t xml:space="preserve"> F</w:t>
      </w:r>
      <w:r w:rsidRPr="000A30E8">
        <w:rPr>
          <w:rStyle w:val="Taille-1Caracteres"/>
        </w:rPr>
        <w:t>ILS DU</w:t>
      </w:r>
      <w:r w:rsidRPr="000A30E8">
        <w:t xml:space="preserve"> C</w:t>
      </w:r>
      <w:r w:rsidRPr="000A30E8">
        <w:rPr>
          <w:rStyle w:val="Taille-1Caracteres"/>
        </w:rPr>
        <w:t>HIFFONNIER</w:t>
      </w:r>
      <w:r w:rsidRPr="000A30E8">
        <w:t>. — Vous en avez menti, monsieur le vicomte ! Ce précieux mollusque renferme la dot de l’orpheline. D’ailleurs, cette photographie achèvera de vous confondre. (</w:t>
      </w:r>
      <w:r w:rsidRPr="000A30E8">
        <w:rPr>
          <w:i/>
          <w:iCs/>
        </w:rPr>
        <w:t>Il lui montre une photographie</w:t>
      </w:r>
      <w:r w:rsidRPr="000A30E8">
        <w:t>.)</w:t>
      </w:r>
    </w:p>
    <w:p w14:paraId="674F816A"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ICOMTE-DÉCAVÉ</w:t>
      </w:r>
      <w:r w:rsidRPr="000A30E8">
        <w:t>. — Malheur ! La photographie de l’huître ! Je suis perdu !</w:t>
      </w:r>
    </w:p>
    <w:p w14:paraId="7024A7A8"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DU</w:t>
      </w:r>
      <w:r w:rsidRPr="000A30E8">
        <w:t xml:space="preserve"> C</w:t>
      </w:r>
      <w:r w:rsidRPr="000A30E8">
        <w:rPr>
          <w:rStyle w:val="Taille-1Caracteres"/>
        </w:rPr>
        <w:t>HIFFONNIE</w:t>
      </w:r>
      <w:r w:rsidRPr="00C47A66">
        <w:rPr>
          <w:rStyle w:val="Taille-1Caracteres"/>
        </w:rPr>
        <w:t>R</w:t>
      </w:r>
      <w:r w:rsidRPr="000A30E8">
        <w:t>. — Oui, la photographie de l’huître, que l’orpheline m’a confiée pour guider mes recherches.</w:t>
      </w:r>
    </w:p>
    <w:p w14:paraId="4940C44D"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ICOMTE-DÉCAVÉ</w:t>
      </w:r>
      <w:r w:rsidRPr="000A30E8">
        <w:t>. — Allons, la partie est perdue. Suicidons-nous ! (</w:t>
      </w:r>
      <w:r w:rsidRPr="000A30E8">
        <w:rPr>
          <w:i/>
          <w:iCs/>
        </w:rPr>
        <w:t>Il se suicide</w:t>
      </w:r>
      <w:r w:rsidRPr="000A30E8">
        <w:t>.)</w:t>
      </w:r>
    </w:p>
    <w:p w14:paraId="54B7A9F2"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DU</w:t>
      </w:r>
      <w:r w:rsidRPr="000A30E8">
        <w:t xml:space="preserve"> C</w:t>
      </w:r>
      <w:r w:rsidRPr="000A30E8">
        <w:rPr>
          <w:rStyle w:val="Taille-1Caracteres"/>
        </w:rPr>
        <w:t>HIFFONNIER</w:t>
      </w:r>
      <w:r w:rsidRPr="000A30E8">
        <w:t xml:space="preserve">, </w:t>
      </w:r>
      <w:r w:rsidRPr="000A30E8">
        <w:rPr>
          <w:i/>
          <w:iCs/>
        </w:rPr>
        <w:t>emportant l’huître</w:t>
      </w:r>
      <w:r w:rsidRPr="000A30E8">
        <w:t>. — Et, maintenant, courons rapporter sa dot à l’orpheline !</w:t>
      </w:r>
    </w:p>
    <w:p w14:paraId="24FF78F1" w14:textId="77777777" w:rsidR="00285C2D" w:rsidRPr="000A30E8" w:rsidRDefault="00285C2D" w:rsidP="00285C2D">
      <w:pPr>
        <w:pStyle w:val="Titre3"/>
      </w:pPr>
      <w:bookmarkStart w:id="15" w:name="_Toc196330202"/>
      <w:r w:rsidRPr="000A30E8">
        <w:t>TROISIÈME ACTE</w:t>
      </w:r>
      <w:r w:rsidRPr="000A30E8">
        <w:br/>
      </w:r>
      <w:r w:rsidRPr="000A30E8">
        <w:br/>
        <w:t>Le bonheur retrouvé.</w:t>
      </w:r>
      <w:bookmarkEnd w:id="15"/>
    </w:p>
    <w:p w14:paraId="77CF68B9" w14:textId="77777777" w:rsidR="00285C2D" w:rsidRPr="000A30E8" w:rsidRDefault="00285C2D" w:rsidP="00285C2D">
      <w:pPr>
        <w:pStyle w:val="Centr"/>
        <w:rPr>
          <w:rStyle w:val="Taille-1Caracteres"/>
        </w:rPr>
      </w:pPr>
      <w:r w:rsidRPr="000A30E8">
        <w:rPr>
          <w:rStyle w:val="Taille-1Caracteres"/>
        </w:rPr>
        <w:t>La scène représente la cabane des chiffonniers.</w:t>
      </w:r>
    </w:p>
    <w:p w14:paraId="6AF183BB" w14:textId="77777777" w:rsidR="00285C2D" w:rsidRPr="000A30E8" w:rsidRDefault="00285C2D" w:rsidP="00285C2D">
      <w:r w:rsidRPr="000A30E8">
        <w:rPr>
          <w:szCs w:val="32"/>
        </w:rPr>
        <w:t>L</w:t>
      </w:r>
      <w:r w:rsidRPr="000A30E8">
        <w:rPr>
          <w:rStyle w:val="Taille-1Caracteres"/>
        </w:rPr>
        <w:t>E</w:t>
      </w:r>
      <w:r w:rsidRPr="000A30E8">
        <w:rPr>
          <w:szCs w:val="32"/>
        </w:rPr>
        <w:t xml:space="preserve"> F</w:t>
      </w:r>
      <w:r w:rsidRPr="000A30E8">
        <w:rPr>
          <w:rStyle w:val="Taille-1Caracteres"/>
        </w:rPr>
        <w:t>ILS DU</w:t>
      </w:r>
      <w:r w:rsidRPr="000A30E8">
        <w:rPr>
          <w:szCs w:val="32"/>
        </w:rPr>
        <w:t xml:space="preserve"> C</w:t>
      </w:r>
      <w:r w:rsidRPr="000A30E8">
        <w:rPr>
          <w:rStyle w:val="Taille-1Caracteres"/>
        </w:rPr>
        <w:t>HIFFONNIER</w:t>
      </w:r>
      <w:r w:rsidRPr="000A30E8">
        <w:rPr>
          <w:szCs w:val="32"/>
        </w:rPr>
        <w:t>. — Pauvre chère orpheline ! Le jour où je vous ai rapporté l’huître perlière, vous m’avez promis de devenir ma femme lorsque j’aurai réussi à ouvrir ses maudites coquilles.</w:t>
      </w:r>
    </w:p>
    <w:p w14:paraId="4E5786F5" w14:textId="77777777" w:rsidR="00285C2D" w:rsidRPr="000A30E8" w:rsidRDefault="00285C2D" w:rsidP="00285C2D">
      <w:r w:rsidRPr="000A30E8">
        <w:t>L’O</w:t>
      </w:r>
      <w:r w:rsidRPr="000A30E8">
        <w:rPr>
          <w:rStyle w:val="Taille-1Caracteres"/>
        </w:rPr>
        <w:t>RPHELINE</w:t>
      </w:r>
      <w:r w:rsidRPr="000A30E8">
        <w:t>. — Oui. Ce jour-là, nous serons heureux ! Mais voilà déjà six mois que l’huître est ici et vous n’avez pas encore réussi. C’est à désespérer !</w:t>
      </w:r>
    </w:p>
    <w:p w14:paraId="0EE13FBF" w14:textId="77777777" w:rsidR="00285C2D" w:rsidRPr="000A30E8" w:rsidRDefault="00285C2D" w:rsidP="00285C2D">
      <w:r w:rsidRPr="000A30E8">
        <w:lastRenderedPageBreak/>
        <w:t>L</w:t>
      </w:r>
      <w:r w:rsidRPr="000A30E8">
        <w:rPr>
          <w:rStyle w:val="Taille-1Caracteres"/>
        </w:rPr>
        <w:t>E</w:t>
      </w:r>
      <w:r w:rsidRPr="000A30E8">
        <w:t xml:space="preserve"> F</w:t>
      </w:r>
      <w:r w:rsidRPr="000A30E8">
        <w:rPr>
          <w:rStyle w:val="Taille-1Caracteres"/>
        </w:rPr>
        <w:t>ILS DU</w:t>
      </w:r>
      <w:r w:rsidRPr="000A30E8">
        <w:t xml:space="preserve"> C</w:t>
      </w:r>
      <w:r w:rsidRPr="000A30E8">
        <w:rPr>
          <w:rStyle w:val="Taille-1Caracteres"/>
        </w:rPr>
        <w:t>HIFFONNIER</w:t>
      </w:r>
      <w:r w:rsidRPr="000A30E8">
        <w:t>. — Hélas ! mon pauvre père est mort à la suite du terrible effort qu’il fit pour essayer d’ouvrir l’huître homicide ! Quant à moi, je cherche vainement un moyen ; je ne trouve pas. Depuis dix jours, je ne dors pas, pour trouver une idée. J’y renonce. Je n’en peux plus ! (</w:t>
      </w:r>
      <w:r w:rsidRPr="000A30E8">
        <w:rPr>
          <w:i/>
          <w:iCs/>
        </w:rPr>
        <w:t>Regardant l’huître, posée sur la table</w:t>
      </w:r>
      <w:r w:rsidRPr="000A30E8">
        <w:t>.) Ah ! huître maudite ! Tu portes malheur à tous ceux qui t’approchent !</w:t>
      </w:r>
    </w:p>
    <w:p w14:paraId="72573496" w14:textId="77777777" w:rsidR="00285C2D" w:rsidRPr="000A30E8" w:rsidRDefault="00285C2D" w:rsidP="00285C2D">
      <w:r w:rsidRPr="000A30E8">
        <w:t>L’O</w:t>
      </w:r>
      <w:r w:rsidRPr="000A30E8">
        <w:rPr>
          <w:rStyle w:val="Taille-1Caracteres"/>
        </w:rPr>
        <w:t>RPHELINE</w:t>
      </w:r>
      <w:r w:rsidRPr="000A30E8">
        <w:t>. — Oh ! miracle ! Regardez : l’huître s’ouvre toute grande ! La précieuse perle apparaît entre les deux valves ! Nous sommes riches ! Mais comment ce miracle s’est-il accompli ?</w:t>
      </w:r>
    </w:p>
    <w:p w14:paraId="16895329"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DU</w:t>
      </w:r>
      <w:r w:rsidRPr="000A30E8">
        <w:t xml:space="preserve"> C</w:t>
      </w:r>
      <w:r w:rsidRPr="000A30E8">
        <w:rPr>
          <w:rStyle w:val="Taille-1Caracteres"/>
        </w:rPr>
        <w:t>HIFFONNIER</w:t>
      </w:r>
      <w:r w:rsidRPr="000A30E8">
        <w:t>. — Ce n’est pas un miracle. Je comprends tout. Terrassé par l’insomnie, je viens, sauf votre respect, de bâiller à plusieurs reprises. Le bâillement, sauf votre respect, est contagieux. L’huître n’a pu résister et ses valves se sont ouvertes en un bâillement providentiel.</w:t>
      </w:r>
    </w:p>
    <w:p w14:paraId="2D47F854" w14:textId="77777777" w:rsidR="00285C2D" w:rsidRPr="000A30E8" w:rsidRDefault="00285C2D" w:rsidP="00285C2D">
      <w:pPr>
        <w:pStyle w:val="Centr"/>
      </w:pPr>
      <w:r w:rsidRPr="000A30E8">
        <w:t>RIDEAU</w:t>
      </w:r>
    </w:p>
    <w:p w14:paraId="3D0E7D57" w14:textId="77777777" w:rsidR="00285C2D" w:rsidRPr="000A30E8" w:rsidRDefault="00285C2D" w:rsidP="00285C2D">
      <w:pPr>
        <w:pStyle w:val="Titre2"/>
      </w:pPr>
      <w:bookmarkStart w:id="16" w:name="_Toc196330203"/>
      <w:r w:rsidRPr="000A30E8">
        <w:lastRenderedPageBreak/>
        <w:t>L’APRÈS-MIDI D’UN SAXOPHONE</w:t>
      </w:r>
      <w:bookmarkEnd w:id="16"/>
    </w:p>
    <w:p w14:paraId="6FEB4FBD" w14:textId="77777777" w:rsidR="00285C2D" w:rsidRPr="000A30E8" w:rsidRDefault="00285C2D" w:rsidP="00285C2D">
      <w:pPr>
        <w:pStyle w:val="Titre3"/>
      </w:pPr>
      <w:bookmarkStart w:id="17" w:name="_Toc196330204"/>
      <w:r w:rsidRPr="000A30E8">
        <w:t>PREMIER ACTE</w:t>
      </w:r>
      <w:r w:rsidRPr="000A30E8">
        <w:br/>
      </w:r>
      <w:r w:rsidRPr="000A30E8">
        <w:br/>
        <w:t>La matinée.</w:t>
      </w:r>
      <w:bookmarkEnd w:id="17"/>
    </w:p>
    <w:p w14:paraId="315EFD66" w14:textId="77777777" w:rsidR="00285C2D" w:rsidRPr="000A30E8" w:rsidRDefault="00285C2D" w:rsidP="00285C2D">
      <w:pPr>
        <w:pStyle w:val="Centr"/>
        <w:rPr>
          <w:rStyle w:val="Taille-1Caracteres"/>
        </w:rPr>
      </w:pPr>
      <w:r w:rsidRPr="000A30E8">
        <w:rPr>
          <w:rStyle w:val="Taille-1Caracteres"/>
        </w:rPr>
        <w:t>La scène représente la chambre du Saxophone.</w:t>
      </w:r>
    </w:p>
    <w:p w14:paraId="242BEFB9" w14:textId="77777777" w:rsidR="00285C2D" w:rsidRPr="000A30E8" w:rsidRDefault="00285C2D" w:rsidP="00285C2D">
      <w:r w:rsidRPr="000A30E8">
        <w:rPr>
          <w:szCs w:val="32"/>
        </w:rPr>
        <w:t>L</w:t>
      </w:r>
      <w:r w:rsidRPr="000A30E8">
        <w:rPr>
          <w:rStyle w:val="Taille-1Caracteres"/>
        </w:rPr>
        <w:t>E</w:t>
      </w:r>
      <w:r w:rsidRPr="000A30E8">
        <w:rPr>
          <w:szCs w:val="32"/>
        </w:rPr>
        <w:t xml:space="preserve"> C</w:t>
      </w:r>
      <w:r w:rsidRPr="000A30E8">
        <w:rPr>
          <w:rStyle w:val="Taille-1Caracteres"/>
        </w:rPr>
        <w:t>ONFIDENT DU</w:t>
      </w:r>
      <w:r w:rsidRPr="000A30E8">
        <w:rPr>
          <w:szCs w:val="32"/>
        </w:rPr>
        <w:t xml:space="preserve"> S</w:t>
      </w:r>
      <w:r w:rsidRPr="000A30E8">
        <w:rPr>
          <w:rStyle w:val="Taille-1Caracteres"/>
        </w:rPr>
        <w:t>AXOPHONE</w:t>
      </w:r>
      <w:r w:rsidRPr="000A30E8">
        <w:rPr>
          <w:szCs w:val="32"/>
        </w:rPr>
        <w:t>. — J’envie ton sort, cher Saxophone : ton physique avantageux et ton talent de musicien te rendent irrésistible auprès des belles.</w:t>
      </w:r>
    </w:p>
    <w:p w14:paraId="4498527D" w14:textId="77777777" w:rsidR="00285C2D" w:rsidRPr="000A30E8" w:rsidRDefault="00285C2D" w:rsidP="00285C2D">
      <w:r w:rsidRPr="000A30E8">
        <w:t>L’</w:t>
      </w:r>
      <w:r w:rsidRPr="000A30E8">
        <w:rPr>
          <w:rStyle w:val="Taille-1Caracteres"/>
        </w:rPr>
        <w:t>IRRÉSISTIBLE</w:t>
      </w:r>
      <w:r w:rsidRPr="000A30E8">
        <w:t xml:space="preserve"> S</w:t>
      </w:r>
      <w:r w:rsidRPr="000A30E8">
        <w:rPr>
          <w:rStyle w:val="Taille-1Caracteres"/>
        </w:rPr>
        <w:t>AXOPHONE</w:t>
      </w:r>
      <w:r w:rsidRPr="000A30E8">
        <w:t>. — C’est pourtant par hasard que je devins musicien. Mes parents me destinaient au commerce. Ils me donnèrent un professeur de comptabilité. Mais celui-ci, étant sourd, ne comprit pas, et me donna des leçons de saxophone. Lorsqu’on s’aperçut de son erreur, il était trop tard. J’étais un musicien accompli.</w:t>
      </w:r>
    </w:p>
    <w:p w14:paraId="22A16DCA"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ONFIDENT</w:t>
      </w:r>
      <w:r w:rsidRPr="000A30E8">
        <w:t>. — Étranges surprises de la destinée.</w:t>
      </w:r>
    </w:p>
    <w:p w14:paraId="25FD92D6" w14:textId="77777777" w:rsidR="00285C2D" w:rsidRPr="000A30E8" w:rsidRDefault="00285C2D" w:rsidP="00285C2D">
      <w:r w:rsidRPr="000A30E8">
        <w:t>L’</w:t>
      </w:r>
      <w:r w:rsidRPr="000A30E8">
        <w:rPr>
          <w:rStyle w:val="Taille-1Caracteres"/>
        </w:rPr>
        <w:t>IRRÉSISTIBLE</w:t>
      </w:r>
      <w:r w:rsidRPr="000A30E8">
        <w:t xml:space="preserve"> S</w:t>
      </w:r>
      <w:r w:rsidRPr="000A30E8">
        <w:rPr>
          <w:rStyle w:val="Taille-1Caracteres"/>
        </w:rPr>
        <w:t>AXOPHONE</w:t>
      </w:r>
      <w:r w:rsidRPr="000A30E8">
        <w:t>. — Fou de désespoir, mon père se teignit les cheveux en vert et mourut quelque temps après, tué par le ridicule.</w:t>
      </w:r>
    </w:p>
    <w:p w14:paraId="0BF6D4EA"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ONFIDENT</w:t>
      </w:r>
      <w:r w:rsidRPr="000A30E8">
        <w:t>. — Pauvre père !</w:t>
      </w:r>
    </w:p>
    <w:p w14:paraId="1752DF31" w14:textId="77777777" w:rsidR="00285C2D" w:rsidRPr="000A30E8" w:rsidRDefault="00285C2D" w:rsidP="00285C2D">
      <w:r w:rsidRPr="000A30E8">
        <w:t>L’</w:t>
      </w:r>
      <w:r w:rsidRPr="000A30E8">
        <w:rPr>
          <w:rStyle w:val="Taille-1Caracteres"/>
        </w:rPr>
        <w:t>IRRÉSISTIBLE</w:t>
      </w:r>
      <w:r w:rsidRPr="000A30E8">
        <w:t xml:space="preserve"> S</w:t>
      </w:r>
      <w:r w:rsidRPr="000A30E8">
        <w:rPr>
          <w:rStyle w:val="Taille-1Caracteres"/>
        </w:rPr>
        <w:t>AXOPHONE</w:t>
      </w:r>
      <w:r w:rsidRPr="000A30E8">
        <w:t>. — La secousse fut tellement terrible pour ma pauvre mère qu’elle changea de sexe en vingt-quatre heures et s’engagea dans la légion étrangère.</w:t>
      </w:r>
    </w:p>
    <w:p w14:paraId="61490788"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ONFIDENT</w:t>
      </w:r>
      <w:r w:rsidRPr="000A30E8">
        <w:t>. — Pauvre mère !</w:t>
      </w:r>
    </w:p>
    <w:p w14:paraId="49B2D71B" w14:textId="77777777" w:rsidR="00285C2D" w:rsidRPr="000A30E8" w:rsidRDefault="00285C2D" w:rsidP="00285C2D">
      <w:r w:rsidRPr="000A30E8">
        <w:lastRenderedPageBreak/>
        <w:t>L’</w:t>
      </w:r>
      <w:r w:rsidRPr="000A30E8">
        <w:rPr>
          <w:rStyle w:val="Taille-1Caracteres"/>
        </w:rPr>
        <w:t>IRRÉSISTIBLE</w:t>
      </w:r>
      <w:r w:rsidRPr="000A30E8">
        <w:t xml:space="preserve"> S</w:t>
      </w:r>
      <w:r w:rsidRPr="000A30E8">
        <w:rPr>
          <w:rStyle w:val="Taille-1Caracteres"/>
        </w:rPr>
        <w:t>AXOPHONE</w:t>
      </w:r>
      <w:r w:rsidRPr="000A30E8">
        <w:t>. — Mais je m’attarde à remuer ces souvenirs de famille. Pensons plutôt au rendez-vous d’amour que m’a fixé la femme de mon tailleur. C’est une créature romanesque et passionnée. Elle me donne ses rendez-vous d’amour à la campagne pour évoquer l’époque des nymphes et des faunes.</w:t>
      </w:r>
    </w:p>
    <w:p w14:paraId="6CF2F375"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ONFIDENT</w:t>
      </w:r>
      <w:r w:rsidRPr="000A30E8">
        <w:t>. — Le mari ne se doute de rien ?</w:t>
      </w:r>
    </w:p>
    <w:p w14:paraId="3F72C8BD" w14:textId="77777777" w:rsidR="00285C2D" w:rsidRPr="000A30E8" w:rsidRDefault="00285C2D" w:rsidP="00285C2D">
      <w:r w:rsidRPr="000A30E8">
        <w:t>L’</w:t>
      </w:r>
      <w:r w:rsidRPr="000A30E8">
        <w:rPr>
          <w:rStyle w:val="Taille-1Caracteres"/>
        </w:rPr>
        <w:t>IRRÉSISTIBLE</w:t>
      </w:r>
      <w:r w:rsidRPr="000A30E8">
        <w:t xml:space="preserve"> S</w:t>
      </w:r>
      <w:r w:rsidRPr="000A30E8">
        <w:rPr>
          <w:rStyle w:val="Taille-1Caracteres"/>
        </w:rPr>
        <w:t>AXOPHONE</w:t>
      </w:r>
      <w:r w:rsidRPr="000A30E8">
        <w:t>. — Non. Pourtant, depuis quelques jours, son regard me paraît plus oblique que d’habitude. Il doit venir ce matin me livrer un nouveau complet jaquette. On sonne. C’est lui. (</w:t>
      </w:r>
      <w:r w:rsidRPr="000A30E8">
        <w:rPr>
          <w:i/>
          <w:iCs/>
        </w:rPr>
        <w:t>Il va ouvrir</w:t>
      </w:r>
      <w:r w:rsidRPr="000A30E8">
        <w:t>.)</w:t>
      </w:r>
    </w:p>
    <w:p w14:paraId="318BD09B" w14:textId="77777777" w:rsidR="00285C2D" w:rsidRPr="000A30E8" w:rsidRDefault="00285C2D" w:rsidP="00285C2D">
      <w:r w:rsidRPr="000A30E8">
        <w:t>L</w:t>
      </w:r>
      <w:r w:rsidRPr="000A30E8">
        <w:rPr>
          <w:rStyle w:val="Taille-1Caracteres"/>
        </w:rPr>
        <w:t>E</w:t>
      </w:r>
      <w:r w:rsidRPr="000A30E8">
        <w:t xml:space="preserve"> T</w:t>
      </w:r>
      <w:r w:rsidRPr="000A30E8">
        <w:rPr>
          <w:rStyle w:val="Taille-1Caracteres"/>
        </w:rPr>
        <w:t>AILLEUR AU REGARD OBLIQUE</w:t>
      </w:r>
      <w:r w:rsidRPr="000A30E8">
        <w:t>. — Voici votre complet jaquette que je vous apporte.</w:t>
      </w:r>
    </w:p>
    <w:p w14:paraId="5BCE8AE5" w14:textId="77777777" w:rsidR="00285C2D" w:rsidRPr="000A30E8" w:rsidRDefault="00285C2D" w:rsidP="00285C2D">
      <w:r w:rsidRPr="000A30E8">
        <w:t>L’</w:t>
      </w:r>
      <w:r w:rsidRPr="000A30E8">
        <w:rPr>
          <w:rStyle w:val="Taille-1Caracteres"/>
        </w:rPr>
        <w:t>IRRÉSISTIBLE</w:t>
      </w:r>
      <w:r w:rsidRPr="000A30E8">
        <w:t xml:space="preserve"> S</w:t>
      </w:r>
      <w:r w:rsidRPr="000A30E8">
        <w:rPr>
          <w:rStyle w:val="Taille-1Caracteres"/>
        </w:rPr>
        <w:t>AXOPHONE</w:t>
      </w:r>
      <w:r w:rsidRPr="000A30E8">
        <w:t>. — Merci. Je l’étrennerai cet après-midi.</w:t>
      </w:r>
    </w:p>
    <w:p w14:paraId="1DB36310" w14:textId="77777777" w:rsidR="00285C2D" w:rsidRPr="000A30E8" w:rsidRDefault="00285C2D" w:rsidP="00285C2D">
      <w:r w:rsidRPr="000A30E8">
        <w:t>L</w:t>
      </w:r>
      <w:r w:rsidRPr="000A30E8">
        <w:rPr>
          <w:rStyle w:val="Taille-1Caracteres"/>
        </w:rPr>
        <w:t>E</w:t>
      </w:r>
      <w:r w:rsidRPr="000A30E8">
        <w:t xml:space="preserve"> T</w:t>
      </w:r>
      <w:r w:rsidRPr="000A30E8">
        <w:rPr>
          <w:rStyle w:val="Taille-1Caracteres"/>
        </w:rPr>
        <w:t>AILLEUR AU REGARD OBLIQUE</w:t>
      </w:r>
      <w:r w:rsidRPr="000A30E8">
        <w:t xml:space="preserve">, </w:t>
      </w:r>
      <w:r w:rsidRPr="000A30E8">
        <w:rPr>
          <w:i/>
          <w:iCs/>
        </w:rPr>
        <w:t>à part</w:t>
      </w:r>
      <w:r w:rsidRPr="000A30E8">
        <w:t>. — Raille, maudit Saxophone ! Ma vengeance est prête. En te livrant ce costume, c’est la mort elle-même que je t’apporte sous la forme d’un complet jaquette. (</w:t>
      </w:r>
      <w:r w:rsidRPr="000A30E8">
        <w:rPr>
          <w:i/>
          <w:iCs/>
        </w:rPr>
        <w:t>Il sort</w:t>
      </w:r>
      <w:r w:rsidRPr="000A30E8">
        <w:t>.)</w:t>
      </w:r>
    </w:p>
    <w:p w14:paraId="05EC178F" w14:textId="77777777" w:rsidR="00285C2D" w:rsidRPr="000A30E8" w:rsidRDefault="00285C2D" w:rsidP="00285C2D">
      <w:pPr>
        <w:pStyle w:val="Titre3"/>
      </w:pPr>
      <w:bookmarkStart w:id="18" w:name="_Toc196330205"/>
      <w:r w:rsidRPr="000A30E8">
        <w:t>DEUXIÈME ACTE</w:t>
      </w:r>
      <w:r w:rsidRPr="000A30E8">
        <w:br/>
      </w:r>
      <w:r w:rsidRPr="000A30E8">
        <w:br/>
        <w:t>L’après-midi.</w:t>
      </w:r>
      <w:bookmarkEnd w:id="18"/>
    </w:p>
    <w:p w14:paraId="4D508C02" w14:textId="77777777" w:rsidR="00285C2D" w:rsidRPr="000A30E8" w:rsidRDefault="00285C2D" w:rsidP="00285C2D">
      <w:pPr>
        <w:pStyle w:val="Centr"/>
        <w:rPr>
          <w:rStyle w:val="Taille-1Caracteres"/>
        </w:rPr>
      </w:pPr>
      <w:r w:rsidRPr="000A30E8">
        <w:rPr>
          <w:rStyle w:val="Taille-1Caracteres"/>
        </w:rPr>
        <w:t>La scène représente un bois ensoleillé.</w:t>
      </w:r>
    </w:p>
    <w:p w14:paraId="2618185F" w14:textId="77777777" w:rsidR="00285C2D" w:rsidRPr="000A30E8" w:rsidRDefault="00285C2D" w:rsidP="00285C2D">
      <w:r w:rsidRPr="000A30E8">
        <w:rPr>
          <w:szCs w:val="32"/>
        </w:rPr>
        <w:t>L</w:t>
      </w:r>
      <w:r w:rsidRPr="000A30E8">
        <w:rPr>
          <w:rStyle w:val="Taille-1Caracteres"/>
        </w:rPr>
        <w:t>A</w:t>
      </w:r>
      <w:r w:rsidRPr="000A30E8">
        <w:rPr>
          <w:szCs w:val="32"/>
        </w:rPr>
        <w:t xml:space="preserve"> F</w:t>
      </w:r>
      <w:r w:rsidRPr="000A30E8">
        <w:rPr>
          <w:rStyle w:val="Taille-1Caracteres"/>
        </w:rPr>
        <w:t>EMME DU</w:t>
      </w:r>
      <w:r w:rsidRPr="000A30E8">
        <w:rPr>
          <w:szCs w:val="32"/>
        </w:rPr>
        <w:t xml:space="preserve"> T</w:t>
      </w:r>
      <w:r w:rsidRPr="000A30E8">
        <w:rPr>
          <w:rStyle w:val="Taille-1Caracteres"/>
        </w:rPr>
        <w:t>AILLEUR</w:t>
      </w:r>
      <w:r w:rsidRPr="000A30E8">
        <w:rPr>
          <w:szCs w:val="32"/>
        </w:rPr>
        <w:t>. — J’attends mon amant dans ce bois ensoleillé. Il me semble être une nymphe guettant l’arrivée d’un saxophone.</w:t>
      </w:r>
    </w:p>
    <w:p w14:paraId="056BC0B8" w14:textId="77777777" w:rsidR="00285C2D" w:rsidRPr="000A30E8" w:rsidRDefault="00285C2D" w:rsidP="00285C2D">
      <w:r w:rsidRPr="000A30E8">
        <w:lastRenderedPageBreak/>
        <w:t>L’</w:t>
      </w:r>
      <w:r w:rsidRPr="000A30E8">
        <w:rPr>
          <w:rStyle w:val="Taille-1Caracteres"/>
        </w:rPr>
        <w:t>IRRÉSISTIBLE</w:t>
      </w:r>
      <w:r w:rsidRPr="000A30E8">
        <w:t xml:space="preserve"> S</w:t>
      </w:r>
      <w:r w:rsidRPr="000A30E8">
        <w:rPr>
          <w:rStyle w:val="Taille-1Caracteres"/>
        </w:rPr>
        <w:t>AXOPHONE</w:t>
      </w:r>
      <w:r w:rsidRPr="000A30E8">
        <w:t>. — Me voici.</w:t>
      </w:r>
    </w:p>
    <w:p w14:paraId="11CCFBE8"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w:t>
      </w:r>
      <w:r w:rsidRPr="000A30E8">
        <w:t xml:space="preserve"> T</w:t>
      </w:r>
      <w:r w:rsidRPr="000A30E8">
        <w:rPr>
          <w:rStyle w:val="Taille-1Caracteres"/>
        </w:rPr>
        <w:t>AILLEUR</w:t>
      </w:r>
      <w:r w:rsidRPr="000A30E8">
        <w:t>. — Ne perdons pas de temps. À nous les étreintes primitives en des gestes harmonieux qui ne déplacent pas les lignes !</w:t>
      </w:r>
    </w:p>
    <w:p w14:paraId="7FE8BB6F" w14:textId="77777777" w:rsidR="00285C2D" w:rsidRPr="000A30E8" w:rsidRDefault="00285C2D" w:rsidP="00285C2D">
      <w:r w:rsidRPr="000A30E8">
        <w:t>L’</w:t>
      </w:r>
      <w:r w:rsidRPr="000A30E8">
        <w:rPr>
          <w:rStyle w:val="Taille-1Caracteres"/>
        </w:rPr>
        <w:t>IRRÉSISTIBLE</w:t>
      </w:r>
      <w:r w:rsidRPr="000A30E8">
        <w:t xml:space="preserve"> S</w:t>
      </w:r>
      <w:r w:rsidRPr="000A30E8">
        <w:rPr>
          <w:rStyle w:val="Taille-1Caracteres"/>
        </w:rPr>
        <w:t>AXOPHONE</w:t>
      </w:r>
      <w:r w:rsidRPr="000A30E8">
        <w:t>. — N’étreignez pas mon complet jaquette : il est neuf.</w:t>
      </w:r>
    </w:p>
    <w:p w14:paraId="1E6B8E75"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w:t>
      </w:r>
      <w:r w:rsidRPr="000A30E8">
        <w:t xml:space="preserve"> T</w:t>
      </w:r>
      <w:r w:rsidRPr="000A30E8">
        <w:rPr>
          <w:rStyle w:val="Taille-1Caracteres"/>
        </w:rPr>
        <w:t>AILLEUR</w:t>
      </w:r>
      <w:r w:rsidRPr="000A30E8">
        <w:t>. — Je sais. Mon mari l’a confectionné lui-même très soigneusement. Mais le feu de mon désir appelle l’enlacement immédiat. (</w:t>
      </w:r>
      <w:r w:rsidRPr="000A30E8">
        <w:rPr>
          <w:i/>
          <w:iCs/>
        </w:rPr>
        <w:t>Elle enlace son amant. Aussitôt, une explosion formidable retentit. L’irrésistible Saxophone éclate comme un bouquet de feu d’artifice</w:t>
      </w:r>
      <w:r w:rsidRPr="000A30E8">
        <w:t>.)</w:t>
      </w:r>
    </w:p>
    <w:p w14:paraId="1F44DF2B" w14:textId="77777777" w:rsidR="00285C2D" w:rsidRPr="000A30E8" w:rsidRDefault="00285C2D" w:rsidP="00285C2D">
      <w:r w:rsidRPr="000A30E8">
        <w:t>L</w:t>
      </w:r>
      <w:r w:rsidRPr="000A30E8">
        <w:rPr>
          <w:rStyle w:val="Taille-1Caracteres"/>
        </w:rPr>
        <w:t>E</w:t>
      </w:r>
      <w:r w:rsidRPr="000A30E8">
        <w:t xml:space="preserve"> T</w:t>
      </w:r>
      <w:r w:rsidRPr="000A30E8">
        <w:rPr>
          <w:rStyle w:val="Taille-1Caracteres"/>
        </w:rPr>
        <w:t>AILLEUR AU REGARD OBLIQUE</w:t>
      </w:r>
      <w:r w:rsidRPr="000A30E8">
        <w:t>, surgissant du fourré. — Ma vengeance est éclatante !</w:t>
      </w:r>
    </w:p>
    <w:p w14:paraId="30324518"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w:t>
      </w:r>
      <w:r w:rsidRPr="000A30E8">
        <w:t xml:space="preserve"> T</w:t>
      </w:r>
      <w:r w:rsidRPr="000A30E8">
        <w:rPr>
          <w:rStyle w:val="Taille-1Caracteres"/>
        </w:rPr>
        <w:t>AILLEUR</w:t>
      </w:r>
      <w:r w:rsidRPr="000A30E8">
        <w:t xml:space="preserve">, </w:t>
      </w:r>
      <w:r w:rsidRPr="000A30E8">
        <w:rPr>
          <w:i/>
          <w:iCs/>
        </w:rPr>
        <w:t>d’une voix faible</w:t>
      </w:r>
      <w:r w:rsidRPr="000A30E8">
        <w:t>. — Ah ! misérable ! Mon amant vient de faire explosion, me blessant mortellement de ses éclats. Je devine là-dessous quelque ténébreuse machination de votre part.</w:t>
      </w:r>
    </w:p>
    <w:p w14:paraId="139186B5" w14:textId="77777777" w:rsidR="00285C2D" w:rsidRPr="000A30E8" w:rsidRDefault="00285C2D" w:rsidP="00285C2D">
      <w:r w:rsidRPr="000A30E8">
        <w:t>L</w:t>
      </w:r>
      <w:r w:rsidRPr="000A30E8">
        <w:rPr>
          <w:rStyle w:val="Taille-1Caracteres"/>
        </w:rPr>
        <w:t>E</w:t>
      </w:r>
      <w:r w:rsidRPr="000A30E8">
        <w:t xml:space="preserve"> T</w:t>
      </w:r>
      <w:r w:rsidRPr="000A30E8">
        <w:rPr>
          <w:rStyle w:val="Taille-1Caracteres"/>
        </w:rPr>
        <w:t>AILLEUR AU REGARD OBLIQUE</w:t>
      </w:r>
      <w:r w:rsidRPr="000A30E8">
        <w:t>. — Oui. J’avais tout calculé : c’est le feu de vos désirs qui a provoqué l’explosion fatale. Vous aviez le feu au corps, et le complet que j’ai confectionné à votre amant était en fulmicoton, autrement dit en coton-poudre. Comprenez-vous maintenant pourquoi votre Saxophone a éclaté ?</w:t>
      </w:r>
    </w:p>
    <w:p w14:paraId="50E99130" w14:textId="77777777" w:rsidR="00285C2D" w:rsidRPr="000A30E8" w:rsidRDefault="00285C2D" w:rsidP="00285C2D">
      <w:pPr>
        <w:pStyle w:val="Centr"/>
      </w:pPr>
      <w:r w:rsidRPr="000A30E8">
        <w:t>RIDEAU</w:t>
      </w:r>
    </w:p>
    <w:p w14:paraId="2B73CA90" w14:textId="77777777" w:rsidR="00285C2D" w:rsidRPr="000A30E8" w:rsidRDefault="00285C2D" w:rsidP="00285C2D">
      <w:pPr>
        <w:pStyle w:val="Titre2"/>
      </w:pPr>
      <w:bookmarkStart w:id="19" w:name="_Toc196330206"/>
      <w:r w:rsidRPr="000A30E8">
        <w:lastRenderedPageBreak/>
        <w:t>LA FILLE DU PAUVRE ACROBATE</w:t>
      </w:r>
      <w:r w:rsidRPr="000A30E8">
        <w:br/>
      </w:r>
      <w:r w:rsidRPr="000A30E8">
        <w:br/>
        <w:t>ou</w:t>
      </w:r>
      <w:r w:rsidRPr="000A30E8">
        <w:br/>
      </w:r>
      <w:r w:rsidRPr="000A30E8">
        <w:br/>
        <w:t>UNE CURE ÉCONOMIQUE</w:t>
      </w:r>
      <w:bookmarkEnd w:id="19"/>
    </w:p>
    <w:p w14:paraId="142EADEA" w14:textId="77777777" w:rsidR="00285C2D" w:rsidRPr="000A30E8" w:rsidRDefault="00285C2D" w:rsidP="00285C2D">
      <w:pPr>
        <w:pStyle w:val="Titre3"/>
      </w:pPr>
      <w:bookmarkStart w:id="20" w:name="_Toc196330207"/>
      <w:r w:rsidRPr="000A30E8">
        <w:t>PREMIER ACTE</w:t>
      </w:r>
      <w:r w:rsidRPr="000A30E8">
        <w:br/>
      </w:r>
      <w:r w:rsidRPr="000A30E8">
        <w:br/>
        <w:t>La consultation.</w:t>
      </w:r>
      <w:bookmarkEnd w:id="20"/>
    </w:p>
    <w:p w14:paraId="5DD294F1" w14:textId="77777777" w:rsidR="00285C2D" w:rsidRPr="000A30E8" w:rsidRDefault="00285C2D" w:rsidP="00285C2D">
      <w:pPr>
        <w:pStyle w:val="Centr"/>
        <w:rPr>
          <w:rStyle w:val="Taille-1Caracteres"/>
        </w:rPr>
      </w:pPr>
      <w:r w:rsidRPr="000A30E8">
        <w:rPr>
          <w:rStyle w:val="Taille-1Caracteres"/>
        </w:rPr>
        <w:t>La scène représente le cabinet de consultation du bon Docteur.</w:t>
      </w:r>
    </w:p>
    <w:p w14:paraId="72A8BE76" w14:textId="77777777" w:rsidR="00285C2D" w:rsidRPr="000A30E8" w:rsidRDefault="00285C2D" w:rsidP="00285C2D">
      <w:r w:rsidRPr="000A30E8">
        <w:rPr>
          <w:szCs w:val="32"/>
        </w:rPr>
        <w:t>L</w:t>
      </w:r>
      <w:r w:rsidRPr="000A30E8">
        <w:rPr>
          <w:rStyle w:val="Taille-1Caracteres"/>
        </w:rPr>
        <w:t>E BON</w:t>
      </w:r>
      <w:r w:rsidRPr="000A30E8">
        <w:rPr>
          <w:szCs w:val="32"/>
        </w:rPr>
        <w:t xml:space="preserve"> D</w:t>
      </w:r>
      <w:r w:rsidRPr="000A30E8">
        <w:rPr>
          <w:rStyle w:val="Taille-1Caracteres"/>
        </w:rPr>
        <w:t>OCTEUR</w:t>
      </w:r>
      <w:r w:rsidRPr="000A30E8">
        <w:rPr>
          <w:szCs w:val="32"/>
        </w:rPr>
        <w:t>. — C’est aujourd’hui le jour de ma consultation gratuite. (</w:t>
      </w:r>
      <w:r w:rsidRPr="000A30E8">
        <w:rPr>
          <w:i/>
          <w:iCs/>
          <w:szCs w:val="32"/>
        </w:rPr>
        <w:t>Au Domestique bienveillant</w:t>
      </w:r>
      <w:r w:rsidRPr="000A30E8">
        <w:rPr>
          <w:szCs w:val="32"/>
        </w:rPr>
        <w:t>.) Faites entrer les pauvres gens.</w:t>
      </w:r>
    </w:p>
    <w:p w14:paraId="4E9F97B2"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OMESTIQUE BIENVEILLANT</w:t>
      </w:r>
      <w:r w:rsidRPr="000A30E8">
        <w:t>. — Entrez, pauvres misérables !</w:t>
      </w:r>
    </w:p>
    <w:p w14:paraId="5B8B77FB" w14:textId="77777777" w:rsidR="00285C2D" w:rsidRPr="000A30E8" w:rsidRDefault="00285C2D" w:rsidP="00285C2D">
      <w:r w:rsidRPr="000A30E8">
        <w:t>L’A</w:t>
      </w:r>
      <w:r w:rsidRPr="000A30E8">
        <w:rPr>
          <w:rStyle w:val="Taille-1Caracteres"/>
        </w:rPr>
        <w:t>CROBATE INDIGENT</w:t>
      </w:r>
      <w:r w:rsidRPr="000A30E8">
        <w:t xml:space="preserve">, </w:t>
      </w:r>
      <w:r w:rsidRPr="000A30E8">
        <w:rPr>
          <w:i/>
          <w:iCs/>
        </w:rPr>
        <w:t>entrant</w:t>
      </w:r>
      <w:r w:rsidRPr="000A30E8">
        <w:t>. — Bon Docteur, je suis acrobate de mon métier. Ma fille que voici, et pour laquelle je viens vous consulter, exerçait la profession de « dompteuse en escalier ».</w:t>
      </w:r>
    </w:p>
    <w:p w14:paraId="1086BCBE" w14:textId="77777777" w:rsidR="00285C2D" w:rsidRPr="000A30E8" w:rsidRDefault="00285C2D" w:rsidP="00285C2D">
      <w:r w:rsidRPr="000A30E8">
        <w:t>L</w:t>
      </w:r>
      <w:r w:rsidRPr="000A30E8">
        <w:rPr>
          <w:rStyle w:val="Taille-1Caracteres"/>
        </w:rPr>
        <w:t>E BON</w:t>
      </w:r>
      <w:r w:rsidRPr="000A30E8">
        <w:t xml:space="preserve"> D</w:t>
      </w:r>
      <w:r w:rsidRPr="000A30E8">
        <w:rPr>
          <w:rStyle w:val="Taille-1Caracteres"/>
        </w:rPr>
        <w:t>OCTEUR</w:t>
      </w:r>
      <w:r w:rsidRPr="000A30E8">
        <w:t>. — Dompteuse en escalier ?</w:t>
      </w:r>
    </w:p>
    <w:p w14:paraId="1C036F5C" w14:textId="77777777" w:rsidR="00285C2D" w:rsidRPr="000A30E8" w:rsidRDefault="00285C2D" w:rsidP="00285C2D">
      <w:r w:rsidRPr="000A30E8">
        <w:t>L’A</w:t>
      </w:r>
      <w:r w:rsidRPr="000A30E8">
        <w:rPr>
          <w:rStyle w:val="Taille-1Caracteres"/>
        </w:rPr>
        <w:t>CROBATE INDIGENT</w:t>
      </w:r>
      <w:r w:rsidRPr="000A30E8">
        <w:t>. — Oui ! J’avais acheté, en solde, un vieux lion, aveugle et timide, mais je n’avais pas assez d’argent pour acheter une cage. C’est alors que j’eus l’idée de donner des représentations de maison en maison.</w:t>
      </w:r>
    </w:p>
    <w:p w14:paraId="4AD3E7F3" w14:textId="77777777" w:rsidR="00285C2D" w:rsidRPr="000A30E8" w:rsidRDefault="00285C2D" w:rsidP="00285C2D">
      <w:r w:rsidRPr="000A30E8">
        <w:t>L</w:t>
      </w:r>
      <w:r w:rsidRPr="000A30E8">
        <w:rPr>
          <w:rStyle w:val="Taille-1Caracteres"/>
        </w:rPr>
        <w:t>E BON</w:t>
      </w:r>
      <w:r w:rsidRPr="000A30E8">
        <w:t xml:space="preserve"> D</w:t>
      </w:r>
      <w:r w:rsidRPr="000A30E8">
        <w:rPr>
          <w:rStyle w:val="Taille-1Caracteres"/>
        </w:rPr>
        <w:t>OCTEUR</w:t>
      </w:r>
      <w:r w:rsidRPr="000A30E8">
        <w:t>. — De maison en maison ?</w:t>
      </w:r>
    </w:p>
    <w:p w14:paraId="3E7632B7" w14:textId="77777777" w:rsidR="00285C2D" w:rsidRPr="000A30E8" w:rsidRDefault="00285C2D" w:rsidP="00285C2D">
      <w:r w:rsidRPr="000A30E8">
        <w:lastRenderedPageBreak/>
        <w:t>L’A</w:t>
      </w:r>
      <w:r w:rsidRPr="000A30E8">
        <w:rPr>
          <w:rStyle w:val="Taille-1Caracteres"/>
        </w:rPr>
        <w:t>CROBATE INDIGENT</w:t>
      </w:r>
      <w:r w:rsidRPr="000A30E8">
        <w:t>. — Oui ! Nous demandions au concierge la permission de donner une séance de domptage dans la cage de l’escalier. Tous les locataires, penchés sur la rampe, assistaient à la représentation et nous lançaient des gros sous. Ah ! c’était le bon temps !</w:t>
      </w:r>
    </w:p>
    <w:p w14:paraId="57845D5D" w14:textId="77777777" w:rsidR="00285C2D" w:rsidRPr="000A30E8" w:rsidRDefault="00285C2D" w:rsidP="00285C2D">
      <w:r w:rsidRPr="000A30E8">
        <w:t>L</w:t>
      </w:r>
      <w:r w:rsidRPr="000A30E8">
        <w:rPr>
          <w:rStyle w:val="Taille-1Caracteres"/>
        </w:rPr>
        <w:t>E BON</w:t>
      </w:r>
      <w:r w:rsidRPr="000A30E8">
        <w:t xml:space="preserve"> D</w:t>
      </w:r>
      <w:r w:rsidRPr="000A30E8">
        <w:rPr>
          <w:rStyle w:val="Taille-1Caracteres"/>
        </w:rPr>
        <w:t>OCTEUR</w:t>
      </w:r>
      <w:r w:rsidRPr="000A30E8">
        <w:t>. — Du courage ! Continuez.</w:t>
      </w:r>
    </w:p>
    <w:p w14:paraId="0BFE8C2F" w14:textId="77777777" w:rsidR="00285C2D" w:rsidRPr="000A30E8" w:rsidRDefault="00285C2D" w:rsidP="00285C2D">
      <w:r w:rsidRPr="000A30E8">
        <w:t>L’A</w:t>
      </w:r>
      <w:r w:rsidRPr="000A30E8">
        <w:rPr>
          <w:rStyle w:val="Taille-1Caracteres"/>
        </w:rPr>
        <w:t>CROBATE INDIGENT</w:t>
      </w:r>
      <w:r w:rsidRPr="000A30E8">
        <w:t>. — Hélas ! un jour – distraction fatale ! – ma fille fit entrer le lion dans une cage d’ascenseur. L’appareil descendait. Ma fille put se sauver, mais notre pauvre lion fut littéralement aplati et transformé en descente de lit.</w:t>
      </w:r>
    </w:p>
    <w:p w14:paraId="3F54A0EB" w14:textId="77777777" w:rsidR="00285C2D" w:rsidRPr="000A30E8" w:rsidRDefault="00285C2D" w:rsidP="00285C2D">
      <w:r w:rsidRPr="000A30E8">
        <w:t>L</w:t>
      </w:r>
      <w:r w:rsidRPr="000A30E8">
        <w:rPr>
          <w:rStyle w:val="Taille-1Caracteres"/>
        </w:rPr>
        <w:t>E BON</w:t>
      </w:r>
      <w:r w:rsidRPr="000A30E8">
        <w:t xml:space="preserve"> D</w:t>
      </w:r>
      <w:r w:rsidRPr="000A30E8">
        <w:rPr>
          <w:rStyle w:val="Taille-1Caracteres"/>
        </w:rPr>
        <w:t>OCTEUR</w:t>
      </w:r>
      <w:r w:rsidRPr="000A30E8">
        <w:t>. — Tout cela est bien malheureux, mais je ne vois pas jusqu’ici…</w:t>
      </w:r>
    </w:p>
    <w:p w14:paraId="2CAE39E7" w14:textId="77777777" w:rsidR="00285C2D" w:rsidRPr="000A30E8" w:rsidRDefault="00285C2D" w:rsidP="00285C2D">
      <w:r w:rsidRPr="000A30E8">
        <w:t>L’A</w:t>
      </w:r>
      <w:r w:rsidRPr="000A30E8">
        <w:rPr>
          <w:rStyle w:val="Taille-1Caracteres"/>
        </w:rPr>
        <w:t>CROBATE INDIGENT</w:t>
      </w:r>
      <w:r w:rsidRPr="000A30E8">
        <w:t>. — Vous allez voir. Depuis la fin tragique de son lion, ma pauvre fille est devenue neurasthénique. Elle s’est mise à lire et à relire l’unique volume qui compose notre modeste bibliothèque. À force de lire toujours ce même livre, la pauvre enfant est devenue poitrinaire.</w:t>
      </w:r>
    </w:p>
    <w:p w14:paraId="32F0274A" w14:textId="77777777" w:rsidR="00285C2D" w:rsidRPr="000A30E8" w:rsidRDefault="00285C2D" w:rsidP="00285C2D">
      <w:r w:rsidRPr="000A30E8">
        <w:t>L</w:t>
      </w:r>
      <w:r w:rsidRPr="000A30E8">
        <w:rPr>
          <w:rStyle w:val="Taille-1Caracteres"/>
        </w:rPr>
        <w:t>E BON</w:t>
      </w:r>
      <w:r w:rsidRPr="000A30E8">
        <w:t xml:space="preserve"> D</w:t>
      </w:r>
      <w:r w:rsidRPr="000A30E8">
        <w:rPr>
          <w:rStyle w:val="Taille-1Caracteres"/>
        </w:rPr>
        <w:t>OCTEUR</w:t>
      </w:r>
      <w:r w:rsidRPr="000A30E8">
        <w:t>. — Poitrinaire ? Parce qu’elle lisait toujours ce même livre ? Quel était donc ce roman ?</w:t>
      </w:r>
    </w:p>
    <w:p w14:paraId="42200997" w14:textId="77777777" w:rsidR="00285C2D" w:rsidRPr="000A30E8" w:rsidRDefault="00285C2D" w:rsidP="00285C2D">
      <w:r w:rsidRPr="000A30E8">
        <w:t>L’A</w:t>
      </w:r>
      <w:r w:rsidRPr="000A30E8">
        <w:rPr>
          <w:rStyle w:val="Taille-1Caracteres"/>
        </w:rPr>
        <w:t>CROBATE INDIGENT</w:t>
      </w:r>
      <w:r w:rsidRPr="000A30E8">
        <w:t>. — </w:t>
      </w:r>
      <w:r w:rsidRPr="000A30E8">
        <w:rPr>
          <w:i/>
          <w:iCs/>
        </w:rPr>
        <w:t>La Dame aux camélias</w:t>
      </w:r>
      <w:r w:rsidRPr="000A30E8">
        <w:t>. Alors, par contagion, vous comprenez…</w:t>
      </w:r>
    </w:p>
    <w:p w14:paraId="621CB92D" w14:textId="77777777" w:rsidR="00285C2D" w:rsidRPr="000A30E8" w:rsidRDefault="00285C2D" w:rsidP="00285C2D">
      <w:r w:rsidRPr="000A30E8">
        <w:t>L</w:t>
      </w:r>
      <w:r w:rsidRPr="000A30E8">
        <w:rPr>
          <w:rStyle w:val="Taille-1Caracteres"/>
        </w:rPr>
        <w:t>E BON</w:t>
      </w:r>
      <w:r w:rsidRPr="000A30E8">
        <w:t xml:space="preserve"> D</w:t>
      </w:r>
      <w:r w:rsidRPr="000A30E8">
        <w:rPr>
          <w:rStyle w:val="Taille-1Caracteres"/>
        </w:rPr>
        <w:t>OCTEUR</w:t>
      </w:r>
      <w:r w:rsidRPr="000A30E8">
        <w:t>. — Je comprends. Je vais ausculter la jeune « dompteuse en escalier ». (</w:t>
      </w:r>
      <w:r w:rsidRPr="000A30E8">
        <w:rPr>
          <w:i/>
          <w:iCs/>
        </w:rPr>
        <w:t>Il l’ausculte</w:t>
      </w:r>
      <w:r w:rsidRPr="000A30E8">
        <w:t>.) Vous aviez raison, votre fille est en excellente voie de tuberculose.</w:t>
      </w:r>
    </w:p>
    <w:p w14:paraId="02F8CC97" w14:textId="77777777" w:rsidR="00285C2D" w:rsidRPr="000A30E8" w:rsidRDefault="00285C2D" w:rsidP="00285C2D">
      <w:r w:rsidRPr="000A30E8">
        <w:t>L’A</w:t>
      </w:r>
      <w:r w:rsidRPr="000A30E8">
        <w:rPr>
          <w:rStyle w:val="Taille-1Caracteres"/>
        </w:rPr>
        <w:t>CROBATE INDIGENT</w:t>
      </w:r>
      <w:r w:rsidRPr="000A30E8">
        <w:t>. — Que faire pour la sauver ?</w:t>
      </w:r>
    </w:p>
    <w:p w14:paraId="1DCD7D25" w14:textId="77777777" w:rsidR="00285C2D" w:rsidRPr="000A30E8" w:rsidRDefault="00285C2D" w:rsidP="00285C2D">
      <w:r w:rsidRPr="000A30E8">
        <w:t>L</w:t>
      </w:r>
      <w:r w:rsidRPr="000A30E8">
        <w:rPr>
          <w:rStyle w:val="Taille-1Caracteres"/>
        </w:rPr>
        <w:t>E BON</w:t>
      </w:r>
      <w:r w:rsidRPr="000A30E8">
        <w:t xml:space="preserve"> D</w:t>
      </w:r>
      <w:r w:rsidRPr="000A30E8">
        <w:rPr>
          <w:rStyle w:val="Taille-1Caracteres"/>
        </w:rPr>
        <w:t>OCTEUR</w:t>
      </w:r>
      <w:r w:rsidRPr="000A30E8">
        <w:t>. — Il n’y a qu’un moyen. Partez pour la Côte d’Azur.</w:t>
      </w:r>
    </w:p>
    <w:p w14:paraId="6F46C870" w14:textId="77777777" w:rsidR="00285C2D" w:rsidRPr="000A30E8" w:rsidRDefault="00285C2D" w:rsidP="00285C2D">
      <w:r w:rsidRPr="000A30E8">
        <w:lastRenderedPageBreak/>
        <w:t>L’A</w:t>
      </w:r>
      <w:r w:rsidRPr="000A30E8">
        <w:rPr>
          <w:rStyle w:val="Taille-1Caracteres"/>
        </w:rPr>
        <w:t>CROBATE INDIGENT</w:t>
      </w:r>
      <w:r w:rsidRPr="000A30E8">
        <w:t>. — Hélas ! Je n’ai pas d’argent. Je suis un pauvre acrobate, qui gagne misérablement sa vie sur les places publiques. Ah ! ma pauvre enfant est perdue, bien perdue ! (</w:t>
      </w:r>
      <w:r w:rsidRPr="000A30E8">
        <w:rPr>
          <w:i/>
          <w:iCs/>
        </w:rPr>
        <w:t>Il sort avec sa fille</w:t>
      </w:r>
      <w:r w:rsidRPr="000A30E8">
        <w:t>.)</w:t>
      </w:r>
    </w:p>
    <w:p w14:paraId="098452EC" w14:textId="77777777" w:rsidR="00285C2D" w:rsidRPr="000A30E8" w:rsidRDefault="00285C2D" w:rsidP="00285C2D">
      <w:pPr>
        <w:pStyle w:val="Titre3"/>
      </w:pPr>
      <w:bookmarkStart w:id="21" w:name="_Toc196330208"/>
      <w:r w:rsidRPr="000A30E8">
        <w:t>DEUXIÈME ACTE </w:t>
      </w:r>
      <w:r w:rsidRPr="000A30E8">
        <w:br/>
      </w:r>
      <w:r w:rsidRPr="000A30E8">
        <w:br/>
        <w:t>Pour sauver sa fille.</w:t>
      </w:r>
      <w:bookmarkEnd w:id="21"/>
    </w:p>
    <w:p w14:paraId="346DE04E" w14:textId="77777777" w:rsidR="00285C2D" w:rsidRPr="000A30E8" w:rsidRDefault="00285C2D" w:rsidP="00285C2D">
      <w:pPr>
        <w:pStyle w:val="Centr"/>
        <w:rPr>
          <w:rStyle w:val="Taille-1Caracteres"/>
        </w:rPr>
      </w:pPr>
      <w:r w:rsidRPr="000A30E8">
        <w:rPr>
          <w:rStyle w:val="Taille-1Caracteres"/>
        </w:rPr>
        <w:t>La scène représente une place publique.</w:t>
      </w:r>
    </w:p>
    <w:p w14:paraId="7642EF7E" w14:textId="77777777" w:rsidR="00285C2D" w:rsidRPr="000A30E8" w:rsidRDefault="00285C2D" w:rsidP="00285C2D">
      <w:r w:rsidRPr="000A30E8">
        <w:rPr>
          <w:szCs w:val="32"/>
        </w:rPr>
        <w:t>L’A</w:t>
      </w:r>
      <w:r w:rsidRPr="000A30E8">
        <w:rPr>
          <w:rStyle w:val="Taille-1Caracteres"/>
        </w:rPr>
        <w:t>CROBATE INDIGENT</w:t>
      </w:r>
      <w:r w:rsidRPr="000A30E8">
        <w:rPr>
          <w:szCs w:val="32"/>
        </w:rPr>
        <w:t>. — Mon tapis est posé sur cette place publique. Ma barre fixe est dressée. L’heure est venue de prendre mon tambour et d’attirer les badauds par de joyeux roulements. Faute d’argent, je n’ai plus de maquillage pour rougir mon nez de Paillasse. Mais j’ai une idée. Femme, fais-moi passer une pince à linge. (</w:t>
      </w:r>
      <w:r w:rsidRPr="000A30E8">
        <w:rPr>
          <w:i/>
          <w:iCs/>
          <w:szCs w:val="32"/>
        </w:rPr>
        <w:t>Il se pince le nez avec la pince à linge</w:t>
      </w:r>
      <w:r w:rsidRPr="000A30E8">
        <w:rPr>
          <w:szCs w:val="32"/>
        </w:rPr>
        <w:t>.) Là, maintenant, mon nez oui rouge à souhait. (</w:t>
      </w:r>
      <w:r w:rsidRPr="000A30E8">
        <w:rPr>
          <w:i/>
          <w:iCs/>
          <w:szCs w:val="32"/>
        </w:rPr>
        <w:t>Des larmes de douleur jaillissent de ses yeux</w:t>
      </w:r>
      <w:r w:rsidRPr="000A30E8">
        <w:rPr>
          <w:szCs w:val="32"/>
        </w:rPr>
        <w:t>.) Surmontons notre douleur pour amuser la populace. Ris donc. Paillasse !</w:t>
      </w:r>
    </w:p>
    <w:p w14:paraId="00EAA8D7"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DE L’</w:t>
      </w:r>
      <w:r w:rsidRPr="000A30E8">
        <w:t>A</w:t>
      </w:r>
      <w:r w:rsidRPr="000A30E8">
        <w:rPr>
          <w:rStyle w:val="Taille-1Caracteres"/>
        </w:rPr>
        <w:t>CROBATE INDIGENT</w:t>
      </w:r>
      <w:r w:rsidRPr="000A30E8">
        <w:t>. — La pluie commence à tomber. Personne ne s’arrête pour assister à ton travail sur barre fixe.</w:t>
      </w:r>
    </w:p>
    <w:p w14:paraId="455C0185" w14:textId="77777777" w:rsidR="00285C2D" w:rsidRPr="000A30E8" w:rsidRDefault="00285C2D" w:rsidP="00285C2D">
      <w:r w:rsidRPr="000A30E8">
        <w:t>L’A</w:t>
      </w:r>
      <w:r w:rsidRPr="000A30E8">
        <w:rPr>
          <w:rStyle w:val="Taille-1Caracteres"/>
        </w:rPr>
        <w:t>CROBATE INDIGENT</w:t>
      </w:r>
      <w:r w:rsidRPr="000A30E8">
        <w:t>. — Notre pauvre enfant tousse lamentablement. Dire qu’il lui faudrait le grand air et le soleil ! Oh ! quelle idée !</w:t>
      </w:r>
    </w:p>
    <w:p w14:paraId="75B314BF" w14:textId="77777777" w:rsidR="00285C2D" w:rsidRPr="000A30E8" w:rsidRDefault="00285C2D" w:rsidP="00285C2D">
      <w:r w:rsidRPr="000A30E8">
        <w:rPr>
          <w:rStyle w:val="Taille-1Caracteres"/>
        </w:rPr>
        <w:t>LA</w:t>
      </w:r>
      <w:r w:rsidRPr="000A30E8">
        <w:t xml:space="preserve"> F</w:t>
      </w:r>
      <w:r w:rsidRPr="000A30E8">
        <w:rPr>
          <w:rStyle w:val="Taille-1Caracteres"/>
        </w:rPr>
        <w:t>EMME DE L’</w:t>
      </w:r>
      <w:r w:rsidRPr="000A30E8">
        <w:t>A</w:t>
      </w:r>
      <w:r w:rsidRPr="000A30E8">
        <w:rPr>
          <w:rStyle w:val="Taille-1Caracteres"/>
        </w:rPr>
        <w:t>CROBATE INDIGENT</w:t>
      </w:r>
      <w:r w:rsidRPr="000A30E8">
        <w:t>. — Parle !</w:t>
      </w:r>
    </w:p>
    <w:p w14:paraId="722FC8FD" w14:textId="77777777" w:rsidR="00285C2D" w:rsidRPr="000A30E8" w:rsidRDefault="00285C2D" w:rsidP="00285C2D">
      <w:r w:rsidRPr="000A30E8">
        <w:t>L’A</w:t>
      </w:r>
      <w:r w:rsidRPr="000A30E8">
        <w:rPr>
          <w:rStyle w:val="Taille-1Caracteres"/>
        </w:rPr>
        <w:t>CROBATE INDIGENT</w:t>
      </w:r>
      <w:r w:rsidRPr="000A30E8">
        <w:t>. — Je vais sauver notre fille. (</w:t>
      </w:r>
      <w:r w:rsidRPr="000A30E8">
        <w:rPr>
          <w:i/>
          <w:iCs/>
        </w:rPr>
        <w:t>À sa fille</w:t>
      </w:r>
      <w:r w:rsidRPr="000A30E8">
        <w:t>.) Viens, chère enfant. Prends ton ombrelle et assieds-toi sur ce pliant devant la barre fixe.</w:t>
      </w:r>
    </w:p>
    <w:p w14:paraId="2E3E7770" w14:textId="77777777" w:rsidR="00285C2D" w:rsidRPr="000A30E8" w:rsidRDefault="00285C2D" w:rsidP="00285C2D">
      <w:r w:rsidRPr="000A30E8">
        <w:lastRenderedPageBreak/>
        <w:t>L</w:t>
      </w:r>
      <w:r w:rsidRPr="000A30E8">
        <w:rPr>
          <w:rStyle w:val="Taille-1Caracteres"/>
        </w:rPr>
        <w:t>A</w:t>
      </w:r>
      <w:r w:rsidRPr="000A30E8">
        <w:t xml:space="preserve"> F</w:t>
      </w:r>
      <w:r w:rsidRPr="000A30E8">
        <w:rPr>
          <w:rStyle w:val="Taille-1Caracteres"/>
        </w:rPr>
        <w:t>ILLE DE L’</w:t>
      </w:r>
      <w:r w:rsidRPr="000A30E8">
        <w:t>A</w:t>
      </w:r>
      <w:r w:rsidRPr="000A30E8">
        <w:rPr>
          <w:rStyle w:val="Taille-1Caracteres"/>
        </w:rPr>
        <w:t>CROBATE INDIGENT</w:t>
      </w:r>
      <w:r w:rsidRPr="000A30E8">
        <w:t>. — Oui, père ! (</w:t>
      </w:r>
      <w:r w:rsidRPr="000A30E8">
        <w:rPr>
          <w:i/>
          <w:iCs/>
        </w:rPr>
        <w:t>Elle prend son ombrelle et s’assied sur le pliant</w:t>
      </w:r>
      <w:r w:rsidRPr="000A30E8">
        <w:t>.)</w:t>
      </w:r>
    </w:p>
    <w:p w14:paraId="2D78E253" w14:textId="77777777" w:rsidR="00285C2D" w:rsidRPr="000A30E8" w:rsidRDefault="00285C2D" w:rsidP="00285C2D">
      <w:r w:rsidRPr="000A30E8">
        <w:t>L’A</w:t>
      </w:r>
      <w:r w:rsidRPr="000A30E8">
        <w:rPr>
          <w:rStyle w:val="Taille-1Caracteres"/>
        </w:rPr>
        <w:t>CROBATE INDIGENT</w:t>
      </w:r>
      <w:r w:rsidRPr="000A30E8">
        <w:t>. — Bien. Le docteur a dit qu’il fallait du soleil ; alors, je grimpe sur ma barre fixe et j’exécute…</w:t>
      </w:r>
    </w:p>
    <w:p w14:paraId="118F4D71"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DE L’</w:t>
      </w:r>
      <w:r w:rsidRPr="000A30E8">
        <w:t>A</w:t>
      </w:r>
      <w:r w:rsidRPr="000A30E8">
        <w:rPr>
          <w:rStyle w:val="Taille-1Caracteres"/>
        </w:rPr>
        <w:t>CROBATE INDIGENT</w:t>
      </w:r>
      <w:r w:rsidRPr="000A30E8">
        <w:t>. — Quoi ?</w:t>
      </w:r>
    </w:p>
    <w:p w14:paraId="419A9FDF" w14:textId="77777777" w:rsidR="00285C2D" w:rsidRPr="000A30E8" w:rsidRDefault="00285C2D" w:rsidP="00285C2D">
      <w:r w:rsidRPr="000A30E8">
        <w:t>L’A</w:t>
      </w:r>
      <w:r w:rsidRPr="000A30E8">
        <w:rPr>
          <w:rStyle w:val="Taille-1Caracteres"/>
        </w:rPr>
        <w:t>CROBATE INDIGENT</w:t>
      </w:r>
      <w:r w:rsidRPr="000A30E8">
        <w:t>. — Le grand soleil ! (</w:t>
      </w:r>
      <w:r w:rsidRPr="000A30E8">
        <w:rPr>
          <w:i/>
          <w:iCs/>
        </w:rPr>
        <w:t>Il tourne rapidement sur la barre fixe</w:t>
      </w:r>
      <w:r w:rsidRPr="000A30E8">
        <w:t>.)</w:t>
      </w:r>
    </w:p>
    <w:p w14:paraId="63F41436"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DE L’</w:t>
      </w:r>
      <w:r w:rsidRPr="000A30E8">
        <w:t>A</w:t>
      </w:r>
      <w:r w:rsidRPr="000A30E8">
        <w:rPr>
          <w:rStyle w:val="Taille-1Caracteres"/>
        </w:rPr>
        <w:t>CROBATE INDIGENT</w:t>
      </w:r>
      <w:r w:rsidRPr="000A30E8">
        <w:t xml:space="preserve">, </w:t>
      </w:r>
      <w:r w:rsidRPr="000A30E8">
        <w:rPr>
          <w:i/>
          <w:iCs/>
        </w:rPr>
        <w:t>enthousiasmée</w:t>
      </w:r>
      <w:r w:rsidRPr="000A30E8">
        <w:t>. — Le grand soleil ! Mon enfant, ouvre ton ombrelle !</w:t>
      </w:r>
    </w:p>
    <w:p w14:paraId="25B85288" w14:textId="77777777" w:rsidR="00285C2D" w:rsidRPr="000A30E8" w:rsidRDefault="00285C2D" w:rsidP="00285C2D">
      <w:pPr>
        <w:pStyle w:val="Titre3"/>
      </w:pPr>
      <w:bookmarkStart w:id="22" w:name="_Toc196330209"/>
      <w:r w:rsidRPr="000A30E8">
        <w:t>TROISIÈME ACTE</w:t>
      </w:r>
      <w:r w:rsidRPr="000A30E8">
        <w:br/>
      </w:r>
      <w:r w:rsidRPr="000A30E8">
        <w:br/>
        <w:t>La folie d’un père.</w:t>
      </w:r>
      <w:bookmarkEnd w:id="22"/>
    </w:p>
    <w:p w14:paraId="2B42E900" w14:textId="77777777" w:rsidR="00285C2D" w:rsidRPr="000A30E8" w:rsidRDefault="00285C2D" w:rsidP="00285C2D">
      <w:pPr>
        <w:pStyle w:val="Centr"/>
        <w:rPr>
          <w:rStyle w:val="Taille-1Caracteres"/>
        </w:rPr>
      </w:pPr>
      <w:r w:rsidRPr="000A30E8">
        <w:rPr>
          <w:rStyle w:val="Taille-1Caracteres"/>
        </w:rPr>
        <w:t>La scène représente une place publique.</w:t>
      </w:r>
    </w:p>
    <w:p w14:paraId="40F16451" w14:textId="77777777" w:rsidR="00285C2D" w:rsidRPr="000A30E8" w:rsidRDefault="00285C2D" w:rsidP="00285C2D">
      <w:r w:rsidRPr="000A30E8">
        <w:rPr>
          <w:szCs w:val="32"/>
        </w:rPr>
        <w:t>L</w:t>
      </w:r>
      <w:r w:rsidRPr="000A30E8">
        <w:rPr>
          <w:rStyle w:val="Taille-1Caracteres"/>
        </w:rPr>
        <w:t>A</w:t>
      </w:r>
      <w:r w:rsidRPr="000A30E8">
        <w:rPr>
          <w:szCs w:val="32"/>
        </w:rPr>
        <w:t xml:space="preserve"> F</w:t>
      </w:r>
      <w:r w:rsidRPr="000A30E8">
        <w:rPr>
          <w:rStyle w:val="Taille-1Caracteres"/>
        </w:rPr>
        <w:t>EMME DE L’</w:t>
      </w:r>
      <w:r w:rsidRPr="000A30E8">
        <w:rPr>
          <w:szCs w:val="32"/>
        </w:rPr>
        <w:t>A</w:t>
      </w:r>
      <w:r w:rsidRPr="000A30E8">
        <w:rPr>
          <w:rStyle w:val="Taille-1Caracteres"/>
        </w:rPr>
        <w:t>CROBATE INDIGENT</w:t>
      </w:r>
      <w:r w:rsidRPr="000A30E8">
        <w:rPr>
          <w:szCs w:val="32"/>
        </w:rPr>
        <w:t>. — Voilà déjà trois mois que mon mari fait le « grand soleil », deux heures pur jour, pour guérir notre fille.</w:t>
      </w:r>
    </w:p>
    <w:p w14:paraId="07A23D90"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DE L’</w:t>
      </w:r>
      <w:r w:rsidRPr="000A30E8">
        <w:t>A</w:t>
      </w:r>
      <w:r w:rsidRPr="000A30E8">
        <w:rPr>
          <w:rStyle w:val="Taille-1Caracteres"/>
        </w:rPr>
        <w:t>CROBATE INDIGENT</w:t>
      </w:r>
      <w:r w:rsidRPr="000A30E8">
        <w:t>. — Je suis presque guérie ; je ne tousse déjà plus.</w:t>
      </w:r>
    </w:p>
    <w:p w14:paraId="76207162" w14:textId="77777777" w:rsidR="00285C2D" w:rsidRPr="000A30E8" w:rsidRDefault="00285C2D" w:rsidP="00285C2D">
      <w:r w:rsidRPr="000A30E8">
        <w:t>L’A</w:t>
      </w:r>
      <w:r w:rsidRPr="000A30E8">
        <w:rPr>
          <w:rStyle w:val="Taille-1Caracteres"/>
        </w:rPr>
        <w:t>CROBATE INDIGENT</w:t>
      </w:r>
      <w:r w:rsidRPr="000A30E8">
        <w:t>. — La cure a déjà produit de merveilleux résultats. Mais voici l’heure de ton bain de soleil. Je monte sur ma barre fixe.</w:t>
      </w:r>
    </w:p>
    <w:p w14:paraId="55AAC605"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DE L’</w:t>
      </w:r>
      <w:r w:rsidRPr="000A30E8">
        <w:t>A</w:t>
      </w:r>
      <w:r w:rsidRPr="000A30E8">
        <w:rPr>
          <w:rStyle w:val="Taille-1Caracteres"/>
        </w:rPr>
        <w:t>CROBATE INDIGENT</w:t>
      </w:r>
      <w:r w:rsidRPr="000A30E8">
        <w:t>. — Je m’installe comme d’habitude sur mon pliant avec mon ombrelle ouverte.</w:t>
      </w:r>
    </w:p>
    <w:p w14:paraId="137B8CC1" w14:textId="77777777" w:rsidR="00285C2D" w:rsidRPr="000A30E8" w:rsidRDefault="00285C2D" w:rsidP="00285C2D">
      <w:r w:rsidRPr="000A30E8">
        <w:lastRenderedPageBreak/>
        <w:t>L’A</w:t>
      </w:r>
      <w:r w:rsidRPr="000A30E8">
        <w:rPr>
          <w:rStyle w:val="Taille-1Caracteres"/>
        </w:rPr>
        <w:t>CROBATE INDIGENT</w:t>
      </w:r>
      <w:r w:rsidRPr="000A30E8">
        <w:t>. — Ne t’approche pas trop. Tu sais bien que, l’autre jour, j’ai failli te blesser en tournant.</w:t>
      </w:r>
    </w:p>
    <w:p w14:paraId="05D380EA"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DE L’</w:t>
      </w:r>
      <w:r w:rsidRPr="000A30E8">
        <w:t>A</w:t>
      </w:r>
      <w:r w:rsidRPr="000A30E8">
        <w:rPr>
          <w:rStyle w:val="Taille-1Caracteres"/>
        </w:rPr>
        <w:t>CROBATE INDIGENT</w:t>
      </w:r>
      <w:r w:rsidRPr="000A30E8">
        <w:t>. — Ton père a raison. Tu pourrais attraper un « coup de soleil ».</w:t>
      </w:r>
    </w:p>
    <w:p w14:paraId="1E053859" w14:textId="77777777" w:rsidR="00285C2D" w:rsidRPr="000A30E8" w:rsidRDefault="00285C2D" w:rsidP="00285C2D">
      <w:r w:rsidRPr="000A30E8">
        <w:t>(</w:t>
      </w:r>
      <w:r w:rsidRPr="000A30E8">
        <w:rPr>
          <w:i/>
          <w:iCs/>
        </w:rPr>
        <w:t>L’Acrobate indigent exécute le « grand soleil »</w:t>
      </w:r>
      <w:r w:rsidRPr="000A30E8">
        <w:t>.)</w:t>
      </w:r>
    </w:p>
    <w:p w14:paraId="494F6FAB"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DE L’</w:t>
      </w:r>
      <w:r w:rsidRPr="000A30E8">
        <w:t>A</w:t>
      </w:r>
      <w:r w:rsidRPr="000A30E8">
        <w:rPr>
          <w:rStyle w:val="Taille-1Caracteres"/>
        </w:rPr>
        <w:t>CROBATE INDIGENT</w:t>
      </w:r>
      <w:r w:rsidRPr="000A30E8">
        <w:t>. — Voilà plus de trois heures que mon mari tourne vertigineusement sur sa barre fixe. Nous l’appelons en vain. Il ne s’arrête pas… Les badauds accourent de toutes parts.</w:t>
      </w:r>
    </w:p>
    <w:p w14:paraId="077BDBF3"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DE L’</w:t>
      </w:r>
      <w:r w:rsidRPr="000A30E8">
        <w:t>A</w:t>
      </w:r>
      <w:r w:rsidRPr="000A30E8">
        <w:rPr>
          <w:rStyle w:val="Taille-1Caracteres"/>
        </w:rPr>
        <w:t>CROBATE INDIGENT</w:t>
      </w:r>
      <w:r w:rsidRPr="000A30E8">
        <w:t>, à la foule. — Mon père a perdu la raison ! Arrêtez-le ! Mais qui donc l’arrêtera ?</w:t>
      </w:r>
    </w:p>
    <w:p w14:paraId="35B1B12D" w14:textId="77777777" w:rsidR="00285C2D" w:rsidRPr="000A30E8" w:rsidRDefault="00285C2D" w:rsidP="00285C2D">
      <w:r w:rsidRPr="000A30E8">
        <w:t>L’A</w:t>
      </w:r>
      <w:r w:rsidRPr="000A30E8">
        <w:rPr>
          <w:rStyle w:val="Taille-1Caracteres"/>
        </w:rPr>
        <w:t>GENT</w:t>
      </w:r>
      <w:r w:rsidRPr="000A30E8">
        <w:t xml:space="preserve"> J</w:t>
      </w:r>
      <w:r w:rsidRPr="000A30E8">
        <w:rPr>
          <w:rStyle w:val="Taille-1Caracteres"/>
        </w:rPr>
        <w:t>OSUÉ</w:t>
      </w:r>
      <w:r w:rsidRPr="000A30E8">
        <w:t xml:space="preserve">, </w:t>
      </w:r>
      <w:r w:rsidRPr="000A30E8">
        <w:rPr>
          <w:i/>
          <w:iCs/>
        </w:rPr>
        <w:t>fendant la foule</w:t>
      </w:r>
      <w:r w:rsidRPr="000A30E8">
        <w:t>. — Moi !</w:t>
      </w:r>
    </w:p>
    <w:p w14:paraId="7CE6D227" w14:textId="77777777" w:rsidR="00285C2D" w:rsidRPr="000A30E8" w:rsidRDefault="00285C2D" w:rsidP="00285C2D">
      <w:r w:rsidRPr="000A30E8">
        <w:t>(</w:t>
      </w:r>
      <w:r w:rsidRPr="000A30E8">
        <w:rPr>
          <w:i/>
          <w:iCs/>
        </w:rPr>
        <w:t>L’agent Josué arrête le soleil</w:t>
      </w:r>
      <w:r w:rsidRPr="000A30E8">
        <w:t>.)</w:t>
      </w:r>
    </w:p>
    <w:p w14:paraId="3E1914F5" w14:textId="77777777" w:rsidR="00285C2D" w:rsidRPr="000A30E8" w:rsidRDefault="00285C2D" w:rsidP="00285C2D">
      <w:pPr>
        <w:pStyle w:val="Centr"/>
      </w:pPr>
      <w:r w:rsidRPr="000A30E8">
        <w:t>RIDEAU</w:t>
      </w:r>
    </w:p>
    <w:p w14:paraId="6345DF55" w14:textId="77777777" w:rsidR="00285C2D" w:rsidRPr="000A30E8" w:rsidRDefault="00285C2D" w:rsidP="00285C2D">
      <w:pPr>
        <w:pStyle w:val="Titre2"/>
      </w:pPr>
      <w:bookmarkStart w:id="23" w:name="bookmark5"/>
      <w:bookmarkStart w:id="24" w:name="_Toc196330210"/>
      <w:r w:rsidRPr="000A30E8">
        <w:lastRenderedPageBreak/>
        <w:t>CONSCIENCE D’AIGUILLEUR</w:t>
      </w:r>
      <w:r w:rsidRPr="000A30E8">
        <w:br/>
      </w:r>
      <w:r w:rsidRPr="000A30E8">
        <w:br/>
        <w:t>Drame du devoir accompli.</w:t>
      </w:r>
      <w:bookmarkEnd w:id="23"/>
      <w:bookmarkEnd w:id="24"/>
    </w:p>
    <w:p w14:paraId="0A95A20A" w14:textId="77777777" w:rsidR="00285C2D" w:rsidRPr="000A30E8" w:rsidRDefault="00285C2D" w:rsidP="00285C2D">
      <w:pPr>
        <w:pStyle w:val="Titre3"/>
      </w:pPr>
      <w:bookmarkStart w:id="25" w:name="_Toc196330211"/>
      <w:r w:rsidRPr="000A30E8">
        <w:t>PREMIER TABLEAU</w:t>
      </w:r>
      <w:r w:rsidRPr="000A30E8">
        <w:br/>
      </w:r>
      <w:r w:rsidRPr="000A30E8">
        <w:br/>
        <w:t>Noble labeur !</w:t>
      </w:r>
      <w:bookmarkEnd w:id="25"/>
    </w:p>
    <w:p w14:paraId="29760B2A" w14:textId="77777777" w:rsidR="00285C2D" w:rsidRPr="000A30E8" w:rsidRDefault="00285C2D" w:rsidP="00285C2D">
      <w:pPr>
        <w:pStyle w:val="Centr"/>
        <w:rPr>
          <w:rStyle w:val="Taille-1Caracteres"/>
        </w:rPr>
      </w:pPr>
      <w:r w:rsidRPr="000A30E8">
        <w:rPr>
          <w:rStyle w:val="Taille-1Caracteres"/>
        </w:rPr>
        <w:t>La scène représente une voie ferrée.</w:t>
      </w:r>
    </w:p>
    <w:p w14:paraId="30970035" w14:textId="77777777" w:rsidR="00285C2D" w:rsidRPr="000A30E8" w:rsidRDefault="00285C2D" w:rsidP="00285C2D">
      <w:r w:rsidRPr="000A30E8">
        <w:rPr>
          <w:szCs w:val="32"/>
        </w:rPr>
        <w:t>P</w:t>
      </w:r>
      <w:r w:rsidRPr="000A30E8">
        <w:rPr>
          <w:rStyle w:val="Taille-1Caracteres"/>
        </w:rPr>
        <w:t>REMIER</w:t>
      </w:r>
      <w:r w:rsidRPr="000A30E8">
        <w:rPr>
          <w:szCs w:val="32"/>
        </w:rPr>
        <w:t xml:space="preserve"> A</w:t>
      </w:r>
      <w:r w:rsidRPr="000A30E8">
        <w:rPr>
          <w:rStyle w:val="Taille-1Caracteres"/>
        </w:rPr>
        <w:t>DMIRATEUR DE L’</w:t>
      </w:r>
      <w:r w:rsidRPr="000A30E8">
        <w:rPr>
          <w:szCs w:val="32"/>
        </w:rPr>
        <w:t>A</w:t>
      </w:r>
      <w:r w:rsidRPr="000A30E8">
        <w:rPr>
          <w:rStyle w:val="Taille-1Caracteres"/>
        </w:rPr>
        <w:t>IGUILL</w:t>
      </w:r>
      <w:r w:rsidRPr="00C47A66">
        <w:rPr>
          <w:rStyle w:val="Taille-1Caracteres"/>
        </w:rPr>
        <w:t>E</w:t>
      </w:r>
      <w:r w:rsidRPr="000A30E8">
        <w:rPr>
          <w:rStyle w:val="Taille-1Caracteres"/>
        </w:rPr>
        <w:t>UR</w:t>
      </w:r>
      <w:r w:rsidRPr="000A30E8">
        <w:rPr>
          <w:szCs w:val="32"/>
        </w:rPr>
        <w:t>. — Ainsi que nous le faisons chaque jour depuis sept ans, nous venons nous asseoir sur le talus de la voie ferrée pour admirer le travail de l’Aiguilleur chauve.</w:t>
      </w:r>
    </w:p>
    <w:p w14:paraId="2BEFC2B4" w14:textId="77777777" w:rsidR="00285C2D" w:rsidRPr="000A30E8" w:rsidRDefault="00285C2D" w:rsidP="00285C2D">
      <w:r w:rsidRPr="000A30E8">
        <w:t>D</w:t>
      </w:r>
      <w:r w:rsidRPr="000A30E8">
        <w:rPr>
          <w:rStyle w:val="Taille-1Caracteres"/>
        </w:rPr>
        <w:t>EUXIÈME</w:t>
      </w:r>
      <w:r w:rsidRPr="000A30E8">
        <w:t xml:space="preserve"> A</w:t>
      </w:r>
      <w:r w:rsidRPr="000A30E8">
        <w:rPr>
          <w:rStyle w:val="Taille-1Caracteres"/>
        </w:rPr>
        <w:t>DMIRATEUR DE L’</w:t>
      </w:r>
      <w:r w:rsidRPr="000A30E8">
        <w:t>A</w:t>
      </w:r>
      <w:r w:rsidRPr="000A30E8">
        <w:rPr>
          <w:rStyle w:val="Taille-1Caracteres"/>
        </w:rPr>
        <w:t>IGUILLEUR</w:t>
      </w:r>
      <w:r w:rsidRPr="000A30E8">
        <w:t>. — Son travail a augmenté d’intérêt depuis que la Compagnie des chemins de fer l’a obligé, par mesure d’économie, à se peindre le crâne en rouge pour remplacer le disque avertisseur.</w:t>
      </w:r>
    </w:p>
    <w:p w14:paraId="280D37E0" w14:textId="77777777" w:rsidR="00285C2D" w:rsidRPr="000A30E8" w:rsidRDefault="00285C2D" w:rsidP="00285C2D">
      <w:r w:rsidRPr="000A30E8">
        <w:t>T</w:t>
      </w:r>
      <w:r w:rsidRPr="000A30E8">
        <w:rPr>
          <w:rStyle w:val="Taille-1Caracteres"/>
        </w:rPr>
        <w:t>ROISIÈME</w:t>
      </w:r>
      <w:r w:rsidRPr="000A30E8">
        <w:t xml:space="preserve"> A</w:t>
      </w:r>
      <w:r w:rsidRPr="000A30E8">
        <w:rPr>
          <w:rStyle w:val="Taille-1Caracteres"/>
        </w:rPr>
        <w:t>DMIRATEUR DE L’</w:t>
      </w:r>
      <w:r w:rsidRPr="000A30E8">
        <w:t>A</w:t>
      </w:r>
      <w:r w:rsidRPr="000A30E8">
        <w:rPr>
          <w:rStyle w:val="Taille-1Caracteres"/>
        </w:rPr>
        <w:t>IGUILLEUR</w:t>
      </w:r>
      <w:r w:rsidRPr="000A30E8">
        <w:t>. — Si la voie n’est pas libre, il lui suffit de baisser la tête pour que les mécaniciens aperçoivent son crâne-disque, éclairé la nuit par une petite veilleuse. Mais le voici. Il sort de sa maison, située en face de la voie ferrée, et se dirige vers son aiguille.</w:t>
      </w:r>
    </w:p>
    <w:p w14:paraId="1E2566F7" w14:textId="77777777" w:rsidR="00285C2D" w:rsidRPr="000A30E8" w:rsidRDefault="00285C2D" w:rsidP="00285C2D">
      <w:r w:rsidRPr="000A30E8">
        <w:t>L’A</w:t>
      </w:r>
      <w:r w:rsidRPr="000A30E8">
        <w:rPr>
          <w:rStyle w:val="Taille-1Caracteres"/>
        </w:rPr>
        <w:t>IGUILLEUR-DISQUE</w:t>
      </w:r>
      <w:r w:rsidRPr="000A30E8">
        <w:t xml:space="preserve">, </w:t>
      </w:r>
      <w:r w:rsidRPr="000A30E8">
        <w:rPr>
          <w:i/>
          <w:iCs/>
        </w:rPr>
        <w:t>arrivant</w:t>
      </w:r>
      <w:r w:rsidRPr="000A30E8">
        <w:t>. — Me voici à mon poste. Il est sept heures et demie du matin. Le rapide intérimaire va passer. La main posée sur mon aiguille, le regard interrogeant l’horizon, j’attends. Conscience, devoir, abnégation, telle est la devise de l’aiguilleur.</w:t>
      </w:r>
    </w:p>
    <w:p w14:paraId="1BEBDC5D" w14:textId="77777777" w:rsidR="00285C2D" w:rsidRPr="000A30E8" w:rsidRDefault="00285C2D" w:rsidP="00285C2D">
      <w:r w:rsidRPr="000A30E8">
        <w:lastRenderedPageBreak/>
        <w:t>P</w:t>
      </w:r>
      <w:r w:rsidRPr="000A30E8">
        <w:rPr>
          <w:rStyle w:val="Taille-1Caracteres"/>
        </w:rPr>
        <w:t>REMIER</w:t>
      </w:r>
      <w:r w:rsidRPr="000A30E8">
        <w:t xml:space="preserve"> A</w:t>
      </w:r>
      <w:r w:rsidRPr="000A30E8">
        <w:rPr>
          <w:rStyle w:val="Taille-1Caracteres"/>
        </w:rPr>
        <w:t>DMIRATEUR DE L’</w:t>
      </w:r>
      <w:r w:rsidRPr="000A30E8">
        <w:t>A</w:t>
      </w:r>
      <w:r w:rsidRPr="000A30E8">
        <w:rPr>
          <w:rStyle w:val="Taille-1Caracteres"/>
        </w:rPr>
        <w:t>IGUILLEUR</w:t>
      </w:r>
      <w:r w:rsidRPr="000A30E8">
        <w:t>. — J’aperçois arrivant au grand trot, sur la voie ferrée, la carriole qui précède de quelques minutes le rapide intérimaire pour vérifier si les passages à niveau ont leurs barrières fermées.</w:t>
      </w:r>
    </w:p>
    <w:p w14:paraId="42718BF7" w14:textId="77777777" w:rsidR="00285C2D" w:rsidRPr="000A30E8" w:rsidRDefault="00285C2D" w:rsidP="00285C2D">
      <w:r w:rsidRPr="000A30E8">
        <w:t>D</w:t>
      </w:r>
      <w:r w:rsidRPr="000A30E8">
        <w:rPr>
          <w:rStyle w:val="Taille-1Caracteres"/>
        </w:rPr>
        <w:t>EUXIÈME</w:t>
      </w:r>
      <w:r w:rsidRPr="000A30E8">
        <w:t xml:space="preserve"> A</w:t>
      </w:r>
      <w:r w:rsidRPr="000A30E8">
        <w:rPr>
          <w:rStyle w:val="Taille-1Caracteres"/>
        </w:rPr>
        <w:t>DMIRATEUR DE L’</w:t>
      </w:r>
      <w:r w:rsidRPr="000A30E8">
        <w:t>A</w:t>
      </w:r>
      <w:r w:rsidRPr="000A30E8">
        <w:rPr>
          <w:rStyle w:val="Taille-1Caracteres"/>
        </w:rPr>
        <w:t>IGUILLEUR</w:t>
      </w:r>
      <w:r w:rsidRPr="000A30E8">
        <w:t>. — Cette sage précaution évite bien des accidents.</w:t>
      </w:r>
    </w:p>
    <w:p w14:paraId="191354B4" w14:textId="77777777" w:rsidR="00285C2D" w:rsidRPr="000A30E8" w:rsidRDefault="00285C2D" w:rsidP="00285C2D">
      <w:r w:rsidRPr="000A30E8">
        <w:t>T</w:t>
      </w:r>
      <w:r w:rsidRPr="000A30E8">
        <w:rPr>
          <w:rStyle w:val="Taille-1Caracteres"/>
        </w:rPr>
        <w:t>ROISIÈME</w:t>
      </w:r>
      <w:r w:rsidRPr="000A30E8">
        <w:t xml:space="preserve"> A</w:t>
      </w:r>
      <w:r w:rsidRPr="000A30E8">
        <w:rPr>
          <w:rStyle w:val="Taille-1Caracteres"/>
        </w:rPr>
        <w:t>DMIRATEUR DE L’</w:t>
      </w:r>
      <w:r w:rsidRPr="000A30E8">
        <w:t>A</w:t>
      </w:r>
      <w:r w:rsidRPr="000A30E8">
        <w:rPr>
          <w:rStyle w:val="Taille-1Caracteres"/>
        </w:rPr>
        <w:t>IGUILLEUR</w:t>
      </w:r>
      <w:r w:rsidRPr="000A30E8">
        <w:t>. — La carriole s’avance entre les rails. Elle passe devant nous. Le conducteur agite sa cloche d’alarme pour annoncer l’arrivée du rapide intérimaire.</w:t>
      </w:r>
    </w:p>
    <w:p w14:paraId="15A54C4B" w14:textId="77777777" w:rsidR="00285C2D" w:rsidRPr="000A30E8" w:rsidRDefault="00285C2D" w:rsidP="00285C2D">
      <w:r w:rsidRPr="000A30E8">
        <w:t>P</w:t>
      </w:r>
      <w:r w:rsidRPr="000A30E8">
        <w:rPr>
          <w:rStyle w:val="Taille-1Caracteres"/>
        </w:rPr>
        <w:t>REMIER</w:t>
      </w:r>
      <w:r w:rsidRPr="000A30E8">
        <w:t xml:space="preserve"> A</w:t>
      </w:r>
      <w:r w:rsidRPr="000A30E8">
        <w:rPr>
          <w:rStyle w:val="Taille-1Caracteres"/>
        </w:rPr>
        <w:t>DMIRATEUR DE L’</w:t>
      </w:r>
      <w:r w:rsidRPr="000A30E8">
        <w:t>A</w:t>
      </w:r>
      <w:r w:rsidRPr="000A30E8">
        <w:rPr>
          <w:rStyle w:val="Taille-1Caracteres"/>
        </w:rPr>
        <w:t>IGUILLEUR</w:t>
      </w:r>
      <w:r w:rsidRPr="000A30E8">
        <w:t>. — Et voici le rapide lui-même. Comme chaque jour, il s’arrête à deux cents mètres de l’aiguilleur.</w:t>
      </w:r>
    </w:p>
    <w:p w14:paraId="016C96FE" w14:textId="77777777" w:rsidR="00285C2D" w:rsidRPr="000A30E8" w:rsidRDefault="00285C2D" w:rsidP="00285C2D">
      <w:r w:rsidRPr="000A30E8">
        <w:t>D</w:t>
      </w:r>
      <w:r w:rsidRPr="000A30E8">
        <w:rPr>
          <w:rStyle w:val="Taille-1Caracteres"/>
        </w:rPr>
        <w:t>EUXIÈME</w:t>
      </w:r>
      <w:r w:rsidRPr="000A30E8">
        <w:t xml:space="preserve"> A</w:t>
      </w:r>
      <w:r w:rsidRPr="000A30E8">
        <w:rPr>
          <w:rStyle w:val="Taille-1Caracteres"/>
        </w:rPr>
        <w:t>DMIRATEUR DE L’</w:t>
      </w:r>
      <w:r w:rsidRPr="000A30E8">
        <w:t>A</w:t>
      </w:r>
      <w:r w:rsidRPr="000A30E8">
        <w:rPr>
          <w:rStyle w:val="Taille-1Caracteres"/>
        </w:rPr>
        <w:t>IGUILLEUR</w:t>
      </w:r>
      <w:r w:rsidRPr="000A30E8">
        <w:t>. — Oui, à cause du mécanicien. Son extrême myopie l’oblige à descendre de locomotive pour venir tâter le crâne-disque de l’Aiguilleur, afin de reconnaître si la voie est libre.</w:t>
      </w:r>
    </w:p>
    <w:p w14:paraId="3DE93529" w14:textId="77777777" w:rsidR="00285C2D" w:rsidRPr="000A30E8" w:rsidRDefault="00285C2D" w:rsidP="00285C2D">
      <w:r w:rsidRPr="000A30E8">
        <w:t>T</w:t>
      </w:r>
      <w:r w:rsidRPr="000A30E8">
        <w:rPr>
          <w:rStyle w:val="Taille-1Caracteres"/>
        </w:rPr>
        <w:t>ROISIÈME</w:t>
      </w:r>
      <w:r w:rsidRPr="000A30E8">
        <w:t xml:space="preserve"> A</w:t>
      </w:r>
      <w:r w:rsidRPr="000A30E8">
        <w:rPr>
          <w:rStyle w:val="Taille-1Caracteres"/>
        </w:rPr>
        <w:t>DMIRATEUR DE L’</w:t>
      </w:r>
      <w:r w:rsidRPr="000A30E8">
        <w:t>A</w:t>
      </w:r>
      <w:r w:rsidRPr="000A30E8">
        <w:rPr>
          <w:rStyle w:val="Taille-1Caracteres"/>
        </w:rPr>
        <w:t>IGUILLEUR</w:t>
      </w:r>
      <w:r w:rsidRPr="000A30E8">
        <w:t>. — Voilà qui est fait. Le mécanicien remonte sur sa machine. Le rapide intérimaire passe. Il est passé.</w:t>
      </w:r>
    </w:p>
    <w:p w14:paraId="36A94A27" w14:textId="77777777" w:rsidR="00285C2D" w:rsidRPr="000A30E8" w:rsidRDefault="00285C2D" w:rsidP="00285C2D">
      <w:r w:rsidRPr="000A30E8">
        <w:t>L’A</w:t>
      </w:r>
      <w:r w:rsidRPr="000A30E8">
        <w:rPr>
          <w:rStyle w:val="Taille-1Caracteres"/>
        </w:rPr>
        <w:t>IGUILLEUR-DISQUE</w:t>
      </w:r>
      <w:r w:rsidRPr="000A30E8">
        <w:t>. — Il est huit heures. Le prochain train ne passera qu’à quinze heures trente-sept. Mais une minute d’inattention peut provoquer d’irréparables catastrophes. Conscient de ma responsabilité, je pose de nouveau la main sur mon aiguille et, le regard scrutant l’horizon, j’attends le passage du train de quinze heures trente-sept. Conscience, devoir, abnégation, telle est la devise de l’aiguilleur. Attendons.</w:t>
      </w:r>
    </w:p>
    <w:p w14:paraId="178E7A76" w14:textId="77777777" w:rsidR="00285C2D" w:rsidRPr="000A30E8" w:rsidRDefault="00285C2D" w:rsidP="00285C2D">
      <w:pPr>
        <w:pStyle w:val="Titre3"/>
      </w:pPr>
      <w:bookmarkStart w:id="26" w:name="_Toc196330212"/>
      <w:r w:rsidRPr="000A30E8">
        <w:lastRenderedPageBreak/>
        <w:t>DEUXIÈME TABLEAU</w:t>
      </w:r>
      <w:r w:rsidRPr="000A30E8">
        <w:br/>
      </w:r>
      <w:r w:rsidRPr="000A30E8">
        <w:br/>
        <w:t>Supplice d’aiguilleur !</w:t>
      </w:r>
      <w:bookmarkEnd w:id="26"/>
    </w:p>
    <w:p w14:paraId="4FFCAE7F" w14:textId="77777777" w:rsidR="00285C2D" w:rsidRPr="000A30E8" w:rsidRDefault="00285C2D" w:rsidP="00285C2D">
      <w:pPr>
        <w:pStyle w:val="Centr"/>
      </w:pPr>
      <w:r w:rsidRPr="000A30E8">
        <w:t>Même décor.</w:t>
      </w:r>
    </w:p>
    <w:p w14:paraId="2BBF2FBB" w14:textId="77777777" w:rsidR="00285C2D" w:rsidRPr="000A30E8" w:rsidRDefault="00285C2D" w:rsidP="00285C2D">
      <w:r w:rsidRPr="000A30E8">
        <w:rPr>
          <w:szCs w:val="32"/>
        </w:rPr>
        <w:t>P</w:t>
      </w:r>
      <w:r w:rsidRPr="000A30E8">
        <w:rPr>
          <w:rStyle w:val="Taille-1Caracteres"/>
        </w:rPr>
        <w:t>REMIER</w:t>
      </w:r>
      <w:r w:rsidRPr="000A30E8">
        <w:rPr>
          <w:szCs w:val="32"/>
        </w:rPr>
        <w:t xml:space="preserve"> A</w:t>
      </w:r>
      <w:r w:rsidRPr="000A30E8">
        <w:rPr>
          <w:rStyle w:val="Taille-1Caracteres"/>
        </w:rPr>
        <w:t>DMIRATEUR DE L’</w:t>
      </w:r>
      <w:r w:rsidRPr="000A30E8">
        <w:rPr>
          <w:szCs w:val="32"/>
        </w:rPr>
        <w:t>A</w:t>
      </w:r>
      <w:r w:rsidRPr="000A30E8">
        <w:rPr>
          <w:rStyle w:val="Taille-1Caracteres"/>
        </w:rPr>
        <w:t>IGUILLEUR</w:t>
      </w:r>
      <w:r w:rsidRPr="000A30E8">
        <w:rPr>
          <w:szCs w:val="32"/>
        </w:rPr>
        <w:t>. — Nous n’admirerons jamais assez ce consciencieux Aiguilleur qui, la main sur son aiguille, attend dès huit heures du matin le passage du train de quinze heures trente-sept.</w:t>
      </w:r>
    </w:p>
    <w:p w14:paraId="6096DA7F" w14:textId="77777777" w:rsidR="00285C2D" w:rsidRPr="000A30E8" w:rsidRDefault="00285C2D" w:rsidP="00285C2D">
      <w:r w:rsidRPr="000A30E8">
        <w:t>U</w:t>
      </w:r>
      <w:r w:rsidRPr="000A30E8">
        <w:rPr>
          <w:rStyle w:val="Taille-1Caracteres"/>
        </w:rPr>
        <w:t>NE VOIX TERRIFIÉE</w:t>
      </w:r>
      <w:r w:rsidRPr="000A30E8">
        <w:t xml:space="preserve">, </w:t>
      </w:r>
      <w:r w:rsidRPr="000A30E8">
        <w:rPr>
          <w:i/>
          <w:iCs/>
        </w:rPr>
        <w:t>hurlant</w:t>
      </w:r>
      <w:r w:rsidRPr="000A30E8">
        <w:t>. — Au secours ! À l’assassin !</w:t>
      </w:r>
    </w:p>
    <w:p w14:paraId="16491182" w14:textId="77777777" w:rsidR="00285C2D" w:rsidRPr="000A30E8" w:rsidRDefault="00285C2D" w:rsidP="00285C2D">
      <w:r w:rsidRPr="000A30E8">
        <w:t>D</w:t>
      </w:r>
      <w:r w:rsidRPr="000A30E8">
        <w:rPr>
          <w:rStyle w:val="Taille-1Caracteres"/>
        </w:rPr>
        <w:t>EUXIÈME</w:t>
      </w:r>
      <w:r w:rsidRPr="000A30E8">
        <w:t xml:space="preserve"> A</w:t>
      </w:r>
      <w:r w:rsidRPr="000A30E8">
        <w:rPr>
          <w:rStyle w:val="Taille-1Caracteres"/>
        </w:rPr>
        <w:t>DMIRATEUR DE L’</w:t>
      </w:r>
      <w:r w:rsidRPr="000A30E8">
        <w:t>A</w:t>
      </w:r>
      <w:r w:rsidRPr="000A30E8">
        <w:rPr>
          <w:rStyle w:val="Taille-1Caracteres"/>
        </w:rPr>
        <w:t>IGUILLEUR</w:t>
      </w:r>
      <w:r w:rsidRPr="000A30E8">
        <w:t>. — Ciel ! ce cri part de la maison de l’Aiguilleur, située en face de la voie ferrée.</w:t>
      </w:r>
    </w:p>
    <w:p w14:paraId="0C3153C3" w14:textId="77777777" w:rsidR="00285C2D" w:rsidRPr="000A30E8" w:rsidRDefault="00285C2D" w:rsidP="00285C2D">
      <w:r w:rsidRPr="000A30E8">
        <w:t>L</w:t>
      </w:r>
      <w:r w:rsidRPr="000A30E8">
        <w:rPr>
          <w:rStyle w:val="Taille-1Caracteres"/>
        </w:rPr>
        <w:t>A</w:t>
      </w:r>
      <w:r w:rsidRPr="000A30E8">
        <w:t xml:space="preserve"> V</w:t>
      </w:r>
      <w:r w:rsidRPr="000A30E8">
        <w:rPr>
          <w:rStyle w:val="Taille-1Caracteres"/>
        </w:rPr>
        <w:t>OIX TERRIFIÉE</w:t>
      </w:r>
      <w:r w:rsidRPr="000A30E8">
        <w:t>. — Au secours, Bernard !</w:t>
      </w:r>
    </w:p>
    <w:p w14:paraId="5B6727C5" w14:textId="77777777" w:rsidR="00285C2D" w:rsidRPr="000A30E8" w:rsidRDefault="00285C2D" w:rsidP="00285C2D">
      <w:r w:rsidRPr="000A30E8">
        <w:t>T</w:t>
      </w:r>
      <w:r w:rsidRPr="000A30E8">
        <w:rPr>
          <w:rStyle w:val="Taille-1Caracteres"/>
        </w:rPr>
        <w:t>ROISIÈME</w:t>
      </w:r>
      <w:r w:rsidRPr="000A30E8">
        <w:t xml:space="preserve"> A</w:t>
      </w:r>
      <w:r w:rsidRPr="000A30E8">
        <w:rPr>
          <w:rStyle w:val="Taille-1Caracteres"/>
        </w:rPr>
        <w:t>DMIRATEUR DE L’</w:t>
      </w:r>
      <w:r w:rsidRPr="000A30E8">
        <w:t>A</w:t>
      </w:r>
      <w:r w:rsidRPr="000A30E8">
        <w:rPr>
          <w:rStyle w:val="Taille-1Caracteres"/>
        </w:rPr>
        <w:t>IGUILLEUR</w:t>
      </w:r>
      <w:r w:rsidRPr="000A30E8">
        <w:t>. — Plus de doute ! La voix appelle Bernard, et Bernard, c’est le prénom de l’Aiguilleur.</w:t>
      </w:r>
    </w:p>
    <w:p w14:paraId="1F6D98CB" w14:textId="77777777" w:rsidR="00285C2D" w:rsidRPr="000A30E8" w:rsidRDefault="00285C2D" w:rsidP="00285C2D">
      <w:r w:rsidRPr="000A30E8">
        <w:t>P</w:t>
      </w:r>
      <w:r w:rsidRPr="000A30E8">
        <w:rPr>
          <w:rStyle w:val="Taille-1Caracteres"/>
        </w:rPr>
        <w:t>REMIER</w:t>
      </w:r>
      <w:r w:rsidRPr="000A30E8">
        <w:t xml:space="preserve"> A</w:t>
      </w:r>
      <w:r w:rsidRPr="000A30E8">
        <w:rPr>
          <w:rStyle w:val="Taille-1Caracteres"/>
        </w:rPr>
        <w:t>DMIRATEUR DE L’</w:t>
      </w:r>
      <w:r w:rsidRPr="000A30E8">
        <w:t>A</w:t>
      </w:r>
      <w:r w:rsidRPr="000A30E8">
        <w:rPr>
          <w:rStyle w:val="Taille-1Caracteres"/>
        </w:rPr>
        <w:t>IGUILLEUR</w:t>
      </w:r>
      <w:r w:rsidRPr="000A30E8">
        <w:t>. — C’est sûrement sa femme que l’on assassine !</w:t>
      </w:r>
    </w:p>
    <w:p w14:paraId="4A8B709F" w14:textId="77777777" w:rsidR="00285C2D" w:rsidRPr="000A30E8" w:rsidRDefault="00285C2D" w:rsidP="00285C2D">
      <w:r w:rsidRPr="000A30E8">
        <w:t>D</w:t>
      </w:r>
      <w:r w:rsidRPr="000A30E8">
        <w:rPr>
          <w:rStyle w:val="Taille-1Caracteres"/>
        </w:rPr>
        <w:t>EUXIÈME</w:t>
      </w:r>
      <w:r w:rsidRPr="000A30E8">
        <w:t xml:space="preserve"> A</w:t>
      </w:r>
      <w:r w:rsidRPr="000A30E8">
        <w:rPr>
          <w:rStyle w:val="Taille-1Caracteres"/>
        </w:rPr>
        <w:t>DMIRATEUR DE L’</w:t>
      </w:r>
      <w:r w:rsidRPr="000A30E8">
        <w:t>A</w:t>
      </w:r>
      <w:r w:rsidRPr="000A30E8">
        <w:rPr>
          <w:rStyle w:val="Taille-1Caracteres"/>
        </w:rPr>
        <w:t>IGUILLEUR</w:t>
      </w:r>
      <w:r w:rsidRPr="000A30E8">
        <w:t>. — Observons la conduite de ce modeste Aiguilleur. Abandonnera-t-il son poste pour voler au secours de sa femme ?</w:t>
      </w:r>
    </w:p>
    <w:p w14:paraId="626C6B89" w14:textId="77777777" w:rsidR="00285C2D" w:rsidRPr="000A30E8" w:rsidRDefault="00285C2D" w:rsidP="00285C2D">
      <w:r w:rsidRPr="000A30E8">
        <w:t>T</w:t>
      </w:r>
      <w:r w:rsidRPr="000A30E8">
        <w:rPr>
          <w:rStyle w:val="Taille-1Caracteres"/>
        </w:rPr>
        <w:t>ROISIÈME</w:t>
      </w:r>
      <w:r w:rsidRPr="000A30E8">
        <w:t xml:space="preserve"> A</w:t>
      </w:r>
      <w:r w:rsidRPr="000A30E8">
        <w:rPr>
          <w:rStyle w:val="Taille-1Caracteres"/>
        </w:rPr>
        <w:t>DMIRATEUR DE L’</w:t>
      </w:r>
      <w:r w:rsidRPr="000A30E8">
        <w:t>A</w:t>
      </w:r>
      <w:r w:rsidRPr="000A30E8">
        <w:rPr>
          <w:rStyle w:val="Taille-1Caracteres"/>
        </w:rPr>
        <w:t>IGUILLEUR</w:t>
      </w:r>
      <w:r w:rsidRPr="000A30E8">
        <w:t>. — Non ! Admirez son héroïsme. Il ne déserte pas son poste. Sa main ne lâche pas l’aiguille. Ses yeux restent fixés vers l’horizon.</w:t>
      </w:r>
    </w:p>
    <w:p w14:paraId="7466568F" w14:textId="77777777" w:rsidR="00285C2D" w:rsidRPr="000A30E8" w:rsidRDefault="00285C2D" w:rsidP="00285C2D">
      <w:r w:rsidRPr="000A30E8">
        <w:lastRenderedPageBreak/>
        <w:t>L</w:t>
      </w:r>
      <w:r w:rsidRPr="000A30E8">
        <w:rPr>
          <w:rStyle w:val="Taille-1Caracteres"/>
        </w:rPr>
        <w:t>A</w:t>
      </w:r>
      <w:r w:rsidRPr="000A30E8">
        <w:t xml:space="preserve"> V</w:t>
      </w:r>
      <w:r w:rsidRPr="000A30E8">
        <w:rPr>
          <w:rStyle w:val="Taille-1Caracteres"/>
        </w:rPr>
        <w:t>OIX TERRIFIÉE</w:t>
      </w:r>
      <w:r w:rsidRPr="000A30E8">
        <w:t>. — À l’assassin ! Bernard, tu as le temps de voler à mon secours. D’après l’horaire officiel, le prochain train ne passe qu’à quinze heures trente-sept.</w:t>
      </w:r>
    </w:p>
    <w:p w14:paraId="1513AC74" w14:textId="77777777" w:rsidR="00285C2D" w:rsidRPr="000A30E8" w:rsidRDefault="00285C2D" w:rsidP="00285C2D">
      <w:r w:rsidRPr="000A30E8">
        <w:t>Il n’est que huit heures et demie. Tu as donc exactement sept heures sept minutes avant le passage du train. Tu peux sans crainte abandonner ton poste et me secourir.</w:t>
      </w:r>
    </w:p>
    <w:p w14:paraId="2ECBA566" w14:textId="77777777" w:rsidR="00285C2D" w:rsidRPr="000A30E8" w:rsidRDefault="00285C2D" w:rsidP="00285C2D">
      <w:r w:rsidRPr="000A30E8">
        <w:t>P</w:t>
      </w:r>
      <w:r w:rsidRPr="000A30E8">
        <w:rPr>
          <w:rStyle w:val="Taille-1Caracteres"/>
        </w:rPr>
        <w:t>REMIER</w:t>
      </w:r>
      <w:r w:rsidRPr="000A30E8">
        <w:t xml:space="preserve"> A</w:t>
      </w:r>
      <w:r w:rsidRPr="000A30E8">
        <w:rPr>
          <w:rStyle w:val="Taille-1Caracteres"/>
        </w:rPr>
        <w:t>DMIRATEUR DE L’</w:t>
      </w:r>
      <w:r w:rsidRPr="000A30E8">
        <w:t>A</w:t>
      </w:r>
      <w:r w:rsidRPr="000A30E8">
        <w:rPr>
          <w:rStyle w:val="Taille-1Caracteres"/>
        </w:rPr>
        <w:t>IGUILLEUR</w:t>
      </w:r>
      <w:r w:rsidRPr="000A30E8">
        <w:t xml:space="preserve">, </w:t>
      </w:r>
      <w:r w:rsidRPr="000A30E8">
        <w:rPr>
          <w:i/>
          <w:iCs/>
        </w:rPr>
        <w:t>inquiet</w:t>
      </w:r>
      <w:r w:rsidRPr="000A30E8">
        <w:t>. — L’Aiguilleur va-t-il faiblir ? Une bataille terrible doit se livrer dans son âme.</w:t>
      </w:r>
    </w:p>
    <w:p w14:paraId="559509ED" w14:textId="77777777" w:rsidR="00285C2D" w:rsidRPr="000A30E8" w:rsidRDefault="00285C2D" w:rsidP="00285C2D">
      <w:r w:rsidRPr="000A30E8">
        <w:t>D</w:t>
      </w:r>
      <w:r w:rsidRPr="000A30E8">
        <w:rPr>
          <w:rStyle w:val="Taille-1Caracteres"/>
        </w:rPr>
        <w:t>EUXIÈME</w:t>
      </w:r>
      <w:r w:rsidRPr="000A30E8">
        <w:t xml:space="preserve"> A</w:t>
      </w:r>
      <w:r w:rsidRPr="000A30E8">
        <w:rPr>
          <w:rStyle w:val="Taille-1Caracteres"/>
        </w:rPr>
        <w:t>DMIRATEUR DE L’</w:t>
      </w:r>
      <w:r w:rsidRPr="000A30E8">
        <w:t>A</w:t>
      </w:r>
      <w:r w:rsidRPr="000A30E8">
        <w:rPr>
          <w:rStyle w:val="Taille-1Caracteres"/>
        </w:rPr>
        <w:t>IGUILLEUR</w:t>
      </w:r>
      <w:r w:rsidRPr="000A30E8">
        <w:t>. — Il se raidit dans sa douleur. Sa figure reste impassible. Il ne quitte pas l’aiguille.</w:t>
      </w:r>
    </w:p>
    <w:p w14:paraId="51AABB10" w14:textId="77777777" w:rsidR="00285C2D" w:rsidRPr="000A30E8" w:rsidRDefault="00285C2D" w:rsidP="00285C2D">
      <w:r w:rsidRPr="000A30E8">
        <w:t>T</w:t>
      </w:r>
      <w:r w:rsidRPr="000A30E8">
        <w:rPr>
          <w:rStyle w:val="Taille-1Caracteres"/>
        </w:rPr>
        <w:t>ROISIÈME</w:t>
      </w:r>
      <w:r w:rsidRPr="000A30E8">
        <w:t xml:space="preserve"> A</w:t>
      </w:r>
      <w:r w:rsidRPr="000A30E8">
        <w:rPr>
          <w:rStyle w:val="Taille-1Caracteres"/>
        </w:rPr>
        <w:t>DMIRATEUR DE L’</w:t>
      </w:r>
      <w:r w:rsidRPr="000A30E8">
        <w:t>A</w:t>
      </w:r>
      <w:r w:rsidRPr="000A30E8">
        <w:rPr>
          <w:rStyle w:val="Taille-1Caracteres"/>
        </w:rPr>
        <w:t>IGUILLEUR</w:t>
      </w:r>
      <w:r w:rsidRPr="000A30E8">
        <w:t>. — Esclave du devoir, il reste sourd à la voix qui l’implore. Quel horrible supplice que le sien. Mais, chut ! la voix se fait entendre de nouveau.</w:t>
      </w:r>
    </w:p>
    <w:p w14:paraId="1DD73938" w14:textId="77777777" w:rsidR="00285C2D" w:rsidRPr="000A30E8" w:rsidRDefault="00285C2D" w:rsidP="00285C2D">
      <w:r w:rsidRPr="000A30E8">
        <w:t>L</w:t>
      </w:r>
      <w:r w:rsidRPr="000A30E8">
        <w:rPr>
          <w:rStyle w:val="Taille-1Caracteres"/>
        </w:rPr>
        <w:t>A</w:t>
      </w:r>
      <w:r w:rsidRPr="000A30E8">
        <w:t xml:space="preserve"> V</w:t>
      </w:r>
      <w:r w:rsidRPr="000A30E8">
        <w:rPr>
          <w:rStyle w:val="Taille-1Caracteres"/>
        </w:rPr>
        <w:t>OIX TERRIFIÉE</w:t>
      </w:r>
      <w:r w:rsidRPr="000A30E8">
        <w:t>. — Au secours, Bernard ! Je te répète que tu as plus de temps qu’il n’en faut pour me secourir. Je viens de reconsulter l’indicateur et… (</w:t>
      </w:r>
      <w:r w:rsidRPr="000A30E8">
        <w:rPr>
          <w:i/>
          <w:iCs/>
        </w:rPr>
        <w:t>La Voix terrifiée s’arrête brusquement</w:t>
      </w:r>
      <w:r w:rsidRPr="000A30E8">
        <w:t>.)</w:t>
      </w:r>
    </w:p>
    <w:p w14:paraId="64BADC1A" w14:textId="77777777" w:rsidR="00285C2D" w:rsidRPr="000A30E8" w:rsidRDefault="00285C2D" w:rsidP="00285C2D">
      <w:r w:rsidRPr="000A30E8">
        <w:t>P</w:t>
      </w:r>
      <w:r w:rsidRPr="000A30E8">
        <w:rPr>
          <w:rStyle w:val="Taille-1Caracteres"/>
        </w:rPr>
        <w:t>REMIER</w:t>
      </w:r>
      <w:r w:rsidRPr="000A30E8">
        <w:t xml:space="preserve"> A</w:t>
      </w:r>
      <w:r w:rsidRPr="000A30E8">
        <w:rPr>
          <w:rStyle w:val="Taille-1Caracteres"/>
        </w:rPr>
        <w:t>DMIRATEUR DE L’</w:t>
      </w:r>
      <w:r w:rsidRPr="000A30E8">
        <w:t>A</w:t>
      </w:r>
      <w:r w:rsidRPr="000A30E8">
        <w:rPr>
          <w:rStyle w:val="Taille-1Caracteres"/>
        </w:rPr>
        <w:t>IGUILLEUR</w:t>
      </w:r>
      <w:r w:rsidRPr="000A30E8">
        <w:t>. — Ce silence soudain ne me fait présager rien de bon.</w:t>
      </w:r>
    </w:p>
    <w:p w14:paraId="6F9ACB93" w14:textId="77777777" w:rsidR="00285C2D" w:rsidRPr="000A30E8" w:rsidRDefault="00285C2D" w:rsidP="00285C2D">
      <w:r w:rsidRPr="000A30E8">
        <w:t>D</w:t>
      </w:r>
      <w:r w:rsidRPr="000A30E8">
        <w:rPr>
          <w:rStyle w:val="Taille-1Caracteres"/>
        </w:rPr>
        <w:t>EUXIÈME</w:t>
      </w:r>
      <w:r w:rsidRPr="000A30E8">
        <w:t xml:space="preserve"> A</w:t>
      </w:r>
      <w:r w:rsidRPr="000A30E8">
        <w:rPr>
          <w:rStyle w:val="Taille-1Caracteres"/>
        </w:rPr>
        <w:t>DMIRATEUR DE L’</w:t>
      </w:r>
      <w:r w:rsidRPr="000A30E8">
        <w:t>A</w:t>
      </w:r>
      <w:r w:rsidRPr="000A30E8">
        <w:rPr>
          <w:rStyle w:val="Taille-1Caracteres"/>
        </w:rPr>
        <w:t>IGUILLEUR</w:t>
      </w:r>
      <w:r w:rsidRPr="000A30E8">
        <w:t>. — La pauvre femme doit avoir succombé sous les coups de ses assassins.</w:t>
      </w:r>
    </w:p>
    <w:p w14:paraId="2080C974" w14:textId="77777777" w:rsidR="00285C2D" w:rsidRPr="000A30E8" w:rsidRDefault="00285C2D" w:rsidP="00285C2D">
      <w:r w:rsidRPr="000A30E8">
        <w:t>T</w:t>
      </w:r>
      <w:r w:rsidRPr="000A30E8">
        <w:rPr>
          <w:rStyle w:val="Taille-1Caracteres"/>
        </w:rPr>
        <w:t>ROISIÈME</w:t>
      </w:r>
      <w:r w:rsidRPr="000A30E8">
        <w:t xml:space="preserve"> A</w:t>
      </w:r>
      <w:r w:rsidRPr="000A30E8">
        <w:rPr>
          <w:rStyle w:val="Taille-1Caracteres"/>
        </w:rPr>
        <w:t>DMIRATEUR DE L’</w:t>
      </w:r>
      <w:r w:rsidRPr="000A30E8">
        <w:t>A</w:t>
      </w:r>
      <w:r w:rsidRPr="000A30E8">
        <w:rPr>
          <w:rStyle w:val="Taille-1Caracteres"/>
        </w:rPr>
        <w:t>IGUILLEUR</w:t>
      </w:r>
      <w:r w:rsidRPr="000A30E8">
        <w:t>. — L’Aiguilleur n’a pas bougé. Sa main ne tremble même pas sur l’aiguille prête à la manœuvre. Son œil interroge l’horizon.</w:t>
      </w:r>
    </w:p>
    <w:p w14:paraId="07BD3525" w14:textId="77777777" w:rsidR="00285C2D" w:rsidRPr="000A30E8" w:rsidRDefault="00285C2D" w:rsidP="00285C2D">
      <w:r w:rsidRPr="000A30E8">
        <w:lastRenderedPageBreak/>
        <w:t>P</w:t>
      </w:r>
      <w:r w:rsidRPr="000A30E8">
        <w:rPr>
          <w:rStyle w:val="Taille-1Caracteres"/>
        </w:rPr>
        <w:t>REMIER</w:t>
      </w:r>
      <w:r w:rsidRPr="000A30E8">
        <w:t xml:space="preserve"> A</w:t>
      </w:r>
      <w:r w:rsidRPr="000A30E8">
        <w:rPr>
          <w:rStyle w:val="Taille-1Caracteres"/>
        </w:rPr>
        <w:t>DMIRATEUR DE L’</w:t>
      </w:r>
      <w:r w:rsidRPr="000A30E8">
        <w:t>A</w:t>
      </w:r>
      <w:r w:rsidRPr="000A30E8">
        <w:rPr>
          <w:rStyle w:val="Taille-1Caracteres"/>
        </w:rPr>
        <w:t>IGUILLEUR</w:t>
      </w:r>
      <w:r w:rsidRPr="000A30E8">
        <w:t>. — Je n’y peux plus tenir. Il faut que je crie toute mon admiration à ce héros de l’aiguille.</w:t>
      </w:r>
    </w:p>
    <w:p w14:paraId="00AC834B" w14:textId="77777777" w:rsidR="00285C2D" w:rsidRPr="000A30E8" w:rsidRDefault="00285C2D" w:rsidP="00285C2D">
      <w:r w:rsidRPr="000A30E8">
        <w:t>D</w:t>
      </w:r>
      <w:r w:rsidRPr="000A30E8">
        <w:rPr>
          <w:rStyle w:val="Taille-1Caracteres"/>
        </w:rPr>
        <w:t>EUXIÈME ET TROISIÈME</w:t>
      </w:r>
      <w:r w:rsidRPr="000A30E8">
        <w:t xml:space="preserve"> A</w:t>
      </w:r>
      <w:r w:rsidRPr="000A30E8">
        <w:rPr>
          <w:rStyle w:val="Taille-1Caracteres"/>
        </w:rPr>
        <w:t>DMIRATEURS DE L’</w:t>
      </w:r>
      <w:r w:rsidRPr="000A30E8">
        <w:t>A</w:t>
      </w:r>
      <w:r w:rsidRPr="000A30E8">
        <w:rPr>
          <w:rStyle w:val="Taille-1Caracteres"/>
        </w:rPr>
        <w:t>IGUILLEUR</w:t>
      </w:r>
      <w:r w:rsidRPr="000A30E8">
        <w:t>. — Oui. Félicitons tous ensemble cet homme, grand parmi les grands.</w:t>
      </w:r>
    </w:p>
    <w:p w14:paraId="75358638" w14:textId="77777777" w:rsidR="00285C2D" w:rsidRPr="000A30E8" w:rsidRDefault="00285C2D" w:rsidP="00285C2D">
      <w:r w:rsidRPr="000A30E8">
        <w:t>L</w:t>
      </w:r>
      <w:r w:rsidRPr="000A30E8">
        <w:rPr>
          <w:rStyle w:val="Taille-1Caracteres"/>
        </w:rPr>
        <w:t>ES TROIS</w:t>
      </w:r>
      <w:r w:rsidRPr="000A30E8">
        <w:t xml:space="preserve"> A</w:t>
      </w:r>
      <w:r w:rsidRPr="000A30E8">
        <w:rPr>
          <w:rStyle w:val="Taille-1Caracteres"/>
        </w:rPr>
        <w:t>DMIRATEURS DE L’</w:t>
      </w:r>
      <w:r w:rsidRPr="000A30E8">
        <w:t>A</w:t>
      </w:r>
      <w:r w:rsidRPr="000A30E8">
        <w:rPr>
          <w:rStyle w:val="Taille-1Caracteres"/>
        </w:rPr>
        <w:t>IGUILLEUR</w:t>
      </w:r>
      <w:r w:rsidRPr="000A30E8">
        <w:t xml:space="preserve">, </w:t>
      </w:r>
      <w:r w:rsidRPr="000A30E8">
        <w:rPr>
          <w:i/>
          <w:iCs/>
        </w:rPr>
        <w:t>ensemble</w:t>
      </w:r>
      <w:r w:rsidRPr="000A30E8">
        <w:t>. — Nous nous inclinons, chapeau bas, devant toi, sublime Aiguilleur, qui viens de laisser assassiner ta femme sans rien dire, pour ne pas abandonner ton poste.</w:t>
      </w:r>
    </w:p>
    <w:p w14:paraId="216B1878" w14:textId="77777777" w:rsidR="00285C2D" w:rsidRPr="000A30E8" w:rsidRDefault="00285C2D" w:rsidP="00285C2D">
      <w:r w:rsidRPr="000A30E8">
        <w:t>L’A</w:t>
      </w:r>
      <w:r w:rsidRPr="000A30E8">
        <w:rPr>
          <w:rStyle w:val="Taille-1Caracteres"/>
        </w:rPr>
        <w:t>IGUILLEUR-DISQUE</w:t>
      </w:r>
      <w:r w:rsidRPr="000A30E8">
        <w:t>. — Ce n’est pas ma femme. Il y aura trois ans, viennent les prunes, qu’elle s’est enfuie avec un serre-frein.</w:t>
      </w:r>
    </w:p>
    <w:p w14:paraId="249677DB" w14:textId="77777777" w:rsidR="00285C2D" w:rsidRPr="000A30E8" w:rsidRDefault="00285C2D" w:rsidP="00285C2D">
      <w:r w:rsidRPr="000A30E8">
        <w:t>L</w:t>
      </w:r>
      <w:r w:rsidRPr="000A30E8">
        <w:rPr>
          <w:rStyle w:val="Taille-1Caracteres"/>
        </w:rPr>
        <w:t>ES TROIS</w:t>
      </w:r>
      <w:r w:rsidRPr="000A30E8">
        <w:t xml:space="preserve"> A</w:t>
      </w:r>
      <w:r w:rsidRPr="000A30E8">
        <w:rPr>
          <w:rStyle w:val="Taille-1Caracteres"/>
        </w:rPr>
        <w:t>DMIRATEURS DE L’</w:t>
      </w:r>
      <w:r w:rsidRPr="000A30E8">
        <w:t>A</w:t>
      </w:r>
      <w:r w:rsidRPr="000A30E8">
        <w:rPr>
          <w:rStyle w:val="Taille-1Caracteres"/>
        </w:rPr>
        <w:t>IGUILLEUR</w:t>
      </w:r>
      <w:r w:rsidRPr="000A30E8">
        <w:t>. — Mais alors, quelle est cette femme que l’on vient d’assassiner dans ta maison, héroïque Aiguilleur ?</w:t>
      </w:r>
    </w:p>
    <w:p w14:paraId="3B80D23E" w14:textId="77777777" w:rsidR="00285C2D" w:rsidRPr="000A30E8" w:rsidRDefault="00285C2D" w:rsidP="00285C2D">
      <w:r w:rsidRPr="000A30E8">
        <w:t>L’A</w:t>
      </w:r>
      <w:r w:rsidRPr="000A30E8">
        <w:rPr>
          <w:rStyle w:val="Taille-1Caracteres"/>
        </w:rPr>
        <w:t>IGUILLEUR-DISQUE</w:t>
      </w:r>
      <w:r w:rsidRPr="000A30E8">
        <w:t>. — Ma belle-mère. Conscience, devoir, abnégation, telle est la devise de l’aiguilleur.</w:t>
      </w:r>
    </w:p>
    <w:p w14:paraId="580E6B84" w14:textId="77777777" w:rsidR="00285C2D" w:rsidRPr="000A30E8" w:rsidRDefault="00285C2D" w:rsidP="00285C2D">
      <w:pPr>
        <w:pStyle w:val="Centr"/>
      </w:pPr>
      <w:r w:rsidRPr="000A30E8">
        <w:t>RIDEAU</w:t>
      </w:r>
    </w:p>
    <w:p w14:paraId="3C3F7C5F" w14:textId="77777777" w:rsidR="00285C2D" w:rsidRPr="000A30E8" w:rsidRDefault="00285C2D" w:rsidP="00285C2D">
      <w:pPr>
        <w:pStyle w:val="Titre2"/>
      </w:pPr>
      <w:bookmarkStart w:id="27" w:name="_Toc196330213"/>
      <w:r w:rsidRPr="000A30E8">
        <w:lastRenderedPageBreak/>
        <w:t>LA BELLE FROMAGÈRE</w:t>
      </w:r>
      <w:bookmarkEnd w:id="27"/>
    </w:p>
    <w:p w14:paraId="6A93250C" w14:textId="77777777" w:rsidR="00285C2D" w:rsidRPr="000A30E8" w:rsidRDefault="00285C2D" w:rsidP="00285C2D">
      <w:pPr>
        <w:pStyle w:val="Titre3"/>
      </w:pPr>
      <w:bookmarkStart w:id="28" w:name="_Toc196330214"/>
      <w:r w:rsidRPr="000A30E8">
        <w:t>PREMIER ACTE</w:t>
      </w:r>
      <w:r w:rsidRPr="000A30E8">
        <w:br/>
      </w:r>
      <w:r w:rsidRPr="000A30E8">
        <w:br/>
        <w:t>Le fromager-parfumeur.</w:t>
      </w:r>
      <w:bookmarkEnd w:id="28"/>
    </w:p>
    <w:p w14:paraId="2A0123B7" w14:textId="77777777" w:rsidR="00285C2D" w:rsidRPr="000A30E8" w:rsidRDefault="00285C2D" w:rsidP="00285C2D">
      <w:pPr>
        <w:pStyle w:val="Centr"/>
      </w:pPr>
      <w:r w:rsidRPr="000A30E8">
        <w:rPr>
          <w:rStyle w:val="Taille-1Caracteres"/>
        </w:rPr>
        <w:t>La scène représente la fromagerie</w:t>
      </w:r>
      <w:r w:rsidRPr="000A30E8">
        <w:t>.</w:t>
      </w:r>
    </w:p>
    <w:p w14:paraId="08C3DB9B" w14:textId="77777777" w:rsidR="00285C2D" w:rsidRPr="000A30E8" w:rsidRDefault="00285C2D" w:rsidP="00285C2D">
      <w:r w:rsidRPr="000A30E8">
        <w:rPr>
          <w:szCs w:val="32"/>
        </w:rPr>
        <w:t>L</w:t>
      </w:r>
      <w:r w:rsidRPr="000A30E8">
        <w:rPr>
          <w:rStyle w:val="Taille-1Caracteres"/>
        </w:rPr>
        <w:t>E</w:t>
      </w:r>
      <w:r w:rsidRPr="000A30E8">
        <w:rPr>
          <w:szCs w:val="32"/>
        </w:rPr>
        <w:t xml:space="preserve"> F</w:t>
      </w:r>
      <w:r w:rsidRPr="000A30E8">
        <w:rPr>
          <w:rStyle w:val="Taille-1Caracteres"/>
        </w:rPr>
        <w:t>ROMAGER-PARFUMEUR</w:t>
      </w:r>
      <w:r w:rsidRPr="000A30E8">
        <w:rPr>
          <w:szCs w:val="32"/>
        </w:rPr>
        <w:t>. — Depuis que j’ai trouvé le moyen de parfumer mes fromages sans en altérer le goût, notre chiffre d’affaires augmente de jour en jour.</w:t>
      </w:r>
    </w:p>
    <w:p w14:paraId="5CCC7EA8" w14:textId="77777777" w:rsidR="00285C2D" w:rsidRPr="000A30E8" w:rsidRDefault="00285C2D" w:rsidP="00285C2D">
      <w:r w:rsidRPr="000A30E8">
        <w:t>L</w:t>
      </w:r>
      <w:r w:rsidRPr="000A30E8">
        <w:rPr>
          <w:rStyle w:val="Taille-1Caracteres"/>
        </w:rPr>
        <w:t>A BELLE</w:t>
      </w:r>
      <w:r w:rsidRPr="000A30E8">
        <w:t xml:space="preserve"> F</w:t>
      </w:r>
      <w:r w:rsidRPr="000A30E8">
        <w:rPr>
          <w:rStyle w:val="Taille-1Caracteres"/>
        </w:rPr>
        <w:t>ROMAGÈRE</w:t>
      </w:r>
      <w:r w:rsidRPr="000A30E8">
        <w:t>. — Oui, cher époux, ton invention a bouleversé le monde de la fromagerie. Grâce à ton merveilleux procédé, nos fromages peuvent rivaliser comme parfum avec les fleurs les plus odorantes de nos jardins. Ton « camembert-muguet-printemps » a recueilli les suffrages les plus délicats.</w:t>
      </w:r>
    </w:p>
    <w:p w14:paraId="2C23D976"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ROMAGER-PARFUMEUR</w:t>
      </w:r>
      <w:r w:rsidRPr="000A30E8">
        <w:t xml:space="preserve">, </w:t>
      </w:r>
      <w:r w:rsidRPr="000A30E8">
        <w:rPr>
          <w:i/>
          <w:iCs/>
        </w:rPr>
        <w:t>avec orgueil</w:t>
      </w:r>
      <w:r w:rsidRPr="000A30E8">
        <w:t>. — Mon « livarot-rose-trémière » est également très apprécié, ainsi que mon « roquefort-soupir de ma mie » et mon « parmesan aux violettes de Parme ». Ah ! chère épouse, ces fromages parfumés feront notre fortune, comme ils ont déjà fait notre bonheur.</w:t>
      </w:r>
    </w:p>
    <w:p w14:paraId="765A42F4" w14:textId="77777777" w:rsidR="00285C2D" w:rsidRPr="000A30E8" w:rsidRDefault="00285C2D" w:rsidP="00285C2D">
      <w:r w:rsidRPr="000A30E8">
        <w:t>L</w:t>
      </w:r>
      <w:r w:rsidRPr="000A30E8">
        <w:rPr>
          <w:rStyle w:val="Taille-1Caracteres"/>
        </w:rPr>
        <w:t>A BELLE</w:t>
      </w:r>
      <w:r w:rsidRPr="000A30E8">
        <w:t xml:space="preserve"> F</w:t>
      </w:r>
      <w:r w:rsidRPr="000A30E8">
        <w:rPr>
          <w:rStyle w:val="Taille-1Caracteres"/>
        </w:rPr>
        <w:t>ROMAGÈRE</w:t>
      </w:r>
      <w:r w:rsidRPr="000A30E8">
        <w:t xml:space="preserve">, </w:t>
      </w:r>
      <w:r w:rsidRPr="000A30E8">
        <w:rPr>
          <w:i/>
          <w:iCs/>
        </w:rPr>
        <w:t>rougissant</w:t>
      </w:r>
      <w:r w:rsidRPr="000A30E8">
        <w:t>. — C’est vrai, ce sont eux qui firent éclore notre amour. Voilà juste six mois aujourd’hui qu’en me faisant visiter ta fromagerie, tu m’offris galamment un « gruyère-brise d’avril ». Tout émue, je respirai avec délices son doux parfum, et quelques minutes plus tard nous échangions nos premiers aveux.</w:t>
      </w:r>
    </w:p>
    <w:p w14:paraId="7FC78897" w14:textId="77777777" w:rsidR="00285C2D" w:rsidRPr="000A30E8" w:rsidRDefault="00285C2D" w:rsidP="00285C2D">
      <w:r w:rsidRPr="000A30E8">
        <w:lastRenderedPageBreak/>
        <w:t>L</w:t>
      </w:r>
      <w:r w:rsidRPr="000A30E8">
        <w:rPr>
          <w:rStyle w:val="Taille-1Caracteres"/>
        </w:rPr>
        <w:t>E</w:t>
      </w:r>
      <w:r w:rsidRPr="000A30E8">
        <w:t xml:space="preserve"> F</w:t>
      </w:r>
      <w:r w:rsidRPr="000A30E8">
        <w:rPr>
          <w:rStyle w:val="Taille-1Caracteres"/>
        </w:rPr>
        <w:t>ROMAGER-PARFUMEUR</w:t>
      </w:r>
      <w:r w:rsidRPr="000A30E8">
        <w:t>. — À propos de gruyère, femme adorée, n’oublie pas de livrer ce matin au châtelain de la colline l’énorme bloc de gruyère qu’il nous a commandé.</w:t>
      </w:r>
    </w:p>
    <w:p w14:paraId="24D01619" w14:textId="77777777" w:rsidR="00285C2D" w:rsidRPr="000A30E8" w:rsidRDefault="00285C2D" w:rsidP="00285C2D">
      <w:r w:rsidRPr="000A30E8">
        <w:t>L</w:t>
      </w:r>
      <w:r w:rsidRPr="000A30E8">
        <w:rPr>
          <w:rStyle w:val="Taille-1Caracteres"/>
        </w:rPr>
        <w:t>A BELLE</w:t>
      </w:r>
      <w:r w:rsidRPr="000A30E8">
        <w:t xml:space="preserve"> F</w:t>
      </w:r>
      <w:r w:rsidRPr="000A30E8">
        <w:rPr>
          <w:rStyle w:val="Taille-1Caracteres"/>
        </w:rPr>
        <w:t>ROMAGÈRE</w:t>
      </w:r>
      <w:r w:rsidRPr="000A30E8">
        <w:t>. — Non, cher époux, je ne veux pas pénétrer au château de la colline. Depuis déjà longtemps, le châtelain me regarde avec des yeux luisants de convoitise. Toutes ses commandes de gigantesques fromages ne sont que des prétextes pour m’attirer au château. Il est préférable que tu fasses toi-même la livraison. D’ailleurs, ma voiture est remplie de « camembert-muguet-printemps » que je vais transporter à la gare du village.</w:t>
      </w:r>
    </w:p>
    <w:p w14:paraId="5DEC7FB1"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ROMAGER-PARFUMEUR</w:t>
      </w:r>
      <w:r w:rsidRPr="000A30E8">
        <w:t>. — Pars donc, chère épouse, je livrerai moi-même l’énorme gruyère au château cet après-midi.</w:t>
      </w:r>
    </w:p>
    <w:p w14:paraId="54EB957F" w14:textId="77777777" w:rsidR="00285C2D" w:rsidRPr="000A30E8" w:rsidRDefault="00285C2D" w:rsidP="00285C2D">
      <w:r w:rsidRPr="000A30E8">
        <w:t>L</w:t>
      </w:r>
      <w:r w:rsidRPr="000A30E8">
        <w:rPr>
          <w:rStyle w:val="Taille-1Caracteres"/>
        </w:rPr>
        <w:t>A BELLE</w:t>
      </w:r>
      <w:r w:rsidRPr="000A30E8">
        <w:t xml:space="preserve"> F</w:t>
      </w:r>
      <w:r w:rsidRPr="000A30E8">
        <w:rPr>
          <w:rStyle w:val="Taille-1Caracteres"/>
        </w:rPr>
        <w:t>ROMAGÈRE</w:t>
      </w:r>
      <w:r w:rsidRPr="000A30E8">
        <w:t xml:space="preserve">, </w:t>
      </w:r>
      <w:r w:rsidRPr="000A30E8">
        <w:rPr>
          <w:i/>
          <w:iCs/>
        </w:rPr>
        <w:t>à part</w:t>
      </w:r>
      <w:r w:rsidRPr="000A30E8">
        <w:t>. — C’est étrange ! Mon cœur est rempli de sombres pressentiments. (</w:t>
      </w:r>
      <w:r w:rsidRPr="000A30E8">
        <w:rPr>
          <w:i/>
          <w:iCs/>
        </w:rPr>
        <w:t>Secouant la tête</w:t>
      </w:r>
      <w:r w:rsidRPr="000A30E8">
        <w:t>.) Bah ! imaginations que tout cela ! (</w:t>
      </w:r>
      <w:r w:rsidRPr="000A30E8">
        <w:rPr>
          <w:i/>
          <w:iCs/>
        </w:rPr>
        <w:t>Elle monte dans sa voiture et fouette le cheval.</w:t>
      </w:r>
      <w:r w:rsidRPr="000A30E8">
        <w:t>) Hue ! Maurice ! Hue !</w:t>
      </w:r>
    </w:p>
    <w:p w14:paraId="6CD30E10" w14:textId="77777777" w:rsidR="00285C2D" w:rsidRPr="000A30E8" w:rsidRDefault="00285C2D" w:rsidP="00285C2D">
      <w:pPr>
        <w:pStyle w:val="Titre3"/>
      </w:pPr>
      <w:bookmarkStart w:id="29" w:name="_Toc196330215"/>
      <w:r w:rsidRPr="000A30E8">
        <w:t>DEUXIÈME ACTE</w:t>
      </w:r>
      <w:r w:rsidRPr="000A30E8">
        <w:br/>
      </w:r>
      <w:r w:rsidRPr="000A30E8">
        <w:br/>
        <w:t>Le guet-apens.</w:t>
      </w:r>
      <w:bookmarkEnd w:id="29"/>
    </w:p>
    <w:p w14:paraId="77CF6F59" w14:textId="77777777" w:rsidR="00285C2D" w:rsidRPr="000A30E8" w:rsidRDefault="00285C2D" w:rsidP="00285C2D">
      <w:pPr>
        <w:pStyle w:val="Centr"/>
        <w:rPr>
          <w:rStyle w:val="Taille-1Caracteres"/>
        </w:rPr>
      </w:pPr>
      <w:r w:rsidRPr="000A30E8">
        <w:rPr>
          <w:rStyle w:val="Taille-1Caracteres"/>
        </w:rPr>
        <w:t>La scène représente la route.</w:t>
      </w:r>
    </w:p>
    <w:p w14:paraId="6BEFAD21" w14:textId="77777777" w:rsidR="00285C2D" w:rsidRPr="000A30E8" w:rsidRDefault="00285C2D" w:rsidP="00285C2D">
      <w:r w:rsidRPr="000A30E8">
        <w:rPr>
          <w:szCs w:val="32"/>
        </w:rPr>
        <w:t>L</w:t>
      </w:r>
      <w:r w:rsidRPr="000A30E8">
        <w:rPr>
          <w:rStyle w:val="Taille-1Caracteres"/>
        </w:rPr>
        <w:t>A BELLE</w:t>
      </w:r>
      <w:r w:rsidRPr="000A30E8">
        <w:rPr>
          <w:szCs w:val="32"/>
        </w:rPr>
        <w:t xml:space="preserve"> F</w:t>
      </w:r>
      <w:r w:rsidRPr="000A30E8">
        <w:rPr>
          <w:rStyle w:val="Taille-1Caracteres"/>
        </w:rPr>
        <w:t>ROMAGÈRE</w:t>
      </w:r>
      <w:r w:rsidRPr="000A30E8">
        <w:rPr>
          <w:szCs w:val="32"/>
        </w:rPr>
        <w:t xml:space="preserve">. — Me voici au pied de la côte qui conduit au sommet de la colline. Comme d’habitude, par bonté pour mon cheval Maurice, je lui fais tourner le dos à la côte que nous allons gravir, et pousser la voiture à reculons. De cette façon, Maurice a l’illusion de descendre la côte au </w:t>
      </w:r>
      <w:r w:rsidRPr="000A30E8">
        <w:rPr>
          <w:szCs w:val="32"/>
        </w:rPr>
        <w:lastRenderedPageBreak/>
        <w:t>lieu de la monter. (</w:t>
      </w:r>
      <w:r w:rsidRPr="000A30E8">
        <w:rPr>
          <w:i/>
          <w:iCs/>
          <w:szCs w:val="32"/>
        </w:rPr>
        <w:t>La voiture commence à monter la côte à reculons</w:t>
      </w:r>
      <w:r w:rsidRPr="000A30E8">
        <w:rPr>
          <w:szCs w:val="32"/>
        </w:rPr>
        <w:t>.) Oh ! la terrible journée de chaleur ! Le soleil, implacable, projette ses rayons ardents sur la route poudreuse. Mais, Dieu soit loué ! nous arrivons au sommet de la colline. Ciel ! Quel est ce choc imprévu ? Ma voiture se renverse brusquement et je suis projetée sur le sol avec tous mes fromages ! Mais que vois-je ? Le châtelain de la colline surgit d’un fourré et se dirige sur moi en toute hâte. Je comprends tout. C’est un guet-apens ! Le misérable connaissait mon habitude de faire monter la voiture à reculons. C’est lui qui a creusé le trou dans lequel ma voiture a versé. Impossible de fuir. Que faire ? Comment avertir mon mari ? Dans quelques secondes l’infâme châtelain m’aura enlevée dans ses bras musclés. Oh ! quelle idée ! (</w:t>
      </w:r>
      <w:r w:rsidRPr="000A30E8">
        <w:rPr>
          <w:i/>
          <w:iCs/>
          <w:szCs w:val="32"/>
        </w:rPr>
        <w:t>Elle arrache rapidement une feuille de son carnet de comptes, écrit quelques mots, plie la feuille et la jette sur le sol</w:t>
      </w:r>
      <w:r w:rsidRPr="000A30E8">
        <w:rPr>
          <w:szCs w:val="32"/>
        </w:rPr>
        <w:t>.) Et maintenant, à la grâce de Dieu !</w:t>
      </w:r>
    </w:p>
    <w:p w14:paraId="64D1B84F" w14:textId="77777777" w:rsidR="00285C2D" w:rsidRPr="000A30E8" w:rsidRDefault="00285C2D" w:rsidP="00285C2D">
      <w:pPr>
        <w:pStyle w:val="Titre3"/>
      </w:pPr>
      <w:bookmarkStart w:id="30" w:name="_Toc196330216"/>
      <w:r w:rsidRPr="000A30E8">
        <w:t>TROISIÈME ACTE</w:t>
      </w:r>
      <w:r w:rsidRPr="000A30E8">
        <w:br/>
      </w:r>
      <w:r w:rsidRPr="000A30E8">
        <w:br/>
        <w:t>Les yeux qui fixent.</w:t>
      </w:r>
      <w:bookmarkEnd w:id="30"/>
    </w:p>
    <w:p w14:paraId="5C988923" w14:textId="77777777" w:rsidR="00285C2D" w:rsidRPr="000A30E8" w:rsidRDefault="00285C2D" w:rsidP="00285C2D">
      <w:pPr>
        <w:pStyle w:val="Centr"/>
      </w:pPr>
      <w:r w:rsidRPr="000A30E8">
        <w:rPr>
          <w:rStyle w:val="Taille-1Caracteres"/>
        </w:rPr>
        <w:t>La scène représente une chambre du château</w:t>
      </w:r>
      <w:r w:rsidRPr="000A30E8">
        <w:t>.</w:t>
      </w:r>
    </w:p>
    <w:p w14:paraId="62D1E6C5" w14:textId="77777777" w:rsidR="00285C2D" w:rsidRPr="000A30E8" w:rsidRDefault="00285C2D" w:rsidP="00285C2D">
      <w:r w:rsidRPr="000A30E8">
        <w:rPr>
          <w:szCs w:val="32"/>
        </w:rPr>
        <w:t>L</w:t>
      </w:r>
      <w:r w:rsidRPr="000A30E8">
        <w:rPr>
          <w:rStyle w:val="Taille-1Caracteres"/>
        </w:rPr>
        <w:t>A BELLE</w:t>
      </w:r>
      <w:r w:rsidRPr="000A30E8">
        <w:rPr>
          <w:szCs w:val="32"/>
        </w:rPr>
        <w:t xml:space="preserve"> F</w:t>
      </w:r>
      <w:r w:rsidRPr="000A30E8">
        <w:rPr>
          <w:rStyle w:val="Taille-1Caracteres"/>
        </w:rPr>
        <w:t>ROMAGÈRE</w:t>
      </w:r>
      <w:r w:rsidRPr="000A30E8">
        <w:rPr>
          <w:szCs w:val="32"/>
        </w:rPr>
        <w:t>. — Voilà déjà de longues heures que je suis prisonnière dans cette chambre du château. J’ai repoussé victorieusement le premier assaut du châtelain de la colline. Mais j’entends des pas. C’est lui !</w:t>
      </w:r>
    </w:p>
    <w:p w14:paraId="298EF25A"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HÂTELAIN DE LA COLLINE</w:t>
      </w:r>
      <w:r w:rsidRPr="000A30E8">
        <w:t xml:space="preserve">, </w:t>
      </w:r>
      <w:r w:rsidRPr="000A30E8">
        <w:rPr>
          <w:i/>
          <w:iCs/>
        </w:rPr>
        <w:t>entrant</w:t>
      </w:r>
      <w:r w:rsidRPr="000A30E8">
        <w:t>. — Oui, c’est moi. Et cette fois, belle fromagère, tu n’échapperas pas à mon baiser fiévreux.</w:t>
      </w:r>
    </w:p>
    <w:p w14:paraId="6BF437EA" w14:textId="77777777" w:rsidR="00285C2D" w:rsidRPr="000A30E8" w:rsidRDefault="00285C2D" w:rsidP="00285C2D">
      <w:r w:rsidRPr="000A30E8">
        <w:lastRenderedPageBreak/>
        <w:t>L</w:t>
      </w:r>
      <w:r w:rsidRPr="000A30E8">
        <w:rPr>
          <w:rStyle w:val="Taille-1Caracteres"/>
        </w:rPr>
        <w:t>A BELLE</w:t>
      </w:r>
      <w:r w:rsidRPr="000A30E8">
        <w:t xml:space="preserve"> F</w:t>
      </w:r>
      <w:r w:rsidRPr="000A30E8">
        <w:rPr>
          <w:rStyle w:val="Taille-1Caracteres"/>
        </w:rPr>
        <w:t>ROMAGÈRE</w:t>
      </w:r>
      <w:r w:rsidRPr="000A30E8">
        <w:t>. — Ciel ! Fuyons ! Oh ! bonheur ! Cette porte est ouverte !</w:t>
      </w:r>
    </w:p>
    <w:p w14:paraId="13120851"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HÂTELAIN DE LA COLLINE</w:t>
      </w:r>
      <w:r w:rsidRPr="000A30E8">
        <w:t xml:space="preserve">, </w:t>
      </w:r>
      <w:r w:rsidRPr="000A30E8">
        <w:rPr>
          <w:i/>
          <w:iCs/>
        </w:rPr>
        <w:t>la poursuivant</w:t>
      </w:r>
      <w:r w:rsidRPr="000A30E8">
        <w:t>. — Ta fuite est inutile, belle fromagère, ce corridor que tu traverses en courant conduit aux caves du château.</w:t>
      </w:r>
    </w:p>
    <w:p w14:paraId="35D5CC17" w14:textId="77777777" w:rsidR="00285C2D" w:rsidRPr="000A30E8" w:rsidRDefault="00285C2D" w:rsidP="00285C2D">
      <w:r w:rsidRPr="000A30E8">
        <w:t>L</w:t>
      </w:r>
      <w:r w:rsidRPr="000A30E8">
        <w:rPr>
          <w:rStyle w:val="Taille-1Caracteres"/>
        </w:rPr>
        <w:t>A BELLE</w:t>
      </w:r>
      <w:r w:rsidRPr="000A30E8">
        <w:t xml:space="preserve"> F</w:t>
      </w:r>
      <w:r w:rsidRPr="000A30E8">
        <w:rPr>
          <w:rStyle w:val="Taille-1Caracteres"/>
        </w:rPr>
        <w:t>ROMAGÈRE</w:t>
      </w:r>
      <w:r w:rsidRPr="000A30E8">
        <w:t>. — Redoublons de vitesse. Qui sait ? Par les caves, peut-être pourrai-je fuir. (</w:t>
      </w:r>
      <w:r w:rsidRPr="000A30E8">
        <w:rPr>
          <w:i/>
          <w:iCs/>
        </w:rPr>
        <w:t>Elle arrive dans les caves</w:t>
      </w:r>
      <w:r w:rsidRPr="000A30E8">
        <w:t>.) Malédiction ! Pas d’issues ! Ah ! je suis perdue !</w:t>
      </w:r>
    </w:p>
    <w:p w14:paraId="66035ED4"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HÂTELAIN DE LA COLLINE</w:t>
      </w:r>
      <w:r w:rsidRPr="000A30E8">
        <w:t xml:space="preserve">, </w:t>
      </w:r>
      <w:r w:rsidRPr="000A30E8">
        <w:rPr>
          <w:i/>
          <w:iCs/>
        </w:rPr>
        <w:t>ironique</w:t>
      </w:r>
      <w:r w:rsidRPr="000A30E8">
        <w:t>. — Te voilà bien avancée, la belle ! M’obliger à te poursuivre jusque dans la cave aux fromages. Car c’est ici, ma jolie, que je conserve tous les fromages que j’avais achetés dans l’espoir de t’attirer un jour au château. Cette ruse n’ayant point réussi, j’ai dû employer les grands moyens.</w:t>
      </w:r>
    </w:p>
    <w:p w14:paraId="2A59C801" w14:textId="77777777" w:rsidR="00285C2D" w:rsidRPr="000A30E8" w:rsidRDefault="00285C2D" w:rsidP="00285C2D">
      <w:r w:rsidRPr="000A30E8">
        <w:t>L</w:t>
      </w:r>
      <w:r w:rsidRPr="000A30E8">
        <w:rPr>
          <w:rStyle w:val="Taille-1Caracteres"/>
        </w:rPr>
        <w:t>A BELLE</w:t>
      </w:r>
      <w:r w:rsidRPr="000A30E8">
        <w:t xml:space="preserve"> F</w:t>
      </w:r>
      <w:r w:rsidRPr="000A30E8">
        <w:rPr>
          <w:rStyle w:val="Taille-1Caracteres"/>
        </w:rPr>
        <w:t>ROMAGÈRE</w:t>
      </w:r>
      <w:r w:rsidRPr="000A30E8">
        <w:t>. — Infâme ! Mon mari me vengera !</w:t>
      </w:r>
    </w:p>
    <w:p w14:paraId="515A91CC"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HÂTELAIN DE LA COLLINE</w:t>
      </w:r>
      <w:r w:rsidRPr="000A30E8">
        <w:t>. — Ton mari ne se doute de rien. Il m’a fait livrer cet après-midi ce gigantesque gruyère que j’avais commandé, il y a quelques jours, dans l’espoir de te séduire par l’importance de mes achats. Mais trêve de discours. Ma force aura bientôt raison de ta résistance. Rien ne pourra te soustraire à… (</w:t>
      </w:r>
      <w:r w:rsidRPr="000A30E8">
        <w:rPr>
          <w:i/>
          <w:iCs/>
        </w:rPr>
        <w:t>S’arrêtant soudain</w:t>
      </w:r>
      <w:r w:rsidRPr="000A30E8">
        <w:t>.) Oh !… là ! là ! Que vois-je ? C’est fou ! Je rêve. Les yeux du gruyère me fixent… me fixent terriblement !</w:t>
      </w:r>
    </w:p>
    <w:p w14:paraId="1A982B3C" w14:textId="77777777" w:rsidR="00285C2D" w:rsidRPr="000A30E8" w:rsidRDefault="00285C2D" w:rsidP="00285C2D">
      <w:r w:rsidRPr="000A30E8">
        <w:t>L</w:t>
      </w:r>
      <w:r w:rsidRPr="000A30E8">
        <w:rPr>
          <w:rStyle w:val="Taille-1Caracteres"/>
        </w:rPr>
        <w:t>A BELLE</w:t>
      </w:r>
      <w:r w:rsidRPr="000A30E8">
        <w:t xml:space="preserve"> F</w:t>
      </w:r>
      <w:r w:rsidRPr="000A30E8">
        <w:rPr>
          <w:rStyle w:val="Taille-1Caracteres"/>
        </w:rPr>
        <w:t>ROMAGÈRE</w:t>
      </w:r>
      <w:r w:rsidRPr="000A30E8">
        <w:t>. — Il devient fou. Seigneur, protégez-moi !</w:t>
      </w:r>
    </w:p>
    <w:p w14:paraId="5ABF5464"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HÂTELAIN DE LA COLLINE</w:t>
      </w:r>
      <w:r w:rsidRPr="000A30E8">
        <w:t xml:space="preserve">, </w:t>
      </w:r>
      <w:r w:rsidRPr="000A30E8">
        <w:rPr>
          <w:i/>
          <w:iCs/>
        </w:rPr>
        <w:t>hagard</w:t>
      </w:r>
      <w:r w:rsidRPr="000A30E8">
        <w:t>. — Ah ! j’ai peur ! j’ai peur ! Le gruyère a bougé ! Ses yeux lancent des éclairs ! Il bouge… Oh ! je rêve !</w:t>
      </w:r>
    </w:p>
    <w:p w14:paraId="791577FC" w14:textId="77777777" w:rsidR="00285C2D" w:rsidRPr="000A30E8" w:rsidRDefault="00285C2D" w:rsidP="00285C2D">
      <w:r w:rsidRPr="000A30E8">
        <w:lastRenderedPageBreak/>
        <w:t>L</w:t>
      </w:r>
      <w:r w:rsidRPr="000A30E8">
        <w:rPr>
          <w:rStyle w:val="Taille-1Caracteres"/>
        </w:rPr>
        <w:t>E</w:t>
      </w:r>
      <w:r w:rsidRPr="000A30E8">
        <w:t xml:space="preserve"> F</w:t>
      </w:r>
      <w:r w:rsidRPr="000A30E8">
        <w:rPr>
          <w:rStyle w:val="Taille-1Caracteres"/>
        </w:rPr>
        <w:t>ROMAGER-PARFUMEUR</w:t>
      </w:r>
      <w:r w:rsidRPr="000A30E8">
        <w:t xml:space="preserve">, </w:t>
      </w:r>
      <w:r w:rsidRPr="000A30E8">
        <w:rPr>
          <w:i/>
          <w:iCs/>
        </w:rPr>
        <w:t>surgissant de l’énorme bloc de gruyère</w:t>
      </w:r>
      <w:r w:rsidRPr="000A30E8">
        <w:t>. — Non, tu ne rêves pas, misérable ! Mes yeux remplis d’une juste colère te fixaient à travers les trous de ce fromage.</w:t>
      </w:r>
    </w:p>
    <w:p w14:paraId="47A901D2" w14:textId="77777777" w:rsidR="00285C2D" w:rsidRPr="000A30E8" w:rsidRDefault="00285C2D" w:rsidP="00285C2D">
      <w:r w:rsidRPr="000A30E8">
        <w:t>L</w:t>
      </w:r>
      <w:r w:rsidRPr="000A30E8">
        <w:rPr>
          <w:rStyle w:val="Taille-1Caracteres"/>
        </w:rPr>
        <w:t>A BELLE</w:t>
      </w:r>
      <w:r w:rsidRPr="000A30E8">
        <w:t xml:space="preserve"> F</w:t>
      </w:r>
      <w:r w:rsidRPr="000A30E8">
        <w:rPr>
          <w:rStyle w:val="Taille-1Caracteres"/>
        </w:rPr>
        <w:t>ROMAGÈRE</w:t>
      </w:r>
      <w:r w:rsidRPr="000A30E8">
        <w:t xml:space="preserve">, </w:t>
      </w:r>
      <w:r w:rsidRPr="000A30E8">
        <w:rPr>
          <w:i/>
          <w:iCs/>
        </w:rPr>
        <w:t>s’élançant dans les bras de son mari</w:t>
      </w:r>
      <w:r w:rsidRPr="000A30E8">
        <w:t>. — Toi ! C’est toi !</w:t>
      </w:r>
    </w:p>
    <w:p w14:paraId="39B7B81F"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ROMAGER-PARFUMEUR</w:t>
      </w:r>
      <w:r w:rsidRPr="000A30E8">
        <w:t>. — Oui, c’est moi, prévenu par ton billet désespéré.</w:t>
      </w:r>
    </w:p>
    <w:p w14:paraId="581F4724" w14:textId="77777777" w:rsidR="00285C2D" w:rsidRPr="000A30E8" w:rsidRDefault="00285C2D" w:rsidP="00285C2D">
      <w:r w:rsidRPr="000A30E8">
        <w:t>L</w:t>
      </w:r>
      <w:r w:rsidRPr="000A30E8">
        <w:rPr>
          <w:rStyle w:val="Taille-1Caracteres"/>
        </w:rPr>
        <w:t>A BELLE</w:t>
      </w:r>
      <w:r w:rsidRPr="000A30E8">
        <w:t xml:space="preserve"> F</w:t>
      </w:r>
      <w:r w:rsidRPr="000A30E8">
        <w:rPr>
          <w:rStyle w:val="Taille-1Caracteres"/>
        </w:rPr>
        <w:t>ROMAGÈRE</w:t>
      </w:r>
      <w:r w:rsidRPr="000A30E8">
        <w:t>. — Quoi ? Ce que j’avais prévu est donc arrivé ? Les fromages renversés sur la route, et sur lesquels j’avais lancé à tout hasard mon billet avertisseur, l’ont transporté jusqu’à toi ?</w:t>
      </w:r>
    </w:p>
    <w:p w14:paraId="42F90DAA"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ROMAGER-PARFUMEUR</w:t>
      </w:r>
      <w:r w:rsidRPr="000A30E8">
        <w:t>. — Oui. Grâce à la Providence et surtout à l’ardent soleil, les fromages, surchauffés, descendirent rapidement la colline. J’étais sur le seuil de notre maison lorsque je les vis arriver. Ah ! les braves camemberts ! Comme leur marche était rapide ! On aurait dit qu’ils devinaient l’importance du billet qu’ils transportaient. Dès que j’eus pris connaissance du billet m’annonçant le guet-apens du châtelain, j’eus l’idée, pour pénétrer au château, de creuser l’énorme bloc de gruyère que je devais livrer et de m’y cacher, afin de surgir au moment précis où tout espoir semblerait perdu. Tout a parfaitement réussi. Viens, femme, sortons de ce lieu maudit. (</w:t>
      </w:r>
      <w:r w:rsidRPr="000A30E8">
        <w:rPr>
          <w:i/>
          <w:iCs/>
        </w:rPr>
        <w:t>Se tournant vers le châtelain</w:t>
      </w:r>
      <w:r w:rsidRPr="000A30E8">
        <w:t>.) Quant à vous, triste personnage, remerciez Satan, votre ami, que je sois arrivé à temps, car, autrement, j’en atteste le ciel, le monde des vivants compterait un cadavre de plus !</w:t>
      </w:r>
    </w:p>
    <w:p w14:paraId="678E0793" w14:textId="77777777" w:rsidR="00285C2D" w:rsidRPr="000A30E8" w:rsidRDefault="00285C2D" w:rsidP="00285C2D">
      <w:pPr>
        <w:pStyle w:val="Centr"/>
      </w:pPr>
      <w:r w:rsidRPr="000A30E8">
        <w:t>RIDEAU</w:t>
      </w:r>
    </w:p>
    <w:p w14:paraId="4EC583EB" w14:textId="77777777" w:rsidR="00285C2D" w:rsidRPr="000A30E8" w:rsidRDefault="00285C2D" w:rsidP="00285C2D">
      <w:pPr>
        <w:pStyle w:val="Titre2"/>
      </w:pPr>
      <w:bookmarkStart w:id="31" w:name="_Toc196330217"/>
      <w:r w:rsidRPr="000A30E8">
        <w:lastRenderedPageBreak/>
        <w:t>UNE MAÎTRESSE FEMME</w:t>
      </w:r>
      <w:bookmarkEnd w:id="31"/>
    </w:p>
    <w:p w14:paraId="0A62AF55" w14:textId="77777777" w:rsidR="00285C2D" w:rsidRPr="000A30E8" w:rsidRDefault="00285C2D" w:rsidP="00285C2D">
      <w:pPr>
        <w:pStyle w:val="Titre3"/>
      </w:pPr>
      <w:bookmarkStart w:id="32" w:name="_Toc196330218"/>
      <w:r w:rsidRPr="000A30E8">
        <w:t>PREMIER TABLEAU</w:t>
      </w:r>
      <w:r w:rsidRPr="000A30E8">
        <w:br/>
      </w:r>
      <w:r w:rsidRPr="000A30E8">
        <w:br/>
        <w:t>Déménagement tragique.</w:t>
      </w:r>
      <w:bookmarkEnd w:id="32"/>
    </w:p>
    <w:p w14:paraId="06ED0502" w14:textId="77777777" w:rsidR="00285C2D" w:rsidRPr="000A30E8" w:rsidRDefault="00285C2D" w:rsidP="00285C2D">
      <w:pPr>
        <w:pStyle w:val="Centr"/>
        <w:rPr>
          <w:rStyle w:val="Taille-1Caracteres"/>
        </w:rPr>
      </w:pPr>
      <w:r w:rsidRPr="000A30E8">
        <w:rPr>
          <w:rStyle w:val="Taille-1Caracteres"/>
        </w:rPr>
        <w:t>La scène représente un appartement.</w:t>
      </w:r>
    </w:p>
    <w:p w14:paraId="4DE5C8E2" w14:textId="77777777" w:rsidR="00285C2D" w:rsidRPr="000A30E8" w:rsidRDefault="00285C2D" w:rsidP="00285C2D">
      <w:r w:rsidRPr="000A30E8">
        <w:rPr>
          <w:szCs w:val="32"/>
        </w:rPr>
        <w:t>L</w:t>
      </w:r>
      <w:r w:rsidRPr="000A30E8">
        <w:rPr>
          <w:rStyle w:val="Taille-1Caracteres"/>
        </w:rPr>
        <w:t>E</w:t>
      </w:r>
      <w:r w:rsidRPr="000A30E8">
        <w:rPr>
          <w:szCs w:val="32"/>
        </w:rPr>
        <w:t xml:space="preserve"> M</w:t>
      </w:r>
      <w:r w:rsidRPr="000A30E8">
        <w:rPr>
          <w:rStyle w:val="Taille-1Caracteres"/>
        </w:rPr>
        <w:t>ARI</w:t>
      </w:r>
      <w:r w:rsidRPr="000A30E8">
        <w:rPr>
          <w:szCs w:val="32"/>
        </w:rPr>
        <w:t>. — C’est une fameuse idée que j’ai eue de découper tout notre mobilier en petits morceaux, comme un jeu de patience. Cela nous permet de déménager discrètement à l’approche du terme. En plusieurs voyages, j’ai transporté ce matin presque tous nos meubles dans le nouvel appartement que nous allons habiter.</w:t>
      </w:r>
    </w:p>
    <w:p w14:paraId="035877EC" w14:textId="77777777" w:rsidR="00285C2D" w:rsidRPr="000A30E8" w:rsidRDefault="00285C2D" w:rsidP="00285C2D">
      <w:r w:rsidRPr="000A30E8">
        <w:t>L</w:t>
      </w:r>
      <w:r w:rsidRPr="000A30E8">
        <w:rPr>
          <w:rStyle w:val="Taille-1Caracteres"/>
        </w:rPr>
        <w:t>A MAÎTRESSE</w:t>
      </w:r>
      <w:r w:rsidRPr="000A30E8">
        <w:t xml:space="preserve"> F</w:t>
      </w:r>
      <w:r w:rsidRPr="000A30E8">
        <w:rPr>
          <w:rStyle w:val="Taille-1Caracteres"/>
        </w:rPr>
        <w:t>EMME</w:t>
      </w:r>
      <w:r w:rsidRPr="000A30E8">
        <w:t>. — La concierge ne s’est aperçue de rien ?</w:t>
      </w:r>
    </w:p>
    <w:p w14:paraId="73FD48D6"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ARI</w:t>
      </w:r>
      <w:r w:rsidRPr="000A30E8">
        <w:t>. — De rien. Tu sais bien que les morceaux de notre mobilier-puzzle ne sont pas plus grands que des morceaux de sucre. Ils se dissimulent facilement dans les poches. La concierge m’a vu sortir. Elle ne se doutait pas que j’emportais dans les poches de mon pardessus notre lit et la table de la salle à manger.</w:t>
      </w:r>
    </w:p>
    <w:p w14:paraId="56E02B1C" w14:textId="77777777" w:rsidR="00285C2D" w:rsidRPr="000A30E8" w:rsidRDefault="00285C2D" w:rsidP="00285C2D">
      <w:r w:rsidRPr="000A30E8">
        <w:t>L</w:t>
      </w:r>
      <w:r w:rsidRPr="000A30E8">
        <w:rPr>
          <w:rStyle w:val="Taille-1Caracteres"/>
        </w:rPr>
        <w:t>A MAÎTRESSE</w:t>
      </w:r>
      <w:r w:rsidRPr="000A30E8">
        <w:t xml:space="preserve"> F</w:t>
      </w:r>
      <w:r w:rsidRPr="000A30E8">
        <w:rPr>
          <w:rStyle w:val="Taille-1Caracteres"/>
        </w:rPr>
        <w:t>EMME</w:t>
      </w:r>
      <w:r w:rsidRPr="000A30E8">
        <w:t>. — Avouez que ce n’est pas une existence ! Vous n’êtes qu’un paresseux ! Vous feriez mieux de travailler pour payer vos termes au lieu de déformer vos poches en déménageant notre mobilier.</w:t>
      </w:r>
    </w:p>
    <w:p w14:paraId="70E2A444"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ARI</w:t>
      </w:r>
      <w:r w:rsidRPr="000A30E8">
        <w:t xml:space="preserve">. — Paresseux, moi ! Ah ! ne blasphémez pas, madame. Songez que dans chaque nouvel appartement que nous habitons, je passe près de deux mois et demi à </w:t>
      </w:r>
      <w:r w:rsidRPr="000A30E8">
        <w:lastRenderedPageBreak/>
        <w:t>reconstituer notre mobilier-puzzle. Paresseux ! À peine ai-je remonté tous les meubles qu’il faut songer à les démonter pour déménager à nouveau ! Paresseux !</w:t>
      </w:r>
    </w:p>
    <w:p w14:paraId="41C4AF67" w14:textId="77777777" w:rsidR="00285C2D" w:rsidRPr="000A30E8" w:rsidRDefault="00285C2D" w:rsidP="00285C2D">
      <w:r w:rsidRPr="000A30E8">
        <w:t>L</w:t>
      </w:r>
      <w:r w:rsidRPr="000A30E8">
        <w:rPr>
          <w:rStyle w:val="Taille-1Caracteres"/>
        </w:rPr>
        <w:t>A MAÎTRESSE</w:t>
      </w:r>
      <w:r w:rsidRPr="000A30E8">
        <w:t xml:space="preserve"> F</w:t>
      </w:r>
      <w:r w:rsidRPr="000A30E8">
        <w:rPr>
          <w:rStyle w:val="Taille-1Caracteres"/>
        </w:rPr>
        <w:t>EMME</w:t>
      </w:r>
      <w:r w:rsidRPr="000A30E8">
        <w:t>. — Ne bavardez pas tant et travaillez ! il vous reste encore à déboîter les 17.625 morceaux de l’armoire à glace et les 5.452 morceaux de la table de nuit.</w:t>
      </w:r>
    </w:p>
    <w:p w14:paraId="3189CF12"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ARI</w:t>
      </w:r>
      <w:r w:rsidRPr="000A30E8">
        <w:t>. — Je n’ai pas de temps à perdre. (</w:t>
      </w:r>
      <w:r w:rsidRPr="000A30E8">
        <w:rPr>
          <w:i/>
          <w:iCs/>
        </w:rPr>
        <w:t>À l’aide d’une pince à sucre il enlève un à un les morceaux qui composent l’armoire à glace</w:t>
      </w:r>
      <w:r w:rsidRPr="000A30E8">
        <w:t>.) Tout est démonté.</w:t>
      </w:r>
    </w:p>
    <w:p w14:paraId="0ED9B86A" w14:textId="77777777" w:rsidR="00285C2D" w:rsidRPr="000A30E8" w:rsidRDefault="00285C2D" w:rsidP="00285C2D">
      <w:r w:rsidRPr="000A30E8">
        <w:t>L</w:t>
      </w:r>
      <w:r w:rsidRPr="000A30E8">
        <w:rPr>
          <w:rStyle w:val="Taille-1Caracteres"/>
        </w:rPr>
        <w:t>A MAÎTRESSE</w:t>
      </w:r>
      <w:r w:rsidRPr="000A30E8">
        <w:t xml:space="preserve"> F</w:t>
      </w:r>
      <w:r w:rsidRPr="000A30E8">
        <w:rPr>
          <w:rStyle w:val="Taille-1Caracteres"/>
        </w:rPr>
        <w:t>EMME</w:t>
      </w:r>
      <w:r w:rsidRPr="000A30E8">
        <w:t>. — Bien. J’enveloppe l’armoire à glace dans ce vieux journal. (</w:t>
      </w:r>
      <w:r w:rsidRPr="000A30E8">
        <w:rPr>
          <w:i/>
          <w:iCs/>
        </w:rPr>
        <w:t>Elle compte les morceaux avant de faire le paquet</w:t>
      </w:r>
      <w:r w:rsidRPr="000A30E8">
        <w:t>.) 17.625. Le compte y est. Mettez, comme d’habitude, la table de nuit dans votre pardessus et partons.</w:t>
      </w:r>
    </w:p>
    <w:p w14:paraId="518469F0"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ARI</w:t>
      </w:r>
      <w:r w:rsidRPr="000A30E8">
        <w:t>. — Partons ! (</w:t>
      </w:r>
      <w:r w:rsidRPr="000A30E8">
        <w:rPr>
          <w:i/>
          <w:iCs/>
        </w:rPr>
        <w:t>En empochant la table de nuit, il laisse tomber quelques morceaux</w:t>
      </w:r>
      <w:r w:rsidRPr="000A30E8">
        <w:t>.)</w:t>
      </w:r>
    </w:p>
    <w:p w14:paraId="5FE0F533" w14:textId="77777777" w:rsidR="00285C2D" w:rsidRPr="000A30E8" w:rsidRDefault="00285C2D" w:rsidP="00285C2D">
      <w:r w:rsidRPr="000A30E8">
        <w:t>L</w:t>
      </w:r>
      <w:r w:rsidRPr="000A30E8">
        <w:rPr>
          <w:rStyle w:val="Taille-1Caracteres"/>
        </w:rPr>
        <w:t>A MAÎTRESSE</w:t>
      </w:r>
      <w:r w:rsidRPr="000A30E8">
        <w:t xml:space="preserve"> F</w:t>
      </w:r>
      <w:r w:rsidRPr="000A30E8">
        <w:rPr>
          <w:rStyle w:val="Taille-1Caracteres"/>
        </w:rPr>
        <w:t>EMME</w:t>
      </w:r>
      <w:r w:rsidRPr="000A30E8">
        <w:t>. — Ramassez, maladroit ! Vous n’avez jamais rien su faire de vos onze doigts.</w:t>
      </w:r>
    </w:p>
    <w:p w14:paraId="542B9DA3"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ARI</w:t>
      </w:r>
      <w:r w:rsidRPr="000A30E8">
        <w:t>. — Raillez, madame ! Est-ce ma faute si la nature m’a gratifié d’un doigt supplémentaire ?</w:t>
      </w:r>
    </w:p>
    <w:p w14:paraId="284B5693" w14:textId="77777777" w:rsidR="00285C2D" w:rsidRPr="000A30E8" w:rsidRDefault="00285C2D" w:rsidP="00285C2D">
      <w:r w:rsidRPr="000A30E8">
        <w:t>L</w:t>
      </w:r>
      <w:r w:rsidRPr="000A30E8">
        <w:rPr>
          <w:rStyle w:val="Taille-1Caracteres"/>
        </w:rPr>
        <w:t>A MAÎTRESSE</w:t>
      </w:r>
      <w:r w:rsidRPr="000A30E8">
        <w:t xml:space="preserve"> F</w:t>
      </w:r>
      <w:r w:rsidRPr="000A30E8">
        <w:rPr>
          <w:rStyle w:val="Taille-1Caracteres"/>
        </w:rPr>
        <w:t>EMME</w:t>
      </w:r>
      <w:r w:rsidRPr="000A30E8">
        <w:t>. — Taisez-vous, orgueilleux ! Pour avoir un doigt de plus que les autres, vous n’en êtes que plus paresseux.</w:t>
      </w:r>
    </w:p>
    <w:p w14:paraId="6D450F81"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ARI</w:t>
      </w:r>
      <w:r w:rsidRPr="000A30E8">
        <w:t>. — Mais…</w:t>
      </w:r>
    </w:p>
    <w:p w14:paraId="0D70BA5B" w14:textId="77777777" w:rsidR="00285C2D" w:rsidRPr="000A30E8" w:rsidRDefault="00285C2D" w:rsidP="00285C2D">
      <w:r w:rsidRPr="000A30E8">
        <w:t>L</w:t>
      </w:r>
      <w:r w:rsidRPr="000A30E8">
        <w:rPr>
          <w:rStyle w:val="Taille-1Caracteres"/>
        </w:rPr>
        <w:t>A MAÎTRESSE</w:t>
      </w:r>
      <w:r w:rsidRPr="000A30E8">
        <w:t xml:space="preserve"> F</w:t>
      </w:r>
      <w:r w:rsidRPr="000A30E8">
        <w:rPr>
          <w:rStyle w:val="Taille-1Caracteres"/>
        </w:rPr>
        <w:t>EMME</w:t>
      </w:r>
      <w:r w:rsidRPr="000A30E8">
        <w:t xml:space="preserve">, </w:t>
      </w:r>
      <w:r w:rsidRPr="000A30E8">
        <w:rPr>
          <w:i/>
          <w:iCs/>
        </w:rPr>
        <w:t>avec mépris</w:t>
      </w:r>
      <w:r w:rsidRPr="000A30E8">
        <w:t>. — Taisez-vous, tête d’épingle !</w:t>
      </w:r>
    </w:p>
    <w:p w14:paraId="38A9FD84"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ARI</w:t>
      </w:r>
      <w:r w:rsidRPr="000A30E8">
        <w:t xml:space="preserve">, </w:t>
      </w:r>
      <w:r w:rsidRPr="000A30E8">
        <w:rPr>
          <w:i/>
          <w:iCs/>
        </w:rPr>
        <w:t>bondissant</w:t>
      </w:r>
      <w:r w:rsidRPr="000A30E8">
        <w:t>. — Tête d’épingle ! Cette insulte, vous le savez, a le don de m’énerver au suprême degré. (</w:t>
      </w:r>
      <w:r w:rsidRPr="000A30E8">
        <w:rPr>
          <w:i/>
          <w:iCs/>
        </w:rPr>
        <w:t xml:space="preserve">Il </w:t>
      </w:r>
      <w:r w:rsidRPr="000A30E8">
        <w:rPr>
          <w:i/>
          <w:iCs/>
        </w:rPr>
        <w:lastRenderedPageBreak/>
        <w:t>s’élance sur sa femme, lui serre le nez avec un casse-noisettes et lui ferme la bouche avec la pince à sucre. La maîtresse Femme tombe étouffée</w:t>
      </w:r>
      <w:r w:rsidRPr="000A30E8">
        <w:t>.)</w:t>
      </w:r>
    </w:p>
    <w:p w14:paraId="6C6F7D3A"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ARI,</w:t>
      </w:r>
      <w:r w:rsidRPr="000A30E8">
        <w:t xml:space="preserve"> </w:t>
      </w:r>
      <w:r w:rsidRPr="000A30E8">
        <w:rPr>
          <w:i/>
          <w:iCs/>
        </w:rPr>
        <w:t>reprenant son sang-froid</w:t>
      </w:r>
      <w:r w:rsidRPr="000A30E8">
        <w:t>. — On ne devrait jamais se mettre en colère. Tâchons de réparer ce mouvement de mauvaise humeur. (</w:t>
      </w:r>
      <w:r w:rsidRPr="000A30E8">
        <w:rPr>
          <w:i/>
          <w:iCs/>
        </w:rPr>
        <w:t>Il prend une scie et coupe sa femme en morceaux. Il enveloppe ensuite les morceaux dans un journal</w:t>
      </w:r>
      <w:r w:rsidRPr="000A30E8">
        <w:t>.) Il s’agit maintenant de disperser les morceaux de ma pauvre femme dans différents quartiers déserts. C’est la méthode classique. Et il n’y a rien de tel que le classique. (</w:t>
      </w:r>
      <w:r w:rsidRPr="000A30E8">
        <w:rPr>
          <w:i/>
          <w:iCs/>
        </w:rPr>
        <w:t>Il va pour sortir</w:t>
      </w:r>
      <w:r w:rsidRPr="000A30E8">
        <w:t>.) Ah ! j’oubliais le paquet contenant l’armoire à glace. Un rien me fait perdre la tête. (</w:t>
      </w:r>
      <w:r w:rsidRPr="000A30E8">
        <w:rPr>
          <w:i/>
          <w:iCs/>
        </w:rPr>
        <w:t>Avec le paquet renfermant sa femme, dans la main droite, le paquet contenant l’armoire à glace, dans la main gauche, et sa table de nuit dans les poches de son pardessus, il quitte l’appartement</w:t>
      </w:r>
      <w:r w:rsidRPr="000A30E8">
        <w:t>.)</w:t>
      </w:r>
    </w:p>
    <w:p w14:paraId="0C2416D4" w14:textId="77777777" w:rsidR="00285C2D" w:rsidRPr="000A30E8" w:rsidRDefault="00285C2D" w:rsidP="00285C2D">
      <w:pPr>
        <w:pStyle w:val="Titre3"/>
      </w:pPr>
      <w:bookmarkStart w:id="33" w:name="_Toc196330219"/>
      <w:r w:rsidRPr="000A30E8">
        <w:t>DEUXIÈME TABLEAU</w:t>
      </w:r>
      <w:r w:rsidRPr="000A30E8">
        <w:br/>
      </w:r>
      <w:r w:rsidRPr="000A30E8">
        <w:br/>
        <w:t>Le remords.</w:t>
      </w:r>
      <w:bookmarkEnd w:id="33"/>
    </w:p>
    <w:p w14:paraId="5F8C8720" w14:textId="77777777" w:rsidR="00285C2D" w:rsidRPr="000A30E8" w:rsidRDefault="00285C2D" w:rsidP="00285C2D">
      <w:pPr>
        <w:pStyle w:val="Centr"/>
        <w:rPr>
          <w:rStyle w:val="Taille-1Caracteres"/>
        </w:rPr>
      </w:pPr>
      <w:r w:rsidRPr="000A30E8">
        <w:rPr>
          <w:rStyle w:val="Taille-1Caracteres"/>
        </w:rPr>
        <w:t>La scène représente un quartier désert. Il fait nuit.</w:t>
      </w:r>
    </w:p>
    <w:p w14:paraId="2D28B4BD" w14:textId="77777777" w:rsidR="00285C2D" w:rsidRPr="000A30E8" w:rsidRDefault="00285C2D" w:rsidP="00285C2D">
      <w:r w:rsidRPr="000A30E8">
        <w:rPr>
          <w:szCs w:val="32"/>
        </w:rPr>
        <w:t>L</w:t>
      </w:r>
      <w:r w:rsidRPr="000A30E8">
        <w:rPr>
          <w:rStyle w:val="Taille-1Caracteres"/>
        </w:rPr>
        <w:t>E</w:t>
      </w:r>
      <w:r w:rsidRPr="000A30E8">
        <w:rPr>
          <w:szCs w:val="32"/>
        </w:rPr>
        <w:t xml:space="preserve"> M</w:t>
      </w:r>
      <w:r w:rsidRPr="000A30E8">
        <w:rPr>
          <w:rStyle w:val="Taille-1Caracteres"/>
        </w:rPr>
        <w:t>ARI</w:t>
      </w:r>
      <w:r w:rsidRPr="000A30E8">
        <w:rPr>
          <w:szCs w:val="32"/>
        </w:rPr>
        <w:t>. — Je viens de lancer quelques morceaux de ma pauvre femme dans le fossé des fortifications. Pour me donner du courage, j’ai déjà bu beaucoup d’alcool. Entrons dans ce cabaret pour boire… boire encore… boire toujours ! (</w:t>
      </w:r>
      <w:r w:rsidRPr="000A30E8">
        <w:rPr>
          <w:i/>
          <w:iCs/>
          <w:szCs w:val="32"/>
        </w:rPr>
        <w:t>En titubant, il en ressort deux minutes plus tard</w:t>
      </w:r>
      <w:r w:rsidRPr="000A30E8">
        <w:rPr>
          <w:szCs w:val="32"/>
        </w:rPr>
        <w:t xml:space="preserve">.) Allons jeter les derniers morceaux de ma pauvre femme dans ce terrain vague. (Il lance les derniers morceaux dans le terrain vague.) Ma lugubre besogne est terminée. Regagnons notre nouvel </w:t>
      </w:r>
      <w:r w:rsidRPr="000A30E8">
        <w:rPr>
          <w:szCs w:val="32"/>
        </w:rPr>
        <w:lastRenderedPageBreak/>
        <w:t>appartement. Je sens déjà le remords envahir mon âme et glacer mon cœur. C’est assez naturel, en somme.</w:t>
      </w:r>
    </w:p>
    <w:p w14:paraId="0DAA6F89" w14:textId="77777777" w:rsidR="00285C2D" w:rsidRPr="000A30E8" w:rsidRDefault="00285C2D" w:rsidP="00285C2D">
      <w:r w:rsidRPr="000A30E8">
        <w:t>(</w:t>
      </w:r>
      <w:r w:rsidRPr="000A30E8">
        <w:rPr>
          <w:i/>
          <w:iCs/>
        </w:rPr>
        <w:t>Il part, tenant toujours à la main le paquet contenant l’armoire à glace</w:t>
      </w:r>
      <w:r w:rsidRPr="000A30E8">
        <w:t>.)</w:t>
      </w:r>
    </w:p>
    <w:p w14:paraId="5E858913" w14:textId="77777777" w:rsidR="00285C2D" w:rsidRPr="000A30E8" w:rsidRDefault="00285C2D" w:rsidP="00285C2D">
      <w:pPr>
        <w:pStyle w:val="Titre3"/>
      </w:pPr>
      <w:bookmarkStart w:id="34" w:name="_Toc196330220"/>
      <w:r w:rsidRPr="000A30E8">
        <w:t>TROISIÈME TABLEAU</w:t>
      </w:r>
      <w:r w:rsidRPr="000A30E8">
        <w:br/>
      </w:r>
      <w:r w:rsidRPr="000A30E8">
        <w:br/>
        <w:t>Douce compagne.</w:t>
      </w:r>
      <w:bookmarkEnd w:id="34"/>
    </w:p>
    <w:p w14:paraId="43E8817B" w14:textId="77777777" w:rsidR="00285C2D" w:rsidRPr="000A30E8" w:rsidRDefault="00285C2D" w:rsidP="00285C2D">
      <w:pPr>
        <w:pStyle w:val="Centr"/>
      </w:pPr>
      <w:r w:rsidRPr="000A30E8">
        <w:rPr>
          <w:rStyle w:val="Taille-1Caracteres"/>
        </w:rPr>
        <w:t>La scène représente le nouvel appartement</w:t>
      </w:r>
      <w:r w:rsidRPr="000A30E8">
        <w:t>.</w:t>
      </w:r>
    </w:p>
    <w:p w14:paraId="49BC34E2" w14:textId="77777777" w:rsidR="00285C2D" w:rsidRPr="000A30E8" w:rsidRDefault="00285C2D" w:rsidP="00285C2D">
      <w:r w:rsidRPr="000A30E8">
        <w:rPr>
          <w:szCs w:val="32"/>
        </w:rPr>
        <w:t>L</w:t>
      </w:r>
      <w:r w:rsidRPr="000A30E8">
        <w:rPr>
          <w:rStyle w:val="Taille-1Caracteres"/>
        </w:rPr>
        <w:t>E</w:t>
      </w:r>
      <w:r w:rsidRPr="000A30E8">
        <w:rPr>
          <w:szCs w:val="32"/>
        </w:rPr>
        <w:t xml:space="preserve"> M</w:t>
      </w:r>
      <w:r w:rsidRPr="000A30E8">
        <w:rPr>
          <w:rStyle w:val="Taille-1Caracteres"/>
        </w:rPr>
        <w:t>ARI</w:t>
      </w:r>
      <w:r w:rsidRPr="000A30E8">
        <w:rPr>
          <w:szCs w:val="32"/>
        </w:rPr>
        <w:t xml:space="preserve">, </w:t>
      </w:r>
      <w:r w:rsidRPr="000A30E8">
        <w:rPr>
          <w:i/>
          <w:iCs/>
          <w:szCs w:val="32"/>
        </w:rPr>
        <w:t>entrant</w:t>
      </w:r>
      <w:r w:rsidRPr="000A30E8">
        <w:rPr>
          <w:szCs w:val="32"/>
        </w:rPr>
        <w:t>. — Me voici dans le nouvel appartement. Le jour va se lever. Je peux commencer à reconstituer le mobilier. Dans ce paquet se trouvent les morceaux de l’armoire à glace. (</w:t>
      </w:r>
      <w:r w:rsidRPr="000A30E8">
        <w:rPr>
          <w:i/>
          <w:iCs/>
          <w:szCs w:val="32"/>
        </w:rPr>
        <w:t>Il commence à emboîter les morceaux les uns dans les autres</w:t>
      </w:r>
      <w:r w:rsidRPr="000A30E8">
        <w:rPr>
          <w:szCs w:val="32"/>
        </w:rPr>
        <w:t>.) Ma main tremble, ma vue est obscurcie. J’ai sans doute trop bu… trop bu… trop bu… (</w:t>
      </w:r>
      <w:r w:rsidRPr="000A30E8">
        <w:rPr>
          <w:i/>
          <w:iCs/>
          <w:szCs w:val="32"/>
        </w:rPr>
        <w:t>Il continue à emboîter</w:t>
      </w:r>
      <w:r w:rsidRPr="000A30E8">
        <w:rPr>
          <w:szCs w:val="32"/>
        </w:rPr>
        <w:t>.) Mon travail touche à sa fin. Il ne me reste plus que trois morceaux à emboîter. Je travaille machinalement… sans voir… par habitude. J’ai bu… trop bu… Là ! Voilà le dernier morceau ! L’armoire à glace est reconstituée !</w:t>
      </w:r>
    </w:p>
    <w:p w14:paraId="54459CD7" w14:textId="77777777" w:rsidR="00285C2D" w:rsidRPr="000A30E8" w:rsidRDefault="00285C2D" w:rsidP="00285C2D">
      <w:r w:rsidRPr="000A30E8">
        <w:t>L</w:t>
      </w:r>
      <w:r w:rsidRPr="000A30E8">
        <w:rPr>
          <w:rStyle w:val="Taille-1Caracteres"/>
        </w:rPr>
        <w:t>A MAÎTRESSE</w:t>
      </w:r>
      <w:r w:rsidRPr="000A30E8">
        <w:t xml:space="preserve"> F</w:t>
      </w:r>
      <w:r w:rsidRPr="000A30E8">
        <w:rPr>
          <w:rStyle w:val="Taille-1Caracteres"/>
        </w:rPr>
        <w:t>EMME</w:t>
      </w:r>
      <w:r w:rsidRPr="000A30E8">
        <w:t>. — Faut-il que tu sois saoul pour me prendre pour une armoire à glace !</w:t>
      </w:r>
    </w:p>
    <w:p w14:paraId="0D9EBCAD"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ARI</w:t>
      </w:r>
      <w:r w:rsidRPr="000A30E8">
        <w:t xml:space="preserve">, </w:t>
      </w:r>
      <w:r w:rsidRPr="000A30E8">
        <w:rPr>
          <w:i/>
          <w:iCs/>
        </w:rPr>
        <w:t>subitement dégrisé</w:t>
      </w:r>
      <w:r w:rsidRPr="000A30E8">
        <w:t>. — Ciel ! ma femme ! Je comprends tout ! Après le crime, j’ai bu pour me donner du courage. Alors je me suis trompé de paquet ! J’ai jeté les morceaux de l’armoire à glace et je viens de reconstituer ma femme !</w:t>
      </w:r>
    </w:p>
    <w:p w14:paraId="1DB8E0C9" w14:textId="77777777" w:rsidR="00285C2D" w:rsidRPr="000A30E8" w:rsidRDefault="00285C2D" w:rsidP="00285C2D">
      <w:r w:rsidRPr="000A30E8">
        <w:lastRenderedPageBreak/>
        <w:t>L</w:t>
      </w:r>
      <w:r w:rsidRPr="000A30E8">
        <w:rPr>
          <w:rStyle w:val="Taille-1Caracteres"/>
        </w:rPr>
        <w:t>A MAÎTRESSE</w:t>
      </w:r>
      <w:r w:rsidRPr="000A30E8">
        <w:t xml:space="preserve"> F</w:t>
      </w:r>
      <w:r w:rsidRPr="000A30E8">
        <w:rPr>
          <w:rStyle w:val="Taille-1Caracteres"/>
        </w:rPr>
        <w:t>EMME</w:t>
      </w:r>
      <w:r w:rsidRPr="000A30E8">
        <w:t xml:space="preserve">, </w:t>
      </w:r>
      <w:r w:rsidRPr="000A30E8">
        <w:rPr>
          <w:i/>
          <w:iCs/>
        </w:rPr>
        <w:t>d’une voix terrible</w:t>
      </w:r>
      <w:r w:rsidRPr="000A30E8">
        <w:t>. — Comment ! vous avez jeté les morceaux de l’armoire à glace ! Ah ! je le disais bien que vous n’étiez bon à rien ! Mais il faut que vous soyez le dernier des hommes et le premier des ivrognes pour semer dans les rues une armoire à glace en chêne, imitation bois blanc !</w:t>
      </w:r>
    </w:p>
    <w:p w14:paraId="589451BD"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ARI</w:t>
      </w:r>
      <w:r w:rsidRPr="000A30E8">
        <w:t>. — Mais…</w:t>
      </w:r>
    </w:p>
    <w:p w14:paraId="4D10ADE1" w14:textId="77777777" w:rsidR="00285C2D" w:rsidRPr="000A30E8" w:rsidRDefault="00285C2D" w:rsidP="00285C2D">
      <w:r w:rsidRPr="000A30E8">
        <w:t>L</w:t>
      </w:r>
      <w:r w:rsidRPr="000A30E8">
        <w:rPr>
          <w:rStyle w:val="Taille-1Caracteres"/>
        </w:rPr>
        <w:t>A MAÎTRESSE</w:t>
      </w:r>
      <w:r w:rsidRPr="000A30E8">
        <w:t xml:space="preserve"> F</w:t>
      </w:r>
      <w:r w:rsidRPr="000A30E8">
        <w:rPr>
          <w:rStyle w:val="Taille-1Caracteres"/>
        </w:rPr>
        <w:t>EMME</w:t>
      </w:r>
      <w:r w:rsidRPr="000A30E8">
        <w:t xml:space="preserve">, </w:t>
      </w:r>
      <w:r w:rsidRPr="000A30E8">
        <w:rPr>
          <w:i/>
          <w:iCs/>
        </w:rPr>
        <w:t>au paroxysme de la colère</w:t>
      </w:r>
      <w:r w:rsidRPr="000A30E8">
        <w:t>. — Taisez-vous ! Si vous n’aviez pas bu, cela ne serait pas arrivé ! Vous ne vous seriez pas trompé de paquet !</w:t>
      </w:r>
    </w:p>
    <w:p w14:paraId="13EB7200" w14:textId="77777777" w:rsidR="00285C2D" w:rsidRPr="000A30E8" w:rsidRDefault="00285C2D" w:rsidP="00285C2D">
      <w:pPr>
        <w:pStyle w:val="Centr"/>
      </w:pPr>
      <w:r w:rsidRPr="000A30E8">
        <w:t>RIDEAU</w:t>
      </w:r>
    </w:p>
    <w:p w14:paraId="4A8114A2" w14:textId="77777777" w:rsidR="00285C2D" w:rsidRPr="000A30E8" w:rsidRDefault="00285C2D" w:rsidP="00285C2D">
      <w:pPr>
        <w:pStyle w:val="Titre2"/>
      </w:pPr>
      <w:bookmarkStart w:id="35" w:name="bookmark6"/>
      <w:bookmarkStart w:id="36" w:name="_Toc196330221"/>
      <w:r w:rsidRPr="000A30E8">
        <w:lastRenderedPageBreak/>
        <w:t>L’ENFANT DE L’IVROGNE</w:t>
      </w:r>
      <w:r w:rsidRPr="000A30E8">
        <w:br/>
      </w:r>
      <w:r w:rsidRPr="000A30E8">
        <w:br/>
        <w:t>ou</w:t>
      </w:r>
      <w:bookmarkEnd w:id="35"/>
      <w:r w:rsidRPr="000A30E8">
        <w:br/>
      </w:r>
      <w:r w:rsidRPr="000A30E8">
        <w:br/>
        <w:t>LE PETIT JUSTICIER</w:t>
      </w:r>
      <w:bookmarkEnd w:id="36"/>
    </w:p>
    <w:p w14:paraId="55017240" w14:textId="77777777" w:rsidR="00285C2D" w:rsidRPr="000A30E8" w:rsidRDefault="00285C2D" w:rsidP="00285C2D">
      <w:pPr>
        <w:pStyle w:val="Titre3"/>
      </w:pPr>
      <w:bookmarkStart w:id="37" w:name="bookmark7"/>
      <w:bookmarkStart w:id="38" w:name="_Toc196330222"/>
      <w:r w:rsidRPr="000A30E8">
        <w:t>PREMIER ACTE</w:t>
      </w:r>
      <w:r w:rsidRPr="000A30E8">
        <w:br/>
      </w:r>
      <w:r w:rsidRPr="000A30E8">
        <w:br/>
        <w:t>Pauvre mère ! Pauvre enfant </w:t>
      </w:r>
      <w:bookmarkEnd w:id="37"/>
      <w:r w:rsidRPr="000A30E8">
        <w:t>!</w:t>
      </w:r>
      <w:bookmarkEnd w:id="38"/>
    </w:p>
    <w:p w14:paraId="3388F491" w14:textId="77777777" w:rsidR="00285C2D" w:rsidRPr="000A30E8" w:rsidRDefault="00285C2D" w:rsidP="00285C2D">
      <w:pPr>
        <w:pStyle w:val="Centr"/>
        <w:rPr>
          <w:rStyle w:val="Taille-1Caracteres"/>
        </w:rPr>
      </w:pPr>
      <w:r w:rsidRPr="000A30E8">
        <w:rPr>
          <w:rStyle w:val="Taille-1Caracteres"/>
        </w:rPr>
        <w:t>La scène représente un pauvre logis.</w:t>
      </w:r>
    </w:p>
    <w:p w14:paraId="281B270F" w14:textId="77777777" w:rsidR="00285C2D" w:rsidRPr="000A30E8" w:rsidRDefault="00285C2D" w:rsidP="00285C2D">
      <w:r w:rsidRPr="000A30E8">
        <w:rPr>
          <w:szCs w:val="32"/>
        </w:rPr>
        <w:t>L</w:t>
      </w:r>
      <w:r w:rsidRPr="000A30E8">
        <w:rPr>
          <w:rStyle w:val="Taille-1Caracteres"/>
        </w:rPr>
        <w:t>E BON PETIT</w:t>
      </w:r>
      <w:r w:rsidRPr="000A30E8">
        <w:rPr>
          <w:szCs w:val="32"/>
        </w:rPr>
        <w:t xml:space="preserve"> E</w:t>
      </w:r>
      <w:r w:rsidRPr="000A30E8">
        <w:rPr>
          <w:rStyle w:val="Taille-1Caracteres"/>
        </w:rPr>
        <w:t>NFANT</w:t>
      </w:r>
      <w:r w:rsidRPr="000A30E8">
        <w:rPr>
          <w:szCs w:val="32"/>
        </w:rPr>
        <w:t xml:space="preserve">, </w:t>
      </w:r>
      <w:r w:rsidRPr="000A30E8">
        <w:rPr>
          <w:i/>
          <w:iCs/>
          <w:szCs w:val="32"/>
        </w:rPr>
        <w:t>seul</w:t>
      </w:r>
      <w:r w:rsidRPr="000A30E8">
        <w:rPr>
          <w:szCs w:val="32"/>
        </w:rPr>
        <w:t xml:space="preserve"> — Après avoir travaillé sans repos toute la semaine, ma pauvre mère est allée livrer sept mille dessous-de-bras à sa maison de confection. Pendant ce temps, mon père indigne s’enivre dans les cabarets de la cité.</w:t>
      </w:r>
    </w:p>
    <w:p w14:paraId="34B62FC2" w14:textId="77777777" w:rsidR="00285C2D" w:rsidRPr="000A30E8" w:rsidRDefault="00285C2D" w:rsidP="00285C2D">
      <w:r w:rsidRPr="000A30E8">
        <w:t>L</w:t>
      </w:r>
      <w:r w:rsidRPr="000A30E8">
        <w:rPr>
          <w:rStyle w:val="Taille-1Caracteres"/>
        </w:rPr>
        <w:t>A PAUVRE</w:t>
      </w:r>
      <w:r w:rsidRPr="000A30E8">
        <w:t xml:space="preserve"> M</w:t>
      </w:r>
      <w:r w:rsidRPr="000A30E8">
        <w:rPr>
          <w:rStyle w:val="Taille-1Caracteres"/>
        </w:rPr>
        <w:t>ÈRE</w:t>
      </w:r>
      <w:r w:rsidRPr="000A30E8">
        <w:t xml:space="preserve">, </w:t>
      </w:r>
      <w:r w:rsidRPr="000A30E8">
        <w:rPr>
          <w:i/>
          <w:iCs/>
        </w:rPr>
        <w:t>entrant</w:t>
      </w:r>
      <w:r w:rsidRPr="000A30E8">
        <w:t>. — Me voici de retour. Cher bon petit enfant, sur mon maigre salaire j’ai prélevé quelques sous pour t’acheter ce modeste jouet.</w:t>
      </w:r>
    </w:p>
    <w:p w14:paraId="4C52FFFD" w14:textId="77777777" w:rsidR="00285C2D" w:rsidRPr="000A30E8" w:rsidRDefault="00285C2D" w:rsidP="00285C2D">
      <w:r w:rsidRPr="000A30E8">
        <w:t>L</w:t>
      </w:r>
      <w:r w:rsidRPr="000A30E8">
        <w:rPr>
          <w:rStyle w:val="Taille-1Caracteres"/>
        </w:rPr>
        <w:t>E BON PETIT</w:t>
      </w:r>
      <w:r w:rsidRPr="000A30E8">
        <w:t xml:space="preserve"> E</w:t>
      </w:r>
      <w:r w:rsidRPr="000A30E8">
        <w:rPr>
          <w:rStyle w:val="Taille-1Caracteres"/>
        </w:rPr>
        <w:t>NFANT</w:t>
      </w:r>
      <w:r w:rsidRPr="000A30E8">
        <w:t xml:space="preserve">, </w:t>
      </w:r>
      <w:r w:rsidRPr="000A30E8">
        <w:rPr>
          <w:i/>
          <w:iCs/>
        </w:rPr>
        <w:t>prenant le jouet</w:t>
      </w:r>
      <w:r w:rsidRPr="000A30E8">
        <w:t>. — Oh ! c’est une bergerie avec un petit berger, une petite bergère, des petits moutons enrubannés de rose, et des petits arbres verts montés sur rondelles de bois !</w:t>
      </w:r>
    </w:p>
    <w:p w14:paraId="273376EF" w14:textId="77777777" w:rsidR="00285C2D" w:rsidRPr="000A30E8" w:rsidRDefault="00285C2D" w:rsidP="00285C2D">
      <w:r w:rsidRPr="000A30E8">
        <w:t>L</w:t>
      </w:r>
      <w:r w:rsidRPr="000A30E8">
        <w:rPr>
          <w:rStyle w:val="Taille-1Caracteres"/>
        </w:rPr>
        <w:t>A PAUVRE</w:t>
      </w:r>
      <w:r w:rsidRPr="000A30E8">
        <w:t xml:space="preserve"> M</w:t>
      </w:r>
      <w:r w:rsidRPr="000A30E8">
        <w:rPr>
          <w:rStyle w:val="Taille-1Caracteres"/>
        </w:rPr>
        <w:t>ÈRE</w:t>
      </w:r>
      <w:r w:rsidRPr="000A30E8">
        <w:t>. — C’est aujourd’hui samedi, ton père indigne va rentrer plus ivre que d’habitude. Les coups vont pleuvoir dans le triste logis !</w:t>
      </w:r>
    </w:p>
    <w:p w14:paraId="7C66897C" w14:textId="77777777" w:rsidR="00285C2D" w:rsidRPr="000A30E8" w:rsidRDefault="00285C2D" w:rsidP="00285C2D">
      <w:r w:rsidRPr="000A30E8">
        <w:t>L</w:t>
      </w:r>
      <w:r w:rsidRPr="000A30E8">
        <w:rPr>
          <w:rStyle w:val="Taille-1Caracteres"/>
        </w:rPr>
        <w:t>E BON PETIT</w:t>
      </w:r>
      <w:r w:rsidRPr="000A30E8">
        <w:t xml:space="preserve"> E</w:t>
      </w:r>
      <w:r w:rsidRPr="000A30E8">
        <w:rPr>
          <w:rStyle w:val="Taille-1Caracteres"/>
        </w:rPr>
        <w:t>NFANT</w:t>
      </w:r>
      <w:r w:rsidRPr="000A30E8">
        <w:t xml:space="preserve">. — Ah ! si j’avais sept ou huit ans, tu verrais, mère, comme je te délivrerais promptement de ton </w:t>
      </w:r>
      <w:r w:rsidRPr="000A30E8">
        <w:lastRenderedPageBreak/>
        <w:t>bourreau. J’ai lu sur les journaux dans lesquels tu enveloppes ton ouvrage, les exploits héroïques de ces bons enfants qui brûlent la cervelle de leur père pour protéger leur mère, ou qui poignardent leur mère pour libérer leur père. L’exemple de ces petits justiciers me hante jour et nuit. Mais hélas ! je n’ai que six ans et demi : un revolver serait encore trop lourd pour mes frêles mains d’enfant.</w:t>
      </w:r>
    </w:p>
    <w:p w14:paraId="04B55203" w14:textId="77777777" w:rsidR="00285C2D" w:rsidRPr="000A30E8" w:rsidRDefault="00285C2D" w:rsidP="00285C2D">
      <w:r w:rsidRPr="000A30E8">
        <w:t>L</w:t>
      </w:r>
      <w:r w:rsidRPr="000A30E8">
        <w:rPr>
          <w:rStyle w:val="Taille-1Caracteres"/>
        </w:rPr>
        <w:t>A PAUVRE</w:t>
      </w:r>
      <w:r w:rsidRPr="000A30E8">
        <w:t xml:space="preserve"> M</w:t>
      </w:r>
      <w:r w:rsidRPr="000A30E8">
        <w:rPr>
          <w:rStyle w:val="Taille-1Caracteres"/>
        </w:rPr>
        <w:t>ÈRE</w:t>
      </w:r>
      <w:r w:rsidRPr="000A30E8">
        <w:t>. — Cher petit ! Résignons-nous. Subissons sans nous plaindre les injures et les coups de ton père indigne. Couche-toi. Je passe dans la pièce à côté pour coudre des dessous-de-bras toute la nuit. (</w:t>
      </w:r>
      <w:r w:rsidRPr="000A30E8">
        <w:rPr>
          <w:i/>
          <w:iCs/>
        </w:rPr>
        <w:t>Elle passe dans la chambre à côté</w:t>
      </w:r>
      <w:r w:rsidRPr="000A30E8">
        <w:t>.)</w:t>
      </w:r>
    </w:p>
    <w:p w14:paraId="3B17E939" w14:textId="77777777" w:rsidR="00285C2D" w:rsidRPr="000A30E8" w:rsidRDefault="00285C2D" w:rsidP="00285C2D">
      <w:r w:rsidRPr="000A30E8">
        <w:t>L</w:t>
      </w:r>
      <w:r w:rsidRPr="000A30E8">
        <w:rPr>
          <w:rStyle w:val="Taille-1Caracteres"/>
        </w:rPr>
        <w:t>E BON PETIT</w:t>
      </w:r>
      <w:r w:rsidRPr="000A30E8">
        <w:t xml:space="preserve"> E</w:t>
      </w:r>
      <w:r w:rsidRPr="000A30E8">
        <w:rPr>
          <w:rStyle w:val="Taille-1Caracteres"/>
        </w:rPr>
        <w:t>NFANT</w:t>
      </w:r>
      <w:r w:rsidRPr="000A30E8">
        <w:t xml:space="preserve">, </w:t>
      </w:r>
      <w:r w:rsidRPr="000A30E8">
        <w:rPr>
          <w:i/>
          <w:iCs/>
        </w:rPr>
        <w:t>seul</w:t>
      </w:r>
      <w:r w:rsidRPr="000A30E8">
        <w:t xml:space="preserve"> — Des pas titubants se font entendre dans l’escalier. C’est mon père indigne. Il va vouloir, comme d’habitude, pénétrer dans la chambre où ma mère travaille pour l’assommer à coups de brodequins. Oh ! non ! cela n’a que trop duré ! Je vais la défendre, moi !</w:t>
      </w:r>
    </w:p>
    <w:p w14:paraId="1F5B0906" w14:textId="77777777" w:rsidR="00285C2D" w:rsidRPr="000A30E8" w:rsidRDefault="00285C2D" w:rsidP="00285C2D">
      <w:pPr>
        <w:pStyle w:val="Titre3"/>
      </w:pPr>
      <w:bookmarkStart w:id="39" w:name="_Toc196330223"/>
      <w:r w:rsidRPr="000A30E8">
        <w:t>DEUXIÈME ACTE</w:t>
      </w:r>
      <w:r w:rsidRPr="000A30E8">
        <w:br/>
      </w:r>
      <w:r w:rsidRPr="000A30E8">
        <w:br/>
        <w:t>Une brute.</w:t>
      </w:r>
      <w:bookmarkEnd w:id="39"/>
    </w:p>
    <w:p w14:paraId="0275F271" w14:textId="77777777" w:rsidR="00285C2D" w:rsidRPr="000A30E8" w:rsidRDefault="00285C2D" w:rsidP="00285C2D">
      <w:pPr>
        <w:pStyle w:val="Centr"/>
        <w:rPr>
          <w:rStyle w:val="Taille-1Caracteres"/>
        </w:rPr>
      </w:pPr>
      <w:r w:rsidRPr="000A30E8">
        <w:rPr>
          <w:rStyle w:val="Taille-1Caracteres"/>
        </w:rPr>
        <w:t>Même décor.</w:t>
      </w:r>
    </w:p>
    <w:p w14:paraId="01E28291" w14:textId="77777777" w:rsidR="00285C2D" w:rsidRPr="000A30E8" w:rsidRDefault="00285C2D" w:rsidP="00285C2D">
      <w:r w:rsidRPr="000A30E8">
        <w:rPr>
          <w:szCs w:val="32"/>
        </w:rPr>
        <w:t>L</w:t>
      </w:r>
      <w:r w:rsidRPr="000A30E8">
        <w:rPr>
          <w:rStyle w:val="Taille-1Caracteres"/>
        </w:rPr>
        <w:t>E</w:t>
      </w:r>
      <w:r w:rsidRPr="000A30E8">
        <w:rPr>
          <w:szCs w:val="32"/>
        </w:rPr>
        <w:t xml:space="preserve"> P</w:t>
      </w:r>
      <w:r w:rsidRPr="000A30E8">
        <w:rPr>
          <w:rStyle w:val="Taille-1Caracteres"/>
        </w:rPr>
        <w:t>ÈRE INDIGNE</w:t>
      </w:r>
      <w:r w:rsidRPr="000A30E8">
        <w:rPr>
          <w:szCs w:val="32"/>
        </w:rPr>
        <w:t xml:space="preserve">, </w:t>
      </w:r>
      <w:r w:rsidRPr="000A30E8">
        <w:rPr>
          <w:i/>
          <w:iCs/>
          <w:szCs w:val="32"/>
        </w:rPr>
        <w:t>entrant en titubant</w:t>
      </w:r>
      <w:r w:rsidRPr="000A30E8">
        <w:rPr>
          <w:szCs w:val="32"/>
        </w:rPr>
        <w:t>. — Où est la mère ?</w:t>
      </w:r>
    </w:p>
    <w:p w14:paraId="69B799EA" w14:textId="77777777" w:rsidR="00285C2D" w:rsidRPr="000A30E8" w:rsidRDefault="00285C2D" w:rsidP="00285C2D">
      <w:r w:rsidRPr="000A30E8">
        <w:t>L</w:t>
      </w:r>
      <w:r w:rsidRPr="000A30E8">
        <w:rPr>
          <w:rStyle w:val="Taille-1Caracteres"/>
        </w:rPr>
        <w:t>E BON PETIT</w:t>
      </w:r>
      <w:r w:rsidRPr="000A30E8">
        <w:t xml:space="preserve"> E</w:t>
      </w:r>
      <w:r w:rsidRPr="000A30E8">
        <w:rPr>
          <w:rStyle w:val="Taille-1Caracteres"/>
        </w:rPr>
        <w:t>NFANT</w:t>
      </w:r>
      <w:r w:rsidRPr="000A30E8">
        <w:t>. — Mère travaille dans la pièce à côté pour gagner notre pain quotidien. (</w:t>
      </w:r>
      <w:r w:rsidRPr="000A30E8">
        <w:rPr>
          <w:i/>
          <w:iCs/>
        </w:rPr>
        <w:t>Le père indigne se dirige vers la chambre où travaille la mère. Le bon petit enfant, les bras étendus, lui barre le chemin</w:t>
      </w:r>
      <w:r w:rsidRPr="000A30E8">
        <w:t>.) Père indigne, tu ne passeras pas !</w:t>
      </w:r>
    </w:p>
    <w:p w14:paraId="4398A169" w14:textId="77777777" w:rsidR="00285C2D" w:rsidRPr="000A30E8" w:rsidRDefault="00285C2D" w:rsidP="00285C2D">
      <w:r w:rsidRPr="000A30E8">
        <w:lastRenderedPageBreak/>
        <w:t>L</w:t>
      </w:r>
      <w:r w:rsidRPr="000A30E8">
        <w:rPr>
          <w:rStyle w:val="Taille-1Caracteres"/>
        </w:rPr>
        <w:t>E</w:t>
      </w:r>
      <w:r w:rsidRPr="000A30E8">
        <w:t xml:space="preserve"> P</w:t>
      </w:r>
      <w:r w:rsidRPr="000A30E8">
        <w:rPr>
          <w:rStyle w:val="Taille-1Caracteres"/>
        </w:rPr>
        <w:t>ÈRE INDIGNE</w:t>
      </w:r>
      <w:r w:rsidRPr="000A30E8">
        <w:t>. — Je ne passerai pas, insecte ?</w:t>
      </w:r>
    </w:p>
    <w:p w14:paraId="5175118F" w14:textId="77777777" w:rsidR="00285C2D" w:rsidRPr="000A30E8" w:rsidRDefault="00285C2D" w:rsidP="00285C2D">
      <w:r w:rsidRPr="000A30E8">
        <w:t>L</w:t>
      </w:r>
      <w:r w:rsidRPr="000A30E8">
        <w:rPr>
          <w:rStyle w:val="Taille-1Caracteres"/>
        </w:rPr>
        <w:t>E BON PETIT</w:t>
      </w:r>
      <w:r w:rsidRPr="000A30E8">
        <w:t xml:space="preserve"> E</w:t>
      </w:r>
      <w:r w:rsidRPr="000A30E8">
        <w:rPr>
          <w:rStyle w:val="Taille-1Caracteres"/>
        </w:rPr>
        <w:t>NFANT</w:t>
      </w:r>
      <w:r w:rsidRPr="000A30E8">
        <w:t>. — Non ! Bats-moi puisque tu es méchant, mais ne brutalise pas petite mère.</w:t>
      </w:r>
    </w:p>
    <w:p w14:paraId="132F81AE"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ÈRE INDIGNE</w:t>
      </w:r>
      <w:r w:rsidRPr="000A30E8">
        <w:t xml:space="preserve">, </w:t>
      </w:r>
      <w:r w:rsidRPr="000A30E8">
        <w:rPr>
          <w:i/>
          <w:iCs/>
        </w:rPr>
        <w:t>battant son fils</w:t>
      </w:r>
      <w:r w:rsidRPr="000A30E8">
        <w:t xml:space="preserve">. — Tiens ! tiens ! tiens ! </w:t>
      </w:r>
      <w:r w:rsidRPr="00C47A66">
        <w:t>(</w:t>
      </w:r>
      <w:r w:rsidRPr="000A30E8">
        <w:rPr>
          <w:i/>
          <w:iCs/>
        </w:rPr>
        <w:t>Apercevant la petite bergerie</w:t>
      </w:r>
      <w:r w:rsidRPr="000A30E8">
        <w:t>.) Des brebis ? Des brebis chez moi ! Tiens ! voilà ce que j’en fais, moi, des brebis ! (</w:t>
      </w:r>
      <w:r w:rsidRPr="000A30E8">
        <w:rPr>
          <w:i/>
          <w:iCs/>
        </w:rPr>
        <w:t>Il piétine la bergerie</w:t>
      </w:r>
      <w:r w:rsidRPr="000A30E8">
        <w:t>.)</w:t>
      </w:r>
    </w:p>
    <w:p w14:paraId="208EA4D0" w14:textId="77777777" w:rsidR="00285C2D" w:rsidRPr="000A30E8" w:rsidRDefault="00285C2D" w:rsidP="00285C2D">
      <w:r w:rsidRPr="000A30E8">
        <w:t>L</w:t>
      </w:r>
      <w:r w:rsidRPr="000A30E8">
        <w:rPr>
          <w:rStyle w:val="Taille-1Caracteres"/>
        </w:rPr>
        <w:t>E BON PETIT</w:t>
      </w:r>
      <w:r w:rsidRPr="000A30E8">
        <w:t xml:space="preserve"> E</w:t>
      </w:r>
      <w:r w:rsidRPr="000A30E8">
        <w:rPr>
          <w:rStyle w:val="Taille-1Caracteres"/>
        </w:rPr>
        <w:t>NFANT</w:t>
      </w:r>
      <w:r w:rsidRPr="000A30E8">
        <w:t xml:space="preserve">, </w:t>
      </w:r>
      <w:r w:rsidRPr="000A30E8">
        <w:rPr>
          <w:i/>
          <w:iCs/>
        </w:rPr>
        <w:t>les larmes aux yeux</w:t>
      </w:r>
      <w:r w:rsidRPr="000A30E8">
        <w:t>. — Ma pauvre bergerie ! (</w:t>
      </w:r>
      <w:r w:rsidRPr="00C47A66">
        <w:rPr>
          <w:i/>
        </w:rPr>
        <w:t>À</w:t>
      </w:r>
      <w:r w:rsidRPr="000A30E8">
        <w:rPr>
          <w:i/>
          <w:iCs/>
        </w:rPr>
        <w:t xml:space="preserve"> part, avec joie</w:t>
      </w:r>
      <w:r w:rsidRPr="000A30E8">
        <w:t>.) Ô bonheur ! Mon père indigne, fatigué de piétiner ma bergerie, vient de s’étaler sur le lit. Il dort déjà d’un profond sommeil de brute. Mère ne sera pas battue ce soir. Oh ! quand trouverai-je l’idée qui la délivrera définitivement ? Quand ? Cherchons.</w:t>
      </w:r>
    </w:p>
    <w:p w14:paraId="1B5586AC"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ÈRE INDIGNE</w:t>
      </w:r>
      <w:r w:rsidRPr="000A30E8">
        <w:t xml:space="preserve">, </w:t>
      </w:r>
      <w:r w:rsidRPr="000A30E8">
        <w:rPr>
          <w:i/>
          <w:iCs/>
        </w:rPr>
        <w:t>rêvant à haute voix</w:t>
      </w:r>
      <w:r w:rsidRPr="000A30E8">
        <w:t>. — Des brebis chez moi ?… Des brebis !…</w:t>
      </w:r>
    </w:p>
    <w:p w14:paraId="3B1C366C" w14:textId="77777777" w:rsidR="00285C2D" w:rsidRPr="000A30E8" w:rsidRDefault="00285C2D" w:rsidP="00285C2D">
      <w:pPr>
        <w:pStyle w:val="Titre3"/>
      </w:pPr>
      <w:bookmarkStart w:id="40" w:name="_Toc196330224"/>
      <w:r w:rsidRPr="000A30E8">
        <w:t>TROISIÈME ACTE</w:t>
      </w:r>
      <w:r w:rsidRPr="000A30E8">
        <w:br/>
      </w:r>
      <w:r w:rsidRPr="000A30E8">
        <w:br/>
        <w:t>Une idée d’enfant.</w:t>
      </w:r>
      <w:bookmarkEnd w:id="40"/>
    </w:p>
    <w:p w14:paraId="4460A114" w14:textId="77777777" w:rsidR="00285C2D" w:rsidRPr="000A30E8" w:rsidRDefault="00285C2D" w:rsidP="00285C2D">
      <w:pPr>
        <w:pStyle w:val="Centr"/>
        <w:rPr>
          <w:rStyle w:val="Taille-1Caracteres"/>
        </w:rPr>
      </w:pPr>
      <w:r w:rsidRPr="000A30E8">
        <w:rPr>
          <w:rStyle w:val="Taille-1Caracteres"/>
        </w:rPr>
        <w:t>Même décor. Une heure après.</w:t>
      </w:r>
    </w:p>
    <w:p w14:paraId="4A105FEC" w14:textId="77777777" w:rsidR="00285C2D" w:rsidRPr="000A30E8" w:rsidRDefault="00285C2D" w:rsidP="00285C2D">
      <w:r w:rsidRPr="000A30E8">
        <w:rPr>
          <w:szCs w:val="32"/>
        </w:rPr>
        <w:t>L</w:t>
      </w:r>
      <w:r w:rsidRPr="000A30E8">
        <w:rPr>
          <w:rStyle w:val="Taille-1Caracteres"/>
        </w:rPr>
        <w:t>E BON PETIT</w:t>
      </w:r>
      <w:r w:rsidRPr="000A30E8">
        <w:rPr>
          <w:szCs w:val="32"/>
        </w:rPr>
        <w:t xml:space="preserve"> E</w:t>
      </w:r>
      <w:r w:rsidRPr="000A30E8">
        <w:rPr>
          <w:rStyle w:val="Taille-1Caracteres"/>
        </w:rPr>
        <w:t>NFANT</w:t>
      </w:r>
      <w:r w:rsidRPr="000A30E8">
        <w:rPr>
          <w:szCs w:val="32"/>
        </w:rPr>
        <w:t>. — Mon père indigne dort toujours. L’orage terrible qui vient d’éclater ne l’a pas réveillé. Le tonnerre gronde formidablement et ma pauvre mère coud des dessous-de-bras dans la pièce à côté. Ah ! quelle nuit terrible pour un enfant de six ans et demi ! Depuis une heure je cherche le moyen de délivrer ma mère du bourreau qui la martyrise.</w:t>
      </w:r>
    </w:p>
    <w:p w14:paraId="713CAA89" w14:textId="77777777" w:rsidR="00285C2D" w:rsidRPr="000A30E8" w:rsidRDefault="00285C2D" w:rsidP="00285C2D">
      <w:r w:rsidRPr="000A30E8">
        <w:lastRenderedPageBreak/>
        <w:t>L</w:t>
      </w:r>
      <w:r w:rsidRPr="000A30E8">
        <w:rPr>
          <w:rStyle w:val="Taille-1Caracteres"/>
        </w:rPr>
        <w:t>E</w:t>
      </w:r>
      <w:r w:rsidRPr="000A30E8">
        <w:t xml:space="preserve"> P</w:t>
      </w:r>
      <w:r w:rsidRPr="000A30E8">
        <w:rPr>
          <w:rStyle w:val="Taille-1Caracteres"/>
        </w:rPr>
        <w:t>ÈRE INDIGNE</w:t>
      </w:r>
      <w:r w:rsidRPr="000A30E8">
        <w:t xml:space="preserve">, </w:t>
      </w:r>
      <w:r w:rsidRPr="000A30E8">
        <w:rPr>
          <w:i/>
          <w:iCs/>
        </w:rPr>
        <w:t>rêvant à haute voix</w:t>
      </w:r>
      <w:r w:rsidRPr="000A30E8">
        <w:t>. — Des brebis ?… Des brebis chez moi !…</w:t>
      </w:r>
    </w:p>
    <w:p w14:paraId="3F6746C0" w14:textId="77777777" w:rsidR="00285C2D" w:rsidRPr="000A30E8" w:rsidRDefault="00285C2D" w:rsidP="00285C2D">
      <w:r w:rsidRPr="000A30E8">
        <w:t>L</w:t>
      </w:r>
      <w:r w:rsidRPr="000A30E8">
        <w:rPr>
          <w:rStyle w:val="Taille-1Caracteres"/>
        </w:rPr>
        <w:t>E BON PETIT</w:t>
      </w:r>
      <w:r w:rsidRPr="000A30E8">
        <w:t xml:space="preserve"> E</w:t>
      </w:r>
      <w:r w:rsidRPr="000A30E8">
        <w:rPr>
          <w:rStyle w:val="Taille-1Caracteres"/>
        </w:rPr>
        <w:t>NFANT</w:t>
      </w:r>
      <w:r w:rsidRPr="000A30E8">
        <w:t>. — Le monstre rêve tout haut. Oh ! mes pauvres petits moutons ! À la lueur d’un éclair j’aperçois ma petite bergerie, que mon père indigne piétina sans pitié. Seul, un pauvre petit arbre a échappé au massacre. (</w:t>
      </w:r>
      <w:r w:rsidRPr="000A30E8">
        <w:rPr>
          <w:i/>
          <w:iCs/>
        </w:rPr>
        <w:t>Il le ramasse</w:t>
      </w:r>
      <w:r w:rsidRPr="000A30E8">
        <w:t>.) Oh ! serait-ce une indication de la Providence ? Une idée subite vient de traverser mon cerveau d’enfant. Je viens de trouver un moyen pour nous délivrer de la présence de ce père et mari indigne. Marchons tout doucement et posons le petit arbre de ma bergerie sur le front de mon père endormi. (</w:t>
      </w:r>
      <w:r w:rsidRPr="000A30E8">
        <w:rPr>
          <w:i/>
          <w:iCs/>
        </w:rPr>
        <w:t>Il place le petit arbre debout sur le front de l’ivrogne</w:t>
      </w:r>
      <w:r w:rsidRPr="000A30E8">
        <w:t>.) J’ai lu dans un livre scolaire que la foudre tue les personnes qui s’abritent sous un arbre pendant l’orage. Éloignons-nous. (</w:t>
      </w:r>
      <w:r w:rsidRPr="000A30E8">
        <w:rPr>
          <w:i/>
          <w:iCs/>
        </w:rPr>
        <w:t>Il s’éloigne. Un coup de tonnerre formidable retentit. La foudre tombe sur le petit arbre et foudroie le Père indigne</w:t>
      </w:r>
      <w:r w:rsidRPr="000A30E8">
        <w:t>.)</w:t>
      </w:r>
    </w:p>
    <w:p w14:paraId="78120CB0" w14:textId="77777777" w:rsidR="00285C2D" w:rsidRPr="000A30E8" w:rsidRDefault="00285C2D" w:rsidP="00285C2D">
      <w:r w:rsidRPr="000A30E8">
        <w:t>L</w:t>
      </w:r>
      <w:r w:rsidRPr="000A30E8">
        <w:rPr>
          <w:rStyle w:val="Taille-1Caracteres"/>
        </w:rPr>
        <w:t>A PAUVRE</w:t>
      </w:r>
      <w:r w:rsidRPr="000A30E8">
        <w:t xml:space="preserve"> M</w:t>
      </w:r>
      <w:r w:rsidRPr="000A30E8">
        <w:rPr>
          <w:rStyle w:val="Taille-1Caracteres"/>
        </w:rPr>
        <w:t>ÈRE</w:t>
      </w:r>
      <w:r w:rsidRPr="000A30E8">
        <w:t xml:space="preserve">, </w:t>
      </w:r>
      <w:r w:rsidRPr="000A30E8">
        <w:rPr>
          <w:i/>
          <w:iCs/>
        </w:rPr>
        <w:t>accourant</w:t>
      </w:r>
      <w:r w:rsidRPr="000A30E8">
        <w:t>. — Ciel ! Que se passe-t-il ?</w:t>
      </w:r>
    </w:p>
    <w:p w14:paraId="677DAD14" w14:textId="77777777" w:rsidR="00285C2D" w:rsidRPr="000A30E8" w:rsidRDefault="00285C2D" w:rsidP="00285C2D">
      <w:r w:rsidRPr="000A30E8">
        <w:t>L</w:t>
      </w:r>
      <w:r w:rsidRPr="000A30E8">
        <w:rPr>
          <w:rStyle w:val="Taille-1Caracteres"/>
        </w:rPr>
        <w:t>E BON PETIT</w:t>
      </w:r>
      <w:r w:rsidRPr="000A30E8">
        <w:t xml:space="preserve"> E</w:t>
      </w:r>
      <w:r w:rsidRPr="000A30E8">
        <w:rPr>
          <w:rStyle w:val="Taille-1Caracteres"/>
        </w:rPr>
        <w:t>NFANT</w:t>
      </w:r>
      <w:r w:rsidRPr="000A30E8">
        <w:t>. — Mère, sois heureuse ! Papa est carbonisé !</w:t>
      </w:r>
    </w:p>
    <w:p w14:paraId="5B65BCE5" w14:textId="77777777" w:rsidR="00285C2D" w:rsidRPr="000A30E8" w:rsidRDefault="00285C2D" w:rsidP="00285C2D">
      <w:pPr>
        <w:pStyle w:val="Centr"/>
      </w:pPr>
      <w:r w:rsidRPr="000A30E8">
        <w:t>RIDEAU</w:t>
      </w:r>
    </w:p>
    <w:p w14:paraId="690C74DB" w14:textId="77777777" w:rsidR="00285C2D" w:rsidRPr="000A30E8" w:rsidRDefault="00285C2D" w:rsidP="00285C2D">
      <w:pPr>
        <w:pStyle w:val="Titre2"/>
      </w:pPr>
      <w:bookmarkStart w:id="41" w:name="bookmark8"/>
      <w:bookmarkStart w:id="42" w:name="_Toc196330225"/>
      <w:r w:rsidRPr="000A30E8">
        <w:lastRenderedPageBreak/>
        <w:t>VENGEANCE DE SOUFFLEUR</w:t>
      </w:r>
      <w:r w:rsidRPr="000A30E8">
        <w:br/>
      </w:r>
      <w:r w:rsidRPr="000A30E8">
        <w:br/>
        <w:t>Drame de mœurs théâtrales</w:t>
      </w:r>
      <w:bookmarkEnd w:id="41"/>
      <w:r w:rsidRPr="000A30E8">
        <w:t>.</w:t>
      </w:r>
      <w:bookmarkEnd w:id="42"/>
    </w:p>
    <w:p w14:paraId="1DEBE355" w14:textId="77777777" w:rsidR="00285C2D" w:rsidRPr="000A30E8" w:rsidRDefault="00285C2D" w:rsidP="00285C2D">
      <w:pPr>
        <w:pStyle w:val="Titre3"/>
      </w:pPr>
      <w:bookmarkStart w:id="43" w:name="_Toc196330226"/>
      <w:r w:rsidRPr="000A30E8">
        <w:t>ACTE PREMIER</w:t>
      </w:r>
      <w:r w:rsidRPr="000A30E8">
        <w:br/>
      </w:r>
      <w:r w:rsidRPr="000A30E8">
        <w:br/>
        <w:t>Jalousie.</w:t>
      </w:r>
      <w:bookmarkEnd w:id="43"/>
    </w:p>
    <w:p w14:paraId="7D7CEB53" w14:textId="77777777" w:rsidR="00285C2D" w:rsidRPr="000A30E8" w:rsidRDefault="00285C2D" w:rsidP="00285C2D">
      <w:pPr>
        <w:pStyle w:val="Centr"/>
      </w:pPr>
      <w:r w:rsidRPr="000A30E8">
        <w:rPr>
          <w:rStyle w:val="Taille-1Caracteres"/>
        </w:rPr>
        <w:t>La scène représente le logement du Souffleur vindicatif</w:t>
      </w:r>
      <w:r w:rsidRPr="000A30E8">
        <w:t>.</w:t>
      </w:r>
    </w:p>
    <w:p w14:paraId="3C5CB8E0" w14:textId="77777777" w:rsidR="00285C2D" w:rsidRPr="000A30E8" w:rsidRDefault="00285C2D" w:rsidP="00285C2D">
      <w:r w:rsidRPr="000A30E8">
        <w:rPr>
          <w:szCs w:val="32"/>
        </w:rPr>
        <w:t>L</w:t>
      </w:r>
      <w:r w:rsidRPr="000A30E8">
        <w:rPr>
          <w:rStyle w:val="Taille-1Caracteres"/>
        </w:rPr>
        <w:t>A FORTE</w:t>
      </w:r>
      <w:r w:rsidRPr="000A30E8">
        <w:rPr>
          <w:szCs w:val="32"/>
        </w:rPr>
        <w:t xml:space="preserve"> C</w:t>
      </w:r>
      <w:r w:rsidRPr="000A30E8">
        <w:rPr>
          <w:rStyle w:val="Taille-1Caracteres"/>
        </w:rPr>
        <w:t>HANTEUSE</w:t>
      </w:r>
      <w:r w:rsidRPr="000A30E8">
        <w:rPr>
          <w:szCs w:val="32"/>
        </w:rPr>
        <w:t xml:space="preserve">, </w:t>
      </w:r>
      <w:r w:rsidRPr="000A30E8">
        <w:rPr>
          <w:i/>
          <w:iCs/>
          <w:szCs w:val="32"/>
        </w:rPr>
        <w:t>seule</w:t>
      </w:r>
      <w:r w:rsidRPr="000A30E8">
        <w:rPr>
          <w:szCs w:val="32"/>
        </w:rPr>
        <w:t>. — Une forte chanteuse ne devrait jamais épouser un souffleur. J’en fais la cruelle expérience. Mais voici mon mari, le Souffleur vindicatif.</w:t>
      </w:r>
    </w:p>
    <w:p w14:paraId="4C2D4E9A"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OUFFLEUR VINDICATIF</w:t>
      </w:r>
      <w:r w:rsidRPr="000A30E8">
        <w:t xml:space="preserve">, </w:t>
      </w:r>
      <w:r w:rsidRPr="000A30E8">
        <w:rPr>
          <w:i/>
          <w:iCs/>
        </w:rPr>
        <w:t>entrant</w:t>
      </w:r>
      <w:r w:rsidRPr="000A30E8">
        <w:t>. — Madame, vous me trompez avec la « basse chantante » du casino. Je me vengerai. (</w:t>
      </w:r>
      <w:r w:rsidRPr="000A30E8">
        <w:rPr>
          <w:i/>
          <w:iCs/>
        </w:rPr>
        <w:t>D’une voix sinistre</w:t>
      </w:r>
      <w:r w:rsidRPr="000A30E8">
        <w:t>.) Souvenez-vous du baryton arthritique de Périgueux !</w:t>
      </w:r>
    </w:p>
    <w:p w14:paraId="012D5300" w14:textId="77777777" w:rsidR="00285C2D" w:rsidRPr="000A30E8" w:rsidRDefault="00285C2D" w:rsidP="00285C2D">
      <w:r w:rsidRPr="000A30E8">
        <w:t>L</w:t>
      </w:r>
      <w:r w:rsidRPr="000A30E8">
        <w:rPr>
          <w:rStyle w:val="Taille-1Caracteres"/>
        </w:rPr>
        <w:t>A FORTE</w:t>
      </w:r>
      <w:r w:rsidRPr="000A30E8">
        <w:t xml:space="preserve"> C</w:t>
      </w:r>
      <w:r w:rsidRPr="000A30E8">
        <w:rPr>
          <w:rStyle w:val="Taille-1Caracteres"/>
        </w:rPr>
        <w:t>HANTEUSE</w:t>
      </w:r>
      <w:r w:rsidRPr="000A30E8">
        <w:t>. — Affreux souvenir ! Je crois revivre encore cette tragique soirée : le baryton arthritique disparaissant dans le trou du souffleur ! Misérable ! Je m’en souviens. Oh ! l’atroce vision ! Le baryton arthritique s’avançait pour chanter son grand air, lorsque, machinalement, son regard se porta sur votre trou de souffleur. Aussitôt, il pâlit atrocement, essaya vainement de se rejeter en arrière, puis disparut la tête la première dans le trou béant pour aller s’écraser dans les « dessous ».</w:t>
      </w:r>
    </w:p>
    <w:p w14:paraId="42D5CD70"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OUFFLEUR VINDICATIF</w:t>
      </w:r>
      <w:r w:rsidRPr="000A30E8">
        <w:t xml:space="preserve">. — J’avais tout calculé. Pour que votre amant soit pris de vertige, j’avais collé dans mon trou de souffleur un petit panorama des Alpes et placé devant </w:t>
      </w:r>
      <w:r w:rsidRPr="000A30E8">
        <w:lastRenderedPageBreak/>
        <w:t>le trou une pancarte avec ces mots : « Précipice sans fond ». Le baryton arthritique ne put résister à l’attirance de mon précipice artificiel.</w:t>
      </w:r>
    </w:p>
    <w:p w14:paraId="1F372280" w14:textId="77777777" w:rsidR="00285C2D" w:rsidRPr="000A30E8" w:rsidRDefault="00285C2D" w:rsidP="00285C2D">
      <w:r w:rsidRPr="000A30E8">
        <w:t>L</w:t>
      </w:r>
      <w:r w:rsidRPr="000A30E8">
        <w:rPr>
          <w:rStyle w:val="Taille-1Caracteres"/>
        </w:rPr>
        <w:t>A FORTE</w:t>
      </w:r>
      <w:r w:rsidRPr="000A30E8">
        <w:t xml:space="preserve"> C</w:t>
      </w:r>
      <w:r w:rsidRPr="000A30E8">
        <w:rPr>
          <w:rStyle w:val="Taille-1Caracteres"/>
        </w:rPr>
        <w:t>HANTEUSE</w:t>
      </w:r>
      <w:r w:rsidRPr="000A30E8">
        <w:t>. — Infâme ! Un cadavre ne vous suffit pas ! Vous voulez aujourd’hui vous venger de mon nouvel amant, la basse chantante du casino ?</w:t>
      </w:r>
    </w:p>
    <w:p w14:paraId="21333B27"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OUFFLEUR VINDICATIF</w:t>
      </w:r>
      <w:r w:rsidRPr="000A30E8">
        <w:t xml:space="preserve">, </w:t>
      </w:r>
      <w:r w:rsidRPr="000A30E8">
        <w:rPr>
          <w:i/>
          <w:iCs/>
        </w:rPr>
        <w:t>d’une voix sombre</w:t>
      </w:r>
      <w:r w:rsidRPr="000A30E8">
        <w:t>. — Oui.</w:t>
      </w:r>
    </w:p>
    <w:p w14:paraId="457118EA" w14:textId="77777777" w:rsidR="00285C2D" w:rsidRPr="000A30E8" w:rsidRDefault="00285C2D" w:rsidP="00285C2D">
      <w:r w:rsidRPr="000A30E8">
        <w:t>L</w:t>
      </w:r>
      <w:r w:rsidRPr="000A30E8">
        <w:rPr>
          <w:rStyle w:val="Taille-1Caracteres"/>
        </w:rPr>
        <w:t>A FORTE</w:t>
      </w:r>
      <w:r w:rsidRPr="000A30E8">
        <w:t xml:space="preserve"> C</w:t>
      </w:r>
      <w:r w:rsidRPr="000A30E8">
        <w:rPr>
          <w:rStyle w:val="Taille-1Caracteres"/>
        </w:rPr>
        <w:t>HANTEUSE</w:t>
      </w:r>
      <w:r w:rsidRPr="000A30E8">
        <w:t>. — Comment ?</w:t>
      </w:r>
    </w:p>
    <w:p w14:paraId="1ED5A95E"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OUFFLEUR VINDICATIF</w:t>
      </w:r>
      <w:r w:rsidRPr="000A30E8">
        <w:t>. — Je ne suis pas encore fixé. Mais je trouverai.</w:t>
      </w:r>
    </w:p>
    <w:p w14:paraId="05CF4542" w14:textId="77777777" w:rsidR="00285C2D" w:rsidRPr="000A30E8" w:rsidRDefault="00285C2D" w:rsidP="00285C2D">
      <w:pPr>
        <w:pStyle w:val="Titre3"/>
      </w:pPr>
      <w:bookmarkStart w:id="44" w:name="_Toc196330227"/>
      <w:r w:rsidRPr="000A30E8">
        <w:t>ACTE DEUXIÈME</w:t>
      </w:r>
      <w:r w:rsidRPr="000A30E8">
        <w:br/>
      </w:r>
      <w:r w:rsidRPr="000A30E8">
        <w:br/>
        <w:t>Les figurants mécontents.</w:t>
      </w:r>
      <w:bookmarkEnd w:id="44"/>
    </w:p>
    <w:p w14:paraId="7BA09ABD" w14:textId="77777777" w:rsidR="00285C2D" w:rsidRPr="000A30E8" w:rsidRDefault="00285C2D" w:rsidP="00285C2D">
      <w:pPr>
        <w:pStyle w:val="Centr"/>
        <w:rPr>
          <w:rStyle w:val="Taille-1Caracteres"/>
        </w:rPr>
      </w:pPr>
      <w:r w:rsidRPr="000A30E8">
        <w:rPr>
          <w:rStyle w:val="Taille-1Caracteres"/>
        </w:rPr>
        <w:t>La scène représente un café.</w:t>
      </w:r>
    </w:p>
    <w:p w14:paraId="5B5D337A" w14:textId="77777777" w:rsidR="00285C2D" w:rsidRPr="000A30E8" w:rsidRDefault="00285C2D" w:rsidP="00285C2D">
      <w:r w:rsidRPr="000A30E8">
        <w:rPr>
          <w:szCs w:val="32"/>
        </w:rPr>
        <w:t>L</w:t>
      </w:r>
      <w:r w:rsidRPr="000A30E8">
        <w:rPr>
          <w:rStyle w:val="Taille-1Caracteres"/>
        </w:rPr>
        <w:t>E</w:t>
      </w:r>
      <w:r w:rsidRPr="000A30E8">
        <w:rPr>
          <w:szCs w:val="32"/>
        </w:rPr>
        <w:t xml:space="preserve"> S</w:t>
      </w:r>
      <w:r w:rsidRPr="000A30E8">
        <w:rPr>
          <w:rStyle w:val="Taille-1Caracteres"/>
        </w:rPr>
        <w:t>OUFFLEUR VINDICATIF</w:t>
      </w:r>
      <w:r w:rsidRPr="000A30E8">
        <w:rPr>
          <w:szCs w:val="32"/>
        </w:rPr>
        <w:t xml:space="preserve">, </w:t>
      </w:r>
      <w:r w:rsidRPr="000A30E8">
        <w:rPr>
          <w:i/>
          <w:iCs/>
          <w:szCs w:val="32"/>
        </w:rPr>
        <w:t>entrant</w:t>
      </w:r>
      <w:r w:rsidRPr="000A30E8">
        <w:rPr>
          <w:szCs w:val="32"/>
        </w:rPr>
        <w:t>. — Qu’avez-vous, camarades figurants ? Vos visages sont tristes.</w:t>
      </w:r>
    </w:p>
    <w:p w14:paraId="218CC20A" w14:textId="77777777" w:rsidR="00285C2D" w:rsidRPr="000A30E8" w:rsidRDefault="00285C2D" w:rsidP="00285C2D">
      <w:r w:rsidRPr="000A30E8">
        <w:t>P</w:t>
      </w:r>
      <w:r w:rsidRPr="000A30E8">
        <w:rPr>
          <w:rStyle w:val="Taille-1Caracteres"/>
        </w:rPr>
        <w:t>REMIER</w:t>
      </w:r>
      <w:r w:rsidRPr="000A30E8">
        <w:t xml:space="preserve"> F</w:t>
      </w:r>
      <w:r w:rsidRPr="000A30E8">
        <w:rPr>
          <w:rStyle w:val="Taille-1Caracteres"/>
        </w:rPr>
        <w:t>IGURANT DÉCOURAGÉ</w:t>
      </w:r>
      <w:r w:rsidRPr="000A30E8">
        <w:t>. — Nous venons de répéter le rôle du « fleuve limpide » dans l’opéra que l’on joue ce soir au casino. Mais le directeur n’est pas content.</w:t>
      </w:r>
    </w:p>
    <w:p w14:paraId="2FFCB0A2" w14:textId="77777777" w:rsidR="00285C2D" w:rsidRPr="000A30E8" w:rsidRDefault="00285C2D" w:rsidP="00285C2D">
      <w:r w:rsidRPr="000A30E8">
        <w:t>D</w:t>
      </w:r>
      <w:r w:rsidRPr="000A30E8">
        <w:rPr>
          <w:rStyle w:val="Taille-1Caracteres"/>
        </w:rPr>
        <w:t>EUXIÈME</w:t>
      </w:r>
      <w:r w:rsidRPr="000A30E8">
        <w:t xml:space="preserve"> F</w:t>
      </w:r>
      <w:r w:rsidRPr="000A30E8">
        <w:rPr>
          <w:rStyle w:val="Taille-1Caracteres"/>
        </w:rPr>
        <w:t>IGURANT DÉCOURAGÉ</w:t>
      </w:r>
      <w:r w:rsidRPr="000A30E8">
        <w:t>. — Il dit que la toile peinte sous laquelle nous nous agitons pour imiter les ondulations de l’eau ne donne pas l’illusion d’un véritable fleuve.</w:t>
      </w:r>
    </w:p>
    <w:p w14:paraId="0C10F6C5" w14:textId="77777777" w:rsidR="00285C2D" w:rsidRPr="000A30E8" w:rsidRDefault="00285C2D" w:rsidP="00285C2D">
      <w:r w:rsidRPr="000A30E8">
        <w:t>T</w:t>
      </w:r>
      <w:r w:rsidRPr="000A30E8">
        <w:rPr>
          <w:rStyle w:val="Taille-1Caracteres"/>
        </w:rPr>
        <w:t>ROISIÈME</w:t>
      </w:r>
      <w:r w:rsidRPr="000A30E8">
        <w:t xml:space="preserve"> F</w:t>
      </w:r>
      <w:r w:rsidRPr="000A30E8">
        <w:rPr>
          <w:rStyle w:val="Taille-1Caracteres"/>
        </w:rPr>
        <w:t>IGURANT DÉCOURAGÉ</w:t>
      </w:r>
      <w:r w:rsidRPr="000A30E8">
        <w:t>. — Il nous reproche de ne pas agiter la toile du fleuve avec assez de naturel.</w:t>
      </w:r>
    </w:p>
    <w:p w14:paraId="01D794B9" w14:textId="77777777" w:rsidR="00285C2D" w:rsidRPr="000A30E8" w:rsidRDefault="00285C2D" w:rsidP="00285C2D">
      <w:r w:rsidRPr="000A30E8">
        <w:lastRenderedPageBreak/>
        <w:t>Q</w:t>
      </w:r>
      <w:r w:rsidRPr="000A30E8">
        <w:rPr>
          <w:rStyle w:val="Taille-1Caracteres"/>
        </w:rPr>
        <w:t>UATRIÈME</w:t>
      </w:r>
      <w:r w:rsidRPr="000A30E8">
        <w:t xml:space="preserve"> F</w:t>
      </w:r>
      <w:r w:rsidRPr="000A30E8">
        <w:rPr>
          <w:rStyle w:val="Taille-1Caracteres"/>
        </w:rPr>
        <w:t>IGURANT DÉCOURAGÉ</w:t>
      </w:r>
      <w:r w:rsidRPr="000A30E8">
        <w:t>. — Et ce soir, à la représentation, si le mouvement du fleuve n’est pas l’image de la réalité, il nous infligera une forte amende.</w:t>
      </w:r>
    </w:p>
    <w:p w14:paraId="467136AD"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OUFFLEUR VINDICATIF</w:t>
      </w:r>
      <w:r w:rsidRPr="000A30E8">
        <w:t xml:space="preserve">, </w:t>
      </w:r>
      <w:r w:rsidRPr="000A30E8">
        <w:rPr>
          <w:i/>
          <w:iCs/>
        </w:rPr>
        <w:t>à part</w:t>
      </w:r>
      <w:r w:rsidRPr="000A30E8">
        <w:t>. — Oh ! quelle idée ! Je tiens ma vengeance ! (</w:t>
      </w:r>
      <w:r w:rsidRPr="000A30E8">
        <w:rPr>
          <w:i/>
          <w:iCs/>
        </w:rPr>
        <w:t>Haut !</w:t>
      </w:r>
      <w:r w:rsidRPr="000A30E8">
        <w:t>) Ne désespérez pas. Je vais vous donner le moyen de jouer le rôle du « fleuve limpide » aussi vrai que nature.</w:t>
      </w:r>
    </w:p>
    <w:p w14:paraId="004B70E8" w14:textId="77777777" w:rsidR="00285C2D" w:rsidRPr="000A30E8" w:rsidRDefault="00285C2D" w:rsidP="00285C2D">
      <w:r w:rsidRPr="000A30E8">
        <w:t>T</w:t>
      </w:r>
      <w:r w:rsidRPr="000A30E8">
        <w:rPr>
          <w:rStyle w:val="Taille-1Caracteres"/>
        </w:rPr>
        <w:t>OUS LES</w:t>
      </w:r>
      <w:r w:rsidRPr="000A30E8">
        <w:t xml:space="preserve"> F</w:t>
      </w:r>
      <w:r w:rsidRPr="000A30E8">
        <w:rPr>
          <w:rStyle w:val="Taille-1Caracteres"/>
        </w:rPr>
        <w:t>IGURANTS DÉCOURAGÉS</w:t>
      </w:r>
      <w:r w:rsidRPr="000A30E8">
        <w:t>. — Que faut-il faire ?</w:t>
      </w:r>
    </w:p>
    <w:p w14:paraId="69372788"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OUFFLEUR VINDICATIF</w:t>
      </w:r>
      <w:r w:rsidRPr="000A30E8">
        <w:t>. — Vous laisser hypnotiser.</w:t>
      </w:r>
    </w:p>
    <w:p w14:paraId="03F46F8B" w14:textId="77777777" w:rsidR="00285C2D" w:rsidRPr="000A30E8" w:rsidRDefault="00285C2D" w:rsidP="00285C2D">
      <w:r w:rsidRPr="000A30E8">
        <w:t>T</w:t>
      </w:r>
      <w:r w:rsidRPr="000A30E8">
        <w:rPr>
          <w:rStyle w:val="Taille-1Caracteres"/>
        </w:rPr>
        <w:t>OUS LES</w:t>
      </w:r>
      <w:r w:rsidRPr="000A30E8">
        <w:t xml:space="preserve"> F</w:t>
      </w:r>
      <w:r w:rsidRPr="000A30E8">
        <w:rPr>
          <w:rStyle w:val="Taille-1Caracteres"/>
        </w:rPr>
        <w:t>IGURANTS DÉCOURAGÉS</w:t>
      </w:r>
      <w:r w:rsidRPr="000A30E8">
        <w:t>. — L’heure est mal choisie pour plaisanter, camarade.</w:t>
      </w:r>
    </w:p>
    <w:p w14:paraId="5367CEE8"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OUFFLEUR VINDICATIF</w:t>
      </w:r>
      <w:r w:rsidRPr="000A30E8">
        <w:t>. — Je ne plaisante pas. Avant d’être souffleur, j’exerçais la profession d’hypnotiseur. Je vais vous endormir et vous suggérer que vous formez à vous tous un véritable fleuve. Grâce à cette suggestion, je peux vous assurer la perfection absolue dans votre imitation des flots. Vous jouerez nature.</w:t>
      </w:r>
    </w:p>
    <w:p w14:paraId="507988F3" w14:textId="77777777" w:rsidR="00285C2D" w:rsidRPr="000A30E8" w:rsidRDefault="00285C2D" w:rsidP="00285C2D">
      <w:r w:rsidRPr="000A30E8">
        <w:t>T</w:t>
      </w:r>
      <w:r w:rsidRPr="000A30E8">
        <w:rPr>
          <w:rStyle w:val="Taille-1Caracteres"/>
        </w:rPr>
        <w:t>OUS LES</w:t>
      </w:r>
      <w:r w:rsidRPr="000A30E8">
        <w:t xml:space="preserve"> F</w:t>
      </w:r>
      <w:r w:rsidRPr="000A30E8">
        <w:rPr>
          <w:rStyle w:val="Taille-1Caracteres"/>
        </w:rPr>
        <w:t>IGURANTS DÉCOURAGÉS</w:t>
      </w:r>
      <w:r w:rsidRPr="000A30E8">
        <w:t>. — Soit ! Nous acceptons.</w:t>
      </w:r>
    </w:p>
    <w:p w14:paraId="6187B6FB"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OUFFLEUR VINDICATIF</w:t>
      </w:r>
      <w:r w:rsidRPr="000A30E8">
        <w:t>. — Passons dans l’arrière-boutique.</w:t>
      </w:r>
    </w:p>
    <w:p w14:paraId="2E8399D2" w14:textId="77777777" w:rsidR="00285C2D" w:rsidRPr="000A30E8" w:rsidRDefault="00285C2D" w:rsidP="00285C2D">
      <w:pPr>
        <w:pStyle w:val="Titre3"/>
      </w:pPr>
      <w:bookmarkStart w:id="45" w:name="_Toc196330228"/>
      <w:r w:rsidRPr="000A30E8">
        <w:t>ACTE TROISIÈME</w:t>
      </w:r>
      <w:r w:rsidRPr="000A30E8">
        <w:br/>
      </w:r>
      <w:r w:rsidRPr="000A30E8">
        <w:br/>
        <w:t>La représentation interrompue.</w:t>
      </w:r>
      <w:bookmarkEnd w:id="45"/>
    </w:p>
    <w:p w14:paraId="09B0D094" w14:textId="77777777" w:rsidR="00285C2D" w:rsidRPr="000A30E8" w:rsidRDefault="00285C2D" w:rsidP="00285C2D">
      <w:pPr>
        <w:pStyle w:val="Centr"/>
        <w:rPr>
          <w:rStyle w:val="Taille-1Caracteres"/>
        </w:rPr>
      </w:pPr>
      <w:r w:rsidRPr="000A30E8">
        <w:rPr>
          <w:rStyle w:val="Taille-1Caracteres"/>
        </w:rPr>
        <w:t>La scène représente le théâtre du Casino de la Plage.</w:t>
      </w:r>
    </w:p>
    <w:p w14:paraId="5F3E7596" w14:textId="77777777" w:rsidR="00285C2D" w:rsidRPr="000A30E8" w:rsidRDefault="00285C2D" w:rsidP="00285C2D">
      <w:r w:rsidRPr="000A30E8">
        <w:rPr>
          <w:szCs w:val="32"/>
        </w:rPr>
        <w:lastRenderedPageBreak/>
        <w:t>L</w:t>
      </w:r>
      <w:r w:rsidRPr="000A30E8">
        <w:rPr>
          <w:rStyle w:val="Taille-1Caracteres"/>
        </w:rPr>
        <w:t>E</w:t>
      </w:r>
      <w:r w:rsidRPr="000A30E8">
        <w:rPr>
          <w:szCs w:val="32"/>
        </w:rPr>
        <w:t xml:space="preserve"> D</w:t>
      </w:r>
      <w:r w:rsidRPr="000A30E8">
        <w:rPr>
          <w:rStyle w:val="Taille-1Caracteres"/>
        </w:rPr>
        <w:t>IRECTEUR</w:t>
      </w:r>
      <w:r w:rsidRPr="000A30E8">
        <w:rPr>
          <w:szCs w:val="32"/>
        </w:rPr>
        <w:t>. — La représentation est commencée. Le rideau va se lever sur le deuxième acte. (</w:t>
      </w:r>
      <w:r w:rsidRPr="000A30E8">
        <w:rPr>
          <w:i/>
          <w:iCs/>
          <w:szCs w:val="32"/>
        </w:rPr>
        <w:t>Aux figurants placés sous la toile du fleuve</w:t>
      </w:r>
      <w:r w:rsidRPr="000A30E8">
        <w:rPr>
          <w:szCs w:val="32"/>
        </w:rPr>
        <w:t>.) Soyez nature. Je vous le répète, je veux que l’illusion soit parfaite. Imitez les ondulations de l’eau en sautillant sous la toile peinte.</w:t>
      </w:r>
    </w:p>
    <w:p w14:paraId="7A31E1B1" w14:textId="77777777" w:rsidR="00285C2D" w:rsidRPr="000A30E8" w:rsidRDefault="00285C2D" w:rsidP="00285C2D">
      <w:r w:rsidRPr="000A30E8">
        <w:t>L</w:t>
      </w:r>
      <w:r w:rsidRPr="000A30E8">
        <w:rPr>
          <w:rStyle w:val="Taille-1Caracteres"/>
        </w:rPr>
        <w:t>E</w:t>
      </w:r>
      <w:r w:rsidRPr="000A30E8">
        <w:t xml:space="preserve"> R</w:t>
      </w:r>
      <w:r w:rsidRPr="000A30E8">
        <w:rPr>
          <w:rStyle w:val="Taille-1Caracteres"/>
        </w:rPr>
        <w:t>ÉGISSEUR</w:t>
      </w:r>
      <w:r w:rsidRPr="000A30E8">
        <w:t>. — Je frappe les trois coups. Le rideau se lève.</w:t>
      </w:r>
    </w:p>
    <w:p w14:paraId="66AC3A36" w14:textId="77777777" w:rsidR="00285C2D" w:rsidRPr="000A30E8" w:rsidRDefault="00285C2D" w:rsidP="00285C2D">
      <w:r w:rsidRPr="000A30E8">
        <w:t>P</w:t>
      </w:r>
      <w:r w:rsidRPr="000A30E8">
        <w:rPr>
          <w:rStyle w:val="Taille-1Caracteres"/>
        </w:rPr>
        <w:t>REMIER</w:t>
      </w:r>
      <w:r w:rsidRPr="000A30E8">
        <w:t xml:space="preserve"> S</w:t>
      </w:r>
      <w:r w:rsidRPr="000A30E8">
        <w:rPr>
          <w:rStyle w:val="Taille-1Caracteres"/>
        </w:rPr>
        <w:t>PECTATEUR EN DÉLIRE</w:t>
      </w:r>
      <w:r w:rsidRPr="000A30E8">
        <w:t>. — Merveilleux tableau ! Nous allons entendre la célèbre « basse chantante » engagée à prix d’or.</w:t>
      </w:r>
    </w:p>
    <w:p w14:paraId="78420DA5" w14:textId="77777777" w:rsidR="00285C2D" w:rsidRPr="000A30E8" w:rsidRDefault="00285C2D" w:rsidP="00285C2D">
      <w:r w:rsidRPr="000A30E8">
        <w:t>D</w:t>
      </w:r>
      <w:r w:rsidRPr="000A30E8">
        <w:rPr>
          <w:rStyle w:val="Taille-1Caracteres"/>
        </w:rPr>
        <w:t>EUXIÈME</w:t>
      </w:r>
      <w:r w:rsidRPr="000A30E8">
        <w:t xml:space="preserve"> S</w:t>
      </w:r>
      <w:r w:rsidRPr="000A30E8">
        <w:rPr>
          <w:rStyle w:val="Taille-1Caracteres"/>
        </w:rPr>
        <w:t>PECTATEUR EN DÉLIRE</w:t>
      </w:r>
      <w:r w:rsidRPr="000A30E8">
        <w:t xml:space="preserve">. — C’est un artiste </w:t>
      </w:r>
      <w:r w:rsidRPr="000A30E8">
        <w:rPr>
          <w:i/>
          <w:iCs/>
        </w:rPr>
        <w:t>uniqu</w:t>
      </w:r>
      <w:r w:rsidRPr="00C47A66">
        <w:rPr>
          <w:i/>
        </w:rPr>
        <w:t>e</w:t>
      </w:r>
      <w:r w:rsidRPr="000A30E8">
        <w:t xml:space="preserve"> au monde. Sa voix est si prodigieusement basse qu’il chante sans qu’on entende le moindre son.</w:t>
      </w:r>
    </w:p>
    <w:p w14:paraId="19125F97" w14:textId="77777777" w:rsidR="00285C2D" w:rsidRPr="000A30E8" w:rsidRDefault="00285C2D" w:rsidP="00285C2D">
      <w:r w:rsidRPr="000A30E8">
        <w:t>T</w:t>
      </w:r>
      <w:r w:rsidRPr="000A30E8">
        <w:rPr>
          <w:rStyle w:val="Taille-1Caracteres"/>
        </w:rPr>
        <w:t>ROISIÈME</w:t>
      </w:r>
      <w:r w:rsidRPr="000A30E8">
        <w:t xml:space="preserve"> S</w:t>
      </w:r>
      <w:r w:rsidRPr="000A30E8">
        <w:rPr>
          <w:rStyle w:val="Taille-1Caracteres"/>
        </w:rPr>
        <w:t>PECTATEUR EN DÉLIRE</w:t>
      </w:r>
      <w:r w:rsidRPr="000A30E8">
        <w:t>. — Mais le voici. Dans la gondole qui s’avance sur le « fleuve limpide », il chante une barcarolle. Seuls les mouvements de sa bouche indiquent qu’il est en train de chanter.</w:t>
      </w:r>
    </w:p>
    <w:p w14:paraId="70E9E604" w14:textId="77777777" w:rsidR="00285C2D" w:rsidRPr="000A30E8" w:rsidRDefault="00285C2D" w:rsidP="00285C2D">
      <w:r w:rsidRPr="000A30E8">
        <w:t>Q</w:t>
      </w:r>
      <w:r w:rsidRPr="000A30E8">
        <w:rPr>
          <w:rStyle w:val="Taille-1Caracteres"/>
        </w:rPr>
        <w:t>UATRIÈME</w:t>
      </w:r>
      <w:r w:rsidRPr="000A30E8">
        <w:t xml:space="preserve"> S</w:t>
      </w:r>
      <w:r w:rsidRPr="000A30E8">
        <w:rPr>
          <w:rStyle w:val="Taille-1Caracteres"/>
        </w:rPr>
        <w:t>PECTATEUR EN DÉLIRE</w:t>
      </w:r>
      <w:r w:rsidRPr="000A30E8">
        <w:t>. — On entendrait une mouche voler. Sa voix est encore plus basse que la dernière fois. Quel artiste !</w:t>
      </w:r>
    </w:p>
    <w:p w14:paraId="582A1034"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OUFFLEUR VINDICATIF</w:t>
      </w:r>
      <w:r w:rsidRPr="000A30E8">
        <w:t xml:space="preserve">, </w:t>
      </w:r>
      <w:r w:rsidRPr="000A30E8">
        <w:rPr>
          <w:i/>
          <w:iCs/>
        </w:rPr>
        <w:t>dans son trou</w:t>
      </w:r>
      <w:r w:rsidRPr="000A30E8">
        <w:t>. — Jouis de ton triomphe, basse maudite ! Ma vengeance approche.</w:t>
      </w:r>
    </w:p>
    <w:p w14:paraId="60BC7255" w14:textId="77777777" w:rsidR="00285C2D" w:rsidRPr="000A30E8" w:rsidRDefault="00285C2D" w:rsidP="00285C2D">
      <w:r w:rsidRPr="000A30E8">
        <w:t>L</w:t>
      </w:r>
      <w:r w:rsidRPr="000A30E8">
        <w:rPr>
          <w:rStyle w:val="Taille-1Caracteres"/>
        </w:rPr>
        <w:t>ES</w:t>
      </w:r>
      <w:r w:rsidRPr="000A30E8">
        <w:t xml:space="preserve"> S</w:t>
      </w:r>
      <w:r w:rsidRPr="000A30E8">
        <w:rPr>
          <w:rStyle w:val="Taille-1Caracteres"/>
        </w:rPr>
        <w:t>PECTATEURS EN DÉLIRE</w:t>
      </w:r>
      <w:r w:rsidRPr="000A30E8">
        <w:t>. — Ciel ! Que se passe-t-il ? Le fleuve de toile se sauve à travers les coulisses, emportant avec lui la « basse chantante » dans sa gondole !</w:t>
      </w:r>
    </w:p>
    <w:p w14:paraId="387AFFBF" w14:textId="77777777" w:rsidR="00285C2D" w:rsidRPr="000A30E8" w:rsidRDefault="00285C2D" w:rsidP="00285C2D">
      <w:r w:rsidRPr="000A30E8">
        <w:t>L</w:t>
      </w:r>
      <w:r w:rsidRPr="000A30E8">
        <w:rPr>
          <w:rStyle w:val="Taille-1Caracteres"/>
        </w:rPr>
        <w:t>E</w:t>
      </w:r>
      <w:r w:rsidRPr="000A30E8">
        <w:t xml:space="preserve"> R</w:t>
      </w:r>
      <w:r w:rsidRPr="000A30E8">
        <w:rPr>
          <w:rStyle w:val="Taille-1Caracteres"/>
        </w:rPr>
        <w:t>ÉGISSEUR</w:t>
      </w:r>
      <w:r w:rsidRPr="000A30E8">
        <w:t xml:space="preserve">, </w:t>
      </w:r>
      <w:r w:rsidRPr="000A30E8">
        <w:rPr>
          <w:i/>
          <w:iCs/>
        </w:rPr>
        <w:t>aux figurants</w:t>
      </w:r>
      <w:r w:rsidRPr="000A30E8">
        <w:t>. — Arrêtez, malheureux ! Où courez-vous ?</w:t>
      </w:r>
    </w:p>
    <w:p w14:paraId="61B20632" w14:textId="77777777" w:rsidR="00285C2D" w:rsidRPr="000A30E8" w:rsidRDefault="00285C2D" w:rsidP="00285C2D">
      <w:r w:rsidRPr="000A30E8">
        <w:lastRenderedPageBreak/>
        <w:t>L</w:t>
      </w:r>
      <w:r w:rsidRPr="000A30E8">
        <w:rPr>
          <w:rStyle w:val="Taille-1Caracteres"/>
        </w:rPr>
        <w:t>E</w:t>
      </w:r>
      <w:r w:rsidRPr="000A30E8">
        <w:t xml:space="preserve"> D</w:t>
      </w:r>
      <w:r w:rsidRPr="000A30E8">
        <w:rPr>
          <w:rStyle w:val="Taille-1Caracteres"/>
        </w:rPr>
        <w:t>IRECTEUR</w:t>
      </w:r>
      <w:r w:rsidRPr="000A30E8">
        <w:t>. — Malédiction ! Le fleuve sort du théâtre par la porte des artistes ! Il traverse la plage en courant. La malheureuse basse chantante dans sa gondole, pousse des cris désespérés !</w:t>
      </w:r>
    </w:p>
    <w:p w14:paraId="05A494C5" w14:textId="77777777" w:rsidR="00285C2D" w:rsidRPr="000A30E8" w:rsidRDefault="00285C2D" w:rsidP="00285C2D">
      <w:r w:rsidRPr="000A30E8">
        <w:t>L</w:t>
      </w:r>
      <w:r w:rsidRPr="000A30E8">
        <w:rPr>
          <w:rStyle w:val="Taille-1Caracteres"/>
        </w:rPr>
        <w:t>ES</w:t>
      </w:r>
      <w:r w:rsidRPr="000A30E8">
        <w:t xml:space="preserve"> S</w:t>
      </w:r>
      <w:r w:rsidRPr="000A30E8">
        <w:rPr>
          <w:rStyle w:val="Taille-1Caracteres"/>
        </w:rPr>
        <w:t>PECTATEURS EN DÉLIRE</w:t>
      </w:r>
      <w:r w:rsidRPr="000A30E8">
        <w:t xml:space="preserve">, </w:t>
      </w:r>
      <w:r w:rsidRPr="000A30E8">
        <w:rPr>
          <w:i/>
          <w:iCs/>
        </w:rPr>
        <w:t>se précipitant sur la plage</w:t>
      </w:r>
      <w:r w:rsidRPr="000A30E8">
        <w:t>. — C’est horrible ! les figurants portant le fleuve de toile se précipitent dans la mer ! La basse chantante est engloutie avec eux !</w:t>
      </w:r>
    </w:p>
    <w:p w14:paraId="15EBEC90" w14:textId="77777777" w:rsidR="00285C2D" w:rsidRPr="000A30E8" w:rsidRDefault="00285C2D" w:rsidP="00285C2D">
      <w:r w:rsidRPr="000A30E8">
        <w:t>L</w:t>
      </w:r>
      <w:r w:rsidRPr="000A30E8">
        <w:rPr>
          <w:rStyle w:val="Taille-1Caracteres"/>
        </w:rPr>
        <w:t>A FORTE</w:t>
      </w:r>
      <w:r w:rsidRPr="000A30E8">
        <w:t xml:space="preserve"> C</w:t>
      </w:r>
      <w:r w:rsidRPr="000A30E8">
        <w:rPr>
          <w:rStyle w:val="Taille-1Caracteres"/>
        </w:rPr>
        <w:t>HANTEUSE</w:t>
      </w:r>
      <w:r w:rsidRPr="000A30E8">
        <w:t xml:space="preserve">, </w:t>
      </w:r>
      <w:r w:rsidRPr="000A30E8">
        <w:rPr>
          <w:i/>
          <w:iCs/>
        </w:rPr>
        <w:t>au Souffleur vindicatif</w:t>
      </w:r>
      <w:r w:rsidRPr="000A30E8">
        <w:t>. — C’est toi, misérable, qui as préparé cette tragédie ? Je le devine ! Je reconnais ta manière !</w:t>
      </w:r>
    </w:p>
    <w:p w14:paraId="16DEFD1F"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OUFFLEUR VINDICATIF</w:t>
      </w:r>
      <w:r w:rsidRPr="000A30E8">
        <w:t>. — Oui. Je me suis vengé de ton amant, la basse chantante ! J’avais préparé sa noyade.</w:t>
      </w:r>
    </w:p>
    <w:p w14:paraId="03A15992"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IRECTEUR</w:t>
      </w:r>
      <w:r w:rsidRPr="000A30E8">
        <w:t>. — Comment cela ?</w:t>
      </w:r>
    </w:p>
    <w:p w14:paraId="5FF5D834"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OUFFLEUR VINDICATIF</w:t>
      </w:r>
      <w:r w:rsidRPr="000A30E8">
        <w:t>. — J’ai hypnotisé les figurants. Je leur ai suggéré qu’ils étaient un fleuve véritable. Alors, naturellement, ils sont allés se jeter à la mer, comme tous les fleuves.</w:t>
      </w:r>
    </w:p>
    <w:p w14:paraId="75743C7F" w14:textId="77777777" w:rsidR="00285C2D" w:rsidRPr="000A30E8" w:rsidRDefault="00285C2D" w:rsidP="00285C2D">
      <w:pPr>
        <w:pStyle w:val="Centr"/>
      </w:pPr>
      <w:r w:rsidRPr="000A30E8">
        <w:t>RIDEAU</w:t>
      </w:r>
    </w:p>
    <w:p w14:paraId="0741CCC6" w14:textId="77777777" w:rsidR="00285C2D" w:rsidRPr="000A30E8" w:rsidRDefault="00285C2D" w:rsidP="00285C2D">
      <w:pPr>
        <w:pStyle w:val="Titre2"/>
      </w:pPr>
      <w:bookmarkStart w:id="46" w:name="bookmark9"/>
      <w:bookmarkStart w:id="47" w:name="_Toc196330229"/>
      <w:r w:rsidRPr="000A30E8">
        <w:lastRenderedPageBreak/>
        <w:t>LES DRAMES DE LA DESTINÉE</w:t>
      </w:r>
      <w:bookmarkEnd w:id="46"/>
      <w:bookmarkEnd w:id="47"/>
    </w:p>
    <w:p w14:paraId="02598C7E" w14:textId="77777777" w:rsidR="00285C2D" w:rsidRPr="000A30E8" w:rsidRDefault="00285C2D" w:rsidP="00285C2D">
      <w:pPr>
        <w:pStyle w:val="Titre3"/>
      </w:pPr>
      <w:bookmarkStart w:id="48" w:name="bookmark10"/>
      <w:bookmarkStart w:id="49" w:name="_Toc196330230"/>
      <w:r w:rsidRPr="000A30E8">
        <w:t>PREMIER ACTE</w:t>
      </w:r>
      <w:r w:rsidRPr="000A30E8">
        <w:br/>
      </w:r>
      <w:r w:rsidRPr="000A30E8">
        <w:br/>
        <w:t>L’horoscope.</w:t>
      </w:r>
      <w:bookmarkEnd w:id="48"/>
      <w:bookmarkEnd w:id="49"/>
    </w:p>
    <w:p w14:paraId="406F78F8" w14:textId="77777777" w:rsidR="00285C2D" w:rsidRPr="000A30E8" w:rsidRDefault="00285C2D" w:rsidP="00285C2D">
      <w:pPr>
        <w:pStyle w:val="Centr"/>
        <w:rPr>
          <w:rStyle w:val="Taille-1Caracteres"/>
        </w:rPr>
      </w:pPr>
      <w:r w:rsidRPr="000A30E8">
        <w:rPr>
          <w:rStyle w:val="Taille-1Caracteres"/>
        </w:rPr>
        <w:t>La scène représente la chambre de l’extra-lucide.</w:t>
      </w:r>
    </w:p>
    <w:p w14:paraId="0F80889B" w14:textId="77777777" w:rsidR="00285C2D" w:rsidRPr="000A30E8" w:rsidRDefault="00285C2D" w:rsidP="00285C2D">
      <w:r w:rsidRPr="000A30E8">
        <w:rPr>
          <w:szCs w:val="32"/>
        </w:rPr>
        <w:t>M</w:t>
      </w:r>
      <w:r w:rsidRPr="000A30E8">
        <w:rPr>
          <w:rStyle w:val="Taille-1Caracteres"/>
        </w:rPr>
        <w:t>IARKA L’EXTRA-LUCIDE</w:t>
      </w:r>
      <w:r w:rsidRPr="000A30E8">
        <w:rPr>
          <w:szCs w:val="32"/>
        </w:rPr>
        <w:t>. — Assise entre mon hibou empaillé et mon corbeau apprivoisé, un chat noir sur les genoux et la main posée sur une tête de mort, j’attends les consultants.</w:t>
      </w:r>
    </w:p>
    <w:p w14:paraId="510569DD"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ONSIEUR PRÉVOYANT DE L’AVENIR</w:t>
      </w:r>
      <w:r w:rsidRPr="000A30E8">
        <w:t xml:space="preserve">, </w:t>
      </w:r>
      <w:r w:rsidRPr="000A30E8">
        <w:rPr>
          <w:i/>
          <w:iCs/>
        </w:rPr>
        <w:t>entrant</w:t>
      </w:r>
      <w:r w:rsidRPr="000A30E8">
        <w:t>. — Bonjour. Quel sera mon destin ?</w:t>
      </w:r>
    </w:p>
    <w:p w14:paraId="57BB2F08" w14:textId="77777777" w:rsidR="00285C2D" w:rsidRPr="000A30E8" w:rsidRDefault="00285C2D" w:rsidP="00285C2D">
      <w:r w:rsidRPr="000A30E8">
        <w:t>M</w:t>
      </w:r>
      <w:r w:rsidRPr="000A30E8">
        <w:rPr>
          <w:rStyle w:val="Taille-1Caracteres"/>
        </w:rPr>
        <w:t>IARKA L’EXTRA-LUCIDE</w:t>
      </w:r>
      <w:r w:rsidRPr="000A30E8">
        <w:t>. — Pour dévoiler l’avenir, il faut que je dorme. (</w:t>
      </w:r>
      <w:r w:rsidRPr="000A30E8">
        <w:rPr>
          <w:i/>
          <w:iCs/>
        </w:rPr>
        <w:t>Elle se couche dans un berceau</w:t>
      </w:r>
      <w:r w:rsidRPr="000A30E8">
        <w:t>.) Bercez-moi tout doucement.</w:t>
      </w:r>
    </w:p>
    <w:p w14:paraId="43082763"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ONSIEUR PRÉVOYANT DE L’AVENIR</w:t>
      </w:r>
      <w:r w:rsidRPr="000A30E8">
        <w:t xml:space="preserve">, </w:t>
      </w:r>
      <w:r w:rsidRPr="000A30E8">
        <w:rPr>
          <w:i/>
          <w:iCs/>
        </w:rPr>
        <w:t>la berçant</w:t>
      </w:r>
      <w:r w:rsidRPr="000A30E8">
        <w:t>. — Dormez-vous, Miarka l’extra-lucide ?</w:t>
      </w:r>
    </w:p>
    <w:p w14:paraId="2ADBE6DE" w14:textId="77777777" w:rsidR="00285C2D" w:rsidRPr="000A30E8" w:rsidRDefault="00285C2D" w:rsidP="00285C2D">
      <w:r w:rsidRPr="000A30E8">
        <w:t>M</w:t>
      </w:r>
      <w:r w:rsidRPr="000A30E8">
        <w:rPr>
          <w:rStyle w:val="Taille-1Caracteres"/>
        </w:rPr>
        <w:t>IARKA L’EXTRA-LUCIDE</w:t>
      </w:r>
      <w:r w:rsidRPr="000A30E8">
        <w:t>. — Pas encore. Je vais me chanter une berceuse mystique. (</w:t>
      </w:r>
      <w:r w:rsidRPr="000A30E8">
        <w:rPr>
          <w:i/>
          <w:iCs/>
        </w:rPr>
        <w:t>Elle chante</w:t>
      </w:r>
      <w:r w:rsidRPr="000A30E8">
        <w:t>.)</w:t>
      </w:r>
    </w:p>
    <w:p w14:paraId="5134ADB0" w14:textId="77777777" w:rsidR="00285C2D" w:rsidRPr="000A30E8" w:rsidRDefault="00285C2D" w:rsidP="00285C2D">
      <w:pPr>
        <w:pStyle w:val="CentrEspAvt0EspApr0"/>
      </w:pPr>
      <w:r w:rsidRPr="000A30E8">
        <w:t>Do, fais dodo,</w:t>
      </w:r>
    </w:p>
    <w:p w14:paraId="6CF80703" w14:textId="77777777" w:rsidR="00285C2D" w:rsidRPr="000A30E8" w:rsidRDefault="00285C2D" w:rsidP="00285C2D">
      <w:pPr>
        <w:pStyle w:val="CentrEspAvt0EspApr0"/>
      </w:pPr>
      <w:r w:rsidRPr="000A30E8">
        <w:t>Ré, mi, fa, sol, la, si, do,</w:t>
      </w:r>
    </w:p>
    <w:p w14:paraId="0231E246" w14:textId="77777777" w:rsidR="00285C2D" w:rsidRPr="000A30E8" w:rsidRDefault="00285C2D" w:rsidP="00285C2D">
      <w:pPr>
        <w:pStyle w:val="CentrEspAvt0EspApr0"/>
        <w:rPr>
          <w:szCs w:val="32"/>
        </w:rPr>
      </w:pPr>
      <w:r w:rsidRPr="000A30E8">
        <w:rPr>
          <w:szCs w:val="32"/>
        </w:rPr>
        <w:t>Au doux chant des uppercuts,</w:t>
      </w:r>
    </w:p>
    <w:p w14:paraId="4EC2455C" w14:textId="77777777" w:rsidR="00285C2D" w:rsidRPr="000A30E8" w:rsidRDefault="00285C2D" w:rsidP="00285C2D">
      <w:pPr>
        <w:pStyle w:val="CentrEspAvt0EspApr0"/>
        <w:rPr>
          <w:lang w:val="it-IT"/>
        </w:rPr>
      </w:pPr>
      <w:r w:rsidRPr="000A30E8">
        <w:rPr>
          <w:szCs w:val="32"/>
          <w:lang w:val="it-IT"/>
        </w:rPr>
        <w:t>Ré, mi, fa, sol, la, si, ut !</w:t>
      </w:r>
    </w:p>
    <w:p w14:paraId="0DEBC187" w14:textId="77777777" w:rsidR="00285C2D" w:rsidRPr="000A30E8" w:rsidRDefault="00285C2D" w:rsidP="00285C2D">
      <w:r w:rsidRPr="000A30E8">
        <w:rPr>
          <w:szCs w:val="32"/>
        </w:rPr>
        <w:t>L</w:t>
      </w:r>
      <w:r w:rsidRPr="000A30E8">
        <w:rPr>
          <w:rStyle w:val="Taille-1Caracteres"/>
        </w:rPr>
        <w:t>E</w:t>
      </w:r>
      <w:r w:rsidRPr="000A30E8">
        <w:rPr>
          <w:szCs w:val="32"/>
        </w:rPr>
        <w:t xml:space="preserve"> M</w:t>
      </w:r>
      <w:r w:rsidRPr="000A30E8">
        <w:rPr>
          <w:rStyle w:val="Taille-1Caracteres"/>
        </w:rPr>
        <w:t>ONSIEUR PRÉVOYANT DE L’AVENIR</w:t>
      </w:r>
      <w:r w:rsidRPr="000A30E8">
        <w:rPr>
          <w:szCs w:val="32"/>
        </w:rPr>
        <w:t>. — Dormez-vous, Miarka l’extra-lucide ?</w:t>
      </w:r>
    </w:p>
    <w:p w14:paraId="286C2020" w14:textId="77777777" w:rsidR="00285C2D" w:rsidRPr="000A30E8" w:rsidRDefault="00285C2D" w:rsidP="00285C2D">
      <w:r w:rsidRPr="000A30E8">
        <w:lastRenderedPageBreak/>
        <w:t>M</w:t>
      </w:r>
      <w:r w:rsidRPr="000A30E8">
        <w:rPr>
          <w:rStyle w:val="Taille-1Caracteres"/>
        </w:rPr>
        <w:t>IARKA L’EXTRA-LUCIDE</w:t>
      </w:r>
      <w:r w:rsidRPr="000A30E8">
        <w:t>. — Profondément.</w:t>
      </w:r>
    </w:p>
    <w:p w14:paraId="57193B6C"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ONSIEUR PRÉVOYANT DE L’AVENIR</w:t>
      </w:r>
      <w:r w:rsidRPr="000A30E8">
        <w:t>. — Quelle sera ma destinée ?</w:t>
      </w:r>
    </w:p>
    <w:p w14:paraId="7E09893A" w14:textId="77777777" w:rsidR="00285C2D" w:rsidRPr="000A30E8" w:rsidRDefault="00285C2D" w:rsidP="00285C2D">
      <w:r w:rsidRPr="000A30E8">
        <w:t>M</w:t>
      </w:r>
      <w:r w:rsidRPr="000A30E8">
        <w:rPr>
          <w:rStyle w:val="Taille-1Caracteres"/>
        </w:rPr>
        <w:t>IARKA L’EXTRA-LUCIDE</w:t>
      </w:r>
      <w:r w:rsidRPr="000A30E8">
        <w:t>. — Vous mourrez d’un accident de chemin de fer.</w:t>
      </w:r>
    </w:p>
    <w:p w14:paraId="4EE284F5" w14:textId="77777777" w:rsidR="00285C2D" w:rsidRPr="000A30E8" w:rsidRDefault="00285C2D" w:rsidP="00285C2D">
      <w:pPr>
        <w:pStyle w:val="Titre3"/>
      </w:pPr>
      <w:bookmarkStart w:id="50" w:name="_Toc196330231"/>
      <w:r w:rsidRPr="000A30E8">
        <w:t>DEUXIÈME ACTE</w:t>
      </w:r>
      <w:r w:rsidRPr="000A30E8">
        <w:br/>
      </w:r>
      <w:r w:rsidRPr="000A30E8">
        <w:br/>
        <w:t>La destinée.</w:t>
      </w:r>
      <w:bookmarkEnd w:id="50"/>
    </w:p>
    <w:p w14:paraId="631393D4" w14:textId="77777777" w:rsidR="00285C2D" w:rsidRPr="000A30E8" w:rsidRDefault="00285C2D" w:rsidP="00285C2D">
      <w:pPr>
        <w:pStyle w:val="Centr"/>
        <w:rPr>
          <w:rStyle w:val="Taille-1Caracteres"/>
        </w:rPr>
      </w:pPr>
      <w:r w:rsidRPr="000A30E8">
        <w:rPr>
          <w:rStyle w:val="Taille-1Caracteres"/>
        </w:rPr>
        <w:t>La scène représente une rue.</w:t>
      </w:r>
    </w:p>
    <w:p w14:paraId="011B0A48" w14:textId="77777777" w:rsidR="00285C2D" w:rsidRPr="000A30E8" w:rsidRDefault="00285C2D" w:rsidP="00285C2D">
      <w:r w:rsidRPr="000A30E8">
        <w:rPr>
          <w:szCs w:val="32"/>
        </w:rPr>
        <w:t>L</w:t>
      </w:r>
      <w:r w:rsidRPr="000A30E8">
        <w:rPr>
          <w:rStyle w:val="Taille-1Caracteres"/>
        </w:rPr>
        <w:t>E</w:t>
      </w:r>
      <w:r w:rsidRPr="000A30E8">
        <w:rPr>
          <w:szCs w:val="32"/>
        </w:rPr>
        <w:t xml:space="preserve"> M</w:t>
      </w:r>
      <w:r w:rsidRPr="000A30E8">
        <w:rPr>
          <w:rStyle w:val="Taille-1Caracteres"/>
        </w:rPr>
        <w:t>ONSIEUR PRÉVOYANT DE L’AVENIR</w:t>
      </w:r>
      <w:r w:rsidRPr="000A30E8">
        <w:rPr>
          <w:szCs w:val="32"/>
        </w:rPr>
        <w:t xml:space="preserve">, </w:t>
      </w:r>
      <w:r w:rsidRPr="000A30E8">
        <w:rPr>
          <w:i/>
          <w:iCs/>
          <w:szCs w:val="32"/>
        </w:rPr>
        <w:t>à son ami</w:t>
      </w:r>
      <w:r w:rsidRPr="000A30E8">
        <w:rPr>
          <w:szCs w:val="32"/>
        </w:rPr>
        <w:t>. — Il y a dix ans de cela, une voyante m’avait prédit que je mourrais d’un accident de chemin de fer. J’ai pris mes précautions. Depuis ce jour, je ne suis jamais monté dans un train. J’ai supprimé également mon train de maison. Je peux donc sans crainte envisager l’avenir et me moquer de la prédiction fatale.</w:t>
      </w:r>
    </w:p>
    <w:p w14:paraId="05660C9B" w14:textId="77777777" w:rsidR="00285C2D" w:rsidRPr="000A30E8" w:rsidRDefault="00285C2D" w:rsidP="00285C2D">
      <w:r w:rsidRPr="000A30E8">
        <w:t>L’A</w:t>
      </w:r>
      <w:r w:rsidRPr="000A30E8">
        <w:rPr>
          <w:rStyle w:val="Taille-1Caracteres"/>
        </w:rPr>
        <w:t>MI RASSURANT</w:t>
      </w:r>
      <w:r w:rsidRPr="000A30E8">
        <w:t>. — Nul n’échappe à sa destinée.</w:t>
      </w:r>
    </w:p>
    <w:p w14:paraId="36FE3C60"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ONSIEUR PRÉVOYANT DE L’AVENIR</w:t>
      </w:r>
      <w:r w:rsidRPr="000A30E8">
        <w:t>. — Mais me voici arrivé devant ma maison.</w:t>
      </w:r>
    </w:p>
    <w:p w14:paraId="525EF856" w14:textId="77777777" w:rsidR="00285C2D" w:rsidRPr="000A30E8" w:rsidRDefault="00285C2D" w:rsidP="00285C2D">
      <w:r w:rsidRPr="000A30E8">
        <w:t>L’A</w:t>
      </w:r>
      <w:r w:rsidRPr="000A30E8">
        <w:rPr>
          <w:rStyle w:val="Taille-1Caracteres"/>
        </w:rPr>
        <w:t>MI RASSURANT</w:t>
      </w:r>
      <w:r w:rsidRPr="000A30E8">
        <w:t>. — Penché à la fenêtre du cinquième étage, ton fils t’appelle joyeusement.</w:t>
      </w:r>
    </w:p>
    <w:p w14:paraId="2069E472" w14:textId="77777777" w:rsidR="00285C2D" w:rsidRPr="000A30E8" w:rsidRDefault="00285C2D" w:rsidP="00285C2D">
      <w:r w:rsidRPr="000A30E8">
        <w:t>L</w:t>
      </w:r>
      <w:r w:rsidRPr="000A30E8">
        <w:rPr>
          <w:rStyle w:val="Taille-1Caracteres"/>
        </w:rPr>
        <w:t>E JOYEUX</w:t>
      </w:r>
      <w:r w:rsidRPr="000A30E8">
        <w:t xml:space="preserve"> F</w:t>
      </w:r>
      <w:r w:rsidRPr="000A30E8">
        <w:rPr>
          <w:rStyle w:val="Taille-1Caracteres"/>
        </w:rPr>
        <w:t>ILS</w:t>
      </w:r>
      <w:r w:rsidRPr="000A30E8">
        <w:t xml:space="preserve">, </w:t>
      </w:r>
      <w:r w:rsidRPr="000A30E8">
        <w:rPr>
          <w:i/>
          <w:iCs/>
        </w:rPr>
        <w:t>penché à la fenêtre</w:t>
      </w:r>
      <w:r w:rsidRPr="000A30E8">
        <w:t>. — Père ! Père ! Regarde le beau jouet qu’un monsieur qui connaît maman m’a acheté ! (</w:t>
      </w:r>
      <w:r w:rsidRPr="000A30E8">
        <w:rPr>
          <w:i/>
          <w:iCs/>
        </w:rPr>
        <w:t>Il brandit son jouet et le laisse tomber dans la rue</w:t>
      </w:r>
      <w:r w:rsidRPr="000A30E8">
        <w:t>.)</w:t>
      </w:r>
    </w:p>
    <w:p w14:paraId="196D9DCB" w14:textId="77777777" w:rsidR="00285C2D" w:rsidRPr="000A30E8" w:rsidRDefault="00285C2D" w:rsidP="00285C2D">
      <w:r w:rsidRPr="000A30E8">
        <w:lastRenderedPageBreak/>
        <w:t>L</w:t>
      </w:r>
      <w:r w:rsidRPr="000A30E8">
        <w:rPr>
          <w:rStyle w:val="Taille-1Caracteres"/>
        </w:rPr>
        <w:t>E</w:t>
      </w:r>
      <w:r w:rsidRPr="000A30E8">
        <w:t xml:space="preserve"> M</w:t>
      </w:r>
      <w:r w:rsidRPr="000A30E8">
        <w:rPr>
          <w:rStyle w:val="Taille-1Caracteres"/>
        </w:rPr>
        <w:t>ONSIEUR PRÉVOYANT DE L’AVENIR</w:t>
      </w:r>
      <w:r w:rsidRPr="000A30E8">
        <w:t xml:space="preserve">, </w:t>
      </w:r>
      <w:r w:rsidRPr="000A30E8">
        <w:rPr>
          <w:i/>
          <w:iCs/>
        </w:rPr>
        <w:t>s’écroulant</w:t>
      </w:r>
      <w:r w:rsidRPr="000A30E8">
        <w:t>. — Ciel ! Ce jouet en tombant m’a défoncé le crâne ! Je meurs ! (</w:t>
      </w:r>
      <w:r w:rsidRPr="000A30E8">
        <w:rPr>
          <w:i/>
          <w:iCs/>
        </w:rPr>
        <w:t>À l’ami rassurant</w:t>
      </w:r>
      <w:r w:rsidRPr="000A30E8">
        <w:t>.) Tu vois, Miarka l’extra-lucide s’était trompée. Je ne meurs pas d’un accident de chemin de fer.</w:t>
      </w:r>
    </w:p>
    <w:p w14:paraId="1D4B26F3" w14:textId="77777777" w:rsidR="00285C2D" w:rsidRPr="000A30E8" w:rsidRDefault="00285C2D" w:rsidP="00285C2D">
      <w:r w:rsidRPr="000A30E8">
        <w:t>L’A</w:t>
      </w:r>
      <w:r w:rsidRPr="000A30E8">
        <w:rPr>
          <w:rStyle w:val="Taille-1Caracteres"/>
        </w:rPr>
        <w:t>MI RASSURANT</w:t>
      </w:r>
      <w:r w:rsidRPr="000A30E8">
        <w:t xml:space="preserve">, </w:t>
      </w:r>
      <w:r w:rsidRPr="000A30E8">
        <w:rPr>
          <w:i/>
          <w:iCs/>
        </w:rPr>
        <w:t>lui montrant le jouet</w:t>
      </w:r>
      <w:r w:rsidRPr="000A30E8">
        <w:t>. — Regarde : c’est une locomotive. Nul n’échappe à sa destinée !</w:t>
      </w:r>
    </w:p>
    <w:p w14:paraId="67220693" w14:textId="77777777" w:rsidR="00285C2D" w:rsidRPr="000A30E8" w:rsidRDefault="00285C2D" w:rsidP="00285C2D">
      <w:pPr>
        <w:pStyle w:val="Centr"/>
      </w:pPr>
      <w:r w:rsidRPr="000A30E8">
        <w:t>RIDEAU</w:t>
      </w:r>
    </w:p>
    <w:p w14:paraId="1F632E7D" w14:textId="77777777" w:rsidR="00285C2D" w:rsidRPr="000A30E8" w:rsidRDefault="00285C2D" w:rsidP="00285C2D">
      <w:pPr>
        <w:pStyle w:val="Titre2"/>
      </w:pPr>
      <w:bookmarkStart w:id="51" w:name="_Toc196330232"/>
      <w:r w:rsidRPr="000A30E8">
        <w:lastRenderedPageBreak/>
        <w:t>UN BEAU RÔLE !</w:t>
      </w:r>
      <w:r w:rsidRPr="000A30E8">
        <w:br/>
      </w:r>
      <w:r w:rsidRPr="000A30E8">
        <w:br/>
      </w:r>
      <w:r w:rsidRPr="000A30E8">
        <w:rPr>
          <w:sz w:val="32"/>
          <w:szCs w:val="32"/>
        </w:rPr>
        <w:t>Drame de la vie théâtrale</w:t>
      </w:r>
      <w:bookmarkEnd w:id="51"/>
    </w:p>
    <w:p w14:paraId="3AFB3944" w14:textId="77777777" w:rsidR="00285C2D" w:rsidRPr="000A30E8" w:rsidRDefault="00285C2D" w:rsidP="00285C2D">
      <w:pPr>
        <w:pStyle w:val="Titre3"/>
      </w:pPr>
      <w:bookmarkStart w:id="52" w:name="_Toc196330233"/>
      <w:r w:rsidRPr="000A30E8">
        <w:t>PREMIER ACTE</w:t>
      </w:r>
      <w:r w:rsidRPr="000A30E8">
        <w:br/>
      </w:r>
      <w:r w:rsidRPr="000A30E8">
        <w:br/>
        <w:t>Un véritable artiste.</w:t>
      </w:r>
      <w:bookmarkEnd w:id="52"/>
    </w:p>
    <w:p w14:paraId="52D0C6F6" w14:textId="77777777" w:rsidR="00285C2D" w:rsidRPr="000A30E8" w:rsidRDefault="00285C2D" w:rsidP="00285C2D">
      <w:pPr>
        <w:pStyle w:val="Centr"/>
        <w:rPr>
          <w:rStyle w:val="Taille-1Caracteres"/>
        </w:rPr>
      </w:pPr>
      <w:r w:rsidRPr="000A30E8">
        <w:rPr>
          <w:rStyle w:val="Taille-1Caracteres"/>
        </w:rPr>
        <w:t>La scène représente une chambre.</w:t>
      </w:r>
    </w:p>
    <w:p w14:paraId="2E6D9C5E" w14:textId="77777777" w:rsidR="00285C2D" w:rsidRPr="000A30E8" w:rsidRDefault="00285C2D" w:rsidP="00285C2D">
      <w:r w:rsidRPr="000A30E8">
        <w:rPr>
          <w:szCs w:val="32"/>
        </w:rPr>
        <w:t>L</w:t>
      </w:r>
      <w:r w:rsidRPr="000A30E8">
        <w:rPr>
          <w:rStyle w:val="Taille-1Caracteres"/>
        </w:rPr>
        <w:t>E VIEUX</w:t>
      </w:r>
      <w:r w:rsidRPr="000A30E8">
        <w:rPr>
          <w:szCs w:val="32"/>
        </w:rPr>
        <w:t xml:space="preserve"> F</w:t>
      </w:r>
      <w:r w:rsidRPr="000A30E8">
        <w:rPr>
          <w:rStyle w:val="Taille-1Caracteres"/>
        </w:rPr>
        <w:t>IGURANT GLABRE</w:t>
      </w:r>
      <w:r w:rsidRPr="000A30E8">
        <w:rPr>
          <w:szCs w:val="32"/>
        </w:rPr>
        <w:t xml:space="preserve">, </w:t>
      </w:r>
      <w:r w:rsidRPr="000A30E8">
        <w:rPr>
          <w:i/>
          <w:iCs/>
          <w:szCs w:val="32"/>
        </w:rPr>
        <w:t>entrant avec son fils</w:t>
      </w:r>
      <w:r w:rsidRPr="000A30E8">
        <w:rPr>
          <w:szCs w:val="32"/>
        </w:rPr>
        <w:t>. — Femme, bonne nouvelle !</w:t>
      </w:r>
    </w:p>
    <w:p w14:paraId="3E148330"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RESPECTUEUX ET ARTISTE D’AVENIR</w:t>
      </w:r>
      <w:r w:rsidRPr="000A30E8">
        <w:t xml:space="preserve">. — Bonne nouvelle, mère ! Le directeur du Théâtre-Historique m’a confié un rôle important dans le prochain drame : </w:t>
      </w:r>
      <w:r w:rsidRPr="000A30E8">
        <w:rPr>
          <w:i/>
          <w:iCs/>
        </w:rPr>
        <w:t>Napoléon ou vingt ans sous la mitraille !</w:t>
      </w:r>
    </w:p>
    <w:p w14:paraId="33F99564"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 VIEUX</w:t>
      </w:r>
      <w:r w:rsidRPr="000A30E8">
        <w:t xml:space="preserve"> F</w:t>
      </w:r>
      <w:r w:rsidRPr="000A30E8">
        <w:rPr>
          <w:rStyle w:val="Taille-1Caracteres"/>
        </w:rPr>
        <w:t>IGURANT GLABRE</w:t>
      </w:r>
      <w:r w:rsidRPr="000A30E8">
        <w:t>. — C’est-il Dieu possible ! Un rôle ? Un véritable rôle parlé ?</w:t>
      </w:r>
    </w:p>
    <w:p w14:paraId="08E4E5B6"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RESPECTUEUX ET ARTISTE D’AVENIR</w:t>
      </w:r>
      <w:r w:rsidRPr="000A30E8">
        <w:t>. — Oui, mère. Oh ! je suis heureux ! Le rêve de ma vie va enfin se réaliser ! J’arriverai ! Je le sens !</w:t>
      </w:r>
    </w:p>
    <w:p w14:paraId="504D3C6D"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 VIEUX</w:t>
      </w:r>
      <w:r w:rsidRPr="000A30E8">
        <w:t xml:space="preserve"> F</w:t>
      </w:r>
      <w:r w:rsidRPr="000A30E8">
        <w:rPr>
          <w:rStyle w:val="Taille-1Caracteres"/>
        </w:rPr>
        <w:t>IGURANT GLABRE</w:t>
      </w:r>
      <w:r w:rsidRPr="000A30E8">
        <w:t xml:space="preserve">, </w:t>
      </w:r>
      <w:r w:rsidRPr="000A30E8">
        <w:rPr>
          <w:i/>
          <w:iCs/>
        </w:rPr>
        <w:t>émue</w:t>
      </w:r>
      <w:r w:rsidRPr="000A30E8">
        <w:t xml:space="preserve">. — Cher enfant ! Mais quel rôle joueras-tu dans </w:t>
      </w:r>
      <w:r w:rsidRPr="000A30E8">
        <w:rPr>
          <w:i/>
          <w:iCs/>
        </w:rPr>
        <w:t>Napoléon ou vingt ans sous la mitraille</w:t>
      </w:r>
      <w:r w:rsidRPr="000A30E8">
        <w:t> ?</w:t>
      </w:r>
    </w:p>
    <w:p w14:paraId="3E13FC1D"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RESPECTUEUX ET ARTISTE D’AVENIR</w:t>
      </w:r>
      <w:r w:rsidRPr="000A30E8">
        <w:t xml:space="preserve">, </w:t>
      </w:r>
      <w:r w:rsidRPr="000A30E8">
        <w:rPr>
          <w:i/>
          <w:iCs/>
        </w:rPr>
        <w:t>lui tendant un rouleau de papier</w:t>
      </w:r>
      <w:r w:rsidRPr="000A30E8">
        <w:t>. — Voilà mon rôle, mère.</w:t>
      </w:r>
    </w:p>
    <w:p w14:paraId="1FBBA833"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 VIEUX</w:t>
      </w:r>
      <w:r w:rsidRPr="000A30E8">
        <w:t xml:space="preserve"> F</w:t>
      </w:r>
      <w:r w:rsidRPr="000A30E8">
        <w:rPr>
          <w:rStyle w:val="Taille-1Caracteres"/>
        </w:rPr>
        <w:t>IGURANT GLABRE</w:t>
      </w:r>
      <w:r w:rsidRPr="000A30E8">
        <w:t xml:space="preserve">, </w:t>
      </w:r>
      <w:r w:rsidRPr="000A30E8">
        <w:rPr>
          <w:i/>
          <w:iCs/>
        </w:rPr>
        <w:t>lisant</w:t>
      </w:r>
      <w:r w:rsidRPr="000A30E8">
        <w:t>. — Rôle du général Cambronne.</w:t>
      </w:r>
    </w:p>
    <w:p w14:paraId="7D3060D3" w14:textId="77777777" w:rsidR="00285C2D" w:rsidRPr="000A30E8" w:rsidRDefault="00285C2D" w:rsidP="00285C2D">
      <w:r w:rsidRPr="000A30E8">
        <w:lastRenderedPageBreak/>
        <w:t>L</w:t>
      </w:r>
      <w:r w:rsidRPr="000A30E8">
        <w:rPr>
          <w:rStyle w:val="Taille-1Caracteres"/>
        </w:rPr>
        <w:t>E</w:t>
      </w:r>
      <w:r w:rsidRPr="000A30E8">
        <w:t xml:space="preserve"> F</w:t>
      </w:r>
      <w:r w:rsidRPr="000A30E8">
        <w:rPr>
          <w:rStyle w:val="Taille-1Caracteres"/>
        </w:rPr>
        <w:t>ILS RESPECTUEUX ET ARTISTE D’AVENIR</w:t>
      </w:r>
      <w:r w:rsidRPr="000A30E8">
        <w:t>. — Le rôle n’est pas long. Il n’a qu’un mot. Mais c’est un rôle à effet</w:t>
      </w:r>
      <w:bookmarkStart w:id="53" w:name="bookmark11"/>
      <w:r w:rsidRPr="000A30E8">
        <w:t> </w:t>
      </w:r>
      <w:bookmarkEnd w:id="53"/>
      <w:r w:rsidRPr="000A30E8">
        <w:t>!</w:t>
      </w:r>
    </w:p>
    <w:p w14:paraId="43FF769D"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 VIEUX</w:t>
      </w:r>
      <w:r w:rsidRPr="000A30E8">
        <w:t xml:space="preserve"> F</w:t>
      </w:r>
      <w:r w:rsidRPr="000A30E8">
        <w:rPr>
          <w:rStyle w:val="Taille-1Caracteres"/>
        </w:rPr>
        <w:t>IGURANT GLABRE</w:t>
      </w:r>
      <w:r w:rsidRPr="000A30E8">
        <w:t xml:space="preserve">, </w:t>
      </w:r>
      <w:r w:rsidRPr="000A30E8">
        <w:rPr>
          <w:i/>
          <w:iCs/>
        </w:rPr>
        <w:t>regardant le rôle avec émotion</w:t>
      </w:r>
      <w:r w:rsidRPr="000A30E8">
        <w:t>. — Le mot historique est moulé en belles lettres de ronde ! (</w:t>
      </w:r>
      <w:r w:rsidRPr="000A30E8">
        <w:rPr>
          <w:i/>
          <w:iCs/>
        </w:rPr>
        <w:t>S’essuyant les yeux</w:t>
      </w:r>
      <w:r w:rsidRPr="000A30E8">
        <w:t>.) Oh ! c’est trop de bonheur ! La joie m’étouffe !</w:t>
      </w:r>
    </w:p>
    <w:p w14:paraId="3A763788" w14:textId="77777777" w:rsidR="00285C2D" w:rsidRPr="000A30E8" w:rsidRDefault="00285C2D" w:rsidP="00285C2D">
      <w:r w:rsidRPr="000A30E8">
        <w:t>L</w:t>
      </w:r>
      <w:r w:rsidRPr="000A30E8">
        <w:rPr>
          <w:rStyle w:val="Taille-1Caracteres"/>
        </w:rPr>
        <w:t>E VIEUX</w:t>
      </w:r>
      <w:r w:rsidRPr="000A30E8">
        <w:t xml:space="preserve"> F</w:t>
      </w:r>
      <w:r w:rsidRPr="000A30E8">
        <w:rPr>
          <w:rStyle w:val="Taille-1Caracteres"/>
        </w:rPr>
        <w:t>IGURANT GLABRE</w:t>
      </w:r>
      <w:r w:rsidRPr="000A30E8">
        <w:t>. — Oui, c’est là une brillante création qui peut mettre notre cher fils en vedette. Je lui ferai travailler son rôle. Mes conseils lui seront précieux.</w:t>
      </w:r>
    </w:p>
    <w:p w14:paraId="643D35B8"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RESPECTUEUX ET ARTISTE D’AVENIR</w:t>
      </w:r>
      <w:r w:rsidRPr="000A30E8">
        <w:t>. — Oui, cher père. Je veux, à partir d’aujourd’hui, travailler sans relâche ce rôle que l’on m’a confié, je veux le fouiller, le creuser, l’analyser, en rechercher toutes les intentions cachées.</w:t>
      </w:r>
    </w:p>
    <w:p w14:paraId="1B42C177" w14:textId="77777777" w:rsidR="00285C2D" w:rsidRPr="000A30E8" w:rsidRDefault="00285C2D" w:rsidP="00285C2D">
      <w:r w:rsidRPr="000A30E8">
        <w:t>L</w:t>
      </w:r>
      <w:r w:rsidRPr="000A30E8">
        <w:rPr>
          <w:rStyle w:val="Taille-1Caracteres"/>
        </w:rPr>
        <w:t>E VIEUX</w:t>
      </w:r>
      <w:r w:rsidRPr="000A30E8">
        <w:t xml:space="preserve"> F</w:t>
      </w:r>
      <w:r w:rsidRPr="000A30E8">
        <w:rPr>
          <w:rStyle w:val="Taille-1Caracteres"/>
        </w:rPr>
        <w:t>IGURANT GLABRE</w:t>
      </w:r>
      <w:r w:rsidRPr="000A30E8">
        <w:t>. — Bravo ! Voilà qui est parler en véritable artiste !</w:t>
      </w:r>
    </w:p>
    <w:p w14:paraId="6B04C21A" w14:textId="77777777" w:rsidR="00285C2D" w:rsidRPr="000A30E8" w:rsidRDefault="00285C2D" w:rsidP="00285C2D">
      <w:pPr>
        <w:pStyle w:val="Titre3"/>
      </w:pPr>
      <w:bookmarkStart w:id="54" w:name="_Toc196330234"/>
      <w:r w:rsidRPr="000A30E8">
        <w:t>DEUXIÈME ACTE</w:t>
      </w:r>
      <w:r w:rsidRPr="000A30E8">
        <w:br/>
      </w:r>
      <w:r w:rsidRPr="000A30E8">
        <w:br/>
        <w:t>L’étude d’un rôle.</w:t>
      </w:r>
      <w:bookmarkEnd w:id="54"/>
    </w:p>
    <w:p w14:paraId="3097516A" w14:textId="77777777" w:rsidR="00285C2D" w:rsidRPr="000A30E8" w:rsidRDefault="00285C2D" w:rsidP="00285C2D">
      <w:pPr>
        <w:pStyle w:val="Centr"/>
        <w:rPr>
          <w:rStyle w:val="Taille-1Caracteres"/>
        </w:rPr>
      </w:pPr>
      <w:r w:rsidRPr="000A30E8">
        <w:rPr>
          <w:rStyle w:val="Taille-1Caracteres"/>
        </w:rPr>
        <w:t>La scène représente la chambre du Fils respectueux.</w:t>
      </w:r>
    </w:p>
    <w:p w14:paraId="381B0DA0" w14:textId="77777777" w:rsidR="00285C2D" w:rsidRPr="000A30E8" w:rsidRDefault="00285C2D" w:rsidP="00285C2D">
      <w:r w:rsidRPr="000A30E8">
        <w:rPr>
          <w:szCs w:val="32"/>
        </w:rPr>
        <w:t>L</w:t>
      </w:r>
      <w:r w:rsidRPr="000A30E8">
        <w:rPr>
          <w:rStyle w:val="Taille-1Caracteres"/>
        </w:rPr>
        <w:t>E VIEUX</w:t>
      </w:r>
      <w:r w:rsidRPr="000A30E8">
        <w:rPr>
          <w:szCs w:val="32"/>
        </w:rPr>
        <w:t xml:space="preserve"> F</w:t>
      </w:r>
      <w:r w:rsidRPr="000A30E8">
        <w:rPr>
          <w:rStyle w:val="Taille-1Caracteres"/>
        </w:rPr>
        <w:t>IGURANT GLABRE</w:t>
      </w:r>
      <w:r w:rsidRPr="000A30E8">
        <w:rPr>
          <w:szCs w:val="32"/>
        </w:rPr>
        <w:t xml:space="preserve">, </w:t>
      </w:r>
      <w:r w:rsidRPr="000A30E8">
        <w:rPr>
          <w:i/>
          <w:iCs/>
          <w:szCs w:val="32"/>
        </w:rPr>
        <w:t>entrant</w:t>
      </w:r>
      <w:r w:rsidRPr="000A30E8">
        <w:rPr>
          <w:szCs w:val="32"/>
        </w:rPr>
        <w:t>. — Cher fils, depuis quinze jours que le rôle du général Cambronne te fut distribué, tu travailles jour et nuit devant ton armoire à glace. Tu te surmènes. Prends quelques instants de repos.</w:t>
      </w:r>
    </w:p>
    <w:p w14:paraId="00E67CDC"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RESPECTUEUX ET ARTISTE D’AVENIR</w:t>
      </w:r>
      <w:r w:rsidRPr="000A30E8">
        <w:t>. — Non, père. Je ne suis pas encore arrivé à trouver l’intonation idéale.</w:t>
      </w:r>
    </w:p>
    <w:p w14:paraId="2550AD36" w14:textId="77777777" w:rsidR="00285C2D" w:rsidRPr="000A30E8" w:rsidRDefault="00285C2D" w:rsidP="00285C2D">
      <w:r w:rsidRPr="000A30E8">
        <w:lastRenderedPageBreak/>
        <w:t>L</w:t>
      </w:r>
      <w:r w:rsidRPr="000A30E8">
        <w:rPr>
          <w:rStyle w:val="Taille-1Caracteres"/>
        </w:rPr>
        <w:t>E VIEUX</w:t>
      </w:r>
      <w:r w:rsidRPr="000A30E8">
        <w:t xml:space="preserve"> F</w:t>
      </w:r>
      <w:r w:rsidRPr="000A30E8">
        <w:rPr>
          <w:rStyle w:val="Taille-1Caracteres"/>
        </w:rPr>
        <w:t>IGURANT GLABRE</w:t>
      </w:r>
      <w:r w:rsidRPr="000A30E8">
        <w:t>. — Tu es trop difficile pour toi-même, cher enfant. Je t’assure que, ce matin, tu as lancé ton « mot de Cambronne » d’une façon sublime. Ta pauvre mère en avait les larmes aux yeux.</w:t>
      </w:r>
    </w:p>
    <w:p w14:paraId="2311A751"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RESPECTUEUX ET ARTISTE D’AVENIR</w:t>
      </w:r>
      <w:r w:rsidRPr="000A30E8">
        <w:t>. — Non, père. Je sens que je peux faire mieux. Je n’ai pas encore donné ma mesure. Permets que je continue l’étude de mon rôle. Il y a mille façons de prononcer le mot légendaire. Mais quelle est la meilleure ? Quel était l’état d’esprit de Cambronne au moment où il répondit aux ennemis le mot qui l’a immortalisé ? A-t-il répondu avec colère, comme ceci : « M… ! », ou bien avec ironie, comme cela : « M… ! » ou bien avec éclat : « M… ! », ou avec dédain : « M… ! », ou avec désespoir : « M… ! »</w:t>
      </w:r>
    </w:p>
    <w:p w14:paraId="774CA454" w14:textId="77777777" w:rsidR="00285C2D" w:rsidRPr="000A30E8" w:rsidRDefault="00285C2D" w:rsidP="00285C2D">
      <w:r w:rsidRPr="000A30E8">
        <w:t>L</w:t>
      </w:r>
      <w:r w:rsidRPr="000A30E8">
        <w:rPr>
          <w:rStyle w:val="Taille-1Caracteres"/>
        </w:rPr>
        <w:t>E VIEUX</w:t>
      </w:r>
      <w:r w:rsidRPr="000A30E8">
        <w:t xml:space="preserve"> F</w:t>
      </w:r>
      <w:r w:rsidRPr="000A30E8">
        <w:rPr>
          <w:rStyle w:val="Taille-1Caracteres"/>
        </w:rPr>
        <w:t>IGURANT GLABRE</w:t>
      </w:r>
      <w:r w:rsidRPr="000A30E8">
        <w:t xml:space="preserve">, </w:t>
      </w:r>
      <w:r w:rsidRPr="000A30E8">
        <w:rPr>
          <w:i/>
          <w:iCs/>
        </w:rPr>
        <w:t>les larmes aux yeux</w:t>
      </w:r>
      <w:r w:rsidRPr="000A30E8">
        <w:t>. — C’est sublime !</w:t>
      </w:r>
    </w:p>
    <w:p w14:paraId="5249212A"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ONCIERGE</w:t>
      </w:r>
      <w:r w:rsidRPr="000A30E8">
        <w:t xml:space="preserve">, </w:t>
      </w:r>
      <w:r w:rsidRPr="000A30E8">
        <w:rPr>
          <w:i/>
          <w:iCs/>
        </w:rPr>
        <w:t>entrant</w:t>
      </w:r>
      <w:r w:rsidRPr="000A30E8">
        <w:t>. — Voici votre congé que je vous apporte.</w:t>
      </w:r>
    </w:p>
    <w:p w14:paraId="5A8A270A"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RESPECTUEUX ET ARTISTE D’AVENIR</w:t>
      </w:r>
      <w:r w:rsidRPr="000A30E8">
        <w:t>. — Notre congé ?</w:t>
      </w:r>
    </w:p>
    <w:p w14:paraId="0108A239"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ONCIERGE</w:t>
      </w:r>
      <w:r w:rsidRPr="000A30E8">
        <w:t>. — Oui. Les locataires de l’immeuble ont fait parvenir une pétition au propriétaire. Voilà quinze jours que vous hurlez à tue-tête et sans interruption le mot le plus ordurier de la langue française !</w:t>
      </w:r>
    </w:p>
    <w:p w14:paraId="43441449"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RESPECTUEUX ET ARTISTE D’AVENIR</w:t>
      </w:r>
      <w:r w:rsidRPr="000A30E8">
        <w:t xml:space="preserve">, </w:t>
      </w:r>
      <w:r w:rsidRPr="000A30E8">
        <w:rPr>
          <w:i/>
          <w:iCs/>
        </w:rPr>
        <w:t>avec dignité</w:t>
      </w:r>
      <w:r w:rsidRPr="000A30E8">
        <w:t>. Et le plus héroïque, monsieur ! (</w:t>
      </w:r>
      <w:r w:rsidRPr="000A30E8">
        <w:rPr>
          <w:i/>
          <w:iCs/>
        </w:rPr>
        <w:t>Le concierge sort</w:t>
      </w:r>
      <w:r w:rsidRPr="000A30E8">
        <w:t>.) Et maintenant, reprenons l’étude de notre rôle. (</w:t>
      </w:r>
      <w:r w:rsidRPr="000A30E8">
        <w:rPr>
          <w:i/>
          <w:iCs/>
        </w:rPr>
        <w:t>Il se campe de nouveau devant l’armoire à glace</w:t>
      </w:r>
      <w:r w:rsidRPr="000A30E8">
        <w:t>.) Voyons, dois-je lancer le mot d’un air martial : « M… ! », avec rage : « M… ! », avec esprit : « M… ! », ou bien… (</w:t>
      </w:r>
      <w:r w:rsidRPr="000A30E8">
        <w:rPr>
          <w:i/>
          <w:iCs/>
        </w:rPr>
        <w:t>Il continue l’étude du rôle</w:t>
      </w:r>
      <w:r w:rsidRPr="000A30E8">
        <w:t>.)</w:t>
      </w:r>
    </w:p>
    <w:p w14:paraId="25CB1B79" w14:textId="77777777" w:rsidR="00285C2D" w:rsidRPr="000A30E8" w:rsidRDefault="00285C2D" w:rsidP="00285C2D">
      <w:pPr>
        <w:pStyle w:val="Titre3"/>
      </w:pPr>
      <w:bookmarkStart w:id="55" w:name="_Toc196330235"/>
      <w:r w:rsidRPr="000A30E8">
        <w:lastRenderedPageBreak/>
        <w:t>TROISIÈME ACTE</w:t>
      </w:r>
      <w:r w:rsidRPr="000A30E8">
        <w:br/>
      </w:r>
      <w:r w:rsidRPr="000A30E8">
        <w:br/>
        <w:t>Waterloo.</w:t>
      </w:r>
      <w:bookmarkEnd w:id="55"/>
    </w:p>
    <w:p w14:paraId="7BE9C5EC" w14:textId="77777777" w:rsidR="00285C2D" w:rsidRPr="000A30E8" w:rsidRDefault="00285C2D" w:rsidP="00285C2D">
      <w:pPr>
        <w:pStyle w:val="Centr"/>
        <w:rPr>
          <w:rStyle w:val="Taille-1Caracteres"/>
        </w:rPr>
      </w:pPr>
      <w:r w:rsidRPr="000A30E8">
        <w:rPr>
          <w:rStyle w:val="Taille-1Caracteres"/>
        </w:rPr>
        <w:t>La scène représente la plaine de Waterloo.</w:t>
      </w:r>
    </w:p>
    <w:p w14:paraId="525AEE30" w14:textId="77777777" w:rsidR="00285C2D" w:rsidRPr="000A30E8" w:rsidRDefault="00285C2D" w:rsidP="00285C2D">
      <w:r w:rsidRPr="000A30E8">
        <w:rPr>
          <w:szCs w:val="32"/>
        </w:rPr>
        <w:t>L</w:t>
      </w:r>
      <w:r w:rsidRPr="000A30E8">
        <w:rPr>
          <w:rStyle w:val="Taille-1Caracteres"/>
        </w:rPr>
        <w:t>E</w:t>
      </w:r>
      <w:r w:rsidRPr="000A30E8">
        <w:rPr>
          <w:szCs w:val="32"/>
        </w:rPr>
        <w:t xml:space="preserve"> F</w:t>
      </w:r>
      <w:r w:rsidRPr="000A30E8">
        <w:rPr>
          <w:rStyle w:val="Taille-1Caracteres"/>
        </w:rPr>
        <w:t>ILS RESPECTUEUX ET ARTISTE D’AVENIR</w:t>
      </w:r>
      <w:r w:rsidRPr="000A30E8">
        <w:rPr>
          <w:szCs w:val="32"/>
        </w:rPr>
        <w:t>. — Pour bien me mettre dans la peau de mon personnage, je viens poursuivre l’étude de mon rôle dans la plaine de Waterloo où fut prononcé le mot historique.</w:t>
      </w:r>
    </w:p>
    <w:p w14:paraId="0570803B"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UIDE</w:t>
      </w:r>
      <w:r w:rsidRPr="000A30E8">
        <w:t>. — Voilà l’endroit où le général Cambronne résista héroïquement, au milieu du dernier carré.</w:t>
      </w:r>
    </w:p>
    <w:p w14:paraId="47F41446"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RESPECTUEUX ET ARTISTE D’AVENIR</w:t>
      </w:r>
      <w:r w:rsidRPr="000A30E8">
        <w:t>. — Oh ! je sens qu’ici je vais trouver l’intonation véritable, l’intonation qui remuera les foules. Je me sens inspiré ! (</w:t>
      </w:r>
      <w:r w:rsidRPr="000A30E8">
        <w:rPr>
          <w:i/>
          <w:iCs/>
        </w:rPr>
        <w:t>Il bombe le torse et tend le poing vers un ennemi imaginaire, hurlant :</w:t>
      </w:r>
      <w:r w:rsidRPr="000A30E8">
        <w:t>) « M… ! ». Oh ! oui, c’est bien ça ! Voilà l’intonation juste ! L’ombre de Cambronne m’inspire ! (</w:t>
      </w:r>
      <w:r w:rsidRPr="000A30E8">
        <w:rPr>
          <w:i/>
          <w:iCs/>
        </w:rPr>
        <w:t>Il lance à travers la morne plaine une formidable série de « mots de Cambronne ». – Le Guide épouvanté prend la fuite</w:t>
      </w:r>
      <w:r w:rsidRPr="000A30E8">
        <w:t>.)</w:t>
      </w:r>
    </w:p>
    <w:p w14:paraId="79BAAE26" w14:textId="77777777" w:rsidR="00285C2D" w:rsidRPr="000A30E8" w:rsidRDefault="00285C2D" w:rsidP="00285C2D">
      <w:pPr>
        <w:pStyle w:val="Titre3"/>
      </w:pPr>
      <w:bookmarkStart w:id="56" w:name="_Toc196330236"/>
      <w:r w:rsidRPr="000A30E8">
        <w:t>QUATRIÈME ACTE</w:t>
      </w:r>
      <w:r w:rsidRPr="000A30E8">
        <w:br/>
      </w:r>
      <w:r w:rsidRPr="000A30E8">
        <w:br/>
        <w:t>Au pied levé.</w:t>
      </w:r>
      <w:bookmarkEnd w:id="56"/>
    </w:p>
    <w:p w14:paraId="09B7D727" w14:textId="77777777" w:rsidR="00285C2D" w:rsidRPr="000A30E8" w:rsidRDefault="00285C2D" w:rsidP="00285C2D">
      <w:pPr>
        <w:pStyle w:val="Centr"/>
        <w:rPr>
          <w:rStyle w:val="Taille-1Caracteres"/>
        </w:rPr>
      </w:pPr>
      <w:r w:rsidRPr="000A30E8">
        <w:rPr>
          <w:rStyle w:val="Taille-1Caracteres"/>
        </w:rPr>
        <w:t>La scène représente les coulisses du Théâtre-Historique le soir de la représentation.</w:t>
      </w:r>
    </w:p>
    <w:p w14:paraId="6CC5A3A5" w14:textId="77777777" w:rsidR="00285C2D" w:rsidRPr="000A30E8" w:rsidRDefault="00285C2D" w:rsidP="00285C2D">
      <w:r w:rsidRPr="000A30E8">
        <w:rPr>
          <w:szCs w:val="32"/>
        </w:rPr>
        <w:lastRenderedPageBreak/>
        <w:t>L</w:t>
      </w:r>
      <w:r w:rsidRPr="000A30E8">
        <w:rPr>
          <w:rStyle w:val="Taille-1Caracteres"/>
        </w:rPr>
        <w:t>E</w:t>
      </w:r>
      <w:r w:rsidRPr="000A30E8">
        <w:rPr>
          <w:szCs w:val="32"/>
        </w:rPr>
        <w:t xml:space="preserve"> R</w:t>
      </w:r>
      <w:r w:rsidRPr="000A30E8">
        <w:rPr>
          <w:rStyle w:val="Taille-1Caracteres"/>
        </w:rPr>
        <w:t>ÉGISSEUR AFFOLÉ</w:t>
      </w:r>
      <w:r w:rsidRPr="000A30E8">
        <w:rPr>
          <w:szCs w:val="32"/>
        </w:rPr>
        <w:t xml:space="preserve">, </w:t>
      </w:r>
      <w:r w:rsidRPr="000A30E8">
        <w:rPr>
          <w:i/>
          <w:iCs/>
          <w:szCs w:val="32"/>
        </w:rPr>
        <w:t>accourant</w:t>
      </w:r>
      <w:r w:rsidRPr="000A30E8">
        <w:rPr>
          <w:szCs w:val="32"/>
        </w:rPr>
        <w:t>. — Que faire ? Que faire ? L’acteur chargé du rôle de l’officier anglais, atteint subitement d’une crampe à la langue, ne peut jouer son rôle !</w:t>
      </w:r>
    </w:p>
    <w:p w14:paraId="7523DEC9"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IRECTEUR</w:t>
      </w:r>
      <w:r w:rsidRPr="000A30E8">
        <w:t>. — Ne nous affolons pas. Le rôle de l’officier anglais est des plus courts. Il consiste simplement à crier, avec l’accent anglais : « Braves Français, rendez-vous ! » Il faut trouver un remplaçant. Mais j’y pense : le vieux figurant glabre pourra jouer le rôle au pied levé. Courez l’avertir et qu’on lui fasse endosser l’uniforme de l’officier anglais. Courez !</w:t>
      </w:r>
    </w:p>
    <w:p w14:paraId="7C26A9F2" w14:textId="77777777" w:rsidR="00285C2D" w:rsidRPr="000A30E8" w:rsidRDefault="00285C2D" w:rsidP="00285C2D">
      <w:pPr>
        <w:pStyle w:val="Titre3"/>
      </w:pPr>
      <w:bookmarkStart w:id="57" w:name="_Toc196330237"/>
      <w:r w:rsidRPr="000A30E8">
        <w:t>CINQUIÈME ACTE</w:t>
      </w:r>
      <w:r w:rsidRPr="000A30E8">
        <w:br/>
      </w:r>
      <w:r w:rsidRPr="000A30E8">
        <w:br/>
        <w:t>Fatalité !</w:t>
      </w:r>
      <w:bookmarkEnd w:id="57"/>
    </w:p>
    <w:p w14:paraId="72529C87" w14:textId="77777777" w:rsidR="00285C2D" w:rsidRPr="000A30E8" w:rsidRDefault="00285C2D" w:rsidP="00285C2D">
      <w:pPr>
        <w:pStyle w:val="Centr"/>
        <w:rPr>
          <w:rStyle w:val="Taille-1Caracteres"/>
        </w:rPr>
      </w:pPr>
      <w:r w:rsidRPr="000A30E8">
        <w:rPr>
          <w:rStyle w:val="Taille-1Caracteres"/>
        </w:rPr>
        <w:t>La scène représente la scène du Théâtre-Historique.</w:t>
      </w:r>
    </w:p>
    <w:p w14:paraId="664BCB5F" w14:textId="77777777" w:rsidR="00285C2D" w:rsidRPr="000A30E8" w:rsidRDefault="00285C2D" w:rsidP="00285C2D">
      <w:r w:rsidRPr="000A30E8">
        <w:rPr>
          <w:szCs w:val="32"/>
        </w:rPr>
        <w:t>C</w:t>
      </w:r>
      <w:r w:rsidRPr="000A30E8">
        <w:rPr>
          <w:rStyle w:val="Taille-1Caracteres"/>
        </w:rPr>
        <w:t>HŒUR DES</w:t>
      </w:r>
      <w:r w:rsidRPr="000A30E8">
        <w:rPr>
          <w:szCs w:val="32"/>
        </w:rPr>
        <w:t xml:space="preserve"> S</w:t>
      </w:r>
      <w:r w:rsidRPr="000A30E8">
        <w:rPr>
          <w:rStyle w:val="Taille-1Caracteres"/>
        </w:rPr>
        <w:t>PECTATEURS</w:t>
      </w:r>
      <w:r w:rsidRPr="000A30E8">
        <w:rPr>
          <w:szCs w:val="32"/>
        </w:rPr>
        <w:t>. — Le rideau vient de se lever sur le cinquième acte. Voici le dernier carré de la vieille garde cerné par l’ennemi. Écoutons !</w:t>
      </w:r>
    </w:p>
    <w:p w14:paraId="04C5DDBF" w14:textId="77777777" w:rsidR="00285C2D" w:rsidRPr="000A30E8" w:rsidRDefault="00285C2D" w:rsidP="00285C2D">
      <w:r w:rsidRPr="000A30E8">
        <w:t>L</w:t>
      </w:r>
      <w:r w:rsidRPr="000A30E8">
        <w:rPr>
          <w:rStyle w:val="Taille-1Caracteres"/>
        </w:rPr>
        <w:t>E VIEUX</w:t>
      </w:r>
      <w:r w:rsidRPr="000A30E8">
        <w:t xml:space="preserve"> F</w:t>
      </w:r>
      <w:r w:rsidRPr="000A30E8">
        <w:rPr>
          <w:rStyle w:val="Taille-1Caracteres"/>
        </w:rPr>
        <w:t>IGURANT GLABRE, EN OFFICIER ANGLAIS</w:t>
      </w:r>
      <w:r w:rsidRPr="000A30E8">
        <w:t xml:space="preserve">, </w:t>
      </w:r>
      <w:r w:rsidRPr="000A30E8">
        <w:rPr>
          <w:i/>
          <w:iCs/>
        </w:rPr>
        <w:t>criant</w:t>
      </w:r>
      <w:r w:rsidRPr="000A30E8">
        <w:t>. — Braves Français, rendez-vous ! (</w:t>
      </w:r>
      <w:r w:rsidRPr="000A30E8">
        <w:rPr>
          <w:i/>
          <w:iCs/>
        </w:rPr>
        <w:t>Cambronne ne répond rien</w:t>
      </w:r>
      <w:r w:rsidRPr="000A30E8">
        <w:t>.)</w:t>
      </w:r>
    </w:p>
    <w:p w14:paraId="35D8A0E2" w14:textId="77777777" w:rsidR="00285C2D" w:rsidRPr="000A30E8" w:rsidRDefault="00285C2D" w:rsidP="00285C2D">
      <w:r w:rsidRPr="000A30E8">
        <w:t>C</w:t>
      </w:r>
      <w:r w:rsidRPr="000A30E8">
        <w:rPr>
          <w:rStyle w:val="Taille-1Caracteres"/>
        </w:rPr>
        <w:t>HŒUR DES SPECTATEURS</w:t>
      </w:r>
      <w:r w:rsidRPr="000A30E8">
        <w:t>. — Oh ! stupeur ! Pourquoi Cambronne ne répond-il pas : « M… ! » ?</w:t>
      </w:r>
    </w:p>
    <w:p w14:paraId="52A0D64B" w14:textId="77777777" w:rsidR="00285C2D" w:rsidRPr="000A30E8" w:rsidRDefault="00285C2D" w:rsidP="00285C2D">
      <w:r w:rsidRPr="000A30E8">
        <w:t>L</w:t>
      </w:r>
      <w:r w:rsidRPr="000A30E8">
        <w:rPr>
          <w:rStyle w:val="Taille-1Caracteres"/>
        </w:rPr>
        <w:t>E VIEUX</w:t>
      </w:r>
      <w:r w:rsidRPr="000A30E8">
        <w:t xml:space="preserve"> F</w:t>
      </w:r>
      <w:r w:rsidRPr="000A30E8">
        <w:rPr>
          <w:rStyle w:val="Taille-1Caracteres"/>
        </w:rPr>
        <w:t>IGURANT GLABRE, EN OFFICIER ANGLAIS,</w:t>
      </w:r>
      <w:r w:rsidRPr="000A30E8">
        <w:t xml:space="preserve"> répétant. — Braves Français, rendez-vous ! (</w:t>
      </w:r>
      <w:r w:rsidRPr="000A30E8">
        <w:rPr>
          <w:i/>
          <w:iCs/>
        </w:rPr>
        <w:t>Cambronne reste muet</w:t>
      </w:r>
      <w:r w:rsidRPr="000A30E8">
        <w:t>.)</w:t>
      </w:r>
    </w:p>
    <w:p w14:paraId="7F49CD10" w14:textId="77777777" w:rsidR="00285C2D" w:rsidRPr="000A30E8" w:rsidRDefault="00285C2D" w:rsidP="00285C2D">
      <w:r w:rsidRPr="000A30E8">
        <w:lastRenderedPageBreak/>
        <w:t>C</w:t>
      </w:r>
      <w:r w:rsidRPr="000A30E8">
        <w:rPr>
          <w:rStyle w:val="Taille-1Caracteres"/>
        </w:rPr>
        <w:t>HŒUR DES SPECTATEURS</w:t>
      </w:r>
      <w:r w:rsidRPr="000A30E8">
        <w:t>. — Sifflons et conspuons cet acteur qui a oublié son rôle de Cambronne ! (</w:t>
      </w:r>
      <w:r w:rsidRPr="000A30E8">
        <w:rPr>
          <w:i/>
          <w:iCs/>
        </w:rPr>
        <w:t>Vacarme épouvantable. Le rideau se baisse</w:t>
      </w:r>
      <w:r w:rsidRPr="000A30E8">
        <w:t>.)</w:t>
      </w:r>
    </w:p>
    <w:p w14:paraId="4D4CEC80"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IRECTEUR</w:t>
      </w:r>
      <w:r w:rsidRPr="000A30E8">
        <w:t xml:space="preserve">, </w:t>
      </w:r>
      <w:r w:rsidRPr="000A30E8">
        <w:rPr>
          <w:i/>
          <w:iCs/>
        </w:rPr>
        <w:t>se précipitant vers le général Cambronne</w:t>
      </w:r>
      <w:r w:rsidRPr="000A30E8">
        <w:t>. — Mais, vous êtes fou ! Pourquoi n’avez-vous pas lancé la réplique fameuse ?</w:t>
      </w:r>
    </w:p>
    <w:p w14:paraId="1B19D6EC" w14:textId="77777777" w:rsidR="00285C2D" w:rsidRPr="000A30E8" w:rsidRDefault="00285C2D" w:rsidP="00285C2D">
      <w:r w:rsidRPr="000A30E8">
        <w:t>L’A</w:t>
      </w:r>
      <w:r w:rsidRPr="000A30E8">
        <w:rPr>
          <w:rStyle w:val="Taille-1Caracteres"/>
        </w:rPr>
        <w:t>UTEUR</w:t>
      </w:r>
      <w:r w:rsidRPr="000A30E8">
        <w:t>. — Oui, pourquoi ? C’était le mot sur lequel je comptais pour assurer le succès de mon drame ! Pourquoi n’avez-vous pas répondu le mot légendaire à l’acteur qui jouait l’officier anglais ? Pourquoi ?</w:t>
      </w:r>
    </w:p>
    <w:p w14:paraId="4956EF34"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RESPECTUEUX ET ARTISTE D’AVENIR</w:t>
      </w:r>
      <w:r w:rsidRPr="000A30E8">
        <w:t>. — Non, je ne pouvais pas lui répondre ça ! C’est mon père !</w:t>
      </w:r>
    </w:p>
    <w:p w14:paraId="27238512" w14:textId="77777777" w:rsidR="00285C2D" w:rsidRPr="000A30E8" w:rsidRDefault="00285C2D" w:rsidP="00285C2D">
      <w:pPr>
        <w:pStyle w:val="Centr"/>
      </w:pPr>
      <w:r w:rsidRPr="000A30E8">
        <w:t>RIDEAU</w:t>
      </w:r>
    </w:p>
    <w:p w14:paraId="18B4BB97" w14:textId="77777777" w:rsidR="00285C2D" w:rsidRPr="000A30E8" w:rsidRDefault="00285C2D" w:rsidP="00285C2D">
      <w:pPr>
        <w:pStyle w:val="Titre2"/>
      </w:pPr>
      <w:bookmarkStart w:id="58" w:name="_Toc196330238"/>
      <w:r w:rsidRPr="000A30E8">
        <w:lastRenderedPageBreak/>
        <w:t>CARNAVAL TRAGIQUE</w:t>
      </w:r>
      <w:bookmarkEnd w:id="58"/>
    </w:p>
    <w:p w14:paraId="688D3E3C" w14:textId="77777777" w:rsidR="00285C2D" w:rsidRPr="000A30E8" w:rsidRDefault="00285C2D" w:rsidP="00285C2D">
      <w:pPr>
        <w:pStyle w:val="Titre3"/>
      </w:pPr>
      <w:bookmarkStart w:id="59" w:name="_Toc196330239"/>
      <w:r w:rsidRPr="000A30E8">
        <w:t>PREMIER TABLEAU</w:t>
      </w:r>
      <w:r w:rsidRPr="000A30E8">
        <w:br/>
      </w:r>
      <w:r w:rsidRPr="000A30E8">
        <w:br/>
        <w:t>Entre amants.</w:t>
      </w:r>
      <w:bookmarkEnd w:id="59"/>
    </w:p>
    <w:p w14:paraId="0D996E59" w14:textId="77777777" w:rsidR="00285C2D" w:rsidRPr="000A30E8" w:rsidRDefault="00285C2D" w:rsidP="00285C2D">
      <w:pPr>
        <w:pStyle w:val="Centr"/>
        <w:rPr>
          <w:rStyle w:val="Taille-1Caracteres"/>
        </w:rPr>
      </w:pPr>
      <w:r w:rsidRPr="000A30E8">
        <w:rPr>
          <w:rStyle w:val="Taille-1Caracteres"/>
        </w:rPr>
        <w:t>La scène représente une chambre.</w:t>
      </w:r>
    </w:p>
    <w:p w14:paraId="522B0B0C" w14:textId="77777777" w:rsidR="00285C2D" w:rsidRPr="000A30E8" w:rsidRDefault="00285C2D" w:rsidP="00285C2D">
      <w:r w:rsidRPr="000A30E8">
        <w:rPr>
          <w:szCs w:val="32"/>
        </w:rPr>
        <w:t>L</w:t>
      </w:r>
      <w:r w:rsidRPr="000A30E8">
        <w:rPr>
          <w:rStyle w:val="Taille-1Caracteres"/>
        </w:rPr>
        <w:t>A</w:t>
      </w:r>
      <w:r w:rsidRPr="000A30E8">
        <w:rPr>
          <w:szCs w:val="32"/>
        </w:rPr>
        <w:t xml:space="preserve"> F</w:t>
      </w:r>
      <w:r w:rsidRPr="000A30E8">
        <w:rPr>
          <w:rStyle w:val="Taille-1Caracteres"/>
        </w:rPr>
        <w:t>EMME ADULTÈRE</w:t>
      </w:r>
      <w:r w:rsidRPr="000A30E8">
        <w:rPr>
          <w:szCs w:val="32"/>
        </w:rPr>
        <w:t>. — Mon mari est parti en voyage. C’est aujourd’hui mardi gras. J’attends mon amant, qui doit me conduire au bal masqué.</w:t>
      </w:r>
    </w:p>
    <w:p w14:paraId="5853A679" w14:textId="77777777" w:rsidR="00285C2D" w:rsidRPr="000A30E8" w:rsidRDefault="00285C2D" w:rsidP="00285C2D">
      <w:r w:rsidRPr="000A30E8">
        <w:t>L’A</w:t>
      </w:r>
      <w:r w:rsidRPr="000A30E8">
        <w:rPr>
          <w:rStyle w:val="Taille-1Caracteres"/>
        </w:rPr>
        <w:t>MANT TORÉADOR</w:t>
      </w:r>
      <w:r w:rsidRPr="000A30E8">
        <w:t xml:space="preserve">, </w:t>
      </w:r>
      <w:r w:rsidRPr="000A30E8">
        <w:rPr>
          <w:i/>
          <w:iCs/>
        </w:rPr>
        <w:t>entrant</w:t>
      </w:r>
      <w:r w:rsidRPr="000A30E8">
        <w:t>. — Chère femme adultère, me voici, déguisé en toréador, comme c’était convenu. Nous allons passer ensemble une inoubliable journée.</w:t>
      </w:r>
    </w:p>
    <w:p w14:paraId="1C264501"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ADULTÈRE</w:t>
      </w:r>
      <w:r w:rsidRPr="000A30E8">
        <w:t>. — Oh ! comme tu es beau sous ce costume de soie et d’or ! Ton lorgnon et ta barbe en fer à cheval ajoutent un je ne sais quoi de distingué à ton déguisement. Pendant que j’achève de m’habiller en Andalouse, chante-moi, cher amant, une chanson évocatrice du beau pays dont nous portons les costumes.</w:t>
      </w:r>
    </w:p>
    <w:p w14:paraId="0331F110" w14:textId="77777777" w:rsidR="00285C2D" w:rsidRPr="000A30E8" w:rsidRDefault="00285C2D" w:rsidP="00285C2D">
      <w:r w:rsidRPr="000A30E8">
        <w:t>L’A</w:t>
      </w:r>
      <w:r w:rsidRPr="000A30E8">
        <w:rPr>
          <w:rStyle w:val="Taille-1Caracteres"/>
        </w:rPr>
        <w:t>MANT TORÉADOR</w:t>
      </w:r>
      <w:r w:rsidRPr="000A30E8">
        <w:t xml:space="preserve">, </w:t>
      </w:r>
      <w:r w:rsidRPr="000A30E8">
        <w:rPr>
          <w:i/>
          <w:iCs/>
        </w:rPr>
        <w:t>chantant d’une voix chaude</w:t>
      </w:r>
      <w:r w:rsidRPr="00C47A66">
        <w:rPr>
          <w:i/>
        </w:rPr>
        <w:t> :</w:t>
      </w:r>
    </w:p>
    <w:p w14:paraId="2DF9A10B" w14:textId="77777777" w:rsidR="00285C2D" w:rsidRPr="000A30E8" w:rsidRDefault="00285C2D" w:rsidP="00285C2D">
      <w:pPr>
        <w:pStyle w:val="CentrEspAvt0EspApr0"/>
      </w:pPr>
      <w:r w:rsidRPr="000A30E8">
        <w:t>Connaissez-vous Carmencita ?</w:t>
      </w:r>
    </w:p>
    <w:p w14:paraId="5CA3FF9C" w14:textId="77777777" w:rsidR="00285C2D" w:rsidRPr="000A30E8" w:rsidRDefault="00285C2D" w:rsidP="00285C2D">
      <w:pPr>
        <w:pStyle w:val="CentrEspAvt0EspApr0"/>
        <w:rPr>
          <w:szCs w:val="32"/>
        </w:rPr>
      </w:pPr>
      <w:r w:rsidRPr="000A30E8">
        <w:rPr>
          <w:szCs w:val="32"/>
        </w:rPr>
        <w:t>Alza !</w:t>
      </w:r>
    </w:p>
    <w:p w14:paraId="1A91E1A2" w14:textId="77777777" w:rsidR="00285C2D" w:rsidRPr="000A30E8" w:rsidRDefault="00285C2D" w:rsidP="00285C2D">
      <w:pPr>
        <w:pStyle w:val="CentrEspAvt0EspApr0"/>
        <w:rPr>
          <w:szCs w:val="32"/>
        </w:rPr>
      </w:pPr>
      <w:r w:rsidRPr="000A30E8">
        <w:rPr>
          <w:szCs w:val="32"/>
        </w:rPr>
        <w:t>L’Espagnole aux yeux andalous ?</w:t>
      </w:r>
    </w:p>
    <w:p w14:paraId="6989D526" w14:textId="77777777" w:rsidR="00285C2D" w:rsidRPr="000A30E8" w:rsidRDefault="00285C2D" w:rsidP="00285C2D">
      <w:pPr>
        <w:pStyle w:val="CentrEspAvt0EspApr0"/>
        <w:rPr>
          <w:szCs w:val="32"/>
        </w:rPr>
      </w:pPr>
      <w:r w:rsidRPr="000A30E8">
        <w:rPr>
          <w:szCs w:val="32"/>
        </w:rPr>
        <w:t>Alzou !</w:t>
      </w:r>
    </w:p>
    <w:p w14:paraId="67C2EFB7" w14:textId="77777777" w:rsidR="00285C2D" w:rsidRPr="000A30E8" w:rsidRDefault="00285C2D" w:rsidP="00285C2D">
      <w:pPr>
        <w:pStyle w:val="CentrEspAvt0EspApr0"/>
        <w:rPr>
          <w:szCs w:val="32"/>
        </w:rPr>
      </w:pPr>
      <w:r w:rsidRPr="000A30E8">
        <w:rPr>
          <w:szCs w:val="32"/>
        </w:rPr>
        <w:t>Elle aimait un toréador,</w:t>
      </w:r>
    </w:p>
    <w:p w14:paraId="3C732250" w14:textId="77777777" w:rsidR="00285C2D" w:rsidRPr="00285C2D" w:rsidRDefault="00285C2D" w:rsidP="00285C2D">
      <w:pPr>
        <w:pStyle w:val="CentrEspAvt0EspApr0"/>
        <w:rPr>
          <w:szCs w:val="32"/>
          <w:lang w:val="it-IT"/>
        </w:rPr>
      </w:pPr>
      <w:r w:rsidRPr="00285C2D">
        <w:rPr>
          <w:szCs w:val="32"/>
          <w:lang w:val="it-IT"/>
        </w:rPr>
        <w:t>Alzor !</w:t>
      </w:r>
    </w:p>
    <w:p w14:paraId="27F820F2" w14:textId="77777777" w:rsidR="00285C2D" w:rsidRPr="00285C2D" w:rsidRDefault="00285C2D" w:rsidP="00285C2D">
      <w:pPr>
        <w:pStyle w:val="CentrEspAvt0EspApr0"/>
        <w:rPr>
          <w:szCs w:val="32"/>
          <w:lang w:val="it-IT"/>
        </w:rPr>
      </w:pPr>
      <w:r w:rsidRPr="00285C2D">
        <w:rPr>
          <w:szCs w:val="32"/>
          <w:lang w:val="it-IT"/>
        </w:rPr>
        <w:t>Le célèbre Concombrita,</w:t>
      </w:r>
    </w:p>
    <w:p w14:paraId="75149B22" w14:textId="77777777" w:rsidR="00285C2D" w:rsidRPr="00285C2D" w:rsidRDefault="00285C2D" w:rsidP="00285C2D">
      <w:pPr>
        <w:pStyle w:val="CentrEspAvt0EspApr0"/>
        <w:rPr>
          <w:szCs w:val="32"/>
          <w:lang w:val="it-IT"/>
        </w:rPr>
      </w:pPr>
      <w:r w:rsidRPr="00285C2D">
        <w:rPr>
          <w:szCs w:val="32"/>
          <w:lang w:val="it-IT"/>
        </w:rPr>
        <w:t>Alza !</w:t>
      </w:r>
    </w:p>
    <w:p w14:paraId="32906289" w14:textId="77777777" w:rsidR="00285C2D" w:rsidRPr="000A30E8" w:rsidRDefault="00285C2D" w:rsidP="00285C2D">
      <w:pPr>
        <w:pStyle w:val="CentrEspAvt0EspApr0"/>
        <w:rPr>
          <w:szCs w:val="32"/>
        </w:rPr>
      </w:pPr>
      <w:r w:rsidRPr="000A30E8">
        <w:rPr>
          <w:szCs w:val="32"/>
        </w:rPr>
        <w:lastRenderedPageBreak/>
        <w:t>Un jour, avant la corrida,</w:t>
      </w:r>
    </w:p>
    <w:p w14:paraId="6820ECEC" w14:textId="77777777" w:rsidR="00285C2D" w:rsidRPr="000A30E8" w:rsidRDefault="00285C2D" w:rsidP="00285C2D">
      <w:pPr>
        <w:pStyle w:val="CentrEspAvt0EspApr0"/>
        <w:rPr>
          <w:szCs w:val="32"/>
        </w:rPr>
      </w:pPr>
      <w:r w:rsidRPr="000A30E8">
        <w:rPr>
          <w:szCs w:val="32"/>
        </w:rPr>
        <w:t>Alza !</w:t>
      </w:r>
    </w:p>
    <w:p w14:paraId="522DFAB1" w14:textId="77777777" w:rsidR="00285C2D" w:rsidRPr="000A30E8" w:rsidRDefault="00285C2D" w:rsidP="00285C2D">
      <w:pPr>
        <w:pStyle w:val="CentrEspAvt0EspApr0"/>
        <w:rPr>
          <w:szCs w:val="32"/>
        </w:rPr>
      </w:pPr>
      <w:r w:rsidRPr="000A30E8">
        <w:rPr>
          <w:szCs w:val="32"/>
        </w:rPr>
        <w:t>La belle offrit à son amant,</w:t>
      </w:r>
    </w:p>
    <w:p w14:paraId="48F733CA" w14:textId="77777777" w:rsidR="00285C2D" w:rsidRPr="000A30E8" w:rsidRDefault="00285C2D" w:rsidP="00285C2D">
      <w:pPr>
        <w:pStyle w:val="CentrEspAvt0EspApr0"/>
        <w:rPr>
          <w:szCs w:val="32"/>
        </w:rPr>
      </w:pPr>
      <w:r w:rsidRPr="000A30E8">
        <w:rPr>
          <w:szCs w:val="32"/>
        </w:rPr>
        <w:t>Alzan !</w:t>
      </w:r>
    </w:p>
    <w:p w14:paraId="4E8A9DE7" w14:textId="77777777" w:rsidR="00285C2D" w:rsidRPr="000A30E8" w:rsidRDefault="00285C2D" w:rsidP="00285C2D">
      <w:pPr>
        <w:pStyle w:val="CentrEspAvt0EspApr0"/>
        <w:rPr>
          <w:szCs w:val="32"/>
        </w:rPr>
      </w:pPr>
      <w:r w:rsidRPr="000A30E8">
        <w:rPr>
          <w:szCs w:val="32"/>
        </w:rPr>
        <w:t>Un long cil de ses grands yeux noirs,</w:t>
      </w:r>
    </w:p>
    <w:p w14:paraId="36D898BC" w14:textId="77777777" w:rsidR="00285C2D" w:rsidRPr="000A30E8" w:rsidRDefault="00285C2D" w:rsidP="00285C2D">
      <w:pPr>
        <w:pStyle w:val="CentrEspAvt0EspApr0"/>
        <w:rPr>
          <w:szCs w:val="32"/>
        </w:rPr>
      </w:pPr>
      <w:r w:rsidRPr="000A30E8">
        <w:rPr>
          <w:szCs w:val="32"/>
        </w:rPr>
        <w:t>Alzoir !</w:t>
      </w:r>
    </w:p>
    <w:p w14:paraId="2E683AC4" w14:textId="77777777" w:rsidR="00285C2D" w:rsidRPr="000A30E8" w:rsidRDefault="00285C2D" w:rsidP="00285C2D">
      <w:pPr>
        <w:pStyle w:val="CentrEspAvt0EspApr0"/>
        <w:rPr>
          <w:szCs w:val="32"/>
        </w:rPr>
      </w:pPr>
      <w:r w:rsidRPr="000A30E8">
        <w:rPr>
          <w:szCs w:val="32"/>
        </w:rPr>
        <w:t>Pour le garder en souvenir,</w:t>
      </w:r>
    </w:p>
    <w:p w14:paraId="6FA33C34" w14:textId="77777777" w:rsidR="00285C2D" w:rsidRPr="00285C2D" w:rsidRDefault="00285C2D" w:rsidP="00285C2D">
      <w:pPr>
        <w:pStyle w:val="CentrEspAvt0EspApr0"/>
        <w:rPr>
          <w:szCs w:val="32"/>
          <w:lang w:val="es-ES"/>
        </w:rPr>
      </w:pPr>
      <w:r w:rsidRPr="00285C2D">
        <w:rPr>
          <w:szCs w:val="32"/>
          <w:lang w:val="es-ES"/>
        </w:rPr>
        <w:t>Alzir !</w:t>
      </w:r>
    </w:p>
    <w:p w14:paraId="64499046" w14:textId="77777777" w:rsidR="00285C2D" w:rsidRPr="00285C2D" w:rsidRDefault="00285C2D" w:rsidP="00285C2D">
      <w:pPr>
        <w:pStyle w:val="CentrEspAvt0EspApr0"/>
        <w:rPr>
          <w:szCs w:val="32"/>
          <w:lang w:val="es-ES"/>
        </w:rPr>
      </w:pPr>
      <w:r w:rsidRPr="00285C2D">
        <w:rPr>
          <w:szCs w:val="32"/>
          <w:lang w:val="es-ES"/>
        </w:rPr>
        <w:t>Concombrita, dans la plaza,</w:t>
      </w:r>
    </w:p>
    <w:p w14:paraId="7530B128" w14:textId="77777777" w:rsidR="00285C2D" w:rsidRPr="00285C2D" w:rsidRDefault="00285C2D" w:rsidP="00285C2D">
      <w:pPr>
        <w:pStyle w:val="CentrEspAvt0EspApr0"/>
        <w:rPr>
          <w:szCs w:val="32"/>
          <w:lang w:val="es-ES"/>
        </w:rPr>
      </w:pPr>
      <w:r w:rsidRPr="00285C2D">
        <w:rPr>
          <w:szCs w:val="32"/>
          <w:lang w:val="es-ES"/>
        </w:rPr>
        <w:t>Alza !</w:t>
      </w:r>
    </w:p>
    <w:p w14:paraId="680942AA" w14:textId="77777777" w:rsidR="00285C2D" w:rsidRPr="000A30E8" w:rsidRDefault="00285C2D" w:rsidP="00285C2D">
      <w:pPr>
        <w:pStyle w:val="CentrEspAvt0EspApr0"/>
        <w:rPr>
          <w:szCs w:val="32"/>
        </w:rPr>
      </w:pPr>
      <w:r w:rsidRPr="000A30E8">
        <w:rPr>
          <w:szCs w:val="32"/>
        </w:rPr>
        <w:t>S’apprête à mater le taureau,</w:t>
      </w:r>
    </w:p>
    <w:p w14:paraId="464F6CC4" w14:textId="77777777" w:rsidR="00285C2D" w:rsidRPr="000A30E8" w:rsidRDefault="00285C2D" w:rsidP="00285C2D">
      <w:pPr>
        <w:pStyle w:val="CentrEspAvt0EspApr0"/>
        <w:rPr>
          <w:szCs w:val="32"/>
        </w:rPr>
      </w:pPr>
      <w:r w:rsidRPr="000A30E8">
        <w:rPr>
          <w:szCs w:val="32"/>
        </w:rPr>
        <w:t>Alzo !</w:t>
      </w:r>
    </w:p>
    <w:p w14:paraId="700C8274" w14:textId="77777777" w:rsidR="00285C2D" w:rsidRPr="000A30E8" w:rsidRDefault="00285C2D" w:rsidP="00285C2D">
      <w:pPr>
        <w:pStyle w:val="CentrEspAvt0EspApr0"/>
        <w:rPr>
          <w:szCs w:val="32"/>
        </w:rPr>
      </w:pPr>
      <w:r w:rsidRPr="000A30E8">
        <w:rPr>
          <w:szCs w:val="32"/>
        </w:rPr>
        <w:t>Quand soudain il pousse un grand cri,</w:t>
      </w:r>
    </w:p>
    <w:p w14:paraId="2AF58185" w14:textId="77777777" w:rsidR="00285C2D" w:rsidRPr="000A30E8" w:rsidRDefault="00285C2D" w:rsidP="00285C2D">
      <w:pPr>
        <w:pStyle w:val="CentrEspAvt0EspApr0"/>
        <w:rPr>
          <w:szCs w:val="32"/>
        </w:rPr>
      </w:pPr>
      <w:r w:rsidRPr="000A30E8">
        <w:rPr>
          <w:szCs w:val="32"/>
        </w:rPr>
        <w:t>Alzi !</w:t>
      </w:r>
    </w:p>
    <w:p w14:paraId="27769C04" w14:textId="77777777" w:rsidR="00285C2D" w:rsidRPr="000A30E8" w:rsidRDefault="00285C2D" w:rsidP="00285C2D">
      <w:pPr>
        <w:pStyle w:val="CentrEspAvt0EspApr0"/>
        <w:rPr>
          <w:szCs w:val="32"/>
        </w:rPr>
      </w:pPr>
      <w:r w:rsidRPr="000A30E8">
        <w:rPr>
          <w:szCs w:val="32"/>
        </w:rPr>
        <w:t>Des cornes il a senti le choc,</w:t>
      </w:r>
    </w:p>
    <w:p w14:paraId="0C4C10FC" w14:textId="77777777" w:rsidR="00285C2D" w:rsidRPr="000A30E8" w:rsidRDefault="00285C2D" w:rsidP="00285C2D">
      <w:pPr>
        <w:pStyle w:val="CentrEspAvt0EspApr0"/>
        <w:rPr>
          <w:szCs w:val="32"/>
        </w:rPr>
      </w:pPr>
      <w:r w:rsidRPr="000A30E8">
        <w:rPr>
          <w:szCs w:val="32"/>
        </w:rPr>
        <w:t>Alzoc !</w:t>
      </w:r>
    </w:p>
    <w:p w14:paraId="5D344A9E" w14:textId="77777777" w:rsidR="00285C2D" w:rsidRPr="000A30E8" w:rsidRDefault="00285C2D" w:rsidP="00285C2D">
      <w:pPr>
        <w:pStyle w:val="CentrEspAvt0EspApr0"/>
        <w:rPr>
          <w:szCs w:val="32"/>
        </w:rPr>
      </w:pPr>
      <w:r w:rsidRPr="000A30E8">
        <w:rPr>
          <w:szCs w:val="32"/>
        </w:rPr>
        <w:t>Mais le cil de Carmencita,</w:t>
      </w:r>
    </w:p>
    <w:p w14:paraId="3A1F7CA5" w14:textId="77777777" w:rsidR="00285C2D" w:rsidRPr="000A30E8" w:rsidRDefault="00285C2D" w:rsidP="00285C2D">
      <w:pPr>
        <w:pStyle w:val="CentrEspAvt0EspApr0"/>
        <w:rPr>
          <w:szCs w:val="32"/>
        </w:rPr>
      </w:pPr>
      <w:r w:rsidRPr="000A30E8">
        <w:rPr>
          <w:szCs w:val="32"/>
        </w:rPr>
        <w:t>Alza !</w:t>
      </w:r>
    </w:p>
    <w:p w14:paraId="64FD9956" w14:textId="77777777" w:rsidR="00285C2D" w:rsidRPr="000A30E8" w:rsidRDefault="00285C2D" w:rsidP="00285C2D">
      <w:pPr>
        <w:pStyle w:val="CentrEspAvt0EspApr0"/>
        <w:rPr>
          <w:szCs w:val="32"/>
        </w:rPr>
      </w:pPr>
      <w:r w:rsidRPr="000A30E8">
        <w:rPr>
          <w:szCs w:val="32"/>
        </w:rPr>
        <w:t>Qu’il portait noué sur son cœur,</w:t>
      </w:r>
    </w:p>
    <w:p w14:paraId="6FF05873" w14:textId="77777777" w:rsidR="00285C2D" w:rsidRPr="000A30E8" w:rsidRDefault="00285C2D" w:rsidP="00285C2D">
      <w:pPr>
        <w:pStyle w:val="CentrEspAvt0EspApr0"/>
        <w:rPr>
          <w:szCs w:val="32"/>
        </w:rPr>
      </w:pPr>
      <w:r w:rsidRPr="000A30E8">
        <w:rPr>
          <w:szCs w:val="32"/>
        </w:rPr>
        <w:t>Alzeur !</w:t>
      </w:r>
    </w:p>
    <w:p w14:paraId="727E164E" w14:textId="77777777" w:rsidR="00285C2D" w:rsidRPr="000A30E8" w:rsidRDefault="00285C2D" w:rsidP="00285C2D">
      <w:pPr>
        <w:pStyle w:val="CentrEspAvt0EspApr0"/>
        <w:rPr>
          <w:szCs w:val="32"/>
        </w:rPr>
      </w:pPr>
      <w:r w:rsidRPr="000A30E8">
        <w:rPr>
          <w:szCs w:val="32"/>
        </w:rPr>
        <w:t>A fait dévier le coup fatal,</w:t>
      </w:r>
    </w:p>
    <w:p w14:paraId="6A2AA924" w14:textId="77777777" w:rsidR="00285C2D" w:rsidRPr="00285C2D" w:rsidRDefault="00285C2D" w:rsidP="00285C2D">
      <w:pPr>
        <w:pStyle w:val="CentrEspAvt0EspApr0"/>
        <w:rPr>
          <w:szCs w:val="32"/>
          <w:lang w:val="it-IT"/>
        </w:rPr>
      </w:pPr>
      <w:r w:rsidRPr="00285C2D">
        <w:rPr>
          <w:szCs w:val="32"/>
          <w:lang w:val="it-IT"/>
        </w:rPr>
        <w:t>Alzal !</w:t>
      </w:r>
    </w:p>
    <w:p w14:paraId="01A7BF32" w14:textId="77777777" w:rsidR="00285C2D" w:rsidRPr="000A30E8" w:rsidRDefault="00285C2D" w:rsidP="00285C2D">
      <w:pPr>
        <w:pStyle w:val="CentrEspAvt0EspApr0"/>
        <w:rPr>
          <w:szCs w:val="32"/>
          <w:lang w:val="it-IT"/>
        </w:rPr>
      </w:pPr>
      <w:r w:rsidRPr="000A30E8">
        <w:rPr>
          <w:szCs w:val="32"/>
          <w:lang w:val="it-IT"/>
        </w:rPr>
        <w:t>Et sauvé la « prima spada »,</w:t>
      </w:r>
    </w:p>
    <w:p w14:paraId="1B5E90F9" w14:textId="77777777" w:rsidR="00285C2D" w:rsidRPr="000A30E8" w:rsidRDefault="00285C2D" w:rsidP="00285C2D">
      <w:pPr>
        <w:pStyle w:val="CentrEspAvt0EspApr0"/>
        <w:rPr>
          <w:lang w:val="it-IT"/>
        </w:rPr>
      </w:pPr>
      <w:r w:rsidRPr="000A30E8">
        <w:rPr>
          <w:szCs w:val="32"/>
          <w:lang w:val="it-IT"/>
        </w:rPr>
        <w:t>Alza !</w:t>
      </w:r>
    </w:p>
    <w:p w14:paraId="15EC4F97" w14:textId="77777777" w:rsidR="00285C2D" w:rsidRPr="000A30E8" w:rsidRDefault="00285C2D" w:rsidP="00285C2D">
      <w:r w:rsidRPr="000A30E8">
        <w:rPr>
          <w:szCs w:val="32"/>
        </w:rPr>
        <w:t>L</w:t>
      </w:r>
      <w:r w:rsidRPr="000A30E8">
        <w:rPr>
          <w:rStyle w:val="Taille-1Caracteres"/>
        </w:rPr>
        <w:t>A</w:t>
      </w:r>
      <w:r w:rsidRPr="000A30E8">
        <w:rPr>
          <w:szCs w:val="32"/>
        </w:rPr>
        <w:t xml:space="preserve"> F</w:t>
      </w:r>
      <w:r w:rsidRPr="000A30E8">
        <w:rPr>
          <w:rStyle w:val="Taille-1Caracteres"/>
        </w:rPr>
        <w:t>EMME ADULTÈRE</w:t>
      </w:r>
      <w:r w:rsidRPr="000A30E8">
        <w:rPr>
          <w:szCs w:val="32"/>
        </w:rPr>
        <w:t>. — Oh ! cette chanson me trouble profondément ! Mais ne perdons pas de temps. Je jette coquettement ma mantille sur mes épaules. Et maintenant, il ne nous reste plus qu’à traverser le jardin pour sortir de la maison et nous rendre au bal masqué. Partons.</w:t>
      </w:r>
    </w:p>
    <w:p w14:paraId="25B61C80" w14:textId="77777777" w:rsidR="00285C2D" w:rsidRPr="000A30E8" w:rsidRDefault="00285C2D" w:rsidP="00285C2D">
      <w:pPr>
        <w:pStyle w:val="Titre3"/>
      </w:pPr>
      <w:bookmarkStart w:id="60" w:name="_Toc196330240"/>
      <w:r w:rsidRPr="000A30E8">
        <w:lastRenderedPageBreak/>
        <w:t>DEUXIÈME TABLEAU</w:t>
      </w:r>
      <w:r w:rsidRPr="000A30E8">
        <w:br/>
      </w:r>
      <w:r w:rsidRPr="000A30E8">
        <w:br/>
        <w:t>L’honneur du mari.</w:t>
      </w:r>
      <w:bookmarkEnd w:id="60"/>
    </w:p>
    <w:p w14:paraId="56702504" w14:textId="77777777" w:rsidR="00285C2D" w:rsidRPr="000A30E8" w:rsidRDefault="00285C2D" w:rsidP="00285C2D">
      <w:pPr>
        <w:pStyle w:val="Centr"/>
        <w:rPr>
          <w:rStyle w:val="Taille-1Caracteres"/>
        </w:rPr>
      </w:pPr>
      <w:r w:rsidRPr="000A30E8">
        <w:rPr>
          <w:rStyle w:val="Taille-1Caracteres"/>
        </w:rPr>
        <w:t>La scène représente le jardin.</w:t>
      </w:r>
    </w:p>
    <w:p w14:paraId="2748E9BA" w14:textId="77777777" w:rsidR="00285C2D" w:rsidRPr="000A30E8" w:rsidRDefault="00285C2D" w:rsidP="00285C2D">
      <w:r w:rsidRPr="000A30E8">
        <w:rPr>
          <w:szCs w:val="32"/>
        </w:rPr>
        <w:t>L’A</w:t>
      </w:r>
      <w:r w:rsidRPr="000A30E8">
        <w:rPr>
          <w:rStyle w:val="Taille-1Caracteres"/>
        </w:rPr>
        <w:t>MANT TORÉADOR</w:t>
      </w:r>
      <w:r w:rsidRPr="000A30E8">
        <w:rPr>
          <w:szCs w:val="32"/>
        </w:rPr>
        <w:t>. — Étroitement enlacés, nous nous dirigeons vers la porte du jardin. Mais, écoute, quel est ce bruit ?</w:t>
      </w:r>
    </w:p>
    <w:p w14:paraId="333B4981"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ADULTÈRE</w:t>
      </w:r>
      <w:r w:rsidRPr="000A30E8">
        <w:t>. — Sans doute le mugissement du vent dans les arbres du jardin.</w:t>
      </w:r>
    </w:p>
    <w:p w14:paraId="047FB7E7" w14:textId="77777777" w:rsidR="00285C2D" w:rsidRPr="000A30E8" w:rsidRDefault="00285C2D" w:rsidP="00285C2D">
      <w:r w:rsidRPr="000A30E8">
        <w:t>L’A</w:t>
      </w:r>
      <w:r w:rsidRPr="000A30E8">
        <w:rPr>
          <w:rStyle w:val="Taille-1Caracteres"/>
        </w:rPr>
        <w:t>MANT TORÉADOR</w:t>
      </w:r>
      <w:r w:rsidRPr="000A30E8">
        <w:t>. — Non, non, écoute. Ce mugissement n’est pas celui du vent. On dirait le mugissement d’un taureau.</w:t>
      </w:r>
    </w:p>
    <w:p w14:paraId="32BECAD2"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ADULTÈRE</w:t>
      </w:r>
      <w:r w:rsidRPr="000A30E8">
        <w:t>. — J’ai peur ! J’ai peur !</w:t>
      </w:r>
    </w:p>
    <w:p w14:paraId="5C77B314" w14:textId="77777777" w:rsidR="00285C2D" w:rsidRPr="000A30E8" w:rsidRDefault="00285C2D" w:rsidP="00285C2D">
      <w:r w:rsidRPr="000A30E8">
        <w:t>L’A</w:t>
      </w:r>
      <w:r w:rsidRPr="000A30E8">
        <w:rPr>
          <w:rStyle w:val="Taille-1Caracteres"/>
        </w:rPr>
        <w:t>MANT TORÉADO</w:t>
      </w:r>
      <w:r w:rsidRPr="00C47A66">
        <w:rPr>
          <w:rStyle w:val="Taille-1Caracteres"/>
        </w:rPr>
        <w:t>R</w:t>
      </w:r>
      <w:r w:rsidRPr="000A30E8">
        <w:t>. — Affreuse vision ! Regarde ! Là, derrière ce buisson, une tête de taureau vient de surgir ! Mais que vois-je ? Ce n’est pas un véritable taureau. C’est un homme, dont la tête est recouverte d’un cartonnage de carnaval représentant une tête de taureau.</w:t>
      </w:r>
    </w:p>
    <w:p w14:paraId="771DE978"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ADULTÈRE</w:t>
      </w:r>
      <w:r w:rsidRPr="000A30E8">
        <w:t>. — Ciel ! C’est mon mari ! Je reconnais son complet jaquette et ses brodequins. Nous sommes perdus !</w:t>
      </w:r>
    </w:p>
    <w:p w14:paraId="51928D50"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ARI À TÊTE DE TAUREAU EN CARTON-PÂTE</w:t>
      </w:r>
      <w:r w:rsidRPr="000A30E8">
        <w:t xml:space="preserve">, </w:t>
      </w:r>
      <w:r w:rsidRPr="000A30E8">
        <w:rPr>
          <w:i/>
          <w:iCs/>
        </w:rPr>
        <w:t>après avoir poussé un terrible mugissement</w:t>
      </w:r>
      <w:r w:rsidRPr="000A30E8">
        <w:t xml:space="preserve">. — Oui, c’est moi ! Moi, qui viens venger mon honneur outragé ! Il y a quelque temps, ayant intercepté une lettre de votre amant, madame, je sus que vous formiez le projet de vous déguiser le jour du mardi gras, vous en Andalouse, et votre amant en toréador. Mon </w:t>
      </w:r>
      <w:r w:rsidRPr="000A30E8">
        <w:lastRenderedPageBreak/>
        <w:t>idée de vengeance était trouvée. Je fis spécialement un voyage en Espagne pour étudier, dans les arènes, la façon dont les taureaux de combat donnent le coup de corne. Dès mon retour, j’achetai la tête de taureau on carton-pâte qui recouvre mon visage, et je m’exerçai secrètement, tous les jours, à éventrer des mannequins à grands coups de cornes. Car, ne l’ignorez pas, monsieur le toréador, ces cornes qui vont avoir le plaisir de vous transpercer sont véritables.</w:t>
      </w:r>
    </w:p>
    <w:p w14:paraId="7E44257A"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ADULTÈRE</w:t>
      </w:r>
      <w:r w:rsidRPr="000A30E8">
        <w:t>. — Oh ! l’atroce vengeance ! Pitié !</w:t>
      </w:r>
    </w:p>
    <w:p w14:paraId="175EBD59"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ARI À TÊTE DE TAUREAU EN CARTON-PÂTE</w:t>
      </w:r>
      <w:r w:rsidRPr="000A30E8">
        <w:t>. — Pas de pitié ! Allons, beau toréador, attends le taureau sans trembler !</w:t>
      </w:r>
    </w:p>
    <w:p w14:paraId="2892B4E8"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ADULTÈRE</w:t>
      </w:r>
      <w:r w:rsidRPr="000A30E8">
        <w:t>. — Défends-toi, cher amant ! Regarde : mon mari, tel un taureau furieux, gratte le sol de ses pieds. Il s’apprête à bondir… Il bondit ! Ah ! horreur !</w:t>
      </w:r>
    </w:p>
    <w:p w14:paraId="1F32FD41" w14:textId="77777777" w:rsidR="00285C2D" w:rsidRPr="000A30E8" w:rsidRDefault="00285C2D" w:rsidP="00285C2D">
      <w:r w:rsidRPr="000A30E8">
        <w:t>L’A</w:t>
      </w:r>
      <w:r w:rsidRPr="000A30E8">
        <w:rPr>
          <w:rStyle w:val="Taille-1Caracteres"/>
        </w:rPr>
        <w:t>MANT TORÉADOR</w:t>
      </w:r>
      <w:r w:rsidRPr="000A30E8">
        <w:t xml:space="preserve">, </w:t>
      </w:r>
      <w:r w:rsidRPr="000A30E8">
        <w:rPr>
          <w:i/>
          <w:iCs/>
        </w:rPr>
        <w:t>lancé en l’air d’un terrible coup de corne.</w:t>
      </w:r>
      <w:r w:rsidRPr="000A30E8">
        <w:t xml:space="preserve"> — Je meurs !</w:t>
      </w:r>
    </w:p>
    <w:p w14:paraId="022A5958"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ARI À TÊTE DE TAUREAU EN CARTON-PÂTE</w:t>
      </w:r>
      <w:r w:rsidRPr="000A30E8">
        <w:t xml:space="preserve">, </w:t>
      </w:r>
      <w:r w:rsidRPr="000A30E8">
        <w:rPr>
          <w:i/>
          <w:iCs/>
        </w:rPr>
        <w:t>le recevant sur ses cornes</w:t>
      </w:r>
      <w:r w:rsidRPr="000A30E8">
        <w:t>. — Je suis vengé ! (</w:t>
      </w:r>
      <w:r w:rsidRPr="000A30E8">
        <w:rPr>
          <w:i/>
          <w:iCs/>
        </w:rPr>
        <w:t>Il pousse un mugissement de satisfaction</w:t>
      </w:r>
      <w:r w:rsidRPr="000A30E8">
        <w:t>.)</w:t>
      </w:r>
    </w:p>
    <w:p w14:paraId="2DB23752"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ADULTÈRE</w:t>
      </w:r>
      <w:r w:rsidRPr="000A30E8">
        <w:t xml:space="preserve">, </w:t>
      </w:r>
      <w:r w:rsidRPr="000A30E8">
        <w:rPr>
          <w:i/>
          <w:iCs/>
        </w:rPr>
        <w:t>devenant subitement folle</w:t>
      </w:r>
      <w:r w:rsidRPr="000A30E8">
        <w:t xml:space="preserve">. — Oh ! les cornes ! les cornes du mari sont rouges ! – </w:t>
      </w:r>
      <w:r w:rsidRPr="000A30E8">
        <w:rPr>
          <w:i/>
          <w:iCs/>
        </w:rPr>
        <w:t>Chantant d’une voix égarée</w:t>
      </w:r>
      <w:r w:rsidRPr="00C47A66">
        <w:rPr>
          <w:i/>
        </w:rPr>
        <w:t> :</w:t>
      </w:r>
    </w:p>
    <w:p w14:paraId="29012108" w14:textId="77777777" w:rsidR="00285C2D" w:rsidRPr="000A30E8" w:rsidRDefault="00285C2D" w:rsidP="00285C2D">
      <w:pPr>
        <w:pStyle w:val="CentrEspAvt0EspApr0"/>
      </w:pPr>
      <w:r w:rsidRPr="000A30E8">
        <w:t>Connaissez-vous Carmencita ?</w:t>
      </w:r>
    </w:p>
    <w:p w14:paraId="2B5CEB07" w14:textId="77777777" w:rsidR="00285C2D" w:rsidRPr="000A30E8" w:rsidRDefault="00285C2D" w:rsidP="00285C2D">
      <w:pPr>
        <w:pStyle w:val="CentrEspAvt0EspApr0"/>
        <w:rPr>
          <w:szCs w:val="32"/>
        </w:rPr>
      </w:pPr>
      <w:r w:rsidRPr="000A30E8">
        <w:rPr>
          <w:szCs w:val="32"/>
        </w:rPr>
        <w:t>Alza !</w:t>
      </w:r>
    </w:p>
    <w:p w14:paraId="26B12B16" w14:textId="77777777" w:rsidR="00285C2D" w:rsidRPr="000A30E8" w:rsidRDefault="00285C2D" w:rsidP="00285C2D">
      <w:pPr>
        <w:pStyle w:val="CentrEspAvt0EspApr0"/>
      </w:pPr>
      <w:r w:rsidRPr="000A30E8">
        <w:rPr>
          <w:szCs w:val="32"/>
        </w:rPr>
        <w:t>Elle aimait un toréador !</w:t>
      </w:r>
    </w:p>
    <w:p w14:paraId="75CE9FAA" w14:textId="77777777" w:rsidR="00285C2D" w:rsidRPr="000A30E8" w:rsidRDefault="00285C2D" w:rsidP="00285C2D">
      <w:r w:rsidRPr="000A30E8">
        <w:rPr>
          <w:szCs w:val="32"/>
        </w:rPr>
        <w:t>L</w:t>
      </w:r>
      <w:r w:rsidRPr="000A30E8">
        <w:rPr>
          <w:rStyle w:val="Taille-1Caracteres"/>
        </w:rPr>
        <w:t>E</w:t>
      </w:r>
      <w:r w:rsidRPr="000A30E8">
        <w:rPr>
          <w:szCs w:val="32"/>
        </w:rPr>
        <w:t xml:space="preserve"> M</w:t>
      </w:r>
      <w:r w:rsidRPr="000A30E8">
        <w:rPr>
          <w:rStyle w:val="Taille-1Caracteres"/>
        </w:rPr>
        <w:t>ARI À TÊTE DE TAUREAU EN CARTON-PÂTE</w:t>
      </w:r>
      <w:r w:rsidRPr="000A30E8">
        <w:rPr>
          <w:szCs w:val="32"/>
        </w:rPr>
        <w:t xml:space="preserve">, </w:t>
      </w:r>
      <w:r w:rsidRPr="000A30E8">
        <w:rPr>
          <w:i/>
          <w:iCs/>
          <w:szCs w:val="32"/>
        </w:rPr>
        <w:t>d’une voix sinistre</w:t>
      </w:r>
      <w:r w:rsidRPr="000A30E8">
        <w:rPr>
          <w:szCs w:val="32"/>
        </w:rPr>
        <w:t>. — Il en est mort !</w:t>
      </w:r>
    </w:p>
    <w:p w14:paraId="12D03133" w14:textId="77777777" w:rsidR="00285C2D" w:rsidRPr="000A30E8" w:rsidRDefault="00285C2D" w:rsidP="00285C2D">
      <w:pPr>
        <w:pStyle w:val="Centr"/>
      </w:pPr>
      <w:r w:rsidRPr="000A30E8">
        <w:lastRenderedPageBreak/>
        <w:t>RIDEAU</w:t>
      </w:r>
    </w:p>
    <w:p w14:paraId="57FC2F7E" w14:textId="77777777" w:rsidR="00285C2D" w:rsidRPr="000A30E8" w:rsidRDefault="00285C2D" w:rsidP="00285C2D">
      <w:pPr>
        <w:pStyle w:val="Titre2"/>
      </w:pPr>
      <w:bookmarkStart w:id="61" w:name="_Toc196330241"/>
      <w:r w:rsidRPr="000A30E8">
        <w:lastRenderedPageBreak/>
        <w:t>LE VENTRILOQUE JALOUX</w:t>
      </w:r>
      <w:bookmarkEnd w:id="61"/>
    </w:p>
    <w:p w14:paraId="00B6D6EF" w14:textId="77777777" w:rsidR="00285C2D" w:rsidRPr="000A30E8" w:rsidRDefault="00285C2D" w:rsidP="00285C2D">
      <w:pPr>
        <w:pStyle w:val="Titre3"/>
      </w:pPr>
      <w:bookmarkStart w:id="62" w:name="_Toc196330242"/>
      <w:r w:rsidRPr="000A30E8">
        <w:t>PREMIER TABLEAU</w:t>
      </w:r>
      <w:r w:rsidRPr="000A30E8">
        <w:br/>
      </w:r>
      <w:r w:rsidRPr="000A30E8">
        <w:br/>
        <w:t>Intérieur de ventriloque.</w:t>
      </w:r>
      <w:bookmarkEnd w:id="62"/>
    </w:p>
    <w:p w14:paraId="0160405B" w14:textId="77777777" w:rsidR="00285C2D" w:rsidRPr="000A30E8" w:rsidRDefault="00285C2D" w:rsidP="00285C2D">
      <w:pPr>
        <w:pStyle w:val="Centr"/>
        <w:rPr>
          <w:rStyle w:val="Taille-1Caracteres"/>
        </w:rPr>
      </w:pPr>
      <w:r w:rsidRPr="000A30E8">
        <w:rPr>
          <w:rStyle w:val="Taille-1Caracteres"/>
        </w:rPr>
        <w:t>La scène représente le logis du Ventriloque.</w:t>
      </w:r>
    </w:p>
    <w:p w14:paraId="64919902" w14:textId="77777777" w:rsidR="00285C2D" w:rsidRPr="000A30E8" w:rsidRDefault="00285C2D" w:rsidP="00285C2D">
      <w:r w:rsidRPr="000A30E8">
        <w:rPr>
          <w:szCs w:val="32"/>
        </w:rPr>
        <w:t>L</w:t>
      </w:r>
      <w:r w:rsidRPr="000A30E8">
        <w:rPr>
          <w:rStyle w:val="Taille-1Caracteres"/>
        </w:rPr>
        <w:t>E</w:t>
      </w:r>
      <w:r w:rsidRPr="000A30E8">
        <w:rPr>
          <w:szCs w:val="32"/>
        </w:rPr>
        <w:t xml:space="preserve"> V</w:t>
      </w:r>
      <w:r w:rsidRPr="000A30E8">
        <w:rPr>
          <w:rStyle w:val="Taille-1Caracteres"/>
        </w:rPr>
        <w:t>ENTRILOQUE JALOUX</w:t>
      </w:r>
      <w:r w:rsidRPr="000A30E8">
        <w:rPr>
          <w:szCs w:val="32"/>
        </w:rPr>
        <w:t>. — La femme que je viens d’épouser, et que voilà, est sourde-muette.</w:t>
      </w:r>
    </w:p>
    <w:p w14:paraId="40A7BEAC" w14:textId="77777777" w:rsidR="00285C2D" w:rsidRPr="000A30E8" w:rsidRDefault="00285C2D" w:rsidP="00285C2D">
      <w:r w:rsidRPr="000A30E8">
        <w:t>L’A</w:t>
      </w:r>
      <w:r w:rsidRPr="000A30E8">
        <w:rPr>
          <w:rStyle w:val="Taille-1Caracteres"/>
        </w:rPr>
        <w:t>MI DE TOUT REPOS</w:t>
      </w:r>
      <w:r w:rsidRPr="000A30E8">
        <w:t>. — Sourde-muette ?</w:t>
      </w:r>
    </w:p>
    <w:p w14:paraId="7E4AAF03"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ENTRILOQUE JALOUX</w:t>
      </w:r>
      <w:r w:rsidRPr="000A30E8">
        <w:t>. — Oui. Je l’ai choisie sourde-muette parce que je suis terriblement jaloux. Son infirmité l’empêche d’écouter les propos galants et d’y répondre.</w:t>
      </w:r>
    </w:p>
    <w:p w14:paraId="122900D3" w14:textId="77777777" w:rsidR="00285C2D" w:rsidRPr="000A30E8" w:rsidRDefault="00285C2D" w:rsidP="00285C2D">
      <w:r w:rsidRPr="000A30E8">
        <w:t>L’A</w:t>
      </w:r>
      <w:r w:rsidRPr="000A30E8">
        <w:rPr>
          <w:rStyle w:val="Taille-1Caracteres"/>
        </w:rPr>
        <w:t>MI DE TOUT REPOS</w:t>
      </w:r>
      <w:r w:rsidRPr="000A30E8">
        <w:t>. — Bonne idée.</w:t>
      </w:r>
    </w:p>
    <w:p w14:paraId="4A116682"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ENTRILOQUE JALOUX</w:t>
      </w:r>
      <w:r w:rsidRPr="000A30E8">
        <w:t>. — Pour plus de sécurité, je ne laisse aucun homme pénétrer chez moi. Vous êtes une exception. Grâce à votre laideur proverbiale, vous êtes pour moi un ami de tout repos.</w:t>
      </w:r>
    </w:p>
    <w:p w14:paraId="18966A7C" w14:textId="77777777" w:rsidR="00285C2D" w:rsidRPr="000A30E8" w:rsidRDefault="00285C2D" w:rsidP="00285C2D">
      <w:r w:rsidRPr="000A30E8">
        <w:t>L’A</w:t>
      </w:r>
      <w:r w:rsidRPr="000A30E8">
        <w:rPr>
          <w:rStyle w:val="Taille-1Caracteres"/>
        </w:rPr>
        <w:t>MI DE TOUT REPOS</w:t>
      </w:r>
      <w:r w:rsidRPr="000A30E8">
        <w:t xml:space="preserve">, </w:t>
      </w:r>
      <w:r w:rsidRPr="000A30E8">
        <w:rPr>
          <w:i/>
          <w:iCs/>
        </w:rPr>
        <w:t>ému</w:t>
      </w:r>
      <w:r w:rsidRPr="000A30E8">
        <w:t>. — La femme d’un ami est sacrée pour moi. Mais ne vous ennuyez-vous point à vivre avec une femme qui ne parle jamais ?</w:t>
      </w:r>
    </w:p>
    <w:p w14:paraId="5D7FE80B"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ENTRILOQUE JALOUX</w:t>
      </w:r>
      <w:r w:rsidRPr="000A30E8">
        <w:t>. — Elle parle quand je veux.</w:t>
      </w:r>
    </w:p>
    <w:p w14:paraId="0EF5D567" w14:textId="77777777" w:rsidR="00285C2D" w:rsidRPr="000A30E8" w:rsidRDefault="00285C2D" w:rsidP="00285C2D">
      <w:r w:rsidRPr="000A30E8">
        <w:t>L’A</w:t>
      </w:r>
      <w:r w:rsidRPr="000A30E8">
        <w:rPr>
          <w:rStyle w:val="Taille-1Caracteres"/>
        </w:rPr>
        <w:t>MI DE TOUT REPOS</w:t>
      </w:r>
      <w:r w:rsidRPr="000A30E8">
        <w:t>. — Elle parle ?</w:t>
      </w:r>
    </w:p>
    <w:p w14:paraId="08087703"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ENTRILOQUE JALOUX</w:t>
      </w:r>
      <w:r w:rsidRPr="000A30E8">
        <w:t>. — Oui. Vous n’ignorez pas que je suis ventriloque et que je fais parler des mannequins dans les théâtres ?</w:t>
      </w:r>
    </w:p>
    <w:p w14:paraId="47CA501B" w14:textId="77777777" w:rsidR="00285C2D" w:rsidRPr="000A30E8" w:rsidRDefault="00285C2D" w:rsidP="00285C2D">
      <w:r w:rsidRPr="000A30E8">
        <w:lastRenderedPageBreak/>
        <w:t>L’A</w:t>
      </w:r>
      <w:r w:rsidRPr="000A30E8">
        <w:rPr>
          <w:rStyle w:val="Taille-1Caracteres"/>
        </w:rPr>
        <w:t>MI DE TOUT REPOS</w:t>
      </w:r>
      <w:r w:rsidRPr="000A30E8">
        <w:t>. — Je ne l’ignore pas.</w:t>
      </w:r>
    </w:p>
    <w:p w14:paraId="3770077B"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ENTRILOQUE JALOUX</w:t>
      </w:r>
      <w:r w:rsidRPr="000A30E8">
        <w:t>. — Je me sers du même procédé pour converser avec ma femme. Je lui parle de ma voix naturelle et…</w:t>
      </w:r>
    </w:p>
    <w:p w14:paraId="5FDBD432" w14:textId="77777777" w:rsidR="00285C2D" w:rsidRPr="000A30E8" w:rsidRDefault="00285C2D" w:rsidP="00285C2D">
      <w:r w:rsidRPr="000A30E8">
        <w:t>L’A</w:t>
      </w:r>
      <w:r w:rsidRPr="000A30E8">
        <w:rPr>
          <w:rStyle w:val="Taille-1Caracteres"/>
        </w:rPr>
        <w:t>MI DE TOUT REPOS</w:t>
      </w:r>
      <w:r w:rsidRPr="000A30E8">
        <w:t xml:space="preserve">, </w:t>
      </w:r>
      <w:r w:rsidRPr="000A30E8">
        <w:rPr>
          <w:i/>
          <w:iCs/>
        </w:rPr>
        <w:t>comprenant</w:t>
      </w:r>
      <w:r w:rsidRPr="000A30E8">
        <w:t>. — Et de votre voix de ventriloque vous faites répondre madame votre épouse ? C’est admirable !</w:t>
      </w:r>
    </w:p>
    <w:p w14:paraId="0F686C31"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ENTRILOQUE JALOUX</w:t>
      </w:r>
      <w:r w:rsidRPr="000A30E8">
        <w:t>. — Oui. Nous nous entendons très bien. Vous allez en juger. (</w:t>
      </w:r>
      <w:r w:rsidRPr="000A30E8">
        <w:rPr>
          <w:i/>
          <w:iCs/>
        </w:rPr>
        <w:t>À sa femme</w:t>
      </w:r>
      <w:r w:rsidRPr="000A30E8">
        <w:t>.) M’aimez-vous, chère âme ?</w:t>
      </w:r>
    </w:p>
    <w:p w14:paraId="340B481A" w14:textId="77777777" w:rsidR="00285C2D" w:rsidRPr="000A30E8" w:rsidRDefault="00285C2D" w:rsidP="00285C2D">
      <w:r w:rsidRPr="000A30E8">
        <w:t>L’É</w:t>
      </w:r>
      <w:r w:rsidRPr="000A30E8">
        <w:rPr>
          <w:rStyle w:val="Taille-1Caracteres"/>
        </w:rPr>
        <w:t>POUSE SOURDE-MUETTE</w:t>
      </w:r>
      <w:r w:rsidRPr="000A30E8">
        <w:t xml:space="preserve">, </w:t>
      </w:r>
      <w:r w:rsidRPr="000A30E8">
        <w:rPr>
          <w:i/>
          <w:iCs/>
        </w:rPr>
        <w:t>voix du ventriloque</w:t>
      </w:r>
      <w:r w:rsidRPr="000A30E8">
        <w:t>. — Vous êtes mon lion superbe et généreux.</w:t>
      </w:r>
    </w:p>
    <w:p w14:paraId="2FD9DF0B" w14:textId="77777777" w:rsidR="00285C2D" w:rsidRPr="000A30E8" w:rsidRDefault="00285C2D" w:rsidP="00285C2D">
      <w:r w:rsidRPr="000A30E8">
        <w:t>L’A</w:t>
      </w:r>
      <w:r w:rsidRPr="000A30E8">
        <w:rPr>
          <w:rStyle w:val="Taille-1Caracteres"/>
        </w:rPr>
        <w:t>MI DE TOUT REPOS</w:t>
      </w:r>
      <w:r w:rsidRPr="000A30E8">
        <w:t>. — L’illusion est parfaite. On dirait que c’est votre épouse qui parle. Vous avez trouvé le secret du bonheur conjugal.</w:t>
      </w:r>
    </w:p>
    <w:p w14:paraId="544E7B6B"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ONCIERGE PUDIBOND</w:t>
      </w:r>
      <w:r w:rsidRPr="000A30E8">
        <w:t xml:space="preserve">, </w:t>
      </w:r>
      <w:r w:rsidRPr="000A30E8">
        <w:rPr>
          <w:i/>
          <w:iCs/>
        </w:rPr>
        <w:t>frappant et entrant</w:t>
      </w:r>
      <w:r w:rsidRPr="000A30E8">
        <w:t>. — Ventriloque, voilà votre congé.</w:t>
      </w:r>
    </w:p>
    <w:p w14:paraId="61E18A37"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ENTRILOQUE JALOUX</w:t>
      </w:r>
      <w:r w:rsidRPr="000A30E8">
        <w:t>. — Mon congé ? Pourquoi ?</w:t>
      </w:r>
    </w:p>
    <w:p w14:paraId="248051B9"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ONCIERGE PUDIBOND</w:t>
      </w:r>
      <w:r w:rsidRPr="000A30E8">
        <w:t>. — Parce que chaque nuit votre femme pousse des cris qui effarouchent la pudeur de mes locataires. Salut. (</w:t>
      </w:r>
      <w:r w:rsidRPr="000A30E8">
        <w:rPr>
          <w:i/>
          <w:iCs/>
        </w:rPr>
        <w:t>Il sort</w:t>
      </w:r>
      <w:r w:rsidRPr="000A30E8">
        <w:t>.)</w:t>
      </w:r>
    </w:p>
    <w:p w14:paraId="69CBF5B4" w14:textId="77777777" w:rsidR="00285C2D" w:rsidRPr="000A30E8" w:rsidRDefault="00285C2D" w:rsidP="00285C2D">
      <w:r w:rsidRPr="000A30E8">
        <w:t>L’A</w:t>
      </w:r>
      <w:r w:rsidRPr="000A30E8">
        <w:rPr>
          <w:rStyle w:val="Taille-1Caracteres"/>
        </w:rPr>
        <w:t>MI DE TOUT REPOS</w:t>
      </w:r>
      <w:r w:rsidRPr="000A30E8">
        <w:t>. — Que veut dire ceci ?</w:t>
      </w:r>
    </w:p>
    <w:p w14:paraId="509DEFE1"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ENTRILOQUE JALOUX</w:t>
      </w:r>
      <w:r w:rsidRPr="000A30E8">
        <w:t>. — C’est ma faute. Toutes les nuits, par un sot amour-propre, je me plais, avec ma voix de ventriloque, à pousser de formidables cris de volupté qui semblent sortir des lèvres de ma femme. Mon orgueil de mari en est flatté.</w:t>
      </w:r>
    </w:p>
    <w:p w14:paraId="56085D62" w14:textId="77777777" w:rsidR="00285C2D" w:rsidRPr="000A30E8" w:rsidRDefault="00285C2D" w:rsidP="00285C2D">
      <w:r w:rsidRPr="000A30E8">
        <w:lastRenderedPageBreak/>
        <w:t>L’A</w:t>
      </w:r>
      <w:r w:rsidRPr="000A30E8">
        <w:rPr>
          <w:rStyle w:val="Taille-1Caracteres"/>
        </w:rPr>
        <w:t>MI DE TOUT REPOS</w:t>
      </w:r>
      <w:r w:rsidRPr="000A30E8">
        <w:t xml:space="preserve">, </w:t>
      </w:r>
      <w:r w:rsidRPr="000A30E8">
        <w:rPr>
          <w:i/>
          <w:iCs/>
        </w:rPr>
        <w:t>gêné</w:t>
      </w:r>
      <w:r w:rsidRPr="000A30E8">
        <w:t>. — Je vais prendre congé de vous.</w:t>
      </w:r>
    </w:p>
    <w:p w14:paraId="19F35FDB"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ENTRILOQUE JALOUX.</w:t>
      </w:r>
      <w:r w:rsidRPr="000A30E8">
        <w:t xml:space="preserve"> — Je vous accompagne. (</w:t>
      </w:r>
      <w:r w:rsidRPr="000A30E8">
        <w:rPr>
          <w:i/>
          <w:iCs/>
        </w:rPr>
        <w:t>À sa femme</w:t>
      </w:r>
      <w:r w:rsidRPr="000A30E8">
        <w:t>.) Je sors, mon amie.</w:t>
      </w:r>
    </w:p>
    <w:p w14:paraId="28B11393" w14:textId="77777777" w:rsidR="00285C2D" w:rsidRPr="000A30E8" w:rsidRDefault="00285C2D" w:rsidP="00285C2D">
      <w:r w:rsidRPr="000A30E8">
        <w:t>L’É</w:t>
      </w:r>
      <w:r w:rsidRPr="000A30E8">
        <w:rPr>
          <w:rStyle w:val="Taille-1Caracteres"/>
        </w:rPr>
        <w:t>POUSE SOURDE-MUETTE</w:t>
      </w:r>
      <w:r w:rsidRPr="000A30E8">
        <w:t xml:space="preserve">, </w:t>
      </w:r>
      <w:r w:rsidRPr="000A30E8">
        <w:rPr>
          <w:i/>
          <w:iCs/>
        </w:rPr>
        <w:t>voix du ventriloque</w:t>
      </w:r>
      <w:r w:rsidRPr="000A30E8">
        <w:t>. — Reviens vite, mon idole. J’ai soif de tes baisers, mon mari, mon amour, mon amant !</w:t>
      </w:r>
    </w:p>
    <w:p w14:paraId="2C48BF07" w14:textId="77777777" w:rsidR="00285C2D" w:rsidRPr="000A30E8" w:rsidRDefault="00285C2D" w:rsidP="00285C2D">
      <w:r w:rsidRPr="000A30E8">
        <w:t>L’A</w:t>
      </w:r>
      <w:r w:rsidRPr="000A30E8">
        <w:rPr>
          <w:rStyle w:val="Taille-1Caracteres"/>
        </w:rPr>
        <w:t>MI DE TOUT REPOS</w:t>
      </w:r>
      <w:r w:rsidRPr="000A30E8">
        <w:t xml:space="preserve">, </w:t>
      </w:r>
      <w:r w:rsidRPr="000A30E8">
        <w:rPr>
          <w:i/>
          <w:iCs/>
        </w:rPr>
        <w:t>convaincu</w:t>
      </w:r>
      <w:r w:rsidRPr="000A30E8">
        <w:t>. — Le bonheur habite sous ce toit. (</w:t>
      </w:r>
      <w:r w:rsidRPr="000A30E8">
        <w:rPr>
          <w:i/>
          <w:iCs/>
        </w:rPr>
        <w:t>Il sort avec le Ventriloque jaloux</w:t>
      </w:r>
      <w:r w:rsidRPr="000A30E8">
        <w:t>.)</w:t>
      </w:r>
    </w:p>
    <w:p w14:paraId="7DD53419" w14:textId="77777777" w:rsidR="00285C2D" w:rsidRPr="000A30E8" w:rsidRDefault="00285C2D" w:rsidP="00285C2D">
      <w:pPr>
        <w:pStyle w:val="Titre3"/>
      </w:pPr>
      <w:bookmarkStart w:id="63" w:name="_Toc196330243"/>
      <w:r w:rsidRPr="000A30E8">
        <w:t>DEUXIÈME TABLEAU</w:t>
      </w:r>
      <w:r w:rsidRPr="000A30E8">
        <w:br/>
      </w:r>
      <w:r w:rsidRPr="000A30E8">
        <w:br/>
        <w:t>Flagrant délit.</w:t>
      </w:r>
      <w:bookmarkEnd w:id="63"/>
    </w:p>
    <w:p w14:paraId="773CAB00" w14:textId="77777777" w:rsidR="00285C2D" w:rsidRPr="000A30E8" w:rsidRDefault="00285C2D" w:rsidP="00285C2D">
      <w:pPr>
        <w:pStyle w:val="Centr"/>
        <w:rPr>
          <w:rStyle w:val="Taille-1Caracteres"/>
        </w:rPr>
      </w:pPr>
      <w:r w:rsidRPr="000A30E8">
        <w:rPr>
          <w:rStyle w:val="Taille-1Caracteres"/>
        </w:rPr>
        <w:t>La scène représente l’escalier de la maison du Ventriloque.</w:t>
      </w:r>
    </w:p>
    <w:p w14:paraId="6D790C05" w14:textId="77777777" w:rsidR="00285C2D" w:rsidRPr="000A30E8" w:rsidRDefault="00285C2D" w:rsidP="00285C2D">
      <w:r w:rsidRPr="000A30E8">
        <w:rPr>
          <w:szCs w:val="32"/>
        </w:rPr>
        <w:t>L</w:t>
      </w:r>
      <w:r w:rsidRPr="000A30E8">
        <w:rPr>
          <w:rStyle w:val="Taille-1Caracteres"/>
        </w:rPr>
        <w:t>E</w:t>
      </w:r>
      <w:r w:rsidRPr="000A30E8">
        <w:rPr>
          <w:szCs w:val="32"/>
        </w:rPr>
        <w:t xml:space="preserve"> V</w:t>
      </w:r>
      <w:r w:rsidRPr="000A30E8">
        <w:rPr>
          <w:rStyle w:val="Taille-1Caracteres"/>
        </w:rPr>
        <w:t>ENTRILOQUE JALOUX</w:t>
      </w:r>
      <w:r w:rsidRPr="000A30E8">
        <w:rPr>
          <w:szCs w:val="32"/>
        </w:rPr>
        <w:t>. — Je viens d’accompagner mon ami de tout repos. Je monte mon escalier pour regagner mon domicile. Ciel ! Qu’entends-je ? Des bruits de baisers à l’intérieur de mon logis ! Regardons par le trou de la serrure. Enfer ! Que vois-je ! Antony, le cousin sourd-muet de ma femme, en conversation criminelle avec elle ! J’aurais dû me méfier. Les sourds-muets se comprennent par gestes. Il m’est impossible d’assister plus longtemps à cette horrible mimique. Enfonçons la porte et châtions les coupables. (</w:t>
      </w:r>
      <w:r w:rsidRPr="000A30E8">
        <w:rPr>
          <w:i/>
          <w:iCs/>
          <w:szCs w:val="32"/>
        </w:rPr>
        <w:t>Il enfonce la porte et pénètre dans le logis</w:t>
      </w:r>
      <w:r w:rsidRPr="000A30E8">
        <w:rPr>
          <w:szCs w:val="32"/>
        </w:rPr>
        <w:t>.) Femme adultère, tu vas mourir ! (</w:t>
      </w:r>
      <w:r w:rsidRPr="000A30E8">
        <w:rPr>
          <w:i/>
          <w:iCs/>
          <w:szCs w:val="32"/>
        </w:rPr>
        <w:t>Il sort un revolver de sa poche</w:t>
      </w:r>
      <w:r w:rsidRPr="000A30E8">
        <w:rPr>
          <w:szCs w:val="32"/>
        </w:rPr>
        <w:t>.) Ah ! j’oubliais ! Une femme, même surprise en flagrant délit, proclame toujours son innocence. Avec ma voix de ventriloque, je peux lui donner cette suprême joie.</w:t>
      </w:r>
    </w:p>
    <w:p w14:paraId="57CF00BE" w14:textId="77777777" w:rsidR="00285C2D" w:rsidRPr="000A30E8" w:rsidRDefault="00285C2D" w:rsidP="00285C2D">
      <w:r w:rsidRPr="000A30E8">
        <w:lastRenderedPageBreak/>
        <w:t>L’É</w:t>
      </w:r>
      <w:r w:rsidRPr="000A30E8">
        <w:rPr>
          <w:rStyle w:val="Taille-1Caracteres"/>
        </w:rPr>
        <w:t>POUSE SOURDE-MUETTE</w:t>
      </w:r>
      <w:r w:rsidRPr="000A30E8">
        <w:t xml:space="preserve">, </w:t>
      </w:r>
      <w:r w:rsidRPr="000A30E8">
        <w:rPr>
          <w:i/>
          <w:iCs/>
        </w:rPr>
        <w:t>voix du ventriloque</w:t>
      </w:r>
      <w:r w:rsidRPr="000A30E8">
        <w:t>. — Je te jure que je suis innocente.</w:t>
      </w:r>
    </w:p>
    <w:p w14:paraId="3B5C6CA3"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ENTRILOQUE JALOUX</w:t>
      </w:r>
      <w:r w:rsidRPr="000A30E8">
        <w:t>. — Meurs ! Impudente menteuse ! (Il la tue.) Et maintenant, à ton tour, Antony le sourd-muet. (</w:t>
      </w:r>
      <w:r w:rsidRPr="000A30E8">
        <w:rPr>
          <w:i/>
          <w:iCs/>
        </w:rPr>
        <w:t>Il le vise</w:t>
      </w:r>
      <w:r w:rsidRPr="000A30E8">
        <w:t>.) Non, ne le tuons pas ! Il me vient une idée. Je vais me venger plus effroyablement. Enfermons à clé l’amant de ma femme et courons chercher le commissaire.</w:t>
      </w:r>
    </w:p>
    <w:p w14:paraId="63C08D78" w14:textId="77777777" w:rsidR="00285C2D" w:rsidRPr="000A30E8" w:rsidRDefault="00285C2D" w:rsidP="00285C2D">
      <w:pPr>
        <w:pStyle w:val="Titre3"/>
      </w:pPr>
      <w:bookmarkStart w:id="64" w:name="_Toc196330244"/>
      <w:r w:rsidRPr="000A30E8">
        <w:t>TROISIÈME TABLEAU</w:t>
      </w:r>
      <w:r w:rsidRPr="000A30E8">
        <w:br/>
      </w:r>
      <w:r w:rsidRPr="000A30E8">
        <w:br/>
        <w:t>Vengeance de ventriloque.</w:t>
      </w:r>
      <w:bookmarkEnd w:id="64"/>
    </w:p>
    <w:p w14:paraId="6D000FC7" w14:textId="77777777" w:rsidR="00285C2D" w:rsidRPr="000A30E8" w:rsidRDefault="00285C2D" w:rsidP="00285C2D">
      <w:pPr>
        <w:pStyle w:val="Centr"/>
        <w:rPr>
          <w:rStyle w:val="Taille-1Caracteres"/>
        </w:rPr>
      </w:pPr>
      <w:r w:rsidRPr="000A30E8">
        <w:rPr>
          <w:rStyle w:val="Taille-1Caracteres"/>
        </w:rPr>
        <w:t>La scène représente le logis du Ventriloque.</w:t>
      </w:r>
    </w:p>
    <w:p w14:paraId="366A47AB" w14:textId="77777777" w:rsidR="00285C2D" w:rsidRPr="000A30E8" w:rsidRDefault="00285C2D" w:rsidP="00285C2D">
      <w:r w:rsidRPr="000A30E8">
        <w:rPr>
          <w:szCs w:val="32"/>
        </w:rPr>
        <w:t>L</w:t>
      </w:r>
      <w:r w:rsidRPr="000A30E8">
        <w:rPr>
          <w:rStyle w:val="Taille-1Caracteres"/>
        </w:rPr>
        <w:t>E</w:t>
      </w:r>
      <w:r w:rsidRPr="000A30E8">
        <w:rPr>
          <w:szCs w:val="32"/>
        </w:rPr>
        <w:t xml:space="preserve"> V</w:t>
      </w:r>
      <w:r w:rsidRPr="000A30E8">
        <w:rPr>
          <w:rStyle w:val="Taille-1Caracteres"/>
        </w:rPr>
        <w:t>ENTRILOQUE JALOUX</w:t>
      </w:r>
      <w:r w:rsidRPr="000A30E8">
        <w:rPr>
          <w:szCs w:val="32"/>
        </w:rPr>
        <w:t>. — Monsieur le commissaire, ma femme vient d’être assassinée. (</w:t>
      </w:r>
      <w:r w:rsidRPr="000A30E8">
        <w:rPr>
          <w:i/>
          <w:iCs/>
          <w:szCs w:val="32"/>
        </w:rPr>
        <w:t>Désignant Antony le muet</w:t>
      </w:r>
      <w:r w:rsidRPr="000A30E8">
        <w:rPr>
          <w:szCs w:val="32"/>
        </w:rPr>
        <w:t>.) Et voici l’assassin !</w:t>
      </w:r>
    </w:p>
    <w:p w14:paraId="264C470F"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OMMISSAIRE</w:t>
      </w:r>
      <w:r w:rsidRPr="000A30E8">
        <w:t>. — Vous entendez l’accusation. Qu’avez-vous à répondre ?</w:t>
      </w:r>
    </w:p>
    <w:p w14:paraId="574EDF6B"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ENTRILOQUE JALOUX</w:t>
      </w:r>
      <w:r w:rsidRPr="000A30E8">
        <w:t xml:space="preserve">, </w:t>
      </w:r>
      <w:r w:rsidRPr="000A30E8">
        <w:rPr>
          <w:i/>
          <w:iCs/>
        </w:rPr>
        <w:t>à part</w:t>
      </w:r>
      <w:r w:rsidRPr="000A30E8">
        <w:t>. — Voilà ma vengeance ! Antony est sourd-muet, il ne peut pas répondre ; mais, avec ma voix de ventriloque, je vais répondre à sa place et le perdre.</w:t>
      </w:r>
    </w:p>
    <w:p w14:paraId="07DDE4F7"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 xml:space="preserve">OMMISSAIRE, </w:t>
      </w:r>
      <w:r w:rsidRPr="000A30E8">
        <w:rPr>
          <w:i/>
        </w:rPr>
        <w:t>à Antony le sourd-muet.</w:t>
      </w:r>
      <w:r w:rsidRPr="000A30E8">
        <w:t xml:space="preserve"> — Allons, répondez ! Est-ce vous qui avez tué cette malheureuse femme ?</w:t>
      </w:r>
    </w:p>
    <w:p w14:paraId="66A58A15" w14:textId="77777777" w:rsidR="00285C2D" w:rsidRPr="000A30E8" w:rsidRDefault="00285C2D" w:rsidP="00285C2D">
      <w:r w:rsidRPr="000A30E8">
        <w:t>A</w:t>
      </w:r>
      <w:r w:rsidRPr="000A30E8">
        <w:rPr>
          <w:rStyle w:val="Taille-1Caracteres"/>
        </w:rPr>
        <w:t>NTONY LE SOURD-MUET</w:t>
      </w:r>
      <w:r w:rsidRPr="000A30E8">
        <w:t xml:space="preserve">, </w:t>
      </w:r>
      <w:r w:rsidRPr="000A30E8">
        <w:rPr>
          <w:i/>
          <w:iCs/>
        </w:rPr>
        <w:t>voix du ventriloque</w:t>
      </w:r>
      <w:r w:rsidRPr="000A30E8">
        <w:t>. — Oui. Elle me résistait, je l’ai assassinée !</w:t>
      </w:r>
    </w:p>
    <w:p w14:paraId="77AF23DD" w14:textId="77777777" w:rsidR="00285C2D" w:rsidRPr="000A30E8" w:rsidRDefault="00285C2D" w:rsidP="00285C2D">
      <w:r w:rsidRPr="000A30E8">
        <w:t>(</w:t>
      </w:r>
      <w:r w:rsidRPr="000A30E8">
        <w:rPr>
          <w:i/>
          <w:iCs/>
        </w:rPr>
        <w:t>On arrête Antony le sourd-muet</w:t>
      </w:r>
      <w:r w:rsidRPr="000A30E8">
        <w:t>.)</w:t>
      </w:r>
    </w:p>
    <w:p w14:paraId="14FFC621" w14:textId="77777777" w:rsidR="00285C2D" w:rsidRPr="000A30E8" w:rsidRDefault="00285C2D" w:rsidP="00285C2D">
      <w:pPr>
        <w:pStyle w:val="Centr"/>
      </w:pPr>
      <w:r w:rsidRPr="000A30E8">
        <w:lastRenderedPageBreak/>
        <w:t>RIDEAU</w:t>
      </w:r>
    </w:p>
    <w:p w14:paraId="3360A8BF" w14:textId="77777777" w:rsidR="00285C2D" w:rsidRPr="000A30E8" w:rsidRDefault="00285C2D" w:rsidP="00285C2D">
      <w:pPr>
        <w:pStyle w:val="Titre2"/>
      </w:pPr>
      <w:bookmarkStart w:id="65" w:name="_Toc196330245"/>
      <w:r w:rsidRPr="000A30E8">
        <w:lastRenderedPageBreak/>
        <w:t>PAUVRE DOMPTEUR</w:t>
      </w:r>
      <w:r w:rsidRPr="000A30E8">
        <w:br/>
      </w:r>
      <w:r w:rsidRPr="000A30E8">
        <w:br/>
        <w:t>ou</w:t>
      </w:r>
      <w:r w:rsidRPr="000A30E8">
        <w:br/>
      </w:r>
      <w:r w:rsidRPr="000A30E8">
        <w:br/>
        <w:t>ADVERSITÉ ET MÉNAGERIE</w:t>
      </w:r>
      <w:bookmarkEnd w:id="65"/>
    </w:p>
    <w:p w14:paraId="1E36692D" w14:textId="77777777" w:rsidR="00285C2D" w:rsidRPr="000A30E8" w:rsidRDefault="00285C2D" w:rsidP="00285C2D">
      <w:pPr>
        <w:pStyle w:val="Titre3"/>
      </w:pPr>
      <w:bookmarkStart w:id="66" w:name="_Toc196330246"/>
      <w:r w:rsidRPr="000A30E8">
        <w:t>PREMIER ACTE</w:t>
      </w:r>
      <w:r w:rsidRPr="000A30E8">
        <w:br/>
      </w:r>
      <w:r w:rsidRPr="000A30E8">
        <w:br/>
        <w:t>Le calvaire d’un dompteur.</w:t>
      </w:r>
      <w:bookmarkEnd w:id="66"/>
    </w:p>
    <w:p w14:paraId="286DA942" w14:textId="77777777" w:rsidR="00285C2D" w:rsidRPr="000A30E8" w:rsidRDefault="00285C2D" w:rsidP="00285C2D">
      <w:pPr>
        <w:pStyle w:val="Centr"/>
        <w:rPr>
          <w:rStyle w:val="Taille-1Caracteres"/>
        </w:rPr>
      </w:pPr>
      <w:r w:rsidRPr="000A30E8">
        <w:rPr>
          <w:rStyle w:val="Taille-1Caracteres"/>
        </w:rPr>
        <w:t>La scène représente l’intérieur de la cage centrale.</w:t>
      </w:r>
    </w:p>
    <w:p w14:paraId="12030E83" w14:textId="77777777" w:rsidR="00285C2D" w:rsidRPr="000A30E8" w:rsidRDefault="00285C2D" w:rsidP="00285C2D">
      <w:r w:rsidRPr="000A30E8">
        <w:rPr>
          <w:szCs w:val="32"/>
        </w:rPr>
        <w:t>L</w:t>
      </w:r>
      <w:r w:rsidRPr="000A30E8">
        <w:rPr>
          <w:rStyle w:val="Taille-1Caracteres"/>
        </w:rPr>
        <w:t>E VIEUX</w:t>
      </w:r>
      <w:r w:rsidRPr="000A30E8">
        <w:rPr>
          <w:szCs w:val="32"/>
        </w:rPr>
        <w:t xml:space="preserve"> D</w:t>
      </w:r>
      <w:r w:rsidRPr="000A30E8">
        <w:rPr>
          <w:rStyle w:val="Taille-1Caracteres"/>
        </w:rPr>
        <w:t>OMPTEUR</w:t>
      </w:r>
      <w:r w:rsidRPr="000A30E8">
        <w:rPr>
          <w:szCs w:val="32"/>
        </w:rPr>
        <w:t xml:space="preserve">, </w:t>
      </w:r>
      <w:r w:rsidRPr="000A30E8">
        <w:rPr>
          <w:i/>
          <w:iCs/>
          <w:szCs w:val="32"/>
        </w:rPr>
        <w:t>à sa femme</w:t>
      </w:r>
      <w:r w:rsidRPr="000A30E8">
        <w:rPr>
          <w:szCs w:val="32"/>
        </w:rPr>
        <w:t>. — Depuis deux nuits, nous couchons dans la cage centrale pendant que notre cher vieux lion malade repose sur notre lit, dans la roulotte.</w:t>
      </w:r>
    </w:p>
    <w:p w14:paraId="1A5080A6"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 VIEUX</w:t>
      </w:r>
      <w:r w:rsidRPr="000A30E8">
        <w:t xml:space="preserve"> D</w:t>
      </w:r>
      <w:r w:rsidRPr="000A30E8">
        <w:rPr>
          <w:rStyle w:val="Taille-1Caracteres"/>
        </w:rPr>
        <w:t>OMPTEUR</w:t>
      </w:r>
      <w:r w:rsidRPr="000A30E8">
        <w:t xml:space="preserve">, </w:t>
      </w:r>
      <w:r w:rsidRPr="000A30E8">
        <w:rPr>
          <w:i/>
          <w:iCs/>
        </w:rPr>
        <w:t>essuyant une larme</w:t>
      </w:r>
      <w:r w:rsidRPr="000A30E8">
        <w:t>. — Pauvre Romulus ! Lui mort, il ne nous restera plus, de notre vieille ménagerie, que des cages vides.</w:t>
      </w:r>
    </w:p>
    <w:p w14:paraId="1D64179B" w14:textId="77777777" w:rsidR="00285C2D" w:rsidRPr="000A30E8" w:rsidRDefault="00285C2D" w:rsidP="00285C2D">
      <w:r w:rsidRPr="000A30E8">
        <w:t>L</w:t>
      </w:r>
      <w:r w:rsidRPr="000A30E8">
        <w:rPr>
          <w:rStyle w:val="Taille-1Caracteres"/>
        </w:rPr>
        <w:t>E VIEUX</w:t>
      </w:r>
      <w:r w:rsidRPr="000A30E8">
        <w:t xml:space="preserve"> D</w:t>
      </w:r>
      <w:r w:rsidRPr="000A30E8">
        <w:rPr>
          <w:rStyle w:val="Taille-1Caracteres"/>
        </w:rPr>
        <w:t>OMPTEUR</w:t>
      </w:r>
      <w:r w:rsidRPr="000A30E8">
        <w:t xml:space="preserve">. — C’est vrai. Depuis quelques mois, la fatalité s’acharne après nous. La série noire commença le jour où je faillis être dévoré par les innombrables puces qui s’élancèrent brusquement des crinières de mes lions, sur mon visage. Je dus m’aliter quelques jours et je pris pour me remplacer un dompteur nègre, sans travail. Ce malheureux, qui crevait littéralement de faim, ne fut pas plus tôt entré dans la cage des fauves qu’il s’élança d’un bond sur ma pauvre lionne Sultane et se mit à la dévorer à belles dents. On eut toutes les peines du monde à lui faire lâcher prise en le piquant avec des lances chauffées à blanc. D’ailleurs, il était </w:t>
      </w:r>
      <w:r w:rsidRPr="000A30E8">
        <w:lastRenderedPageBreak/>
        <w:t>trop tard : Sultane était morte. J’appris quelque temps après que mon dompteur nègre n’était nullement dompteur, mais anthropophage forain, sans travail.</w:t>
      </w:r>
    </w:p>
    <w:p w14:paraId="23EA4ABC"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 VIEUX</w:t>
      </w:r>
      <w:r w:rsidRPr="000A30E8">
        <w:t xml:space="preserve"> D</w:t>
      </w:r>
      <w:r w:rsidRPr="000A30E8">
        <w:rPr>
          <w:rStyle w:val="Taille-1Caracteres"/>
        </w:rPr>
        <w:t>OMPTEUR</w:t>
      </w:r>
      <w:r w:rsidRPr="000A30E8">
        <w:t>. — Hélas ! ce n’était que le commencement de nos malheurs. Quelques jours plus tard, complètement guéri de tes morsures de puces, tu recommenças à dompter. Mais un soir, au lieu d’ouvrir la gueule du lion pour y plonger bravement la tête – oh ! fatale distraction ! – c’est toi qui ouvris ta bouche toute grande en essayant d’y faire pénétrer la tête du pauvre lion terrorisé.</w:t>
      </w:r>
    </w:p>
    <w:p w14:paraId="6E41D554" w14:textId="77777777" w:rsidR="00285C2D" w:rsidRPr="000A30E8" w:rsidRDefault="00285C2D" w:rsidP="00285C2D">
      <w:r w:rsidRPr="000A30E8">
        <w:t>L</w:t>
      </w:r>
      <w:r w:rsidRPr="000A30E8">
        <w:rPr>
          <w:rStyle w:val="Taille-1Caracteres"/>
        </w:rPr>
        <w:t>E VIEUX</w:t>
      </w:r>
      <w:r w:rsidRPr="000A30E8">
        <w:t xml:space="preserve"> D</w:t>
      </w:r>
      <w:r w:rsidRPr="000A30E8">
        <w:rPr>
          <w:rStyle w:val="Taille-1Caracteres"/>
        </w:rPr>
        <w:t>OMPTEUR</w:t>
      </w:r>
      <w:r w:rsidRPr="000A30E8">
        <w:t>. — Cet instant d’étourderie fut chèrement payé par la mort de notre lion. Le malheureux animal eut une telle frayeur en me voyant ouvrir la bouche qu’il en contracta une maladie de cœur et devint subitement aphone. Il vécut quelque temps encore, mais c’est toi, chère compagne, qui, dans les coulisses, t’épuisais à rugir pour lui, à l’aide d’un verre de lampe, pendant les représentations. Après la mort du lion cardiaque, une terrible épidémie de rougeole dispersa mes derniers pensionnaires.</w:t>
      </w:r>
    </w:p>
    <w:p w14:paraId="6EA1D8D8"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 VIEUX</w:t>
      </w:r>
      <w:r w:rsidRPr="000A30E8">
        <w:t xml:space="preserve"> D</w:t>
      </w:r>
      <w:r w:rsidRPr="000A30E8">
        <w:rPr>
          <w:rStyle w:val="Taille-1Caracteres"/>
        </w:rPr>
        <w:t>OMPTEUR</w:t>
      </w:r>
      <w:r w:rsidRPr="000A30E8">
        <w:t>. — C’est alors que, ruinés, désespérés, nous résolûmes d’en finir avec l’existence. Déjà le réchaud de charbon de bois était allumé dans la cage centrale lorsque notre fidèle caniche Prosper se mit à pousser un aboiement effroyable, qui ressemblait à s’y méprendre au rugissement d’un lion. Nous n’en pouvions croire nos oreilles, lorsque le brave animal recommença son rugissement en nous fixant de ses bons yeux malicieux.</w:t>
      </w:r>
    </w:p>
    <w:p w14:paraId="5208D4DF" w14:textId="77777777" w:rsidR="00285C2D" w:rsidRPr="000A30E8" w:rsidRDefault="00285C2D" w:rsidP="00285C2D">
      <w:r w:rsidRPr="000A30E8">
        <w:t>L</w:t>
      </w:r>
      <w:r w:rsidRPr="000A30E8">
        <w:rPr>
          <w:rStyle w:val="Taille-1Caracteres"/>
        </w:rPr>
        <w:t>E VIEUX</w:t>
      </w:r>
      <w:r w:rsidRPr="000A30E8">
        <w:t xml:space="preserve"> D</w:t>
      </w:r>
      <w:r w:rsidRPr="000A30E8">
        <w:rPr>
          <w:rStyle w:val="Taille-1Caracteres"/>
        </w:rPr>
        <w:t>OMPTEUR</w:t>
      </w:r>
      <w:r w:rsidRPr="000A30E8">
        <w:t xml:space="preserve">. — Ah ! le fidèle caniche ! Nous devinâmes sans peine ce qu’il voulait nous faire comprendre. « Ne vous découragez pas, mes bons maîtres, avait-il l’air de nous dire ; tout n’est pas perdu. Regardez-moi : je suis tondu </w:t>
      </w:r>
      <w:r w:rsidRPr="000A30E8">
        <w:lastRenderedPageBreak/>
        <w:t>en lion et suis arrivé, à force de patience, à imiter le rugissement de cet animal à la perfection. Que me manque-t-il pour remplacer le roi du désert dans votre ménagerie ? Un peu d’embonpoint ! La belle affaire ! Engraissez-moi, et vous pourrez bientôt m’exhiber comme un véritable lion. »</w:t>
      </w:r>
    </w:p>
    <w:p w14:paraId="37DB5956"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 VIEUX</w:t>
      </w:r>
      <w:r w:rsidRPr="000A30E8">
        <w:t xml:space="preserve"> D</w:t>
      </w:r>
      <w:r w:rsidRPr="000A30E8">
        <w:rPr>
          <w:rStyle w:val="Taille-1Caracteres"/>
        </w:rPr>
        <w:t>OMPTEUR</w:t>
      </w:r>
      <w:r w:rsidRPr="000A30E8">
        <w:t>. — Oui, voilà ce que nous lisions dans les yeux expressifs de Prosper. Nous reprîmes courage et, à partir de ce jour, nous nous mîmes à gaver Prosper, tel un jeune canard. À l’aide d’un entonnoir spécial, nous lui faisions absorber, toutes les deux heures, d’énormes quantités de nourriture. Au bout d’un mois de « gavage », Prosper avait atteint la grosseur d’un jeune lion. Mais ses yeux semblaient nous dire : « Encore ! encore ! mes bons maîtres ; je ne suis pas encore tout à fait à point. »</w:t>
      </w:r>
    </w:p>
    <w:p w14:paraId="74FF086A" w14:textId="77777777" w:rsidR="00285C2D" w:rsidRPr="000A30E8" w:rsidRDefault="00285C2D" w:rsidP="00285C2D">
      <w:r w:rsidRPr="000A30E8">
        <w:t>L</w:t>
      </w:r>
      <w:r w:rsidRPr="000A30E8">
        <w:rPr>
          <w:rStyle w:val="Taille-1Caracteres"/>
        </w:rPr>
        <w:t>E VIEUX</w:t>
      </w:r>
      <w:r w:rsidRPr="000A30E8">
        <w:t xml:space="preserve"> D</w:t>
      </w:r>
      <w:r w:rsidRPr="000A30E8">
        <w:rPr>
          <w:rStyle w:val="Taille-1Caracteres"/>
        </w:rPr>
        <w:t>OMPTEUR</w:t>
      </w:r>
      <w:r w:rsidRPr="000A30E8">
        <w:t>. — Enfin, après deux mois d’efforts sublimes, l’héroïque Prosper put facilement passer pour un lion. Après l’avoir teint en jaune et baptisé Romulus, je l’installai dans une cage et, grâce à lui, nous pûmes rouvrir notre ménagerie.</w:t>
      </w:r>
    </w:p>
    <w:p w14:paraId="76F2B1FB"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 VIEUX</w:t>
      </w:r>
      <w:r w:rsidRPr="000A30E8">
        <w:t xml:space="preserve"> D</w:t>
      </w:r>
      <w:r w:rsidRPr="000A30E8">
        <w:rPr>
          <w:rStyle w:val="Taille-1Caracteres"/>
        </w:rPr>
        <w:t>OMPTEUR</w:t>
      </w:r>
      <w:r w:rsidRPr="000A30E8">
        <w:t>. — Pendant six mois, Prosper-Romulus a joué son rôle de lion sans défaillance. Mais, hélas ! voilà deux jours qu’il agonise, épuisé par son terrible effort. Le pauvre animal grelotte de fièvre dans notre lit, où nous l’avons couché pour le réchauffer.</w:t>
      </w:r>
    </w:p>
    <w:p w14:paraId="57A2E48A" w14:textId="77777777" w:rsidR="00285C2D" w:rsidRPr="000A30E8" w:rsidRDefault="00285C2D" w:rsidP="00285C2D">
      <w:r w:rsidRPr="000A30E8">
        <w:t>L</w:t>
      </w:r>
      <w:r w:rsidRPr="000A30E8">
        <w:rPr>
          <w:rStyle w:val="Taille-1Caracteres"/>
        </w:rPr>
        <w:t>E VIEUX</w:t>
      </w:r>
      <w:r w:rsidRPr="000A30E8">
        <w:t xml:space="preserve"> D</w:t>
      </w:r>
      <w:r w:rsidRPr="000A30E8">
        <w:rPr>
          <w:rStyle w:val="Taille-1Caracteres"/>
        </w:rPr>
        <w:t>OMPTEUR</w:t>
      </w:r>
      <w:r w:rsidRPr="000A30E8">
        <w:t>. — Tout espoir est perdu. (</w:t>
      </w:r>
      <w:r w:rsidRPr="000A30E8">
        <w:rPr>
          <w:i/>
          <w:iCs/>
        </w:rPr>
        <w:t>On entend un aboiement</w:t>
      </w:r>
      <w:r w:rsidRPr="000A30E8">
        <w:t>.) Tiens, entends, le pauvre animal n’a même plus la force de rugir. Courons à son chevet, courons.</w:t>
      </w:r>
    </w:p>
    <w:p w14:paraId="1F2673CD" w14:textId="77777777" w:rsidR="00285C2D" w:rsidRPr="000A30E8" w:rsidRDefault="00285C2D" w:rsidP="00285C2D">
      <w:pPr>
        <w:pStyle w:val="Titre3"/>
      </w:pPr>
      <w:bookmarkStart w:id="67" w:name="_Toc196330247"/>
      <w:r w:rsidRPr="000A30E8">
        <w:lastRenderedPageBreak/>
        <w:t>DEUXIÈME ACTE</w:t>
      </w:r>
      <w:r w:rsidRPr="000A30E8">
        <w:br/>
      </w:r>
      <w:r w:rsidRPr="000A30E8">
        <w:br/>
        <w:t>Les cambrioleurs.</w:t>
      </w:r>
      <w:bookmarkEnd w:id="67"/>
    </w:p>
    <w:p w14:paraId="21354801" w14:textId="77777777" w:rsidR="00285C2D" w:rsidRPr="000A30E8" w:rsidRDefault="00285C2D" w:rsidP="00285C2D">
      <w:pPr>
        <w:pStyle w:val="Centr"/>
        <w:rPr>
          <w:rStyle w:val="Taille-1Caracteres"/>
        </w:rPr>
      </w:pPr>
      <w:r w:rsidRPr="000A30E8">
        <w:rPr>
          <w:rStyle w:val="Taille-1Caracteres"/>
        </w:rPr>
        <w:t>La scène représente l’intérieur de la roulotte.</w:t>
      </w:r>
    </w:p>
    <w:p w14:paraId="1418219D" w14:textId="77777777" w:rsidR="00285C2D" w:rsidRPr="000A30E8" w:rsidRDefault="00285C2D" w:rsidP="00285C2D">
      <w:r w:rsidRPr="000A30E8">
        <w:rPr>
          <w:szCs w:val="32"/>
        </w:rPr>
        <w:t>L</w:t>
      </w:r>
      <w:r w:rsidRPr="000A30E8">
        <w:rPr>
          <w:rStyle w:val="Taille-1Caracteres"/>
        </w:rPr>
        <w:t>E VIEUX</w:t>
      </w:r>
      <w:r w:rsidRPr="000A30E8">
        <w:rPr>
          <w:szCs w:val="32"/>
        </w:rPr>
        <w:t xml:space="preserve"> D</w:t>
      </w:r>
      <w:r w:rsidRPr="000A30E8">
        <w:rPr>
          <w:rStyle w:val="Taille-1Caracteres"/>
        </w:rPr>
        <w:t>OMPTEUR</w:t>
      </w:r>
      <w:r w:rsidRPr="000A30E8">
        <w:rPr>
          <w:szCs w:val="32"/>
        </w:rPr>
        <w:t>. — Oh ! l’affreuse nuit ! Prosper-Romulus vient de mourir ! Nous veillons tristement notre vieux serviteur.</w:t>
      </w:r>
    </w:p>
    <w:p w14:paraId="7CCE2FF1"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 VIEUX</w:t>
      </w:r>
      <w:r w:rsidRPr="000A30E8">
        <w:t xml:space="preserve"> D</w:t>
      </w:r>
      <w:r w:rsidRPr="000A30E8">
        <w:rPr>
          <w:rStyle w:val="Taille-1Caracteres"/>
        </w:rPr>
        <w:t>OMPTEUR</w:t>
      </w:r>
      <w:r w:rsidRPr="000A30E8">
        <w:t>. — Écoute ! Je ne me trompe pas. On dirait que l’on essaie d’ouvrir la porte.</w:t>
      </w:r>
    </w:p>
    <w:p w14:paraId="0D121B54" w14:textId="77777777" w:rsidR="00285C2D" w:rsidRPr="000A30E8" w:rsidRDefault="00285C2D" w:rsidP="00285C2D">
      <w:r w:rsidRPr="000A30E8">
        <w:t>L</w:t>
      </w:r>
      <w:r w:rsidRPr="000A30E8">
        <w:rPr>
          <w:rStyle w:val="Taille-1Caracteres"/>
        </w:rPr>
        <w:t>E VIEUX</w:t>
      </w:r>
      <w:r w:rsidRPr="000A30E8">
        <w:t xml:space="preserve"> D</w:t>
      </w:r>
      <w:r w:rsidRPr="000A30E8">
        <w:rPr>
          <w:rStyle w:val="Taille-1Caracteres"/>
        </w:rPr>
        <w:t>OMPTEUR</w:t>
      </w:r>
      <w:r w:rsidRPr="000A30E8">
        <w:t>. — Bah ! Qu’importe ! Hélas ! Nous n’avons pas à craindre les cambrioleurs.</w:t>
      </w:r>
    </w:p>
    <w:p w14:paraId="0AAF12DA" w14:textId="77777777" w:rsidR="00285C2D" w:rsidRPr="000A30E8" w:rsidRDefault="00285C2D" w:rsidP="00285C2D">
      <w:r w:rsidRPr="000A30E8">
        <w:t>C</w:t>
      </w:r>
      <w:r w:rsidRPr="000A30E8">
        <w:rPr>
          <w:rStyle w:val="Taille-1Caracteres"/>
        </w:rPr>
        <w:t>HŒUR DES</w:t>
      </w:r>
      <w:r w:rsidRPr="000A30E8">
        <w:t xml:space="preserve"> C</w:t>
      </w:r>
      <w:r w:rsidRPr="000A30E8">
        <w:rPr>
          <w:rStyle w:val="Taille-1Caracteres"/>
        </w:rPr>
        <w:t>AMBRIOLEURS SENSIBLES</w:t>
      </w:r>
      <w:r w:rsidRPr="000A30E8">
        <w:t xml:space="preserve">, </w:t>
      </w:r>
      <w:r w:rsidRPr="000A30E8">
        <w:rPr>
          <w:i/>
          <w:iCs/>
        </w:rPr>
        <w:t>ouvrant la porte</w:t>
      </w:r>
      <w:r w:rsidRPr="000A30E8">
        <w:t>. — Oh ! quel navrant spectacle s’offre à notre vue.</w:t>
      </w:r>
    </w:p>
    <w:p w14:paraId="7972E48C" w14:textId="77777777" w:rsidR="00285C2D" w:rsidRPr="000A30E8" w:rsidRDefault="00285C2D" w:rsidP="00285C2D">
      <w:r w:rsidRPr="000A30E8">
        <w:t>L</w:t>
      </w:r>
      <w:r w:rsidRPr="000A30E8">
        <w:rPr>
          <w:rStyle w:val="Taille-1Caracteres"/>
        </w:rPr>
        <w:t>E VIEUX</w:t>
      </w:r>
      <w:r w:rsidRPr="000A30E8">
        <w:t xml:space="preserve"> D</w:t>
      </w:r>
      <w:r w:rsidRPr="000A30E8">
        <w:rPr>
          <w:rStyle w:val="Taille-1Caracteres"/>
        </w:rPr>
        <w:t>OMPTEUR</w:t>
      </w:r>
      <w:r w:rsidRPr="000A30E8">
        <w:t xml:space="preserve">, </w:t>
      </w:r>
      <w:r w:rsidRPr="000A30E8">
        <w:rPr>
          <w:i/>
          <w:iCs/>
        </w:rPr>
        <w:t>avec mélancolie</w:t>
      </w:r>
      <w:r w:rsidRPr="000A30E8">
        <w:t>. — Entrez ! (</w:t>
      </w:r>
      <w:r w:rsidRPr="000A30E8">
        <w:rPr>
          <w:i/>
          <w:iCs/>
        </w:rPr>
        <w:t>Montrant le cadavre de Prosper-Romulus</w:t>
      </w:r>
      <w:r w:rsidRPr="000A30E8">
        <w:t>.) Nous ne possédions rien que ce vieil ami. Dieu vient de nous le reprendre. Faites ce que vous voudrez.</w:t>
      </w:r>
    </w:p>
    <w:p w14:paraId="47B6C745" w14:textId="77777777" w:rsidR="00285C2D" w:rsidRPr="000A30E8" w:rsidRDefault="00285C2D" w:rsidP="00285C2D">
      <w:r w:rsidRPr="000A30E8">
        <w:t>P</w:t>
      </w:r>
      <w:r w:rsidRPr="000A30E8">
        <w:rPr>
          <w:rStyle w:val="Taille-1Caracteres"/>
        </w:rPr>
        <w:t>REMIER</w:t>
      </w:r>
      <w:r w:rsidRPr="000A30E8">
        <w:t xml:space="preserve"> C</w:t>
      </w:r>
      <w:r w:rsidRPr="000A30E8">
        <w:rPr>
          <w:rStyle w:val="Taille-1Caracteres"/>
        </w:rPr>
        <w:t>AMBRIOLEUR SENSIBLE</w:t>
      </w:r>
      <w:r w:rsidRPr="000A30E8">
        <w:t>. — Oh ! malgré moi, mes yeux sinistres se mouillent de larmes.</w:t>
      </w:r>
    </w:p>
    <w:p w14:paraId="4A077802" w14:textId="77777777" w:rsidR="00285C2D" w:rsidRPr="000A30E8" w:rsidRDefault="00285C2D" w:rsidP="00285C2D">
      <w:r w:rsidRPr="000A30E8">
        <w:t>D</w:t>
      </w:r>
      <w:r w:rsidRPr="000A30E8">
        <w:rPr>
          <w:rStyle w:val="Taille-1Caracteres"/>
        </w:rPr>
        <w:t>EUXIÈME</w:t>
      </w:r>
      <w:r w:rsidRPr="000A30E8">
        <w:t xml:space="preserve"> C</w:t>
      </w:r>
      <w:r w:rsidRPr="000A30E8">
        <w:rPr>
          <w:rStyle w:val="Taille-1Caracteres"/>
        </w:rPr>
        <w:t>AMBRIOLEUR SENSIBLE</w:t>
      </w:r>
      <w:r w:rsidRPr="000A30E8">
        <w:t>. — La douleur règne en ces lieux. Retirons-nous respectueusement.</w:t>
      </w:r>
    </w:p>
    <w:p w14:paraId="1B93CBAE" w14:textId="77777777" w:rsidR="00285C2D" w:rsidRPr="000A30E8" w:rsidRDefault="00285C2D" w:rsidP="00285C2D">
      <w:r w:rsidRPr="000A30E8">
        <w:t>T</w:t>
      </w:r>
      <w:r w:rsidRPr="000A30E8">
        <w:rPr>
          <w:rStyle w:val="Taille-1Caracteres"/>
        </w:rPr>
        <w:t>ROISIÈME</w:t>
      </w:r>
      <w:r w:rsidRPr="000A30E8">
        <w:t xml:space="preserve"> C</w:t>
      </w:r>
      <w:r w:rsidRPr="000A30E8">
        <w:rPr>
          <w:rStyle w:val="Taille-1Caracteres"/>
        </w:rPr>
        <w:t>AMBRIOLEUR SENSIBLE</w:t>
      </w:r>
      <w:r w:rsidRPr="000A30E8">
        <w:t>. — Excusez-nous… On ne savait pas… On vous croyait riches…</w:t>
      </w:r>
    </w:p>
    <w:p w14:paraId="0FF99BB8" w14:textId="77777777" w:rsidR="00285C2D" w:rsidRPr="000A30E8" w:rsidRDefault="00285C2D" w:rsidP="00285C2D">
      <w:r w:rsidRPr="000A30E8">
        <w:t>L</w:t>
      </w:r>
      <w:r w:rsidRPr="000A30E8">
        <w:rPr>
          <w:rStyle w:val="Taille-1Caracteres"/>
        </w:rPr>
        <w:t>E VIEUX</w:t>
      </w:r>
      <w:r w:rsidRPr="000A30E8">
        <w:t xml:space="preserve"> D</w:t>
      </w:r>
      <w:r w:rsidRPr="000A30E8">
        <w:rPr>
          <w:rStyle w:val="Taille-1Caracteres"/>
        </w:rPr>
        <w:t>OMPTEUR</w:t>
      </w:r>
      <w:r w:rsidRPr="000A30E8">
        <w:t>. — Riches ! Oh ! dérision. Mon dernier lion est mort et mes cages sont vides.</w:t>
      </w:r>
    </w:p>
    <w:p w14:paraId="75D79C96" w14:textId="77777777" w:rsidR="00285C2D" w:rsidRPr="000A30E8" w:rsidRDefault="00285C2D" w:rsidP="00285C2D">
      <w:r w:rsidRPr="000A30E8">
        <w:lastRenderedPageBreak/>
        <w:t>P</w:t>
      </w:r>
      <w:r w:rsidRPr="000A30E8">
        <w:rPr>
          <w:rStyle w:val="Taille-1Caracteres"/>
        </w:rPr>
        <w:t>REMIER</w:t>
      </w:r>
      <w:r w:rsidRPr="000A30E8">
        <w:t xml:space="preserve"> C</w:t>
      </w:r>
      <w:r w:rsidRPr="000A30E8">
        <w:rPr>
          <w:rStyle w:val="Taille-1Caracteres"/>
        </w:rPr>
        <w:t>AMBRIOLEUR SENSIBLE</w:t>
      </w:r>
      <w:r w:rsidRPr="000A30E8">
        <w:t>. — Quoi ! Il ne vous reste plus un seul fauve ?</w:t>
      </w:r>
    </w:p>
    <w:p w14:paraId="6B9F0FEA" w14:textId="77777777" w:rsidR="00285C2D" w:rsidRPr="000A30E8" w:rsidRDefault="00285C2D" w:rsidP="00285C2D">
      <w:r w:rsidRPr="000A30E8">
        <w:t>L</w:t>
      </w:r>
      <w:r w:rsidRPr="000A30E8">
        <w:rPr>
          <w:rStyle w:val="Taille-1Caracteres"/>
        </w:rPr>
        <w:t>E VIEUX</w:t>
      </w:r>
      <w:r w:rsidRPr="000A30E8">
        <w:t xml:space="preserve"> D</w:t>
      </w:r>
      <w:r w:rsidRPr="000A30E8">
        <w:rPr>
          <w:rStyle w:val="Taille-1Caracteres"/>
        </w:rPr>
        <w:t>OMPTEUR</w:t>
      </w:r>
      <w:r w:rsidRPr="000A30E8">
        <w:t>. — Plus un seul.</w:t>
      </w:r>
    </w:p>
    <w:p w14:paraId="503273BA" w14:textId="77777777" w:rsidR="00285C2D" w:rsidRPr="000A30E8" w:rsidRDefault="00285C2D" w:rsidP="00285C2D">
      <w:r w:rsidRPr="000A30E8">
        <w:t>C</w:t>
      </w:r>
      <w:r w:rsidRPr="000A30E8">
        <w:rPr>
          <w:rStyle w:val="Taille-1Caracteres"/>
        </w:rPr>
        <w:t>HŒUR DES</w:t>
      </w:r>
      <w:r w:rsidRPr="000A30E8">
        <w:t xml:space="preserve"> C</w:t>
      </w:r>
      <w:r w:rsidRPr="000A30E8">
        <w:rPr>
          <w:rStyle w:val="Taille-1Caracteres"/>
        </w:rPr>
        <w:t>AMBRIOLEURS SENSIBLES</w:t>
      </w:r>
      <w:r w:rsidRPr="000A30E8">
        <w:t>. — Oh ! l’affreuse détresse ! Que faire, pour venir en aide à ces malheureux ?</w:t>
      </w:r>
    </w:p>
    <w:p w14:paraId="3A8E79D1" w14:textId="77777777" w:rsidR="00285C2D" w:rsidRPr="000A30E8" w:rsidRDefault="00285C2D" w:rsidP="00285C2D">
      <w:r w:rsidRPr="000A30E8">
        <w:t>P</w:t>
      </w:r>
      <w:r w:rsidRPr="000A30E8">
        <w:rPr>
          <w:rStyle w:val="Taille-1Caracteres"/>
        </w:rPr>
        <w:t>REMIER</w:t>
      </w:r>
      <w:r w:rsidRPr="000A30E8">
        <w:t xml:space="preserve"> C</w:t>
      </w:r>
      <w:r w:rsidRPr="000A30E8">
        <w:rPr>
          <w:rStyle w:val="Taille-1Caracteres"/>
        </w:rPr>
        <w:t>AMBRIOLEUR SENSIBLE</w:t>
      </w:r>
      <w:r w:rsidRPr="000A30E8">
        <w:t>. — Oh ! quelle idée ! Sèche tes pleurs, vieux dompteur. Demain, tu pourras donner une grande représentation. Demain, grâce à mon idée, le public envahira ta vieille ménagerie. À demain ! (</w:t>
      </w:r>
      <w:r w:rsidRPr="000A30E8">
        <w:rPr>
          <w:i/>
          <w:iCs/>
        </w:rPr>
        <w:t>Il sort avec les autres cambrioleurs sensibles</w:t>
      </w:r>
      <w:r w:rsidRPr="000A30E8">
        <w:t>.)</w:t>
      </w:r>
    </w:p>
    <w:p w14:paraId="06E41933" w14:textId="77777777" w:rsidR="00285C2D" w:rsidRPr="000A30E8" w:rsidRDefault="00285C2D" w:rsidP="00285C2D">
      <w:pPr>
        <w:pStyle w:val="Titre3"/>
      </w:pPr>
      <w:bookmarkStart w:id="68" w:name="_Toc196330248"/>
      <w:r w:rsidRPr="000A30E8">
        <w:t>TROISIÈME ACTE</w:t>
      </w:r>
      <w:r w:rsidRPr="000A30E8">
        <w:br/>
      </w:r>
      <w:r w:rsidRPr="000A30E8">
        <w:br/>
        <w:t>Braves cœurs, va !</w:t>
      </w:r>
      <w:bookmarkEnd w:id="68"/>
    </w:p>
    <w:p w14:paraId="77A77DEF" w14:textId="77777777" w:rsidR="00285C2D" w:rsidRPr="000A30E8" w:rsidRDefault="00285C2D" w:rsidP="00285C2D">
      <w:pPr>
        <w:pStyle w:val="Centr"/>
        <w:rPr>
          <w:rStyle w:val="Taille-1Caracteres"/>
        </w:rPr>
      </w:pPr>
      <w:r w:rsidRPr="000A30E8">
        <w:rPr>
          <w:rStyle w:val="Taille-1Caracteres"/>
        </w:rPr>
        <w:t>La scène représente la ménagerie, le lendemain.</w:t>
      </w:r>
    </w:p>
    <w:p w14:paraId="6F9733CE" w14:textId="77777777" w:rsidR="00285C2D" w:rsidRPr="000A30E8" w:rsidRDefault="00285C2D" w:rsidP="00285C2D">
      <w:r w:rsidRPr="000A30E8">
        <w:rPr>
          <w:szCs w:val="32"/>
        </w:rPr>
        <w:t>L</w:t>
      </w:r>
      <w:r w:rsidRPr="000A30E8">
        <w:rPr>
          <w:rStyle w:val="Taille-1Caracteres"/>
        </w:rPr>
        <w:t>E PREMIER</w:t>
      </w:r>
      <w:r w:rsidRPr="000A30E8">
        <w:rPr>
          <w:szCs w:val="32"/>
        </w:rPr>
        <w:t xml:space="preserve"> C</w:t>
      </w:r>
      <w:r w:rsidRPr="000A30E8">
        <w:rPr>
          <w:rStyle w:val="Taille-1Caracteres"/>
        </w:rPr>
        <w:t>AMBRIOLEUR SENSIBLE</w:t>
      </w:r>
      <w:r w:rsidRPr="000A30E8">
        <w:rPr>
          <w:szCs w:val="32"/>
        </w:rPr>
        <w:t xml:space="preserve">, </w:t>
      </w:r>
      <w:r w:rsidRPr="000A30E8">
        <w:rPr>
          <w:i/>
          <w:iCs/>
          <w:szCs w:val="32"/>
        </w:rPr>
        <w:t>arrivant</w:t>
      </w:r>
      <w:r w:rsidRPr="000A30E8">
        <w:rPr>
          <w:szCs w:val="32"/>
        </w:rPr>
        <w:t>. — Fidèle à ma promesse nocturne, me voici. Je viens poser devant votre ménagerie l’affiche composée par mes soins et qui, ce soir, attirera la foule dans votre établissement.</w:t>
      </w:r>
    </w:p>
    <w:p w14:paraId="16AB5AF4" w14:textId="77777777" w:rsidR="00285C2D" w:rsidRPr="000A30E8" w:rsidRDefault="00285C2D" w:rsidP="00285C2D">
      <w:r w:rsidRPr="000A30E8">
        <w:t>L</w:t>
      </w:r>
      <w:r w:rsidRPr="000A30E8">
        <w:rPr>
          <w:rStyle w:val="Taille-1Caracteres"/>
        </w:rPr>
        <w:t>E VIEUX</w:t>
      </w:r>
      <w:r w:rsidRPr="000A30E8">
        <w:t xml:space="preserve"> D</w:t>
      </w:r>
      <w:r w:rsidRPr="000A30E8">
        <w:rPr>
          <w:rStyle w:val="Taille-1Caracteres"/>
        </w:rPr>
        <w:t>OMPTEUR</w:t>
      </w:r>
      <w:r w:rsidRPr="000A30E8">
        <w:t>. — Que voulez-vous dire ? Mais je n’ai plus de fauves !</w:t>
      </w:r>
    </w:p>
    <w:p w14:paraId="46CCF285" w14:textId="77777777" w:rsidR="00285C2D" w:rsidRPr="000A30E8" w:rsidRDefault="00285C2D" w:rsidP="00285C2D">
      <w:r w:rsidRPr="000A30E8">
        <w:t>L</w:t>
      </w:r>
      <w:r w:rsidRPr="000A30E8">
        <w:rPr>
          <w:rStyle w:val="Taille-1Caracteres"/>
        </w:rPr>
        <w:t>E PREMIER</w:t>
      </w:r>
      <w:r w:rsidRPr="000A30E8">
        <w:t xml:space="preserve"> C</w:t>
      </w:r>
      <w:r w:rsidRPr="000A30E8">
        <w:rPr>
          <w:rStyle w:val="Taille-1Caracteres"/>
        </w:rPr>
        <w:t>AMBRIOLEUR SENSIBLE</w:t>
      </w:r>
      <w:r w:rsidRPr="000A30E8">
        <w:t>. — Vous en aurez : j’ai décidé quelques-uns de mes collègues à venir s’exhiber ce soir dans votre cage centrale. D’ailleurs, voici l’affiche. (</w:t>
      </w:r>
      <w:r w:rsidRPr="000A30E8">
        <w:rPr>
          <w:i/>
          <w:iCs/>
        </w:rPr>
        <w:t>Il pose l’affiche devant la ménagerie. Sur cette affiche on peut lire</w:t>
      </w:r>
      <w:r w:rsidRPr="000A30E8">
        <w:t>) :</w:t>
      </w:r>
    </w:p>
    <w:p w14:paraId="3F80B4C7" w14:textId="77777777" w:rsidR="00285C2D" w:rsidRPr="000A30E8" w:rsidRDefault="00285C2D" w:rsidP="00285C2D">
      <w:pPr>
        <w:pStyle w:val="Centr"/>
      </w:pPr>
      <w:r w:rsidRPr="000A30E8">
        <w:lastRenderedPageBreak/>
        <w:t>GRANDE MÉNAGERIE RÉALISTE</w:t>
      </w:r>
    </w:p>
    <w:p w14:paraId="47A415AD" w14:textId="77777777" w:rsidR="00285C2D" w:rsidRPr="000A30E8" w:rsidRDefault="00285C2D" w:rsidP="00285C2D">
      <w:pPr>
        <w:pStyle w:val="Centr"/>
      </w:pPr>
      <w:r w:rsidRPr="000A30E8">
        <w:t>CE SOIR :</w:t>
      </w:r>
    </w:p>
    <w:p w14:paraId="7CE07073" w14:textId="77777777" w:rsidR="00285C2D" w:rsidRPr="000A30E8" w:rsidRDefault="00285C2D" w:rsidP="00285C2D">
      <w:pPr>
        <w:pStyle w:val="Centr"/>
        <w:rPr>
          <w:b/>
          <w:bCs/>
        </w:rPr>
      </w:pPr>
      <w:r w:rsidRPr="000A30E8">
        <w:rPr>
          <w:b/>
          <w:bCs/>
        </w:rPr>
        <w:t>GRANDE REPRÉSENTATION DE CHARITÉ</w:t>
      </w:r>
    </w:p>
    <w:p w14:paraId="4946ED7A" w14:textId="77777777" w:rsidR="00285C2D" w:rsidRPr="00C47A66" w:rsidRDefault="00285C2D" w:rsidP="00285C2D">
      <w:pPr>
        <w:pStyle w:val="Centr"/>
        <w:rPr>
          <w:i/>
        </w:rPr>
      </w:pPr>
      <w:r w:rsidRPr="00C47A66">
        <w:rPr>
          <w:i/>
        </w:rPr>
        <w:t>Avec le gracieux concours de MM.</w:t>
      </w:r>
    </w:p>
    <w:p w14:paraId="41114B58" w14:textId="77777777" w:rsidR="00285C2D" w:rsidRPr="000A30E8" w:rsidRDefault="00285C2D" w:rsidP="00285C2D">
      <w:pPr>
        <w:pStyle w:val="Centr"/>
      </w:pPr>
      <w:r w:rsidRPr="000A30E8">
        <w:rPr>
          <w:b/>
          <w:bCs/>
        </w:rPr>
        <w:t>Le Tigre du Sébasto,</w:t>
      </w:r>
      <w:r w:rsidRPr="000A30E8">
        <w:rPr>
          <w:b/>
          <w:bCs/>
        </w:rPr>
        <w:br/>
      </w:r>
      <w:r w:rsidRPr="000A30E8">
        <w:rPr>
          <w:b/>
          <w:bCs/>
          <w:szCs w:val="32"/>
        </w:rPr>
        <w:t>Le Lion de Ménilmuche,</w:t>
      </w:r>
      <w:r w:rsidRPr="000A30E8">
        <w:rPr>
          <w:b/>
          <w:bCs/>
          <w:szCs w:val="32"/>
        </w:rPr>
        <w:br/>
        <w:t>Le Chacal de la Bastoche,</w:t>
      </w:r>
      <w:r w:rsidRPr="000A30E8">
        <w:rPr>
          <w:b/>
          <w:bCs/>
          <w:szCs w:val="32"/>
        </w:rPr>
        <w:br/>
        <w:t>L’Ours gris du Montparno,</w:t>
      </w:r>
      <w:r w:rsidRPr="000A30E8">
        <w:rPr>
          <w:b/>
          <w:bCs/>
          <w:szCs w:val="32"/>
        </w:rPr>
        <w:br/>
        <w:t>La Panthère des Batignolles,</w:t>
      </w:r>
      <w:r w:rsidRPr="000A30E8">
        <w:rPr>
          <w:b/>
          <w:bCs/>
          <w:szCs w:val="32"/>
        </w:rPr>
        <w:br/>
        <w:t>Le Léopard du Panthéon</w:t>
      </w:r>
      <w:r w:rsidRPr="000A30E8">
        <w:rPr>
          <w:szCs w:val="32"/>
        </w:rPr>
        <w:t>,</w:t>
      </w:r>
      <w:r w:rsidRPr="000A30E8">
        <w:rPr>
          <w:szCs w:val="32"/>
        </w:rPr>
        <w:br/>
        <w:t>Etc., etc.</w:t>
      </w:r>
    </w:p>
    <w:p w14:paraId="4F8449A2" w14:textId="77777777" w:rsidR="00285C2D" w:rsidRPr="000A30E8" w:rsidRDefault="00285C2D" w:rsidP="00285C2D">
      <w:r w:rsidRPr="000A30E8">
        <w:rPr>
          <w:szCs w:val="32"/>
        </w:rPr>
        <w:t>L</w:t>
      </w:r>
      <w:r w:rsidRPr="000A30E8">
        <w:rPr>
          <w:rStyle w:val="Taille-1Caracteres"/>
        </w:rPr>
        <w:t>E VIEUX</w:t>
      </w:r>
      <w:r w:rsidRPr="000A30E8">
        <w:rPr>
          <w:szCs w:val="32"/>
        </w:rPr>
        <w:t xml:space="preserve"> D</w:t>
      </w:r>
      <w:r w:rsidRPr="000A30E8">
        <w:rPr>
          <w:rStyle w:val="Taille-1Caracteres"/>
        </w:rPr>
        <w:t>OMPTEUR</w:t>
      </w:r>
      <w:r w:rsidRPr="000A30E8">
        <w:rPr>
          <w:szCs w:val="32"/>
        </w:rPr>
        <w:t xml:space="preserve">, </w:t>
      </w:r>
      <w:r w:rsidRPr="000A30E8">
        <w:rPr>
          <w:i/>
          <w:iCs/>
          <w:szCs w:val="32"/>
        </w:rPr>
        <w:t>les yeux remplis de larmes</w:t>
      </w:r>
      <w:r w:rsidRPr="000A30E8">
        <w:rPr>
          <w:szCs w:val="32"/>
        </w:rPr>
        <w:t>. — Braves cœurs, va !</w:t>
      </w:r>
    </w:p>
    <w:p w14:paraId="21099D73" w14:textId="77777777" w:rsidR="00285C2D" w:rsidRPr="000A30E8" w:rsidRDefault="00285C2D" w:rsidP="00285C2D">
      <w:pPr>
        <w:pStyle w:val="Centr"/>
      </w:pPr>
      <w:r w:rsidRPr="000A30E8">
        <w:t>RIDEAU</w:t>
      </w:r>
    </w:p>
    <w:p w14:paraId="08EA1734" w14:textId="6AA3903C" w:rsidR="00285C2D" w:rsidRPr="000A30E8" w:rsidRDefault="00804D8D" w:rsidP="00285C2D">
      <w:pPr>
        <w:pStyle w:val="Titre1"/>
      </w:pPr>
      <w:r>
        <w:lastRenderedPageBreak/>
        <w:br/>
      </w:r>
      <w:r>
        <w:br/>
      </w:r>
      <w:r>
        <w:br/>
      </w:r>
      <w:bookmarkStart w:id="69" w:name="_Toc196330249"/>
      <w:r w:rsidR="00285C2D" w:rsidRPr="000A30E8">
        <w:t>LES DRAMES LÉGENDAIRES</w:t>
      </w:r>
      <w:bookmarkEnd w:id="69"/>
    </w:p>
    <w:p w14:paraId="1788D1E0" w14:textId="77777777" w:rsidR="00285C2D" w:rsidRPr="000A30E8" w:rsidRDefault="00285C2D" w:rsidP="00285C2D">
      <w:pPr>
        <w:pStyle w:val="Titre2"/>
      </w:pPr>
      <w:bookmarkStart w:id="70" w:name="_Toc196330250"/>
      <w:r w:rsidRPr="000A30E8">
        <w:lastRenderedPageBreak/>
        <w:t>NOËL ! NOËL !</w:t>
      </w:r>
      <w:r w:rsidRPr="000A30E8">
        <w:br/>
      </w:r>
      <w:r w:rsidRPr="000A30E8">
        <w:br/>
        <w:t>Veillée en trois contes.</w:t>
      </w:r>
      <w:bookmarkEnd w:id="70"/>
    </w:p>
    <w:p w14:paraId="76E849C0" w14:textId="77777777" w:rsidR="00285C2D" w:rsidRPr="000A30E8" w:rsidRDefault="00285C2D" w:rsidP="00285C2D">
      <w:pPr>
        <w:pStyle w:val="Titre3"/>
      </w:pPr>
      <w:bookmarkStart w:id="71" w:name="_Toc196330251"/>
      <w:r w:rsidRPr="000A30E8">
        <w:t>PREMIER CONTE</w:t>
      </w:r>
      <w:r w:rsidRPr="000A30E8">
        <w:br/>
      </w:r>
      <w:r w:rsidRPr="000A30E8">
        <w:br/>
        <w:t>Sans-Noël !</w:t>
      </w:r>
      <w:bookmarkEnd w:id="71"/>
    </w:p>
    <w:p w14:paraId="4862409D" w14:textId="77777777" w:rsidR="00285C2D" w:rsidRPr="000A30E8" w:rsidRDefault="00285C2D" w:rsidP="00285C2D">
      <w:pPr>
        <w:pStyle w:val="Centr"/>
        <w:rPr>
          <w:rStyle w:val="Taille-1Caracteres"/>
        </w:rPr>
      </w:pPr>
      <w:r w:rsidRPr="000A30E8">
        <w:rPr>
          <w:rStyle w:val="Taille-1Caracteres"/>
        </w:rPr>
        <w:t>La scène se passe devant une grande cheminée où flambent les bûches de Noël.</w:t>
      </w:r>
    </w:p>
    <w:p w14:paraId="7C55963B" w14:textId="77777777" w:rsidR="00285C2D" w:rsidRPr="000A30E8" w:rsidRDefault="00285C2D" w:rsidP="00285C2D">
      <w:r w:rsidRPr="000A30E8">
        <w:rPr>
          <w:szCs w:val="32"/>
        </w:rPr>
        <w:t>P</w:t>
      </w:r>
      <w:r w:rsidRPr="000A30E8">
        <w:rPr>
          <w:rStyle w:val="Taille-1Caracteres"/>
        </w:rPr>
        <w:t>REMIER</w:t>
      </w:r>
      <w:r w:rsidRPr="000A30E8">
        <w:rPr>
          <w:szCs w:val="32"/>
        </w:rPr>
        <w:t xml:space="preserve"> G</w:t>
      </w:r>
      <w:r w:rsidRPr="000A30E8">
        <w:rPr>
          <w:rStyle w:val="Taille-1Caracteres"/>
        </w:rPr>
        <w:t>RAND</w:t>
      </w:r>
      <w:r w:rsidRPr="000A30E8">
        <w:rPr>
          <w:szCs w:val="32"/>
        </w:rPr>
        <w:t>-P</w:t>
      </w:r>
      <w:r w:rsidRPr="000A30E8">
        <w:rPr>
          <w:rStyle w:val="Taille-1Caracteres"/>
        </w:rPr>
        <w:t>ÈRE CONTEUR</w:t>
      </w:r>
      <w:r w:rsidRPr="000A30E8">
        <w:rPr>
          <w:szCs w:val="32"/>
        </w:rPr>
        <w:t xml:space="preserve">, </w:t>
      </w:r>
      <w:r w:rsidRPr="000A30E8">
        <w:rPr>
          <w:i/>
          <w:iCs/>
          <w:szCs w:val="32"/>
        </w:rPr>
        <w:t>aux veilleurs assis autour de la cheminée</w:t>
      </w:r>
      <w:r w:rsidRPr="000A30E8">
        <w:rPr>
          <w:szCs w:val="32"/>
        </w:rPr>
        <w:t>. — Je vais, selon l’usage, vous raconter une histoire : l’Histoire du petit Sans-Noël.</w:t>
      </w:r>
    </w:p>
    <w:p w14:paraId="7A715568" w14:textId="77777777" w:rsidR="00285C2D" w:rsidRPr="000A30E8" w:rsidRDefault="00285C2D" w:rsidP="00285C2D">
      <w:r w:rsidRPr="000A30E8">
        <w:t>C</w:t>
      </w:r>
      <w:r w:rsidRPr="000A30E8">
        <w:rPr>
          <w:rStyle w:val="Taille-1Caracteres"/>
        </w:rPr>
        <w:t>HŒUR DES</w:t>
      </w:r>
      <w:r w:rsidRPr="000A30E8">
        <w:t xml:space="preserve"> E</w:t>
      </w:r>
      <w:r w:rsidRPr="000A30E8">
        <w:rPr>
          <w:rStyle w:val="Taille-1Caracteres"/>
        </w:rPr>
        <w:t>NFANTS ATTENTIFS</w:t>
      </w:r>
      <w:r w:rsidRPr="000A30E8">
        <w:t>. — Pourquoi qu’on l’appelait Sans-Noël ?</w:t>
      </w:r>
    </w:p>
    <w:p w14:paraId="68E68046" w14:textId="77777777" w:rsidR="00285C2D" w:rsidRPr="000A30E8" w:rsidRDefault="00285C2D" w:rsidP="00285C2D">
      <w:r w:rsidRPr="000A30E8">
        <w:t>P</w:t>
      </w:r>
      <w:r w:rsidRPr="000A30E8">
        <w:rPr>
          <w:rStyle w:val="Taille-1Caracteres"/>
        </w:rPr>
        <w:t>REMIER</w:t>
      </w:r>
      <w:r w:rsidRPr="000A30E8">
        <w:t xml:space="preserve"> G</w:t>
      </w:r>
      <w:r w:rsidRPr="000A30E8">
        <w:rPr>
          <w:rStyle w:val="Taille-1Caracteres"/>
        </w:rPr>
        <w:t>RAND</w:t>
      </w:r>
      <w:r w:rsidRPr="000A30E8">
        <w:t>-P</w:t>
      </w:r>
      <w:r w:rsidRPr="000A30E8">
        <w:rPr>
          <w:rStyle w:val="Taille-1Caracteres"/>
        </w:rPr>
        <w:t>ÈRE CONTEUR</w:t>
      </w:r>
      <w:r w:rsidRPr="000A30E8">
        <w:t>. — Parce qu’il n’avait jamais rien trouvé dans sa cheminée le jour de Noël.</w:t>
      </w:r>
    </w:p>
    <w:p w14:paraId="6DD3E341" w14:textId="77777777" w:rsidR="00285C2D" w:rsidRPr="000A30E8" w:rsidRDefault="00285C2D" w:rsidP="00285C2D">
      <w:r w:rsidRPr="000A30E8">
        <w:t>C</w:t>
      </w:r>
      <w:r w:rsidRPr="000A30E8">
        <w:rPr>
          <w:rStyle w:val="Taille-1Caracteres"/>
        </w:rPr>
        <w:t>HŒUR DES</w:t>
      </w:r>
      <w:r w:rsidRPr="000A30E8">
        <w:t xml:space="preserve"> E</w:t>
      </w:r>
      <w:r w:rsidRPr="000A30E8">
        <w:rPr>
          <w:rStyle w:val="Taille-1Caracteres"/>
        </w:rPr>
        <w:t>NFANTS ATTENTIFS</w:t>
      </w:r>
      <w:r w:rsidRPr="000A30E8">
        <w:t>. — Il était peut-être méchant ?</w:t>
      </w:r>
    </w:p>
    <w:p w14:paraId="74C22F0B" w14:textId="77777777" w:rsidR="00285C2D" w:rsidRPr="000A30E8" w:rsidRDefault="00285C2D" w:rsidP="00285C2D">
      <w:r w:rsidRPr="000A30E8">
        <w:t>P</w:t>
      </w:r>
      <w:r w:rsidRPr="000A30E8">
        <w:rPr>
          <w:rStyle w:val="Taille-1Caracteres"/>
        </w:rPr>
        <w:t>REMIER</w:t>
      </w:r>
      <w:r w:rsidRPr="000A30E8">
        <w:t xml:space="preserve"> G</w:t>
      </w:r>
      <w:r w:rsidRPr="000A30E8">
        <w:rPr>
          <w:rStyle w:val="Taille-1Caracteres"/>
        </w:rPr>
        <w:t>RAND</w:t>
      </w:r>
      <w:r w:rsidRPr="000A30E8">
        <w:t>-P</w:t>
      </w:r>
      <w:r w:rsidRPr="000A30E8">
        <w:rPr>
          <w:rStyle w:val="Taille-1Caracteres"/>
        </w:rPr>
        <w:t>ÈRE CONTEUR</w:t>
      </w:r>
      <w:r w:rsidRPr="000A30E8">
        <w:t>. — Non, il était très sage, au contraire. Il avait six ans et demi, et c’était vraiment le modèle des enfants de six ans et demi. Il était tellement sage, que tous les ans on organisait une exposition du petit garçon modèle, pour l’édification des autres enfants du village. Sa tenue était donnée en exemple à dix lieues à la ronde. Il ne rongeait jamais ses ongles comme les autres enfants.</w:t>
      </w:r>
    </w:p>
    <w:p w14:paraId="5893B1B4" w14:textId="77777777" w:rsidR="00285C2D" w:rsidRPr="000A30E8" w:rsidRDefault="00285C2D" w:rsidP="00285C2D">
      <w:r w:rsidRPr="000A30E8">
        <w:lastRenderedPageBreak/>
        <w:t>C</w:t>
      </w:r>
      <w:r w:rsidRPr="000A30E8">
        <w:rPr>
          <w:rStyle w:val="Taille-1Caracteres"/>
        </w:rPr>
        <w:t>HŒUR DES</w:t>
      </w:r>
      <w:r w:rsidRPr="000A30E8">
        <w:t xml:space="preserve"> E</w:t>
      </w:r>
      <w:r w:rsidRPr="000A30E8">
        <w:rPr>
          <w:rStyle w:val="Taille-1Caracteres"/>
        </w:rPr>
        <w:t>NFANTS ATTENTIFS</w:t>
      </w:r>
      <w:r w:rsidRPr="000A30E8">
        <w:t>. — Est-ce possible, Premier Grand-Père conteur ?</w:t>
      </w:r>
    </w:p>
    <w:p w14:paraId="35153835" w14:textId="77777777" w:rsidR="00285C2D" w:rsidRPr="000A30E8" w:rsidRDefault="00285C2D" w:rsidP="00285C2D">
      <w:r w:rsidRPr="000A30E8">
        <w:t>P</w:t>
      </w:r>
      <w:r w:rsidRPr="000A30E8">
        <w:rPr>
          <w:rStyle w:val="Taille-1Caracteres"/>
        </w:rPr>
        <w:t>REMIER</w:t>
      </w:r>
      <w:r w:rsidRPr="000A30E8">
        <w:t xml:space="preserve"> G</w:t>
      </w:r>
      <w:r w:rsidRPr="000A30E8">
        <w:rPr>
          <w:rStyle w:val="Taille-1Caracteres"/>
        </w:rPr>
        <w:t>RAND</w:t>
      </w:r>
      <w:r w:rsidRPr="000A30E8">
        <w:t>-P</w:t>
      </w:r>
      <w:r w:rsidRPr="000A30E8">
        <w:rPr>
          <w:rStyle w:val="Taille-1Caracteres"/>
        </w:rPr>
        <w:t>ÈRE CONTEUR</w:t>
      </w:r>
      <w:r w:rsidRPr="000A30E8">
        <w:t>. — Oui, Sans-Noël ne rongeait jamais ses ongles, mais comme c’était un bon petit cœur, il les donnait à ronger à ceux de ses camarades qui avaient ce vilain défaut. Bref, c’était le modèle des enfants modèles.</w:t>
      </w:r>
    </w:p>
    <w:p w14:paraId="0A1A1FBA" w14:textId="77777777" w:rsidR="00285C2D" w:rsidRPr="000A30E8" w:rsidRDefault="00285C2D" w:rsidP="00285C2D">
      <w:r w:rsidRPr="000A30E8">
        <w:t>C</w:t>
      </w:r>
      <w:r w:rsidRPr="000A30E8">
        <w:rPr>
          <w:rStyle w:val="Taille-1Caracteres"/>
        </w:rPr>
        <w:t>HŒUR DES</w:t>
      </w:r>
      <w:r w:rsidRPr="000A30E8">
        <w:t xml:space="preserve"> E</w:t>
      </w:r>
      <w:r w:rsidRPr="000A30E8">
        <w:rPr>
          <w:rStyle w:val="Taille-1Caracteres"/>
        </w:rPr>
        <w:t>NFANTS ATTENTIFS</w:t>
      </w:r>
      <w:r w:rsidRPr="000A30E8">
        <w:t>. — Mais, pourquoi qu’il n’avait jamais de Noël, alors ? Il était pauvre, peut-être, Premier Grand-Père conteur ?</w:t>
      </w:r>
    </w:p>
    <w:p w14:paraId="273FC736" w14:textId="77777777" w:rsidR="00285C2D" w:rsidRPr="000A30E8" w:rsidRDefault="00285C2D" w:rsidP="00285C2D">
      <w:r w:rsidRPr="000A30E8">
        <w:t>P</w:t>
      </w:r>
      <w:r w:rsidRPr="000A30E8">
        <w:rPr>
          <w:rStyle w:val="Taille-1Caracteres"/>
        </w:rPr>
        <w:t>REMIER</w:t>
      </w:r>
      <w:r w:rsidRPr="000A30E8">
        <w:t xml:space="preserve"> G</w:t>
      </w:r>
      <w:r w:rsidRPr="000A30E8">
        <w:rPr>
          <w:rStyle w:val="Taille-1Caracteres"/>
        </w:rPr>
        <w:t>RAND</w:t>
      </w:r>
      <w:r w:rsidRPr="000A30E8">
        <w:t>-P</w:t>
      </w:r>
      <w:r w:rsidRPr="000A30E8">
        <w:rPr>
          <w:rStyle w:val="Taille-1Caracteres"/>
        </w:rPr>
        <w:t>ÈRE CONTEUR</w:t>
      </w:r>
      <w:r w:rsidRPr="000A30E8">
        <w:t>. — On ne put éclaircir ce mystère que plus tard, après bien des années de réflexions et de recherches ; le petit Sans-Noël ne trouvait jamais rien le jour de Noël parce qu’il ne pouvait pas mettre ses souliers dans la cheminée.</w:t>
      </w:r>
    </w:p>
    <w:p w14:paraId="54CA35A3" w14:textId="77777777" w:rsidR="00285C2D" w:rsidRPr="000A30E8" w:rsidRDefault="00285C2D" w:rsidP="00285C2D">
      <w:r w:rsidRPr="000A30E8">
        <w:t>C</w:t>
      </w:r>
      <w:r w:rsidRPr="000A30E8">
        <w:rPr>
          <w:rStyle w:val="Taille-1Caracteres"/>
        </w:rPr>
        <w:t>HŒUR DES</w:t>
      </w:r>
      <w:r w:rsidRPr="000A30E8">
        <w:t xml:space="preserve"> E</w:t>
      </w:r>
      <w:r w:rsidRPr="000A30E8">
        <w:rPr>
          <w:rStyle w:val="Taille-1Caracteres"/>
        </w:rPr>
        <w:t>NFANTS ATTENTIFS</w:t>
      </w:r>
      <w:r w:rsidRPr="000A30E8">
        <w:t>. — Pourquoi qu’il ne mettait pas ses souliers dans la cheminée ?</w:t>
      </w:r>
    </w:p>
    <w:p w14:paraId="6C7891F1" w14:textId="77777777" w:rsidR="00285C2D" w:rsidRPr="000A30E8" w:rsidRDefault="00285C2D" w:rsidP="00285C2D">
      <w:r w:rsidRPr="000A30E8">
        <w:t>P</w:t>
      </w:r>
      <w:r w:rsidRPr="000A30E8">
        <w:rPr>
          <w:rStyle w:val="Taille-1Caracteres"/>
        </w:rPr>
        <w:t>REMIER</w:t>
      </w:r>
      <w:r w:rsidRPr="000A30E8">
        <w:t xml:space="preserve"> G</w:t>
      </w:r>
      <w:r w:rsidRPr="000A30E8">
        <w:rPr>
          <w:rStyle w:val="Taille-1Caracteres"/>
        </w:rPr>
        <w:t>RAND</w:t>
      </w:r>
      <w:r w:rsidRPr="000A30E8">
        <w:t>-P</w:t>
      </w:r>
      <w:r w:rsidRPr="000A30E8">
        <w:rPr>
          <w:rStyle w:val="Taille-1Caracteres"/>
        </w:rPr>
        <w:t>ÈRE CONTEUR</w:t>
      </w:r>
      <w:r w:rsidRPr="000A30E8">
        <w:t>. — Parce qu’il était cul-de-jatte de naissance.</w:t>
      </w:r>
    </w:p>
    <w:p w14:paraId="6883C1AF" w14:textId="77777777" w:rsidR="00285C2D" w:rsidRPr="000A30E8" w:rsidRDefault="00285C2D" w:rsidP="00285C2D">
      <w:pPr>
        <w:pStyle w:val="Titre3"/>
      </w:pPr>
      <w:bookmarkStart w:id="72" w:name="_Toc196330252"/>
      <w:r w:rsidRPr="000A30E8">
        <w:t>DEUXIÈME CONTE</w:t>
      </w:r>
      <w:r w:rsidRPr="000A30E8">
        <w:br/>
      </w:r>
      <w:r w:rsidRPr="000A30E8">
        <w:br/>
        <w:t>Le bonhomme de neige.</w:t>
      </w:r>
      <w:bookmarkEnd w:id="72"/>
    </w:p>
    <w:p w14:paraId="21AA4F96" w14:textId="77777777" w:rsidR="00285C2D" w:rsidRPr="000A30E8" w:rsidRDefault="00285C2D" w:rsidP="00285C2D">
      <w:pPr>
        <w:pStyle w:val="Centr"/>
        <w:rPr>
          <w:rStyle w:val="Taille-1Caracteres"/>
        </w:rPr>
      </w:pPr>
      <w:r w:rsidRPr="000A30E8">
        <w:rPr>
          <w:rStyle w:val="Taille-1Caracteres"/>
        </w:rPr>
        <w:t>Même décor.</w:t>
      </w:r>
    </w:p>
    <w:p w14:paraId="1DBBEE62" w14:textId="77777777" w:rsidR="00285C2D" w:rsidRPr="000A30E8" w:rsidRDefault="00285C2D" w:rsidP="00285C2D">
      <w:r w:rsidRPr="000A30E8">
        <w:rPr>
          <w:szCs w:val="32"/>
        </w:rPr>
        <w:t>C</w:t>
      </w:r>
      <w:r w:rsidRPr="000A30E8">
        <w:rPr>
          <w:rStyle w:val="Taille-1Caracteres"/>
        </w:rPr>
        <w:t>HŒUR DES</w:t>
      </w:r>
      <w:r w:rsidRPr="000A30E8">
        <w:rPr>
          <w:szCs w:val="32"/>
        </w:rPr>
        <w:t xml:space="preserve"> E</w:t>
      </w:r>
      <w:r w:rsidRPr="000A30E8">
        <w:rPr>
          <w:rStyle w:val="Taille-1Caracteres"/>
        </w:rPr>
        <w:t>NFANTS ATTENTIFS</w:t>
      </w:r>
      <w:r w:rsidRPr="000A30E8">
        <w:rPr>
          <w:szCs w:val="32"/>
        </w:rPr>
        <w:t>. — À toi, Deuxième Grand-Père conteur, raconte-nous ton histoire, selon l’usage.</w:t>
      </w:r>
    </w:p>
    <w:p w14:paraId="4DB4E49E" w14:textId="77777777" w:rsidR="00285C2D" w:rsidRPr="000A30E8" w:rsidRDefault="00285C2D" w:rsidP="00285C2D">
      <w:r w:rsidRPr="000A30E8">
        <w:lastRenderedPageBreak/>
        <w:t>D</w:t>
      </w:r>
      <w:r w:rsidRPr="000A30E8">
        <w:rPr>
          <w:rStyle w:val="Taille-1Caracteres"/>
        </w:rPr>
        <w:t>EUXIÈME</w:t>
      </w:r>
      <w:r w:rsidRPr="000A30E8">
        <w:t xml:space="preserve"> G</w:t>
      </w:r>
      <w:r w:rsidRPr="000A30E8">
        <w:rPr>
          <w:rStyle w:val="Taille-1Caracteres"/>
        </w:rPr>
        <w:t>RAND</w:t>
      </w:r>
      <w:r w:rsidRPr="000A30E8">
        <w:t>-P</w:t>
      </w:r>
      <w:r w:rsidRPr="000A30E8">
        <w:rPr>
          <w:rStyle w:val="Taille-1Caracteres"/>
        </w:rPr>
        <w:t>ÈRE CONTEUR</w:t>
      </w:r>
      <w:r w:rsidRPr="000A30E8">
        <w:t>. — Je vais vous raconter l’histoire du bonhomme de neige : il y avait une fois un père et une mère qui avaient beaucoup d’enfants. Heureusement pour eux, les parents de ces nombreux enfants étaient riches. Ils habitaient une jolie villa à la campagne. Un jour, la veille de Noël, le jardin de la villa était couvert de neige. Tous les enfants résolurent de faire un bonhomme de neige. Quand il fut terminé, ils lui plantèrent dans la bouche une pipe de leur père, et posèrent sur sa tête un vieux chapeau haut de forme trouvé dans le grenier.</w:t>
      </w:r>
    </w:p>
    <w:p w14:paraId="2FB35206" w14:textId="77777777" w:rsidR="00285C2D" w:rsidRPr="000A30E8" w:rsidRDefault="00285C2D" w:rsidP="00285C2D">
      <w:r w:rsidRPr="000A30E8">
        <w:t>C</w:t>
      </w:r>
      <w:r w:rsidRPr="000A30E8">
        <w:rPr>
          <w:rStyle w:val="Taille-1Caracteres"/>
        </w:rPr>
        <w:t>HŒUR DES</w:t>
      </w:r>
      <w:r w:rsidRPr="000A30E8">
        <w:t xml:space="preserve"> E</w:t>
      </w:r>
      <w:r w:rsidRPr="000A30E8">
        <w:rPr>
          <w:rStyle w:val="Taille-1Caracteres"/>
        </w:rPr>
        <w:t>NFANTS ATTENTIFS</w:t>
      </w:r>
      <w:r w:rsidRPr="000A30E8">
        <w:t>. — Pourquoi qu’ils lui avaient mis un chapeau, au bonhomme de neige, Deuxième Grand-Père conteur ?</w:t>
      </w:r>
    </w:p>
    <w:p w14:paraId="0D5E74BE" w14:textId="77777777" w:rsidR="00285C2D" w:rsidRPr="000A30E8" w:rsidRDefault="00285C2D" w:rsidP="00285C2D">
      <w:r w:rsidRPr="000A30E8">
        <w:t>D</w:t>
      </w:r>
      <w:r w:rsidRPr="000A30E8">
        <w:rPr>
          <w:rStyle w:val="Taille-1Caracteres"/>
        </w:rPr>
        <w:t>EUXIÈME</w:t>
      </w:r>
      <w:r w:rsidRPr="000A30E8">
        <w:t xml:space="preserve"> G</w:t>
      </w:r>
      <w:r w:rsidRPr="000A30E8">
        <w:rPr>
          <w:rStyle w:val="Taille-1Caracteres"/>
        </w:rPr>
        <w:t>RAND</w:t>
      </w:r>
      <w:r w:rsidRPr="000A30E8">
        <w:t>-P</w:t>
      </w:r>
      <w:r w:rsidRPr="000A30E8">
        <w:rPr>
          <w:rStyle w:val="Taille-1Caracteres"/>
        </w:rPr>
        <w:t>ÈRE CONTEUR</w:t>
      </w:r>
      <w:r w:rsidRPr="000A30E8">
        <w:t>. — Probablement à cause de l’humidité. Bref, les enfants s’amusèrent toute la journée avec le bonhomme de neige. Aussi, le soir, il eut beaucoup de chagrin, en voyant ses petits amis rentrer dans la villa pour se coucher. « Enfin, se dit-il, une nuit est bien vite passée. Demain, les petits enfants reviendront s’amuser avec moi. » Puis le brave bonhomme de neige s’endormit sous le ciel étoilé de Noël. Il dormait à peine depuis une demi-heure, lorsqu’il se réveilla en sursaut : « Ça sent le brûlé ! dit-il. » Alors, ouvrant les yeux, il s’aperçut qu’un commencement d’incendie se déclarait dans un petit hangar situé près de la villa.</w:t>
      </w:r>
    </w:p>
    <w:p w14:paraId="7BB15837" w14:textId="77777777" w:rsidR="00285C2D" w:rsidRPr="000A30E8" w:rsidRDefault="00285C2D" w:rsidP="00285C2D">
      <w:r w:rsidRPr="000A30E8">
        <w:t>C</w:t>
      </w:r>
      <w:r w:rsidRPr="000A30E8">
        <w:rPr>
          <w:rStyle w:val="Taille-1Caracteres"/>
        </w:rPr>
        <w:t>HŒUR DES</w:t>
      </w:r>
      <w:r w:rsidRPr="000A30E8">
        <w:t xml:space="preserve"> E</w:t>
      </w:r>
      <w:r w:rsidRPr="000A30E8">
        <w:rPr>
          <w:rStyle w:val="Taille-1Caracteres"/>
        </w:rPr>
        <w:t>NFANTS ATTENTIFS</w:t>
      </w:r>
      <w:r w:rsidRPr="000A30E8">
        <w:t>. — Pauvres petits enfants ! Ils ont été tous brûlés, Deuxième Grand-Père conteur ?</w:t>
      </w:r>
    </w:p>
    <w:p w14:paraId="5D9222DA" w14:textId="77777777" w:rsidR="00285C2D" w:rsidRPr="000A30E8" w:rsidRDefault="00285C2D" w:rsidP="00285C2D">
      <w:r w:rsidRPr="000A30E8">
        <w:t>D</w:t>
      </w:r>
      <w:r w:rsidRPr="000A30E8">
        <w:rPr>
          <w:rStyle w:val="Taille-1Caracteres"/>
        </w:rPr>
        <w:t>EUXIÈME</w:t>
      </w:r>
      <w:r w:rsidRPr="000A30E8">
        <w:t xml:space="preserve"> G</w:t>
      </w:r>
      <w:r w:rsidRPr="000A30E8">
        <w:rPr>
          <w:rStyle w:val="Taille-1Caracteres"/>
        </w:rPr>
        <w:t>RAND</w:t>
      </w:r>
      <w:r w:rsidRPr="000A30E8">
        <w:t>-P</w:t>
      </w:r>
      <w:r w:rsidRPr="000A30E8">
        <w:rPr>
          <w:rStyle w:val="Taille-1Caracteres"/>
        </w:rPr>
        <w:t>ÈRE CONTEUR</w:t>
      </w:r>
      <w:r w:rsidRPr="000A30E8">
        <w:t xml:space="preserve">. — Non, grâce au dévouement du brave bonhomme de neige, ils furent tous sauvés. En voyant le danger que couraient ses petits amis, le bonhomme de neige s’élança vers la flamme qui couvait dans le </w:t>
      </w:r>
      <w:r w:rsidRPr="000A30E8">
        <w:lastRenderedPageBreak/>
        <w:t>hangar et, courageusement, se coucha dessus. Alors, il se mit à fondre, à fondre, et transformé en eau il éteignit rapidement le feu. Le lendemain, quand les petits enfants revinrent jouer dans le jardin, ils ne trouvèrent plus le bonhomme de neige. Seule, une petite flaque d’eau dans le hangar témoignait de son héroïsme. Mais personne n’y fit attention, et on accusa le chien.</w:t>
      </w:r>
    </w:p>
    <w:p w14:paraId="4A4FDC30" w14:textId="77777777" w:rsidR="00285C2D" w:rsidRPr="000A30E8" w:rsidRDefault="00285C2D" w:rsidP="00285C2D">
      <w:r w:rsidRPr="000A30E8">
        <w:t>C</w:t>
      </w:r>
      <w:r w:rsidRPr="000A30E8">
        <w:rPr>
          <w:rStyle w:val="Taille-1Caracteres"/>
        </w:rPr>
        <w:t>HŒUR DES</w:t>
      </w:r>
      <w:r w:rsidRPr="000A30E8">
        <w:t xml:space="preserve"> E</w:t>
      </w:r>
      <w:r w:rsidRPr="000A30E8">
        <w:rPr>
          <w:rStyle w:val="Taille-1Caracteres"/>
        </w:rPr>
        <w:t>NFANTS ATTENTIFS</w:t>
      </w:r>
      <w:r w:rsidRPr="000A30E8">
        <w:t xml:space="preserve">, </w:t>
      </w:r>
      <w:r w:rsidRPr="000A30E8">
        <w:rPr>
          <w:i/>
          <w:iCs/>
        </w:rPr>
        <w:t>des larmes dans la voix</w:t>
      </w:r>
      <w:r w:rsidRPr="000A30E8">
        <w:t>. — Pauvre bonhomme de neige !</w:t>
      </w:r>
    </w:p>
    <w:p w14:paraId="74BEF2DA" w14:textId="77777777" w:rsidR="00285C2D" w:rsidRPr="000A30E8" w:rsidRDefault="00285C2D" w:rsidP="00285C2D">
      <w:pPr>
        <w:pStyle w:val="Titre3"/>
      </w:pPr>
      <w:bookmarkStart w:id="73" w:name="_Toc196330253"/>
      <w:r w:rsidRPr="000A30E8">
        <w:t>TROISIÈME CONTE</w:t>
      </w:r>
      <w:r w:rsidRPr="000A30E8">
        <w:br/>
      </w:r>
      <w:r w:rsidRPr="000A30E8">
        <w:br/>
        <w:t>L’arbre de Noël.</w:t>
      </w:r>
      <w:bookmarkEnd w:id="73"/>
    </w:p>
    <w:p w14:paraId="5C779818" w14:textId="77777777" w:rsidR="00285C2D" w:rsidRPr="000A30E8" w:rsidRDefault="00285C2D" w:rsidP="00285C2D">
      <w:pPr>
        <w:pStyle w:val="Centr"/>
        <w:rPr>
          <w:rStyle w:val="Taille-1Caracteres"/>
        </w:rPr>
      </w:pPr>
      <w:r w:rsidRPr="000A30E8">
        <w:rPr>
          <w:rStyle w:val="Taille-1Caracteres"/>
        </w:rPr>
        <w:t>Même décor.</w:t>
      </w:r>
    </w:p>
    <w:p w14:paraId="7312B725" w14:textId="77777777" w:rsidR="00285C2D" w:rsidRPr="000A30E8" w:rsidRDefault="00285C2D" w:rsidP="00285C2D">
      <w:r w:rsidRPr="000A30E8">
        <w:rPr>
          <w:szCs w:val="32"/>
        </w:rPr>
        <w:t>L</w:t>
      </w:r>
      <w:r w:rsidRPr="000A30E8">
        <w:rPr>
          <w:rStyle w:val="Taille-1Caracteres"/>
        </w:rPr>
        <w:t>A</w:t>
      </w:r>
      <w:r w:rsidRPr="000A30E8">
        <w:rPr>
          <w:szCs w:val="32"/>
        </w:rPr>
        <w:t xml:space="preserve"> F</w:t>
      </w:r>
      <w:r w:rsidRPr="000A30E8">
        <w:rPr>
          <w:rStyle w:val="Taille-1Caracteres"/>
        </w:rPr>
        <w:t>ILLETTE SANS GRAND-PÈRE</w:t>
      </w:r>
      <w:r w:rsidRPr="000A30E8">
        <w:rPr>
          <w:szCs w:val="32"/>
        </w:rPr>
        <w:t xml:space="preserve">, </w:t>
      </w:r>
      <w:r w:rsidRPr="000A30E8">
        <w:rPr>
          <w:i/>
          <w:iCs/>
          <w:szCs w:val="32"/>
        </w:rPr>
        <w:t>aux autres enfants</w:t>
      </w:r>
      <w:r w:rsidRPr="000A30E8">
        <w:rPr>
          <w:szCs w:val="32"/>
        </w:rPr>
        <w:t>. — Vos deux grands-pères ont raconté des histoires. Mon grand-père aussi m’en racontait lorsqu’il était encore de ce monde. Pour le remplacer, mes parents m’ont acheté un grand-père conteur automatique. Le voici.</w:t>
      </w:r>
    </w:p>
    <w:p w14:paraId="3008EBE5" w14:textId="77777777" w:rsidR="00285C2D" w:rsidRPr="000A30E8" w:rsidRDefault="00285C2D" w:rsidP="00285C2D">
      <w:r w:rsidRPr="000A30E8">
        <w:t>(</w:t>
      </w:r>
      <w:r w:rsidRPr="000A30E8">
        <w:rPr>
          <w:i/>
          <w:iCs/>
        </w:rPr>
        <w:t>Elle pose sur une chaise devant la cheminée un mannequin automatique représentant un grand-père</w:t>
      </w:r>
      <w:r w:rsidRPr="000A30E8">
        <w:t>.)</w:t>
      </w:r>
    </w:p>
    <w:p w14:paraId="614E87EE" w14:textId="77777777" w:rsidR="00285C2D" w:rsidRPr="000A30E8" w:rsidRDefault="00285C2D" w:rsidP="00285C2D">
      <w:r w:rsidRPr="000A30E8">
        <w:t>C</w:t>
      </w:r>
      <w:r w:rsidRPr="000A30E8">
        <w:rPr>
          <w:rStyle w:val="Taille-1Caracteres"/>
        </w:rPr>
        <w:t>HŒUR DES</w:t>
      </w:r>
      <w:r w:rsidRPr="000A30E8">
        <w:t xml:space="preserve"> E</w:t>
      </w:r>
      <w:r w:rsidRPr="000A30E8">
        <w:rPr>
          <w:rStyle w:val="Taille-1Caracteres"/>
        </w:rPr>
        <w:t>NFANTS ATTENTIFS</w:t>
      </w:r>
      <w:r w:rsidRPr="000A30E8">
        <w:t>. — Il va nous raconter une histoire, ton grand-père conteur automatique ?</w:t>
      </w:r>
    </w:p>
    <w:p w14:paraId="1CC1AA34"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ILLETTE SANS GRAND-PÈRE</w:t>
      </w:r>
      <w:r w:rsidRPr="000A30E8">
        <w:t>. — Oui, il suffit pour cela de le monter comme une pendule. (</w:t>
      </w:r>
      <w:r w:rsidRPr="000A30E8">
        <w:rPr>
          <w:i/>
          <w:iCs/>
        </w:rPr>
        <w:t>Elle monte à l’aide d’une clé le grand-père conteur automatique.</w:t>
      </w:r>
      <w:r w:rsidRPr="000A30E8">
        <w:t>)</w:t>
      </w:r>
    </w:p>
    <w:p w14:paraId="4CAB4037" w14:textId="77777777" w:rsidR="00285C2D" w:rsidRPr="000A30E8" w:rsidRDefault="00285C2D" w:rsidP="00285C2D">
      <w:r w:rsidRPr="000A30E8">
        <w:lastRenderedPageBreak/>
        <w:t>L</w:t>
      </w:r>
      <w:r w:rsidRPr="000A30E8">
        <w:rPr>
          <w:rStyle w:val="Taille-1Caracteres"/>
        </w:rPr>
        <w:t>E</w:t>
      </w:r>
      <w:r w:rsidRPr="000A30E8">
        <w:t xml:space="preserve"> G</w:t>
      </w:r>
      <w:r w:rsidRPr="000A30E8">
        <w:rPr>
          <w:rStyle w:val="Taille-1Caracteres"/>
        </w:rPr>
        <w:t>RAND</w:t>
      </w:r>
      <w:r w:rsidRPr="000A30E8">
        <w:t>-P</w:t>
      </w:r>
      <w:r w:rsidRPr="000A30E8">
        <w:rPr>
          <w:rStyle w:val="Taille-1Caracteres"/>
        </w:rPr>
        <w:t>ÈRE CONTEUR AUTOMATIQUE</w:t>
      </w:r>
      <w:r w:rsidRPr="000A30E8">
        <w:t>. — Je vais vous raconter l’histoire de « l’arbre de Noël ». Elle sera courte, car mon mécanisme ne me donne la parole que pendant dix minutes : il y avait une fois un vieux marquis issu de la plus haute noblesse. Étant complètement ruiné, il habitait une misérable mansarde avec ses six petits enfants. Un soir de Noël, n’ayant pour toute fortune qu’une cinquantaine de centimes, il acheta pour sa petite famille quelques jouets bon marché.</w:t>
      </w:r>
    </w:p>
    <w:p w14:paraId="60CB6814" w14:textId="77777777" w:rsidR="00285C2D" w:rsidRPr="000A30E8" w:rsidRDefault="00285C2D" w:rsidP="00285C2D">
      <w:r w:rsidRPr="000A30E8">
        <w:t>— C’est un arbre de Noël que nous voudrions, s’écrièrent tous ses petits enfants, lorsqu’il leur apporta les modestes jouets.</w:t>
      </w:r>
    </w:p>
    <w:p w14:paraId="7664A8E5" w14:textId="77777777" w:rsidR="00285C2D" w:rsidRPr="000A30E8" w:rsidRDefault="00285C2D" w:rsidP="00285C2D">
      <w:r w:rsidRPr="000A30E8">
        <w:t>— Un arbre de Noël ! murmura le père. Hélas ! je n’ai plus d’argent pour satisfaire le désir de ces chers innocents.</w:t>
      </w:r>
    </w:p>
    <w:p w14:paraId="0EB04D09" w14:textId="77777777" w:rsidR="00285C2D" w:rsidRPr="000A30E8" w:rsidRDefault="00285C2D" w:rsidP="00285C2D">
      <w:r w:rsidRPr="000A30E8">
        <w:t>Ses yeux erraient lamentablement sur le pauvre logis aux murs dénudés. Tout à coup, il aperçut le seul ornement suspendu à la cloison.</w:t>
      </w:r>
    </w:p>
    <w:p w14:paraId="1C87FEDB" w14:textId="77777777" w:rsidR="00285C2D" w:rsidRPr="000A30E8" w:rsidRDefault="00285C2D" w:rsidP="00285C2D">
      <w:r w:rsidRPr="000A30E8">
        <w:t>— J’ai trouvé, s’écria le vieux marquis. Vous allez avoir votre arbre de Noël !</w:t>
      </w:r>
    </w:p>
    <w:p w14:paraId="2848CDF5" w14:textId="77777777" w:rsidR="00285C2D" w:rsidRPr="000A30E8" w:rsidRDefault="00285C2D" w:rsidP="00285C2D">
      <w:r w:rsidRPr="000A30E8">
        <w:t>Fou de joie, il décrocha d’une main fébrile le tableau suspendu au mur, et y attacha à l’aide d’épingles les jouets qu’il venait d’acheter.</w:t>
      </w:r>
    </w:p>
    <w:p w14:paraId="0C1204E7" w14:textId="77777777" w:rsidR="00285C2D" w:rsidRPr="000A30E8" w:rsidRDefault="00285C2D" w:rsidP="00285C2D">
      <w:r w:rsidRPr="000A30E8">
        <w:t>Puis il alluma une douzaine d’allumettes-bougies et les planta dans le tableau. Alors, tous les enfants poussèrent des cris joyeux en apercevant l’objet de leur désir brillamment illuminé. Le vieux marquis venait d’improviser un arbre de Noël avec l’arbre généalogique de son illustre famille.</w:t>
      </w:r>
    </w:p>
    <w:p w14:paraId="2A52BDAE" w14:textId="77777777" w:rsidR="00285C2D" w:rsidRPr="000A30E8" w:rsidRDefault="00285C2D" w:rsidP="00285C2D">
      <w:pPr>
        <w:pStyle w:val="Centr"/>
      </w:pPr>
      <w:r w:rsidRPr="000A30E8">
        <w:t>RIDEAU</w:t>
      </w:r>
    </w:p>
    <w:p w14:paraId="434372AF" w14:textId="77777777" w:rsidR="00285C2D" w:rsidRPr="000A30E8" w:rsidRDefault="00285C2D" w:rsidP="00285C2D">
      <w:pPr>
        <w:pStyle w:val="NormalSautPageAvant"/>
      </w:pPr>
    </w:p>
    <w:p w14:paraId="0D937F71" w14:textId="77777777" w:rsidR="00285C2D" w:rsidRPr="000A30E8" w:rsidRDefault="00285C2D" w:rsidP="00285C2D">
      <w:pPr>
        <w:pStyle w:val="Droite"/>
      </w:pPr>
      <w:r w:rsidRPr="000A30E8">
        <w:t>À ma chère fille Jeannette</w:t>
      </w:r>
    </w:p>
    <w:p w14:paraId="6E8CB9AF" w14:textId="77777777" w:rsidR="00285C2D" w:rsidRPr="000A30E8" w:rsidRDefault="00285C2D" w:rsidP="00285C2D">
      <w:pPr>
        <w:pStyle w:val="Titre2"/>
      </w:pPr>
      <w:bookmarkStart w:id="74" w:name="_Toc196330254"/>
      <w:r w:rsidRPr="000A30E8">
        <w:lastRenderedPageBreak/>
        <w:t>LE PETIT CHAPERON VERT</w:t>
      </w:r>
      <w:r w:rsidRPr="000A30E8">
        <w:br/>
      </w:r>
      <w:r w:rsidRPr="000A30E8">
        <w:br/>
        <w:t>Drame pour les petits.</w:t>
      </w:r>
      <w:bookmarkEnd w:id="74"/>
    </w:p>
    <w:p w14:paraId="27BC7226" w14:textId="77777777" w:rsidR="00285C2D" w:rsidRPr="000A30E8" w:rsidRDefault="00285C2D" w:rsidP="00285C2D">
      <w:pPr>
        <w:pStyle w:val="Titre3"/>
      </w:pPr>
      <w:bookmarkStart w:id="75" w:name="_Toc196330255"/>
      <w:r w:rsidRPr="000A30E8">
        <w:t>PREMIER ACTE</w:t>
      </w:r>
      <w:r w:rsidRPr="000A30E8">
        <w:br/>
      </w:r>
      <w:r w:rsidRPr="000A30E8">
        <w:br/>
        <w:t>Coïncidences tragiques.</w:t>
      </w:r>
      <w:bookmarkEnd w:id="75"/>
    </w:p>
    <w:p w14:paraId="0373F426" w14:textId="77777777" w:rsidR="00285C2D" w:rsidRPr="000A30E8" w:rsidRDefault="00285C2D" w:rsidP="00285C2D">
      <w:pPr>
        <w:pStyle w:val="Centr"/>
      </w:pPr>
      <w:r w:rsidRPr="000A30E8">
        <w:rPr>
          <w:rStyle w:val="Taille-1Caracteres"/>
        </w:rPr>
        <w:t>La scène représente l’intérieur d’une maison</w:t>
      </w:r>
      <w:r w:rsidRPr="000A30E8">
        <w:t>.</w:t>
      </w:r>
    </w:p>
    <w:p w14:paraId="126A0F34" w14:textId="77777777" w:rsidR="00285C2D" w:rsidRPr="000A30E8" w:rsidRDefault="00285C2D" w:rsidP="00285C2D">
      <w:r w:rsidRPr="000A30E8">
        <w:rPr>
          <w:szCs w:val="32"/>
        </w:rPr>
        <w:t>L</w:t>
      </w:r>
      <w:r w:rsidRPr="000A30E8">
        <w:rPr>
          <w:rStyle w:val="Taille-1Caracteres"/>
        </w:rPr>
        <w:t>E</w:t>
      </w:r>
      <w:r w:rsidRPr="000A30E8">
        <w:rPr>
          <w:szCs w:val="32"/>
        </w:rPr>
        <w:t xml:space="preserve"> P</w:t>
      </w:r>
      <w:r w:rsidRPr="000A30E8">
        <w:rPr>
          <w:rStyle w:val="Taille-1Caracteres"/>
        </w:rPr>
        <w:t>ÈRE DU</w:t>
      </w:r>
      <w:r w:rsidRPr="000A30E8">
        <w:rPr>
          <w:szCs w:val="32"/>
        </w:rPr>
        <w:t xml:space="preserve"> P</w:t>
      </w:r>
      <w:r w:rsidRPr="000A30E8">
        <w:rPr>
          <w:rStyle w:val="Taille-1Caracteres"/>
        </w:rPr>
        <w:t>ETIT</w:t>
      </w:r>
      <w:r w:rsidRPr="000A30E8">
        <w:rPr>
          <w:szCs w:val="32"/>
        </w:rPr>
        <w:t xml:space="preserve"> C</w:t>
      </w:r>
      <w:r w:rsidRPr="000A30E8">
        <w:rPr>
          <w:rStyle w:val="Taille-1Caracteres"/>
        </w:rPr>
        <w:t>HAPERON VERT</w:t>
      </w:r>
      <w:r w:rsidRPr="000A30E8">
        <w:rPr>
          <w:szCs w:val="32"/>
        </w:rPr>
        <w:t>. — Nous habitons la maison où logeait autrefois le célèbre Petit Chaperon rouge, qui fut mangé par le loup.</w:t>
      </w:r>
    </w:p>
    <w:p w14:paraId="09D5F69D"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ÈRE DU</w:t>
      </w:r>
      <w:r w:rsidRPr="000A30E8">
        <w:t xml:space="preserve"> P</w:t>
      </w:r>
      <w:r w:rsidRPr="000A30E8">
        <w:rPr>
          <w:rStyle w:val="Taille-1Caracteres"/>
        </w:rPr>
        <w:t>ETIT</w:t>
      </w:r>
      <w:r w:rsidRPr="000A30E8">
        <w:t xml:space="preserve"> C</w:t>
      </w:r>
      <w:r w:rsidRPr="000A30E8">
        <w:rPr>
          <w:rStyle w:val="Taille-1Caracteres"/>
        </w:rPr>
        <w:t>HAPERON VERT</w:t>
      </w:r>
      <w:r w:rsidRPr="000A30E8">
        <w:t>. — Étrange coïncidence : notre ravissante petite fille porte avec tant de grâce un petit chapeau vert qu’on l’appelle partout : le Petit Chaperon vert.</w:t>
      </w:r>
    </w:p>
    <w:p w14:paraId="7062ABC4"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ÈRE DU</w:t>
      </w:r>
      <w:r w:rsidRPr="000A30E8">
        <w:t xml:space="preserve"> P</w:t>
      </w:r>
      <w:r w:rsidRPr="000A30E8">
        <w:rPr>
          <w:rStyle w:val="Taille-1Caracteres"/>
        </w:rPr>
        <w:t>ETIT</w:t>
      </w:r>
      <w:r w:rsidRPr="000A30E8">
        <w:t xml:space="preserve"> C</w:t>
      </w:r>
      <w:r w:rsidRPr="000A30E8">
        <w:rPr>
          <w:rStyle w:val="Taille-1Caracteres"/>
        </w:rPr>
        <w:t>HAPERON VERT</w:t>
      </w:r>
      <w:r w:rsidRPr="000A30E8">
        <w:t>. — Coïncidence plus extraordinaire encore : la mère-grand de notre petite fille demeure au village voisin, comme jadis celle du Petit Chaperon rouge, et pour aller chez elle, il faut traverser la forêt prochaine.</w:t>
      </w:r>
    </w:p>
    <w:p w14:paraId="14646A07"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ÈRE DU</w:t>
      </w:r>
      <w:r w:rsidRPr="000A30E8">
        <w:t xml:space="preserve"> P</w:t>
      </w:r>
      <w:r w:rsidRPr="000A30E8">
        <w:rPr>
          <w:rStyle w:val="Taille-1Caracteres"/>
        </w:rPr>
        <w:t>ETIT</w:t>
      </w:r>
      <w:r w:rsidRPr="000A30E8">
        <w:t xml:space="preserve"> C</w:t>
      </w:r>
      <w:r w:rsidRPr="000A30E8">
        <w:rPr>
          <w:rStyle w:val="Taille-1Caracteres"/>
        </w:rPr>
        <w:t>HAPERON VERT</w:t>
      </w:r>
      <w:r w:rsidRPr="000A30E8">
        <w:t>. — Ne dit-on pas aussi que le fameux loup qui dévora le Petit Chaperon rouge et sa mère-grand rôde toujours dans la forêt ?</w:t>
      </w:r>
    </w:p>
    <w:p w14:paraId="6B4450B4"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ÈRE DU</w:t>
      </w:r>
      <w:r w:rsidRPr="000A30E8">
        <w:t xml:space="preserve"> P</w:t>
      </w:r>
      <w:r w:rsidRPr="000A30E8">
        <w:rPr>
          <w:rStyle w:val="Taille-1Caracteres"/>
        </w:rPr>
        <w:t>ETIT</w:t>
      </w:r>
      <w:r w:rsidRPr="000A30E8">
        <w:t xml:space="preserve"> C</w:t>
      </w:r>
      <w:r w:rsidRPr="000A30E8">
        <w:rPr>
          <w:rStyle w:val="Taille-1Caracteres"/>
        </w:rPr>
        <w:t>HAPERON VERT</w:t>
      </w:r>
      <w:r w:rsidRPr="000A30E8">
        <w:t>. — Oui, toutes ces coïncidences sont particulièrement troublantes.</w:t>
      </w:r>
    </w:p>
    <w:p w14:paraId="36D8F224" w14:textId="77777777" w:rsidR="00285C2D" w:rsidRPr="000A30E8" w:rsidRDefault="00285C2D" w:rsidP="00285C2D">
      <w:r w:rsidRPr="000A30E8">
        <w:lastRenderedPageBreak/>
        <w:t>L</w:t>
      </w:r>
      <w:r w:rsidRPr="000A30E8">
        <w:rPr>
          <w:rStyle w:val="Taille-1Caracteres"/>
        </w:rPr>
        <w:t>A</w:t>
      </w:r>
      <w:r w:rsidRPr="000A30E8">
        <w:t xml:space="preserve"> M</w:t>
      </w:r>
      <w:r w:rsidRPr="000A30E8">
        <w:rPr>
          <w:rStyle w:val="Taille-1Caracteres"/>
        </w:rPr>
        <w:t>ÈRE DU</w:t>
      </w:r>
      <w:r w:rsidRPr="000A30E8">
        <w:t xml:space="preserve"> P</w:t>
      </w:r>
      <w:r w:rsidRPr="000A30E8">
        <w:rPr>
          <w:rStyle w:val="Taille-1Caracteres"/>
        </w:rPr>
        <w:t>ETIT</w:t>
      </w:r>
      <w:r w:rsidRPr="000A30E8">
        <w:t xml:space="preserve"> C</w:t>
      </w:r>
      <w:r w:rsidRPr="000A30E8">
        <w:rPr>
          <w:rStyle w:val="Taille-1Caracteres"/>
        </w:rPr>
        <w:t>HAPERON VERT</w:t>
      </w:r>
      <w:r w:rsidRPr="000A30E8">
        <w:t>. — D’autant plus troublantes qu’aujourd’hui même j’ai fait cuire des galettes et…</w:t>
      </w:r>
    </w:p>
    <w:p w14:paraId="3BCE2685"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ÈRE DU</w:t>
      </w:r>
      <w:r w:rsidRPr="000A30E8">
        <w:t xml:space="preserve"> P</w:t>
      </w:r>
      <w:r w:rsidRPr="000A30E8">
        <w:rPr>
          <w:rStyle w:val="Taille-1Caracteres"/>
        </w:rPr>
        <w:t>ETIT</w:t>
      </w:r>
      <w:r w:rsidRPr="000A30E8">
        <w:t xml:space="preserve"> C</w:t>
      </w:r>
      <w:r w:rsidRPr="000A30E8">
        <w:rPr>
          <w:rStyle w:val="Taille-1Caracteres"/>
        </w:rPr>
        <w:t>HAPERON VERT</w:t>
      </w:r>
      <w:r w:rsidRPr="000A30E8">
        <w:t xml:space="preserve">, </w:t>
      </w:r>
      <w:r w:rsidRPr="000A30E8">
        <w:rPr>
          <w:i/>
          <w:iCs/>
        </w:rPr>
        <w:t>pâlissant</w:t>
      </w:r>
      <w:r w:rsidRPr="000A30E8">
        <w:t>. — Des galettes ! C’est affreux ! Ah ! je devine la suite ! Tu vas envoyer notre fille le Petit Chaperon vert porter à sa mère-grand une galette ?</w:t>
      </w:r>
    </w:p>
    <w:p w14:paraId="6EA8952E"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ÈRE DU</w:t>
      </w:r>
      <w:r w:rsidRPr="000A30E8">
        <w:t xml:space="preserve"> P</w:t>
      </w:r>
      <w:r w:rsidRPr="000A30E8">
        <w:rPr>
          <w:rStyle w:val="Taille-1Caracteres"/>
        </w:rPr>
        <w:t>ETIT</w:t>
      </w:r>
      <w:r w:rsidRPr="000A30E8">
        <w:t xml:space="preserve"> C</w:t>
      </w:r>
      <w:r w:rsidRPr="000A30E8">
        <w:rPr>
          <w:rStyle w:val="Taille-1Caracteres"/>
        </w:rPr>
        <w:t>HAPERON VERT</w:t>
      </w:r>
      <w:r w:rsidRPr="000A30E8">
        <w:t>. — Oui, une galette et un petit pot de beurre.</w:t>
      </w:r>
    </w:p>
    <w:p w14:paraId="546FEFE2"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ÈRE DU</w:t>
      </w:r>
      <w:r w:rsidRPr="000A30E8">
        <w:t xml:space="preserve"> P</w:t>
      </w:r>
      <w:r w:rsidRPr="000A30E8">
        <w:rPr>
          <w:rStyle w:val="Taille-1Caracteres"/>
        </w:rPr>
        <w:t>ETIT</w:t>
      </w:r>
      <w:r w:rsidRPr="000A30E8">
        <w:t xml:space="preserve"> C</w:t>
      </w:r>
      <w:r w:rsidRPr="000A30E8">
        <w:rPr>
          <w:rStyle w:val="Taille-1Caracteres"/>
        </w:rPr>
        <w:t>HAPERON VERT</w:t>
      </w:r>
      <w:r w:rsidRPr="000A30E8">
        <w:t>.— Un petit pot de beurre ! C’est horrible ! Ce sont là d’extraordinaires et tragiques coïncidences ! Mais, chut ! voici le Petit Chaperon vert qui revient de l’école.</w:t>
      </w:r>
    </w:p>
    <w:p w14:paraId="655299C6"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ÈRE DU</w:t>
      </w:r>
      <w:r w:rsidRPr="000A30E8">
        <w:t xml:space="preserve"> P</w:t>
      </w:r>
      <w:r w:rsidRPr="000A30E8">
        <w:rPr>
          <w:rStyle w:val="Taille-1Caracteres"/>
        </w:rPr>
        <w:t>ETIT</w:t>
      </w:r>
      <w:r w:rsidRPr="000A30E8">
        <w:t xml:space="preserve"> C</w:t>
      </w:r>
      <w:r w:rsidRPr="000A30E8">
        <w:rPr>
          <w:rStyle w:val="Taille-1Caracteres"/>
        </w:rPr>
        <w:t>HAPERON VERT</w:t>
      </w:r>
      <w:r w:rsidRPr="000A30E8">
        <w:t xml:space="preserve">, </w:t>
      </w:r>
      <w:r w:rsidRPr="000A30E8">
        <w:rPr>
          <w:i/>
          <w:iCs/>
        </w:rPr>
        <w:t>au Petit Chaperon vert</w:t>
      </w:r>
      <w:r w:rsidRPr="000A30E8">
        <w:t>. — Va voir comment se porte ta mère-grand. Porte-lui cette galette et ce petit pot de beurre.</w:t>
      </w:r>
    </w:p>
    <w:p w14:paraId="2CE2379E"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ETIT</w:t>
      </w:r>
      <w:r w:rsidRPr="000A30E8">
        <w:t xml:space="preserve"> C</w:t>
      </w:r>
      <w:r w:rsidRPr="000A30E8">
        <w:rPr>
          <w:rStyle w:val="Taille-1Caracteres"/>
        </w:rPr>
        <w:t>HAPERON VERT</w:t>
      </w:r>
      <w:r w:rsidRPr="000A30E8">
        <w:t xml:space="preserve">, </w:t>
      </w:r>
      <w:r w:rsidRPr="000A30E8">
        <w:rPr>
          <w:i/>
          <w:iCs/>
        </w:rPr>
        <w:t>joyeusement</w:t>
      </w:r>
      <w:r w:rsidRPr="000A30E8">
        <w:t>. — Tiens, comme le Petit Chaperon rouge !</w:t>
      </w:r>
    </w:p>
    <w:p w14:paraId="7D7C7772"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ÈRE DU</w:t>
      </w:r>
      <w:r w:rsidRPr="000A30E8">
        <w:t xml:space="preserve"> P</w:t>
      </w:r>
      <w:r w:rsidRPr="000A30E8">
        <w:rPr>
          <w:rStyle w:val="Taille-1Caracteres"/>
        </w:rPr>
        <w:t>ETIT</w:t>
      </w:r>
      <w:r w:rsidRPr="000A30E8">
        <w:t xml:space="preserve"> C</w:t>
      </w:r>
      <w:r w:rsidRPr="000A30E8">
        <w:rPr>
          <w:rStyle w:val="Taille-1Caracteres"/>
        </w:rPr>
        <w:t>HAPERON VERT</w:t>
      </w:r>
      <w:r w:rsidRPr="000A30E8">
        <w:t xml:space="preserve">, </w:t>
      </w:r>
      <w:r w:rsidRPr="000A30E8">
        <w:rPr>
          <w:i/>
          <w:iCs/>
        </w:rPr>
        <w:t>avec anxiété</w:t>
      </w:r>
      <w:r w:rsidRPr="000A30E8">
        <w:t>. — Comme le Petit Chaperon rouge ! Oh ! mon cœur est rempli de sombres pressentiments. Dois-je la laisser partir ?</w:t>
      </w:r>
    </w:p>
    <w:p w14:paraId="2AFF4275"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ETIT</w:t>
      </w:r>
      <w:r w:rsidRPr="000A30E8">
        <w:t xml:space="preserve"> C</w:t>
      </w:r>
      <w:r w:rsidRPr="000A30E8">
        <w:rPr>
          <w:rStyle w:val="Taille-1Caracteres"/>
        </w:rPr>
        <w:t>HAPERON VERT</w:t>
      </w:r>
      <w:r w:rsidRPr="000A30E8">
        <w:t>. — Ne craignez rien, chers parents. Le Petit Chaperon vert est plus rusé que le Petit Chaperon rouge. Si par hasard je trouve le loup dans le lit de mère-grand, il ne pourra pas me dévorer. J’ai une idée. (</w:t>
      </w:r>
      <w:r w:rsidRPr="000A30E8">
        <w:rPr>
          <w:i/>
          <w:iCs/>
        </w:rPr>
        <w:t>Elle part</w:t>
      </w:r>
      <w:r w:rsidRPr="000A30E8">
        <w:t>.)</w:t>
      </w:r>
    </w:p>
    <w:p w14:paraId="1DA547AA" w14:textId="77777777" w:rsidR="00285C2D" w:rsidRPr="000A30E8" w:rsidRDefault="00285C2D" w:rsidP="00285C2D">
      <w:pPr>
        <w:pStyle w:val="Titre3"/>
      </w:pPr>
      <w:bookmarkStart w:id="76" w:name="_Toc196330256"/>
      <w:r w:rsidRPr="000A30E8">
        <w:lastRenderedPageBreak/>
        <w:t>DEUXIÈME ACTE</w:t>
      </w:r>
      <w:r w:rsidRPr="000A30E8">
        <w:br/>
      </w:r>
      <w:r w:rsidRPr="000A30E8">
        <w:br/>
        <w:t>La ruse du Petit Chaperon vert.</w:t>
      </w:r>
      <w:bookmarkEnd w:id="76"/>
    </w:p>
    <w:p w14:paraId="68BB1155" w14:textId="77777777" w:rsidR="00285C2D" w:rsidRPr="000A30E8" w:rsidRDefault="00285C2D" w:rsidP="00285C2D">
      <w:pPr>
        <w:pStyle w:val="Centr"/>
        <w:rPr>
          <w:rStyle w:val="Taille-1Caracteres"/>
        </w:rPr>
      </w:pPr>
      <w:r w:rsidRPr="000A30E8">
        <w:rPr>
          <w:rStyle w:val="Taille-1Caracteres"/>
        </w:rPr>
        <w:t>La scène représente l’intérieur de la maison de la mère-grand.</w:t>
      </w:r>
    </w:p>
    <w:p w14:paraId="6B94DC24" w14:textId="77777777" w:rsidR="00285C2D" w:rsidRPr="000A30E8" w:rsidRDefault="00285C2D" w:rsidP="00285C2D">
      <w:r w:rsidRPr="000A30E8">
        <w:rPr>
          <w:szCs w:val="32"/>
        </w:rPr>
        <w:t>L</w:t>
      </w:r>
      <w:r w:rsidRPr="000A30E8">
        <w:rPr>
          <w:rStyle w:val="Taille-1Caracteres"/>
        </w:rPr>
        <w:t>E</w:t>
      </w:r>
      <w:r w:rsidRPr="000A30E8">
        <w:rPr>
          <w:szCs w:val="32"/>
        </w:rPr>
        <w:t xml:space="preserve"> L</w:t>
      </w:r>
      <w:r w:rsidRPr="000A30E8">
        <w:rPr>
          <w:rStyle w:val="Taille-1Caracteres"/>
        </w:rPr>
        <w:t>OUP QUI MANGEA JADIS LE</w:t>
      </w:r>
      <w:r w:rsidRPr="000A30E8">
        <w:rPr>
          <w:szCs w:val="32"/>
        </w:rPr>
        <w:t xml:space="preserve"> P</w:t>
      </w:r>
      <w:r w:rsidRPr="000A30E8">
        <w:rPr>
          <w:rStyle w:val="Taille-1Caracteres"/>
        </w:rPr>
        <w:t>ETIT</w:t>
      </w:r>
      <w:r w:rsidRPr="000A30E8">
        <w:rPr>
          <w:szCs w:val="32"/>
        </w:rPr>
        <w:t xml:space="preserve"> C</w:t>
      </w:r>
      <w:r w:rsidRPr="000A30E8">
        <w:rPr>
          <w:rStyle w:val="Taille-1Caracteres"/>
        </w:rPr>
        <w:t>HAPERON ROUGE</w:t>
      </w:r>
      <w:r w:rsidRPr="000A30E8">
        <w:rPr>
          <w:szCs w:val="32"/>
        </w:rPr>
        <w:t xml:space="preserve">, </w:t>
      </w:r>
      <w:r w:rsidRPr="000A30E8">
        <w:rPr>
          <w:i/>
          <w:iCs/>
          <w:szCs w:val="32"/>
        </w:rPr>
        <w:t>couché dans le lit</w:t>
      </w:r>
      <w:r w:rsidRPr="000A30E8">
        <w:rPr>
          <w:szCs w:val="32"/>
        </w:rPr>
        <w:t>. — Dès que j’ai aperçu le Petit Chaperon vert se diriger vers la maison de sa mère-grand, j’ai opéré de la même manière qu’autrefois pour le Petit Chaperon rouge. Je suis arrivé le premier chez la mère-grand. J’ai dévoré rapidement cette vieille dame, j’ai pris sa place dans le lit et j’attends le Petit Chaperon vert, qui ne va pas tarder à heurter à la porte.</w:t>
      </w:r>
    </w:p>
    <w:p w14:paraId="48CE515B"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ETIT</w:t>
      </w:r>
      <w:r w:rsidRPr="000A30E8">
        <w:t xml:space="preserve"> C</w:t>
      </w:r>
      <w:r w:rsidRPr="000A30E8">
        <w:rPr>
          <w:rStyle w:val="Taille-1Caracteres"/>
        </w:rPr>
        <w:t>HAPERON VERT</w:t>
      </w:r>
      <w:r w:rsidRPr="000A30E8">
        <w:t xml:space="preserve">, </w:t>
      </w:r>
      <w:r w:rsidRPr="000A30E8">
        <w:rPr>
          <w:i/>
          <w:iCs/>
        </w:rPr>
        <w:t>frappant à la porte</w:t>
      </w:r>
      <w:r w:rsidRPr="000A30E8">
        <w:t>. — C’est votre fille le Petit Chaperon vert qui vous apporte une galette et un petit pot de beurre.</w:t>
      </w:r>
    </w:p>
    <w:p w14:paraId="2E13E8B3"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OUP QUI MANGEA JADIS LE</w:t>
      </w:r>
      <w:r w:rsidRPr="000A30E8">
        <w:t xml:space="preserve"> P</w:t>
      </w:r>
      <w:r w:rsidRPr="000A30E8">
        <w:rPr>
          <w:rStyle w:val="Taille-1Caracteres"/>
        </w:rPr>
        <w:t>ETIT</w:t>
      </w:r>
      <w:r w:rsidRPr="000A30E8">
        <w:t xml:space="preserve"> C</w:t>
      </w:r>
      <w:r w:rsidRPr="000A30E8">
        <w:rPr>
          <w:rStyle w:val="Taille-1Caracteres"/>
        </w:rPr>
        <w:t>HAPERON ROUGE</w:t>
      </w:r>
      <w:r w:rsidRPr="000A30E8">
        <w:t xml:space="preserve">, </w:t>
      </w:r>
      <w:r w:rsidRPr="000A30E8">
        <w:rPr>
          <w:i/>
          <w:iCs/>
        </w:rPr>
        <w:t>adoucissant sa voix</w:t>
      </w:r>
      <w:r w:rsidRPr="000A30E8">
        <w:t>. — Tirez la chevillette et la bobinette cherra. (</w:t>
      </w:r>
      <w:r w:rsidRPr="000A30E8">
        <w:rPr>
          <w:i/>
          <w:iCs/>
        </w:rPr>
        <w:t>Le Petit Chaperon vert entre</w:t>
      </w:r>
      <w:r w:rsidRPr="000A30E8">
        <w:t>.) — Mets la galette et le petit pot de beurre sur la huche, et viens te coucher auprès de moi.</w:t>
      </w:r>
    </w:p>
    <w:p w14:paraId="4CD2F04C"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ETIT</w:t>
      </w:r>
      <w:r w:rsidRPr="000A30E8">
        <w:t xml:space="preserve"> C</w:t>
      </w:r>
      <w:r w:rsidRPr="000A30E8">
        <w:rPr>
          <w:rStyle w:val="Taille-1Caracteres"/>
        </w:rPr>
        <w:t>HAPERON VERT</w:t>
      </w:r>
      <w:r w:rsidRPr="000A30E8">
        <w:t xml:space="preserve">, </w:t>
      </w:r>
      <w:r w:rsidRPr="000A30E8">
        <w:rPr>
          <w:i/>
          <w:iCs/>
        </w:rPr>
        <w:t>à part</w:t>
      </w:r>
      <w:r w:rsidRPr="000A30E8">
        <w:t>. — Ciel ! C’est le loup ! Je reconnais la même phrase qu’il prononça jadis pour attirer le Petit Chaperon rouge dans son lit. Le misérable est en train de digérer mère-grand, mais grâce à mon idée, il lui sera impossible de me dévorer.</w:t>
      </w:r>
    </w:p>
    <w:p w14:paraId="53596235"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OUP QUI MANGEA JADIS LE</w:t>
      </w:r>
      <w:r w:rsidRPr="000A30E8">
        <w:t xml:space="preserve"> P</w:t>
      </w:r>
      <w:r w:rsidRPr="000A30E8">
        <w:rPr>
          <w:rStyle w:val="Taille-1Caracteres"/>
        </w:rPr>
        <w:t>ETIT</w:t>
      </w:r>
      <w:r w:rsidRPr="000A30E8">
        <w:t xml:space="preserve"> C</w:t>
      </w:r>
      <w:r w:rsidRPr="000A30E8">
        <w:rPr>
          <w:rStyle w:val="Taille-1Caracteres"/>
        </w:rPr>
        <w:t>HAPERON ROUGE</w:t>
      </w:r>
      <w:r w:rsidRPr="000A30E8">
        <w:t>. — Eh bien, viens-tu te coucher, mon enfant ?</w:t>
      </w:r>
    </w:p>
    <w:p w14:paraId="271979DA" w14:textId="77777777" w:rsidR="00285C2D" w:rsidRPr="000A30E8" w:rsidRDefault="00285C2D" w:rsidP="00285C2D">
      <w:r w:rsidRPr="000A30E8">
        <w:lastRenderedPageBreak/>
        <w:t>L</w:t>
      </w:r>
      <w:r w:rsidRPr="000A30E8">
        <w:rPr>
          <w:rStyle w:val="Taille-1Caracteres"/>
        </w:rPr>
        <w:t>E</w:t>
      </w:r>
      <w:r w:rsidRPr="000A30E8">
        <w:t xml:space="preserve"> P</w:t>
      </w:r>
      <w:r w:rsidRPr="000A30E8">
        <w:rPr>
          <w:rStyle w:val="Taille-1Caracteres"/>
        </w:rPr>
        <w:t>ETIT</w:t>
      </w:r>
      <w:r w:rsidRPr="000A30E8">
        <w:t xml:space="preserve"> C</w:t>
      </w:r>
      <w:r w:rsidRPr="000A30E8">
        <w:rPr>
          <w:rStyle w:val="Taille-1Caracteres"/>
        </w:rPr>
        <w:t>HAPERON VERT</w:t>
      </w:r>
      <w:r w:rsidRPr="000A30E8">
        <w:t xml:space="preserve">, </w:t>
      </w:r>
      <w:r w:rsidRPr="000A30E8">
        <w:rPr>
          <w:i/>
          <w:iCs/>
        </w:rPr>
        <w:t>se couchant près du loup</w:t>
      </w:r>
      <w:r w:rsidRPr="000A30E8">
        <w:t>. — Me voilà. Oh ! mère-grand, que vous avez de grands bras ?</w:t>
      </w:r>
    </w:p>
    <w:p w14:paraId="17645792"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OUP QUI MANGEA JADIS LE</w:t>
      </w:r>
      <w:r w:rsidRPr="000A30E8">
        <w:t xml:space="preserve"> P</w:t>
      </w:r>
      <w:r w:rsidRPr="000A30E8">
        <w:rPr>
          <w:rStyle w:val="Taille-1Caracteres"/>
        </w:rPr>
        <w:t>ETIT</w:t>
      </w:r>
      <w:r w:rsidRPr="000A30E8">
        <w:t xml:space="preserve"> C</w:t>
      </w:r>
      <w:r w:rsidRPr="000A30E8">
        <w:rPr>
          <w:rStyle w:val="Taille-1Caracteres"/>
        </w:rPr>
        <w:t>HAPERON ROUGE</w:t>
      </w:r>
      <w:r w:rsidRPr="000A30E8">
        <w:t>. — C’est pour mieux t’embrasser, mon enfant.</w:t>
      </w:r>
    </w:p>
    <w:p w14:paraId="7F80386D"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ETIT</w:t>
      </w:r>
      <w:r w:rsidRPr="000A30E8">
        <w:t xml:space="preserve"> C</w:t>
      </w:r>
      <w:r w:rsidRPr="000A30E8">
        <w:rPr>
          <w:rStyle w:val="Taille-1Caracteres"/>
        </w:rPr>
        <w:t>HAPERON VERT</w:t>
      </w:r>
      <w:r w:rsidRPr="000A30E8">
        <w:t>. — Mère-grand, que vous avez de grandes jambes !</w:t>
      </w:r>
    </w:p>
    <w:p w14:paraId="7501BD3B"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OUP QUI MANGEA JADIS LE</w:t>
      </w:r>
      <w:r w:rsidRPr="000A30E8">
        <w:t xml:space="preserve"> P</w:t>
      </w:r>
      <w:r w:rsidRPr="000A30E8">
        <w:rPr>
          <w:rStyle w:val="Taille-1Caracteres"/>
        </w:rPr>
        <w:t>ETIT</w:t>
      </w:r>
      <w:r w:rsidRPr="000A30E8">
        <w:t xml:space="preserve"> C</w:t>
      </w:r>
      <w:r w:rsidRPr="000A30E8">
        <w:rPr>
          <w:rStyle w:val="Taille-1Caracteres"/>
        </w:rPr>
        <w:t>HAPERON ROUGE</w:t>
      </w:r>
      <w:r w:rsidRPr="000A30E8">
        <w:t>. — C’est pour mieux courir, mon enfant.</w:t>
      </w:r>
    </w:p>
    <w:p w14:paraId="5EC58894"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ETIT</w:t>
      </w:r>
      <w:r w:rsidRPr="000A30E8">
        <w:t xml:space="preserve"> C</w:t>
      </w:r>
      <w:r w:rsidRPr="000A30E8">
        <w:rPr>
          <w:rStyle w:val="Taille-1Caracteres"/>
        </w:rPr>
        <w:t>HAPERON VERT</w:t>
      </w:r>
      <w:r w:rsidRPr="000A30E8">
        <w:t>. — Mère-grand, que vous avez de grandes oreilles !</w:t>
      </w:r>
    </w:p>
    <w:p w14:paraId="5B157140"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OUP QUI MANGEA JADIS LE</w:t>
      </w:r>
      <w:r w:rsidRPr="000A30E8">
        <w:t xml:space="preserve"> P</w:t>
      </w:r>
      <w:r w:rsidRPr="000A30E8">
        <w:rPr>
          <w:rStyle w:val="Taille-1Caracteres"/>
        </w:rPr>
        <w:t>ETIT</w:t>
      </w:r>
      <w:r w:rsidRPr="000A30E8">
        <w:t xml:space="preserve"> C</w:t>
      </w:r>
      <w:r w:rsidRPr="000A30E8">
        <w:rPr>
          <w:rStyle w:val="Taille-1Caracteres"/>
        </w:rPr>
        <w:t>HAPERON ROUGE</w:t>
      </w:r>
      <w:r w:rsidRPr="000A30E8">
        <w:t>. — C’est pour mieux t’écouter, mon enfant.</w:t>
      </w:r>
    </w:p>
    <w:p w14:paraId="60A69C22"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ETIT</w:t>
      </w:r>
      <w:r w:rsidRPr="000A30E8">
        <w:t xml:space="preserve"> C</w:t>
      </w:r>
      <w:r w:rsidRPr="000A30E8">
        <w:rPr>
          <w:rStyle w:val="Taille-1Caracteres"/>
        </w:rPr>
        <w:t>HAPERON VERT</w:t>
      </w:r>
      <w:r w:rsidRPr="000A30E8">
        <w:t>. — Mère-grand, que vous avez de grands yeux !</w:t>
      </w:r>
    </w:p>
    <w:p w14:paraId="72C0B62A"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OUP QUI MANGEA JADIS LE</w:t>
      </w:r>
      <w:r w:rsidRPr="000A30E8">
        <w:t xml:space="preserve"> P</w:t>
      </w:r>
      <w:r w:rsidRPr="000A30E8">
        <w:rPr>
          <w:rStyle w:val="Taille-1Caracteres"/>
        </w:rPr>
        <w:t>ETIT</w:t>
      </w:r>
      <w:r w:rsidRPr="000A30E8">
        <w:t xml:space="preserve"> C</w:t>
      </w:r>
      <w:r w:rsidRPr="000A30E8">
        <w:rPr>
          <w:rStyle w:val="Taille-1Caracteres"/>
        </w:rPr>
        <w:t>HAPERON ROUGE</w:t>
      </w:r>
      <w:r w:rsidRPr="000A30E8">
        <w:t>. — C’est pour mieux te voir, mon enfant ! (</w:t>
      </w:r>
      <w:r w:rsidRPr="000A30E8">
        <w:rPr>
          <w:i/>
          <w:iCs/>
        </w:rPr>
        <w:t>À part</w:t>
      </w:r>
      <w:r w:rsidRPr="000A30E8">
        <w:t>.) Apprêtons-nous !</w:t>
      </w:r>
    </w:p>
    <w:p w14:paraId="66196616"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ETIT</w:t>
      </w:r>
      <w:r w:rsidRPr="000A30E8">
        <w:t xml:space="preserve"> C</w:t>
      </w:r>
      <w:r w:rsidRPr="000A30E8">
        <w:rPr>
          <w:rStyle w:val="Taille-1Caracteres"/>
        </w:rPr>
        <w:t>HAPERON VERT</w:t>
      </w:r>
      <w:r w:rsidRPr="000A30E8">
        <w:t>. — Mère-grand, que vous avez de grands bras !</w:t>
      </w:r>
    </w:p>
    <w:p w14:paraId="776E4B81"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OUP QUI MANGEA JADIS LE</w:t>
      </w:r>
      <w:r w:rsidRPr="000A30E8">
        <w:t xml:space="preserve"> P</w:t>
      </w:r>
      <w:r w:rsidRPr="000A30E8">
        <w:rPr>
          <w:rStyle w:val="Taille-1Caracteres"/>
        </w:rPr>
        <w:t>ETIT</w:t>
      </w:r>
      <w:r w:rsidRPr="000A30E8">
        <w:t xml:space="preserve"> C</w:t>
      </w:r>
      <w:r w:rsidRPr="000A30E8">
        <w:rPr>
          <w:rStyle w:val="Taille-1Caracteres"/>
        </w:rPr>
        <w:t>HAPERON ROUGE</w:t>
      </w:r>
      <w:r w:rsidRPr="000A30E8">
        <w:t>, interloqué. — Mais tu l’as déjà dit, mon enfant.</w:t>
      </w:r>
    </w:p>
    <w:p w14:paraId="5D539B2F"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ETIT</w:t>
      </w:r>
      <w:r w:rsidRPr="000A30E8">
        <w:t xml:space="preserve"> C</w:t>
      </w:r>
      <w:r w:rsidRPr="000A30E8">
        <w:rPr>
          <w:rStyle w:val="Taille-1Caracteres"/>
        </w:rPr>
        <w:t>HAPERON VERT</w:t>
      </w:r>
      <w:r w:rsidRPr="000A30E8">
        <w:t xml:space="preserve">, </w:t>
      </w:r>
      <w:r w:rsidRPr="000A30E8">
        <w:rPr>
          <w:i/>
          <w:iCs/>
        </w:rPr>
        <w:t>continuant</w:t>
      </w:r>
      <w:r w:rsidRPr="000A30E8">
        <w:t>. — Mère-grand, que vous avez de grandes jambes !</w:t>
      </w:r>
    </w:p>
    <w:p w14:paraId="6B7535B6"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OUP QUI MANGEA JADIS LE</w:t>
      </w:r>
      <w:r w:rsidRPr="000A30E8">
        <w:t xml:space="preserve"> P</w:t>
      </w:r>
      <w:r w:rsidRPr="000A30E8">
        <w:rPr>
          <w:rStyle w:val="Taille-1Caracteres"/>
        </w:rPr>
        <w:t>ETIT</w:t>
      </w:r>
      <w:r w:rsidRPr="000A30E8">
        <w:t xml:space="preserve"> C</w:t>
      </w:r>
      <w:r w:rsidRPr="000A30E8">
        <w:rPr>
          <w:rStyle w:val="Taille-1Caracteres"/>
        </w:rPr>
        <w:t>HAPERON ROUGE</w:t>
      </w:r>
      <w:r w:rsidRPr="000A30E8">
        <w:t>. — Mais tu répètes toujours la même chose ! Voyons, il y a autre chose à demander, par exemple (</w:t>
      </w:r>
      <w:r w:rsidRPr="000A30E8">
        <w:rPr>
          <w:i/>
          <w:iCs/>
        </w:rPr>
        <w:t>Insinuant</w:t>
      </w:r>
      <w:r w:rsidRPr="000A30E8">
        <w:t>.) : mère-grand, que vous avez de grandes…</w:t>
      </w:r>
    </w:p>
    <w:p w14:paraId="0A9A6694" w14:textId="77777777" w:rsidR="00285C2D" w:rsidRPr="000A30E8" w:rsidRDefault="00285C2D" w:rsidP="00285C2D">
      <w:r w:rsidRPr="000A30E8">
        <w:lastRenderedPageBreak/>
        <w:t>L</w:t>
      </w:r>
      <w:r w:rsidRPr="000A30E8">
        <w:rPr>
          <w:rStyle w:val="Taille-1Caracteres"/>
        </w:rPr>
        <w:t>E</w:t>
      </w:r>
      <w:r w:rsidRPr="000A30E8">
        <w:t xml:space="preserve"> P</w:t>
      </w:r>
      <w:r w:rsidRPr="000A30E8">
        <w:rPr>
          <w:rStyle w:val="Taille-1Caracteres"/>
        </w:rPr>
        <w:t>ETIT</w:t>
      </w:r>
      <w:r w:rsidRPr="000A30E8">
        <w:t xml:space="preserve"> C</w:t>
      </w:r>
      <w:r w:rsidRPr="000A30E8">
        <w:rPr>
          <w:rStyle w:val="Taille-1Caracteres"/>
        </w:rPr>
        <w:t>HAPERON VERT</w:t>
      </w:r>
      <w:r w:rsidRPr="000A30E8">
        <w:t>. — … de grandes oreilles !</w:t>
      </w:r>
    </w:p>
    <w:p w14:paraId="605DFF20"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OUP QUI MANGEA JADIS LE</w:t>
      </w:r>
      <w:r w:rsidRPr="000A30E8">
        <w:t xml:space="preserve"> P</w:t>
      </w:r>
      <w:r w:rsidRPr="000A30E8">
        <w:rPr>
          <w:rStyle w:val="Taille-1Caracteres"/>
        </w:rPr>
        <w:t>ETIT</w:t>
      </w:r>
      <w:r w:rsidRPr="000A30E8">
        <w:t xml:space="preserve"> C</w:t>
      </w:r>
      <w:r w:rsidRPr="000A30E8">
        <w:rPr>
          <w:rStyle w:val="Taille-1Caracteres"/>
        </w:rPr>
        <w:t>HAPERON ROUGE</w:t>
      </w:r>
      <w:r w:rsidRPr="000A30E8">
        <w:t>. — Mais non, de grandes… de grandes… (</w:t>
      </w:r>
      <w:r w:rsidRPr="00C47A66">
        <w:rPr>
          <w:i/>
        </w:rPr>
        <w:t>Très insinuant.</w:t>
      </w:r>
      <w:r w:rsidRPr="000A30E8">
        <w:t>) ça commence par un d.</w:t>
      </w:r>
    </w:p>
    <w:p w14:paraId="111153C8"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ETIT</w:t>
      </w:r>
      <w:r w:rsidRPr="000A30E8">
        <w:t xml:space="preserve"> C</w:t>
      </w:r>
      <w:r w:rsidRPr="000A30E8">
        <w:rPr>
          <w:rStyle w:val="Taille-1Caracteres"/>
        </w:rPr>
        <w:t>HAPERON VERT</w:t>
      </w:r>
      <w:r w:rsidRPr="000A30E8">
        <w:t>. — … de grandes jambes !</w:t>
      </w:r>
    </w:p>
    <w:p w14:paraId="60C7DB5F"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OUP QUI MANGEA JADIS LE</w:t>
      </w:r>
      <w:r w:rsidRPr="000A30E8">
        <w:t xml:space="preserve"> P</w:t>
      </w:r>
      <w:r w:rsidRPr="000A30E8">
        <w:rPr>
          <w:rStyle w:val="Taille-1Caracteres"/>
        </w:rPr>
        <w:t>ETIT</w:t>
      </w:r>
      <w:r w:rsidRPr="000A30E8">
        <w:t xml:space="preserve"> C</w:t>
      </w:r>
      <w:r w:rsidRPr="000A30E8">
        <w:rPr>
          <w:rStyle w:val="Taille-1Caracteres"/>
        </w:rPr>
        <w:t>HAPERON ROUGE</w:t>
      </w:r>
      <w:r w:rsidRPr="000A30E8">
        <w:t xml:space="preserve">, </w:t>
      </w:r>
      <w:r w:rsidRPr="000A30E8">
        <w:rPr>
          <w:i/>
          <w:iCs/>
        </w:rPr>
        <w:t>sautant du lit</w:t>
      </w:r>
      <w:r w:rsidRPr="000A30E8">
        <w:t>. — Enfer et damnation !!! Ce Petit Chaperon vert se joue de moi ! Cette rusée petite fille s’obstine à ne pas dire : « Mère-grand, que vous avez de grandes dents ! » Alors, naturellement, je ne peux pas sauter sur elle et lui répondre : « C’est pour te manger ! » (</w:t>
      </w:r>
      <w:r w:rsidRPr="000A30E8">
        <w:rPr>
          <w:i/>
          <w:iCs/>
        </w:rPr>
        <w:t>Avec un soupir de regret</w:t>
      </w:r>
      <w:r w:rsidRPr="000A30E8">
        <w:t>.) Ah ! où sont les enfants naïfs et faciles à dévorer d’autrefois ? (</w:t>
      </w:r>
      <w:r w:rsidRPr="000A30E8">
        <w:rPr>
          <w:i/>
          <w:iCs/>
        </w:rPr>
        <w:t>Il sort, furieux</w:t>
      </w:r>
      <w:r w:rsidRPr="000A30E8">
        <w:t>.)</w:t>
      </w:r>
    </w:p>
    <w:p w14:paraId="6E37C2CC" w14:textId="77777777" w:rsidR="00285C2D" w:rsidRPr="000A30E8" w:rsidRDefault="00285C2D" w:rsidP="00285C2D">
      <w:pPr>
        <w:pStyle w:val="Centr"/>
      </w:pPr>
      <w:r w:rsidRPr="000A30E8">
        <w:t>RIDEAU</w:t>
      </w:r>
    </w:p>
    <w:p w14:paraId="6C38EC8A" w14:textId="77777777" w:rsidR="00285C2D" w:rsidRPr="000A30E8" w:rsidRDefault="00285C2D" w:rsidP="00285C2D">
      <w:pPr>
        <w:pStyle w:val="Titre2"/>
      </w:pPr>
      <w:bookmarkStart w:id="77" w:name="_Toc196330257"/>
      <w:r w:rsidRPr="000A30E8">
        <w:lastRenderedPageBreak/>
        <w:t>LE FILS DE ROMÉO</w:t>
      </w:r>
      <w:r w:rsidRPr="000A30E8">
        <w:br/>
        <w:t>ou</w:t>
      </w:r>
      <w:r w:rsidRPr="000A30E8">
        <w:br/>
        <w:t>L’ENFANT DE LA HAINE</w:t>
      </w:r>
      <w:bookmarkEnd w:id="77"/>
    </w:p>
    <w:p w14:paraId="5ED761A4" w14:textId="77777777" w:rsidR="00285C2D" w:rsidRPr="000A30E8" w:rsidRDefault="00285C2D" w:rsidP="00285C2D">
      <w:pPr>
        <w:pStyle w:val="Titre3"/>
      </w:pPr>
      <w:bookmarkStart w:id="78" w:name="_Toc196330258"/>
      <w:r w:rsidRPr="000A30E8">
        <w:t>PREMIER ACTE</w:t>
      </w:r>
      <w:r w:rsidRPr="000A30E8">
        <w:br/>
      </w:r>
      <w:r w:rsidRPr="000A30E8">
        <w:br/>
        <w:t>Haines de races.</w:t>
      </w:r>
      <w:bookmarkEnd w:id="78"/>
    </w:p>
    <w:p w14:paraId="07C9C5FF" w14:textId="77777777" w:rsidR="00285C2D" w:rsidRPr="000A30E8" w:rsidRDefault="00285C2D" w:rsidP="00285C2D">
      <w:pPr>
        <w:pStyle w:val="Centr"/>
        <w:rPr>
          <w:rStyle w:val="Taille-1Caracteres"/>
        </w:rPr>
      </w:pPr>
      <w:r w:rsidRPr="000A30E8">
        <w:rPr>
          <w:rStyle w:val="Taille-1Caracteres"/>
        </w:rPr>
        <w:t>La scène représente le cabinet de travail de Capulet.</w:t>
      </w:r>
    </w:p>
    <w:p w14:paraId="62BD6CF3" w14:textId="77777777" w:rsidR="00285C2D" w:rsidRPr="000A30E8" w:rsidRDefault="00285C2D" w:rsidP="00285C2D">
      <w:r w:rsidRPr="000A30E8">
        <w:rPr>
          <w:szCs w:val="32"/>
        </w:rPr>
        <w:t>L</w:t>
      </w:r>
      <w:r w:rsidRPr="000A30E8">
        <w:rPr>
          <w:rStyle w:val="Taille-1Caracteres"/>
        </w:rPr>
        <w:t>E VÉNÉRABLE</w:t>
      </w:r>
      <w:r w:rsidRPr="000A30E8">
        <w:rPr>
          <w:szCs w:val="32"/>
        </w:rPr>
        <w:t xml:space="preserve"> C</w:t>
      </w:r>
      <w:r w:rsidRPr="000A30E8">
        <w:rPr>
          <w:rStyle w:val="Taille-1Caracteres"/>
        </w:rPr>
        <w:t>APULET</w:t>
      </w:r>
      <w:r w:rsidRPr="000A30E8">
        <w:rPr>
          <w:szCs w:val="32"/>
        </w:rPr>
        <w:t>. — En vain j’interroge en mes ardentes veilles les archives de ma noble famille. Impossible de découvrir l’origine de la haine séculaire des Capulets pour les Montaigus, et réciproquement, des Montaigus pour les Capulets.</w:t>
      </w:r>
    </w:p>
    <w:p w14:paraId="180991A7" w14:textId="77777777" w:rsidR="00285C2D" w:rsidRPr="000A30E8" w:rsidRDefault="00285C2D" w:rsidP="00285C2D">
      <w:r w:rsidRPr="000A30E8">
        <w:t>L</w:t>
      </w:r>
      <w:r w:rsidRPr="000A30E8">
        <w:rPr>
          <w:rStyle w:val="Taille-1Caracteres"/>
        </w:rPr>
        <w:t>E</w:t>
      </w:r>
      <w:r w:rsidRPr="000A30E8">
        <w:t xml:space="preserve"> S</w:t>
      </w:r>
      <w:r w:rsidRPr="000A30E8">
        <w:rPr>
          <w:rStyle w:val="Taille-1Caracteres"/>
        </w:rPr>
        <w:t>ECRÉTAIRE DE</w:t>
      </w:r>
      <w:r w:rsidRPr="000A30E8">
        <w:t xml:space="preserve"> C</w:t>
      </w:r>
      <w:r w:rsidRPr="000A30E8">
        <w:rPr>
          <w:rStyle w:val="Taille-1Caracteres"/>
        </w:rPr>
        <w:t>APULET</w:t>
      </w:r>
      <w:r w:rsidRPr="000A30E8">
        <w:t>. — Je viens de compulser le dernier parchemin. Je ne trouve rien.</w:t>
      </w:r>
    </w:p>
    <w:p w14:paraId="4225724F" w14:textId="77777777" w:rsidR="00285C2D" w:rsidRPr="000A30E8" w:rsidRDefault="00285C2D" w:rsidP="00285C2D">
      <w:r w:rsidRPr="000A30E8">
        <w:t>L</w:t>
      </w:r>
      <w:r w:rsidRPr="000A30E8">
        <w:rPr>
          <w:rStyle w:val="Taille-1Caracteres"/>
        </w:rPr>
        <w:t>E VÉNÉRABLE</w:t>
      </w:r>
      <w:r w:rsidRPr="000A30E8">
        <w:t xml:space="preserve"> C</w:t>
      </w:r>
      <w:r w:rsidRPr="000A30E8">
        <w:rPr>
          <w:rStyle w:val="Taille-1Caracteres"/>
        </w:rPr>
        <w:t>APULET</w:t>
      </w:r>
      <w:r w:rsidRPr="000A30E8">
        <w:t>. — Tant pis. J’aurais pourtant été curieux de connaître l’origine de ma haine farouche pour les Montaigus. Mais voici ma fille Juliette qui pénètre dans mon cabinet.</w:t>
      </w:r>
    </w:p>
    <w:p w14:paraId="319F14D8" w14:textId="77777777" w:rsidR="00285C2D" w:rsidRPr="000A30E8" w:rsidRDefault="00285C2D" w:rsidP="00285C2D">
      <w:r w:rsidRPr="000A30E8">
        <w:t>J</w:t>
      </w:r>
      <w:r w:rsidRPr="000A30E8">
        <w:rPr>
          <w:rStyle w:val="Taille-1Caracteres"/>
        </w:rPr>
        <w:t>ULIETTE</w:t>
      </w:r>
      <w:r w:rsidRPr="000A30E8">
        <w:t xml:space="preserve"> C</w:t>
      </w:r>
      <w:r w:rsidRPr="000A30E8">
        <w:rPr>
          <w:rStyle w:val="Taille-1Caracteres"/>
        </w:rPr>
        <w:t>APULET</w:t>
      </w:r>
      <w:r w:rsidRPr="000A30E8">
        <w:t>. — Père, je viens vous confier le secret de mon âme : j’aime Roméo, fils des Montaigus. Il m’aime. Mariez-nous.</w:t>
      </w:r>
    </w:p>
    <w:p w14:paraId="3EEF7BA2" w14:textId="77777777" w:rsidR="00285C2D" w:rsidRPr="000A30E8" w:rsidRDefault="00285C2D" w:rsidP="00285C2D">
      <w:r w:rsidRPr="000A30E8">
        <w:t>L</w:t>
      </w:r>
      <w:r w:rsidRPr="000A30E8">
        <w:rPr>
          <w:rStyle w:val="Taille-1Caracteres"/>
        </w:rPr>
        <w:t>E VÉNÉRABLE</w:t>
      </w:r>
      <w:r w:rsidRPr="000A30E8">
        <w:t xml:space="preserve"> C</w:t>
      </w:r>
      <w:r w:rsidRPr="000A30E8">
        <w:rPr>
          <w:rStyle w:val="Taille-1Caracteres"/>
        </w:rPr>
        <w:t>APULET</w:t>
      </w:r>
      <w:r w:rsidRPr="000A30E8">
        <w:t>. — Purgatoire ! Toi épouser le fils de mon ennemi héréditaire ! Que mes yeux changent d’orbites si je donne jamais mon consentement. J’ai dit.</w:t>
      </w:r>
    </w:p>
    <w:p w14:paraId="0466D58A" w14:textId="77777777" w:rsidR="00285C2D" w:rsidRPr="000A30E8" w:rsidRDefault="00285C2D" w:rsidP="00285C2D">
      <w:pPr>
        <w:pStyle w:val="Titre3"/>
      </w:pPr>
      <w:bookmarkStart w:id="79" w:name="_Toc196330259"/>
      <w:r w:rsidRPr="000A30E8">
        <w:lastRenderedPageBreak/>
        <w:t>DEUXIÈME ACTE</w:t>
      </w:r>
      <w:r w:rsidRPr="000A30E8">
        <w:br/>
      </w:r>
      <w:r w:rsidRPr="000A30E8">
        <w:br/>
        <w:t>Le narcotique.</w:t>
      </w:r>
      <w:bookmarkEnd w:id="79"/>
    </w:p>
    <w:p w14:paraId="781AC0E2" w14:textId="77777777" w:rsidR="00285C2D" w:rsidRPr="000A30E8" w:rsidRDefault="00285C2D" w:rsidP="00285C2D">
      <w:pPr>
        <w:pStyle w:val="Centr"/>
        <w:rPr>
          <w:rStyle w:val="Taille-1Caracteres"/>
        </w:rPr>
      </w:pPr>
      <w:r w:rsidRPr="000A30E8">
        <w:rPr>
          <w:rStyle w:val="Taille-1Caracteres"/>
        </w:rPr>
        <w:t>La scène représente le balcon de Juliette.</w:t>
      </w:r>
    </w:p>
    <w:p w14:paraId="35668F52" w14:textId="77777777" w:rsidR="00285C2D" w:rsidRPr="000A30E8" w:rsidRDefault="00285C2D" w:rsidP="00285C2D">
      <w:r w:rsidRPr="000A30E8">
        <w:rPr>
          <w:szCs w:val="32"/>
        </w:rPr>
        <w:t>R</w:t>
      </w:r>
      <w:r w:rsidRPr="000A30E8">
        <w:rPr>
          <w:rStyle w:val="Taille-1Caracteres"/>
        </w:rPr>
        <w:t>OMÉO</w:t>
      </w:r>
      <w:r w:rsidRPr="000A30E8">
        <w:rPr>
          <w:szCs w:val="32"/>
        </w:rPr>
        <w:t>. — Minuit. Me voici devant la maison de Juliette. L’armoire à glace est attachée à son balcon. C’est le signal. Je peux monter. Plaçons cette vulgaire échelle de jardinier contre le mur et montons accrocher ma poétique échelle de soie au balcon de Juliette. (</w:t>
      </w:r>
      <w:r w:rsidRPr="000A30E8">
        <w:rPr>
          <w:i/>
          <w:iCs/>
          <w:szCs w:val="32"/>
        </w:rPr>
        <w:t>Il monte et accroche l’échelle de soie au balcon</w:t>
      </w:r>
      <w:r w:rsidRPr="000A30E8">
        <w:rPr>
          <w:szCs w:val="32"/>
        </w:rPr>
        <w:t>.) Maintenant, redescendons, enlevons la vulgaire échelle de jardinier et montons définitivement par la poétique échelle de soie. (</w:t>
      </w:r>
      <w:r w:rsidRPr="000A30E8">
        <w:rPr>
          <w:i/>
          <w:iCs/>
          <w:szCs w:val="32"/>
        </w:rPr>
        <w:t>Il remonte</w:t>
      </w:r>
      <w:r w:rsidRPr="000A30E8">
        <w:rPr>
          <w:szCs w:val="32"/>
        </w:rPr>
        <w:t>.)</w:t>
      </w:r>
    </w:p>
    <w:p w14:paraId="3A9501F3" w14:textId="77777777" w:rsidR="00285C2D" w:rsidRPr="000A30E8" w:rsidRDefault="00285C2D" w:rsidP="00285C2D">
      <w:r w:rsidRPr="000A30E8">
        <w:t>J</w:t>
      </w:r>
      <w:r w:rsidRPr="000A30E8">
        <w:rPr>
          <w:rStyle w:val="Taille-1Caracteres"/>
        </w:rPr>
        <w:t>ULIETTE</w:t>
      </w:r>
      <w:r w:rsidRPr="000A30E8">
        <w:t>. — Cher Roméo, pour cause de haine héréditaire, mon père refuse son consentement.</w:t>
      </w:r>
    </w:p>
    <w:p w14:paraId="017893DC" w14:textId="77777777" w:rsidR="00285C2D" w:rsidRPr="000A30E8" w:rsidRDefault="00285C2D" w:rsidP="00285C2D">
      <w:r w:rsidRPr="000A30E8">
        <w:t>R</w:t>
      </w:r>
      <w:r w:rsidRPr="000A30E8">
        <w:rPr>
          <w:rStyle w:val="Taille-1Caracteres"/>
        </w:rPr>
        <w:t>OMÉO</w:t>
      </w:r>
      <w:r w:rsidRPr="000A30E8">
        <w:t>. — Mes parents sont également inflexibles. La haine séculaire qui divise nos deux familles fait notre malheur.</w:t>
      </w:r>
    </w:p>
    <w:p w14:paraId="09CD0477" w14:textId="77777777" w:rsidR="00285C2D" w:rsidRPr="000A30E8" w:rsidRDefault="00285C2D" w:rsidP="00285C2D">
      <w:r w:rsidRPr="000A30E8">
        <w:t>J</w:t>
      </w:r>
      <w:r w:rsidRPr="000A30E8">
        <w:rPr>
          <w:rStyle w:val="Taille-1Caracteres"/>
        </w:rPr>
        <w:t>ULIETTE</w:t>
      </w:r>
      <w:r w:rsidRPr="000A30E8">
        <w:t>. — Nous n’avons plus qu’à mourir.</w:t>
      </w:r>
    </w:p>
    <w:p w14:paraId="1930FCC9" w14:textId="77777777" w:rsidR="00285C2D" w:rsidRPr="000A30E8" w:rsidRDefault="00285C2D" w:rsidP="00285C2D">
      <w:r w:rsidRPr="000A30E8">
        <w:t>R</w:t>
      </w:r>
      <w:r w:rsidRPr="000A30E8">
        <w:rPr>
          <w:rStyle w:val="Taille-1Caracteres"/>
        </w:rPr>
        <w:t>OMÉO</w:t>
      </w:r>
      <w:r w:rsidRPr="000A30E8">
        <w:t>. — Non, chère Juliette. J’ai consulté un vieil ermite de mes amis. Il m’a donné un narcotique de sa composition.</w:t>
      </w:r>
    </w:p>
    <w:p w14:paraId="075E68CD" w14:textId="77777777" w:rsidR="00285C2D" w:rsidRPr="000A30E8" w:rsidRDefault="00285C2D" w:rsidP="00285C2D">
      <w:r w:rsidRPr="000A30E8">
        <w:t>J</w:t>
      </w:r>
      <w:r w:rsidRPr="000A30E8">
        <w:rPr>
          <w:rStyle w:val="Taille-1Caracteres"/>
        </w:rPr>
        <w:t>ULIETTE</w:t>
      </w:r>
      <w:r w:rsidRPr="000A30E8">
        <w:t>. — Je ne comprends pas.</w:t>
      </w:r>
    </w:p>
    <w:p w14:paraId="4BE73E07" w14:textId="77777777" w:rsidR="00285C2D" w:rsidRPr="000A30E8" w:rsidRDefault="00285C2D" w:rsidP="00285C2D">
      <w:r w:rsidRPr="000A30E8">
        <w:t>R</w:t>
      </w:r>
      <w:r w:rsidRPr="000A30E8">
        <w:rPr>
          <w:rStyle w:val="Taille-1Caracteres"/>
        </w:rPr>
        <w:t>OMÉO</w:t>
      </w:r>
      <w:r w:rsidRPr="000A30E8">
        <w:t>. — Tu vas comprendre. Ce narcotique que nous allons boire nous donnera l’apparence de la mort et nous endormira pour une soixantaine d’années. À notre réveil, la colère de nos parents sera sans doute calmée. Nous pourrons nous aimer en toute sécurité.</w:t>
      </w:r>
    </w:p>
    <w:p w14:paraId="0143618F" w14:textId="77777777" w:rsidR="00285C2D" w:rsidRPr="000A30E8" w:rsidRDefault="00285C2D" w:rsidP="00285C2D">
      <w:r w:rsidRPr="000A30E8">
        <w:lastRenderedPageBreak/>
        <w:t>J</w:t>
      </w:r>
      <w:r w:rsidRPr="000A30E8">
        <w:rPr>
          <w:rStyle w:val="Taille-1Caracteres"/>
        </w:rPr>
        <w:t>ULIETTE</w:t>
      </w:r>
      <w:r w:rsidRPr="000A30E8">
        <w:t>. — Mais, cher Roméo, si je calcule bien, comme nous avons dix-huit ans aujourd’hui, à notre réveil nous serons âgés de soixante-dix-huit ans ?</w:t>
      </w:r>
    </w:p>
    <w:p w14:paraId="11026000" w14:textId="77777777" w:rsidR="00285C2D" w:rsidRPr="000A30E8" w:rsidRDefault="00285C2D" w:rsidP="00285C2D">
      <w:r w:rsidRPr="000A30E8">
        <w:t>R</w:t>
      </w:r>
      <w:r w:rsidRPr="000A30E8">
        <w:rPr>
          <w:rStyle w:val="Taille-1Caracteres"/>
        </w:rPr>
        <w:t>OMÉO</w:t>
      </w:r>
      <w:r w:rsidRPr="000A30E8">
        <w:t>. — Oui. Mais ce merveilleux narcotique conserve la jeunesse. Nous nous réveillerons dans soixante ans aussi jeunes qu’à présent.</w:t>
      </w:r>
    </w:p>
    <w:p w14:paraId="2329AA8F" w14:textId="77777777" w:rsidR="00285C2D" w:rsidRPr="000A30E8" w:rsidRDefault="00285C2D" w:rsidP="00285C2D">
      <w:r w:rsidRPr="000A30E8">
        <w:t>J</w:t>
      </w:r>
      <w:r w:rsidRPr="000A30E8">
        <w:rPr>
          <w:rStyle w:val="Taille-1Caracteres"/>
        </w:rPr>
        <w:t>ULIETTE</w:t>
      </w:r>
      <w:r w:rsidRPr="000A30E8">
        <w:t>. — C’est merveilleux. Buvons. Mais auparavant déposons sur la cheminée cette lettre dans laquelle nous demandons à être ensevelis ensemble. Buvons !</w:t>
      </w:r>
    </w:p>
    <w:p w14:paraId="1080E4AA" w14:textId="77777777" w:rsidR="00285C2D" w:rsidRPr="000A30E8" w:rsidRDefault="00285C2D" w:rsidP="00285C2D">
      <w:r w:rsidRPr="000A30E8">
        <w:t>R</w:t>
      </w:r>
      <w:r w:rsidRPr="000A30E8">
        <w:rPr>
          <w:rStyle w:val="Taille-1Caracteres"/>
        </w:rPr>
        <w:t>OMÉO</w:t>
      </w:r>
      <w:r w:rsidRPr="000A30E8">
        <w:t>. — Buvons ! (</w:t>
      </w:r>
      <w:r w:rsidRPr="000A30E8">
        <w:rPr>
          <w:i/>
          <w:iCs/>
        </w:rPr>
        <w:t>Ils boivent et s’endorment</w:t>
      </w:r>
      <w:r w:rsidRPr="000A30E8">
        <w:t>.)</w:t>
      </w:r>
    </w:p>
    <w:p w14:paraId="3BD10C23" w14:textId="77777777" w:rsidR="00285C2D" w:rsidRPr="000A30E8" w:rsidRDefault="00285C2D" w:rsidP="00285C2D">
      <w:pPr>
        <w:pStyle w:val="Titre3"/>
      </w:pPr>
      <w:bookmarkStart w:id="80" w:name="_Toc196330260"/>
      <w:r w:rsidRPr="000A30E8">
        <w:t>TROISIÈME ACTE</w:t>
      </w:r>
      <w:r w:rsidRPr="000A30E8">
        <w:br/>
      </w:r>
      <w:r w:rsidRPr="000A30E8">
        <w:br/>
        <w:t>Soixante ans après.</w:t>
      </w:r>
      <w:bookmarkEnd w:id="80"/>
    </w:p>
    <w:p w14:paraId="5DCB69A6" w14:textId="77777777" w:rsidR="00285C2D" w:rsidRPr="000A30E8" w:rsidRDefault="00285C2D" w:rsidP="00285C2D">
      <w:pPr>
        <w:pStyle w:val="Centr"/>
        <w:rPr>
          <w:rStyle w:val="Taille-1Caracteres"/>
        </w:rPr>
      </w:pPr>
      <w:r w:rsidRPr="000A30E8">
        <w:rPr>
          <w:rStyle w:val="Taille-1Caracteres"/>
        </w:rPr>
        <w:t>La scène représente une chambre.</w:t>
      </w:r>
    </w:p>
    <w:p w14:paraId="5FA10009" w14:textId="77777777" w:rsidR="00285C2D" w:rsidRPr="000A30E8" w:rsidRDefault="00285C2D" w:rsidP="00285C2D">
      <w:r w:rsidRPr="000A30E8">
        <w:rPr>
          <w:szCs w:val="32"/>
        </w:rPr>
        <w:t>R</w:t>
      </w:r>
      <w:r w:rsidRPr="000A30E8">
        <w:rPr>
          <w:rStyle w:val="Taille-1Caracteres"/>
        </w:rPr>
        <w:t>OMÉO</w:t>
      </w:r>
      <w:r w:rsidRPr="000A30E8">
        <w:rPr>
          <w:szCs w:val="32"/>
        </w:rPr>
        <w:t>. — Tout s’est bien passé. Nous avons dormi soixante ans sous l’influence du narcotique. Hier soir, vers sept heures un quart, nous nous sommes réveillés et nous avons pu quitter notre caveau de famille sans attirer l’attention.</w:t>
      </w:r>
    </w:p>
    <w:p w14:paraId="3E8B4757" w14:textId="77777777" w:rsidR="00285C2D" w:rsidRPr="000A30E8" w:rsidRDefault="00285C2D" w:rsidP="00285C2D">
      <w:r w:rsidRPr="000A30E8">
        <w:t>J</w:t>
      </w:r>
      <w:r w:rsidRPr="000A30E8">
        <w:rPr>
          <w:rStyle w:val="Taille-1Caracteres"/>
        </w:rPr>
        <w:t>ULIETTE</w:t>
      </w:r>
      <w:r w:rsidRPr="000A30E8">
        <w:t>. — Nous sommes aussi jeunes et aussi beaux que le jour de notre mort artificielle.</w:t>
      </w:r>
    </w:p>
    <w:p w14:paraId="003CA7EE" w14:textId="77777777" w:rsidR="00285C2D" w:rsidRPr="000A30E8" w:rsidRDefault="00285C2D" w:rsidP="00285C2D">
      <w:r w:rsidRPr="000A30E8">
        <w:t>R</w:t>
      </w:r>
      <w:r w:rsidRPr="000A30E8">
        <w:rPr>
          <w:rStyle w:val="Taille-1Caracteres"/>
        </w:rPr>
        <w:t>OMÉO</w:t>
      </w:r>
      <w:r w:rsidRPr="000A30E8">
        <w:t>. — Nous allons pouvoir nous aimer librement. Tous nos parents sont morts depuis longtemps. Les Capulets et les Montaigus ont fini par se massacrer jusqu’au dernier. Nous sommes les seuls descendants des deux familles ennemies.</w:t>
      </w:r>
    </w:p>
    <w:p w14:paraId="32030857" w14:textId="77777777" w:rsidR="00285C2D" w:rsidRPr="000A30E8" w:rsidRDefault="00285C2D" w:rsidP="00285C2D">
      <w:r w:rsidRPr="000A30E8">
        <w:lastRenderedPageBreak/>
        <w:t>J</w:t>
      </w:r>
      <w:r w:rsidRPr="000A30E8">
        <w:rPr>
          <w:rStyle w:val="Taille-1Caracteres"/>
        </w:rPr>
        <w:t>ULIETTE</w:t>
      </w:r>
      <w:r w:rsidRPr="000A30E8">
        <w:t>. — Non, cher Roméo, car je vais être mère.</w:t>
      </w:r>
    </w:p>
    <w:p w14:paraId="3963B1E5" w14:textId="77777777" w:rsidR="00285C2D" w:rsidRPr="000A30E8" w:rsidRDefault="00285C2D" w:rsidP="00285C2D">
      <w:r w:rsidRPr="000A30E8">
        <w:t>R</w:t>
      </w:r>
      <w:r w:rsidRPr="000A30E8">
        <w:rPr>
          <w:rStyle w:val="Taille-1Caracteres"/>
        </w:rPr>
        <w:t>OMÉO</w:t>
      </w:r>
      <w:r w:rsidRPr="000A30E8">
        <w:t>. — Mère ?</w:t>
      </w:r>
    </w:p>
    <w:p w14:paraId="40AC8093" w14:textId="77777777" w:rsidR="00285C2D" w:rsidRPr="000A30E8" w:rsidRDefault="00285C2D" w:rsidP="00285C2D">
      <w:r w:rsidRPr="000A30E8">
        <w:t>J</w:t>
      </w:r>
      <w:r w:rsidRPr="000A30E8">
        <w:rPr>
          <w:rStyle w:val="Taille-1Caracteres"/>
        </w:rPr>
        <w:t>ULIETTE</w:t>
      </w:r>
      <w:r w:rsidRPr="000A30E8">
        <w:t>. — Oui. J’avais oublié de te prévenir : avant de prendre le narcotique, j’étais déjà enceinte de tes œuvres.</w:t>
      </w:r>
    </w:p>
    <w:p w14:paraId="34CD4DD6" w14:textId="77777777" w:rsidR="00285C2D" w:rsidRPr="000A30E8" w:rsidRDefault="00285C2D" w:rsidP="00285C2D">
      <w:r w:rsidRPr="000A30E8">
        <w:t>R</w:t>
      </w:r>
      <w:r w:rsidRPr="000A30E8">
        <w:rPr>
          <w:rStyle w:val="Taille-1Caracteres"/>
        </w:rPr>
        <w:t>OMÉO</w:t>
      </w:r>
      <w:r w:rsidRPr="000A30E8">
        <w:t>. — C’est insensé ! Mais alors, tu es enceinte de soixante ans ?</w:t>
      </w:r>
    </w:p>
    <w:p w14:paraId="432FDAB1" w14:textId="77777777" w:rsidR="00285C2D" w:rsidRPr="000A30E8" w:rsidRDefault="00285C2D" w:rsidP="00285C2D">
      <w:r w:rsidRPr="000A30E8">
        <w:t>J</w:t>
      </w:r>
      <w:r w:rsidRPr="000A30E8">
        <w:rPr>
          <w:rStyle w:val="Taille-1Caracteres"/>
        </w:rPr>
        <w:t>ULIETT</w:t>
      </w:r>
      <w:r w:rsidRPr="00C47A66">
        <w:rPr>
          <w:rStyle w:val="Taille-1Caracteres"/>
        </w:rPr>
        <w:t>E</w:t>
      </w:r>
      <w:r w:rsidRPr="000A30E8">
        <w:t>. — Oui. Je ne pouvais mettre mon enfant au monde pendant ma léthargie.</w:t>
      </w:r>
    </w:p>
    <w:p w14:paraId="1DE58AE0" w14:textId="77777777" w:rsidR="00285C2D" w:rsidRPr="000A30E8" w:rsidRDefault="00285C2D" w:rsidP="00285C2D">
      <w:r w:rsidRPr="000A30E8">
        <w:t>R</w:t>
      </w:r>
      <w:r w:rsidRPr="000A30E8">
        <w:rPr>
          <w:rStyle w:val="Taille-1Caracteres"/>
        </w:rPr>
        <w:t>OMÉO</w:t>
      </w:r>
      <w:r w:rsidRPr="000A30E8">
        <w:t>. — C’est vrai, puisque tu dormais. Mais il n’y a pas de temps à perdre. Je cours chercher un médecin.</w:t>
      </w:r>
    </w:p>
    <w:p w14:paraId="0A0D6D4C" w14:textId="77777777" w:rsidR="00285C2D" w:rsidRPr="000A30E8" w:rsidRDefault="00285C2D" w:rsidP="00285C2D">
      <w:pPr>
        <w:pStyle w:val="Titre3"/>
      </w:pPr>
      <w:bookmarkStart w:id="81" w:name="_Toc196330261"/>
      <w:r w:rsidRPr="000A30E8">
        <w:t>QUATRIÈME ACTE</w:t>
      </w:r>
      <w:r w:rsidRPr="000A30E8">
        <w:br/>
      </w:r>
      <w:r w:rsidRPr="000A30E8">
        <w:br/>
        <w:t>L’enfant de la haine.</w:t>
      </w:r>
      <w:bookmarkEnd w:id="81"/>
    </w:p>
    <w:p w14:paraId="4026BFBF" w14:textId="77777777" w:rsidR="00285C2D" w:rsidRPr="000A30E8" w:rsidRDefault="00285C2D" w:rsidP="00285C2D">
      <w:pPr>
        <w:pStyle w:val="Centr"/>
        <w:rPr>
          <w:rStyle w:val="Taille-1Caracteres"/>
        </w:rPr>
      </w:pPr>
      <w:r w:rsidRPr="000A30E8">
        <w:rPr>
          <w:rStyle w:val="Taille-1Caracteres"/>
        </w:rPr>
        <w:t>Même décor.</w:t>
      </w:r>
    </w:p>
    <w:p w14:paraId="2996D2A3" w14:textId="77777777" w:rsidR="00285C2D" w:rsidRPr="000A30E8" w:rsidRDefault="00285C2D" w:rsidP="00285C2D">
      <w:r w:rsidRPr="000A30E8">
        <w:rPr>
          <w:szCs w:val="32"/>
        </w:rPr>
        <w:t>R</w:t>
      </w:r>
      <w:r w:rsidRPr="000A30E8">
        <w:rPr>
          <w:rStyle w:val="Taille-1Caracteres"/>
        </w:rPr>
        <w:t>OMÉO</w:t>
      </w:r>
      <w:r w:rsidRPr="000A30E8">
        <w:rPr>
          <w:szCs w:val="32"/>
        </w:rPr>
        <w:t>. — C’est assez curieux. Juliette vient de mettre au monde un enfant de cinquante-neuf ans. Ce cher innocent m’intimide avec sa longue barbe grise. Mais le voici qui vient dans les bras de sa nourrice.</w:t>
      </w:r>
    </w:p>
    <w:p w14:paraId="1A1B7F4C"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DE</w:t>
      </w:r>
      <w:r w:rsidRPr="000A30E8">
        <w:t xml:space="preserve"> R</w:t>
      </w:r>
      <w:r w:rsidRPr="000A30E8">
        <w:rPr>
          <w:rStyle w:val="Taille-1Caracteres"/>
        </w:rPr>
        <w:t>OMÉO ET</w:t>
      </w:r>
      <w:r w:rsidRPr="000A30E8">
        <w:t xml:space="preserve"> J</w:t>
      </w:r>
      <w:r w:rsidRPr="000A30E8">
        <w:rPr>
          <w:rStyle w:val="Taille-1Caracteres"/>
        </w:rPr>
        <w:t>ULIETTE</w:t>
      </w:r>
      <w:r w:rsidRPr="000A30E8">
        <w:t>. — Mon père, soyez maudit. Ma mère vient de m’apprendre l’histoire du narcotique. Grâce à votre ridicule invention, j’ai langui, triste et solitaire, dans mon obscure retraite, sans pouvoir vivre ma vie. Grâce à votre amour égoïste, j’arrive au monde à l’âge où l’on est près d’en sortir, et, suprême ironie, j’ai l’air d’être le grand-père de mes propres parents.</w:t>
      </w:r>
    </w:p>
    <w:p w14:paraId="2BEF5669" w14:textId="77777777" w:rsidR="00285C2D" w:rsidRPr="000A30E8" w:rsidRDefault="00285C2D" w:rsidP="00285C2D">
      <w:r w:rsidRPr="000A30E8">
        <w:lastRenderedPageBreak/>
        <w:t>R</w:t>
      </w:r>
      <w:r w:rsidRPr="000A30E8">
        <w:rPr>
          <w:rStyle w:val="Taille-1Caracteres"/>
        </w:rPr>
        <w:t>OMÉO</w:t>
      </w:r>
      <w:r w:rsidRPr="000A30E8">
        <w:t>. — Pardon ! mon fils ! Pardon !</w:t>
      </w:r>
    </w:p>
    <w:p w14:paraId="17D2BEC8"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DE</w:t>
      </w:r>
      <w:r w:rsidRPr="000A30E8">
        <w:t xml:space="preserve"> R</w:t>
      </w:r>
      <w:r w:rsidRPr="000A30E8">
        <w:rPr>
          <w:rStyle w:val="Taille-1Caracteres"/>
        </w:rPr>
        <w:t>OMÉO ET</w:t>
      </w:r>
      <w:r w:rsidRPr="000A30E8">
        <w:t xml:space="preserve"> J</w:t>
      </w:r>
      <w:r w:rsidRPr="000A30E8">
        <w:rPr>
          <w:rStyle w:val="Taille-1Caracteres"/>
        </w:rPr>
        <w:t>ULIETTE</w:t>
      </w:r>
      <w:r w:rsidRPr="000A30E8">
        <w:t>. — Non. Soyez maudit ! Comprimé pendant cinquante-neuf ans dans le sein de ma mère, je n’ai pu me développer normalement. Seules les rides de mon front se sont creusées d’année en année. Seule ma barbe a poussé et blanchi. Soyez maudit pour infliger à un sexagénaire l’humiliation de se voir emmailloter dans des langes de nouveau-né.</w:t>
      </w:r>
    </w:p>
    <w:p w14:paraId="0AEDC0D2" w14:textId="77777777" w:rsidR="00285C2D" w:rsidRPr="000A30E8" w:rsidRDefault="00285C2D" w:rsidP="00285C2D">
      <w:r w:rsidRPr="000A30E8">
        <w:t>R</w:t>
      </w:r>
      <w:r w:rsidRPr="000A30E8">
        <w:rPr>
          <w:rStyle w:val="Taille-1Caracteres"/>
        </w:rPr>
        <w:t>OMÉO</w:t>
      </w:r>
      <w:r w:rsidRPr="000A30E8">
        <w:t>. — Je t’aime malgré tout. Tu es mon fils ! mon sang ! Le sang des Montaigus !</w:t>
      </w:r>
    </w:p>
    <w:p w14:paraId="5E0AFAAD"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DE</w:t>
      </w:r>
      <w:r w:rsidRPr="000A30E8">
        <w:t xml:space="preserve"> R</w:t>
      </w:r>
      <w:r w:rsidRPr="000A30E8">
        <w:rPr>
          <w:rStyle w:val="Taille-1Caracteres"/>
        </w:rPr>
        <w:t>OMÉO ET</w:t>
      </w:r>
      <w:r w:rsidRPr="000A30E8">
        <w:t xml:space="preserve"> J</w:t>
      </w:r>
      <w:r w:rsidRPr="000A30E8">
        <w:rPr>
          <w:rStyle w:val="Taille-1Caracteres"/>
        </w:rPr>
        <w:t>ULIETTE</w:t>
      </w:r>
      <w:r w:rsidRPr="000A30E8">
        <w:t xml:space="preserve">, </w:t>
      </w:r>
      <w:r w:rsidRPr="000A30E8">
        <w:rPr>
          <w:i/>
          <w:iCs/>
        </w:rPr>
        <w:t>hurlant</w:t>
      </w:r>
      <w:r w:rsidRPr="000A30E8">
        <w:t>. — Montaigu ! Il a dit Montaigu ! Ce nom seul me fait bouillir de colère ! Je me sens pris d’une irrésistible envie de carnage ! Tue ! Tue ! Sus aux Montaigus. (</w:t>
      </w:r>
      <w:r w:rsidRPr="000A30E8">
        <w:rPr>
          <w:i/>
          <w:iCs/>
        </w:rPr>
        <w:t>Il fait tournoyer son biberon et le lance sur Roméo</w:t>
      </w:r>
      <w:r w:rsidRPr="000A30E8">
        <w:t>)</w:t>
      </w:r>
    </w:p>
    <w:p w14:paraId="663F9623" w14:textId="77777777" w:rsidR="00285C2D" w:rsidRPr="000A30E8" w:rsidRDefault="00285C2D" w:rsidP="00285C2D">
      <w:r w:rsidRPr="000A30E8">
        <w:t>R</w:t>
      </w:r>
      <w:r w:rsidRPr="000A30E8">
        <w:rPr>
          <w:rStyle w:val="Taille-1Caracteres"/>
        </w:rPr>
        <w:t>OMÉO</w:t>
      </w:r>
      <w:r w:rsidRPr="000A30E8">
        <w:t xml:space="preserve">, </w:t>
      </w:r>
      <w:r w:rsidRPr="000A30E8">
        <w:rPr>
          <w:i/>
          <w:iCs/>
        </w:rPr>
        <w:t>s’écroulant</w:t>
      </w:r>
      <w:r w:rsidRPr="000A30E8">
        <w:t>. — Mon fils, tu m’as tué ! Je vais mourir dans quelques minutes.</w:t>
      </w:r>
    </w:p>
    <w:p w14:paraId="306FAE02" w14:textId="77777777" w:rsidR="00285C2D" w:rsidRPr="000A30E8" w:rsidRDefault="00285C2D" w:rsidP="00285C2D">
      <w:r w:rsidRPr="000A30E8">
        <w:t>J</w:t>
      </w:r>
      <w:r w:rsidRPr="000A30E8">
        <w:rPr>
          <w:rStyle w:val="Taille-1Caracteres"/>
        </w:rPr>
        <w:t>ULIETTE</w:t>
      </w:r>
      <w:r w:rsidRPr="000A30E8">
        <w:t xml:space="preserve">, </w:t>
      </w:r>
      <w:r w:rsidRPr="000A30E8">
        <w:rPr>
          <w:i/>
          <w:iCs/>
        </w:rPr>
        <w:t>accourant</w:t>
      </w:r>
      <w:r w:rsidRPr="000A30E8">
        <w:t>. — Ciel ! Que se passe-t-il ?</w:t>
      </w:r>
    </w:p>
    <w:p w14:paraId="47734EC7" w14:textId="77777777" w:rsidR="00285C2D" w:rsidRPr="000A30E8" w:rsidRDefault="00285C2D" w:rsidP="00285C2D">
      <w:r w:rsidRPr="000A30E8">
        <w:t>R</w:t>
      </w:r>
      <w:r w:rsidRPr="000A30E8">
        <w:rPr>
          <w:rStyle w:val="Taille-1Caracteres"/>
        </w:rPr>
        <w:t>OMÉO</w:t>
      </w:r>
      <w:r w:rsidRPr="000A30E8">
        <w:t>. — Je vais mourir, chère Juliette Capulet.</w:t>
      </w:r>
    </w:p>
    <w:p w14:paraId="2DA21025"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DE</w:t>
      </w:r>
      <w:r w:rsidRPr="000A30E8">
        <w:t xml:space="preserve"> R</w:t>
      </w:r>
      <w:r w:rsidRPr="000A30E8">
        <w:rPr>
          <w:rStyle w:val="Taille-1Caracteres"/>
        </w:rPr>
        <w:t>OMÉO ET</w:t>
      </w:r>
      <w:r w:rsidRPr="000A30E8">
        <w:t xml:space="preserve"> J</w:t>
      </w:r>
      <w:r w:rsidRPr="000A30E8">
        <w:rPr>
          <w:rStyle w:val="Taille-1Caracteres"/>
        </w:rPr>
        <w:t>ULIETTE</w:t>
      </w:r>
      <w:r w:rsidRPr="000A30E8">
        <w:t xml:space="preserve">, </w:t>
      </w:r>
      <w:r w:rsidRPr="000A30E8">
        <w:rPr>
          <w:i/>
          <w:iCs/>
        </w:rPr>
        <w:t>hurlant</w:t>
      </w:r>
      <w:r w:rsidRPr="000A30E8">
        <w:t>. — Capulet ! J’ai bien entendu ! Capulet ! Ce nom me fait subitement bouillir de colère. Tue ! Tue ! Sus aux Capulets ! (</w:t>
      </w:r>
      <w:r w:rsidRPr="000A30E8">
        <w:rPr>
          <w:i/>
          <w:iCs/>
        </w:rPr>
        <w:t>Il étrangle Juliette</w:t>
      </w:r>
      <w:r w:rsidRPr="000A30E8">
        <w:t>.)</w:t>
      </w:r>
    </w:p>
    <w:p w14:paraId="3D522BD7" w14:textId="77777777" w:rsidR="00285C2D" w:rsidRPr="000A30E8" w:rsidRDefault="00285C2D" w:rsidP="00285C2D">
      <w:r w:rsidRPr="000A30E8">
        <w:t>J</w:t>
      </w:r>
      <w:r w:rsidRPr="000A30E8">
        <w:rPr>
          <w:rStyle w:val="Taille-1Caracteres"/>
        </w:rPr>
        <w:t>ULIETTE</w:t>
      </w:r>
      <w:r w:rsidRPr="000A30E8">
        <w:t>. — Je vais mourir.</w:t>
      </w:r>
    </w:p>
    <w:p w14:paraId="1468AD20" w14:textId="77777777" w:rsidR="00285C2D" w:rsidRPr="000A30E8" w:rsidRDefault="00285C2D" w:rsidP="00285C2D">
      <w:r w:rsidRPr="000A30E8">
        <w:t>L</w:t>
      </w:r>
      <w:r w:rsidRPr="000A30E8">
        <w:rPr>
          <w:rStyle w:val="Taille-1Caracteres"/>
        </w:rPr>
        <w:t>A</w:t>
      </w:r>
      <w:r w:rsidRPr="000A30E8">
        <w:t xml:space="preserve"> N</w:t>
      </w:r>
      <w:r w:rsidRPr="000A30E8">
        <w:rPr>
          <w:rStyle w:val="Taille-1Caracteres"/>
        </w:rPr>
        <w:t>OURRICE</w:t>
      </w:r>
      <w:r w:rsidRPr="000A30E8">
        <w:t>. — Qu’avez-vous fait, vilain garçon ?</w:t>
      </w:r>
    </w:p>
    <w:p w14:paraId="0EC66C2F" w14:textId="77777777" w:rsidR="00285C2D" w:rsidRPr="000A30E8" w:rsidRDefault="00285C2D" w:rsidP="00285C2D">
      <w:r w:rsidRPr="000A30E8">
        <w:t>R</w:t>
      </w:r>
      <w:r w:rsidRPr="000A30E8">
        <w:rPr>
          <w:rStyle w:val="Taille-1Caracteres"/>
        </w:rPr>
        <w:t>OMÉO</w:t>
      </w:r>
      <w:r w:rsidRPr="000A30E8">
        <w:t xml:space="preserve">, </w:t>
      </w:r>
      <w:r w:rsidRPr="000A30E8">
        <w:rPr>
          <w:i/>
          <w:iCs/>
        </w:rPr>
        <w:t>d’une voix faible</w:t>
      </w:r>
      <w:r w:rsidRPr="000A30E8">
        <w:t xml:space="preserve">. — L’approche de la mort me donne une grande lucidité. Nous mourons victimes de notre fatal amour. Notre fils a par toi du sang des Capulets dans les </w:t>
      </w:r>
      <w:r w:rsidRPr="000A30E8">
        <w:lastRenderedPageBreak/>
        <w:t>veines. Il n’a pu supporter la vue d’un Montaigu. La haine de race s’est réveillée en lui. C’est pour cela qu’il m’a tué. (</w:t>
      </w:r>
      <w:r w:rsidRPr="000A30E8">
        <w:rPr>
          <w:i/>
          <w:iCs/>
        </w:rPr>
        <w:t>Il meurt</w:t>
      </w:r>
      <w:r w:rsidRPr="000A30E8">
        <w:t>.)</w:t>
      </w:r>
    </w:p>
    <w:p w14:paraId="6D310C75" w14:textId="77777777" w:rsidR="00285C2D" w:rsidRPr="000A30E8" w:rsidRDefault="00285C2D" w:rsidP="00285C2D">
      <w:r w:rsidRPr="000A30E8">
        <w:t>J</w:t>
      </w:r>
      <w:r w:rsidRPr="000A30E8">
        <w:rPr>
          <w:rStyle w:val="Taille-1Caracteres"/>
        </w:rPr>
        <w:t>ULIETTE</w:t>
      </w:r>
      <w:r w:rsidRPr="000A30E8">
        <w:t xml:space="preserve">, </w:t>
      </w:r>
      <w:r w:rsidRPr="000A30E8">
        <w:rPr>
          <w:i/>
          <w:iCs/>
        </w:rPr>
        <w:t>d’une voix faible</w:t>
      </w:r>
      <w:r w:rsidRPr="000A30E8">
        <w:t>. — Fatalité ! L’enfant possède aussi par Roméo du sang des Montaigus dans les veines. Il m’a étranglée par haine des Capulets. (</w:t>
      </w:r>
      <w:r w:rsidRPr="000A30E8">
        <w:rPr>
          <w:i/>
          <w:iCs/>
        </w:rPr>
        <w:t>Elle meurt</w:t>
      </w:r>
      <w:r w:rsidRPr="000A30E8">
        <w:t>.)</w:t>
      </w:r>
    </w:p>
    <w:p w14:paraId="0DB7C5FD"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DE</w:t>
      </w:r>
      <w:r w:rsidRPr="000A30E8">
        <w:t xml:space="preserve"> R</w:t>
      </w:r>
      <w:r w:rsidRPr="000A30E8">
        <w:rPr>
          <w:rStyle w:val="Taille-1Caracteres"/>
        </w:rPr>
        <w:t xml:space="preserve">OMÉO ET </w:t>
      </w:r>
      <w:r w:rsidRPr="000A30E8">
        <w:t>J</w:t>
      </w:r>
      <w:r w:rsidRPr="000A30E8">
        <w:rPr>
          <w:rStyle w:val="Taille-1Caracteres"/>
        </w:rPr>
        <w:t>ULIETTE</w:t>
      </w:r>
      <w:r w:rsidRPr="000A30E8">
        <w:t xml:space="preserve">, </w:t>
      </w:r>
      <w:r w:rsidRPr="000A30E8">
        <w:rPr>
          <w:i/>
          <w:iCs/>
        </w:rPr>
        <w:t>hurlant</w:t>
      </w:r>
      <w:r w:rsidRPr="000A30E8">
        <w:t>. — C’est horrible ! Les sangs ennemis des Capulets et des Montaigus se combattent en moi ! Sus aux Capulets ! Sus aux Montaigus ! (</w:t>
      </w:r>
      <w:r w:rsidRPr="000A30E8">
        <w:rPr>
          <w:i/>
          <w:iCs/>
        </w:rPr>
        <w:t>Il prend un couteau dans chaque main</w:t>
      </w:r>
      <w:r w:rsidRPr="000A30E8">
        <w:t>.) Mort aux Capulets ! (</w:t>
      </w:r>
      <w:r w:rsidRPr="000A30E8">
        <w:rPr>
          <w:i/>
          <w:iCs/>
        </w:rPr>
        <w:t>Il se perce le côté droit</w:t>
      </w:r>
      <w:r w:rsidRPr="000A30E8">
        <w:t>.) Mort aux Montaigus ! (</w:t>
      </w:r>
      <w:r w:rsidRPr="000A30E8">
        <w:rPr>
          <w:i/>
          <w:iCs/>
        </w:rPr>
        <w:t>Il se perce le côté gauche et tombe mort</w:t>
      </w:r>
      <w:r w:rsidRPr="000A30E8">
        <w:t>.)</w:t>
      </w:r>
    </w:p>
    <w:p w14:paraId="5E333A86" w14:textId="77777777" w:rsidR="00285C2D" w:rsidRPr="000A30E8" w:rsidRDefault="00285C2D" w:rsidP="00285C2D">
      <w:r w:rsidRPr="000A30E8">
        <w:t>L</w:t>
      </w:r>
      <w:r w:rsidRPr="000A30E8">
        <w:rPr>
          <w:rStyle w:val="Taille-1Caracteres"/>
        </w:rPr>
        <w:t>A</w:t>
      </w:r>
      <w:r w:rsidRPr="000A30E8">
        <w:t xml:space="preserve"> N</w:t>
      </w:r>
      <w:r w:rsidRPr="000A30E8">
        <w:rPr>
          <w:rStyle w:val="Taille-1Caracteres"/>
        </w:rPr>
        <w:t>OURRICE</w:t>
      </w:r>
      <w:r w:rsidRPr="000A30E8">
        <w:t>. — Fatalité ! Fatalité !</w:t>
      </w:r>
    </w:p>
    <w:p w14:paraId="6E5908AF" w14:textId="77777777" w:rsidR="00285C2D" w:rsidRPr="000A30E8" w:rsidRDefault="00285C2D" w:rsidP="00285C2D">
      <w:pPr>
        <w:pStyle w:val="Centr"/>
      </w:pPr>
      <w:r w:rsidRPr="000A30E8">
        <w:t>RIDEAU</w:t>
      </w:r>
    </w:p>
    <w:p w14:paraId="68AF11E4" w14:textId="77777777" w:rsidR="00285C2D" w:rsidRPr="000A30E8" w:rsidRDefault="00285C2D" w:rsidP="00285C2D">
      <w:pPr>
        <w:pStyle w:val="Titre2"/>
      </w:pPr>
      <w:bookmarkStart w:id="82" w:name="_Toc196330262"/>
      <w:r w:rsidRPr="000A30E8">
        <w:lastRenderedPageBreak/>
        <w:t>CONTES DE LA DILIGENCE</w:t>
      </w:r>
      <w:bookmarkEnd w:id="82"/>
    </w:p>
    <w:p w14:paraId="1F4E3C76" w14:textId="77777777" w:rsidR="00285C2D" w:rsidRPr="000A30E8" w:rsidRDefault="00285C2D" w:rsidP="00285C2D">
      <w:pPr>
        <w:pStyle w:val="Titre3"/>
      </w:pPr>
      <w:bookmarkStart w:id="83" w:name="_Toc196330263"/>
      <w:r w:rsidRPr="000A30E8">
        <w:t>PROLOGUE</w:t>
      </w:r>
      <w:r w:rsidRPr="000A30E8">
        <w:br/>
      </w:r>
      <w:r w:rsidRPr="000A30E8">
        <w:br/>
        <w:t>Le vieux postillon.</w:t>
      </w:r>
      <w:bookmarkEnd w:id="83"/>
    </w:p>
    <w:p w14:paraId="17722C2C" w14:textId="77777777" w:rsidR="00285C2D" w:rsidRPr="000A30E8" w:rsidRDefault="00285C2D" w:rsidP="00285C2D">
      <w:pPr>
        <w:pStyle w:val="Centr"/>
        <w:rPr>
          <w:rStyle w:val="Taille-1Caracteres"/>
        </w:rPr>
      </w:pPr>
      <w:r w:rsidRPr="000A30E8">
        <w:rPr>
          <w:rStyle w:val="Taille-1Caracteres"/>
        </w:rPr>
        <w:t>La scène représente une cour d’auberge.</w:t>
      </w:r>
    </w:p>
    <w:p w14:paraId="12155B65" w14:textId="77777777" w:rsidR="00285C2D" w:rsidRPr="000A30E8" w:rsidRDefault="00285C2D" w:rsidP="00285C2D">
      <w:r w:rsidRPr="000A30E8">
        <w:rPr>
          <w:szCs w:val="32"/>
        </w:rPr>
        <w:t>L</w:t>
      </w:r>
      <w:r w:rsidRPr="000A30E8">
        <w:rPr>
          <w:rStyle w:val="Taille-1Caracteres"/>
        </w:rPr>
        <w:t>E</w:t>
      </w:r>
      <w:r w:rsidRPr="000A30E8">
        <w:rPr>
          <w:szCs w:val="32"/>
        </w:rPr>
        <w:t xml:space="preserve"> T</w:t>
      </w:r>
      <w:r w:rsidRPr="000A30E8">
        <w:rPr>
          <w:rStyle w:val="Taille-1Caracteres"/>
        </w:rPr>
        <w:t>OURISTE MODERNE</w:t>
      </w:r>
      <w:r w:rsidRPr="000A30E8">
        <w:rPr>
          <w:szCs w:val="32"/>
        </w:rPr>
        <w:t xml:space="preserve">, </w:t>
      </w:r>
      <w:r w:rsidRPr="000A30E8">
        <w:rPr>
          <w:i/>
          <w:iCs/>
          <w:szCs w:val="32"/>
        </w:rPr>
        <w:t>à sa femme</w:t>
      </w:r>
      <w:r w:rsidRPr="000A30E8">
        <w:rPr>
          <w:szCs w:val="32"/>
        </w:rPr>
        <w:t>. — Nous sommes en panne dans cette vieille auberge.</w:t>
      </w:r>
    </w:p>
    <w:p w14:paraId="585FE923" w14:textId="77777777" w:rsidR="00285C2D" w:rsidRPr="000A30E8" w:rsidRDefault="00285C2D" w:rsidP="00285C2D">
      <w:r w:rsidRPr="000A30E8">
        <w:t>L’A</w:t>
      </w:r>
      <w:r w:rsidRPr="000A30E8">
        <w:rPr>
          <w:rStyle w:val="Taille-1Caracteres"/>
        </w:rPr>
        <w:t>UBERGISTE</w:t>
      </w:r>
      <w:r w:rsidRPr="000A30E8">
        <w:t>. — Pendant que votre chauffeur répare l’auto, je ne saurais trop vous engager à pénétrer dans cette vieille diligence que vous apercevez dans la cour de l’auberge.</w:t>
      </w:r>
    </w:p>
    <w:p w14:paraId="727FCD70" w14:textId="77777777" w:rsidR="00285C2D" w:rsidRPr="000A30E8" w:rsidRDefault="00285C2D" w:rsidP="00285C2D">
      <w:r w:rsidRPr="000A30E8">
        <w:t>L</w:t>
      </w:r>
      <w:r w:rsidRPr="000A30E8">
        <w:rPr>
          <w:rStyle w:val="Taille-1Caracteres"/>
        </w:rPr>
        <w:t>E</w:t>
      </w:r>
      <w:r w:rsidRPr="000A30E8">
        <w:t xml:space="preserve"> T</w:t>
      </w:r>
      <w:r w:rsidRPr="000A30E8">
        <w:rPr>
          <w:rStyle w:val="Taille-1Caracteres"/>
        </w:rPr>
        <w:t>OURISTE MODERNE</w:t>
      </w:r>
      <w:r w:rsidRPr="000A30E8">
        <w:t>. — Pourquoi ?</w:t>
      </w:r>
    </w:p>
    <w:p w14:paraId="2BF926D8" w14:textId="77777777" w:rsidR="00285C2D" w:rsidRPr="000A30E8" w:rsidRDefault="00285C2D" w:rsidP="00285C2D">
      <w:r w:rsidRPr="000A30E8">
        <w:t>L’A</w:t>
      </w:r>
      <w:r w:rsidRPr="000A30E8">
        <w:rPr>
          <w:rStyle w:val="Taille-1Caracteres"/>
        </w:rPr>
        <w:t>UBERGISTE</w:t>
      </w:r>
      <w:r w:rsidRPr="000A30E8">
        <w:t>. — Pour écouter les contes du vieux postillon. Je vais vous expliquer. C’est le dernier postillon. Il est vieux, vieux, très vieux. Il a plus de cent ans. Alors, par charité je le laisse vivre dans sa vieille diligence. Moyennant un léger supplément, les personnes qui s’arrêtent à l’auberge peuvent pénétrer dans la vieille diligence, où le centenaire-postillon leur raconte des histoires du bon vieux temps. C’est très curieux. Le vieux conteur a conservé son classique costume de postillon. C’est très pittoresque. Entrez. (</w:t>
      </w:r>
      <w:r w:rsidRPr="000A30E8">
        <w:rPr>
          <w:i/>
          <w:iCs/>
        </w:rPr>
        <w:t>Il ouvre la portière de la vieille diligence</w:t>
      </w:r>
      <w:r w:rsidRPr="000A30E8">
        <w:t>.)</w:t>
      </w:r>
    </w:p>
    <w:p w14:paraId="1053E857" w14:textId="77777777" w:rsidR="00285C2D" w:rsidRPr="000A30E8" w:rsidRDefault="00285C2D" w:rsidP="00285C2D">
      <w:r w:rsidRPr="000A30E8">
        <w:t>L</w:t>
      </w:r>
      <w:r w:rsidRPr="000A30E8">
        <w:rPr>
          <w:rStyle w:val="Taille-1Caracteres"/>
        </w:rPr>
        <w:t>ES</w:t>
      </w:r>
      <w:r w:rsidRPr="000A30E8">
        <w:t xml:space="preserve"> T</w:t>
      </w:r>
      <w:r w:rsidRPr="000A30E8">
        <w:rPr>
          <w:rStyle w:val="Taille-1Caracteres"/>
        </w:rPr>
        <w:t>OURISTES MODERNES</w:t>
      </w:r>
      <w:r w:rsidRPr="000A30E8">
        <w:t>. — C’est très pittoresque. Entrons. (</w:t>
      </w:r>
      <w:r w:rsidRPr="000A30E8">
        <w:rPr>
          <w:i/>
          <w:iCs/>
        </w:rPr>
        <w:t>Ils entrent dans la vieille diligence</w:t>
      </w:r>
      <w:r w:rsidRPr="000A30E8">
        <w:t>.)</w:t>
      </w:r>
    </w:p>
    <w:p w14:paraId="7E050A19" w14:textId="77777777" w:rsidR="00285C2D" w:rsidRPr="000A30E8" w:rsidRDefault="00285C2D" w:rsidP="00285C2D">
      <w:pPr>
        <w:pStyle w:val="Titre3"/>
      </w:pPr>
      <w:bookmarkStart w:id="84" w:name="_Toc196330264"/>
      <w:r w:rsidRPr="000A30E8">
        <w:lastRenderedPageBreak/>
        <w:t>PREMIER CONTE DU POSTILLON</w:t>
      </w:r>
      <w:r w:rsidRPr="000A30E8">
        <w:br/>
      </w:r>
      <w:r w:rsidRPr="000A30E8">
        <w:br/>
        <w:t>La mouche du coche.</w:t>
      </w:r>
      <w:bookmarkEnd w:id="84"/>
    </w:p>
    <w:p w14:paraId="22615FA3" w14:textId="77777777" w:rsidR="00285C2D" w:rsidRPr="000A30E8" w:rsidRDefault="00285C2D" w:rsidP="00285C2D">
      <w:pPr>
        <w:pStyle w:val="Centr"/>
        <w:rPr>
          <w:rStyle w:val="Taille-1Caracteres"/>
        </w:rPr>
      </w:pPr>
      <w:r w:rsidRPr="000A30E8">
        <w:rPr>
          <w:rStyle w:val="Taille-1Caracteres"/>
        </w:rPr>
        <w:t>La scène représente l’intérieur de la vieille diligence.</w:t>
      </w:r>
    </w:p>
    <w:p w14:paraId="0C9EC21D" w14:textId="77777777" w:rsidR="00285C2D" w:rsidRPr="000A30E8" w:rsidRDefault="00285C2D" w:rsidP="00285C2D">
      <w:r w:rsidRPr="000A30E8">
        <w:rPr>
          <w:szCs w:val="32"/>
        </w:rPr>
        <w:t>L</w:t>
      </w:r>
      <w:r w:rsidRPr="000A30E8">
        <w:rPr>
          <w:rStyle w:val="Taille-1Caracteres"/>
        </w:rPr>
        <w:t>ES</w:t>
      </w:r>
      <w:r w:rsidRPr="000A30E8">
        <w:rPr>
          <w:szCs w:val="32"/>
        </w:rPr>
        <w:t xml:space="preserve"> T</w:t>
      </w:r>
      <w:r w:rsidRPr="000A30E8">
        <w:rPr>
          <w:rStyle w:val="Taille-1Caracteres"/>
        </w:rPr>
        <w:t>OURISTES MODERNES</w:t>
      </w:r>
      <w:r w:rsidRPr="000A30E8">
        <w:rPr>
          <w:szCs w:val="32"/>
        </w:rPr>
        <w:t>. — Nous sommes assis sur la banquette poussiéreuse de la vieille diligence. Le vieux postillon fait claquer son fouet pour annoncer qu’il va prendre la parole.</w:t>
      </w:r>
    </w:p>
    <w:p w14:paraId="41899A77" w14:textId="77777777" w:rsidR="00285C2D" w:rsidRPr="000A30E8" w:rsidRDefault="00285C2D" w:rsidP="00285C2D">
      <w:r w:rsidRPr="000A30E8">
        <w:t>L</w:t>
      </w:r>
      <w:r w:rsidRPr="000A30E8">
        <w:rPr>
          <w:rStyle w:val="Taille-1Caracteres"/>
        </w:rPr>
        <w:t>E VIEUX</w:t>
      </w:r>
      <w:r w:rsidRPr="000A30E8">
        <w:t xml:space="preserve"> P</w:t>
      </w:r>
      <w:r w:rsidRPr="000A30E8">
        <w:rPr>
          <w:rStyle w:val="Taille-1Caracteres"/>
        </w:rPr>
        <w:t>OSTILLON</w:t>
      </w:r>
      <w:r w:rsidRPr="000A30E8">
        <w:t xml:space="preserve">, </w:t>
      </w:r>
      <w:r w:rsidRPr="000A30E8">
        <w:rPr>
          <w:i/>
          <w:iCs/>
        </w:rPr>
        <w:t>faisant claquer son fouet</w:t>
      </w:r>
      <w:r w:rsidRPr="000A30E8">
        <w:t>. — Clic ! Clac ! Premier conte : La Mouche du coche. Cette mouche était vraiment extraordinaire. Elle appartenait à une sorte de vieux mendiant qui passait pour un peu fou dans le pays. Ce vieux mendiant, que l’on surnommait le père La Mouche, à cause de l’insecte qu’il portait toujours dans une petite cage, venait s’installer tous les matins au bas de la côte qui conduisait au village. Ah ! c’était une rude côte que cette côte ! La terreur des postillons ! Un chemin montant, sablonneux, malaisé, et de tous les côtés au soleil exposé, comme disait le fabuliste. Aussi, lorsque la diligence arrivait au pied de la côte, les postillons apercevaient avec joie le vieux père La Mouche et sa fidèle compagne enfermée dans sa petite cage.</w:t>
      </w:r>
    </w:p>
    <w:p w14:paraId="56F7AF74" w14:textId="77777777" w:rsidR="00285C2D" w:rsidRPr="000A30E8" w:rsidRDefault="00285C2D" w:rsidP="00285C2D">
      <w:r w:rsidRPr="000A30E8">
        <w:t>L</w:t>
      </w:r>
      <w:r w:rsidRPr="000A30E8">
        <w:rPr>
          <w:rStyle w:val="Taille-1Caracteres"/>
        </w:rPr>
        <w:t>ES</w:t>
      </w:r>
      <w:r w:rsidRPr="000A30E8">
        <w:t xml:space="preserve"> T</w:t>
      </w:r>
      <w:r w:rsidRPr="000A30E8">
        <w:rPr>
          <w:rStyle w:val="Taille-1Caracteres"/>
        </w:rPr>
        <w:t>OURISTES MODERNES</w:t>
      </w:r>
      <w:r w:rsidRPr="000A30E8">
        <w:t>. — Pourquoi les postillons apercevaient-ils avec joie le vieux père La Mouche et sa fidèle compagne enfermée dans sa petite cage ?</w:t>
      </w:r>
    </w:p>
    <w:p w14:paraId="7712E861" w14:textId="77777777" w:rsidR="00285C2D" w:rsidRPr="000A30E8" w:rsidRDefault="00285C2D" w:rsidP="00285C2D">
      <w:r w:rsidRPr="000A30E8">
        <w:t>L</w:t>
      </w:r>
      <w:r w:rsidRPr="000A30E8">
        <w:rPr>
          <w:rStyle w:val="Taille-1Caracteres"/>
        </w:rPr>
        <w:t>E VIEUX</w:t>
      </w:r>
      <w:r w:rsidRPr="000A30E8">
        <w:t xml:space="preserve"> P</w:t>
      </w:r>
      <w:r w:rsidRPr="000A30E8">
        <w:rPr>
          <w:rStyle w:val="Taille-1Caracteres"/>
        </w:rPr>
        <w:t>OSTILLON</w:t>
      </w:r>
      <w:r w:rsidRPr="000A30E8">
        <w:t xml:space="preserve">. — Parce que le père La Mouche, s’inspirant de la célèbre fable du bon La Fontaine, avait patiemment dressé son intelligente mouche. Dès qu’une diligence s’apprêtait à monter la côte, le père La Mouche criait d’une voix sonore : « Voici la véritable mouche du coche ! </w:t>
      </w:r>
      <w:r w:rsidRPr="000A30E8">
        <w:lastRenderedPageBreak/>
        <w:t>Celle qui tira d’affaire le fameux coche dont parle le fabuliste ! On loue la mouche pour la montée ! Demandez la véritable mouche du coche ! »</w:t>
      </w:r>
    </w:p>
    <w:p w14:paraId="2B69B904" w14:textId="77777777" w:rsidR="00285C2D" w:rsidRPr="000A30E8" w:rsidRDefault="00285C2D" w:rsidP="00285C2D">
      <w:r w:rsidRPr="000A30E8">
        <w:t>» Sans hésiter nous tendions quelques sous au père La Mouche, celui-ci ouvrait la porte de la petite cage, et son extraordinaire petite mouche s’élançait en bourdonnant sur les chevaux. Piquant l’un, piquant l’autre, nous excitant nous-mêmes par ses bourdonnements, la courageuse mouche vous faisait grimper la diligence en moins de temps qu’il n’en faut pour le raconter.</w:t>
      </w:r>
    </w:p>
    <w:p w14:paraId="11EB97F6" w14:textId="77777777" w:rsidR="00285C2D" w:rsidRPr="000A30E8" w:rsidRDefault="00285C2D" w:rsidP="00285C2D">
      <w:r w:rsidRPr="000A30E8">
        <w:t>» Tous les postillons la connaissaient, cette brave mouche, et jamais une diligence ne gravit la côte du village sans réclamer son concours.</w:t>
      </w:r>
    </w:p>
    <w:p w14:paraId="1631731D" w14:textId="77777777" w:rsidR="00285C2D" w:rsidRPr="000A30E8" w:rsidRDefault="00285C2D" w:rsidP="00285C2D">
      <w:r w:rsidRPr="000A30E8">
        <w:t>» Hélas ! La malheureuse périt d’une façon tragique : son maître ayant laissé sur sa table un livre des fables de La Fontaine, la fidèle mouche se mit à courir sur le livre ouvert. Mais, ô fatalité ! le livre était justement ouvert à la fable le Coche et la Mouche. Lorsqu’elle eut achevé la lecture de la fable, la pauvre mouche sentit son petit cœur se serrer douloureusement. Elle, qui se donnait tant de mal pour faire monter les diligences, être ainsi ridiculisée dans cette fable ! La pauvrette ne put supporter un tel affront et résolut de se suicider.</w:t>
      </w:r>
    </w:p>
    <w:p w14:paraId="0219E29A" w14:textId="77777777" w:rsidR="00285C2D" w:rsidRPr="000A30E8" w:rsidRDefault="00285C2D" w:rsidP="00285C2D">
      <w:r w:rsidRPr="000A30E8">
        <w:t>» Lorsque le vieux père La Mouche rentra, il aperçut sur la page de son livre ouvert cette simple phrase, écrite en véritables pattes de mouches : « C’est trop d’injustice ! » Il chercha partout sa mouche fidèle, mais ne la trouva point. Quelques mois plus tard, comme il trempait sa plume d’oie dans son vieil encrier de corne, le père La Mouche retira le cadavre de sa petite compagne, qui n’avait pas pu survivre à la calomnie. »</w:t>
      </w:r>
    </w:p>
    <w:p w14:paraId="3616D0DD" w14:textId="77777777" w:rsidR="00285C2D" w:rsidRPr="000A30E8" w:rsidRDefault="00285C2D" w:rsidP="00285C2D">
      <w:pPr>
        <w:pStyle w:val="Titre3"/>
      </w:pPr>
      <w:bookmarkStart w:id="85" w:name="_Toc196330265"/>
      <w:r w:rsidRPr="000A30E8">
        <w:lastRenderedPageBreak/>
        <w:t>DERNIER CONTE DU POSTILLON </w:t>
      </w:r>
      <w:r w:rsidRPr="000A30E8">
        <w:br/>
      </w:r>
      <w:r w:rsidRPr="000A30E8">
        <w:br/>
        <w:t>Le repas de l’ogre.</w:t>
      </w:r>
      <w:bookmarkEnd w:id="85"/>
    </w:p>
    <w:p w14:paraId="24577A7E" w14:textId="77777777" w:rsidR="00285C2D" w:rsidRPr="000A30E8" w:rsidRDefault="00285C2D" w:rsidP="00285C2D">
      <w:pPr>
        <w:pStyle w:val="Centr"/>
        <w:rPr>
          <w:rStyle w:val="Taille-1Caracteres"/>
        </w:rPr>
      </w:pPr>
      <w:r w:rsidRPr="000A30E8">
        <w:rPr>
          <w:rStyle w:val="Taille-1Caracteres"/>
        </w:rPr>
        <w:t>Même décor.</w:t>
      </w:r>
    </w:p>
    <w:p w14:paraId="4B02F3D6" w14:textId="77777777" w:rsidR="00285C2D" w:rsidRPr="000A30E8" w:rsidRDefault="00285C2D" w:rsidP="00285C2D">
      <w:r w:rsidRPr="000A30E8">
        <w:rPr>
          <w:szCs w:val="32"/>
        </w:rPr>
        <w:t>L</w:t>
      </w:r>
      <w:r w:rsidRPr="000A30E8">
        <w:rPr>
          <w:rStyle w:val="Taille-1Caracteres"/>
        </w:rPr>
        <w:t>E VIEUX</w:t>
      </w:r>
      <w:r w:rsidRPr="000A30E8">
        <w:rPr>
          <w:szCs w:val="32"/>
        </w:rPr>
        <w:t xml:space="preserve"> P</w:t>
      </w:r>
      <w:r w:rsidRPr="000A30E8">
        <w:rPr>
          <w:rStyle w:val="Taille-1Caracteres"/>
        </w:rPr>
        <w:t>OSTILLON</w:t>
      </w:r>
      <w:r w:rsidRPr="000A30E8">
        <w:rPr>
          <w:szCs w:val="32"/>
        </w:rPr>
        <w:t xml:space="preserve">, </w:t>
      </w:r>
      <w:r w:rsidRPr="000A30E8">
        <w:rPr>
          <w:i/>
          <w:iCs/>
          <w:szCs w:val="32"/>
        </w:rPr>
        <w:t>faisant claquer son fouet</w:t>
      </w:r>
      <w:r w:rsidRPr="000A30E8">
        <w:rPr>
          <w:szCs w:val="32"/>
        </w:rPr>
        <w:t>. — Clic ! clac ! Dernier conte : Le Repas de l’ogre.</w:t>
      </w:r>
    </w:p>
    <w:p w14:paraId="4B513E32" w14:textId="77777777" w:rsidR="00285C2D" w:rsidRPr="000A30E8" w:rsidRDefault="00285C2D" w:rsidP="00285C2D">
      <w:r w:rsidRPr="000A30E8">
        <w:t>» Il y avait une fois un ogre qui vivait très retiré dans une sombre forêt, en compagnie de sa femme l’ogresse. C’était, comme tous les ogres d’ailleurs, un géant de la grande espèce. Il adorait la chair fraîche et vous avalait un couple de bûcherons comme qui badine. Un soir, en parcourant la sombre forêt, il vit arriver sur la route une diligence remplie de voyageurs.</w:t>
      </w:r>
    </w:p>
    <w:p w14:paraId="06CBDBC2" w14:textId="77777777" w:rsidR="00285C2D" w:rsidRPr="000A30E8" w:rsidRDefault="00285C2D" w:rsidP="00285C2D">
      <w:r w:rsidRPr="000A30E8">
        <w:t>» Tel un enfant brisant un jouet d’un coup de pied, l’ogre, d’un léger coup de bottes de sept lieues, fit chavirer la diligence dans le fossé, et s’emparant des voyageurs affolés, il en garnit ses poches et regagna sa caverne.</w:t>
      </w:r>
    </w:p>
    <w:p w14:paraId="55BA61EA" w14:textId="77777777" w:rsidR="00285C2D" w:rsidRPr="000A30E8" w:rsidRDefault="00285C2D" w:rsidP="00285C2D">
      <w:r w:rsidRPr="000A30E8">
        <w:t>» — Femme, dit-il en entrant, j’apporte le dîner. Mets le couvert.</w:t>
      </w:r>
    </w:p>
    <w:p w14:paraId="6A4B2FF0" w14:textId="77777777" w:rsidR="00285C2D" w:rsidRPr="000A30E8" w:rsidRDefault="00285C2D" w:rsidP="00285C2D">
      <w:r w:rsidRPr="000A30E8">
        <w:t>» Docile, sa femme plaça sur la table la gigantesque assiette de l’ogre, son grand couteau et son énorme fourchette. L’ogre se mit à table. Dans son assiette, tels de véritables lilliputiens, gigotaient éperdument les voyageurs de la diligence.</w:t>
      </w:r>
    </w:p>
    <w:p w14:paraId="617AF389" w14:textId="77777777" w:rsidR="00285C2D" w:rsidRPr="000A30E8" w:rsidRDefault="00285C2D" w:rsidP="00285C2D">
      <w:r w:rsidRPr="000A30E8">
        <w:t xml:space="preserve">» Un moine qui lisait son bréviaire fut embroché d’un coup de fourchette implacable et avalé le premier. Puis successivement un vieux colonel, un gros commerçant, une veuve grassouillette, un gendarme et tous les voyageurs sans </w:t>
      </w:r>
      <w:r w:rsidRPr="000A30E8">
        <w:lastRenderedPageBreak/>
        <w:t>exception furent avalés par l’ogre affamé et par l’ogresse. L’ogre avait observé pour son repas l’ordre hiérarchique. Ayant croqué les voyageurs en premier, il s’attaqua, pour terminer son repas, aux malheureux postillons ! D’un dernier coup de fourchette, il lança les trois postillons dans sa bouche. Déjà il s’apprêtait à les broyer sous ses dents formidables lorsqu’une grosse plaisanterie de sa femme le fit éclater de rire. Sa bouche s’ouvrit soudain et sous l’irrésistible poussée de ce rire formidable, les malheureux postillons, tout humides de salive, furent projetés de la bouche de l’ogre sur le visage de l’ogresse.</w:t>
      </w:r>
    </w:p>
    <w:p w14:paraId="44DDB772" w14:textId="77777777" w:rsidR="00285C2D" w:rsidRPr="000A30E8" w:rsidRDefault="00285C2D" w:rsidP="00285C2D">
      <w:r w:rsidRPr="000A30E8">
        <w:t>» — Dégoûtant personnage ! s’écria celle-ci en s’essuyant la face, avec ta manie de rire la bouche pleine, tu m’as lancé des postillons en plein visage !</w:t>
      </w:r>
    </w:p>
    <w:p w14:paraId="08D360BE" w14:textId="77777777" w:rsidR="00285C2D" w:rsidRPr="000A30E8" w:rsidRDefault="00285C2D" w:rsidP="00285C2D">
      <w:r w:rsidRPr="000A30E8">
        <w:t>» Et voilà l’origine de l’expression populaire « lancer des postillons ou postillonner ». Voilà.</w:t>
      </w:r>
    </w:p>
    <w:p w14:paraId="303301B6" w14:textId="77777777" w:rsidR="00285C2D" w:rsidRPr="000A30E8" w:rsidRDefault="00285C2D" w:rsidP="00285C2D">
      <w:pPr>
        <w:pStyle w:val="Centr"/>
      </w:pPr>
      <w:r w:rsidRPr="000A30E8">
        <w:t>RIDEAU</w:t>
      </w:r>
    </w:p>
    <w:p w14:paraId="2FD56ECC" w14:textId="64C73E21" w:rsidR="00285C2D" w:rsidRPr="000A30E8" w:rsidRDefault="00804D8D" w:rsidP="00285C2D">
      <w:pPr>
        <w:pStyle w:val="Titre1"/>
      </w:pPr>
      <w:r>
        <w:lastRenderedPageBreak/>
        <w:br/>
      </w:r>
      <w:r>
        <w:br/>
      </w:r>
      <w:r>
        <w:br/>
      </w:r>
      <w:bookmarkStart w:id="86" w:name="_Toc196330266"/>
      <w:r w:rsidR="00285C2D" w:rsidRPr="000A30E8">
        <w:t>LES DRAMES DE L’HISTOIRE</w:t>
      </w:r>
      <w:bookmarkEnd w:id="86"/>
    </w:p>
    <w:p w14:paraId="2A084D1F" w14:textId="77777777" w:rsidR="00285C2D" w:rsidRPr="000A30E8" w:rsidRDefault="00285C2D" w:rsidP="00285C2D">
      <w:pPr>
        <w:pStyle w:val="Titre2"/>
      </w:pPr>
      <w:bookmarkStart w:id="87" w:name="_Toc196330267"/>
      <w:r w:rsidRPr="000A30E8">
        <w:lastRenderedPageBreak/>
        <w:t>LA FIANCÉE DU FAUCONNIER</w:t>
      </w:r>
      <w:bookmarkEnd w:id="87"/>
    </w:p>
    <w:p w14:paraId="1B835CE8" w14:textId="77777777" w:rsidR="00285C2D" w:rsidRPr="000A30E8" w:rsidRDefault="00285C2D" w:rsidP="00285C2D">
      <w:pPr>
        <w:pStyle w:val="Titre3"/>
      </w:pPr>
      <w:bookmarkStart w:id="88" w:name="_Toc196330268"/>
      <w:r w:rsidRPr="000A30E8">
        <w:t>PREMIER ACTE</w:t>
      </w:r>
      <w:r w:rsidRPr="000A30E8">
        <w:br/>
      </w:r>
      <w:r w:rsidRPr="000A30E8">
        <w:br/>
        <w:t>L’odieux madrigal.</w:t>
      </w:r>
      <w:bookmarkEnd w:id="88"/>
    </w:p>
    <w:p w14:paraId="198FDE11" w14:textId="77777777" w:rsidR="00285C2D" w:rsidRPr="000A30E8" w:rsidRDefault="00285C2D" w:rsidP="00285C2D">
      <w:pPr>
        <w:pStyle w:val="Centr"/>
        <w:rPr>
          <w:rStyle w:val="Taille-1Caracteres"/>
        </w:rPr>
      </w:pPr>
      <w:r w:rsidRPr="000A30E8">
        <w:rPr>
          <w:rStyle w:val="Taille-1Caracteres"/>
        </w:rPr>
        <w:t>La scène représente la maison de la Fiancée du Fauconnier.</w:t>
      </w:r>
    </w:p>
    <w:p w14:paraId="3F46E4FA" w14:textId="77777777" w:rsidR="00285C2D" w:rsidRPr="000A30E8" w:rsidRDefault="00285C2D" w:rsidP="00285C2D">
      <w:r w:rsidRPr="000A30E8">
        <w:rPr>
          <w:szCs w:val="32"/>
        </w:rPr>
        <w:t>L</w:t>
      </w:r>
      <w:r w:rsidRPr="000A30E8">
        <w:rPr>
          <w:rStyle w:val="Taille-1Caracteres"/>
        </w:rPr>
        <w:t>A</w:t>
      </w:r>
      <w:r w:rsidRPr="000A30E8">
        <w:rPr>
          <w:szCs w:val="32"/>
        </w:rPr>
        <w:t xml:space="preserve"> F</w:t>
      </w:r>
      <w:r w:rsidRPr="000A30E8">
        <w:rPr>
          <w:rStyle w:val="Taille-1Caracteres"/>
        </w:rPr>
        <w:t>IANCÉE DU</w:t>
      </w:r>
      <w:r w:rsidRPr="000A30E8">
        <w:rPr>
          <w:szCs w:val="32"/>
        </w:rPr>
        <w:t xml:space="preserve"> F</w:t>
      </w:r>
      <w:r w:rsidRPr="000A30E8">
        <w:rPr>
          <w:rStyle w:val="Taille-1Caracteres"/>
        </w:rPr>
        <w:t>AUCONNIER</w:t>
      </w:r>
      <w:r w:rsidRPr="000A30E8">
        <w:rPr>
          <w:szCs w:val="32"/>
        </w:rPr>
        <w:t xml:space="preserve">, </w:t>
      </w:r>
      <w:r w:rsidRPr="000A30E8">
        <w:rPr>
          <w:i/>
          <w:iCs/>
          <w:szCs w:val="32"/>
        </w:rPr>
        <w:t>à sa fenêtre</w:t>
      </w:r>
      <w:r w:rsidRPr="000A30E8">
        <w:rPr>
          <w:szCs w:val="32"/>
        </w:rPr>
        <w:t>. — Ainsi qu’il le fait tous les jours en se rendant à sa fauconnerie, mon fiancé va bientôt passer devant ma maison. J’entends déjà sa joyeuse chanson qu’il lance à pleine voix aux échos du vallon.</w:t>
      </w:r>
    </w:p>
    <w:p w14:paraId="1DCB2A82" w14:textId="77777777" w:rsidR="00285C2D" w:rsidRPr="000A30E8" w:rsidRDefault="00285C2D" w:rsidP="00285C2D">
      <w:r w:rsidRPr="000A30E8">
        <w:t>V</w:t>
      </w:r>
      <w:r w:rsidRPr="000A30E8">
        <w:rPr>
          <w:rStyle w:val="Taille-1Caracteres"/>
        </w:rPr>
        <w:t>OIX DU</w:t>
      </w:r>
      <w:r w:rsidRPr="000A30E8">
        <w:t xml:space="preserve"> J</w:t>
      </w:r>
      <w:r w:rsidRPr="000A30E8">
        <w:rPr>
          <w:rStyle w:val="Taille-1Caracteres"/>
        </w:rPr>
        <w:t>OYEUX</w:t>
      </w:r>
      <w:r w:rsidRPr="000A30E8">
        <w:t xml:space="preserve"> F</w:t>
      </w:r>
      <w:r w:rsidRPr="000A30E8">
        <w:rPr>
          <w:rStyle w:val="Taille-1Caracteres"/>
        </w:rPr>
        <w:t>AUCONNIER</w:t>
      </w:r>
      <w:r w:rsidRPr="000A30E8">
        <w:t xml:space="preserve">, </w:t>
      </w:r>
      <w:r w:rsidRPr="000A30E8">
        <w:rPr>
          <w:i/>
          <w:iCs/>
        </w:rPr>
        <w:t>chantant</w:t>
      </w:r>
      <w:r w:rsidRPr="000A30E8">
        <w:t>.</w:t>
      </w:r>
    </w:p>
    <w:p w14:paraId="162A6EFB" w14:textId="77777777" w:rsidR="00285C2D" w:rsidRPr="000A30E8" w:rsidRDefault="00285C2D" w:rsidP="00285C2D">
      <w:pPr>
        <w:pStyle w:val="NormalSuspendu1XRetrait1XEsp0"/>
      </w:pPr>
      <w:r w:rsidRPr="000A30E8">
        <w:t>Ni le gendarme en sa gendarmerie,</w:t>
      </w:r>
    </w:p>
    <w:p w14:paraId="74F05E09" w14:textId="77777777" w:rsidR="00285C2D" w:rsidRPr="000A30E8" w:rsidRDefault="00285C2D" w:rsidP="00285C2D">
      <w:pPr>
        <w:pStyle w:val="NormalSuspendu1XRetrait1XEsp0"/>
        <w:rPr>
          <w:szCs w:val="32"/>
        </w:rPr>
      </w:pPr>
      <w:r w:rsidRPr="000A30E8">
        <w:rPr>
          <w:szCs w:val="32"/>
        </w:rPr>
        <w:t>Ni le berger dedans sa bergerie,</w:t>
      </w:r>
    </w:p>
    <w:p w14:paraId="44546AB7" w14:textId="77777777" w:rsidR="00285C2D" w:rsidRPr="000A30E8" w:rsidRDefault="00285C2D" w:rsidP="00285C2D">
      <w:pPr>
        <w:pStyle w:val="NormalSuspendu1XRetrait1XEsp0"/>
        <w:rPr>
          <w:szCs w:val="32"/>
        </w:rPr>
      </w:pPr>
      <w:r w:rsidRPr="000A30E8">
        <w:rPr>
          <w:szCs w:val="32"/>
        </w:rPr>
        <w:t>Ni chaudronnier dans sa chaudronnerie,</w:t>
      </w:r>
    </w:p>
    <w:p w14:paraId="758EDA99" w14:textId="77777777" w:rsidR="00285C2D" w:rsidRPr="000A30E8" w:rsidRDefault="00285C2D" w:rsidP="00285C2D">
      <w:pPr>
        <w:pStyle w:val="NormalSuspendu1XRetrait1XEsp0"/>
        <w:rPr>
          <w:szCs w:val="32"/>
        </w:rPr>
      </w:pPr>
      <w:r w:rsidRPr="000A30E8">
        <w:rPr>
          <w:szCs w:val="32"/>
        </w:rPr>
        <w:t>Ni coconnier dans sa coconnerie,</w:t>
      </w:r>
    </w:p>
    <w:p w14:paraId="046523E9" w14:textId="77777777" w:rsidR="00285C2D" w:rsidRPr="000A30E8" w:rsidRDefault="00285C2D" w:rsidP="00285C2D">
      <w:pPr>
        <w:pStyle w:val="NormalSuspendu1XRetrait1XEsp0"/>
        <w:rPr>
          <w:szCs w:val="32"/>
        </w:rPr>
      </w:pPr>
      <w:r w:rsidRPr="000A30E8">
        <w:rPr>
          <w:szCs w:val="32"/>
        </w:rPr>
        <w:t>Ne sont plus gais, je vous le certifie,</w:t>
      </w:r>
    </w:p>
    <w:p w14:paraId="371F4CBB" w14:textId="77777777" w:rsidR="00285C2D" w:rsidRPr="000A30E8" w:rsidRDefault="00285C2D" w:rsidP="00285C2D">
      <w:pPr>
        <w:pStyle w:val="NormalSuspendu1XRetrait1XEsp0"/>
        <w:rPr>
          <w:szCs w:val="32"/>
        </w:rPr>
      </w:pPr>
      <w:r w:rsidRPr="000A30E8">
        <w:rPr>
          <w:szCs w:val="32"/>
        </w:rPr>
        <w:t>Qu’un fauconnier dans sa fauconnerie !</w:t>
      </w:r>
    </w:p>
    <w:p w14:paraId="46CF666B" w14:textId="77777777" w:rsidR="00285C2D" w:rsidRPr="000A30E8" w:rsidRDefault="00285C2D" w:rsidP="00285C2D">
      <w:pPr>
        <w:pStyle w:val="NormalSuspendu1XRetrait1XEsp0"/>
      </w:pPr>
      <w:r w:rsidRPr="000A30E8">
        <w:rPr>
          <w:szCs w:val="32"/>
        </w:rPr>
        <w:t>Qu’un fauconnier dans sa fauconnerie !</w:t>
      </w:r>
    </w:p>
    <w:p w14:paraId="1D98F176" w14:textId="77777777" w:rsidR="00285C2D" w:rsidRPr="000A30E8" w:rsidRDefault="00285C2D" w:rsidP="00285C2D">
      <w:r w:rsidRPr="000A30E8">
        <w:rPr>
          <w:szCs w:val="32"/>
        </w:rPr>
        <w:t>L</w:t>
      </w:r>
      <w:r w:rsidRPr="000A30E8">
        <w:rPr>
          <w:rStyle w:val="Taille-1Caracteres"/>
        </w:rPr>
        <w:t>A</w:t>
      </w:r>
      <w:r w:rsidRPr="000A30E8">
        <w:rPr>
          <w:szCs w:val="32"/>
        </w:rPr>
        <w:t xml:space="preserve"> F</w:t>
      </w:r>
      <w:r w:rsidRPr="000A30E8">
        <w:rPr>
          <w:rStyle w:val="Taille-1Caracteres"/>
        </w:rPr>
        <w:t>IANCÉE DU</w:t>
      </w:r>
      <w:r w:rsidRPr="000A30E8">
        <w:rPr>
          <w:szCs w:val="32"/>
        </w:rPr>
        <w:t xml:space="preserve"> F</w:t>
      </w:r>
      <w:r w:rsidRPr="000A30E8">
        <w:rPr>
          <w:rStyle w:val="Taille-1Caracteres"/>
        </w:rPr>
        <w:t>AUCONNIER</w:t>
      </w:r>
      <w:r w:rsidRPr="000A30E8">
        <w:rPr>
          <w:szCs w:val="32"/>
        </w:rPr>
        <w:t>. — Comme il est gai ! Vais-je lui apprendre la fâcheuse nouvelle ? Mais le voici.</w:t>
      </w:r>
    </w:p>
    <w:p w14:paraId="0F740680"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OYEUX</w:t>
      </w:r>
      <w:r w:rsidRPr="000A30E8">
        <w:t xml:space="preserve"> F</w:t>
      </w:r>
      <w:r w:rsidRPr="000A30E8">
        <w:rPr>
          <w:rStyle w:val="Taille-1Caracteres"/>
        </w:rPr>
        <w:t>AUCONNIER</w:t>
      </w:r>
      <w:r w:rsidRPr="000A30E8">
        <w:t xml:space="preserve">, </w:t>
      </w:r>
      <w:r w:rsidRPr="000A30E8">
        <w:rPr>
          <w:i/>
          <w:iCs/>
        </w:rPr>
        <w:t>entrant dans la maison</w:t>
      </w:r>
      <w:r w:rsidRPr="000A30E8">
        <w:t>. — Chère fiancée ! (</w:t>
      </w:r>
      <w:r w:rsidRPr="000A30E8">
        <w:rPr>
          <w:i/>
          <w:iCs/>
        </w:rPr>
        <w:t>Ils échangent de doux baisers</w:t>
      </w:r>
      <w:r w:rsidRPr="000A30E8">
        <w:t>.) Par saint Hubert ! comme tu es pâle aujourd’hui ! Mais, je ne me trompe pas, tes beaux yeux ont pleuré ?</w:t>
      </w:r>
    </w:p>
    <w:p w14:paraId="712A0CAD"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IANCÉE DU</w:t>
      </w:r>
      <w:r w:rsidRPr="000A30E8">
        <w:t xml:space="preserve"> F</w:t>
      </w:r>
      <w:r w:rsidRPr="000A30E8">
        <w:rPr>
          <w:rStyle w:val="Taille-1Caracteres"/>
        </w:rPr>
        <w:t>AUCONNIER</w:t>
      </w:r>
      <w:r w:rsidRPr="000A30E8">
        <w:t xml:space="preserve">. — Hélas ! oui, cher fauconnier bien-aimé, et voici le motif de mon chagrin : Depuis longtemps déjà, le « Gentilhomme sans scrupules » qui habite </w:t>
      </w:r>
      <w:r w:rsidRPr="000A30E8">
        <w:lastRenderedPageBreak/>
        <w:t>le château voisin brûle pour moi d’une luxurieuse flamme. Hier, il m’a fait parvenir cet odieux madrigal. Lis, cher fiancé. (</w:t>
      </w:r>
      <w:r w:rsidRPr="000A30E8">
        <w:rPr>
          <w:i/>
          <w:iCs/>
        </w:rPr>
        <w:t>Elle lui tend le madrigal.</w:t>
      </w:r>
      <w:r w:rsidRPr="000A30E8">
        <w:t>)</w:t>
      </w:r>
    </w:p>
    <w:p w14:paraId="7535412E"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OYEUX</w:t>
      </w:r>
      <w:r w:rsidRPr="000A30E8">
        <w:t xml:space="preserve"> F</w:t>
      </w:r>
      <w:r w:rsidRPr="000A30E8">
        <w:rPr>
          <w:rStyle w:val="Taille-1Caracteres"/>
        </w:rPr>
        <w:t>AUCONNIER</w:t>
      </w:r>
      <w:r w:rsidRPr="000A30E8">
        <w:t xml:space="preserve">, </w:t>
      </w:r>
      <w:r w:rsidRPr="000A30E8">
        <w:rPr>
          <w:i/>
          <w:iCs/>
        </w:rPr>
        <w:t>lisant</w:t>
      </w:r>
      <w:r w:rsidRPr="000A30E8">
        <w:t>. — </w:t>
      </w:r>
      <w:r w:rsidRPr="000A30E8">
        <w:rPr>
          <w:i/>
          <w:iCs/>
        </w:rPr>
        <w:t>L’Oiseau que je voudrais chasser</w:t>
      </w:r>
      <w:r w:rsidRPr="000A30E8">
        <w:t>…</w:t>
      </w:r>
    </w:p>
    <w:p w14:paraId="17127720" w14:textId="77777777" w:rsidR="00285C2D" w:rsidRPr="000A30E8" w:rsidRDefault="00285C2D" w:rsidP="00285C2D">
      <w:pPr>
        <w:pStyle w:val="NormalSuspendu1XRetrait1XEsp0"/>
      </w:pPr>
      <w:r w:rsidRPr="000A30E8">
        <w:t>J’ai chassé dans ma vie</w:t>
      </w:r>
    </w:p>
    <w:p w14:paraId="3A70D261" w14:textId="77777777" w:rsidR="00285C2D" w:rsidRPr="000A30E8" w:rsidRDefault="00285C2D" w:rsidP="00285C2D">
      <w:pPr>
        <w:pStyle w:val="NormalSuspendu1XRetrait1XEsp0"/>
      </w:pPr>
      <w:r w:rsidRPr="000A30E8">
        <w:t>D’étranges animaux,</w:t>
      </w:r>
    </w:p>
    <w:p w14:paraId="15439F38" w14:textId="77777777" w:rsidR="00285C2D" w:rsidRPr="000A30E8" w:rsidRDefault="00285C2D" w:rsidP="00285C2D">
      <w:pPr>
        <w:pStyle w:val="NormalSuspendu1XRetrait1XEsp0"/>
        <w:rPr>
          <w:szCs w:val="32"/>
        </w:rPr>
      </w:pPr>
      <w:r w:rsidRPr="000A30E8">
        <w:rPr>
          <w:szCs w:val="32"/>
        </w:rPr>
        <w:t>Des carnassiers, des amphibies,</w:t>
      </w:r>
    </w:p>
    <w:p w14:paraId="5E3FE1DC" w14:textId="77777777" w:rsidR="00285C2D" w:rsidRPr="000A30E8" w:rsidRDefault="00285C2D" w:rsidP="00285C2D">
      <w:pPr>
        <w:pStyle w:val="NormalSuspendu1XRetrait1XEsp0"/>
        <w:rPr>
          <w:szCs w:val="32"/>
        </w:rPr>
      </w:pPr>
      <w:r w:rsidRPr="000A30E8">
        <w:rPr>
          <w:szCs w:val="32"/>
        </w:rPr>
        <w:t>Des crustacés, des marsupiaux,</w:t>
      </w:r>
    </w:p>
    <w:p w14:paraId="53C8AFCE" w14:textId="77777777" w:rsidR="00285C2D" w:rsidRPr="000A30E8" w:rsidRDefault="00285C2D" w:rsidP="00285C2D">
      <w:pPr>
        <w:pStyle w:val="NormalSuspendu1XRetrait1XEsp0"/>
        <w:rPr>
          <w:szCs w:val="32"/>
        </w:rPr>
      </w:pPr>
      <w:r w:rsidRPr="000A30E8">
        <w:rPr>
          <w:szCs w:val="32"/>
        </w:rPr>
        <w:t>Des primates, des lémuriens</w:t>
      </w:r>
    </w:p>
    <w:p w14:paraId="550D477A" w14:textId="77777777" w:rsidR="00285C2D" w:rsidRPr="000A30E8" w:rsidRDefault="00285C2D" w:rsidP="00285C2D">
      <w:pPr>
        <w:pStyle w:val="NormalSuspendu1XRetrait1XEsp0"/>
        <w:rPr>
          <w:szCs w:val="32"/>
        </w:rPr>
      </w:pPr>
      <w:r w:rsidRPr="000A30E8">
        <w:rPr>
          <w:szCs w:val="32"/>
        </w:rPr>
        <w:t>Et même des proboscidiens.</w:t>
      </w:r>
    </w:p>
    <w:p w14:paraId="797C04C2" w14:textId="77777777" w:rsidR="00285C2D" w:rsidRPr="000A30E8" w:rsidRDefault="00285C2D" w:rsidP="00285C2D">
      <w:pPr>
        <w:pStyle w:val="NormalSuspendu1XRetrait1XEsp0"/>
        <w:rPr>
          <w:szCs w:val="32"/>
        </w:rPr>
      </w:pPr>
      <w:r w:rsidRPr="000A30E8">
        <w:rPr>
          <w:szCs w:val="32"/>
        </w:rPr>
        <w:t>Mais à présent, ma toute belle,</w:t>
      </w:r>
    </w:p>
    <w:p w14:paraId="25CF86D5" w14:textId="77777777" w:rsidR="00285C2D" w:rsidRPr="000A30E8" w:rsidRDefault="00285C2D" w:rsidP="00285C2D">
      <w:pPr>
        <w:pStyle w:val="NormalSuspendu1XRetrait1XEsp0"/>
        <w:rPr>
          <w:szCs w:val="32"/>
        </w:rPr>
      </w:pPr>
      <w:r w:rsidRPr="000A30E8">
        <w:rPr>
          <w:szCs w:val="32"/>
        </w:rPr>
        <w:t>Je voudrais chasser un oiseau !…</w:t>
      </w:r>
    </w:p>
    <w:p w14:paraId="257452B3" w14:textId="77777777" w:rsidR="00285C2D" w:rsidRPr="000A30E8" w:rsidRDefault="00285C2D" w:rsidP="00285C2D">
      <w:pPr>
        <w:pStyle w:val="NormalSuspendu1XRetrait1XEsp0"/>
        <w:rPr>
          <w:szCs w:val="32"/>
        </w:rPr>
      </w:pPr>
      <w:r w:rsidRPr="000A30E8">
        <w:rPr>
          <w:szCs w:val="32"/>
        </w:rPr>
        <w:t>Un doux oiseau, un tendre oiseau !…</w:t>
      </w:r>
    </w:p>
    <w:p w14:paraId="7A957524" w14:textId="77777777" w:rsidR="00285C2D" w:rsidRPr="000A30E8" w:rsidRDefault="00285C2D" w:rsidP="00285C2D">
      <w:pPr>
        <w:pStyle w:val="NormalSuspendu1XRetrait1XEsp0"/>
        <w:rPr>
          <w:szCs w:val="32"/>
        </w:rPr>
      </w:pPr>
      <w:r w:rsidRPr="000A30E8">
        <w:rPr>
          <w:szCs w:val="32"/>
        </w:rPr>
        <w:t>…</w:t>
      </w:r>
    </w:p>
    <w:p w14:paraId="52BBD74B" w14:textId="77777777" w:rsidR="00285C2D" w:rsidRPr="000A30E8" w:rsidRDefault="00285C2D" w:rsidP="00285C2D">
      <w:pPr>
        <w:pStyle w:val="NormalSuspendu1XRetrait1XEsp0"/>
      </w:pPr>
      <w:r w:rsidRPr="000A30E8">
        <w:rPr>
          <w:szCs w:val="32"/>
        </w:rPr>
        <w:t>Donnez-moi le permis, cruelle !</w:t>
      </w:r>
    </w:p>
    <w:p w14:paraId="0B3F43C6" w14:textId="77777777" w:rsidR="00285C2D" w:rsidRPr="000A30E8" w:rsidRDefault="00285C2D" w:rsidP="00285C2D">
      <w:r w:rsidRPr="000A30E8">
        <w:rPr>
          <w:szCs w:val="32"/>
        </w:rPr>
        <w:t>L</w:t>
      </w:r>
      <w:r w:rsidRPr="000A30E8">
        <w:rPr>
          <w:rStyle w:val="Taille-1Caracteres"/>
        </w:rPr>
        <w:t>A</w:t>
      </w:r>
      <w:r w:rsidRPr="000A30E8">
        <w:rPr>
          <w:szCs w:val="32"/>
        </w:rPr>
        <w:t xml:space="preserve"> F</w:t>
      </w:r>
      <w:r w:rsidRPr="000A30E8">
        <w:rPr>
          <w:rStyle w:val="Taille-1Caracteres"/>
        </w:rPr>
        <w:t>IANCÉE DU</w:t>
      </w:r>
      <w:r w:rsidRPr="000A30E8">
        <w:rPr>
          <w:szCs w:val="32"/>
        </w:rPr>
        <w:t xml:space="preserve"> F</w:t>
      </w:r>
      <w:r w:rsidRPr="000A30E8">
        <w:rPr>
          <w:rStyle w:val="Taille-1Caracteres"/>
        </w:rPr>
        <w:t>AUCONNIER</w:t>
      </w:r>
      <w:r w:rsidRPr="000A30E8">
        <w:rPr>
          <w:szCs w:val="32"/>
        </w:rPr>
        <w:t xml:space="preserve">, </w:t>
      </w:r>
      <w:r w:rsidRPr="000A30E8">
        <w:rPr>
          <w:i/>
          <w:iCs/>
          <w:szCs w:val="32"/>
        </w:rPr>
        <w:t>rougissant</w:t>
      </w:r>
      <w:r w:rsidRPr="000A30E8">
        <w:rPr>
          <w:szCs w:val="32"/>
        </w:rPr>
        <w:t>. — Oh ! l’odieux madrigal !</w:t>
      </w:r>
    </w:p>
    <w:p w14:paraId="1517A925"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OYEUX</w:t>
      </w:r>
      <w:r w:rsidRPr="000A30E8">
        <w:t xml:space="preserve"> F</w:t>
      </w:r>
      <w:r w:rsidRPr="000A30E8">
        <w:rPr>
          <w:rStyle w:val="Taille-1Caracteres"/>
        </w:rPr>
        <w:t>AUCONNIER</w:t>
      </w:r>
      <w:r w:rsidRPr="000A30E8">
        <w:t xml:space="preserve">, </w:t>
      </w:r>
      <w:r w:rsidRPr="000A30E8">
        <w:rPr>
          <w:i/>
          <w:iCs/>
        </w:rPr>
        <w:t>avec rage</w:t>
      </w:r>
      <w:r w:rsidRPr="000A30E8">
        <w:t>. — Oui, l’odieux madrigal ! Le machiavélique sous-entendu ! L’infernale versification à double sens ! Mais rassure-toi, chère fiancée, jamais, moi vivant, le Gentilhomme sans scrupules n’osera chasser le tendre oiseau auquel il fait allusion ! À bientôt ! Je regagne ma fauconnerie.</w:t>
      </w:r>
    </w:p>
    <w:p w14:paraId="47C0BC58" w14:textId="77777777" w:rsidR="00285C2D" w:rsidRPr="000A30E8" w:rsidRDefault="00285C2D" w:rsidP="00285C2D">
      <w:pPr>
        <w:pStyle w:val="Titre3"/>
      </w:pPr>
      <w:bookmarkStart w:id="89" w:name="_Toc196330269"/>
      <w:r w:rsidRPr="000A30E8">
        <w:lastRenderedPageBreak/>
        <w:t>DEUXIÈME ACTE</w:t>
      </w:r>
      <w:r w:rsidRPr="000A30E8">
        <w:br/>
      </w:r>
      <w:r w:rsidRPr="000A30E8">
        <w:br/>
        <w:t>La fiancée enlevée.</w:t>
      </w:r>
      <w:bookmarkEnd w:id="89"/>
    </w:p>
    <w:p w14:paraId="480655E2" w14:textId="77777777" w:rsidR="00285C2D" w:rsidRPr="000A30E8" w:rsidRDefault="00285C2D" w:rsidP="00285C2D">
      <w:pPr>
        <w:pStyle w:val="Centr"/>
        <w:rPr>
          <w:rStyle w:val="Taille-1Caracteres"/>
        </w:rPr>
      </w:pPr>
      <w:r w:rsidRPr="000A30E8">
        <w:rPr>
          <w:rStyle w:val="Taille-1Caracteres"/>
        </w:rPr>
        <w:t>La scène représente la fauconnerie.</w:t>
      </w:r>
    </w:p>
    <w:p w14:paraId="361997BE" w14:textId="77777777" w:rsidR="00285C2D" w:rsidRPr="000A30E8" w:rsidRDefault="00285C2D" w:rsidP="00285C2D">
      <w:r w:rsidRPr="000A30E8">
        <w:rPr>
          <w:szCs w:val="32"/>
        </w:rPr>
        <w:t>L</w:t>
      </w:r>
      <w:r w:rsidRPr="000A30E8">
        <w:rPr>
          <w:rStyle w:val="Taille-1Caracteres"/>
        </w:rPr>
        <w:t>E</w:t>
      </w:r>
      <w:r w:rsidRPr="000A30E8">
        <w:rPr>
          <w:szCs w:val="32"/>
        </w:rPr>
        <w:t xml:space="preserve"> J</w:t>
      </w:r>
      <w:r w:rsidRPr="000A30E8">
        <w:rPr>
          <w:rStyle w:val="Taille-1Caracteres"/>
        </w:rPr>
        <w:t>OYEUX</w:t>
      </w:r>
      <w:r w:rsidRPr="000A30E8">
        <w:rPr>
          <w:szCs w:val="32"/>
        </w:rPr>
        <w:t xml:space="preserve"> F</w:t>
      </w:r>
      <w:r w:rsidRPr="000A30E8">
        <w:rPr>
          <w:rStyle w:val="Taille-1Caracteres"/>
        </w:rPr>
        <w:t>AUCONNIER</w:t>
      </w:r>
      <w:r w:rsidRPr="000A30E8">
        <w:rPr>
          <w:szCs w:val="32"/>
        </w:rPr>
        <w:t xml:space="preserve">, </w:t>
      </w:r>
      <w:r w:rsidRPr="000A30E8">
        <w:rPr>
          <w:i/>
          <w:iCs/>
          <w:szCs w:val="32"/>
        </w:rPr>
        <w:t>chantant dans la fauconnerie</w:t>
      </w:r>
      <w:r w:rsidRPr="000A30E8">
        <w:rPr>
          <w:szCs w:val="32"/>
        </w:rPr>
        <w:t>.</w:t>
      </w:r>
    </w:p>
    <w:p w14:paraId="0EDF294C" w14:textId="77777777" w:rsidR="00285C2D" w:rsidRPr="000A30E8" w:rsidRDefault="00285C2D" w:rsidP="00285C2D">
      <w:pPr>
        <w:pStyle w:val="NormalSuspendu1XRetrait1XEsp0"/>
      </w:pPr>
      <w:r w:rsidRPr="000A30E8">
        <w:t>Ni l’hostelier dans son hostellerie,</w:t>
      </w:r>
    </w:p>
    <w:p w14:paraId="223FF0D9" w14:textId="77777777" w:rsidR="00285C2D" w:rsidRPr="000A30E8" w:rsidRDefault="00285C2D" w:rsidP="00285C2D">
      <w:pPr>
        <w:pStyle w:val="NormalSuspendu1XRetrait1XEsp0"/>
        <w:rPr>
          <w:szCs w:val="32"/>
        </w:rPr>
      </w:pPr>
      <w:r w:rsidRPr="000A30E8">
        <w:rPr>
          <w:szCs w:val="32"/>
        </w:rPr>
        <w:t>Ni le porcher dedans sa porcherie,</w:t>
      </w:r>
    </w:p>
    <w:p w14:paraId="0A077D11" w14:textId="77777777" w:rsidR="00285C2D" w:rsidRPr="000A30E8" w:rsidRDefault="00285C2D" w:rsidP="00285C2D">
      <w:pPr>
        <w:pStyle w:val="NormalSuspendu1XRetrait1XEsp0"/>
        <w:rPr>
          <w:szCs w:val="32"/>
        </w:rPr>
      </w:pPr>
      <w:r w:rsidRPr="000A30E8">
        <w:rPr>
          <w:szCs w:val="32"/>
        </w:rPr>
        <w:t>Ni pâtissier dans sa pâtisserie,</w:t>
      </w:r>
    </w:p>
    <w:p w14:paraId="5C55AC8C" w14:textId="77777777" w:rsidR="00285C2D" w:rsidRPr="000A30E8" w:rsidRDefault="00285C2D" w:rsidP="00285C2D">
      <w:pPr>
        <w:pStyle w:val="NormalSuspendu1XRetrait1XEsp0"/>
        <w:rPr>
          <w:szCs w:val="32"/>
        </w:rPr>
      </w:pPr>
      <w:r w:rsidRPr="000A30E8">
        <w:rPr>
          <w:szCs w:val="32"/>
        </w:rPr>
        <w:t>Ni pétardier dans sa pétarderie,</w:t>
      </w:r>
    </w:p>
    <w:p w14:paraId="5DC9599D" w14:textId="77777777" w:rsidR="00285C2D" w:rsidRPr="000A30E8" w:rsidRDefault="00285C2D" w:rsidP="00285C2D">
      <w:pPr>
        <w:pStyle w:val="NormalSuspendu1XRetrait1XEsp0"/>
        <w:rPr>
          <w:szCs w:val="32"/>
        </w:rPr>
      </w:pPr>
      <w:r w:rsidRPr="000A30E8">
        <w:rPr>
          <w:szCs w:val="32"/>
        </w:rPr>
        <w:t>Ne sont plus gais, je vous le certifie,</w:t>
      </w:r>
    </w:p>
    <w:p w14:paraId="107FC550" w14:textId="77777777" w:rsidR="00285C2D" w:rsidRPr="000A30E8" w:rsidRDefault="00285C2D" w:rsidP="00285C2D">
      <w:pPr>
        <w:pStyle w:val="NormalSuspendu1XRetrait1XEsp0"/>
        <w:rPr>
          <w:szCs w:val="32"/>
        </w:rPr>
      </w:pPr>
      <w:r w:rsidRPr="000A30E8">
        <w:rPr>
          <w:szCs w:val="32"/>
        </w:rPr>
        <w:t>Qu’un fauconnier dans sa fauconnerie !</w:t>
      </w:r>
    </w:p>
    <w:p w14:paraId="10C14969" w14:textId="77777777" w:rsidR="00285C2D" w:rsidRPr="000A30E8" w:rsidRDefault="00285C2D" w:rsidP="00285C2D">
      <w:pPr>
        <w:pStyle w:val="NormalSuspendu1XRetrait1XEsp0"/>
      </w:pPr>
      <w:r w:rsidRPr="000A30E8">
        <w:rPr>
          <w:szCs w:val="32"/>
        </w:rPr>
        <w:t>Qu’un fauconnier dans sa fauconnerie !</w:t>
      </w:r>
    </w:p>
    <w:p w14:paraId="6229EF39" w14:textId="77777777" w:rsidR="00285C2D" w:rsidRPr="000A30E8" w:rsidRDefault="00285C2D" w:rsidP="00285C2D">
      <w:r w:rsidRPr="000A30E8">
        <w:rPr>
          <w:szCs w:val="32"/>
        </w:rPr>
        <w:t>(</w:t>
      </w:r>
      <w:r w:rsidRPr="000A30E8">
        <w:rPr>
          <w:i/>
          <w:iCs/>
          <w:szCs w:val="32"/>
        </w:rPr>
        <w:t>Parlant</w:t>
      </w:r>
      <w:r w:rsidRPr="000A30E8">
        <w:rPr>
          <w:szCs w:val="32"/>
        </w:rPr>
        <w:t>.) Certes, je peux le dire sans me vanter, je suis le roi des fauconniers, et nul ne peut rivaliser avec moi dans l’art de la fauconnerie ! Avec moi, faucons et fauconneaux apprennent rapidement à chasser les différentes espèces d’oiseaux, à planer, à fondre sur le gibier et à rapporter. Mais que vois-je ? La vieille servante de ma chère fiancée franchit le seuil de la fauconnerie et s’élance vers moi en faisant des gestes désespérés.</w:t>
      </w:r>
    </w:p>
    <w:p w14:paraId="7DCB52BE" w14:textId="77777777" w:rsidR="00285C2D" w:rsidRPr="000A30E8" w:rsidRDefault="00285C2D" w:rsidP="00285C2D">
      <w:r w:rsidRPr="000A30E8">
        <w:t>L</w:t>
      </w:r>
      <w:r w:rsidRPr="000A30E8">
        <w:rPr>
          <w:rStyle w:val="Taille-1Caracteres"/>
        </w:rPr>
        <w:t>A VIEILLE</w:t>
      </w:r>
      <w:r w:rsidRPr="000A30E8">
        <w:t xml:space="preserve"> S</w:t>
      </w:r>
      <w:r w:rsidRPr="000A30E8">
        <w:rPr>
          <w:rStyle w:val="Taille-1Caracteres"/>
        </w:rPr>
        <w:t>ERVANTE</w:t>
      </w:r>
      <w:r w:rsidRPr="000A30E8">
        <w:t>. — Ah ! l’affreuse nouvelle ! Accourez, cher fauconnier, votre fiancée vient d’être enlevée par le Gentilhomme sans scrupules ! Au galop de son cheval, le misérable l’a emportée vers son château ! Il va la cacher dans quelque endroit secret et jamais peut-être ne retrouverons-nous votre chère fiancée !</w:t>
      </w:r>
    </w:p>
    <w:p w14:paraId="7C323895" w14:textId="77777777" w:rsidR="00285C2D" w:rsidRPr="000A30E8" w:rsidRDefault="00285C2D" w:rsidP="00285C2D">
      <w:r w:rsidRPr="000A30E8">
        <w:lastRenderedPageBreak/>
        <w:t>L</w:t>
      </w:r>
      <w:r w:rsidRPr="000A30E8">
        <w:rPr>
          <w:rStyle w:val="Taille-1Caracteres"/>
        </w:rPr>
        <w:t>E</w:t>
      </w:r>
      <w:r w:rsidRPr="000A30E8">
        <w:t xml:space="preserve"> J</w:t>
      </w:r>
      <w:r w:rsidRPr="000A30E8">
        <w:rPr>
          <w:rStyle w:val="Taille-1Caracteres"/>
        </w:rPr>
        <w:t>OYEUX</w:t>
      </w:r>
      <w:r w:rsidRPr="000A30E8">
        <w:t xml:space="preserve"> F</w:t>
      </w:r>
      <w:r w:rsidRPr="000A30E8">
        <w:rPr>
          <w:rStyle w:val="Taille-1Caracteres"/>
        </w:rPr>
        <w:t>AUCONNIER</w:t>
      </w:r>
      <w:r w:rsidRPr="000A30E8">
        <w:t>. — Nous la retrouverons ! Il me vient une fameuse idée ! (</w:t>
      </w:r>
      <w:r w:rsidRPr="000A30E8">
        <w:rPr>
          <w:i/>
          <w:iCs/>
        </w:rPr>
        <w:t>Il prend son faucon favori et le place sur son poing</w:t>
      </w:r>
      <w:r w:rsidRPr="000A30E8">
        <w:t>.)</w:t>
      </w:r>
    </w:p>
    <w:p w14:paraId="2DB1AC2F" w14:textId="77777777" w:rsidR="00285C2D" w:rsidRPr="000A30E8" w:rsidRDefault="00285C2D" w:rsidP="00285C2D">
      <w:r w:rsidRPr="000A30E8">
        <w:t>L</w:t>
      </w:r>
      <w:r w:rsidRPr="000A30E8">
        <w:rPr>
          <w:rStyle w:val="Taille-1Caracteres"/>
        </w:rPr>
        <w:t>A VIEILLE</w:t>
      </w:r>
      <w:r w:rsidRPr="000A30E8">
        <w:t xml:space="preserve"> S</w:t>
      </w:r>
      <w:r w:rsidRPr="000A30E8">
        <w:rPr>
          <w:rStyle w:val="Taille-1Caracteres"/>
        </w:rPr>
        <w:t>ERVANTE</w:t>
      </w:r>
      <w:r w:rsidRPr="000A30E8">
        <w:t>. — Pourquoi vous embarrasser d’un faucon ?</w:t>
      </w:r>
    </w:p>
    <w:p w14:paraId="14274AE3"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OYEUX</w:t>
      </w:r>
      <w:r w:rsidRPr="000A30E8">
        <w:t xml:space="preserve"> F</w:t>
      </w:r>
      <w:r w:rsidRPr="000A30E8">
        <w:rPr>
          <w:rStyle w:val="Taille-1Caracteres"/>
        </w:rPr>
        <w:t>AUCONNIER</w:t>
      </w:r>
      <w:r w:rsidRPr="000A30E8">
        <w:t>. — Il le faut ! Courons ! J’ai mon idée !</w:t>
      </w:r>
    </w:p>
    <w:p w14:paraId="4270A8B4" w14:textId="77777777" w:rsidR="00285C2D" w:rsidRPr="000A30E8" w:rsidRDefault="00285C2D" w:rsidP="00285C2D">
      <w:pPr>
        <w:pStyle w:val="Titre3"/>
      </w:pPr>
      <w:bookmarkStart w:id="90" w:name="_Toc196330270"/>
      <w:r w:rsidRPr="000A30E8">
        <w:t>TROISIÈME ACTE</w:t>
      </w:r>
      <w:r w:rsidRPr="000A30E8">
        <w:br/>
      </w:r>
      <w:r w:rsidRPr="000A30E8">
        <w:br/>
        <w:t>L’idée du fauconnier.</w:t>
      </w:r>
      <w:bookmarkEnd w:id="90"/>
    </w:p>
    <w:p w14:paraId="7704CABE" w14:textId="77777777" w:rsidR="00285C2D" w:rsidRPr="000A30E8" w:rsidRDefault="00285C2D" w:rsidP="00285C2D">
      <w:pPr>
        <w:pStyle w:val="Centr"/>
        <w:rPr>
          <w:rStyle w:val="Taille-1Caracteres"/>
        </w:rPr>
      </w:pPr>
      <w:r w:rsidRPr="000A30E8">
        <w:rPr>
          <w:rStyle w:val="Taille-1Caracteres"/>
        </w:rPr>
        <w:t>La scène représente l’intérieur d’un pavillon de chasse.</w:t>
      </w:r>
    </w:p>
    <w:p w14:paraId="0DE2D48F" w14:textId="77777777" w:rsidR="00285C2D" w:rsidRPr="000A30E8" w:rsidRDefault="00285C2D" w:rsidP="00285C2D">
      <w:r w:rsidRPr="000A30E8">
        <w:rPr>
          <w:szCs w:val="32"/>
        </w:rPr>
        <w:t>L</w:t>
      </w:r>
      <w:r w:rsidRPr="000A30E8">
        <w:rPr>
          <w:rStyle w:val="Taille-1Caracteres"/>
        </w:rPr>
        <w:t>E</w:t>
      </w:r>
      <w:r w:rsidRPr="000A30E8">
        <w:rPr>
          <w:szCs w:val="32"/>
        </w:rPr>
        <w:t xml:space="preserve"> G</w:t>
      </w:r>
      <w:r w:rsidRPr="000A30E8">
        <w:rPr>
          <w:rStyle w:val="Taille-1Caracteres"/>
        </w:rPr>
        <w:t>ENTILHOMME SANS SCRUPULES</w:t>
      </w:r>
      <w:r w:rsidRPr="000A30E8">
        <w:rPr>
          <w:szCs w:val="32"/>
        </w:rPr>
        <w:t xml:space="preserve">, </w:t>
      </w:r>
      <w:r w:rsidRPr="000A30E8">
        <w:rPr>
          <w:i/>
          <w:iCs/>
          <w:szCs w:val="32"/>
        </w:rPr>
        <w:t>à la fiancée du fauconnier</w:t>
      </w:r>
      <w:r w:rsidRPr="000A30E8">
        <w:rPr>
          <w:szCs w:val="32"/>
        </w:rPr>
        <w:t>. — Ici, dans ce pavillon de chasse, je vais pouvoir abuser de vous en toute sécurité.</w:t>
      </w:r>
    </w:p>
    <w:p w14:paraId="52013D67"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IANCÉE DU</w:t>
      </w:r>
      <w:r w:rsidRPr="000A30E8">
        <w:t xml:space="preserve"> F</w:t>
      </w:r>
      <w:r w:rsidRPr="000A30E8">
        <w:rPr>
          <w:rStyle w:val="Taille-1Caracteres"/>
        </w:rPr>
        <w:t>AUCONNIER</w:t>
      </w:r>
      <w:r w:rsidRPr="000A30E8">
        <w:t>. — Infâme ! Mon fiancé me vengera !</w:t>
      </w:r>
    </w:p>
    <w:p w14:paraId="149D6EE3"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ENTILHOMME SANS SCRUPULES</w:t>
      </w:r>
      <w:r w:rsidRPr="000A30E8">
        <w:t xml:space="preserve">, </w:t>
      </w:r>
      <w:r w:rsidRPr="000A30E8">
        <w:rPr>
          <w:i/>
          <w:iCs/>
        </w:rPr>
        <w:t>ricanant</w:t>
      </w:r>
      <w:r w:rsidRPr="000A30E8">
        <w:t>. — Ton fiancé, ma belle, doit battre le pays pour te retrouver, mais avant qu’il ne découvre ce pavillon de chasse, bâti dans cet endroit désert, j’aurai le temps d’assouvir mon ardente passion.</w:t>
      </w:r>
    </w:p>
    <w:p w14:paraId="76B3C577"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IANCÉE DU</w:t>
      </w:r>
      <w:r w:rsidRPr="000A30E8">
        <w:t xml:space="preserve"> F</w:t>
      </w:r>
      <w:r w:rsidRPr="000A30E8">
        <w:rPr>
          <w:rStyle w:val="Taille-1Caracteres"/>
        </w:rPr>
        <w:t>AUCONNIER</w:t>
      </w:r>
      <w:r w:rsidRPr="000A30E8">
        <w:t>. — Horreur ! le misérable s’avance vers moi ! Ses yeux luisent d’une lubrique convoitise ! Ses mains se tendent vers moi dans un but inavouable !</w:t>
      </w:r>
    </w:p>
    <w:p w14:paraId="69AB5F9D" w14:textId="77777777" w:rsidR="00285C2D" w:rsidRPr="000A30E8" w:rsidRDefault="00285C2D" w:rsidP="00285C2D">
      <w:r w:rsidRPr="000A30E8">
        <w:lastRenderedPageBreak/>
        <w:t>L</w:t>
      </w:r>
      <w:r w:rsidRPr="000A30E8">
        <w:rPr>
          <w:rStyle w:val="Taille-1Caracteres"/>
        </w:rPr>
        <w:t>E</w:t>
      </w:r>
      <w:r w:rsidRPr="000A30E8">
        <w:t xml:space="preserve"> G</w:t>
      </w:r>
      <w:r w:rsidRPr="000A30E8">
        <w:rPr>
          <w:rStyle w:val="Taille-1Caracteres"/>
        </w:rPr>
        <w:t>ENTILHOMME SANS SCRUPULES</w:t>
      </w:r>
      <w:r w:rsidRPr="000A30E8">
        <w:t xml:space="preserve">, </w:t>
      </w:r>
      <w:r w:rsidRPr="000A30E8">
        <w:rPr>
          <w:i/>
          <w:iCs/>
        </w:rPr>
        <w:t>s’approchant de plus en plus</w:t>
      </w:r>
      <w:r w:rsidRPr="000A30E8">
        <w:t>. — Dans trois minutes au plus tard, que restera-t-il de la chaste fiancée du fauconnier ? (</w:t>
      </w:r>
      <w:r w:rsidRPr="000A30E8">
        <w:rPr>
          <w:i/>
          <w:iCs/>
        </w:rPr>
        <w:t>Tressaillant</w:t>
      </w:r>
      <w:r w:rsidRPr="000A30E8">
        <w:t>.) Hein ? Quel est ce bruit ? Qui frappe aux vitres de la fenêtre ?</w:t>
      </w:r>
    </w:p>
    <w:p w14:paraId="6E7FEDC3"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IANCÉE DU</w:t>
      </w:r>
      <w:r w:rsidRPr="000A30E8">
        <w:t xml:space="preserve"> F</w:t>
      </w:r>
      <w:r w:rsidRPr="000A30E8">
        <w:rPr>
          <w:rStyle w:val="Taille-1Caracteres"/>
        </w:rPr>
        <w:t>AUCONNIER</w:t>
      </w:r>
      <w:r w:rsidRPr="000A30E8">
        <w:t>. — Oh ! Que veut dire cela ? C’est le faucon favori de mon cher fiancé qui frappe à coups de bec contre la fenêtre.</w:t>
      </w:r>
    </w:p>
    <w:p w14:paraId="3CD148FA" w14:textId="77777777" w:rsidR="00285C2D" w:rsidRPr="000A30E8" w:rsidRDefault="00285C2D" w:rsidP="00285C2D">
      <w:r w:rsidRPr="000A30E8">
        <w:t>V</w:t>
      </w:r>
      <w:r w:rsidRPr="000A30E8">
        <w:rPr>
          <w:rStyle w:val="Taille-1Caracteres"/>
        </w:rPr>
        <w:t>OIX DU</w:t>
      </w:r>
      <w:r w:rsidRPr="000A30E8">
        <w:t xml:space="preserve"> J</w:t>
      </w:r>
      <w:r w:rsidRPr="000A30E8">
        <w:rPr>
          <w:rStyle w:val="Taille-1Caracteres"/>
        </w:rPr>
        <w:t>OYEUX</w:t>
      </w:r>
      <w:r w:rsidRPr="000A30E8">
        <w:t xml:space="preserve"> F</w:t>
      </w:r>
      <w:r w:rsidRPr="000A30E8">
        <w:rPr>
          <w:rStyle w:val="Taille-1Caracteres"/>
        </w:rPr>
        <w:t>AUCONNIER</w:t>
      </w:r>
      <w:r w:rsidRPr="000A30E8">
        <w:t>. — Courage ! chère fiancée ! Me voici ! (</w:t>
      </w:r>
      <w:r w:rsidRPr="000A30E8">
        <w:rPr>
          <w:i/>
          <w:iCs/>
        </w:rPr>
        <w:t>La porte du pavillon de chasse vole en éclats. Le Joyeux Fauconnier se précipite à l’intérieur</w:t>
      </w:r>
      <w:r w:rsidRPr="000A30E8">
        <w:t>.)</w:t>
      </w:r>
    </w:p>
    <w:p w14:paraId="43E97177"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ENTILHOMME SANS SCRUPULES</w:t>
      </w:r>
      <w:r w:rsidRPr="000A30E8">
        <w:t>. — Je suis perdu !</w:t>
      </w:r>
    </w:p>
    <w:p w14:paraId="6DB2C97B"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OYEUX</w:t>
      </w:r>
      <w:r w:rsidRPr="000A30E8">
        <w:t xml:space="preserve"> F</w:t>
      </w:r>
      <w:r w:rsidRPr="000A30E8">
        <w:rPr>
          <w:rStyle w:val="Taille-1Caracteres"/>
        </w:rPr>
        <w:t>AUCONNIER</w:t>
      </w:r>
      <w:r w:rsidRPr="000A30E8">
        <w:t>. — Meurs donc, infâme ! (</w:t>
      </w:r>
      <w:r w:rsidRPr="000A30E8">
        <w:rPr>
          <w:i/>
          <w:iCs/>
        </w:rPr>
        <w:t>Il le pourfend</w:t>
      </w:r>
      <w:r w:rsidRPr="000A30E8">
        <w:t>.)</w:t>
      </w:r>
    </w:p>
    <w:p w14:paraId="7EE8590F"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IANCÉE DU</w:t>
      </w:r>
      <w:r w:rsidRPr="000A30E8">
        <w:t xml:space="preserve"> F</w:t>
      </w:r>
      <w:r w:rsidRPr="000A30E8">
        <w:rPr>
          <w:rStyle w:val="Taille-1Caracteres"/>
        </w:rPr>
        <w:t>AUCONNIER</w:t>
      </w:r>
      <w:r w:rsidRPr="000A30E8">
        <w:t>. — Sauvée !</w:t>
      </w:r>
    </w:p>
    <w:p w14:paraId="32AD8B83"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OYEUX</w:t>
      </w:r>
      <w:r w:rsidRPr="000A30E8">
        <w:t xml:space="preserve"> F</w:t>
      </w:r>
      <w:r w:rsidRPr="000A30E8">
        <w:rPr>
          <w:rStyle w:val="Taille-1Caracteres"/>
        </w:rPr>
        <w:t>AUCONNIER</w:t>
      </w:r>
      <w:r w:rsidRPr="000A30E8">
        <w:t>. — Oui, sauvée, grâce à mon fidèle faucon de chasse.</w:t>
      </w:r>
    </w:p>
    <w:p w14:paraId="46CDEC31"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IANCÉE DU</w:t>
      </w:r>
      <w:r w:rsidRPr="000A30E8">
        <w:t xml:space="preserve"> F</w:t>
      </w:r>
      <w:r w:rsidRPr="000A30E8">
        <w:rPr>
          <w:rStyle w:val="Taille-1Caracteres"/>
        </w:rPr>
        <w:t>AUCONNIER</w:t>
      </w:r>
      <w:r w:rsidRPr="000A30E8">
        <w:t>. — Grâce à ton fidèle faucon ?</w:t>
      </w:r>
    </w:p>
    <w:p w14:paraId="64EAF834"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OYEUX</w:t>
      </w:r>
      <w:r w:rsidRPr="000A30E8">
        <w:t xml:space="preserve"> F</w:t>
      </w:r>
      <w:r w:rsidRPr="000A30E8">
        <w:rPr>
          <w:rStyle w:val="Taille-1Caracteres"/>
        </w:rPr>
        <w:t>AUCONNIER</w:t>
      </w:r>
      <w:r w:rsidRPr="000A30E8">
        <w:t>. — Oui. Dès que j’ai appris ton enlèvement, sachant que le Gentilhomme sans scrupules en voulait à ton honneur, j’eus l’ingénieuse idée de lancer mon fidèle faucon chasseur au-dessus des terres de ton infâme ravisseur. Commences-tu à comprendre ?</w:t>
      </w:r>
    </w:p>
    <w:p w14:paraId="2540CC04"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IANCÉE DU</w:t>
      </w:r>
      <w:r w:rsidRPr="000A30E8">
        <w:t xml:space="preserve"> F</w:t>
      </w:r>
      <w:r w:rsidRPr="000A30E8">
        <w:rPr>
          <w:rStyle w:val="Taille-1Caracteres"/>
        </w:rPr>
        <w:t>AUCONNIER</w:t>
      </w:r>
      <w:r w:rsidRPr="000A30E8">
        <w:t>. — Non, cher fiancé.</w:t>
      </w:r>
    </w:p>
    <w:p w14:paraId="41DF8939"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OYEUX</w:t>
      </w:r>
      <w:r w:rsidRPr="000A30E8">
        <w:t xml:space="preserve"> F</w:t>
      </w:r>
      <w:r w:rsidRPr="000A30E8">
        <w:rPr>
          <w:rStyle w:val="Taille-1Caracteres"/>
        </w:rPr>
        <w:t>AUCONNIER</w:t>
      </w:r>
      <w:r w:rsidRPr="000A30E8">
        <w:t xml:space="preserve">. — C’est pourtant bien simple. Dès que j’eus lâché mon faucon, celui-ci se mit à planer un instant au-dessus des terres de ton ravisseur pour chercher </w:t>
      </w:r>
      <w:r w:rsidRPr="000A30E8">
        <w:lastRenderedPageBreak/>
        <w:t>une proie. Soudain, ses yeux perçants aperçurent, à travers la fenêtre du pavillon de chasse, le charmant oiseau que poursuivait l’infâme gentilhomme, le tendre oiseau prêt à s’envoler à tout jamais ! Alors, rapide comme la foudre, mon faucon s’élança vers la fenêtre pour fondre sur l’oiseau qu’il avait aperçu, m’indiquant ainsi l’endroit où ton honneur était en péril. Voilà !</w:t>
      </w:r>
    </w:p>
    <w:p w14:paraId="37A02C65" w14:textId="77777777" w:rsidR="00285C2D" w:rsidRPr="000A30E8" w:rsidRDefault="00285C2D" w:rsidP="00285C2D">
      <w:pPr>
        <w:pStyle w:val="Centr"/>
      </w:pPr>
      <w:r w:rsidRPr="000A30E8">
        <w:t>RIDEAU</w:t>
      </w:r>
    </w:p>
    <w:p w14:paraId="16D3EC9F" w14:textId="77777777" w:rsidR="00285C2D" w:rsidRPr="000A30E8" w:rsidRDefault="00285C2D" w:rsidP="00285C2D">
      <w:pPr>
        <w:pStyle w:val="Titre2"/>
      </w:pPr>
      <w:bookmarkStart w:id="91" w:name="_Toc196330271"/>
      <w:r w:rsidRPr="000A30E8">
        <w:lastRenderedPageBreak/>
        <w:t>LA CROISADE</w:t>
      </w:r>
      <w:bookmarkEnd w:id="91"/>
    </w:p>
    <w:p w14:paraId="5B293FA4" w14:textId="77777777" w:rsidR="00285C2D" w:rsidRPr="000A30E8" w:rsidRDefault="00285C2D" w:rsidP="00285C2D">
      <w:pPr>
        <w:pStyle w:val="Titre3"/>
      </w:pPr>
      <w:bookmarkStart w:id="92" w:name="_Toc196330272"/>
      <w:r w:rsidRPr="000A30E8">
        <w:t>PREMIER TABLEAU</w:t>
      </w:r>
      <w:r w:rsidRPr="000A30E8">
        <w:br/>
      </w:r>
      <w:r w:rsidRPr="000A30E8">
        <w:br/>
        <w:t>Le départ des Croisés.</w:t>
      </w:r>
      <w:bookmarkEnd w:id="92"/>
    </w:p>
    <w:p w14:paraId="587B530A" w14:textId="77777777" w:rsidR="00285C2D" w:rsidRPr="000A30E8" w:rsidRDefault="00285C2D" w:rsidP="00285C2D">
      <w:pPr>
        <w:pStyle w:val="Centr"/>
        <w:rPr>
          <w:rStyle w:val="Taille-1Caracteres"/>
        </w:rPr>
      </w:pPr>
      <w:r w:rsidRPr="000A30E8">
        <w:rPr>
          <w:rStyle w:val="Taille-1Caracteres"/>
        </w:rPr>
        <w:t>La scène se passe devant un château.</w:t>
      </w:r>
    </w:p>
    <w:p w14:paraId="0E2D8605" w14:textId="77777777" w:rsidR="00285C2D" w:rsidRPr="000A30E8" w:rsidRDefault="00285C2D" w:rsidP="00285C2D">
      <w:r w:rsidRPr="000A30E8">
        <w:rPr>
          <w:szCs w:val="32"/>
        </w:rPr>
        <w:t>L</w:t>
      </w:r>
      <w:r w:rsidRPr="000A30E8">
        <w:rPr>
          <w:rStyle w:val="Taille-1Caracteres"/>
        </w:rPr>
        <w:t>E</w:t>
      </w:r>
      <w:r w:rsidRPr="000A30E8">
        <w:rPr>
          <w:szCs w:val="32"/>
        </w:rPr>
        <w:t xml:space="preserve"> J</w:t>
      </w:r>
      <w:r w:rsidRPr="000A30E8">
        <w:rPr>
          <w:rStyle w:val="Taille-1Caracteres"/>
        </w:rPr>
        <w:t>EUNE ET</w:t>
      </w:r>
      <w:r w:rsidRPr="000A30E8">
        <w:rPr>
          <w:szCs w:val="32"/>
        </w:rPr>
        <w:t xml:space="preserve"> B</w:t>
      </w:r>
      <w:r w:rsidRPr="000A30E8">
        <w:rPr>
          <w:rStyle w:val="Taille-1Caracteres"/>
        </w:rPr>
        <w:t>EAU</w:t>
      </w:r>
      <w:r w:rsidRPr="000A30E8">
        <w:rPr>
          <w:szCs w:val="32"/>
        </w:rPr>
        <w:t xml:space="preserve"> D</w:t>
      </w:r>
      <w:r w:rsidRPr="000A30E8">
        <w:rPr>
          <w:rStyle w:val="Taille-1Caracteres"/>
        </w:rPr>
        <w:t>UNOIS</w:t>
      </w:r>
      <w:r w:rsidRPr="000A30E8">
        <w:rPr>
          <w:szCs w:val="32"/>
        </w:rPr>
        <w:t>. — Nous faisons partie de la Croisade organisée par Godefroy de Bouillon. Dans dix minutes nous partons pour la Palestine. Dépêchez-vous, Croisé, mon voisin.</w:t>
      </w:r>
    </w:p>
    <w:p w14:paraId="037B2A10"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xml:space="preserve">, </w:t>
      </w:r>
      <w:r w:rsidRPr="000A30E8">
        <w:rPr>
          <w:i/>
          <w:iCs/>
        </w:rPr>
        <w:t>à la fenêtre de son château</w:t>
      </w:r>
      <w:r w:rsidRPr="000A30E8">
        <w:t>. — Le temps d’enlever les portes de mon château et je suis à vous.</w:t>
      </w:r>
    </w:p>
    <w:p w14:paraId="27095CCA"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 Enlever les portes de votre château ?</w:t>
      </w:r>
    </w:p>
    <w:p w14:paraId="2D3974F8"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Oui. À cause des voleurs. Pendant mon absence, on pourrait s’introduire au château en fracturant les portes. Je les emporte en Palestine avec moi. De cette façon, impossible de crocheter les serrures et de pénétrer ici.</w:t>
      </w:r>
    </w:p>
    <w:p w14:paraId="104921CB"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 C’est ingénieux.</w:t>
      </w:r>
    </w:p>
    <w:p w14:paraId="60A21819"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Simple précaution. (</w:t>
      </w:r>
      <w:r w:rsidRPr="000A30E8">
        <w:rPr>
          <w:i/>
          <w:iCs/>
        </w:rPr>
        <w:t>Il enlève les deux portes de son château</w:t>
      </w:r>
      <w:r w:rsidRPr="000A30E8">
        <w:t>.) Là, voici les deux portes enlevées. Je les attache sur mon fidèle destrier. Et maintenant, en route ! Je pars tranquille.</w:t>
      </w:r>
    </w:p>
    <w:p w14:paraId="45836F7E"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 En route ! Partons pour la Syrie !</w:t>
      </w:r>
    </w:p>
    <w:p w14:paraId="5E590AA4" w14:textId="77777777" w:rsidR="00285C2D" w:rsidRPr="000A30E8" w:rsidRDefault="00285C2D" w:rsidP="00285C2D">
      <w:pPr>
        <w:pStyle w:val="Titre3"/>
      </w:pPr>
      <w:bookmarkStart w:id="93" w:name="_Toc196330273"/>
      <w:r w:rsidRPr="000A30E8">
        <w:lastRenderedPageBreak/>
        <w:t>DEUXIÈME TABLEAU</w:t>
      </w:r>
      <w:r w:rsidRPr="000A30E8">
        <w:br/>
      </w:r>
      <w:r w:rsidRPr="000A30E8">
        <w:br/>
        <w:t>La périlleuse mission.</w:t>
      </w:r>
      <w:bookmarkEnd w:id="93"/>
    </w:p>
    <w:p w14:paraId="18FA1590" w14:textId="77777777" w:rsidR="00285C2D" w:rsidRPr="000A30E8" w:rsidRDefault="00285C2D" w:rsidP="00285C2D">
      <w:pPr>
        <w:pStyle w:val="Centr"/>
        <w:rPr>
          <w:rStyle w:val="Taille-1Caracteres"/>
        </w:rPr>
      </w:pPr>
      <w:r w:rsidRPr="000A30E8">
        <w:rPr>
          <w:rStyle w:val="Taille-1Caracteres"/>
        </w:rPr>
        <w:t>La scène se passe devant Jérusalem.</w:t>
      </w:r>
    </w:p>
    <w:p w14:paraId="4D1A02F0" w14:textId="77777777" w:rsidR="00285C2D" w:rsidRPr="000A30E8" w:rsidRDefault="00285C2D" w:rsidP="00285C2D">
      <w:r w:rsidRPr="000A30E8">
        <w:rPr>
          <w:szCs w:val="32"/>
        </w:rPr>
        <w:t>G</w:t>
      </w:r>
      <w:r w:rsidRPr="000A30E8">
        <w:rPr>
          <w:rStyle w:val="Taille-1Caracteres"/>
        </w:rPr>
        <w:t>ODEFROY DE</w:t>
      </w:r>
      <w:r w:rsidRPr="000A30E8">
        <w:rPr>
          <w:szCs w:val="32"/>
        </w:rPr>
        <w:t xml:space="preserve"> B</w:t>
      </w:r>
      <w:r w:rsidRPr="000A30E8">
        <w:rPr>
          <w:rStyle w:val="Taille-1Caracteres"/>
        </w:rPr>
        <w:t>OUILLON</w:t>
      </w:r>
      <w:r w:rsidRPr="000A30E8">
        <w:rPr>
          <w:szCs w:val="32"/>
        </w:rPr>
        <w:t xml:space="preserve">, </w:t>
      </w:r>
      <w:r w:rsidRPr="000A30E8">
        <w:rPr>
          <w:i/>
          <w:iCs/>
          <w:szCs w:val="32"/>
        </w:rPr>
        <w:t>aux Croisés</w:t>
      </w:r>
      <w:r w:rsidRPr="000A30E8">
        <w:rPr>
          <w:szCs w:val="32"/>
        </w:rPr>
        <w:t>. — Nous voici devant Jérusalem. Les Sarrasins vont s’élancer sur nous d’une minute à l’autre.</w:t>
      </w:r>
    </w:p>
    <w:p w14:paraId="79EF91EB"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 Seigneur Godefroy de Bouillon, les Infidèles préparent leur repas de midi. Nous n’avons pas à craindre de surprise pour l’instant.</w:t>
      </w:r>
    </w:p>
    <w:p w14:paraId="76BDD150"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S’ils préparent leur déjeuner, nous allons gagner la bataille, car il me vient une fameuse idée.</w:t>
      </w:r>
    </w:p>
    <w:p w14:paraId="6B13EE75" w14:textId="77777777" w:rsidR="00285C2D" w:rsidRPr="000A30E8" w:rsidRDefault="00285C2D" w:rsidP="00285C2D">
      <w:r w:rsidRPr="000A30E8">
        <w:t>G</w:t>
      </w:r>
      <w:r w:rsidRPr="000A30E8">
        <w:rPr>
          <w:rStyle w:val="Taille-1Caracteres"/>
        </w:rPr>
        <w:t>ODEFROY DE</w:t>
      </w:r>
      <w:r w:rsidRPr="000A30E8">
        <w:t xml:space="preserve"> B</w:t>
      </w:r>
      <w:r w:rsidRPr="000A30E8">
        <w:rPr>
          <w:rStyle w:val="Taille-1Caracteres"/>
        </w:rPr>
        <w:t>OUILLON</w:t>
      </w:r>
      <w:r w:rsidRPr="000A30E8">
        <w:t>. — Parle !</w:t>
      </w:r>
    </w:p>
    <w:p w14:paraId="76AFFD34"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Vous n’ignorez pas, Croisés mes frères, que j’ai emporté avec moi, par crainte des voleurs, les portes de mon château ?</w:t>
      </w:r>
    </w:p>
    <w:p w14:paraId="5891BA16" w14:textId="77777777" w:rsidR="00285C2D" w:rsidRPr="000A30E8" w:rsidRDefault="00285C2D" w:rsidP="00285C2D">
      <w:r w:rsidRPr="000A30E8">
        <w:t>L</w:t>
      </w:r>
      <w:r w:rsidRPr="000A30E8">
        <w:rPr>
          <w:rStyle w:val="Taille-1Caracteres"/>
        </w:rPr>
        <w:t>ES</w:t>
      </w:r>
      <w:r w:rsidRPr="000A30E8">
        <w:t xml:space="preserve"> C</w:t>
      </w:r>
      <w:r w:rsidRPr="000A30E8">
        <w:rPr>
          <w:rStyle w:val="Taille-1Caracteres"/>
        </w:rPr>
        <w:t>ROISÉS</w:t>
      </w:r>
      <w:r w:rsidRPr="000A30E8">
        <w:t>. — Nous ne l’ignorons pas.</w:t>
      </w:r>
    </w:p>
    <w:p w14:paraId="699CC41E" w14:textId="77777777" w:rsidR="00285C2D" w:rsidRPr="000A30E8" w:rsidRDefault="00285C2D" w:rsidP="00285C2D">
      <w:r w:rsidRPr="000A30E8">
        <w:t>G</w:t>
      </w:r>
      <w:r w:rsidRPr="000A30E8">
        <w:rPr>
          <w:rStyle w:val="Taille-1Caracteres"/>
        </w:rPr>
        <w:t>ODEFROY DE</w:t>
      </w:r>
      <w:r w:rsidRPr="000A30E8">
        <w:t xml:space="preserve"> B</w:t>
      </w:r>
      <w:r w:rsidRPr="000A30E8">
        <w:rPr>
          <w:rStyle w:val="Taille-1Caracteres"/>
        </w:rPr>
        <w:t>OUILLON</w:t>
      </w:r>
      <w:r w:rsidRPr="000A30E8">
        <w:t>. — Tu as même payé, avant ton départ, l’impôt des « Portes et Croisés ».</w:t>
      </w:r>
    </w:p>
    <w:p w14:paraId="3E1CA2D7"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Eh bien, avec une seule de mes portes, je me charge de vous faire gagner la bataille.</w:t>
      </w:r>
    </w:p>
    <w:p w14:paraId="6B9FFA2E" w14:textId="77777777" w:rsidR="00285C2D" w:rsidRPr="000A30E8" w:rsidRDefault="00285C2D" w:rsidP="00285C2D">
      <w:r w:rsidRPr="000A30E8">
        <w:t>G</w:t>
      </w:r>
      <w:r w:rsidRPr="000A30E8">
        <w:rPr>
          <w:rStyle w:val="Taille-1Caracteres"/>
        </w:rPr>
        <w:t>ODEFROY DE</w:t>
      </w:r>
      <w:r w:rsidRPr="000A30E8">
        <w:t xml:space="preserve"> B</w:t>
      </w:r>
      <w:r w:rsidRPr="000A30E8">
        <w:rPr>
          <w:rStyle w:val="Taille-1Caracteres"/>
        </w:rPr>
        <w:t>OUILLON</w:t>
      </w:r>
      <w:r w:rsidRPr="000A30E8">
        <w:t>. — Gagner la bataille ?</w:t>
      </w:r>
    </w:p>
    <w:p w14:paraId="734D9C03"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Je demande seulement un Croisé de bonne volonté pour une périlleuse mission.</w:t>
      </w:r>
    </w:p>
    <w:p w14:paraId="03670F1D" w14:textId="77777777" w:rsidR="00285C2D" w:rsidRPr="000A30E8" w:rsidRDefault="00285C2D" w:rsidP="00285C2D">
      <w:r w:rsidRPr="000A30E8">
        <w:lastRenderedPageBreak/>
        <w:t>L</w:t>
      </w:r>
      <w:r w:rsidRPr="000A30E8">
        <w:rPr>
          <w:rStyle w:val="Taille-1Caracteres"/>
        </w:rPr>
        <w:t>E</w:t>
      </w:r>
      <w:r w:rsidRPr="000A30E8">
        <w:t xml:space="preserve"> J</w:t>
      </w:r>
      <w:r w:rsidRPr="000A30E8">
        <w:rPr>
          <w:rStyle w:val="Taille-1Caracteres"/>
        </w:rPr>
        <w:t>EUNE E</w:t>
      </w:r>
      <w:r w:rsidRPr="000A30E8">
        <w:t>t B</w:t>
      </w:r>
      <w:r w:rsidRPr="000A30E8">
        <w:rPr>
          <w:rStyle w:val="Taille-1Caracteres"/>
        </w:rPr>
        <w:t xml:space="preserve">EAU </w:t>
      </w:r>
      <w:r w:rsidRPr="000A30E8">
        <w:t>D</w:t>
      </w:r>
      <w:r w:rsidRPr="000A30E8">
        <w:rPr>
          <w:rStyle w:val="Taille-1Caracteres"/>
        </w:rPr>
        <w:t>UNOIS</w:t>
      </w:r>
      <w:r w:rsidRPr="000A30E8">
        <w:t>. — Présent !</w:t>
      </w:r>
    </w:p>
    <w:p w14:paraId="23BB6DEE"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Bien. Prenez dans la pharmacie de notre ambulance une seringue du plus fort calibre, remplissez-la d’huile de ricin et allez décharger votre arme, sans qu’ils s’en aperçoivent, dans le ragoût que préparent les Sarrasins. (</w:t>
      </w:r>
      <w:r w:rsidRPr="000A30E8">
        <w:rPr>
          <w:i/>
          <w:iCs/>
        </w:rPr>
        <w:t>Le Jeune et Beau Dunois court vers l’ambulance</w:t>
      </w:r>
      <w:r w:rsidRPr="000A30E8">
        <w:t>.)</w:t>
      </w:r>
    </w:p>
    <w:p w14:paraId="6875053F"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xml:space="preserve">, </w:t>
      </w:r>
      <w:r w:rsidRPr="000A30E8">
        <w:rPr>
          <w:i/>
          <w:iCs/>
        </w:rPr>
        <w:t>revenant avec une énorme seringue</w:t>
      </w:r>
      <w:r w:rsidRPr="000A30E8">
        <w:t>. — Je suis prêt.</w:t>
      </w:r>
    </w:p>
    <w:p w14:paraId="6C572E28"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Elle est chargée ?</w:t>
      </w:r>
    </w:p>
    <w:p w14:paraId="6792A06D"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 Oui.</w:t>
      </w:r>
    </w:p>
    <w:p w14:paraId="7F216503"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Alors, vous pouvez partir. Nous allons attirer l’attention des Sarrasins en poussant des cris séditieux. Vous profiterez de l’instant où ils tourneront la tête dans notre direction pour accomplir votre périlleuse mission. (</w:t>
      </w:r>
      <w:r w:rsidRPr="000A30E8">
        <w:rPr>
          <w:i/>
          <w:iCs/>
        </w:rPr>
        <w:t>Le Jeune et Beau Dunois, sa seringue entre les dents, rampe vers le camp des Infidèles. Les Croisés poussent, à pleins poumons, des cris séditieux. Les Sarrasins, surpris par ce vacarme, tournent curieusement leurs têtes vers le camp des Croisés. Le Jeune et Beau Dunois vise rapidement et décharge sa seringue d’huile de ricin, à bout portant, dans le ragoût ennemi. Il revient ensuite, en rampant à toutes jambes, vers ses compagnons d’armes</w:t>
      </w:r>
      <w:r w:rsidRPr="000A30E8">
        <w:t>.)</w:t>
      </w:r>
    </w:p>
    <w:p w14:paraId="3F2D281D"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xml:space="preserve">, </w:t>
      </w:r>
      <w:r w:rsidRPr="000A30E8">
        <w:rPr>
          <w:i/>
          <w:iCs/>
        </w:rPr>
        <w:t>après avoir dressé et calé une de ses portes sur le sol</w:t>
      </w:r>
      <w:r w:rsidRPr="000A30E8">
        <w:t>. — Et maintenant, grâce à cette porte, nous pouvons considérer la bataille comme gagnée !</w:t>
      </w:r>
    </w:p>
    <w:p w14:paraId="4268BC79" w14:textId="77777777" w:rsidR="00285C2D" w:rsidRPr="000A30E8" w:rsidRDefault="00285C2D" w:rsidP="00285C2D">
      <w:pPr>
        <w:pStyle w:val="Titre3"/>
      </w:pPr>
      <w:bookmarkStart w:id="94" w:name="_Toc196330274"/>
      <w:r w:rsidRPr="000A30E8">
        <w:lastRenderedPageBreak/>
        <w:t>TROISIÈME TABLEAU</w:t>
      </w:r>
      <w:r w:rsidRPr="000A30E8">
        <w:br/>
      </w:r>
      <w:r w:rsidRPr="000A30E8">
        <w:br/>
        <w:t>La bataille.</w:t>
      </w:r>
      <w:bookmarkEnd w:id="94"/>
    </w:p>
    <w:p w14:paraId="471342ED" w14:textId="77777777" w:rsidR="00285C2D" w:rsidRPr="000A30E8" w:rsidRDefault="00285C2D" w:rsidP="00285C2D">
      <w:pPr>
        <w:pStyle w:val="Centr"/>
        <w:rPr>
          <w:rStyle w:val="Taille-1Caracteres"/>
        </w:rPr>
      </w:pPr>
      <w:r w:rsidRPr="000A30E8">
        <w:rPr>
          <w:rStyle w:val="Taille-1Caracteres"/>
        </w:rPr>
        <w:t>Même décor. Plus la porte dressée sur le sol.</w:t>
      </w:r>
    </w:p>
    <w:p w14:paraId="48FB5730" w14:textId="77777777" w:rsidR="00285C2D" w:rsidRPr="000A30E8" w:rsidRDefault="00285C2D" w:rsidP="00285C2D">
      <w:r w:rsidRPr="000A30E8">
        <w:rPr>
          <w:szCs w:val="32"/>
        </w:rPr>
        <w:t>G</w:t>
      </w:r>
      <w:r w:rsidRPr="000A30E8">
        <w:rPr>
          <w:rStyle w:val="Taille-1Caracteres"/>
        </w:rPr>
        <w:t>ODEFROY DE</w:t>
      </w:r>
      <w:r w:rsidRPr="000A30E8">
        <w:rPr>
          <w:szCs w:val="32"/>
        </w:rPr>
        <w:t xml:space="preserve"> B</w:t>
      </w:r>
      <w:r w:rsidRPr="000A30E8">
        <w:rPr>
          <w:rStyle w:val="Taille-1Caracteres"/>
        </w:rPr>
        <w:t>OUILLON</w:t>
      </w:r>
      <w:r w:rsidRPr="000A30E8">
        <w:rPr>
          <w:szCs w:val="32"/>
        </w:rPr>
        <w:t>. — Les Infidèles achèvent leur repas.</w:t>
      </w:r>
    </w:p>
    <w:p w14:paraId="6D4CA526"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Seigneur Godefroy de Bouillon, il faut qu’une moitié de l’armée s’élance sus aux Sarrasins et les rabatte vers nous. L’autre moitié s’embusquera derrière ma porte.</w:t>
      </w:r>
    </w:p>
    <w:p w14:paraId="3068A568" w14:textId="77777777" w:rsidR="00285C2D" w:rsidRPr="000A30E8" w:rsidRDefault="00285C2D" w:rsidP="00285C2D">
      <w:r w:rsidRPr="000A30E8">
        <w:t>G</w:t>
      </w:r>
      <w:r w:rsidRPr="000A30E8">
        <w:rPr>
          <w:rStyle w:val="Taille-1Caracteres"/>
        </w:rPr>
        <w:t>ODEFROY DE</w:t>
      </w:r>
      <w:r w:rsidRPr="000A30E8">
        <w:t xml:space="preserve"> B</w:t>
      </w:r>
      <w:r w:rsidRPr="000A30E8">
        <w:rPr>
          <w:rStyle w:val="Taille-1Caracteres"/>
        </w:rPr>
        <w:t>OUILLON</w:t>
      </w:r>
      <w:r w:rsidRPr="000A30E8">
        <w:t xml:space="preserve">, </w:t>
      </w:r>
      <w:r w:rsidRPr="000A30E8">
        <w:rPr>
          <w:i/>
          <w:iCs/>
        </w:rPr>
        <w:t>aux Croisés</w:t>
      </w:r>
      <w:r w:rsidRPr="000A30E8">
        <w:t>. — Apprêtez vos masses d’armes et vos épées à triple tranchant, et sus aux Sarrasins ! (</w:t>
      </w:r>
      <w:r w:rsidRPr="000A30E8">
        <w:rPr>
          <w:i/>
          <w:iCs/>
        </w:rPr>
        <w:t>La moitié de l’armée s’élance vers le camp ennemi. L’autre moitié s’embusque derrière la porte</w:t>
      </w:r>
      <w:r w:rsidRPr="000A30E8">
        <w:t>.)</w:t>
      </w:r>
    </w:p>
    <w:p w14:paraId="399E5156"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xml:space="preserve">, </w:t>
      </w:r>
      <w:r w:rsidRPr="000A30E8">
        <w:rPr>
          <w:i/>
          <w:iCs/>
        </w:rPr>
        <w:t>derrière la porte</w:t>
      </w:r>
      <w:r w:rsidRPr="000A30E8">
        <w:t>. — Le combat est engagé. Les Sarrasins surpris sont refoulés de notre côté.</w:t>
      </w:r>
    </w:p>
    <w:p w14:paraId="09A31FD2" w14:textId="77777777" w:rsidR="00285C2D" w:rsidRPr="000A30E8" w:rsidRDefault="00285C2D" w:rsidP="00285C2D">
      <w:r w:rsidRPr="000A30E8">
        <w:t>G</w:t>
      </w:r>
      <w:r w:rsidRPr="000A30E8">
        <w:rPr>
          <w:rStyle w:val="Taille-1Caracteres"/>
        </w:rPr>
        <w:t>ODEFROY DE</w:t>
      </w:r>
      <w:r w:rsidRPr="000A30E8">
        <w:t xml:space="preserve"> B</w:t>
      </w:r>
      <w:r w:rsidRPr="000A30E8">
        <w:rPr>
          <w:rStyle w:val="Taille-1Caracteres"/>
        </w:rPr>
        <w:t>OUILLON</w:t>
      </w:r>
      <w:r w:rsidRPr="000A30E8">
        <w:t>. — Ils tiennent leur lance d’une main et leur ventre de l’autre.</w:t>
      </w:r>
    </w:p>
    <w:p w14:paraId="52086B05"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Leurs visages expriment une terrible angoisse. Tout va bien.</w:t>
      </w:r>
    </w:p>
    <w:p w14:paraId="27FE6D58" w14:textId="77777777" w:rsidR="00285C2D" w:rsidRPr="000A30E8" w:rsidRDefault="00285C2D" w:rsidP="00285C2D">
      <w:r w:rsidRPr="000A30E8">
        <w:t>U</w:t>
      </w:r>
      <w:r w:rsidRPr="000A30E8">
        <w:rPr>
          <w:rStyle w:val="Taille-1Caracteres"/>
        </w:rPr>
        <w:t>N</w:t>
      </w:r>
      <w:r w:rsidRPr="000A30E8">
        <w:t xml:space="preserve"> S</w:t>
      </w:r>
      <w:r w:rsidRPr="000A30E8">
        <w:rPr>
          <w:rStyle w:val="Taille-1Caracteres"/>
        </w:rPr>
        <w:t>ARRASIN</w:t>
      </w:r>
      <w:r w:rsidRPr="000A30E8">
        <w:t xml:space="preserve">, </w:t>
      </w:r>
      <w:r w:rsidRPr="000A30E8">
        <w:rPr>
          <w:i/>
          <w:iCs/>
        </w:rPr>
        <w:t>hurlant en patois sarrasin</w:t>
      </w:r>
      <w:r w:rsidRPr="000A30E8">
        <w:t>. — Tbhskwf ! (</w:t>
      </w:r>
      <w:r w:rsidRPr="000A30E8">
        <w:rPr>
          <w:i/>
          <w:iCs/>
        </w:rPr>
        <w:t>Il aperçoit la porte, l’ouvre précipitamment, la referme sur lui et se fait assommer de l’autre côté par les Croisés embusqués</w:t>
      </w:r>
      <w:r w:rsidRPr="000A30E8">
        <w:t>.)</w:t>
      </w:r>
    </w:p>
    <w:p w14:paraId="66B58A3B" w14:textId="77777777" w:rsidR="00285C2D" w:rsidRPr="000A30E8" w:rsidRDefault="00285C2D" w:rsidP="00285C2D">
      <w:r w:rsidRPr="000A30E8">
        <w:t>U</w:t>
      </w:r>
      <w:r w:rsidRPr="000A30E8">
        <w:rPr>
          <w:rStyle w:val="Taille-1Caracteres"/>
        </w:rPr>
        <w:t>N AUTRE</w:t>
      </w:r>
      <w:r w:rsidRPr="000A30E8">
        <w:t xml:space="preserve"> S</w:t>
      </w:r>
      <w:r w:rsidRPr="000A30E8">
        <w:rPr>
          <w:rStyle w:val="Taille-1Caracteres"/>
        </w:rPr>
        <w:t>ARRASIN</w:t>
      </w:r>
      <w:r w:rsidRPr="000A30E8">
        <w:t xml:space="preserve">, </w:t>
      </w:r>
      <w:r w:rsidRPr="000A30E8">
        <w:rPr>
          <w:i/>
          <w:iCs/>
        </w:rPr>
        <w:t>hurlant</w:t>
      </w:r>
      <w:r w:rsidRPr="000A30E8">
        <w:t>. — Tbhskwf ! (</w:t>
      </w:r>
      <w:r w:rsidRPr="000A30E8">
        <w:rPr>
          <w:i/>
          <w:iCs/>
        </w:rPr>
        <w:t xml:space="preserve">Il aperçoit la porte, l’ouvre précipitamment, la referme sur lui et se fait assommer de l’autre côté comme le premier Sarrasin. Les uns après les </w:t>
      </w:r>
      <w:r w:rsidRPr="000A30E8">
        <w:rPr>
          <w:i/>
          <w:iCs/>
        </w:rPr>
        <w:lastRenderedPageBreak/>
        <w:t>autres, tous les Sarrasins franchissent la fatale porte et sont tués de la même manière</w:t>
      </w:r>
      <w:r w:rsidRPr="000A30E8">
        <w:t>.)</w:t>
      </w:r>
    </w:p>
    <w:p w14:paraId="5D84DB4A" w14:textId="77777777" w:rsidR="00285C2D" w:rsidRPr="000A30E8" w:rsidRDefault="00285C2D" w:rsidP="00285C2D">
      <w:r w:rsidRPr="000A30E8">
        <w:t>L</w:t>
      </w:r>
      <w:r w:rsidRPr="000A30E8">
        <w:rPr>
          <w:rStyle w:val="Taille-1Caracteres"/>
        </w:rPr>
        <w:t>ES</w:t>
      </w:r>
      <w:r w:rsidRPr="000A30E8">
        <w:t xml:space="preserve"> C</w:t>
      </w:r>
      <w:r w:rsidRPr="000A30E8">
        <w:rPr>
          <w:rStyle w:val="Taille-1Caracteres"/>
        </w:rPr>
        <w:t>ROISÉS</w:t>
      </w:r>
      <w:r w:rsidRPr="000A30E8">
        <w:t>. — Victoire !</w:t>
      </w:r>
    </w:p>
    <w:p w14:paraId="4CDD8843" w14:textId="77777777" w:rsidR="00285C2D" w:rsidRPr="000A30E8" w:rsidRDefault="00285C2D" w:rsidP="00285C2D">
      <w:r w:rsidRPr="000A30E8">
        <w:t>G</w:t>
      </w:r>
      <w:r w:rsidRPr="000A30E8">
        <w:rPr>
          <w:rStyle w:val="Taille-1Caracteres"/>
        </w:rPr>
        <w:t>ODEFROY DE</w:t>
      </w:r>
      <w:r w:rsidRPr="000A30E8">
        <w:t xml:space="preserve"> B</w:t>
      </w:r>
      <w:r w:rsidRPr="000A30E8">
        <w:rPr>
          <w:rStyle w:val="Taille-1Caracteres"/>
        </w:rPr>
        <w:t>OUILLON</w:t>
      </w:r>
      <w:r w:rsidRPr="000A30E8">
        <w:t>. — Nous expliqueras-tu, maintenant, pourquoi tous les Sarrasins se sont fait égorger les uns après les autres en franchissant le seuil de cette porte ?</w:t>
      </w:r>
    </w:p>
    <w:p w14:paraId="69C15F22"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xml:space="preserve">. — Parce que la purge faisait son effet, et que j’avais posé sur la porte un écriteau avec ces lettres magiques : </w:t>
      </w:r>
      <w:r w:rsidRPr="00C47A66">
        <w:t>W.-C.</w:t>
      </w:r>
    </w:p>
    <w:p w14:paraId="3A6B91AA" w14:textId="77777777" w:rsidR="00285C2D" w:rsidRPr="000A30E8" w:rsidRDefault="00285C2D" w:rsidP="00285C2D">
      <w:pPr>
        <w:pStyle w:val="Titre3"/>
      </w:pPr>
      <w:bookmarkStart w:id="95" w:name="_Toc196330275"/>
      <w:r w:rsidRPr="000A30E8">
        <w:t>QUATRIÈME TABLEAU</w:t>
      </w:r>
      <w:r w:rsidRPr="000A30E8">
        <w:br/>
      </w:r>
      <w:r w:rsidRPr="000A30E8">
        <w:br/>
        <w:t>L’entrée triomphante à Jérusalem.</w:t>
      </w:r>
      <w:bookmarkEnd w:id="95"/>
    </w:p>
    <w:p w14:paraId="4BBFF954" w14:textId="77777777" w:rsidR="00285C2D" w:rsidRPr="000A30E8" w:rsidRDefault="00285C2D" w:rsidP="00285C2D">
      <w:pPr>
        <w:pStyle w:val="Centr"/>
        <w:rPr>
          <w:rStyle w:val="Taille-1Caracteres"/>
        </w:rPr>
      </w:pPr>
      <w:r w:rsidRPr="000A30E8">
        <w:rPr>
          <w:rStyle w:val="Taille-1Caracteres"/>
        </w:rPr>
        <w:t>Le décor représente Jérusalem inondée par les feux du soleil couchant.</w:t>
      </w:r>
    </w:p>
    <w:p w14:paraId="1ECCEBCD" w14:textId="77777777" w:rsidR="00285C2D" w:rsidRPr="000A30E8" w:rsidRDefault="00285C2D" w:rsidP="00285C2D">
      <w:r w:rsidRPr="000A30E8">
        <w:rPr>
          <w:szCs w:val="32"/>
        </w:rPr>
        <w:t>G</w:t>
      </w:r>
      <w:r w:rsidRPr="000A30E8">
        <w:rPr>
          <w:rStyle w:val="Taille-1Caracteres"/>
        </w:rPr>
        <w:t>ODEFROY DE</w:t>
      </w:r>
      <w:r w:rsidRPr="000A30E8">
        <w:rPr>
          <w:szCs w:val="32"/>
        </w:rPr>
        <w:t xml:space="preserve"> B</w:t>
      </w:r>
      <w:r w:rsidRPr="000A30E8">
        <w:rPr>
          <w:rStyle w:val="Taille-1Caracteres"/>
        </w:rPr>
        <w:t>OUILLON</w:t>
      </w:r>
      <w:r w:rsidRPr="000A30E8">
        <w:rPr>
          <w:szCs w:val="32"/>
        </w:rPr>
        <w:t>. — J’entre triomphalement dans Jérusalem !</w:t>
      </w:r>
    </w:p>
    <w:p w14:paraId="367EDA9C" w14:textId="77777777" w:rsidR="00285C2D" w:rsidRPr="000A30E8" w:rsidRDefault="00285C2D" w:rsidP="00285C2D">
      <w:r w:rsidRPr="000A30E8">
        <w:t>L</w:t>
      </w:r>
      <w:r w:rsidRPr="000A30E8">
        <w:rPr>
          <w:rStyle w:val="Taille-1Caracteres"/>
        </w:rPr>
        <w:t>ES</w:t>
      </w:r>
      <w:r w:rsidRPr="000A30E8">
        <w:t xml:space="preserve"> C</w:t>
      </w:r>
      <w:r w:rsidRPr="000A30E8">
        <w:rPr>
          <w:rStyle w:val="Taille-1Caracteres"/>
        </w:rPr>
        <w:t>ROISÉS</w:t>
      </w:r>
      <w:r w:rsidRPr="000A30E8">
        <w:t>. — Nous entrons triomphalement dans Jérusalem !</w:t>
      </w:r>
    </w:p>
    <w:p w14:paraId="3B9562EC" w14:textId="77777777" w:rsidR="00285C2D" w:rsidRPr="000A30E8" w:rsidRDefault="00285C2D" w:rsidP="00285C2D">
      <w:r w:rsidRPr="000A30E8">
        <w:t>L</w:t>
      </w:r>
      <w:r w:rsidRPr="000A30E8">
        <w:rPr>
          <w:rStyle w:val="Taille-1Caracteres"/>
        </w:rPr>
        <w:t>ES</w:t>
      </w:r>
      <w:r w:rsidRPr="000A30E8">
        <w:t xml:space="preserve"> H</w:t>
      </w:r>
      <w:r w:rsidRPr="000A30E8">
        <w:rPr>
          <w:rStyle w:val="Taille-1Caracteres"/>
        </w:rPr>
        <w:t>IÉROSOLYMITAINS</w:t>
      </w:r>
      <w:r w:rsidRPr="000A30E8">
        <w:t xml:space="preserve">, </w:t>
      </w:r>
      <w:r w:rsidRPr="000A30E8">
        <w:rPr>
          <w:i/>
          <w:iCs/>
        </w:rPr>
        <w:t>avec rage</w:t>
      </w:r>
      <w:r w:rsidRPr="000A30E8">
        <w:t>. — Ils entrent triomphalement dans Jérusalem !</w:t>
      </w:r>
    </w:p>
    <w:p w14:paraId="6D00BFD0" w14:textId="77777777" w:rsidR="00285C2D" w:rsidRPr="000A30E8" w:rsidRDefault="00285C2D" w:rsidP="00285C2D">
      <w:pPr>
        <w:pStyle w:val="Titre3"/>
      </w:pPr>
      <w:bookmarkStart w:id="96" w:name="_Toc196330276"/>
      <w:r w:rsidRPr="000A30E8">
        <w:lastRenderedPageBreak/>
        <w:t>CINQUIÈME TABLEAU</w:t>
      </w:r>
      <w:r w:rsidRPr="000A30E8">
        <w:br/>
      </w:r>
      <w:r w:rsidRPr="000A30E8">
        <w:br/>
        <w:t>Séquestrés dans le désert.</w:t>
      </w:r>
      <w:bookmarkEnd w:id="96"/>
    </w:p>
    <w:p w14:paraId="50CB84B9" w14:textId="77777777" w:rsidR="00285C2D" w:rsidRPr="000A30E8" w:rsidRDefault="00285C2D" w:rsidP="00285C2D">
      <w:pPr>
        <w:pStyle w:val="Centr"/>
        <w:rPr>
          <w:rStyle w:val="Taille-1Caracteres"/>
        </w:rPr>
      </w:pPr>
      <w:r w:rsidRPr="000A30E8">
        <w:rPr>
          <w:rStyle w:val="Taille-1Caracteres"/>
        </w:rPr>
        <w:t>La scène représente un désert brûlant.</w:t>
      </w:r>
    </w:p>
    <w:p w14:paraId="2AAF9848" w14:textId="77777777" w:rsidR="00285C2D" w:rsidRPr="000A30E8" w:rsidRDefault="00285C2D" w:rsidP="00285C2D">
      <w:r w:rsidRPr="000A30E8">
        <w:rPr>
          <w:szCs w:val="32"/>
        </w:rPr>
        <w:t>L</w:t>
      </w:r>
      <w:r w:rsidRPr="000A30E8">
        <w:rPr>
          <w:rStyle w:val="Taille-1Caracteres"/>
        </w:rPr>
        <w:t>E</w:t>
      </w:r>
      <w:r w:rsidRPr="000A30E8">
        <w:rPr>
          <w:szCs w:val="32"/>
        </w:rPr>
        <w:t xml:space="preserve"> J</w:t>
      </w:r>
      <w:r w:rsidRPr="000A30E8">
        <w:rPr>
          <w:rStyle w:val="Taille-1Caracteres"/>
        </w:rPr>
        <w:t>EUNE ET</w:t>
      </w:r>
      <w:r w:rsidRPr="000A30E8">
        <w:rPr>
          <w:szCs w:val="32"/>
        </w:rPr>
        <w:t xml:space="preserve"> B</w:t>
      </w:r>
      <w:r w:rsidRPr="000A30E8">
        <w:rPr>
          <w:rStyle w:val="Taille-1Caracteres"/>
        </w:rPr>
        <w:t>EAU</w:t>
      </w:r>
      <w:r w:rsidRPr="000A30E8">
        <w:rPr>
          <w:szCs w:val="32"/>
        </w:rPr>
        <w:t xml:space="preserve"> D</w:t>
      </w:r>
      <w:r w:rsidRPr="000A30E8">
        <w:rPr>
          <w:rStyle w:val="Taille-1Caracteres"/>
        </w:rPr>
        <w:t>UNOIS</w:t>
      </w:r>
      <w:r w:rsidRPr="000A30E8">
        <w:rPr>
          <w:szCs w:val="32"/>
        </w:rPr>
        <w:t>. — Huit jours après notre entrée triomphale dans Jérusalem, nous avons été, tous les deux, attirés dans un guet-apens, faits prisonniers et séquestrés dans ce désert brûlant.</w:t>
      </w:r>
    </w:p>
    <w:p w14:paraId="2D71CB4A"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Le soleil va devenir notre bourreau.</w:t>
      </w:r>
    </w:p>
    <w:p w14:paraId="01909427"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 La température est très élevée. Pour moi, j’attends la mort comme une délivrance.</w:t>
      </w:r>
    </w:p>
    <w:p w14:paraId="22904D79"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Ne vous lamentez pas, Jeune et Beau Dunois. Je vais essayer de trouver une idée pour nous tirer de ce mauvais pas. (</w:t>
      </w:r>
      <w:r w:rsidRPr="000A30E8">
        <w:rPr>
          <w:i/>
          <w:iCs/>
        </w:rPr>
        <w:t>Il se plonge la tête dans le sable pour réfléchir plus profondément et la ressort quelques minutes après</w:t>
      </w:r>
      <w:r w:rsidRPr="000A30E8">
        <w:t>.) J’ai trouvé !</w:t>
      </w:r>
    </w:p>
    <w:p w14:paraId="14F8E25E"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 Une idée ?</w:t>
      </w:r>
    </w:p>
    <w:p w14:paraId="2B10F319"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Oui, une idée. (</w:t>
      </w:r>
      <w:r w:rsidRPr="000A30E8">
        <w:rPr>
          <w:i/>
          <w:iCs/>
        </w:rPr>
        <w:t>Avec joie</w:t>
      </w:r>
      <w:r w:rsidRPr="000A30E8">
        <w:t>.) Quel bonheur que les Sarrasins, en nous abandonnant dans ce désert brûlant, ne m’aient pas dépouillé de mes portes.</w:t>
      </w:r>
    </w:p>
    <w:p w14:paraId="444AD817"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 Pourquoi ?</w:t>
      </w:r>
    </w:p>
    <w:p w14:paraId="0650CFED"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Parce que ces portes vont nous sauver encore une fois.</w:t>
      </w:r>
    </w:p>
    <w:p w14:paraId="65455F8F"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 Je ne comprends pas.</w:t>
      </w:r>
    </w:p>
    <w:p w14:paraId="316FCE16" w14:textId="77777777" w:rsidR="00285C2D" w:rsidRPr="000A30E8" w:rsidRDefault="00285C2D" w:rsidP="00285C2D">
      <w:r w:rsidRPr="000A30E8">
        <w:lastRenderedPageBreak/>
        <w:t>L</w:t>
      </w:r>
      <w:r w:rsidRPr="000A30E8">
        <w:rPr>
          <w:rStyle w:val="Taille-1Caracteres"/>
        </w:rPr>
        <w:t>E</w:t>
      </w:r>
      <w:r w:rsidRPr="000A30E8">
        <w:t xml:space="preserve"> C</w:t>
      </w:r>
      <w:r w:rsidRPr="000A30E8">
        <w:rPr>
          <w:rStyle w:val="Taille-1Caracteres"/>
        </w:rPr>
        <w:t>ROISÉ-PRUDENT</w:t>
      </w:r>
      <w:r w:rsidRPr="000A30E8">
        <w:t>. — Vous allez comprendre. (</w:t>
      </w:r>
      <w:r w:rsidRPr="000A30E8">
        <w:rPr>
          <w:i/>
          <w:iCs/>
        </w:rPr>
        <w:t>Il prend les deux portes et les pose debout dans le sable, l’une en face de l’autre, à quelques mètres de distance</w:t>
      </w:r>
      <w:r w:rsidRPr="000A30E8">
        <w:t>.)</w:t>
      </w:r>
    </w:p>
    <w:p w14:paraId="2941F35E"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 Que faites-vous ?</w:t>
      </w:r>
    </w:p>
    <w:p w14:paraId="62221AAA"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xml:space="preserve">, </w:t>
      </w:r>
      <w:r w:rsidRPr="000A30E8">
        <w:rPr>
          <w:i/>
          <w:iCs/>
        </w:rPr>
        <w:t>ouvrant les deux portes placées face à face</w:t>
      </w:r>
      <w:r w:rsidRPr="000A30E8">
        <w:t>. — J’établis un courant d’air. Mettons-nous entre ces deux portes.</w:t>
      </w:r>
    </w:p>
    <w:p w14:paraId="5165CA77"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 Quel air frais ! On respire enfin !</w:t>
      </w:r>
    </w:p>
    <w:p w14:paraId="491527D9"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Grâce à mes portes nous pouvons quitter ce désert et regagner notre patrie à petites journées. Dès que nous aurons trop chaud, nous rétablirons le courant d’air. (</w:t>
      </w:r>
      <w:r w:rsidRPr="000A30E8">
        <w:rPr>
          <w:i/>
          <w:iCs/>
        </w:rPr>
        <w:t>Après s’être suffisamment aérés, ils prennent les portes et se mettent en marche</w:t>
      </w:r>
      <w:r w:rsidRPr="000A30E8">
        <w:t>.)</w:t>
      </w:r>
    </w:p>
    <w:p w14:paraId="4BA689E5" w14:textId="77777777" w:rsidR="00285C2D" w:rsidRPr="000A30E8" w:rsidRDefault="00285C2D" w:rsidP="00285C2D">
      <w:pPr>
        <w:pStyle w:val="Titre3"/>
      </w:pPr>
      <w:bookmarkStart w:id="97" w:name="_Toc196330277"/>
      <w:r w:rsidRPr="000A30E8">
        <w:t>SIXIÈME TABLEAU</w:t>
      </w:r>
      <w:r w:rsidRPr="000A30E8">
        <w:br/>
      </w:r>
      <w:r w:rsidRPr="000A30E8">
        <w:br/>
        <w:t>Le retour des Croisés.</w:t>
      </w:r>
      <w:bookmarkEnd w:id="97"/>
    </w:p>
    <w:p w14:paraId="4F04FCC5" w14:textId="77777777" w:rsidR="00285C2D" w:rsidRPr="000A30E8" w:rsidRDefault="00285C2D" w:rsidP="00285C2D">
      <w:pPr>
        <w:pStyle w:val="Centr"/>
        <w:rPr>
          <w:rStyle w:val="Taille-1Caracteres"/>
        </w:rPr>
      </w:pPr>
      <w:r w:rsidRPr="000A30E8">
        <w:rPr>
          <w:rStyle w:val="Taille-1Caracteres"/>
        </w:rPr>
        <w:t>La scène représente le château du premier tableau.</w:t>
      </w:r>
    </w:p>
    <w:p w14:paraId="0D61DE99" w14:textId="77777777" w:rsidR="00285C2D" w:rsidRPr="000A30E8" w:rsidRDefault="00285C2D" w:rsidP="00285C2D">
      <w:r w:rsidRPr="000A30E8">
        <w:rPr>
          <w:szCs w:val="32"/>
        </w:rPr>
        <w:t>L</w:t>
      </w:r>
      <w:r w:rsidRPr="000A30E8">
        <w:rPr>
          <w:rStyle w:val="Taille-1Caracteres"/>
        </w:rPr>
        <w:t>E</w:t>
      </w:r>
      <w:r w:rsidRPr="000A30E8">
        <w:rPr>
          <w:szCs w:val="32"/>
        </w:rPr>
        <w:t xml:space="preserve"> C</w:t>
      </w:r>
      <w:r w:rsidRPr="000A30E8">
        <w:rPr>
          <w:rStyle w:val="Taille-1Caracteres"/>
        </w:rPr>
        <w:t>ROISÉ-PRUDENT</w:t>
      </w:r>
      <w:r w:rsidRPr="000A30E8">
        <w:rPr>
          <w:szCs w:val="32"/>
        </w:rPr>
        <w:t>. — Nous revenons de Palestine. (</w:t>
      </w:r>
      <w:r w:rsidRPr="000A30E8">
        <w:rPr>
          <w:i/>
          <w:iCs/>
          <w:szCs w:val="32"/>
        </w:rPr>
        <w:t>Apercevant son château</w:t>
      </w:r>
      <w:r w:rsidRPr="000A30E8">
        <w:rPr>
          <w:szCs w:val="32"/>
        </w:rPr>
        <w:t>.) Mais, voici mon château, si je ne me trompe ? Remettons d’abord les portes pour pouvoir ouvrir et entrer. (</w:t>
      </w:r>
      <w:r w:rsidRPr="000A30E8">
        <w:rPr>
          <w:i/>
          <w:iCs/>
          <w:szCs w:val="32"/>
        </w:rPr>
        <w:t>Il remet les portes, ouvre et entre, suivi du Jeune et Beau Dunois.</w:t>
      </w:r>
      <w:r w:rsidRPr="000A30E8">
        <w:rPr>
          <w:szCs w:val="32"/>
        </w:rPr>
        <w:t>) Ciel ! on a dévalisé mon château pendant mon absence ! Les voleurs ont tout enlevé !</w:t>
      </w:r>
    </w:p>
    <w:p w14:paraId="7EA53C90"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xml:space="preserve">, </w:t>
      </w:r>
      <w:r w:rsidRPr="000A30E8">
        <w:rPr>
          <w:i/>
          <w:iCs/>
        </w:rPr>
        <w:t>intrigué</w:t>
      </w:r>
      <w:r w:rsidRPr="000A30E8">
        <w:t>. — Comment ont-ils pu pénétrer céans ?</w:t>
      </w:r>
    </w:p>
    <w:p w14:paraId="24116E3B" w14:textId="77777777" w:rsidR="00285C2D" w:rsidRPr="000A30E8" w:rsidRDefault="00285C2D" w:rsidP="00285C2D">
      <w:r w:rsidRPr="000A30E8">
        <w:lastRenderedPageBreak/>
        <w:t>L</w:t>
      </w:r>
      <w:r w:rsidRPr="000A30E8">
        <w:rPr>
          <w:rStyle w:val="Taille-1Caracteres"/>
        </w:rPr>
        <w:t>E</w:t>
      </w:r>
      <w:r w:rsidRPr="000A30E8">
        <w:t xml:space="preserve"> C</w:t>
      </w:r>
      <w:r w:rsidRPr="000A30E8">
        <w:rPr>
          <w:rStyle w:val="Taille-1Caracteres"/>
        </w:rPr>
        <w:t>ROISÉ-PRUDENT</w:t>
      </w:r>
      <w:r w:rsidRPr="000A30E8">
        <w:t>. — Je me le demande. Ce n’est pas en fracturant les portes, puisque je les ai emportées avec moi en Palestine.</w:t>
      </w:r>
    </w:p>
    <w:p w14:paraId="4BBE821C"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 Ces voleurs modernes sont véritablement ingénieux. Mais, j’y pense ! Ils ont dû passer par la fenêtre.</w:t>
      </w:r>
    </w:p>
    <w:p w14:paraId="66923A3F"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C’est juste. J’aurais dû prévoir. Mais qu’avez-vous, Jeune et Beau Dunois ? Vous pâlissez à vue d’œil. Seriez-vous malade ?</w:t>
      </w:r>
    </w:p>
    <w:p w14:paraId="12D16712"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UNOIS</w:t>
      </w:r>
      <w:r w:rsidRPr="000A30E8">
        <w:t>. — Permettez que je me retire dans mon château. Je vais m’aliter.</w:t>
      </w:r>
    </w:p>
    <w:p w14:paraId="066BCB66"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ROISÉ-PRUDENT</w:t>
      </w:r>
      <w:r w:rsidRPr="000A30E8">
        <w:t>. — Vous aliter ?</w:t>
      </w:r>
    </w:p>
    <w:p w14:paraId="7066C1D2"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EUNE ET</w:t>
      </w:r>
      <w:r w:rsidRPr="000A30E8">
        <w:t xml:space="preserve"> B</w:t>
      </w:r>
      <w:r w:rsidRPr="000A30E8">
        <w:rPr>
          <w:rStyle w:val="Taille-1Caracteres"/>
        </w:rPr>
        <w:t>EAU</w:t>
      </w:r>
      <w:r w:rsidRPr="000A30E8">
        <w:t xml:space="preserve"> D</w:t>
      </w:r>
      <w:r w:rsidRPr="000A30E8">
        <w:rPr>
          <w:rStyle w:val="Taille-1Caracteres"/>
        </w:rPr>
        <w:t>UNOI</w:t>
      </w:r>
      <w:r w:rsidRPr="00C47A66">
        <w:rPr>
          <w:rStyle w:val="Taille-1Caracteres"/>
        </w:rPr>
        <w:t>S</w:t>
      </w:r>
      <w:r w:rsidRPr="000A30E8">
        <w:t>. — Oui. J’ai sûrement attrapé un chaud et froid dans le désert brûlant avec vos satanés courants d’air !</w:t>
      </w:r>
    </w:p>
    <w:p w14:paraId="31269737" w14:textId="77777777" w:rsidR="00285C2D" w:rsidRPr="000A30E8" w:rsidRDefault="00285C2D" w:rsidP="00285C2D">
      <w:pPr>
        <w:pStyle w:val="Centr"/>
      </w:pPr>
      <w:r w:rsidRPr="000A30E8">
        <w:t>RIDEAU</w:t>
      </w:r>
    </w:p>
    <w:p w14:paraId="3083F19F" w14:textId="77777777" w:rsidR="00285C2D" w:rsidRPr="000A30E8" w:rsidRDefault="00285C2D" w:rsidP="00285C2D">
      <w:pPr>
        <w:pStyle w:val="Titre2"/>
      </w:pPr>
      <w:bookmarkStart w:id="98" w:name="_Toc196330278"/>
      <w:r w:rsidRPr="000A30E8">
        <w:lastRenderedPageBreak/>
        <w:t>L’HOMME AU MASQUE DE FER</w:t>
      </w:r>
      <w:r w:rsidRPr="000A30E8">
        <w:br/>
      </w:r>
      <w:r w:rsidRPr="000A30E8">
        <w:br/>
        <w:t>Drame de la Mi-Carême.</w:t>
      </w:r>
      <w:bookmarkEnd w:id="98"/>
    </w:p>
    <w:p w14:paraId="50D93608" w14:textId="77777777" w:rsidR="00285C2D" w:rsidRPr="000A30E8" w:rsidRDefault="00285C2D" w:rsidP="00285C2D">
      <w:pPr>
        <w:pStyle w:val="Titre3"/>
      </w:pPr>
      <w:bookmarkStart w:id="99" w:name="_Toc196330279"/>
      <w:r w:rsidRPr="000A30E8">
        <w:t>PREMIER ACTE</w:t>
      </w:r>
      <w:r w:rsidRPr="000A30E8">
        <w:br/>
      </w:r>
      <w:r w:rsidRPr="000A30E8">
        <w:br/>
        <w:t>Gouverneur et prisonnier.</w:t>
      </w:r>
      <w:bookmarkEnd w:id="99"/>
    </w:p>
    <w:p w14:paraId="37FA9F82" w14:textId="77777777" w:rsidR="00285C2D" w:rsidRPr="000A30E8" w:rsidRDefault="00285C2D" w:rsidP="00285C2D">
      <w:pPr>
        <w:pStyle w:val="Centr"/>
        <w:rPr>
          <w:rStyle w:val="Taille-1Caracteres"/>
        </w:rPr>
      </w:pPr>
      <w:r w:rsidRPr="000A30E8">
        <w:rPr>
          <w:rStyle w:val="Taille-1Caracteres"/>
        </w:rPr>
        <w:t>La scène représente un cachot de la Bastille.</w:t>
      </w:r>
    </w:p>
    <w:p w14:paraId="24C60676" w14:textId="77777777" w:rsidR="00285C2D" w:rsidRPr="000A30E8" w:rsidRDefault="00285C2D" w:rsidP="00285C2D">
      <w:r w:rsidRPr="000A30E8">
        <w:rPr>
          <w:szCs w:val="32"/>
        </w:rPr>
        <w:t>L’H</w:t>
      </w:r>
      <w:r w:rsidRPr="000A30E8">
        <w:rPr>
          <w:rStyle w:val="Taille-1Caracteres"/>
        </w:rPr>
        <w:t>OMME AU MASQUE DE FER</w:t>
      </w:r>
      <w:r w:rsidRPr="000A30E8">
        <w:rPr>
          <w:szCs w:val="32"/>
        </w:rPr>
        <w:t>. — À cause de la ressemblance de ma démarche avec la sienne, le roi Louis XIV m’a fait river un masque de fer et jeter à la Bastille pour que l’on ne me confonde pas avec lui. Inutile d’ajouter que je ne cherche qu’une occasion pour m’évader.</w:t>
      </w:r>
    </w:p>
    <w:p w14:paraId="5BF2943D"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OUVERNEUR DE LA</w:t>
      </w:r>
      <w:r w:rsidRPr="000A30E8">
        <w:t xml:space="preserve"> B</w:t>
      </w:r>
      <w:r w:rsidRPr="000A30E8">
        <w:rPr>
          <w:rStyle w:val="Taille-1Caracteres"/>
        </w:rPr>
        <w:t>ASTILLE</w:t>
      </w:r>
      <w:r w:rsidRPr="000A30E8">
        <w:t>. — J’apprends, monsieur, que vous avez essayé d’acheter votre geôlier pour qu’il favorise vos plans d’évasion. Afin d’éviter que cela se renouvelle, à partir d’aujourd’hui vous aurez un geôlier manchot.</w:t>
      </w:r>
    </w:p>
    <w:p w14:paraId="042DCAEB" w14:textId="77777777" w:rsidR="00285C2D" w:rsidRPr="000A30E8" w:rsidRDefault="00285C2D" w:rsidP="00285C2D">
      <w:r w:rsidRPr="000A30E8">
        <w:t>L’H</w:t>
      </w:r>
      <w:r w:rsidRPr="000A30E8">
        <w:rPr>
          <w:rStyle w:val="Taille-1Caracteres"/>
        </w:rPr>
        <w:t>OMME AU MASQUE DE FER</w:t>
      </w:r>
      <w:r w:rsidRPr="000A30E8">
        <w:t>. — Un geôlier manchot ?</w:t>
      </w:r>
    </w:p>
    <w:p w14:paraId="6BCE5C48"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OUVERNEUR DE LA</w:t>
      </w:r>
      <w:r w:rsidRPr="000A30E8">
        <w:t xml:space="preserve"> B</w:t>
      </w:r>
      <w:r w:rsidRPr="000A30E8">
        <w:rPr>
          <w:rStyle w:val="Taille-1Caracteres"/>
        </w:rPr>
        <w:t>ASTILLE</w:t>
      </w:r>
      <w:r w:rsidRPr="000A30E8">
        <w:t>. — Oui. De cette façon, il ne pourra prêter la main à vos projets d’évasion. (</w:t>
      </w:r>
      <w:r w:rsidRPr="000A30E8">
        <w:rPr>
          <w:i/>
          <w:iCs/>
        </w:rPr>
        <w:t>Il sort</w:t>
      </w:r>
      <w:r w:rsidRPr="000A30E8">
        <w:t>.)</w:t>
      </w:r>
    </w:p>
    <w:p w14:paraId="66B717DC" w14:textId="77777777" w:rsidR="00285C2D" w:rsidRPr="000A30E8" w:rsidRDefault="00285C2D" w:rsidP="00285C2D">
      <w:pPr>
        <w:pStyle w:val="Titre3"/>
      </w:pPr>
      <w:bookmarkStart w:id="100" w:name="_Toc196330280"/>
      <w:r w:rsidRPr="000A30E8">
        <w:lastRenderedPageBreak/>
        <w:t>DEUXIÈME ACTE</w:t>
      </w:r>
      <w:r w:rsidRPr="000A30E8">
        <w:br/>
      </w:r>
      <w:r w:rsidRPr="000A30E8">
        <w:br/>
        <w:t>Préparatifs d’évasion.</w:t>
      </w:r>
      <w:bookmarkEnd w:id="100"/>
    </w:p>
    <w:p w14:paraId="191B4DBB" w14:textId="77777777" w:rsidR="00285C2D" w:rsidRPr="000A30E8" w:rsidRDefault="00285C2D" w:rsidP="00285C2D">
      <w:pPr>
        <w:pStyle w:val="Centr"/>
        <w:rPr>
          <w:rStyle w:val="Taille-1Caracteres"/>
        </w:rPr>
      </w:pPr>
      <w:r w:rsidRPr="000A30E8">
        <w:rPr>
          <w:rStyle w:val="Taille-1Caracteres"/>
        </w:rPr>
        <w:t>Même décor, le lendemain.</w:t>
      </w:r>
    </w:p>
    <w:p w14:paraId="4781CD9C" w14:textId="77777777" w:rsidR="00285C2D" w:rsidRPr="000A30E8" w:rsidRDefault="00285C2D" w:rsidP="00285C2D">
      <w:r w:rsidRPr="000A30E8">
        <w:rPr>
          <w:szCs w:val="32"/>
        </w:rPr>
        <w:t>L’H</w:t>
      </w:r>
      <w:r w:rsidRPr="000A30E8">
        <w:rPr>
          <w:rStyle w:val="Taille-1Caracteres"/>
        </w:rPr>
        <w:t>OMME AU MASQUE DE FER</w:t>
      </w:r>
      <w:r w:rsidRPr="000A30E8">
        <w:rPr>
          <w:szCs w:val="32"/>
        </w:rPr>
        <w:t>. — Grâce à mon geôlier manchot qui ne peut fermer les portes, j’ai réussi, ce matin, à sortir de la Bastille, pour acheter une lime. J’ai pu regagner ensuite mon cachot sans être aperçu. Mon plan d’évasion est complètement terminé. Je quitterai mon cachot dans un mois, c’est-à-dire le jour de la mi-carême. C’est le seul jour où je puisse passer inaperçu avec mon masque de fer.</w:t>
      </w:r>
    </w:p>
    <w:p w14:paraId="59B9A8DF"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OUVERNEUR DE LA</w:t>
      </w:r>
      <w:r w:rsidRPr="000A30E8">
        <w:t xml:space="preserve"> B</w:t>
      </w:r>
      <w:r w:rsidRPr="000A30E8">
        <w:rPr>
          <w:rStyle w:val="Taille-1Caracteres"/>
        </w:rPr>
        <w:t>ASTILLE</w:t>
      </w:r>
      <w:r w:rsidRPr="000A30E8">
        <w:t xml:space="preserve">, </w:t>
      </w:r>
      <w:r w:rsidRPr="000A30E8">
        <w:rPr>
          <w:i/>
          <w:iCs/>
        </w:rPr>
        <w:t>entrant</w:t>
      </w:r>
      <w:r w:rsidRPr="000A30E8">
        <w:t>. — Monsieur, votre geôlier manchot vient de me remettre une lettre dans laquelle vous me demandez l’autorisation de jouer du trombone à coulisse dans votre cachot.</w:t>
      </w:r>
    </w:p>
    <w:p w14:paraId="42904CA0" w14:textId="77777777" w:rsidR="00285C2D" w:rsidRPr="000A30E8" w:rsidRDefault="00285C2D" w:rsidP="00285C2D">
      <w:r w:rsidRPr="000A30E8">
        <w:t>L’H</w:t>
      </w:r>
      <w:r w:rsidRPr="000A30E8">
        <w:rPr>
          <w:rStyle w:val="Taille-1Caracteres"/>
        </w:rPr>
        <w:t>OMME AU MASQUE DE FER</w:t>
      </w:r>
      <w:r w:rsidRPr="000A30E8">
        <w:t>. — Oui. Cela me distrairait.</w:t>
      </w:r>
    </w:p>
    <w:p w14:paraId="34D87942"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OUVERNEUR DE LA</w:t>
      </w:r>
      <w:r w:rsidRPr="000A30E8">
        <w:t xml:space="preserve"> B</w:t>
      </w:r>
      <w:r w:rsidRPr="000A30E8">
        <w:rPr>
          <w:rStyle w:val="Taille-1Caracteres"/>
        </w:rPr>
        <w:t>ASTILLE</w:t>
      </w:r>
      <w:r w:rsidRPr="000A30E8">
        <w:t>. — Je vous accorde la permission de jouer du trombone à coulisse ; mais, deux heures par jour seulement pour ne pas incommoder les autres prisonniers.</w:t>
      </w:r>
    </w:p>
    <w:p w14:paraId="6FB0985D" w14:textId="77777777" w:rsidR="00285C2D" w:rsidRPr="000A30E8" w:rsidRDefault="00285C2D" w:rsidP="00285C2D">
      <w:r w:rsidRPr="000A30E8">
        <w:t>L’H</w:t>
      </w:r>
      <w:r w:rsidRPr="000A30E8">
        <w:rPr>
          <w:rStyle w:val="Taille-1Caracteres"/>
        </w:rPr>
        <w:t>OMME AU MASQUE DE FER</w:t>
      </w:r>
      <w:r w:rsidRPr="000A30E8">
        <w:t>. — Votre amabilité m’encourage à solliciter de vous une autre faveur.</w:t>
      </w:r>
    </w:p>
    <w:p w14:paraId="64D21B3F"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OUVERNEUR DE LA</w:t>
      </w:r>
      <w:r w:rsidRPr="000A30E8">
        <w:t xml:space="preserve"> B</w:t>
      </w:r>
      <w:r w:rsidRPr="000A30E8">
        <w:rPr>
          <w:rStyle w:val="Taille-1Caracteres"/>
        </w:rPr>
        <w:t>ASTILLE</w:t>
      </w:r>
      <w:r w:rsidRPr="000A30E8">
        <w:t>. — Parlez.</w:t>
      </w:r>
    </w:p>
    <w:p w14:paraId="6B6C3CA4" w14:textId="77777777" w:rsidR="00285C2D" w:rsidRPr="000A30E8" w:rsidRDefault="00285C2D" w:rsidP="00285C2D">
      <w:r w:rsidRPr="000A30E8">
        <w:t>L’H</w:t>
      </w:r>
      <w:r w:rsidRPr="000A30E8">
        <w:rPr>
          <w:rStyle w:val="Taille-1Caracteres"/>
        </w:rPr>
        <w:t>OMME AU MASQUE DE FER</w:t>
      </w:r>
      <w:r w:rsidRPr="000A30E8">
        <w:t>. — Je désirerais avoir dans mon cachot un filet à papillons.</w:t>
      </w:r>
    </w:p>
    <w:p w14:paraId="325F49FA" w14:textId="77777777" w:rsidR="00285C2D" w:rsidRPr="000A30E8" w:rsidRDefault="00285C2D" w:rsidP="00285C2D">
      <w:r w:rsidRPr="000A30E8">
        <w:lastRenderedPageBreak/>
        <w:t>L</w:t>
      </w:r>
      <w:r w:rsidRPr="000A30E8">
        <w:rPr>
          <w:rStyle w:val="Taille-1Caracteres"/>
        </w:rPr>
        <w:t>E</w:t>
      </w:r>
      <w:r w:rsidRPr="000A30E8">
        <w:t xml:space="preserve"> G</w:t>
      </w:r>
      <w:r w:rsidRPr="000A30E8">
        <w:rPr>
          <w:rStyle w:val="Taille-1Caracteres"/>
        </w:rPr>
        <w:t>OUVERNEUR DE LA</w:t>
      </w:r>
      <w:r w:rsidRPr="000A30E8">
        <w:t xml:space="preserve"> B</w:t>
      </w:r>
      <w:r w:rsidRPr="000A30E8">
        <w:rPr>
          <w:rStyle w:val="Taille-1Caracteres"/>
        </w:rPr>
        <w:t>ASTILLE</w:t>
      </w:r>
      <w:r w:rsidRPr="000A30E8">
        <w:t>. — Un filet à papillons ?</w:t>
      </w:r>
    </w:p>
    <w:p w14:paraId="0CA5D2F7" w14:textId="77777777" w:rsidR="00285C2D" w:rsidRPr="000A30E8" w:rsidRDefault="00285C2D" w:rsidP="00285C2D">
      <w:r w:rsidRPr="000A30E8">
        <w:t>L’H</w:t>
      </w:r>
      <w:r w:rsidRPr="000A30E8">
        <w:rPr>
          <w:rStyle w:val="Taille-1Caracteres"/>
        </w:rPr>
        <w:t>OMME AU MASQUE DE FER</w:t>
      </w:r>
      <w:r w:rsidRPr="000A30E8">
        <w:t>. — Oui. Je m’ennuie terriblement. Ce filet me servira à chasser de mon esprit les papillons noirs.</w:t>
      </w:r>
    </w:p>
    <w:p w14:paraId="509B0AB9"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OUVERNEUR DE LA</w:t>
      </w:r>
      <w:r w:rsidRPr="000A30E8">
        <w:t xml:space="preserve"> B</w:t>
      </w:r>
      <w:r w:rsidRPr="000A30E8">
        <w:rPr>
          <w:rStyle w:val="Taille-1Caracteres"/>
        </w:rPr>
        <w:t>ASTILLE</w:t>
      </w:r>
      <w:r w:rsidRPr="000A30E8">
        <w:t>. — Accordé. Le geôlier manchot vous portera tout à l’heure entre ses dents le filet à papillons et le trombone à coulisse. (</w:t>
      </w:r>
      <w:r w:rsidRPr="000A30E8">
        <w:rPr>
          <w:i/>
          <w:iCs/>
        </w:rPr>
        <w:t>Il sort</w:t>
      </w:r>
      <w:r w:rsidRPr="000A30E8">
        <w:t>.)</w:t>
      </w:r>
    </w:p>
    <w:p w14:paraId="66F72F80" w14:textId="77777777" w:rsidR="00285C2D" w:rsidRPr="000A30E8" w:rsidRDefault="00285C2D" w:rsidP="00285C2D">
      <w:r w:rsidRPr="000A30E8">
        <w:t>L’H</w:t>
      </w:r>
      <w:r w:rsidRPr="000A30E8">
        <w:rPr>
          <w:rStyle w:val="Taille-1Caracteres"/>
        </w:rPr>
        <w:t>OMME AU MASQUE DE FER</w:t>
      </w:r>
      <w:r w:rsidRPr="000A30E8">
        <w:t>. — Une lime, un trombone à coulisse et un filet à papillons, c’est tout ce qu’il me faut pour quitter la Bastille, le jour de la mi-carême.</w:t>
      </w:r>
    </w:p>
    <w:p w14:paraId="33E6289A" w14:textId="77777777" w:rsidR="00285C2D" w:rsidRPr="000A30E8" w:rsidRDefault="00285C2D" w:rsidP="00285C2D">
      <w:pPr>
        <w:pStyle w:val="Titre3"/>
      </w:pPr>
      <w:bookmarkStart w:id="101" w:name="_Toc196330281"/>
      <w:r w:rsidRPr="000A30E8">
        <w:t>TROISIÈME ACTE</w:t>
      </w:r>
      <w:r w:rsidRPr="000A30E8">
        <w:br/>
      </w:r>
      <w:r w:rsidRPr="000A30E8">
        <w:br/>
        <w:t>Musique de cachot.</w:t>
      </w:r>
      <w:bookmarkEnd w:id="101"/>
    </w:p>
    <w:p w14:paraId="1FB07364" w14:textId="77777777" w:rsidR="00285C2D" w:rsidRPr="000A30E8" w:rsidRDefault="00285C2D" w:rsidP="00285C2D">
      <w:pPr>
        <w:pStyle w:val="Centr"/>
        <w:rPr>
          <w:rStyle w:val="Taille-1Caracteres"/>
        </w:rPr>
      </w:pPr>
      <w:r w:rsidRPr="000A30E8">
        <w:rPr>
          <w:rStyle w:val="Taille-1Caracteres"/>
        </w:rPr>
        <w:t>Même décor.</w:t>
      </w:r>
    </w:p>
    <w:p w14:paraId="4F4775D4" w14:textId="77777777" w:rsidR="00285C2D" w:rsidRPr="000A30E8" w:rsidRDefault="00285C2D" w:rsidP="00285C2D">
      <w:r w:rsidRPr="000A30E8">
        <w:rPr>
          <w:szCs w:val="32"/>
        </w:rPr>
        <w:t>L’H</w:t>
      </w:r>
      <w:r w:rsidRPr="000A30E8">
        <w:rPr>
          <w:rStyle w:val="Taille-1Caracteres"/>
        </w:rPr>
        <w:t>OMME AU MASQUE DE FER</w:t>
      </w:r>
      <w:r w:rsidRPr="000A30E8">
        <w:rPr>
          <w:szCs w:val="32"/>
        </w:rPr>
        <w:t>. — Le geôlier manchot vient de m’apporter le trombone à coulisse et le filet à papillons. À l’œuvre ! (</w:t>
      </w:r>
      <w:r w:rsidRPr="000A30E8">
        <w:rPr>
          <w:i/>
          <w:iCs/>
          <w:szCs w:val="32"/>
        </w:rPr>
        <w:t>Il attache sa lime à la coulisse du trombone et place celle-ci contre l’un des barreaux de la fenêtre. Il joue ensuite un air entraînant en imprimant à la coulisse du trombone le mouvement de va-et-vient qui caractérise cet instrument. Le trombone-lime entame le fer</w:t>
      </w:r>
      <w:r w:rsidRPr="000A30E8">
        <w:rPr>
          <w:szCs w:val="32"/>
        </w:rPr>
        <w:t>.) La musique du trombone empêche d’entendre le grincement de la lime. Le geôlier manchot ne se doutera de rien. C’est merveilleux ! En jouant du trombone deux heures par jour, les barreaux de ma prison seront sciés pour la mi-carême. Mais ne perdons pas de temps. (</w:t>
      </w:r>
      <w:r w:rsidRPr="000A30E8">
        <w:rPr>
          <w:i/>
          <w:iCs/>
          <w:szCs w:val="32"/>
        </w:rPr>
        <w:t>Il continue à jouer du trombone-lime</w:t>
      </w:r>
      <w:r w:rsidRPr="000A30E8">
        <w:rPr>
          <w:szCs w:val="32"/>
        </w:rPr>
        <w:t>.)</w:t>
      </w:r>
    </w:p>
    <w:p w14:paraId="03803031" w14:textId="77777777" w:rsidR="00285C2D" w:rsidRPr="000A30E8" w:rsidRDefault="00285C2D" w:rsidP="00285C2D">
      <w:pPr>
        <w:pStyle w:val="Titre3"/>
      </w:pPr>
      <w:bookmarkStart w:id="102" w:name="_Toc196330282"/>
      <w:r w:rsidRPr="000A30E8">
        <w:lastRenderedPageBreak/>
        <w:t>QUATRIÈME ACTE</w:t>
      </w:r>
      <w:r w:rsidRPr="000A30E8">
        <w:br/>
      </w:r>
      <w:r w:rsidRPr="000A30E8">
        <w:br/>
        <w:t>L’évasion.</w:t>
      </w:r>
      <w:bookmarkEnd w:id="102"/>
    </w:p>
    <w:p w14:paraId="67C58A09" w14:textId="77777777" w:rsidR="00285C2D" w:rsidRPr="000A30E8" w:rsidRDefault="00285C2D" w:rsidP="00285C2D">
      <w:pPr>
        <w:pStyle w:val="Centr"/>
        <w:rPr>
          <w:rStyle w:val="Taille-1Caracteres"/>
        </w:rPr>
      </w:pPr>
      <w:r w:rsidRPr="000A30E8">
        <w:rPr>
          <w:rStyle w:val="Taille-1Caracteres"/>
        </w:rPr>
        <w:t>Même décor.</w:t>
      </w:r>
    </w:p>
    <w:p w14:paraId="204D6AFD" w14:textId="77777777" w:rsidR="00285C2D" w:rsidRPr="000A30E8" w:rsidRDefault="00285C2D" w:rsidP="00285C2D">
      <w:r w:rsidRPr="000A30E8">
        <w:rPr>
          <w:szCs w:val="32"/>
        </w:rPr>
        <w:t>L’H</w:t>
      </w:r>
      <w:r w:rsidRPr="000A30E8">
        <w:rPr>
          <w:rStyle w:val="Taille-1Caracteres"/>
        </w:rPr>
        <w:t>OMME AU MASQUE DE FER</w:t>
      </w:r>
      <w:r w:rsidRPr="000A30E8">
        <w:rPr>
          <w:szCs w:val="32"/>
        </w:rPr>
        <w:t>. — Salut ! jour de délivrance ! Salut ! mi-carême ! Voilà trente jours que je lime les barreaux de mon cachot avec mon trombone à coulisse. Aujourd’hui, la besogne est terminée. Je peux m’évader. Mon cachot est situé à soixante-dix pieds au-dessus du sol. Mais j’ai tout prévu : grâce à mon filet à papillons, je peux sauter sans risque dans le vide. (</w:t>
      </w:r>
      <w:r w:rsidRPr="000A30E8">
        <w:rPr>
          <w:i/>
          <w:iCs/>
          <w:szCs w:val="32"/>
        </w:rPr>
        <w:t>Il saute en tenant le filet à papillons dans la main droite. Arrivé à deux mètres du sol, il place le filet sous lui et tombe dedans</w:t>
      </w:r>
      <w:r w:rsidRPr="000A30E8">
        <w:rPr>
          <w:szCs w:val="32"/>
        </w:rPr>
        <w:t>.) Je viens d’employer le procédé classique des acrobates qui placent un filet au-dessous d’eux pour ne pas se blesser en tombant. (</w:t>
      </w:r>
      <w:r w:rsidRPr="000A30E8">
        <w:rPr>
          <w:i/>
          <w:iCs/>
          <w:szCs w:val="32"/>
        </w:rPr>
        <w:t>Il se mêle à la foule des masques de la mi-carême et part, sans être remarqué, dans une direction inconnue</w:t>
      </w:r>
      <w:r w:rsidRPr="000A30E8">
        <w:rPr>
          <w:szCs w:val="32"/>
        </w:rPr>
        <w:t>.)</w:t>
      </w:r>
    </w:p>
    <w:p w14:paraId="550E3F14" w14:textId="77777777" w:rsidR="00285C2D" w:rsidRPr="000A30E8" w:rsidRDefault="00285C2D" w:rsidP="00285C2D">
      <w:pPr>
        <w:pStyle w:val="Centr"/>
      </w:pPr>
      <w:r w:rsidRPr="000A30E8">
        <w:t>RIDEAU</w:t>
      </w:r>
    </w:p>
    <w:p w14:paraId="1E96D3EF" w14:textId="77777777" w:rsidR="00285C2D" w:rsidRPr="000A30E8" w:rsidRDefault="00285C2D" w:rsidP="00285C2D">
      <w:pPr>
        <w:pStyle w:val="Titre2"/>
      </w:pPr>
      <w:bookmarkStart w:id="103" w:name="_Toc196330283"/>
      <w:r w:rsidRPr="000A30E8">
        <w:lastRenderedPageBreak/>
        <w:t>LES DRAMES DU PALAIS BORGIA</w:t>
      </w:r>
      <w:bookmarkEnd w:id="103"/>
    </w:p>
    <w:p w14:paraId="1B4D405B" w14:textId="77777777" w:rsidR="00285C2D" w:rsidRPr="000A30E8" w:rsidRDefault="00285C2D" w:rsidP="00285C2D">
      <w:pPr>
        <w:pStyle w:val="Titre3"/>
      </w:pPr>
      <w:bookmarkStart w:id="104" w:name="_Toc196330284"/>
      <w:r w:rsidRPr="000A30E8">
        <w:t>PREMIER ACTE</w:t>
      </w:r>
      <w:r w:rsidRPr="000A30E8">
        <w:br/>
      </w:r>
      <w:r w:rsidRPr="000A30E8">
        <w:br/>
        <w:t>Lucrèce Borgia.</w:t>
      </w:r>
      <w:bookmarkEnd w:id="104"/>
    </w:p>
    <w:p w14:paraId="7DAAB64D" w14:textId="77777777" w:rsidR="00285C2D" w:rsidRPr="000A30E8" w:rsidRDefault="00285C2D" w:rsidP="00285C2D">
      <w:pPr>
        <w:pStyle w:val="Centr"/>
        <w:rPr>
          <w:rStyle w:val="Taille-1Caracteres"/>
        </w:rPr>
      </w:pPr>
      <w:r w:rsidRPr="000A30E8">
        <w:rPr>
          <w:rStyle w:val="Taille-1Caracteres"/>
        </w:rPr>
        <w:t>La scène représente une salle du palais Borgia.</w:t>
      </w:r>
    </w:p>
    <w:p w14:paraId="1920A09C" w14:textId="77777777" w:rsidR="00285C2D" w:rsidRPr="000A30E8" w:rsidRDefault="00285C2D" w:rsidP="00285C2D">
      <w:r w:rsidRPr="000A30E8">
        <w:rPr>
          <w:szCs w:val="32"/>
        </w:rPr>
        <w:t>L</w:t>
      </w:r>
      <w:r w:rsidRPr="000A30E8">
        <w:rPr>
          <w:rStyle w:val="Taille-1Caracteres"/>
        </w:rPr>
        <w:t>A SINISTRE</w:t>
      </w:r>
      <w:r w:rsidRPr="000A30E8">
        <w:rPr>
          <w:szCs w:val="32"/>
        </w:rPr>
        <w:t xml:space="preserve"> C</w:t>
      </w:r>
      <w:r w:rsidRPr="000A30E8">
        <w:rPr>
          <w:rStyle w:val="Taille-1Caracteres"/>
        </w:rPr>
        <w:t>ONFIDENTE</w:t>
      </w:r>
      <w:r w:rsidRPr="000A30E8">
        <w:rPr>
          <w:szCs w:val="32"/>
        </w:rPr>
        <w:t>. — C’est donc vrai, chère Lucrèce, le chaste gentilhomme refuse votre amour ?</w:t>
      </w:r>
    </w:p>
    <w:p w14:paraId="13BE453C" w14:textId="77777777" w:rsidR="00285C2D" w:rsidRPr="000A30E8" w:rsidRDefault="00285C2D" w:rsidP="00285C2D">
      <w:r w:rsidRPr="000A30E8">
        <w:t>L</w:t>
      </w:r>
      <w:r w:rsidRPr="000A30E8">
        <w:rPr>
          <w:rStyle w:val="Taille-1Caracteres"/>
        </w:rPr>
        <w:t>UCRÈCE</w:t>
      </w:r>
      <w:r w:rsidRPr="000A30E8">
        <w:t xml:space="preserve"> B</w:t>
      </w:r>
      <w:r w:rsidRPr="000A30E8">
        <w:rPr>
          <w:rStyle w:val="Taille-1Caracteres"/>
        </w:rPr>
        <w:t>ORGIA</w:t>
      </w:r>
      <w:r w:rsidRPr="000A30E8">
        <w:t>. — Oui. Rien n’y fait. Ni supplications ni menaces. (</w:t>
      </w:r>
      <w:r w:rsidRPr="000A30E8">
        <w:rPr>
          <w:i/>
          <w:iCs/>
        </w:rPr>
        <w:t>Grinçant des dents</w:t>
      </w:r>
      <w:r w:rsidRPr="000A30E8">
        <w:t>.) Le chaste gentilhomme veut rester fidèle à sa fiancée, la pure et divine Lorenza. Mais le voici qui vient. Je vais essayer une suprême tentative de séduction. S’il refuse encore mon amour, ah ! par la sainte Madone ! malheur à lui !</w:t>
      </w:r>
    </w:p>
    <w:p w14:paraId="0572C9FE" w14:textId="77777777" w:rsidR="00285C2D" w:rsidRPr="000A30E8" w:rsidRDefault="00285C2D" w:rsidP="00285C2D">
      <w:r w:rsidRPr="000A30E8">
        <w:t>L</w:t>
      </w:r>
      <w:r w:rsidRPr="000A30E8">
        <w:rPr>
          <w:rStyle w:val="Taille-1Caracteres"/>
        </w:rPr>
        <w:t>E CHASTE</w:t>
      </w:r>
      <w:r w:rsidRPr="000A30E8">
        <w:t xml:space="preserve"> G</w:t>
      </w:r>
      <w:r w:rsidRPr="000A30E8">
        <w:rPr>
          <w:rStyle w:val="Taille-1Caracteres"/>
        </w:rPr>
        <w:t>ENTILHOMME</w:t>
      </w:r>
      <w:r w:rsidRPr="000A30E8">
        <w:t xml:space="preserve">, </w:t>
      </w:r>
      <w:r w:rsidRPr="000A30E8">
        <w:rPr>
          <w:i/>
          <w:iCs/>
        </w:rPr>
        <w:t>s’inclinant</w:t>
      </w:r>
      <w:r w:rsidRPr="000A30E8">
        <w:t>. — Vous m’avez mandé près de vous, madame ?</w:t>
      </w:r>
    </w:p>
    <w:p w14:paraId="1FBBDBC9" w14:textId="77777777" w:rsidR="00285C2D" w:rsidRPr="000A30E8" w:rsidRDefault="00285C2D" w:rsidP="00285C2D">
      <w:r w:rsidRPr="000A30E8">
        <w:t>L</w:t>
      </w:r>
      <w:r w:rsidRPr="000A30E8">
        <w:rPr>
          <w:rStyle w:val="Taille-1Caracteres"/>
        </w:rPr>
        <w:t>UCRÈCE</w:t>
      </w:r>
      <w:r w:rsidRPr="000A30E8">
        <w:t xml:space="preserve"> B</w:t>
      </w:r>
      <w:r w:rsidRPr="000A30E8">
        <w:rPr>
          <w:rStyle w:val="Taille-1Caracteres"/>
        </w:rPr>
        <w:t>ORGIA</w:t>
      </w:r>
      <w:r w:rsidRPr="000A30E8">
        <w:t>. — Oui. (</w:t>
      </w:r>
      <w:r w:rsidRPr="000A30E8">
        <w:rPr>
          <w:i/>
          <w:iCs/>
        </w:rPr>
        <w:t>Elle le fixe avec des yeux brillants de passion contenue</w:t>
      </w:r>
      <w:r w:rsidRPr="000A30E8">
        <w:t>.)</w:t>
      </w:r>
    </w:p>
    <w:p w14:paraId="04EB5E94" w14:textId="77777777" w:rsidR="00285C2D" w:rsidRPr="000A30E8" w:rsidRDefault="00285C2D" w:rsidP="00285C2D">
      <w:r w:rsidRPr="000A30E8">
        <w:t>L</w:t>
      </w:r>
      <w:r w:rsidRPr="000A30E8">
        <w:rPr>
          <w:rStyle w:val="Taille-1Caracteres"/>
        </w:rPr>
        <w:t>E CHASTE</w:t>
      </w:r>
      <w:r w:rsidRPr="000A30E8">
        <w:t xml:space="preserve"> G</w:t>
      </w:r>
      <w:r w:rsidRPr="000A30E8">
        <w:rPr>
          <w:rStyle w:val="Taille-1Caracteres"/>
        </w:rPr>
        <w:t>ENTILHOMME</w:t>
      </w:r>
      <w:r w:rsidRPr="000A30E8">
        <w:t>. — Ah ! je vous en supplie, madame, ne me regardez pas ainsi. Il est de telles œillades qu’un chaste gentilhomme ne peut supporter sans rougir !</w:t>
      </w:r>
    </w:p>
    <w:p w14:paraId="5497FBDA" w14:textId="77777777" w:rsidR="00285C2D" w:rsidRPr="000A30E8" w:rsidRDefault="00285C2D" w:rsidP="00285C2D">
      <w:r w:rsidRPr="000A30E8">
        <w:t>L</w:t>
      </w:r>
      <w:r w:rsidRPr="000A30E8">
        <w:rPr>
          <w:rStyle w:val="Taille-1Caracteres"/>
        </w:rPr>
        <w:t>UCRÈCE</w:t>
      </w:r>
      <w:r w:rsidRPr="000A30E8">
        <w:t xml:space="preserve"> B</w:t>
      </w:r>
      <w:r w:rsidRPr="000A30E8">
        <w:rPr>
          <w:rStyle w:val="Taille-1Caracteres"/>
        </w:rPr>
        <w:t>ORGIA</w:t>
      </w:r>
      <w:r w:rsidRPr="000A30E8">
        <w:t xml:space="preserve">, </w:t>
      </w:r>
      <w:r w:rsidRPr="000A30E8">
        <w:rPr>
          <w:i/>
          <w:iCs/>
        </w:rPr>
        <w:t>d’une voix rauque</w:t>
      </w:r>
      <w:r w:rsidRPr="000A30E8">
        <w:t xml:space="preserve">. — Enfer ! Tu me résistes encore ! Apprends donc qu’on ne dédaigne pas impunément l’amour de Lucrèce Borgia ! Holà ! mes hommes d’armes ! Que l’on s’empare sur-le-champ du chaste </w:t>
      </w:r>
      <w:r w:rsidRPr="000A30E8">
        <w:lastRenderedPageBreak/>
        <w:t>gentilhomme et qu’on l’enferme en lieu sûr. (</w:t>
      </w:r>
      <w:r w:rsidRPr="000A30E8">
        <w:rPr>
          <w:i/>
          <w:iCs/>
        </w:rPr>
        <w:t>Les gardes s’emparent du chaste gentilhomme</w:t>
      </w:r>
      <w:r w:rsidRPr="000A30E8">
        <w:t>.)</w:t>
      </w:r>
    </w:p>
    <w:p w14:paraId="65A5BADA" w14:textId="77777777" w:rsidR="00285C2D" w:rsidRPr="000A30E8" w:rsidRDefault="00285C2D" w:rsidP="00285C2D">
      <w:r w:rsidRPr="000A30E8">
        <w:t>L</w:t>
      </w:r>
      <w:r w:rsidRPr="000A30E8">
        <w:rPr>
          <w:rStyle w:val="Taille-1Caracteres"/>
        </w:rPr>
        <w:t>E CHASTE</w:t>
      </w:r>
      <w:r w:rsidRPr="000A30E8">
        <w:t xml:space="preserve"> G</w:t>
      </w:r>
      <w:r w:rsidRPr="000A30E8">
        <w:rPr>
          <w:rStyle w:val="Taille-1Caracteres"/>
        </w:rPr>
        <w:t>ENTILHOMME</w:t>
      </w:r>
      <w:r w:rsidRPr="000A30E8">
        <w:t>. — Tu peux m’emprisonner, Lucrèce, tu n’auras pas mon amour ! Je n’aimerai jamais que ma pure et divine Lorenza ! (</w:t>
      </w:r>
      <w:r w:rsidRPr="000A30E8">
        <w:rPr>
          <w:i/>
          <w:iCs/>
        </w:rPr>
        <w:t>On l’entraîne</w:t>
      </w:r>
      <w:r w:rsidRPr="000A30E8">
        <w:t>.)</w:t>
      </w:r>
    </w:p>
    <w:p w14:paraId="21FE232D" w14:textId="77777777" w:rsidR="00285C2D" w:rsidRPr="000A30E8" w:rsidRDefault="00285C2D" w:rsidP="00285C2D">
      <w:r w:rsidRPr="000A30E8">
        <w:t>L</w:t>
      </w:r>
      <w:r w:rsidRPr="000A30E8">
        <w:rPr>
          <w:rStyle w:val="Taille-1Caracteres"/>
        </w:rPr>
        <w:t>UCRÈCE</w:t>
      </w:r>
      <w:r w:rsidRPr="000A30E8">
        <w:t xml:space="preserve"> B</w:t>
      </w:r>
      <w:r w:rsidRPr="000A30E8">
        <w:rPr>
          <w:rStyle w:val="Taille-1Caracteres"/>
        </w:rPr>
        <w:t>ORGIA</w:t>
      </w:r>
      <w:r w:rsidRPr="000A30E8">
        <w:t>. — Oh ! rage ! Je veux me venger horriblement du mépris de cet homme. (</w:t>
      </w:r>
      <w:r w:rsidRPr="000A30E8">
        <w:rPr>
          <w:i/>
          <w:iCs/>
        </w:rPr>
        <w:t>À un capitaine</w:t>
      </w:r>
      <w:r w:rsidRPr="000A30E8">
        <w:t>.) Dès ce soir, je veux que la pure et divine Lorenza soit prisonnière au palais. (</w:t>
      </w:r>
      <w:r w:rsidRPr="000A30E8">
        <w:rPr>
          <w:i/>
          <w:iCs/>
        </w:rPr>
        <w:t>À la sinistre Confidente</w:t>
      </w:r>
      <w:r w:rsidRPr="000A30E8">
        <w:t>.) Viens, ma sinistre confidente. Suis-moi. Allons préparer ma vengeance.</w:t>
      </w:r>
    </w:p>
    <w:p w14:paraId="2D9830FE" w14:textId="77777777" w:rsidR="00285C2D" w:rsidRPr="000A30E8" w:rsidRDefault="00285C2D" w:rsidP="00285C2D">
      <w:r w:rsidRPr="000A30E8">
        <w:t>L</w:t>
      </w:r>
      <w:r w:rsidRPr="000A30E8">
        <w:rPr>
          <w:rStyle w:val="Taille-1Caracteres"/>
        </w:rPr>
        <w:t>A SINISTRE</w:t>
      </w:r>
      <w:r w:rsidRPr="000A30E8">
        <w:t xml:space="preserve"> C</w:t>
      </w:r>
      <w:r w:rsidRPr="000A30E8">
        <w:rPr>
          <w:rStyle w:val="Taille-1Caracteres"/>
        </w:rPr>
        <w:t>ONFIDENTE</w:t>
      </w:r>
      <w:r w:rsidRPr="000A30E8">
        <w:t>. — Où allons-nous ?</w:t>
      </w:r>
    </w:p>
    <w:p w14:paraId="429C4A3A" w14:textId="77777777" w:rsidR="00285C2D" w:rsidRPr="000A30E8" w:rsidRDefault="00285C2D" w:rsidP="00285C2D">
      <w:r w:rsidRPr="000A30E8">
        <w:t>L</w:t>
      </w:r>
      <w:r w:rsidRPr="000A30E8">
        <w:rPr>
          <w:rStyle w:val="Taille-1Caracteres"/>
        </w:rPr>
        <w:t>UCRÈCE</w:t>
      </w:r>
      <w:r w:rsidRPr="000A30E8">
        <w:t xml:space="preserve"> B</w:t>
      </w:r>
      <w:r w:rsidRPr="000A30E8">
        <w:rPr>
          <w:rStyle w:val="Taille-1Caracteres"/>
        </w:rPr>
        <w:t>ORGIA</w:t>
      </w:r>
      <w:r w:rsidRPr="000A30E8">
        <w:t xml:space="preserve">, </w:t>
      </w:r>
      <w:r w:rsidRPr="000A30E8">
        <w:rPr>
          <w:i/>
          <w:iCs/>
        </w:rPr>
        <w:t>d’une voix sombre</w:t>
      </w:r>
      <w:r w:rsidRPr="000A30E8">
        <w:t>. — Dans les souterrains du palais : chez Angélico l’Écorcheur ! Viens.</w:t>
      </w:r>
    </w:p>
    <w:p w14:paraId="00D877A1" w14:textId="77777777" w:rsidR="00285C2D" w:rsidRPr="000A30E8" w:rsidRDefault="00285C2D" w:rsidP="00285C2D">
      <w:pPr>
        <w:pStyle w:val="Titre3"/>
      </w:pPr>
      <w:bookmarkStart w:id="105" w:name="_Toc196330285"/>
      <w:r w:rsidRPr="000A30E8">
        <w:t>DEUXIÈME ACTE</w:t>
      </w:r>
      <w:r w:rsidRPr="000A30E8">
        <w:br/>
      </w:r>
      <w:r w:rsidRPr="000A30E8">
        <w:br/>
        <w:t>L’écorcheur.</w:t>
      </w:r>
      <w:bookmarkEnd w:id="105"/>
    </w:p>
    <w:p w14:paraId="0B7205D4" w14:textId="77777777" w:rsidR="00285C2D" w:rsidRPr="000A30E8" w:rsidRDefault="00285C2D" w:rsidP="00285C2D">
      <w:pPr>
        <w:pStyle w:val="Centr"/>
        <w:rPr>
          <w:rStyle w:val="Taille-1Caracteres"/>
        </w:rPr>
      </w:pPr>
      <w:r w:rsidRPr="000A30E8">
        <w:rPr>
          <w:rStyle w:val="Taille-1Caracteres"/>
        </w:rPr>
        <w:t>La scène représente le laboratoire de l’Écorcheur.</w:t>
      </w:r>
    </w:p>
    <w:p w14:paraId="30563B2F" w14:textId="77777777" w:rsidR="00285C2D" w:rsidRPr="000A30E8" w:rsidRDefault="00285C2D" w:rsidP="00285C2D">
      <w:r w:rsidRPr="000A30E8">
        <w:rPr>
          <w:szCs w:val="32"/>
        </w:rPr>
        <w:t>A</w:t>
      </w:r>
      <w:r w:rsidRPr="000A30E8">
        <w:rPr>
          <w:rStyle w:val="Taille-1Caracteres"/>
        </w:rPr>
        <w:t>NGÉLICO L’</w:t>
      </w:r>
      <w:r w:rsidRPr="000A30E8">
        <w:rPr>
          <w:szCs w:val="32"/>
        </w:rPr>
        <w:t>É</w:t>
      </w:r>
      <w:r w:rsidRPr="000A30E8">
        <w:rPr>
          <w:rStyle w:val="Taille-1Caracteres"/>
        </w:rPr>
        <w:t>CORCHEUR</w:t>
      </w:r>
      <w:r w:rsidRPr="000A30E8">
        <w:rPr>
          <w:szCs w:val="32"/>
        </w:rPr>
        <w:t xml:space="preserve">. — La nuit doit bientôt tomber à la surface de la terre. Ici, dans les souterrains du palais Borgia, je vis dans une nuit éternelle, une nuit de sépulcre. Ah ! la terrible et lugubre besogne que la mienne ! Âme damnée de Lucrèce Borgia, j’écorche vifs les amants qui ont cessé de lui plaire. Comme de simples lapins, je les dépouille adroitement de leur peau ! Tragique caprice de femme ! Lucrèce ne veut pas que les peaux qu’elle honora de ses baisers puissent être embrassées par d’autres femmes. De temps en temps, elle descend dans mon laboratoire et, mélancoliquement, vient </w:t>
      </w:r>
      <w:r w:rsidRPr="000A30E8">
        <w:rPr>
          <w:szCs w:val="32"/>
        </w:rPr>
        <w:lastRenderedPageBreak/>
        <w:t>contempler les peaux de ses anciens amants, admirablement conservées grâce à mes merveilleux onguents. Quant aux malheureux écorchés vifs, ils gémissent lugubrement dans les cachots du souterrain, en réclamant leur peau d’une voix plaintive. Mais j’entends des pas. Qui peut venir à cette heure ?</w:t>
      </w:r>
    </w:p>
    <w:p w14:paraId="77293CA5" w14:textId="77777777" w:rsidR="00285C2D" w:rsidRPr="000A30E8" w:rsidRDefault="00285C2D" w:rsidP="00285C2D">
      <w:r w:rsidRPr="000A30E8">
        <w:t>L</w:t>
      </w:r>
      <w:r w:rsidRPr="000A30E8">
        <w:rPr>
          <w:rStyle w:val="Taille-1Caracteres"/>
        </w:rPr>
        <w:t>UCRÈCE</w:t>
      </w:r>
      <w:r w:rsidRPr="000A30E8">
        <w:t xml:space="preserve"> B</w:t>
      </w:r>
      <w:r w:rsidRPr="000A30E8">
        <w:rPr>
          <w:rStyle w:val="Taille-1Caracteres"/>
        </w:rPr>
        <w:t>ORGIA</w:t>
      </w:r>
      <w:r w:rsidRPr="000A30E8">
        <w:t xml:space="preserve">, </w:t>
      </w:r>
      <w:r w:rsidRPr="000A30E8">
        <w:rPr>
          <w:i/>
          <w:iCs/>
        </w:rPr>
        <w:t>entrant</w:t>
      </w:r>
      <w:r w:rsidRPr="000A30E8">
        <w:t>. — Angélico, cette nuit, mes hommes d’armes conduiront ici une jeune fille. (</w:t>
      </w:r>
      <w:r w:rsidRPr="000A30E8">
        <w:rPr>
          <w:i/>
          <w:iCs/>
        </w:rPr>
        <w:t>Avec un sourire sinistre</w:t>
      </w:r>
      <w:r w:rsidRPr="000A30E8">
        <w:t>.) Tu sais ce que tu dois faire des personnes que je t’envoie ?</w:t>
      </w:r>
    </w:p>
    <w:p w14:paraId="040881D7" w14:textId="77777777" w:rsidR="00285C2D" w:rsidRPr="000A30E8" w:rsidRDefault="00285C2D" w:rsidP="00285C2D">
      <w:r w:rsidRPr="000A30E8">
        <w:t>A</w:t>
      </w:r>
      <w:r w:rsidRPr="000A30E8">
        <w:rPr>
          <w:rStyle w:val="Taille-1Caracteres"/>
        </w:rPr>
        <w:t>NGÉLICO L’</w:t>
      </w:r>
      <w:r w:rsidRPr="000A30E8">
        <w:t>É</w:t>
      </w:r>
      <w:r w:rsidRPr="000A30E8">
        <w:rPr>
          <w:rStyle w:val="Taille-1Caracteres"/>
        </w:rPr>
        <w:t>CORCHEUR</w:t>
      </w:r>
      <w:r w:rsidRPr="000A30E8">
        <w:t>. — Je sais.</w:t>
      </w:r>
    </w:p>
    <w:p w14:paraId="5569C296" w14:textId="77777777" w:rsidR="00285C2D" w:rsidRPr="000A30E8" w:rsidRDefault="00285C2D" w:rsidP="00285C2D">
      <w:r w:rsidRPr="000A30E8">
        <w:t>L</w:t>
      </w:r>
      <w:r w:rsidRPr="000A30E8">
        <w:rPr>
          <w:rStyle w:val="Taille-1Caracteres"/>
        </w:rPr>
        <w:t>UCRÈCE</w:t>
      </w:r>
      <w:r w:rsidRPr="000A30E8">
        <w:t xml:space="preserve"> B</w:t>
      </w:r>
      <w:r w:rsidRPr="000A30E8">
        <w:rPr>
          <w:rStyle w:val="Taille-1Caracteres"/>
        </w:rPr>
        <w:t>ORGIA</w:t>
      </w:r>
      <w:r w:rsidRPr="000A30E8">
        <w:t>. — Bien. Mais ce n’est pas tout. Lorsque tu l’auras écorchée vive, voici ce que je t’ordonne de faire. (</w:t>
      </w:r>
      <w:r w:rsidRPr="000A30E8">
        <w:rPr>
          <w:i/>
          <w:iCs/>
        </w:rPr>
        <w:t>Elle lui parle à voix basse</w:t>
      </w:r>
      <w:r w:rsidRPr="000A30E8">
        <w:t>.)</w:t>
      </w:r>
    </w:p>
    <w:p w14:paraId="555AD825" w14:textId="77777777" w:rsidR="00285C2D" w:rsidRPr="000A30E8" w:rsidRDefault="00285C2D" w:rsidP="00285C2D">
      <w:r w:rsidRPr="000A30E8">
        <w:t>A</w:t>
      </w:r>
      <w:r w:rsidRPr="000A30E8">
        <w:rPr>
          <w:rStyle w:val="Taille-1Caracteres"/>
        </w:rPr>
        <w:t>NGÉLICO L’</w:t>
      </w:r>
      <w:r w:rsidRPr="000A30E8">
        <w:t>É</w:t>
      </w:r>
      <w:r w:rsidRPr="000A30E8">
        <w:rPr>
          <w:rStyle w:val="Taille-1Caracteres"/>
        </w:rPr>
        <w:t>CORCHEUR</w:t>
      </w:r>
      <w:r w:rsidRPr="000A30E8">
        <w:t xml:space="preserve">, </w:t>
      </w:r>
      <w:r w:rsidRPr="000A30E8">
        <w:rPr>
          <w:i/>
          <w:iCs/>
        </w:rPr>
        <w:t>tressaillant</w:t>
      </w:r>
      <w:r w:rsidRPr="000A30E8">
        <w:t>. — J’obéirai.</w:t>
      </w:r>
    </w:p>
    <w:p w14:paraId="1922F39D" w14:textId="77777777" w:rsidR="00285C2D" w:rsidRPr="000A30E8" w:rsidRDefault="00285C2D" w:rsidP="00285C2D">
      <w:r w:rsidRPr="000A30E8">
        <w:t>U</w:t>
      </w:r>
      <w:r w:rsidRPr="000A30E8">
        <w:rPr>
          <w:rStyle w:val="Taille-1Caracteres"/>
        </w:rPr>
        <w:t>NE</w:t>
      </w:r>
      <w:r w:rsidRPr="000A30E8">
        <w:t xml:space="preserve"> V</w:t>
      </w:r>
      <w:r w:rsidRPr="000A30E8">
        <w:rPr>
          <w:rStyle w:val="Taille-1Caracteres"/>
        </w:rPr>
        <w:t>OIX PLAINTIVE</w:t>
      </w:r>
      <w:r w:rsidRPr="000A30E8">
        <w:t xml:space="preserve">, </w:t>
      </w:r>
      <w:r w:rsidRPr="000A30E8">
        <w:rPr>
          <w:i/>
          <w:iCs/>
        </w:rPr>
        <w:t>dans le souterrain</w:t>
      </w:r>
      <w:r w:rsidRPr="000A30E8">
        <w:t>. — Ma peau ! Rendez-moi ma peau !</w:t>
      </w:r>
    </w:p>
    <w:p w14:paraId="6CE87E49" w14:textId="77777777" w:rsidR="00285C2D" w:rsidRPr="000A30E8" w:rsidRDefault="00285C2D" w:rsidP="00285C2D">
      <w:r w:rsidRPr="000A30E8">
        <w:t>U</w:t>
      </w:r>
      <w:r w:rsidRPr="000A30E8">
        <w:rPr>
          <w:rStyle w:val="Taille-1Caracteres"/>
        </w:rPr>
        <w:t>NE AUTRE</w:t>
      </w:r>
      <w:r w:rsidRPr="000A30E8">
        <w:t xml:space="preserve"> V</w:t>
      </w:r>
      <w:r w:rsidRPr="000A30E8">
        <w:rPr>
          <w:rStyle w:val="Taille-1Caracteres"/>
        </w:rPr>
        <w:t>OIX PLAINTIVE</w:t>
      </w:r>
      <w:r w:rsidRPr="000A30E8">
        <w:t>. — Ma peau ! Ma peau ! Je veux ma peau !</w:t>
      </w:r>
    </w:p>
    <w:p w14:paraId="2E41B5D3" w14:textId="77777777" w:rsidR="00285C2D" w:rsidRPr="000A30E8" w:rsidRDefault="00285C2D" w:rsidP="00285C2D">
      <w:r w:rsidRPr="000A30E8">
        <w:t>L</w:t>
      </w:r>
      <w:r w:rsidRPr="000A30E8">
        <w:rPr>
          <w:rStyle w:val="Taille-1Caracteres"/>
        </w:rPr>
        <w:t>A SINISTRE</w:t>
      </w:r>
      <w:r w:rsidRPr="000A30E8">
        <w:t xml:space="preserve"> C</w:t>
      </w:r>
      <w:r w:rsidRPr="000A30E8">
        <w:rPr>
          <w:rStyle w:val="Taille-1Caracteres"/>
        </w:rPr>
        <w:t>ONFIDENTE</w:t>
      </w:r>
      <w:r w:rsidRPr="000A30E8">
        <w:t>. — Oh ! ces voix !</w:t>
      </w:r>
    </w:p>
    <w:p w14:paraId="29E92A82" w14:textId="77777777" w:rsidR="00285C2D" w:rsidRPr="000A30E8" w:rsidRDefault="00285C2D" w:rsidP="00285C2D">
      <w:r w:rsidRPr="000A30E8">
        <w:t>L</w:t>
      </w:r>
      <w:r w:rsidRPr="000A30E8">
        <w:rPr>
          <w:rStyle w:val="Taille-1Caracteres"/>
        </w:rPr>
        <w:t>UCRÈCE</w:t>
      </w:r>
      <w:r w:rsidRPr="000A30E8">
        <w:t xml:space="preserve"> B</w:t>
      </w:r>
      <w:r w:rsidRPr="000A30E8">
        <w:rPr>
          <w:rStyle w:val="Taille-1Caracteres"/>
        </w:rPr>
        <w:t>ORGIA</w:t>
      </w:r>
      <w:r w:rsidRPr="000A30E8">
        <w:t>. — Ce n’est rien. Ce sont les écorchés. Remontons. Et toi, Angélico, exécute fidèlement mes ordres. Adieu ! (</w:t>
      </w:r>
      <w:r w:rsidRPr="000A30E8">
        <w:rPr>
          <w:i/>
          <w:iCs/>
        </w:rPr>
        <w:t>Elles sortent</w:t>
      </w:r>
      <w:r w:rsidRPr="000A30E8">
        <w:t>.)</w:t>
      </w:r>
    </w:p>
    <w:p w14:paraId="7110824F" w14:textId="77777777" w:rsidR="00285C2D" w:rsidRPr="000A30E8" w:rsidRDefault="00285C2D" w:rsidP="00285C2D">
      <w:pPr>
        <w:pStyle w:val="Titre3"/>
      </w:pPr>
      <w:bookmarkStart w:id="106" w:name="_Toc196330286"/>
      <w:r w:rsidRPr="000A30E8">
        <w:lastRenderedPageBreak/>
        <w:t>TROISIÈME ACTE</w:t>
      </w:r>
      <w:r w:rsidRPr="000A30E8">
        <w:br/>
      </w:r>
      <w:r w:rsidRPr="000A30E8">
        <w:br/>
        <w:t>L’amour plus fort que la haine.</w:t>
      </w:r>
      <w:bookmarkEnd w:id="106"/>
    </w:p>
    <w:p w14:paraId="2163FCAC" w14:textId="77777777" w:rsidR="00285C2D" w:rsidRPr="000A30E8" w:rsidRDefault="00285C2D" w:rsidP="00285C2D">
      <w:pPr>
        <w:pStyle w:val="Centr"/>
        <w:rPr>
          <w:rStyle w:val="Taille-1Caracteres"/>
        </w:rPr>
      </w:pPr>
      <w:r w:rsidRPr="000A30E8">
        <w:rPr>
          <w:rStyle w:val="Taille-1Caracteres"/>
        </w:rPr>
        <w:t>La scène représente une salle du palais Borgia.</w:t>
      </w:r>
    </w:p>
    <w:p w14:paraId="13E12296" w14:textId="77777777" w:rsidR="00285C2D" w:rsidRPr="000A30E8" w:rsidRDefault="00285C2D" w:rsidP="00285C2D">
      <w:r w:rsidRPr="000A30E8">
        <w:rPr>
          <w:szCs w:val="32"/>
        </w:rPr>
        <w:t>L</w:t>
      </w:r>
      <w:r w:rsidRPr="000A30E8">
        <w:rPr>
          <w:rStyle w:val="Taille-1Caracteres"/>
        </w:rPr>
        <w:t>A SINISTRE</w:t>
      </w:r>
      <w:r w:rsidRPr="000A30E8">
        <w:rPr>
          <w:szCs w:val="32"/>
        </w:rPr>
        <w:t xml:space="preserve"> C</w:t>
      </w:r>
      <w:r w:rsidRPr="000A30E8">
        <w:rPr>
          <w:rStyle w:val="Taille-1Caracteres"/>
        </w:rPr>
        <w:t>ONFIDENTE</w:t>
      </w:r>
      <w:r w:rsidRPr="000A30E8">
        <w:rPr>
          <w:szCs w:val="32"/>
        </w:rPr>
        <w:t>. — Voilà huit jours que la pure et divine Lorenza a été enlevée par vos gardes et remise entre les mains d’Angélico l’Écorcheur.</w:t>
      </w:r>
    </w:p>
    <w:p w14:paraId="3EF88EA3" w14:textId="77777777" w:rsidR="00285C2D" w:rsidRPr="000A30E8" w:rsidRDefault="00285C2D" w:rsidP="00285C2D">
      <w:r w:rsidRPr="000A30E8">
        <w:t>L</w:t>
      </w:r>
      <w:r w:rsidRPr="000A30E8">
        <w:rPr>
          <w:rStyle w:val="Taille-1Caracteres"/>
        </w:rPr>
        <w:t>UCRÈCE</w:t>
      </w:r>
      <w:r w:rsidRPr="000A30E8">
        <w:t xml:space="preserve"> B</w:t>
      </w:r>
      <w:r w:rsidRPr="000A30E8">
        <w:rPr>
          <w:rStyle w:val="Taille-1Caracteres"/>
        </w:rPr>
        <w:t>ORGIA</w:t>
      </w:r>
      <w:r w:rsidRPr="000A30E8">
        <w:t>. — Ma vengeance est prête. Voici le chaste gentilhomme que j’ai fait quérir dans son cachot pour lui réserver une douce surprise. (</w:t>
      </w:r>
      <w:r w:rsidRPr="000A30E8">
        <w:rPr>
          <w:i/>
          <w:iCs/>
        </w:rPr>
        <w:t>Au chaste Gentilhomme</w:t>
      </w:r>
      <w:r w:rsidRPr="000A30E8">
        <w:t>.) Je suis touchée de ton amour sincère pour la pure et divine Lorenza. Je te rends la liberté. Mais pour que la fête soit complète, j’ai fait venir ta fiancée afin que tu puisses la serrer plus tôt dans tes bras. (</w:t>
      </w:r>
      <w:r w:rsidRPr="000A30E8">
        <w:rPr>
          <w:i/>
          <w:iCs/>
        </w:rPr>
        <w:t>Aux gardes</w:t>
      </w:r>
      <w:r w:rsidRPr="000A30E8">
        <w:t>.) Faites entrer la pure et divine Lorenza.</w:t>
      </w:r>
    </w:p>
    <w:p w14:paraId="6084DB41" w14:textId="77777777" w:rsidR="00285C2D" w:rsidRPr="000A30E8" w:rsidRDefault="00285C2D" w:rsidP="00285C2D">
      <w:r w:rsidRPr="000A30E8">
        <w:t>L</w:t>
      </w:r>
      <w:r w:rsidRPr="000A30E8">
        <w:rPr>
          <w:rStyle w:val="Taille-1Caracteres"/>
        </w:rPr>
        <w:t>E CHASTE</w:t>
      </w:r>
      <w:r w:rsidRPr="000A30E8">
        <w:t xml:space="preserve"> G</w:t>
      </w:r>
      <w:r w:rsidRPr="000A30E8">
        <w:rPr>
          <w:rStyle w:val="Taille-1Caracteres"/>
        </w:rPr>
        <w:t>ENTILHOMME</w:t>
      </w:r>
      <w:r w:rsidRPr="000A30E8">
        <w:t>. — Oh ! joie ! (</w:t>
      </w:r>
      <w:r w:rsidRPr="000A30E8">
        <w:rPr>
          <w:i/>
          <w:iCs/>
        </w:rPr>
        <w:t>Des gardes font entrer un vieux soldat à tête d’ivrogne et à longue barbe</w:t>
      </w:r>
      <w:r w:rsidRPr="000A30E8">
        <w:t>.)</w:t>
      </w:r>
    </w:p>
    <w:p w14:paraId="63DC36DC" w14:textId="77777777" w:rsidR="00285C2D" w:rsidRPr="000A30E8" w:rsidRDefault="00285C2D" w:rsidP="00285C2D">
      <w:r w:rsidRPr="000A30E8">
        <w:t>L</w:t>
      </w:r>
      <w:r w:rsidRPr="000A30E8">
        <w:rPr>
          <w:rStyle w:val="Taille-1Caracteres"/>
        </w:rPr>
        <w:t>UCRÈCE</w:t>
      </w:r>
      <w:r w:rsidRPr="000A30E8">
        <w:t xml:space="preserve"> B</w:t>
      </w:r>
      <w:r w:rsidRPr="000A30E8">
        <w:rPr>
          <w:rStyle w:val="Taille-1Caracteres"/>
        </w:rPr>
        <w:t>ORGIA</w:t>
      </w:r>
      <w:r w:rsidRPr="000A30E8">
        <w:t xml:space="preserve">, </w:t>
      </w:r>
      <w:r w:rsidRPr="000A30E8">
        <w:rPr>
          <w:i/>
          <w:iCs/>
        </w:rPr>
        <w:t>désignant le vieux soldat à face d’ivrogne</w:t>
      </w:r>
      <w:r w:rsidRPr="000A30E8">
        <w:t>. — Tiens, chaste Gentilhomme, embrasse ta fiancée !</w:t>
      </w:r>
    </w:p>
    <w:p w14:paraId="1231857E" w14:textId="77777777" w:rsidR="00285C2D" w:rsidRPr="000A30E8" w:rsidRDefault="00285C2D" w:rsidP="00285C2D">
      <w:r w:rsidRPr="000A30E8">
        <w:t>L</w:t>
      </w:r>
      <w:r w:rsidRPr="000A30E8">
        <w:rPr>
          <w:rStyle w:val="Taille-1Caracteres"/>
        </w:rPr>
        <w:t>E CHASTE</w:t>
      </w:r>
      <w:r w:rsidRPr="000A30E8">
        <w:t xml:space="preserve"> G</w:t>
      </w:r>
      <w:r w:rsidRPr="000A30E8">
        <w:rPr>
          <w:rStyle w:val="Taille-1Caracteres"/>
        </w:rPr>
        <w:t>ENTILHOMME</w:t>
      </w:r>
      <w:r w:rsidRPr="000A30E8">
        <w:t>. — Que signifie cette plaisanterie, madame ?</w:t>
      </w:r>
    </w:p>
    <w:p w14:paraId="10DAF803" w14:textId="77777777" w:rsidR="00285C2D" w:rsidRPr="000A30E8" w:rsidRDefault="00285C2D" w:rsidP="00285C2D">
      <w:r w:rsidRPr="000A30E8">
        <w:t>L</w:t>
      </w:r>
      <w:r w:rsidRPr="000A30E8">
        <w:rPr>
          <w:rStyle w:val="Taille-1Caracteres"/>
        </w:rPr>
        <w:t>UCRÈCE</w:t>
      </w:r>
      <w:r w:rsidRPr="000A30E8">
        <w:t xml:space="preserve"> B</w:t>
      </w:r>
      <w:r w:rsidRPr="000A30E8">
        <w:rPr>
          <w:rStyle w:val="Taille-1Caracteres"/>
        </w:rPr>
        <w:t>ORGIA</w:t>
      </w:r>
      <w:r w:rsidRPr="000A30E8">
        <w:t xml:space="preserve">. — Ce n’est pas une plaisanterie. Tu as devant toi ta fiancée, la pure et divine Lorenza. Pour me venger de ton dédain, j’ai fait enlever ta fiancée et je l’ai confiée aux bons soins de mon fidèle Angélico. Sur mon ordre, il a dépouillé de sa peau satinée la pure et divine Lorenza. Puis il </w:t>
      </w:r>
      <w:r w:rsidRPr="000A30E8">
        <w:lastRenderedPageBreak/>
        <w:t>a remplacé la peau de ta fiancée par celle d’un vieux soldat, que j’ai fait écorcher vif pour la circonstance.</w:t>
      </w:r>
    </w:p>
    <w:p w14:paraId="3B693846" w14:textId="77777777" w:rsidR="00285C2D" w:rsidRPr="000A30E8" w:rsidRDefault="00285C2D" w:rsidP="00285C2D">
      <w:r w:rsidRPr="000A30E8">
        <w:t>L</w:t>
      </w:r>
      <w:r w:rsidRPr="000A30E8">
        <w:rPr>
          <w:rStyle w:val="Taille-1Caracteres"/>
        </w:rPr>
        <w:t>E CHASTE</w:t>
      </w:r>
      <w:r w:rsidRPr="000A30E8">
        <w:t xml:space="preserve"> G</w:t>
      </w:r>
      <w:r w:rsidRPr="000A30E8">
        <w:rPr>
          <w:rStyle w:val="Taille-1Caracteres"/>
        </w:rPr>
        <w:t>ENTILHOMME</w:t>
      </w:r>
      <w:r w:rsidRPr="000A30E8">
        <w:t>. — Horreur ! Ce n’est pas possible !</w:t>
      </w:r>
    </w:p>
    <w:p w14:paraId="4EA09D36" w14:textId="77777777" w:rsidR="00285C2D" w:rsidRPr="000A30E8" w:rsidRDefault="00285C2D" w:rsidP="00285C2D">
      <w:r w:rsidRPr="000A30E8">
        <w:t>L</w:t>
      </w:r>
      <w:r w:rsidRPr="000A30E8">
        <w:rPr>
          <w:rStyle w:val="Taille-1Caracteres"/>
        </w:rPr>
        <w:t>A PURE ET DIVINE</w:t>
      </w:r>
      <w:r w:rsidRPr="000A30E8">
        <w:t xml:space="preserve"> L</w:t>
      </w:r>
      <w:r w:rsidRPr="000A30E8">
        <w:rPr>
          <w:rStyle w:val="Taille-1Caracteres"/>
        </w:rPr>
        <w:t>ORENZA</w:t>
      </w:r>
      <w:r w:rsidRPr="000A30E8">
        <w:t xml:space="preserve">, </w:t>
      </w:r>
      <w:r w:rsidRPr="000A30E8">
        <w:rPr>
          <w:i/>
          <w:iCs/>
        </w:rPr>
        <w:t>d’une voix triste</w:t>
      </w:r>
      <w:r w:rsidRPr="000A30E8">
        <w:t>. — Hélas ! oui, c’est moi, cher fiancé.</w:t>
      </w:r>
    </w:p>
    <w:p w14:paraId="02BBFAE9" w14:textId="77777777" w:rsidR="00285C2D" w:rsidRPr="000A30E8" w:rsidRDefault="00285C2D" w:rsidP="00285C2D">
      <w:r w:rsidRPr="000A30E8">
        <w:t>L</w:t>
      </w:r>
      <w:r w:rsidRPr="000A30E8">
        <w:rPr>
          <w:rStyle w:val="Taille-1Caracteres"/>
        </w:rPr>
        <w:t>E CHASTE</w:t>
      </w:r>
      <w:r w:rsidRPr="000A30E8">
        <w:t xml:space="preserve"> G</w:t>
      </w:r>
      <w:r w:rsidRPr="000A30E8">
        <w:rPr>
          <w:rStyle w:val="Taille-1Caracteres"/>
        </w:rPr>
        <w:t>ENTILHOMME</w:t>
      </w:r>
      <w:r w:rsidRPr="000A30E8">
        <w:t>. — Toi ! c’est toi ! chère Lorenza ! Ne crains rien. Malgré l’horrible vengeance de Borgia, je t’aime toujours ! Qu’importe le physique, c’est ton âme que j’adore !</w:t>
      </w:r>
    </w:p>
    <w:p w14:paraId="00956B67" w14:textId="77777777" w:rsidR="00285C2D" w:rsidRPr="000A30E8" w:rsidRDefault="00285C2D" w:rsidP="00285C2D">
      <w:r w:rsidRPr="000A30E8">
        <w:t>L</w:t>
      </w:r>
      <w:r w:rsidRPr="000A30E8">
        <w:rPr>
          <w:rStyle w:val="Taille-1Caracteres"/>
        </w:rPr>
        <w:t>A PURE ET DIVINE</w:t>
      </w:r>
      <w:r w:rsidRPr="000A30E8">
        <w:t xml:space="preserve"> L</w:t>
      </w:r>
      <w:r w:rsidRPr="000A30E8">
        <w:rPr>
          <w:rStyle w:val="Taille-1Caracteres"/>
        </w:rPr>
        <w:t>ORENZA</w:t>
      </w:r>
      <w:r w:rsidRPr="000A30E8">
        <w:t>. — Non, cher fiancé, je ne suis plus digne de toi. Regarde ce visage grotesque.</w:t>
      </w:r>
    </w:p>
    <w:p w14:paraId="7F460F14" w14:textId="77777777" w:rsidR="00285C2D" w:rsidRPr="000A30E8" w:rsidRDefault="00285C2D" w:rsidP="00285C2D">
      <w:r w:rsidRPr="000A30E8">
        <w:t>L</w:t>
      </w:r>
      <w:r w:rsidRPr="000A30E8">
        <w:rPr>
          <w:rStyle w:val="Taille-1Caracteres"/>
        </w:rPr>
        <w:t>E CHASTE</w:t>
      </w:r>
      <w:r w:rsidRPr="000A30E8">
        <w:t xml:space="preserve"> G</w:t>
      </w:r>
      <w:r w:rsidRPr="000A30E8">
        <w:rPr>
          <w:rStyle w:val="Taille-1Caracteres"/>
        </w:rPr>
        <w:t>ENTILHOMME</w:t>
      </w:r>
      <w:r w:rsidRPr="000A30E8">
        <w:t>. — Je ne vois que mon amour !</w:t>
      </w:r>
    </w:p>
    <w:p w14:paraId="3DBD8019" w14:textId="77777777" w:rsidR="00285C2D" w:rsidRPr="000A30E8" w:rsidRDefault="00285C2D" w:rsidP="00285C2D">
      <w:r w:rsidRPr="000A30E8">
        <w:t>L</w:t>
      </w:r>
      <w:r w:rsidRPr="000A30E8">
        <w:rPr>
          <w:rStyle w:val="Taille-1Caracteres"/>
        </w:rPr>
        <w:t>A PURE ET DIVINE</w:t>
      </w:r>
      <w:r w:rsidRPr="000A30E8">
        <w:t xml:space="preserve"> L</w:t>
      </w:r>
      <w:r w:rsidRPr="000A30E8">
        <w:rPr>
          <w:rStyle w:val="Taille-1Caracteres"/>
        </w:rPr>
        <w:t>ORENZA</w:t>
      </w:r>
      <w:r w:rsidRPr="000A30E8">
        <w:t>. — Regarde ce nez rougi par l’intempérance !</w:t>
      </w:r>
    </w:p>
    <w:p w14:paraId="29E82643" w14:textId="77777777" w:rsidR="00285C2D" w:rsidRPr="000A30E8" w:rsidRDefault="00285C2D" w:rsidP="00285C2D">
      <w:r w:rsidRPr="000A30E8">
        <w:t>L</w:t>
      </w:r>
      <w:r w:rsidRPr="000A30E8">
        <w:rPr>
          <w:rStyle w:val="Taille-1Caracteres"/>
        </w:rPr>
        <w:t>E CHASTE</w:t>
      </w:r>
      <w:r w:rsidRPr="000A30E8">
        <w:t xml:space="preserve"> G</w:t>
      </w:r>
      <w:r w:rsidRPr="000A30E8">
        <w:rPr>
          <w:rStyle w:val="Taille-1Caracteres"/>
        </w:rPr>
        <w:t>ENTILHOMME</w:t>
      </w:r>
      <w:r w:rsidRPr="000A30E8">
        <w:t>. — Je ne vois que mon amour !</w:t>
      </w:r>
    </w:p>
    <w:p w14:paraId="4A109063" w14:textId="77777777" w:rsidR="00285C2D" w:rsidRPr="000A30E8" w:rsidRDefault="00285C2D" w:rsidP="00285C2D">
      <w:r w:rsidRPr="000A30E8">
        <w:t>L</w:t>
      </w:r>
      <w:r w:rsidRPr="000A30E8">
        <w:rPr>
          <w:rStyle w:val="Taille-1Caracteres"/>
        </w:rPr>
        <w:t>A PURE ET DIVINE</w:t>
      </w:r>
      <w:r w:rsidRPr="000A30E8">
        <w:t xml:space="preserve"> L</w:t>
      </w:r>
      <w:r w:rsidRPr="000A30E8">
        <w:rPr>
          <w:rStyle w:val="Taille-1Caracteres"/>
        </w:rPr>
        <w:t>ORENZA</w:t>
      </w:r>
      <w:r w:rsidRPr="000A30E8">
        <w:t>. — Regarde cette longue barbe poivre et sel !</w:t>
      </w:r>
    </w:p>
    <w:p w14:paraId="787FFAB5" w14:textId="77777777" w:rsidR="00285C2D" w:rsidRPr="000A30E8" w:rsidRDefault="00285C2D" w:rsidP="00285C2D">
      <w:r w:rsidRPr="000A30E8">
        <w:t>L</w:t>
      </w:r>
      <w:r w:rsidRPr="000A30E8">
        <w:rPr>
          <w:rStyle w:val="Taille-1Caracteres"/>
        </w:rPr>
        <w:t>E CHASTE</w:t>
      </w:r>
      <w:r w:rsidRPr="000A30E8">
        <w:t xml:space="preserve"> G</w:t>
      </w:r>
      <w:r w:rsidRPr="000A30E8">
        <w:rPr>
          <w:rStyle w:val="Taille-1Caracteres"/>
        </w:rPr>
        <w:t>ENTILHOMME</w:t>
      </w:r>
      <w:r w:rsidRPr="000A30E8">
        <w:t>. — Je ne vois que mon amour !</w:t>
      </w:r>
    </w:p>
    <w:p w14:paraId="60C1DC4D" w14:textId="77777777" w:rsidR="00285C2D" w:rsidRPr="000A30E8" w:rsidRDefault="00285C2D" w:rsidP="00285C2D">
      <w:r w:rsidRPr="000A30E8">
        <w:t>L</w:t>
      </w:r>
      <w:r w:rsidRPr="000A30E8">
        <w:rPr>
          <w:rStyle w:val="Taille-1Caracteres"/>
        </w:rPr>
        <w:t>A PURE ET DIVINE</w:t>
      </w:r>
      <w:r w:rsidRPr="000A30E8">
        <w:t xml:space="preserve"> L</w:t>
      </w:r>
      <w:r w:rsidRPr="000A30E8">
        <w:rPr>
          <w:rStyle w:val="Taille-1Caracteres"/>
        </w:rPr>
        <w:t>ORENZA</w:t>
      </w:r>
      <w:r w:rsidRPr="000A30E8">
        <w:t>. — Oh ! c’est trop de bonheur ! Quoi, tu peux m’aimer encore ?</w:t>
      </w:r>
    </w:p>
    <w:p w14:paraId="082D5B34" w14:textId="77777777" w:rsidR="00285C2D" w:rsidRPr="000A30E8" w:rsidRDefault="00285C2D" w:rsidP="00285C2D">
      <w:r w:rsidRPr="000A30E8">
        <w:t>L</w:t>
      </w:r>
      <w:r w:rsidRPr="000A30E8">
        <w:rPr>
          <w:rStyle w:val="Taille-1Caracteres"/>
        </w:rPr>
        <w:t>E CHASTE</w:t>
      </w:r>
      <w:r w:rsidRPr="000A30E8">
        <w:t xml:space="preserve"> G</w:t>
      </w:r>
      <w:r w:rsidRPr="000A30E8">
        <w:rPr>
          <w:rStyle w:val="Taille-1Caracteres"/>
        </w:rPr>
        <w:t>ENTILHOMME</w:t>
      </w:r>
      <w:r w:rsidRPr="000A30E8">
        <w:t>. — Je t’adore ! Ah ! Lucrèce Borgia, tu ne triomphes pas ! Notre amour est plus fort que ta haine !</w:t>
      </w:r>
    </w:p>
    <w:p w14:paraId="4F109C94" w14:textId="77777777" w:rsidR="00285C2D" w:rsidRPr="000A30E8" w:rsidRDefault="00285C2D" w:rsidP="00285C2D">
      <w:r w:rsidRPr="000A30E8">
        <w:lastRenderedPageBreak/>
        <w:t>L</w:t>
      </w:r>
      <w:r w:rsidRPr="000A30E8">
        <w:rPr>
          <w:rStyle w:val="Taille-1Caracteres"/>
        </w:rPr>
        <w:t>UCRÈCE</w:t>
      </w:r>
      <w:r w:rsidRPr="000A30E8">
        <w:t xml:space="preserve"> B</w:t>
      </w:r>
      <w:r w:rsidRPr="000A30E8">
        <w:rPr>
          <w:rStyle w:val="Taille-1Caracteres"/>
        </w:rPr>
        <w:t>ORGIA</w:t>
      </w:r>
      <w:r w:rsidRPr="000A30E8">
        <w:t xml:space="preserve">, </w:t>
      </w:r>
      <w:r w:rsidRPr="000A30E8">
        <w:rPr>
          <w:i/>
          <w:iCs/>
        </w:rPr>
        <w:t>rageusement</w:t>
      </w:r>
      <w:r w:rsidRPr="000A30E8">
        <w:t>. — Partez ! Partez !</w:t>
      </w:r>
    </w:p>
    <w:p w14:paraId="4B53A691" w14:textId="77777777" w:rsidR="00285C2D" w:rsidRPr="000A30E8" w:rsidRDefault="00285C2D" w:rsidP="00285C2D">
      <w:r w:rsidRPr="000A30E8">
        <w:t>L</w:t>
      </w:r>
      <w:r w:rsidRPr="000A30E8">
        <w:rPr>
          <w:rStyle w:val="Taille-1Caracteres"/>
        </w:rPr>
        <w:t>E CHASTE</w:t>
      </w:r>
      <w:r w:rsidRPr="000A30E8">
        <w:t xml:space="preserve"> G</w:t>
      </w:r>
      <w:r w:rsidRPr="000A30E8">
        <w:rPr>
          <w:rStyle w:val="Taille-1Caracteres"/>
        </w:rPr>
        <w:t>ENTILHOMME</w:t>
      </w:r>
      <w:r w:rsidRPr="000A30E8">
        <w:t>. — Oui, partons ! Viens, ma Lorenza ! Loin des regards indiscrets, nous pourrons vivre encore de bien douces minutes ! Mais pour éviter le scandale, devant le monde, je t’appellerai grand-père ! Viens, ma Lorenza. (</w:t>
      </w:r>
      <w:r w:rsidRPr="000A30E8">
        <w:rPr>
          <w:i/>
          <w:iCs/>
        </w:rPr>
        <w:t>Ils sortent, enlacés</w:t>
      </w:r>
      <w:r w:rsidRPr="000A30E8">
        <w:t>.)</w:t>
      </w:r>
    </w:p>
    <w:p w14:paraId="6329E97B" w14:textId="77777777" w:rsidR="00285C2D" w:rsidRPr="000A30E8" w:rsidRDefault="00285C2D" w:rsidP="00285C2D">
      <w:pPr>
        <w:pStyle w:val="Centr"/>
      </w:pPr>
      <w:r w:rsidRPr="000A30E8">
        <w:t>RIDEAU</w:t>
      </w:r>
    </w:p>
    <w:p w14:paraId="59EF0799" w14:textId="77777777" w:rsidR="00285C2D" w:rsidRPr="000A30E8" w:rsidRDefault="00285C2D" w:rsidP="00285C2D">
      <w:pPr>
        <w:pStyle w:val="Titre2"/>
      </w:pPr>
      <w:bookmarkStart w:id="107" w:name="_Toc196330287"/>
      <w:r w:rsidRPr="000A30E8">
        <w:lastRenderedPageBreak/>
        <w:t>LE PARFUMEUR DE LA REINE</w:t>
      </w:r>
      <w:bookmarkEnd w:id="107"/>
    </w:p>
    <w:p w14:paraId="42035259" w14:textId="77777777" w:rsidR="00285C2D" w:rsidRPr="000A30E8" w:rsidRDefault="00285C2D" w:rsidP="00285C2D">
      <w:pPr>
        <w:pStyle w:val="Titre3"/>
      </w:pPr>
      <w:bookmarkStart w:id="108" w:name="_Toc196330288"/>
      <w:r w:rsidRPr="000A30E8">
        <w:t>PREMIER ACTE</w:t>
      </w:r>
      <w:r w:rsidRPr="000A30E8">
        <w:br/>
      </w:r>
      <w:r w:rsidRPr="000A30E8">
        <w:br/>
        <w:t>Le parfum qui tue.</w:t>
      </w:r>
      <w:bookmarkEnd w:id="108"/>
    </w:p>
    <w:p w14:paraId="147AEB0A" w14:textId="77777777" w:rsidR="00285C2D" w:rsidRPr="000A30E8" w:rsidRDefault="00285C2D" w:rsidP="00285C2D">
      <w:pPr>
        <w:pStyle w:val="Centr"/>
        <w:rPr>
          <w:rStyle w:val="Taille-1Caracteres"/>
        </w:rPr>
      </w:pPr>
      <w:r w:rsidRPr="000A30E8">
        <w:rPr>
          <w:rStyle w:val="Taille-1Caracteres"/>
        </w:rPr>
        <w:t>La scène représente la chambre de René le Florentin.</w:t>
      </w:r>
    </w:p>
    <w:p w14:paraId="4A9795C8" w14:textId="77777777" w:rsidR="00285C2D" w:rsidRPr="000A30E8" w:rsidRDefault="00285C2D" w:rsidP="00285C2D">
      <w:r w:rsidRPr="000A30E8">
        <w:rPr>
          <w:szCs w:val="32"/>
        </w:rPr>
        <w:t>C</w:t>
      </w:r>
      <w:r w:rsidRPr="000A30E8">
        <w:rPr>
          <w:rStyle w:val="Taille-1Caracteres"/>
        </w:rPr>
        <w:t>ATHERINE DE</w:t>
      </w:r>
      <w:r w:rsidRPr="000A30E8">
        <w:rPr>
          <w:szCs w:val="32"/>
        </w:rPr>
        <w:t xml:space="preserve"> M</w:t>
      </w:r>
      <w:r w:rsidRPr="000A30E8">
        <w:rPr>
          <w:rStyle w:val="Taille-1Caracteres"/>
        </w:rPr>
        <w:t>ÉDICIS</w:t>
      </w:r>
      <w:r w:rsidRPr="000A30E8">
        <w:rPr>
          <w:szCs w:val="32"/>
        </w:rPr>
        <w:t xml:space="preserve">, </w:t>
      </w:r>
      <w:r w:rsidRPr="000A30E8">
        <w:rPr>
          <w:i/>
          <w:iCs/>
          <w:szCs w:val="32"/>
        </w:rPr>
        <w:t>entrant</w:t>
      </w:r>
      <w:r w:rsidRPr="000A30E8">
        <w:rPr>
          <w:szCs w:val="32"/>
        </w:rPr>
        <w:t>. — Eh bien, René, mon fidèle parfumeur, as-tu trouvé le poison subtil qui doit me débarrasser de l’homme que je poursuis de ma haine, du Capitaine des Pétardiers du roi ?</w:t>
      </w:r>
    </w:p>
    <w:p w14:paraId="3459E782" w14:textId="77777777" w:rsidR="00285C2D" w:rsidRPr="000A30E8" w:rsidRDefault="00285C2D" w:rsidP="00285C2D">
      <w:r w:rsidRPr="000A30E8">
        <w:t>R</w:t>
      </w:r>
      <w:r w:rsidRPr="000A30E8">
        <w:rPr>
          <w:rStyle w:val="Taille-1Caracteres"/>
        </w:rPr>
        <w:t>ENÉ LE</w:t>
      </w:r>
      <w:r w:rsidRPr="000A30E8">
        <w:t xml:space="preserve"> F</w:t>
      </w:r>
      <w:r w:rsidRPr="000A30E8">
        <w:rPr>
          <w:rStyle w:val="Taille-1Caracteres"/>
        </w:rPr>
        <w:t>LORENTIN</w:t>
      </w:r>
      <w:r w:rsidRPr="000A30E8">
        <w:t xml:space="preserve">, </w:t>
      </w:r>
      <w:r w:rsidRPr="000A30E8">
        <w:rPr>
          <w:i/>
          <w:iCs/>
        </w:rPr>
        <w:t>d’une voix sombre</w:t>
      </w:r>
      <w:r w:rsidRPr="000A30E8">
        <w:t>. — Je l’ai trouvé : un quart de goutte du poison renfermé dans cet alambic suffit pour foudroyer qui le respire.</w:t>
      </w:r>
    </w:p>
    <w:p w14:paraId="7813357F" w14:textId="77777777" w:rsidR="00285C2D" w:rsidRPr="000A30E8" w:rsidRDefault="00285C2D" w:rsidP="00285C2D">
      <w:r w:rsidRPr="000A30E8">
        <w:t>C</w:t>
      </w:r>
      <w:r w:rsidRPr="000A30E8">
        <w:rPr>
          <w:rStyle w:val="Taille-1Caracteres"/>
        </w:rPr>
        <w:t>ATHERINE DE</w:t>
      </w:r>
      <w:r w:rsidRPr="000A30E8">
        <w:t xml:space="preserve"> M</w:t>
      </w:r>
      <w:r w:rsidRPr="000A30E8">
        <w:rPr>
          <w:rStyle w:val="Taille-1Caracteres"/>
        </w:rPr>
        <w:t>ÉDICIS</w:t>
      </w:r>
      <w:r w:rsidRPr="000A30E8">
        <w:t>. — Parfait. Tu verseras quelques gouttes de ce poison sur un bouquet de fleurs que tu feras parvenir au Capitaine des Pétardiers du roi.</w:t>
      </w:r>
    </w:p>
    <w:p w14:paraId="13F85016" w14:textId="77777777" w:rsidR="00285C2D" w:rsidRPr="000A30E8" w:rsidRDefault="00285C2D" w:rsidP="00285C2D">
      <w:r w:rsidRPr="000A30E8">
        <w:t>R</w:t>
      </w:r>
      <w:r w:rsidRPr="000A30E8">
        <w:rPr>
          <w:rStyle w:val="Taille-1Caracteres"/>
        </w:rPr>
        <w:t>ENÉ LE</w:t>
      </w:r>
      <w:r w:rsidRPr="000A30E8">
        <w:t xml:space="preserve"> F</w:t>
      </w:r>
      <w:r w:rsidRPr="000A30E8">
        <w:rPr>
          <w:rStyle w:val="Taille-1Caracteres"/>
        </w:rPr>
        <w:t>LORENTIN</w:t>
      </w:r>
      <w:r w:rsidRPr="000A30E8">
        <w:t>. — Ce bouquet ne semblera-t-il pas suspect au Pétardier ?</w:t>
      </w:r>
    </w:p>
    <w:p w14:paraId="382514B7" w14:textId="77777777" w:rsidR="00285C2D" w:rsidRPr="000A30E8" w:rsidRDefault="00285C2D" w:rsidP="00285C2D">
      <w:r w:rsidRPr="000A30E8">
        <w:t>C</w:t>
      </w:r>
      <w:r w:rsidRPr="000A30E8">
        <w:rPr>
          <w:rStyle w:val="Taille-1Caracteres"/>
        </w:rPr>
        <w:t>ATHERINE DE</w:t>
      </w:r>
      <w:r w:rsidRPr="000A30E8">
        <w:t xml:space="preserve"> M</w:t>
      </w:r>
      <w:r w:rsidRPr="000A30E8">
        <w:rPr>
          <w:rStyle w:val="Taille-1Caracteres"/>
        </w:rPr>
        <w:t>ÉDICIS</w:t>
      </w:r>
      <w:r w:rsidRPr="000A30E8">
        <w:t>. — Non. Mon fils Henri III a l’habitude d’envoyer des bouquets aux gentilshommes qu’il veut élever à la dignité de « mignons ». Le Capitaine des Pétardiers sera flatté. Il respirera sans méfiance le parfum des fleurs, le parfum qui tue. Adieu, René.</w:t>
      </w:r>
    </w:p>
    <w:p w14:paraId="01987738" w14:textId="77777777" w:rsidR="00285C2D" w:rsidRPr="000A30E8" w:rsidRDefault="00285C2D" w:rsidP="00285C2D">
      <w:pPr>
        <w:pStyle w:val="Titre3"/>
      </w:pPr>
      <w:bookmarkStart w:id="109" w:name="_Toc196330289"/>
      <w:r w:rsidRPr="000A30E8">
        <w:lastRenderedPageBreak/>
        <w:t>DEUXIÈME ACTE</w:t>
      </w:r>
      <w:r w:rsidRPr="000A30E8">
        <w:br/>
      </w:r>
      <w:r w:rsidRPr="000A30E8">
        <w:br/>
        <w:t>Le bouquet.</w:t>
      </w:r>
      <w:bookmarkEnd w:id="109"/>
    </w:p>
    <w:p w14:paraId="51223E70" w14:textId="77777777" w:rsidR="00285C2D" w:rsidRPr="000A30E8" w:rsidRDefault="00285C2D" w:rsidP="00285C2D">
      <w:pPr>
        <w:pStyle w:val="Centr"/>
        <w:rPr>
          <w:rStyle w:val="Taille-1Caracteres"/>
        </w:rPr>
      </w:pPr>
      <w:r w:rsidRPr="000A30E8">
        <w:rPr>
          <w:rStyle w:val="Taille-1Caracteres"/>
        </w:rPr>
        <w:t>La scène représente une salle du palais du Louvre.</w:t>
      </w:r>
    </w:p>
    <w:p w14:paraId="29C23724" w14:textId="77777777" w:rsidR="00285C2D" w:rsidRPr="000A30E8" w:rsidRDefault="00285C2D" w:rsidP="00285C2D">
      <w:r w:rsidRPr="000A30E8">
        <w:rPr>
          <w:szCs w:val="32"/>
        </w:rPr>
        <w:t>L</w:t>
      </w:r>
      <w:r w:rsidRPr="000A30E8">
        <w:rPr>
          <w:rStyle w:val="Taille-1Caracteres"/>
        </w:rPr>
        <w:t>E</w:t>
      </w:r>
      <w:r w:rsidRPr="000A30E8">
        <w:rPr>
          <w:szCs w:val="32"/>
        </w:rPr>
        <w:t xml:space="preserve"> C</w:t>
      </w:r>
      <w:r w:rsidRPr="000A30E8">
        <w:rPr>
          <w:rStyle w:val="Taille-1Caracteres"/>
        </w:rPr>
        <w:t>APITAINE DES</w:t>
      </w:r>
      <w:r w:rsidRPr="000A30E8">
        <w:rPr>
          <w:szCs w:val="32"/>
        </w:rPr>
        <w:t xml:space="preserve"> P</w:t>
      </w:r>
      <w:r w:rsidRPr="000A30E8">
        <w:rPr>
          <w:rStyle w:val="Taille-1Caracteres"/>
        </w:rPr>
        <w:t>ÉTARDIERS</w:t>
      </w:r>
      <w:r w:rsidRPr="000A30E8">
        <w:rPr>
          <w:szCs w:val="32"/>
        </w:rPr>
        <w:t>. — Je sais de source certaine que la reine mère a juré ma mort. Selon son habitude, en pareil cas, elle va m’envoyer un bouquet empoisonné.</w:t>
      </w:r>
    </w:p>
    <w:p w14:paraId="1ACA26F6" w14:textId="77777777" w:rsidR="00285C2D" w:rsidRPr="000A30E8" w:rsidRDefault="00285C2D" w:rsidP="00285C2D">
      <w:r w:rsidRPr="000A30E8">
        <w:t>L’A</w:t>
      </w:r>
      <w:r w:rsidRPr="000A30E8">
        <w:rPr>
          <w:rStyle w:val="Taille-1Caracteres"/>
        </w:rPr>
        <w:t>MI DU</w:t>
      </w:r>
      <w:r w:rsidRPr="000A30E8">
        <w:t xml:space="preserve"> P</w:t>
      </w:r>
      <w:r w:rsidRPr="000A30E8">
        <w:rPr>
          <w:rStyle w:val="Taille-1Caracteres"/>
        </w:rPr>
        <w:t>ÉTARDIER</w:t>
      </w:r>
      <w:r w:rsidRPr="000A30E8">
        <w:t>. — Il vous suffira de jeter le bouquet sans le sentir, pour éviter l’empoisonnement.</w:t>
      </w:r>
    </w:p>
    <w:p w14:paraId="58457EC3"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Impossible. La reine mère est rusée. Elle va me faire offrir ce bouquet devant tout le monde. Si je ne le sentais pas, j’aurais l’air d’avoir peur. Je le sentirai !</w:t>
      </w:r>
    </w:p>
    <w:p w14:paraId="7D1CDF0B" w14:textId="77777777" w:rsidR="00285C2D" w:rsidRPr="000A30E8" w:rsidRDefault="00285C2D" w:rsidP="00285C2D">
      <w:r w:rsidRPr="000A30E8">
        <w:t>L’A</w:t>
      </w:r>
      <w:r w:rsidRPr="000A30E8">
        <w:rPr>
          <w:rStyle w:val="Taille-1Caracteres"/>
        </w:rPr>
        <w:t>MI DU</w:t>
      </w:r>
      <w:r w:rsidRPr="000A30E8">
        <w:t xml:space="preserve"> P</w:t>
      </w:r>
      <w:r w:rsidRPr="000A30E8">
        <w:rPr>
          <w:rStyle w:val="Taille-1Caracteres"/>
        </w:rPr>
        <w:t>ÉTARDIER</w:t>
      </w:r>
      <w:r w:rsidRPr="000A30E8">
        <w:t>. — Mais alors, vous êtes un homme mort ! Justement, un laquais s’avance à travers la foule des courtisans. Il porte un bouquet d’une main et de l’autre se bouche hermétiquement les narines.</w:t>
      </w:r>
    </w:p>
    <w:p w14:paraId="57A5B1E4"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C’est sûrement le bouquet empoisonné.</w:t>
      </w:r>
    </w:p>
    <w:p w14:paraId="0AA64C47" w14:textId="77777777" w:rsidR="00285C2D" w:rsidRPr="000A30E8" w:rsidRDefault="00285C2D" w:rsidP="00285C2D">
      <w:r w:rsidRPr="000A30E8">
        <w:t>L</w:t>
      </w:r>
      <w:r w:rsidRPr="000A30E8">
        <w:rPr>
          <w:rStyle w:val="Taille-1Caracteres"/>
        </w:rPr>
        <w:t>E</w:t>
      </w:r>
      <w:r w:rsidRPr="000A30E8">
        <w:t xml:space="preserve"> L</w:t>
      </w:r>
      <w:r w:rsidRPr="000A30E8">
        <w:rPr>
          <w:rStyle w:val="Taille-1Caracteres"/>
        </w:rPr>
        <w:t>AQUAIS</w:t>
      </w:r>
      <w:r w:rsidRPr="000A30E8">
        <w:t xml:space="preserve">, </w:t>
      </w:r>
      <w:r w:rsidRPr="000A30E8">
        <w:rPr>
          <w:i/>
          <w:iCs/>
        </w:rPr>
        <w:t>tendant le bouquet au Capitaine</w:t>
      </w:r>
      <w:r w:rsidRPr="000A30E8">
        <w:t>. — Voici.</w:t>
      </w:r>
    </w:p>
    <w:p w14:paraId="28C8E81B" w14:textId="77777777" w:rsidR="00285C2D" w:rsidRPr="000A30E8" w:rsidRDefault="00285C2D" w:rsidP="00285C2D">
      <w:r w:rsidRPr="000A30E8">
        <w:t>L’A</w:t>
      </w:r>
      <w:r w:rsidRPr="000A30E8">
        <w:rPr>
          <w:rStyle w:val="Taille-1Caracteres"/>
        </w:rPr>
        <w:t>MI DU</w:t>
      </w:r>
      <w:r w:rsidRPr="000A30E8">
        <w:t xml:space="preserve"> P</w:t>
      </w:r>
      <w:r w:rsidRPr="000A30E8">
        <w:rPr>
          <w:rStyle w:val="Taille-1Caracteres"/>
        </w:rPr>
        <w:t>ÉTARDIER</w:t>
      </w:r>
      <w:r w:rsidRPr="000A30E8">
        <w:t>. — Que faites-vous, Capitaine ? Vous respirez ces fleurs empoisonnées ?</w:t>
      </w:r>
    </w:p>
    <w:p w14:paraId="3E7D2302" w14:textId="77777777" w:rsidR="00285C2D" w:rsidRPr="000A30E8" w:rsidRDefault="00285C2D" w:rsidP="00285C2D">
      <w:r w:rsidRPr="000A30E8">
        <w:t>L</w:t>
      </w:r>
      <w:r w:rsidRPr="000A30E8">
        <w:rPr>
          <w:rStyle w:val="Taille-1Caracteres"/>
        </w:rPr>
        <w:t xml:space="preserve">E </w:t>
      </w:r>
      <w:r w:rsidRPr="000A30E8">
        <w:t>C</w:t>
      </w:r>
      <w:r w:rsidRPr="000A30E8">
        <w:rPr>
          <w:rStyle w:val="Taille-1Caracteres"/>
        </w:rPr>
        <w:t>APITAINE DES</w:t>
      </w:r>
      <w:r w:rsidRPr="000A30E8">
        <w:t xml:space="preserve"> P</w:t>
      </w:r>
      <w:r w:rsidRPr="000A30E8">
        <w:rPr>
          <w:rStyle w:val="Taille-1Caracteres"/>
        </w:rPr>
        <w:t>ÉTARDIER</w:t>
      </w:r>
      <w:r w:rsidRPr="00C47A66">
        <w:rPr>
          <w:rStyle w:val="Taille-1Caracteres"/>
        </w:rPr>
        <w:t>S</w:t>
      </w:r>
      <w:r w:rsidRPr="000A30E8">
        <w:t>. — Oui. Je ne crains rien. En prévision de cet envoi de fleurs, je me promène depuis hier avec quatre livres de glace pilée sur le crâne. Regardez. (</w:t>
      </w:r>
      <w:r w:rsidRPr="000A30E8">
        <w:rPr>
          <w:i/>
          <w:iCs/>
        </w:rPr>
        <w:t>Il soulève son casque</w:t>
      </w:r>
      <w:r w:rsidRPr="000A30E8">
        <w:t>.)</w:t>
      </w:r>
    </w:p>
    <w:p w14:paraId="61B4DD57" w14:textId="77777777" w:rsidR="00285C2D" w:rsidRPr="000A30E8" w:rsidRDefault="00285C2D" w:rsidP="00285C2D">
      <w:r w:rsidRPr="000A30E8">
        <w:lastRenderedPageBreak/>
        <w:t>L’A</w:t>
      </w:r>
      <w:r w:rsidRPr="000A30E8">
        <w:rPr>
          <w:rStyle w:val="Taille-1Caracteres"/>
        </w:rPr>
        <w:t>MI DU</w:t>
      </w:r>
      <w:r w:rsidRPr="000A30E8">
        <w:t xml:space="preserve"> P</w:t>
      </w:r>
      <w:r w:rsidRPr="000A30E8">
        <w:rPr>
          <w:rStyle w:val="Taille-1Caracteres"/>
        </w:rPr>
        <w:t>ÉTARDIER</w:t>
      </w:r>
      <w:r w:rsidRPr="000A30E8">
        <w:t>. — C’est vrai. Mais je ne comprends pas…</w:t>
      </w:r>
    </w:p>
    <w:p w14:paraId="729C35BC"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Vous allez comprendre : la fraîcheur de cette glace pilée posée sur ma tête m’a donné un formidable rhume de cerveau. Je peux respirer sans crainte le bouquet de la reine mère. Son parfum mortel reste impuissant devant mon rhume de cerveau. Je ne le sens pas.</w:t>
      </w:r>
    </w:p>
    <w:p w14:paraId="6DC6530C" w14:textId="77777777" w:rsidR="00285C2D" w:rsidRPr="000A30E8" w:rsidRDefault="00285C2D" w:rsidP="00285C2D">
      <w:r w:rsidRPr="000A30E8">
        <w:t>C</w:t>
      </w:r>
      <w:r w:rsidRPr="000A30E8">
        <w:rPr>
          <w:rStyle w:val="Taille-1Caracteres"/>
        </w:rPr>
        <w:t>ATHERINE DE</w:t>
      </w:r>
      <w:r w:rsidRPr="000A30E8">
        <w:t xml:space="preserve"> M</w:t>
      </w:r>
      <w:r w:rsidRPr="000A30E8">
        <w:rPr>
          <w:rStyle w:val="Taille-1Caracteres"/>
        </w:rPr>
        <w:t>ÉDICIS</w:t>
      </w:r>
      <w:r w:rsidRPr="000A30E8">
        <w:t xml:space="preserve">, </w:t>
      </w:r>
      <w:r w:rsidRPr="000A30E8">
        <w:rPr>
          <w:i/>
          <w:iCs/>
        </w:rPr>
        <w:t>dissimulée derrière une tapisserie</w:t>
      </w:r>
      <w:r w:rsidRPr="000A30E8">
        <w:t>. — Ce premier moyen a parfaitement échoué. Courons chez René le Florentin. Par la Madone ! ce Pétardier saura ce qu’il en coûte de se jouer de la reine mère.</w:t>
      </w:r>
    </w:p>
    <w:p w14:paraId="6C6CE6F9" w14:textId="77777777" w:rsidR="00285C2D" w:rsidRPr="000A30E8" w:rsidRDefault="00285C2D" w:rsidP="00285C2D">
      <w:pPr>
        <w:pStyle w:val="Titre3"/>
      </w:pPr>
      <w:bookmarkStart w:id="110" w:name="_Toc196330290"/>
      <w:r w:rsidRPr="000A30E8">
        <w:t>TROISIÈME ACTE</w:t>
      </w:r>
      <w:r w:rsidRPr="000A30E8">
        <w:br/>
      </w:r>
      <w:r w:rsidRPr="000A30E8">
        <w:br/>
        <w:t>Un bienfait n’est jamais perdu.</w:t>
      </w:r>
      <w:bookmarkEnd w:id="110"/>
    </w:p>
    <w:p w14:paraId="28E5C2CA" w14:textId="77777777" w:rsidR="00285C2D" w:rsidRPr="000A30E8" w:rsidRDefault="00285C2D" w:rsidP="00285C2D">
      <w:pPr>
        <w:pStyle w:val="Centr"/>
        <w:rPr>
          <w:rStyle w:val="Taille-1Caracteres"/>
        </w:rPr>
      </w:pPr>
      <w:r w:rsidRPr="000A30E8">
        <w:rPr>
          <w:rStyle w:val="Taille-1Caracteres"/>
        </w:rPr>
        <w:t>La scène représente la chambre du Capitaine des Pétardiers.</w:t>
      </w:r>
    </w:p>
    <w:p w14:paraId="116E7B41" w14:textId="77777777" w:rsidR="00285C2D" w:rsidRPr="000A30E8" w:rsidRDefault="00285C2D" w:rsidP="00285C2D">
      <w:r w:rsidRPr="000A30E8">
        <w:rPr>
          <w:szCs w:val="32"/>
        </w:rPr>
        <w:t>L</w:t>
      </w:r>
      <w:r w:rsidRPr="000A30E8">
        <w:rPr>
          <w:rStyle w:val="Taille-1Caracteres"/>
        </w:rPr>
        <w:t>E</w:t>
      </w:r>
      <w:r w:rsidRPr="000A30E8">
        <w:rPr>
          <w:szCs w:val="32"/>
        </w:rPr>
        <w:t xml:space="preserve"> V</w:t>
      </w:r>
      <w:r w:rsidRPr="000A30E8">
        <w:rPr>
          <w:rStyle w:val="Taille-1Caracteres"/>
        </w:rPr>
        <w:t>ALET INQUIET</w:t>
      </w:r>
      <w:r w:rsidRPr="000A30E8">
        <w:rPr>
          <w:szCs w:val="32"/>
        </w:rPr>
        <w:t>. — Je tremble qu’il n’arrive malheur à mon maître. Voilà deux jours qu’il a reçu le bouquet empoisonné. Quelles ténébreuses machinations préparent en collaboration la reine mère et son maudit parfumeur René le Florentin ? Le diable seul peut le savoir. Mais voici mon maître.</w:t>
      </w:r>
    </w:p>
    <w:p w14:paraId="567B251C"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xml:space="preserve">, </w:t>
      </w:r>
      <w:r w:rsidRPr="000A30E8">
        <w:rPr>
          <w:i/>
          <w:iCs/>
        </w:rPr>
        <w:t>entrant avec un chat sur les bras</w:t>
      </w:r>
      <w:r w:rsidRPr="000A30E8">
        <w:t>. — J’ai trouvé ce petit chat abandonné. Je l’adopte, et dès aujourd’hui je le baptise : David. (</w:t>
      </w:r>
      <w:r w:rsidRPr="000A30E8">
        <w:rPr>
          <w:i/>
          <w:iCs/>
        </w:rPr>
        <w:t>Il pose le chat à terre</w:t>
      </w:r>
      <w:r w:rsidRPr="000A30E8">
        <w:t>.)</w:t>
      </w:r>
    </w:p>
    <w:p w14:paraId="4D4B7B5D"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ALET INQUIET</w:t>
      </w:r>
      <w:r w:rsidRPr="000A30E8">
        <w:t>. — Vous avez eu raison, Capitaine, de recueillir cette petite bête : un bienfait n’est jamais perdu.</w:t>
      </w:r>
    </w:p>
    <w:p w14:paraId="63C8709B" w14:textId="77777777" w:rsidR="00285C2D" w:rsidRPr="000A30E8" w:rsidRDefault="00285C2D" w:rsidP="00285C2D">
      <w:r w:rsidRPr="000A30E8">
        <w:lastRenderedPageBreak/>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Laisse-moi seul. J’attends une belle Inconnue qui me doit venir voir céans.</w:t>
      </w:r>
    </w:p>
    <w:p w14:paraId="1B94D1A3"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ALET INQUIET</w:t>
      </w:r>
      <w:r w:rsidRPr="000A30E8">
        <w:t>. — Méfiez-vous, Capitaine. N’est-ce point un nouveau piège de la reine mère ?</w:t>
      </w:r>
    </w:p>
    <w:p w14:paraId="373B2033"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Tu ne vois que piège partout ! Mais j’aperçois la belle Inconnue qui monte l’escalier. Va ! (</w:t>
      </w:r>
      <w:r w:rsidRPr="000A30E8">
        <w:rPr>
          <w:i/>
          <w:iCs/>
        </w:rPr>
        <w:t>Le Valet inquiet sort</w:t>
      </w:r>
      <w:r w:rsidRPr="000A30E8">
        <w:t>.) Entrez, belle Inconnue.</w:t>
      </w:r>
    </w:p>
    <w:p w14:paraId="724F1107" w14:textId="77777777" w:rsidR="00285C2D" w:rsidRPr="000A30E8" w:rsidRDefault="00285C2D" w:rsidP="00285C2D">
      <w:r w:rsidRPr="000A30E8">
        <w:t>L</w:t>
      </w:r>
      <w:r w:rsidRPr="000A30E8">
        <w:rPr>
          <w:rStyle w:val="Taille-1Caracteres"/>
        </w:rPr>
        <w:t>A BELLE</w:t>
      </w:r>
      <w:r w:rsidRPr="000A30E8">
        <w:t xml:space="preserve"> I</w:t>
      </w:r>
      <w:r w:rsidRPr="000A30E8">
        <w:rPr>
          <w:rStyle w:val="Taille-1Caracteres"/>
        </w:rPr>
        <w:t>NCONNUE</w:t>
      </w:r>
      <w:r w:rsidRPr="000A30E8">
        <w:t>. — Bonjour, beau Capitaine.</w:t>
      </w:r>
    </w:p>
    <w:p w14:paraId="5E4D24D7"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Oh ! comme vos lèvres sont magnifiquement rouges ! Jamais, foi de Pétardier, je ne vis lèvres plus vermeilles. Je brûle du désir d’y déposer un chaste baiser.</w:t>
      </w:r>
    </w:p>
    <w:p w14:paraId="508B2A24" w14:textId="77777777" w:rsidR="00285C2D" w:rsidRPr="000A30E8" w:rsidRDefault="00285C2D" w:rsidP="00285C2D">
      <w:r w:rsidRPr="000A30E8">
        <w:t>L</w:t>
      </w:r>
      <w:r w:rsidRPr="000A30E8">
        <w:rPr>
          <w:rStyle w:val="Taille-1Caracteres"/>
        </w:rPr>
        <w:t>A BELLE</w:t>
      </w:r>
      <w:r w:rsidRPr="000A30E8">
        <w:t xml:space="preserve"> I</w:t>
      </w:r>
      <w:r w:rsidRPr="000A30E8">
        <w:rPr>
          <w:rStyle w:val="Taille-1Caracteres"/>
        </w:rPr>
        <w:t>NCONNUE</w:t>
      </w:r>
      <w:r w:rsidRPr="000A30E8">
        <w:t xml:space="preserve">, </w:t>
      </w:r>
      <w:r w:rsidRPr="000A30E8">
        <w:rPr>
          <w:i/>
          <w:iCs/>
        </w:rPr>
        <w:t>baissant les yeux</w:t>
      </w:r>
      <w:r w:rsidRPr="000A30E8">
        <w:t>. — Je veux bien que vous m’embrassiez sur la bouche.</w:t>
      </w:r>
    </w:p>
    <w:p w14:paraId="05DC7F59"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Ciel ! le chat que j’ai recueilli s’avance sur la belle Inconnue et lui mord les lèvres à pleines dents ! Mais, que vois-je ! C’étaient de fausses lèvres collées sur les véritables. Le chat les tire à lui. Elles se décollent complètement. L’animal, affamé, les dévore avec avidité. Que veut dire ceci ? Parlez, belle Inconnue.</w:t>
      </w:r>
    </w:p>
    <w:p w14:paraId="770E2BC1" w14:textId="77777777" w:rsidR="00285C2D" w:rsidRPr="000A30E8" w:rsidRDefault="00285C2D" w:rsidP="00285C2D">
      <w:r w:rsidRPr="000A30E8">
        <w:t>L</w:t>
      </w:r>
      <w:r w:rsidRPr="000A30E8">
        <w:rPr>
          <w:rStyle w:val="Taille-1Caracteres"/>
        </w:rPr>
        <w:t>A BELLE</w:t>
      </w:r>
      <w:r w:rsidRPr="000A30E8">
        <w:t xml:space="preserve"> I</w:t>
      </w:r>
      <w:r w:rsidRPr="000A30E8">
        <w:rPr>
          <w:rStyle w:val="Taille-1Caracteres"/>
        </w:rPr>
        <w:t>NCONNUE</w:t>
      </w:r>
      <w:r w:rsidRPr="000A30E8">
        <w:t>. — Pitié ! Je ne suis qu’un instrument entre les mains de la reine mère.</w:t>
      </w:r>
    </w:p>
    <w:p w14:paraId="75B194AE"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La reine mère ?</w:t>
      </w:r>
    </w:p>
    <w:p w14:paraId="38A1C3EF" w14:textId="77777777" w:rsidR="00285C2D" w:rsidRPr="000A30E8" w:rsidRDefault="00285C2D" w:rsidP="00285C2D">
      <w:r w:rsidRPr="000A30E8">
        <w:t>L</w:t>
      </w:r>
      <w:r w:rsidRPr="000A30E8">
        <w:rPr>
          <w:rStyle w:val="Taille-1Caracteres"/>
        </w:rPr>
        <w:t>A BELLE</w:t>
      </w:r>
      <w:r w:rsidRPr="000A30E8">
        <w:t xml:space="preserve"> I</w:t>
      </w:r>
      <w:r w:rsidRPr="000A30E8">
        <w:rPr>
          <w:rStyle w:val="Taille-1Caracteres"/>
        </w:rPr>
        <w:t>NCONNUE</w:t>
      </w:r>
      <w:r w:rsidRPr="000A30E8">
        <w:t>. — Oui. Je suis chambrière de Catherine de Médicis. Sur son ordre, René le Florentin m’a collé de fausses lèvres en mou de veau.</w:t>
      </w:r>
    </w:p>
    <w:p w14:paraId="30E670E1" w14:textId="77777777" w:rsidR="00285C2D" w:rsidRPr="000A30E8" w:rsidRDefault="00285C2D" w:rsidP="00285C2D">
      <w:r w:rsidRPr="000A30E8">
        <w:lastRenderedPageBreak/>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En mou de veau ! Ah ! Je comprends maintenant pourquoi David s’est élancé sur vos lèvres.</w:t>
      </w:r>
    </w:p>
    <w:p w14:paraId="13854567" w14:textId="77777777" w:rsidR="00285C2D" w:rsidRPr="000A30E8" w:rsidRDefault="00285C2D" w:rsidP="00285C2D">
      <w:r w:rsidRPr="000A30E8">
        <w:t>L</w:t>
      </w:r>
      <w:r w:rsidRPr="000A30E8">
        <w:rPr>
          <w:rStyle w:val="Taille-1Caracteres"/>
        </w:rPr>
        <w:t>A BELLE</w:t>
      </w:r>
      <w:r w:rsidRPr="000A30E8">
        <w:t xml:space="preserve"> I</w:t>
      </w:r>
      <w:r w:rsidRPr="000A30E8">
        <w:rPr>
          <w:rStyle w:val="Taille-1Caracteres"/>
        </w:rPr>
        <w:t>NCONNUE</w:t>
      </w:r>
      <w:r w:rsidRPr="000A30E8">
        <w:t>. — Ce n’est pas tout. Ce mou de veau… oh ! c’est horrible !</w:t>
      </w:r>
    </w:p>
    <w:p w14:paraId="7AC435D7"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Parlez ! Ce mou de veau ?…</w:t>
      </w:r>
    </w:p>
    <w:p w14:paraId="54526680" w14:textId="77777777" w:rsidR="00285C2D" w:rsidRPr="000A30E8" w:rsidRDefault="00285C2D" w:rsidP="00285C2D">
      <w:r w:rsidRPr="000A30E8">
        <w:t>L</w:t>
      </w:r>
      <w:r w:rsidRPr="000A30E8">
        <w:rPr>
          <w:rStyle w:val="Taille-1Caracteres"/>
        </w:rPr>
        <w:t>A BELLE</w:t>
      </w:r>
      <w:r w:rsidRPr="000A30E8">
        <w:t xml:space="preserve"> I</w:t>
      </w:r>
      <w:r w:rsidRPr="000A30E8">
        <w:rPr>
          <w:rStyle w:val="Taille-1Caracteres"/>
        </w:rPr>
        <w:t>NCONNUE</w:t>
      </w:r>
      <w:r w:rsidRPr="000A30E8">
        <w:t>. — Ce mou de veau était empoisonné !</w:t>
      </w:r>
    </w:p>
    <w:p w14:paraId="78331DD4"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Misérable ! Voilà pourquoi vous vouliez que je vous embrasse sur la bouche ! Vos lèvres en mou de veau s’offraient à moi pour un baiser de mort !</w:t>
      </w:r>
    </w:p>
    <w:p w14:paraId="5C0C4C58"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ALET INQUIET</w:t>
      </w:r>
      <w:r w:rsidRPr="000A30E8">
        <w:t xml:space="preserve">, </w:t>
      </w:r>
      <w:r w:rsidRPr="000A30E8">
        <w:rPr>
          <w:i/>
          <w:iCs/>
        </w:rPr>
        <w:t>accourant</w:t>
      </w:r>
      <w:r w:rsidRPr="000A30E8">
        <w:t>. — Que se passe-t-il ? Ciel ! le petit chat est mort !</w:t>
      </w:r>
    </w:p>
    <w:p w14:paraId="5ED9AF66"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Pauvre David ! Grâce à lui, je viens d’échapper au poison du Florentin.</w:t>
      </w:r>
    </w:p>
    <w:p w14:paraId="602AB751"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ALET INQUIET</w:t>
      </w:r>
      <w:r w:rsidRPr="000A30E8">
        <w:t>. — Je vous l’avais bien dit, Capitaine : un bienfait n’est jamais perdu.</w:t>
      </w:r>
    </w:p>
    <w:p w14:paraId="61C78168" w14:textId="77777777" w:rsidR="00285C2D" w:rsidRPr="000A30E8" w:rsidRDefault="00285C2D" w:rsidP="00285C2D">
      <w:pPr>
        <w:pStyle w:val="Titre3"/>
      </w:pPr>
      <w:bookmarkStart w:id="111" w:name="_Toc196330291"/>
      <w:r w:rsidRPr="000A30E8">
        <w:t>QUATRIÈME ACTE </w:t>
      </w:r>
      <w:r w:rsidRPr="000A30E8">
        <w:br/>
      </w:r>
      <w:r w:rsidRPr="000A30E8">
        <w:br/>
        <w:t>Sombres projets.</w:t>
      </w:r>
      <w:bookmarkEnd w:id="111"/>
    </w:p>
    <w:p w14:paraId="3DBC4A99" w14:textId="77777777" w:rsidR="00285C2D" w:rsidRPr="000A30E8" w:rsidRDefault="00285C2D" w:rsidP="00285C2D">
      <w:pPr>
        <w:pStyle w:val="Centr"/>
        <w:rPr>
          <w:rStyle w:val="Taille-1Caracteres"/>
        </w:rPr>
      </w:pPr>
      <w:r w:rsidRPr="000A30E8">
        <w:rPr>
          <w:rStyle w:val="Taille-1Caracteres"/>
        </w:rPr>
        <w:t>La scène représente la chambre de René le Florentin.</w:t>
      </w:r>
    </w:p>
    <w:p w14:paraId="7B86A4EC" w14:textId="77777777" w:rsidR="00285C2D" w:rsidRPr="000A30E8" w:rsidRDefault="00285C2D" w:rsidP="00285C2D">
      <w:r w:rsidRPr="000A30E8">
        <w:rPr>
          <w:szCs w:val="32"/>
        </w:rPr>
        <w:t>C</w:t>
      </w:r>
      <w:r w:rsidRPr="000A30E8">
        <w:rPr>
          <w:rStyle w:val="Taille-1Caracteres"/>
        </w:rPr>
        <w:t>ATHERINE DE</w:t>
      </w:r>
      <w:r w:rsidRPr="000A30E8">
        <w:rPr>
          <w:szCs w:val="32"/>
        </w:rPr>
        <w:t xml:space="preserve"> M</w:t>
      </w:r>
      <w:r w:rsidRPr="000A30E8">
        <w:rPr>
          <w:rStyle w:val="Taille-1Caracteres"/>
        </w:rPr>
        <w:t>ÉDICIS</w:t>
      </w:r>
      <w:r w:rsidRPr="000A30E8">
        <w:rPr>
          <w:szCs w:val="32"/>
        </w:rPr>
        <w:t xml:space="preserve">. — Le Pétardier nous échappe encore une fois. Qu’imaginer pour arriver à l’empoisonner ? </w:t>
      </w:r>
      <w:r w:rsidRPr="000A30E8">
        <w:rPr>
          <w:szCs w:val="32"/>
        </w:rPr>
        <w:lastRenderedPageBreak/>
        <w:t>Sa méfiance est éveillée. Il ne mange et ne boit plus rien qui ne soit au préalable goûté par son grand-père. Depuis l’affaire des lèvres en mou de veau, le Capitaine est aussi prudent qu’un serpent.</w:t>
      </w:r>
    </w:p>
    <w:p w14:paraId="7771EDAA" w14:textId="77777777" w:rsidR="00285C2D" w:rsidRPr="000A30E8" w:rsidRDefault="00285C2D" w:rsidP="00285C2D">
      <w:r w:rsidRPr="000A30E8">
        <w:t>R</w:t>
      </w:r>
      <w:r w:rsidRPr="000A30E8">
        <w:rPr>
          <w:rStyle w:val="Taille-1Caracteres"/>
        </w:rPr>
        <w:t>ENÉ LE</w:t>
      </w:r>
      <w:r w:rsidRPr="000A30E8">
        <w:t xml:space="preserve"> F</w:t>
      </w:r>
      <w:r w:rsidRPr="000A30E8">
        <w:rPr>
          <w:rStyle w:val="Taille-1Caracteres"/>
        </w:rPr>
        <w:t>LORENTIN</w:t>
      </w:r>
      <w:r w:rsidRPr="000A30E8">
        <w:t xml:space="preserve">, </w:t>
      </w:r>
      <w:r w:rsidRPr="000A30E8">
        <w:rPr>
          <w:i/>
          <w:iCs/>
        </w:rPr>
        <w:t>bondissant</w:t>
      </w:r>
      <w:r w:rsidRPr="000A30E8">
        <w:t>. — Un serpent ! La voilà, l’idée ! Il faut faire piquer le Pétardier par un serpent.</w:t>
      </w:r>
    </w:p>
    <w:p w14:paraId="68B77D61" w14:textId="77777777" w:rsidR="00285C2D" w:rsidRPr="000A30E8" w:rsidRDefault="00285C2D" w:rsidP="00285C2D">
      <w:r w:rsidRPr="000A30E8">
        <w:t>C</w:t>
      </w:r>
      <w:r w:rsidRPr="000A30E8">
        <w:rPr>
          <w:rStyle w:val="Taille-1Caracteres"/>
        </w:rPr>
        <w:t>ATHERINE DE</w:t>
      </w:r>
      <w:r w:rsidRPr="000A30E8">
        <w:t xml:space="preserve"> M</w:t>
      </w:r>
      <w:r w:rsidRPr="000A30E8">
        <w:rPr>
          <w:rStyle w:val="Taille-1Caracteres"/>
        </w:rPr>
        <w:t>ÉDICIS</w:t>
      </w:r>
      <w:r w:rsidRPr="000A30E8">
        <w:t>. — Oui. Mais possèdes-tu un reptile céans ?</w:t>
      </w:r>
    </w:p>
    <w:p w14:paraId="6251DE5C" w14:textId="77777777" w:rsidR="00285C2D" w:rsidRPr="000A30E8" w:rsidRDefault="00285C2D" w:rsidP="00285C2D">
      <w:r w:rsidRPr="000A30E8">
        <w:t>R</w:t>
      </w:r>
      <w:r w:rsidRPr="000A30E8">
        <w:rPr>
          <w:rStyle w:val="Taille-1Caracteres"/>
        </w:rPr>
        <w:t>ENÉ LE</w:t>
      </w:r>
      <w:r w:rsidRPr="000A30E8">
        <w:t xml:space="preserve"> F</w:t>
      </w:r>
      <w:r w:rsidRPr="000A30E8">
        <w:rPr>
          <w:rStyle w:val="Taille-1Caracteres"/>
        </w:rPr>
        <w:t>LORENTIN</w:t>
      </w:r>
      <w:r w:rsidRPr="000A30E8">
        <w:t>. — Non. Mais j’ai dans mon laboratoire une énorme peau de cobra capello. Maigre comme je suis, il me sera facile de me glisser dans cette peau de serpent pour aller piquer le Pétardier.</w:t>
      </w:r>
    </w:p>
    <w:p w14:paraId="79CC4D61" w14:textId="77777777" w:rsidR="00285C2D" w:rsidRPr="000A30E8" w:rsidRDefault="00285C2D" w:rsidP="00285C2D">
      <w:r w:rsidRPr="000A30E8">
        <w:t>C</w:t>
      </w:r>
      <w:r w:rsidRPr="000A30E8">
        <w:rPr>
          <w:rStyle w:val="Taille-1Caracteres"/>
        </w:rPr>
        <w:t>ATHERINE DE</w:t>
      </w:r>
      <w:r w:rsidRPr="000A30E8">
        <w:t xml:space="preserve"> M</w:t>
      </w:r>
      <w:r w:rsidRPr="000A30E8">
        <w:rPr>
          <w:rStyle w:val="Taille-1Caracteres"/>
        </w:rPr>
        <w:t>ÉDICIS</w:t>
      </w:r>
      <w:r w:rsidRPr="000A30E8">
        <w:t>. — Deviens-tu fol, René ? Ta morsure n’est pas venimeuse ?</w:t>
      </w:r>
    </w:p>
    <w:p w14:paraId="2DC179E6" w14:textId="77777777" w:rsidR="00285C2D" w:rsidRPr="000A30E8" w:rsidRDefault="00285C2D" w:rsidP="00285C2D">
      <w:r w:rsidRPr="000A30E8">
        <w:t>R</w:t>
      </w:r>
      <w:r w:rsidRPr="000A30E8">
        <w:rPr>
          <w:rStyle w:val="Taille-1Caracteres"/>
        </w:rPr>
        <w:t>ENÉ LE</w:t>
      </w:r>
      <w:r w:rsidRPr="000A30E8">
        <w:t xml:space="preserve"> F</w:t>
      </w:r>
      <w:r w:rsidRPr="000A30E8">
        <w:rPr>
          <w:rStyle w:val="Taille-1Caracteres"/>
        </w:rPr>
        <w:t>LORENTIN</w:t>
      </w:r>
      <w:r w:rsidRPr="000A30E8">
        <w:t>. — Non. Mais je vais me fabriquer deux crochets à venin artificiels semblables à ceux des reptiles. Je tremperai l’extrémité de ces crochets dans mon plus mortel poison, et que ma barbe s’envole si je ne deviens pas aussi dangereux qu’un scorpion !</w:t>
      </w:r>
    </w:p>
    <w:p w14:paraId="726E498A" w14:textId="77777777" w:rsidR="00285C2D" w:rsidRPr="000A30E8" w:rsidRDefault="00285C2D" w:rsidP="00285C2D">
      <w:r w:rsidRPr="000A30E8">
        <w:t>C</w:t>
      </w:r>
      <w:r w:rsidRPr="000A30E8">
        <w:rPr>
          <w:rStyle w:val="Taille-1Caracteres"/>
        </w:rPr>
        <w:t>ATHERINE DE</w:t>
      </w:r>
      <w:r w:rsidRPr="000A30E8">
        <w:t xml:space="preserve"> M</w:t>
      </w:r>
      <w:r w:rsidRPr="000A30E8">
        <w:rPr>
          <w:rStyle w:val="Taille-1Caracteres"/>
        </w:rPr>
        <w:t>ÉDICIS</w:t>
      </w:r>
      <w:r w:rsidRPr="000A30E8">
        <w:t>. — Merveilleuse idée !</w:t>
      </w:r>
    </w:p>
    <w:p w14:paraId="0C081CEF" w14:textId="77777777" w:rsidR="00285C2D" w:rsidRPr="000A30E8" w:rsidRDefault="00285C2D" w:rsidP="00285C2D">
      <w:r w:rsidRPr="000A30E8">
        <w:t>R</w:t>
      </w:r>
      <w:r w:rsidRPr="000A30E8">
        <w:rPr>
          <w:rStyle w:val="Taille-1Caracteres"/>
        </w:rPr>
        <w:t>ENÉ LE</w:t>
      </w:r>
      <w:r w:rsidRPr="000A30E8">
        <w:t xml:space="preserve"> F</w:t>
      </w:r>
      <w:r w:rsidRPr="000A30E8">
        <w:rPr>
          <w:rStyle w:val="Taille-1Caracteres"/>
        </w:rPr>
        <w:t>LORENTIN</w:t>
      </w:r>
      <w:r w:rsidRPr="000A30E8">
        <w:t>. — Dès demain, habillé de ma peau de cobra et les crochets aux dents, je m’embusque dans le jardin du Pétardier.</w:t>
      </w:r>
    </w:p>
    <w:p w14:paraId="2E4AC295" w14:textId="77777777" w:rsidR="00285C2D" w:rsidRPr="000A30E8" w:rsidRDefault="00285C2D" w:rsidP="00285C2D">
      <w:pPr>
        <w:pStyle w:val="Titre3"/>
      </w:pPr>
      <w:bookmarkStart w:id="112" w:name="_Toc196330292"/>
      <w:r w:rsidRPr="000A30E8">
        <w:lastRenderedPageBreak/>
        <w:t>CINQUIÈME ACTE</w:t>
      </w:r>
      <w:r w:rsidRPr="000A30E8">
        <w:br/>
      </w:r>
      <w:r w:rsidRPr="000A30E8">
        <w:br/>
        <w:t>Serpent et Pétardier.</w:t>
      </w:r>
      <w:bookmarkEnd w:id="112"/>
    </w:p>
    <w:p w14:paraId="0517AC18" w14:textId="77777777" w:rsidR="00285C2D" w:rsidRPr="000A30E8" w:rsidRDefault="00285C2D" w:rsidP="00285C2D">
      <w:pPr>
        <w:pStyle w:val="Centr"/>
        <w:rPr>
          <w:rStyle w:val="Taille-1Caracteres"/>
        </w:rPr>
      </w:pPr>
      <w:r w:rsidRPr="000A30E8">
        <w:rPr>
          <w:rStyle w:val="Taille-1Caracteres"/>
        </w:rPr>
        <w:t>La scène représente le jardin du Capitaine des Pétardiers.</w:t>
      </w:r>
    </w:p>
    <w:p w14:paraId="7831BFA6" w14:textId="77777777" w:rsidR="00285C2D" w:rsidRPr="000A30E8" w:rsidRDefault="00285C2D" w:rsidP="00285C2D">
      <w:r w:rsidRPr="000A30E8">
        <w:rPr>
          <w:szCs w:val="32"/>
        </w:rPr>
        <w:t>R</w:t>
      </w:r>
      <w:r w:rsidRPr="000A30E8">
        <w:rPr>
          <w:rStyle w:val="Taille-1Caracteres"/>
        </w:rPr>
        <w:t>ENÉ LE</w:t>
      </w:r>
      <w:r w:rsidRPr="000A30E8">
        <w:rPr>
          <w:szCs w:val="32"/>
        </w:rPr>
        <w:t xml:space="preserve"> F</w:t>
      </w:r>
      <w:r w:rsidRPr="000A30E8">
        <w:rPr>
          <w:rStyle w:val="Taille-1Caracteres"/>
        </w:rPr>
        <w:t>LORENTIN</w:t>
      </w:r>
      <w:r w:rsidRPr="000A30E8">
        <w:rPr>
          <w:szCs w:val="32"/>
        </w:rPr>
        <w:t xml:space="preserve">, </w:t>
      </w:r>
      <w:r w:rsidRPr="000A30E8">
        <w:rPr>
          <w:i/>
          <w:iCs/>
          <w:szCs w:val="32"/>
        </w:rPr>
        <w:t>dans une peau de cobra</w:t>
      </w:r>
      <w:r w:rsidRPr="000A30E8">
        <w:rPr>
          <w:szCs w:val="32"/>
        </w:rPr>
        <w:t>. — Serré et mal à l’aise dans cette peau de cobra capello, j’attends, dissimulé dans ce massif de fleurs, que le Pétardier descende au jardin. Mais le voici.</w:t>
      </w:r>
    </w:p>
    <w:p w14:paraId="27924695"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Par cette tiède matinée de juillet, il est doux de faire à petits pas le tour de son jardin. Mais que vois-je ? Un énorme serpent dans ce massif de fleurs ! Il s’avance vers moi en rampant. Que faire ?</w:t>
      </w:r>
    </w:p>
    <w:p w14:paraId="31AA7E99" w14:textId="77777777" w:rsidR="00285C2D" w:rsidRPr="000A30E8" w:rsidRDefault="00285C2D" w:rsidP="00285C2D">
      <w:r w:rsidRPr="000A30E8">
        <w:t>R</w:t>
      </w:r>
      <w:r w:rsidRPr="000A30E8">
        <w:rPr>
          <w:rStyle w:val="Taille-1Caracteres"/>
        </w:rPr>
        <w:t>ENÉ LE</w:t>
      </w:r>
      <w:r w:rsidRPr="000A30E8">
        <w:t xml:space="preserve"> F</w:t>
      </w:r>
      <w:r w:rsidRPr="000A30E8">
        <w:rPr>
          <w:rStyle w:val="Taille-1Caracteres"/>
        </w:rPr>
        <w:t>LORENTIN</w:t>
      </w:r>
      <w:r w:rsidRPr="000A30E8">
        <w:t xml:space="preserve">, </w:t>
      </w:r>
      <w:r w:rsidRPr="000A30E8">
        <w:rPr>
          <w:i/>
          <w:iCs/>
        </w:rPr>
        <w:t>à part</w:t>
      </w:r>
      <w:r w:rsidRPr="000A30E8">
        <w:t>. — Dans quelques secondes mes crochets à venin artificiel que je serre entre mes dents piqueront mortellement le Pétardier.</w:t>
      </w:r>
    </w:p>
    <w:p w14:paraId="74C77D75" w14:textId="77777777" w:rsidR="00285C2D" w:rsidRPr="000A30E8" w:rsidRDefault="00285C2D" w:rsidP="00285C2D">
      <w:pPr>
        <w:rPr>
          <w:lang w:val="en-US"/>
        </w:rPr>
      </w:pPr>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xml:space="preserve">. — Oh ! quelle idée ! Je me souviens d’une mélopée arabe que chantent les charmeurs de serpents pour se rendre maîtres des reptiles. </w:t>
      </w:r>
      <w:r w:rsidRPr="000A30E8">
        <w:rPr>
          <w:lang w:val="en-US"/>
        </w:rPr>
        <w:t>(</w:t>
      </w:r>
      <w:r w:rsidRPr="000A30E8">
        <w:rPr>
          <w:i/>
          <w:iCs/>
          <w:lang w:val="en-US"/>
        </w:rPr>
        <w:t>Il chante en arabe</w:t>
      </w:r>
      <w:r w:rsidRPr="000A30E8">
        <w:rPr>
          <w:lang w:val="en-US"/>
        </w:rPr>
        <w:t>.)</w:t>
      </w:r>
    </w:p>
    <w:p w14:paraId="2424F574" w14:textId="77777777" w:rsidR="00285C2D" w:rsidRPr="000A30E8" w:rsidRDefault="00285C2D" w:rsidP="00285C2D">
      <w:pPr>
        <w:pStyle w:val="CentrEspAvt0EspApr0"/>
        <w:rPr>
          <w:lang w:val="en-US"/>
        </w:rPr>
      </w:pPr>
      <w:r w:rsidRPr="000A30E8">
        <w:rPr>
          <w:lang w:val="en-US"/>
        </w:rPr>
        <w:t>You ! You ! You ! You ! You ! You ! You !</w:t>
      </w:r>
    </w:p>
    <w:p w14:paraId="38E93809" w14:textId="77777777" w:rsidR="00285C2D" w:rsidRPr="000A30E8" w:rsidRDefault="00285C2D" w:rsidP="00285C2D">
      <w:pPr>
        <w:pStyle w:val="CentrEspAvt0EspApr0"/>
        <w:rPr>
          <w:szCs w:val="32"/>
          <w:lang w:val="en-US"/>
        </w:rPr>
      </w:pPr>
      <w:r w:rsidRPr="000A30E8">
        <w:rPr>
          <w:szCs w:val="32"/>
          <w:lang w:val="en-US"/>
        </w:rPr>
        <w:t>You ! (</w:t>
      </w:r>
      <w:r w:rsidRPr="000A30E8">
        <w:rPr>
          <w:i/>
          <w:iCs/>
          <w:szCs w:val="32"/>
          <w:lang w:val="en-US"/>
        </w:rPr>
        <w:t>bis</w:t>
      </w:r>
      <w:r w:rsidRPr="000A30E8">
        <w:rPr>
          <w:szCs w:val="32"/>
          <w:lang w:val="en-US"/>
        </w:rPr>
        <w:t>).</w:t>
      </w:r>
    </w:p>
    <w:p w14:paraId="66178364" w14:textId="77777777" w:rsidR="00285C2D" w:rsidRPr="00285C2D" w:rsidRDefault="00285C2D" w:rsidP="00285C2D">
      <w:pPr>
        <w:pStyle w:val="CentrEspAvt0EspApr0"/>
        <w:rPr>
          <w:szCs w:val="32"/>
          <w:lang w:val="en-US"/>
        </w:rPr>
      </w:pPr>
      <w:r w:rsidRPr="000A30E8">
        <w:rPr>
          <w:szCs w:val="32"/>
          <w:lang w:val="en-US"/>
        </w:rPr>
        <w:t xml:space="preserve">You ! You ! </w:t>
      </w:r>
      <w:r w:rsidRPr="00285C2D">
        <w:rPr>
          <w:szCs w:val="32"/>
          <w:lang w:val="en-US"/>
        </w:rPr>
        <w:t>You ! You ! You ! You ! You !</w:t>
      </w:r>
    </w:p>
    <w:p w14:paraId="2F18702A" w14:textId="77777777" w:rsidR="00285C2D" w:rsidRPr="000A30E8" w:rsidRDefault="00285C2D" w:rsidP="00285C2D">
      <w:pPr>
        <w:pStyle w:val="CentrEspAvt0EspApr0"/>
      </w:pPr>
      <w:r w:rsidRPr="000A30E8">
        <w:rPr>
          <w:szCs w:val="32"/>
        </w:rPr>
        <w:t>You ! (</w:t>
      </w:r>
      <w:r w:rsidRPr="000A30E8">
        <w:rPr>
          <w:i/>
          <w:iCs/>
          <w:szCs w:val="32"/>
        </w:rPr>
        <w:t>ter</w:t>
      </w:r>
      <w:r w:rsidRPr="000A30E8">
        <w:rPr>
          <w:szCs w:val="32"/>
        </w:rPr>
        <w:t>).</w:t>
      </w:r>
    </w:p>
    <w:p w14:paraId="5793D71E" w14:textId="77777777" w:rsidR="00285C2D" w:rsidRPr="000A30E8" w:rsidRDefault="00285C2D" w:rsidP="00285C2D">
      <w:r w:rsidRPr="000A30E8">
        <w:rPr>
          <w:szCs w:val="32"/>
        </w:rPr>
        <w:t>R</w:t>
      </w:r>
      <w:r w:rsidRPr="000A30E8">
        <w:rPr>
          <w:rStyle w:val="Taille-1Caracteres"/>
        </w:rPr>
        <w:t>ENÉ LE</w:t>
      </w:r>
      <w:r w:rsidRPr="000A30E8">
        <w:rPr>
          <w:szCs w:val="32"/>
        </w:rPr>
        <w:t xml:space="preserve"> F</w:t>
      </w:r>
      <w:r w:rsidRPr="000A30E8">
        <w:rPr>
          <w:rStyle w:val="Taille-1Caracteres"/>
        </w:rPr>
        <w:t>LORENTIN</w:t>
      </w:r>
      <w:r w:rsidRPr="000A30E8">
        <w:rPr>
          <w:szCs w:val="32"/>
        </w:rPr>
        <w:t xml:space="preserve">, </w:t>
      </w:r>
      <w:r w:rsidRPr="000A30E8">
        <w:rPr>
          <w:i/>
          <w:iCs/>
          <w:szCs w:val="32"/>
        </w:rPr>
        <w:t>à part</w:t>
      </w:r>
      <w:r w:rsidRPr="000A30E8">
        <w:rPr>
          <w:szCs w:val="32"/>
        </w:rPr>
        <w:t>. — Malheur ! Je suis tellement dans la peau de mon rôle de serpent que cette étrange chanson me trouble malgré moi. Cette mélopée bizarre me charme petit à petit.</w:t>
      </w:r>
    </w:p>
    <w:p w14:paraId="5DB08E43" w14:textId="77777777" w:rsidR="00285C2D" w:rsidRPr="000A30E8" w:rsidRDefault="00285C2D" w:rsidP="00285C2D">
      <w:r w:rsidRPr="000A30E8">
        <w:lastRenderedPageBreak/>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Le cobra capello s’arrête pour écouter. Continuons le deuxième couplet. (</w:t>
      </w:r>
      <w:r w:rsidRPr="000A30E8">
        <w:rPr>
          <w:i/>
          <w:iCs/>
        </w:rPr>
        <w:t>Il chante</w:t>
      </w:r>
      <w:r w:rsidRPr="000A30E8">
        <w:t>.)</w:t>
      </w:r>
    </w:p>
    <w:p w14:paraId="594E7D8D" w14:textId="77777777" w:rsidR="00285C2D" w:rsidRPr="000A30E8" w:rsidRDefault="00285C2D" w:rsidP="00285C2D">
      <w:pPr>
        <w:pStyle w:val="CentrEspAvt0EspApr0"/>
        <w:rPr>
          <w:lang w:val="en-US"/>
        </w:rPr>
      </w:pPr>
      <w:r w:rsidRPr="000A30E8">
        <w:t xml:space="preserve">You ! You ! You ! You ! </w:t>
      </w:r>
      <w:r w:rsidRPr="000A30E8">
        <w:rPr>
          <w:lang w:val="en-US"/>
        </w:rPr>
        <w:t>You ! You ! You !</w:t>
      </w:r>
    </w:p>
    <w:p w14:paraId="33336290" w14:textId="77777777" w:rsidR="00285C2D" w:rsidRPr="000A30E8" w:rsidRDefault="00285C2D" w:rsidP="00285C2D">
      <w:pPr>
        <w:pStyle w:val="CentrEspAvt0EspApr0"/>
        <w:rPr>
          <w:szCs w:val="32"/>
          <w:lang w:val="en-US"/>
        </w:rPr>
      </w:pPr>
      <w:r w:rsidRPr="000A30E8">
        <w:rPr>
          <w:szCs w:val="32"/>
          <w:lang w:val="en-US"/>
        </w:rPr>
        <w:t>You ! (</w:t>
      </w:r>
      <w:r w:rsidRPr="000A30E8">
        <w:rPr>
          <w:i/>
          <w:iCs/>
          <w:szCs w:val="32"/>
          <w:lang w:val="en-US"/>
        </w:rPr>
        <w:t>bis</w:t>
      </w:r>
      <w:r w:rsidRPr="000A30E8">
        <w:rPr>
          <w:szCs w:val="32"/>
          <w:lang w:val="en-US"/>
        </w:rPr>
        <w:t>).</w:t>
      </w:r>
    </w:p>
    <w:p w14:paraId="55590E12" w14:textId="77777777" w:rsidR="00285C2D" w:rsidRPr="000A30E8" w:rsidRDefault="00285C2D" w:rsidP="00285C2D">
      <w:pPr>
        <w:pStyle w:val="CentrEspAvt0EspApr0"/>
        <w:rPr>
          <w:szCs w:val="32"/>
        </w:rPr>
      </w:pPr>
      <w:r w:rsidRPr="000A30E8">
        <w:rPr>
          <w:szCs w:val="32"/>
          <w:lang w:val="en-US"/>
        </w:rPr>
        <w:t xml:space="preserve">You ! You ! You ! You ! You ! </w:t>
      </w:r>
      <w:r w:rsidRPr="000A30E8">
        <w:rPr>
          <w:szCs w:val="32"/>
        </w:rPr>
        <w:t>You ! You !</w:t>
      </w:r>
    </w:p>
    <w:p w14:paraId="547DA79F" w14:textId="77777777" w:rsidR="00285C2D" w:rsidRPr="000A30E8" w:rsidRDefault="00285C2D" w:rsidP="00285C2D">
      <w:pPr>
        <w:pStyle w:val="CentrEspAvt0EspApr0"/>
      </w:pPr>
      <w:r w:rsidRPr="000A30E8">
        <w:rPr>
          <w:szCs w:val="32"/>
        </w:rPr>
        <w:t>You ! (</w:t>
      </w:r>
      <w:r w:rsidRPr="000A30E8">
        <w:rPr>
          <w:i/>
          <w:iCs/>
          <w:szCs w:val="32"/>
        </w:rPr>
        <w:t>ter</w:t>
      </w:r>
      <w:r w:rsidRPr="000A30E8">
        <w:rPr>
          <w:szCs w:val="32"/>
        </w:rPr>
        <w:t>).</w:t>
      </w:r>
    </w:p>
    <w:p w14:paraId="73946BDB" w14:textId="77777777" w:rsidR="00285C2D" w:rsidRPr="000A30E8" w:rsidRDefault="00285C2D" w:rsidP="00285C2D">
      <w:r w:rsidRPr="000A30E8">
        <w:rPr>
          <w:szCs w:val="32"/>
        </w:rPr>
        <w:t>R</w:t>
      </w:r>
      <w:r w:rsidRPr="000A30E8">
        <w:rPr>
          <w:rStyle w:val="Taille-1Caracteres"/>
        </w:rPr>
        <w:t>ENÉ LE</w:t>
      </w:r>
      <w:r w:rsidRPr="000A30E8">
        <w:rPr>
          <w:szCs w:val="32"/>
        </w:rPr>
        <w:t xml:space="preserve"> F</w:t>
      </w:r>
      <w:r w:rsidRPr="000A30E8">
        <w:rPr>
          <w:rStyle w:val="Taille-1Caracteres"/>
        </w:rPr>
        <w:t>LORENTIN</w:t>
      </w:r>
      <w:r w:rsidRPr="000A30E8">
        <w:rPr>
          <w:szCs w:val="32"/>
        </w:rPr>
        <w:t xml:space="preserve">, </w:t>
      </w:r>
      <w:r w:rsidRPr="000A30E8">
        <w:rPr>
          <w:i/>
          <w:iCs/>
          <w:szCs w:val="32"/>
        </w:rPr>
        <w:t>à part</w:t>
      </w:r>
      <w:r w:rsidRPr="000A30E8">
        <w:rPr>
          <w:szCs w:val="32"/>
        </w:rPr>
        <w:t>. — Ma volonté s’engourdit. Je deviens complètement inoffensif. Mon corps se balance de droite à gauche en suivant la cadence de la musique. Malédiction, je suis charmé.</w:t>
      </w:r>
    </w:p>
    <w:p w14:paraId="1FFA9C62"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Le monstre est charmé. Il ne bouge plus. Passons-lui notre épée à travers le corps. (</w:t>
      </w:r>
      <w:r w:rsidRPr="000A30E8">
        <w:rPr>
          <w:i/>
          <w:iCs/>
        </w:rPr>
        <w:t>Il transperce le serpent</w:t>
      </w:r>
      <w:r w:rsidRPr="000A30E8">
        <w:t>.)</w:t>
      </w:r>
    </w:p>
    <w:p w14:paraId="6C4E1DC3" w14:textId="77777777" w:rsidR="00285C2D" w:rsidRPr="000A30E8" w:rsidRDefault="00285C2D" w:rsidP="00285C2D">
      <w:r w:rsidRPr="000A30E8">
        <w:t>R</w:t>
      </w:r>
      <w:r w:rsidRPr="000A30E8">
        <w:rPr>
          <w:rStyle w:val="Taille-1Caracteres"/>
        </w:rPr>
        <w:t>ENÉ LE</w:t>
      </w:r>
      <w:r w:rsidRPr="000A30E8">
        <w:t xml:space="preserve"> F</w:t>
      </w:r>
      <w:r w:rsidRPr="000A30E8">
        <w:rPr>
          <w:rStyle w:val="Taille-1Caracteres"/>
        </w:rPr>
        <w:t>LORENTIN</w:t>
      </w:r>
      <w:r w:rsidRPr="000A30E8">
        <w:t xml:space="preserve">, </w:t>
      </w:r>
      <w:r w:rsidRPr="000A30E8">
        <w:rPr>
          <w:i/>
          <w:iCs/>
        </w:rPr>
        <w:t>hurlant</w:t>
      </w:r>
      <w:r w:rsidRPr="000A30E8">
        <w:t>. — Je suis touché ! Je meurs !</w:t>
      </w:r>
    </w:p>
    <w:p w14:paraId="0BD8AA98"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DES</w:t>
      </w:r>
      <w:r w:rsidRPr="000A30E8">
        <w:t xml:space="preserve"> P</w:t>
      </w:r>
      <w:r w:rsidRPr="000A30E8">
        <w:rPr>
          <w:rStyle w:val="Taille-1Caracteres"/>
        </w:rPr>
        <w:t>ÉTARDIERS</w:t>
      </w:r>
      <w:r w:rsidRPr="000A30E8">
        <w:t>. — La voix de René le Florentin. Ah ! j’aurais dû m’en douter. C’était donc lui qui se dissimulait dans cette peau de serpent !</w:t>
      </w:r>
    </w:p>
    <w:p w14:paraId="12153A4D" w14:textId="77777777" w:rsidR="00285C2D" w:rsidRPr="000A30E8" w:rsidRDefault="00285C2D" w:rsidP="00285C2D">
      <w:r w:rsidRPr="000A30E8">
        <w:t>R</w:t>
      </w:r>
      <w:r w:rsidRPr="000A30E8">
        <w:rPr>
          <w:rStyle w:val="Taille-1Caracteres"/>
        </w:rPr>
        <w:t>ENÉ LE</w:t>
      </w:r>
      <w:r w:rsidRPr="000A30E8">
        <w:t xml:space="preserve"> F</w:t>
      </w:r>
      <w:r w:rsidRPr="000A30E8">
        <w:rPr>
          <w:rStyle w:val="Taille-1Caracteres"/>
        </w:rPr>
        <w:t>LORENTIN</w:t>
      </w:r>
      <w:r w:rsidRPr="000A30E8">
        <w:t>. — Oui. Je ne suis pas un véritable serpent. (</w:t>
      </w:r>
      <w:r w:rsidRPr="000A30E8">
        <w:rPr>
          <w:i/>
          <w:iCs/>
        </w:rPr>
        <w:t>D’une voix de plus en plus faible</w:t>
      </w:r>
      <w:r w:rsidRPr="000A30E8">
        <w:t>.) Ne… me… conservez… pas… dans… un… bocal… d’eau… de… vie… (</w:t>
      </w:r>
      <w:r w:rsidRPr="000A30E8">
        <w:rPr>
          <w:i/>
          <w:iCs/>
        </w:rPr>
        <w:t>Il meurt.</w:t>
      </w:r>
      <w:r w:rsidRPr="000A30E8">
        <w:t>)</w:t>
      </w:r>
    </w:p>
    <w:p w14:paraId="536A4E79" w14:textId="77777777" w:rsidR="00285C2D" w:rsidRPr="000A30E8" w:rsidRDefault="00285C2D" w:rsidP="00285C2D">
      <w:pPr>
        <w:pStyle w:val="Centr"/>
      </w:pPr>
      <w:r w:rsidRPr="000A30E8">
        <w:t>RIDEAU</w:t>
      </w:r>
    </w:p>
    <w:p w14:paraId="30516222" w14:textId="77777777" w:rsidR="00285C2D" w:rsidRPr="000A30E8" w:rsidRDefault="00285C2D" w:rsidP="00285C2D">
      <w:pPr>
        <w:pStyle w:val="Titre2"/>
      </w:pPr>
      <w:bookmarkStart w:id="113" w:name="_Toc196330293"/>
      <w:r w:rsidRPr="000A30E8">
        <w:lastRenderedPageBreak/>
        <w:t>LES NUITS DE LA TOUR DE NESLE</w:t>
      </w:r>
      <w:bookmarkEnd w:id="113"/>
    </w:p>
    <w:p w14:paraId="3D2E7497" w14:textId="77777777" w:rsidR="00285C2D" w:rsidRPr="000A30E8" w:rsidRDefault="00285C2D" w:rsidP="00285C2D">
      <w:pPr>
        <w:pStyle w:val="Titre3"/>
      </w:pPr>
      <w:bookmarkStart w:id="114" w:name="_Toc196330294"/>
      <w:r w:rsidRPr="000A30E8">
        <w:t>PREMIER ACTE</w:t>
      </w:r>
      <w:r w:rsidRPr="000A30E8">
        <w:br/>
      </w:r>
      <w:r w:rsidRPr="000A30E8">
        <w:br/>
        <w:t>L’auberge du « Noyé frisé ».</w:t>
      </w:r>
      <w:bookmarkEnd w:id="114"/>
    </w:p>
    <w:p w14:paraId="3A3B8E36" w14:textId="77777777" w:rsidR="00285C2D" w:rsidRPr="000A30E8" w:rsidRDefault="00285C2D" w:rsidP="00285C2D">
      <w:pPr>
        <w:pStyle w:val="Centr"/>
        <w:rPr>
          <w:rStyle w:val="Taille-1Caracteres"/>
        </w:rPr>
      </w:pPr>
      <w:r w:rsidRPr="000A30E8">
        <w:rPr>
          <w:rStyle w:val="Taille-1Caracteres"/>
        </w:rPr>
        <w:t>La scène représente l’intérieur de l’auberge.</w:t>
      </w:r>
    </w:p>
    <w:p w14:paraId="19CB80CA" w14:textId="77777777" w:rsidR="00285C2D" w:rsidRPr="000A30E8" w:rsidRDefault="00285C2D" w:rsidP="00285C2D">
      <w:r w:rsidRPr="000A30E8">
        <w:rPr>
          <w:szCs w:val="32"/>
        </w:rPr>
        <w:t>R</w:t>
      </w:r>
      <w:r w:rsidRPr="000A30E8">
        <w:rPr>
          <w:rStyle w:val="Taille-1Caracteres"/>
        </w:rPr>
        <w:t>ISQUE-TOUT-LE-</w:t>
      </w:r>
      <w:r w:rsidRPr="000A30E8">
        <w:rPr>
          <w:szCs w:val="32"/>
        </w:rPr>
        <w:t>B</w:t>
      </w:r>
      <w:r w:rsidRPr="000A30E8">
        <w:rPr>
          <w:rStyle w:val="Taille-1Caracteres"/>
        </w:rPr>
        <w:t>ALADIN</w:t>
      </w:r>
      <w:r w:rsidRPr="000A30E8">
        <w:rPr>
          <w:szCs w:val="32"/>
        </w:rPr>
        <w:t>. — J’entre dans l’auberge du « Noyé frisé » située sur les bords de la Seine. Tiens ! j’aperçois mon ami le Jongleur de Notre-Dame !</w:t>
      </w:r>
    </w:p>
    <w:p w14:paraId="2F1890B0"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w:t>
      </w:r>
      <w:r w:rsidRPr="00C47A66">
        <w:rPr>
          <w:rStyle w:val="Taille-1Caracteres"/>
        </w:rPr>
        <w:t>E</w:t>
      </w:r>
      <w:r w:rsidRPr="000A30E8">
        <w:t>. — Oui, c’est moi, ruiné, désespéré.</w:t>
      </w:r>
    </w:p>
    <w:p w14:paraId="5C737877"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Parle.</w:t>
      </w:r>
    </w:p>
    <w:p w14:paraId="54E166D7"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On m’a volé les boules en buis bénit avec lesquelles je jonglais devant Notre-Dame. N’étant pas assez riche pour acheter d’autres boules, je dois me contenter maintenant de jongler avec des difficultés. Le public n’apprécie pas ce travail. Il passe indifférent, sans me lancer la moindre obole.</w:t>
      </w:r>
    </w:p>
    <w:p w14:paraId="66331860"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Comme toi je fus victime d’un vol infâme. On m’a dérobé dernièrement ma superbe collection d’escargots savants.</w:t>
      </w:r>
    </w:p>
    <w:p w14:paraId="513B05A6"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Quoi ! les merveilleux escargots que tu montrais dans les foires ? Les escargots dressés qui formaient toutes les lettres de l’alphabet en s’alignant les uns à côté des autres sur un tableau noir ?</w:t>
      </w:r>
    </w:p>
    <w:p w14:paraId="605484EC" w14:textId="77777777" w:rsidR="00285C2D" w:rsidRPr="000A30E8" w:rsidRDefault="00285C2D" w:rsidP="00285C2D">
      <w:r w:rsidRPr="000A30E8">
        <w:lastRenderedPageBreak/>
        <w:t>R</w:t>
      </w:r>
      <w:r w:rsidRPr="000A30E8">
        <w:rPr>
          <w:rStyle w:val="Taille-1Caracteres"/>
        </w:rPr>
        <w:t>ISQUE-TOUT-LE-</w:t>
      </w:r>
      <w:r w:rsidRPr="000A30E8">
        <w:t>B</w:t>
      </w:r>
      <w:r w:rsidRPr="000A30E8">
        <w:rPr>
          <w:rStyle w:val="Taille-1Caracteres"/>
        </w:rPr>
        <w:t>ALADIN</w:t>
      </w:r>
      <w:r w:rsidRPr="000A30E8">
        <w:t>. — Oui. Tous mes chers mollusques gastéropodes m’ont été volés. Depuis je suis dans la misère. Buvons pour oublier.</w:t>
      </w:r>
    </w:p>
    <w:p w14:paraId="257C46D9"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Buvons. Voici le crépuscule. À travers la fenêtre de l’auberge du « Noyé frisé » on aperçoit la tour de Nesle rougie par les rayons du soleil couchant.</w:t>
      </w:r>
    </w:p>
    <w:p w14:paraId="2BB6C900"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Oui. La tour est rouge ce soir, rouge comme du sang.</w:t>
      </w:r>
    </w:p>
    <w:p w14:paraId="1E49DA7F"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C47A66">
        <w:rPr>
          <w:rStyle w:val="Taille-1Caracteres"/>
        </w:rPr>
        <w:t>A</w:t>
      </w:r>
      <w:r w:rsidRPr="000A30E8">
        <w:rPr>
          <w:rStyle w:val="Taille-1Caracteres"/>
        </w:rPr>
        <w:t>ME</w:t>
      </w:r>
      <w:r w:rsidRPr="000A30E8">
        <w:t>. — Comme le sang qui coule chaque nuit entre ses murs épais.</w:t>
      </w:r>
    </w:p>
    <w:p w14:paraId="124FF748"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xml:space="preserve">, </w:t>
      </w:r>
      <w:r w:rsidRPr="000A30E8">
        <w:rPr>
          <w:i/>
          <w:iCs/>
        </w:rPr>
        <w:t>baissant la voix</w:t>
      </w:r>
      <w:r w:rsidRPr="000A30E8">
        <w:t>. — On dit que la reine Marguerite de Bourgogne et ses deux sœurs Jeanne et Blanche attirent toutes les nuits de beaux jeunes hommes dans cette tour.</w:t>
      </w:r>
    </w:p>
    <w:p w14:paraId="20CE4107"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xml:space="preserve">, </w:t>
      </w:r>
      <w:r w:rsidRPr="000A30E8">
        <w:rPr>
          <w:i/>
          <w:iCs/>
        </w:rPr>
        <w:t>à voix basse</w:t>
      </w:r>
      <w:r w:rsidRPr="000A30E8">
        <w:t>. — Oui. Mais jamais aucun n’est revenu.</w:t>
      </w:r>
    </w:p>
    <w:p w14:paraId="23A1620A"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Je braverais bien tous les dangers du monde pour passer une nuit à la tour !</w:t>
      </w:r>
    </w:p>
    <w:p w14:paraId="013AF1D4" w14:textId="77777777" w:rsidR="00285C2D" w:rsidRPr="000A30E8" w:rsidRDefault="00285C2D" w:rsidP="00285C2D">
      <w:r w:rsidRPr="000A30E8">
        <w:t>L</w:t>
      </w:r>
      <w:r w:rsidRPr="000A30E8">
        <w:rPr>
          <w:rStyle w:val="Taille-1Caracteres"/>
        </w:rPr>
        <w:t>E</w:t>
      </w:r>
      <w:r w:rsidRPr="000A30E8">
        <w:t xml:space="preserve"> R</w:t>
      </w:r>
      <w:r w:rsidRPr="000A30E8">
        <w:rPr>
          <w:rStyle w:val="Taille-1Caracteres"/>
        </w:rPr>
        <w:t>ACOLEUR DE LA</w:t>
      </w:r>
      <w:r w:rsidRPr="000A30E8">
        <w:t xml:space="preserve"> R</w:t>
      </w:r>
      <w:r w:rsidRPr="000A30E8">
        <w:rPr>
          <w:rStyle w:val="Taille-1Caracteres"/>
        </w:rPr>
        <w:t>EINE</w:t>
      </w:r>
      <w:r w:rsidRPr="000A30E8">
        <w:t xml:space="preserve">, </w:t>
      </w:r>
      <w:r w:rsidRPr="00C47A66">
        <w:rPr>
          <w:i/>
        </w:rPr>
        <w:t>s</w:t>
      </w:r>
      <w:r w:rsidRPr="000A30E8">
        <w:rPr>
          <w:i/>
          <w:iCs/>
        </w:rPr>
        <w:t>ortant de l’ombre</w:t>
      </w:r>
      <w:r w:rsidRPr="000A30E8">
        <w:t>. — Je peux satisfaire votre désir. Si votre ami le Jongleur de Notre-Dame veut vous accompagner, je vais vous conduire à la tour de Nesle.</w:t>
      </w:r>
    </w:p>
    <w:p w14:paraId="4D5BFD79"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J’accepte. Viens-tu, camarade Jongleur ?</w:t>
      </w:r>
    </w:p>
    <w:p w14:paraId="5D17F248" w14:textId="77777777" w:rsidR="00285C2D" w:rsidRPr="000A30E8" w:rsidRDefault="00285C2D" w:rsidP="00285C2D">
      <w:r w:rsidRPr="000A30E8">
        <w:t>L</w:t>
      </w:r>
      <w:r w:rsidRPr="000A30E8">
        <w:rPr>
          <w:rStyle w:val="Taille-1Caracteres"/>
        </w:rPr>
        <w:t>E</w:t>
      </w:r>
      <w:r w:rsidRPr="000A30E8">
        <w:t xml:space="preserve"> R</w:t>
      </w:r>
      <w:r w:rsidRPr="000A30E8">
        <w:rPr>
          <w:rStyle w:val="Taille-1Caracteres"/>
        </w:rPr>
        <w:t>ACOLEUR DE LA</w:t>
      </w:r>
      <w:r w:rsidRPr="000A30E8">
        <w:t xml:space="preserve"> R</w:t>
      </w:r>
      <w:r w:rsidRPr="000A30E8">
        <w:rPr>
          <w:rStyle w:val="Taille-1Caracteres"/>
        </w:rPr>
        <w:t>EINE</w:t>
      </w:r>
      <w:r w:rsidRPr="000A30E8">
        <w:t xml:space="preserve">, </w:t>
      </w:r>
      <w:r w:rsidRPr="000A30E8">
        <w:rPr>
          <w:i/>
          <w:iCs/>
        </w:rPr>
        <w:t>insinuant</w:t>
      </w:r>
      <w:r w:rsidRPr="000A30E8">
        <w:t>. — Venez donc : Plus on est de fous, plus on rit !</w:t>
      </w:r>
    </w:p>
    <w:p w14:paraId="7AB6ABF7" w14:textId="77777777" w:rsidR="00285C2D" w:rsidRPr="000A30E8" w:rsidRDefault="00285C2D" w:rsidP="00285C2D">
      <w:r w:rsidRPr="000A30E8">
        <w:lastRenderedPageBreak/>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Soit ! (</w:t>
      </w:r>
      <w:r w:rsidRPr="000A30E8">
        <w:rPr>
          <w:i/>
          <w:iCs/>
        </w:rPr>
        <w:t>À part</w:t>
      </w:r>
      <w:r w:rsidRPr="000A30E8">
        <w:t>.) Avec Risque-tout-le-Baladin, je ne crains rien. Il trouvera toujours un moyen pour nous tirer d’affaire.</w:t>
      </w:r>
    </w:p>
    <w:p w14:paraId="4CF00D94" w14:textId="77777777" w:rsidR="00285C2D" w:rsidRPr="000A30E8" w:rsidRDefault="00285C2D" w:rsidP="00285C2D">
      <w:r w:rsidRPr="000A30E8">
        <w:t>L</w:t>
      </w:r>
      <w:r w:rsidRPr="000A30E8">
        <w:rPr>
          <w:rStyle w:val="Taille-1Caracteres"/>
        </w:rPr>
        <w:t>E</w:t>
      </w:r>
      <w:r w:rsidRPr="000A30E8">
        <w:t xml:space="preserve"> R</w:t>
      </w:r>
      <w:r w:rsidRPr="000A30E8">
        <w:rPr>
          <w:rStyle w:val="Taille-1Caracteres"/>
        </w:rPr>
        <w:t>ACOLEUR DE LA</w:t>
      </w:r>
      <w:r w:rsidRPr="000A30E8">
        <w:t xml:space="preserve"> R</w:t>
      </w:r>
      <w:r w:rsidRPr="000A30E8">
        <w:rPr>
          <w:rStyle w:val="Taille-1Caracteres"/>
        </w:rPr>
        <w:t>EINE</w:t>
      </w:r>
      <w:r w:rsidRPr="000A30E8">
        <w:t>. — Partons. Mon bateau est amarré sur la berge. Venez.</w:t>
      </w:r>
    </w:p>
    <w:p w14:paraId="3045C181"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xml:space="preserve">, </w:t>
      </w:r>
      <w:r w:rsidRPr="000A30E8">
        <w:rPr>
          <w:i/>
          <w:iCs/>
        </w:rPr>
        <w:t>vidant son verre</w:t>
      </w:r>
      <w:r w:rsidRPr="000A30E8">
        <w:t>. — À nos amours !</w:t>
      </w:r>
    </w:p>
    <w:p w14:paraId="7F1D4A6D" w14:textId="77777777" w:rsidR="00285C2D" w:rsidRPr="000A30E8" w:rsidRDefault="00285C2D" w:rsidP="00285C2D">
      <w:r w:rsidRPr="000A30E8">
        <w:t>L</w:t>
      </w:r>
      <w:r w:rsidRPr="000A30E8">
        <w:rPr>
          <w:rStyle w:val="Taille-1Caracteres"/>
        </w:rPr>
        <w:t>E</w:t>
      </w:r>
      <w:r w:rsidRPr="000A30E8">
        <w:t xml:space="preserve"> R</w:t>
      </w:r>
      <w:r w:rsidRPr="000A30E8">
        <w:rPr>
          <w:rStyle w:val="Taille-1Caracteres"/>
        </w:rPr>
        <w:t>ACOLEUR DE LA</w:t>
      </w:r>
      <w:r w:rsidRPr="000A30E8">
        <w:t xml:space="preserve"> R</w:t>
      </w:r>
      <w:r w:rsidRPr="000A30E8">
        <w:rPr>
          <w:rStyle w:val="Taille-1Caracteres"/>
        </w:rPr>
        <w:t>EINE</w:t>
      </w:r>
      <w:r w:rsidRPr="000A30E8">
        <w:t>. — Et maintenant…</w:t>
      </w:r>
    </w:p>
    <w:p w14:paraId="21BD2C43"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Et maintenant…</w:t>
      </w:r>
    </w:p>
    <w:p w14:paraId="7157D922"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Et maintenant, à la tour de Nesle.</w:t>
      </w:r>
    </w:p>
    <w:p w14:paraId="5231E28A" w14:textId="77777777" w:rsidR="00285C2D" w:rsidRPr="000A30E8" w:rsidRDefault="00285C2D" w:rsidP="00285C2D">
      <w:pPr>
        <w:pStyle w:val="Titre3"/>
      </w:pPr>
      <w:bookmarkStart w:id="115" w:name="_Toc196330295"/>
      <w:r w:rsidRPr="000A30E8">
        <w:t>DEUXIÈME ACTE</w:t>
      </w:r>
      <w:r w:rsidRPr="000A30E8">
        <w:br/>
      </w:r>
      <w:r w:rsidRPr="000A30E8">
        <w:br/>
        <w:t>Une orgie à la tour.</w:t>
      </w:r>
      <w:bookmarkEnd w:id="115"/>
    </w:p>
    <w:p w14:paraId="5ECCA544" w14:textId="77777777" w:rsidR="00285C2D" w:rsidRPr="000A30E8" w:rsidRDefault="00285C2D" w:rsidP="00285C2D">
      <w:pPr>
        <w:pStyle w:val="NormalSuspendu1X"/>
        <w:rPr>
          <w:sz w:val="28"/>
          <w:szCs w:val="28"/>
        </w:rPr>
      </w:pPr>
      <w:r w:rsidRPr="000A30E8">
        <w:rPr>
          <w:sz w:val="28"/>
          <w:szCs w:val="28"/>
        </w:rPr>
        <w:t>La scène représente la « Chambre des Orgies » de la tour de Nesle. Cet acte ayant été interdit par la censure à cause de son dialogue lubrique, l’auteur prie ses fidèles lecteurs de l’excuser s’il remplace les répliques de ses personnages par des points de suppositions.</w:t>
      </w:r>
    </w:p>
    <w:p w14:paraId="6BED1970" w14:textId="77777777" w:rsidR="00285C2D" w:rsidRPr="000A30E8" w:rsidRDefault="00285C2D" w:rsidP="00285C2D">
      <w:r w:rsidRPr="000A30E8">
        <w:rPr>
          <w:szCs w:val="32"/>
        </w:rPr>
        <w:t>M</w:t>
      </w:r>
      <w:r w:rsidRPr="000A30E8">
        <w:rPr>
          <w:rStyle w:val="Taille-1Caracteres"/>
        </w:rPr>
        <w:t>ARGUERITE DE</w:t>
      </w:r>
      <w:r w:rsidRPr="000A30E8">
        <w:rPr>
          <w:szCs w:val="32"/>
        </w:rPr>
        <w:t xml:space="preserve"> B</w:t>
      </w:r>
      <w:r w:rsidRPr="000A30E8">
        <w:rPr>
          <w:rStyle w:val="Taille-1Caracteres"/>
        </w:rPr>
        <w:t>OURGOGNE</w:t>
      </w:r>
      <w:r w:rsidRPr="000A30E8">
        <w:rPr>
          <w:szCs w:val="32"/>
        </w:rPr>
        <w:t xml:space="preserve">, </w:t>
      </w:r>
      <w:r w:rsidRPr="000A30E8">
        <w:rPr>
          <w:i/>
          <w:iCs/>
          <w:szCs w:val="32"/>
        </w:rPr>
        <w:t>d’une voix passionnée</w:t>
      </w:r>
      <w:r w:rsidRPr="000A30E8">
        <w:rPr>
          <w:szCs w:val="32"/>
        </w:rPr>
        <w:t>. — …</w:t>
      </w:r>
    </w:p>
    <w:p w14:paraId="01F5C192"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xml:space="preserve">, </w:t>
      </w:r>
      <w:r w:rsidRPr="000A30E8">
        <w:rPr>
          <w:i/>
          <w:iCs/>
        </w:rPr>
        <w:t>d’une voix passionnée</w:t>
      </w:r>
      <w:r w:rsidRPr="000A30E8">
        <w:t>. — …</w:t>
      </w:r>
    </w:p>
    <w:p w14:paraId="4C0FB676" w14:textId="77777777" w:rsidR="00285C2D" w:rsidRPr="000A30E8" w:rsidRDefault="00285C2D" w:rsidP="00285C2D">
      <w:r w:rsidRPr="000A30E8">
        <w:t>J</w:t>
      </w:r>
      <w:r w:rsidRPr="000A30E8">
        <w:rPr>
          <w:rStyle w:val="Taille-1Caracteres"/>
        </w:rPr>
        <w:t>EANNE ET</w:t>
      </w:r>
      <w:r w:rsidRPr="000A30E8">
        <w:t xml:space="preserve"> B</w:t>
      </w:r>
      <w:r w:rsidRPr="000A30E8">
        <w:rPr>
          <w:rStyle w:val="Taille-1Caracteres"/>
        </w:rPr>
        <w:t>LANCHE DE</w:t>
      </w:r>
      <w:r w:rsidRPr="000A30E8">
        <w:t xml:space="preserve"> B</w:t>
      </w:r>
      <w:r w:rsidRPr="000A30E8">
        <w:rPr>
          <w:rStyle w:val="Taille-1Caracteres"/>
        </w:rPr>
        <w:t>OURGOGNE</w:t>
      </w:r>
      <w:r w:rsidRPr="000A30E8">
        <w:t xml:space="preserve">, </w:t>
      </w:r>
      <w:r w:rsidRPr="000A30E8">
        <w:rPr>
          <w:i/>
          <w:iCs/>
        </w:rPr>
        <w:t>de deux voix passionnées.</w:t>
      </w:r>
      <w:r w:rsidRPr="000A30E8">
        <w:t xml:space="preserve"> — …</w:t>
      </w:r>
    </w:p>
    <w:p w14:paraId="11D79E18"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xml:space="preserve">, </w:t>
      </w:r>
      <w:r w:rsidRPr="000A30E8">
        <w:rPr>
          <w:i/>
          <w:iCs/>
        </w:rPr>
        <w:t>d’une voix fatiguée</w:t>
      </w:r>
      <w:r w:rsidRPr="000A30E8">
        <w:t>. — …</w:t>
      </w:r>
    </w:p>
    <w:p w14:paraId="17D8C54E" w14:textId="77777777" w:rsidR="00285C2D" w:rsidRPr="000A30E8" w:rsidRDefault="00285C2D" w:rsidP="00285C2D">
      <w:r w:rsidRPr="000A30E8">
        <w:lastRenderedPageBreak/>
        <w:t>(</w:t>
      </w:r>
      <w:r w:rsidRPr="000A30E8">
        <w:rPr>
          <w:i/>
          <w:iCs/>
        </w:rPr>
        <w:t>L’orgie se continue dans la nuit</w:t>
      </w:r>
      <w:r w:rsidRPr="000A30E8">
        <w:t>.)</w:t>
      </w:r>
    </w:p>
    <w:p w14:paraId="7215F8DB" w14:textId="77777777" w:rsidR="00285C2D" w:rsidRPr="000A30E8" w:rsidRDefault="00285C2D" w:rsidP="00285C2D">
      <w:pPr>
        <w:pStyle w:val="Titre3"/>
      </w:pPr>
      <w:bookmarkStart w:id="116" w:name="_Toc196330296"/>
      <w:r w:rsidRPr="000A30E8">
        <w:t>TROISIÈME ACTE</w:t>
      </w:r>
      <w:r w:rsidRPr="000A30E8">
        <w:br/>
      </w:r>
      <w:r w:rsidRPr="000A30E8">
        <w:br/>
        <w:t>Après l’orgie.</w:t>
      </w:r>
      <w:bookmarkEnd w:id="116"/>
    </w:p>
    <w:p w14:paraId="4FF8DA40" w14:textId="77777777" w:rsidR="00285C2D" w:rsidRPr="000A30E8" w:rsidRDefault="00285C2D" w:rsidP="00285C2D">
      <w:pPr>
        <w:pStyle w:val="Centr"/>
        <w:rPr>
          <w:rStyle w:val="Taille-1Caracteres"/>
        </w:rPr>
      </w:pPr>
      <w:r w:rsidRPr="000A30E8">
        <w:rPr>
          <w:rStyle w:val="Taille-1Caracteres"/>
        </w:rPr>
        <w:t>Même décor.</w:t>
      </w:r>
    </w:p>
    <w:p w14:paraId="18D9AA49" w14:textId="77777777" w:rsidR="00285C2D" w:rsidRPr="000A30E8" w:rsidRDefault="00285C2D" w:rsidP="00285C2D">
      <w:r w:rsidRPr="000A30E8">
        <w:rPr>
          <w:szCs w:val="32"/>
        </w:rPr>
        <w:t>R</w:t>
      </w:r>
      <w:r w:rsidRPr="000A30E8">
        <w:rPr>
          <w:rStyle w:val="Taille-1Caracteres"/>
        </w:rPr>
        <w:t>ISQUE-TOUT-LE-</w:t>
      </w:r>
      <w:r w:rsidRPr="000A30E8">
        <w:rPr>
          <w:szCs w:val="32"/>
        </w:rPr>
        <w:t>B</w:t>
      </w:r>
      <w:r w:rsidRPr="000A30E8">
        <w:rPr>
          <w:rStyle w:val="Taille-1Caracteres"/>
        </w:rPr>
        <w:t>ALADIN</w:t>
      </w:r>
      <w:r w:rsidRPr="000A30E8">
        <w:rPr>
          <w:szCs w:val="32"/>
        </w:rPr>
        <w:t>. — L’orgie est terminée. Marguerite de Bourgogne et ses deux sœurs viennent de nous quitter. Quelles heures inoubliables pour un pauvre baladin !</w:t>
      </w:r>
    </w:p>
    <w:p w14:paraId="71666E9C"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Ce silence de mort qui succède brusquement aux joyeux cris de l’orgie ne me dit rien qui vaille.</w:t>
      </w:r>
    </w:p>
    <w:p w14:paraId="01AE4A71"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On n’entend que le sinistre clapotis de la Seine contre les murs de la tour.</w:t>
      </w:r>
    </w:p>
    <w:p w14:paraId="166A7698"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On vient. J’ai peur.</w:t>
      </w:r>
    </w:p>
    <w:p w14:paraId="0D5458C6" w14:textId="77777777" w:rsidR="00285C2D" w:rsidRPr="000A30E8" w:rsidRDefault="00285C2D" w:rsidP="00285C2D">
      <w:r w:rsidRPr="000A30E8">
        <w:t>L</w:t>
      </w:r>
      <w:r w:rsidRPr="000A30E8">
        <w:rPr>
          <w:rStyle w:val="Taille-1Caracteres"/>
        </w:rPr>
        <w:t>E</w:t>
      </w:r>
      <w:r w:rsidRPr="000A30E8">
        <w:t xml:space="preserve"> R</w:t>
      </w:r>
      <w:r w:rsidRPr="000A30E8">
        <w:rPr>
          <w:rStyle w:val="Taille-1Caracteres"/>
        </w:rPr>
        <w:t>ACOLEUR DE LA</w:t>
      </w:r>
      <w:r w:rsidRPr="000A30E8">
        <w:t xml:space="preserve"> R</w:t>
      </w:r>
      <w:r w:rsidRPr="000A30E8">
        <w:rPr>
          <w:rStyle w:val="Taille-1Caracteres"/>
        </w:rPr>
        <w:t>EINE</w:t>
      </w:r>
      <w:r w:rsidRPr="000A30E8">
        <w:t xml:space="preserve">, </w:t>
      </w:r>
      <w:r w:rsidRPr="000A30E8">
        <w:rPr>
          <w:i/>
          <w:iCs/>
        </w:rPr>
        <w:t>entrant</w:t>
      </w:r>
      <w:r w:rsidRPr="000A30E8">
        <w:t>. — Suivez-moi, je vais vous reconduire hors de la tour.</w:t>
      </w:r>
    </w:p>
    <w:p w14:paraId="77DE6D35"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Suivons-le. (</w:t>
      </w:r>
      <w:r w:rsidRPr="000A30E8">
        <w:rPr>
          <w:i/>
          <w:iCs/>
        </w:rPr>
        <w:t>Ils se lèvent pour suivre le Racoleur de la Reine</w:t>
      </w:r>
      <w:r w:rsidRPr="000A30E8">
        <w:t>.)</w:t>
      </w:r>
    </w:p>
    <w:p w14:paraId="2B107CD2" w14:textId="77777777" w:rsidR="00285C2D" w:rsidRPr="000A30E8" w:rsidRDefault="00285C2D" w:rsidP="00285C2D">
      <w:r w:rsidRPr="000A30E8">
        <w:t>L</w:t>
      </w:r>
      <w:r w:rsidRPr="000A30E8">
        <w:rPr>
          <w:rStyle w:val="Taille-1Caracteres"/>
        </w:rPr>
        <w:t>E</w:t>
      </w:r>
      <w:r w:rsidRPr="000A30E8">
        <w:t xml:space="preserve"> R</w:t>
      </w:r>
      <w:r w:rsidRPr="000A30E8">
        <w:rPr>
          <w:rStyle w:val="Taille-1Caracteres"/>
        </w:rPr>
        <w:t>ACOLEUR DE LA</w:t>
      </w:r>
      <w:r w:rsidRPr="000A30E8">
        <w:t xml:space="preserve"> R</w:t>
      </w:r>
      <w:r w:rsidRPr="000A30E8">
        <w:rPr>
          <w:rStyle w:val="Taille-1Caracteres"/>
        </w:rPr>
        <w:t>EINE</w:t>
      </w:r>
      <w:r w:rsidRPr="000A30E8">
        <w:t xml:space="preserve">, </w:t>
      </w:r>
      <w:r w:rsidRPr="000A30E8">
        <w:rPr>
          <w:i/>
          <w:iCs/>
        </w:rPr>
        <w:t>pressant un bouton en ricanan</w:t>
      </w:r>
      <w:r w:rsidRPr="00C47A66">
        <w:rPr>
          <w:i/>
        </w:rPr>
        <w:t>t</w:t>
      </w:r>
      <w:r w:rsidRPr="000A30E8">
        <w:t>. — Vous voilà rendus !</w:t>
      </w:r>
    </w:p>
    <w:p w14:paraId="329153CA"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Ciel ! Le plancher cède sous nos pas ! Nous tombons dans une oubliette !</w:t>
      </w:r>
    </w:p>
    <w:p w14:paraId="0C483B83" w14:textId="77777777" w:rsidR="00285C2D" w:rsidRPr="000A30E8" w:rsidRDefault="00285C2D" w:rsidP="00285C2D">
      <w:r w:rsidRPr="000A30E8">
        <w:lastRenderedPageBreak/>
        <w:t>R</w:t>
      </w:r>
      <w:r w:rsidRPr="000A30E8">
        <w:rPr>
          <w:rStyle w:val="Taille-1Caracteres"/>
        </w:rPr>
        <w:t>ISQUE-TOUT-LE-</w:t>
      </w:r>
      <w:r w:rsidRPr="000A30E8">
        <w:t>B</w:t>
      </w:r>
      <w:r w:rsidRPr="000A30E8">
        <w:rPr>
          <w:rStyle w:val="Taille-1Caracteres"/>
        </w:rPr>
        <w:t>ALADIN</w:t>
      </w:r>
      <w:r w:rsidRPr="000A30E8">
        <w:t>. — Il n’y a pas de doute possible. Nous tombons dans une oubliette ! (</w:t>
      </w:r>
      <w:r w:rsidRPr="000A30E8">
        <w:rPr>
          <w:i/>
          <w:iCs/>
        </w:rPr>
        <w:t>Ils tombent dans l’oubliette</w:t>
      </w:r>
      <w:r w:rsidRPr="000A30E8">
        <w:t>.)</w:t>
      </w:r>
    </w:p>
    <w:p w14:paraId="4A1FBCDF" w14:textId="77777777" w:rsidR="00285C2D" w:rsidRPr="000A30E8" w:rsidRDefault="00285C2D" w:rsidP="00285C2D">
      <w:r w:rsidRPr="000A30E8">
        <w:t>L</w:t>
      </w:r>
      <w:r w:rsidRPr="000A30E8">
        <w:rPr>
          <w:rStyle w:val="Taille-1Caracteres"/>
        </w:rPr>
        <w:t>A VOIX DU</w:t>
      </w:r>
      <w:r w:rsidRPr="000A30E8">
        <w:t xml:space="preserve"> V</w:t>
      </w:r>
      <w:r w:rsidRPr="000A30E8">
        <w:rPr>
          <w:rStyle w:val="Taille-1Caracteres"/>
        </w:rPr>
        <w:t>EILLEUR DE NUIT</w:t>
      </w:r>
      <w:r w:rsidRPr="000A30E8">
        <w:t xml:space="preserve">, </w:t>
      </w:r>
      <w:r w:rsidRPr="000A30E8">
        <w:rPr>
          <w:i/>
          <w:iCs/>
        </w:rPr>
        <w:t>dans le lointain</w:t>
      </w:r>
      <w:r w:rsidRPr="000A30E8">
        <w:t>. — Il est minuit ! Gens qui dormez, dormez en paix ! Gens qui veillez, priez pour les trépassés !</w:t>
      </w:r>
    </w:p>
    <w:p w14:paraId="3E9D9E43" w14:textId="77777777" w:rsidR="00285C2D" w:rsidRPr="000A30E8" w:rsidRDefault="00285C2D" w:rsidP="00285C2D">
      <w:pPr>
        <w:pStyle w:val="Titre3"/>
      </w:pPr>
      <w:bookmarkStart w:id="117" w:name="_Toc196330297"/>
      <w:r w:rsidRPr="000A30E8">
        <w:t>QUATRIÈME ACTE</w:t>
      </w:r>
      <w:r w:rsidRPr="000A30E8">
        <w:br/>
      </w:r>
      <w:r w:rsidRPr="000A30E8">
        <w:br/>
        <w:t>Les escargots de Bourgogne.</w:t>
      </w:r>
      <w:bookmarkEnd w:id="117"/>
    </w:p>
    <w:p w14:paraId="3FCD55B8" w14:textId="77777777" w:rsidR="00285C2D" w:rsidRPr="000A30E8" w:rsidRDefault="00285C2D" w:rsidP="00285C2D">
      <w:pPr>
        <w:pStyle w:val="Centr"/>
        <w:rPr>
          <w:rStyle w:val="Taille-1Caracteres"/>
        </w:rPr>
      </w:pPr>
      <w:r w:rsidRPr="000A30E8">
        <w:rPr>
          <w:rStyle w:val="Taille-1Caracteres"/>
        </w:rPr>
        <w:t>La scène représente une oubliette.</w:t>
      </w:r>
    </w:p>
    <w:p w14:paraId="435E4477" w14:textId="77777777" w:rsidR="00285C2D" w:rsidRPr="000A30E8" w:rsidRDefault="00285C2D" w:rsidP="00285C2D">
      <w:r w:rsidRPr="000A30E8">
        <w:rPr>
          <w:szCs w:val="32"/>
        </w:rPr>
        <w:t>R</w:t>
      </w:r>
      <w:r w:rsidRPr="000A30E8">
        <w:rPr>
          <w:rStyle w:val="Taille-1Caracteres"/>
        </w:rPr>
        <w:t>ISQUE-TOUT-LE-</w:t>
      </w:r>
      <w:r w:rsidRPr="000A30E8">
        <w:rPr>
          <w:szCs w:val="32"/>
        </w:rPr>
        <w:t>B</w:t>
      </w:r>
      <w:r w:rsidRPr="000A30E8">
        <w:rPr>
          <w:rStyle w:val="Taille-1Caracteres"/>
        </w:rPr>
        <w:t>ALADIN</w:t>
      </w:r>
      <w:r w:rsidRPr="000A30E8">
        <w:rPr>
          <w:szCs w:val="32"/>
        </w:rPr>
        <w:t>. — Nous voilà tombés dans l’oubliette !</w:t>
      </w:r>
    </w:p>
    <w:p w14:paraId="12757428"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Impossible de rien distinguer dans cette nuit de sépulcre. Je ne peux même pas voir si je suis tombé assis ou debout.</w:t>
      </w:r>
    </w:p>
    <w:p w14:paraId="3EF5DDBA"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Oh ! une idée ! Mets ta figure à portée de mon bras. Pan ! je t’envoie un magistral coup de poing en plein visage.</w:t>
      </w:r>
    </w:p>
    <w:p w14:paraId="7947EF13"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Aïe ! Je vois trente-six chandelles !</w:t>
      </w:r>
    </w:p>
    <w:p w14:paraId="57ABA92E"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Parfait ! Avec ta dextérité de jongleur, saisis rapidement une de ces trente-six chandelles et nous aurons de la lumière.</w:t>
      </w:r>
    </w:p>
    <w:p w14:paraId="6F863E86" w14:textId="77777777" w:rsidR="00285C2D" w:rsidRPr="000A30E8" w:rsidRDefault="00285C2D" w:rsidP="00285C2D">
      <w:r w:rsidRPr="000A30E8">
        <w:lastRenderedPageBreak/>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Fameuse idée ! (</w:t>
      </w:r>
      <w:r w:rsidRPr="000A30E8">
        <w:rPr>
          <w:i/>
          <w:iCs/>
        </w:rPr>
        <w:t>Il saisit au vol une des trente-six chandelles</w:t>
      </w:r>
      <w:r w:rsidRPr="000A30E8">
        <w:t>.) À présent on y voit clair.</w:t>
      </w:r>
    </w:p>
    <w:p w14:paraId="0C197B57"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Oh ! regarde ! Nous sommes entourés d’escargots !</w:t>
      </w:r>
    </w:p>
    <w:p w14:paraId="489D785F"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De nombreux squelettes humains jonchent le sol ! Je comprends tout ! La sinistre Marguerite fait dévorer ses amants d’une nuit par de féroces escargots de Bourgogne. Nous sommes perdus ! Ils avancent vers nous en bavant.</w:t>
      </w:r>
    </w:p>
    <w:p w14:paraId="5C1F9E17"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Ces escargots me rappellent ceux qui me furent dérobés. Mais je ne me trompe pas ! C’est lui ! Je le reconnais ! C’est Achille !</w:t>
      </w:r>
    </w:p>
    <w:p w14:paraId="4400C06E"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Achille ?</w:t>
      </w:r>
    </w:p>
    <w:p w14:paraId="6BE32143"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Oui. C’était le nom de mon plus intelligent colimaçon. Mais oui, plus de doute ! Il me fixe de ses yeux expressifs. Ses cornes s’agitent joyeusement ! Il m’a reconnu ! Mais alors ce sont peut-être mes anciens pensionnaires ? Est-ce vous, chers compagnons ? Est-ce vous, chers mollusques gastéropodes ?</w:t>
      </w:r>
    </w:p>
    <w:p w14:paraId="037FF75D"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Regarde ! Tous les escargots rampent contre le mur de l’oubliette ! Ils se placent les uns derrière les autres et forment des lettres ! Plus de doute ! ce sont tes escargots savants !</w:t>
      </w:r>
    </w:p>
    <w:p w14:paraId="5F414D2D"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Oui, ce sont eux ! Lis la phrase qu’ils ont formée en se groupant avec intelligence.</w:t>
      </w:r>
    </w:p>
    <w:p w14:paraId="673A9F7F"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xml:space="preserve">, </w:t>
      </w:r>
      <w:r w:rsidRPr="000A30E8">
        <w:rPr>
          <w:i/>
          <w:iCs/>
        </w:rPr>
        <w:t>lisant</w:t>
      </w:r>
      <w:r w:rsidRPr="000A30E8">
        <w:t>. — C’EST NOUS !</w:t>
      </w:r>
    </w:p>
    <w:p w14:paraId="4F05B768" w14:textId="77777777" w:rsidR="00285C2D" w:rsidRPr="000A30E8" w:rsidRDefault="00285C2D" w:rsidP="00285C2D">
      <w:r w:rsidRPr="000A30E8">
        <w:lastRenderedPageBreak/>
        <w:t>R</w:t>
      </w:r>
      <w:r w:rsidRPr="000A30E8">
        <w:rPr>
          <w:rStyle w:val="Taille-1Caracteres"/>
        </w:rPr>
        <w:t>ISQUE-TOUT-LE-</w:t>
      </w:r>
      <w:r w:rsidRPr="000A30E8">
        <w:t>B</w:t>
      </w:r>
      <w:r w:rsidRPr="000A30E8">
        <w:rPr>
          <w:rStyle w:val="Taille-1Caracteres"/>
        </w:rPr>
        <w:t>ALADIN</w:t>
      </w:r>
      <w:r w:rsidRPr="000A30E8">
        <w:t>. — Braves mollusques ! Je vous retrouve !</w:t>
      </w:r>
    </w:p>
    <w:p w14:paraId="2959FCAE"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Chut ! Entends la voix du veilleur de nuit dans le lointain. Nous allons savoir l’heure.</w:t>
      </w:r>
    </w:p>
    <w:p w14:paraId="7C3F6843" w14:textId="77777777" w:rsidR="00285C2D" w:rsidRPr="000A30E8" w:rsidRDefault="00285C2D" w:rsidP="00285C2D">
      <w:r w:rsidRPr="000A30E8">
        <w:t>L</w:t>
      </w:r>
      <w:r w:rsidRPr="000A30E8">
        <w:rPr>
          <w:rStyle w:val="Taille-1Caracteres"/>
        </w:rPr>
        <w:t>A</w:t>
      </w:r>
      <w:r w:rsidRPr="000A30E8">
        <w:t xml:space="preserve"> V</w:t>
      </w:r>
      <w:r w:rsidRPr="000A30E8">
        <w:rPr>
          <w:rStyle w:val="Taille-1Caracteres"/>
        </w:rPr>
        <w:t>OIX PÂTEUSE DU</w:t>
      </w:r>
      <w:r w:rsidRPr="000A30E8">
        <w:t xml:space="preserve"> V</w:t>
      </w:r>
      <w:r w:rsidRPr="000A30E8">
        <w:rPr>
          <w:rStyle w:val="Taille-1Caracteres"/>
        </w:rPr>
        <w:t>EILLEUR DE NUI</w:t>
      </w:r>
      <w:r w:rsidRPr="00C47A66">
        <w:rPr>
          <w:rStyle w:val="Taille-1Caracteres"/>
        </w:rPr>
        <w:t>T</w:t>
      </w:r>
      <w:r w:rsidRPr="000A30E8">
        <w:t xml:space="preserve">, </w:t>
      </w:r>
      <w:r w:rsidRPr="000A30E8">
        <w:rPr>
          <w:i/>
          <w:iCs/>
        </w:rPr>
        <w:t>dans le lointain</w:t>
      </w:r>
      <w:r w:rsidRPr="000A30E8">
        <w:t>. — Il est deux heures ou six heures environ. Je ne suis pas fixé. Mais de toute façon, gens qui dormez, dormez en paix ; gens qui veillez, priez pour les trépassés.</w:t>
      </w:r>
    </w:p>
    <w:p w14:paraId="278FD65E"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C’est bien l’heure que je pensais. Nous n’avons pas de temps à perdre pour sortir d’ici.</w:t>
      </w:r>
    </w:p>
    <w:p w14:paraId="541F89B9"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Sortir d’ici ? Deviens-tu fou ?</w:t>
      </w:r>
    </w:p>
    <w:p w14:paraId="58F3532D"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Non. Nous allons sortir d’ici par cette lucarne qui donne sur la Seine.</w:t>
      </w:r>
    </w:p>
    <w:p w14:paraId="09CABE71"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xml:space="preserve">. — Mais cette lucarne est à plus de </w:t>
      </w:r>
      <w:smartTag w:uri="urn:schemas-microsoft-com:office:smarttags" w:element="metricconverter">
        <w:smartTagPr>
          <w:attr w:name="ProductID" w:val="7ﾠpieds"/>
        </w:smartTagPr>
        <w:r w:rsidRPr="000A30E8">
          <w:t>7 pieds</w:t>
        </w:r>
      </w:smartTag>
      <w:r w:rsidRPr="000A30E8">
        <w:t xml:space="preserve"> de hauteur. Nous ne pourrons pas l’atteindre.</w:t>
      </w:r>
    </w:p>
    <w:p w14:paraId="41F8A767"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Nous pourrons l’atteindre en faisant exécuter à mes anciens pensionnaires l’exercice qui faisait toujours l’admiration des spectateurs.</w:t>
      </w:r>
    </w:p>
    <w:p w14:paraId="7B3AF6A7"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ONGLEUR DE</w:t>
      </w:r>
      <w:r w:rsidRPr="000A30E8">
        <w:t xml:space="preserve"> N</w:t>
      </w:r>
      <w:r w:rsidRPr="000A30E8">
        <w:rPr>
          <w:rStyle w:val="Taille-1Caracteres"/>
        </w:rPr>
        <w:t>OTRE</w:t>
      </w:r>
      <w:r w:rsidRPr="000A30E8">
        <w:t>-D</w:t>
      </w:r>
      <w:r w:rsidRPr="000A30E8">
        <w:rPr>
          <w:rStyle w:val="Taille-1Caracteres"/>
        </w:rPr>
        <w:t>AME</w:t>
      </w:r>
      <w:r w:rsidRPr="000A30E8">
        <w:t>. — Quel exercice ?</w:t>
      </w:r>
    </w:p>
    <w:p w14:paraId="20155583" w14:textId="77777777" w:rsidR="00285C2D" w:rsidRPr="000A30E8" w:rsidRDefault="00285C2D" w:rsidP="00285C2D">
      <w:r w:rsidRPr="000A30E8">
        <w:t>R</w:t>
      </w:r>
      <w:r w:rsidRPr="000A30E8">
        <w:rPr>
          <w:rStyle w:val="Taille-1Caracteres"/>
        </w:rPr>
        <w:t>ISQUE-TOUT-LE-</w:t>
      </w:r>
      <w:r w:rsidRPr="000A30E8">
        <w:t>B</w:t>
      </w:r>
      <w:r w:rsidRPr="000A30E8">
        <w:rPr>
          <w:rStyle w:val="Taille-1Caracteres"/>
        </w:rPr>
        <w:t>ALADIN</w:t>
      </w:r>
      <w:r w:rsidRPr="000A30E8">
        <w:t>. — L’escalier en colimaçon. (</w:t>
      </w:r>
      <w:r w:rsidRPr="000A30E8">
        <w:rPr>
          <w:i/>
          <w:iCs/>
        </w:rPr>
        <w:t>Il siffle. À ce signal les escargots forment rapidement un « escalier en colimaçons » qui atteint la lucarne</w:t>
      </w:r>
      <w:r w:rsidRPr="000A30E8">
        <w:t xml:space="preserve">.) Et maintenant, nous n’avons plus qu’à monter cet escalier improvisé pour atteindre la lucarne, plonger dans la Seine, et nous sauver à la </w:t>
      </w:r>
      <w:r w:rsidRPr="000A30E8">
        <w:lastRenderedPageBreak/>
        <w:t>nage. (</w:t>
      </w:r>
      <w:r w:rsidRPr="000A30E8">
        <w:rPr>
          <w:i/>
          <w:iCs/>
        </w:rPr>
        <w:t>Ils grimpent quatre à quatre « l’escalier en colimaçons » et se sauvent</w:t>
      </w:r>
      <w:r w:rsidRPr="000A30E8">
        <w:t>.)</w:t>
      </w:r>
    </w:p>
    <w:p w14:paraId="6D7E4B58" w14:textId="77777777" w:rsidR="00285C2D" w:rsidRPr="000A30E8" w:rsidRDefault="00285C2D" w:rsidP="00285C2D">
      <w:r w:rsidRPr="000A30E8">
        <w:t>L</w:t>
      </w:r>
      <w:r w:rsidRPr="000A30E8">
        <w:rPr>
          <w:rStyle w:val="Taille-1Caracteres"/>
        </w:rPr>
        <w:t>A</w:t>
      </w:r>
      <w:r w:rsidRPr="000A30E8">
        <w:t xml:space="preserve"> V</w:t>
      </w:r>
      <w:r w:rsidRPr="000A30E8">
        <w:rPr>
          <w:rStyle w:val="Taille-1Caracteres"/>
        </w:rPr>
        <w:t>OIX PÂTEUSE DU</w:t>
      </w:r>
      <w:r w:rsidRPr="000A30E8">
        <w:t xml:space="preserve"> V</w:t>
      </w:r>
      <w:r w:rsidRPr="000A30E8">
        <w:rPr>
          <w:rStyle w:val="Taille-1Caracteres"/>
        </w:rPr>
        <w:t>EILLEUR DE NUIT</w:t>
      </w:r>
      <w:r w:rsidRPr="000A30E8">
        <w:t xml:space="preserve">, </w:t>
      </w:r>
      <w:r w:rsidRPr="000A30E8">
        <w:rPr>
          <w:i/>
          <w:iCs/>
        </w:rPr>
        <w:t>dans le lointain</w:t>
      </w:r>
      <w:r w:rsidRPr="000A30E8">
        <w:t>. — Il est sept heures du matin, ou midi moins le quart environ. Je ne suis pas fixé. Mais de toute façon, gens qui dormez, dormez en paix ; gens qui veillez, priez pour les trépassés !</w:t>
      </w:r>
    </w:p>
    <w:p w14:paraId="211D571F" w14:textId="77777777" w:rsidR="00285C2D" w:rsidRPr="000A30E8" w:rsidRDefault="00285C2D" w:rsidP="00285C2D">
      <w:pPr>
        <w:pStyle w:val="Centr"/>
      </w:pPr>
      <w:r w:rsidRPr="000A30E8">
        <w:t>RIDEAU</w:t>
      </w:r>
    </w:p>
    <w:p w14:paraId="7DA40651" w14:textId="77777777" w:rsidR="00285C2D" w:rsidRPr="000A30E8" w:rsidRDefault="00285C2D" w:rsidP="00285C2D">
      <w:pPr>
        <w:pStyle w:val="Titre2"/>
      </w:pPr>
      <w:bookmarkStart w:id="118" w:name="_Toc196330298"/>
      <w:r w:rsidRPr="000A30E8">
        <w:lastRenderedPageBreak/>
        <w:t>LE PRISONNIER DE PLESSIS-LEZ-TOURS</w:t>
      </w:r>
      <w:bookmarkEnd w:id="118"/>
    </w:p>
    <w:p w14:paraId="18934B43" w14:textId="77777777" w:rsidR="00285C2D" w:rsidRPr="000A30E8" w:rsidRDefault="00285C2D" w:rsidP="00285C2D">
      <w:pPr>
        <w:pStyle w:val="Titre3"/>
      </w:pPr>
      <w:bookmarkStart w:id="119" w:name="_Toc196330299"/>
      <w:r w:rsidRPr="000A30E8">
        <w:t>PREMIER ACTE</w:t>
      </w:r>
      <w:r w:rsidRPr="000A30E8">
        <w:br/>
      </w:r>
      <w:r w:rsidRPr="000A30E8">
        <w:br/>
        <w:t>Les cages du roi.</w:t>
      </w:r>
      <w:bookmarkEnd w:id="119"/>
    </w:p>
    <w:p w14:paraId="65BB0A4D" w14:textId="77777777" w:rsidR="00285C2D" w:rsidRPr="000A30E8" w:rsidRDefault="00285C2D" w:rsidP="00285C2D">
      <w:pPr>
        <w:pStyle w:val="Centr"/>
        <w:rPr>
          <w:rStyle w:val="Taille-1Caracteres"/>
        </w:rPr>
      </w:pPr>
      <w:r w:rsidRPr="000A30E8">
        <w:rPr>
          <w:rStyle w:val="Taille-1Caracteres"/>
        </w:rPr>
        <w:t>La scène représente les souterrains de Plessis-lez-Tours.</w:t>
      </w:r>
    </w:p>
    <w:p w14:paraId="53871851" w14:textId="77777777" w:rsidR="00285C2D" w:rsidRPr="000A30E8" w:rsidRDefault="00285C2D" w:rsidP="00285C2D">
      <w:r w:rsidRPr="000A30E8">
        <w:rPr>
          <w:szCs w:val="32"/>
        </w:rPr>
        <w:t>L</w:t>
      </w:r>
      <w:r w:rsidRPr="000A30E8">
        <w:rPr>
          <w:rStyle w:val="Taille-1Caracteres"/>
        </w:rPr>
        <w:t>OUIS</w:t>
      </w:r>
      <w:r w:rsidRPr="000A30E8">
        <w:rPr>
          <w:szCs w:val="32"/>
        </w:rPr>
        <w:t> XI. — Nous venons de descendre l’escalier de 223 marches qui conduit aux souterrains de mon château de Plessis-lez-Tours. Accompagné de mon fidèle prévôt Tristan l’Hermite, et de mon barbier de confiance, Olivier Le Daim, je viens faire ma visite bi-hebdomadaire à mes prisonniers.</w:t>
      </w:r>
    </w:p>
    <w:p w14:paraId="00BCCE4C" w14:textId="77777777" w:rsidR="00285C2D" w:rsidRPr="000A30E8" w:rsidRDefault="00285C2D" w:rsidP="00285C2D">
      <w:r w:rsidRPr="000A30E8">
        <w:t>T</w:t>
      </w:r>
      <w:r w:rsidRPr="000A30E8">
        <w:rPr>
          <w:rStyle w:val="Taille-1Caracteres"/>
        </w:rPr>
        <w:t>RISTAN</w:t>
      </w:r>
      <w:r w:rsidRPr="000A30E8">
        <w:t xml:space="preserve"> L’H</w:t>
      </w:r>
      <w:r w:rsidRPr="000A30E8">
        <w:rPr>
          <w:rStyle w:val="Taille-1Caracteres"/>
        </w:rPr>
        <w:t>ERMITE</w:t>
      </w:r>
      <w:r w:rsidRPr="000A30E8">
        <w:t>. — Ce fut une heureuse idée que vous eûtes, Sire, de faire enfermer tous vos ennemis dans de petites cages de fer.</w:t>
      </w:r>
    </w:p>
    <w:p w14:paraId="6642D82E" w14:textId="77777777" w:rsidR="00285C2D" w:rsidRPr="000A30E8" w:rsidRDefault="00285C2D" w:rsidP="00285C2D">
      <w:r w:rsidRPr="000A30E8">
        <w:t>L</w:t>
      </w:r>
      <w:r w:rsidRPr="000A30E8">
        <w:rPr>
          <w:rStyle w:val="Taille-1Caracteres"/>
        </w:rPr>
        <w:t>OUIS</w:t>
      </w:r>
      <w:r w:rsidRPr="000A30E8">
        <w:t> XI. — Petites ! tu l’as dit, mon compère ! Les prisonniers sont obligés de se tenir courbés en deux dans leurs étroites prisons. Je vais savourer ma vengeance. Commençons notre visite par la cage n° 1.</w:t>
      </w:r>
    </w:p>
    <w:p w14:paraId="2D6C3AC0"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RISONNIER DE LA CAGE N° 1</w:t>
      </w:r>
      <w:r w:rsidRPr="000A30E8">
        <w:t>. — Sire ! je proteste contre la conduite odieuse de notre geôlier. Hier, il a suspendu à la fenêtre de sa chambre la cage où je suis enfermé.</w:t>
      </w:r>
    </w:p>
    <w:p w14:paraId="2C16951E" w14:textId="77777777" w:rsidR="00285C2D" w:rsidRPr="000A30E8" w:rsidRDefault="00285C2D" w:rsidP="00285C2D">
      <w:r w:rsidRPr="000A30E8">
        <w:t>L</w:t>
      </w:r>
      <w:r w:rsidRPr="000A30E8">
        <w:rPr>
          <w:rStyle w:val="Taille-1Caracteres"/>
        </w:rPr>
        <w:t>OUIS</w:t>
      </w:r>
      <w:r w:rsidRPr="000A30E8">
        <w:t> XI. — Est-ce vrai, geôlier mon compère ?</w:t>
      </w:r>
    </w:p>
    <w:p w14:paraId="796370AB"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EÔLIER-OISELEUR</w:t>
      </w:r>
      <w:r w:rsidRPr="000A30E8">
        <w:t>. — Votre Majesté m’excusera ; mais je suis un ancien oiseleur. C’est par distraction, croyant prendre une cage à serins, que j’ai accroché la cage du prisonnier à ma fenêtre.</w:t>
      </w:r>
    </w:p>
    <w:p w14:paraId="76E648FA" w14:textId="77777777" w:rsidR="00285C2D" w:rsidRPr="000A30E8" w:rsidRDefault="00285C2D" w:rsidP="00285C2D">
      <w:r w:rsidRPr="000A30E8">
        <w:lastRenderedPageBreak/>
        <w:t>L</w:t>
      </w:r>
      <w:r w:rsidRPr="000A30E8">
        <w:rPr>
          <w:rStyle w:val="Taille-1Caracteres"/>
        </w:rPr>
        <w:t>OUIS</w:t>
      </w:r>
      <w:r w:rsidRPr="000A30E8">
        <w:t> XI. — Tâche d’être moins distrait à l’avenir.</w:t>
      </w:r>
    </w:p>
    <w:p w14:paraId="7B8A9E92"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RISONNIER DE LA CAGE N° 1</w:t>
      </w:r>
      <w:r w:rsidRPr="000A30E8">
        <w:t>. — Ce n’est pas tout Sire ; ce geôlier nous traite absolument comme des oiseaux. En guise de repas, il ne nous sert que du mouron. De plus, il nous oblige à siffler toute la journée pour se donner l’illusion d’être encore dans sa boutique d’oiseleur.</w:t>
      </w:r>
    </w:p>
    <w:p w14:paraId="0FF23BB5"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EÔLIER-OISELEUR</w:t>
      </w:r>
      <w:r w:rsidRPr="000A30E8">
        <w:t>. — Que Votre Majesté daigne me pardonner. Je fais mon possible pour me distraire dans ces souterrains. Ces prisonniers enfermés dans de petites cages me rappellent mon ancienne profession. Avec eux, j’ai créé une véritable volière. Je possède déjà un serin, un merle et un cardinal.</w:t>
      </w:r>
    </w:p>
    <w:p w14:paraId="5AE93B2F" w14:textId="77777777" w:rsidR="00285C2D" w:rsidRPr="000A30E8" w:rsidRDefault="00285C2D" w:rsidP="00285C2D">
      <w:r w:rsidRPr="000A30E8">
        <w:t>L</w:t>
      </w:r>
      <w:r w:rsidRPr="000A30E8">
        <w:rPr>
          <w:rStyle w:val="Taille-1Caracteres"/>
        </w:rPr>
        <w:t>OUIS</w:t>
      </w:r>
      <w:r w:rsidRPr="000A30E8">
        <w:t> XI. — Un serin ?</w:t>
      </w:r>
    </w:p>
    <w:p w14:paraId="40906F43"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EÔLIER-OISELEUR</w:t>
      </w:r>
      <w:r w:rsidRPr="000A30E8">
        <w:t>. — Oui. Le prisonnier de la cage n° 2, qui est atteint de jaunisse.</w:t>
      </w:r>
    </w:p>
    <w:p w14:paraId="00093A7B" w14:textId="77777777" w:rsidR="00285C2D" w:rsidRPr="000A30E8" w:rsidRDefault="00285C2D" w:rsidP="00285C2D">
      <w:r w:rsidRPr="000A30E8">
        <w:t>L</w:t>
      </w:r>
      <w:r w:rsidRPr="000A30E8">
        <w:rPr>
          <w:rStyle w:val="Taille-1Caracteres"/>
        </w:rPr>
        <w:t>OUIS</w:t>
      </w:r>
      <w:r w:rsidRPr="000A30E8">
        <w:t> XI. — Et le merle ?</w:t>
      </w:r>
    </w:p>
    <w:p w14:paraId="7D152BB0"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EÔLIER-OISELEUR</w:t>
      </w:r>
      <w:r w:rsidRPr="000A30E8">
        <w:t>. — Dans la cage n° 3. Sire, c’est un nègre.</w:t>
      </w:r>
    </w:p>
    <w:p w14:paraId="303A092F" w14:textId="77777777" w:rsidR="00285C2D" w:rsidRPr="000A30E8" w:rsidRDefault="00285C2D" w:rsidP="00285C2D">
      <w:r w:rsidRPr="000A30E8">
        <w:t>L</w:t>
      </w:r>
      <w:r w:rsidRPr="000A30E8">
        <w:rPr>
          <w:rStyle w:val="Taille-1Caracteres"/>
        </w:rPr>
        <w:t>OUIS</w:t>
      </w:r>
      <w:r w:rsidRPr="000A30E8">
        <w:t> XI. — Et le cardinal ?</w:t>
      </w:r>
    </w:p>
    <w:p w14:paraId="3D7F1622"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EÔLIER-OISELEUR</w:t>
      </w:r>
      <w:r w:rsidRPr="000A30E8">
        <w:t>. — C’est le prisonnier de la cage n° 5, le cardinal La Balue.</w:t>
      </w:r>
    </w:p>
    <w:p w14:paraId="4F80E9D2" w14:textId="77777777" w:rsidR="00285C2D" w:rsidRPr="000A30E8" w:rsidRDefault="00285C2D" w:rsidP="00285C2D">
      <w:r w:rsidRPr="000A30E8">
        <w:t>L</w:t>
      </w:r>
      <w:r w:rsidRPr="000A30E8">
        <w:rPr>
          <w:rStyle w:val="Taille-1Caracteres"/>
        </w:rPr>
        <w:t>OUIS</w:t>
      </w:r>
      <w:r w:rsidRPr="000A30E8">
        <w:t xml:space="preserve"> XI, </w:t>
      </w:r>
      <w:r w:rsidRPr="000A30E8">
        <w:rPr>
          <w:i/>
          <w:iCs/>
        </w:rPr>
        <w:t>s’approchant de la cage de La Balue</w:t>
      </w:r>
      <w:r w:rsidRPr="000A30E8">
        <w:t>. — Ah ! La Balue ! La Balue ! mon ami ! pour te punir d’avoir été plus rebelle qu’un Klepte, je te ferai une nuit si noire et si longue qu’il te faudra un effort de mémoire pour te rappeler l’éclat du soleil et la clarté du jour !</w:t>
      </w:r>
    </w:p>
    <w:p w14:paraId="1F970478" w14:textId="77777777" w:rsidR="00285C2D" w:rsidRPr="000A30E8" w:rsidRDefault="00285C2D" w:rsidP="00285C2D">
      <w:r w:rsidRPr="000A30E8">
        <w:lastRenderedPageBreak/>
        <w:t>O</w:t>
      </w:r>
      <w:r w:rsidRPr="000A30E8">
        <w:rPr>
          <w:rStyle w:val="Taille-1Caracteres"/>
        </w:rPr>
        <w:t>LIVIER</w:t>
      </w:r>
      <w:r w:rsidRPr="000A30E8">
        <w:t xml:space="preserve"> L</w:t>
      </w:r>
      <w:r w:rsidRPr="000A30E8">
        <w:rPr>
          <w:rStyle w:val="Taille-1Caracteres"/>
        </w:rPr>
        <w:t>E</w:t>
      </w:r>
      <w:r w:rsidRPr="000A30E8">
        <w:t xml:space="preserve"> D</w:t>
      </w:r>
      <w:r w:rsidRPr="000A30E8">
        <w:rPr>
          <w:rStyle w:val="Taille-1Caracteres"/>
        </w:rPr>
        <w:t>AIM</w:t>
      </w:r>
      <w:r w:rsidRPr="000A30E8">
        <w:t>. — Quelle est cette lumière dans la cage n° 7 ?</w:t>
      </w:r>
    </w:p>
    <w:p w14:paraId="7F9327A3"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EÔLIER-OISELEUR</w:t>
      </w:r>
      <w:r w:rsidRPr="000A30E8">
        <w:t>. — Je vais vous expliquer, monseigneur : c’est la cage de l’homme-torpille.</w:t>
      </w:r>
    </w:p>
    <w:p w14:paraId="4B649352" w14:textId="77777777" w:rsidR="00285C2D" w:rsidRPr="000A30E8" w:rsidRDefault="00285C2D" w:rsidP="00285C2D">
      <w:r w:rsidRPr="000A30E8">
        <w:t>L</w:t>
      </w:r>
      <w:r w:rsidRPr="000A30E8">
        <w:rPr>
          <w:rStyle w:val="Taille-1Caracteres"/>
        </w:rPr>
        <w:t>OUIS</w:t>
      </w:r>
      <w:r w:rsidRPr="000A30E8">
        <w:t> XI. — Ah ! oui, ce forain, homme-torpille, que des anarchistes lancèrent contre les murailles de Plessis-lez-Tours, croyant ainsi faire sauter mon château ?</w:t>
      </w:r>
    </w:p>
    <w:p w14:paraId="6C749B69" w14:textId="77777777" w:rsidR="00285C2D" w:rsidRPr="000A30E8" w:rsidRDefault="00285C2D" w:rsidP="00285C2D">
      <w:r w:rsidRPr="000A30E8">
        <w:t>O</w:t>
      </w:r>
      <w:r w:rsidRPr="000A30E8">
        <w:rPr>
          <w:rStyle w:val="Taille-1Caracteres"/>
        </w:rPr>
        <w:t>LIVIER</w:t>
      </w:r>
      <w:r w:rsidRPr="000A30E8">
        <w:t xml:space="preserve"> L</w:t>
      </w:r>
      <w:r w:rsidRPr="000A30E8">
        <w:rPr>
          <w:rStyle w:val="Taille-1Caracteres"/>
        </w:rPr>
        <w:t>E</w:t>
      </w:r>
      <w:r w:rsidRPr="000A30E8">
        <w:t xml:space="preserve"> D</w:t>
      </w:r>
      <w:r w:rsidRPr="000A30E8">
        <w:rPr>
          <w:rStyle w:val="Taille-1Caracteres"/>
        </w:rPr>
        <w:t>AIM</w:t>
      </w:r>
      <w:r w:rsidRPr="000A30E8">
        <w:t>. — Oui. Mais pourquoi sa cage est-elle éclairée ?</w:t>
      </w:r>
    </w:p>
    <w:p w14:paraId="507AF731"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EÔLIER-OISELEUR</w:t>
      </w:r>
      <w:r w:rsidRPr="000A30E8">
        <w:t>. — C’est une invention du prisonnier. Il adore la lecture, et pour pouvoir dévorer les ouvrages de son auteur favori, Denis d’Halicarnasse, il a trouvé le moyen d’éclairer sa cage.</w:t>
      </w:r>
    </w:p>
    <w:p w14:paraId="1869E9F2" w14:textId="77777777" w:rsidR="00285C2D" w:rsidRPr="000A30E8" w:rsidRDefault="00285C2D" w:rsidP="00285C2D">
      <w:r w:rsidRPr="000A30E8">
        <w:t>L</w:t>
      </w:r>
      <w:r w:rsidRPr="000A30E8">
        <w:rPr>
          <w:rStyle w:val="Taille-1Caracteres"/>
        </w:rPr>
        <w:t>OUIS</w:t>
      </w:r>
      <w:r w:rsidRPr="000A30E8">
        <w:t> XI. — Comment cela, compère ?</w:t>
      </w:r>
    </w:p>
    <w:p w14:paraId="3240A5E8"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EÔLIER-OISELEUR</w:t>
      </w:r>
      <w:r w:rsidRPr="000A30E8">
        <w:t>. — Cet homme-torpille s’est frotté avec force les paumes des mains contre les barreaux de sa cage.</w:t>
      </w:r>
    </w:p>
    <w:p w14:paraId="75298993" w14:textId="77777777" w:rsidR="00285C2D" w:rsidRPr="000A30E8" w:rsidRDefault="00285C2D" w:rsidP="00285C2D">
      <w:r w:rsidRPr="000A30E8">
        <w:t>L</w:t>
      </w:r>
      <w:r w:rsidRPr="000A30E8">
        <w:rPr>
          <w:rStyle w:val="Taille-1Caracteres"/>
        </w:rPr>
        <w:t>OUIS</w:t>
      </w:r>
      <w:r w:rsidRPr="000A30E8">
        <w:t> XI. — Pourquoi ?</w:t>
      </w:r>
    </w:p>
    <w:p w14:paraId="558FB381"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EÔLIER-OISELEUR</w:t>
      </w:r>
      <w:r w:rsidRPr="000A30E8">
        <w:t>. — Pour avoir des ampoules. Son corps étant une véritable pile, l’homme-torpille se trouve ainsi en possession de petites ampoules électriques.</w:t>
      </w:r>
    </w:p>
    <w:p w14:paraId="04E6334F" w14:textId="77777777" w:rsidR="00285C2D" w:rsidRPr="000A30E8" w:rsidRDefault="00285C2D" w:rsidP="00285C2D">
      <w:r w:rsidRPr="000A30E8">
        <w:t>L</w:t>
      </w:r>
      <w:r w:rsidRPr="000A30E8">
        <w:rPr>
          <w:rStyle w:val="Taille-1Caracteres"/>
        </w:rPr>
        <w:t>OUI</w:t>
      </w:r>
      <w:r w:rsidRPr="00C47A66">
        <w:rPr>
          <w:rStyle w:val="Taille-1Caracteres"/>
        </w:rPr>
        <w:t>S</w:t>
      </w:r>
      <w:r w:rsidRPr="000A30E8">
        <w:t> XI. — Par Laban ! Malgré l’anachronisme, voilà qui est bien trouvé ! J’en parlerai à Commines, pour qu’il note cela dans ses Mémoires. Mais quel est ce nouveau prisonnier de la cage centrale ?</w:t>
      </w:r>
    </w:p>
    <w:p w14:paraId="0E4B1034" w14:textId="77777777" w:rsidR="00285C2D" w:rsidRPr="000A30E8" w:rsidRDefault="00285C2D" w:rsidP="00285C2D">
      <w:r w:rsidRPr="000A30E8">
        <w:t>T</w:t>
      </w:r>
      <w:r w:rsidRPr="000A30E8">
        <w:rPr>
          <w:rStyle w:val="Taille-1Caracteres"/>
        </w:rPr>
        <w:t>RISTAN L’</w:t>
      </w:r>
      <w:r w:rsidRPr="000A30E8">
        <w:t>H</w:t>
      </w:r>
      <w:r w:rsidRPr="000A30E8">
        <w:rPr>
          <w:rStyle w:val="Taille-1Caracteres"/>
        </w:rPr>
        <w:t>ERMITE</w:t>
      </w:r>
      <w:r w:rsidRPr="000A30E8">
        <w:t xml:space="preserve">. — C’est un baladin qui s’est permis d’écrire une revue intitulée : « Plessis-les-Tourtes », dans </w:t>
      </w:r>
      <w:r w:rsidRPr="000A30E8">
        <w:lastRenderedPageBreak/>
        <w:t>laquelle il plaisantait les fétiches, médailles et amulettes que Votre Majesté porte à son chapeau.</w:t>
      </w:r>
    </w:p>
    <w:p w14:paraId="70B95EB3" w14:textId="77777777" w:rsidR="00285C2D" w:rsidRPr="000A30E8" w:rsidRDefault="00285C2D" w:rsidP="00285C2D">
      <w:r w:rsidRPr="000A30E8">
        <w:t>L</w:t>
      </w:r>
      <w:r w:rsidRPr="000A30E8">
        <w:rPr>
          <w:rStyle w:val="Taille-1Caracteres"/>
        </w:rPr>
        <w:t>OUIS</w:t>
      </w:r>
      <w:r w:rsidRPr="000A30E8">
        <w:t> XI. — À quelles plaisanteries s’est livré ce manant ?</w:t>
      </w:r>
    </w:p>
    <w:p w14:paraId="1272E1A1" w14:textId="77777777" w:rsidR="00285C2D" w:rsidRPr="000A30E8" w:rsidRDefault="00285C2D" w:rsidP="00285C2D">
      <w:r w:rsidRPr="000A30E8">
        <w:t>T</w:t>
      </w:r>
      <w:r w:rsidRPr="000A30E8">
        <w:rPr>
          <w:rStyle w:val="Taille-1Caracteres"/>
        </w:rPr>
        <w:t>RISTAN L’</w:t>
      </w:r>
      <w:r w:rsidRPr="000A30E8">
        <w:t>H</w:t>
      </w:r>
      <w:r w:rsidRPr="000A30E8">
        <w:rPr>
          <w:rStyle w:val="Taille-1Caracteres"/>
        </w:rPr>
        <w:t>ERMITE</w:t>
      </w:r>
      <w:r w:rsidRPr="000A30E8">
        <w:t>. — Il a déclaré dans un insolent couplet que vos amulettes n’étaient pas de la régie.</w:t>
      </w:r>
    </w:p>
    <w:p w14:paraId="5C46A6D7" w14:textId="77777777" w:rsidR="00285C2D" w:rsidRPr="000A30E8" w:rsidRDefault="00285C2D" w:rsidP="00285C2D">
      <w:r w:rsidRPr="000A30E8">
        <w:t>L</w:t>
      </w:r>
      <w:r w:rsidRPr="000A30E8">
        <w:rPr>
          <w:rStyle w:val="Taille-1Caracteres"/>
        </w:rPr>
        <w:t>OUIS</w:t>
      </w:r>
      <w:r w:rsidRPr="000A30E8">
        <w:t> XI. — Je lui pardonne l’injure. Mais pour expier ce jeu de mots trop facile, qu’il reste dans cette cage jusqu’à la fin de ses jours. Puisse son exemple servir de leçon aux revuistes d’aujourd’hui et de l’avenir. Voilà ma visite terminée. Les barreaux des cages sont solides. Pas à craindre d’évasion. Tout va bien. Remontons.</w:t>
      </w:r>
    </w:p>
    <w:p w14:paraId="1D7B7FA4" w14:textId="77777777" w:rsidR="00285C2D" w:rsidRPr="000A30E8" w:rsidRDefault="00285C2D" w:rsidP="00285C2D">
      <w:r w:rsidRPr="000A30E8">
        <w:t>(</w:t>
      </w:r>
      <w:r w:rsidRPr="000A30E8">
        <w:rPr>
          <w:i/>
          <w:iCs/>
        </w:rPr>
        <w:t>Il part, suivi de Tristan l’Hermite et d’Olivier Le Daim</w:t>
      </w:r>
      <w:r w:rsidRPr="000A30E8">
        <w:t>.)</w:t>
      </w:r>
    </w:p>
    <w:p w14:paraId="25DC81E2"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RISONNIER DE LA CAGE CENTRALE</w:t>
      </w:r>
      <w:r w:rsidRPr="000A30E8">
        <w:t xml:space="preserve">, </w:t>
      </w:r>
      <w:r w:rsidRPr="000A30E8">
        <w:rPr>
          <w:i/>
          <w:iCs/>
        </w:rPr>
        <w:t>entre ses dents</w:t>
      </w:r>
      <w:r w:rsidRPr="000A30E8">
        <w:t>. — Si j’avais seulement un pot de peinture rouge, mon évasion ne serait plus qu’une question d’heures !</w:t>
      </w:r>
    </w:p>
    <w:p w14:paraId="176F83A3" w14:textId="77777777" w:rsidR="00285C2D" w:rsidRPr="000A30E8" w:rsidRDefault="00285C2D" w:rsidP="00285C2D">
      <w:pPr>
        <w:pStyle w:val="Titre3"/>
      </w:pPr>
      <w:bookmarkStart w:id="120" w:name="_Toc196330300"/>
      <w:r w:rsidRPr="000A30E8">
        <w:t>DEUXIÈME ACTE</w:t>
      </w:r>
      <w:r w:rsidRPr="000A30E8">
        <w:br/>
      </w:r>
      <w:r w:rsidRPr="000A30E8">
        <w:br/>
        <w:t>Le stratagème.</w:t>
      </w:r>
      <w:bookmarkEnd w:id="120"/>
    </w:p>
    <w:p w14:paraId="2C19B119" w14:textId="77777777" w:rsidR="00285C2D" w:rsidRPr="000A30E8" w:rsidRDefault="00285C2D" w:rsidP="00285C2D">
      <w:pPr>
        <w:pStyle w:val="Centr"/>
        <w:rPr>
          <w:rStyle w:val="Taille-1Caracteres"/>
        </w:rPr>
      </w:pPr>
      <w:r w:rsidRPr="000A30E8">
        <w:rPr>
          <w:rStyle w:val="Taille-1Caracteres"/>
        </w:rPr>
        <w:t>Même décor.</w:t>
      </w:r>
    </w:p>
    <w:p w14:paraId="70ABDE5A" w14:textId="77777777" w:rsidR="00285C2D" w:rsidRPr="000A30E8" w:rsidRDefault="00285C2D" w:rsidP="00285C2D">
      <w:r w:rsidRPr="000A30E8">
        <w:rPr>
          <w:szCs w:val="32"/>
        </w:rPr>
        <w:t>L</w:t>
      </w:r>
      <w:r w:rsidRPr="000A30E8">
        <w:rPr>
          <w:rStyle w:val="Taille-1Caracteres"/>
        </w:rPr>
        <w:t>E</w:t>
      </w:r>
      <w:r w:rsidRPr="000A30E8">
        <w:rPr>
          <w:szCs w:val="32"/>
        </w:rPr>
        <w:t xml:space="preserve"> G</w:t>
      </w:r>
      <w:r w:rsidRPr="000A30E8">
        <w:rPr>
          <w:rStyle w:val="Taille-1Caracteres"/>
        </w:rPr>
        <w:t>EÔLIER-OISELEUR</w:t>
      </w:r>
      <w:r w:rsidRPr="000A30E8">
        <w:rPr>
          <w:szCs w:val="32"/>
        </w:rPr>
        <w:t>. — J’ai déjà un serin, un merle et un cardinal dans ma volière improvisée. En quoi vais-je transformer le nouveau prisonnier de la cage centrale ? (</w:t>
      </w:r>
      <w:r w:rsidRPr="000A30E8">
        <w:rPr>
          <w:i/>
          <w:iCs/>
          <w:szCs w:val="32"/>
        </w:rPr>
        <w:t>Haut</w:t>
      </w:r>
      <w:r w:rsidRPr="000A30E8">
        <w:rPr>
          <w:szCs w:val="32"/>
        </w:rPr>
        <w:t>.) Sais-tu siffler, prisonnier de la cage centrale ?</w:t>
      </w:r>
    </w:p>
    <w:p w14:paraId="0C7E0D79" w14:textId="77777777" w:rsidR="00285C2D" w:rsidRPr="000A30E8" w:rsidRDefault="00285C2D" w:rsidP="00285C2D">
      <w:r w:rsidRPr="000A30E8">
        <w:lastRenderedPageBreak/>
        <w:t>L</w:t>
      </w:r>
      <w:r w:rsidRPr="000A30E8">
        <w:rPr>
          <w:rStyle w:val="Taille-1Caracteres"/>
        </w:rPr>
        <w:t>E</w:t>
      </w:r>
      <w:r w:rsidRPr="000A30E8">
        <w:t xml:space="preserve"> P</w:t>
      </w:r>
      <w:r w:rsidRPr="000A30E8">
        <w:rPr>
          <w:rStyle w:val="Taille-1Caracteres"/>
        </w:rPr>
        <w:t>RISONNIER DE LA CAGE CENTRALE</w:t>
      </w:r>
      <w:r w:rsidRPr="000A30E8">
        <w:t xml:space="preserve">, </w:t>
      </w:r>
      <w:r w:rsidRPr="000A30E8">
        <w:rPr>
          <w:i/>
          <w:iCs/>
        </w:rPr>
        <w:t>à part</w:t>
      </w:r>
      <w:r w:rsidRPr="000A30E8">
        <w:t>. — Ce geôlier-oiseleur est complètement fou, mais, en flattant sa manie ridicule, je vais peut-être pouvoir me procurer un pot de peinture rouge, et mon évasion ne sera plus qu’une question d’heures. (</w:t>
      </w:r>
      <w:r w:rsidRPr="000A30E8">
        <w:rPr>
          <w:i/>
          <w:iCs/>
        </w:rPr>
        <w:t>Haut</w:t>
      </w:r>
      <w:r w:rsidRPr="000A30E8">
        <w:t>.) Je sais siffler comme un rouge-gorge.</w:t>
      </w:r>
    </w:p>
    <w:p w14:paraId="5AD7884A"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EÔLIER-OISELEUR</w:t>
      </w:r>
      <w:r w:rsidRPr="000A30E8">
        <w:t>. — Comme un rouge-gorge ? Cet oiseau ferait bien dans ma volière. Malheureusement, tu ne donnes pas l’illusion d’un rouge-gorge.</w:t>
      </w:r>
    </w:p>
    <w:p w14:paraId="1994549A"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RISONNIER DE LA CAGE CENTRAL</w:t>
      </w:r>
      <w:r w:rsidRPr="00C47A66">
        <w:rPr>
          <w:rStyle w:val="Taille-1Caracteres"/>
        </w:rPr>
        <w:t>E</w:t>
      </w:r>
      <w:r w:rsidRPr="000A30E8">
        <w:t>. — Il serait pourtant facile de me transformer en rouge-gorge.</w:t>
      </w:r>
    </w:p>
    <w:p w14:paraId="6A7E69FD"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EÔLIER-OISELEUR</w:t>
      </w:r>
      <w:r w:rsidRPr="000A30E8">
        <w:t>. — Comment ? Parle, prisonnier de la cage centrale.</w:t>
      </w:r>
    </w:p>
    <w:p w14:paraId="0EB50B25"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RISONNIER DE LA CAGE CENTRALE</w:t>
      </w:r>
      <w:r w:rsidRPr="000A30E8">
        <w:t>. — En me peignant la gorge en rouge vif. (</w:t>
      </w:r>
      <w:r w:rsidRPr="000A30E8">
        <w:rPr>
          <w:i/>
          <w:iCs/>
        </w:rPr>
        <w:t>À part</w:t>
      </w:r>
      <w:r w:rsidRPr="000A30E8">
        <w:t>.) Mon Dieu ! faites que ma ruse réussisse !</w:t>
      </w:r>
    </w:p>
    <w:p w14:paraId="5279440F"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EÔLIER-OISELEUR</w:t>
      </w:r>
      <w:r w:rsidRPr="000A30E8">
        <w:t>. — Quelle idée ! En effet, c’est très simple ! Je vais t’apporter un pot de peinture rouge et tu te transformeras toi-même en rouge-gorge. (</w:t>
      </w:r>
      <w:r w:rsidRPr="000A30E8">
        <w:rPr>
          <w:i/>
          <w:iCs/>
        </w:rPr>
        <w:t>Il sort et revient avec un pot de peinture rouge qu’il donne au prisonnier de la cage centrale</w:t>
      </w:r>
      <w:r w:rsidRPr="000A30E8">
        <w:t>.)</w:t>
      </w:r>
    </w:p>
    <w:p w14:paraId="1134E771"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RISONNIER DE LA CAGE CENTRALE</w:t>
      </w:r>
      <w:r w:rsidRPr="000A30E8">
        <w:t>. — Merci.</w:t>
      </w:r>
    </w:p>
    <w:p w14:paraId="359F946C"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EÔLIER-OISELEUR</w:t>
      </w:r>
      <w:r w:rsidRPr="000A30E8">
        <w:t>. — Je monte me coucher. Peins-toi la gorge tout à loisir. Demain, je jugerai de l’effet. Bonne nuit. (</w:t>
      </w:r>
      <w:r w:rsidRPr="000A30E8">
        <w:rPr>
          <w:i/>
          <w:iCs/>
        </w:rPr>
        <w:t>Il part</w:t>
      </w:r>
      <w:r w:rsidRPr="000A30E8">
        <w:t>.)</w:t>
      </w:r>
    </w:p>
    <w:p w14:paraId="460DB9D1"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RISONNIER DE LA CAGE CENTRALE</w:t>
      </w:r>
      <w:r w:rsidRPr="000A30E8">
        <w:t>. — Maintenant que j’ai mon pot de peinture rouge, mon évasion n’est plus qu’une question d’heures.</w:t>
      </w:r>
    </w:p>
    <w:p w14:paraId="179E64D0" w14:textId="77777777" w:rsidR="00285C2D" w:rsidRPr="000A30E8" w:rsidRDefault="00285C2D" w:rsidP="00285C2D">
      <w:pPr>
        <w:pStyle w:val="Titre3"/>
      </w:pPr>
      <w:bookmarkStart w:id="121" w:name="_Toc196330301"/>
      <w:r w:rsidRPr="000A30E8">
        <w:lastRenderedPageBreak/>
        <w:t>TROISIÈME ACTE</w:t>
      </w:r>
      <w:r w:rsidRPr="000A30E8">
        <w:br/>
      </w:r>
      <w:r w:rsidRPr="000A30E8">
        <w:br/>
        <w:t>La foi qui sauve.</w:t>
      </w:r>
      <w:bookmarkEnd w:id="121"/>
    </w:p>
    <w:p w14:paraId="328E49E4" w14:textId="77777777" w:rsidR="00285C2D" w:rsidRPr="000A30E8" w:rsidRDefault="00285C2D" w:rsidP="00285C2D">
      <w:pPr>
        <w:pStyle w:val="Centr"/>
        <w:rPr>
          <w:rStyle w:val="Taille-1Caracteres"/>
        </w:rPr>
      </w:pPr>
      <w:r w:rsidRPr="000A30E8">
        <w:rPr>
          <w:rStyle w:val="Taille-1Caracteres"/>
        </w:rPr>
        <w:t>Même décor.</w:t>
      </w:r>
    </w:p>
    <w:p w14:paraId="17B590DD" w14:textId="77777777" w:rsidR="00285C2D" w:rsidRPr="000A30E8" w:rsidRDefault="00285C2D" w:rsidP="00285C2D">
      <w:r w:rsidRPr="000A30E8">
        <w:rPr>
          <w:szCs w:val="32"/>
        </w:rPr>
        <w:t>L</w:t>
      </w:r>
      <w:r w:rsidRPr="000A30E8">
        <w:rPr>
          <w:rStyle w:val="Taille-1Caracteres"/>
        </w:rPr>
        <w:t>E</w:t>
      </w:r>
      <w:r w:rsidRPr="000A30E8">
        <w:rPr>
          <w:szCs w:val="32"/>
        </w:rPr>
        <w:t xml:space="preserve"> P</w:t>
      </w:r>
      <w:r w:rsidRPr="000A30E8">
        <w:rPr>
          <w:rStyle w:val="Taille-1Caracteres"/>
        </w:rPr>
        <w:t>RISONNIER DE LA CAGE CENTRALE</w:t>
      </w:r>
      <w:r w:rsidRPr="000A30E8">
        <w:rPr>
          <w:szCs w:val="32"/>
        </w:rPr>
        <w:t>. — Minuit vient de sonner au beffroi de Plessis-lez-Tours. Tout dort dans ce sinistre château, je peux commencer sans crainte mes préparatifs d’évasion. Grâce à mon pot de peinture rouge, mon évasion n’est plus maintenant qu’une question de minutes ! À l’ouvrage ! (</w:t>
      </w:r>
      <w:r w:rsidRPr="000A30E8">
        <w:rPr>
          <w:i/>
          <w:iCs/>
          <w:szCs w:val="32"/>
        </w:rPr>
        <w:t>Il prend le pinceau et peint en rouge les barreaux de sa cage</w:t>
      </w:r>
      <w:r w:rsidRPr="000A30E8">
        <w:rPr>
          <w:szCs w:val="32"/>
        </w:rPr>
        <w:t>.) Voilà qui est fait ! Les barreaux de ma cage sont rouges. Il ne me reste plus qu’à les tordre de ma main vigoureuse. Le fer rouge est facilement malléable. J’ai toujours entendu dire que les forgerons pliaient le fer à volonté lorsqu’il était rouge. Allons ! un petit effort, et je suis sauvé ! (</w:t>
      </w:r>
      <w:r w:rsidRPr="000A30E8">
        <w:rPr>
          <w:i/>
          <w:iCs/>
          <w:szCs w:val="32"/>
        </w:rPr>
        <w:t>Avec cette foi qui soulève les montagnes, il tord les barreaux de la cage et se fait un passage par lequel il quitte la cage centrale</w:t>
      </w:r>
      <w:r w:rsidRPr="000A30E8">
        <w:rPr>
          <w:szCs w:val="32"/>
        </w:rPr>
        <w:t>.) Sauvé !</w:t>
      </w:r>
    </w:p>
    <w:p w14:paraId="2B832A61" w14:textId="77777777" w:rsidR="00285C2D" w:rsidRPr="000A30E8" w:rsidRDefault="00285C2D" w:rsidP="00285C2D">
      <w:r w:rsidRPr="000A30E8">
        <w:t>(</w:t>
      </w:r>
      <w:r w:rsidRPr="000A30E8">
        <w:rPr>
          <w:i/>
          <w:iCs/>
        </w:rPr>
        <w:t>Tel l’autruche, il sort du souterrain la tête cachée sous son bras afin de passer inaperçu</w:t>
      </w:r>
      <w:r w:rsidRPr="000A30E8">
        <w:t>.)</w:t>
      </w:r>
    </w:p>
    <w:p w14:paraId="61FD98A3" w14:textId="77777777" w:rsidR="00285C2D" w:rsidRPr="000A30E8" w:rsidRDefault="00285C2D" w:rsidP="00285C2D">
      <w:pPr>
        <w:pStyle w:val="Centr"/>
      </w:pPr>
      <w:r w:rsidRPr="000A30E8">
        <w:t>RIDEAU</w:t>
      </w:r>
    </w:p>
    <w:p w14:paraId="58D59768" w14:textId="77777777" w:rsidR="00285C2D" w:rsidRPr="000A30E8" w:rsidRDefault="00285C2D" w:rsidP="00285C2D">
      <w:pPr>
        <w:pStyle w:val="Titre2"/>
      </w:pPr>
      <w:bookmarkStart w:id="122" w:name="_Toc196330302"/>
      <w:r w:rsidRPr="000A30E8">
        <w:lastRenderedPageBreak/>
        <w:t>LA TOUR « PRENDS GARDE »</w:t>
      </w:r>
      <w:bookmarkEnd w:id="122"/>
    </w:p>
    <w:p w14:paraId="151E43BB" w14:textId="77777777" w:rsidR="00285C2D" w:rsidRPr="000A30E8" w:rsidRDefault="00285C2D" w:rsidP="00285C2D">
      <w:pPr>
        <w:pStyle w:val="Titre3"/>
      </w:pPr>
      <w:bookmarkStart w:id="123" w:name="_Toc196330303"/>
      <w:r w:rsidRPr="000A30E8">
        <w:t>PREMIER ACTE</w:t>
      </w:r>
      <w:r w:rsidRPr="000A30E8">
        <w:br/>
      </w:r>
      <w:r w:rsidRPr="000A30E8">
        <w:br/>
        <w:t>Châtelaine et troubadour.</w:t>
      </w:r>
      <w:bookmarkEnd w:id="123"/>
    </w:p>
    <w:p w14:paraId="45191355" w14:textId="77777777" w:rsidR="00285C2D" w:rsidRPr="000A30E8" w:rsidRDefault="00285C2D" w:rsidP="00285C2D">
      <w:pPr>
        <w:pStyle w:val="Centr"/>
        <w:rPr>
          <w:rStyle w:val="Taille-1Caracteres"/>
        </w:rPr>
      </w:pPr>
      <w:r w:rsidRPr="000A30E8">
        <w:rPr>
          <w:rStyle w:val="Taille-1Caracteres"/>
        </w:rPr>
        <w:t>La scène représente la façade d’un château.</w:t>
      </w:r>
    </w:p>
    <w:p w14:paraId="6E0778C5" w14:textId="77777777" w:rsidR="00285C2D" w:rsidRPr="000A30E8" w:rsidRDefault="00285C2D" w:rsidP="00285C2D">
      <w:r w:rsidRPr="000A30E8">
        <w:rPr>
          <w:szCs w:val="32"/>
        </w:rPr>
        <w:t>L’</w:t>
      </w:r>
      <w:r w:rsidRPr="000A30E8">
        <w:rPr>
          <w:rStyle w:val="Taille-1Caracteres"/>
        </w:rPr>
        <w:t>ARDENTE</w:t>
      </w:r>
      <w:r w:rsidRPr="000A30E8">
        <w:rPr>
          <w:szCs w:val="32"/>
        </w:rPr>
        <w:t xml:space="preserve"> C</w:t>
      </w:r>
      <w:r w:rsidRPr="000A30E8">
        <w:rPr>
          <w:rStyle w:val="Taille-1Caracteres"/>
        </w:rPr>
        <w:t>HÂTELAINE</w:t>
      </w:r>
      <w:r w:rsidRPr="000A30E8">
        <w:rPr>
          <w:szCs w:val="32"/>
        </w:rPr>
        <w:t xml:space="preserve">, </w:t>
      </w:r>
      <w:r w:rsidRPr="000A30E8">
        <w:rPr>
          <w:i/>
          <w:iCs/>
          <w:szCs w:val="32"/>
        </w:rPr>
        <w:t>à la fenêtre</w:t>
      </w:r>
      <w:r w:rsidRPr="000A30E8">
        <w:rPr>
          <w:szCs w:val="32"/>
        </w:rPr>
        <w:t>. — Depuis que mon époux, le Châtelain ombrageux, est parti à la guerre, mon cœur languit d’amour.</w:t>
      </w:r>
    </w:p>
    <w:p w14:paraId="2FB1160D" w14:textId="77777777" w:rsidR="00285C2D" w:rsidRPr="000A30E8" w:rsidRDefault="00285C2D" w:rsidP="00285C2D">
      <w:r w:rsidRPr="000A30E8">
        <w:t>L</w:t>
      </w:r>
      <w:r w:rsidRPr="000A30E8">
        <w:rPr>
          <w:rStyle w:val="Taille-1Caracteres"/>
        </w:rPr>
        <w:t>A</w:t>
      </w:r>
      <w:r w:rsidRPr="000A30E8">
        <w:t xml:space="preserve"> S</w:t>
      </w:r>
      <w:r w:rsidRPr="000A30E8">
        <w:rPr>
          <w:rStyle w:val="Taille-1Caracteres"/>
        </w:rPr>
        <w:t>ERVANTE PRUDENTE</w:t>
      </w:r>
      <w:r w:rsidRPr="000A30E8">
        <w:t>. — Patientez, chère maîtresse. Rappelez-vous qu’il est de tradition dans la famille du Châtelain ombrageux de précipiter la femme adultère du haut de la tour « Prends Garde ».</w:t>
      </w:r>
    </w:p>
    <w:p w14:paraId="37A7CD8F" w14:textId="77777777" w:rsidR="00285C2D" w:rsidRPr="000A30E8" w:rsidRDefault="00285C2D" w:rsidP="00285C2D">
      <w:r w:rsidRPr="000A30E8">
        <w:t>L’</w:t>
      </w:r>
      <w:r w:rsidRPr="000A30E8">
        <w:rPr>
          <w:rStyle w:val="Taille-1Caracteres"/>
        </w:rPr>
        <w:t>ARDENTE</w:t>
      </w:r>
      <w:r w:rsidRPr="000A30E8">
        <w:t xml:space="preserve"> C</w:t>
      </w:r>
      <w:r w:rsidRPr="000A30E8">
        <w:rPr>
          <w:rStyle w:val="Taille-1Caracteres"/>
        </w:rPr>
        <w:t>HÂTELAINE</w:t>
      </w:r>
      <w:r w:rsidRPr="000A30E8">
        <w:t>. — Je sais. Pour effrayer leurs femmes, tous les ancêtres de mon époux leur montraient cette tour en criant : « Prends garde ! »</w:t>
      </w:r>
    </w:p>
    <w:p w14:paraId="3B85C2D0" w14:textId="77777777" w:rsidR="00285C2D" w:rsidRPr="000A30E8" w:rsidRDefault="00285C2D" w:rsidP="00285C2D">
      <w:r w:rsidRPr="000A30E8">
        <w:t>L</w:t>
      </w:r>
      <w:r w:rsidRPr="000A30E8">
        <w:rPr>
          <w:rStyle w:val="Taille-1Caracteres"/>
        </w:rPr>
        <w:t>A</w:t>
      </w:r>
      <w:r w:rsidRPr="000A30E8">
        <w:t xml:space="preserve"> S</w:t>
      </w:r>
      <w:r w:rsidRPr="000A30E8">
        <w:rPr>
          <w:rStyle w:val="Taille-1Caracteres"/>
        </w:rPr>
        <w:t>ERVANTE PRUDENTE</w:t>
      </w:r>
      <w:r w:rsidRPr="000A30E8">
        <w:t>. — C’est pour cette raison qu’on la surnomma la tour « Prends Garde ».</w:t>
      </w:r>
    </w:p>
    <w:p w14:paraId="158F7391" w14:textId="77777777" w:rsidR="00285C2D" w:rsidRPr="000A30E8" w:rsidRDefault="00285C2D" w:rsidP="00285C2D">
      <w:r w:rsidRPr="000A30E8">
        <w:t>L’</w:t>
      </w:r>
      <w:r w:rsidRPr="000A30E8">
        <w:rPr>
          <w:rStyle w:val="Taille-1Caracteres"/>
        </w:rPr>
        <w:t>ARDENTE</w:t>
      </w:r>
      <w:r w:rsidRPr="000A30E8">
        <w:t xml:space="preserve"> C</w:t>
      </w:r>
      <w:r w:rsidRPr="000A30E8">
        <w:rPr>
          <w:rStyle w:val="Taille-1Caracteres"/>
        </w:rPr>
        <w:t>HÂTELAINE</w:t>
      </w:r>
      <w:r w:rsidRPr="000A30E8">
        <w:t>. — Mais tu oublies, servante prudente, que la tour « Prends Garde » s’est écroulée, lors de la dernière guerre.</w:t>
      </w:r>
    </w:p>
    <w:p w14:paraId="3B513886" w14:textId="77777777" w:rsidR="00285C2D" w:rsidRPr="000A30E8" w:rsidRDefault="00285C2D" w:rsidP="00285C2D">
      <w:r w:rsidRPr="000A30E8">
        <w:t>L</w:t>
      </w:r>
      <w:r w:rsidRPr="000A30E8">
        <w:rPr>
          <w:rStyle w:val="Taille-1Caracteres"/>
        </w:rPr>
        <w:t>A</w:t>
      </w:r>
      <w:r w:rsidRPr="000A30E8">
        <w:t xml:space="preserve"> S</w:t>
      </w:r>
      <w:r w:rsidRPr="000A30E8">
        <w:rPr>
          <w:rStyle w:val="Taille-1Caracteres"/>
        </w:rPr>
        <w:t>ERVANTE PRUDENTE</w:t>
      </w:r>
      <w:r w:rsidRPr="000A30E8">
        <w:t xml:space="preserve">. — C’est vrai ; je me rappelle : le Châtelain ombrageux, votre époux, avait enfermé des prisonniers dans le souterrain de la tour « Prends Garde ». Une terrible épidémie de danse de Saint-Guy se déclara chez les prisonniers. Comme ils étaient à l’étroit dans le souterrain, </w:t>
      </w:r>
      <w:r w:rsidRPr="000A30E8">
        <w:lastRenderedPageBreak/>
        <w:t>leurs tremblements perpétuels provoquèrent un tremblement de terre et la tour « Prends Garde » s’écroula.</w:t>
      </w:r>
    </w:p>
    <w:p w14:paraId="35F24505" w14:textId="77777777" w:rsidR="00285C2D" w:rsidRPr="000A30E8" w:rsidRDefault="00285C2D" w:rsidP="00285C2D">
      <w:r w:rsidRPr="000A30E8">
        <w:t>L’</w:t>
      </w:r>
      <w:r w:rsidRPr="000A30E8">
        <w:rPr>
          <w:rStyle w:val="Taille-1Caracteres"/>
        </w:rPr>
        <w:t>ARDENTE</w:t>
      </w:r>
      <w:r w:rsidRPr="000A30E8">
        <w:t xml:space="preserve"> C</w:t>
      </w:r>
      <w:r w:rsidRPr="000A30E8">
        <w:rPr>
          <w:rStyle w:val="Taille-1Caracteres"/>
        </w:rPr>
        <w:t>HÂTELAINE</w:t>
      </w:r>
      <w:r w:rsidRPr="000A30E8">
        <w:t>. — Je peux donc, sans crainte, tromper le Châtelain ombrageux. Il ne pourra pas, selon la tradition de sa noble famille, me précipiter du haut de la tour, puisqu’elle n’existe plus. Justement un joyeux troubadour s’arrête sous ma fenêtre pour chanter sa chanson d’amour. (</w:t>
      </w:r>
      <w:r w:rsidRPr="000A30E8">
        <w:rPr>
          <w:i/>
          <w:iCs/>
        </w:rPr>
        <w:t>Au troubadour</w:t>
      </w:r>
      <w:r w:rsidRPr="000A30E8">
        <w:t>.) Monte, gentil troubadour ; viens me chanter, céans, ta chanson d’amour.</w:t>
      </w:r>
    </w:p>
    <w:p w14:paraId="2A4EB094" w14:textId="77777777" w:rsidR="00285C2D" w:rsidRPr="000A30E8" w:rsidRDefault="00285C2D" w:rsidP="00285C2D">
      <w:r w:rsidRPr="000A30E8">
        <w:t>L</w:t>
      </w:r>
      <w:r w:rsidRPr="000A30E8">
        <w:rPr>
          <w:rStyle w:val="Taille-1Caracteres"/>
        </w:rPr>
        <w:t>A</w:t>
      </w:r>
      <w:r w:rsidRPr="000A30E8">
        <w:t xml:space="preserve"> S</w:t>
      </w:r>
      <w:r w:rsidRPr="000A30E8">
        <w:rPr>
          <w:rStyle w:val="Taille-1Caracteres"/>
        </w:rPr>
        <w:t>ERVANTE PRUDENTE</w:t>
      </w:r>
      <w:r w:rsidRPr="000A30E8">
        <w:t>. — Quelle imprudence !</w:t>
      </w:r>
    </w:p>
    <w:p w14:paraId="27D8D67D"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EILLEUR DU CHÂTEAU</w:t>
      </w:r>
      <w:r w:rsidRPr="000A30E8">
        <w:t xml:space="preserve">, </w:t>
      </w:r>
      <w:r w:rsidRPr="000A30E8">
        <w:rPr>
          <w:i/>
          <w:iCs/>
        </w:rPr>
        <w:t>annonçant</w:t>
      </w:r>
      <w:r w:rsidRPr="000A30E8">
        <w:t>. — Un troubadour monte !</w:t>
      </w:r>
    </w:p>
    <w:p w14:paraId="44A94024" w14:textId="77777777" w:rsidR="00285C2D" w:rsidRPr="000A30E8" w:rsidRDefault="00285C2D" w:rsidP="00285C2D">
      <w:pPr>
        <w:pStyle w:val="Titre3"/>
      </w:pPr>
      <w:bookmarkStart w:id="124" w:name="_Toc196330304"/>
      <w:r w:rsidRPr="000A30E8">
        <w:t>DEUXIÈME ACTE</w:t>
      </w:r>
      <w:r w:rsidRPr="000A30E8">
        <w:br/>
      </w:r>
      <w:r w:rsidRPr="000A30E8">
        <w:br/>
        <w:t>La chanson interrompue.</w:t>
      </w:r>
      <w:bookmarkEnd w:id="124"/>
    </w:p>
    <w:p w14:paraId="2C0E90E7" w14:textId="77777777" w:rsidR="00285C2D" w:rsidRPr="000A30E8" w:rsidRDefault="00285C2D" w:rsidP="00285C2D">
      <w:pPr>
        <w:pStyle w:val="Centr"/>
        <w:rPr>
          <w:rStyle w:val="Taille-1Caracteres"/>
        </w:rPr>
      </w:pPr>
      <w:r w:rsidRPr="000A30E8">
        <w:rPr>
          <w:rStyle w:val="Taille-1Caracteres"/>
        </w:rPr>
        <w:t>La scène représente la chambre de la Châtelaine.</w:t>
      </w:r>
    </w:p>
    <w:p w14:paraId="45D9B001" w14:textId="77777777" w:rsidR="00285C2D" w:rsidRPr="000A30E8" w:rsidRDefault="00285C2D" w:rsidP="00285C2D">
      <w:r w:rsidRPr="000A30E8">
        <w:rPr>
          <w:szCs w:val="32"/>
        </w:rPr>
        <w:t>L’</w:t>
      </w:r>
      <w:r w:rsidRPr="000A30E8">
        <w:rPr>
          <w:rStyle w:val="Taille-1Caracteres"/>
        </w:rPr>
        <w:t>ARDENTE</w:t>
      </w:r>
      <w:r w:rsidRPr="000A30E8">
        <w:rPr>
          <w:szCs w:val="32"/>
        </w:rPr>
        <w:t xml:space="preserve"> C</w:t>
      </w:r>
      <w:r w:rsidRPr="000A30E8">
        <w:rPr>
          <w:rStyle w:val="Taille-1Caracteres"/>
        </w:rPr>
        <w:t>HÂTELAINE</w:t>
      </w:r>
      <w:r w:rsidRPr="000A30E8">
        <w:rPr>
          <w:szCs w:val="32"/>
        </w:rPr>
        <w:t>. — Cher troubadour, les sept couplets de ta chanson d’amour m’on fait passer de bien douces minutes !</w:t>
      </w:r>
    </w:p>
    <w:p w14:paraId="4B41F825" w14:textId="77777777" w:rsidR="00285C2D" w:rsidRPr="000A30E8" w:rsidRDefault="00285C2D" w:rsidP="00285C2D">
      <w:r w:rsidRPr="000A30E8">
        <w:t>L’</w:t>
      </w:r>
      <w:r w:rsidRPr="000A30E8">
        <w:rPr>
          <w:rStyle w:val="Taille-1Caracteres"/>
        </w:rPr>
        <w:t>INGÉNIEUX</w:t>
      </w:r>
      <w:r w:rsidRPr="000A30E8">
        <w:t xml:space="preserve"> T</w:t>
      </w:r>
      <w:r w:rsidRPr="000A30E8">
        <w:rPr>
          <w:rStyle w:val="Taille-1Caracteres"/>
        </w:rPr>
        <w:t>ROUBADOUR</w:t>
      </w:r>
      <w:r w:rsidRPr="000A30E8">
        <w:t>. — Chut ! J’entends un bruit de bottes !</w:t>
      </w:r>
    </w:p>
    <w:p w14:paraId="3CD97EDB" w14:textId="77777777" w:rsidR="00285C2D" w:rsidRPr="000A30E8" w:rsidRDefault="00285C2D" w:rsidP="00285C2D">
      <w:r w:rsidRPr="000A30E8">
        <w:t>L’</w:t>
      </w:r>
      <w:r w:rsidRPr="000A30E8">
        <w:rPr>
          <w:rStyle w:val="Taille-1Caracteres"/>
        </w:rPr>
        <w:t>ARDENTE</w:t>
      </w:r>
      <w:r w:rsidRPr="000A30E8">
        <w:t xml:space="preserve"> C</w:t>
      </w:r>
      <w:r w:rsidRPr="000A30E8">
        <w:rPr>
          <w:rStyle w:val="Taille-1Caracteres"/>
        </w:rPr>
        <w:t>HÂTELAINE</w:t>
      </w:r>
      <w:r w:rsidRPr="000A30E8">
        <w:t>. — C’est mon mari ! Nous sommes perdus !</w:t>
      </w:r>
    </w:p>
    <w:p w14:paraId="7EE4621C"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HÂTELAIN OMBRAGEUX</w:t>
      </w:r>
      <w:r w:rsidRPr="000A30E8">
        <w:t xml:space="preserve">, </w:t>
      </w:r>
      <w:r w:rsidRPr="000A30E8">
        <w:rPr>
          <w:i/>
          <w:iCs/>
        </w:rPr>
        <w:t>surgissant</w:t>
      </w:r>
      <w:r w:rsidRPr="000A30E8">
        <w:t xml:space="preserve">. — Par saint Jean-Pied-de-Port ! J’arrive à temps. Tremblez, madame ! Je </w:t>
      </w:r>
      <w:r w:rsidRPr="000A30E8">
        <w:lastRenderedPageBreak/>
        <w:t>vais, selon l’antique tradition de ma famille, vous précipiter du haut de la tour « Prends Garde » !</w:t>
      </w:r>
    </w:p>
    <w:p w14:paraId="1A94C21D" w14:textId="77777777" w:rsidR="00285C2D" w:rsidRPr="000A30E8" w:rsidRDefault="00285C2D" w:rsidP="00285C2D">
      <w:r w:rsidRPr="000A30E8">
        <w:t>L’</w:t>
      </w:r>
      <w:r w:rsidRPr="000A30E8">
        <w:rPr>
          <w:rStyle w:val="Taille-1Caracteres"/>
        </w:rPr>
        <w:t>ARDENTE</w:t>
      </w:r>
      <w:r w:rsidRPr="000A30E8">
        <w:t xml:space="preserve"> C</w:t>
      </w:r>
      <w:r w:rsidRPr="000A30E8">
        <w:rPr>
          <w:rStyle w:val="Taille-1Caracteres"/>
        </w:rPr>
        <w:t>HÂTELAINE</w:t>
      </w:r>
      <w:r w:rsidRPr="000A30E8">
        <w:t>. — Vous oubliez qu’elle est démolie !</w:t>
      </w:r>
    </w:p>
    <w:p w14:paraId="57E7826A"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HÂTELAIN OMBRAGEUX</w:t>
      </w:r>
      <w:r w:rsidRPr="000A30E8">
        <w:t>. — Je vais la faire reconstruire. Je repars, demain, pour la guerre. À mon retour, la tour sera rebâtie et je vengerai mon honneur outragé. Quant à toi, troubadour de malheur, suis-moi. Je vais t’enfermer dans un cachot où tu pourras, tout à loisir, composer tes chansons d’amour !</w:t>
      </w:r>
    </w:p>
    <w:p w14:paraId="6782F8F8" w14:textId="77777777" w:rsidR="00285C2D" w:rsidRPr="000A30E8" w:rsidRDefault="00285C2D" w:rsidP="00285C2D">
      <w:pPr>
        <w:pStyle w:val="Titre3"/>
      </w:pPr>
      <w:bookmarkStart w:id="125" w:name="_Toc196330305"/>
      <w:r w:rsidRPr="000A30E8">
        <w:t>TROISIÈME ACTE</w:t>
      </w:r>
      <w:r w:rsidRPr="000A30E8">
        <w:br/>
      </w:r>
      <w:r w:rsidRPr="000A30E8">
        <w:br/>
        <w:t>L’évasion.</w:t>
      </w:r>
      <w:bookmarkEnd w:id="125"/>
    </w:p>
    <w:p w14:paraId="2696217B" w14:textId="77777777" w:rsidR="00285C2D" w:rsidRPr="000A30E8" w:rsidRDefault="00285C2D" w:rsidP="00285C2D">
      <w:pPr>
        <w:pStyle w:val="Centr"/>
        <w:rPr>
          <w:rStyle w:val="Taille-1Caracteres"/>
        </w:rPr>
      </w:pPr>
      <w:r w:rsidRPr="000A30E8">
        <w:rPr>
          <w:rStyle w:val="Taille-1Caracteres"/>
        </w:rPr>
        <w:t>La scène représente un cachot.</w:t>
      </w:r>
    </w:p>
    <w:p w14:paraId="688F27EC" w14:textId="77777777" w:rsidR="00285C2D" w:rsidRPr="000A30E8" w:rsidRDefault="00285C2D" w:rsidP="00285C2D">
      <w:r w:rsidRPr="000A30E8">
        <w:rPr>
          <w:szCs w:val="32"/>
        </w:rPr>
        <w:t>L’</w:t>
      </w:r>
      <w:r w:rsidRPr="000A30E8">
        <w:rPr>
          <w:rStyle w:val="Taille-1Caracteres"/>
        </w:rPr>
        <w:t>INGÉNIEUX</w:t>
      </w:r>
      <w:r w:rsidRPr="000A30E8">
        <w:rPr>
          <w:szCs w:val="32"/>
        </w:rPr>
        <w:t xml:space="preserve"> T</w:t>
      </w:r>
      <w:r w:rsidRPr="000A30E8">
        <w:rPr>
          <w:rStyle w:val="Taille-1Caracteres"/>
        </w:rPr>
        <w:t>ROUBADOUR</w:t>
      </w:r>
      <w:r w:rsidRPr="000A30E8">
        <w:rPr>
          <w:szCs w:val="32"/>
        </w:rPr>
        <w:t>. — Le Châtelain ombrageux vient de m’enfermer dans ce sinistre cachot, situé à deux cents pieds au-dessus du sol. Naturellement, je cherche un moyen d’évasion. J’ai entendu dire que la première chose à faire était de scier les barreaux de sa prison. Mais avec quoi scier les barreaux qui garnissent cette lucarne ? Oh ! quelle idée ! Chantons tout près des barreaux de fer une chanson-scie. (</w:t>
      </w:r>
      <w:r w:rsidRPr="000A30E8">
        <w:rPr>
          <w:i/>
          <w:iCs/>
          <w:szCs w:val="32"/>
        </w:rPr>
        <w:t>Il chante</w:t>
      </w:r>
      <w:r w:rsidRPr="000A30E8">
        <w:rPr>
          <w:szCs w:val="32"/>
        </w:rPr>
        <w:t>.)</w:t>
      </w:r>
    </w:p>
    <w:p w14:paraId="56FB8A6F" w14:textId="77777777" w:rsidR="00285C2D" w:rsidRPr="000A30E8" w:rsidRDefault="00285C2D" w:rsidP="00285C2D">
      <w:pPr>
        <w:pStyle w:val="CentrEspAvt0EspApr0"/>
      </w:pPr>
      <w:r w:rsidRPr="000A30E8">
        <w:t>C’étaient trois jeunes pages,</w:t>
      </w:r>
    </w:p>
    <w:p w14:paraId="0AFAAE47" w14:textId="77777777" w:rsidR="00285C2D" w:rsidRPr="000A30E8" w:rsidRDefault="00285C2D" w:rsidP="00285C2D">
      <w:pPr>
        <w:pStyle w:val="CentrEspAvt0EspApr0"/>
        <w:rPr>
          <w:szCs w:val="32"/>
        </w:rPr>
      </w:pPr>
      <w:r w:rsidRPr="000A30E8">
        <w:rPr>
          <w:szCs w:val="32"/>
        </w:rPr>
        <w:t>Jeunes pages du roi.</w:t>
      </w:r>
    </w:p>
    <w:p w14:paraId="4DFC8720" w14:textId="77777777" w:rsidR="00285C2D" w:rsidRPr="000A30E8" w:rsidRDefault="00285C2D" w:rsidP="00285C2D">
      <w:pPr>
        <w:pStyle w:val="CentrEspAvt0EspApr0"/>
        <w:rPr>
          <w:szCs w:val="32"/>
        </w:rPr>
      </w:pPr>
      <w:r w:rsidRPr="000A30E8">
        <w:rPr>
          <w:szCs w:val="32"/>
        </w:rPr>
        <w:t>C’étaient trois jeunes pages,</w:t>
      </w:r>
    </w:p>
    <w:p w14:paraId="6BD8AC57" w14:textId="77777777" w:rsidR="00285C2D" w:rsidRPr="000A30E8" w:rsidRDefault="00285C2D" w:rsidP="00285C2D">
      <w:pPr>
        <w:pStyle w:val="CentrEspAvt0EspApr0"/>
        <w:rPr>
          <w:szCs w:val="32"/>
        </w:rPr>
      </w:pPr>
      <w:r w:rsidRPr="000A30E8">
        <w:rPr>
          <w:szCs w:val="32"/>
        </w:rPr>
        <w:t>Page un, page deux, page trois !</w:t>
      </w:r>
    </w:p>
    <w:p w14:paraId="72587E03" w14:textId="77777777" w:rsidR="00285C2D" w:rsidRPr="000A30E8" w:rsidRDefault="00285C2D" w:rsidP="00285C2D">
      <w:pPr>
        <w:pStyle w:val="CentrEspAvt0EspApr0"/>
        <w:rPr>
          <w:szCs w:val="32"/>
        </w:rPr>
      </w:pPr>
      <w:r w:rsidRPr="000A30E8">
        <w:rPr>
          <w:szCs w:val="32"/>
        </w:rPr>
        <w:t>Vinrent trois autres pages,</w:t>
      </w:r>
    </w:p>
    <w:p w14:paraId="47E73565" w14:textId="77777777" w:rsidR="00285C2D" w:rsidRPr="000A30E8" w:rsidRDefault="00285C2D" w:rsidP="00285C2D">
      <w:pPr>
        <w:pStyle w:val="CentrEspAvt0EspApr0"/>
        <w:rPr>
          <w:szCs w:val="32"/>
        </w:rPr>
      </w:pPr>
      <w:r w:rsidRPr="000A30E8">
        <w:rPr>
          <w:szCs w:val="32"/>
        </w:rPr>
        <w:lastRenderedPageBreak/>
        <w:t>Portant la fleur de lis.</w:t>
      </w:r>
    </w:p>
    <w:p w14:paraId="0BF84AB9" w14:textId="77777777" w:rsidR="00285C2D" w:rsidRPr="000A30E8" w:rsidRDefault="00285C2D" w:rsidP="00285C2D">
      <w:pPr>
        <w:pStyle w:val="CentrEspAvt0EspApr0"/>
        <w:rPr>
          <w:szCs w:val="32"/>
        </w:rPr>
      </w:pPr>
      <w:r w:rsidRPr="000A30E8">
        <w:rPr>
          <w:szCs w:val="32"/>
        </w:rPr>
        <w:t>Ça faisait donc six pages,</w:t>
      </w:r>
    </w:p>
    <w:p w14:paraId="4F574551" w14:textId="77777777" w:rsidR="00285C2D" w:rsidRPr="000A30E8" w:rsidRDefault="00285C2D" w:rsidP="00285C2D">
      <w:pPr>
        <w:pStyle w:val="CentrEspAvt0EspApr0"/>
        <w:rPr>
          <w:szCs w:val="32"/>
        </w:rPr>
      </w:pPr>
      <w:r w:rsidRPr="000A30E8">
        <w:rPr>
          <w:szCs w:val="32"/>
        </w:rPr>
        <w:t>Page quatre, page cinq, page six !</w:t>
      </w:r>
    </w:p>
    <w:p w14:paraId="620B1169" w14:textId="77777777" w:rsidR="00285C2D" w:rsidRPr="000A30E8" w:rsidRDefault="00285C2D" w:rsidP="00285C2D">
      <w:pPr>
        <w:pStyle w:val="CentrEspAvt0EspApr0"/>
        <w:rPr>
          <w:szCs w:val="32"/>
        </w:rPr>
      </w:pPr>
      <w:r w:rsidRPr="000A30E8">
        <w:rPr>
          <w:szCs w:val="32"/>
        </w:rPr>
        <w:t>Vinrent encor trois pages,</w:t>
      </w:r>
    </w:p>
    <w:p w14:paraId="5DA7D2F1" w14:textId="77777777" w:rsidR="00285C2D" w:rsidRPr="000A30E8" w:rsidRDefault="00285C2D" w:rsidP="00285C2D">
      <w:pPr>
        <w:pStyle w:val="CentrEspAvt0EspApr0"/>
        <w:rPr>
          <w:szCs w:val="32"/>
        </w:rPr>
      </w:pPr>
      <w:r w:rsidRPr="000A30E8">
        <w:rPr>
          <w:szCs w:val="32"/>
        </w:rPr>
        <w:t>Tout habillés de neuf.</w:t>
      </w:r>
    </w:p>
    <w:p w14:paraId="0A5453AD" w14:textId="77777777" w:rsidR="00285C2D" w:rsidRPr="000A30E8" w:rsidRDefault="00285C2D" w:rsidP="00285C2D">
      <w:pPr>
        <w:pStyle w:val="CentrEspAvt0EspApr0"/>
        <w:rPr>
          <w:szCs w:val="32"/>
        </w:rPr>
      </w:pPr>
      <w:r w:rsidRPr="000A30E8">
        <w:rPr>
          <w:szCs w:val="32"/>
        </w:rPr>
        <w:t>Ça faisait donc neuf pages,</w:t>
      </w:r>
    </w:p>
    <w:p w14:paraId="601ACB71" w14:textId="77777777" w:rsidR="00285C2D" w:rsidRPr="000A30E8" w:rsidRDefault="00285C2D" w:rsidP="00285C2D">
      <w:pPr>
        <w:pStyle w:val="CentrEspAvt0EspApr0"/>
      </w:pPr>
      <w:r w:rsidRPr="000A30E8">
        <w:rPr>
          <w:szCs w:val="32"/>
        </w:rPr>
        <w:t>Page sept, page huit, page neuf !</w:t>
      </w:r>
    </w:p>
    <w:p w14:paraId="7EFBA5B5" w14:textId="77777777" w:rsidR="00285C2D" w:rsidRPr="000A30E8" w:rsidRDefault="00285C2D" w:rsidP="00285C2D">
      <w:r w:rsidRPr="000A30E8">
        <w:rPr>
          <w:szCs w:val="32"/>
        </w:rPr>
        <w:t>(</w:t>
      </w:r>
      <w:r w:rsidRPr="000A30E8">
        <w:rPr>
          <w:i/>
          <w:iCs/>
          <w:szCs w:val="32"/>
        </w:rPr>
        <w:t>Il continue à chanter jusqu’à deux cent vingt pages. À ce moment, les barreaux tombent complètement sciés par la chanson-scie.</w:t>
      </w:r>
      <w:r w:rsidRPr="000A30E8">
        <w:rPr>
          <w:szCs w:val="32"/>
        </w:rPr>
        <w:t>) — Et maintenant, qu’imaginer pour descendre le long du mur du château ? Je ne trouve pas. Je suis courbatu. Ce cachot est si petit que je suis obligé de me courber en deux pour rester debout. Cette position incommode m’engourdit les membres. J’ai des fourmis dans les jambes. Oh ! mais, la voilà, l’idée ! Par bonheur, j’ai, dans ma poche, le flacon de colle qui me sert à recoller ma voix lorsque je la casse en chantant trop fort. Sans perdre une seconde, collons sur mon dos les milliers de fourmis que j’ai dans les jambes. Voilà qui est fait. Maintenant, je me laisse glisser hors de la lucarne. J’applique mes reins contre le mur du château et les fourmis collées sur mon dos me descendent rapidement le long des murailles à pic. Je touche terre ! Sauvé ! Merci, mon Dieu ! Ah ! Châtelain ombrageux, tu as donné l’ordre de rebâtir la tour pour te venger de ta femme dès ton retour de la guerre. Eh bien, moi, l’ingénieux Troubadour, je jure d’empêcher ta vengeance et de sauver l’ardente Châtelaine !</w:t>
      </w:r>
    </w:p>
    <w:p w14:paraId="17111408" w14:textId="77777777" w:rsidR="00285C2D" w:rsidRPr="000A30E8" w:rsidRDefault="00285C2D" w:rsidP="00285C2D">
      <w:pPr>
        <w:pStyle w:val="Titre3"/>
      </w:pPr>
      <w:bookmarkStart w:id="126" w:name="_Toc196330306"/>
      <w:r w:rsidRPr="000A30E8">
        <w:lastRenderedPageBreak/>
        <w:t>QUATRIÈME ACTE</w:t>
      </w:r>
      <w:r w:rsidRPr="000A30E8">
        <w:br/>
      </w:r>
      <w:r w:rsidRPr="000A30E8">
        <w:br/>
        <w:t>L’impossible vengeance.</w:t>
      </w:r>
      <w:bookmarkEnd w:id="126"/>
    </w:p>
    <w:p w14:paraId="053A3361" w14:textId="77777777" w:rsidR="00285C2D" w:rsidRPr="000A30E8" w:rsidRDefault="00285C2D" w:rsidP="00285C2D">
      <w:pPr>
        <w:pStyle w:val="Centr"/>
        <w:rPr>
          <w:rStyle w:val="Taille-1Caracteres"/>
        </w:rPr>
      </w:pPr>
      <w:r w:rsidRPr="000A30E8">
        <w:rPr>
          <w:rStyle w:val="Taille-1Caracteres"/>
        </w:rPr>
        <w:t>La scène représente la tour « Prends Garde » reconstruite.</w:t>
      </w:r>
    </w:p>
    <w:p w14:paraId="24D1B3C2" w14:textId="77777777" w:rsidR="00285C2D" w:rsidRPr="000A30E8" w:rsidRDefault="00285C2D" w:rsidP="00285C2D">
      <w:r w:rsidRPr="000A30E8">
        <w:rPr>
          <w:szCs w:val="32"/>
        </w:rPr>
        <w:t>L</w:t>
      </w:r>
      <w:r w:rsidRPr="000A30E8">
        <w:rPr>
          <w:rStyle w:val="Taille-1Caracteres"/>
        </w:rPr>
        <w:t>E</w:t>
      </w:r>
      <w:r w:rsidRPr="000A30E8">
        <w:rPr>
          <w:szCs w:val="32"/>
        </w:rPr>
        <w:t xml:space="preserve"> C</w:t>
      </w:r>
      <w:r w:rsidRPr="000A30E8">
        <w:rPr>
          <w:rStyle w:val="Taille-1Caracteres"/>
        </w:rPr>
        <w:t>HÂTELAIN OMBRAGEUX</w:t>
      </w:r>
      <w:r w:rsidRPr="000A30E8">
        <w:rPr>
          <w:szCs w:val="32"/>
        </w:rPr>
        <w:t>. — Me voici revenu de la guerre, madame, montons au sommet de la tour « Prends Garde », reconstruite pendant mon absence. Selon la tradition de ma noble famille, je vais vous précipiter du haut de la tour !</w:t>
      </w:r>
    </w:p>
    <w:p w14:paraId="1BE9D0B4" w14:textId="77777777" w:rsidR="00285C2D" w:rsidRPr="000A30E8" w:rsidRDefault="00285C2D" w:rsidP="00285C2D">
      <w:r w:rsidRPr="000A30E8">
        <w:t>L’</w:t>
      </w:r>
      <w:r w:rsidRPr="000A30E8">
        <w:rPr>
          <w:rStyle w:val="Taille-1Caracteres"/>
        </w:rPr>
        <w:t>ARDENTE</w:t>
      </w:r>
      <w:r w:rsidRPr="000A30E8">
        <w:t xml:space="preserve"> C</w:t>
      </w:r>
      <w:r w:rsidRPr="000A30E8">
        <w:rPr>
          <w:rStyle w:val="Taille-1Caracteres"/>
        </w:rPr>
        <w:t>HÂTELAINE</w:t>
      </w:r>
      <w:r w:rsidRPr="000A30E8">
        <w:t>. — Grâce !</w:t>
      </w:r>
    </w:p>
    <w:p w14:paraId="73F837D8"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HÂTELAIN OMBRAGEUX</w:t>
      </w:r>
      <w:r w:rsidRPr="000A30E8">
        <w:t>. — Non. Montons. (</w:t>
      </w:r>
      <w:r w:rsidRPr="000A30E8">
        <w:rPr>
          <w:i/>
          <w:iCs/>
        </w:rPr>
        <w:t>Ils montent</w:t>
      </w:r>
      <w:r w:rsidRPr="000A30E8">
        <w:t>.) Nous voici arrivés. Enfin, je vais pouvoir satisfaire ma vengeance ! Dans deux minutes, au plus tard, votre corps de femme adultère ira s’écraser au pied de la tour. (</w:t>
      </w:r>
      <w:r w:rsidRPr="000A30E8">
        <w:rPr>
          <w:i/>
          <w:iCs/>
        </w:rPr>
        <w:t>Il se penche et regarde le bas de la tour</w:t>
      </w:r>
      <w:r w:rsidRPr="000A30E8">
        <w:t>.) Oh ! mais, que vois-je ? C’est insensé ! Il m’est matériellement impossible de précipiter ma femme du haut de cette tour ! Je suis joué ! Je suis joué ! (</w:t>
      </w:r>
      <w:r w:rsidRPr="000A30E8">
        <w:rPr>
          <w:i/>
          <w:iCs/>
        </w:rPr>
        <w:t>Il tombe mort, étranglé de rage</w:t>
      </w:r>
      <w:r w:rsidRPr="000A30E8">
        <w:t>.)</w:t>
      </w:r>
    </w:p>
    <w:p w14:paraId="14834AFD" w14:textId="77777777" w:rsidR="00285C2D" w:rsidRPr="000A30E8" w:rsidRDefault="00285C2D" w:rsidP="00285C2D">
      <w:r w:rsidRPr="000A30E8">
        <w:t>L’</w:t>
      </w:r>
      <w:r w:rsidRPr="000A30E8">
        <w:rPr>
          <w:rStyle w:val="Taille-1Caracteres"/>
        </w:rPr>
        <w:t>INGÉNIEUX</w:t>
      </w:r>
      <w:r w:rsidRPr="000A30E8">
        <w:t xml:space="preserve"> T</w:t>
      </w:r>
      <w:r w:rsidRPr="000A30E8">
        <w:rPr>
          <w:rStyle w:val="Taille-1Caracteres"/>
        </w:rPr>
        <w:t>ROUBADOUR</w:t>
      </w:r>
      <w:r w:rsidRPr="000A30E8">
        <w:t xml:space="preserve">, </w:t>
      </w:r>
      <w:r w:rsidRPr="000A30E8">
        <w:rPr>
          <w:i/>
          <w:iCs/>
        </w:rPr>
        <w:t>accourant</w:t>
      </w:r>
      <w:r w:rsidRPr="000A30E8">
        <w:t>. — Sauvée ! Grâce à ma ruse !</w:t>
      </w:r>
    </w:p>
    <w:p w14:paraId="0BE08695" w14:textId="77777777" w:rsidR="00285C2D" w:rsidRPr="000A30E8" w:rsidRDefault="00285C2D" w:rsidP="00285C2D">
      <w:r w:rsidRPr="000A30E8">
        <w:t>L’</w:t>
      </w:r>
      <w:r w:rsidRPr="000A30E8">
        <w:rPr>
          <w:rStyle w:val="Taille-1Caracteres"/>
        </w:rPr>
        <w:t>ARDENTE</w:t>
      </w:r>
      <w:r w:rsidRPr="000A30E8">
        <w:t xml:space="preserve"> C</w:t>
      </w:r>
      <w:r w:rsidRPr="000A30E8">
        <w:rPr>
          <w:rStyle w:val="Taille-1Caracteres"/>
        </w:rPr>
        <w:t>HÂTELAINE</w:t>
      </w:r>
      <w:r w:rsidRPr="000A30E8">
        <w:t>. — Quelle ruse ?</w:t>
      </w:r>
    </w:p>
    <w:p w14:paraId="3F97BE39" w14:textId="77777777" w:rsidR="00285C2D" w:rsidRPr="000A30E8" w:rsidRDefault="00285C2D" w:rsidP="00285C2D">
      <w:r w:rsidRPr="000A30E8">
        <w:t>L’</w:t>
      </w:r>
      <w:r w:rsidRPr="000A30E8">
        <w:rPr>
          <w:rStyle w:val="Taille-1Caracteres"/>
        </w:rPr>
        <w:t>INGÉNIEUX</w:t>
      </w:r>
      <w:r w:rsidRPr="000A30E8">
        <w:t xml:space="preserve"> T</w:t>
      </w:r>
      <w:r w:rsidRPr="000A30E8">
        <w:rPr>
          <w:rStyle w:val="Taille-1Caracteres"/>
        </w:rPr>
        <w:t>ROUBADOUR</w:t>
      </w:r>
      <w:r w:rsidRPr="000A30E8">
        <w:t>. — Pour vous sauver, je me suis substitué à l’architecte qui devait rebâtir la tour et j’ai fait construire une tour à l’envers.</w:t>
      </w:r>
    </w:p>
    <w:p w14:paraId="3B695E1C" w14:textId="77777777" w:rsidR="00285C2D" w:rsidRPr="000A30E8" w:rsidRDefault="00285C2D" w:rsidP="00285C2D">
      <w:r w:rsidRPr="000A30E8">
        <w:t>L’</w:t>
      </w:r>
      <w:r w:rsidRPr="000A30E8">
        <w:rPr>
          <w:rStyle w:val="Taille-1Caracteres"/>
        </w:rPr>
        <w:t>ARDENTE</w:t>
      </w:r>
      <w:r w:rsidRPr="000A30E8">
        <w:t xml:space="preserve"> C</w:t>
      </w:r>
      <w:r w:rsidRPr="000A30E8">
        <w:rPr>
          <w:rStyle w:val="Taille-1Caracteres"/>
        </w:rPr>
        <w:t>HÂTELAINE</w:t>
      </w:r>
      <w:r w:rsidRPr="000A30E8">
        <w:t>. — Une tour à l’envers ?</w:t>
      </w:r>
    </w:p>
    <w:p w14:paraId="544C2400" w14:textId="77777777" w:rsidR="00285C2D" w:rsidRPr="000A30E8" w:rsidRDefault="00285C2D" w:rsidP="00285C2D">
      <w:r w:rsidRPr="000A30E8">
        <w:t>L’</w:t>
      </w:r>
      <w:r w:rsidRPr="000A30E8">
        <w:rPr>
          <w:rStyle w:val="Taille-1Caracteres"/>
        </w:rPr>
        <w:t>INGÉNIEUX</w:t>
      </w:r>
      <w:r w:rsidRPr="000A30E8">
        <w:t xml:space="preserve"> T</w:t>
      </w:r>
      <w:r w:rsidRPr="000A30E8">
        <w:rPr>
          <w:rStyle w:val="Taille-1Caracteres"/>
        </w:rPr>
        <w:t>ROUBADOUR</w:t>
      </w:r>
      <w:r w:rsidRPr="000A30E8">
        <w:t>. — Oui. Une tour dont le haut se trouve placé en bas et le bas en haut. D’ailleurs, regardez.</w:t>
      </w:r>
    </w:p>
    <w:p w14:paraId="080DE6F3" w14:textId="77777777" w:rsidR="00285C2D" w:rsidRPr="000A30E8" w:rsidRDefault="00285C2D" w:rsidP="00285C2D">
      <w:r w:rsidRPr="000A30E8">
        <w:lastRenderedPageBreak/>
        <w:t>L’</w:t>
      </w:r>
      <w:r w:rsidRPr="000A30E8">
        <w:rPr>
          <w:rStyle w:val="Taille-1Caracteres"/>
        </w:rPr>
        <w:t>ARDENTE</w:t>
      </w:r>
      <w:r w:rsidRPr="000A30E8">
        <w:t xml:space="preserve"> C</w:t>
      </w:r>
      <w:r w:rsidRPr="000A30E8">
        <w:rPr>
          <w:rStyle w:val="Taille-1Caracteres"/>
        </w:rPr>
        <w:t>HÂTELAINE</w:t>
      </w:r>
      <w:r w:rsidRPr="000A30E8">
        <w:t>. — C’est vrai. Les créneaux de la tour s’enfoncent dans la terre.</w:t>
      </w:r>
    </w:p>
    <w:p w14:paraId="1861AEAE" w14:textId="77777777" w:rsidR="00285C2D" w:rsidRPr="000A30E8" w:rsidRDefault="00285C2D" w:rsidP="00285C2D">
      <w:r w:rsidRPr="000A30E8">
        <w:t>L’</w:t>
      </w:r>
      <w:r w:rsidRPr="000A30E8">
        <w:rPr>
          <w:rStyle w:val="Taille-1Caracteres"/>
        </w:rPr>
        <w:t>INGÉNIEUX</w:t>
      </w:r>
      <w:r w:rsidRPr="000A30E8">
        <w:t xml:space="preserve"> T</w:t>
      </w:r>
      <w:r w:rsidRPr="000A30E8">
        <w:rPr>
          <w:rStyle w:val="Taille-1Caracteres"/>
        </w:rPr>
        <w:t>ROUBADOUR</w:t>
      </w:r>
      <w:r w:rsidRPr="000A30E8">
        <w:t>. — Votre mari est mort de rage en voyant qu’il lui était impossible de vous jeter du haut de la tour, puisque, grâce à mon ingénieuse construction, le haut de la tour se trouve prudemment placé en bas.</w:t>
      </w:r>
    </w:p>
    <w:p w14:paraId="7676F7BD" w14:textId="77777777" w:rsidR="00285C2D" w:rsidRPr="000A30E8" w:rsidRDefault="00285C2D" w:rsidP="00285C2D">
      <w:pPr>
        <w:pStyle w:val="Centr"/>
      </w:pPr>
      <w:r w:rsidRPr="000A30E8">
        <w:t>RIDEAU</w:t>
      </w:r>
    </w:p>
    <w:p w14:paraId="4D0B0625" w14:textId="77777777" w:rsidR="00285C2D" w:rsidRPr="000A30E8" w:rsidRDefault="00285C2D" w:rsidP="00285C2D">
      <w:pPr>
        <w:pStyle w:val="Titre2"/>
      </w:pPr>
      <w:bookmarkStart w:id="127" w:name="_Toc196330307"/>
      <w:r w:rsidRPr="000A30E8">
        <w:lastRenderedPageBreak/>
        <w:t>HAINE D’AMOUR</w:t>
      </w:r>
      <w:bookmarkEnd w:id="127"/>
    </w:p>
    <w:p w14:paraId="3AF79647" w14:textId="77777777" w:rsidR="00285C2D" w:rsidRPr="000A30E8" w:rsidRDefault="00285C2D" w:rsidP="00285C2D">
      <w:pPr>
        <w:pStyle w:val="Titre3"/>
      </w:pPr>
      <w:bookmarkStart w:id="128" w:name="_Toc196330308"/>
      <w:r w:rsidRPr="000A30E8">
        <w:t>PREMIER ACTE</w:t>
      </w:r>
      <w:r w:rsidRPr="000A30E8">
        <w:br/>
      </w:r>
      <w:r w:rsidRPr="000A30E8">
        <w:br/>
        <w:t>La botte secrète.</w:t>
      </w:r>
      <w:bookmarkEnd w:id="128"/>
    </w:p>
    <w:p w14:paraId="474CFDA8" w14:textId="77777777" w:rsidR="00285C2D" w:rsidRPr="000A30E8" w:rsidRDefault="00285C2D" w:rsidP="00285C2D">
      <w:pPr>
        <w:pStyle w:val="Centr"/>
        <w:rPr>
          <w:rStyle w:val="Taille-1Caracteres"/>
        </w:rPr>
      </w:pPr>
      <w:r w:rsidRPr="000A30E8">
        <w:rPr>
          <w:rStyle w:val="Taille-1Caracteres"/>
        </w:rPr>
        <w:t>La scène représente la forêt de Saint-Germain sous Louis XV.</w:t>
      </w:r>
    </w:p>
    <w:p w14:paraId="6FABE407" w14:textId="77777777" w:rsidR="00285C2D" w:rsidRPr="000A30E8" w:rsidRDefault="00285C2D" w:rsidP="00285C2D">
      <w:r w:rsidRPr="000A30E8">
        <w:rPr>
          <w:szCs w:val="32"/>
        </w:rPr>
        <w:t>L’É</w:t>
      </w:r>
      <w:r w:rsidRPr="000A30E8">
        <w:rPr>
          <w:rStyle w:val="Taille-1Caracteres"/>
        </w:rPr>
        <w:t>POUSE DU LOYAL</w:t>
      </w:r>
      <w:r w:rsidRPr="000A30E8">
        <w:rPr>
          <w:szCs w:val="32"/>
        </w:rPr>
        <w:t xml:space="preserve"> C</w:t>
      </w:r>
      <w:r w:rsidRPr="000A30E8">
        <w:rPr>
          <w:rStyle w:val="Taille-1Caracteres"/>
        </w:rPr>
        <w:t>HEVALIER</w:t>
      </w:r>
      <w:r w:rsidRPr="000A30E8">
        <w:rPr>
          <w:szCs w:val="32"/>
        </w:rPr>
        <w:t>. — Cher loyal Chevalier, par cette chaude journée de juin 1757, je suis heureuse de me promener à ton bras, dans la forêt de Saint-Germain. Voilà déjà deux mois que nous sommes mariés secrètement pour échapper aux poursuites de l’implacable Ferrailleur.</w:t>
      </w:r>
    </w:p>
    <w:p w14:paraId="3057E41E" w14:textId="77777777" w:rsidR="00285C2D" w:rsidRPr="000A30E8" w:rsidRDefault="00285C2D" w:rsidP="00285C2D">
      <w:r w:rsidRPr="000A30E8">
        <w:t>L</w:t>
      </w:r>
      <w:r w:rsidRPr="000A30E8">
        <w:rPr>
          <w:rStyle w:val="Taille-1Caracteres"/>
        </w:rPr>
        <w:t>E LOYAL</w:t>
      </w:r>
      <w:r w:rsidRPr="000A30E8">
        <w:t xml:space="preserve"> C</w:t>
      </w:r>
      <w:r w:rsidRPr="000A30E8">
        <w:rPr>
          <w:rStyle w:val="Taille-1Caracteres"/>
        </w:rPr>
        <w:t>HEVALIER</w:t>
      </w:r>
      <w:r w:rsidRPr="000A30E8">
        <w:t>. — Oui, cet implacable Ferrailleur était mon rival d’amour. Ah ! pourquoi m’empêchas-tu de mesurer ma rapière à la longueur de la sienne ?</w:t>
      </w:r>
    </w:p>
    <w:p w14:paraId="36D72B3D" w14:textId="77777777" w:rsidR="00285C2D" w:rsidRPr="000A30E8" w:rsidRDefault="00285C2D" w:rsidP="00285C2D">
      <w:r w:rsidRPr="000A30E8">
        <w:t>L’É</w:t>
      </w:r>
      <w:r w:rsidRPr="000A30E8">
        <w:rPr>
          <w:rStyle w:val="Taille-1Caracteres"/>
        </w:rPr>
        <w:t>POUSE DU LOYAL</w:t>
      </w:r>
      <w:r w:rsidRPr="000A30E8">
        <w:t xml:space="preserve"> C</w:t>
      </w:r>
      <w:r w:rsidRPr="000A30E8">
        <w:rPr>
          <w:rStyle w:val="Taille-1Caracteres"/>
        </w:rPr>
        <w:t>HEVALIER</w:t>
      </w:r>
      <w:r w:rsidRPr="000A30E8">
        <w:t>. — Parce que l’implacable Ferrailleur connaît une terrible botte secrète. Parce que tout homme qui se bat avec lui est un homme mort.</w:t>
      </w:r>
    </w:p>
    <w:p w14:paraId="77A2A2EA" w14:textId="77777777" w:rsidR="00285C2D" w:rsidRPr="000A30E8" w:rsidRDefault="00285C2D" w:rsidP="00285C2D">
      <w:r w:rsidRPr="000A30E8">
        <w:t>L</w:t>
      </w:r>
      <w:r w:rsidRPr="000A30E8">
        <w:rPr>
          <w:rStyle w:val="Taille-1Caracteres"/>
        </w:rPr>
        <w:t>E LOYAL</w:t>
      </w:r>
      <w:r w:rsidRPr="000A30E8">
        <w:t xml:space="preserve"> C</w:t>
      </w:r>
      <w:r w:rsidRPr="000A30E8">
        <w:rPr>
          <w:rStyle w:val="Taille-1Caracteres"/>
        </w:rPr>
        <w:t>HEVALIER</w:t>
      </w:r>
      <w:r w:rsidRPr="000A30E8">
        <w:t>. — Je sais. Le misérable a connu jadis le chevalier de Lagardère, qui lui apprit la célèbre botte de Nevers, le fameux coup de pointe foudroyant entre les deux yeux. Qu’importe ! J’aurais tout bravé pour combattre mon rival d’amour.</w:t>
      </w:r>
    </w:p>
    <w:p w14:paraId="3550F075" w14:textId="77777777" w:rsidR="00285C2D" w:rsidRPr="000A30E8" w:rsidRDefault="00285C2D" w:rsidP="00285C2D">
      <w:r w:rsidRPr="000A30E8">
        <w:t>L’</w:t>
      </w:r>
      <w:r w:rsidRPr="000A30E8">
        <w:rPr>
          <w:rStyle w:val="Taille-1Caracteres"/>
        </w:rPr>
        <w:t>IMPLACABLE</w:t>
      </w:r>
      <w:r w:rsidRPr="000A30E8">
        <w:t xml:space="preserve"> F</w:t>
      </w:r>
      <w:r w:rsidRPr="000A30E8">
        <w:rPr>
          <w:rStyle w:val="Taille-1Caracteres"/>
        </w:rPr>
        <w:t>ERRAILLEUR</w:t>
      </w:r>
      <w:r w:rsidRPr="000A30E8">
        <w:t xml:space="preserve">, </w:t>
      </w:r>
      <w:r w:rsidRPr="000A30E8">
        <w:rPr>
          <w:i/>
          <w:iCs/>
        </w:rPr>
        <w:t>surgissant d’un fourré</w:t>
      </w:r>
      <w:r w:rsidRPr="000A30E8">
        <w:t>. — Il ne tient qu’à toi, chevalier de malheur, de braver sur-le-champ ma terrible botte secrète. En garde !</w:t>
      </w:r>
    </w:p>
    <w:p w14:paraId="7D257F4F" w14:textId="77777777" w:rsidR="00285C2D" w:rsidRPr="000A30E8" w:rsidRDefault="00285C2D" w:rsidP="00285C2D">
      <w:r w:rsidRPr="000A30E8">
        <w:t>L’É</w:t>
      </w:r>
      <w:r w:rsidRPr="000A30E8">
        <w:rPr>
          <w:rStyle w:val="Taille-1Caracteres"/>
        </w:rPr>
        <w:t>POUSE DU LOYAL</w:t>
      </w:r>
      <w:r w:rsidRPr="000A30E8">
        <w:t xml:space="preserve"> C</w:t>
      </w:r>
      <w:r w:rsidRPr="000A30E8">
        <w:rPr>
          <w:rStyle w:val="Taille-1Caracteres"/>
        </w:rPr>
        <w:t>HEVALIER</w:t>
      </w:r>
      <w:r w:rsidRPr="000A30E8">
        <w:t>. — Vous ne vous battrez pas !</w:t>
      </w:r>
    </w:p>
    <w:p w14:paraId="2291EC7E" w14:textId="77777777" w:rsidR="00285C2D" w:rsidRPr="000A30E8" w:rsidRDefault="00285C2D" w:rsidP="00285C2D">
      <w:r w:rsidRPr="000A30E8">
        <w:lastRenderedPageBreak/>
        <w:t>L</w:t>
      </w:r>
      <w:r w:rsidRPr="000A30E8">
        <w:rPr>
          <w:rStyle w:val="Taille-1Caracteres"/>
        </w:rPr>
        <w:t>E LOYAL</w:t>
      </w:r>
      <w:r w:rsidRPr="000A30E8">
        <w:t xml:space="preserve"> C</w:t>
      </w:r>
      <w:r w:rsidRPr="000A30E8">
        <w:rPr>
          <w:rStyle w:val="Taille-1Caracteres"/>
        </w:rPr>
        <w:t>HEVALIER</w:t>
      </w:r>
      <w:r w:rsidRPr="000A30E8">
        <w:t xml:space="preserve">, </w:t>
      </w:r>
      <w:r w:rsidRPr="000A30E8">
        <w:rPr>
          <w:i/>
          <w:iCs/>
        </w:rPr>
        <w:t>l’écartant doucement</w:t>
      </w:r>
      <w:r w:rsidRPr="000A30E8">
        <w:t>. — Il le faut ! (</w:t>
      </w:r>
      <w:r w:rsidRPr="000A30E8">
        <w:rPr>
          <w:i/>
          <w:iCs/>
        </w:rPr>
        <w:t>Dégainant</w:t>
      </w:r>
      <w:r w:rsidRPr="000A30E8">
        <w:t>.) En garde !</w:t>
      </w:r>
    </w:p>
    <w:p w14:paraId="532A5BBD" w14:textId="77777777" w:rsidR="00285C2D" w:rsidRPr="000A30E8" w:rsidRDefault="00285C2D" w:rsidP="00285C2D">
      <w:r w:rsidRPr="000A30E8">
        <w:t>L’</w:t>
      </w:r>
      <w:r w:rsidRPr="000A30E8">
        <w:rPr>
          <w:rStyle w:val="Taille-1Caracteres"/>
        </w:rPr>
        <w:t>IMPLACABLE</w:t>
      </w:r>
      <w:r w:rsidRPr="000A30E8">
        <w:t xml:space="preserve"> F</w:t>
      </w:r>
      <w:r w:rsidRPr="000A30E8">
        <w:rPr>
          <w:rStyle w:val="Taille-1Caracteres"/>
        </w:rPr>
        <w:t>ERRAILLEUR</w:t>
      </w:r>
      <w:r w:rsidRPr="000A30E8">
        <w:t xml:space="preserve">, </w:t>
      </w:r>
      <w:r w:rsidRPr="000A30E8">
        <w:rPr>
          <w:i/>
          <w:iCs/>
        </w:rPr>
        <w:t>ricanant</w:t>
      </w:r>
      <w:r w:rsidRPr="000A30E8">
        <w:t>. — Attention, chevalier, je prépare ma botte secrète. Ma rapière décrit dans l’air un demi-cercle flamboyant, et vlan ! ma pointe transperce ton front entre les deux yeux.</w:t>
      </w:r>
    </w:p>
    <w:p w14:paraId="1B0E43D2" w14:textId="77777777" w:rsidR="00285C2D" w:rsidRPr="000A30E8" w:rsidRDefault="00285C2D" w:rsidP="00285C2D">
      <w:r w:rsidRPr="000A30E8">
        <w:t>L</w:t>
      </w:r>
      <w:r w:rsidRPr="000A30E8">
        <w:rPr>
          <w:rStyle w:val="Taille-1Caracteres"/>
        </w:rPr>
        <w:t>E LOYAL</w:t>
      </w:r>
      <w:r w:rsidRPr="000A30E8">
        <w:t xml:space="preserve"> C</w:t>
      </w:r>
      <w:r w:rsidRPr="000A30E8">
        <w:rPr>
          <w:rStyle w:val="Taille-1Caracteres"/>
        </w:rPr>
        <w:t>HEVALIER</w:t>
      </w:r>
      <w:r w:rsidRPr="000A30E8">
        <w:t>. — Je tombe mort ! (</w:t>
      </w:r>
      <w:r w:rsidRPr="000A30E8">
        <w:rPr>
          <w:i/>
          <w:iCs/>
        </w:rPr>
        <w:t>Il tombe mort</w:t>
      </w:r>
      <w:r w:rsidRPr="000A30E8">
        <w:t>.)</w:t>
      </w:r>
    </w:p>
    <w:p w14:paraId="0D4C80D2" w14:textId="77777777" w:rsidR="00285C2D" w:rsidRPr="000A30E8" w:rsidRDefault="00285C2D" w:rsidP="00285C2D">
      <w:r w:rsidRPr="000A30E8">
        <w:t>L’</w:t>
      </w:r>
      <w:r w:rsidRPr="000A30E8">
        <w:rPr>
          <w:rStyle w:val="Taille-1Caracteres"/>
        </w:rPr>
        <w:t>IMPLACABLE</w:t>
      </w:r>
      <w:r w:rsidRPr="000A30E8">
        <w:t xml:space="preserve"> F</w:t>
      </w:r>
      <w:r w:rsidRPr="000A30E8">
        <w:rPr>
          <w:rStyle w:val="Taille-1Caracteres"/>
        </w:rPr>
        <w:t>ERRAILLEUR</w:t>
      </w:r>
      <w:r w:rsidRPr="000A30E8">
        <w:t xml:space="preserve">, </w:t>
      </w:r>
      <w:r w:rsidRPr="000A30E8">
        <w:rPr>
          <w:i/>
          <w:iCs/>
        </w:rPr>
        <w:t>à l’Épouse du loyal Chevalier</w:t>
      </w:r>
      <w:r w:rsidRPr="000A30E8">
        <w:t>. — Et maintenant, rien ne pourra t’empêcher d’être à moi.</w:t>
      </w:r>
    </w:p>
    <w:p w14:paraId="4AF6AE3D" w14:textId="77777777" w:rsidR="00285C2D" w:rsidRPr="000A30E8" w:rsidRDefault="00285C2D" w:rsidP="00285C2D">
      <w:r w:rsidRPr="000A30E8">
        <w:t>L’É</w:t>
      </w:r>
      <w:r w:rsidRPr="000A30E8">
        <w:rPr>
          <w:rStyle w:val="Taille-1Caracteres"/>
        </w:rPr>
        <w:t>POUSE DU LOYAL</w:t>
      </w:r>
      <w:r w:rsidRPr="000A30E8">
        <w:t xml:space="preserve"> C</w:t>
      </w:r>
      <w:r w:rsidRPr="000A30E8">
        <w:rPr>
          <w:rStyle w:val="Taille-1Caracteres"/>
        </w:rPr>
        <w:t>HEVALIER</w:t>
      </w:r>
      <w:r w:rsidRPr="000A30E8">
        <w:t>. — Arrière assassin ! Vous avez tué mon loyal Chevalier, mais son amour survit en moi, car je porte en mon sein l’enfant qui le vengera un jour.</w:t>
      </w:r>
    </w:p>
    <w:p w14:paraId="74872B9B" w14:textId="77777777" w:rsidR="00285C2D" w:rsidRPr="000A30E8" w:rsidRDefault="00285C2D" w:rsidP="00285C2D">
      <w:r w:rsidRPr="000A30E8">
        <w:t>L’</w:t>
      </w:r>
      <w:r w:rsidRPr="000A30E8">
        <w:rPr>
          <w:rStyle w:val="Taille-1Caracteres"/>
        </w:rPr>
        <w:t>IMPLACABLE</w:t>
      </w:r>
      <w:r w:rsidRPr="000A30E8">
        <w:t xml:space="preserve"> F</w:t>
      </w:r>
      <w:r w:rsidRPr="000A30E8">
        <w:rPr>
          <w:rStyle w:val="Taille-1Caracteres"/>
        </w:rPr>
        <w:t>ERRAILLEUR</w:t>
      </w:r>
      <w:r w:rsidRPr="000A30E8">
        <w:t xml:space="preserve">, </w:t>
      </w:r>
      <w:r w:rsidRPr="000A30E8">
        <w:rPr>
          <w:i/>
          <w:iCs/>
        </w:rPr>
        <w:t>écumant</w:t>
      </w:r>
      <w:r w:rsidRPr="000A30E8">
        <w:t>. — Un enfant ! Un enfant du loyal Chevalier ! Par l’enfer ! Mieux vaudrait pour lui ne jamais voir le jour ! car il me vient une idée de vengeance à faire trembler Belzébuth lui-même !</w:t>
      </w:r>
    </w:p>
    <w:p w14:paraId="00A0C429" w14:textId="77777777" w:rsidR="00285C2D" w:rsidRPr="000A30E8" w:rsidRDefault="00285C2D" w:rsidP="00285C2D">
      <w:pPr>
        <w:pStyle w:val="Titre3"/>
      </w:pPr>
      <w:bookmarkStart w:id="129" w:name="_Toc196330309"/>
      <w:r w:rsidRPr="000A30E8">
        <w:t>DEUXIÈME ACTE</w:t>
      </w:r>
      <w:r w:rsidRPr="000A30E8">
        <w:br/>
      </w:r>
      <w:r w:rsidRPr="000A30E8">
        <w:br/>
        <w:t>Parmi les monstres.</w:t>
      </w:r>
      <w:bookmarkEnd w:id="129"/>
    </w:p>
    <w:p w14:paraId="32920D45" w14:textId="77777777" w:rsidR="00285C2D" w:rsidRPr="000A30E8" w:rsidRDefault="00285C2D" w:rsidP="00285C2D">
      <w:pPr>
        <w:pStyle w:val="Centr"/>
        <w:rPr>
          <w:rStyle w:val="Taille-1Caracteres"/>
        </w:rPr>
      </w:pPr>
      <w:r w:rsidRPr="000A30E8">
        <w:rPr>
          <w:rStyle w:val="Taille-1Caracteres"/>
        </w:rPr>
        <w:t>La scène représente un « musée des Horreurs ».</w:t>
      </w:r>
    </w:p>
    <w:p w14:paraId="2813E8A2" w14:textId="77777777" w:rsidR="00285C2D" w:rsidRPr="000A30E8" w:rsidRDefault="00285C2D" w:rsidP="00285C2D">
      <w:r w:rsidRPr="000A30E8">
        <w:rPr>
          <w:szCs w:val="32"/>
        </w:rPr>
        <w:t>L</w:t>
      </w:r>
      <w:r w:rsidRPr="000A30E8">
        <w:rPr>
          <w:rStyle w:val="Taille-1Caracteres"/>
        </w:rPr>
        <w:t>E</w:t>
      </w:r>
      <w:r w:rsidRPr="000A30E8">
        <w:rPr>
          <w:szCs w:val="32"/>
        </w:rPr>
        <w:t xml:space="preserve"> D</w:t>
      </w:r>
      <w:r w:rsidRPr="000A30E8">
        <w:rPr>
          <w:rStyle w:val="Taille-1Caracteres"/>
        </w:rPr>
        <w:t>IRECTEUR DU MUSÉE</w:t>
      </w:r>
      <w:r w:rsidRPr="000A30E8">
        <w:rPr>
          <w:szCs w:val="32"/>
        </w:rPr>
        <w:t xml:space="preserve">, </w:t>
      </w:r>
      <w:r w:rsidRPr="000A30E8">
        <w:rPr>
          <w:i/>
          <w:iCs/>
          <w:szCs w:val="32"/>
        </w:rPr>
        <w:t>à sa femme</w:t>
      </w:r>
      <w:r w:rsidRPr="000A30E8">
        <w:rPr>
          <w:szCs w:val="32"/>
        </w:rPr>
        <w:t>. — J’attends l’implacable Ferrailleur, qui doit venir ici à la nuit close.</w:t>
      </w:r>
    </w:p>
    <w:p w14:paraId="1ED068A8"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w:t>
      </w:r>
      <w:r w:rsidRPr="000A30E8">
        <w:t xml:space="preserve"> D</w:t>
      </w:r>
      <w:r w:rsidRPr="000A30E8">
        <w:rPr>
          <w:rStyle w:val="Taille-1Caracteres"/>
        </w:rPr>
        <w:t>IRECTEUR DU MUSÉE</w:t>
      </w:r>
      <w:r w:rsidRPr="000A30E8">
        <w:t>. — L’implacable Ferrailleur ?</w:t>
      </w:r>
    </w:p>
    <w:p w14:paraId="3C4BB00A" w14:textId="77777777" w:rsidR="00285C2D" w:rsidRPr="000A30E8" w:rsidRDefault="00285C2D" w:rsidP="00285C2D">
      <w:r w:rsidRPr="000A30E8">
        <w:lastRenderedPageBreak/>
        <w:t>L</w:t>
      </w:r>
      <w:r w:rsidRPr="000A30E8">
        <w:rPr>
          <w:rStyle w:val="Taille-1Caracteres"/>
        </w:rPr>
        <w:t>E</w:t>
      </w:r>
      <w:r w:rsidRPr="000A30E8">
        <w:t xml:space="preserve"> D</w:t>
      </w:r>
      <w:r w:rsidRPr="000A30E8">
        <w:rPr>
          <w:rStyle w:val="Taille-1Caracteres"/>
        </w:rPr>
        <w:t>IRECTEUR DU MUSÉE</w:t>
      </w:r>
      <w:r w:rsidRPr="000A30E8">
        <w:t>. — C’est un noble seigneur, dont je fus le fidèle valet à l’époque où je n’avais pas encore entrepris l’exhibition de monstres de toutes sortes.</w:t>
      </w:r>
    </w:p>
    <w:p w14:paraId="3EAD37E7"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w:t>
      </w:r>
      <w:r w:rsidRPr="000A30E8">
        <w:t xml:space="preserve"> D</w:t>
      </w:r>
      <w:r w:rsidRPr="000A30E8">
        <w:rPr>
          <w:rStyle w:val="Taille-1Caracteres"/>
        </w:rPr>
        <w:t>IRECTEUR DU MUSÉE</w:t>
      </w:r>
      <w:r w:rsidRPr="000A30E8">
        <w:t>. — Que te veut-il.</w:t>
      </w:r>
    </w:p>
    <w:p w14:paraId="164666FF"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IRECTEUR DU MUSÉE</w:t>
      </w:r>
      <w:r w:rsidRPr="000A30E8">
        <w:t>. — Je l’ignore. Mais j’entends des pas. On heurte à la porte. C’est lui. Femme, laisse-nous. (</w:t>
      </w:r>
      <w:r w:rsidRPr="000A30E8">
        <w:rPr>
          <w:i/>
          <w:iCs/>
        </w:rPr>
        <w:t>Ouvrant à l’implacable Ferrailleur</w:t>
      </w:r>
      <w:r w:rsidRPr="000A30E8">
        <w:t>.) — Entrez, monseigneur.</w:t>
      </w:r>
    </w:p>
    <w:p w14:paraId="25EA0274" w14:textId="77777777" w:rsidR="00285C2D" w:rsidRPr="000A30E8" w:rsidRDefault="00285C2D" w:rsidP="00285C2D">
      <w:r w:rsidRPr="000A30E8">
        <w:t>L’</w:t>
      </w:r>
      <w:r w:rsidRPr="000A30E8">
        <w:rPr>
          <w:rStyle w:val="Taille-1Caracteres"/>
        </w:rPr>
        <w:t>IMPLACABLE</w:t>
      </w:r>
      <w:r w:rsidRPr="000A30E8">
        <w:t xml:space="preserve"> F</w:t>
      </w:r>
      <w:r w:rsidRPr="000A30E8">
        <w:rPr>
          <w:rStyle w:val="Taille-1Caracteres"/>
        </w:rPr>
        <w:t>ERRAILLEUR</w:t>
      </w:r>
      <w:r w:rsidRPr="000A30E8">
        <w:t xml:space="preserve">, </w:t>
      </w:r>
      <w:r w:rsidRPr="000A30E8">
        <w:rPr>
          <w:i/>
          <w:iCs/>
        </w:rPr>
        <w:t>d’une voix sombre</w:t>
      </w:r>
      <w:r w:rsidRPr="000A30E8">
        <w:t>. — Écoute ! Es-tu toujours le sinistre individu bon à tout faire que j’ai connu jadis ?</w:t>
      </w:r>
    </w:p>
    <w:p w14:paraId="1D6CF05D"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IRECTEUR DU MUSÉE</w:t>
      </w:r>
      <w:r w:rsidRPr="000A30E8">
        <w:t>. — Toujours.</w:t>
      </w:r>
    </w:p>
    <w:p w14:paraId="774DD98D" w14:textId="77777777" w:rsidR="00285C2D" w:rsidRPr="000A30E8" w:rsidRDefault="00285C2D" w:rsidP="00285C2D">
      <w:r w:rsidRPr="000A30E8">
        <w:t>L’</w:t>
      </w:r>
      <w:r w:rsidRPr="000A30E8">
        <w:rPr>
          <w:rStyle w:val="Taille-1Caracteres"/>
        </w:rPr>
        <w:t>IMPLACABLE</w:t>
      </w:r>
      <w:r w:rsidRPr="000A30E8">
        <w:t xml:space="preserve"> F</w:t>
      </w:r>
      <w:r w:rsidRPr="000A30E8">
        <w:rPr>
          <w:rStyle w:val="Taille-1Caracteres"/>
        </w:rPr>
        <w:t>ERRAILLEUR</w:t>
      </w:r>
      <w:r w:rsidRPr="000A30E8">
        <w:t>. — Parfait. Pour la réalisation d’une sombre vengeance, j’ai besoin du monstre le plus hideux de ta collection.</w:t>
      </w:r>
    </w:p>
    <w:p w14:paraId="009FF827"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IRECTEUR DU MUSÉE</w:t>
      </w:r>
      <w:r w:rsidRPr="000A30E8">
        <w:t>. — Monseigneur tombe bien. Je possède en ce moment un lot de monstres des plus intéressants. Nous avons : l’hydrocéphale à museau de rat et à pied d’alouette ; le quadruple goitreux des Vosges à bec de corbin ; l’homme à la tête d’épingle ; le cyclope à torse de homard et à pattes de mouche ; l’adolescent à la tête de poule et aux quatorze genoux ; le monstre à figure de rhétorique ; le bébé à face de diplodocus, et, pour terminer, le vieillard à doubles mamelles de bique et à taille de guêpe.</w:t>
      </w:r>
    </w:p>
    <w:p w14:paraId="13FFA273" w14:textId="77777777" w:rsidR="00285C2D" w:rsidRPr="000A30E8" w:rsidRDefault="00285C2D" w:rsidP="00285C2D">
      <w:r w:rsidRPr="000A30E8">
        <w:t>L’</w:t>
      </w:r>
      <w:r w:rsidRPr="000A30E8">
        <w:rPr>
          <w:rStyle w:val="Taille-1Caracteres"/>
        </w:rPr>
        <w:t>IMPLACABLE</w:t>
      </w:r>
      <w:r w:rsidRPr="000A30E8">
        <w:t xml:space="preserve"> F</w:t>
      </w:r>
      <w:r w:rsidRPr="000A30E8">
        <w:rPr>
          <w:rStyle w:val="Taille-1Caracteres"/>
        </w:rPr>
        <w:t>ERRAILLEUR</w:t>
      </w:r>
      <w:r w:rsidRPr="000A30E8">
        <w:t>. — Voici donc ce que tu vas faire, si tu veux gagner cette bourse remplie d’or. Dès que les douze coups de minuit sonneront au beffroi de l’église voisine, tu te dirigeras avec un de tes monstres vers la petite maison solitaire habitée par la veuve du loyal Chevalier.</w:t>
      </w:r>
    </w:p>
    <w:p w14:paraId="5107C4AF"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IRECTEUR DU MUSÉE</w:t>
      </w:r>
      <w:r w:rsidRPr="000A30E8">
        <w:t>. — Je connais la maison.</w:t>
      </w:r>
    </w:p>
    <w:p w14:paraId="321147AD" w14:textId="77777777" w:rsidR="00285C2D" w:rsidRPr="000A30E8" w:rsidRDefault="00285C2D" w:rsidP="00285C2D">
      <w:r w:rsidRPr="000A30E8">
        <w:lastRenderedPageBreak/>
        <w:t>L’</w:t>
      </w:r>
      <w:r w:rsidRPr="000A30E8">
        <w:rPr>
          <w:rStyle w:val="Taille-1Caracteres"/>
        </w:rPr>
        <w:t>IMPLACABLE</w:t>
      </w:r>
      <w:r w:rsidRPr="000A30E8">
        <w:t xml:space="preserve"> F</w:t>
      </w:r>
      <w:r w:rsidRPr="000A30E8">
        <w:rPr>
          <w:rStyle w:val="Taille-1Caracteres"/>
        </w:rPr>
        <w:t>ERRAILLEUR</w:t>
      </w:r>
      <w:r w:rsidRPr="000A30E8">
        <w:t>. — La chambre à coucher, éclairée par une petite veilleuse, est située au rez-de-chaussée et donne sur la rue. Il faut que ton monstre ouvre brusquement la fenêtre de cette chambre et passe sa tête à l’intérieur en hurlant : « Coucou ! me voilà ! » (</w:t>
      </w:r>
      <w:r w:rsidRPr="000A30E8">
        <w:rPr>
          <w:i/>
          <w:iCs/>
        </w:rPr>
        <w:t>Ricanant</w:t>
      </w:r>
      <w:r w:rsidRPr="000A30E8">
        <w:t>.) Je compte beaucoup sur cette apparition imprévue pour que la veuve du loyal Chevalier, qui se trouve dans un état intéressant, donne le jour à un petit monstre digne de ton musée. Voilà, ou je me trompe fort, une fameuse idée de vengeance.</w:t>
      </w:r>
    </w:p>
    <w:p w14:paraId="5BF78EC3"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IRECTEUR DU MUSÉE</w:t>
      </w:r>
      <w:r w:rsidRPr="000A30E8">
        <w:t>. — Fameuse !</w:t>
      </w:r>
    </w:p>
    <w:p w14:paraId="432CC3A7" w14:textId="77777777" w:rsidR="00285C2D" w:rsidRPr="000A30E8" w:rsidRDefault="00285C2D" w:rsidP="00285C2D">
      <w:pPr>
        <w:pStyle w:val="Titre3"/>
      </w:pPr>
      <w:bookmarkStart w:id="130" w:name="_Toc196330310"/>
      <w:r w:rsidRPr="000A30E8">
        <w:t>TROISIÈME ACTE</w:t>
      </w:r>
      <w:r w:rsidRPr="000A30E8">
        <w:br/>
      </w:r>
      <w:r w:rsidRPr="000A30E8">
        <w:br/>
        <w:t>Le vengeur.</w:t>
      </w:r>
      <w:bookmarkEnd w:id="130"/>
    </w:p>
    <w:p w14:paraId="275ABE54" w14:textId="77777777" w:rsidR="00285C2D" w:rsidRPr="000A30E8" w:rsidRDefault="00285C2D" w:rsidP="00285C2D">
      <w:pPr>
        <w:pStyle w:val="Centr"/>
        <w:rPr>
          <w:rStyle w:val="Taille-1Caracteres"/>
        </w:rPr>
      </w:pPr>
      <w:r w:rsidRPr="000A30E8">
        <w:rPr>
          <w:rStyle w:val="Taille-1Caracteres"/>
        </w:rPr>
        <w:t>La scène représente la forêt de Saint-Germain, vingt ans après.</w:t>
      </w:r>
    </w:p>
    <w:p w14:paraId="5F445C21" w14:textId="77777777" w:rsidR="00285C2D" w:rsidRPr="000A30E8" w:rsidRDefault="00285C2D" w:rsidP="00285C2D">
      <w:r w:rsidRPr="000A30E8">
        <w:rPr>
          <w:szCs w:val="32"/>
        </w:rPr>
        <w:t>L’</w:t>
      </w:r>
      <w:r w:rsidRPr="000A30E8">
        <w:rPr>
          <w:rStyle w:val="Taille-1Caracteres"/>
        </w:rPr>
        <w:t>IMPLACABLE</w:t>
      </w:r>
      <w:r w:rsidRPr="000A30E8">
        <w:rPr>
          <w:szCs w:val="32"/>
        </w:rPr>
        <w:t xml:space="preserve"> F</w:t>
      </w:r>
      <w:r w:rsidRPr="000A30E8">
        <w:rPr>
          <w:rStyle w:val="Taille-1Caracteres"/>
        </w:rPr>
        <w:t>ERRAILLEUR</w:t>
      </w:r>
      <w:r w:rsidRPr="000A30E8">
        <w:rPr>
          <w:szCs w:val="32"/>
        </w:rPr>
        <w:t>. — Ah ! je me suis bien vengé du dédain de cette femme ! Grâce à mon plan diabolique, elle a mis au monde, il y a vingt ans, un enfant monstre. Depuis sa naissance, elle l’a soigneusement caché à tous les yeux. Je n’ai jamais eu la satisfaction de voir le visage de ce jeune monstre. (</w:t>
      </w:r>
      <w:r w:rsidRPr="000A30E8">
        <w:rPr>
          <w:i/>
          <w:iCs/>
          <w:szCs w:val="32"/>
        </w:rPr>
        <w:t>Ricanant</w:t>
      </w:r>
      <w:r w:rsidRPr="000A30E8">
        <w:rPr>
          <w:szCs w:val="32"/>
        </w:rPr>
        <w:t>.) Ça doit être un beau jeune homme, à présent ! Mais j’entends des pas. Un Inconnu au feutre rabattu sur les yeux s’avance de mon côté. Une femme voilée l’accompagne.</w:t>
      </w:r>
    </w:p>
    <w:p w14:paraId="5C8F3FFE"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VOILÉE</w:t>
      </w:r>
      <w:r w:rsidRPr="000A30E8">
        <w:t xml:space="preserve">, </w:t>
      </w:r>
      <w:r w:rsidRPr="000A30E8">
        <w:rPr>
          <w:i/>
          <w:iCs/>
        </w:rPr>
        <w:t>désignant l’implacable Ferrailleur à l’Inconnu</w:t>
      </w:r>
      <w:r w:rsidRPr="000A30E8">
        <w:t>. — Voici l’homme qui a tué ton père. Venge-le.</w:t>
      </w:r>
    </w:p>
    <w:p w14:paraId="7E96E396" w14:textId="77777777" w:rsidR="00285C2D" w:rsidRPr="000A30E8" w:rsidRDefault="00285C2D" w:rsidP="00285C2D">
      <w:r w:rsidRPr="000A30E8">
        <w:t>L’I</w:t>
      </w:r>
      <w:r w:rsidRPr="000A30E8">
        <w:rPr>
          <w:rStyle w:val="Taille-1Caracteres"/>
        </w:rPr>
        <w:t>NCONNU</w:t>
      </w:r>
      <w:r w:rsidRPr="000A30E8">
        <w:t xml:space="preserve">, </w:t>
      </w:r>
      <w:r w:rsidRPr="000A30E8">
        <w:rPr>
          <w:i/>
          <w:iCs/>
        </w:rPr>
        <w:t>tirant son épée</w:t>
      </w:r>
      <w:r w:rsidRPr="000A30E8">
        <w:t>. — En garde, misérable !</w:t>
      </w:r>
    </w:p>
    <w:p w14:paraId="7DA5FC68" w14:textId="77777777" w:rsidR="00285C2D" w:rsidRPr="000A30E8" w:rsidRDefault="00285C2D" w:rsidP="00285C2D">
      <w:r w:rsidRPr="000A30E8">
        <w:lastRenderedPageBreak/>
        <w:t>L’</w:t>
      </w:r>
      <w:r w:rsidRPr="000A30E8">
        <w:rPr>
          <w:rStyle w:val="Taille-1Caracteres"/>
        </w:rPr>
        <w:t>IMPLACABLE</w:t>
      </w:r>
      <w:r w:rsidRPr="000A30E8">
        <w:t xml:space="preserve"> F</w:t>
      </w:r>
      <w:r w:rsidRPr="000A30E8">
        <w:rPr>
          <w:rStyle w:val="Taille-1Caracteres"/>
        </w:rPr>
        <w:t>ERRAILLEUR</w:t>
      </w:r>
      <w:r w:rsidRPr="000A30E8">
        <w:t>. — Par Satan ! Je m’en doutais. C’est la veuve du loyal Chevalier et son fils. Eh bien, soit ! Après le père, l’enfant ! Grâce à ma botte secrète, cela sera bientôt fait. (</w:t>
      </w:r>
      <w:r w:rsidRPr="000A30E8">
        <w:rPr>
          <w:i/>
          <w:iCs/>
        </w:rPr>
        <w:t>Il dégaine</w:t>
      </w:r>
      <w:r w:rsidRPr="000A30E8">
        <w:t>.)</w:t>
      </w:r>
    </w:p>
    <w:p w14:paraId="63D118FE" w14:textId="77777777" w:rsidR="00285C2D" w:rsidRPr="000A30E8" w:rsidRDefault="00285C2D" w:rsidP="00285C2D">
      <w:r w:rsidRPr="000A30E8">
        <w:t>L’I</w:t>
      </w:r>
      <w:r w:rsidRPr="000A30E8">
        <w:rPr>
          <w:rStyle w:val="Taille-1Caracteres"/>
        </w:rPr>
        <w:t>NCONNU</w:t>
      </w:r>
      <w:r w:rsidRPr="000A30E8">
        <w:t xml:space="preserve">, </w:t>
      </w:r>
      <w:r w:rsidRPr="000A30E8">
        <w:rPr>
          <w:i/>
          <w:iCs/>
        </w:rPr>
        <w:t>enlevant son feutre</w:t>
      </w:r>
      <w:r w:rsidRPr="000A30E8">
        <w:t>. — En garde !</w:t>
      </w:r>
    </w:p>
    <w:p w14:paraId="67B8A1D0" w14:textId="77777777" w:rsidR="00285C2D" w:rsidRPr="000A30E8" w:rsidRDefault="00285C2D" w:rsidP="00285C2D">
      <w:r w:rsidRPr="000A30E8">
        <w:t>L’</w:t>
      </w:r>
      <w:r w:rsidRPr="000A30E8">
        <w:rPr>
          <w:rStyle w:val="Taille-1Caracteres"/>
        </w:rPr>
        <w:t>IMPLACABLE</w:t>
      </w:r>
      <w:r w:rsidRPr="000A30E8">
        <w:t xml:space="preserve"> F</w:t>
      </w:r>
      <w:r w:rsidRPr="000A30E8">
        <w:rPr>
          <w:rStyle w:val="Taille-1Caracteres"/>
        </w:rPr>
        <w:t>ERRAILLEUR</w:t>
      </w:r>
      <w:r w:rsidRPr="000A30E8">
        <w:t xml:space="preserve">, </w:t>
      </w:r>
      <w:r w:rsidRPr="000A30E8">
        <w:rPr>
          <w:i/>
          <w:iCs/>
        </w:rPr>
        <w:t>apercevant la tête de l’Inconnu.</w:t>
      </w:r>
      <w:r w:rsidRPr="000A30E8">
        <w:t xml:space="preserve"> — Oh ! l’horrible tête de monstre ! Malédiction ! Ma botte secrète devient impossible à exécuter. Je suis perdu !</w:t>
      </w:r>
    </w:p>
    <w:p w14:paraId="312484BA" w14:textId="77777777" w:rsidR="00285C2D" w:rsidRPr="000A30E8" w:rsidRDefault="00285C2D" w:rsidP="00285C2D">
      <w:r w:rsidRPr="000A30E8">
        <w:t>L’I</w:t>
      </w:r>
      <w:r w:rsidRPr="000A30E8">
        <w:rPr>
          <w:rStyle w:val="Taille-1Caracteres"/>
        </w:rPr>
        <w:t>NCONNU</w:t>
      </w:r>
      <w:r w:rsidRPr="000A30E8">
        <w:t>. — Oui, perdu. (</w:t>
      </w:r>
      <w:r w:rsidRPr="000A30E8">
        <w:rPr>
          <w:i/>
          <w:iCs/>
        </w:rPr>
        <w:t>Il le transperce</w:t>
      </w:r>
      <w:r w:rsidRPr="000A30E8">
        <w:t>.)</w:t>
      </w:r>
    </w:p>
    <w:p w14:paraId="61049714" w14:textId="77777777" w:rsidR="00285C2D" w:rsidRPr="000A30E8" w:rsidRDefault="00285C2D" w:rsidP="00285C2D">
      <w:r w:rsidRPr="000A30E8">
        <w:t>L’</w:t>
      </w:r>
      <w:r w:rsidRPr="000A30E8">
        <w:rPr>
          <w:rStyle w:val="Taille-1Caracteres"/>
        </w:rPr>
        <w:t>IMPLACABLE</w:t>
      </w:r>
      <w:r w:rsidRPr="000A30E8">
        <w:t xml:space="preserve"> F</w:t>
      </w:r>
      <w:r w:rsidRPr="000A30E8">
        <w:rPr>
          <w:rStyle w:val="Taille-1Caracteres"/>
        </w:rPr>
        <w:t>ERRAILLEUR</w:t>
      </w:r>
      <w:r w:rsidRPr="000A30E8">
        <w:t xml:space="preserve">, </w:t>
      </w:r>
      <w:r w:rsidRPr="000A30E8">
        <w:rPr>
          <w:i/>
          <w:iCs/>
        </w:rPr>
        <w:t>s’écroulant</w:t>
      </w:r>
      <w:r w:rsidRPr="000A30E8">
        <w:t>. — Je meurs.</w:t>
      </w:r>
    </w:p>
    <w:p w14:paraId="0824CD5C" w14:textId="77777777" w:rsidR="00285C2D" w:rsidRPr="000A30E8" w:rsidRDefault="00285C2D" w:rsidP="00285C2D">
      <w:r w:rsidRPr="000A30E8">
        <w:t>L’I</w:t>
      </w:r>
      <w:r w:rsidRPr="000A30E8">
        <w:rPr>
          <w:rStyle w:val="Taille-1Caracteres"/>
        </w:rPr>
        <w:t>NCONNU</w:t>
      </w:r>
      <w:r w:rsidRPr="000A30E8">
        <w:t xml:space="preserve">, </w:t>
      </w:r>
      <w:r w:rsidRPr="000A30E8">
        <w:rPr>
          <w:i/>
          <w:iCs/>
        </w:rPr>
        <w:t>se penchant sur lui</w:t>
      </w:r>
      <w:r w:rsidRPr="000A30E8">
        <w:t>. — Grâce à vous, misérable, je suis venu au monde avec une tête de monstre, mais la Providence veillait, puisque c’est aussi grâce à mon physique monstrueux que j’ai pu braver votre botte secrète et venger mon père.</w:t>
      </w:r>
    </w:p>
    <w:p w14:paraId="06E6F5E7"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VOILÉE</w:t>
      </w:r>
      <w:r w:rsidRPr="000A30E8">
        <w:t>. — Oui. Le monstre qui vint passer sa tête à la fenêtre de ma chambre et crier : « Coucou ! me voilà ! » était un cyclope. Fortement impressionnée par cette apparition, je mis au monde un petit cyclope, un enfant n’ayant qu’un œil au milieu du front.</w:t>
      </w:r>
    </w:p>
    <w:p w14:paraId="65744A39" w14:textId="77777777" w:rsidR="00285C2D" w:rsidRPr="000A30E8" w:rsidRDefault="00285C2D" w:rsidP="00285C2D">
      <w:r w:rsidRPr="000A30E8">
        <w:t>L’</w:t>
      </w:r>
      <w:r w:rsidRPr="000A30E8">
        <w:rPr>
          <w:rStyle w:val="Taille-1Caracteres"/>
        </w:rPr>
        <w:t>IMPLACABLE</w:t>
      </w:r>
      <w:r w:rsidRPr="000A30E8">
        <w:t xml:space="preserve"> F</w:t>
      </w:r>
      <w:r w:rsidRPr="000A30E8">
        <w:rPr>
          <w:rStyle w:val="Taille-1Caracteres"/>
        </w:rPr>
        <w:t>ERRAILLEUR</w:t>
      </w:r>
      <w:r w:rsidRPr="000A30E8">
        <w:t>. — Enfer ! C’est parce qu’il n’a qu’un œil au milieu du front que je n’ai pu placer ma botte secrète et lui planter ma rapière entre les deux yeux ! (</w:t>
      </w:r>
      <w:r w:rsidRPr="000A30E8">
        <w:rPr>
          <w:i/>
          <w:iCs/>
        </w:rPr>
        <w:t>Il meurt</w:t>
      </w:r>
      <w:r w:rsidRPr="000A30E8">
        <w:t>.)</w:t>
      </w:r>
    </w:p>
    <w:p w14:paraId="39506C76" w14:textId="77777777" w:rsidR="00285C2D" w:rsidRPr="000A30E8" w:rsidRDefault="00285C2D" w:rsidP="00285C2D">
      <w:pPr>
        <w:pStyle w:val="Centr"/>
      </w:pPr>
      <w:r w:rsidRPr="000A30E8">
        <w:t>RIDEAU</w:t>
      </w:r>
    </w:p>
    <w:p w14:paraId="5D5DB917" w14:textId="77777777" w:rsidR="00285C2D" w:rsidRPr="000A30E8" w:rsidRDefault="00285C2D" w:rsidP="00285C2D">
      <w:pPr>
        <w:pStyle w:val="Titre2"/>
      </w:pPr>
      <w:bookmarkStart w:id="131" w:name="_Toc196330311"/>
      <w:r w:rsidRPr="000A30E8">
        <w:lastRenderedPageBreak/>
        <w:t>L’ENLÈVEMENT DE LA MARQUISE</w:t>
      </w:r>
      <w:r w:rsidRPr="000A30E8">
        <w:br/>
      </w:r>
      <w:r w:rsidRPr="000A30E8">
        <w:br/>
        <w:t>Drame galant.</w:t>
      </w:r>
      <w:bookmarkEnd w:id="131"/>
    </w:p>
    <w:p w14:paraId="6F929978" w14:textId="77777777" w:rsidR="00285C2D" w:rsidRPr="000A30E8" w:rsidRDefault="00285C2D" w:rsidP="00285C2D">
      <w:pPr>
        <w:pStyle w:val="Titre3"/>
      </w:pPr>
      <w:bookmarkStart w:id="132" w:name="_Toc196330312"/>
      <w:r w:rsidRPr="000A30E8">
        <w:t>PREMIER TABLEAU</w:t>
      </w:r>
      <w:r w:rsidRPr="000A30E8">
        <w:br/>
      </w:r>
      <w:r w:rsidRPr="000A30E8">
        <w:br/>
        <w:t>Préparatifs.</w:t>
      </w:r>
      <w:bookmarkEnd w:id="132"/>
    </w:p>
    <w:p w14:paraId="661682EF" w14:textId="77777777" w:rsidR="00285C2D" w:rsidRPr="000A30E8" w:rsidRDefault="00285C2D" w:rsidP="00285C2D">
      <w:pPr>
        <w:pStyle w:val="Centr"/>
        <w:rPr>
          <w:rStyle w:val="Taille-1Caracteres"/>
        </w:rPr>
      </w:pPr>
      <w:r w:rsidRPr="000A30E8">
        <w:rPr>
          <w:rStyle w:val="Taille-1Caracteres"/>
        </w:rPr>
        <w:t>La scène représente un cabinet de toilette.</w:t>
      </w:r>
    </w:p>
    <w:p w14:paraId="08A9EBDC" w14:textId="77777777" w:rsidR="00285C2D" w:rsidRPr="000A30E8" w:rsidRDefault="00285C2D" w:rsidP="00285C2D">
      <w:r w:rsidRPr="000A30E8">
        <w:rPr>
          <w:szCs w:val="32"/>
        </w:rPr>
        <w:t>L</w:t>
      </w:r>
      <w:r w:rsidRPr="000A30E8">
        <w:rPr>
          <w:rStyle w:val="Taille-1Caracteres"/>
        </w:rPr>
        <w:t>A</w:t>
      </w:r>
      <w:r w:rsidRPr="000A30E8">
        <w:rPr>
          <w:szCs w:val="32"/>
        </w:rPr>
        <w:t xml:space="preserve"> M</w:t>
      </w:r>
      <w:r w:rsidRPr="000A30E8">
        <w:rPr>
          <w:rStyle w:val="Taille-1Caracteres"/>
        </w:rPr>
        <w:t>ARQUISE</w:t>
      </w:r>
      <w:r w:rsidRPr="000A30E8">
        <w:rPr>
          <w:szCs w:val="32"/>
        </w:rPr>
        <w:t>. — Soubrette, prépare mes plus beaux atours. Ce soir je me fais enlever par le Vicomte au nez busqué.</w:t>
      </w:r>
    </w:p>
    <w:p w14:paraId="79CA1303" w14:textId="77777777" w:rsidR="00285C2D" w:rsidRPr="000A30E8" w:rsidRDefault="00285C2D" w:rsidP="00285C2D">
      <w:r w:rsidRPr="000A30E8">
        <w:t>L</w:t>
      </w:r>
      <w:r w:rsidRPr="000A30E8">
        <w:rPr>
          <w:rStyle w:val="Taille-1Caracteres"/>
        </w:rPr>
        <w:t>A</w:t>
      </w:r>
      <w:r w:rsidRPr="000A30E8">
        <w:t xml:space="preserve"> S</w:t>
      </w:r>
      <w:r w:rsidRPr="000A30E8">
        <w:rPr>
          <w:rStyle w:val="Taille-1Caracteres"/>
        </w:rPr>
        <w:t>OUBRETTE CONFIDENTE</w:t>
      </w:r>
      <w:r w:rsidRPr="000A30E8">
        <w:t>. — Enlever ?</w:t>
      </w:r>
    </w:p>
    <w:p w14:paraId="58484DDA"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ARQUISE</w:t>
      </w:r>
      <w:r w:rsidRPr="000A30E8">
        <w:t>. — Oui. Une litière m’attendra cette nuit derrière le mur du jardin. Mais ne perdons pas de temps. Selon la mode de notre époque, pose sur mon visage quelques mouches en taffetas noir.</w:t>
      </w:r>
    </w:p>
    <w:p w14:paraId="68DF9675" w14:textId="77777777" w:rsidR="00285C2D" w:rsidRPr="000A30E8" w:rsidRDefault="00285C2D" w:rsidP="00285C2D">
      <w:r w:rsidRPr="000A30E8">
        <w:t>L</w:t>
      </w:r>
      <w:r w:rsidRPr="000A30E8">
        <w:rPr>
          <w:rStyle w:val="Taille-1Caracteres"/>
        </w:rPr>
        <w:t>A</w:t>
      </w:r>
      <w:r w:rsidRPr="000A30E8">
        <w:t xml:space="preserve"> S</w:t>
      </w:r>
      <w:r w:rsidRPr="000A30E8">
        <w:rPr>
          <w:rStyle w:val="Taille-1Caracteres"/>
        </w:rPr>
        <w:t>OUBRETTE CONFIDENTE</w:t>
      </w:r>
      <w:r w:rsidRPr="000A30E8">
        <w:t xml:space="preserve">, </w:t>
      </w:r>
      <w:r w:rsidRPr="000A30E8">
        <w:rPr>
          <w:i/>
          <w:iCs/>
        </w:rPr>
        <w:t>posant les mouches</w:t>
      </w:r>
      <w:r w:rsidRPr="000A30E8">
        <w:t>. — Une au bord des lèvres, une sur la joue et une dernière au menton.</w:t>
      </w:r>
    </w:p>
    <w:p w14:paraId="649C06C7"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ARQUIS</w:t>
      </w:r>
      <w:r w:rsidRPr="000A30E8">
        <w:t xml:space="preserve">, </w:t>
      </w:r>
      <w:r w:rsidRPr="000A30E8">
        <w:rPr>
          <w:i/>
          <w:iCs/>
        </w:rPr>
        <w:t>entrant</w:t>
      </w:r>
      <w:r w:rsidRPr="000A30E8">
        <w:t>. — Bonjour, marquise. Chut ! ne bougez pas. (</w:t>
      </w:r>
      <w:r w:rsidRPr="000A30E8">
        <w:rPr>
          <w:i/>
          <w:iCs/>
        </w:rPr>
        <w:t>Il lance à toute volée sa main sur la joue de la marquise</w:t>
      </w:r>
      <w:r w:rsidRPr="000A30E8">
        <w:t>.)</w:t>
      </w:r>
    </w:p>
    <w:p w14:paraId="50BCFF4C"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ARQUISE</w:t>
      </w:r>
      <w:r w:rsidRPr="000A30E8">
        <w:t>. — Aïe ! marquis !</w:t>
      </w:r>
    </w:p>
    <w:p w14:paraId="7D9ADBE0"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ARQUIS</w:t>
      </w:r>
      <w:r w:rsidRPr="000A30E8">
        <w:t>. — Raté ! Je voulais attraper ces mouches posées sur votre joli visage.</w:t>
      </w:r>
    </w:p>
    <w:p w14:paraId="38F21557" w14:textId="77777777" w:rsidR="00285C2D" w:rsidRPr="000A30E8" w:rsidRDefault="00285C2D" w:rsidP="00285C2D">
      <w:r w:rsidRPr="000A30E8">
        <w:lastRenderedPageBreak/>
        <w:t>L</w:t>
      </w:r>
      <w:r w:rsidRPr="000A30E8">
        <w:rPr>
          <w:rStyle w:val="Taille-1Caracteres"/>
        </w:rPr>
        <w:t>A</w:t>
      </w:r>
      <w:r w:rsidRPr="000A30E8">
        <w:t xml:space="preserve"> M</w:t>
      </w:r>
      <w:r w:rsidRPr="000A30E8">
        <w:rPr>
          <w:rStyle w:val="Taille-1Caracteres"/>
        </w:rPr>
        <w:t>ARQUISE</w:t>
      </w:r>
      <w:r w:rsidRPr="000A30E8">
        <w:t>. — Encore votre stupide plaisanterie ! Depuis que les mouches sont à la mode vous n’avez pu passer un seul jour sans vous livrer à ce brutal amusement.</w:t>
      </w:r>
    </w:p>
    <w:p w14:paraId="3A2972E9"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ARQUIS</w:t>
      </w:r>
      <w:r w:rsidRPr="000A30E8">
        <w:t>. — J’avoue que cela me fait toujours rire.</w:t>
      </w:r>
    </w:p>
    <w:p w14:paraId="632A3959"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ARQUISE</w:t>
      </w:r>
      <w:r w:rsidRPr="000A30E8">
        <w:t xml:space="preserve">, </w:t>
      </w:r>
      <w:r w:rsidRPr="000A30E8">
        <w:rPr>
          <w:i/>
          <w:iCs/>
        </w:rPr>
        <w:t>entre ses dents</w:t>
      </w:r>
      <w:r w:rsidRPr="000A30E8">
        <w:t>. — Rira bien qui rira le dernier. (</w:t>
      </w:r>
      <w:r w:rsidRPr="000A30E8">
        <w:rPr>
          <w:i/>
          <w:iCs/>
        </w:rPr>
        <w:t>Elle sort</w:t>
      </w:r>
      <w:r w:rsidRPr="000A30E8">
        <w:t>.)</w:t>
      </w:r>
    </w:p>
    <w:p w14:paraId="65E6E9F7"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ARQUIS</w:t>
      </w:r>
      <w:r w:rsidRPr="000A30E8">
        <w:t xml:space="preserve">, </w:t>
      </w:r>
      <w:r w:rsidRPr="000A30E8">
        <w:rPr>
          <w:i/>
          <w:iCs/>
        </w:rPr>
        <w:t>seul</w:t>
      </w:r>
      <w:r w:rsidRPr="000A30E8">
        <w:t>. — Ah ! marquise ! j’ai tout entendu ! Je connais votre projet de fuite avec le Vicomte au nez busqué. Mais, jarnidieu ! je compte vous jouer un tour de ma façon !</w:t>
      </w:r>
    </w:p>
    <w:p w14:paraId="66AA9261" w14:textId="77777777" w:rsidR="00285C2D" w:rsidRPr="000A30E8" w:rsidRDefault="00285C2D" w:rsidP="00285C2D">
      <w:pPr>
        <w:pStyle w:val="Titre3"/>
      </w:pPr>
      <w:bookmarkStart w:id="133" w:name="_Toc196330313"/>
      <w:r w:rsidRPr="000A30E8">
        <w:t>DEUXIÈME TABLEAU</w:t>
      </w:r>
      <w:r w:rsidRPr="000A30E8">
        <w:br/>
      </w:r>
      <w:r w:rsidRPr="000A30E8">
        <w:br/>
        <w:t>L’enlèvement.</w:t>
      </w:r>
      <w:bookmarkEnd w:id="133"/>
    </w:p>
    <w:p w14:paraId="38BE716D" w14:textId="77777777" w:rsidR="00285C2D" w:rsidRPr="000A30E8" w:rsidRDefault="00285C2D" w:rsidP="00285C2D">
      <w:pPr>
        <w:pStyle w:val="Centr"/>
        <w:rPr>
          <w:rStyle w:val="Taille-1Caracteres"/>
        </w:rPr>
      </w:pPr>
      <w:r w:rsidRPr="000A30E8">
        <w:rPr>
          <w:rStyle w:val="Taille-1Caracteres"/>
        </w:rPr>
        <w:t>La scène représente la route devant le château.</w:t>
      </w:r>
    </w:p>
    <w:p w14:paraId="7D12226F" w14:textId="77777777" w:rsidR="00285C2D" w:rsidRPr="000A30E8" w:rsidRDefault="00285C2D" w:rsidP="00285C2D">
      <w:r w:rsidRPr="000A30E8">
        <w:rPr>
          <w:szCs w:val="32"/>
        </w:rPr>
        <w:t>L</w:t>
      </w:r>
      <w:r w:rsidRPr="000A30E8">
        <w:rPr>
          <w:rStyle w:val="Taille-1Caracteres"/>
        </w:rPr>
        <w:t>A</w:t>
      </w:r>
      <w:r w:rsidRPr="000A30E8">
        <w:rPr>
          <w:szCs w:val="32"/>
        </w:rPr>
        <w:t xml:space="preserve"> M</w:t>
      </w:r>
      <w:r w:rsidRPr="000A30E8">
        <w:rPr>
          <w:rStyle w:val="Taille-1Caracteres"/>
        </w:rPr>
        <w:t>ARQUISE</w:t>
      </w:r>
      <w:r w:rsidRPr="000A30E8">
        <w:rPr>
          <w:szCs w:val="32"/>
        </w:rPr>
        <w:t>. — Il fait nuit, tout dort au château. Je viens de sortir par la petite porte du jardin. Mais voici mon amant le Vicomte au nez busqué qui s’élance à ma rencontre.</w:t>
      </w:r>
    </w:p>
    <w:p w14:paraId="3BBFF33C"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ICOMTE AU NEZ BUSQUÉ</w:t>
      </w:r>
      <w:r w:rsidRPr="000A30E8">
        <w:t>. — Vite, marquise, par ici. Une litière nous attend sur la route.</w:t>
      </w:r>
    </w:p>
    <w:p w14:paraId="4DE328D3"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ARQUISE</w:t>
      </w:r>
      <w:r w:rsidRPr="000A30E8">
        <w:t>. — C’est une attention délicate, vicomte, d’avoir choisi une litière pour notre voyage. Ces sortes de véhicules sont plus doux que les carrosses les mieux suspendus.</w:t>
      </w:r>
    </w:p>
    <w:p w14:paraId="1EA2134D"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ICOMTE AU NEZ BUSQUÉ</w:t>
      </w:r>
      <w:r w:rsidRPr="000A30E8">
        <w:t xml:space="preserve">. — Munie d’une paire de brancards à l’avant et d’une paire de brancards à l’arrière, la </w:t>
      </w:r>
      <w:r w:rsidRPr="000A30E8">
        <w:lastRenderedPageBreak/>
        <w:t>litière est une véritable « chaise à porteurs », dont les porteurs sont des chevaux.</w:t>
      </w:r>
    </w:p>
    <w:p w14:paraId="4ACB32FC"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ARQUISE.</w:t>
      </w:r>
      <w:r w:rsidRPr="000A30E8">
        <w:t xml:space="preserve"> — Mais, vicomte, je vois bien la litière ; mais où sont les chevaux ?</w:t>
      </w:r>
    </w:p>
    <w:p w14:paraId="706FC85B"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ICOMTE AU NEZ BUSQUÉ</w:t>
      </w:r>
      <w:r w:rsidRPr="000A30E8">
        <w:t>. — Justement, les voici qui viennent. Je les avais fait dételer et cacher sous un peuplier, pour ne pas attirer l’attention. Montez, marquise ! (</w:t>
      </w:r>
      <w:r w:rsidRPr="000A30E8">
        <w:rPr>
          <w:i/>
          <w:iCs/>
        </w:rPr>
        <w:t>Au postillon</w:t>
      </w:r>
      <w:r w:rsidRPr="000A30E8">
        <w:t>.) Attelle, drôle, et partons sans tarder. (</w:t>
      </w:r>
      <w:r w:rsidRPr="000A30E8">
        <w:rPr>
          <w:i/>
          <w:iCs/>
        </w:rPr>
        <w:t>Il monte dans la litière</w:t>
      </w:r>
      <w:r w:rsidRPr="000A30E8">
        <w:t>.)</w:t>
      </w:r>
    </w:p>
    <w:p w14:paraId="0B6650F6"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ARQUISE</w:t>
      </w:r>
      <w:r w:rsidRPr="000A30E8">
        <w:t xml:space="preserve">, </w:t>
      </w:r>
      <w:r w:rsidRPr="000A30E8">
        <w:rPr>
          <w:i/>
          <w:iCs/>
        </w:rPr>
        <w:t>dans la litière</w:t>
      </w:r>
      <w:r w:rsidRPr="000A30E8">
        <w:t>. — C’est charmant. On se croirait dans un grand lit.</w:t>
      </w:r>
    </w:p>
    <w:p w14:paraId="6F3C9141"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ICOMTE AU NEZ BUSQUÉ</w:t>
      </w:r>
      <w:r w:rsidRPr="000A30E8">
        <w:t>. — Pour que l’illusion soit complète, fermons les rideaux, marquise. Demain matin, après toute une nuit d’amoureux transports, nous les rouvrirons, et nous serons tout joyeux de nous trouver loin de votre marquis de mari.</w:t>
      </w:r>
    </w:p>
    <w:p w14:paraId="019D6B0B"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ARQUISE</w:t>
      </w:r>
      <w:r w:rsidRPr="000A30E8">
        <w:t xml:space="preserve">, </w:t>
      </w:r>
      <w:r w:rsidRPr="000A30E8">
        <w:rPr>
          <w:i/>
          <w:iCs/>
        </w:rPr>
        <w:t>rougissante</w:t>
      </w:r>
      <w:r w:rsidRPr="000A30E8">
        <w:t>. — Fermons les rideaux, vicomte !</w:t>
      </w:r>
    </w:p>
    <w:p w14:paraId="0F20455D" w14:textId="77777777" w:rsidR="00285C2D" w:rsidRPr="000A30E8" w:rsidRDefault="00285C2D" w:rsidP="00285C2D">
      <w:pPr>
        <w:pStyle w:val="Titre3"/>
      </w:pPr>
      <w:bookmarkStart w:id="134" w:name="_Toc196330314"/>
      <w:r w:rsidRPr="000A30E8">
        <w:t>TROISIÈME TABLEAU</w:t>
      </w:r>
      <w:r w:rsidRPr="000A30E8">
        <w:br/>
      </w:r>
      <w:r w:rsidRPr="000A30E8">
        <w:br/>
        <w:t>La désagréable surprise.</w:t>
      </w:r>
      <w:bookmarkEnd w:id="134"/>
    </w:p>
    <w:p w14:paraId="6411B562" w14:textId="77777777" w:rsidR="00285C2D" w:rsidRPr="000A30E8" w:rsidRDefault="00285C2D" w:rsidP="00285C2D">
      <w:pPr>
        <w:pStyle w:val="Centr"/>
        <w:rPr>
          <w:rStyle w:val="Taille-1Caracteres"/>
        </w:rPr>
      </w:pPr>
      <w:r w:rsidRPr="000A30E8">
        <w:rPr>
          <w:rStyle w:val="Taille-1Caracteres"/>
        </w:rPr>
        <w:t>La scène se passe dans l’intérieur de la litière.</w:t>
      </w:r>
    </w:p>
    <w:p w14:paraId="16686993" w14:textId="77777777" w:rsidR="00285C2D" w:rsidRPr="000A30E8" w:rsidRDefault="00285C2D" w:rsidP="00285C2D">
      <w:r w:rsidRPr="000A30E8">
        <w:rPr>
          <w:szCs w:val="32"/>
        </w:rPr>
        <w:t>L</w:t>
      </w:r>
      <w:r w:rsidRPr="000A30E8">
        <w:rPr>
          <w:rStyle w:val="Taille-1Caracteres"/>
        </w:rPr>
        <w:t>A</w:t>
      </w:r>
      <w:r w:rsidRPr="000A30E8">
        <w:rPr>
          <w:szCs w:val="32"/>
        </w:rPr>
        <w:t xml:space="preserve"> M</w:t>
      </w:r>
      <w:r w:rsidRPr="000A30E8">
        <w:rPr>
          <w:rStyle w:val="Taille-1Caracteres"/>
        </w:rPr>
        <w:t>ARQUISE</w:t>
      </w:r>
      <w:r w:rsidRPr="000A30E8">
        <w:rPr>
          <w:szCs w:val="32"/>
        </w:rPr>
        <w:t>. — Le jour pénètre à travers les rideaux de la litière. Quelle nuit de rêve ! La douce chanson des baisers accompagnée par le galop sonore des chevaux !</w:t>
      </w:r>
    </w:p>
    <w:p w14:paraId="3EA6FD07" w14:textId="77777777" w:rsidR="00285C2D" w:rsidRPr="000A30E8" w:rsidRDefault="00285C2D" w:rsidP="00285C2D">
      <w:r w:rsidRPr="000A30E8">
        <w:lastRenderedPageBreak/>
        <w:t>L</w:t>
      </w:r>
      <w:r w:rsidRPr="000A30E8">
        <w:rPr>
          <w:rStyle w:val="Taille-1Caracteres"/>
        </w:rPr>
        <w:t>E</w:t>
      </w:r>
      <w:r w:rsidRPr="000A30E8">
        <w:t xml:space="preserve"> V</w:t>
      </w:r>
      <w:r w:rsidRPr="000A30E8">
        <w:rPr>
          <w:rStyle w:val="Taille-1Caracteres"/>
        </w:rPr>
        <w:t>ICOMTE AU NEZ BUSQUÉ</w:t>
      </w:r>
      <w:r w:rsidRPr="000A30E8">
        <w:t>. — À cette heure nous devons être loin de votre mari. Nous approchons de la douce retraite que je vous ai préparée pour vous mieux chérir.</w:t>
      </w:r>
    </w:p>
    <w:p w14:paraId="2745BA1B"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ARQUISE</w:t>
      </w:r>
      <w:r w:rsidRPr="000A30E8">
        <w:t>. — Nous approchons du doux nid d’amour. Mais ouvrons les rideaux pour jouir du paysage matinal.</w:t>
      </w:r>
    </w:p>
    <w:p w14:paraId="39015901"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ICOMTE AU NEZ BUSQUÉ</w:t>
      </w:r>
      <w:r w:rsidRPr="000A30E8">
        <w:t>. — Ouvrons les rideaux pour jouir du paysage matinal. (</w:t>
      </w:r>
      <w:r w:rsidRPr="000A30E8">
        <w:rPr>
          <w:i/>
          <w:iCs/>
        </w:rPr>
        <w:t>Il ouvre les rideaux</w:t>
      </w:r>
      <w:r w:rsidRPr="000A30E8">
        <w:t>.) Ah ! que vois-je !</w:t>
      </w:r>
    </w:p>
    <w:p w14:paraId="03C041E0"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ARQUISE</w:t>
      </w:r>
      <w:r w:rsidRPr="000A30E8">
        <w:t>. — Qu’y a-t-il ?</w:t>
      </w:r>
    </w:p>
    <w:p w14:paraId="01ABDEEF"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ICOMTE AU NEZ BUSQUÉ</w:t>
      </w:r>
      <w:r w:rsidRPr="000A30E8">
        <w:t>. — Regardez ! Nous sommes toujours devant votre château. Nous n’avons pas changé de place depuis hier soir !</w:t>
      </w:r>
    </w:p>
    <w:p w14:paraId="39941EE9"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ARQUISE</w:t>
      </w:r>
      <w:r w:rsidRPr="000A30E8">
        <w:t>. — C’est incompréhensible !… Ciel ! mon mari qui sort du château et qui s’avance vers nous en ricanant. Nous sommes perdus !</w:t>
      </w:r>
    </w:p>
    <w:p w14:paraId="0272B14F"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ARQUIS</w:t>
      </w:r>
      <w:r w:rsidRPr="000A30E8">
        <w:t>. — Avez-vous fait un bon voyage, marquise ?</w:t>
      </w:r>
    </w:p>
    <w:p w14:paraId="0508D3F5"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ICOMTE AU NEZ BUSQUÉ</w:t>
      </w:r>
      <w:r w:rsidRPr="000A30E8">
        <w:t>. — Tudieu ! marquis, m’expliquerez-vous ?</w:t>
      </w:r>
    </w:p>
    <w:p w14:paraId="3EB81095"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ARQUIS</w:t>
      </w:r>
      <w:r w:rsidRPr="000A30E8">
        <w:t>. — Vous expliquer pourquoi votre enlèvement a piteusement échoué ! C’est bien simple. J’avais acheté le postillon de votre litière. Selon mes ordres, il a attelé le cheval « avant » de la litière, face au cheval « arrière ». Les deux chevaux sont partis au galop, mais comme ils allaient chacun dans un sens opposé, ils ont fait du galop sur place toute la nuit. Comprenez-vous maintenant pourquoi votre litière a fait autant de chemin qu’une cathédrale ?</w:t>
      </w:r>
    </w:p>
    <w:p w14:paraId="366105E7" w14:textId="77777777" w:rsidR="00285C2D" w:rsidRPr="000A30E8" w:rsidRDefault="00285C2D" w:rsidP="00285C2D">
      <w:pPr>
        <w:pStyle w:val="Centr"/>
      </w:pPr>
      <w:r w:rsidRPr="000A30E8">
        <w:lastRenderedPageBreak/>
        <w:t>RIDEAU</w:t>
      </w:r>
    </w:p>
    <w:p w14:paraId="432C3B0C" w14:textId="77777777" w:rsidR="00285C2D" w:rsidRPr="000A30E8" w:rsidRDefault="00285C2D" w:rsidP="00285C2D">
      <w:pPr>
        <w:pStyle w:val="Titre2"/>
      </w:pPr>
      <w:bookmarkStart w:id="135" w:name="_Toc196330315"/>
      <w:r w:rsidRPr="000A30E8">
        <w:lastRenderedPageBreak/>
        <w:t>LES FANTÔMES DE LA BASTILLE</w:t>
      </w:r>
      <w:r w:rsidRPr="000A30E8">
        <w:br/>
      </w:r>
      <w:r w:rsidRPr="000A30E8">
        <w:br/>
        <w:t>Drame du 14 juillet.</w:t>
      </w:r>
      <w:bookmarkEnd w:id="135"/>
    </w:p>
    <w:p w14:paraId="12E203D1" w14:textId="77777777" w:rsidR="00285C2D" w:rsidRPr="000A30E8" w:rsidRDefault="00285C2D" w:rsidP="00285C2D">
      <w:pPr>
        <w:pStyle w:val="Titre3"/>
      </w:pPr>
      <w:bookmarkStart w:id="136" w:name="_Toc196330316"/>
      <w:r w:rsidRPr="000A30E8">
        <w:t>PREMIER TABLEAU</w:t>
      </w:r>
      <w:r w:rsidRPr="000A30E8">
        <w:br/>
      </w:r>
      <w:r w:rsidRPr="000A30E8">
        <w:br/>
        <w:t>Les pas qui s’approchent.</w:t>
      </w:r>
      <w:bookmarkEnd w:id="136"/>
    </w:p>
    <w:p w14:paraId="03B93535" w14:textId="77777777" w:rsidR="00285C2D" w:rsidRPr="000A30E8" w:rsidRDefault="00285C2D" w:rsidP="00285C2D">
      <w:pPr>
        <w:pStyle w:val="Centr"/>
        <w:rPr>
          <w:rStyle w:val="Taille-1Caracteres"/>
        </w:rPr>
      </w:pPr>
      <w:r w:rsidRPr="000A30E8">
        <w:rPr>
          <w:rStyle w:val="Taille-1Caracteres"/>
        </w:rPr>
        <w:t>La scène représente la Colonne de la Bastille, de nos jours.</w:t>
      </w:r>
    </w:p>
    <w:p w14:paraId="733AE248" w14:textId="77777777" w:rsidR="00285C2D" w:rsidRPr="000A30E8" w:rsidRDefault="00285C2D" w:rsidP="00285C2D">
      <w:r w:rsidRPr="000A30E8">
        <w:rPr>
          <w:szCs w:val="32"/>
        </w:rPr>
        <w:t>L</w:t>
      </w:r>
      <w:r w:rsidRPr="000A30E8">
        <w:rPr>
          <w:rStyle w:val="Taille-1Caracteres"/>
        </w:rPr>
        <w:t>E</w:t>
      </w:r>
      <w:r w:rsidRPr="000A30E8">
        <w:rPr>
          <w:szCs w:val="32"/>
        </w:rPr>
        <w:t xml:space="preserve"> V</w:t>
      </w:r>
      <w:r w:rsidRPr="000A30E8">
        <w:rPr>
          <w:rStyle w:val="Taille-1Caracteres"/>
        </w:rPr>
        <w:t>ISITEUR DE LA</w:t>
      </w:r>
      <w:r w:rsidRPr="000A30E8">
        <w:rPr>
          <w:szCs w:val="32"/>
        </w:rPr>
        <w:t xml:space="preserve"> C</w:t>
      </w:r>
      <w:r w:rsidRPr="000A30E8">
        <w:rPr>
          <w:rStyle w:val="Taille-1Caracteres"/>
        </w:rPr>
        <w:t>OLONNE</w:t>
      </w:r>
      <w:r w:rsidRPr="000A30E8">
        <w:rPr>
          <w:szCs w:val="32"/>
        </w:rPr>
        <w:t>. — Nous voici au sommet de la Colonne commémorative, élevée sur l’emplacement de l’ancienne prison d’État.</w:t>
      </w:r>
    </w:p>
    <w:p w14:paraId="3507CE8E" w14:textId="77777777" w:rsidR="00285C2D" w:rsidRPr="000A30E8" w:rsidRDefault="00285C2D" w:rsidP="00285C2D">
      <w:r w:rsidRPr="000A30E8">
        <w:t>L’</w:t>
      </w:r>
      <w:r w:rsidRPr="000A30E8">
        <w:rPr>
          <w:rStyle w:val="Taille-1Caracteres"/>
        </w:rPr>
        <w:t>AUTRE</w:t>
      </w:r>
      <w:r w:rsidRPr="000A30E8">
        <w:t xml:space="preserve"> V</w:t>
      </w:r>
      <w:r w:rsidRPr="000A30E8">
        <w:rPr>
          <w:rStyle w:val="Taille-1Caracteres"/>
        </w:rPr>
        <w:t>ISITEUR DE LA</w:t>
      </w:r>
      <w:r w:rsidRPr="000A30E8">
        <w:t xml:space="preserve"> C</w:t>
      </w:r>
      <w:r w:rsidRPr="000A30E8">
        <w:rPr>
          <w:rStyle w:val="Taille-1Caracteres"/>
        </w:rPr>
        <w:t>OLONNE</w:t>
      </w:r>
      <w:r w:rsidRPr="000A30E8">
        <w:t>. — Oui. En bons citoyens nous avons choisi le jour du 14 juillet pour visiter la Colonne de la Bastille.</w:t>
      </w:r>
    </w:p>
    <w:p w14:paraId="078BF4BB"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ARDIEN DE LA</w:t>
      </w:r>
      <w:r w:rsidRPr="000A30E8">
        <w:t xml:space="preserve"> C</w:t>
      </w:r>
      <w:r w:rsidRPr="000A30E8">
        <w:rPr>
          <w:rStyle w:val="Taille-1Caracteres"/>
        </w:rPr>
        <w:t>OLONNE</w:t>
      </w:r>
      <w:r w:rsidRPr="000A30E8">
        <w:t>. — Messieurs, vous voilà rendus dans votre cachot. Dieu protège le roi ! (</w:t>
      </w:r>
      <w:r w:rsidRPr="000A30E8">
        <w:rPr>
          <w:i/>
          <w:iCs/>
        </w:rPr>
        <w:t>Il ferme à clef la porte de la plate-forme et redescend.</w:t>
      </w:r>
      <w:r w:rsidRPr="000A30E8">
        <w:t>)</w:t>
      </w:r>
    </w:p>
    <w:p w14:paraId="1F3866ED"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ISITEUR DE LA</w:t>
      </w:r>
      <w:r w:rsidRPr="000A30E8">
        <w:t xml:space="preserve"> C</w:t>
      </w:r>
      <w:r w:rsidRPr="000A30E8">
        <w:rPr>
          <w:rStyle w:val="Taille-1Caracteres"/>
        </w:rPr>
        <w:t>OLONNE</w:t>
      </w:r>
      <w:r w:rsidRPr="000A30E8">
        <w:t>. — Ce gardien est devenu subitement fou. Il se prend pour un geôlier de l’ancienne Bastille et nous enferme sur la plate-forme de la Colonne.</w:t>
      </w:r>
    </w:p>
    <w:p w14:paraId="51D16664" w14:textId="77777777" w:rsidR="00285C2D" w:rsidRPr="000A30E8" w:rsidRDefault="00285C2D" w:rsidP="00285C2D">
      <w:r w:rsidRPr="000A30E8">
        <w:t>L’</w:t>
      </w:r>
      <w:r w:rsidRPr="000A30E8">
        <w:rPr>
          <w:rStyle w:val="Taille-1Caracteres"/>
        </w:rPr>
        <w:t>AUTRE</w:t>
      </w:r>
      <w:r w:rsidRPr="000A30E8">
        <w:t xml:space="preserve"> V</w:t>
      </w:r>
      <w:r w:rsidRPr="000A30E8">
        <w:rPr>
          <w:rStyle w:val="Taille-1Caracteres"/>
        </w:rPr>
        <w:t>ISITEUR DE LA</w:t>
      </w:r>
      <w:r w:rsidRPr="000A30E8">
        <w:t xml:space="preserve"> C</w:t>
      </w:r>
      <w:r w:rsidRPr="000A30E8">
        <w:rPr>
          <w:rStyle w:val="Taille-1Caracteres"/>
        </w:rPr>
        <w:t>OLONNE</w:t>
      </w:r>
      <w:r w:rsidRPr="000A30E8">
        <w:t>. — Il est sans doute pris de boisson. Dès qu’il sera dégrisé, il remontera nous délivrer. Patientons ! (</w:t>
      </w:r>
      <w:r w:rsidRPr="000A30E8">
        <w:rPr>
          <w:i/>
          <w:iCs/>
        </w:rPr>
        <w:t>Ils patientent</w:t>
      </w:r>
      <w:r w:rsidRPr="000A30E8">
        <w:t>.)</w:t>
      </w:r>
    </w:p>
    <w:p w14:paraId="6951F16D"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ISITEUR DE LA</w:t>
      </w:r>
      <w:r w:rsidRPr="000A30E8">
        <w:t xml:space="preserve"> C</w:t>
      </w:r>
      <w:r w:rsidRPr="000A30E8">
        <w:rPr>
          <w:rStyle w:val="Taille-1Caracteres"/>
        </w:rPr>
        <w:t>OLONNE</w:t>
      </w:r>
      <w:r w:rsidRPr="000A30E8">
        <w:t xml:space="preserve">, </w:t>
      </w:r>
      <w:r w:rsidRPr="000A30E8">
        <w:rPr>
          <w:i/>
          <w:iCs/>
        </w:rPr>
        <w:t>consultant sa montre</w:t>
      </w:r>
      <w:r w:rsidRPr="000A30E8">
        <w:t>. — Voilà plus de six heures que nous patientons. Le gardien ne remonte pas. Il faut nous résigner à rester ici toute la nuit.</w:t>
      </w:r>
    </w:p>
    <w:p w14:paraId="07A7E068" w14:textId="77777777" w:rsidR="00285C2D" w:rsidRPr="000A30E8" w:rsidRDefault="00285C2D" w:rsidP="00285C2D">
      <w:r w:rsidRPr="000A30E8">
        <w:lastRenderedPageBreak/>
        <w:t>L’</w:t>
      </w:r>
      <w:r w:rsidRPr="000A30E8">
        <w:rPr>
          <w:rStyle w:val="Taille-1Caracteres"/>
        </w:rPr>
        <w:t>AUTRE</w:t>
      </w:r>
      <w:r w:rsidRPr="000A30E8">
        <w:t xml:space="preserve"> V</w:t>
      </w:r>
      <w:r w:rsidRPr="000A30E8">
        <w:rPr>
          <w:rStyle w:val="Taille-1Caracteres"/>
        </w:rPr>
        <w:t>ISITEUR DE LA</w:t>
      </w:r>
      <w:r w:rsidRPr="000A30E8">
        <w:t xml:space="preserve"> C</w:t>
      </w:r>
      <w:r w:rsidRPr="000A30E8">
        <w:rPr>
          <w:rStyle w:val="Taille-1Caracteres"/>
        </w:rPr>
        <w:t>OLONNE</w:t>
      </w:r>
      <w:r w:rsidRPr="000A30E8">
        <w:t>. — Cette plate-forme est lugubre. Minuit sonne ! Écoutez ! On dirait qu’on marche dans l’escalier.</w:t>
      </w:r>
    </w:p>
    <w:p w14:paraId="4E58A848"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ISITEUR DE LA</w:t>
      </w:r>
      <w:r w:rsidRPr="000A30E8">
        <w:t xml:space="preserve"> C</w:t>
      </w:r>
      <w:r w:rsidRPr="000A30E8">
        <w:rPr>
          <w:rStyle w:val="Taille-1Caracteres"/>
        </w:rPr>
        <w:t>OLONNE</w:t>
      </w:r>
      <w:r w:rsidRPr="000A30E8">
        <w:t>. — C’est le vent.</w:t>
      </w:r>
    </w:p>
    <w:p w14:paraId="3A3CBC55" w14:textId="77777777" w:rsidR="00285C2D" w:rsidRPr="000A30E8" w:rsidRDefault="00285C2D" w:rsidP="00285C2D">
      <w:r w:rsidRPr="000A30E8">
        <w:t>L’</w:t>
      </w:r>
      <w:r w:rsidRPr="000A30E8">
        <w:rPr>
          <w:rStyle w:val="Taille-1Caracteres"/>
        </w:rPr>
        <w:t>AUTRE</w:t>
      </w:r>
      <w:r w:rsidRPr="000A30E8">
        <w:t xml:space="preserve"> V</w:t>
      </w:r>
      <w:r w:rsidRPr="000A30E8">
        <w:rPr>
          <w:rStyle w:val="Taille-1Caracteres"/>
        </w:rPr>
        <w:t>ISITEUR DE LA</w:t>
      </w:r>
      <w:r w:rsidRPr="000A30E8">
        <w:t xml:space="preserve"> C</w:t>
      </w:r>
      <w:r w:rsidRPr="000A30E8">
        <w:rPr>
          <w:rStyle w:val="Taille-1Caracteres"/>
        </w:rPr>
        <w:t>OLONNE</w:t>
      </w:r>
      <w:r w:rsidRPr="000A30E8">
        <w:t>. — Le vent qui souffle à travers la Colonne me rendra fou !</w:t>
      </w:r>
    </w:p>
    <w:p w14:paraId="4711CB1E"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ISITEUR DE LA</w:t>
      </w:r>
      <w:r w:rsidRPr="000A30E8">
        <w:t xml:space="preserve"> C</w:t>
      </w:r>
      <w:r w:rsidRPr="000A30E8">
        <w:rPr>
          <w:rStyle w:val="Taille-1Caracteres"/>
        </w:rPr>
        <w:t>OLONNE</w:t>
      </w:r>
      <w:r w:rsidRPr="000A30E8">
        <w:t>. — Non, ce n’est pas le vent. Les pas se rapprochent. J’ai peur ! Qui va là ?</w:t>
      </w:r>
    </w:p>
    <w:p w14:paraId="10AA0742" w14:textId="77777777" w:rsidR="00285C2D" w:rsidRPr="000A30E8" w:rsidRDefault="00285C2D" w:rsidP="00285C2D">
      <w:r w:rsidRPr="000A30E8">
        <w:t>D</w:t>
      </w:r>
      <w:r w:rsidRPr="000A30E8">
        <w:rPr>
          <w:rStyle w:val="Taille-1Caracteres"/>
        </w:rPr>
        <w:t>ES</w:t>
      </w:r>
      <w:r w:rsidRPr="000A30E8">
        <w:t xml:space="preserve"> V</w:t>
      </w:r>
      <w:r w:rsidRPr="000A30E8">
        <w:rPr>
          <w:rStyle w:val="Taille-1Caracteres"/>
        </w:rPr>
        <w:t>OIX DANS LA</w:t>
      </w:r>
      <w:r w:rsidRPr="000A30E8">
        <w:t xml:space="preserve"> C</w:t>
      </w:r>
      <w:r w:rsidRPr="000A30E8">
        <w:rPr>
          <w:rStyle w:val="Taille-1Caracteres"/>
        </w:rPr>
        <w:t>OLONNE</w:t>
      </w:r>
      <w:r w:rsidRPr="000A30E8">
        <w:t>. — Nous !</w:t>
      </w:r>
    </w:p>
    <w:p w14:paraId="65E51BC8" w14:textId="77777777" w:rsidR="00285C2D" w:rsidRPr="000A30E8" w:rsidRDefault="00285C2D" w:rsidP="00285C2D">
      <w:r w:rsidRPr="000A30E8">
        <w:t>L</w:t>
      </w:r>
      <w:r w:rsidRPr="000A30E8">
        <w:rPr>
          <w:rStyle w:val="Taille-1Caracteres"/>
        </w:rPr>
        <w:t>ES DEUX</w:t>
      </w:r>
      <w:r w:rsidRPr="000A30E8">
        <w:t xml:space="preserve"> V</w:t>
      </w:r>
      <w:r w:rsidRPr="000A30E8">
        <w:rPr>
          <w:rStyle w:val="Taille-1Caracteres"/>
        </w:rPr>
        <w:t>ISITEURS DE LA</w:t>
      </w:r>
      <w:r w:rsidRPr="000A30E8">
        <w:t xml:space="preserve"> C</w:t>
      </w:r>
      <w:r w:rsidRPr="000A30E8">
        <w:rPr>
          <w:rStyle w:val="Taille-1Caracteres"/>
        </w:rPr>
        <w:t>OLONNE</w:t>
      </w:r>
      <w:r w:rsidRPr="000A30E8">
        <w:t>. — Qui, vous ?</w:t>
      </w:r>
    </w:p>
    <w:p w14:paraId="2167B953" w14:textId="77777777" w:rsidR="00285C2D" w:rsidRPr="000A30E8" w:rsidRDefault="00285C2D" w:rsidP="00285C2D">
      <w:r w:rsidRPr="000A30E8">
        <w:t>D</w:t>
      </w:r>
      <w:r w:rsidRPr="000A30E8">
        <w:rPr>
          <w:rStyle w:val="Taille-1Caracteres"/>
        </w:rPr>
        <w:t>ES</w:t>
      </w:r>
      <w:r w:rsidRPr="000A30E8">
        <w:t xml:space="preserve"> V</w:t>
      </w:r>
      <w:r w:rsidRPr="000A30E8">
        <w:rPr>
          <w:rStyle w:val="Taille-1Caracteres"/>
        </w:rPr>
        <w:t>OIX DANS LA</w:t>
      </w:r>
      <w:r w:rsidRPr="000A30E8">
        <w:t xml:space="preserve"> C</w:t>
      </w:r>
      <w:r w:rsidRPr="000A30E8">
        <w:rPr>
          <w:rStyle w:val="Taille-1Caracteres"/>
        </w:rPr>
        <w:t>OLONNE</w:t>
      </w:r>
      <w:r w:rsidRPr="000A30E8">
        <w:t>. — Nous : les Fantômes de la Bastille !</w:t>
      </w:r>
    </w:p>
    <w:p w14:paraId="233D6DAF" w14:textId="77777777" w:rsidR="00285C2D" w:rsidRPr="000A30E8" w:rsidRDefault="00285C2D" w:rsidP="00285C2D">
      <w:pPr>
        <w:pStyle w:val="Titre3"/>
      </w:pPr>
      <w:bookmarkStart w:id="137" w:name="_Toc196330317"/>
      <w:r w:rsidRPr="000A30E8">
        <w:t>DEUXIÈME TABLEAU</w:t>
      </w:r>
      <w:r w:rsidRPr="000A30E8">
        <w:br/>
      </w:r>
      <w:r w:rsidRPr="000A30E8">
        <w:br/>
        <w:t>Les fantômes vont parler.</w:t>
      </w:r>
      <w:bookmarkEnd w:id="137"/>
    </w:p>
    <w:p w14:paraId="06A5A5D3" w14:textId="77777777" w:rsidR="00285C2D" w:rsidRPr="000A30E8" w:rsidRDefault="00285C2D" w:rsidP="00285C2D">
      <w:pPr>
        <w:pStyle w:val="Centr"/>
        <w:rPr>
          <w:rStyle w:val="Taille-1Caracteres"/>
        </w:rPr>
      </w:pPr>
      <w:r w:rsidRPr="000A30E8">
        <w:rPr>
          <w:rStyle w:val="Taille-1Caracteres"/>
        </w:rPr>
        <w:t>Même décor.</w:t>
      </w:r>
    </w:p>
    <w:p w14:paraId="1BD73B90" w14:textId="77777777" w:rsidR="00285C2D" w:rsidRPr="000A30E8" w:rsidRDefault="00285C2D" w:rsidP="00285C2D">
      <w:r w:rsidRPr="000A30E8">
        <w:rPr>
          <w:szCs w:val="32"/>
        </w:rPr>
        <w:t>L</w:t>
      </w:r>
      <w:r w:rsidRPr="000A30E8">
        <w:rPr>
          <w:rStyle w:val="Taille-1Caracteres"/>
        </w:rPr>
        <w:t>E</w:t>
      </w:r>
      <w:r w:rsidRPr="000A30E8">
        <w:rPr>
          <w:szCs w:val="32"/>
        </w:rPr>
        <w:t xml:space="preserve"> V</w:t>
      </w:r>
      <w:r w:rsidRPr="000A30E8">
        <w:rPr>
          <w:rStyle w:val="Taille-1Caracteres"/>
        </w:rPr>
        <w:t>ISITEUR DE LA</w:t>
      </w:r>
      <w:r w:rsidRPr="000A30E8">
        <w:rPr>
          <w:szCs w:val="32"/>
        </w:rPr>
        <w:t xml:space="preserve"> C</w:t>
      </w:r>
      <w:r w:rsidRPr="000A30E8">
        <w:rPr>
          <w:rStyle w:val="Taille-1Caracteres"/>
        </w:rPr>
        <w:t>OLONNE</w:t>
      </w:r>
      <w:r w:rsidRPr="000A30E8">
        <w:rPr>
          <w:szCs w:val="32"/>
        </w:rPr>
        <w:t>. — Nos craintes se sont dissipées. Les Fantômes de la Bastille sont charmants. Ils se réunissent dans cette colonne commémorative pour évoquer leurs souvenirs d’antan.</w:t>
      </w:r>
    </w:p>
    <w:p w14:paraId="2B14C7B9" w14:textId="77777777" w:rsidR="00285C2D" w:rsidRPr="000A30E8" w:rsidRDefault="00285C2D" w:rsidP="00285C2D">
      <w:r w:rsidRPr="000A30E8">
        <w:t>L’</w:t>
      </w:r>
      <w:r w:rsidRPr="000A30E8">
        <w:rPr>
          <w:rStyle w:val="Taille-1Caracteres"/>
        </w:rPr>
        <w:t>AUTRE</w:t>
      </w:r>
      <w:r w:rsidRPr="000A30E8">
        <w:t xml:space="preserve"> V</w:t>
      </w:r>
      <w:r w:rsidRPr="000A30E8">
        <w:rPr>
          <w:rStyle w:val="Taille-1Caracteres"/>
        </w:rPr>
        <w:t>ISITEUR DE LA</w:t>
      </w:r>
      <w:r w:rsidRPr="000A30E8">
        <w:t xml:space="preserve"> C</w:t>
      </w:r>
      <w:r w:rsidRPr="000A30E8">
        <w:rPr>
          <w:rStyle w:val="Taille-1Caracteres"/>
        </w:rPr>
        <w:t>OLONNE</w:t>
      </w:r>
      <w:r w:rsidRPr="000A30E8">
        <w:t>. — Ce sont les fantômes d’anciens prisonniers de la Bastille. Ils nous ont promis de nous raconter chacun leur histoire.</w:t>
      </w:r>
    </w:p>
    <w:p w14:paraId="573ED7D3" w14:textId="77777777" w:rsidR="00285C2D" w:rsidRPr="000A30E8" w:rsidRDefault="00285C2D" w:rsidP="00285C2D">
      <w:r w:rsidRPr="000A30E8">
        <w:lastRenderedPageBreak/>
        <w:t>L</w:t>
      </w:r>
      <w:r w:rsidRPr="000A30E8">
        <w:rPr>
          <w:rStyle w:val="Taille-1Caracteres"/>
        </w:rPr>
        <w:t>E</w:t>
      </w:r>
      <w:r w:rsidRPr="000A30E8">
        <w:t xml:space="preserve"> V</w:t>
      </w:r>
      <w:r w:rsidRPr="000A30E8">
        <w:rPr>
          <w:rStyle w:val="Taille-1Caracteres"/>
        </w:rPr>
        <w:t>ISITEUR DE LA</w:t>
      </w:r>
      <w:r w:rsidRPr="000A30E8">
        <w:t xml:space="preserve"> C</w:t>
      </w:r>
      <w:r w:rsidRPr="000A30E8">
        <w:rPr>
          <w:rStyle w:val="Taille-1Caracteres"/>
        </w:rPr>
        <w:t>OLONNE</w:t>
      </w:r>
      <w:r w:rsidRPr="000A30E8">
        <w:t>. — Le Premier Fantôme de la Bastille commence son récit. Écoutons-le.</w:t>
      </w:r>
    </w:p>
    <w:p w14:paraId="20EAAEC4" w14:textId="77777777" w:rsidR="00285C2D" w:rsidRPr="000A30E8" w:rsidRDefault="00285C2D" w:rsidP="00285C2D">
      <w:r w:rsidRPr="000A30E8">
        <w:t>L’</w:t>
      </w:r>
      <w:r w:rsidRPr="000A30E8">
        <w:rPr>
          <w:rStyle w:val="Taille-1Caracteres"/>
        </w:rPr>
        <w:t>AUTRE</w:t>
      </w:r>
      <w:r w:rsidRPr="000A30E8">
        <w:t xml:space="preserve"> V</w:t>
      </w:r>
      <w:r w:rsidRPr="000A30E8">
        <w:rPr>
          <w:rStyle w:val="Taille-1Caracteres"/>
        </w:rPr>
        <w:t>ISITEUR DE LA</w:t>
      </w:r>
      <w:r w:rsidRPr="000A30E8">
        <w:t xml:space="preserve"> C</w:t>
      </w:r>
      <w:r w:rsidRPr="000A30E8">
        <w:rPr>
          <w:rStyle w:val="Taille-1Caracteres"/>
        </w:rPr>
        <w:t>OLONNE</w:t>
      </w:r>
      <w:r w:rsidRPr="000A30E8">
        <w:t>. — Écoutons-le.</w:t>
      </w:r>
    </w:p>
    <w:p w14:paraId="663F6B5E" w14:textId="77777777" w:rsidR="00285C2D" w:rsidRPr="000A30E8" w:rsidRDefault="00285C2D" w:rsidP="00285C2D">
      <w:pPr>
        <w:pStyle w:val="Titre3"/>
      </w:pPr>
      <w:bookmarkStart w:id="138" w:name="_Toc196330318"/>
      <w:r w:rsidRPr="000A30E8">
        <w:t>TROISIÈME TABLEAU</w:t>
      </w:r>
      <w:r w:rsidRPr="000A30E8">
        <w:br/>
      </w:r>
      <w:r w:rsidRPr="000A30E8">
        <w:br/>
        <w:t>Le Premier Fantôme parle.</w:t>
      </w:r>
      <w:bookmarkEnd w:id="138"/>
    </w:p>
    <w:p w14:paraId="2A06F102" w14:textId="77777777" w:rsidR="00285C2D" w:rsidRPr="000A30E8" w:rsidRDefault="00285C2D" w:rsidP="00285C2D">
      <w:pPr>
        <w:pStyle w:val="Centr"/>
        <w:rPr>
          <w:rStyle w:val="Taille-1Caracteres"/>
        </w:rPr>
      </w:pPr>
      <w:r w:rsidRPr="000A30E8">
        <w:rPr>
          <w:rStyle w:val="Taille-1Caracteres"/>
        </w:rPr>
        <w:t>Même décor.</w:t>
      </w:r>
    </w:p>
    <w:p w14:paraId="675896DE" w14:textId="77777777" w:rsidR="00285C2D" w:rsidRPr="000A30E8" w:rsidRDefault="00285C2D" w:rsidP="00285C2D">
      <w:r w:rsidRPr="000A30E8">
        <w:rPr>
          <w:szCs w:val="32"/>
        </w:rPr>
        <w:t>L</w:t>
      </w:r>
      <w:r w:rsidRPr="000A30E8">
        <w:rPr>
          <w:rStyle w:val="Taille-1Caracteres"/>
        </w:rPr>
        <w:t>E</w:t>
      </w:r>
      <w:r w:rsidRPr="000A30E8">
        <w:rPr>
          <w:szCs w:val="32"/>
        </w:rPr>
        <w:t xml:space="preserve"> P</w:t>
      </w:r>
      <w:r w:rsidRPr="000A30E8">
        <w:rPr>
          <w:rStyle w:val="Taille-1Caracteres"/>
        </w:rPr>
        <w:t>REMIER</w:t>
      </w:r>
      <w:r w:rsidRPr="000A30E8">
        <w:rPr>
          <w:szCs w:val="32"/>
        </w:rPr>
        <w:t xml:space="preserve"> F</w:t>
      </w:r>
      <w:r w:rsidRPr="000A30E8">
        <w:rPr>
          <w:rStyle w:val="Taille-1Caracteres"/>
        </w:rPr>
        <w:t>ANTÔME</w:t>
      </w:r>
      <w:r w:rsidRPr="000A30E8">
        <w:rPr>
          <w:szCs w:val="32"/>
        </w:rPr>
        <w:t>. — À l’époque où commence mon récit, j’étais prisonnier à la Bastille. Le cachot où j’étais enfermé était rempli de rats. J’avais beau chanter d’une voix enrouée pour leur faire croire que j’avais un chat dans la gorge, rien ne les effrayait. Leur présence me suggéra bientôt un plan d’évasion. Je demandai à travailler dans mon cachot. On me donna des talons à peindre.</w:t>
      </w:r>
    </w:p>
    <w:p w14:paraId="4CA0A4E1" w14:textId="77777777" w:rsidR="00285C2D" w:rsidRPr="000A30E8" w:rsidRDefault="00285C2D" w:rsidP="00285C2D">
      <w:r w:rsidRPr="000A30E8">
        <w:t>L</w:t>
      </w:r>
      <w:r w:rsidRPr="000A30E8">
        <w:rPr>
          <w:rStyle w:val="Taille-1Caracteres"/>
        </w:rPr>
        <w:t>ES DEUX</w:t>
      </w:r>
      <w:r w:rsidRPr="000A30E8">
        <w:t xml:space="preserve"> V</w:t>
      </w:r>
      <w:r w:rsidRPr="000A30E8">
        <w:rPr>
          <w:rStyle w:val="Taille-1Caracteres"/>
        </w:rPr>
        <w:t>ISITEURS DE LA</w:t>
      </w:r>
      <w:r w:rsidRPr="000A30E8">
        <w:t xml:space="preserve"> C</w:t>
      </w:r>
      <w:r w:rsidRPr="000A30E8">
        <w:rPr>
          <w:rStyle w:val="Taille-1Caracteres"/>
        </w:rPr>
        <w:t>OLONNE</w:t>
      </w:r>
      <w:r w:rsidRPr="000A30E8">
        <w:t>. — Des talons à peindre ?</w:t>
      </w:r>
    </w:p>
    <w:p w14:paraId="49E22A99"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REMIER</w:t>
      </w:r>
      <w:r w:rsidRPr="000A30E8">
        <w:t xml:space="preserve"> F</w:t>
      </w:r>
      <w:r w:rsidRPr="000A30E8">
        <w:rPr>
          <w:rStyle w:val="Taille-1Caracteres"/>
        </w:rPr>
        <w:t>ANTÔME</w:t>
      </w:r>
      <w:r w:rsidRPr="000A30E8">
        <w:t>. — Oui. C’était le travail que l’on donnait aux prisonniers à cette époque. Les fameux talons rouges se peignaient dans les prisons. On me porta un cent de talons et une boîte de couleurs. C’était tout ce que je désirais. Sans perdre de temps, je me mis à peindre un énorme fromage sur le mur de mon cachot. Dès qu’il fut terminé, les innombrables rats qui me tenaient compagnie se précipitèrent dessus et se mirent à ronger tous à la fois mon fromage peint. Deux heures plus tard le mur de mon cachot était percé, trois heures après j’étais libre, et le jour suivant j’étais repris.</w:t>
      </w:r>
    </w:p>
    <w:p w14:paraId="048907C7" w14:textId="77777777" w:rsidR="00285C2D" w:rsidRPr="000A30E8" w:rsidRDefault="00285C2D" w:rsidP="00285C2D">
      <w:r w:rsidRPr="000A30E8">
        <w:t>L</w:t>
      </w:r>
      <w:r w:rsidRPr="000A30E8">
        <w:rPr>
          <w:rStyle w:val="Taille-1Caracteres"/>
        </w:rPr>
        <w:t>ES DEUX</w:t>
      </w:r>
      <w:r w:rsidRPr="000A30E8">
        <w:t xml:space="preserve"> V</w:t>
      </w:r>
      <w:r w:rsidRPr="000A30E8">
        <w:rPr>
          <w:rStyle w:val="Taille-1Caracteres"/>
        </w:rPr>
        <w:t>ISITEURS DE LA</w:t>
      </w:r>
      <w:r w:rsidRPr="000A30E8">
        <w:t xml:space="preserve"> C</w:t>
      </w:r>
      <w:r w:rsidRPr="000A30E8">
        <w:rPr>
          <w:rStyle w:val="Taille-1Caracteres"/>
        </w:rPr>
        <w:t>OLONNE</w:t>
      </w:r>
      <w:r w:rsidRPr="000A30E8">
        <w:t>. — Repris ?</w:t>
      </w:r>
    </w:p>
    <w:p w14:paraId="17FC08C1" w14:textId="77777777" w:rsidR="00285C2D" w:rsidRPr="000A30E8" w:rsidRDefault="00285C2D" w:rsidP="00285C2D">
      <w:r w:rsidRPr="000A30E8">
        <w:lastRenderedPageBreak/>
        <w:t>L</w:t>
      </w:r>
      <w:r w:rsidRPr="000A30E8">
        <w:rPr>
          <w:rStyle w:val="Taille-1Caracteres"/>
        </w:rPr>
        <w:t>E</w:t>
      </w:r>
      <w:r w:rsidRPr="000A30E8">
        <w:t xml:space="preserve"> P</w:t>
      </w:r>
      <w:r w:rsidRPr="000A30E8">
        <w:rPr>
          <w:rStyle w:val="Taille-1Caracteres"/>
        </w:rPr>
        <w:t>REMIER</w:t>
      </w:r>
      <w:r w:rsidRPr="000A30E8">
        <w:t xml:space="preserve"> F</w:t>
      </w:r>
      <w:r w:rsidRPr="000A30E8">
        <w:rPr>
          <w:rStyle w:val="Taille-1Caracteres"/>
        </w:rPr>
        <w:t>ANTÔME</w:t>
      </w:r>
      <w:r w:rsidRPr="000A30E8">
        <w:t>. — Oui. Par ma faute. À peine libre, je commis l’imprudence d’envoyer mon adresse au gouverneur de la Bastille.</w:t>
      </w:r>
    </w:p>
    <w:p w14:paraId="3AE89514" w14:textId="77777777" w:rsidR="00285C2D" w:rsidRPr="000A30E8" w:rsidRDefault="00285C2D" w:rsidP="00285C2D">
      <w:r w:rsidRPr="000A30E8">
        <w:t>L</w:t>
      </w:r>
      <w:r w:rsidRPr="000A30E8">
        <w:rPr>
          <w:rStyle w:val="Taille-1Caracteres"/>
        </w:rPr>
        <w:t>ES DEUX</w:t>
      </w:r>
      <w:r w:rsidRPr="000A30E8">
        <w:t xml:space="preserve"> V</w:t>
      </w:r>
      <w:r w:rsidRPr="000A30E8">
        <w:rPr>
          <w:rStyle w:val="Taille-1Caracteres"/>
        </w:rPr>
        <w:t>ISITEURS DE LA</w:t>
      </w:r>
      <w:r w:rsidRPr="000A30E8">
        <w:t xml:space="preserve"> C</w:t>
      </w:r>
      <w:r w:rsidRPr="000A30E8">
        <w:rPr>
          <w:rStyle w:val="Taille-1Caracteres"/>
        </w:rPr>
        <w:t>OLONNE</w:t>
      </w:r>
      <w:r w:rsidRPr="000A30E8">
        <w:t>. — Votre adresse ? Pourquoi ?</w:t>
      </w:r>
    </w:p>
    <w:p w14:paraId="07ABE641"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REMIER</w:t>
      </w:r>
      <w:r w:rsidRPr="000A30E8">
        <w:t xml:space="preserve"> F</w:t>
      </w:r>
      <w:r w:rsidRPr="000A30E8">
        <w:rPr>
          <w:rStyle w:val="Taille-1Caracteres"/>
        </w:rPr>
        <w:t>ANTÔME</w:t>
      </w:r>
      <w:r w:rsidRPr="000A30E8">
        <w:t>. — Pour qu’il fasse suivre ma correspondance.</w:t>
      </w:r>
    </w:p>
    <w:p w14:paraId="68ACF1C0" w14:textId="77777777" w:rsidR="00285C2D" w:rsidRPr="000A30E8" w:rsidRDefault="00285C2D" w:rsidP="00285C2D">
      <w:r w:rsidRPr="000A30E8">
        <w:t>L</w:t>
      </w:r>
      <w:r w:rsidRPr="000A30E8">
        <w:rPr>
          <w:rStyle w:val="Taille-1Caracteres"/>
        </w:rPr>
        <w:t>ES DEUX</w:t>
      </w:r>
      <w:r w:rsidRPr="000A30E8">
        <w:t xml:space="preserve"> V</w:t>
      </w:r>
      <w:r w:rsidRPr="000A30E8">
        <w:rPr>
          <w:rStyle w:val="Taille-1Caracteres"/>
        </w:rPr>
        <w:t>ISITEURS DE LA</w:t>
      </w:r>
      <w:r w:rsidRPr="000A30E8">
        <w:t xml:space="preserve"> C</w:t>
      </w:r>
      <w:r w:rsidRPr="000A30E8">
        <w:rPr>
          <w:rStyle w:val="Taille-1Caracteres"/>
        </w:rPr>
        <w:t>OLONNE</w:t>
      </w:r>
      <w:r w:rsidRPr="000A30E8">
        <w:t>. — Fatale imprudence !</w:t>
      </w:r>
    </w:p>
    <w:p w14:paraId="4DC33E0C" w14:textId="77777777" w:rsidR="00285C2D" w:rsidRPr="000A30E8" w:rsidRDefault="00285C2D" w:rsidP="00285C2D">
      <w:pPr>
        <w:pStyle w:val="Titre3"/>
      </w:pPr>
      <w:bookmarkStart w:id="139" w:name="_Toc196330319"/>
      <w:r w:rsidRPr="000A30E8">
        <w:t>QUATRIÈME TABLEAU</w:t>
      </w:r>
      <w:r w:rsidRPr="000A30E8">
        <w:br/>
      </w:r>
      <w:r w:rsidRPr="000A30E8">
        <w:br/>
        <w:t>Le Deuxième Fantôme parle.</w:t>
      </w:r>
      <w:bookmarkEnd w:id="139"/>
    </w:p>
    <w:p w14:paraId="56303065" w14:textId="77777777" w:rsidR="00285C2D" w:rsidRPr="000A30E8" w:rsidRDefault="00285C2D" w:rsidP="00285C2D">
      <w:pPr>
        <w:pStyle w:val="Centr"/>
        <w:rPr>
          <w:rStyle w:val="Taille-1Caracteres"/>
        </w:rPr>
      </w:pPr>
      <w:r w:rsidRPr="000A30E8">
        <w:rPr>
          <w:rStyle w:val="Taille-1Caracteres"/>
        </w:rPr>
        <w:t>Même décor.</w:t>
      </w:r>
    </w:p>
    <w:p w14:paraId="11BD6AF6" w14:textId="77777777" w:rsidR="00285C2D" w:rsidRPr="000A30E8" w:rsidRDefault="00285C2D" w:rsidP="00285C2D">
      <w:r w:rsidRPr="000A30E8">
        <w:rPr>
          <w:szCs w:val="32"/>
        </w:rPr>
        <w:t>L</w:t>
      </w:r>
      <w:r w:rsidRPr="000A30E8">
        <w:rPr>
          <w:rStyle w:val="Taille-1Caracteres"/>
        </w:rPr>
        <w:t>E</w:t>
      </w:r>
      <w:r w:rsidRPr="000A30E8">
        <w:rPr>
          <w:szCs w:val="32"/>
        </w:rPr>
        <w:t xml:space="preserve"> D</w:t>
      </w:r>
      <w:r w:rsidRPr="000A30E8">
        <w:rPr>
          <w:rStyle w:val="Taille-1Caracteres"/>
        </w:rPr>
        <w:t>EUXIÈME</w:t>
      </w:r>
      <w:r w:rsidRPr="000A30E8">
        <w:rPr>
          <w:szCs w:val="32"/>
        </w:rPr>
        <w:t xml:space="preserve"> F</w:t>
      </w:r>
      <w:r w:rsidRPr="000A30E8">
        <w:rPr>
          <w:rStyle w:val="Taille-1Caracteres"/>
        </w:rPr>
        <w:t>ANTÔME</w:t>
      </w:r>
      <w:r w:rsidRPr="000A30E8">
        <w:rPr>
          <w:szCs w:val="32"/>
        </w:rPr>
        <w:t>. — Moi, messieurs, j’avais résolu de m’évader de la Bastille en me déguisant en tour.</w:t>
      </w:r>
    </w:p>
    <w:p w14:paraId="2ABD11CC" w14:textId="77777777" w:rsidR="00285C2D" w:rsidRPr="000A30E8" w:rsidRDefault="00285C2D" w:rsidP="00285C2D">
      <w:r w:rsidRPr="000A30E8">
        <w:t>L</w:t>
      </w:r>
      <w:r w:rsidRPr="000A30E8">
        <w:rPr>
          <w:rStyle w:val="Taille-1Caracteres"/>
        </w:rPr>
        <w:t>ES DEUX</w:t>
      </w:r>
      <w:r w:rsidRPr="000A30E8">
        <w:t xml:space="preserve"> V</w:t>
      </w:r>
      <w:r w:rsidRPr="000A30E8">
        <w:rPr>
          <w:rStyle w:val="Taille-1Caracteres"/>
        </w:rPr>
        <w:t>ISITEURS DE LA</w:t>
      </w:r>
      <w:r w:rsidRPr="000A30E8">
        <w:t xml:space="preserve"> C</w:t>
      </w:r>
      <w:r w:rsidRPr="000A30E8">
        <w:rPr>
          <w:rStyle w:val="Taille-1Caracteres"/>
        </w:rPr>
        <w:t>OLONNE</w:t>
      </w:r>
      <w:r w:rsidRPr="000A30E8">
        <w:t>. — En tour ?</w:t>
      </w:r>
    </w:p>
    <w:p w14:paraId="32607BF4"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EUXIÈME</w:t>
      </w:r>
      <w:r w:rsidRPr="000A30E8">
        <w:t xml:space="preserve"> F</w:t>
      </w:r>
      <w:r w:rsidRPr="000A30E8">
        <w:rPr>
          <w:rStyle w:val="Taille-1Caracteres"/>
        </w:rPr>
        <w:t>ANTÔME</w:t>
      </w:r>
      <w:r w:rsidRPr="000A30E8">
        <w:t>. — Oui. Les tours étaient nombreuses à la Bastille. Sous ce déguisement, je pensais pouvoir sortir sans être remarqué. Trompant la surveillance de mon geôlier, je découpai dans un vieux morceau de carton des créneaux semblables à ceux d’une tour. Le soir même, mon gardien ayant laissé la porte de mon cachot ouverte…</w:t>
      </w:r>
    </w:p>
    <w:p w14:paraId="3A800600" w14:textId="77777777" w:rsidR="00285C2D" w:rsidRPr="000A30E8" w:rsidRDefault="00285C2D" w:rsidP="00285C2D">
      <w:r w:rsidRPr="000A30E8">
        <w:t>L</w:t>
      </w:r>
      <w:r w:rsidRPr="000A30E8">
        <w:rPr>
          <w:rStyle w:val="Taille-1Caracteres"/>
        </w:rPr>
        <w:t>ES DEUX</w:t>
      </w:r>
      <w:r w:rsidRPr="000A30E8">
        <w:t xml:space="preserve"> V</w:t>
      </w:r>
      <w:r w:rsidRPr="000A30E8">
        <w:rPr>
          <w:rStyle w:val="Taille-1Caracteres"/>
        </w:rPr>
        <w:t>ISITEURS DE LA</w:t>
      </w:r>
      <w:r w:rsidRPr="000A30E8">
        <w:t xml:space="preserve"> C</w:t>
      </w:r>
      <w:r w:rsidRPr="000A30E8">
        <w:rPr>
          <w:rStyle w:val="Taille-1Caracteres"/>
        </w:rPr>
        <w:t>OLONNE</w:t>
      </w:r>
      <w:r w:rsidRPr="000A30E8">
        <w:t>. — Ouverte ?</w:t>
      </w:r>
    </w:p>
    <w:p w14:paraId="5C72F6FB"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EUXIÈME</w:t>
      </w:r>
      <w:r w:rsidRPr="000A30E8">
        <w:t xml:space="preserve"> F</w:t>
      </w:r>
      <w:r w:rsidRPr="000A30E8">
        <w:rPr>
          <w:rStyle w:val="Taille-1Caracteres"/>
        </w:rPr>
        <w:t>ANTÔME</w:t>
      </w:r>
      <w:r w:rsidRPr="000A30E8">
        <w:t xml:space="preserve">. — Oui, pour aérer. Je collai en toute hâte les créneaux sur ma tête et, m’enveloppant d’un </w:t>
      </w:r>
      <w:r w:rsidRPr="000A30E8">
        <w:lastRenderedPageBreak/>
        <w:t>manteau couleur muraille, je sortis de mon cachot. À peine avais-je fait quelques pas dans la cour qu’une sentinelle se dirigea de mon côté.</w:t>
      </w:r>
    </w:p>
    <w:p w14:paraId="4179D1E0" w14:textId="77777777" w:rsidR="00285C2D" w:rsidRPr="000A30E8" w:rsidRDefault="00285C2D" w:rsidP="00285C2D">
      <w:r w:rsidRPr="000A30E8">
        <w:t>L</w:t>
      </w:r>
      <w:r w:rsidRPr="000A30E8">
        <w:rPr>
          <w:rStyle w:val="Taille-1Caracteres"/>
        </w:rPr>
        <w:t>ES DEUX</w:t>
      </w:r>
      <w:r w:rsidRPr="000A30E8">
        <w:t xml:space="preserve"> V</w:t>
      </w:r>
      <w:r w:rsidRPr="000A30E8">
        <w:rPr>
          <w:rStyle w:val="Taille-1Caracteres"/>
        </w:rPr>
        <w:t>ISITEURS DE LA</w:t>
      </w:r>
      <w:r w:rsidRPr="000A30E8">
        <w:t xml:space="preserve"> C</w:t>
      </w:r>
      <w:r w:rsidRPr="000A30E8">
        <w:rPr>
          <w:rStyle w:val="Taille-1Caracteres"/>
        </w:rPr>
        <w:t>OLONNE</w:t>
      </w:r>
      <w:r w:rsidRPr="000A30E8">
        <w:t>. — Vous étiez perdu ?</w:t>
      </w:r>
    </w:p>
    <w:p w14:paraId="79755E48" w14:textId="77777777" w:rsidR="00285C2D" w:rsidRPr="000A30E8" w:rsidRDefault="00285C2D" w:rsidP="00285C2D">
      <w:r w:rsidRPr="000A30E8">
        <w:t>L</w:t>
      </w:r>
      <w:r w:rsidRPr="000A30E8">
        <w:rPr>
          <w:rStyle w:val="Taille-1Caracteres"/>
        </w:rPr>
        <w:t>E</w:t>
      </w:r>
      <w:r w:rsidRPr="000A30E8">
        <w:t xml:space="preserve"> D</w:t>
      </w:r>
      <w:r w:rsidRPr="000A30E8">
        <w:rPr>
          <w:rStyle w:val="Taille-1Caracteres"/>
        </w:rPr>
        <w:t>EUXIÈME</w:t>
      </w:r>
      <w:r w:rsidRPr="000A30E8">
        <w:t xml:space="preserve"> F</w:t>
      </w:r>
      <w:r w:rsidRPr="000A30E8">
        <w:rPr>
          <w:rStyle w:val="Taille-1Caracteres"/>
        </w:rPr>
        <w:t>ANTÔME</w:t>
      </w:r>
      <w:r w:rsidRPr="000A30E8">
        <w:t>. — Non. La sentinelle m’avait pris pour la tour du Nord et venait prendre sa faction à mes pieds. La nuit était sombre. La sentinelle tournait autour de moi en marquant le pas. Soudain, le factionnaire s’arrêta, s’approcha de mon manteau couleur muraille et… je me sentis subitement mouillé. « Cochon ! » m’écriai-je. Mon cri d’indignation devait m’être fatal. Le jour se levait. Mon stratagème fut découvert. On me reconduisit dans mon cachot, que l’on ferma à clef pour me punir.</w:t>
      </w:r>
    </w:p>
    <w:p w14:paraId="26AEDD2E" w14:textId="77777777" w:rsidR="00285C2D" w:rsidRPr="000A30E8" w:rsidRDefault="00285C2D" w:rsidP="00285C2D">
      <w:pPr>
        <w:pStyle w:val="Titre3"/>
      </w:pPr>
      <w:bookmarkStart w:id="140" w:name="_Toc196330320"/>
      <w:r w:rsidRPr="000A30E8">
        <w:t>CINQUIÈME TABLEAU</w:t>
      </w:r>
      <w:r w:rsidRPr="000A30E8">
        <w:br/>
      </w:r>
      <w:r w:rsidRPr="000A30E8">
        <w:br/>
        <w:t>Le Troisième et Dernier Fantôme parle.</w:t>
      </w:r>
      <w:bookmarkEnd w:id="140"/>
    </w:p>
    <w:p w14:paraId="1D67EC47" w14:textId="77777777" w:rsidR="00285C2D" w:rsidRPr="000A30E8" w:rsidRDefault="00285C2D" w:rsidP="00285C2D">
      <w:pPr>
        <w:pStyle w:val="Centr"/>
        <w:rPr>
          <w:rStyle w:val="Taille-1Caracteres"/>
        </w:rPr>
      </w:pPr>
      <w:r w:rsidRPr="000A30E8">
        <w:rPr>
          <w:rStyle w:val="Taille-1Caracteres"/>
        </w:rPr>
        <w:t>Même décor.</w:t>
      </w:r>
    </w:p>
    <w:p w14:paraId="36E02CF8" w14:textId="77777777" w:rsidR="00285C2D" w:rsidRPr="000A30E8" w:rsidRDefault="00285C2D" w:rsidP="00285C2D">
      <w:r w:rsidRPr="000A30E8">
        <w:rPr>
          <w:szCs w:val="32"/>
        </w:rPr>
        <w:t>L</w:t>
      </w:r>
      <w:r w:rsidRPr="000A30E8">
        <w:rPr>
          <w:rStyle w:val="Taille-1Caracteres"/>
        </w:rPr>
        <w:t>E</w:t>
      </w:r>
      <w:r w:rsidRPr="000A30E8">
        <w:rPr>
          <w:szCs w:val="32"/>
        </w:rPr>
        <w:t xml:space="preserve"> T</w:t>
      </w:r>
      <w:r w:rsidRPr="000A30E8">
        <w:rPr>
          <w:rStyle w:val="Taille-1Caracteres"/>
        </w:rPr>
        <w:t>ROISIÈME ET</w:t>
      </w:r>
      <w:r w:rsidRPr="000A30E8">
        <w:rPr>
          <w:szCs w:val="32"/>
        </w:rPr>
        <w:t xml:space="preserve"> D</w:t>
      </w:r>
      <w:r w:rsidRPr="000A30E8">
        <w:rPr>
          <w:rStyle w:val="Taille-1Caracteres"/>
        </w:rPr>
        <w:t>ERNIER</w:t>
      </w:r>
      <w:r w:rsidRPr="000A30E8">
        <w:rPr>
          <w:szCs w:val="32"/>
        </w:rPr>
        <w:t xml:space="preserve"> F</w:t>
      </w:r>
      <w:r w:rsidRPr="000A30E8">
        <w:rPr>
          <w:rStyle w:val="Taille-1Caracteres"/>
        </w:rPr>
        <w:t>ANTÔME</w:t>
      </w:r>
      <w:r w:rsidRPr="000A30E8">
        <w:rPr>
          <w:szCs w:val="32"/>
        </w:rPr>
        <w:t xml:space="preserve">. — Mon histoire est certainement la plus lamentable. J’étais depuis de longues années à la Bastille et jamais, même en cherchant bien, je n’avais pu trouver un moyen d’évasion. Fils naturel d’un crétin des Alpes et d’une femme-chèvre, mon cerveau ne me permettait pas d’échafauder des plans trop compliqués. Enfin, après vingt-trois ans de détention et d’efforts cérébraux, je réussis à trouver une idée d’évasion. Je résolus de la mettre aussitôt à exécution. Hélas ! comme je m’apprêtais à fuir, une </w:t>
      </w:r>
      <w:r w:rsidRPr="000A30E8">
        <w:rPr>
          <w:szCs w:val="32"/>
        </w:rPr>
        <w:lastRenderedPageBreak/>
        <w:t>foule bruyante fit irruption dans mon cachot. « Citoyen ! tu es libre ! me cria-t-on, nous venons de prendre la Bastille ! »</w:t>
      </w:r>
    </w:p>
    <w:p w14:paraId="512A0361" w14:textId="77777777" w:rsidR="00285C2D" w:rsidRPr="000A30E8" w:rsidRDefault="00285C2D" w:rsidP="00285C2D">
      <w:r w:rsidRPr="000A30E8">
        <w:t>L</w:t>
      </w:r>
      <w:r w:rsidRPr="000A30E8">
        <w:rPr>
          <w:rStyle w:val="Taille-1Caracteres"/>
        </w:rPr>
        <w:t>ES DEUX</w:t>
      </w:r>
      <w:r w:rsidRPr="000A30E8">
        <w:t xml:space="preserve"> V</w:t>
      </w:r>
      <w:r w:rsidRPr="000A30E8">
        <w:rPr>
          <w:rStyle w:val="Taille-1Caracteres"/>
        </w:rPr>
        <w:t>ISITEURS DE LA</w:t>
      </w:r>
      <w:r w:rsidRPr="000A30E8">
        <w:t xml:space="preserve"> C</w:t>
      </w:r>
      <w:r w:rsidRPr="000A30E8">
        <w:rPr>
          <w:rStyle w:val="Taille-1Caracteres"/>
        </w:rPr>
        <w:t>OLONNE</w:t>
      </w:r>
      <w:r w:rsidRPr="000A30E8">
        <w:t>. — Nous comprenons. Ce jour-là était le 14 juillet 1789. Le peuple souverain venait de prendre la Bastille.</w:t>
      </w:r>
    </w:p>
    <w:p w14:paraId="53D07F8C" w14:textId="77777777" w:rsidR="00285C2D" w:rsidRPr="000A30E8" w:rsidRDefault="00285C2D" w:rsidP="00285C2D">
      <w:r w:rsidRPr="000A30E8">
        <w:t>L</w:t>
      </w:r>
      <w:r w:rsidRPr="000A30E8">
        <w:rPr>
          <w:rStyle w:val="Taille-1Caracteres"/>
        </w:rPr>
        <w:t>E</w:t>
      </w:r>
      <w:r w:rsidRPr="000A30E8">
        <w:t xml:space="preserve"> T</w:t>
      </w:r>
      <w:r w:rsidRPr="000A30E8">
        <w:rPr>
          <w:rStyle w:val="Taille-1Caracteres"/>
        </w:rPr>
        <w:t>ROISIÈME ET</w:t>
      </w:r>
      <w:r w:rsidRPr="000A30E8">
        <w:t xml:space="preserve"> D</w:t>
      </w:r>
      <w:r w:rsidRPr="000A30E8">
        <w:rPr>
          <w:rStyle w:val="Taille-1Caracteres"/>
        </w:rPr>
        <w:t>ERNIER</w:t>
      </w:r>
      <w:r w:rsidRPr="000A30E8">
        <w:t xml:space="preserve"> F</w:t>
      </w:r>
      <w:r w:rsidRPr="000A30E8">
        <w:rPr>
          <w:rStyle w:val="Taille-1Caracteres"/>
        </w:rPr>
        <w:t>ANTÔME</w:t>
      </w:r>
      <w:r w:rsidRPr="000A30E8">
        <w:t>. — Oui. Je n’avais pas de chance ! Avoir cherché plus de vingt ans le moyen de fuir et être délivré juste le jour où j’avais enfin trouvé une idée d’évasion !</w:t>
      </w:r>
    </w:p>
    <w:p w14:paraId="00B9F980" w14:textId="77777777" w:rsidR="00285C2D" w:rsidRPr="000A30E8" w:rsidRDefault="00285C2D" w:rsidP="00285C2D">
      <w:r w:rsidRPr="000A30E8">
        <w:t>L</w:t>
      </w:r>
      <w:r w:rsidRPr="000A30E8">
        <w:rPr>
          <w:rStyle w:val="Taille-1Caracteres"/>
        </w:rPr>
        <w:t>ES DEUX</w:t>
      </w:r>
      <w:r w:rsidRPr="000A30E8">
        <w:t xml:space="preserve"> V</w:t>
      </w:r>
      <w:r w:rsidRPr="000A30E8">
        <w:rPr>
          <w:rStyle w:val="Taille-1Caracteres"/>
        </w:rPr>
        <w:t>ISITEURS DE LA</w:t>
      </w:r>
      <w:r w:rsidRPr="000A30E8">
        <w:t xml:space="preserve"> C</w:t>
      </w:r>
      <w:r w:rsidRPr="000A30E8">
        <w:rPr>
          <w:rStyle w:val="Taille-1Caracteres"/>
        </w:rPr>
        <w:t>OLONNE</w:t>
      </w:r>
      <w:r w:rsidRPr="000A30E8">
        <w:t>. — Non, ce n’était vraiment pas de chance ! (</w:t>
      </w:r>
      <w:r w:rsidRPr="000A30E8">
        <w:rPr>
          <w:i/>
          <w:iCs/>
        </w:rPr>
        <w:t>Le jour se lève. Les Fantômes disparaissent. Le gardien, dégrisé, délivre les deux Visiteurs de la Colonne</w:t>
      </w:r>
      <w:r w:rsidRPr="000A30E8">
        <w:t>.)</w:t>
      </w:r>
    </w:p>
    <w:p w14:paraId="79A55C98" w14:textId="77777777" w:rsidR="00285C2D" w:rsidRPr="000A30E8" w:rsidRDefault="00285C2D" w:rsidP="00285C2D">
      <w:pPr>
        <w:pStyle w:val="Centr"/>
      </w:pPr>
      <w:r w:rsidRPr="000A30E8">
        <w:t>RIDEAU</w:t>
      </w:r>
    </w:p>
    <w:p w14:paraId="57DE1CCB" w14:textId="77777777" w:rsidR="00285C2D" w:rsidRPr="000A30E8" w:rsidRDefault="00285C2D" w:rsidP="00285C2D">
      <w:pPr>
        <w:pStyle w:val="Titre2"/>
      </w:pPr>
      <w:bookmarkStart w:id="141" w:name="_Toc196330321"/>
      <w:r w:rsidRPr="000A30E8">
        <w:lastRenderedPageBreak/>
        <w:t>LE TRÉSOR DE L’ÉMIGRÉ</w:t>
      </w:r>
      <w:bookmarkEnd w:id="141"/>
    </w:p>
    <w:p w14:paraId="7F037A93" w14:textId="77777777" w:rsidR="00285C2D" w:rsidRPr="000A30E8" w:rsidRDefault="00285C2D" w:rsidP="00285C2D">
      <w:pPr>
        <w:pStyle w:val="Titre3"/>
      </w:pPr>
      <w:bookmarkStart w:id="142" w:name="_Toc196330322"/>
      <w:r w:rsidRPr="000A30E8">
        <w:t>PREMIER ACTE</w:t>
      </w:r>
      <w:r w:rsidRPr="000A30E8">
        <w:br/>
      </w:r>
      <w:r w:rsidRPr="000A30E8">
        <w:br/>
        <w:t>La mort du marquis.</w:t>
      </w:r>
      <w:bookmarkEnd w:id="142"/>
    </w:p>
    <w:p w14:paraId="438249A5" w14:textId="77777777" w:rsidR="00285C2D" w:rsidRPr="000A30E8" w:rsidRDefault="00285C2D" w:rsidP="00285C2D">
      <w:pPr>
        <w:pStyle w:val="Centr"/>
        <w:rPr>
          <w:rStyle w:val="Taille-1Caracteres"/>
        </w:rPr>
      </w:pPr>
      <w:r w:rsidRPr="000A30E8">
        <w:rPr>
          <w:rStyle w:val="Taille-1Caracteres"/>
        </w:rPr>
        <w:t>La scène représente une chambre en Angleterre.</w:t>
      </w:r>
    </w:p>
    <w:p w14:paraId="78501CAC" w14:textId="77777777" w:rsidR="00285C2D" w:rsidRPr="000A30E8" w:rsidRDefault="00285C2D" w:rsidP="00285C2D">
      <w:r w:rsidRPr="000A30E8">
        <w:rPr>
          <w:szCs w:val="32"/>
        </w:rPr>
        <w:t>L</w:t>
      </w:r>
      <w:r w:rsidRPr="000A30E8">
        <w:rPr>
          <w:rStyle w:val="Taille-1Caracteres"/>
        </w:rPr>
        <w:t>E</w:t>
      </w:r>
      <w:r w:rsidRPr="000A30E8">
        <w:rPr>
          <w:szCs w:val="32"/>
        </w:rPr>
        <w:t xml:space="preserve"> M</w:t>
      </w:r>
      <w:r w:rsidRPr="000A30E8">
        <w:rPr>
          <w:rStyle w:val="Taille-1Caracteres"/>
        </w:rPr>
        <w:t>ARQUIS ÉMIGRÉ</w:t>
      </w:r>
      <w:r w:rsidRPr="000A30E8">
        <w:rPr>
          <w:szCs w:val="32"/>
        </w:rPr>
        <w:t xml:space="preserve">, </w:t>
      </w:r>
      <w:r w:rsidRPr="000A30E8">
        <w:rPr>
          <w:i/>
          <w:iCs/>
          <w:szCs w:val="32"/>
        </w:rPr>
        <w:t>sur son lit d’agonie</w:t>
      </w:r>
      <w:r w:rsidRPr="000A30E8">
        <w:rPr>
          <w:szCs w:val="32"/>
        </w:rPr>
        <w:t>. — Approche mon brave Hyacinthe, approche serviteur modèle. Dans quelques minutes j’aurai rendu ma belle âme à Dieu. Mais auparavant je vais te confier mes dernières volontés. Écoute attentivement. Il y va de l’avenir de mon fils âgé de dix-sept ans qui sanglote dans la chambre voisine.</w:t>
      </w:r>
    </w:p>
    <w:p w14:paraId="3468FB9B" w14:textId="77777777" w:rsidR="00285C2D" w:rsidRPr="000A30E8" w:rsidRDefault="00285C2D" w:rsidP="00285C2D">
      <w:r w:rsidRPr="000A30E8">
        <w:t>H</w:t>
      </w:r>
      <w:r w:rsidRPr="000A30E8">
        <w:rPr>
          <w:rStyle w:val="Taille-1Caracteres"/>
        </w:rPr>
        <w:t>YACINTHE À LA COURTE MÉMOIRE</w:t>
      </w:r>
      <w:r w:rsidRPr="000A30E8">
        <w:t>. — J’écoute attentivement.</w:t>
      </w:r>
    </w:p>
    <w:p w14:paraId="3A892C5F"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ARQUIS ÉMIGRÉ</w:t>
      </w:r>
      <w:r w:rsidRPr="000A30E8">
        <w:t xml:space="preserve">. — Nous avons émigré en 93, lorsque la Terreur éclata en France. Depuis, nous habitons l’Angleterre. Au moment d’émigrer, je ne pus me résoudre à laisser, aux mains des révolutionnaires, les terres que m’avaient léguées mes aïeux. Par bateaux spéciaux, je fis transporter en Angleterre les innombrables charrettes de terre qui composaient mes domaines. Les arbres de ma vaste forêt soigneusement déracinés émigrèrent également avec la terre dans laquelle ils étaient plantés depuis des siècles. Aujourd’hui, la Révolution est terminée en France. Dès que je serai mort, tu regagneras notre patrie avec mon pauvre enfant et vous irez habiter notre vieux château. Mon homme d’affaires t’expédiera toutes nos terres qui sont déposées dans une grande banque de Londres. Dès que nos terres auront repris leurs </w:t>
      </w:r>
      <w:r w:rsidRPr="000A30E8">
        <w:lastRenderedPageBreak/>
        <w:t>anciennes places dans notre beau pays de France et que la vaste forêt sera replantée, tu iras déterrer au pied du 77</w:t>
      </w:r>
      <w:r w:rsidRPr="000A30E8">
        <w:rPr>
          <w:vertAlign w:val="superscript"/>
        </w:rPr>
        <w:t>e</w:t>
      </w:r>
      <w:r w:rsidRPr="000A30E8">
        <w:t xml:space="preserve"> chêne séculaire, le trésor que tu m’aidas à enfouir avant notre émigration. Tu t’en souviens, mon brave Hyacinthe ?</w:t>
      </w:r>
    </w:p>
    <w:p w14:paraId="3B7801CB" w14:textId="77777777" w:rsidR="00285C2D" w:rsidRPr="000A30E8" w:rsidRDefault="00285C2D" w:rsidP="00285C2D">
      <w:r w:rsidRPr="000A30E8">
        <w:t>H</w:t>
      </w:r>
      <w:r w:rsidRPr="000A30E8">
        <w:rPr>
          <w:rStyle w:val="Taille-1Caracteres"/>
        </w:rPr>
        <w:t>YACINTHE À LA COURTE MÉMOIRE</w:t>
      </w:r>
      <w:r w:rsidRPr="000A30E8">
        <w:t>. — Monsieur le marquis m’excusera, mais je ne me souviens de rien. Hélas ! ce n’est pas sans raison que l’on m’a surnommé Hyacinthe à la courte mémoire.</w:t>
      </w:r>
    </w:p>
    <w:p w14:paraId="05E994F4"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ARQUIS ÉMIGRÉ</w:t>
      </w:r>
      <w:r w:rsidRPr="000A30E8">
        <w:t>. — C’est vrai. J’oubliais que tu manques complètement de mémoire. Mais… alors ? Comment te rappelleras-tu qu’un trésor est enfoui dans la forêt ? Ah ! quelle idée ! Donne-moi le coffret qui se trouve dans l’armoire. (</w:t>
      </w:r>
      <w:r w:rsidRPr="000A30E8">
        <w:rPr>
          <w:i/>
          <w:iCs/>
        </w:rPr>
        <w:t>Hyacinthe obéit</w:t>
      </w:r>
      <w:r w:rsidRPr="000A30E8">
        <w:t>.) Là, maintenant, fais un nœud à ton mouchoir.</w:t>
      </w:r>
    </w:p>
    <w:p w14:paraId="6D03FDB3" w14:textId="77777777" w:rsidR="00285C2D" w:rsidRPr="000A30E8" w:rsidRDefault="00285C2D" w:rsidP="00285C2D">
      <w:r w:rsidRPr="000A30E8">
        <w:t>H</w:t>
      </w:r>
      <w:r w:rsidRPr="000A30E8">
        <w:rPr>
          <w:rStyle w:val="Taille-1Caracteres"/>
        </w:rPr>
        <w:t>YACINTHE À LA COURTE MÉMOIRE</w:t>
      </w:r>
      <w:r w:rsidRPr="000A30E8">
        <w:t>. — Le nœud est fait.</w:t>
      </w:r>
    </w:p>
    <w:p w14:paraId="4D28AA8C"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ARQUIS ÉMIGRÉ</w:t>
      </w:r>
      <w:r w:rsidRPr="000A30E8">
        <w:t>. — Dépose ton mouchoir dans ce coffret. Donne un tour de clé. À ton retour en France, dès que la vaste forêt aura repris son ancienne place, il te suffira d’ouvrir ce coffret et de regarder le nœud de ton mouchoir pour te rappeler qu’un trésor est enterré au pied du 77</w:t>
      </w:r>
      <w:r w:rsidRPr="000A30E8">
        <w:rPr>
          <w:vertAlign w:val="superscript"/>
        </w:rPr>
        <w:t>e</w:t>
      </w:r>
      <w:r w:rsidRPr="000A30E8">
        <w:t xml:space="preserve"> chêne séculaire. Ce trésor assurera l’avenir de mon pauvre enfant. Adieu ! Je meurs !</w:t>
      </w:r>
    </w:p>
    <w:p w14:paraId="2C2393B4" w14:textId="77777777" w:rsidR="00285C2D" w:rsidRPr="000A30E8" w:rsidRDefault="00285C2D" w:rsidP="00285C2D">
      <w:r w:rsidRPr="000A30E8">
        <w:t>L’</w:t>
      </w:r>
      <w:r w:rsidRPr="000A30E8">
        <w:rPr>
          <w:rStyle w:val="Taille-1Caracteres"/>
        </w:rPr>
        <w:t>ODIEUX</w:t>
      </w:r>
      <w:r w:rsidRPr="000A30E8">
        <w:t xml:space="preserve"> P</w:t>
      </w:r>
      <w:r w:rsidRPr="000A30E8">
        <w:rPr>
          <w:rStyle w:val="Taille-1Caracteres"/>
        </w:rPr>
        <w:t>ERSONNAGE</w:t>
      </w:r>
      <w:r w:rsidRPr="000A30E8">
        <w:t xml:space="preserve">, </w:t>
      </w:r>
      <w:r w:rsidRPr="000A30E8">
        <w:rPr>
          <w:i/>
          <w:iCs/>
        </w:rPr>
        <w:t>dissimulé sous le lit</w:t>
      </w:r>
      <w:r w:rsidRPr="000A30E8">
        <w:t>. — Je connais à présent le secret du marquis émigré. D’ici peu, son trésor m’appartiendra ! À nous deux, monsieur Hyacinthe !</w:t>
      </w:r>
    </w:p>
    <w:p w14:paraId="6BE627DF" w14:textId="77777777" w:rsidR="00285C2D" w:rsidRPr="000A30E8" w:rsidRDefault="00285C2D" w:rsidP="00285C2D">
      <w:pPr>
        <w:pStyle w:val="Titre3"/>
      </w:pPr>
      <w:bookmarkStart w:id="143" w:name="_Toc196330323"/>
      <w:r w:rsidRPr="000A30E8">
        <w:lastRenderedPageBreak/>
        <w:t>DEUXIÈME ACTE</w:t>
      </w:r>
      <w:r w:rsidRPr="000A30E8">
        <w:br/>
      </w:r>
      <w:r w:rsidRPr="000A30E8">
        <w:br/>
        <w:t>Le coffret.</w:t>
      </w:r>
      <w:bookmarkEnd w:id="143"/>
    </w:p>
    <w:p w14:paraId="77947ACA" w14:textId="77777777" w:rsidR="00285C2D" w:rsidRPr="000A30E8" w:rsidRDefault="00285C2D" w:rsidP="00285C2D">
      <w:pPr>
        <w:pStyle w:val="Centr"/>
        <w:rPr>
          <w:rStyle w:val="Taille-1Caracteres"/>
        </w:rPr>
      </w:pPr>
      <w:r w:rsidRPr="000A30E8">
        <w:rPr>
          <w:rStyle w:val="Taille-1Caracteres"/>
        </w:rPr>
        <w:t>La scène représente une chambre dans un château.</w:t>
      </w:r>
    </w:p>
    <w:p w14:paraId="16377D10" w14:textId="77777777" w:rsidR="00285C2D" w:rsidRPr="000A30E8" w:rsidRDefault="00285C2D" w:rsidP="00285C2D">
      <w:r w:rsidRPr="000A30E8">
        <w:rPr>
          <w:szCs w:val="32"/>
        </w:rPr>
        <w:t>H</w:t>
      </w:r>
      <w:r w:rsidRPr="000A30E8">
        <w:rPr>
          <w:rStyle w:val="Taille-1Caracteres"/>
        </w:rPr>
        <w:t>YACINTHE À LA COURTE MÉMOIRE</w:t>
      </w:r>
      <w:r w:rsidRPr="000A30E8">
        <w:rPr>
          <w:szCs w:val="32"/>
        </w:rPr>
        <w:t>. — Voilà déjà deux mois que nous sommes en France et que nous habitons le château de vos ancêtres. Les terres que feu monsieur le marquis votre père avait emportées avec lui lors de son émigration ont repris leurs places habituelles. La vaste forêt est presque complètement réinstallée. On replante aujourd’hui le dernier arbre.</w:t>
      </w:r>
    </w:p>
    <w:p w14:paraId="69C59505"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DE L’</w:t>
      </w:r>
      <w:r w:rsidRPr="000A30E8">
        <w:t>É</w:t>
      </w:r>
      <w:r w:rsidRPr="000A30E8">
        <w:rPr>
          <w:rStyle w:val="Taille-1Caracteres"/>
        </w:rPr>
        <w:t>MIGRÉ</w:t>
      </w:r>
      <w:r w:rsidRPr="000A30E8">
        <w:t>. — Le lendemain de la mort de mon pauvre père, tu me donnas à garder un coffret en me priant de l’ouvrir devant toi le jour où la vaste forêt serait remise en place. Ce coffret renferme, m’as-tu dit, un objet dont la vue doit te rappeler subitement une chose de la plus haute importance pour mon avenir.</w:t>
      </w:r>
    </w:p>
    <w:p w14:paraId="5BF2C239" w14:textId="77777777" w:rsidR="00285C2D" w:rsidRPr="000A30E8" w:rsidRDefault="00285C2D" w:rsidP="00285C2D">
      <w:r w:rsidRPr="000A30E8">
        <w:t>H</w:t>
      </w:r>
      <w:r w:rsidRPr="000A30E8">
        <w:rPr>
          <w:rStyle w:val="Taille-1Caracteres"/>
        </w:rPr>
        <w:t>YACINTHE À LA COURTE MÉMOIRE</w:t>
      </w:r>
      <w:r w:rsidRPr="000A30E8">
        <w:t>. — Mon faible cerveau ne se souvient de rien. Mais l’objet renfermé dans ce coffret va certainement ranimer ma mémoire.</w:t>
      </w:r>
    </w:p>
    <w:p w14:paraId="0B11E3A5"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DE L’</w:t>
      </w:r>
      <w:r w:rsidRPr="000A30E8">
        <w:t>É</w:t>
      </w:r>
      <w:r w:rsidRPr="000A30E8">
        <w:rPr>
          <w:rStyle w:val="Taille-1Caracteres"/>
        </w:rPr>
        <w:t>MIGRÉ</w:t>
      </w:r>
      <w:r w:rsidRPr="000A30E8">
        <w:t xml:space="preserve">, </w:t>
      </w:r>
      <w:r w:rsidRPr="000A30E8">
        <w:rPr>
          <w:i/>
          <w:iCs/>
        </w:rPr>
        <w:t>prenant le coffret</w:t>
      </w:r>
      <w:r w:rsidRPr="000A30E8">
        <w:t>. — J’ouvre le coffret. (</w:t>
      </w:r>
      <w:r w:rsidRPr="000A30E8">
        <w:rPr>
          <w:i/>
          <w:iCs/>
        </w:rPr>
        <w:t>Il l’ouvre</w:t>
      </w:r>
      <w:r w:rsidRPr="000A30E8">
        <w:t>.) Regarde Hyacinthe. Le mouchoir qui se trouve dans ce coffret te rappelle-t-il quelque chose ?</w:t>
      </w:r>
    </w:p>
    <w:p w14:paraId="4856E9BD" w14:textId="77777777" w:rsidR="00285C2D" w:rsidRPr="000A30E8" w:rsidRDefault="00285C2D" w:rsidP="00285C2D">
      <w:r w:rsidRPr="000A30E8">
        <w:t>H</w:t>
      </w:r>
      <w:r w:rsidRPr="000A30E8">
        <w:rPr>
          <w:rStyle w:val="Taille-1Caracteres"/>
        </w:rPr>
        <w:t>YACINTHE À LA COURTE MÉMOIRE</w:t>
      </w:r>
      <w:r w:rsidRPr="000A30E8">
        <w:t>. — C’est horrible ! Ce mouchoir ne me rappelle rien… rien ! (</w:t>
      </w:r>
      <w:r w:rsidRPr="000A30E8">
        <w:rPr>
          <w:i/>
          <w:iCs/>
        </w:rPr>
        <w:t>Il tombe évanoui</w:t>
      </w:r>
      <w:r w:rsidRPr="000A30E8">
        <w:t>.)</w:t>
      </w:r>
    </w:p>
    <w:p w14:paraId="4951C55C" w14:textId="77777777" w:rsidR="00285C2D" w:rsidRPr="000A30E8" w:rsidRDefault="00285C2D" w:rsidP="00285C2D">
      <w:r w:rsidRPr="000A30E8">
        <w:t>L</w:t>
      </w:r>
      <w:r w:rsidRPr="000A30E8">
        <w:rPr>
          <w:rStyle w:val="Taille-1Caracteres"/>
        </w:rPr>
        <w:t>E FILS DE L’</w:t>
      </w:r>
      <w:r w:rsidRPr="000A30E8">
        <w:t>É</w:t>
      </w:r>
      <w:r w:rsidRPr="000A30E8">
        <w:rPr>
          <w:rStyle w:val="Taille-1Caracteres"/>
        </w:rPr>
        <w:t>MIGRÉ</w:t>
      </w:r>
      <w:r w:rsidRPr="000A30E8">
        <w:t>. — Courons chercher du secours ! (</w:t>
      </w:r>
      <w:r w:rsidRPr="000A30E8">
        <w:rPr>
          <w:i/>
          <w:iCs/>
        </w:rPr>
        <w:t>Il sort</w:t>
      </w:r>
      <w:r w:rsidRPr="000A30E8">
        <w:t>.)</w:t>
      </w:r>
    </w:p>
    <w:p w14:paraId="610D421F" w14:textId="77777777" w:rsidR="00285C2D" w:rsidRPr="000A30E8" w:rsidRDefault="00285C2D" w:rsidP="00285C2D">
      <w:r w:rsidRPr="000A30E8">
        <w:lastRenderedPageBreak/>
        <w:t>L’</w:t>
      </w:r>
      <w:r w:rsidRPr="000A30E8">
        <w:rPr>
          <w:rStyle w:val="Taille-1Caracteres"/>
        </w:rPr>
        <w:t>ODIEUX</w:t>
      </w:r>
      <w:r w:rsidRPr="000A30E8">
        <w:t xml:space="preserve"> P</w:t>
      </w:r>
      <w:r w:rsidRPr="000A30E8">
        <w:rPr>
          <w:rStyle w:val="Taille-1Caracteres"/>
        </w:rPr>
        <w:t>ERSONNAGE</w:t>
      </w:r>
      <w:r w:rsidRPr="000A30E8">
        <w:t xml:space="preserve">, </w:t>
      </w:r>
      <w:r w:rsidRPr="000A30E8">
        <w:rPr>
          <w:i/>
          <w:iCs/>
        </w:rPr>
        <w:t>sortant de derrière une tapisserie</w:t>
      </w:r>
      <w:r w:rsidRPr="000A30E8">
        <w:t>. — Ma ruse a parfaitement réussi. J’avais défait le nœud du mouchoir enfermé dans le coffret. Ne voyant pas de nœud à son mouchoir, Hyacinthe n’a pu se rappeler l’existence du trésor de l’émigré. Et maintenant, sans craindre d’être dérangé, allons déterrer le trésor au pied du 77</w:t>
      </w:r>
      <w:r w:rsidRPr="000A30E8">
        <w:rPr>
          <w:vertAlign w:val="superscript"/>
        </w:rPr>
        <w:t>e</w:t>
      </w:r>
      <w:r w:rsidRPr="000A30E8">
        <w:t xml:space="preserve"> chêne séculaire de la vaste forêt. (</w:t>
      </w:r>
      <w:r w:rsidRPr="000A30E8">
        <w:rPr>
          <w:i/>
          <w:iCs/>
        </w:rPr>
        <w:t>Il sort</w:t>
      </w:r>
      <w:r w:rsidRPr="000A30E8">
        <w:t>.)</w:t>
      </w:r>
    </w:p>
    <w:p w14:paraId="54AE8816" w14:textId="77777777" w:rsidR="00285C2D" w:rsidRPr="000A30E8" w:rsidRDefault="00285C2D" w:rsidP="00285C2D">
      <w:pPr>
        <w:pStyle w:val="Titre3"/>
      </w:pPr>
      <w:bookmarkStart w:id="144" w:name="_Toc196330324"/>
      <w:r w:rsidRPr="000A30E8">
        <w:t>TROISIÈME ACTE</w:t>
      </w:r>
      <w:r w:rsidRPr="000A30E8">
        <w:br/>
      </w:r>
      <w:r w:rsidRPr="000A30E8">
        <w:br/>
        <w:t>« Hyacinthe, tu vas mourir ! »</w:t>
      </w:r>
      <w:bookmarkEnd w:id="144"/>
    </w:p>
    <w:p w14:paraId="46A79240" w14:textId="77777777" w:rsidR="00285C2D" w:rsidRPr="000A30E8" w:rsidRDefault="00285C2D" w:rsidP="00285C2D">
      <w:pPr>
        <w:pStyle w:val="Centr"/>
        <w:rPr>
          <w:rStyle w:val="Taille-1Caracteres"/>
        </w:rPr>
      </w:pPr>
      <w:r w:rsidRPr="000A30E8">
        <w:rPr>
          <w:rStyle w:val="Taille-1Caracteres"/>
        </w:rPr>
        <w:t>Même décor.</w:t>
      </w:r>
    </w:p>
    <w:p w14:paraId="25A28E6C" w14:textId="77777777" w:rsidR="00285C2D" w:rsidRPr="000A30E8" w:rsidRDefault="00285C2D" w:rsidP="00285C2D">
      <w:r w:rsidRPr="000A30E8">
        <w:rPr>
          <w:szCs w:val="32"/>
        </w:rPr>
        <w:t>H</w:t>
      </w:r>
      <w:r w:rsidRPr="000A30E8">
        <w:rPr>
          <w:rStyle w:val="Taille-1Caracteres"/>
        </w:rPr>
        <w:t>YACINTHE À LA COURTE MÉMOIRE</w:t>
      </w:r>
      <w:r w:rsidRPr="000A30E8">
        <w:rPr>
          <w:szCs w:val="32"/>
        </w:rPr>
        <w:t>. — Je reviens de mon évanouissement. Le mouchoir enfermé dans le coffret n’a pas réussi à ranimer mes souvenirs. Mais, dans l’intérêt de mon jeune maître, il faut que je me rappelle. Il le faut ! Ah ! quelle idée !</w:t>
      </w:r>
    </w:p>
    <w:p w14:paraId="683E91A9"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DE L’</w:t>
      </w:r>
      <w:r w:rsidRPr="000A30E8">
        <w:t>É</w:t>
      </w:r>
      <w:r w:rsidRPr="000A30E8">
        <w:rPr>
          <w:rStyle w:val="Taille-1Caracteres"/>
        </w:rPr>
        <w:t>MIGRÉ</w:t>
      </w:r>
      <w:r w:rsidRPr="000A30E8">
        <w:t>. — Parle !</w:t>
      </w:r>
    </w:p>
    <w:p w14:paraId="4366E4B9" w14:textId="77777777" w:rsidR="00285C2D" w:rsidRPr="000A30E8" w:rsidRDefault="00285C2D" w:rsidP="00285C2D">
      <w:r w:rsidRPr="000A30E8">
        <w:t>H</w:t>
      </w:r>
      <w:r w:rsidRPr="000A30E8">
        <w:rPr>
          <w:rStyle w:val="Taille-1Caracteres"/>
        </w:rPr>
        <w:t>YACINTHE À LA COURTE MÉMOIRE</w:t>
      </w:r>
      <w:r w:rsidRPr="000A30E8">
        <w:t>. — Vite, tirez votre épée, monsieur le marquis, et appuyez-en la pointe sur ma gorge en criant : « Hyacinthe, tu vas mourir ! »</w:t>
      </w:r>
    </w:p>
    <w:p w14:paraId="5D616F5D"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DE L’</w:t>
      </w:r>
      <w:r w:rsidRPr="000A30E8">
        <w:t>É</w:t>
      </w:r>
      <w:r w:rsidRPr="000A30E8">
        <w:rPr>
          <w:rStyle w:val="Taille-1Caracteres"/>
        </w:rPr>
        <w:t>MIGRÉ</w:t>
      </w:r>
      <w:r w:rsidRPr="000A30E8">
        <w:t>. — Après avoir perdu la mémoire, perdrais-tu la raison ?</w:t>
      </w:r>
    </w:p>
    <w:p w14:paraId="7DFA1AAC" w14:textId="77777777" w:rsidR="00285C2D" w:rsidRPr="000A30E8" w:rsidRDefault="00285C2D" w:rsidP="00285C2D">
      <w:r w:rsidRPr="000A30E8">
        <w:t>H</w:t>
      </w:r>
      <w:r w:rsidRPr="000A30E8">
        <w:rPr>
          <w:rStyle w:val="Taille-1Caracteres"/>
        </w:rPr>
        <w:t>YACINTHE À LA COURTE MÉMOIRE</w:t>
      </w:r>
      <w:r w:rsidRPr="000A30E8">
        <w:t>. — Non. Faites ce que je vous demande, mon jeune maître, et nous sommes sauvés.</w:t>
      </w:r>
    </w:p>
    <w:p w14:paraId="7EDE3B28" w14:textId="77777777" w:rsidR="00285C2D" w:rsidRPr="000A30E8" w:rsidRDefault="00285C2D" w:rsidP="00285C2D">
      <w:r w:rsidRPr="000A30E8">
        <w:lastRenderedPageBreak/>
        <w:t>L</w:t>
      </w:r>
      <w:r w:rsidRPr="000A30E8">
        <w:rPr>
          <w:rStyle w:val="Taille-1Caracteres"/>
        </w:rPr>
        <w:t>E</w:t>
      </w:r>
      <w:r w:rsidRPr="000A30E8">
        <w:t xml:space="preserve"> F</w:t>
      </w:r>
      <w:r w:rsidRPr="000A30E8">
        <w:rPr>
          <w:rStyle w:val="Taille-1Caracteres"/>
        </w:rPr>
        <w:t>ILS DE L’</w:t>
      </w:r>
      <w:r w:rsidRPr="000A30E8">
        <w:t>É</w:t>
      </w:r>
      <w:r w:rsidRPr="000A30E8">
        <w:rPr>
          <w:rStyle w:val="Taille-1Caracteres"/>
        </w:rPr>
        <w:t>MIGRÉ</w:t>
      </w:r>
      <w:r w:rsidRPr="000A30E8">
        <w:t>. — Soit ! (</w:t>
      </w:r>
      <w:r w:rsidRPr="000A30E8">
        <w:rPr>
          <w:i/>
          <w:iCs/>
        </w:rPr>
        <w:t>Il appuie la pointe de son épée sur la gorge de Hyacinthe</w:t>
      </w:r>
      <w:r w:rsidRPr="000A30E8">
        <w:t>.) Hyacinthe, tu vas mourir !</w:t>
      </w:r>
    </w:p>
    <w:p w14:paraId="2E906558" w14:textId="77777777" w:rsidR="00285C2D" w:rsidRPr="000A30E8" w:rsidRDefault="00285C2D" w:rsidP="00285C2D">
      <w:r w:rsidRPr="000A30E8">
        <w:t>H</w:t>
      </w:r>
      <w:r w:rsidRPr="000A30E8">
        <w:rPr>
          <w:rStyle w:val="Taille-1Caracteres"/>
        </w:rPr>
        <w:t>YACINTHE À LA COURTE MÉMOIRE</w:t>
      </w:r>
      <w:r w:rsidRPr="000A30E8">
        <w:t>. — Oh ! merveille ! Je me rappelle tout ! Un trésor est enfoui au pied du 77</w:t>
      </w:r>
      <w:r w:rsidRPr="000A30E8">
        <w:rPr>
          <w:vertAlign w:val="superscript"/>
        </w:rPr>
        <w:t>e</w:t>
      </w:r>
      <w:r w:rsidRPr="000A30E8">
        <w:t xml:space="preserve"> chêne séculaire de la vaste forêt. Courons le déterrer, c’est l’héritage de monsieur votre père !</w:t>
      </w:r>
    </w:p>
    <w:p w14:paraId="748CA586"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DE L’</w:t>
      </w:r>
      <w:r w:rsidRPr="000A30E8">
        <w:t>É</w:t>
      </w:r>
      <w:r w:rsidRPr="000A30E8">
        <w:rPr>
          <w:rStyle w:val="Taille-1Caracteres"/>
        </w:rPr>
        <w:t>MIGRÉ</w:t>
      </w:r>
      <w:r w:rsidRPr="000A30E8">
        <w:t>. — Mais comment as-tu retrouvé la mémoire ?</w:t>
      </w:r>
    </w:p>
    <w:p w14:paraId="52B70D99" w14:textId="77777777" w:rsidR="00285C2D" w:rsidRPr="000A30E8" w:rsidRDefault="00285C2D" w:rsidP="00285C2D">
      <w:r w:rsidRPr="000A30E8">
        <w:t>H</w:t>
      </w:r>
      <w:r w:rsidRPr="000A30E8">
        <w:rPr>
          <w:rStyle w:val="Taille-1Caracteres"/>
        </w:rPr>
        <w:t>YACINTHE À LA COURTE MÉMOIRE</w:t>
      </w:r>
      <w:r w:rsidRPr="000A30E8">
        <w:t>. — Je vous expliquerai ça plus tard. Courons !</w:t>
      </w:r>
    </w:p>
    <w:p w14:paraId="5391939A" w14:textId="77777777" w:rsidR="00285C2D" w:rsidRPr="000A30E8" w:rsidRDefault="00285C2D" w:rsidP="00285C2D">
      <w:pPr>
        <w:pStyle w:val="Titre3"/>
      </w:pPr>
      <w:bookmarkStart w:id="145" w:name="_Toc196330325"/>
      <w:r w:rsidRPr="000A30E8">
        <w:t>QUATRIÈME ACTE</w:t>
      </w:r>
      <w:r w:rsidRPr="000A30E8">
        <w:br/>
      </w:r>
      <w:r w:rsidRPr="000A30E8">
        <w:br/>
        <w:t>Le trésor retrouvé.</w:t>
      </w:r>
      <w:bookmarkEnd w:id="145"/>
    </w:p>
    <w:p w14:paraId="12D85FCD" w14:textId="77777777" w:rsidR="00285C2D" w:rsidRPr="000A30E8" w:rsidRDefault="00285C2D" w:rsidP="00285C2D">
      <w:pPr>
        <w:pStyle w:val="Centr"/>
        <w:rPr>
          <w:rStyle w:val="Taille-1Caracteres"/>
        </w:rPr>
      </w:pPr>
      <w:r w:rsidRPr="000A30E8">
        <w:rPr>
          <w:rStyle w:val="Taille-1Caracteres"/>
        </w:rPr>
        <w:t>La scène représente la vaste forêt.</w:t>
      </w:r>
    </w:p>
    <w:p w14:paraId="11E001AF" w14:textId="77777777" w:rsidR="00285C2D" w:rsidRPr="000A30E8" w:rsidRDefault="00285C2D" w:rsidP="00285C2D">
      <w:r w:rsidRPr="000A30E8">
        <w:rPr>
          <w:szCs w:val="32"/>
        </w:rPr>
        <w:t>H</w:t>
      </w:r>
      <w:r w:rsidRPr="000A30E8">
        <w:rPr>
          <w:rStyle w:val="Taille-1Caracteres"/>
        </w:rPr>
        <w:t>YACINTHE À LA COURTE MÉMOIRE</w:t>
      </w:r>
      <w:r w:rsidRPr="000A30E8">
        <w:rPr>
          <w:szCs w:val="32"/>
        </w:rPr>
        <w:t>. — Nous approchons. Mais que vois-je ? Un inconnu creuse la terre au pied du chêne séculaire ?</w:t>
      </w:r>
    </w:p>
    <w:p w14:paraId="59AD519E"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DE L’</w:t>
      </w:r>
      <w:r w:rsidRPr="000A30E8">
        <w:t>É</w:t>
      </w:r>
      <w:r w:rsidRPr="000A30E8">
        <w:rPr>
          <w:rStyle w:val="Taille-1Caracteres"/>
        </w:rPr>
        <w:t>MIGRÉ</w:t>
      </w:r>
      <w:r w:rsidRPr="000A30E8">
        <w:t>. — Arrête, misérable ! (</w:t>
      </w:r>
      <w:r w:rsidRPr="000A30E8">
        <w:rPr>
          <w:i/>
          <w:iCs/>
        </w:rPr>
        <w:t>Il transperce de son épée l’odieux Personnage</w:t>
      </w:r>
      <w:r w:rsidRPr="000A30E8">
        <w:t>.)</w:t>
      </w:r>
    </w:p>
    <w:p w14:paraId="6920F955" w14:textId="77777777" w:rsidR="00285C2D" w:rsidRPr="000A30E8" w:rsidRDefault="00285C2D" w:rsidP="00285C2D">
      <w:r w:rsidRPr="000A30E8">
        <w:t>H</w:t>
      </w:r>
      <w:r w:rsidRPr="000A30E8">
        <w:rPr>
          <w:rStyle w:val="Taille-1Caracteres"/>
        </w:rPr>
        <w:t>YACINTHE À LA COURTE MÉMOIRE</w:t>
      </w:r>
      <w:r w:rsidRPr="000A30E8">
        <w:t>. — Je comprends tout. Cet homme avait surpris notre secret.</w:t>
      </w:r>
    </w:p>
    <w:p w14:paraId="310A110A" w14:textId="77777777" w:rsidR="00285C2D" w:rsidRPr="000A30E8" w:rsidRDefault="00285C2D" w:rsidP="00285C2D">
      <w:r w:rsidRPr="000A30E8">
        <w:t>L’</w:t>
      </w:r>
      <w:r w:rsidRPr="000A30E8">
        <w:rPr>
          <w:rStyle w:val="Taille-1Caracteres"/>
        </w:rPr>
        <w:t>ODIEUX</w:t>
      </w:r>
      <w:r w:rsidRPr="000A30E8">
        <w:t xml:space="preserve"> P</w:t>
      </w:r>
      <w:r w:rsidRPr="000A30E8">
        <w:rPr>
          <w:rStyle w:val="Taille-1Caracteres"/>
        </w:rPr>
        <w:t>ERSONNAGE</w:t>
      </w:r>
      <w:r w:rsidRPr="000A30E8">
        <w:t xml:space="preserve">, </w:t>
      </w:r>
      <w:r w:rsidRPr="000A30E8">
        <w:rPr>
          <w:i/>
          <w:iCs/>
        </w:rPr>
        <w:t>ricanant</w:t>
      </w:r>
      <w:r w:rsidRPr="000A30E8">
        <w:t>. — Oui, serviteur maudit, c’est moi qui ai dénoué le mouchoir du coffret ! (</w:t>
      </w:r>
      <w:r w:rsidRPr="000A30E8">
        <w:rPr>
          <w:i/>
          <w:iCs/>
        </w:rPr>
        <w:t>Il meurt</w:t>
      </w:r>
      <w:r w:rsidRPr="000A30E8">
        <w:t>.)</w:t>
      </w:r>
    </w:p>
    <w:p w14:paraId="6A3C7A55" w14:textId="77777777" w:rsidR="00285C2D" w:rsidRPr="000A30E8" w:rsidRDefault="00285C2D" w:rsidP="00285C2D">
      <w:r w:rsidRPr="000A30E8">
        <w:t>H</w:t>
      </w:r>
      <w:r w:rsidRPr="000A30E8">
        <w:rPr>
          <w:rStyle w:val="Taille-1Caracteres"/>
        </w:rPr>
        <w:t>YACINTHE À LA COURTE MÉMOIRE</w:t>
      </w:r>
      <w:r w:rsidRPr="000A30E8">
        <w:t xml:space="preserve">. — Voilà donc pourquoi je ne pouvais pas me rappeler ! Nous sommes arrivés à </w:t>
      </w:r>
      <w:r w:rsidRPr="000A30E8">
        <w:lastRenderedPageBreak/>
        <w:t>temps ! Le bandit s’apprêtait à emporter le trésor que monsieur votre père et moi avions enterré jadis au pied de cet arbre.</w:t>
      </w:r>
    </w:p>
    <w:p w14:paraId="2D2DF695"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DE L’</w:t>
      </w:r>
      <w:r w:rsidRPr="000A30E8">
        <w:t>É</w:t>
      </w:r>
      <w:r w:rsidRPr="000A30E8">
        <w:rPr>
          <w:rStyle w:val="Taille-1Caracteres"/>
        </w:rPr>
        <w:t>MIGRÉ</w:t>
      </w:r>
      <w:r w:rsidRPr="000A30E8">
        <w:t>. — Mais pourquoi tout à l’heure m’as-tu fait appuyer la pointe de mon épée sur ta gorge, et crier : « Hyacinthe, tu vas mourir ! » ?</w:t>
      </w:r>
    </w:p>
    <w:p w14:paraId="57597497" w14:textId="77777777" w:rsidR="00285C2D" w:rsidRPr="000A30E8" w:rsidRDefault="00285C2D" w:rsidP="00285C2D">
      <w:r w:rsidRPr="000A30E8">
        <w:t>H</w:t>
      </w:r>
      <w:r w:rsidRPr="000A30E8">
        <w:rPr>
          <w:rStyle w:val="Taille-1Caracteres"/>
        </w:rPr>
        <w:t>YACINTHE À LA COURTE MÉMOIRE</w:t>
      </w:r>
      <w:r w:rsidRPr="000A30E8">
        <w:t>. — C’était afin de voir défiler devant mes yeux toute mon existence.</w:t>
      </w:r>
    </w:p>
    <w:p w14:paraId="1DDAA31E" w14:textId="77777777" w:rsidR="00285C2D" w:rsidRPr="000A30E8" w:rsidRDefault="00285C2D" w:rsidP="00285C2D">
      <w:r w:rsidRPr="000A30E8">
        <w:t>L</w:t>
      </w:r>
      <w:r w:rsidRPr="000A30E8">
        <w:rPr>
          <w:rStyle w:val="Taille-1Caracteres"/>
        </w:rPr>
        <w:t>E</w:t>
      </w:r>
      <w:r w:rsidRPr="000A30E8">
        <w:t xml:space="preserve"> F</w:t>
      </w:r>
      <w:r w:rsidRPr="000A30E8">
        <w:rPr>
          <w:rStyle w:val="Taille-1Caracteres"/>
        </w:rPr>
        <w:t>ILS DE L’</w:t>
      </w:r>
      <w:r w:rsidRPr="000A30E8">
        <w:t>É</w:t>
      </w:r>
      <w:r w:rsidRPr="000A30E8">
        <w:rPr>
          <w:rStyle w:val="Taille-1Caracteres"/>
        </w:rPr>
        <w:t>MIGRÉ</w:t>
      </w:r>
      <w:r w:rsidRPr="000A30E8">
        <w:t>. — Je ne comprends pas.</w:t>
      </w:r>
    </w:p>
    <w:p w14:paraId="67B07CB4" w14:textId="77777777" w:rsidR="00285C2D" w:rsidRPr="000A30E8" w:rsidRDefault="00285C2D" w:rsidP="00285C2D">
      <w:r w:rsidRPr="000A30E8">
        <w:t>H</w:t>
      </w:r>
      <w:r w:rsidRPr="000A30E8">
        <w:rPr>
          <w:rStyle w:val="Taille-1Caracteres"/>
        </w:rPr>
        <w:t>YACINTHE À LA COURTE MÉMOIRE</w:t>
      </w:r>
      <w:r w:rsidRPr="000A30E8">
        <w:t>. — Vous allez comprendre : Vous n’ignorez pas qu’à l’approche de la mort l’homme voit défiler en quelques secondes toute son existence devant ses yeux. Votre menace de mort m’a fait revoir instantanément tous mes moindres faits et gestes depuis ma naissance jusqu’à ce jour. Bref, parmi toutes ces visions rapides, je me suis revu avec feu M. le marquis, votre père, en train de cacher le trésor au pied de l’arbre séculaire. C’était tout ce que je désirais savoir. Deux minutes après nous étions ici, l’odieux Personnage était châtié et nous avions retrouvé le trésor de l’Émigré.</w:t>
      </w:r>
    </w:p>
    <w:p w14:paraId="78ACF82D" w14:textId="77777777" w:rsidR="00285C2D" w:rsidRPr="000A30E8" w:rsidRDefault="00285C2D" w:rsidP="00285C2D">
      <w:pPr>
        <w:pStyle w:val="Centr"/>
      </w:pPr>
      <w:r w:rsidRPr="000A30E8">
        <w:t>RIDEAU</w:t>
      </w:r>
    </w:p>
    <w:p w14:paraId="1EB9E10B" w14:textId="05F2CB9F" w:rsidR="00285C2D" w:rsidRPr="000A30E8" w:rsidRDefault="00804D8D" w:rsidP="00285C2D">
      <w:pPr>
        <w:pStyle w:val="Titre1"/>
      </w:pPr>
      <w:r>
        <w:lastRenderedPageBreak/>
        <w:br/>
      </w:r>
      <w:r>
        <w:br/>
      </w:r>
      <w:r>
        <w:br/>
      </w:r>
      <w:bookmarkStart w:id="146" w:name="_Toc196330326"/>
      <w:r w:rsidR="00285C2D" w:rsidRPr="000A30E8">
        <w:t>LES DRAMES MONDIAUX</w:t>
      </w:r>
      <w:bookmarkEnd w:id="146"/>
    </w:p>
    <w:p w14:paraId="5BFB1EDD" w14:textId="77777777" w:rsidR="00285C2D" w:rsidRPr="000A30E8" w:rsidRDefault="00285C2D" w:rsidP="00285C2D">
      <w:pPr>
        <w:pStyle w:val="Titre2"/>
      </w:pPr>
      <w:bookmarkStart w:id="147" w:name="_Toc196330327"/>
      <w:r w:rsidRPr="000A30E8">
        <w:lastRenderedPageBreak/>
        <w:t>GRAND-DUC ET MARCHAND DE COCO</w:t>
      </w:r>
      <w:r w:rsidRPr="000A30E8">
        <w:br/>
      </w:r>
      <w:r w:rsidRPr="000A30E8">
        <w:br/>
        <w:t>Drame de la steppe.</w:t>
      </w:r>
      <w:bookmarkEnd w:id="147"/>
    </w:p>
    <w:p w14:paraId="4BDBE325" w14:textId="77777777" w:rsidR="00285C2D" w:rsidRPr="000A30E8" w:rsidRDefault="00285C2D" w:rsidP="00285C2D">
      <w:pPr>
        <w:pStyle w:val="Titre3"/>
      </w:pPr>
      <w:bookmarkStart w:id="148" w:name="_Toc196330328"/>
      <w:r w:rsidRPr="000A30E8">
        <w:t>PREMIER ACTE</w:t>
      </w:r>
      <w:r w:rsidRPr="000A30E8">
        <w:br/>
      </w:r>
      <w:r w:rsidRPr="000A30E8">
        <w:br/>
        <w:t>Perfide conseil.</w:t>
      </w:r>
      <w:bookmarkEnd w:id="148"/>
    </w:p>
    <w:p w14:paraId="4DA5DAA2" w14:textId="77777777" w:rsidR="00285C2D" w:rsidRPr="000A30E8" w:rsidRDefault="00285C2D" w:rsidP="00285C2D">
      <w:pPr>
        <w:pStyle w:val="Centr"/>
        <w:rPr>
          <w:rStyle w:val="Taille-1Caracteres"/>
        </w:rPr>
      </w:pPr>
      <w:r w:rsidRPr="000A30E8">
        <w:rPr>
          <w:rStyle w:val="Taille-1Caracteres"/>
        </w:rPr>
        <w:t>La scène représente les steppes glacées de Russie.</w:t>
      </w:r>
    </w:p>
    <w:p w14:paraId="6EC14AAC" w14:textId="77777777" w:rsidR="00285C2D" w:rsidRPr="000A30E8" w:rsidRDefault="00285C2D" w:rsidP="00285C2D">
      <w:r w:rsidRPr="000A30E8">
        <w:rPr>
          <w:szCs w:val="32"/>
        </w:rPr>
        <w:t>L</w:t>
      </w:r>
      <w:r w:rsidRPr="000A30E8">
        <w:rPr>
          <w:rStyle w:val="Taille-1Caracteres"/>
        </w:rPr>
        <w:t>E</w:t>
      </w:r>
      <w:r w:rsidRPr="000A30E8">
        <w:rPr>
          <w:szCs w:val="32"/>
        </w:rPr>
        <w:t xml:space="preserve"> M</w:t>
      </w:r>
      <w:r w:rsidRPr="000A30E8">
        <w:rPr>
          <w:rStyle w:val="Taille-1Caracteres"/>
        </w:rPr>
        <w:t>ARCHAND DE COCO</w:t>
      </w:r>
      <w:r w:rsidRPr="000A30E8">
        <w:rPr>
          <w:szCs w:val="32"/>
        </w:rPr>
        <w:t xml:space="preserve">, </w:t>
      </w:r>
      <w:r w:rsidRPr="000A30E8">
        <w:rPr>
          <w:i/>
          <w:iCs/>
          <w:szCs w:val="32"/>
        </w:rPr>
        <w:t>à sa fille</w:t>
      </w:r>
      <w:r w:rsidRPr="000A30E8">
        <w:rPr>
          <w:szCs w:val="32"/>
        </w:rPr>
        <w:t>. — Tout bien réfléchi, c’est une mauvaise idée que j’ai eue de venir vendre du « coco » dans les steppes glacées de l’empire des tsars.</w:t>
      </w:r>
    </w:p>
    <w:p w14:paraId="085A8FD0"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DU</w:t>
      </w:r>
      <w:r w:rsidRPr="000A30E8">
        <w:t xml:space="preserve"> M</w:t>
      </w:r>
      <w:r w:rsidRPr="000A30E8">
        <w:rPr>
          <w:rStyle w:val="Taille-1Caracteres"/>
        </w:rPr>
        <w:t>ARCHAND DE COCO</w:t>
      </w:r>
      <w:r w:rsidRPr="000A30E8">
        <w:t>. — Cher père, cette funeste idée vous fut inspirée par votre plus terrible concurrent parisien.</w:t>
      </w:r>
    </w:p>
    <w:p w14:paraId="154BE4A0"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ARCHAND DE COCO</w:t>
      </w:r>
      <w:r w:rsidRPr="000A30E8">
        <w:t xml:space="preserve">. — C’est vrai. Pour n’avoir plus à redouter ma concurrence, le misérable me conseilla de partir, en m’affirmant qu’il y avait une fortune à gagner dans ce pays. Et nous voici parcourant ces mornes steppes avec un traîneau à trois chevaux sur lequel est posé un gigantesque tonneau contenant </w:t>
      </w:r>
      <w:smartTag w:uri="urn:schemas-microsoft-com:office:smarttags" w:element="metricconverter">
        <w:smartTagPr>
          <w:attr w:name="ProductID" w:val="12ﾠ000 litres"/>
        </w:smartTagPr>
        <w:r w:rsidRPr="000A30E8">
          <w:t>12 000 litres</w:t>
        </w:r>
      </w:smartTag>
      <w:r w:rsidRPr="000A30E8">
        <w:t xml:space="preserve"> de « coco ». Malheureusement, je n’avais pas réfléchi, avant notre départ, que le « coco » frais n’était pas la boisson rêvée pour ces pays froids.</w:t>
      </w:r>
    </w:p>
    <w:p w14:paraId="1B8E7B3C"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DU</w:t>
      </w:r>
      <w:r w:rsidRPr="000A30E8">
        <w:t xml:space="preserve"> M</w:t>
      </w:r>
      <w:r w:rsidRPr="000A30E8">
        <w:rPr>
          <w:rStyle w:val="Taille-1Caracteres"/>
        </w:rPr>
        <w:t>ARCHAND DE COCO</w:t>
      </w:r>
      <w:r w:rsidRPr="000A30E8">
        <w:t xml:space="preserve">. — Aussi, lorsque, attiré par votre joyeux cri : « À la fraîche ! Qui veut boire ! », un cosaque surgit à l’horizon et vint goûter un verre de « coco », nous eûmes beaucoup de mal à calmer sa colère, quand il </w:t>
      </w:r>
      <w:r w:rsidRPr="000A30E8">
        <w:lastRenderedPageBreak/>
        <w:t>s’aperçut que notre boisson glaçait ses entrailles au lieu de les réchauffer.</w:t>
      </w:r>
    </w:p>
    <w:p w14:paraId="441A6D9C"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ARCHAND DE COCO</w:t>
      </w:r>
      <w:r w:rsidRPr="000A30E8">
        <w:t>. — Averti par cette première expérience, j’eus l’idée de placer sous mon tonneau de fer un énorme réchaud qui conserve brûlant mon bon jus de réglisse. Hélas ! rien n’y fait ! Les affaires vont mal ! Poursuivons notre triste chemin ! (</w:t>
      </w:r>
      <w:r w:rsidRPr="000A30E8">
        <w:rPr>
          <w:i/>
          <w:iCs/>
        </w:rPr>
        <w:t>Hurlant dans son porte-voix</w:t>
      </w:r>
      <w:r w:rsidRPr="000A30E8">
        <w:t>.) Coco bouillant ! Bon coco bouillant ! Qui veut boire ?…</w:t>
      </w:r>
    </w:p>
    <w:p w14:paraId="44EBD815" w14:textId="77777777" w:rsidR="00285C2D" w:rsidRPr="000A30E8" w:rsidRDefault="00285C2D" w:rsidP="00285C2D">
      <w:pPr>
        <w:pStyle w:val="Titre3"/>
      </w:pPr>
      <w:bookmarkStart w:id="149" w:name="_Toc196330329"/>
      <w:r w:rsidRPr="000A30E8">
        <w:t>DEUXIÈME ACTE</w:t>
      </w:r>
      <w:r w:rsidRPr="000A30E8">
        <w:br/>
      </w:r>
      <w:r w:rsidRPr="000A30E8">
        <w:br/>
        <w:t>La menace.</w:t>
      </w:r>
      <w:bookmarkEnd w:id="149"/>
    </w:p>
    <w:p w14:paraId="26CD7260" w14:textId="77777777" w:rsidR="00285C2D" w:rsidRPr="000A30E8" w:rsidRDefault="00285C2D" w:rsidP="00285C2D">
      <w:pPr>
        <w:pStyle w:val="Centr"/>
        <w:rPr>
          <w:rStyle w:val="Taille-1Caracteres"/>
        </w:rPr>
      </w:pPr>
      <w:r w:rsidRPr="000A30E8">
        <w:rPr>
          <w:rStyle w:val="Taille-1Caracteres"/>
        </w:rPr>
        <w:t>La scène représente les steppes glacées.</w:t>
      </w:r>
    </w:p>
    <w:p w14:paraId="32A99110" w14:textId="77777777" w:rsidR="00285C2D" w:rsidRPr="000A30E8" w:rsidRDefault="00285C2D" w:rsidP="00285C2D">
      <w:r w:rsidRPr="000A30E8">
        <w:rPr>
          <w:szCs w:val="32"/>
        </w:rPr>
        <w:t>L</w:t>
      </w:r>
      <w:r w:rsidRPr="000A30E8">
        <w:rPr>
          <w:rStyle w:val="Taille-1Caracteres"/>
        </w:rPr>
        <w:t>E</w:t>
      </w:r>
      <w:r w:rsidRPr="000A30E8">
        <w:rPr>
          <w:szCs w:val="32"/>
        </w:rPr>
        <w:t xml:space="preserve"> G</w:t>
      </w:r>
      <w:r w:rsidRPr="000A30E8">
        <w:rPr>
          <w:rStyle w:val="Taille-1Caracteres"/>
        </w:rPr>
        <w:t>RAND-DUC</w:t>
      </w:r>
      <w:r w:rsidRPr="000A30E8">
        <w:rPr>
          <w:szCs w:val="32"/>
        </w:rPr>
        <w:t>. — Je me promène à cheval à travers les steppes glacées. Mais qu’entends-je ? Un cri mystérieux traverse l’espace.</w:t>
      </w:r>
    </w:p>
    <w:p w14:paraId="2E2ED187" w14:textId="77777777" w:rsidR="00285C2D" w:rsidRPr="000A30E8" w:rsidRDefault="00285C2D" w:rsidP="00285C2D">
      <w:r w:rsidRPr="000A30E8">
        <w:t>L</w:t>
      </w:r>
      <w:r w:rsidRPr="000A30E8">
        <w:rPr>
          <w:rStyle w:val="Taille-1Caracteres"/>
        </w:rPr>
        <w:t>A</w:t>
      </w:r>
      <w:r w:rsidRPr="000A30E8">
        <w:t xml:space="preserve"> V</w:t>
      </w:r>
      <w:r w:rsidRPr="000A30E8">
        <w:rPr>
          <w:rStyle w:val="Taille-1Caracteres"/>
        </w:rPr>
        <w:t>OIX DU MARCHAND DE COCO</w:t>
      </w:r>
      <w:r w:rsidRPr="000A30E8">
        <w:t>. — Coco bouillant ! Bon coco bouillant !</w:t>
      </w:r>
    </w:p>
    <w:p w14:paraId="55290328"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RAND-DUC</w:t>
      </w:r>
      <w:r w:rsidRPr="000A30E8">
        <w:t xml:space="preserve">, </w:t>
      </w:r>
      <w:r w:rsidRPr="000A30E8">
        <w:rPr>
          <w:i/>
          <w:iCs/>
        </w:rPr>
        <w:t>apercevant la fille du marchand de coco</w:t>
      </w:r>
      <w:r w:rsidRPr="000A30E8">
        <w:t>. — Oh ! oh ! la belle enfant ! (</w:t>
      </w:r>
      <w:r w:rsidRPr="000A30E8">
        <w:rPr>
          <w:i/>
          <w:iCs/>
        </w:rPr>
        <w:t>Il caresse le menton de la jeune fille</w:t>
      </w:r>
      <w:r w:rsidRPr="000A30E8">
        <w:t>.)</w:t>
      </w:r>
    </w:p>
    <w:p w14:paraId="216AEA94"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ARCHAND DE COCO</w:t>
      </w:r>
      <w:r w:rsidRPr="000A30E8">
        <w:t xml:space="preserve">, </w:t>
      </w:r>
      <w:r w:rsidRPr="000A30E8">
        <w:rPr>
          <w:i/>
          <w:iCs/>
        </w:rPr>
        <w:t>repoussant le bras du Grand-duc</w:t>
      </w:r>
      <w:r w:rsidRPr="000A30E8">
        <w:t>. — Halte-là !</w:t>
      </w:r>
    </w:p>
    <w:p w14:paraId="1DB5E976"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RAND-DUC</w:t>
      </w:r>
      <w:r w:rsidRPr="000A30E8">
        <w:t>. — Fils de chien ! Tu oses me toucher ! Sais-tu bien qui je suis ?</w:t>
      </w:r>
    </w:p>
    <w:p w14:paraId="66CA2876" w14:textId="77777777" w:rsidR="00285C2D" w:rsidRPr="000A30E8" w:rsidRDefault="00285C2D" w:rsidP="00285C2D">
      <w:r w:rsidRPr="000A30E8">
        <w:lastRenderedPageBreak/>
        <w:t>L</w:t>
      </w:r>
      <w:r w:rsidRPr="000A30E8">
        <w:rPr>
          <w:rStyle w:val="Taille-1Caracteres"/>
        </w:rPr>
        <w:t>E</w:t>
      </w:r>
      <w:r w:rsidRPr="000A30E8">
        <w:t xml:space="preserve"> M</w:t>
      </w:r>
      <w:r w:rsidRPr="000A30E8">
        <w:rPr>
          <w:rStyle w:val="Taille-1Caracteres"/>
        </w:rPr>
        <w:t>ARCHAND DE COCO</w:t>
      </w:r>
      <w:r w:rsidRPr="000A30E8">
        <w:t>. — Non ! Mais fussiez-vous le Petit Père lui-même, apprenez que la fille d’un marchand de coco doit être respectée à l’égal d’une princesse du sang !</w:t>
      </w:r>
    </w:p>
    <w:p w14:paraId="747F137A"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RAND-DUC</w:t>
      </w:r>
      <w:r w:rsidRPr="000A30E8">
        <w:t xml:space="preserve">, </w:t>
      </w:r>
      <w:r w:rsidRPr="000A30E8">
        <w:rPr>
          <w:i/>
          <w:iCs/>
        </w:rPr>
        <w:t>écumant de rage</w:t>
      </w:r>
      <w:r w:rsidRPr="000A30E8">
        <w:t>. — Fils de taupe ! C’est ce que nous allons voir ! Je veux ta fille ! Et pour assouvir mon caprice d’un instant, je vais la faire enlever par mes cosaques à roulette ! (</w:t>
      </w:r>
      <w:r w:rsidRPr="000A30E8">
        <w:rPr>
          <w:i/>
          <w:iCs/>
        </w:rPr>
        <w:t>Il s’éloigne au galop</w:t>
      </w:r>
      <w:r w:rsidRPr="000A30E8">
        <w:t>.)</w:t>
      </w:r>
    </w:p>
    <w:p w14:paraId="4A1B1CA4"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ARCHAND DE COCO</w:t>
      </w:r>
      <w:r w:rsidRPr="000A30E8">
        <w:t xml:space="preserve">, </w:t>
      </w:r>
      <w:r w:rsidRPr="000A30E8">
        <w:rPr>
          <w:i/>
          <w:iCs/>
        </w:rPr>
        <w:t>à sa fille</w:t>
      </w:r>
      <w:r w:rsidRPr="000A30E8">
        <w:t>. — Oh ! fuyons ! car ce sont de farouches et rapides patineurs que les cosaques à roulettes ! Fuyons !</w:t>
      </w:r>
    </w:p>
    <w:p w14:paraId="0D269A05" w14:textId="77777777" w:rsidR="00285C2D" w:rsidRPr="000A30E8" w:rsidRDefault="00285C2D" w:rsidP="00285C2D">
      <w:pPr>
        <w:pStyle w:val="Titre3"/>
      </w:pPr>
      <w:bookmarkStart w:id="150" w:name="_Toc196330330"/>
      <w:r w:rsidRPr="000A30E8">
        <w:t>TROISIÈME ACTE</w:t>
      </w:r>
      <w:r w:rsidRPr="000A30E8">
        <w:br/>
      </w:r>
      <w:r w:rsidRPr="000A30E8">
        <w:br/>
        <w:t>Mortel coco !</w:t>
      </w:r>
      <w:bookmarkEnd w:id="150"/>
    </w:p>
    <w:p w14:paraId="1CEF6E83" w14:textId="77777777" w:rsidR="00285C2D" w:rsidRPr="000A30E8" w:rsidRDefault="00285C2D" w:rsidP="00285C2D">
      <w:pPr>
        <w:pStyle w:val="Centr"/>
        <w:rPr>
          <w:rStyle w:val="Taille-1Caracteres"/>
        </w:rPr>
      </w:pPr>
      <w:r w:rsidRPr="000A30E8">
        <w:rPr>
          <w:rStyle w:val="Taille-1Caracteres"/>
        </w:rPr>
        <w:t>La scène représente les steppes glacées.</w:t>
      </w:r>
    </w:p>
    <w:p w14:paraId="286F5003" w14:textId="77777777" w:rsidR="00285C2D" w:rsidRPr="000A30E8" w:rsidRDefault="00285C2D" w:rsidP="00285C2D">
      <w:r w:rsidRPr="000A30E8">
        <w:rPr>
          <w:szCs w:val="32"/>
        </w:rPr>
        <w:t>L</w:t>
      </w:r>
      <w:r w:rsidRPr="000A30E8">
        <w:rPr>
          <w:rStyle w:val="Taille-1Caracteres"/>
        </w:rPr>
        <w:t>E</w:t>
      </w:r>
      <w:r w:rsidRPr="000A30E8">
        <w:rPr>
          <w:szCs w:val="32"/>
        </w:rPr>
        <w:t xml:space="preserve"> M</w:t>
      </w:r>
      <w:r w:rsidRPr="000A30E8">
        <w:rPr>
          <w:rStyle w:val="Taille-1Caracteres"/>
        </w:rPr>
        <w:t>ARCHAND DE COCO</w:t>
      </w:r>
      <w:r w:rsidRPr="000A30E8">
        <w:rPr>
          <w:szCs w:val="32"/>
        </w:rPr>
        <w:t>. — Malédiction ! Placés l’un derrière l’autre, à la file indienne, trente cosaques montés sur patins à roulettes se dirigent vers nous à toute vitesse !</w:t>
      </w:r>
    </w:p>
    <w:p w14:paraId="515D5450"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DU</w:t>
      </w:r>
      <w:r w:rsidRPr="000A30E8">
        <w:t xml:space="preserve"> M</w:t>
      </w:r>
      <w:r w:rsidRPr="000A30E8">
        <w:rPr>
          <w:rStyle w:val="Taille-1Caracteres"/>
        </w:rPr>
        <w:t>ARCHAND DE COCO</w:t>
      </w:r>
      <w:r w:rsidRPr="000A30E8">
        <w:t>. — Entendez leurs cris sauvages ! Bientôt ils nous auront rattrapés et m’emporteront vers le déshonneur !</w:t>
      </w:r>
    </w:p>
    <w:p w14:paraId="04785702"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ARCHAND DE COCO</w:t>
      </w:r>
      <w:r w:rsidRPr="000A30E8">
        <w:t>. — Non, ma fille ! Arrêtons les chevaux et attendons les cosaques de pied ferme. J’ai une idée ! (</w:t>
      </w:r>
      <w:r w:rsidRPr="000A30E8">
        <w:rPr>
          <w:i/>
          <w:iCs/>
        </w:rPr>
        <w:t>Il arrête son traîneau</w:t>
      </w:r>
      <w:r w:rsidRPr="000A30E8">
        <w:t>.)</w:t>
      </w:r>
    </w:p>
    <w:p w14:paraId="17AEA851"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DU</w:t>
      </w:r>
      <w:r w:rsidRPr="000A30E8">
        <w:t xml:space="preserve"> M</w:t>
      </w:r>
      <w:r w:rsidRPr="000A30E8">
        <w:rPr>
          <w:rStyle w:val="Taille-1Caracteres"/>
        </w:rPr>
        <w:t>ARCHAND DE COCO</w:t>
      </w:r>
      <w:r w:rsidRPr="000A30E8">
        <w:t>. — Père ! père ! que faites-vous ?</w:t>
      </w:r>
    </w:p>
    <w:p w14:paraId="227BF4EF" w14:textId="77777777" w:rsidR="00285C2D" w:rsidRPr="000A30E8" w:rsidRDefault="00285C2D" w:rsidP="00285C2D">
      <w:r w:rsidRPr="000A30E8">
        <w:lastRenderedPageBreak/>
        <w:t>L</w:t>
      </w:r>
      <w:r w:rsidRPr="000A30E8">
        <w:rPr>
          <w:rStyle w:val="Taille-1Caracteres"/>
        </w:rPr>
        <w:t>E</w:t>
      </w:r>
      <w:r w:rsidRPr="000A30E8">
        <w:t xml:space="preserve"> M</w:t>
      </w:r>
      <w:r w:rsidRPr="000A30E8">
        <w:rPr>
          <w:rStyle w:val="Taille-1Caracteres"/>
        </w:rPr>
        <w:t>ARCHAND DE COCO</w:t>
      </w:r>
      <w:r w:rsidRPr="000A30E8">
        <w:t xml:space="preserve">, </w:t>
      </w:r>
      <w:r w:rsidRPr="000A30E8">
        <w:rPr>
          <w:i/>
          <w:iCs/>
        </w:rPr>
        <w:t>grimpant sur le tonneau de coco</w:t>
      </w:r>
      <w:r w:rsidRPr="000A30E8">
        <w:t>. — Vite ! Fais-moi passer l’énorme seringue qui me sert à puiser le coco dans le tonneau pour servir les clients.</w:t>
      </w:r>
    </w:p>
    <w:p w14:paraId="08702F92"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DU</w:t>
      </w:r>
      <w:r w:rsidRPr="000A30E8">
        <w:t xml:space="preserve"> M</w:t>
      </w:r>
      <w:r w:rsidRPr="000A30E8">
        <w:rPr>
          <w:rStyle w:val="Taille-1Caracteres"/>
        </w:rPr>
        <w:t>ARCHAND DE COCO</w:t>
      </w:r>
      <w:r w:rsidRPr="000A30E8">
        <w:t xml:space="preserve">, </w:t>
      </w:r>
      <w:r w:rsidRPr="000A30E8">
        <w:rPr>
          <w:i/>
          <w:iCs/>
        </w:rPr>
        <w:t>lui tendant la seringue</w:t>
      </w:r>
      <w:r w:rsidRPr="000A30E8">
        <w:t>. — Voilà… Ciel ! les cosaques à roulettes ne sont plus qu’à deux cent sept mètres environ ! Nous sommes perdus !</w:t>
      </w:r>
    </w:p>
    <w:p w14:paraId="52DDB719"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ARCHAND DE COCO</w:t>
      </w:r>
      <w:r w:rsidRPr="000A30E8">
        <w:t>. — Non ! Rapidement, je remplis ma seringue de coco chaud, j’épaule, je vise, et pan ! Regarde, ma fille !</w:t>
      </w:r>
    </w:p>
    <w:p w14:paraId="1EC629BA"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DU</w:t>
      </w:r>
      <w:r w:rsidRPr="000A30E8">
        <w:t xml:space="preserve"> M</w:t>
      </w:r>
      <w:r w:rsidRPr="000A30E8">
        <w:rPr>
          <w:rStyle w:val="Taille-1Caracteres"/>
        </w:rPr>
        <w:t>ARCHAND DE COCO</w:t>
      </w:r>
      <w:r w:rsidRPr="000A30E8">
        <w:t>. — Oh ! miracle ! Les trente cosaques qui arrivaient à la file indienne tombent transpercés les uns derrière les autres, par le terrible jet de coco ! Oh ! l’horrible brochette humaine ! Qu’est-ce que cela veut dire, père ?</w:t>
      </w:r>
    </w:p>
    <w:p w14:paraId="333B90C6"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ARCHAND DE COCO</w:t>
      </w:r>
      <w:r w:rsidRPr="000A30E8">
        <w:t>. — Cela veut dire que, grâce au froid terrible, le coco s’est instantanément congelé en sortant de ma seringue. Le jet puissant, transformé en une immense flèche de glace, a transpercé de part en part l’un derrière l’autre les trente cosaques à roulettes.</w:t>
      </w:r>
    </w:p>
    <w:p w14:paraId="0F2DCB5B"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DU</w:t>
      </w:r>
      <w:r w:rsidRPr="000A30E8">
        <w:t xml:space="preserve"> M</w:t>
      </w:r>
      <w:r w:rsidRPr="000A30E8">
        <w:rPr>
          <w:rStyle w:val="Taille-1Caracteres"/>
        </w:rPr>
        <w:t>ARCHAND DE COCO</w:t>
      </w:r>
      <w:r w:rsidRPr="000A30E8">
        <w:t>. — Nous sommes sauvés ! Mais retournons en France et quittons ce pays où le marchand de coco est obligé, pour se défendre, de transformer sa paisible boisson en arme meurtrière : en coco qui tue !</w:t>
      </w:r>
    </w:p>
    <w:p w14:paraId="6ADF2A36" w14:textId="77777777" w:rsidR="00285C2D" w:rsidRPr="000A30E8" w:rsidRDefault="00285C2D" w:rsidP="00285C2D">
      <w:pPr>
        <w:pStyle w:val="Centr"/>
      </w:pPr>
      <w:r w:rsidRPr="000A30E8">
        <w:t>RIDEAU</w:t>
      </w:r>
    </w:p>
    <w:p w14:paraId="0E6356C0" w14:textId="77777777" w:rsidR="00285C2D" w:rsidRPr="000A30E8" w:rsidRDefault="00285C2D" w:rsidP="00285C2D">
      <w:pPr>
        <w:pStyle w:val="Titre2"/>
      </w:pPr>
      <w:bookmarkStart w:id="151" w:name="_Toc196330331"/>
      <w:r w:rsidRPr="000A30E8">
        <w:lastRenderedPageBreak/>
        <w:t>LE BRIGAND MUET DE LA CALABRE</w:t>
      </w:r>
      <w:bookmarkEnd w:id="151"/>
    </w:p>
    <w:p w14:paraId="1403C46B" w14:textId="77777777" w:rsidR="00285C2D" w:rsidRPr="000A30E8" w:rsidRDefault="00285C2D" w:rsidP="00285C2D">
      <w:pPr>
        <w:pStyle w:val="Titre3"/>
      </w:pPr>
      <w:bookmarkStart w:id="152" w:name="_Toc196330332"/>
      <w:r w:rsidRPr="000A30E8">
        <w:t>PREMIER TABLEAU</w:t>
      </w:r>
      <w:r w:rsidRPr="000A30E8">
        <w:br/>
      </w:r>
      <w:r w:rsidRPr="000A30E8">
        <w:br/>
        <w:t>Carrière brisée.</w:t>
      </w:r>
      <w:bookmarkEnd w:id="152"/>
    </w:p>
    <w:p w14:paraId="6F92E6FA" w14:textId="77777777" w:rsidR="00285C2D" w:rsidRPr="000A30E8" w:rsidRDefault="00285C2D" w:rsidP="00285C2D">
      <w:pPr>
        <w:pStyle w:val="Centr"/>
        <w:rPr>
          <w:rStyle w:val="Taille-1Caracteres"/>
        </w:rPr>
      </w:pPr>
      <w:r w:rsidRPr="000A30E8">
        <w:rPr>
          <w:rStyle w:val="Taille-1Caracteres"/>
        </w:rPr>
        <w:t>La scène représente la maison du Brigand.</w:t>
      </w:r>
    </w:p>
    <w:p w14:paraId="71B4082B" w14:textId="77777777" w:rsidR="00285C2D" w:rsidRPr="000A30E8" w:rsidRDefault="00285C2D" w:rsidP="00285C2D">
      <w:r w:rsidRPr="000A30E8">
        <w:rPr>
          <w:szCs w:val="32"/>
        </w:rPr>
        <w:t>L</w:t>
      </w:r>
      <w:r w:rsidRPr="000A30E8">
        <w:rPr>
          <w:rStyle w:val="Taille-1Caracteres"/>
        </w:rPr>
        <w:t>A</w:t>
      </w:r>
      <w:r w:rsidRPr="000A30E8">
        <w:rPr>
          <w:szCs w:val="32"/>
        </w:rPr>
        <w:t xml:space="preserve"> F</w:t>
      </w:r>
      <w:r w:rsidRPr="000A30E8">
        <w:rPr>
          <w:rStyle w:val="Taille-1Caracteres"/>
        </w:rPr>
        <w:t>EMME DU</w:t>
      </w:r>
      <w:r w:rsidRPr="000A30E8">
        <w:rPr>
          <w:szCs w:val="32"/>
        </w:rPr>
        <w:t xml:space="preserve"> B</w:t>
      </w:r>
      <w:r w:rsidRPr="000A30E8">
        <w:rPr>
          <w:rStyle w:val="Taille-1Caracteres"/>
        </w:rPr>
        <w:t>RIGAND</w:t>
      </w:r>
      <w:r w:rsidRPr="000A30E8">
        <w:rPr>
          <w:szCs w:val="32"/>
        </w:rPr>
        <w:t>. — Mon mari, le Brigand de la Calabre, est devenu subitement muet. Au cours d’une conversation, un de ses amis lui coupa brutalement la parole !</w:t>
      </w:r>
    </w:p>
    <w:p w14:paraId="22AA437F"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DU</w:t>
      </w:r>
      <w:r w:rsidRPr="000A30E8">
        <w:t xml:space="preserve"> B</w:t>
      </w:r>
      <w:r w:rsidRPr="000A30E8">
        <w:rPr>
          <w:rStyle w:val="Taille-1Caracteres"/>
        </w:rPr>
        <w:t>RIGAND</w:t>
      </w:r>
      <w:r w:rsidRPr="000A30E8">
        <w:t>. — Pauvre père !</w:t>
      </w:r>
    </w:p>
    <w:p w14:paraId="78EC2BEF"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w:t>
      </w:r>
      <w:r w:rsidRPr="000A30E8">
        <w:t xml:space="preserve"> B</w:t>
      </w:r>
      <w:r w:rsidRPr="000A30E8">
        <w:rPr>
          <w:rStyle w:val="Taille-1Caracteres"/>
        </w:rPr>
        <w:t>RIGAND</w:t>
      </w:r>
      <w:r w:rsidRPr="000A30E8">
        <w:t>. — Qu’allons-nous devenir ? Sa carrière de brigand est brisée. À présent qu’il est muet, il ne pourra plus attaquer les voyageurs dans la forêt.</w:t>
      </w:r>
    </w:p>
    <w:p w14:paraId="175E76FF"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DU</w:t>
      </w:r>
      <w:r w:rsidRPr="000A30E8">
        <w:t xml:space="preserve"> B</w:t>
      </w:r>
      <w:r w:rsidRPr="000A30E8">
        <w:rPr>
          <w:rStyle w:val="Taille-1Caracteres"/>
        </w:rPr>
        <w:t>RIGAND</w:t>
      </w:r>
      <w:r w:rsidRPr="000A30E8">
        <w:t>. — Pourquoi, mère ?</w:t>
      </w:r>
    </w:p>
    <w:p w14:paraId="1E07E231"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w:t>
      </w:r>
      <w:r w:rsidRPr="000A30E8">
        <w:t xml:space="preserve"> B</w:t>
      </w:r>
      <w:r w:rsidRPr="000A30E8">
        <w:rPr>
          <w:rStyle w:val="Taille-1Caracteres"/>
        </w:rPr>
        <w:t>RIGAND</w:t>
      </w:r>
      <w:r w:rsidRPr="000A30E8">
        <w:t>. — Parce qu’il ne pourra plus crier : « La bourse ou la vie ! »</w:t>
      </w:r>
    </w:p>
    <w:p w14:paraId="2F7D2534"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DU</w:t>
      </w:r>
      <w:r w:rsidRPr="000A30E8">
        <w:t xml:space="preserve"> B</w:t>
      </w:r>
      <w:r w:rsidRPr="000A30E8">
        <w:rPr>
          <w:rStyle w:val="Taille-1Caracteres"/>
        </w:rPr>
        <w:t>RIGAND</w:t>
      </w:r>
      <w:r w:rsidRPr="000A30E8">
        <w:t>. — C’est vrai !</w:t>
      </w:r>
    </w:p>
    <w:p w14:paraId="6F090697"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w:t>
      </w:r>
      <w:r w:rsidRPr="000A30E8">
        <w:t xml:space="preserve"> B</w:t>
      </w:r>
      <w:r w:rsidRPr="000A30E8">
        <w:rPr>
          <w:rStyle w:val="Taille-1Caracteres"/>
        </w:rPr>
        <w:t>RIGAND</w:t>
      </w:r>
      <w:r w:rsidRPr="000A30E8">
        <w:t>. — S’il ne prononce pas cette phrase classique, aucun voyageur ne se doutera que ton père est un brigand de la Calabre.</w:t>
      </w:r>
    </w:p>
    <w:p w14:paraId="484ED2BB"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DU</w:t>
      </w:r>
      <w:r w:rsidRPr="000A30E8">
        <w:t xml:space="preserve"> B</w:t>
      </w:r>
      <w:r w:rsidRPr="000A30E8">
        <w:rPr>
          <w:rStyle w:val="Taille-1Caracteres"/>
        </w:rPr>
        <w:t>RIGAND</w:t>
      </w:r>
      <w:r w:rsidRPr="000A30E8">
        <w:t>. — Ils ne s’en douteront pas et ne lui tendront pas leur bourse en tremblant. Mais il me vient une idée ; je cours jusqu’à la ville voisine et je reviens. Grâce à moi, mon pauvre père pourra continuer son métier dans notre chère forêt. (</w:t>
      </w:r>
      <w:r w:rsidRPr="000A30E8">
        <w:rPr>
          <w:i/>
          <w:iCs/>
        </w:rPr>
        <w:t>Elle sort</w:t>
      </w:r>
      <w:r w:rsidRPr="000A30E8">
        <w:t>.)</w:t>
      </w:r>
    </w:p>
    <w:p w14:paraId="12F71DCA" w14:textId="77777777" w:rsidR="00285C2D" w:rsidRPr="000A30E8" w:rsidRDefault="00285C2D" w:rsidP="00285C2D">
      <w:pPr>
        <w:pStyle w:val="Titre3"/>
      </w:pPr>
      <w:bookmarkStart w:id="153" w:name="_Toc196330333"/>
      <w:r w:rsidRPr="000A30E8">
        <w:lastRenderedPageBreak/>
        <w:t>DEUXIÈME TABLEAU</w:t>
      </w:r>
      <w:r w:rsidRPr="000A30E8">
        <w:br/>
      </w:r>
      <w:r w:rsidRPr="000A30E8">
        <w:br/>
        <w:t>Une idée pratique.</w:t>
      </w:r>
      <w:bookmarkEnd w:id="153"/>
    </w:p>
    <w:p w14:paraId="2D3E774C" w14:textId="77777777" w:rsidR="00285C2D" w:rsidRPr="000A30E8" w:rsidRDefault="00285C2D" w:rsidP="00285C2D">
      <w:pPr>
        <w:pStyle w:val="Centr"/>
        <w:rPr>
          <w:rStyle w:val="Taille-1Caracteres"/>
        </w:rPr>
      </w:pPr>
      <w:r w:rsidRPr="000A30E8">
        <w:rPr>
          <w:rStyle w:val="Taille-1Caracteres"/>
        </w:rPr>
        <w:t>Même décor.</w:t>
      </w:r>
    </w:p>
    <w:p w14:paraId="507358D4" w14:textId="77777777" w:rsidR="00285C2D" w:rsidRPr="000A30E8" w:rsidRDefault="00285C2D" w:rsidP="00285C2D">
      <w:r w:rsidRPr="000A30E8">
        <w:rPr>
          <w:szCs w:val="32"/>
        </w:rPr>
        <w:t>L</w:t>
      </w:r>
      <w:r w:rsidRPr="000A30E8">
        <w:rPr>
          <w:rStyle w:val="Taille-1Caracteres"/>
        </w:rPr>
        <w:t>A</w:t>
      </w:r>
      <w:r w:rsidRPr="000A30E8">
        <w:rPr>
          <w:szCs w:val="32"/>
        </w:rPr>
        <w:t xml:space="preserve"> F</w:t>
      </w:r>
      <w:r w:rsidRPr="000A30E8">
        <w:rPr>
          <w:rStyle w:val="Taille-1Caracteres"/>
        </w:rPr>
        <w:t>ILLE DU</w:t>
      </w:r>
      <w:r w:rsidRPr="000A30E8">
        <w:rPr>
          <w:szCs w:val="32"/>
        </w:rPr>
        <w:t xml:space="preserve"> B</w:t>
      </w:r>
      <w:r w:rsidRPr="000A30E8">
        <w:rPr>
          <w:rStyle w:val="Taille-1Caracteres"/>
        </w:rPr>
        <w:t>RIGAND</w:t>
      </w:r>
      <w:r w:rsidRPr="000A30E8">
        <w:rPr>
          <w:szCs w:val="32"/>
        </w:rPr>
        <w:t xml:space="preserve">, </w:t>
      </w:r>
      <w:r w:rsidRPr="000A30E8">
        <w:rPr>
          <w:i/>
          <w:iCs/>
          <w:szCs w:val="32"/>
        </w:rPr>
        <w:t>entrant</w:t>
      </w:r>
      <w:r w:rsidRPr="000A30E8">
        <w:rPr>
          <w:szCs w:val="32"/>
        </w:rPr>
        <w:t>. — Cher père, soyez heureux. Malgré votre infirmité, vous allez pouvoir retourner à vos occupations : prenez ce phonographe que je viens d’acheter à la ville voisine.</w:t>
      </w:r>
    </w:p>
    <w:p w14:paraId="74239C06"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RIGAND MUET DE LA</w:t>
      </w:r>
      <w:r w:rsidRPr="000A30E8">
        <w:t xml:space="preserve"> C</w:t>
      </w:r>
      <w:r w:rsidRPr="000A30E8">
        <w:rPr>
          <w:rStyle w:val="Taille-1Caracteres"/>
        </w:rPr>
        <w:t>ALABRE</w:t>
      </w:r>
      <w:r w:rsidRPr="000A30E8">
        <w:t xml:space="preserve">, </w:t>
      </w:r>
      <w:r w:rsidRPr="000A30E8">
        <w:rPr>
          <w:i/>
          <w:iCs/>
        </w:rPr>
        <w:t>en lui-même</w:t>
      </w:r>
      <w:r w:rsidRPr="000A30E8">
        <w:t>. — Un phonographe ?</w:t>
      </w:r>
    </w:p>
    <w:p w14:paraId="1525784F"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DU</w:t>
      </w:r>
      <w:r w:rsidRPr="000A30E8">
        <w:t xml:space="preserve"> B</w:t>
      </w:r>
      <w:r w:rsidRPr="000A30E8">
        <w:rPr>
          <w:rStyle w:val="Taille-1Caracteres"/>
        </w:rPr>
        <w:t>RIGAND</w:t>
      </w:r>
      <w:r w:rsidRPr="000A30E8">
        <w:t>. — Il est muni d’un rouleau sur lequel j’ai fait enregistrer votre phrase professionnelle : « La bourse ou la vie ! » À l’approche des voyageurs, vous ferez marcher l’appareil, qui parlera à votre place.</w:t>
      </w:r>
    </w:p>
    <w:p w14:paraId="5985385A"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RIGAND MUET DE LA</w:t>
      </w:r>
      <w:r w:rsidRPr="000A30E8">
        <w:t xml:space="preserve"> C</w:t>
      </w:r>
      <w:r w:rsidRPr="000A30E8">
        <w:rPr>
          <w:rStyle w:val="Taille-1Caracteres"/>
        </w:rPr>
        <w:t>ALABRE</w:t>
      </w:r>
      <w:r w:rsidRPr="000A30E8">
        <w:t xml:space="preserve">, </w:t>
      </w:r>
      <w:r w:rsidRPr="000A30E8">
        <w:rPr>
          <w:i/>
          <w:iCs/>
        </w:rPr>
        <w:t>en lui-même</w:t>
      </w:r>
      <w:r w:rsidRPr="000A30E8">
        <w:t>. — Quelle bonne idée ! (</w:t>
      </w:r>
      <w:r w:rsidRPr="000A30E8">
        <w:rPr>
          <w:i/>
          <w:iCs/>
        </w:rPr>
        <w:t>Il embrasse sa fille</w:t>
      </w:r>
      <w:r w:rsidRPr="000A30E8">
        <w:t>.) Chère petite créature, grâce à son ingéniosité, je vais pouvoir continuer l’exercice de ma profession. Allons, ne perdons pas de temps, partons dans la forêt prochaine.</w:t>
      </w:r>
    </w:p>
    <w:p w14:paraId="66CFC3BD"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DU</w:t>
      </w:r>
      <w:r w:rsidRPr="000A30E8">
        <w:t xml:space="preserve"> B</w:t>
      </w:r>
      <w:r w:rsidRPr="000A30E8">
        <w:rPr>
          <w:rStyle w:val="Taille-1Caracteres"/>
        </w:rPr>
        <w:t>RIGAND</w:t>
      </w:r>
      <w:r w:rsidRPr="000A30E8">
        <w:t>. — Je lis dans ton regard que tu cherches ton escopette et ton parapluie. Les voici.</w:t>
      </w:r>
    </w:p>
    <w:p w14:paraId="4B950AD7"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ILLE DU</w:t>
      </w:r>
      <w:r w:rsidRPr="000A30E8">
        <w:t xml:space="preserve"> B</w:t>
      </w:r>
      <w:r w:rsidRPr="000A30E8">
        <w:rPr>
          <w:rStyle w:val="Taille-1Caracteres"/>
        </w:rPr>
        <w:t>RIGAND</w:t>
      </w:r>
      <w:r w:rsidRPr="000A30E8">
        <w:t>. — Père, prenez cette table pour poser le phonographe et n’oubliez pas votre pliant. Au revoir, père. Bonne chance. (</w:t>
      </w:r>
      <w:r w:rsidRPr="000A30E8">
        <w:rPr>
          <w:i/>
          <w:iCs/>
        </w:rPr>
        <w:t>Le Brigand muet de la Calabre sort, tenant dans ses bras le phonographe, la table, le pliant, l’escopette et le parapluie</w:t>
      </w:r>
      <w:r w:rsidRPr="000A30E8">
        <w:t>.)</w:t>
      </w:r>
    </w:p>
    <w:p w14:paraId="2FCDCA80" w14:textId="77777777" w:rsidR="00285C2D" w:rsidRPr="000A30E8" w:rsidRDefault="00285C2D" w:rsidP="00285C2D">
      <w:pPr>
        <w:pStyle w:val="Titre3"/>
      </w:pPr>
      <w:bookmarkStart w:id="154" w:name="_Toc196330334"/>
      <w:r w:rsidRPr="000A30E8">
        <w:lastRenderedPageBreak/>
        <w:t>TROISIÈME TABLEAU</w:t>
      </w:r>
      <w:r w:rsidRPr="000A30E8">
        <w:br/>
      </w:r>
      <w:r w:rsidRPr="000A30E8">
        <w:br/>
        <w:t>La bourse ou la vie !</w:t>
      </w:r>
      <w:bookmarkEnd w:id="154"/>
    </w:p>
    <w:p w14:paraId="04DE55AA" w14:textId="77777777" w:rsidR="00285C2D" w:rsidRPr="000A30E8" w:rsidRDefault="00285C2D" w:rsidP="00285C2D">
      <w:pPr>
        <w:pStyle w:val="Centr"/>
        <w:rPr>
          <w:rStyle w:val="Taille-1Caracteres"/>
        </w:rPr>
      </w:pPr>
      <w:r w:rsidRPr="000A30E8">
        <w:rPr>
          <w:rStyle w:val="Taille-1Caracteres"/>
        </w:rPr>
        <w:t>La scène représente la grand-route qui traverse la forêt.</w:t>
      </w:r>
    </w:p>
    <w:p w14:paraId="608900F8" w14:textId="77777777" w:rsidR="00285C2D" w:rsidRPr="000A30E8" w:rsidRDefault="00285C2D" w:rsidP="00285C2D">
      <w:r w:rsidRPr="000A30E8">
        <w:rPr>
          <w:szCs w:val="32"/>
        </w:rPr>
        <w:t>L</w:t>
      </w:r>
      <w:r w:rsidRPr="000A30E8">
        <w:rPr>
          <w:rStyle w:val="Taille-1Caracteres"/>
        </w:rPr>
        <w:t>E</w:t>
      </w:r>
      <w:r w:rsidRPr="000A30E8">
        <w:rPr>
          <w:szCs w:val="32"/>
        </w:rPr>
        <w:t xml:space="preserve"> B</w:t>
      </w:r>
      <w:r w:rsidRPr="000A30E8">
        <w:rPr>
          <w:rStyle w:val="Taille-1Caracteres"/>
        </w:rPr>
        <w:t>RIGAND MUET DE LA</w:t>
      </w:r>
      <w:r w:rsidRPr="000A30E8">
        <w:rPr>
          <w:szCs w:val="32"/>
        </w:rPr>
        <w:t xml:space="preserve"> C</w:t>
      </w:r>
      <w:r w:rsidRPr="000A30E8">
        <w:rPr>
          <w:rStyle w:val="Taille-1Caracteres"/>
        </w:rPr>
        <w:t>ALABRE</w:t>
      </w:r>
      <w:r w:rsidRPr="000A30E8">
        <w:rPr>
          <w:szCs w:val="32"/>
        </w:rPr>
        <w:t xml:space="preserve">, </w:t>
      </w:r>
      <w:r w:rsidRPr="000A30E8">
        <w:rPr>
          <w:i/>
          <w:iCs/>
          <w:szCs w:val="32"/>
        </w:rPr>
        <w:t>en lui-même</w:t>
      </w:r>
      <w:r w:rsidRPr="000A30E8">
        <w:rPr>
          <w:szCs w:val="32"/>
        </w:rPr>
        <w:t>. — Depuis plus de sept heures je suis installé au bord de la route ; je tiens mon parapluie ouvert au-dessus de ma tête, car il pleut sans discontinuer. Mon phonographe est posé sur la table, mon escopette est fixée sur mes genoux et je suis assis sur mon pliant. Nul voyageur n’est encore passé. Mais, je ne me trompe pas. En voici un qui se dirige de mon côté. Il approche. Faisons jouer le phonographe.</w:t>
      </w:r>
    </w:p>
    <w:p w14:paraId="02F71C5D"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HONOGRAPHE</w:t>
      </w:r>
      <w:r w:rsidRPr="000A30E8">
        <w:t xml:space="preserve">, </w:t>
      </w:r>
      <w:r w:rsidRPr="000A30E8">
        <w:rPr>
          <w:i/>
          <w:iCs/>
        </w:rPr>
        <w:t>criant</w:t>
      </w:r>
      <w:r w:rsidRPr="000A30E8">
        <w:t>. — « La bourse ou la vie ! » « La bourse ou la vie ! » « La bourse ou la vie ! »</w:t>
      </w:r>
    </w:p>
    <w:p w14:paraId="5D07CF56"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OYAGEUR</w:t>
      </w:r>
      <w:r w:rsidRPr="000A30E8">
        <w:t xml:space="preserve">, </w:t>
      </w:r>
      <w:r w:rsidRPr="000A30E8">
        <w:rPr>
          <w:i/>
          <w:iCs/>
        </w:rPr>
        <w:t>apercevant le phonographe</w:t>
      </w:r>
      <w:r w:rsidRPr="000A30E8">
        <w:t>. — Tiens, un phonographe. (</w:t>
      </w:r>
      <w:r w:rsidRPr="000A30E8">
        <w:rPr>
          <w:i/>
          <w:iCs/>
        </w:rPr>
        <w:t>Au Brigand muet de la Calabre</w:t>
      </w:r>
      <w:r w:rsidRPr="000A30E8">
        <w:t>.) Pauvre mendiant, vous faites jouer inutilement votre phonographe ; je suis sourd. Prenez quand même ce sou que je vous donne par charité, pauvre misérable. (</w:t>
      </w:r>
      <w:r w:rsidRPr="000A30E8">
        <w:rPr>
          <w:i/>
          <w:iCs/>
        </w:rPr>
        <w:t>Il lui donne un sou et s’éloigne tranquillement</w:t>
      </w:r>
      <w:r w:rsidRPr="000A30E8">
        <w:t>.)</w:t>
      </w:r>
    </w:p>
    <w:p w14:paraId="0FA9EEE3"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RIGAND MUET DE LA</w:t>
      </w:r>
      <w:r w:rsidRPr="000A30E8">
        <w:t xml:space="preserve"> C</w:t>
      </w:r>
      <w:r w:rsidRPr="000A30E8">
        <w:rPr>
          <w:rStyle w:val="Taille-1Caracteres"/>
        </w:rPr>
        <w:t>ALABRE</w:t>
      </w:r>
      <w:r w:rsidRPr="000A30E8">
        <w:t xml:space="preserve">, </w:t>
      </w:r>
      <w:r w:rsidRPr="000A30E8">
        <w:rPr>
          <w:i/>
          <w:iCs/>
        </w:rPr>
        <w:t>en lui-même, avec amertume</w:t>
      </w:r>
      <w:r w:rsidRPr="000A30E8">
        <w:t>. — Voilà bien ma chance. Après plus de sept heures d’attente sous une pluie torrentielle, je tombe sur un voyageur qui me prend pour un mendiant et qui me donne un sou par charité. Il est vrai qu’il était sourd. Il ne pouvait se douter que je suis un brigand puisqu’il n’entendait pas le phonographe crier : « La bourse ou la vie ! » (</w:t>
      </w:r>
      <w:r w:rsidRPr="000A30E8">
        <w:rPr>
          <w:i/>
          <w:iCs/>
        </w:rPr>
        <w:t>Chargé de son matériel, il regagne tristement sa demeure</w:t>
      </w:r>
      <w:r w:rsidRPr="000A30E8">
        <w:t>.)</w:t>
      </w:r>
    </w:p>
    <w:p w14:paraId="053E4060" w14:textId="77777777" w:rsidR="00285C2D" w:rsidRPr="000A30E8" w:rsidRDefault="00285C2D" w:rsidP="00285C2D">
      <w:pPr>
        <w:pStyle w:val="Centr"/>
      </w:pPr>
      <w:r w:rsidRPr="000A30E8">
        <w:lastRenderedPageBreak/>
        <w:t>RIDEAU</w:t>
      </w:r>
    </w:p>
    <w:p w14:paraId="40386869" w14:textId="77777777" w:rsidR="00285C2D" w:rsidRPr="000A30E8" w:rsidRDefault="00285C2D" w:rsidP="00285C2D">
      <w:pPr>
        <w:pStyle w:val="Titre2"/>
      </w:pPr>
      <w:bookmarkStart w:id="155" w:name="_Toc196330335"/>
      <w:r w:rsidRPr="000A30E8">
        <w:lastRenderedPageBreak/>
        <w:t>LES DRAMES DU TYROL</w:t>
      </w:r>
      <w:bookmarkEnd w:id="155"/>
    </w:p>
    <w:p w14:paraId="4F0A4D33" w14:textId="77777777" w:rsidR="00285C2D" w:rsidRPr="000A30E8" w:rsidRDefault="00285C2D" w:rsidP="00285C2D">
      <w:pPr>
        <w:pStyle w:val="Titre3"/>
      </w:pPr>
      <w:bookmarkStart w:id="156" w:name="_Toc196330336"/>
      <w:r w:rsidRPr="000A30E8">
        <w:t>PREMIER ACTE</w:t>
      </w:r>
      <w:r w:rsidRPr="000A30E8">
        <w:br/>
      </w:r>
      <w:r w:rsidRPr="000A30E8">
        <w:br/>
        <w:t>Rivaux d’amour.</w:t>
      </w:r>
      <w:bookmarkEnd w:id="156"/>
    </w:p>
    <w:p w14:paraId="59407B30" w14:textId="77777777" w:rsidR="00285C2D" w:rsidRPr="000A30E8" w:rsidRDefault="00285C2D" w:rsidP="00285C2D">
      <w:pPr>
        <w:pStyle w:val="Centr"/>
        <w:rPr>
          <w:rStyle w:val="Taille-1Caracteres"/>
        </w:rPr>
      </w:pPr>
      <w:r w:rsidRPr="000A30E8">
        <w:rPr>
          <w:rStyle w:val="Taille-1Caracteres"/>
        </w:rPr>
        <w:t>La scène représente un chalet tyrolien.</w:t>
      </w:r>
    </w:p>
    <w:p w14:paraId="19C2BC3A" w14:textId="77777777" w:rsidR="00285C2D" w:rsidRPr="000A30E8" w:rsidRDefault="00285C2D" w:rsidP="00285C2D">
      <w:r w:rsidRPr="000A30E8">
        <w:rPr>
          <w:szCs w:val="32"/>
        </w:rPr>
        <w:t>L</w:t>
      </w:r>
      <w:r w:rsidRPr="000A30E8">
        <w:rPr>
          <w:rStyle w:val="Taille-1Caracteres"/>
        </w:rPr>
        <w:t>A BELLE</w:t>
      </w:r>
      <w:r w:rsidRPr="000A30E8">
        <w:rPr>
          <w:szCs w:val="32"/>
        </w:rPr>
        <w:t xml:space="preserve"> T</w:t>
      </w:r>
      <w:r w:rsidRPr="000A30E8">
        <w:rPr>
          <w:rStyle w:val="Taille-1Caracteres"/>
        </w:rPr>
        <w:t>YROLIENNE</w:t>
      </w:r>
      <w:r w:rsidRPr="000A30E8">
        <w:rPr>
          <w:szCs w:val="32"/>
        </w:rPr>
        <w:t>. — Voici l’heure où mon fiancé, le Berger tyrolien passe devant mon chalet pour conduire ses moutons sur les hauts sommets. J’entends des pas. Ce doit être lui ! Non ! ce n’est pas lui !… C’est le Pâtre du Sanatorium, qui m’aime et que je n’aime pas.</w:t>
      </w:r>
    </w:p>
    <w:p w14:paraId="5EBBC41A"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ÂTRE DU</w:t>
      </w:r>
      <w:r w:rsidRPr="000A30E8">
        <w:t xml:space="preserve"> S</w:t>
      </w:r>
      <w:r w:rsidRPr="000A30E8">
        <w:rPr>
          <w:rStyle w:val="Taille-1Caracteres"/>
        </w:rPr>
        <w:t>ANATORIUM</w:t>
      </w:r>
      <w:r w:rsidRPr="000A30E8">
        <w:t>. — Avez-vous réfléchi, belle Tyrolienne ? Voulez-vous devenir ma femme ?</w:t>
      </w:r>
    </w:p>
    <w:p w14:paraId="645EFAC6" w14:textId="77777777" w:rsidR="00285C2D" w:rsidRPr="000A30E8" w:rsidRDefault="00285C2D" w:rsidP="00285C2D">
      <w:r w:rsidRPr="000A30E8">
        <w:t>L</w:t>
      </w:r>
      <w:r w:rsidRPr="000A30E8">
        <w:rPr>
          <w:rStyle w:val="Taille-1Caracteres"/>
        </w:rPr>
        <w:t>A BELLE</w:t>
      </w:r>
      <w:r w:rsidRPr="000A30E8">
        <w:t xml:space="preserve"> T</w:t>
      </w:r>
      <w:r w:rsidRPr="000A30E8">
        <w:rPr>
          <w:rStyle w:val="Taille-1Caracteres"/>
        </w:rPr>
        <w:t>YROLIENNE</w:t>
      </w:r>
      <w:r w:rsidRPr="000A30E8">
        <w:t>. — Non, j’aime le Berger tyrolien !</w:t>
      </w:r>
    </w:p>
    <w:p w14:paraId="2AC77C43"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ÂTRE DU</w:t>
      </w:r>
      <w:r w:rsidRPr="000A30E8">
        <w:t xml:space="preserve"> S</w:t>
      </w:r>
      <w:r w:rsidRPr="000A30E8">
        <w:rPr>
          <w:rStyle w:val="Taille-1Caracteres"/>
        </w:rPr>
        <w:t>ANATORIUM</w:t>
      </w:r>
      <w:r w:rsidRPr="000A30E8">
        <w:t>. — Folie ! Aimer ce jeune berger sans fortune ! Ma situation est, certes, plus brillante que la sienne. Songez que je suis le Pâtre du Sanatorium !</w:t>
      </w:r>
    </w:p>
    <w:p w14:paraId="41F6D342" w14:textId="77777777" w:rsidR="00285C2D" w:rsidRPr="000A30E8" w:rsidRDefault="00285C2D" w:rsidP="00285C2D">
      <w:r w:rsidRPr="000A30E8">
        <w:t>L</w:t>
      </w:r>
      <w:r w:rsidRPr="000A30E8">
        <w:rPr>
          <w:rStyle w:val="Taille-1Caracteres"/>
        </w:rPr>
        <w:t>A BELLE</w:t>
      </w:r>
      <w:r w:rsidRPr="000A30E8">
        <w:t xml:space="preserve"> T</w:t>
      </w:r>
      <w:r w:rsidRPr="000A30E8">
        <w:rPr>
          <w:rStyle w:val="Taille-1Caracteres"/>
        </w:rPr>
        <w:t>YROLIENNE</w:t>
      </w:r>
      <w:r w:rsidRPr="000A30E8">
        <w:t>. — Je sais. Vous êtes chargé de mener paître sur les sommets les pensionnaires végétariens du Sanatorium.</w:t>
      </w:r>
    </w:p>
    <w:p w14:paraId="3513584E"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ÂTRE DU</w:t>
      </w:r>
      <w:r w:rsidRPr="000A30E8">
        <w:t xml:space="preserve"> S</w:t>
      </w:r>
      <w:r w:rsidRPr="000A30E8">
        <w:rPr>
          <w:rStyle w:val="Taille-1Caracteres"/>
        </w:rPr>
        <w:t>ANATORIUM</w:t>
      </w:r>
      <w:r w:rsidRPr="000A30E8">
        <w:t>. — Oui, et tous les riches végétariens que je mène aux pâturages me donnent de magnifiques pourboires. Ah ! je peux le dire sans me vanter : je suis ce qu’on appelle un riche parti !</w:t>
      </w:r>
    </w:p>
    <w:p w14:paraId="422F6D32" w14:textId="77777777" w:rsidR="00285C2D" w:rsidRPr="000A30E8" w:rsidRDefault="00285C2D" w:rsidP="00285C2D">
      <w:r w:rsidRPr="000A30E8">
        <w:lastRenderedPageBreak/>
        <w:t>L</w:t>
      </w:r>
      <w:r w:rsidRPr="000A30E8">
        <w:rPr>
          <w:rStyle w:val="Taille-1Caracteres"/>
        </w:rPr>
        <w:t>A BELLE</w:t>
      </w:r>
      <w:r w:rsidRPr="000A30E8">
        <w:t xml:space="preserve"> T</w:t>
      </w:r>
      <w:r w:rsidRPr="000A30E8">
        <w:rPr>
          <w:rStyle w:val="Taille-1Caracteres"/>
        </w:rPr>
        <w:t>YROLIENNE</w:t>
      </w:r>
      <w:r w:rsidRPr="000A30E8">
        <w:t>. — J’aime le Berger tyrolien. Mais le voici qui vient. De sa voix puissante, il chante sa tyrolienne favorite.</w:t>
      </w:r>
    </w:p>
    <w:p w14:paraId="307CEE3B"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ÂTRE DU</w:t>
      </w:r>
      <w:r w:rsidRPr="000A30E8">
        <w:t xml:space="preserve"> S</w:t>
      </w:r>
      <w:r w:rsidRPr="000A30E8">
        <w:rPr>
          <w:rStyle w:val="Taille-1Caracteres"/>
        </w:rPr>
        <w:t>ANATORIUM</w:t>
      </w:r>
      <w:r w:rsidRPr="000A30E8">
        <w:t xml:space="preserve">, </w:t>
      </w:r>
      <w:r w:rsidRPr="000A30E8">
        <w:rPr>
          <w:i/>
          <w:iCs/>
        </w:rPr>
        <w:t>d’une voix farouche</w:t>
      </w:r>
      <w:r w:rsidRPr="000A30E8">
        <w:t>. — Je me retire. (</w:t>
      </w:r>
      <w:r w:rsidRPr="000A30E8">
        <w:rPr>
          <w:i/>
          <w:iCs/>
        </w:rPr>
        <w:t>Il s’éloigne rapidement</w:t>
      </w:r>
      <w:r w:rsidRPr="000A30E8">
        <w:t>.)</w:t>
      </w:r>
    </w:p>
    <w:p w14:paraId="43CC29D2"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ERGER TYROLIEN</w:t>
      </w:r>
      <w:r w:rsidRPr="000A30E8">
        <w:t xml:space="preserve">, </w:t>
      </w:r>
      <w:r w:rsidRPr="000A30E8">
        <w:rPr>
          <w:i/>
          <w:iCs/>
        </w:rPr>
        <w:t>arrivant en chantant</w:t>
      </w:r>
      <w:r w:rsidRPr="000A30E8">
        <w:t> :</w:t>
      </w:r>
    </w:p>
    <w:p w14:paraId="0A6D35B5" w14:textId="77777777" w:rsidR="00285C2D" w:rsidRPr="000A30E8" w:rsidRDefault="00285C2D" w:rsidP="00285C2D">
      <w:pPr>
        <w:pStyle w:val="CentrEspAvt0EspApr0"/>
      </w:pPr>
      <w:r w:rsidRPr="000A30E8">
        <w:t>Si j’étais Espagnol</w:t>
      </w:r>
    </w:p>
    <w:p w14:paraId="1AB2211F" w14:textId="77777777" w:rsidR="00285C2D" w:rsidRPr="000A30E8" w:rsidRDefault="00285C2D" w:rsidP="00285C2D">
      <w:pPr>
        <w:pStyle w:val="CentrEspAvt0EspApr0"/>
      </w:pPr>
      <w:r w:rsidRPr="000A30E8">
        <w:t>Je chanterais l’Espa-â-gne !</w:t>
      </w:r>
    </w:p>
    <w:p w14:paraId="3EAD56DD" w14:textId="77777777" w:rsidR="00285C2D" w:rsidRPr="000A30E8" w:rsidRDefault="00285C2D" w:rsidP="00285C2D">
      <w:pPr>
        <w:pStyle w:val="CentrEspAvt0EspApr0"/>
        <w:rPr>
          <w:szCs w:val="32"/>
        </w:rPr>
      </w:pPr>
      <w:r w:rsidRPr="000A30E8">
        <w:rPr>
          <w:szCs w:val="32"/>
        </w:rPr>
        <w:t>Mais je suis du Tyrol,</w:t>
      </w:r>
    </w:p>
    <w:p w14:paraId="1AEA2365" w14:textId="77777777" w:rsidR="00285C2D" w:rsidRPr="000A30E8" w:rsidRDefault="00285C2D" w:rsidP="00285C2D">
      <w:pPr>
        <w:pStyle w:val="CentrEspAvt0EspApr0"/>
        <w:rPr>
          <w:szCs w:val="32"/>
        </w:rPr>
      </w:pPr>
      <w:r w:rsidRPr="000A30E8">
        <w:rPr>
          <w:szCs w:val="32"/>
        </w:rPr>
        <w:t>Je chante mes monta-â-gnes !</w:t>
      </w:r>
    </w:p>
    <w:p w14:paraId="235C9BA1" w14:textId="77777777" w:rsidR="00285C2D" w:rsidRPr="000A30E8" w:rsidRDefault="00285C2D" w:rsidP="00285C2D">
      <w:pPr>
        <w:pStyle w:val="CentrEspAvt0EspApr0"/>
        <w:rPr>
          <w:szCs w:val="32"/>
        </w:rPr>
      </w:pPr>
      <w:r w:rsidRPr="000A30E8">
        <w:rPr>
          <w:szCs w:val="32"/>
        </w:rPr>
        <w:t>Redressant mon torse nerveux</w:t>
      </w:r>
    </w:p>
    <w:p w14:paraId="32CB4356" w14:textId="77777777" w:rsidR="00285C2D" w:rsidRPr="000A30E8" w:rsidRDefault="00285C2D" w:rsidP="00285C2D">
      <w:pPr>
        <w:pStyle w:val="CentrEspAvt0EspApr0"/>
        <w:rPr>
          <w:szCs w:val="32"/>
        </w:rPr>
      </w:pPr>
      <w:r w:rsidRPr="000A30E8">
        <w:rPr>
          <w:szCs w:val="32"/>
        </w:rPr>
        <w:t>Je chante ce refrain joyeux :</w:t>
      </w:r>
    </w:p>
    <w:p w14:paraId="3AE2F789" w14:textId="77777777" w:rsidR="00285C2D" w:rsidRPr="000A30E8" w:rsidRDefault="00285C2D" w:rsidP="00285C2D">
      <w:pPr>
        <w:pStyle w:val="CentrEspAvt0EspApr0"/>
        <w:rPr>
          <w:szCs w:val="32"/>
        </w:rPr>
      </w:pPr>
      <w:r w:rsidRPr="000A30E8">
        <w:rPr>
          <w:szCs w:val="32"/>
        </w:rPr>
        <w:t>Trou, la, la, trou, la, la, itou !</w:t>
      </w:r>
    </w:p>
    <w:p w14:paraId="303F0C93" w14:textId="77777777" w:rsidR="00285C2D" w:rsidRPr="000A30E8" w:rsidRDefault="00285C2D" w:rsidP="00285C2D">
      <w:pPr>
        <w:pStyle w:val="CentrEspAvt0EspApr0"/>
        <w:rPr>
          <w:szCs w:val="32"/>
        </w:rPr>
      </w:pPr>
      <w:r w:rsidRPr="000A30E8">
        <w:rPr>
          <w:szCs w:val="32"/>
        </w:rPr>
        <w:t>Trou, la, la, trou, la, la, iti !</w:t>
      </w:r>
    </w:p>
    <w:p w14:paraId="7DD23A04" w14:textId="77777777" w:rsidR="00285C2D" w:rsidRPr="000A30E8" w:rsidRDefault="00285C2D" w:rsidP="00285C2D">
      <w:pPr>
        <w:pStyle w:val="CentrEspAvt0EspApr0"/>
        <w:rPr>
          <w:szCs w:val="32"/>
        </w:rPr>
      </w:pPr>
      <w:r w:rsidRPr="000A30E8">
        <w:rPr>
          <w:szCs w:val="32"/>
        </w:rPr>
        <w:t>Trou, la, la, trou, la, la, itou !</w:t>
      </w:r>
    </w:p>
    <w:p w14:paraId="0508AAC3" w14:textId="77777777" w:rsidR="00285C2D" w:rsidRPr="000A30E8" w:rsidRDefault="00285C2D" w:rsidP="00285C2D">
      <w:pPr>
        <w:pStyle w:val="CentrEspAvt0EspApr0"/>
        <w:rPr>
          <w:szCs w:val="32"/>
        </w:rPr>
      </w:pPr>
      <w:r w:rsidRPr="000A30E8">
        <w:rPr>
          <w:szCs w:val="32"/>
        </w:rPr>
        <w:t>Trou, la, la, trou, la, la, iti !</w:t>
      </w:r>
    </w:p>
    <w:p w14:paraId="388B9F55" w14:textId="77777777" w:rsidR="00285C2D" w:rsidRPr="000A30E8" w:rsidRDefault="00285C2D" w:rsidP="00285C2D">
      <w:pPr>
        <w:pStyle w:val="CentrEspAvt0EspApr0"/>
      </w:pPr>
      <w:r w:rsidRPr="000A30E8">
        <w:rPr>
          <w:szCs w:val="32"/>
        </w:rPr>
        <w:t>La, iti !</w:t>
      </w:r>
    </w:p>
    <w:p w14:paraId="5F6C44F6" w14:textId="77777777" w:rsidR="00285C2D" w:rsidRPr="000A30E8" w:rsidRDefault="00285C2D" w:rsidP="00285C2D">
      <w:r w:rsidRPr="000A30E8">
        <w:rPr>
          <w:szCs w:val="32"/>
        </w:rPr>
        <w:t>L</w:t>
      </w:r>
      <w:r w:rsidRPr="000A30E8">
        <w:rPr>
          <w:rStyle w:val="Taille-1Caracteres"/>
        </w:rPr>
        <w:t>A BELLE</w:t>
      </w:r>
      <w:r w:rsidRPr="000A30E8">
        <w:rPr>
          <w:szCs w:val="32"/>
        </w:rPr>
        <w:t xml:space="preserve"> T</w:t>
      </w:r>
      <w:r w:rsidRPr="000A30E8">
        <w:rPr>
          <w:rStyle w:val="Taille-1Caracteres"/>
        </w:rPr>
        <w:t>YROLIENNE</w:t>
      </w:r>
      <w:r w:rsidRPr="000A30E8">
        <w:rPr>
          <w:szCs w:val="32"/>
        </w:rPr>
        <w:t>. — Cher Berger, ta voix gutturale remue jusqu’au plus profond de mon être.</w:t>
      </w:r>
    </w:p>
    <w:p w14:paraId="579E7D56"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ERGER TYROLIEN</w:t>
      </w:r>
      <w:r w:rsidRPr="000A30E8">
        <w:t>. — Chère belle Tyrolienne ! Bientôt tu seras ma femme !</w:t>
      </w:r>
    </w:p>
    <w:p w14:paraId="763B42A0" w14:textId="77777777" w:rsidR="00285C2D" w:rsidRPr="000A30E8" w:rsidRDefault="00285C2D" w:rsidP="00285C2D">
      <w:r w:rsidRPr="000A30E8">
        <w:t>L</w:t>
      </w:r>
      <w:r w:rsidRPr="000A30E8">
        <w:rPr>
          <w:rStyle w:val="Taille-1Caracteres"/>
        </w:rPr>
        <w:t>A BELLE</w:t>
      </w:r>
      <w:r w:rsidRPr="000A30E8">
        <w:t xml:space="preserve"> T</w:t>
      </w:r>
      <w:r w:rsidRPr="000A30E8">
        <w:rPr>
          <w:rStyle w:val="Taille-1Caracteres"/>
        </w:rPr>
        <w:t>YROLIENNE</w:t>
      </w:r>
      <w:r w:rsidRPr="000A30E8">
        <w:t>. — Prends ce bouquet de lierre cueilli à ton intention. C’est l’emblème de la fidélité.</w:t>
      </w:r>
    </w:p>
    <w:p w14:paraId="5A77F407"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ERGER TYROLIEN</w:t>
      </w:r>
      <w:r w:rsidRPr="000A30E8">
        <w:t>. — Oh ! merci. (</w:t>
      </w:r>
      <w:r w:rsidRPr="000A30E8">
        <w:rPr>
          <w:i/>
          <w:iCs/>
        </w:rPr>
        <w:t>Il serre le bouquet sur sa poitrine</w:t>
      </w:r>
      <w:r w:rsidRPr="000A30E8">
        <w:t>.) À ce soir, belle Tyrolienne ! (</w:t>
      </w:r>
      <w:r w:rsidRPr="000A30E8">
        <w:rPr>
          <w:i/>
          <w:iCs/>
        </w:rPr>
        <w:t>Il s’éloigne avec son troupeau</w:t>
      </w:r>
      <w:r w:rsidRPr="000A30E8">
        <w:t>.)</w:t>
      </w:r>
    </w:p>
    <w:p w14:paraId="46D98CC8"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ÂTRE DU</w:t>
      </w:r>
      <w:r w:rsidRPr="000A30E8">
        <w:t xml:space="preserve"> S</w:t>
      </w:r>
      <w:r w:rsidRPr="000A30E8">
        <w:rPr>
          <w:rStyle w:val="Taille-1Caracteres"/>
        </w:rPr>
        <w:t>ANATORIUM</w:t>
      </w:r>
      <w:r w:rsidRPr="000A30E8">
        <w:t xml:space="preserve">, </w:t>
      </w:r>
      <w:r w:rsidRPr="000A30E8">
        <w:rPr>
          <w:i/>
          <w:iCs/>
        </w:rPr>
        <w:t>dissimulé derrière un arbre</w:t>
      </w:r>
      <w:r w:rsidRPr="000A30E8">
        <w:t>. — Ah ! maudit Berger ! J’ai comme un pressentiment que tu ne redescendras plus de la montagne !</w:t>
      </w:r>
    </w:p>
    <w:p w14:paraId="22FA9F23" w14:textId="77777777" w:rsidR="00285C2D" w:rsidRPr="000A30E8" w:rsidRDefault="00285C2D" w:rsidP="00285C2D">
      <w:pPr>
        <w:pStyle w:val="Titre3"/>
      </w:pPr>
      <w:bookmarkStart w:id="157" w:name="_Toc196330337"/>
      <w:r w:rsidRPr="000A30E8">
        <w:lastRenderedPageBreak/>
        <w:t>DEUXIÈME ACTE</w:t>
      </w:r>
      <w:r w:rsidRPr="000A30E8">
        <w:br/>
      </w:r>
      <w:r w:rsidRPr="000A30E8">
        <w:br/>
        <w:t>Le gouffre sans fond.</w:t>
      </w:r>
      <w:bookmarkEnd w:id="157"/>
    </w:p>
    <w:p w14:paraId="03B7CA53" w14:textId="77777777" w:rsidR="00285C2D" w:rsidRPr="000A30E8" w:rsidRDefault="00285C2D" w:rsidP="00285C2D">
      <w:pPr>
        <w:pStyle w:val="Centr"/>
        <w:rPr>
          <w:rStyle w:val="Taille-1Caracteres"/>
        </w:rPr>
      </w:pPr>
      <w:r w:rsidRPr="000A30E8">
        <w:rPr>
          <w:rStyle w:val="Taille-1Caracteres"/>
        </w:rPr>
        <w:t>La scène représente le sommet de la montagne.</w:t>
      </w:r>
    </w:p>
    <w:p w14:paraId="3CD98601" w14:textId="77777777" w:rsidR="00285C2D" w:rsidRPr="000A30E8" w:rsidRDefault="00285C2D" w:rsidP="00285C2D">
      <w:r w:rsidRPr="000A30E8">
        <w:rPr>
          <w:szCs w:val="32"/>
        </w:rPr>
        <w:t>L</w:t>
      </w:r>
      <w:r w:rsidRPr="000A30E8">
        <w:rPr>
          <w:rStyle w:val="Taille-1Caracteres"/>
        </w:rPr>
        <w:t>E</w:t>
      </w:r>
      <w:r w:rsidRPr="000A30E8">
        <w:rPr>
          <w:szCs w:val="32"/>
        </w:rPr>
        <w:t xml:space="preserve"> B</w:t>
      </w:r>
      <w:r w:rsidRPr="000A30E8">
        <w:rPr>
          <w:rStyle w:val="Taille-1Caracteres"/>
        </w:rPr>
        <w:t>ERGER TYROLIEN</w:t>
      </w:r>
      <w:r w:rsidRPr="000A30E8">
        <w:rPr>
          <w:szCs w:val="32"/>
        </w:rPr>
        <w:t>. — Mes moutons paissent dans les pâturages qui bordent le « gouffre sans fond ». Je rêve à ma belle Tyrolienne. Mais j’entends des pas. Quelqu’un monte le sentier escarpé.</w:t>
      </w:r>
    </w:p>
    <w:p w14:paraId="7FF6A283"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ÂTRE DU</w:t>
      </w:r>
      <w:r w:rsidRPr="000A30E8">
        <w:t xml:space="preserve"> S</w:t>
      </w:r>
      <w:r w:rsidRPr="000A30E8">
        <w:rPr>
          <w:rStyle w:val="Taille-1Caracteres"/>
        </w:rPr>
        <w:t>ANATORIUM</w:t>
      </w:r>
      <w:r w:rsidRPr="000A30E8">
        <w:t>. — Bonjour, camarade Berger. Je me rends au Sanatorium. (</w:t>
      </w:r>
      <w:r w:rsidRPr="000A30E8">
        <w:rPr>
          <w:i/>
          <w:iCs/>
        </w:rPr>
        <w:t>Doucereux</w:t>
      </w:r>
      <w:r w:rsidRPr="000A30E8">
        <w:t>.) Tu devrais m’imiter, l’ami, et venir te placer au Sanatorium pour garder les riches végétariens.</w:t>
      </w:r>
    </w:p>
    <w:p w14:paraId="33C566BD"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ERGER TYROLIEN</w:t>
      </w:r>
      <w:r w:rsidRPr="000A30E8">
        <w:t xml:space="preserve">, </w:t>
      </w:r>
      <w:r w:rsidRPr="000A30E8">
        <w:rPr>
          <w:i/>
          <w:iCs/>
        </w:rPr>
        <w:t>avec dignité</w:t>
      </w:r>
      <w:r w:rsidRPr="000A30E8">
        <w:t>. — J’aime mieux garder mes moutons !</w:t>
      </w:r>
    </w:p>
    <w:p w14:paraId="370330E9"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ÂTRE DU</w:t>
      </w:r>
      <w:r w:rsidRPr="000A30E8">
        <w:t xml:space="preserve"> S</w:t>
      </w:r>
      <w:r w:rsidRPr="000A30E8">
        <w:rPr>
          <w:rStyle w:val="Taille-1Caracteres"/>
        </w:rPr>
        <w:t>ANATORIUM</w:t>
      </w:r>
      <w:r w:rsidRPr="000A30E8">
        <w:t>. — À ton aise ! (</w:t>
      </w:r>
      <w:r w:rsidRPr="000A30E8">
        <w:rPr>
          <w:i/>
          <w:iCs/>
        </w:rPr>
        <w:t>D’une voix mielleuse</w:t>
      </w:r>
      <w:r w:rsidRPr="000A30E8">
        <w:t>.) Je suis en avance. Veux-tu, pour nous divertir un moment, que nous fassions une partie de colin-maillard ?</w:t>
      </w:r>
    </w:p>
    <w:p w14:paraId="107822BB"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ERGER TYROLIEN</w:t>
      </w:r>
      <w:r w:rsidRPr="000A30E8">
        <w:t>. — Soit ! (</w:t>
      </w:r>
      <w:r w:rsidRPr="000A30E8">
        <w:rPr>
          <w:i/>
          <w:iCs/>
        </w:rPr>
        <w:t>Il se laisse bander les yeux et court à l’aveuglette pour attraper le Pâtre du Sanatorium</w:t>
      </w:r>
      <w:r w:rsidRPr="000A30E8">
        <w:t>.) Où donc es-tu, camarade Pâtre ?</w:t>
      </w:r>
    </w:p>
    <w:p w14:paraId="6BD9095E"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ÂTRE DU</w:t>
      </w:r>
      <w:r w:rsidRPr="000A30E8">
        <w:t xml:space="preserve"> S</w:t>
      </w:r>
      <w:r w:rsidRPr="000A30E8">
        <w:rPr>
          <w:rStyle w:val="Taille-1Caracteres"/>
        </w:rPr>
        <w:t>ANATORIUM</w:t>
      </w:r>
      <w:r w:rsidRPr="000A30E8">
        <w:t>. — Par ici, tout droit, un peu plus loin ! Là !</w:t>
      </w:r>
    </w:p>
    <w:p w14:paraId="00494626"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ERGER TYROLIEN</w:t>
      </w:r>
      <w:r w:rsidRPr="000A30E8">
        <w:t>. — Ciel ! Je tombe ! (</w:t>
      </w:r>
      <w:r w:rsidRPr="000A30E8">
        <w:rPr>
          <w:i/>
          <w:iCs/>
        </w:rPr>
        <w:t>Il disparaît dans le gouffre sans fond</w:t>
      </w:r>
      <w:r w:rsidRPr="000A30E8">
        <w:t>.)</w:t>
      </w:r>
    </w:p>
    <w:p w14:paraId="1614E1F8"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ÂTRE DU</w:t>
      </w:r>
      <w:r w:rsidRPr="000A30E8">
        <w:t xml:space="preserve"> S</w:t>
      </w:r>
      <w:r w:rsidRPr="000A30E8">
        <w:rPr>
          <w:rStyle w:val="Taille-1Caracteres"/>
        </w:rPr>
        <w:t>ANATORIUM</w:t>
      </w:r>
      <w:r w:rsidRPr="000A30E8">
        <w:t xml:space="preserve">. — Ma ruse a parfaitement réussi. Mon rival a disparu dans l’abîme. Et maintenant, aussi </w:t>
      </w:r>
      <w:r w:rsidRPr="000A30E8">
        <w:lastRenderedPageBreak/>
        <w:t>vrai que je ne m’appelle pas Léonard, la belle Tyrolienne m’appartiendra !</w:t>
      </w:r>
    </w:p>
    <w:p w14:paraId="3A2DA97B" w14:textId="77777777" w:rsidR="00285C2D" w:rsidRPr="000A30E8" w:rsidRDefault="00285C2D" w:rsidP="00285C2D">
      <w:pPr>
        <w:pStyle w:val="Titre3"/>
      </w:pPr>
      <w:bookmarkStart w:id="158" w:name="_Toc196330338"/>
      <w:r w:rsidRPr="000A30E8">
        <w:t>TROISIÈME ACTE</w:t>
      </w:r>
      <w:r w:rsidRPr="000A30E8">
        <w:br/>
      </w:r>
      <w:r w:rsidRPr="000A30E8">
        <w:br/>
        <w:t>Le mort qui chante.</w:t>
      </w:r>
      <w:bookmarkEnd w:id="158"/>
    </w:p>
    <w:p w14:paraId="04CBB959" w14:textId="77777777" w:rsidR="00285C2D" w:rsidRPr="000A30E8" w:rsidRDefault="00285C2D" w:rsidP="00285C2D">
      <w:pPr>
        <w:pStyle w:val="Centr"/>
        <w:rPr>
          <w:rStyle w:val="Taille-1Caracteres"/>
        </w:rPr>
      </w:pPr>
      <w:r w:rsidRPr="000A30E8">
        <w:rPr>
          <w:rStyle w:val="Taille-1Caracteres"/>
        </w:rPr>
        <w:t>La scène représente le chalet de la belle Tyrolienne.</w:t>
      </w:r>
    </w:p>
    <w:p w14:paraId="169232F9" w14:textId="77777777" w:rsidR="00285C2D" w:rsidRPr="000A30E8" w:rsidRDefault="00285C2D" w:rsidP="00285C2D">
      <w:r w:rsidRPr="000A30E8">
        <w:rPr>
          <w:szCs w:val="32"/>
        </w:rPr>
        <w:t>L</w:t>
      </w:r>
      <w:r w:rsidRPr="000A30E8">
        <w:rPr>
          <w:rStyle w:val="Taille-1Caracteres"/>
        </w:rPr>
        <w:t>A BELLE</w:t>
      </w:r>
      <w:r w:rsidRPr="000A30E8">
        <w:rPr>
          <w:szCs w:val="32"/>
        </w:rPr>
        <w:t xml:space="preserve"> T</w:t>
      </w:r>
      <w:r w:rsidRPr="000A30E8">
        <w:rPr>
          <w:rStyle w:val="Taille-1Caracteres"/>
        </w:rPr>
        <w:t>YROLIENNE</w:t>
      </w:r>
      <w:r w:rsidRPr="000A30E8">
        <w:rPr>
          <w:szCs w:val="32"/>
        </w:rPr>
        <w:t>. — Vingt ans déjà ! Vingt ans que mon fiancé, le Berger tyrolien, a disparu dans la montagne. (</w:t>
      </w:r>
      <w:r w:rsidRPr="000A30E8">
        <w:rPr>
          <w:i/>
          <w:iCs/>
          <w:szCs w:val="32"/>
        </w:rPr>
        <w:t>Une larme coule lentement sur sa joue</w:t>
      </w:r>
      <w:r w:rsidRPr="000A30E8">
        <w:rPr>
          <w:szCs w:val="32"/>
        </w:rPr>
        <w:t>.) La nuit vient. L’orage gronde au loin. Rentrons dans mon triste chalet.</w:t>
      </w:r>
    </w:p>
    <w:p w14:paraId="01BA314F"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ÂTRE DU</w:t>
      </w:r>
      <w:r w:rsidRPr="000A30E8">
        <w:t xml:space="preserve"> S</w:t>
      </w:r>
      <w:r w:rsidRPr="000A30E8">
        <w:rPr>
          <w:rStyle w:val="Taille-1Caracteres"/>
        </w:rPr>
        <w:t>ANATORIUM</w:t>
      </w:r>
      <w:r w:rsidRPr="000A30E8">
        <w:t xml:space="preserve">, </w:t>
      </w:r>
      <w:r w:rsidRPr="000A30E8">
        <w:rPr>
          <w:i/>
          <w:iCs/>
        </w:rPr>
        <w:t>surgissant dans l’ombre</w:t>
      </w:r>
      <w:r w:rsidRPr="000A30E8">
        <w:t>. — Oui, rentrons. (</w:t>
      </w:r>
      <w:r w:rsidRPr="000A30E8">
        <w:rPr>
          <w:i/>
          <w:iCs/>
        </w:rPr>
        <w:t>Il la pousse dans le chalet</w:t>
      </w:r>
      <w:r w:rsidRPr="000A30E8">
        <w:t>.) Il faut que je vous parle. Je ne peux plus attendre. Le feu du désir me consume petit à petit depuis vingt ans ! Une dernière fois, voulez-vous devenir ma femme ?</w:t>
      </w:r>
    </w:p>
    <w:p w14:paraId="5F0255AD" w14:textId="77777777" w:rsidR="00285C2D" w:rsidRPr="000A30E8" w:rsidRDefault="00285C2D" w:rsidP="00285C2D">
      <w:r w:rsidRPr="000A30E8">
        <w:t>L</w:t>
      </w:r>
      <w:r w:rsidRPr="000A30E8">
        <w:rPr>
          <w:rStyle w:val="Taille-1Caracteres"/>
        </w:rPr>
        <w:t>A BELLE</w:t>
      </w:r>
      <w:r w:rsidRPr="000A30E8">
        <w:t xml:space="preserve"> T</w:t>
      </w:r>
      <w:r w:rsidRPr="000A30E8">
        <w:rPr>
          <w:rStyle w:val="Taille-1Caracteres"/>
        </w:rPr>
        <w:t>YROLIENNE</w:t>
      </w:r>
      <w:r w:rsidRPr="000A30E8">
        <w:t>. — J’aime le Berger tyrolien !</w:t>
      </w:r>
    </w:p>
    <w:p w14:paraId="779DAD9B"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ÂTRE DU</w:t>
      </w:r>
      <w:r w:rsidRPr="000A30E8">
        <w:t xml:space="preserve"> S</w:t>
      </w:r>
      <w:r w:rsidRPr="000A30E8">
        <w:rPr>
          <w:rStyle w:val="Taille-1Caracteres"/>
        </w:rPr>
        <w:t>ANATORIUM</w:t>
      </w:r>
      <w:r w:rsidRPr="000A30E8">
        <w:t>. — Mais puisqu’il a disparu ! Puisqu’il est sûrement mort dans la montagne !</w:t>
      </w:r>
    </w:p>
    <w:p w14:paraId="771A0964" w14:textId="77777777" w:rsidR="00285C2D" w:rsidRPr="000A30E8" w:rsidRDefault="00285C2D" w:rsidP="00285C2D">
      <w:r w:rsidRPr="000A30E8">
        <w:t>L</w:t>
      </w:r>
      <w:r w:rsidRPr="000A30E8">
        <w:rPr>
          <w:rStyle w:val="Taille-1Caracteres"/>
        </w:rPr>
        <w:t>A BELLE</w:t>
      </w:r>
      <w:r w:rsidRPr="000A30E8">
        <w:t xml:space="preserve"> T</w:t>
      </w:r>
      <w:r w:rsidRPr="000A30E8">
        <w:rPr>
          <w:rStyle w:val="Taille-1Caracteres"/>
        </w:rPr>
        <w:t>YROLIENNE</w:t>
      </w:r>
      <w:r w:rsidRPr="000A30E8">
        <w:t>. — J’ai le pressentiment qu’il reviendra un jour. Je l’attendrai.</w:t>
      </w:r>
    </w:p>
    <w:p w14:paraId="3CE74BB9"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ÂTRE DU</w:t>
      </w:r>
      <w:r w:rsidRPr="000A30E8">
        <w:t xml:space="preserve"> S</w:t>
      </w:r>
      <w:r w:rsidRPr="000A30E8">
        <w:rPr>
          <w:rStyle w:val="Taille-1Caracteres"/>
        </w:rPr>
        <w:t>ANATORIUM</w:t>
      </w:r>
      <w:r w:rsidRPr="000A30E8">
        <w:t>. — À la fin, c’en est trop ! La patience a des limites ! Nous sommes seuls ! Rien ne pourra te soustraire à mon baiser de feu !</w:t>
      </w:r>
    </w:p>
    <w:p w14:paraId="1050BE91" w14:textId="77777777" w:rsidR="00285C2D" w:rsidRPr="000A30E8" w:rsidRDefault="00285C2D" w:rsidP="00285C2D">
      <w:r w:rsidRPr="000A30E8">
        <w:t>L</w:t>
      </w:r>
      <w:r w:rsidRPr="000A30E8">
        <w:rPr>
          <w:rStyle w:val="Taille-1Caracteres"/>
        </w:rPr>
        <w:t>A</w:t>
      </w:r>
      <w:r w:rsidRPr="000A30E8">
        <w:t xml:space="preserve"> V</w:t>
      </w:r>
      <w:r w:rsidRPr="000A30E8">
        <w:rPr>
          <w:rStyle w:val="Taille-1Caracteres"/>
        </w:rPr>
        <w:t>OIX DU</w:t>
      </w:r>
      <w:r w:rsidRPr="000A30E8">
        <w:t xml:space="preserve"> B</w:t>
      </w:r>
      <w:r w:rsidRPr="000A30E8">
        <w:rPr>
          <w:rStyle w:val="Taille-1Caracteres"/>
        </w:rPr>
        <w:t>ERGER TYROLIEN</w:t>
      </w:r>
      <w:r w:rsidRPr="000A30E8">
        <w:t xml:space="preserve">, </w:t>
      </w:r>
      <w:r w:rsidRPr="000A30E8">
        <w:rPr>
          <w:i/>
          <w:iCs/>
        </w:rPr>
        <w:t>dans le lointain</w:t>
      </w:r>
      <w:r w:rsidRPr="000A30E8">
        <w:t>.</w:t>
      </w:r>
    </w:p>
    <w:p w14:paraId="04AB89A9" w14:textId="77777777" w:rsidR="00285C2D" w:rsidRPr="000A30E8" w:rsidRDefault="00285C2D" w:rsidP="00285C2D">
      <w:pPr>
        <w:pStyle w:val="CentrEspAvt0EspApr0"/>
      </w:pPr>
      <w:r w:rsidRPr="000A30E8">
        <w:t>Si j’étais Espagnol</w:t>
      </w:r>
    </w:p>
    <w:p w14:paraId="43CCC8B9" w14:textId="77777777" w:rsidR="00285C2D" w:rsidRPr="000A30E8" w:rsidRDefault="00285C2D" w:rsidP="00285C2D">
      <w:pPr>
        <w:pStyle w:val="CentrEspAvt0EspApr0"/>
      </w:pPr>
      <w:r w:rsidRPr="000A30E8">
        <w:lastRenderedPageBreak/>
        <w:t>Je chanterais l’Espa-â-gne !</w:t>
      </w:r>
    </w:p>
    <w:p w14:paraId="223D411E" w14:textId="77777777" w:rsidR="00285C2D" w:rsidRPr="000A30E8" w:rsidRDefault="00285C2D" w:rsidP="00285C2D">
      <w:pPr>
        <w:pStyle w:val="CentrEspAvt0EspApr0"/>
        <w:rPr>
          <w:szCs w:val="32"/>
        </w:rPr>
      </w:pPr>
      <w:r w:rsidRPr="000A30E8">
        <w:rPr>
          <w:szCs w:val="32"/>
        </w:rPr>
        <w:t>Mais je suis du Tyrol,</w:t>
      </w:r>
    </w:p>
    <w:p w14:paraId="22F7E28F" w14:textId="77777777" w:rsidR="00285C2D" w:rsidRPr="000A30E8" w:rsidRDefault="00285C2D" w:rsidP="00285C2D">
      <w:pPr>
        <w:pStyle w:val="CentrEspAvt0EspApr0"/>
        <w:rPr>
          <w:szCs w:val="32"/>
        </w:rPr>
      </w:pPr>
      <w:r w:rsidRPr="000A30E8">
        <w:rPr>
          <w:szCs w:val="32"/>
        </w:rPr>
        <w:t>Je chante mes monta-â-gnes !</w:t>
      </w:r>
    </w:p>
    <w:p w14:paraId="1ABB4671" w14:textId="77777777" w:rsidR="00285C2D" w:rsidRPr="000A30E8" w:rsidRDefault="00285C2D" w:rsidP="00285C2D">
      <w:pPr>
        <w:pStyle w:val="CentrEspAvt0EspApr0"/>
        <w:rPr>
          <w:szCs w:val="32"/>
        </w:rPr>
      </w:pPr>
      <w:r w:rsidRPr="000A30E8">
        <w:rPr>
          <w:szCs w:val="32"/>
        </w:rPr>
        <w:t>Redressant mon torse nerveux</w:t>
      </w:r>
    </w:p>
    <w:p w14:paraId="1D8A2343" w14:textId="77777777" w:rsidR="00285C2D" w:rsidRPr="000A30E8" w:rsidRDefault="00285C2D" w:rsidP="00285C2D">
      <w:pPr>
        <w:pStyle w:val="CentrEspAvt0EspApr0"/>
      </w:pPr>
      <w:r w:rsidRPr="000A30E8">
        <w:rPr>
          <w:szCs w:val="32"/>
        </w:rPr>
        <w:t>Je chante ce refrain joyeux.</w:t>
      </w:r>
    </w:p>
    <w:p w14:paraId="57777C62" w14:textId="77777777" w:rsidR="00285C2D" w:rsidRPr="000A30E8" w:rsidRDefault="00285C2D" w:rsidP="00285C2D">
      <w:r w:rsidRPr="000A30E8">
        <w:rPr>
          <w:szCs w:val="32"/>
        </w:rPr>
        <w:t>L</w:t>
      </w:r>
      <w:r w:rsidRPr="000A30E8">
        <w:rPr>
          <w:rStyle w:val="Taille-1Caracteres"/>
        </w:rPr>
        <w:t>E</w:t>
      </w:r>
      <w:r w:rsidRPr="000A30E8">
        <w:rPr>
          <w:szCs w:val="32"/>
        </w:rPr>
        <w:t xml:space="preserve"> P</w:t>
      </w:r>
      <w:r w:rsidRPr="000A30E8">
        <w:rPr>
          <w:rStyle w:val="Taille-1Caracteres"/>
        </w:rPr>
        <w:t>ÂTRE DU</w:t>
      </w:r>
      <w:r w:rsidRPr="000A30E8">
        <w:rPr>
          <w:szCs w:val="32"/>
        </w:rPr>
        <w:t xml:space="preserve"> S</w:t>
      </w:r>
      <w:r w:rsidRPr="000A30E8">
        <w:rPr>
          <w:rStyle w:val="Taille-1Caracteres"/>
        </w:rPr>
        <w:t>ANATORIUM</w:t>
      </w:r>
      <w:r w:rsidRPr="000A30E8">
        <w:rPr>
          <w:szCs w:val="32"/>
        </w:rPr>
        <w:t>. — Cette voix ! Je deviens fou !</w:t>
      </w:r>
    </w:p>
    <w:p w14:paraId="1DEB9A8A" w14:textId="77777777" w:rsidR="00285C2D" w:rsidRPr="000A30E8" w:rsidRDefault="00285C2D" w:rsidP="00285C2D">
      <w:r w:rsidRPr="000A30E8">
        <w:t>L</w:t>
      </w:r>
      <w:r w:rsidRPr="000A30E8">
        <w:rPr>
          <w:rStyle w:val="Taille-1Caracteres"/>
        </w:rPr>
        <w:t>A</w:t>
      </w:r>
      <w:r w:rsidRPr="000A30E8">
        <w:t xml:space="preserve"> V</w:t>
      </w:r>
      <w:r w:rsidRPr="000A30E8">
        <w:rPr>
          <w:rStyle w:val="Taille-1Caracteres"/>
        </w:rPr>
        <w:t>OIX DU</w:t>
      </w:r>
      <w:r w:rsidRPr="000A30E8">
        <w:t xml:space="preserve"> B</w:t>
      </w:r>
      <w:r w:rsidRPr="000A30E8">
        <w:rPr>
          <w:rStyle w:val="Taille-1Caracteres"/>
        </w:rPr>
        <w:t>ERGER TYROLIEN</w:t>
      </w:r>
      <w:r w:rsidRPr="000A30E8">
        <w:t xml:space="preserve">, </w:t>
      </w:r>
      <w:r w:rsidRPr="000A30E8">
        <w:rPr>
          <w:i/>
          <w:iCs/>
        </w:rPr>
        <w:t>au loin</w:t>
      </w:r>
      <w:r w:rsidRPr="000A30E8">
        <w:t> :</w:t>
      </w:r>
    </w:p>
    <w:p w14:paraId="729458ED" w14:textId="77777777" w:rsidR="00285C2D" w:rsidRPr="000A30E8" w:rsidRDefault="00285C2D" w:rsidP="00285C2D">
      <w:pPr>
        <w:pStyle w:val="CentrEspAvt0EspApr0"/>
      </w:pPr>
      <w:r w:rsidRPr="000A30E8">
        <w:t>Trou, la, la, itou !</w:t>
      </w:r>
    </w:p>
    <w:p w14:paraId="40247029" w14:textId="77777777" w:rsidR="00285C2D" w:rsidRPr="000A30E8" w:rsidRDefault="00285C2D" w:rsidP="00285C2D">
      <w:r w:rsidRPr="000A30E8">
        <w:rPr>
          <w:szCs w:val="32"/>
        </w:rPr>
        <w:t>L</w:t>
      </w:r>
      <w:r w:rsidRPr="000A30E8">
        <w:rPr>
          <w:rStyle w:val="Taille-1Caracteres"/>
        </w:rPr>
        <w:t>A BELLE</w:t>
      </w:r>
      <w:r w:rsidRPr="000A30E8">
        <w:rPr>
          <w:szCs w:val="32"/>
        </w:rPr>
        <w:t xml:space="preserve"> T</w:t>
      </w:r>
      <w:r w:rsidRPr="000A30E8">
        <w:rPr>
          <w:rStyle w:val="Taille-1Caracteres"/>
        </w:rPr>
        <w:t>YROLIENNE</w:t>
      </w:r>
      <w:r w:rsidRPr="000A30E8">
        <w:rPr>
          <w:szCs w:val="32"/>
        </w:rPr>
        <w:t>. — Cette voix ! C’est lui !</w:t>
      </w:r>
    </w:p>
    <w:p w14:paraId="50EFBCAB" w14:textId="77777777" w:rsidR="00285C2D" w:rsidRPr="000A30E8" w:rsidRDefault="00285C2D" w:rsidP="00285C2D">
      <w:r w:rsidRPr="000A30E8">
        <w:t>L</w:t>
      </w:r>
      <w:r w:rsidRPr="000A30E8">
        <w:rPr>
          <w:rStyle w:val="Taille-1Caracteres"/>
        </w:rPr>
        <w:t>A</w:t>
      </w:r>
      <w:r w:rsidRPr="000A30E8">
        <w:t xml:space="preserve"> V</w:t>
      </w:r>
      <w:r w:rsidRPr="000A30E8">
        <w:rPr>
          <w:rStyle w:val="Taille-1Caracteres"/>
        </w:rPr>
        <w:t>OIX DU</w:t>
      </w:r>
      <w:r w:rsidRPr="000A30E8">
        <w:t xml:space="preserve"> B</w:t>
      </w:r>
      <w:r w:rsidRPr="000A30E8">
        <w:rPr>
          <w:rStyle w:val="Taille-1Caracteres"/>
        </w:rPr>
        <w:t>ERGER TYROLIEN</w:t>
      </w:r>
      <w:r w:rsidRPr="000A30E8">
        <w:t xml:space="preserve">, </w:t>
      </w:r>
      <w:r w:rsidRPr="000A30E8">
        <w:rPr>
          <w:i/>
          <w:iCs/>
        </w:rPr>
        <w:t>se rapprochant</w:t>
      </w:r>
      <w:r w:rsidRPr="000A30E8">
        <w:t> :</w:t>
      </w:r>
    </w:p>
    <w:p w14:paraId="1825DBEB" w14:textId="77777777" w:rsidR="00285C2D" w:rsidRPr="000A30E8" w:rsidRDefault="00285C2D" w:rsidP="00285C2D">
      <w:pPr>
        <w:pStyle w:val="Centr"/>
      </w:pPr>
      <w:r w:rsidRPr="000A30E8">
        <w:t>Trou, la, la, iti !</w:t>
      </w:r>
    </w:p>
    <w:p w14:paraId="7F727A25" w14:textId="77777777" w:rsidR="00285C2D" w:rsidRPr="000A30E8" w:rsidRDefault="00285C2D" w:rsidP="00285C2D">
      <w:r w:rsidRPr="000A30E8">
        <w:rPr>
          <w:szCs w:val="32"/>
        </w:rPr>
        <w:t>L</w:t>
      </w:r>
      <w:r w:rsidRPr="000A30E8">
        <w:rPr>
          <w:rStyle w:val="Taille-1Caracteres"/>
        </w:rPr>
        <w:t>E</w:t>
      </w:r>
      <w:r w:rsidRPr="000A30E8">
        <w:rPr>
          <w:szCs w:val="32"/>
        </w:rPr>
        <w:t xml:space="preserve"> P</w:t>
      </w:r>
      <w:r w:rsidRPr="000A30E8">
        <w:rPr>
          <w:rStyle w:val="Taille-1Caracteres"/>
        </w:rPr>
        <w:t>ÂTRE DU</w:t>
      </w:r>
      <w:r w:rsidRPr="000A30E8">
        <w:rPr>
          <w:szCs w:val="32"/>
        </w:rPr>
        <w:t xml:space="preserve"> S</w:t>
      </w:r>
      <w:r w:rsidRPr="000A30E8">
        <w:rPr>
          <w:rStyle w:val="Taille-1Caracteres"/>
        </w:rPr>
        <w:t>ANATORIUM</w:t>
      </w:r>
      <w:r w:rsidRPr="000A30E8">
        <w:rPr>
          <w:szCs w:val="32"/>
        </w:rPr>
        <w:t>. — Je rêve ! Ce n’est pas possible. Non ! Les morts ne chantent pas de tyroliennes !</w:t>
      </w:r>
    </w:p>
    <w:p w14:paraId="65C4CAFC" w14:textId="77777777" w:rsidR="00285C2D" w:rsidRPr="000A30E8" w:rsidRDefault="00285C2D" w:rsidP="00285C2D">
      <w:r w:rsidRPr="000A30E8">
        <w:t>L</w:t>
      </w:r>
      <w:r w:rsidRPr="000A30E8">
        <w:rPr>
          <w:rStyle w:val="Taille-1Caracteres"/>
        </w:rPr>
        <w:t>A</w:t>
      </w:r>
      <w:r w:rsidRPr="000A30E8">
        <w:t xml:space="preserve"> </w:t>
      </w:r>
      <w:r w:rsidRPr="000A30E8">
        <w:rPr>
          <w:rStyle w:val="Taille-1Caracteres"/>
        </w:rPr>
        <w:t>VOIX DU</w:t>
      </w:r>
      <w:r w:rsidRPr="000A30E8">
        <w:t xml:space="preserve"> B</w:t>
      </w:r>
      <w:r w:rsidRPr="000A30E8">
        <w:rPr>
          <w:rStyle w:val="Taille-1Caracteres"/>
        </w:rPr>
        <w:t>ERGER TYROLIEN</w:t>
      </w:r>
      <w:r w:rsidRPr="000A30E8">
        <w:t xml:space="preserve">, </w:t>
      </w:r>
      <w:r w:rsidRPr="000A30E8">
        <w:rPr>
          <w:i/>
          <w:iCs/>
        </w:rPr>
        <w:t>se rapprochant de plus en plus</w:t>
      </w:r>
      <w:r w:rsidRPr="00C47A66">
        <w:rPr>
          <w:i/>
        </w:rPr>
        <w:t> :</w:t>
      </w:r>
    </w:p>
    <w:p w14:paraId="49AC14F7" w14:textId="77777777" w:rsidR="00285C2D" w:rsidRPr="000A30E8" w:rsidRDefault="00285C2D" w:rsidP="00285C2D">
      <w:pPr>
        <w:pStyle w:val="CentrEspAvt0EspApr0"/>
        <w:rPr>
          <w:lang w:val="it-IT"/>
        </w:rPr>
      </w:pPr>
      <w:r w:rsidRPr="000A30E8">
        <w:rPr>
          <w:lang w:val="it-IT"/>
        </w:rPr>
        <w:t>Trou, la, iti, la, la !</w:t>
      </w:r>
    </w:p>
    <w:p w14:paraId="69AD2563" w14:textId="77777777" w:rsidR="00285C2D" w:rsidRPr="000A30E8" w:rsidRDefault="00285C2D" w:rsidP="00285C2D">
      <w:pPr>
        <w:pStyle w:val="CentrEspAvt0EspApr0"/>
        <w:rPr>
          <w:szCs w:val="32"/>
          <w:lang w:val="it-IT"/>
        </w:rPr>
      </w:pPr>
      <w:r w:rsidRPr="000A30E8">
        <w:rPr>
          <w:szCs w:val="32"/>
          <w:lang w:val="it-IT"/>
        </w:rPr>
        <w:t>Trou, la, iti, la, la !</w:t>
      </w:r>
    </w:p>
    <w:p w14:paraId="3280491E" w14:textId="77777777" w:rsidR="00285C2D" w:rsidRPr="000A30E8" w:rsidRDefault="00285C2D" w:rsidP="00285C2D">
      <w:pPr>
        <w:pStyle w:val="CentrEspAvt0EspApr0"/>
        <w:rPr>
          <w:szCs w:val="32"/>
          <w:lang w:val="it-IT"/>
        </w:rPr>
      </w:pPr>
      <w:r w:rsidRPr="000A30E8">
        <w:rPr>
          <w:szCs w:val="32"/>
          <w:lang w:val="it-IT"/>
        </w:rPr>
        <w:t>La, i, la, i, la, i, la,</w:t>
      </w:r>
    </w:p>
    <w:p w14:paraId="7E81CAED" w14:textId="77777777" w:rsidR="00285C2D" w:rsidRPr="00285C2D" w:rsidRDefault="00285C2D" w:rsidP="00285C2D">
      <w:pPr>
        <w:pStyle w:val="CentrEspAvt0EspApr0"/>
      </w:pPr>
      <w:r w:rsidRPr="00285C2D">
        <w:rPr>
          <w:szCs w:val="32"/>
        </w:rPr>
        <w:t>La, iti !</w:t>
      </w:r>
    </w:p>
    <w:p w14:paraId="5452EDCB" w14:textId="77777777" w:rsidR="00285C2D" w:rsidRPr="000A30E8" w:rsidRDefault="00285C2D" w:rsidP="00285C2D">
      <w:r w:rsidRPr="000A30E8">
        <w:rPr>
          <w:szCs w:val="32"/>
        </w:rPr>
        <w:t>L</w:t>
      </w:r>
      <w:r w:rsidRPr="000A30E8">
        <w:rPr>
          <w:rStyle w:val="Taille-1Caracteres"/>
        </w:rPr>
        <w:t>A BELLE</w:t>
      </w:r>
      <w:r w:rsidRPr="000A30E8">
        <w:rPr>
          <w:szCs w:val="32"/>
        </w:rPr>
        <w:t xml:space="preserve"> T</w:t>
      </w:r>
      <w:r w:rsidRPr="000A30E8">
        <w:rPr>
          <w:rStyle w:val="Taille-1Caracteres"/>
        </w:rPr>
        <w:t>YROLIENNE</w:t>
      </w:r>
      <w:r w:rsidRPr="000A30E8">
        <w:rPr>
          <w:szCs w:val="32"/>
        </w:rPr>
        <w:t>. — Oh ! c’est lui ! c’est lui ! Au secours, mon bien-aimé !</w:t>
      </w:r>
    </w:p>
    <w:p w14:paraId="0C795CCA"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ERGER TYROLIEN</w:t>
      </w:r>
      <w:r w:rsidRPr="000A30E8">
        <w:t xml:space="preserve">, </w:t>
      </w:r>
      <w:r w:rsidRPr="000A30E8">
        <w:rPr>
          <w:i/>
          <w:iCs/>
        </w:rPr>
        <w:t>entrant</w:t>
      </w:r>
      <w:r w:rsidRPr="000A30E8">
        <w:t>. — J’arrive à temps !</w:t>
      </w:r>
    </w:p>
    <w:p w14:paraId="26E97545"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ÂTRE DU</w:t>
      </w:r>
      <w:r w:rsidRPr="000A30E8">
        <w:t xml:space="preserve"> S</w:t>
      </w:r>
      <w:r w:rsidRPr="000A30E8">
        <w:rPr>
          <w:rStyle w:val="Taille-1Caracteres"/>
        </w:rPr>
        <w:t>ANATORIUM</w:t>
      </w:r>
      <w:r w:rsidRPr="000A30E8">
        <w:t>. — Lui ! Lui ! (</w:t>
      </w:r>
      <w:r w:rsidRPr="000A30E8">
        <w:rPr>
          <w:i/>
          <w:iCs/>
        </w:rPr>
        <w:t>Il tombe mort de peur</w:t>
      </w:r>
      <w:r w:rsidRPr="000A30E8">
        <w:t>.)</w:t>
      </w:r>
    </w:p>
    <w:p w14:paraId="6544A145" w14:textId="77777777" w:rsidR="00285C2D" w:rsidRPr="000A30E8" w:rsidRDefault="00285C2D" w:rsidP="00285C2D">
      <w:r w:rsidRPr="000A30E8">
        <w:lastRenderedPageBreak/>
        <w:t>L</w:t>
      </w:r>
      <w:r w:rsidRPr="000A30E8">
        <w:rPr>
          <w:rStyle w:val="Taille-1Caracteres"/>
        </w:rPr>
        <w:t>E</w:t>
      </w:r>
      <w:r w:rsidRPr="000A30E8">
        <w:t xml:space="preserve"> B</w:t>
      </w:r>
      <w:r w:rsidRPr="000A30E8">
        <w:rPr>
          <w:rStyle w:val="Taille-1Caracteres"/>
        </w:rPr>
        <w:t>ERGER TYROLIEN</w:t>
      </w:r>
      <w:r w:rsidRPr="000A30E8">
        <w:t>. — Que Dieu lui pardonne. C’est lui qui m’avait précipité dans le gouffre sans fond.</w:t>
      </w:r>
    </w:p>
    <w:p w14:paraId="14EBBFAB" w14:textId="77777777" w:rsidR="00285C2D" w:rsidRPr="000A30E8" w:rsidRDefault="00285C2D" w:rsidP="00285C2D">
      <w:r w:rsidRPr="000A30E8">
        <w:t>L</w:t>
      </w:r>
      <w:r w:rsidRPr="000A30E8">
        <w:rPr>
          <w:rStyle w:val="Taille-1Caracteres"/>
        </w:rPr>
        <w:t>A BELLE</w:t>
      </w:r>
      <w:r w:rsidRPr="000A30E8">
        <w:t xml:space="preserve"> T</w:t>
      </w:r>
      <w:r w:rsidRPr="000A30E8">
        <w:rPr>
          <w:rStyle w:val="Taille-1Caracteres"/>
        </w:rPr>
        <w:t>YROLIENNE</w:t>
      </w:r>
      <w:r w:rsidRPr="000A30E8">
        <w:t>. — Ciel ! Depuis vingt ans dans ce précipice ?</w:t>
      </w:r>
    </w:p>
    <w:p w14:paraId="3324B04E"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ERGER TYROLIEN</w:t>
      </w:r>
      <w:r w:rsidRPr="000A30E8">
        <w:t>. — Oui. Et c’est grâce à toi, chère bien-aimée, que j’ai réussi à me sauver.</w:t>
      </w:r>
    </w:p>
    <w:p w14:paraId="218C681F" w14:textId="77777777" w:rsidR="00285C2D" w:rsidRPr="000A30E8" w:rsidRDefault="00285C2D" w:rsidP="00285C2D">
      <w:r w:rsidRPr="000A30E8">
        <w:t>L</w:t>
      </w:r>
      <w:r w:rsidRPr="000A30E8">
        <w:rPr>
          <w:rStyle w:val="Taille-1Caracteres"/>
        </w:rPr>
        <w:t>A BELLE</w:t>
      </w:r>
      <w:r w:rsidRPr="000A30E8">
        <w:t xml:space="preserve"> T</w:t>
      </w:r>
      <w:r w:rsidRPr="000A30E8">
        <w:rPr>
          <w:rStyle w:val="Taille-1Caracteres"/>
        </w:rPr>
        <w:t>YROLIENNE</w:t>
      </w:r>
      <w:r w:rsidRPr="000A30E8">
        <w:t>. — Grâce à moi ?</w:t>
      </w:r>
    </w:p>
    <w:p w14:paraId="22832130"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ERGER TYROLIEN</w:t>
      </w:r>
      <w:r w:rsidRPr="000A30E8">
        <w:t xml:space="preserve">. — Oui. Par un heureux hasard, le fond du gouffre était couvert d’un épais tapis de neige. Je ne me fis pas de mal en tombant. Mais qu’allais-je devenir dans ce précipice, à plus de </w:t>
      </w:r>
      <w:smartTag w:uri="urn:schemas-microsoft-com:office:smarttags" w:element="metricconverter">
        <w:smartTagPr>
          <w:attr w:name="ProductID" w:val="2ﾠ000 m￨tres"/>
        </w:smartTagPr>
        <w:r w:rsidRPr="000A30E8">
          <w:t>2 000 mètres</w:t>
        </w:r>
      </w:smartTag>
      <w:r w:rsidRPr="000A30E8">
        <w:t xml:space="preserve"> de profondeur ?</w:t>
      </w:r>
    </w:p>
    <w:p w14:paraId="1B9D038F" w14:textId="77777777" w:rsidR="00285C2D" w:rsidRPr="000A30E8" w:rsidRDefault="00285C2D" w:rsidP="00285C2D">
      <w:r w:rsidRPr="000A30E8">
        <w:t>L</w:t>
      </w:r>
      <w:r w:rsidRPr="000A30E8">
        <w:rPr>
          <w:rStyle w:val="Taille-1Caracteres"/>
        </w:rPr>
        <w:t>A BELLE</w:t>
      </w:r>
      <w:r w:rsidRPr="000A30E8">
        <w:t xml:space="preserve"> T</w:t>
      </w:r>
      <w:r w:rsidRPr="000A30E8">
        <w:rPr>
          <w:rStyle w:val="Taille-1Caracteres"/>
        </w:rPr>
        <w:t>YROLIENNE</w:t>
      </w:r>
      <w:r w:rsidRPr="000A30E8">
        <w:t>. — Qu’allais-tu devenir ?</w:t>
      </w:r>
    </w:p>
    <w:p w14:paraId="719E459C"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ERGER TYROLIEN</w:t>
      </w:r>
      <w:r w:rsidRPr="000A30E8">
        <w:t>. — Je me le demandai avec inquiétude lorsque ma main rencontra, sous mon veston, le bouquet de lierre que tu m’avais donné en gage de fidélité. L’idée qui devait me sauver germa subitement dans mon cerveau. Sans perdre une seconde, je plantai ton modeste lierre au fond du précipice. Au bout de quelques jours, le lierre avait déjà poussé et ses racines commençaient à grimper le long des parois du précipice. Sans hésiter, j’entrelaçai mes jambes et mon corps avec le lierre vigoureux qui, tel un ascenseur, me montait avec lui à mesure qu’il grimpait. Me nourrissant d’escargots, qui abondaient sur le rocher, et me désaltérant grâce au torrent qui passait à côté de moi, je pus résister aux fatigues de ma terrible ascension. Enfin, après vingt ans de ce terrible voyage, mon lierre-ascenseur atteignit les bords du gouffre. Sauvé ! J’étais sauvé, et ramené vers toi par la petite plante, emblème de fidélité.</w:t>
      </w:r>
    </w:p>
    <w:p w14:paraId="5FE16882" w14:textId="77777777" w:rsidR="00285C2D" w:rsidRPr="000A30E8" w:rsidRDefault="00285C2D" w:rsidP="00285C2D">
      <w:pPr>
        <w:pStyle w:val="Centr"/>
      </w:pPr>
      <w:r w:rsidRPr="000A30E8">
        <w:t>RIDEAU</w:t>
      </w:r>
    </w:p>
    <w:p w14:paraId="6573205C" w14:textId="77777777" w:rsidR="00285C2D" w:rsidRPr="000A30E8" w:rsidRDefault="00285C2D" w:rsidP="00285C2D">
      <w:pPr>
        <w:pStyle w:val="Titre2"/>
      </w:pPr>
      <w:bookmarkStart w:id="159" w:name="_Toc196330339"/>
      <w:r w:rsidRPr="000A30E8">
        <w:lastRenderedPageBreak/>
        <w:t>L’EMPALÉ</w:t>
      </w:r>
      <w:r w:rsidRPr="000A30E8">
        <w:br/>
      </w:r>
      <w:r w:rsidRPr="000A30E8">
        <w:br/>
        <w:t>Drame turc.</w:t>
      </w:r>
      <w:bookmarkEnd w:id="159"/>
    </w:p>
    <w:p w14:paraId="0CAD6129" w14:textId="77777777" w:rsidR="00285C2D" w:rsidRPr="000A30E8" w:rsidRDefault="00285C2D" w:rsidP="00285C2D">
      <w:pPr>
        <w:pStyle w:val="Titre3"/>
      </w:pPr>
      <w:bookmarkStart w:id="160" w:name="_Toc196330340"/>
      <w:r w:rsidRPr="000A30E8">
        <w:t>PREMIER TABLEAU</w:t>
      </w:r>
      <w:r w:rsidRPr="000A30E8">
        <w:br/>
      </w:r>
      <w:r w:rsidRPr="000A30E8">
        <w:br/>
        <w:t>Avant l’exécution.</w:t>
      </w:r>
      <w:bookmarkEnd w:id="160"/>
    </w:p>
    <w:p w14:paraId="72751F68" w14:textId="77777777" w:rsidR="00285C2D" w:rsidRPr="000A30E8" w:rsidRDefault="00285C2D" w:rsidP="00285C2D">
      <w:r w:rsidRPr="000A30E8">
        <w:rPr>
          <w:szCs w:val="32"/>
        </w:rPr>
        <w:t>P</w:t>
      </w:r>
      <w:r w:rsidRPr="000A30E8">
        <w:rPr>
          <w:rStyle w:val="Taille-1Caracteres"/>
        </w:rPr>
        <w:t>REMIER</w:t>
      </w:r>
      <w:r w:rsidRPr="000A30E8">
        <w:rPr>
          <w:szCs w:val="32"/>
        </w:rPr>
        <w:t xml:space="preserve"> S</w:t>
      </w:r>
      <w:r w:rsidRPr="000A30E8">
        <w:rPr>
          <w:rStyle w:val="Taille-1Caracteres"/>
        </w:rPr>
        <w:t>PECTATEUR IMPATIENT</w:t>
      </w:r>
      <w:r w:rsidRPr="000A30E8">
        <w:rPr>
          <w:szCs w:val="32"/>
        </w:rPr>
        <w:t>. — L’heure approche. C’est à sept heures que l’on doit empaler le condamné à mort.</w:t>
      </w:r>
    </w:p>
    <w:p w14:paraId="1242DDDB" w14:textId="77777777" w:rsidR="00285C2D" w:rsidRPr="000A30E8" w:rsidRDefault="00285C2D" w:rsidP="00285C2D">
      <w:r w:rsidRPr="000A30E8">
        <w:t>D</w:t>
      </w:r>
      <w:r w:rsidRPr="000A30E8">
        <w:rPr>
          <w:rStyle w:val="Taille-1Caracteres"/>
        </w:rPr>
        <w:t>EUXIÈME</w:t>
      </w:r>
      <w:r w:rsidRPr="000A30E8">
        <w:t xml:space="preserve"> S</w:t>
      </w:r>
      <w:r w:rsidRPr="000A30E8">
        <w:rPr>
          <w:rStyle w:val="Taille-1Caracteres"/>
        </w:rPr>
        <w:t>PECTATEUR IMPATIENT</w:t>
      </w:r>
      <w:r w:rsidRPr="000A30E8">
        <w:t>. — J’aperçois le Juge et le Bourreau qui se dirigent de notre côté.</w:t>
      </w:r>
    </w:p>
    <w:p w14:paraId="2A45E4D0"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UGE</w:t>
      </w:r>
      <w:r w:rsidRPr="000A30E8">
        <w:t xml:space="preserve">, </w:t>
      </w:r>
      <w:r w:rsidRPr="000A30E8">
        <w:rPr>
          <w:i/>
          <w:iCs/>
        </w:rPr>
        <w:t>au Bourreau</w:t>
      </w:r>
      <w:r w:rsidRPr="000A30E8">
        <w:t>. — Sept heures moins le quart. Le condamné n’est pas encore arrivé.</w:t>
      </w:r>
    </w:p>
    <w:p w14:paraId="5667D9A0"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OURREAU</w:t>
      </w:r>
      <w:r w:rsidRPr="000A30E8">
        <w:t>. — Il n’est pas en retard. Je ne lui ai donné rendez-vous que pour sept heures.</w:t>
      </w:r>
    </w:p>
    <w:p w14:paraId="6914B5B3"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UGE</w:t>
      </w:r>
      <w:r w:rsidRPr="000A30E8">
        <w:t>. — Espérons qu’il ne nous fera pas trop attendre. On a peut-être eu tort de lui accorder sa liberté provisoire après sa condamnation à mort.</w:t>
      </w:r>
    </w:p>
    <w:p w14:paraId="5A8B876A"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OURREAU</w:t>
      </w:r>
      <w:r w:rsidRPr="000A30E8">
        <w:t>. — Il était difficile de ne pas lui accorder cette grâce. C’était son dernier vœu. En attendant qu’il arrive, je vais toujours dresser le pal. (</w:t>
      </w:r>
      <w:r w:rsidRPr="000A30E8">
        <w:rPr>
          <w:i/>
          <w:iCs/>
        </w:rPr>
        <w:t>Avec ses aides, il plante l’appareil de supplice</w:t>
      </w:r>
      <w:r w:rsidRPr="000A30E8">
        <w:t>.)</w:t>
      </w:r>
    </w:p>
    <w:p w14:paraId="35D6E339"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UGE</w:t>
      </w:r>
      <w:r w:rsidRPr="000A30E8">
        <w:t xml:space="preserve">, </w:t>
      </w:r>
      <w:r w:rsidRPr="000A30E8">
        <w:rPr>
          <w:i/>
          <w:iCs/>
        </w:rPr>
        <w:t>consultant sa montre</w:t>
      </w:r>
      <w:r w:rsidRPr="000A30E8">
        <w:t>. — Ça y est, il ne viendra pas ! Il est sept heures.</w:t>
      </w:r>
    </w:p>
    <w:p w14:paraId="0FD7C2E6" w14:textId="77777777" w:rsidR="00285C2D" w:rsidRPr="000A30E8" w:rsidRDefault="00285C2D" w:rsidP="00285C2D">
      <w:r w:rsidRPr="000A30E8">
        <w:lastRenderedPageBreak/>
        <w:t>L</w:t>
      </w:r>
      <w:r w:rsidRPr="000A30E8">
        <w:rPr>
          <w:rStyle w:val="Taille-1Caracteres"/>
        </w:rPr>
        <w:t>E</w:t>
      </w:r>
      <w:r w:rsidRPr="000A30E8">
        <w:t xml:space="preserve"> B</w:t>
      </w:r>
      <w:r w:rsidRPr="000A30E8">
        <w:rPr>
          <w:rStyle w:val="Taille-1Caracteres"/>
        </w:rPr>
        <w:t>OURREAU</w:t>
      </w:r>
      <w:r w:rsidRPr="000A30E8">
        <w:t>. — Il a encore le quart d’heure de grâce. Attendons.</w:t>
      </w:r>
    </w:p>
    <w:p w14:paraId="635CA614"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UGE</w:t>
      </w:r>
      <w:r w:rsidRPr="000A30E8">
        <w:t xml:space="preserve">, </w:t>
      </w:r>
      <w:r w:rsidRPr="000A30E8">
        <w:rPr>
          <w:i/>
          <w:iCs/>
        </w:rPr>
        <w:t>consultant sa montre</w:t>
      </w:r>
      <w:r w:rsidRPr="000A30E8">
        <w:t>. — Sept heures dix. Il est inutile d’attendre plus longtemps.</w:t>
      </w:r>
    </w:p>
    <w:p w14:paraId="745C33C4"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OURREAU</w:t>
      </w:r>
      <w:r w:rsidRPr="000A30E8">
        <w:t>. — Le voilà. Il arrive en auto-taxi.</w:t>
      </w:r>
    </w:p>
    <w:p w14:paraId="103AD2A1"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UG</w:t>
      </w:r>
      <w:r w:rsidRPr="00C47A66">
        <w:rPr>
          <w:rStyle w:val="Taille-1Caracteres"/>
        </w:rPr>
        <w:t>E</w:t>
      </w:r>
      <w:r w:rsidRPr="000A30E8">
        <w:t xml:space="preserve">, </w:t>
      </w:r>
      <w:r w:rsidRPr="000A30E8">
        <w:rPr>
          <w:i/>
          <w:iCs/>
        </w:rPr>
        <w:t>au condamné</w:t>
      </w:r>
      <w:r w:rsidRPr="000A30E8">
        <w:t>. — Vous arrivez juste. Une minute de plus, vous ne trouviez personne.</w:t>
      </w:r>
    </w:p>
    <w:p w14:paraId="3BAF17AC"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ONDAMNÉ À MORT</w:t>
      </w:r>
      <w:r w:rsidRPr="000A30E8">
        <w:t>. — Excusez-moi. J’ai pris une auto pour arriver plus vite. Mais ne bavardons pas et rattrapons le temps perdu. Que faut-il faire ?</w:t>
      </w:r>
    </w:p>
    <w:p w14:paraId="472BE944"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OURREAU</w:t>
      </w:r>
      <w:r w:rsidRPr="000A30E8">
        <w:t xml:space="preserve">, </w:t>
      </w:r>
      <w:r w:rsidRPr="000A30E8">
        <w:rPr>
          <w:i/>
          <w:iCs/>
        </w:rPr>
        <w:t>aimable</w:t>
      </w:r>
      <w:r w:rsidRPr="000A30E8">
        <w:t>. — C’est bien simple. Vous allez vous asseoir sur cette pointe de fer.</w:t>
      </w:r>
    </w:p>
    <w:p w14:paraId="7AA0AFFD"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ONDAMNÉ À MORT</w:t>
      </w:r>
      <w:r w:rsidRPr="000A30E8">
        <w:t>. — Sur ce paratonnerre ?</w:t>
      </w:r>
    </w:p>
    <w:p w14:paraId="018C7865"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OURREAU</w:t>
      </w:r>
      <w:r w:rsidRPr="000A30E8">
        <w:t>. — Oui.</w:t>
      </w:r>
    </w:p>
    <w:p w14:paraId="04F37B5C"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ONDAMNÉ À MORT</w:t>
      </w:r>
      <w:r w:rsidRPr="000A30E8">
        <w:t>. — N’y a-t-il pas danger d’être frappé par la foudre ?</w:t>
      </w:r>
    </w:p>
    <w:p w14:paraId="0BD02289"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OURREAU</w:t>
      </w:r>
      <w:r w:rsidRPr="000A30E8">
        <w:t>. — Non. D’ailleurs, le temps n’est pas à l’orage. Prenez donc la peine de vous asseoir.</w:t>
      </w:r>
    </w:p>
    <w:p w14:paraId="4AC9A3E4" w14:textId="77777777" w:rsidR="00285C2D" w:rsidRPr="000A30E8" w:rsidRDefault="00285C2D" w:rsidP="00285C2D">
      <w:r w:rsidRPr="000A30E8">
        <w:t>(</w:t>
      </w:r>
      <w:r w:rsidRPr="000A30E8">
        <w:rPr>
          <w:i/>
          <w:iCs/>
        </w:rPr>
        <w:t>Le condamné s’assied sur le pal</w:t>
      </w:r>
      <w:r w:rsidRPr="000A30E8">
        <w:t>.)</w:t>
      </w:r>
    </w:p>
    <w:p w14:paraId="34A12C4A" w14:textId="77777777" w:rsidR="00285C2D" w:rsidRPr="000A30E8" w:rsidRDefault="00285C2D" w:rsidP="00285C2D">
      <w:pPr>
        <w:pStyle w:val="Titre3"/>
      </w:pPr>
      <w:bookmarkStart w:id="161" w:name="_Toc196330341"/>
      <w:r w:rsidRPr="000A30E8">
        <w:lastRenderedPageBreak/>
        <w:t>DEUXIÈME TABLEAU</w:t>
      </w:r>
      <w:r w:rsidRPr="000A30E8">
        <w:br/>
      </w:r>
      <w:r w:rsidRPr="000A30E8">
        <w:br/>
        <w:t>L’empalé souriant.</w:t>
      </w:r>
      <w:bookmarkEnd w:id="161"/>
    </w:p>
    <w:p w14:paraId="262CE35C" w14:textId="77777777" w:rsidR="00285C2D" w:rsidRPr="000A30E8" w:rsidRDefault="00285C2D" w:rsidP="00285C2D">
      <w:r w:rsidRPr="000A30E8">
        <w:rPr>
          <w:szCs w:val="32"/>
        </w:rPr>
        <w:t>L</w:t>
      </w:r>
      <w:r w:rsidRPr="000A30E8">
        <w:rPr>
          <w:rStyle w:val="Taille-1Caracteres"/>
        </w:rPr>
        <w:t>E</w:t>
      </w:r>
      <w:r w:rsidRPr="000A30E8">
        <w:rPr>
          <w:szCs w:val="32"/>
        </w:rPr>
        <w:t xml:space="preserve"> J</w:t>
      </w:r>
      <w:r w:rsidRPr="000A30E8">
        <w:rPr>
          <w:rStyle w:val="Taille-1Caracteres"/>
        </w:rPr>
        <w:t>UGE</w:t>
      </w:r>
      <w:r w:rsidRPr="000A30E8">
        <w:rPr>
          <w:szCs w:val="32"/>
        </w:rPr>
        <w:t xml:space="preserve">, </w:t>
      </w:r>
      <w:r w:rsidRPr="000A30E8">
        <w:rPr>
          <w:i/>
          <w:iCs/>
          <w:szCs w:val="32"/>
        </w:rPr>
        <w:t>consultant sa montre</w:t>
      </w:r>
      <w:r w:rsidRPr="000A30E8">
        <w:rPr>
          <w:szCs w:val="32"/>
        </w:rPr>
        <w:t>. — Voilà deux heures que le condamné à mort est empalé. Il n’a pas l’air de vouloir mourir.</w:t>
      </w:r>
    </w:p>
    <w:p w14:paraId="231AF70C"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OURREAU</w:t>
      </w:r>
      <w:r w:rsidRPr="000A30E8">
        <w:t>. — Son visage est souriant. Je n’y comprends rien. Il est pourtant bien empalé de bas en haut. La pointe du pal ressort par la bouche. C’est extraordinaire !</w:t>
      </w:r>
    </w:p>
    <w:p w14:paraId="5C844ACB" w14:textId="77777777" w:rsidR="00285C2D" w:rsidRPr="000A30E8" w:rsidRDefault="00285C2D" w:rsidP="00285C2D">
      <w:r w:rsidRPr="000A30E8">
        <w:t>P</w:t>
      </w:r>
      <w:r w:rsidRPr="000A30E8">
        <w:rPr>
          <w:rStyle w:val="Taille-1Caracteres"/>
        </w:rPr>
        <w:t>REMIER ET</w:t>
      </w:r>
      <w:r w:rsidRPr="000A30E8">
        <w:t xml:space="preserve"> D</w:t>
      </w:r>
      <w:r w:rsidRPr="000A30E8">
        <w:rPr>
          <w:rStyle w:val="Taille-1Caracteres"/>
        </w:rPr>
        <w:t>EUXIÈME</w:t>
      </w:r>
      <w:r w:rsidRPr="000A30E8">
        <w:t xml:space="preserve"> S</w:t>
      </w:r>
      <w:r w:rsidRPr="000A30E8">
        <w:rPr>
          <w:rStyle w:val="Taille-1Caracteres"/>
        </w:rPr>
        <w:t>PECTATEURS IMPATIENTS</w:t>
      </w:r>
      <w:r w:rsidRPr="000A30E8">
        <w:t>. — C’est extraordinaire, en effet.</w:t>
      </w:r>
    </w:p>
    <w:p w14:paraId="5A3639DE"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UGE</w:t>
      </w:r>
      <w:r w:rsidRPr="000A30E8">
        <w:t>. — Le plus ennuyeux, c’est que j’ai du monde à déjeuner. Si l’empalé ne se décide pas à terminer cette plaisanterie de mauvais goût, je vais être en retard.</w:t>
      </w:r>
    </w:p>
    <w:p w14:paraId="6D56D79B"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OURREAU</w:t>
      </w:r>
      <w:r w:rsidRPr="000A30E8">
        <w:t>. — La pluie se met de la partie. Nous allons être trempés.</w:t>
      </w:r>
    </w:p>
    <w:p w14:paraId="379A4CF8" w14:textId="77777777" w:rsidR="00285C2D" w:rsidRPr="000A30E8" w:rsidRDefault="00285C2D" w:rsidP="00285C2D">
      <w:r w:rsidRPr="000A30E8">
        <w:t>P</w:t>
      </w:r>
      <w:r w:rsidRPr="000A30E8">
        <w:rPr>
          <w:rStyle w:val="Taille-1Caracteres"/>
        </w:rPr>
        <w:t>REMIER</w:t>
      </w:r>
      <w:r w:rsidRPr="000A30E8">
        <w:t xml:space="preserve"> S</w:t>
      </w:r>
      <w:r w:rsidRPr="000A30E8">
        <w:rPr>
          <w:rStyle w:val="Taille-1Caracteres"/>
        </w:rPr>
        <w:t>PECTATEUR IMPATIENT</w:t>
      </w:r>
      <w:r w:rsidRPr="000A30E8">
        <w:t>. — La patience a des limites. Je rentre chez moi.</w:t>
      </w:r>
    </w:p>
    <w:p w14:paraId="3587A315" w14:textId="77777777" w:rsidR="00285C2D" w:rsidRPr="000A30E8" w:rsidRDefault="00285C2D" w:rsidP="00285C2D">
      <w:r w:rsidRPr="000A30E8">
        <w:t>D</w:t>
      </w:r>
      <w:r w:rsidRPr="000A30E8">
        <w:rPr>
          <w:rStyle w:val="Taille-1Caracteres"/>
        </w:rPr>
        <w:t>EUXIÈME</w:t>
      </w:r>
      <w:r w:rsidRPr="000A30E8">
        <w:t xml:space="preserve"> S</w:t>
      </w:r>
      <w:r w:rsidRPr="000A30E8">
        <w:rPr>
          <w:rStyle w:val="Taille-1Caracteres"/>
        </w:rPr>
        <w:t>PECTATEUR IMPATIENT</w:t>
      </w:r>
      <w:r w:rsidRPr="000A30E8">
        <w:t>. — Ce condamné met évidemment de la mauvaise volonté. Je rentre également.</w:t>
      </w:r>
    </w:p>
    <w:p w14:paraId="2F882011" w14:textId="77777777" w:rsidR="00285C2D" w:rsidRPr="000A30E8" w:rsidRDefault="00285C2D" w:rsidP="00285C2D">
      <w:r w:rsidRPr="000A30E8">
        <w:t>(</w:t>
      </w:r>
      <w:r w:rsidRPr="000A30E8">
        <w:rPr>
          <w:i/>
          <w:iCs/>
        </w:rPr>
        <w:t>Le Juge et le Bourreau restent seuls près de l’Empalé souriant</w:t>
      </w:r>
      <w:r w:rsidRPr="000A30E8">
        <w:t>.)</w:t>
      </w:r>
    </w:p>
    <w:p w14:paraId="1442F1F0" w14:textId="77777777" w:rsidR="00285C2D" w:rsidRPr="000A30E8" w:rsidRDefault="00285C2D" w:rsidP="00285C2D">
      <w:pPr>
        <w:pStyle w:val="Titre3"/>
      </w:pPr>
      <w:bookmarkStart w:id="162" w:name="_Toc196330342"/>
      <w:r w:rsidRPr="000A30E8">
        <w:lastRenderedPageBreak/>
        <w:t>TROISIÈME TABLEAU</w:t>
      </w:r>
      <w:r w:rsidRPr="000A30E8">
        <w:br/>
      </w:r>
      <w:r w:rsidRPr="000A30E8">
        <w:br/>
        <w:t>Et toujours le sourire !</w:t>
      </w:r>
      <w:bookmarkEnd w:id="162"/>
    </w:p>
    <w:p w14:paraId="67483BC8" w14:textId="77777777" w:rsidR="00285C2D" w:rsidRPr="000A30E8" w:rsidRDefault="00285C2D" w:rsidP="00285C2D">
      <w:r w:rsidRPr="000A30E8">
        <w:rPr>
          <w:szCs w:val="32"/>
        </w:rPr>
        <w:t>L</w:t>
      </w:r>
      <w:r w:rsidRPr="000A30E8">
        <w:rPr>
          <w:rStyle w:val="Taille-1Caracteres"/>
        </w:rPr>
        <w:t>E</w:t>
      </w:r>
      <w:r w:rsidRPr="000A30E8">
        <w:rPr>
          <w:szCs w:val="32"/>
        </w:rPr>
        <w:t xml:space="preserve"> J</w:t>
      </w:r>
      <w:r w:rsidRPr="000A30E8">
        <w:rPr>
          <w:rStyle w:val="Taille-1Caracteres"/>
        </w:rPr>
        <w:t>UGE</w:t>
      </w:r>
      <w:r w:rsidRPr="000A30E8">
        <w:rPr>
          <w:szCs w:val="32"/>
        </w:rPr>
        <w:t xml:space="preserve">, </w:t>
      </w:r>
      <w:r w:rsidRPr="000A30E8">
        <w:rPr>
          <w:i/>
          <w:iCs/>
          <w:szCs w:val="32"/>
        </w:rPr>
        <w:t>consultant sa montre</w:t>
      </w:r>
      <w:r w:rsidRPr="000A30E8">
        <w:rPr>
          <w:szCs w:val="32"/>
        </w:rPr>
        <w:t>. — Deux heures de l’après-midi. J’ai dû envoyer un message à mes invités pour les prier de m’excuser. Cet Empalé a toujours l’œil vif et le sourire !</w:t>
      </w:r>
    </w:p>
    <w:p w14:paraId="592A5F51"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OURREAU</w:t>
      </w:r>
      <w:r w:rsidRPr="000A30E8">
        <w:t>. — De ma vie de bourreau je n’ai vu chose pareille !</w:t>
      </w:r>
    </w:p>
    <w:p w14:paraId="49978356"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UGE</w:t>
      </w:r>
      <w:r w:rsidRPr="000A30E8">
        <w:t>. — Nous sommes trempés comme des éponges ! Il faut en finir. (</w:t>
      </w:r>
      <w:r w:rsidRPr="000A30E8">
        <w:rPr>
          <w:i/>
          <w:iCs/>
        </w:rPr>
        <w:t>Bas, au Bourreau</w:t>
      </w:r>
      <w:r w:rsidRPr="000A30E8">
        <w:t>.) Je vais essayer d’effrayer le condamné. (</w:t>
      </w:r>
      <w:r w:rsidRPr="000A30E8">
        <w:rPr>
          <w:i/>
          <w:iCs/>
        </w:rPr>
        <w:t>Haut, à l’Empalé</w:t>
      </w:r>
      <w:r w:rsidRPr="000A30E8">
        <w:t>.) Alors, vous vous moquez de la justice ! Savez-vous qu’un condamné à mort qui s’obstine à ne pas mourir est passible des travaux forcés à perpétuité ?</w:t>
      </w:r>
    </w:p>
    <w:p w14:paraId="54965D12"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OURREAU</w:t>
      </w:r>
      <w:r w:rsidRPr="000A30E8">
        <w:t>. — La menace n’a pas l’air de l’effrayer. Il sourit toujours !</w:t>
      </w:r>
    </w:p>
    <w:p w14:paraId="277D6BC9" w14:textId="77777777" w:rsidR="00285C2D" w:rsidRPr="000A30E8" w:rsidRDefault="00285C2D" w:rsidP="00285C2D">
      <w:r w:rsidRPr="000A30E8">
        <w:t>L</w:t>
      </w:r>
      <w:r w:rsidRPr="000A30E8">
        <w:rPr>
          <w:rStyle w:val="Taille-1Caracteres"/>
        </w:rPr>
        <w:t>E</w:t>
      </w:r>
      <w:r w:rsidRPr="000A30E8">
        <w:t xml:space="preserve"> J</w:t>
      </w:r>
      <w:r w:rsidRPr="000A30E8">
        <w:rPr>
          <w:rStyle w:val="Taille-1Caracteres"/>
        </w:rPr>
        <w:t>UGE</w:t>
      </w:r>
      <w:r w:rsidRPr="000A30E8">
        <w:t xml:space="preserve">, </w:t>
      </w:r>
      <w:r w:rsidRPr="000A30E8">
        <w:rPr>
          <w:i/>
          <w:iCs/>
        </w:rPr>
        <w:t>hors de lui, hurlant</w:t>
      </w:r>
      <w:r w:rsidRPr="000A30E8">
        <w:t>. — Enfin, me direz-vous pourquoi vous vous obstinez à vivre en dépit des lois et de la logique ?</w:t>
      </w:r>
    </w:p>
    <w:p w14:paraId="119CB53F" w14:textId="77777777" w:rsidR="00285C2D" w:rsidRPr="000A30E8" w:rsidRDefault="00285C2D" w:rsidP="00285C2D">
      <w:r w:rsidRPr="000A30E8">
        <w:t>L</w:t>
      </w:r>
      <w:r w:rsidRPr="000A30E8">
        <w:rPr>
          <w:rStyle w:val="Taille-1Caracteres"/>
        </w:rPr>
        <w:t>E</w:t>
      </w:r>
      <w:r w:rsidRPr="000A30E8">
        <w:t xml:space="preserve"> B</w:t>
      </w:r>
      <w:r w:rsidRPr="000A30E8">
        <w:rPr>
          <w:rStyle w:val="Taille-1Caracteres"/>
        </w:rPr>
        <w:t>OURREAU</w:t>
      </w:r>
      <w:r w:rsidRPr="000A30E8">
        <w:t>. — C’est peut-être le Diable ?</w:t>
      </w:r>
    </w:p>
    <w:p w14:paraId="43E1E058"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ONDAMNÉ</w:t>
      </w:r>
      <w:r w:rsidRPr="000A30E8">
        <w:t xml:space="preserve">, </w:t>
      </w:r>
      <w:r w:rsidRPr="000A30E8">
        <w:rPr>
          <w:i/>
          <w:iCs/>
        </w:rPr>
        <w:t>se décidant à parler</w:t>
      </w:r>
      <w:r w:rsidRPr="000A30E8">
        <w:t>. — Non, je ne suis pas le Diable : je suis un ancien avaleur de sabres. Alors, vous comprenez, j’ai l’habitude !</w:t>
      </w:r>
    </w:p>
    <w:p w14:paraId="4B685B1F" w14:textId="77777777" w:rsidR="00285C2D" w:rsidRPr="000A30E8" w:rsidRDefault="00285C2D" w:rsidP="00285C2D">
      <w:pPr>
        <w:pStyle w:val="Centr"/>
      </w:pPr>
      <w:r w:rsidRPr="000A30E8">
        <w:t>RIDEAU</w:t>
      </w:r>
    </w:p>
    <w:p w14:paraId="7D7C9537" w14:textId="77777777" w:rsidR="00285C2D" w:rsidRPr="000A30E8" w:rsidRDefault="00285C2D" w:rsidP="00285C2D">
      <w:pPr>
        <w:pStyle w:val="Titre2"/>
      </w:pPr>
      <w:bookmarkStart w:id="163" w:name="_Toc196330343"/>
      <w:r w:rsidRPr="000A30E8">
        <w:lastRenderedPageBreak/>
        <w:t>L’EUNUQUE DE ZANZIBAR</w:t>
      </w:r>
      <w:r w:rsidRPr="000A30E8">
        <w:br/>
      </w:r>
      <w:r w:rsidRPr="000A30E8">
        <w:br/>
        <w:t>Drame galant.</w:t>
      </w:r>
      <w:bookmarkEnd w:id="163"/>
    </w:p>
    <w:p w14:paraId="2F7560D5" w14:textId="77777777" w:rsidR="00285C2D" w:rsidRPr="000A30E8" w:rsidRDefault="00285C2D" w:rsidP="00285C2D">
      <w:pPr>
        <w:pStyle w:val="Titre3"/>
      </w:pPr>
      <w:bookmarkStart w:id="164" w:name="_Toc196330344"/>
      <w:r w:rsidRPr="000A30E8">
        <w:t>PREMIER ACTE</w:t>
      </w:r>
      <w:r w:rsidRPr="000A30E8">
        <w:br/>
      </w:r>
      <w:r w:rsidRPr="000A30E8">
        <w:br/>
        <w:t>Ali et Fathma.</w:t>
      </w:r>
      <w:bookmarkEnd w:id="164"/>
    </w:p>
    <w:p w14:paraId="45109CFA" w14:textId="77777777" w:rsidR="00285C2D" w:rsidRPr="000A30E8" w:rsidRDefault="00285C2D" w:rsidP="00285C2D">
      <w:pPr>
        <w:pStyle w:val="Centr"/>
        <w:rPr>
          <w:rStyle w:val="Taille-1Caracteres"/>
        </w:rPr>
      </w:pPr>
      <w:r w:rsidRPr="000A30E8">
        <w:rPr>
          <w:rStyle w:val="Taille-1Caracteres"/>
        </w:rPr>
        <w:t>La scène représente une forêt de bambous près de Zanzibar.</w:t>
      </w:r>
    </w:p>
    <w:p w14:paraId="2962F53E" w14:textId="77777777" w:rsidR="00285C2D" w:rsidRPr="000A30E8" w:rsidRDefault="00285C2D" w:rsidP="00285C2D">
      <w:r w:rsidRPr="000A30E8">
        <w:rPr>
          <w:szCs w:val="32"/>
        </w:rPr>
        <w:t>A</w:t>
      </w:r>
      <w:r w:rsidRPr="000A30E8">
        <w:rPr>
          <w:rStyle w:val="Taille-1Caracteres"/>
        </w:rPr>
        <w:t>LI</w:t>
      </w:r>
      <w:r w:rsidRPr="000A30E8">
        <w:rPr>
          <w:szCs w:val="32"/>
        </w:rPr>
        <w:t>. — Chère Fathma, nous voici comme chaque jour, réunis dans la forêt de bambous.</w:t>
      </w:r>
    </w:p>
    <w:p w14:paraId="54671DDE" w14:textId="77777777" w:rsidR="00285C2D" w:rsidRPr="000A30E8" w:rsidRDefault="00285C2D" w:rsidP="00285C2D">
      <w:r w:rsidRPr="000A30E8">
        <w:t>F</w:t>
      </w:r>
      <w:r w:rsidRPr="000A30E8">
        <w:rPr>
          <w:rStyle w:val="Taille-1Caracteres"/>
        </w:rPr>
        <w:t>ATHMA-LA-</w:t>
      </w:r>
      <w:r w:rsidRPr="000A30E8">
        <w:t>B</w:t>
      </w:r>
      <w:r w:rsidRPr="000A30E8">
        <w:rPr>
          <w:rStyle w:val="Taille-1Caracteres"/>
        </w:rPr>
        <w:t>LONDE</w:t>
      </w:r>
      <w:r w:rsidRPr="000A30E8">
        <w:t>. — Oui, cher Ali, nous sommes assis sur le vieux banc qui sert de rendez-vous à tous les amants de Zanzibar. Cher vieux banc ! Chante-moi, mon Ali, chante-moi la mélancolique chanson que le poète composa en son honneur.</w:t>
      </w:r>
    </w:p>
    <w:p w14:paraId="12F1BF65" w14:textId="77777777" w:rsidR="00285C2D" w:rsidRPr="000A30E8" w:rsidRDefault="00285C2D" w:rsidP="00285C2D">
      <w:r w:rsidRPr="000A30E8">
        <w:t>A</w:t>
      </w:r>
      <w:r w:rsidRPr="000A30E8">
        <w:rPr>
          <w:rStyle w:val="Taille-1Caracteres"/>
        </w:rPr>
        <w:t>LI</w:t>
      </w:r>
      <w:r w:rsidRPr="000A30E8">
        <w:t xml:space="preserve">, </w:t>
      </w:r>
      <w:r w:rsidRPr="000A30E8">
        <w:rPr>
          <w:i/>
          <w:iCs/>
        </w:rPr>
        <w:t>chantant</w:t>
      </w:r>
      <w:r w:rsidRPr="000A30E8">
        <w:t> :</w:t>
      </w:r>
    </w:p>
    <w:p w14:paraId="5F482ED3" w14:textId="77777777" w:rsidR="00285C2D" w:rsidRPr="000A30E8" w:rsidRDefault="00285C2D" w:rsidP="00285C2D">
      <w:pPr>
        <w:pStyle w:val="CentrEspAvt0EspApr0"/>
      </w:pPr>
      <w:r w:rsidRPr="000A30E8">
        <w:t>Sous les grands bambous il est un vieux banc,</w:t>
      </w:r>
    </w:p>
    <w:p w14:paraId="6F394A23" w14:textId="77777777" w:rsidR="00285C2D" w:rsidRPr="000A30E8" w:rsidRDefault="00285C2D" w:rsidP="00285C2D">
      <w:pPr>
        <w:pStyle w:val="CentrEspAvt0EspApr0"/>
        <w:rPr>
          <w:szCs w:val="32"/>
        </w:rPr>
      </w:pPr>
      <w:r w:rsidRPr="000A30E8">
        <w:rPr>
          <w:szCs w:val="32"/>
        </w:rPr>
        <w:t>En bouts de bambous un vieux bout de banc,</w:t>
      </w:r>
    </w:p>
    <w:p w14:paraId="03DE19BA" w14:textId="77777777" w:rsidR="00285C2D" w:rsidRPr="000A30E8" w:rsidRDefault="00285C2D" w:rsidP="00285C2D">
      <w:pPr>
        <w:pStyle w:val="CentrEspAvt0EspApr0"/>
        <w:rPr>
          <w:szCs w:val="32"/>
        </w:rPr>
      </w:pPr>
      <w:r w:rsidRPr="000A30E8">
        <w:rPr>
          <w:szCs w:val="32"/>
        </w:rPr>
        <w:t>You ! You !</w:t>
      </w:r>
    </w:p>
    <w:p w14:paraId="7A8DB588" w14:textId="77777777" w:rsidR="00285C2D" w:rsidRPr="000A30E8" w:rsidRDefault="00285C2D" w:rsidP="00285C2D">
      <w:pPr>
        <w:pStyle w:val="CentrEspAvt0EspApr0"/>
        <w:rPr>
          <w:szCs w:val="32"/>
        </w:rPr>
      </w:pPr>
      <w:r w:rsidRPr="000A30E8">
        <w:rPr>
          <w:szCs w:val="32"/>
        </w:rPr>
        <w:t>De tous les amants c’est le rendez-vous,</w:t>
      </w:r>
    </w:p>
    <w:p w14:paraId="297A0EC1" w14:textId="77777777" w:rsidR="00285C2D" w:rsidRPr="000A30E8" w:rsidRDefault="00285C2D" w:rsidP="00285C2D">
      <w:pPr>
        <w:pStyle w:val="CentrEspAvt0EspApr0"/>
        <w:rPr>
          <w:szCs w:val="32"/>
        </w:rPr>
      </w:pPr>
      <w:r w:rsidRPr="000A30E8">
        <w:rPr>
          <w:szCs w:val="32"/>
        </w:rPr>
        <w:t>Le vieux bout de banc en bouts de bambous !</w:t>
      </w:r>
    </w:p>
    <w:p w14:paraId="4A94CEC4" w14:textId="77777777" w:rsidR="00285C2D" w:rsidRPr="000A30E8" w:rsidRDefault="00285C2D" w:rsidP="00285C2D">
      <w:pPr>
        <w:pStyle w:val="CentrEspAvt0EspApr0"/>
      </w:pPr>
      <w:r w:rsidRPr="000A30E8">
        <w:rPr>
          <w:szCs w:val="32"/>
        </w:rPr>
        <w:t>You !</w:t>
      </w:r>
    </w:p>
    <w:p w14:paraId="49CD0813" w14:textId="77777777" w:rsidR="00285C2D" w:rsidRPr="000A30E8" w:rsidRDefault="00285C2D" w:rsidP="00285C2D">
      <w:r w:rsidRPr="000A30E8">
        <w:rPr>
          <w:szCs w:val="32"/>
        </w:rPr>
        <w:t>F</w:t>
      </w:r>
      <w:r w:rsidRPr="000A30E8">
        <w:rPr>
          <w:rStyle w:val="Taille-1Caracteres"/>
        </w:rPr>
        <w:t>ATHMA-LA-</w:t>
      </w:r>
      <w:r w:rsidRPr="000A30E8">
        <w:rPr>
          <w:szCs w:val="32"/>
        </w:rPr>
        <w:t>B</w:t>
      </w:r>
      <w:r w:rsidRPr="000A30E8">
        <w:rPr>
          <w:rStyle w:val="Taille-1Caracteres"/>
        </w:rPr>
        <w:t>LONDE</w:t>
      </w:r>
      <w:r w:rsidRPr="000A30E8">
        <w:rPr>
          <w:szCs w:val="32"/>
        </w:rPr>
        <w:t>. — Oh ! comme cette mélopée me rend triste !</w:t>
      </w:r>
    </w:p>
    <w:p w14:paraId="59BB96B2" w14:textId="77777777" w:rsidR="00285C2D" w:rsidRPr="000A30E8" w:rsidRDefault="00285C2D" w:rsidP="00285C2D">
      <w:r w:rsidRPr="000A30E8">
        <w:lastRenderedPageBreak/>
        <w:t>A</w:t>
      </w:r>
      <w:r w:rsidRPr="000A30E8">
        <w:rPr>
          <w:rStyle w:val="Taille-1Caracteres"/>
        </w:rPr>
        <w:t>LI</w:t>
      </w:r>
      <w:r w:rsidRPr="000A30E8">
        <w:t>. — Tes yeux sont noyés de larmes ! Oh ! chère Fathma, ne me caches-tu rien ? Toi qui seras bientôt ma femme, n’hésite pas à me confier le chagrin de ton âme.</w:t>
      </w:r>
    </w:p>
    <w:p w14:paraId="0C9103AF" w14:textId="77777777" w:rsidR="00285C2D" w:rsidRPr="000A30E8" w:rsidRDefault="00285C2D" w:rsidP="00285C2D">
      <w:r w:rsidRPr="000A30E8">
        <w:t>F</w:t>
      </w:r>
      <w:r w:rsidRPr="000A30E8">
        <w:rPr>
          <w:rStyle w:val="Taille-1Caracteres"/>
        </w:rPr>
        <w:t>ATHMA-LA-</w:t>
      </w:r>
      <w:r w:rsidRPr="000A30E8">
        <w:t>B</w:t>
      </w:r>
      <w:r w:rsidRPr="000A30E8">
        <w:rPr>
          <w:rStyle w:val="Taille-1Caracteres"/>
        </w:rPr>
        <w:t>LONDE</w:t>
      </w:r>
      <w:r w:rsidRPr="000A30E8">
        <w:t>. — Hélas ! cher Ali, mon cœur est rempli de sinistres pressentiments. Je sais de source certaine que le sultan de Zanzibar a remarqué ma divine beauté. Il veut me faire enlever pour m’enfermer dans son harem.</w:t>
      </w:r>
    </w:p>
    <w:p w14:paraId="3246FBF5" w14:textId="77777777" w:rsidR="00285C2D" w:rsidRPr="000A30E8" w:rsidRDefault="00285C2D" w:rsidP="00285C2D">
      <w:r w:rsidRPr="000A30E8">
        <w:t>A</w:t>
      </w:r>
      <w:r w:rsidRPr="000A30E8">
        <w:rPr>
          <w:rStyle w:val="Taille-1Caracteres"/>
        </w:rPr>
        <w:t>LI</w:t>
      </w:r>
      <w:r w:rsidRPr="000A30E8">
        <w:t>. — Ne crains rien, chère Fathma. Si le sultan de Zanzibar te séquestre dans son harem, Ali saura toujours te délivrer.</w:t>
      </w:r>
    </w:p>
    <w:p w14:paraId="683CC65C" w14:textId="77777777" w:rsidR="00285C2D" w:rsidRPr="000A30E8" w:rsidRDefault="00285C2D" w:rsidP="00285C2D">
      <w:r w:rsidRPr="000A30E8">
        <w:t>F</w:t>
      </w:r>
      <w:r w:rsidRPr="000A30E8">
        <w:rPr>
          <w:rStyle w:val="Taille-1Caracteres"/>
        </w:rPr>
        <w:t>ATHMA-LA-</w:t>
      </w:r>
      <w:r w:rsidRPr="000A30E8">
        <w:t>B</w:t>
      </w:r>
      <w:r w:rsidRPr="000A30E8">
        <w:rPr>
          <w:rStyle w:val="Taille-1Caracteres"/>
        </w:rPr>
        <w:t>LONDE</w:t>
      </w:r>
      <w:r w:rsidRPr="000A30E8">
        <w:t>. — Oh ! regarde, cher Ali : une bande d’hommes à figures sinistres se dirige de notre côté. Ils viennent sans doute pour m’enlever. Fuyons !</w:t>
      </w:r>
    </w:p>
    <w:p w14:paraId="7E92A7E3" w14:textId="77777777" w:rsidR="00285C2D" w:rsidRPr="000A30E8" w:rsidRDefault="00285C2D" w:rsidP="00285C2D">
      <w:r w:rsidRPr="000A30E8">
        <w:t>A</w:t>
      </w:r>
      <w:r w:rsidRPr="000A30E8">
        <w:rPr>
          <w:rStyle w:val="Taille-1Caracteres"/>
        </w:rPr>
        <w:t>LI</w:t>
      </w:r>
      <w:r w:rsidRPr="000A30E8">
        <w:t>. — Reste, chère Fathma. Quant à moi, je fuis rapidement. Je dois rester libre pour te délivrer bientôt. Courage ! (</w:t>
      </w:r>
      <w:r w:rsidRPr="000A30E8">
        <w:rPr>
          <w:i/>
          <w:iCs/>
        </w:rPr>
        <w:t>Il fuit rapidement</w:t>
      </w:r>
      <w:r w:rsidRPr="000A30E8">
        <w:t>.)</w:t>
      </w:r>
    </w:p>
    <w:p w14:paraId="5B3FA1F4" w14:textId="77777777" w:rsidR="00285C2D" w:rsidRPr="000A30E8" w:rsidRDefault="00285C2D" w:rsidP="00285C2D">
      <w:r w:rsidRPr="000A30E8">
        <w:t>L</w:t>
      </w:r>
      <w:r w:rsidRPr="000A30E8">
        <w:rPr>
          <w:rStyle w:val="Taille-1Caracteres"/>
        </w:rPr>
        <w:t>ES</w:t>
      </w:r>
      <w:r w:rsidRPr="000A30E8">
        <w:t xml:space="preserve"> H</w:t>
      </w:r>
      <w:r w:rsidRPr="000A30E8">
        <w:rPr>
          <w:rStyle w:val="Taille-1Caracteres"/>
        </w:rPr>
        <w:t>OMMES SINISTRES</w:t>
      </w:r>
      <w:r w:rsidRPr="000A30E8">
        <w:t>. — Enlevons Fathma-la-Blonde, et transportons-la dans le harem de notre maître, le sultan de Zanzibar. Enlevons ! (</w:t>
      </w:r>
      <w:r w:rsidRPr="000A30E8">
        <w:rPr>
          <w:i/>
          <w:iCs/>
        </w:rPr>
        <w:t>Ils enlèvent Fathma-la-Blonde</w:t>
      </w:r>
      <w:r w:rsidRPr="000A30E8">
        <w:t>.)</w:t>
      </w:r>
    </w:p>
    <w:p w14:paraId="3334FC76" w14:textId="77777777" w:rsidR="00285C2D" w:rsidRPr="000A30E8" w:rsidRDefault="00285C2D" w:rsidP="00285C2D">
      <w:pPr>
        <w:pStyle w:val="Titre3"/>
      </w:pPr>
      <w:bookmarkStart w:id="165" w:name="_Toc196330345"/>
      <w:r w:rsidRPr="000A30E8">
        <w:t>DEUXIÈME ACTE</w:t>
      </w:r>
      <w:r w:rsidRPr="000A30E8">
        <w:br/>
      </w:r>
      <w:r w:rsidRPr="000A30E8">
        <w:br/>
        <w:t>Le gardien du harem.</w:t>
      </w:r>
      <w:bookmarkEnd w:id="165"/>
    </w:p>
    <w:p w14:paraId="12C60726" w14:textId="77777777" w:rsidR="00285C2D" w:rsidRPr="000A30E8" w:rsidRDefault="00285C2D" w:rsidP="00285C2D">
      <w:pPr>
        <w:pStyle w:val="Centr"/>
        <w:rPr>
          <w:rStyle w:val="Taille-1Caracteres"/>
        </w:rPr>
      </w:pPr>
      <w:r w:rsidRPr="000A30E8">
        <w:rPr>
          <w:rStyle w:val="Taille-1Caracteres"/>
        </w:rPr>
        <w:t>La scène représente le harem du sultan.</w:t>
      </w:r>
    </w:p>
    <w:p w14:paraId="520CECD5" w14:textId="77777777" w:rsidR="00285C2D" w:rsidRPr="000A30E8" w:rsidRDefault="00285C2D" w:rsidP="00285C2D">
      <w:r w:rsidRPr="000A30E8">
        <w:rPr>
          <w:szCs w:val="32"/>
        </w:rPr>
        <w:t>F</w:t>
      </w:r>
      <w:r w:rsidRPr="000A30E8">
        <w:rPr>
          <w:rStyle w:val="Taille-1Caracteres"/>
        </w:rPr>
        <w:t>ATHMA-LA-</w:t>
      </w:r>
      <w:r w:rsidRPr="000A30E8">
        <w:rPr>
          <w:szCs w:val="32"/>
        </w:rPr>
        <w:t>B</w:t>
      </w:r>
      <w:r w:rsidRPr="000A30E8">
        <w:rPr>
          <w:rStyle w:val="Taille-1Caracteres"/>
        </w:rPr>
        <w:t>LONDE</w:t>
      </w:r>
      <w:r w:rsidRPr="000A30E8">
        <w:rPr>
          <w:szCs w:val="32"/>
        </w:rPr>
        <w:t xml:space="preserve">. — Voilà déjà trois mois que je suis prisonnière dans le harem du sultan. Ali oublierait-il sa promesse ? Ali ne viendra-t-il pas me délivrer ? Mais, un eunuque </w:t>
      </w:r>
      <w:r w:rsidRPr="000A30E8">
        <w:rPr>
          <w:szCs w:val="32"/>
        </w:rPr>
        <w:lastRenderedPageBreak/>
        <w:t>s’approche de moi. Sans doute, vient-il me chercher pour me conduire auprès de son maître.</w:t>
      </w:r>
    </w:p>
    <w:p w14:paraId="54E691C7" w14:textId="77777777" w:rsidR="00285C2D" w:rsidRPr="000A30E8" w:rsidRDefault="00285C2D" w:rsidP="00285C2D">
      <w:r w:rsidRPr="000A30E8">
        <w:t>L’E</w:t>
      </w:r>
      <w:r w:rsidRPr="000A30E8">
        <w:rPr>
          <w:rStyle w:val="Taille-1Caracteres"/>
        </w:rPr>
        <w:t>UNUQUE</w:t>
      </w:r>
      <w:r w:rsidRPr="000A30E8">
        <w:t xml:space="preserve">, </w:t>
      </w:r>
      <w:r w:rsidRPr="000A30E8">
        <w:rPr>
          <w:i/>
          <w:iCs/>
        </w:rPr>
        <w:t>à voix basse</w:t>
      </w:r>
      <w:r w:rsidRPr="000A30E8">
        <w:t>. — C’est moi, chère Fathma, c’est moi, ton fiancé Ali, déguisé en eunuque pour te sauver. Cette nuit, dès que le harem sera endormi, nous fuirons. Chut ! À ce soir ! (</w:t>
      </w:r>
      <w:r w:rsidRPr="000A30E8">
        <w:rPr>
          <w:i/>
          <w:iCs/>
        </w:rPr>
        <w:t>Il s’éloigne</w:t>
      </w:r>
      <w:r w:rsidRPr="000A30E8">
        <w:t>.)</w:t>
      </w:r>
    </w:p>
    <w:p w14:paraId="2C735670" w14:textId="77777777" w:rsidR="00285C2D" w:rsidRPr="000A30E8" w:rsidRDefault="00285C2D" w:rsidP="00285C2D">
      <w:pPr>
        <w:pStyle w:val="Titre3"/>
      </w:pPr>
      <w:bookmarkStart w:id="166" w:name="_Toc196330346"/>
      <w:r w:rsidRPr="000A30E8">
        <w:t>TROISIÈME ACTE</w:t>
      </w:r>
      <w:r w:rsidRPr="000A30E8">
        <w:br/>
      </w:r>
      <w:r w:rsidRPr="000A30E8">
        <w:br/>
        <w:t>On ne pense pas à tout !</w:t>
      </w:r>
      <w:bookmarkEnd w:id="166"/>
    </w:p>
    <w:p w14:paraId="5FC7C3AD" w14:textId="77777777" w:rsidR="00285C2D" w:rsidRPr="000A30E8" w:rsidRDefault="00285C2D" w:rsidP="00285C2D">
      <w:pPr>
        <w:pStyle w:val="Centr"/>
        <w:rPr>
          <w:rStyle w:val="Taille-1Caracteres"/>
        </w:rPr>
      </w:pPr>
      <w:r w:rsidRPr="000A30E8">
        <w:rPr>
          <w:rStyle w:val="Taille-1Caracteres"/>
        </w:rPr>
        <w:t>La scène représente la campagne de Zanzibar.</w:t>
      </w:r>
    </w:p>
    <w:p w14:paraId="0DAABE82" w14:textId="77777777" w:rsidR="00285C2D" w:rsidRPr="000A30E8" w:rsidRDefault="00285C2D" w:rsidP="00285C2D">
      <w:r w:rsidRPr="000A30E8">
        <w:rPr>
          <w:szCs w:val="32"/>
        </w:rPr>
        <w:t>A</w:t>
      </w:r>
      <w:r w:rsidRPr="000A30E8">
        <w:rPr>
          <w:rStyle w:val="Taille-1Caracteres"/>
        </w:rPr>
        <w:t>LI</w:t>
      </w:r>
      <w:r w:rsidRPr="000A30E8">
        <w:rPr>
          <w:szCs w:val="32"/>
        </w:rPr>
        <w:t>. — Chère Fathma, nous venons de quitter le harem. Grâce à ma ruse, te voilà sauvée !</w:t>
      </w:r>
    </w:p>
    <w:p w14:paraId="6A5B41F6" w14:textId="77777777" w:rsidR="00285C2D" w:rsidRPr="000A30E8" w:rsidRDefault="00285C2D" w:rsidP="00285C2D">
      <w:r w:rsidRPr="000A30E8">
        <w:rPr>
          <w:lang w:val="it-IT"/>
        </w:rPr>
        <w:t>F</w:t>
      </w:r>
      <w:r w:rsidRPr="000A30E8">
        <w:rPr>
          <w:rStyle w:val="Taille-1Caracteres"/>
          <w:lang w:val="it-IT"/>
        </w:rPr>
        <w:t>ATHMA-LA-</w:t>
      </w:r>
      <w:r w:rsidRPr="000A30E8">
        <w:rPr>
          <w:lang w:val="it-IT"/>
        </w:rPr>
        <w:t>B</w:t>
      </w:r>
      <w:r w:rsidRPr="000A30E8">
        <w:rPr>
          <w:rStyle w:val="Taille-1Caracteres"/>
          <w:lang w:val="it-IT"/>
        </w:rPr>
        <w:t>LONDE</w:t>
      </w:r>
      <w:r w:rsidRPr="000A30E8">
        <w:rPr>
          <w:lang w:val="it-IT"/>
        </w:rPr>
        <w:t xml:space="preserve">. — Merci, cher Ali. </w:t>
      </w:r>
      <w:r w:rsidRPr="000A30E8">
        <w:t>Pour te prouver ma reconnaissance, je ne veux pas retarder plus longtemps notre mutuel bonheur. Sous ce clair de lune oriental, mon corps se donne à toi ! Prends-le.</w:t>
      </w:r>
    </w:p>
    <w:p w14:paraId="49FE782C" w14:textId="77777777" w:rsidR="00285C2D" w:rsidRPr="000A30E8" w:rsidRDefault="00285C2D" w:rsidP="00285C2D">
      <w:r w:rsidRPr="000A30E8">
        <w:t>A</w:t>
      </w:r>
      <w:r w:rsidRPr="000A30E8">
        <w:rPr>
          <w:rStyle w:val="Taille-1Caracteres"/>
        </w:rPr>
        <w:t>LI</w:t>
      </w:r>
      <w:r w:rsidRPr="000A30E8">
        <w:t xml:space="preserve">, </w:t>
      </w:r>
      <w:r w:rsidRPr="000A30E8">
        <w:rPr>
          <w:i/>
          <w:iCs/>
        </w:rPr>
        <w:t>avec tristesse</w:t>
      </w:r>
      <w:r w:rsidRPr="000A30E8">
        <w:t>. — Impossible, chère Fathma. Pour te délivrer du harem, j’ai dû me faire eunuque.</w:t>
      </w:r>
    </w:p>
    <w:p w14:paraId="425508D9" w14:textId="77777777" w:rsidR="00285C2D" w:rsidRPr="000A30E8" w:rsidRDefault="00285C2D" w:rsidP="00285C2D">
      <w:r w:rsidRPr="000A30E8">
        <w:t>F</w:t>
      </w:r>
      <w:r w:rsidRPr="000A30E8">
        <w:rPr>
          <w:rStyle w:val="Taille-1Caracteres"/>
        </w:rPr>
        <w:t>ATHMA-LA-</w:t>
      </w:r>
      <w:r w:rsidRPr="000A30E8">
        <w:t>B</w:t>
      </w:r>
      <w:r w:rsidRPr="000A30E8">
        <w:rPr>
          <w:rStyle w:val="Taille-1Caracteres"/>
        </w:rPr>
        <w:t>LONDE</w:t>
      </w:r>
      <w:r w:rsidRPr="000A30E8">
        <w:t>. — Qu’entends-je ? Quoi, ce costume n’est pas déguisement ? Tu es véritablement eunuque ?</w:t>
      </w:r>
    </w:p>
    <w:p w14:paraId="53415701" w14:textId="77777777" w:rsidR="00285C2D" w:rsidRPr="000A30E8" w:rsidRDefault="00285C2D" w:rsidP="00285C2D">
      <w:r w:rsidRPr="000A30E8">
        <w:t>A</w:t>
      </w:r>
      <w:r w:rsidRPr="000A30E8">
        <w:rPr>
          <w:rStyle w:val="Taille-1Caracteres"/>
        </w:rPr>
        <w:t>LI</w:t>
      </w:r>
      <w:r w:rsidRPr="000A30E8">
        <w:t>. — Il n’y avait pas moyen de faire autrement pour pénétrer dans le harem et te délivrer. Ma ruse a parfaitement réussi.</w:t>
      </w:r>
    </w:p>
    <w:p w14:paraId="0CB3A9F7" w14:textId="77777777" w:rsidR="00285C2D" w:rsidRPr="000A30E8" w:rsidRDefault="00285C2D" w:rsidP="00285C2D">
      <w:r w:rsidRPr="000A30E8">
        <w:lastRenderedPageBreak/>
        <w:t>F</w:t>
      </w:r>
      <w:r w:rsidRPr="000A30E8">
        <w:rPr>
          <w:rStyle w:val="Taille-1Caracteres"/>
        </w:rPr>
        <w:t>ATHMA-LA-</w:t>
      </w:r>
      <w:r w:rsidRPr="000A30E8">
        <w:t>B</w:t>
      </w:r>
      <w:r w:rsidRPr="000A30E8">
        <w:rPr>
          <w:rStyle w:val="Taille-1Caracteres"/>
        </w:rPr>
        <w:t>LONDE</w:t>
      </w:r>
      <w:r w:rsidRPr="000A30E8">
        <w:t>. — Oh ! la fatale ruse ! Pourquoi m’avoir délivrée puisque nous ne pourrons jamais nous aimer ?</w:t>
      </w:r>
    </w:p>
    <w:p w14:paraId="638C3215" w14:textId="77777777" w:rsidR="00285C2D" w:rsidRPr="000A30E8" w:rsidRDefault="00285C2D" w:rsidP="00285C2D">
      <w:r w:rsidRPr="000A30E8">
        <w:t>A</w:t>
      </w:r>
      <w:r w:rsidRPr="000A30E8">
        <w:rPr>
          <w:rStyle w:val="Taille-1Caracteres"/>
        </w:rPr>
        <w:t>LI</w:t>
      </w:r>
      <w:r w:rsidRPr="000A30E8">
        <w:t>. — C’est vrai. Je n’avais pas réfléchi. Par Allah ! suis-je distrait tout de même !</w:t>
      </w:r>
    </w:p>
    <w:p w14:paraId="146A492A" w14:textId="77777777" w:rsidR="00285C2D" w:rsidRPr="000A30E8" w:rsidRDefault="00285C2D" w:rsidP="00285C2D">
      <w:pPr>
        <w:pStyle w:val="Centr"/>
      </w:pPr>
      <w:r w:rsidRPr="000A30E8">
        <w:t>RIDEAU</w:t>
      </w:r>
    </w:p>
    <w:p w14:paraId="4C859B8F" w14:textId="77777777" w:rsidR="00285C2D" w:rsidRPr="000A30E8" w:rsidRDefault="00285C2D" w:rsidP="00285C2D">
      <w:pPr>
        <w:pStyle w:val="Titre2"/>
      </w:pPr>
      <w:bookmarkStart w:id="167" w:name="_Toc196330347"/>
      <w:r w:rsidRPr="000A30E8">
        <w:lastRenderedPageBreak/>
        <w:t>FATAL HYMEN</w:t>
      </w:r>
      <w:bookmarkEnd w:id="167"/>
    </w:p>
    <w:p w14:paraId="3CADABD8" w14:textId="77777777" w:rsidR="00285C2D" w:rsidRPr="000A30E8" w:rsidRDefault="00285C2D" w:rsidP="00285C2D">
      <w:pPr>
        <w:pStyle w:val="Titre3"/>
      </w:pPr>
      <w:bookmarkStart w:id="168" w:name="_Toc196330348"/>
      <w:r w:rsidRPr="000A30E8">
        <w:t>PREMIER ACTE</w:t>
      </w:r>
      <w:r w:rsidRPr="000A30E8">
        <w:br/>
      </w:r>
      <w:r w:rsidRPr="000A30E8">
        <w:br/>
        <w:t>Amour brisé.</w:t>
      </w:r>
      <w:bookmarkEnd w:id="168"/>
    </w:p>
    <w:p w14:paraId="6DA650B6" w14:textId="77777777" w:rsidR="00285C2D" w:rsidRPr="000A30E8" w:rsidRDefault="00285C2D" w:rsidP="00285C2D">
      <w:pPr>
        <w:pStyle w:val="Centr"/>
        <w:rPr>
          <w:rStyle w:val="Taille-1Caracteres"/>
        </w:rPr>
      </w:pPr>
      <w:r w:rsidRPr="000A30E8">
        <w:rPr>
          <w:rStyle w:val="Taille-1Caracteres"/>
        </w:rPr>
        <w:t>La scène représente une mansarde.</w:t>
      </w:r>
    </w:p>
    <w:p w14:paraId="20734EC1" w14:textId="77777777" w:rsidR="00285C2D" w:rsidRPr="000A30E8" w:rsidRDefault="00285C2D" w:rsidP="00285C2D">
      <w:r w:rsidRPr="000A30E8">
        <w:rPr>
          <w:szCs w:val="32"/>
        </w:rPr>
        <w:t>L</w:t>
      </w:r>
      <w:r w:rsidRPr="000A30E8">
        <w:rPr>
          <w:rStyle w:val="Taille-1Caracteres"/>
        </w:rPr>
        <w:t>E</w:t>
      </w:r>
      <w:r w:rsidRPr="000A30E8">
        <w:rPr>
          <w:szCs w:val="32"/>
        </w:rPr>
        <w:t xml:space="preserve"> P</w:t>
      </w:r>
      <w:r w:rsidRPr="000A30E8">
        <w:rPr>
          <w:rStyle w:val="Taille-1Caracteres"/>
        </w:rPr>
        <w:t>OÈTE DE LA MANSARDE</w:t>
      </w:r>
      <w:r w:rsidRPr="000A30E8">
        <w:rPr>
          <w:szCs w:val="32"/>
        </w:rPr>
        <w:t>. — Oh ! douleur ! Contrainte par sa famille, l’ingénue que j’aime et qui m’adore va se marier avec un riche et jeune fat ! Notre beau rêve d’amour est brisé !</w:t>
      </w:r>
    </w:p>
    <w:p w14:paraId="02A106AD"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RAND-PÈRE MUSE</w:t>
      </w:r>
      <w:r w:rsidRPr="000A30E8">
        <w:t>. — Oui. Si ses cruels parents avaient consenti à votre union, c’est elle qui m’aurait remplacé dans le rôle de muse que tu me fais jouer auprès de toi afin de te faciliter l’inspiration.</w:t>
      </w:r>
    </w:p>
    <w:p w14:paraId="7689D60A"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OÈTE DE LA MANSARDE</w:t>
      </w:r>
      <w:r w:rsidRPr="000A30E8">
        <w:t xml:space="preserve">, </w:t>
      </w:r>
      <w:r w:rsidRPr="000A30E8">
        <w:rPr>
          <w:i/>
          <w:iCs/>
        </w:rPr>
        <w:t>avec un douloureux sourire</w:t>
      </w:r>
      <w:r w:rsidRPr="000A30E8">
        <w:t>. — C’est vrai, pauvre grand-père. Voilà déjà de longs mois que, vêtu de gazes légères et le crâne couvert d’une blonde perruque de femme, vous voulez bien me donner l’illusion d’avoir à mes côtés la muse indispensable au poète.</w:t>
      </w:r>
    </w:p>
    <w:p w14:paraId="20E52A82"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RAND-PÈRE MUSE</w:t>
      </w:r>
      <w:r w:rsidRPr="000A30E8">
        <w:t>. — Ne pleure plus, ô poète ! et prends ton luth ! Souviens-toi que tu dois livrer cet après-midi ton poème à la grande maison de sardines à l’huile Curnonsko.</w:t>
      </w:r>
    </w:p>
    <w:p w14:paraId="129C84C9"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OÈTE DE LA MANSARDE</w:t>
      </w:r>
      <w:r w:rsidRPr="000A30E8">
        <w:t>. — Soit ! Au travail ! (</w:t>
      </w:r>
      <w:r w:rsidRPr="000A30E8">
        <w:rPr>
          <w:i/>
          <w:iCs/>
        </w:rPr>
        <w:t>Il écrit</w:t>
      </w:r>
      <w:r w:rsidRPr="000A30E8">
        <w:t>.)</w:t>
      </w:r>
    </w:p>
    <w:p w14:paraId="199ED868" w14:textId="77777777" w:rsidR="00285C2D" w:rsidRPr="000A30E8" w:rsidRDefault="00285C2D" w:rsidP="00285C2D">
      <w:pPr>
        <w:pStyle w:val="CentrEspAvt0EspApr0"/>
      </w:pPr>
      <w:r w:rsidRPr="000A30E8">
        <w:t>Ah ! si j’étais sardine à l’huile,</w:t>
      </w:r>
    </w:p>
    <w:p w14:paraId="7DE0C8E5" w14:textId="77777777" w:rsidR="00285C2D" w:rsidRPr="000A30E8" w:rsidRDefault="00285C2D" w:rsidP="00285C2D">
      <w:pPr>
        <w:pStyle w:val="CentrEspAvt0EspApr0"/>
        <w:rPr>
          <w:szCs w:val="32"/>
        </w:rPr>
      </w:pPr>
      <w:r w:rsidRPr="000A30E8">
        <w:rPr>
          <w:szCs w:val="32"/>
        </w:rPr>
        <w:t>Baronne, je le dis bien haut,</w:t>
      </w:r>
    </w:p>
    <w:p w14:paraId="33880575" w14:textId="77777777" w:rsidR="00285C2D" w:rsidRPr="000A30E8" w:rsidRDefault="00285C2D" w:rsidP="00285C2D">
      <w:pPr>
        <w:pStyle w:val="CentrEspAvt0EspApr0"/>
        <w:rPr>
          <w:szCs w:val="32"/>
        </w:rPr>
      </w:pPr>
      <w:r w:rsidRPr="000A30E8">
        <w:rPr>
          <w:szCs w:val="32"/>
        </w:rPr>
        <w:t>Je n’élirais mon domicile</w:t>
      </w:r>
    </w:p>
    <w:p w14:paraId="0446348C" w14:textId="77777777" w:rsidR="00285C2D" w:rsidRPr="000A30E8" w:rsidRDefault="00285C2D" w:rsidP="00285C2D">
      <w:pPr>
        <w:pStyle w:val="CentrEspAvt0EspApr0"/>
      </w:pPr>
      <w:r w:rsidRPr="000A30E8">
        <w:rPr>
          <w:szCs w:val="32"/>
        </w:rPr>
        <w:lastRenderedPageBreak/>
        <w:t>Que dans la boîte Curnonsko !</w:t>
      </w:r>
    </w:p>
    <w:p w14:paraId="145A8693" w14:textId="77777777" w:rsidR="00285C2D" w:rsidRPr="000A30E8" w:rsidRDefault="00285C2D" w:rsidP="00285C2D">
      <w:r w:rsidRPr="000A30E8">
        <w:rPr>
          <w:szCs w:val="32"/>
        </w:rPr>
        <w:t>L’</w:t>
      </w:r>
      <w:r w:rsidRPr="000A30E8">
        <w:rPr>
          <w:rStyle w:val="Taille-1Caracteres"/>
        </w:rPr>
        <w:t>INGÉNIEUSE</w:t>
      </w:r>
      <w:r w:rsidRPr="000A30E8">
        <w:rPr>
          <w:szCs w:val="32"/>
        </w:rPr>
        <w:t xml:space="preserve"> I</w:t>
      </w:r>
      <w:r w:rsidRPr="000A30E8">
        <w:rPr>
          <w:rStyle w:val="Taille-1Caracteres"/>
        </w:rPr>
        <w:t>NGÉNUE</w:t>
      </w:r>
      <w:r w:rsidRPr="000A30E8">
        <w:rPr>
          <w:szCs w:val="32"/>
        </w:rPr>
        <w:t xml:space="preserve">, </w:t>
      </w:r>
      <w:r w:rsidRPr="000A30E8">
        <w:rPr>
          <w:i/>
          <w:iCs/>
          <w:szCs w:val="32"/>
        </w:rPr>
        <w:t>entrant</w:t>
      </w:r>
      <w:r w:rsidRPr="000A30E8">
        <w:rPr>
          <w:szCs w:val="32"/>
        </w:rPr>
        <w:t>. — Ô cher Poète de la mansarde, mes parents sont inflexibles ! Ils veulent que j’épouse le riche et jeune Fat. Soit ! J’obéirai.</w:t>
      </w:r>
    </w:p>
    <w:p w14:paraId="6FE97337"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OÈTE DE LA MANSARDE</w:t>
      </w:r>
      <w:r w:rsidRPr="000A30E8">
        <w:t>. — Ô cruelle !</w:t>
      </w:r>
    </w:p>
    <w:p w14:paraId="69F5FF90" w14:textId="77777777" w:rsidR="00285C2D" w:rsidRPr="000A30E8" w:rsidRDefault="00285C2D" w:rsidP="00285C2D">
      <w:r w:rsidRPr="000A30E8">
        <w:t>L’</w:t>
      </w:r>
      <w:r w:rsidRPr="000A30E8">
        <w:rPr>
          <w:rStyle w:val="Taille-1Caracteres"/>
        </w:rPr>
        <w:t>INGÉNIEUSE</w:t>
      </w:r>
      <w:r w:rsidRPr="000A30E8">
        <w:t xml:space="preserve"> I</w:t>
      </w:r>
      <w:r w:rsidRPr="000A30E8">
        <w:rPr>
          <w:rStyle w:val="Taille-1Caracteres"/>
        </w:rPr>
        <w:t>NGÉNUE</w:t>
      </w:r>
      <w:r w:rsidRPr="000A30E8">
        <w:t>. — Mais sèche tes larmes, ô mon poète ! J’ai une idée. Mon hymen sera de courte durée, et dans huit mois au plus tard, nous pourrons nous aimer librement. J’ai mon idée. Mais, pour que mon plan réussisse, il faut que mon hymen soit célébré au Groenland. Ô mon poète, à bientôt. (</w:t>
      </w:r>
      <w:r w:rsidRPr="000A30E8">
        <w:rPr>
          <w:i/>
          <w:iCs/>
        </w:rPr>
        <w:t>Elle sort</w:t>
      </w:r>
      <w:r w:rsidRPr="000A30E8">
        <w:t>.)</w:t>
      </w:r>
    </w:p>
    <w:p w14:paraId="1D5A1773" w14:textId="77777777" w:rsidR="00285C2D" w:rsidRPr="000A30E8" w:rsidRDefault="00285C2D" w:rsidP="00285C2D">
      <w:pPr>
        <w:pStyle w:val="Titre3"/>
      </w:pPr>
      <w:bookmarkStart w:id="169" w:name="_Toc196330349"/>
      <w:r w:rsidRPr="000A30E8">
        <w:t>DEUXIÈME ACTE</w:t>
      </w:r>
      <w:r w:rsidRPr="000A30E8">
        <w:br/>
      </w:r>
      <w:r w:rsidRPr="000A30E8">
        <w:br/>
        <w:t>Le consentement.</w:t>
      </w:r>
      <w:bookmarkEnd w:id="169"/>
    </w:p>
    <w:p w14:paraId="24424BFA" w14:textId="77777777" w:rsidR="00285C2D" w:rsidRPr="000A30E8" w:rsidRDefault="00285C2D" w:rsidP="00285C2D">
      <w:pPr>
        <w:pStyle w:val="Centr"/>
        <w:rPr>
          <w:rStyle w:val="Taille-1Caracteres"/>
        </w:rPr>
      </w:pPr>
      <w:r w:rsidRPr="000A30E8">
        <w:rPr>
          <w:rStyle w:val="Taille-1Caracteres"/>
        </w:rPr>
        <w:t>La scène représente un appartement riche.</w:t>
      </w:r>
    </w:p>
    <w:p w14:paraId="1E698E50" w14:textId="77777777" w:rsidR="00285C2D" w:rsidRPr="000A30E8" w:rsidRDefault="00285C2D" w:rsidP="00285C2D">
      <w:r w:rsidRPr="000A30E8">
        <w:rPr>
          <w:szCs w:val="32"/>
        </w:rPr>
        <w:t>L</w:t>
      </w:r>
      <w:r w:rsidRPr="000A30E8">
        <w:rPr>
          <w:rStyle w:val="Taille-1Caracteres"/>
        </w:rPr>
        <w:t>E</w:t>
      </w:r>
      <w:r w:rsidRPr="000A30E8">
        <w:rPr>
          <w:szCs w:val="32"/>
        </w:rPr>
        <w:t xml:space="preserve"> P</w:t>
      </w:r>
      <w:r w:rsidRPr="000A30E8">
        <w:rPr>
          <w:rStyle w:val="Taille-1Caracteres"/>
        </w:rPr>
        <w:t>ÈRE DE L’</w:t>
      </w:r>
      <w:r w:rsidRPr="000A30E8">
        <w:rPr>
          <w:szCs w:val="32"/>
        </w:rPr>
        <w:t>I</w:t>
      </w:r>
      <w:r w:rsidRPr="000A30E8">
        <w:rPr>
          <w:rStyle w:val="Taille-1Caracteres"/>
        </w:rPr>
        <w:t>NGÉNUE</w:t>
      </w:r>
      <w:r w:rsidRPr="000A30E8">
        <w:rPr>
          <w:szCs w:val="32"/>
        </w:rPr>
        <w:t xml:space="preserve">, </w:t>
      </w:r>
      <w:r w:rsidRPr="000A30E8">
        <w:rPr>
          <w:i/>
          <w:iCs/>
          <w:szCs w:val="32"/>
        </w:rPr>
        <w:t>à sa femme</w:t>
      </w:r>
      <w:r w:rsidRPr="000A30E8">
        <w:rPr>
          <w:szCs w:val="32"/>
        </w:rPr>
        <w:t>. — Eh bien, madame, notre fille est-elle enfin décidée à épouser le riche et jeune Fat ? A-t-elle renoncé à son misérable poète de la mansarde ?</w:t>
      </w:r>
    </w:p>
    <w:p w14:paraId="52855A65" w14:textId="77777777" w:rsidR="00285C2D" w:rsidRPr="000A30E8" w:rsidRDefault="00285C2D" w:rsidP="00285C2D">
      <w:r w:rsidRPr="000A30E8">
        <w:t>L</w:t>
      </w:r>
      <w:r w:rsidRPr="000A30E8">
        <w:rPr>
          <w:rStyle w:val="Taille-1Caracteres"/>
        </w:rPr>
        <w:t>A</w:t>
      </w:r>
      <w:r w:rsidRPr="000A30E8">
        <w:t xml:space="preserve"> M</w:t>
      </w:r>
      <w:r w:rsidRPr="000A30E8">
        <w:rPr>
          <w:rStyle w:val="Taille-1Caracteres"/>
        </w:rPr>
        <w:t>ÈRE DE L’</w:t>
      </w:r>
      <w:r w:rsidRPr="000A30E8">
        <w:t>I</w:t>
      </w:r>
      <w:r w:rsidRPr="000A30E8">
        <w:rPr>
          <w:rStyle w:val="Taille-1Caracteres"/>
        </w:rPr>
        <w:t>NGÉNUE</w:t>
      </w:r>
      <w:r w:rsidRPr="000A30E8">
        <w:t>. — Oui, mon ami. Mais la voici qui s’avance.</w:t>
      </w:r>
    </w:p>
    <w:p w14:paraId="60E9AB88" w14:textId="77777777" w:rsidR="00285C2D" w:rsidRPr="000A30E8" w:rsidRDefault="00285C2D" w:rsidP="00285C2D">
      <w:r w:rsidRPr="000A30E8">
        <w:t>L’</w:t>
      </w:r>
      <w:r w:rsidRPr="000A30E8">
        <w:rPr>
          <w:rStyle w:val="Taille-1Caracteres"/>
        </w:rPr>
        <w:t>INGÉNIEUSE</w:t>
      </w:r>
      <w:r w:rsidRPr="000A30E8">
        <w:t xml:space="preserve"> I</w:t>
      </w:r>
      <w:r w:rsidRPr="000A30E8">
        <w:rPr>
          <w:rStyle w:val="Taille-1Caracteres"/>
        </w:rPr>
        <w:t>NGÉNUE</w:t>
      </w:r>
      <w:r w:rsidRPr="000A30E8">
        <w:t>. — Mon père, je renonce à contrecarrer plus longtemps votre volonté. J’accepte de devenir la femme du riche et jeune Fat.</w:t>
      </w:r>
    </w:p>
    <w:p w14:paraId="7F666E3F"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ÈRE DE L’</w:t>
      </w:r>
      <w:r w:rsidRPr="000A30E8">
        <w:t>I</w:t>
      </w:r>
      <w:r w:rsidRPr="000A30E8">
        <w:rPr>
          <w:rStyle w:val="Taille-1Caracteres"/>
        </w:rPr>
        <w:t>NGÉNUE</w:t>
      </w:r>
      <w:r w:rsidRPr="000A30E8">
        <w:t>. — Bravo ! Enfin, vous voilà redevenue raisonnable, ma fille.</w:t>
      </w:r>
    </w:p>
    <w:p w14:paraId="17A07208" w14:textId="77777777" w:rsidR="00285C2D" w:rsidRPr="000A30E8" w:rsidRDefault="00285C2D" w:rsidP="00285C2D">
      <w:r w:rsidRPr="000A30E8">
        <w:lastRenderedPageBreak/>
        <w:t>L</w:t>
      </w:r>
      <w:r w:rsidRPr="000A30E8">
        <w:rPr>
          <w:rStyle w:val="Taille-1Caracteres"/>
        </w:rPr>
        <w:t>A</w:t>
      </w:r>
      <w:r w:rsidRPr="000A30E8">
        <w:t xml:space="preserve"> S</w:t>
      </w:r>
      <w:r w:rsidRPr="000A30E8">
        <w:rPr>
          <w:rStyle w:val="Taille-1Caracteres"/>
        </w:rPr>
        <w:t>OUBRETTE</w:t>
      </w:r>
      <w:r w:rsidRPr="000A30E8">
        <w:t xml:space="preserve">, </w:t>
      </w:r>
      <w:r w:rsidRPr="000A30E8">
        <w:rPr>
          <w:i/>
          <w:iCs/>
        </w:rPr>
        <w:t>annonçant</w:t>
      </w:r>
      <w:r w:rsidRPr="000A30E8">
        <w:t>. — Le riche et jeune Fat !</w:t>
      </w:r>
    </w:p>
    <w:p w14:paraId="01435C3A"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ÈRE DE L’</w:t>
      </w:r>
      <w:r w:rsidRPr="000A30E8">
        <w:t>I</w:t>
      </w:r>
      <w:r w:rsidRPr="000A30E8">
        <w:rPr>
          <w:rStyle w:val="Taille-1Caracteres"/>
        </w:rPr>
        <w:t>NGÉNUE</w:t>
      </w:r>
      <w:r w:rsidRPr="000A30E8">
        <w:t>. — Bonne nouvelle, riche et jeune Fat. Surmontant enfin toute répulsion, ma fille consent à vous accorder sa main.</w:t>
      </w:r>
    </w:p>
    <w:p w14:paraId="1035BCD8" w14:textId="77777777" w:rsidR="00285C2D" w:rsidRPr="000A30E8" w:rsidRDefault="00285C2D" w:rsidP="00285C2D">
      <w:r w:rsidRPr="000A30E8">
        <w:t>L</w:t>
      </w:r>
      <w:r w:rsidRPr="000A30E8">
        <w:rPr>
          <w:rStyle w:val="Taille-1Caracteres"/>
        </w:rPr>
        <w:t>E RICHE ET JEUNE</w:t>
      </w:r>
      <w:r w:rsidRPr="000A30E8">
        <w:t xml:space="preserve"> F</w:t>
      </w:r>
      <w:r w:rsidRPr="000A30E8">
        <w:rPr>
          <w:rStyle w:val="Taille-1Caracteres"/>
        </w:rPr>
        <w:t>AT</w:t>
      </w:r>
      <w:r w:rsidRPr="000A30E8">
        <w:t>. — Oh ! bonheur sans mélange !</w:t>
      </w:r>
    </w:p>
    <w:p w14:paraId="789A5E8B" w14:textId="77777777" w:rsidR="00285C2D" w:rsidRPr="000A30E8" w:rsidRDefault="00285C2D" w:rsidP="00285C2D">
      <w:r w:rsidRPr="000A30E8">
        <w:t>L’</w:t>
      </w:r>
      <w:r w:rsidRPr="000A30E8">
        <w:rPr>
          <w:rStyle w:val="Taille-1Caracteres"/>
        </w:rPr>
        <w:t>INGÉNIEUSE</w:t>
      </w:r>
      <w:r w:rsidRPr="000A30E8">
        <w:t xml:space="preserve"> I</w:t>
      </w:r>
      <w:r w:rsidRPr="000A30E8">
        <w:rPr>
          <w:rStyle w:val="Taille-1Caracteres"/>
        </w:rPr>
        <w:t>NGÉNUE</w:t>
      </w:r>
      <w:r w:rsidRPr="000A30E8">
        <w:t>. — Oui, riche et jeune Fat, je consens à devenir votre femme, mais à une condition, c’est que le mariage sera célébré au Groenland.</w:t>
      </w:r>
    </w:p>
    <w:p w14:paraId="5529E90D" w14:textId="77777777" w:rsidR="00285C2D" w:rsidRPr="000A30E8" w:rsidRDefault="00285C2D" w:rsidP="00285C2D">
      <w:pPr>
        <w:pStyle w:val="Titre3"/>
      </w:pPr>
      <w:bookmarkStart w:id="170" w:name="_Toc196330350"/>
      <w:r w:rsidRPr="000A30E8">
        <w:t>TROISIÈME ACTE</w:t>
      </w:r>
      <w:r w:rsidRPr="000A30E8">
        <w:br/>
      </w:r>
      <w:r w:rsidRPr="000A30E8">
        <w:br/>
        <w:t>L’amour qui tue.</w:t>
      </w:r>
      <w:bookmarkEnd w:id="170"/>
    </w:p>
    <w:p w14:paraId="43DE8531" w14:textId="77777777" w:rsidR="00285C2D" w:rsidRPr="000A30E8" w:rsidRDefault="00285C2D" w:rsidP="00285C2D">
      <w:pPr>
        <w:pStyle w:val="Centr"/>
        <w:rPr>
          <w:rStyle w:val="Taille-1Caracteres"/>
        </w:rPr>
      </w:pPr>
      <w:r w:rsidRPr="000A30E8">
        <w:rPr>
          <w:rStyle w:val="Taille-1Caracteres"/>
        </w:rPr>
        <w:t>La scène représente la mansarde du Poète.</w:t>
      </w:r>
    </w:p>
    <w:p w14:paraId="4AA8911A" w14:textId="77777777" w:rsidR="00285C2D" w:rsidRPr="000A30E8" w:rsidRDefault="00285C2D" w:rsidP="00285C2D">
      <w:r w:rsidRPr="000A30E8">
        <w:rPr>
          <w:szCs w:val="32"/>
        </w:rPr>
        <w:t>L</w:t>
      </w:r>
      <w:r w:rsidRPr="000A30E8">
        <w:rPr>
          <w:rStyle w:val="Taille-1Caracteres"/>
        </w:rPr>
        <w:t>E</w:t>
      </w:r>
      <w:r w:rsidRPr="000A30E8">
        <w:rPr>
          <w:szCs w:val="32"/>
        </w:rPr>
        <w:t xml:space="preserve"> G</w:t>
      </w:r>
      <w:r w:rsidRPr="000A30E8">
        <w:rPr>
          <w:rStyle w:val="Taille-1Caracteres"/>
        </w:rPr>
        <w:t>RAND-PÈRE MUSE</w:t>
      </w:r>
      <w:r w:rsidRPr="000A30E8">
        <w:rPr>
          <w:szCs w:val="32"/>
        </w:rPr>
        <w:t xml:space="preserve">. — Poète, prends ton luth ! Il te faut chanter aujourd’hui </w:t>
      </w:r>
      <w:r w:rsidRPr="000A30E8">
        <w:rPr>
          <w:i/>
          <w:iCs/>
          <w:szCs w:val="32"/>
        </w:rPr>
        <w:t>le Coricide des tsars et les Nouilles suprêmes</w:t>
      </w:r>
      <w:r w:rsidRPr="000A30E8">
        <w:rPr>
          <w:szCs w:val="32"/>
        </w:rPr>
        <w:t>.</w:t>
      </w:r>
    </w:p>
    <w:p w14:paraId="3FD3664A"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OÈTE DE LA MANSARDE</w:t>
      </w:r>
      <w:r w:rsidRPr="000A30E8">
        <w:t>. — Non, Grand-père muse ; aujourd’hui, j’ai beau te contempler de mes yeux rêveurs, l’inspiration ne vient pas. Je pense à celle qui, depuis huit mois déjà, est partie au Groenland pour épouser le riche et jeune Fat. Ah ! je souffre !</w:t>
      </w:r>
    </w:p>
    <w:p w14:paraId="2C08088A" w14:textId="77777777" w:rsidR="00285C2D" w:rsidRPr="000A30E8" w:rsidRDefault="00285C2D" w:rsidP="00285C2D">
      <w:r w:rsidRPr="000A30E8">
        <w:t>L</w:t>
      </w:r>
      <w:r w:rsidRPr="000A30E8">
        <w:rPr>
          <w:rStyle w:val="Taille-1Caracteres"/>
        </w:rPr>
        <w:t>E</w:t>
      </w:r>
      <w:r w:rsidRPr="000A30E8">
        <w:t xml:space="preserve"> G</w:t>
      </w:r>
      <w:r w:rsidRPr="000A30E8">
        <w:rPr>
          <w:rStyle w:val="Taille-1Caracteres"/>
        </w:rPr>
        <w:t>RAND-PÈRE MUSE</w:t>
      </w:r>
      <w:r w:rsidRPr="000A30E8">
        <w:t>. — Espère, ô poète ! Ta chère Ingénue t’a promis de revenir.</w:t>
      </w:r>
    </w:p>
    <w:p w14:paraId="4B3C5FF0" w14:textId="77777777" w:rsidR="00285C2D" w:rsidRPr="000A30E8" w:rsidRDefault="00285C2D" w:rsidP="00285C2D">
      <w:r w:rsidRPr="000A30E8">
        <w:t>L’</w:t>
      </w:r>
      <w:r w:rsidRPr="000A30E8">
        <w:rPr>
          <w:rStyle w:val="Taille-1Caracteres"/>
        </w:rPr>
        <w:t>INGÉNIEUSE</w:t>
      </w:r>
      <w:r w:rsidRPr="000A30E8">
        <w:t xml:space="preserve"> I</w:t>
      </w:r>
      <w:r w:rsidRPr="000A30E8">
        <w:rPr>
          <w:rStyle w:val="Taille-1Caracteres"/>
        </w:rPr>
        <w:t>NGÉNUE</w:t>
      </w:r>
      <w:r w:rsidRPr="000A30E8">
        <w:t xml:space="preserve">, </w:t>
      </w:r>
      <w:r w:rsidRPr="000A30E8">
        <w:rPr>
          <w:i/>
          <w:iCs/>
        </w:rPr>
        <w:t>entrant</w:t>
      </w:r>
      <w:r w:rsidRPr="000A30E8">
        <w:t>. — Victoire ! ô mon poète ! Je te reviens libre et plus amoureuse que jamais. Mes parents consentent enfin à notre union.</w:t>
      </w:r>
    </w:p>
    <w:p w14:paraId="663950CD" w14:textId="77777777" w:rsidR="00285C2D" w:rsidRPr="000A30E8" w:rsidRDefault="00285C2D" w:rsidP="00285C2D">
      <w:r w:rsidRPr="000A30E8">
        <w:lastRenderedPageBreak/>
        <w:t>L</w:t>
      </w:r>
      <w:r w:rsidRPr="000A30E8">
        <w:rPr>
          <w:rStyle w:val="Taille-1Caracteres"/>
        </w:rPr>
        <w:t>E</w:t>
      </w:r>
      <w:r w:rsidRPr="000A30E8">
        <w:t xml:space="preserve"> P</w:t>
      </w:r>
      <w:r w:rsidRPr="000A30E8">
        <w:rPr>
          <w:rStyle w:val="Taille-1Caracteres"/>
        </w:rPr>
        <w:t>OÈTE DE LA MANSARDE</w:t>
      </w:r>
      <w:r w:rsidRPr="000A30E8">
        <w:t>. — Mais… votre mari, le riche et jeune Fat ?</w:t>
      </w:r>
    </w:p>
    <w:p w14:paraId="3FDDC7C7" w14:textId="77777777" w:rsidR="00285C2D" w:rsidRPr="000A30E8" w:rsidRDefault="00285C2D" w:rsidP="00285C2D">
      <w:r w:rsidRPr="000A30E8">
        <w:t>L’</w:t>
      </w:r>
      <w:r w:rsidRPr="000A30E8">
        <w:rPr>
          <w:rStyle w:val="Taille-1Caracteres"/>
        </w:rPr>
        <w:t>INGÉNIEUSE</w:t>
      </w:r>
      <w:r w:rsidRPr="000A30E8">
        <w:t xml:space="preserve"> I</w:t>
      </w:r>
      <w:r w:rsidRPr="000A30E8">
        <w:rPr>
          <w:rStyle w:val="Taille-1Caracteres"/>
        </w:rPr>
        <w:t>NGÉNUE</w:t>
      </w:r>
      <w:r w:rsidRPr="000A30E8">
        <w:t>. — Mort !</w:t>
      </w:r>
    </w:p>
    <w:p w14:paraId="3A45E812"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OÈTE DE LA MANSARDE</w:t>
      </w:r>
      <w:r w:rsidRPr="000A30E8">
        <w:t>. — Ciel ! Un crime ?</w:t>
      </w:r>
    </w:p>
    <w:p w14:paraId="26E4DF05" w14:textId="77777777" w:rsidR="00285C2D" w:rsidRPr="000A30E8" w:rsidRDefault="00285C2D" w:rsidP="00285C2D">
      <w:r w:rsidRPr="000A30E8">
        <w:t>L’</w:t>
      </w:r>
      <w:r w:rsidRPr="000A30E8">
        <w:rPr>
          <w:rStyle w:val="Taille-1Caracteres"/>
        </w:rPr>
        <w:t>INGÉNIEUSE</w:t>
      </w:r>
      <w:r w:rsidRPr="000A30E8">
        <w:t xml:space="preserve"> I</w:t>
      </w:r>
      <w:r w:rsidRPr="000A30E8">
        <w:rPr>
          <w:rStyle w:val="Taille-1Caracteres"/>
        </w:rPr>
        <w:t>NGÉNUE</w:t>
      </w:r>
      <w:r w:rsidRPr="000A30E8">
        <w:t>. — Non, mon poète ! Mais l’amour me rendit ingénieuse et me donna la merveilleuse idée d’aller me marier au Groenland.</w:t>
      </w:r>
    </w:p>
    <w:p w14:paraId="354C8C8C"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OÈTE DE LA MANSARDE</w:t>
      </w:r>
      <w:r w:rsidRPr="000A30E8">
        <w:t>. — Mais, enfin, pourquoi au Groenland ? Pourquoi ?</w:t>
      </w:r>
    </w:p>
    <w:p w14:paraId="54B8A682" w14:textId="77777777" w:rsidR="00285C2D" w:rsidRPr="000A30E8" w:rsidRDefault="00285C2D" w:rsidP="00285C2D">
      <w:r w:rsidRPr="000A30E8">
        <w:t>L’</w:t>
      </w:r>
      <w:r w:rsidRPr="000A30E8">
        <w:rPr>
          <w:rStyle w:val="Taille-1Caracteres"/>
        </w:rPr>
        <w:t>INGÉNIEUSE</w:t>
      </w:r>
      <w:r w:rsidRPr="000A30E8">
        <w:t xml:space="preserve"> I</w:t>
      </w:r>
      <w:r w:rsidRPr="000A30E8">
        <w:rPr>
          <w:rStyle w:val="Taille-1Caracteres"/>
        </w:rPr>
        <w:t>NGÉNUE</w:t>
      </w:r>
      <w:r w:rsidRPr="000A30E8">
        <w:t xml:space="preserve">, </w:t>
      </w:r>
      <w:r w:rsidRPr="000A30E8">
        <w:rPr>
          <w:i/>
          <w:iCs/>
        </w:rPr>
        <w:t>baissant les yeux</w:t>
      </w:r>
      <w:r w:rsidRPr="000A30E8">
        <w:t>. — Parce que dans ces régions polaires la nuit dure six mois. Notre nuit de noces a donc duré six mois. Mon mari ne put résister à cette terrible épreuve. Il en est mort. Comprends-tu maintenant, ô mon poète, pourquoi j’ai voulu me marier au Groenland ?</w:t>
      </w:r>
    </w:p>
    <w:p w14:paraId="4AD8A64A" w14:textId="77777777" w:rsidR="00285C2D" w:rsidRPr="000A30E8" w:rsidRDefault="00285C2D" w:rsidP="00285C2D">
      <w:pPr>
        <w:pStyle w:val="Centr"/>
      </w:pPr>
      <w:r w:rsidRPr="000A30E8">
        <w:t>RIDEAU</w:t>
      </w:r>
    </w:p>
    <w:p w14:paraId="74702F49" w14:textId="77777777" w:rsidR="00285C2D" w:rsidRPr="000A30E8" w:rsidRDefault="00285C2D" w:rsidP="00285C2D">
      <w:pPr>
        <w:pStyle w:val="Titre1"/>
      </w:pPr>
      <w:bookmarkStart w:id="171" w:name="_Toc196330351"/>
      <w:r w:rsidRPr="000A30E8">
        <w:lastRenderedPageBreak/>
        <w:t>LES DRAMES DE LA TERRE ET DE LA MER</w:t>
      </w:r>
      <w:bookmarkEnd w:id="171"/>
    </w:p>
    <w:p w14:paraId="0ED2EB86" w14:textId="77777777" w:rsidR="00285C2D" w:rsidRPr="000A30E8" w:rsidRDefault="00285C2D" w:rsidP="00285C2D">
      <w:pPr>
        <w:pStyle w:val="Titre2"/>
      </w:pPr>
      <w:bookmarkStart w:id="172" w:name="_Toc196330352"/>
      <w:r w:rsidRPr="000A30E8">
        <w:lastRenderedPageBreak/>
        <w:t>LES DRAMES DE LA MER</w:t>
      </w:r>
      <w:bookmarkEnd w:id="172"/>
    </w:p>
    <w:p w14:paraId="4CA22BA7" w14:textId="77777777" w:rsidR="00285C2D" w:rsidRPr="000A30E8" w:rsidRDefault="00285C2D" w:rsidP="00285C2D">
      <w:pPr>
        <w:pStyle w:val="Titre3"/>
      </w:pPr>
      <w:bookmarkStart w:id="173" w:name="_Toc196330353"/>
      <w:r w:rsidRPr="000A30E8">
        <w:t>ACTE PREMIER</w:t>
      </w:r>
      <w:r w:rsidRPr="000A30E8">
        <w:br/>
      </w:r>
      <w:r w:rsidRPr="000A30E8">
        <w:br/>
        <w:t>Appareillage.</w:t>
      </w:r>
      <w:bookmarkEnd w:id="173"/>
    </w:p>
    <w:p w14:paraId="04717373" w14:textId="77777777" w:rsidR="00285C2D" w:rsidRPr="000A30E8" w:rsidRDefault="00285C2D" w:rsidP="00285C2D">
      <w:pPr>
        <w:pStyle w:val="Centr"/>
        <w:rPr>
          <w:rStyle w:val="Taille-1Caracteres"/>
        </w:rPr>
      </w:pPr>
      <w:r w:rsidRPr="000A30E8">
        <w:rPr>
          <w:rStyle w:val="Taille-1Caracteres"/>
        </w:rPr>
        <w:t>La scène représente le pont d’un navire.</w:t>
      </w:r>
    </w:p>
    <w:p w14:paraId="0F66A4B9" w14:textId="77777777" w:rsidR="00285C2D" w:rsidRPr="000A30E8" w:rsidRDefault="00285C2D" w:rsidP="00285C2D">
      <w:r w:rsidRPr="000A30E8">
        <w:rPr>
          <w:szCs w:val="32"/>
        </w:rPr>
        <w:t>L’É</w:t>
      </w:r>
      <w:r w:rsidRPr="000A30E8">
        <w:rPr>
          <w:rStyle w:val="Taille-1Caracteres"/>
        </w:rPr>
        <w:t>LEVEUR EXPORTATEUR</w:t>
      </w:r>
      <w:r w:rsidRPr="000A30E8">
        <w:rPr>
          <w:szCs w:val="32"/>
        </w:rPr>
        <w:t xml:space="preserve">, </w:t>
      </w:r>
      <w:r w:rsidRPr="000A30E8">
        <w:rPr>
          <w:i/>
          <w:iCs/>
          <w:szCs w:val="32"/>
        </w:rPr>
        <w:t>au capitaine</w:t>
      </w:r>
      <w:r w:rsidRPr="000A30E8">
        <w:rPr>
          <w:szCs w:val="32"/>
        </w:rPr>
        <w:t xml:space="preserve">. — Votre navire, le </w:t>
      </w:r>
      <w:r w:rsidRPr="000A30E8">
        <w:rPr>
          <w:i/>
          <w:iCs/>
          <w:szCs w:val="32"/>
        </w:rPr>
        <w:t>Plat d’Ésaü</w:t>
      </w:r>
      <w:r w:rsidRPr="000A30E8">
        <w:rPr>
          <w:szCs w:val="32"/>
        </w:rPr>
        <w:t xml:space="preserve">, ainsi baptisé à cause de sa mâture, va transporter en Chine ma cargaison d’araignées comestibles dont les Chinois sont friands. Prenez-en bien soin, capitaine du </w:t>
      </w:r>
      <w:r w:rsidRPr="000A30E8">
        <w:rPr>
          <w:i/>
          <w:iCs/>
          <w:szCs w:val="32"/>
        </w:rPr>
        <w:t>Plat d’Ésaü</w:t>
      </w:r>
      <w:r w:rsidRPr="000A30E8">
        <w:rPr>
          <w:szCs w:val="32"/>
        </w:rPr>
        <w:t>.</w:t>
      </w:r>
    </w:p>
    <w:p w14:paraId="6FCA0B8B"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Comptez sur moi, mon cher Éleveur exportateur.</w:t>
      </w:r>
    </w:p>
    <w:p w14:paraId="3529D87F" w14:textId="77777777" w:rsidR="00285C2D" w:rsidRPr="000A30E8" w:rsidRDefault="00285C2D" w:rsidP="00285C2D">
      <w:r w:rsidRPr="000A30E8">
        <w:t>L’É</w:t>
      </w:r>
      <w:r w:rsidRPr="000A30E8">
        <w:rPr>
          <w:rStyle w:val="Taille-1Caracteres"/>
        </w:rPr>
        <w:t>LEVEUR EXPORTATEUR</w:t>
      </w:r>
      <w:r w:rsidRPr="000A30E8">
        <w:t xml:space="preserve">. — J’ai fait ranger d’un côté de la cale les araignées comestibles et, de l’autre côté, les araignées de chasse ou araignées susceptibles, c’est-à-dire celles qui prennent tout de suite la mouche. Les Chinois en raffolent. Avez-vous beaucoup de passagers pour cette traversée, capitaine du </w:t>
      </w:r>
      <w:r w:rsidRPr="000A30E8">
        <w:rPr>
          <w:i/>
          <w:iCs/>
        </w:rPr>
        <w:t>Plat d’Ésaü</w:t>
      </w:r>
      <w:r w:rsidRPr="000A30E8">
        <w:t> ?</w:t>
      </w:r>
    </w:p>
    <w:p w14:paraId="21634380"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Six, comme d’habitude : la stabilité de mon navire ne me permet pas d’en embarquer davantage. Encore ai-je fait afficher un avis défendant d’éternuer à bord. Il faut si peu de chose pour déplacer l’équilibre de mon cher vaisseau. Mais trêve de bavardage, l’heure d’appareiller est arrivée.</w:t>
      </w:r>
    </w:p>
    <w:p w14:paraId="78214449" w14:textId="77777777" w:rsidR="00285C2D" w:rsidRPr="000A30E8" w:rsidRDefault="00285C2D" w:rsidP="00285C2D">
      <w:r w:rsidRPr="000A30E8">
        <w:lastRenderedPageBreak/>
        <w:t>L’É</w:t>
      </w:r>
      <w:r w:rsidRPr="000A30E8">
        <w:rPr>
          <w:rStyle w:val="Taille-1Caracteres"/>
        </w:rPr>
        <w:t>LEVEUR EXPORTATEUR</w:t>
      </w:r>
      <w:r w:rsidRPr="000A30E8">
        <w:t xml:space="preserve">, </w:t>
      </w:r>
      <w:r w:rsidRPr="000A30E8">
        <w:rPr>
          <w:i/>
          <w:iCs/>
        </w:rPr>
        <w:t>quittant le bord</w:t>
      </w:r>
      <w:r w:rsidRPr="000A30E8">
        <w:t xml:space="preserve">. — Je regagne la terre. Au revoir ! Bonne traversée, capitaine du </w:t>
      </w:r>
      <w:r w:rsidRPr="000A30E8">
        <w:rPr>
          <w:i/>
          <w:iCs/>
        </w:rPr>
        <w:t>Plat d’Ésaü</w:t>
      </w:r>
      <w:r w:rsidRPr="000A30E8">
        <w:t>. (</w:t>
      </w:r>
      <w:r w:rsidRPr="000A30E8">
        <w:rPr>
          <w:i/>
          <w:iCs/>
        </w:rPr>
        <w:t>Il part</w:t>
      </w:r>
      <w:r w:rsidRPr="000A30E8">
        <w:t>.)</w:t>
      </w:r>
    </w:p>
    <w:p w14:paraId="2F45ACF7"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Je vais donner définitivement le signal du départ. (</w:t>
      </w:r>
      <w:r w:rsidRPr="000A30E8">
        <w:rPr>
          <w:i/>
          <w:iCs/>
        </w:rPr>
        <w:t>Il crie dans son porte-voix</w:t>
      </w:r>
      <w:r w:rsidRPr="000A30E8">
        <w:t>.) Gonflez les voiles !</w:t>
      </w:r>
    </w:p>
    <w:p w14:paraId="1F0950BB" w14:textId="77777777" w:rsidR="00285C2D" w:rsidRPr="000A30E8" w:rsidRDefault="00285C2D" w:rsidP="00285C2D">
      <w:r w:rsidRPr="000A30E8">
        <w:t>C</w:t>
      </w:r>
      <w:r w:rsidRPr="000A30E8">
        <w:rPr>
          <w:rStyle w:val="Taille-1Caracteres"/>
        </w:rPr>
        <w:t>HŒUR DES SIX PASSAGERS</w:t>
      </w:r>
      <w:r w:rsidRPr="000A30E8">
        <w:t xml:space="preserve">, </w:t>
      </w:r>
      <w:r w:rsidRPr="000A30E8">
        <w:rPr>
          <w:i/>
          <w:iCs/>
        </w:rPr>
        <w:t>surpris</w:t>
      </w:r>
      <w:r w:rsidRPr="000A30E8">
        <w:t>. — Gonfler les voiles ?</w:t>
      </w:r>
    </w:p>
    <w:p w14:paraId="436AD6F9"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Oui. Mes voiles se gonflent au gaz comme les ballons. De cette façon, je n’ai pas à m’inquiéter du vent. Qu’il souffle ou non, mon cher vaisseau, ayant toujours ses voiles gonflées, file rapidement sur les flots azurés. (</w:t>
      </w:r>
      <w:r w:rsidRPr="000A30E8">
        <w:rPr>
          <w:i/>
          <w:iCs/>
        </w:rPr>
        <w:t>Il crie dans son porte-voix.</w:t>
      </w:r>
      <w:r w:rsidRPr="000A30E8">
        <w:t>) : « Hissez les surprises à l’extrémité des mâts ! »</w:t>
      </w:r>
    </w:p>
    <w:p w14:paraId="74C5DB68" w14:textId="77777777" w:rsidR="00285C2D" w:rsidRPr="000A30E8" w:rsidRDefault="00285C2D" w:rsidP="00285C2D">
      <w:r w:rsidRPr="000A30E8">
        <w:t>C</w:t>
      </w:r>
      <w:r w:rsidRPr="000A30E8">
        <w:rPr>
          <w:rStyle w:val="Taille-1Caracteres"/>
        </w:rPr>
        <w:t>HŒUR DES SIX PASSAGERS</w:t>
      </w:r>
      <w:r w:rsidRPr="000A30E8">
        <w:t>. — Avons-nous bien entendu ? A-t-il dit : « Hissez les surprises à l’extrémité des mâts ! » ?</w:t>
      </w:r>
    </w:p>
    <w:p w14:paraId="657F1386"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C’est une idée à moi : Pour stimuler l’ardeur de mes matelots, j’ai transformé les mâts de mon cher navire en mâts de cocagne. Je fais accrocher à leurs extrémités des paquets-surprises contenant des chiques stérilisées, des pipes en celluloïd, etc., etc. Grâce à ce procédé, mes gabiers sont encouragés à grimper à la mâture.</w:t>
      </w:r>
    </w:p>
    <w:p w14:paraId="571CE780" w14:textId="77777777" w:rsidR="00285C2D" w:rsidRPr="000A30E8" w:rsidRDefault="00285C2D" w:rsidP="00285C2D">
      <w:r w:rsidRPr="000A30E8">
        <w:t>C</w:t>
      </w:r>
      <w:r w:rsidRPr="00C47A66">
        <w:rPr>
          <w:rStyle w:val="Taille-1Caracteres"/>
        </w:rPr>
        <w:t>H</w:t>
      </w:r>
      <w:r w:rsidRPr="000A30E8">
        <w:rPr>
          <w:rStyle w:val="Taille-1Caracteres"/>
        </w:rPr>
        <w:t>ŒUR DES SIX</w:t>
      </w:r>
      <w:r w:rsidRPr="000A30E8">
        <w:t xml:space="preserve"> P</w:t>
      </w:r>
      <w:r w:rsidRPr="000A30E8">
        <w:rPr>
          <w:rStyle w:val="Taille-1Caracteres"/>
        </w:rPr>
        <w:t>ASSAGERS</w:t>
      </w:r>
      <w:r w:rsidRPr="000A30E8">
        <w:t>. — Excellente idée !</w:t>
      </w:r>
    </w:p>
    <w:p w14:paraId="0AEA01F4"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xml:space="preserve">, </w:t>
      </w:r>
      <w:r w:rsidRPr="000A30E8">
        <w:rPr>
          <w:i/>
          <w:iCs/>
        </w:rPr>
        <w:t>dans son porte-voix</w:t>
      </w:r>
      <w:r w:rsidRPr="000A30E8">
        <w:t>. — Levez l’ancre ! Couvrez-la de sa housse à cause de la poussière, et à Dieu vat !</w:t>
      </w:r>
    </w:p>
    <w:p w14:paraId="4E59A90F" w14:textId="77777777" w:rsidR="00285C2D" w:rsidRPr="000A30E8" w:rsidRDefault="00285C2D" w:rsidP="00285C2D">
      <w:r w:rsidRPr="000A30E8">
        <w:t>(</w:t>
      </w:r>
      <w:r w:rsidRPr="000A30E8">
        <w:rPr>
          <w:i/>
          <w:iCs/>
        </w:rPr>
        <w:t>Le « Plat d’Ésaü » prend la mer</w:t>
      </w:r>
      <w:r w:rsidRPr="000A30E8">
        <w:t>.)</w:t>
      </w:r>
    </w:p>
    <w:p w14:paraId="60B77FDC" w14:textId="77777777" w:rsidR="00285C2D" w:rsidRPr="000A30E8" w:rsidRDefault="00285C2D" w:rsidP="00285C2D">
      <w:pPr>
        <w:pStyle w:val="Titre3"/>
      </w:pPr>
      <w:bookmarkStart w:id="174" w:name="_Toc196330354"/>
      <w:r w:rsidRPr="000A30E8">
        <w:lastRenderedPageBreak/>
        <w:t>ACTE DEUXIÈME</w:t>
      </w:r>
      <w:r w:rsidRPr="000A30E8">
        <w:br/>
      </w:r>
      <w:r w:rsidRPr="000A30E8">
        <w:br/>
        <w:t>L’accident.</w:t>
      </w:r>
      <w:bookmarkEnd w:id="174"/>
    </w:p>
    <w:p w14:paraId="7AB10BD6" w14:textId="77777777" w:rsidR="00285C2D" w:rsidRPr="000A30E8" w:rsidRDefault="00285C2D" w:rsidP="00285C2D">
      <w:pPr>
        <w:pStyle w:val="Centr"/>
      </w:pPr>
      <w:r w:rsidRPr="000A30E8">
        <w:rPr>
          <w:rStyle w:val="Taille-1Caracteres"/>
        </w:rPr>
        <w:t>La scène représente le pont du « Plat d’Ésaü »</w:t>
      </w:r>
      <w:r w:rsidRPr="000A30E8">
        <w:t>.</w:t>
      </w:r>
    </w:p>
    <w:p w14:paraId="752006AD" w14:textId="77777777" w:rsidR="00285C2D" w:rsidRPr="000A30E8" w:rsidRDefault="00285C2D" w:rsidP="00285C2D">
      <w:r w:rsidRPr="000A30E8">
        <w:rPr>
          <w:szCs w:val="32"/>
        </w:rPr>
        <w:t>C</w:t>
      </w:r>
      <w:r w:rsidRPr="000A30E8">
        <w:rPr>
          <w:rStyle w:val="Taille-1Caracteres"/>
        </w:rPr>
        <w:t>HŒUR DES SIX</w:t>
      </w:r>
      <w:r w:rsidRPr="000A30E8">
        <w:rPr>
          <w:szCs w:val="32"/>
        </w:rPr>
        <w:t xml:space="preserve"> P</w:t>
      </w:r>
      <w:r w:rsidRPr="000A30E8">
        <w:rPr>
          <w:rStyle w:val="Taille-1Caracteres"/>
        </w:rPr>
        <w:t>ASSAGERS</w:t>
      </w:r>
      <w:r w:rsidRPr="000A30E8">
        <w:rPr>
          <w:szCs w:val="32"/>
        </w:rPr>
        <w:t xml:space="preserve">. — Depuis que le </w:t>
      </w:r>
      <w:r w:rsidRPr="000A30E8">
        <w:rPr>
          <w:i/>
          <w:iCs/>
          <w:szCs w:val="32"/>
        </w:rPr>
        <w:t>Plat d’Ésaü</w:t>
      </w:r>
      <w:r w:rsidRPr="000A30E8">
        <w:rPr>
          <w:szCs w:val="32"/>
        </w:rPr>
        <w:t xml:space="preserve"> a quitté le port, tout va bien. À part la défense d’éternuer et l’obligation de se tenir immobile au milieu du pont pour ne pas faire basculer le navire, tout va pour le mieux.</w:t>
      </w:r>
    </w:p>
    <w:p w14:paraId="68AD1774"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J’ai oublié de vous prévenir qu’en cas de danger la sonnette d’alarme se trouve placée dans la poche droite de mon veston.</w:t>
      </w:r>
    </w:p>
    <w:p w14:paraId="536999AD" w14:textId="77777777" w:rsidR="00285C2D" w:rsidRPr="000A30E8" w:rsidRDefault="00285C2D" w:rsidP="00285C2D">
      <w:r w:rsidRPr="000A30E8">
        <w:t>L</w:t>
      </w:r>
      <w:r w:rsidRPr="000A30E8">
        <w:rPr>
          <w:rStyle w:val="Taille-1Caracteres"/>
        </w:rPr>
        <w:t>E DEUXIÈME</w:t>
      </w:r>
      <w:r w:rsidRPr="000A30E8">
        <w:t xml:space="preserve"> P</w:t>
      </w:r>
      <w:r w:rsidRPr="000A30E8">
        <w:rPr>
          <w:rStyle w:val="Taille-1Caracteres"/>
        </w:rPr>
        <w:t>ASSAGER</w:t>
      </w:r>
      <w:r w:rsidRPr="000A30E8">
        <w:t>. — À quoi sert cette sonnette d’alarme ?</w:t>
      </w:r>
    </w:p>
    <w:p w14:paraId="15396834"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xml:space="preserve">. — Voici : dès qu’une violente tempête est déchaînée, si les passagers ont quelque motif sérieux d’être inquiets, ils agitent la sonnette d’alarme. Immédiatement prévenu, j’accours, et je leur lis les « Conseils aux noyés » par le quartier-maître honoraire Gus-Bofa. Vous voyez que les passagers n’ont rien à craindre sur le </w:t>
      </w:r>
      <w:r w:rsidRPr="000A30E8">
        <w:rPr>
          <w:i/>
          <w:iCs/>
        </w:rPr>
        <w:t>Plat d’Ésaü</w:t>
      </w:r>
      <w:r w:rsidRPr="000A30E8">
        <w:t>.</w:t>
      </w:r>
    </w:p>
    <w:p w14:paraId="565F4B03" w14:textId="77777777" w:rsidR="00285C2D" w:rsidRPr="000A30E8" w:rsidRDefault="00285C2D" w:rsidP="00285C2D">
      <w:r w:rsidRPr="000A30E8">
        <w:t>C</w:t>
      </w:r>
      <w:r w:rsidRPr="000A30E8">
        <w:rPr>
          <w:rStyle w:val="Taille-1Caracteres"/>
        </w:rPr>
        <w:t>HŒUR DES SIX</w:t>
      </w:r>
      <w:r w:rsidRPr="000A30E8">
        <w:t xml:space="preserve"> P</w:t>
      </w:r>
      <w:r w:rsidRPr="000A30E8">
        <w:rPr>
          <w:rStyle w:val="Taille-1Caracteres"/>
        </w:rPr>
        <w:t>ASSAGERS</w:t>
      </w:r>
      <w:r w:rsidRPr="000A30E8">
        <w:t>. — C’est merveilleux !</w:t>
      </w:r>
    </w:p>
    <w:p w14:paraId="20CD8DCE"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xml:space="preserve">, </w:t>
      </w:r>
      <w:r w:rsidRPr="000A30E8">
        <w:rPr>
          <w:i/>
          <w:iCs/>
        </w:rPr>
        <w:t>agitant la sonnette d’alarme</w:t>
      </w:r>
      <w:r w:rsidRPr="000A30E8">
        <w:t>. — Tonnerre de Brest ! les voiles prennent feu ! (</w:t>
      </w:r>
      <w:r w:rsidRPr="000A30E8">
        <w:rPr>
          <w:i/>
          <w:iCs/>
        </w:rPr>
        <w:t>On entend une formidable explosion</w:t>
      </w:r>
      <w:r w:rsidRPr="000A30E8">
        <w:t>.) Les voiles gonflées au gaz viennent de sauter ! Tonnerre de Bois-Colombes ! qui a mis le feu ?</w:t>
      </w:r>
    </w:p>
    <w:p w14:paraId="08C5D7E7" w14:textId="77777777" w:rsidR="00285C2D" w:rsidRPr="000A30E8" w:rsidRDefault="00285C2D" w:rsidP="00285C2D">
      <w:r w:rsidRPr="000A30E8">
        <w:lastRenderedPageBreak/>
        <w:t>L</w:t>
      </w:r>
      <w:r w:rsidRPr="000A30E8">
        <w:rPr>
          <w:rStyle w:val="Taille-1Caracteres"/>
        </w:rPr>
        <w:t>E DEUXIÈME</w:t>
      </w:r>
      <w:r w:rsidRPr="000A30E8">
        <w:t xml:space="preserve"> P</w:t>
      </w:r>
      <w:r w:rsidRPr="000A30E8">
        <w:rPr>
          <w:rStyle w:val="Taille-1Caracteres"/>
        </w:rPr>
        <w:t>ASSAGER</w:t>
      </w:r>
      <w:r w:rsidRPr="000A30E8">
        <w:t>. — Sapristi ! C’est moi sans le faire exprès !</w:t>
      </w:r>
    </w:p>
    <w:p w14:paraId="28F87802"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Comment, vous ?</w:t>
      </w:r>
    </w:p>
    <w:p w14:paraId="5F20BC51" w14:textId="77777777" w:rsidR="00285C2D" w:rsidRPr="000A30E8" w:rsidRDefault="00285C2D" w:rsidP="00285C2D">
      <w:r w:rsidRPr="000A30E8">
        <w:t>L</w:t>
      </w:r>
      <w:r w:rsidRPr="000A30E8">
        <w:rPr>
          <w:rStyle w:val="Taille-1Caracteres"/>
        </w:rPr>
        <w:t>E DEUXIÈME</w:t>
      </w:r>
      <w:r w:rsidRPr="000A30E8">
        <w:t xml:space="preserve"> P</w:t>
      </w:r>
      <w:r w:rsidRPr="000A30E8">
        <w:rPr>
          <w:rStyle w:val="Taille-1Caracteres"/>
        </w:rPr>
        <w:t>ASSAGER</w:t>
      </w:r>
      <w:r w:rsidRPr="000A30E8">
        <w:t>. — Oui. Mon front est affligé d’une énorme loupe. Les rayons du soleil, en passant à travers, ont mis le feu aux voiles.</w:t>
      </w:r>
    </w:p>
    <w:p w14:paraId="05E5563B"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xml:space="preserve">. — Nous sommes perdus ! Le </w:t>
      </w:r>
      <w:r w:rsidRPr="000A30E8">
        <w:rPr>
          <w:i/>
          <w:iCs/>
        </w:rPr>
        <w:t>Plat d’Ésaü</w:t>
      </w:r>
      <w:r w:rsidRPr="000A30E8">
        <w:t xml:space="preserve"> est immobilisé à présent ! Sans voiles il ne peut plus avancer !</w:t>
      </w:r>
    </w:p>
    <w:p w14:paraId="4A29D100" w14:textId="77777777" w:rsidR="00285C2D" w:rsidRPr="000A30E8" w:rsidRDefault="00285C2D" w:rsidP="00285C2D">
      <w:r w:rsidRPr="000A30E8">
        <w:t>L</w:t>
      </w:r>
      <w:r w:rsidRPr="000A30E8">
        <w:rPr>
          <w:rStyle w:val="Taille-1Caracteres"/>
        </w:rPr>
        <w:t>E PREMIER</w:t>
      </w:r>
      <w:r w:rsidRPr="000A30E8">
        <w:t xml:space="preserve"> P</w:t>
      </w:r>
      <w:r w:rsidRPr="000A30E8">
        <w:rPr>
          <w:rStyle w:val="Taille-1Caracteres"/>
        </w:rPr>
        <w:t>ASSAGER</w:t>
      </w:r>
      <w:r w:rsidRPr="000A30E8">
        <w:t xml:space="preserve">, </w:t>
      </w:r>
      <w:r w:rsidRPr="000A30E8">
        <w:rPr>
          <w:i/>
          <w:iCs/>
        </w:rPr>
        <w:t>proposant timidement</w:t>
      </w:r>
      <w:r w:rsidRPr="000A30E8">
        <w:t>. — On pourrait peut-être descendre et pousser par-derrière.</w:t>
      </w:r>
    </w:p>
    <w:p w14:paraId="4143D659"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xml:space="preserve">, </w:t>
      </w:r>
      <w:r w:rsidRPr="000A30E8">
        <w:rPr>
          <w:i/>
          <w:iCs/>
        </w:rPr>
        <w:t>haussant les épaules</w:t>
      </w:r>
      <w:r w:rsidRPr="000A30E8">
        <w:t>. — On voit que vous n’avez aucune notion sérieuse de navigation. (</w:t>
      </w:r>
      <w:r w:rsidRPr="000A30E8">
        <w:rPr>
          <w:i/>
          <w:iCs/>
        </w:rPr>
        <w:t>À part</w:t>
      </w:r>
      <w:r w:rsidRPr="000A30E8">
        <w:t>.) Relevons le courage de ces malheureux par quelques paroles réconfortantes. (</w:t>
      </w:r>
      <w:r w:rsidRPr="000A30E8">
        <w:rPr>
          <w:i/>
          <w:iCs/>
        </w:rPr>
        <w:t>Il prend son porte-voix et hurle :</w:t>
      </w:r>
      <w:r w:rsidRPr="000A30E8">
        <w:t>) À moins d’un miracle improbable, nous sommes condamnés à mourir de faim au milieu de l’Océan. Mais, tonnerre de Clichy-Levallois ! courage ! Ne désespérons pas !</w:t>
      </w:r>
    </w:p>
    <w:p w14:paraId="6282FD01" w14:textId="77777777" w:rsidR="00285C2D" w:rsidRPr="000A30E8" w:rsidRDefault="00285C2D" w:rsidP="00285C2D">
      <w:pPr>
        <w:pStyle w:val="Titre3"/>
      </w:pPr>
      <w:bookmarkStart w:id="175" w:name="_Toc196330355"/>
      <w:r w:rsidRPr="000A30E8">
        <w:t>ACTE TROISIÈME</w:t>
      </w:r>
      <w:r w:rsidRPr="000A30E8">
        <w:br/>
      </w:r>
      <w:r w:rsidRPr="000A30E8">
        <w:br/>
        <w:t>La faim.</w:t>
      </w:r>
      <w:bookmarkEnd w:id="175"/>
    </w:p>
    <w:p w14:paraId="5631060C" w14:textId="77777777" w:rsidR="00285C2D" w:rsidRPr="000A30E8" w:rsidRDefault="00285C2D" w:rsidP="00285C2D">
      <w:pPr>
        <w:pStyle w:val="Centr"/>
        <w:rPr>
          <w:rStyle w:val="Taille-1Caracteres"/>
        </w:rPr>
      </w:pPr>
      <w:r w:rsidRPr="000A30E8">
        <w:rPr>
          <w:rStyle w:val="Taille-1Caracteres"/>
        </w:rPr>
        <w:t>Même décor.</w:t>
      </w:r>
    </w:p>
    <w:p w14:paraId="31C1EFC6" w14:textId="77777777" w:rsidR="00285C2D" w:rsidRPr="000A30E8" w:rsidRDefault="00285C2D" w:rsidP="00285C2D">
      <w:r w:rsidRPr="000A30E8">
        <w:rPr>
          <w:szCs w:val="32"/>
        </w:rPr>
        <w:t>L</w:t>
      </w:r>
      <w:r w:rsidRPr="000A30E8">
        <w:rPr>
          <w:rStyle w:val="Taille-1Caracteres"/>
        </w:rPr>
        <w:t>E</w:t>
      </w:r>
      <w:r w:rsidRPr="000A30E8">
        <w:rPr>
          <w:szCs w:val="32"/>
        </w:rPr>
        <w:t xml:space="preserve"> C</w:t>
      </w:r>
      <w:r w:rsidRPr="000A30E8">
        <w:rPr>
          <w:rStyle w:val="Taille-1Caracteres"/>
        </w:rPr>
        <w:t>APITAINE DU « PLAT D’ÉSAÜ »</w:t>
      </w:r>
      <w:r w:rsidRPr="000A30E8">
        <w:rPr>
          <w:szCs w:val="32"/>
        </w:rPr>
        <w:t xml:space="preserve">. — Voilà plus de quinze jours que le </w:t>
      </w:r>
      <w:r w:rsidRPr="000A30E8">
        <w:rPr>
          <w:i/>
          <w:iCs/>
          <w:szCs w:val="32"/>
        </w:rPr>
        <w:t>Plat d’Ésaü</w:t>
      </w:r>
      <w:r w:rsidRPr="000A30E8">
        <w:rPr>
          <w:szCs w:val="32"/>
        </w:rPr>
        <w:t xml:space="preserve"> est immobilisé au milieu de l’Océan. Les provisions de bouche sont épuisées. Mes passagers sont déprimés. J’ai beau placer tous les soirs une </w:t>
      </w:r>
      <w:r w:rsidRPr="000A30E8">
        <w:rPr>
          <w:szCs w:val="32"/>
        </w:rPr>
        <w:lastRenderedPageBreak/>
        <w:t>araignée de la cargaison sur le pont en criant : « Araignée du soir… Espoir ! » rien ne ranime le courage de mes passagers.</w:t>
      </w:r>
    </w:p>
    <w:p w14:paraId="78184A9B" w14:textId="77777777" w:rsidR="00285C2D" w:rsidRPr="000A30E8" w:rsidRDefault="00285C2D" w:rsidP="00285C2D">
      <w:r w:rsidRPr="000A30E8">
        <w:t>C</w:t>
      </w:r>
      <w:r w:rsidRPr="000A30E8">
        <w:rPr>
          <w:rStyle w:val="Taille-1Caracteres"/>
        </w:rPr>
        <w:t>HŒUR DES</w:t>
      </w:r>
      <w:r w:rsidRPr="000A30E8">
        <w:t xml:space="preserve"> P</w:t>
      </w:r>
      <w:r w:rsidRPr="000A30E8">
        <w:rPr>
          <w:rStyle w:val="Taille-1Caracteres"/>
        </w:rPr>
        <w:t>ASSAGERS</w:t>
      </w:r>
      <w:r w:rsidRPr="000A30E8">
        <w:t>. — Nous avons faim !</w:t>
      </w:r>
    </w:p>
    <w:p w14:paraId="56F307AE"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Un seul des passagers ne se plaint pas. C’est étrange ! (</w:t>
      </w:r>
      <w:r w:rsidRPr="000A30E8">
        <w:rPr>
          <w:i/>
          <w:iCs/>
        </w:rPr>
        <w:t>Au passager qui ne se plaint pas</w:t>
      </w:r>
      <w:r w:rsidRPr="000A30E8">
        <w:t>.) Vous n’avez donc pas faim, vous ?</w:t>
      </w:r>
    </w:p>
    <w:p w14:paraId="447A834A"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ASSAGER PRÉVOYANT DE L’AVENIR</w:t>
      </w:r>
      <w:r w:rsidRPr="000A30E8">
        <w:t>. — Avant de partir j’ai prévu tous les risques d’un voyage au long cours. J’ai pris mes précautions.</w:t>
      </w:r>
    </w:p>
    <w:p w14:paraId="2B0B88FF"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Quelles précautions ?</w:t>
      </w:r>
    </w:p>
    <w:p w14:paraId="749373AD"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ASSAGER PRÉVOYANT DE L’AVENIR</w:t>
      </w:r>
      <w:r w:rsidRPr="000A30E8">
        <w:t>. — Un habile chirurgien a remplacé mon estomac par un estomac d’autruche. De cette façon, je peux me nourrir avec n’importe quel objet. Par exemple cette sonnette (</w:t>
      </w:r>
      <w:r w:rsidRPr="000A30E8">
        <w:rPr>
          <w:i/>
          <w:iCs/>
        </w:rPr>
        <w:t>Il prend et avale la sonnette d’alarme</w:t>
      </w:r>
      <w:r w:rsidRPr="000A30E8">
        <w:t>.) calmera ma faim quelques instants.</w:t>
      </w:r>
    </w:p>
    <w:p w14:paraId="57C9BA45"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Mille sabords ! C’est la sonnette d’alarme !</w:t>
      </w:r>
    </w:p>
    <w:p w14:paraId="70FBBDCF"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ASSAGER PRÉVOYANT DE L’AVENIR</w:t>
      </w:r>
      <w:r w:rsidRPr="000A30E8">
        <w:t>. — Excusez-moi. Je ne recommencerai plus.</w:t>
      </w:r>
    </w:p>
    <w:p w14:paraId="04AD98C0" w14:textId="77777777" w:rsidR="00285C2D" w:rsidRPr="000A30E8" w:rsidRDefault="00285C2D" w:rsidP="00285C2D">
      <w:r w:rsidRPr="000A30E8">
        <w:t>L</w:t>
      </w:r>
      <w:r w:rsidRPr="000A30E8">
        <w:rPr>
          <w:rStyle w:val="Taille-1Caracteres"/>
        </w:rPr>
        <w:t>E PREMIER</w:t>
      </w:r>
      <w:r w:rsidRPr="000A30E8">
        <w:t xml:space="preserve"> P</w:t>
      </w:r>
      <w:r w:rsidRPr="000A30E8">
        <w:rPr>
          <w:rStyle w:val="Taille-1Caracteres"/>
        </w:rPr>
        <w:t>ASSAGER</w:t>
      </w:r>
      <w:r w:rsidRPr="000A30E8">
        <w:t xml:space="preserve">, </w:t>
      </w:r>
      <w:r w:rsidRPr="000A30E8">
        <w:rPr>
          <w:i/>
          <w:iCs/>
        </w:rPr>
        <w:t>bondissant</w:t>
      </w:r>
      <w:r w:rsidRPr="000A30E8">
        <w:t>. — Je devine à présent où sont passés mes brodequins à talons bottier que je cherche inutilement depuis deux jours. Monsieur en a sans doute fait ses choux gras ! (</w:t>
      </w:r>
      <w:r w:rsidRPr="000A30E8">
        <w:rPr>
          <w:i/>
          <w:iCs/>
        </w:rPr>
        <w:t>Avec colère, hurlant</w:t>
      </w:r>
      <w:r w:rsidRPr="000A30E8">
        <w:t>.) Il a les talons dans l’estomac !</w:t>
      </w:r>
    </w:p>
    <w:p w14:paraId="12C9BC9E"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Calmez-vous, premier Passager.</w:t>
      </w:r>
    </w:p>
    <w:p w14:paraId="6055BC15" w14:textId="77777777" w:rsidR="00285C2D" w:rsidRPr="000A30E8" w:rsidRDefault="00285C2D" w:rsidP="00285C2D">
      <w:r w:rsidRPr="000A30E8">
        <w:lastRenderedPageBreak/>
        <w:t>L</w:t>
      </w:r>
      <w:r w:rsidRPr="000A30E8">
        <w:rPr>
          <w:rStyle w:val="Taille-1Caracteres"/>
        </w:rPr>
        <w:t>E PREMIER</w:t>
      </w:r>
      <w:r w:rsidRPr="000A30E8">
        <w:t xml:space="preserve"> P</w:t>
      </w:r>
      <w:r w:rsidRPr="000A30E8">
        <w:rPr>
          <w:rStyle w:val="Taille-1Caracteres"/>
        </w:rPr>
        <w:t>ASSAGER</w:t>
      </w:r>
      <w:r w:rsidRPr="000A30E8">
        <w:t>. — Parbleu ! vous pouvez être calme, vous, capitaine ! Vous gardez ce qui reste de vivres pour votre consommation personnelle.</w:t>
      </w:r>
    </w:p>
    <w:p w14:paraId="541D64CB"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Le règlement ordonne au capitaine de quitter son vaisseau le dernier.</w:t>
      </w:r>
    </w:p>
    <w:p w14:paraId="06B0A08F" w14:textId="77777777" w:rsidR="00285C2D" w:rsidRPr="000A30E8" w:rsidRDefault="00285C2D" w:rsidP="00285C2D">
      <w:r w:rsidRPr="000A30E8">
        <w:t>L</w:t>
      </w:r>
      <w:r w:rsidRPr="000A30E8">
        <w:rPr>
          <w:rStyle w:val="Taille-1Caracteres"/>
        </w:rPr>
        <w:t>E TROISIÈME</w:t>
      </w:r>
      <w:r w:rsidRPr="000A30E8">
        <w:t xml:space="preserve"> P</w:t>
      </w:r>
      <w:r w:rsidRPr="000A30E8">
        <w:rPr>
          <w:rStyle w:val="Taille-1Caracteres"/>
        </w:rPr>
        <w:t>ASSAGER</w:t>
      </w:r>
      <w:r w:rsidRPr="000A30E8">
        <w:t>. — Vous aurez donc l’affreux courage de nous voir tous partir vers l’autre monde sans partager les vivres qui restent.</w:t>
      </w:r>
    </w:p>
    <w:p w14:paraId="410C3523"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Je partirai le dernier. C’est mon devoir.</w:t>
      </w:r>
    </w:p>
    <w:p w14:paraId="0C5F597B" w14:textId="77777777" w:rsidR="00285C2D" w:rsidRPr="000A30E8" w:rsidRDefault="00285C2D" w:rsidP="00285C2D">
      <w:r w:rsidRPr="000A30E8">
        <w:t>L</w:t>
      </w:r>
      <w:r w:rsidRPr="000A30E8">
        <w:rPr>
          <w:rStyle w:val="Taille-1Caracteres"/>
        </w:rPr>
        <w:t>E PREMIER</w:t>
      </w:r>
      <w:r w:rsidRPr="000A30E8">
        <w:t xml:space="preserve"> P</w:t>
      </w:r>
      <w:r w:rsidRPr="000A30E8">
        <w:rPr>
          <w:rStyle w:val="Taille-1Caracteres"/>
        </w:rPr>
        <w:t>ASSAGER</w:t>
      </w:r>
      <w:r w:rsidRPr="000A30E8">
        <w:t>. — Il faut trouver une solution. Puisqu’il nous est impossible d’avaler comme Monsieur (</w:t>
      </w:r>
      <w:r w:rsidRPr="000A30E8">
        <w:rPr>
          <w:i/>
          <w:iCs/>
        </w:rPr>
        <w:t>Il désigne le passager-autruche</w:t>
      </w:r>
      <w:r w:rsidRPr="000A30E8">
        <w:t>.) des sonnettes, des brodequins et autres camelotes, je propose de tirer à la courte-paille pour savoir qui sera mangé.</w:t>
      </w:r>
    </w:p>
    <w:p w14:paraId="40F88E63"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ASSAGER PRÉVOYANT DE L’AVENI</w:t>
      </w:r>
      <w:r w:rsidRPr="00C47A66">
        <w:rPr>
          <w:rStyle w:val="Taille-1Caracteres"/>
        </w:rPr>
        <w:t>R</w:t>
      </w:r>
      <w:r w:rsidRPr="000A30E8">
        <w:t>. — Vous m’excuserez de ne pas m’associer à vos jeux. J’ai horreur des jeux de hasard.</w:t>
      </w:r>
    </w:p>
    <w:p w14:paraId="1A7B497A"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Tonnerre de Brest ! Votre jeu est impossible. Il n’y a pas un seul brin de paille à bord.</w:t>
      </w:r>
    </w:p>
    <w:p w14:paraId="06BE9B2D" w14:textId="77777777" w:rsidR="00285C2D" w:rsidRPr="000A30E8" w:rsidRDefault="00285C2D" w:rsidP="00285C2D">
      <w:r w:rsidRPr="000A30E8">
        <w:t>C</w:t>
      </w:r>
      <w:r w:rsidRPr="000A30E8">
        <w:rPr>
          <w:rStyle w:val="Taille-1Caracteres"/>
        </w:rPr>
        <w:t>HŒUR DES</w:t>
      </w:r>
      <w:r w:rsidRPr="000A30E8">
        <w:t xml:space="preserve"> P</w:t>
      </w:r>
      <w:r w:rsidRPr="000A30E8">
        <w:rPr>
          <w:rStyle w:val="Taille-1Caracteres"/>
        </w:rPr>
        <w:t>ASSAGERS</w:t>
      </w:r>
      <w:r w:rsidRPr="000A30E8">
        <w:t>. — Comment faire ?</w:t>
      </w:r>
    </w:p>
    <w:p w14:paraId="5953B642"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ATELOT ANGOISSÉ</w:t>
      </w:r>
      <w:r w:rsidRPr="000A30E8">
        <w:t xml:space="preserve">, </w:t>
      </w:r>
      <w:r w:rsidRPr="000A30E8">
        <w:rPr>
          <w:i/>
          <w:iCs/>
        </w:rPr>
        <w:t>accourant</w:t>
      </w:r>
      <w:r w:rsidRPr="000A30E8">
        <w:t xml:space="preserve">. — Capitaine ! Mathurin, le gabier boiteux, vient d’être victime d’un horrible accident ! Il vient d’avoir les deux jambes coupées ! Nous achevions une partie de cartes dans la cale, lorsque Mathurin commit l’imprudence de poser ses jambes sur la table au moment où j’abattais ma carte pour « couper ». Un cri d’horreur partit de toutes nos poitrines ! Trop tard ! Mathurin était cul-de-jatte </w:t>
      </w:r>
      <w:r w:rsidRPr="000A30E8">
        <w:lastRenderedPageBreak/>
        <w:t>pour le reste de ses jours ! Ses deux jambes, coupées par mon « atout maître », gisaient inanimées, sur le sol.</w:t>
      </w:r>
    </w:p>
    <w:p w14:paraId="7B83E28E" w14:textId="77777777" w:rsidR="00285C2D" w:rsidRPr="000A30E8" w:rsidRDefault="00285C2D" w:rsidP="00285C2D">
      <w:r w:rsidRPr="000A30E8">
        <w:t>L</w:t>
      </w:r>
      <w:r w:rsidRPr="000A30E8">
        <w:rPr>
          <w:rStyle w:val="Taille-1Caracteres"/>
        </w:rPr>
        <w:t>E PREMIER</w:t>
      </w:r>
      <w:r w:rsidRPr="000A30E8">
        <w:t xml:space="preserve"> P</w:t>
      </w:r>
      <w:r w:rsidRPr="000A30E8">
        <w:rPr>
          <w:rStyle w:val="Taille-1Caracteres"/>
        </w:rPr>
        <w:t>ASSAGER</w:t>
      </w:r>
      <w:r w:rsidRPr="000A30E8">
        <w:t xml:space="preserve">, </w:t>
      </w:r>
      <w:r w:rsidRPr="000A30E8">
        <w:rPr>
          <w:i/>
          <w:iCs/>
        </w:rPr>
        <w:t>joyeusement</w:t>
      </w:r>
      <w:r w:rsidRPr="000A30E8">
        <w:t>. — Mais, j’y pense ! Puisque Mathurin, le gabier, était boiteux, ses deux jambes coupées sont d’inégale longueur et vont nous servir pour tirer à la courte-jambe.</w:t>
      </w:r>
    </w:p>
    <w:p w14:paraId="0D9766F6"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Parfait ! Qu’on apporte sur le pont les jambes de Mathurin. (</w:t>
      </w:r>
      <w:r w:rsidRPr="000A30E8">
        <w:rPr>
          <w:i/>
          <w:iCs/>
        </w:rPr>
        <w:t>On apporte les jambes dans un sac. Les passagers et les matelots tirent à la cour te-jambe. Le sort désigne un vieux marin breton</w:t>
      </w:r>
      <w:r w:rsidRPr="000A30E8">
        <w:t>.)</w:t>
      </w:r>
    </w:p>
    <w:p w14:paraId="0455AB23"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Le sort a désigné « le Petit-Mousse ».</w:t>
      </w:r>
    </w:p>
    <w:p w14:paraId="659300EE" w14:textId="77777777" w:rsidR="00285C2D" w:rsidRPr="000A30E8" w:rsidRDefault="00285C2D" w:rsidP="00285C2D">
      <w:r w:rsidRPr="000A30E8">
        <w:t>C</w:t>
      </w:r>
      <w:r w:rsidRPr="000A30E8">
        <w:rPr>
          <w:rStyle w:val="Taille-1Caracteres"/>
        </w:rPr>
        <w:t>HŒUR DES</w:t>
      </w:r>
      <w:r w:rsidRPr="000A30E8">
        <w:t xml:space="preserve"> P</w:t>
      </w:r>
      <w:r w:rsidRPr="000A30E8">
        <w:rPr>
          <w:rStyle w:val="Taille-1Caracteres"/>
        </w:rPr>
        <w:t>ASSAGERS</w:t>
      </w:r>
      <w:r w:rsidRPr="000A30E8">
        <w:t>. — C’est ce vieillard, presque centenaire, que vous appelez « le Petit-Mousse » ?</w:t>
      </w:r>
    </w:p>
    <w:p w14:paraId="53979289"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Oui. Il est mousse depuis l’âge de douze ans. Son intelligence ne lui permit jamais de dépasser ce grade. Je le conserve à bord par charité. Il porte plus que son âge. Il n’a que quatre-vingt-seize ans.</w:t>
      </w:r>
    </w:p>
    <w:p w14:paraId="78DD7712" w14:textId="77777777" w:rsidR="00285C2D" w:rsidRPr="000A30E8" w:rsidRDefault="00285C2D" w:rsidP="00285C2D">
      <w:r w:rsidRPr="000A30E8">
        <w:t>L</w:t>
      </w:r>
      <w:r w:rsidRPr="000A30E8">
        <w:rPr>
          <w:rStyle w:val="Taille-1Caracteres"/>
        </w:rPr>
        <w:t xml:space="preserve">E </w:t>
      </w:r>
      <w:r w:rsidRPr="000A30E8">
        <w:t>P</w:t>
      </w:r>
      <w:r w:rsidRPr="000A30E8">
        <w:rPr>
          <w:rStyle w:val="Taille-1Caracteres"/>
        </w:rPr>
        <w:t>ETIT-MOUSSE</w:t>
      </w:r>
      <w:r w:rsidRPr="000A30E8">
        <w:t xml:space="preserve">, </w:t>
      </w:r>
      <w:r w:rsidRPr="000A30E8">
        <w:rPr>
          <w:i/>
          <w:iCs/>
        </w:rPr>
        <w:t>se précipitant à genoux</w:t>
      </w:r>
      <w:r w:rsidRPr="000A30E8">
        <w:t xml:space="preserve">. — Au nom de la Paimpolaise qui m’attend au pays breton, accordez-moi jusqu’à demain matin avant de me manger. Si, d’ici là, je n’ai pas trouvé le moyen de faire repartir le </w:t>
      </w:r>
      <w:r w:rsidRPr="000A30E8">
        <w:rPr>
          <w:i/>
          <w:iCs/>
        </w:rPr>
        <w:t>Plat d’Ésaü</w:t>
      </w:r>
      <w:r w:rsidRPr="000A30E8">
        <w:t>, vous pourrez toujours m’accommoder à votre goût.</w:t>
      </w:r>
    </w:p>
    <w:p w14:paraId="632DDD8E" w14:textId="77777777" w:rsidR="00285C2D" w:rsidRPr="000A30E8" w:rsidRDefault="00285C2D" w:rsidP="00285C2D">
      <w:r w:rsidRPr="000A30E8">
        <w:t>C</w:t>
      </w:r>
      <w:r w:rsidRPr="000A30E8">
        <w:rPr>
          <w:rStyle w:val="Taille-1Caracteres"/>
        </w:rPr>
        <w:t>HŒUR DES</w:t>
      </w:r>
      <w:r w:rsidRPr="000A30E8">
        <w:t xml:space="preserve"> P</w:t>
      </w:r>
      <w:r w:rsidRPr="000A30E8">
        <w:rPr>
          <w:rStyle w:val="Taille-1Caracteres"/>
        </w:rPr>
        <w:t>ASSAGERS</w:t>
      </w:r>
      <w:r w:rsidRPr="000A30E8">
        <w:t xml:space="preserve">, </w:t>
      </w:r>
      <w:r w:rsidRPr="000A30E8">
        <w:rPr>
          <w:i/>
          <w:iCs/>
        </w:rPr>
        <w:t>après délibération</w:t>
      </w:r>
      <w:r w:rsidRPr="000A30E8">
        <w:t>. — Soit. Par égard pour la Paimpolaise qui l’attend au pays breton, le dîner est renvoyé à demain.</w:t>
      </w:r>
    </w:p>
    <w:p w14:paraId="71997FB4"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Messieurs, j’ai donné l’ordre au maître coq de faire un plat d’abattis avec les jambes de Mathurin le gabier boiteux.</w:t>
      </w:r>
    </w:p>
    <w:p w14:paraId="28C5048B" w14:textId="77777777" w:rsidR="00285C2D" w:rsidRPr="000A30E8" w:rsidRDefault="00285C2D" w:rsidP="00285C2D">
      <w:r w:rsidRPr="000A30E8">
        <w:lastRenderedPageBreak/>
        <w:t>L</w:t>
      </w:r>
      <w:r w:rsidRPr="000A30E8">
        <w:rPr>
          <w:rStyle w:val="Taille-1Caracteres"/>
        </w:rPr>
        <w:t>E</w:t>
      </w:r>
      <w:r w:rsidRPr="000A30E8">
        <w:t xml:space="preserve"> P</w:t>
      </w:r>
      <w:r w:rsidRPr="000A30E8">
        <w:rPr>
          <w:rStyle w:val="Taille-1Caracteres"/>
        </w:rPr>
        <w:t>ASSAGER PRÉVOYANT DE L’AVENIR</w:t>
      </w:r>
      <w:r w:rsidRPr="000A30E8">
        <w:t xml:space="preserve">, </w:t>
      </w:r>
      <w:r w:rsidRPr="000A30E8">
        <w:rPr>
          <w:i/>
          <w:iCs/>
        </w:rPr>
        <w:t>sautant joyeusement</w:t>
      </w:r>
      <w:r w:rsidRPr="000A30E8">
        <w:t>. — Bravo, capitaine !</w:t>
      </w:r>
    </w:p>
    <w:p w14:paraId="294C0E8E"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 Ne remuez donc pas comme ça ! Avec votre sonnette dans l’estomac vous faites un vacarme étourdissant ! C’est insupportable !</w:t>
      </w:r>
    </w:p>
    <w:p w14:paraId="65D7310E" w14:textId="77777777" w:rsidR="00285C2D" w:rsidRPr="000A30E8" w:rsidRDefault="00285C2D" w:rsidP="00285C2D">
      <w:r w:rsidRPr="000A30E8">
        <w:t>L</w:t>
      </w:r>
      <w:r w:rsidRPr="000A30E8">
        <w:rPr>
          <w:rStyle w:val="Taille-1Caracteres"/>
        </w:rPr>
        <w:t>E</w:t>
      </w:r>
      <w:r w:rsidRPr="000A30E8">
        <w:t xml:space="preserve"> M</w:t>
      </w:r>
      <w:r w:rsidRPr="000A30E8">
        <w:rPr>
          <w:rStyle w:val="Taille-1Caracteres"/>
        </w:rPr>
        <w:t>AÎTRE COQ</w:t>
      </w:r>
      <w:r w:rsidRPr="000A30E8">
        <w:t xml:space="preserve">, </w:t>
      </w:r>
      <w:r w:rsidRPr="000A30E8">
        <w:rPr>
          <w:i/>
          <w:iCs/>
        </w:rPr>
        <w:t>annonçant</w:t>
      </w:r>
      <w:r w:rsidRPr="000A30E8">
        <w:t>. — Les jambes de Mathurin sont servies ! (</w:t>
      </w:r>
      <w:r w:rsidRPr="000A30E8">
        <w:rPr>
          <w:i/>
          <w:iCs/>
        </w:rPr>
        <w:t>Les passagers passent dans la salle à manger</w:t>
      </w:r>
      <w:r w:rsidRPr="000A30E8">
        <w:t>.)</w:t>
      </w:r>
    </w:p>
    <w:p w14:paraId="0B81CD44" w14:textId="77777777" w:rsidR="00285C2D" w:rsidRPr="000A30E8" w:rsidRDefault="00285C2D" w:rsidP="00285C2D">
      <w:pPr>
        <w:pStyle w:val="Titre3"/>
      </w:pPr>
      <w:bookmarkStart w:id="176" w:name="_Toc196330356"/>
      <w:r w:rsidRPr="000A30E8">
        <w:t>ACTE QUATRIÈME</w:t>
      </w:r>
      <w:r w:rsidRPr="000A30E8">
        <w:br/>
      </w:r>
      <w:r w:rsidRPr="000A30E8">
        <w:br/>
        <w:t>Sauvés !</w:t>
      </w:r>
      <w:bookmarkEnd w:id="176"/>
    </w:p>
    <w:p w14:paraId="0DAC61C1" w14:textId="77777777" w:rsidR="00285C2D" w:rsidRPr="000A30E8" w:rsidRDefault="00285C2D" w:rsidP="00285C2D">
      <w:pPr>
        <w:pStyle w:val="Centr"/>
        <w:rPr>
          <w:rStyle w:val="Taille-1Caracteres"/>
        </w:rPr>
      </w:pPr>
      <w:r w:rsidRPr="000A30E8">
        <w:rPr>
          <w:rStyle w:val="Taille-1Caracteres"/>
        </w:rPr>
        <w:t>Même décor. Le lendemain matin.</w:t>
      </w:r>
    </w:p>
    <w:p w14:paraId="292ED77F" w14:textId="77777777" w:rsidR="00285C2D" w:rsidRPr="000A30E8" w:rsidRDefault="00285C2D" w:rsidP="00285C2D">
      <w:r w:rsidRPr="000A30E8">
        <w:rPr>
          <w:szCs w:val="32"/>
        </w:rPr>
        <w:t>L</w:t>
      </w:r>
      <w:r w:rsidRPr="000A30E8">
        <w:rPr>
          <w:rStyle w:val="Taille-1Caracteres"/>
        </w:rPr>
        <w:t>E</w:t>
      </w:r>
      <w:r w:rsidRPr="000A30E8">
        <w:rPr>
          <w:szCs w:val="32"/>
        </w:rPr>
        <w:t xml:space="preserve"> C</w:t>
      </w:r>
      <w:r w:rsidRPr="000A30E8">
        <w:rPr>
          <w:rStyle w:val="Taille-1Caracteres"/>
        </w:rPr>
        <w:t>APITAINE DU « PLAT D’ÉSAÜ »</w:t>
      </w:r>
      <w:r w:rsidRPr="000A30E8">
        <w:rPr>
          <w:szCs w:val="32"/>
        </w:rPr>
        <w:t xml:space="preserve">, </w:t>
      </w:r>
      <w:r w:rsidRPr="000A30E8">
        <w:rPr>
          <w:i/>
          <w:iCs/>
          <w:szCs w:val="32"/>
        </w:rPr>
        <w:t>montant sur le pont</w:t>
      </w:r>
      <w:r w:rsidRPr="000A30E8">
        <w:rPr>
          <w:szCs w:val="32"/>
        </w:rPr>
        <w:t>. — Tonnerre de n’importe où ! Que vois-je ? Le bateau marche ! Vite, sonnons les passagers sur le pont ! Sapristi ! C’est le passager-autruche qui a ma sonnette dans l’estomac ! Ah ! une idée ! (</w:t>
      </w:r>
      <w:r w:rsidRPr="000A30E8">
        <w:rPr>
          <w:i/>
          <w:iCs/>
          <w:szCs w:val="32"/>
        </w:rPr>
        <w:t>Il s’élance dans la cabine du passager-autruche, le porte sur le pont et l’agite frénétiquement. La sonnette se fait entendre dans l’estomac</w:t>
      </w:r>
      <w:r w:rsidRPr="000A30E8">
        <w:rPr>
          <w:szCs w:val="32"/>
        </w:rPr>
        <w:t>.)</w:t>
      </w:r>
    </w:p>
    <w:p w14:paraId="050DE753" w14:textId="77777777" w:rsidR="00285C2D" w:rsidRPr="000A30E8" w:rsidRDefault="00285C2D" w:rsidP="00285C2D">
      <w:r w:rsidRPr="000A30E8">
        <w:t>L</w:t>
      </w:r>
      <w:r w:rsidRPr="000A30E8">
        <w:rPr>
          <w:rStyle w:val="Taille-1Caracteres"/>
        </w:rPr>
        <w:t>ES</w:t>
      </w:r>
      <w:r w:rsidRPr="000A30E8">
        <w:t xml:space="preserve"> P</w:t>
      </w:r>
      <w:r w:rsidRPr="000A30E8">
        <w:rPr>
          <w:rStyle w:val="Taille-1Caracteres"/>
        </w:rPr>
        <w:t>ASSAGERS</w:t>
      </w:r>
      <w:r w:rsidRPr="000A30E8">
        <w:t xml:space="preserve">, </w:t>
      </w:r>
      <w:r w:rsidRPr="000A30E8">
        <w:rPr>
          <w:i/>
          <w:iCs/>
        </w:rPr>
        <w:t>accourant</w:t>
      </w:r>
      <w:r w:rsidRPr="000A30E8">
        <w:t xml:space="preserve">. — Qu’y a-t-il ? Ah ! que voyons-nous ! Le </w:t>
      </w:r>
      <w:r w:rsidRPr="000A30E8">
        <w:rPr>
          <w:i/>
          <w:iCs/>
        </w:rPr>
        <w:t>Plat d’Ésaü</w:t>
      </w:r>
      <w:r w:rsidRPr="000A30E8">
        <w:t xml:space="preserve"> est en marche ! Il a des voiles !</w:t>
      </w:r>
    </w:p>
    <w:p w14:paraId="017019DF" w14:textId="77777777" w:rsidR="00285C2D" w:rsidRPr="000A30E8" w:rsidRDefault="00285C2D" w:rsidP="00285C2D">
      <w:r w:rsidRPr="000A30E8">
        <w:t>L</w:t>
      </w:r>
      <w:r w:rsidRPr="000A30E8">
        <w:rPr>
          <w:rStyle w:val="Taille-1Caracteres"/>
        </w:rPr>
        <w:t>E</w:t>
      </w:r>
      <w:r w:rsidRPr="000A30E8">
        <w:t xml:space="preserve"> P</w:t>
      </w:r>
      <w:r w:rsidRPr="000A30E8">
        <w:rPr>
          <w:rStyle w:val="Taille-1Caracteres"/>
        </w:rPr>
        <w:t>ETIT-MOUSSE</w:t>
      </w:r>
      <w:r w:rsidRPr="000A30E8">
        <w:t xml:space="preserve">. — Nous sommes sauvés ! et je ne serai pas mangé ! Cette nuit j’ai lâché toute la cargaison des 75 000 araignées à travers la mâture. En quelques heures, elles ont tissé ces immenses toiles qui, avec l’aide du vent, font avancer le </w:t>
      </w:r>
      <w:r w:rsidRPr="000A30E8">
        <w:rPr>
          <w:i/>
          <w:iCs/>
        </w:rPr>
        <w:t>Plat d’Ésaü</w:t>
      </w:r>
      <w:r w:rsidRPr="000A30E8">
        <w:t>.</w:t>
      </w:r>
    </w:p>
    <w:p w14:paraId="449D34C3" w14:textId="77777777" w:rsidR="00285C2D" w:rsidRPr="000A30E8" w:rsidRDefault="00285C2D" w:rsidP="00285C2D">
      <w:r w:rsidRPr="000A30E8">
        <w:lastRenderedPageBreak/>
        <w:t>C</w:t>
      </w:r>
      <w:r w:rsidRPr="000A30E8">
        <w:rPr>
          <w:rStyle w:val="Taille-1Caracteres"/>
        </w:rPr>
        <w:t>HŒUR DES</w:t>
      </w:r>
      <w:r w:rsidRPr="000A30E8">
        <w:t xml:space="preserve"> P</w:t>
      </w:r>
      <w:r w:rsidRPr="000A30E8">
        <w:rPr>
          <w:rStyle w:val="Taille-1Caracteres"/>
        </w:rPr>
        <w:t>ASSAGERS</w:t>
      </w:r>
      <w:r w:rsidRPr="000A30E8">
        <w:t>. — Vive le Petit-Mousse nonagénaire et inventif !</w:t>
      </w:r>
    </w:p>
    <w:p w14:paraId="5DFDF1E2" w14:textId="77777777" w:rsidR="00285C2D" w:rsidRPr="000A30E8" w:rsidRDefault="00285C2D" w:rsidP="00285C2D">
      <w:r w:rsidRPr="000A30E8">
        <w:t>L</w:t>
      </w:r>
      <w:r w:rsidRPr="000A30E8">
        <w:rPr>
          <w:rStyle w:val="Taille-1Caracteres"/>
        </w:rPr>
        <w:t>E</w:t>
      </w:r>
      <w:r w:rsidRPr="000A30E8">
        <w:t xml:space="preserve"> C</w:t>
      </w:r>
      <w:r w:rsidRPr="000A30E8">
        <w:rPr>
          <w:rStyle w:val="Taille-1Caracteres"/>
        </w:rPr>
        <w:t>APITAINE DU « PLAT D’ÉSAÜ »</w:t>
      </w:r>
      <w:r w:rsidRPr="000A30E8">
        <w:t xml:space="preserve">, </w:t>
      </w:r>
      <w:r w:rsidRPr="000A30E8">
        <w:rPr>
          <w:i/>
          <w:iCs/>
        </w:rPr>
        <w:t>d’une voix émue, au Petit-Mousse</w:t>
      </w:r>
      <w:r w:rsidRPr="000A30E8">
        <w:t>. — Je te nomme matelot ! (</w:t>
      </w:r>
      <w:r w:rsidRPr="000A30E8">
        <w:rPr>
          <w:i/>
          <w:iCs/>
        </w:rPr>
        <w:t>Suffoqué de bonheur, le Petit-Mousse avale sa chique et tombe mort</w:t>
      </w:r>
      <w:r w:rsidRPr="000A30E8">
        <w:t>.)</w:t>
      </w:r>
    </w:p>
    <w:p w14:paraId="7235569F" w14:textId="77777777" w:rsidR="00285C2D" w:rsidRPr="000A30E8" w:rsidRDefault="00285C2D" w:rsidP="00285C2D">
      <w:pPr>
        <w:pStyle w:val="Centr"/>
      </w:pPr>
      <w:r w:rsidRPr="000A30E8">
        <w:t>RIDEAU</w:t>
      </w:r>
    </w:p>
    <w:p w14:paraId="034904B5" w14:textId="77777777" w:rsidR="00285C2D" w:rsidRPr="000A30E8" w:rsidRDefault="00285C2D" w:rsidP="00285C2D">
      <w:pPr>
        <w:pStyle w:val="Titre2"/>
      </w:pPr>
      <w:bookmarkStart w:id="177" w:name="_Toc196330357"/>
      <w:r w:rsidRPr="000A30E8">
        <w:lastRenderedPageBreak/>
        <w:t>RÉCITS DE CHASSE</w:t>
      </w:r>
      <w:bookmarkEnd w:id="177"/>
    </w:p>
    <w:p w14:paraId="23463972" w14:textId="77777777" w:rsidR="00285C2D" w:rsidRPr="000A30E8" w:rsidRDefault="00285C2D" w:rsidP="00285C2D">
      <w:pPr>
        <w:pStyle w:val="Titre3"/>
      </w:pPr>
      <w:bookmarkStart w:id="178" w:name="_Toc196330358"/>
      <w:r w:rsidRPr="000A30E8">
        <w:t>PROLOGUE</w:t>
      </w:r>
      <w:r w:rsidRPr="000A30E8">
        <w:br/>
      </w:r>
      <w:r w:rsidRPr="000A30E8">
        <w:br/>
        <w:t>Le retour des chasseurs.</w:t>
      </w:r>
      <w:bookmarkEnd w:id="178"/>
    </w:p>
    <w:p w14:paraId="58168BE7" w14:textId="77777777" w:rsidR="00285C2D" w:rsidRPr="000A30E8" w:rsidRDefault="00285C2D" w:rsidP="00285C2D">
      <w:pPr>
        <w:pStyle w:val="Centr"/>
        <w:rPr>
          <w:rStyle w:val="Taille-1Caracteres"/>
        </w:rPr>
      </w:pPr>
      <w:r w:rsidRPr="000A30E8">
        <w:rPr>
          <w:rStyle w:val="Taille-1Caracteres"/>
        </w:rPr>
        <w:t>La scène représente une salle d’auberge.</w:t>
      </w:r>
    </w:p>
    <w:p w14:paraId="74020451" w14:textId="77777777" w:rsidR="00285C2D" w:rsidRPr="000A30E8" w:rsidRDefault="00285C2D" w:rsidP="00285C2D">
      <w:r w:rsidRPr="000A30E8">
        <w:rPr>
          <w:szCs w:val="32"/>
        </w:rPr>
        <w:t>L’A</w:t>
      </w:r>
      <w:r w:rsidRPr="000A30E8">
        <w:rPr>
          <w:rStyle w:val="Taille-1Caracteres"/>
        </w:rPr>
        <w:t>UBERGISTE CORDIAL</w:t>
      </w:r>
      <w:r w:rsidRPr="000A30E8">
        <w:rPr>
          <w:szCs w:val="32"/>
        </w:rPr>
        <w:t>. — La nuit tombe. Les chasseurs ne vont pas tarder à rentrer avec leurs gibecières remplies de pendules.</w:t>
      </w:r>
    </w:p>
    <w:p w14:paraId="0C6C8ABE"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OYAGEUR ÉTONNÉ</w:t>
      </w:r>
      <w:r w:rsidRPr="000A30E8">
        <w:t>. — De pendules ?</w:t>
      </w:r>
    </w:p>
    <w:p w14:paraId="3B13637B" w14:textId="77777777" w:rsidR="00285C2D" w:rsidRPr="000A30E8" w:rsidRDefault="00285C2D" w:rsidP="00285C2D">
      <w:r w:rsidRPr="000A30E8">
        <w:t>L’A</w:t>
      </w:r>
      <w:r w:rsidRPr="000A30E8">
        <w:rPr>
          <w:rStyle w:val="Taille-1Caracteres"/>
        </w:rPr>
        <w:t>UBERGISTE CORDIAL</w:t>
      </w:r>
      <w:r w:rsidRPr="000A30E8">
        <w:t>. — Oui. Depuis qu’en France on coupe tous les arbres des forêts, les oiseaux ont disparu. Le gouvernement, pour ne pas mécontenter les chasseurs-électeurs, fait accrocher des « pendules-coucous » sur les arbres qui restent encore debout.</w:t>
      </w:r>
    </w:p>
    <w:p w14:paraId="71DC31F5" w14:textId="77777777" w:rsidR="00285C2D" w:rsidRPr="000A30E8" w:rsidRDefault="00285C2D" w:rsidP="00285C2D">
      <w:r w:rsidRPr="000A30E8">
        <w:t>L</w:t>
      </w:r>
      <w:r w:rsidRPr="000A30E8">
        <w:rPr>
          <w:rStyle w:val="Taille-1Caracteres"/>
        </w:rPr>
        <w:t>E</w:t>
      </w:r>
      <w:r w:rsidRPr="000A30E8">
        <w:t xml:space="preserve"> V</w:t>
      </w:r>
      <w:r w:rsidRPr="000A30E8">
        <w:rPr>
          <w:rStyle w:val="Taille-1Caracteres"/>
        </w:rPr>
        <w:t>OYAGEUR ÉTONNÉ</w:t>
      </w:r>
      <w:r w:rsidRPr="000A30E8">
        <w:t>. — C’est-il Dieu possible ?</w:t>
      </w:r>
    </w:p>
    <w:p w14:paraId="277580C3" w14:textId="77777777" w:rsidR="00285C2D" w:rsidRPr="000A30E8" w:rsidRDefault="00285C2D" w:rsidP="00285C2D">
      <w:r w:rsidRPr="000A30E8">
        <w:t>L’A</w:t>
      </w:r>
      <w:r w:rsidRPr="000A30E8">
        <w:rPr>
          <w:rStyle w:val="Taille-1Caracteres"/>
        </w:rPr>
        <w:t>UBERGISTE CORDIAL</w:t>
      </w:r>
      <w:r w:rsidRPr="000A30E8">
        <w:t>. — Oui. Grâce à ce stratagème, les chasseurs conservent l’illusion de la chasse. Ils attendent patiemment que les pendules sonnent les heures ou les demies, et, dès que le coucou fait son apparition, ils tirent sur le petit oiseau mécanique.</w:t>
      </w:r>
    </w:p>
    <w:p w14:paraId="61D97CF3" w14:textId="77777777" w:rsidR="00285C2D" w:rsidRPr="000A30E8" w:rsidRDefault="00285C2D" w:rsidP="00285C2D">
      <w:r w:rsidRPr="000A30E8">
        <w:t>L</w:t>
      </w:r>
      <w:r w:rsidRPr="000A30E8">
        <w:rPr>
          <w:rStyle w:val="Taille-1Caracteres"/>
        </w:rPr>
        <w:t>ES</w:t>
      </w:r>
      <w:r w:rsidRPr="000A30E8">
        <w:t xml:space="preserve"> C</w:t>
      </w:r>
      <w:r w:rsidRPr="000A30E8">
        <w:rPr>
          <w:rStyle w:val="Taille-1Caracteres"/>
        </w:rPr>
        <w:t>HASSEURS DE PENDULES</w:t>
      </w:r>
      <w:r w:rsidRPr="000A30E8">
        <w:t xml:space="preserve">, </w:t>
      </w:r>
      <w:r w:rsidRPr="000A30E8">
        <w:rPr>
          <w:i/>
          <w:iCs/>
        </w:rPr>
        <w:t>arrivant</w:t>
      </w:r>
      <w:r w:rsidRPr="000A30E8">
        <w:t>. — Par saint Hubert ! la journée fut bonne ! Cinquante-sept pendules au tableau de chasse ! Mais nous sommes trempés.</w:t>
      </w:r>
    </w:p>
    <w:p w14:paraId="6F9B5462" w14:textId="77777777" w:rsidR="00285C2D" w:rsidRPr="000A30E8" w:rsidRDefault="00285C2D" w:rsidP="00285C2D">
      <w:r w:rsidRPr="000A30E8">
        <w:t>L’A</w:t>
      </w:r>
      <w:r w:rsidRPr="000A30E8">
        <w:rPr>
          <w:rStyle w:val="Taille-1Caracteres"/>
        </w:rPr>
        <w:t>UBERGISTE CORDIAL</w:t>
      </w:r>
      <w:r w:rsidRPr="000A30E8">
        <w:t xml:space="preserve">. — Le feu pétille joyeusement dans la vieille cheminée de l’auberge. L’omelette fumante est </w:t>
      </w:r>
      <w:r w:rsidRPr="000A30E8">
        <w:lastRenderedPageBreak/>
        <w:t>servie. Les bouteilles poudreuses attendent derrière les fagots. À table !</w:t>
      </w:r>
    </w:p>
    <w:p w14:paraId="35013933" w14:textId="77777777" w:rsidR="00285C2D" w:rsidRPr="000A30E8" w:rsidRDefault="00285C2D" w:rsidP="00285C2D">
      <w:pPr>
        <w:pStyle w:val="Titre3"/>
      </w:pPr>
      <w:bookmarkStart w:id="179" w:name="_Toc196330359"/>
      <w:r w:rsidRPr="000A30E8">
        <w:t>PREMIER RÉCIT DE CHASSE</w:t>
      </w:r>
      <w:r w:rsidRPr="000A30E8">
        <w:br/>
      </w:r>
      <w:r w:rsidRPr="000A30E8">
        <w:br/>
        <w:t>La chasse au gorille.</w:t>
      </w:r>
      <w:bookmarkEnd w:id="179"/>
    </w:p>
    <w:p w14:paraId="0AFC2E46" w14:textId="77777777" w:rsidR="00285C2D" w:rsidRPr="000A30E8" w:rsidRDefault="00285C2D" w:rsidP="00285C2D">
      <w:r w:rsidRPr="000A30E8">
        <w:rPr>
          <w:szCs w:val="32"/>
        </w:rPr>
        <w:t>L’A</w:t>
      </w:r>
      <w:r w:rsidRPr="000A30E8">
        <w:rPr>
          <w:rStyle w:val="Taille-1Caracteres"/>
        </w:rPr>
        <w:t>UBERGISTE CORDIAL</w:t>
      </w:r>
      <w:r w:rsidRPr="000A30E8">
        <w:rPr>
          <w:szCs w:val="32"/>
        </w:rPr>
        <w:t xml:space="preserve">, </w:t>
      </w:r>
      <w:r w:rsidRPr="000A30E8">
        <w:rPr>
          <w:i/>
          <w:iCs/>
          <w:szCs w:val="32"/>
        </w:rPr>
        <w:t>à sa femme</w:t>
      </w:r>
      <w:r w:rsidRPr="000A30E8">
        <w:rPr>
          <w:szCs w:val="32"/>
        </w:rPr>
        <w:t>. — Les chasseurs de pendules ont terminé leur repas. Plusieurs ont déjà raconté leurs souvenirs de chasse.</w:t>
      </w:r>
    </w:p>
    <w:p w14:paraId="0787F79E"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DE L’</w:t>
      </w:r>
      <w:r w:rsidRPr="000A30E8">
        <w:t>A</w:t>
      </w:r>
      <w:r w:rsidRPr="000A30E8">
        <w:rPr>
          <w:rStyle w:val="Taille-1Caracteres"/>
        </w:rPr>
        <w:t>UBERGISTE CORDIAL</w:t>
      </w:r>
      <w:r w:rsidRPr="000A30E8">
        <w:t>. — Mais le troisième Chasseur de pendules va prendre la parole. Écoutons.</w:t>
      </w:r>
    </w:p>
    <w:p w14:paraId="0633271E" w14:textId="77777777" w:rsidR="00285C2D" w:rsidRPr="000A30E8" w:rsidRDefault="00285C2D" w:rsidP="00285C2D">
      <w:r w:rsidRPr="000A30E8">
        <w:t>L</w:t>
      </w:r>
      <w:r w:rsidRPr="000A30E8">
        <w:rPr>
          <w:rStyle w:val="Taille-1Caracteres"/>
        </w:rPr>
        <w:t>E TROISIÈME</w:t>
      </w:r>
      <w:r w:rsidRPr="000A30E8">
        <w:t xml:space="preserve"> C</w:t>
      </w:r>
      <w:r w:rsidRPr="000A30E8">
        <w:rPr>
          <w:rStyle w:val="Taille-1Caracteres"/>
        </w:rPr>
        <w:t>HASSEUR DE PENDULES</w:t>
      </w:r>
      <w:r w:rsidRPr="000A30E8">
        <w:t>. — À l’époque où commence mon récit, ma femme se trouvait dans un état intéressant. Douée d’un tempérament vigoureux, elle n’eut aucune des envies singulières qui caractérisent les femmes dans cet état. Plus nerveux que ma femme, et très impressionné par ma prochaine paternité, je fus pris subitement d’une irrésistible envie de chasser le gorille. Je courus chez le docteur et lui expliquai mon cas. « Partez sans tarder, me dit-il, il y va du physique de votre enfant. » Le soir même, je partis pour le petit village africain où je possédais un vieil oncle nègre.</w:t>
      </w:r>
    </w:p>
    <w:p w14:paraId="73705EA5" w14:textId="77777777" w:rsidR="00285C2D" w:rsidRPr="000A30E8" w:rsidRDefault="00285C2D" w:rsidP="00285C2D">
      <w:r w:rsidRPr="000A30E8">
        <w:t>L</w:t>
      </w:r>
      <w:r w:rsidRPr="000A30E8">
        <w:rPr>
          <w:rStyle w:val="Taille-1Caracteres"/>
        </w:rPr>
        <w:t>ES</w:t>
      </w:r>
      <w:r w:rsidRPr="000A30E8">
        <w:t xml:space="preserve"> C</w:t>
      </w:r>
      <w:r w:rsidRPr="000A30E8">
        <w:rPr>
          <w:rStyle w:val="Taille-1Caracteres"/>
        </w:rPr>
        <w:t>HASSEURS DE PENDULES</w:t>
      </w:r>
      <w:r w:rsidRPr="000A30E8">
        <w:t>. — Un vieil oncle nègre ?</w:t>
      </w:r>
    </w:p>
    <w:p w14:paraId="38EBDB59" w14:textId="77777777" w:rsidR="00285C2D" w:rsidRPr="000A30E8" w:rsidRDefault="00285C2D" w:rsidP="00285C2D">
      <w:r w:rsidRPr="000A30E8">
        <w:t>L</w:t>
      </w:r>
      <w:r w:rsidRPr="000A30E8">
        <w:rPr>
          <w:rStyle w:val="Taille-1Caracteres"/>
        </w:rPr>
        <w:t>E TROISIÈME</w:t>
      </w:r>
      <w:r w:rsidRPr="000A30E8">
        <w:t xml:space="preserve"> C</w:t>
      </w:r>
      <w:r w:rsidRPr="000A30E8">
        <w:rPr>
          <w:rStyle w:val="Taille-1Caracteres"/>
        </w:rPr>
        <w:t>HASSEUR DE PENDULES</w:t>
      </w:r>
      <w:r w:rsidRPr="000A30E8">
        <w:t xml:space="preserve">. — Oui. Le pauvre homme s’était fait naturaliser nègre à la suite de chagrins intimes. Dès que je lui eus expliqué le but de mon voyage, mon vieil oncle nègre s’écria : « Tu viens chasser le gorille ? Fameuse idée ! Je vais profiter de l’occasion pour expérimenter un nouveau procédé de chasse que j’ai inventé. – </w:t>
      </w:r>
      <w:r w:rsidRPr="000A30E8">
        <w:lastRenderedPageBreak/>
        <w:t>Un nouveau procédé de chasse au gorille ? – Oui, mon neveu, un procédé enfantin, basé sur l’instinct d’imitation de ces stupides animaux. » Le lendemain, armés de deux carabines, nous partîmes à la chasse. À peine avions-nous pénétré dans la forêt qu’un énorme gorille s’avança vers nous en grinçant des dents.</w:t>
      </w:r>
    </w:p>
    <w:p w14:paraId="4B4AC577"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DE L’</w:t>
      </w:r>
      <w:r w:rsidRPr="000A30E8">
        <w:t>A</w:t>
      </w:r>
      <w:r w:rsidRPr="000A30E8">
        <w:rPr>
          <w:rStyle w:val="Taille-1Caracteres"/>
        </w:rPr>
        <w:t>UBERGISTE CORDIAL</w:t>
      </w:r>
      <w:r w:rsidRPr="000A30E8">
        <w:t>. — C’est affreux !</w:t>
      </w:r>
    </w:p>
    <w:p w14:paraId="0E8641CC" w14:textId="77777777" w:rsidR="00285C2D" w:rsidRPr="000A30E8" w:rsidRDefault="00285C2D" w:rsidP="00285C2D">
      <w:r w:rsidRPr="000A30E8">
        <w:t>L</w:t>
      </w:r>
      <w:r w:rsidRPr="000A30E8">
        <w:rPr>
          <w:rStyle w:val="Taille-1Caracteres"/>
        </w:rPr>
        <w:t>ES</w:t>
      </w:r>
      <w:r w:rsidRPr="000A30E8">
        <w:t xml:space="preserve"> C</w:t>
      </w:r>
      <w:r w:rsidRPr="000A30E8">
        <w:rPr>
          <w:rStyle w:val="Taille-1Caracteres"/>
        </w:rPr>
        <w:t>HASSEURS DE PENDULES</w:t>
      </w:r>
      <w:r w:rsidRPr="000A30E8">
        <w:t>. — Chut !</w:t>
      </w:r>
    </w:p>
    <w:p w14:paraId="4F96E13C" w14:textId="77777777" w:rsidR="00285C2D" w:rsidRPr="000A30E8" w:rsidRDefault="00285C2D" w:rsidP="00285C2D">
      <w:r w:rsidRPr="000A30E8">
        <w:t>L</w:t>
      </w:r>
      <w:r w:rsidRPr="000A30E8">
        <w:rPr>
          <w:rStyle w:val="Taille-1Caracteres"/>
        </w:rPr>
        <w:t>E TROISIÈME</w:t>
      </w:r>
      <w:r w:rsidRPr="000A30E8">
        <w:t xml:space="preserve"> C</w:t>
      </w:r>
      <w:r w:rsidRPr="000A30E8">
        <w:rPr>
          <w:rStyle w:val="Taille-1Caracteres"/>
        </w:rPr>
        <w:t>HASSEUR DE PENDULES</w:t>
      </w:r>
      <w:r w:rsidRPr="000A30E8">
        <w:t>. — « C’est un gorille ! », s’écria mon oncle, après avoir examiné l’animal à travers une loupe. Puis, sans hésiter, il lança sa carabine dans la direction du monstre qui la saisit au vol et l’examina avec curiosité. « Et maintenant, mon neveu, donne-moi ta carabine et regarde. » Je tendis ma carabine à mon oncle nègre. « Mon procédé est simple et facile, dit-il en souriant. Regarde bien : Je place le canon de la carabine dans ma bouche et le gorille, par instinct d’imitation, fait le même geste avec la carabine que je lui ai lancée. Il me suffit maintenant de presser sur la gâchette pour que cet idiot de gorille en fasse autant. » Mon oncle pressa sur la gâchette. Le coup partit. Le malheureux s’écroula à mes pieds. Une seconde détonation retentit aussitôt. Le gorille imitateur venait de se faire sauter également la cervelle. J’étais émerveillé. Alors mon oncle nègre se tourna vers moi dans un dernier effort : « Eh bien, mon neveu, murmura-t-il, quand je te disais que ces animaux sont vraiment stupides ! » Puis il éclata de rire, se ferma pieusement les yeux de ses propres mains et ne bougea plus. Il était mort.</w:t>
      </w:r>
    </w:p>
    <w:p w14:paraId="6A4BA87D" w14:textId="77777777" w:rsidR="00285C2D" w:rsidRPr="000A30E8" w:rsidRDefault="00285C2D" w:rsidP="00285C2D">
      <w:r w:rsidRPr="000A30E8">
        <w:t>L’A</w:t>
      </w:r>
      <w:r w:rsidRPr="000A30E8">
        <w:rPr>
          <w:rStyle w:val="Taille-1Caracteres"/>
        </w:rPr>
        <w:t>UBERGISTE CORDIAL</w:t>
      </w:r>
      <w:r w:rsidRPr="000A30E8">
        <w:t xml:space="preserve">, </w:t>
      </w:r>
      <w:r w:rsidRPr="000A30E8">
        <w:rPr>
          <w:i/>
          <w:iCs/>
        </w:rPr>
        <w:t>enthousiasmé</w:t>
      </w:r>
      <w:r w:rsidRPr="000A30E8">
        <w:t>. — Ah ! monsieur ! c’était un rude chasseur que votre oncle nègre !</w:t>
      </w:r>
    </w:p>
    <w:p w14:paraId="738BC09D" w14:textId="77777777" w:rsidR="00285C2D" w:rsidRPr="000A30E8" w:rsidRDefault="00285C2D" w:rsidP="00285C2D">
      <w:r w:rsidRPr="000A30E8">
        <w:lastRenderedPageBreak/>
        <w:t>L</w:t>
      </w:r>
      <w:r w:rsidRPr="000A30E8">
        <w:rPr>
          <w:rStyle w:val="Taille-1Caracteres"/>
        </w:rPr>
        <w:t>ES</w:t>
      </w:r>
      <w:r w:rsidRPr="000A30E8">
        <w:t xml:space="preserve"> C</w:t>
      </w:r>
      <w:r w:rsidRPr="000A30E8">
        <w:rPr>
          <w:rStyle w:val="Taille-1Caracteres"/>
        </w:rPr>
        <w:t>HASSEURS DE PENDULES</w:t>
      </w:r>
      <w:r w:rsidRPr="000A30E8">
        <w:t xml:space="preserve">, </w:t>
      </w:r>
      <w:r w:rsidRPr="000A30E8">
        <w:rPr>
          <w:i/>
          <w:iCs/>
        </w:rPr>
        <w:t>émus</w:t>
      </w:r>
      <w:r w:rsidRPr="000A30E8">
        <w:t>. — Oui, un rude chasseur… rude chasseur.</w:t>
      </w:r>
    </w:p>
    <w:p w14:paraId="536934E1" w14:textId="77777777" w:rsidR="00285C2D" w:rsidRPr="000A30E8" w:rsidRDefault="00285C2D" w:rsidP="00285C2D">
      <w:pPr>
        <w:pStyle w:val="Titre3"/>
      </w:pPr>
      <w:bookmarkStart w:id="180" w:name="_Toc196330360"/>
      <w:r w:rsidRPr="000A30E8">
        <w:t>DEUXIÈME RÉCIT DE CHASSE</w:t>
      </w:r>
      <w:r w:rsidRPr="000A30E8">
        <w:br/>
      </w:r>
      <w:r w:rsidRPr="000A30E8">
        <w:br/>
        <w:t>La mouche chasseresse.</w:t>
      </w:r>
      <w:bookmarkEnd w:id="180"/>
    </w:p>
    <w:p w14:paraId="061E80AC" w14:textId="77777777" w:rsidR="00285C2D" w:rsidRPr="000A30E8" w:rsidRDefault="00285C2D" w:rsidP="00285C2D">
      <w:r w:rsidRPr="000A30E8">
        <w:rPr>
          <w:szCs w:val="32"/>
        </w:rPr>
        <w:t>L</w:t>
      </w:r>
      <w:r w:rsidRPr="000A30E8">
        <w:rPr>
          <w:rStyle w:val="Taille-1Caracteres"/>
        </w:rPr>
        <w:t>E SEPTIÈME</w:t>
      </w:r>
      <w:r w:rsidRPr="000A30E8">
        <w:rPr>
          <w:szCs w:val="32"/>
        </w:rPr>
        <w:t xml:space="preserve"> C</w:t>
      </w:r>
      <w:r w:rsidRPr="000A30E8">
        <w:rPr>
          <w:rStyle w:val="Taille-1Caracteres"/>
        </w:rPr>
        <w:t>HASSEUR DE PENDULES</w:t>
      </w:r>
      <w:r w:rsidRPr="000A30E8">
        <w:rPr>
          <w:szCs w:val="32"/>
        </w:rPr>
        <w:t>. — Puisque c’est à mon tour de parler, je vais vous conter l’histoire de Denise, la mouche chasseresse.</w:t>
      </w:r>
    </w:p>
    <w:p w14:paraId="5B3AED4C" w14:textId="77777777" w:rsidR="00285C2D" w:rsidRPr="000A30E8" w:rsidRDefault="00285C2D" w:rsidP="00285C2D">
      <w:r w:rsidRPr="000A30E8">
        <w:t>L</w:t>
      </w:r>
      <w:r w:rsidRPr="000A30E8">
        <w:rPr>
          <w:rStyle w:val="Taille-1Caracteres"/>
        </w:rPr>
        <w:t>ES</w:t>
      </w:r>
      <w:r w:rsidRPr="000A30E8">
        <w:t xml:space="preserve"> C</w:t>
      </w:r>
      <w:r w:rsidRPr="000A30E8">
        <w:rPr>
          <w:rStyle w:val="Taille-1Caracteres"/>
        </w:rPr>
        <w:t>HASSEURS DE PENDULES</w:t>
      </w:r>
      <w:r w:rsidRPr="000A30E8">
        <w:t>. — Écoutons l’histoire de Denise, la mouche chasseresse.</w:t>
      </w:r>
    </w:p>
    <w:p w14:paraId="7EAE59E4" w14:textId="77777777" w:rsidR="00285C2D" w:rsidRPr="000A30E8" w:rsidRDefault="00285C2D" w:rsidP="00285C2D">
      <w:r w:rsidRPr="000A30E8">
        <w:t>L</w:t>
      </w:r>
      <w:r w:rsidRPr="000A30E8">
        <w:rPr>
          <w:rStyle w:val="Taille-1Caracteres"/>
        </w:rPr>
        <w:t>E SEPTIÈME</w:t>
      </w:r>
      <w:r w:rsidRPr="000A30E8">
        <w:t xml:space="preserve"> C</w:t>
      </w:r>
      <w:r w:rsidRPr="000A30E8">
        <w:rPr>
          <w:rStyle w:val="Taille-1Caracteres"/>
        </w:rPr>
        <w:t>HASSEUR DE PENDULES</w:t>
      </w:r>
      <w:r w:rsidRPr="000A30E8">
        <w:t>. — C’était par un chaud après-midi de printemps. Je longeais gaiement la rivière de mon pays natal lorsque j’aperçus, au milieu du courant, une mouche qui se noyait. Sans hésiter, je plongeai dans la rivière et parvins, après mille difficultés, à ramener la pauvre bête sur la rive. Quelques tractions rythmiques de la langue lui firent rapidement reprendre ses sens. Alors, après l’avoir étendue au soleil pour qu’elle séchât, je poursuivis mon chemin.</w:t>
      </w:r>
    </w:p>
    <w:p w14:paraId="01BB8581"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DE L’</w:t>
      </w:r>
      <w:r w:rsidRPr="000A30E8">
        <w:t>A</w:t>
      </w:r>
      <w:r w:rsidRPr="000A30E8">
        <w:rPr>
          <w:rStyle w:val="Taille-1Caracteres"/>
        </w:rPr>
        <w:t>UBERGISTE CORDIAL</w:t>
      </w:r>
      <w:r w:rsidRPr="000A30E8">
        <w:t>. — Digne jeune homme.</w:t>
      </w:r>
    </w:p>
    <w:p w14:paraId="11FD5B24" w14:textId="77777777" w:rsidR="00285C2D" w:rsidRPr="000A30E8" w:rsidRDefault="00285C2D" w:rsidP="00285C2D">
      <w:r w:rsidRPr="000A30E8">
        <w:t>L</w:t>
      </w:r>
      <w:r w:rsidRPr="000A30E8">
        <w:rPr>
          <w:rStyle w:val="Taille-1Caracteres"/>
        </w:rPr>
        <w:t>E SEPTIÈME</w:t>
      </w:r>
      <w:r w:rsidRPr="000A30E8">
        <w:t xml:space="preserve"> C</w:t>
      </w:r>
      <w:r w:rsidRPr="000A30E8">
        <w:rPr>
          <w:rStyle w:val="Taille-1Caracteres"/>
        </w:rPr>
        <w:t>HASSEUR DE PENDULES</w:t>
      </w:r>
      <w:r w:rsidRPr="000A30E8">
        <w:t>. — Je marchais depuis quelques minutes, lorsque des pas se firent entendre derrière moi. Je me retournai brusquement. C’était la mouche qui me suivait.</w:t>
      </w:r>
    </w:p>
    <w:p w14:paraId="3F9E2D2D" w14:textId="77777777" w:rsidR="00285C2D" w:rsidRPr="000A30E8" w:rsidRDefault="00285C2D" w:rsidP="00285C2D">
      <w:r w:rsidRPr="000A30E8">
        <w:t>L</w:t>
      </w:r>
      <w:r w:rsidRPr="000A30E8">
        <w:rPr>
          <w:rStyle w:val="Taille-1Caracteres"/>
        </w:rPr>
        <w:t>ES</w:t>
      </w:r>
      <w:r w:rsidRPr="000A30E8">
        <w:t xml:space="preserve"> C</w:t>
      </w:r>
      <w:r w:rsidRPr="000A30E8">
        <w:rPr>
          <w:rStyle w:val="Taille-1Caracteres"/>
        </w:rPr>
        <w:t>HASSEURS DE PENDULES</w:t>
      </w:r>
      <w:r w:rsidRPr="000A30E8">
        <w:t>. — La mouche ?</w:t>
      </w:r>
    </w:p>
    <w:p w14:paraId="3237F190" w14:textId="77777777" w:rsidR="00285C2D" w:rsidRPr="000A30E8" w:rsidRDefault="00285C2D" w:rsidP="00285C2D">
      <w:r w:rsidRPr="000A30E8">
        <w:lastRenderedPageBreak/>
        <w:t>L</w:t>
      </w:r>
      <w:r w:rsidRPr="000A30E8">
        <w:rPr>
          <w:rStyle w:val="Taille-1Caracteres"/>
        </w:rPr>
        <w:t>E SEPTIÈME</w:t>
      </w:r>
      <w:r w:rsidRPr="000A30E8">
        <w:t xml:space="preserve"> C</w:t>
      </w:r>
      <w:r w:rsidRPr="000A30E8">
        <w:rPr>
          <w:rStyle w:val="Taille-1Caracteres"/>
        </w:rPr>
        <w:t>HASSEUR DE PENDULES</w:t>
      </w:r>
      <w:r w:rsidRPr="000A30E8">
        <w:t>. — Oui. La pauvre bête, reconnaissante, ne voulait plus me quitter. Elle me suivit jusque chez moi. Je n’eus pas le courage de la chasser.</w:t>
      </w:r>
    </w:p>
    <w:p w14:paraId="273AEF77" w14:textId="77777777" w:rsidR="00285C2D" w:rsidRPr="000A30E8" w:rsidRDefault="00285C2D" w:rsidP="00285C2D">
      <w:r w:rsidRPr="000A30E8">
        <w:t>L</w:t>
      </w:r>
      <w:r w:rsidRPr="000A30E8">
        <w:rPr>
          <w:rStyle w:val="Taille-1Caracteres"/>
        </w:rPr>
        <w:t>A</w:t>
      </w:r>
      <w:r w:rsidRPr="000A30E8">
        <w:t xml:space="preserve"> F</w:t>
      </w:r>
      <w:r w:rsidRPr="000A30E8">
        <w:rPr>
          <w:rStyle w:val="Taille-1Caracteres"/>
        </w:rPr>
        <w:t>EMME DE L’</w:t>
      </w:r>
      <w:r w:rsidRPr="000A30E8">
        <w:t>A</w:t>
      </w:r>
      <w:r w:rsidRPr="000A30E8">
        <w:rPr>
          <w:rStyle w:val="Taille-1Caracteres"/>
        </w:rPr>
        <w:t>UBERGISTE CORDIAL</w:t>
      </w:r>
      <w:r w:rsidRPr="000A30E8">
        <w:t>. — Digne jeune homme.</w:t>
      </w:r>
    </w:p>
    <w:p w14:paraId="1B016D04" w14:textId="77777777" w:rsidR="00285C2D" w:rsidRPr="000A30E8" w:rsidRDefault="00285C2D" w:rsidP="00285C2D">
      <w:r w:rsidRPr="000A30E8">
        <w:t>L</w:t>
      </w:r>
      <w:r w:rsidRPr="000A30E8">
        <w:rPr>
          <w:rStyle w:val="Taille-1Caracteres"/>
        </w:rPr>
        <w:t>E SEPTIÈME</w:t>
      </w:r>
      <w:r w:rsidRPr="000A30E8">
        <w:t xml:space="preserve"> C</w:t>
      </w:r>
      <w:r w:rsidRPr="000A30E8">
        <w:rPr>
          <w:rStyle w:val="Taille-1Caracteres"/>
        </w:rPr>
        <w:t>HASSEUR DE PENDULES</w:t>
      </w:r>
      <w:r w:rsidRPr="000A30E8">
        <w:t>. — Malheureusement, j’avais chez moi, à cette époque, un petit moineau apprivoisé. Le lendemain de son arrivée, la mouche, à qui j’avais donné le nom de Denise, fut avalée par mon moineau. J’étais désespéré. Mais quelle fut ma stupeur lorsque je vis Denise reparaître, quelques secondes plus tard, par le côté opposé au bec de l’oiseau. Émerveillé par ce spectacle imprévu, je voulus mettre une seconde fois l’intelligence de ma mouche à l’épreuve. Je la fis avaler une deuxième fois par mon oiseau. Quelques secondes plus tard, Denise ressortait du côté opposé. Dix fois, vingt fois, je renouvelai cette expérience, et chaque fois ma mouche recommença son effarante prouesse. C’est alors qu’une idée merveilleuse traversa mon cerveau et que je résolus de chasser à l’aide de cette remarquable mouche. Je continuai son entraînement pendant un mois, la faisant avaler plusieurs fois par jour par mon moineau apprivoisé. Enfin, la jugeant suffisamment préparée, un matin je partis à la chasse avec ma mouche et une énorme bobine de fil.</w:t>
      </w:r>
    </w:p>
    <w:p w14:paraId="20C0028E" w14:textId="77777777" w:rsidR="00285C2D" w:rsidRPr="000A30E8" w:rsidRDefault="00285C2D" w:rsidP="00285C2D">
      <w:r w:rsidRPr="000A30E8">
        <w:t>L</w:t>
      </w:r>
      <w:r w:rsidRPr="000A30E8">
        <w:rPr>
          <w:rStyle w:val="Taille-1Caracteres"/>
        </w:rPr>
        <w:t>ES</w:t>
      </w:r>
      <w:r w:rsidRPr="000A30E8">
        <w:t xml:space="preserve"> C</w:t>
      </w:r>
      <w:r w:rsidRPr="000A30E8">
        <w:rPr>
          <w:rStyle w:val="Taille-1Caracteres"/>
        </w:rPr>
        <w:t>HASSEURS DE PENDULES</w:t>
      </w:r>
      <w:r w:rsidRPr="000A30E8">
        <w:t>. — Une bobine de fil ?</w:t>
      </w:r>
    </w:p>
    <w:p w14:paraId="012EBBBC" w14:textId="77777777" w:rsidR="00285C2D" w:rsidRPr="000A30E8" w:rsidRDefault="00285C2D" w:rsidP="00285C2D">
      <w:r w:rsidRPr="000A30E8">
        <w:t>L</w:t>
      </w:r>
      <w:r w:rsidRPr="000A30E8">
        <w:rPr>
          <w:rStyle w:val="Taille-1Caracteres"/>
        </w:rPr>
        <w:t>E SEPTIÈME</w:t>
      </w:r>
      <w:r w:rsidRPr="000A30E8">
        <w:t xml:space="preserve"> C</w:t>
      </w:r>
      <w:r w:rsidRPr="000A30E8">
        <w:rPr>
          <w:rStyle w:val="Taille-1Caracteres"/>
        </w:rPr>
        <w:t>HASSEUR DE PENDULES</w:t>
      </w:r>
      <w:r w:rsidRPr="000A30E8">
        <w:t xml:space="preserve">. — Oui. Arrivé en pleine campagne, j’attachai mon fil à la troisième patte de Denise. Puis je lui fis prendre son vol. Tel un enfant qui lance un cerf-volant, à mesure que Denise s’éloignait, je déroulais le fil de ma bobine. Bientôt ce que j’avais prévu arriva. Le premier oiseau qui aperçut ma mouche chasseresse fondit sur elle, </w:t>
      </w:r>
      <w:r w:rsidRPr="000A30E8">
        <w:lastRenderedPageBreak/>
        <w:t>ouvrit le bec et l’avala. Grâce à son entraînement, Denise, sans perdre la tête, continua son chemin à travers l’appareil digestif de l’oiseau et ressortit, quelques secondes après, de l’autre côté du volatile. Le fil que j’avais attaché à la patte de Denise avait naturellement traversé avec elle le corps de l’oiseau. Celui-ci était maintenant enfilé comme une perle. Ma mouche chasseresse continuait son vol. Un nouvel oiseau fondit sur elle et subit le même sort que le premier. Puis successivement des centaines et des milliers d’oiseaux avalèrent Denise et vinrent s’ajouter à mon fil comme d’innombrables grains de chapelet. Quand vint le soir, cette gigantesque brochette, que j’avais toutes les peines du monde à retenir, s’étendait à perte de vue à travers la campagne. Je mis près de deux jours à désenfiler tout ce gibier. Et voilà, messieurs, l’histoire de Denise la mouche chasseresse.</w:t>
      </w:r>
    </w:p>
    <w:p w14:paraId="78E4CCF9" w14:textId="77777777" w:rsidR="00285C2D" w:rsidRPr="000A30E8" w:rsidRDefault="00285C2D" w:rsidP="00285C2D">
      <w:r w:rsidRPr="000A30E8">
        <w:t>L</w:t>
      </w:r>
      <w:r w:rsidRPr="000A30E8">
        <w:rPr>
          <w:rStyle w:val="Taille-1Caracteres"/>
        </w:rPr>
        <w:t>ES</w:t>
      </w:r>
      <w:r w:rsidRPr="000A30E8">
        <w:t xml:space="preserve"> C</w:t>
      </w:r>
      <w:r w:rsidRPr="000A30E8">
        <w:rPr>
          <w:rStyle w:val="Taille-1Caracteres"/>
        </w:rPr>
        <w:t>HASSEURS DE PENDULES</w:t>
      </w:r>
      <w:r w:rsidRPr="000A30E8">
        <w:t>. — Possédez-vous toujours cette remarquable bête ?</w:t>
      </w:r>
    </w:p>
    <w:p w14:paraId="7C9856B4" w14:textId="77777777" w:rsidR="00285C2D" w:rsidRPr="000A30E8" w:rsidRDefault="00285C2D" w:rsidP="00285C2D">
      <w:r w:rsidRPr="000A30E8">
        <w:t>L</w:t>
      </w:r>
      <w:r w:rsidRPr="000A30E8">
        <w:rPr>
          <w:rStyle w:val="Taille-1Caracteres"/>
        </w:rPr>
        <w:t>E SEPTIÈME</w:t>
      </w:r>
      <w:r w:rsidRPr="000A30E8">
        <w:t xml:space="preserve"> C</w:t>
      </w:r>
      <w:r w:rsidRPr="000A30E8">
        <w:rPr>
          <w:rStyle w:val="Taille-1Caracteres"/>
        </w:rPr>
        <w:t>HASSEUR DE PENDULES</w:t>
      </w:r>
      <w:r w:rsidRPr="000A30E8">
        <w:t>. — Non. La pauvrette avait trop présumé de ses forces. Elle mourut quelques jours après cette merveilleuse chasse. Je la fis embaumer. Quand vous viendrez chez moi, vous pourrez la voir. Sous un globe, elle est le principal ornement de ma salle à manger.</w:t>
      </w:r>
    </w:p>
    <w:p w14:paraId="7B43327F" w14:textId="77777777" w:rsidR="00285C2D" w:rsidRPr="000A30E8" w:rsidRDefault="00285C2D" w:rsidP="00285C2D">
      <w:pPr>
        <w:pStyle w:val="Titre3"/>
      </w:pPr>
      <w:bookmarkStart w:id="181" w:name="_Toc196330361"/>
      <w:r w:rsidRPr="000A30E8">
        <w:t>TROISIÈME RÉCIT DE CHASSE</w:t>
      </w:r>
      <w:r w:rsidRPr="000A30E8">
        <w:br/>
      </w:r>
      <w:r w:rsidRPr="000A30E8">
        <w:br/>
        <w:t>La tortue fatale.</w:t>
      </w:r>
      <w:bookmarkEnd w:id="181"/>
    </w:p>
    <w:p w14:paraId="5BF51CC2" w14:textId="77777777" w:rsidR="00285C2D" w:rsidRPr="000A30E8" w:rsidRDefault="00285C2D" w:rsidP="00285C2D">
      <w:r w:rsidRPr="000A30E8">
        <w:rPr>
          <w:szCs w:val="32"/>
        </w:rPr>
        <w:t>O</w:t>
      </w:r>
      <w:r w:rsidRPr="000A30E8">
        <w:rPr>
          <w:rStyle w:val="Taille-1Caracteres"/>
        </w:rPr>
        <w:t>NZIÈME</w:t>
      </w:r>
      <w:r w:rsidRPr="000A30E8">
        <w:rPr>
          <w:szCs w:val="32"/>
        </w:rPr>
        <w:t xml:space="preserve"> C</w:t>
      </w:r>
      <w:r w:rsidRPr="000A30E8">
        <w:rPr>
          <w:rStyle w:val="Taille-1Caracteres"/>
        </w:rPr>
        <w:t>HASSEUR DE PENDULES</w:t>
      </w:r>
      <w:r w:rsidRPr="000A30E8">
        <w:rPr>
          <w:szCs w:val="32"/>
        </w:rPr>
        <w:t>. — Connaissez-vous la tragique histoire des sept culs-de-jatte, chasseurs de tortue ?</w:t>
      </w:r>
    </w:p>
    <w:p w14:paraId="655D2A99" w14:textId="77777777" w:rsidR="00285C2D" w:rsidRPr="000A30E8" w:rsidRDefault="00285C2D" w:rsidP="00285C2D">
      <w:r w:rsidRPr="000A30E8">
        <w:lastRenderedPageBreak/>
        <w:t>C</w:t>
      </w:r>
      <w:r w:rsidRPr="000A30E8">
        <w:rPr>
          <w:rStyle w:val="Taille-1Caracteres"/>
        </w:rPr>
        <w:t>HŒUR DES</w:t>
      </w:r>
      <w:r w:rsidRPr="000A30E8">
        <w:t xml:space="preserve"> C</w:t>
      </w:r>
      <w:r w:rsidRPr="000A30E8">
        <w:rPr>
          <w:rStyle w:val="Taille-1Caracteres"/>
        </w:rPr>
        <w:t>HASSEURS DE PENDULES</w:t>
      </w:r>
      <w:r w:rsidRPr="000A30E8">
        <w:t>. — Non, nous ne connaissons pas la tragique histoire des sept culs-de-jatte, chasseurs de tortue.</w:t>
      </w:r>
    </w:p>
    <w:p w14:paraId="42380D8B" w14:textId="77777777" w:rsidR="00285C2D" w:rsidRPr="000A30E8" w:rsidRDefault="00285C2D" w:rsidP="00285C2D">
      <w:r w:rsidRPr="000A30E8">
        <w:t>O</w:t>
      </w:r>
      <w:r w:rsidRPr="000A30E8">
        <w:rPr>
          <w:rStyle w:val="Taille-1Caracteres"/>
        </w:rPr>
        <w:t>NZIÈME</w:t>
      </w:r>
      <w:r w:rsidRPr="000A30E8">
        <w:t xml:space="preserve"> C</w:t>
      </w:r>
      <w:r w:rsidRPr="000A30E8">
        <w:rPr>
          <w:rStyle w:val="Taille-1Caracteres"/>
        </w:rPr>
        <w:t>HASSEUR DE PENDULES</w:t>
      </w:r>
      <w:r w:rsidRPr="000A30E8">
        <w:t>. — Écoutez donc : Ces sept culs-de-jatte, chasseurs passionnés, avaient imaginé une chasse à courre de tout repos. Tous les dimanches, dès l’ouverture de la chasse, les sept culs-de-jatte, le torse serré dans la classique tunique rouge et le chef coiffé de la casquette traditionnelle, se réunissaient pour chasser à courre une tortue.</w:t>
      </w:r>
    </w:p>
    <w:p w14:paraId="7B6C5ECA" w14:textId="77777777" w:rsidR="00285C2D" w:rsidRPr="000A30E8" w:rsidRDefault="00285C2D" w:rsidP="00285C2D">
      <w:r w:rsidRPr="000A30E8">
        <w:t>C</w:t>
      </w:r>
      <w:r w:rsidRPr="000A30E8">
        <w:rPr>
          <w:rStyle w:val="Taille-1Caracteres"/>
        </w:rPr>
        <w:t>HŒUR DES</w:t>
      </w:r>
      <w:r w:rsidRPr="000A30E8">
        <w:t xml:space="preserve"> C</w:t>
      </w:r>
      <w:r w:rsidRPr="000A30E8">
        <w:rPr>
          <w:rStyle w:val="Taille-1Caracteres"/>
        </w:rPr>
        <w:t>HASSEURS DE PENDULES</w:t>
      </w:r>
      <w:r w:rsidRPr="000A30E8">
        <w:t>. — Une tortue ?</w:t>
      </w:r>
    </w:p>
    <w:p w14:paraId="077D6EA9" w14:textId="77777777" w:rsidR="00285C2D" w:rsidRPr="000A30E8" w:rsidRDefault="00285C2D" w:rsidP="00285C2D">
      <w:r w:rsidRPr="000A30E8">
        <w:t>O</w:t>
      </w:r>
      <w:r w:rsidRPr="000A30E8">
        <w:rPr>
          <w:rStyle w:val="Taille-1Caracteres"/>
        </w:rPr>
        <w:t>NZIÈME</w:t>
      </w:r>
      <w:r w:rsidRPr="000A30E8">
        <w:t xml:space="preserve"> C</w:t>
      </w:r>
      <w:r w:rsidRPr="000A30E8">
        <w:rPr>
          <w:rStyle w:val="Taille-1Caracteres"/>
        </w:rPr>
        <w:t>HASSEUR DE PENDULES</w:t>
      </w:r>
      <w:r w:rsidRPr="000A30E8">
        <w:t>. — Oui. Le piqueur allait placer la tortue à trois cent mètres devant les chasseurs et, prenant son cor, sonnait le « lancer ». Aussitôt les sept culs-de-jatte chasseurs s’élançaient à la poursuite de la tortue en hurlant : « Taïaut ! Taïaut ! » Vingt minutes après, la tortue était « forcée », les culs-de-jatte sonnaient l’hallali, puis, après un simulacre de mise à mort, la tortue était replacée dans sa boîte jusqu’au dimanche suivant. Ces paisibles chasses auraient pu durer longtemps encore, si un événement imprévu n’était venu en interrompre le cours.</w:t>
      </w:r>
    </w:p>
    <w:p w14:paraId="720B05DC" w14:textId="77777777" w:rsidR="00285C2D" w:rsidRPr="000A30E8" w:rsidRDefault="00285C2D" w:rsidP="00285C2D">
      <w:r w:rsidRPr="000A30E8">
        <w:t>Ce dimanche-là, au moment du « lancer », les sept culs-de-jatte virent avec stupéfaction la tortue partir à fond de train à travers la campagne.</w:t>
      </w:r>
    </w:p>
    <w:p w14:paraId="2BECB92B" w14:textId="77777777" w:rsidR="00285C2D" w:rsidRPr="000A30E8" w:rsidRDefault="00285C2D" w:rsidP="00285C2D">
      <w:r w:rsidRPr="000A30E8">
        <w:t>C</w:t>
      </w:r>
      <w:r w:rsidRPr="000A30E8">
        <w:rPr>
          <w:rStyle w:val="Taille-1Caracteres"/>
        </w:rPr>
        <w:t>HŒUR DES</w:t>
      </w:r>
      <w:r w:rsidRPr="000A30E8">
        <w:t xml:space="preserve"> C</w:t>
      </w:r>
      <w:r w:rsidRPr="000A30E8">
        <w:rPr>
          <w:rStyle w:val="Taille-1Caracteres"/>
        </w:rPr>
        <w:t>HASSEURS DE PENDULES</w:t>
      </w:r>
      <w:r w:rsidRPr="000A30E8">
        <w:t>. — À fond de train ?</w:t>
      </w:r>
    </w:p>
    <w:p w14:paraId="33885DFF" w14:textId="77777777" w:rsidR="00285C2D" w:rsidRPr="000A30E8" w:rsidRDefault="00285C2D" w:rsidP="00285C2D">
      <w:r w:rsidRPr="000A30E8">
        <w:t>O</w:t>
      </w:r>
      <w:r w:rsidRPr="000A30E8">
        <w:rPr>
          <w:rStyle w:val="Taille-1Caracteres"/>
        </w:rPr>
        <w:t>NZIÈME</w:t>
      </w:r>
      <w:r w:rsidRPr="000A30E8">
        <w:t xml:space="preserve"> C</w:t>
      </w:r>
      <w:r w:rsidRPr="000A30E8">
        <w:rPr>
          <w:rStyle w:val="Taille-1Caracteres"/>
        </w:rPr>
        <w:t>HASSEUR DE PENDULES</w:t>
      </w:r>
      <w:r w:rsidRPr="000A30E8">
        <w:t xml:space="preserve">. — Oui. La tortue, dont ils apercevaient la carapace à quelque cent mètres devant eux, la tortue filait à une allure vertigineuse. Ne comprenant rien à cet extraordinaire phénomène, mais piqués </w:t>
      </w:r>
      <w:r w:rsidRPr="000A30E8">
        <w:lastRenderedPageBreak/>
        <w:t>d’amour-propre et ne voulant pas abandonner la chasse, les sept culs-de-jatte redoublèrent de vitesse pour rattraper la tortue fantastique. Ce fut une poursuite effrénée à travers la plaine. Les petites voitures des culs-de-jattes roulaient follement. Soudain, butant dans une ornière, un des culs-de-jatte fut projeté contre un arbre et se fendit le crâne. Les autres ne s’arrêtèrent pas. Tous n’avaient qu’une idée : rattraper la tortue, revenir vainqueurs de cette chasse imprévue.</w:t>
      </w:r>
    </w:p>
    <w:p w14:paraId="118ABC08" w14:textId="77777777" w:rsidR="00285C2D" w:rsidRPr="000A30E8" w:rsidRDefault="00285C2D" w:rsidP="00285C2D">
      <w:r w:rsidRPr="000A30E8">
        <w:t>Là-bas, bien loin devant eux, la tortue galopait toujours éperdument.</w:t>
      </w:r>
    </w:p>
    <w:p w14:paraId="125C41D2" w14:textId="77777777" w:rsidR="00285C2D" w:rsidRPr="000A30E8" w:rsidRDefault="00285C2D" w:rsidP="00285C2D">
      <w:r w:rsidRPr="000A30E8">
        <w:t>Un deuxième cul-de-jatte tomba, épuisé par le terrible effort, puis un troisième, un quatrième et un cinquième s’écroulèrent à leur tour. Le soleil se couchait à l’horizon. Seuls les deux derniers culs-de-jatte continuaient la fatale poursuite. La lune éclairait à présent les plaines et les vallons que les deux chasseurs franchissaient avec rapidité. L’avant-dernier chasseur tomba pour ne plus se relever. Alors le dernier cul-de-jatte eut une seconde de découragement, mais, tout à coup, son œil, fixé sur la diabolique tortue, s’éclaira d’une lueur d’espoir.</w:t>
      </w:r>
    </w:p>
    <w:p w14:paraId="7855D0A1" w14:textId="77777777" w:rsidR="00285C2D" w:rsidRPr="000A30E8" w:rsidRDefault="00285C2D" w:rsidP="00285C2D">
      <w:r w:rsidRPr="000A30E8">
        <w:t>— Encore un effort ! s’écria-t-il, la tortue semble épuisée à son tour ! Je gagne du terrain ! La bête est forcée, et dans quelques minutes je pourrai sonner l’hallali !</w:t>
      </w:r>
    </w:p>
    <w:p w14:paraId="0F31AB4D" w14:textId="77777777" w:rsidR="00285C2D" w:rsidRPr="000A30E8" w:rsidRDefault="00285C2D" w:rsidP="00285C2D">
      <w:r w:rsidRPr="000A30E8">
        <w:t>En effet, la distance diminuait rapidement entre le chasseur et la tortue. Enfin, dans un dernier et terrible effort, l’héroïque cul-de-jatte put rejoindre l’animal fatal. D’une main fébrile, il saisit la tortue mystérieuse, et aussitôt il comprit tout, il comprit pourquoi la tortue galopait d’une aussi extraordinaire façon :</w:t>
      </w:r>
    </w:p>
    <w:p w14:paraId="7F85515B" w14:textId="77777777" w:rsidR="00285C2D" w:rsidRPr="000A30E8" w:rsidRDefault="00285C2D" w:rsidP="00285C2D">
      <w:r w:rsidRPr="000A30E8">
        <w:lastRenderedPageBreak/>
        <w:t>Le piqueur chargé de lancer la tortue avait cru faire une excellente plaisanterie en plaçant un lièvre dans une carapace de tortue.</w:t>
      </w:r>
    </w:p>
    <w:p w14:paraId="388F0C97" w14:textId="77777777" w:rsidR="00285C2D" w:rsidRPr="000A30E8" w:rsidRDefault="00285C2D" w:rsidP="00285C2D">
      <w:r w:rsidRPr="000A30E8">
        <w:t>C</w:t>
      </w:r>
      <w:r w:rsidRPr="000A30E8">
        <w:rPr>
          <w:rStyle w:val="Taille-1Caracteres"/>
        </w:rPr>
        <w:t>HŒUR DES</w:t>
      </w:r>
      <w:r w:rsidRPr="000A30E8">
        <w:t xml:space="preserve"> C</w:t>
      </w:r>
      <w:r w:rsidRPr="000A30E8">
        <w:rPr>
          <w:rStyle w:val="Taille-1Caracteres"/>
        </w:rPr>
        <w:t>HASSEURS DE PENDULES</w:t>
      </w:r>
      <w:r w:rsidRPr="000A30E8">
        <w:t>. — Stupide plaisanterie qui causa la mort de six braves culs-de-jatte.</w:t>
      </w:r>
    </w:p>
    <w:p w14:paraId="62E2D27F" w14:textId="77777777" w:rsidR="00285C2D" w:rsidRPr="000A30E8" w:rsidRDefault="00285C2D" w:rsidP="00285C2D">
      <w:r w:rsidRPr="000A30E8">
        <w:t>O</w:t>
      </w:r>
      <w:r w:rsidRPr="000A30E8">
        <w:rPr>
          <w:rStyle w:val="Taille-1Caracteres"/>
        </w:rPr>
        <w:t>NZIÈME</w:t>
      </w:r>
      <w:r w:rsidRPr="000A30E8">
        <w:t xml:space="preserve"> C</w:t>
      </w:r>
      <w:r w:rsidRPr="000A30E8">
        <w:rPr>
          <w:rStyle w:val="Taille-1Caracteres"/>
        </w:rPr>
        <w:t>HASSEUR DE PENDULES</w:t>
      </w:r>
      <w:r w:rsidRPr="000A30E8">
        <w:t>. — Le septième mourut également. On le retrouva étendu à côté du fatal lièvre-tortue. Quant au piqueur facétieux, les remords l’ont rendu fou. Et je peux bien vous l’avouer, messieurs, le piqueur, c’était moi.</w:t>
      </w:r>
    </w:p>
    <w:p w14:paraId="32B24394" w14:textId="77777777" w:rsidR="00285C2D" w:rsidRPr="000A30E8" w:rsidRDefault="00285C2D" w:rsidP="00285C2D">
      <w:pPr>
        <w:pStyle w:val="Titre3"/>
      </w:pPr>
      <w:bookmarkStart w:id="182" w:name="_Toc196330362"/>
      <w:r w:rsidRPr="000A30E8">
        <w:t>QUATRIÈME RÉCIT DE CHASSE</w:t>
      </w:r>
      <w:r w:rsidRPr="000A30E8">
        <w:br/>
      </w:r>
      <w:r w:rsidRPr="000A30E8">
        <w:br/>
        <w:t>Un chasseur d’éléphants.</w:t>
      </w:r>
      <w:bookmarkEnd w:id="182"/>
    </w:p>
    <w:p w14:paraId="7BD75EC0" w14:textId="77777777" w:rsidR="00285C2D" w:rsidRPr="000A30E8" w:rsidRDefault="00285C2D" w:rsidP="00285C2D">
      <w:r w:rsidRPr="000A30E8">
        <w:rPr>
          <w:szCs w:val="32"/>
        </w:rPr>
        <w:t>Q</w:t>
      </w:r>
      <w:r w:rsidRPr="000A30E8">
        <w:rPr>
          <w:rStyle w:val="Taille-1Caracteres"/>
        </w:rPr>
        <w:t>UATORZIÈME</w:t>
      </w:r>
      <w:r w:rsidRPr="000A30E8">
        <w:rPr>
          <w:szCs w:val="32"/>
        </w:rPr>
        <w:t xml:space="preserve"> C</w:t>
      </w:r>
      <w:r w:rsidRPr="000A30E8">
        <w:rPr>
          <w:rStyle w:val="Taille-1Caracteres"/>
        </w:rPr>
        <w:t>HASSEUR DE PENDULES</w:t>
      </w:r>
      <w:r w:rsidRPr="000A30E8">
        <w:rPr>
          <w:szCs w:val="32"/>
        </w:rPr>
        <w:t>. — La vocation du fameux chasseur d’éléphants dont je vais vous conter l’histoire se dessina de bonne heure. Dès l’âge de sept ans, ayant appris dans les romans d’aventures la confection des pièges à éléphants, il creusait dans le jardin familial de grands trous profonds qu’il recouvrait soigneusement de feuillage. Son père, son oncle et son grand-père tombaient dans ces pièges, et cela procurait à l’enfant l’illusion parfaite de la chasse à l’éléphant.</w:t>
      </w:r>
    </w:p>
    <w:p w14:paraId="105AF1BA" w14:textId="77777777" w:rsidR="00285C2D" w:rsidRPr="000A30E8" w:rsidRDefault="00285C2D" w:rsidP="00285C2D">
      <w:r w:rsidRPr="000A30E8">
        <w:t>C</w:t>
      </w:r>
      <w:r w:rsidRPr="000A30E8">
        <w:rPr>
          <w:rStyle w:val="Taille-1Caracteres"/>
        </w:rPr>
        <w:t>HŒUR DES</w:t>
      </w:r>
      <w:r w:rsidRPr="000A30E8">
        <w:t xml:space="preserve"> C</w:t>
      </w:r>
      <w:r w:rsidRPr="000A30E8">
        <w:rPr>
          <w:rStyle w:val="Taille-1Caracteres"/>
        </w:rPr>
        <w:t>HASSEURS DE PENDULES</w:t>
      </w:r>
      <w:r w:rsidRPr="000A30E8">
        <w:t>. — L’illusion parfaite ?</w:t>
      </w:r>
    </w:p>
    <w:p w14:paraId="0BF8175C" w14:textId="77777777" w:rsidR="00285C2D" w:rsidRPr="000A30E8" w:rsidRDefault="00285C2D" w:rsidP="00285C2D">
      <w:r w:rsidRPr="000A30E8">
        <w:t>Q</w:t>
      </w:r>
      <w:r w:rsidRPr="000A30E8">
        <w:rPr>
          <w:rStyle w:val="Taille-1Caracteres"/>
        </w:rPr>
        <w:t>UATORZIÈME</w:t>
      </w:r>
      <w:r w:rsidRPr="000A30E8">
        <w:t xml:space="preserve"> C</w:t>
      </w:r>
      <w:r w:rsidRPr="000A30E8">
        <w:rPr>
          <w:rStyle w:val="Taille-1Caracteres"/>
        </w:rPr>
        <w:t>HASSEUR DE PENDULES</w:t>
      </w:r>
      <w:r w:rsidRPr="000A30E8">
        <w:t xml:space="preserve">. — Oui ; le père, l’oncle et le grand-père portaient des pantalons à </w:t>
      </w:r>
      <w:r w:rsidRPr="000A30E8">
        <w:rPr>
          <w:i/>
          <w:iCs/>
        </w:rPr>
        <w:t>pattes d’éléphant</w:t>
      </w:r>
      <w:r w:rsidRPr="000A30E8">
        <w:t>.</w:t>
      </w:r>
    </w:p>
    <w:p w14:paraId="47A4CD08" w14:textId="77777777" w:rsidR="00285C2D" w:rsidRPr="000A30E8" w:rsidRDefault="00285C2D" w:rsidP="00285C2D">
      <w:r w:rsidRPr="000A30E8">
        <w:lastRenderedPageBreak/>
        <w:t>Mais ce fut lorsqu’il entendit pour la première fois la fameuse scie populaire : « Un éléphant se balançait sur une toile d’araignée. Deux éléphants se balançaient… etc., etc. » que la vocation de l’enfant s’affirma irrésistible. Une idée germa instantanément dans son jeune cerveau : « Quand je serai grand, s’écria-t-il, j’irai chasser les éléphants avec des toiles d’araignée ! »</w:t>
      </w:r>
    </w:p>
    <w:p w14:paraId="185A96FB" w14:textId="77777777" w:rsidR="00285C2D" w:rsidRPr="000A30E8" w:rsidRDefault="00285C2D" w:rsidP="00285C2D">
      <w:r w:rsidRPr="000A30E8">
        <w:t>C</w:t>
      </w:r>
      <w:r w:rsidRPr="000A30E8">
        <w:rPr>
          <w:rStyle w:val="Taille-1Caracteres"/>
        </w:rPr>
        <w:t>HŒUR DES</w:t>
      </w:r>
      <w:r w:rsidRPr="000A30E8">
        <w:t xml:space="preserve"> C</w:t>
      </w:r>
      <w:r w:rsidRPr="000A30E8">
        <w:rPr>
          <w:rStyle w:val="Taille-1Caracteres"/>
        </w:rPr>
        <w:t>HASSEURS DE PENDULES</w:t>
      </w:r>
      <w:r w:rsidRPr="000A30E8">
        <w:t>. — Avec des toiles d’araignées ?</w:t>
      </w:r>
    </w:p>
    <w:p w14:paraId="665EE450" w14:textId="77777777" w:rsidR="00285C2D" w:rsidRPr="000A30E8" w:rsidRDefault="00285C2D" w:rsidP="00285C2D">
      <w:r w:rsidRPr="000A30E8">
        <w:t>Q</w:t>
      </w:r>
      <w:r w:rsidRPr="000A30E8">
        <w:rPr>
          <w:rStyle w:val="Taille-1Caracteres"/>
        </w:rPr>
        <w:t>UATORZIÈME</w:t>
      </w:r>
      <w:r w:rsidRPr="000A30E8">
        <w:t xml:space="preserve"> C</w:t>
      </w:r>
      <w:r w:rsidRPr="000A30E8">
        <w:rPr>
          <w:rStyle w:val="Taille-1Caracteres"/>
        </w:rPr>
        <w:t>HASSEUR DE PENDULES</w:t>
      </w:r>
      <w:r w:rsidRPr="000A30E8">
        <w:t>. — Oui. Quelques années plus tard, devenu grand, notre chasseur s’embarqua pour le pays des éléphants. Dès son arrivée, il tendit, entre les arbres de la forêt africaine, d’énormes toiles d’araignées en fil de fer qu’il avait apportées avec lui. Les éléphants, ne se méfiant pas de ces toiles qu’ils prenaient pour de véritables toiles d’araignées (dans ces pays, les araignées tissent de gigantesques toiles), les éléphants, dis-je, essayaient de passer à travers.</w:t>
      </w:r>
    </w:p>
    <w:p w14:paraId="6169B5B1" w14:textId="77777777" w:rsidR="00285C2D" w:rsidRPr="000A30E8" w:rsidRDefault="00285C2D" w:rsidP="00285C2D">
      <w:r w:rsidRPr="000A30E8">
        <w:t>Aussitôt, grâce à un système de son invention, le chasseur, embusqué au sommet d’un arbre, envoyait dans les toiles métalliques un courant électrique qui foudroyait l’éléphant empêtré dans les fils. Au bout d’un an de cette chasse à la toile d’araignée, le grand chasseur, riche et glorieux, revint en France.</w:t>
      </w:r>
    </w:p>
    <w:p w14:paraId="2F6C1EF8" w14:textId="77777777" w:rsidR="00285C2D" w:rsidRPr="000A30E8" w:rsidRDefault="00285C2D" w:rsidP="00285C2D">
      <w:r w:rsidRPr="000A30E8">
        <w:t>C</w:t>
      </w:r>
      <w:r w:rsidRPr="000A30E8">
        <w:rPr>
          <w:rStyle w:val="Taille-1Caracteres"/>
        </w:rPr>
        <w:t>HŒUR DES</w:t>
      </w:r>
      <w:r w:rsidRPr="000A30E8">
        <w:t xml:space="preserve"> C</w:t>
      </w:r>
      <w:r w:rsidRPr="000A30E8">
        <w:rPr>
          <w:rStyle w:val="Taille-1Caracteres"/>
        </w:rPr>
        <w:t>HASSEURS DE PENDULES</w:t>
      </w:r>
      <w:r w:rsidRPr="000A30E8">
        <w:t>. — Jusqu’à présent, nous ne voyons rien d’extraordinaire dans ce récit.</w:t>
      </w:r>
    </w:p>
    <w:p w14:paraId="61ECD780" w14:textId="77777777" w:rsidR="00285C2D" w:rsidRPr="000A30E8" w:rsidRDefault="00285C2D" w:rsidP="00285C2D">
      <w:r w:rsidRPr="000A30E8">
        <w:t>Q</w:t>
      </w:r>
      <w:r w:rsidRPr="000A30E8">
        <w:rPr>
          <w:rStyle w:val="Taille-1Caracteres"/>
        </w:rPr>
        <w:t>UATORZIÈME</w:t>
      </w:r>
      <w:r w:rsidRPr="000A30E8">
        <w:t xml:space="preserve"> C</w:t>
      </w:r>
      <w:r w:rsidRPr="000A30E8">
        <w:rPr>
          <w:rStyle w:val="Taille-1Caracteres"/>
        </w:rPr>
        <w:t>HASSEUR DE PENDULES</w:t>
      </w:r>
      <w:r w:rsidRPr="000A30E8">
        <w:t xml:space="preserve">. — En effet. Mais ce fut après le départ du chasseur d’éléphants qu’un phénomène extraordinaire se produisit : les malheureux éléphants, terrorisés depuis un an par les terribles toiles </w:t>
      </w:r>
      <w:r w:rsidRPr="000A30E8">
        <w:lastRenderedPageBreak/>
        <w:t>d’araignée électriques, n’osaient plus traverser les véritables toiles d’araignées, croyant qu’elles possédaient le même pouvoir meurtrier.</w:t>
      </w:r>
    </w:p>
    <w:p w14:paraId="5614274F" w14:textId="77777777" w:rsidR="00285C2D" w:rsidRPr="000A30E8" w:rsidRDefault="00285C2D" w:rsidP="00285C2D">
      <w:r w:rsidRPr="000A30E8">
        <w:t>Leur terreur était si grande que, lorsque par hasard un éléphant traversait une toile d’araignée, le pauvre pachyderme, brusquement immobilisé par la peur, s’arrêtait au milieu de la toile et restait là, incapable de bouger, comme une simple mouche. Peu à peu, les araignées, voyant les éléphants encombrer leurs toiles, s’enhardirent et se mirent à sucer le sang des pachydermes pétrifiés d’effroi.</w:t>
      </w:r>
    </w:p>
    <w:p w14:paraId="5E34EB6C" w14:textId="77777777" w:rsidR="00285C2D" w:rsidRPr="000A30E8" w:rsidRDefault="00285C2D" w:rsidP="00285C2D">
      <w:r w:rsidRPr="000A30E8">
        <w:t>Et pendant longtemps les naturels du pays virent avec stupeur les araignées dédaigner les mouches et se régaler d’éléphants.</w:t>
      </w:r>
    </w:p>
    <w:p w14:paraId="2F387364" w14:textId="77777777" w:rsidR="00285C2D" w:rsidRPr="000A30E8" w:rsidRDefault="00285C2D" w:rsidP="00285C2D">
      <w:pPr>
        <w:pStyle w:val="Titre3"/>
      </w:pPr>
      <w:bookmarkStart w:id="183" w:name="_Toc196330363"/>
      <w:r w:rsidRPr="000A30E8">
        <w:t>CINQUIÈME ET DERNIER RÉCIT DE CHASSE</w:t>
      </w:r>
      <w:r w:rsidRPr="000A30E8">
        <w:br/>
      </w:r>
      <w:r w:rsidRPr="000A30E8">
        <w:br/>
        <w:t>La chasse au saladier.</w:t>
      </w:r>
      <w:bookmarkEnd w:id="183"/>
    </w:p>
    <w:p w14:paraId="23AF7F0C" w14:textId="77777777" w:rsidR="00285C2D" w:rsidRPr="000A30E8" w:rsidRDefault="00285C2D" w:rsidP="00285C2D">
      <w:r w:rsidRPr="000A30E8">
        <w:rPr>
          <w:szCs w:val="32"/>
        </w:rPr>
        <w:t>D</w:t>
      </w:r>
      <w:r w:rsidRPr="000A30E8">
        <w:rPr>
          <w:rStyle w:val="Taille-1Caracteres"/>
        </w:rPr>
        <w:t>ERNIER</w:t>
      </w:r>
      <w:r w:rsidRPr="000A30E8">
        <w:rPr>
          <w:szCs w:val="32"/>
        </w:rPr>
        <w:t xml:space="preserve"> C</w:t>
      </w:r>
      <w:r w:rsidRPr="000A30E8">
        <w:rPr>
          <w:rStyle w:val="Taille-1Caracteres"/>
        </w:rPr>
        <w:t>HASSEUR DE PENDULES</w:t>
      </w:r>
      <w:r w:rsidRPr="000A30E8">
        <w:rPr>
          <w:szCs w:val="32"/>
        </w:rPr>
        <w:t>. — À cette époque, j’étais parti en Afrique pour chasser le rhinocéros avec un saladier.</w:t>
      </w:r>
    </w:p>
    <w:p w14:paraId="1EA9C049" w14:textId="77777777" w:rsidR="00285C2D" w:rsidRPr="000A30E8" w:rsidRDefault="00285C2D" w:rsidP="00285C2D">
      <w:r w:rsidRPr="000A30E8">
        <w:t>C</w:t>
      </w:r>
      <w:r w:rsidRPr="000A30E8">
        <w:rPr>
          <w:rStyle w:val="Taille-1Caracteres"/>
        </w:rPr>
        <w:t>HŒUR DES</w:t>
      </w:r>
      <w:r w:rsidRPr="000A30E8">
        <w:t xml:space="preserve"> C</w:t>
      </w:r>
      <w:r w:rsidRPr="000A30E8">
        <w:rPr>
          <w:rStyle w:val="Taille-1Caracteres"/>
        </w:rPr>
        <w:t>HASSEURS DE PENDULES</w:t>
      </w:r>
      <w:r w:rsidRPr="000A30E8">
        <w:t>. — Avec un saladier ?</w:t>
      </w:r>
    </w:p>
    <w:p w14:paraId="71426A96" w14:textId="77777777" w:rsidR="00285C2D" w:rsidRPr="000A30E8" w:rsidRDefault="00285C2D" w:rsidP="00285C2D">
      <w:r w:rsidRPr="000A30E8">
        <w:t>D</w:t>
      </w:r>
      <w:r w:rsidRPr="000A30E8">
        <w:rPr>
          <w:rStyle w:val="Taille-1Caracteres"/>
        </w:rPr>
        <w:t>ERNIER</w:t>
      </w:r>
      <w:r w:rsidRPr="000A30E8">
        <w:t xml:space="preserve"> C</w:t>
      </w:r>
      <w:r w:rsidRPr="000A30E8">
        <w:rPr>
          <w:rStyle w:val="Taille-1Caracteres"/>
        </w:rPr>
        <w:t>HASSEUR DE PENDULES</w:t>
      </w:r>
      <w:r w:rsidRPr="000A30E8">
        <w:t xml:space="preserve">. — Oui. C’était une idée à moi. Vous savez tous que le rhinocéros possède une peau extrêmement dure. Les balles, au lieu de pénétrer, rebondissent sur cette peau comme des pelotes basques sur un fronton. Seuls les yeux du monstre sont vulnérables. Aussi </w:t>
      </w:r>
      <w:r w:rsidRPr="000A30E8">
        <w:lastRenderedPageBreak/>
        <w:t>est-ce toujours l’œil du rhinocéros que le chasseur doit viser pour abattre l’animal.</w:t>
      </w:r>
    </w:p>
    <w:p w14:paraId="1BFFF3EE" w14:textId="77777777" w:rsidR="00285C2D" w:rsidRPr="000A30E8" w:rsidRDefault="00285C2D" w:rsidP="00285C2D">
      <w:r w:rsidRPr="000A30E8">
        <w:t>C</w:t>
      </w:r>
      <w:r w:rsidRPr="000A30E8">
        <w:rPr>
          <w:rStyle w:val="Taille-1Caracteres"/>
        </w:rPr>
        <w:t>HŒUR DES</w:t>
      </w:r>
      <w:r w:rsidRPr="000A30E8">
        <w:t xml:space="preserve"> C</w:t>
      </w:r>
      <w:r w:rsidRPr="000A30E8">
        <w:rPr>
          <w:rStyle w:val="Taille-1Caracteres"/>
        </w:rPr>
        <w:t>HASSEURS DE PENDULES</w:t>
      </w:r>
      <w:r w:rsidRPr="000A30E8">
        <w:t>. — Oui, mais l’œil du rhinocéros est minuscule et fort difficile à atteindre.</w:t>
      </w:r>
    </w:p>
    <w:p w14:paraId="453DB99E" w14:textId="77777777" w:rsidR="00285C2D" w:rsidRPr="000A30E8" w:rsidRDefault="00285C2D" w:rsidP="00285C2D">
      <w:r w:rsidRPr="000A30E8">
        <w:t>D</w:t>
      </w:r>
      <w:r w:rsidRPr="000A30E8">
        <w:rPr>
          <w:rStyle w:val="Taille-1Caracteres"/>
        </w:rPr>
        <w:t>ERNIER</w:t>
      </w:r>
      <w:r w:rsidRPr="000A30E8">
        <w:t xml:space="preserve"> C</w:t>
      </w:r>
      <w:r w:rsidRPr="000A30E8">
        <w:rPr>
          <w:rStyle w:val="Taille-1Caracteres"/>
        </w:rPr>
        <w:t>HASSEUR DE PENDULES</w:t>
      </w:r>
      <w:r w:rsidRPr="000A30E8">
        <w:t>. — C’est juste. Mais grâce à mon saladier un enfant de six ans n’aurait pu manquer l’œil du rhinocéros. Dès que j’avais découvert la retraite d’un rhinocéros, je posais dans le voisinage de sa cachette un énorme saladier rempli de fruits, d’herbes et de branches feuillues, dont ces animaux sont friands. Puis je m’embusquais à quelques pas, prêt à tirer. Bientôt le rhinocéros, attiré par l’odeur de son plat favori, s’avançait vers le saladier, qui contenait, n’oubliez pas ce détail important, une quantité de nourriture suffisante pour rassasier six rhinocéros d’appétit ordinaire. En apercevant le saladier, le rhinocéros s’élançait et commençait à dévorer gloutonnement. Au bout d’un instant, ses petits yeux se dilataient lentement, puis s’agrandissaient, s’agrandissaient dans d’extraordinaires proportions.</w:t>
      </w:r>
    </w:p>
    <w:p w14:paraId="6C06B92A" w14:textId="77777777" w:rsidR="00285C2D" w:rsidRPr="000A30E8" w:rsidRDefault="00285C2D" w:rsidP="00285C2D">
      <w:r w:rsidRPr="000A30E8">
        <w:t>C</w:t>
      </w:r>
      <w:r w:rsidRPr="000A30E8">
        <w:rPr>
          <w:rStyle w:val="Taille-1Caracteres"/>
        </w:rPr>
        <w:t>HŒUR DES</w:t>
      </w:r>
      <w:r w:rsidRPr="000A30E8">
        <w:t xml:space="preserve"> C</w:t>
      </w:r>
      <w:r w:rsidRPr="000A30E8">
        <w:rPr>
          <w:rStyle w:val="Taille-1Caracteres"/>
        </w:rPr>
        <w:t>HASSEURS DE PENDULES</w:t>
      </w:r>
      <w:r w:rsidRPr="000A30E8">
        <w:t>. — Pourquoi donc ?</w:t>
      </w:r>
    </w:p>
    <w:p w14:paraId="58FA6722" w14:textId="77777777" w:rsidR="00285C2D" w:rsidRPr="000A30E8" w:rsidRDefault="00285C2D" w:rsidP="00285C2D">
      <w:r w:rsidRPr="000A30E8">
        <w:t>D</w:t>
      </w:r>
      <w:r w:rsidRPr="000A30E8">
        <w:rPr>
          <w:rStyle w:val="Taille-1Caracteres"/>
        </w:rPr>
        <w:t>ERNIER</w:t>
      </w:r>
      <w:r w:rsidRPr="000A30E8">
        <w:t xml:space="preserve"> C</w:t>
      </w:r>
      <w:r w:rsidRPr="000A30E8">
        <w:rPr>
          <w:rStyle w:val="Taille-1Caracteres"/>
        </w:rPr>
        <w:t>HASSEUR DE PENDULES</w:t>
      </w:r>
      <w:r w:rsidRPr="000A30E8">
        <w:t>. — Ils s’agrandissaient parce qu’à la vue de cet énorme saladier le rhinocéros s’était élancé avec voracité, croyant en dévorer facilement tout le contenu. Mais bientôt l’animal rassasié ne pouvait terminer l’énorme quantité de nourriture entassée dans le saladier. Il voulait essayer d’avaler encore, mais en vain : il avait les yeux plus grands que le ventre.</w:t>
      </w:r>
    </w:p>
    <w:p w14:paraId="19536C54" w14:textId="77777777" w:rsidR="00285C2D" w:rsidRPr="000A30E8" w:rsidRDefault="00285C2D" w:rsidP="00285C2D">
      <w:r w:rsidRPr="000A30E8">
        <w:t xml:space="preserve">C’est à l’instant précis où j’avais amené le rhinocéros à avoir les yeux plus grands que le ventre que je visais rapidement l’œil de l’animal. Cet œil plus grand que le ventre était </w:t>
      </w:r>
      <w:r w:rsidRPr="000A30E8">
        <w:lastRenderedPageBreak/>
        <w:t>pour moi une cible immanquable. Le rhinocéros, blessé à mort, s’écroulait sur le sol africain.</w:t>
      </w:r>
    </w:p>
    <w:p w14:paraId="306F985A" w14:textId="77777777" w:rsidR="00285C2D" w:rsidRPr="000A30E8" w:rsidRDefault="00285C2D" w:rsidP="00285C2D">
      <w:r w:rsidRPr="000A30E8">
        <w:t>Et voilà, messieurs, voilà comment j’ai chassé le rhinocéros avec un saladier. Voilà !</w:t>
      </w:r>
    </w:p>
    <w:p w14:paraId="44347343" w14:textId="77777777" w:rsidR="00285C2D" w:rsidRPr="000A30E8" w:rsidRDefault="00285C2D" w:rsidP="00285C2D">
      <w:pPr>
        <w:pStyle w:val="Centr"/>
        <w:rPr>
          <w:szCs w:val="32"/>
        </w:rPr>
      </w:pPr>
      <w:r w:rsidRPr="000A30E8">
        <w:rPr>
          <w:szCs w:val="32"/>
        </w:rPr>
        <w:t>RIDEAU</w:t>
      </w:r>
    </w:p>
    <w:p w14:paraId="2B369E85" w14:textId="77777777" w:rsidR="00033562" w:rsidRDefault="00033562">
      <w:pPr>
        <w:sectPr w:rsidR="00033562" w:rsidSect="002473F7">
          <w:footerReference w:type="default" r:id="rId11"/>
          <w:endnotePr>
            <w:numFmt w:val="lowerLetter"/>
          </w:endnotePr>
          <w:pgSz w:w="11906" w:h="16838" w:code="9"/>
          <w:pgMar w:top="1134" w:right="1134" w:bottom="1134" w:left="1134" w:header="709" w:footer="709" w:gutter="0"/>
          <w:cols w:space="708"/>
          <w:titlePg/>
          <w:docGrid w:linePitch="360"/>
        </w:sectPr>
      </w:pPr>
    </w:p>
    <w:p w14:paraId="696C0B3D" w14:textId="77777777" w:rsidR="00033562" w:rsidRDefault="00033562" w:rsidP="002473F7">
      <w:pPr>
        <w:pStyle w:val="Titre1"/>
        <w:spacing w:before="0" w:after="480"/>
      </w:pPr>
      <w:bookmarkStart w:id="184" w:name="_Toc196330364"/>
      <w:r>
        <w:lastRenderedPageBreak/>
        <w:t xml:space="preserve">À propos de cette </w:t>
      </w:r>
      <w:r w:rsidRPr="007C1C6B">
        <w:t>édition</w:t>
      </w:r>
      <w:r>
        <w:t xml:space="preserve"> électronique</w:t>
      </w:r>
      <w:bookmarkEnd w:id="184"/>
    </w:p>
    <w:p w14:paraId="70F80277" w14:textId="77777777" w:rsidR="00033562" w:rsidRPr="007C1C6B" w:rsidRDefault="00033562">
      <w:pPr>
        <w:ind w:firstLine="0"/>
        <w:jc w:val="center"/>
        <w:rPr>
          <w:b/>
          <w:bCs/>
          <w:szCs w:val="32"/>
        </w:rPr>
      </w:pPr>
      <w:r w:rsidRPr="007C1C6B">
        <w:rPr>
          <w:b/>
          <w:bCs/>
          <w:szCs w:val="32"/>
        </w:rPr>
        <w:t>Texte libre de droits.</w:t>
      </w:r>
    </w:p>
    <w:p w14:paraId="7583913A" w14:textId="77777777" w:rsidR="00033562" w:rsidRPr="007C1C6B" w:rsidRDefault="00033562" w:rsidP="007C1C6B">
      <w:pPr>
        <w:pStyle w:val="Centr"/>
      </w:pPr>
      <w:r w:rsidRPr="007C1C6B">
        <w:t>Corrections, édition, conversion informatique et public</w:t>
      </w:r>
      <w:r w:rsidRPr="007C1C6B">
        <w:t>a</w:t>
      </w:r>
      <w:r w:rsidRPr="007C1C6B">
        <w:t>tion par le groupe :</w:t>
      </w:r>
    </w:p>
    <w:p w14:paraId="536763F7" w14:textId="77777777" w:rsidR="00033562" w:rsidRPr="007C1C6B" w:rsidRDefault="00033562">
      <w:pPr>
        <w:ind w:firstLine="0"/>
        <w:jc w:val="center"/>
        <w:rPr>
          <w:b/>
          <w:bCs/>
          <w:i/>
          <w:iCs/>
          <w:szCs w:val="32"/>
        </w:rPr>
      </w:pPr>
      <w:r w:rsidRPr="007C1C6B">
        <w:rPr>
          <w:b/>
          <w:bCs/>
          <w:i/>
          <w:iCs/>
          <w:szCs w:val="32"/>
        </w:rPr>
        <w:t>Ebooks libres et gratuits</w:t>
      </w:r>
    </w:p>
    <w:p w14:paraId="4072EB59" w14:textId="4D55009B" w:rsidR="00033562" w:rsidRPr="007C1C6B" w:rsidRDefault="0072516B" w:rsidP="007C1C6B">
      <w:pPr>
        <w:pStyle w:val="Centr"/>
      </w:pPr>
      <w:hyperlink r:id="rId12" w:history="1">
        <w:r w:rsidRPr="0072516B">
          <w:rPr>
            <w:rStyle w:val="Lienhypertexte"/>
          </w:rPr>
          <w:t>https://groups.google.com/g/ebooksgratuits</w:t>
        </w:r>
      </w:hyperlink>
    </w:p>
    <w:p w14:paraId="13BB8F66" w14:textId="387A5D55" w:rsidR="00033562" w:rsidRPr="007C1C6B" w:rsidRDefault="00033562" w:rsidP="007C1C6B">
      <w:pPr>
        <w:pStyle w:val="Centr"/>
      </w:pPr>
      <w:r w:rsidRPr="007C1C6B">
        <w:t>Adresse du site web du groupe :</w:t>
      </w:r>
      <w:r w:rsidRPr="007C1C6B">
        <w:br/>
      </w:r>
      <w:hyperlink r:id="rId13" w:history="1">
        <w:r w:rsidR="0072516B" w:rsidRPr="000B44D7">
          <w:rPr>
            <w:rStyle w:val="Lienhypertexte"/>
            <w:b/>
            <w:bCs/>
            <w:szCs w:val="32"/>
          </w:rPr>
          <w:t>https://www.ebooksgratuits.com/</w:t>
        </w:r>
      </w:hyperlink>
    </w:p>
    <w:p w14:paraId="1D78FC45" w14:textId="77777777" w:rsidR="00033562" w:rsidRPr="007C1C6B" w:rsidRDefault="00033562" w:rsidP="007C1C6B">
      <w:pPr>
        <w:pStyle w:val="Centr"/>
      </w:pPr>
      <w:r w:rsidRPr="007C1C6B">
        <w:t>—</w:t>
      </w:r>
    </w:p>
    <w:p w14:paraId="4572B018" w14:textId="4D1CF788" w:rsidR="00033562" w:rsidRPr="007C1C6B" w:rsidRDefault="0072516B">
      <w:pPr>
        <w:ind w:firstLine="0"/>
        <w:jc w:val="center"/>
        <w:rPr>
          <w:b/>
          <w:bCs/>
          <w:szCs w:val="32"/>
        </w:rPr>
      </w:pPr>
      <w:r>
        <w:rPr>
          <w:b/>
          <w:bCs/>
          <w:szCs w:val="32"/>
        </w:rPr>
        <w:t>Mai</w:t>
      </w:r>
      <w:r w:rsidR="002473F7">
        <w:rPr>
          <w:b/>
          <w:bCs/>
          <w:szCs w:val="32"/>
        </w:rPr>
        <w:t xml:space="preserve"> 20</w:t>
      </w:r>
      <w:r>
        <w:rPr>
          <w:b/>
          <w:bCs/>
          <w:szCs w:val="32"/>
        </w:rPr>
        <w:t>25</w:t>
      </w:r>
    </w:p>
    <w:p w14:paraId="5BDA5811" w14:textId="77777777" w:rsidR="00033562" w:rsidRPr="007C1C6B" w:rsidRDefault="00033562" w:rsidP="007C1C6B">
      <w:pPr>
        <w:pStyle w:val="Centr"/>
      </w:pPr>
      <w:r w:rsidRPr="007C1C6B">
        <w:t>—</w:t>
      </w:r>
    </w:p>
    <w:p w14:paraId="62716BBA" w14:textId="77777777" w:rsidR="00033562" w:rsidRPr="007C1C6B" w:rsidRDefault="00033562" w:rsidP="002473F7">
      <w:pPr>
        <w:spacing w:before="120" w:after="120"/>
      </w:pPr>
      <w:r w:rsidRPr="007C1C6B">
        <w:t>–</w:t>
      </w:r>
      <w:r w:rsidR="007C1C6B">
        <w:t> </w:t>
      </w:r>
      <w:r w:rsidRPr="007C1C6B">
        <w:rPr>
          <w:b/>
        </w:rPr>
        <w:t>Élaboration de ce livre électronique</w:t>
      </w:r>
      <w:r w:rsidRPr="007C1C6B">
        <w:t> :</w:t>
      </w:r>
    </w:p>
    <w:p w14:paraId="343E9976" w14:textId="77777777" w:rsidR="00033562" w:rsidRPr="007C1C6B" w:rsidRDefault="00033562" w:rsidP="002473F7">
      <w:pPr>
        <w:spacing w:before="120" w:after="120"/>
      </w:pPr>
      <w:r w:rsidRPr="007C1C6B">
        <w:t xml:space="preserve">Les membres de </w:t>
      </w:r>
      <w:r w:rsidRPr="007C1C6B">
        <w:rPr>
          <w:i/>
        </w:rPr>
        <w:t>Ebooks libres et gratuits</w:t>
      </w:r>
      <w:r w:rsidRPr="007C1C6B">
        <w:t xml:space="preserve"> qui ont participé à l’élaboration de ce livre, sont :</w:t>
      </w:r>
      <w:r w:rsidR="002473F7">
        <w:t xml:space="preserve"> </w:t>
      </w:r>
      <w:r w:rsidR="002473F7" w:rsidRPr="002473F7">
        <w:t>YvetteT, PatriceC, MichelT</w:t>
      </w:r>
      <w:r w:rsidR="002473F7">
        <w:t>, Coolmicro</w:t>
      </w:r>
    </w:p>
    <w:p w14:paraId="60920401" w14:textId="77777777" w:rsidR="00033562" w:rsidRPr="007C1C6B" w:rsidRDefault="00033562" w:rsidP="002473F7">
      <w:pPr>
        <w:spacing w:before="120" w:after="120"/>
      </w:pPr>
      <w:r w:rsidRPr="007C1C6B">
        <w:t>–</w:t>
      </w:r>
      <w:r w:rsidR="007C1C6B">
        <w:t> </w:t>
      </w:r>
      <w:r w:rsidRPr="007C1C6B">
        <w:rPr>
          <w:b/>
        </w:rPr>
        <w:t>Dispositions</w:t>
      </w:r>
      <w:r w:rsidRPr="007C1C6B">
        <w:t> :</w:t>
      </w:r>
    </w:p>
    <w:p w14:paraId="5CB086C8" w14:textId="77777777" w:rsidR="00033562" w:rsidRPr="007C1C6B" w:rsidRDefault="00033562" w:rsidP="002473F7">
      <w:pPr>
        <w:spacing w:before="120" w:after="120"/>
      </w:pPr>
      <w:r w:rsidRPr="007C1C6B">
        <w:t xml:space="preserve">Les livres que nous mettons à votre disposition, sont des textes libres de droits, que vous pouvez utiliser librement, </w:t>
      </w:r>
      <w:r w:rsidRPr="007C1C6B">
        <w:rPr>
          <w:u w:val="single"/>
        </w:rPr>
        <w:t>à une fin non commerciale et non professionnelle</w:t>
      </w:r>
      <w:r w:rsidRPr="007C1C6B">
        <w:t>. Tout lien vers notre site est bienvenu…</w:t>
      </w:r>
    </w:p>
    <w:p w14:paraId="7B2FA07D" w14:textId="77777777" w:rsidR="00033562" w:rsidRPr="007C1C6B" w:rsidRDefault="00033562" w:rsidP="002473F7">
      <w:pPr>
        <w:spacing w:before="120" w:after="120"/>
      </w:pPr>
      <w:r w:rsidRPr="007C1C6B">
        <w:t>–</w:t>
      </w:r>
      <w:r w:rsidR="007C1C6B">
        <w:t> </w:t>
      </w:r>
      <w:r w:rsidRPr="007C1C6B">
        <w:rPr>
          <w:b/>
        </w:rPr>
        <w:t>Qualité</w:t>
      </w:r>
      <w:r w:rsidRPr="007C1C6B">
        <w:t> :</w:t>
      </w:r>
    </w:p>
    <w:p w14:paraId="6D2CC296" w14:textId="77777777" w:rsidR="00033562" w:rsidRPr="007C1C6B" w:rsidRDefault="00033562" w:rsidP="002473F7">
      <w:pPr>
        <w:spacing w:before="120" w:after="120"/>
      </w:pPr>
      <w:r w:rsidRPr="007C1C6B">
        <w:t>Les textes sont livrés tels quels sans garantie de leur intégrité parfaite par rapport à l'original. Nous rappelons que c'est un travail d'amateurs non rétribués et que nous essayons de promouvoir la culture littéraire avec de maigres moyens.</w:t>
      </w:r>
    </w:p>
    <w:p w14:paraId="6931D2F9" w14:textId="77777777" w:rsidR="00033562" w:rsidRPr="007C1C6B" w:rsidRDefault="00033562" w:rsidP="002473F7">
      <w:pPr>
        <w:spacing w:before="120" w:after="120"/>
        <w:ind w:firstLine="0"/>
        <w:jc w:val="center"/>
        <w:rPr>
          <w:i/>
          <w:iCs/>
          <w:szCs w:val="32"/>
        </w:rPr>
      </w:pPr>
      <w:r w:rsidRPr="007C1C6B">
        <w:rPr>
          <w:i/>
          <w:iCs/>
          <w:szCs w:val="32"/>
        </w:rPr>
        <w:t>Votre aide est la bienvenue !</w:t>
      </w:r>
    </w:p>
    <w:p w14:paraId="37779C9C" w14:textId="77777777" w:rsidR="00033562" w:rsidRPr="007C1C6B" w:rsidRDefault="00033562" w:rsidP="007C1C6B">
      <w:pPr>
        <w:pStyle w:val="Centr"/>
      </w:pPr>
      <w:r w:rsidRPr="007C1C6B">
        <w:t>VOUS POUVEZ NOUS AIDER À FAIRE CONNAÎTRE CES CLASSIQUES LITTÉRAIRES.</w:t>
      </w:r>
    </w:p>
    <w:sectPr w:rsidR="00033562" w:rsidRPr="007C1C6B" w:rsidSect="002473F7">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9DC58" w14:textId="77777777" w:rsidR="006E4559" w:rsidRDefault="006E4559">
      <w:r>
        <w:separator/>
      </w:r>
    </w:p>
  </w:endnote>
  <w:endnote w:type="continuationSeparator" w:id="0">
    <w:p w14:paraId="16C267F8" w14:textId="77777777" w:rsidR="006E4559" w:rsidRDefault="006E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embedRegular r:id="rId1" w:fontKey="{DF6D54DB-1FFA-4141-B173-CA882EAAD90C}"/>
    <w:embedBold r:id="rId2" w:fontKey="{F2B5FA01-E59C-45D0-B198-A25E58CECA62}"/>
    <w:embedItalic r:id="rId3" w:fontKey="{4ED5C7CC-81E9-41FA-A446-A631EED5B333}"/>
    <w:embedBoldItalic r:id="rId4" w:fontKey="{A9F6941D-A019-4BF0-8276-F62C7E7FB9D9}"/>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74C65" w14:textId="77777777" w:rsidR="004144E6" w:rsidRDefault="004144E6">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D0EE3" w14:textId="77777777" w:rsidR="004144E6" w:rsidRDefault="004144E6">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362665">
      <w:rPr>
        <w:rStyle w:val="Numrodepage"/>
        <w:noProof/>
        <w:sz w:val="30"/>
        <w:szCs w:val="30"/>
      </w:rPr>
      <w:t>3</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C506D" w14:textId="77777777" w:rsidR="006E4559" w:rsidRDefault="006E4559">
      <w:r>
        <w:separator/>
      </w:r>
    </w:p>
  </w:footnote>
  <w:footnote w:type="continuationSeparator" w:id="0">
    <w:p w14:paraId="3C00CE1E" w14:textId="77777777" w:rsidR="006E4559" w:rsidRDefault="006E45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378"/>
    <w:multiLevelType w:val="multilevel"/>
    <w:tmpl w:val="E95C356A"/>
    <w:lvl w:ilvl="0">
      <w:start w:val="1"/>
      <w:numFmt w:val="decimal"/>
      <w:lvlText w:val="%1."/>
      <w:lvlJc w:val="left"/>
      <w:pPr>
        <w:ind w:left="92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01A5A36"/>
    <w:multiLevelType w:val="multilevel"/>
    <w:tmpl w:val="8AFAFB78"/>
    <w:lvl w:ilvl="0">
      <w:numFmt w:val="bullet"/>
      <w:lvlText w:val=""/>
      <w:lvlJc w:val="left"/>
      <w:pPr>
        <w:ind w:left="926"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1DC51F5"/>
    <w:multiLevelType w:val="multilevel"/>
    <w:tmpl w:val="D6003930"/>
    <w:lvl w:ilvl="0">
      <w:numFmt w:val="bullet"/>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5B7527A"/>
    <w:multiLevelType w:val="multilevel"/>
    <w:tmpl w:val="B0A420D6"/>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14" w15:restartNumberingAfterBreak="0">
    <w:nsid w:val="1C924347"/>
    <w:multiLevelType w:val="multilevel"/>
    <w:tmpl w:val="E2FA3244"/>
    <w:lvl w:ilvl="0">
      <w:numFmt w:val="bullet"/>
      <w:lvlText w:val=""/>
      <w:lvlJc w:val="left"/>
      <w:pPr>
        <w:ind w:left="120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C0B694D"/>
    <w:multiLevelType w:val="multilevel"/>
    <w:tmpl w:val="6CC650C4"/>
    <w:lvl w:ilvl="0">
      <w:numFmt w:val="bullet"/>
      <w:lvlText w:val=""/>
      <w:lvlJc w:val="left"/>
      <w:pPr>
        <w:ind w:left="1492"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C2B39DF"/>
    <w:multiLevelType w:val="multilevel"/>
    <w:tmpl w:val="CDC48C52"/>
    <w:lvl w:ilvl="0">
      <w:start w:val="1"/>
      <w:numFmt w:val="decimal"/>
      <w:lvlText w:val="%1."/>
      <w:lvlJc w:val="left"/>
      <w:pPr>
        <w:ind w:left="120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6E6192"/>
    <w:multiLevelType w:val="multilevel"/>
    <w:tmpl w:val="316E95D4"/>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19"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DA3F4B"/>
    <w:multiLevelType w:val="multilevel"/>
    <w:tmpl w:val="8F3429F0"/>
    <w:lvl w:ilvl="0">
      <w:start w:val="1"/>
      <w:numFmt w:val="decimal"/>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4D270CE1"/>
    <w:multiLevelType w:val="multilevel"/>
    <w:tmpl w:val="2CAAFE2A"/>
    <w:lvl w:ilvl="0">
      <w:numFmt w:val="bullet"/>
      <w:lvlText w:val=""/>
      <w:lvlJc w:val="left"/>
      <w:pPr>
        <w:ind w:left="643"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E1549E7"/>
    <w:multiLevelType w:val="multilevel"/>
    <w:tmpl w:val="FEDAA976"/>
    <w:lvl w:ilvl="0">
      <w:start w:val="1"/>
      <w:numFmt w:val="decimal"/>
      <w:lvlText w:val="%1."/>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4FA66324"/>
    <w:multiLevelType w:val="multilevel"/>
    <w:tmpl w:val="B142DC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5EA06324"/>
    <w:multiLevelType w:val="multilevel"/>
    <w:tmpl w:val="16644CC4"/>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6"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47492D"/>
    <w:multiLevelType w:val="multilevel"/>
    <w:tmpl w:val="9E4C5DC2"/>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num w:numId="1" w16cid:durableId="1451512905">
    <w:abstractNumId w:val="17"/>
  </w:num>
  <w:num w:numId="2" w16cid:durableId="1160578462">
    <w:abstractNumId w:val="19"/>
  </w:num>
  <w:num w:numId="3" w16cid:durableId="462043911">
    <w:abstractNumId w:val="20"/>
  </w:num>
  <w:num w:numId="4" w16cid:durableId="950284280">
    <w:abstractNumId w:val="26"/>
  </w:num>
  <w:num w:numId="5" w16cid:durableId="2107994489">
    <w:abstractNumId w:val="8"/>
  </w:num>
  <w:num w:numId="6" w16cid:durableId="54087873">
    <w:abstractNumId w:val="3"/>
  </w:num>
  <w:num w:numId="7" w16cid:durableId="1392541063">
    <w:abstractNumId w:val="2"/>
  </w:num>
  <w:num w:numId="8" w16cid:durableId="105125814">
    <w:abstractNumId w:val="1"/>
  </w:num>
  <w:num w:numId="9" w16cid:durableId="1737045073">
    <w:abstractNumId w:val="0"/>
  </w:num>
  <w:num w:numId="10" w16cid:durableId="903951029">
    <w:abstractNumId w:val="9"/>
  </w:num>
  <w:num w:numId="11" w16cid:durableId="2063140083">
    <w:abstractNumId w:val="7"/>
  </w:num>
  <w:num w:numId="12" w16cid:durableId="209996139">
    <w:abstractNumId w:val="6"/>
  </w:num>
  <w:num w:numId="13" w16cid:durableId="1204753725">
    <w:abstractNumId w:val="5"/>
  </w:num>
  <w:num w:numId="14" w16cid:durableId="2115248227">
    <w:abstractNumId w:val="4"/>
  </w:num>
  <w:num w:numId="15" w16cid:durableId="941915304">
    <w:abstractNumId w:val="23"/>
  </w:num>
  <w:num w:numId="16" w16cid:durableId="164328359">
    <w:abstractNumId w:val="16"/>
  </w:num>
  <w:num w:numId="17" w16cid:durableId="339430538">
    <w:abstractNumId w:val="10"/>
  </w:num>
  <w:num w:numId="18" w16cid:durableId="2105375463">
    <w:abstractNumId w:val="21"/>
  </w:num>
  <w:num w:numId="19" w16cid:durableId="1098217426">
    <w:abstractNumId w:val="15"/>
  </w:num>
  <w:num w:numId="20" w16cid:durableId="111557255">
    <w:abstractNumId w:val="14"/>
  </w:num>
  <w:num w:numId="21" w16cid:durableId="237792380">
    <w:abstractNumId w:val="11"/>
  </w:num>
  <w:num w:numId="22" w16cid:durableId="400100752">
    <w:abstractNumId w:val="22"/>
  </w:num>
  <w:num w:numId="23" w16cid:durableId="2072607164">
    <w:abstractNumId w:val="24"/>
  </w:num>
  <w:num w:numId="24" w16cid:durableId="1821380791">
    <w:abstractNumId w:val="12"/>
  </w:num>
  <w:num w:numId="25" w16cid:durableId="1611663279">
    <w:abstractNumId w:val="27"/>
  </w:num>
  <w:num w:numId="26" w16cid:durableId="1953396935">
    <w:abstractNumId w:val="18"/>
  </w:num>
  <w:num w:numId="27" w16cid:durableId="850874022">
    <w:abstractNumId w:val="13"/>
  </w:num>
  <w:num w:numId="28" w16cid:durableId="974549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TrueTypeFonts/>
  <w:saveSubset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C2D"/>
    <w:rsid w:val="00001285"/>
    <w:rsid w:val="00010AE5"/>
    <w:rsid w:val="000119AC"/>
    <w:rsid w:val="00021C38"/>
    <w:rsid w:val="00033562"/>
    <w:rsid w:val="00035C3A"/>
    <w:rsid w:val="000624DA"/>
    <w:rsid w:val="00066E2D"/>
    <w:rsid w:val="00074584"/>
    <w:rsid w:val="00077531"/>
    <w:rsid w:val="00085B6A"/>
    <w:rsid w:val="000C11B9"/>
    <w:rsid w:val="000C2E09"/>
    <w:rsid w:val="000E0E88"/>
    <w:rsid w:val="000E5D17"/>
    <w:rsid w:val="000F7F4B"/>
    <w:rsid w:val="0010298A"/>
    <w:rsid w:val="00141662"/>
    <w:rsid w:val="001624EE"/>
    <w:rsid w:val="001635FE"/>
    <w:rsid w:val="00176FA6"/>
    <w:rsid w:val="00187D1A"/>
    <w:rsid w:val="0019000E"/>
    <w:rsid w:val="00191C6B"/>
    <w:rsid w:val="001D3C04"/>
    <w:rsid w:val="00203135"/>
    <w:rsid w:val="00233DD0"/>
    <w:rsid w:val="002473F7"/>
    <w:rsid w:val="00254640"/>
    <w:rsid w:val="00284AF2"/>
    <w:rsid w:val="00284CF5"/>
    <w:rsid w:val="00285C2D"/>
    <w:rsid w:val="002867D8"/>
    <w:rsid w:val="002A7B90"/>
    <w:rsid w:val="002E4734"/>
    <w:rsid w:val="002F0306"/>
    <w:rsid w:val="0032506F"/>
    <w:rsid w:val="00335365"/>
    <w:rsid w:val="00336E88"/>
    <w:rsid w:val="00362665"/>
    <w:rsid w:val="00365A9A"/>
    <w:rsid w:val="00367258"/>
    <w:rsid w:val="00381CA0"/>
    <w:rsid w:val="00382192"/>
    <w:rsid w:val="00386469"/>
    <w:rsid w:val="003A556F"/>
    <w:rsid w:val="003C472A"/>
    <w:rsid w:val="003D211F"/>
    <w:rsid w:val="003E65B8"/>
    <w:rsid w:val="003F6FF9"/>
    <w:rsid w:val="004144E6"/>
    <w:rsid w:val="00431C66"/>
    <w:rsid w:val="004618A4"/>
    <w:rsid w:val="00466185"/>
    <w:rsid w:val="004813D2"/>
    <w:rsid w:val="00483BE5"/>
    <w:rsid w:val="004856F7"/>
    <w:rsid w:val="0048598E"/>
    <w:rsid w:val="004878C2"/>
    <w:rsid w:val="004B1DF2"/>
    <w:rsid w:val="004C3D05"/>
    <w:rsid w:val="004D4AC6"/>
    <w:rsid w:val="0051085B"/>
    <w:rsid w:val="0054026F"/>
    <w:rsid w:val="00554C93"/>
    <w:rsid w:val="00576E04"/>
    <w:rsid w:val="005C4D38"/>
    <w:rsid w:val="005C771C"/>
    <w:rsid w:val="005D26A1"/>
    <w:rsid w:val="005E5F1A"/>
    <w:rsid w:val="0061214E"/>
    <w:rsid w:val="006144AC"/>
    <w:rsid w:val="00640C4F"/>
    <w:rsid w:val="00646E8C"/>
    <w:rsid w:val="006527FF"/>
    <w:rsid w:val="006B7E1E"/>
    <w:rsid w:val="006D143B"/>
    <w:rsid w:val="006E3388"/>
    <w:rsid w:val="006E4559"/>
    <w:rsid w:val="006F0E32"/>
    <w:rsid w:val="00703D4D"/>
    <w:rsid w:val="00705271"/>
    <w:rsid w:val="00713E8C"/>
    <w:rsid w:val="00722EA0"/>
    <w:rsid w:val="00725024"/>
    <w:rsid w:val="0072516B"/>
    <w:rsid w:val="007421F7"/>
    <w:rsid w:val="007549CD"/>
    <w:rsid w:val="00760615"/>
    <w:rsid w:val="0076257B"/>
    <w:rsid w:val="0076513E"/>
    <w:rsid w:val="0078241C"/>
    <w:rsid w:val="007841D8"/>
    <w:rsid w:val="007A205A"/>
    <w:rsid w:val="007A353A"/>
    <w:rsid w:val="007B6898"/>
    <w:rsid w:val="007C1C6B"/>
    <w:rsid w:val="007C56AC"/>
    <w:rsid w:val="007E0F7B"/>
    <w:rsid w:val="007F5860"/>
    <w:rsid w:val="00804D8D"/>
    <w:rsid w:val="00814117"/>
    <w:rsid w:val="00825620"/>
    <w:rsid w:val="00835A49"/>
    <w:rsid w:val="008443A6"/>
    <w:rsid w:val="00856DF4"/>
    <w:rsid w:val="00863B07"/>
    <w:rsid w:val="00866DAD"/>
    <w:rsid w:val="00875FDB"/>
    <w:rsid w:val="008840CC"/>
    <w:rsid w:val="008908C6"/>
    <w:rsid w:val="008F106B"/>
    <w:rsid w:val="008F18B3"/>
    <w:rsid w:val="008F33E9"/>
    <w:rsid w:val="008F792D"/>
    <w:rsid w:val="00930A77"/>
    <w:rsid w:val="00933E3C"/>
    <w:rsid w:val="00946EE4"/>
    <w:rsid w:val="009B3DDD"/>
    <w:rsid w:val="00A560A0"/>
    <w:rsid w:val="00A84EE1"/>
    <w:rsid w:val="00AA1EA8"/>
    <w:rsid w:val="00AA7331"/>
    <w:rsid w:val="00AB5337"/>
    <w:rsid w:val="00AE1B16"/>
    <w:rsid w:val="00AE5904"/>
    <w:rsid w:val="00AF0A3E"/>
    <w:rsid w:val="00B1136E"/>
    <w:rsid w:val="00B113AB"/>
    <w:rsid w:val="00B241D4"/>
    <w:rsid w:val="00B4791B"/>
    <w:rsid w:val="00B909AE"/>
    <w:rsid w:val="00BA7596"/>
    <w:rsid w:val="00BC043B"/>
    <w:rsid w:val="00BD0C07"/>
    <w:rsid w:val="00BE6E25"/>
    <w:rsid w:val="00BF29E4"/>
    <w:rsid w:val="00C323C1"/>
    <w:rsid w:val="00C43D20"/>
    <w:rsid w:val="00C51E70"/>
    <w:rsid w:val="00C6557B"/>
    <w:rsid w:val="00C776F8"/>
    <w:rsid w:val="00C82075"/>
    <w:rsid w:val="00C82867"/>
    <w:rsid w:val="00C877F6"/>
    <w:rsid w:val="00D02BDE"/>
    <w:rsid w:val="00D27ACC"/>
    <w:rsid w:val="00D47BCF"/>
    <w:rsid w:val="00D51269"/>
    <w:rsid w:val="00D57E8F"/>
    <w:rsid w:val="00D640E5"/>
    <w:rsid w:val="00D80434"/>
    <w:rsid w:val="00D9756D"/>
    <w:rsid w:val="00DA40F8"/>
    <w:rsid w:val="00DB0667"/>
    <w:rsid w:val="00DB2BF4"/>
    <w:rsid w:val="00DD7BB4"/>
    <w:rsid w:val="00DF43DD"/>
    <w:rsid w:val="00E2511C"/>
    <w:rsid w:val="00E30FAD"/>
    <w:rsid w:val="00E35EE1"/>
    <w:rsid w:val="00E558AB"/>
    <w:rsid w:val="00E847C9"/>
    <w:rsid w:val="00E90A7B"/>
    <w:rsid w:val="00EA2965"/>
    <w:rsid w:val="00F10E33"/>
    <w:rsid w:val="00F33BF1"/>
    <w:rsid w:val="00F42B6E"/>
    <w:rsid w:val="00F612FE"/>
    <w:rsid w:val="00F74495"/>
    <w:rsid w:val="00F92270"/>
    <w:rsid w:val="00FD5C53"/>
    <w:rsid w:val="00FD6EFE"/>
    <w:rsid w:val="00FE5027"/>
    <w:rsid w:val="00FF30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1240483"/>
  <w15:chartTrackingRefBased/>
  <w15:docId w15:val="{11167FB3-E6D1-4233-B42F-70D586DB0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3F7"/>
    <w:pPr>
      <w:spacing w:before="240" w:after="240"/>
      <w:ind w:firstLine="680"/>
      <w:jc w:val="both"/>
    </w:pPr>
    <w:rPr>
      <w:rFonts w:ascii="Amasis30" w:hAnsi="Amasis30"/>
      <w:sz w:val="36"/>
      <w:szCs w:val="24"/>
    </w:rPr>
  </w:style>
  <w:style w:type="paragraph" w:styleId="Titre1">
    <w:name w:val="heading 1"/>
    <w:basedOn w:val="Normal"/>
    <w:next w:val="Normal"/>
    <w:link w:val="Titre1Car"/>
    <w:qFormat/>
    <w:rsid w:val="002473F7"/>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qFormat/>
    <w:rsid w:val="00804D8D"/>
    <w:pPr>
      <w:keepNext/>
      <w:keepLines/>
      <w:pageBreakBefore/>
      <w:suppressAutoHyphens/>
      <w:spacing w:before="1080" w:after="840"/>
      <w:ind w:firstLine="0"/>
      <w:jc w:val="center"/>
      <w:outlineLvl w:val="1"/>
    </w:pPr>
    <w:rPr>
      <w:rFonts w:cs="Arial"/>
      <w:b/>
      <w:bCs/>
      <w:iCs/>
      <w:sz w:val="44"/>
      <w:szCs w:val="40"/>
    </w:rPr>
  </w:style>
  <w:style w:type="paragraph" w:styleId="Titre3">
    <w:name w:val="heading 3"/>
    <w:basedOn w:val="Normal"/>
    <w:next w:val="Normal"/>
    <w:link w:val="Titre3Car"/>
    <w:qFormat/>
    <w:rsid w:val="00804D8D"/>
    <w:pPr>
      <w:keepNext/>
      <w:suppressAutoHyphens/>
      <w:spacing w:before="720" w:after="720"/>
      <w:ind w:firstLine="0"/>
      <w:jc w:val="center"/>
      <w:outlineLvl w:val="2"/>
    </w:pPr>
    <w:rPr>
      <w:rFonts w:cs="Arial"/>
      <w:b/>
      <w:bCs/>
      <w:sz w:val="40"/>
      <w:szCs w:val="36"/>
    </w:rPr>
  </w:style>
  <w:style w:type="character" w:default="1" w:styleId="Policepardfaut">
    <w:name w:val="Default Paragraph Font"/>
    <w:semiHidden/>
    <w:rsid w:val="002473F7"/>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uiPriority w:val="99"/>
    <w:semiHidden/>
    <w:rsid w:val="002473F7"/>
  </w:style>
  <w:style w:type="character" w:styleId="Lienhypertexte">
    <w:name w:val="Hyperlink"/>
    <w:uiPriority w:val="99"/>
    <w:rsid w:val="002473F7"/>
    <w:rPr>
      <w:rFonts w:ascii="Amasis30" w:hAnsi="Amasis30"/>
      <w:color w:val="004080"/>
      <w:u w:val="single"/>
    </w:rPr>
  </w:style>
  <w:style w:type="paragraph" w:styleId="Explorateurdedocuments">
    <w:name w:val="Document Map"/>
    <w:basedOn w:val="Normal"/>
    <w:semiHidden/>
    <w:rsid w:val="002473F7"/>
    <w:pPr>
      <w:shd w:val="clear" w:color="auto" w:fill="000080"/>
    </w:pPr>
    <w:rPr>
      <w:rFonts w:ascii="Tahoma" w:hAnsi="Tahoma" w:cs="Tahoma"/>
    </w:rPr>
  </w:style>
  <w:style w:type="paragraph" w:styleId="TM1">
    <w:name w:val="toc 1"/>
    <w:basedOn w:val="Normal"/>
    <w:next w:val="Normal"/>
    <w:autoRedefine/>
    <w:uiPriority w:val="39"/>
    <w:rsid w:val="00804D8D"/>
    <w:pPr>
      <w:tabs>
        <w:tab w:val="right" w:leader="dot" w:pos="9639"/>
      </w:tabs>
      <w:spacing w:before="180" w:after="180"/>
      <w:ind w:firstLine="0"/>
      <w:jc w:val="left"/>
    </w:pPr>
    <w:rPr>
      <w:bCs/>
      <w:iCs/>
      <w:noProof/>
      <w:color w:val="000080"/>
      <w:szCs w:val="28"/>
    </w:rPr>
  </w:style>
  <w:style w:type="paragraph" w:styleId="En-tte">
    <w:name w:val="header"/>
    <w:basedOn w:val="Normal"/>
    <w:rsid w:val="002473F7"/>
    <w:pPr>
      <w:tabs>
        <w:tab w:val="center" w:pos="4536"/>
        <w:tab w:val="right" w:pos="9072"/>
      </w:tabs>
    </w:pPr>
  </w:style>
  <w:style w:type="paragraph" w:styleId="Pieddepage">
    <w:name w:val="footer"/>
    <w:basedOn w:val="Normal"/>
    <w:rsid w:val="002473F7"/>
    <w:pPr>
      <w:tabs>
        <w:tab w:val="center" w:pos="4536"/>
        <w:tab w:val="right" w:pos="9072"/>
      </w:tabs>
      <w:ind w:firstLine="0"/>
      <w:jc w:val="center"/>
    </w:pPr>
    <w:rPr>
      <w:sz w:val="32"/>
    </w:rPr>
  </w:style>
  <w:style w:type="character" w:styleId="Numrodepage">
    <w:name w:val="page number"/>
    <w:rsid w:val="002473F7"/>
  </w:style>
  <w:style w:type="paragraph" w:styleId="TM2">
    <w:name w:val="toc 2"/>
    <w:basedOn w:val="Normal"/>
    <w:next w:val="Normal"/>
    <w:autoRedefine/>
    <w:uiPriority w:val="39"/>
    <w:rsid w:val="002473F7"/>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2473F7"/>
    <w:pPr>
      <w:tabs>
        <w:tab w:val="right" w:leader="dot" w:pos="9639"/>
      </w:tabs>
      <w:spacing w:before="120" w:after="120"/>
      <w:ind w:left="567" w:firstLine="0"/>
      <w:jc w:val="left"/>
    </w:pPr>
    <w:rPr>
      <w:color w:val="000080"/>
      <w:sz w:val="32"/>
    </w:rPr>
  </w:style>
  <w:style w:type="paragraph" w:styleId="TM4">
    <w:name w:val="toc 4"/>
    <w:basedOn w:val="Normal"/>
    <w:next w:val="Normal"/>
    <w:autoRedefine/>
    <w:uiPriority w:val="39"/>
    <w:rsid w:val="002473F7"/>
    <w:pPr>
      <w:ind w:left="780"/>
    </w:pPr>
  </w:style>
  <w:style w:type="paragraph" w:styleId="TM5">
    <w:name w:val="toc 5"/>
    <w:basedOn w:val="Normal"/>
    <w:next w:val="Normal"/>
    <w:autoRedefine/>
    <w:uiPriority w:val="39"/>
    <w:rsid w:val="002473F7"/>
    <w:pPr>
      <w:ind w:left="1040"/>
    </w:pPr>
  </w:style>
  <w:style w:type="paragraph" w:styleId="TM6">
    <w:name w:val="toc 6"/>
    <w:basedOn w:val="Normal"/>
    <w:next w:val="Normal"/>
    <w:autoRedefine/>
    <w:uiPriority w:val="39"/>
    <w:rsid w:val="002473F7"/>
    <w:pPr>
      <w:ind w:left="1300"/>
    </w:pPr>
  </w:style>
  <w:style w:type="paragraph" w:styleId="TM7">
    <w:name w:val="toc 7"/>
    <w:basedOn w:val="Normal"/>
    <w:next w:val="Normal"/>
    <w:autoRedefine/>
    <w:uiPriority w:val="39"/>
    <w:rsid w:val="002473F7"/>
    <w:pPr>
      <w:ind w:left="1560"/>
    </w:pPr>
  </w:style>
  <w:style w:type="paragraph" w:styleId="TM8">
    <w:name w:val="toc 8"/>
    <w:basedOn w:val="Normal"/>
    <w:next w:val="Normal"/>
    <w:autoRedefine/>
    <w:uiPriority w:val="39"/>
    <w:rsid w:val="002473F7"/>
    <w:pPr>
      <w:ind w:left="1820"/>
    </w:pPr>
  </w:style>
  <w:style w:type="paragraph" w:styleId="TM9">
    <w:name w:val="toc 9"/>
    <w:basedOn w:val="Normal"/>
    <w:next w:val="Normal"/>
    <w:autoRedefine/>
    <w:uiPriority w:val="39"/>
    <w:rsid w:val="002473F7"/>
    <w:pPr>
      <w:ind w:left="2080"/>
    </w:pPr>
  </w:style>
  <w:style w:type="character" w:styleId="Appelnotedebasdep">
    <w:name w:val="footnote reference"/>
    <w:qFormat/>
    <w:rsid w:val="002473F7"/>
    <w:rPr>
      <w:rFonts w:ascii="Amasis30" w:hAnsi="Amasis30"/>
      <w:b/>
      <w:sz w:val="36"/>
      <w:vertAlign w:val="superscript"/>
    </w:rPr>
  </w:style>
  <w:style w:type="paragraph" w:styleId="Notedebasdepage">
    <w:name w:val="footnote text"/>
    <w:basedOn w:val="Taille-1Normal"/>
    <w:qFormat/>
    <w:rsid w:val="002473F7"/>
    <w:rPr>
      <w:szCs w:val="30"/>
    </w:rPr>
  </w:style>
  <w:style w:type="paragraph" w:customStyle="1" w:styleId="Auteur">
    <w:name w:val="Auteur"/>
    <w:basedOn w:val="Normal"/>
    <w:rsid w:val="002473F7"/>
    <w:pPr>
      <w:spacing w:before="0" w:after="1800"/>
      <w:ind w:right="851" w:firstLine="0"/>
      <w:jc w:val="right"/>
    </w:pPr>
    <w:rPr>
      <w:sz w:val="48"/>
    </w:rPr>
  </w:style>
  <w:style w:type="paragraph" w:customStyle="1" w:styleId="Titrelivre">
    <w:name w:val="Titre_livre"/>
    <w:basedOn w:val="Normal"/>
    <w:rsid w:val="002473F7"/>
    <w:pPr>
      <w:spacing w:before="0" w:after="1200"/>
      <w:ind w:left="2268" w:right="851" w:firstLine="0"/>
      <w:jc w:val="right"/>
    </w:pPr>
    <w:rPr>
      <w:b/>
      <w:bCs/>
      <w:sz w:val="72"/>
    </w:rPr>
  </w:style>
  <w:style w:type="paragraph" w:customStyle="1" w:styleId="Soustitrelivre">
    <w:name w:val="Sous_titre_livre"/>
    <w:basedOn w:val="Normal"/>
    <w:rsid w:val="002473F7"/>
    <w:pPr>
      <w:spacing w:before="0" w:after="2160"/>
      <w:ind w:left="2268" w:right="851" w:firstLine="0"/>
      <w:jc w:val="right"/>
    </w:pPr>
    <w:rPr>
      <w:bCs/>
      <w:sz w:val="44"/>
      <w:szCs w:val="36"/>
    </w:rPr>
  </w:style>
  <w:style w:type="paragraph" w:customStyle="1" w:styleId="Photoauteur">
    <w:name w:val="Photo_auteur"/>
    <w:basedOn w:val="Normal"/>
    <w:rsid w:val="002473F7"/>
    <w:pPr>
      <w:spacing w:after="1080"/>
      <w:ind w:left="2268" w:firstLine="0"/>
      <w:jc w:val="center"/>
    </w:pPr>
    <w:rPr>
      <w:noProof/>
    </w:rPr>
  </w:style>
  <w:style w:type="paragraph" w:customStyle="1" w:styleId="DateSortie">
    <w:name w:val="Date_Sortie"/>
    <w:basedOn w:val="Normal"/>
    <w:rsid w:val="002473F7"/>
    <w:pPr>
      <w:spacing w:before="0" w:after="0"/>
      <w:ind w:right="1418" w:firstLine="0"/>
      <w:jc w:val="right"/>
    </w:pPr>
    <w:rPr>
      <w:bCs/>
      <w:sz w:val="40"/>
    </w:rPr>
  </w:style>
  <w:style w:type="paragraph" w:customStyle="1" w:styleId="Titretablematires">
    <w:name w:val="Titre table matières"/>
    <w:basedOn w:val="Normal"/>
    <w:rsid w:val="002473F7"/>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2473F7"/>
    <w:pPr>
      <w:ind w:firstLine="0"/>
      <w:jc w:val="center"/>
    </w:pPr>
    <w:rPr>
      <w:szCs w:val="20"/>
    </w:rPr>
  </w:style>
  <w:style w:type="paragraph" w:customStyle="1" w:styleId="NormalSansIndent">
    <w:name w:val="NormalSansIndent"/>
    <w:basedOn w:val="Normal"/>
    <w:rsid w:val="002473F7"/>
    <w:pPr>
      <w:ind w:firstLine="0"/>
    </w:pPr>
    <w:rPr>
      <w:szCs w:val="20"/>
    </w:rPr>
  </w:style>
  <w:style w:type="paragraph" w:customStyle="1" w:styleId="NormalSolidaire">
    <w:name w:val="NormalSolidaire"/>
    <w:basedOn w:val="Normal"/>
    <w:qFormat/>
    <w:rsid w:val="002473F7"/>
    <w:pPr>
      <w:keepNext/>
    </w:pPr>
  </w:style>
  <w:style w:type="paragraph" w:customStyle="1" w:styleId="NormalSautPageAvant">
    <w:name w:val="NormalSautPageAvant"/>
    <w:basedOn w:val="Normal"/>
    <w:qFormat/>
    <w:rsid w:val="002473F7"/>
    <w:pPr>
      <w:pageBreakBefore/>
    </w:pPr>
  </w:style>
  <w:style w:type="paragraph" w:customStyle="1" w:styleId="NormalEspAvtGrand">
    <w:name w:val="NormalEspAvtGrand"/>
    <w:basedOn w:val="Normal"/>
    <w:rsid w:val="002473F7"/>
    <w:pPr>
      <w:spacing w:before="2640"/>
    </w:pPr>
    <w:rPr>
      <w:szCs w:val="20"/>
    </w:rPr>
  </w:style>
  <w:style w:type="paragraph" w:customStyle="1" w:styleId="CentrEspAvt0">
    <w:name w:val="CentréEspAvt0"/>
    <w:basedOn w:val="Centr"/>
    <w:next w:val="CentrEspAvt0EspApr0"/>
    <w:rsid w:val="002473F7"/>
    <w:pPr>
      <w:spacing w:before="0"/>
    </w:pPr>
  </w:style>
  <w:style w:type="paragraph" w:customStyle="1" w:styleId="CentrEspApr0">
    <w:name w:val="CentréEspApr0"/>
    <w:basedOn w:val="Centr"/>
    <w:next w:val="Normal"/>
    <w:rsid w:val="002473F7"/>
    <w:pPr>
      <w:spacing w:after="0"/>
    </w:pPr>
  </w:style>
  <w:style w:type="paragraph" w:customStyle="1" w:styleId="CentrEspAvt0EspApr0">
    <w:name w:val="CentréEspAvt0EspApr0"/>
    <w:basedOn w:val="Centr"/>
    <w:rsid w:val="002473F7"/>
    <w:pPr>
      <w:spacing w:before="0" w:after="0"/>
    </w:pPr>
  </w:style>
  <w:style w:type="paragraph" w:customStyle="1" w:styleId="Droite">
    <w:name w:val="Droite"/>
    <w:basedOn w:val="Normal"/>
    <w:next w:val="Normal"/>
    <w:rsid w:val="002473F7"/>
    <w:pPr>
      <w:ind w:firstLine="0"/>
      <w:jc w:val="right"/>
    </w:pPr>
    <w:rPr>
      <w:szCs w:val="20"/>
    </w:rPr>
  </w:style>
  <w:style w:type="paragraph" w:customStyle="1" w:styleId="DroiteRetraitGauche1X">
    <w:name w:val="DroiteRetraitGauche1X"/>
    <w:basedOn w:val="Droite"/>
    <w:next w:val="Normal"/>
    <w:rsid w:val="002473F7"/>
    <w:pPr>
      <w:ind w:left="680"/>
    </w:pPr>
  </w:style>
  <w:style w:type="paragraph" w:customStyle="1" w:styleId="DroiteRetraitGauche2X">
    <w:name w:val="DroiteRetraitGauche2X"/>
    <w:basedOn w:val="Droite"/>
    <w:next w:val="Normal"/>
    <w:rsid w:val="002473F7"/>
    <w:pPr>
      <w:ind w:left="1361"/>
    </w:pPr>
  </w:style>
  <w:style w:type="paragraph" w:customStyle="1" w:styleId="DroiteRetraitGauche3X">
    <w:name w:val="DroiteRetraitGauche3X"/>
    <w:basedOn w:val="Droite"/>
    <w:next w:val="Normal"/>
    <w:rsid w:val="002473F7"/>
    <w:pPr>
      <w:ind w:left="2041"/>
    </w:pPr>
  </w:style>
  <w:style w:type="paragraph" w:customStyle="1" w:styleId="DroiteRetraitGauche4X">
    <w:name w:val="DroiteRetraitGauche4X"/>
    <w:basedOn w:val="Droite"/>
    <w:next w:val="Normal"/>
    <w:rsid w:val="002473F7"/>
    <w:pPr>
      <w:ind w:left="2722"/>
    </w:pPr>
  </w:style>
  <w:style w:type="paragraph" w:customStyle="1" w:styleId="Taille-1Normal">
    <w:name w:val="Taille-1Normal"/>
    <w:basedOn w:val="Normal"/>
    <w:rsid w:val="002473F7"/>
    <w:rPr>
      <w:sz w:val="32"/>
      <w:szCs w:val="28"/>
    </w:rPr>
  </w:style>
  <w:style w:type="paragraph" w:customStyle="1" w:styleId="Taille-1RetraitGauche1X">
    <w:name w:val="Taille-1RetraitGauche1X"/>
    <w:basedOn w:val="Taille-1Normal"/>
    <w:rsid w:val="002473F7"/>
    <w:pPr>
      <w:ind w:left="680"/>
    </w:pPr>
    <w:rPr>
      <w:szCs w:val="20"/>
    </w:rPr>
  </w:style>
  <w:style w:type="paragraph" w:customStyle="1" w:styleId="Taille-1RetraitGauche2X">
    <w:name w:val="Taille-1RetraitGauche2X"/>
    <w:basedOn w:val="Taille-1Normal"/>
    <w:rsid w:val="002473F7"/>
    <w:pPr>
      <w:ind w:left="1361"/>
    </w:pPr>
    <w:rPr>
      <w:szCs w:val="20"/>
    </w:rPr>
  </w:style>
  <w:style w:type="paragraph" w:customStyle="1" w:styleId="Taille-1RetraitGauche3X">
    <w:name w:val="Taille-1RetraitGauche3X"/>
    <w:basedOn w:val="Taille-1Normal"/>
    <w:rsid w:val="002473F7"/>
    <w:pPr>
      <w:ind w:left="2041"/>
    </w:pPr>
    <w:rPr>
      <w:szCs w:val="20"/>
    </w:rPr>
  </w:style>
  <w:style w:type="paragraph" w:customStyle="1" w:styleId="Taille-1RetraitGauche1XIndent0">
    <w:name w:val="Taille-1RetraitGauche1XIndent0"/>
    <w:basedOn w:val="Taille-1RetraitGauche1X"/>
    <w:rsid w:val="002473F7"/>
    <w:pPr>
      <w:ind w:firstLine="0"/>
    </w:pPr>
  </w:style>
  <w:style w:type="paragraph" w:customStyle="1" w:styleId="Taille-1RetraitGauche2XIndent0">
    <w:name w:val="Taille-1RetraitGauche2XIndent0"/>
    <w:basedOn w:val="Taille-1RetraitGauche2X"/>
    <w:rsid w:val="002473F7"/>
    <w:pPr>
      <w:ind w:firstLine="0"/>
    </w:pPr>
  </w:style>
  <w:style w:type="paragraph" w:customStyle="1" w:styleId="Taille-1RetraitGauche3XIndent0">
    <w:name w:val="Taille-1RetraitGauche3XIndent0"/>
    <w:basedOn w:val="Taille-1RetraitGauche3X"/>
    <w:rsid w:val="002473F7"/>
    <w:pPr>
      <w:ind w:firstLine="0"/>
    </w:pPr>
  </w:style>
  <w:style w:type="paragraph" w:customStyle="1" w:styleId="Taille-1RetraitGauche4XIndent0">
    <w:name w:val="Taille-1RetraitGauche4XIndent0"/>
    <w:basedOn w:val="Taille-1Normal"/>
    <w:rsid w:val="002473F7"/>
    <w:pPr>
      <w:ind w:left="2722" w:firstLine="0"/>
    </w:pPr>
    <w:rPr>
      <w:szCs w:val="20"/>
    </w:rPr>
  </w:style>
  <w:style w:type="paragraph" w:customStyle="1" w:styleId="NormalRetraitGauche1X">
    <w:name w:val="NormalRetraitGauche1X"/>
    <w:basedOn w:val="Normal"/>
    <w:rsid w:val="002473F7"/>
    <w:pPr>
      <w:ind w:left="680"/>
    </w:pPr>
    <w:rPr>
      <w:szCs w:val="20"/>
    </w:rPr>
  </w:style>
  <w:style w:type="paragraph" w:customStyle="1" w:styleId="NormalRetraitGauche2X">
    <w:name w:val="NormalRetraitGauche2X"/>
    <w:basedOn w:val="Normal"/>
    <w:rsid w:val="002473F7"/>
    <w:pPr>
      <w:ind w:left="1361"/>
    </w:pPr>
    <w:rPr>
      <w:szCs w:val="20"/>
    </w:rPr>
  </w:style>
  <w:style w:type="paragraph" w:customStyle="1" w:styleId="NormalRetraitGauche3X">
    <w:name w:val="NormalRetraitGauche3X"/>
    <w:basedOn w:val="Normal"/>
    <w:rsid w:val="002473F7"/>
    <w:pPr>
      <w:ind w:left="2041"/>
    </w:pPr>
    <w:rPr>
      <w:szCs w:val="20"/>
    </w:rPr>
  </w:style>
  <w:style w:type="paragraph" w:customStyle="1" w:styleId="NormalRetraitGauche1XIndent0">
    <w:name w:val="NormalRetraitGauche1XIndent0"/>
    <w:basedOn w:val="NormalRetraitGauche1X"/>
    <w:rsid w:val="002473F7"/>
    <w:pPr>
      <w:ind w:firstLine="0"/>
    </w:pPr>
  </w:style>
  <w:style w:type="paragraph" w:customStyle="1" w:styleId="NormalRetraitGauche2XIndent0">
    <w:name w:val="NormalRetraitGauche2XIndent0"/>
    <w:basedOn w:val="NormalRetraitGauche2X"/>
    <w:rsid w:val="002473F7"/>
    <w:pPr>
      <w:ind w:firstLine="0"/>
    </w:pPr>
  </w:style>
  <w:style w:type="paragraph" w:customStyle="1" w:styleId="NormalRetraitGauche3XIndent0">
    <w:name w:val="NormalRetraitGauche3XIndent0"/>
    <w:basedOn w:val="NormalRetraitGauche3X"/>
    <w:rsid w:val="002473F7"/>
    <w:pPr>
      <w:ind w:firstLine="0"/>
    </w:pPr>
  </w:style>
  <w:style w:type="paragraph" w:customStyle="1" w:styleId="NormalRetraitGauche4XIndent0">
    <w:name w:val="NormalRetraitGauche4XIndent0"/>
    <w:basedOn w:val="Normal"/>
    <w:rsid w:val="002473F7"/>
    <w:pPr>
      <w:ind w:left="2722" w:firstLine="0"/>
    </w:pPr>
    <w:rPr>
      <w:szCs w:val="20"/>
    </w:rPr>
  </w:style>
  <w:style w:type="paragraph" w:styleId="Notedefin">
    <w:name w:val="endnote text"/>
    <w:basedOn w:val="Taille-1Normal"/>
    <w:link w:val="NotedefinCar"/>
    <w:uiPriority w:val="99"/>
    <w:semiHidden/>
    <w:unhideWhenUsed/>
    <w:qFormat/>
    <w:rsid w:val="002473F7"/>
    <w:rPr>
      <w:szCs w:val="20"/>
      <w:lang w:val="x-none" w:eastAsia="x-none"/>
    </w:rPr>
  </w:style>
  <w:style w:type="character" w:customStyle="1" w:styleId="NotedefinCar">
    <w:name w:val="Note de fin Car"/>
    <w:link w:val="Notedefin"/>
    <w:uiPriority w:val="99"/>
    <w:semiHidden/>
    <w:rsid w:val="002473F7"/>
    <w:rPr>
      <w:rFonts w:ascii="Amasis30" w:hAnsi="Amasis30"/>
      <w:sz w:val="32"/>
      <w:lang w:val="x-none" w:eastAsia="x-none"/>
    </w:rPr>
  </w:style>
  <w:style w:type="character" w:styleId="Appeldenotedefin">
    <w:name w:val="endnote reference"/>
    <w:uiPriority w:val="99"/>
    <w:unhideWhenUsed/>
    <w:qFormat/>
    <w:rsid w:val="002473F7"/>
    <w:rPr>
      <w:rFonts w:ascii="Amasis30" w:hAnsi="Amasis30"/>
      <w:b/>
      <w:sz w:val="36"/>
      <w:vertAlign w:val="superscript"/>
    </w:rPr>
  </w:style>
  <w:style w:type="paragraph" w:customStyle="1" w:styleId="NormalSuspendu1X">
    <w:name w:val="NormalSuspendu1X"/>
    <w:basedOn w:val="Normal"/>
    <w:rsid w:val="002473F7"/>
    <w:pPr>
      <w:ind w:left="680" w:hanging="680"/>
    </w:pPr>
    <w:rPr>
      <w:szCs w:val="20"/>
    </w:rPr>
  </w:style>
  <w:style w:type="paragraph" w:customStyle="1" w:styleId="NormalSuspendu1XRetrait1X">
    <w:name w:val="NormalSuspendu1XRetrait1X"/>
    <w:basedOn w:val="Normal"/>
    <w:rsid w:val="002473F7"/>
    <w:pPr>
      <w:ind w:left="1360" w:hanging="680"/>
    </w:pPr>
  </w:style>
  <w:style w:type="paragraph" w:customStyle="1" w:styleId="NormalEspAvt0EspApr0">
    <w:name w:val="NormalEspAvt0EspApr0"/>
    <w:basedOn w:val="Normal"/>
    <w:rsid w:val="002473F7"/>
    <w:pPr>
      <w:spacing w:before="0" w:after="0"/>
    </w:pPr>
    <w:rPr>
      <w:szCs w:val="20"/>
    </w:rPr>
  </w:style>
  <w:style w:type="paragraph" w:customStyle="1" w:styleId="NormalSuspendu1XRetrait2X">
    <w:name w:val="NormalSuspendu1XRetrait2X"/>
    <w:basedOn w:val="Normal"/>
    <w:rsid w:val="002473F7"/>
    <w:pPr>
      <w:ind w:left="2041" w:hanging="680"/>
    </w:pPr>
  </w:style>
  <w:style w:type="paragraph" w:customStyle="1" w:styleId="NormalSuspendu1XRetrait3X">
    <w:name w:val="NormalSuspendu1XRetrait3X"/>
    <w:basedOn w:val="Normal"/>
    <w:rsid w:val="002473F7"/>
    <w:pPr>
      <w:ind w:left="2721" w:hanging="680"/>
    </w:pPr>
    <w:rPr>
      <w:szCs w:val="20"/>
    </w:rPr>
  </w:style>
  <w:style w:type="paragraph" w:customStyle="1" w:styleId="NormalSuspendu1XRetrait4X">
    <w:name w:val="NormalSuspendu1XRetrait4X"/>
    <w:basedOn w:val="Normal"/>
    <w:rsid w:val="002473F7"/>
    <w:pPr>
      <w:ind w:left="3402" w:hanging="680"/>
    </w:pPr>
    <w:rPr>
      <w:szCs w:val="20"/>
    </w:rPr>
  </w:style>
  <w:style w:type="character" w:customStyle="1" w:styleId="Taille-1Caracteres">
    <w:name w:val="Taille-1Caracteres"/>
    <w:qFormat/>
    <w:rsid w:val="002473F7"/>
    <w:rPr>
      <w:sz w:val="32"/>
      <w:szCs w:val="20"/>
    </w:rPr>
  </w:style>
  <w:style w:type="paragraph" w:customStyle="1" w:styleId="Etoile">
    <w:name w:val="Etoile"/>
    <w:basedOn w:val="Normal"/>
    <w:qFormat/>
    <w:rsid w:val="002473F7"/>
    <w:pPr>
      <w:ind w:firstLine="0"/>
      <w:jc w:val="center"/>
    </w:pPr>
    <w:rPr>
      <w:b/>
      <w:sz w:val="40"/>
      <w:szCs w:val="28"/>
    </w:rPr>
  </w:style>
  <w:style w:type="paragraph" w:customStyle="1" w:styleId="Taille-1Suspendu1XRetrait1XEsp0">
    <w:name w:val="Taille-1Suspendu1XRetrait1XEsp0"/>
    <w:basedOn w:val="Taille-1RetraitGauche1X"/>
    <w:qFormat/>
    <w:rsid w:val="002473F7"/>
    <w:pPr>
      <w:spacing w:before="0" w:after="0"/>
      <w:ind w:left="1360" w:hanging="680"/>
    </w:pPr>
  </w:style>
  <w:style w:type="paragraph" w:customStyle="1" w:styleId="Style1">
    <w:name w:val="Style1"/>
    <w:basedOn w:val="Normal"/>
    <w:qFormat/>
    <w:rsid w:val="000C2E09"/>
    <w:pPr>
      <w:spacing w:before="0" w:after="0"/>
      <w:ind w:left="2041" w:hanging="680"/>
    </w:pPr>
    <w:rPr>
      <w:sz w:val="28"/>
      <w:szCs w:val="20"/>
    </w:rPr>
  </w:style>
  <w:style w:type="paragraph" w:customStyle="1" w:styleId="Taille-1Suspendu1XRetrait2XEsp0">
    <w:name w:val="Taille-1Suspendu1XRetrait2XEsp0"/>
    <w:basedOn w:val="Taille-1RetraitGauche2X"/>
    <w:qFormat/>
    <w:rsid w:val="002473F7"/>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2473F7"/>
    <w:pPr>
      <w:spacing w:before="0" w:after="0"/>
    </w:pPr>
  </w:style>
  <w:style w:type="paragraph" w:customStyle="1" w:styleId="NormalSuspendu1XEsp0">
    <w:name w:val="NormalSuspendu1XEsp0"/>
    <w:basedOn w:val="NormalSuspendu1X"/>
    <w:qFormat/>
    <w:rsid w:val="002473F7"/>
    <w:pPr>
      <w:spacing w:before="0" w:after="0"/>
    </w:pPr>
  </w:style>
  <w:style w:type="paragraph" w:customStyle="1" w:styleId="NormalSuspendu1XRetrait2XEsp0">
    <w:name w:val="NormalSuspendu1XRetrait2XEsp0"/>
    <w:basedOn w:val="NormalSuspendu1XRetrait2X"/>
    <w:qFormat/>
    <w:rsid w:val="002473F7"/>
    <w:pPr>
      <w:spacing w:before="0" w:after="0"/>
    </w:pPr>
  </w:style>
  <w:style w:type="paragraph" w:customStyle="1" w:styleId="ParagrapheVideNormal">
    <w:name w:val="ParagrapheVideNormal"/>
    <w:basedOn w:val="Normal"/>
    <w:next w:val="Normal"/>
    <w:qFormat/>
    <w:rsid w:val="002473F7"/>
  </w:style>
  <w:style w:type="paragraph" w:customStyle="1" w:styleId="ParagrapheVideNormal2">
    <w:name w:val="ParagrapheVideNormal2"/>
    <w:basedOn w:val="ParagrapheVideNormal"/>
    <w:next w:val="Normal"/>
    <w:qFormat/>
    <w:rsid w:val="002473F7"/>
  </w:style>
  <w:style w:type="paragraph" w:customStyle="1" w:styleId="Image">
    <w:name w:val="Image"/>
    <w:basedOn w:val="Centr"/>
    <w:next w:val="Normal"/>
    <w:qFormat/>
    <w:rsid w:val="002473F7"/>
  </w:style>
  <w:style w:type="character" w:styleId="Marquedecommentaire">
    <w:name w:val="annotation reference"/>
    <w:uiPriority w:val="99"/>
    <w:semiHidden/>
    <w:unhideWhenUsed/>
    <w:rsid w:val="00285C2D"/>
    <w:rPr>
      <w:sz w:val="16"/>
      <w:szCs w:val="16"/>
    </w:rPr>
  </w:style>
  <w:style w:type="paragraph" w:styleId="Commentaire">
    <w:name w:val="annotation text"/>
    <w:basedOn w:val="Normal"/>
    <w:link w:val="CommentaireCar"/>
    <w:uiPriority w:val="99"/>
    <w:semiHidden/>
    <w:unhideWhenUsed/>
    <w:rsid w:val="00285C2D"/>
    <w:rPr>
      <w:sz w:val="20"/>
      <w:szCs w:val="20"/>
    </w:rPr>
  </w:style>
  <w:style w:type="character" w:customStyle="1" w:styleId="CommentaireCar">
    <w:name w:val="Commentaire Car"/>
    <w:link w:val="Commentaire"/>
    <w:uiPriority w:val="99"/>
    <w:semiHidden/>
    <w:rsid w:val="00285C2D"/>
    <w:rPr>
      <w:rFonts w:ascii="Georgia" w:hAnsi="Georgia"/>
    </w:rPr>
  </w:style>
  <w:style w:type="paragraph" w:styleId="Textedebulles">
    <w:name w:val="Balloon Text"/>
    <w:basedOn w:val="Normal"/>
    <w:link w:val="TextedebullesCar"/>
    <w:uiPriority w:val="99"/>
    <w:semiHidden/>
    <w:unhideWhenUsed/>
    <w:rsid w:val="00285C2D"/>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285C2D"/>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285C2D"/>
    <w:rPr>
      <w:b/>
      <w:bCs/>
    </w:rPr>
  </w:style>
  <w:style w:type="character" w:customStyle="1" w:styleId="ObjetducommentaireCar">
    <w:name w:val="Objet du commentaire Car"/>
    <w:link w:val="Objetducommentaire"/>
    <w:uiPriority w:val="99"/>
    <w:semiHidden/>
    <w:rsid w:val="00285C2D"/>
    <w:rPr>
      <w:rFonts w:ascii="Georgia" w:hAnsi="Georgia"/>
      <w:b/>
      <w:bCs/>
    </w:rPr>
  </w:style>
  <w:style w:type="character" w:customStyle="1" w:styleId="Titre1Car">
    <w:name w:val="Titre 1 Car"/>
    <w:link w:val="Titre1"/>
    <w:rsid w:val="00285C2D"/>
    <w:rPr>
      <w:rFonts w:ascii="Amasis30" w:hAnsi="Amasis30" w:cs="Arial"/>
      <w:b/>
      <w:bCs/>
      <w:sz w:val="48"/>
      <w:szCs w:val="44"/>
    </w:rPr>
  </w:style>
  <w:style w:type="character" w:customStyle="1" w:styleId="Titre2Car">
    <w:name w:val="Titre 2 Car"/>
    <w:link w:val="Titre2"/>
    <w:rsid w:val="00804D8D"/>
    <w:rPr>
      <w:rFonts w:ascii="Amasis30" w:hAnsi="Amasis30" w:cs="Arial"/>
      <w:b/>
      <w:bCs/>
      <w:iCs/>
      <w:sz w:val="44"/>
      <w:szCs w:val="40"/>
    </w:rPr>
  </w:style>
  <w:style w:type="character" w:customStyle="1" w:styleId="Titre3Car">
    <w:name w:val="Titre 3 Car"/>
    <w:link w:val="Titre3"/>
    <w:rsid w:val="00804D8D"/>
    <w:rPr>
      <w:rFonts w:ascii="Amasis30" w:hAnsi="Amasis30" w:cs="Arial"/>
      <w:b/>
      <w:bCs/>
      <w:sz w:val="40"/>
      <w:szCs w:val="36"/>
    </w:rPr>
  </w:style>
  <w:style w:type="character" w:styleId="Mentionnonrsolue">
    <w:name w:val="Unresolved Mention"/>
    <w:basedOn w:val="Policepardfaut"/>
    <w:uiPriority w:val="99"/>
    <w:semiHidden/>
    <w:unhideWhenUsed/>
    <w:rsid w:val="007251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F7D2-9A05-426E-8071-E46253796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15</TotalTime>
  <Pages>1</Pages>
  <Words>38862</Words>
  <Characters>213741</Characters>
  <Application>Microsoft Office Word</Application>
  <DocSecurity>0</DocSecurity>
  <Lines>1781</Lines>
  <Paragraphs>504</Paragraphs>
  <ScaleCrop>false</ScaleCrop>
  <HeadingPairs>
    <vt:vector size="2" baseType="variant">
      <vt:variant>
        <vt:lpstr>Titre</vt:lpstr>
      </vt:variant>
      <vt:variant>
        <vt:i4>1</vt:i4>
      </vt:variant>
    </vt:vector>
  </HeadingPairs>
  <TitlesOfParts>
    <vt:vector size="1" baseType="lpstr">
      <vt:lpstr>Titre du livre</vt:lpstr>
    </vt:vector>
  </TitlesOfParts>
  <Company>Ebooks libres et gratuits</Company>
  <LinksUpToDate>false</LinksUpToDate>
  <CharactersWithSpaces>252099</CharactersWithSpaces>
  <SharedDoc>false</SharedDoc>
  <HLinks>
    <vt:vector size="1056" baseType="variant">
      <vt:variant>
        <vt:i4>2293820</vt:i4>
      </vt:variant>
      <vt:variant>
        <vt:i4>1050</vt:i4>
      </vt:variant>
      <vt:variant>
        <vt:i4>0</vt:i4>
      </vt:variant>
      <vt:variant>
        <vt:i4>5</vt:i4>
      </vt:variant>
      <vt:variant>
        <vt:lpwstr>http://www.ebooksgratuits.com/</vt:lpwstr>
      </vt:variant>
      <vt:variant>
        <vt:lpwstr/>
      </vt:variant>
      <vt:variant>
        <vt:i4>7929972</vt:i4>
      </vt:variant>
      <vt:variant>
        <vt:i4>1047</vt:i4>
      </vt:variant>
      <vt:variant>
        <vt:i4>0</vt:i4>
      </vt:variant>
      <vt:variant>
        <vt:i4>5</vt:i4>
      </vt:variant>
      <vt:variant>
        <vt:lpwstr>http://fr.groups.yahoo.com/group/ebooksgratuits</vt:lpwstr>
      </vt:variant>
      <vt:variant>
        <vt:lpwstr/>
      </vt:variant>
      <vt:variant>
        <vt:i4>1245233</vt:i4>
      </vt:variant>
      <vt:variant>
        <vt:i4>1040</vt:i4>
      </vt:variant>
      <vt:variant>
        <vt:i4>0</vt:i4>
      </vt:variant>
      <vt:variant>
        <vt:i4>5</vt:i4>
      </vt:variant>
      <vt:variant>
        <vt:lpwstr/>
      </vt:variant>
      <vt:variant>
        <vt:lpwstr>_Toc454672657</vt:lpwstr>
      </vt:variant>
      <vt:variant>
        <vt:i4>1245233</vt:i4>
      </vt:variant>
      <vt:variant>
        <vt:i4>1034</vt:i4>
      </vt:variant>
      <vt:variant>
        <vt:i4>0</vt:i4>
      </vt:variant>
      <vt:variant>
        <vt:i4>5</vt:i4>
      </vt:variant>
      <vt:variant>
        <vt:lpwstr/>
      </vt:variant>
      <vt:variant>
        <vt:lpwstr>_Toc454672656</vt:lpwstr>
      </vt:variant>
      <vt:variant>
        <vt:i4>1245233</vt:i4>
      </vt:variant>
      <vt:variant>
        <vt:i4>1028</vt:i4>
      </vt:variant>
      <vt:variant>
        <vt:i4>0</vt:i4>
      </vt:variant>
      <vt:variant>
        <vt:i4>5</vt:i4>
      </vt:variant>
      <vt:variant>
        <vt:lpwstr/>
      </vt:variant>
      <vt:variant>
        <vt:lpwstr>_Toc454672655</vt:lpwstr>
      </vt:variant>
      <vt:variant>
        <vt:i4>1245233</vt:i4>
      </vt:variant>
      <vt:variant>
        <vt:i4>1022</vt:i4>
      </vt:variant>
      <vt:variant>
        <vt:i4>0</vt:i4>
      </vt:variant>
      <vt:variant>
        <vt:i4>5</vt:i4>
      </vt:variant>
      <vt:variant>
        <vt:lpwstr/>
      </vt:variant>
      <vt:variant>
        <vt:lpwstr>_Toc454672654</vt:lpwstr>
      </vt:variant>
      <vt:variant>
        <vt:i4>1245233</vt:i4>
      </vt:variant>
      <vt:variant>
        <vt:i4>1016</vt:i4>
      </vt:variant>
      <vt:variant>
        <vt:i4>0</vt:i4>
      </vt:variant>
      <vt:variant>
        <vt:i4>5</vt:i4>
      </vt:variant>
      <vt:variant>
        <vt:lpwstr/>
      </vt:variant>
      <vt:variant>
        <vt:lpwstr>_Toc454672653</vt:lpwstr>
      </vt:variant>
      <vt:variant>
        <vt:i4>1245233</vt:i4>
      </vt:variant>
      <vt:variant>
        <vt:i4>1010</vt:i4>
      </vt:variant>
      <vt:variant>
        <vt:i4>0</vt:i4>
      </vt:variant>
      <vt:variant>
        <vt:i4>5</vt:i4>
      </vt:variant>
      <vt:variant>
        <vt:lpwstr/>
      </vt:variant>
      <vt:variant>
        <vt:lpwstr>_Toc454672652</vt:lpwstr>
      </vt:variant>
      <vt:variant>
        <vt:i4>1245233</vt:i4>
      </vt:variant>
      <vt:variant>
        <vt:i4>1004</vt:i4>
      </vt:variant>
      <vt:variant>
        <vt:i4>0</vt:i4>
      </vt:variant>
      <vt:variant>
        <vt:i4>5</vt:i4>
      </vt:variant>
      <vt:variant>
        <vt:lpwstr/>
      </vt:variant>
      <vt:variant>
        <vt:lpwstr>_Toc454672651</vt:lpwstr>
      </vt:variant>
      <vt:variant>
        <vt:i4>1245233</vt:i4>
      </vt:variant>
      <vt:variant>
        <vt:i4>998</vt:i4>
      </vt:variant>
      <vt:variant>
        <vt:i4>0</vt:i4>
      </vt:variant>
      <vt:variant>
        <vt:i4>5</vt:i4>
      </vt:variant>
      <vt:variant>
        <vt:lpwstr/>
      </vt:variant>
      <vt:variant>
        <vt:lpwstr>_Toc454672650</vt:lpwstr>
      </vt:variant>
      <vt:variant>
        <vt:i4>1179697</vt:i4>
      </vt:variant>
      <vt:variant>
        <vt:i4>992</vt:i4>
      </vt:variant>
      <vt:variant>
        <vt:i4>0</vt:i4>
      </vt:variant>
      <vt:variant>
        <vt:i4>5</vt:i4>
      </vt:variant>
      <vt:variant>
        <vt:lpwstr/>
      </vt:variant>
      <vt:variant>
        <vt:lpwstr>_Toc454672649</vt:lpwstr>
      </vt:variant>
      <vt:variant>
        <vt:i4>1179697</vt:i4>
      </vt:variant>
      <vt:variant>
        <vt:i4>986</vt:i4>
      </vt:variant>
      <vt:variant>
        <vt:i4>0</vt:i4>
      </vt:variant>
      <vt:variant>
        <vt:i4>5</vt:i4>
      </vt:variant>
      <vt:variant>
        <vt:lpwstr/>
      </vt:variant>
      <vt:variant>
        <vt:lpwstr>_Toc454672648</vt:lpwstr>
      </vt:variant>
      <vt:variant>
        <vt:i4>1179697</vt:i4>
      </vt:variant>
      <vt:variant>
        <vt:i4>980</vt:i4>
      </vt:variant>
      <vt:variant>
        <vt:i4>0</vt:i4>
      </vt:variant>
      <vt:variant>
        <vt:i4>5</vt:i4>
      </vt:variant>
      <vt:variant>
        <vt:lpwstr/>
      </vt:variant>
      <vt:variant>
        <vt:lpwstr>_Toc454672647</vt:lpwstr>
      </vt:variant>
      <vt:variant>
        <vt:i4>1179697</vt:i4>
      </vt:variant>
      <vt:variant>
        <vt:i4>974</vt:i4>
      </vt:variant>
      <vt:variant>
        <vt:i4>0</vt:i4>
      </vt:variant>
      <vt:variant>
        <vt:i4>5</vt:i4>
      </vt:variant>
      <vt:variant>
        <vt:lpwstr/>
      </vt:variant>
      <vt:variant>
        <vt:lpwstr>_Toc454672646</vt:lpwstr>
      </vt:variant>
      <vt:variant>
        <vt:i4>1179697</vt:i4>
      </vt:variant>
      <vt:variant>
        <vt:i4>968</vt:i4>
      </vt:variant>
      <vt:variant>
        <vt:i4>0</vt:i4>
      </vt:variant>
      <vt:variant>
        <vt:i4>5</vt:i4>
      </vt:variant>
      <vt:variant>
        <vt:lpwstr/>
      </vt:variant>
      <vt:variant>
        <vt:lpwstr>_Toc454672645</vt:lpwstr>
      </vt:variant>
      <vt:variant>
        <vt:i4>1179697</vt:i4>
      </vt:variant>
      <vt:variant>
        <vt:i4>962</vt:i4>
      </vt:variant>
      <vt:variant>
        <vt:i4>0</vt:i4>
      </vt:variant>
      <vt:variant>
        <vt:i4>5</vt:i4>
      </vt:variant>
      <vt:variant>
        <vt:lpwstr/>
      </vt:variant>
      <vt:variant>
        <vt:lpwstr>_Toc454672644</vt:lpwstr>
      </vt:variant>
      <vt:variant>
        <vt:i4>1179697</vt:i4>
      </vt:variant>
      <vt:variant>
        <vt:i4>956</vt:i4>
      </vt:variant>
      <vt:variant>
        <vt:i4>0</vt:i4>
      </vt:variant>
      <vt:variant>
        <vt:i4>5</vt:i4>
      </vt:variant>
      <vt:variant>
        <vt:lpwstr/>
      </vt:variant>
      <vt:variant>
        <vt:lpwstr>_Toc454672643</vt:lpwstr>
      </vt:variant>
      <vt:variant>
        <vt:i4>1179697</vt:i4>
      </vt:variant>
      <vt:variant>
        <vt:i4>950</vt:i4>
      </vt:variant>
      <vt:variant>
        <vt:i4>0</vt:i4>
      </vt:variant>
      <vt:variant>
        <vt:i4>5</vt:i4>
      </vt:variant>
      <vt:variant>
        <vt:lpwstr/>
      </vt:variant>
      <vt:variant>
        <vt:lpwstr>_Toc454672642</vt:lpwstr>
      </vt:variant>
      <vt:variant>
        <vt:i4>1179697</vt:i4>
      </vt:variant>
      <vt:variant>
        <vt:i4>944</vt:i4>
      </vt:variant>
      <vt:variant>
        <vt:i4>0</vt:i4>
      </vt:variant>
      <vt:variant>
        <vt:i4>5</vt:i4>
      </vt:variant>
      <vt:variant>
        <vt:lpwstr/>
      </vt:variant>
      <vt:variant>
        <vt:lpwstr>_Toc454672641</vt:lpwstr>
      </vt:variant>
      <vt:variant>
        <vt:i4>1179697</vt:i4>
      </vt:variant>
      <vt:variant>
        <vt:i4>938</vt:i4>
      </vt:variant>
      <vt:variant>
        <vt:i4>0</vt:i4>
      </vt:variant>
      <vt:variant>
        <vt:i4>5</vt:i4>
      </vt:variant>
      <vt:variant>
        <vt:lpwstr/>
      </vt:variant>
      <vt:variant>
        <vt:lpwstr>_Toc454672640</vt:lpwstr>
      </vt:variant>
      <vt:variant>
        <vt:i4>1376305</vt:i4>
      </vt:variant>
      <vt:variant>
        <vt:i4>932</vt:i4>
      </vt:variant>
      <vt:variant>
        <vt:i4>0</vt:i4>
      </vt:variant>
      <vt:variant>
        <vt:i4>5</vt:i4>
      </vt:variant>
      <vt:variant>
        <vt:lpwstr/>
      </vt:variant>
      <vt:variant>
        <vt:lpwstr>_Toc454672639</vt:lpwstr>
      </vt:variant>
      <vt:variant>
        <vt:i4>1376305</vt:i4>
      </vt:variant>
      <vt:variant>
        <vt:i4>926</vt:i4>
      </vt:variant>
      <vt:variant>
        <vt:i4>0</vt:i4>
      </vt:variant>
      <vt:variant>
        <vt:i4>5</vt:i4>
      </vt:variant>
      <vt:variant>
        <vt:lpwstr/>
      </vt:variant>
      <vt:variant>
        <vt:lpwstr>_Toc454672638</vt:lpwstr>
      </vt:variant>
      <vt:variant>
        <vt:i4>1376305</vt:i4>
      </vt:variant>
      <vt:variant>
        <vt:i4>920</vt:i4>
      </vt:variant>
      <vt:variant>
        <vt:i4>0</vt:i4>
      </vt:variant>
      <vt:variant>
        <vt:i4>5</vt:i4>
      </vt:variant>
      <vt:variant>
        <vt:lpwstr/>
      </vt:variant>
      <vt:variant>
        <vt:lpwstr>_Toc454672637</vt:lpwstr>
      </vt:variant>
      <vt:variant>
        <vt:i4>1376305</vt:i4>
      </vt:variant>
      <vt:variant>
        <vt:i4>914</vt:i4>
      </vt:variant>
      <vt:variant>
        <vt:i4>0</vt:i4>
      </vt:variant>
      <vt:variant>
        <vt:i4>5</vt:i4>
      </vt:variant>
      <vt:variant>
        <vt:lpwstr/>
      </vt:variant>
      <vt:variant>
        <vt:lpwstr>_Toc454672636</vt:lpwstr>
      </vt:variant>
      <vt:variant>
        <vt:i4>1376305</vt:i4>
      </vt:variant>
      <vt:variant>
        <vt:i4>908</vt:i4>
      </vt:variant>
      <vt:variant>
        <vt:i4>0</vt:i4>
      </vt:variant>
      <vt:variant>
        <vt:i4>5</vt:i4>
      </vt:variant>
      <vt:variant>
        <vt:lpwstr/>
      </vt:variant>
      <vt:variant>
        <vt:lpwstr>_Toc454672635</vt:lpwstr>
      </vt:variant>
      <vt:variant>
        <vt:i4>1376305</vt:i4>
      </vt:variant>
      <vt:variant>
        <vt:i4>902</vt:i4>
      </vt:variant>
      <vt:variant>
        <vt:i4>0</vt:i4>
      </vt:variant>
      <vt:variant>
        <vt:i4>5</vt:i4>
      </vt:variant>
      <vt:variant>
        <vt:lpwstr/>
      </vt:variant>
      <vt:variant>
        <vt:lpwstr>_Toc454672634</vt:lpwstr>
      </vt:variant>
      <vt:variant>
        <vt:i4>1376305</vt:i4>
      </vt:variant>
      <vt:variant>
        <vt:i4>896</vt:i4>
      </vt:variant>
      <vt:variant>
        <vt:i4>0</vt:i4>
      </vt:variant>
      <vt:variant>
        <vt:i4>5</vt:i4>
      </vt:variant>
      <vt:variant>
        <vt:lpwstr/>
      </vt:variant>
      <vt:variant>
        <vt:lpwstr>_Toc454672633</vt:lpwstr>
      </vt:variant>
      <vt:variant>
        <vt:i4>1376305</vt:i4>
      </vt:variant>
      <vt:variant>
        <vt:i4>890</vt:i4>
      </vt:variant>
      <vt:variant>
        <vt:i4>0</vt:i4>
      </vt:variant>
      <vt:variant>
        <vt:i4>5</vt:i4>
      </vt:variant>
      <vt:variant>
        <vt:lpwstr/>
      </vt:variant>
      <vt:variant>
        <vt:lpwstr>_Toc454672632</vt:lpwstr>
      </vt:variant>
      <vt:variant>
        <vt:i4>1376305</vt:i4>
      </vt:variant>
      <vt:variant>
        <vt:i4>884</vt:i4>
      </vt:variant>
      <vt:variant>
        <vt:i4>0</vt:i4>
      </vt:variant>
      <vt:variant>
        <vt:i4>5</vt:i4>
      </vt:variant>
      <vt:variant>
        <vt:lpwstr/>
      </vt:variant>
      <vt:variant>
        <vt:lpwstr>_Toc454672631</vt:lpwstr>
      </vt:variant>
      <vt:variant>
        <vt:i4>1376305</vt:i4>
      </vt:variant>
      <vt:variant>
        <vt:i4>878</vt:i4>
      </vt:variant>
      <vt:variant>
        <vt:i4>0</vt:i4>
      </vt:variant>
      <vt:variant>
        <vt:i4>5</vt:i4>
      </vt:variant>
      <vt:variant>
        <vt:lpwstr/>
      </vt:variant>
      <vt:variant>
        <vt:lpwstr>_Toc454672630</vt:lpwstr>
      </vt:variant>
      <vt:variant>
        <vt:i4>1310769</vt:i4>
      </vt:variant>
      <vt:variant>
        <vt:i4>872</vt:i4>
      </vt:variant>
      <vt:variant>
        <vt:i4>0</vt:i4>
      </vt:variant>
      <vt:variant>
        <vt:i4>5</vt:i4>
      </vt:variant>
      <vt:variant>
        <vt:lpwstr/>
      </vt:variant>
      <vt:variant>
        <vt:lpwstr>_Toc454672629</vt:lpwstr>
      </vt:variant>
      <vt:variant>
        <vt:i4>1310769</vt:i4>
      </vt:variant>
      <vt:variant>
        <vt:i4>866</vt:i4>
      </vt:variant>
      <vt:variant>
        <vt:i4>0</vt:i4>
      </vt:variant>
      <vt:variant>
        <vt:i4>5</vt:i4>
      </vt:variant>
      <vt:variant>
        <vt:lpwstr/>
      </vt:variant>
      <vt:variant>
        <vt:lpwstr>_Toc454672628</vt:lpwstr>
      </vt:variant>
      <vt:variant>
        <vt:i4>1310769</vt:i4>
      </vt:variant>
      <vt:variant>
        <vt:i4>860</vt:i4>
      </vt:variant>
      <vt:variant>
        <vt:i4>0</vt:i4>
      </vt:variant>
      <vt:variant>
        <vt:i4>5</vt:i4>
      </vt:variant>
      <vt:variant>
        <vt:lpwstr/>
      </vt:variant>
      <vt:variant>
        <vt:lpwstr>_Toc454672627</vt:lpwstr>
      </vt:variant>
      <vt:variant>
        <vt:i4>1310769</vt:i4>
      </vt:variant>
      <vt:variant>
        <vt:i4>854</vt:i4>
      </vt:variant>
      <vt:variant>
        <vt:i4>0</vt:i4>
      </vt:variant>
      <vt:variant>
        <vt:i4>5</vt:i4>
      </vt:variant>
      <vt:variant>
        <vt:lpwstr/>
      </vt:variant>
      <vt:variant>
        <vt:lpwstr>_Toc454672626</vt:lpwstr>
      </vt:variant>
      <vt:variant>
        <vt:i4>1310769</vt:i4>
      </vt:variant>
      <vt:variant>
        <vt:i4>848</vt:i4>
      </vt:variant>
      <vt:variant>
        <vt:i4>0</vt:i4>
      </vt:variant>
      <vt:variant>
        <vt:i4>5</vt:i4>
      </vt:variant>
      <vt:variant>
        <vt:lpwstr/>
      </vt:variant>
      <vt:variant>
        <vt:lpwstr>_Toc454672625</vt:lpwstr>
      </vt:variant>
      <vt:variant>
        <vt:i4>1310769</vt:i4>
      </vt:variant>
      <vt:variant>
        <vt:i4>842</vt:i4>
      </vt:variant>
      <vt:variant>
        <vt:i4>0</vt:i4>
      </vt:variant>
      <vt:variant>
        <vt:i4>5</vt:i4>
      </vt:variant>
      <vt:variant>
        <vt:lpwstr/>
      </vt:variant>
      <vt:variant>
        <vt:lpwstr>_Toc454672624</vt:lpwstr>
      </vt:variant>
      <vt:variant>
        <vt:i4>1310769</vt:i4>
      </vt:variant>
      <vt:variant>
        <vt:i4>836</vt:i4>
      </vt:variant>
      <vt:variant>
        <vt:i4>0</vt:i4>
      </vt:variant>
      <vt:variant>
        <vt:i4>5</vt:i4>
      </vt:variant>
      <vt:variant>
        <vt:lpwstr/>
      </vt:variant>
      <vt:variant>
        <vt:lpwstr>_Toc454672623</vt:lpwstr>
      </vt:variant>
      <vt:variant>
        <vt:i4>1310769</vt:i4>
      </vt:variant>
      <vt:variant>
        <vt:i4>830</vt:i4>
      </vt:variant>
      <vt:variant>
        <vt:i4>0</vt:i4>
      </vt:variant>
      <vt:variant>
        <vt:i4>5</vt:i4>
      </vt:variant>
      <vt:variant>
        <vt:lpwstr/>
      </vt:variant>
      <vt:variant>
        <vt:lpwstr>_Toc454672622</vt:lpwstr>
      </vt:variant>
      <vt:variant>
        <vt:i4>1310769</vt:i4>
      </vt:variant>
      <vt:variant>
        <vt:i4>824</vt:i4>
      </vt:variant>
      <vt:variant>
        <vt:i4>0</vt:i4>
      </vt:variant>
      <vt:variant>
        <vt:i4>5</vt:i4>
      </vt:variant>
      <vt:variant>
        <vt:lpwstr/>
      </vt:variant>
      <vt:variant>
        <vt:lpwstr>_Toc454672621</vt:lpwstr>
      </vt:variant>
      <vt:variant>
        <vt:i4>1310769</vt:i4>
      </vt:variant>
      <vt:variant>
        <vt:i4>818</vt:i4>
      </vt:variant>
      <vt:variant>
        <vt:i4>0</vt:i4>
      </vt:variant>
      <vt:variant>
        <vt:i4>5</vt:i4>
      </vt:variant>
      <vt:variant>
        <vt:lpwstr/>
      </vt:variant>
      <vt:variant>
        <vt:lpwstr>_Toc454672620</vt:lpwstr>
      </vt:variant>
      <vt:variant>
        <vt:i4>1507377</vt:i4>
      </vt:variant>
      <vt:variant>
        <vt:i4>812</vt:i4>
      </vt:variant>
      <vt:variant>
        <vt:i4>0</vt:i4>
      </vt:variant>
      <vt:variant>
        <vt:i4>5</vt:i4>
      </vt:variant>
      <vt:variant>
        <vt:lpwstr/>
      </vt:variant>
      <vt:variant>
        <vt:lpwstr>_Toc454672619</vt:lpwstr>
      </vt:variant>
      <vt:variant>
        <vt:i4>1507377</vt:i4>
      </vt:variant>
      <vt:variant>
        <vt:i4>806</vt:i4>
      </vt:variant>
      <vt:variant>
        <vt:i4>0</vt:i4>
      </vt:variant>
      <vt:variant>
        <vt:i4>5</vt:i4>
      </vt:variant>
      <vt:variant>
        <vt:lpwstr/>
      </vt:variant>
      <vt:variant>
        <vt:lpwstr>_Toc454672618</vt:lpwstr>
      </vt:variant>
      <vt:variant>
        <vt:i4>1507377</vt:i4>
      </vt:variant>
      <vt:variant>
        <vt:i4>800</vt:i4>
      </vt:variant>
      <vt:variant>
        <vt:i4>0</vt:i4>
      </vt:variant>
      <vt:variant>
        <vt:i4>5</vt:i4>
      </vt:variant>
      <vt:variant>
        <vt:lpwstr/>
      </vt:variant>
      <vt:variant>
        <vt:lpwstr>_Toc454672617</vt:lpwstr>
      </vt:variant>
      <vt:variant>
        <vt:i4>1507377</vt:i4>
      </vt:variant>
      <vt:variant>
        <vt:i4>794</vt:i4>
      </vt:variant>
      <vt:variant>
        <vt:i4>0</vt:i4>
      </vt:variant>
      <vt:variant>
        <vt:i4>5</vt:i4>
      </vt:variant>
      <vt:variant>
        <vt:lpwstr/>
      </vt:variant>
      <vt:variant>
        <vt:lpwstr>_Toc454672616</vt:lpwstr>
      </vt:variant>
      <vt:variant>
        <vt:i4>1507377</vt:i4>
      </vt:variant>
      <vt:variant>
        <vt:i4>788</vt:i4>
      </vt:variant>
      <vt:variant>
        <vt:i4>0</vt:i4>
      </vt:variant>
      <vt:variant>
        <vt:i4>5</vt:i4>
      </vt:variant>
      <vt:variant>
        <vt:lpwstr/>
      </vt:variant>
      <vt:variant>
        <vt:lpwstr>_Toc454672615</vt:lpwstr>
      </vt:variant>
      <vt:variant>
        <vt:i4>1507377</vt:i4>
      </vt:variant>
      <vt:variant>
        <vt:i4>782</vt:i4>
      </vt:variant>
      <vt:variant>
        <vt:i4>0</vt:i4>
      </vt:variant>
      <vt:variant>
        <vt:i4>5</vt:i4>
      </vt:variant>
      <vt:variant>
        <vt:lpwstr/>
      </vt:variant>
      <vt:variant>
        <vt:lpwstr>_Toc454672614</vt:lpwstr>
      </vt:variant>
      <vt:variant>
        <vt:i4>1507377</vt:i4>
      </vt:variant>
      <vt:variant>
        <vt:i4>776</vt:i4>
      </vt:variant>
      <vt:variant>
        <vt:i4>0</vt:i4>
      </vt:variant>
      <vt:variant>
        <vt:i4>5</vt:i4>
      </vt:variant>
      <vt:variant>
        <vt:lpwstr/>
      </vt:variant>
      <vt:variant>
        <vt:lpwstr>_Toc454672613</vt:lpwstr>
      </vt:variant>
      <vt:variant>
        <vt:i4>1507377</vt:i4>
      </vt:variant>
      <vt:variant>
        <vt:i4>770</vt:i4>
      </vt:variant>
      <vt:variant>
        <vt:i4>0</vt:i4>
      </vt:variant>
      <vt:variant>
        <vt:i4>5</vt:i4>
      </vt:variant>
      <vt:variant>
        <vt:lpwstr/>
      </vt:variant>
      <vt:variant>
        <vt:lpwstr>_Toc454672612</vt:lpwstr>
      </vt:variant>
      <vt:variant>
        <vt:i4>1507377</vt:i4>
      </vt:variant>
      <vt:variant>
        <vt:i4>764</vt:i4>
      </vt:variant>
      <vt:variant>
        <vt:i4>0</vt:i4>
      </vt:variant>
      <vt:variant>
        <vt:i4>5</vt:i4>
      </vt:variant>
      <vt:variant>
        <vt:lpwstr/>
      </vt:variant>
      <vt:variant>
        <vt:lpwstr>_Toc454672611</vt:lpwstr>
      </vt:variant>
      <vt:variant>
        <vt:i4>1507377</vt:i4>
      </vt:variant>
      <vt:variant>
        <vt:i4>758</vt:i4>
      </vt:variant>
      <vt:variant>
        <vt:i4>0</vt:i4>
      </vt:variant>
      <vt:variant>
        <vt:i4>5</vt:i4>
      </vt:variant>
      <vt:variant>
        <vt:lpwstr/>
      </vt:variant>
      <vt:variant>
        <vt:lpwstr>_Toc454672610</vt:lpwstr>
      </vt:variant>
      <vt:variant>
        <vt:i4>1441841</vt:i4>
      </vt:variant>
      <vt:variant>
        <vt:i4>752</vt:i4>
      </vt:variant>
      <vt:variant>
        <vt:i4>0</vt:i4>
      </vt:variant>
      <vt:variant>
        <vt:i4>5</vt:i4>
      </vt:variant>
      <vt:variant>
        <vt:lpwstr/>
      </vt:variant>
      <vt:variant>
        <vt:lpwstr>_Toc454672609</vt:lpwstr>
      </vt:variant>
      <vt:variant>
        <vt:i4>1441841</vt:i4>
      </vt:variant>
      <vt:variant>
        <vt:i4>746</vt:i4>
      </vt:variant>
      <vt:variant>
        <vt:i4>0</vt:i4>
      </vt:variant>
      <vt:variant>
        <vt:i4>5</vt:i4>
      </vt:variant>
      <vt:variant>
        <vt:lpwstr/>
      </vt:variant>
      <vt:variant>
        <vt:lpwstr>_Toc454672608</vt:lpwstr>
      </vt:variant>
      <vt:variant>
        <vt:i4>1441841</vt:i4>
      </vt:variant>
      <vt:variant>
        <vt:i4>740</vt:i4>
      </vt:variant>
      <vt:variant>
        <vt:i4>0</vt:i4>
      </vt:variant>
      <vt:variant>
        <vt:i4>5</vt:i4>
      </vt:variant>
      <vt:variant>
        <vt:lpwstr/>
      </vt:variant>
      <vt:variant>
        <vt:lpwstr>_Toc454672607</vt:lpwstr>
      </vt:variant>
      <vt:variant>
        <vt:i4>1441841</vt:i4>
      </vt:variant>
      <vt:variant>
        <vt:i4>734</vt:i4>
      </vt:variant>
      <vt:variant>
        <vt:i4>0</vt:i4>
      </vt:variant>
      <vt:variant>
        <vt:i4>5</vt:i4>
      </vt:variant>
      <vt:variant>
        <vt:lpwstr/>
      </vt:variant>
      <vt:variant>
        <vt:lpwstr>_Toc454672606</vt:lpwstr>
      </vt:variant>
      <vt:variant>
        <vt:i4>1441841</vt:i4>
      </vt:variant>
      <vt:variant>
        <vt:i4>728</vt:i4>
      </vt:variant>
      <vt:variant>
        <vt:i4>0</vt:i4>
      </vt:variant>
      <vt:variant>
        <vt:i4>5</vt:i4>
      </vt:variant>
      <vt:variant>
        <vt:lpwstr/>
      </vt:variant>
      <vt:variant>
        <vt:lpwstr>_Toc454672605</vt:lpwstr>
      </vt:variant>
      <vt:variant>
        <vt:i4>1441841</vt:i4>
      </vt:variant>
      <vt:variant>
        <vt:i4>722</vt:i4>
      </vt:variant>
      <vt:variant>
        <vt:i4>0</vt:i4>
      </vt:variant>
      <vt:variant>
        <vt:i4>5</vt:i4>
      </vt:variant>
      <vt:variant>
        <vt:lpwstr/>
      </vt:variant>
      <vt:variant>
        <vt:lpwstr>_Toc454672604</vt:lpwstr>
      </vt:variant>
      <vt:variant>
        <vt:i4>1441841</vt:i4>
      </vt:variant>
      <vt:variant>
        <vt:i4>716</vt:i4>
      </vt:variant>
      <vt:variant>
        <vt:i4>0</vt:i4>
      </vt:variant>
      <vt:variant>
        <vt:i4>5</vt:i4>
      </vt:variant>
      <vt:variant>
        <vt:lpwstr/>
      </vt:variant>
      <vt:variant>
        <vt:lpwstr>_Toc454672603</vt:lpwstr>
      </vt:variant>
      <vt:variant>
        <vt:i4>1441841</vt:i4>
      </vt:variant>
      <vt:variant>
        <vt:i4>710</vt:i4>
      </vt:variant>
      <vt:variant>
        <vt:i4>0</vt:i4>
      </vt:variant>
      <vt:variant>
        <vt:i4>5</vt:i4>
      </vt:variant>
      <vt:variant>
        <vt:lpwstr/>
      </vt:variant>
      <vt:variant>
        <vt:lpwstr>_Toc454672602</vt:lpwstr>
      </vt:variant>
      <vt:variant>
        <vt:i4>1441841</vt:i4>
      </vt:variant>
      <vt:variant>
        <vt:i4>704</vt:i4>
      </vt:variant>
      <vt:variant>
        <vt:i4>0</vt:i4>
      </vt:variant>
      <vt:variant>
        <vt:i4>5</vt:i4>
      </vt:variant>
      <vt:variant>
        <vt:lpwstr/>
      </vt:variant>
      <vt:variant>
        <vt:lpwstr>_Toc454672601</vt:lpwstr>
      </vt:variant>
      <vt:variant>
        <vt:i4>1441841</vt:i4>
      </vt:variant>
      <vt:variant>
        <vt:i4>698</vt:i4>
      </vt:variant>
      <vt:variant>
        <vt:i4>0</vt:i4>
      </vt:variant>
      <vt:variant>
        <vt:i4>5</vt:i4>
      </vt:variant>
      <vt:variant>
        <vt:lpwstr/>
      </vt:variant>
      <vt:variant>
        <vt:lpwstr>_Toc454672600</vt:lpwstr>
      </vt:variant>
      <vt:variant>
        <vt:i4>2031666</vt:i4>
      </vt:variant>
      <vt:variant>
        <vt:i4>692</vt:i4>
      </vt:variant>
      <vt:variant>
        <vt:i4>0</vt:i4>
      </vt:variant>
      <vt:variant>
        <vt:i4>5</vt:i4>
      </vt:variant>
      <vt:variant>
        <vt:lpwstr/>
      </vt:variant>
      <vt:variant>
        <vt:lpwstr>_Toc454672599</vt:lpwstr>
      </vt:variant>
      <vt:variant>
        <vt:i4>2031666</vt:i4>
      </vt:variant>
      <vt:variant>
        <vt:i4>686</vt:i4>
      </vt:variant>
      <vt:variant>
        <vt:i4>0</vt:i4>
      </vt:variant>
      <vt:variant>
        <vt:i4>5</vt:i4>
      </vt:variant>
      <vt:variant>
        <vt:lpwstr/>
      </vt:variant>
      <vt:variant>
        <vt:lpwstr>_Toc454672598</vt:lpwstr>
      </vt:variant>
      <vt:variant>
        <vt:i4>2031666</vt:i4>
      </vt:variant>
      <vt:variant>
        <vt:i4>680</vt:i4>
      </vt:variant>
      <vt:variant>
        <vt:i4>0</vt:i4>
      </vt:variant>
      <vt:variant>
        <vt:i4>5</vt:i4>
      </vt:variant>
      <vt:variant>
        <vt:lpwstr/>
      </vt:variant>
      <vt:variant>
        <vt:lpwstr>_Toc454672597</vt:lpwstr>
      </vt:variant>
      <vt:variant>
        <vt:i4>2031666</vt:i4>
      </vt:variant>
      <vt:variant>
        <vt:i4>674</vt:i4>
      </vt:variant>
      <vt:variant>
        <vt:i4>0</vt:i4>
      </vt:variant>
      <vt:variant>
        <vt:i4>5</vt:i4>
      </vt:variant>
      <vt:variant>
        <vt:lpwstr/>
      </vt:variant>
      <vt:variant>
        <vt:lpwstr>_Toc454672596</vt:lpwstr>
      </vt:variant>
      <vt:variant>
        <vt:i4>2031666</vt:i4>
      </vt:variant>
      <vt:variant>
        <vt:i4>668</vt:i4>
      </vt:variant>
      <vt:variant>
        <vt:i4>0</vt:i4>
      </vt:variant>
      <vt:variant>
        <vt:i4>5</vt:i4>
      </vt:variant>
      <vt:variant>
        <vt:lpwstr/>
      </vt:variant>
      <vt:variant>
        <vt:lpwstr>_Toc454672595</vt:lpwstr>
      </vt:variant>
      <vt:variant>
        <vt:i4>2031666</vt:i4>
      </vt:variant>
      <vt:variant>
        <vt:i4>662</vt:i4>
      </vt:variant>
      <vt:variant>
        <vt:i4>0</vt:i4>
      </vt:variant>
      <vt:variant>
        <vt:i4>5</vt:i4>
      </vt:variant>
      <vt:variant>
        <vt:lpwstr/>
      </vt:variant>
      <vt:variant>
        <vt:lpwstr>_Toc454672594</vt:lpwstr>
      </vt:variant>
      <vt:variant>
        <vt:i4>2031666</vt:i4>
      </vt:variant>
      <vt:variant>
        <vt:i4>656</vt:i4>
      </vt:variant>
      <vt:variant>
        <vt:i4>0</vt:i4>
      </vt:variant>
      <vt:variant>
        <vt:i4>5</vt:i4>
      </vt:variant>
      <vt:variant>
        <vt:lpwstr/>
      </vt:variant>
      <vt:variant>
        <vt:lpwstr>_Toc454672593</vt:lpwstr>
      </vt:variant>
      <vt:variant>
        <vt:i4>2031666</vt:i4>
      </vt:variant>
      <vt:variant>
        <vt:i4>650</vt:i4>
      </vt:variant>
      <vt:variant>
        <vt:i4>0</vt:i4>
      </vt:variant>
      <vt:variant>
        <vt:i4>5</vt:i4>
      </vt:variant>
      <vt:variant>
        <vt:lpwstr/>
      </vt:variant>
      <vt:variant>
        <vt:lpwstr>_Toc454672592</vt:lpwstr>
      </vt:variant>
      <vt:variant>
        <vt:i4>2031666</vt:i4>
      </vt:variant>
      <vt:variant>
        <vt:i4>644</vt:i4>
      </vt:variant>
      <vt:variant>
        <vt:i4>0</vt:i4>
      </vt:variant>
      <vt:variant>
        <vt:i4>5</vt:i4>
      </vt:variant>
      <vt:variant>
        <vt:lpwstr/>
      </vt:variant>
      <vt:variant>
        <vt:lpwstr>_Toc454672591</vt:lpwstr>
      </vt:variant>
      <vt:variant>
        <vt:i4>2031666</vt:i4>
      </vt:variant>
      <vt:variant>
        <vt:i4>638</vt:i4>
      </vt:variant>
      <vt:variant>
        <vt:i4>0</vt:i4>
      </vt:variant>
      <vt:variant>
        <vt:i4>5</vt:i4>
      </vt:variant>
      <vt:variant>
        <vt:lpwstr/>
      </vt:variant>
      <vt:variant>
        <vt:lpwstr>_Toc454672590</vt:lpwstr>
      </vt:variant>
      <vt:variant>
        <vt:i4>1966130</vt:i4>
      </vt:variant>
      <vt:variant>
        <vt:i4>632</vt:i4>
      </vt:variant>
      <vt:variant>
        <vt:i4>0</vt:i4>
      </vt:variant>
      <vt:variant>
        <vt:i4>5</vt:i4>
      </vt:variant>
      <vt:variant>
        <vt:lpwstr/>
      </vt:variant>
      <vt:variant>
        <vt:lpwstr>_Toc454672589</vt:lpwstr>
      </vt:variant>
      <vt:variant>
        <vt:i4>1966130</vt:i4>
      </vt:variant>
      <vt:variant>
        <vt:i4>626</vt:i4>
      </vt:variant>
      <vt:variant>
        <vt:i4>0</vt:i4>
      </vt:variant>
      <vt:variant>
        <vt:i4>5</vt:i4>
      </vt:variant>
      <vt:variant>
        <vt:lpwstr/>
      </vt:variant>
      <vt:variant>
        <vt:lpwstr>_Toc454672588</vt:lpwstr>
      </vt:variant>
      <vt:variant>
        <vt:i4>1966130</vt:i4>
      </vt:variant>
      <vt:variant>
        <vt:i4>620</vt:i4>
      </vt:variant>
      <vt:variant>
        <vt:i4>0</vt:i4>
      </vt:variant>
      <vt:variant>
        <vt:i4>5</vt:i4>
      </vt:variant>
      <vt:variant>
        <vt:lpwstr/>
      </vt:variant>
      <vt:variant>
        <vt:lpwstr>_Toc454672587</vt:lpwstr>
      </vt:variant>
      <vt:variant>
        <vt:i4>1966130</vt:i4>
      </vt:variant>
      <vt:variant>
        <vt:i4>614</vt:i4>
      </vt:variant>
      <vt:variant>
        <vt:i4>0</vt:i4>
      </vt:variant>
      <vt:variant>
        <vt:i4>5</vt:i4>
      </vt:variant>
      <vt:variant>
        <vt:lpwstr/>
      </vt:variant>
      <vt:variant>
        <vt:lpwstr>_Toc454672586</vt:lpwstr>
      </vt:variant>
      <vt:variant>
        <vt:i4>1966130</vt:i4>
      </vt:variant>
      <vt:variant>
        <vt:i4>608</vt:i4>
      </vt:variant>
      <vt:variant>
        <vt:i4>0</vt:i4>
      </vt:variant>
      <vt:variant>
        <vt:i4>5</vt:i4>
      </vt:variant>
      <vt:variant>
        <vt:lpwstr/>
      </vt:variant>
      <vt:variant>
        <vt:lpwstr>_Toc454672585</vt:lpwstr>
      </vt:variant>
      <vt:variant>
        <vt:i4>1966130</vt:i4>
      </vt:variant>
      <vt:variant>
        <vt:i4>602</vt:i4>
      </vt:variant>
      <vt:variant>
        <vt:i4>0</vt:i4>
      </vt:variant>
      <vt:variant>
        <vt:i4>5</vt:i4>
      </vt:variant>
      <vt:variant>
        <vt:lpwstr/>
      </vt:variant>
      <vt:variant>
        <vt:lpwstr>_Toc454672584</vt:lpwstr>
      </vt:variant>
      <vt:variant>
        <vt:i4>1966130</vt:i4>
      </vt:variant>
      <vt:variant>
        <vt:i4>596</vt:i4>
      </vt:variant>
      <vt:variant>
        <vt:i4>0</vt:i4>
      </vt:variant>
      <vt:variant>
        <vt:i4>5</vt:i4>
      </vt:variant>
      <vt:variant>
        <vt:lpwstr/>
      </vt:variant>
      <vt:variant>
        <vt:lpwstr>_Toc454672583</vt:lpwstr>
      </vt:variant>
      <vt:variant>
        <vt:i4>1966130</vt:i4>
      </vt:variant>
      <vt:variant>
        <vt:i4>590</vt:i4>
      </vt:variant>
      <vt:variant>
        <vt:i4>0</vt:i4>
      </vt:variant>
      <vt:variant>
        <vt:i4>5</vt:i4>
      </vt:variant>
      <vt:variant>
        <vt:lpwstr/>
      </vt:variant>
      <vt:variant>
        <vt:lpwstr>_Toc454672582</vt:lpwstr>
      </vt:variant>
      <vt:variant>
        <vt:i4>1966130</vt:i4>
      </vt:variant>
      <vt:variant>
        <vt:i4>584</vt:i4>
      </vt:variant>
      <vt:variant>
        <vt:i4>0</vt:i4>
      </vt:variant>
      <vt:variant>
        <vt:i4>5</vt:i4>
      </vt:variant>
      <vt:variant>
        <vt:lpwstr/>
      </vt:variant>
      <vt:variant>
        <vt:lpwstr>_Toc454672581</vt:lpwstr>
      </vt:variant>
      <vt:variant>
        <vt:i4>1966130</vt:i4>
      </vt:variant>
      <vt:variant>
        <vt:i4>578</vt:i4>
      </vt:variant>
      <vt:variant>
        <vt:i4>0</vt:i4>
      </vt:variant>
      <vt:variant>
        <vt:i4>5</vt:i4>
      </vt:variant>
      <vt:variant>
        <vt:lpwstr/>
      </vt:variant>
      <vt:variant>
        <vt:lpwstr>_Toc454672580</vt:lpwstr>
      </vt:variant>
      <vt:variant>
        <vt:i4>1114162</vt:i4>
      </vt:variant>
      <vt:variant>
        <vt:i4>572</vt:i4>
      </vt:variant>
      <vt:variant>
        <vt:i4>0</vt:i4>
      </vt:variant>
      <vt:variant>
        <vt:i4>5</vt:i4>
      </vt:variant>
      <vt:variant>
        <vt:lpwstr/>
      </vt:variant>
      <vt:variant>
        <vt:lpwstr>_Toc454672579</vt:lpwstr>
      </vt:variant>
      <vt:variant>
        <vt:i4>1114162</vt:i4>
      </vt:variant>
      <vt:variant>
        <vt:i4>566</vt:i4>
      </vt:variant>
      <vt:variant>
        <vt:i4>0</vt:i4>
      </vt:variant>
      <vt:variant>
        <vt:i4>5</vt:i4>
      </vt:variant>
      <vt:variant>
        <vt:lpwstr/>
      </vt:variant>
      <vt:variant>
        <vt:lpwstr>_Toc454672578</vt:lpwstr>
      </vt:variant>
      <vt:variant>
        <vt:i4>1114162</vt:i4>
      </vt:variant>
      <vt:variant>
        <vt:i4>560</vt:i4>
      </vt:variant>
      <vt:variant>
        <vt:i4>0</vt:i4>
      </vt:variant>
      <vt:variant>
        <vt:i4>5</vt:i4>
      </vt:variant>
      <vt:variant>
        <vt:lpwstr/>
      </vt:variant>
      <vt:variant>
        <vt:lpwstr>_Toc454672577</vt:lpwstr>
      </vt:variant>
      <vt:variant>
        <vt:i4>1114162</vt:i4>
      </vt:variant>
      <vt:variant>
        <vt:i4>554</vt:i4>
      </vt:variant>
      <vt:variant>
        <vt:i4>0</vt:i4>
      </vt:variant>
      <vt:variant>
        <vt:i4>5</vt:i4>
      </vt:variant>
      <vt:variant>
        <vt:lpwstr/>
      </vt:variant>
      <vt:variant>
        <vt:lpwstr>_Toc454672576</vt:lpwstr>
      </vt:variant>
      <vt:variant>
        <vt:i4>1114162</vt:i4>
      </vt:variant>
      <vt:variant>
        <vt:i4>548</vt:i4>
      </vt:variant>
      <vt:variant>
        <vt:i4>0</vt:i4>
      </vt:variant>
      <vt:variant>
        <vt:i4>5</vt:i4>
      </vt:variant>
      <vt:variant>
        <vt:lpwstr/>
      </vt:variant>
      <vt:variant>
        <vt:lpwstr>_Toc454672575</vt:lpwstr>
      </vt:variant>
      <vt:variant>
        <vt:i4>1114162</vt:i4>
      </vt:variant>
      <vt:variant>
        <vt:i4>542</vt:i4>
      </vt:variant>
      <vt:variant>
        <vt:i4>0</vt:i4>
      </vt:variant>
      <vt:variant>
        <vt:i4>5</vt:i4>
      </vt:variant>
      <vt:variant>
        <vt:lpwstr/>
      </vt:variant>
      <vt:variant>
        <vt:lpwstr>_Toc454672574</vt:lpwstr>
      </vt:variant>
      <vt:variant>
        <vt:i4>1114162</vt:i4>
      </vt:variant>
      <vt:variant>
        <vt:i4>536</vt:i4>
      </vt:variant>
      <vt:variant>
        <vt:i4>0</vt:i4>
      </vt:variant>
      <vt:variant>
        <vt:i4>5</vt:i4>
      </vt:variant>
      <vt:variant>
        <vt:lpwstr/>
      </vt:variant>
      <vt:variant>
        <vt:lpwstr>_Toc454672573</vt:lpwstr>
      </vt:variant>
      <vt:variant>
        <vt:i4>1114162</vt:i4>
      </vt:variant>
      <vt:variant>
        <vt:i4>530</vt:i4>
      </vt:variant>
      <vt:variant>
        <vt:i4>0</vt:i4>
      </vt:variant>
      <vt:variant>
        <vt:i4>5</vt:i4>
      </vt:variant>
      <vt:variant>
        <vt:lpwstr/>
      </vt:variant>
      <vt:variant>
        <vt:lpwstr>_Toc454672572</vt:lpwstr>
      </vt:variant>
      <vt:variant>
        <vt:i4>1114162</vt:i4>
      </vt:variant>
      <vt:variant>
        <vt:i4>524</vt:i4>
      </vt:variant>
      <vt:variant>
        <vt:i4>0</vt:i4>
      </vt:variant>
      <vt:variant>
        <vt:i4>5</vt:i4>
      </vt:variant>
      <vt:variant>
        <vt:lpwstr/>
      </vt:variant>
      <vt:variant>
        <vt:lpwstr>_Toc454672571</vt:lpwstr>
      </vt:variant>
      <vt:variant>
        <vt:i4>1114162</vt:i4>
      </vt:variant>
      <vt:variant>
        <vt:i4>518</vt:i4>
      </vt:variant>
      <vt:variant>
        <vt:i4>0</vt:i4>
      </vt:variant>
      <vt:variant>
        <vt:i4>5</vt:i4>
      </vt:variant>
      <vt:variant>
        <vt:lpwstr/>
      </vt:variant>
      <vt:variant>
        <vt:lpwstr>_Toc454672570</vt:lpwstr>
      </vt:variant>
      <vt:variant>
        <vt:i4>1048626</vt:i4>
      </vt:variant>
      <vt:variant>
        <vt:i4>512</vt:i4>
      </vt:variant>
      <vt:variant>
        <vt:i4>0</vt:i4>
      </vt:variant>
      <vt:variant>
        <vt:i4>5</vt:i4>
      </vt:variant>
      <vt:variant>
        <vt:lpwstr/>
      </vt:variant>
      <vt:variant>
        <vt:lpwstr>_Toc454672569</vt:lpwstr>
      </vt:variant>
      <vt:variant>
        <vt:i4>1048626</vt:i4>
      </vt:variant>
      <vt:variant>
        <vt:i4>506</vt:i4>
      </vt:variant>
      <vt:variant>
        <vt:i4>0</vt:i4>
      </vt:variant>
      <vt:variant>
        <vt:i4>5</vt:i4>
      </vt:variant>
      <vt:variant>
        <vt:lpwstr/>
      </vt:variant>
      <vt:variant>
        <vt:lpwstr>_Toc454672568</vt:lpwstr>
      </vt:variant>
      <vt:variant>
        <vt:i4>1048626</vt:i4>
      </vt:variant>
      <vt:variant>
        <vt:i4>500</vt:i4>
      </vt:variant>
      <vt:variant>
        <vt:i4>0</vt:i4>
      </vt:variant>
      <vt:variant>
        <vt:i4>5</vt:i4>
      </vt:variant>
      <vt:variant>
        <vt:lpwstr/>
      </vt:variant>
      <vt:variant>
        <vt:lpwstr>_Toc454672567</vt:lpwstr>
      </vt:variant>
      <vt:variant>
        <vt:i4>1048626</vt:i4>
      </vt:variant>
      <vt:variant>
        <vt:i4>494</vt:i4>
      </vt:variant>
      <vt:variant>
        <vt:i4>0</vt:i4>
      </vt:variant>
      <vt:variant>
        <vt:i4>5</vt:i4>
      </vt:variant>
      <vt:variant>
        <vt:lpwstr/>
      </vt:variant>
      <vt:variant>
        <vt:lpwstr>_Toc454672566</vt:lpwstr>
      </vt:variant>
      <vt:variant>
        <vt:i4>1048626</vt:i4>
      </vt:variant>
      <vt:variant>
        <vt:i4>488</vt:i4>
      </vt:variant>
      <vt:variant>
        <vt:i4>0</vt:i4>
      </vt:variant>
      <vt:variant>
        <vt:i4>5</vt:i4>
      </vt:variant>
      <vt:variant>
        <vt:lpwstr/>
      </vt:variant>
      <vt:variant>
        <vt:lpwstr>_Toc454672565</vt:lpwstr>
      </vt:variant>
      <vt:variant>
        <vt:i4>1048626</vt:i4>
      </vt:variant>
      <vt:variant>
        <vt:i4>482</vt:i4>
      </vt:variant>
      <vt:variant>
        <vt:i4>0</vt:i4>
      </vt:variant>
      <vt:variant>
        <vt:i4>5</vt:i4>
      </vt:variant>
      <vt:variant>
        <vt:lpwstr/>
      </vt:variant>
      <vt:variant>
        <vt:lpwstr>_Toc454672564</vt:lpwstr>
      </vt:variant>
      <vt:variant>
        <vt:i4>1048626</vt:i4>
      </vt:variant>
      <vt:variant>
        <vt:i4>476</vt:i4>
      </vt:variant>
      <vt:variant>
        <vt:i4>0</vt:i4>
      </vt:variant>
      <vt:variant>
        <vt:i4>5</vt:i4>
      </vt:variant>
      <vt:variant>
        <vt:lpwstr/>
      </vt:variant>
      <vt:variant>
        <vt:lpwstr>_Toc454672563</vt:lpwstr>
      </vt:variant>
      <vt:variant>
        <vt:i4>1048626</vt:i4>
      </vt:variant>
      <vt:variant>
        <vt:i4>470</vt:i4>
      </vt:variant>
      <vt:variant>
        <vt:i4>0</vt:i4>
      </vt:variant>
      <vt:variant>
        <vt:i4>5</vt:i4>
      </vt:variant>
      <vt:variant>
        <vt:lpwstr/>
      </vt:variant>
      <vt:variant>
        <vt:lpwstr>_Toc454672562</vt:lpwstr>
      </vt:variant>
      <vt:variant>
        <vt:i4>1048626</vt:i4>
      </vt:variant>
      <vt:variant>
        <vt:i4>464</vt:i4>
      </vt:variant>
      <vt:variant>
        <vt:i4>0</vt:i4>
      </vt:variant>
      <vt:variant>
        <vt:i4>5</vt:i4>
      </vt:variant>
      <vt:variant>
        <vt:lpwstr/>
      </vt:variant>
      <vt:variant>
        <vt:lpwstr>_Toc454672561</vt:lpwstr>
      </vt:variant>
      <vt:variant>
        <vt:i4>1048626</vt:i4>
      </vt:variant>
      <vt:variant>
        <vt:i4>458</vt:i4>
      </vt:variant>
      <vt:variant>
        <vt:i4>0</vt:i4>
      </vt:variant>
      <vt:variant>
        <vt:i4>5</vt:i4>
      </vt:variant>
      <vt:variant>
        <vt:lpwstr/>
      </vt:variant>
      <vt:variant>
        <vt:lpwstr>_Toc454672560</vt:lpwstr>
      </vt:variant>
      <vt:variant>
        <vt:i4>1245234</vt:i4>
      </vt:variant>
      <vt:variant>
        <vt:i4>452</vt:i4>
      </vt:variant>
      <vt:variant>
        <vt:i4>0</vt:i4>
      </vt:variant>
      <vt:variant>
        <vt:i4>5</vt:i4>
      </vt:variant>
      <vt:variant>
        <vt:lpwstr/>
      </vt:variant>
      <vt:variant>
        <vt:lpwstr>_Toc454672559</vt:lpwstr>
      </vt:variant>
      <vt:variant>
        <vt:i4>1245234</vt:i4>
      </vt:variant>
      <vt:variant>
        <vt:i4>446</vt:i4>
      </vt:variant>
      <vt:variant>
        <vt:i4>0</vt:i4>
      </vt:variant>
      <vt:variant>
        <vt:i4>5</vt:i4>
      </vt:variant>
      <vt:variant>
        <vt:lpwstr/>
      </vt:variant>
      <vt:variant>
        <vt:lpwstr>_Toc454672558</vt:lpwstr>
      </vt:variant>
      <vt:variant>
        <vt:i4>1245234</vt:i4>
      </vt:variant>
      <vt:variant>
        <vt:i4>440</vt:i4>
      </vt:variant>
      <vt:variant>
        <vt:i4>0</vt:i4>
      </vt:variant>
      <vt:variant>
        <vt:i4>5</vt:i4>
      </vt:variant>
      <vt:variant>
        <vt:lpwstr/>
      </vt:variant>
      <vt:variant>
        <vt:lpwstr>_Toc454672557</vt:lpwstr>
      </vt:variant>
      <vt:variant>
        <vt:i4>1245234</vt:i4>
      </vt:variant>
      <vt:variant>
        <vt:i4>434</vt:i4>
      </vt:variant>
      <vt:variant>
        <vt:i4>0</vt:i4>
      </vt:variant>
      <vt:variant>
        <vt:i4>5</vt:i4>
      </vt:variant>
      <vt:variant>
        <vt:lpwstr/>
      </vt:variant>
      <vt:variant>
        <vt:lpwstr>_Toc454672556</vt:lpwstr>
      </vt:variant>
      <vt:variant>
        <vt:i4>1245234</vt:i4>
      </vt:variant>
      <vt:variant>
        <vt:i4>428</vt:i4>
      </vt:variant>
      <vt:variant>
        <vt:i4>0</vt:i4>
      </vt:variant>
      <vt:variant>
        <vt:i4>5</vt:i4>
      </vt:variant>
      <vt:variant>
        <vt:lpwstr/>
      </vt:variant>
      <vt:variant>
        <vt:lpwstr>_Toc454672555</vt:lpwstr>
      </vt:variant>
      <vt:variant>
        <vt:i4>1245234</vt:i4>
      </vt:variant>
      <vt:variant>
        <vt:i4>422</vt:i4>
      </vt:variant>
      <vt:variant>
        <vt:i4>0</vt:i4>
      </vt:variant>
      <vt:variant>
        <vt:i4>5</vt:i4>
      </vt:variant>
      <vt:variant>
        <vt:lpwstr/>
      </vt:variant>
      <vt:variant>
        <vt:lpwstr>_Toc454672554</vt:lpwstr>
      </vt:variant>
      <vt:variant>
        <vt:i4>1245234</vt:i4>
      </vt:variant>
      <vt:variant>
        <vt:i4>416</vt:i4>
      </vt:variant>
      <vt:variant>
        <vt:i4>0</vt:i4>
      </vt:variant>
      <vt:variant>
        <vt:i4>5</vt:i4>
      </vt:variant>
      <vt:variant>
        <vt:lpwstr/>
      </vt:variant>
      <vt:variant>
        <vt:lpwstr>_Toc454672553</vt:lpwstr>
      </vt:variant>
      <vt:variant>
        <vt:i4>1245234</vt:i4>
      </vt:variant>
      <vt:variant>
        <vt:i4>410</vt:i4>
      </vt:variant>
      <vt:variant>
        <vt:i4>0</vt:i4>
      </vt:variant>
      <vt:variant>
        <vt:i4>5</vt:i4>
      </vt:variant>
      <vt:variant>
        <vt:lpwstr/>
      </vt:variant>
      <vt:variant>
        <vt:lpwstr>_Toc454672552</vt:lpwstr>
      </vt:variant>
      <vt:variant>
        <vt:i4>1245234</vt:i4>
      </vt:variant>
      <vt:variant>
        <vt:i4>404</vt:i4>
      </vt:variant>
      <vt:variant>
        <vt:i4>0</vt:i4>
      </vt:variant>
      <vt:variant>
        <vt:i4>5</vt:i4>
      </vt:variant>
      <vt:variant>
        <vt:lpwstr/>
      </vt:variant>
      <vt:variant>
        <vt:lpwstr>_Toc454672551</vt:lpwstr>
      </vt:variant>
      <vt:variant>
        <vt:i4>1245234</vt:i4>
      </vt:variant>
      <vt:variant>
        <vt:i4>398</vt:i4>
      </vt:variant>
      <vt:variant>
        <vt:i4>0</vt:i4>
      </vt:variant>
      <vt:variant>
        <vt:i4>5</vt:i4>
      </vt:variant>
      <vt:variant>
        <vt:lpwstr/>
      </vt:variant>
      <vt:variant>
        <vt:lpwstr>_Toc454672550</vt:lpwstr>
      </vt:variant>
      <vt:variant>
        <vt:i4>1179698</vt:i4>
      </vt:variant>
      <vt:variant>
        <vt:i4>392</vt:i4>
      </vt:variant>
      <vt:variant>
        <vt:i4>0</vt:i4>
      </vt:variant>
      <vt:variant>
        <vt:i4>5</vt:i4>
      </vt:variant>
      <vt:variant>
        <vt:lpwstr/>
      </vt:variant>
      <vt:variant>
        <vt:lpwstr>_Toc454672549</vt:lpwstr>
      </vt:variant>
      <vt:variant>
        <vt:i4>1179698</vt:i4>
      </vt:variant>
      <vt:variant>
        <vt:i4>386</vt:i4>
      </vt:variant>
      <vt:variant>
        <vt:i4>0</vt:i4>
      </vt:variant>
      <vt:variant>
        <vt:i4>5</vt:i4>
      </vt:variant>
      <vt:variant>
        <vt:lpwstr/>
      </vt:variant>
      <vt:variant>
        <vt:lpwstr>_Toc454672548</vt:lpwstr>
      </vt:variant>
      <vt:variant>
        <vt:i4>1179698</vt:i4>
      </vt:variant>
      <vt:variant>
        <vt:i4>380</vt:i4>
      </vt:variant>
      <vt:variant>
        <vt:i4>0</vt:i4>
      </vt:variant>
      <vt:variant>
        <vt:i4>5</vt:i4>
      </vt:variant>
      <vt:variant>
        <vt:lpwstr/>
      </vt:variant>
      <vt:variant>
        <vt:lpwstr>_Toc454672547</vt:lpwstr>
      </vt:variant>
      <vt:variant>
        <vt:i4>1179698</vt:i4>
      </vt:variant>
      <vt:variant>
        <vt:i4>374</vt:i4>
      </vt:variant>
      <vt:variant>
        <vt:i4>0</vt:i4>
      </vt:variant>
      <vt:variant>
        <vt:i4>5</vt:i4>
      </vt:variant>
      <vt:variant>
        <vt:lpwstr/>
      </vt:variant>
      <vt:variant>
        <vt:lpwstr>_Toc454672546</vt:lpwstr>
      </vt:variant>
      <vt:variant>
        <vt:i4>1179698</vt:i4>
      </vt:variant>
      <vt:variant>
        <vt:i4>368</vt:i4>
      </vt:variant>
      <vt:variant>
        <vt:i4>0</vt:i4>
      </vt:variant>
      <vt:variant>
        <vt:i4>5</vt:i4>
      </vt:variant>
      <vt:variant>
        <vt:lpwstr/>
      </vt:variant>
      <vt:variant>
        <vt:lpwstr>_Toc454672545</vt:lpwstr>
      </vt:variant>
      <vt:variant>
        <vt:i4>1179698</vt:i4>
      </vt:variant>
      <vt:variant>
        <vt:i4>362</vt:i4>
      </vt:variant>
      <vt:variant>
        <vt:i4>0</vt:i4>
      </vt:variant>
      <vt:variant>
        <vt:i4>5</vt:i4>
      </vt:variant>
      <vt:variant>
        <vt:lpwstr/>
      </vt:variant>
      <vt:variant>
        <vt:lpwstr>_Toc454672544</vt:lpwstr>
      </vt:variant>
      <vt:variant>
        <vt:i4>1179698</vt:i4>
      </vt:variant>
      <vt:variant>
        <vt:i4>356</vt:i4>
      </vt:variant>
      <vt:variant>
        <vt:i4>0</vt:i4>
      </vt:variant>
      <vt:variant>
        <vt:i4>5</vt:i4>
      </vt:variant>
      <vt:variant>
        <vt:lpwstr/>
      </vt:variant>
      <vt:variant>
        <vt:lpwstr>_Toc454672543</vt:lpwstr>
      </vt:variant>
      <vt:variant>
        <vt:i4>1179698</vt:i4>
      </vt:variant>
      <vt:variant>
        <vt:i4>350</vt:i4>
      </vt:variant>
      <vt:variant>
        <vt:i4>0</vt:i4>
      </vt:variant>
      <vt:variant>
        <vt:i4>5</vt:i4>
      </vt:variant>
      <vt:variant>
        <vt:lpwstr/>
      </vt:variant>
      <vt:variant>
        <vt:lpwstr>_Toc454672542</vt:lpwstr>
      </vt:variant>
      <vt:variant>
        <vt:i4>1179698</vt:i4>
      </vt:variant>
      <vt:variant>
        <vt:i4>344</vt:i4>
      </vt:variant>
      <vt:variant>
        <vt:i4>0</vt:i4>
      </vt:variant>
      <vt:variant>
        <vt:i4>5</vt:i4>
      </vt:variant>
      <vt:variant>
        <vt:lpwstr/>
      </vt:variant>
      <vt:variant>
        <vt:lpwstr>_Toc454672541</vt:lpwstr>
      </vt:variant>
      <vt:variant>
        <vt:i4>1179698</vt:i4>
      </vt:variant>
      <vt:variant>
        <vt:i4>338</vt:i4>
      </vt:variant>
      <vt:variant>
        <vt:i4>0</vt:i4>
      </vt:variant>
      <vt:variant>
        <vt:i4>5</vt:i4>
      </vt:variant>
      <vt:variant>
        <vt:lpwstr/>
      </vt:variant>
      <vt:variant>
        <vt:lpwstr>_Toc454672540</vt:lpwstr>
      </vt:variant>
      <vt:variant>
        <vt:i4>1376306</vt:i4>
      </vt:variant>
      <vt:variant>
        <vt:i4>332</vt:i4>
      </vt:variant>
      <vt:variant>
        <vt:i4>0</vt:i4>
      </vt:variant>
      <vt:variant>
        <vt:i4>5</vt:i4>
      </vt:variant>
      <vt:variant>
        <vt:lpwstr/>
      </vt:variant>
      <vt:variant>
        <vt:lpwstr>_Toc454672539</vt:lpwstr>
      </vt:variant>
      <vt:variant>
        <vt:i4>1376306</vt:i4>
      </vt:variant>
      <vt:variant>
        <vt:i4>326</vt:i4>
      </vt:variant>
      <vt:variant>
        <vt:i4>0</vt:i4>
      </vt:variant>
      <vt:variant>
        <vt:i4>5</vt:i4>
      </vt:variant>
      <vt:variant>
        <vt:lpwstr/>
      </vt:variant>
      <vt:variant>
        <vt:lpwstr>_Toc454672538</vt:lpwstr>
      </vt:variant>
      <vt:variant>
        <vt:i4>1376306</vt:i4>
      </vt:variant>
      <vt:variant>
        <vt:i4>320</vt:i4>
      </vt:variant>
      <vt:variant>
        <vt:i4>0</vt:i4>
      </vt:variant>
      <vt:variant>
        <vt:i4>5</vt:i4>
      </vt:variant>
      <vt:variant>
        <vt:lpwstr/>
      </vt:variant>
      <vt:variant>
        <vt:lpwstr>_Toc454672537</vt:lpwstr>
      </vt:variant>
      <vt:variant>
        <vt:i4>1376306</vt:i4>
      </vt:variant>
      <vt:variant>
        <vt:i4>314</vt:i4>
      </vt:variant>
      <vt:variant>
        <vt:i4>0</vt:i4>
      </vt:variant>
      <vt:variant>
        <vt:i4>5</vt:i4>
      </vt:variant>
      <vt:variant>
        <vt:lpwstr/>
      </vt:variant>
      <vt:variant>
        <vt:lpwstr>_Toc454672536</vt:lpwstr>
      </vt:variant>
      <vt:variant>
        <vt:i4>1376306</vt:i4>
      </vt:variant>
      <vt:variant>
        <vt:i4>308</vt:i4>
      </vt:variant>
      <vt:variant>
        <vt:i4>0</vt:i4>
      </vt:variant>
      <vt:variant>
        <vt:i4>5</vt:i4>
      </vt:variant>
      <vt:variant>
        <vt:lpwstr/>
      </vt:variant>
      <vt:variant>
        <vt:lpwstr>_Toc454672535</vt:lpwstr>
      </vt:variant>
      <vt:variant>
        <vt:i4>1376306</vt:i4>
      </vt:variant>
      <vt:variant>
        <vt:i4>302</vt:i4>
      </vt:variant>
      <vt:variant>
        <vt:i4>0</vt:i4>
      </vt:variant>
      <vt:variant>
        <vt:i4>5</vt:i4>
      </vt:variant>
      <vt:variant>
        <vt:lpwstr/>
      </vt:variant>
      <vt:variant>
        <vt:lpwstr>_Toc454672534</vt:lpwstr>
      </vt:variant>
      <vt:variant>
        <vt:i4>1376306</vt:i4>
      </vt:variant>
      <vt:variant>
        <vt:i4>296</vt:i4>
      </vt:variant>
      <vt:variant>
        <vt:i4>0</vt:i4>
      </vt:variant>
      <vt:variant>
        <vt:i4>5</vt:i4>
      </vt:variant>
      <vt:variant>
        <vt:lpwstr/>
      </vt:variant>
      <vt:variant>
        <vt:lpwstr>_Toc454672533</vt:lpwstr>
      </vt:variant>
      <vt:variant>
        <vt:i4>1376306</vt:i4>
      </vt:variant>
      <vt:variant>
        <vt:i4>290</vt:i4>
      </vt:variant>
      <vt:variant>
        <vt:i4>0</vt:i4>
      </vt:variant>
      <vt:variant>
        <vt:i4>5</vt:i4>
      </vt:variant>
      <vt:variant>
        <vt:lpwstr/>
      </vt:variant>
      <vt:variant>
        <vt:lpwstr>_Toc454672532</vt:lpwstr>
      </vt:variant>
      <vt:variant>
        <vt:i4>1376306</vt:i4>
      </vt:variant>
      <vt:variant>
        <vt:i4>284</vt:i4>
      </vt:variant>
      <vt:variant>
        <vt:i4>0</vt:i4>
      </vt:variant>
      <vt:variant>
        <vt:i4>5</vt:i4>
      </vt:variant>
      <vt:variant>
        <vt:lpwstr/>
      </vt:variant>
      <vt:variant>
        <vt:lpwstr>_Toc454672531</vt:lpwstr>
      </vt:variant>
      <vt:variant>
        <vt:i4>1376306</vt:i4>
      </vt:variant>
      <vt:variant>
        <vt:i4>278</vt:i4>
      </vt:variant>
      <vt:variant>
        <vt:i4>0</vt:i4>
      </vt:variant>
      <vt:variant>
        <vt:i4>5</vt:i4>
      </vt:variant>
      <vt:variant>
        <vt:lpwstr/>
      </vt:variant>
      <vt:variant>
        <vt:lpwstr>_Toc454672530</vt:lpwstr>
      </vt:variant>
      <vt:variant>
        <vt:i4>1310770</vt:i4>
      </vt:variant>
      <vt:variant>
        <vt:i4>272</vt:i4>
      </vt:variant>
      <vt:variant>
        <vt:i4>0</vt:i4>
      </vt:variant>
      <vt:variant>
        <vt:i4>5</vt:i4>
      </vt:variant>
      <vt:variant>
        <vt:lpwstr/>
      </vt:variant>
      <vt:variant>
        <vt:lpwstr>_Toc454672529</vt:lpwstr>
      </vt:variant>
      <vt:variant>
        <vt:i4>1310770</vt:i4>
      </vt:variant>
      <vt:variant>
        <vt:i4>266</vt:i4>
      </vt:variant>
      <vt:variant>
        <vt:i4>0</vt:i4>
      </vt:variant>
      <vt:variant>
        <vt:i4>5</vt:i4>
      </vt:variant>
      <vt:variant>
        <vt:lpwstr/>
      </vt:variant>
      <vt:variant>
        <vt:lpwstr>_Toc454672528</vt:lpwstr>
      </vt:variant>
      <vt:variant>
        <vt:i4>1310770</vt:i4>
      </vt:variant>
      <vt:variant>
        <vt:i4>260</vt:i4>
      </vt:variant>
      <vt:variant>
        <vt:i4>0</vt:i4>
      </vt:variant>
      <vt:variant>
        <vt:i4>5</vt:i4>
      </vt:variant>
      <vt:variant>
        <vt:lpwstr/>
      </vt:variant>
      <vt:variant>
        <vt:lpwstr>_Toc454672527</vt:lpwstr>
      </vt:variant>
      <vt:variant>
        <vt:i4>1310770</vt:i4>
      </vt:variant>
      <vt:variant>
        <vt:i4>254</vt:i4>
      </vt:variant>
      <vt:variant>
        <vt:i4>0</vt:i4>
      </vt:variant>
      <vt:variant>
        <vt:i4>5</vt:i4>
      </vt:variant>
      <vt:variant>
        <vt:lpwstr/>
      </vt:variant>
      <vt:variant>
        <vt:lpwstr>_Toc454672526</vt:lpwstr>
      </vt:variant>
      <vt:variant>
        <vt:i4>1310770</vt:i4>
      </vt:variant>
      <vt:variant>
        <vt:i4>248</vt:i4>
      </vt:variant>
      <vt:variant>
        <vt:i4>0</vt:i4>
      </vt:variant>
      <vt:variant>
        <vt:i4>5</vt:i4>
      </vt:variant>
      <vt:variant>
        <vt:lpwstr/>
      </vt:variant>
      <vt:variant>
        <vt:lpwstr>_Toc454672525</vt:lpwstr>
      </vt:variant>
      <vt:variant>
        <vt:i4>1310770</vt:i4>
      </vt:variant>
      <vt:variant>
        <vt:i4>242</vt:i4>
      </vt:variant>
      <vt:variant>
        <vt:i4>0</vt:i4>
      </vt:variant>
      <vt:variant>
        <vt:i4>5</vt:i4>
      </vt:variant>
      <vt:variant>
        <vt:lpwstr/>
      </vt:variant>
      <vt:variant>
        <vt:lpwstr>_Toc454672524</vt:lpwstr>
      </vt:variant>
      <vt:variant>
        <vt:i4>1310770</vt:i4>
      </vt:variant>
      <vt:variant>
        <vt:i4>236</vt:i4>
      </vt:variant>
      <vt:variant>
        <vt:i4>0</vt:i4>
      </vt:variant>
      <vt:variant>
        <vt:i4>5</vt:i4>
      </vt:variant>
      <vt:variant>
        <vt:lpwstr/>
      </vt:variant>
      <vt:variant>
        <vt:lpwstr>_Toc454672523</vt:lpwstr>
      </vt:variant>
      <vt:variant>
        <vt:i4>1310770</vt:i4>
      </vt:variant>
      <vt:variant>
        <vt:i4>230</vt:i4>
      </vt:variant>
      <vt:variant>
        <vt:i4>0</vt:i4>
      </vt:variant>
      <vt:variant>
        <vt:i4>5</vt:i4>
      </vt:variant>
      <vt:variant>
        <vt:lpwstr/>
      </vt:variant>
      <vt:variant>
        <vt:lpwstr>_Toc454672522</vt:lpwstr>
      </vt:variant>
      <vt:variant>
        <vt:i4>1310770</vt:i4>
      </vt:variant>
      <vt:variant>
        <vt:i4>224</vt:i4>
      </vt:variant>
      <vt:variant>
        <vt:i4>0</vt:i4>
      </vt:variant>
      <vt:variant>
        <vt:i4>5</vt:i4>
      </vt:variant>
      <vt:variant>
        <vt:lpwstr/>
      </vt:variant>
      <vt:variant>
        <vt:lpwstr>_Toc454672521</vt:lpwstr>
      </vt:variant>
      <vt:variant>
        <vt:i4>1310770</vt:i4>
      </vt:variant>
      <vt:variant>
        <vt:i4>218</vt:i4>
      </vt:variant>
      <vt:variant>
        <vt:i4>0</vt:i4>
      </vt:variant>
      <vt:variant>
        <vt:i4>5</vt:i4>
      </vt:variant>
      <vt:variant>
        <vt:lpwstr/>
      </vt:variant>
      <vt:variant>
        <vt:lpwstr>_Toc454672520</vt:lpwstr>
      </vt:variant>
      <vt:variant>
        <vt:i4>1507378</vt:i4>
      </vt:variant>
      <vt:variant>
        <vt:i4>212</vt:i4>
      </vt:variant>
      <vt:variant>
        <vt:i4>0</vt:i4>
      </vt:variant>
      <vt:variant>
        <vt:i4>5</vt:i4>
      </vt:variant>
      <vt:variant>
        <vt:lpwstr/>
      </vt:variant>
      <vt:variant>
        <vt:lpwstr>_Toc454672519</vt:lpwstr>
      </vt:variant>
      <vt:variant>
        <vt:i4>1507378</vt:i4>
      </vt:variant>
      <vt:variant>
        <vt:i4>206</vt:i4>
      </vt:variant>
      <vt:variant>
        <vt:i4>0</vt:i4>
      </vt:variant>
      <vt:variant>
        <vt:i4>5</vt:i4>
      </vt:variant>
      <vt:variant>
        <vt:lpwstr/>
      </vt:variant>
      <vt:variant>
        <vt:lpwstr>_Toc454672518</vt:lpwstr>
      </vt:variant>
      <vt:variant>
        <vt:i4>1507378</vt:i4>
      </vt:variant>
      <vt:variant>
        <vt:i4>200</vt:i4>
      </vt:variant>
      <vt:variant>
        <vt:i4>0</vt:i4>
      </vt:variant>
      <vt:variant>
        <vt:i4>5</vt:i4>
      </vt:variant>
      <vt:variant>
        <vt:lpwstr/>
      </vt:variant>
      <vt:variant>
        <vt:lpwstr>_Toc454672517</vt:lpwstr>
      </vt:variant>
      <vt:variant>
        <vt:i4>1507378</vt:i4>
      </vt:variant>
      <vt:variant>
        <vt:i4>194</vt:i4>
      </vt:variant>
      <vt:variant>
        <vt:i4>0</vt:i4>
      </vt:variant>
      <vt:variant>
        <vt:i4>5</vt:i4>
      </vt:variant>
      <vt:variant>
        <vt:lpwstr/>
      </vt:variant>
      <vt:variant>
        <vt:lpwstr>_Toc454672516</vt:lpwstr>
      </vt:variant>
      <vt:variant>
        <vt:i4>1507378</vt:i4>
      </vt:variant>
      <vt:variant>
        <vt:i4>188</vt:i4>
      </vt:variant>
      <vt:variant>
        <vt:i4>0</vt:i4>
      </vt:variant>
      <vt:variant>
        <vt:i4>5</vt:i4>
      </vt:variant>
      <vt:variant>
        <vt:lpwstr/>
      </vt:variant>
      <vt:variant>
        <vt:lpwstr>_Toc454672515</vt:lpwstr>
      </vt:variant>
      <vt:variant>
        <vt:i4>1507378</vt:i4>
      </vt:variant>
      <vt:variant>
        <vt:i4>182</vt:i4>
      </vt:variant>
      <vt:variant>
        <vt:i4>0</vt:i4>
      </vt:variant>
      <vt:variant>
        <vt:i4>5</vt:i4>
      </vt:variant>
      <vt:variant>
        <vt:lpwstr/>
      </vt:variant>
      <vt:variant>
        <vt:lpwstr>_Toc454672514</vt:lpwstr>
      </vt:variant>
      <vt:variant>
        <vt:i4>1507378</vt:i4>
      </vt:variant>
      <vt:variant>
        <vt:i4>176</vt:i4>
      </vt:variant>
      <vt:variant>
        <vt:i4>0</vt:i4>
      </vt:variant>
      <vt:variant>
        <vt:i4>5</vt:i4>
      </vt:variant>
      <vt:variant>
        <vt:lpwstr/>
      </vt:variant>
      <vt:variant>
        <vt:lpwstr>_Toc454672513</vt:lpwstr>
      </vt:variant>
      <vt:variant>
        <vt:i4>1507378</vt:i4>
      </vt:variant>
      <vt:variant>
        <vt:i4>170</vt:i4>
      </vt:variant>
      <vt:variant>
        <vt:i4>0</vt:i4>
      </vt:variant>
      <vt:variant>
        <vt:i4>5</vt:i4>
      </vt:variant>
      <vt:variant>
        <vt:lpwstr/>
      </vt:variant>
      <vt:variant>
        <vt:lpwstr>_Toc454672512</vt:lpwstr>
      </vt:variant>
      <vt:variant>
        <vt:i4>1507378</vt:i4>
      </vt:variant>
      <vt:variant>
        <vt:i4>164</vt:i4>
      </vt:variant>
      <vt:variant>
        <vt:i4>0</vt:i4>
      </vt:variant>
      <vt:variant>
        <vt:i4>5</vt:i4>
      </vt:variant>
      <vt:variant>
        <vt:lpwstr/>
      </vt:variant>
      <vt:variant>
        <vt:lpwstr>_Toc454672511</vt:lpwstr>
      </vt:variant>
      <vt:variant>
        <vt:i4>1507378</vt:i4>
      </vt:variant>
      <vt:variant>
        <vt:i4>158</vt:i4>
      </vt:variant>
      <vt:variant>
        <vt:i4>0</vt:i4>
      </vt:variant>
      <vt:variant>
        <vt:i4>5</vt:i4>
      </vt:variant>
      <vt:variant>
        <vt:lpwstr/>
      </vt:variant>
      <vt:variant>
        <vt:lpwstr>_Toc454672510</vt:lpwstr>
      </vt:variant>
      <vt:variant>
        <vt:i4>1441842</vt:i4>
      </vt:variant>
      <vt:variant>
        <vt:i4>152</vt:i4>
      </vt:variant>
      <vt:variant>
        <vt:i4>0</vt:i4>
      </vt:variant>
      <vt:variant>
        <vt:i4>5</vt:i4>
      </vt:variant>
      <vt:variant>
        <vt:lpwstr/>
      </vt:variant>
      <vt:variant>
        <vt:lpwstr>_Toc454672509</vt:lpwstr>
      </vt:variant>
      <vt:variant>
        <vt:i4>1441842</vt:i4>
      </vt:variant>
      <vt:variant>
        <vt:i4>146</vt:i4>
      </vt:variant>
      <vt:variant>
        <vt:i4>0</vt:i4>
      </vt:variant>
      <vt:variant>
        <vt:i4>5</vt:i4>
      </vt:variant>
      <vt:variant>
        <vt:lpwstr/>
      </vt:variant>
      <vt:variant>
        <vt:lpwstr>_Toc454672508</vt:lpwstr>
      </vt:variant>
      <vt:variant>
        <vt:i4>1441842</vt:i4>
      </vt:variant>
      <vt:variant>
        <vt:i4>140</vt:i4>
      </vt:variant>
      <vt:variant>
        <vt:i4>0</vt:i4>
      </vt:variant>
      <vt:variant>
        <vt:i4>5</vt:i4>
      </vt:variant>
      <vt:variant>
        <vt:lpwstr/>
      </vt:variant>
      <vt:variant>
        <vt:lpwstr>_Toc454672507</vt:lpwstr>
      </vt:variant>
      <vt:variant>
        <vt:i4>1441842</vt:i4>
      </vt:variant>
      <vt:variant>
        <vt:i4>134</vt:i4>
      </vt:variant>
      <vt:variant>
        <vt:i4>0</vt:i4>
      </vt:variant>
      <vt:variant>
        <vt:i4>5</vt:i4>
      </vt:variant>
      <vt:variant>
        <vt:lpwstr/>
      </vt:variant>
      <vt:variant>
        <vt:lpwstr>_Toc454672506</vt:lpwstr>
      </vt:variant>
      <vt:variant>
        <vt:i4>1441842</vt:i4>
      </vt:variant>
      <vt:variant>
        <vt:i4>128</vt:i4>
      </vt:variant>
      <vt:variant>
        <vt:i4>0</vt:i4>
      </vt:variant>
      <vt:variant>
        <vt:i4>5</vt:i4>
      </vt:variant>
      <vt:variant>
        <vt:lpwstr/>
      </vt:variant>
      <vt:variant>
        <vt:lpwstr>_Toc454672505</vt:lpwstr>
      </vt:variant>
      <vt:variant>
        <vt:i4>1441842</vt:i4>
      </vt:variant>
      <vt:variant>
        <vt:i4>122</vt:i4>
      </vt:variant>
      <vt:variant>
        <vt:i4>0</vt:i4>
      </vt:variant>
      <vt:variant>
        <vt:i4>5</vt:i4>
      </vt:variant>
      <vt:variant>
        <vt:lpwstr/>
      </vt:variant>
      <vt:variant>
        <vt:lpwstr>_Toc454672504</vt:lpwstr>
      </vt:variant>
      <vt:variant>
        <vt:i4>1441842</vt:i4>
      </vt:variant>
      <vt:variant>
        <vt:i4>116</vt:i4>
      </vt:variant>
      <vt:variant>
        <vt:i4>0</vt:i4>
      </vt:variant>
      <vt:variant>
        <vt:i4>5</vt:i4>
      </vt:variant>
      <vt:variant>
        <vt:lpwstr/>
      </vt:variant>
      <vt:variant>
        <vt:lpwstr>_Toc454672503</vt:lpwstr>
      </vt:variant>
      <vt:variant>
        <vt:i4>1441842</vt:i4>
      </vt:variant>
      <vt:variant>
        <vt:i4>110</vt:i4>
      </vt:variant>
      <vt:variant>
        <vt:i4>0</vt:i4>
      </vt:variant>
      <vt:variant>
        <vt:i4>5</vt:i4>
      </vt:variant>
      <vt:variant>
        <vt:lpwstr/>
      </vt:variant>
      <vt:variant>
        <vt:lpwstr>_Toc454672502</vt:lpwstr>
      </vt:variant>
      <vt:variant>
        <vt:i4>1441842</vt:i4>
      </vt:variant>
      <vt:variant>
        <vt:i4>104</vt:i4>
      </vt:variant>
      <vt:variant>
        <vt:i4>0</vt:i4>
      </vt:variant>
      <vt:variant>
        <vt:i4>5</vt:i4>
      </vt:variant>
      <vt:variant>
        <vt:lpwstr/>
      </vt:variant>
      <vt:variant>
        <vt:lpwstr>_Toc454672501</vt:lpwstr>
      </vt:variant>
      <vt:variant>
        <vt:i4>1441842</vt:i4>
      </vt:variant>
      <vt:variant>
        <vt:i4>98</vt:i4>
      </vt:variant>
      <vt:variant>
        <vt:i4>0</vt:i4>
      </vt:variant>
      <vt:variant>
        <vt:i4>5</vt:i4>
      </vt:variant>
      <vt:variant>
        <vt:lpwstr/>
      </vt:variant>
      <vt:variant>
        <vt:lpwstr>_Toc454672500</vt:lpwstr>
      </vt:variant>
      <vt:variant>
        <vt:i4>2031667</vt:i4>
      </vt:variant>
      <vt:variant>
        <vt:i4>92</vt:i4>
      </vt:variant>
      <vt:variant>
        <vt:i4>0</vt:i4>
      </vt:variant>
      <vt:variant>
        <vt:i4>5</vt:i4>
      </vt:variant>
      <vt:variant>
        <vt:lpwstr/>
      </vt:variant>
      <vt:variant>
        <vt:lpwstr>_Toc454672499</vt:lpwstr>
      </vt:variant>
      <vt:variant>
        <vt:i4>2031667</vt:i4>
      </vt:variant>
      <vt:variant>
        <vt:i4>86</vt:i4>
      </vt:variant>
      <vt:variant>
        <vt:i4>0</vt:i4>
      </vt:variant>
      <vt:variant>
        <vt:i4>5</vt:i4>
      </vt:variant>
      <vt:variant>
        <vt:lpwstr/>
      </vt:variant>
      <vt:variant>
        <vt:lpwstr>_Toc454672498</vt:lpwstr>
      </vt:variant>
      <vt:variant>
        <vt:i4>2031667</vt:i4>
      </vt:variant>
      <vt:variant>
        <vt:i4>80</vt:i4>
      </vt:variant>
      <vt:variant>
        <vt:i4>0</vt:i4>
      </vt:variant>
      <vt:variant>
        <vt:i4>5</vt:i4>
      </vt:variant>
      <vt:variant>
        <vt:lpwstr/>
      </vt:variant>
      <vt:variant>
        <vt:lpwstr>_Toc454672497</vt:lpwstr>
      </vt:variant>
      <vt:variant>
        <vt:i4>2031667</vt:i4>
      </vt:variant>
      <vt:variant>
        <vt:i4>74</vt:i4>
      </vt:variant>
      <vt:variant>
        <vt:i4>0</vt:i4>
      </vt:variant>
      <vt:variant>
        <vt:i4>5</vt:i4>
      </vt:variant>
      <vt:variant>
        <vt:lpwstr/>
      </vt:variant>
      <vt:variant>
        <vt:lpwstr>_Toc454672496</vt:lpwstr>
      </vt:variant>
      <vt:variant>
        <vt:i4>2031667</vt:i4>
      </vt:variant>
      <vt:variant>
        <vt:i4>68</vt:i4>
      </vt:variant>
      <vt:variant>
        <vt:i4>0</vt:i4>
      </vt:variant>
      <vt:variant>
        <vt:i4>5</vt:i4>
      </vt:variant>
      <vt:variant>
        <vt:lpwstr/>
      </vt:variant>
      <vt:variant>
        <vt:lpwstr>_Toc454672495</vt:lpwstr>
      </vt:variant>
      <vt:variant>
        <vt:i4>2031667</vt:i4>
      </vt:variant>
      <vt:variant>
        <vt:i4>62</vt:i4>
      </vt:variant>
      <vt:variant>
        <vt:i4>0</vt:i4>
      </vt:variant>
      <vt:variant>
        <vt:i4>5</vt:i4>
      </vt:variant>
      <vt:variant>
        <vt:lpwstr/>
      </vt:variant>
      <vt:variant>
        <vt:lpwstr>_Toc454672494</vt:lpwstr>
      </vt:variant>
      <vt:variant>
        <vt:i4>2031667</vt:i4>
      </vt:variant>
      <vt:variant>
        <vt:i4>56</vt:i4>
      </vt:variant>
      <vt:variant>
        <vt:i4>0</vt:i4>
      </vt:variant>
      <vt:variant>
        <vt:i4>5</vt:i4>
      </vt:variant>
      <vt:variant>
        <vt:lpwstr/>
      </vt:variant>
      <vt:variant>
        <vt:lpwstr>_Toc454672493</vt:lpwstr>
      </vt:variant>
      <vt:variant>
        <vt:i4>2031667</vt:i4>
      </vt:variant>
      <vt:variant>
        <vt:i4>50</vt:i4>
      </vt:variant>
      <vt:variant>
        <vt:i4>0</vt:i4>
      </vt:variant>
      <vt:variant>
        <vt:i4>5</vt:i4>
      </vt:variant>
      <vt:variant>
        <vt:lpwstr/>
      </vt:variant>
      <vt:variant>
        <vt:lpwstr>_Toc454672492</vt:lpwstr>
      </vt:variant>
      <vt:variant>
        <vt:i4>2031667</vt:i4>
      </vt:variant>
      <vt:variant>
        <vt:i4>44</vt:i4>
      </vt:variant>
      <vt:variant>
        <vt:i4>0</vt:i4>
      </vt:variant>
      <vt:variant>
        <vt:i4>5</vt:i4>
      </vt:variant>
      <vt:variant>
        <vt:lpwstr/>
      </vt:variant>
      <vt:variant>
        <vt:lpwstr>_Toc454672491</vt:lpwstr>
      </vt:variant>
      <vt:variant>
        <vt:i4>2031667</vt:i4>
      </vt:variant>
      <vt:variant>
        <vt:i4>38</vt:i4>
      </vt:variant>
      <vt:variant>
        <vt:i4>0</vt:i4>
      </vt:variant>
      <vt:variant>
        <vt:i4>5</vt:i4>
      </vt:variant>
      <vt:variant>
        <vt:lpwstr/>
      </vt:variant>
      <vt:variant>
        <vt:lpwstr>_Toc454672490</vt:lpwstr>
      </vt:variant>
      <vt:variant>
        <vt:i4>1966131</vt:i4>
      </vt:variant>
      <vt:variant>
        <vt:i4>32</vt:i4>
      </vt:variant>
      <vt:variant>
        <vt:i4>0</vt:i4>
      </vt:variant>
      <vt:variant>
        <vt:i4>5</vt:i4>
      </vt:variant>
      <vt:variant>
        <vt:lpwstr/>
      </vt:variant>
      <vt:variant>
        <vt:lpwstr>_Toc454672489</vt:lpwstr>
      </vt:variant>
      <vt:variant>
        <vt:i4>1966131</vt:i4>
      </vt:variant>
      <vt:variant>
        <vt:i4>26</vt:i4>
      </vt:variant>
      <vt:variant>
        <vt:i4>0</vt:i4>
      </vt:variant>
      <vt:variant>
        <vt:i4>5</vt:i4>
      </vt:variant>
      <vt:variant>
        <vt:lpwstr/>
      </vt:variant>
      <vt:variant>
        <vt:lpwstr>_Toc454672488</vt:lpwstr>
      </vt:variant>
      <vt:variant>
        <vt:i4>1966131</vt:i4>
      </vt:variant>
      <vt:variant>
        <vt:i4>20</vt:i4>
      </vt:variant>
      <vt:variant>
        <vt:i4>0</vt:i4>
      </vt:variant>
      <vt:variant>
        <vt:i4>5</vt:i4>
      </vt:variant>
      <vt:variant>
        <vt:lpwstr/>
      </vt:variant>
      <vt:variant>
        <vt:lpwstr>_Toc454672487</vt:lpwstr>
      </vt:variant>
      <vt:variant>
        <vt:i4>1966131</vt:i4>
      </vt:variant>
      <vt:variant>
        <vt:i4>14</vt:i4>
      </vt:variant>
      <vt:variant>
        <vt:i4>0</vt:i4>
      </vt:variant>
      <vt:variant>
        <vt:i4>5</vt:i4>
      </vt:variant>
      <vt:variant>
        <vt:lpwstr/>
      </vt:variant>
      <vt:variant>
        <vt:lpwstr>_Toc454672486</vt:lpwstr>
      </vt:variant>
      <vt:variant>
        <vt:i4>1966131</vt:i4>
      </vt:variant>
      <vt:variant>
        <vt:i4>8</vt:i4>
      </vt:variant>
      <vt:variant>
        <vt:i4>0</vt:i4>
      </vt:variant>
      <vt:variant>
        <vt:i4>5</vt:i4>
      </vt:variant>
      <vt:variant>
        <vt:lpwstr/>
      </vt:variant>
      <vt:variant>
        <vt:lpwstr>_Toc454672485</vt:lpwstr>
      </vt:variant>
      <vt:variant>
        <vt:i4>1966131</vt:i4>
      </vt:variant>
      <vt:variant>
        <vt:i4>2</vt:i4>
      </vt:variant>
      <vt:variant>
        <vt:i4>0</vt:i4>
      </vt:variant>
      <vt:variant>
        <vt:i4>5</vt:i4>
      </vt:variant>
      <vt:variant>
        <vt:lpwstr/>
      </vt:variant>
      <vt:variant>
        <vt:lpwstr>_Toc454672484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L'Homme à la tête d'épingle</dc:title>
  <dc:subject>Théâtre - Humour</dc:subject>
  <dc:creator>Pierre-Henri Cami</dc:creator>
  <cp:keywords/>
  <dc:description>Recueil de saynètes à thème, à l'humour loufoque basé sur le détournement d'expressions populaires.</dc:description>
  <cp:lastModifiedBy>Cool Micro</cp:lastModifiedBy>
  <cp:revision>9</cp:revision>
  <cp:lastPrinted>2025-04-23T17:50:00Z</cp:lastPrinted>
  <dcterms:created xsi:type="dcterms:W3CDTF">2025-04-23T17:36:00Z</dcterms:created>
  <dcterms:modified xsi:type="dcterms:W3CDTF">2025-04-23T17:52:00Z</dcterms:modified>
  <cp:category>Théâtre - Humour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diteur">
    <vt:lpwstr>Ebooks libres et gratuits</vt:lpwstr>
  </property>
</Properties>
</file>