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5F84C" w14:textId="5C24A2BD" w:rsidR="00033562" w:rsidRPr="00C74AEA" w:rsidRDefault="0043462A" w:rsidP="003A025E">
      <w:pPr>
        <w:pStyle w:val="Photoauteur"/>
      </w:pPr>
      <w:r w:rsidRPr="00C74AEA">
        <w:drawing>
          <wp:anchor distT="0" distB="0" distL="114300" distR="114300" simplePos="0" relativeHeight="251657728" behindDoc="0" locked="0" layoutInCell="1" allowOverlap="1" wp14:anchorId="3124961E" wp14:editId="7EF01A0F">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4AEA">
        <w:drawing>
          <wp:inline distT="0" distB="0" distL="0" distR="0" wp14:anchorId="639FCC2C" wp14:editId="3A871089">
            <wp:extent cx="3617595" cy="57092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7595" cy="5709285"/>
                    </a:xfrm>
                    <a:prstGeom prst="rect">
                      <a:avLst/>
                    </a:prstGeom>
                    <a:noFill/>
                    <a:ln>
                      <a:noFill/>
                    </a:ln>
                  </pic:spPr>
                </pic:pic>
              </a:graphicData>
            </a:graphic>
          </wp:inline>
        </w:drawing>
      </w:r>
    </w:p>
    <w:p w14:paraId="74132AE3" w14:textId="77777777" w:rsidR="00033562" w:rsidRPr="00C74AEA" w:rsidRDefault="00814A27">
      <w:pPr>
        <w:pStyle w:val="Auteur"/>
      </w:pPr>
      <w:r w:rsidRPr="00C74AEA">
        <w:t>Paul Féval fils</w:t>
      </w:r>
    </w:p>
    <w:p w14:paraId="1E6137E9" w14:textId="77777777" w:rsidR="00033562" w:rsidRPr="00C74AEA" w:rsidRDefault="00814A27" w:rsidP="007C1C6B">
      <w:pPr>
        <w:pStyle w:val="Titrelivre"/>
      </w:pPr>
      <w:r w:rsidRPr="00C74AEA">
        <w:t>LA LUMIÈRE BLEUE</w:t>
      </w:r>
    </w:p>
    <w:p w14:paraId="12AA996C" w14:textId="77777777" w:rsidR="00033562" w:rsidRPr="00C74AEA" w:rsidRDefault="00814A27" w:rsidP="00814A27">
      <w:pPr>
        <w:pStyle w:val="DateSortie"/>
      </w:pPr>
      <w:r w:rsidRPr="00C74AEA">
        <w:t>1930</w:t>
      </w:r>
    </w:p>
    <w:p w14:paraId="35CC8B6B" w14:textId="77777777" w:rsidR="00033562" w:rsidRPr="00C74AEA" w:rsidRDefault="00033562" w:rsidP="007C1C6B">
      <w:pPr>
        <w:sectPr w:rsidR="00033562" w:rsidRPr="00C74AEA" w:rsidSect="0031471E">
          <w:footerReference w:type="default" r:id="rId10"/>
          <w:pgSz w:w="11906" w:h="16838" w:code="9"/>
          <w:pgMar w:top="0" w:right="0" w:bottom="0" w:left="0" w:header="0" w:footer="0" w:gutter="0"/>
          <w:cols w:space="708"/>
          <w:titlePg/>
          <w:docGrid w:linePitch="360"/>
        </w:sectPr>
      </w:pPr>
    </w:p>
    <w:p w14:paraId="030D50C8" w14:textId="77777777" w:rsidR="00033562" w:rsidRPr="00C74AEA" w:rsidRDefault="00033562" w:rsidP="003A025E">
      <w:pPr>
        <w:pStyle w:val="Titretablematires"/>
      </w:pPr>
      <w:r w:rsidRPr="00C74AEA">
        <w:lastRenderedPageBreak/>
        <w:t>Table des matières</w:t>
      </w:r>
    </w:p>
    <w:p w14:paraId="30E0B205" w14:textId="77777777" w:rsidR="00033562" w:rsidRPr="00C74AEA" w:rsidRDefault="00033562"/>
    <w:p w14:paraId="7619CE3B" w14:textId="185F834C" w:rsidR="009B5D38" w:rsidRDefault="00033562">
      <w:pPr>
        <w:pStyle w:val="TM1"/>
        <w:rPr>
          <w:rFonts w:asciiTheme="minorHAnsi" w:eastAsiaTheme="minorEastAsia" w:hAnsiTheme="minorHAnsi" w:cstheme="minorBidi"/>
          <w:bCs w:val="0"/>
          <w:iCs w:val="0"/>
          <w:color w:val="auto"/>
          <w:kern w:val="2"/>
          <w:sz w:val="24"/>
          <w:szCs w:val="24"/>
          <w14:ligatures w14:val="standardContextual"/>
        </w:rPr>
      </w:pPr>
      <w:r w:rsidRPr="00C74AEA">
        <w:rPr>
          <w:color w:val="auto"/>
        </w:rPr>
        <w:fldChar w:fldCharType="begin"/>
      </w:r>
      <w:r w:rsidRPr="00C74AEA">
        <w:rPr>
          <w:color w:val="auto"/>
        </w:rPr>
        <w:instrText xml:space="preserve"> TOC \o "1-3" \h \z </w:instrText>
      </w:r>
      <w:r w:rsidRPr="00C74AEA">
        <w:rPr>
          <w:color w:val="auto"/>
        </w:rPr>
        <w:fldChar w:fldCharType="separate"/>
      </w:r>
      <w:hyperlink w:anchor="_Toc196387846" w:history="1">
        <w:r w:rsidR="009B5D38" w:rsidRPr="006F5C15">
          <w:rPr>
            <w:rStyle w:val="Lienhypertexte"/>
          </w:rPr>
          <w:t>LA VILLA BAKHEA</w:t>
        </w:r>
        <w:r w:rsidR="009B5D38">
          <w:rPr>
            <w:webHidden/>
          </w:rPr>
          <w:tab/>
        </w:r>
        <w:r w:rsidR="009B5D38">
          <w:rPr>
            <w:webHidden/>
          </w:rPr>
          <w:fldChar w:fldCharType="begin"/>
        </w:r>
        <w:r w:rsidR="009B5D38">
          <w:rPr>
            <w:webHidden/>
          </w:rPr>
          <w:instrText xml:space="preserve"> PAGEREF _Toc196387846 \h </w:instrText>
        </w:r>
        <w:r w:rsidR="009B5D38">
          <w:rPr>
            <w:webHidden/>
          </w:rPr>
        </w:r>
        <w:r w:rsidR="009B5D38">
          <w:rPr>
            <w:webHidden/>
          </w:rPr>
          <w:fldChar w:fldCharType="separate"/>
        </w:r>
        <w:r w:rsidR="001E3FFC">
          <w:rPr>
            <w:webHidden/>
          </w:rPr>
          <w:t>3</w:t>
        </w:r>
        <w:r w:rsidR="009B5D38">
          <w:rPr>
            <w:webHidden/>
          </w:rPr>
          <w:fldChar w:fldCharType="end"/>
        </w:r>
      </w:hyperlink>
    </w:p>
    <w:p w14:paraId="5709B308" w14:textId="2A4F4E3C" w:rsidR="009B5D38" w:rsidRDefault="009B5D38">
      <w:pPr>
        <w:pStyle w:val="TM1"/>
        <w:rPr>
          <w:rFonts w:asciiTheme="minorHAnsi" w:eastAsiaTheme="minorEastAsia" w:hAnsiTheme="minorHAnsi" w:cstheme="minorBidi"/>
          <w:bCs w:val="0"/>
          <w:iCs w:val="0"/>
          <w:color w:val="auto"/>
          <w:kern w:val="2"/>
          <w:sz w:val="24"/>
          <w:szCs w:val="24"/>
          <w14:ligatures w14:val="standardContextual"/>
        </w:rPr>
      </w:pPr>
      <w:hyperlink w:anchor="_Toc196387847" w:history="1">
        <w:r w:rsidRPr="006F5C15">
          <w:rPr>
            <w:rStyle w:val="Lienhypertexte"/>
          </w:rPr>
          <w:t>LE DOCTEUR DE SURGÈRES</w:t>
        </w:r>
        <w:r>
          <w:rPr>
            <w:webHidden/>
          </w:rPr>
          <w:tab/>
        </w:r>
        <w:r>
          <w:rPr>
            <w:webHidden/>
          </w:rPr>
          <w:fldChar w:fldCharType="begin"/>
        </w:r>
        <w:r>
          <w:rPr>
            <w:webHidden/>
          </w:rPr>
          <w:instrText xml:space="preserve"> PAGEREF _Toc196387847 \h </w:instrText>
        </w:r>
        <w:r>
          <w:rPr>
            <w:webHidden/>
          </w:rPr>
        </w:r>
        <w:r>
          <w:rPr>
            <w:webHidden/>
          </w:rPr>
          <w:fldChar w:fldCharType="separate"/>
        </w:r>
        <w:r w:rsidR="001E3FFC">
          <w:rPr>
            <w:webHidden/>
          </w:rPr>
          <w:t>13</w:t>
        </w:r>
        <w:r>
          <w:rPr>
            <w:webHidden/>
          </w:rPr>
          <w:fldChar w:fldCharType="end"/>
        </w:r>
      </w:hyperlink>
    </w:p>
    <w:p w14:paraId="2A260EA7" w14:textId="25182C10" w:rsidR="009B5D38" w:rsidRDefault="009B5D38">
      <w:pPr>
        <w:pStyle w:val="TM1"/>
        <w:rPr>
          <w:rFonts w:asciiTheme="minorHAnsi" w:eastAsiaTheme="minorEastAsia" w:hAnsiTheme="minorHAnsi" w:cstheme="minorBidi"/>
          <w:bCs w:val="0"/>
          <w:iCs w:val="0"/>
          <w:color w:val="auto"/>
          <w:kern w:val="2"/>
          <w:sz w:val="24"/>
          <w:szCs w:val="24"/>
          <w14:ligatures w14:val="standardContextual"/>
        </w:rPr>
      </w:pPr>
      <w:hyperlink w:anchor="_Toc196387848" w:history="1">
        <w:r w:rsidRPr="006F5C15">
          <w:rPr>
            <w:rStyle w:val="Lienhypertexte"/>
          </w:rPr>
          <w:t>UNE ÉTRANGE CONTROVERSE SUR LA MORT DU PRINCE IMPÉRIAL</w:t>
        </w:r>
        <w:r>
          <w:rPr>
            <w:webHidden/>
          </w:rPr>
          <w:tab/>
        </w:r>
        <w:r>
          <w:rPr>
            <w:webHidden/>
          </w:rPr>
          <w:fldChar w:fldCharType="begin"/>
        </w:r>
        <w:r>
          <w:rPr>
            <w:webHidden/>
          </w:rPr>
          <w:instrText xml:space="preserve"> PAGEREF _Toc196387848 \h </w:instrText>
        </w:r>
        <w:r>
          <w:rPr>
            <w:webHidden/>
          </w:rPr>
        </w:r>
        <w:r>
          <w:rPr>
            <w:webHidden/>
          </w:rPr>
          <w:fldChar w:fldCharType="separate"/>
        </w:r>
        <w:r w:rsidR="001E3FFC">
          <w:rPr>
            <w:webHidden/>
          </w:rPr>
          <w:t>27</w:t>
        </w:r>
        <w:r>
          <w:rPr>
            <w:webHidden/>
          </w:rPr>
          <w:fldChar w:fldCharType="end"/>
        </w:r>
      </w:hyperlink>
    </w:p>
    <w:p w14:paraId="110CE0DB" w14:textId="7E0A9826" w:rsidR="009B5D38" w:rsidRDefault="009B5D38">
      <w:pPr>
        <w:pStyle w:val="TM1"/>
        <w:rPr>
          <w:rFonts w:asciiTheme="minorHAnsi" w:eastAsiaTheme="minorEastAsia" w:hAnsiTheme="minorHAnsi" w:cstheme="minorBidi"/>
          <w:bCs w:val="0"/>
          <w:iCs w:val="0"/>
          <w:color w:val="auto"/>
          <w:kern w:val="2"/>
          <w:sz w:val="24"/>
          <w:szCs w:val="24"/>
          <w14:ligatures w14:val="standardContextual"/>
        </w:rPr>
      </w:pPr>
      <w:hyperlink w:anchor="_Toc196387849" w:history="1">
        <w:r w:rsidRPr="006F5C15">
          <w:rPr>
            <w:rStyle w:val="Lienhypertexte"/>
          </w:rPr>
          <w:t>LES SIGNES INVISIBLES…</w:t>
        </w:r>
        <w:r>
          <w:rPr>
            <w:webHidden/>
          </w:rPr>
          <w:tab/>
        </w:r>
        <w:r>
          <w:rPr>
            <w:webHidden/>
          </w:rPr>
          <w:fldChar w:fldCharType="begin"/>
        </w:r>
        <w:r>
          <w:rPr>
            <w:webHidden/>
          </w:rPr>
          <w:instrText xml:space="preserve"> PAGEREF _Toc196387849 \h </w:instrText>
        </w:r>
        <w:r>
          <w:rPr>
            <w:webHidden/>
          </w:rPr>
        </w:r>
        <w:r>
          <w:rPr>
            <w:webHidden/>
          </w:rPr>
          <w:fldChar w:fldCharType="separate"/>
        </w:r>
        <w:r w:rsidR="001E3FFC">
          <w:rPr>
            <w:webHidden/>
          </w:rPr>
          <w:t>44</w:t>
        </w:r>
        <w:r>
          <w:rPr>
            <w:webHidden/>
          </w:rPr>
          <w:fldChar w:fldCharType="end"/>
        </w:r>
      </w:hyperlink>
    </w:p>
    <w:p w14:paraId="361AF046" w14:textId="67882393" w:rsidR="009B5D38" w:rsidRDefault="009B5D38">
      <w:pPr>
        <w:pStyle w:val="TM1"/>
        <w:rPr>
          <w:rFonts w:asciiTheme="minorHAnsi" w:eastAsiaTheme="minorEastAsia" w:hAnsiTheme="minorHAnsi" w:cstheme="minorBidi"/>
          <w:bCs w:val="0"/>
          <w:iCs w:val="0"/>
          <w:color w:val="auto"/>
          <w:kern w:val="2"/>
          <w:sz w:val="24"/>
          <w:szCs w:val="24"/>
          <w14:ligatures w14:val="standardContextual"/>
        </w:rPr>
      </w:pPr>
      <w:hyperlink w:anchor="_Toc196387850" w:history="1">
        <w:r w:rsidRPr="006F5C15">
          <w:rPr>
            <w:rStyle w:val="Lienhypertexte"/>
          </w:rPr>
          <w:t>MONSIEUR ANTOURESCO</w:t>
        </w:r>
        <w:r>
          <w:rPr>
            <w:webHidden/>
          </w:rPr>
          <w:tab/>
        </w:r>
        <w:r>
          <w:rPr>
            <w:webHidden/>
          </w:rPr>
          <w:fldChar w:fldCharType="begin"/>
        </w:r>
        <w:r>
          <w:rPr>
            <w:webHidden/>
          </w:rPr>
          <w:instrText xml:space="preserve"> PAGEREF _Toc196387850 \h </w:instrText>
        </w:r>
        <w:r>
          <w:rPr>
            <w:webHidden/>
          </w:rPr>
        </w:r>
        <w:r>
          <w:rPr>
            <w:webHidden/>
          </w:rPr>
          <w:fldChar w:fldCharType="separate"/>
        </w:r>
        <w:r w:rsidR="001E3FFC">
          <w:rPr>
            <w:webHidden/>
          </w:rPr>
          <w:t>61</w:t>
        </w:r>
        <w:r>
          <w:rPr>
            <w:webHidden/>
          </w:rPr>
          <w:fldChar w:fldCharType="end"/>
        </w:r>
      </w:hyperlink>
    </w:p>
    <w:p w14:paraId="4280888B" w14:textId="1132228A" w:rsidR="009B5D38" w:rsidRDefault="009B5D38">
      <w:pPr>
        <w:pStyle w:val="TM1"/>
        <w:rPr>
          <w:rFonts w:asciiTheme="minorHAnsi" w:eastAsiaTheme="minorEastAsia" w:hAnsiTheme="minorHAnsi" w:cstheme="minorBidi"/>
          <w:bCs w:val="0"/>
          <w:iCs w:val="0"/>
          <w:color w:val="auto"/>
          <w:kern w:val="2"/>
          <w:sz w:val="24"/>
          <w:szCs w:val="24"/>
          <w14:ligatures w14:val="standardContextual"/>
        </w:rPr>
      </w:pPr>
      <w:hyperlink w:anchor="_Toc196387851" w:history="1">
        <w:r w:rsidRPr="006F5C15">
          <w:rPr>
            <w:rStyle w:val="Lienhypertexte"/>
          </w:rPr>
          <w:t>L’ÉTUI MYSTÉRIEUX</w:t>
        </w:r>
        <w:r>
          <w:rPr>
            <w:webHidden/>
          </w:rPr>
          <w:tab/>
        </w:r>
        <w:r>
          <w:rPr>
            <w:webHidden/>
          </w:rPr>
          <w:fldChar w:fldCharType="begin"/>
        </w:r>
        <w:r>
          <w:rPr>
            <w:webHidden/>
          </w:rPr>
          <w:instrText xml:space="preserve"> PAGEREF _Toc196387851 \h </w:instrText>
        </w:r>
        <w:r>
          <w:rPr>
            <w:webHidden/>
          </w:rPr>
        </w:r>
        <w:r>
          <w:rPr>
            <w:webHidden/>
          </w:rPr>
          <w:fldChar w:fldCharType="separate"/>
        </w:r>
        <w:r w:rsidR="001E3FFC">
          <w:rPr>
            <w:webHidden/>
          </w:rPr>
          <w:t>84</w:t>
        </w:r>
        <w:r>
          <w:rPr>
            <w:webHidden/>
          </w:rPr>
          <w:fldChar w:fldCharType="end"/>
        </w:r>
      </w:hyperlink>
    </w:p>
    <w:p w14:paraId="5803118A" w14:textId="4AA5B26A" w:rsidR="009B5D38" w:rsidRDefault="009B5D38">
      <w:pPr>
        <w:pStyle w:val="TM1"/>
        <w:rPr>
          <w:rFonts w:asciiTheme="minorHAnsi" w:eastAsiaTheme="minorEastAsia" w:hAnsiTheme="minorHAnsi" w:cstheme="minorBidi"/>
          <w:bCs w:val="0"/>
          <w:iCs w:val="0"/>
          <w:color w:val="auto"/>
          <w:kern w:val="2"/>
          <w:sz w:val="24"/>
          <w:szCs w:val="24"/>
          <w14:ligatures w14:val="standardContextual"/>
        </w:rPr>
      </w:pPr>
      <w:hyperlink w:anchor="_Toc196387852" w:history="1">
        <w:r w:rsidRPr="006F5C15">
          <w:rPr>
            <w:rStyle w:val="Lienhypertexte"/>
          </w:rPr>
          <w:t>LA PHOTOGRAPHIE DE LA PENSÉE</w:t>
        </w:r>
        <w:r>
          <w:rPr>
            <w:webHidden/>
          </w:rPr>
          <w:tab/>
        </w:r>
        <w:r>
          <w:rPr>
            <w:webHidden/>
          </w:rPr>
          <w:fldChar w:fldCharType="begin"/>
        </w:r>
        <w:r>
          <w:rPr>
            <w:webHidden/>
          </w:rPr>
          <w:instrText xml:space="preserve"> PAGEREF _Toc196387852 \h </w:instrText>
        </w:r>
        <w:r>
          <w:rPr>
            <w:webHidden/>
          </w:rPr>
        </w:r>
        <w:r>
          <w:rPr>
            <w:webHidden/>
          </w:rPr>
          <w:fldChar w:fldCharType="separate"/>
        </w:r>
        <w:r w:rsidR="001E3FFC">
          <w:rPr>
            <w:webHidden/>
          </w:rPr>
          <w:t>96</w:t>
        </w:r>
        <w:r>
          <w:rPr>
            <w:webHidden/>
          </w:rPr>
          <w:fldChar w:fldCharType="end"/>
        </w:r>
      </w:hyperlink>
    </w:p>
    <w:p w14:paraId="08C4BB32" w14:textId="77EC6AE1" w:rsidR="009B5D38" w:rsidRDefault="009B5D38">
      <w:pPr>
        <w:pStyle w:val="TM1"/>
        <w:rPr>
          <w:rFonts w:asciiTheme="minorHAnsi" w:eastAsiaTheme="minorEastAsia" w:hAnsiTheme="minorHAnsi" w:cstheme="minorBidi"/>
          <w:bCs w:val="0"/>
          <w:iCs w:val="0"/>
          <w:color w:val="auto"/>
          <w:kern w:val="2"/>
          <w:sz w:val="24"/>
          <w:szCs w:val="24"/>
          <w14:ligatures w14:val="standardContextual"/>
        </w:rPr>
      </w:pPr>
      <w:hyperlink w:anchor="_Toc196387853" w:history="1">
        <w:r w:rsidRPr="006F5C15">
          <w:rPr>
            <w:rStyle w:val="Lienhypertexte"/>
          </w:rPr>
          <w:t>SINISTRES PRESSENTIMENTS</w:t>
        </w:r>
        <w:r>
          <w:rPr>
            <w:webHidden/>
          </w:rPr>
          <w:tab/>
        </w:r>
        <w:r>
          <w:rPr>
            <w:webHidden/>
          </w:rPr>
          <w:fldChar w:fldCharType="begin"/>
        </w:r>
        <w:r>
          <w:rPr>
            <w:webHidden/>
          </w:rPr>
          <w:instrText xml:space="preserve"> PAGEREF _Toc196387853 \h </w:instrText>
        </w:r>
        <w:r>
          <w:rPr>
            <w:webHidden/>
          </w:rPr>
        </w:r>
        <w:r>
          <w:rPr>
            <w:webHidden/>
          </w:rPr>
          <w:fldChar w:fldCharType="separate"/>
        </w:r>
        <w:r w:rsidR="001E3FFC">
          <w:rPr>
            <w:webHidden/>
          </w:rPr>
          <w:t>118</w:t>
        </w:r>
        <w:r>
          <w:rPr>
            <w:webHidden/>
          </w:rPr>
          <w:fldChar w:fldCharType="end"/>
        </w:r>
      </w:hyperlink>
    </w:p>
    <w:p w14:paraId="7E4E1B64" w14:textId="31C4B4DA" w:rsidR="009B5D38" w:rsidRDefault="009B5D38">
      <w:pPr>
        <w:pStyle w:val="TM1"/>
        <w:rPr>
          <w:rFonts w:asciiTheme="minorHAnsi" w:eastAsiaTheme="minorEastAsia" w:hAnsiTheme="minorHAnsi" w:cstheme="minorBidi"/>
          <w:bCs w:val="0"/>
          <w:iCs w:val="0"/>
          <w:color w:val="auto"/>
          <w:kern w:val="2"/>
          <w:sz w:val="24"/>
          <w:szCs w:val="24"/>
          <w14:ligatures w14:val="standardContextual"/>
        </w:rPr>
      </w:pPr>
      <w:hyperlink w:anchor="_Toc196387854" w:history="1">
        <w:r w:rsidRPr="006F5C15">
          <w:rPr>
            <w:rStyle w:val="Lienhypertexte"/>
          </w:rPr>
          <w:t>LE PROFESSEUR VIZAHIANAH</w:t>
        </w:r>
        <w:r>
          <w:rPr>
            <w:webHidden/>
          </w:rPr>
          <w:tab/>
        </w:r>
        <w:r>
          <w:rPr>
            <w:webHidden/>
          </w:rPr>
          <w:fldChar w:fldCharType="begin"/>
        </w:r>
        <w:r>
          <w:rPr>
            <w:webHidden/>
          </w:rPr>
          <w:instrText xml:space="preserve"> PAGEREF _Toc196387854 \h </w:instrText>
        </w:r>
        <w:r>
          <w:rPr>
            <w:webHidden/>
          </w:rPr>
        </w:r>
        <w:r>
          <w:rPr>
            <w:webHidden/>
          </w:rPr>
          <w:fldChar w:fldCharType="separate"/>
        </w:r>
        <w:r w:rsidR="001E3FFC">
          <w:rPr>
            <w:webHidden/>
          </w:rPr>
          <w:t>133</w:t>
        </w:r>
        <w:r>
          <w:rPr>
            <w:webHidden/>
          </w:rPr>
          <w:fldChar w:fldCharType="end"/>
        </w:r>
      </w:hyperlink>
    </w:p>
    <w:p w14:paraId="157DCE4E" w14:textId="5434F53E" w:rsidR="009B5D38" w:rsidRDefault="009B5D38">
      <w:pPr>
        <w:pStyle w:val="TM1"/>
        <w:rPr>
          <w:rFonts w:asciiTheme="minorHAnsi" w:eastAsiaTheme="minorEastAsia" w:hAnsiTheme="minorHAnsi" w:cstheme="minorBidi"/>
          <w:bCs w:val="0"/>
          <w:iCs w:val="0"/>
          <w:color w:val="auto"/>
          <w:kern w:val="2"/>
          <w:sz w:val="24"/>
          <w:szCs w:val="24"/>
          <w14:ligatures w14:val="standardContextual"/>
        </w:rPr>
      </w:pPr>
      <w:hyperlink w:anchor="_Toc196387855" w:history="1">
        <w:r w:rsidRPr="006F5C15">
          <w:rPr>
            <w:rStyle w:val="Lienhypertexte"/>
          </w:rPr>
          <w:t>À propos de cette édition électronique</w:t>
        </w:r>
        <w:r>
          <w:rPr>
            <w:webHidden/>
          </w:rPr>
          <w:tab/>
        </w:r>
        <w:r>
          <w:rPr>
            <w:webHidden/>
          </w:rPr>
          <w:fldChar w:fldCharType="begin"/>
        </w:r>
        <w:r>
          <w:rPr>
            <w:webHidden/>
          </w:rPr>
          <w:instrText xml:space="preserve"> PAGEREF _Toc196387855 \h </w:instrText>
        </w:r>
        <w:r>
          <w:rPr>
            <w:webHidden/>
          </w:rPr>
        </w:r>
        <w:r>
          <w:rPr>
            <w:webHidden/>
          </w:rPr>
          <w:fldChar w:fldCharType="separate"/>
        </w:r>
        <w:r w:rsidR="001E3FFC">
          <w:rPr>
            <w:webHidden/>
          </w:rPr>
          <w:t>137</w:t>
        </w:r>
        <w:r>
          <w:rPr>
            <w:webHidden/>
          </w:rPr>
          <w:fldChar w:fldCharType="end"/>
        </w:r>
      </w:hyperlink>
    </w:p>
    <w:p w14:paraId="774D003C" w14:textId="16604D4C" w:rsidR="00033562" w:rsidRPr="00C74AEA" w:rsidRDefault="00033562">
      <w:r w:rsidRPr="00C74AEA">
        <w:fldChar w:fldCharType="end"/>
      </w:r>
    </w:p>
    <w:p w14:paraId="600EE7AB" w14:textId="77777777" w:rsidR="004F1596" w:rsidRPr="004572A7" w:rsidRDefault="004F1596" w:rsidP="003A025E">
      <w:pPr>
        <w:pStyle w:val="Titre1"/>
      </w:pPr>
      <w:bookmarkStart w:id="0" w:name="_Toc19606612"/>
      <w:bookmarkStart w:id="1" w:name="_Toc196387846"/>
      <w:r w:rsidRPr="004572A7">
        <w:lastRenderedPageBreak/>
        <w:t xml:space="preserve">LA VILLA </w:t>
      </w:r>
      <w:proofErr w:type="spellStart"/>
      <w:r w:rsidRPr="004572A7">
        <w:t>BAKHEA</w:t>
      </w:r>
      <w:bookmarkEnd w:id="0"/>
      <w:bookmarkEnd w:id="1"/>
      <w:proofErr w:type="spellEnd"/>
    </w:p>
    <w:p w14:paraId="36DA7E49" w14:textId="77777777" w:rsidR="003A025E" w:rsidRPr="004572A7" w:rsidRDefault="004F1596" w:rsidP="004F1596">
      <w:r w:rsidRPr="004F1596">
        <w:t>C</w:t>
      </w:r>
      <w:r w:rsidR="003A025E" w:rsidRPr="004572A7">
        <w:t>’</w:t>
      </w:r>
      <w:r w:rsidRPr="004F1596">
        <w:t xml:space="preserve">était vraiment une villa étrange que la villa </w:t>
      </w:r>
      <w:r w:rsidR="003A025E" w:rsidRPr="004572A7">
        <w:t>« </w:t>
      </w:r>
      <w:proofErr w:type="spellStart"/>
      <w:r w:rsidRPr="004F1596">
        <w:t>Bakhea</w:t>
      </w:r>
      <w:proofErr w:type="spellEnd"/>
      <w:r w:rsidR="003A025E" w:rsidRPr="004572A7">
        <w:t xml:space="preserve"> ». </w:t>
      </w:r>
      <w:r w:rsidRPr="004F1596">
        <w:t>Isolée au milieu des plantations de tamaris qui faisaient face à la mer</w:t>
      </w:r>
      <w:r w:rsidR="003A025E" w:rsidRPr="004572A7">
        <w:t xml:space="preserve">, </w:t>
      </w:r>
      <w:r w:rsidRPr="004F1596">
        <w:t>non loin de la route de Biarritz à Guéthary</w:t>
      </w:r>
      <w:r w:rsidR="003A025E" w:rsidRPr="004572A7">
        <w:t xml:space="preserve">, </w:t>
      </w:r>
      <w:r w:rsidRPr="004F1596">
        <w:t>elle dominait la côte des Basques</w:t>
      </w:r>
      <w:r w:rsidR="003A025E" w:rsidRPr="004572A7">
        <w:t xml:space="preserve">, </w:t>
      </w:r>
      <w:r w:rsidRPr="004F1596">
        <w:t>l</w:t>
      </w:r>
      <w:r w:rsidR="003A025E" w:rsidRPr="004572A7">
        <w:t>’</w:t>
      </w:r>
      <w:r w:rsidRPr="004F1596">
        <w:t>ancien palais de l</w:t>
      </w:r>
      <w:r w:rsidR="003A025E" w:rsidRPr="004572A7">
        <w:t>’</w:t>
      </w:r>
      <w:r w:rsidRPr="004F1596">
        <w:t>impératrice Eugénie</w:t>
      </w:r>
      <w:r w:rsidR="003A025E" w:rsidRPr="004572A7">
        <w:t xml:space="preserve">, </w:t>
      </w:r>
      <w:r w:rsidRPr="004F1596">
        <w:t>les luxueux hôtels de la plage et toute la multitude des petites maisons d</w:t>
      </w:r>
      <w:r w:rsidR="003A025E" w:rsidRPr="004572A7">
        <w:t>’</w:t>
      </w:r>
      <w:r w:rsidRPr="004F1596">
        <w:t>été dispersées en éventail le long des falaises</w:t>
      </w:r>
      <w:r w:rsidR="003A025E" w:rsidRPr="004572A7">
        <w:t>.</w:t>
      </w:r>
    </w:p>
    <w:p w14:paraId="772B9753" w14:textId="77777777" w:rsidR="003A025E" w:rsidRPr="004572A7" w:rsidRDefault="004F1596" w:rsidP="004F1596">
      <w:r w:rsidRPr="004F1596">
        <w:t>Un mur épais et haut</w:t>
      </w:r>
      <w:r w:rsidR="003A025E" w:rsidRPr="004572A7">
        <w:t xml:space="preserve">, </w:t>
      </w:r>
      <w:r w:rsidRPr="004F1596">
        <w:t>surmonté d</w:t>
      </w:r>
      <w:r w:rsidR="003A025E" w:rsidRPr="004572A7">
        <w:t>’</w:t>
      </w:r>
      <w:r w:rsidRPr="004F1596">
        <w:t>une double rangée de bambous</w:t>
      </w:r>
      <w:r w:rsidR="003A025E" w:rsidRPr="004572A7">
        <w:t xml:space="preserve">, </w:t>
      </w:r>
      <w:r w:rsidRPr="004F1596">
        <w:t>entourait les dépendances et dérobait aux regards des passants la plus grande partie de l</w:t>
      </w:r>
      <w:r w:rsidR="003A025E" w:rsidRPr="004572A7">
        <w:t>’</w:t>
      </w:r>
      <w:r w:rsidRPr="004F1596">
        <w:t>habitation</w:t>
      </w:r>
      <w:r w:rsidR="003A025E" w:rsidRPr="004572A7">
        <w:t xml:space="preserve">. </w:t>
      </w:r>
      <w:r w:rsidRPr="004F1596">
        <w:t>L</w:t>
      </w:r>
      <w:r w:rsidR="003A025E" w:rsidRPr="004572A7">
        <w:t>’</w:t>
      </w:r>
      <w:r w:rsidRPr="004F1596">
        <w:t>entrée</w:t>
      </w:r>
      <w:r w:rsidR="003A025E" w:rsidRPr="004572A7">
        <w:t xml:space="preserve">, </w:t>
      </w:r>
      <w:r w:rsidRPr="004F1596">
        <w:t>fermée par une grille massive en fer forgé</w:t>
      </w:r>
      <w:r w:rsidR="003A025E" w:rsidRPr="004572A7">
        <w:t xml:space="preserve">, </w:t>
      </w:r>
      <w:r w:rsidRPr="004F1596">
        <w:t>disparaissait presque entièrement sous un véritable rideau de lierre et de jasmin dont la végétation tourmentée et sauvage</w:t>
      </w:r>
      <w:r w:rsidR="003A025E" w:rsidRPr="004572A7">
        <w:t xml:space="preserve">, </w:t>
      </w:r>
      <w:r w:rsidRPr="004F1596">
        <w:t>à peine entretenue</w:t>
      </w:r>
      <w:r w:rsidR="003A025E" w:rsidRPr="004572A7">
        <w:t xml:space="preserve">, </w:t>
      </w:r>
      <w:r w:rsidRPr="004F1596">
        <w:t>donnait l</w:t>
      </w:r>
      <w:r w:rsidR="003A025E" w:rsidRPr="004572A7">
        <w:t>’</w:t>
      </w:r>
      <w:r w:rsidRPr="004F1596">
        <w:t>impression d</w:t>
      </w:r>
      <w:r w:rsidR="003A025E" w:rsidRPr="004572A7">
        <w:t>’</w:t>
      </w:r>
      <w:r w:rsidRPr="004F1596">
        <w:t>une porte de castel en ruine</w:t>
      </w:r>
      <w:r w:rsidR="003A025E" w:rsidRPr="004572A7">
        <w:t>…</w:t>
      </w:r>
    </w:p>
    <w:p w14:paraId="5E593F11" w14:textId="77777777" w:rsidR="003A025E" w:rsidRPr="004572A7" w:rsidRDefault="004F1596" w:rsidP="004F1596">
      <w:r w:rsidRPr="004F1596">
        <w:t>Derrière la grille</w:t>
      </w:r>
      <w:r w:rsidR="003A025E" w:rsidRPr="004572A7">
        <w:t xml:space="preserve">, </w:t>
      </w:r>
      <w:r w:rsidRPr="004F1596">
        <w:t>s</w:t>
      </w:r>
      <w:r w:rsidR="003A025E" w:rsidRPr="004572A7">
        <w:t>’</w:t>
      </w:r>
      <w:r w:rsidRPr="004F1596">
        <w:t>étendait un grand parc sévère</w:t>
      </w:r>
      <w:r w:rsidR="003A025E" w:rsidRPr="004572A7">
        <w:t xml:space="preserve">, </w:t>
      </w:r>
      <w:r w:rsidRPr="004F1596">
        <w:t>aux allées sombres et tristes bordées de sapins énormes et de cèdres géants</w:t>
      </w:r>
      <w:r w:rsidR="003A025E" w:rsidRPr="004572A7">
        <w:t xml:space="preserve">, </w:t>
      </w:r>
      <w:r w:rsidRPr="004F1596">
        <w:t>qui faisaient songer aux baobabs des forêts équatoriales</w:t>
      </w:r>
      <w:r w:rsidR="003A025E" w:rsidRPr="004572A7">
        <w:t xml:space="preserve">. </w:t>
      </w:r>
      <w:r w:rsidRPr="004F1596">
        <w:t>Des haies d</w:t>
      </w:r>
      <w:r w:rsidR="003A025E" w:rsidRPr="004572A7">
        <w:t>’</w:t>
      </w:r>
      <w:r w:rsidRPr="004F1596">
        <w:t>hortensias</w:t>
      </w:r>
      <w:r w:rsidR="003A025E" w:rsidRPr="004572A7">
        <w:t xml:space="preserve">, </w:t>
      </w:r>
      <w:r w:rsidRPr="004F1596">
        <w:t>coupées de distance en distance par des fusains et des figuiers du Japon</w:t>
      </w:r>
      <w:r w:rsidR="003A025E" w:rsidRPr="004572A7">
        <w:t xml:space="preserve">, </w:t>
      </w:r>
      <w:r w:rsidRPr="004F1596">
        <w:t>couraient le long des murs du parc et devant la façade principale de la demeure</w:t>
      </w:r>
      <w:r w:rsidR="003A025E" w:rsidRPr="004572A7">
        <w:t>.</w:t>
      </w:r>
    </w:p>
    <w:p w14:paraId="20D54904" w14:textId="77777777" w:rsidR="003A025E" w:rsidRPr="004572A7" w:rsidRDefault="004F1596" w:rsidP="004F1596">
      <w:r w:rsidRPr="004F1596">
        <w:t>Presque pas de parterres</w:t>
      </w:r>
      <w:r w:rsidR="003A025E" w:rsidRPr="004572A7">
        <w:t xml:space="preserve">. </w:t>
      </w:r>
      <w:r w:rsidRPr="004F1596">
        <w:t>De-ci</w:t>
      </w:r>
      <w:r w:rsidR="003A025E" w:rsidRPr="004572A7">
        <w:t xml:space="preserve">, </w:t>
      </w:r>
      <w:r w:rsidRPr="004F1596">
        <w:t>de-là</w:t>
      </w:r>
      <w:r w:rsidR="003A025E" w:rsidRPr="004572A7">
        <w:t xml:space="preserve">, </w:t>
      </w:r>
      <w:r w:rsidRPr="004F1596">
        <w:t>quelques bégonias blancs et quelques rosiers fleurissaient timidement au milieu de cet encombrement monotone de verdure</w:t>
      </w:r>
      <w:r w:rsidR="003A025E" w:rsidRPr="004572A7">
        <w:t>.</w:t>
      </w:r>
    </w:p>
    <w:p w14:paraId="315EF020" w14:textId="77777777" w:rsidR="003A025E" w:rsidRPr="004572A7" w:rsidRDefault="004F1596" w:rsidP="004F1596">
      <w:r w:rsidRPr="004F1596">
        <w:t>On eût dit que l</w:t>
      </w:r>
      <w:r w:rsidR="003A025E" w:rsidRPr="004572A7">
        <w:t>’</w:t>
      </w:r>
      <w:r w:rsidRPr="004F1596">
        <w:t>architecte qui avait tracé les plans de la villa s</w:t>
      </w:r>
      <w:r w:rsidR="003A025E" w:rsidRPr="004572A7">
        <w:t>’</w:t>
      </w:r>
      <w:r w:rsidRPr="004F1596">
        <w:t>était efforcé de l</w:t>
      </w:r>
      <w:r w:rsidR="003A025E" w:rsidRPr="004572A7">
        <w:t>’</w:t>
      </w:r>
      <w:r w:rsidRPr="004F1596">
        <w:t>isoler du monde et l</w:t>
      </w:r>
      <w:r w:rsidR="003A025E" w:rsidRPr="004572A7">
        <w:t>’</w:t>
      </w:r>
      <w:r w:rsidRPr="004F1596">
        <w:t>avait enfouie</w:t>
      </w:r>
      <w:r w:rsidR="003A025E" w:rsidRPr="004572A7">
        <w:t xml:space="preserve">, </w:t>
      </w:r>
      <w:r w:rsidRPr="004F1596">
        <w:t xml:space="preserve">à </w:t>
      </w:r>
      <w:r w:rsidRPr="004F1596">
        <w:lastRenderedPageBreak/>
        <w:t>dessein</w:t>
      </w:r>
      <w:r w:rsidR="003A025E" w:rsidRPr="004572A7">
        <w:t xml:space="preserve">, </w:t>
      </w:r>
      <w:r w:rsidRPr="004F1596">
        <w:t>tout au fond du parc</w:t>
      </w:r>
      <w:r w:rsidR="003A025E" w:rsidRPr="004572A7">
        <w:t xml:space="preserve">, </w:t>
      </w:r>
      <w:r w:rsidRPr="004F1596">
        <w:t>derrière un voile impénétrable d</w:t>
      </w:r>
      <w:r w:rsidR="003A025E" w:rsidRPr="004572A7">
        <w:t>’</w:t>
      </w:r>
      <w:r w:rsidRPr="004F1596">
        <w:t>arbres et de feuillages</w:t>
      </w:r>
      <w:r w:rsidR="003A025E" w:rsidRPr="004572A7">
        <w:t xml:space="preserve">, </w:t>
      </w:r>
      <w:r w:rsidRPr="004F1596">
        <w:t>comme un cloître de nonnes</w:t>
      </w:r>
      <w:r w:rsidR="003A025E" w:rsidRPr="004572A7">
        <w:t>.</w:t>
      </w:r>
    </w:p>
    <w:p w14:paraId="222ED504" w14:textId="77777777" w:rsidR="003A025E" w:rsidRPr="004572A7" w:rsidRDefault="004F1596" w:rsidP="004F1596">
      <w:r w:rsidRPr="004F1596">
        <w:t>Deux saules pleureurs</w:t>
      </w:r>
      <w:r w:rsidR="003A025E" w:rsidRPr="004572A7">
        <w:t xml:space="preserve">, </w:t>
      </w:r>
      <w:r w:rsidRPr="004F1596">
        <w:t>plantés de chaque côté de la grille et qu</w:t>
      </w:r>
      <w:r w:rsidR="003A025E" w:rsidRPr="004572A7">
        <w:t>’</w:t>
      </w:r>
      <w:r w:rsidRPr="004F1596">
        <w:t>on pouvait distinguer assez aisément au-dessus des barreaux en fer de lance de la clôture</w:t>
      </w:r>
      <w:r w:rsidR="003A025E" w:rsidRPr="004572A7">
        <w:t xml:space="preserve">, </w:t>
      </w:r>
      <w:r w:rsidRPr="004F1596">
        <w:t>achevaient de donner à cet endroit une note funèbre et faisaient penser</w:t>
      </w:r>
      <w:r w:rsidR="003A025E" w:rsidRPr="004572A7">
        <w:t xml:space="preserve">, </w:t>
      </w:r>
      <w:r w:rsidRPr="004F1596">
        <w:t>invariablement</w:t>
      </w:r>
      <w:r w:rsidR="003A025E" w:rsidRPr="004572A7">
        <w:t xml:space="preserve">, </w:t>
      </w:r>
      <w:r w:rsidRPr="004F1596">
        <w:t>à ceux qui passaient</w:t>
      </w:r>
      <w:r w:rsidR="003A025E" w:rsidRPr="004572A7">
        <w:t> :</w:t>
      </w:r>
    </w:p>
    <w:p w14:paraId="79AEC8AD" w14:textId="77777777" w:rsidR="004F1596" w:rsidRPr="004F1596" w:rsidRDefault="003A025E" w:rsidP="004F1596">
      <w:r w:rsidRPr="004572A7">
        <w:t>« </w:t>
      </w:r>
      <w:r w:rsidR="004F1596" w:rsidRPr="004F1596">
        <w:t>Quelle drôle de villa</w:t>
      </w:r>
      <w:r w:rsidRPr="004572A7">
        <w:t xml:space="preserve">, </w:t>
      </w:r>
      <w:r w:rsidR="004F1596" w:rsidRPr="004F1596">
        <w:t>on dirait un couvent de trappistes</w:t>
      </w:r>
      <w:r w:rsidRPr="004572A7">
        <w:t> ! »</w:t>
      </w:r>
    </w:p>
    <w:p w14:paraId="415586F7" w14:textId="77777777" w:rsidR="003A025E" w:rsidRPr="004572A7" w:rsidRDefault="004F1596" w:rsidP="004F1596">
      <w:r w:rsidRPr="004F1596">
        <w:t>Pas d</w:t>
      </w:r>
      <w:r w:rsidR="003A025E" w:rsidRPr="004572A7">
        <w:t>’</w:t>
      </w:r>
      <w:r w:rsidRPr="004F1596">
        <w:t>allées et venues dans cette demeure singulière</w:t>
      </w:r>
      <w:r w:rsidR="003A025E" w:rsidRPr="004572A7">
        <w:t xml:space="preserve">. </w:t>
      </w:r>
      <w:r w:rsidRPr="004F1596">
        <w:t>Un silence continu enveloppait les abords de la villa</w:t>
      </w:r>
      <w:r w:rsidR="003A025E" w:rsidRPr="004572A7">
        <w:t xml:space="preserve">, </w:t>
      </w:r>
      <w:r w:rsidRPr="004F1596">
        <w:t>le parc et la maison d</w:t>
      </w:r>
      <w:r w:rsidR="003A025E" w:rsidRPr="004572A7">
        <w:t>’</w:t>
      </w:r>
      <w:r w:rsidRPr="004F1596">
        <w:t>habitation elle-même</w:t>
      </w:r>
      <w:r w:rsidR="003A025E" w:rsidRPr="004572A7">
        <w:t xml:space="preserve">. </w:t>
      </w:r>
      <w:r w:rsidRPr="004F1596">
        <w:t>Rien ne trahissait la présence d</w:t>
      </w:r>
      <w:r w:rsidR="003A025E" w:rsidRPr="004572A7">
        <w:t>’</w:t>
      </w:r>
      <w:r w:rsidRPr="004F1596">
        <w:t>un être vivant à l</w:t>
      </w:r>
      <w:r w:rsidR="003A025E" w:rsidRPr="004572A7">
        <w:t>’</w:t>
      </w:r>
      <w:r w:rsidRPr="004F1596">
        <w:t>intérieur de cette retraite sauvage</w:t>
      </w:r>
      <w:r w:rsidR="003A025E" w:rsidRPr="004572A7">
        <w:t xml:space="preserve"> : </w:t>
      </w:r>
      <w:r w:rsidRPr="004F1596">
        <w:t>les volets qu</w:t>
      </w:r>
      <w:r w:rsidR="003A025E" w:rsidRPr="004572A7">
        <w:t>’</w:t>
      </w:r>
      <w:r w:rsidRPr="004F1596">
        <w:t>on apercevait</w:t>
      </w:r>
      <w:r w:rsidR="003A025E" w:rsidRPr="004572A7">
        <w:t xml:space="preserve">, </w:t>
      </w:r>
      <w:r w:rsidRPr="004F1596">
        <w:t>étaient toujours clos</w:t>
      </w:r>
      <w:r w:rsidR="003A025E" w:rsidRPr="004572A7">
        <w:t xml:space="preserve"> ; </w:t>
      </w:r>
      <w:r w:rsidRPr="004F1596">
        <w:t>pas un piège oublié sur les gazons</w:t>
      </w:r>
      <w:r w:rsidR="003A025E" w:rsidRPr="004572A7">
        <w:t xml:space="preserve">, </w:t>
      </w:r>
      <w:r w:rsidRPr="004F1596">
        <w:t>pas un outil de jardinier</w:t>
      </w:r>
      <w:r w:rsidR="003A025E" w:rsidRPr="004572A7">
        <w:t xml:space="preserve">, </w:t>
      </w:r>
      <w:r w:rsidRPr="004F1596">
        <w:t>pas le moindre objet susceptible de fournir une indication précise</w:t>
      </w:r>
      <w:r w:rsidR="003A025E" w:rsidRPr="004572A7">
        <w:t>…</w:t>
      </w:r>
    </w:p>
    <w:p w14:paraId="09277DC9" w14:textId="77777777" w:rsidR="003A025E" w:rsidRPr="004572A7" w:rsidRDefault="004F1596" w:rsidP="004F1596">
      <w:r w:rsidRPr="004F1596">
        <w:t>L</w:t>
      </w:r>
      <w:r w:rsidR="003A025E" w:rsidRPr="004572A7">
        <w:t>’</w:t>
      </w:r>
      <w:r w:rsidRPr="004F1596">
        <w:t>emplacement même de la villa</w:t>
      </w:r>
      <w:r w:rsidR="003A025E" w:rsidRPr="004572A7">
        <w:t xml:space="preserve">, </w:t>
      </w:r>
      <w:r w:rsidRPr="004F1596">
        <w:t>le silence qui régnait autour d</w:t>
      </w:r>
      <w:r w:rsidR="003A025E" w:rsidRPr="004572A7">
        <w:t>’</w:t>
      </w:r>
      <w:r w:rsidRPr="004F1596">
        <w:t>elle</w:t>
      </w:r>
      <w:r w:rsidR="003A025E" w:rsidRPr="004572A7">
        <w:t xml:space="preserve">, </w:t>
      </w:r>
      <w:r w:rsidRPr="004F1596">
        <w:t>son parc désert</w:t>
      </w:r>
      <w:r w:rsidR="003A025E" w:rsidRPr="004572A7">
        <w:t xml:space="preserve">, </w:t>
      </w:r>
      <w:r w:rsidRPr="004F1596">
        <w:t>ses murs de monastère et jusqu</w:t>
      </w:r>
      <w:r w:rsidR="003A025E" w:rsidRPr="004572A7">
        <w:t>’</w:t>
      </w:r>
      <w:r w:rsidRPr="004F1596">
        <w:t xml:space="preserve">à son nom bizarre </w:t>
      </w:r>
      <w:r w:rsidR="003A025E" w:rsidRPr="004572A7">
        <w:t>« </w:t>
      </w:r>
      <w:proofErr w:type="spellStart"/>
      <w:r w:rsidRPr="004F1596">
        <w:t>Bakhea</w:t>
      </w:r>
      <w:proofErr w:type="spellEnd"/>
      <w:r w:rsidR="003A025E" w:rsidRPr="004572A7">
        <w:t> »</w:t>
      </w:r>
      <w:r w:rsidRPr="004F1596">
        <w:t xml:space="preserve"> qui signifie en langue basque</w:t>
      </w:r>
      <w:r w:rsidR="003A025E" w:rsidRPr="004572A7">
        <w:t xml:space="preserve"> : </w:t>
      </w:r>
      <w:r w:rsidRPr="004F1596">
        <w:rPr>
          <w:i/>
          <w:iCs/>
        </w:rPr>
        <w:t>la paix</w:t>
      </w:r>
      <w:r w:rsidR="003A025E" w:rsidRPr="004572A7">
        <w:rPr>
          <w:i/>
          <w:iCs/>
        </w:rPr>
        <w:t xml:space="preserve">, </w:t>
      </w:r>
      <w:r w:rsidRPr="004F1596">
        <w:t>tout contribuait à l</w:t>
      </w:r>
      <w:r w:rsidR="003A025E" w:rsidRPr="004572A7">
        <w:t>’</w:t>
      </w:r>
      <w:r w:rsidRPr="004F1596">
        <w:t>envelopper d</w:t>
      </w:r>
      <w:r w:rsidR="003A025E" w:rsidRPr="004572A7">
        <w:t>’</w:t>
      </w:r>
      <w:r w:rsidRPr="004F1596">
        <w:t>un mystère profond</w:t>
      </w:r>
      <w:r w:rsidR="003A025E" w:rsidRPr="004572A7">
        <w:t>…</w:t>
      </w:r>
    </w:p>
    <w:p w14:paraId="4B114982" w14:textId="77777777" w:rsidR="003A025E" w:rsidRPr="004572A7" w:rsidRDefault="004F1596" w:rsidP="004F1596">
      <w:r w:rsidRPr="004F1596">
        <w:t>Les habitations les plus proches étaient situées à plusieurs centaines de mètres</w:t>
      </w:r>
      <w:r w:rsidR="003A025E" w:rsidRPr="004572A7">
        <w:t xml:space="preserve">, </w:t>
      </w:r>
      <w:r w:rsidRPr="004F1596">
        <w:t>dans la direction de Biarritz</w:t>
      </w:r>
      <w:r w:rsidR="003A025E" w:rsidRPr="004572A7">
        <w:t xml:space="preserve">, </w:t>
      </w:r>
      <w:r w:rsidRPr="004F1596">
        <w:t>et n</w:t>
      </w:r>
      <w:r w:rsidR="003A025E" w:rsidRPr="004572A7">
        <w:t>’</w:t>
      </w:r>
      <w:r w:rsidRPr="004F1596">
        <w:t>étaient occupées qu</w:t>
      </w:r>
      <w:r w:rsidR="003A025E" w:rsidRPr="004572A7">
        <w:t>’</w:t>
      </w:r>
      <w:r w:rsidRPr="004F1596">
        <w:t>une partie de l</w:t>
      </w:r>
      <w:r w:rsidR="003A025E" w:rsidRPr="004572A7">
        <w:t>’</w:t>
      </w:r>
      <w:r w:rsidRPr="004F1596">
        <w:t>année par des familles anglaises</w:t>
      </w:r>
      <w:r w:rsidR="003A025E" w:rsidRPr="004572A7">
        <w:t xml:space="preserve">. </w:t>
      </w:r>
      <w:r w:rsidRPr="004F1596">
        <w:t>Celles-ci passaient presque tout leur temps en excursions et ne se souciaient nullement de ce qui se faisait autour d</w:t>
      </w:r>
      <w:r w:rsidR="003A025E" w:rsidRPr="004572A7">
        <w:t>’</w:t>
      </w:r>
      <w:r w:rsidRPr="004F1596">
        <w:t>elles</w:t>
      </w:r>
      <w:r w:rsidR="003A025E" w:rsidRPr="004572A7">
        <w:t>…</w:t>
      </w:r>
    </w:p>
    <w:p w14:paraId="713DD09F" w14:textId="77777777" w:rsidR="003A025E" w:rsidRPr="004572A7" w:rsidRDefault="00B9403E" w:rsidP="004F1596">
      <w:r w:rsidRPr="004572A7">
        <w:t>À</w:t>
      </w:r>
      <w:r w:rsidR="004F1596" w:rsidRPr="004F1596">
        <w:t xml:space="preserve"> cette époque</w:t>
      </w:r>
      <w:r w:rsidR="003A025E" w:rsidRPr="004572A7">
        <w:t xml:space="preserve">, </w:t>
      </w:r>
      <w:r w:rsidR="004F1596" w:rsidRPr="004F1596">
        <w:t>c</w:t>
      </w:r>
      <w:r w:rsidR="003A025E" w:rsidRPr="004572A7">
        <w:t>’</w:t>
      </w:r>
      <w:r w:rsidR="004F1596" w:rsidRPr="004F1596">
        <w:t>était dans les premières années de ce siècle</w:t>
      </w:r>
      <w:r w:rsidR="003A025E" w:rsidRPr="004572A7">
        <w:t xml:space="preserve">, </w:t>
      </w:r>
      <w:r w:rsidR="004F1596" w:rsidRPr="004F1596">
        <w:t>mes parents habitaient la rue Mazagran où mon père avait fondé une maison de commerce assez importante</w:t>
      </w:r>
      <w:r w:rsidR="003A025E" w:rsidRPr="004572A7">
        <w:t xml:space="preserve">. </w:t>
      </w:r>
      <w:r w:rsidR="004F1596" w:rsidRPr="004F1596">
        <w:t xml:space="preserve">Il </w:t>
      </w:r>
      <w:r w:rsidR="004F1596" w:rsidRPr="004F1596">
        <w:lastRenderedPageBreak/>
        <w:t>m</w:t>
      </w:r>
      <w:r w:rsidR="003A025E" w:rsidRPr="004572A7">
        <w:t>’</w:t>
      </w:r>
      <w:r w:rsidR="004F1596" w:rsidRPr="004F1596">
        <w:t>emmenait souvent avec lui dans ses voyages d</w:t>
      </w:r>
      <w:r w:rsidR="003A025E" w:rsidRPr="004572A7">
        <w:t>’</w:t>
      </w:r>
      <w:r w:rsidR="004F1596" w:rsidRPr="004F1596">
        <w:t>affaires en Espagne</w:t>
      </w:r>
      <w:r w:rsidR="003A025E" w:rsidRPr="004572A7">
        <w:t xml:space="preserve">, </w:t>
      </w:r>
      <w:r w:rsidR="004F1596" w:rsidRPr="004F1596">
        <w:t>car il voulait absolument faire de moi un commerçant</w:t>
      </w:r>
      <w:r w:rsidR="003A025E" w:rsidRPr="004572A7">
        <w:t xml:space="preserve">, </w:t>
      </w:r>
      <w:r w:rsidR="004F1596" w:rsidRPr="004F1596">
        <w:t>bien que j</w:t>
      </w:r>
      <w:r w:rsidR="003A025E" w:rsidRPr="004572A7">
        <w:t>’</w:t>
      </w:r>
      <w:r w:rsidR="004F1596" w:rsidRPr="004F1596">
        <w:t>eusse terminé d</w:t>
      </w:r>
      <w:r w:rsidR="003A025E" w:rsidRPr="004572A7">
        <w:t>’</w:t>
      </w:r>
      <w:r w:rsidR="004F1596" w:rsidRPr="004F1596">
        <w:t>une façon assez heureuse mes études de droit à la Faculté de Bordeaux</w:t>
      </w:r>
      <w:r w:rsidR="003A025E" w:rsidRPr="004572A7">
        <w:t>.</w:t>
      </w:r>
    </w:p>
    <w:p w14:paraId="6B796024" w14:textId="77777777" w:rsidR="003A025E" w:rsidRPr="004572A7" w:rsidRDefault="003A025E" w:rsidP="004F1596">
      <w:pPr>
        <w:rPr>
          <w:i/>
          <w:iCs/>
        </w:rPr>
      </w:pPr>
      <w:r w:rsidRPr="004572A7">
        <w:t>« </w:t>
      </w:r>
      <w:r w:rsidR="004F1596" w:rsidRPr="004F1596">
        <w:t>Avec un peu d</w:t>
      </w:r>
      <w:r w:rsidRPr="004572A7">
        <w:t>’</w:t>
      </w:r>
      <w:r w:rsidR="004F1596" w:rsidRPr="004F1596">
        <w:t>expérience</w:t>
      </w:r>
      <w:r w:rsidRPr="004572A7">
        <w:t xml:space="preserve">, </w:t>
      </w:r>
      <w:r w:rsidR="004F1596" w:rsidRPr="004F1596">
        <w:t>me disait mon père en souriant</w:t>
      </w:r>
      <w:r w:rsidRPr="004572A7">
        <w:t xml:space="preserve">, </w:t>
      </w:r>
      <w:r w:rsidR="004F1596" w:rsidRPr="004F1596">
        <w:t>et avec toutes les recettes juridiques et sophistiques dont tes régents t</w:t>
      </w:r>
      <w:r w:rsidRPr="004572A7">
        <w:t>’</w:t>
      </w:r>
      <w:r w:rsidR="004F1596" w:rsidRPr="004F1596">
        <w:t>ont farci la cervelle</w:t>
      </w:r>
      <w:r w:rsidRPr="004572A7">
        <w:t xml:space="preserve">, </w:t>
      </w:r>
      <w:r w:rsidR="004F1596" w:rsidRPr="004F1596">
        <w:t>tu arriveras facilement à défendre tes intérêts et à faire ton chemin</w:t>
      </w:r>
      <w:r w:rsidRPr="004572A7">
        <w:t xml:space="preserve">. </w:t>
      </w:r>
      <w:r w:rsidR="004F1596" w:rsidRPr="004F1596">
        <w:t>Quand je dis faire ton chemin</w:t>
      </w:r>
      <w:r w:rsidRPr="004572A7">
        <w:t xml:space="preserve">, </w:t>
      </w:r>
      <w:r w:rsidR="004F1596" w:rsidRPr="004F1596">
        <w:t>j</w:t>
      </w:r>
      <w:r w:rsidRPr="004572A7">
        <w:t>’</w:t>
      </w:r>
      <w:r w:rsidR="004F1596" w:rsidRPr="004F1596">
        <w:t>entends par là te créer une situation aisée</w:t>
      </w:r>
      <w:r w:rsidRPr="004572A7">
        <w:t xml:space="preserve">, </w:t>
      </w:r>
      <w:r w:rsidR="004F1596" w:rsidRPr="004F1596">
        <w:t>gagner de l</w:t>
      </w:r>
      <w:r w:rsidRPr="004572A7">
        <w:t>’</w:t>
      </w:r>
      <w:r w:rsidR="004F1596" w:rsidRPr="004F1596">
        <w:t>argent</w:t>
      </w:r>
      <w:r w:rsidRPr="004572A7">
        <w:t xml:space="preserve">, </w:t>
      </w:r>
      <w:r w:rsidR="004F1596" w:rsidRPr="004F1596">
        <w:t>selon l</w:t>
      </w:r>
      <w:r w:rsidRPr="004572A7">
        <w:t>’</w:t>
      </w:r>
      <w:r w:rsidR="004F1596" w:rsidRPr="004F1596">
        <w:t>expression du vulgaire</w:t>
      </w:r>
      <w:r w:rsidRPr="004572A7">
        <w:t xml:space="preserve">, </w:t>
      </w:r>
      <w:r w:rsidR="004F1596" w:rsidRPr="004F1596">
        <w:t>car</w:t>
      </w:r>
      <w:r w:rsidRPr="004572A7">
        <w:t xml:space="preserve">, </w:t>
      </w:r>
      <w:r w:rsidR="004F1596" w:rsidRPr="004F1596">
        <w:t>vois-tu</w:t>
      </w:r>
      <w:r w:rsidRPr="004572A7">
        <w:t xml:space="preserve">, </w:t>
      </w:r>
      <w:r w:rsidR="004F1596" w:rsidRPr="004F1596">
        <w:t>mon cher Georges</w:t>
      </w:r>
      <w:r w:rsidRPr="004572A7">
        <w:t xml:space="preserve">, </w:t>
      </w:r>
      <w:r w:rsidR="004F1596" w:rsidRPr="004F1596">
        <w:t>on a beau dire et beau faire</w:t>
      </w:r>
      <w:r w:rsidR="0079210B">
        <w:t>,</w:t>
      </w:r>
      <w:r w:rsidR="0079210B" w:rsidRPr="004572A7">
        <w:t xml:space="preserve"> </w:t>
      </w:r>
      <w:r w:rsidRPr="004572A7">
        <w:t>« </w:t>
      </w:r>
      <w:r w:rsidR="0079210B">
        <w:t>l</w:t>
      </w:r>
      <w:r w:rsidR="0079210B" w:rsidRPr="004572A7">
        <w:t>’</w:t>
      </w:r>
      <w:r w:rsidR="0079210B" w:rsidRPr="004F1596">
        <w:t xml:space="preserve">honneur </w:t>
      </w:r>
      <w:r w:rsidR="004F1596" w:rsidRPr="004F1596">
        <w:t>sans argent n</w:t>
      </w:r>
      <w:r w:rsidRPr="004572A7">
        <w:t>’</w:t>
      </w:r>
      <w:r w:rsidR="004F1596" w:rsidRPr="004F1596">
        <w:t>est qu</w:t>
      </w:r>
      <w:r w:rsidRPr="004572A7">
        <w:t>’</w:t>
      </w:r>
      <w:r w:rsidR="004F1596" w:rsidRPr="004F1596">
        <w:t>une maladie</w:t>
      </w:r>
      <w:r w:rsidRPr="004572A7">
        <w:t xml:space="preserve"> ». </w:t>
      </w:r>
      <w:r w:rsidR="004F1596" w:rsidRPr="004F1596">
        <w:t>Racine avait raison</w:t>
      </w:r>
      <w:r w:rsidRPr="004572A7">
        <w:t xml:space="preserve"> : </w:t>
      </w:r>
      <w:r w:rsidR="0079210B" w:rsidRPr="004F1596">
        <w:rPr>
          <w:i/>
          <w:iCs/>
        </w:rPr>
        <w:t>Prim</w:t>
      </w:r>
      <w:r w:rsidR="0079210B">
        <w:rPr>
          <w:i/>
          <w:iCs/>
        </w:rPr>
        <w:t>u</w:t>
      </w:r>
      <w:r w:rsidR="0079210B" w:rsidRPr="004F1596">
        <w:rPr>
          <w:i/>
          <w:iCs/>
        </w:rPr>
        <w:t xml:space="preserve">m </w:t>
      </w:r>
      <w:proofErr w:type="spellStart"/>
      <w:r w:rsidR="004F1596" w:rsidRPr="004F1596">
        <w:rPr>
          <w:i/>
          <w:iCs/>
        </w:rPr>
        <w:t>vivere</w:t>
      </w:r>
      <w:proofErr w:type="spellEnd"/>
      <w:r w:rsidRPr="004572A7">
        <w:rPr>
          <w:i/>
          <w:iCs/>
        </w:rPr>
        <w:t xml:space="preserve">, </w:t>
      </w:r>
      <w:proofErr w:type="spellStart"/>
      <w:r w:rsidR="004F1596" w:rsidRPr="004F1596">
        <w:rPr>
          <w:i/>
          <w:iCs/>
        </w:rPr>
        <w:t>deinde</w:t>
      </w:r>
      <w:proofErr w:type="spellEnd"/>
      <w:r w:rsidR="004F1596" w:rsidRPr="004F1596">
        <w:rPr>
          <w:i/>
          <w:iCs/>
        </w:rPr>
        <w:t xml:space="preserve"> </w:t>
      </w:r>
      <w:proofErr w:type="spellStart"/>
      <w:r w:rsidR="004F1596" w:rsidRPr="004F1596">
        <w:rPr>
          <w:i/>
          <w:iCs/>
        </w:rPr>
        <w:t>philosophari</w:t>
      </w:r>
      <w:proofErr w:type="spellEnd"/>
      <w:r w:rsidRPr="004572A7">
        <w:rPr>
          <w:i/>
          <w:iCs/>
        </w:rPr>
        <w:t> ».</w:t>
      </w:r>
    </w:p>
    <w:p w14:paraId="2A6A3300" w14:textId="77777777" w:rsidR="003A025E" w:rsidRPr="004572A7" w:rsidRDefault="004F1596" w:rsidP="004F1596">
      <w:r w:rsidRPr="004F1596">
        <w:t>Puis la voix de mon père devenait plus chaude</w:t>
      </w:r>
      <w:r w:rsidR="003A025E" w:rsidRPr="004572A7">
        <w:t xml:space="preserve">, </w:t>
      </w:r>
      <w:r w:rsidRPr="004F1596">
        <w:t>plus ferme</w:t>
      </w:r>
      <w:r w:rsidR="003A025E" w:rsidRPr="004572A7">
        <w:t xml:space="preserve">, </w:t>
      </w:r>
      <w:r w:rsidRPr="004F1596">
        <w:t>ses paroles s</w:t>
      </w:r>
      <w:r w:rsidR="003A025E" w:rsidRPr="004572A7">
        <w:t>’</w:t>
      </w:r>
      <w:r w:rsidRPr="004F1596">
        <w:t>efforçaient d</w:t>
      </w:r>
      <w:r w:rsidR="003A025E" w:rsidRPr="004572A7">
        <w:t>’</w:t>
      </w:r>
      <w:r w:rsidRPr="004F1596">
        <w:t>être convaincantes et il ajoutait</w:t>
      </w:r>
      <w:r w:rsidR="003A025E" w:rsidRPr="004572A7">
        <w:t xml:space="preserve">, </w:t>
      </w:r>
      <w:r w:rsidRPr="004F1596">
        <w:t>d</w:t>
      </w:r>
      <w:r w:rsidR="003A025E" w:rsidRPr="004572A7">
        <w:t>’</w:t>
      </w:r>
      <w:r w:rsidRPr="004F1596">
        <w:t>un ton qui n</w:t>
      </w:r>
      <w:r w:rsidR="003A025E" w:rsidRPr="004572A7">
        <w:t>’</w:t>
      </w:r>
      <w:r w:rsidRPr="004F1596">
        <w:t>admettait pas de réplique</w:t>
      </w:r>
      <w:r w:rsidR="003A025E" w:rsidRPr="004572A7">
        <w:t> :</w:t>
      </w:r>
    </w:p>
    <w:p w14:paraId="47334C75" w14:textId="77777777" w:rsidR="003A025E" w:rsidRPr="004572A7" w:rsidRDefault="003A025E" w:rsidP="004F1596">
      <w:r w:rsidRPr="004572A7">
        <w:t>« </w:t>
      </w:r>
      <w:r w:rsidR="004F1596" w:rsidRPr="004F1596">
        <w:t>L</w:t>
      </w:r>
      <w:r w:rsidRPr="004572A7">
        <w:t>’</w:t>
      </w:r>
      <w:r w:rsidR="004F1596" w:rsidRPr="004F1596">
        <w:t>avenir</w:t>
      </w:r>
      <w:r w:rsidRPr="004572A7">
        <w:t xml:space="preserve">, </w:t>
      </w:r>
      <w:r w:rsidR="004F1596" w:rsidRPr="004F1596">
        <w:t>mon garçon</w:t>
      </w:r>
      <w:r w:rsidRPr="004572A7">
        <w:t xml:space="preserve">, </w:t>
      </w:r>
      <w:r w:rsidR="004F1596" w:rsidRPr="004F1596">
        <w:t>l</w:t>
      </w:r>
      <w:r w:rsidRPr="004572A7">
        <w:t>’</w:t>
      </w:r>
      <w:r w:rsidR="004F1596" w:rsidRPr="004F1596">
        <w:t>avenir est au commerce</w:t>
      </w:r>
      <w:r w:rsidRPr="004572A7">
        <w:t xml:space="preserve"> ! </w:t>
      </w:r>
      <w:r w:rsidR="004F1596" w:rsidRPr="004F1596">
        <w:t>Nous autres français</w:t>
      </w:r>
      <w:r w:rsidRPr="004572A7">
        <w:t xml:space="preserve">, </w:t>
      </w:r>
      <w:r w:rsidR="004F1596" w:rsidRPr="004F1596">
        <w:t>nous sommes</w:t>
      </w:r>
      <w:r w:rsidRPr="004572A7">
        <w:t xml:space="preserve">, </w:t>
      </w:r>
      <w:r w:rsidR="004F1596" w:rsidRPr="004F1596">
        <w:t>vois-tu</w:t>
      </w:r>
      <w:r w:rsidRPr="004572A7">
        <w:t xml:space="preserve">, </w:t>
      </w:r>
      <w:r w:rsidR="004F1596" w:rsidRPr="004F1596">
        <w:t>trop bourgeois</w:t>
      </w:r>
      <w:r w:rsidRPr="004572A7">
        <w:t xml:space="preserve">, </w:t>
      </w:r>
      <w:r w:rsidR="004F1596" w:rsidRPr="004F1596">
        <w:t>trop modestes</w:t>
      </w:r>
      <w:r w:rsidRPr="004572A7">
        <w:t xml:space="preserve">, </w:t>
      </w:r>
      <w:r w:rsidR="004F1596" w:rsidRPr="004F1596">
        <w:t>il nous faut peu de chose pour vivre et comme le pays que nous habitons est l</w:t>
      </w:r>
      <w:r w:rsidRPr="004572A7">
        <w:t>’</w:t>
      </w:r>
      <w:r w:rsidR="004F1596" w:rsidRPr="004F1596">
        <w:t>un des plus beaux qui soient</w:t>
      </w:r>
      <w:r w:rsidRPr="004572A7">
        <w:t xml:space="preserve">, </w:t>
      </w:r>
      <w:r w:rsidR="004F1596" w:rsidRPr="004F1596">
        <w:t>nous n</w:t>
      </w:r>
      <w:r w:rsidRPr="004572A7">
        <w:t>’</w:t>
      </w:r>
      <w:r w:rsidR="004F1596" w:rsidRPr="004F1596">
        <w:t>éprouvons pas le besoin de lutter</w:t>
      </w:r>
      <w:r w:rsidRPr="004572A7">
        <w:t xml:space="preserve"> ; </w:t>
      </w:r>
      <w:r w:rsidR="004F1596" w:rsidRPr="004F1596">
        <w:t>nous n</w:t>
      </w:r>
      <w:r w:rsidRPr="004572A7">
        <w:t>’</w:t>
      </w:r>
      <w:r w:rsidR="004F1596" w:rsidRPr="004F1596">
        <w:t>avons pas l</w:t>
      </w:r>
      <w:r w:rsidRPr="004572A7">
        <w:t>’</w:t>
      </w:r>
      <w:r w:rsidR="004F1596" w:rsidRPr="004F1596">
        <w:t>impérieuse nécessité de nous créer une situation à l</w:t>
      </w:r>
      <w:r w:rsidRPr="004572A7">
        <w:t>’</w:t>
      </w:r>
      <w:r w:rsidR="004F1596" w:rsidRPr="004F1596">
        <w:t>étranger</w:t>
      </w:r>
      <w:r w:rsidRPr="004572A7">
        <w:t>.</w:t>
      </w:r>
    </w:p>
    <w:p w14:paraId="16090CF5" w14:textId="77777777" w:rsidR="003A025E" w:rsidRPr="004572A7" w:rsidRDefault="003A025E" w:rsidP="004F1596">
      <w:r w:rsidRPr="004572A7">
        <w:t>« </w:t>
      </w:r>
      <w:r w:rsidR="004F1596" w:rsidRPr="004F1596">
        <w:t>Il en va tout autrement des peuples qui étouffent dans les limites impitoyables de leurs territoires ou trop étroits ou trop pauvres</w:t>
      </w:r>
      <w:r w:rsidRPr="004572A7">
        <w:t xml:space="preserve">. </w:t>
      </w:r>
      <w:r w:rsidR="004F1596" w:rsidRPr="004F1596">
        <w:t>Nous trouvons chez nous ce qu</w:t>
      </w:r>
      <w:r w:rsidRPr="004572A7">
        <w:t>’</w:t>
      </w:r>
      <w:r w:rsidR="004F1596" w:rsidRPr="004F1596">
        <w:t>il nous faut</w:t>
      </w:r>
      <w:r w:rsidRPr="004572A7">
        <w:t>.</w:t>
      </w:r>
    </w:p>
    <w:p w14:paraId="7442CE6B" w14:textId="77777777" w:rsidR="003A025E" w:rsidRPr="004572A7" w:rsidRDefault="003A025E" w:rsidP="004F1596">
      <w:r w:rsidRPr="004572A7">
        <w:t>« </w:t>
      </w:r>
      <w:r w:rsidR="004F1596" w:rsidRPr="004F1596">
        <w:t>Il est étonnant</w:t>
      </w:r>
      <w:r w:rsidRPr="004572A7">
        <w:t xml:space="preserve">, </w:t>
      </w:r>
      <w:r w:rsidR="004F1596" w:rsidRPr="004F1596">
        <w:t>cependant</w:t>
      </w:r>
      <w:r w:rsidRPr="004572A7">
        <w:t xml:space="preserve">, </w:t>
      </w:r>
      <w:r w:rsidR="004F1596" w:rsidRPr="004F1596">
        <w:t>qu</w:t>
      </w:r>
      <w:r w:rsidRPr="004572A7">
        <w:t>’</w:t>
      </w:r>
      <w:r w:rsidR="004F1596" w:rsidRPr="004F1596">
        <w:t>un peuple aussi belliqueux que le nôtre</w:t>
      </w:r>
      <w:r w:rsidRPr="004572A7">
        <w:t xml:space="preserve">, </w:t>
      </w:r>
      <w:r w:rsidR="004F1596" w:rsidRPr="004F1596">
        <w:t>qui possède au plus haut point cette bravoure</w:t>
      </w:r>
      <w:r w:rsidRPr="004572A7">
        <w:t xml:space="preserve">, </w:t>
      </w:r>
      <w:r w:rsidR="004F1596" w:rsidRPr="004F1596">
        <w:t>cette audace</w:t>
      </w:r>
      <w:r w:rsidRPr="004572A7">
        <w:t xml:space="preserve">, </w:t>
      </w:r>
      <w:r w:rsidR="004F1596" w:rsidRPr="004F1596">
        <w:t>cet instinct de la lutte</w:t>
      </w:r>
      <w:r w:rsidRPr="004572A7">
        <w:t xml:space="preserve">, </w:t>
      </w:r>
      <w:r w:rsidR="004F1596" w:rsidRPr="004F1596">
        <w:t>qui l</w:t>
      </w:r>
      <w:r w:rsidRPr="004572A7">
        <w:t>’</w:t>
      </w:r>
      <w:r w:rsidR="004F1596" w:rsidRPr="004F1596">
        <w:t xml:space="preserve">ont fait </w:t>
      </w:r>
      <w:r w:rsidR="004F1596" w:rsidRPr="004F1596">
        <w:lastRenderedPageBreak/>
        <w:t>triompher tant de fois sur les champs de bataille</w:t>
      </w:r>
      <w:r w:rsidRPr="004572A7">
        <w:t xml:space="preserve">, </w:t>
      </w:r>
      <w:r w:rsidR="004F1596" w:rsidRPr="004F1596">
        <w:t>ne fasse preuve</w:t>
      </w:r>
      <w:r w:rsidRPr="004572A7">
        <w:t xml:space="preserve">, </w:t>
      </w:r>
      <w:r w:rsidR="004F1596" w:rsidRPr="004F1596">
        <w:t>en temps de paix</w:t>
      </w:r>
      <w:r w:rsidRPr="004572A7">
        <w:t xml:space="preserve">, </w:t>
      </w:r>
      <w:r w:rsidR="004F1596" w:rsidRPr="004F1596">
        <w:t>d</w:t>
      </w:r>
      <w:r w:rsidRPr="004572A7">
        <w:t>’</w:t>
      </w:r>
      <w:r w:rsidR="004F1596" w:rsidRPr="004F1596">
        <w:t>aucune qualité combattive</w:t>
      </w:r>
      <w:r w:rsidRPr="004572A7">
        <w:t>.</w:t>
      </w:r>
    </w:p>
    <w:p w14:paraId="41F5E0A6" w14:textId="77777777" w:rsidR="004F1596" w:rsidRPr="004F1596" w:rsidRDefault="003A025E" w:rsidP="004F1596">
      <w:r w:rsidRPr="004572A7">
        <w:t>« </w:t>
      </w:r>
      <w:r w:rsidR="004F1596" w:rsidRPr="004F1596">
        <w:t>Secouons notre torpeur</w:t>
      </w:r>
      <w:r w:rsidRPr="004572A7">
        <w:t xml:space="preserve">, </w:t>
      </w:r>
      <w:r w:rsidR="004F1596" w:rsidRPr="004F1596">
        <w:t>mille diables</w:t>
      </w:r>
      <w:r w:rsidRPr="004572A7">
        <w:t xml:space="preserve"> ! </w:t>
      </w:r>
      <w:r w:rsidR="004F1596" w:rsidRPr="004F1596">
        <w:t>La France possède un empire colonial magnifique</w:t>
      </w:r>
      <w:r w:rsidRPr="004572A7">
        <w:t xml:space="preserve"> ! </w:t>
      </w:r>
      <w:r w:rsidR="004F1596" w:rsidRPr="004F1596">
        <w:t>Qu</w:t>
      </w:r>
      <w:r w:rsidRPr="004572A7">
        <w:t>’</w:t>
      </w:r>
      <w:r w:rsidR="004F1596" w:rsidRPr="004F1596">
        <w:t>attendons-nous pour tirer parti des richesses qu</w:t>
      </w:r>
      <w:r w:rsidRPr="004572A7">
        <w:t>’</w:t>
      </w:r>
      <w:r w:rsidR="004F1596" w:rsidRPr="004F1596">
        <w:t>il renferme</w:t>
      </w:r>
      <w:r w:rsidRPr="004572A7">
        <w:t xml:space="preserve"> ! </w:t>
      </w:r>
      <w:r w:rsidR="004F1596" w:rsidRPr="004F1596">
        <w:t>Créons des industries</w:t>
      </w:r>
      <w:r w:rsidRPr="004572A7">
        <w:t xml:space="preserve">, </w:t>
      </w:r>
      <w:r w:rsidR="004F1596" w:rsidRPr="004F1596">
        <w:t>des banques</w:t>
      </w:r>
      <w:r w:rsidRPr="004572A7">
        <w:t xml:space="preserve">, </w:t>
      </w:r>
      <w:r w:rsidR="004F1596" w:rsidRPr="004F1596">
        <w:t>exploitons le sel</w:t>
      </w:r>
      <w:r w:rsidRPr="004572A7">
        <w:t xml:space="preserve">, </w:t>
      </w:r>
      <w:r w:rsidR="004F1596" w:rsidRPr="004F1596">
        <w:t>produisons</w:t>
      </w:r>
      <w:r w:rsidRPr="004572A7">
        <w:t xml:space="preserve">, </w:t>
      </w:r>
      <w:r w:rsidR="004F1596" w:rsidRPr="004F1596">
        <w:t>faisons preuve d</w:t>
      </w:r>
      <w:r w:rsidRPr="004572A7">
        <w:t>’</w:t>
      </w:r>
      <w:r w:rsidR="004F1596" w:rsidRPr="004F1596">
        <w:t>activité</w:t>
      </w:r>
      <w:r w:rsidRPr="004572A7">
        <w:t> ! »</w:t>
      </w:r>
    </w:p>
    <w:p w14:paraId="10B80ADD" w14:textId="77777777" w:rsidR="003A025E" w:rsidRPr="004572A7" w:rsidRDefault="004F1596" w:rsidP="004F1596">
      <w:r w:rsidRPr="004F1596">
        <w:t>Enfin</w:t>
      </w:r>
      <w:r w:rsidR="003A025E" w:rsidRPr="004572A7">
        <w:t xml:space="preserve">, </w:t>
      </w:r>
      <w:r w:rsidRPr="004F1596">
        <w:t>à bout de souffle</w:t>
      </w:r>
      <w:r w:rsidR="003A025E" w:rsidRPr="004572A7">
        <w:t xml:space="preserve">, </w:t>
      </w:r>
      <w:r w:rsidRPr="004F1596">
        <w:t>mon père</w:t>
      </w:r>
      <w:r w:rsidR="003A025E" w:rsidRPr="004572A7">
        <w:t xml:space="preserve">, </w:t>
      </w:r>
      <w:r w:rsidRPr="004F1596">
        <w:t>estimant sans doute que son éloquence ne m</w:t>
      </w:r>
      <w:r w:rsidR="003A025E" w:rsidRPr="004572A7">
        <w:t>’</w:t>
      </w:r>
      <w:r w:rsidRPr="004F1596">
        <w:t>avait pas convaincu suffisamment</w:t>
      </w:r>
      <w:r w:rsidR="003A025E" w:rsidRPr="004572A7">
        <w:t xml:space="preserve">, </w:t>
      </w:r>
      <w:r w:rsidRPr="004F1596">
        <w:t>me faisait comprendre</w:t>
      </w:r>
      <w:r w:rsidR="003A025E" w:rsidRPr="004572A7">
        <w:t xml:space="preserve">, </w:t>
      </w:r>
      <w:r w:rsidRPr="004F1596">
        <w:t>en quelques phrases bien senties</w:t>
      </w:r>
      <w:r w:rsidR="003A025E" w:rsidRPr="004572A7">
        <w:t xml:space="preserve">, </w:t>
      </w:r>
      <w:r w:rsidRPr="004F1596">
        <w:t>qu</w:t>
      </w:r>
      <w:r w:rsidR="003A025E" w:rsidRPr="004572A7">
        <w:t>’</w:t>
      </w:r>
      <w:r w:rsidRPr="004F1596">
        <w:t>il entendait faire de moi son successeur et que je devais bien me pénétrer de cette idée</w:t>
      </w:r>
      <w:r w:rsidR="003A025E" w:rsidRPr="004572A7">
        <w:t xml:space="preserve">, </w:t>
      </w:r>
      <w:r w:rsidRPr="004F1596">
        <w:t>sous peine des pires catastrophes</w:t>
      </w:r>
      <w:r w:rsidR="003A025E" w:rsidRPr="004572A7">
        <w:t>.</w:t>
      </w:r>
    </w:p>
    <w:p w14:paraId="7F85697E" w14:textId="77777777" w:rsidR="003A025E" w:rsidRPr="004572A7" w:rsidRDefault="004F1596" w:rsidP="004F1596">
      <w:r w:rsidRPr="004F1596">
        <w:t>J</w:t>
      </w:r>
      <w:r w:rsidR="003A025E" w:rsidRPr="004572A7">
        <w:t>’</w:t>
      </w:r>
      <w:r w:rsidRPr="004F1596">
        <w:t>étais fils unique et j</w:t>
      </w:r>
      <w:r w:rsidR="003A025E" w:rsidRPr="004572A7">
        <w:t>’</w:t>
      </w:r>
      <w:r w:rsidRPr="004F1596">
        <w:t>aimais mon père</w:t>
      </w:r>
      <w:r w:rsidR="003A025E" w:rsidRPr="004572A7">
        <w:t>.</w:t>
      </w:r>
    </w:p>
    <w:p w14:paraId="3C2D033B" w14:textId="77777777" w:rsidR="003A025E" w:rsidRPr="004572A7" w:rsidRDefault="004F1596" w:rsidP="004F1596">
      <w:r w:rsidRPr="004F1596">
        <w:t>Comme je n</w:t>
      </w:r>
      <w:r w:rsidR="003A025E" w:rsidRPr="004572A7">
        <w:t>’</w:t>
      </w:r>
      <w:r w:rsidRPr="004F1596">
        <w:t>avais aucune raison de lui déplaire</w:t>
      </w:r>
      <w:r w:rsidR="003A025E" w:rsidRPr="004572A7">
        <w:t xml:space="preserve">, </w:t>
      </w:r>
      <w:r w:rsidRPr="004F1596">
        <w:t>je me résignai à cette nouvelle vie et</w:t>
      </w:r>
      <w:r w:rsidR="003A025E" w:rsidRPr="004572A7">
        <w:t xml:space="preserve">, </w:t>
      </w:r>
      <w:r w:rsidRPr="004F1596">
        <w:t>bien qu</w:t>
      </w:r>
      <w:r w:rsidR="003A025E" w:rsidRPr="004572A7">
        <w:t>’</w:t>
      </w:r>
      <w:r w:rsidRPr="004F1596">
        <w:t>elle ne me plût que médiocrement</w:t>
      </w:r>
      <w:r w:rsidR="003A025E" w:rsidRPr="004572A7">
        <w:t xml:space="preserve">, </w:t>
      </w:r>
      <w:r w:rsidRPr="004F1596">
        <w:t>je m</w:t>
      </w:r>
      <w:r w:rsidR="003A025E" w:rsidRPr="004572A7">
        <w:t>’</w:t>
      </w:r>
      <w:r w:rsidRPr="004F1596">
        <w:t>y habituai assez bien</w:t>
      </w:r>
      <w:r w:rsidR="003A025E" w:rsidRPr="004572A7">
        <w:t xml:space="preserve">. </w:t>
      </w:r>
      <w:r w:rsidRPr="004F1596">
        <w:t>Pour conclure</w:t>
      </w:r>
      <w:r w:rsidR="003A025E" w:rsidRPr="004572A7">
        <w:t xml:space="preserve">, </w:t>
      </w:r>
      <w:r w:rsidRPr="004F1596">
        <w:t>j</w:t>
      </w:r>
      <w:r w:rsidR="003A025E" w:rsidRPr="004572A7">
        <w:t>’</w:t>
      </w:r>
      <w:r w:rsidRPr="004F1596">
        <w:t>en pris mon parti</w:t>
      </w:r>
      <w:r w:rsidR="003A025E" w:rsidRPr="004572A7">
        <w:t xml:space="preserve">, </w:t>
      </w:r>
      <w:r w:rsidRPr="004F1596">
        <w:t>sans pour cela abandonner mes habitudes d</w:t>
      </w:r>
      <w:r w:rsidR="003A025E" w:rsidRPr="004572A7">
        <w:t>’</w:t>
      </w:r>
      <w:r w:rsidRPr="004F1596">
        <w:t>observation</w:t>
      </w:r>
      <w:r w:rsidR="003A025E" w:rsidRPr="004572A7">
        <w:t>.</w:t>
      </w:r>
    </w:p>
    <w:p w14:paraId="25E1BD09" w14:textId="77777777" w:rsidR="003A025E" w:rsidRPr="004572A7" w:rsidRDefault="004F1596" w:rsidP="004F1596">
      <w:r w:rsidRPr="004F1596">
        <w:t>C</w:t>
      </w:r>
      <w:r w:rsidR="003A025E" w:rsidRPr="004572A7">
        <w:t>’</w:t>
      </w:r>
      <w:r w:rsidRPr="004F1596">
        <w:t>est ainsi que</w:t>
      </w:r>
      <w:r w:rsidR="003A025E" w:rsidRPr="004572A7">
        <w:t xml:space="preserve">, </w:t>
      </w:r>
      <w:r w:rsidRPr="004F1596">
        <w:t>au cours de mes promenades</w:t>
      </w:r>
      <w:r w:rsidR="003A025E" w:rsidRPr="004572A7">
        <w:t xml:space="preserve">, </w:t>
      </w:r>
      <w:r w:rsidRPr="004F1596">
        <w:t>parmi toutes les autres maisons de plaisance</w:t>
      </w:r>
      <w:r w:rsidR="003A025E" w:rsidRPr="004572A7">
        <w:t xml:space="preserve">, </w:t>
      </w:r>
      <w:r w:rsidRPr="004F1596">
        <w:t xml:space="preserve">je fus amené à remarquer la villa </w:t>
      </w:r>
      <w:r w:rsidR="003A025E" w:rsidRPr="004572A7">
        <w:t>« </w:t>
      </w:r>
      <w:proofErr w:type="spellStart"/>
      <w:r w:rsidRPr="004F1596">
        <w:t>Bakhea</w:t>
      </w:r>
      <w:proofErr w:type="spellEnd"/>
      <w:r w:rsidR="003A025E" w:rsidRPr="004572A7">
        <w:t xml:space="preserve"> ». </w:t>
      </w:r>
      <w:r w:rsidRPr="004F1596">
        <w:t>Par elle</w:t>
      </w:r>
      <w:r w:rsidR="003A025E" w:rsidRPr="004572A7">
        <w:t xml:space="preserve">, </w:t>
      </w:r>
      <w:r w:rsidRPr="004F1596">
        <w:t>ma curiosité devait être soumise à une épreuve peu commune</w:t>
      </w:r>
      <w:r w:rsidR="003A025E" w:rsidRPr="004572A7">
        <w:t>.</w:t>
      </w:r>
    </w:p>
    <w:p w14:paraId="601DCA80" w14:textId="77777777" w:rsidR="003A025E" w:rsidRPr="004572A7" w:rsidRDefault="004F1596" w:rsidP="004F1596">
      <w:r w:rsidRPr="004F1596">
        <w:t>J</w:t>
      </w:r>
      <w:r w:rsidR="003A025E" w:rsidRPr="004572A7">
        <w:t>’</w:t>
      </w:r>
      <w:r w:rsidRPr="004F1596">
        <w:t>avais essayé plusieurs fois d</w:t>
      </w:r>
      <w:r w:rsidR="003A025E" w:rsidRPr="004572A7">
        <w:t>’</w:t>
      </w:r>
      <w:r w:rsidRPr="004F1596">
        <w:t>avoir des renseignements sur elle</w:t>
      </w:r>
      <w:r w:rsidR="003A025E" w:rsidRPr="004572A7">
        <w:t xml:space="preserve">, </w:t>
      </w:r>
      <w:r w:rsidRPr="004F1596">
        <w:t>en m</w:t>
      </w:r>
      <w:r w:rsidR="003A025E" w:rsidRPr="004572A7">
        <w:t>’</w:t>
      </w:r>
      <w:r w:rsidRPr="004F1596">
        <w:t>adressant à des personnes dignes de foi</w:t>
      </w:r>
      <w:r w:rsidR="003A025E" w:rsidRPr="004572A7">
        <w:t xml:space="preserve">. </w:t>
      </w:r>
      <w:r w:rsidRPr="004F1596">
        <w:t>Eh bien</w:t>
      </w:r>
      <w:r w:rsidR="003A025E" w:rsidRPr="004572A7">
        <w:t xml:space="preserve">, </w:t>
      </w:r>
      <w:r w:rsidRPr="004F1596">
        <w:t>je n</w:t>
      </w:r>
      <w:r w:rsidR="003A025E" w:rsidRPr="004572A7">
        <w:t>’</w:t>
      </w:r>
      <w:r w:rsidRPr="004F1596">
        <w:t>avais jamais pu obtenir une explication satisfaisante</w:t>
      </w:r>
      <w:r w:rsidR="003A025E" w:rsidRPr="004572A7">
        <w:t>.</w:t>
      </w:r>
    </w:p>
    <w:p w14:paraId="71EE6E3C" w14:textId="77777777" w:rsidR="003A025E" w:rsidRPr="004572A7" w:rsidRDefault="004F1596" w:rsidP="004F1596">
      <w:r w:rsidRPr="004F1596">
        <w:t>Mon père s</w:t>
      </w:r>
      <w:r w:rsidR="003A025E" w:rsidRPr="004572A7">
        <w:t>’</w:t>
      </w:r>
      <w:r w:rsidRPr="004F1596">
        <w:t>était contenté de hausser les épaules devant mon insistance</w:t>
      </w:r>
      <w:r w:rsidR="003A025E" w:rsidRPr="004572A7">
        <w:t xml:space="preserve">, </w:t>
      </w:r>
      <w:r w:rsidRPr="004F1596">
        <w:t>m</w:t>
      </w:r>
      <w:r w:rsidR="003A025E" w:rsidRPr="004572A7">
        <w:t>’</w:t>
      </w:r>
      <w:r w:rsidRPr="004F1596">
        <w:t xml:space="preserve">affirmant que ce devait être la demeure </w:t>
      </w:r>
      <w:r w:rsidRPr="004F1596">
        <w:lastRenderedPageBreak/>
        <w:t>d</w:t>
      </w:r>
      <w:r w:rsidR="003A025E" w:rsidRPr="004572A7">
        <w:t>’</w:t>
      </w:r>
      <w:r w:rsidRPr="004F1596">
        <w:t>un original</w:t>
      </w:r>
      <w:r w:rsidR="003A025E" w:rsidRPr="004572A7">
        <w:t xml:space="preserve">, </w:t>
      </w:r>
      <w:r w:rsidRPr="004F1596">
        <w:t>qui venait y passer quelques jours par an et que</w:t>
      </w:r>
      <w:r w:rsidR="003A025E" w:rsidRPr="004572A7">
        <w:t xml:space="preserve">, </w:t>
      </w:r>
      <w:r w:rsidRPr="004F1596">
        <w:t>d</w:t>
      </w:r>
      <w:r w:rsidR="003A025E" w:rsidRPr="004572A7">
        <w:t>’</w:t>
      </w:r>
      <w:r w:rsidRPr="004F1596">
        <w:t>ailleurs</w:t>
      </w:r>
      <w:r w:rsidR="003A025E" w:rsidRPr="004572A7">
        <w:t xml:space="preserve">, </w:t>
      </w:r>
      <w:r w:rsidRPr="004F1596">
        <w:t>ce n</w:t>
      </w:r>
      <w:r w:rsidR="003A025E" w:rsidRPr="004572A7">
        <w:t>’</w:t>
      </w:r>
      <w:r w:rsidRPr="004F1596">
        <w:t>était pas là un fait isolé</w:t>
      </w:r>
      <w:r w:rsidR="003A025E" w:rsidRPr="004572A7">
        <w:t>.</w:t>
      </w:r>
    </w:p>
    <w:p w14:paraId="6307D68D" w14:textId="77777777" w:rsidR="003A025E" w:rsidRPr="004572A7" w:rsidRDefault="004F1596" w:rsidP="004F1596">
      <w:r w:rsidRPr="004F1596">
        <w:t>Pour me convaincre</w:t>
      </w:r>
      <w:r w:rsidR="003A025E" w:rsidRPr="004572A7">
        <w:t xml:space="preserve">, </w:t>
      </w:r>
      <w:r w:rsidRPr="004F1596">
        <w:t>il me citait le cas d</w:t>
      </w:r>
      <w:r w:rsidR="003A025E" w:rsidRPr="004572A7">
        <w:t>’</w:t>
      </w:r>
      <w:r w:rsidRPr="004F1596">
        <w:t>un de ses amis</w:t>
      </w:r>
      <w:r w:rsidR="003A025E" w:rsidRPr="004572A7">
        <w:t xml:space="preserve">, </w:t>
      </w:r>
      <w:r w:rsidRPr="004F1596">
        <w:t>industriel à Bordeaux</w:t>
      </w:r>
      <w:r w:rsidR="003A025E" w:rsidRPr="004572A7">
        <w:t xml:space="preserve">, </w:t>
      </w:r>
      <w:r w:rsidRPr="004F1596">
        <w:t xml:space="preserve">qui avait fait bâtir la villa </w:t>
      </w:r>
      <w:r w:rsidR="003A025E" w:rsidRPr="004572A7">
        <w:t>« </w:t>
      </w:r>
      <w:proofErr w:type="spellStart"/>
      <w:r w:rsidRPr="004F1596">
        <w:t>Chrysothémis</w:t>
      </w:r>
      <w:proofErr w:type="spellEnd"/>
      <w:r w:rsidR="003A025E" w:rsidRPr="004572A7">
        <w:t> »</w:t>
      </w:r>
      <w:r w:rsidRPr="004F1596">
        <w:t xml:space="preserve"> uniquement pour venir s</w:t>
      </w:r>
      <w:r w:rsidR="003A025E" w:rsidRPr="004572A7">
        <w:t>’</w:t>
      </w:r>
      <w:r w:rsidRPr="004F1596">
        <w:t>y réfugier</w:t>
      </w:r>
      <w:r w:rsidR="003A025E" w:rsidRPr="004572A7">
        <w:t xml:space="preserve">, </w:t>
      </w:r>
      <w:r w:rsidRPr="004F1596">
        <w:t>durant le mois de janvier</w:t>
      </w:r>
      <w:r w:rsidR="003A025E" w:rsidRPr="004572A7">
        <w:t xml:space="preserve">. </w:t>
      </w:r>
      <w:r w:rsidRPr="004F1596">
        <w:t>Or</w:t>
      </w:r>
      <w:r w:rsidR="003A025E" w:rsidRPr="004572A7">
        <w:t xml:space="preserve">, </w:t>
      </w:r>
      <w:r w:rsidRPr="004F1596">
        <w:t>cet ami disait</w:t>
      </w:r>
      <w:r w:rsidR="003A025E" w:rsidRPr="004572A7">
        <w:t xml:space="preserve">, </w:t>
      </w:r>
      <w:r w:rsidRPr="004F1596">
        <w:t>à qui voulait l</w:t>
      </w:r>
      <w:r w:rsidR="003A025E" w:rsidRPr="004572A7">
        <w:t>’</w:t>
      </w:r>
      <w:r w:rsidRPr="004F1596">
        <w:t>entendre</w:t>
      </w:r>
      <w:r w:rsidR="003A025E" w:rsidRPr="004572A7">
        <w:t xml:space="preserve">, </w:t>
      </w:r>
      <w:r w:rsidRPr="004F1596">
        <w:t>qu</w:t>
      </w:r>
      <w:r w:rsidR="003A025E" w:rsidRPr="004572A7">
        <w:t>’</w:t>
      </w:r>
      <w:r w:rsidRPr="004F1596">
        <w:t>il fallait être le dernier des imbéciles pour venir s</w:t>
      </w:r>
      <w:r w:rsidR="003A025E" w:rsidRPr="004572A7">
        <w:t>’</w:t>
      </w:r>
      <w:r w:rsidRPr="004F1596">
        <w:t>écraser sur la plage de Biarritz</w:t>
      </w:r>
      <w:r w:rsidR="003A025E" w:rsidRPr="004572A7">
        <w:t xml:space="preserve">, </w:t>
      </w:r>
      <w:r w:rsidRPr="004F1596">
        <w:t>au mois de juillet</w:t>
      </w:r>
      <w:r w:rsidR="003A025E" w:rsidRPr="004572A7">
        <w:t xml:space="preserve">, </w:t>
      </w:r>
      <w:r w:rsidRPr="004F1596">
        <w:t>parmi les joueurs de golf de l</w:t>
      </w:r>
      <w:r w:rsidR="003A025E" w:rsidRPr="004572A7">
        <w:t>’</w:t>
      </w:r>
      <w:r w:rsidRPr="004F1596">
        <w:t>Empire britannique et les grosses matrones</w:t>
      </w:r>
      <w:r w:rsidR="003A025E" w:rsidRPr="004572A7">
        <w:t xml:space="preserve">, </w:t>
      </w:r>
      <w:r w:rsidRPr="004F1596">
        <w:t>toutes chargées d</w:t>
      </w:r>
      <w:r w:rsidR="003A025E" w:rsidRPr="004572A7">
        <w:t>’</w:t>
      </w:r>
      <w:r w:rsidRPr="004F1596">
        <w:t>un empestant parfum de patchouli</w:t>
      </w:r>
      <w:r w:rsidR="003A025E" w:rsidRPr="004572A7">
        <w:t> !</w:t>
      </w:r>
    </w:p>
    <w:p w14:paraId="3EBEC8A6" w14:textId="77777777" w:rsidR="003A025E" w:rsidRPr="004572A7" w:rsidRDefault="004F1596" w:rsidP="004F1596">
      <w:r w:rsidRPr="004F1596">
        <w:t>J</w:t>
      </w:r>
      <w:r w:rsidR="003A025E" w:rsidRPr="004572A7">
        <w:t>’</w:t>
      </w:r>
      <w:r w:rsidRPr="004F1596">
        <w:t xml:space="preserve">essayai également de sonder les domestiques des familles anglaises qui habitaient à côté de la villa </w:t>
      </w:r>
      <w:r w:rsidR="003A025E" w:rsidRPr="004572A7">
        <w:t>« </w:t>
      </w:r>
      <w:proofErr w:type="spellStart"/>
      <w:r w:rsidRPr="004F1596">
        <w:t>Bakhea</w:t>
      </w:r>
      <w:proofErr w:type="spellEnd"/>
      <w:r w:rsidR="003A025E" w:rsidRPr="004572A7">
        <w:t xml:space="preserve"> ». </w:t>
      </w:r>
      <w:r w:rsidRPr="004F1596">
        <w:t>Sans succès</w:t>
      </w:r>
      <w:r w:rsidR="003A025E" w:rsidRPr="004572A7">
        <w:t xml:space="preserve">, </w:t>
      </w:r>
      <w:r w:rsidRPr="004F1596">
        <w:t>d</w:t>
      </w:r>
      <w:r w:rsidR="003A025E" w:rsidRPr="004572A7">
        <w:t>’</w:t>
      </w:r>
      <w:r w:rsidRPr="004F1596">
        <w:t>ailleurs</w:t>
      </w:r>
      <w:r w:rsidR="003A025E" w:rsidRPr="004572A7">
        <w:t xml:space="preserve">. </w:t>
      </w:r>
      <w:r w:rsidRPr="004F1596">
        <w:t>En effet</w:t>
      </w:r>
      <w:r w:rsidR="003A025E" w:rsidRPr="004572A7">
        <w:t xml:space="preserve">, </w:t>
      </w:r>
      <w:r w:rsidRPr="004F1596">
        <w:t>comme ils répondaient à mes questions en un horrible patois écossais</w:t>
      </w:r>
      <w:r w:rsidR="003A025E" w:rsidRPr="004572A7">
        <w:t xml:space="preserve">, </w:t>
      </w:r>
      <w:r w:rsidRPr="004F1596">
        <w:t>aussi incompréhensible pour moi que le hottentot</w:t>
      </w:r>
      <w:r w:rsidR="003A025E" w:rsidRPr="004572A7">
        <w:t xml:space="preserve">, </w:t>
      </w:r>
      <w:r w:rsidRPr="004F1596">
        <w:t xml:space="preserve">je ne </w:t>
      </w:r>
      <w:proofErr w:type="spellStart"/>
      <w:r w:rsidRPr="004F1596">
        <w:t>pus</w:t>
      </w:r>
      <w:proofErr w:type="spellEnd"/>
      <w:r w:rsidRPr="004F1596">
        <w:t xml:space="preserve"> rien en tirer</w:t>
      </w:r>
      <w:r w:rsidR="003A025E" w:rsidRPr="004572A7">
        <w:t>.</w:t>
      </w:r>
    </w:p>
    <w:p w14:paraId="38245196" w14:textId="77777777" w:rsidR="003A025E" w:rsidRPr="004572A7" w:rsidRDefault="004F1596" w:rsidP="004F1596">
      <w:r w:rsidRPr="004F1596">
        <w:t xml:space="preserve">Un seul avait été autrefois </w:t>
      </w:r>
      <w:proofErr w:type="spellStart"/>
      <w:r w:rsidRPr="004F1596">
        <w:t>midshipboy</w:t>
      </w:r>
      <w:proofErr w:type="spellEnd"/>
      <w:r w:rsidRPr="004F1596">
        <w:t xml:space="preserve"> dans la marine royale</w:t>
      </w:r>
      <w:r w:rsidR="003A025E" w:rsidRPr="004572A7">
        <w:t xml:space="preserve">, </w:t>
      </w:r>
      <w:r w:rsidRPr="004F1596">
        <w:t>aussi parlait-il l</w:t>
      </w:r>
      <w:r w:rsidR="003A025E" w:rsidRPr="004572A7">
        <w:t>’</w:t>
      </w:r>
      <w:r w:rsidRPr="004F1596">
        <w:t>anglais un peu plus correctement que ses compatriotes</w:t>
      </w:r>
      <w:r w:rsidR="003A025E" w:rsidRPr="004572A7">
        <w:t xml:space="preserve">, </w:t>
      </w:r>
      <w:r w:rsidRPr="004F1596">
        <w:t>il m</w:t>
      </w:r>
      <w:r w:rsidR="003A025E" w:rsidRPr="004572A7">
        <w:t>’</w:t>
      </w:r>
      <w:r w:rsidRPr="004F1596">
        <w:t>expliqua qu</w:t>
      </w:r>
      <w:r w:rsidR="003A025E" w:rsidRPr="004572A7">
        <w:t>’</w:t>
      </w:r>
      <w:r w:rsidRPr="004F1596">
        <w:t xml:space="preserve">il était valet de chambre chez le comte de </w:t>
      </w:r>
      <w:proofErr w:type="spellStart"/>
      <w:r w:rsidRPr="004F1596">
        <w:t>Welcester</w:t>
      </w:r>
      <w:proofErr w:type="spellEnd"/>
      <w:r w:rsidRPr="004F1596">
        <w:t xml:space="preserve"> et qu</w:t>
      </w:r>
      <w:r w:rsidR="003A025E" w:rsidRPr="004572A7">
        <w:t>’</w:t>
      </w:r>
      <w:r w:rsidRPr="004F1596">
        <w:t>il avait pu remarquer naguère</w:t>
      </w:r>
      <w:r w:rsidR="003A025E" w:rsidRPr="004572A7">
        <w:t xml:space="preserve">, </w:t>
      </w:r>
      <w:r w:rsidRPr="004F1596">
        <w:t xml:space="preserve">au moment de la </w:t>
      </w:r>
      <w:r w:rsidR="003A025E" w:rsidRPr="004572A7">
        <w:t>« </w:t>
      </w:r>
      <w:proofErr w:type="spellStart"/>
      <w:r w:rsidRPr="004F1596">
        <w:t>season</w:t>
      </w:r>
      <w:proofErr w:type="spellEnd"/>
      <w:r w:rsidR="003A025E" w:rsidRPr="004572A7">
        <w:t xml:space="preserve"> », </w:t>
      </w:r>
      <w:r w:rsidRPr="004F1596">
        <w:t xml:space="preserve">un homme assez </w:t>
      </w:r>
      <w:r w:rsidR="003A2E59" w:rsidRPr="004F1596">
        <w:t>âg</w:t>
      </w:r>
      <w:r w:rsidR="003A2E59">
        <w:t>é</w:t>
      </w:r>
      <w:r w:rsidR="003A2E59" w:rsidRPr="004F1596">
        <w:t xml:space="preserve"> </w:t>
      </w:r>
      <w:r w:rsidRPr="004F1596">
        <w:t>qui</w:t>
      </w:r>
      <w:r w:rsidR="003A025E" w:rsidRPr="004572A7">
        <w:t xml:space="preserve">, </w:t>
      </w:r>
      <w:r w:rsidRPr="004F1596">
        <w:t>tous les matins</w:t>
      </w:r>
      <w:r w:rsidR="003A025E" w:rsidRPr="004572A7">
        <w:t xml:space="preserve">, </w:t>
      </w:r>
      <w:r w:rsidRPr="004F1596">
        <w:t>vers huit heures</w:t>
      </w:r>
      <w:r w:rsidR="003A025E" w:rsidRPr="004572A7">
        <w:t xml:space="preserve">, </w:t>
      </w:r>
      <w:r w:rsidRPr="004F1596">
        <w:t>sortait à cheval de cette villa</w:t>
      </w:r>
      <w:r w:rsidR="003A025E" w:rsidRPr="004572A7">
        <w:t>.</w:t>
      </w:r>
    </w:p>
    <w:p w14:paraId="645AB3B1" w14:textId="77777777" w:rsidR="003A025E" w:rsidRPr="004572A7" w:rsidRDefault="004F1596" w:rsidP="004F1596">
      <w:r w:rsidRPr="004F1596">
        <w:t>Comme je le pressais de questions</w:t>
      </w:r>
      <w:r w:rsidR="003A025E" w:rsidRPr="004572A7">
        <w:t xml:space="preserve">, </w:t>
      </w:r>
      <w:r w:rsidRPr="004F1596">
        <w:t>il me regarda tout à coup avec méfiance et</w:t>
      </w:r>
      <w:r w:rsidR="003A025E" w:rsidRPr="004572A7">
        <w:t xml:space="preserve">, </w:t>
      </w:r>
      <w:r w:rsidRPr="004F1596">
        <w:t>croyant sans doute avoir affaire à quelque filou</w:t>
      </w:r>
      <w:r w:rsidR="003A025E" w:rsidRPr="004572A7">
        <w:t xml:space="preserve">, </w:t>
      </w:r>
      <w:r w:rsidRPr="004F1596">
        <w:t>il me salua froidement et me tourna le dos</w:t>
      </w:r>
      <w:r w:rsidR="003A025E" w:rsidRPr="004572A7">
        <w:t xml:space="preserve">. </w:t>
      </w:r>
      <w:r w:rsidRPr="004F1596">
        <w:t>Je ne poussai pas plus loin ma curiosité</w:t>
      </w:r>
      <w:r w:rsidR="003A025E" w:rsidRPr="004572A7">
        <w:t>.</w:t>
      </w:r>
    </w:p>
    <w:p w14:paraId="06AC8318" w14:textId="77777777" w:rsidR="003A025E" w:rsidRPr="004572A7" w:rsidRDefault="004F1596" w:rsidP="004F1596">
      <w:r w:rsidRPr="004F1596">
        <w:t>Cependant</w:t>
      </w:r>
      <w:r w:rsidR="003A025E" w:rsidRPr="004572A7">
        <w:t xml:space="preserve">, </w:t>
      </w:r>
      <w:r w:rsidRPr="004F1596">
        <w:t>chaque fois que je revenais sur les falaises</w:t>
      </w:r>
      <w:r w:rsidR="003A025E" w:rsidRPr="004572A7">
        <w:t xml:space="preserve">, </w:t>
      </w:r>
      <w:r w:rsidRPr="004F1596">
        <w:t>fumer un</w:t>
      </w:r>
      <w:r w:rsidR="003A2E59">
        <w:t>e</w:t>
      </w:r>
      <w:r w:rsidRPr="004F1596">
        <w:t xml:space="preserve"> khédive au grand air</w:t>
      </w:r>
      <w:r w:rsidR="003A025E" w:rsidRPr="004572A7">
        <w:t xml:space="preserve">, </w:t>
      </w:r>
      <w:r w:rsidRPr="004F1596">
        <w:t>une force invincible prenait en quelque sorte la direction de mon libre arbitre</w:t>
      </w:r>
      <w:r w:rsidR="003A025E" w:rsidRPr="004572A7">
        <w:t xml:space="preserve">, </w:t>
      </w:r>
      <w:r w:rsidRPr="004F1596">
        <w:t>et me ramenait invariablement du côté de la route de Guéthary</w:t>
      </w:r>
      <w:r w:rsidR="003A025E" w:rsidRPr="004572A7">
        <w:t xml:space="preserve">, </w:t>
      </w:r>
      <w:r w:rsidRPr="004F1596">
        <w:t>juste derrière les arbres où se cachait la villa silencieuse</w:t>
      </w:r>
      <w:r w:rsidR="003A025E" w:rsidRPr="004572A7">
        <w:t xml:space="preserve">. </w:t>
      </w:r>
      <w:r w:rsidR="00B9403E" w:rsidRPr="004572A7">
        <w:t>À</w:t>
      </w:r>
      <w:r w:rsidRPr="004F1596">
        <w:t xml:space="preserve"> force de </w:t>
      </w:r>
      <w:r w:rsidRPr="004F1596">
        <w:lastRenderedPageBreak/>
        <w:t>réfléchir et comprenant que</w:t>
      </w:r>
      <w:r w:rsidR="003A025E" w:rsidRPr="004572A7">
        <w:t xml:space="preserve">, </w:t>
      </w:r>
      <w:r w:rsidRPr="004F1596">
        <w:t>en agissant de la sorte</w:t>
      </w:r>
      <w:r w:rsidR="003A025E" w:rsidRPr="004572A7">
        <w:t xml:space="preserve">, </w:t>
      </w:r>
      <w:r w:rsidRPr="004F1596">
        <w:t>je n</w:t>
      </w:r>
      <w:r w:rsidR="003A025E" w:rsidRPr="004572A7">
        <w:t>’</w:t>
      </w:r>
      <w:r w:rsidRPr="004F1596">
        <w:t>arriverais à aucun résultat</w:t>
      </w:r>
      <w:r w:rsidR="003A025E" w:rsidRPr="004572A7">
        <w:t xml:space="preserve">, </w:t>
      </w:r>
      <w:r w:rsidRPr="004F1596">
        <w:t>je résolus d</w:t>
      </w:r>
      <w:r w:rsidR="003A025E" w:rsidRPr="004572A7">
        <w:t>’</w:t>
      </w:r>
      <w:r w:rsidRPr="004F1596">
        <w:t>employer les grands moyens</w:t>
      </w:r>
      <w:r w:rsidR="003A025E" w:rsidRPr="004572A7">
        <w:t>.</w:t>
      </w:r>
    </w:p>
    <w:p w14:paraId="232DD183" w14:textId="77777777" w:rsidR="003A025E" w:rsidRPr="004572A7" w:rsidRDefault="004F1596" w:rsidP="004F1596">
      <w:r w:rsidRPr="004F1596">
        <w:t>Je connaissais intimement le commissaire de police</w:t>
      </w:r>
      <w:r w:rsidR="003A025E" w:rsidRPr="004572A7">
        <w:t xml:space="preserve">, </w:t>
      </w:r>
      <w:r w:rsidRPr="004F1596">
        <w:t>car il était très lié avec mon père</w:t>
      </w:r>
      <w:r w:rsidR="003A025E" w:rsidRPr="004572A7">
        <w:t xml:space="preserve">. </w:t>
      </w:r>
      <w:r w:rsidRPr="004F1596">
        <w:t>J</w:t>
      </w:r>
      <w:r w:rsidR="003A025E" w:rsidRPr="004572A7">
        <w:t>’</w:t>
      </w:r>
      <w:r w:rsidRPr="004F1596">
        <w:t>allai trouver ce magistrat et je lui demandai</w:t>
      </w:r>
      <w:r w:rsidR="003A025E" w:rsidRPr="004572A7">
        <w:t xml:space="preserve">, </w:t>
      </w:r>
      <w:r w:rsidRPr="004F1596">
        <w:t>tout net</w:t>
      </w:r>
      <w:r w:rsidR="003A025E" w:rsidRPr="004572A7">
        <w:t xml:space="preserve">, </w:t>
      </w:r>
      <w:r w:rsidRPr="004F1596">
        <w:t>s</w:t>
      </w:r>
      <w:r w:rsidR="003A025E" w:rsidRPr="004572A7">
        <w:t>’</w:t>
      </w:r>
      <w:r w:rsidRPr="004F1596">
        <w:t xml:space="preserve">il connaissait la personne qui habitait la villa </w:t>
      </w:r>
      <w:r w:rsidR="003A025E" w:rsidRPr="004572A7">
        <w:t>« </w:t>
      </w:r>
      <w:proofErr w:type="spellStart"/>
      <w:r w:rsidRPr="004F1596">
        <w:t>Bakhea</w:t>
      </w:r>
      <w:proofErr w:type="spellEnd"/>
      <w:r w:rsidR="003A025E" w:rsidRPr="004572A7">
        <w:t> ».</w:t>
      </w:r>
    </w:p>
    <w:p w14:paraId="2FCB655C" w14:textId="77777777" w:rsidR="003A025E" w:rsidRPr="004572A7" w:rsidRDefault="004F1596" w:rsidP="004F1596">
      <w:r w:rsidRPr="004F1596">
        <w:t>Je crus d</w:t>
      </w:r>
      <w:r w:rsidR="003A025E" w:rsidRPr="004572A7">
        <w:t>’</w:t>
      </w:r>
      <w:r w:rsidRPr="004F1596">
        <w:t>abord que j</w:t>
      </w:r>
      <w:r w:rsidR="003A025E" w:rsidRPr="004572A7">
        <w:t>’</w:t>
      </w:r>
      <w:r w:rsidRPr="004F1596">
        <w:t>allais essuyer un refus</w:t>
      </w:r>
      <w:r w:rsidR="003A025E" w:rsidRPr="004572A7">
        <w:t xml:space="preserve">, </w:t>
      </w:r>
      <w:r w:rsidRPr="004F1596">
        <w:t>car le commissaire me parut quelque peu surpris et me regarda d</w:t>
      </w:r>
      <w:r w:rsidR="003A025E" w:rsidRPr="004572A7">
        <w:t>’</w:t>
      </w:r>
      <w:r w:rsidRPr="004F1596">
        <w:t>un air singulier</w:t>
      </w:r>
      <w:r w:rsidR="003A025E" w:rsidRPr="004572A7">
        <w:t xml:space="preserve">, </w:t>
      </w:r>
      <w:r w:rsidRPr="004F1596">
        <w:t>par-dessus ses lunettes</w:t>
      </w:r>
      <w:r w:rsidR="003A025E" w:rsidRPr="004572A7">
        <w:t xml:space="preserve">, </w:t>
      </w:r>
      <w:r w:rsidRPr="004F1596">
        <w:t>comme pour me dire</w:t>
      </w:r>
      <w:r w:rsidR="003A025E" w:rsidRPr="004572A7">
        <w:t> :</w:t>
      </w:r>
    </w:p>
    <w:p w14:paraId="28FC3AF0" w14:textId="77777777" w:rsidR="004F1596" w:rsidRPr="004F1596" w:rsidRDefault="003A025E" w:rsidP="004F1596">
      <w:r w:rsidRPr="004572A7">
        <w:t>« </w:t>
      </w:r>
      <w:r w:rsidR="004F1596" w:rsidRPr="004F1596">
        <w:t>De quoi vous mêlez-vous</w:t>
      </w:r>
      <w:r w:rsidRPr="004572A7">
        <w:t> ? »</w:t>
      </w:r>
    </w:p>
    <w:p w14:paraId="6F6DCBB9" w14:textId="77777777" w:rsidR="003A025E" w:rsidRPr="004572A7" w:rsidRDefault="004F1596" w:rsidP="004F1596">
      <w:r w:rsidRPr="004F1596">
        <w:t>Mais il me demanda avec simplicité</w:t>
      </w:r>
      <w:r w:rsidR="003A025E" w:rsidRPr="004572A7">
        <w:t> :</w:t>
      </w:r>
    </w:p>
    <w:p w14:paraId="622D5D6F" w14:textId="77777777" w:rsidR="003A025E" w:rsidRPr="004572A7" w:rsidRDefault="003A025E" w:rsidP="004F1596">
      <w:r w:rsidRPr="004572A7">
        <w:t>— </w:t>
      </w:r>
      <w:r w:rsidR="004F1596" w:rsidRPr="004F1596">
        <w:t>Vous avez absolument besoin de ce renseignement</w:t>
      </w:r>
      <w:r w:rsidRPr="004572A7">
        <w:t xml:space="preserve">, </w:t>
      </w:r>
      <w:r w:rsidR="004F1596" w:rsidRPr="004F1596">
        <w:t>Georges</w:t>
      </w:r>
      <w:r w:rsidRPr="004572A7">
        <w:t> ?</w:t>
      </w:r>
    </w:p>
    <w:p w14:paraId="01665474" w14:textId="77777777" w:rsidR="003A025E" w:rsidRPr="004572A7" w:rsidRDefault="003A025E" w:rsidP="004F1596">
      <w:r w:rsidRPr="004572A7">
        <w:t>— </w:t>
      </w:r>
      <w:r w:rsidR="004F1596" w:rsidRPr="004F1596">
        <w:t>Oui</w:t>
      </w:r>
      <w:r w:rsidRPr="004572A7">
        <w:t xml:space="preserve">, </w:t>
      </w:r>
      <w:r w:rsidR="004F1596" w:rsidRPr="004F1596">
        <w:t>répondis-je</w:t>
      </w:r>
      <w:r w:rsidRPr="004572A7">
        <w:t xml:space="preserve">, </w:t>
      </w:r>
      <w:r w:rsidR="004F1596" w:rsidRPr="004F1596">
        <w:t>un peu gêné</w:t>
      </w:r>
      <w:r w:rsidRPr="004572A7">
        <w:t xml:space="preserve">, </w:t>
      </w:r>
      <w:r w:rsidR="004F1596" w:rsidRPr="004F1596">
        <w:t>si toutefois cela n</w:t>
      </w:r>
      <w:r w:rsidRPr="004572A7">
        <w:t>’</w:t>
      </w:r>
      <w:r w:rsidR="004F1596" w:rsidRPr="004F1596">
        <w:t>est pas contraire à votre devoir</w:t>
      </w:r>
      <w:r w:rsidRPr="004572A7">
        <w:t>.</w:t>
      </w:r>
    </w:p>
    <w:p w14:paraId="4DC2938C" w14:textId="77777777" w:rsidR="003A025E" w:rsidRPr="004572A7" w:rsidRDefault="004F1596" w:rsidP="004F1596">
      <w:r w:rsidRPr="004F1596">
        <w:t>Il réfléchit quelques instants</w:t>
      </w:r>
      <w:r w:rsidR="003A025E" w:rsidRPr="004572A7">
        <w:t xml:space="preserve">, </w:t>
      </w:r>
      <w:r w:rsidRPr="004F1596">
        <w:t>puis soudain se dérida</w:t>
      </w:r>
      <w:r w:rsidR="003A025E" w:rsidRPr="004572A7">
        <w:t xml:space="preserve">, </w:t>
      </w:r>
      <w:r w:rsidRPr="004F1596">
        <w:t>sourit d</w:t>
      </w:r>
      <w:r w:rsidR="003A025E" w:rsidRPr="004572A7">
        <w:t>’</w:t>
      </w:r>
      <w:r w:rsidRPr="004F1596">
        <w:t>un air entendu et</w:t>
      </w:r>
      <w:r w:rsidR="003A025E" w:rsidRPr="004572A7">
        <w:t xml:space="preserve">, </w:t>
      </w:r>
      <w:r w:rsidRPr="004F1596">
        <w:t>prenant un volumineux registre</w:t>
      </w:r>
      <w:r w:rsidR="003A025E" w:rsidRPr="004572A7">
        <w:t xml:space="preserve">, </w:t>
      </w:r>
      <w:r w:rsidRPr="004F1596">
        <w:t>derrière son bureau</w:t>
      </w:r>
      <w:r w:rsidR="003A025E" w:rsidRPr="004572A7">
        <w:t xml:space="preserve">, </w:t>
      </w:r>
      <w:r w:rsidRPr="004F1596">
        <w:t>il l</w:t>
      </w:r>
      <w:r w:rsidR="003A025E" w:rsidRPr="004572A7">
        <w:t>’</w:t>
      </w:r>
      <w:r w:rsidRPr="004F1596">
        <w:t>ouvrit et se mit à le feuilleter lentement</w:t>
      </w:r>
      <w:r w:rsidR="003A025E" w:rsidRPr="004572A7">
        <w:t xml:space="preserve">, </w:t>
      </w:r>
      <w:r w:rsidRPr="004F1596">
        <w:t>tout en me regardant à la dérobée</w:t>
      </w:r>
      <w:r w:rsidR="003A025E" w:rsidRPr="004572A7">
        <w:t>.</w:t>
      </w:r>
    </w:p>
    <w:p w14:paraId="3CA33E8C" w14:textId="77777777" w:rsidR="003A025E" w:rsidRPr="004572A7" w:rsidRDefault="003A025E" w:rsidP="004F1596">
      <w:r w:rsidRPr="004572A7">
        <w:t>— </w:t>
      </w:r>
      <w:r w:rsidR="004F1596" w:rsidRPr="004F1596">
        <w:t>Tenez</w:t>
      </w:r>
      <w:r w:rsidRPr="004572A7">
        <w:t xml:space="preserve">, </w:t>
      </w:r>
      <w:r w:rsidR="004F1596" w:rsidRPr="004F1596">
        <w:t>dit-il</w:t>
      </w:r>
      <w:r w:rsidRPr="004572A7">
        <w:t xml:space="preserve">, </w:t>
      </w:r>
      <w:r w:rsidR="004F1596" w:rsidRPr="004F1596">
        <w:t>en s</w:t>
      </w:r>
      <w:r w:rsidRPr="004572A7">
        <w:t>’</w:t>
      </w:r>
      <w:r w:rsidR="004F1596" w:rsidRPr="004F1596">
        <w:t>arrêtant à une page</w:t>
      </w:r>
      <w:r w:rsidRPr="004572A7">
        <w:t xml:space="preserve">, </w:t>
      </w:r>
      <w:r w:rsidR="004F1596" w:rsidRPr="004F1596">
        <w:t>voici votre renseignement</w:t>
      </w:r>
      <w:r w:rsidRPr="004572A7">
        <w:t>.</w:t>
      </w:r>
    </w:p>
    <w:p w14:paraId="5DA35A3F" w14:textId="77777777" w:rsidR="003A025E" w:rsidRPr="004572A7" w:rsidRDefault="004F1596" w:rsidP="004F1596">
      <w:r w:rsidRPr="004F1596">
        <w:t>Et il lut à haute voix</w:t>
      </w:r>
      <w:r w:rsidR="003A025E" w:rsidRPr="004572A7">
        <w:t> :</w:t>
      </w:r>
    </w:p>
    <w:p w14:paraId="5ECA1779" w14:textId="77777777" w:rsidR="003A025E" w:rsidRPr="004572A7" w:rsidRDefault="003A025E" w:rsidP="004F1596">
      <w:r w:rsidRPr="004572A7">
        <w:t>— </w:t>
      </w:r>
      <w:r w:rsidR="004F1596" w:rsidRPr="004F1596">
        <w:t xml:space="preserve">Villa </w:t>
      </w:r>
      <w:r w:rsidRPr="004572A7">
        <w:t>« </w:t>
      </w:r>
      <w:proofErr w:type="spellStart"/>
      <w:r w:rsidR="004F1596" w:rsidRPr="004F1596">
        <w:t>Bakhea</w:t>
      </w:r>
      <w:proofErr w:type="spellEnd"/>
      <w:r w:rsidRPr="004572A7">
        <w:t xml:space="preserve"> », </w:t>
      </w:r>
      <w:r w:rsidR="004F1596" w:rsidRPr="004F1596">
        <w:t xml:space="preserve">Comte de </w:t>
      </w:r>
      <w:proofErr w:type="spellStart"/>
      <w:r w:rsidR="004F1596" w:rsidRPr="004F1596">
        <w:t>Flossanges-Runel</w:t>
      </w:r>
      <w:proofErr w:type="spellEnd"/>
      <w:r w:rsidRPr="004572A7">
        <w:t xml:space="preserve">, </w:t>
      </w:r>
      <w:r w:rsidR="004F1596" w:rsidRPr="004F1596">
        <w:t>ancien consul de France à Varsovie</w:t>
      </w:r>
      <w:r w:rsidRPr="004572A7">
        <w:t>.</w:t>
      </w:r>
    </w:p>
    <w:p w14:paraId="09F36F14" w14:textId="77777777" w:rsidR="003A025E" w:rsidRPr="004572A7" w:rsidRDefault="004F1596" w:rsidP="004F1596">
      <w:r w:rsidRPr="004F1596">
        <w:lastRenderedPageBreak/>
        <w:t>Ce nom dut évoquer en sa mémoire quelques souvenirs personnels</w:t>
      </w:r>
      <w:r w:rsidR="003A025E" w:rsidRPr="004572A7">
        <w:t xml:space="preserve">, </w:t>
      </w:r>
      <w:r w:rsidRPr="004F1596">
        <w:t>car il passa la main sur son front</w:t>
      </w:r>
      <w:r w:rsidR="003A025E" w:rsidRPr="004572A7">
        <w:t xml:space="preserve">, </w:t>
      </w:r>
      <w:r w:rsidRPr="004F1596">
        <w:t>comme pour rassembler ses idées et murmura</w:t>
      </w:r>
      <w:r w:rsidR="003A025E" w:rsidRPr="004572A7">
        <w:t> :</w:t>
      </w:r>
    </w:p>
    <w:p w14:paraId="5AF8F7E1" w14:textId="77777777" w:rsidR="003A025E" w:rsidRPr="004572A7" w:rsidRDefault="003A025E" w:rsidP="004F1596">
      <w:r w:rsidRPr="004572A7">
        <w:t>— </w:t>
      </w:r>
      <w:r w:rsidR="004F1596" w:rsidRPr="004F1596">
        <w:t>Ah</w:t>
      </w:r>
      <w:r w:rsidRPr="004572A7">
        <w:t xml:space="preserve"> ! </w:t>
      </w:r>
      <w:r w:rsidR="004F1596" w:rsidRPr="004F1596">
        <w:t>oui</w:t>
      </w:r>
      <w:r w:rsidRPr="004572A7">
        <w:t xml:space="preserve">, </w:t>
      </w:r>
      <w:r w:rsidR="004F1596" w:rsidRPr="004F1596">
        <w:t>j</w:t>
      </w:r>
      <w:r w:rsidRPr="004572A7">
        <w:t>’</w:t>
      </w:r>
      <w:r w:rsidR="004F1596" w:rsidRPr="004F1596">
        <w:t>y suis</w:t>
      </w:r>
      <w:r w:rsidRPr="004572A7">
        <w:t xml:space="preserve"> ! </w:t>
      </w:r>
      <w:r w:rsidR="004F1596" w:rsidRPr="004F1596">
        <w:t xml:space="preserve">le fameux </w:t>
      </w:r>
      <w:proofErr w:type="spellStart"/>
      <w:r w:rsidR="004F1596" w:rsidRPr="004F1596">
        <w:t>Flossanges</w:t>
      </w:r>
      <w:proofErr w:type="spellEnd"/>
      <w:r w:rsidRPr="004572A7">
        <w:t xml:space="preserve"> ! </w:t>
      </w:r>
      <w:r w:rsidR="004F1596" w:rsidRPr="004F1596">
        <w:t>oui</w:t>
      </w:r>
      <w:r w:rsidRPr="004572A7">
        <w:t xml:space="preserve">, </w:t>
      </w:r>
      <w:r w:rsidR="004F1596" w:rsidRPr="004F1596">
        <w:t>oui</w:t>
      </w:r>
      <w:r w:rsidRPr="004572A7">
        <w:t xml:space="preserve">, </w:t>
      </w:r>
      <w:r w:rsidR="004F1596" w:rsidRPr="004F1596">
        <w:t>très bien</w:t>
      </w:r>
      <w:r w:rsidRPr="004572A7">
        <w:t xml:space="preserve">, </w:t>
      </w:r>
      <w:r w:rsidR="004F1596" w:rsidRPr="004F1596">
        <w:t>toujours à cheval</w:t>
      </w:r>
      <w:r w:rsidRPr="004572A7">
        <w:t xml:space="preserve">, </w:t>
      </w:r>
      <w:r w:rsidR="004F1596" w:rsidRPr="004F1596">
        <w:t>un beau garçon</w:t>
      </w:r>
      <w:r w:rsidRPr="004572A7">
        <w:t xml:space="preserve">, </w:t>
      </w:r>
      <w:r w:rsidR="004F1596" w:rsidRPr="004F1596">
        <w:t>il avait un succès fou auprès des femmes</w:t>
      </w:r>
      <w:r w:rsidRPr="004572A7">
        <w:t xml:space="preserve">… </w:t>
      </w:r>
      <w:r w:rsidR="004F1596" w:rsidRPr="004F1596">
        <w:t>les Anglaises</w:t>
      </w:r>
      <w:r w:rsidRPr="004572A7">
        <w:t xml:space="preserve">, </w:t>
      </w:r>
      <w:r w:rsidR="004F1596" w:rsidRPr="004F1596">
        <w:t>principalement</w:t>
      </w:r>
      <w:r w:rsidRPr="004572A7">
        <w:t xml:space="preserve">, </w:t>
      </w:r>
      <w:r w:rsidR="004F1596" w:rsidRPr="004F1596">
        <w:t>raffolaient de lui</w:t>
      </w:r>
      <w:r w:rsidRPr="004572A7">
        <w:t>…</w:t>
      </w:r>
    </w:p>
    <w:p w14:paraId="1C4A53A0" w14:textId="77777777" w:rsidR="003A025E" w:rsidRPr="004572A7" w:rsidRDefault="004F1596" w:rsidP="004F1596">
      <w:r w:rsidRPr="004F1596">
        <w:t>Il s</w:t>
      </w:r>
      <w:r w:rsidR="003A025E" w:rsidRPr="004572A7">
        <w:t>’</w:t>
      </w:r>
      <w:r w:rsidRPr="004F1596">
        <w:t>arrêta quelques secondes et</w:t>
      </w:r>
      <w:r w:rsidR="003A025E" w:rsidRPr="004572A7">
        <w:t xml:space="preserve">, </w:t>
      </w:r>
      <w:r w:rsidRPr="004F1596">
        <w:t>après m</w:t>
      </w:r>
      <w:r w:rsidR="003A025E" w:rsidRPr="004572A7">
        <w:t>’</w:t>
      </w:r>
      <w:r w:rsidRPr="004F1596">
        <w:t>avoir scruté de son regard d</w:t>
      </w:r>
      <w:r w:rsidR="003A025E" w:rsidRPr="004572A7">
        <w:t>’</w:t>
      </w:r>
      <w:r w:rsidRPr="004F1596">
        <w:t>acier</w:t>
      </w:r>
      <w:r w:rsidR="003A025E" w:rsidRPr="004572A7">
        <w:t xml:space="preserve">, </w:t>
      </w:r>
      <w:r w:rsidRPr="004F1596">
        <w:t>il reprit d</w:t>
      </w:r>
      <w:r w:rsidR="003A025E" w:rsidRPr="004572A7">
        <w:t>’</w:t>
      </w:r>
      <w:r w:rsidRPr="004F1596">
        <w:t>un petit ton moqueur</w:t>
      </w:r>
      <w:r w:rsidR="003A025E" w:rsidRPr="004572A7">
        <w:t> :</w:t>
      </w:r>
    </w:p>
    <w:p w14:paraId="6A76CF47" w14:textId="77777777" w:rsidR="003A025E" w:rsidRPr="004572A7" w:rsidRDefault="003A025E" w:rsidP="004F1596">
      <w:r w:rsidRPr="004572A7">
        <w:t>— </w:t>
      </w:r>
      <w:r w:rsidR="004F1596" w:rsidRPr="004F1596">
        <w:t>Je sais qu</w:t>
      </w:r>
      <w:r w:rsidRPr="004572A7">
        <w:t>’</w:t>
      </w:r>
      <w:r w:rsidR="004F1596" w:rsidRPr="004F1596">
        <w:t>il était marié mais</w:t>
      </w:r>
      <w:r w:rsidRPr="004572A7">
        <w:t xml:space="preserve">, </w:t>
      </w:r>
      <w:r w:rsidR="004F1596" w:rsidRPr="004F1596">
        <w:t>par exemple</w:t>
      </w:r>
      <w:r w:rsidRPr="004572A7">
        <w:t xml:space="preserve">, </w:t>
      </w:r>
      <w:r w:rsidR="004F1596" w:rsidRPr="004F1596">
        <w:t>on ne le voyait jamais avec sa femme et je ne pourrais vous dire si elle est brune ou blonde</w:t>
      </w:r>
      <w:r w:rsidRPr="004572A7">
        <w:t xml:space="preserve">. </w:t>
      </w:r>
      <w:r w:rsidR="004F1596" w:rsidRPr="004F1596">
        <w:t>D</w:t>
      </w:r>
      <w:r w:rsidRPr="004572A7">
        <w:t>’</w:t>
      </w:r>
      <w:r w:rsidR="004F1596" w:rsidRPr="004F1596">
        <w:t>ailleurs</w:t>
      </w:r>
      <w:r w:rsidRPr="004572A7">
        <w:t xml:space="preserve">, </w:t>
      </w:r>
      <w:r w:rsidR="004F1596" w:rsidRPr="004F1596">
        <w:t>je n</w:t>
      </w:r>
      <w:r w:rsidRPr="004572A7">
        <w:t>’</w:t>
      </w:r>
      <w:r w:rsidR="004F1596" w:rsidRPr="004F1596">
        <w:t xml:space="preserve">ai pas revu </w:t>
      </w:r>
      <w:r w:rsidRPr="004572A7">
        <w:t>M. de </w:t>
      </w:r>
      <w:proofErr w:type="spellStart"/>
      <w:r w:rsidR="004F1596" w:rsidRPr="004F1596">
        <w:t>Flossanges</w:t>
      </w:r>
      <w:proofErr w:type="spellEnd"/>
      <w:r w:rsidR="004F1596" w:rsidRPr="004F1596">
        <w:t xml:space="preserve"> depuis longtemps</w:t>
      </w:r>
      <w:r w:rsidRPr="004572A7">
        <w:t xml:space="preserve"> ; </w:t>
      </w:r>
      <w:r w:rsidR="004F1596" w:rsidRPr="004F1596">
        <w:t>il ne doit faire que de rares apparitions à Biarritz</w:t>
      </w:r>
      <w:r w:rsidRPr="004572A7">
        <w:t xml:space="preserve">. </w:t>
      </w:r>
      <w:r w:rsidR="004F1596" w:rsidRPr="004F1596">
        <w:t>En effet</w:t>
      </w:r>
      <w:r w:rsidRPr="004572A7">
        <w:t xml:space="preserve">, </w:t>
      </w:r>
      <w:r w:rsidR="004F1596" w:rsidRPr="004F1596">
        <w:t>plusieurs fois</w:t>
      </w:r>
      <w:r w:rsidRPr="004572A7">
        <w:t xml:space="preserve">, </w:t>
      </w:r>
      <w:r w:rsidR="004F1596" w:rsidRPr="004F1596">
        <w:t>en passant devant sa villa</w:t>
      </w:r>
      <w:r w:rsidRPr="004572A7">
        <w:t xml:space="preserve">, </w:t>
      </w:r>
      <w:r w:rsidR="004F1596" w:rsidRPr="004F1596">
        <w:t>il m</w:t>
      </w:r>
      <w:r w:rsidRPr="004572A7">
        <w:t>’</w:t>
      </w:r>
      <w:r w:rsidR="004F1596" w:rsidRPr="004F1596">
        <w:t>a semblé qu</w:t>
      </w:r>
      <w:r w:rsidRPr="004572A7">
        <w:t>’</w:t>
      </w:r>
      <w:r w:rsidR="004F1596" w:rsidRPr="004F1596">
        <w:t>elle était fermée</w:t>
      </w:r>
      <w:r w:rsidRPr="004572A7">
        <w:t>.</w:t>
      </w:r>
    </w:p>
    <w:p w14:paraId="6AFAD2CC" w14:textId="77777777" w:rsidR="004F1596" w:rsidRPr="004F1596" w:rsidRDefault="003A025E" w:rsidP="004F1596">
      <w:r w:rsidRPr="004572A7">
        <w:t>« </w:t>
      </w:r>
      <w:r w:rsidR="004F1596" w:rsidRPr="004F1596">
        <w:t>Enfin</w:t>
      </w:r>
      <w:r w:rsidRPr="004572A7">
        <w:t xml:space="preserve">, </w:t>
      </w:r>
      <w:r w:rsidR="004F1596" w:rsidRPr="004F1596">
        <w:t>ça</w:t>
      </w:r>
      <w:r w:rsidRPr="004572A7">
        <w:t xml:space="preserve">, </w:t>
      </w:r>
      <w:r w:rsidR="004F1596" w:rsidRPr="004F1596">
        <w:t>mon petit</w:t>
      </w:r>
      <w:r w:rsidRPr="004572A7">
        <w:t xml:space="preserve">, </w:t>
      </w:r>
      <w:r w:rsidR="004F1596" w:rsidRPr="004F1596">
        <w:t>c</w:t>
      </w:r>
      <w:r w:rsidRPr="004572A7">
        <w:t>’</w:t>
      </w:r>
      <w:r w:rsidR="004F1596" w:rsidRPr="004F1596">
        <w:t>est votre affaire</w:t>
      </w:r>
      <w:r w:rsidRPr="004572A7">
        <w:t xml:space="preserve">, </w:t>
      </w:r>
      <w:r w:rsidR="004F1596" w:rsidRPr="004F1596">
        <w:t>ajouta le commissaire en clignant de l</w:t>
      </w:r>
      <w:r w:rsidRPr="004572A7">
        <w:t>’</w:t>
      </w:r>
      <w:r w:rsidR="004F1596" w:rsidRPr="004F1596">
        <w:t>œil</w:t>
      </w:r>
      <w:r w:rsidRPr="004572A7">
        <w:t xml:space="preserve">. </w:t>
      </w:r>
      <w:r w:rsidR="00B9403E" w:rsidRPr="004572A7">
        <w:t>À</w:t>
      </w:r>
      <w:r w:rsidR="004F1596" w:rsidRPr="004F1596">
        <w:t xml:space="preserve"> votre âge</w:t>
      </w:r>
      <w:r w:rsidRPr="004572A7">
        <w:t xml:space="preserve">, </w:t>
      </w:r>
      <w:r w:rsidR="004F1596" w:rsidRPr="004F1596">
        <w:t>vous savez</w:t>
      </w:r>
      <w:r w:rsidRPr="004572A7">
        <w:t xml:space="preserve">, </w:t>
      </w:r>
      <w:r w:rsidR="004F1596" w:rsidRPr="004F1596">
        <w:t>j</w:t>
      </w:r>
      <w:r w:rsidRPr="004572A7">
        <w:t>’</w:t>
      </w:r>
      <w:r w:rsidR="004F1596" w:rsidRPr="004F1596">
        <w:t>avais le diable dans la peau</w:t>
      </w:r>
      <w:r w:rsidRPr="004572A7">
        <w:t>. »</w:t>
      </w:r>
    </w:p>
    <w:p w14:paraId="3375CD8D" w14:textId="77777777" w:rsidR="003A025E" w:rsidRPr="004572A7" w:rsidRDefault="004F1596" w:rsidP="004F1596">
      <w:r w:rsidRPr="004F1596">
        <w:t>Et</w:t>
      </w:r>
      <w:r w:rsidR="003A025E" w:rsidRPr="004572A7">
        <w:t xml:space="preserve">, </w:t>
      </w:r>
      <w:r w:rsidRPr="004F1596">
        <w:t>après avoir refermé le registre d</w:t>
      </w:r>
      <w:r w:rsidR="003A025E" w:rsidRPr="004572A7">
        <w:t>’</w:t>
      </w:r>
      <w:r w:rsidRPr="004F1596">
        <w:t>un coup sec</w:t>
      </w:r>
      <w:r w:rsidR="003A025E" w:rsidRPr="004572A7">
        <w:t xml:space="preserve">, </w:t>
      </w:r>
      <w:r w:rsidRPr="004F1596">
        <w:t>il me tapa amicalement sur l</w:t>
      </w:r>
      <w:r w:rsidR="003A025E" w:rsidRPr="004572A7">
        <w:t>’</w:t>
      </w:r>
      <w:r w:rsidRPr="004F1596">
        <w:t>épaule</w:t>
      </w:r>
      <w:r w:rsidR="003A025E" w:rsidRPr="004572A7">
        <w:t xml:space="preserve">, </w:t>
      </w:r>
      <w:r w:rsidRPr="004F1596">
        <w:t>me chargea de donner le bonjour chez moi et me mit poliment à la porte</w:t>
      </w:r>
      <w:r w:rsidR="003A025E" w:rsidRPr="004572A7">
        <w:t>.</w:t>
      </w:r>
    </w:p>
    <w:p w14:paraId="495B745C" w14:textId="77777777" w:rsidR="003A025E" w:rsidRPr="004572A7" w:rsidRDefault="004F1596" w:rsidP="004F1596">
      <w:r w:rsidRPr="004F1596">
        <w:t>Lorsque je fus dehors</w:t>
      </w:r>
      <w:r w:rsidR="003A025E" w:rsidRPr="004572A7">
        <w:t xml:space="preserve">, </w:t>
      </w:r>
      <w:r w:rsidRPr="004F1596">
        <w:t>je demeurai quelques instants immobile</w:t>
      </w:r>
      <w:r w:rsidR="003A025E" w:rsidRPr="004572A7">
        <w:t xml:space="preserve">. </w:t>
      </w:r>
      <w:r w:rsidRPr="004F1596">
        <w:t>Mon premier sentiment fut celui d</w:t>
      </w:r>
      <w:r w:rsidR="003A025E" w:rsidRPr="004572A7">
        <w:t>’</w:t>
      </w:r>
      <w:r w:rsidRPr="004F1596">
        <w:t>une très vive déception</w:t>
      </w:r>
      <w:r w:rsidR="003A025E" w:rsidRPr="004572A7">
        <w:t xml:space="preserve">. </w:t>
      </w:r>
      <w:r w:rsidRPr="004F1596">
        <w:t>Je commençais à me demander si</w:t>
      </w:r>
      <w:r w:rsidR="003A025E" w:rsidRPr="004572A7">
        <w:t xml:space="preserve">, </w:t>
      </w:r>
      <w:r w:rsidRPr="004F1596">
        <w:t>vraiment</w:t>
      </w:r>
      <w:r w:rsidR="003A025E" w:rsidRPr="004572A7">
        <w:t xml:space="preserve">, </w:t>
      </w:r>
      <w:r w:rsidRPr="004F1596">
        <w:t>je n</w:t>
      </w:r>
      <w:r w:rsidR="003A025E" w:rsidRPr="004572A7">
        <w:t>’</w:t>
      </w:r>
      <w:r w:rsidRPr="004F1596">
        <w:t>avais pas tort de me passionner ainsi pour une affaire qui n</w:t>
      </w:r>
      <w:r w:rsidR="003A025E" w:rsidRPr="004572A7">
        <w:t>’</w:t>
      </w:r>
      <w:r w:rsidRPr="004F1596">
        <w:t>en valait pas la peine et de voir les choses à travers les fantaisies désordonnées de mon imagination</w:t>
      </w:r>
      <w:r w:rsidR="003A025E" w:rsidRPr="004572A7">
        <w:t> ?</w:t>
      </w:r>
    </w:p>
    <w:p w14:paraId="548BDAF7" w14:textId="77777777" w:rsidR="003A025E" w:rsidRPr="004572A7" w:rsidRDefault="004F1596" w:rsidP="004F1596">
      <w:r w:rsidRPr="004F1596">
        <w:t>Après tout</w:t>
      </w:r>
      <w:r w:rsidR="003A025E" w:rsidRPr="004572A7">
        <w:t xml:space="preserve">, </w:t>
      </w:r>
      <w:r w:rsidRPr="004F1596">
        <w:t>qu</w:t>
      </w:r>
      <w:r w:rsidR="003A025E" w:rsidRPr="004572A7">
        <w:t>’</w:t>
      </w:r>
      <w:r w:rsidRPr="004F1596">
        <w:t xml:space="preserve">avait de particulier la villa </w:t>
      </w:r>
      <w:r w:rsidR="003A025E" w:rsidRPr="004572A7">
        <w:t>« </w:t>
      </w:r>
      <w:proofErr w:type="spellStart"/>
      <w:r w:rsidRPr="004F1596">
        <w:t>Bakhea</w:t>
      </w:r>
      <w:proofErr w:type="spellEnd"/>
      <w:r w:rsidR="003A025E" w:rsidRPr="004572A7">
        <w:t xml:space="preserve"> » ? </w:t>
      </w:r>
      <w:r w:rsidRPr="004F1596">
        <w:t>N</w:t>
      </w:r>
      <w:r w:rsidR="003A025E" w:rsidRPr="004572A7">
        <w:t>’</w:t>
      </w:r>
      <w:r w:rsidRPr="004F1596">
        <w:t>était-ce pas tout naturel qu</w:t>
      </w:r>
      <w:r w:rsidR="003A025E" w:rsidRPr="004572A7">
        <w:t>’</w:t>
      </w:r>
      <w:r w:rsidRPr="004F1596">
        <w:t>elle fût fermée</w:t>
      </w:r>
      <w:r w:rsidR="003A025E" w:rsidRPr="004572A7">
        <w:t xml:space="preserve">, </w:t>
      </w:r>
      <w:r w:rsidRPr="004F1596">
        <w:t xml:space="preserve">comme </w:t>
      </w:r>
      <w:r w:rsidRPr="004F1596">
        <w:lastRenderedPageBreak/>
        <w:t>beaucoup d</w:t>
      </w:r>
      <w:r w:rsidR="003A025E" w:rsidRPr="004572A7">
        <w:t>’</w:t>
      </w:r>
      <w:r w:rsidRPr="004F1596">
        <w:t>autres</w:t>
      </w:r>
      <w:r w:rsidR="003A025E" w:rsidRPr="004572A7">
        <w:t xml:space="preserve"> ? </w:t>
      </w:r>
      <w:r w:rsidRPr="004F1596">
        <w:t xml:space="preserve">Le comte de </w:t>
      </w:r>
      <w:proofErr w:type="spellStart"/>
      <w:r w:rsidRPr="004F1596">
        <w:t>Flossanges-Runel</w:t>
      </w:r>
      <w:proofErr w:type="spellEnd"/>
      <w:r w:rsidRPr="004F1596">
        <w:t xml:space="preserve"> n</w:t>
      </w:r>
      <w:r w:rsidR="003A025E" w:rsidRPr="004572A7">
        <w:t>’</w:t>
      </w:r>
      <w:r w:rsidRPr="004F1596">
        <w:t>était-il pas libre de changer de plage</w:t>
      </w:r>
      <w:r w:rsidR="003A025E" w:rsidRPr="004572A7">
        <w:t xml:space="preserve">, </w:t>
      </w:r>
      <w:r w:rsidRPr="004F1596">
        <w:t>si cela lui faisait plaisir</w:t>
      </w:r>
      <w:r w:rsidR="003A025E" w:rsidRPr="004572A7">
        <w:t xml:space="preserve"> ? </w:t>
      </w:r>
      <w:r w:rsidRPr="004F1596">
        <w:t>Il était de toute évidence que je devenais le propre artisan de ma fiction</w:t>
      </w:r>
      <w:r w:rsidR="003A025E" w:rsidRPr="004572A7">
        <w:t>.</w:t>
      </w:r>
    </w:p>
    <w:p w14:paraId="145C2501" w14:textId="77777777" w:rsidR="003A025E" w:rsidRPr="004572A7" w:rsidRDefault="004F1596" w:rsidP="004F1596">
      <w:r w:rsidRPr="004F1596">
        <w:t>Le parti le plus sage était donc d</w:t>
      </w:r>
      <w:r w:rsidR="003A025E" w:rsidRPr="004572A7">
        <w:t>’</w:t>
      </w:r>
      <w:r w:rsidRPr="004F1596">
        <w:t>abandonner les idées préconçues que j</w:t>
      </w:r>
      <w:r w:rsidR="003A025E" w:rsidRPr="004572A7">
        <w:t>’</w:t>
      </w:r>
      <w:r w:rsidRPr="004F1596">
        <w:t>avais et de faire table rase de toutes les hypothèses romanesques qui hantaient mon esprit</w:t>
      </w:r>
      <w:r w:rsidR="003A025E" w:rsidRPr="004572A7">
        <w:t xml:space="preserve">. </w:t>
      </w:r>
      <w:r w:rsidRPr="004F1596">
        <w:t>Je croyais avoir découvert le secret de quelque aventure étonnante et je tombais tout bêtement dans la réalité la plus vulgaire</w:t>
      </w:r>
      <w:r w:rsidR="003A025E" w:rsidRPr="004572A7">
        <w:t>.</w:t>
      </w:r>
    </w:p>
    <w:p w14:paraId="2E0440BA" w14:textId="77777777" w:rsidR="003A025E" w:rsidRPr="004572A7" w:rsidRDefault="004F1596" w:rsidP="004F1596">
      <w:r w:rsidRPr="004F1596">
        <w:t>Persuadé que je faisais fausse route</w:t>
      </w:r>
      <w:r w:rsidR="003A025E" w:rsidRPr="004572A7">
        <w:t xml:space="preserve">, </w:t>
      </w:r>
      <w:r w:rsidRPr="004F1596">
        <w:t>je rentrai donc chez moi tranquillement et j</w:t>
      </w:r>
      <w:r w:rsidR="003A025E" w:rsidRPr="004572A7">
        <w:t>’</w:t>
      </w:r>
      <w:r w:rsidRPr="004F1596">
        <w:t>oubliai</w:t>
      </w:r>
      <w:r w:rsidR="003A025E" w:rsidRPr="004572A7">
        <w:t xml:space="preserve">, </w:t>
      </w:r>
      <w:r w:rsidRPr="004F1596">
        <w:t>pendant plus d</w:t>
      </w:r>
      <w:r w:rsidR="003A025E" w:rsidRPr="004572A7">
        <w:t>’</w:t>
      </w:r>
      <w:r w:rsidRPr="004F1596">
        <w:t>un mois</w:t>
      </w:r>
      <w:r w:rsidR="003A025E" w:rsidRPr="004572A7">
        <w:t xml:space="preserve">, </w:t>
      </w:r>
      <w:r w:rsidRPr="004F1596">
        <w:t xml:space="preserve">la villa </w:t>
      </w:r>
      <w:r w:rsidR="003A025E" w:rsidRPr="004572A7">
        <w:t>« </w:t>
      </w:r>
      <w:proofErr w:type="spellStart"/>
      <w:r w:rsidRPr="004F1596">
        <w:t>Bakhea</w:t>
      </w:r>
      <w:proofErr w:type="spellEnd"/>
      <w:r w:rsidR="003A025E" w:rsidRPr="004572A7">
        <w:t> ».</w:t>
      </w:r>
    </w:p>
    <w:p w14:paraId="7433DD3C" w14:textId="77777777" w:rsidR="003A025E" w:rsidRPr="004572A7" w:rsidRDefault="004572A7" w:rsidP="004F1596">
      <w:r w:rsidRPr="004572A7">
        <w:t>À</w:t>
      </w:r>
      <w:r w:rsidR="004F1596" w:rsidRPr="004F1596">
        <w:t xml:space="preserve"> quelque temps de là</w:t>
      </w:r>
      <w:r w:rsidR="003A025E" w:rsidRPr="004572A7">
        <w:t xml:space="preserve">, </w:t>
      </w:r>
      <w:r w:rsidR="004F1596" w:rsidRPr="004F1596">
        <w:t>nous étions partis</w:t>
      </w:r>
      <w:r w:rsidR="003A025E" w:rsidRPr="004572A7">
        <w:t xml:space="preserve">, </w:t>
      </w:r>
      <w:r w:rsidR="004F1596" w:rsidRPr="004F1596">
        <w:t>mon père et moi</w:t>
      </w:r>
      <w:r w:rsidR="003A025E" w:rsidRPr="004572A7">
        <w:t xml:space="preserve">, </w:t>
      </w:r>
      <w:r w:rsidR="004F1596" w:rsidRPr="004F1596">
        <w:t>en automobile</w:t>
      </w:r>
      <w:r w:rsidR="003A025E" w:rsidRPr="004572A7">
        <w:t xml:space="preserve">, </w:t>
      </w:r>
      <w:r w:rsidR="004F1596" w:rsidRPr="004F1596">
        <w:t>afin d</w:t>
      </w:r>
      <w:r w:rsidR="003A025E" w:rsidRPr="004572A7">
        <w:t>’</w:t>
      </w:r>
      <w:r w:rsidR="004F1596" w:rsidRPr="004F1596">
        <w:t>aller traiter une affaire importante à Ciboure</w:t>
      </w:r>
      <w:r w:rsidR="003A025E" w:rsidRPr="004572A7">
        <w:t xml:space="preserve">. </w:t>
      </w:r>
      <w:r w:rsidR="004F1596" w:rsidRPr="004F1596">
        <w:t>Les pourparlers traînèrent</w:t>
      </w:r>
      <w:r w:rsidR="003A025E" w:rsidRPr="004572A7">
        <w:t xml:space="preserve">, </w:t>
      </w:r>
      <w:r w:rsidR="004F1596" w:rsidRPr="004F1596">
        <w:t>et nous nous trouvâmes dans l</w:t>
      </w:r>
      <w:r w:rsidR="003A025E" w:rsidRPr="004572A7">
        <w:t>’</w:t>
      </w:r>
      <w:r w:rsidR="004F1596" w:rsidRPr="004F1596">
        <w:t>obligation de revenir à une heure assez avancée de la nuit</w:t>
      </w:r>
      <w:r w:rsidR="003A025E" w:rsidRPr="004572A7">
        <w:t>.</w:t>
      </w:r>
    </w:p>
    <w:p w14:paraId="04BB3372" w14:textId="77777777" w:rsidR="003A025E" w:rsidRPr="004572A7" w:rsidRDefault="004F1596" w:rsidP="004F1596">
      <w:r w:rsidRPr="004F1596">
        <w:t>C</w:t>
      </w:r>
      <w:r w:rsidR="003A025E" w:rsidRPr="004572A7">
        <w:t>’</w:t>
      </w:r>
      <w:r w:rsidRPr="004F1596">
        <w:t>était au début du mois de juin</w:t>
      </w:r>
      <w:r w:rsidR="003A025E" w:rsidRPr="004572A7">
        <w:t xml:space="preserve">. </w:t>
      </w:r>
      <w:r w:rsidRPr="004F1596">
        <w:t>Le temps était magnifique</w:t>
      </w:r>
      <w:r w:rsidR="003A025E" w:rsidRPr="004572A7">
        <w:t>.</w:t>
      </w:r>
    </w:p>
    <w:p w14:paraId="1CB15E94" w14:textId="77777777" w:rsidR="003A025E" w:rsidRPr="004572A7" w:rsidRDefault="004F1596" w:rsidP="004F1596">
      <w:r w:rsidRPr="004F1596">
        <w:t>Dans le ciel d</w:t>
      </w:r>
      <w:r w:rsidR="003A025E" w:rsidRPr="004572A7">
        <w:t>’</w:t>
      </w:r>
      <w:r w:rsidRPr="004F1596">
        <w:t>un bleu tendre</w:t>
      </w:r>
      <w:r w:rsidR="003A025E" w:rsidRPr="004572A7">
        <w:t xml:space="preserve">, </w:t>
      </w:r>
      <w:r w:rsidRPr="004F1596">
        <w:t>le chariot lumineux de la Grande Ourse se détachait nettement parmi les feux mouvants des milliers d</w:t>
      </w:r>
      <w:r w:rsidR="003A025E" w:rsidRPr="004572A7">
        <w:t>’</w:t>
      </w:r>
      <w:r w:rsidRPr="004F1596">
        <w:t>étoiles</w:t>
      </w:r>
      <w:r w:rsidR="003A025E" w:rsidRPr="004572A7">
        <w:t xml:space="preserve">. </w:t>
      </w:r>
      <w:r w:rsidRPr="004F1596">
        <w:t>La lune</w:t>
      </w:r>
      <w:r w:rsidR="003A025E" w:rsidRPr="004572A7">
        <w:t xml:space="preserve">, </w:t>
      </w:r>
      <w:r w:rsidRPr="004F1596">
        <w:t>pacifique</w:t>
      </w:r>
      <w:r w:rsidR="003A025E" w:rsidRPr="004572A7">
        <w:t xml:space="preserve">, </w:t>
      </w:r>
      <w:r w:rsidRPr="004F1596">
        <w:t>descendait lentement vers l</w:t>
      </w:r>
      <w:r w:rsidR="003A025E" w:rsidRPr="004572A7">
        <w:t>’</w:t>
      </w:r>
      <w:r w:rsidRPr="004F1596">
        <w:t>Océan</w:t>
      </w:r>
      <w:r w:rsidR="003A025E" w:rsidRPr="004572A7">
        <w:t xml:space="preserve">… </w:t>
      </w:r>
      <w:r w:rsidRPr="004F1596">
        <w:t>une brise tiède chargée d</w:t>
      </w:r>
      <w:r w:rsidR="003A025E" w:rsidRPr="004572A7">
        <w:t>’</w:t>
      </w:r>
      <w:r w:rsidRPr="004F1596">
        <w:t>iode et de sel courbait à peine la cime des platanes et les branches flexibles des acacias</w:t>
      </w:r>
      <w:r w:rsidR="003A025E" w:rsidRPr="004572A7">
        <w:t xml:space="preserve">. </w:t>
      </w:r>
      <w:r w:rsidRPr="004F1596">
        <w:t>Pas le moindre bruit ne troublait le silence de la campagne environnante</w:t>
      </w:r>
      <w:r w:rsidR="003A025E" w:rsidRPr="004572A7">
        <w:t xml:space="preserve">, </w:t>
      </w:r>
      <w:r w:rsidRPr="004F1596">
        <w:t>sauf le ronflement régulier du moteur et la musique infatigable de quelques grillons</w:t>
      </w:r>
      <w:r w:rsidR="003A025E" w:rsidRPr="004572A7">
        <w:t xml:space="preserve">. </w:t>
      </w:r>
      <w:r w:rsidRPr="004F1596">
        <w:t>Ceux-ci saluaient déjà les approches de l</w:t>
      </w:r>
      <w:r w:rsidR="003A025E" w:rsidRPr="004572A7">
        <w:t>’</w:t>
      </w:r>
      <w:r w:rsidRPr="004F1596">
        <w:t>été</w:t>
      </w:r>
      <w:r w:rsidR="003A025E" w:rsidRPr="004572A7">
        <w:t>.</w:t>
      </w:r>
    </w:p>
    <w:p w14:paraId="5B861627" w14:textId="77777777" w:rsidR="003A025E" w:rsidRPr="004572A7" w:rsidRDefault="004F1596" w:rsidP="004F1596">
      <w:r w:rsidRPr="004F1596">
        <w:t>Je conduisais le phaéton à une allure assez modérée et</w:t>
      </w:r>
      <w:r w:rsidR="003A025E" w:rsidRPr="004572A7">
        <w:t xml:space="preserve">, </w:t>
      </w:r>
      <w:r w:rsidRPr="004F1596">
        <w:t>chemin faisant</w:t>
      </w:r>
      <w:r w:rsidR="003A025E" w:rsidRPr="004572A7">
        <w:t xml:space="preserve">, </w:t>
      </w:r>
      <w:r w:rsidRPr="004F1596">
        <w:t>mon père</w:t>
      </w:r>
      <w:r w:rsidR="003A025E" w:rsidRPr="004572A7">
        <w:t xml:space="preserve">, </w:t>
      </w:r>
      <w:r w:rsidRPr="004F1596">
        <w:t xml:space="preserve">fatigué sans doute par les </w:t>
      </w:r>
      <w:r w:rsidRPr="004F1596">
        <w:lastRenderedPageBreak/>
        <w:t>discussions interminables qu</w:t>
      </w:r>
      <w:r w:rsidR="003A025E" w:rsidRPr="004572A7">
        <w:t>’</w:t>
      </w:r>
      <w:r w:rsidRPr="004F1596">
        <w:t>il avait dû soutenir avec deux rusés négociants de Pamplona</w:t>
      </w:r>
      <w:r w:rsidR="003A025E" w:rsidRPr="004572A7">
        <w:t xml:space="preserve">, </w:t>
      </w:r>
      <w:r w:rsidRPr="004F1596">
        <w:t>s</w:t>
      </w:r>
      <w:r w:rsidR="003A025E" w:rsidRPr="004572A7">
        <w:t>’</w:t>
      </w:r>
      <w:r w:rsidRPr="004F1596">
        <w:t>était presque endormi sur son siège</w:t>
      </w:r>
      <w:r w:rsidR="003A025E" w:rsidRPr="004572A7">
        <w:t xml:space="preserve">. </w:t>
      </w:r>
      <w:r w:rsidRPr="004F1596">
        <w:t>Nous avions dépassé la station de Bidart et nous arrivions aux premières villas de Biarritz</w:t>
      </w:r>
      <w:r w:rsidR="003A025E" w:rsidRPr="004572A7">
        <w:t xml:space="preserve">, </w:t>
      </w:r>
      <w:r w:rsidRPr="004F1596">
        <w:t>lorsque</w:t>
      </w:r>
      <w:r w:rsidR="003A025E" w:rsidRPr="004572A7">
        <w:t xml:space="preserve">, </w:t>
      </w:r>
      <w:r w:rsidRPr="004F1596">
        <w:t>tout à coup</w:t>
      </w:r>
      <w:r w:rsidR="003A025E" w:rsidRPr="004572A7">
        <w:t xml:space="preserve">, </w:t>
      </w:r>
      <w:r w:rsidRPr="004F1596">
        <w:t>j</w:t>
      </w:r>
      <w:r w:rsidR="003A025E" w:rsidRPr="004572A7">
        <w:t>’</w:t>
      </w:r>
      <w:r w:rsidRPr="004F1596">
        <w:t>eus la perception que j</w:t>
      </w:r>
      <w:r w:rsidR="003A025E" w:rsidRPr="004572A7">
        <w:t>’</w:t>
      </w:r>
      <w:r w:rsidRPr="004F1596">
        <w:t xml:space="preserve">allais passer à proximité de la villa </w:t>
      </w:r>
      <w:r w:rsidR="003A025E" w:rsidRPr="004572A7">
        <w:t>« </w:t>
      </w:r>
      <w:proofErr w:type="spellStart"/>
      <w:r w:rsidRPr="004F1596">
        <w:t>Bakhea</w:t>
      </w:r>
      <w:proofErr w:type="spellEnd"/>
      <w:r w:rsidR="003A025E" w:rsidRPr="004572A7">
        <w:t> ».</w:t>
      </w:r>
    </w:p>
    <w:p w14:paraId="420CAD76" w14:textId="77777777" w:rsidR="003A025E" w:rsidRPr="004572A7" w:rsidRDefault="004F1596" w:rsidP="004F1596">
      <w:r w:rsidRPr="004F1596">
        <w:t>Alors</w:t>
      </w:r>
      <w:r w:rsidR="003A025E" w:rsidRPr="004572A7">
        <w:t xml:space="preserve">, </w:t>
      </w:r>
      <w:r w:rsidRPr="004F1596">
        <w:t>d</w:t>
      </w:r>
      <w:r w:rsidR="003A025E" w:rsidRPr="004572A7">
        <w:t>’</w:t>
      </w:r>
      <w:r w:rsidRPr="004F1596">
        <w:t>un geste plus réflexe que raisonné</w:t>
      </w:r>
      <w:r w:rsidR="003A025E" w:rsidRPr="004572A7">
        <w:t xml:space="preserve">, </w:t>
      </w:r>
      <w:r w:rsidRPr="004F1596">
        <w:t>je mis le moteur au ralenti et je n</w:t>
      </w:r>
      <w:r w:rsidR="003A025E" w:rsidRPr="004572A7">
        <w:t>’</w:t>
      </w:r>
      <w:r w:rsidRPr="004F1596">
        <w:t>avançai plus qu</w:t>
      </w:r>
      <w:r w:rsidR="003A025E" w:rsidRPr="004572A7">
        <w:t>’</w:t>
      </w:r>
      <w:r w:rsidRPr="004F1596">
        <w:t>à petits coups d</w:t>
      </w:r>
      <w:r w:rsidR="003A025E" w:rsidRPr="004572A7">
        <w:t>’</w:t>
      </w:r>
      <w:r w:rsidRPr="004F1596">
        <w:t>accélérateur</w:t>
      </w:r>
      <w:r w:rsidR="003A025E" w:rsidRPr="004572A7">
        <w:t xml:space="preserve">, </w:t>
      </w:r>
      <w:r w:rsidRPr="004F1596">
        <w:t>en voilant</w:t>
      </w:r>
      <w:r w:rsidR="003A025E" w:rsidRPr="004572A7">
        <w:t xml:space="preserve">, </w:t>
      </w:r>
      <w:r w:rsidRPr="004F1596">
        <w:t>autant qu</w:t>
      </w:r>
      <w:r w:rsidR="003A025E" w:rsidRPr="004572A7">
        <w:t>’</w:t>
      </w:r>
      <w:r w:rsidRPr="004F1596">
        <w:t>il m</w:t>
      </w:r>
      <w:r w:rsidR="003A025E" w:rsidRPr="004572A7">
        <w:t>’</w:t>
      </w:r>
      <w:r w:rsidRPr="004F1596">
        <w:t>était possible</w:t>
      </w:r>
      <w:r w:rsidR="003A025E" w:rsidRPr="004572A7">
        <w:t xml:space="preserve">, </w:t>
      </w:r>
      <w:r w:rsidRPr="004F1596">
        <w:t>le bruit du moteur</w:t>
      </w:r>
      <w:r w:rsidR="003A025E" w:rsidRPr="004572A7">
        <w:t xml:space="preserve"> ; </w:t>
      </w:r>
      <w:r w:rsidRPr="004F1596">
        <w:t>je regardai mon père</w:t>
      </w:r>
      <w:r w:rsidR="003A025E" w:rsidRPr="004572A7">
        <w:t xml:space="preserve"> : </w:t>
      </w:r>
      <w:r w:rsidRPr="004F1596">
        <w:t>il paraissait toujours plongé dans un demi-sommeil</w:t>
      </w:r>
      <w:r w:rsidR="003A025E" w:rsidRPr="004572A7">
        <w:t>.</w:t>
      </w:r>
    </w:p>
    <w:p w14:paraId="7B6752CB" w14:textId="77777777" w:rsidR="003A025E" w:rsidRPr="004572A7" w:rsidRDefault="004F1596" w:rsidP="004F1596">
      <w:r w:rsidRPr="004F1596">
        <w:t>Je ne savais pas trop ce que je voulais faire</w:t>
      </w:r>
      <w:r w:rsidR="003A025E" w:rsidRPr="004572A7">
        <w:t xml:space="preserve">, </w:t>
      </w:r>
      <w:r w:rsidRPr="004F1596">
        <w:t>mais</w:t>
      </w:r>
      <w:r w:rsidR="003A025E" w:rsidRPr="004572A7">
        <w:t xml:space="preserve">, </w:t>
      </w:r>
      <w:r w:rsidRPr="004F1596">
        <w:t>inconsciemment</w:t>
      </w:r>
      <w:r w:rsidR="003A025E" w:rsidRPr="004572A7">
        <w:t xml:space="preserve">, </w:t>
      </w:r>
      <w:r w:rsidRPr="004F1596">
        <w:t>je subissais l</w:t>
      </w:r>
      <w:r w:rsidR="003A025E" w:rsidRPr="004572A7">
        <w:t>’</w:t>
      </w:r>
      <w:r w:rsidRPr="004F1596">
        <w:t>influence persistante qu</w:t>
      </w:r>
      <w:r w:rsidR="003A025E" w:rsidRPr="004572A7">
        <w:t>’</w:t>
      </w:r>
      <w:r w:rsidRPr="004F1596">
        <w:t>exerçait toujours sur mon imagination le voisinage de la demeure mystérieuse</w:t>
      </w:r>
      <w:r w:rsidR="003A025E" w:rsidRPr="004572A7">
        <w:t xml:space="preserve">. </w:t>
      </w:r>
      <w:r w:rsidRPr="004F1596">
        <w:t>Je n</w:t>
      </w:r>
      <w:r w:rsidR="003A025E" w:rsidRPr="004572A7">
        <w:t>’</w:t>
      </w:r>
      <w:r w:rsidRPr="004F1596">
        <w:t xml:space="preserve">étais jamais passé auprès de la villa </w:t>
      </w:r>
      <w:r w:rsidR="003A025E" w:rsidRPr="004572A7">
        <w:t>« </w:t>
      </w:r>
      <w:proofErr w:type="spellStart"/>
      <w:r w:rsidRPr="004F1596">
        <w:t>Bakhea</w:t>
      </w:r>
      <w:proofErr w:type="spellEnd"/>
      <w:r w:rsidR="003A025E" w:rsidRPr="004572A7">
        <w:t xml:space="preserve"> », </w:t>
      </w:r>
      <w:r w:rsidRPr="004F1596">
        <w:t>pendant la nuit et j</w:t>
      </w:r>
      <w:r w:rsidR="003A025E" w:rsidRPr="004572A7">
        <w:t>’</w:t>
      </w:r>
      <w:r w:rsidRPr="004F1596">
        <w:t>éprouvais</w:t>
      </w:r>
      <w:r w:rsidR="003A025E" w:rsidRPr="004572A7">
        <w:t xml:space="preserve">, </w:t>
      </w:r>
      <w:r w:rsidRPr="004F1596">
        <w:t>malgré mes dernières résolutions</w:t>
      </w:r>
      <w:r w:rsidR="003A025E" w:rsidRPr="004572A7">
        <w:t xml:space="preserve">, </w:t>
      </w:r>
      <w:r w:rsidRPr="004F1596">
        <w:t>l</w:t>
      </w:r>
      <w:r w:rsidR="003A025E" w:rsidRPr="004572A7">
        <w:t>’</w:t>
      </w:r>
      <w:r w:rsidRPr="004F1596">
        <w:t>irrésistible besoin de voir</w:t>
      </w:r>
      <w:r w:rsidR="003A025E" w:rsidRPr="004572A7">
        <w:t xml:space="preserve"> : </w:t>
      </w:r>
      <w:r w:rsidRPr="004F1596">
        <w:t>quoi</w:t>
      </w:r>
      <w:r w:rsidR="003A025E" w:rsidRPr="004572A7">
        <w:t xml:space="preserve"> ? </w:t>
      </w:r>
      <w:r w:rsidRPr="004F1596">
        <w:t>je n</w:t>
      </w:r>
      <w:r w:rsidR="003A025E" w:rsidRPr="004572A7">
        <w:t>’</w:t>
      </w:r>
      <w:r w:rsidRPr="004F1596">
        <w:t>en savais rien</w:t>
      </w:r>
      <w:r w:rsidR="003A025E" w:rsidRPr="004572A7">
        <w:t xml:space="preserve"> ; </w:t>
      </w:r>
      <w:r w:rsidRPr="004F1596">
        <w:t>d</w:t>
      </w:r>
      <w:r w:rsidR="003A025E" w:rsidRPr="004572A7">
        <w:t>’</w:t>
      </w:r>
      <w:r w:rsidRPr="004F1596">
        <w:t>écouter</w:t>
      </w:r>
      <w:r w:rsidR="003A025E" w:rsidRPr="004572A7">
        <w:t xml:space="preserve">, </w:t>
      </w:r>
      <w:r w:rsidRPr="004F1596">
        <w:t>de guetter comme un policier qui se méfie</w:t>
      </w:r>
      <w:r w:rsidR="003A025E" w:rsidRPr="004572A7">
        <w:t>.</w:t>
      </w:r>
    </w:p>
    <w:p w14:paraId="45E02829" w14:textId="77777777" w:rsidR="003A025E" w:rsidRPr="004572A7" w:rsidRDefault="004F1596" w:rsidP="004F1596">
      <w:r w:rsidRPr="004F1596">
        <w:t>J</w:t>
      </w:r>
      <w:r w:rsidR="003A025E" w:rsidRPr="004572A7">
        <w:t>’</w:t>
      </w:r>
      <w:r w:rsidRPr="004F1596">
        <w:t>étais ridicule</w:t>
      </w:r>
      <w:r w:rsidR="003A025E" w:rsidRPr="004572A7">
        <w:t xml:space="preserve">, </w:t>
      </w:r>
      <w:r w:rsidRPr="004F1596">
        <w:t>je m</w:t>
      </w:r>
      <w:r w:rsidR="003A025E" w:rsidRPr="004572A7">
        <w:t>’</w:t>
      </w:r>
      <w:r w:rsidRPr="004F1596">
        <w:t>en rendais parfaitement compte</w:t>
      </w:r>
      <w:r w:rsidR="003A025E" w:rsidRPr="004572A7">
        <w:t xml:space="preserve">. </w:t>
      </w:r>
      <w:r w:rsidRPr="004F1596">
        <w:t>Eh bien</w:t>
      </w:r>
      <w:r w:rsidR="003A025E" w:rsidRPr="004572A7">
        <w:t xml:space="preserve">, </w:t>
      </w:r>
      <w:r w:rsidRPr="004F1596">
        <w:t>malgré cela</w:t>
      </w:r>
      <w:r w:rsidR="003A025E" w:rsidRPr="004572A7">
        <w:t xml:space="preserve">, </w:t>
      </w:r>
      <w:r w:rsidRPr="004F1596">
        <w:t>je ne cherchais pas le moins du monde à me libérer de ce sentiment de curiosité</w:t>
      </w:r>
      <w:r w:rsidR="003A025E" w:rsidRPr="004572A7">
        <w:t xml:space="preserve">, </w:t>
      </w:r>
      <w:r w:rsidRPr="004F1596">
        <w:t>qui tyrannisait ma volonté</w:t>
      </w:r>
      <w:r w:rsidR="003A025E" w:rsidRPr="004572A7">
        <w:t>.</w:t>
      </w:r>
    </w:p>
    <w:p w14:paraId="437194D2" w14:textId="77777777" w:rsidR="003A025E" w:rsidRPr="004572A7" w:rsidRDefault="00B9403E" w:rsidP="004F1596">
      <w:r w:rsidRPr="004572A7">
        <w:t>À</w:t>
      </w:r>
      <w:r w:rsidR="004F1596" w:rsidRPr="004F1596">
        <w:t xml:space="preserve"> trois cents mètres environ de l</w:t>
      </w:r>
      <w:r w:rsidR="003A025E" w:rsidRPr="004572A7">
        <w:t>’</w:t>
      </w:r>
      <w:r w:rsidR="004F1596" w:rsidRPr="004F1596">
        <w:t>habitation</w:t>
      </w:r>
      <w:r w:rsidR="003A025E" w:rsidRPr="004572A7">
        <w:t xml:space="preserve">, </w:t>
      </w:r>
      <w:r w:rsidR="004F1596" w:rsidRPr="004F1596">
        <w:t>je ralentis encore la marche de la voiture</w:t>
      </w:r>
      <w:r w:rsidR="003A025E" w:rsidRPr="004572A7">
        <w:t xml:space="preserve">, </w:t>
      </w:r>
      <w:r w:rsidR="004F1596" w:rsidRPr="004F1596">
        <w:t>j</w:t>
      </w:r>
      <w:r w:rsidR="003A025E" w:rsidRPr="004572A7">
        <w:t>’</w:t>
      </w:r>
      <w:r w:rsidR="004F1596" w:rsidRPr="004F1596">
        <w:t>éteignis les phares et je regardai</w:t>
      </w:r>
      <w:r w:rsidR="003A025E" w:rsidRPr="004572A7">
        <w:t xml:space="preserve">, </w:t>
      </w:r>
      <w:r w:rsidR="004F1596" w:rsidRPr="004F1596">
        <w:t>dans la direction du parc</w:t>
      </w:r>
      <w:r w:rsidR="003A025E" w:rsidRPr="004572A7">
        <w:t xml:space="preserve">, </w:t>
      </w:r>
      <w:r w:rsidR="004F1596" w:rsidRPr="004F1596">
        <w:t>avec autant d</w:t>
      </w:r>
      <w:r w:rsidR="003A025E" w:rsidRPr="004572A7">
        <w:t>’</w:t>
      </w:r>
      <w:r w:rsidR="004F1596" w:rsidRPr="004F1596">
        <w:t>attention que si j</w:t>
      </w:r>
      <w:r w:rsidR="003A025E" w:rsidRPr="004572A7">
        <w:t>’</w:t>
      </w:r>
      <w:r w:rsidR="004F1596" w:rsidRPr="004F1596">
        <w:t>eusse redouté un guet-apens</w:t>
      </w:r>
      <w:r w:rsidR="003A025E" w:rsidRPr="004572A7">
        <w:t xml:space="preserve">. </w:t>
      </w:r>
      <w:r w:rsidR="004F1596" w:rsidRPr="004F1596">
        <w:t>Je ne distinguai d</w:t>
      </w:r>
      <w:r w:rsidR="003A025E" w:rsidRPr="004572A7">
        <w:t>’</w:t>
      </w:r>
      <w:r w:rsidR="004F1596" w:rsidRPr="004F1596">
        <w:t>abord que la masse confuse des grands cèdres et des sapins</w:t>
      </w:r>
      <w:r w:rsidR="003A025E" w:rsidRPr="004572A7">
        <w:t xml:space="preserve">, </w:t>
      </w:r>
      <w:r w:rsidR="004F1596" w:rsidRPr="004F1596">
        <w:t>plantés en rideau devant la villa</w:t>
      </w:r>
      <w:r w:rsidR="003A025E" w:rsidRPr="004572A7">
        <w:t xml:space="preserve">, </w:t>
      </w:r>
      <w:r w:rsidR="004F1596" w:rsidRPr="004F1596">
        <w:t>et dont les silhouettes fantomatiques se découpaient bizarrement au clair de lune</w:t>
      </w:r>
      <w:r w:rsidR="003A025E" w:rsidRPr="004572A7">
        <w:t>…</w:t>
      </w:r>
    </w:p>
    <w:p w14:paraId="776713A7" w14:textId="77777777" w:rsidR="003A025E" w:rsidRPr="004572A7" w:rsidRDefault="004F1596" w:rsidP="004F1596">
      <w:r w:rsidRPr="004F1596">
        <w:lastRenderedPageBreak/>
        <w:t>Peu à peu</w:t>
      </w:r>
      <w:r w:rsidR="003A025E" w:rsidRPr="004572A7">
        <w:t xml:space="preserve">, </w:t>
      </w:r>
      <w:r w:rsidRPr="004F1596">
        <w:t>je reconnus distinctement les alentours</w:t>
      </w:r>
      <w:r w:rsidR="003A025E" w:rsidRPr="004572A7">
        <w:t xml:space="preserve">. </w:t>
      </w:r>
      <w:r w:rsidRPr="004F1596">
        <w:t>Ils m</w:t>
      </w:r>
      <w:r w:rsidR="003A025E" w:rsidRPr="004572A7">
        <w:t>’</w:t>
      </w:r>
      <w:r w:rsidRPr="004F1596">
        <w:t>étaient familiers</w:t>
      </w:r>
      <w:r w:rsidR="003A025E" w:rsidRPr="004572A7">
        <w:t xml:space="preserve">. </w:t>
      </w:r>
      <w:r w:rsidRPr="004F1596">
        <w:t>Je parcourus encore une centaine de mètres au ralenti et je serais</w:t>
      </w:r>
      <w:r w:rsidR="003A025E" w:rsidRPr="004572A7">
        <w:t xml:space="preserve">, </w:t>
      </w:r>
      <w:r w:rsidRPr="004F1596">
        <w:t>à n</w:t>
      </w:r>
      <w:r w:rsidR="003A025E" w:rsidRPr="004572A7">
        <w:t>’</w:t>
      </w:r>
      <w:r w:rsidRPr="004F1596">
        <w:t>en pas douter</w:t>
      </w:r>
      <w:r w:rsidR="003A025E" w:rsidRPr="004572A7">
        <w:t xml:space="preserve">, </w:t>
      </w:r>
      <w:r w:rsidRPr="004F1596">
        <w:t>passé à la même allure devant le petit chemin qui menait au portail d</w:t>
      </w:r>
      <w:r w:rsidR="003A025E" w:rsidRPr="004572A7">
        <w:t>’</w:t>
      </w:r>
      <w:r w:rsidRPr="004F1596">
        <w:t>entrée si</w:t>
      </w:r>
      <w:r w:rsidR="003A025E" w:rsidRPr="004572A7">
        <w:t xml:space="preserve">, </w:t>
      </w:r>
      <w:r w:rsidRPr="004F1596">
        <w:t>soudain</w:t>
      </w:r>
      <w:r w:rsidR="003A025E" w:rsidRPr="004572A7">
        <w:t xml:space="preserve">, </w:t>
      </w:r>
      <w:r w:rsidRPr="004F1596">
        <w:t>je n</w:t>
      </w:r>
      <w:r w:rsidR="003A025E" w:rsidRPr="004572A7">
        <w:t>’</w:t>
      </w:r>
      <w:r w:rsidRPr="004F1596">
        <w:t>avais été frappé par la vue d</w:t>
      </w:r>
      <w:r w:rsidR="003A025E" w:rsidRPr="004572A7">
        <w:t>’</w:t>
      </w:r>
      <w:r w:rsidRPr="004F1596">
        <w:t>une lumière</w:t>
      </w:r>
      <w:r w:rsidR="003A025E" w:rsidRPr="004572A7">
        <w:t xml:space="preserve">. </w:t>
      </w:r>
      <w:r w:rsidRPr="004F1596">
        <w:t>Cette lueur filtrait à travers les feuillages et son éclat devait être sûrement atténué par un abat-jour épais ou par une tulipe opaque</w:t>
      </w:r>
      <w:r w:rsidR="003A025E" w:rsidRPr="004572A7">
        <w:t>.</w:t>
      </w:r>
    </w:p>
    <w:p w14:paraId="4869E5ED" w14:textId="77777777" w:rsidR="003A025E" w:rsidRPr="004572A7" w:rsidRDefault="004F1596" w:rsidP="004F1596">
      <w:r w:rsidRPr="004F1596">
        <w:t>Aussitôt</w:t>
      </w:r>
      <w:r w:rsidR="003A025E" w:rsidRPr="004572A7">
        <w:t xml:space="preserve">, </w:t>
      </w:r>
      <w:r w:rsidRPr="004F1596">
        <w:t>je sens mon cœur battre à coups précipités</w:t>
      </w:r>
      <w:r w:rsidR="003A025E" w:rsidRPr="004572A7">
        <w:t xml:space="preserve">… </w:t>
      </w:r>
      <w:r w:rsidRPr="004F1596">
        <w:t>J</w:t>
      </w:r>
      <w:r w:rsidR="003A025E" w:rsidRPr="004572A7">
        <w:t>’</w:t>
      </w:r>
      <w:r w:rsidRPr="004F1596">
        <w:t>arrête complètement ma voiture</w:t>
      </w:r>
      <w:r w:rsidR="003A025E" w:rsidRPr="004572A7">
        <w:t xml:space="preserve">, </w:t>
      </w:r>
      <w:r w:rsidRPr="004F1596">
        <w:t>je coupe l</w:t>
      </w:r>
      <w:r w:rsidR="003A025E" w:rsidRPr="004572A7">
        <w:t>’</w:t>
      </w:r>
      <w:r w:rsidRPr="004F1596">
        <w:t>allumage et j</w:t>
      </w:r>
      <w:r w:rsidR="003A025E" w:rsidRPr="004572A7">
        <w:t>’</w:t>
      </w:r>
      <w:r w:rsidRPr="004F1596">
        <w:t>écoute</w:t>
      </w:r>
      <w:r w:rsidR="003A025E" w:rsidRPr="004572A7">
        <w:t>.</w:t>
      </w:r>
    </w:p>
    <w:p w14:paraId="21A6A378" w14:textId="77777777" w:rsidR="003A025E" w:rsidRPr="004572A7" w:rsidRDefault="004F1596" w:rsidP="004F1596">
      <w:r w:rsidRPr="004F1596">
        <w:t>Le vent du Sud venait de se lever</w:t>
      </w:r>
      <w:r w:rsidR="003A025E" w:rsidRPr="004572A7">
        <w:t xml:space="preserve"> ; </w:t>
      </w:r>
      <w:r w:rsidRPr="004F1596">
        <w:t>il sifflait dans les arbres une complainte monotone</w:t>
      </w:r>
      <w:r w:rsidR="003A025E" w:rsidRPr="004572A7">
        <w:t xml:space="preserve">. </w:t>
      </w:r>
      <w:r w:rsidRPr="004F1596">
        <w:t>J</w:t>
      </w:r>
      <w:r w:rsidR="003A025E" w:rsidRPr="004572A7">
        <w:t>’</w:t>
      </w:r>
      <w:r w:rsidRPr="004F1596">
        <w:t>entendais le murmure sourd du ressac</w:t>
      </w:r>
      <w:r w:rsidR="003A025E" w:rsidRPr="004572A7">
        <w:t xml:space="preserve">, </w:t>
      </w:r>
      <w:r w:rsidRPr="004F1596">
        <w:t>au bas de la côte</w:t>
      </w:r>
      <w:r w:rsidR="003A025E" w:rsidRPr="004572A7">
        <w:t xml:space="preserve">. </w:t>
      </w:r>
      <w:r w:rsidRPr="004F1596">
        <w:t>Un vol de mouettes passa avec des cris étouffés</w:t>
      </w:r>
      <w:r w:rsidR="003A025E" w:rsidRPr="004572A7">
        <w:t>.</w:t>
      </w:r>
    </w:p>
    <w:p w14:paraId="10D9FB6D" w14:textId="77777777" w:rsidR="003A025E" w:rsidRPr="004572A7" w:rsidRDefault="004F1596" w:rsidP="004F1596">
      <w:r w:rsidRPr="004F1596">
        <w:t>Les hypothèses les plus étranges traversaient mon esprit</w:t>
      </w:r>
      <w:r w:rsidR="003A025E" w:rsidRPr="004572A7">
        <w:t xml:space="preserve">. </w:t>
      </w:r>
      <w:r w:rsidRPr="004F1596">
        <w:t>Quelqu</w:t>
      </w:r>
      <w:r w:rsidR="003A025E" w:rsidRPr="004572A7">
        <w:t>’</w:t>
      </w:r>
      <w:r w:rsidRPr="004F1596">
        <w:t>un habitait donc cette maison</w:t>
      </w:r>
      <w:r w:rsidR="003A025E" w:rsidRPr="004572A7">
        <w:t xml:space="preserve"> ? </w:t>
      </w:r>
      <w:r w:rsidRPr="004F1596">
        <w:t>Depuis quand</w:t>
      </w:r>
      <w:r w:rsidR="003A025E" w:rsidRPr="004572A7">
        <w:t xml:space="preserve"> ? </w:t>
      </w:r>
      <w:r w:rsidRPr="004F1596">
        <w:t xml:space="preserve">Le comte de </w:t>
      </w:r>
      <w:proofErr w:type="spellStart"/>
      <w:r w:rsidRPr="004F1596">
        <w:t>Flossanges-Runel</w:t>
      </w:r>
      <w:proofErr w:type="spellEnd"/>
      <w:r w:rsidRPr="004F1596">
        <w:t xml:space="preserve"> était-il revenu précipitamment</w:t>
      </w:r>
      <w:r w:rsidR="003A025E" w:rsidRPr="004572A7">
        <w:t xml:space="preserve"> ? </w:t>
      </w:r>
      <w:r w:rsidRPr="004F1596">
        <w:t>Des malfaiteurs audacieux</w:t>
      </w:r>
      <w:r w:rsidR="003A025E" w:rsidRPr="004572A7">
        <w:t xml:space="preserve">, </w:t>
      </w:r>
      <w:r w:rsidRPr="004F1596">
        <w:t>mettant à profit l</w:t>
      </w:r>
      <w:r w:rsidR="003A025E" w:rsidRPr="004572A7">
        <w:t>’</w:t>
      </w:r>
      <w:r w:rsidRPr="004F1596">
        <w:t>absence du propriétaire</w:t>
      </w:r>
      <w:r w:rsidR="003A025E" w:rsidRPr="004572A7">
        <w:t xml:space="preserve">, </w:t>
      </w:r>
      <w:r w:rsidRPr="004F1596">
        <w:t>avaient-ils réussi à pénétrer dans les appartements</w:t>
      </w:r>
      <w:r w:rsidR="003A025E" w:rsidRPr="004572A7">
        <w:t xml:space="preserve"> ? </w:t>
      </w:r>
      <w:r w:rsidRPr="004F1596">
        <w:t>Je ne savais à quelle solution m</w:t>
      </w:r>
      <w:r w:rsidR="003A025E" w:rsidRPr="004572A7">
        <w:t>’</w:t>
      </w:r>
      <w:r w:rsidRPr="004F1596">
        <w:t>arrêter</w:t>
      </w:r>
      <w:r w:rsidR="003A025E" w:rsidRPr="004572A7">
        <w:t>.</w:t>
      </w:r>
    </w:p>
    <w:p w14:paraId="158F4D5B" w14:textId="77777777" w:rsidR="003A025E" w:rsidRPr="004572A7" w:rsidRDefault="004F1596" w:rsidP="004F1596">
      <w:r w:rsidRPr="004F1596">
        <w:t>Une idée me vint</w:t>
      </w:r>
      <w:r w:rsidR="003A025E" w:rsidRPr="004572A7">
        <w:t xml:space="preserve"> : </w:t>
      </w:r>
      <w:r w:rsidRPr="004F1596">
        <w:t>je remis en marche mon phaéton et je donnai à dessein plusieurs coups violents d</w:t>
      </w:r>
      <w:r w:rsidR="003A025E" w:rsidRPr="004572A7">
        <w:t>’</w:t>
      </w:r>
      <w:r w:rsidRPr="004F1596">
        <w:t>accélérateur</w:t>
      </w:r>
      <w:r w:rsidR="003A025E" w:rsidRPr="004572A7">
        <w:t xml:space="preserve">. </w:t>
      </w:r>
      <w:r w:rsidRPr="004F1596">
        <w:t>Le moteur se mit à gronder furieusement dans le silence de la nuit</w:t>
      </w:r>
      <w:r w:rsidR="003A025E" w:rsidRPr="004572A7">
        <w:t>.</w:t>
      </w:r>
    </w:p>
    <w:p w14:paraId="35975DD9" w14:textId="77777777" w:rsidR="003A025E" w:rsidRPr="004572A7" w:rsidRDefault="004F1596" w:rsidP="004F1596">
      <w:r w:rsidRPr="004F1596">
        <w:t>Aussitôt</w:t>
      </w:r>
      <w:r w:rsidR="003A025E" w:rsidRPr="004572A7">
        <w:t xml:space="preserve">, </w:t>
      </w:r>
      <w:r w:rsidRPr="004F1596">
        <w:t>la lumière</w:t>
      </w:r>
      <w:r w:rsidR="003A025E" w:rsidRPr="004572A7">
        <w:t xml:space="preserve">, </w:t>
      </w:r>
      <w:r w:rsidRPr="004F1596">
        <w:t>qui filtrait à travers les feuillages</w:t>
      </w:r>
      <w:r w:rsidR="003A025E" w:rsidRPr="004572A7">
        <w:t xml:space="preserve">, </w:t>
      </w:r>
      <w:r w:rsidRPr="004F1596">
        <w:t>s</w:t>
      </w:r>
      <w:r w:rsidR="003A025E" w:rsidRPr="004572A7">
        <w:t>’</w:t>
      </w:r>
      <w:r w:rsidRPr="004F1596">
        <w:t xml:space="preserve">éteignit brusquement et la villa </w:t>
      </w:r>
      <w:r w:rsidR="003A025E" w:rsidRPr="004572A7">
        <w:t>« </w:t>
      </w:r>
      <w:proofErr w:type="spellStart"/>
      <w:r w:rsidRPr="004F1596">
        <w:t>Bakhea</w:t>
      </w:r>
      <w:proofErr w:type="spellEnd"/>
      <w:r w:rsidR="003A025E" w:rsidRPr="004572A7">
        <w:t> »</w:t>
      </w:r>
      <w:r w:rsidRPr="004F1596">
        <w:t xml:space="preserve"> disparut derrière les grands platanes qui bordaient la route des falaises</w:t>
      </w:r>
      <w:r w:rsidR="003A025E" w:rsidRPr="004572A7">
        <w:t>.</w:t>
      </w:r>
    </w:p>
    <w:p w14:paraId="0AF813BE" w14:textId="77777777" w:rsidR="004F1596" w:rsidRPr="004572A7" w:rsidRDefault="004F1596" w:rsidP="003A025E">
      <w:pPr>
        <w:pStyle w:val="Titre1"/>
      </w:pPr>
      <w:bookmarkStart w:id="2" w:name="_Toc19606613"/>
      <w:bookmarkStart w:id="3" w:name="_Toc196387847"/>
      <w:r w:rsidRPr="004572A7">
        <w:lastRenderedPageBreak/>
        <w:t xml:space="preserve">LE DOCTEUR DE </w:t>
      </w:r>
      <w:bookmarkEnd w:id="2"/>
      <w:r w:rsidRPr="004572A7">
        <w:t>SURGÈRES</w:t>
      </w:r>
      <w:bookmarkEnd w:id="3"/>
    </w:p>
    <w:p w14:paraId="6A1A258E" w14:textId="77777777" w:rsidR="003A025E" w:rsidRPr="004572A7" w:rsidRDefault="004F1596" w:rsidP="004F1596">
      <w:r w:rsidRPr="004F1596">
        <w:t>Mes parents aimaient beaucoup recevoir et avaient de nombreuses relations</w:t>
      </w:r>
      <w:r w:rsidR="003A025E" w:rsidRPr="004572A7">
        <w:t xml:space="preserve">. </w:t>
      </w:r>
      <w:r w:rsidRPr="004F1596">
        <w:t>Malgré ses occupations absorbantes</w:t>
      </w:r>
      <w:r w:rsidR="003A025E" w:rsidRPr="004572A7">
        <w:t xml:space="preserve">, </w:t>
      </w:r>
      <w:r w:rsidRPr="004F1596">
        <w:t>mon père demeurait très homme du monde et ma mère</w:t>
      </w:r>
      <w:r w:rsidR="003A025E" w:rsidRPr="004572A7">
        <w:t xml:space="preserve">, </w:t>
      </w:r>
      <w:r w:rsidRPr="004F1596">
        <w:t>qui appartenait à une famille de la capitale</w:t>
      </w:r>
      <w:r w:rsidR="003A025E" w:rsidRPr="004572A7">
        <w:t xml:space="preserve">, </w:t>
      </w:r>
      <w:r w:rsidRPr="004F1596">
        <w:t>avait gardé le goût des réceptions et des soirées</w:t>
      </w:r>
      <w:r w:rsidR="003A025E" w:rsidRPr="004572A7">
        <w:t xml:space="preserve">, </w:t>
      </w:r>
      <w:r w:rsidRPr="004F1596">
        <w:t>goût dans lequel elle avait été élevée</w:t>
      </w:r>
      <w:r w:rsidR="003A025E" w:rsidRPr="004572A7">
        <w:t>.</w:t>
      </w:r>
    </w:p>
    <w:p w14:paraId="081FA802" w14:textId="77777777" w:rsidR="003A025E" w:rsidRPr="004572A7" w:rsidRDefault="004F1596" w:rsidP="004F1596">
      <w:r w:rsidRPr="004F1596">
        <w:t>Aussi</w:t>
      </w:r>
      <w:r w:rsidR="003A025E" w:rsidRPr="004572A7">
        <w:t xml:space="preserve">, </w:t>
      </w:r>
      <w:r w:rsidRPr="004F1596">
        <w:t>ne se passait-il pas de semaine qu</w:t>
      </w:r>
      <w:r w:rsidR="003A025E" w:rsidRPr="004572A7">
        <w:t>’</w:t>
      </w:r>
      <w:r w:rsidRPr="004F1596">
        <w:t>il n</w:t>
      </w:r>
      <w:r w:rsidR="003A025E" w:rsidRPr="004572A7">
        <w:t>’</w:t>
      </w:r>
      <w:r w:rsidRPr="004F1596">
        <w:t>y eût chez nous à dîner quelques parents ou amis</w:t>
      </w:r>
      <w:r w:rsidR="003A025E" w:rsidRPr="004572A7">
        <w:t xml:space="preserve">. </w:t>
      </w:r>
      <w:r w:rsidRPr="004F1596">
        <w:t>Tantôt</w:t>
      </w:r>
      <w:r w:rsidR="003A025E" w:rsidRPr="004572A7">
        <w:t xml:space="preserve">, </w:t>
      </w:r>
      <w:r w:rsidRPr="004F1596">
        <w:t>c</w:t>
      </w:r>
      <w:r w:rsidR="003A025E" w:rsidRPr="004572A7">
        <w:t>’</w:t>
      </w:r>
      <w:r w:rsidRPr="004F1596">
        <w:t xml:space="preserve">était </w:t>
      </w:r>
      <w:r w:rsidR="003A025E" w:rsidRPr="004572A7">
        <w:t>M. </w:t>
      </w:r>
      <w:proofErr w:type="spellStart"/>
      <w:r w:rsidRPr="004F1596">
        <w:t>Meyrignac</w:t>
      </w:r>
      <w:proofErr w:type="spellEnd"/>
      <w:r w:rsidR="003A025E" w:rsidRPr="004572A7">
        <w:t xml:space="preserve">, </w:t>
      </w:r>
      <w:r w:rsidRPr="004F1596">
        <w:t>ingénieur en chef des travaux de la ville</w:t>
      </w:r>
      <w:r w:rsidR="003A025E" w:rsidRPr="004572A7">
        <w:t xml:space="preserve">, </w:t>
      </w:r>
      <w:r w:rsidRPr="004F1596">
        <w:t>vieux garçon d</w:t>
      </w:r>
      <w:r w:rsidR="003A025E" w:rsidRPr="004572A7">
        <w:t>’</w:t>
      </w:r>
      <w:r w:rsidRPr="004F1596">
        <w:t>une soixantaine d</w:t>
      </w:r>
      <w:r w:rsidR="003A025E" w:rsidRPr="004572A7">
        <w:t>’</w:t>
      </w:r>
      <w:r w:rsidRPr="004F1596">
        <w:t>années dont la culture</w:t>
      </w:r>
      <w:r w:rsidR="003A025E" w:rsidRPr="004572A7">
        <w:t xml:space="preserve">, </w:t>
      </w:r>
      <w:r w:rsidRPr="004F1596">
        <w:t>l</w:t>
      </w:r>
      <w:r w:rsidR="003A025E" w:rsidRPr="004572A7">
        <w:t>’</w:t>
      </w:r>
      <w:r w:rsidRPr="004F1596">
        <w:t>éducation et la simplicité avaient conquis l</w:t>
      </w:r>
      <w:r w:rsidR="003A025E" w:rsidRPr="004572A7">
        <w:t>’</w:t>
      </w:r>
      <w:r w:rsidRPr="004F1596">
        <w:t>estime des miens</w:t>
      </w:r>
      <w:r w:rsidR="003A025E" w:rsidRPr="004572A7">
        <w:t xml:space="preserve">, </w:t>
      </w:r>
      <w:r w:rsidRPr="004F1596">
        <w:t>tantôt c</w:t>
      </w:r>
      <w:r w:rsidR="003A025E" w:rsidRPr="004572A7">
        <w:t>’</w:t>
      </w:r>
      <w:r w:rsidRPr="004F1596">
        <w:t xml:space="preserve">était </w:t>
      </w:r>
      <w:r w:rsidR="003A025E" w:rsidRPr="004572A7">
        <w:t>M. de </w:t>
      </w:r>
      <w:proofErr w:type="spellStart"/>
      <w:r w:rsidRPr="004F1596">
        <w:t>Simagne</w:t>
      </w:r>
      <w:proofErr w:type="spellEnd"/>
      <w:r w:rsidR="003A025E" w:rsidRPr="004572A7">
        <w:t xml:space="preserve">, </w:t>
      </w:r>
      <w:r w:rsidRPr="004F1596">
        <w:t>petit cousin de ma mère</w:t>
      </w:r>
      <w:r w:rsidR="003A025E" w:rsidRPr="004572A7">
        <w:t xml:space="preserve">. </w:t>
      </w:r>
      <w:r w:rsidRPr="004F1596">
        <w:t xml:space="preserve">Celui-là avait passé toute sa vie dans la </w:t>
      </w:r>
      <w:r w:rsidR="003A025E" w:rsidRPr="004572A7">
        <w:t>« </w:t>
      </w:r>
      <w:r w:rsidRPr="004F1596">
        <w:t>Carrière</w:t>
      </w:r>
      <w:r w:rsidR="003A025E" w:rsidRPr="004572A7">
        <w:t> »</w:t>
      </w:r>
      <w:r w:rsidRPr="004F1596">
        <w:t xml:space="preserve"> et connaissait les quatre coins du globe</w:t>
      </w:r>
      <w:r w:rsidR="003A025E" w:rsidRPr="004572A7">
        <w:t>.</w:t>
      </w:r>
    </w:p>
    <w:p w14:paraId="417D0C06" w14:textId="77777777" w:rsidR="003A025E" w:rsidRPr="004572A7" w:rsidRDefault="004F1596" w:rsidP="004F1596">
      <w:r w:rsidRPr="004F1596">
        <w:t>Ses conversations étaient fort intéressantes</w:t>
      </w:r>
      <w:r w:rsidR="003A025E" w:rsidRPr="004572A7">
        <w:t xml:space="preserve">, </w:t>
      </w:r>
      <w:r w:rsidRPr="004F1596">
        <w:t>quoique légèrement prétentieuses</w:t>
      </w:r>
      <w:r w:rsidR="003A025E" w:rsidRPr="004572A7">
        <w:t xml:space="preserve">. </w:t>
      </w:r>
      <w:r w:rsidR="00B9403E" w:rsidRPr="004572A7">
        <w:t>À</w:t>
      </w:r>
      <w:r w:rsidRPr="004F1596">
        <w:t xml:space="preserve"> tout propos</w:t>
      </w:r>
      <w:r w:rsidR="003A025E" w:rsidRPr="004572A7">
        <w:t xml:space="preserve">, </w:t>
      </w:r>
      <w:r w:rsidRPr="004F1596">
        <w:t>il éprouvait le besoin de dire</w:t>
      </w:r>
      <w:r w:rsidR="003A025E" w:rsidRPr="004572A7">
        <w:t> : « </w:t>
      </w:r>
      <w:r w:rsidRPr="004F1596">
        <w:t>Quand j</w:t>
      </w:r>
      <w:r w:rsidR="003A025E" w:rsidRPr="004572A7">
        <w:t>’</w:t>
      </w:r>
      <w:r w:rsidRPr="004F1596">
        <w:t>étais à Saint-Pétersbourg</w:t>
      </w:r>
      <w:r w:rsidR="003A025E" w:rsidRPr="004572A7">
        <w:t xml:space="preserve">… », </w:t>
      </w:r>
      <w:r w:rsidRPr="004F1596">
        <w:t>ou bien</w:t>
      </w:r>
      <w:r w:rsidR="003A025E" w:rsidRPr="004572A7">
        <w:t> : « </w:t>
      </w:r>
      <w:r w:rsidRPr="004F1596">
        <w:t>Un jour que je me promenais à Yokohama</w:t>
      </w:r>
      <w:r w:rsidR="003A025E" w:rsidRPr="004572A7">
        <w:t xml:space="preserve">… », </w:t>
      </w:r>
      <w:r w:rsidRPr="004F1596">
        <w:t>etc</w:t>
      </w:r>
      <w:r w:rsidR="003A025E" w:rsidRPr="004572A7">
        <w:t xml:space="preserve">. </w:t>
      </w:r>
      <w:r w:rsidRPr="004F1596">
        <w:t>Il détestait copieusement les romanciers qui</w:t>
      </w:r>
      <w:r w:rsidR="00B9403E" w:rsidRPr="004572A7">
        <w:t>,</w:t>
      </w:r>
      <w:r w:rsidRPr="004F1596">
        <w:t xml:space="preserve"> </w:t>
      </w:r>
      <w:proofErr w:type="spellStart"/>
      <w:r w:rsidRPr="004F1596">
        <w:t>affirmait-il</w:t>
      </w:r>
      <w:proofErr w:type="spellEnd"/>
      <w:r w:rsidR="003A025E" w:rsidRPr="004572A7">
        <w:t xml:space="preserve">, </w:t>
      </w:r>
      <w:r w:rsidRPr="004F1596">
        <w:t>ne se font point faute de parler à tort et à travers des pays qu</w:t>
      </w:r>
      <w:r w:rsidR="003A025E" w:rsidRPr="004572A7">
        <w:t>’</w:t>
      </w:r>
      <w:r w:rsidRPr="004F1596">
        <w:t>ils ont à peine entrevus et même</w:t>
      </w:r>
      <w:r w:rsidR="003A025E" w:rsidRPr="004572A7">
        <w:t xml:space="preserve">, </w:t>
      </w:r>
      <w:r w:rsidRPr="004F1596">
        <w:t>le plus souvent</w:t>
      </w:r>
      <w:r w:rsidR="003A025E" w:rsidRPr="004572A7">
        <w:t xml:space="preserve">, </w:t>
      </w:r>
      <w:r w:rsidRPr="004F1596">
        <w:t>qu</w:t>
      </w:r>
      <w:r w:rsidR="003A025E" w:rsidRPr="004572A7">
        <w:t>’</w:t>
      </w:r>
      <w:r w:rsidRPr="004F1596">
        <w:t>ils ont imaginés</w:t>
      </w:r>
      <w:r w:rsidR="003A025E" w:rsidRPr="004572A7">
        <w:t xml:space="preserve">. </w:t>
      </w:r>
      <w:r w:rsidRPr="004F1596">
        <w:t>Aussi proclamait-il avec assurance</w:t>
      </w:r>
      <w:r w:rsidR="003A025E" w:rsidRPr="004572A7">
        <w:t> : « </w:t>
      </w:r>
      <w:r w:rsidRPr="004F1596">
        <w:t>ce sont-là de beaux impertinents</w:t>
      </w:r>
      <w:r w:rsidR="003A025E" w:rsidRPr="004572A7">
        <w:t> ».</w:t>
      </w:r>
    </w:p>
    <w:p w14:paraId="75431DF7" w14:textId="77777777" w:rsidR="003A025E" w:rsidRPr="004572A7" w:rsidRDefault="004F1596" w:rsidP="004F1596">
      <w:r w:rsidRPr="004F1596">
        <w:t>Parfois c</w:t>
      </w:r>
      <w:r w:rsidR="003A025E" w:rsidRPr="004572A7">
        <w:t>’</w:t>
      </w:r>
      <w:r w:rsidRPr="004F1596">
        <w:t xml:space="preserve">était </w:t>
      </w:r>
      <w:r w:rsidR="003A025E" w:rsidRPr="004572A7">
        <w:t>M. </w:t>
      </w:r>
      <w:r w:rsidRPr="004F1596">
        <w:t>Lambert qui venait nous honorer de sa présence</w:t>
      </w:r>
      <w:r w:rsidR="003A025E" w:rsidRPr="004572A7">
        <w:t xml:space="preserve">. </w:t>
      </w:r>
      <w:r w:rsidRPr="004F1596">
        <w:t>Membre de l</w:t>
      </w:r>
      <w:r w:rsidR="003A025E" w:rsidRPr="004572A7">
        <w:t>’</w:t>
      </w:r>
      <w:r w:rsidRPr="004F1596">
        <w:t>Académie des Inscriptions et Belles-Lettres</w:t>
      </w:r>
      <w:r w:rsidR="003A025E" w:rsidRPr="004572A7">
        <w:t xml:space="preserve">, </w:t>
      </w:r>
      <w:r w:rsidRPr="004F1596">
        <w:t>paléographe distingué</w:t>
      </w:r>
      <w:r w:rsidR="003A025E" w:rsidRPr="004572A7">
        <w:t xml:space="preserve">, </w:t>
      </w:r>
      <w:r w:rsidRPr="004F1596">
        <w:t>il usait ses dernières forces à vouloir découvrir l</w:t>
      </w:r>
      <w:r w:rsidR="003A025E" w:rsidRPr="004572A7">
        <w:t>’</w:t>
      </w:r>
      <w:r w:rsidRPr="004F1596">
        <w:t>origine mystérieuse des Basques</w:t>
      </w:r>
      <w:r w:rsidR="003A025E" w:rsidRPr="004572A7">
        <w:t xml:space="preserve">. </w:t>
      </w:r>
      <w:r w:rsidRPr="004F1596">
        <w:t>Sa femme</w:t>
      </w:r>
      <w:r w:rsidR="003A025E" w:rsidRPr="004572A7">
        <w:t xml:space="preserve">, </w:t>
      </w:r>
      <w:r w:rsidRPr="004F1596">
        <w:t>une actrice</w:t>
      </w:r>
      <w:r w:rsidR="003A025E" w:rsidRPr="004572A7">
        <w:t xml:space="preserve">, </w:t>
      </w:r>
      <w:r w:rsidRPr="004F1596">
        <w:t>autrefois célèbre</w:t>
      </w:r>
      <w:r w:rsidR="003A025E" w:rsidRPr="004572A7">
        <w:t xml:space="preserve">, </w:t>
      </w:r>
      <w:r w:rsidRPr="004F1596">
        <w:t>aujourd</w:t>
      </w:r>
      <w:r w:rsidR="003A025E" w:rsidRPr="004572A7">
        <w:t>’</w:t>
      </w:r>
      <w:r w:rsidRPr="004F1596">
        <w:t>hui rangée</w:t>
      </w:r>
      <w:r w:rsidR="003A025E" w:rsidRPr="004572A7">
        <w:t xml:space="preserve">, </w:t>
      </w:r>
      <w:r w:rsidRPr="004F1596">
        <w:lastRenderedPageBreak/>
        <w:t>sage et ignorée</w:t>
      </w:r>
      <w:r w:rsidR="003A025E" w:rsidRPr="004572A7">
        <w:t xml:space="preserve">, </w:t>
      </w:r>
      <w:r w:rsidRPr="004F1596">
        <w:t>professait à l</w:t>
      </w:r>
      <w:r w:rsidR="003A025E" w:rsidRPr="004572A7">
        <w:t>’</w:t>
      </w:r>
      <w:r w:rsidRPr="004F1596">
        <w:t>égard de ma mère une admiration sans bornes</w:t>
      </w:r>
      <w:r w:rsidR="003A025E" w:rsidRPr="004572A7">
        <w:t xml:space="preserve">, </w:t>
      </w:r>
      <w:r w:rsidRPr="004F1596">
        <w:t>ceci</w:t>
      </w:r>
      <w:r w:rsidR="003A025E" w:rsidRPr="004572A7">
        <w:t xml:space="preserve">, </w:t>
      </w:r>
      <w:r w:rsidRPr="004F1596">
        <w:t>pour deux choses qu</w:t>
      </w:r>
      <w:r w:rsidR="003A025E" w:rsidRPr="004572A7">
        <w:t>’</w:t>
      </w:r>
      <w:r w:rsidRPr="004F1596">
        <w:t>elle n</w:t>
      </w:r>
      <w:r w:rsidR="003A025E" w:rsidRPr="004572A7">
        <w:t>’</w:t>
      </w:r>
      <w:r w:rsidRPr="004F1596">
        <w:t>avait jamais su faire</w:t>
      </w:r>
      <w:r w:rsidR="003A025E" w:rsidRPr="004572A7">
        <w:t xml:space="preserve"> : </w:t>
      </w:r>
      <w:r w:rsidRPr="004F1596">
        <w:t>jouer du piano et servir le thé</w:t>
      </w:r>
      <w:r w:rsidR="003A025E" w:rsidRPr="004572A7">
        <w:t>.</w:t>
      </w:r>
    </w:p>
    <w:p w14:paraId="2AE17A21" w14:textId="77777777" w:rsidR="003A025E" w:rsidRPr="004572A7" w:rsidRDefault="003A025E" w:rsidP="004F1596">
      <w:r w:rsidRPr="004572A7">
        <w:t>M</w:t>
      </w:r>
      <w:r w:rsidRPr="004572A7">
        <w:rPr>
          <w:vertAlign w:val="superscript"/>
        </w:rPr>
        <w:t>me</w:t>
      </w:r>
      <w:r w:rsidRPr="004572A7">
        <w:t> </w:t>
      </w:r>
      <w:r w:rsidR="004F1596" w:rsidRPr="004F1596">
        <w:t>Tilly</w:t>
      </w:r>
      <w:r w:rsidRPr="004572A7">
        <w:t xml:space="preserve">, </w:t>
      </w:r>
      <w:r w:rsidR="004F1596" w:rsidRPr="004F1596">
        <w:t>veuve du général</w:t>
      </w:r>
      <w:r w:rsidRPr="004572A7">
        <w:t xml:space="preserve">, </w:t>
      </w:r>
      <w:r w:rsidR="004F1596" w:rsidRPr="004F1596">
        <w:t>très souvent aussi</w:t>
      </w:r>
      <w:r w:rsidRPr="004572A7">
        <w:t xml:space="preserve">, </w:t>
      </w:r>
      <w:r w:rsidR="004F1596" w:rsidRPr="004F1596">
        <w:t>venait chez nous</w:t>
      </w:r>
      <w:r w:rsidRPr="004572A7">
        <w:t xml:space="preserve">, </w:t>
      </w:r>
      <w:r w:rsidR="004F1596" w:rsidRPr="004F1596">
        <w:t xml:space="preserve">en compagnie du </w:t>
      </w:r>
      <w:r w:rsidRPr="004572A7">
        <w:t>D</w:t>
      </w:r>
      <w:r w:rsidRPr="004572A7">
        <w:rPr>
          <w:vertAlign w:val="superscript"/>
        </w:rPr>
        <w:t>r</w:t>
      </w:r>
      <w:r w:rsidRPr="004572A7">
        <w:t> </w:t>
      </w:r>
      <w:r w:rsidRPr="004F1596">
        <w:t>S</w:t>
      </w:r>
      <w:r w:rsidR="004F1596" w:rsidRPr="004F1596">
        <w:t>imon</w:t>
      </w:r>
      <w:r w:rsidRPr="004572A7">
        <w:t xml:space="preserve">. </w:t>
      </w:r>
      <w:r w:rsidR="004F1596" w:rsidRPr="004F1596">
        <w:t>Type accompli</w:t>
      </w:r>
      <w:r w:rsidRPr="004572A7">
        <w:t xml:space="preserve">, </w:t>
      </w:r>
      <w:r w:rsidR="004F1596" w:rsidRPr="004F1596">
        <w:t>celui-là</w:t>
      </w:r>
      <w:r w:rsidRPr="004572A7">
        <w:t xml:space="preserve">, </w:t>
      </w:r>
      <w:r w:rsidR="004F1596" w:rsidRPr="004F1596">
        <w:t xml:space="preserve">irréprochable et </w:t>
      </w:r>
      <w:proofErr w:type="spellStart"/>
      <w:r w:rsidR="004F1596" w:rsidRPr="004F1596">
        <w:t>inconcurrençable</w:t>
      </w:r>
      <w:proofErr w:type="spellEnd"/>
      <w:r w:rsidR="004F1596" w:rsidRPr="004F1596">
        <w:t xml:space="preserve"> praticien</w:t>
      </w:r>
      <w:r w:rsidRPr="004572A7">
        <w:t xml:space="preserve">. </w:t>
      </w:r>
      <w:r w:rsidR="004F1596" w:rsidRPr="004F1596">
        <w:t>Par le fait</w:t>
      </w:r>
      <w:r w:rsidRPr="004572A7">
        <w:t xml:space="preserve">, </w:t>
      </w:r>
      <w:r w:rsidR="004F1596" w:rsidRPr="004F1596">
        <w:t>il avait la spécialité de rendre malades ceux qui ne l</w:t>
      </w:r>
      <w:r w:rsidRPr="004572A7">
        <w:t>’</w:t>
      </w:r>
      <w:r w:rsidR="004F1596" w:rsidRPr="004F1596">
        <w:t>étaient pas</w:t>
      </w:r>
      <w:r w:rsidRPr="004572A7">
        <w:t xml:space="preserve">. </w:t>
      </w:r>
      <w:r w:rsidR="004F1596" w:rsidRPr="004F1596">
        <w:t>Il affirmait</w:t>
      </w:r>
      <w:r w:rsidRPr="004572A7">
        <w:t xml:space="preserve">, </w:t>
      </w:r>
      <w:r w:rsidR="004F1596" w:rsidRPr="004F1596">
        <w:t>à l</w:t>
      </w:r>
      <w:r w:rsidRPr="004572A7">
        <w:t>’</w:t>
      </w:r>
      <w:r w:rsidR="004F1596" w:rsidRPr="004F1596">
        <w:t>exemple de l</w:t>
      </w:r>
      <w:r w:rsidRPr="004572A7">
        <w:t>’</w:t>
      </w:r>
      <w:r w:rsidR="004F1596" w:rsidRPr="004F1596">
        <w:t>illustre Ésope</w:t>
      </w:r>
      <w:r w:rsidRPr="004572A7">
        <w:t xml:space="preserve">, </w:t>
      </w:r>
      <w:r w:rsidR="004F1596" w:rsidRPr="004F1596">
        <w:t>que la santé est semblable à la corde trop tendue d</w:t>
      </w:r>
      <w:r w:rsidRPr="004572A7">
        <w:t>’</w:t>
      </w:r>
      <w:r w:rsidR="004F1596" w:rsidRPr="004F1596">
        <w:t>un arc et que</w:t>
      </w:r>
      <w:r w:rsidRPr="004572A7">
        <w:t xml:space="preserve">, </w:t>
      </w:r>
      <w:r w:rsidR="004F1596" w:rsidRPr="004F1596">
        <w:t>comme le calme précède la tempête</w:t>
      </w:r>
      <w:r w:rsidRPr="004572A7">
        <w:t xml:space="preserve">, </w:t>
      </w:r>
      <w:r w:rsidR="004F1596" w:rsidRPr="004F1596">
        <w:t>l</w:t>
      </w:r>
      <w:r w:rsidRPr="004572A7">
        <w:t>’</w:t>
      </w:r>
      <w:r w:rsidR="004F1596" w:rsidRPr="004F1596">
        <w:t>absence complète de maladie ne présageait rien de bon</w:t>
      </w:r>
      <w:r w:rsidRPr="004572A7">
        <w:t>.</w:t>
      </w:r>
    </w:p>
    <w:p w14:paraId="2716FEF5" w14:textId="77777777" w:rsidR="003A025E" w:rsidRPr="004572A7" w:rsidRDefault="004F1596" w:rsidP="004F1596">
      <w:r w:rsidRPr="004F1596">
        <w:t>Je passe sous silence quelques membres de la colonie étrangère sauf le baron russe Kalinine</w:t>
      </w:r>
      <w:r w:rsidR="003A025E" w:rsidRPr="004572A7">
        <w:t xml:space="preserve">, </w:t>
      </w:r>
      <w:r w:rsidRPr="004F1596">
        <w:t>homme remarquable</w:t>
      </w:r>
      <w:r w:rsidR="003A025E" w:rsidRPr="004572A7">
        <w:t xml:space="preserve">, </w:t>
      </w:r>
      <w:r w:rsidRPr="004F1596">
        <w:t>qui connut intimement plusieurs personnages de ce récit</w:t>
      </w:r>
      <w:r w:rsidR="003A025E" w:rsidRPr="004572A7">
        <w:t>.</w:t>
      </w:r>
    </w:p>
    <w:p w14:paraId="383FD4F8" w14:textId="77777777" w:rsidR="003A025E" w:rsidRPr="004572A7" w:rsidRDefault="004F1596" w:rsidP="004F1596">
      <w:r w:rsidRPr="004F1596">
        <w:t xml:space="preserve">Je terminerai cette série de noms par celui de </w:t>
      </w:r>
      <w:r w:rsidR="003A025E" w:rsidRPr="004572A7">
        <w:t>M. de </w:t>
      </w:r>
      <w:r w:rsidRPr="004F1596">
        <w:t>Surgères</w:t>
      </w:r>
      <w:r w:rsidR="003A025E" w:rsidRPr="004572A7">
        <w:t>.</w:t>
      </w:r>
    </w:p>
    <w:p w14:paraId="03DA1161" w14:textId="77777777" w:rsidR="003A025E" w:rsidRPr="004572A7" w:rsidRDefault="004F1596" w:rsidP="004F1596">
      <w:r w:rsidRPr="004F1596">
        <w:t>De tous ceux qui fréquentaient chez nous</w:t>
      </w:r>
      <w:r w:rsidR="003A025E" w:rsidRPr="004572A7">
        <w:t xml:space="preserve">, </w:t>
      </w:r>
      <w:r w:rsidRPr="004F1596">
        <w:t>j</w:t>
      </w:r>
      <w:r w:rsidR="003A025E" w:rsidRPr="004572A7">
        <w:t>’</w:t>
      </w:r>
      <w:r w:rsidRPr="004F1596">
        <w:t>avais</w:t>
      </w:r>
      <w:r w:rsidR="003A025E" w:rsidRPr="004572A7">
        <w:t xml:space="preserve">, </w:t>
      </w:r>
      <w:r w:rsidRPr="004F1596">
        <w:t>je dois le reconnaître</w:t>
      </w:r>
      <w:r w:rsidR="003A025E" w:rsidRPr="004572A7">
        <w:t xml:space="preserve">, </w:t>
      </w:r>
      <w:r w:rsidRPr="004F1596">
        <w:t xml:space="preserve">une préférence marquée pour </w:t>
      </w:r>
      <w:r w:rsidR="003A025E" w:rsidRPr="004572A7">
        <w:t>M. de </w:t>
      </w:r>
      <w:r w:rsidRPr="004F1596">
        <w:t>Surgères</w:t>
      </w:r>
      <w:r w:rsidR="003A025E" w:rsidRPr="004572A7">
        <w:t xml:space="preserve">, </w:t>
      </w:r>
      <w:r w:rsidRPr="004F1596">
        <w:t>bien que ses visites fussent assez rares</w:t>
      </w:r>
      <w:r w:rsidR="003A025E" w:rsidRPr="004572A7">
        <w:t xml:space="preserve">, </w:t>
      </w:r>
      <w:r w:rsidRPr="004F1596">
        <w:t>et qu</w:t>
      </w:r>
      <w:r w:rsidR="003A025E" w:rsidRPr="004572A7">
        <w:t>’</w:t>
      </w:r>
      <w:r w:rsidRPr="004F1596">
        <w:t>il se montrât d</w:t>
      </w:r>
      <w:r w:rsidR="003A025E" w:rsidRPr="004572A7">
        <w:t>’</w:t>
      </w:r>
      <w:r w:rsidRPr="004F1596">
        <w:t>une correction parfois exagérée</w:t>
      </w:r>
      <w:r w:rsidR="003A025E" w:rsidRPr="004572A7">
        <w:t xml:space="preserve">. </w:t>
      </w:r>
      <w:r w:rsidRPr="004F1596">
        <w:t>Je le trouvais bizarre</w:t>
      </w:r>
      <w:r w:rsidR="003A025E" w:rsidRPr="004572A7">
        <w:t xml:space="preserve">, </w:t>
      </w:r>
      <w:r w:rsidRPr="004F1596">
        <w:t>très personnel et cependant sans originalité prétentieuse</w:t>
      </w:r>
      <w:r w:rsidR="003A025E" w:rsidRPr="004572A7">
        <w:t xml:space="preserve">. </w:t>
      </w:r>
      <w:r w:rsidRPr="004F1596">
        <w:t>Ce qui m</w:t>
      </w:r>
      <w:r w:rsidR="003A025E" w:rsidRPr="004572A7">
        <w:t>’</w:t>
      </w:r>
      <w:r w:rsidRPr="004F1596">
        <w:t>avait le plus frappé chez lui</w:t>
      </w:r>
      <w:r w:rsidR="003A025E" w:rsidRPr="004572A7">
        <w:t xml:space="preserve">, </w:t>
      </w:r>
      <w:r w:rsidRPr="004F1596">
        <w:t>tout d</w:t>
      </w:r>
      <w:r w:rsidR="003A025E" w:rsidRPr="004572A7">
        <w:t>’</w:t>
      </w:r>
      <w:r w:rsidRPr="004F1596">
        <w:t>abord</w:t>
      </w:r>
      <w:r w:rsidR="003A025E" w:rsidRPr="004572A7">
        <w:t xml:space="preserve">, </w:t>
      </w:r>
      <w:r w:rsidRPr="004F1596">
        <w:t>c</w:t>
      </w:r>
      <w:r w:rsidR="003A025E" w:rsidRPr="004572A7">
        <w:t>’</w:t>
      </w:r>
      <w:r w:rsidRPr="004F1596">
        <w:t>était la logique surprenante de ses idées</w:t>
      </w:r>
      <w:r w:rsidR="003A025E" w:rsidRPr="004572A7">
        <w:t xml:space="preserve">, </w:t>
      </w:r>
      <w:r w:rsidRPr="004F1596">
        <w:t>la clarté de son esprit</w:t>
      </w:r>
      <w:r w:rsidR="003A025E" w:rsidRPr="004572A7">
        <w:t xml:space="preserve">, </w:t>
      </w:r>
      <w:r w:rsidRPr="004F1596">
        <w:t>la simplicité de ses manières</w:t>
      </w:r>
      <w:r w:rsidR="003A025E" w:rsidRPr="004572A7">
        <w:t xml:space="preserve">. </w:t>
      </w:r>
      <w:r w:rsidRPr="004F1596">
        <w:t>Il avait un front large et de grands yeux vifs</w:t>
      </w:r>
      <w:r w:rsidR="003A025E" w:rsidRPr="004572A7">
        <w:t xml:space="preserve">, </w:t>
      </w:r>
      <w:r w:rsidRPr="004F1596">
        <w:t>pleins de lumière</w:t>
      </w:r>
      <w:r w:rsidR="003A025E" w:rsidRPr="004572A7">
        <w:t>.</w:t>
      </w:r>
    </w:p>
    <w:p w14:paraId="5FD95D33" w14:textId="77777777" w:rsidR="003A025E" w:rsidRPr="004572A7" w:rsidRDefault="004F1596" w:rsidP="004F1596">
      <w:r w:rsidRPr="004F1596">
        <w:t>J</w:t>
      </w:r>
      <w:r w:rsidR="003A025E" w:rsidRPr="004572A7">
        <w:t>’</w:t>
      </w:r>
      <w:r w:rsidRPr="004F1596">
        <w:t>avais remarqué qu</w:t>
      </w:r>
      <w:r w:rsidR="003A025E" w:rsidRPr="004572A7">
        <w:t>’</w:t>
      </w:r>
      <w:r w:rsidRPr="004F1596">
        <w:t>il ne paraissait pas s</w:t>
      </w:r>
      <w:r w:rsidR="003A025E" w:rsidRPr="004572A7">
        <w:t>’</w:t>
      </w:r>
      <w:r w:rsidRPr="004F1596">
        <w:t>intéresser outre mesure aux questions d</w:t>
      </w:r>
      <w:r w:rsidR="003A025E" w:rsidRPr="004572A7">
        <w:t>’</w:t>
      </w:r>
      <w:r w:rsidRPr="004F1596">
        <w:t>ordre littéraire quoiqu</w:t>
      </w:r>
      <w:r w:rsidR="003A025E" w:rsidRPr="004572A7">
        <w:t>’</w:t>
      </w:r>
      <w:r w:rsidRPr="004F1596">
        <w:t>il fût très cultivé</w:t>
      </w:r>
      <w:r w:rsidR="003A025E" w:rsidRPr="004572A7">
        <w:t xml:space="preserve">. </w:t>
      </w:r>
      <w:r w:rsidRPr="004F1596">
        <w:t>Chaque fois qu</w:t>
      </w:r>
      <w:r w:rsidR="003A025E" w:rsidRPr="004572A7">
        <w:t>’</w:t>
      </w:r>
      <w:r w:rsidRPr="004F1596">
        <w:t>une discussion de ce genre s</w:t>
      </w:r>
      <w:r w:rsidR="003A025E" w:rsidRPr="004572A7">
        <w:t>’</w:t>
      </w:r>
      <w:r w:rsidRPr="004F1596">
        <w:t>élevait entre invités</w:t>
      </w:r>
      <w:r w:rsidR="003A025E" w:rsidRPr="004572A7">
        <w:t xml:space="preserve">, </w:t>
      </w:r>
      <w:r w:rsidRPr="004F1596">
        <w:t>il se taisait dédaigneusement</w:t>
      </w:r>
      <w:r w:rsidR="003A025E" w:rsidRPr="004572A7">
        <w:t>.</w:t>
      </w:r>
    </w:p>
    <w:p w14:paraId="30D958C0" w14:textId="77777777" w:rsidR="003A025E" w:rsidRPr="004572A7" w:rsidRDefault="004F1596" w:rsidP="004F1596">
      <w:r w:rsidRPr="004F1596">
        <w:lastRenderedPageBreak/>
        <w:t>Un jour</w:t>
      </w:r>
      <w:r w:rsidR="003A025E" w:rsidRPr="004572A7">
        <w:t xml:space="preserve">, </w:t>
      </w:r>
      <w:r w:rsidRPr="004F1596">
        <w:t>j</w:t>
      </w:r>
      <w:r w:rsidR="003A025E" w:rsidRPr="004572A7">
        <w:t>’</w:t>
      </w:r>
      <w:r w:rsidRPr="004F1596">
        <w:t>en garde encore le souvenir égayé</w:t>
      </w:r>
      <w:r w:rsidR="003A025E" w:rsidRPr="004572A7">
        <w:t xml:space="preserve">, </w:t>
      </w:r>
      <w:r w:rsidRPr="004F1596">
        <w:t xml:space="preserve">le </w:t>
      </w:r>
      <w:r w:rsidR="003A025E" w:rsidRPr="004572A7">
        <w:t>D</w:t>
      </w:r>
      <w:r w:rsidR="003A025E" w:rsidRPr="004572A7">
        <w:rPr>
          <w:vertAlign w:val="superscript"/>
        </w:rPr>
        <w:t>r</w:t>
      </w:r>
      <w:r w:rsidR="003A025E" w:rsidRPr="004572A7">
        <w:t> </w:t>
      </w:r>
      <w:r w:rsidR="003A025E" w:rsidRPr="004F1596">
        <w:t>S</w:t>
      </w:r>
      <w:r w:rsidRPr="004F1596">
        <w:t>imon</w:t>
      </w:r>
      <w:r w:rsidR="003A025E" w:rsidRPr="004572A7">
        <w:t xml:space="preserve">, </w:t>
      </w:r>
      <w:r w:rsidRPr="004F1596">
        <w:t>lancé dans une période magnifique sur les grands poètes de l</w:t>
      </w:r>
      <w:r w:rsidR="003A025E" w:rsidRPr="004572A7">
        <w:t>’</w:t>
      </w:r>
      <w:r w:rsidRPr="004F1596">
        <w:t>antiquité et croyant</w:t>
      </w:r>
      <w:r w:rsidR="003A025E" w:rsidRPr="004572A7">
        <w:t xml:space="preserve">, </w:t>
      </w:r>
      <w:r w:rsidRPr="004F1596">
        <w:t>sans doute</w:t>
      </w:r>
      <w:r w:rsidR="003A025E" w:rsidRPr="004572A7">
        <w:t xml:space="preserve">, </w:t>
      </w:r>
      <w:r w:rsidRPr="004F1596">
        <w:t>avoir médusé son auditoire par l</w:t>
      </w:r>
      <w:r w:rsidR="003A025E" w:rsidRPr="004572A7">
        <w:t>’</w:t>
      </w:r>
      <w:r w:rsidRPr="004F1596">
        <w:t>abondance de ses périphrases</w:t>
      </w:r>
      <w:r w:rsidR="003A025E" w:rsidRPr="004572A7">
        <w:t xml:space="preserve">, </w:t>
      </w:r>
      <w:r w:rsidRPr="004F1596">
        <w:t>s</w:t>
      </w:r>
      <w:r w:rsidR="003A025E" w:rsidRPr="004572A7">
        <w:t>’</w:t>
      </w:r>
      <w:r w:rsidRPr="004F1596">
        <w:t xml:space="preserve">adressa personnellement à </w:t>
      </w:r>
      <w:r w:rsidR="003A025E" w:rsidRPr="004572A7">
        <w:t>M. de </w:t>
      </w:r>
      <w:r w:rsidRPr="004F1596">
        <w:t>Surgères et lui demanda</w:t>
      </w:r>
      <w:r w:rsidR="003A025E" w:rsidRPr="004572A7">
        <w:t xml:space="preserve">, </w:t>
      </w:r>
      <w:r w:rsidRPr="004F1596">
        <w:t>avec une véritable ardeur de néophyte</w:t>
      </w:r>
      <w:r w:rsidR="003A025E" w:rsidRPr="004572A7">
        <w:t> :</w:t>
      </w:r>
    </w:p>
    <w:p w14:paraId="1D2E94D2" w14:textId="77777777" w:rsidR="003A025E" w:rsidRPr="004572A7" w:rsidRDefault="003A025E" w:rsidP="004F1596">
      <w:r w:rsidRPr="004572A7">
        <w:t>— </w:t>
      </w:r>
      <w:r w:rsidR="004F1596" w:rsidRPr="004F1596">
        <w:t>Pensez-vous</w:t>
      </w:r>
      <w:r w:rsidRPr="004572A7">
        <w:t xml:space="preserve">, </w:t>
      </w:r>
      <w:r w:rsidR="004F1596" w:rsidRPr="004F1596">
        <w:t>Monsieur</w:t>
      </w:r>
      <w:r w:rsidRPr="004572A7">
        <w:t xml:space="preserve">, </w:t>
      </w:r>
      <w:r w:rsidR="004F1596" w:rsidRPr="004F1596">
        <w:t>que les poètes modernes puissent soutenir la comparaison</w:t>
      </w:r>
      <w:r w:rsidRPr="004572A7">
        <w:t> ?</w:t>
      </w:r>
    </w:p>
    <w:p w14:paraId="1F0FF251" w14:textId="77777777" w:rsidR="003A025E" w:rsidRPr="004572A7" w:rsidRDefault="003A025E" w:rsidP="004F1596">
      <w:r w:rsidRPr="004572A7">
        <w:t>M. de </w:t>
      </w:r>
      <w:r w:rsidR="004F1596" w:rsidRPr="004F1596">
        <w:t>Surgères</w:t>
      </w:r>
      <w:r w:rsidRPr="004572A7">
        <w:t xml:space="preserve">, </w:t>
      </w:r>
      <w:r w:rsidR="004F1596" w:rsidRPr="004F1596">
        <w:t>sans se troubler</w:t>
      </w:r>
      <w:r w:rsidRPr="004572A7">
        <w:t xml:space="preserve">, </w:t>
      </w:r>
      <w:r w:rsidR="004F1596" w:rsidRPr="004F1596">
        <w:t>répondit aussitôt</w:t>
      </w:r>
      <w:r w:rsidRPr="004572A7">
        <w:t> :</w:t>
      </w:r>
    </w:p>
    <w:p w14:paraId="41CFBF7A" w14:textId="77777777" w:rsidR="003A025E" w:rsidRPr="004572A7" w:rsidRDefault="003A025E" w:rsidP="004F1596">
      <w:r w:rsidRPr="004572A7">
        <w:t>— </w:t>
      </w:r>
      <w:r w:rsidR="004F1596" w:rsidRPr="004F1596">
        <w:t>Mon cher docteur</w:t>
      </w:r>
      <w:r w:rsidRPr="004572A7">
        <w:t xml:space="preserve">, </w:t>
      </w:r>
      <w:r w:rsidR="004F1596" w:rsidRPr="004F1596">
        <w:t>je n</w:t>
      </w:r>
      <w:r w:rsidRPr="004572A7">
        <w:t>’</w:t>
      </w:r>
      <w:r w:rsidR="004F1596" w:rsidRPr="004F1596">
        <w:t>ai pas l</w:t>
      </w:r>
      <w:r w:rsidRPr="004572A7">
        <w:t>’</w:t>
      </w:r>
      <w:r w:rsidR="004F1596" w:rsidRPr="004F1596">
        <w:t>habitude de faire des citations</w:t>
      </w:r>
      <w:r w:rsidRPr="004572A7">
        <w:t xml:space="preserve">, </w:t>
      </w:r>
      <w:r w:rsidR="004F1596" w:rsidRPr="004F1596">
        <w:t>mais celle qui me revient en mémoire paraît résumer si bien toute ma pensée que</w:t>
      </w:r>
      <w:r w:rsidRPr="004572A7">
        <w:t xml:space="preserve">, </w:t>
      </w:r>
      <w:r w:rsidR="004F1596" w:rsidRPr="004F1596">
        <w:t>pour cette fois</w:t>
      </w:r>
      <w:r w:rsidRPr="004572A7">
        <w:t xml:space="preserve">, </w:t>
      </w:r>
      <w:r w:rsidR="004F1596" w:rsidRPr="004F1596">
        <w:t>je me permets de faire une exception</w:t>
      </w:r>
      <w:r w:rsidRPr="004572A7">
        <w:t xml:space="preserve">. </w:t>
      </w:r>
      <w:r w:rsidR="004F1596" w:rsidRPr="004F1596">
        <w:t>Voici cette citation</w:t>
      </w:r>
      <w:r w:rsidRPr="004572A7">
        <w:t xml:space="preserve">. </w:t>
      </w:r>
      <w:r w:rsidR="004F1596" w:rsidRPr="004F1596">
        <w:t>L</w:t>
      </w:r>
      <w:r w:rsidRPr="004572A7">
        <w:t>’</w:t>
      </w:r>
      <w:r w:rsidR="004F1596" w:rsidRPr="004F1596">
        <w:t>illustre Nietzsche disait</w:t>
      </w:r>
      <w:r w:rsidRPr="004572A7">
        <w:t> :</w:t>
      </w:r>
    </w:p>
    <w:p w14:paraId="59F1920C" w14:textId="77777777" w:rsidR="004F1596" w:rsidRPr="004F1596" w:rsidRDefault="003A025E" w:rsidP="004F1596">
      <w:r w:rsidRPr="004572A7">
        <w:t>« </w:t>
      </w:r>
      <w:r w:rsidR="004F1596" w:rsidRPr="004F1596">
        <w:t>Je suis fatigué des poètes</w:t>
      </w:r>
      <w:r w:rsidRPr="004572A7">
        <w:t xml:space="preserve">, </w:t>
      </w:r>
      <w:r w:rsidR="004F1596" w:rsidRPr="004F1596">
        <w:t>des anciens et des nouveaux</w:t>
      </w:r>
      <w:r w:rsidRPr="004572A7">
        <w:t xml:space="preserve">. </w:t>
      </w:r>
      <w:r w:rsidR="004F1596" w:rsidRPr="004F1596">
        <w:t>Pour moi</w:t>
      </w:r>
      <w:r w:rsidRPr="004572A7">
        <w:t xml:space="preserve">, </w:t>
      </w:r>
      <w:r w:rsidR="004F1596" w:rsidRPr="004F1596">
        <w:t>ils sont tous superficiels</w:t>
      </w:r>
      <w:r w:rsidRPr="004572A7">
        <w:t xml:space="preserve">, </w:t>
      </w:r>
      <w:r w:rsidR="004F1596" w:rsidRPr="004F1596">
        <w:t>tous des mers desséchées</w:t>
      </w:r>
      <w:r w:rsidRPr="004572A7">
        <w:t xml:space="preserve">, </w:t>
      </w:r>
      <w:r w:rsidR="004F1596" w:rsidRPr="004F1596">
        <w:t>car ils n</w:t>
      </w:r>
      <w:r w:rsidRPr="004572A7">
        <w:t>’</w:t>
      </w:r>
      <w:r w:rsidR="004F1596" w:rsidRPr="004F1596">
        <w:t>ont pas pensé assez en profondeur</w:t>
      </w:r>
      <w:r w:rsidRPr="004572A7">
        <w:t xml:space="preserve">. </w:t>
      </w:r>
      <w:r w:rsidR="004F1596" w:rsidRPr="004F1596">
        <w:t>Un peu de volupté et un peu d</w:t>
      </w:r>
      <w:r w:rsidRPr="004572A7">
        <w:t>’</w:t>
      </w:r>
      <w:r w:rsidR="004F1596" w:rsidRPr="004F1596">
        <w:t>ennui c</w:t>
      </w:r>
      <w:r w:rsidRPr="004572A7">
        <w:t>’</w:t>
      </w:r>
      <w:r w:rsidR="004F1596" w:rsidRPr="004F1596">
        <w:t>est encore ce qu</w:t>
      </w:r>
      <w:r w:rsidRPr="004572A7">
        <w:t>’</w:t>
      </w:r>
      <w:r w:rsidR="004F1596" w:rsidRPr="004F1596">
        <w:t>il y eut de meilleur dans leurs méditations</w:t>
      </w:r>
      <w:r w:rsidRPr="004572A7">
        <w:t>. »</w:t>
      </w:r>
    </w:p>
    <w:p w14:paraId="237CB153" w14:textId="77777777" w:rsidR="003A025E" w:rsidRPr="004572A7" w:rsidRDefault="004F1596" w:rsidP="004F1596">
      <w:r w:rsidRPr="004F1596">
        <w:t xml:space="preserve">Le </w:t>
      </w:r>
      <w:r w:rsidR="003A025E" w:rsidRPr="004572A7">
        <w:t>D</w:t>
      </w:r>
      <w:r w:rsidR="003A025E" w:rsidRPr="004572A7">
        <w:rPr>
          <w:vertAlign w:val="superscript"/>
        </w:rPr>
        <w:t>r</w:t>
      </w:r>
      <w:r w:rsidR="003A025E" w:rsidRPr="004572A7">
        <w:t> </w:t>
      </w:r>
      <w:r w:rsidR="003A025E" w:rsidRPr="004F1596">
        <w:t>S</w:t>
      </w:r>
      <w:r w:rsidRPr="004F1596">
        <w:t>imon</w:t>
      </w:r>
      <w:r w:rsidR="003A025E" w:rsidRPr="004572A7">
        <w:t xml:space="preserve">, </w:t>
      </w:r>
      <w:r w:rsidRPr="004F1596">
        <w:t>absolument suffoqué par cette réponse d</w:t>
      </w:r>
      <w:r w:rsidR="003A025E" w:rsidRPr="004572A7">
        <w:t>’</w:t>
      </w:r>
      <w:r w:rsidRPr="004F1596">
        <w:t>hérétique</w:t>
      </w:r>
      <w:r w:rsidR="003A025E" w:rsidRPr="004572A7">
        <w:t xml:space="preserve">, </w:t>
      </w:r>
      <w:r w:rsidRPr="004F1596">
        <w:t>ouvrit une bouche énorme</w:t>
      </w:r>
      <w:r w:rsidR="003A025E" w:rsidRPr="004572A7">
        <w:t xml:space="preserve">, </w:t>
      </w:r>
      <w:r w:rsidRPr="004F1596">
        <w:t>leva les yeux au plafond comme pour prendre à témoin de ce blasphème tous les dieux de l</w:t>
      </w:r>
      <w:r w:rsidR="003A025E" w:rsidRPr="004572A7">
        <w:t>’</w:t>
      </w:r>
      <w:r w:rsidRPr="004F1596">
        <w:t>Olympe et s</w:t>
      </w:r>
      <w:r w:rsidR="003A025E" w:rsidRPr="004572A7">
        <w:t>’</w:t>
      </w:r>
      <w:r w:rsidRPr="004F1596">
        <w:t>assit piteusement en répétant</w:t>
      </w:r>
      <w:r w:rsidR="003A025E" w:rsidRPr="004572A7">
        <w:t> :</w:t>
      </w:r>
    </w:p>
    <w:p w14:paraId="01AB8443" w14:textId="77777777" w:rsidR="003A025E" w:rsidRPr="004572A7" w:rsidRDefault="003A025E" w:rsidP="004F1596">
      <w:r w:rsidRPr="004572A7">
        <w:t>— </w:t>
      </w:r>
      <w:r w:rsidR="004F1596" w:rsidRPr="004F1596">
        <w:t>Des mers desséchées</w:t>
      </w:r>
      <w:r w:rsidRPr="004572A7">
        <w:t xml:space="preserve">, </w:t>
      </w:r>
      <w:r w:rsidR="004F1596" w:rsidRPr="004F1596">
        <w:t>des mers desséchées</w:t>
      </w:r>
      <w:r w:rsidRPr="004572A7">
        <w:t xml:space="preserve"> ! </w:t>
      </w:r>
      <w:r w:rsidR="004F1596" w:rsidRPr="004F1596">
        <w:t>Monsieur</w:t>
      </w:r>
      <w:r w:rsidRPr="004572A7">
        <w:t xml:space="preserve">, </w:t>
      </w:r>
      <w:r w:rsidR="004F1596" w:rsidRPr="004F1596">
        <w:t>nous ne nous comprenons pas</w:t>
      </w:r>
      <w:r w:rsidRPr="004572A7">
        <w:t>.</w:t>
      </w:r>
    </w:p>
    <w:p w14:paraId="2BFDC047" w14:textId="77777777" w:rsidR="003A025E" w:rsidRPr="004572A7" w:rsidRDefault="004F1596" w:rsidP="004F1596">
      <w:r w:rsidRPr="004F1596">
        <w:t>Tout le monde se mit à rire de sa mine déconfite</w:t>
      </w:r>
      <w:r w:rsidR="003A025E" w:rsidRPr="004572A7">
        <w:t>.</w:t>
      </w:r>
    </w:p>
    <w:p w14:paraId="40C637A4" w14:textId="77777777" w:rsidR="003A025E" w:rsidRPr="004572A7" w:rsidRDefault="004F1596" w:rsidP="004F1596">
      <w:proofErr w:type="gramStart"/>
      <w:r w:rsidRPr="004F1596">
        <w:t>Par contre</w:t>
      </w:r>
      <w:proofErr w:type="gramEnd"/>
      <w:r w:rsidR="003A025E" w:rsidRPr="004572A7">
        <w:t xml:space="preserve">, </w:t>
      </w:r>
      <w:r w:rsidRPr="004F1596">
        <w:t>lorsque l</w:t>
      </w:r>
      <w:r w:rsidR="003A025E" w:rsidRPr="004572A7">
        <w:t>’</w:t>
      </w:r>
      <w:r w:rsidRPr="004F1596">
        <w:t>on abordait des sujets de médecine</w:t>
      </w:r>
      <w:r w:rsidR="003A025E" w:rsidRPr="004572A7">
        <w:t xml:space="preserve">, </w:t>
      </w:r>
      <w:r w:rsidRPr="004F1596">
        <w:t>de mécanique et de biologie</w:t>
      </w:r>
      <w:r w:rsidR="003A025E" w:rsidRPr="004572A7">
        <w:t>, M. de </w:t>
      </w:r>
      <w:r w:rsidRPr="004F1596">
        <w:t>Surgères sortait de son silence habituel et paraissait transformé</w:t>
      </w:r>
      <w:r w:rsidR="003A025E" w:rsidRPr="004572A7">
        <w:t xml:space="preserve">. </w:t>
      </w:r>
      <w:r w:rsidRPr="004F1596">
        <w:t xml:space="preserve">Il exprimait son avis </w:t>
      </w:r>
      <w:r w:rsidRPr="004F1596">
        <w:lastRenderedPageBreak/>
        <w:t>en de petites phrases courtes</w:t>
      </w:r>
      <w:r w:rsidR="003A025E" w:rsidRPr="004572A7">
        <w:t xml:space="preserve">, </w:t>
      </w:r>
      <w:r w:rsidRPr="004F1596">
        <w:t>hachées</w:t>
      </w:r>
      <w:r w:rsidR="003A025E" w:rsidRPr="004572A7">
        <w:t xml:space="preserve">, </w:t>
      </w:r>
      <w:r w:rsidRPr="004F1596">
        <w:t>mais d</w:t>
      </w:r>
      <w:r w:rsidR="003A025E" w:rsidRPr="004572A7">
        <w:t>’</w:t>
      </w:r>
      <w:r w:rsidRPr="004F1596">
        <w:t>une force singulière</w:t>
      </w:r>
      <w:r w:rsidR="003A025E" w:rsidRPr="004572A7">
        <w:t xml:space="preserve">, </w:t>
      </w:r>
      <w:r w:rsidRPr="004F1596">
        <w:t>nettes</w:t>
      </w:r>
      <w:r w:rsidR="003A025E" w:rsidRPr="004572A7">
        <w:t xml:space="preserve">, </w:t>
      </w:r>
      <w:r w:rsidRPr="004F1596">
        <w:t>concises comme sa pensée</w:t>
      </w:r>
      <w:r w:rsidR="003A025E" w:rsidRPr="004572A7">
        <w:t>.</w:t>
      </w:r>
    </w:p>
    <w:p w14:paraId="0F5162E0" w14:textId="77777777" w:rsidR="003A025E" w:rsidRPr="004572A7" w:rsidRDefault="004F1596" w:rsidP="004F1596">
      <w:r w:rsidRPr="004F1596">
        <w:t>Je savais peu de chose de sa vie</w:t>
      </w:r>
      <w:r w:rsidR="003A025E" w:rsidRPr="004572A7">
        <w:t xml:space="preserve">. </w:t>
      </w:r>
      <w:r w:rsidRPr="004F1596">
        <w:t>Il avait été présenté à mon père par le baron Kalinine qui avait connu sa famille à Paris</w:t>
      </w:r>
      <w:r w:rsidR="003A025E" w:rsidRPr="004572A7">
        <w:t xml:space="preserve">, </w:t>
      </w:r>
      <w:r w:rsidRPr="004F1596">
        <w:t>avenue Malakoff</w:t>
      </w:r>
      <w:r w:rsidR="003A025E" w:rsidRPr="004572A7">
        <w:t>. M. de </w:t>
      </w:r>
      <w:r w:rsidRPr="004F1596">
        <w:t>Surgères avait</w:t>
      </w:r>
      <w:r w:rsidR="003A025E" w:rsidRPr="004572A7">
        <w:t xml:space="preserve">, </w:t>
      </w:r>
      <w:r w:rsidRPr="004F1596">
        <w:t>paraît-il</w:t>
      </w:r>
      <w:r w:rsidR="003A025E" w:rsidRPr="004572A7">
        <w:t xml:space="preserve">, </w:t>
      </w:r>
      <w:r w:rsidRPr="004F1596">
        <w:t>fait ses études de médecine</w:t>
      </w:r>
      <w:r w:rsidR="003A025E" w:rsidRPr="004572A7">
        <w:t xml:space="preserve">, </w:t>
      </w:r>
      <w:r w:rsidRPr="004F1596">
        <w:t>mais quelque temps après avoir installé à Paris un cabinet de consultations</w:t>
      </w:r>
      <w:r w:rsidR="003A025E" w:rsidRPr="004572A7">
        <w:t xml:space="preserve">, </w:t>
      </w:r>
      <w:r w:rsidRPr="004F1596">
        <w:t>il avait été obligé d</w:t>
      </w:r>
      <w:r w:rsidR="003A025E" w:rsidRPr="004572A7">
        <w:t>’</w:t>
      </w:r>
      <w:r w:rsidRPr="004F1596">
        <w:t>abandonner sa profession</w:t>
      </w:r>
      <w:r w:rsidR="003A025E" w:rsidRPr="004572A7">
        <w:t>… « </w:t>
      </w:r>
      <w:r w:rsidRPr="004F1596">
        <w:t>Raison de santé</w:t>
      </w:r>
      <w:r w:rsidR="003A025E" w:rsidRPr="004572A7">
        <w:t xml:space="preserve"> », </w:t>
      </w:r>
      <w:r w:rsidRPr="004F1596">
        <w:t>disait-on</w:t>
      </w:r>
      <w:r w:rsidR="003A025E" w:rsidRPr="004572A7">
        <w:t xml:space="preserve"> !… </w:t>
      </w:r>
      <w:r w:rsidRPr="004F1596">
        <w:t>C</w:t>
      </w:r>
      <w:r w:rsidR="003A025E" w:rsidRPr="004572A7">
        <w:t>’</w:t>
      </w:r>
      <w:r w:rsidRPr="004F1596">
        <w:t>est pour cela</w:t>
      </w:r>
      <w:r w:rsidR="003A025E" w:rsidRPr="004572A7">
        <w:t xml:space="preserve">, </w:t>
      </w:r>
      <w:r w:rsidRPr="004F1596">
        <w:t>sans doute</w:t>
      </w:r>
      <w:r w:rsidR="003A025E" w:rsidRPr="004572A7">
        <w:t xml:space="preserve">, </w:t>
      </w:r>
      <w:r w:rsidRPr="004F1596">
        <w:t>qu</w:t>
      </w:r>
      <w:r w:rsidR="003A025E" w:rsidRPr="004572A7">
        <w:t>’</w:t>
      </w:r>
      <w:r w:rsidRPr="004F1596">
        <w:t>il se trouvait actuellement à Biarritz</w:t>
      </w:r>
      <w:r w:rsidR="003A025E" w:rsidRPr="004572A7">
        <w:t>.</w:t>
      </w:r>
    </w:p>
    <w:p w14:paraId="404AEC1D" w14:textId="77777777" w:rsidR="003A025E" w:rsidRPr="004572A7" w:rsidRDefault="004F1596" w:rsidP="004F1596">
      <w:r w:rsidRPr="004F1596">
        <w:t>Le baron nous avait dit aussi</w:t>
      </w:r>
      <w:r w:rsidR="003A025E" w:rsidRPr="004572A7">
        <w:t xml:space="preserve">, </w:t>
      </w:r>
      <w:r w:rsidRPr="004F1596">
        <w:t>très vaguement</w:t>
      </w:r>
      <w:r w:rsidR="003A025E" w:rsidRPr="004572A7">
        <w:t xml:space="preserve">, </w:t>
      </w:r>
      <w:r w:rsidRPr="004F1596">
        <w:t>que le docteur avait failli se marier avec la fille d</w:t>
      </w:r>
      <w:r w:rsidR="003A025E" w:rsidRPr="004572A7">
        <w:t>’</w:t>
      </w:r>
      <w:r w:rsidRPr="004F1596">
        <w:t>un riche banquier</w:t>
      </w:r>
      <w:r w:rsidR="003A025E" w:rsidRPr="004572A7">
        <w:t xml:space="preserve">. </w:t>
      </w:r>
      <w:r w:rsidRPr="004F1596">
        <w:t>Par exemple ce dernier</w:t>
      </w:r>
      <w:r w:rsidR="003A025E" w:rsidRPr="004572A7">
        <w:t xml:space="preserve">, </w:t>
      </w:r>
      <w:r w:rsidRPr="004F1596">
        <w:t>ayant appris la maladie de son futur gendre</w:t>
      </w:r>
      <w:r w:rsidR="003A025E" w:rsidRPr="004572A7">
        <w:t xml:space="preserve">, </w:t>
      </w:r>
      <w:r w:rsidRPr="004F1596">
        <w:t>avait rompu net toutes relations et l</w:t>
      </w:r>
      <w:r w:rsidR="003A025E" w:rsidRPr="004572A7">
        <w:t>’</w:t>
      </w:r>
      <w:r w:rsidRPr="004F1596">
        <w:t>avait mis assez grossièrement à la porte</w:t>
      </w:r>
      <w:r w:rsidR="003A025E" w:rsidRPr="004572A7">
        <w:t xml:space="preserve">. </w:t>
      </w:r>
      <w:r w:rsidRPr="004F1596">
        <w:t>Ses parents étaient morts</w:t>
      </w:r>
      <w:r w:rsidR="003A025E" w:rsidRPr="004572A7">
        <w:t xml:space="preserve">, </w:t>
      </w:r>
      <w:r w:rsidRPr="004F1596">
        <w:t>depuis quelques années</w:t>
      </w:r>
      <w:r w:rsidR="003A025E" w:rsidRPr="004572A7">
        <w:t xml:space="preserve">, </w:t>
      </w:r>
      <w:r w:rsidRPr="004F1596">
        <w:t>en lui laissant une fortune très modeste</w:t>
      </w:r>
      <w:r w:rsidR="003A025E" w:rsidRPr="004572A7">
        <w:t>.</w:t>
      </w:r>
    </w:p>
    <w:p w14:paraId="1550EBFB" w14:textId="77777777" w:rsidR="003A025E" w:rsidRPr="004572A7" w:rsidRDefault="004F1596" w:rsidP="004F1596">
      <w:r w:rsidRPr="004F1596">
        <w:t>En somme tout cela était assez vraisemblable et il n</w:t>
      </w:r>
      <w:r w:rsidR="003A025E" w:rsidRPr="004572A7">
        <w:t>’</w:t>
      </w:r>
      <w:r w:rsidRPr="004F1596">
        <w:t>y avait</w:t>
      </w:r>
      <w:r w:rsidR="003A025E" w:rsidRPr="004572A7">
        <w:t xml:space="preserve">, </w:t>
      </w:r>
      <w:r w:rsidRPr="004F1596">
        <w:t>dans ces renseignements</w:t>
      </w:r>
      <w:r w:rsidR="003A025E" w:rsidRPr="004572A7">
        <w:t xml:space="preserve">, </w:t>
      </w:r>
      <w:r w:rsidRPr="004F1596">
        <w:t>rien qui pût détruire la bonne harmonie de nos relations</w:t>
      </w:r>
      <w:r w:rsidR="003A025E" w:rsidRPr="004572A7">
        <w:t>.</w:t>
      </w:r>
    </w:p>
    <w:p w14:paraId="5C79AEAF" w14:textId="77777777" w:rsidR="004F1596" w:rsidRPr="004572A7" w:rsidRDefault="00C844D5" w:rsidP="003A025E">
      <w:pPr>
        <w:pStyle w:val="Etoile"/>
      </w:pPr>
      <w:r w:rsidRPr="004572A7">
        <w:t>*</w:t>
      </w:r>
    </w:p>
    <w:p w14:paraId="432F59BF" w14:textId="77777777" w:rsidR="003A025E" w:rsidRPr="004572A7" w:rsidRDefault="004F1596" w:rsidP="004F1596">
      <w:r w:rsidRPr="004F1596">
        <w:t>Un soir du mois de septembre</w:t>
      </w:r>
      <w:r w:rsidR="003A025E" w:rsidRPr="004572A7">
        <w:t xml:space="preserve">, </w:t>
      </w:r>
      <w:r w:rsidRPr="004F1596">
        <w:t>comme je sortais du casino où je venais d</w:t>
      </w:r>
      <w:r w:rsidR="003A025E" w:rsidRPr="004572A7">
        <w:t>’</w:t>
      </w:r>
      <w:r w:rsidRPr="004F1596">
        <w:t>entendre jouer de la musique russe</w:t>
      </w:r>
      <w:r w:rsidR="003A025E" w:rsidRPr="004572A7">
        <w:t xml:space="preserve">, </w:t>
      </w:r>
      <w:r w:rsidRPr="004F1596">
        <w:t>l</w:t>
      </w:r>
      <w:r w:rsidR="003A025E" w:rsidRPr="004572A7">
        <w:t>’</w:t>
      </w:r>
      <w:r w:rsidRPr="004F1596">
        <w:t>idée me vint</w:t>
      </w:r>
      <w:r w:rsidR="003A025E" w:rsidRPr="004572A7">
        <w:t xml:space="preserve">, </w:t>
      </w:r>
      <w:r w:rsidRPr="004F1596">
        <w:t>avant de rentrer chez moi</w:t>
      </w:r>
      <w:r w:rsidR="003A025E" w:rsidRPr="004572A7">
        <w:t xml:space="preserve">, </w:t>
      </w:r>
      <w:r w:rsidRPr="004F1596">
        <w:t>d</w:t>
      </w:r>
      <w:r w:rsidR="003A025E" w:rsidRPr="004572A7">
        <w:t>’</w:t>
      </w:r>
      <w:r w:rsidRPr="004F1596">
        <w:t>aller fumer un cigare</w:t>
      </w:r>
      <w:r w:rsidR="003A025E" w:rsidRPr="004572A7">
        <w:t xml:space="preserve">, </w:t>
      </w:r>
      <w:r w:rsidRPr="004F1596">
        <w:t>à côté du Grand-Hôtel</w:t>
      </w:r>
      <w:r w:rsidR="003A025E" w:rsidRPr="004572A7">
        <w:t xml:space="preserve">. </w:t>
      </w:r>
      <w:r w:rsidRPr="004F1596">
        <w:t>La lune était voilée complètement</w:t>
      </w:r>
      <w:r w:rsidR="003A025E" w:rsidRPr="004572A7">
        <w:t xml:space="preserve"> ; </w:t>
      </w:r>
      <w:r w:rsidRPr="004F1596">
        <w:t>de temps en temps seulement</w:t>
      </w:r>
      <w:r w:rsidR="003A025E" w:rsidRPr="004572A7">
        <w:t xml:space="preserve">, </w:t>
      </w:r>
      <w:r w:rsidRPr="004F1596">
        <w:t>on apercevait</w:t>
      </w:r>
      <w:r w:rsidR="003A025E" w:rsidRPr="004572A7">
        <w:t xml:space="preserve">, </w:t>
      </w:r>
      <w:r w:rsidRPr="004F1596">
        <w:t>dans une déchirure de clarté</w:t>
      </w:r>
      <w:r w:rsidR="003A025E" w:rsidRPr="004572A7">
        <w:t xml:space="preserve">, </w:t>
      </w:r>
      <w:r w:rsidRPr="004F1596">
        <w:t>de gros nuages noirs aux formes hostiles et bizarres comme des bêtes fabuleuses</w:t>
      </w:r>
      <w:r w:rsidR="003A025E" w:rsidRPr="004572A7">
        <w:t xml:space="preserve">… </w:t>
      </w:r>
      <w:r w:rsidRPr="004F1596">
        <w:t>Je percevais distinctement le grondement sourd des vagues qui balayaient le sable sur la côte</w:t>
      </w:r>
      <w:r w:rsidR="003A025E" w:rsidRPr="004572A7">
        <w:t>.</w:t>
      </w:r>
    </w:p>
    <w:p w14:paraId="0A92DCFD" w14:textId="77777777" w:rsidR="003A025E" w:rsidRPr="004572A7" w:rsidRDefault="004F1596" w:rsidP="004F1596">
      <w:r w:rsidRPr="004F1596">
        <w:t>M</w:t>
      </w:r>
      <w:r w:rsidR="003A025E" w:rsidRPr="004572A7">
        <w:t>’</w:t>
      </w:r>
      <w:r w:rsidRPr="004F1596">
        <w:t>étant accoudé à la balustrade de fer qui bordait la place</w:t>
      </w:r>
      <w:r w:rsidR="003A025E" w:rsidRPr="004572A7">
        <w:t xml:space="preserve">, </w:t>
      </w:r>
      <w:r w:rsidRPr="004F1596">
        <w:t>je me mis à rêver</w:t>
      </w:r>
      <w:r w:rsidR="003A025E" w:rsidRPr="004572A7">
        <w:t xml:space="preserve">, </w:t>
      </w:r>
      <w:r w:rsidRPr="004F1596">
        <w:t>tout en dégustant mon havane</w:t>
      </w:r>
      <w:r w:rsidR="003A025E" w:rsidRPr="004572A7">
        <w:t xml:space="preserve">. </w:t>
      </w:r>
      <w:r w:rsidRPr="004F1596">
        <w:t xml:space="preserve">Au </w:t>
      </w:r>
      <w:r w:rsidRPr="004F1596">
        <w:lastRenderedPageBreak/>
        <w:t>bout d</w:t>
      </w:r>
      <w:r w:rsidR="003A025E" w:rsidRPr="004572A7">
        <w:t>’</w:t>
      </w:r>
      <w:r w:rsidRPr="004F1596">
        <w:t>une demi-heure</w:t>
      </w:r>
      <w:r w:rsidR="003A025E" w:rsidRPr="004572A7">
        <w:t xml:space="preserve">, </w:t>
      </w:r>
      <w:r w:rsidRPr="004F1596">
        <w:t>les dernières lumières du Casino s</w:t>
      </w:r>
      <w:r w:rsidR="003A025E" w:rsidRPr="004572A7">
        <w:t>’</w:t>
      </w:r>
      <w:r w:rsidRPr="004F1596">
        <w:t>éteignirent</w:t>
      </w:r>
      <w:r w:rsidR="003A025E" w:rsidRPr="004572A7">
        <w:t xml:space="preserve">, </w:t>
      </w:r>
      <w:r w:rsidRPr="004F1596">
        <w:t>quelques retardataires disparurent chacun de leur côté et je me disposais à les imiter</w:t>
      </w:r>
      <w:r w:rsidR="003A025E" w:rsidRPr="004572A7">
        <w:t xml:space="preserve">, </w:t>
      </w:r>
      <w:r w:rsidRPr="004F1596">
        <w:t>à regagner ma demeure</w:t>
      </w:r>
      <w:r w:rsidR="003A025E" w:rsidRPr="004572A7">
        <w:t xml:space="preserve">, </w:t>
      </w:r>
      <w:r w:rsidRPr="004F1596">
        <w:t>lorsque j</w:t>
      </w:r>
      <w:r w:rsidR="003A025E" w:rsidRPr="004572A7">
        <w:t>’</w:t>
      </w:r>
      <w:r w:rsidRPr="004F1596">
        <w:t>entendis le bruit d</w:t>
      </w:r>
      <w:r w:rsidR="003A025E" w:rsidRPr="004572A7">
        <w:t>’</w:t>
      </w:r>
      <w:r w:rsidRPr="004F1596">
        <w:t>un pas</w:t>
      </w:r>
      <w:r w:rsidR="003A025E" w:rsidRPr="004572A7">
        <w:t xml:space="preserve">, </w:t>
      </w:r>
      <w:r w:rsidRPr="004F1596">
        <w:t>venant du côté de la ville basse</w:t>
      </w:r>
      <w:r w:rsidR="003A025E" w:rsidRPr="004572A7">
        <w:t xml:space="preserve">, </w:t>
      </w:r>
      <w:r w:rsidRPr="004F1596">
        <w:t>par le petit chemin des falaises</w:t>
      </w:r>
      <w:r w:rsidR="003A025E" w:rsidRPr="004572A7">
        <w:t>.</w:t>
      </w:r>
    </w:p>
    <w:p w14:paraId="3F349F44" w14:textId="77777777" w:rsidR="003A025E" w:rsidRPr="004572A7" w:rsidRDefault="004F1596" w:rsidP="004F1596">
      <w:r w:rsidRPr="004F1596">
        <w:t>J</w:t>
      </w:r>
      <w:r w:rsidR="003A025E" w:rsidRPr="004572A7">
        <w:t>’</w:t>
      </w:r>
      <w:r w:rsidRPr="004F1596">
        <w:t>étais complètement dans l</w:t>
      </w:r>
      <w:r w:rsidR="003A025E" w:rsidRPr="004572A7">
        <w:t>’</w:t>
      </w:r>
      <w:r w:rsidRPr="004F1596">
        <w:t>ombre</w:t>
      </w:r>
      <w:r w:rsidR="003A025E" w:rsidRPr="004572A7">
        <w:t xml:space="preserve">, </w:t>
      </w:r>
      <w:r w:rsidRPr="004F1596">
        <w:t>à plus de cinquante mètres au moins de l</w:t>
      </w:r>
      <w:r w:rsidR="003A025E" w:rsidRPr="004572A7">
        <w:t>’</w:t>
      </w:r>
      <w:r w:rsidRPr="004F1596">
        <w:t>unique réverbère</w:t>
      </w:r>
      <w:r w:rsidR="003A025E" w:rsidRPr="004572A7">
        <w:t xml:space="preserve">, </w:t>
      </w:r>
      <w:r w:rsidRPr="004F1596">
        <w:t>dont la médiocre lueur éclairait l</w:t>
      </w:r>
      <w:r w:rsidR="003A025E" w:rsidRPr="004572A7">
        <w:t>’</w:t>
      </w:r>
      <w:r w:rsidRPr="004F1596">
        <w:t>entrée de ce chemin</w:t>
      </w:r>
      <w:r w:rsidR="003A025E" w:rsidRPr="004572A7">
        <w:t xml:space="preserve">. </w:t>
      </w:r>
      <w:r w:rsidRPr="004F1596">
        <w:t>Par conséquent</w:t>
      </w:r>
      <w:r w:rsidR="003A025E" w:rsidRPr="004572A7">
        <w:t xml:space="preserve">, </w:t>
      </w:r>
      <w:r w:rsidRPr="004F1596">
        <w:t>je pouvais très bien voir</w:t>
      </w:r>
      <w:r w:rsidR="003A025E" w:rsidRPr="004572A7">
        <w:t xml:space="preserve">, </w:t>
      </w:r>
      <w:r w:rsidRPr="004F1596">
        <w:t>sans risquer de révéler ma présence</w:t>
      </w:r>
      <w:r w:rsidR="003A025E" w:rsidRPr="004572A7">
        <w:t>.</w:t>
      </w:r>
    </w:p>
    <w:p w14:paraId="60CEC6DF" w14:textId="77777777" w:rsidR="003A025E" w:rsidRPr="004572A7" w:rsidRDefault="004F1596" w:rsidP="004F1596">
      <w:r w:rsidRPr="004F1596">
        <w:t>Je n</w:t>
      </w:r>
      <w:r w:rsidR="003A025E" w:rsidRPr="004572A7">
        <w:t>’</w:t>
      </w:r>
      <w:r w:rsidRPr="004F1596">
        <w:t>attendis pas longtemps</w:t>
      </w:r>
      <w:r w:rsidR="003A025E" w:rsidRPr="004572A7">
        <w:t>…</w:t>
      </w:r>
    </w:p>
    <w:p w14:paraId="77B04AAD" w14:textId="77777777" w:rsidR="003A025E" w:rsidRPr="004572A7" w:rsidRDefault="004F1596" w:rsidP="004F1596">
      <w:r w:rsidRPr="004F1596">
        <w:t>Un homme apparut</w:t>
      </w:r>
      <w:r w:rsidR="003A025E" w:rsidRPr="004572A7">
        <w:t xml:space="preserve">, </w:t>
      </w:r>
      <w:r w:rsidRPr="004F1596">
        <w:t>gravissant la côte à pas précipités</w:t>
      </w:r>
      <w:r w:rsidR="003A025E" w:rsidRPr="004572A7">
        <w:t xml:space="preserve">. </w:t>
      </w:r>
      <w:r w:rsidRPr="004F1596">
        <w:t>Il était coiffé d</w:t>
      </w:r>
      <w:r w:rsidR="003A025E" w:rsidRPr="004572A7">
        <w:t>’</w:t>
      </w:r>
      <w:r w:rsidRPr="004F1596">
        <w:t>un chapeau mou</w:t>
      </w:r>
      <w:r w:rsidR="003A025E" w:rsidRPr="004572A7">
        <w:t xml:space="preserve">, </w:t>
      </w:r>
      <w:r w:rsidRPr="004F1596">
        <w:t>rabattu sur les yeux</w:t>
      </w:r>
      <w:r w:rsidR="003A025E" w:rsidRPr="004572A7">
        <w:t xml:space="preserve">, </w:t>
      </w:r>
      <w:r w:rsidRPr="004F1596">
        <w:t>et il avait relevé le col de son pardessus de telle sorte que je ne pus</w:t>
      </w:r>
      <w:r w:rsidR="003A025E" w:rsidRPr="004572A7">
        <w:t xml:space="preserve">, </w:t>
      </w:r>
      <w:r w:rsidRPr="004F1596">
        <w:t>tout d</w:t>
      </w:r>
      <w:r w:rsidR="003A025E" w:rsidRPr="004572A7">
        <w:t>’</w:t>
      </w:r>
      <w:r w:rsidRPr="004F1596">
        <w:t>abord</w:t>
      </w:r>
      <w:r w:rsidR="003A025E" w:rsidRPr="004572A7">
        <w:t xml:space="preserve">, </w:t>
      </w:r>
      <w:r w:rsidRPr="004F1596">
        <w:t>distinguer son visage</w:t>
      </w:r>
      <w:r w:rsidR="003A025E" w:rsidRPr="004572A7">
        <w:t xml:space="preserve">. </w:t>
      </w:r>
      <w:r w:rsidRPr="004F1596">
        <w:t>Arrivé devant le réverbère</w:t>
      </w:r>
      <w:r w:rsidR="003A025E" w:rsidRPr="004572A7">
        <w:t xml:space="preserve">, </w:t>
      </w:r>
      <w:r w:rsidRPr="004F1596">
        <w:t>il s</w:t>
      </w:r>
      <w:r w:rsidR="003A025E" w:rsidRPr="004572A7">
        <w:t>’</w:t>
      </w:r>
      <w:r w:rsidRPr="004F1596">
        <w:t>arrêta</w:t>
      </w:r>
      <w:r w:rsidR="003A025E" w:rsidRPr="004572A7">
        <w:t xml:space="preserve">, </w:t>
      </w:r>
      <w:r w:rsidRPr="004F1596">
        <w:t>et sonda l</w:t>
      </w:r>
      <w:r w:rsidR="003A025E" w:rsidRPr="004572A7">
        <w:t>’</w:t>
      </w:r>
      <w:r w:rsidRPr="004F1596">
        <w:t>obscurité</w:t>
      </w:r>
      <w:r w:rsidR="003A025E" w:rsidRPr="004572A7">
        <w:t xml:space="preserve">, </w:t>
      </w:r>
      <w:r w:rsidRPr="004F1596">
        <w:t>d</w:t>
      </w:r>
      <w:r w:rsidR="003A025E" w:rsidRPr="004572A7">
        <w:t>’</w:t>
      </w:r>
      <w:r w:rsidRPr="004F1596">
        <w:t>un regard circulaire</w:t>
      </w:r>
      <w:r w:rsidR="003A025E" w:rsidRPr="004572A7">
        <w:t xml:space="preserve">, </w:t>
      </w:r>
      <w:r w:rsidRPr="004F1596">
        <w:t>comme s</w:t>
      </w:r>
      <w:r w:rsidR="003A025E" w:rsidRPr="004572A7">
        <w:t>’</w:t>
      </w:r>
      <w:r w:rsidRPr="004F1596">
        <w:t>il hésitait à continuer sa route</w:t>
      </w:r>
      <w:r w:rsidR="003A025E" w:rsidRPr="004572A7">
        <w:t>…</w:t>
      </w:r>
    </w:p>
    <w:p w14:paraId="412DBDBE" w14:textId="77777777" w:rsidR="003A025E" w:rsidRPr="004572A7" w:rsidRDefault="004F1596" w:rsidP="004F1596">
      <w:r w:rsidRPr="004F1596">
        <w:t>Juste à ce moment</w:t>
      </w:r>
      <w:r w:rsidR="003A025E" w:rsidRPr="004572A7">
        <w:t xml:space="preserve">, </w:t>
      </w:r>
      <w:r w:rsidRPr="004F1596">
        <w:t>la lumière tomba en plein sur son visage</w:t>
      </w:r>
      <w:r w:rsidR="003A025E" w:rsidRPr="004572A7">
        <w:t xml:space="preserve">… </w:t>
      </w:r>
      <w:r w:rsidRPr="004F1596">
        <w:t>Je faillis me trahir en poussant un cri de surprise</w:t>
      </w:r>
      <w:r w:rsidR="003A025E" w:rsidRPr="004572A7">
        <w:t xml:space="preserve">… </w:t>
      </w:r>
      <w:r w:rsidRPr="004F1596">
        <w:t>C</w:t>
      </w:r>
      <w:r w:rsidR="003A025E" w:rsidRPr="004572A7">
        <w:t>’</w:t>
      </w:r>
      <w:r w:rsidRPr="004F1596">
        <w:t>était Surgères</w:t>
      </w:r>
      <w:r w:rsidR="003A025E" w:rsidRPr="004572A7">
        <w:t xml:space="preserve"> ! </w:t>
      </w:r>
      <w:r w:rsidRPr="004F1596">
        <w:t>Je demeurai immobile</w:t>
      </w:r>
      <w:r w:rsidR="003A025E" w:rsidRPr="004572A7">
        <w:t xml:space="preserve">, </w:t>
      </w:r>
      <w:r w:rsidRPr="004F1596">
        <w:t>dans mon coin</w:t>
      </w:r>
      <w:r w:rsidR="003A025E" w:rsidRPr="004572A7">
        <w:t xml:space="preserve">, </w:t>
      </w:r>
      <w:r w:rsidRPr="004F1596">
        <w:t>me demandant de quel côté il allait se diriger et pourquoi il se trouvait dehors à pareille heure</w:t>
      </w:r>
      <w:r w:rsidR="003A025E" w:rsidRPr="004572A7">
        <w:t>.</w:t>
      </w:r>
    </w:p>
    <w:p w14:paraId="12D4F546" w14:textId="77777777" w:rsidR="003A025E" w:rsidRPr="004572A7" w:rsidRDefault="004F1596" w:rsidP="004F1596">
      <w:r w:rsidRPr="004F1596">
        <w:t>Il repartit aussitôt</w:t>
      </w:r>
      <w:r w:rsidR="003A025E" w:rsidRPr="004572A7">
        <w:t xml:space="preserve">. </w:t>
      </w:r>
      <w:r w:rsidRPr="004F1596">
        <w:t>Je le vis traverser la rue</w:t>
      </w:r>
      <w:r w:rsidR="003A025E" w:rsidRPr="004572A7">
        <w:t xml:space="preserve">, </w:t>
      </w:r>
      <w:r w:rsidRPr="004F1596">
        <w:t>puis poursuivre du côté du port vieux</w:t>
      </w:r>
      <w:r w:rsidR="003A025E" w:rsidRPr="004572A7">
        <w:t>.</w:t>
      </w:r>
    </w:p>
    <w:p w14:paraId="0ED22A57" w14:textId="77777777" w:rsidR="003A025E" w:rsidRPr="004572A7" w:rsidRDefault="003A025E" w:rsidP="004F1596">
      <w:r w:rsidRPr="004572A7">
        <w:t>— </w:t>
      </w:r>
      <w:r w:rsidR="004F1596" w:rsidRPr="004F1596">
        <w:t>Ce diable de Surgères</w:t>
      </w:r>
      <w:r w:rsidRPr="004572A7">
        <w:t xml:space="preserve">, </w:t>
      </w:r>
      <w:r w:rsidR="004F1596" w:rsidRPr="004F1596">
        <w:t>pensai-je</w:t>
      </w:r>
      <w:r w:rsidRPr="004572A7">
        <w:t xml:space="preserve">, </w:t>
      </w:r>
      <w:r w:rsidR="004F1596" w:rsidRPr="004F1596">
        <w:t>c</w:t>
      </w:r>
      <w:r w:rsidRPr="004572A7">
        <w:t>’</w:t>
      </w:r>
      <w:r w:rsidR="004F1596" w:rsidRPr="004F1596">
        <w:t>est un original</w:t>
      </w:r>
      <w:r w:rsidRPr="004572A7">
        <w:t xml:space="preserve"> ! </w:t>
      </w:r>
      <w:r w:rsidR="004F1596" w:rsidRPr="004F1596">
        <w:t>Il est capable d</w:t>
      </w:r>
      <w:r w:rsidRPr="004572A7">
        <w:t>’</w:t>
      </w:r>
      <w:r w:rsidR="004F1596" w:rsidRPr="004F1596">
        <w:t>avoir choisi cette heure-ci pour faire ses promenades de santé</w:t>
      </w:r>
      <w:r w:rsidRPr="004572A7">
        <w:t>.</w:t>
      </w:r>
    </w:p>
    <w:p w14:paraId="2FAF1004" w14:textId="77777777" w:rsidR="003A025E" w:rsidRPr="004572A7" w:rsidRDefault="004F1596" w:rsidP="004F1596">
      <w:r w:rsidRPr="004F1596">
        <w:t>J</w:t>
      </w:r>
      <w:r w:rsidR="003A025E" w:rsidRPr="004572A7">
        <w:t>’</w:t>
      </w:r>
      <w:r w:rsidRPr="004F1596">
        <w:t>eus envie de courir après lui et de l</w:t>
      </w:r>
      <w:r w:rsidR="003A025E" w:rsidRPr="004572A7">
        <w:t>’</w:t>
      </w:r>
      <w:r w:rsidRPr="004F1596">
        <w:t>appeler</w:t>
      </w:r>
      <w:r w:rsidR="003A025E" w:rsidRPr="004572A7">
        <w:t xml:space="preserve">… </w:t>
      </w:r>
      <w:r w:rsidRPr="004F1596">
        <w:t>J</w:t>
      </w:r>
      <w:r w:rsidR="003A025E" w:rsidRPr="004572A7">
        <w:t>’</w:t>
      </w:r>
      <w:r w:rsidRPr="004F1596">
        <w:t>avais déjà fait quelques pas dans ce sens</w:t>
      </w:r>
      <w:r w:rsidR="003A025E" w:rsidRPr="004572A7">
        <w:t xml:space="preserve">, </w:t>
      </w:r>
      <w:r w:rsidRPr="004F1596">
        <w:t>lorsqu</w:t>
      </w:r>
      <w:r w:rsidR="003A025E" w:rsidRPr="004572A7">
        <w:t>’</w:t>
      </w:r>
      <w:r w:rsidRPr="004F1596">
        <w:t xml:space="preserve">une idée me </w:t>
      </w:r>
      <w:r w:rsidRPr="004F1596">
        <w:lastRenderedPageBreak/>
        <w:t>traversa l</w:t>
      </w:r>
      <w:r w:rsidR="003A025E" w:rsidRPr="004572A7">
        <w:t>’</w:t>
      </w:r>
      <w:r w:rsidRPr="004F1596">
        <w:t>esprit</w:t>
      </w:r>
      <w:r w:rsidR="003A025E" w:rsidRPr="004572A7">
        <w:t xml:space="preserve">. </w:t>
      </w:r>
      <w:r w:rsidRPr="004F1596">
        <w:t>Peut-être courait-il vers un rendez-vous</w:t>
      </w:r>
      <w:r w:rsidR="003A025E" w:rsidRPr="004572A7">
        <w:t xml:space="preserve">, </w:t>
      </w:r>
      <w:r w:rsidRPr="004F1596">
        <w:t>tout bêtement</w:t>
      </w:r>
      <w:r w:rsidR="003A025E" w:rsidRPr="004572A7">
        <w:t> ?</w:t>
      </w:r>
    </w:p>
    <w:p w14:paraId="6A063D12" w14:textId="77777777" w:rsidR="003A025E" w:rsidRPr="004572A7" w:rsidRDefault="004F1596" w:rsidP="004F1596">
      <w:r w:rsidRPr="004F1596">
        <w:t>Au fond</w:t>
      </w:r>
      <w:r w:rsidR="003A025E" w:rsidRPr="004572A7">
        <w:t xml:space="preserve">, </w:t>
      </w:r>
      <w:r w:rsidRPr="004F1596">
        <w:t>ça ne me regardait pas</w:t>
      </w:r>
      <w:r w:rsidR="003A025E" w:rsidRPr="004572A7">
        <w:t xml:space="preserve"> ! </w:t>
      </w:r>
      <w:r w:rsidRPr="004F1596">
        <w:t>Je tirai ma montre</w:t>
      </w:r>
      <w:r w:rsidR="003A025E" w:rsidRPr="004572A7">
        <w:t xml:space="preserve"> : </w:t>
      </w:r>
      <w:r w:rsidRPr="004F1596">
        <w:t>deux heures dix minutes</w:t>
      </w:r>
      <w:r w:rsidR="003A025E" w:rsidRPr="004572A7">
        <w:t xml:space="preserve">. </w:t>
      </w:r>
      <w:r w:rsidRPr="004F1596">
        <w:t>Je n</w:t>
      </w:r>
      <w:r w:rsidR="003A025E" w:rsidRPr="004572A7">
        <w:t>’</w:t>
      </w:r>
      <w:r w:rsidRPr="004F1596">
        <w:t>étais pas encore assez endurci pour pousser plus avant cette esquisse policière</w:t>
      </w:r>
      <w:r w:rsidR="003A025E" w:rsidRPr="004572A7">
        <w:t>…</w:t>
      </w:r>
    </w:p>
    <w:p w14:paraId="0C61D0A8" w14:textId="77777777" w:rsidR="003A025E" w:rsidRPr="004572A7" w:rsidRDefault="004F1596" w:rsidP="004F1596">
      <w:r w:rsidRPr="004F1596">
        <w:t>Je rentrai donc chez moi paisiblement tout en songeant à cette rencontre inattendue</w:t>
      </w:r>
      <w:r w:rsidR="003A025E" w:rsidRPr="004572A7">
        <w:t xml:space="preserve">. </w:t>
      </w:r>
      <w:r w:rsidRPr="004F1596">
        <w:t>Je la trouvais assez amusante et</w:t>
      </w:r>
      <w:r w:rsidR="003A025E" w:rsidRPr="004572A7">
        <w:t xml:space="preserve">, </w:t>
      </w:r>
      <w:r w:rsidRPr="004F1596">
        <w:t>plus je réfléchissais</w:t>
      </w:r>
      <w:r w:rsidR="003A025E" w:rsidRPr="004572A7">
        <w:t xml:space="preserve">, </w:t>
      </w:r>
      <w:r w:rsidRPr="004F1596">
        <w:t>plus j</w:t>
      </w:r>
      <w:r w:rsidR="003A025E" w:rsidRPr="004572A7">
        <w:t>’</w:t>
      </w:r>
      <w:r w:rsidRPr="004F1596">
        <w:t>inclinais à croire que Surgères allait bel et bien rendre visite à quelque femme</w:t>
      </w:r>
      <w:r w:rsidR="003A025E" w:rsidRPr="004572A7">
        <w:t xml:space="preserve">, </w:t>
      </w:r>
      <w:r w:rsidRPr="004F1596">
        <w:t>sa maîtresse assurément</w:t>
      </w:r>
      <w:r w:rsidR="003A025E" w:rsidRPr="004572A7">
        <w:t xml:space="preserve">. </w:t>
      </w:r>
      <w:r w:rsidRPr="004F1596">
        <w:t>L</w:t>
      </w:r>
      <w:r w:rsidR="003A025E" w:rsidRPr="004572A7">
        <w:t>’</w:t>
      </w:r>
      <w:r w:rsidRPr="004F1596">
        <w:t>heure avancée de la nuit</w:t>
      </w:r>
      <w:r w:rsidR="003A025E" w:rsidRPr="004572A7">
        <w:t xml:space="preserve">, </w:t>
      </w:r>
      <w:r w:rsidRPr="004F1596">
        <w:t>la façon d</w:t>
      </w:r>
      <w:r w:rsidR="003A025E" w:rsidRPr="004572A7">
        <w:t>’</w:t>
      </w:r>
      <w:r w:rsidRPr="004F1596">
        <w:t>épier</w:t>
      </w:r>
      <w:r w:rsidR="003A025E" w:rsidRPr="004572A7">
        <w:t xml:space="preserve">, </w:t>
      </w:r>
      <w:r w:rsidRPr="004F1596">
        <w:t>le chemin détourné qu</w:t>
      </w:r>
      <w:r w:rsidR="003A025E" w:rsidRPr="004572A7">
        <w:t>’</w:t>
      </w:r>
      <w:r w:rsidRPr="004F1596">
        <w:t>il avait pris pour monter vers la ville haute</w:t>
      </w:r>
      <w:r w:rsidR="003A025E" w:rsidRPr="004572A7">
        <w:t xml:space="preserve">, </w:t>
      </w:r>
      <w:r w:rsidRPr="004F1596">
        <w:t>tout cela me poussait à admettre l</w:t>
      </w:r>
      <w:r w:rsidR="003A025E" w:rsidRPr="004572A7">
        <w:t>’</w:t>
      </w:r>
      <w:r w:rsidRPr="004F1596">
        <w:t>hypothèse d</w:t>
      </w:r>
      <w:r w:rsidR="003A025E" w:rsidRPr="004572A7">
        <w:t>’</w:t>
      </w:r>
      <w:r w:rsidRPr="004F1596">
        <w:t>un rendez-vous amoureux</w:t>
      </w:r>
      <w:r w:rsidR="003A025E" w:rsidRPr="004572A7">
        <w:t>.</w:t>
      </w:r>
    </w:p>
    <w:p w14:paraId="1F8E6CD6" w14:textId="77777777" w:rsidR="003A025E" w:rsidRPr="004572A7" w:rsidRDefault="004F1596" w:rsidP="004F1596">
      <w:r w:rsidRPr="004F1596">
        <w:t>Le lendemain</w:t>
      </w:r>
      <w:r w:rsidR="003A025E" w:rsidRPr="004572A7">
        <w:t xml:space="preserve">, </w:t>
      </w:r>
      <w:r w:rsidRPr="004F1596">
        <w:t>à mon réveil</w:t>
      </w:r>
      <w:r w:rsidR="003A025E" w:rsidRPr="004572A7">
        <w:t xml:space="preserve">, </w:t>
      </w:r>
      <w:r w:rsidRPr="004F1596">
        <w:t>j</w:t>
      </w:r>
      <w:r w:rsidR="003A025E" w:rsidRPr="004572A7">
        <w:t>’</w:t>
      </w:r>
      <w:r w:rsidRPr="004F1596">
        <w:t>éprouvai un sentiment peu recommandable</w:t>
      </w:r>
      <w:r w:rsidR="003A025E" w:rsidRPr="004572A7">
        <w:t xml:space="preserve"> : </w:t>
      </w:r>
      <w:r w:rsidRPr="004F1596">
        <w:t>je regrettai franchement de n</w:t>
      </w:r>
      <w:r w:rsidR="003A025E" w:rsidRPr="004572A7">
        <w:t>’</w:t>
      </w:r>
      <w:r w:rsidRPr="004F1596">
        <w:t>avoir pas suivi Surgères et de m</w:t>
      </w:r>
      <w:r w:rsidR="003A025E" w:rsidRPr="004572A7">
        <w:t>’</w:t>
      </w:r>
      <w:r w:rsidRPr="004F1596">
        <w:t>être détourné</w:t>
      </w:r>
      <w:r w:rsidR="003A025E" w:rsidRPr="004572A7">
        <w:t xml:space="preserve">, </w:t>
      </w:r>
      <w:r w:rsidRPr="004F1596">
        <w:t>comme j</w:t>
      </w:r>
      <w:r w:rsidR="003A025E" w:rsidRPr="004572A7">
        <w:t>’</w:t>
      </w:r>
      <w:r w:rsidRPr="004F1596">
        <w:t>allais pouvoir repérer le lieu qui l</w:t>
      </w:r>
      <w:r w:rsidR="003A025E" w:rsidRPr="004572A7">
        <w:t>’</w:t>
      </w:r>
      <w:r w:rsidRPr="004F1596">
        <w:t>attirait</w:t>
      </w:r>
      <w:r w:rsidR="003A025E" w:rsidRPr="004572A7">
        <w:t xml:space="preserve">, </w:t>
      </w:r>
      <w:r w:rsidRPr="004F1596">
        <w:t>à cette heure avancée</w:t>
      </w:r>
      <w:r w:rsidR="003A025E" w:rsidRPr="004572A7">
        <w:t xml:space="preserve">. </w:t>
      </w:r>
      <w:r w:rsidRPr="004F1596">
        <w:t>C</w:t>
      </w:r>
      <w:r w:rsidR="003A025E" w:rsidRPr="004572A7">
        <w:t>’</w:t>
      </w:r>
      <w:r w:rsidRPr="004F1596">
        <w:t>était d</w:t>
      </w:r>
      <w:r w:rsidR="003A025E" w:rsidRPr="004572A7">
        <w:t>’</w:t>
      </w:r>
      <w:r w:rsidRPr="004F1596">
        <w:t>une inélégance révoltante</w:t>
      </w:r>
      <w:r w:rsidR="003A025E" w:rsidRPr="004572A7">
        <w:t xml:space="preserve">. </w:t>
      </w:r>
      <w:r w:rsidRPr="004F1596">
        <w:t>Je chassai de moi cette mauvaise pensée</w:t>
      </w:r>
      <w:r w:rsidR="003A025E" w:rsidRPr="004572A7">
        <w:t>.</w:t>
      </w:r>
    </w:p>
    <w:p w14:paraId="35F2233C" w14:textId="77777777" w:rsidR="003A025E" w:rsidRPr="004572A7" w:rsidRDefault="004F1596" w:rsidP="004F1596">
      <w:r w:rsidRPr="004F1596">
        <w:t>Mais</w:t>
      </w:r>
      <w:r w:rsidR="003A025E" w:rsidRPr="004572A7">
        <w:t xml:space="preserve">, </w:t>
      </w:r>
      <w:r w:rsidRPr="004F1596">
        <w:t>comme si elle m</w:t>
      </w:r>
      <w:r w:rsidR="003A025E" w:rsidRPr="004572A7">
        <w:t>’</w:t>
      </w:r>
      <w:r w:rsidRPr="004F1596">
        <w:t>était naturelle</w:t>
      </w:r>
      <w:r w:rsidR="003A025E" w:rsidRPr="004572A7">
        <w:t xml:space="preserve">, </w:t>
      </w:r>
      <w:r w:rsidRPr="004F1596">
        <w:t>elle revint presque aussitôt avec plus de force</w:t>
      </w:r>
      <w:r w:rsidR="003A025E" w:rsidRPr="004572A7">
        <w:t xml:space="preserve">. </w:t>
      </w:r>
      <w:r w:rsidRPr="004F1596">
        <w:t>Je finis par ne plus lui opposer qu</w:t>
      </w:r>
      <w:r w:rsidR="003A025E" w:rsidRPr="004572A7">
        <w:t>’</w:t>
      </w:r>
      <w:r w:rsidRPr="004F1596">
        <w:t>une faible résistance</w:t>
      </w:r>
      <w:r w:rsidR="003A025E" w:rsidRPr="004572A7">
        <w:t xml:space="preserve">. </w:t>
      </w:r>
      <w:r w:rsidRPr="004F1596">
        <w:t>Toutefois</w:t>
      </w:r>
      <w:r w:rsidR="003A025E" w:rsidRPr="004572A7">
        <w:t xml:space="preserve">, </w:t>
      </w:r>
      <w:r w:rsidRPr="004F1596">
        <w:t>le sentiment de regret que j</w:t>
      </w:r>
      <w:r w:rsidR="003A025E" w:rsidRPr="004572A7">
        <w:t>’</w:t>
      </w:r>
      <w:r w:rsidRPr="004F1596">
        <w:t>éprouvais était isolé et</w:t>
      </w:r>
      <w:r w:rsidR="003A025E" w:rsidRPr="004572A7">
        <w:t xml:space="preserve">, </w:t>
      </w:r>
      <w:r w:rsidRPr="004F1596">
        <w:t>bien que je le ressentisse vivement</w:t>
      </w:r>
      <w:r w:rsidR="003A025E" w:rsidRPr="004572A7">
        <w:t xml:space="preserve">, </w:t>
      </w:r>
      <w:r w:rsidRPr="004F1596">
        <w:t>je n</w:t>
      </w:r>
      <w:r w:rsidR="003A025E" w:rsidRPr="004572A7">
        <w:t>’</w:t>
      </w:r>
      <w:r w:rsidRPr="004F1596">
        <w:t>en déduisais encore aucune conséquence</w:t>
      </w:r>
      <w:r w:rsidR="003A025E" w:rsidRPr="004572A7">
        <w:t xml:space="preserve">, </w:t>
      </w:r>
      <w:r w:rsidRPr="004F1596">
        <w:t>aucun effet plus ou moins direct</w:t>
      </w:r>
      <w:r w:rsidR="003A025E" w:rsidRPr="004572A7">
        <w:t>.</w:t>
      </w:r>
    </w:p>
    <w:p w14:paraId="253E984E" w14:textId="77777777" w:rsidR="003A025E" w:rsidRPr="004572A7" w:rsidRDefault="004F1596" w:rsidP="004F1596">
      <w:r w:rsidRPr="004F1596">
        <w:t>Par exemple</w:t>
      </w:r>
      <w:r w:rsidR="003A025E" w:rsidRPr="004572A7">
        <w:t xml:space="preserve">, </w:t>
      </w:r>
      <w:r w:rsidRPr="004F1596">
        <w:t>le démon de la curiosité</w:t>
      </w:r>
      <w:r w:rsidR="003A025E" w:rsidRPr="004572A7">
        <w:t xml:space="preserve">, </w:t>
      </w:r>
      <w:r w:rsidRPr="004F1596">
        <w:t>qui s</w:t>
      </w:r>
      <w:r w:rsidR="003A025E" w:rsidRPr="004572A7">
        <w:t>’</w:t>
      </w:r>
      <w:r w:rsidRPr="004F1596">
        <w:t>emparait de moi</w:t>
      </w:r>
      <w:r w:rsidR="003A025E" w:rsidRPr="004572A7">
        <w:t xml:space="preserve">, </w:t>
      </w:r>
      <w:r w:rsidRPr="004F1596">
        <w:t>ne tarda pas à me faire franchir cette distance négligeable et à me pousser impitoyablement vers des conclusions de plus en plus précises</w:t>
      </w:r>
      <w:r w:rsidR="003A025E" w:rsidRPr="004572A7">
        <w:t xml:space="preserve">. </w:t>
      </w:r>
      <w:r w:rsidRPr="004F1596">
        <w:t>Une foule d</w:t>
      </w:r>
      <w:r w:rsidR="003A025E" w:rsidRPr="004572A7">
        <w:t>’</w:t>
      </w:r>
      <w:r w:rsidRPr="004F1596">
        <w:t>arguments spécieux surgirent alors dans mon esprit</w:t>
      </w:r>
      <w:r w:rsidR="003A025E" w:rsidRPr="004572A7">
        <w:t xml:space="preserve">, </w:t>
      </w:r>
      <w:r w:rsidRPr="004F1596">
        <w:t>à l</w:t>
      </w:r>
      <w:r w:rsidR="003A025E" w:rsidRPr="004572A7">
        <w:t>’</w:t>
      </w:r>
      <w:r w:rsidRPr="004F1596">
        <w:t>appui de mon raisonnement</w:t>
      </w:r>
      <w:r w:rsidR="003A025E" w:rsidRPr="004572A7">
        <w:t>.</w:t>
      </w:r>
    </w:p>
    <w:p w14:paraId="6D65A434" w14:textId="77777777" w:rsidR="003A025E" w:rsidRPr="004572A7" w:rsidRDefault="004F1596" w:rsidP="004F1596">
      <w:r w:rsidRPr="004F1596">
        <w:lastRenderedPageBreak/>
        <w:t>Après tout</w:t>
      </w:r>
      <w:r w:rsidR="003A025E" w:rsidRPr="004572A7">
        <w:t xml:space="preserve">, </w:t>
      </w:r>
      <w:r w:rsidRPr="004F1596">
        <w:t>est-ce que je le connaissais</w:t>
      </w:r>
      <w:r w:rsidR="003A025E" w:rsidRPr="004572A7">
        <w:t xml:space="preserve">, </w:t>
      </w:r>
      <w:r w:rsidRPr="004F1596">
        <w:t>ce Surgères</w:t>
      </w:r>
      <w:r w:rsidR="003A025E" w:rsidRPr="004572A7">
        <w:t xml:space="preserve"> ? </w:t>
      </w:r>
      <w:r w:rsidRPr="004F1596">
        <w:t>Qui était-il</w:t>
      </w:r>
      <w:r w:rsidR="003A025E" w:rsidRPr="004572A7">
        <w:t xml:space="preserve"> ? </w:t>
      </w:r>
      <w:r w:rsidRPr="004F1596">
        <w:t>Que faisait-il</w:t>
      </w:r>
      <w:r w:rsidR="003A025E" w:rsidRPr="004572A7">
        <w:t xml:space="preserve"> ? </w:t>
      </w:r>
      <w:r w:rsidRPr="004F1596">
        <w:t>On le disait docteur et il n</w:t>
      </w:r>
      <w:r w:rsidR="003A025E" w:rsidRPr="004572A7">
        <w:t>’</w:t>
      </w:r>
      <w:r w:rsidRPr="004F1596">
        <w:t>exerçait pas sa profession</w:t>
      </w:r>
      <w:r w:rsidR="003A025E" w:rsidRPr="004572A7">
        <w:t xml:space="preserve"> ; </w:t>
      </w:r>
      <w:r w:rsidRPr="004F1596">
        <w:t>en outre</w:t>
      </w:r>
      <w:r w:rsidR="003A025E" w:rsidRPr="004572A7">
        <w:t xml:space="preserve">, </w:t>
      </w:r>
      <w:r w:rsidRPr="004F1596">
        <w:t>il ne paraissait guère suivre un régime spécial dénotant quelque grave maladie</w:t>
      </w:r>
      <w:r w:rsidR="003A025E" w:rsidRPr="004572A7">
        <w:t xml:space="preserve">. </w:t>
      </w:r>
      <w:r w:rsidRPr="004F1596">
        <w:t>Désormais</w:t>
      </w:r>
      <w:r w:rsidR="003A025E" w:rsidRPr="004572A7">
        <w:t xml:space="preserve">, </w:t>
      </w:r>
      <w:r w:rsidRPr="004F1596">
        <w:t>les renseignements du baron Kalinine me semblaient bien vagues</w:t>
      </w:r>
      <w:r w:rsidR="003A025E" w:rsidRPr="004572A7">
        <w:t>.</w:t>
      </w:r>
    </w:p>
    <w:p w14:paraId="6F593DBF" w14:textId="77777777" w:rsidR="003A025E" w:rsidRPr="004572A7" w:rsidRDefault="004F1596" w:rsidP="004F1596">
      <w:r w:rsidRPr="004F1596">
        <w:t>D</w:t>
      </w:r>
      <w:r w:rsidR="003A025E" w:rsidRPr="004572A7">
        <w:t>’</w:t>
      </w:r>
      <w:r w:rsidRPr="004F1596">
        <w:t>ailleurs</w:t>
      </w:r>
      <w:r w:rsidR="003A025E" w:rsidRPr="004572A7">
        <w:t xml:space="preserve">, </w:t>
      </w:r>
      <w:r w:rsidRPr="004F1596">
        <w:t>quels étaient ses moyens d</w:t>
      </w:r>
      <w:r w:rsidR="003A025E" w:rsidRPr="004572A7">
        <w:t>’</w:t>
      </w:r>
      <w:r w:rsidRPr="004F1596">
        <w:t>existence</w:t>
      </w:r>
      <w:r w:rsidR="003A025E" w:rsidRPr="004572A7">
        <w:t xml:space="preserve"> ? </w:t>
      </w:r>
      <w:r w:rsidRPr="004F1596">
        <w:t>S</w:t>
      </w:r>
      <w:r w:rsidR="003A025E" w:rsidRPr="004572A7">
        <w:t>’</w:t>
      </w:r>
      <w:r w:rsidRPr="004F1596">
        <w:t>il était toujours vêtu correctement</w:t>
      </w:r>
      <w:r w:rsidR="003A025E" w:rsidRPr="004572A7">
        <w:t xml:space="preserve">, </w:t>
      </w:r>
      <w:r w:rsidRPr="004F1596">
        <w:t>il habitait</w:t>
      </w:r>
      <w:r w:rsidR="003A025E" w:rsidRPr="004572A7">
        <w:t xml:space="preserve">, </w:t>
      </w:r>
      <w:r w:rsidRPr="004F1596">
        <w:t>avenue de la Reine Nathalie</w:t>
      </w:r>
      <w:r w:rsidR="003A025E" w:rsidRPr="004572A7">
        <w:t xml:space="preserve">, </w:t>
      </w:r>
      <w:r w:rsidRPr="004F1596">
        <w:t>un appartement très modeste</w:t>
      </w:r>
      <w:r w:rsidR="003A025E" w:rsidRPr="004572A7">
        <w:t xml:space="preserve">, </w:t>
      </w:r>
      <w:r w:rsidRPr="004F1596">
        <w:t>ce qui limitait assez ses signes extérieurs de richesse</w:t>
      </w:r>
      <w:r w:rsidR="003A025E" w:rsidRPr="004572A7">
        <w:t xml:space="preserve">, </w:t>
      </w:r>
      <w:r w:rsidRPr="004F1596">
        <w:t>et n</w:t>
      </w:r>
      <w:r w:rsidR="003A025E" w:rsidRPr="004572A7">
        <w:t>’</w:t>
      </w:r>
      <w:r w:rsidRPr="004F1596">
        <w:t>indiquait pas précisément qu</w:t>
      </w:r>
      <w:r w:rsidR="003A025E" w:rsidRPr="004572A7">
        <w:t>’</w:t>
      </w:r>
      <w:r w:rsidRPr="004F1596">
        <w:t>il eût de gros revenus</w:t>
      </w:r>
      <w:r w:rsidR="003A025E" w:rsidRPr="004572A7">
        <w:t xml:space="preserve">. </w:t>
      </w:r>
      <w:r w:rsidRPr="004F1596">
        <w:t>Était-il un espion habile</w:t>
      </w:r>
      <w:r w:rsidR="003A025E" w:rsidRPr="004572A7">
        <w:t xml:space="preserve">, </w:t>
      </w:r>
      <w:r w:rsidRPr="004F1596">
        <w:t>un chevalier d</w:t>
      </w:r>
      <w:r w:rsidR="003A025E" w:rsidRPr="004572A7">
        <w:t>’</w:t>
      </w:r>
      <w:r w:rsidRPr="004F1596">
        <w:t>industrie ou simplement quelque pauvre diable</w:t>
      </w:r>
      <w:r w:rsidR="003A025E" w:rsidRPr="004572A7">
        <w:t xml:space="preserve">, </w:t>
      </w:r>
      <w:r w:rsidRPr="004F1596">
        <w:t>meurtri par la vie</w:t>
      </w:r>
      <w:r w:rsidR="003A025E" w:rsidRPr="004572A7">
        <w:t> ?</w:t>
      </w:r>
    </w:p>
    <w:p w14:paraId="4DA2C717" w14:textId="77777777" w:rsidR="003A025E" w:rsidRPr="004572A7" w:rsidRDefault="004F1596" w:rsidP="004F1596">
      <w:r w:rsidRPr="004F1596">
        <w:t>Après m</w:t>
      </w:r>
      <w:r w:rsidR="003A025E" w:rsidRPr="004572A7">
        <w:t>’</w:t>
      </w:r>
      <w:r w:rsidRPr="004F1596">
        <w:t>être posé ainsi une foule de questions du même genre</w:t>
      </w:r>
      <w:r w:rsidR="003A025E" w:rsidRPr="004572A7">
        <w:t xml:space="preserve">, </w:t>
      </w:r>
      <w:r w:rsidRPr="004F1596">
        <w:t>j</w:t>
      </w:r>
      <w:r w:rsidR="003A025E" w:rsidRPr="004572A7">
        <w:t>’</w:t>
      </w:r>
      <w:r w:rsidRPr="004F1596">
        <w:t>arrivai à être persuadé de l</w:t>
      </w:r>
      <w:r w:rsidR="003A025E" w:rsidRPr="004572A7">
        <w:t>’</w:t>
      </w:r>
      <w:r w:rsidRPr="004F1596">
        <w:t>excellence de ma judiciaire</w:t>
      </w:r>
      <w:r w:rsidR="003A025E" w:rsidRPr="004572A7">
        <w:t xml:space="preserve">. </w:t>
      </w:r>
      <w:r w:rsidRPr="004F1596">
        <w:t>J</w:t>
      </w:r>
      <w:r w:rsidR="003A025E" w:rsidRPr="004572A7">
        <w:t>’</w:t>
      </w:r>
      <w:r w:rsidRPr="004F1596">
        <w:t>en conclus que je devais m</w:t>
      </w:r>
      <w:r w:rsidR="003A025E" w:rsidRPr="004572A7">
        <w:t>’</w:t>
      </w:r>
      <w:r w:rsidRPr="004F1596">
        <w:t>efforcer</w:t>
      </w:r>
      <w:r w:rsidR="003A025E" w:rsidRPr="004572A7">
        <w:t xml:space="preserve">, </w:t>
      </w:r>
      <w:r w:rsidRPr="004F1596">
        <w:t>par tous les moyens</w:t>
      </w:r>
      <w:r w:rsidR="003A025E" w:rsidRPr="004572A7">
        <w:t xml:space="preserve">, </w:t>
      </w:r>
      <w:r w:rsidRPr="004F1596">
        <w:t>d</w:t>
      </w:r>
      <w:r w:rsidR="003A025E" w:rsidRPr="004572A7">
        <w:t>’</w:t>
      </w:r>
      <w:r w:rsidRPr="004F1596">
        <w:t xml:space="preserve">en apprendre un peu plus long sur le </w:t>
      </w:r>
      <w:r w:rsidR="003A025E" w:rsidRPr="004572A7">
        <w:t>D</w:t>
      </w:r>
      <w:r w:rsidR="003A025E" w:rsidRPr="004572A7">
        <w:rPr>
          <w:vertAlign w:val="superscript"/>
        </w:rPr>
        <w:t>r</w:t>
      </w:r>
      <w:r w:rsidR="003A025E" w:rsidRPr="004572A7">
        <w:t> </w:t>
      </w:r>
      <w:r w:rsidR="003A025E" w:rsidRPr="004F1596">
        <w:t>S</w:t>
      </w:r>
      <w:r w:rsidRPr="004F1596">
        <w:t>urgères</w:t>
      </w:r>
      <w:r w:rsidR="003A025E" w:rsidRPr="004572A7">
        <w:t xml:space="preserve">. </w:t>
      </w:r>
      <w:r w:rsidRPr="004F1596">
        <w:t>J</w:t>
      </w:r>
      <w:r w:rsidR="003A025E" w:rsidRPr="004572A7">
        <w:t>’</w:t>
      </w:r>
      <w:r w:rsidRPr="004F1596">
        <w:t>avais la tâche impérieuse de connaître sa vie passée</w:t>
      </w:r>
      <w:r w:rsidR="003A025E" w:rsidRPr="004572A7">
        <w:t xml:space="preserve">, </w:t>
      </w:r>
      <w:r w:rsidRPr="004F1596">
        <w:t>les raisons véritables qui l</w:t>
      </w:r>
      <w:r w:rsidR="003A025E" w:rsidRPr="004572A7">
        <w:t>’</w:t>
      </w:r>
      <w:r w:rsidRPr="004F1596">
        <w:t>avaient amené à se fixer à Biarritz et quel but il poursuivait</w:t>
      </w:r>
      <w:r w:rsidR="003A025E" w:rsidRPr="004572A7">
        <w:t>.</w:t>
      </w:r>
    </w:p>
    <w:p w14:paraId="78BC9D30" w14:textId="77777777" w:rsidR="003A025E" w:rsidRPr="004572A7" w:rsidRDefault="004F1596" w:rsidP="004F1596">
      <w:r w:rsidRPr="004F1596">
        <w:t>Puis je fus étonné de ma propre impertinence</w:t>
      </w:r>
      <w:r w:rsidR="003A025E" w:rsidRPr="004572A7">
        <w:t xml:space="preserve">. </w:t>
      </w:r>
      <w:r w:rsidRPr="004F1596">
        <w:t>Je me demandai si j</w:t>
      </w:r>
      <w:r w:rsidR="003A025E" w:rsidRPr="004572A7">
        <w:t>’</w:t>
      </w:r>
      <w:r w:rsidRPr="004F1596">
        <w:t>allais m</w:t>
      </w:r>
      <w:r w:rsidR="003A025E" w:rsidRPr="004572A7">
        <w:t>’</w:t>
      </w:r>
      <w:r w:rsidRPr="004F1596">
        <w:t>amuser à jouer ainsi au policier</w:t>
      </w:r>
      <w:r w:rsidR="003A025E" w:rsidRPr="004572A7">
        <w:t xml:space="preserve">, </w:t>
      </w:r>
      <w:r w:rsidRPr="004F1596">
        <w:t>comme les Lecoq et les Holmes créés par Gaboriau et Conan Doyle</w:t>
      </w:r>
      <w:r w:rsidR="003A025E" w:rsidRPr="004572A7">
        <w:t xml:space="preserve">. </w:t>
      </w:r>
      <w:r w:rsidRPr="004F1596">
        <w:t>Vraiment</w:t>
      </w:r>
      <w:r w:rsidR="003A025E" w:rsidRPr="004572A7">
        <w:t xml:space="preserve">, </w:t>
      </w:r>
      <w:r w:rsidRPr="004F1596">
        <w:t>ne devenais-je pas un peu ridicule avec mes déductions fantaisistes</w:t>
      </w:r>
      <w:r w:rsidR="003A025E" w:rsidRPr="004572A7">
        <w:t xml:space="preserve">… </w:t>
      </w:r>
      <w:r w:rsidRPr="004F1596">
        <w:t>J</w:t>
      </w:r>
      <w:r w:rsidR="003A025E" w:rsidRPr="004572A7">
        <w:t>’</w:t>
      </w:r>
      <w:r w:rsidRPr="004F1596">
        <w:t>hésitais entre la crainte de passer pour un malotru et le désir de satisfaire mon invincible curiosité</w:t>
      </w:r>
      <w:r w:rsidR="003A025E" w:rsidRPr="004572A7">
        <w:t>.</w:t>
      </w:r>
    </w:p>
    <w:p w14:paraId="76E7207D" w14:textId="77777777" w:rsidR="003A025E" w:rsidRPr="004572A7" w:rsidRDefault="004F1596" w:rsidP="004F1596">
      <w:r w:rsidRPr="004F1596">
        <w:t>Finalement</w:t>
      </w:r>
      <w:r w:rsidR="003A025E" w:rsidRPr="004572A7">
        <w:t xml:space="preserve">, </w:t>
      </w:r>
      <w:r w:rsidRPr="004F1596">
        <w:t>je résolus de retourner</w:t>
      </w:r>
      <w:r w:rsidR="003A025E" w:rsidRPr="004572A7">
        <w:t xml:space="preserve">, </w:t>
      </w:r>
      <w:r w:rsidRPr="004F1596">
        <w:t>le soir même</w:t>
      </w:r>
      <w:r w:rsidR="003A025E" w:rsidRPr="004572A7">
        <w:t xml:space="preserve">, </w:t>
      </w:r>
      <w:r w:rsidRPr="004F1596">
        <w:t>à la place du Casino</w:t>
      </w:r>
      <w:r w:rsidR="003A025E" w:rsidRPr="004572A7">
        <w:t xml:space="preserve">, </w:t>
      </w:r>
      <w:r w:rsidRPr="004F1596">
        <w:t>d</w:t>
      </w:r>
      <w:r w:rsidR="003A025E" w:rsidRPr="004572A7">
        <w:t>’</w:t>
      </w:r>
      <w:r w:rsidRPr="004F1596">
        <w:t>attendre Surgères</w:t>
      </w:r>
      <w:r w:rsidR="003A025E" w:rsidRPr="004572A7">
        <w:t xml:space="preserve">, </w:t>
      </w:r>
      <w:r w:rsidRPr="004F1596">
        <w:t>de le filer bel et bien et de savoir où il allait</w:t>
      </w:r>
      <w:r w:rsidR="003A025E" w:rsidRPr="004572A7">
        <w:t>.</w:t>
      </w:r>
    </w:p>
    <w:p w14:paraId="1BD64489" w14:textId="77777777" w:rsidR="003A025E" w:rsidRPr="004572A7" w:rsidRDefault="004F1596" w:rsidP="004F1596">
      <w:r w:rsidRPr="004F1596">
        <w:t>Cette décision prise</w:t>
      </w:r>
      <w:r w:rsidR="003A025E" w:rsidRPr="004572A7">
        <w:t xml:space="preserve">, </w:t>
      </w:r>
      <w:r w:rsidRPr="004F1596">
        <w:t>je passai la journée dans une sorte de fièvre</w:t>
      </w:r>
      <w:r w:rsidR="003A025E" w:rsidRPr="004572A7">
        <w:t>.</w:t>
      </w:r>
    </w:p>
    <w:p w14:paraId="06100F9E" w14:textId="77777777" w:rsidR="003A025E" w:rsidRPr="004572A7" w:rsidRDefault="004F1596" w:rsidP="004F1596">
      <w:r w:rsidRPr="004F1596">
        <w:lastRenderedPageBreak/>
        <w:t>Pour calmer mon impatience</w:t>
      </w:r>
      <w:r w:rsidR="003A025E" w:rsidRPr="004572A7">
        <w:t xml:space="preserve">, </w:t>
      </w:r>
      <w:r w:rsidRPr="004F1596">
        <w:t>je me mis à travailler avec ardeur</w:t>
      </w:r>
      <w:r w:rsidR="003A025E" w:rsidRPr="004572A7">
        <w:t xml:space="preserve">. </w:t>
      </w:r>
      <w:r w:rsidRPr="004F1596">
        <w:t>En quelques heures</w:t>
      </w:r>
      <w:r w:rsidR="003A025E" w:rsidRPr="004572A7">
        <w:t xml:space="preserve">, </w:t>
      </w:r>
      <w:r w:rsidRPr="004F1596">
        <w:t>j</w:t>
      </w:r>
      <w:r w:rsidR="003A025E" w:rsidRPr="004572A7">
        <w:t>’</w:t>
      </w:r>
      <w:r w:rsidRPr="004F1596">
        <w:t>expédiai les correspondances de notre maison</w:t>
      </w:r>
      <w:r w:rsidR="003A025E" w:rsidRPr="004572A7">
        <w:t xml:space="preserve">, </w:t>
      </w:r>
      <w:r w:rsidRPr="004F1596">
        <w:t>j</w:t>
      </w:r>
      <w:r w:rsidR="003A025E" w:rsidRPr="004572A7">
        <w:t>’</w:t>
      </w:r>
      <w:r w:rsidRPr="004F1596">
        <w:t>envoyai des ordres à quelques-uns de nos représentants</w:t>
      </w:r>
      <w:r w:rsidR="003A025E" w:rsidRPr="004572A7">
        <w:t xml:space="preserve"> ; </w:t>
      </w:r>
      <w:r w:rsidRPr="004F1596">
        <w:t>puis je fis part à mon père de plusieurs projets</w:t>
      </w:r>
      <w:r w:rsidR="003A025E" w:rsidRPr="004572A7">
        <w:t xml:space="preserve">. </w:t>
      </w:r>
      <w:r w:rsidRPr="004F1596">
        <w:t>Ceux-ci eurent l</w:t>
      </w:r>
      <w:r w:rsidR="003A025E" w:rsidRPr="004572A7">
        <w:t>’</w:t>
      </w:r>
      <w:r w:rsidRPr="004F1596">
        <w:t>air de l</w:t>
      </w:r>
      <w:r w:rsidR="003A025E" w:rsidRPr="004572A7">
        <w:t>’</w:t>
      </w:r>
      <w:r w:rsidRPr="004F1596">
        <w:t>intéresser et lui semblèrent de bon augure pour mon avenir commercial</w:t>
      </w:r>
      <w:r w:rsidR="003A025E" w:rsidRPr="004572A7">
        <w:t>.</w:t>
      </w:r>
    </w:p>
    <w:p w14:paraId="3133DDB1" w14:textId="77777777" w:rsidR="003A025E" w:rsidRPr="004572A7" w:rsidRDefault="003A025E" w:rsidP="004F1596">
      <w:r w:rsidRPr="004572A7">
        <w:t>— </w:t>
      </w:r>
      <w:r w:rsidR="004F1596" w:rsidRPr="004F1596">
        <w:t>Allons</w:t>
      </w:r>
      <w:r w:rsidRPr="004572A7">
        <w:t xml:space="preserve">, </w:t>
      </w:r>
      <w:r w:rsidR="004F1596" w:rsidRPr="004F1596">
        <w:t>Georges</w:t>
      </w:r>
      <w:r w:rsidRPr="004572A7">
        <w:t xml:space="preserve">, </w:t>
      </w:r>
      <w:r w:rsidR="004F1596" w:rsidRPr="004F1596">
        <w:t>me dit-il avec satisfaction</w:t>
      </w:r>
      <w:r w:rsidRPr="004572A7">
        <w:t xml:space="preserve">, </w:t>
      </w:r>
      <w:r w:rsidR="004F1596" w:rsidRPr="004F1596">
        <w:t>je vois que tu deviens un homme actif et avisé</w:t>
      </w:r>
      <w:r w:rsidRPr="004572A7">
        <w:t xml:space="preserve">…, </w:t>
      </w:r>
      <w:r w:rsidR="004F1596" w:rsidRPr="004F1596">
        <w:t>tu te formes</w:t>
      </w:r>
      <w:r w:rsidRPr="004572A7">
        <w:t xml:space="preserve">…, </w:t>
      </w:r>
      <w:r w:rsidR="004F1596" w:rsidRPr="004F1596">
        <w:t>tu as de l</w:t>
      </w:r>
      <w:r w:rsidRPr="004572A7">
        <w:t>’</w:t>
      </w:r>
      <w:r w:rsidR="004F1596" w:rsidRPr="004F1596">
        <w:t>initiative</w:t>
      </w:r>
      <w:r w:rsidRPr="004572A7">
        <w:t xml:space="preserve">… </w:t>
      </w:r>
      <w:r w:rsidR="004F1596" w:rsidRPr="004F1596">
        <w:t>Avec quelques conseils</w:t>
      </w:r>
      <w:r w:rsidRPr="004572A7">
        <w:t xml:space="preserve">, </w:t>
      </w:r>
      <w:r w:rsidR="004F1596" w:rsidRPr="004F1596">
        <w:t>tu finiras par devenir un homme d</w:t>
      </w:r>
      <w:r w:rsidRPr="004572A7">
        <w:t>’</w:t>
      </w:r>
      <w:r w:rsidR="004F1596" w:rsidRPr="004F1596">
        <w:t>affaires parfait</w:t>
      </w:r>
      <w:r w:rsidRPr="004572A7">
        <w:t>.</w:t>
      </w:r>
    </w:p>
    <w:p w14:paraId="2DCC991B" w14:textId="77777777" w:rsidR="003A025E" w:rsidRPr="004572A7" w:rsidRDefault="004F1596" w:rsidP="004F1596">
      <w:r w:rsidRPr="004F1596">
        <w:t>Là-dessus</w:t>
      </w:r>
      <w:r w:rsidR="003A025E" w:rsidRPr="004572A7">
        <w:t xml:space="preserve">, </w:t>
      </w:r>
      <w:r w:rsidRPr="004F1596">
        <w:t>profitant sans doute des bonnes dispositions dans lesquelles je me trouvais</w:t>
      </w:r>
      <w:r w:rsidR="003A025E" w:rsidRPr="004572A7">
        <w:t xml:space="preserve">, </w:t>
      </w:r>
      <w:r w:rsidRPr="004F1596">
        <w:t>il se lança dans des considérations interminables d</w:t>
      </w:r>
      <w:r w:rsidR="003A025E" w:rsidRPr="004572A7">
        <w:t>’</w:t>
      </w:r>
      <w:r w:rsidRPr="004F1596">
        <w:t>ordre économique</w:t>
      </w:r>
      <w:r w:rsidR="003A025E" w:rsidRPr="004572A7">
        <w:t xml:space="preserve">, </w:t>
      </w:r>
      <w:r w:rsidRPr="004F1596">
        <w:t>me parla d</w:t>
      </w:r>
      <w:r w:rsidR="003A025E" w:rsidRPr="004572A7">
        <w:t>’</w:t>
      </w:r>
      <w:r w:rsidRPr="004F1596">
        <w:t>exportation</w:t>
      </w:r>
      <w:r w:rsidR="003A025E" w:rsidRPr="004572A7">
        <w:t xml:space="preserve">, </w:t>
      </w:r>
      <w:r w:rsidRPr="004F1596">
        <w:t>d</w:t>
      </w:r>
      <w:r w:rsidR="003A025E" w:rsidRPr="004572A7">
        <w:t>’</w:t>
      </w:r>
      <w:r w:rsidRPr="004F1596">
        <w:t>importation</w:t>
      </w:r>
      <w:r w:rsidR="003A025E" w:rsidRPr="004572A7">
        <w:t xml:space="preserve">, </w:t>
      </w:r>
      <w:r w:rsidRPr="004F1596">
        <w:t>de change</w:t>
      </w:r>
      <w:r w:rsidR="003A025E" w:rsidRPr="004572A7">
        <w:t xml:space="preserve">, </w:t>
      </w:r>
      <w:r w:rsidRPr="004F1596">
        <w:t>de concurrence</w:t>
      </w:r>
      <w:r w:rsidR="003A025E" w:rsidRPr="004572A7">
        <w:t xml:space="preserve">, </w:t>
      </w:r>
      <w:r w:rsidRPr="004F1596">
        <w:t>de banque avec une telle éloquence que j</w:t>
      </w:r>
      <w:r w:rsidR="003A025E" w:rsidRPr="004572A7">
        <w:t>’</w:t>
      </w:r>
      <w:r w:rsidRPr="004F1596">
        <w:t>en demeurai stupéfait et que j</w:t>
      </w:r>
      <w:r w:rsidR="003A025E" w:rsidRPr="004572A7">
        <w:t>’</w:t>
      </w:r>
      <w:r w:rsidRPr="004F1596">
        <w:t>en oubliai la longueur des heures qui me séparaient de l</w:t>
      </w:r>
      <w:r w:rsidR="003A025E" w:rsidRPr="004572A7">
        <w:t>’</w:t>
      </w:r>
      <w:r w:rsidRPr="004F1596">
        <w:t>exécution de mon projet</w:t>
      </w:r>
      <w:r w:rsidR="003A025E" w:rsidRPr="004572A7">
        <w:t>.</w:t>
      </w:r>
    </w:p>
    <w:p w14:paraId="1D1A776E" w14:textId="77777777" w:rsidR="003A025E" w:rsidRPr="004572A7" w:rsidRDefault="004F1596" w:rsidP="004F1596">
      <w:r w:rsidRPr="004F1596">
        <w:t>Après dîner</w:t>
      </w:r>
      <w:r w:rsidR="003A025E" w:rsidRPr="004572A7">
        <w:t xml:space="preserve">, </w:t>
      </w:r>
      <w:r w:rsidRPr="004F1596">
        <w:t>comme mon père m</w:t>
      </w:r>
      <w:r w:rsidR="003A025E" w:rsidRPr="004572A7">
        <w:t>’</w:t>
      </w:r>
      <w:r w:rsidRPr="004F1596">
        <w:t xml:space="preserve">entreprenait à nouveau sur les avantages et les inconvénients du </w:t>
      </w:r>
      <w:r w:rsidR="00B9403E" w:rsidRPr="004572A7">
        <w:t>libre-échange</w:t>
      </w:r>
      <w:r w:rsidR="003A025E" w:rsidRPr="004572A7">
        <w:t xml:space="preserve">, </w:t>
      </w:r>
      <w:r w:rsidRPr="004F1596">
        <w:t>et s</w:t>
      </w:r>
      <w:r w:rsidR="003A025E" w:rsidRPr="004572A7">
        <w:t>’</w:t>
      </w:r>
      <w:r w:rsidRPr="004F1596">
        <w:t>embarquait dans une dissertation qui menaçait de devenir terriblement longue</w:t>
      </w:r>
      <w:r w:rsidR="003A025E" w:rsidRPr="004572A7">
        <w:t xml:space="preserve">, </w:t>
      </w:r>
      <w:r w:rsidRPr="004F1596">
        <w:t>j</w:t>
      </w:r>
      <w:r w:rsidR="003A025E" w:rsidRPr="004572A7">
        <w:t>’</w:t>
      </w:r>
      <w:r w:rsidRPr="004F1596">
        <w:t>eus l</w:t>
      </w:r>
      <w:r w:rsidR="003A025E" w:rsidRPr="004572A7">
        <w:t>’</w:t>
      </w:r>
      <w:r w:rsidRPr="004F1596">
        <w:t>audace de prétexter un peu de fatigue et de me retirer dans ma chambre</w:t>
      </w:r>
      <w:r w:rsidR="003A025E" w:rsidRPr="004572A7">
        <w:t xml:space="preserve">. </w:t>
      </w:r>
      <w:r w:rsidRPr="004F1596">
        <w:t>Au fond</w:t>
      </w:r>
      <w:r w:rsidR="003A025E" w:rsidRPr="004572A7">
        <w:t xml:space="preserve">, </w:t>
      </w:r>
      <w:r w:rsidRPr="004F1596">
        <w:t>je n</w:t>
      </w:r>
      <w:r w:rsidR="003A025E" w:rsidRPr="004572A7">
        <w:t>’</w:t>
      </w:r>
      <w:r w:rsidRPr="004F1596">
        <w:t>avais qu</w:t>
      </w:r>
      <w:r w:rsidR="003A025E" w:rsidRPr="004572A7">
        <w:t>’</w:t>
      </w:r>
      <w:r w:rsidRPr="004F1596">
        <w:t>une idée</w:t>
      </w:r>
      <w:r w:rsidR="003A025E" w:rsidRPr="004572A7">
        <w:t xml:space="preserve"> : </w:t>
      </w:r>
      <w:r w:rsidRPr="004F1596">
        <w:t>ne pas manquer ma petite expédition</w:t>
      </w:r>
      <w:r w:rsidR="003A025E" w:rsidRPr="004572A7">
        <w:t>.</w:t>
      </w:r>
    </w:p>
    <w:p w14:paraId="1B64698A" w14:textId="77777777" w:rsidR="003A025E" w:rsidRPr="004572A7" w:rsidRDefault="004F1596" w:rsidP="004F1596">
      <w:r w:rsidRPr="004F1596">
        <w:t>Vers onze heures</w:t>
      </w:r>
      <w:r w:rsidR="003A025E" w:rsidRPr="004572A7">
        <w:t xml:space="preserve">, </w:t>
      </w:r>
      <w:r w:rsidRPr="004F1596">
        <w:t>lorsque je fus certain que tout le monde était couché</w:t>
      </w:r>
      <w:r w:rsidR="003A025E" w:rsidRPr="004572A7">
        <w:t xml:space="preserve">, </w:t>
      </w:r>
      <w:r w:rsidRPr="004F1596">
        <w:t>je sortis par une porte grillée</w:t>
      </w:r>
      <w:r w:rsidR="003A025E" w:rsidRPr="004572A7">
        <w:t xml:space="preserve">, </w:t>
      </w:r>
      <w:r w:rsidRPr="004F1596">
        <w:t>au bas du jardin</w:t>
      </w:r>
      <w:r w:rsidR="003A025E" w:rsidRPr="004572A7">
        <w:t xml:space="preserve">, </w:t>
      </w:r>
      <w:r w:rsidRPr="004F1596">
        <w:t>porte dont je gardais toujours la clef sur moi</w:t>
      </w:r>
      <w:r w:rsidR="003A025E" w:rsidRPr="004572A7">
        <w:t xml:space="preserve">. </w:t>
      </w:r>
      <w:r w:rsidRPr="004F1596">
        <w:t>Sitôt hors de surveillance</w:t>
      </w:r>
      <w:r w:rsidR="003A025E" w:rsidRPr="004572A7">
        <w:t xml:space="preserve">, </w:t>
      </w:r>
      <w:r w:rsidRPr="004F1596">
        <w:t>je me dirigeai vers mon poste d</w:t>
      </w:r>
      <w:r w:rsidR="003A025E" w:rsidRPr="004572A7">
        <w:t>’</w:t>
      </w:r>
      <w:r w:rsidRPr="004F1596">
        <w:t>observation</w:t>
      </w:r>
      <w:r w:rsidR="003A025E" w:rsidRPr="004572A7">
        <w:t>…</w:t>
      </w:r>
    </w:p>
    <w:p w14:paraId="76319DE9" w14:textId="77777777" w:rsidR="003A025E" w:rsidRPr="004572A7" w:rsidRDefault="004F1596" w:rsidP="004F1596">
      <w:r w:rsidRPr="004F1596">
        <w:t>Au bout de quelques minutes</w:t>
      </w:r>
      <w:r w:rsidR="003A025E" w:rsidRPr="004572A7">
        <w:t xml:space="preserve">, </w:t>
      </w:r>
      <w:r w:rsidRPr="004F1596">
        <w:t>j</w:t>
      </w:r>
      <w:r w:rsidR="003A025E" w:rsidRPr="004572A7">
        <w:t>’</w:t>
      </w:r>
      <w:r w:rsidRPr="004F1596">
        <w:t>arrivai à la petite place qui domine la falaise</w:t>
      </w:r>
      <w:r w:rsidR="003A025E" w:rsidRPr="004572A7">
        <w:t xml:space="preserve">. </w:t>
      </w:r>
      <w:r w:rsidRPr="004F1596">
        <w:t>Je pris place sur le banc</w:t>
      </w:r>
      <w:r w:rsidR="003A025E" w:rsidRPr="004572A7">
        <w:t xml:space="preserve">, </w:t>
      </w:r>
      <w:r w:rsidRPr="004F1596">
        <w:t>scellé en terre</w:t>
      </w:r>
      <w:r w:rsidR="003A025E" w:rsidRPr="004572A7">
        <w:t xml:space="preserve">, </w:t>
      </w:r>
      <w:r w:rsidRPr="004F1596">
        <w:t>à côté du garde-fou</w:t>
      </w:r>
      <w:r w:rsidR="003A025E" w:rsidRPr="004572A7">
        <w:t>.</w:t>
      </w:r>
    </w:p>
    <w:p w14:paraId="6883D81F" w14:textId="77777777" w:rsidR="003A025E" w:rsidRPr="004572A7" w:rsidRDefault="004F1596" w:rsidP="004F1596">
      <w:r w:rsidRPr="004F1596">
        <w:lastRenderedPageBreak/>
        <w:t>Le temps était désagréable</w:t>
      </w:r>
      <w:r w:rsidR="003A025E" w:rsidRPr="004572A7">
        <w:t xml:space="preserve">, </w:t>
      </w:r>
      <w:r w:rsidRPr="004F1596">
        <w:t>plus mauvais que la veille</w:t>
      </w:r>
      <w:r w:rsidR="003A025E" w:rsidRPr="004572A7">
        <w:t xml:space="preserve">. </w:t>
      </w:r>
      <w:r w:rsidRPr="004F1596">
        <w:t>Je distinguais à peine les lumières des villas</w:t>
      </w:r>
      <w:r w:rsidR="003A025E" w:rsidRPr="004572A7">
        <w:t xml:space="preserve">. </w:t>
      </w:r>
      <w:r w:rsidRPr="004F1596">
        <w:t>Elles trouaient l</w:t>
      </w:r>
      <w:r w:rsidR="003A025E" w:rsidRPr="004572A7">
        <w:t>’</w:t>
      </w:r>
      <w:r w:rsidRPr="004F1596">
        <w:t>obscurité de petits points rouges</w:t>
      </w:r>
      <w:r w:rsidR="003A025E" w:rsidRPr="004572A7">
        <w:t xml:space="preserve">. </w:t>
      </w:r>
      <w:r w:rsidRPr="004F1596">
        <w:t>Le ciel était noir</w:t>
      </w:r>
      <w:r w:rsidR="003A025E" w:rsidRPr="004572A7">
        <w:t xml:space="preserve">. </w:t>
      </w:r>
      <w:r w:rsidRPr="004F1596">
        <w:t>Les nuages couraient si bas</w:t>
      </w:r>
      <w:r w:rsidR="003A025E" w:rsidRPr="004572A7">
        <w:t xml:space="preserve">, </w:t>
      </w:r>
      <w:r w:rsidRPr="004F1596">
        <w:t>qu</w:t>
      </w:r>
      <w:r w:rsidR="003A025E" w:rsidRPr="004572A7">
        <w:t>’</w:t>
      </w:r>
      <w:r w:rsidRPr="004F1596">
        <w:t>ils semblaient toucher à la mer</w:t>
      </w:r>
      <w:r w:rsidR="003A025E" w:rsidRPr="004572A7">
        <w:t xml:space="preserve">. </w:t>
      </w:r>
      <w:r w:rsidRPr="004F1596">
        <w:t>La tempête soulevait des vagues énormes</w:t>
      </w:r>
      <w:r w:rsidR="003A025E" w:rsidRPr="004572A7">
        <w:t xml:space="preserve">, </w:t>
      </w:r>
      <w:r w:rsidRPr="004F1596">
        <w:t>dont l</w:t>
      </w:r>
      <w:r w:rsidR="003A025E" w:rsidRPr="004572A7">
        <w:t>’</w:t>
      </w:r>
      <w:r w:rsidRPr="004F1596">
        <w:t>écume venait fouetter les hauts balcons du Casino</w:t>
      </w:r>
      <w:r w:rsidR="003A025E" w:rsidRPr="004572A7">
        <w:t xml:space="preserve">. </w:t>
      </w:r>
      <w:r w:rsidRPr="004F1596">
        <w:t>Le vent du large arrivait sur la ville en un grondement de tonnerre</w:t>
      </w:r>
      <w:r w:rsidR="003A025E" w:rsidRPr="004572A7">
        <w:t xml:space="preserve">, </w:t>
      </w:r>
      <w:r w:rsidRPr="004F1596">
        <w:t>secouait avec violence les arbres de la côte</w:t>
      </w:r>
      <w:r w:rsidR="003A025E" w:rsidRPr="004572A7">
        <w:t xml:space="preserve">, </w:t>
      </w:r>
      <w:r w:rsidRPr="004F1596">
        <w:t>faisait grincer d</w:t>
      </w:r>
      <w:r w:rsidR="003A025E" w:rsidRPr="004572A7">
        <w:t>’</w:t>
      </w:r>
      <w:r w:rsidRPr="004F1596">
        <w:t>une façon sinistre les girouettes et menaçait</w:t>
      </w:r>
      <w:r w:rsidR="003A025E" w:rsidRPr="004572A7">
        <w:t xml:space="preserve">, </w:t>
      </w:r>
      <w:r w:rsidRPr="004F1596">
        <w:t>à chaque instant</w:t>
      </w:r>
      <w:r w:rsidR="003A025E" w:rsidRPr="004572A7">
        <w:t xml:space="preserve">, </w:t>
      </w:r>
      <w:r w:rsidRPr="004F1596">
        <w:t>d</w:t>
      </w:r>
      <w:r w:rsidR="003A025E" w:rsidRPr="004572A7">
        <w:t>’</w:t>
      </w:r>
      <w:r w:rsidRPr="004F1596">
        <w:t>éteindre les réverbères</w:t>
      </w:r>
      <w:r w:rsidR="003A025E" w:rsidRPr="004572A7">
        <w:t>…</w:t>
      </w:r>
    </w:p>
    <w:p w14:paraId="25070D6E" w14:textId="77777777" w:rsidR="003A025E" w:rsidRPr="004572A7" w:rsidRDefault="004F1596" w:rsidP="004F1596">
      <w:r w:rsidRPr="004F1596">
        <w:t>Je crus alors que j</w:t>
      </w:r>
      <w:r w:rsidR="003A025E" w:rsidRPr="004572A7">
        <w:t>’</w:t>
      </w:r>
      <w:r w:rsidRPr="004F1596">
        <w:t>avais eu tort de tant me hâter</w:t>
      </w:r>
      <w:r w:rsidR="003A025E" w:rsidRPr="004572A7">
        <w:t xml:space="preserve">. </w:t>
      </w:r>
      <w:r w:rsidRPr="004F1596">
        <w:t>En effet</w:t>
      </w:r>
      <w:r w:rsidR="003A025E" w:rsidRPr="004572A7">
        <w:t xml:space="preserve">, </w:t>
      </w:r>
      <w:r w:rsidRPr="004F1596">
        <w:t>je ne possédais aucune certitude mathématique sur le retour de Surgères</w:t>
      </w:r>
      <w:r w:rsidR="003A025E" w:rsidRPr="004572A7">
        <w:t xml:space="preserve">. </w:t>
      </w:r>
      <w:r w:rsidRPr="004F1596">
        <w:t>Il était vraisemblable qu</w:t>
      </w:r>
      <w:r w:rsidR="003A025E" w:rsidRPr="004572A7">
        <w:t>’</w:t>
      </w:r>
      <w:r w:rsidRPr="004F1596">
        <w:t>il eût choisi</w:t>
      </w:r>
      <w:r w:rsidR="003A025E" w:rsidRPr="004572A7">
        <w:t xml:space="preserve">, </w:t>
      </w:r>
      <w:r w:rsidRPr="004F1596">
        <w:t>par hasard</w:t>
      </w:r>
      <w:r w:rsidR="003A025E" w:rsidRPr="004572A7">
        <w:t xml:space="preserve">, </w:t>
      </w:r>
      <w:r w:rsidRPr="004F1596">
        <w:t>l</w:t>
      </w:r>
      <w:r w:rsidR="003A025E" w:rsidRPr="004572A7">
        <w:t>’</w:t>
      </w:r>
      <w:r w:rsidRPr="004F1596">
        <w:t>heure de sa promenade de la veille</w:t>
      </w:r>
      <w:r w:rsidR="003A025E" w:rsidRPr="004572A7">
        <w:t xml:space="preserve">, </w:t>
      </w:r>
      <w:r w:rsidRPr="004F1596">
        <w:t>et alors toutes les hypothèses ingénieuses que j</w:t>
      </w:r>
      <w:r w:rsidR="003A025E" w:rsidRPr="004572A7">
        <w:t>’</w:t>
      </w:r>
      <w:r w:rsidRPr="004F1596">
        <w:t>avais échafaudées s</w:t>
      </w:r>
      <w:r w:rsidR="003A025E" w:rsidRPr="004572A7">
        <w:t>’</w:t>
      </w:r>
      <w:r w:rsidRPr="004F1596">
        <w:t>écroulaient lamentablement</w:t>
      </w:r>
      <w:r w:rsidR="003A025E" w:rsidRPr="004572A7">
        <w:t xml:space="preserve">. </w:t>
      </w:r>
      <w:r w:rsidRPr="004F1596">
        <w:t>Je regrettais presque d</w:t>
      </w:r>
      <w:r w:rsidR="003A025E" w:rsidRPr="004572A7">
        <w:t>’</w:t>
      </w:r>
      <w:r w:rsidRPr="004F1596">
        <w:t>avoir pris une décision aussi rapidement</w:t>
      </w:r>
      <w:r w:rsidR="003A025E" w:rsidRPr="004572A7">
        <w:t xml:space="preserve">, </w:t>
      </w:r>
      <w:r w:rsidRPr="004F1596">
        <w:t>en me fiant à ma seule imagination</w:t>
      </w:r>
      <w:r w:rsidR="003A025E" w:rsidRPr="004572A7">
        <w:t>…</w:t>
      </w:r>
    </w:p>
    <w:p w14:paraId="1A9B0B95" w14:textId="77777777" w:rsidR="003A025E" w:rsidRPr="004572A7" w:rsidRDefault="004F1596" w:rsidP="004F1596">
      <w:r w:rsidRPr="004F1596">
        <w:t>J</w:t>
      </w:r>
      <w:r w:rsidR="003A025E" w:rsidRPr="004572A7">
        <w:t>’</w:t>
      </w:r>
      <w:r w:rsidRPr="004F1596">
        <w:t>avais froid</w:t>
      </w:r>
      <w:r w:rsidR="003A025E" w:rsidRPr="004572A7">
        <w:t xml:space="preserve">… </w:t>
      </w:r>
      <w:r w:rsidRPr="004F1596">
        <w:t>Comme il était à peine minuit</w:t>
      </w:r>
      <w:r w:rsidR="003A025E" w:rsidRPr="004572A7">
        <w:t xml:space="preserve">, </w:t>
      </w:r>
      <w:r w:rsidRPr="004F1596">
        <w:t>indécis</w:t>
      </w:r>
      <w:r w:rsidR="003A025E" w:rsidRPr="004572A7">
        <w:t xml:space="preserve">, </w:t>
      </w:r>
      <w:r w:rsidRPr="004F1596">
        <w:t>j</w:t>
      </w:r>
      <w:r w:rsidR="003A025E" w:rsidRPr="004572A7">
        <w:t>’</w:t>
      </w:r>
      <w:r w:rsidRPr="004F1596">
        <w:t>allais descendre vers la plage</w:t>
      </w:r>
      <w:r w:rsidR="003A025E" w:rsidRPr="004572A7">
        <w:t xml:space="preserve">, </w:t>
      </w:r>
      <w:r w:rsidRPr="004F1596">
        <w:t>dans l</w:t>
      </w:r>
      <w:r w:rsidR="003A025E" w:rsidRPr="004572A7">
        <w:t>’</w:t>
      </w:r>
      <w:r w:rsidRPr="004F1596">
        <w:t>intention de distraire mon attente</w:t>
      </w:r>
      <w:r w:rsidR="003A025E" w:rsidRPr="004572A7">
        <w:t xml:space="preserve">, </w:t>
      </w:r>
      <w:r w:rsidRPr="004F1596">
        <w:t>lorsque je vis un homme déboucher sur la petite place</w:t>
      </w:r>
      <w:r w:rsidR="003A025E" w:rsidRPr="004572A7">
        <w:t xml:space="preserve">, </w:t>
      </w:r>
      <w:r w:rsidRPr="004F1596">
        <w:t>par le chemin des falaises</w:t>
      </w:r>
      <w:r w:rsidR="003A025E" w:rsidRPr="004572A7">
        <w:t>…</w:t>
      </w:r>
    </w:p>
    <w:p w14:paraId="491805B5" w14:textId="77777777" w:rsidR="003A025E" w:rsidRPr="004572A7" w:rsidRDefault="004F1596" w:rsidP="004F1596">
      <w:r w:rsidRPr="004F1596">
        <w:t>C</w:t>
      </w:r>
      <w:r w:rsidR="003A025E" w:rsidRPr="004572A7">
        <w:t>’</w:t>
      </w:r>
      <w:r w:rsidRPr="004F1596">
        <w:t>était Surgères</w:t>
      </w:r>
      <w:r w:rsidR="003A025E" w:rsidRPr="004572A7">
        <w:t> !…</w:t>
      </w:r>
    </w:p>
    <w:p w14:paraId="399FBB88" w14:textId="77777777" w:rsidR="003A025E" w:rsidRPr="004572A7" w:rsidRDefault="004F1596" w:rsidP="004F1596">
      <w:r w:rsidRPr="004F1596">
        <w:t>Je me rejetai vivement en arrière</w:t>
      </w:r>
      <w:r w:rsidR="003A025E" w:rsidRPr="004572A7">
        <w:t xml:space="preserve">, </w:t>
      </w:r>
      <w:r w:rsidRPr="004F1596">
        <w:t>dans l</w:t>
      </w:r>
      <w:r w:rsidR="003A025E" w:rsidRPr="004572A7">
        <w:t>’</w:t>
      </w:r>
      <w:r w:rsidRPr="004F1596">
        <w:t>ombre</w:t>
      </w:r>
      <w:r w:rsidR="003A025E" w:rsidRPr="004572A7">
        <w:t xml:space="preserve">. </w:t>
      </w:r>
      <w:r w:rsidRPr="004F1596">
        <w:t>Comme la nuit précédente</w:t>
      </w:r>
      <w:r w:rsidR="003A025E" w:rsidRPr="004572A7">
        <w:t xml:space="preserve">, </w:t>
      </w:r>
      <w:r w:rsidRPr="004F1596">
        <w:t>il était coiffé d</w:t>
      </w:r>
      <w:r w:rsidR="003A025E" w:rsidRPr="004572A7">
        <w:t>’</w:t>
      </w:r>
      <w:r w:rsidRPr="004F1596">
        <w:t>un chapeau mou</w:t>
      </w:r>
      <w:r w:rsidR="003A025E" w:rsidRPr="004572A7">
        <w:t xml:space="preserve">, </w:t>
      </w:r>
      <w:r w:rsidRPr="004F1596">
        <w:t>rabattu sur les yeux et il avait relevé le col de son pardessus</w:t>
      </w:r>
      <w:r w:rsidR="003A025E" w:rsidRPr="004572A7">
        <w:t xml:space="preserve">. </w:t>
      </w:r>
      <w:r w:rsidRPr="004F1596">
        <w:t>Il passa rapidement sous les réverbères placés en face du Grand-Hôtel et se dirigea vers la rue Mazagran</w:t>
      </w:r>
      <w:r w:rsidR="003A025E" w:rsidRPr="004572A7">
        <w:t>.</w:t>
      </w:r>
    </w:p>
    <w:p w14:paraId="3FEA34E3" w14:textId="77777777" w:rsidR="003A025E" w:rsidRPr="004572A7" w:rsidRDefault="004F1596" w:rsidP="004F1596">
      <w:r w:rsidRPr="004F1596">
        <w:t>Lorsqu</w:t>
      </w:r>
      <w:r w:rsidR="003A025E" w:rsidRPr="004572A7">
        <w:t>’</w:t>
      </w:r>
      <w:r w:rsidRPr="004F1596">
        <w:t>il eut traversé la place</w:t>
      </w:r>
      <w:r w:rsidR="003A025E" w:rsidRPr="004572A7">
        <w:t xml:space="preserve">, </w:t>
      </w:r>
      <w:r w:rsidRPr="004F1596">
        <w:t>je me mis à marcher résolument derrière lui</w:t>
      </w:r>
      <w:r w:rsidR="003A025E" w:rsidRPr="004572A7">
        <w:t xml:space="preserve">, </w:t>
      </w:r>
      <w:r w:rsidRPr="004F1596">
        <w:t>bien décidé à pousser l</w:t>
      </w:r>
      <w:r w:rsidR="003A025E" w:rsidRPr="004572A7">
        <w:t>’</w:t>
      </w:r>
      <w:r w:rsidRPr="004F1596">
        <w:t>aventure jusqu</w:t>
      </w:r>
      <w:r w:rsidR="003A025E" w:rsidRPr="004572A7">
        <w:t>’</w:t>
      </w:r>
      <w:r w:rsidRPr="004F1596">
        <w:t>au bout</w:t>
      </w:r>
      <w:r w:rsidR="003A025E" w:rsidRPr="004572A7">
        <w:t xml:space="preserve">. </w:t>
      </w:r>
      <w:r w:rsidRPr="004F1596">
        <w:t>Présomption</w:t>
      </w:r>
      <w:r w:rsidR="003A025E" w:rsidRPr="004572A7">
        <w:t xml:space="preserve"> ! </w:t>
      </w:r>
      <w:r w:rsidRPr="004F1596">
        <w:t>Je ne tardai pas à m</w:t>
      </w:r>
      <w:r w:rsidR="003A025E" w:rsidRPr="004572A7">
        <w:t>’</w:t>
      </w:r>
      <w:r w:rsidRPr="004F1596">
        <w:t xml:space="preserve">apercevoir combien </w:t>
      </w:r>
      <w:r w:rsidRPr="004F1596">
        <w:lastRenderedPageBreak/>
        <w:t>j</w:t>
      </w:r>
      <w:r w:rsidR="003A025E" w:rsidRPr="004572A7">
        <w:t>’</w:t>
      </w:r>
      <w:r w:rsidRPr="004F1596">
        <w:t>allais éprouver de difficultés</w:t>
      </w:r>
      <w:r w:rsidR="003A025E" w:rsidRPr="004572A7">
        <w:t xml:space="preserve">. </w:t>
      </w:r>
      <w:r w:rsidRPr="004F1596">
        <w:t>En réalité</w:t>
      </w:r>
      <w:r w:rsidR="003A025E" w:rsidRPr="004572A7">
        <w:t xml:space="preserve">, </w:t>
      </w:r>
      <w:r w:rsidRPr="004F1596">
        <w:t>jamais je ne m</w:t>
      </w:r>
      <w:r w:rsidR="003A025E" w:rsidRPr="004572A7">
        <w:t>’</w:t>
      </w:r>
      <w:r w:rsidRPr="004F1596">
        <w:t>étais rendu compte des efforts qu</w:t>
      </w:r>
      <w:r w:rsidR="003A025E" w:rsidRPr="004572A7">
        <w:t>’</w:t>
      </w:r>
      <w:r w:rsidRPr="004F1596">
        <w:t>il était nécessaire de déployer pour filer quelqu</w:t>
      </w:r>
      <w:r w:rsidR="003A025E" w:rsidRPr="004572A7">
        <w:t>’</w:t>
      </w:r>
      <w:r w:rsidRPr="004F1596">
        <w:t>un</w:t>
      </w:r>
      <w:r w:rsidR="003A025E" w:rsidRPr="004572A7">
        <w:t xml:space="preserve"> : </w:t>
      </w:r>
      <w:r w:rsidRPr="004F1596">
        <w:t>de la patience</w:t>
      </w:r>
      <w:r w:rsidR="003A025E" w:rsidRPr="004572A7">
        <w:t xml:space="preserve">, </w:t>
      </w:r>
      <w:r w:rsidRPr="004F1596">
        <w:t>du sang-froid et de la ruse</w:t>
      </w:r>
      <w:r w:rsidR="003A025E" w:rsidRPr="004572A7">
        <w:t xml:space="preserve">, </w:t>
      </w:r>
      <w:r w:rsidRPr="004F1596">
        <w:t>dont il fallait faire preuve</w:t>
      </w:r>
      <w:r w:rsidR="003A025E" w:rsidRPr="004572A7">
        <w:t xml:space="preserve">, </w:t>
      </w:r>
      <w:r w:rsidRPr="004F1596">
        <w:t>afin d</w:t>
      </w:r>
      <w:r w:rsidR="003A025E" w:rsidRPr="004572A7">
        <w:t>’</w:t>
      </w:r>
      <w:r w:rsidRPr="004F1596">
        <w:t>obtenir un résultat satisfaisant</w:t>
      </w:r>
      <w:r w:rsidR="003A025E" w:rsidRPr="004572A7">
        <w:t xml:space="preserve">. </w:t>
      </w:r>
      <w:r w:rsidRPr="004F1596">
        <w:t>D</w:t>
      </w:r>
      <w:r w:rsidR="003A025E" w:rsidRPr="004572A7">
        <w:t>’</w:t>
      </w:r>
      <w:r w:rsidRPr="004F1596">
        <w:t>une part</w:t>
      </w:r>
      <w:r w:rsidR="003A025E" w:rsidRPr="004572A7">
        <w:t xml:space="preserve">, </w:t>
      </w:r>
      <w:r w:rsidRPr="004F1596">
        <w:t xml:space="preserve">si je </w:t>
      </w:r>
      <w:proofErr w:type="spellStart"/>
      <w:r w:rsidRPr="004F1596">
        <w:t>serrais</w:t>
      </w:r>
      <w:proofErr w:type="spellEnd"/>
      <w:r w:rsidRPr="004F1596">
        <w:t xml:space="preserve"> Surgères de trop près</w:t>
      </w:r>
      <w:r w:rsidR="003A025E" w:rsidRPr="004572A7">
        <w:t xml:space="preserve">, </w:t>
      </w:r>
      <w:r w:rsidRPr="004F1596">
        <w:t>il pouvait s</w:t>
      </w:r>
      <w:r w:rsidR="003A025E" w:rsidRPr="004572A7">
        <w:t>’</w:t>
      </w:r>
      <w:r w:rsidRPr="004F1596">
        <w:t>apercevoir</w:t>
      </w:r>
      <w:r w:rsidR="003A025E" w:rsidRPr="004572A7">
        <w:t xml:space="preserve">, </w:t>
      </w:r>
      <w:r w:rsidRPr="004F1596">
        <w:t>d</w:t>
      </w:r>
      <w:r w:rsidR="003A025E" w:rsidRPr="004572A7">
        <w:t>’</w:t>
      </w:r>
      <w:r w:rsidRPr="004F1596">
        <w:t>un moment à l</w:t>
      </w:r>
      <w:r w:rsidR="003A025E" w:rsidRPr="004572A7">
        <w:t>’</w:t>
      </w:r>
      <w:r w:rsidRPr="004F1596">
        <w:t>autre</w:t>
      </w:r>
      <w:r w:rsidR="003A025E" w:rsidRPr="004572A7">
        <w:t xml:space="preserve">, </w:t>
      </w:r>
      <w:r w:rsidRPr="004F1596">
        <w:t>qu</w:t>
      </w:r>
      <w:r w:rsidR="003A025E" w:rsidRPr="004572A7">
        <w:t>’</w:t>
      </w:r>
      <w:r w:rsidRPr="004F1596">
        <w:t>il était suivi et alors tout était perdu</w:t>
      </w:r>
      <w:r w:rsidR="003A025E" w:rsidRPr="004572A7">
        <w:t xml:space="preserve">. </w:t>
      </w:r>
      <w:r w:rsidRPr="004F1596">
        <w:t>D</w:t>
      </w:r>
      <w:r w:rsidR="003A025E" w:rsidRPr="004572A7">
        <w:t>’</w:t>
      </w:r>
      <w:r w:rsidRPr="004F1596">
        <w:t>autre part</w:t>
      </w:r>
      <w:r w:rsidR="003A025E" w:rsidRPr="004572A7">
        <w:t xml:space="preserve">, </w:t>
      </w:r>
      <w:r w:rsidRPr="004F1596">
        <w:t>si je restais trop éloigné</w:t>
      </w:r>
      <w:r w:rsidR="003A025E" w:rsidRPr="004572A7">
        <w:t xml:space="preserve">, </w:t>
      </w:r>
      <w:r w:rsidRPr="004F1596">
        <w:t>je risquais de le perdre de vue</w:t>
      </w:r>
      <w:r w:rsidR="003A025E" w:rsidRPr="004572A7">
        <w:t xml:space="preserve">, </w:t>
      </w:r>
      <w:r w:rsidRPr="004F1596">
        <w:t>à cause de l</w:t>
      </w:r>
      <w:r w:rsidR="003A025E" w:rsidRPr="004572A7">
        <w:t>’</w:t>
      </w:r>
      <w:r w:rsidRPr="004F1596">
        <w:t>obscurité</w:t>
      </w:r>
      <w:r w:rsidR="003A025E" w:rsidRPr="004572A7">
        <w:t xml:space="preserve"> ; </w:t>
      </w:r>
      <w:r w:rsidRPr="004F1596">
        <w:t>dans ce cas aussi tout était à recommencer</w:t>
      </w:r>
      <w:r w:rsidR="003A025E" w:rsidRPr="004572A7">
        <w:t>.</w:t>
      </w:r>
    </w:p>
    <w:p w14:paraId="16FBB232" w14:textId="77777777" w:rsidR="003A025E" w:rsidRPr="004572A7" w:rsidRDefault="004F1596" w:rsidP="004F1596">
      <w:r w:rsidRPr="004F1596">
        <w:t>Tout d</w:t>
      </w:r>
      <w:r w:rsidR="003A025E" w:rsidRPr="004572A7">
        <w:t>’</w:t>
      </w:r>
      <w:r w:rsidRPr="004F1596">
        <w:t>abord</w:t>
      </w:r>
      <w:r w:rsidR="003A025E" w:rsidRPr="004572A7">
        <w:t xml:space="preserve">, </w:t>
      </w:r>
      <w:r w:rsidRPr="004F1596">
        <w:t>je le suivis avec succès en me tenant</w:t>
      </w:r>
      <w:r w:rsidR="003A025E" w:rsidRPr="004572A7">
        <w:t xml:space="preserve">, </w:t>
      </w:r>
      <w:r w:rsidRPr="004F1596">
        <w:t>environ</w:t>
      </w:r>
      <w:r w:rsidR="003A025E" w:rsidRPr="004572A7">
        <w:t xml:space="preserve">, </w:t>
      </w:r>
      <w:r w:rsidRPr="004F1596">
        <w:t>à une cinquantaine de mètres de lui</w:t>
      </w:r>
      <w:r w:rsidR="003A025E" w:rsidRPr="004572A7">
        <w:t xml:space="preserve">. </w:t>
      </w:r>
      <w:r w:rsidRPr="004F1596">
        <w:t>Il passa devant la mairie</w:t>
      </w:r>
      <w:r w:rsidR="003A025E" w:rsidRPr="004572A7">
        <w:t xml:space="preserve">, </w:t>
      </w:r>
      <w:r w:rsidRPr="004F1596">
        <w:t>descendit la rue Mazagran et se dirigea vers le Port-Vieux</w:t>
      </w:r>
      <w:r w:rsidR="003A025E" w:rsidRPr="004572A7">
        <w:t xml:space="preserve">. </w:t>
      </w:r>
      <w:r w:rsidRPr="004F1596">
        <w:t xml:space="preserve">Nous arrivâmes ainsi à la villa </w:t>
      </w:r>
      <w:proofErr w:type="spellStart"/>
      <w:r w:rsidRPr="004F1596">
        <w:rPr>
          <w:i/>
          <w:iCs/>
        </w:rPr>
        <w:t>Belza</w:t>
      </w:r>
      <w:proofErr w:type="spellEnd"/>
      <w:r w:rsidRPr="004F1596">
        <w:t xml:space="preserve"> dont la grande tourelle se profilait sur les rochers avancés</w:t>
      </w:r>
      <w:r w:rsidR="003A025E" w:rsidRPr="004572A7">
        <w:t xml:space="preserve">, </w:t>
      </w:r>
      <w:r w:rsidRPr="004F1596">
        <w:t>au milieu de la mer</w:t>
      </w:r>
      <w:r w:rsidR="003A025E" w:rsidRPr="004572A7">
        <w:t xml:space="preserve">, </w:t>
      </w:r>
      <w:r w:rsidRPr="004F1596">
        <w:t>comme un donjon féodal</w:t>
      </w:r>
      <w:r w:rsidR="003A025E" w:rsidRPr="004572A7">
        <w:t>.</w:t>
      </w:r>
    </w:p>
    <w:p w14:paraId="50EFF7D0" w14:textId="77777777" w:rsidR="003A025E" w:rsidRPr="004572A7" w:rsidRDefault="004F1596" w:rsidP="004F1596">
      <w:r w:rsidRPr="004F1596">
        <w:t>Les vagues se jetaient furieusement contre la côte et venaient s</w:t>
      </w:r>
      <w:r w:rsidR="003A025E" w:rsidRPr="004572A7">
        <w:t>’</w:t>
      </w:r>
      <w:r w:rsidRPr="004F1596">
        <w:t>engouffrer</w:t>
      </w:r>
      <w:r w:rsidR="003A025E" w:rsidRPr="004572A7">
        <w:t xml:space="preserve">, </w:t>
      </w:r>
      <w:r w:rsidRPr="004F1596">
        <w:t>avec un bruit assourdissant</w:t>
      </w:r>
      <w:r w:rsidR="003A025E" w:rsidRPr="004572A7">
        <w:t xml:space="preserve">, </w:t>
      </w:r>
      <w:r w:rsidRPr="004F1596">
        <w:t>dans les anfractuosités de la falaise</w:t>
      </w:r>
      <w:r w:rsidR="003A025E" w:rsidRPr="004572A7">
        <w:t xml:space="preserve">. </w:t>
      </w:r>
      <w:r w:rsidRPr="004F1596">
        <w:t>Le mauvais temps favorisait mes projets</w:t>
      </w:r>
      <w:r w:rsidR="003A025E" w:rsidRPr="004572A7">
        <w:t xml:space="preserve">. </w:t>
      </w:r>
      <w:r w:rsidRPr="004F1596">
        <w:t>Il aurait fallu que Surgères fût doué d</w:t>
      </w:r>
      <w:r w:rsidR="003A025E" w:rsidRPr="004572A7">
        <w:t>’</w:t>
      </w:r>
      <w:r w:rsidRPr="004F1596">
        <w:t>une ouïe surnaturelle</w:t>
      </w:r>
      <w:r w:rsidR="003A025E" w:rsidRPr="004572A7">
        <w:t xml:space="preserve">, </w:t>
      </w:r>
      <w:r w:rsidRPr="004F1596">
        <w:t>pour distinguer le bruit imperceptible de mes pas parmi le vacarme de la tempête</w:t>
      </w:r>
      <w:r w:rsidR="003A025E" w:rsidRPr="004572A7">
        <w:t xml:space="preserve">. </w:t>
      </w:r>
      <w:r w:rsidRPr="004F1596">
        <w:t>Néanmoins</w:t>
      </w:r>
      <w:r w:rsidR="003A025E" w:rsidRPr="004572A7">
        <w:t xml:space="preserve">, </w:t>
      </w:r>
      <w:r w:rsidRPr="004F1596">
        <w:t>je me tenais sur mes gardes</w:t>
      </w:r>
      <w:r w:rsidR="003A025E" w:rsidRPr="004572A7">
        <w:t xml:space="preserve">, </w:t>
      </w:r>
      <w:r w:rsidRPr="004F1596">
        <w:t>et je marchais avec plus de précaution que jamais</w:t>
      </w:r>
      <w:r w:rsidR="003A025E" w:rsidRPr="004572A7">
        <w:t xml:space="preserve">, </w:t>
      </w:r>
      <w:r w:rsidRPr="004F1596">
        <w:t>car la majeure partie de la route</w:t>
      </w:r>
      <w:r w:rsidR="003A025E" w:rsidRPr="004572A7">
        <w:t xml:space="preserve">, </w:t>
      </w:r>
      <w:r w:rsidRPr="004F1596">
        <w:t xml:space="preserve">qui va de la villa </w:t>
      </w:r>
      <w:proofErr w:type="spellStart"/>
      <w:r w:rsidRPr="004F1596">
        <w:rPr>
          <w:i/>
          <w:iCs/>
        </w:rPr>
        <w:t>Belza</w:t>
      </w:r>
      <w:proofErr w:type="spellEnd"/>
      <w:r w:rsidRPr="004F1596">
        <w:t xml:space="preserve"> à l</w:t>
      </w:r>
      <w:r w:rsidR="003A025E" w:rsidRPr="004572A7">
        <w:t>’</w:t>
      </w:r>
      <w:r w:rsidRPr="004F1596">
        <w:t>autre extrémité de la falaise</w:t>
      </w:r>
      <w:r w:rsidR="003A025E" w:rsidRPr="004572A7">
        <w:t xml:space="preserve">, </w:t>
      </w:r>
      <w:r w:rsidRPr="004F1596">
        <w:t>est en ligne droite et totalement dépourvue d</w:t>
      </w:r>
      <w:r w:rsidR="003A025E" w:rsidRPr="004572A7">
        <w:t>’</w:t>
      </w:r>
      <w:r w:rsidRPr="004F1596">
        <w:t>arbres et d</w:t>
      </w:r>
      <w:r w:rsidR="003A025E" w:rsidRPr="004572A7">
        <w:t>’</w:t>
      </w:r>
      <w:r w:rsidRPr="004F1596">
        <w:t>habitations</w:t>
      </w:r>
      <w:r w:rsidR="003A025E" w:rsidRPr="004572A7">
        <w:t xml:space="preserve">. </w:t>
      </w:r>
      <w:r w:rsidRPr="004F1596">
        <w:t>De sorte que</w:t>
      </w:r>
      <w:r w:rsidR="003A025E" w:rsidRPr="004572A7">
        <w:t xml:space="preserve">, </w:t>
      </w:r>
      <w:r w:rsidRPr="004F1596">
        <w:t>le cas échéant</w:t>
      </w:r>
      <w:r w:rsidR="003A025E" w:rsidRPr="004572A7">
        <w:t xml:space="preserve">, </w:t>
      </w:r>
      <w:r w:rsidRPr="004F1596">
        <w:t>il m</w:t>
      </w:r>
      <w:r w:rsidR="003A025E" w:rsidRPr="004572A7">
        <w:t>’</w:t>
      </w:r>
      <w:r w:rsidRPr="004F1596">
        <w:t>eût été impossible de me dissimuler derrière le moindre abri</w:t>
      </w:r>
      <w:r w:rsidR="003A025E" w:rsidRPr="004572A7">
        <w:t>.</w:t>
      </w:r>
    </w:p>
    <w:p w14:paraId="2102C3A0" w14:textId="77777777" w:rsidR="003A025E" w:rsidRPr="004572A7" w:rsidRDefault="004F1596" w:rsidP="004F1596">
      <w:r w:rsidRPr="004F1596">
        <w:t>Je redoublais de précautions</w:t>
      </w:r>
      <w:r w:rsidR="003A025E" w:rsidRPr="004572A7">
        <w:t xml:space="preserve">. </w:t>
      </w:r>
      <w:r w:rsidRPr="004F1596">
        <w:t>J</w:t>
      </w:r>
      <w:r w:rsidR="003A025E" w:rsidRPr="004572A7">
        <w:t>’</w:t>
      </w:r>
      <w:r w:rsidRPr="004F1596">
        <w:t>avais comme l</w:t>
      </w:r>
      <w:r w:rsidR="003A025E" w:rsidRPr="004572A7">
        <w:t>’</w:t>
      </w:r>
      <w:r w:rsidRPr="004F1596">
        <w:t>intuition bien nette que quelque chose allait se produire</w:t>
      </w:r>
      <w:r w:rsidR="003A025E" w:rsidRPr="004572A7">
        <w:t>.</w:t>
      </w:r>
    </w:p>
    <w:p w14:paraId="02179B88" w14:textId="77777777" w:rsidR="003A025E" w:rsidRPr="004572A7" w:rsidRDefault="004F1596" w:rsidP="004F1596">
      <w:r w:rsidRPr="004F1596">
        <w:t>Bonne inspiration</w:t>
      </w:r>
      <w:r w:rsidR="003A025E" w:rsidRPr="004572A7">
        <w:t xml:space="preserve">, </w:t>
      </w:r>
      <w:r w:rsidRPr="004F1596">
        <w:t>en effet</w:t>
      </w:r>
      <w:r w:rsidR="003A025E" w:rsidRPr="004572A7">
        <w:t xml:space="preserve">… </w:t>
      </w:r>
      <w:r w:rsidRPr="004F1596">
        <w:t>brusquement</w:t>
      </w:r>
      <w:r w:rsidR="003A025E" w:rsidRPr="004572A7">
        <w:t xml:space="preserve">, </w:t>
      </w:r>
      <w:r w:rsidRPr="004F1596">
        <w:t>Surgères s</w:t>
      </w:r>
      <w:r w:rsidR="003A025E" w:rsidRPr="004572A7">
        <w:t>’</w:t>
      </w:r>
      <w:r w:rsidRPr="004F1596">
        <w:t>arrêta</w:t>
      </w:r>
      <w:r w:rsidR="003A025E" w:rsidRPr="004572A7">
        <w:t xml:space="preserve">, </w:t>
      </w:r>
      <w:proofErr w:type="gramStart"/>
      <w:r w:rsidRPr="004F1596">
        <w:t>fit</w:t>
      </w:r>
      <w:proofErr w:type="gramEnd"/>
      <w:r w:rsidRPr="004F1596">
        <w:t xml:space="preserve"> demi-tour et revint précipitamment sur ses pas</w:t>
      </w:r>
      <w:r w:rsidR="003A025E" w:rsidRPr="004572A7">
        <w:t xml:space="preserve">… </w:t>
      </w:r>
      <w:r w:rsidRPr="004F1596">
        <w:t xml:space="preserve">Je </w:t>
      </w:r>
      <w:r w:rsidRPr="004F1596">
        <w:lastRenderedPageBreak/>
        <w:t>n</w:t>
      </w:r>
      <w:r w:rsidR="003A025E" w:rsidRPr="004572A7">
        <w:t>’</w:t>
      </w:r>
      <w:r w:rsidRPr="004F1596">
        <w:t>eus que le temps de me jeter à plat ventre</w:t>
      </w:r>
      <w:r w:rsidR="003A025E" w:rsidRPr="004572A7">
        <w:t xml:space="preserve">, </w:t>
      </w:r>
      <w:r w:rsidRPr="004F1596">
        <w:t>dans un semblant de fossé</w:t>
      </w:r>
      <w:r w:rsidR="003A025E" w:rsidRPr="004572A7">
        <w:t xml:space="preserve">, </w:t>
      </w:r>
      <w:r w:rsidRPr="004F1596">
        <w:t>au pied de la falaise et j</w:t>
      </w:r>
      <w:r w:rsidR="003A025E" w:rsidRPr="004572A7">
        <w:t>’</w:t>
      </w:r>
      <w:r w:rsidRPr="004F1596">
        <w:t>attendis</w:t>
      </w:r>
      <w:r w:rsidR="003A025E" w:rsidRPr="004572A7">
        <w:t xml:space="preserve">, </w:t>
      </w:r>
      <w:r w:rsidRPr="004F1596">
        <w:t>le cœur battant</w:t>
      </w:r>
      <w:r w:rsidR="003A025E" w:rsidRPr="004572A7">
        <w:t xml:space="preserve">, </w:t>
      </w:r>
      <w:r w:rsidRPr="004F1596">
        <w:t>retenant mon souffle</w:t>
      </w:r>
      <w:r w:rsidR="003A025E" w:rsidRPr="004572A7">
        <w:t>.</w:t>
      </w:r>
    </w:p>
    <w:p w14:paraId="5EB6720B" w14:textId="77777777" w:rsidR="003A025E" w:rsidRPr="004572A7" w:rsidRDefault="004F1596" w:rsidP="004F1596">
      <w:r w:rsidRPr="004F1596">
        <w:t>Il me dépassa d</w:t>
      </w:r>
      <w:r w:rsidR="003A025E" w:rsidRPr="004572A7">
        <w:t>’</w:t>
      </w:r>
      <w:r w:rsidRPr="004F1596">
        <w:t>une dizaine de mètres</w:t>
      </w:r>
      <w:r w:rsidR="003A025E" w:rsidRPr="004572A7">
        <w:t xml:space="preserve">, </w:t>
      </w:r>
      <w:r w:rsidRPr="004F1596">
        <w:t>puis s</w:t>
      </w:r>
      <w:r w:rsidR="003A025E" w:rsidRPr="004572A7">
        <w:t>’</w:t>
      </w:r>
      <w:r w:rsidRPr="004F1596">
        <w:t>arrêta de nouveau et je vis</w:t>
      </w:r>
      <w:r w:rsidR="003A025E" w:rsidRPr="004572A7">
        <w:t xml:space="preserve">, </w:t>
      </w:r>
      <w:r w:rsidRPr="004F1596">
        <w:t>derrière moi</w:t>
      </w:r>
      <w:r w:rsidR="003A025E" w:rsidRPr="004572A7">
        <w:t xml:space="preserve">, </w:t>
      </w:r>
      <w:r w:rsidRPr="004F1596">
        <w:t xml:space="preserve">la route apparaître </w:t>
      </w:r>
      <w:proofErr w:type="gramStart"/>
      <w:r w:rsidRPr="004F1596">
        <w:t>toute</w:t>
      </w:r>
      <w:proofErr w:type="gramEnd"/>
      <w:r w:rsidRPr="004F1596">
        <w:t xml:space="preserve"> argentée dans une traînée de lumière</w:t>
      </w:r>
      <w:r w:rsidR="003A025E" w:rsidRPr="004572A7">
        <w:t xml:space="preserve">, </w:t>
      </w:r>
      <w:r w:rsidRPr="004F1596">
        <w:t>puis s</w:t>
      </w:r>
      <w:r w:rsidR="003A025E" w:rsidRPr="004572A7">
        <w:t>’</w:t>
      </w:r>
      <w:r w:rsidRPr="004F1596">
        <w:t>enténébrer presque aussitôt</w:t>
      </w:r>
      <w:r w:rsidR="003A025E" w:rsidRPr="004572A7">
        <w:t xml:space="preserve">. </w:t>
      </w:r>
      <w:r w:rsidRPr="004F1596">
        <w:t>Il avait sans doute un petit projecteur électrique dont il venait de se servir</w:t>
      </w:r>
      <w:r w:rsidR="003A025E" w:rsidRPr="004572A7">
        <w:t>.</w:t>
      </w:r>
    </w:p>
    <w:p w14:paraId="1841EE56" w14:textId="77777777" w:rsidR="003A025E" w:rsidRPr="004572A7" w:rsidRDefault="004F1596" w:rsidP="004F1596">
      <w:r w:rsidRPr="004F1596">
        <w:t>J</w:t>
      </w:r>
      <w:r w:rsidR="003A025E" w:rsidRPr="004572A7">
        <w:t>’</w:t>
      </w:r>
      <w:r w:rsidRPr="004F1596">
        <w:t>étais stupéfait d</w:t>
      </w:r>
      <w:r w:rsidR="003A025E" w:rsidRPr="004572A7">
        <w:t>’</w:t>
      </w:r>
      <w:r w:rsidRPr="004F1596">
        <w:t>une telle ruse</w:t>
      </w:r>
      <w:r w:rsidR="003A025E" w:rsidRPr="004572A7">
        <w:t> !</w:t>
      </w:r>
    </w:p>
    <w:p w14:paraId="346117A9" w14:textId="77777777" w:rsidR="003A025E" w:rsidRPr="004572A7" w:rsidRDefault="004F1596" w:rsidP="004F1596">
      <w:r w:rsidRPr="004F1596">
        <w:t>Il n</w:t>
      </w:r>
      <w:r w:rsidR="003A025E" w:rsidRPr="004572A7">
        <w:t>’</w:t>
      </w:r>
      <w:r w:rsidRPr="004F1596">
        <w:t>avait certainement pas la conviction d</w:t>
      </w:r>
      <w:r w:rsidR="003A025E" w:rsidRPr="004572A7">
        <w:t>’</w:t>
      </w:r>
      <w:r w:rsidRPr="004F1596">
        <w:t>avoir été suivi</w:t>
      </w:r>
      <w:r w:rsidR="003A025E" w:rsidRPr="004572A7">
        <w:t xml:space="preserve"> ; </w:t>
      </w:r>
      <w:r w:rsidRPr="004F1596">
        <w:t>c</w:t>
      </w:r>
      <w:r w:rsidR="003A025E" w:rsidRPr="004572A7">
        <w:t>’</w:t>
      </w:r>
      <w:r w:rsidRPr="004F1596">
        <w:t>était donc par mesure de précaution qu</w:t>
      </w:r>
      <w:r w:rsidR="003A025E" w:rsidRPr="004572A7">
        <w:t>’</w:t>
      </w:r>
      <w:r w:rsidRPr="004F1596">
        <w:t>il avait adopté cette tactique et si bien choisi l</w:t>
      </w:r>
      <w:r w:rsidR="003A025E" w:rsidRPr="004572A7">
        <w:t>’</w:t>
      </w:r>
      <w:r w:rsidRPr="004F1596">
        <w:t>endroit où il aurait facilement pu me surprendre</w:t>
      </w:r>
      <w:r w:rsidR="003A025E" w:rsidRPr="004572A7">
        <w:t xml:space="preserve">, </w:t>
      </w:r>
      <w:r w:rsidRPr="004F1596">
        <w:t>s</w:t>
      </w:r>
      <w:r w:rsidR="003A025E" w:rsidRPr="004572A7">
        <w:t>’</w:t>
      </w:r>
      <w:r w:rsidRPr="004F1596">
        <w:t>il s</w:t>
      </w:r>
      <w:r w:rsidR="003A025E" w:rsidRPr="004572A7">
        <w:t>’</w:t>
      </w:r>
      <w:r w:rsidRPr="004F1596">
        <w:t>était arrêté quelques mètres plus près</w:t>
      </w:r>
      <w:r w:rsidR="003A025E" w:rsidRPr="004572A7">
        <w:t xml:space="preserve">. </w:t>
      </w:r>
      <w:r w:rsidRPr="004F1596">
        <w:t>Il devait être très méfiant</w:t>
      </w:r>
      <w:r w:rsidR="003A025E" w:rsidRPr="004572A7">
        <w:t xml:space="preserve">. </w:t>
      </w:r>
      <w:r w:rsidRPr="004F1596">
        <w:t>De plus</w:t>
      </w:r>
      <w:r w:rsidR="003A025E" w:rsidRPr="004572A7">
        <w:t xml:space="preserve">, </w:t>
      </w:r>
      <w:r w:rsidRPr="004F1596">
        <w:t>on ne pouvait se dissimuler qu</w:t>
      </w:r>
      <w:r w:rsidR="003A025E" w:rsidRPr="004572A7">
        <w:t>’</w:t>
      </w:r>
      <w:r w:rsidRPr="004F1596">
        <w:t>il avait un gros intérêt à agir ainsi et tenait essentiellement à laisser ignorer le lieu où il se rendait</w:t>
      </w:r>
      <w:r w:rsidR="003A025E" w:rsidRPr="004572A7">
        <w:t>.</w:t>
      </w:r>
    </w:p>
    <w:p w14:paraId="0BD56DA3" w14:textId="77777777" w:rsidR="003A025E" w:rsidRPr="004572A7" w:rsidRDefault="004F1596" w:rsidP="004F1596">
      <w:r w:rsidRPr="004F1596">
        <w:t>Il parut satisfait de son examen et repassa devant moi</w:t>
      </w:r>
      <w:r w:rsidR="003A025E" w:rsidRPr="004572A7">
        <w:t xml:space="preserve">, </w:t>
      </w:r>
      <w:r w:rsidRPr="004F1596">
        <w:t>sur la route</w:t>
      </w:r>
      <w:r w:rsidR="003A025E" w:rsidRPr="004572A7">
        <w:t xml:space="preserve">, </w:t>
      </w:r>
      <w:r w:rsidRPr="004F1596">
        <w:t>en pressant le pas</w:t>
      </w:r>
      <w:r w:rsidR="003A025E" w:rsidRPr="004572A7">
        <w:t xml:space="preserve">. </w:t>
      </w:r>
      <w:r w:rsidRPr="004F1596">
        <w:t>Je me relevai</w:t>
      </w:r>
      <w:r w:rsidR="003A025E" w:rsidRPr="004572A7">
        <w:t xml:space="preserve">, </w:t>
      </w:r>
      <w:r w:rsidRPr="004F1596">
        <w:t>de plus en plus intrigué par des allures aussi suspectes</w:t>
      </w:r>
      <w:r w:rsidR="003A025E" w:rsidRPr="004572A7">
        <w:t xml:space="preserve">. </w:t>
      </w:r>
      <w:r w:rsidRPr="004F1596">
        <w:t>Au vrai</w:t>
      </w:r>
      <w:r w:rsidR="003A025E" w:rsidRPr="004572A7">
        <w:t xml:space="preserve">, </w:t>
      </w:r>
      <w:r w:rsidRPr="004F1596">
        <w:t>je me sentais devenir inquiet</w:t>
      </w:r>
      <w:r w:rsidR="003A025E" w:rsidRPr="004572A7">
        <w:t xml:space="preserve">, </w:t>
      </w:r>
      <w:r w:rsidRPr="004F1596">
        <w:t>nerveux et je tremblais</w:t>
      </w:r>
      <w:r w:rsidR="003A025E" w:rsidRPr="004572A7">
        <w:t xml:space="preserve">, </w:t>
      </w:r>
      <w:r w:rsidRPr="004F1596">
        <w:t>en songeant à cette satanée lampe électrique</w:t>
      </w:r>
      <w:r w:rsidR="003A025E" w:rsidRPr="004572A7">
        <w:t>…</w:t>
      </w:r>
    </w:p>
    <w:p w14:paraId="15DBC562" w14:textId="77777777" w:rsidR="003A025E" w:rsidRPr="004572A7" w:rsidRDefault="003A025E" w:rsidP="004F1596">
      <w:r w:rsidRPr="004572A7">
        <w:t>— </w:t>
      </w:r>
      <w:r w:rsidR="004F1596" w:rsidRPr="004F1596">
        <w:t>Si la fantaisie lui prend</w:t>
      </w:r>
      <w:r w:rsidRPr="004572A7">
        <w:t xml:space="preserve">, </w:t>
      </w:r>
      <w:r w:rsidR="004F1596" w:rsidRPr="004F1596">
        <w:t>pensai-je</w:t>
      </w:r>
      <w:r w:rsidRPr="004572A7">
        <w:t xml:space="preserve">, </w:t>
      </w:r>
      <w:r w:rsidR="004F1596" w:rsidRPr="004F1596">
        <w:t>de recommencer sa manœuvre</w:t>
      </w:r>
      <w:r w:rsidRPr="004572A7">
        <w:t xml:space="preserve">, </w:t>
      </w:r>
      <w:r w:rsidR="004F1596" w:rsidRPr="004F1596">
        <w:t>il n</w:t>
      </w:r>
      <w:r w:rsidRPr="004572A7">
        <w:t>’</w:t>
      </w:r>
      <w:r w:rsidR="004F1596" w:rsidRPr="004F1596">
        <w:t>est pas certain que j</w:t>
      </w:r>
      <w:r w:rsidRPr="004572A7">
        <w:t>’</w:t>
      </w:r>
      <w:r w:rsidR="004F1596" w:rsidRPr="004F1596">
        <w:t>aurai autant de chance que cette fois-ci</w:t>
      </w:r>
      <w:r w:rsidRPr="004572A7">
        <w:t>.</w:t>
      </w:r>
    </w:p>
    <w:p w14:paraId="2B2FF8CD" w14:textId="77777777" w:rsidR="003A025E" w:rsidRPr="004572A7" w:rsidRDefault="004F1596" w:rsidP="004F1596">
      <w:r w:rsidRPr="004F1596">
        <w:t>Pourtant</w:t>
      </w:r>
      <w:r w:rsidR="003A025E" w:rsidRPr="004572A7">
        <w:t xml:space="preserve">, </w:t>
      </w:r>
      <w:r w:rsidRPr="004F1596">
        <w:t>la tournure que prenaient les événements ne pouvait qu</w:t>
      </w:r>
      <w:r w:rsidR="003A025E" w:rsidRPr="004572A7">
        <w:t>’</w:t>
      </w:r>
      <w:r w:rsidRPr="004F1596">
        <w:t>exciter</w:t>
      </w:r>
      <w:r w:rsidR="003A025E" w:rsidRPr="004572A7">
        <w:t xml:space="preserve">, </w:t>
      </w:r>
      <w:r w:rsidRPr="004F1596">
        <w:t>au plus haut point</w:t>
      </w:r>
      <w:r w:rsidR="003A025E" w:rsidRPr="004572A7">
        <w:t xml:space="preserve">, </w:t>
      </w:r>
      <w:r w:rsidRPr="004F1596">
        <w:t>ma curiosité et me faire persévérer dans mes projets</w:t>
      </w:r>
      <w:r w:rsidR="003A025E" w:rsidRPr="004572A7">
        <w:t xml:space="preserve">. </w:t>
      </w:r>
      <w:r w:rsidRPr="004F1596">
        <w:t>Il eût été désolant</w:t>
      </w:r>
      <w:r w:rsidR="003A025E" w:rsidRPr="004572A7">
        <w:t xml:space="preserve">, </w:t>
      </w:r>
      <w:r w:rsidRPr="004F1596">
        <w:t>absurde</w:t>
      </w:r>
      <w:r w:rsidR="003A025E" w:rsidRPr="004572A7">
        <w:t xml:space="preserve">, </w:t>
      </w:r>
      <w:r w:rsidRPr="004F1596">
        <w:t>au moment où j</w:t>
      </w:r>
      <w:r w:rsidR="003A025E" w:rsidRPr="004572A7">
        <w:t>’</w:t>
      </w:r>
      <w:r w:rsidRPr="004F1596">
        <w:t>étais en assez bonne posture</w:t>
      </w:r>
      <w:r w:rsidR="003A025E" w:rsidRPr="004572A7">
        <w:t xml:space="preserve">, </w:t>
      </w:r>
      <w:r w:rsidRPr="004F1596">
        <w:t>peut-être même sur le point de toucher au but</w:t>
      </w:r>
      <w:r w:rsidR="003A025E" w:rsidRPr="004572A7">
        <w:t xml:space="preserve">, </w:t>
      </w:r>
      <w:r w:rsidRPr="004F1596">
        <w:t>de n</w:t>
      </w:r>
      <w:r w:rsidR="003A025E" w:rsidRPr="004572A7">
        <w:t>’</w:t>
      </w:r>
      <w:r w:rsidRPr="004F1596">
        <w:t xml:space="preserve">avoir pas davantage de </w:t>
      </w:r>
      <w:r w:rsidRPr="004F1596">
        <w:lastRenderedPageBreak/>
        <w:t>volonté</w:t>
      </w:r>
      <w:r w:rsidR="003A025E" w:rsidRPr="004572A7">
        <w:t xml:space="preserve">. </w:t>
      </w:r>
      <w:r w:rsidRPr="004F1596">
        <w:t>Non</w:t>
      </w:r>
      <w:r w:rsidR="003A025E" w:rsidRPr="004572A7">
        <w:t xml:space="preserve">, </w:t>
      </w:r>
      <w:r w:rsidRPr="004F1596">
        <w:t>je n</w:t>
      </w:r>
      <w:r w:rsidR="003A025E" w:rsidRPr="004572A7">
        <w:t>’</w:t>
      </w:r>
      <w:r w:rsidRPr="004F1596">
        <w:t>avais pas le droit d</w:t>
      </w:r>
      <w:r w:rsidR="003A025E" w:rsidRPr="004572A7">
        <w:t>’</w:t>
      </w:r>
      <w:r w:rsidRPr="004F1596">
        <w:t>échouer dans mon entreprise</w:t>
      </w:r>
      <w:r w:rsidR="003A025E" w:rsidRPr="004572A7">
        <w:t xml:space="preserve">, </w:t>
      </w:r>
      <w:r w:rsidRPr="004F1596">
        <w:t>par suite d</w:t>
      </w:r>
      <w:r w:rsidR="003A025E" w:rsidRPr="004572A7">
        <w:t>’</w:t>
      </w:r>
      <w:r w:rsidRPr="004F1596">
        <w:t>un manque de sang-froid</w:t>
      </w:r>
      <w:r w:rsidR="003A025E" w:rsidRPr="004572A7">
        <w:t>.</w:t>
      </w:r>
    </w:p>
    <w:p w14:paraId="6A688CCA" w14:textId="77777777" w:rsidR="003A025E" w:rsidRPr="004572A7" w:rsidRDefault="004F1596" w:rsidP="004F1596">
      <w:r w:rsidRPr="004F1596">
        <w:t xml:space="preserve">Je </w:t>
      </w:r>
      <w:proofErr w:type="gramStart"/>
      <w:r w:rsidRPr="004F1596">
        <w:t>fis</w:t>
      </w:r>
      <w:proofErr w:type="gramEnd"/>
      <w:r w:rsidRPr="004F1596">
        <w:t xml:space="preserve"> donc un effort et je repris confiance en moi-même</w:t>
      </w:r>
      <w:r w:rsidR="003A025E" w:rsidRPr="004572A7">
        <w:t>.</w:t>
      </w:r>
    </w:p>
    <w:p w14:paraId="47EE03B0" w14:textId="77777777" w:rsidR="003A025E" w:rsidRPr="004572A7" w:rsidRDefault="004F1596" w:rsidP="004F1596">
      <w:r w:rsidRPr="004F1596">
        <w:t>Surgères était arrivé déjà auprès de l</w:t>
      </w:r>
      <w:r w:rsidR="003A025E" w:rsidRPr="004572A7">
        <w:t>’</w:t>
      </w:r>
      <w:r w:rsidRPr="004F1596">
        <w:t>établissement de bains</w:t>
      </w:r>
      <w:r w:rsidR="003A025E" w:rsidRPr="004572A7">
        <w:t xml:space="preserve">, </w:t>
      </w:r>
      <w:r w:rsidRPr="004F1596">
        <w:t>situé à l</w:t>
      </w:r>
      <w:r w:rsidR="003A025E" w:rsidRPr="004572A7">
        <w:t>’</w:t>
      </w:r>
      <w:r w:rsidRPr="004F1596">
        <w:t>extrémité de la jetée</w:t>
      </w:r>
      <w:r w:rsidR="003A025E" w:rsidRPr="004572A7">
        <w:t xml:space="preserve">. </w:t>
      </w:r>
      <w:r w:rsidRPr="004F1596">
        <w:t>Je le vis s</w:t>
      </w:r>
      <w:r w:rsidR="003A025E" w:rsidRPr="004572A7">
        <w:t>’</w:t>
      </w:r>
      <w:r w:rsidRPr="004F1596">
        <w:t>engager dans le petit chemin qui monte en lacets vers la ville haute</w:t>
      </w:r>
      <w:r w:rsidR="003A025E" w:rsidRPr="004572A7">
        <w:t xml:space="preserve">. </w:t>
      </w:r>
      <w:r w:rsidRPr="004F1596">
        <w:t>En le suivant</w:t>
      </w:r>
      <w:r w:rsidR="003A025E" w:rsidRPr="004572A7">
        <w:t xml:space="preserve">, </w:t>
      </w:r>
      <w:r w:rsidRPr="004F1596">
        <w:t>j</w:t>
      </w:r>
      <w:r w:rsidR="003A025E" w:rsidRPr="004572A7">
        <w:t>’</w:t>
      </w:r>
      <w:r w:rsidRPr="004F1596">
        <w:t>arrivai</w:t>
      </w:r>
      <w:r w:rsidR="003A025E" w:rsidRPr="004572A7">
        <w:t xml:space="preserve">, </w:t>
      </w:r>
      <w:r w:rsidRPr="004F1596">
        <w:t>sur ses talons</w:t>
      </w:r>
      <w:r w:rsidR="003A025E" w:rsidRPr="004572A7">
        <w:t xml:space="preserve">, </w:t>
      </w:r>
      <w:r w:rsidRPr="004F1596">
        <w:t xml:space="preserve">devant la villa </w:t>
      </w:r>
      <w:proofErr w:type="spellStart"/>
      <w:r w:rsidRPr="004F1596">
        <w:rPr>
          <w:i/>
          <w:iCs/>
        </w:rPr>
        <w:t>Bista</w:t>
      </w:r>
      <w:proofErr w:type="spellEnd"/>
      <w:r w:rsidRPr="004F1596">
        <w:rPr>
          <w:i/>
          <w:iCs/>
        </w:rPr>
        <w:t xml:space="preserve"> </w:t>
      </w:r>
      <w:proofErr w:type="spellStart"/>
      <w:r w:rsidRPr="004F1596">
        <w:rPr>
          <w:i/>
          <w:iCs/>
        </w:rPr>
        <w:t>Ederra</w:t>
      </w:r>
      <w:proofErr w:type="spellEnd"/>
      <w:r w:rsidR="003A025E" w:rsidRPr="004572A7">
        <w:rPr>
          <w:i/>
          <w:iCs/>
        </w:rPr>
        <w:t xml:space="preserve">, </w:t>
      </w:r>
      <w:r w:rsidRPr="004F1596">
        <w:t>au sommet de la falaise</w:t>
      </w:r>
      <w:r w:rsidR="003A025E" w:rsidRPr="004572A7">
        <w:t xml:space="preserve">. </w:t>
      </w:r>
      <w:r w:rsidRPr="004F1596">
        <w:t>Là</w:t>
      </w:r>
      <w:r w:rsidR="003A025E" w:rsidRPr="004572A7">
        <w:t xml:space="preserve">, </w:t>
      </w:r>
      <w:r w:rsidRPr="004F1596">
        <w:t>il s</w:t>
      </w:r>
      <w:r w:rsidR="003A025E" w:rsidRPr="004572A7">
        <w:t>’</w:t>
      </w:r>
      <w:r w:rsidRPr="004F1596">
        <w:t>arrêta un instant</w:t>
      </w:r>
      <w:r w:rsidR="003A025E" w:rsidRPr="004572A7">
        <w:t xml:space="preserve">, </w:t>
      </w:r>
      <w:r w:rsidRPr="004F1596">
        <w:t>alluma une cigarette</w:t>
      </w:r>
      <w:r w:rsidR="003A025E" w:rsidRPr="004572A7">
        <w:t xml:space="preserve">, </w:t>
      </w:r>
      <w:r w:rsidRPr="004F1596">
        <w:t>puis prit résolument la route de Guéthary</w:t>
      </w:r>
      <w:r w:rsidR="003A025E" w:rsidRPr="004572A7">
        <w:t>.</w:t>
      </w:r>
    </w:p>
    <w:p w14:paraId="11105CC5" w14:textId="77777777" w:rsidR="003A025E" w:rsidRPr="004572A7" w:rsidRDefault="004F1596" w:rsidP="004F1596">
      <w:r w:rsidRPr="004F1596">
        <w:t>Jusqu</w:t>
      </w:r>
      <w:r w:rsidR="003A025E" w:rsidRPr="004572A7">
        <w:t>’</w:t>
      </w:r>
      <w:r w:rsidRPr="004F1596">
        <w:t>alors</w:t>
      </w:r>
      <w:r w:rsidR="003A025E" w:rsidRPr="004572A7">
        <w:t xml:space="preserve">, </w:t>
      </w:r>
      <w:r w:rsidRPr="004F1596">
        <w:t>je n</w:t>
      </w:r>
      <w:r w:rsidR="003A025E" w:rsidRPr="004572A7">
        <w:t>’</w:t>
      </w:r>
      <w:r w:rsidRPr="004F1596">
        <w:t>avais eu aucun doute sur le véritable but de la promenade nocturne de Surgères</w:t>
      </w:r>
      <w:r w:rsidR="003A025E" w:rsidRPr="004572A7">
        <w:t xml:space="preserve">. </w:t>
      </w:r>
      <w:r w:rsidRPr="004F1596">
        <w:t>S</w:t>
      </w:r>
      <w:r w:rsidR="003A025E" w:rsidRPr="004572A7">
        <w:t>’</w:t>
      </w:r>
      <w:r w:rsidRPr="004F1596">
        <w:t>il ne s</w:t>
      </w:r>
      <w:r w:rsidR="003A025E" w:rsidRPr="004572A7">
        <w:t>’</w:t>
      </w:r>
      <w:r w:rsidRPr="004F1596">
        <w:t>était pas livré à cette marche arrière précipitée</w:t>
      </w:r>
      <w:r w:rsidR="003A025E" w:rsidRPr="004572A7">
        <w:t xml:space="preserve">, </w:t>
      </w:r>
      <w:r w:rsidRPr="004F1596">
        <w:t xml:space="preserve">aux environs de la villa </w:t>
      </w:r>
      <w:proofErr w:type="spellStart"/>
      <w:r w:rsidRPr="004F1596">
        <w:rPr>
          <w:i/>
          <w:iCs/>
        </w:rPr>
        <w:t>Belza</w:t>
      </w:r>
      <w:proofErr w:type="spellEnd"/>
      <w:r w:rsidR="003A025E" w:rsidRPr="004572A7">
        <w:rPr>
          <w:i/>
          <w:iCs/>
        </w:rPr>
        <w:t xml:space="preserve">, </w:t>
      </w:r>
      <w:r w:rsidRPr="004F1596">
        <w:t>j</w:t>
      </w:r>
      <w:r w:rsidR="003A025E" w:rsidRPr="004572A7">
        <w:t>’</w:t>
      </w:r>
      <w:r w:rsidRPr="004F1596">
        <w:t>aurais pu croire qu</w:t>
      </w:r>
      <w:r w:rsidR="003A025E" w:rsidRPr="004572A7">
        <w:t>’</w:t>
      </w:r>
      <w:r w:rsidRPr="004F1596">
        <w:t>il était très original</w:t>
      </w:r>
      <w:r w:rsidR="003A025E" w:rsidRPr="004572A7">
        <w:t xml:space="preserve">, </w:t>
      </w:r>
      <w:r w:rsidRPr="004F1596">
        <w:t>qu</w:t>
      </w:r>
      <w:r w:rsidR="003A025E" w:rsidRPr="004572A7">
        <w:t>’</w:t>
      </w:r>
      <w:r w:rsidRPr="004F1596">
        <w:t>il aimait simplement le charme captivant</w:t>
      </w:r>
      <w:r w:rsidR="003A025E" w:rsidRPr="004572A7">
        <w:t xml:space="preserve">, </w:t>
      </w:r>
      <w:r w:rsidRPr="004F1596">
        <w:t>et toujours nouveau</w:t>
      </w:r>
      <w:r w:rsidR="003A025E" w:rsidRPr="004572A7">
        <w:t xml:space="preserve">, </w:t>
      </w:r>
      <w:r w:rsidRPr="004F1596">
        <w:t>des nuits splendides de la côte basque</w:t>
      </w:r>
      <w:r w:rsidR="003A025E" w:rsidRPr="004572A7">
        <w:t>.</w:t>
      </w:r>
    </w:p>
    <w:p w14:paraId="3BC39F46" w14:textId="77777777" w:rsidR="003A025E" w:rsidRPr="004572A7" w:rsidRDefault="004F1596" w:rsidP="004F1596">
      <w:r w:rsidRPr="004F1596">
        <w:t>Mais</w:t>
      </w:r>
      <w:r w:rsidR="003A025E" w:rsidRPr="004572A7">
        <w:t xml:space="preserve">, </w:t>
      </w:r>
      <w:r w:rsidRPr="004F1596">
        <w:t>lorsque je le vis se diriger vers la route de Guéthary</w:t>
      </w:r>
      <w:r w:rsidR="003A025E" w:rsidRPr="004572A7">
        <w:t xml:space="preserve">, </w:t>
      </w:r>
      <w:r w:rsidRPr="004F1596">
        <w:t>je ressentis une commotion violente</w:t>
      </w:r>
      <w:r w:rsidR="003A025E" w:rsidRPr="004572A7">
        <w:t xml:space="preserve">, </w:t>
      </w:r>
      <w:r w:rsidRPr="004F1596">
        <w:t>semblable à celle qu</w:t>
      </w:r>
      <w:r w:rsidR="003A025E" w:rsidRPr="004572A7">
        <w:t>’</w:t>
      </w:r>
      <w:r w:rsidRPr="004F1596">
        <w:t>on éprouve lorsqu</w:t>
      </w:r>
      <w:r w:rsidR="003A025E" w:rsidRPr="004572A7">
        <w:t>’</w:t>
      </w:r>
      <w:r w:rsidRPr="004F1596">
        <w:t>un véhicule vient de vous frôler</w:t>
      </w:r>
      <w:r w:rsidR="003A025E" w:rsidRPr="004572A7">
        <w:t xml:space="preserve">, </w:t>
      </w:r>
      <w:r w:rsidRPr="004F1596">
        <w:t>dans sa course</w:t>
      </w:r>
      <w:r w:rsidR="003A025E" w:rsidRPr="004572A7">
        <w:t xml:space="preserve">. </w:t>
      </w:r>
      <w:r w:rsidRPr="004F1596">
        <w:t>Un pressentiment</w:t>
      </w:r>
      <w:r w:rsidR="003A025E" w:rsidRPr="004572A7">
        <w:t xml:space="preserve">, </w:t>
      </w:r>
      <w:r w:rsidRPr="004F1596">
        <w:t>me traversa l</w:t>
      </w:r>
      <w:r w:rsidR="003A025E" w:rsidRPr="004572A7">
        <w:t>’</w:t>
      </w:r>
      <w:r w:rsidRPr="004F1596">
        <w:t>esprit</w:t>
      </w:r>
      <w:r w:rsidR="003A025E" w:rsidRPr="004572A7">
        <w:t xml:space="preserve">, </w:t>
      </w:r>
      <w:r w:rsidRPr="004F1596">
        <w:t>comme un éclair</w:t>
      </w:r>
      <w:r w:rsidR="003A025E" w:rsidRPr="004572A7">
        <w:t> !</w:t>
      </w:r>
    </w:p>
    <w:p w14:paraId="5AC212A0" w14:textId="77777777" w:rsidR="003A025E" w:rsidRPr="004572A7" w:rsidRDefault="004F1596" w:rsidP="004F1596">
      <w:pPr>
        <w:rPr>
          <w:i/>
          <w:iCs/>
        </w:rPr>
      </w:pPr>
      <w:r w:rsidRPr="004F1596">
        <w:t xml:space="preserve">Surgères se rendait à la villa </w:t>
      </w:r>
      <w:proofErr w:type="spellStart"/>
      <w:r w:rsidRPr="004F1596">
        <w:rPr>
          <w:i/>
          <w:iCs/>
        </w:rPr>
        <w:t>Bakhea</w:t>
      </w:r>
      <w:proofErr w:type="spellEnd"/>
      <w:r w:rsidR="003A025E" w:rsidRPr="004572A7">
        <w:rPr>
          <w:i/>
          <w:iCs/>
        </w:rPr>
        <w:t> !!!…</w:t>
      </w:r>
    </w:p>
    <w:p w14:paraId="625167ED" w14:textId="77777777" w:rsidR="003A025E" w:rsidRPr="004572A7" w:rsidRDefault="004F1596" w:rsidP="004F1596">
      <w:r w:rsidRPr="004F1596">
        <w:t>Pourquoi cette idée avait-elle germé tout à coup dans mon cerveau</w:t>
      </w:r>
      <w:r w:rsidR="003A025E" w:rsidRPr="004572A7">
        <w:t xml:space="preserve"> ? </w:t>
      </w:r>
      <w:r w:rsidRPr="004F1596">
        <w:t>Je ne sais</w:t>
      </w:r>
      <w:r w:rsidR="003A025E" w:rsidRPr="004572A7">
        <w:t xml:space="preserve">. </w:t>
      </w:r>
      <w:r w:rsidRPr="004F1596">
        <w:t>Elle s</w:t>
      </w:r>
      <w:r w:rsidR="003A025E" w:rsidRPr="004572A7">
        <w:t>’</w:t>
      </w:r>
      <w:r w:rsidRPr="004F1596">
        <w:t>imposait</w:t>
      </w:r>
      <w:r w:rsidR="003A025E" w:rsidRPr="004572A7">
        <w:t xml:space="preserve">, </w:t>
      </w:r>
      <w:r w:rsidRPr="004F1596">
        <w:t>voilà tout</w:t>
      </w:r>
      <w:r w:rsidR="003A025E" w:rsidRPr="004572A7">
        <w:t xml:space="preserve"> ! </w:t>
      </w:r>
      <w:r w:rsidRPr="004F1596">
        <w:t>Et elle s</w:t>
      </w:r>
      <w:r w:rsidR="003A025E" w:rsidRPr="004572A7">
        <w:t>’</w:t>
      </w:r>
      <w:r w:rsidRPr="004F1596">
        <w:t>imposait à moi avec tant de force</w:t>
      </w:r>
      <w:r w:rsidR="003A025E" w:rsidRPr="004572A7">
        <w:t xml:space="preserve">, </w:t>
      </w:r>
      <w:r w:rsidRPr="004F1596">
        <w:t>qu</w:t>
      </w:r>
      <w:r w:rsidR="003A025E" w:rsidRPr="004572A7">
        <w:t>’</w:t>
      </w:r>
      <w:r w:rsidRPr="004F1596">
        <w:t>il n</w:t>
      </w:r>
      <w:r w:rsidR="003A025E" w:rsidRPr="004572A7">
        <w:t>’</w:t>
      </w:r>
      <w:r w:rsidRPr="004F1596">
        <w:t>était pas possible qu</w:t>
      </w:r>
      <w:r w:rsidR="003A025E" w:rsidRPr="004572A7">
        <w:t>’</w:t>
      </w:r>
      <w:r w:rsidRPr="004F1596">
        <w:t>elle ne fût point l</w:t>
      </w:r>
      <w:r w:rsidR="003A025E" w:rsidRPr="004572A7">
        <w:t>’</w:t>
      </w:r>
      <w:r w:rsidRPr="004F1596">
        <w:t>expression même de la vérité</w:t>
      </w:r>
      <w:r w:rsidR="003A025E" w:rsidRPr="004572A7">
        <w:t xml:space="preserve">. </w:t>
      </w:r>
      <w:r w:rsidRPr="004F1596">
        <w:t>Une sorte d</w:t>
      </w:r>
      <w:r w:rsidR="003A025E" w:rsidRPr="004572A7">
        <w:t>’</w:t>
      </w:r>
      <w:r w:rsidRPr="004F1596">
        <w:t>instinct</w:t>
      </w:r>
      <w:r w:rsidR="003A025E" w:rsidRPr="004572A7">
        <w:t xml:space="preserve">, </w:t>
      </w:r>
      <w:r w:rsidRPr="004F1596">
        <w:t>mieux</w:t>
      </w:r>
      <w:r w:rsidR="003A025E" w:rsidRPr="004572A7">
        <w:t xml:space="preserve">, </w:t>
      </w:r>
      <w:r w:rsidRPr="004F1596">
        <w:t>peut-être</w:t>
      </w:r>
      <w:r w:rsidR="003A025E" w:rsidRPr="004572A7">
        <w:t xml:space="preserve">, </w:t>
      </w:r>
      <w:r w:rsidRPr="004F1596">
        <w:t>un contact psychique m</w:t>
      </w:r>
      <w:r w:rsidR="003A025E" w:rsidRPr="004572A7">
        <w:t>’</w:t>
      </w:r>
      <w:r w:rsidRPr="004F1596">
        <w:t>avertissait que Surgères allait là et non ailleurs</w:t>
      </w:r>
      <w:r w:rsidR="003A025E" w:rsidRPr="004572A7">
        <w:t>.</w:t>
      </w:r>
    </w:p>
    <w:p w14:paraId="680CED33" w14:textId="77777777" w:rsidR="003A025E" w:rsidRPr="004572A7" w:rsidRDefault="004F1596" w:rsidP="004F1596">
      <w:r w:rsidRPr="004F1596">
        <w:t>Une émotion intense commençait à me gagner</w:t>
      </w:r>
      <w:r w:rsidR="003A025E" w:rsidRPr="004572A7">
        <w:t>.</w:t>
      </w:r>
    </w:p>
    <w:p w14:paraId="52F4B244" w14:textId="77777777" w:rsidR="003A025E" w:rsidRPr="004572A7" w:rsidRDefault="004F1596" w:rsidP="004F1596">
      <w:r w:rsidRPr="004F1596">
        <w:lastRenderedPageBreak/>
        <w:t>Qu</w:t>
      </w:r>
      <w:r w:rsidR="003A025E" w:rsidRPr="004572A7">
        <w:t>’</w:t>
      </w:r>
      <w:r w:rsidRPr="004F1596">
        <w:t>y avait-il donc de commun entre lui et cette étrange villa</w:t>
      </w:r>
      <w:r w:rsidR="003A025E" w:rsidRPr="004572A7">
        <w:t xml:space="preserve"> ? </w:t>
      </w:r>
      <w:r w:rsidRPr="004F1596">
        <w:t>J</w:t>
      </w:r>
      <w:r w:rsidR="003A025E" w:rsidRPr="004572A7">
        <w:t>’</w:t>
      </w:r>
      <w:r w:rsidRPr="004F1596">
        <w:t>étais peut-être sur le point de découvrir le mystère qui hantait mes jours et mes nuits depuis si longtemps</w:t>
      </w:r>
      <w:r w:rsidR="003A025E" w:rsidRPr="004572A7">
        <w:t xml:space="preserve">, </w:t>
      </w:r>
      <w:r w:rsidRPr="004F1596">
        <w:t>le mystère que je cherchais en vain à pénétrer</w:t>
      </w:r>
      <w:r w:rsidR="003A025E" w:rsidRPr="004572A7">
        <w:t xml:space="preserve">. </w:t>
      </w:r>
      <w:r w:rsidRPr="004F1596">
        <w:t>Il importait donc de redoubler de ruse</w:t>
      </w:r>
      <w:r w:rsidR="003A025E" w:rsidRPr="004572A7">
        <w:t xml:space="preserve">, </w:t>
      </w:r>
      <w:r w:rsidRPr="004F1596">
        <w:t>car Surgères ne pouvait manquer d</w:t>
      </w:r>
      <w:r w:rsidR="003A025E" w:rsidRPr="004572A7">
        <w:t>’</w:t>
      </w:r>
      <w:r w:rsidRPr="004F1596">
        <w:t>employer toutes sortes de stratagèmes</w:t>
      </w:r>
      <w:r w:rsidR="003A025E" w:rsidRPr="004572A7">
        <w:t xml:space="preserve">, </w:t>
      </w:r>
      <w:r w:rsidRPr="004F1596">
        <w:t>pour dépister la personne qui aurait eu la malencontreuse idée de le filer</w:t>
      </w:r>
      <w:r w:rsidR="003A025E" w:rsidRPr="004572A7">
        <w:t>.</w:t>
      </w:r>
    </w:p>
    <w:p w14:paraId="1067B465" w14:textId="77777777" w:rsidR="003A025E" w:rsidRPr="004572A7" w:rsidRDefault="004F1596" w:rsidP="004F1596">
      <w:r w:rsidRPr="004F1596">
        <w:t>En effet</w:t>
      </w:r>
      <w:r w:rsidR="003A025E" w:rsidRPr="004572A7">
        <w:t xml:space="preserve">, </w:t>
      </w:r>
      <w:r w:rsidRPr="004F1596">
        <w:t xml:space="preserve">nous étions arrivés presque à la hauteur de la villa </w:t>
      </w:r>
      <w:proofErr w:type="spellStart"/>
      <w:r w:rsidRPr="004F1596">
        <w:rPr>
          <w:i/>
          <w:iCs/>
        </w:rPr>
        <w:t>Bakhea</w:t>
      </w:r>
      <w:proofErr w:type="spellEnd"/>
      <w:r w:rsidR="003A025E" w:rsidRPr="004572A7">
        <w:rPr>
          <w:i/>
          <w:iCs/>
        </w:rPr>
        <w:t xml:space="preserve"> ; </w:t>
      </w:r>
      <w:r w:rsidRPr="004F1596">
        <w:t>or</w:t>
      </w:r>
      <w:r w:rsidR="003A025E" w:rsidRPr="004572A7">
        <w:t xml:space="preserve">, </w:t>
      </w:r>
      <w:r w:rsidRPr="004F1596">
        <w:t>bien loin de ralentir son allure</w:t>
      </w:r>
      <w:r w:rsidR="003A025E" w:rsidRPr="004572A7">
        <w:t xml:space="preserve">, </w:t>
      </w:r>
      <w:r w:rsidRPr="004F1596">
        <w:t>il paraissait</w:t>
      </w:r>
      <w:r w:rsidR="003A025E" w:rsidRPr="004572A7">
        <w:t xml:space="preserve">, </w:t>
      </w:r>
      <w:r w:rsidRPr="004F1596">
        <w:t>au contraire</w:t>
      </w:r>
      <w:r w:rsidR="003A025E" w:rsidRPr="004572A7">
        <w:t xml:space="preserve">, </w:t>
      </w:r>
      <w:r w:rsidRPr="004F1596">
        <w:t>marcher beaucoup plus vite</w:t>
      </w:r>
      <w:r w:rsidR="003A025E" w:rsidRPr="004572A7">
        <w:t xml:space="preserve">. </w:t>
      </w:r>
      <w:r w:rsidRPr="004F1596">
        <w:t>Un chemin étroit</w:t>
      </w:r>
      <w:r w:rsidR="003A025E" w:rsidRPr="004572A7">
        <w:t xml:space="preserve">, </w:t>
      </w:r>
      <w:r w:rsidRPr="004F1596">
        <w:t>long d</w:t>
      </w:r>
      <w:r w:rsidR="003A025E" w:rsidRPr="004572A7">
        <w:t>’</w:t>
      </w:r>
      <w:r w:rsidRPr="004F1596">
        <w:t>une centaine de mètres environ</w:t>
      </w:r>
      <w:r w:rsidR="003A025E" w:rsidRPr="004572A7">
        <w:t xml:space="preserve">, </w:t>
      </w:r>
      <w:r w:rsidRPr="004F1596">
        <w:t>et perpendiculaire à la route</w:t>
      </w:r>
      <w:r w:rsidR="003A025E" w:rsidRPr="004572A7">
        <w:t xml:space="preserve">, </w:t>
      </w:r>
      <w:r w:rsidRPr="004F1596">
        <w:t>menait droit au portail d</w:t>
      </w:r>
      <w:r w:rsidR="003A025E" w:rsidRPr="004572A7">
        <w:t>’</w:t>
      </w:r>
      <w:r w:rsidRPr="004F1596">
        <w:t>entrée</w:t>
      </w:r>
      <w:r w:rsidR="003A025E" w:rsidRPr="004572A7">
        <w:t xml:space="preserve">. </w:t>
      </w:r>
      <w:r w:rsidRPr="004F1596">
        <w:t>Il dépassa ce chemin et continua de marcher</w:t>
      </w:r>
      <w:r w:rsidR="003A025E" w:rsidRPr="004572A7">
        <w:t xml:space="preserve">, </w:t>
      </w:r>
      <w:r w:rsidRPr="004F1596">
        <w:t>en pressant le pas</w:t>
      </w:r>
      <w:r w:rsidR="003A025E" w:rsidRPr="004572A7">
        <w:t xml:space="preserve">, </w:t>
      </w:r>
      <w:r w:rsidRPr="004F1596">
        <w:t>comme quelqu</w:t>
      </w:r>
      <w:r w:rsidR="003A025E" w:rsidRPr="004572A7">
        <w:t>’</w:t>
      </w:r>
      <w:r w:rsidRPr="004F1596">
        <w:t>un qui aurait eu l</w:t>
      </w:r>
      <w:r w:rsidR="003A025E" w:rsidRPr="004572A7">
        <w:t>’</w:t>
      </w:r>
      <w:r w:rsidRPr="004F1596">
        <w:t>intention d</w:t>
      </w:r>
      <w:r w:rsidR="003A025E" w:rsidRPr="004572A7">
        <w:t>’</w:t>
      </w:r>
      <w:r w:rsidRPr="004F1596">
        <w:t>aller beaucoup plus loin</w:t>
      </w:r>
      <w:r w:rsidR="003A025E" w:rsidRPr="004572A7">
        <w:t>…</w:t>
      </w:r>
    </w:p>
    <w:p w14:paraId="75804A6C" w14:textId="77777777" w:rsidR="003A025E" w:rsidRPr="004572A7" w:rsidRDefault="004F1596" w:rsidP="004F1596">
      <w:r w:rsidRPr="004F1596">
        <w:t>La même prévision instinctive m</w:t>
      </w:r>
      <w:r w:rsidR="003A025E" w:rsidRPr="004572A7">
        <w:t>’</w:t>
      </w:r>
      <w:r w:rsidRPr="004F1596">
        <w:t>indiqua le piège</w:t>
      </w:r>
      <w:r w:rsidR="003A025E" w:rsidRPr="004572A7">
        <w:t>…</w:t>
      </w:r>
    </w:p>
    <w:p w14:paraId="55B4193A" w14:textId="77777777" w:rsidR="003A025E" w:rsidRPr="004572A7" w:rsidRDefault="004F1596" w:rsidP="004F1596">
      <w:r w:rsidRPr="004F1596">
        <w:t>Je m</w:t>
      </w:r>
      <w:r w:rsidR="003A025E" w:rsidRPr="004572A7">
        <w:t>’</w:t>
      </w:r>
      <w:r w:rsidRPr="004F1596">
        <w:t>arrêtai</w:t>
      </w:r>
      <w:r w:rsidR="003A025E" w:rsidRPr="004572A7">
        <w:t xml:space="preserve"> ; </w:t>
      </w:r>
      <w:r w:rsidRPr="004F1596">
        <w:t>puis je montai silencieusement dans un gros sapin</w:t>
      </w:r>
      <w:r w:rsidR="003A025E" w:rsidRPr="004572A7">
        <w:t xml:space="preserve">, </w:t>
      </w:r>
      <w:r w:rsidRPr="004F1596">
        <w:t>sentinelle dressée juste en face du petit chemin d</w:t>
      </w:r>
      <w:r w:rsidR="003A025E" w:rsidRPr="004572A7">
        <w:t>’</w:t>
      </w:r>
      <w:r w:rsidRPr="004F1596">
        <w:t>entrée de la villa</w:t>
      </w:r>
      <w:r w:rsidR="003A025E" w:rsidRPr="004572A7">
        <w:t xml:space="preserve">, </w:t>
      </w:r>
      <w:r w:rsidRPr="004F1596">
        <w:t>mais à plus de dix mètres en retrait du bord de la grande route</w:t>
      </w:r>
      <w:r w:rsidR="003A025E" w:rsidRPr="004572A7">
        <w:t xml:space="preserve">. </w:t>
      </w:r>
      <w:r w:rsidRPr="004F1596">
        <w:t>Ainsi perché</w:t>
      </w:r>
      <w:r w:rsidR="003A025E" w:rsidRPr="004572A7">
        <w:t xml:space="preserve">, </w:t>
      </w:r>
      <w:r w:rsidRPr="004F1596">
        <w:t>j</w:t>
      </w:r>
      <w:r w:rsidR="003A025E" w:rsidRPr="004572A7">
        <w:t>’</w:t>
      </w:r>
      <w:r w:rsidRPr="004F1596">
        <w:t>attendis</w:t>
      </w:r>
      <w:r w:rsidR="003A025E" w:rsidRPr="004572A7">
        <w:t xml:space="preserve">. </w:t>
      </w:r>
      <w:r w:rsidRPr="004F1596">
        <w:t>J</w:t>
      </w:r>
      <w:r w:rsidR="003A025E" w:rsidRPr="004572A7">
        <w:t>’</w:t>
      </w:r>
      <w:r w:rsidRPr="004F1596">
        <w:t>éprouvai alors quelques minutes d</w:t>
      </w:r>
      <w:r w:rsidR="003A025E" w:rsidRPr="004572A7">
        <w:t>’</w:t>
      </w:r>
      <w:r w:rsidRPr="004F1596">
        <w:t>angoisse en écoutant le bruit léger des pas de Surgères se perdre dans la nuit</w:t>
      </w:r>
      <w:r w:rsidR="003A025E" w:rsidRPr="004572A7">
        <w:t>…</w:t>
      </w:r>
    </w:p>
    <w:p w14:paraId="7938B9FB" w14:textId="77777777" w:rsidR="003A025E" w:rsidRPr="004572A7" w:rsidRDefault="004F1596" w:rsidP="004F1596">
      <w:r w:rsidRPr="004F1596">
        <w:t>Si je m</w:t>
      </w:r>
      <w:r w:rsidR="003A025E" w:rsidRPr="004572A7">
        <w:t>’</w:t>
      </w:r>
      <w:r w:rsidRPr="004F1596">
        <w:t>étais arrêté trop tôt</w:t>
      </w:r>
      <w:r w:rsidR="003A025E" w:rsidRPr="004572A7">
        <w:t xml:space="preserve"> ? </w:t>
      </w:r>
      <w:r w:rsidRPr="004F1596">
        <w:t>S</w:t>
      </w:r>
      <w:r w:rsidR="003A025E" w:rsidRPr="004572A7">
        <w:t>’</w:t>
      </w:r>
      <w:r w:rsidRPr="004F1596">
        <w:t>il allait prendre un sentier connu de lui seul pour aller à son rendez-vous mystérieux</w:t>
      </w:r>
      <w:r w:rsidR="003A025E" w:rsidRPr="004572A7">
        <w:t> ?</w:t>
      </w:r>
    </w:p>
    <w:p w14:paraId="1043D250" w14:textId="77777777" w:rsidR="003A025E" w:rsidRPr="004572A7" w:rsidRDefault="004F1596" w:rsidP="004F1596">
      <w:r w:rsidRPr="004F1596">
        <w:t>Au bout de quelques instants</w:t>
      </w:r>
      <w:r w:rsidR="003A025E" w:rsidRPr="004572A7">
        <w:t xml:space="preserve">, </w:t>
      </w:r>
      <w:r w:rsidRPr="004F1596">
        <w:t>j</w:t>
      </w:r>
      <w:r w:rsidR="003A025E" w:rsidRPr="004572A7">
        <w:t>’</w:t>
      </w:r>
      <w:r w:rsidRPr="004F1596">
        <w:t>aperçus Surgères</w:t>
      </w:r>
      <w:r w:rsidR="003A025E" w:rsidRPr="004572A7">
        <w:t xml:space="preserve"> ; </w:t>
      </w:r>
      <w:r w:rsidRPr="004F1596">
        <w:t>il revenait de mon côté avec précaution</w:t>
      </w:r>
      <w:r w:rsidR="003A025E" w:rsidRPr="004572A7">
        <w:t xml:space="preserve">. </w:t>
      </w:r>
      <w:r w:rsidRPr="004F1596">
        <w:t>Arrivé en face du petit chemin</w:t>
      </w:r>
      <w:r w:rsidR="003A025E" w:rsidRPr="004572A7">
        <w:t xml:space="preserve">, </w:t>
      </w:r>
      <w:r w:rsidRPr="004F1596">
        <w:t>il fit jouer son projecteur électrique</w:t>
      </w:r>
      <w:r w:rsidR="003A025E" w:rsidRPr="004572A7">
        <w:t xml:space="preserve">, </w:t>
      </w:r>
      <w:r w:rsidRPr="004F1596">
        <w:t>fouilla les buissons autour de lui</w:t>
      </w:r>
      <w:r w:rsidR="003A025E" w:rsidRPr="004572A7">
        <w:t xml:space="preserve">, </w:t>
      </w:r>
      <w:r w:rsidRPr="004F1596">
        <w:t>pendant quelques secondes</w:t>
      </w:r>
      <w:r w:rsidR="003A025E" w:rsidRPr="004572A7">
        <w:t xml:space="preserve">… </w:t>
      </w:r>
      <w:r w:rsidRPr="004F1596">
        <w:t>puis tout rentra dans l</w:t>
      </w:r>
      <w:r w:rsidR="003A025E" w:rsidRPr="004572A7">
        <w:t>’</w:t>
      </w:r>
      <w:r w:rsidRPr="004F1596">
        <w:t>obscurité</w:t>
      </w:r>
      <w:r w:rsidR="003A025E" w:rsidRPr="004572A7">
        <w:t>.</w:t>
      </w:r>
    </w:p>
    <w:p w14:paraId="14E811EB" w14:textId="77777777" w:rsidR="003A025E" w:rsidRPr="004572A7" w:rsidRDefault="004F1596" w:rsidP="004F1596">
      <w:r w:rsidRPr="004F1596">
        <w:lastRenderedPageBreak/>
        <w:t>Bien m</w:t>
      </w:r>
      <w:r w:rsidR="003A025E" w:rsidRPr="004572A7">
        <w:t>’</w:t>
      </w:r>
      <w:r w:rsidRPr="004F1596">
        <w:t>en avait pris de ne pas aller m</w:t>
      </w:r>
      <w:r w:rsidR="003A025E" w:rsidRPr="004572A7">
        <w:t>’</w:t>
      </w:r>
      <w:r w:rsidRPr="004F1596">
        <w:t>embusquer trop près de la route</w:t>
      </w:r>
      <w:r w:rsidR="003A025E" w:rsidRPr="004572A7">
        <w:t xml:space="preserve">, </w:t>
      </w:r>
      <w:r w:rsidRPr="004F1596">
        <w:t>car j</w:t>
      </w:r>
      <w:r w:rsidR="003A025E" w:rsidRPr="004572A7">
        <w:t>’</w:t>
      </w:r>
      <w:r w:rsidRPr="004F1596">
        <w:t>aurais certainement été pris dans le pinceau lumineux</w:t>
      </w:r>
      <w:r w:rsidR="003A025E" w:rsidRPr="004572A7">
        <w:t>.</w:t>
      </w:r>
    </w:p>
    <w:p w14:paraId="26042975" w14:textId="77777777" w:rsidR="003A025E" w:rsidRPr="004572A7" w:rsidRDefault="004F1596" w:rsidP="004F1596">
      <w:r w:rsidRPr="004F1596">
        <w:t>Estimant sans doute qu</w:t>
      </w:r>
      <w:r w:rsidR="003A025E" w:rsidRPr="004572A7">
        <w:t>’</w:t>
      </w:r>
      <w:r w:rsidRPr="004F1596">
        <w:t>il avait agi avec toutes les précautions désirables</w:t>
      </w:r>
      <w:r w:rsidR="003A025E" w:rsidRPr="004572A7">
        <w:t xml:space="preserve">, </w:t>
      </w:r>
      <w:r w:rsidRPr="004F1596">
        <w:t>Surgères n</w:t>
      </w:r>
      <w:r w:rsidR="003A025E" w:rsidRPr="004572A7">
        <w:t>’</w:t>
      </w:r>
      <w:r w:rsidRPr="004F1596">
        <w:t>hésita plus</w:t>
      </w:r>
      <w:r w:rsidR="003A025E" w:rsidRPr="004572A7">
        <w:t xml:space="preserve"> ; </w:t>
      </w:r>
      <w:r w:rsidRPr="004F1596">
        <w:t>il s</w:t>
      </w:r>
      <w:r w:rsidR="003A025E" w:rsidRPr="004572A7">
        <w:t>’</w:t>
      </w:r>
      <w:r w:rsidRPr="004F1596">
        <w:t>engagea résolument dans le petit chemin</w:t>
      </w:r>
      <w:r w:rsidR="003A025E" w:rsidRPr="004572A7">
        <w:t xml:space="preserve">, </w:t>
      </w:r>
      <w:r w:rsidRPr="004F1596">
        <w:t>arriva devant le portail d</w:t>
      </w:r>
      <w:r w:rsidR="003A025E" w:rsidRPr="004572A7">
        <w:t>’</w:t>
      </w:r>
      <w:r w:rsidRPr="004F1596">
        <w:t>entrée</w:t>
      </w:r>
      <w:r w:rsidR="003A025E" w:rsidRPr="004572A7">
        <w:t xml:space="preserve">, </w:t>
      </w:r>
      <w:r w:rsidRPr="004F1596">
        <w:t>l</w:t>
      </w:r>
      <w:r w:rsidR="003A025E" w:rsidRPr="004572A7">
        <w:t>’</w:t>
      </w:r>
      <w:r w:rsidRPr="004F1596">
        <w:t>ouvrit sans le moindre bruit</w:t>
      </w:r>
      <w:r w:rsidR="003A025E" w:rsidRPr="004572A7">
        <w:t xml:space="preserve">, </w:t>
      </w:r>
      <w:r w:rsidRPr="004F1596">
        <w:t>le referma de même</w:t>
      </w:r>
      <w:r w:rsidR="003A025E" w:rsidRPr="004572A7">
        <w:t xml:space="preserve">, </w:t>
      </w:r>
      <w:r w:rsidRPr="004F1596">
        <w:t>et disparut sous les grands arbres du parc</w:t>
      </w:r>
      <w:r w:rsidR="003A025E" w:rsidRPr="004572A7">
        <w:t>…</w:t>
      </w:r>
    </w:p>
    <w:p w14:paraId="08B7331E" w14:textId="77777777" w:rsidR="004F1596" w:rsidRPr="004572A7" w:rsidRDefault="004F1596" w:rsidP="003A025E">
      <w:pPr>
        <w:pStyle w:val="Titre1"/>
      </w:pPr>
      <w:bookmarkStart w:id="4" w:name="_Toc19606614"/>
      <w:bookmarkStart w:id="5" w:name="_Toc196387848"/>
      <w:r w:rsidRPr="004572A7">
        <w:lastRenderedPageBreak/>
        <w:t xml:space="preserve">UNE ÉTRANGE CONTROVERSE SUR LA MORT DU PRINCE </w:t>
      </w:r>
      <w:bookmarkEnd w:id="4"/>
      <w:r w:rsidR="002B1439" w:rsidRPr="004572A7">
        <w:t>IMP</w:t>
      </w:r>
      <w:r w:rsidR="002B1439">
        <w:t>É</w:t>
      </w:r>
      <w:r w:rsidR="002B1439" w:rsidRPr="004572A7">
        <w:t>RIAL</w:t>
      </w:r>
      <w:bookmarkEnd w:id="5"/>
    </w:p>
    <w:p w14:paraId="7730AF8E" w14:textId="77777777" w:rsidR="003A025E" w:rsidRPr="004572A7" w:rsidRDefault="004F1596" w:rsidP="004F1596">
      <w:r w:rsidRPr="004F1596">
        <w:t>De retour chez moi</w:t>
      </w:r>
      <w:r w:rsidR="003A025E" w:rsidRPr="004572A7">
        <w:t xml:space="preserve">, </w:t>
      </w:r>
      <w:r w:rsidRPr="004F1596">
        <w:t>je restai plusieurs heures sans pouvoir m</w:t>
      </w:r>
      <w:r w:rsidR="003A025E" w:rsidRPr="004572A7">
        <w:t>’</w:t>
      </w:r>
      <w:r w:rsidRPr="004F1596">
        <w:t>endormir</w:t>
      </w:r>
      <w:r w:rsidR="003A025E" w:rsidRPr="004572A7">
        <w:t xml:space="preserve">. </w:t>
      </w:r>
      <w:r w:rsidRPr="004F1596">
        <w:t>Mon imagination</w:t>
      </w:r>
      <w:r w:rsidR="003A025E" w:rsidRPr="004572A7">
        <w:t xml:space="preserve">, </w:t>
      </w:r>
      <w:r w:rsidRPr="004F1596">
        <w:t>surexcitée par les événements de la nuit</w:t>
      </w:r>
      <w:r w:rsidR="003A025E" w:rsidRPr="004572A7">
        <w:t xml:space="preserve">, </w:t>
      </w:r>
      <w:r w:rsidRPr="004F1596">
        <w:t>mes nerfs</w:t>
      </w:r>
      <w:r w:rsidR="003A025E" w:rsidRPr="004572A7">
        <w:t xml:space="preserve">, </w:t>
      </w:r>
      <w:r w:rsidRPr="004F1596">
        <w:t>trop longtemps tendus</w:t>
      </w:r>
      <w:r w:rsidR="003A025E" w:rsidRPr="004572A7">
        <w:t xml:space="preserve">, </w:t>
      </w:r>
      <w:r w:rsidRPr="004F1596">
        <w:t>la satisfaction d</w:t>
      </w:r>
      <w:r w:rsidR="003A025E" w:rsidRPr="004572A7">
        <w:t>’</w:t>
      </w:r>
      <w:r w:rsidRPr="004F1596">
        <w:t xml:space="preserve">avoir enfin découvert une partie du mystère de la villa </w:t>
      </w:r>
      <w:r w:rsidR="003A025E" w:rsidRPr="004572A7">
        <w:t>« </w:t>
      </w:r>
      <w:proofErr w:type="spellStart"/>
      <w:r w:rsidRPr="004F1596">
        <w:t>Bakhea</w:t>
      </w:r>
      <w:proofErr w:type="spellEnd"/>
      <w:r w:rsidR="003A025E" w:rsidRPr="004572A7">
        <w:t xml:space="preserve"> », </w:t>
      </w:r>
      <w:r w:rsidRPr="004F1596">
        <w:t>tout cela m</w:t>
      </w:r>
      <w:r w:rsidR="003A025E" w:rsidRPr="004572A7">
        <w:t>’</w:t>
      </w:r>
      <w:r w:rsidRPr="004F1596">
        <w:t>enlevait le calme nécessaire au sommeil</w:t>
      </w:r>
      <w:r w:rsidR="003A025E" w:rsidRPr="004572A7">
        <w:t>.</w:t>
      </w:r>
    </w:p>
    <w:p w14:paraId="21CBDA7E" w14:textId="77777777" w:rsidR="003A025E" w:rsidRPr="004572A7" w:rsidRDefault="004F1596" w:rsidP="004F1596">
      <w:r w:rsidRPr="004F1596">
        <w:t>Des idées</w:t>
      </w:r>
      <w:r w:rsidR="003A025E" w:rsidRPr="004572A7">
        <w:t xml:space="preserve">, </w:t>
      </w:r>
      <w:r w:rsidRPr="004F1596">
        <w:t>plus extravagantes les unes que les autres</w:t>
      </w:r>
      <w:r w:rsidR="003A025E" w:rsidRPr="004572A7">
        <w:t xml:space="preserve">, </w:t>
      </w:r>
      <w:r w:rsidRPr="004F1596">
        <w:t>surgissant sans cesse dans mon esprit</w:t>
      </w:r>
      <w:r w:rsidR="003A025E" w:rsidRPr="004572A7">
        <w:t xml:space="preserve">, </w:t>
      </w:r>
      <w:r w:rsidRPr="004F1596">
        <w:t>sans aucun ordre</w:t>
      </w:r>
      <w:r w:rsidR="003A025E" w:rsidRPr="004572A7">
        <w:t xml:space="preserve">, </w:t>
      </w:r>
      <w:r w:rsidRPr="004F1596">
        <w:t>m</w:t>
      </w:r>
      <w:r w:rsidR="003A025E" w:rsidRPr="004572A7">
        <w:t>’</w:t>
      </w:r>
      <w:r w:rsidRPr="004F1596">
        <w:t>empêchaient de suivre un raisonnement quelconque et je ressemblais à un voyageur</w:t>
      </w:r>
      <w:r w:rsidR="003A025E" w:rsidRPr="004572A7">
        <w:t xml:space="preserve">, </w:t>
      </w:r>
      <w:r w:rsidRPr="004F1596">
        <w:t>égaré sous la voûte assombrie de la forêt</w:t>
      </w:r>
      <w:r w:rsidR="003A025E" w:rsidRPr="004572A7">
        <w:t xml:space="preserve">, </w:t>
      </w:r>
      <w:r w:rsidRPr="004F1596">
        <w:t>et qui ne sait plus de quel côté diriger ses pas</w:t>
      </w:r>
      <w:r w:rsidR="003A025E" w:rsidRPr="004572A7">
        <w:t xml:space="preserve">. </w:t>
      </w:r>
      <w:r w:rsidRPr="004F1596">
        <w:t>Je me demandais comment je pourrais continuer mes recherches</w:t>
      </w:r>
      <w:r w:rsidR="003A025E" w:rsidRPr="004572A7">
        <w:t xml:space="preserve">, </w:t>
      </w:r>
      <w:r w:rsidRPr="004F1596">
        <w:t>par quel moyen j</w:t>
      </w:r>
      <w:r w:rsidR="003A025E" w:rsidRPr="004572A7">
        <w:t>’</w:t>
      </w:r>
      <w:r w:rsidRPr="004F1596">
        <w:t>arriverais à savoir</w:t>
      </w:r>
      <w:r w:rsidR="003A025E" w:rsidRPr="004572A7">
        <w:t xml:space="preserve">, </w:t>
      </w:r>
      <w:r w:rsidRPr="004F1596">
        <w:t>enfin</w:t>
      </w:r>
      <w:r w:rsidR="003A025E" w:rsidRPr="004572A7">
        <w:t xml:space="preserve">, </w:t>
      </w:r>
      <w:r w:rsidRPr="004F1596">
        <w:t>ce qui se passait à l</w:t>
      </w:r>
      <w:r w:rsidR="003A025E" w:rsidRPr="004572A7">
        <w:t>’</w:t>
      </w:r>
      <w:r w:rsidRPr="004F1596">
        <w:t>intérieur de la fameuse villa</w:t>
      </w:r>
      <w:r w:rsidR="003A025E" w:rsidRPr="004572A7">
        <w:t>.</w:t>
      </w:r>
    </w:p>
    <w:p w14:paraId="2489C9A6" w14:textId="77777777" w:rsidR="003A025E" w:rsidRPr="004572A7" w:rsidRDefault="004F1596" w:rsidP="004F1596">
      <w:r w:rsidRPr="004F1596">
        <w:t>L</w:t>
      </w:r>
      <w:r w:rsidR="003A025E" w:rsidRPr="004572A7">
        <w:t>’</w:t>
      </w:r>
      <w:r w:rsidRPr="004F1596">
        <w:t>attitude de Surgères me paraissait de plus en plus suspecte</w:t>
      </w:r>
      <w:r w:rsidR="003A025E" w:rsidRPr="004572A7">
        <w:t xml:space="preserve"> : </w:t>
      </w:r>
      <w:r w:rsidRPr="004F1596">
        <w:t>il y avait à parier cent contre un que cet homme poursuivait quelque but mystérieux</w:t>
      </w:r>
      <w:r w:rsidR="003A025E" w:rsidRPr="004572A7">
        <w:t xml:space="preserve">, </w:t>
      </w:r>
      <w:r w:rsidRPr="004F1596">
        <w:t>dont je ne pouvais encore me faire une idée</w:t>
      </w:r>
      <w:r w:rsidR="003A025E" w:rsidRPr="004572A7">
        <w:t xml:space="preserve">, </w:t>
      </w:r>
      <w:r w:rsidRPr="004F1596">
        <w:t>et qu</w:t>
      </w:r>
      <w:r w:rsidR="003A025E" w:rsidRPr="004572A7">
        <w:t>’</w:t>
      </w:r>
      <w:r w:rsidRPr="004F1596">
        <w:t>il s</w:t>
      </w:r>
      <w:r w:rsidR="003A025E" w:rsidRPr="004572A7">
        <w:t>’</w:t>
      </w:r>
      <w:r w:rsidRPr="004F1596">
        <w:t>entourait de mille précautions pour en garder jalousement le secret</w:t>
      </w:r>
      <w:r w:rsidR="003A025E" w:rsidRPr="004572A7">
        <w:t>.</w:t>
      </w:r>
    </w:p>
    <w:p w14:paraId="5509AFC8" w14:textId="77777777" w:rsidR="003A025E" w:rsidRPr="004572A7" w:rsidRDefault="004F1596" w:rsidP="004F1596">
      <w:r w:rsidRPr="004F1596">
        <w:t>Il m</w:t>
      </w:r>
      <w:r w:rsidR="003A025E" w:rsidRPr="004572A7">
        <w:t>’</w:t>
      </w:r>
      <w:r w:rsidRPr="004F1596">
        <w:t>était difficile de croire</w:t>
      </w:r>
      <w:r w:rsidR="003A025E" w:rsidRPr="004572A7">
        <w:t xml:space="preserve">, </w:t>
      </w:r>
      <w:r w:rsidRPr="004F1596">
        <w:t>maintenant</w:t>
      </w:r>
      <w:r w:rsidR="003A025E" w:rsidRPr="004572A7">
        <w:t xml:space="preserve">, </w:t>
      </w:r>
      <w:r w:rsidRPr="004F1596">
        <w:t>à un simple rendez-vous amoureux</w:t>
      </w:r>
      <w:r w:rsidR="003A025E" w:rsidRPr="004572A7">
        <w:t xml:space="preserve">. </w:t>
      </w:r>
      <w:r w:rsidRPr="004F1596">
        <w:t>En admettant même qu</w:t>
      </w:r>
      <w:r w:rsidR="003A025E" w:rsidRPr="004572A7">
        <w:t>’</w:t>
      </w:r>
      <w:r w:rsidRPr="004F1596">
        <w:t>il y eût une femme</w:t>
      </w:r>
      <w:r w:rsidR="003A025E" w:rsidRPr="004572A7">
        <w:t xml:space="preserve">, </w:t>
      </w:r>
      <w:r w:rsidRPr="004F1596">
        <w:t>dans cette aventure</w:t>
      </w:r>
      <w:r w:rsidR="003A025E" w:rsidRPr="004572A7">
        <w:t xml:space="preserve">, </w:t>
      </w:r>
      <w:r w:rsidRPr="004F1596">
        <w:t xml:space="preserve">ce ne pouvait être que la comtesse de </w:t>
      </w:r>
      <w:proofErr w:type="spellStart"/>
      <w:r w:rsidRPr="004F1596">
        <w:t>Flossanges-Runel</w:t>
      </w:r>
      <w:proofErr w:type="spellEnd"/>
      <w:r w:rsidR="003A025E" w:rsidRPr="004572A7">
        <w:t xml:space="preserve">. </w:t>
      </w:r>
      <w:r w:rsidRPr="004F1596">
        <w:t>Or</w:t>
      </w:r>
      <w:r w:rsidR="003A025E" w:rsidRPr="004572A7">
        <w:t xml:space="preserve">, </w:t>
      </w:r>
      <w:r w:rsidRPr="004F1596">
        <w:t>il était invraisemblable que la comtesse</w:t>
      </w:r>
      <w:r w:rsidR="003A025E" w:rsidRPr="004572A7">
        <w:t xml:space="preserve">, </w:t>
      </w:r>
      <w:r w:rsidRPr="004F1596">
        <w:t>si elle connaissait Surgères</w:t>
      </w:r>
      <w:r w:rsidR="003A025E" w:rsidRPr="004572A7">
        <w:t xml:space="preserve">, </w:t>
      </w:r>
      <w:r w:rsidRPr="004F1596">
        <w:t>pût se rendre</w:t>
      </w:r>
      <w:r w:rsidR="003A025E" w:rsidRPr="004572A7">
        <w:t xml:space="preserve">, </w:t>
      </w:r>
      <w:r w:rsidRPr="004F1596">
        <w:t>sans se faire remarquer</w:t>
      </w:r>
      <w:r w:rsidR="003A025E" w:rsidRPr="004572A7">
        <w:t xml:space="preserve">, </w:t>
      </w:r>
      <w:r w:rsidRPr="004F1596">
        <w:t xml:space="preserve">à la villa </w:t>
      </w:r>
      <w:r w:rsidR="003A025E" w:rsidRPr="004572A7">
        <w:t>« </w:t>
      </w:r>
      <w:proofErr w:type="spellStart"/>
      <w:r w:rsidRPr="004F1596">
        <w:t>Bakhea</w:t>
      </w:r>
      <w:proofErr w:type="spellEnd"/>
      <w:r w:rsidR="003A025E" w:rsidRPr="004572A7">
        <w:t xml:space="preserve"> », </w:t>
      </w:r>
      <w:r w:rsidRPr="004F1596">
        <w:t>toute seule</w:t>
      </w:r>
      <w:r w:rsidR="003A025E" w:rsidRPr="004572A7">
        <w:t xml:space="preserve">, </w:t>
      </w:r>
      <w:r w:rsidRPr="004F1596">
        <w:t>sans domestiques et cela assez fréquemment</w:t>
      </w:r>
      <w:r w:rsidR="003A025E" w:rsidRPr="004572A7">
        <w:t>.</w:t>
      </w:r>
    </w:p>
    <w:p w14:paraId="6FA97A9F" w14:textId="77777777" w:rsidR="003A025E" w:rsidRPr="004572A7" w:rsidRDefault="004F1596" w:rsidP="004F1596">
      <w:r w:rsidRPr="004F1596">
        <w:lastRenderedPageBreak/>
        <w:t>Et</w:t>
      </w:r>
      <w:r w:rsidR="003A025E" w:rsidRPr="004572A7">
        <w:t xml:space="preserve">, </w:t>
      </w:r>
      <w:r w:rsidRPr="004F1596">
        <w:t>cependant</w:t>
      </w:r>
      <w:r w:rsidR="003A025E" w:rsidRPr="004572A7">
        <w:t xml:space="preserve">, </w:t>
      </w:r>
      <w:r w:rsidRPr="004F1596">
        <w:t>à la réflexion</w:t>
      </w:r>
      <w:r w:rsidR="003A025E" w:rsidRPr="004572A7">
        <w:t xml:space="preserve">, </w:t>
      </w:r>
      <w:r w:rsidRPr="004F1596">
        <w:t xml:space="preserve">on ne pouvait douter que Surgères connût les </w:t>
      </w:r>
      <w:proofErr w:type="spellStart"/>
      <w:r w:rsidRPr="004F1596">
        <w:t>Flossanges-Runel</w:t>
      </w:r>
      <w:proofErr w:type="spellEnd"/>
      <w:r w:rsidR="003A025E" w:rsidRPr="004572A7">
        <w:t xml:space="preserve">, </w:t>
      </w:r>
      <w:r w:rsidRPr="004F1596">
        <w:t>soit le mari</w:t>
      </w:r>
      <w:r w:rsidR="003A025E" w:rsidRPr="004572A7">
        <w:t xml:space="preserve">, </w:t>
      </w:r>
      <w:r w:rsidRPr="004F1596">
        <w:t>soit la femme</w:t>
      </w:r>
      <w:r w:rsidR="003A025E" w:rsidRPr="004572A7">
        <w:t xml:space="preserve"> ; </w:t>
      </w:r>
      <w:r w:rsidRPr="004F1596">
        <w:t>car</w:t>
      </w:r>
      <w:r w:rsidR="003A025E" w:rsidRPr="004572A7">
        <w:t xml:space="preserve">, </w:t>
      </w:r>
      <w:r w:rsidRPr="004F1596">
        <w:t>comment</w:t>
      </w:r>
      <w:r w:rsidR="003A025E" w:rsidRPr="004572A7">
        <w:t xml:space="preserve">, </w:t>
      </w:r>
      <w:r w:rsidRPr="004F1596">
        <w:t>dans le cas contraire</w:t>
      </w:r>
      <w:r w:rsidR="003A025E" w:rsidRPr="004572A7">
        <w:t xml:space="preserve">, </w:t>
      </w:r>
      <w:r w:rsidRPr="004F1596">
        <w:t>aurait-il eu l</w:t>
      </w:r>
      <w:r w:rsidR="003A025E" w:rsidRPr="004572A7">
        <w:t>’</w:t>
      </w:r>
      <w:r w:rsidRPr="004F1596">
        <w:t>audace de pénétrer</w:t>
      </w:r>
      <w:r w:rsidR="003A025E" w:rsidRPr="004572A7">
        <w:t xml:space="preserve">, </w:t>
      </w:r>
      <w:r w:rsidRPr="004F1596">
        <w:t>la nuit</w:t>
      </w:r>
      <w:r w:rsidR="003A025E" w:rsidRPr="004572A7">
        <w:t xml:space="preserve">, </w:t>
      </w:r>
      <w:r w:rsidRPr="004F1596">
        <w:t>comme un voleur</w:t>
      </w:r>
      <w:r w:rsidR="003A025E" w:rsidRPr="004572A7">
        <w:t xml:space="preserve">, </w:t>
      </w:r>
      <w:r w:rsidRPr="004F1596">
        <w:t>dans une maison qui ne lui appartenait pas</w:t>
      </w:r>
      <w:r w:rsidR="003A025E" w:rsidRPr="004572A7">
        <w:t> ?</w:t>
      </w:r>
    </w:p>
    <w:p w14:paraId="53D22656" w14:textId="77777777" w:rsidR="003A025E" w:rsidRPr="004572A7" w:rsidRDefault="004F1596" w:rsidP="004F1596">
      <w:r w:rsidRPr="004F1596">
        <w:t>Ce qui me paraissait encore plus anormal</w:t>
      </w:r>
      <w:r w:rsidR="003A025E" w:rsidRPr="004572A7">
        <w:t xml:space="preserve">, </w:t>
      </w:r>
      <w:r w:rsidRPr="004F1596">
        <w:t>en cette affaire</w:t>
      </w:r>
      <w:r w:rsidR="003A025E" w:rsidRPr="004572A7">
        <w:t xml:space="preserve">, </w:t>
      </w:r>
      <w:r w:rsidRPr="004F1596">
        <w:t>c</w:t>
      </w:r>
      <w:r w:rsidR="003A025E" w:rsidRPr="004572A7">
        <w:t>’</w:t>
      </w:r>
      <w:r w:rsidRPr="004F1596">
        <w:t>était le fait de n</w:t>
      </w:r>
      <w:r w:rsidR="003A025E" w:rsidRPr="004572A7">
        <w:t>’</w:t>
      </w:r>
      <w:r w:rsidRPr="004F1596">
        <w:t>avoir vu personne venir à la rencontre de Surgères</w:t>
      </w:r>
      <w:r w:rsidR="003A025E" w:rsidRPr="004572A7">
        <w:t xml:space="preserve">, </w:t>
      </w:r>
      <w:r w:rsidRPr="004F1596">
        <w:t>ni sur la route</w:t>
      </w:r>
      <w:r w:rsidR="003A025E" w:rsidRPr="004572A7">
        <w:t xml:space="preserve">, </w:t>
      </w:r>
      <w:r w:rsidRPr="004F1596">
        <w:t>ni aux abords de la villa et de n</w:t>
      </w:r>
      <w:r w:rsidR="003A025E" w:rsidRPr="004572A7">
        <w:t>’</w:t>
      </w:r>
      <w:r w:rsidRPr="004F1596">
        <w:t>avoir même pas aperçu</w:t>
      </w:r>
      <w:r w:rsidR="003A025E" w:rsidRPr="004572A7">
        <w:t xml:space="preserve">, </w:t>
      </w:r>
      <w:r w:rsidRPr="004F1596">
        <w:t>à l</w:t>
      </w:r>
      <w:r w:rsidR="003A025E" w:rsidRPr="004572A7">
        <w:t>’</w:t>
      </w:r>
      <w:r w:rsidRPr="004F1596">
        <w:t>intérieur de la demeure mystérieuse</w:t>
      </w:r>
      <w:r w:rsidR="003A025E" w:rsidRPr="004572A7">
        <w:t xml:space="preserve">, </w:t>
      </w:r>
      <w:r w:rsidRPr="004F1596">
        <w:t>la lumière que j</w:t>
      </w:r>
      <w:r w:rsidR="003A025E" w:rsidRPr="004572A7">
        <w:t>’</w:t>
      </w:r>
      <w:r w:rsidRPr="004F1596">
        <w:t>avais remarquée</w:t>
      </w:r>
      <w:r w:rsidR="003A025E" w:rsidRPr="004572A7">
        <w:t xml:space="preserve">, </w:t>
      </w:r>
      <w:r w:rsidRPr="004F1596">
        <w:t>une fois</w:t>
      </w:r>
      <w:r w:rsidR="003A025E" w:rsidRPr="004572A7">
        <w:t xml:space="preserve">, </w:t>
      </w:r>
      <w:r w:rsidRPr="004F1596">
        <w:t>pendant la nuit</w:t>
      </w:r>
      <w:r w:rsidR="003A025E" w:rsidRPr="004572A7">
        <w:t xml:space="preserve">, </w:t>
      </w:r>
      <w:r w:rsidRPr="004F1596">
        <w:t>en revenant de Ciboure</w:t>
      </w:r>
      <w:r w:rsidR="003A025E" w:rsidRPr="004572A7">
        <w:t>.</w:t>
      </w:r>
    </w:p>
    <w:p w14:paraId="4015A5C2" w14:textId="77777777" w:rsidR="003A025E" w:rsidRPr="004572A7" w:rsidRDefault="004F1596" w:rsidP="004F1596">
      <w:r w:rsidRPr="004F1596">
        <w:t>Si c</w:t>
      </w:r>
      <w:r w:rsidR="003A025E" w:rsidRPr="004572A7">
        <w:t>’</w:t>
      </w:r>
      <w:r w:rsidRPr="004F1596">
        <w:t>était un rendez-vous</w:t>
      </w:r>
      <w:r w:rsidR="003A025E" w:rsidRPr="004572A7">
        <w:t xml:space="preserve">, </w:t>
      </w:r>
      <w:r w:rsidRPr="004F1596">
        <w:t>il fallait convenir qu</w:t>
      </w:r>
      <w:r w:rsidR="003A025E" w:rsidRPr="004572A7">
        <w:t>’</w:t>
      </w:r>
      <w:r w:rsidRPr="004F1596">
        <w:t>il était bien organisé contre les surprises</w:t>
      </w:r>
      <w:r w:rsidR="003A025E" w:rsidRPr="004572A7">
        <w:t xml:space="preserve">. </w:t>
      </w:r>
      <w:r w:rsidRPr="004F1596">
        <w:t>Si c</w:t>
      </w:r>
      <w:r w:rsidR="003A025E" w:rsidRPr="004572A7">
        <w:t>’</w:t>
      </w:r>
      <w:r w:rsidRPr="004F1596">
        <w:t>était un centre d</w:t>
      </w:r>
      <w:r w:rsidR="003A025E" w:rsidRPr="004572A7">
        <w:t>’</w:t>
      </w:r>
      <w:r w:rsidRPr="004F1596">
        <w:t>espionnage ou de contrebande</w:t>
      </w:r>
      <w:r w:rsidR="003A025E" w:rsidRPr="004572A7">
        <w:t xml:space="preserve">, </w:t>
      </w:r>
      <w:r w:rsidRPr="004F1596">
        <w:t>l</w:t>
      </w:r>
      <w:r w:rsidR="003A025E" w:rsidRPr="004572A7">
        <w:t>’</w:t>
      </w:r>
      <w:r w:rsidRPr="004F1596">
        <w:t>endroit</w:t>
      </w:r>
      <w:r w:rsidR="003A025E" w:rsidRPr="004572A7">
        <w:t xml:space="preserve">, </w:t>
      </w:r>
      <w:r w:rsidRPr="004F1596">
        <w:t>à la vérité</w:t>
      </w:r>
      <w:r w:rsidR="003A025E" w:rsidRPr="004572A7">
        <w:t xml:space="preserve">, </w:t>
      </w:r>
      <w:r w:rsidRPr="004F1596">
        <w:t>ne pouvait être mieux choisi</w:t>
      </w:r>
      <w:r w:rsidR="003A025E" w:rsidRPr="004572A7">
        <w:t xml:space="preserve">. </w:t>
      </w:r>
      <w:r w:rsidRPr="004F1596">
        <w:t>Maintenant que je me savais sur une bonne piste</w:t>
      </w:r>
      <w:r w:rsidR="003A025E" w:rsidRPr="004572A7">
        <w:t xml:space="preserve">, </w:t>
      </w:r>
      <w:r w:rsidRPr="004F1596">
        <w:t>je n</w:t>
      </w:r>
      <w:r w:rsidR="003A025E" w:rsidRPr="004572A7">
        <w:t>’</w:t>
      </w:r>
      <w:r w:rsidRPr="004F1596">
        <w:t>avais que deux moyens pour arriver à connaître la vérité</w:t>
      </w:r>
      <w:r w:rsidR="003A025E" w:rsidRPr="004572A7">
        <w:t xml:space="preserve"> : </w:t>
      </w:r>
      <w:r w:rsidRPr="004F1596">
        <w:t>ou bien retourner chez le Commissaire de Police et lui toucher un petit mot de l</w:t>
      </w:r>
      <w:r w:rsidR="003A025E" w:rsidRPr="004572A7">
        <w:t>’</w:t>
      </w:r>
      <w:r w:rsidRPr="004F1596">
        <w:t>affaire</w:t>
      </w:r>
      <w:r w:rsidR="003A025E" w:rsidRPr="004572A7">
        <w:t xml:space="preserve">, </w:t>
      </w:r>
      <w:r w:rsidRPr="004F1596">
        <w:t xml:space="preserve">ou bien me rendre compte par moi-même de </w:t>
      </w:r>
      <w:r w:rsidR="001915D9">
        <w:t>c</w:t>
      </w:r>
      <w:r w:rsidR="001915D9" w:rsidRPr="004F1596">
        <w:t xml:space="preserve">e </w:t>
      </w:r>
      <w:r w:rsidRPr="004F1596">
        <w:t>qui se passait</w:t>
      </w:r>
      <w:r w:rsidR="003A025E" w:rsidRPr="004572A7">
        <w:t xml:space="preserve">, </w:t>
      </w:r>
      <w:r w:rsidRPr="004F1596">
        <w:t>en allant jusqu</w:t>
      </w:r>
      <w:r w:rsidR="003A025E" w:rsidRPr="004572A7">
        <w:t>’</w:t>
      </w:r>
      <w:r w:rsidRPr="004F1596">
        <w:t>au bout et en pénétrant à l</w:t>
      </w:r>
      <w:r w:rsidR="003A025E" w:rsidRPr="004572A7">
        <w:t>’</w:t>
      </w:r>
      <w:r w:rsidRPr="004F1596">
        <w:t>intérieur de la villa</w:t>
      </w:r>
      <w:r w:rsidR="003A025E" w:rsidRPr="004572A7">
        <w:t>.</w:t>
      </w:r>
    </w:p>
    <w:p w14:paraId="1984C843" w14:textId="77777777" w:rsidR="003A025E" w:rsidRPr="004572A7" w:rsidRDefault="004F1596" w:rsidP="004F1596">
      <w:r w:rsidRPr="004F1596">
        <w:t>Dès l</w:t>
      </w:r>
      <w:r w:rsidR="003A025E" w:rsidRPr="004572A7">
        <w:t>’</w:t>
      </w:r>
      <w:r w:rsidRPr="004F1596">
        <w:t>abord</w:t>
      </w:r>
      <w:r w:rsidR="003A025E" w:rsidRPr="004572A7">
        <w:t xml:space="preserve">, </w:t>
      </w:r>
      <w:r w:rsidRPr="004F1596">
        <w:t>j</w:t>
      </w:r>
      <w:r w:rsidR="003A025E" w:rsidRPr="004572A7">
        <w:t>’</w:t>
      </w:r>
      <w:r w:rsidRPr="004F1596">
        <w:t>abandonnai l</w:t>
      </w:r>
      <w:r w:rsidR="003A025E" w:rsidRPr="004572A7">
        <w:t>’</w:t>
      </w:r>
      <w:r w:rsidRPr="004F1596">
        <w:t>idée de dévoiler ce que je savais</w:t>
      </w:r>
      <w:r w:rsidR="003A025E" w:rsidRPr="004572A7">
        <w:t xml:space="preserve">, </w:t>
      </w:r>
      <w:r w:rsidRPr="004F1596">
        <w:t>non seulement au commissaire</w:t>
      </w:r>
      <w:r w:rsidR="003A025E" w:rsidRPr="004572A7">
        <w:t xml:space="preserve">, </w:t>
      </w:r>
      <w:r w:rsidRPr="004F1596">
        <w:t>mais à n</w:t>
      </w:r>
      <w:r w:rsidR="003A025E" w:rsidRPr="004572A7">
        <w:t>’</w:t>
      </w:r>
      <w:r w:rsidRPr="004F1596">
        <w:t>importe quelle personne</w:t>
      </w:r>
      <w:r w:rsidR="003A025E" w:rsidRPr="004572A7">
        <w:t xml:space="preserve">, </w:t>
      </w:r>
      <w:proofErr w:type="spellStart"/>
      <w:r w:rsidRPr="004F1596">
        <w:t>fût-elle</w:t>
      </w:r>
      <w:proofErr w:type="spellEnd"/>
      <w:r w:rsidRPr="004F1596">
        <w:t xml:space="preserve"> de ma famille</w:t>
      </w:r>
      <w:r w:rsidR="003A025E" w:rsidRPr="004572A7">
        <w:t xml:space="preserve">. </w:t>
      </w:r>
      <w:r w:rsidRPr="004F1596">
        <w:t>Il me semblait malhonnête et ridicule de jouer le rôle de délateur</w:t>
      </w:r>
      <w:r w:rsidR="003A025E" w:rsidRPr="004572A7">
        <w:t xml:space="preserve">, </w:t>
      </w:r>
      <w:r w:rsidRPr="004F1596">
        <w:t>s</w:t>
      </w:r>
      <w:r w:rsidR="003A025E" w:rsidRPr="004572A7">
        <w:t>’</w:t>
      </w:r>
      <w:r w:rsidRPr="004F1596">
        <w:t>il s</w:t>
      </w:r>
      <w:r w:rsidR="003A025E" w:rsidRPr="004572A7">
        <w:t>’</w:t>
      </w:r>
      <w:r w:rsidRPr="004F1596">
        <w:t>agissait d</w:t>
      </w:r>
      <w:r w:rsidR="003A025E" w:rsidRPr="004572A7">
        <w:t>’</w:t>
      </w:r>
      <w:r w:rsidRPr="004F1596">
        <w:t>une simple amourette</w:t>
      </w:r>
      <w:r w:rsidR="003A025E" w:rsidRPr="004572A7">
        <w:t xml:space="preserve">, </w:t>
      </w:r>
      <w:r w:rsidRPr="004F1596">
        <w:t>et j</w:t>
      </w:r>
      <w:r w:rsidR="003A025E" w:rsidRPr="004572A7">
        <w:t>’</w:t>
      </w:r>
      <w:r w:rsidRPr="004F1596">
        <w:t>avais toujours le temps de prendre d</w:t>
      </w:r>
      <w:r w:rsidR="003A025E" w:rsidRPr="004572A7">
        <w:t>’</w:t>
      </w:r>
      <w:r w:rsidRPr="004F1596">
        <w:t>autres dispositions</w:t>
      </w:r>
      <w:r w:rsidR="003A025E" w:rsidRPr="004572A7">
        <w:t xml:space="preserve">, </w:t>
      </w:r>
      <w:r w:rsidRPr="004F1596">
        <w:t>s</w:t>
      </w:r>
      <w:r w:rsidR="003A025E" w:rsidRPr="004572A7">
        <w:t>’</w:t>
      </w:r>
      <w:r w:rsidRPr="004F1596">
        <w:t>il s</w:t>
      </w:r>
      <w:r w:rsidR="003A025E" w:rsidRPr="004572A7">
        <w:t>’</w:t>
      </w:r>
      <w:r w:rsidRPr="004F1596">
        <w:t>agissait de choses graves</w:t>
      </w:r>
      <w:r w:rsidR="003A025E" w:rsidRPr="004572A7">
        <w:t>.</w:t>
      </w:r>
    </w:p>
    <w:p w14:paraId="16038271" w14:textId="77777777" w:rsidR="003A025E" w:rsidRPr="004572A7" w:rsidRDefault="004F1596" w:rsidP="004F1596">
      <w:r w:rsidRPr="004F1596">
        <w:t>Je finis donc par me convaincre que la meilleure solution était de m</w:t>
      </w:r>
      <w:r w:rsidR="003A025E" w:rsidRPr="004572A7">
        <w:t>’</w:t>
      </w:r>
      <w:r w:rsidRPr="004F1596">
        <w:t>introduire</w:t>
      </w:r>
      <w:r w:rsidR="003A025E" w:rsidRPr="004572A7">
        <w:t xml:space="preserve">, </w:t>
      </w:r>
      <w:r w:rsidRPr="004F1596">
        <w:t>sinon dans la villa elle-même</w:t>
      </w:r>
      <w:r w:rsidR="003A025E" w:rsidRPr="004572A7">
        <w:t xml:space="preserve">, </w:t>
      </w:r>
      <w:r w:rsidRPr="004F1596">
        <w:t>du moins dans le Parc</w:t>
      </w:r>
      <w:r w:rsidR="003A025E" w:rsidRPr="004572A7">
        <w:t xml:space="preserve">, </w:t>
      </w:r>
      <w:r w:rsidRPr="004F1596">
        <w:t>d</w:t>
      </w:r>
      <w:r w:rsidR="003A025E" w:rsidRPr="004572A7">
        <w:t>’</w:t>
      </w:r>
      <w:r w:rsidRPr="004F1596">
        <w:t>où je pourrais examiner</w:t>
      </w:r>
      <w:r w:rsidR="003A025E" w:rsidRPr="004572A7">
        <w:t xml:space="preserve">, </w:t>
      </w:r>
      <w:r w:rsidRPr="004F1596">
        <w:t>avec quelques chances de succès</w:t>
      </w:r>
      <w:r w:rsidR="003A025E" w:rsidRPr="004572A7">
        <w:t xml:space="preserve">, </w:t>
      </w:r>
      <w:r w:rsidRPr="004F1596">
        <w:t>les faits et gestes de Surgères et</w:t>
      </w:r>
      <w:r w:rsidR="003A025E" w:rsidRPr="004572A7">
        <w:t xml:space="preserve">, </w:t>
      </w:r>
      <w:r w:rsidRPr="004F1596">
        <w:t>si le hasard me favorisait</w:t>
      </w:r>
      <w:r w:rsidR="003A025E" w:rsidRPr="004572A7">
        <w:t xml:space="preserve">, </w:t>
      </w:r>
      <w:r w:rsidRPr="004F1596">
        <w:t>arriver peut-être à tout savoir</w:t>
      </w:r>
      <w:r w:rsidR="003A025E" w:rsidRPr="004572A7">
        <w:t xml:space="preserve">… </w:t>
      </w:r>
      <w:r w:rsidRPr="004F1596">
        <w:t xml:space="preserve">Ce projet </w:t>
      </w:r>
      <w:r w:rsidRPr="004F1596">
        <w:lastRenderedPageBreak/>
        <w:t>avait l</w:t>
      </w:r>
      <w:r w:rsidR="003A025E" w:rsidRPr="004572A7">
        <w:t>’</w:t>
      </w:r>
      <w:r w:rsidRPr="004F1596">
        <w:t>avantage d</w:t>
      </w:r>
      <w:r w:rsidR="003A025E" w:rsidRPr="004572A7">
        <w:t>’</w:t>
      </w:r>
      <w:r w:rsidRPr="004F1596">
        <w:t>être peu compliqué</w:t>
      </w:r>
      <w:r w:rsidR="003A025E" w:rsidRPr="004572A7">
        <w:t xml:space="preserve">, </w:t>
      </w:r>
      <w:r w:rsidRPr="004F1596">
        <w:t>mais son exécution m</w:t>
      </w:r>
      <w:r w:rsidR="003A025E" w:rsidRPr="004572A7">
        <w:t>’</w:t>
      </w:r>
      <w:r w:rsidRPr="004F1596">
        <w:t>apparaissait néanmoins hérissée de difficultés</w:t>
      </w:r>
      <w:r w:rsidR="003A025E" w:rsidRPr="004572A7">
        <w:t xml:space="preserve"> ! </w:t>
      </w:r>
      <w:r w:rsidRPr="004F1596">
        <w:t>Qu</w:t>
      </w:r>
      <w:r w:rsidR="003A025E" w:rsidRPr="004572A7">
        <w:t>’</w:t>
      </w:r>
      <w:r w:rsidRPr="004F1596">
        <w:t>adviendrait-il de tout cela et ne risquais-je pas de payer cher ma téméraire curiosité</w:t>
      </w:r>
      <w:r w:rsidR="003A025E" w:rsidRPr="004572A7">
        <w:t> ?</w:t>
      </w:r>
    </w:p>
    <w:p w14:paraId="1FAFE333" w14:textId="77777777" w:rsidR="003A025E" w:rsidRPr="004572A7" w:rsidRDefault="004F1596" w:rsidP="004F1596">
      <w:r w:rsidRPr="004F1596">
        <w:t>En somme</w:t>
      </w:r>
      <w:r w:rsidR="003A025E" w:rsidRPr="004572A7">
        <w:t xml:space="preserve">, </w:t>
      </w:r>
      <w:r w:rsidRPr="004F1596">
        <w:t>je ne savais pas du tout dans quelle affaire j</w:t>
      </w:r>
      <w:r w:rsidR="003A025E" w:rsidRPr="004572A7">
        <w:t>’</w:t>
      </w:r>
      <w:r w:rsidRPr="004F1596">
        <w:t>allais me lancer</w:t>
      </w:r>
      <w:r w:rsidR="003A025E" w:rsidRPr="004572A7">
        <w:t xml:space="preserve">, </w:t>
      </w:r>
      <w:r w:rsidRPr="004F1596">
        <w:t>ni les dangers que je pouvais courir</w:t>
      </w:r>
      <w:r w:rsidR="003A025E" w:rsidRPr="004572A7">
        <w:t xml:space="preserve"> ? </w:t>
      </w:r>
      <w:r w:rsidRPr="004F1596">
        <w:t>Il fallait du courage</w:t>
      </w:r>
      <w:r w:rsidR="003A025E" w:rsidRPr="004572A7">
        <w:t xml:space="preserve"> ! </w:t>
      </w:r>
      <w:r w:rsidRPr="004F1596">
        <w:t>Que diable</w:t>
      </w:r>
      <w:r w:rsidR="003A025E" w:rsidRPr="004572A7">
        <w:t xml:space="preserve">, </w:t>
      </w:r>
      <w:r w:rsidRPr="004F1596">
        <w:t>je saurais en avoir</w:t>
      </w:r>
      <w:r w:rsidR="003A025E" w:rsidRPr="004572A7">
        <w:t> !</w:t>
      </w:r>
    </w:p>
    <w:p w14:paraId="39ABCD35" w14:textId="77777777" w:rsidR="003A025E" w:rsidRPr="004572A7" w:rsidRDefault="004F1596" w:rsidP="004F1596">
      <w:r w:rsidRPr="004F1596">
        <w:t>C</w:t>
      </w:r>
      <w:r w:rsidR="003A025E" w:rsidRPr="004572A7">
        <w:t>’</w:t>
      </w:r>
      <w:r w:rsidRPr="004F1596">
        <w:t>est sur ces belles résolutions</w:t>
      </w:r>
      <w:r w:rsidR="003A025E" w:rsidRPr="004572A7">
        <w:t xml:space="preserve">, </w:t>
      </w:r>
      <w:r w:rsidRPr="004F1596">
        <w:t>et déjà certain de triompher</w:t>
      </w:r>
      <w:r w:rsidR="003A025E" w:rsidRPr="004572A7">
        <w:t xml:space="preserve">, </w:t>
      </w:r>
      <w:r w:rsidRPr="004F1596">
        <w:t>que je m</w:t>
      </w:r>
      <w:r w:rsidR="003A025E" w:rsidRPr="004572A7">
        <w:t>’</w:t>
      </w:r>
      <w:r w:rsidRPr="004F1596">
        <w:t>endormis</w:t>
      </w:r>
      <w:r w:rsidR="003A025E" w:rsidRPr="004572A7">
        <w:t xml:space="preserve">. </w:t>
      </w:r>
      <w:r w:rsidRPr="004F1596">
        <w:t>Je fis des rêves étranges jusqu</w:t>
      </w:r>
      <w:r w:rsidR="003A025E" w:rsidRPr="004572A7">
        <w:t>’</w:t>
      </w:r>
      <w:r w:rsidRPr="004F1596">
        <w:t>à l</w:t>
      </w:r>
      <w:r w:rsidR="003A025E" w:rsidRPr="004572A7">
        <w:t>’</w:t>
      </w:r>
      <w:r w:rsidRPr="004F1596">
        <w:t>heure de mon réveil</w:t>
      </w:r>
      <w:r w:rsidR="003A025E" w:rsidRPr="004572A7">
        <w:t>.</w:t>
      </w:r>
    </w:p>
    <w:p w14:paraId="0EEC2E24" w14:textId="77777777" w:rsidR="003A025E" w:rsidRPr="004572A7" w:rsidRDefault="004F1596" w:rsidP="004F1596">
      <w:r w:rsidRPr="004F1596">
        <w:t>Quelques jours se passèrent</w:t>
      </w:r>
      <w:r w:rsidR="003A025E" w:rsidRPr="004572A7">
        <w:t xml:space="preserve">. </w:t>
      </w:r>
      <w:r w:rsidRPr="004F1596">
        <w:t>L</w:t>
      </w:r>
      <w:r w:rsidR="003A025E" w:rsidRPr="004572A7">
        <w:t>’</w:t>
      </w:r>
      <w:r w:rsidRPr="004F1596">
        <w:t>idée de chercher à pénétrer à l</w:t>
      </w:r>
      <w:r w:rsidR="003A025E" w:rsidRPr="004572A7">
        <w:t>’</w:t>
      </w:r>
      <w:r w:rsidRPr="004F1596">
        <w:t xml:space="preserve">intérieur de la villa </w:t>
      </w:r>
      <w:r w:rsidR="003A025E" w:rsidRPr="004572A7">
        <w:t>« </w:t>
      </w:r>
      <w:proofErr w:type="spellStart"/>
      <w:r w:rsidRPr="004F1596">
        <w:t>Bakhea</w:t>
      </w:r>
      <w:proofErr w:type="spellEnd"/>
      <w:r w:rsidR="003A025E" w:rsidRPr="004572A7">
        <w:t xml:space="preserve"> », </w:t>
      </w:r>
      <w:r w:rsidRPr="004F1596">
        <w:t>pour lui arracher son secret</w:t>
      </w:r>
      <w:r w:rsidR="003A025E" w:rsidRPr="004572A7">
        <w:t xml:space="preserve">, </w:t>
      </w:r>
      <w:r w:rsidRPr="004F1596">
        <w:t>prenait de plus en plus de force dans mon esprit</w:t>
      </w:r>
      <w:r w:rsidR="003A025E" w:rsidRPr="004572A7">
        <w:t>.</w:t>
      </w:r>
    </w:p>
    <w:p w14:paraId="15B2E449" w14:textId="77777777" w:rsidR="003A025E" w:rsidRPr="004572A7" w:rsidRDefault="004F1596" w:rsidP="004F1596">
      <w:r w:rsidRPr="004F1596">
        <w:t>Cette aventure me passionnait doublement</w:t>
      </w:r>
      <w:r w:rsidR="003A025E" w:rsidRPr="004572A7">
        <w:t xml:space="preserve"> : </w:t>
      </w:r>
      <w:r w:rsidRPr="004F1596">
        <w:t>d</w:t>
      </w:r>
      <w:r w:rsidR="003A025E" w:rsidRPr="004572A7">
        <w:t>’</w:t>
      </w:r>
      <w:r w:rsidRPr="004F1596">
        <w:t>abord</w:t>
      </w:r>
      <w:r w:rsidR="003A025E" w:rsidRPr="004572A7">
        <w:t xml:space="preserve">, </w:t>
      </w:r>
      <w:r w:rsidRPr="004F1596">
        <w:t>parce que j</w:t>
      </w:r>
      <w:r w:rsidR="003A025E" w:rsidRPr="004572A7">
        <w:t>’</w:t>
      </w:r>
      <w:r w:rsidRPr="004F1596">
        <w:t>étais certainement le seul à me douter du mystère à sonder</w:t>
      </w:r>
      <w:r w:rsidR="003A025E" w:rsidRPr="004572A7">
        <w:t xml:space="preserve"> ; </w:t>
      </w:r>
      <w:r w:rsidRPr="004F1596">
        <w:t>ensuite</w:t>
      </w:r>
      <w:r w:rsidR="003A025E" w:rsidRPr="004572A7">
        <w:t xml:space="preserve">, </w:t>
      </w:r>
      <w:r w:rsidRPr="004F1596">
        <w:t>parce que je lui trouvais une note originale</w:t>
      </w:r>
      <w:r w:rsidR="003A025E" w:rsidRPr="004572A7">
        <w:t xml:space="preserve">, </w:t>
      </w:r>
      <w:r w:rsidRPr="004F1596">
        <w:t>un irrésistible attrait où se mêlaient confusément des sentiments de crainte et de curiosité</w:t>
      </w:r>
      <w:r w:rsidR="003A025E" w:rsidRPr="004572A7">
        <w:t xml:space="preserve">, </w:t>
      </w:r>
      <w:r w:rsidRPr="004F1596">
        <w:t>le charme de l</w:t>
      </w:r>
      <w:r w:rsidR="003A025E" w:rsidRPr="004572A7">
        <w:t>’</w:t>
      </w:r>
      <w:r w:rsidRPr="004F1596">
        <w:t>inconnu</w:t>
      </w:r>
      <w:r w:rsidR="003A025E" w:rsidRPr="004572A7">
        <w:t xml:space="preserve">, </w:t>
      </w:r>
      <w:r w:rsidRPr="004F1596">
        <w:t>avec</w:t>
      </w:r>
      <w:r w:rsidR="003A025E" w:rsidRPr="004572A7">
        <w:t xml:space="preserve">, </w:t>
      </w:r>
      <w:r w:rsidRPr="004F1596">
        <w:t>en surplus</w:t>
      </w:r>
      <w:r w:rsidR="003A025E" w:rsidRPr="004572A7">
        <w:t xml:space="preserve">, </w:t>
      </w:r>
      <w:r w:rsidRPr="004F1596">
        <w:t>le piment des émotions fortes et le goût du romanesque</w:t>
      </w:r>
      <w:r w:rsidR="003A025E" w:rsidRPr="004572A7">
        <w:t>.</w:t>
      </w:r>
    </w:p>
    <w:p w14:paraId="0AEC89C2" w14:textId="77777777" w:rsidR="003A025E" w:rsidRPr="004572A7" w:rsidRDefault="004F1596" w:rsidP="004F1596">
      <w:r w:rsidRPr="004F1596">
        <w:t>Autrefois</w:t>
      </w:r>
      <w:r w:rsidR="003A025E" w:rsidRPr="004572A7">
        <w:t xml:space="preserve">, </w:t>
      </w:r>
      <w:r w:rsidRPr="004F1596">
        <w:t>j</w:t>
      </w:r>
      <w:r w:rsidR="003A025E" w:rsidRPr="004572A7">
        <w:t>’</w:t>
      </w:r>
      <w:r w:rsidRPr="004F1596">
        <w:t>avais souri en lisant des œuvres de Wells ou des contes d</w:t>
      </w:r>
      <w:r w:rsidR="003A025E" w:rsidRPr="004572A7">
        <w:t>’</w:t>
      </w:r>
      <w:r w:rsidRPr="004F1596">
        <w:t xml:space="preserve">Edgar </w:t>
      </w:r>
      <w:r w:rsidR="003A025E" w:rsidRPr="004572A7">
        <w:t xml:space="preserve">Poe, </w:t>
      </w:r>
      <w:r w:rsidRPr="004F1596">
        <w:t>or</w:t>
      </w:r>
      <w:r w:rsidR="003A025E" w:rsidRPr="004572A7">
        <w:t xml:space="preserve">, </w:t>
      </w:r>
      <w:r w:rsidRPr="004F1596">
        <w:t>voici que je me laissais aller</w:t>
      </w:r>
      <w:r w:rsidR="003A025E" w:rsidRPr="004572A7">
        <w:t xml:space="preserve">, </w:t>
      </w:r>
      <w:r w:rsidRPr="004F1596">
        <w:t>maintenant</w:t>
      </w:r>
      <w:r w:rsidR="003A025E" w:rsidRPr="004572A7">
        <w:t xml:space="preserve">, </w:t>
      </w:r>
      <w:r w:rsidRPr="004F1596">
        <w:t>aux caprices de mon imagination et que j</w:t>
      </w:r>
      <w:r w:rsidR="003A025E" w:rsidRPr="004572A7">
        <w:t>’</w:t>
      </w:r>
      <w:r w:rsidRPr="004F1596">
        <w:t>étais captivé par quelques constatations d</w:t>
      </w:r>
      <w:r w:rsidR="003A025E" w:rsidRPr="004572A7">
        <w:t>’</w:t>
      </w:r>
      <w:r w:rsidRPr="004F1596">
        <w:t>ordre personnel</w:t>
      </w:r>
      <w:r w:rsidR="003A025E" w:rsidRPr="004572A7">
        <w:t xml:space="preserve">, </w:t>
      </w:r>
      <w:r w:rsidRPr="004F1596">
        <w:t>comme jadis par les histoires de Barbe-Bleue</w:t>
      </w:r>
      <w:r w:rsidR="003A025E" w:rsidRPr="004572A7">
        <w:t>.</w:t>
      </w:r>
    </w:p>
    <w:p w14:paraId="2F6D84A9" w14:textId="77777777" w:rsidR="003A025E" w:rsidRPr="004572A7" w:rsidRDefault="004F1596" w:rsidP="004F1596">
      <w:r w:rsidRPr="004F1596">
        <w:t>J</w:t>
      </w:r>
      <w:r w:rsidR="003A025E" w:rsidRPr="004572A7">
        <w:t>’</w:t>
      </w:r>
      <w:r w:rsidRPr="004F1596">
        <w:t>avais déjà fait mes préparatifs en vue d</w:t>
      </w:r>
      <w:r w:rsidR="003A025E" w:rsidRPr="004572A7">
        <w:t>’</w:t>
      </w:r>
      <w:r w:rsidRPr="004F1596">
        <w:t>une deuxième expédition nocturne</w:t>
      </w:r>
      <w:r w:rsidR="003A025E" w:rsidRPr="004572A7">
        <w:t xml:space="preserve"> ; </w:t>
      </w:r>
      <w:r w:rsidRPr="004F1596">
        <w:t>je me disposais même à mettre mon projet à exécution</w:t>
      </w:r>
      <w:r w:rsidR="003A025E" w:rsidRPr="004572A7">
        <w:t xml:space="preserve">, </w:t>
      </w:r>
      <w:r w:rsidRPr="004F1596">
        <w:t>lorsque se déroulèrent</w:t>
      </w:r>
      <w:r w:rsidR="003A025E" w:rsidRPr="004572A7">
        <w:t xml:space="preserve">, </w:t>
      </w:r>
      <w:r w:rsidRPr="004F1596">
        <w:t>chez moi</w:t>
      </w:r>
      <w:r w:rsidR="003A025E" w:rsidRPr="004572A7">
        <w:t xml:space="preserve">, </w:t>
      </w:r>
      <w:r w:rsidRPr="004F1596">
        <w:t>des événements singuliers</w:t>
      </w:r>
      <w:r w:rsidR="003A025E" w:rsidRPr="004572A7">
        <w:t xml:space="preserve">, </w:t>
      </w:r>
      <w:r w:rsidRPr="004F1596">
        <w:t>qui me retardèrent dans mon entreprise</w:t>
      </w:r>
      <w:r w:rsidR="003A025E" w:rsidRPr="004572A7">
        <w:t xml:space="preserve">, </w:t>
      </w:r>
      <w:r w:rsidRPr="004F1596">
        <w:lastRenderedPageBreak/>
        <w:t>mais ne contribuèrent pas peu à me faire persévérer dans mes résolutions</w:t>
      </w:r>
      <w:r w:rsidR="003A025E" w:rsidRPr="004572A7">
        <w:t>.</w:t>
      </w:r>
    </w:p>
    <w:p w14:paraId="17870F2E" w14:textId="77777777" w:rsidR="003A025E" w:rsidRPr="004572A7" w:rsidRDefault="004F1596" w:rsidP="004F1596">
      <w:r w:rsidRPr="004F1596">
        <w:t>Le mieux est de donner ici le détail de ces incidents</w:t>
      </w:r>
      <w:r w:rsidR="003A025E" w:rsidRPr="004572A7">
        <w:t>.</w:t>
      </w:r>
    </w:p>
    <w:p w14:paraId="335E0BA3" w14:textId="77777777" w:rsidR="004F1596" w:rsidRPr="004572A7" w:rsidRDefault="00C844D5" w:rsidP="003A025E">
      <w:pPr>
        <w:pStyle w:val="Etoile"/>
      </w:pPr>
      <w:r w:rsidRPr="004572A7">
        <w:t>*</w:t>
      </w:r>
    </w:p>
    <w:p w14:paraId="39F14156" w14:textId="77777777" w:rsidR="003A025E" w:rsidRPr="004572A7" w:rsidRDefault="004F1596" w:rsidP="004F1596">
      <w:r w:rsidRPr="004F1596">
        <w:t>Mon père avait décidé de donner un dîner en l</w:t>
      </w:r>
      <w:r w:rsidR="003A025E" w:rsidRPr="004572A7">
        <w:t>’</w:t>
      </w:r>
      <w:r w:rsidRPr="004F1596">
        <w:t>honneur de la comtesse Roda-</w:t>
      </w:r>
      <w:proofErr w:type="spellStart"/>
      <w:r w:rsidRPr="004F1596">
        <w:t>Myromena</w:t>
      </w:r>
      <w:proofErr w:type="spellEnd"/>
      <w:r w:rsidR="003A025E" w:rsidRPr="004572A7">
        <w:t xml:space="preserve">, </w:t>
      </w:r>
      <w:r w:rsidRPr="004F1596">
        <w:t>intime amie de ma mère</w:t>
      </w:r>
      <w:r w:rsidR="003A025E" w:rsidRPr="004572A7">
        <w:t xml:space="preserve">. </w:t>
      </w:r>
      <w:r w:rsidRPr="004F1596">
        <w:t>La comtesse arrivait de Madrid et venait passer</w:t>
      </w:r>
      <w:r w:rsidR="003A025E" w:rsidRPr="004572A7">
        <w:t xml:space="preserve">, </w:t>
      </w:r>
      <w:r w:rsidRPr="004F1596">
        <w:t>comme tous les ans</w:t>
      </w:r>
      <w:r w:rsidR="003A025E" w:rsidRPr="004572A7">
        <w:t xml:space="preserve">, </w:t>
      </w:r>
      <w:r w:rsidRPr="004F1596">
        <w:t>une partie de l</w:t>
      </w:r>
      <w:r w:rsidR="003A025E" w:rsidRPr="004572A7">
        <w:t>’</w:t>
      </w:r>
      <w:r w:rsidRPr="004F1596">
        <w:t>été à Biarritz</w:t>
      </w:r>
      <w:r w:rsidR="003A025E" w:rsidRPr="004572A7">
        <w:t xml:space="preserve">. </w:t>
      </w:r>
      <w:r w:rsidRPr="004F1596">
        <w:t>Je fus chargé</w:t>
      </w:r>
      <w:r w:rsidR="003A025E" w:rsidRPr="004572A7">
        <w:t xml:space="preserve">, </w:t>
      </w:r>
      <w:r w:rsidRPr="004F1596">
        <w:t>à cette occasion</w:t>
      </w:r>
      <w:r w:rsidR="003A025E" w:rsidRPr="004572A7">
        <w:t xml:space="preserve">, </w:t>
      </w:r>
      <w:r w:rsidRPr="004F1596">
        <w:t>d</w:t>
      </w:r>
      <w:r w:rsidR="003A025E" w:rsidRPr="004572A7">
        <w:t>’</w:t>
      </w:r>
      <w:r w:rsidRPr="004F1596">
        <w:t>envoyer les cartes d</w:t>
      </w:r>
      <w:r w:rsidR="003A025E" w:rsidRPr="004572A7">
        <w:t>’</w:t>
      </w:r>
      <w:r w:rsidRPr="004F1596">
        <w:t>invitation aux personnes que nous avions l</w:t>
      </w:r>
      <w:r w:rsidR="003A025E" w:rsidRPr="004572A7">
        <w:t>’</w:t>
      </w:r>
      <w:r w:rsidRPr="004F1596">
        <w:t>habitude de recevoir et</w:t>
      </w:r>
      <w:r w:rsidR="003A025E" w:rsidRPr="004572A7">
        <w:t xml:space="preserve">, </w:t>
      </w:r>
      <w:r w:rsidRPr="004F1596">
        <w:t>on doit le penser</w:t>
      </w:r>
      <w:r w:rsidR="003A025E" w:rsidRPr="004572A7">
        <w:t xml:space="preserve">, </w:t>
      </w:r>
      <w:r w:rsidRPr="004F1596">
        <w:t>je me gardai bien d</w:t>
      </w:r>
      <w:r w:rsidR="003A025E" w:rsidRPr="004572A7">
        <w:t>’</w:t>
      </w:r>
      <w:r w:rsidRPr="004F1596">
        <w:t>oublier le docteur Surgères</w:t>
      </w:r>
      <w:r w:rsidR="003A025E" w:rsidRPr="004572A7">
        <w:t>.</w:t>
      </w:r>
    </w:p>
    <w:p w14:paraId="776440E7" w14:textId="77777777" w:rsidR="003A025E" w:rsidRPr="004572A7" w:rsidRDefault="004F1596" w:rsidP="004F1596">
      <w:r w:rsidRPr="004F1596">
        <w:t>Le jour fixé</w:t>
      </w:r>
      <w:r w:rsidR="003A025E" w:rsidRPr="004572A7">
        <w:t xml:space="preserve">, </w:t>
      </w:r>
      <w:r w:rsidRPr="004F1596">
        <w:t>c</w:t>
      </w:r>
      <w:r w:rsidR="003A025E" w:rsidRPr="004572A7">
        <w:t>’</w:t>
      </w:r>
      <w:r w:rsidRPr="004F1596">
        <w:t>était un samedi</w:t>
      </w:r>
      <w:r w:rsidR="003A025E" w:rsidRPr="004572A7">
        <w:t xml:space="preserve">, </w:t>
      </w:r>
      <w:r w:rsidRPr="004F1596">
        <w:t>je crois</w:t>
      </w:r>
      <w:r w:rsidR="003A025E" w:rsidRPr="004572A7">
        <w:t xml:space="preserve">, </w:t>
      </w:r>
      <w:r w:rsidRPr="004F1596">
        <w:t>les invités arrivèrent à quelques minutes d</w:t>
      </w:r>
      <w:r w:rsidR="003A025E" w:rsidRPr="004572A7">
        <w:t>’</w:t>
      </w:r>
      <w:r w:rsidRPr="004F1596">
        <w:t>intervalle</w:t>
      </w:r>
      <w:r w:rsidR="003A025E" w:rsidRPr="004572A7">
        <w:t xml:space="preserve">. </w:t>
      </w:r>
      <w:r w:rsidRPr="004F1596">
        <w:t>Je constatai</w:t>
      </w:r>
      <w:r w:rsidR="003A025E" w:rsidRPr="004572A7">
        <w:t xml:space="preserve">, </w:t>
      </w:r>
      <w:r w:rsidRPr="004F1596">
        <w:t>avec plaisir</w:t>
      </w:r>
      <w:r w:rsidR="003A025E" w:rsidRPr="004572A7">
        <w:t xml:space="preserve">, </w:t>
      </w:r>
      <w:r w:rsidRPr="004F1596">
        <w:t>qu</w:t>
      </w:r>
      <w:r w:rsidR="003A025E" w:rsidRPr="004572A7">
        <w:t>’</w:t>
      </w:r>
      <w:r w:rsidRPr="004F1596">
        <w:t>ils étaient tous d</w:t>
      </w:r>
      <w:r w:rsidR="003A025E" w:rsidRPr="004572A7">
        <w:t>’</w:t>
      </w:r>
      <w:r w:rsidRPr="004F1596">
        <w:t>excellente humeur</w:t>
      </w:r>
      <w:r w:rsidR="003A025E" w:rsidRPr="004572A7">
        <w:t xml:space="preserve">. </w:t>
      </w:r>
      <w:r w:rsidRPr="004F1596">
        <w:t>J</w:t>
      </w:r>
      <w:r w:rsidR="003A025E" w:rsidRPr="004572A7">
        <w:t>’</w:t>
      </w:r>
      <w:r w:rsidRPr="004F1596">
        <w:t>attendais avec une certaine angoisse l</w:t>
      </w:r>
      <w:r w:rsidR="003A025E" w:rsidRPr="004572A7">
        <w:t>’</w:t>
      </w:r>
      <w:r w:rsidRPr="004F1596">
        <w:t>arrivée de Surgères</w:t>
      </w:r>
      <w:r w:rsidR="003A025E" w:rsidRPr="004572A7">
        <w:t xml:space="preserve">, </w:t>
      </w:r>
      <w:r w:rsidRPr="004F1596">
        <w:t>car</w:t>
      </w:r>
      <w:r w:rsidR="003A025E" w:rsidRPr="004572A7">
        <w:t xml:space="preserve">, </w:t>
      </w:r>
      <w:r w:rsidRPr="004F1596">
        <w:t>bien que je fusse absolument certain qu</w:t>
      </w:r>
      <w:r w:rsidR="003A025E" w:rsidRPr="004572A7">
        <w:t>’</w:t>
      </w:r>
      <w:r w:rsidRPr="004F1596">
        <w:t>il ne pouvait se douter de rien</w:t>
      </w:r>
      <w:r w:rsidR="003A025E" w:rsidRPr="004572A7">
        <w:t xml:space="preserve">, </w:t>
      </w:r>
      <w:r w:rsidRPr="004F1596">
        <w:t>j</w:t>
      </w:r>
      <w:r w:rsidR="003A025E" w:rsidRPr="004572A7">
        <w:t>’</w:t>
      </w:r>
      <w:r w:rsidRPr="004F1596">
        <w:t>éprouvais cependant un trouble singulier</w:t>
      </w:r>
      <w:r w:rsidR="003A025E" w:rsidRPr="004572A7">
        <w:t xml:space="preserve">, </w:t>
      </w:r>
      <w:r w:rsidRPr="004F1596">
        <w:t>une sorte de malaise inexplicable comme si j</w:t>
      </w:r>
      <w:r w:rsidR="003A025E" w:rsidRPr="004572A7">
        <w:t>’</w:t>
      </w:r>
      <w:r w:rsidRPr="004F1596">
        <w:t>avais commis une mauvaise action</w:t>
      </w:r>
      <w:r w:rsidR="003A025E" w:rsidRPr="004572A7">
        <w:t>.</w:t>
      </w:r>
    </w:p>
    <w:p w14:paraId="5C1AD4C1" w14:textId="77777777" w:rsidR="003A025E" w:rsidRPr="004572A7" w:rsidRDefault="004F1596" w:rsidP="004F1596">
      <w:r w:rsidRPr="004F1596">
        <w:t>Aussi ce fut avec une véritable satisfaction que je le vis venir vers moi</w:t>
      </w:r>
      <w:r w:rsidR="003A025E" w:rsidRPr="004572A7">
        <w:t xml:space="preserve">, </w:t>
      </w:r>
      <w:r w:rsidRPr="004F1596">
        <w:t>me tendre franchement la main et me parler</w:t>
      </w:r>
      <w:r w:rsidR="003A025E" w:rsidRPr="004572A7">
        <w:t xml:space="preserve">, </w:t>
      </w:r>
      <w:r w:rsidRPr="004F1596">
        <w:t>pendant quelques instants</w:t>
      </w:r>
      <w:r w:rsidR="003A025E" w:rsidRPr="004572A7">
        <w:t xml:space="preserve">, </w:t>
      </w:r>
      <w:r w:rsidRPr="004F1596">
        <w:t>d</w:t>
      </w:r>
      <w:r w:rsidR="003A025E" w:rsidRPr="004572A7">
        <w:t>’</w:t>
      </w:r>
      <w:r w:rsidRPr="004F1596">
        <w:t>une façon tout à fait cordiale</w:t>
      </w:r>
      <w:r w:rsidR="003A025E" w:rsidRPr="004572A7">
        <w:t xml:space="preserve">. </w:t>
      </w:r>
      <w:r w:rsidRPr="004F1596">
        <w:t>Pendant le dîner</w:t>
      </w:r>
      <w:r w:rsidR="003A025E" w:rsidRPr="004572A7">
        <w:t xml:space="preserve">, </w:t>
      </w:r>
      <w:r w:rsidRPr="004F1596">
        <w:t>la conversation fut très animée</w:t>
      </w:r>
      <w:r w:rsidR="003A025E" w:rsidRPr="004572A7">
        <w:t xml:space="preserve">, </w:t>
      </w:r>
      <w:r w:rsidRPr="004F1596">
        <w:t>aussi extrêmement intéressante</w:t>
      </w:r>
      <w:r w:rsidR="003A025E" w:rsidRPr="004572A7">
        <w:t xml:space="preserve">. </w:t>
      </w:r>
      <w:r w:rsidRPr="004F1596">
        <w:t>Jamais je n</w:t>
      </w:r>
      <w:r w:rsidR="003A025E" w:rsidRPr="004572A7">
        <w:t>’</w:t>
      </w:r>
      <w:r w:rsidRPr="004F1596">
        <w:t>avais encore assisté à des joutes oratoires aussi passionnées</w:t>
      </w:r>
      <w:r w:rsidR="003A025E" w:rsidRPr="004572A7">
        <w:t xml:space="preserve">, </w:t>
      </w:r>
      <w:r w:rsidRPr="004F1596">
        <w:t>chez nos invités</w:t>
      </w:r>
      <w:r w:rsidR="003A025E" w:rsidRPr="004572A7">
        <w:t xml:space="preserve"> ; </w:t>
      </w:r>
      <w:r w:rsidRPr="004F1596">
        <w:t>jamais je n</w:t>
      </w:r>
      <w:r w:rsidR="003A025E" w:rsidRPr="004572A7">
        <w:t>’</w:t>
      </w:r>
      <w:r w:rsidRPr="004F1596">
        <w:t>avais entendu agiter autant de questions en si peu de temps et avec tant d</w:t>
      </w:r>
      <w:r w:rsidR="003A025E" w:rsidRPr="004572A7">
        <w:t>’</w:t>
      </w:r>
      <w:r w:rsidRPr="004F1596">
        <w:t>esprit</w:t>
      </w:r>
      <w:r w:rsidR="003A025E" w:rsidRPr="004572A7">
        <w:t>.</w:t>
      </w:r>
    </w:p>
    <w:p w14:paraId="0C60CD41" w14:textId="77777777" w:rsidR="003A025E" w:rsidRPr="004572A7" w:rsidRDefault="003A025E" w:rsidP="004F1596">
      <w:r w:rsidRPr="004572A7">
        <w:t>M. de </w:t>
      </w:r>
      <w:proofErr w:type="spellStart"/>
      <w:r w:rsidR="004F1596" w:rsidRPr="004F1596">
        <w:t>Simagne</w:t>
      </w:r>
      <w:proofErr w:type="spellEnd"/>
      <w:r w:rsidR="004F1596" w:rsidRPr="004F1596">
        <w:t xml:space="preserve"> n</w:t>
      </w:r>
      <w:r w:rsidRPr="004572A7">
        <w:t>’</w:t>
      </w:r>
      <w:r w:rsidR="004F1596" w:rsidRPr="004F1596">
        <w:t>avait pas parlé une seule fois du Japon</w:t>
      </w:r>
      <w:r w:rsidRPr="004572A7">
        <w:t xml:space="preserve">, </w:t>
      </w:r>
      <w:r w:rsidR="004F1596" w:rsidRPr="004F1596">
        <w:t>ni du Sénégal</w:t>
      </w:r>
      <w:r w:rsidRPr="004572A7">
        <w:t xml:space="preserve"> ; </w:t>
      </w:r>
      <w:r w:rsidR="004F1596" w:rsidRPr="004F1596">
        <w:t>il soutenait brillamment</w:t>
      </w:r>
      <w:r w:rsidRPr="004572A7">
        <w:t xml:space="preserve">, </w:t>
      </w:r>
      <w:r w:rsidR="004F1596" w:rsidRPr="004F1596">
        <w:t xml:space="preserve">contre </w:t>
      </w:r>
      <w:r w:rsidRPr="004572A7">
        <w:t>M. </w:t>
      </w:r>
      <w:r w:rsidR="004F1596" w:rsidRPr="004F1596">
        <w:t>Lambert</w:t>
      </w:r>
      <w:r w:rsidRPr="004572A7">
        <w:t xml:space="preserve">, </w:t>
      </w:r>
      <w:r w:rsidR="004F1596" w:rsidRPr="004F1596">
        <w:t>une thèse philosophique spiritualiste</w:t>
      </w:r>
      <w:r w:rsidRPr="004572A7">
        <w:t>. M. </w:t>
      </w:r>
      <w:proofErr w:type="spellStart"/>
      <w:r w:rsidR="004F1596" w:rsidRPr="004F1596">
        <w:t>Meyrignac</w:t>
      </w:r>
      <w:proofErr w:type="spellEnd"/>
      <w:r w:rsidRPr="004572A7">
        <w:t xml:space="preserve">, </w:t>
      </w:r>
      <w:r w:rsidR="004F1596" w:rsidRPr="004F1596">
        <w:t>avec une facilité que je ne lui connaissais pas</w:t>
      </w:r>
      <w:r w:rsidRPr="004572A7">
        <w:t xml:space="preserve">, </w:t>
      </w:r>
      <w:r w:rsidR="004F1596" w:rsidRPr="004F1596">
        <w:t>faisait l</w:t>
      </w:r>
      <w:r w:rsidRPr="004572A7">
        <w:t>’</w:t>
      </w:r>
      <w:r w:rsidR="004F1596" w:rsidRPr="004F1596">
        <w:t xml:space="preserve">apologie de la </w:t>
      </w:r>
      <w:r w:rsidR="004F1596" w:rsidRPr="004F1596">
        <w:lastRenderedPageBreak/>
        <w:t>grande République des États-Unis</w:t>
      </w:r>
      <w:r w:rsidRPr="004572A7">
        <w:t xml:space="preserve">, </w:t>
      </w:r>
      <w:r w:rsidR="004F1596" w:rsidRPr="004F1596">
        <w:t>au point de vue agricole et industriel</w:t>
      </w:r>
      <w:r w:rsidRPr="004572A7">
        <w:t>.</w:t>
      </w:r>
    </w:p>
    <w:p w14:paraId="78AEE19E" w14:textId="77777777" w:rsidR="003A025E" w:rsidRPr="004572A7" w:rsidRDefault="003A025E" w:rsidP="004F1596">
      <w:r w:rsidRPr="004572A7">
        <w:t>M</w:t>
      </w:r>
      <w:r w:rsidRPr="004572A7">
        <w:rPr>
          <w:vertAlign w:val="superscript"/>
        </w:rPr>
        <w:t>me</w:t>
      </w:r>
      <w:r w:rsidRPr="004572A7">
        <w:t> </w:t>
      </w:r>
      <w:r w:rsidR="004F1596" w:rsidRPr="004F1596">
        <w:t>Lambert</w:t>
      </w:r>
      <w:r w:rsidRPr="004572A7">
        <w:t xml:space="preserve">, </w:t>
      </w:r>
      <w:r w:rsidR="004F1596" w:rsidRPr="004F1596">
        <w:t>si pâle d</w:t>
      </w:r>
      <w:r w:rsidRPr="004572A7">
        <w:t>’</w:t>
      </w:r>
      <w:r w:rsidR="004F1596" w:rsidRPr="004F1596">
        <w:t>habitude</w:t>
      </w:r>
      <w:r w:rsidRPr="004572A7">
        <w:t xml:space="preserve">, </w:t>
      </w:r>
      <w:r w:rsidR="004F1596" w:rsidRPr="004F1596">
        <w:t>avait trouvé</w:t>
      </w:r>
      <w:r w:rsidRPr="004572A7">
        <w:t xml:space="preserve">, </w:t>
      </w:r>
      <w:r w:rsidR="004F1596" w:rsidRPr="004F1596">
        <w:t>dans ses souvenirs</w:t>
      </w:r>
      <w:r w:rsidRPr="004572A7">
        <w:t xml:space="preserve">, </w:t>
      </w:r>
      <w:r w:rsidR="004F1596" w:rsidRPr="004F1596">
        <w:t>une éloquence inattendue</w:t>
      </w:r>
      <w:r w:rsidRPr="004572A7">
        <w:t xml:space="preserve"> ; </w:t>
      </w:r>
      <w:r w:rsidR="004F1596" w:rsidRPr="004F1596">
        <w:t>elle éblouissait</w:t>
      </w:r>
      <w:r w:rsidRPr="004572A7">
        <w:t xml:space="preserve">, </w:t>
      </w:r>
      <w:r w:rsidR="004F1596" w:rsidRPr="004F1596">
        <w:t>par ses connaissances artistiques</w:t>
      </w:r>
      <w:r w:rsidRPr="004572A7">
        <w:t xml:space="preserve">, </w:t>
      </w:r>
      <w:r w:rsidR="004F1596" w:rsidRPr="004F1596">
        <w:t xml:space="preserve">la Comtesse de </w:t>
      </w:r>
      <w:proofErr w:type="spellStart"/>
      <w:r w:rsidR="004F1596" w:rsidRPr="004F1596">
        <w:t>Myromena</w:t>
      </w:r>
      <w:proofErr w:type="spellEnd"/>
      <w:r w:rsidRPr="004572A7">
        <w:t xml:space="preserve">. </w:t>
      </w:r>
      <w:r w:rsidR="004F1596" w:rsidRPr="004F1596">
        <w:t>Cette dernière ne se doutait certes pas avoir affaire à une ancienne actrice célèbre dont le talent avait occupé</w:t>
      </w:r>
      <w:r w:rsidRPr="004572A7">
        <w:t xml:space="preserve">, </w:t>
      </w:r>
      <w:r w:rsidR="004F1596" w:rsidRPr="004F1596">
        <w:t>pendant des années</w:t>
      </w:r>
      <w:r w:rsidRPr="004572A7">
        <w:t xml:space="preserve">, </w:t>
      </w:r>
      <w:r w:rsidR="004F1596" w:rsidRPr="004F1596">
        <w:t>la presse théâtrale et quelques heureux privilégiés</w:t>
      </w:r>
      <w:r w:rsidRPr="004572A7">
        <w:t>.</w:t>
      </w:r>
    </w:p>
    <w:p w14:paraId="681274A4" w14:textId="77777777" w:rsidR="003A025E" w:rsidRPr="004572A7" w:rsidRDefault="004F1596" w:rsidP="004F1596">
      <w:r w:rsidRPr="004F1596">
        <w:t>Le docteur Simon</w:t>
      </w:r>
      <w:r w:rsidR="003A025E" w:rsidRPr="004572A7">
        <w:t xml:space="preserve">, </w:t>
      </w:r>
      <w:r w:rsidRPr="004F1596">
        <w:t>ayant sans doute acquis la conviction solide que Surgères n</w:t>
      </w:r>
      <w:r w:rsidR="003A025E" w:rsidRPr="004572A7">
        <w:t>’</w:t>
      </w:r>
      <w:r w:rsidRPr="004F1596">
        <w:t>avait aucun faible pour les poètes de l</w:t>
      </w:r>
      <w:r w:rsidR="003A025E" w:rsidRPr="004572A7">
        <w:t>’</w:t>
      </w:r>
      <w:r w:rsidRPr="004F1596">
        <w:t>antiquité</w:t>
      </w:r>
      <w:r w:rsidR="003A025E" w:rsidRPr="004572A7">
        <w:t xml:space="preserve">, </w:t>
      </w:r>
      <w:r w:rsidRPr="004F1596">
        <w:t>ni pour les poètes modernes</w:t>
      </w:r>
      <w:r w:rsidR="003A025E" w:rsidRPr="004572A7">
        <w:t xml:space="preserve">, </w:t>
      </w:r>
      <w:r w:rsidRPr="004F1596">
        <w:t>s</w:t>
      </w:r>
      <w:r w:rsidR="003A025E" w:rsidRPr="004572A7">
        <w:t>’</w:t>
      </w:r>
      <w:r w:rsidRPr="004F1596">
        <w:t>était</w:t>
      </w:r>
      <w:r w:rsidR="003A025E" w:rsidRPr="004572A7">
        <w:t xml:space="preserve">, </w:t>
      </w:r>
      <w:r w:rsidRPr="004F1596">
        <w:t>par une inspiration de génie</w:t>
      </w:r>
      <w:r w:rsidR="003A025E" w:rsidRPr="004572A7">
        <w:t xml:space="preserve">, </w:t>
      </w:r>
      <w:r w:rsidRPr="004F1596">
        <w:t>lancé dans une question de biologie</w:t>
      </w:r>
      <w:r w:rsidR="003A025E" w:rsidRPr="004572A7">
        <w:t xml:space="preserve">, </w:t>
      </w:r>
      <w:r w:rsidRPr="004F1596">
        <w:t>qui devait certainement intéresser son jeune confrère</w:t>
      </w:r>
      <w:r w:rsidR="003A025E" w:rsidRPr="004572A7">
        <w:t xml:space="preserve">. </w:t>
      </w:r>
      <w:r w:rsidRPr="004F1596">
        <w:t>En effet</w:t>
      </w:r>
      <w:r w:rsidR="003A025E" w:rsidRPr="004572A7">
        <w:t xml:space="preserve">, </w:t>
      </w:r>
      <w:r w:rsidRPr="004F1596">
        <w:t>ce dernier poussait la complaisance jusqu</w:t>
      </w:r>
      <w:r w:rsidR="003A025E" w:rsidRPr="004572A7">
        <w:t>’</w:t>
      </w:r>
      <w:r w:rsidRPr="004F1596">
        <w:t>à lui porter secours</w:t>
      </w:r>
      <w:r w:rsidR="003A025E" w:rsidRPr="004572A7">
        <w:t xml:space="preserve">, </w:t>
      </w:r>
      <w:r w:rsidRPr="004F1596">
        <w:t>aux moments critiques où il commençait à patauger sérieusement</w:t>
      </w:r>
      <w:r w:rsidR="003A025E" w:rsidRPr="004572A7">
        <w:t xml:space="preserve">. </w:t>
      </w:r>
      <w:r w:rsidRPr="004F1596">
        <w:t>Je me trouvais en face du docteur Simon et à côté de Surgères</w:t>
      </w:r>
      <w:r w:rsidR="003A025E" w:rsidRPr="004572A7">
        <w:t>.</w:t>
      </w:r>
    </w:p>
    <w:p w14:paraId="2711965D" w14:textId="77777777" w:rsidR="004F1596" w:rsidRPr="004F1596" w:rsidRDefault="0020496D" w:rsidP="004F1596">
      <w:r w:rsidRPr="004572A7">
        <w:t>À</w:t>
      </w:r>
      <w:r w:rsidR="004F1596" w:rsidRPr="004F1596">
        <w:t xml:space="preserve"> un moment donné</w:t>
      </w:r>
      <w:r w:rsidR="003A025E" w:rsidRPr="004572A7">
        <w:t xml:space="preserve">, </w:t>
      </w:r>
      <w:r w:rsidR="004F1596" w:rsidRPr="004F1596">
        <w:t>celui-ci me dit à voix basse</w:t>
      </w:r>
      <w:r w:rsidR="003A025E" w:rsidRPr="004572A7">
        <w:t> : « </w:t>
      </w:r>
      <w:r w:rsidR="004F1596" w:rsidRPr="004F1596">
        <w:t>Il n</w:t>
      </w:r>
      <w:r w:rsidR="003A025E" w:rsidRPr="004572A7">
        <w:t>’</w:t>
      </w:r>
      <w:r w:rsidR="004F1596" w:rsidRPr="004F1596">
        <w:t>est pas si ennuyeux que je l</w:t>
      </w:r>
      <w:r w:rsidR="003A025E" w:rsidRPr="004572A7">
        <w:t>’</w:t>
      </w:r>
      <w:r w:rsidR="004F1596" w:rsidRPr="004F1596">
        <w:t>avais pensé tout d</w:t>
      </w:r>
      <w:r w:rsidR="003A025E" w:rsidRPr="004572A7">
        <w:t>’</w:t>
      </w:r>
      <w:r w:rsidR="004F1596" w:rsidRPr="004F1596">
        <w:t>abord</w:t>
      </w:r>
      <w:r w:rsidR="003A025E" w:rsidRPr="004572A7">
        <w:t xml:space="preserve"> ». </w:t>
      </w:r>
      <w:r w:rsidR="004F1596" w:rsidRPr="004F1596">
        <w:t>Ce que je traduisis ainsi</w:t>
      </w:r>
      <w:r w:rsidR="003A025E" w:rsidRPr="004572A7">
        <w:t> : « </w:t>
      </w:r>
      <w:r w:rsidR="004F1596" w:rsidRPr="004F1596">
        <w:t>Il n</w:t>
      </w:r>
      <w:r w:rsidR="003A025E" w:rsidRPr="004572A7">
        <w:t>’</w:t>
      </w:r>
      <w:r w:rsidR="004F1596" w:rsidRPr="004F1596">
        <w:t>est pas si bête qu</w:t>
      </w:r>
      <w:r w:rsidR="003A025E" w:rsidRPr="004572A7">
        <w:t>’</w:t>
      </w:r>
      <w:r w:rsidR="004F1596" w:rsidRPr="004F1596">
        <w:t>il en a l</w:t>
      </w:r>
      <w:r w:rsidR="003A025E" w:rsidRPr="004572A7">
        <w:t>’</w:t>
      </w:r>
      <w:r w:rsidR="004F1596" w:rsidRPr="004F1596">
        <w:t>air</w:t>
      </w:r>
      <w:r w:rsidR="003A025E" w:rsidRPr="004572A7">
        <w:t>. »</w:t>
      </w:r>
    </w:p>
    <w:p w14:paraId="68C23F01" w14:textId="77777777" w:rsidR="003A025E" w:rsidRPr="004572A7" w:rsidRDefault="004F1596" w:rsidP="004F1596">
      <w:r w:rsidRPr="004F1596">
        <w:t>Tout allait donc pour le mieux</w:t>
      </w:r>
      <w:r w:rsidR="003A025E" w:rsidRPr="004572A7">
        <w:t xml:space="preserve">. </w:t>
      </w:r>
      <w:r w:rsidRPr="004F1596">
        <w:t>Surgères ne se doutait de rien et me paraissait très expansif</w:t>
      </w:r>
      <w:r w:rsidR="003A025E" w:rsidRPr="004572A7">
        <w:t xml:space="preserve">. </w:t>
      </w:r>
      <w:r w:rsidRPr="004F1596">
        <w:t>La plus franche gaieté régnait parmi les convives</w:t>
      </w:r>
      <w:r w:rsidR="003A025E" w:rsidRPr="004572A7">
        <w:t xml:space="preserve">. </w:t>
      </w:r>
      <w:r w:rsidRPr="004F1596">
        <w:t>J</w:t>
      </w:r>
      <w:r w:rsidR="003A025E" w:rsidRPr="004572A7">
        <w:t>’</w:t>
      </w:r>
      <w:r w:rsidRPr="004F1596">
        <w:t>étais donc persuadé que nous passerions une excellente soirée</w:t>
      </w:r>
      <w:r w:rsidR="003A025E" w:rsidRPr="004572A7">
        <w:t>.</w:t>
      </w:r>
    </w:p>
    <w:p w14:paraId="7EF805AA" w14:textId="77777777" w:rsidR="003A025E" w:rsidRPr="004572A7" w:rsidRDefault="004F1596" w:rsidP="004F1596">
      <w:r w:rsidRPr="004F1596">
        <w:t>Le baron Kalinine</w:t>
      </w:r>
      <w:r w:rsidR="003A025E" w:rsidRPr="004572A7">
        <w:t xml:space="preserve">, </w:t>
      </w:r>
      <w:r w:rsidRPr="004F1596">
        <w:t>qui semblait médusé par la couleur des vins vieux alignés devant lui</w:t>
      </w:r>
      <w:r w:rsidR="003A025E" w:rsidRPr="004572A7">
        <w:t xml:space="preserve">, </w:t>
      </w:r>
      <w:r w:rsidRPr="004F1596">
        <w:t>profitant d</w:t>
      </w:r>
      <w:r w:rsidR="003A025E" w:rsidRPr="004572A7">
        <w:t>’</w:t>
      </w:r>
      <w:r w:rsidRPr="004F1596">
        <w:t>un instant de silence parmi les convives</w:t>
      </w:r>
      <w:r w:rsidR="003A025E" w:rsidRPr="004572A7">
        <w:t xml:space="preserve">, </w:t>
      </w:r>
      <w:r w:rsidRPr="004F1596">
        <w:t>se mit à parler</w:t>
      </w:r>
      <w:r w:rsidR="003A025E" w:rsidRPr="004572A7">
        <w:t xml:space="preserve">, </w:t>
      </w:r>
      <w:r w:rsidRPr="004F1596">
        <w:t>avec mon père</w:t>
      </w:r>
      <w:r w:rsidR="003A025E" w:rsidRPr="004572A7">
        <w:t xml:space="preserve">, </w:t>
      </w:r>
      <w:r w:rsidRPr="004F1596">
        <w:t>de plusieurs personnes qu</w:t>
      </w:r>
      <w:r w:rsidR="003A025E" w:rsidRPr="004572A7">
        <w:t>’</w:t>
      </w:r>
      <w:r w:rsidRPr="004F1596">
        <w:t>ils avaient connues autrefois</w:t>
      </w:r>
      <w:r w:rsidR="003A025E" w:rsidRPr="004572A7">
        <w:t>.</w:t>
      </w:r>
    </w:p>
    <w:p w14:paraId="0BFE5813" w14:textId="77777777" w:rsidR="003A025E" w:rsidRPr="004572A7" w:rsidRDefault="003A025E" w:rsidP="004F1596">
      <w:r w:rsidRPr="004572A7">
        <w:t>— </w:t>
      </w:r>
      <w:r w:rsidR="003178B4" w:rsidRPr="004572A7">
        <w:t>À</w:t>
      </w:r>
      <w:r w:rsidR="004F1596" w:rsidRPr="004F1596">
        <w:t xml:space="preserve"> propos</w:t>
      </w:r>
      <w:r w:rsidRPr="004572A7">
        <w:t xml:space="preserve">, </w:t>
      </w:r>
      <w:r w:rsidR="004F1596" w:rsidRPr="004F1596">
        <w:t>Monsieur de Rambaud</w:t>
      </w:r>
      <w:r w:rsidRPr="004572A7">
        <w:t xml:space="preserve">, </w:t>
      </w:r>
      <w:r w:rsidR="004F1596" w:rsidRPr="004F1596">
        <w:t>dit-il</w:t>
      </w:r>
      <w:r w:rsidRPr="004572A7">
        <w:t xml:space="preserve">, </w:t>
      </w:r>
      <w:r w:rsidR="004F1596" w:rsidRPr="004F1596">
        <w:t>peut-être ne le savez-vous pas</w:t>
      </w:r>
      <w:r w:rsidRPr="004572A7">
        <w:t xml:space="preserve"> ? </w:t>
      </w:r>
      <w:r w:rsidR="004F1596" w:rsidRPr="004F1596">
        <w:t xml:space="preserve">Ce pauvre diable de </w:t>
      </w:r>
      <w:proofErr w:type="spellStart"/>
      <w:r w:rsidR="004F1596" w:rsidRPr="004F1596">
        <w:t>Flossanges</w:t>
      </w:r>
      <w:proofErr w:type="spellEnd"/>
      <w:r w:rsidR="004F1596" w:rsidRPr="004F1596">
        <w:t xml:space="preserve"> est mort à </w:t>
      </w:r>
      <w:r w:rsidR="004F1596" w:rsidRPr="004F1596">
        <w:lastRenderedPageBreak/>
        <w:t>Paris</w:t>
      </w:r>
      <w:r w:rsidRPr="004572A7">
        <w:t xml:space="preserve">, </w:t>
      </w:r>
      <w:r w:rsidR="004F1596" w:rsidRPr="004F1596">
        <w:t>l</w:t>
      </w:r>
      <w:r w:rsidRPr="004572A7">
        <w:t>’</w:t>
      </w:r>
      <w:r w:rsidR="004F1596" w:rsidRPr="004F1596">
        <w:t>année dernière</w:t>
      </w:r>
      <w:r w:rsidRPr="004572A7">
        <w:t xml:space="preserve">, </w:t>
      </w:r>
      <w:r w:rsidR="004F1596" w:rsidRPr="004F1596">
        <w:t>âgé à peine de quarante-cinq ans</w:t>
      </w:r>
      <w:r w:rsidRPr="004572A7">
        <w:t xml:space="preserve"> ! </w:t>
      </w:r>
      <w:r w:rsidR="004F1596" w:rsidRPr="004F1596">
        <w:t>C</w:t>
      </w:r>
      <w:r w:rsidRPr="004572A7">
        <w:t>’</w:t>
      </w:r>
      <w:r w:rsidR="004F1596" w:rsidRPr="004F1596">
        <w:t>est un de mes amis de Russie qui m</w:t>
      </w:r>
      <w:r w:rsidRPr="004572A7">
        <w:t>’</w:t>
      </w:r>
      <w:r w:rsidR="004F1596" w:rsidRPr="004F1596">
        <w:t>a écrit la nouvelle</w:t>
      </w:r>
      <w:r w:rsidRPr="004572A7">
        <w:t>.</w:t>
      </w:r>
    </w:p>
    <w:p w14:paraId="37859A8F" w14:textId="77777777" w:rsidR="003A025E" w:rsidRPr="004572A7" w:rsidRDefault="004572A7" w:rsidP="004F1596">
      <w:r w:rsidRPr="004572A7">
        <w:t>À</w:t>
      </w:r>
      <w:r w:rsidR="004F1596" w:rsidRPr="004F1596">
        <w:t xml:space="preserve"> ces mots</w:t>
      </w:r>
      <w:r w:rsidR="003A025E" w:rsidRPr="004572A7">
        <w:t xml:space="preserve">, </w:t>
      </w:r>
      <w:r w:rsidR="004F1596" w:rsidRPr="004F1596">
        <w:t>je me mis à écouter avec la plus grande attention</w:t>
      </w:r>
      <w:r w:rsidR="003A025E" w:rsidRPr="004572A7">
        <w:t>.</w:t>
      </w:r>
    </w:p>
    <w:p w14:paraId="1B8728A2" w14:textId="77777777" w:rsidR="003A025E" w:rsidRPr="004572A7" w:rsidRDefault="003A025E" w:rsidP="004F1596">
      <w:r w:rsidRPr="004572A7">
        <w:t>— </w:t>
      </w:r>
      <w:proofErr w:type="spellStart"/>
      <w:r w:rsidR="004F1596" w:rsidRPr="004F1596">
        <w:t>Flossanges</w:t>
      </w:r>
      <w:proofErr w:type="spellEnd"/>
      <w:r w:rsidRPr="004572A7">
        <w:t xml:space="preserve"> ! </w:t>
      </w:r>
      <w:r w:rsidR="004F1596" w:rsidRPr="004F1596">
        <w:t>répondit mon père</w:t>
      </w:r>
      <w:r w:rsidRPr="004572A7">
        <w:t xml:space="preserve">, </w:t>
      </w:r>
      <w:r w:rsidR="004F1596" w:rsidRPr="004F1596">
        <w:t>ayant l</w:t>
      </w:r>
      <w:r w:rsidRPr="004572A7">
        <w:t>’</w:t>
      </w:r>
      <w:r w:rsidR="004F1596" w:rsidRPr="004F1596">
        <w:t>air de chercher</w:t>
      </w:r>
      <w:r w:rsidRPr="004572A7">
        <w:t xml:space="preserve">, </w:t>
      </w:r>
      <w:r w:rsidR="004F1596" w:rsidRPr="004F1596">
        <w:t>je ne me souviens pas de lui</w:t>
      </w:r>
      <w:r w:rsidRPr="004572A7">
        <w:t>.</w:t>
      </w:r>
    </w:p>
    <w:p w14:paraId="2B2E89AC" w14:textId="77777777" w:rsidR="003A025E" w:rsidRPr="004572A7" w:rsidRDefault="003A025E" w:rsidP="004F1596">
      <w:r w:rsidRPr="004572A7">
        <w:t>— </w:t>
      </w:r>
      <w:r w:rsidR="004F1596" w:rsidRPr="004F1596">
        <w:t>Comment</w:t>
      </w:r>
      <w:r w:rsidRPr="004572A7">
        <w:t xml:space="preserve">, </w:t>
      </w:r>
      <w:r w:rsidR="004F1596" w:rsidRPr="004F1596">
        <w:t>reprit Kalinine</w:t>
      </w:r>
      <w:r w:rsidRPr="004572A7">
        <w:t xml:space="preserve"> ; </w:t>
      </w:r>
      <w:r w:rsidR="004F1596" w:rsidRPr="004F1596">
        <w:t>vous le connaissiez bien cependant</w:t>
      </w:r>
      <w:r w:rsidRPr="004572A7">
        <w:t xml:space="preserve"> ! </w:t>
      </w:r>
      <w:r w:rsidR="004F1596" w:rsidRPr="004F1596">
        <w:t>Voyons</w:t>
      </w:r>
      <w:r w:rsidRPr="004572A7">
        <w:t xml:space="preserve">, </w:t>
      </w:r>
      <w:r w:rsidR="004F1596" w:rsidRPr="004F1596">
        <w:t>rassemblez vos souvenirs</w:t>
      </w:r>
      <w:r w:rsidRPr="004572A7">
        <w:t xml:space="preserve">. </w:t>
      </w:r>
      <w:r w:rsidR="004F1596" w:rsidRPr="004F1596">
        <w:t xml:space="preserve">Le comte de </w:t>
      </w:r>
      <w:proofErr w:type="spellStart"/>
      <w:r w:rsidR="004F1596" w:rsidRPr="004F1596">
        <w:t>Flossanges-Runel</w:t>
      </w:r>
      <w:proofErr w:type="spellEnd"/>
      <w:r w:rsidRPr="004572A7">
        <w:t xml:space="preserve">, </w:t>
      </w:r>
      <w:r w:rsidR="004F1596" w:rsidRPr="004F1596">
        <w:t>consul de France à Varsovie</w:t>
      </w:r>
      <w:r w:rsidRPr="004572A7">
        <w:t xml:space="preserve"> ! </w:t>
      </w:r>
      <w:r w:rsidR="004F1596" w:rsidRPr="004F1596">
        <w:t>Un beau gaillard</w:t>
      </w:r>
      <w:r w:rsidRPr="004572A7">
        <w:t xml:space="preserve">, </w:t>
      </w:r>
      <w:r w:rsidR="004F1596" w:rsidRPr="004F1596">
        <w:t>ma foi</w:t>
      </w:r>
      <w:r w:rsidRPr="004572A7">
        <w:t xml:space="preserve">, </w:t>
      </w:r>
      <w:r w:rsidR="004F1596" w:rsidRPr="004F1596">
        <w:t>et qui savait prendre la vie du bon côté</w:t>
      </w:r>
      <w:r w:rsidRPr="004572A7">
        <w:t xml:space="preserve"> ; </w:t>
      </w:r>
      <w:r w:rsidR="004F1596" w:rsidRPr="004F1596">
        <w:t>un peu trop</w:t>
      </w:r>
      <w:r w:rsidRPr="004572A7">
        <w:t xml:space="preserve">, </w:t>
      </w:r>
      <w:r w:rsidR="004F1596" w:rsidRPr="004F1596">
        <w:t>peut-être</w:t>
      </w:r>
      <w:r w:rsidRPr="004572A7">
        <w:t xml:space="preserve">, </w:t>
      </w:r>
      <w:r w:rsidR="004F1596" w:rsidRPr="004F1596">
        <w:t>car il paraît que sa femme était très malheureuse</w:t>
      </w:r>
      <w:r w:rsidRPr="004572A7">
        <w:t>…</w:t>
      </w:r>
    </w:p>
    <w:p w14:paraId="33645584" w14:textId="77777777" w:rsidR="003A025E" w:rsidRPr="004572A7" w:rsidRDefault="003A025E" w:rsidP="004F1596">
      <w:r w:rsidRPr="004572A7">
        <w:t>— </w:t>
      </w:r>
      <w:proofErr w:type="spellStart"/>
      <w:r w:rsidR="004F1596" w:rsidRPr="004F1596">
        <w:t>Flossanges</w:t>
      </w:r>
      <w:proofErr w:type="spellEnd"/>
      <w:r w:rsidRPr="004572A7">
        <w:t xml:space="preserve"> ? </w:t>
      </w:r>
      <w:r w:rsidR="004F1596" w:rsidRPr="004F1596">
        <w:t>sincèrement</w:t>
      </w:r>
      <w:r w:rsidRPr="004572A7">
        <w:t xml:space="preserve">, </w:t>
      </w:r>
      <w:r w:rsidR="004F1596" w:rsidRPr="004F1596">
        <w:t>je ne</w:t>
      </w:r>
      <w:r w:rsidRPr="004572A7">
        <w:t>…</w:t>
      </w:r>
    </w:p>
    <w:p w14:paraId="2B316E1D" w14:textId="77777777" w:rsidR="003A025E" w:rsidRPr="004572A7" w:rsidRDefault="003A025E" w:rsidP="004F1596">
      <w:r w:rsidRPr="004572A7">
        <w:t>— </w:t>
      </w:r>
      <w:r w:rsidR="004F1596" w:rsidRPr="004F1596">
        <w:t>Ah</w:t>
      </w:r>
      <w:r w:rsidRPr="004572A7">
        <w:t xml:space="preserve"> ! </w:t>
      </w:r>
      <w:r w:rsidR="004F1596" w:rsidRPr="004F1596">
        <w:t>vous me faites rire</w:t>
      </w:r>
      <w:r w:rsidRPr="004572A7">
        <w:t xml:space="preserve"> ! </w:t>
      </w:r>
      <w:r w:rsidR="004F1596" w:rsidRPr="004F1596">
        <w:t>Un de vos voisins</w:t>
      </w:r>
      <w:r w:rsidRPr="004572A7">
        <w:t xml:space="preserve">, </w:t>
      </w:r>
      <w:r w:rsidR="004F1596" w:rsidRPr="004F1596">
        <w:t>voyons</w:t>
      </w:r>
      <w:r w:rsidRPr="004572A7">
        <w:t xml:space="preserve"> ? </w:t>
      </w:r>
      <w:r w:rsidR="004F1596" w:rsidRPr="004F1596">
        <w:t>Il avait une villa là-haut sur la route de Guéthary</w:t>
      </w:r>
      <w:r w:rsidRPr="004572A7">
        <w:t xml:space="preserve">… </w:t>
      </w:r>
      <w:r w:rsidR="004F1596" w:rsidRPr="004F1596">
        <w:t>la villa</w:t>
      </w:r>
      <w:r w:rsidRPr="004572A7">
        <w:t xml:space="preserve">… </w:t>
      </w:r>
      <w:r w:rsidR="004F1596" w:rsidRPr="004F1596">
        <w:t>la villa</w:t>
      </w:r>
      <w:r w:rsidRPr="004572A7">
        <w:t xml:space="preserve">… </w:t>
      </w:r>
      <w:proofErr w:type="spellStart"/>
      <w:r w:rsidR="004F1596" w:rsidRPr="004F1596">
        <w:t>Bakhea</w:t>
      </w:r>
      <w:proofErr w:type="spellEnd"/>
      <w:r w:rsidRPr="004572A7">
        <w:t xml:space="preserve">… </w:t>
      </w:r>
      <w:r w:rsidR="004F1596" w:rsidRPr="004F1596">
        <w:t>je crois</w:t>
      </w:r>
      <w:r w:rsidRPr="004572A7">
        <w:t> ?</w:t>
      </w:r>
    </w:p>
    <w:p w14:paraId="225A1B1D" w14:textId="77777777" w:rsidR="003A025E" w:rsidRPr="004572A7" w:rsidRDefault="004F1596" w:rsidP="004F1596">
      <w:r w:rsidRPr="004F1596">
        <w:t>Je sentais mon cœur battre violemment</w:t>
      </w:r>
      <w:r w:rsidR="003A025E" w:rsidRPr="004572A7">
        <w:t xml:space="preserve">, </w:t>
      </w:r>
      <w:r w:rsidRPr="004F1596">
        <w:t>car je tremblais que mon père ne se rappelât les conversations que nous avions eues ensemble à ce sujet et n</w:t>
      </w:r>
      <w:r w:rsidR="003A025E" w:rsidRPr="004572A7">
        <w:t>’</w:t>
      </w:r>
      <w:r w:rsidRPr="004F1596">
        <w:t>y fît allusion</w:t>
      </w:r>
      <w:r w:rsidR="003A025E" w:rsidRPr="004572A7">
        <w:t xml:space="preserve">. </w:t>
      </w:r>
      <w:r w:rsidRPr="004F1596">
        <w:t>Fort heureusement</w:t>
      </w:r>
      <w:r w:rsidR="003A025E" w:rsidRPr="004572A7">
        <w:t xml:space="preserve">, </w:t>
      </w:r>
      <w:r w:rsidRPr="004F1596">
        <w:t>il n</w:t>
      </w:r>
      <w:r w:rsidR="003A025E" w:rsidRPr="004572A7">
        <w:t>’</w:t>
      </w:r>
      <w:r w:rsidRPr="004F1596">
        <w:t>en fut rien et il se contenta de répondre</w:t>
      </w:r>
      <w:r w:rsidR="003A025E" w:rsidRPr="004572A7">
        <w:t> :</w:t>
      </w:r>
    </w:p>
    <w:p w14:paraId="75CEF36F" w14:textId="77777777" w:rsidR="003A025E" w:rsidRPr="004572A7" w:rsidRDefault="003A025E" w:rsidP="004F1596">
      <w:r w:rsidRPr="004572A7">
        <w:t>— </w:t>
      </w:r>
      <w:r w:rsidR="004F1596" w:rsidRPr="004F1596">
        <w:t>Mon cher Kalinine</w:t>
      </w:r>
      <w:r w:rsidRPr="004572A7">
        <w:t xml:space="preserve">, </w:t>
      </w:r>
      <w:r w:rsidR="004F1596" w:rsidRPr="004F1596">
        <w:t>excusez-moi</w:t>
      </w:r>
      <w:r w:rsidRPr="004572A7">
        <w:t xml:space="preserve">. </w:t>
      </w:r>
      <w:r w:rsidR="004F1596" w:rsidRPr="004F1596">
        <w:t>Malgré tout</w:t>
      </w:r>
      <w:r w:rsidRPr="004572A7">
        <w:t xml:space="preserve">, </w:t>
      </w:r>
      <w:r w:rsidR="004F1596" w:rsidRPr="004F1596">
        <w:t>je n</w:t>
      </w:r>
      <w:r w:rsidRPr="004572A7">
        <w:t>’</w:t>
      </w:r>
      <w:r w:rsidR="004F1596" w:rsidRPr="004F1596">
        <w:t>ai aucune souvenance du personnage dont vous me parlez</w:t>
      </w:r>
      <w:r w:rsidRPr="004572A7">
        <w:t xml:space="preserve">. </w:t>
      </w:r>
      <w:r w:rsidR="004F1596" w:rsidRPr="004F1596">
        <w:t>J</w:t>
      </w:r>
      <w:r w:rsidRPr="004572A7">
        <w:t>’</w:t>
      </w:r>
      <w:r w:rsidR="004F1596" w:rsidRPr="004F1596">
        <w:t>ai pu lui être présenté</w:t>
      </w:r>
      <w:r w:rsidRPr="004572A7">
        <w:t xml:space="preserve">, </w:t>
      </w:r>
      <w:r w:rsidR="004F1596" w:rsidRPr="004F1596">
        <w:t>comme ça</w:t>
      </w:r>
      <w:r w:rsidRPr="004572A7">
        <w:t xml:space="preserve">, </w:t>
      </w:r>
      <w:r w:rsidR="004F1596" w:rsidRPr="004F1596">
        <w:t>mais nous n</w:t>
      </w:r>
      <w:r w:rsidRPr="004572A7">
        <w:t>’</w:t>
      </w:r>
      <w:r w:rsidR="004F1596" w:rsidRPr="004F1596">
        <w:t>avons certainement pas dû rester en relations suivies</w:t>
      </w:r>
      <w:r w:rsidRPr="004572A7">
        <w:t>.</w:t>
      </w:r>
    </w:p>
    <w:p w14:paraId="1F5DE99B" w14:textId="77777777" w:rsidR="003A025E" w:rsidRPr="004572A7" w:rsidRDefault="003A025E" w:rsidP="004F1596">
      <w:r w:rsidRPr="004572A7">
        <w:t>— </w:t>
      </w:r>
      <w:r w:rsidR="004F1596" w:rsidRPr="004F1596">
        <w:t>Tiens</w:t>
      </w:r>
      <w:r w:rsidRPr="004572A7">
        <w:t xml:space="preserve">, </w:t>
      </w:r>
      <w:r w:rsidR="004F1596" w:rsidRPr="004F1596">
        <w:t>c</w:t>
      </w:r>
      <w:r w:rsidRPr="004572A7">
        <w:t>’</w:t>
      </w:r>
      <w:r w:rsidR="004F1596" w:rsidRPr="004F1596">
        <w:t>est curieux</w:t>
      </w:r>
      <w:r w:rsidRPr="004572A7">
        <w:t xml:space="preserve">, </w:t>
      </w:r>
      <w:r w:rsidR="004F1596" w:rsidRPr="004F1596">
        <w:t>reprit le baron</w:t>
      </w:r>
      <w:r w:rsidRPr="004572A7">
        <w:t xml:space="preserve">, </w:t>
      </w:r>
      <w:r w:rsidR="004F1596" w:rsidRPr="004F1596">
        <w:t>décidément attaché à son idée</w:t>
      </w:r>
      <w:r w:rsidRPr="004572A7">
        <w:t xml:space="preserve"> ; </w:t>
      </w:r>
      <w:r w:rsidR="004F1596" w:rsidRPr="004F1596">
        <w:t>j</w:t>
      </w:r>
      <w:r w:rsidRPr="004572A7">
        <w:t>’</w:t>
      </w:r>
      <w:r w:rsidR="004F1596" w:rsidRPr="004F1596">
        <w:t>étais persuadé que vous aviez connu le comte ainsi que sa jeune femme</w:t>
      </w:r>
      <w:r w:rsidRPr="004572A7">
        <w:t xml:space="preserve">. </w:t>
      </w:r>
      <w:r w:rsidR="004F1596" w:rsidRPr="004F1596">
        <w:t>La comtesse était remarquablement belle et d</w:t>
      </w:r>
      <w:r w:rsidRPr="004572A7">
        <w:t>’</w:t>
      </w:r>
      <w:r w:rsidR="004F1596" w:rsidRPr="004F1596">
        <w:t xml:space="preserve">une intelligence bien au-dessus de la </w:t>
      </w:r>
      <w:r w:rsidR="004F1596" w:rsidRPr="004F1596">
        <w:lastRenderedPageBreak/>
        <w:t>moyenne</w:t>
      </w:r>
      <w:r w:rsidRPr="004572A7">
        <w:t xml:space="preserve">. </w:t>
      </w:r>
      <w:r w:rsidR="004F1596" w:rsidRPr="004F1596">
        <w:t>Elle s</w:t>
      </w:r>
      <w:r w:rsidRPr="004572A7">
        <w:t>’</w:t>
      </w:r>
      <w:r w:rsidR="004F1596" w:rsidRPr="004F1596">
        <w:t>était retirée dans sa famille</w:t>
      </w:r>
      <w:r w:rsidRPr="004572A7">
        <w:t xml:space="preserve">, </w:t>
      </w:r>
      <w:r w:rsidR="004F1596" w:rsidRPr="004F1596">
        <w:t>qui se trouve à Pau</w:t>
      </w:r>
      <w:r w:rsidRPr="004572A7">
        <w:t xml:space="preserve">, </w:t>
      </w:r>
      <w:r w:rsidR="004F1596" w:rsidRPr="004F1596">
        <w:t>paraît-il</w:t>
      </w:r>
      <w:r w:rsidRPr="004572A7">
        <w:t>.</w:t>
      </w:r>
    </w:p>
    <w:p w14:paraId="70D79195" w14:textId="77777777" w:rsidR="003A025E" w:rsidRPr="004572A7" w:rsidRDefault="004F1596" w:rsidP="004F1596">
      <w:r w:rsidRPr="004F1596">
        <w:t>La conversation dévia vers un autre sujet</w:t>
      </w:r>
      <w:r w:rsidR="003A025E" w:rsidRPr="004572A7">
        <w:t xml:space="preserve">. </w:t>
      </w:r>
      <w:r w:rsidRPr="004F1596">
        <w:t>L</w:t>
      </w:r>
      <w:r w:rsidR="003A025E" w:rsidRPr="004572A7">
        <w:t>’</w:t>
      </w:r>
      <w:r w:rsidRPr="004F1596">
        <w:t>alerte était passée</w:t>
      </w:r>
      <w:r w:rsidR="003A025E" w:rsidRPr="004572A7">
        <w:t>.</w:t>
      </w:r>
    </w:p>
    <w:p w14:paraId="18F8FCC3" w14:textId="77777777" w:rsidR="003A025E" w:rsidRPr="004572A7" w:rsidRDefault="004F1596" w:rsidP="004F1596">
      <w:r w:rsidRPr="004F1596">
        <w:t>Pendant ce petit dialogue</w:t>
      </w:r>
      <w:r w:rsidR="003A025E" w:rsidRPr="004572A7">
        <w:t xml:space="preserve">, </w:t>
      </w:r>
      <w:r w:rsidRPr="004F1596">
        <w:t>j</w:t>
      </w:r>
      <w:r w:rsidR="003A025E" w:rsidRPr="004572A7">
        <w:t>’</w:t>
      </w:r>
      <w:r w:rsidRPr="004F1596">
        <w:t>avais regardé plusieurs fois Surgères</w:t>
      </w:r>
      <w:r w:rsidR="003A025E" w:rsidRPr="004572A7">
        <w:t xml:space="preserve">, </w:t>
      </w:r>
      <w:r w:rsidRPr="004F1596">
        <w:t>à la dérobée</w:t>
      </w:r>
      <w:r w:rsidR="003A025E" w:rsidRPr="004572A7">
        <w:t xml:space="preserve"> ; </w:t>
      </w:r>
      <w:r w:rsidRPr="004F1596">
        <w:t>son visage demeurait impassible et rien en lui ne trahissait les pensées dont son esprit devait être rempli</w:t>
      </w:r>
      <w:r w:rsidR="003A025E" w:rsidRPr="004572A7">
        <w:t xml:space="preserve">. </w:t>
      </w:r>
      <w:r w:rsidRPr="004F1596">
        <w:t>Il ne se doutait certainement pas</w:t>
      </w:r>
      <w:r w:rsidR="003A025E" w:rsidRPr="004572A7">
        <w:t xml:space="preserve">, </w:t>
      </w:r>
      <w:r w:rsidRPr="004F1596">
        <w:t>qu</w:t>
      </w:r>
      <w:r w:rsidR="003A025E" w:rsidRPr="004572A7">
        <w:t>’</w:t>
      </w:r>
      <w:r w:rsidRPr="004F1596">
        <w:t>à côté de lui</w:t>
      </w:r>
      <w:r w:rsidR="003A025E" w:rsidRPr="004572A7">
        <w:t xml:space="preserve">, </w:t>
      </w:r>
      <w:r w:rsidRPr="004F1596">
        <w:t>un autre homme connaissait déjà une partie de ses actes et cherchait à découvrir le mystère de sa vie</w:t>
      </w:r>
      <w:r w:rsidR="003A025E" w:rsidRPr="004572A7">
        <w:t>.</w:t>
      </w:r>
    </w:p>
    <w:p w14:paraId="23059397" w14:textId="77777777" w:rsidR="003A025E" w:rsidRPr="004572A7" w:rsidRDefault="004F1596" w:rsidP="004F1596">
      <w:r w:rsidRPr="004F1596">
        <w:t>Ainsi le cercle de mes suppositions se rétrécissait</w:t>
      </w:r>
      <w:r w:rsidR="003A025E" w:rsidRPr="004572A7">
        <w:t xml:space="preserve">. </w:t>
      </w:r>
      <w:r w:rsidRPr="004F1596">
        <w:t>De plus en plus</w:t>
      </w:r>
      <w:r w:rsidR="003A025E" w:rsidRPr="004572A7">
        <w:t xml:space="preserve">, </w:t>
      </w:r>
      <w:r w:rsidRPr="004F1596">
        <w:t>j</w:t>
      </w:r>
      <w:r w:rsidR="003A025E" w:rsidRPr="004572A7">
        <w:t>’</w:t>
      </w:r>
      <w:r w:rsidRPr="004F1596">
        <w:t>étais porté à croire</w:t>
      </w:r>
      <w:r w:rsidR="003A025E" w:rsidRPr="004572A7">
        <w:t xml:space="preserve">, </w:t>
      </w:r>
      <w:r w:rsidRPr="004F1596">
        <w:t>que mes hypothèses étaient fondées</w:t>
      </w:r>
      <w:r w:rsidR="003A025E" w:rsidRPr="004572A7">
        <w:t xml:space="preserve">. </w:t>
      </w:r>
      <w:r w:rsidRPr="004F1596">
        <w:t>Les renseignements que le baron Kalinine venait de me donner</w:t>
      </w:r>
      <w:r w:rsidR="003A025E" w:rsidRPr="004572A7">
        <w:t xml:space="preserve">, </w:t>
      </w:r>
      <w:r w:rsidRPr="004F1596">
        <w:t>sans s</w:t>
      </w:r>
      <w:r w:rsidR="003A025E" w:rsidRPr="004572A7">
        <w:t>’</w:t>
      </w:r>
      <w:r w:rsidRPr="004F1596">
        <w:t>en douter</w:t>
      </w:r>
      <w:r w:rsidR="003A025E" w:rsidRPr="004572A7">
        <w:t xml:space="preserve">, </w:t>
      </w:r>
      <w:r w:rsidRPr="004F1596">
        <w:t>m</w:t>
      </w:r>
      <w:r w:rsidR="003A025E" w:rsidRPr="004572A7">
        <w:t>’</w:t>
      </w:r>
      <w:r w:rsidRPr="004F1596">
        <w:t>étaient infiniment précieux</w:t>
      </w:r>
      <w:r w:rsidR="003A025E" w:rsidRPr="004572A7">
        <w:t xml:space="preserve">. </w:t>
      </w:r>
      <w:r w:rsidRPr="004F1596">
        <w:t>Je crois</w:t>
      </w:r>
      <w:r w:rsidR="003A025E" w:rsidRPr="004572A7">
        <w:t xml:space="preserve">, </w:t>
      </w:r>
      <w:r w:rsidRPr="004F1596">
        <w:t>d</w:t>
      </w:r>
      <w:r w:rsidR="003A025E" w:rsidRPr="004572A7">
        <w:t>’</w:t>
      </w:r>
      <w:r w:rsidRPr="004F1596">
        <w:t>ailleurs</w:t>
      </w:r>
      <w:r w:rsidR="003A025E" w:rsidRPr="004572A7">
        <w:t xml:space="preserve">, </w:t>
      </w:r>
      <w:r w:rsidRPr="004F1596">
        <w:t>que le brave homme ne devait guère en savoir davantage</w:t>
      </w:r>
      <w:r w:rsidR="003A025E" w:rsidRPr="004572A7">
        <w:t xml:space="preserve">. </w:t>
      </w:r>
      <w:r w:rsidRPr="004F1596">
        <w:t>Il avait vidé son sac d</w:t>
      </w:r>
      <w:r w:rsidR="003A025E" w:rsidRPr="004572A7">
        <w:t>’</w:t>
      </w:r>
      <w:r w:rsidRPr="004F1596">
        <w:t>un seul coup et ma bonne fortune avait voulu que je fusse là au moment propice</w:t>
      </w:r>
      <w:r w:rsidR="003A025E" w:rsidRPr="004572A7">
        <w:t>.</w:t>
      </w:r>
    </w:p>
    <w:p w14:paraId="27FBDE06" w14:textId="77777777" w:rsidR="003A025E" w:rsidRPr="004572A7" w:rsidRDefault="004F1596" w:rsidP="004F1596">
      <w:r w:rsidRPr="004F1596">
        <w:t xml:space="preserve">Surgères devait connaître la comtesse de </w:t>
      </w:r>
      <w:proofErr w:type="spellStart"/>
      <w:r w:rsidRPr="004F1596">
        <w:t>Flossanges-Runel</w:t>
      </w:r>
      <w:proofErr w:type="spellEnd"/>
      <w:r w:rsidRPr="004F1596">
        <w:t xml:space="preserve"> depuis longtemps</w:t>
      </w:r>
      <w:r w:rsidR="003A025E" w:rsidRPr="004572A7">
        <w:t xml:space="preserve">, </w:t>
      </w:r>
      <w:r w:rsidRPr="004F1596">
        <w:t>j</w:t>
      </w:r>
      <w:r w:rsidR="003A025E" w:rsidRPr="004572A7">
        <w:t>’</w:t>
      </w:r>
      <w:r w:rsidRPr="004F1596">
        <w:t>en étais absolument convaincu</w:t>
      </w:r>
      <w:r w:rsidR="003A025E" w:rsidRPr="004572A7">
        <w:t xml:space="preserve">. </w:t>
      </w:r>
      <w:r w:rsidRPr="004F1596">
        <w:t>Son mari la rendait malheureuse</w:t>
      </w:r>
      <w:r w:rsidR="003A025E" w:rsidRPr="004572A7">
        <w:t xml:space="preserve">, </w:t>
      </w:r>
      <w:r w:rsidRPr="004F1596">
        <w:t>avait dit Kalinine</w:t>
      </w:r>
      <w:r w:rsidR="003A025E" w:rsidRPr="004572A7">
        <w:t xml:space="preserve">… </w:t>
      </w:r>
      <w:r w:rsidRPr="004F1596">
        <w:t>Cela pouvait expliquer facilement beaucoup de choses</w:t>
      </w:r>
      <w:r w:rsidR="003A025E" w:rsidRPr="004572A7">
        <w:t>.</w:t>
      </w:r>
    </w:p>
    <w:p w14:paraId="048161AD" w14:textId="77777777" w:rsidR="003A025E" w:rsidRPr="004572A7" w:rsidRDefault="004F1596" w:rsidP="004F1596">
      <w:r w:rsidRPr="004F1596">
        <w:t>Ce qui arrive</w:t>
      </w:r>
      <w:r w:rsidR="003A025E" w:rsidRPr="004572A7">
        <w:t xml:space="preserve">, </w:t>
      </w:r>
      <w:r w:rsidRPr="004F1596">
        <w:t>souvent</w:t>
      </w:r>
      <w:r w:rsidR="003A025E" w:rsidRPr="004572A7">
        <w:t xml:space="preserve">, </w:t>
      </w:r>
      <w:r w:rsidRPr="004F1596">
        <w:t>en pareil cas</w:t>
      </w:r>
      <w:r w:rsidR="003A025E" w:rsidRPr="004572A7">
        <w:t xml:space="preserve">, </w:t>
      </w:r>
      <w:r w:rsidRPr="004F1596">
        <w:t>avait dû se produire</w:t>
      </w:r>
      <w:r w:rsidR="003A025E" w:rsidRPr="004572A7">
        <w:t xml:space="preserve">. </w:t>
      </w:r>
      <w:r w:rsidRPr="004F1596">
        <w:t xml:space="preserve">Madame de </w:t>
      </w:r>
      <w:proofErr w:type="spellStart"/>
      <w:r w:rsidRPr="004F1596">
        <w:t>Flossanges</w:t>
      </w:r>
      <w:proofErr w:type="spellEnd"/>
      <w:r w:rsidRPr="004F1596">
        <w:t xml:space="preserve"> s</w:t>
      </w:r>
      <w:r w:rsidR="003A025E" w:rsidRPr="004572A7">
        <w:t>’</w:t>
      </w:r>
      <w:r w:rsidRPr="004F1596">
        <w:t>était attachée à Surgères de toute son âme et Surgères devait l</w:t>
      </w:r>
      <w:r w:rsidR="003A025E" w:rsidRPr="004572A7">
        <w:t>’</w:t>
      </w:r>
      <w:r w:rsidRPr="004F1596">
        <w:t>aimer profondément</w:t>
      </w:r>
      <w:r w:rsidR="003A025E" w:rsidRPr="004572A7">
        <w:t>.</w:t>
      </w:r>
    </w:p>
    <w:p w14:paraId="728CE6FD" w14:textId="77777777" w:rsidR="003A025E" w:rsidRPr="004572A7" w:rsidRDefault="004F1596" w:rsidP="004F1596">
      <w:r w:rsidRPr="004F1596">
        <w:t>Où et comment s</w:t>
      </w:r>
      <w:r w:rsidR="003A025E" w:rsidRPr="004572A7">
        <w:t>’</w:t>
      </w:r>
      <w:r w:rsidRPr="004F1596">
        <w:t>étaient-ils connus</w:t>
      </w:r>
      <w:r w:rsidR="003A025E" w:rsidRPr="004572A7">
        <w:t xml:space="preserve"> ? </w:t>
      </w:r>
      <w:r w:rsidRPr="004F1596">
        <w:t>Cela importe peu</w:t>
      </w:r>
      <w:r w:rsidR="003A025E" w:rsidRPr="004572A7">
        <w:t xml:space="preserve">. </w:t>
      </w:r>
      <w:r w:rsidRPr="004F1596">
        <w:t>Ils avaient sans doute d</w:t>
      </w:r>
      <w:r w:rsidR="003A025E" w:rsidRPr="004572A7">
        <w:t>’</w:t>
      </w:r>
      <w:r w:rsidRPr="004F1596">
        <w:t>excellentes raisons pour prendre ainsi tant de précautions et il fallait bien avouer qu</w:t>
      </w:r>
      <w:r w:rsidR="003A025E" w:rsidRPr="004572A7">
        <w:t>’</w:t>
      </w:r>
      <w:r w:rsidRPr="004F1596">
        <w:t>ils étaient de première force pour donner le change</w:t>
      </w:r>
      <w:r w:rsidR="003A025E" w:rsidRPr="004572A7">
        <w:t>.</w:t>
      </w:r>
    </w:p>
    <w:p w14:paraId="22865A25" w14:textId="77777777" w:rsidR="003A025E" w:rsidRPr="004572A7" w:rsidRDefault="004F1596" w:rsidP="004F1596">
      <w:r w:rsidRPr="004F1596">
        <w:lastRenderedPageBreak/>
        <w:t>Cependant</w:t>
      </w:r>
      <w:r w:rsidR="003A025E" w:rsidRPr="004572A7">
        <w:t xml:space="preserve">, </w:t>
      </w:r>
      <w:r w:rsidRPr="004F1596">
        <w:t>à la réflexion</w:t>
      </w:r>
      <w:r w:rsidR="003A025E" w:rsidRPr="004572A7">
        <w:t xml:space="preserve">, </w:t>
      </w:r>
      <w:r w:rsidRPr="004F1596">
        <w:t xml:space="preserve">je ne pouvais me résoudre à admettre que la villa </w:t>
      </w:r>
      <w:r w:rsidR="003A025E" w:rsidRPr="004572A7">
        <w:t>« </w:t>
      </w:r>
      <w:proofErr w:type="spellStart"/>
      <w:r w:rsidRPr="004F1596">
        <w:t>Bakhea</w:t>
      </w:r>
      <w:proofErr w:type="spellEnd"/>
      <w:r w:rsidR="003A025E" w:rsidRPr="004572A7">
        <w:t> »</w:t>
      </w:r>
      <w:r w:rsidRPr="004F1596">
        <w:t xml:space="preserve"> fut un simple lieu de rendez-vous</w:t>
      </w:r>
      <w:r w:rsidR="003A025E" w:rsidRPr="004572A7">
        <w:t xml:space="preserve">. </w:t>
      </w:r>
      <w:r w:rsidRPr="004F1596">
        <w:t>Il me semblait qu</w:t>
      </w:r>
      <w:r w:rsidR="003A025E" w:rsidRPr="004572A7">
        <w:t>’</w:t>
      </w:r>
      <w:r w:rsidRPr="004F1596">
        <w:t>il y avait là autre chose de plus grave</w:t>
      </w:r>
      <w:r w:rsidR="003A025E" w:rsidRPr="004572A7">
        <w:t xml:space="preserve">, </w:t>
      </w:r>
      <w:r w:rsidRPr="004F1596">
        <w:t>de plus secret qu</w:t>
      </w:r>
      <w:r w:rsidR="003A025E" w:rsidRPr="004572A7">
        <w:t>’</w:t>
      </w:r>
      <w:r w:rsidRPr="004F1596">
        <w:t>une amourette ordinaire</w:t>
      </w:r>
      <w:r w:rsidR="003A025E" w:rsidRPr="004572A7">
        <w:t xml:space="preserve">… </w:t>
      </w:r>
      <w:r w:rsidRPr="004F1596">
        <w:t>Une sorte d</w:t>
      </w:r>
      <w:r w:rsidR="003A025E" w:rsidRPr="004572A7">
        <w:t>’</w:t>
      </w:r>
      <w:r w:rsidRPr="004F1596">
        <w:t>instinct</w:t>
      </w:r>
      <w:r w:rsidR="003A025E" w:rsidRPr="004572A7">
        <w:t xml:space="preserve">, – </w:t>
      </w:r>
      <w:r w:rsidRPr="004F1596">
        <w:t>cet instinct qui me guidait depuis le début de cette affaire</w:t>
      </w:r>
      <w:r w:rsidR="003A025E" w:rsidRPr="004572A7">
        <w:t xml:space="preserve">, – </w:t>
      </w:r>
      <w:r w:rsidRPr="004F1596">
        <w:t>m</w:t>
      </w:r>
      <w:r w:rsidR="003A025E" w:rsidRPr="004572A7">
        <w:t>’</w:t>
      </w:r>
      <w:r w:rsidRPr="004F1596">
        <w:t>avertissait que la vie de Surgères devait renfermer quelque mystère redoutable</w:t>
      </w:r>
      <w:r w:rsidR="003A025E" w:rsidRPr="004572A7">
        <w:t>…</w:t>
      </w:r>
    </w:p>
    <w:p w14:paraId="173CF604" w14:textId="77777777" w:rsidR="003A025E" w:rsidRPr="004572A7" w:rsidRDefault="004F1596" w:rsidP="004F1596">
      <w:r w:rsidRPr="004F1596">
        <w:t>Après le dîner</w:t>
      </w:r>
      <w:r w:rsidR="003A025E" w:rsidRPr="004572A7">
        <w:t xml:space="preserve">, </w:t>
      </w:r>
      <w:r w:rsidRPr="004F1596">
        <w:t>les convives se répandirent un peu de tous les côtés</w:t>
      </w:r>
      <w:r w:rsidR="003A025E" w:rsidRPr="004572A7">
        <w:t xml:space="preserve">, </w:t>
      </w:r>
      <w:r w:rsidRPr="004F1596">
        <w:t>les amateurs de musique au salon</w:t>
      </w:r>
      <w:r w:rsidR="003A025E" w:rsidRPr="004572A7">
        <w:t xml:space="preserve">, </w:t>
      </w:r>
      <w:r w:rsidRPr="004F1596">
        <w:t>les fervents du bridge dans la salle de jeu</w:t>
      </w:r>
      <w:r w:rsidR="003A025E" w:rsidRPr="004572A7">
        <w:t xml:space="preserve">, </w:t>
      </w:r>
      <w:r w:rsidRPr="004F1596">
        <w:t>les sportifs autour du docteur Simon et quelques autres dans le jardin</w:t>
      </w:r>
      <w:r w:rsidR="003A025E" w:rsidRPr="004572A7">
        <w:t xml:space="preserve">, </w:t>
      </w:r>
      <w:r w:rsidRPr="004F1596">
        <w:t>pour causer paisiblement</w:t>
      </w:r>
      <w:r w:rsidR="003A025E" w:rsidRPr="004572A7">
        <w:t xml:space="preserve">, </w:t>
      </w:r>
      <w:r w:rsidRPr="004F1596">
        <w:t>en se promenant au clair de lune</w:t>
      </w:r>
      <w:r w:rsidR="003A025E" w:rsidRPr="004572A7">
        <w:t>.</w:t>
      </w:r>
    </w:p>
    <w:p w14:paraId="18B6B040" w14:textId="77777777" w:rsidR="003A025E" w:rsidRPr="004572A7" w:rsidRDefault="004F1596" w:rsidP="004F1596">
      <w:r w:rsidRPr="004F1596">
        <w:t>Quant à moi</w:t>
      </w:r>
      <w:r w:rsidR="003A025E" w:rsidRPr="004572A7">
        <w:t xml:space="preserve">, </w:t>
      </w:r>
      <w:r w:rsidRPr="004F1596">
        <w:t>je me trouvais sur la terrasse</w:t>
      </w:r>
      <w:r w:rsidR="003A025E" w:rsidRPr="004572A7">
        <w:t xml:space="preserve">, </w:t>
      </w:r>
      <w:r w:rsidRPr="004F1596">
        <w:t>en compagnie de Surgères</w:t>
      </w:r>
      <w:r w:rsidR="003A025E" w:rsidRPr="004572A7">
        <w:t xml:space="preserve">, </w:t>
      </w:r>
      <w:r w:rsidRPr="004F1596">
        <w:t>de mon père</w:t>
      </w:r>
      <w:r w:rsidR="003A025E" w:rsidRPr="004572A7">
        <w:t xml:space="preserve">, </w:t>
      </w:r>
      <w:r w:rsidRPr="004F1596">
        <w:t>de deux Anglais</w:t>
      </w:r>
      <w:r w:rsidR="003A025E" w:rsidRPr="004572A7">
        <w:t xml:space="preserve">, </w:t>
      </w:r>
      <w:r w:rsidRPr="004F1596">
        <w:t xml:space="preserve">du baron Kalinine et de </w:t>
      </w:r>
      <w:r w:rsidR="003A025E" w:rsidRPr="004572A7">
        <w:t>M. </w:t>
      </w:r>
      <w:proofErr w:type="spellStart"/>
      <w:r w:rsidRPr="004F1596">
        <w:t>Meyrignac</w:t>
      </w:r>
      <w:proofErr w:type="spellEnd"/>
      <w:r w:rsidR="003A025E" w:rsidRPr="004572A7">
        <w:t xml:space="preserve">. </w:t>
      </w:r>
      <w:r w:rsidRPr="004F1596">
        <w:t>La nuit était très belle</w:t>
      </w:r>
      <w:r w:rsidR="003A025E" w:rsidRPr="004572A7">
        <w:t xml:space="preserve">. </w:t>
      </w:r>
      <w:r w:rsidRPr="004F1596">
        <w:t>Accoudés à la balustrade de la terrasse qui domine la place</w:t>
      </w:r>
      <w:r w:rsidR="003A025E" w:rsidRPr="004572A7">
        <w:t xml:space="preserve">, </w:t>
      </w:r>
      <w:r w:rsidRPr="004F1596">
        <w:t>nous écoutions</w:t>
      </w:r>
      <w:r w:rsidR="003A025E" w:rsidRPr="004572A7">
        <w:t xml:space="preserve">, </w:t>
      </w:r>
      <w:r w:rsidRPr="004F1596">
        <w:t>dans le silence du soir</w:t>
      </w:r>
      <w:r w:rsidR="003A025E" w:rsidRPr="004572A7">
        <w:t xml:space="preserve">, </w:t>
      </w:r>
      <w:r w:rsidRPr="004F1596">
        <w:t>le murmure confus de l</w:t>
      </w:r>
      <w:r w:rsidR="003A025E" w:rsidRPr="004572A7">
        <w:t>’</w:t>
      </w:r>
      <w:r w:rsidRPr="004F1596">
        <w:t>Océan et</w:t>
      </w:r>
      <w:r w:rsidR="003A025E" w:rsidRPr="004572A7">
        <w:t xml:space="preserve">, </w:t>
      </w:r>
      <w:r w:rsidRPr="004F1596">
        <w:t>tout en dégustant nos havanes</w:t>
      </w:r>
      <w:r w:rsidR="003A025E" w:rsidRPr="004572A7">
        <w:t xml:space="preserve">, </w:t>
      </w:r>
      <w:r w:rsidRPr="004F1596">
        <w:t>nous respirions paresseusement la brise marine</w:t>
      </w:r>
      <w:r w:rsidR="003A025E" w:rsidRPr="004572A7">
        <w:t xml:space="preserve">, </w:t>
      </w:r>
      <w:r w:rsidRPr="004F1596">
        <w:t>saturée d</w:t>
      </w:r>
      <w:r w:rsidR="003A025E" w:rsidRPr="004572A7">
        <w:t>’</w:t>
      </w:r>
      <w:r w:rsidRPr="004F1596">
        <w:t>iode et de sel</w:t>
      </w:r>
      <w:r w:rsidR="003A025E" w:rsidRPr="004572A7">
        <w:t>…</w:t>
      </w:r>
    </w:p>
    <w:p w14:paraId="339454F4" w14:textId="77777777" w:rsidR="003A025E" w:rsidRPr="004572A7" w:rsidRDefault="004F1596" w:rsidP="004F1596">
      <w:r w:rsidRPr="004F1596">
        <w:t>Après que nous eûmes parlé des principaux événements de la journée</w:t>
      </w:r>
      <w:r w:rsidR="003A025E" w:rsidRPr="004572A7">
        <w:t xml:space="preserve">, </w:t>
      </w:r>
      <w:r w:rsidRPr="004F1596">
        <w:t>des hommes politiques du moment</w:t>
      </w:r>
      <w:r w:rsidR="003A025E" w:rsidRPr="004572A7">
        <w:t xml:space="preserve">, </w:t>
      </w:r>
      <w:r w:rsidRPr="004F1596">
        <w:t>de quelques nouveaux livres</w:t>
      </w:r>
      <w:r w:rsidR="003A025E" w:rsidRPr="004572A7">
        <w:t xml:space="preserve">, </w:t>
      </w:r>
      <w:r w:rsidRPr="004F1596">
        <w:t>la conversation tomba tout à coup</w:t>
      </w:r>
      <w:r w:rsidR="003A025E" w:rsidRPr="004572A7">
        <w:t xml:space="preserve">, </w:t>
      </w:r>
      <w:r w:rsidRPr="004F1596">
        <w:t>d</w:t>
      </w:r>
      <w:r w:rsidR="003A025E" w:rsidRPr="004572A7">
        <w:t>’</w:t>
      </w:r>
      <w:r w:rsidRPr="004F1596">
        <w:t>une façon assez inattendue</w:t>
      </w:r>
      <w:r w:rsidR="003A025E" w:rsidRPr="004572A7">
        <w:t xml:space="preserve">, </w:t>
      </w:r>
      <w:r w:rsidRPr="004F1596">
        <w:t>sur le Second Empire</w:t>
      </w:r>
      <w:r w:rsidR="003A025E" w:rsidRPr="004572A7">
        <w:t xml:space="preserve">. </w:t>
      </w:r>
      <w:r w:rsidRPr="004F1596">
        <w:t>Comme le baron Kalinine faisait allusion à la prospérité</w:t>
      </w:r>
      <w:r w:rsidR="003A025E" w:rsidRPr="004572A7">
        <w:t xml:space="preserve">, </w:t>
      </w:r>
      <w:r w:rsidRPr="004F1596">
        <w:t>sans cesse croissante</w:t>
      </w:r>
      <w:r w:rsidR="003A025E" w:rsidRPr="004572A7">
        <w:t xml:space="preserve">, </w:t>
      </w:r>
      <w:r w:rsidRPr="004F1596">
        <w:t xml:space="preserve">de </w:t>
      </w:r>
      <w:r w:rsidR="003A025E" w:rsidRPr="004572A7">
        <w:t>« </w:t>
      </w:r>
      <w:r w:rsidRPr="004F1596">
        <w:t>la reine des plages</w:t>
      </w:r>
      <w:r w:rsidR="003A025E" w:rsidRPr="004572A7">
        <w:t> », M. </w:t>
      </w:r>
      <w:proofErr w:type="spellStart"/>
      <w:r w:rsidRPr="004F1596">
        <w:t>Meyrignac</w:t>
      </w:r>
      <w:proofErr w:type="spellEnd"/>
      <w:r w:rsidR="003A025E" w:rsidRPr="004572A7">
        <w:t xml:space="preserve">, </w:t>
      </w:r>
      <w:r w:rsidRPr="004F1596">
        <w:t>bonapartiste convaincu et militant</w:t>
      </w:r>
      <w:r w:rsidR="003A025E" w:rsidRPr="004572A7">
        <w:t xml:space="preserve">, </w:t>
      </w:r>
      <w:r w:rsidRPr="004F1596">
        <w:t>crut qu</w:t>
      </w:r>
      <w:r w:rsidR="003A025E" w:rsidRPr="004572A7">
        <w:t>’</w:t>
      </w:r>
      <w:r w:rsidRPr="004F1596">
        <w:t>il y allait de son honneur d</w:t>
      </w:r>
      <w:r w:rsidR="003A025E" w:rsidRPr="004572A7">
        <w:t>’</w:t>
      </w:r>
      <w:r w:rsidRPr="004F1596">
        <w:t>apporter quelques précisions sur cette question</w:t>
      </w:r>
      <w:r w:rsidR="003A025E" w:rsidRPr="004572A7">
        <w:t>.</w:t>
      </w:r>
    </w:p>
    <w:p w14:paraId="5C8BD5FA" w14:textId="77777777" w:rsidR="003A025E" w:rsidRPr="004572A7" w:rsidRDefault="004F1596" w:rsidP="004F1596">
      <w:r w:rsidRPr="004F1596">
        <w:t>Il exprima donc</w:t>
      </w:r>
      <w:r w:rsidR="003A025E" w:rsidRPr="004572A7">
        <w:t xml:space="preserve">, </w:t>
      </w:r>
      <w:r w:rsidRPr="004F1596">
        <w:t>d</w:t>
      </w:r>
      <w:r w:rsidR="003A025E" w:rsidRPr="004572A7">
        <w:t>’</w:t>
      </w:r>
      <w:r w:rsidRPr="004F1596">
        <w:t>une façon élégante</w:t>
      </w:r>
      <w:r w:rsidR="003A025E" w:rsidRPr="004572A7">
        <w:t xml:space="preserve">, </w:t>
      </w:r>
      <w:r w:rsidRPr="004F1596">
        <w:t>son mépris pour le gouvernement de la République et proclama</w:t>
      </w:r>
      <w:r w:rsidR="003A025E" w:rsidRPr="004572A7">
        <w:t xml:space="preserve">, </w:t>
      </w:r>
      <w:r w:rsidRPr="004F1596">
        <w:t>en quelques phrases bien senties</w:t>
      </w:r>
      <w:r w:rsidR="003A025E" w:rsidRPr="004572A7">
        <w:t xml:space="preserve">, </w:t>
      </w:r>
      <w:r w:rsidRPr="004F1596">
        <w:t>que Biarritz avait été créé de toutes pièces par le Second Empire</w:t>
      </w:r>
      <w:r w:rsidR="003A025E" w:rsidRPr="004572A7">
        <w:t xml:space="preserve">, </w:t>
      </w:r>
      <w:r w:rsidRPr="004F1596">
        <w:t>et non par Marianne</w:t>
      </w:r>
      <w:r w:rsidR="003A025E" w:rsidRPr="004572A7">
        <w:t xml:space="preserve">. </w:t>
      </w:r>
      <w:r w:rsidRPr="004F1596">
        <w:t>Puis</w:t>
      </w:r>
      <w:r w:rsidR="003A025E" w:rsidRPr="004572A7">
        <w:t xml:space="preserve">, </w:t>
      </w:r>
      <w:r w:rsidRPr="004F1596">
        <w:t xml:space="preserve">après </w:t>
      </w:r>
      <w:r w:rsidRPr="004F1596">
        <w:lastRenderedPageBreak/>
        <w:t>avoir tracé un tableau brillant de notre ville</w:t>
      </w:r>
      <w:r w:rsidR="003A025E" w:rsidRPr="004572A7">
        <w:t xml:space="preserve">, </w:t>
      </w:r>
      <w:r w:rsidRPr="004F1596">
        <w:t>à l</w:t>
      </w:r>
      <w:r w:rsidR="003A025E" w:rsidRPr="004572A7">
        <w:t>’</w:t>
      </w:r>
      <w:r w:rsidRPr="004F1596">
        <w:t>époque où venait y séjourner la famille impériale</w:t>
      </w:r>
      <w:r w:rsidR="003A025E" w:rsidRPr="004572A7">
        <w:t xml:space="preserve">, </w:t>
      </w:r>
      <w:r w:rsidRPr="004F1596">
        <w:t>il ajouta que tout l</w:t>
      </w:r>
      <w:r w:rsidR="003A025E" w:rsidRPr="004572A7">
        <w:t>’</w:t>
      </w:r>
      <w:r w:rsidRPr="004F1596">
        <w:t>honneur de cette prospérité revenait principalement à l</w:t>
      </w:r>
      <w:r w:rsidR="003A025E" w:rsidRPr="004572A7">
        <w:t>’</w:t>
      </w:r>
      <w:r w:rsidRPr="004F1596">
        <w:t>impératrice Eugénie</w:t>
      </w:r>
      <w:r w:rsidR="003A025E" w:rsidRPr="004572A7">
        <w:t>.</w:t>
      </w:r>
    </w:p>
    <w:p w14:paraId="7B9CC0A4" w14:textId="77777777" w:rsidR="003A025E" w:rsidRPr="004572A7" w:rsidRDefault="003A025E" w:rsidP="004F1596">
      <w:r w:rsidRPr="004572A7">
        <w:t>— </w:t>
      </w:r>
      <w:r w:rsidR="004F1596" w:rsidRPr="004F1596">
        <w:t>C</w:t>
      </w:r>
      <w:r w:rsidRPr="004572A7">
        <w:t>’</w:t>
      </w:r>
      <w:r w:rsidR="004F1596" w:rsidRPr="004F1596">
        <w:t>est le seul bien qu</w:t>
      </w:r>
      <w:r w:rsidRPr="004572A7">
        <w:t>’</w:t>
      </w:r>
      <w:r w:rsidR="004F1596" w:rsidRPr="004F1596">
        <w:t>elle ait fait à la France</w:t>
      </w:r>
      <w:r w:rsidRPr="004572A7">
        <w:t xml:space="preserve">, </w:t>
      </w:r>
      <w:r w:rsidR="004F1596" w:rsidRPr="004F1596">
        <w:t>dit froidement l</w:t>
      </w:r>
      <w:r w:rsidRPr="004572A7">
        <w:t>’</w:t>
      </w:r>
      <w:r w:rsidR="004F1596" w:rsidRPr="004F1596">
        <w:t>un des deux Anglais</w:t>
      </w:r>
      <w:r w:rsidRPr="004572A7">
        <w:t xml:space="preserve">, </w:t>
      </w:r>
      <w:r w:rsidR="004F1596" w:rsidRPr="004F1596">
        <w:t xml:space="preserve">ancien major au </w:t>
      </w:r>
      <w:r w:rsidR="002B1439" w:rsidRPr="004F1596">
        <w:t>1</w:t>
      </w:r>
      <w:r w:rsidR="002B1439" w:rsidRPr="004F1596">
        <w:rPr>
          <w:vertAlign w:val="superscript"/>
        </w:rPr>
        <w:t>er</w:t>
      </w:r>
      <w:r w:rsidR="002B1439">
        <w:t> </w:t>
      </w:r>
      <w:r w:rsidR="004F1596" w:rsidRPr="004F1596">
        <w:t>régiment de Sussex</w:t>
      </w:r>
      <w:r w:rsidRPr="004572A7">
        <w:t>.</w:t>
      </w:r>
    </w:p>
    <w:p w14:paraId="47975833" w14:textId="77777777" w:rsidR="003A025E" w:rsidRPr="004572A7" w:rsidRDefault="003A025E" w:rsidP="004F1596">
      <w:r w:rsidRPr="004572A7">
        <w:t>— </w:t>
      </w:r>
      <w:r w:rsidR="004F1596" w:rsidRPr="004F1596">
        <w:t>Vous êtes bien sévère</w:t>
      </w:r>
      <w:r w:rsidRPr="004572A7">
        <w:t xml:space="preserve">, </w:t>
      </w:r>
      <w:r w:rsidR="004F1596" w:rsidRPr="004F1596">
        <w:t>Monsieur Wallace</w:t>
      </w:r>
      <w:r w:rsidRPr="004572A7">
        <w:t xml:space="preserve">, </w:t>
      </w:r>
      <w:r w:rsidR="004F1596" w:rsidRPr="004F1596">
        <w:t>répondit l</w:t>
      </w:r>
      <w:r w:rsidRPr="004572A7">
        <w:t>’</w:t>
      </w:r>
      <w:r w:rsidR="004F1596" w:rsidRPr="004F1596">
        <w:t>ingénieur</w:t>
      </w:r>
      <w:r w:rsidRPr="004572A7">
        <w:t xml:space="preserve">. </w:t>
      </w:r>
      <w:r w:rsidR="004F1596" w:rsidRPr="004F1596">
        <w:t>Cette souveraine ne fut point</w:t>
      </w:r>
      <w:r w:rsidRPr="004572A7">
        <w:t xml:space="preserve">, </w:t>
      </w:r>
      <w:r w:rsidR="004F1596" w:rsidRPr="004F1596">
        <w:t>comme ses ennemis se sont plu à la représenter</w:t>
      </w:r>
      <w:r w:rsidRPr="004572A7">
        <w:t xml:space="preserve">, </w:t>
      </w:r>
      <w:r w:rsidR="004F1596" w:rsidRPr="004F1596">
        <w:t>un monstre d</w:t>
      </w:r>
      <w:r w:rsidRPr="004572A7">
        <w:t>’</w:t>
      </w:r>
      <w:r w:rsidR="004F1596" w:rsidRPr="004F1596">
        <w:t>ingratitude et d</w:t>
      </w:r>
      <w:r w:rsidRPr="004572A7">
        <w:t>’</w:t>
      </w:r>
      <w:r w:rsidR="004F1596" w:rsidRPr="004F1596">
        <w:t>ambition</w:t>
      </w:r>
      <w:r w:rsidRPr="004572A7">
        <w:t xml:space="preserve">, </w:t>
      </w:r>
      <w:r w:rsidR="004F1596" w:rsidRPr="004F1596">
        <w:t>une orgueilleuse uniquement préoccupée de briller dans les fêtes mondaines</w:t>
      </w:r>
      <w:r w:rsidRPr="004572A7">
        <w:t xml:space="preserve">, </w:t>
      </w:r>
      <w:r w:rsidR="004F1596" w:rsidRPr="004F1596">
        <w:t>une égoïste n</w:t>
      </w:r>
      <w:r w:rsidRPr="004572A7">
        <w:t>’</w:t>
      </w:r>
      <w:r w:rsidR="004F1596" w:rsidRPr="004F1596">
        <w:t>ayant d</w:t>
      </w:r>
      <w:r w:rsidRPr="004572A7">
        <w:t>’</w:t>
      </w:r>
      <w:r w:rsidR="004F1596" w:rsidRPr="004F1596">
        <w:t>autre souci que les intérêts de sa dynastie</w:t>
      </w:r>
      <w:r w:rsidRPr="004572A7">
        <w:t>.</w:t>
      </w:r>
    </w:p>
    <w:p w14:paraId="141F89DA" w14:textId="77777777" w:rsidR="003A025E" w:rsidRPr="004572A7" w:rsidRDefault="003A025E" w:rsidP="004F1596">
      <w:r w:rsidRPr="004572A7">
        <w:t>« </w:t>
      </w:r>
      <w:r w:rsidR="004F1596" w:rsidRPr="004F1596">
        <w:t>Non</w:t>
      </w:r>
      <w:r w:rsidRPr="004572A7">
        <w:t xml:space="preserve">, </w:t>
      </w:r>
      <w:r w:rsidR="004F1596" w:rsidRPr="004F1596">
        <w:t>Monsieur</w:t>
      </w:r>
      <w:r w:rsidRPr="004572A7">
        <w:t xml:space="preserve">, </w:t>
      </w:r>
      <w:r w:rsidR="004F1596" w:rsidRPr="004F1596">
        <w:t>non</w:t>
      </w:r>
      <w:r w:rsidRPr="004572A7">
        <w:t xml:space="preserve"> ! </w:t>
      </w:r>
      <w:r w:rsidR="004F1596" w:rsidRPr="004F1596">
        <w:t>l</w:t>
      </w:r>
      <w:r w:rsidRPr="004572A7">
        <w:t>’</w:t>
      </w:r>
      <w:r w:rsidR="004F1596" w:rsidRPr="004F1596">
        <w:t>impératrice fut victime de la destinée</w:t>
      </w:r>
      <w:r w:rsidRPr="004572A7">
        <w:t xml:space="preserve">. </w:t>
      </w:r>
      <w:r w:rsidR="004F1596" w:rsidRPr="004F1596">
        <w:t>Elle était foncièrement bonne et elle aimait sincèrement notre pays</w:t>
      </w:r>
      <w:r w:rsidRPr="004572A7">
        <w:t xml:space="preserve">, </w:t>
      </w:r>
      <w:r w:rsidR="004F1596" w:rsidRPr="004F1596">
        <w:t>mais ce furent sa trop grande confiance et son cœur qui la perdirent</w:t>
      </w:r>
      <w:r w:rsidRPr="004572A7">
        <w:t xml:space="preserve">. </w:t>
      </w:r>
      <w:r w:rsidR="004F1596" w:rsidRPr="004F1596">
        <w:t>Sa vie n</w:t>
      </w:r>
      <w:r w:rsidRPr="004572A7">
        <w:t>’</w:t>
      </w:r>
      <w:r w:rsidR="004F1596" w:rsidRPr="004F1596">
        <w:t>a été qu</w:t>
      </w:r>
      <w:r w:rsidRPr="004572A7">
        <w:t>’</w:t>
      </w:r>
      <w:r w:rsidR="004F1596" w:rsidRPr="004F1596">
        <w:t>une suite de désillusions et de malheurs</w:t>
      </w:r>
      <w:r w:rsidRPr="004572A7">
        <w:t xml:space="preserve">. </w:t>
      </w:r>
      <w:r w:rsidR="004F1596" w:rsidRPr="004F1596">
        <w:t>La défaite de nos armées</w:t>
      </w:r>
      <w:r w:rsidRPr="004572A7">
        <w:t xml:space="preserve">, </w:t>
      </w:r>
      <w:r w:rsidR="004F1596" w:rsidRPr="004F1596">
        <w:t>la chute de l</w:t>
      </w:r>
      <w:r w:rsidRPr="004572A7">
        <w:t>’</w:t>
      </w:r>
      <w:r w:rsidR="004F1596" w:rsidRPr="004F1596">
        <w:t>Empire</w:t>
      </w:r>
      <w:r w:rsidRPr="004572A7">
        <w:t xml:space="preserve">, </w:t>
      </w:r>
      <w:r w:rsidR="004F1596" w:rsidRPr="004F1596">
        <w:t>l</w:t>
      </w:r>
      <w:r w:rsidRPr="004572A7">
        <w:t>’</w:t>
      </w:r>
      <w:r w:rsidR="004F1596" w:rsidRPr="004F1596">
        <w:t xml:space="preserve">exil avec les siens à </w:t>
      </w:r>
      <w:proofErr w:type="spellStart"/>
      <w:r w:rsidR="004F1596" w:rsidRPr="004F1596">
        <w:t>Chislehurst</w:t>
      </w:r>
      <w:proofErr w:type="spellEnd"/>
      <w:r w:rsidRPr="004572A7">
        <w:t xml:space="preserve">, </w:t>
      </w:r>
      <w:r w:rsidR="004F1596" w:rsidRPr="004F1596">
        <w:t xml:space="preserve">la longue agonie de </w:t>
      </w:r>
      <w:r w:rsidRPr="004F1596">
        <w:t>Napoléon</w:t>
      </w:r>
      <w:r w:rsidRPr="004572A7">
        <w:t> </w:t>
      </w:r>
      <w:r w:rsidRPr="004F1596">
        <w:t>III</w:t>
      </w:r>
      <w:r w:rsidRPr="004572A7">
        <w:t xml:space="preserve">, </w:t>
      </w:r>
      <w:r w:rsidR="004F1596" w:rsidRPr="004F1596">
        <w:t>l</w:t>
      </w:r>
      <w:r w:rsidRPr="004572A7">
        <w:t>’</w:t>
      </w:r>
      <w:r w:rsidR="004F1596" w:rsidRPr="004F1596">
        <w:t>assassinat de son fils unique sont des épreuves qui comptent dans la vie d</w:t>
      </w:r>
      <w:r w:rsidRPr="004572A7">
        <w:t>’</w:t>
      </w:r>
      <w:r w:rsidR="004F1596" w:rsidRPr="004F1596">
        <w:t>une femme</w:t>
      </w:r>
      <w:r w:rsidRPr="004572A7">
        <w:t>.</w:t>
      </w:r>
    </w:p>
    <w:p w14:paraId="18F82433" w14:textId="77777777" w:rsidR="003A025E" w:rsidRPr="004572A7" w:rsidRDefault="003A025E" w:rsidP="004F1596">
      <w:r w:rsidRPr="004572A7">
        <w:t>— </w:t>
      </w:r>
      <w:r w:rsidR="004F1596" w:rsidRPr="004F1596">
        <w:t>Le prince impérial est mort</w:t>
      </w:r>
      <w:r w:rsidRPr="004572A7">
        <w:t xml:space="preserve">, </w:t>
      </w:r>
      <w:r w:rsidR="004F1596" w:rsidRPr="004F1596">
        <w:t>en effet</w:t>
      </w:r>
      <w:r w:rsidRPr="004572A7">
        <w:t xml:space="preserve">, </w:t>
      </w:r>
      <w:r w:rsidR="004F1596" w:rsidRPr="004F1596">
        <w:t>dans des circonstances assez imprévues</w:t>
      </w:r>
      <w:r w:rsidRPr="004572A7">
        <w:t xml:space="preserve">, </w:t>
      </w:r>
      <w:r w:rsidR="004F1596" w:rsidRPr="004F1596">
        <w:t>dit mon père</w:t>
      </w:r>
      <w:r w:rsidRPr="004572A7">
        <w:t xml:space="preserve">. </w:t>
      </w:r>
      <w:r w:rsidR="004F1596" w:rsidRPr="004F1596">
        <w:t>Il a été tué par les Zoulous</w:t>
      </w:r>
      <w:r w:rsidRPr="004572A7">
        <w:t xml:space="preserve">, </w:t>
      </w:r>
      <w:r w:rsidR="004F1596" w:rsidRPr="004F1596">
        <w:t>n</w:t>
      </w:r>
      <w:r w:rsidRPr="004572A7">
        <w:t>’</w:t>
      </w:r>
      <w:r w:rsidR="004F1596" w:rsidRPr="004F1596">
        <w:t>est-ce pas</w:t>
      </w:r>
      <w:r w:rsidRPr="004572A7">
        <w:t xml:space="preserve"> ? </w:t>
      </w:r>
      <w:r w:rsidR="004F1596" w:rsidRPr="004F1596">
        <w:t>au cours d</w:t>
      </w:r>
      <w:r w:rsidRPr="004572A7">
        <w:t>’</w:t>
      </w:r>
      <w:r w:rsidR="004F1596" w:rsidRPr="004F1596">
        <w:t>une reconnaissance qu</w:t>
      </w:r>
      <w:r w:rsidRPr="004572A7">
        <w:t>’</w:t>
      </w:r>
      <w:r w:rsidR="004F1596" w:rsidRPr="004F1596">
        <w:t>il faisait</w:t>
      </w:r>
      <w:r w:rsidRPr="004572A7">
        <w:t xml:space="preserve">, </w:t>
      </w:r>
      <w:r w:rsidR="004F1596" w:rsidRPr="004F1596">
        <w:t>comme officier de l</w:t>
      </w:r>
      <w:r w:rsidRPr="004572A7">
        <w:t>’</w:t>
      </w:r>
      <w:r w:rsidR="004F1596" w:rsidRPr="004F1596">
        <w:t>armée anglaise</w:t>
      </w:r>
      <w:r w:rsidRPr="004572A7">
        <w:t>.</w:t>
      </w:r>
    </w:p>
    <w:p w14:paraId="02916E41" w14:textId="77777777" w:rsidR="003A025E" w:rsidRPr="004572A7" w:rsidRDefault="003A025E" w:rsidP="004F1596">
      <w:r w:rsidRPr="004572A7">
        <w:t>« </w:t>
      </w:r>
      <w:r w:rsidR="004F1596" w:rsidRPr="004F1596">
        <w:t>Cette nouvelle</w:t>
      </w:r>
      <w:r w:rsidRPr="004572A7">
        <w:t xml:space="preserve">, </w:t>
      </w:r>
      <w:r w:rsidR="004F1596" w:rsidRPr="004F1596">
        <w:t>je crois m</w:t>
      </w:r>
      <w:r w:rsidRPr="004572A7">
        <w:t>’</w:t>
      </w:r>
      <w:r w:rsidR="004F1596" w:rsidRPr="004F1596">
        <w:t>en souvenir</w:t>
      </w:r>
      <w:r w:rsidRPr="004572A7">
        <w:t xml:space="preserve">, </w:t>
      </w:r>
      <w:r w:rsidR="004F1596" w:rsidRPr="004F1596">
        <w:t>avait eu en France un retentissement considérable</w:t>
      </w:r>
      <w:r w:rsidRPr="004572A7">
        <w:t xml:space="preserve">. </w:t>
      </w:r>
      <w:r w:rsidR="004F1596" w:rsidRPr="004F1596">
        <w:t>Sous l</w:t>
      </w:r>
      <w:r w:rsidRPr="004572A7">
        <w:t>’</w:t>
      </w:r>
      <w:r w:rsidR="004F1596" w:rsidRPr="004F1596">
        <w:t>Empire</w:t>
      </w:r>
      <w:r w:rsidRPr="004572A7">
        <w:t xml:space="preserve">, </w:t>
      </w:r>
      <w:r w:rsidR="004F1596" w:rsidRPr="004F1596">
        <w:t>je voyais quelquefois le prince</w:t>
      </w:r>
      <w:r w:rsidRPr="004572A7">
        <w:t xml:space="preserve">, </w:t>
      </w:r>
      <w:r w:rsidR="004F1596" w:rsidRPr="004F1596">
        <w:t>sur la plage</w:t>
      </w:r>
      <w:r w:rsidRPr="004572A7">
        <w:t xml:space="preserve">, </w:t>
      </w:r>
      <w:r w:rsidR="004F1596" w:rsidRPr="004F1596">
        <w:t>en compagnie du maréchal de la Cour</w:t>
      </w:r>
      <w:r w:rsidRPr="004572A7">
        <w:t xml:space="preserve">, </w:t>
      </w:r>
      <w:r w:rsidR="004F1596" w:rsidRPr="004F1596">
        <w:t>son précepteur</w:t>
      </w:r>
      <w:r w:rsidRPr="004572A7">
        <w:t xml:space="preserve">, </w:t>
      </w:r>
      <w:r w:rsidR="004F1596" w:rsidRPr="004F1596">
        <w:t>que je connaissais</w:t>
      </w:r>
      <w:r w:rsidRPr="004572A7">
        <w:t xml:space="preserve">. </w:t>
      </w:r>
      <w:r w:rsidR="004F1596" w:rsidRPr="004F1596">
        <w:t xml:space="preserve">Il </w:t>
      </w:r>
      <w:r w:rsidR="004F1596" w:rsidRPr="004F1596">
        <w:lastRenderedPageBreak/>
        <w:t>m</w:t>
      </w:r>
      <w:r w:rsidRPr="004572A7">
        <w:t>’</w:t>
      </w:r>
      <w:r w:rsidR="004F1596" w:rsidRPr="004F1596">
        <w:t>avait déclaré que c</w:t>
      </w:r>
      <w:r w:rsidRPr="004572A7">
        <w:t>’</w:t>
      </w:r>
      <w:r w:rsidR="004F1596" w:rsidRPr="004F1596">
        <w:t>était un jeune homme fort distingué et fort intelligent</w:t>
      </w:r>
      <w:r w:rsidRPr="004572A7">
        <w:t>…</w:t>
      </w:r>
    </w:p>
    <w:p w14:paraId="203F7028" w14:textId="77777777" w:rsidR="003A025E" w:rsidRPr="004572A7" w:rsidRDefault="004572A7" w:rsidP="004F1596">
      <w:r w:rsidRPr="004572A7">
        <w:t>À</w:t>
      </w:r>
      <w:r w:rsidR="004F1596" w:rsidRPr="004F1596">
        <w:t xml:space="preserve"> ces mots</w:t>
      </w:r>
      <w:r w:rsidR="003A025E" w:rsidRPr="004572A7">
        <w:t>, M. </w:t>
      </w:r>
      <w:proofErr w:type="spellStart"/>
      <w:r w:rsidR="004F1596" w:rsidRPr="004F1596">
        <w:t>Meyrignac</w:t>
      </w:r>
      <w:proofErr w:type="spellEnd"/>
      <w:r w:rsidR="004F1596" w:rsidRPr="004F1596">
        <w:t xml:space="preserve"> se leva et dit d</w:t>
      </w:r>
      <w:r w:rsidR="003A025E" w:rsidRPr="004572A7">
        <w:t>’</w:t>
      </w:r>
      <w:r w:rsidR="004F1596" w:rsidRPr="004F1596">
        <w:t>une voix assurée</w:t>
      </w:r>
      <w:r w:rsidR="003A025E" w:rsidRPr="004572A7">
        <w:t> :</w:t>
      </w:r>
    </w:p>
    <w:p w14:paraId="3CBE7F62" w14:textId="77777777" w:rsidR="003A025E" w:rsidRPr="004572A7" w:rsidRDefault="003A025E" w:rsidP="004F1596">
      <w:r w:rsidRPr="004572A7">
        <w:t>— </w:t>
      </w:r>
      <w:r w:rsidR="004F1596" w:rsidRPr="004F1596">
        <w:t>Messieurs</w:t>
      </w:r>
      <w:r w:rsidRPr="004572A7">
        <w:t xml:space="preserve">, </w:t>
      </w:r>
      <w:r w:rsidR="004F1596" w:rsidRPr="004F1596">
        <w:t>vous le savez aussi bien que moi</w:t>
      </w:r>
      <w:r w:rsidRPr="004572A7">
        <w:t xml:space="preserve">, </w:t>
      </w:r>
      <w:r w:rsidR="004F1596" w:rsidRPr="004F1596">
        <w:t>la mort vient comme un voleur</w:t>
      </w:r>
      <w:r w:rsidRPr="004572A7">
        <w:t xml:space="preserve"> ; </w:t>
      </w:r>
      <w:r w:rsidR="004F1596" w:rsidRPr="004F1596">
        <w:t>elle n</w:t>
      </w:r>
      <w:r w:rsidRPr="004572A7">
        <w:t>’</w:t>
      </w:r>
      <w:r w:rsidR="004F1596" w:rsidRPr="004F1596">
        <w:t>épargne ni la beauté</w:t>
      </w:r>
      <w:r w:rsidRPr="004572A7">
        <w:t xml:space="preserve">, </w:t>
      </w:r>
      <w:r w:rsidR="004F1596" w:rsidRPr="004F1596">
        <w:t>ni le talent</w:t>
      </w:r>
      <w:r w:rsidRPr="004572A7">
        <w:t xml:space="preserve">, </w:t>
      </w:r>
      <w:r w:rsidR="004F1596" w:rsidRPr="004F1596">
        <w:t>ni la vertu</w:t>
      </w:r>
      <w:r w:rsidRPr="004572A7">
        <w:t xml:space="preserve">, </w:t>
      </w:r>
      <w:r w:rsidR="004F1596" w:rsidRPr="004F1596">
        <w:t>ni la jeunesse</w:t>
      </w:r>
      <w:r w:rsidRPr="004572A7">
        <w:t xml:space="preserve"> ; </w:t>
      </w:r>
      <w:r w:rsidR="004F1596" w:rsidRPr="004F1596">
        <w:t>elle frappe autour d</w:t>
      </w:r>
      <w:r w:rsidRPr="004572A7">
        <w:t>’</w:t>
      </w:r>
      <w:r w:rsidR="004F1596" w:rsidRPr="004F1596">
        <w:t>elle sans distinction d</w:t>
      </w:r>
      <w:r w:rsidRPr="004572A7">
        <w:t>’</w:t>
      </w:r>
      <w:r w:rsidR="004F1596" w:rsidRPr="004F1596">
        <w:t>âge</w:t>
      </w:r>
      <w:r w:rsidRPr="004572A7">
        <w:t xml:space="preserve">, </w:t>
      </w:r>
      <w:r w:rsidR="004F1596" w:rsidRPr="004F1596">
        <w:t>ni de classe</w:t>
      </w:r>
      <w:r w:rsidRPr="004572A7">
        <w:t xml:space="preserve">, </w:t>
      </w:r>
      <w:r w:rsidR="004F1596" w:rsidRPr="004F1596">
        <w:t>et nul de nous ne sait si demain il sera encore vivant</w:t>
      </w:r>
      <w:r w:rsidRPr="004572A7">
        <w:t>.</w:t>
      </w:r>
    </w:p>
    <w:p w14:paraId="73299CB4" w14:textId="77777777" w:rsidR="003A025E" w:rsidRPr="004572A7" w:rsidRDefault="003A025E" w:rsidP="004F1596">
      <w:r w:rsidRPr="004572A7">
        <w:t>« </w:t>
      </w:r>
      <w:r w:rsidR="004F1596" w:rsidRPr="004F1596">
        <w:t>Il n</w:t>
      </w:r>
      <w:r w:rsidRPr="004572A7">
        <w:t>’</w:t>
      </w:r>
      <w:r w:rsidR="004F1596" w:rsidRPr="004F1596">
        <w:t>y a donc pas lieu de s</w:t>
      </w:r>
      <w:r w:rsidRPr="004572A7">
        <w:t>’</w:t>
      </w:r>
      <w:r w:rsidR="004F1596" w:rsidRPr="004F1596">
        <w:t>étonner si elle choisit ses victimes dans les milieux les plus illustres</w:t>
      </w:r>
      <w:r w:rsidRPr="004572A7">
        <w:t xml:space="preserve">, </w:t>
      </w:r>
      <w:r w:rsidR="004F1596" w:rsidRPr="004F1596">
        <w:t>comme les plus obscurs et si elle se plaît à retrancher du nombre des vivants tantôt un illettré</w:t>
      </w:r>
      <w:r w:rsidRPr="004572A7">
        <w:t xml:space="preserve">, </w:t>
      </w:r>
      <w:r w:rsidR="004F1596" w:rsidRPr="004F1596">
        <w:t>tantôt un écrivain d</w:t>
      </w:r>
      <w:r w:rsidRPr="004572A7">
        <w:t>’</w:t>
      </w:r>
      <w:r w:rsidR="004F1596" w:rsidRPr="004F1596">
        <w:t>avenir</w:t>
      </w:r>
      <w:r w:rsidRPr="004572A7">
        <w:t xml:space="preserve">, </w:t>
      </w:r>
      <w:r w:rsidR="004F1596" w:rsidRPr="004F1596">
        <w:t>un savant sur le point d</w:t>
      </w:r>
      <w:r w:rsidRPr="004572A7">
        <w:t>’</w:t>
      </w:r>
      <w:r w:rsidR="004F1596" w:rsidRPr="004F1596">
        <w:t>accomplir une découverte</w:t>
      </w:r>
      <w:r w:rsidRPr="004572A7">
        <w:t xml:space="preserve">, </w:t>
      </w:r>
      <w:r w:rsidR="004F1596" w:rsidRPr="004F1596">
        <w:t>un jeune prince sur lequel tout un peuple fondait les plus grandes espérances</w:t>
      </w:r>
      <w:r w:rsidRPr="004572A7">
        <w:t>.</w:t>
      </w:r>
    </w:p>
    <w:p w14:paraId="1E6D97E2" w14:textId="77777777" w:rsidR="003A025E" w:rsidRPr="004572A7" w:rsidRDefault="003A025E" w:rsidP="004F1596">
      <w:r w:rsidRPr="004572A7">
        <w:t>« </w:t>
      </w:r>
      <w:r w:rsidR="004F1596" w:rsidRPr="004F1596">
        <w:t>L</w:t>
      </w:r>
      <w:r w:rsidRPr="004572A7">
        <w:t>’</w:t>
      </w:r>
      <w:r w:rsidR="004F1596" w:rsidRPr="004F1596">
        <w:t>Histoire est là pour nous donner mille exemples saisissants de ces caprices du Destin</w:t>
      </w:r>
      <w:r w:rsidRPr="004572A7">
        <w:t xml:space="preserve">. </w:t>
      </w:r>
      <w:r w:rsidR="004F1596" w:rsidRPr="004F1596">
        <w:t>Mais vous conviendrez aussi avec moi que ces caprices sont parfois bien singuliers</w:t>
      </w:r>
      <w:r w:rsidRPr="004572A7">
        <w:t xml:space="preserve">. </w:t>
      </w:r>
      <w:r w:rsidR="004F1596" w:rsidRPr="004F1596">
        <w:t>Ne trouvez-vous pas</w:t>
      </w:r>
      <w:r w:rsidRPr="004572A7">
        <w:t xml:space="preserve">, </w:t>
      </w:r>
      <w:r w:rsidR="004F1596" w:rsidRPr="004F1596">
        <w:t>par exemple</w:t>
      </w:r>
      <w:r w:rsidRPr="004572A7">
        <w:t xml:space="preserve">, </w:t>
      </w:r>
      <w:r w:rsidR="004F1596" w:rsidRPr="004F1596">
        <w:t>qu</w:t>
      </w:r>
      <w:r w:rsidRPr="004572A7">
        <w:t>’</w:t>
      </w:r>
      <w:r w:rsidR="004F1596" w:rsidRPr="004F1596">
        <w:t>il y a une sorte de régularité déconcertante dans cette fatalité qui a poursuivi les héritiers respectifs des deux empereurs de la famille de Bonaparte</w:t>
      </w:r>
      <w:r w:rsidRPr="004572A7">
        <w:t> ?</w:t>
      </w:r>
    </w:p>
    <w:p w14:paraId="6D68818E" w14:textId="77777777" w:rsidR="003A025E" w:rsidRPr="004572A7" w:rsidRDefault="003A025E" w:rsidP="004F1596">
      <w:r w:rsidRPr="004572A7">
        <w:t>« </w:t>
      </w:r>
      <w:r w:rsidR="004F1596" w:rsidRPr="004F1596">
        <w:t>En 1832</w:t>
      </w:r>
      <w:r w:rsidRPr="004572A7">
        <w:t xml:space="preserve">, </w:t>
      </w:r>
      <w:r w:rsidR="004F1596" w:rsidRPr="004F1596">
        <w:t>le duc de Reichstadt</w:t>
      </w:r>
      <w:r w:rsidRPr="004572A7">
        <w:t xml:space="preserve">, </w:t>
      </w:r>
      <w:r w:rsidR="004F1596" w:rsidRPr="004F1596">
        <w:t xml:space="preserve">fils unique de </w:t>
      </w:r>
      <w:r w:rsidR="002B1439" w:rsidRPr="004F1596">
        <w:t>Napoléon</w:t>
      </w:r>
      <w:r w:rsidR="002B1439">
        <w:t> </w:t>
      </w:r>
      <w:r w:rsidRPr="004F1596">
        <w:t>1</w:t>
      </w:r>
      <w:r w:rsidRPr="004F1596">
        <w:rPr>
          <w:vertAlign w:val="superscript"/>
        </w:rPr>
        <w:t>er</w:t>
      </w:r>
      <w:r w:rsidRPr="004572A7">
        <w:t xml:space="preserve">, </w:t>
      </w:r>
      <w:r w:rsidR="004F1596" w:rsidRPr="004F1596">
        <w:t>meurt à Schönbrunn</w:t>
      </w:r>
      <w:r w:rsidRPr="004572A7">
        <w:t xml:space="preserve">, </w:t>
      </w:r>
      <w:r w:rsidR="004F1596" w:rsidRPr="004F1596">
        <w:t>âgé de vingt et un ans</w:t>
      </w:r>
      <w:r w:rsidRPr="004572A7">
        <w:t>.</w:t>
      </w:r>
    </w:p>
    <w:p w14:paraId="5D3F173A" w14:textId="77777777" w:rsidR="003A025E" w:rsidRPr="004572A7" w:rsidRDefault="003A025E" w:rsidP="004F1596">
      <w:r w:rsidRPr="004572A7">
        <w:t>« </w:t>
      </w:r>
      <w:r w:rsidR="004F1596" w:rsidRPr="004F1596">
        <w:t>En 1879</w:t>
      </w:r>
      <w:r w:rsidRPr="004572A7">
        <w:t xml:space="preserve">, </w:t>
      </w:r>
      <w:r w:rsidR="004F1596" w:rsidRPr="004F1596">
        <w:t>le prince impérial</w:t>
      </w:r>
      <w:r w:rsidRPr="004572A7">
        <w:t xml:space="preserve">, </w:t>
      </w:r>
      <w:r w:rsidR="004F1596" w:rsidRPr="004F1596">
        <w:t xml:space="preserve">fils unique de </w:t>
      </w:r>
      <w:r w:rsidRPr="004F1596">
        <w:t>Napoléon</w:t>
      </w:r>
      <w:r w:rsidRPr="004572A7">
        <w:t> </w:t>
      </w:r>
      <w:r w:rsidRPr="004F1596">
        <w:t>III</w:t>
      </w:r>
      <w:r w:rsidRPr="004572A7">
        <w:t xml:space="preserve">, </w:t>
      </w:r>
      <w:r w:rsidR="004F1596" w:rsidRPr="004F1596">
        <w:t>est assassiné par les Zoulous</w:t>
      </w:r>
      <w:r w:rsidRPr="004572A7">
        <w:t xml:space="preserve">, </w:t>
      </w:r>
      <w:r w:rsidR="004F1596" w:rsidRPr="004F1596">
        <w:t>à l</w:t>
      </w:r>
      <w:r w:rsidRPr="004572A7">
        <w:t>’</w:t>
      </w:r>
      <w:r w:rsidR="004F1596" w:rsidRPr="004F1596">
        <w:t xml:space="preserve">âge de </w:t>
      </w:r>
      <w:r w:rsidR="0020496D" w:rsidRPr="004572A7">
        <w:t>vingt-trois</w:t>
      </w:r>
      <w:r w:rsidR="004F1596" w:rsidRPr="004F1596">
        <w:t xml:space="preserve"> ans</w:t>
      </w:r>
      <w:r w:rsidRPr="004572A7">
        <w:t> !…</w:t>
      </w:r>
    </w:p>
    <w:p w14:paraId="586AE29C" w14:textId="77777777" w:rsidR="003A025E" w:rsidRPr="004572A7" w:rsidRDefault="003A025E" w:rsidP="004F1596">
      <w:r w:rsidRPr="004572A7">
        <w:t>— </w:t>
      </w:r>
      <w:r w:rsidR="004F1596" w:rsidRPr="004F1596">
        <w:t>C</w:t>
      </w:r>
      <w:r w:rsidRPr="004572A7">
        <w:t>’</w:t>
      </w:r>
      <w:r w:rsidR="004F1596" w:rsidRPr="004F1596">
        <w:t>est</w:t>
      </w:r>
      <w:r w:rsidRPr="004572A7">
        <w:t xml:space="preserve">, </w:t>
      </w:r>
      <w:r w:rsidR="004F1596" w:rsidRPr="004F1596">
        <w:t>en effet</w:t>
      </w:r>
      <w:r w:rsidRPr="004572A7">
        <w:t xml:space="preserve">, </w:t>
      </w:r>
      <w:r w:rsidR="004F1596" w:rsidRPr="004F1596">
        <w:t>digne de remarque</w:t>
      </w:r>
      <w:r w:rsidRPr="004572A7">
        <w:t xml:space="preserve">, </w:t>
      </w:r>
      <w:r w:rsidR="004F1596" w:rsidRPr="004F1596">
        <w:t>souligna Surgères</w:t>
      </w:r>
      <w:r w:rsidRPr="004572A7">
        <w:t xml:space="preserve">. </w:t>
      </w:r>
      <w:r w:rsidR="004F1596" w:rsidRPr="004F1596">
        <w:t>N</w:t>
      </w:r>
      <w:r w:rsidRPr="004572A7">
        <w:t>’</w:t>
      </w:r>
      <w:r w:rsidR="004F1596" w:rsidRPr="004F1596">
        <w:t>est-ce pas votre avis</w:t>
      </w:r>
      <w:r w:rsidRPr="004572A7">
        <w:t xml:space="preserve">, </w:t>
      </w:r>
      <w:r w:rsidR="004F1596" w:rsidRPr="004F1596">
        <w:t>Monsieur Wallace</w:t>
      </w:r>
      <w:r w:rsidRPr="004572A7">
        <w:t> ?</w:t>
      </w:r>
    </w:p>
    <w:p w14:paraId="17847302" w14:textId="77777777" w:rsidR="003A025E" w:rsidRPr="004572A7" w:rsidRDefault="003A025E" w:rsidP="004F1596">
      <w:r w:rsidRPr="004572A7">
        <w:lastRenderedPageBreak/>
        <w:t>— </w:t>
      </w:r>
      <w:r w:rsidR="004F1596" w:rsidRPr="004F1596">
        <w:t>Absolument</w:t>
      </w:r>
      <w:r w:rsidRPr="004572A7">
        <w:t xml:space="preserve">, </w:t>
      </w:r>
      <w:r w:rsidR="004F1596" w:rsidRPr="004F1596">
        <w:t>répondit le major</w:t>
      </w:r>
      <w:r w:rsidRPr="004572A7">
        <w:t xml:space="preserve">. </w:t>
      </w:r>
      <w:r w:rsidR="004F1596" w:rsidRPr="004F1596">
        <w:t>Certains faits présentent quelquefois des analogies frappantes</w:t>
      </w:r>
      <w:r w:rsidRPr="004572A7">
        <w:t xml:space="preserve">. </w:t>
      </w:r>
      <w:r w:rsidR="004F1596" w:rsidRPr="004F1596">
        <w:t>Ainsi</w:t>
      </w:r>
      <w:r w:rsidRPr="004572A7">
        <w:t xml:space="preserve">, </w:t>
      </w:r>
      <w:r w:rsidR="004F1596" w:rsidRPr="004F1596">
        <w:t>j</w:t>
      </w:r>
      <w:r w:rsidRPr="004572A7">
        <w:t>’</w:t>
      </w:r>
      <w:r w:rsidR="004F1596" w:rsidRPr="004F1596">
        <w:t>ai connu à Pembroke</w:t>
      </w:r>
      <w:r w:rsidRPr="004572A7">
        <w:t xml:space="preserve">, </w:t>
      </w:r>
      <w:r w:rsidR="004F1596" w:rsidRPr="004F1596">
        <w:t>dans le pays de Galles</w:t>
      </w:r>
      <w:r w:rsidRPr="004572A7">
        <w:t xml:space="preserve">, </w:t>
      </w:r>
      <w:r w:rsidR="004F1596" w:rsidRPr="004F1596">
        <w:t>trois frères qui étaient médecins</w:t>
      </w:r>
      <w:r w:rsidRPr="004572A7">
        <w:t xml:space="preserve">. </w:t>
      </w:r>
      <w:r w:rsidR="004F1596" w:rsidRPr="004F1596">
        <w:t>Ils se sont mariés tous trois un mercredi et</w:t>
      </w:r>
      <w:r w:rsidRPr="004572A7">
        <w:t xml:space="preserve">, </w:t>
      </w:r>
      <w:r w:rsidR="004F1596" w:rsidRPr="004F1596">
        <w:t>trois ans après</w:t>
      </w:r>
      <w:r w:rsidRPr="004572A7">
        <w:t xml:space="preserve">, </w:t>
      </w:r>
      <w:r w:rsidR="004F1596" w:rsidRPr="004F1596">
        <w:t>ils se sont noyés</w:t>
      </w:r>
      <w:r w:rsidRPr="004572A7">
        <w:t xml:space="preserve">, </w:t>
      </w:r>
      <w:r w:rsidR="004F1596" w:rsidRPr="004F1596">
        <w:t>à peu de jours d</w:t>
      </w:r>
      <w:r w:rsidRPr="004572A7">
        <w:t>’</w:t>
      </w:r>
      <w:r w:rsidR="004F1596" w:rsidRPr="004F1596">
        <w:t>intervalle</w:t>
      </w:r>
      <w:r w:rsidRPr="004572A7">
        <w:t xml:space="preserve">, </w:t>
      </w:r>
      <w:r w:rsidR="004F1596" w:rsidRPr="004F1596">
        <w:t>l</w:t>
      </w:r>
      <w:r w:rsidRPr="004572A7">
        <w:t>’</w:t>
      </w:r>
      <w:r w:rsidR="004F1596" w:rsidRPr="004F1596">
        <w:t>un dans la Tamise</w:t>
      </w:r>
      <w:r w:rsidRPr="004572A7">
        <w:t xml:space="preserve">, </w:t>
      </w:r>
      <w:r w:rsidR="004F1596" w:rsidRPr="004F1596">
        <w:t>l</w:t>
      </w:r>
      <w:r w:rsidRPr="004572A7">
        <w:t>’</w:t>
      </w:r>
      <w:r w:rsidR="004F1596" w:rsidRPr="004F1596">
        <w:t>autre dans la Clyde</w:t>
      </w:r>
      <w:r w:rsidRPr="004572A7">
        <w:t xml:space="preserve">, </w:t>
      </w:r>
      <w:r w:rsidR="004F1596" w:rsidRPr="004F1596">
        <w:t>et le troisième dans la Severn</w:t>
      </w:r>
      <w:r w:rsidRPr="004572A7">
        <w:t>.</w:t>
      </w:r>
    </w:p>
    <w:p w14:paraId="4F3CE2A0" w14:textId="77777777" w:rsidR="003A025E" w:rsidRPr="004572A7" w:rsidRDefault="003A025E" w:rsidP="004F1596">
      <w:r w:rsidRPr="004572A7">
        <w:t>— </w:t>
      </w:r>
      <w:r w:rsidR="004F1596" w:rsidRPr="004F1596">
        <w:t>Ma foi</w:t>
      </w:r>
      <w:r w:rsidRPr="004572A7">
        <w:t xml:space="preserve">, </w:t>
      </w:r>
      <w:r w:rsidR="004F1596" w:rsidRPr="004F1596">
        <w:t>reprit Surgères</w:t>
      </w:r>
      <w:r w:rsidRPr="004572A7">
        <w:t xml:space="preserve">, </w:t>
      </w:r>
      <w:r w:rsidR="004F1596" w:rsidRPr="004F1596">
        <w:t>en suivant son idée</w:t>
      </w:r>
      <w:r w:rsidRPr="004572A7">
        <w:t xml:space="preserve">, </w:t>
      </w:r>
      <w:r w:rsidR="004F1596" w:rsidRPr="004F1596">
        <w:t>cette question m</w:t>
      </w:r>
      <w:r w:rsidRPr="004572A7">
        <w:t>’</w:t>
      </w:r>
      <w:r w:rsidR="004F1596" w:rsidRPr="004F1596">
        <w:t>intéresse vivement</w:t>
      </w:r>
      <w:r w:rsidRPr="004572A7">
        <w:t xml:space="preserve">. </w:t>
      </w:r>
      <w:r w:rsidR="004F1596" w:rsidRPr="004F1596">
        <w:t>Pourriez-vous</w:t>
      </w:r>
      <w:r w:rsidRPr="004572A7">
        <w:t xml:space="preserve">, </w:t>
      </w:r>
      <w:r w:rsidR="004F1596" w:rsidRPr="004F1596">
        <w:t xml:space="preserve">Monsieur </w:t>
      </w:r>
      <w:proofErr w:type="spellStart"/>
      <w:r w:rsidR="004F1596" w:rsidRPr="004F1596">
        <w:t>Meyrignac</w:t>
      </w:r>
      <w:proofErr w:type="spellEnd"/>
      <w:r w:rsidRPr="004572A7">
        <w:t xml:space="preserve">, </w:t>
      </w:r>
      <w:r w:rsidR="004F1596" w:rsidRPr="004F1596">
        <w:t>me donner des détails sur la mort du prince impérial</w:t>
      </w:r>
      <w:r w:rsidRPr="004572A7">
        <w:t> ?</w:t>
      </w:r>
    </w:p>
    <w:p w14:paraId="6DCEF83A" w14:textId="77777777" w:rsidR="003A025E" w:rsidRPr="004572A7" w:rsidRDefault="003A025E" w:rsidP="004F1596">
      <w:r w:rsidRPr="004572A7">
        <w:t>— </w:t>
      </w:r>
      <w:r w:rsidR="004F1596" w:rsidRPr="004F1596">
        <w:t>Très volontiers</w:t>
      </w:r>
      <w:r w:rsidRPr="004572A7">
        <w:t xml:space="preserve">, </w:t>
      </w:r>
      <w:r w:rsidR="004F1596" w:rsidRPr="004F1596">
        <w:t>Monsieur</w:t>
      </w:r>
      <w:r w:rsidRPr="004572A7">
        <w:t xml:space="preserve">, </w:t>
      </w:r>
      <w:r w:rsidR="004F1596" w:rsidRPr="004F1596">
        <w:t>répondit l</w:t>
      </w:r>
      <w:r w:rsidRPr="004572A7">
        <w:t>’</w:t>
      </w:r>
      <w:r w:rsidR="004F1596" w:rsidRPr="004F1596">
        <w:t>ingénieur</w:t>
      </w:r>
      <w:r w:rsidRPr="004572A7">
        <w:t xml:space="preserve">. </w:t>
      </w:r>
      <w:r w:rsidR="004F1596" w:rsidRPr="004F1596">
        <w:t>Je possède quelques documents</w:t>
      </w:r>
      <w:r w:rsidRPr="004572A7">
        <w:t xml:space="preserve">, </w:t>
      </w:r>
      <w:r w:rsidR="004F1596" w:rsidRPr="004F1596">
        <w:t>qui me permettent de vous renseigner d</w:t>
      </w:r>
      <w:r w:rsidRPr="004572A7">
        <w:t>’</w:t>
      </w:r>
      <w:r w:rsidR="004F1596" w:rsidRPr="004F1596">
        <w:t>une façon assez exacte</w:t>
      </w:r>
      <w:r w:rsidRPr="004572A7">
        <w:t xml:space="preserve">. </w:t>
      </w:r>
      <w:r w:rsidR="004F1596" w:rsidRPr="004F1596">
        <w:t>Je ne vous cacherai pas que j</w:t>
      </w:r>
      <w:r w:rsidRPr="004572A7">
        <w:t>’</w:t>
      </w:r>
      <w:r w:rsidR="004F1596" w:rsidRPr="004F1596">
        <w:t>ai</w:t>
      </w:r>
      <w:r w:rsidRPr="004572A7">
        <w:t xml:space="preserve">, </w:t>
      </w:r>
      <w:r w:rsidR="004F1596" w:rsidRPr="004F1596">
        <w:t>sur ce tragique événement</w:t>
      </w:r>
      <w:r w:rsidRPr="004572A7">
        <w:t xml:space="preserve">, </w:t>
      </w:r>
      <w:r w:rsidR="004F1596" w:rsidRPr="004F1596">
        <w:t>une opinion bien arrêtée et tout à fait personnelle</w:t>
      </w:r>
      <w:r w:rsidRPr="004572A7">
        <w:t xml:space="preserve">, </w:t>
      </w:r>
      <w:r w:rsidR="004F1596" w:rsidRPr="004F1596">
        <w:t>mais il faut parfois savoir faire abstraction de ses propres sentiments et se défier de son imagination</w:t>
      </w:r>
      <w:r w:rsidRPr="004572A7">
        <w:t xml:space="preserve">. </w:t>
      </w:r>
      <w:r w:rsidR="004F1596" w:rsidRPr="004F1596">
        <w:t>Je vous dirai donc</w:t>
      </w:r>
      <w:r w:rsidRPr="004572A7">
        <w:t xml:space="preserve">, </w:t>
      </w:r>
      <w:r w:rsidR="004F1596" w:rsidRPr="004F1596">
        <w:t>simplement</w:t>
      </w:r>
      <w:r w:rsidRPr="004572A7">
        <w:t xml:space="preserve">, </w:t>
      </w:r>
      <w:r w:rsidR="004F1596" w:rsidRPr="004F1596">
        <w:t>ce que j</w:t>
      </w:r>
      <w:r w:rsidRPr="004572A7">
        <w:t>’</w:t>
      </w:r>
      <w:r w:rsidR="004F1596" w:rsidRPr="004F1596">
        <w:t>ai appris de la bouche de personnes dignes de foi et qui vécurent dans l</w:t>
      </w:r>
      <w:r w:rsidRPr="004572A7">
        <w:t>’</w:t>
      </w:r>
      <w:r w:rsidR="004F1596" w:rsidRPr="004F1596">
        <w:t>entourage immédiat de la famille impériale</w:t>
      </w:r>
      <w:r w:rsidRPr="004572A7">
        <w:t>.</w:t>
      </w:r>
    </w:p>
    <w:p w14:paraId="3815BCAF" w14:textId="77777777" w:rsidR="003A025E" w:rsidRPr="004572A7" w:rsidRDefault="003A025E" w:rsidP="004F1596">
      <w:r w:rsidRPr="004572A7">
        <w:t>« </w:t>
      </w:r>
      <w:r w:rsidR="004F1596" w:rsidRPr="004F1596">
        <w:t>En 1879</w:t>
      </w:r>
      <w:r w:rsidRPr="004572A7">
        <w:t xml:space="preserve">, </w:t>
      </w:r>
      <w:r w:rsidR="004F1596" w:rsidRPr="004F1596">
        <w:t>le prince avait vingt-trois ans</w:t>
      </w:r>
      <w:r w:rsidRPr="004572A7">
        <w:t xml:space="preserve">. </w:t>
      </w:r>
      <w:r w:rsidR="004F1596" w:rsidRPr="004F1596">
        <w:t>Son précepteur</w:t>
      </w:r>
      <w:r w:rsidRPr="004572A7">
        <w:t xml:space="preserve">, </w:t>
      </w:r>
      <w:r w:rsidR="004F1596" w:rsidRPr="004F1596">
        <w:t>Augustin Filon</w:t>
      </w:r>
      <w:r w:rsidRPr="004572A7">
        <w:t xml:space="preserve">, </w:t>
      </w:r>
      <w:r w:rsidR="004F1596" w:rsidRPr="004F1596">
        <w:t>qui était un homme remarquable</w:t>
      </w:r>
      <w:r w:rsidRPr="004572A7">
        <w:t xml:space="preserve">, </w:t>
      </w:r>
      <w:r w:rsidR="004F1596" w:rsidRPr="004F1596">
        <w:t>contribua</w:t>
      </w:r>
      <w:r w:rsidRPr="004572A7">
        <w:t xml:space="preserve">, </w:t>
      </w:r>
      <w:r w:rsidR="004F1596" w:rsidRPr="004F1596">
        <w:t>dans une large mesure</w:t>
      </w:r>
      <w:r w:rsidRPr="004572A7">
        <w:t xml:space="preserve">, </w:t>
      </w:r>
      <w:r w:rsidR="004F1596" w:rsidRPr="004F1596">
        <w:t>à former son esprit et à lui inculquer l</w:t>
      </w:r>
      <w:r w:rsidRPr="004572A7">
        <w:t>’</w:t>
      </w:r>
      <w:r w:rsidR="004F1596" w:rsidRPr="004F1596">
        <w:t>amour du travail et des belles résolutions</w:t>
      </w:r>
      <w:r w:rsidRPr="004572A7">
        <w:t xml:space="preserve">. </w:t>
      </w:r>
      <w:r w:rsidR="004F1596" w:rsidRPr="004F1596">
        <w:t>Après avoir fait des études sérieuses pour parvenir au grade d</w:t>
      </w:r>
      <w:r w:rsidRPr="004572A7">
        <w:t>’</w:t>
      </w:r>
      <w:r w:rsidR="004F1596" w:rsidRPr="004F1596">
        <w:t>officier</w:t>
      </w:r>
      <w:r w:rsidRPr="004572A7">
        <w:t xml:space="preserve">, </w:t>
      </w:r>
      <w:r w:rsidR="004F1596" w:rsidRPr="004F1596">
        <w:t>le prince éprouva</w:t>
      </w:r>
      <w:r w:rsidRPr="004572A7">
        <w:t xml:space="preserve">, </w:t>
      </w:r>
      <w:r w:rsidR="004F1596" w:rsidRPr="004F1596">
        <w:t>paraît-il</w:t>
      </w:r>
      <w:r w:rsidRPr="004572A7">
        <w:t xml:space="preserve">, </w:t>
      </w:r>
      <w:r w:rsidR="004F1596" w:rsidRPr="004F1596">
        <w:t>le désir de changer son genre de vie et de se soustraire à l</w:t>
      </w:r>
      <w:r w:rsidRPr="004572A7">
        <w:t>’</w:t>
      </w:r>
      <w:r w:rsidR="004F1596" w:rsidRPr="004F1596">
        <w:t>existence monotone qu</w:t>
      </w:r>
      <w:r w:rsidRPr="004572A7">
        <w:t>’</w:t>
      </w:r>
      <w:r w:rsidR="004F1596" w:rsidRPr="004F1596">
        <w:t>il menait en Angleterre</w:t>
      </w:r>
      <w:r w:rsidRPr="004572A7">
        <w:t xml:space="preserve">. </w:t>
      </w:r>
      <w:r w:rsidR="004F1596" w:rsidRPr="004F1596">
        <w:t>C</w:t>
      </w:r>
      <w:r w:rsidRPr="004572A7">
        <w:t>’</w:t>
      </w:r>
      <w:r w:rsidR="004F1596" w:rsidRPr="004F1596">
        <w:t>est à ce moment qu</w:t>
      </w:r>
      <w:r w:rsidRPr="004572A7">
        <w:t>’</w:t>
      </w:r>
      <w:r w:rsidR="004F1596" w:rsidRPr="004F1596">
        <w:t>il s</w:t>
      </w:r>
      <w:r w:rsidRPr="004572A7">
        <w:t>’</w:t>
      </w:r>
      <w:r w:rsidR="004F1596" w:rsidRPr="004F1596">
        <w:t>embarqua à Southampton</w:t>
      </w:r>
      <w:r w:rsidRPr="004572A7">
        <w:t xml:space="preserve">, </w:t>
      </w:r>
      <w:r w:rsidR="004F1596" w:rsidRPr="004F1596">
        <w:t>à destination de l</w:t>
      </w:r>
      <w:r w:rsidRPr="004572A7">
        <w:t>’</w:t>
      </w:r>
      <w:r w:rsidR="004F1596" w:rsidRPr="004F1596">
        <w:t>Afrique du Sud</w:t>
      </w:r>
      <w:r w:rsidRPr="004572A7">
        <w:t xml:space="preserve">, </w:t>
      </w:r>
      <w:r w:rsidR="004F1596" w:rsidRPr="004F1596">
        <w:t>où il fut affecté</w:t>
      </w:r>
      <w:r w:rsidRPr="004572A7">
        <w:t xml:space="preserve">, </w:t>
      </w:r>
      <w:r w:rsidR="004F1596" w:rsidRPr="004F1596">
        <w:t>à son arrivée</w:t>
      </w:r>
      <w:r w:rsidRPr="004572A7">
        <w:t xml:space="preserve">, </w:t>
      </w:r>
      <w:r w:rsidR="004F1596" w:rsidRPr="004F1596">
        <w:t>dans les cadres de l</w:t>
      </w:r>
      <w:r w:rsidRPr="004572A7">
        <w:t>’</w:t>
      </w:r>
      <w:r w:rsidR="004F1596" w:rsidRPr="004F1596">
        <w:t>État-major</w:t>
      </w:r>
      <w:r w:rsidRPr="004572A7">
        <w:t xml:space="preserve">, </w:t>
      </w:r>
      <w:r w:rsidR="004F1596" w:rsidRPr="004F1596">
        <w:t xml:space="preserve">sous les ordres du colonel </w:t>
      </w:r>
      <w:proofErr w:type="spellStart"/>
      <w:r w:rsidR="004F1596" w:rsidRPr="004F1596">
        <w:t>Harrisson</w:t>
      </w:r>
      <w:proofErr w:type="spellEnd"/>
      <w:r w:rsidRPr="004572A7">
        <w:t xml:space="preserve">. </w:t>
      </w:r>
      <w:r w:rsidR="004F1596" w:rsidRPr="004F1596">
        <w:t>On a donné sur ce départ des explications nombreuses et contradictoires</w:t>
      </w:r>
      <w:r w:rsidRPr="004572A7">
        <w:t xml:space="preserve">. </w:t>
      </w:r>
      <w:r w:rsidR="004F1596" w:rsidRPr="004F1596">
        <w:t>En ce qui me concerne</w:t>
      </w:r>
      <w:r w:rsidRPr="004572A7">
        <w:t xml:space="preserve">, </w:t>
      </w:r>
      <w:r w:rsidR="004F1596" w:rsidRPr="004F1596">
        <w:t xml:space="preserve">je ne saurais vous fournir sur ce point aucun renseignement ayant une </w:t>
      </w:r>
      <w:r w:rsidR="004F1596" w:rsidRPr="004F1596">
        <w:lastRenderedPageBreak/>
        <w:t>réelle valeur</w:t>
      </w:r>
      <w:r w:rsidRPr="004572A7">
        <w:t xml:space="preserve">. </w:t>
      </w:r>
      <w:r w:rsidR="004F1596" w:rsidRPr="004F1596">
        <w:t>J</w:t>
      </w:r>
      <w:r w:rsidRPr="004572A7">
        <w:t>’</w:t>
      </w:r>
      <w:r w:rsidR="004F1596" w:rsidRPr="004F1596">
        <w:t>en suis</w:t>
      </w:r>
      <w:r w:rsidRPr="004572A7">
        <w:t xml:space="preserve">, </w:t>
      </w:r>
      <w:r w:rsidR="004F1596" w:rsidRPr="004F1596">
        <w:t>comme vous</w:t>
      </w:r>
      <w:r w:rsidRPr="004572A7">
        <w:t xml:space="preserve">, </w:t>
      </w:r>
      <w:r w:rsidR="004F1596" w:rsidRPr="004F1596">
        <w:t>réduit à des conjectures et il ne m</w:t>
      </w:r>
      <w:r w:rsidRPr="004572A7">
        <w:t>’</w:t>
      </w:r>
      <w:r w:rsidR="004F1596" w:rsidRPr="004F1596">
        <w:t>appartient pas de vouloir ériger en vérités historiques de simples hypothèses</w:t>
      </w:r>
      <w:r w:rsidRPr="004572A7">
        <w:t>…</w:t>
      </w:r>
    </w:p>
    <w:p w14:paraId="34F469E7" w14:textId="77777777" w:rsidR="003A025E" w:rsidRPr="004572A7" w:rsidRDefault="003A025E" w:rsidP="004F1596">
      <w:r w:rsidRPr="004572A7">
        <w:t>« </w:t>
      </w:r>
      <w:r w:rsidR="004F1596" w:rsidRPr="004F1596">
        <w:t>J</w:t>
      </w:r>
      <w:r w:rsidRPr="004572A7">
        <w:t>’</w:t>
      </w:r>
      <w:r w:rsidR="004F1596" w:rsidRPr="004F1596">
        <w:t xml:space="preserve">arrive à la fameuse journée du </w:t>
      </w:r>
      <w:r w:rsidRPr="004F1596">
        <w:t>1</w:t>
      </w:r>
      <w:r w:rsidRPr="004F1596">
        <w:rPr>
          <w:vertAlign w:val="superscript"/>
        </w:rPr>
        <w:t>er</w:t>
      </w:r>
      <w:r w:rsidRPr="004572A7">
        <w:t> </w:t>
      </w:r>
      <w:r w:rsidRPr="004F1596">
        <w:t>juin</w:t>
      </w:r>
      <w:r w:rsidR="004F1596" w:rsidRPr="004F1596">
        <w:t xml:space="preserve"> 1879</w:t>
      </w:r>
      <w:r w:rsidRPr="004572A7">
        <w:t xml:space="preserve">. </w:t>
      </w:r>
      <w:r w:rsidR="004F1596" w:rsidRPr="004F1596">
        <w:t>Le prince avait reçu pour mission de reconnaître une certaine région</w:t>
      </w:r>
      <w:r w:rsidRPr="004572A7">
        <w:t xml:space="preserve">, </w:t>
      </w:r>
      <w:r w:rsidR="004F1596" w:rsidRPr="004F1596">
        <w:t>située dans le voisinage de la frontière de Zululand</w:t>
      </w:r>
      <w:r w:rsidRPr="004572A7">
        <w:t xml:space="preserve">. </w:t>
      </w:r>
      <w:r w:rsidR="004F1596" w:rsidRPr="004F1596">
        <w:t xml:space="preserve">Il partit en compagnie du capitaine </w:t>
      </w:r>
      <w:proofErr w:type="spellStart"/>
      <w:r w:rsidR="004F1596" w:rsidRPr="004F1596">
        <w:t>Garey</w:t>
      </w:r>
      <w:proofErr w:type="spellEnd"/>
      <w:r w:rsidRPr="004572A7">
        <w:t xml:space="preserve">, </w:t>
      </w:r>
      <w:r w:rsidR="004F1596" w:rsidRPr="004F1596">
        <w:t>chef de détachement</w:t>
      </w:r>
      <w:r w:rsidRPr="004572A7">
        <w:t xml:space="preserve">, </w:t>
      </w:r>
      <w:r w:rsidR="004F1596" w:rsidRPr="004F1596">
        <w:t>de six hommes et d</w:t>
      </w:r>
      <w:r w:rsidRPr="004572A7">
        <w:t>’</w:t>
      </w:r>
      <w:r w:rsidR="004F1596" w:rsidRPr="004F1596">
        <w:t>un cafre</w:t>
      </w:r>
      <w:r w:rsidRPr="004572A7">
        <w:t xml:space="preserve">, </w:t>
      </w:r>
      <w:r w:rsidR="004F1596" w:rsidRPr="004F1596">
        <w:t>qui leur servait de guide</w:t>
      </w:r>
      <w:r w:rsidRPr="004572A7">
        <w:t>.</w:t>
      </w:r>
    </w:p>
    <w:p w14:paraId="1F8FA514" w14:textId="77777777" w:rsidR="003A025E" w:rsidRPr="004572A7" w:rsidRDefault="003A025E" w:rsidP="004F1596">
      <w:r w:rsidRPr="004572A7">
        <w:t>« </w:t>
      </w:r>
      <w:r w:rsidR="004F1596" w:rsidRPr="004F1596">
        <w:t>Vous voyez que la petite troupe n</w:t>
      </w:r>
      <w:r w:rsidRPr="004572A7">
        <w:t>’</w:t>
      </w:r>
      <w:r w:rsidR="004F1596" w:rsidRPr="004F1596">
        <w:t>était pas bien imposante et vous me permettrez</w:t>
      </w:r>
      <w:r w:rsidRPr="004572A7">
        <w:t xml:space="preserve">, </w:t>
      </w:r>
      <w:r w:rsidR="004F1596" w:rsidRPr="004F1596">
        <w:t>à ce propos</w:t>
      </w:r>
      <w:r w:rsidRPr="004572A7">
        <w:t xml:space="preserve">, </w:t>
      </w:r>
      <w:r w:rsidR="004F1596" w:rsidRPr="004F1596">
        <w:t xml:space="preserve">de faire quelques réserves sur les qualités militaires du colonel </w:t>
      </w:r>
      <w:proofErr w:type="spellStart"/>
      <w:r w:rsidR="004F1596" w:rsidRPr="004F1596">
        <w:t>Harrisson</w:t>
      </w:r>
      <w:proofErr w:type="spellEnd"/>
      <w:r w:rsidRPr="004572A7">
        <w:t xml:space="preserve">, </w:t>
      </w:r>
      <w:r w:rsidR="004F1596" w:rsidRPr="004F1596">
        <w:t>et sur le souci qu</w:t>
      </w:r>
      <w:r w:rsidRPr="004572A7">
        <w:t>’</w:t>
      </w:r>
      <w:r w:rsidR="004F1596" w:rsidRPr="004F1596">
        <w:t>il avait de la vie de son impérial subordonné</w:t>
      </w:r>
      <w:r w:rsidRPr="004572A7">
        <w:t xml:space="preserve">. </w:t>
      </w:r>
      <w:r w:rsidR="004F1596" w:rsidRPr="004F1596">
        <w:t>Comment</w:t>
      </w:r>
      <w:r w:rsidRPr="004572A7">
        <w:t xml:space="preserve"> ? </w:t>
      </w:r>
      <w:r w:rsidR="004F1596" w:rsidRPr="004F1596">
        <w:t>Envoyer en reconnaissance</w:t>
      </w:r>
      <w:r w:rsidRPr="004572A7">
        <w:t xml:space="preserve">, </w:t>
      </w:r>
      <w:r w:rsidR="004F1596" w:rsidRPr="004F1596">
        <w:t>dans un endroit dangereux</w:t>
      </w:r>
      <w:r w:rsidRPr="004572A7">
        <w:t xml:space="preserve">, </w:t>
      </w:r>
      <w:r w:rsidR="004F1596" w:rsidRPr="004F1596">
        <w:t xml:space="preserve">le prince et le capitaine </w:t>
      </w:r>
      <w:proofErr w:type="spellStart"/>
      <w:r w:rsidR="004F1596" w:rsidRPr="004F1596">
        <w:t>Garey</w:t>
      </w:r>
      <w:proofErr w:type="spellEnd"/>
      <w:r w:rsidR="004F1596" w:rsidRPr="004F1596">
        <w:t xml:space="preserve"> avec six hommes seulement</w:t>
      </w:r>
      <w:r w:rsidRPr="004572A7">
        <w:t xml:space="preserve"> ? </w:t>
      </w:r>
      <w:r w:rsidR="004F1596" w:rsidRPr="004F1596">
        <w:t>guidés par un cafre douteux</w:t>
      </w:r>
      <w:r w:rsidRPr="004572A7">
        <w:t xml:space="preserve"> ? </w:t>
      </w:r>
      <w:r w:rsidR="004F1596" w:rsidRPr="004F1596">
        <w:t>Cela fait un peu sourire ceux qui</w:t>
      </w:r>
      <w:r w:rsidRPr="004572A7">
        <w:t xml:space="preserve">, </w:t>
      </w:r>
      <w:r w:rsidR="004F1596" w:rsidRPr="004F1596">
        <w:t>comme moi</w:t>
      </w:r>
      <w:r w:rsidRPr="004572A7">
        <w:t xml:space="preserve">, </w:t>
      </w:r>
      <w:r w:rsidR="004F1596" w:rsidRPr="004F1596">
        <w:t>ont été soldats</w:t>
      </w:r>
      <w:r w:rsidRPr="004572A7">
        <w:t>.</w:t>
      </w:r>
    </w:p>
    <w:p w14:paraId="64BCA1CB" w14:textId="77777777" w:rsidR="003A025E" w:rsidRPr="004572A7" w:rsidRDefault="003A025E" w:rsidP="004F1596">
      <w:r w:rsidRPr="004572A7">
        <w:t>— </w:t>
      </w:r>
      <w:r w:rsidR="004F1596" w:rsidRPr="004F1596">
        <w:t>Permettez</w:t>
      </w:r>
      <w:r w:rsidRPr="004572A7">
        <w:t xml:space="preserve">, </w:t>
      </w:r>
      <w:r w:rsidR="004F1596" w:rsidRPr="004F1596">
        <w:t>Monsieur</w:t>
      </w:r>
      <w:r w:rsidRPr="004572A7">
        <w:t xml:space="preserve">, </w:t>
      </w:r>
      <w:r w:rsidR="004F1596" w:rsidRPr="004F1596">
        <w:t>dit tout à coup le deuxième Anglais qui</w:t>
      </w:r>
      <w:r w:rsidRPr="004572A7">
        <w:t xml:space="preserve">, </w:t>
      </w:r>
      <w:r w:rsidR="004F1596" w:rsidRPr="004F1596">
        <w:t>jusqu</w:t>
      </w:r>
      <w:r w:rsidRPr="004572A7">
        <w:t>’</w:t>
      </w:r>
      <w:r w:rsidR="004F1596" w:rsidRPr="004F1596">
        <w:t>alors</w:t>
      </w:r>
      <w:r w:rsidRPr="004572A7">
        <w:t xml:space="preserve">, </w:t>
      </w:r>
      <w:r w:rsidR="004F1596" w:rsidRPr="004F1596">
        <w:t>n</w:t>
      </w:r>
      <w:r w:rsidRPr="004572A7">
        <w:t>’</w:t>
      </w:r>
      <w:r w:rsidR="004F1596" w:rsidRPr="004F1596">
        <w:t>avait pas desserré les dents</w:t>
      </w:r>
      <w:r w:rsidRPr="004572A7">
        <w:t xml:space="preserve"> ; </w:t>
      </w:r>
      <w:r w:rsidR="004F1596" w:rsidRPr="004F1596">
        <w:t>je crois que vous faites erreur</w:t>
      </w:r>
      <w:r w:rsidRPr="004572A7">
        <w:t xml:space="preserve">, </w:t>
      </w:r>
      <w:r w:rsidR="004F1596" w:rsidRPr="004F1596">
        <w:t>car le prince avait sollicité lui-même l</w:t>
      </w:r>
      <w:r w:rsidRPr="004572A7">
        <w:t>’</w:t>
      </w:r>
      <w:r w:rsidR="004F1596" w:rsidRPr="004F1596">
        <w:t>autorisation d</w:t>
      </w:r>
      <w:r w:rsidRPr="004572A7">
        <w:t>’</w:t>
      </w:r>
      <w:r w:rsidR="004F1596" w:rsidRPr="004F1596">
        <w:t>entrer dans le service des reconnaissances</w:t>
      </w:r>
      <w:r w:rsidRPr="004572A7">
        <w:t>.</w:t>
      </w:r>
    </w:p>
    <w:p w14:paraId="3397C50F" w14:textId="77777777" w:rsidR="003A025E" w:rsidRPr="004572A7" w:rsidRDefault="003A025E" w:rsidP="004F1596">
      <w:r w:rsidRPr="004572A7">
        <w:t>— </w:t>
      </w:r>
      <w:r w:rsidR="004F1596" w:rsidRPr="004F1596">
        <w:t>Je le savais</w:t>
      </w:r>
      <w:r w:rsidRPr="004572A7">
        <w:t xml:space="preserve">, </w:t>
      </w:r>
      <w:r w:rsidR="004F1596" w:rsidRPr="004F1596">
        <w:t>Monsieur</w:t>
      </w:r>
      <w:r w:rsidRPr="004572A7">
        <w:t xml:space="preserve">, </w:t>
      </w:r>
      <w:r w:rsidR="004F1596" w:rsidRPr="004F1596">
        <w:t>répondit l</w:t>
      </w:r>
      <w:r w:rsidRPr="004572A7">
        <w:t>’</w:t>
      </w:r>
      <w:r w:rsidR="004F1596" w:rsidRPr="004F1596">
        <w:t>ingénieur</w:t>
      </w:r>
      <w:r w:rsidRPr="004572A7">
        <w:t xml:space="preserve">, </w:t>
      </w:r>
      <w:r w:rsidR="004F1596" w:rsidRPr="004F1596">
        <w:t>nullement surpris</w:t>
      </w:r>
      <w:r w:rsidRPr="004572A7">
        <w:t xml:space="preserve">, </w:t>
      </w:r>
      <w:r w:rsidR="004F1596" w:rsidRPr="004F1596">
        <w:t>semblait-il</w:t>
      </w:r>
      <w:r w:rsidRPr="004572A7">
        <w:t xml:space="preserve">. </w:t>
      </w:r>
      <w:r w:rsidR="004F1596" w:rsidRPr="004F1596">
        <w:t>Votre observation est très juste</w:t>
      </w:r>
      <w:r w:rsidRPr="004572A7">
        <w:t xml:space="preserve">, </w:t>
      </w:r>
      <w:r w:rsidR="004F1596" w:rsidRPr="004F1596">
        <w:t>mais il n</w:t>
      </w:r>
      <w:r w:rsidRPr="004572A7">
        <w:t>’</w:t>
      </w:r>
      <w:r w:rsidR="004F1596" w:rsidRPr="004F1596">
        <w:t>en est pas moins vrai que l</w:t>
      </w:r>
      <w:r w:rsidRPr="004572A7">
        <w:t>’</w:t>
      </w:r>
      <w:r w:rsidR="004F1596" w:rsidRPr="004F1596">
        <w:t>on aurait dû renforcer cette avant-garde</w:t>
      </w:r>
      <w:r w:rsidRPr="004572A7">
        <w:t xml:space="preserve">. </w:t>
      </w:r>
      <w:r w:rsidR="004F1596" w:rsidRPr="004F1596">
        <w:t>Je continue</w:t>
      </w:r>
      <w:r w:rsidRPr="004572A7">
        <w:t>…</w:t>
      </w:r>
    </w:p>
    <w:p w14:paraId="606FA1E5" w14:textId="77777777" w:rsidR="003A025E" w:rsidRPr="004572A7" w:rsidRDefault="003A025E" w:rsidP="004F1596">
      <w:r w:rsidRPr="004572A7">
        <w:t>« </w:t>
      </w:r>
      <w:r w:rsidR="004F1596" w:rsidRPr="004F1596">
        <w:t>Voilà donc nos cavaliers qui</w:t>
      </w:r>
      <w:r w:rsidRPr="004572A7">
        <w:t xml:space="preserve">, </w:t>
      </w:r>
      <w:r w:rsidR="004F1596" w:rsidRPr="004F1596">
        <w:t>après un certain temps</w:t>
      </w:r>
      <w:r w:rsidRPr="004572A7">
        <w:t xml:space="preserve">, </w:t>
      </w:r>
      <w:r w:rsidR="004F1596" w:rsidRPr="004F1596">
        <w:t xml:space="preserve">dépassent </w:t>
      </w:r>
      <w:proofErr w:type="spellStart"/>
      <w:r w:rsidR="004F1596" w:rsidRPr="004F1596">
        <w:t>Itélési</w:t>
      </w:r>
      <w:proofErr w:type="spellEnd"/>
      <w:r w:rsidR="004F1596" w:rsidRPr="004F1596">
        <w:t xml:space="preserve"> et font halte au bord d</w:t>
      </w:r>
      <w:r w:rsidRPr="004572A7">
        <w:t>’</w:t>
      </w:r>
      <w:r w:rsidR="004F1596" w:rsidRPr="004F1596">
        <w:t>un ravin</w:t>
      </w:r>
      <w:r w:rsidRPr="004572A7">
        <w:t xml:space="preserve">, </w:t>
      </w:r>
      <w:r w:rsidR="004F1596" w:rsidRPr="004F1596">
        <w:t>dans la zone dangereuse</w:t>
      </w:r>
      <w:r w:rsidRPr="004572A7">
        <w:t xml:space="preserve">. </w:t>
      </w:r>
      <w:r w:rsidR="004F1596" w:rsidRPr="004F1596">
        <w:t>Quel devait être</w:t>
      </w:r>
      <w:r w:rsidRPr="004572A7">
        <w:t xml:space="preserve">, </w:t>
      </w:r>
      <w:r w:rsidR="004F1596" w:rsidRPr="004F1596">
        <w:t xml:space="preserve">à ce </w:t>
      </w:r>
      <w:r w:rsidR="0020496D" w:rsidRPr="004572A7">
        <w:t>moment-là</w:t>
      </w:r>
      <w:r w:rsidRPr="004572A7">
        <w:t xml:space="preserve">, </w:t>
      </w:r>
      <w:r w:rsidR="004F1596" w:rsidRPr="004F1596">
        <w:t xml:space="preserve">le rôle du capitaine </w:t>
      </w:r>
      <w:proofErr w:type="spellStart"/>
      <w:r w:rsidR="004F1596" w:rsidRPr="004F1596">
        <w:t>Garey</w:t>
      </w:r>
      <w:proofErr w:type="spellEnd"/>
      <w:r w:rsidRPr="004572A7">
        <w:t xml:space="preserve">, </w:t>
      </w:r>
      <w:r w:rsidR="004F1596" w:rsidRPr="004F1596">
        <w:t>chef du détachement</w:t>
      </w:r>
      <w:r w:rsidRPr="004572A7">
        <w:t xml:space="preserve"> ? </w:t>
      </w:r>
      <w:r w:rsidR="004F1596" w:rsidRPr="004F1596">
        <w:t>N</w:t>
      </w:r>
      <w:r w:rsidRPr="004572A7">
        <w:t>’</w:t>
      </w:r>
      <w:r w:rsidR="004F1596" w:rsidRPr="004F1596">
        <w:t>était-ce pas de rester sur le qui-vive et de n</w:t>
      </w:r>
      <w:r w:rsidRPr="004572A7">
        <w:t>’</w:t>
      </w:r>
      <w:r w:rsidR="004F1596" w:rsidRPr="004F1596">
        <w:t>agir qu</w:t>
      </w:r>
      <w:r w:rsidRPr="004572A7">
        <w:t>’</w:t>
      </w:r>
      <w:r w:rsidR="004F1596" w:rsidRPr="004F1596">
        <w:t>avec une extrême prudence</w:t>
      </w:r>
      <w:r w:rsidRPr="004572A7">
        <w:t xml:space="preserve"> ? </w:t>
      </w:r>
      <w:r w:rsidR="004F1596" w:rsidRPr="004F1596">
        <w:t>Au lieu de se tenir sur ses gardes</w:t>
      </w:r>
      <w:r w:rsidRPr="004572A7">
        <w:t xml:space="preserve">, </w:t>
      </w:r>
      <w:r w:rsidR="004F1596" w:rsidRPr="004F1596">
        <w:t xml:space="preserve">il laisse au contraire ses </w:t>
      </w:r>
      <w:r w:rsidR="004F1596" w:rsidRPr="004F1596">
        <w:lastRenderedPageBreak/>
        <w:t>hommes mettre pied à terre</w:t>
      </w:r>
      <w:r w:rsidRPr="004572A7">
        <w:t xml:space="preserve">, </w:t>
      </w:r>
      <w:r w:rsidR="004F1596" w:rsidRPr="004F1596">
        <w:t>desseller leurs chevaux et s</w:t>
      </w:r>
      <w:r w:rsidRPr="004572A7">
        <w:t>’</w:t>
      </w:r>
      <w:r w:rsidR="004F1596" w:rsidRPr="004F1596">
        <w:t>occuper de préparer le café</w:t>
      </w:r>
      <w:r w:rsidRPr="004572A7">
        <w:t>…</w:t>
      </w:r>
    </w:p>
    <w:p w14:paraId="35A2B90A" w14:textId="77777777" w:rsidR="003A025E" w:rsidRPr="004572A7" w:rsidRDefault="003A025E" w:rsidP="004F1596">
      <w:r w:rsidRPr="004572A7">
        <w:t>« </w:t>
      </w:r>
      <w:r w:rsidR="004F1596" w:rsidRPr="004F1596">
        <w:t>Le prince descend également de son cheval</w:t>
      </w:r>
      <w:r w:rsidRPr="004572A7">
        <w:t xml:space="preserve">, </w:t>
      </w:r>
      <w:r w:rsidR="004F1596" w:rsidRPr="004F1596">
        <w:t>sans aucune méfiance</w:t>
      </w:r>
      <w:r w:rsidRPr="004572A7">
        <w:t xml:space="preserve">, </w:t>
      </w:r>
      <w:r w:rsidR="004F1596" w:rsidRPr="004F1596">
        <w:t xml:space="preserve">et se met à causer avec </w:t>
      </w:r>
      <w:proofErr w:type="spellStart"/>
      <w:r w:rsidR="004F1596" w:rsidRPr="004F1596">
        <w:t>Garey</w:t>
      </w:r>
      <w:proofErr w:type="spellEnd"/>
      <w:r w:rsidRPr="004572A7">
        <w:t>.</w:t>
      </w:r>
    </w:p>
    <w:p w14:paraId="3EA18F39" w14:textId="77777777" w:rsidR="003A025E" w:rsidRPr="004572A7" w:rsidRDefault="003A025E" w:rsidP="004F1596">
      <w:r w:rsidRPr="004572A7">
        <w:t>« </w:t>
      </w:r>
      <w:r w:rsidR="004F1596" w:rsidRPr="004F1596">
        <w:t>Telle est la situation exacte au moment où va se produire l</w:t>
      </w:r>
      <w:r w:rsidRPr="004572A7">
        <w:t>’</w:t>
      </w:r>
      <w:r w:rsidR="004F1596" w:rsidRPr="004F1596">
        <w:t>attaque des Zoulous</w:t>
      </w:r>
      <w:r w:rsidRPr="004572A7">
        <w:t xml:space="preserve">. </w:t>
      </w:r>
      <w:r w:rsidR="004F1596" w:rsidRPr="004F1596">
        <w:t>Au point de vue militaire</w:t>
      </w:r>
      <w:r w:rsidRPr="004572A7">
        <w:t xml:space="preserve">, </w:t>
      </w:r>
      <w:r w:rsidR="004F1596" w:rsidRPr="004F1596">
        <w:t>je la trouve inadmissible</w:t>
      </w:r>
      <w:r w:rsidRPr="004572A7">
        <w:t xml:space="preserve">, </w:t>
      </w:r>
      <w:r w:rsidR="004F1596" w:rsidRPr="004F1596">
        <w:t>et je ne conçois pas qu</w:t>
      </w:r>
      <w:r w:rsidRPr="004572A7">
        <w:t>’</w:t>
      </w:r>
      <w:r w:rsidR="004F1596" w:rsidRPr="004F1596">
        <w:t>on ait pu pousser la négligence à un pareil degré</w:t>
      </w:r>
      <w:r w:rsidRPr="004572A7">
        <w:t>…</w:t>
      </w:r>
    </w:p>
    <w:p w14:paraId="57004856" w14:textId="77777777" w:rsidR="003A025E" w:rsidRPr="004572A7" w:rsidRDefault="003A025E" w:rsidP="004F1596">
      <w:r w:rsidRPr="004572A7">
        <w:t>« </w:t>
      </w:r>
      <w:r w:rsidR="004F1596" w:rsidRPr="004F1596">
        <w:t>Tout à coup</w:t>
      </w:r>
      <w:r w:rsidRPr="004572A7">
        <w:t xml:space="preserve">, </w:t>
      </w:r>
      <w:r w:rsidR="004F1596" w:rsidRPr="004F1596">
        <w:t>les noirs surgissent</w:t>
      </w:r>
      <w:r w:rsidRPr="004572A7">
        <w:t xml:space="preserve">, </w:t>
      </w:r>
      <w:r w:rsidR="004F1596" w:rsidRPr="004F1596">
        <w:t>entre les hautes herbes</w:t>
      </w:r>
      <w:r w:rsidRPr="004572A7">
        <w:t xml:space="preserve">, </w:t>
      </w:r>
      <w:r w:rsidR="004F1596" w:rsidRPr="004F1596">
        <w:t>où ils se tenaient en embuscade</w:t>
      </w:r>
      <w:r w:rsidRPr="004572A7">
        <w:t xml:space="preserve">, </w:t>
      </w:r>
      <w:r w:rsidR="004F1596" w:rsidRPr="004F1596">
        <w:t>et se précipitent sur la petite troupe</w:t>
      </w:r>
      <w:r w:rsidRPr="004572A7">
        <w:t xml:space="preserve">, </w:t>
      </w:r>
      <w:r w:rsidR="004F1596" w:rsidRPr="004F1596">
        <w:t>en poussant leur cri de guerre</w:t>
      </w:r>
      <w:r w:rsidRPr="004572A7">
        <w:t>.</w:t>
      </w:r>
    </w:p>
    <w:p w14:paraId="40E3E1C9" w14:textId="77777777" w:rsidR="003A025E" w:rsidRPr="004572A7" w:rsidRDefault="003A025E" w:rsidP="004F1596">
      <w:r w:rsidRPr="004572A7">
        <w:t>— </w:t>
      </w:r>
      <w:r w:rsidR="004F1596" w:rsidRPr="004F1596">
        <w:t>Je vous demande bien pardon</w:t>
      </w:r>
      <w:r w:rsidRPr="004572A7">
        <w:t xml:space="preserve">, </w:t>
      </w:r>
      <w:r w:rsidR="004F1596" w:rsidRPr="004F1596">
        <w:t>Monsieur</w:t>
      </w:r>
      <w:r w:rsidRPr="004572A7">
        <w:t xml:space="preserve">, </w:t>
      </w:r>
      <w:r w:rsidR="004F1596" w:rsidRPr="004F1596">
        <w:t>de vous interrompre une deuxième fois</w:t>
      </w:r>
      <w:r w:rsidRPr="004572A7">
        <w:t xml:space="preserve">, </w:t>
      </w:r>
      <w:r w:rsidR="004F1596" w:rsidRPr="004F1596">
        <w:t>dit le même Anglais qui se trouvait à côté du major Wallace</w:t>
      </w:r>
      <w:r w:rsidRPr="004572A7">
        <w:t xml:space="preserve">. </w:t>
      </w:r>
      <w:r w:rsidR="004F1596" w:rsidRPr="004F1596">
        <w:t>Les choses ne se sont pas passées tout à fait comme vous le dites</w:t>
      </w:r>
      <w:r w:rsidRPr="004572A7">
        <w:t xml:space="preserve">. </w:t>
      </w:r>
      <w:r w:rsidR="004F1596" w:rsidRPr="004F1596">
        <w:t>Vous oubliez que le cafre</w:t>
      </w:r>
      <w:r w:rsidRPr="004572A7">
        <w:t xml:space="preserve">, </w:t>
      </w:r>
      <w:r w:rsidR="004F1596" w:rsidRPr="004F1596">
        <w:t>employé comme guide</w:t>
      </w:r>
      <w:r w:rsidRPr="004572A7">
        <w:t xml:space="preserve">, </w:t>
      </w:r>
      <w:r w:rsidR="004F1596" w:rsidRPr="004F1596">
        <w:t>était allé chercher de l</w:t>
      </w:r>
      <w:r w:rsidRPr="004572A7">
        <w:t>’</w:t>
      </w:r>
      <w:r w:rsidR="004F1596" w:rsidRPr="004F1596">
        <w:t>eau et était revenu en annonçant qu</w:t>
      </w:r>
      <w:r w:rsidRPr="004572A7">
        <w:t>’</w:t>
      </w:r>
      <w:r w:rsidR="004F1596" w:rsidRPr="004F1596">
        <w:t>il avait aperçu des ennemis</w:t>
      </w:r>
      <w:r w:rsidRPr="004572A7">
        <w:t xml:space="preserve">. </w:t>
      </w:r>
      <w:r w:rsidR="004F1596" w:rsidRPr="004F1596">
        <w:t>Les hommes furent donc avertis quelques instants avant l</w:t>
      </w:r>
      <w:r w:rsidRPr="004572A7">
        <w:t>’</w:t>
      </w:r>
      <w:r w:rsidR="004F1596" w:rsidRPr="004F1596">
        <w:t>attaque et purent gagner un temps précieux</w:t>
      </w:r>
      <w:r w:rsidRPr="004572A7">
        <w:t>…</w:t>
      </w:r>
    </w:p>
    <w:p w14:paraId="0159ADFF" w14:textId="77777777" w:rsidR="003A025E" w:rsidRPr="004572A7" w:rsidRDefault="003A025E" w:rsidP="004F1596">
      <w:r w:rsidRPr="004572A7">
        <w:t>— </w:t>
      </w:r>
      <w:r w:rsidR="004F1596" w:rsidRPr="004F1596">
        <w:t>Excusez-moi</w:t>
      </w:r>
      <w:r w:rsidRPr="004572A7">
        <w:t xml:space="preserve">, </w:t>
      </w:r>
      <w:r w:rsidR="004F1596" w:rsidRPr="004F1596">
        <w:t>Monsieur</w:t>
      </w:r>
      <w:r w:rsidRPr="004572A7">
        <w:t xml:space="preserve">, </w:t>
      </w:r>
      <w:r w:rsidR="004F1596" w:rsidRPr="004F1596">
        <w:t>répliqua l</w:t>
      </w:r>
      <w:r w:rsidRPr="004572A7">
        <w:t>’</w:t>
      </w:r>
      <w:r w:rsidR="004F1596" w:rsidRPr="004F1596">
        <w:t>ingénieur</w:t>
      </w:r>
      <w:r w:rsidRPr="004572A7">
        <w:t xml:space="preserve">, </w:t>
      </w:r>
      <w:r w:rsidR="004F1596" w:rsidRPr="004F1596">
        <w:t>j</w:t>
      </w:r>
      <w:r w:rsidRPr="004572A7">
        <w:t>’</w:t>
      </w:r>
      <w:r w:rsidR="004F1596" w:rsidRPr="004F1596">
        <w:t>ignorais ce détail</w:t>
      </w:r>
      <w:r w:rsidRPr="004572A7">
        <w:t xml:space="preserve">. </w:t>
      </w:r>
      <w:r w:rsidR="004F1596" w:rsidRPr="004F1596">
        <w:t>Au reste</w:t>
      </w:r>
      <w:r w:rsidRPr="004572A7">
        <w:t xml:space="preserve">, </w:t>
      </w:r>
      <w:r w:rsidR="004F1596" w:rsidRPr="004F1596">
        <w:t>il ne peut pas contribuer beaucoup à changer la mauvaise impression que m</w:t>
      </w:r>
      <w:r w:rsidRPr="004572A7">
        <w:t>’</w:t>
      </w:r>
      <w:r w:rsidR="004F1596" w:rsidRPr="004F1596">
        <w:t>a toujours laissée le récit de cette journée tragique</w:t>
      </w:r>
      <w:r w:rsidRPr="004572A7">
        <w:t xml:space="preserve">. </w:t>
      </w:r>
      <w:r w:rsidR="004F1596" w:rsidRPr="004F1596">
        <w:t>En effet</w:t>
      </w:r>
      <w:r w:rsidRPr="004572A7">
        <w:t xml:space="preserve">, </w:t>
      </w:r>
      <w:r w:rsidR="004F1596" w:rsidRPr="004F1596">
        <w:t>au moment où les Zoulous se précipitent sur le détachement</w:t>
      </w:r>
      <w:r w:rsidRPr="004572A7">
        <w:t xml:space="preserve">, </w:t>
      </w:r>
      <w:r w:rsidR="004F1596" w:rsidRPr="004F1596">
        <w:t>chacun ne songe plus qu</w:t>
      </w:r>
      <w:r w:rsidRPr="004572A7">
        <w:t>’</w:t>
      </w:r>
      <w:r w:rsidR="004F1596" w:rsidRPr="004F1596">
        <w:t>à se sauver</w:t>
      </w:r>
      <w:r w:rsidRPr="004572A7">
        <w:t xml:space="preserve">. </w:t>
      </w:r>
      <w:r w:rsidR="004F1596" w:rsidRPr="004F1596">
        <w:t>Le prince impérial court vers son cheval</w:t>
      </w:r>
      <w:r w:rsidRPr="004572A7">
        <w:t xml:space="preserve">, </w:t>
      </w:r>
      <w:r w:rsidR="004F1596" w:rsidRPr="004F1596">
        <w:t>pour se mettre en selle</w:t>
      </w:r>
      <w:r w:rsidRPr="004572A7">
        <w:t xml:space="preserve">, </w:t>
      </w:r>
      <w:r w:rsidR="004F1596" w:rsidRPr="004F1596">
        <w:t>comme les autres</w:t>
      </w:r>
      <w:r w:rsidRPr="004572A7">
        <w:t>.</w:t>
      </w:r>
    </w:p>
    <w:p w14:paraId="6874B82C" w14:textId="77777777" w:rsidR="003A025E" w:rsidRPr="004572A7" w:rsidRDefault="003A025E" w:rsidP="004F1596">
      <w:r w:rsidRPr="004572A7">
        <w:t>« </w:t>
      </w:r>
      <w:r w:rsidR="004F1596" w:rsidRPr="004F1596">
        <w:t>Malgré tous ses efforts</w:t>
      </w:r>
      <w:r w:rsidRPr="004572A7">
        <w:t xml:space="preserve">, </w:t>
      </w:r>
      <w:r w:rsidR="004F1596" w:rsidRPr="004F1596">
        <w:t>il ne peut y réussir</w:t>
      </w:r>
      <w:r w:rsidRPr="004572A7">
        <w:t xml:space="preserve">, </w:t>
      </w:r>
      <w:r w:rsidR="004F1596" w:rsidRPr="004F1596">
        <w:t>car sa bête ne cesse de se cabrer et de lancer des ruades</w:t>
      </w:r>
      <w:r w:rsidRPr="004572A7">
        <w:t xml:space="preserve">. </w:t>
      </w:r>
      <w:r w:rsidR="004F1596" w:rsidRPr="004F1596">
        <w:t>Finalement</w:t>
      </w:r>
      <w:r w:rsidRPr="004572A7">
        <w:t xml:space="preserve">, </w:t>
      </w:r>
      <w:r w:rsidR="004F1596" w:rsidRPr="004F1596">
        <w:t>il parvient à s</w:t>
      </w:r>
      <w:r w:rsidRPr="004572A7">
        <w:t>’</w:t>
      </w:r>
      <w:r w:rsidR="004F1596" w:rsidRPr="004F1596">
        <w:t>accrocher d</w:t>
      </w:r>
      <w:r w:rsidRPr="004572A7">
        <w:t>’</w:t>
      </w:r>
      <w:r w:rsidR="004F1596" w:rsidRPr="004F1596">
        <w:t>une main à la crinière de son cheval</w:t>
      </w:r>
      <w:r w:rsidRPr="004572A7">
        <w:t xml:space="preserve">, </w:t>
      </w:r>
      <w:r w:rsidR="004F1596" w:rsidRPr="004F1596">
        <w:t>de l</w:t>
      </w:r>
      <w:r w:rsidRPr="004572A7">
        <w:t>’</w:t>
      </w:r>
      <w:r w:rsidR="004F1596" w:rsidRPr="004F1596">
        <w:t>autre à la selle et il se laisse emporter ainsi</w:t>
      </w:r>
      <w:r w:rsidRPr="004572A7">
        <w:t xml:space="preserve">, </w:t>
      </w:r>
      <w:r w:rsidR="004F1596" w:rsidRPr="004F1596">
        <w:t>au galop</w:t>
      </w:r>
      <w:r w:rsidRPr="004572A7">
        <w:t xml:space="preserve">, </w:t>
      </w:r>
      <w:r w:rsidR="004F1596" w:rsidRPr="004F1596">
        <w:t xml:space="preserve">dans </w:t>
      </w:r>
      <w:r w:rsidR="004F1596" w:rsidRPr="004F1596">
        <w:lastRenderedPageBreak/>
        <w:t>la direction des fugitifs</w:t>
      </w:r>
      <w:r w:rsidRPr="004572A7">
        <w:t xml:space="preserve">. </w:t>
      </w:r>
      <w:r w:rsidR="004F1596" w:rsidRPr="004F1596">
        <w:t>Mais</w:t>
      </w:r>
      <w:r w:rsidRPr="004572A7">
        <w:t xml:space="preserve">, </w:t>
      </w:r>
      <w:r w:rsidR="004F1596" w:rsidRPr="004F1596">
        <w:t>tout à coup</w:t>
      </w:r>
      <w:r w:rsidRPr="004572A7">
        <w:t xml:space="preserve">, </w:t>
      </w:r>
      <w:r w:rsidR="004F1596" w:rsidRPr="004F1596">
        <w:t>la selle se déchire et le prince roule sur le sol</w:t>
      </w:r>
      <w:r w:rsidRPr="004572A7">
        <w:t xml:space="preserve">. </w:t>
      </w:r>
      <w:r w:rsidR="004F1596" w:rsidRPr="004F1596">
        <w:t>Les Zoulous</w:t>
      </w:r>
      <w:r w:rsidRPr="004572A7">
        <w:t xml:space="preserve">, </w:t>
      </w:r>
      <w:r w:rsidR="004F1596" w:rsidRPr="004F1596">
        <w:t>le voyant seul</w:t>
      </w:r>
      <w:r w:rsidRPr="004572A7">
        <w:t xml:space="preserve">, </w:t>
      </w:r>
      <w:r w:rsidR="004F1596" w:rsidRPr="004F1596">
        <w:t>accourent vers lui et</w:t>
      </w:r>
      <w:r w:rsidRPr="004572A7">
        <w:t xml:space="preserve">, </w:t>
      </w:r>
      <w:r w:rsidR="004F1596" w:rsidRPr="004F1596">
        <w:t>malgré sa résistance héroïque</w:t>
      </w:r>
      <w:r w:rsidRPr="004572A7">
        <w:t xml:space="preserve">, </w:t>
      </w:r>
      <w:r w:rsidR="004F1596" w:rsidRPr="004F1596">
        <w:t>le massacrent à coup de sagaie</w:t>
      </w:r>
      <w:r w:rsidRPr="004572A7">
        <w:t>.</w:t>
      </w:r>
    </w:p>
    <w:p w14:paraId="60CA5417" w14:textId="77777777" w:rsidR="003A025E" w:rsidRPr="004572A7" w:rsidRDefault="003A025E" w:rsidP="004F1596">
      <w:r w:rsidRPr="004572A7">
        <w:t>« </w:t>
      </w:r>
      <w:r w:rsidR="003178B4" w:rsidRPr="004572A7">
        <w:t>À</w:t>
      </w:r>
      <w:r w:rsidR="004F1596" w:rsidRPr="004F1596">
        <w:t xml:space="preserve"> ce moment suprême</w:t>
      </w:r>
      <w:r w:rsidRPr="004572A7">
        <w:t xml:space="preserve">, </w:t>
      </w:r>
      <w:r w:rsidR="004F1596" w:rsidRPr="004F1596">
        <w:t xml:space="preserve">que faisait le capitaine </w:t>
      </w:r>
      <w:proofErr w:type="spellStart"/>
      <w:r w:rsidR="004F1596" w:rsidRPr="004F1596">
        <w:t>Garey</w:t>
      </w:r>
      <w:proofErr w:type="spellEnd"/>
      <w:r w:rsidRPr="004572A7">
        <w:t xml:space="preserve"> ? </w:t>
      </w:r>
      <w:r w:rsidR="004F1596" w:rsidRPr="004F1596">
        <w:t>Bien qu</w:t>
      </w:r>
      <w:r w:rsidRPr="004572A7">
        <w:t>’</w:t>
      </w:r>
      <w:r w:rsidR="004F1596" w:rsidRPr="004F1596">
        <w:t>on l</w:t>
      </w:r>
      <w:r w:rsidRPr="004572A7">
        <w:t>’</w:t>
      </w:r>
      <w:r w:rsidR="004F1596" w:rsidRPr="004F1596">
        <w:t>eût averti que le prince était tombé à terre et qu</w:t>
      </w:r>
      <w:r w:rsidRPr="004572A7">
        <w:t>’</w:t>
      </w:r>
      <w:r w:rsidR="004F1596" w:rsidRPr="004F1596">
        <w:t>il ne le vit plus à ses côtés</w:t>
      </w:r>
      <w:r w:rsidRPr="004572A7">
        <w:t xml:space="preserve">, </w:t>
      </w:r>
      <w:r w:rsidR="004F1596" w:rsidRPr="004F1596">
        <w:t>il ne fit aucun effort pour lui porter secours</w:t>
      </w:r>
      <w:r w:rsidRPr="004572A7">
        <w:t xml:space="preserve">. </w:t>
      </w:r>
      <w:r w:rsidR="004F1596" w:rsidRPr="004F1596">
        <w:t>Il fuyait à bride abattue</w:t>
      </w:r>
      <w:r w:rsidRPr="004572A7">
        <w:t xml:space="preserve">, </w:t>
      </w:r>
      <w:r w:rsidR="004F1596" w:rsidRPr="004F1596">
        <w:t>en tête de la petite troupe</w:t>
      </w:r>
      <w:r w:rsidRPr="004572A7">
        <w:t>…</w:t>
      </w:r>
    </w:p>
    <w:p w14:paraId="4D08CF12" w14:textId="77777777" w:rsidR="003A025E" w:rsidRPr="004572A7" w:rsidRDefault="003A025E" w:rsidP="004F1596">
      <w:r w:rsidRPr="004572A7">
        <w:t>« </w:t>
      </w:r>
      <w:r w:rsidR="004F1596" w:rsidRPr="004F1596">
        <w:t>La courtoisie m</w:t>
      </w:r>
      <w:r w:rsidRPr="004572A7">
        <w:t>’</w:t>
      </w:r>
      <w:r w:rsidR="004F1596" w:rsidRPr="004F1596">
        <w:t>interdit</w:t>
      </w:r>
      <w:r w:rsidRPr="004572A7">
        <w:t xml:space="preserve">, </w:t>
      </w:r>
      <w:r w:rsidR="004F1596" w:rsidRPr="004F1596">
        <w:t>en présence de deux de ses compatriotes</w:t>
      </w:r>
      <w:r w:rsidRPr="004572A7">
        <w:t xml:space="preserve">, </w:t>
      </w:r>
      <w:r w:rsidR="004F1596" w:rsidRPr="004F1596">
        <w:t>de vous dire ce que je pense de lui en tant qu</w:t>
      </w:r>
      <w:r w:rsidRPr="004572A7">
        <w:t>’</w:t>
      </w:r>
      <w:r w:rsidR="004F1596" w:rsidRPr="004F1596">
        <w:t>homme et en tant qu</w:t>
      </w:r>
      <w:r w:rsidRPr="004572A7">
        <w:t>’</w:t>
      </w:r>
      <w:r w:rsidR="004F1596" w:rsidRPr="004F1596">
        <w:t>officier</w:t>
      </w:r>
      <w:r w:rsidRPr="004572A7">
        <w:t xml:space="preserve">, </w:t>
      </w:r>
      <w:r w:rsidR="004F1596" w:rsidRPr="004F1596">
        <w:t>mais je vous laisse juges de sa conduite</w:t>
      </w:r>
      <w:r w:rsidRPr="004572A7">
        <w:t>.</w:t>
      </w:r>
    </w:p>
    <w:p w14:paraId="65FCC1C6" w14:textId="77777777" w:rsidR="003A025E" w:rsidRPr="004572A7" w:rsidRDefault="003A025E" w:rsidP="004F1596">
      <w:r w:rsidRPr="004572A7">
        <w:t>« </w:t>
      </w:r>
      <w:r w:rsidR="004F1596" w:rsidRPr="004F1596">
        <w:t>En outre</w:t>
      </w:r>
      <w:r w:rsidRPr="004572A7">
        <w:t xml:space="preserve">, </w:t>
      </w:r>
      <w:r w:rsidR="004F1596" w:rsidRPr="004F1596">
        <w:t>il faut bien le reconnaître</w:t>
      </w:r>
      <w:r w:rsidRPr="004572A7">
        <w:t xml:space="preserve">, </w:t>
      </w:r>
      <w:r w:rsidR="004F1596" w:rsidRPr="004F1596">
        <w:t>Messieurs</w:t>
      </w:r>
      <w:r w:rsidRPr="004572A7">
        <w:t xml:space="preserve">, </w:t>
      </w:r>
      <w:r w:rsidR="004F1596" w:rsidRPr="004F1596">
        <w:t>la fatalité dont je vous parlais</w:t>
      </w:r>
      <w:r w:rsidRPr="004572A7">
        <w:t xml:space="preserve">, </w:t>
      </w:r>
      <w:r w:rsidR="004F1596" w:rsidRPr="004F1596">
        <w:t>il y a quelques instants</w:t>
      </w:r>
      <w:r w:rsidRPr="004572A7">
        <w:t xml:space="preserve">, </w:t>
      </w:r>
      <w:r w:rsidR="004F1596" w:rsidRPr="004F1596">
        <w:t>s</w:t>
      </w:r>
      <w:r w:rsidRPr="004572A7">
        <w:t>’</w:t>
      </w:r>
      <w:r w:rsidR="004F1596" w:rsidRPr="004F1596">
        <w:t>est manifestée</w:t>
      </w:r>
      <w:r w:rsidRPr="004572A7">
        <w:t xml:space="preserve">, </w:t>
      </w:r>
      <w:r w:rsidR="004F1596" w:rsidRPr="004F1596">
        <w:t>dans cette circonstance</w:t>
      </w:r>
      <w:r w:rsidRPr="004572A7">
        <w:t xml:space="preserve">, </w:t>
      </w:r>
      <w:r w:rsidR="004F1596" w:rsidRPr="004F1596">
        <w:t>d</w:t>
      </w:r>
      <w:r w:rsidRPr="004572A7">
        <w:t>’</w:t>
      </w:r>
      <w:r w:rsidR="004F1596" w:rsidRPr="004F1596">
        <w:t>une façon particulièrement inattendue</w:t>
      </w:r>
      <w:r w:rsidRPr="004572A7">
        <w:t xml:space="preserve">, </w:t>
      </w:r>
      <w:r w:rsidR="004F1596" w:rsidRPr="004F1596">
        <w:t>émouvante</w:t>
      </w:r>
      <w:r w:rsidRPr="004572A7">
        <w:t xml:space="preserve">, </w:t>
      </w:r>
      <w:r w:rsidR="004F1596" w:rsidRPr="004F1596">
        <w:t>et avec une persistance inexorable</w:t>
      </w:r>
      <w:r w:rsidRPr="004572A7">
        <w:t xml:space="preserve"> ; </w:t>
      </w:r>
      <w:r w:rsidR="004F1596" w:rsidRPr="004F1596">
        <w:t>dans ce cheval qui se cabre</w:t>
      </w:r>
      <w:r w:rsidRPr="004572A7">
        <w:t xml:space="preserve">, </w:t>
      </w:r>
      <w:r w:rsidR="004F1596" w:rsidRPr="004F1596">
        <w:t>dans cette selle qui se déchire et dans ce camarade qui vous abandonne</w:t>
      </w:r>
      <w:r w:rsidRPr="004572A7">
        <w:t>.</w:t>
      </w:r>
    </w:p>
    <w:p w14:paraId="2CA2B9C6" w14:textId="77777777" w:rsidR="003A025E" w:rsidRPr="004572A7" w:rsidRDefault="004F1596" w:rsidP="004F1596">
      <w:r w:rsidRPr="004F1596">
        <w:t xml:space="preserve">Comme </w:t>
      </w:r>
      <w:r w:rsidR="003A025E" w:rsidRPr="004572A7">
        <w:t>M. </w:t>
      </w:r>
      <w:proofErr w:type="spellStart"/>
      <w:r w:rsidRPr="004F1596">
        <w:t>Meyrignac</w:t>
      </w:r>
      <w:proofErr w:type="spellEnd"/>
      <w:r w:rsidRPr="004F1596">
        <w:t xml:space="preserve"> achevait de parler</w:t>
      </w:r>
      <w:r w:rsidR="003A025E" w:rsidRPr="004572A7">
        <w:t xml:space="preserve">, </w:t>
      </w:r>
      <w:r w:rsidRPr="004F1596">
        <w:t>je vis Surgères revenir sur la terrasse</w:t>
      </w:r>
      <w:r w:rsidR="003A025E" w:rsidRPr="004572A7">
        <w:t xml:space="preserve">, </w:t>
      </w:r>
      <w:r w:rsidRPr="004F1596">
        <w:t>en face des deux Anglais et s</w:t>
      </w:r>
      <w:r w:rsidR="003A025E" w:rsidRPr="004572A7">
        <w:t>’</w:t>
      </w:r>
      <w:r w:rsidRPr="004F1596">
        <w:t>asseoir</w:t>
      </w:r>
      <w:r w:rsidR="003A025E" w:rsidRPr="004572A7">
        <w:t xml:space="preserve">. </w:t>
      </w:r>
      <w:r w:rsidRPr="004F1596">
        <w:t>Je n</w:t>
      </w:r>
      <w:r w:rsidR="003A025E" w:rsidRPr="004572A7">
        <w:t>’</w:t>
      </w:r>
      <w:r w:rsidRPr="004F1596">
        <w:t>avais pas remarqué qu</w:t>
      </w:r>
      <w:r w:rsidR="003A025E" w:rsidRPr="004572A7">
        <w:t>’</w:t>
      </w:r>
      <w:r w:rsidRPr="004F1596">
        <w:t>il avait quitté sa place</w:t>
      </w:r>
      <w:r w:rsidR="003A025E" w:rsidRPr="004572A7">
        <w:t xml:space="preserve">, </w:t>
      </w:r>
      <w:r w:rsidRPr="004F1596">
        <w:t>tellement j</w:t>
      </w:r>
      <w:r w:rsidR="003A025E" w:rsidRPr="004572A7">
        <w:t>’</w:t>
      </w:r>
      <w:r w:rsidRPr="004F1596">
        <w:t>étais captivé par le récit de l</w:t>
      </w:r>
      <w:r w:rsidR="003A025E" w:rsidRPr="004572A7">
        <w:t>’</w:t>
      </w:r>
      <w:r w:rsidRPr="004F1596">
        <w:t>ingénieur</w:t>
      </w:r>
      <w:r w:rsidR="003A025E" w:rsidRPr="004572A7">
        <w:t>.</w:t>
      </w:r>
    </w:p>
    <w:p w14:paraId="79BDA988" w14:textId="77777777" w:rsidR="003A025E" w:rsidRPr="004572A7" w:rsidRDefault="004F1596" w:rsidP="004F1596">
      <w:r w:rsidRPr="004F1596">
        <w:t>Tout à coup</w:t>
      </w:r>
      <w:r w:rsidR="003A025E" w:rsidRPr="004572A7">
        <w:t xml:space="preserve">, </w:t>
      </w:r>
      <w:r w:rsidRPr="004F1596">
        <w:t xml:space="preserve">il prit la parole et demanda au compagnon de </w:t>
      </w:r>
      <w:r w:rsidR="003A025E" w:rsidRPr="004572A7">
        <w:t>M. </w:t>
      </w:r>
      <w:r w:rsidRPr="004F1596">
        <w:t>Wallace</w:t>
      </w:r>
      <w:r w:rsidR="003A025E" w:rsidRPr="004572A7">
        <w:t> :</w:t>
      </w:r>
    </w:p>
    <w:p w14:paraId="7C1DC6FB" w14:textId="77777777" w:rsidR="003A025E" w:rsidRPr="004572A7" w:rsidRDefault="003A025E" w:rsidP="004F1596">
      <w:r w:rsidRPr="004572A7">
        <w:t>— </w:t>
      </w:r>
      <w:r w:rsidR="004F1596" w:rsidRPr="004F1596">
        <w:t>Pardon</w:t>
      </w:r>
      <w:r w:rsidRPr="004572A7">
        <w:t xml:space="preserve">, </w:t>
      </w:r>
      <w:r w:rsidR="004F1596" w:rsidRPr="004F1596">
        <w:t>Monsieur</w:t>
      </w:r>
      <w:r w:rsidRPr="004572A7">
        <w:t xml:space="preserve">, </w:t>
      </w:r>
      <w:r w:rsidR="004F1596" w:rsidRPr="004F1596">
        <w:t>voulez-vous me permettre de vous poser une question au sujet de la mort du prince impérial</w:t>
      </w:r>
      <w:r w:rsidRPr="004572A7">
        <w:t> ?</w:t>
      </w:r>
    </w:p>
    <w:p w14:paraId="1D677FB3" w14:textId="77777777" w:rsidR="003A025E" w:rsidRPr="004572A7" w:rsidRDefault="003A025E" w:rsidP="004F1596">
      <w:r w:rsidRPr="004572A7">
        <w:t>— </w:t>
      </w:r>
      <w:r w:rsidR="004F1596" w:rsidRPr="004F1596">
        <w:t>Très volontiers</w:t>
      </w:r>
      <w:r w:rsidRPr="004572A7">
        <w:t xml:space="preserve">, </w:t>
      </w:r>
      <w:r w:rsidR="004F1596" w:rsidRPr="004F1596">
        <w:t>Monsieur</w:t>
      </w:r>
      <w:r w:rsidRPr="004572A7">
        <w:t xml:space="preserve">, </w:t>
      </w:r>
      <w:r w:rsidR="004F1596" w:rsidRPr="004F1596">
        <w:t>parlez</w:t>
      </w:r>
      <w:r w:rsidRPr="004572A7">
        <w:t xml:space="preserve">, </w:t>
      </w:r>
      <w:r w:rsidR="004F1596" w:rsidRPr="004F1596">
        <w:t>je vous en prie</w:t>
      </w:r>
      <w:r w:rsidRPr="004572A7">
        <w:t xml:space="preserve">, </w:t>
      </w:r>
      <w:r w:rsidR="004F1596" w:rsidRPr="004F1596">
        <w:t>répondit l</w:t>
      </w:r>
      <w:r w:rsidRPr="004572A7">
        <w:t>’</w:t>
      </w:r>
      <w:r w:rsidR="004F1596" w:rsidRPr="004F1596">
        <w:t>Anglais</w:t>
      </w:r>
      <w:r w:rsidRPr="004572A7">
        <w:t xml:space="preserve">, </w:t>
      </w:r>
      <w:r w:rsidR="004F1596" w:rsidRPr="004F1596">
        <w:t>poliment</w:t>
      </w:r>
      <w:r w:rsidRPr="004572A7">
        <w:t>.</w:t>
      </w:r>
    </w:p>
    <w:p w14:paraId="269ABAE3" w14:textId="77777777" w:rsidR="003A025E" w:rsidRPr="004572A7" w:rsidRDefault="003A025E" w:rsidP="004F1596">
      <w:r w:rsidRPr="004572A7">
        <w:lastRenderedPageBreak/>
        <w:t>— </w:t>
      </w:r>
      <w:r w:rsidR="004F1596" w:rsidRPr="004F1596">
        <w:t>Eh bien</w:t>
      </w:r>
      <w:r w:rsidRPr="004572A7">
        <w:t xml:space="preserve">, </w:t>
      </w:r>
      <w:r w:rsidR="004F1596" w:rsidRPr="004F1596">
        <w:t>voici</w:t>
      </w:r>
      <w:r w:rsidRPr="004572A7">
        <w:t xml:space="preserve">, </w:t>
      </w:r>
      <w:r w:rsidR="004F1596" w:rsidRPr="004F1596">
        <w:t>reprit Surgères</w:t>
      </w:r>
      <w:r w:rsidRPr="004572A7">
        <w:t xml:space="preserve"> : </w:t>
      </w:r>
      <w:r w:rsidR="004F1596" w:rsidRPr="004F1596">
        <w:t>pourquoi ne nous avez-vous pas dit que vous faisiez partie</w:t>
      </w:r>
      <w:r w:rsidRPr="004572A7">
        <w:t xml:space="preserve">, </w:t>
      </w:r>
      <w:r w:rsidR="004F1596" w:rsidRPr="004F1596">
        <w:t>avec le grade de caporal</w:t>
      </w:r>
      <w:r w:rsidRPr="004572A7">
        <w:t xml:space="preserve">, </w:t>
      </w:r>
      <w:r w:rsidR="004F1596" w:rsidRPr="004F1596">
        <w:t xml:space="preserve">du détachement qui était sous les ordres du capitaine </w:t>
      </w:r>
      <w:proofErr w:type="spellStart"/>
      <w:r w:rsidR="004F1596" w:rsidRPr="004F1596">
        <w:t>Garey</w:t>
      </w:r>
      <w:proofErr w:type="spellEnd"/>
      <w:r w:rsidRPr="004572A7">
        <w:t xml:space="preserve">, </w:t>
      </w:r>
      <w:r w:rsidR="004F1596" w:rsidRPr="004F1596">
        <w:t>et que vous avez assisté en personne</w:t>
      </w:r>
      <w:r w:rsidRPr="004572A7">
        <w:t xml:space="preserve">, </w:t>
      </w:r>
      <w:r w:rsidR="004F1596" w:rsidRPr="004F1596">
        <w:t>à ce drame dont on vient de parler</w:t>
      </w:r>
      <w:r w:rsidRPr="004572A7">
        <w:t> ?</w:t>
      </w:r>
    </w:p>
    <w:p w14:paraId="19006D89" w14:textId="77777777" w:rsidR="003A025E" w:rsidRPr="004572A7" w:rsidRDefault="004F1596" w:rsidP="004F1596">
      <w:r w:rsidRPr="004F1596">
        <w:t>L</w:t>
      </w:r>
      <w:r w:rsidR="003A025E" w:rsidRPr="004572A7">
        <w:t>’</w:t>
      </w:r>
      <w:r w:rsidRPr="004F1596">
        <w:t>Anglais se leva</w:t>
      </w:r>
      <w:r w:rsidR="003A025E" w:rsidRPr="004572A7">
        <w:t xml:space="preserve">, </w:t>
      </w:r>
      <w:r w:rsidRPr="004F1596">
        <w:t>comme mu par un ressort et</w:t>
      </w:r>
      <w:r w:rsidR="003A025E" w:rsidRPr="004572A7">
        <w:t xml:space="preserve">, </w:t>
      </w:r>
      <w:r w:rsidRPr="004F1596">
        <w:t>regardant Surgères avec surprise</w:t>
      </w:r>
      <w:r w:rsidR="003A025E" w:rsidRPr="004572A7">
        <w:t xml:space="preserve">, </w:t>
      </w:r>
      <w:r w:rsidRPr="004F1596">
        <w:t>il lui dit sèchement</w:t>
      </w:r>
      <w:r w:rsidR="003A025E" w:rsidRPr="004572A7">
        <w:t> :</w:t>
      </w:r>
    </w:p>
    <w:p w14:paraId="4076D6CB" w14:textId="77777777" w:rsidR="003A025E" w:rsidRPr="004572A7" w:rsidRDefault="003A025E" w:rsidP="004F1596">
      <w:r w:rsidRPr="004572A7">
        <w:t>— </w:t>
      </w:r>
      <w:r w:rsidR="004F1596" w:rsidRPr="004F1596">
        <w:t>Êtes-vous sûr</w:t>
      </w:r>
      <w:r w:rsidRPr="004572A7">
        <w:t xml:space="preserve">, </w:t>
      </w:r>
      <w:r w:rsidR="004F1596" w:rsidRPr="004F1596">
        <w:t>Monsieur</w:t>
      </w:r>
      <w:r w:rsidRPr="004572A7">
        <w:t xml:space="preserve">, </w:t>
      </w:r>
      <w:r w:rsidR="004F1596" w:rsidRPr="004F1596">
        <w:t>de ne pas vous tromper</w:t>
      </w:r>
      <w:r w:rsidRPr="004572A7">
        <w:t> ?</w:t>
      </w:r>
    </w:p>
    <w:p w14:paraId="2A1B022A" w14:textId="77777777" w:rsidR="003A025E" w:rsidRPr="004572A7" w:rsidRDefault="003A025E" w:rsidP="004F1596">
      <w:r w:rsidRPr="004572A7">
        <w:t>— </w:t>
      </w:r>
      <w:r w:rsidR="004F1596" w:rsidRPr="004F1596">
        <w:t>Non</w:t>
      </w:r>
      <w:r w:rsidRPr="004572A7">
        <w:t xml:space="preserve">, </w:t>
      </w:r>
      <w:r w:rsidR="004F1596" w:rsidRPr="004F1596">
        <w:t>Monsieur</w:t>
      </w:r>
      <w:r w:rsidRPr="004572A7">
        <w:t xml:space="preserve">, </w:t>
      </w:r>
      <w:r w:rsidR="004F1596" w:rsidRPr="004F1596">
        <w:t>répondit Surgères d</w:t>
      </w:r>
      <w:r w:rsidRPr="004572A7">
        <w:t>’</w:t>
      </w:r>
      <w:r w:rsidR="004F1596" w:rsidRPr="004F1596">
        <w:t>un ton calme</w:t>
      </w:r>
      <w:r w:rsidRPr="004572A7">
        <w:t xml:space="preserve">. </w:t>
      </w:r>
      <w:r w:rsidR="004F1596" w:rsidRPr="004F1596">
        <w:t>Si ma mémoire est fidèle</w:t>
      </w:r>
      <w:r w:rsidRPr="004572A7">
        <w:t xml:space="preserve">, </w:t>
      </w:r>
      <w:r w:rsidR="004F1596" w:rsidRPr="004F1596">
        <w:t>il me semble même que vous montiez</w:t>
      </w:r>
      <w:r w:rsidRPr="004572A7">
        <w:t xml:space="preserve">, </w:t>
      </w:r>
      <w:r w:rsidR="004F1596" w:rsidRPr="004F1596">
        <w:t>ce jour-là</w:t>
      </w:r>
      <w:r w:rsidRPr="004572A7">
        <w:t xml:space="preserve">, </w:t>
      </w:r>
      <w:r w:rsidR="004F1596" w:rsidRPr="004F1596">
        <w:t>un cheval gris et que vous vous trouviez</w:t>
      </w:r>
      <w:r w:rsidRPr="004572A7">
        <w:t xml:space="preserve">, </w:t>
      </w:r>
      <w:r w:rsidR="004F1596" w:rsidRPr="004F1596">
        <w:t>pendant la retraite</w:t>
      </w:r>
      <w:r w:rsidRPr="004572A7">
        <w:t xml:space="preserve">, </w:t>
      </w:r>
      <w:r w:rsidR="004F1596" w:rsidRPr="004F1596">
        <w:t xml:space="preserve">immédiatement derrière le capitaine </w:t>
      </w:r>
      <w:proofErr w:type="spellStart"/>
      <w:r w:rsidR="004F1596" w:rsidRPr="004F1596">
        <w:t>Garey</w:t>
      </w:r>
      <w:proofErr w:type="spellEnd"/>
      <w:r w:rsidRPr="004572A7">
        <w:t xml:space="preserve">. </w:t>
      </w:r>
      <w:r w:rsidR="004F1596" w:rsidRPr="004F1596">
        <w:t>Vous avez été</w:t>
      </w:r>
      <w:r w:rsidR="00F75AB4">
        <w:t xml:space="preserve"> </w:t>
      </w:r>
      <w:r w:rsidR="004F1596" w:rsidRPr="004F1596">
        <w:t>nommé lieutenant en second</w:t>
      </w:r>
      <w:r w:rsidRPr="004572A7">
        <w:t xml:space="preserve">, </w:t>
      </w:r>
      <w:r w:rsidR="004F1596" w:rsidRPr="004F1596">
        <w:t>un an après</w:t>
      </w:r>
      <w:r w:rsidRPr="004572A7">
        <w:t xml:space="preserve">, </w:t>
      </w:r>
      <w:r w:rsidR="004F1596" w:rsidRPr="004F1596">
        <w:t>à Calcutta</w:t>
      </w:r>
      <w:r w:rsidRPr="004572A7">
        <w:t xml:space="preserve">, </w:t>
      </w:r>
      <w:r w:rsidR="004F1596" w:rsidRPr="004F1596">
        <w:t>et vous avez terminé votre carrière militaire dans les Indes</w:t>
      </w:r>
      <w:r w:rsidRPr="004572A7">
        <w:t>.</w:t>
      </w:r>
    </w:p>
    <w:p w14:paraId="692EC59E" w14:textId="77777777" w:rsidR="003A025E" w:rsidRPr="004572A7" w:rsidRDefault="003A025E" w:rsidP="004F1596">
      <w:r w:rsidRPr="004572A7">
        <w:t>— </w:t>
      </w:r>
      <w:r w:rsidR="004F1596" w:rsidRPr="004F1596">
        <w:t>C</w:t>
      </w:r>
      <w:r w:rsidRPr="004572A7">
        <w:t>’</w:t>
      </w:r>
      <w:r w:rsidR="004F1596" w:rsidRPr="004F1596">
        <w:t>est exact</w:t>
      </w:r>
      <w:r w:rsidRPr="004572A7">
        <w:t xml:space="preserve">, </w:t>
      </w:r>
      <w:r w:rsidR="004F1596" w:rsidRPr="004F1596">
        <w:t>répondit l</w:t>
      </w:r>
      <w:r w:rsidRPr="004572A7">
        <w:t>’</w:t>
      </w:r>
      <w:r w:rsidR="004F1596" w:rsidRPr="004F1596">
        <w:t>homme froidement</w:t>
      </w:r>
      <w:r w:rsidRPr="004572A7">
        <w:t xml:space="preserve"> ; </w:t>
      </w:r>
      <w:r w:rsidR="004F1596" w:rsidRPr="004F1596">
        <w:t>mais j</w:t>
      </w:r>
      <w:r w:rsidRPr="004572A7">
        <w:t>’</w:t>
      </w:r>
      <w:r w:rsidR="004F1596" w:rsidRPr="004F1596">
        <w:t>ai pensé que mes déclarations ne pouvaient pas être d</w:t>
      </w:r>
      <w:r w:rsidRPr="004572A7">
        <w:t>’</w:t>
      </w:r>
      <w:r w:rsidR="004F1596" w:rsidRPr="004F1596">
        <w:t>un grand intérêt et</w:t>
      </w:r>
      <w:r w:rsidRPr="004572A7">
        <w:t xml:space="preserve">, </w:t>
      </w:r>
      <w:r w:rsidR="004F1596" w:rsidRPr="004F1596">
        <w:t>sauf les remarques que j</w:t>
      </w:r>
      <w:r w:rsidRPr="004572A7">
        <w:t>’</w:t>
      </w:r>
      <w:r w:rsidR="004F1596" w:rsidRPr="004F1596">
        <w:t>ai faites</w:t>
      </w:r>
      <w:r w:rsidRPr="004572A7">
        <w:t xml:space="preserve">, </w:t>
      </w:r>
      <w:r w:rsidR="004F1596" w:rsidRPr="004F1596">
        <w:t>tout ce que j</w:t>
      </w:r>
      <w:r w:rsidRPr="004572A7">
        <w:t>’</w:t>
      </w:r>
      <w:r w:rsidR="004F1596" w:rsidRPr="004F1596">
        <w:t>aurais pu dire est déjà connu</w:t>
      </w:r>
      <w:r w:rsidRPr="004572A7">
        <w:t>…</w:t>
      </w:r>
    </w:p>
    <w:p w14:paraId="42603FBA" w14:textId="77777777" w:rsidR="003A025E" w:rsidRPr="004572A7" w:rsidRDefault="004F1596" w:rsidP="004F1596">
      <w:r w:rsidRPr="004F1596">
        <w:t>Il y eut quelques instants d</w:t>
      </w:r>
      <w:r w:rsidR="003A025E" w:rsidRPr="004572A7">
        <w:t>’</w:t>
      </w:r>
      <w:r w:rsidRPr="004F1596">
        <w:t>un silence glacial</w:t>
      </w:r>
      <w:r w:rsidR="003A025E" w:rsidRPr="004572A7">
        <w:t xml:space="preserve">… </w:t>
      </w:r>
      <w:r w:rsidRPr="004F1596">
        <w:t>La conversation reprit</w:t>
      </w:r>
      <w:r w:rsidR="003A025E" w:rsidRPr="004572A7">
        <w:t xml:space="preserve">, </w:t>
      </w:r>
      <w:r w:rsidRPr="004F1596">
        <w:t>gênée</w:t>
      </w:r>
      <w:r w:rsidR="003A025E" w:rsidRPr="004572A7">
        <w:t xml:space="preserve">, </w:t>
      </w:r>
      <w:r w:rsidRPr="004F1596">
        <w:t>banale</w:t>
      </w:r>
      <w:r w:rsidR="003A025E" w:rsidRPr="004572A7">
        <w:t xml:space="preserve">… </w:t>
      </w:r>
      <w:r w:rsidRPr="004F1596">
        <w:t>Puis nous descendîmes de la terrasse et nous rejoignîmes les autres personnes qui se trouvaient dans le salon</w:t>
      </w:r>
      <w:r w:rsidR="003A025E" w:rsidRPr="004572A7">
        <w:t>.</w:t>
      </w:r>
    </w:p>
    <w:p w14:paraId="017989AE" w14:textId="77777777" w:rsidR="003A025E" w:rsidRPr="004572A7" w:rsidRDefault="004F1596" w:rsidP="004F1596">
      <w:r w:rsidRPr="004F1596">
        <w:t>La soirée s</w:t>
      </w:r>
      <w:r w:rsidR="003A025E" w:rsidRPr="004572A7">
        <w:t>’</w:t>
      </w:r>
      <w:r w:rsidRPr="004F1596">
        <w:t>acheva sans incident notable et</w:t>
      </w:r>
      <w:r w:rsidR="003A025E" w:rsidRPr="004572A7">
        <w:t xml:space="preserve">, </w:t>
      </w:r>
      <w:r w:rsidRPr="004F1596">
        <w:t>vers deux heures du matin</w:t>
      </w:r>
      <w:r w:rsidR="003A025E" w:rsidRPr="004572A7">
        <w:t xml:space="preserve">, </w:t>
      </w:r>
      <w:r w:rsidRPr="004F1596">
        <w:t>je me retirai dans ma chambre</w:t>
      </w:r>
      <w:r w:rsidR="003A025E" w:rsidRPr="004572A7">
        <w:t>.</w:t>
      </w:r>
    </w:p>
    <w:p w14:paraId="2EA39A26" w14:textId="77777777" w:rsidR="004F1596" w:rsidRPr="004572A7" w:rsidRDefault="00C844D5" w:rsidP="003A025E">
      <w:pPr>
        <w:pStyle w:val="Etoile"/>
      </w:pPr>
      <w:r w:rsidRPr="004572A7">
        <w:t>*</w:t>
      </w:r>
    </w:p>
    <w:p w14:paraId="555D77A6" w14:textId="77777777" w:rsidR="003A025E" w:rsidRPr="004572A7" w:rsidRDefault="004F1596" w:rsidP="004F1596">
      <w:r w:rsidRPr="004F1596">
        <w:lastRenderedPageBreak/>
        <w:t>Lorsque je fus seul</w:t>
      </w:r>
      <w:r w:rsidR="003A025E" w:rsidRPr="004572A7">
        <w:t xml:space="preserve">, </w:t>
      </w:r>
      <w:r w:rsidRPr="004F1596">
        <w:t>je me mis à réfléchir sur les événements dont je venais d</w:t>
      </w:r>
      <w:r w:rsidR="003A025E" w:rsidRPr="004572A7">
        <w:t>’</w:t>
      </w:r>
      <w:r w:rsidRPr="004F1596">
        <w:t>être témoin</w:t>
      </w:r>
      <w:r w:rsidR="003A025E" w:rsidRPr="004572A7">
        <w:t xml:space="preserve"> : </w:t>
      </w:r>
      <w:r w:rsidRPr="004F1596">
        <w:t>j</w:t>
      </w:r>
      <w:r w:rsidR="003A025E" w:rsidRPr="004572A7">
        <w:t>’</w:t>
      </w:r>
      <w:r w:rsidRPr="004F1596">
        <w:t>en conclus qu</w:t>
      </w:r>
      <w:r w:rsidR="003A025E" w:rsidRPr="004572A7">
        <w:t>’</w:t>
      </w:r>
      <w:r w:rsidRPr="004F1596">
        <w:t>ils étaient vraiment surprenants</w:t>
      </w:r>
      <w:r w:rsidR="003A025E" w:rsidRPr="004572A7">
        <w:t>.</w:t>
      </w:r>
    </w:p>
    <w:p w14:paraId="7DC40A75" w14:textId="77777777" w:rsidR="003A025E" w:rsidRPr="004572A7" w:rsidRDefault="004F1596" w:rsidP="004F1596">
      <w:r w:rsidRPr="004F1596">
        <w:t>Les auditeurs de la controverse historique qui venait de se tenir sur la terrasse avaient dû éprouver une grosse émotion</w:t>
      </w:r>
      <w:r w:rsidR="003A025E" w:rsidRPr="004572A7">
        <w:t xml:space="preserve">. </w:t>
      </w:r>
      <w:r w:rsidRPr="004F1596">
        <w:t>Si les convenances les avaient empêchés de poser des questions complémentaires plus précises</w:t>
      </w:r>
      <w:r w:rsidR="003A025E" w:rsidRPr="004572A7">
        <w:t xml:space="preserve">, </w:t>
      </w:r>
      <w:r w:rsidRPr="004F1596">
        <w:t>tant à l</w:t>
      </w:r>
      <w:r w:rsidR="003A025E" w:rsidRPr="004572A7">
        <w:t>’</w:t>
      </w:r>
      <w:r w:rsidRPr="004F1596">
        <w:t>Anglais</w:t>
      </w:r>
      <w:r w:rsidR="003A025E" w:rsidRPr="004572A7">
        <w:t xml:space="preserve">, </w:t>
      </w:r>
      <w:r w:rsidRPr="004F1596">
        <w:t>qu</w:t>
      </w:r>
      <w:r w:rsidR="003A025E" w:rsidRPr="004572A7">
        <w:t>’</w:t>
      </w:r>
      <w:r w:rsidRPr="004F1596">
        <w:t>à Surgères</w:t>
      </w:r>
      <w:r w:rsidR="003A025E" w:rsidRPr="004572A7">
        <w:t xml:space="preserve">, </w:t>
      </w:r>
      <w:r w:rsidRPr="004F1596">
        <w:t>il n</w:t>
      </w:r>
      <w:r w:rsidR="003A025E" w:rsidRPr="004572A7">
        <w:t>’</w:t>
      </w:r>
      <w:r w:rsidRPr="004F1596">
        <w:t>en devait pas moins subsister</w:t>
      </w:r>
      <w:r w:rsidR="003A025E" w:rsidRPr="004572A7">
        <w:t xml:space="preserve">, </w:t>
      </w:r>
      <w:r w:rsidRPr="004F1596">
        <w:t>dans leur esprit</w:t>
      </w:r>
      <w:r w:rsidR="003A025E" w:rsidRPr="004572A7">
        <w:t xml:space="preserve">, </w:t>
      </w:r>
      <w:r w:rsidRPr="004F1596">
        <w:t>un étonnement extraordinaire et une ardente curiosité</w:t>
      </w:r>
      <w:r w:rsidR="003A025E" w:rsidRPr="004572A7">
        <w:t>…</w:t>
      </w:r>
    </w:p>
    <w:p w14:paraId="64D22948" w14:textId="77777777" w:rsidR="003A025E" w:rsidRPr="004572A7" w:rsidRDefault="004F1596" w:rsidP="004F1596">
      <w:r w:rsidRPr="004F1596">
        <w:t>Quant à moi</w:t>
      </w:r>
      <w:r w:rsidR="003A025E" w:rsidRPr="004572A7">
        <w:t xml:space="preserve">, </w:t>
      </w:r>
      <w:r w:rsidRPr="004F1596">
        <w:t>comme j</w:t>
      </w:r>
      <w:r w:rsidR="003A025E" w:rsidRPr="004572A7">
        <w:t>’</w:t>
      </w:r>
      <w:r w:rsidRPr="004F1596">
        <w:t>avais de bonnes raisons pour étudier</w:t>
      </w:r>
      <w:r w:rsidR="003A025E" w:rsidRPr="004572A7">
        <w:t xml:space="preserve">, </w:t>
      </w:r>
      <w:r w:rsidRPr="004F1596">
        <w:t>de près</w:t>
      </w:r>
      <w:r w:rsidR="003A025E" w:rsidRPr="004572A7">
        <w:t xml:space="preserve">, </w:t>
      </w:r>
      <w:r w:rsidRPr="004F1596">
        <w:t>les moindres faits et gestes de Surgères</w:t>
      </w:r>
      <w:r w:rsidR="003A025E" w:rsidRPr="004572A7">
        <w:t xml:space="preserve">, </w:t>
      </w:r>
      <w:r w:rsidRPr="004F1596">
        <w:t>je n</w:t>
      </w:r>
      <w:r w:rsidR="003A025E" w:rsidRPr="004572A7">
        <w:t>’</w:t>
      </w:r>
      <w:r w:rsidRPr="004F1596">
        <w:t>hésitai pas un seul instant à me persuader de ceci</w:t>
      </w:r>
      <w:r w:rsidR="003A025E" w:rsidRPr="004572A7">
        <w:t xml:space="preserve"> : </w:t>
      </w:r>
      <w:r w:rsidRPr="004F1596">
        <w:t>la façon</w:t>
      </w:r>
      <w:r w:rsidR="003A025E" w:rsidRPr="004572A7">
        <w:t xml:space="preserve">, </w:t>
      </w:r>
      <w:r w:rsidRPr="004F1596">
        <w:t>dont il avait dévoilé le passé</w:t>
      </w:r>
      <w:r w:rsidR="003A025E" w:rsidRPr="004572A7">
        <w:t xml:space="preserve">, </w:t>
      </w:r>
      <w:r w:rsidRPr="004F1596">
        <w:t>si distant</w:t>
      </w:r>
      <w:r w:rsidR="003A025E" w:rsidRPr="004572A7">
        <w:t xml:space="preserve">, </w:t>
      </w:r>
      <w:r w:rsidRPr="004F1596">
        <w:t>du compagnon énigmatique du major Wallace</w:t>
      </w:r>
      <w:r w:rsidR="003A025E" w:rsidRPr="004572A7">
        <w:t xml:space="preserve">, </w:t>
      </w:r>
      <w:r w:rsidRPr="004F1596">
        <w:t>était normalement inexplicable</w:t>
      </w:r>
      <w:r w:rsidR="003A025E" w:rsidRPr="004572A7">
        <w:t xml:space="preserve">, </w:t>
      </w:r>
      <w:r w:rsidRPr="004F1596">
        <w:t>et ne faisait qu</w:t>
      </w:r>
      <w:r w:rsidR="003A025E" w:rsidRPr="004572A7">
        <w:t>’</w:t>
      </w:r>
      <w:r w:rsidRPr="004F1596">
        <w:t>épaissir encore</w:t>
      </w:r>
      <w:r w:rsidR="003A025E" w:rsidRPr="004572A7">
        <w:t xml:space="preserve">, </w:t>
      </w:r>
      <w:r w:rsidRPr="004F1596">
        <w:t>à mes yeux</w:t>
      </w:r>
      <w:r w:rsidR="003A025E" w:rsidRPr="004572A7">
        <w:t xml:space="preserve">, </w:t>
      </w:r>
      <w:r w:rsidRPr="004F1596">
        <w:t>le mystère qui embrumait sa vie</w:t>
      </w:r>
      <w:r w:rsidR="003A025E" w:rsidRPr="004572A7">
        <w:t>.</w:t>
      </w:r>
    </w:p>
    <w:p w14:paraId="6D8695E1" w14:textId="77777777" w:rsidR="003A025E" w:rsidRPr="004572A7" w:rsidRDefault="004F1596" w:rsidP="004F1596">
      <w:r w:rsidRPr="004F1596">
        <w:t>Comment concevoir</w:t>
      </w:r>
      <w:r w:rsidR="003A025E" w:rsidRPr="004572A7">
        <w:t xml:space="preserve">, </w:t>
      </w:r>
      <w:r w:rsidRPr="004F1596">
        <w:t>en effet</w:t>
      </w:r>
      <w:r w:rsidR="003A025E" w:rsidRPr="004572A7">
        <w:t xml:space="preserve">, </w:t>
      </w:r>
      <w:r w:rsidRPr="004F1596">
        <w:t>qu</w:t>
      </w:r>
      <w:r w:rsidR="003A025E" w:rsidRPr="004572A7">
        <w:t>’</w:t>
      </w:r>
      <w:r w:rsidRPr="004F1596">
        <w:t>un homme comme Surgères</w:t>
      </w:r>
      <w:r w:rsidR="003A025E" w:rsidRPr="004572A7">
        <w:t xml:space="preserve">, </w:t>
      </w:r>
      <w:r w:rsidRPr="004F1596">
        <w:t>qui avait dû toujours vivre à Paris</w:t>
      </w:r>
      <w:r w:rsidR="003A025E" w:rsidRPr="004572A7">
        <w:t xml:space="preserve">, </w:t>
      </w:r>
      <w:r w:rsidRPr="004F1596">
        <w:t>qui n</w:t>
      </w:r>
      <w:r w:rsidR="003A025E" w:rsidRPr="004572A7">
        <w:t>’</w:t>
      </w:r>
      <w:r w:rsidRPr="004F1596">
        <w:t>était certainement jamais allé en Afrique du Sud</w:t>
      </w:r>
      <w:r w:rsidR="003A025E" w:rsidRPr="004572A7">
        <w:t xml:space="preserve">, </w:t>
      </w:r>
      <w:r w:rsidRPr="004F1596">
        <w:t>qui n</w:t>
      </w:r>
      <w:r w:rsidR="003A025E" w:rsidRPr="004572A7">
        <w:t>’</w:t>
      </w:r>
      <w:r w:rsidRPr="004F1596">
        <w:t>avait pas de relations en Angleterre</w:t>
      </w:r>
      <w:r w:rsidR="003A025E" w:rsidRPr="004572A7">
        <w:t xml:space="preserve">, </w:t>
      </w:r>
      <w:r w:rsidRPr="004F1596">
        <w:t>qui venait à peine d</w:t>
      </w:r>
      <w:r w:rsidR="003A025E" w:rsidRPr="004572A7">
        <w:t>’</w:t>
      </w:r>
      <w:r w:rsidRPr="004F1596">
        <w:t>être présenté aux deux Anglais</w:t>
      </w:r>
      <w:r w:rsidR="003A025E" w:rsidRPr="004572A7">
        <w:t xml:space="preserve">, </w:t>
      </w:r>
      <w:r w:rsidRPr="004F1596">
        <w:t>le soir même</w:t>
      </w:r>
      <w:r w:rsidR="003A025E" w:rsidRPr="004572A7">
        <w:t xml:space="preserve">, </w:t>
      </w:r>
      <w:r w:rsidRPr="004F1596">
        <w:t>qui</w:t>
      </w:r>
      <w:r w:rsidR="003A025E" w:rsidRPr="004572A7">
        <w:t xml:space="preserve">, </w:t>
      </w:r>
      <w:r w:rsidRPr="004F1596">
        <w:t>très probablement</w:t>
      </w:r>
      <w:r w:rsidR="003A025E" w:rsidRPr="004572A7">
        <w:t xml:space="preserve">, </w:t>
      </w:r>
      <w:r w:rsidRPr="004F1596">
        <w:t>n</w:t>
      </w:r>
      <w:r w:rsidR="003A025E" w:rsidRPr="004572A7">
        <w:t>’</w:t>
      </w:r>
      <w:r w:rsidRPr="004F1596">
        <w:t>avait pas connu un seul officier de l</w:t>
      </w:r>
      <w:r w:rsidR="003A025E" w:rsidRPr="004572A7">
        <w:t>’</w:t>
      </w:r>
      <w:r w:rsidRPr="004F1596">
        <w:t>armée britannique</w:t>
      </w:r>
      <w:r w:rsidR="003A025E" w:rsidRPr="004572A7">
        <w:t xml:space="preserve"> ; </w:t>
      </w:r>
      <w:r w:rsidRPr="004F1596">
        <w:t>comment concevoir</w:t>
      </w:r>
      <w:r w:rsidR="003A025E" w:rsidRPr="004572A7">
        <w:t xml:space="preserve">, </w:t>
      </w:r>
      <w:r w:rsidRPr="004F1596">
        <w:t>dis-je</w:t>
      </w:r>
      <w:r w:rsidR="003A025E" w:rsidRPr="004572A7">
        <w:t xml:space="preserve">, </w:t>
      </w:r>
      <w:r w:rsidRPr="004F1596">
        <w:t>qu</w:t>
      </w:r>
      <w:r w:rsidR="003A025E" w:rsidRPr="004572A7">
        <w:t>’</w:t>
      </w:r>
      <w:r w:rsidRPr="004F1596">
        <w:t>il eût été capable de parler avec une telle précision d</w:t>
      </w:r>
      <w:r w:rsidR="003A025E" w:rsidRPr="004572A7">
        <w:t>’</w:t>
      </w:r>
      <w:r w:rsidRPr="004F1596">
        <w:t>un fait déjà très ancien et aussi lointain</w:t>
      </w:r>
      <w:r w:rsidR="003A025E" w:rsidRPr="004572A7">
        <w:t xml:space="preserve"> ? </w:t>
      </w:r>
      <w:r w:rsidRPr="004F1596">
        <w:t>Comment admettre</w:t>
      </w:r>
      <w:r w:rsidR="003A025E" w:rsidRPr="004572A7">
        <w:t xml:space="preserve">, </w:t>
      </w:r>
      <w:r w:rsidRPr="004F1596">
        <w:t>de sang-froid</w:t>
      </w:r>
      <w:r w:rsidR="003A025E" w:rsidRPr="004572A7">
        <w:t xml:space="preserve">, </w:t>
      </w:r>
      <w:r w:rsidRPr="004F1596">
        <w:t>la possibilité de révéler à un inconnu</w:t>
      </w:r>
      <w:r w:rsidR="003A025E" w:rsidRPr="004572A7">
        <w:t xml:space="preserve">, </w:t>
      </w:r>
      <w:r w:rsidRPr="004F1596">
        <w:t>non seulement son grade dans l</w:t>
      </w:r>
      <w:r w:rsidR="003A025E" w:rsidRPr="004572A7">
        <w:t>’</w:t>
      </w:r>
      <w:r w:rsidRPr="004F1596">
        <w:t>armée</w:t>
      </w:r>
      <w:r w:rsidR="003A025E" w:rsidRPr="004572A7">
        <w:t xml:space="preserve">, </w:t>
      </w:r>
      <w:r w:rsidRPr="004F1596">
        <w:t>mais encore la couleur du cheval qu</w:t>
      </w:r>
      <w:r w:rsidR="003A025E" w:rsidRPr="004572A7">
        <w:t>’</w:t>
      </w:r>
      <w:r w:rsidRPr="004F1596">
        <w:t>il montait</w:t>
      </w:r>
      <w:r w:rsidR="003A025E" w:rsidRPr="004572A7">
        <w:t xml:space="preserve">, </w:t>
      </w:r>
      <w:r w:rsidRPr="004F1596">
        <w:t>et la place exacte où il se trouvait pendant sa fuite</w:t>
      </w:r>
      <w:r w:rsidR="003A025E" w:rsidRPr="004572A7">
        <w:t> ?</w:t>
      </w:r>
    </w:p>
    <w:p w14:paraId="5F30DA10" w14:textId="77777777" w:rsidR="003A025E" w:rsidRPr="004572A7" w:rsidRDefault="004F1596" w:rsidP="004F1596">
      <w:r w:rsidRPr="004F1596">
        <w:t>Tout cela dépassait mon entendement et</w:t>
      </w:r>
      <w:r w:rsidR="003A025E" w:rsidRPr="004572A7">
        <w:t xml:space="preserve">, </w:t>
      </w:r>
      <w:r w:rsidRPr="004F1596">
        <w:t>à notre époque de réalisations positives</w:t>
      </w:r>
      <w:r w:rsidR="003A025E" w:rsidRPr="004572A7">
        <w:t xml:space="preserve">, </w:t>
      </w:r>
      <w:r w:rsidRPr="004F1596">
        <w:t>paraissait frôler les hermétiques énigmes de la sorcellerie ancienne</w:t>
      </w:r>
      <w:r w:rsidR="003A025E" w:rsidRPr="004572A7">
        <w:t>.</w:t>
      </w:r>
    </w:p>
    <w:p w14:paraId="702A856E" w14:textId="77777777" w:rsidR="003A025E" w:rsidRPr="004572A7" w:rsidRDefault="004F1596" w:rsidP="004F1596">
      <w:r w:rsidRPr="004F1596">
        <w:lastRenderedPageBreak/>
        <w:t>Je me demandais en vain par quel moyen le docteur avait pu découvrir la vérité</w:t>
      </w:r>
      <w:r w:rsidR="003A025E" w:rsidRPr="004572A7">
        <w:t xml:space="preserve">. </w:t>
      </w:r>
      <w:r w:rsidRPr="004F1596">
        <w:t>J</w:t>
      </w:r>
      <w:r w:rsidR="003A025E" w:rsidRPr="004572A7">
        <w:t>’</w:t>
      </w:r>
      <w:r w:rsidRPr="004F1596">
        <w:t>avais beau faire des suppositions</w:t>
      </w:r>
      <w:r w:rsidR="003A025E" w:rsidRPr="004572A7">
        <w:t xml:space="preserve">, </w:t>
      </w:r>
      <w:r w:rsidRPr="004F1596">
        <w:t>je me heurtais à des faits trop prodigieux pour être solubles</w:t>
      </w:r>
      <w:r w:rsidR="003A025E" w:rsidRPr="004572A7">
        <w:t xml:space="preserve">. </w:t>
      </w:r>
      <w:r w:rsidRPr="004F1596">
        <w:t>Je me rendais parfaitement compte qu</w:t>
      </w:r>
      <w:r w:rsidR="003A025E" w:rsidRPr="004572A7">
        <w:t>’</w:t>
      </w:r>
      <w:r w:rsidRPr="004F1596">
        <w:t>il ne s</w:t>
      </w:r>
      <w:r w:rsidR="003A025E" w:rsidRPr="004572A7">
        <w:t>’</w:t>
      </w:r>
      <w:r w:rsidRPr="004F1596">
        <w:t>agissait ici d</w:t>
      </w:r>
      <w:r w:rsidR="003A025E" w:rsidRPr="004572A7">
        <w:t>’</w:t>
      </w:r>
      <w:r w:rsidRPr="004F1596">
        <w:t>aucune de ces prouesses fantaisistes de détectives de roman</w:t>
      </w:r>
      <w:r w:rsidR="003A025E" w:rsidRPr="004572A7">
        <w:t>.</w:t>
      </w:r>
    </w:p>
    <w:p w14:paraId="2A4DC333" w14:textId="77777777" w:rsidR="003A025E" w:rsidRPr="004572A7" w:rsidRDefault="004F1596" w:rsidP="004F1596">
      <w:r w:rsidRPr="004F1596">
        <w:t>Tous les bruits qui avaient couru au sujet de la mort du prince impérial me revinrent alors à la mémoire et je me promis d</w:t>
      </w:r>
      <w:r w:rsidR="003A025E" w:rsidRPr="004572A7">
        <w:t>’</w:t>
      </w:r>
      <w:r w:rsidRPr="004F1596">
        <w:t>en parler à Surgères à la première occasion</w:t>
      </w:r>
      <w:r w:rsidR="003A025E" w:rsidRPr="004572A7">
        <w:t xml:space="preserve">, </w:t>
      </w:r>
      <w:r w:rsidRPr="004F1596">
        <w:t>car</w:t>
      </w:r>
      <w:r w:rsidR="003A025E" w:rsidRPr="004572A7">
        <w:t xml:space="preserve">, </w:t>
      </w:r>
      <w:r w:rsidRPr="004F1596">
        <w:t>plus que jamais</w:t>
      </w:r>
      <w:r w:rsidR="003A025E" w:rsidRPr="004572A7">
        <w:t xml:space="preserve">, </w:t>
      </w:r>
      <w:r w:rsidRPr="004F1596">
        <w:t>il m</w:t>
      </w:r>
      <w:r w:rsidR="003A025E" w:rsidRPr="004572A7">
        <w:t>’</w:t>
      </w:r>
      <w:r w:rsidRPr="004F1596">
        <w:t>apparaissait comme un homme formidable</w:t>
      </w:r>
      <w:r w:rsidR="003A025E" w:rsidRPr="004572A7">
        <w:t xml:space="preserve">, </w:t>
      </w:r>
      <w:r w:rsidRPr="004F1596">
        <w:t>doué d</w:t>
      </w:r>
      <w:r w:rsidR="003A025E" w:rsidRPr="004572A7">
        <w:t>’</w:t>
      </w:r>
      <w:r w:rsidRPr="004F1596">
        <w:t>une puissance secrète et surnaturelle</w:t>
      </w:r>
      <w:r w:rsidR="003A025E" w:rsidRPr="004572A7">
        <w:t>…</w:t>
      </w:r>
    </w:p>
    <w:p w14:paraId="04464749" w14:textId="77777777" w:rsidR="003A025E" w:rsidRPr="004572A7" w:rsidRDefault="004F1596" w:rsidP="003A025E">
      <w:pPr>
        <w:pStyle w:val="Titre1"/>
      </w:pPr>
      <w:bookmarkStart w:id="6" w:name="_Toc19606615"/>
      <w:bookmarkStart w:id="7" w:name="_Toc196387849"/>
      <w:r w:rsidRPr="004572A7">
        <w:lastRenderedPageBreak/>
        <w:t>LES SIGNES INVISIBLES</w:t>
      </w:r>
      <w:r w:rsidR="003A025E" w:rsidRPr="004572A7">
        <w:t>…</w:t>
      </w:r>
      <w:bookmarkEnd w:id="6"/>
      <w:bookmarkEnd w:id="7"/>
    </w:p>
    <w:p w14:paraId="17296123" w14:textId="77777777" w:rsidR="003A025E" w:rsidRPr="004572A7" w:rsidRDefault="004572A7" w:rsidP="004F1596">
      <w:r w:rsidRPr="004572A7">
        <w:t>À</w:t>
      </w:r>
      <w:r w:rsidR="004F1596" w:rsidRPr="004F1596">
        <w:t xml:space="preserve"> quelque temps de là</w:t>
      </w:r>
      <w:r w:rsidR="003A025E" w:rsidRPr="004572A7">
        <w:t xml:space="preserve">, </w:t>
      </w:r>
      <w:r w:rsidR="004F1596" w:rsidRPr="004F1596">
        <w:t>comme je me trouvais</w:t>
      </w:r>
      <w:r w:rsidR="003A025E" w:rsidRPr="004572A7">
        <w:t xml:space="preserve">, </w:t>
      </w:r>
      <w:r w:rsidR="004F1596" w:rsidRPr="004F1596">
        <w:t>un soir</w:t>
      </w:r>
      <w:r w:rsidR="003A025E" w:rsidRPr="004572A7">
        <w:t xml:space="preserve">, </w:t>
      </w:r>
      <w:r w:rsidR="004F1596" w:rsidRPr="004F1596">
        <w:t>après dîner</w:t>
      </w:r>
      <w:r w:rsidR="003A025E" w:rsidRPr="004572A7">
        <w:t xml:space="preserve">, </w:t>
      </w:r>
      <w:r w:rsidR="004F1596" w:rsidRPr="004F1596">
        <w:t>à la bibliothèque de la gare</w:t>
      </w:r>
      <w:r w:rsidR="003A025E" w:rsidRPr="004572A7">
        <w:t xml:space="preserve">, </w:t>
      </w:r>
      <w:r w:rsidR="004F1596" w:rsidRPr="004F1596">
        <w:t>j</w:t>
      </w:r>
      <w:r w:rsidR="003A025E" w:rsidRPr="004572A7">
        <w:t>’</w:t>
      </w:r>
      <w:r w:rsidR="004F1596" w:rsidRPr="004F1596">
        <w:t>aperçus Surgères</w:t>
      </w:r>
      <w:r w:rsidR="003A025E" w:rsidRPr="004572A7">
        <w:t xml:space="preserve">, </w:t>
      </w:r>
      <w:r w:rsidR="004F1596" w:rsidRPr="004F1596">
        <w:t>juste comme il prenait le rapide de Paris</w:t>
      </w:r>
      <w:r w:rsidR="003A025E" w:rsidRPr="004572A7">
        <w:t>.</w:t>
      </w:r>
    </w:p>
    <w:p w14:paraId="2980363C" w14:textId="77777777" w:rsidR="003A025E" w:rsidRPr="004572A7" w:rsidRDefault="004F1596" w:rsidP="004F1596">
      <w:r w:rsidRPr="004F1596">
        <w:t>J</w:t>
      </w:r>
      <w:r w:rsidR="003A025E" w:rsidRPr="004572A7">
        <w:t>’</w:t>
      </w:r>
      <w:r w:rsidRPr="004F1596">
        <w:t>eus à peine le temps de le reconnaître</w:t>
      </w:r>
      <w:r w:rsidR="003A025E" w:rsidRPr="004572A7">
        <w:t xml:space="preserve">, </w:t>
      </w:r>
      <w:r w:rsidRPr="004F1596">
        <w:t>parmi la foule des voyageurs</w:t>
      </w:r>
      <w:r w:rsidR="003A025E" w:rsidRPr="004572A7">
        <w:t xml:space="preserve">, </w:t>
      </w:r>
      <w:r w:rsidRPr="004F1596">
        <w:t>car il passa très vite devant moi</w:t>
      </w:r>
      <w:r w:rsidR="003A025E" w:rsidRPr="004572A7">
        <w:t xml:space="preserve">, </w:t>
      </w:r>
      <w:r w:rsidRPr="004F1596">
        <w:t xml:space="preserve">et monta dans un compartiment de </w:t>
      </w:r>
      <w:r w:rsidR="00395C00" w:rsidRPr="004F1596">
        <w:t>1</w:t>
      </w:r>
      <w:r w:rsidR="00395C00" w:rsidRPr="004F1596">
        <w:rPr>
          <w:vertAlign w:val="superscript"/>
        </w:rPr>
        <w:t>re</w:t>
      </w:r>
      <w:r w:rsidR="00395C00">
        <w:t> </w:t>
      </w:r>
      <w:r w:rsidRPr="004F1596">
        <w:t>classe avec précipitation</w:t>
      </w:r>
      <w:r w:rsidR="003A025E" w:rsidRPr="004572A7">
        <w:t xml:space="preserve">. </w:t>
      </w:r>
      <w:r w:rsidRPr="004F1596">
        <w:t>Cette précipitation</w:t>
      </w:r>
      <w:r w:rsidR="003A025E" w:rsidRPr="004572A7">
        <w:t xml:space="preserve">, </w:t>
      </w:r>
      <w:r w:rsidRPr="004F1596">
        <w:t>je dois l</w:t>
      </w:r>
      <w:r w:rsidR="003A025E" w:rsidRPr="004572A7">
        <w:t>’</w:t>
      </w:r>
      <w:r w:rsidRPr="004F1596">
        <w:t>avouer</w:t>
      </w:r>
      <w:r w:rsidR="003A025E" w:rsidRPr="004572A7">
        <w:t xml:space="preserve">, </w:t>
      </w:r>
      <w:r w:rsidRPr="004F1596">
        <w:t>me parut exagérée</w:t>
      </w:r>
      <w:r w:rsidR="003A025E" w:rsidRPr="004572A7">
        <w:t xml:space="preserve">, </w:t>
      </w:r>
      <w:r w:rsidRPr="004F1596">
        <w:t>étant donné que le train ne devait démarrer que quinze minutes plus tard</w:t>
      </w:r>
      <w:r w:rsidR="003A025E" w:rsidRPr="004572A7">
        <w:t>.</w:t>
      </w:r>
    </w:p>
    <w:p w14:paraId="36AD7051" w14:textId="77777777" w:rsidR="003A025E" w:rsidRPr="004572A7" w:rsidRDefault="004F1596" w:rsidP="004F1596">
      <w:r w:rsidRPr="004F1596">
        <w:t>Qui provoquait cette hâte</w:t>
      </w:r>
      <w:r w:rsidR="003A025E" w:rsidRPr="004572A7">
        <w:t xml:space="preserve"> ? </w:t>
      </w:r>
      <w:r w:rsidRPr="004F1596">
        <w:t>Pas ma présence</w:t>
      </w:r>
      <w:r w:rsidR="003A025E" w:rsidRPr="004572A7">
        <w:t xml:space="preserve">, </w:t>
      </w:r>
      <w:r w:rsidRPr="004F1596">
        <w:t>assurément</w:t>
      </w:r>
      <w:r w:rsidR="003A025E" w:rsidRPr="004572A7">
        <w:t xml:space="preserve">. </w:t>
      </w:r>
      <w:r w:rsidRPr="004F1596">
        <w:t>Car le docteur n</w:t>
      </w:r>
      <w:r w:rsidR="003A025E" w:rsidRPr="004572A7">
        <w:t>’</w:t>
      </w:r>
      <w:r w:rsidRPr="004F1596">
        <w:t>avait pu me remarquer</w:t>
      </w:r>
      <w:r w:rsidR="003A025E" w:rsidRPr="004572A7">
        <w:t xml:space="preserve">, </w:t>
      </w:r>
      <w:r w:rsidRPr="004F1596">
        <w:t>l</w:t>
      </w:r>
      <w:r w:rsidR="003A025E" w:rsidRPr="004572A7">
        <w:t>’</w:t>
      </w:r>
      <w:r w:rsidRPr="004F1596">
        <w:t>endroit où je me trouvais étant en retrait et complètement dissimulé par de grandes portes vitrées en verre dépoli</w:t>
      </w:r>
      <w:r w:rsidR="003A025E" w:rsidRPr="004572A7">
        <w:t>.</w:t>
      </w:r>
    </w:p>
    <w:p w14:paraId="36BAA912" w14:textId="77777777" w:rsidR="003A025E" w:rsidRPr="004572A7" w:rsidRDefault="004F1596" w:rsidP="004F1596">
      <w:r w:rsidRPr="004F1596">
        <w:t>Dès que je le vis installé sur la banquette</w:t>
      </w:r>
      <w:r w:rsidR="003A025E" w:rsidRPr="004572A7">
        <w:t xml:space="preserve">, </w:t>
      </w:r>
      <w:r w:rsidRPr="004F1596">
        <w:t>je m</w:t>
      </w:r>
      <w:r w:rsidR="003A025E" w:rsidRPr="004572A7">
        <w:t>’</w:t>
      </w:r>
      <w:r w:rsidRPr="004F1596">
        <w:t>empressai de prendre un ticket de quai et je montai dans un wagon de marchandises garé en face du sien</w:t>
      </w:r>
      <w:r w:rsidR="003A025E" w:rsidRPr="004572A7">
        <w:t xml:space="preserve">. </w:t>
      </w:r>
      <w:r w:rsidRPr="004F1596">
        <w:t>Là</w:t>
      </w:r>
      <w:r w:rsidR="003A025E" w:rsidRPr="004572A7">
        <w:t xml:space="preserve">, </w:t>
      </w:r>
      <w:r w:rsidRPr="004F1596">
        <w:t>tapi dans l</w:t>
      </w:r>
      <w:r w:rsidR="003A025E" w:rsidRPr="004572A7">
        <w:t>’</w:t>
      </w:r>
      <w:r w:rsidRPr="004F1596">
        <w:t>ombre</w:t>
      </w:r>
      <w:r w:rsidR="003A025E" w:rsidRPr="004572A7">
        <w:t xml:space="preserve">, </w:t>
      </w:r>
      <w:r w:rsidRPr="004F1596">
        <w:t>à quelques mètres à peine de lui</w:t>
      </w:r>
      <w:r w:rsidR="003A025E" w:rsidRPr="004572A7">
        <w:t xml:space="preserve">, </w:t>
      </w:r>
      <w:r w:rsidRPr="004F1596">
        <w:t>j</w:t>
      </w:r>
      <w:r w:rsidR="003A025E" w:rsidRPr="004572A7">
        <w:t>’</w:t>
      </w:r>
      <w:r w:rsidRPr="004F1596">
        <w:t>observai tous ses mouvements</w:t>
      </w:r>
      <w:r w:rsidR="003A025E" w:rsidRPr="004572A7">
        <w:t>.</w:t>
      </w:r>
    </w:p>
    <w:p w14:paraId="31F4E29E" w14:textId="77777777" w:rsidR="003A025E" w:rsidRPr="004572A7" w:rsidRDefault="004F1596" w:rsidP="004F1596">
      <w:r w:rsidRPr="004F1596">
        <w:t>Contrairement à ce qu</w:t>
      </w:r>
      <w:r w:rsidR="003A025E" w:rsidRPr="004572A7">
        <w:t>’</w:t>
      </w:r>
      <w:r w:rsidRPr="004F1596">
        <w:t>il m</w:t>
      </w:r>
      <w:r w:rsidR="003A025E" w:rsidRPr="004572A7">
        <w:t>’</w:t>
      </w:r>
      <w:r w:rsidRPr="004F1596">
        <w:t>avait semblé</w:t>
      </w:r>
      <w:r w:rsidR="003A025E" w:rsidRPr="004572A7">
        <w:t xml:space="preserve">, </w:t>
      </w:r>
      <w:r w:rsidRPr="004F1596">
        <w:t>tout d</w:t>
      </w:r>
      <w:r w:rsidR="003A025E" w:rsidRPr="004572A7">
        <w:t>’</w:t>
      </w:r>
      <w:r w:rsidRPr="004F1596">
        <w:t>abord</w:t>
      </w:r>
      <w:r w:rsidR="003A025E" w:rsidRPr="004572A7">
        <w:t xml:space="preserve">, </w:t>
      </w:r>
      <w:r w:rsidRPr="004F1596">
        <w:t>je le trouvai très calme</w:t>
      </w:r>
      <w:r w:rsidR="003A025E" w:rsidRPr="004572A7">
        <w:t xml:space="preserve">. </w:t>
      </w:r>
      <w:r w:rsidRPr="004F1596">
        <w:t>Je le vis sortir de sa poche une pipe</w:t>
      </w:r>
      <w:r w:rsidR="003A025E" w:rsidRPr="004572A7">
        <w:t xml:space="preserve">. </w:t>
      </w:r>
      <w:r w:rsidRPr="004F1596">
        <w:t>Après l</w:t>
      </w:r>
      <w:r w:rsidR="003A025E" w:rsidRPr="004572A7">
        <w:t>’</w:t>
      </w:r>
      <w:r w:rsidRPr="004F1596">
        <w:t>avoir bourrée lentement</w:t>
      </w:r>
      <w:r w:rsidR="003A025E" w:rsidRPr="004572A7">
        <w:t xml:space="preserve">, </w:t>
      </w:r>
      <w:r w:rsidRPr="004F1596">
        <w:t>il l</w:t>
      </w:r>
      <w:r w:rsidR="003A025E" w:rsidRPr="004572A7">
        <w:t>’</w:t>
      </w:r>
      <w:r w:rsidRPr="004F1596">
        <w:t>alluma et se mit à fumer</w:t>
      </w:r>
      <w:r w:rsidR="003A025E" w:rsidRPr="004572A7">
        <w:t xml:space="preserve">. </w:t>
      </w:r>
      <w:r w:rsidRPr="004F1596">
        <w:t>Il paraissait prendre grand soin de s</w:t>
      </w:r>
      <w:r w:rsidR="003A025E" w:rsidRPr="004572A7">
        <w:t>’</w:t>
      </w:r>
      <w:r w:rsidRPr="004F1596">
        <w:t>enfoncer le plus possible dans le coin où il s</w:t>
      </w:r>
      <w:r w:rsidR="003A025E" w:rsidRPr="004572A7">
        <w:t>’</w:t>
      </w:r>
      <w:r w:rsidRPr="004F1596">
        <w:t>était installé</w:t>
      </w:r>
      <w:r w:rsidR="003A025E" w:rsidRPr="004572A7">
        <w:t xml:space="preserve">. </w:t>
      </w:r>
      <w:r w:rsidR="0020496D" w:rsidRPr="004572A7">
        <w:t>À</w:t>
      </w:r>
      <w:r w:rsidRPr="004F1596">
        <w:t xml:space="preserve"> n</w:t>
      </w:r>
      <w:r w:rsidR="003A025E" w:rsidRPr="004572A7">
        <w:t>’</w:t>
      </w:r>
      <w:r w:rsidRPr="004F1596">
        <w:t>en pas douter</w:t>
      </w:r>
      <w:r w:rsidR="003A025E" w:rsidRPr="004572A7">
        <w:t xml:space="preserve">, </w:t>
      </w:r>
      <w:r w:rsidRPr="004F1596">
        <w:t>il désirait se soustraire aux regards des personnes qui le connaissaient</w:t>
      </w:r>
      <w:r w:rsidR="003A025E" w:rsidRPr="004572A7">
        <w:t>…</w:t>
      </w:r>
    </w:p>
    <w:p w14:paraId="1AA6A164" w14:textId="77777777" w:rsidR="003A025E" w:rsidRPr="004572A7" w:rsidRDefault="0020496D" w:rsidP="004F1596">
      <w:pPr>
        <w:rPr>
          <w:i/>
          <w:iCs/>
        </w:rPr>
      </w:pPr>
      <w:r w:rsidRPr="004572A7">
        <w:t>À</w:t>
      </w:r>
      <w:r w:rsidR="004F1596" w:rsidRPr="004F1596">
        <w:t xml:space="preserve"> un moment</w:t>
      </w:r>
      <w:r w:rsidR="003A025E" w:rsidRPr="004572A7">
        <w:t xml:space="preserve">, </w:t>
      </w:r>
      <w:r w:rsidR="004F1596" w:rsidRPr="004F1596">
        <w:t>il vérifia la fermeture de la portière</w:t>
      </w:r>
      <w:r w:rsidR="003A025E" w:rsidRPr="004572A7">
        <w:t xml:space="preserve">, </w:t>
      </w:r>
      <w:r w:rsidR="004F1596" w:rsidRPr="004F1596">
        <w:t>changea de coiffure et tira de son sac de voyage une sorte de brochure que je pris successivement pour un roman</w:t>
      </w:r>
      <w:r w:rsidR="003A025E" w:rsidRPr="004572A7">
        <w:t xml:space="preserve">, </w:t>
      </w:r>
      <w:r w:rsidR="004F1596" w:rsidRPr="004F1596">
        <w:t xml:space="preserve">puis pour </w:t>
      </w:r>
      <w:r w:rsidR="004F1596" w:rsidRPr="004F1596">
        <w:lastRenderedPageBreak/>
        <w:t>un horaire</w:t>
      </w:r>
      <w:r w:rsidR="003A025E" w:rsidRPr="004572A7">
        <w:t xml:space="preserve">. </w:t>
      </w:r>
      <w:r w:rsidR="004F1596" w:rsidRPr="004F1596">
        <w:t>En regardant avec plus d</w:t>
      </w:r>
      <w:r w:rsidR="003A025E" w:rsidRPr="004572A7">
        <w:t>’</w:t>
      </w:r>
      <w:r w:rsidR="004F1596" w:rsidRPr="004F1596">
        <w:t>attention</w:t>
      </w:r>
      <w:r w:rsidR="003A025E" w:rsidRPr="004572A7">
        <w:t xml:space="preserve">, </w:t>
      </w:r>
      <w:r w:rsidR="004F1596" w:rsidRPr="004F1596">
        <w:t>je compris que ce devait être un carnet de notes</w:t>
      </w:r>
      <w:r w:rsidR="003A025E" w:rsidRPr="004572A7">
        <w:t xml:space="preserve">. </w:t>
      </w:r>
      <w:r w:rsidR="004F1596" w:rsidRPr="004F1596">
        <w:t xml:space="preserve">Il le feuilleta plusieurs fois et je pus constater que </w:t>
      </w:r>
      <w:r w:rsidR="004F1596" w:rsidRPr="004F1596">
        <w:rPr>
          <w:i/>
          <w:iCs/>
        </w:rPr>
        <w:t>toutes les pages en étaient blanches</w:t>
      </w:r>
      <w:r w:rsidR="003A025E" w:rsidRPr="004572A7">
        <w:rPr>
          <w:i/>
          <w:iCs/>
        </w:rPr>
        <w:t>.</w:t>
      </w:r>
    </w:p>
    <w:p w14:paraId="058A3294" w14:textId="77777777" w:rsidR="003A025E" w:rsidRPr="004572A7" w:rsidRDefault="004F1596" w:rsidP="004F1596">
      <w:r w:rsidRPr="004F1596">
        <w:t>Il examina ce carnet neuf avec une insistance bizarre</w:t>
      </w:r>
      <w:r w:rsidR="003A025E" w:rsidRPr="004572A7">
        <w:t xml:space="preserve">, </w:t>
      </w:r>
      <w:r w:rsidRPr="004F1596">
        <w:t>le retourna dans tous les sens</w:t>
      </w:r>
      <w:r w:rsidR="003A025E" w:rsidRPr="004572A7">
        <w:t xml:space="preserve">, </w:t>
      </w:r>
      <w:r w:rsidRPr="004F1596">
        <w:t>passant sa main sur le papier comme pour juger de sa qualité</w:t>
      </w:r>
      <w:r w:rsidR="003A025E" w:rsidRPr="004572A7">
        <w:t xml:space="preserve">. </w:t>
      </w:r>
      <w:r w:rsidRPr="004F1596">
        <w:t>Il paraissait satisfait de son acquisition</w:t>
      </w:r>
      <w:r w:rsidR="003A025E" w:rsidRPr="004572A7">
        <w:t>.</w:t>
      </w:r>
    </w:p>
    <w:p w14:paraId="21C3028D" w14:textId="77777777" w:rsidR="003A025E" w:rsidRPr="004572A7" w:rsidRDefault="004F1596" w:rsidP="004F1596">
      <w:r w:rsidRPr="004F1596">
        <w:t>Enfin</w:t>
      </w:r>
      <w:r w:rsidR="003A025E" w:rsidRPr="004572A7">
        <w:t xml:space="preserve">, </w:t>
      </w:r>
      <w:r w:rsidRPr="004F1596">
        <w:t>il prit une petite lampe électrique et</w:t>
      </w:r>
      <w:r w:rsidR="003A025E" w:rsidRPr="004572A7">
        <w:t xml:space="preserve">, </w:t>
      </w:r>
      <w:r w:rsidRPr="004F1596">
        <w:t>curieux de constater son bon fonctionnement</w:t>
      </w:r>
      <w:r w:rsidR="003A025E" w:rsidRPr="004572A7">
        <w:t xml:space="preserve">, </w:t>
      </w:r>
      <w:r w:rsidRPr="004F1596">
        <w:t>il en pressa le déclic</w:t>
      </w:r>
      <w:r w:rsidR="003A025E" w:rsidRPr="004572A7">
        <w:t xml:space="preserve">. </w:t>
      </w:r>
      <w:r w:rsidRPr="004F1596">
        <w:t>Aussitôt</w:t>
      </w:r>
      <w:r w:rsidR="003A025E" w:rsidRPr="004572A7">
        <w:t xml:space="preserve">, </w:t>
      </w:r>
      <w:r w:rsidRPr="004F1596">
        <w:t xml:space="preserve">un faisceau de </w:t>
      </w:r>
      <w:r w:rsidRPr="004F1596">
        <w:rPr>
          <w:i/>
          <w:iCs/>
        </w:rPr>
        <w:t>lumière bleue</w:t>
      </w:r>
      <w:r w:rsidRPr="004F1596">
        <w:t xml:space="preserve"> inonda tout le compartiment</w:t>
      </w:r>
      <w:r w:rsidR="003A025E" w:rsidRPr="004572A7">
        <w:t xml:space="preserve">. </w:t>
      </w:r>
      <w:r w:rsidRPr="004F1596">
        <w:t>Cette illumination</w:t>
      </w:r>
      <w:r w:rsidR="003A025E" w:rsidRPr="004572A7">
        <w:t xml:space="preserve">, </w:t>
      </w:r>
      <w:r w:rsidRPr="004F1596">
        <w:t>de couleur inattendue</w:t>
      </w:r>
      <w:r w:rsidR="003A025E" w:rsidRPr="004572A7">
        <w:t xml:space="preserve">, </w:t>
      </w:r>
      <w:r w:rsidRPr="004F1596">
        <w:t>dura l</w:t>
      </w:r>
      <w:r w:rsidR="003A025E" w:rsidRPr="004572A7">
        <w:t>’</w:t>
      </w:r>
      <w:r w:rsidRPr="004F1596">
        <w:t>espace d</w:t>
      </w:r>
      <w:r w:rsidR="003A025E" w:rsidRPr="004572A7">
        <w:t>’</w:t>
      </w:r>
      <w:r w:rsidRPr="004F1596">
        <w:t>un éclair</w:t>
      </w:r>
      <w:r w:rsidR="003A025E" w:rsidRPr="004572A7">
        <w:t xml:space="preserve">, </w:t>
      </w:r>
      <w:r w:rsidRPr="004F1596">
        <w:t>et je ne vis plus ensuite que la lueur pâle et tremblante de la veilleuse réglementaire</w:t>
      </w:r>
      <w:r w:rsidR="003A025E" w:rsidRPr="004572A7">
        <w:t>.</w:t>
      </w:r>
    </w:p>
    <w:p w14:paraId="5145AA32" w14:textId="77777777" w:rsidR="003A025E" w:rsidRPr="004572A7" w:rsidRDefault="003A025E" w:rsidP="004F1596">
      <w:r w:rsidRPr="004572A7">
        <w:t>— </w:t>
      </w:r>
      <w:r w:rsidR="004F1596" w:rsidRPr="004F1596">
        <w:t>Décidément</w:t>
      </w:r>
      <w:r w:rsidRPr="004572A7">
        <w:t xml:space="preserve">, </w:t>
      </w:r>
      <w:r w:rsidR="004F1596" w:rsidRPr="004F1596">
        <w:t>pensai-je</w:t>
      </w:r>
      <w:r w:rsidRPr="004572A7">
        <w:t xml:space="preserve">, </w:t>
      </w:r>
      <w:r w:rsidR="004F1596" w:rsidRPr="004F1596">
        <w:t>Surgères n</w:t>
      </w:r>
      <w:r w:rsidRPr="004572A7">
        <w:t>’</w:t>
      </w:r>
      <w:r w:rsidR="004F1596" w:rsidRPr="004F1596">
        <w:t>est pas un homme comme les autres</w:t>
      </w:r>
      <w:r w:rsidRPr="004572A7">
        <w:t xml:space="preserve">, </w:t>
      </w:r>
      <w:r w:rsidR="004F1596" w:rsidRPr="004F1596">
        <w:t>à quoi peut bien lui servir cette lumière bleue</w:t>
      </w:r>
      <w:r w:rsidRPr="004572A7">
        <w:t> ?</w:t>
      </w:r>
    </w:p>
    <w:p w14:paraId="789F2B3C" w14:textId="77777777" w:rsidR="003A025E" w:rsidRPr="004572A7" w:rsidRDefault="004F1596" w:rsidP="004F1596">
      <w:r w:rsidRPr="004F1596">
        <w:t>L</w:t>
      </w:r>
      <w:r w:rsidR="003A025E" w:rsidRPr="004572A7">
        <w:t>’</w:t>
      </w:r>
      <w:r w:rsidRPr="004F1596">
        <w:t>heure du départ approchait</w:t>
      </w:r>
      <w:r w:rsidR="003A025E" w:rsidRPr="004572A7">
        <w:t xml:space="preserve"> ; </w:t>
      </w:r>
      <w:r w:rsidRPr="004F1596">
        <w:t>d</w:t>
      </w:r>
      <w:r w:rsidR="003A025E" w:rsidRPr="004572A7">
        <w:t>’</w:t>
      </w:r>
      <w:r w:rsidRPr="004F1596">
        <w:t>autres voyageurs étaient venus s</w:t>
      </w:r>
      <w:r w:rsidR="003A025E" w:rsidRPr="004572A7">
        <w:t>’</w:t>
      </w:r>
      <w:r w:rsidRPr="004F1596">
        <w:t>installer dans le compartiment et plaçaient leurs bagages dans les filets</w:t>
      </w:r>
      <w:r w:rsidR="003A025E" w:rsidRPr="004572A7">
        <w:t xml:space="preserve">… </w:t>
      </w:r>
      <w:r w:rsidRPr="004F1596">
        <w:t>Puis ce furent les claquements des portières fermées</w:t>
      </w:r>
      <w:r w:rsidR="003A025E" w:rsidRPr="004572A7">
        <w:t xml:space="preserve">, </w:t>
      </w:r>
      <w:r w:rsidRPr="004F1596">
        <w:t>le sifflet du chef de gare et la réponse de la locomotive</w:t>
      </w:r>
      <w:r w:rsidR="003A025E" w:rsidRPr="004572A7">
        <w:t xml:space="preserve">. </w:t>
      </w:r>
      <w:r w:rsidRPr="004F1596">
        <w:t>Le convoi se mit en marche</w:t>
      </w:r>
      <w:r w:rsidR="003A025E" w:rsidRPr="004572A7">
        <w:t>.</w:t>
      </w:r>
    </w:p>
    <w:p w14:paraId="0D4A8C4B" w14:textId="77777777" w:rsidR="003A025E" w:rsidRPr="004572A7" w:rsidRDefault="004F1596" w:rsidP="004F1596">
      <w:r w:rsidRPr="004F1596">
        <w:t>Lorsqu</w:t>
      </w:r>
      <w:r w:rsidR="003A025E" w:rsidRPr="004572A7">
        <w:t>’</w:t>
      </w:r>
      <w:r w:rsidRPr="004F1596">
        <w:t>il passa devant les lampadaires de la gare</w:t>
      </w:r>
      <w:r w:rsidR="003A025E" w:rsidRPr="004572A7">
        <w:t xml:space="preserve">, </w:t>
      </w:r>
      <w:r w:rsidRPr="004F1596">
        <w:t>je remarquai une pancarte attachée au milieu du wagon où se trouvait le docteur</w:t>
      </w:r>
      <w:r w:rsidR="003A025E" w:rsidRPr="004572A7">
        <w:t xml:space="preserve">. </w:t>
      </w:r>
      <w:r w:rsidRPr="004F1596">
        <w:t>Sur cette pancarte</w:t>
      </w:r>
      <w:r w:rsidR="003A025E" w:rsidRPr="004572A7">
        <w:t xml:space="preserve">, </w:t>
      </w:r>
      <w:r w:rsidRPr="004F1596">
        <w:t>en gros caractères</w:t>
      </w:r>
      <w:r w:rsidR="003A025E" w:rsidRPr="004572A7">
        <w:t xml:space="preserve">, </w:t>
      </w:r>
      <w:r w:rsidRPr="004F1596">
        <w:t>était inscrite la destination</w:t>
      </w:r>
      <w:r w:rsidR="003A025E" w:rsidRPr="004572A7">
        <w:t xml:space="preserve"> : </w:t>
      </w:r>
      <w:r w:rsidRPr="004F1596">
        <w:rPr>
          <w:b/>
          <w:bCs/>
        </w:rPr>
        <w:t xml:space="preserve">PARIS QUAI </w:t>
      </w:r>
      <w:r w:rsidR="0020496D" w:rsidRPr="004572A7">
        <w:rPr>
          <w:b/>
          <w:bCs/>
        </w:rPr>
        <w:t>D’ORSAY</w:t>
      </w:r>
      <w:r w:rsidR="003A025E" w:rsidRPr="004572A7">
        <w:t xml:space="preserve">. </w:t>
      </w:r>
      <w:r w:rsidRPr="004F1596">
        <w:t>Il n</w:t>
      </w:r>
      <w:r w:rsidR="003A025E" w:rsidRPr="004572A7">
        <w:t>’</w:t>
      </w:r>
      <w:r w:rsidRPr="004F1596">
        <w:t>y avait plus de doute possible</w:t>
      </w:r>
      <w:r w:rsidR="003A025E" w:rsidRPr="004572A7">
        <w:t xml:space="preserve">, </w:t>
      </w:r>
      <w:r w:rsidRPr="004F1596">
        <w:t>Surgères se rendait à Paris</w:t>
      </w:r>
      <w:r w:rsidR="003A025E" w:rsidRPr="004572A7">
        <w:t>.</w:t>
      </w:r>
    </w:p>
    <w:p w14:paraId="7FF4D782" w14:textId="77777777" w:rsidR="003A025E" w:rsidRPr="004572A7" w:rsidRDefault="004F1596" w:rsidP="004F1596">
      <w:r w:rsidRPr="004F1596">
        <w:t>Le train disparu</w:t>
      </w:r>
      <w:r w:rsidR="003A025E" w:rsidRPr="004572A7">
        <w:t xml:space="preserve">, </w:t>
      </w:r>
      <w:r w:rsidRPr="004F1596">
        <w:t>je descendis paisiblement de mon observatoire et je sortis de la gare</w:t>
      </w:r>
      <w:r w:rsidR="003A025E" w:rsidRPr="004572A7">
        <w:t xml:space="preserve">. </w:t>
      </w:r>
      <w:r w:rsidRPr="004F1596">
        <w:t>J</w:t>
      </w:r>
      <w:r w:rsidR="003A025E" w:rsidRPr="004572A7">
        <w:t>’</w:t>
      </w:r>
      <w:r w:rsidRPr="004F1596">
        <w:t>étais très satisfait de cette rencontre inespérée</w:t>
      </w:r>
      <w:r w:rsidR="003A025E" w:rsidRPr="004572A7">
        <w:t>.</w:t>
      </w:r>
    </w:p>
    <w:p w14:paraId="6EFC9441" w14:textId="77777777" w:rsidR="003A025E" w:rsidRPr="004572A7" w:rsidRDefault="004F1596" w:rsidP="004F1596">
      <w:r w:rsidRPr="004F1596">
        <w:lastRenderedPageBreak/>
        <w:t>Enfin</w:t>
      </w:r>
      <w:r w:rsidR="003A025E" w:rsidRPr="004572A7">
        <w:t xml:space="preserve">, </w:t>
      </w:r>
      <w:r w:rsidRPr="004F1596">
        <w:t>j</w:t>
      </w:r>
      <w:r w:rsidR="003A025E" w:rsidRPr="004572A7">
        <w:t>’</w:t>
      </w:r>
      <w:r w:rsidRPr="004F1596">
        <w:t>avais le vent en poupe</w:t>
      </w:r>
      <w:r w:rsidR="003A025E" w:rsidRPr="004572A7">
        <w:t xml:space="preserve"> ; </w:t>
      </w:r>
      <w:r w:rsidRPr="004F1596">
        <w:t>vraiment la chance me favorisait</w:t>
      </w:r>
      <w:r w:rsidR="003A025E" w:rsidRPr="004572A7">
        <w:t>.</w:t>
      </w:r>
    </w:p>
    <w:p w14:paraId="6AD06F88" w14:textId="77777777" w:rsidR="003A025E" w:rsidRPr="004572A7" w:rsidRDefault="004F1596" w:rsidP="004F1596">
      <w:r w:rsidRPr="004F1596">
        <w:t>Cette fois</w:t>
      </w:r>
      <w:r w:rsidR="003A025E" w:rsidRPr="004572A7">
        <w:t xml:space="preserve">, </w:t>
      </w:r>
      <w:r w:rsidRPr="004F1596">
        <w:t>je pouvais</w:t>
      </w:r>
      <w:r w:rsidR="003A025E" w:rsidRPr="004572A7">
        <w:t xml:space="preserve">, </w:t>
      </w:r>
      <w:r w:rsidRPr="004F1596">
        <w:t>en toute sécurité</w:t>
      </w:r>
      <w:r w:rsidR="003A025E" w:rsidRPr="004572A7">
        <w:t xml:space="preserve">, </w:t>
      </w:r>
      <w:r w:rsidRPr="004F1596">
        <w:t>mettre mes projets à exécution et profiter de l</w:t>
      </w:r>
      <w:r w:rsidR="003A025E" w:rsidRPr="004572A7">
        <w:t>’</w:t>
      </w:r>
      <w:r w:rsidRPr="004F1596">
        <w:t>absence de Surgères pour m</w:t>
      </w:r>
      <w:r w:rsidR="003A025E" w:rsidRPr="004572A7">
        <w:t>’</w:t>
      </w:r>
      <w:r w:rsidRPr="004F1596">
        <w:t>introduire</w:t>
      </w:r>
      <w:r w:rsidR="003A025E" w:rsidRPr="004572A7">
        <w:t xml:space="preserve">, </w:t>
      </w:r>
      <w:r w:rsidRPr="004F1596">
        <w:t>la nuit même</w:t>
      </w:r>
      <w:r w:rsidR="003A025E" w:rsidRPr="004572A7">
        <w:t xml:space="preserve">, </w:t>
      </w:r>
      <w:r w:rsidRPr="004F1596">
        <w:t xml:space="preserve">dans la villa </w:t>
      </w:r>
      <w:r w:rsidR="003A025E" w:rsidRPr="004572A7">
        <w:t>« </w:t>
      </w:r>
      <w:proofErr w:type="spellStart"/>
      <w:r w:rsidRPr="004F1596">
        <w:t>Bakhea</w:t>
      </w:r>
      <w:proofErr w:type="spellEnd"/>
      <w:r w:rsidR="003A025E" w:rsidRPr="004572A7">
        <w:t xml:space="preserve"> ». </w:t>
      </w:r>
      <w:r w:rsidRPr="004F1596">
        <w:t>L</w:t>
      </w:r>
      <w:r w:rsidR="003A025E" w:rsidRPr="004572A7">
        <w:t>’</w:t>
      </w:r>
      <w:r w:rsidRPr="004F1596">
        <w:t>occasion était peut-être unique et je sentais</w:t>
      </w:r>
      <w:r w:rsidR="003A025E" w:rsidRPr="004572A7">
        <w:t xml:space="preserve">, </w:t>
      </w:r>
      <w:r w:rsidRPr="004F1596">
        <w:t>plus que j</w:t>
      </w:r>
      <w:r w:rsidR="00131BAC">
        <w:t>a</w:t>
      </w:r>
      <w:r w:rsidRPr="004F1596">
        <w:t>mais</w:t>
      </w:r>
      <w:r w:rsidR="003A025E" w:rsidRPr="004572A7">
        <w:t xml:space="preserve">, </w:t>
      </w:r>
      <w:r w:rsidRPr="004F1596">
        <w:t>peser sur moi l</w:t>
      </w:r>
      <w:r w:rsidR="003A025E" w:rsidRPr="004572A7">
        <w:t>’</w:t>
      </w:r>
      <w:r w:rsidRPr="004F1596">
        <w:t>irrésistible et tyrannique besoin de satisfaire ma curiosité</w:t>
      </w:r>
      <w:r w:rsidR="003A025E" w:rsidRPr="004572A7">
        <w:t>.</w:t>
      </w:r>
    </w:p>
    <w:p w14:paraId="5953A03A" w14:textId="77777777" w:rsidR="003A025E" w:rsidRPr="004572A7" w:rsidRDefault="004F1596" w:rsidP="004F1596">
      <w:r w:rsidRPr="004F1596">
        <w:t>N</w:t>
      </w:r>
      <w:r w:rsidR="003A025E" w:rsidRPr="004572A7">
        <w:t>’</w:t>
      </w:r>
      <w:r w:rsidRPr="004F1596">
        <w:t>ayant pas un instant à perdre</w:t>
      </w:r>
      <w:r w:rsidR="003A025E" w:rsidRPr="004572A7">
        <w:t xml:space="preserve">, </w:t>
      </w:r>
      <w:r w:rsidRPr="004F1596">
        <w:t>je rentrai chez moi</w:t>
      </w:r>
      <w:r w:rsidR="003A025E" w:rsidRPr="004572A7">
        <w:t xml:space="preserve">. </w:t>
      </w:r>
      <w:r w:rsidRPr="004F1596">
        <w:t>Il me fallait faire mes préparatifs pour la secrète visite domiciliaire et me munir de quelques objets indispensables</w:t>
      </w:r>
      <w:r w:rsidR="003A025E" w:rsidRPr="004572A7">
        <w:t xml:space="preserve">. </w:t>
      </w:r>
      <w:r w:rsidRPr="004F1596">
        <w:t>Je pris deux boîtes d</w:t>
      </w:r>
      <w:r w:rsidR="003A025E" w:rsidRPr="004572A7">
        <w:t>’</w:t>
      </w:r>
      <w:r w:rsidRPr="004F1596">
        <w:t>allumettes bougies</w:t>
      </w:r>
      <w:r w:rsidR="003A025E" w:rsidRPr="004572A7">
        <w:t xml:space="preserve">, </w:t>
      </w:r>
      <w:r w:rsidRPr="004F1596">
        <w:t>une lampe électrique de poche</w:t>
      </w:r>
      <w:r w:rsidR="003A025E" w:rsidRPr="004572A7">
        <w:t xml:space="preserve">, </w:t>
      </w:r>
      <w:r w:rsidRPr="004F1596">
        <w:t>un flacon d</w:t>
      </w:r>
      <w:r w:rsidR="003A025E" w:rsidRPr="004572A7">
        <w:t>’</w:t>
      </w:r>
      <w:r w:rsidRPr="004F1596">
        <w:t>eau-de-vie</w:t>
      </w:r>
      <w:r w:rsidR="003A025E" w:rsidRPr="004572A7">
        <w:t xml:space="preserve">, </w:t>
      </w:r>
      <w:r w:rsidRPr="004F1596">
        <w:t>un revolver et enfin une loupe assez forte</w:t>
      </w:r>
      <w:r w:rsidR="003A025E" w:rsidRPr="004572A7">
        <w:t xml:space="preserve">. </w:t>
      </w:r>
      <w:r w:rsidRPr="004F1596">
        <w:t>Je me disposais à sortir quand</w:t>
      </w:r>
      <w:r w:rsidR="003A025E" w:rsidRPr="004572A7">
        <w:t xml:space="preserve">, </w:t>
      </w:r>
      <w:r w:rsidRPr="004F1596">
        <w:t>une fois encore</w:t>
      </w:r>
      <w:r w:rsidR="003A025E" w:rsidRPr="004572A7">
        <w:t xml:space="preserve">, </w:t>
      </w:r>
      <w:r w:rsidRPr="004F1596">
        <w:t>un réflexe me retint</w:t>
      </w:r>
      <w:r w:rsidR="003A025E" w:rsidRPr="004572A7">
        <w:t>.</w:t>
      </w:r>
    </w:p>
    <w:p w14:paraId="7836B998" w14:textId="77777777" w:rsidR="003A025E" w:rsidRPr="004572A7" w:rsidRDefault="004F1596" w:rsidP="004F1596">
      <w:r w:rsidRPr="004F1596">
        <w:t>Si jamais</w:t>
      </w:r>
      <w:r w:rsidR="003A025E" w:rsidRPr="004572A7">
        <w:t xml:space="preserve">, </w:t>
      </w:r>
      <w:r w:rsidRPr="004F1596">
        <w:t>pensai-je</w:t>
      </w:r>
      <w:r w:rsidR="003A025E" w:rsidRPr="004572A7">
        <w:t xml:space="preserve">, </w:t>
      </w:r>
      <w:r w:rsidRPr="004F1596">
        <w:t>il m</w:t>
      </w:r>
      <w:r w:rsidR="003A025E" w:rsidRPr="004572A7">
        <w:t>’</w:t>
      </w:r>
      <w:r w:rsidRPr="004F1596">
        <w:t>arrivait quelque accident fâcheux</w:t>
      </w:r>
      <w:r w:rsidR="003A025E" w:rsidRPr="004572A7">
        <w:t xml:space="preserve">, </w:t>
      </w:r>
      <w:r w:rsidRPr="004F1596">
        <w:t>au cours de cette aventure</w:t>
      </w:r>
      <w:r w:rsidR="003A025E" w:rsidRPr="004572A7">
        <w:t xml:space="preserve">, </w:t>
      </w:r>
      <w:r w:rsidRPr="004F1596">
        <w:t>et que je fusse dans l</w:t>
      </w:r>
      <w:r w:rsidR="003A025E" w:rsidRPr="004572A7">
        <w:t>’</w:t>
      </w:r>
      <w:r w:rsidRPr="004F1596">
        <w:t>impossibilité de revenir chez moi</w:t>
      </w:r>
      <w:r w:rsidR="003A025E" w:rsidRPr="004572A7">
        <w:t xml:space="preserve">, </w:t>
      </w:r>
      <w:r w:rsidRPr="004F1596">
        <w:t>mes parents pourraient être fort inquiets</w:t>
      </w:r>
      <w:r w:rsidR="003A025E" w:rsidRPr="004572A7">
        <w:t> !</w:t>
      </w:r>
    </w:p>
    <w:p w14:paraId="667AE4F7" w14:textId="77777777" w:rsidR="003A025E" w:rsidRPr="004572A7" w:rsidRDefault="004F1596" w:rsidP="004F1596">
      <w:r w:rsidRPr="004F1596">
        <w:t>Il valait mieux les prévenir</w:t>
      </w:r>
      <w:r w:rsidR="003A025E" w:rsidRPr="004572A7">
        <w:t xml:space="preserve">, </w:t>
      </w:r>
      <w:r w:rsidRPr="004F1596">
        <w:t>afin qu</w:t>
      </w:r>
      <w:r w:rsidR="003A025E" w:rsidRPr="004572A7">
        <w:t>’</w:t>
      </w:r>
      <w:r w:rsidRPr="004F1596">
        <w:t>on pût</w:t>
      </w:r>
      <w:r w:rsidR="003A025E" w:rsidRPr="004572A7">
        <w:t xml:space="preserve">, </w:t>
      </w:r>
      <w:r w:rsidRPr="004F1596">
        <w:t>le cas échéant</w:t>
      </w:r>
      <w:r w:rsidR="003A025E" w:rsidRPr="004572A7">
        <w:t xml:space="preserve">, </w:t>
      </w:r>
      <w:r w:rsidRPr="004F1596">
        <w:t>me porter secours</w:t>
      </w:r>
      <w:r w:rsidR="003A025E" w:rsidRPr="004572A7">
        <w:t xml:space="preserve">. </w:t>
      </w:r>
      <w:r w:rsidRPr="004F1596">
        <w:t>J</w:t>
      </w:r>
      <w:r w:rsidR="003A025E" w:rsidRPr="004572A7">
        <w:t>’</w:t>
      </w:r>
      <w:r w:rsidRPr="004F1596">
        <w:t>écrivis donc quelques lignes dans lesquelles j</w:t>
      </w:r>
      <w:r w:rsidR="003A025E" w:rsidRPr="004572A7">
        <w:t>’</w:t>
      </w:r>
      <w:r w:rsidRPr="004F1596">
        <w:t>indiquais exactement le lieu où je me rendais</w:t>
      </w:r>
      <w:r w:rsidR="003A025E" w:rsidRPr="004572A7">
        <w:t xml:space="preserve">, </w:t>
      </w:r>
      <w:r w:rsidRPr="004F1596">
        <w:t>l</w:t>
      </w:r>
      <w:r w:rsidR="003A025E" w:rsidRPr="004572A7">
        <w:t>’</w:t>
      </w:r>
      <w:r w:rsidRPr="004F1596">
        <w:t>heure de mon départ et l</w:t>
      </w:r>
      <w:r w:rsidR="003A025E" w:rsidRPr="004572A7">
        <w:t>’</w:t>
      </w:r>
      <w:r w:rsidRPr="004F1596">
        <w:t>itinéraire que j</w:t>
      </w:r>
      <w:r w:rsidR="003A025E" w:rsidRPr="004572A7">
        <w:t>’</w:t>
      </w:r>
      <w:r w:rsidRPr="004F1596">
        <w:t>allais suivre</w:t>
      </w:r>
      <w:r w:rsidR="003A025E" w:rsidRPr="004572A7">
        <w:t xml:space="preserve"> ; </w:t>
      </w:r>
      <w:r w:rsidRPr="004F1596">
        <w:t>puis je cachetai cette lettre étrange</w:t>
      </w:r>
      <w:r w:rsidR="003A025E" w:rsidRPr="004572A7">
        <w:t xml:space="preserve">, </w:t>
      </w:r>
      <w:r w:rsidRPr="004F1596">
        <w:t>je mis l</w:t>
      </w:r>
      <w:r w:rsidR="003A025E" w:rsidRPr="004572A7">
        <w:t>’</w:t>
      </w:r>
      <w:r w:rsidRPr="004F1596">
        <w:t>adresse de mon père sur l</w:t>
      </w:r>
      <w:r w:rsidR="003A025E" w:rsidRPr="004572A7">
        <w:t>’</w:t>
      </w:r>
      <w:r w:rsidRPr="004F1596">
        <w:t>enveloppe et je la déposai en évidence sur ma table de nuit</w:t>
      </w:r>
      <w:r w:rsidR="003A025E" w:rsidRPr="004572A7">
        <w:t xml:space="preserve">. </w:t>
      </w:r>
      <w:r w:rsidRPr="004F1596">
        <w:t>Désormais</w:t>
      </w:r>
      <w:r w:rsidR="003A025E" w:rsidRPr="004572A7">
        <w:t xml:space="preserve">, </w:t>
      </w:r>
      <w:r w:rsidRPr="004F1596">
        <w:t>j</w:t>
      </w:r>
      <w:r w:rsidR="003A025E" w:rsidRPr="004572A7">
        <w:t>’</w:t>
      </w:r>
      <w:r w:rsidRPr="004F1596">
        <w:t>étais plus tranquille</w:t>
      </w:r>
      <w:r w:rsidR="003A025E" w:rsidRPr="004572A7">
        <w:t xml:space="preserve">. </w:t>
      </w:r>
      <w:r w:rsidRPr="004F1596">
        <w:t>Vers onze heures</w:t>
      </w:r>
      <w:r w:rsidR="003A025E" w:rsidRPr="004572A7">
        <w:t xml:space="preserve">, </w:t>
      </w:r>
      <w:r w:rsidRPr="004F1596">
        <w:t>lorsque je fus certain que tout le monde dormait dans notre maison</w:t>
      </w:r>
      <w:r w:rsidR="003A025E" w:rsidRPr="004572A7">
        <w:t xml:space="preserve">, </w:t>
      </w:r>
      <w:r w:rsidRPr="004F1596">
        <w:t>je descendis à pas de loup dans la cour et je sortis par la petite porte dont j</w:t>
      </w:r>
      <w:r w:rsidR="003A025E" w:rsidRPr="004572A7">
        <w:t>’</w:t>
      </w:r>
      <w:r w:rsidRPr="004F1596">
        <w:t>avais la clef et par laquelle</w:t>
      </w:r>
      <w:r w:rsidR="003A025E" w:rsidRPr="004572A7">
        <w:t xml:space="preserve">, </w:t>
      </w:r>
      <w:r w:rsidRPr="004F1596">
        <w:t>on doit s</w:t>
      </w:r>
      <w:r w:rsidR="003A025E" w:rsidRPr="004572A7">
        <w:t>’</w:t>
      </w:r>
      <w:r w:rsidRPr="004F1596">
        <w:t>en souvenir</w:t>
      </w:r>
      <w:r w:rsidR="003A025E" w:rsidRPr="004572A7">
        <w:t xml:space="preserve">, </w:t>
      </w:r>
      <w:r w:rsidRPr="004F1596">
        <w:t>j</w:t>
      </w:r>
      <w:r w:rsidR="003A025E" w:rsidRPr="004572A7">
        <w:t>’</w:t>
      </w:r>
      <w:r w:rsidRPr="004F1596">
        <w:t>étais sorti la première fois que j</w:t>
      </w:r>
      <w:r w:rsidR="003A025E" w:rsidRPr="004572A7">
        <w:t>’</w:t>
      </w:r>
      <w:r w:rsidRPr="004F1596">
        <w:t>avais suivi Surgères</w:t>
      </w:r>
      <w:r w:rsidR="003A025E" w:rsidRPr="004572A7">
        <w:t>.</w:t>
      </w:r>
    </w:p>
    <w:p w14:paraId="13AED58A" w14:textId="77777777" w:rsidR="003A025E" w:rsidRPr="004572A7" w:rsidRDefault="004F1596" w:rsidP="004F1596">
      <w:r w:rsidRPr="004F1596">
        <w:lastRenderedPageBreak/>
        <w:t>Je pris la rue Gambetta et j</w:t>
      </w:r>
      <w:r w:rsidR="003A025E" w:rsidRPr="004572A7">
        <w:t>’</w:t>
      </w:r>
      <w:r w:rsidRPr="004F1596">
        <w:t>arrivai assez vite aux premières maisons d</w:t>
      </w:r>
      <w:r w:rsidR="003A025E" w:rsidRPr="004572A7">
        <w:t>’</w:t>
      </w:r>
      <w:r w:rsidRPr="004F1596">
        <w:t>été de la ville haute</w:t>
      </w:r>
      <w:r w:rsidR="003A025E" w:rsidRPr="004572A7">
        <w:t>…</w:t>
      </w:r>
    </w:p>
    <w:p w14:paraId="3542C1A3" w14:textId="77777777" w:rsidR="003A025E" w:rsidRPr="004572A7" w:rsidRDefault="004F1596" w:rsidP="004F1596">
      <w:r w:rsidRPr="004F1596">
        <w:t>La nuit était magnifique</w:t>
      </w:r>
      <w:r w:rsidR="003A025E" w:rsidRPr="004572A7">
        <w:t xml:space="preserve"> : </w:t>
      </w:r>
      <w:r w:rsidRPr="004F1596">
        <w:t>dans le firmament fleuri de mille étoiles</w:t>
      </w:r>
      <w:r w:rsidR="003A025E" w:rsidRPr="004572A7">
        <w:t xml:space="preserve">, </w:t>
      </w:r>
      <w:r w:rsidRPr="004F1596">
        <w:t>quelques nuages diaphanes s</w:t>
      </w:r>
      <w:r w:rsidR="003A025E" w:rsidRPr="004572A7">
        <w:t>’</w:t>
      </w:r>
      <w:r w:rsidRPr="004F1596">
        <w:t>enfuyaient vers le Sud</w:t>
      </w:r>
      <w:r w:rsidR="003A025E" w:rsidRPr="004572A7">
        <w:t xml:space="preserve">… </w:t>
      </w:r>
      <w:r w:rsidRPr="004F1596">
        <w:t>Une brise légère chuchotait à peine dans les feuillages apaisés</w:t>
      </w:r>
      <w:r w:rsidR="003A025E" w:rsidRPr="004572A7">
        <w:t xml:space="preserve">. </w:t>
      </w:r>
      <w:r w:rsidRPr="004F1596">
        <w:t>Parfois</w:t>
      </w:r>
      <w:r w:rsidR="003A025E" w:rsidRPr="004572A7">
        <w:t xml:space="preserve">, </w:t>
      </w:r>
      <w:r w:rsidRPr="004F1596">
        <w:t>des cris perçants de chouette</w:t>
      </w:r>
      <w:r w:rsidR="003A025E" w:rsidRPr="004572A7">
        <w:t xml:space="preserve">, </w:t>
      </w:r>
      <w:r w:rsidRPr="004F1596">
        <w:t>ou d</w:t>
      </w:r>
      <w:r w:rsidR="003A025E" w:rsidRPr="004572A7">
        <w:t>’</w:t>
      </w:r>
      <w:r w:rsidRPr="004F1596">
        <w:t>oiseau de mer</w:t>
      </w:r>
      <w:r w:rsidR="003A025E" w:rsidRPr="004572A7">
        <w:t xml:space="preserve">, </w:t>
      </w:r>
      <w:r w:rsidRPr="004F1596">
        <w:t>troublaient le silence nocturne</w:t>
      </w:r>
      <w:r w:rsidR="003A025E" w:rsidRPr="004572A7">
        <w:t xml:space="preserve">, </w:t>
      </w:r>
      <w:r w:rsidRPr="004F1596">
        <w:t>éveillant les échos de la falaise</w:t>
      </w:r>
      <w:r w:rsidR="003A025E" w:rsidRPr="004572A7">
        <w:t>.</w:t>
      </w:r>
    </w:p>
    <w:p w14:paraId="5D0B4E06" w14:textId="77777777" w:rsidR="003A025E" w:rsidRPr="004572A7" w:rsidRDefault="004F1596" w:rsidP="004F1596">
      <w:r w:rsidRPr="004F1596">
        <w:t>La mer immobile et majestueuse</w:t>
      </w:r>
      <w:r w:rsidR="003A025E" w:rsidRPr="004572A7">
        <w:t xml:space="preserve">, </w:t>
      </w:r>
      <w:r w:rsidRPr="004F1596">
        <w:t>baignée de clarté et de paix</w:t>
      </w:r>
      <w:r w:rsidR="003A025E" w:rsidRPr="004572A7">
        <w:t xml:space="preserve">, </w:t>
      </w:r>
      <w:r w:rsidRPr="004F1596">
        <w:t>semblait se reposer de ses courses furieuses</w:t>
      </w:r>
      <w:r w:rsidR="003A025E" w:rsidRPr="004572A7">
        <w:t xml:space="preserve">. </w:t>
      </w:r>
      <w:r w:rsidRPr="004F1596">
        <w:t>Comme une fleur mystérieuse</w:t>
      </w:r>
      <w:r w:rsidR="003A025E" w:rsidRPr="004572A7">
        <w:t xml:space="preserve">, </w:t>
      </w:r>
      <w:r w:rsidRPr="004F1596">
        <w:t>la lumière blanche s</w:t>
      </w:r>
      <w:r w:rsidR="003A025E" w:rsidRPr="004572A7">
        <w:t>’</w:t>
      </w:r>
      <w:r w:rsidRPr="004F1596">
        <w:t>épanouissait au fond du golfe lumineux</w:t>
      </w:r>
      <w:r w:rsidR="003A025E" w:rsidRPr="004572A7">
        <w:t>…</w:t>
      </w:r>
    </w:p>
    <w:p w14:paraId="15BD24C8" w14:textId="77777777" w:rsidR="003A025E" w:rsidRPr="004572A7" w:rsidRDefault="004F1596" w:rsidP="004F1596">
      <w:r w:rsidRPr="004F1596">
        <w:t>Tout en marchant</w:t>
      </w:r>
      <w:r w:rsidR="003A025E" w:rsidRPr="004572A7">
        <w:t xml:space="preserve">, </w:t>
      </w:r>
      <w:r w:rsidRPr="004F1596">
        <w:t>je réfléchissais aux chances de succès que je pouvais avoir</w:t>
      </w:r>
      <w:r w:rsidR="003A025E" w:rsidRPr="004572A7">
        <w:t xml:space="preserve">. </w:t>
      </w:r>
      <w:r w:rsidRPr="004F1596">
        <w:t>Bien que Surgères fût absent</w:t>
      </w:r>
      <w:r w:rsidR="003A025E" w:rsidRPr="004572A7">
        <w:t xml:space="preserve">, </w:t>
      </w:r>
      <w:r w:rsidRPr="004F1596">
        <w:t>je concevais certains doutes sur ma réussite</w:t>
      </w:r>
      <w:r w:rsidR="003A025E" w:rsidRPr="004572A7">
        <w:t xml:space="preserve">. </w:t>
      </w:r>
      <w:r w:rsidRPr="004F1596">
        <w:t>Pénétrer dans le parc me serait aisé</w:t>
      </w:r>
      <w:r w:rsidR="003A025E" w:rsidRPr="004572A7">
        <w:t xml:space="preserve">, </w:t>
      </w:r>
      <w:r w:rsidRPr="004F1596">
        <w:t>mais aurai-je la possibilité d</w:t>
      </w:r>
      <w:r w:rsidR="003A025E" w:rsidRPr="004572A7">
        <w:t>’</w:t>
      </w:r>
      <w:r w:rsidRPr="004F1596">
        <w:t>entrer à l</w:t>
      </w:r>
      <w:r w:rsidR="003A025E" w:rsidRPr="004572A7">
        <w:t>’</w:t>
      </w:r>
      <w:r w:rsidRPr="004F1596">
        <w:t>intérieur de la villa</w:t>
      </w:r>
      <w:r w:rsidR="003A025E" w:rsidRPr="004572A7">
        <w:t xml:space="preserve">. </w:t>
      </w:r>
      <w:r w:rsidRPr="004F1596">
        <w:t>Elle devait certainement être fermée à clef et</w:t>
      </w:r>
      <w:r w:rsidR="003A025E" w:rsidRPr="004572A7">
        <w:t xml:space="preserve">, </w:t>
      </w:r>
      <w:r w:rsidRPr="004F1596">
        <w:t>pas un seul instant</w:t>
      </w:r>
      <w:r w:rsidR="003A025E" w:rsidRPr="004572A7">
        <w:t xml:space="preserve">, </w:t>
      </w:r>
      <w:r w:rsidRPr="004F1596">
        <w:t>l</w:t>
      </w:r>
      <w:r w:rsidR="003A025E" w:rsidRPr="004572A7">
        <w:t>’</w:t>
      </w:r>
      <w:r w:rsidRPr="004F1596">
        <w:t>idée ne m</w:t>
      </w:r>
      <w:r w:rsidR="003A025E" w:rsidRPr="004572A7">
        <w:t>’</w:t>
      </w:r>
      <w:r w:rsidRPr="004F1596">
        <w:t>était venue d</w:t>
      </w:r>
      <w:r w:rsidR="003A025E" w:rsidRPr="004572A7">
        <w:t>’</w:t>
      </w:r>
      <w:r w:rsidRPr="004F1596">
        <w:t>employer la force</w:t>
      </w:r>
      <w:r w:rsidR="003A025E" w:rsidRPr="004572A7">
        <w:t>.</w:t>
      </w:r>
    </w:p>
    <w:p w14:paraId="1438D604" w14:textId="77777777" w:rsidR="003A025E" w:rsidRPr="004572A7" w:rsidRDefault="004F1596" w:rsidP="004F1596">
      <w:r w:rsidRPr="004F1596">
        <w:t>D</w:t>
      </w:r>
      <w:r w:rsidR="003A025E" w:rsidRPr="004572A7">
        <w:t>’</w:t>
      </w:r>
      <w:r w:rsidRPr="004F1596">
        <w:t>abord</w:t>
      </w:r>
      <w:r w:rsidR="003A025E" w:rsidRPr="004572A7">
        <w:t xml:space="preserve">, </w:t>
      </w:r>
      <w:r w:rsidRPr="004F1596">
        <w:t>cela me semblait impossible</w:t>
      </w:r>
      <w:r w:rsidR="003A025E" w:rsidRPr="004572A7">
        <w:t xml:space="preserve">, </w:t>
      </w:r>
      <w:r w:rsidRPr="004F1596">
        <w:t>car je n</w:t>
      </w:r>
      <w:r w:rsidR="003A025E" w:rsidRPr="004572A7">
        <w:t>’</w:t>
      </w:r>
      <w:r w:rsidRPr="004F1596">
        <w:t>étais pas outillé pour me livrer à cette petite besogne de cambrioleur</w:t>
      </w:r>
      <w:r w:rsidR="003A025E" w:rsidRPr="004572A7">
        <w:t xml:space="preserve">, </w:t>
      </w:r>
      <w:r w:rsidRPr="004F1596">
        <w:t>qui me répugnait profondément</w:t>
      </w:r>
      <w:r w:rsidR="003A025E" w:rsidRPr="004572A7">
        <w:t xml:space="preserve"> ; </w:t>
      </w:r>
      <w:r w:rsidRPr="004F1596">
        <w:t>ensuite</w:t>
      </w:r>
      <w:r w:rsidR="003A025E" w:rsidRPr="004572A7">
        <w:t xml:space="preserve">, </w:t>
      </w:r>
      <w:r w:rsidRPr="004F1596">
        <w:t>en admettant que je réussisse</w:t>
      </w:r>
      <w:r w:rsidR="003A025E" w:rsidRPr="004572A7">
        <w:t xml:space="preserve">, </w:t>
      </w:r>
      <w:r w:rsidRPr="004F1596">
        <w:t>Surgères pouvait s</w:t>
      </w:r>
      <w:r w:rsidR="003A025E" w:rsidRPr="004572A7">
        <w:t>’</w:t>
      </w:r>
      <w:r w:rsidRPr="004F1596">
        <w:t>apercevoir de quelque chose et alors tout était irrémédiablement perdu</w:t>
      </w:r>
      <w:r w:rsidR="003A025E" w:rsidRPr="004572A7">
        <w:t xml:space="preserve">. </w:t>
      </w:r>
      <w:r w:rsidRPr="004F1596">
        <w:t>En outre</w:t>
      </w:r>
      <w:r w:rsidR="003A025E" w:rsidRPr="004572A7">
        <w:t xml:space="preserve">, </w:t>
      </w:r>
      <w:r w:rsidRPr="004F1596">
        <w:t>si jamais je venais à être soupçonné</w:t>
      </w:r>
      <w:r w:rsidR="003A025E" w:rsidRPr="004572A7">
        <w:t xml:space="preserve">, </w:t>
      </w:r>
      <w:r w:rsidRPr="004F1596">
        <w:t>je risquais tout simplement de passer pour un vulgaire filou</w:t>
      </w:r>
      <w:r w:rsidR="003A025E" w:rsidRPr="004572A7">
        <w:t>…</w:t>
      </w:r>
    </w:p>
    <w:p w14:paraId="63770442" w14:textId="77777777" w:rsidR="003A025E" w:rsidRPr="004572A7" w:rsidRDefault="004F1596" w:rsidP="004F1596">
      <w:r w:rsidRPr="004F1596">
        <w:t>Il fallait</w:t>
      </w:r>
      <w:r w:rsidR="003A025E" w:rsidRPr="004572A7">
        <w:t xml:space="preserve">, </w:t>
      </w:r>
      <w:r w:rsidRPr="004F1596">
        <w:t>à tout prix</w:t>
      </w:r>
      <w:r w:rsidR="003A025E" w:rsidRPr="004572A7">
        <w:t xml:space="preserve">, </w:t>
      </w:r>
      <w:r w:rsidRPr="004F1596">
        <w:t>éviter de laisser la plus petite trace de mon passage</w:t>
      </w:r>
      <w:r w:rsidR="003A025E" w:rsidRPr="004572A7">
        <w:t>.</w:t>
      </w:r>
    </w:p>
    <w:p w14:paraId="67EB49A4" w14:textId="77777777" w:rsidR="003A025E" w:rsidRPr="004572A7" w:rsidRDefault="004F1596" w:rsidP="004F1596">
      <w:r w:rsidRPr="004F1596">
        <w:t>Cet homme devait avoir des moyens tellement surprenants d</w:t>
      </w:r>
      <w:r w:rsidR="003A025E" w:rsidRPr="004572A7">
        <w:t>’</w:t>
      </w:r>
      <w:r w:rsidRPr="004F1596">
        <w:t>investigation que</w:t>
      </w:r>
      <w:r w:rsidR="003A025E" w:rsidRPr="004572A7">
        <w:t xml:space="preserve">, </w:t>
      </w:r>
      <w:r w:rsidRPr="004F1596">
        <w:t>si le moindre soupçon surgissait</w:t>
      </w:r>
      <w:r w:rsidR="003A025E" w:rsidRPr="004572A7">
        <w:t xml:space="preserve">, </w:t>
      </w:r>
      <w:r w:rsidRPr="004F1596">
        <w:t>dans son esprit</w:t>
      </w:r>
      <w:r w:rsidR="003A025E" w:rsidRPr="004572A7">
        <w:t xml:space="preserve">, </w:t>
      </w:r>
      <w:r w:rsidRPr="004F1596">
        <w:t>à ce sujet</w:t>
      </w:r>
      <w:r w:rsidR="003A025E" w:rsidRPr="004572A7">
        <w:t xml:space="preserve">, </w:t>
      </w:r>
      <w:r w:rsidRPr="004F1596">
        <w:t xml:space="preserve">je me considérais comme </w:t>
      </w:r>
      <w:r w:rsidRPr="004F1596">
        <w:lastRenderedPageBreak/>
        <w:t>découvert immédiatement</w:t>
      </w:r>
      <w:r w:rsidR="003A025E" w:rsidRPr="004572A7">
        <w:t xml:space="preserve">. </w:t>
      </w:r>
      <w:r w:rsidRPr="004F1596">
        <w:t>L</w:t>
      </w:r>
      <w:r w:rsidR="003A025E" w:rsidRPr="004572A7">
        <w:t>’</w:t>
      </w:r>
      <w:r w:rsidRPr="004F1596">
        <w:t>habileté prodigieuse</w:t>
      </w:r>
      <w:r w:rsidR="003A025E" w:rsidRPr="004572A7">
        <w:t xml:space="preserve">, </w:t>
      </w:r>
      <w:r w:rsidRPr="004F1596">
        <w:t>dont il avait fait preuve à propos de la mort du prince impérial</w:t>
      </w:r>
      <w:r w:rsidR="003A025E" w:rsidRPr="004572A7">
        <w:t xml:space="preserve">, </w:t>
      </w:r>
      <w:r w:rsidRPr="004F1596">
        <w:t>ne me laissait aucun doute sur le pouvoir occulte qu</w:t>
      </w:r>
      <w:r w:rsidR="003A025E" w:rsidRPr="004572A7">
        <w:t>’</w:t>
      </w:r>
      <w:r w:rsidRPr="004F1596">
        <w:t>il devait posséder et je comptais uniquement sur ce fait que l</w:t>
      </w:r>
      <w:r w:rsidR="003A025E" w:rsidRPr="004572A7">
        <w:t>’</w:t>
      </w:r>
      <w:r w:rsidRPr="004F1596">
        <w:t>idée de la violation de la villa ne lui viendrait jamais à l</w:t>
      </w:r>
      <w:r w:rsidR="003A025E" w:rsidRPr="004572A7">
        <w:t>’</w:t>
      </w:r>
      <w:r w:rsidRPr="004F1596">
        <w:t>esprit</w:t>
      </w:r>
      <w:r w:rsidR="003A025E" w:rsidRPr="004572A7">
        <w:t>…</w:t>
      </w:r>
    </w:p>
    <w:p w14:paraId="48750779" w14:textId="77777777" w:rsidR="003A025E" w:rsidRPr="004572A7" w:rsidRDefault="004F1596" w:rsidP="004F1596">
      <w:r w:rsidRPr="004F1596">
        <w:t>Et cependant</w:t>
      </w:r>
      <w:r w:rsidR="003A025E" w:rsidRPr="004572A7">
        <w:t xml:space="preserve">, </w:t>
      </w:r>
      <w:r w:rsidRPr="004F1596">
        <w:t>s</w:t>
      </w:r>
      <w:r w:rsidR="003A025E" w:rsidRPr="004572A7">
        <w:t>’</w:t>
      </w:r>
      <w:r w:rsidRPr="004F1596">
        <w:t>il se doutait déjà de mes projets</w:t>
      </w:r>
      <w:r w:rsidR="003A025E" w:rsidRPr="004572A7">
        <w:t xml:space="preserve"> ? </w:t>
      </w:r>
      <w:r w:rsidRPr="004F1596">
        <w:t>S</w:t>
      </w:r>
      <w:r w:rsidR="003A025E" w:rsidRPr="004572A7">
        <w:t>’</w:t>
      </w:r>
      <w:r w:rsidRPr="004F1596">
        <w:t>il était au courant de mes agissements</w:t>
      </w:r>
      <w:r w:rsidR="003A025E" w:rsidRPr="004572A7">
        <w:t> ?</w:t>
      </w:r>
    </w:p>
    <w:p w14:paraId="4CAC8034" w14:textId="77777777" w:rsidR="003A025E" w:rsidRPr="004572A7" w:rsidRDefault="007E47D1" w:rsidP="004F1596">
      <w:r w:rsidRPr="004572A7">
        <w:t>À</w:t>
      </w:r>
      <w:r w:rsidR="004F1596" w:rsidRPr="004F1596">
        <w:t xml:space="preserve"> cette dernière pensée</w:t>
      </w:r>
      <w:r w:rsidR="003A025E" w:rsidRPr="004572A7">
        <w:t xml:space="preserve">, </w:t>
      </w:r>
      <w:r w:rsidR="004F1596" w:rsidRPr="004F1596">
        <w:t>je me mis à sourire</w:t>
      </w:r>
      <w:r w:rsidR="003A025E" w:rsidRPr="004572A7">
        <w:t xml:space="preserve">. </w:t>
      </w:r>
      <w:r w:rsidR="004F1596" w:rsidRPr="004F1596">
        <w:t>Non</w:t>
      </w:r>
      <w:r w:rsidR="003A025E" w:rsidRPr="004572A7">
        <w:t xml:space="preserve">, </w:t>
      </w:r>
      <w:r w:rsidR="004F1596" w:rsidRPr="004F1596">
        <w:t>réellement</w:t>
      </w:r>
      <w:r w:rsidR="003A025E" w:rsidRPr="004572A7">
        <w:t xml:space="preserve">, </w:t>
      </w:r>
      <w:r w:rsidR="004F1596" w:rsidRPr="004F1596">
        <w:t>Surgères</w:t>
      </w:r>
      <w:r w:rsidR="003A025E" w:rsidRPr="004572A7">
        <w:t xml:space="preserve">, </w:t>
      </w:r>
      <w:r w:rsidR="004F1596" w:rsidRPr="004F1596">
        <w:t>pour si puissant qu</w:t>
      </w:r>
      <w:r w:rsidR="003A025E" w:rsidRPr="004572A7">
        <w:t>’</w:t>
      </w:r>
      <w:r w:rsidR="004F1596" w:rsidRPr="004F1596">
        <w:t>il fût</w:t>
      </w:r>
      <w:r w:rsidR="003A025E" w:rsidRPr="004572A7">
        <w:t xml:space="preserve">, </w:t>
      </w:r>
      <w:r w:rsidR="004F1596" w:rsidRPr="004F1596">
        <w:t>ne pouvait accomplir ce tour de magie de pénétrer ce que je pensais et accomplissais au moment même où lui se trouvait dans le rapide de Paris</w:t>
      </w:r>
      <w:r w:rsidR="003A025E" w:rsidRPr="004572A7">
        <w:t xml:space="preserve">. </w:t>
      </w:r>
      <w:r w:rsidR="004F1596" w:rsidRPr="004F1596">
        <w:t>Si je voulais parvenir à un résultat</w:t>
      </w:r>
      <w:r w:rsidR="003A025E" w:rsidRPr="004572A7">
        <w:t xml:space="preserve">, </w:t>
      </w:r>
      <w:r w:rsidR="004F1596" w:rsidRPr="004F1596">
        <w:t>il fallait envisager les choses avec sang-froid et</w:t>
      </w:r>
      <w:r w:rsidR="003A025E" w:rsidRPr="004572A7">
        <w:t xml:space="preserve">, </w:t>
      </w:r>
      <w:r w:rsidR="004F1596" w:rsidRPr="004F1596">
        <w:t>par-dessus tout</w:t>
      </w:r>
      <w:r w:rsidR="003A025E" w:rsidRPr="004572A7">
        <w:t xml:space="preserve">, </w:t>
      </w:r>
      <w:r w:rsidR="004F1596" w:rsidRPr="004F1596">
        <w:t>écarter impitoyablement de mon esprit toute idée de merveilleux ou de grossière superstition</w:t>
      </w:r>
      <w:r w:rsidR="003A025E" w:rsidRPr="004572A7">
        <w:t>.</w:t>
      </w:r>
    </w:p>
    <w:p w14:paraId="10BF1D2A" w14:textId="77777777" w:rsidR="003A025E" w:rsidRPr="004572A7" w:rsidRDefault="004F1596" w:rsidP="004F1596">
      <w:r w:rsidRPr="004F1596">
        <w:t>Marchant à une allure assez vive</w:t>
      </w:r>
      <w:r w:rsidR="003A025E" w:rsidRPr="004572A7">
        <w:t xml:space="preserve">, </w:t>
      </w:r>
      <w:r w:rsidRPr="004F1596">
        <w:t>j</w:t>
      </w:r>
      <w:r w:rsidR="003A025E" w:rsidRPr="004572A7">
        <w:t>’</w:t>
      </w:r>
      <w:r w:rsidRPr="004F1596">
        <w:t xml:space="preserve">arrivai bientôt aux abords de la villa </w:t>
      </w:r>
      <w:r w:rsidR="003A025E" w:rsidRPr="004572A7">
        <w:t>« </w:t>
      </w:r>
      <w:proofErr w:type="spellStart"/>
      <w:r w:rsidRPr="004F1596">
        <w:t>Bakhea</w:t>
      </w:r>
      <w:proofErr w:type="spellEnd"/>
      <w:r w:rsidR="003A025E" w:rsidRPr="004572A7">
        <w:t xml:space="preserve"> ». </w:t>
      </w:r>
      <w:r w:rsidRPr="004F1596">
        <w:t>Dès ce moment</w:t>
      </w:r>
      <w:r w:rsidR="003A025E" w:rsidRPr="004572A7">
        <w:t xml:space="preserve">, </w:t>
      </w:r>
      <w:r w:rsidRPr="004F1596">
        <w:t>je commençai à prendre toutes les précautions désirables en cas d</w:t>
      </w:r>
      <w:r w:rsidR="003A025E" w:rsidRPr="004572A7">
        <w:t>’</w:t>
      </w:r>
      <w:r w:rsidRPr="004F1596">
        <w:t>alerte</w:t>
      </w:r>
      <w:r w:rsidR="003A025E" w:rsidRPr="004572A7">
        <w:t xml:space="preserve">. </w:t>
      </w:r>
      <w:r w:rsidRPr="004F1596">
        <w:t>Au lieu de suivre la route</w:t>
      </w:r>
      <w:r w:rsidR="003A025E" w:rsidRPr="004572A7">
        <w:t xml:space="preserve">, </w:t>
      </w:r>
      <w:r w:rsidRPr="004F1596">
        <w:t>je m</w:t>
      </w:r>
      <w:r w:rsidR="003A025E" w:rsidRPr="004572A7">
        <w:t>’</w:t>
      </w:r>
      <w:r w:rsidRPr="004F1596">
        <w:t>engageai dans un bosquet de jeunes chênes et je continuai à marcher en avant dans la même direction</w:t>
      </w:r>
      <w:r w:rsidR="003A025E" w:rsidRPr="004572A7">
        <w:t>.</w:t>
      </w:r>
    </w:p>
    <w:p w14:paraId="0ECE98AC" w14:textId="77777777" w:rsidR="003A025E" w:rsidRPr="004572A7" w:rsidRDefault="004F1596" w:rsidP="004F1596">
      <w:r w:rsidRPr="004F1596">
        <w:t>Au bout de dix minutes</w:t>
      </w:r>
      <w:r w:rsidR="003A025E" w:rsidRPr="004572A7">
        <w:t xml:space="preserve">, </w:t>
      </w:r>
      <w:r w:rsidRPr="004F1596">
        <w:t>je constatai que j</w:t>
      </w:r>
      <w:r w:rsidR="003A025E" w:rsidRPr="004572A7">
        <w:t>’</w:t>
      </w:r>
      <w:r w:rsidRPr="004F1596">
        <w:t>étais presque à hauteur du petit chemin aboutissant au portail d</w:t>
      </w:r>
      <w:r w:rsidR="003A025E" w:rsidRPr="004572A7">
        <w:t>’</w:t>
      </w:r>
      <w:r w:rsidRPr="004F1596">
        <w:t>entrée et je reconnus</w:t>
      </w:r>
      <w:r w:rsidR="003A025E" w:rsidRPr="004572A7">
        <w:t xml:space="preserve">, </w:t>
      </w:r>
      <w:r w:rsidRPr="004F1596">
        <w:t>un peu sur ma droite</w:t>
      </w:r>
      <w:r w:rsidR="003A025E" w:rsidRPr="004572A7">
        <w:t xml:space="preserve">, </w:t>
      </w:r>
      <w:r w:rsidRPr="004F1596">
        <w:t>le gros sapin sur lequel je m</w:t>
      </w:r>
      <w:r w:rsidR="003A025E" w:rsidRPr="004572A7">
        <w:t>’</w:t>
      </w:r>
      <w:r w:rsidRPr="004F1596">
        <w:t>étais perché pour observer le docteur Surgères</w:t>
      </w:r>
      <w:r w:rsidR="003A025E" w:rsidRPr="004572A7">
        <w:t xml:space="preserve">. </w:t>
      </w:r>
      <w:r w:rsidRPr="004F1596">
        <w:t>Là</w:t>
      </w:r>
      <w:r w:rsidR="003A025E" w:rsidRPr="004572A7">
        <w:t xml:space="preserve">, </w:t>
      </w:r>
      <w:r w:rsidRPr="004F1596">
        <w:t>je m</w:t>
      </w:r>
      <w:r w:rsidR="003A025E" w:rsidRPr="004572A7">
        <w:t>’</w:t>
      </w:r>
      <w:r w:rsidRPr="004F1596">
        <w:t>arrêtai quelques instants</w:t>
      </w:r>
      <w:r w:rsidR="003A025E" w:rsidRPr="004572A7">
        <w:t xml:space="preserve">, </w:t>
      </w:r>
      <w:r w:rsidRPr="004F1596">
        <w:t>regardant de tous côtés</w:t>
      </w:r>
      <w:r w:rsidR="003A025E" w:rsidRPr="004572A7">
        <w:t xml:space="preserve">, </w:t>
      </w:r>
      <w:r w:rsidRPr="004F1596">
        <w:t>fouillant du regard les grands arbres du parc</w:t>
      </w:r>
      <w:r w:rsidR="003A025E" w:rsidRPr="004572A7">
        <w:t xml:space="preserve">, </w:t>
      </w:r>
      <w:r w:rsidRPr="004F1596">
        <w:t>la masse confuse de la villa mystérieuse</w:t>
      </w:r>
      <w:r w:rsidR="003A025E" w:rsidRPr="004572A7">
        <w:t>.</w:t>
      </w:r>
    </w:p>
    <w:p w14:paraId="26C3ABBE" w14:textId="77777777" w:rsidR="003A025E" w:rsidRPr="004572A7" w:rsidRDefault="004F1596" w:rsidP="004F1596">
      <w:r w:rsidRPr="004F1596">
        <w:t>Il m</w:t>
      </w:r>
      <w:r w:rsidR="003A025E" w:rsidRPr="004572A7">
        <w:t>’</w:t>
      </w:r>
      <w:r w:rsidRPr="004F1596">
        <w:t>était impossible d</w:t>
      </w:r>
      <w:r w:rsidR="003A025E" w:rsidRPr="004572A7">
        <w:t>’</w:t>
      </w:r>
      <w:r w:rsidRPr="004F1596">
        <w:t>entrer</w:t>
      </w:r>
      <w:r w:rsidR="003A025E" w:rsidRPr="004572A7">
        <w:t xml:space="preserve">, </w:t>
      </w:r>
      <w:r w:rsidRPr="004F1596">
        <w:t>comme un honnête visiteur</w:t>
      </w:r>
      <w:r w:rsidR="003A025E" w:rsidRPr="004572A7">
        <w:t xml:space="preserve">, </w:t>
      </w:r>
      <w:r w:rsidRPr="004F1596">
        <w:t>par le portail de fer</w:t>
      </w:r>
      <w:r w:rsidR="003A025E" w:rsidRPr="004572A7">
        <w:t xml:space="preserve">. </w:t>
      </w:r>
      <w:r w:rsidRPr="004F1596">
        <w:t xml:space="preserve">Il devait être fermé solidement et je </w:t>
      </w:r>
      <w:r w:rsidRPr="004F1596">
        <w:lastRenderedPageBreak/>
        <w:t>ne pouvais passer</w:t>
      </w:r>
      <w:r w:rsidR="003A025E" w:rsidRPr="004572A7">
        <w:t xml:space="preserve">, </w:t>
      </w:r>
      <w:r w:rsidRPr="004F1596">
        <w:t>en acrobate</w:t>
      </w:r>
      <w:r w:rsidR="003A025E" w:rsidRPr="004572A7">
        <w:t xml:space="preserve">, </w:t>
      </w:r>
      <w:r w:rsidR="007E47D1" w:rsidRPr="004572A7">
        <w:t>par-dessus</w:t>
      </w:r>
      <w:r w:rsidRPr="004F1596">
        <w:t xml:space="preserve"> cette grille massive dont les barreaux</w:t>
      </w:r>
      <w:r w:rsidR="003A025E" w:rsidRPr="004572A7">
        <w:t xml:space="preserve">, </w:t>
      </w:r>
      <w:r w:rsidRPr="004F1596">
        <w:t>terminés en forme de fer de lance</w:t>
      </w:r>
      <w:r w:rsidR="003A025E" w:rsidRPr="004572A7">
        <w:t xml:space="preserve">, </w:t>
      </w:r>
      <w:r w:rsidRPr="004F1596">
        <w:t>pouvaient très bien me happer et me blesser dangereusement</w:t>
      </w:r>
      <w:r w:rsidR="003A025E" w:rsidRPr="004572A7">
        <w:t xml:space="preserve">. </w:t>
      </w:r>
      <w:r w:rsidRPr="004F1596">
        <w:t>D</w:t>
      </w:r>
      <w:r w:rsidR="003A025E" w:rsidRPr="004572A7">
        <w:t>’</w:t>
      </w:r>
      <w:r w:rsidRPr="004F1596">
        <w:t>autre part</w:t>
      </w:r>
      <w:r w:rsidR="003A025E" w:rsidRPr="004572A7">
        <w:t xml:space="preserve">, </w:t>
      </w:r>
      <w:r w:rsidRPr="004F1596">
        <w:t>l</w:t>
      </w:r>
      <w:r w:rsidR="003A025E" w:rsidRPr="004572A7">
        <w:t>’</w:t>
      </w:r>
      <w:r w:rsidRPr="004F1596">
        <w:t>endroit était bien à découvert</w:t>
      </w:r>
      <w:r w:rsidR="003A025E" w:rsidRPr="004572A7">
        <w:t xml:space="preserve"> ; </w:t>
      </w:r>
      <w:r w:rsidRPr="004F1596">
        <w:t>je risquais d</w:t>
      </w:r>
      <w:r w:rsidR="003A025E" w:rsidRPr="004572A7">
        <w:t>’</w:t>
      </w:r>
      <w:r w:rsidRPr="004F1596">
        <w:t>être vu par quelque passant</w:t>
      </w:r>
      <w:r w:rsidR="003A025E" w:rsidRPr="004572A7">
        <w:t xml:space="preserve">, </w:t>
      </w:r>
      <w:r w:rsidRPr="004F1596">
        <w:t>qui n</w:t>
      </w:r>
      <w:r w:rsidR="003A025E" w:rsidRPr="004572A7">
        <w:t>’</w:t>
      </w:r>
      <w:r w:rsidRPr="004F1596">
        <w:t>aurait pas manqué d</w:t>
      </w:r>
      <w:r w:rsidR="003A025E" w:rsidRPr="004572A7">
        <w:t>’</w:t>
      </w:r>
      <w:r w:rsidRPr="004F1596">
        <w:t>ébruiter le fait</w:t>
      </w:r>
      <w:r w:rsidR="003A025E" w:rsidRPr="004572A7">
        <w:t xml:space="preserve">. </w:t>
      </w:r>
      <w:r w:rsidRPr="004F1596">
        <w:t>Somme toute</w:t>
      </w:r>
      <w:r w:rsidR="003A025E" w:rsidRPr="004572A7">
        <w:t xml:space="preserve">, </w:t>
      </w:r>
      <w:r w:rsidRPr="004F1596">
        <w:t>il était préférable de pénétrer</w:t>
      </w:r>
      <w:r w:rsidR="003A025E" w:rsidRPr="004572A7">
        <w:t xml:space="preserve">, </w:t>
      </w:r>
      <w:r w:rsidRPr="004F1596">
        <w:t>en franchissant le mur d</w:t>
      </w:r>
      <w:r w:rsidR="003A025E" w:rsidRPr="004572A7">
        <w:t>’</w:t>
      </w:r>
      <w:r w:rsidRPr="004F1596">
        <w:t>enceinte à un endroit favorable</w:t>
      </w:r>
      <w:r w:rsidR="003A025E" w:rsidRPr="004572A7">
        <w:t>.</w:t>
      </w:r>
    </w:p>
    <w:p w14:paraId="3BA066C6" w14:textId="77777777" w:rsidR="003A025E" w:rsidRPr="004572A7" w:rsidRDefault="004F1596" w:rsidP="004F1596">
      <w:r w:rsidRPr="004F1596">
        <w:t>J</w:t>
      </w:r>
      <w:r w:rsidR="003A025E" w:rsidRPr="004572A7">
        <w:t>’</w:t>
      </w:r>
      <w:r w:rsidRPr="004F1596">
        <w:t>avais remarqué</w:t>
      </w:r>
      <w:r w:rsidR="003A025E" w:rsidRPr="004572A7">
        <w:t xml:space="preserve">, </w:t>
      </w:r>
      <w:r w:rsidRPr="004F1596">
        <w:t>du côté de l</w:t>
      </w:r>
      <w:r w:rsidR="003A025E" w:rsidRPr="004572A7">
        <w:t>’</w:t>
      </w:r>
      <w:r w:rsidRPr="004F1596">
        <w:t>ouest</w:t>
      </w:r>
      <w:r w:rsidR="003A025E" w:rsidRPr="004572A7">
        <w:t xml:space="preserve">, </w:t>
      </w:r>
      <w:r w:rsidRPr="004F1596">
        <w:t>un gros cèdre dont les branches descendaient suffisamment bas en dehors de la muraille</w:t>
      </w:r>
      <w:r w:rsidR="003A025E" w:rsidRPr="004572A7">
        <w:t xml:space="preserve">. </w:t>
      </w:r>
      <w:r w:rsidRPr="004F1596">
        <w:t>L</w:t>
      </w:r>
      <w:r w:rsidR="003A025E" w:rsidRPr="004572A7">
        <w:t>’</w:t>
      </w:r>
      <w:r w:rsidRPr="004F1596">
        <w:t>une d</w:t>
      </w:r>
      <w:r w:rsidR="003A025E" w:rsidRPr="004572A7">
        <w:t>’</w:t>
      </w:r>
      <w:r w:rsidRPr="004F1596">
        <w:t>elles</w:t>
      </w:r>
      <w:r w:rsidR="003A025E" w:rsidRPr="004572A7">
        <w:t xml:space="preserve">, </w:t>
      </w:r>
      <w:r w:rsidRPr="004F1596">
        <w:t>véritable pont mobile</w:t>
      </w:r>
      <w:r w:rsidR="003A025E" w:rsidRPr="004572A7">
        <w:t xml:space="preserve">, </w:t>
      </w:r>
      <w:r w:rsidRPr="004F1596">
        <w:t>pouvait servir de point d</w:t>
      </w:r>
      <w:r w:rsidR="003A025E" w:rsidRPr="004572A7">
        <w:t>’</w:t>
      </w:r>
      <w:r w:rsidRPr="004F1596">
        <w:t>appui à une escalade</w:t>
      </w:r>
      <w:r w:rsidR="003A025E" w:rsidRPr="004572A7">
        <w:t>.</w:t>
      </w:r>
    </w:p>
    <w:p w14:paraId="1393901A" w14:textId="77777777" w:rsidR="003A025E" w:rsidRPr="004572A7" w:rsidRDefault="004F1596" w:rsidP="004F1596">
      <w:r w:rsidRPr="004F1596">
        <w:t>Je n</w:t>
      </w:r>
      <w:r w:rsidR="003A025E" w:rsidRPr="004572A7">
        <w:t>’</w:t>
      </w:r>
      <w:r w:rsidRPr="004F1596">
        <w:t>hésitai pas une seconde</w:t>
      </w:r>
      <w:r w:rsidR="003A025E" w:rsidRPr="004572A7">
        <w:t xml:space="preserve">. </w:t>
      </w:r>
      <w:r w:rsidRPr="004F1596">
        <w:t>Je me glissai sans bruit</w:t>
      </w:r>
      <w:r w:rsidR="003A025E" w:rsidRPr="004572A7">
        <w:t xml:space="preserve">, </w:t>
      </w:r>
      <w:r w:rsidRPr="004F1596">
        <w:t>vers cet endroit</w:t>
      </w:r>
      <w:r w:rsidR="003A025E" w:rsidRPr="004572A7">
        <w:t xml:space="preserve">, </w:t>
      </w:r>
      <w:r w:rsidRPr="004F1596">
        <w:t>en me dissimulant derrière les buissons et les arbres qui se trouvaient sur mon passage</w:t>
      </w:r>
      <w:r w:rsidR="003A025E" w:rsidRPr="004572A7">
        <w:t>.</w:t>
      </w:r>
    </w:p>
    <w:p w14:paraId="1F0BE494" w14:textId="77777777" w:rsidR="003A025E" w:rsidRPr="004572A7" w:rsidRDefault="004F1596" w:rsidP="004F1596">
      <w:r w:rsidRPr="004F1596">
        <w:t>Arrivé au pied du mur</w:t>
      </w:r>
      <w:r w:rsidR="003A025E" w:rsidRPr="004572A7">
        <w:t xml:space="preserve">, </w:t>
      </w:r>
      <w:r w:rsidRPr="004F1596">
        <w:t>je saisis à pleines mains la grosse branche</w:t>
      </w:r>
      <w:r w:rsidR="003A025E" w:rsidRPr="004572A7">
        <w:t xml:space="preserve">, </w:t>
      </w:r>
      <w:r w:rsidRPr="004F1596">
        <w:t>si bien disposée</w:t>
      </w:r>
      <w:r w:rsidR="003A025E" w:rsidRPr="004572A7">
        <w:t xml:space="preserve">, </w:t>
      </w:r>
      <w:r w:rsidRPr="004F1596">
        <w:t>et je me hisse</w:t>
      </w:r>
      <w:r w:rsidR="003A025E" w:rsidRPr="004572A7">
        <w:t xml:space="preserve">, </w:t>
      </w:r>
      <w:r w:rsidRPr="004F1596">
        <w:t>à la force des poignets</w:t>
      </w:r>
      <w:r w:rsidR="003A025E" w:rsidRPr="004572A7">
        <w:t xml:space="preserve">, </w:t>
      </w:r>
      <w:r w:rsidRPr="004F1596">
        <w:t>au faîtage du mur</w:t>
      </w:r>
      <w:r w:rsidR="003A025E" w:rsidRPr="004572A7">
        <w:t xml:space="preserve">… </w:t>
      </w:r>
      <w:r w:rsidRPr="004F1596">
        <w:t>Arrivé là</w:t>
      </w:r>
      <w:r w:rsidR="003A025E" w:rsidRPr="004572A7">
        <w:t xml:space="preserve">, </w:t>
      </w:r>
      <w:r w:rsidRPr="004F1596">
        <w:t>je m</w:t>
      </w:r>
      <w:r w:rsidR="003A025E" w:rsidRPr="004572A7">
        <w:t>’</w:t>
      </w:r>
      <w:r w:rsidRPr="004F1596">
        <w:t>arrête pour reprendre haleine</w:t>
      </w:r>
      <w:r w:rsidR="003A025E" w:rsidRPr="004572A7">
        <w:t xml:space="preserve">. </w:t>
      </w:r>
      <w:r w:rsidRPr="004F1596">
        <w:t>Je plonge mon regard dans les allées silencieuses et j</w:t>
      </w:r>
      <w:r w:rsidR="003A025E" w:rsidRPr="004572A7">
        <w:t>’</w:t>
      </w:r>
      <w:r w:rsidRPr="004F1596">
        <w:t>écoute</w:t>
      </w:r>
      <w:r w:rsidR="003A025E" w:rsidRPr="004572A7">
        <w:t>.</w:t>
      </w:r>
    </w:p>
    <w:p w14:paraId="264CBEE9" w14:textId="77777777" w:rsidR="003A025E" w:rsidRPr="004572A7" w:rsidRDefault="004F1596" w:rsidP="004F1596">
      <w:r w:rsidRPr="004F1596">
        <w:t>Le vent malicieux inclinait doucement la cime des grands cèdres</w:t>
      </w:r>
      <w:r w:rsidR="003A025E" w:rsidRPr="004572A7">
        <w:t xml:space="preserve">, </w:t>
      </w:r>
      <w:r w:rsidRPr="004F1596">
        <w:t>en façon d</w:t>
      </w:r>
      <w:r w:rsidR="003A025E" w:rsidRPr="004572A7">
        <w:t>’</w:t>
      </w:r>
      <w:r w:rsidRPr="004F1596">
        <w:t>accueil amical et</w:t>
      </w:r>
      <w:r w:rsidR="003A025E" w:rsidRPr="004572A7">
        <w:t xml:space="preserve">, </w:t>
      </w:r>
      <w:r w:rsidRPr="004F1596">
        <w:t>à terre</w:t>
      </w:r>
      <w:r w:rsidR="003A025E" w:rsidRPr="004572A7">
        <w:t xml:space="preserve">, </w:t>
      </w:r>
      <w:r w:rsidRPr="004F1596">
        <w:t>sous l</w:t>
      </w:r>
      <w:r w:rsidR="003A025E" w:rsidRPr="004572A7">
        <w:t>’</w:t>
      </w:r>
      <w:r w:rsidRPr="004F1596">
        <w:t>harmonica des herbes</w:t>
      </w:r>
      <w:r w:rsidR="003A025E" w:rsidRPr="004572A7">
        <w:t xml:space="preserve">, </w:t>
      </w:r>
      <w:r w:rsidRPr="004F1596">
        <w:t>le chant des grillons formait un accompagnement de bienvenue</w:t>
      </w:r>
      <w:r w:rsidR="003A025E" w:rsidRPr="004572A7">
        <w:t>.</w:t>
      </w:r>
    </w:p>
    <w:p w14:paraId="6944AC83" w14:textId="77777777" w:rsidR="003A025E" w:rsidRPr="004572A7" w:rsidRDefault="004F1596" w:rsidP="004F1596">
      <w:r w:rsidRPr="004F1596">
        <w:t>J</w:t>
      </w:r>
      <w:r w:rsidR="003A025E" w:rsidRPr="004572A7">
        <w:t>’</w:t>
      </w:r>
      <w:r w:rsidRPr="004F1596">
        <w:t>hésitais</w:t>
      </w:r>
      <w:r w:rsidR="003A025E" w:rsidRPr="004572A7">
        <w:t xml:space="preserve">, </w:t>
      </w:r>
      <w:r w:rsidRPr="004F1596">
        <w:t>maintenant</w:t>
      </w:r>
      <w:r w:rsidR="003A025E" w:rsidRPr="004572A7">
        <w:t xml:space="preserve">, </w:t>
      </w:r>
      <w:r w:rsidRPr="004F1596">
        <w:t>à descendre dans le parc</w:t>
      </w:r>
      <w:r w:rsidR="003A025E" w:rsidRPr="004572A7">
        <w:t xml:space="preserve">, </w:t>
      </w:r>
      <w:r w:rsidRPr="004F1596">
        <w:t>il m</w:t>
      </w:r>
      <w:r w:rsidR="003A025E" w:rsidRPr="004572A7">
        <w:t>’</w:t>
      </w:r>
      <w:r w:rsidRPr="004F1596">
        <w:t>apparaissait redoutable</w:t>
      </w:r>
      <w:r w:rsidR="003A025E" w:rsidRPr="004572A7">
        <w:t xml:space="preserve">, </w:t>
      </w:r>
      <w:r w:rsidRPr="004F1596">
        <w:t>vivant</w:t>
      </w:r>
      <w:r w:rsidR="003A025E" w:rsidRPr="004572A7">
        <w:t xml:space="preserve">, </w:t>
      </w:r>
      <w:r w:rsidRPr="004F1596">
        <w:t>rempli d</w:t>
      </w:r>
      <w:r w:rsidR="003A025E" w:rsidRPr="004572A7">
        <w:t>’</w:t>
      </w:r>
      <w:r w:rsidRPr="004F1596">
        <w:t>hostilité et d</w:t>
      </w:r>
      <w:r w:rsidR="003A025E" w:rsidRPr="004572A7">
        <w:t>’</w:t>
      </w:r>
      <w:r w:rsidRPr="004F1596">
        <w:t>embûches</w:t>
      </w:r>
      <w:r w:rsidR="003A025E" w:rsidRPr="004572A7">
        <w:t xml:space="preserve">… </w:t>
      </w:r>
      <w:r w:rsidRPr="004F1596">
        <w:t>Ce silence</w:t>
      </w:r>
      <w:r w:rsidR="003A025E" w:rsidRPr="004572A7">
        <w:t xml:space="preserve">, </w:t>
      </w:r>
      <w:r w:rsidRPr="004F1596">
        <w:t>doucement mélodique</w:t>
      </w:r>
      <w:r w:rsidR="003A025E" w:rsidRPr="004572A7">
        <w:t xml:space="preserve">, </w:t>
      </w:r>
      <w:r w:rsidRPr="004F1596">
        <w:t>m</w:t>
      </w:r>
      <w:r w:rsidR="003A025E" w:rsidRPr="004572A7">
        <w:t>’</w:t>
      </w:r>
      <w:r w:rsidRPr="004F1596">
        <w:t>impressionnait comme une menace</w:t>
      </w:r>
      <w:r w:rsidR="003A025E" w:rsidRPr="004572A7">
        <w:t xml:space="preserve">… </w:t>
      </w:r>
      <w:r w:rsidRPr="004F1596">
        <w:t>La clarté de la lune pénétrait à peine à travers ces feuillages lourds</w:t>
      </w:r>
      <w:r w:rsidR="003A025E" w:rsidRPr="004572A7">
        <w:t xml:space="preserve">, </w:t>
      </w:r>
      <w:r w:rsidRPr="004F1596">
        <w:t>ces troncs noueux et ces branches énormes</w:t>
      </w:r>
      <w:r w:rsidR="003A025E" w:rsidRPr="004572A7">
        <w:t xml:space="preserve">, </w:t>
      </w:r>
      <w:r w:rsidRPr="004F1596">
        <w:t>enchevêtrées les unes dans les autres</w:t>
      </w:r>
      <w:r w:rsidR="003A025E" w:rsidRPr="004572A7">
        <w:t xml:space="preserve">, </w:t>
      </w:r>
      <w:r w:rsidRPr="004F1596">
        <w:t xml:space="preserve">qui </w:t>
      </w:r>
      <w:r w:rsidRPr="004F1596">
        <w:lastRenderedPageBreak/>
        <w:t>prenaient</w:t>
      </w:r>
      <w:r w:rsidR="003A025E" w:rsidRPr="004572A7">
        <w:t xml:space="preserve">, </w:t>
      </w:r>
      <w:r w:rsidRPr="004F1596">
        <w:t>dans l</w:t>
      </w:r>
      <w:r w:rsidR="003A025E" w:rsidRPr="004572A7">
        <w:t>’</w:t>
      </w:r>
      <w:r w:rsidRPr="004F1596">
        <w:t>obscurité</w:t>
      </w:r>
      <w:r w:rsidR="003A025E" w:rsidRPr="004572A7">
        <w:t xml:space="preserve">, </w:t>
      </w:r>
      <w:r w:rsidRPr="004F1596">
        <w:t>des formes grotesques et grimaçantes de bêtes d</w:t>
      </w:r>
      <w:r w:rsidR="003A025E" w:rsidRPr="004572A7">
        <w:t>’</w:t>
      </w:r>
      <w:r w:rsidRPr="004F1596">
        <w:t>apocalypse</w:t>
      </w:r>
      <w:r w:rsidR="003A025E" w:rsidRPr="004572A7">
        <w:t>…</w:t>
      </w:r>
    </w:p>
    <w:p w14:paraId="0A9AFC74" w14:textId="77777777" w:rsidR="003A025E" w:rsidRPr="004572A7" w:rsidRDefault="004F1596" w:rsidP="004F1596">
      <w:r w:rsidRPr="004F1596">
        <w:t>Mon cœur battait plus vite</w:t>
      </w:r>
      <w:r w:rsidR="003A025E" w:rsidRPr="004572A7">
        <w:t xml:space="preserve">. </w:t>
      </w:r>
      <w:r w:rsidRPr="004F1596">
        <w:t>Je me demandais si je n</w:t>
      </w:r>
      <w:r w:rsidR="003A025E" w:rsidRPr="004572A7">
        <w:t>’</w:t>
      </w:r>
      <w:r w:rsidRPr="004F1596">
        <w:t>allais pas me trouver aux prises</w:t>
      </w:r>
      <w:r w:rsidR="003A025E" w:rsidRPr="004572A7">
        <w:t xml:space="preserve">, </w:t>
      </w:r>
      <w:r w:rsidRPr="004F1596">
        <w:t>en mettant le pied à terre</w:t>
      </w:r>
      <w:r w:rsidR="003A025E" w:rsidRPr="004572A7">
        <w:t xml:space="preserve">, </w:t>
      </w:r>
      <w:r w:rsidRPr="004F1596">
        <w:t>avec quelque molosse furieux</w:t>
      </w:r>
      <w:r w:rsidR="003A025E" w:rsidRPr="004572A7">
        <w:t xml:space="preserve">, </w:t>
      </w:r>
      <w:r w:rsidRPr="004F1596">
        <w:t>ou si je ne risquais pas de tomber dans un piège placé là</w:t>
      </w:r>
      <w:r w:rsidR="003A025E" w:rsidRPr="004572A7">
        <w:t xml:space="preserve">, </w:t>
      </w:r>
      <w:r w:rsidRPr="004F1596">
        <w:t>à dessein</w:t>
      </w:r>
      <w:r w:rsidR="003A025E" w:rsidRPr="004572A7">
        <w:t xml:space="preserve">, </w:t>
      </w:r>
      <w:r w:rsidRPr="004F1596">
        <w:t>par Surgères</w:t>
      </w:r>
      <w:r w:rsidR="003A025E" w:rsidRPr="004572A7">
        <w:t>…</w:t>
      </w:r>
    </w:p>
    <w:p w14:paraId="76D39FF7" w14:textId="77777777" w:rsidR="003A025E" w:rsidRPr="004572A7" w:rsidRDefault="004F1596" w:rsidP="004F1596">
      <w:r w:rsidRPr="004F1596">
        <w:t>Cependant ce n</w:t>
      </w:r>
      <w:r w:rsidR="003A025E" w:rsidRPr="004572A7">
        <w:t>’</w:t>
      </w:r>
      <w:r w:rsidRPr="004F1596">
        <w:t>était plus le moment de reculer</w:t>
      </w:r>
      <w:r w:rsidR="003A025E" w:rsidRPr="004572A7">
        <w:t>.</w:t>
      </w:r>
    </w:p>
    <w:p w14:paraId="2FACBEEB" w14:textId="77777777" w:rsidR="003A025E" w:rsidRPr="004572A7" w:rsidRDefault="004F1596" w:rsidP="004F1596">
      <w:r w:rsidRPr="004F1596">
        <w:t>Je sors de l</w:t>
      </w:r>
      <w:r w:rsidR="003A025E" w:rsidRPr="004572A7">
        <w:t>’</w:t>
      </w:r>
      <w:r w:rsidRPr="004F1596">
        <w:t>une de mes poches le flacon d</w:t>
      </w:r>
      <w:r w:rsidR="003A025E" w:rsidRPr="004572A7">
        <w:t>’</w:t>
      </w:r>
      <w:r w:rsidRPr="004F1596">
        <w:t>eau-de-vie et j</w:t>
      </w:r>
      <w:r w:rsidR="003A025E" w:rsidRPr="004572A7">
        <w:t>’</w:t>
      </w:r>
      <w:r w:rsidRPr="004F1596">
        <w:t>en bois plusieurs gorgées pour me donner du courage</w:t>
      </w:r>
      <w:r w:rsidR="003A025E" w:rsidRPr="004572A7">
        <w:t xml:space="preserve">. </w:t>
      </w:r>
      <w:r w:rsidRPr="004F1596">
        <w:t>Puis</w:t>
      </w:r>
      <w:r w:rsidR="003A025E" w:rsidRPr="004572A7">
        <w:t xml:space="preserve">, </w:t>
      </w:r>
      <w:r w:rsidRPr="004F1596">
        <w:t>résolument</w:t>
      </w:r>
      <w:r w:rsidR="003A025E" w:rsidRPr="004572A7">
        <w:t xml:space="preserve">, </w:t>
      </w:r>
      <w:r w:rsidRPr="004F1596">
        <w:t>je me laisse glisser jusqu</w:t>
      </w:r>
      <w:r w:rsidR="003A025E" w:rsidRPr="004572A7">
        <w:t>’</w:t>
      </w:r>
      <w:r w:rsidRPr="004F1596">
        <w:t>à terre et après avoir attendu encore quelques instants</w:t>
      </w:r>
      <w:r w:rsidR="003A025E" w:rsidRPr="004572A7">
        <w:t xml:space="preserve">, </w:t>
      </w:r>
      <w:r w:rsidRPr="004F1596">
        <w:t>je prends mon revolver et je me dirige</w:t>
      </w:r>
      <w:r w:rsidR="003A025E" w:rsidRPr="004572A7">
        <w:t xml:space="preserve">, </w:t>
      </w:r>
      <w:r w:rsidRPr="004F1596">
        <w:t>à pas feutrés</w:t>
      </w:r>
      <w:r w:rsidR="003A025E" w:rsidRPr="004572A7">
        <w:t xml:space="preserve">, </w:t>
      </w:r>
      <w:r w:rsidRPr="004F1596">
        <w:t>vers la villa</w:t>
      </w:r>
      <w:r w:rsidR="003A025E" w:rsidRPr="004572A7">
        <w:t>…</w:t>
      </w:r>
    </w:p>
    <w:p w14:paraId="1124FE56" w14:textId="77777777" w:rsidR="003A025E" w:rsidRPr="004572A7" w:rsidRDefault="004F1596" w:rsidP="004F1596">
      <w:r w:rsidRPr="004F1596">
        <w:t>Une centaine de mètres à peine me séparaient de la façade principale mais</w:t>
      </w:r>
      <w:r w:rsidR="003A025E" w:rsidRPr="004572A7">
        <w:t xml:space="preserve">, </w:t>
      </w:r>
      <w:r w:rsidRPr="004F1596">
        <w:t>au lieu de marcher droit devant moi</w:t>
      </w:r>
      <w:r w:rsidR="003A025E" w:rsidRPr="004572A7">
        <w:t xml:space="preserve">, </w:t>
      </w:r>
      <w:r w:rsidRPr="004F1596">
        <w:t>je fis un détour et j</w:t>
      </w:r>
      <w:r w:rsidR="003A025E" w:rsidRPr="004572A7">
        <w:t>’</w:t>
      </w:r>
      <w:r w:rsidRPr="004F1596">
        <w:t>arrivai dans une petite cour</w:t>
      </w:r>
      <w:r w:rsidR="003A025E" w:rsidRPr="004572A7">
        <w:t xml:space="preserve">, </w:t>
      </w:r>
      <w:r w:rsidRPr="004F1596">
        <w:t>derrière la maison</w:t>
      </w:r>
      <w:r w:rsidR="003A025E" w:rsidRPr="004572A7">
        <w:t xml:space="preserve">. </w:t>
      </w:r>
      <w:r w:rsidRPr="004F1596">
        <w:t>J</w:t>
      </w:r>
      <w:r w:rsidR="003A025E" w:rsidRPr="004572A7">
        <w:t>’</w:t>
      </w:r>
      <w:r w:rsidRPr="004F1596">
        <w:t xml:space="preserve">étais </w:t>
      </w:r>
      <w:r w:rsidR="007E47D1" w:rsidRPr="004572A7">
        <w:t>à</w:t>
      </w:r>
      <w:r w:rsidRPr="004F1596">
        <w:t xml:space="preserve"> quelques mètres à peine d</w:t>
      </w:r>
      <w:r w:rsidR="003A025E" w:rsidRPr="004572A7">
        <w:t>’</w:t>
      </w:r>
      <w:r w:rsidRPr="004F1596">
        <w:t>une porte de service que je distinguais très nettement</w:t>
      </w:r>
      <w:r w:rsidR="003A025E" w:rsidRPr="004572A7">
        <w:t xml:space="preserve">. </w:t>
      </w:r>
      <w:r w:rsidRPr="004F1596">
        <w:t>Là</w:t>
      </w:r>
      <w:r w:rsidR="003A025E" w:rsidRPr="004572A7">
        <w:t xml:space="preserve">, </w:t>
      </w:r>
      <w:r w:rsidRPr="004F1596">
        <w:t>je fis une nouvelle halte</w:t>
      </w:r>
      <w:r w:rsidR="003A025E" w:rsidRPr="004572A7">
        <w:t xml:space="preserve">, </w:t>
      </w:r>
      <w:r w:rsidRPr="004F1596">
        <w:t>accroupi derrière une bordure de fusains</w:t>
      </w:r>
      <w:r w:rsidR="003A025E" w:rsidRPr="004572A7">
        <w:t>…</w:t>
      </w:r>
    </w:p>
    <w:p w14:paraId="533DEF39" w14:textId="77777777" w:rsidR="003A025E" w:rsidRPr="004572A7" w:rsidRDefault="004F1596" w:rsidP="004F1596">
      <w:r w:rsidRPr="004F1596">
        <w:t>J</w:t>
      </w:r>
      <w:r w:rsidR="003A025E" w:rsidRPr="004572A7">
        <w:t>’</w:t>
      </w:r>
      <w:r w:rsidRPr="004F1596">
        <w:t>observais attentivement ce côté de la villa</w:t>
      </w:r>
      <w:r w:rsidR="003A025E" w:rsidRPr="004572A7">
        <w:t xml:space="preserve">, </w:t>
      </w:r>
      <w:r w:rsidRPr="004F1596">
        <w:t>que je n</w:t>
      </w:r>
      <w:r w:rsidR="003A025E" w:rsidRPr="004572A7">
        <w:t>’</w:t>
      </w:r>
      <w:r w:rsidRPr="004F1596">
        <w:t>avais jamais vu et</w:t>
      </w:r>
      <w:r w:rsidR="003A025E" w:rsidRPr="004572A7">
        <w:t xml:space="preserve">, </w:t>
      </w:r>
      <w:r w:rsidRPr="004F1596">
        <w:t>peu à peu</w:t>
      </w:r>
      <w:r w:rsidR="003A025E" w:rsidRPr="004572A7">
        <w:t xml:space="preserve">, </w:t>
      </w:r>
      <w:r w:rsidRPr="004F1596">
        <w:t>je me sentais devenir plus calme</w:t>
      </w:r>
      <w:r w:rsidR="003A025E" w:rsidRPr="004572A7">
        <w:t xml:space="preserve">, </w:t>
      </w:r>
      <w:r w:rsidRPr="004F1596">
        <w:t>plus maître de moi</w:t>
      </w:r>
      <w:r w:rsidR="003A025E" w:rsidRPr="004572A7">
        <w:t>.</w:t>
      </w:r>
    </w:p>
    <w:p w14:paraId="0A0F5093" w14:textId="77777777" w:rsidR="003A025E" w:rsidRPr="004572A7" w:rsidRDefault="004F1596" w:rsidP="004F1596">
      <w:r w:rsidRPr="004F1596">
        <w:t>La porte de service était située</w:t>
      </w:r>
      <w:r w:rsidR="003A025E" w:rsidRPr="004572A7">
        <w:t xml:space="preserve">, </w:t>
      </w:r>
      <w:r w:rsidRPr="004F1596">
        <w:t>tout à fait à ma droite</w:t>
      </w:r>
      <w:r w:rsidR="003A025E" w:rsidRPr="004572A7">
        <w:t xml:space="preserve">, </w:t>
      </w:r>
      <w:r w:rsidRPr="004F1596">
        <w:t>dans l</w:t>
      </w:r>
      <w:r w:rsidR="003A025E" w:rsidRPr="004572A7">
        <w:t>’</w:t>
      </w:r>
      <w:r w:rsidRPr="004F1596">
        <w:t>angle du mur</w:t>
      </w:r>
      <w:r w:rsidR="003A025E" w:rsidRPr="004572A7">
        <w:t xml:space="preserve">. </w:t>
      </w:r>
      <w:r w:rsidR="007E47D1" w:rsidRPr="004572A7">
        <w:t>À</w:t>
      </w:r>
      <w:r w:rsidRPr="004F1596">
        <w:t xml:space="preserve"> ma gauche</w:t>
      </w:r>
      <w:r w:rsidR="003A025E" w:rsidRPr="004572A7">
        <w:t xml:space="preserve">, </w:t>
      </w:r>
      <w:r w:rsidRPr="004F1596">
        <w:t>il y avait neuf fenêtres</w:t>
      </w:r>
      <w:r w:rsidR="003A025E" w:rsidRPr="004572A7">
        <w:t xml:space="preserve"> : </w:t>
      </w:r>
      <w:r w:rsidRPr="004F1596">
        <w:t>trois au rez-de-chaussée</w:t>
      </w:r>
      <w:r w:rsidR="003A025E" w:rsidRPr="004572A7">
        <w:t xml:space="preserve">, </w:t>
      </w:r>
      <w:r w:rsidRPr="004F1596">
        <w:t>trois au premier étage</w:t>
      </w:r>
      <w:r w:rsidR="003A025E" w:rsidRPr="004572A7">
        <w:t xml:space="preserve">, </w:t>
      </w:r>
      <w:r w:rsidRPr="004F1596">
        <w:t>au-dessus d</w:t>
      </w:r>
      <w:r w:rsidR="003A025E" w:rsidRPr="004572A7">
        <w:t>’</w:t>
      </w:r>
      <w:r w:rsidRPr="004F1596">
        <w:t>un grand balcon</w:t>
      </w:r>
      <w:r w:rsidR="003A025E" w:rsidRPr="004572A7">
        <w:t xml:space="preserve">, </w:t>
      </w:r>
      <w:r w:rsidRPr="004F1596">
        <w:t>trois au deuxième étage</w:t>
      </w:r>
      <w:r w:rsidR="003A025E" w:rsidRPr="004572A7">
        <w:t xml:space="preserve">, </w:t>
      </w:r>
      <w:r w:rsidRPr="004F1596">
        <w:t>plus deux petites lucarnes</w:t>
      </w:r>
      <w:r w:rsidR="003A025E" w:rsidRPr="004572A7">
        <w:t xml:space="preserve">, </w:t>
      </w:r>
      <w:r w:rsidRPr="004F1596">
        <w:t>qui devaient donner dans une mansarde</w:t>
      </w:r>
      <w:r w:rsidR="003A025E" w:rsidRPr="004572A7">
        <w:t xml:space="preserve">. </w:t>
      </w:r>
      <w:r w:rsidRPr="004F1596">
        <w:t>Partout les volets paraissaient fermés hermétiquement</w:t>
      </w:r>
      <w:r w:rsidR="003A025E" w:rsidRPr="004572A7">
        <w:t xml:space="preserve">. </w:t>
      </w:r>
      <w:r w:rsidRPr="004F1596">
        <w:t>Aucun bruit ne parvenait de l</w:t>
      </w:r>
      <w:r w:rsidR="003A025E" w:rsidRPr="004572A7">
        <w:t>’</w:t>
      </w:r>
      <w:r w:rsidRPr="004F1596">
        <w:t>intérieur de la maison</w:t>
      </w:r>
      <w:r w:rsidR="003A025E" w:rsidRPr="004572A7">
        <w:t xml:space="preserve"> ; </w:t>
      </w:r>
      <w:r w:rsidRPr="004F1596">
        <w:t>un silence profond pesait sur toute la campagne environnante</w:t>
      </w:r>
      <w:r w:rsidR="003A025E" w:rsidRPr="004572A7">
        <w:t xml:space="preserve">… </w:t>
      </w:r>
      <w:r w:rsidRPr="004F1596">
        <w:t>J</w:t>
      </w:r>
      <w:r w:rsidR="003A025E" w:rsidRPr="004572A7">
        <w:t>’</w:t>
      </w:r>
      <w:r w:rsidRPr="004F1596">
        <w:t>étais seul</w:t>
      </w:r>
      <w:r w:rsidR="003A025E" w:rsidRPr="004572A7">
        <w:t>.</w:t>
      </w:r>
    </w:p>
    <w:p w14:paraId="0892DC57" w14:textId="77777777" w:rsidR="003A025E" w:rsidRPr="004572A7" w:rsidRDefault="004F1596" w:rsidP="004F1596">
      <w:r w:rsidRPr="004F1596">
        <w:lastRenderedPageBreak/>
        <w:t>Le vent commençait à fraîchir et soufflait dans les hauts platanes de la route</w:t>
      </w:r>
      <w:r w:rsidR="003A025E" w:rsidRPr="004572A7">
        <w:t xml:space="preserve">. </w:t>
      </w:r>
      <w:r w:rsidRPr="004F1596">
        <w:t>Quelques nuages voilèrent la clarté de la lune</w:t>
      </w:r>
      <w:r w:rsidR="003A025E" w:rsidRPr="004572A7">
        <w:t>…</w:t>
      </w:r>
    </w:p>
    <w:p w14:paraId="051BAD48" w14:textId="77777777" w:rsidR="003A025E" w:rsidRPr="004572A7" w:rsidRDefault="004F1596" w:rsidP="004F1596">
      <w:r w:rsidRPr="004F1596">
        <w:t>Le moment d</w:t>
      </w:r>
      <w:r w:rsidR="003A025E" w:rsidRPr="004572A7">
        <w:t>’</w:t>
      </w:r>
      <w:r w:rsidRPr="004F1596">
        <w:t>agir était venu</w:t>
      </w:r>
      <w:r w:rsidR="003A025E" w:rsidRPr="004572A7">
        <w:t>…</w:t>
      </w:r>
    </w:p>
    <w:p w14:paraId="11D35510" w14:textId="77777777" w:rsidR="003A025E" w:rsidRPr="004572A7" w:rsidRDefault="004F1596" w:rsidP="004F1596">
      <w:r w:rsidRPr="004F1596">
        <w:t>Je m</w:t>
      </w:r>
      <w:r w:rsidR="003A025E" w:rsidRPr="004572A7">
        <w:t>’</w:t>
      </w:r>
      <w:r w:rsidRPr="004F1596">
        <w:t>approchai des fenêtres du rez-de-chaussée et je tirai les volets à moi</w:t>
      </w:r>
      <w:r w:rsidR="003A025E" w:rsidRPr="004572A7">
        <w:t xml:space="preserve"> ; </w:t>
      </w:r>
      <w:r w:rsidRPr="004F1596">
        <w:t>ils résistèrent</w:t>
      </w:r>
      <w:r w:rsidR="003A025E" w:rsidRPr="004572A7">
        <w:t xml:space="preserve">. </w:t>
      </w:r>
      <w:r w:rsidRPr="004F1596">
        <w:t>Je les tirai avec plus de force</w:t>
      </w:r>
      <w:r w:rsidR="003A025E" w:rsidRPr="004572A7">
        <w:t xml:space="preserve">, </w:t>
      </w:r>
      <w:r w:rsidRPr="004F1596">
        <w:t>mais inutilement</w:t>
      </w:r>
      <w:r w:rsidR="003A025E" w:rsidRPr="004572A7">
        <w:t xml:space="preserve">. </w:t>
      </w:r>
      <w:r w:rsidRPr="004F1596">
        <w:t>J</w:t>
      </w:r>
      <w:r w:rsidR="003A025E" w:rsidRPr="004572A7">
        <w:t>’</w:t>
      </w:r>
      <w:r w:rsidRPr="004F1596">
        <w:t>essayai de les soulever</w:t>
      </w:r>
      <w:r w:rsidR="003A025E" w:rsidRPr="004572A7">
        <w:t xml:space="preserve"> : </w:t>
      </w:r>
      <w:r w:rsidRPr="004F1596">
        <w:t>impossible</w:t>
      </w:r>
      <w:r w:rsidR="003A025E" w:rsidRPr="004572A7">
        <w:t xml:space="preserve">, </w:t>
      </w:r>
      <w:r w:rsidRPr="004F1596">
        <w:t>les gonds étaient scellés dans le mur</w:t>
      </w:r>
      <w:r w:rsidR="003A025E" w:rsidRPr="004572A7">
        <w:t xml:space="preserve">, </w:t>
      </w:r>
      <w:r w:rsidRPr="004F1596">
        <w:t>sur les panneaux d</w:t>
      </w:r>
      <w:r w:rsidR="003A025E" w:rsidRPr="004572A7">
        <w:t>’</w:t>
      </w:r>
      <w:r w:rsidRPr="004F1596">
        <w:t>embrasement</w:t>
      </w:r>
      <w:r w:rsidR="003A025E" w:rsidRPr="004572A7">
        <w:t xml:space="preserve">, </w:t>
      </w:r>
      <w:r w:rsidRPr="004F1596">
        <w:t>ce qui rendait sans effet toute tentative de ce genre</w:t>
      </w:r>
      <w:r w:rsidR="003A025E" w:rsidRPr="004572A7">
        <w:t xml:space="preserve">. </w:t>
      </w:r>
      <w:r w:rsidRPr="004F1596">
        <w:t>Je poussai la porte de service</w:t>
      </w:r>
      <w:r w:rsidR="003A025E" w:rsidRPr="004572A7">
        <w:t xml:space="preserve"> : </w:t>
      </w:r>
      <w:r w:rsidRPr="004F1596">
        <w:t>elle était fermée</w:t>
      </w:r>
      <w:r w:rsidR="003A025E" w:rsidRPr="004572A7">
        <w:t xml:space="preserve">. </w:t>
      </w:r>
      <w:r w:rsidRPr="004F1596">
        <w:t>Je fis le tour de la villa et j</w:t>
      </w:r>
      <w:r w:rsidR="003A025E" w:rsidRPr="004572A7">
        <w:t>’</w:t>
      </w:r>
      <w:r w:rsidRPr="004F1596">
        <w:t>examinai</w:t>
      </w:r>
      <w:r w:rsidR="003A025E" w:rsidRPr="004572A7">
        <w:t xml:space="preserve">, </w:t>
      </w:r>
      <w:r w:rsidRPr="004F1596">
        <w:t>sans aucun résultat</w:t>
      </w:r>
      <w:r w:rsidR="003A025E" w:rsidRPr="004572A7">
        <w:t xml:space="preserve">, </w:t>
      </w:r>
      <w:r w:rsidRPr="004F1596">
        <w:t>toutes les autres fenêtres du rez-de-chaussée</w:t>
      </w:r>
      <w:r w:rsidR="003A025E" w:rsidRPr="004572A7">
        <w:t xml:space="preserve">, </w:t>
      </w:r>
      <w:r w:rsidRPr="004F1596">
        <w:t>la porte principale d</w:t>
      </w:r>
      <w:r w:rsidR="003A025E" w:rsidRPr="004572A7">
        <w:t>’</w:t>
      </w:r>
      <w:r w:rsidRPr="004F1596">
        <w:t>entrée et un large soupirail défendu par des barreaux de fer</w:t>
      </w:r>
      <w:r w:rsidR="003A025E" w:rsidRPr="004572A7">
        <w:t>.</w:t>
      </w:r>
    </w:p>
    <w:p w14:paraId="7372F93D" w14:textId="77777777" w:rsidR="003A025E" w:rsidRPr="004572A7" w:rsidRDefault="004F1596" w:rsidP="004F1596">
      <w:r w:rsidRPr="004F1596">
        <w:t>Je commençais à être découragé et je me demandais si je ne serais pas obligé de revenir une autre fois</w:t>
      </w:r>
      <w:r w:rsidR="003A025E" w:rsidRPr="004572A7">
        <w:t xml:space="preserve">, </w:t>
      </w:r>
      <w:r w:rsidRPr="004F1596">
        <w:t>pour prendre l</w:t>
      </w:r>
      <w:r w:rsidR="003A025E" w:rsidRPr="004572A7">
        <w:t>’</w:t>
      </w:r>
      <w:r w:rsidRPr="004F1596">
        <w:t>empreinte des serrures</w:t>
      </w:r>
      <w:r w:rsidR="003A025E" w:rsidRPr="004572A7">
        <w:t xml:space="preserve">, – </w:t>
      </w:r>
      <w:r w:rsidRPr="004F1596">
        <w:t>car j</w:t>
      </w:r>
      <w:r w:rsidR="003A025E" w:rsidRPr="004572A7">
        <w:t>’</w:t>
      </w:r>
      <w:r w:rsidRPr="004F1596">
        <w:t>en étais là</w:t>
      </w:r>
      <w:r w:rsidR="003A025E" w:rsidRPr="004572A7">
        <w:t xml:space="preserve"> ! – </w:t>
      </w:r>
      <w:r w:rsidRPr="004F1596">
        <w:t>lorsque je remarquai</w:t>
      </w:r>
      <w:r w:rsidR="003A025E" w:rsidRPr="004572A7">
        <w:t xml:space="preserve">, </w:t>
      </w:r>
      <w:r w:rsidRPr="004F1596">
        <w:t>au pied du soubassement</w:t>
      </w:r>
      <w:r w:rsidR="003A025E" w:rsidRPr="004572A7">
        <w:t xml:space="preserve">, </w:t>
      </w:r>
      <w:r w:rsidRPr="004F1596">
        <w:t>une ouverture de forme rectangulaire assez étroite</w:t>
      </w:r>
      <w:r w:rsidR="003A025E" w:rsidRPr="004572A7">
        <w:t xml:space="preserve">, </w:t>
      </w:r>
      <w:r w:rsidRPr="004F1596">
        <w:t>sorte de soupirail</w:t>
      </w:r>
      <w:r w:rsidR="003A025E" w:rsidRPr="004572A7">
        <w:t xml:space="preserve">, </w:t>
      </w:r>
      <w:r w:rsidRPr="004F1596">
        <w:t>destiné à aérer une cave</w:t>
      </w:r>
      <w:r w:rsidR="003A025E" w:rsidRPr="004572A7">
        <w:t xml:space="preserve">, </w:t>
      </w:r>
      <w:r w:rsidRPr="004F1596">
        <w:t>un sous-sol</w:t>
      </w:r>
      <w:r w:rsidR="003A025E" w:rsidRPr="004572A7">
        <w:t xml:space="preserve">, </w:t>
      </w:r>
      <w:r w:rsidRPr="004F1596">
        <w:t>ou un débarras quelconque</w:t>
      </w:r>
      <w:r w:rsidR="003A025E" w:rsidRPr="004572A7">
        <w:t>.</w:t>
      </w:r>
    </w:p>
    <w:p w14:paraId="1CD07C5E" w14:textId="77777777" w:rsidR="003A025E" w:rsidRPr="004572A7" w:rsidRDefault="004F1596" w:rsidP="004F1596">
      <w:r w:rsidRPr="004F1596">
        <w:t>Cette ouverture était beaucoup trop étroite pour que je pusse m</w:t>
      </w:r>
      <w:r w:rsidR="003A025E" w:rsidRPr="004572A7">
        <w:t>’</w:t>
      </w:r>
      <w:r w:rsidRPr="004F1596">
        <w:t>y engager et n</w:t>
      </w:r>
      <w:r w:rsidR="003A025E" w:rsidRPr="004572A7">
        <w:t>’</w:t>
      </w:r>
      <w:r w:rsidRPr="004F1596">
        <w:t>offrait aucune particularité</w:t>
      </w:r>
      <w:r w:rsidR="003A025E" w:rsidRPr="004572A7">
        <w:t>. « </w:t>
      </w:r>
      <w:r w:rsidRPr="004F1596">
        <w:t>On a toujours besoin d</w:t>
      </w:r>
      <w:r w:rsidR="003A025E" w:rsidRPr="004572A7">
        <w:t>’</w:t>
      </w:r>
      <w:r w:rsidRPr="004F1596">
        <w:t>un plus petit</w:t>
      </w:r>
      <w:r w:rsidR="003A025E" w:rsidRPr="004572A7">
        <w:t>… »</w:t>
      </w:r>
      <w:r w:rsidRPr="004F1596">
        <w:t xml:space="preserve"> a dit le fabuliste</w:t>
      </w:r>
      <w:r w:rsidR="003A025E" w:rsidRPr="004572A7">
        <w:t xml:space="preserve">. </w:t>
      </w:r>
      <w:r w:rsidRPr="004F1596">
        <w:t>Combien il avait raison</w:t>
      </w:r>
      <w:r w:rsidR="003A025E" w:rsidRPr="004572A7">
        <w:t xml:space="preserve">, </w:t>
      </w:r>
      <w:r w:rsidRPr="004F1596">
        <w:t>car c</w:t>
      </w:r>
      <w:r w:rsidR="003A025E" w:rsidRPr="004572A7">
        <w:t>’</w:t>
      </w:r>
      <w:r w:rsidRPr="004F1596">
        <w:t>est grâce à cette misérable ouverture que j</w:t>
      </w:r>
      <w:r w:rsidR="003A025E" w:rsidRPr="004572A7">
        <w:t>’</w:t>
      </w:r>
      <w:r w:rsidRPr="004F1596">
        <w:t>allais bientôt pénétrer dans la villa</w:t>
      </w:r>
      <w:r w:rsidR="003A025E" w:rsidRPr="004572A7">
        <w:t>.</w:t>
      </w:r>
    </w:p>
    <w:p w14:paraId="053FE883" w14:textId="77777777" w:rsidR="003A025E" w:rsidRPr="004572A7" w:rsidRDefault="004F1596" w:rsidP="004F1596">
      <w:r w:rsidRPr="004F1596">
        <w:t>Sans savoir pourquoi</w:t>
      </w:r>
      <w:r w:rsidR="003A025E" w:rsidRPr="004572A7">
        <w:t xml:space="preserve">, </w:t>
      </w:r>
      <w:r w:rsidRPr="004F1596">
        <w:t>machinalement</w:t>
      </w:r>
      <w:r w:rsidR="003A025E" w:rsidRPr="004572A7">
        <w:t xml:space="preserve">, </w:t>
      </w:r>
      <w:r w:rsidRPr="004F1596">
        <w:t>je pris ma lampe électrique et je m</w:t>
      </w:r>
      <w:r w:rsidR="003A025E" w:rsidRPr="004572A7">
        <w:t>’</w:t>
      </w:r>
      <w:r w:rsidRPr="004F1596">
        <w:t>efforçai de regarder à l</w:t>
      </w:r>
      <w:r w:rsidR="003A025E" w:rsidRPr="004572A7">
        <w:t>’</w:t>
      </w:r>
      <w:r w:rsidRPr="004F1596">
        <w:t>intérieur</w:t>
      </w:r>
      <w:r w:rsidR="003A025E" w:rsidRPr="004572A7">
        <w:t xml:space="preserve">. </w:t>
      </w:r>
      <w:r w:rsidRPr="004F1596">
        <w:t>Je distinguai aussitôt</w:t>
      </w:r>
      <w:r w:rsidR="003A025E" w:rsidRPr="004572A7">
        <w:t xml:space="preserve">, </w:t>
      </w:r>
      <w:r w:rsidRPr="004F1596">
        <w:t>accrochées à un clou planté dans la muraille à quelques centimètres à peine de l</w:t>
      </w:r>
      <w:r w:rsidR="003A025E" w:rsidRPr="004572A7">
        <w:t>’</w:t>
      </w:r>
      <w:r w:rsidRPr="004F1596">
        <w:t>intérieur</w:t>
      </w:r>
      <w:r w:rsidR="003A025E" w:rsidRPr="004572A7">
        <w:t xml:space="preserve">, </w:t>
      </w:r>
      <w:r w:rsidRPr="004F1596">
        <w:t>une clef et une feuille de papier blanc pliée en deux</w:t>
      </w:r>
      <w:r w:rsidR="003A025E" w:rsidRPr="004572A7">
        <w:t xml:space="preserve">. </w:t>
      </w:r>
      <w:r w:rsidRPr="004F1596">
        <w:t>Je m</w:t>
      </w:r>
      <w:r w:rsidR="003A025E" w:rsidRPr="004572A7">
        <w:t>’</w:t>
      </w:r>
      <w:r w:rsidRPr="004F1596">
        <w:t>empressai de déplier la feuille et je lus ces mots tracés à l</w:t>
      </w:r>
      <w:r w:rsidR="003A025E" w:rsidRPr="004572A7">
        <w:t>’</w:t>
      </w:r>
      <w:r w:rsidRPr="004F1596">
        <w:t>encre</w:t>
      </w:r>
      <w:r w:rsidR="003A025E" w:rsidRPr="004572A7">
        <w:t> :</w:t>
      </w:r>
    </w:p>
    <w:p w14:paraId="7FC78C34" w14:textId="77777777" w:rsidR="003A025E" w:rsidRPr="004572A7" w:rsidRDefault="004F1596" w:rsidP="004F1596">
      <w:pPr>
        <w:rPr>
          <w:i/>
          <w:iCs/>
        </w:rPr>
      </w:pPr>
      <w:r w:rsidRPr="004F1596">
        <w:rPr>
          <w:i/>
          <w:iCs/>
        </w:rPr>
        <w:lastRenderedPageBreak/>
        <w:t>Ma chère amie</w:t>
      </w:r>
      <w:r w:rsidR="003A025E" w:rsidRPr="004572A7">
        <w:rPr>
          <w:i/>
          <w:iCs/>
        </w:rPr>
        <w:t>,</w:t>
      </w:r>
    </w:p>
    <w:p w14:paraId="255AA3F3" w14:textId="77777777" w:rsidR="003A025E" w:rsidRPr="004572A7" w:rsidRDefault="004F1596" w:rsidP="004F1596">
      <w:pPr>
        <w:rPr>
          <w:i/>
          <w:iCs/>
        </w:rPr>
      </w:pPr>
      <w:r w:rsidRPr="004F1596">
        <w:rPr>
          <w:i/>
          <w:iCs/>
        </w:rPr>
        <w:t>J</w:t>
      </w:r>
      <w:r w:rsidR="003A025E" w:rsidRPr="004572A7">
        <w:rPr>
          <w:i/>
          <w:iCs/>
        </w:rPr>
        <w:t>’</w:t>
      </w:r>
      <w:r w:rsidRPr="004F1596">
        <w:rPr>
          <w:i/>
          <w:iCs/>
        </w:rPr>
        <w:t>ai reçu ta lettre aujourd</w:t>
      </w:r>
      <w:r w:rsidR="003A025E" w:rsidRPr="004572A7">
        <w:rPr>
          <w:i/>
          <w:iCs/>
        </w:rPr>
        <w:t>’</w:t>
      </w:r>
      <w:r w:rsidRPr="004F1596">
        <w:rPr>
          <w:i/>
          <w:iCs/>
        </w:rPr>
        <w:t>hui à trois heures</w:t>
      </w:r>
      <w:r w:rsidR="003A025E" w:rsidRPr="004572A7">
        <w:rPr>
          <w:i/>
          <w:iCs/>
        </w:rPr>
        <w:t xml:space="preserve">, </w:t>
      </w:r>
      <w:r w:rsidRPr="004F1596">
        <w:rPr>
          <w:i/>
          <w:iCs/>
        </w:rPr>
        <w:t>mais je suis obligé de m</w:t>
      </w:r>
      <w:r w:rsidR="003A025E" w:rsidRPr="004572A7">
        <w:rPr>
          <w:i/>
          <w:iCs/>
        </w:rPr>
        <w:t>’</w:t>
      </w:r>
      <w:r w:rsidRPr="004F1596">
        <w:rPr>
          <w:i/>
          <w:iCs/>
        </w:rPr>
        <w:t>absenter jusqu</w:t>
      </w:r>
      <w:r w:rsidR="003A025E" w:rsidRPr="004572A7">
        <w:rPr>
          <w:i/>
          <w:iCs/>
        </w:rPr>
        <w:t>’</w:t>
      </w:r>
      <w:r w:rsidRPr="004F1596">
        <w:rPr>
          <w:i/>
          <w:iCs/>
        </w:rPr>
        <w:t>à demain soir</w:t>
      </w:r>
      <w:r w:rsidR="003A025E" w:rsidRPr="004572A7">
        <w:rPr>
          <w:i/>
          <w:iCs/>
        </w:rPr>
        <w:t xml:space="preserve">. </w:t>
      </w:r>
      <w:r w:rsidRPr="004F1596">
        <w:rPr>
          <w:i/>
          <w:iCs/>
        </w:rPr>
        <w:t>Je cours chez L</w:t>
      </w:r>
      <w:r w:rsidR="003A025E" w:rsidRPr="004572A7">
        <w:rPr>
          <w:i/>
          <w:iCs/>
        </w:rPr>
        <w:t xml:space="preserve">… </w:t>
      </w:r>
      <w:r w:rsidRPr="004F1596">
        <w:rPr>
          <w:i/>
          <w:iCs/>
        </w:rPr>
        <w:t>renouveler ma provision de B</w:t>
      </w:r>
      <w:r w:rsidR="003A025E" w:rsidRPr="004572A7">
        <w:rPr>
          <w:i/>
          <w:iCs/>
        </w:rPr>
        <w:t xml:space="preserve">… </w:t>
      </w:r>
      <w:r w:rsidRPr="004F1596">
        <w:rPr>
          <w:i/>
          <w:iCs/>
        </w:rPr>
        <w:t>et je reviens</w:t>
      </w:r>
      <w:r w:rsidR="003A025E" w:rsidRPr="004572A7">
        <w:rPr>
          <w:i/>
          <w:iCs/>
        </w:rPr>
        <w:t xml:space="preserve">. </w:t>
      </w:r>
      <w:r w:rsidRPr="004F1596">
        <w:rPr>
          <w:i/>
          <w:iCs/>
        </w:rPr>
        <w:t>Il est regrettable que tu aies égaré tes clefs</w:t>
      </w:r>
      <w:r w:rsidR="003A025E" w:rsidRPr="004572A7">
        <w:rPr>
          <w:i/>
          <w:iCs/>
        </w:rPr>
        <w:t xml:space="preserve"> ; </w:t>
      </w:r>
      <w:r w:rsidRPr="004F1596">
        <w:rPr>
          <w:i/>
          <w:iCs/>
        </w:rPr>
        <w:t>il faut absolument que nous ayons chacun les nôtres</w:t>
      </w:r>
      <w:r w:rsidR="003A025E" w:rsidRPr="004572A7">
        <w:rPr>
          <w:i/>
          <w:iCs/>
        </w:rPr>
        <w:t xml:space="preserve"> ; </w:t>
      </w:r>
      <w:r w:rsidRPr="004F1596">
        <w:rPr>
          <w:i/>
          <w:iCs/>
        </w:rPr>
        <w:t>c</w:t>
      </w:r>
      <w:r w:rsidR="003A025E" w:rsidRPr="004572A7">
        <w:rPr>
          <w:i/>
          <w:iCs/>
        </w:rPr>
        <w:t>’</w:t>
      </w:r>
      <w:r w:rsidRPr="004F1596">
        <w:rPr>
          <w:i/>
          <w:iCs/>
        </w:rPr>
        <w:t>est plus prudent</w:t>
      </w:r>
      <w:r w:rsidR="003A025E" w:rsidRPr="004572A7">
        <w:rPr>
          <w:i/>
          <w:iCs/>
        </w:rPr>
        <w:t xml:space="preserve">. </w:t>
      </w:r>
      <w:r w:rsidRPr="004F1596">
        <w:rPr>
          <w:i/>
          <w:iCs/>
        </w:rPr>
        <w:t>Pour le cas où tu arriverais cette nuit</w:t>
      </w:r>
      <w:r w:rsidR="003A025E" w:rsidRPr="004572A7">
        <w:rPr>
          <w:i/>
          <w:iCs/>
        </w:rPr>
        <w:t xml:space="preserve">, </w:t>
      </w:r>
      <w:r w:rsidRPr="004F1596">
        <w:rPr>
          <w:i/>
          <w:iCs/>
        </w:rPr>
        <w:t>j</w:t>
      </w:r>
      <w:r w:rsidR="003A025E" w:rsidRPr="004572A7">
        <w:rPr>
          <w:i/>
          <w:iCs/>
        </w:rPr>
        <w:t>’</w:t>
      </w:r>
      <w:r w:rsidRPr="004F1596">
        <w:rPr>
          <w:i/>
          <w:iCs/>
        </w:rPr>
        <w:t>ai laissé ici le passe-partout de la petite porte de service</w:t>
      </w:r>
      <w:r w:rsidR="003A025E" w:rsidRPr="004572A7">
        <w:rPr>
          <w:i/>
          <w:iCs/>
        </w:rPr>
        <w:t xml:space="preserve">. </w:t>
      </w:r>
      <w:r w:rsidRPr="004F1596">
        <w:rPr>
          <w:i/>
          <w:iCs/>
        </w:rPr>
        <w:t>Tu recommanderas bien à Jean de ne pas s</w:t>
      </w:r>
      <w:r w:rsidR="003A025E" w:rsidRPr="004572A7">
        <w:rPr>
          <w:i/>
          <w:iCs/>
        </w:rPr>
        <w:t>’</w:t>
      </w:r>
      <w:r w:rsidRPr="004F1596">
        <w:rPr>
          <w:i/>
          <w:iCs/>
        </w:rPr>
        <w:t>occuper de mon cabinet de travail</w:t>
      </w:r>
      <w:r w:rsidR="003A025E" w:rsidRPr="004572A7">
        <w:rPr>
          <w:i/>
          <w:iCs/>
        </w:rPr>
        <w:t xml:space="preserve">, </w:t>
      </w:r>
      <w:r w:rsidRPr="004F1596">
        <w:rPr>
          <w:i/>
          <w:iCs/>
        </w:rPr>
        <w:t>comme il le fait d</w:t>
      </w:r>
      <w:r w:rsidR="003A025E" w:rsidRPr="004572A7">
        <w:rPr>
          <w:i/>
          <w:iCs/>
        </w:rPr>
        <w:t>’</w:t>
      </w:r>
      <w:r w:rsidRPr="004F1596">
        <w:rPr>
          <w:i/>
          <w:iCs/>
        </w:rPr>
        <w:t>habitude</w:t>
      </w:r>
      <w:r w:rsidR="003A025E" w:rsidRPr="004572A7">
        <w:rPr>
          <w:i/>
          <w:iCs/>
        </w:rPr>
        <w:t xml:space="preserve">, </w:t>
      </w:r>
      <w:r w:rsidRPr="004F1596">
        <w:rPr>
          <w:i/>
          <w:iCs/>
        </w:rPr>
        <w:t>j</w:t>
      </w:r>
      <w:r w:rsidR="003A025E" w:rsidRPr="004572A7">
        <w:rPr>
          <w:i/>
          <w:iCs/>
        </w:rPr>
        <w:t>’</w:t>
      </w:r>
      <w:r w:rsidRPr="004F1596">
        <w:rPr>
          <w:i/>
          <w:iCs/>
        </w:rPr>
        <w:t>ai mis en œuvre plusieurs choses délicates qui ne doivent pas être dérangées</w:t>
      </w:r>
      <w:r w:rsidR="003A025E" w:rsidRPr="004572A7">
        <w:rPr>
          <w:i/>
          <w:iCs/>
        </w:rPr>
        <w:t xml:space="preserve">. </w:t>
      </w:r>
      <w:r w:rsidRPr="004F1596">
        <w:rPr>
          <w:i/>
          <w:iCs/>
        </w:rPr>
        <w:t>Tu me comprends</w:t>
      </w:r>
      <w:r w:rsidR="003A025E" w:rsidRPr="004572A7">
        <w:rPr>
          <w:i/>
          <w:iCs/>
        </w:rPr>
        <w:t> ?</w:t>
      </w:r>
    </w:p>
    <w:p w14:paraId="21505AE6" w14:textId="77777777" w:rsidR="003A025E" w:rsidRPr="004572A7" w:rsidRDefault="004F1596" w:rsidP="004F1596">
      <w:pPr>
        <w:rPr>
          <w:i/>
          <w:iCs/>
        </w:rPr>
      </w:pPr>
      <w:r w:rsidRPr="004F1596">
        <w:rPr>
          <w:i/>
          <w:iCs/>
        </w:rPr>
        <w:t>Tendrement tien</w:t>
      </w:r>
      <w:r w:rsidR="003A025E" w:rsidRPr="004572A7">
        <w:rPr>
          <w:i/>
          <w:iCs/>
        </w:rPr>
        <w:t>.</w:t>
      </w:r>
    </w:p>
    <w:p w14:paraId="22BBF72F" w14:textId="77777777" w:rsidR="003A025E" w:rsidRPr="004572A7" w:rsidRDefault="00F5346B" w:rsidP="00E22C94">
      <w:pPr>
        <w:ind w:right="566"/>
        <w:jc w:val="right"/>
      </w:pPr>
      <w:r w:rsidRPr="004F1596">
        <w:t>R</w:t>
      </w:r>
      <w:r w:rsidRPr="00E22C94">
        <w:rPr>
          <w:sz w:val="32"/>
          <w:szCs w:val="32"/>
        </w:rPr>
        <w:t>OBERT</w:t>
      </w:r>
      <w:r w:rsidR="003A025E" w:rsidRPr="004572A7">
        <w:t>.</w:t>
      </w:r>
    </w:p>
    <w:p w14:paraId="20068072" w14:textId="77777777" w:rsidR="003A025E" w:rsidRPr="004572A7" w:rsidRDefault="004F1596" w:rsidP="004F1596">
      <w:r w:rsidRPr="004F1596">
        <w:t>Il n</w:t>
      </w:r>
      <w:r w:rsidR="003A025E" w:rsidRPr="004572A7">
        <w:t>’</w:t>
      </w:r>
      <w:r w:rsidRPr="004F1596">
        <w:t>y avait plus de doute</w:t>
      </w:r>
      <w:r w:rsidR="003A025E" w:rsidRPr="004572A7">
        <w:t> : M</w:t>
      </w:r>
      <w:r w:rsidR="003A025E" w:rsidRPr="004572A7">
        <w:rPr>
          <w:vertAlign w:val="superscript"/>
        </w:rPr>
        <w:t>me</w:t>
      </w:r>
      <w:r w:rsidR="003A025E" w:rsidRPr="004572A7">
        <w:t> de </w:t>
      </w:r>
      <w:proofErr w:type="spellStart"/>
      <w:r w:rsidRPr="004F1596">
        <w:t>Flossanges</w:t>
      </w:r>
      <w:proofErr w:type="spellEnd"/>
      <w:r w:rsidRPr="004F1596">
        <w:t xml:space="preserve"> et Surgères se connaissaient de longue date et ils devaient avoir l</w:t>
      </w:r>
      <w:r w:rsidR="003A025E" w:rsidRPr="004572A7">
        <w:t>’</w:t>
      </w:r>
      <w:r w:rsidRPr="004F1596">
        <w:t>habitude d</w:t>
      </w:r>
      <w:r w:rsidR="003A025E" w:rsidRPr="004572A7">
        <w:t>’</w:t>
      </w:r>
      <w:r w:rsidRPr="004F1596">
        <w:t>utiliser cette cachette postale dans certaines circonstances</w:t>
      </w:r>
      <w:r w:rsidR="003A025E" w:rsidRPr="004572A7">
        <w:t>.</w:t>
      </w:r>
    </w:p>
    <w:p w14:paraId="347A5BFF" w14:textId="77777777" w:rsidR="003A025E" w:rsidRPr="004572A7" w:rsidRDefault="004F1596" w:rsidP="004F1596">
      <w:r w:rsidRPr="00090D0E">
        <w:t>Je n</w:t>
      </w:r>
      <w:r w:rsidR="003A025E" w:rsidRPr="00090D0E">
        <w:t>’</w:t>
      </w:r>
      <w:r w:rsidRPr="00090D0E">
        <w:t>avais pas une minute à perdre</w:t>
      </w:r>
      <w:r w:rsidR="003A025E" w:rsidRPr="00090D0E">
        <w:t xml:space="preserve">. </w:t>
      </w:r>
      <w:r w:rsidRPr="00090D0E">
        <w:t>En effet</w:t>
      </w:r>
      <w:r w:rsidR="003A025E" w:rsidRPr="00090D0E">
        <w:t xml:space="preserve">, </w:t>
      </w:r>
      <w:r w:rsidRPr="00090D0E">
        <w:t>si</w:t>
      </w:r>
      <w:r w:rsidR="003A025E" w:rsidRPr="00090D0E">
        <w:t xml:space="preserve">, </w:t>
      </w:r>
      <w:r w:rsidRPr="00090D0E">
        <w:t>d</w:t>
      </w:r>
      <w:r w:rsidR="003A025E" w:rsidRPr="00090D0E">
        <w:t>’</w:t>
      </w:r>
      <w:r w:rsidRPr="00090D0E">
        <w:t>une part</w:t>
      </w:r>
      <w:r w:rsidR="003A025E" w:rsidRPr="00090D0E">
        <w:t xml:space="preserve">, </w:t>
      </w:r>
      <w:r w:rsidRPr="00090D0E">
        <w:t>la fortune me favorisait d</w:t>
      </w:r>
      <w:r w:rsidR="003A025E" w:rsidRPr="00090D0E">
        <w:t>’</w:t>
      </w:r>
      <w:r w:rsidRPr="00090D0E">
        <w:t>une manière inespérée</w:t>
      </w:r>
      <w:r w:rsidR="003A025E" w:rsidRPr="00090D0E">
        <w:t xml:space="preserve">, </w:t>
      </w:r>
      <w:r w:rsidRPr="00090D0E">
        <w:t>d</w:t>
      </w:r>
      <w:r w:rsidR="003A025E" w:rsidRPr="00090D0E">
        <w:t>’</w:t>
      </w:r>
      <w:r w:rsidRPr="00090D0E">
        <w:t>autre</w:t>
      </w:r>
      <w:r w:rsidRPr="004F1596">
        <w:t xml:space="preserve"> part</w:t>
      </w:r>
      <w:r w:rsidR="003A025E" w:rsidRPr="004572A7">
        <w:t xml:space="preserve">, </w:t>
      </w:r>
      <w:r w:rsidRPr="004F1596">
        <w:t>la comtesse pouvait arriver sur mes talons</w:t>
      </w:r>
      <w:r w:rsidR="003A025E" w:rsidRPr="004572A7">
        <w:t xml:space="preserve">, </w:t>
      </w:r>
      <w:r w:rsidRPr="004F1596">
        <w:t>flanquée de ce troisième personnage auquel Surgères faisait allusion</w:t>
      </w:r>
      <w:r w:rsidR="003A025E" w:rsidRPr="004572A7">
        <w:t xml:space="preserve">, </w:t>
      </w:r>
      <w:r w:rsidRPr="004F1596">
        <w:t>quelque serviteur dévoué</w:t>
      </w:r>
      <w:r w:rsidR="003A025E" w:rsidRPr="004572A7">
        <w:t xml:space="preserve">, </w:t>
      </w:r>
      <w:r w:rsidRPr="004F1596">
        <w:t>sans doute</w:t>
      </w:r>
      <w:r w:rsidR="003A025E" w:rsidRPr="004572A7">
        <w:t xml:space="preserve">, </w:t>
      </w:r>
      <w:r w:rsidRPr="004F1596">
        <w:t>dont la rencontre ne pouvait</w:t>
      </w:r>
      <w:r w:rsidR="003A025E" w:rsidRPr="004572A7">
        <w:t xml:space="preserve">, </w:t>
      </w:r>
      <w:r w:rsidRPr="004F1596">
        <w:t>en aucune façon</w:t>
      </w:r>
      <w:r w:rsidR="003A025E" w:rsidRPr="004572A7">
        <w:t xml:space="preserve">, </w:t>
      </w:r>
      <w:r w:rsidRPr="004F1596">
        <w:t>m</w:t>
      </w:r>
      <w:r w:rsidR="003A025E" w:rsidRPr="004572A7">
        <w:t>’</w:t>
      </w:r>
      <w:r w:rsidRPr="004F1596">
        <w:t>être agréable</w:t>
      </w:r>
      <w:r w:rsidR="003A025E" w:rsidRPr="004572A7">
        <w:t xml:space="preserve">. </w:t>
      </w:r>
      <w:r w:rsidRPr="004F1596">
        <w:t>Je remis donc</w:t>
      </w:r>
      <w:r w:rsidR="003A025E" w:rsidRPr="004572A7">
        <w:t xml:space="preserve">, </w:t>
      </w:r>
      <w:r w:rsidRPr="004F1596">
        <w:t>sans tarder</w:t>
      </w:r>
      <w:r w:rsidR="003A025E" w:rsidRPr="004572A7">
        <w:t xml:space="preserve">, </w:t>
      </w:r>
      <w:r w:rsidRPr="004F1596">
        <w:t>l</w:t>
      </w:r>
      <w:r w:rsidR="003A025E" w:rsidRPr="004572A7">
        <w:t>’</w:t>
      </w:r>
      <w:r w:rsidRPr="004F1596">
        <w:t>étrange lettre à sa place et je m</w:t>
      </w:r>
      <w:r w:rsidR="003A025E" w:rsidRPr="004572A7">
        <w:t>’</w:t>
      </w:r>
      <w:r w:rsidRPr="004F1596">
        <w:t>empressai d</w:t>
      </w:r>
      <w:r w:rsidR="003A025E" w:rsidRPr="004572A7">
        <w:t>’</w:t>
      </w:r>
      <w:r w:rsidRPr="004F1596">
        <w:t>aller ouvrir la porte de service</w:t>
      </w:r>
      <w:r w:rsidR="003A025E" w:rsidRPr="004572A7">
        <w:t>.</w:t>
      </w:r>
    </w:p>
    <w:p w14:paraId="55282385" w14:textId="77777777" w:rsidR="003A025E" w:rsidRPr="004572A7" w:rsidRDefault="004F1596" w:rsidP="004F1596">
      <w:r w:rsidRPr="004F1596">
        <w:t>Enfin</w:t>
      </w:r>
      <w:r w:rsidR="003A025E" w:rsidRPr="004572A7">
        <w:t xml:space="preserve">, </w:t>
      </w:r>
      <w:r w:rsidRPr="004F1596">
        <w:t>j</w:t>
      </w:r>
      <w:r w:rsidR="003A025E" w:rsidRPr="004572A7">
        <w:t>’</w:t>
      </w:r>
      <w:r w:rsidRPr="004F1596">
        <w:t>étais dans la place</w:t>
      </w:r>
      <w:r w:rsidR="003A025E" w:rsidRPr="004572A7">
        <w:t> !</w:t>
      </w:r>
    </w:p>
    <w:p w14:paraId="7FE79601" w14:textId="77777777" w:rsidR="003A025E" w:rsidRPr="004572A7" w:rsidRDefault="007E47D1" w:rsidP="004F1596">
      <w:r w:rsidRPr="004572A7">
        <w:t>À</w:t>
      </w:r>
      <w:r w:rsidR="004F1596" w:rsidRPr="004F1596">
        <w:t xml:space="preserve"> la lueur de mon modeste détecteur électrique</w:t>
      </w:r>
      <w:r w:rsidR="003A025E" w:rsidRPr="004572A7">
        <w:t xml:space="preserve">, </w:t>
      </w:r>
      <w:r w:rsidR="004F1596" w:rsidRPr="004F1596">
        <w:t>je pus constater que je me trouvais dans un long couloir traversant</w:t>
      </w:r>
      <w:r w:rsidR="003A025E" w:rsidRPr="004572A7">
        <w:t xml:space="preserve">, </w:t>
      </w:r>
      <w:r w:rsidR="004F1596" w:rsidRPr="004F1596">
        <w:t>d</w:t>
      </w:r>
      <w:r w:rsidR="003A025E" w:rsidRPr="004572A7">
        <w:t>’</w:t>
      </w:r>
      <w:r w:rsidR="004F1596" w:rsidRPr="004F1596">
        <w:t>une extrémité à l</w:t>
      </w:r>
      <w:r w:rsidR="003A025E" w:rsidRPr="004572A7">
        <w:t>’</w:t>
      </w:r>
      <w:r w:rsidR="004F1596" w:rsidRPr="004F1596">
        <w:t>autre</w:t>
      </w:r>
      <w:r w:rsidR="003A025E" w:rsidRPr="004572A7">
        <w:t xml:space="preserve">, </w:t>
      </w:r>
      <w:r w:rsidR="004F1596" w:rsidRPr="004F1596">
        <w:t>toute la maison</w:t>
      </w:r>
      <w:r w:rsidR="003A025E" w:rsidRPr="004572A7">
        <w:t xml:space="preserve">. </w:t>
      </w:r>
      <w:r w:rsidR="004F1596" w:rsidRPr="004F1596">
        <w:t xml:space="preserve">Après avoir fermé </w:t>
      </w:r>
      <w:r w:rsidR="004F1596" w:rsidRPr="004F1596">
        <w:lastRenderedPageBreak/>
        <w:t>la porte de service derrière moi</w:t>
      </w:r>
      <w:r w:rsidR="003A025E" w:rsidRPr="004572A7">
        <w:t xml:space="preserve">, </w:t>
      </w:r>
      <w:r w:rsidR="004F1596" w:rsidRPr="004F1596">
        <w:t>et</w:t>
      </w:r>
      <w:r w:rsidR="003A025E" w:rsidRPr="004572A7">
        <w:t xml:space="preserve">, </w:t>
      </w:r>
      <w:r w:rsidR="004F1596" w:rsidRPr="004F1596">
        <w:t>par prudence</w:t>
      </w:r>
      <w:r w:rsidR="003A025E" w:rsidRPr="004572A7">
        <w:t xml:space="preserve">, </w:t>
      </w:r>
      <w:r w:rsidR="004F1596" w:rsidRPr="004F1596">
        <w:t>retiré la clef</w:t>
      </w:r>
      <w:r w:rsidR="003A025E" w:rsidRPr="004572A7">
        <w:t xml:space="preserve">, </w:t>
      </w:r>
      <w:r w:rsidR="004F1596" w:rsidRPr="004F1596">
        <w:t>je me dirigeai vers la porte principale</w:t>
      </w:r>
      <w:r w:rsidR="003A025E" w:rsidRPr="004572A7">
        <w:t>.</w:t>
      </w:r>
    </w:p>
    <w:p w14:paraId="7272ABC2" w14:textId="77777777" w:rsidR="003A025E" w:rsidRPr="004572A7" w:rsidRDefault="004F1596" w:rsidP="004F1596">
      <w:r w:rsidRPr="004F1596">
        <w:t>J</w:t>
      </w:r>
      <w:r w:rsidR="003A025E" w:rsidRPr="004572A7">
        <w:t>’</w:t>
      </w:r>
      <w:r w:rsidRPr="004F1596">
        <w:t>entrai dans une sorte de petit cabinet de lecture</w:t>
      </w:r>
      <w:r w:rsidR="003A025E" w:rsidRPr="004572A7">
        <w:t xml:space="preserve">, </w:t>
      </w:r>
      <w:r w:rsidRPr="004F1596">
        <w:t>j</w:t>
      </w:r>
      <w:r w:rsidR="003A025E" w:rsidRPr="004572A7">
        <w:t>’</w:t>
      </w:r>
      <w:r w:rsidRPr="004F1596">
        <w:t>ouvris la fenêtre</w:t>
      </w:r>
      <w:r w:rsidR="003A025E" w:rsidRPr="004572A7">
        <w:t xml:space="preserve">, </w:t>
      </w:r>
      <w:r w:rsidRPr="004F1596">
        <w:t>et je sautai dans le parc</w:t>
      </w:r>
      <w:r w:rsidR="003A025E" w:rsidRPr="004572A7">
        <w:t xml:space="preserve">. </w:t>
      </w:r>
      <w:r w:rsidRPr="004F1596">
        <w:t>Alors</w:t>
      </w:r>
      <w:r w:rsidR="003A025E" w:rsidRPr="004572A7">
        <w:t xml:space="preserve">, </w:t>
      </w:r>
      <w:r w:rsidRPr="004F1596">
        <w:t>pour tout remettre en ordre</w:t>
      </w:r>
      <w:r w:rsidR="003A025E" w:rsidRPr="004572A7">
        <w:t xml:space="preserve">, </w:t>
      </w:r>
      <w:r w:rsidRPr="004F1596">
        <w:t>j</w:t>
      </w:r>
      <w:r w:rsidR="003A025E" w:rsidRPr="004572A7">
        <w:t>’</w:t>
      </w:r>
      <w:r w:rsidRPr="004F1596">
        <w:t>allai raccrocher la clef à l</w:t>
      </w:r>
      <w:r w:rsidR="003A025E" w:rsidRPr="004572A7">
        <w:t>’</w:t>
      </w:r>
      <w:r w:rsidRPr="004F1596">
        <w:t>endroit exact où je l</w:t>
      </w:r>
      <w:r w:rsidR="003A025E" w:rsidRPr="004572A7">
        <w:t>’</w:t>
      </w:r>
      <w:r w:rsidRPr="004F1596">
        <w:t>avais trouvée</w:t>
      </w:r>
      <w:r w:rsidR="003A025E" w:rsidRPr="004572A7">
        <w:t xml:space="preserve">, </w:t>
      </w:r>
      <w:r w:rsidRPr="004F1596">
        <w:t>à côté du message de Surgères</w:t>
      </w:r>
      <w:r w:rsidR="003A025E" w:rsidRPr="004572A7">
        <w:t xml:space="preserve"> : </w:t>
      </w:r>
      <w:r w:rsidRPr="004F1596">
        <w:t>puis</w:t>
      </w:r>
      <w:r w:rsidR="003A025E" w:rsidRPr="004572A7">
        <w:t xml:space="preserve">, </w:t>
      </w:r>
      <w:r w:rsidRPr="004F1596">
        <w:t>je revins sur mes pas</w:t>
      </w:r>
      <w:r w:rsidR="003A025E" w:rsidRPr="004572A7">
        <w:t xml:space="preserve">. </w:t>
      </w:r>
      <w:r w:rsidRPr="004F1596">
        <w:t>Avec l</w:t>
      </w:r>
      <w:r w:rsidR="003A025E" w:rsidRPr="004572A7">
        <w:t>’</w:t>
      </w:r>
      <w:r w:rsidRPr="004F1596">
        <w:t>aide du bandeau</w:t>
      </w:r>
      <w:r w:rsidR="003A025E" w:rsidRPr="004572A7">
        <w:t xml:space="preserve">, </w:t>
      </w:r>
      <w:r w:rsidRPr="004F1596">
        <w:t>j</w:t>
      </w:r>
      <w:r w:rsidR="003A025E" w:rsidRPr="004572A7">
        <w:t>’</w:t>
      </w:r>
      <w:r w:rsidRPr="004F1596">
        <w:t>escaladai facilement la fenêtre restée ouverte et je rentrai de nouveau dans la villa</w:t>
      </w:r>
      <w:r w:rsidR="003A025E" w:rsidRPr="004572A7">
        <w:t xml:space="preserve">. </w:t>
      </w:r>
      <w:r w:rsidRPr="004F1596">
        <w:t>Il ne me restait plus qu</w:t>
      </w:r>
      <w:r w:rsidR="003A025E" w:rsidRPr="004572A7">
        <w:t>’</w:t>
      </w:r>
      <w:r w:rsidRPr="004F1596">
        <w:t>à refermer les volets au crochet</w:t>
      </w:r>
      <w:r w:rsidR="003A025E" w:rsidRPr="004572A7">
        <w:t xml:space="preserve">. </w:t>
      </w:r>
      <w:r w:rsidRPr="004F1596">
        <w:t>Ce qui fut fait</w:t>
      </w:r>
      <w:r w:rsidR="003A025E" w:rsidRPr="004572A7">
        <w:t>.</w:t>
      </w:r>
    </w:p>
    <w:p w14:paraId="34341402" w14:textId="77777777" w:rsidR="003A025E" w:rsidRPr="004572A7" w:rsidRDefault="004F1596" w:rsidP="004F1596">
      <w:r w:rsidRPr="004F1596">
        <w:t>C</w:t>
      </w:r>
      <w:r w:rsidR="003A025E" w:rsidRPr="004572A7">
        <w:t>’</w:t>
      </w:r>
      <w:r w:rsidRPr="004F1596">
        <w:t>était la meilleure façon de procéder</w:t>
      </w:r>
      <w:r w:rsidR="003A025E" w:rsidRPr="004572A7">
        <w:t xml:space="preserve">. </w:t>
      </w:r>
      <w:r w:rsidRPr="004F1596">
        <w:t>De la sorte</w:t>
      </w:r>
      <w:r w:rsidR="003A025E" w:rsidRPr="004572A7">
        <w:t xml:space="preserve">, </w:t>
      </w:r>
      <w:r w:rsidRPr="004F1596">
        <w:t>si jamais la comtesse arrivait</w:t>
      </w:r>
      <w:r w:rsidR="003A025E" w:rsidRPr="004572A7">
        <w:t xml:space="preserve">, </w:t>
      </w:r>
      <w:r w:rsidRPr="004F1596">
        <w:t>pendant que j</w:t>
      </w:r>
      <w:r w:rsidR="003A025E" w:rsidRPr="004572A7">
        <w:t>’</w:t>
      </w:r>
      <w:r w:rsidRPr="004F1596">
        <w:t>opérais à l</w:t>
      </w:r>
      <w:r w:rsidR="003A025E" w:rsidRPr="004572A7">
        <w:t>’</w:t>
      </w:r>
      <w:r w:rsidRPr="004F1596">
        <w:t>intérieur de la maison</w:t>
      </w:r>
      <w:r w:rsidR="003A025E" w:rsidRPr="004572A7">
        <w:t xml:space="preserve">, </w:t>
      </w:r>
      <w:r w:rsidRPr="004F1596">
        <w:t>aucun soupçon ne pouvait l</w:t>
      </w:r>
      <w:r w:rsidR="003A025E" w:rsidRPr="004572A7">
        <w:t>’</w:t>
      </w:r>
      <w:r w:rsidRPr="004F1596">
        <w:t>effleurer</w:t>
      </w:r>
      <w:r w:rsidR="003A025E" w:rsidRPr="004572A7">
        <w:t xml:space="preserve">, </w:t>
      </w:r>
      <w:r w:rsidRPr="004F1596">
        <w:t>et moi j</w:t>
      </w:r>
      <w:r w:rsidR="003A025E" w:rsidRPr="004572A7">
        <w:t>’</w:t>
      </w:r>
      <w:r w:rsidRPr="004F1596">
        <w:t>avais tout le temps nécessaire de m</w:t>
      </w:r>
      <w:r w:rsidR="003A025E" w:rsidRPr="004572A7">
        <w:t>’</w:t>
      </w:r>
      <w:r w:rsidRPr="004F1596">
        <w:t>enfuir par une fenêtre du rez-de-chaussée</w:t>
      </w:r>
      <w:r w:rsidR="003A025E" w:rsidRPr="004572A7">
        <w:t xml:space="preserve">. </w:t>
      </w:r>
      <w:r w:rsidRPr="004F1596">
        <w:t>Si l</w:t>
      </w:r>
      <w:r w:rsidR="003A025E" w:rsidRPr="004572A7">
        <w:t>’</w:t>
      </w:r>
      <w:r w:rsidRPr="004F1596">
        <w:t>on s</w:t>
      </w:r>
      <w:r w:rsidR="003A025E" w:rsidRPr="004572A7">
        <w:t>’</w:t>
      </w:r>
      <w:r w:rsidRPr="004F1596">
        <w:t>apercevait que cette fenêtre et les volets étaient restés ouverts</w:t>
      </w:r>
      <w:r w:rsidR="003A025E" w:rsidRPr="004572A7">
        <w:t xml:space="preserve">, </w:t>
      </w:r>
      <w:r w:rsidRPr="004F1596">
        <w:t>on pouvait</w:t>
      </w:r>
      <w:r w:rsidR="003A025E" w:rsidRPr="004572A7">
        <w:t xml:space="preserve">, </w:t>
      </w:r>
      <w:r w:rsidRPr="004F1596">
        <w:t>à la rigueur</w:t>
      </w:r>
      <w:r w:rsidR="003A025E" w:rsidRPr="004572A7">
        <w:t xml:space="preserve">, </w:t>
      </w:r>
      <w:r w:rsidRPr="004F1596">
        <w:t>croire à un oubli</w:t>
      </w:r>
      <w:r w:rsidR="003A025E" w:rsidRPr="004572A7">
        <w:t>…</w:t>
      </w:r>
    </w:p>
    <w:p w14:paraId="4CF0652C" w14:textId="77777777" w:rsidR="003A025E" w:rsidRPr="004572A7" w:rsidRDefault="004F1596" w:rsidP="004F1596">
      <w:r w:rsidRPr="004F1596">
        <w:t>C</w:t>
      </w:r>
      <w:r w:rsidR="003A025E" w:rsidRPr="004572A7">
        <w:t>’</w:t>
      </w:r>
      <w:r w:rsidRPr="004F1596">
        <w:t>était là une hypothèse gratuite que j</w:t>
      </w:r>
      <w:r w:rsidR="003A025E" w:rsidRPr="004572A7">
        <w:t>’</w:t>
      </w:r>
      <w:r w:rsidRPr="004F1596">
        <w:t>émettais</w:t>
      </w:r>
      <w:r w:rsidR="003A025E" w:rsidRPr="004572A7">
        <w:t xml:space="preserve">, </w:t>
      </w:r>
      <w:r w:rsidRPr="004F1596">
        <w:t>mais enfin il n</w:t>
      </w:r>
      <w:r w:rsidR="003A025E" w:rsidRPr="004572A7">
        <w:t>’</w:t>
      </w:r>
      <w:r w:rsidRPr="004F1596">
        <w:t>y avait pas à choisir et je commençai l</w:t>
      </w:r>
      <w:r w:rsidR="003A025E" w:rsidRPr="004572A7">
        <w:t>’</w:t>
      </w:r>
      <w:r w:rsidRPr="004F1596">
        <w:t>exploration de la demeure mystérieuse</w:t>
      </w:r>
      <w:r w:rsidR="003A025E" w:rsidRPr="004572A7">
        <w:t>…</w:t>
      </w:r>
    </w:p>
    <w:p w14:paraId="3D6617A9" w14:textId="77777777" w:rsidR="003A025E" w:rsidRPr="004572A7" w:rsidRDefault="004F1596" w:rsidP="004F1596">
      <w:r w:rsidRPr="004F1596">
        <w:t>Avant tout</w:t>
      </w:r>
      <w:r w:rsidR="003A025E" w:rsidRPr="004572A7">
        <w:t xml:space="preserve">, </w:t>
      </w:r>
      <w:r w:rsidRPr="004F1596">
        <w:t>je me baissai pour voir si je laissais derrière moi des traces de mon passage et je constatai</w:t>
      </w:r>
      <w:r w:rsidR="003A025E" w:rsidRPr="004572A7">
        <w:t xml:space="preserve">, </w:t>
      </w:r>
      <w:r w:rsidRPr="004F1596">
        <w:t>avec satisfaction</w:t>
      </w:r>
      <w:r w:rsidR="003A025E" w:rsidRPr="004572A7">
        <w:t xml:space="preserve">, </w:t>
      </w:r>
      <w:r w:rsidRPr="004F1596">
        <w:t>que mes sandales</w:t>
      </w:r>
      <w:r w:rsidR="003A025E" w:rsidRPr="004572A7">
        <w:t xml:space="preserve">, </w:t>
      </w:r>
      <w:r w:rsidRPr="004F1596">
        <w:t>à semelles de caoutchouc uni</w:t>
      </w:r>
      <w:r w:rsidR="003A025E" w:rsidRPr="004572A7">
        <w:t xml:space="preserve">, </w:t>
      </w:r>
      <w:r w:rsidRPr="004F1596">
        <w:t>ne donnaient pas la moindre empreinte sur le parquet à l</w:t>
      </w:r>
      <w:r w:rsidR="003A025E" w:rsidRPr="004572A7">
        <w:t>’</w:t>
      </w:r>
      <w:r w:rsidRPr="004F1596">
        <w:t>anglaise</w:t>
      </w:r>
      <w:r w:rsidR="003A025E" w:rsidRPr="004572A7">
        <w:t>…</w:t>
      </w:r>
    </w:p>
    <w:p w14:paraId="10A67D99" w14:textId="77777777" w:rsidR="003A025E" w:rsidRPr="004572A7" w:rsidRDefault="004F1596" w:rsidP="004F1596">
      <w:r w:rsidRPr="004F1596">
        <w:t>Je pénétrai dans les pièces du rez-de-chaussée</w:t>
      </w:r>
      <w:r w:rsidR="003A025E" w:rsidRPr="004572A7">
        <w:t xml:space="preserve"> ; </w:t>
      </w:r>
      <w:r w:rsidRPr="004F1596">
        <w:t>elles n</w:t>
      </w:r>
      <w:r w:rsidR="003A025E" w:rsidRPr="004572A7">
        <w:t>’</w:t>
      </w:r>
      <w:r w:rsidRPr="004F1596">
        <w:t>offraient aucun attrait et pas le moindre intérêt</w:t>
      </w:r>
      <w:r w:rsidR="003A025E" w:rsidRPr="004572A7">
        <w:t xml:space="preserve">. </w:t>
      </w:r>
      <w:r w:rsidRPr="004F1596">
        <w:t>Elles devaient être rarement utilisées</w:t>
      </w:r>
      <w:r w:rsidR="003A025E" w:rsidRPr="004572A7">
        <w:t xml:space="preserve">, </w:t>
      </w:r>
      <w:r w:rsidRPr="004F1596">
        <w:t>car tous les meubles étaient recouverts de housses et le plancher</w:t>
      </w:r>
      <w:r w:rsidR="003A025E" w:rsidRPr="004572A7">
        <w:t xml:space="preserve">, </w:t>
      </w:r>
      <w:r w:rsidRPr="004F1596">
        <w:t>quoique propre</w:t>
      </w:r>
      <w:r w:rsidR="003A025E" w:rsidRPr="004572A7">
        <w:t xml:space="preserve">, </w:t>
      </w:r>
      <w:r w:rsidRPr="004F1596">
        <w:t>donnait l</w:t>
      </w:r>
      <w:r w:rsidR="003A025E" w:rsidRPr="004572A7">
        <w:t>’</w:t>
      </w:r>
      <w:r w:rsidRPr="004F1596">
        <w:t>impression de ne servir que pour le passage</w:t>
      </w:r>
      <w:r w:rsidR="003A025E" w:rsidRPr="004572A7">
        <w:t>.</w:t>
      </w:r>
    </w:p>
    <w:p w14:paraId="5E2D09D5" w14:textId="77777777" w:rsidR="003A025E" w:rsidRPr="004572A7" w:rsidRDefault="004F1596" w:rsidP="004F1596">
      <w:r w:rsidRPr="004F1596">
        <w:lastRenderedPageBreak/>
        <w:t>Outre le petit cabinet de lecture</w:t>
      </w:r>
      <w:r w:rsidR="003A025E" w:rsidRPr="004572A7">
        <w:t xml:space="preserve">, </w:t>
      </w:r>
      <w:r w:rsidRPr="004F1596">
        <w:t>il y avait deux salons</w:t>
      </w:r>
      <w:r w:rsidR="003A025E" w:rsidRPr="004572A7">
        <w:t xml:space="preserve">, </w:t>
      </w:r>
      <w:r w:rsidRPr="004F1596">
        <w:t>une salle à manger</w:t>
      </w:r>
      <w:r w:rsidR="003A025E" w:rsidRPr="004572A7">
        <w:t xml:space="preserve">, </w:t>
      </w:r>
      <w:r w:rsidRPr="004F1596">
        <w:t>un studio basque et une cuisine</w:t>
      </w:r>
      <w:r w:rsidR="003A025E" w:rsidRPr="004572A7">
        <w:t xml:space="preserve"> ; </w:t>
      </w:r>
      <w:r w:rsidRPr="004F1596">
        <w:t>cette dernière seule me frappa par l</w:t>
      </w:r>
      <w:r w:rsidR="003A025E" w:rsidRPr="004572A7">
        <w:t>’</w:t>
      </w:r>
      <w:r w:rsidRPr="004F1596">
        <w:t>ordre qui y régnait</w:t>
      </w:r>
      <w:r w:rsidR="003A025E" w:rsidRPr="004572A7">
        <w:t xml:space="preserve">, </w:t>
      </w:r>
      <w:r w:rsidRPr="004F1596">
        <w:t>par la propreté des ustensiles</w:t>
      </w:r>
      <w:r w:rsidR="003A025E" w:rsidRPr="004572A7">
        <w:t xml:space="preserve">, </w:t>
      </w:r>
      <w:r w:rsidRPr="004F1596">
        <w:t>des fourneaux et du sol entièrement pavé de mosaïques de faïence</w:t>
      </w:r>
      <w:r w:rsidR="003A025E" w:rsidRPr="004572A7">
        <w:t xml:space="preserve">. </w:t>
      </w:r>
      <w:r w:rsidRPr="004F1596">
        <w:t>Une odeur caractéristique d</w:t>
      </w:r>
      <w:r w:rsidR="003A025E" w:rsidRPr="004572A7">
        <w:t>’</w:t>
      </w:r>
      <w:r w:rsidRPr="004F1596">
        <w:t>aliments cuits restait même dans l</w:t>
      </w:r>
      <w:r w:rsidR="003A025E" w:rsidRPr="004572A7">
        <w:t>’</w:t>
      </w:r>
      <w:r w:rsidRPr="004F1596">
        <w:t>air</w:t>
      </w:r>
      <w:r w:rsidR="003A025E" w:rsidRPr="004572A7">
        <w:t xml:space="preserve">, </w:t>
      </w:r>
      <w:r w:rsidRPr="004F1596">
        <w:t>preuve indubitable qu</w:t>
      </w:r>
      <w:r w:rsidR="003A025E" w:rsidRPr="004572A7">
        <w:t>’</w:t>
      </w:r>
      <w:r w:rsidRPr="004F1596">
        <w:t>on y préparait des repas assez fréquemment</w:t>
      </w:r>
      <w:r w:rsidR="003A025E" w:rsidRPr="004572A7">
        <w:t>.</w:t>
      </w:r>
    </w:p>
    <w:p w14:paraId="00DF1383" w14:textId="77777777" w:rsidR="003A025E" w:rsidRPr="004572A7" w:rsidRDefault="004F1596" w:rsidP="004F1596">
      <w:r w:rsidRPr="004F1596">
        <w:t>Sans perdre une minute</w:t>
      </w:r>
      <w:r w:rsidR="003A025E" w:rsidRPr="004572A7">
        <w:t xml:space="preserve">, </w:t>
      </w:r>
      <w:r w:rsidRPr="004F1596">
        <w:t>je montai alors au premier étage</w:t>
      </w:r>
      <w:r w:rsidR="003A025E" w:rsidRPr="004572A7">
        <w:t xml:space="preserve">, </w:t>
      </w:r>
      <w:r w:rsidRPr="004F1596">
        <w:t>par un large escalier à angle droit</w:t>
      </w:r>
      <w:r w:rsidR="003A025E" w:rsidRPr="004572A7">
        <w:t xml:space="preserve">. </w:t>
      </w:r>
      <w:r w:rsidRPr="004F1596">
        <w:t>Parvenu sur le palier</w:t>
      </w:r>
      <w:r w:rsidR="003A025E" w:rsidRPr="004572A7">
        <w:t xml:space="preserve">, </w:t>
      </w:r>
      <w:r w:rsidRPr="004F1596">
        <w:t>je me trouvai en face d</w:t>
      </w:r>
      <w:r w:rsidR="003A025E" w:rsidRPr="004572A7">
        <w:t>’</w:t>
      </w:r>
      <w:r w:rsidRPr="004F1596">
        <w:t>un couloir identique à celui du rez-de-chaussée</w:t>
      </w:r>
      <w:r w:rsidR="003A025E" w:rsidRPr="004572A7">
        <w:t xml:space="preserve">. </w:t>
      </w:r>
      <w:r w:rsidRPr="004F1596">
        <w:t>M</w:t>
      </w:r>
      <w:r w:rsidR="003A025E" w:rsidRPr="004572A7">
        <w:t>’</w:t>
      </w:r>
      <w:r w:rsidRPr="004F1596">
        <w:t>avançant sur la gauche</w:t>
      </w:r>
      <w:r w:rsidR="003A025E" w:rsidRPr="004572A7">
        <w:t xml:space="preserve">, </w:t>
      </w:r>
      <w:r w:rsidRPr="004F1596">
        <w:t>je pénétrai successivement dans les appartements</w:t>
      </w:r>
      <w:r w:rsidR="003A025E" w:rsidRPr="004572A7">
        <w:t xml:space="preserve">, </w:t>
      </w:r>
      <w:r w:rsidRPr="004F1596">
        <w:t>qui donnaient tous sur le couloir</w:t>
      </w:r>
      <w:r w:rsidR="003A025E" w:rsidRPr="004572A7">
        <w:t>.</w:t>
      </w:r>
    </w:p>
    <w:p w14:paraId="08FC47FC" w14:textId="77777777" w:rsidR="003A025E" w:rsidRPr="004572A7" w:rsidRDefault="007E47D1" w:rsidP="004F1596">
      <w:r w:rsidRPr="004572A7">
        <w:t>À</w:t>
      </w:r>
      <w:r w:rsidR="004F1596" w:rsidRPr="004F1596">
        <w:t xml:space="preserve"> un moment donné</w:t>
      </w:r>
      <w:r w:rsidR="003A025E" w:rsidRPr="004572A7">
        <w:t xml:space="preserve">, </w:t>
      </w:r>
      <w:r w:rsidR="004F1596" w:rsidRPr="004F1596">
        <w:t>j</w:t>
      </w:r>
      <w:r w:rsidR="003A025E" w:rsidRPr="004572A7">
        <w:t>’</w:t>
      </w:r>
      <w:r w:rsidR="004F1596" w:rsidRPr="004F1596">
        <w:t>ouvris une fenêtre et je regardai prudemment dans le parc</w:t>
      </w:r>
      <w:r w:rsidR="003A025E" w:rsidRPr="004572A7">
        <w:t xml:space="preserve">, </w:t>
      </w:r>
      <w:r w:rsidR="004F1596" w:rsidRPr="004F1596">
        <w:t>du côté du portail d</w:t>
      </w:r>
      <w:r w:rsidR="003A025E" w:rsidRPr="004572A7">
        <w:t>’</w:t>
      </w:r>
      <w:r w:rsidR="004F1596" w:rsidRPr="004F1596">
        <w:t>entrée</w:t>
      </w:r>
      <w:r w:rsidR="003A025E" w:rsidRPr="004572A7">
        <w:t xml:space="preserve">… </w:t>
      </w:r>
      <w:r w:rsidR="004F1596" w:rsidRPr="004F1596">
        <w:t>Aucun bruit ne troublait le silence de la nuit</w:t>
      </w:r>
      <w:r w:rsidR="003A025E" w:rsidRPr="004572A7">
        <w:t xml:space="preserve">. </w:t>
      </w:r>
      <w:r w:rsidR="004F1596" w:rsidRPr="004F1596">
        <w:t>Seules</w:t>
      </w:r>
      <w:r w:rsidR="003A025E" w:rsidRPr="004572A7">
        <w:t xml:space="preserve">, </w:t>
      </w:r>
      <w:r w:rsidR="004F1596" w:rsidRPr="004F1596">
        <w:t>quelques mouettes égarées passaient au-dessus des arbres en jetant leur cri plaintif</w:t>
      </w:r>
      <w:r w:rsidR="003A025E" w:rsidRPr="004572A7">
        <w:t xml:space="preserve">… </w:t>
      </w:r>
      <w:r w:rsidR="004F1596" w:rsidRPr="004F1596">
        <w:t>Le vent du Sud chassait devant lui des nuages qui voilaient de plus en plus la clarté de la lune</w:t>
      </w:r>
      <w:r w:rsidR="003A025E" w:rsidRPr="004572A7">
        <w:t xml:space="preserve">. </w:t>
      </w:r>
      <w:r w:rsidR="004F1596" w:rsidRPr="004F1596">
        <w:t>Le temps commençait à se mettre à l</w:t>
      </w:r>
      <w:r w:rsidR="003A025E" w:rsidRPr="004572A7">
        <w:t>’</w:t>
      </w:r>
      <w:r w:rsidR="004F1596" w:rsidRPr="004F1596">
        <w:t>orage</w:t>
      </w:r>
      <w:r w:rsidR="003A025E" w:rsidRPr="004572A7">
        <w:t>.</w:t>
      </w:r>
    </w:p>
    <w:p w14:paraId="51623549" w14:textId="77777777" w:rsidR="003A025E" w:rsidRPr="004572A7" w:rsidRDefault="004F1596" w:rsidP="004F1596">
      <w:r w:rsidRPr="004F1596">
        <w:t>Je refermai la fenêtre et</w:t>
      </w:r>
      <w:r w:rsidR="003A025E" w:rsidRPr="004572A7">
        <w:t xml:space="preserve">, </w:t>
      </w:r>
      <w:r w:rsidRPr="004F1596">
        <w:t>en quelques minutes</w:t>
      </w:r>
      <w:r w:rsidR="003A025E" w:rsidRPr="004572A7">
        <w:t xml:space="preserve">, </w:t>
      </w:r>
      <w:r w:rsidRPr="004F1596">
        <w:t>j</w:t>
      </w:r>
      <w:r w:rsidR="003A025E" w:rsidRPr="004572A7">
        <w:t>’</w:t>
      </w:r>
      <w:r w:rsidRPr="004F1596">
        <w:t>eus examiné les quatre pièces qui se trouvaient à gauche de l</w:t>
      </w:r>
      <w:r w:rsidR="003A025E" w:rsidRPr="004572A7">
        <w:t>’</w:t>
      </w:r>
      <w:r w:rsidRPr="004F1596">
        <w:t>escalier</w:t>
      </w:r>
      <w:r w:rsidR="003A025E" w:rsidRPr="004572A7">
        <w:t xml:space="preserve">. </w:t>
      </w:r>
      <w:r w:rsidRPr="004F1596">
        <w:t>C</w:t>
      </w:r>
      <w:r w:rsidR="003A025E" w:rsidRPr="004572A7">
        <w:t>’</w:t>
      </w:r>
      <w:r w:rsidRPr="004F1596">
        <w:t>étaient des chambres magnifiques</w:t>
      </w:r>
      <w:r w:rsidR="003A025E" w:rsidRPr="004572A7">
        <w:t xml:space="preserve">, </w:t>
      </w:r>
      <w:r w:rsidRPr="004F1596">
        <w:t>entretenues soigneusement</w:t>
      </w:r>
      <w:r w:rsidR="003A025E" w:rsidRPr="004572A7">
        <w:t>.</w:t>
      </w:r>
    </w:p>
    <w:p w14:paraId="3FA31357" w14:textId="77777777" w:rsidR="003A025E" w:rsidRPr="004572A7" w:rsidRDefault="004F1596" w:rsidP="004F1596">
      <w:r w:rsidRPr="004F1596">
        <w:t>L</w:t>
      </w:r>
      <w:r w:rsidR="003A025E" w:rsidRPr="004572A7">
        <w:t>’</w:t>
      </w:r>
      <w:r w:rsidRPr="004F1596">
        <w:t>une d</w:t>
      </w:r>
      <w:r w:rsidR="003A025E" w:rsidRPr="004572A7">
        <w:t>’</w:t>
      </w:r>
      <w:r w:rsidRPr="004F1596">
        <w:t>elles</w:t>
      </w:r>
      <w:r w:rsidR="003A025E" w:rsidRPr="004572A7">
        <w:t xml:space="preserve">, </w:t>
      </w:r>
      <w:r w:rsidRPr="004F1596">
        <w:t>en particulier</w:t>
      </w:r>
      <w:r w:rsidR="003A025E" w:rsidRPr="004572A7">
        <w:t xml:space="preserve">, </w:t>
      </w:r>
      <w:r w:rsidRPr="004F1596">
        <w:t xml:space="preserve">me frappa par le luxe de ses meubles de style </w:t>
      </w:r>
      <w:r w:rsidR="003A025E" w:rsidRPr="004F1596">
        <w:t>Louis</w:t>
      </w:r>
      <w:r w:rsidR="003A025E" w:rsidRPr="004572A7">
        <w:t> </w:t>
      </w:r>
      <w:r w:rsidR="003A025E" w:rsidRPr="004F1596">
        <w:t>XV</w:t>
      </w:r>
      <w:r w:rsidR="003A025E" w:rsidRPr="004572A7">
        <w:t xml:space="preserve">, </w:t>
      </w:r>
      <w:r w:rsidRPr="004F1596">
        <w:t>de ses boiseries</w:t>
      </w:r>
      <w:r w:rsidR="003A025E" w:rsidRPr="004572A7">
        <w:t xml:space="preserve">, </w:t>
      </w:r>
      <w:r w:rsidRPr="004F1596">
        <w:t>de ses tentures et de ses tapis</w:t>
      </w:r>
      <w:r w:rsidR="003A025E" w:rsidRPr="004572A7">
        <w:t xml:space="preserve">. </w:t>
      </w:r>
      <w:r w:rsidRPr="004F1596">
        <w:t>Deux grands portraits peints à l</w:t>
      </w:r>
      <w:r w:rsidR="003A025E" w:rsidRPr="004572A7">
        <w:t>’</w:t>
      </w:r>
      <w:r w:rsidRPr="004F1596">
        <w:t>huile étaient appendus au-dessus d</w:t>
      </w:r>
      <w:r w:rsidR="003A025E" w:rsidRPr="004572A7">
        <w:t>’</w:t>
      </w:r>
      <w:r w:rsidRPr="004F1596">
        <w:t>un lit richement sculpté</w:t>
      </w:r>
      <w:r w:rsidR="003A025E" w:rsidRPr="004572A7">
        <w:t xml:space="preserve">. </w:t>
      </w:r>
      <w:r w:rsidRPr="004F1596">
        <w:t>L</w:t>
      </w:r>
      <w:r w:rsidR="003A025E" w:rsidRPr="004572A7">
        <w:t>’</w:t>
      </w:r>
      <w:r w:rsidRPr="004F1596">
        <w:t>un représentait une femme très belle</w:t>
      </w:r>
      <w:r w:rsidR="003A025E" w:rsidRPr="004572A7">
        <w:t xml:space="preserve">, </w:t>
      </w:r>
      <w:r w:rsidRPr="004F1596">
        <w:t>d</w:t>
      </w:r>
      <w:r w:rsidR="003A025E" w:rsidRPr="004572A7">
        <w:t>’</w:t>
      </w:r>
      <w:r w:rsidRPr="004F1596">
        <w:t>une trentaine d</w:t>
      </w:r>
      <w:r w:rsidR="003A025E" w:rsidRPr="004572A7">
        <w:t>’</w:t>
      </w:r>
      <w:r w:rsidRPr="004F1596">
        <w:t>années environ</w:t>
      </w:r>
      <w:r w:rsidR="003A025E" w:rsidRPr="004572A7">
        <w:t xml:space="preserve">, </w:t>
      </w:r>
      <w:r w:rsidRPr="004F1596">
        <w:t>en toilette de soirée</w:t>
      </w:r>
      <w:r w:rsidR="003A025E" w:rsidRPr="004572A7">
        <w:t xml:space="preserve">, </w:t>
      </w:r>
      <w:r w:rsidRPr="004F1596">
        <w:t>un bouquet de camélias à son corsage</w:t>
      </w:r>
      <w:r w:rsidR="003A025E" w:rsidRPr="004572A7">
        <w:t xml:space="preserve">. </w:t>
      </w:r>
      <w:r w:rsidRPr="004F1596">
        <w:t xml:space="preserve">Ce devait être la comtesse de </w:t>
      </w:r>
      <w:proofErr w:type="spellStart"/>
      <w:r w:rsidRPr="004F1596">
        <w:t>Flossanges-Runel</w:t>
      </w:r>
      <w:proofErr w:type="spellEnd"/>
      <w:r w:rsidR="003A025E" w:rsidRPr="004572A7">
        <w:t xml:space="preserve">. </w:t>
      </w:r>
      <w:r w:rsidRPr="004F1596">
        <w:t>L</w:t>
      </w:r>
      <w:r w:rsidR="003A025E" w:rsidRPr="004572A7">
        <w:t>’</w:t>
      </w:r>
      <w:r w:rsidRPr="004F1596">
        <w:t xml:space="preserve">autre me </w:t>
      </w:r>
      <w:r w:rsidRPr="004F1596">
        <w:lastRenderedPageBreak/>
        <w:t>montrait Surgères</w:t>
      </w:r>
      <w:r w:rsidR="003A025E" w:rsidRPr="004572A7">
        <w:t xml:space="preserve">, </w:t>
      </w:r>
      <w:proofErr w:type="spellStart"/>
      <w:r w:rsidRPr="004F1596">
        <w:t>casaqué</w:t>
      </w:r>
      <w:proofErr w:type="spellEnd"/>
      <w:r w:rsidRPr="004F1596">
        <w:t xml:space="preserve"> de rouge</w:t>
      </w:r>
      <w:r w:rsidR="003A025E" w:rsidRPr="004572A7">
        <w:t xml:space="preserve">, </w:t>
      </w:r>
      <w:r w:rsidRPr="004F1596">
        <w:t>casquetté de noir et haut botté</w:t>
      </w:r>
      <w:r w:rsidR="003A025E" w:rsidRPr="004572A7">
        <w:t xml:space="preserve"> : </w:t>
      </w:r>
      <w:r w:rsidRPr="004F1596">
        <w:t>vrai costume de chasse à courre</w:t>
      </w:r>
      <w:r w:rsidR="003A025E" w:rsidRPr="004572A7">
        <w:t>.</w:t>
      </w:r>
    </w:p>
    <w:p w14:paraId="6E29BC48" w14:textId="77777777" w:rsidR="003A025E" w:rsidRPr="004572A7" w:rsidRDefault="004F1596" w:rsidP="004F1596">
      <w:r w:rsidRPr="004F1596">
        <w:t>Je remarquai qu</w:t>
      </w:r>
      <w:r w:rsidR="003A025E" w:rsidRPr="004572A7">
        <w:t>’</w:t>
      </w:r>
      <w:r w:rsidRPr="004F1596">
        <w:t>aucune des pièces que je venais de visiter jusqu</w:t>
      </w:r>
      <w:r w:rsidR="003A025E" w:rsidRPr="004572A7">
        <w:t>’</w:t>
      </w:r>
      <w:r w:rsidRPr="004F1596">
        <w:t>alors n</w:t>
      </w:r>
      <w:r w:rsidR="003A025E" w:rsidRPr="004572A7">
        <w:t>’</w:t>
      </w:r>
      <w:r w:rsidRPr="004F1596">
        <w:t>était pourvue d</w:t>
      </w:r>
      <w:r w:rsidR="003A025E" w:rsidRPr="004572A7">
        <w:t>’</w:t>
      </w:r>
      <w:r w:rsidRPr="004F1596">
        <w:t>éclairage électrique</w:t>
      </w:r>
      <w:r w:rsidR="003A025E" w:rsidRPr="004572A7">
        <w:t xml:space="preserve">… </w:t>
      </w:r>
      <w:r w:rsidRPr="004F1596">
        <w:t>Je tirai ma montre</w:t>
      </w:r>
      <w:r w:rsidR="003A025E" w:rsidRPr="004572A7">
        <w:t xml:space="preserve"> : </w:t>
      </w:r>
      <w:r w:rsidRPr="004F1596">
        <w:t>deux heures dix</w:t>
      </w:r>
      <w:r w:rsidR="003A025E" w:rsidRPr="004572A7">
        <w:t>.</w:t>
      </w:r>
    </w:p>
    <w:p w14:paraId="52290187" w14:textId="77777777" w:rsidR="003A025E" w:rsidRPr="004572A7" w:rsidRDefault="004F1596" w:rsidP="004F1596">
      <w:r w:rsidRPr="004F1596">
        <w:t>Je me hâtai de passer de l</w:t>
      </w:r>
      <w:r w:rsidR="003A025E" w:rsidRPr="004572A7">
        <w:t>’</w:t>
      </w:r>
      <w:r w:rsidRPr="004F1596">
        <w:t>autre côté de la maison</w:t>
      </w:r>
      <w:r w:rsidR="003A025E" w:rsidRPr="004572A7">
        <w:t xml:space="preserve">, </w:t>
      </w:r>
      <w:r w:rsidRPr="004F1596">
        <w:t>à droite de l</w:t>
      </w:r>
      <w:r w:rsidR="003A025E" w:rsidRPr="004572A7">
        <w:t>’</w:t>
      </w:r>
      <w:r w:rsidRPr="004F1596">
        <w:t>escalier et après avoir examiné à la hâte deux autres chambres</w:t>
      </w:r>
      <w:r w:rsidR="003A025E" w:rsidRPr="004572A7">
        <w:t xml:space="preserve">, </w:t>
      </w:r>
      <w:r w:rsidRPr="004F1596">
        <w:t>un salon</w:t>
      </w:r>
      <w:r w:rsidR="003A025E" w:rsidRPr="004572A7">
        <w:t xml:space="preserve">, </w:t>
      </w:r>
      <w:r w:rsidRPr="004F1596">
        <w:t>un fumoir et une salle de bains</w:t>
      </w:r>
      <w:r w:rsidR="003A025E" w:rsidRPr="004572A7">
        <w:t xml:space="preserve">, </w:t>
      </w:r>
      <w:r w:rsidRPr="004F1596">
        <w:t>également dépourvus d</w:t>
      </w:r>
      <w:r w:rsidR="003A025E" w:rsidRPr="004572A7">
        <w:t>’</w:t>
      </w:r>
      <w:r w:rsidRPr="004F1596">
        <w:t>éclairage électrique</w:t>
      </w:r>
      <w:r w:rsidR="003A025E" w:rsidRPr="004572A7">
        <w:t xml:space="preserve">, </w:t>
      </w:r>
      <w:r w:rsidRPr="004F1596">
        <w:t>je montai au deuxième étage</w:t>
      </w:r>
      <w:r w:rsidR="003A025E" w:rsidRPr="004572A7">
        <w:t xml:space="preserve">. </w:t>
      </w:r>
      <w:r w:rsidRPr="004F1596">
        <w:t>Un troisième corridor</w:t>
      </w:r>
      <w:r w:rsidR="003A025E" w:rsidRPr="004572A7">
        <w:t xml:space="preserve">, </w:t>
      </w:r>
      <w:r w:rsidRPr="004F1596">
        <w:t>identique aux deux autres</w:t>
      </w:r>
      <w:r w:rsidR="003A025E" w:rsidRPr="004572A7">
        <w:t xml:space="preserve">, </w:t>
      </w:r>
      <w:r w:rsidRPr="004F1596">
        <w:t>allait d</w:t>
      </w:r>
      <w:r w:rsidR="003A025E" w:rsidRPr="004572A7">
        <w:t>’</w:t>
      </w:r>
      <w:r w:rsidRPr="004F1596">
        <w:t>une extrémité à l</w:t>
      </w:r>
      <w:r w:rsidR="003A025E" w:rsidRPr="004572A7">
        <w:t>’</w:t>
      </w:r>
      <w:r w:rsidRPr="004F1596">
        <w:t>autre de l</w:t>
      </w:r>
      <w:r w:rsidR="003A025E" w:rsidRPr="004572A7">
        <w:t>’</w:t>
      </w:r>
      <w:r w:rsidRPr="004F1596">
        <w:t>étage</w:t>
      </w:r>
      <w:r w:rsidR="003A025E" w:rsidRPr="004572A7">
        <w:t xml:space="preserve">. </w:t>
      </w:r>
      <w:r w:rsidRPr="004F1596">
        <w:t>Je commençais à me demander si réellement tous mes efforts n</w:t>
      </w:r>
      <w:r w:rsidR="003A025E" w:rsidRPr="004572A7">
        <w:t>’</w:t>
      </w:r>
      <w:r w:rsidRPr="004F1596">
        <w:t>allaient aboutir qu</w:t>
      </w:r>
      <w:r w:rsidR="003A025E" w:rsidRPr="004572A7">
        <w:t>’</w:t>
      </w:r>
      <w:r w:rsidRPr="004F1596">
        <w:t>à quelques constatations banales</w:t>
      </w:r>
      <w:r w:rsidR="003A025E" w:rsidRPr="004572A7">
        <w:t xml:space="preserve">, </w:t>
      </w:r>
      <w:r w:rsidRPr="004F1596">
        <w:t>lorsque</w:t>
      </w:r>
      <w:r w:rsidR="003A025E" w:rsidRPr="004572A7">
        <w:t xml:space="preserve">, </w:t>
      </w:r>
      <w:r w:rsidRPr="004F1596">
        <w:t>tout à coup</w:t>
      </w:r>
      <w:r w:rsidR="003A025E" w:rsidRPr="004572A7">
        <w:t xml:space="preserve">, </w:t>
      </w:r>
      <w:r w:rsidRPr="004F1596">
        <w:t>en ouvrant la porte située en face de moi au sommet de l</w:t>
      </w:r>
      <w:r w:rsidR="003A025E" w:rsidRPr="004572A7">
        <w:t>’</w:t>
      </w:r>
      <w:r w:rsidRPr="004F1596">
        <w:t>escalier</w:t>
      </w:r>
      <w:r w:rsidR="003A025E" w:rsidRPr="004572A7">
        <w:t xml:space="preserve">, </w:t>
      </w:r>
      <w:r w:rsidRPr="004F1596">
        <w:t>je reculai étonné</w:t>
      </w:r>
      <w:r w:rsidR="003A025E" w:rsidRPr="004572A7">
        <w:t>…</w:t>
      </w:r>
    </w:p>
    <w:p w14:paraId="0A2C7D20" w14:textId="77777777" w:rsidR="003A025E" w:rsidRPr="004572A7" w:rsidRDefault="004F1596" w:rsidP="004F1596">
      <w:r w:rsidRPr="004F1596">
        <w:t>Je me trouvais dans une sorte d</w:t>
      </w:r>
      <w:r w:rsidR="003A025E" w:rsidRPr="004572A7">
        <w:t>’</w:t>
      </w:r>
      <w:r w:rsidRPr="004F1596">
        <w:t>immense laboratoire</w:t>
      </w:r>
      <w:r w:rsidR="003A025E" w:rsidRPr="004572A7">
        <w:t xml:space="preserve">. </w:t>
      </w:r>
      <w:r w:rsidRPr="004F1596">
        <w:t>Une odeur violente et indéfinissable comme celle de certaines salles d</w:t>
      </w:r>
      <w:r w:rsidR="003A025E" w:rsidRPr="004572A7">
        <w:t>’</w:t>
      </w:r>
      <w:r w:rsidRPr="004F1596">
        <w:t>opérations</w:t>
      </w:r>
      <w:r w:rsidR="003A025E" w:rsidRPr="004572A7">
        <w:t xml:space="preserve"> –, </w:t>
      </w:r>
      <w:r w:rsidRPr="004F1596">
        <w:t>me saisit à la gorge</w:t>
      </w:r>
      <w:r w:rsidR="003A025E" w:rsidRPr="004572A7">
        <w:t xml:space="preserve">… </w:t>
      </w:r>
      <w:r w:rsidRPr="004F1596">
        <w:t>Je ne sais pourquoi</w:t>
      </w:r>
      <w:r w:rsidR="003A025E" w:rsidRPr="004572A7">
        <w:t xml:space="preserve">, </w:t>
      </w:r>
      <w:r w:rsidRPr="004F1596">
        <w:t>je songeai immédiatement à l</w:t>
      </w:r>
      <w:r w:rsidR="003A025E" w:rsidRPr="004572A7">
        <w:t>’</w:t>
      </w:r>
      <w:r w:rsidRPr="004F1596">
        <w:rPr>
          <w:i/>
          <w:iCs/>
        </w:rPr>
        <w:t>Île du docteur Moreau</w:t>
      </w:r>
      <w:r w:rsidR="003A025E" w:rsidRPr="004572A7">
        <w:rPr>
          <w:i/>
          <w:iCs/>
        </w:rPr>
        <w:t xml:space="preserve">, </w:t>
      </w:r>
      <w:r w:rsidRPr="004F1596">
        <w:t>de Wells et je crus que j</w:t>
      </w:r>
      <w:r w:rsidR="003A025E" w:rsidRPr="004572A7">
        <w:t>’</w:t>
      </w:r>
      <w:r w:rsidRPr="004F1596">
        <w:t>allais pénétrer dans quelque horrible cabinet secret de vivisection</w:t>
      </w:r>
      <w:r w:rsidR="003A025E" w:rsidRPr="004572A7">
        <w:t>.</w:t>
      </w:r>
    </w:p>
    <w:p w14:paraId="67C8E95F" w14:textId="77777777" w:rsidR="003A025E" w:rsidRPr="004572A7" w:rsidRDefault="004F1596" w:rsidP="004F1596">
      <w:r w:rsidRPr="004F1596">
        <w:t>Prudemment</w:t>
      </w:r>
      <w:r w:rsidR="003A025E" w:rsidRPr="004572A7">
        <w:t xml:space="preserve">, </w:t>
      </w:r>
      <w:r w:rsidRPr="004F1596">
        <w:t>je passai le seuil</w:t>
      </w:r>
      <w:r w:rsidR="003A025E" w:rsidRPr="004572A7">
        <w:t xml:space="preserve">, </w:t>
      </w:r>
      <w:r w:rsidRPr="004F1596">
        <w:t xml:space="preserve">et je vis </w:t>
      </w:r>
      <w:proofErr w:type="gramStart"/>
      <w:r w:rsidRPr="004F1596">
        <w:t>de suite</w:t>
      </w:r>
      <w:proofErr w:type="gramEnd"/>
      <w:r w:rsidR="003A025E" w:rsidRPr="004572A7">
        <w:t xml:space="preserve">, </w:t>
      </w:r>
      <w:r w:rsidRPr="004F1596">
        <w:t>à droite de la porte</w:t>
      </w:r>
      <w:r w:rsidR="003A025E" w:rsidRPr="004572A7">
        <w:t xml:space="preserve">, </w:t>
      </w:r>
      <w:r w:rsidRPr="004F1596">
        <w:t>un commutateur électrique</w:t>
      </w:r>
      <w:r w:rsidR="003A025E" w:rsidRPr="004572A7">
        <w:t xml:space="preserve">. </w:t>
      </w:r>
      <w:r w:rsidRPr="004F1596">
        <w:t>Je le tournai</w:t>
      </w:r>
      <w:r w:rsidR="003A025E" w:rsidRPr="004572A7">
        <w:t xml:space="preserve">. </w:t>
      </w:r>
      <w:r w:rsidRPr="004F1596">
        <w:t>Aussitôt</w:t>
      </w:r>
      <w:r w:rsidR="003A025E" w:rsidRPr="004572A7">
        <w:t xml:space="preserve">, </w:t>
      </w:r>
      <w:r w:rsidRPr="004F1596">
        <w:t>une lumière très vive éclaira toute la pièce</w:t>
      </w:r>
      <w:r w:rsidR="003A025E" w:rsidRPr="004572A7">
        <w:t>.</w:t>
      </w:r>
    </w:p>
    <w:p w14:paraId="21ADDCEC" w14:textId="77777777" w:rsidR="003A025E" w:rsidRPr="004572A7" w:rsidRDefault="004F1596" w:rsidP="004F1596">
      <w:r w:rsidRPr="004F1596">
        <w:t>J</w:t>
      </w:r>
      <w:r w:rsidR="003A025E" w:rsidRPr="004572A7">
        <w:t>’</w:t>
      </w:r>
      <w:r w:rsidRPr="004F1596">
        <w:t>étais certain de ne pas avoir vu</w:t>
      </w:r>
      <w:r w:rsidR="003A025E" w:rsidRPr="004572A7">
        <w:t xml:space="preserve">, </w:t>
      </w:r>
      <w:r w:rsidRPr="004F1596">
        <w:t>aux abords de la villa</w:t>
      </w:r>
      <w:r w:rsidR="003A025E" w:rsidRPr="004572A7">
        <w:t xml:space="preserve">, </w:t>
      </w:r>
      <w:r w:rsidRPr="004F1596">
        <w:t>un fil quelconque indiquant une prise de courant</w:t>
      </w:r>
      <w:r w:rsidR="003A025E" w:rsidRPr="004572A7">
        <w:t xml:space="preserve"> ; </w:t>
      </w:r>
      <w:r w:rsidRPr="004F1596">
        <w:t>Surgères avait donc dû installer lui-même son moteur et ses appareils</w:t>
      </w:r>
      <w:r w:rsidR="003A025E" w:rsidRPr="004572A7">
        <w:t xml:space="preserve">, </w:t>
      </w:r>
      <w:r w:rsidRPr="004F1596">
        <w:t>afin d</w:t>
      </w:r>
      <w:r w:rsidR="003A025E" w:rsidRPr="004572A7">
        <w:t>’</w:t>
      </w:r>
      <w:r w:rsidRPr="004F1596">
        <w:t>éluder la visite périodique et gênante des employés de la compagnie d</w:t>
      </w:r>
      <w:r w:rsidR="003A025E" w:rsidRPr="004572A7">
        <w:t>’</w:t>
      </w:r>
      <w:r w:rsidRPr="004F1596">
        <w:t>électricité</w:t>
      </w:r>
      <w:r w:rsidR="003A025E" w:rsidRPr="004572A7">
        <w:t>.</w:t>
      </w:r>
    </w:p>
    <w:p w14:paraId="2601036E" w14:textId="77777777" w:rsidR="003A025E" w:rsidRPr="004572A7" w:rsidRDefault="004F1596" w:rsidP="004F1596">
      <w:r w:rsidRPr="004F1596">
        <w:lastRenderedPageBreak/>
        <w:t>De nouveau</w:t>
      </w:r>
      <w:r w:rsidR="003A025E" w:rsidRPr="004572A7">
        <w:t xml:space="preserve">, </w:t>
      </w:r>
      <w:r w:rsidRPr="004F1596">
        <w:t>je tournai le commutateur de manière à éviter cette trop grande clarté qui pouvait me trahir</w:t>
      </w:r>
      <w:r w:rsidR="003A025E" w:rsidRPr="004572A7">
        <w:t xml:space="preserve">, </w:t>
      </w:r>
      <w:r w:rsidRPr="004F1596">
        <w:t>et je continuai à m</w:t>
      </w:r>
      <w:r w:rsidR="003A025E" w:rsidRPr="004572A7">
        <w:t>’</w:t>
      </w:r>
      <w:r w:rsidRPr="004F1596">
        <w:t>avancer</w:t>
      </w:r>
      <w:r w:rsidR="003A025E" w:rsidRPr="004572A7">
        <w:t xml:space="preserve">, </w:t>
      </w:r>
      <w:r w:rsidRPr="004F1596">
        <w:t>éclairé par mon petit projecteur</w:t>
      </w:r>
      <w:r w:rsidR="003A025E" w:rsidRPr="004572A7">
        <w:t>.</w:t>
      </w:r>
    </w:p>
    <w:p w14:paraId="0FED678F" w14:textId="77777777" w:rsidR="003A025E" w:rsidRPr="004572A7" w:rsidRDefault="004F1596" w:rsidP="004F1596">
      <w:r w:rsidRPr="004F1596">
        <w:t>Cette précaution</w:t>
      </w:r>
      <w:r w:rsidR="003A025E" w:rsidRPr="004572A7">
        <w:t xml:space="preserve">, </w:t>
      </w:r>
      <w:r w:rsidRPr="004F1596">
        <w:t>je le reconnus bien vite</w:t>
      </w:r>
      <w:r w:rsidR="003A025E" w:rsidRPr="004572A7">
        <w:t xml:space="preserve">, </w:t>
      </w:r>
      <w:r w:rsidRPr="004F1596">
        <w:t>était parfaitement superflue</w:t>
      </w:r>
      <w:r w:rsidR="003A025E" w:rsidRPr="004572A7">
        <w:t xml:space="preserve">, </w:t>
      </w:r>
      <w:r w:rsidRPr="004F1596">
        <w:t>car les fenêtres étaient protégées par des rideaux doubles</w:t>
      </w:r>
      <w:r w:rsidR="003A025E" w:rsidRPr="004572A7">
        <w:t xml:space="preserve">, </w:t>
      </w:r>
      <w:r w:rsidRPr="004F1596">
        <w:t>très épais</w:t>
      </w:r>
      <w:r w:rsidR="003A025E" w:rsidRPr="004572A7">
        <w:t xml:space="preserve">, </w:t>
      </w:r>
      <w:r w:rsidRPr="004F1596">
        <w:t>qui devaient empêcher le moindre rayon de lumière de filtrer au dehors</w:t>
      </w:r>
      <w:r w:rsidR="003A025E" w:rsidRPr="004572A7">
        <w:t>.</w:t>
      </w:r>
    </w:p>
    <w:p w14:paraId="21AA8F33" w14:textId="77777777" w:rsidR="003A025E" w:rsidRPr="004572A7" w:rsidRDefault="004F1596" w:rsidP="004F1596">
      <w:r w:rsidRPr="004F1596">
        <w:t>De la route</w:t>
      </w:r>
      <w:r w:rsidR="003A025E" w:rsidRPr="004572A7">
        <w:t xml:space="preserve">, </w:t>
      </w:r>
      <w:r w:rsidRPr="004F1596">
        <w:t>je n</w:t>
      </w:r>
      <w:r w:rsidR="003A025E" w:rsidRPr="004572A7">
        <w:t>’</w:t>
      </w:r>
      <w:r w:rsidRPr="004F1596">
        <w:t>avais aperçu qu</w:t>
      </w:r>
      <w:r w:rsidR="003A025E" w:rsidRPr="004572A7">
        <w:t>’</w:t>
      </w:r>
      <w:r w:rsidRPr="004F1596">
        <w:t>une seule fois une faible clarté à l</w:t>
      </w:r>
      <w:r w:rsidR="003A025E" w:rsidRPr="004572A7">
        <w:t>’</w:t>
      </w:r>
      <w:r w:rsidRPr="004F1596">
        <w:t>intérieur de la villa</w:t>
      </w:r>
      <w:r w:rsidR="003A025E" w:rsidRPr="004572A7">
        <w:t xml:space="preserve"> ; </w:t>
      </w:r>
      <w:r w:rsidRPr="004F1596">
        <w:t>c</w:t>
      </w:r>
      <w:r w:rsidR="003A025E" w:rsidRPr="004572A7">
        <w:t>’</w:t>
      </w:r>
      <w:r w:rsidRPr="004F1596">
        <w:t>était pendant la nuit où j</w:t>
      </w:r>
      <w:r w:rsidR="003A025E" w:rsidRPr="004572A7">
        <w:t>’</w:t>
      </w:r>
      <w:r w:rsidRPr="004F1596">
        <w:t>étais revenu de Ciboure</w:t>
      </w:r>
      <w:r w:rsidR="003A025E" w:rsidRPr="004572A7">
        <w:t xml:space="preserve">, </w:t>
      </w:r>
      <w:r w:rsidRPr="004F1596">
        <w:t>en automobile</w:t>
      </w:r>
      <w:r w:rsidR="003A025E" w:rsidRPr="004572A7">
        <w:t xml:space="preserve">. </w:t>
      </w:r>
      <w:r w:rsidRPr="004F1596">
        <w:t>Surgères était peut-être</w:t>
      </w:r>
      <w:r w:rsidR="003A025E" w:rsidRPr="004572A7">
        <w:t xml:space="preserve">, </w:t>
      </w:r>
      <w:r w:rsidRPr="004F1596">
        <w:t>à ce moment-là</w:t>
      </w:r>
      <w:r w:rsidR="003A025E" w:rsidRPr="004572A7">
        <w:t xml:space="preserve">, </w:t>
      </w:r>
      <w:r w:rsidRPr="004F1596">
        <w:t>à la fenêtre de son laboratoire et</w:t>
      </w:r>
      <w:r w:rsidR="003A025E" w:rsidRPr="004572A7">
        <w:t xml:space="preserve">, </w:t>
      </w:r>
      <w:r w:rsidRPr="004F1596">
        <w:t>en entendant le bruit du moteur</w:t>
      </w:r>
      <w:r w:rsidR="003A025E" w:rsidRPr="004572A7">
        <w:t xml:space="preserve">, </w:t>
      </w:r>
      <w:r w:rsidRPr="004F1596">
        <w:t>il avait dû tirer précipitamment les rideaux</w:t>
      </w:r>
      <w:r w:rsidR="003A025E" w:rsidRPr="004572A7">
        <w:t>.</w:t>
      </w:r>
    </w:p>
    <w:p w14:paraId="27445E7C" w14:textId="77777777" w:rsidR="003A025E" w:rsidRPr="004572A7" w:rsidRDefault="004F1596" w:rsidP="004F1596">
      <w:r w:rsidRPr="004F1596">
        <w:t>Jusqu</w:t>
      </w:r>
      <w:r w:rsidR="003A025E" w:rsidRPr="004572A7">
        <w:t>’</w:t>
      </w:r>
      <w:r w:rsidRPr="004F1596">
        <w:t>alors</w:t>
      </w:r>
      <w:r w:rsidR="003A025E" w:rsidRPr="004572A7">
        <w:t xml:space="preserve">, </w:t>
      </w:r>
      <w:r w:rsidRPr="004F1596">
        <w:t>j</w:t>
      </w:r>
      <w:r w:rsidR="003A025E" w:rsidRPr="004572A7">
        <w:t>’</w:t>
      </w:r>
      <w:r w:rsidRPr="004F1596">
        <w:t>avais parfaitement conservé mon sang-froid</w:t>
      </w:r>
      <w:r w:rsidR="003A025E" w:rsidRPr="004572A7">
        <w:t xml:space="preserve">, </w:t>
      </w:r>
      <w:r w:rsidRPr="004F1596">
        <w:t>mais</w:t>
      </w:r>
      <w:r w:rsidR="003A025E" w:rsidRPr="004572A7">
        <w:t xml:space="preserve">, </w:t>
      </w:r>
      <w:r w:rsidRPr="004F1596">
        <w:t>tout à coup</w:t>
      </w:r>
      <w:r w:rsidR="003A025E" w:rsidRPr="004572A7">
        <w:t xml:space="preserve">, </w:t>
      </w:r>
      <w:r w:rsidRPr="004F1596">
        <w:t>je sentis une crainte absurde s</w:t>
      </w:r>
      <w:r w:rsidR="003A025E" w:rsidRPr="004572A7">
        <w:t>’</w:t>
      </w:r>
      <w:r w:rsidRPr="004F1596">
        <w:t>emparer de moi et je m</w:t>
      </w:r>
      <w:r w:rsidR="003A025E" w:rsidRPr="004572A7">
        <w:t>’</w:t>
      </w:r>
      <w:r w:rsidRPr="004F1596">
        <w:t>arrêtai quelques secondes</w:t>
      </w:r>
      <w:r w:rsidR="003A025E" w:rsidRPr="004572A7">
        <w:t xml:space="preserve">, </w:t>
      </w:r>
      <w:r w:rsidRPr="004F1596">
        <w:t>immobile</w:t>
      </w:r>
      <w:r w:rsidR="003A025E" w:rsidRPr="004572A7">
        <w:t xml:space="preserve">, </w:t>
      </w:r>
      <w:r w:rsidRPr="004F1596">
        <w:t>retenant mon souffle</w:t>
      </w:r>
      <w:r w:rsidR="003A025E" w:rsidRPr="004572A7">
        <w:t xml:space="preserve">, </w:t>
      </w:r>
      <w:r w:rsidRPr="004F1596">
        <w:t>l</w:t>
      </w:r>
      <w:r w:rsidR="003A025E" w:rsidRPr="004572A7">
        <w:t>’</w:t>
      </w:r>
      <w:r w:rsidRPr="004F1596">
        <w:t>oreille aux écoutes</w:t>
      </w:r>
      <w:r w:rsidR="003A025E" w:rsidRPr="004572A7">
        <w:t xml:space="preserve">, </w:t>
      </w:r>
      <w:r w:rsidRPr="004F1596">
        <w:t>la main sur mon revolver</w:t>
      </w:r>
      <w:r w:rsidR="003A025E" w:rsidRPr="004572A7">
        <w:t>.</w:t>
      </w:r>
    </w:p>
    <w:p w14:paraId="04E9956A" w14:textId="77777777" w:rsidR="003A025E" w:rsidRPr="004572A7" w:rsidRDefault="004F1596" w:rsidP="004F1596">
      <w:r w:rsidRPr="004F1596">
        <w:t>L</w:t>
      </w:r>
      <w:r w:rsidR="003A025E" w:rsidRPr="004572A7">
        <w:t>’</w:t>
      </w:r>
      <w:r w:rsidRPr="004F1596">
        <w:t>endroit où j</w:t>
      </w:r>
      <w:r w:rsidR="003A025E" w:rsidRPr="004572A7">
        <w:t>’</w:t>
      </w:r>
      <w:r w:rsidRPr="004F1596">
        <w:t>étais produisait sans doute sur moi cette impression nerveuse</w:t>
      </w:r>
      <w:r w:rsidR="003A025E" w:rsidRPr="004572A7">
        <w:t xml:space="preserve"> ; </w:t>
      </w:r>
      <w:r w:rsidRPr="004F1596">
        <w:t>le silence</w:t>
      </w:r>
      <w:r w:rsidR="003A025E" w:rsidRPr="004572A7">
        <w:t xml:space="preserve">, </w:t>
      </w:r>
      <w:r w:rsidRPr="004F1596">
        <w:t>cette salle vaste</w:t>
      </w:r>
      <w:r w:rsidR="003A025E" w:rsidRPr="004572A7">
        <w:t xml:space="preserve">, </w:t>
      </w:r>
      <w:r w:rsidRPr="004F1596">
        <w:t>cette odeur âcre et forte</w:t>
      </w:r>
      <w:r w:rsidR="003A025E" w:rsidRPr="004572A7">
        <w:t xml:space="preserve">, </w:t>
      </w:r>
      <w:r w:rsidRPr="004F1596">
        <w:t>tous les objets bizarres que je découvrais</w:t>
      </w:r>
      <w:r w:rsidR="003A025E" w:rsidRPr="004572A7">
        <w:t xml:space="preserve">, </w:t>
      </w:r>
      <w:r w:rsidRPr="004F1596">
        <w:t>sans en deviner l</w:t>
      </w:r>
      <w:r w:rsidR="003A025E" w:rsidRPr="004572A7">
        <w:t>’</w:t>
      </w:r>
      <w:r w:rsidRPr="004F1596">
        <w:t>utilisation</w:t>
      </w:r>
      <w:r w:rsidR="003A025E" w:rsidRPr="004572A7">
        <w:t xml:space="preserve">, </w:t>
      </w:r>
      <w:r w:rsidRPr="004F1596">
        <w:t>l</w:t>
      </w:r>
      <w:r w:rsidR="003A025E" w:rsidRPr="004572A7">
        <w:t>’</w:t>
      </w:r>
      <w:r w:rsidRPr="004F1596">
        <w:t>idée surtout que je me trouvais</w:t>
      </w:r>
      <w:r w:rsidR="003A025E" w:rsidRPr="004572A7">
        <w:t xml:space="preserve">, </w:t>
      </w:r>
      <w:r w:rsidRPr="004F1596">
        <w:t>enfin</w:t>
      </w:r>
      <w:r w:rsidR="003A025E" w:rsidRPr="004572A7">
        <w:t xml:space="preserve">, </w:t>
      </w:r>
      <w:r w:rsidRPr="004F1596">
        <w:t>au cœur de la mystérieuse habitation</w:t>
      </w:r>
      <w:r w:rsidR="003A025E" w:rsidRPr="004572A7">
        <w:t xml:space="preserve">, </w:t>
      </w:r>
      <w:r w:rsidRPr="004F1596">
        <w:t>tout cela m</w:t>
      </w:r>
      <w:r w:rsidR="003A025E" w:rsidRPr="004572A7">
        <w:t>’</w:t>
      </w:r>
      <w:r w:rsidRPr="004F1596">
        <w:t>enlevait une partie de mes moyens et paralysait ma volonté</w:t>
      </w:r>
      <w:r w:rsidR="003A025E" w:rsidRPr="004572A7">
        <w:t xml:space="preserve">. </w:t>
      </w:r>
      <w:r w:rsidRPr="004F1596">
        <w:t>Il me semblait que le docteur allait surgir tout à coup derrière moi</w:t>
      </w:r>
      <w:r w:rsidR="003A025E" w:rsidRPr="004572A7">
        <w:t xml:space="preserve">, </w:t>
      </w:r>
      <w:r w:rsidRPr="004F1596">
        <w:t>me prendre par le bras et me chasser comme un voleur</w:t>
      </w:r>
      <w:r w:rsidR="003A025E" w:rsidRPr="004572A7">
        <w:t>…</w:t>
      </w:r>
    </w:p>
    <w:p w14:paraId="1015B93C" w14:textId="77777777" w:rsidR="003A025E" w:rsidRPr="004572A7" w:rsidRDefault="004F1596" w:rsidP="004F1596">
      <w:r w:rsidRPr="004F1596">
        <w:t>Il fallait en finir</w:t>
      </w:r>
      <w:r w:rsidR="003A025E" w:rsidRPr="004572A7">
        <w:t> !…</w:t>
      </w:r>
    </w:p>
    <w:p w14:paraId="2C6FEF57" w14:textId="77777777" w:rsidR="003A025E" w:rsidRPr="004572A7" w:rsidRDefault="004F1596" w:rsidP="004F1596">
      <w:r w:rsidRPr="004F1596">
        <w:t>Véritablement</w:t>
      </w:r>
      <w:r w:rsidR="003A025E" w:rsidRPr="004572A7">
        <w:t xml:space="preserve">, </w:t>
      </w:r>
      <w:r w:rsidRPr="004F1596">
        <w:t>je devenais ridicule</w:t>
      </w:r>
      <w:r w:rsidR="003A025E" w:rsidRPr="004572A7">
        <w:t xml:space="preserve"> ! </w:t>
      </w:r>
      <w:r w:rsidRPr="004F1596">
        <w:t>Aussi</w:t>
      </w:r>
      <w:r w:rsidR="003A025E" w:rsidRPr="004572A7">
        <w:t xml:space="preserve">, </w:t>
      </w:r>
      <w:r w:rsidRPr="004F1596">
        <w:t>passant d</w:t>
      </w:r>
      <w:r w:rsidR="003A025E" w:rsidRPr="004572A7">
        <w:t>’</w:t>
      </w:r>
      <w:r w:rsidRPr="004F1596">
        <w:t>un excès à un autre</w:t>
      </w:r>
      <w:r w:rsidR="003A025E" w:rsidRPr="004572A7">
        <w:t xml:space="preserve">, </w:t>
      </w:r>
      <w:r w:rsidRPr="004F1596">
        <w:t>au galop</w:t>
      </w:r>
      <w:r w:rsidR="003A025E" w:rsidRPr="004572A7">
        <w:t xml:space="preserve">, </w:t>
      </w:r>
      <w:r w:rsidRPr="004F1596">
        <w:t>je fis le tour de cette pièce singulière</w:t>
      </w:r>
      <w:r w:rsidR="003A025E" w:rsidRPr="004572A7">
        <w:t xml:space="preserve">. </w:t>
      </w:r>
      <w:r w:rsidR="007E47D1" w:rsidRPr="004572A7">
        <w:t>À</w:t>
      </w:r>
      <w:r w:rsidRPr="004F1596">
        <w:t xml:space="preserve"> gauche</w:t>
      </w:r>
      <w:r w:rsidR="003A025E" w:rsidRPr="004572A7">
        <w:t xml:space="preserve">, </w:t>
      </w:r>
      <w:r w:rsidRPr="004F1596">
        <w:t>en entrant</w:t>
      </w:r>
      <w:r w:rsidR="003A025E" w:rsidRPr="004572A7">
        <w:t xml:space="preserve">, </w:t>
      </w:r>
      <w:r w:rsidRPr="004F1596">
        <w:t xml:space="preserve">se trouvait une bibliothèque où il </w:t>
      </w:r>
      <w:r w:rsidRPr="004F1596">
        <w:lastRenderedPageBreak/>
        <w:t>y avait environ deux à trois cents volumes</w:t>
      </w:r>
      <w:r w:rsidR="003A025E" w:rsidRPr="004572A7">
        <w:t xml:space="preserve">. </w:t>
      </w:r>
      <w:r w:rsidRPr="004F1596">
        <w:t>J</w:t>
      </w:r>
      <w:r w:rsidR="003A025E" w:rsidRPr="004572A7">
        <w:t>’</w:t>
      </w:r>
      <w:r w:rsidRPr="004F1596">
        <w:t>en ouvris plusieurs au hasard</w:t>
      </w:r>
      <w:r w:rsidR="003A025E" w:rsidRPr="004572A7">
        <w:t xml:space="preserve">. </w:t>
      </w:r>
      <w:r w:rsidRPr="004F1596">
        <w:t>C</w:t>
      </w:r>
      <w:r w:rsidR="003A025E" w:rsidRPr="004572A7">
        <w:t>’</w:t>
      </w:r>
      <w:r w:rsidRPr="004F1596">
        <w:t>étaient presque tous des ouvrages scientifiques</w:t>
      </w:r>
      <w:r w:rsidR="003A025E" w:rsidRPr="004572A7">
        <w:t xml:space="preserve">, </w:t>
      </w:r>
      <w:r w:rsidRPr="004F1596">
        <w:t>des traités de chimie</w:t>
      </w:r>
      <w:r w:rsidR="003A025E" w:rsidRPr="004572A7">
        <w:t xml:space="preserve">, </w:t>
      </w:r>
      <w:r w:rsidRPr="004F1596">
        <w:t>d</w:t>
      </w:r>
      <w:r w:rsidR="003A025E" w:rsidRPr="004572A7">
        <w:t>’</w:t>
      </w:r>
      <w:r w:rsidRPr="004F1596">
        <w:t>anatomie</w:t>
      </w:r>
      <w:r w:rsidR="003A025E" w:rsidRPr="004572A7">
        <w:t xml:space="preserve">, </w:t>
      </w:r>
      <w:r w:rsidRPr="004F1596">
        <w:t>de biologie générale et aussi quelques études de psychologie et de métaphysique</w:t>
      </w:r>
      <w:r w:rsidR="003A025E" w:rsidRPr="004572A7">
        <w:t>.</w:t>
      </w:r>
    </w:p>
    <w:p w14:paraId="5D3DAD74" w14:textId="77777777" w:rsidR="003A025E" w:rsidRPr="004572A7" w:rsidRDefault="004F1596" w:rsidP="004F1596">
      <w:r w:rsidRPr="004F1596">
        <w:t>Ceux qui me frappèrent le plus furent</w:t>
      </w:r>
      <w:r w:rsidR="003A025E" w:rsidRPr="004572A7">
        <w:t xml:space="preserve"> : </w:t>
      </w:r>
      <w:r w:rsidRPr="004F1596">
        <w:rPr>
          <w:i/>
          <w:iCs/>
        </w:rPr>
        <w:t>l</w:t>
      </w:r>
      <w:r w:rsidR="003A025E" w:rsidRPr="004572A7">
        <w:rPr>
          <w:i/>
          <w:iCs/>
        </w:rPr>
        <w:t>’</w:t>
      </w:r>
      <w:r w:rsidRPr="004F1596">
        <w:rPr>
          <w:i/>
          <w:iCs/>
        </w:rPr>
        <w:t>introduction à la médecine expérimentale</w:t>
      </w:r>
      <w:r w:rsidR="003A025E" w:rsidRPr="004572A7">
        <w:rPr>
          <w:i/>
          <w:iCs/>
        </w:rPr>
        <w:t xml:space="preserve">, </w:t>
      </w:r>
      <w:r w:rsidRPr="004F1596">
        <w:t>de Claude Bernard</w:t>
      </w:r>
      <w:r w:rsidR="003A025E" w:rsidRPr="004572A7">
        <w:t xml:space="preserve">, </w:t>
      </w:r>
      <w:r w:rsidRPr="004F1596">
        <w:rPr>
          <w:i/>
          <w:iCs/>
        </w:rPr>
        <w:t>Les Limites de la Biologie</w:t>
      </w:r>
      <w:r w:rsidR="003A025E" w:rsidRPr="004572A7">
        <w:rPr>
          <w:i/>
          <w:iCs/>
        </w:rPr>
        <w:t xml:space="preserve">, </w:t>
      </w:r>
      <w:r w:rsidRPr="004F1596">
        <w:t>de Joseph Grasset</w:t>
      </w:r>
      <w:r w:rsidR="003A025E" w:rsidRPr="004572A7">
        <w:t xml:space="preserve">, </w:t>
      </w:r>
      <w:r w:rsidRPr="004F1596">
        <w:rPr>
          <w:i/>
          <w:iCs/>
        </w:rPr>
        <w:t>l</w:t>
      </w:r>
      <w:r w:rsidR="003A025E" w:rsidRPr="004572A7">
        <w:rPr>
          <w:i/>
          <w:iCs/>
        </w:rPr>
        <w:t>’</w:t>
      </w:r>
      <w:r w:rsidRPr="004F1596">
        <w:rPr>
          <w:i/>
          <w:iCs/>
        </w:rPr>
        <w:t>Automatisme psychologique</w:t>
      </w:r>
      <w:r w:rsidR="003A025E" w:rsidRPr="004572A7">
        <w:rPr>
          <w:i/>
          <w:iCs/>
        </w:rPr>
        <w:t xml:space="preserve">, </w:t>
      </w:r>
      <w:r w:rsidRPr="004F1596">
        <w:t>de Pierre Janet</w:t>
      </w:r>
      <w:r w:rsidR="003A025E" w:rsidRPr="004572A7">
        <w:t xml:space="preserve">, </w:t>
      </w:r>
      <w:r w:rsidRPr="004F1596">
        <w:rPr>
          <w:i/>
          <w:iCs/>
        </w:rPr>
        <w:t>Force et Matière</w:t>
      </w:r>
      <w:r w:rsidR="003A025E" w:rsidRPr="004572A7">
        <w:rPr>
          <w:i/>
          <w:iCs/>
        </w:rPr>
        <w:t xml:space="preserve">, </w:t>
      </w:r>
      <w:r w:rsidRPr="004F1596">
        <w:t>de Buchner</w:t>
      </w:r>
      <w:r w:rsidR="003A025E" w:rsidRPr="004572A7">
        <w:t xml:space="preserve">, </w:t>
      </w:r>
      <w:r w:rsidRPr="004F1596">
        <w:rPr>
          <w:i/>
          <w:iCs/>
        </w:rPr>
        <w:t>Science et Philosophie</w:t>
      </w:r>
      <w:r w:rsidR="003A025E" w:rsidRPr="004572A7">
        <w:rPr>
          <w:i/>
          <w:iCs/>
        </w:rPr>
        <w:t xml:space="preserve">, </w:t>
      </w:r>
      <w:r w:rsidRPr="004F1596">
        <w:t>de Berthelot</w:t>
      </w:r>
      <w:r w:rsidR="003A025E" w:rsidRPr="004572A7">
        <w:t xml:space="preserve">, </w:t>
      </w:r>
      <w:r w:rsidRPr="004F1596">
        <w:t>et enfin</w:t>
      </w:r>
      <w:r w:rsidR="003A025E" w:rsidRPr="004572A7">
        <w:t xml:space="preserve">, </w:t>
      </w:r>
      <w:r w:rsidRPr="004F1596">
        <w:t>un ouvrage célèbre de l</w:t>
      </w:r>
      <w:r w:rsidR="003A025E" w:rsidRPr="004572A7">
        <w:t>’</w:t>
      </w:r>
      <w:r w:rsidRPr="004F1596">
        <w:t xml:space="preserve">illustre biologiste </w:t>
      </w:r>
      <w:proofErr w:type="spellStart"/>
      <w:r w:rsidRPr="004F1596">
        <w:t>Halwards</w:t>
      </w:r>
      <w:proofErr w:type="spellEnd"/>
      <w:r w:rsidRPr="004F1596">
        <w:t xml:space="preserve"> intitulé</w:t>
      </w:r>
      <w:r w:rsidR="003A025E" w:rsidRPr="004572A7">
        <w:t xml:space="preserve"> : </w:t>
      </w:r>
      <w:r w:rsidRPr="004F1596">
        <w:rPr>
          <w:i/>
          <w:iCs/>
        </w:rPr>
        <w:t>Les mensonges des spiritualistes et des spirites</w:t>
      </w:r>
      <w:r w:rsidR="003A025E" w:rsidRPr="004572A7">
        <w:rPr>
          <w:i/>
          <w:iCs/>
        </w:rPr>
        <w:t xml:space="preserve">. </w:t>
      </w:r>
      <w:r w:rsidRPr="004F1596">
        <w:t>Ce dernier livre était criblé de traits au crayon</w:t>
      </w:r>
      <w:r w:rsidR="003A025E" w:rsidRPr="004572A7">
        <w:t xml:space="preserve">, </w:t>
      </w:r>
      <w:r w:rsidRPr="004F1596">
        <w:t>soulignant de nombreux passages</w:t>
      </w:r>
      <w:r w:rsidR="003A025E" w:rsidRPr="004572A7">
        <w:t xml:space="preserve">, </w:t>
      </w:r>
      <w:r w:rsidRPr="004F1596">
        <w:t>de notes marginales</w:t>
      </w:r>
      <w:r w:rsidR="003A025E" w:rsidRPr="004572A7">
        <w:t xml:space="preserve">, </w:t>
      </w:r>
      <w:r w:rsidRPr="004F1596">
        <w:t>pleines d</w:t>
      </w:r>
      <w:r w:rsidR="003A025E" w:rsidRPr="004572A7">
        <w:t>’</w:t>
      </w:r>
      <w:r w:rsidRPr="004F1596">
        <w:t>admiration pour les théories de l</w:t>
      </w:r>
      <w:r w:rsidR="003A025E" w:rsidRPr="004572A7">
        <w:t>’</w:t>
      </w:r>
      <w:r w:rsidRPr="004F1596">
        <w:t>auteur</w:t>
      </w:r>
      <w:r w:rsidR="003A025E" w:rsidRPr="004572A7">
        <w:t>.</w:t>
      </w:r>
    </w:p>
    <w:p w14:paraId="2234149B" w14:textId="77777777" w:rsidR="003A025E" w:rsidRPr="004572A7" w:rsidRDefault="004F1596" w:rsidP="004F1596">
      <w:r w:rsidRPr="004F1596">
        <w:t>Décidément</w:t>
      </w:r>
      <w:r w:rsidR="003A025E" w:rsidRPr="004572A7">
        <w:t xml:space="preserve">, </w:t>
      </w:r>
      <w:r w:rsidRPr="004F1596">
        <w:t>pensai-je</w:t>
      </w:r>
      <w:r w:rsidR="003A025E" w:rsidRPr="004572A7">
        <w:t xml:space="preserve">, </w:t>
      </w:r>
      <w:r w:rsidRPr="004F1596">
        <w:t>Surgères n</w:t>
      </w:r>
      <w:r w:rsidR="003A025E" w:rsidRPr="004572A7">
        <w:t>’</w:t>
      </w:r>
      <w:r w:rsidRPr="004F1596">
        <w:t>aime pas les spiritualistes</w:t>
      </w:r>
      <w:r w:rsidR="003A025E" w:rsidRPr="004572A7">
        <w:t>.</w:t>
      </w:r>
    </w:p>
    <w:p w14:paraId="43075381" w14:textId="77777777" w:rsidR="003A025E" w:rsidRPr="004572A7" w:rsidRDefault="004F1596" w:rsidP="004F1596">
      <w:r w:rsidRPr="004F1596">
        <w:t>Je remis le volume en place</w:t>
      </w:r>
      <w:r w:rsidR="003A025E" w:rsidRPr="004572A7">
        <w:t xml:space="preserve">, </w:t>
      </w:r>
      <w:r w:rsidRPr="004F1596">
        <w:t>me promettant bien de l</w:t>
      </w:r>
      <w:r w:rsidR="003A025E" w:rsidRPr="004572A7">
        <w:t>’</w:t>
      </w:r>
      <w:r w:rsidRPr="004F1596">
        <w:t>acheter</w:t>
      </w:r>
      <w:r w:rsidR="003A025E" w:rsidRPr="004572A7">
        <w:t xml:space="preserve">, </w:t>
      </w:r>
      <w:r w:rsidRPr="004F1596">
        <w:t>aussitôt que possible</w:t>
      </w:r>
      <w:r w:rsidR="003A025E" w:rsidRPr="004572A7">
        <w:t xml:space="preserve">, </w:t>
      </w:r>
      <w:r w:rsidRPr="004F1596">
        <w:t>et je continuai mes investigations</w:t>
      </w:r>
      <w:r w:rsidR="003A025E" w:rsidRPr="004572A7">
        <w:t xml:space="preserve">. </w:t>
      </w:r>
      <w:r w:rsidRPr="004F1596">
        <w:t>Au centre de la salle</w:t>
      </w:r>
      <w:r w:rsidR="003A025E" w:rsidRPr="004572A7">
        <w:t xml:space="preserve">, </w:t>
      </w:r>
      <w:r w:rsidRPr="004F1596">
        <w:t>se trouvait une grande table</w:t>
      </w:r>
      <w:r w:rsidR="003A025E" w:rsidRPr="004572A7">
        <w:t xml:space="preserve">, </w:t>
      </w:r>
      <w:r w:rsidRPr="004F1596">
        <w:t>de forme rectangulaire et creusée en fer à cheval aux deux extrémités</w:t>
      </w:r>
      <w:r w:rsidR="003A025E" w:rsidRPr="004572A7">
        <w:t>.</w:t>
      </w:r>
    </w:p>
    <w:p w14:paraId="0B1B4380" w14:textId="77777777" w:rsidR="003A025E" w:rsidRPr="004572A7" w:rsidRDefault="004F1596" w:rsidP="004F1596">
      <w:pPr>
        <w:rPr>
          <w:i/>
          <w:iCs/>
        </w:rPr>
      </w:pPr>
      <w:r w:rsidRPr="004F1596">
        <w:t>Surgères avait bien spécifié</w:t>
      </w:r>
      <w:r w:rsidR="003A025E" w:rsidRPr="004572A7">
        <w:t xml:space="preserve">, </w:t>
      </w:r>
      <w:r w:rsidRPr="004F1596">
        <w:t>dans sa lettre</w:t>
      </w:r>
      <w:r w:rsidR="003A025E" w:rsidRPr="004572A7">
        <w:t>, « </w:t>
      </w:r>
      <w:r w:rsidRPr="004F1596">
        <w:rPr>
          <w:i/>
          <w:iCs/>
        </w:rPr>
        <w:t>des choses délicates qui ne doivent pas être dérangées</w:t>
      </w:r>
      <w:r w:rsidR="003A025E" w:rsidRPr="004572A7">
        <w:rPr>
          <w:i/>
          <w:iCs/>
        </w:rPr>
        <w:t> ».</w:t>
      </w:r>
    </w:p>
    <w:p w14:paraId="2FF92B7D" w14:textId="77777777" w:rsidR="003A025E" w:rsidRPr="004572A7" w:rsidRDefault="004F1596" w:rsidP="004F1596">
      <w:r w:rsidRPr="004F1596">
        <w:t>En effet</w:t>
      </w:r>
      <w:r w:rsidR="003A025E" w:rsidRPr="004572A7">
        <w:t xml:space="preserve">, </w:t>
      </w:r>
      <w:r w:rsidRPr="004F1596">
        <w:t>j</w:t>
      </w:r>
      <w:r w:rsidR="003A025E" w:rsidRPr="004572A7">
        <w:t>’</w:t>
      </w:r>
      <w:r w:rsidRPr="004F1596">
        <w:t>avais là</w:t>
      </w:r>
      <w:r w:rsidR="003A025E" w:rsidRPr="004572A7">
        <w:t xml:space="preserve">, </w:t>
      </w:r>
      <w:r w:rsidRPr="004F1596">
        <w:t>devant moi</w:t>
      </w:r>
      <w:r w:rsidR="003A025E" w:rsidRPr="004572A7">
        <w:t xml:space="preserve">, </w:t>
      </w:r>
      <w:r w:rsidRPr="004F1596">
        <w:t>sur la table dont je viens de parler</w:t>
      </w:r>
      <w:r w:rsidR="003A025E" w:rsidRPr="004572A7">
        <w:t xml:space="preserve">, </w:t>
      </w:r>
      <w:r w:rsidRPr="004F1596">
        <w:t>cinq ou six cuvettes plates en porcelaine</w:t>
      </w:r>
      <w:r w:rsidR="003A025E" w:rsidRPr="004572A7">
        <w:t xml:space="preserve">. </w:t>
      </w:r>
      <w:r w:rsidRPr="004F1596">
        <w:t>Elles étaient remplies de liquides de diverses couleurs</w:t>
      </w:r>
      <w:r w:rsidR="003A025E" w:rsidRPr="004572A7">
        <w:t xml:space="preserve"> ; </w:t>
      </w:r>
      <w:r w:rsidRPr="004F1596">
        <w:t>une seule contenait une sorte de pâte jaunâtre qui m</w:t>
      </w:r>
      <w:r w:rsidR="003A025E" w:rsidRPr="004572A7">
        <w:t>’</w:t>
      </w:r>
      <w:r w:rsidRPr="004F1596">
        <w:t>avait l</w:t>
      </w:r>
      <w:r w:rsidR="003A025E" w:rsidRPr="004572A7">
        <w:t>’</w:t>
      </w:r>
      <w:r w:rsidRPr="004F1596">
        <w:t>air d</w:t>
      </w:r>
      <w:r w:rsidR="003A025E" w:rsidRPr="004572A7">
        <w:t>’</w:t>
      </w:r>
      <w:r w:rsidRPr="004F1596">
        <w:t>avoir été coulée là récemment et qu</w:t>
      </w:r>
      <w:r w:rsidR="003A025E" w:rsidRPr="004572A7">
        <w:t>’</w:t>
      </w:r>
      <w:r w:rsidRPr="004F1596">
        <w:t>une tablette de verre recouvrait</w:t>
      </w:r>
      <w:r w:rsidR="003A025E" w:rsidRPr="004572A7">
        <w:t>.</w:t>
      </w:r>
    </w:p>
    <w:p w14:paraId="050637C6" w14:textId="77777777" w:rsidR="003A025E" w:rsidRPr="004572A7" w:rsidRDefault="004F1596" w:rsidP="004F1596">
      <w:r w:rsidRPr="004F1596">
        <w:t>Je remarquai également un microscope</w:t>
      </w:r>
      <w:r w:rsidR="003A025E" w:rsidRPr="004572A7">
        <w:t xml:space="preserve">, </w:t>
      </w:r>
      <w:r w:rsidRPr="004F1596">
        <w:t>un appareil à électrolyse</w:t>
      </w:r>
      <w:r w:rsidR="003A025E" w:rsidRPr="004572A7">
        <w:t xml:space="preserve">, </w:t>
      </w:r>
      <w:r w:rsidRPr="004F1596">
        <w:t>un spectroscope de forme bizarre</w:t>
      </w:r>
      <w:r w:rsidR="003A025E" w:rsidRPr="004572A7">
        <w:t xml:space="preserve">, </w:t>
      </w:r>
      <w:r w:rsidRPr="004F1596">
        <w:t xml:space="preserve">une grande </w:t>
      </w:r>
      <w:r w:rsidRPr="004F1596">
        <w:lastRenderedPageBreak/>
        <w:t>ampoule de Crookes</w:t>
      </w:r>
      <w:r w:rsidR="003A025E" w:rsidRPr="004572A7">
        <w:t xml:space="preserve">, </w:t>
      </w:r>
      <w:r w:rsidRPr="004F1596">
        <w:t>puis</w:t>
      </w:r>
      <w:r w:rsidR="003A025E" w:rsidRPr="004572A7">
        <w:t xml:space="preserve">, </w:t>
      </w:r>
      <w:r w:rsidRPr="004F1596">
        <w:t>à droite</w:t>
      </w:r>
      <w:r w:rsidR="003A025E" w:rsidRPr="004572A7">
        <w:t xml:space="preserve">, </w:t>
      </w:r>
      <w:r w:rsidRPr="004F1596">
        <w:t>au-dessus d</w:t>
      </w:r>
      <w:r w:rsidR="003A025E" w:rsidRPr="004572A7">
        <w:t>’</w:t>
      </w:r>
      <w:r w:rsidRPr="004F1596">
        <w:t>une sorte d</w:t>
      </w:r>
      <w:r w:rsidR="003A025E" w:rsidRPr="004572A7">
        <w:t>’</w:t>
      </w:r>
      <w:r w:rsidRPr="004F1596">
        <w:t>étagère à hauteur d</w:t>
      </w:r>
      <w:r w:rsidR="003A025E" w:rsidRPr="004572A7">
        <w:t>’</w:t>
      </w:r>
      <w:r w:rsidRPr="004F1596">
        <w:t>homme</w:t>
      </w:r>
      <w:r w:rsidR="003A025E" w:rsidRPr="004572A7">
        <w:t xml:space="preserve">, </w:t>
      </w:r>
      <w:r w:rsidRPr="004F1596">
        <w:t>une vingtaine de bocaux</w:t>
      </w:r>
      <w:r w:rsidR="003A025E" w:rsidRPr="004572A7">
        <w:t xml:space="preserve">, </w:t>
      </w:r>
      <w:r w:rsidRPr="004F1596">
        <w:t>dont deux entièrement vides</w:t>
      </w:r>
      <w:r w:rsidR="003A025E" w:rsidRPr="004572A7">
        <w:t xml:space="preserve"> ; </w:t>
      </w:r>
      <w:r w:rsidRPr="004F1596">
        <w:t>les autres remplis de poudres et de liquides</w:t>
      </w:r>
      <w:r w:rsidR="003A025E" w:rsidRPr="004572A7">
        <w:t xml:space="preserve">. </w:t>
      </w:r>
      <w:r w:rsidRPr="004F1596">
        <w:t>J</w:t>
      </w:r>
      <w:r w:rsidR="003A025E" w:rsidRPr="004572A7">
        <w:t>’</w:t>
      </w:r>
      <w:r w:rsidRPr="004F1596">
        <w:t>en débouchai un et je reconnus immédiatement l</w:t>
      </w:r>
      <w:r w:rsidR="003A025E" w:rsidRPr="004572A7">
        <w:t>’</w:t>
      </w:r>
      <w:r w:rsidRPr="004F1596">
        <w:t>odeur caractéristique de l</w:t>
      </w:r>
      <w:r w:rsidR="003A025E" w:rsidRPr="004572A7">
        <w:t>’</w:t>
      </w:r>
      <w:r w:rsidRPr="004F1596">
        <w:t>ammoniaque</w:t>
      </w:r>
      <w:r w:rsidR="003A025E" w:rsidRPr="004572A7">
        <w:t xml:space="preserve">. </w:t>
      </w:r>
      <w:r w:rsidRPr="004F1596">
        <w:t>Mais ce qui m</w:t>
      </w:r>
      <w:r w:rsidR="003A025E" w:rsidRPr="004572A7">
        <w:t>’</w:t>
      </w:r>
      <w:r w:rsidRPr="004F1596">
        <w:t>étonna le plus et captiva mon attention</w:t>
      </w:r>
      <w:r w:rsidR="003A025E" w:rsidRPr="004572A7">
        <w:t xml:space="preserve">, </w:t>
      </w:r>
      <w:r w:rsidRPr="004F1596">
        <w:t>au point de m</w:t>
      </w:r>
      <w:r w:rsidR="003A025E" w:rsidRPr="004572A7">
        <w:t>’</w:t>
      </w:r>
      <w:r w:rsidRPr="004F1596">
        <w:t>enlever toute notion de crainte et de me faire presque oublier que je pouvais être surpris d</w:t>
      </w:r>
      <w:r w:rsidR="003A025E" w:rsidRPr="004572A7">
        <w:t>’</w:t>
      </w:r>
      <w:r w:rsidRPr="004F1596">
        <w:t>un moment à l</w:t>
      </w:r>
      <w:r w:rsidR="003A025E" w:rsidRPr="004572A7">
        <w:t>’</w:t>
      </w:r>
      <w:r w:rsidRPr="004F1596">
        <w:t>autre</w:t>
      </w:r>
      <w:r w:rsidR="003A025E" w:rsidRPr="004572A7">
        <w:t xml:space="preserve">, </w:t>
      </w:r>
      <w:r w:rsidRPr="004F1596">
        <w:t>ce fut ceci</w:t>
      </w:r>
      <w:r w:rsidR="003A025E" w:rsidRPr="004572A7">
        <w:t> :</w:t>
      </w:r>
    </w:p>
    <w:p w14:paraId="5A9666D8" w14:textId="77777777" w:rsidR="003A025E" w:rsidRPr="004572A7" w:rsidRDefault="004F1596" w:rsidP="004F1596">
      <w:r w:rsidRPr="004F1596">
        <w:t>Au fond de la salle</w:t>
      </w:r>
      <w:r w:rsidR="003A025E" w:rsidRPr="004572A7">
        <w:t xml:space="preserve">, </w:t>
      </w:r>
      <w:r w:rsidRPr="004F1596">
        <w:t>en face de l</w:t>
      </w:r>
      <w:r w:rsidR="003A025E" w:rsidRPr="004572A7">
        <w:t>’</w:t>
      </w:r>
      <w:r w:rsidRPr="004F1596">
        <w:t>unique fenêtre qui donnait sur le parc</w:t>
      </w:r>
      <w:r w:rsidR="003A025E" w:rsidRPr="004572A7">
        <w:t xml:space="preserve">, </w:t>
      </w:r>
      <w:r w:rsidRPr="004F1596">
        <w:t>du côté de l</w:t>
      </w:r>
      <w:r w:rsidR="003A025E" w:rsidRPr="004572A7">
        <w:t>’</w:t>
      </w:r>
      <w:r w:rsidRPr="004F1596">
        <w:t>ouest</w:t>
      </w:r>
      <w:r w:rsidR="003A025E" w:rsidRPr="004572A7">
        <w:t xml:space="preserve">, </w:t>
      </w:r>
      <w:r w:rsidRPr="004F1596">
        <w:t>se trouvait un secrétaire en acajou</w:t>
      </w:r>
      <w:r w:rsidR="003A025E" w:rsidRPr="004572A7">
        <w:t xml:space="preserve">, </w:t>
      </w:r>
      <w:r w:rsidRPr="004F1596">
        <w:t>surmonté d</w:t>
      </w:r>
      <w:r w:rsidR="003A025E" w:rsidRPr="004572A7">
        <w:t>’</w:t>
      </w:r>
      <w:r w:rsidRPr="004F1596">
        <w:t>une ampoule électrique ordinaire ou du moins qui me paraissait telle</w:t>
      </w:r>
      <w:r w:rsidR="003A025E" w:rsidRPr="004572A7">
        <w:t xml:space="preserve">. </w:t>
      </w:r>
      <w:r w:rsidRPr="004F1596">
        <w:t>Rien ne désignait plus particulièrement ce meuble à mon attention et je me disposais enfin à battre en retraite lorsque je remarquai</w:t>
      </w:r>
      <w:r w:rsidR="003A025E" w:rsidRPr="004572A7">
        <w:t xml:space="preserve">, </w:t>
      </w:r>
      <w:r w:rsidRPr="004F1596">
        <w:t>dans les casiers</w:t>
      </w:r>
      <w:r w:rsidR="003A025E" w:rsidRPr="004572A7">
        <w:t xml:space="preserve">, </w:t>
      </w:r>
      <w:r w:rsidRPr="004F1596">
        <w:t>une rangée de livres qui me parurent à peu près du même format</w:t>
      </w:r>
      <w:r w:rsidR="003A025E" w:rsidRPr="004572A7">
        <w:t xml:space="preserve">, </w:t>
      </w:r>
      <w:r w:rsidRPr="004F1596">
        <w:t>recouverts de cuir noir</w:t>
      </w:r>
      <w:r w:rsidR="003A025E" w:rsidRPr="004572A7">
        <w:t xml:space="preserve">. </w:t>
      </w:r>
      <w:r w:rsidRPr="004F1596">
        <w:t>Ils étaient au nombre d</w:t>
      </w:r>
      <w:r w:rsidR="003A025E" w:rsidRPr="004572A7">
        <w:t>’</w:t>
      </w:r>
      <w:r w:rsidRPr="004F1596">
        <w:t>une trentaine environ</w:t>
      </w:r>
      <w:r w:rsidR="003A025E" w:rsidRPr="004572A7">
        <w:t>.</w:t>
      </w:r>
    </w:p>
    <w:p w14:paraId="56F443FC" w14:textId="77777777" w:rsidR="003A025E" w:rsidRPr="004572A7" w:rsidRDefault="004F1596" w:rsidP="004F1596">
      <w:r w:rsidRPr="004F1596">
        <w:t>J</w:t>
      </w:r>
      <w:r w:rsidR="003A025E" w:rsidRPr="004572A7">
        <w:t>’</w:t>
      </w:r>
      <w:r w:rsidRPr="004F1596">
        <w:t>en pris un</w:t>
      </w:r>
      <w:r w:rsidR="003A025E" w:rsidRPr="004572A7">
        <w:t xml:space="preserve">, </w:t>
      </w:r>
      <w:r w:rsidRPr="004F1596">
        <w:t>et je demeurai stupéfait</w:t>
      </w:r>
      <w:r w:rsidR="003A025E" w:rsidRPr="004572A7">
        <w:t xml:space="preserve"> : </w:t>
      </w:r>
      <w:r w:rsidRPr="004F1596">
        <w:t>c</w:t>
      </w:r>
      <w:r w:rsidR="003A025E" w:rsidRPr="004572A7">
        <w:t>’</w:t>
      </w:r>
      <w:r w:rsidRPr="004F1596">
        <w:t>était une sorte de carnet assez épais</w:t>
      </w:r>
      <w:r w:rsidR="003A025E" w:rsidRPr="004572A7">
        <w:t xml:space="preserve">, </w:t>
      </w:r>
      <w:r w:rsidRPr="004F1596">
        <w:t>de la dimension d</w:t>
      </w:r>
      <w:r w:rsidR="003A025E" w:rsidRPr="004572A7">
        <w:t>’</w:t>
      </w:r>
      <w:r w:rsidRPr="004F1596">
        <w:t>une brochure ordinaire et absolument identique</w:t>
      </w:r>
      <w:r w:rsidR="003A025E" w:rsidRPr="004572A7">
        <w:t xml:space="preserve"> – </w:t>
      </w:r>
      <w:r w:rsidRPr="004F1596">
        <w:t>notez bien ceci</w:t>
      </w:r>
      <w:r w:rsidR="003A025E" w:rsidRPr="004572A7">
        <w:t xml:space="preserve"> –, </w:t>
      </w:r>
      <w:r w:rsidRPr="004F1596">
        <w:t>identique à celui que j</w:t>
      </w:r>
      <w:r w:rsidR="003A025E" w:rsidRPr="004572A7">
        <w:t>’</w:t>
      </w:r>
      <w:r w:rsidRPr="004F1596">
        <w:t>avais aperçu entre les mains de Surgères</w:t>
      </w:r>
      <w:r w:rsidR="003A025E" w:rsidRPr="004572A7">
        <w:t xml:space="preserve">, </w:t>
      </w:r>
      <w:r w:rsidRPr="004F1596">
        <w:t>lorsqu</w:t>
      </w:r>
      <w:r w:rsidR="003A025E" w:rsidRPr="004572A7">
        <w:t>’</w:t>
      </w:r>
      <w:r w:rsidRPr="004F1596">
        <w:t>il se rencognait dans son compartiment du rapide de Paris</w:t>
      </w:r>
      <w:r w:rsidR="003A025E" w:rsidRPr="004572A7">
        <w:t>.</w:t>
      </w:r>
    </w:p>
    <w:p w14:paraId="73E0FA61" w14:textId="77777777" w:rsidR="003A025E" w:rsidRPr="004572A7" w:rsidRDefault="004F1596" w:rsidP="004F1596">
      <w:r w:rsidRPr="004F1596">
        <w:t>Les feuillets</w:t>
      </w:r>
      <w:r w:rsidR="003A025E" w:rsidRPr="004572A7">
        <w:t xml:space="preserve">, </w:t>
      </w:r>
      <w:r w:rsidRPr="004F1596">
        <w:t>d</w:t>
      </w:r>
      <w:r w:rsidR="003A025E" w:rsidRPr="004572A7">
        <w:t>’</w:t>
      </w:r>
      <w:r w:rsidRPr="004F1596">
        <w:t>une couleur indéfinissable</w:t>
      </w:r>
      <w:r w:rsidR="003A025E" w:rsidRPr="004572A7">
        <w:t xml:space="preserve">, </w:t>
      </w:r>
      <w:r w:rsidRPr="004F1596">
        <w:t>me frappèrent par leur épaisseur peu commune et rigides comme des lames de métal ou de verre</w:t>
      </w:r>
      <w:r w:rsidR="003A025E" w:rsidRPr="004572A7">
        <w:t xml:space="preserve">. </w:t>
      </w:r>
      <w:r w:rsidRPr="004F1596">
        <w:t>Il y en avait une vingtaine seulement dans chaque carnet</w:t>
      </w:r>
      <w:r w:rsidR="003A025E" w:rsidRPr="004572A7">
        <w:t xml:space="preserve"> ; </w:t>
      </w:r>
      <w:r w:rsidRPr="004F1596">
        <w:t>ces feuillets alternaient avec des feuilles de papier genre pelure</w:t>
      </w:r>
      <w:r w:rsidR="003A025E" w:rsidRPr="004572A7">
        <w:t xml:space="preserve">. </w:t>
      </w:r>
      <w:r w:rsidRPr="004F1596">
        <w:t>En outre</w:t>
      </w:r>
      <w:r w:rsidR="003A025E" w:rsidRPr="004572A7">
        <w:t xml:space="preserve">, </w:t>
      </w:r>
      <w:r w:rsidRPr="004F1596">
        <w:t>ils pouvaient se détacher à volonté</w:t>
      </w:r>
      <w:r w:rsidR="003A025E" w:rsidRPr="004572A7">
        <w:t xml:space="preserve">, </w:t>
      </w:r>
      <w:r w:rsidRPr="004F1596">
        <w:t>ainsi que cela se fait</w:t>
      </w:r>
      <w:r w:rsidR="003A025E" w:rsidRPr="004572A7">
        <w:t xml:space="preserve">, </w:t>
      </w:r>
      <w:r w:rsidRPr="004F1596">
        <w:t xml:space="preserve">par la reliure dite </w:t>
      </w:r>
      <w:r w:rsidR="003A025E" w:rsidRPr="004572A7">
        <w:t>« </w:t>
      </w:r>
      <w:r w:rsidRPr="004F1596">
        <w:t>express</w:t>
      </w:r>
      <w:r w:rsidR="003A025E" w:rsidRPr="004572A7">
        <w:t xml:space="preserve"> », </w:t>
      </w:r>
      <w:r w:rsidRPr="004F1596">
        <w:t>dans certains registres de commerce</w:t>
      </w:r>
      <w:r w:rsidR="003A025E" w:rsidRPr="004572A7">
        <w:t>.</w:t>
      </w:r>
    </w:p>
    <w:p w14:paraId="18F2414B" w14:textId="77777777" w:rsidR="003A025E" w:rsidRPr="004572A7" w:rsidRDefault="004F1596" w:rsidP="004F1596">
      <w:r w:rsidRPr="004F1596">
        <w:t>J</w:t>
      </w:r>
      <w:r w:rsidR="003A025E" w:rsidRPr="004572A7">
        <w:t>’</w:t>
      </w:r>
      <w:r w:rsidRPr="004F1596">
        <w:t>examinai les autres carnets</w:t>
      </w:r>
      <w:r w:rsidR="003A025E" w:rsidRPr="004572A7">
        <w:t xml:space="preserve"> ; </w:t>
      </w:r>
      <w:r w:rsidRPr="004F1596">
        <w:t>ils se ressemblaient tous et</w:t>
      </w:r>
      <w:r w:rsidR="003A025E" w:rsidRPr="004572A7">
        <w:t xml:space="preserve">, </w:t>
      </w:r>
      <w:r w:rsidRPr="004F1596">
        <w:t>chose extraordinaire</w:t>
      </w:r>
      <w:r w:rsidR="003A025E" w:rsidRPr="004572A7">
        <w:t xml:space="preserve">, </w:t>
      </w:r>
      <w:r w:rsidRPr="004F1596">
        <w:rPr>
          <w:i/>
          <w:iCs/>
        </w:rPr>
        <w:t>bien qu</w:t>
      </w:r>
      <w:r w:rsidR="003A025E" w:rsidRPr="004572A7">
        <w:rPr>
          <w:i/>
          <w:iCs/>
        </w:rPr>
        <w:t>’</w:t>
      </w:r>
      <w:r w:rsidRPr="004F1596">
        <w:rPr>
          <w:i/>
          <w:iCs/>
        </w:rPr>
        <w:t xml:space="preserve">ils fussent encore vierges de </w:t>
      </w:r>
      <w:r w:rsidRPr="004F1596">
        <w:rPr>
          <w:i/>
          <w:iCs/>
        </w:rPr>
        <w:lastRenderedPageBreak/>
        <w:t>notes</w:t>
      </w:r>
      <w:r w:rsidR="003A025E" w:rsidRPr="004572A7">
        <w:rPr>
          <w:i/>
          <w:iCs/>
        </w:rPr>
        <w:t xml:space="preserve">, </w:t>
      </w:r>
      <w:r w:rsidRPr="004F1596">
        <w:rPr>
          <w:i/>
          <w:iCs/>
        </w:rPr>
        <w:t>ils portaient les traces évidentes d</w:t>
      </w:r>
      <w:r w:rsidR="003A025E" w:rsidRPr="004572A7">
        <w:rPr>
          <w:i/>
          <w:iCs/>
        </w:rPr>
        <w:t>’</w:t>
      </w:r>
      <w:r w:rsidRPr="004F1596">
        <w:rPr>
          <w:i/>
          <w:iCs/>
        </w:rPr>
        <w:t>un usage fréquent</w:t>
      </w:r>
      <w:r w:rsidR="003A025E" w:rsidRPr="004572A7">
        <w:rPr>
          <w:i/>
          <w:iCs/>
        </w:rPr>
        <w:t xml:space="preserve">. </w:t>
      </w:r>
      <w:r w:rsidRPr="004F1596">
        <w:t>Le cuir des couvertures avait été défraîchi par le frottement des mains et les feuilles de papier pelure se repliaient</w:t>
      </w:r>
      <w:r w:rsidR="003A025E" w:rsidRPr="004572A7">
        <w:t xml:space="preserve">, </w:t>
      </w:r>
      <w:r w:rsidRPr="004F1596">
        <w:t>déchirées par endroits</w:t>
      </w:r>
      <w:r w:rsidR="003A025E" w:rsidRPr="004572A7">
        <w:t>.</w:t>
      </w:r>
    </w:p>
    <w:p w14:paraId="20BF9D02" w14:textId="77777777" w:rsidR="003A025E" w:rsidRPr="004572A7" w:rsidRDefault="007E47D1" w:rsidP="004F1596">
      <w:r w:rsidRPr="004572A7">
        <w:t>À</w:t>
      </w:r>
      <w:r w:rsidR="004F1596" w:rsidRPr="004F1596">
        <w:t xml:space="preserve"> un moment</w:t>
      </w:r>
      <w:r w:rsidR="003A025E" w:rsidRPr="004572A7">
        <w:t xml:space="preserve">, </w:t>
      </w:r>
      <w:r w:rsidR="004F1596" w:rsidRPr="004F1596">
        <w:t>je m</w:t>
      </w:r>
      <w:r w:rsidR="003A025E" w:rsidRPr="004572A7">
        <w:t>’</w:t>
      </w:r>
      <w:r w:rsidR="004F1596" w:rsidRPr="004F1596">
        <w:t xml:space="preserve">aperçus que la clarté de mon </w:t>
      </w:r>
      <w:proofErr w:type="spellStart"/>
      <w:r w:rsidR="004F1596" w:rsidRPr="004F1596">
        <w:rPr>
          <w:i/>
          <w:iCs/>
        </w:rPr>
        <w:t>electrical</w:t>
      </w:r>
      <w:proofErr w:type="spellEnd"/>
      <w:r w:rsidR="004F1596" w:rsidRPr="004F1596">
        <w:rPr>
          <w:i/>
          <w:iCs/>
        </w:rPr>
        <w:t xml:space="preserve"> </w:t>
      </w:r>
      <w:proofErr w:type="spellStart"/>
      <w:r w:rsidR="004F1596" w:rsidRPr="004F1596">
        <w:rPr>
          <w:i/>
          <w:iCs/>
        </w:rPr>
        <w:t>detecter</w:t>
      </w:r>
      <w:proofErr w:type="spellEnd"/>
      <w:r w:rsidR="004F1596" w:rsidRPr="004F1596">
        <w:t xml:space="preserve"> faiblissait et menaçait de me plonger</w:t>
      </w:r>
      <w:r w:rsidR="003A025E" w:rsidRPr="004572A7">
        <w:t xml:space="preserve">, </w:t>
      </w:r>
      <w:r w:rsidR="004F1596" w:rsidRPr="004F1596">
        <w:t>d</w:t>
      </w:r>
      <w:r w:rsidR="003A025E" w:rsidRPr="004572A7">
        <w:t>’</w:t>
      </w:r>
      <w:r w:rsidR="004F1596" w:rsidRPr="004F1596">
        <w:t>un instant à l</w:t>
      </w:r>
      <w:r w:rsidR="003A025E" w:rsidRPr="004572A7">
        <w:t>’</w:t>
      </w:r>
      <w:r w:rsidR="004F1596" w:rsidRPr="004F1596">
        <w:t>autre</w:t>
      </w:r>
      <w:r w:rsidR="003A025E" w:rsidRPr="004572A7">
        <w:t xml:space="preserve">, </w:t>
      </w:r>
      <w:r w:rsidR="004F1596" w:rsidRPr="004F1596">
        <w:t>dans l</w:t>
      </w:r>
      <w:r w:rsidR="003A025E" w:rsidRPr="004572A7">
        <w:t>’</w:t>
      </w:r>
      <w:r w:rsidR="004F1596" w:rsidRPr="004F1596">
        <w:t>obscurité</w:t>
      </w:r>
      <w:r w:rsidR="003A025E" w:rsidRPr="004572A7">
        <w:t>…</w:t>
      </w:r>
    </w:p>
    <w:p w14:paraId="71F7297E" w14:textId="77777777" w:rsidR="003A025E" w:rsidRPr="004572A7" w:rsidRDefault="004F1596" w:rsidP="004F1596">
      <w:r w:rsidRPr="004F1596">
        <w:t>Machinalement</w:t>
      </w:r>
      <w:r w:rsidR="003A025E" w:rsidRPr="004572A7">
        <w:t xml:space="preserve">, </w:t>
      </w:r>
      <w:r w:rsidRPr="004F1596">
        <w:t>je pressai la poire qui commandait l</w:t>
      </w:r>
      <w:r w:rsidR="003A025E" w:rsidRPr="004572A7">
        <w:t>’</w:t>
      </w:r>
      <w:r w:rsidRPr="004F1596">
        <w:t>ampoule électrique au-dessus du secrétaire</w:t>
      </w:r>
      <w:r w:rsidR="003A025E" w:rsidRPr="004572A7">
        <w:t xml:space="preserve">… </w:t>
      </w:r>
      <w:r w:rsidRPr="004F1596">
        <w:t>Je restai littéralement médusé du résultat</w:t>
      </w:r>
      <w:r w:rsidR="003A025E" w:rsidRPr="004572A7">
        <w:t>…</w:t>
      </w:r>
    </w:p>
    <w:p w14:paraId="31FFC9D3" w14:textId="77777777" w:rsidR="003A025E" w:rsidRPr="004572A7" w:rsidRDefault="004F1596" w:rsidP="004F1596">
      <w:r w:rsidRPr="004F1596">
        <w:t>Une lumière puissante</w:t>
      </w:r>
      <w:r w:rsidR="003A025E" w:rsidRPr="004572A7">
        <w:t xml:space="preserve">, </w:t>
      </w:r>
      <w:r w:rsidRPr="004F1596">
        <w:rPr>
          <w:i/>
          <w:iCs/>
        </w:rPr>
        <w:t>d</w:t>
      </w:r>
      <w:r w:rsidR="003A025E" w:rsidRPr="004572A7">
        <w:rPr>
          <w:i/>
          <w:iCs/>
        </w:rPr>
        <w:t>’</w:t>
      </w:r>
      <w:r w:rsidRPr="004F1596">
        <w:rPr>
          <w:i/>
          <w:iCs/>
        </w:rPr>
        <w:t>un bleu très vif</w:t>
      </w:r>
      <w:r w:rsidR="003A025E" w:rsidRPr="004572A7">
        <w:rPr>
          <w:i/>
          <w:iCs/>
        </w:rPr>
        <w:t xml:space="preserve">, </w:t>
      </w:r>
      <w:r w:rsidRPr="004F1596">
        <w:t>avait jailli dans la nuit et m</w:t>
      </w:r>
      <w:r w:rsidR="003A025E" w:rsidRPr="004572A7">
        <w:t>’</w:t>
      </w:r>
      <w:r w:rsidRPr="004F1596">
        <w:t>éblouissait</w:t>
      </w:r>
      <w:r w:rsidR="003A025E" w:rsidRPr="004572A7">
        <w:t xml:space="preserve">… </w:t>
      </w:r>
      <w:r w:rsidRPr="004F1596">
        <w:t>En même temps</w:t>
      </w:r>
      <w:r w:rsidR="003A025E" w:rsidRPr="004572A7">
        <w:t xml:space="preserve">, </w:t>
      </w:r>
      <w:r w:rsidRPr="004F1596">
        <w:t>sous mes yeux</w:t>
      </w:r>
      <w:r w:rsidR="003A025E" w:rsidRPr="004572A7">
        <w:t xml:space="preserve">, </w:t>
      </w:r>
      <w:r w:rsidRPr="004F1596">
        <w:rPr>
          <w:i/>
          <w:iCs/>
        </w:rPr>
        <w:t>l</w:t>
      </w:r>
      <w:r w:rsidR="003A025E" w:rsidRPr="004572A7">
        <w:rPr>
          <w:i/>
          <w:iCs/>
        </w:rPr>
        <w:t>’</w:t>
      </w:r>
      <w:r w:rsidRPr="004F1596">
        <w:rPr>
          <w:i/>
          <w:iCs/>
        </w:rPr>
        <w:t>un de ces étranges carnets</w:t>
      </w:r>
      <w:r w:rsidRPr="004F1596">
        <w:t xml:space="preserve"> que j</w:t>
      </w:r>
      <w:r w:rsidR="003A025E" w:rsidRPr="004572A7">
        <w:t>’</w:t>
      </w:r>
      <w:r w:rsidRPr="004F1596">
        <w:t>avais laissé ouvert</w:t>
      </w:r>
      <w:r w:rsidR="003A025E" w:rsidRPr="004572A7">
        <w:t xml:space="preserve">, </w:t>
      </w:r>
      <w:r w:rsidRPr="004F1596">
        <w:rPr>
          <w:i/>
          <w:iCs/>
        </w:rPr>
        <w:t>s</w:t>
      </w:r>
      <w:r w:rsidR="003A025E" w:rsidRPr="004572A7">
        <w:rPr>
          <w:i/>
          <w:iCs/>
        </w:rPr>
        <w:t>’</w:t>
      </w:r>
      <w:r w:rsidRPr="004F1596">
        <w:rPr>
          <w:i/>
          <w:iCs/>
        </w:rPr>
        <w:t>était comme par enchantement</w:t>
      </w:r>
      <w:r w:rsidR="003A025E" w:rsidRPr="004572A7">
        <w:rPr>
          <w:i/>
          <w:iCs/>
        </w:rPr>
        <w:t xml:space="preserve">, </w:t>
      </w:r>
      <w:r w:rsidRPr="004F1596">
        <w:rPr>
          <w:i/>
          <w:iCs/>
        </w:rPr>
        <w:t>rempli d</w:t>
      </w:r>
      <w:r w:rsidR="003A025E" w:rsidRPr="004572A7">
        <w:rPr>
          <w:i/>
          <w:iCs/>
        </w:rPr>
        <w:t>’</w:t>
      </w:r>
      <w:r w:rsidRPr="004F1596">
        <w:rPr>
          <w:i/>
          <w:iCs/>
        </w:rPr>
        <w:t>une foule de signes bizarres</w:t>
      </w:r>
      <w:r w:rsidR="003A025E" w:rsidRPr="004572A7">
        <w:rPr>
          <w:i/>
          <w:iCs/>
        </w:rPr>
        <w:t xml:space="preserve">, </w:t>
      </w:r>
      <w:r w:rsidRPr="004F1596">
        <w:t>semblables aux caractères capricieux de l</w:t>
      </w:r>
      <w:r w:rsidR="003A025E" w:rsidRPr="004572A7">
        <w:t>’</w:t>
      </w:r>
      <w:r w:rsidRPr="004F1596">
        <w:t>hindoustani ou du malgache</w:t>
      </w:r>
      <w:r w:rsidR="003A025E" w:rsidRPr="004572A7">
        <w:t xml:space="preserve">, </w:t>
      </w:r>
      <w:r w:rsidRPr="004F1596">
        <w:t>ou encore à quelques lignes de sténographie échevelée</w:t>
      </w:r>
      <w:r w:rsidR="003A025E" w:rsidRPr="004572A7">
        <w:t>…</w:t>
      </w:r>
    </w:p>
    <w:p w14:paraId="3CEE71A7" w14:textId="77777777" w:rsidR="003A025E" w:rsidRPr="004572A7" w:rsidRDefault="004F1596" w:rsidP="004F1596">
      <w:r w:rsidRPr="004F1596">
        <w:t>Je me demandai alors si je n</w:t>
      </w:r>
      <w:r w:rsidR="003A025E" w:rsidRPr="004572A7">
        <w:t>’</w:t>
      </w:r>
      <w:r w:rsidRPr="004F1596">
        <w:t>étais pas le jouet d</w:t>
      </w:r>
      <w:r w:rsidR="003A025E" w:rsidRPr="004572A7">
        <w:t>’</w:t>
      </w:r>
      <w:r w:rsidRPr="004F1596">
        <w:t>une hallucination et si mes nerfs surexcités n</w:t>
      </w:r>
      <w:r w:rsidR="003A025E" w:rsidRPr="004572A7">
        <w:t>’</w:t>
      </w:r>
      <w:r w:rsidRPr="004F1596">
        <w:t>agissaient pas sur ma rétine d</w:t>
      </w:r>
      <w:r w:rsidR="003A025E" w:rsidRPr="004572A7">
        <w:t>’</w:t>
      </w:r>
      <w:r w:rsidRPr="004F1596">
        <w:t>une façon anormale</w:t>
      </w:r>
      <w:r w:rsidR="003A025E" w:rsidRPr="004572A7">
        <w:t xml:space="preserve">. </w:t>
      </w:r>
      <w:r w:rsidRPr="004F1596">
        <w:t>Pour l</w:t>
      </w:r>
      <w:r w:rsidR="003A025E" w:rsidRPr="004572A7">
        <w:t>’</w:t>
      </w:r>
      <w:r w:rsidRPr="004F1596">
        <w:t>expérimenter</w:t>
      </w:r>
      <w:r w:rsidR="003A025E" w:rsidRPr="004572A7">
        <w:t xml:space="preserve">, </w:t>
      </w:r>
      <w:r w:rsidRPr="004F1596">
        <w:t>je pris un autre carnet et je l</w:t>
      </w:r>
      <w:r w:rsidR="003A025E" w:rsidRPr="004572A7">
        <w:t>’</w:t>
      </w:r>
      <w:r w:rsidRPr="004F1596">
        <w:t>ouvris</w:t>
      </w:r>
      <w:r w:rsidR="003A025E" w:rsidRPr="004572A7">
        <w:t xml:space="preserve"> : </w:t>
      </w:r>
      <w:r w:rsidRPr="004F1596">
        <w:t>le résultat fut le même</w:t>
      </w:r>
      <w:r w:rsidR="003A025E" w:rsidRPr="004572A7">
        <w:t xml:space="preserve">. </w:t>
      </w:r>
      <w:r w:rsidRPr="004F1596">
        <w:t>Les feuillets pelure restaient identiques</w:t>
      </w:r>
      <w:r w:rsidR="003A025E" w:rsidRPr="004572A7">
        <w:t xml:space="preserve">, </w:t>
      </w:r>
      <w:r w:rsidRPr="004F1596">
        <w:t>mais les feuillets rigides disparaissaient sous une foule de signes inconnus semblables aux premiers</w:t>
      </w:r>
      <w:r w:rsidR="003A025E" w:rsidRPr="004572A7">
        <w:t>.</w:t>
      </w:r>
    </w:p>
    <w:p w14:paraId="228AF0E2" w14:textId="77777777" w:rsidR="003A025E" w:rsidRPr="004572A7" w:rsidRDefault="004F1596" w:rsidP="004F1596">
      <w:r w:rsidRPr="004F1596">
        <w:t>J</w:t>
      </w:r>
      <w:r w:rsidR="003A025E" w:rsidRPr="004572A7">
        <w:t>’</w:t>
      </w:r>
      <w:r w:rsidRPr="004F1596">
        <w:t>éteignis la lumière bleue</w:t>
      </w:r>
      <w:r w:rsidR="003A025E" w:rsidRPr="004572A7">
        <w:t xml:space="preserve">. </w:t>
      </w:r>
      <w:r w:rsidRPr="004F1596">
        <w:t>Je ne vis plus devant moi que des feuillets ternes</w:t>
      </w:r>
      <w:r w:rsidR="003A025E" w:rsidRPr="004572A7">
        <w:t xml:space="preserve">… </w:t>
      </w:r>
      <w:r w:rsidRPr="004F1596">
        <w:t>Je rallumai et les signes mystérieux reparurent</w:t>
      </w:r>
      <w:r w:rsidR="003A025E" w:rsidRPr="004572A7">
        <w:t>.</w:t>
      </w:r>
    </w:p>
    <w:p w14:paraId="4747C014" w14:textId="77777777" w:rsidR="003A025E" w:rsidRPr="004572A7" w:rsidRDefault="004F1596" w:rsidP="004F1596">
      <w:r w:rsidRPr="004F1596">
        <w:t>Je coupai le courant et repris la direction de l</w:t>
      </w:r>
      <w:r w:rsidR="003A025E" w:rsidRPr="004572A7">
        <w:t>’</w:t>
      </w:r>
      <w:r w:rsidRPr="004F1596">
        <w:t>escalier</w:t>
      </w:r>
      <w:r w:rsidR="003A025E" w:rsidRPr="004572A7">
        <w:t xml:space="preserve">. </w:t>
      </w:r>
      <w:r w:rsidRPr="004F1596">
        <w:t>Il me semblait inutile de rester plus longtemps dans la villa</w:t>
      </w:r>
      <w:r w:rsidR="003A025E" w:rsidRPr="004572A7">
        <w:t xml:space="preserve">, </w:t>
      </w:r>
      <w:r w:rsidRPr="004F1596">
        <w:t xml:space="preserve">car je me sentais incapable de comprendre toutes les choses que </w:t>
      </w:r>
      <w:r w:rsidRPr="004F1596">
        <w:lastRenderedPageBreak/>
        <w:t>je voyais</w:t>
      </w:r>
      <w:r w:rsidR="003A025E" w:rsidRPr="004572A7">
        <w:t xml:space="preserve">. </w:t>
      </w:r>
      <w:r w:rsidRPr="004F1596">
        <w:t>Un mystère profond enveloppait la vie de Surgères</w:t>
      </w:r>
      <w:r w:rsidR="003A025E" w:rsidRPr="004572A7">
        <w:t xml:space="preserve"> ! </w:t>
      </w:r>
      <w:r w:rsidRPr="004F1596">
        <w:t>Étais-je dans le laboratoire d</w:t>
      </w:r>
      <w:r w:rsidR="003A025E" w:rsidRPr="004572A7">
        <w:t>’</w:t>
      </w:r>
      <w:r w:rsidRPr="004F1596">
        <w:t>un savant ou dans le repaire d</w:t>
      </w:r>
      <w:r w:rsidR="003A025E" w:rsidRPr="004572A7">
        <w:t>’</w:t>
      </w:r>
      <w:r w:rsidRPr="004F1596">
        <w:t>un bandit</w:t>
      </w:r>
      <w:r w:rsidR="003A025E" w:rsidRPr="004572A7">
        <w:t> ?…</w:t>
      </w:r>
    </w:p>
    <w:p w14:paraId="26A09F07" w14:textId="77777777" w:rsidR="003A025E" w:rsidRPr="004572A7" w:rsidRDefault="004F1596" w:rsidP="004F1596">
      <w:r w:rsidRPr="004F1596">
        <w:t>Je me hâtai de descendre</w:t>
      </w:r>
      <w:r w:rsidR="003A025E" w:rsidRPr="004572A7">
        <w:t xml:space="preserve">. </w:t>
      </w:r>
      <w:r w:rsidRPr="004F1596">
        <w:t>Arrivé au rez-de-chaussée</w:t>
      </w:r>
      <w:r w:rsidR="003A025E" w:rsidRPr="004572A7">
        <w:t xml:space="preserve">, </w:t>
      </w:r>
      <w:r w:rsidRPr="004F1596">
        <w:t>je refis en sens inverse le trajet que j</w:t>
      </w:r>
      <w:r w:rsidR="003A025E" w:rsidRPr="004572A7">
        <w:t>’</w:t>
      </w:r>
      <w:r w:rsidRPr="004F1596">
        <w:t>avais parcouru pour entrer</w:t>
      </w:r>
      <w:r w:rsidR="003A025E" w:rsidRPr="004572A7">
        <w:t xml:space="preserve">, </w:t>
      </w:r>
      <w:r w:rsidRPr="004F1596">
        <w:t>je fermai soigneusement la porte de service et remis la clef dans la cachette</w:t>
      </w:r>
      <w:r w:rsidR="003A025E" w:rsidRPr="004572A7">
        <w:t>.</w:t>
      </w:r>
    </w:p>
    <w:p w14:paraId="7B018843" w14:textId="77777777" w:rsidR="003A025E" w:rsidRPr="004572A7" w:rsidRDefault="004F1596" w:rsidP="004F1596">
      <w:r w:rsidRPr="004F1596">
        <w:t>Ma montre marquait trois heures</w:t>
      </w:r>
      <w:r w:rsidR="003A025E" w:rsidRPr="004572A7">
        <w:t xml:space="preserve">. </w:t>
      </w:r>
      <w:r w:rsidRPr="004F1596">
        <w:t>Il était grand temps de déguerpir</w:t>
      </w:r>
      <w:r w:rsidR="003A025E" w:rsidRPr="004572A7">
        <w:t xml:space="preserve">. </w:t>
      </w:r>
      <w:r w:rsidRPr="004F1596">
        <w:t>Je courus au portail d</w:t>
      </w:r>
      <w:r w:rsidR="003A025E" w:rsidRPr="004572A7">
        <w:t>’</w:t>
      </w:r>
      <w:r w:rsidRPr="004F1596">
        <w:t>entrée</w:t>
      </w:r>
      <w:r w:rsidR="003A025E" w:rsidRPr="004572A7">
        <w:t xml:space="preserve">, </w:t>
      </w:r>
      <w:r w:rsidRPr="004F1596">
        <w:t>espérant le trouver ouvert</w:t>
      </w:r>
      <w:r w:rsidR="003A025E" w:rsidRPr="004572A7">
        <w:t xml:space="preserve">, </w:t>
      </w:r>
      <w:r w:rsidRPr="004F1596">
        <w:t>puisque la comtesse avait égaré ses clefs</w:t>
      </w:r>
      <w:r w:rsidR="003A025E" w:rsidRPr="004572A7">
        <w:t xml:space="preserve">, </w:t>
      </w:r>
      <w:r w:rsidRPr="004F1596">
        <w:t>mais il était bel et bien fermé avec un gros cadenas à secret</w:t>
      </w:r>
      <w:r w:rsidR="003A025E" w:rsidRPr="004572A7">
        <w:t>.</w:t>
      </w:r>
    </w:p>
    <w:p w14:paraId="04D55F70" w14:textId="77777777" w:rsidR="003A025E" w:rsidRPr="004572A7" w:rsidRDefault="004F1596" w:rsidP="004F1596">
      <w:r w:rsidRPr="004F1596">
        <w:t>Revenant alors sur mes pas</w:t>
      </w:r>
      <w:r w:rsidR="003A025E" w:rsidRPr="004572A7">
        <w:t xml:space="preserve">, </w:t>
      </w:r>
      <w:r w:rsidRPr="004F1596">
        <w:t>je me dirigeai vers le cèdre qui m</w:t>
      </w:r>
      <w:r w:rsidR="003A025E" w:rsidRPr="004572A7">
        <w:t>’</w:t>
      </w:r>
      <w:r w:rsidRPr="004F1596">
        <w:t>avait servi à pénétrer dans le parc</w:t>
      </w:r>
      <w:r w:rsidR="003A025E" w:rsidRPr="004572A7">
        <w:t xml:space="preserve">. </w:t>
      </w:r>
      <w:r w:rsidRPr="004F1596">
        <w:t>Je sautai de l</w:t>
      </w:r>
      <w:r w:rsidR="003A025E" w:rsidRPr="004572A7">
        <w:t>’</w:t>
      </w:r>
      <w:r w:rsidRPr="004F1596">
        <w:t>autre côté du mur</w:t>
      </w:r>
      <w:r w:rsidR="003A025E" w:rsidRPr="004572A7">
        <w:t xml:space="preserve">, </w:t>
      </w:r>
      <w:r w:rsidRPr="004F1596">
        <w:t>dans les bois</w:t>
      </w:r>
      <w:r w:rsidR="003A025E" w:rsidRPr="004572A7">
        <w:t xml:space="preserve">, </w:t>
      </w:r>
      <w:r w:rsidRPr="004F1596">
        <w:t>et je repris le chemin de la ville</w:t>
      </w:r>
      <w:r w:rsidR="003A025E" w:rsidRPr="004572A7">
        <w:t>.</w:t>
      </w:r>
    </w:p>
    <w:p w14:paraId="08BB1126" w14:textId="77777777" w:rsidR="003A025E" w:rsidRPr="004572A7" w:rsidRDefault="004F1596" w:rsidP="004F1596">
      <w:r w:rsidRPr="004F1596">
        <w:t>Une demi-heure plus tard</w:t>
      </w:r>
      <w:r w:rsidR="003A025E" w:rsidRPr="004572A7">
        <w:t xml:space="preserve">, </w:t>
      </w:r>
      <w:r w:rsidRPr="004F1596">
        <w:t>je rentrais chez moi sans avoir rencontré personne</w:t>
      </w:r>
      <w:r w:rsidR="003A025E" w:rsidRPr="004572A7">
        <w:t>…</w:t>
      </w:r>
    </w:p>
    <w:p w14:paraId="0B8DA0E5" w14:textId="77777777" w:rsidR="004F1596" w:rsidRPr="004572A7" w:rsidRDefault="004F1596" w:rsidP="003A025E">
      <w:pPr>
        <w:pStyle w:val="Titre1"/>
      </w:pPr>
      <w:bookmarkStart w:id="8" w:name="_Toc19606616"/>
      <w:bookmarkStart w:id="9" w:name="_Toc196387850"/>
      <w:r w:rsidRPr="004572A7">
        <w:lastRenderedPageBreak/>
        <w:t xml:space="preserve">MONSIEUR </w:t>
      </w:r>
      <w:proofErr w:type="spellStart"/>
      <w:r w:rsidRPr="004572A7">
        <w:t>ANTOURESCO</w:t>
      </w:r>
      <w:bookmarkEnd w:id="8"/>
      <w:bookmarkEnd w:id="9"/>
      <w:proofErr w:type="spellEnd"/>
    </w:p>
    <w:p w14:paraId="53622C9C" w14:textId="77777777" w:rsidR="003A025E" w:rsidRPr="004572A7" w:rsidRDefault="004F1596" w:rsidP="004F1596">
      <w:r w:rsidRPr="004F1596">
        <w:t>Pendant plus d</w:t>
      </w:r>
      <w:r w:rsidR="003A025E" w:rsidRPr="004572A7">
        <w:t>’</w:t>
      </w:r>
      <w:r w:rsidRPr="004F1596">
        <w:t>un mois</w:t>
      </w:r>
      <w:r w:rsidR="003A025E" w:rsidRPr="004572A7">
        <w:t xml:space="preserve">, </w:t>
      </w:r>
      <w:r w:rsidRPr="004F1596">
        <w:t>il me fut impossible de revoir Surgères</w:t>
      </w:r>
      <w:r w:rsidR="003A025E" w:rsidRPr="004572A7">
        <w:t xml:space="preserve">. </w:t>
      </w:r>
      <w:r w:rsidRPr="004F1596">
        <w:t>On eût dit qu</w:t>
      </w:r>
      <w:r w:rsidR="003A025E" w:rsidRPr="004572A7">
        <w:t>’</w:t>
      </w:r>
      <w:r w:rsidRPr="004F1596">
        <w:t>il se méfiait de moi et cherchait à m</w:t>
      </w:r>
      <w:r w:rsidR="003A025E" w:rsidRPr="004572A7">
        <w:t>’</w:t>
      </w:r>
      <w:r w:rsidRPr="004F1596">
        <w:t>éviter</w:t>
      </w:r>
      <w:r w:rsidR="003A025E" w:rsidRPr="004572A7">
        <w:t xml:space="preserve">. </w:t>
      </w:r>
      <w:r w:rsidRPr="004F1596">
        <w:t>Cependant</w:t>
      </w:r>
      <w:r w:rsidR="003A025E" w:rsidRPr="004572A7">
        <w:t xml:space="preserve">, </w:t>
      </w:r>
      <w:r w:rsidRPr="004F1596">
        <w:t>il n</w:t>
      </w:r>
      <w:r w:rsidR="003A025E" w:rsidRPr="004572A7">
        <w:t>’</w:t>
      </w:r>
      <w:r w:rsidRPr="004F1596">
        <w:t>en était rien et je me rendis compte</w:t>
      </w:r>
      <w:r w:rsidR="003A025E" w:rsidRPr="004572A7">
        <w:t xml:space="preserve">, </w:t>
      </w:r>
      <w:r w:rsidRPr="004F1596">
        <w:t>par la suite</w:t>
      </w:r>
      <w:r w:rsidR="003A025E" w:rsidRPr="004572A7">
        <w:t xml:space="preserve">, </w:t>
      </w:r>
      <w:r w:rsidRPr="004F1596">
        <w:t>qu</w:t>
      </w:r>
      <w:r w:rsidR="003A025E" w:rsidRPr="004572A7">
        <w:t>’</w:t>
      </w:r>
      <w:r w:rsidRPr="004F1596">
        <w:t>il ne se doutait nullement de la petite enquête</w:t>
      </w:r>
      <w:r w:rsidR="003A025E" w:rsidRPr="004572A7">
        <w:t xml:space="preserve">, </w:t>
      </w:r>
      <w:r w:rsidRPr="004F1596">
        <w:t>d</w:t>
      </w:r>
      <w:r w:rsidR="003A025E" w:rsidRPr="004572A7">
        <w:t>’</w:t>
      </w:r>
      <w:r w:rsidRPr="004F1596">
        <w:t>une audacieuse indiscrétion</w:t>
      </w:r>
      <w:r w:rsidR="003A025E" w:rsidRPr="004572A7">
        <w:t xml:space="preserve">, </w:t>
      </w:r>
      <w:r w:rsidRPr="004F1596">
        <w:t>à laquelle je m</w:t>
      </w:r>
      <w:r w:rsidR="003A025E" w:rsidRPr="004572A7">
        <w:t>’</w:t>
      </w:r>
      <w:r w:rsidRPr="004F1596">
        <w:t>étais livré</w:t>
      </w:r>
      <w:r w:rsidR="003A025E" w:rsidRPr="004572A7">
        <w:t>.</w:t>
      </w:r>
    </w:p>
    <w:p w14:paraId="78563815" w14:textId="77777777" w:rsidR="003A025E" w:rsidRPr="004572A7" w:rsidRDefault="004F1596" w:rsidP="004F1596">
      <w:r w:rsidRPr="004F1596">
        <w:t>Durant mes heures de loisir</w:t>
      </w:r>
      <w:r w:rsidR="003A025E" w:rsidRPr="004572A7">
        <w:t xml:space="preserve">, </w:t>
      </w:r>
      <w:r w:rsidRPr="004F1596">
        <w:t>je ne cessais de songer à tout ce que j</w:t>
      </w:r>
      <w:r w:rsidR="003A025E" w:rsidRPr="004572A7">
        <w:t>’</w:t>
      </w:r>
      <w:r w:rsidRPr="004F1596">
        <w:t>avais vu à l</w:t>
      </w:r>
      <w:r w:rsidR="003A025E" w:rsidRPr="004572A7">
        <w:t>’</w:t>
      </w:r>
      <w:r w:rsidRPr="004F1596">
        <w:t xml:space="preserve">intérieur de la villa </w:t>
      </w:r>
      <w:r w:rsidR="003A025E" w:rsidRPr="004572A7">
        <w:t>« </w:t>
      </w:r>
      <w:proofErr w:type="spellStart"/>
      <w:r w:rsidRPr="004F1596">
        <w:t>Bakhea</w:t>
      </w:r>
      <w:proofErr w:type="spellEnd"/>
      <w:r w:rsidR="003A025E" w:rsidRPr="004572A7">
        <w:t xml:space="preserve"> ». </w:t>
      </w:r>
      <w:r w:rsidRPr="004F1596">
        <w:t>Avais-je au moins obtenu un résultat</w:t>
      </w:r>
      <w:r w:rsidR="003A025E" w:rsidRPr="004572A7">
        <w:t xml:space="preserve"> ? </w:t>
      </w:r>
      <w:r w:rsidRPr="004F1596">
        <w:t>Hélas</w:t>
      </w:r>
      <w:r w:rsidR="003A025E" w:rsidRPr="004572A7">
        <w:t xml:space="preserve"> ! </w:t>
      </w:r>
      <w:r w:rsidRPr="004F1596">
        <w:t>non</w:t>
      </w:r>
      <w:r w:rsidR="003A025E" w:rsidRPr="004572A7">
        <w:t xml:space="preserve">, </w:t>
      </w:r>
      <w:r w:rsidRPr="004F1596">
        <w:t>je me sentais</w:t>
      </w:r>
      <w:r w:rsidR="003A025E" w:rsidRPr="004572A7">
        <w:t xml:space="preserve">, </w:t>
      </w:r>
      <w:r w:rsidRPr="004F1596">
        <w:t>plus que jamais</w:t>
      </w:r>
      <w:r w:rsidR="003A025E" w:rsidRPr="004572A7">
        <w:t xml:space="preserve">, </w:t>
      </w:r>
      <w:r w:rsidRPr="004F1596">
        <w:t>incapable de percer le mystère qui entourait la vie de Surgères</w:t>
      </w:r>
      <w:r w:rsidR="003A025E" w:rsidRPr="004572A7">
        <w:t>.</w:t>
      </w:r>
    </w:p>
    <w:p w14:paraId="1EB26E8C" w14:textId="77777777" w:rsidR="003A025E" w:rsidRPr="004572A7" w:rsidRDefault="004F1596" w:rsidP="004F1596">
      <w:r w:rsidRPr="004F1596">
        <w:t>Que signifiait cette phrase énigmatique qu</w:t>
      </w:r>
      <w:r w:rsidR="003A025E" w:rsidRPr="004572A7">
        <w:t>’</w:t>
      </w:r>
      <w:r w:rsidRPr="004F1596">
        <w:t>il avait écrite</w:t>
      </w:r>
      <w:r w:rsidR="003A025E" w:rsidRPr="004572A7">
        <w:t xml:space="preserve"> : </w:t>
      </w:r>
      <w:r w:rsidRPr="004F1596">
        <w:rPr>
          <w:i/>
          <w:iCs/>
        </w:rPr>
        <w:t>Je cours chez L</w:t>
      </w:r>
      <w:r w:rsidR="003A025E" w:rsidRPr="004572A7">
        <w:rPr>
          <w:i/>
          <w:iCs/>
        </w:rPr>
        <w:t xml:space="preserve">… </w:t>
      </w:r>
      <w:r w:rsidRPr="004F1596">
        <w:rPr>
          <w:i/>
          <w:iCs/>
        </w:rPr>
        <w:t>renouveler ma provision de B</w:t>
      </w:r>
      <w:r w:rsidR="003A025E" w:rsidRPr="004572A7">
        <w:rPr>
          <w:i/>
          <w:iCs/>
        </w:rPr>
        <w:t xml:space="preserve">… </w:t>
      </w:r>
      <w:r w:rsidRPr="004F1596">
        <w:rPr>
          <w:i/>
          <w:iCs/>
        </w:rPr>
        <w:t>J</w:t>
      </w:r>
      <w:r w:rsidR="003A025E" w:rsidRPr="004572A7">
        <w:rPr>
          <w:i/>
          <w:iCs/>
        </w:rPr>
        <w:t>’</w:t>
      </w:r>
      <w:r w:rsidRPr="004F1596">
        <w:rPr>
          <w:i/>
          <w:iCs/>
        </w:rPr>
        <w:t>ai mis en œuvre plusieurs choses délicates qui ne doivent pas être dérangées</w:t>
      </w:r>
      <w:r w:rsidR="003A025E" w:rsidRPr="004572A7">
        <w:rPr>
          <w:i/>
          <w:iCs/>
        </w:rPr>
        <w:t xml:space="preserve">. </w:t>
      </w:r>
      <w:r w:rsidR="007E47D1" w:rsidRPr="004572A7">
        <w:t>À</w:t>
      </w:r>
      <w:r w:rsidRPr="004F1596">
        <w:t xml:space="preserve"> quels travaux occultes se livrait cet homme</w:t>
      </w:r>
      <w:r w:rsidR="003A025E" w:rsidRPr="004572A7">
        <w:t xml:space="preserve">, </w:t>
      </w:r>
      <w:r w:rsidRPr="004F1596">
        <w:t>ce docteur étrange</w:t>
      </w:r>
      <w:r w:rsidR="003A025E" w:rsidRPr="004572A7">
        <w:t xml:space="preserve">, </w:t>
      </w:r>
      <w:r w:rsidRPr="004F1596">
        <w:t>qui passait la plus grande partie de son temps dans une maison obstinément close</w:t>
      </w:r>
      <w:r w:rsidR="003A025E" w:rsidRPr="004572A7">
        <w:t xml:space="preserve">, </w:t>
      </w:r>
      <w:r w:rsidRPr="004F1596">
        <w:t>et qui n</w:t>
      </w:r>
      <w:r w:rsidR="003A025E" w:rsidRPr="004572A7">
        <w:t>’</w:t>
      </w:r>
      <w:r w:rsidRPr="004F1596">
        <w:t>avait</w:t>
      </w:r>
      <w:r w:rsidR="003A025E" w:rsidRPr="004572A7">
        <w:t xml:space="preserve">, </w:t>
      </w:r>
      <w:r w:rsidRPr="004F1596">
        <w:t>sans doute</w:t>
      </w:r>
      <w:r w:rsidR="003A025E" w:rsidRPr="004572A7">
        <w:t xml:space="preserve">, </w:t>
      </w:r>
      <w:r w:rsidRPr="004F1596">
        <w:t>un autre appartement en ville</w:t>
      </w:r>
      <w:r w:rsidR="003A025E" w:rsidRPr="004572A7">
        <w:t xml:space="preserve">, </w:t>
      </w:r>
      <w:r w:rsidRPr="004F1596">
        <w:t>que pour mieux détourner la curiosité des indiscrets</w:t>
      </w:r>
      <w:r w:rsidR="003A025E" w:rsidRPr="004572A7">
        <w:t> ?</w:t>
      </w:r>
    </w:p>
    <w:p w14:paraId="3E47C082" w14:textId="77777777" w:rsidR="003A025E" w:rsidRPr="004572A7" w:rsidRDefault="004F1596" w:rsidP="004F1596">
      <w:r w:rsidRPr="004F1596">
        <w:t>Était-ce un travailleur acharné</w:t>
      </w:r>
      <w:r w:rsidR="003A025E" w:rsidRPr="004572A7">
        <w:t xml:space="preserve">, </w:t>
      </w:r>
      <w:r w:rsidRPr="004F1596">
        <w:t>un génie inconnu préparant</w:t>
      </w:r>
      <w:r w:rsidR="003A025E" w:rsidRPr="004572A7">
        <w:t xml:space="preserve">, </w:t>
      </w:r>
      <w:r w:rsidRPr="004F1596">
        <w:t>dans le silence et le secret</w:t>
      </w:r>
      <w:r w:rsidR="003A025E" w:rsidRPr="004572A7">
        <w:t xml:space="preserve">, </w:t>
      </w:r>
      <w:r w:rsidRPr="004F1596">
        <w:t>une grande découverte</w:t>
      </w:r>
      <w:r w:rsidR="003A025E" w:rsidRPr="004572A7">
        <w:t> ?…</w:t>
      </w:r>
    </w:p>
    <w:p w14:paraId="61B11849" w14:textId="77777777" w:rsidR="003A025E" w:rsidRPr="004572A7" w:rsidRDefault="004F1596" w:rsidP="004F1596">
      <w:r w:rsidRPr="004F1596">
        <w:t>Était-ce simplement un aventurier</w:t>
      </w:r>
      <w:r w:rsidR="003A025E" w:rsidRPr="004572A7">
        <w:t xml:space="preserve">, </w:t>
      </w:r>
      <w:r w:rsidRPr="004F1596">
        <w:t>un chevalier d</w:t>
      </w:r>
      <w:r w:rsidR="003A025E" w:rsidRPr="004572A7">
        <w:t>’</w:t>
      </w:r>
      <w:r w:rsidRPr="004F1596">
        <w:t xml:space="preserve">industrie ayant pour complice la veuve de </w:t>
      </w:r>
      <w:proofErr w:type="spellStart"/>
      <w:r w:rsidRPr="004F1596">
        <w:t>Flossanges</w:t>
      </w:r>
      <w:proofErr w:type="spellEnd"/>
      <w:r w:rsidRPr="004F1596">
        <w:t xml:space="preserve"> et se livrant à des expériences criminelles et inavouables</w:t>
      </w:r>
      <w:r w:rsidR="003A025E" w:rsidRPr="004572A7">
        <w:t> ?</w:t>
      </w:r>
    </w:p>
    <w:p w14:paraId="61FD9949" w14:textId="77777777" w:rsidR="003A025E" w:rsidRPr="004572A7" w:rsidRDefault="004F1596" w:rsidP="004F1596">
      <w:r w:rsidRPr="004F1596">
        <w:t>Les choses que j</w:t>
      </w:r>
      <w:r w:rsidR="003A025E" w:rsidRPr="004572A7">
        <w:t>’</w:t>
      </w:r>
      <w:r w:rsidRPr="004F1596">
        <w:t>avais vues dans son singulier laboratoire étaient vraiment déroutantes</w:t>
      </w:r>
      <w:r w:rsidR="003A025E" w:rsidRPr="004572A7">
        <w:t xml:space="preserve">. </w:t>
      </w:r>
      <w:r w:rsidR="007E47D1" w:rsidRPr="004572A7">
        <w:t>À</w:t>
      </w:r>
      <w:r w:rsidRPr="004F1596">
        <w:t xml:space="preserve"> quoi pouvaient bien lui servir toutes ces préparations chimiques</w:t>
      </w:r>
      <w:r w:rsidR="003A025E" w:rsidRPr="004572A7">
        <w:t xml:space="preserve">, </w:t>
      </w:r>
      <w:r w:rsidRPr="004F1596">
        <w:t>ce spectroscope</w:t>
      </w:r>
      <w:r w:rsidR="003A025E" w:rsidRPr="004572A7">
        <w:t xml:space="preserve">, </w:t>
      </w:r>
      <w:r w:rsidRPr="004F1596">
        <w:t xml:space="preserve">cette </w:t>
      </w:r>
      <w:r w:rsidRPr="004F1596">
        <w:lastRenderedPageBreak/>
        <w:t>ampoule de Crookes</w:t>
      </w:r>
      <w:r w:rsidR="003A025E" w:rsidRPr="004572A7">
        <w:t xml:space="preserve">, </w:t>
      </w:r>
      <w:r w:rsidRPr="004F1596">
        <w:t>cette lumière bleue et surtout ces mystérieux carnets remplis de signes invisibles</w:t>
      </w:r>
      <w:r w:rsidR="003A025E" w:rsidRPr="004572A7">
        <w:t> ?</w:t>
      </w:r>
    </w:p>
    <w:p w14:paraId="58EE6D85" w14:textId="77777777" w:rsidR="003A025E" w:rsidRPr="004572A7" w:rsidRDefault="004F1596" w:rsidP="004F1596">
      <w:r w:rsidRPr="004F1596">
        <w:t>L</w:t>
      </w:r>
      <w:r w:rsidR="003A025E" w:rsidRPr="004572A7">
        <w:t>’</w:t>
      </w:r>
      <w:r w:rsidRPr="004F1596">
        <w:t>aventure</w:t>
      </w:r>
      <w:r w:rsidR="003A025E" w:rsidRPr="004572A7">
        <w:t xml:space="preserve">, </w:t>
      </w:r>
      <w:r w:rsidRPr="004F1596">
        <w:t>dans laquelle m</w:t>
      </w:r>
      <w:r w:rsidR="003A025E" w:rsidRPr="004572A7">
        <w:t>’</w:t>
      </w:r>
      <w:r w:rsidRPr="004F1596">
        <w:t>avait entraîné ma curiosité</w:t>
      </w:r>
      <w:r w:rsidR="003A025E" w:rsidRPr="004572A7">
        <w:t xml:space="preserve">, </w:t>
      </w:r>
      <w:r w:rsidRPr="004F1596">
        <w:t>devenait passionnante</w:t>
      </w:r>
      <w:r w:rsidR="003A025E" w:rsidRPr="004572A7">
        <w:t xml:space="preserve">. </w:t>
      </w:r>
      <w:r w:rsidRPr="004F1596">
        <w:t>Bien malheureusement</w:t>
      </w:r>
      <w:r w:rsidR="003A025E" w:rsidRPr="004572A7">
        <w:t xml:space="preserve">, </w:t>
      </w:r>
      <w:r w:rsidRPr="004F1596">
        <w:t>je ne possédais</w:t>
      </w:r>
      <w:r w:rsidR="003A025E" w:rsidRPr="004572A7">
        <w:t xml:space="preserve">, </w:t>
      </w:r>
      <w:r w:rsidRPr="004F1596">
        <w:t>pour m</w:t>
      </w:r>
      <w:r w:rsidR="003A025E" w:rsidRPr="004572A7">
        <w:t>’</w:t>
      </w:r>
      <w:r w:rsidRPr="004F1596">
        <w:t>éclairer</w:t>
      </w:r>
      <w:r w:rsidR="003A025E" w:rsidRPr="004572A7">
        <w:t xml:space="preserve">, </w:t>
      </w:r>
      <w:r w:rsidRPr="004F1596">
        <w:t>aucune de ces qualités géniales et fantaisistes qui sont l</w:t>
      </w:r>
      <w:r w:rsidR="003A025E" w:rsidRPr="004572A7">
        <w:t>’</w:t>
      </w:r>
      <w:r w:rsidRPr="004F1596">
        <w:t>apanage des détectives de Mark Twain ou de Conan Doyle</w:t>
      </w:r>
      <w:r w:rsidR="003A025E" w:rsidRPr="004572A7">
        <w:t xml:space="preserve">. </w:t>
      </w:r>
      <w:r w:rsidRPr="004F1596">
        <w:t>J</w:t>
      </w:r>
      <w:r w:rsidR="003A025E" w:rsidRPr="004572A7">
        <w:t>’</w:t>
      </w:r>
      <w:r w:rsidRPr="004F1596">
        <w:t>avais beau réfléchir</w:t>
      </w:r>
      <w:r w:rsidR="003A025E" w:rsidRPr="004572A7">
        <w:t xml:space="preserve">, </w:t>
      </w:r>
      <w:r w:rsidRPr="004F1596">
        <w:t>faire toutes sortes d</w:t>
      </w:r>
      <w:r w:rsidR="003A025E" w:rsidRPr="004572A7">
        <w:t>’</w:t>
      </w:r>
      <w:r w:rsidRPr="004F1596">
        <w:t>hypothèses</w:t>
      </w:r>
      <w:r w:rsidR="003A025E" w:rsidRPr="004572A7">
        <w:t xml:space="preserve">, </w:t>
      </w:r>
      <w:r w:rsidRPr="004F1596">
        <w:t>essayer de tirer</w:t>
      </w:r>
      <w:r w:rsidR="003A025E" w:rsidRPr="004572A7">
        <w:t xml:space="preserve">, </w:t>
      </w:r>
      <w:r w:rsidRPr="004F1596">
        <w:t>de mes dernières constatations</w:t>
      </w:r>
      <w:r w:rsidR="003A025E" w:rsidRPr="004572A7">
        <w:t xml:space="preserve">, </w:t>
      </w:r>
      <w:r w:rsidRPr="004F1596">
        <w:t>des déductions savantes</w:t>
      </w:r>
      <w:r w:rsidR="003A025E" w:rsidRPr="004572A7">
        <w:t xml:space="preserve">, </w:t>
      </w:r>
      <w:r w:rsidRPr="004F1596">
        <w:t>je n</w:t>
      </w:r>
      <w:r w:rsidR="003A025E" w:rsidRPr="004572A7">
        <w:t>’</w:t>
      </w:r>
      <w:r w:rsidRPr="004F1596">
        <w:t>arrivais à me faire aucune idée du but que poursuivait Surgères</w:t>
      </w:r>
      <w:r w:rsidR="003A025E" w:rsidRPr="004572A7">
        <w:t>.</w:t>
      </w:r>
    </w:p>
    <w:p w14:paraId="4DEC65A7" w14:textId="77777777" w:rsidR="003A025E" w:rsidRPr="004572A7" w:rsidRDefault="004F1596" w:rsidP="004F1596">
      <w:r w:rsidRPr="004F1596">
        <w:t>Cette incertitude me devenait une obsession maladive</w:t>
      </w:r>
      <w:r w:rsidR="003A025E" w:rsidRPr="004572A7">
        <w:t xml:space="preserve">, </w:t>
      </w:r>
      <w:r w:rsidRPr="004F1596">
        <w:t>et je me proposais d</w:t>
      </w:r>
      <w:r w:rsidR="003A025E" w:rsidRPr="004572A7">
        <w:t>’</w:t>
      </w:r>
      <w:r w:rsidRPr="004F1596">
        <w:t>aller le voir chez lui</w:t>
      </w:r>
      <w:r w:rsidR="003A025E" w:rsidRPr="004572A7">
        <w:t xml:space="preserve">, </w:t>
      </w:r>
      <w:r w:rsidRPr="004F1596">
        <w:t>avenue de la Reine Nathalie</w:t>
      </w:r>
      <w:r w:rsidR="003A025E" w:rsidRPr="004572A7">
        <w:t xml:space="preserve">, </w:t>
      </w:r>
      <w:r w:rsidRPr="004F1596">
        <w:t>lorsqu</w:t>
      </w:r>
      <w:r w:rsidR="003A025E" w:rsidRPr="004572A7">
        <w:t>’</w:t>
      </w:r>
      <w:r w:rsidRPr="004F1596">
        <w:t>un soir</w:t>
      </w:r>
      <w:r w:rsidR="003A025E" w:rsidRPr="004572A7">
        <w:t xml:space="preserve">, </w:t>
      </w:r>
      <w:r w:rsidRPr="004F1596">
        <w:t>nous nous rencontrâmes chez le Consul d</w:t>
      </w:r>
      <w:r w:rsidR="003A025E" w:rsidRPr="004572A7">
        <w:t>’</w:t>
      </w:r>
      <w:r w:rsidRPr="004F1596">
        <w:t>Angleterre</w:t>
      </w:r>
      <w:r w:rsidR="003A025E" w:rsidRPr="004572A7">
        <w:t xml:space="preserve">, </w:t>
      </w:r>
      <w:r w:rsidRPr="004F1596">
        <w:t>avec le baron Kalinine et quelques familiers de notre maison</w:t>
      </w:r>
      <w:r w:rsidR="003A025E" w:rsidRPr="004572A7">
        <w:t xml:space="preserve">… </w:t>
      </w:r>
      <w:r w:rsidRPr="004F1596">
        <w:t>On nous présenta plusieurs personnes</w:t>
      </w:r>
      <w:r w:rsidR="003A025E" w:rsidRPr="004572A7">
        <w:t xml:space="preserve"> : </w:t>
      </w:r>
      <w:r w:rsidRPr="004F1596">
        <w:t xml:space="preserve">entre autres un industriel roumain de </w:t>
      </w:r>
      <w:proofErr w:type="spellStart"/>
      <w:r w:rsidRPr="004F1596">
        <w:t>Galatz</w:t>
      </w:r>
      <w:proofErr w:type="spellEnd"/>
      <w:r w:rsidR="003A025E" w:rsidRPr="004572A7">
        <w:t>, M. </w:t>
      </w:r>
      <w:proofErr w:type="spellStart"/>
      <w:r w:rsidRPr="004F1596">
        <w:t>Antouresco</w:t>
      </w:r>
      <w:proofErr w:type="spellEnd"/>
      <w:r w:rsidR="003A025E" w:rsidRPr="004572A7">
        <w:t>. M. </w:t>
      </w:r>
      <w:proofErr w:type="spellStart"/>
      <w:r w:rsidRPr="004F1596">
        <w:t>Antouresco</w:t>
      </w:r>
      <w:proofErr w:type="spellEnd"/>
      <w:r w:rsidRPr="004F1596">
        <w:t xml:space="preserve"> était âgé d</w:t>
      </w:r>
      <w:r w:rsidR="003A025E" w:rsidRPr="004572A7">
        <w:t>’</w:t>
      </w:r>
      <w:r w:rsidRPr="004F1596">
        <w:t>une cinquantaine d</w:t>
      </w:r>
      <w:r w:rsidR="003A025E" w:rsidRPr="004572A7">
        <w:t>’</w:t>
      </w:r>
      <w:r w:rsidRPr="004F1596">
        <w:t>années environ</w:t>
      </w:r>
      <w:r w:rsidR="003A025E" w:rsidRPr="004572A7">
        <w:t xml:space="preserve">, </w:t>
      </w:r>
      <w:r w:rsidRPr="004F1596">
        <w:t>il était grand</w:t>
      </w:r>
      <w:r w:rsidR="003A025E" w:rsidRPr="004572A7">
        <w:t xml:space="preserve">, </w:t>
      </w:r>
      <w:r w:rsidRPr="004F1596">
        <w:t>mince</w:t>
      </w:r>
      <w:r w:rsidR="003A025E" w:rsidRPr="004572A7">
        <w:t xml:space="preserve">, </w:t>
      </w:r>
      <w:r w:rsidRPr="004F1596">
        <w:t>de visage distingué et sévère</w:t>
      </w:r>
      <w:r w:rsidR="003A025E" w:rsidRPr="004572A7">
        <w:t xml:space="preserve">. </w:t>
      </w:r>
      <w:r w:rsidRPr="004F1596">
        <w:t>Je lui trouvai un air froid et distant</w:t>
      </w:r>
      <w:r w:rsidR="003A025E" w:rsidRPr="004572A7">
        <w:t xml:space="preserve">, </w:t>
      </w:r>
      <w:r w:rsidRPr="004F1596">
        <w:t>une sorte de morgue qui m</w:t>
      </w:r>
      <w:r w:rsidR="003A025E" w:rsidRPr="004572A7">
        <w:t>’</w:t>
      </w:r>
      <w:r w:rsidRPr="004F1596">
        <w:t>offusqua et qui faillit lui aliéner</w:t>
      </w:r>
      <w:r w:rsidR="003A025E" w:rsidRPr="004572A7">
        <w:t xml:space="preserve">, </w:t>
      </w:r>
      <w:r w:rsidRPr="004F1596">
        <w:t>tout d</w:t>
      </w:r>
      <w:r w:rsidR="003A025E" w:rsidRPr="004572A7">
        <w:t>’</w:t>
      </w:r>
      <w:r w:rsidRPr="004F1596">
        <w:t>abord</w:t>
      </w:r>
      <w:r w:rsidR="003A025E" w:rsidRPr="004572A7">
        <w:t xml:space="preserve">, </w:t>
      </w:r>
      <w:r w:rsidRPr="004F1596">
        <w:t>ma sympathie</w:t>
      </w:r>
      <w:r w:rsidR="003A025E" w:rsidRPr="004572A7">
        <w:t>.</w:t>
      </w:r>
    </w:p>
    <w:p w14:paraId="01048573" w14:textId="77777777" w:rsidR="003A025E" w:rsidRPr="004572A7" w:rsidRDefault="004F1596" w:rsidP="004F1596">
      <w:r w:rsidRPr="004F1596">
        <w:t>Je ne fus pas long à reconnaître mon erreur</w:t>
      </w:r>
      <w:r w:rsidR="003A025E" w:rsidRPr="004572A7">
        <w:t xml:space="preserve">. </w:t>
      </w:r>
      <w:r w:rsidRPr="004F1596">
        <w:t>Alors</w:t>
      </w:r>
      <w:r w:rsidR="003A025E" w:rsidRPr="004572A7">
        <w:t xml:space="preserve">, </w:t>
      </w:r>
      <w:r w:rsidRPr="004F1596">
        <w:t>je feignis de m</w:t>
      </w:r>
      <w:r w:rsidR="003A025E" w:rsidRPr="004572A7">
        <w:t>’</w:t>
      </w:r>
      <w:r w:rsidRPr="004F1596">
        <w:t>intéresser</w:t>
      </w:r>
      <w:r w:rsidR="003A025E" w:rsidRPr="004572A7">
        <w:t xml:space="preserve">, </w:t>
      </w:r>
      <w:r w:rsidRPr="004F1596">
        <w:t>plus qu</w:t>
      </w:r>
      <w:r w:rsidR="003A025E" w:rsidRPr="004572A7">
        <w:t>’</w:t>
      </w:r>
      <w:r w:rsidRPr="004F1596">
        <w:t>il n</w:t>
      </w:r>
      <w:r w:rsidR="003A025E" w:rsidRPr="004572A7">
        <w:t>’</w:t>
      </w:r>
      <w:r w:rsidRPr="004F1596">
        <w:t>était nécessaire</w:t>
      </w:r>
      <w:r w:rsidR="003A025E" w:rsidRPr="004572A7">
        <w:t xml:space="preserve">, </w:t>
      </w:r>
      <w:r w:rsidRPr="004F1596">
        <w:t>à sa conversation</w:t>
      </w:r>
      <w:r w:rsidR="003A025E" w:rsidRPr="004572A7">
        <w:t xml:space="preserve">. </w:t>
      </w:r>
      <w:r w:rsidRPr="004F1596">
        <w:t>Malgré son accent</w:t>
      </w:r>
      <w:r w:rsidR="003A025E" w:rsidRPr="004572A7">
        <w:t xml:space="preserve">, </w:t>
      </w:r>
      <w:r w:rsidRPr="004F1596">
        <w:t>parfois un peu dur</w:t>
      </w:r>
      <w:r w:rsidR="003A025E" w:rsidRPr="004572A7">
        <w:t>, M. </w:t>
      </w:r>
      <w:proofErr w:type="spellStart"/>
      <w:r w:rsidRPr="004F1596">
        <w:t>Antouresco</w:t>
      </w:r>
      <w:proofErr w:type="spellEnd"/>
      <w:r w:rsidRPr="004F1596">
        <w:t xml:space="preserve"> parlait le français avec beaucoup d</w:t>
      </w:r>
      <w:r w:rsidR="003A025E" w:rsidRPr="004572A7">
        <w:t>’</w:t>
      </w:r>
      <w:r w:rsidRPr="004F1596">
        <w:t>aisance</w:t>
      </w:r>
      <w:r w:rsidR="003A025E" w:rsidRPr="004572A7">
        <w:t xml:space="preserve">, </w:t>
      </w:r>
      <w:r w:rsidRPr="004F1596">
        <w:t>employant les expressions idiomatiques les plus difficiles</w:t>
      </w:r>
      <w:r w:rsidR="003A025E" w:rsidRPr="004572A7">
        <w:t xml:space="preserve">, </w:t>
      </w:r>
      <w:r w:rsidRPr="004F1596">
        <w:t>avec beaucoup d</w:t>
      </w:r>
      <w:r w:rsidR="003A025E" w:rsidRPr="004572A7">
        <w:t>’</w:t>
      </w:r>
      <w:r w:rsidRPr="004F1596">
        <w:t>à-propos</w:t>
      </w:r>
      <w:r w:rsidR="003A025E" w:rsidRPr="004572A7">
        <w:t>…</w:t>
      </w:r>
    </w:p>
    <w:p w14:paraId="25802EB9" w14:textId="77777777" w:rsidR="003A025E" w:rsidRPr="004572A7" w:rsidRDefault="004F1596" w:rsidP="004F1596">
      <w:r w:rsidRPr="004F1596">
        <w:t>Il nous déclara qu</w:t>
      </w:r>
      <w:r w:rsidR="003A025E" w:rsidRPr="004572A7">
        <w:t>’</w:t>
      </w:r>
      <w:r w:rsidRPr="004F1596">
        <w:t>il était enchanté de son séjour à Biarritz</w:t>
      </w:r>
      <w:r w:rsidR="003A025E" w:rsidRPr="004572A7">
        <w:t xml:space="preserve">, </w:t>
      </w:r>
      <w:r w:rsidRPr="004F1596">
        <w:t>qu</w:t>
      </w:r>
      <w:r w:rsidR="003A025E" w:rsidRPr="004572A7">
        <w:t>’</w:t>
      </w:r>
      <w:r w:rsidRPr="004F1596">
        <w:t>il avait l</w:t>
      </w:r>
      <w:r w:rsidR="003A025E" w:rsidRPr="004572A7">
        <w:t>’</w:t>
      </w:r>
      <w:r w:rsidRPr="004F1596">
        <w:t>intention d</w:t>
      </w:r>
      <w:r w:rsidR="003A025E" w:rsidRPr="004572A7">
        <w:t>’</w:t>
      </w:r>
      <w:r w:rsidRPr="004F1596">
        <w:t>y revenir désormais</w:t>
      </w:r>
      <w:r w:rsidR="003A025E" w:rsidRPr="004572A7">
        <w:t xml:space="preserve">, </w:t>
      </w:r>
      <w:r w:rsidRPr="004F1596">
        <w:t>régulièrement</w:t>
      </w:r>
      <w:r w:rsidR="003A025E" w:rsidRPr="004572A7">
        <w:t xml:space="preserve">, </w:t>
      </w:r>
      <w:r w:rsidRPr="004F1596">
        <w:t>vers la fin de l</w:t>
      </w:r>
      <w:r w:rsidR="003A025E" w:rsidRPr="004572A7">
        <w:t>’</w:t>
      </w:r>
      <w:r w:rsidRPr="004F1596">
        <w:t>été et de s</w:t>
      </w:r>
      <w:r w:rsidR="003A025E" w:rsidRPr="004572A7">
        <w:t>’</w:t>
      </w:r>
      <w:r w:rsidRPr="004F1596">
        <w:t>y faire bâtir une villa</w:t>
      </w:r>
      <w:r w:rsidR="003A025E" w:rsidRPr="004572A7">
        <w:t xml:space="preserve">. </w:t>
      </w:r>
      <w:r w:rsidRPr="004F1596">
        <w:t>Il ajouta qu</w:t>
      </w:r>
      <w:r w:rsidR="003A025E" w:rsidRPr="004572A7">
        <w:t>’</w:t>
      </w:r>
      <w:r w:rsidRPr="004F1596">
        <w:t>il avait parcouru presque toutes les plages d</w:t>
      </w:r>
      <w:r w:rsidR="003A025E" w:rsidRPr="004572A7">
        <w:t>’</w:t>
      </w:r>
      <w:r w:rsidRPr="004F1596">
        <w:t>Europe</w:t>
      </w:r>
      <w:r w:rsidR="003A025E" w:rsidRPr="004572A7">
        <w:t xml:space="preserve">, </w:t>
      </w:r>
      <w:r w:rsidRPr="004F1596">
        <w:t>mais que celle où il se trouvait actuellement l</w:t>
      </w:r>
      <w:r w:rsidR="003A025E" w:rsidRPr="004572A7">
        <w:t>’</w:t>
      </w:r>
      <w:r w:rsidRPr="004F1596">
        <w:t xml:space="preserve">emportait de </w:t>
      </w:r>
      <w:r w:rsidRPr="004F1596">
        <w:lastRenderedPageBreak/>
        <w:t>beaucoup sur les autres et qu</w:t>
      </w:r>
      <w:r w:rsidR="003A025E" w:rsidRPr="004572A7">
        <w:t>’</w:t>
      </w:r>
      <w:r w:rsidRPr="004F1596">
        <w:t>elle était réellement au-dessus de tous les éloges</w:t>
      </w:r>
      <w:r w:rsidR="003A025E" w:rsidRPr="004572A7">
        <w:t>.</w:t>
      </w:r>
    </w:p>
    <w:p w14:paraId="418D2D8C" w14:textId="77777777" w:rsidR="003A025E" w:rsidRPr="004572A7" w:rsidRDefault="004F1596" w:rsidP="004F1596">
      <w:r w:rsidRPr="004F1596">
        <w:t>Puis</w:t>
      </w:r>
      <w:r w:rsidR="003A025E" w:rsidRPr="004572A7">
        <w:t xml:space="preserve">, </w:t>
      </w:r>
      <w:r w:rsidRPr="004F1596">
        <w:t>il nous parla de la Roumanie</w:t>
      </w:r>
      <w:r w:rsidR="003A025E" w:rsidRPr="004572A7">
        <w:t xml:space="preserve">, </w:t>
      </w:r>
      <w:r w:rsidRPr="004F1596">
        <w:t xml:space="preserve">du Consul de France à </w:t>
      </w:r>
      <w:proofErr w:type="spellStart"/>
      <w:r w:rsidRPr="004F1596">
        <w:t>Galatz</w:t>
      </w:r>
      <w:proofErr w:type="spellEnd"/>
      <w:r w:rsidR="003A025E" w:rsidRPr="004572A7">
        <w:t xml:space="preserve">, </w:t>
      </w:r>
      <w:r w:rsidRPr="004F1596">
        <w:t>avec lequel il était intime</w:t>
      </w:r>
      <w:r w:rsidR="003A025E" w:rsidRPr="004572A7">
        <w:t xml:space="preserve">, </w:t>
      </w:r>
      <w:r w:rsidRPr="004F1596">
        <w:t>de ses affaires personnelles et d</w:t>
      </w:r>
      <w:r w:rsidR="003A025E" w:rsidRPr="004572A7">
        <w:t>’</w:t>
      </w:r>
      <w:r w:rsidRPr="004F1596">
        <w:t>une foule d</w:t>
      </w:r>
      <w:r w:rsidR="003A025E" w:rsidRPr="004572A7">
        <w:t>’</w:t>
      </w:r>
      <w:r w:rsidRPr="004F1596">
        <w:t>autres choses auxquelles je ne m</w:t>
      </w:r>
      <w:r w:rsidR="003A025E" w:rsidRPr="004572A7">
        <w:t>’</w:t>
      </w:r>
      <w:r w:rsidRPr="004F1596">
        <w:t>attendais pas et qui surprirent</w:t>
      </w:r>
      <w:r w:rsidR="003A025E" w:rsidRPr="004572A7">
        <w:t xml:space="preserve">, </w:t>
      </w:r>
      <w:r w:rsidRPr="004F1596">
        <w:t>de la part d</w:t>
      </w:r>
      <w:r w:rsidR="003A025E" w:rsidRPr="004572A7">
        <w:t>’</w:t>
      </w:r>
      <w:r w:rsidRPr="004F1596">
        <w:t>un homme qu</w:t>
      </w:r>
      <w:r w:rsidR="003A025E" w:rsidRPr="004572A7">
        <w:t>’</w:t>
      </w:r>
      <w:r w:rsidRPr="004F1596">
        <w:t>on venait de nous présenter depuis quelques instants à peine</w:t>
      </w:r>
      <w:r w:rsidR="003A025E" w:rsidRPr="004572A7">
        <w:t xml:space="preserve">. </w:t>
      </w:r>
      <w:r w:rsidRPr="004F1596">
        <w:t>Il ne s</w:t>
      </w:r>
      <w:r w:rsidR="003A025E" w:rsidRPr="004572A7">
        <w:t>’</w:t>
      </w:r>
      <w:r w:rsidRPr="004F1596">
        <w:t>arrêtait plus</w:t>
      </w:r>
      <w:r w:rsidR="003A025E" w:rsidRPr="004572A7">
        <w:t xml:space="preserve"> ; </w:t>
      </w:r>
      <w:r w:rsidRPr="004F1596">
        <w:t>dès qu</w:t>
      </w:r>
      <w:r w:rsidR="003A025E" w:rsidRPr="004572A7">
        <w:t>’</w:t>
      </w:r>
      <w:r w:rsidRPr="004F1596">
        <w:t>il avait épuisé un sujet de conversation</w:t>
      </w:r>
      <w:r w:rsidR="003A025E" w:rsidRPr="004572A7">
        <w:t xml:space="preserve">, </w:t>
      </w:r>
      <w:r w:rsidRPr="004F1596">
        <w:t>il se jetait tête baissée dans un autre</w:t>
      </w:r>
      <w:r w:rsidR="003A025E" w:rsidRPr="004572A7">
        <w:t>.</w:t>
      </w:r>
    </w:p>
    <w:p w14:paraId="60193DFE" w14:textId="77777777" w:rsidR="003A025E" w:rsidRPr="004572A7" w:rsidRDefault="004F1596" w:rsidP="004F1596">
      <w:r w:rsidRPr="004F1596">
        <w:t>Au bout d</w:t>
      </w:r>
      <w:r w:rsidR="003A025E" w:rsidRPr="004572A7">
        <w:t>’</w:t>
      </w:r>
      <w:r w:rsidRPr="004F1596">
        <w:t>une demi-heure</w:t>
      </w:r>
      <w:r w:rsidR="003A025E" w:rsidRPr="004572A7">
        <w:t xml:space="preserve">, </w:t>
      </w:r>
      <w:r w:rsidRPr="004F1596">
        <w:t>je m</w:t>
      </w:r>
      <w:r w:rsidR="003A025E" w:rsidRPr="004572A7">
        <w:t>’</w:t>
      </w:r>
      <w:r w:rsidRPr="004F1596">
        <w:t>aperçus qu</w:t>
      </w:r>
      <w:r w:rsidR="003A025E" w:rsidRPr="004572A7">
        <w:t>’</w:t>
      </w:r>
      <w:r w:rsidRPr="004F1596">
        <w:t>il était moins distingué au point de vue moral qu</w:t>
      </w:r>
      <w:r w:rsidR="003A025E" w:rsidRPr="004572A7">
        <w:t>’</w:t>
      </w:r>
      <w:r w:rsidRPr="004F1596">
        <w:t>au point de vue physique et qu</w:t>
      </w:r>
      <w:r w:rsidR="003A025E" w:rsidRPr="004572A7">
        <w:t>’</w:t>
      </w:r>
      <w:r w:rsidRPr="004F1596">
        <w:t>il cherchait à se familiariser trop vite avec nous</w:t>
      </w:r>
      <w:r w:rsidR="003A025E" w:rsidRPr="004572A7">
        <w:t xml:space="preserve">. </w:t>
      </w:r>
      <w:r w:rsidRPr="004F1596">
        <w:t>Cependant il n</w:t>
      </w:r>
      <w:r w:rsidR="003A025E" w:rsidRPr="004572A7">
        <w:t>’</w:t>
      </w:r>
      <w:r w:rsidRPr="004F1596">
        <w:t>était point vulgaire</w:t>
      </w:r>
      <w:r w:rsidR="003A025E" w:rsidRPr="004572A7">
        <w:t xml:space="preserve"> ; </w:t>
      </w:r>
      <w:r w:rsidRPr="004F1596">
        <w:t>il paraissait posséder une culture solide et une connaissance approfondie de l</w:t>
      </w:r>
      <w:r w:rsidR="003A025E" w:rsidRPr="004572A7">
        <w:t>’</w:t>
      </w:r>
      <w:r w:rsidRPr="004F1596">
        <w:t>histoire et des mœurs de notre pays</w:t>
      </w:r>
      <w:r w:rsidR="003A025E" w:rsidRPr="004572A7">
        <w:t>.</w:t>
      </w:r>
    </w:p>
    <w:p w14:paraId="436C319C" w14:textId="77777777" w:rsidR="003A025E" w:rsidRPr="004572A7" w:rsidRDefault="004F1596" w:rsidP="004F1596">
      <w:r w:rsidRPr="004F1596">
        <w:t>Surgères n</w:t>
      </w:r>
      <w:r w:rsidR="003A025E" w:rsidRPr="004572A7">
        <w:t>’</w:t>
      </w:r>
      <w:r w:rsidRPr="004F1596">
        <w:t>avait pas prononcé un seul mot</w:t>
      </w:r>
      <w:r w:rsidR="003A025E" w:rsidRPr="004572A7">
        <w:t xml:space="preserve">, </w:t>
      </w:r>
      <w:r w:rsidRPr="004F1596">
        <w:t>depuis qu</w:t>
      </w:r>
      <w:r w:rsidR="003A025E" w:rsidRPr="004572A7">
        <w:t>’</w:t>
      </w:r>
      <w:r w:rsidRPr="004F1596">
        <w:t>il se trouvait en face du loquace Roumain</w:t>
      </w:r>
      <w:r w:rsidR="003A025E" w:rsidRPr="004572A7">
        <w:t xml:space="preserve">. </w:t>
      </w:r>
      <w:r w:rsidRPr="004F1596">
        <w:t>C</w:t>
      </w:r>
      <w:r w:rsidR="003A025E" w:rsidRPr="004572A7">
        <w:t>’</w:t>
      </w:r>
      <w:r w:rsidRPr="004F1596">
        <w:t>était inaccoutumé</w:t>
      </w:r>
      <w:r w:rsidR="003A025E" w:rsidRPr="004572A7">
        <w:t xml:space="preserve">. </w:t>
      </w:r>
      <w:r w:rsidRPr="004F1596">
        <w:t>Il me tira par le bras et me dit à voix basse</w:t>
      </w:r>
      <w:r w:rsidR="003A025E" w:rsidRPr="004572A7">
        <w:t> :</w:t>
      </w:r>
    </w:p>
    <w:p w14:paraId="28B7FC93" w14:textId="77777777" w:rsidR="003A025E" w:rsidRPr="004572A7" w:rsidRDefault="003A025E" w:rsidP="004F1596">
      <w:r w:rsidRPr="004572A7">
        <w:t>— </w:t>
      </w:r>
      <w:r w:rsidR="004F1596" w:rsidRPr="004F1596">
        <w:t>Cet homme-là me déplaît profondément</w:t>
      </w:r>
      <w:r w:rsidRPr="004572A7">
        <w:t xml:space="preserve">. </w:t>
      </w:r>
      <w:r w:rsidR="004F1596" w:rsidRPr="004F1596">
        <w:t>Je lui trouve une assurance</w:t>
      </w:r>
      <w:r w:rsidRPr="004572A7">
        <w:t xml:space="preserve">, </w:t>
      </w:r>
      <w:r w:rsidR="004F1596" w:rsidRPr="004F1596">
        <w:t>un sans-gêne insupportables</w:t>
      </w:r>
      <w:r w:rsidRPr="004572A7">
        <w:t xml:space="preserve"> ! </w:t>
      </w:r>
      <w:r w:rsidR="004F1596" w:rsidRPr="004F1596">
        <w:t>N</w:t>
      </w:r>
      <w:r w:rsidRPr="004572A7">
        <w:t>’</w:t>
      </w:r>
      <w:r w:rsidR="004F1596" w:rsidRPr="004F1596">
        <w:t>êtes-vous pas de mon avis</w:t>
      </w:r>
      <w:r w:rsidRPr="004572A7">
        <w:t> ?</w:t>
      </w:r>
    </w:p>
    <w:p w14:paraId="35615125" w14:textId="77777777" w:rsidR="003A025E" w:rsidRPr="004572A7" w:rsidRDefault="003A025E" w:rsidP="004F1596">
      <w:r w:rsidRPr="004572A7">
        <w:t>— </w:t>
      </w:r>
      <w:r w:rsidR="004F1596" w:rsidRPr="004F1596">
        <w:t>Oui</w:t>
      </w:r>
      <w:r w:rsidRPr="004572A7">
        <w:t xml:space="preserve">, </w:t>
      </w:r>
      <w:r w:rsidR="004F1596" w:rsidRPr="004F1596">
        <w:t>répondis-je</w:t>
      </w:r>
      <w:r w:rsidRPr="004572A7">
        <w:t xml:space="preserve">, </w:t>
      </w:r>
      <w:r w:rsidR="004F1596" w:rsidRPr="004F1596">
        <w:t>il me semble manquer un peu de tact</w:t>
      </w:r>
      <w:r w:rsidRPr="004572A7">
        <w:t>.</w:t>
      </w:r>
    </w:p>
    <w:p w14:paraId="7172C5B1" w14:textId="77777777" w:rsidR="003A025E" w:rsidRPr="004572A7" w:rsidRDefault="004F1596" w:rsidP="004F1596">
      <w:r w:rsidRPr="004F1596">
        <w:t>Ce fut tout</w:t>
      </w:r>
      <w:r w:rsidR="003A025E" w:rsidRPr="004572A7">
        <w:t xml:space="preserve">. </w:t>
      </w:r>
      <w:r w:rsidRPr="004F1596">
        <w:t>Surgères garda de nouveau le silence et je n</w:t>
      </w:r>
      <w:r w:rsidR="003A025E" w:rsidRPr="004572A7">
        <w:t>’</w:t>
      </w:r>
      <w:r w:rsidRPr="004F1596">
        <w:t>eus plus l</w:t>
      </w:r>
      <w:r w:rsidR="003A025E" w:rsidRPr="004572A7">
        <w:t>’</w:t>
      </w:r>
      <w:r w:rsidRPr="004F1596">
        <w:t>occasion de lui parler durant la soirée</w:t>
      </w:r>
      <w:r w:rsidR="003A025E" w:rsidRPr="004572A7">
        <w:t xml:space="preserve">. </w:t>
      </w:r>
      <w:r w:rsidRPr="004F1596">
        <w:t>Mais je m</w:t>
      </w:r>
      <w:r w:rsidR="003A025E" w:rsidRPr="004572A7">
        <w:t>’</w:t>
      </w:r>
      <w:r w:rsidRPr="004F1596">
        <w:t>étais bien promis de ne pas perdre de vue un seul de ses gestes et de le suivre partout où il irait</w:t>
      </w:r>
      <w:r w:rsidR="003A025E" w:rsidRPr="004572A7">
        <w:t>…</w:t>
      </w:r>
    </w:p>
    <w:p w14:paraId="5B16FB8E" w14:textId="77777777" w:rsidR="003A025E" w:rsidRPr="004572A7" w:rsidRDefault="004F1596" w:rsidP="004F1596">
      <w:r w:rsidRPr="004F1596">
        <w:t>Vers minuit</w:t>
      </w:r>
      <w:r w:rsidR="003A025E" w:rsidRPr="004572A7">
        <w:t xml:space="preserve">, </w:t>
      </w:r>
      <w:r w:rsidRPr="004F1596">
        <w:t>je sortis un instant</w:t>
      </w:r>
      <w:r w:rsidR="003A025E" w:rsidRPr="004572A7">
        <w:t xml:space="preserve">, </w:t>
      </w:r>
      <w:r w:rsidRPr="004F1596">
        <w:t>pour prendre l</w:t>
      </w:r>
      <w:r w:rsidR="003A025E" w:rsidRPr="004572A7">
        <w:t>’</w:t>
      </w:r>
      <w:r w:rsidRPr="004F1596">
        <w:t xml:space="preserve">air sur la terrasse avec </w:t>
      </w:r>
      <w:r w:rsidR="003A025E" w:rsidRPr="004572A7">
        <w:t>M. </w:t>
      </w:r>
      <w:proofErr w:type="spellStart"/>
      <w:r w:rsidRPr="004F1596">
        <w:t>Meyrignac</w:t>
      </w:r>
      <w:proofErr w:type="spellEnd"/>
      <w:r w:rsidR="003A025E" w:rsidRPr="004572A7">
        <w:t>.</w:t>
      </w:r>
    </w:p>
    <w:p w14:paraId="1BBD51ED" w14:textId="77777777" w:rsidR="003A025E" w:rsidRPr="004572A7" w:rsidRDefault="004F1596" w:rsidP="004F1596">
      <w:r w:rsidRPr="004F1596">
        <w:lastRenderedPageBreak/>
        <w:t>Lorsque je revins dans la salle de bal où j</w:t>
      </w:r>
      <w:r w:rsidR="003A025E" w:rsidRPr="004572A7">
        <w:t>’</w:t>
      </w:r>
      <w:r w:rsidRPr="004F1596">
        <w:t>avais laissé Surgères</w:t>
      </w:r>
      <w:r w:rsidR="003A025E" w:rsidRPr="004572A7">
        <w:t xml:space="preserve">, </w:t>
      </w:r>
      <w:r w:rsidRPr="004F1596">
        <w:t>je ne l</w:t>
      </w:r>
      <w:r w:rsidR="003A025E" w:rsidRPr="004572A7">
        <w:t>’</w:t>
      </w:r>
      <w:r w:rsidRPr="004F1596">
        <w:t>y trouvai plus</w:t>
      </w:r>
      <w:r w:rsidR="003A025E" w:rsidRPr="004572A7">
        <w:t xml:space="preserve">. </w:t>
      </w:r>
      <w:r w:rsidRPr="004F1596">
        <w:t xml:space="preserve">Je me dirigeai en toute hâte vers le fumoir et je fus tout à la fois heureux et stupéfait de le voir assis en face de </w:t>
      </w:r>
      <w:r w:rsidR="003A025E" w:rsidRPr="004572A7">
        <w:t>M. </w:t>
      </w:r>
      <w:proofErr w:type="spellStart"/>
      <w:r w:rsidRPr="004F1596">
        <w:t>Antouresco</w:t>
      </w:r>
      <w:proofErr w:type="spellEnd"/>
      <w:r w:rsidR="003A025E" w:rsidRPr="004572A7">
        <w:t xml:space="preserve">, </w:t>
      </w:r>
      <w:r w:rsidRPr="004F1596">
        <w:t>auprès de la cheminée</w:t>
      </w:r>
      <w:r w:rsidR="003A025E" w:rsidRPr="004572A7">
        <w:t xml:space="preserve">, </w:t>
      </w:r>
      <w:r w:rsidRPr="004F1596">
        <w:t>à côté du Consul d</w:t>
      </w:r>
      <w:r w:rsidR="003A025E" w:rsidRPr="004572A7">
        <w:t>’</w:t>
      </w:r>
      <w:r w:rsidRPr="004F1596">
        <w:t>Angleterre et du Baron Kalinine</w:t>
      </w:r>
      <w:r w:rsidR="003A025E" w:rsidRPr="004572A7">
        <w:t>.</w:t>
      </w:r>
    </w:p>
    <w:p w14:paraId="48FCB4AF" w14:textId="77777777" w:rsidR="003A025E" w:rsidRPr="004572A7" w:rsidRDefault="004F1596" w:rsidP="004F1596">
      <w:r w:rsidRPr="004F1596">
        <w:t>Tous les quatre paraissaient fort animés</w:t>
      </w:r>
      <w:r w:rsidR="003A025E" w:rsidRPr="004572A7">
        <w:t xml:space="preserve">. </w:t>
      </w:r>
      <w:r w:rsidRPr="004F1596">
        <w:t>Leur conversation devait les passionner</w:t>
      </w:r>
      <w:r w:rsidR="003A025E" w:rsidRPr="004572A7">
        <w:t xml:space="preserve">, </w:t>
      </w:r>
      <w:r w:rsidRPr="004F1596">
        <w:t>à un tel point qu</w:t>
      </w:r>
      <w:r w:rsidR="003A025E" w:rsidRPr="004572A7">
        <w:t>’</w:t>
      </w:r>
      <w:r w:rsidRPr="004F1596">
        <w:t>ils ne me virent pas entrer</w:t>
      </w:r>
      <w:r w:rsidR="003A025E" w:rsidRPr="004572A7">
        <w:t xml:space="preserve">. </w:t>
      </w:r>
      <w:r w:rsidRPr="004F1596">
        <w:t>J</w:t>
      </w:r>
      <w:r w:rsidR="003A025E" w:rsidRPr="004572A7">
        <w:t>’</w:t>
      </w:r>
      <w:r w:rsidRPr="004F1596">
        <w:t>en profitai pour me glisser dans un coin de la pièce</w:t>
      </w:r>
      <w:r w:rsidR="003A025E" w:rsidRPr="004572A7">
        <w:t xml:space="preserve">, </w:t>
      </w:r>
      <w:r w:rsidRPr="004F1596">
        <w:t>sur un sofa</w:t>
      </w:r>
      <w:r w:rsidR="003A025E" w:rsidRPr="004572A7">
        <w:t xml:space="preserve">, </w:t>
      </w:r>
      <w:r w:rsidRPr="004F1596">
        <w:t>à moitié dissimulé dans la pénombre et j</w:t>
      </w:r>
      <w:r w:rsidR="003A025E" w:rsidRPr="004572A7">
        <w:t>’</w:t>
      </w:r>
      <w:r w:rsidRPr="004F1596">
        <w:t>écoutai</w:t>
      </w:r>
      <w:r w:rsidR="003A025E" w:rsidRPr="004572A7">
        <w:t>.</w:t>
      </w:r>
    </w:p>
    <w:p w14:paraId="21AC7145" w14:textId="77777777" w:rsidR="003A025E" w:rsidRPr="004572A7" w:rsidRDefault="004F1596" w:rsidP="004F1596">
      <w:r w:rsidRPr="004F1596">
        <w:t>L</w:t>
      </w:r>
      <w:r w:rsidR="003A025E" w:rsidRPr="004572A7">
        <w:t>’</w:t>
      </w:r>
      <w:r w:rsidRPr="004F1596">
        <w:t>entretien roulait sur les grands capitaines de l</w:t>
      </w:r>
      <w:r w:rsidR="003A025E" w:rsidRPr="004572A7">
        <w:t>’</w:t>
      </w:r>
      <w:r w:rsidRPr="004F1596">
        <w:t>antiquité et des temps modernes</w:t>
      </w:r>
      <w:r w:rsidR="003A025E" w:rsidRPr="004572A7">
        <w:t xml:space="preserve">. </w:t>
      </w:r>
      <w:r w:rsidRPr="004F1596">
        <w:t>Comme je m</w:t>
      </w:r>
      <w:r w:rsidR="003A025E" w:rsidRPr="004572A7">
        <w:t>’</w:t>
      </w:r>
      <w:r w:rsidRPr="004F1596">
        <w:t>y attendais</w:t>
      </w:r>
      <w:r w:rsidR="003A025E" w:rsidRPr="004572A7">
        <w:t xml:space="preserve">, </w:t>
      </w:r>
      <w:r w:rsidRPr="004F1596">
        <w:t>c</w:t>
      </w:r>
      <w:r w:rsidR="003A025E" w:rsidRPr="004572A7">
        <w:t>’</w:t>
      </w:r>
      <w:r w:rsidRPr="004F1596">
        <w:t xml:space="preserve">était encore </w:t>
      </w:r>
      <w:r w:rsidR="003A025E" w:rsidRPr="004572A7">
        <w:t>M. </w:t>
      </w:r>
      <w:proofErr w:type="spellStart"/>
      <w:r w:rsidRPr="004F1596">
        <w:t>Antouresco</w:t>
      </w:r>
      <w:proofErr w:type="spellEnd"/>
      <w:r w:rsidRPr="004F1596">
        <w:t xml:space="preserve"> qui</w:t>
      </w:r>
      <w:r w:rsidR="003A025E" w:rsidRPr="004572A7">
        <w:t xml:space="preserve">, </w:t>
      </w:r>
      <w:r w:rsidRPr="004F1596">
        <w:t>d</w:t>
      </w:r>
      <w:r w:rsidR="003A025E" w:rsidRPr="004572A7">
        <w:t>’</w:t>
      </w:r>
      <w:r w:rsidRPr="004F1596">
        <w:t>un ton dogmatique</w:t>
      </w:r>
      <w:r w:rsidR="003A025E" w:rsidRPr="004572A7">
        <w:t xml:space="preserve">, </w:t>
      </w:r>
      <w:r w:rsidRPr="004F1596">
        <w:t>semblait faire une conférence</w:t>
      </w:r>
      <w:r w:rsidR="003A025E" w:rsidRPr="004572A7">
        <w:t xml:space="preserve">, </w:t>
      </w:r>
      <w:r w:rsidRPr="004F1596">
        <w:t>devant des auditeurs profanes et s</w:t>
      </w:r>
      <w:r w:rsidR="003A025E" w:rsidRPr="004572A7">
        <w:t>’</w:t>
      </w:r>
      <w:r w:rsidRPr="004F1596">
        <w:t>efforçait d</w:t>
      </w:r>
      <w:r w:rsidR="003A025E" w:rsidRPr="004572A7">
        <w:t>’</w:t>
      </w:r>
      <w:r w:rsidRPr="004F1596">
        <w:t>imposer l</w:t>
      </w:r>
      <w:r w:rsidR="003A025E" w:rsidRPr="004572A7">
        <w:t>’</w:t>
      </w:r>
      <w:r w:rsidRPr="004F1596">
        <w:t>incontestable valeur de ses opinions personnelles</w:t>
      </w:r>
      <w:r w:rsidR="003A025E" w:rsidRPr="004572A7">
        <w:t>.</w:t>
      </w:r>
    </w:p>
    <w:p w14:paraId="6F8239C8" w14:textId="77777777" w:rsidR="003A025E" w:rsidRPr="004572A7" w:rsidRDefault="004F1596" w:rsidP="004F1596">
      <w:r w:rsidRPr="004F1596">
        <w:t>Après avoir passé en revue les grands généraux</w:t>
      </w:r>
      <w:r w:rsidR="003A025E" w:rsidRPr="004572A7">
        <w:t xml:space="preserve">, </w:t>
      </w:r>
      <w:r w:rsidRPr="004F1596">
        <w:t>l</w:t>
      </w:r>
      <w:r w:rsidR="003A025E" w:rsidRPr="004572A7">
        <w:t>’</w:t>
      </w:r>
      <w:r w:rsidRPr="004F1596">
        <w:t>infatigable Roumain continua à parler des peuples d</w:t>
      </w:r>
      <w:r w:rsidR="003A025E" w:rsidRPr="004572A7">
        <w:t>’</w:t>
      </w:r>
      <w:r w:rsidRPr="004F1596">
        <w:t>Europe</w:t>
      </w:r>
      <w:r w:rsidR="003A025E" w:rsidRPr="004572A7">
        <w:t xml:space="preserve">, </w:t>
      </w:r>
      <w:r w:rsidRPr="004F1596">
        <w:t>de leur passé militaire</w:t>
      </w:r>
      <w:r w:rsidR="003A025E" w:rsidRPr="004572A7">
        <w:t xml:space="preserve">, </w:t>
      </w:r>
      <w:r w:rsidRPr="004F1596">
        <w:t>de la valeur de leurs armées</w:t>
      </w:r>
      <w:r w:rsidR="003A025E" w:rsidRPr="004572A7">
        <w:t xml:space="preserve">, </w:t>
      </w:r>
      <w:r w:rsidRPr="004F1596">
        <w:t>de leurs méthodes</w:t>
      </w:r>
      <w:r w:rsidR="003A025E" w:rsidRPr="004572A7">
        <w:t xml:space="preserve">, </w:t>
      </w:r>
      <w:r w:rsidRPr="004F1596">
        <w:t>des derniers perfectionnements offensifs et défensifs et des chances de victoires que pouvait avoir tel peuple</w:t>
      </w:r>
      <w:r w:rsidR="003A025E" w:rsidRPr="004572A7">
        <w:t xml:space="preserve">, </w:t>
      </w:r>
      <w:r w:rsidRPr="004F1596">
        <w:t>opposé à tel autre</w:t>
      </w:r>
      <w:r w:rsidR="003A025E" w:rsidRPr="004572A7">
        <w:t>.</w:t>
      </w:r>
    </w:p>
    <w:p w14:paraId="71EFA610" w14:textId="77777777" w:rsidR="003A025E" w:rsidRPr="004572A7" w:rsidRDefault="004F1596" w:rsidP="004F1596">
      <w:r w:rsidRPr="004F1596">
        <w:t>Il était si sûr de lui</w:t>
      </w:r>
      <w:r w:rsidR="003A025E" w:rsidRPr="004572A7">
        <w:t xml:space="preserve">, </w:t>
      </w:r>
      <w:r w:rsidRPr="004F1596">
        <w:t>exposait les faits avec tant de netteté et tant d</w:t>
      </w:r>
      <w:r w:rsidR="003A025E" w:rsidRPr="004572A7">
        <w:t>’</w:t>
      </w:r>
      <w:r w:rsidRPr="004F1596">
        <w:t>exemples</w:t>
      </w:r>
      <w:r w:rsidR="003A025E" w:rsidRPr="004572A7">
        <w:t xml:space="preserve">, </w:t>
      </w:r>
      <w:r w:rsidRPr="004F1596">
        <w:t>à l</w:t>
      </w:r>
      <w:r w:rsidR="003A025E" w:rsidRPr="004572A7">
        <w:t>’</w:t>
      </w:r>
      <w:r w:rsidRPr="004F1596">
        <w:t>appui de ses dires</w:t>
      </w:r>
      <w:r w:rsidR="003A025E" w:rsidRPr="004572A7">
        <w:t xml:space="preserve">, </w:t>
      </w:r>
      <w:r w:rsidRPr="004F1596">
        <w:t>que cela dénotait</w:t>
      </w:r>
      <w:r w:rsidR="003A025E" w:rsidRPr="004572A7">
        <w:t xml:space="preserve">, </w:t>
      </w:r>
      <w:r w:rsidRPr="004F1596">
        <w:t>chez lui</w:t>
      </w:r>
      <w:r w:rsidR="003A025E" w:rsidRPr="004572A7">
        <w:t xml:space="preserve">, </w:t>
      </w:r>
      <w:r w:rsidRPr="004F1596">
        <w:t>une documentation précise et une connaissance approfondie de toutes ces questions</w:t>
      </w:r>
      <w:r w:rsidR="003A025E" w:rsidRPr="004572A7">
        <w:t>.</w:t>
      </w:r>
    </w:p>
    <w:p w14:paraId="11C2B01F" w14:textId="77777777" w:rsidR="003A025E" w:rsidRPr="004572A7" w:rsidRDefault="003A025E" w:rsidP="004F1596">
      <w:r w:rsidRPr="004572A7">
        <w:t>— </w:t>
      </w:r>
      <w:r w:rsidR="004F1596" w:rsidRPr="004F1596">
        <w:t>Moi qui voyage souvent</w:t>
      </w:r>
      <w:r w:rsidRPr="004572A7">
        <w:t xml:space="preserve">. </w:t>
      </w:r>
      <w:r w:rsidR="004F1596" w:rsidRPr="004F1596">
        <w:t>Messieurs</w:t>
      </w:r>
      <w:r w:rsidRPr="004572A7">
        <w:t xml:space="preserve">, </w:t>
      </w:r>
      <w:r w:rsidR="004F1596" w:rsidRPr="004F1596">
        <w:t>disait-il</w:t>
      </w:r>
      <w:r w:rsidRPr="004572A7">
        <w:t xml:space="preserve">, </w:t>
      </w:r>
      <w:r w:rsidR="004F1596" w:rsidRPr="004F1596">
        <w:t>je vois les choses d</w:t>
      </w:r>
      <w:r w:rsidRPr="004572A7">
        <w:t>’</w:t>
      </w:r>
      <w:r w:rsidR="004F1596" w:rsidRPr="004F1596">
        <w:t>une façon tout à fait opposée à la vôtre</w:t>
      </w:r>
      <w:r w:rsidRPr="004572A7">
        <w:t xml:space="preserve">, </w:t>
      </w:r>
      <w:r w:rsidR="004F1596" w:rsidRPr="004F1596">
        <w:t>car je me trouve</w:t>
      </w:r>
      <w:r w:rsidRPr="004572A7">
        <w:t xml:space="preserve">, </w:t>
      </w:r>
      <w:r w:rsidR="004F1596" w:rsidRPr="004F1596">
        <w:t>pour ainsi dire</w:t>
      </w:r>
      <w:r w:rsidRPr="004572A7">
        <w:t xml:space="preserve">, </w:t>
      </w:r>
      <w:r w:rsidR="004F1596" w:rsidRPr="004F1596">
        <w:t>au centre de l</w:t>
      </w:r>
      <w:r w:rsidRPr="004572A7">
        <w:t>’</w:t>
      </w:r>
      <w:r w:rsidR="004F1596" w:rsidRPr="004F1596">
        <w:t>arène</w:t>
      </w:r>
      <w:r w:rsidRPr="004572A7">
        <w:t xml:space="preserve">, </w:t>
      </w:r>
      <w:r w:rsidR="004F1596" w:rsidRPr="004F1596">
        <w:t>je vois donc défiler sous mes yeux tous les peuples du grand cirque d</w:t>
      </w:r>
      <w:r w:rsidRPr="004572A7">
        <w:t>’</w:t>
      </w:r>
      <w:r w:rsidR="004F1596" w:rsidRPr="004F1596">
        <w:t>Europe</w:t>
      </w:r>
      <w:r w:rsidRPr="004572A7">
        <w:t>.</w:t>
      </w:r>
    </w:p>
    <w:p w14:paraId="74EB55EC" w14:textId="77777777" w:rsidR="003A025E" w:rsidRPr="004572A7" w:rsidRDefault="003A025E" w:rsidP="004F1596">
      <w:r w:rsidRPr="004572A7">
        <w:lastRenderedPageBreak/>
        <w:t>« </w:t>
      </w:r>
      <w:r w:rsidR="004F1596" w:rsidRPr="004F1596">
        <w:t>Bien que j</w:t>
      </w:r>
      <w:r w:rsidRPr="004572A7">
        <w:t>’</w:t>
      </w:r>
      <w:r w:rsidR="004F1596" w:rsidRPr="004F1596">
        <w:t>aie</w:t>
      </w:r>
      <w:r w:rsidRPr="004572A7">
        <w:t xml:space="preserve">, </w:t>
      </w:r>
      <w:r w:rsidR="004F1596" w:rsidRPr="004F1596">
        <w:t>ainsi que mes compatriotes</w:t>
      </w:r>
      <w:r w:rsidRPr="004572A7">
        <w:t xml:space="preserve">, </w:t>
      </w:r>
      <w:r w:rsidR="004F1596" w:rsidRPr="004F1596">
        <w:t>une affection particulière à l</w:t>
      </w:r>
      <w:r w:rsidRPr="004572A7">
        <w:t>’</w:t>
      </w:r>
      <w:r w:rsidR="004F1596" w:rsidRPr="004F1596">
        <w:t>égard de la France</w:t>
      </w:r>
      <w:r w:rsidRPr="004572A7">
        <w:t xml:space="preserve">, </w:t>
      </w:r>
      <w:r w:rsidR="004F1596" w:rsidRPr="004F1596">
        <w:t>je ne me laisse influencer par aucun mobile patriotique</w:t>
      </w:r>
      <w:r w:rsidRPr="004572A7">
        <w:t xml:space="preserve">, </w:t>
      </w:r>
      <w:r w:rsidR="004F1596" w:rsidRPr="004F1596">
        <w:t>par aucun sentiment de race</w:t>
      </w:r>
      <w:r w:rsidRPr="004572A7">
        <w:t xml:space="preserve">. </w:t>
      </w:r>
      <w:r w:rsidR="004F1596" w:rsidRPr="004F1596">
        <w:t>J</w:t>
      </w:r>
      <w:r w:rsidRPr="004572A7">
        <w:t>’</w:t>
      </w:r>
      <w:r w:rsidR="004F1596" w:rsidRPr="004F1596">
        <w:t>enregistre froidement les faits</w:t>
      </w:r>
      <w:r w:rsidRPr="004572A7">
        <w:t xml:space="preserve">, </w:t>
      </w:r>
      <w:r w:rsidR="004F1596" w:rsidRPr="004F1596">
        <w:t>en simple spectateur</w:t>
      </w:r>
      <w:r w:rsidRPr="004572A7">
        <w:t xml:space="preserve">. </w:t>
      </w:r>
      <w:r w:rsidR="004F1596" w:rsidRPr="004F1596">
        <w:t>Que ce soit à Londres</w:t>
      </w:r>
      <w:r w:rsidRPr="004572A7">
        <w:t xml:space="preserve">, </w:t>
      </w:r>
      <w:r w:rsidR="004F1596" w:rsidRPr="004F1596">
        <w:t>à Paris</w:t>
      </w:r>
      <w:r w:rsidRPr="004572A7">
        <w:t xml:space="preserve">, </w:t>
      </w:r>
      <w:r w:rsidR="004F1596" w:rsidRPr="004F1596">
        <w:t>à Berlin</w:t>
      </w:r>
      <w:r w:rsidRPr="004572A7">
        <w:t xml:space="preserve">, </w:t>
      </w:r>
      <w:r w:rsidR="004F1596" w:rsidRPr="004F1596">
        <w:t>à Saint-Pétersbourg</w:t>
      </w:r>
      <w:r w:rsidRPr="004572A7">
        <w:t xml:space="preserve">, </w:t>
      </w:r>
      <w:r w:rsidR="004F1596" w:rsidRPr="004F1596">
        <w:t>à Rome</w:t>
      </w:r>
      <w:r w:rsidRPr="004572A7">
        <w:t xml:space="preserve">, </w:t>
      </w:r>
      <w:r w:rsidR="004F1596" w:rsidRPr="004F1596">
        <w:t>à Vienne ou ailleurs</w:t>
      </w:r>
      <w:r w:rsidRPr="004572A7">
        <w:t xml:space="preserve">, </w:t>
      </w:r>
      <w:r w:rsidR="004F1596" w:rsidRPr="004F1596">
        <w:t>j</w:t>
      </w:r>
      <w:r w:rsidRPr="004572A7">
        <w:t>’</w:t>
      </w:r>
      <w:r w:rsidR="004F1596" w:rsidRPr="004F1596">
        <w:t>observe partout</w:t>
      </w:r>
      <w:r w:rsidRPr="004572A7">
        <w:t xml:space="preserve">, </w:t>
      </w:r>
      <w:r w:rsidR="004F1596" w:rsidRPr="004F1596">
        <w:t>de la même façon</w:t>
      </w:r>
      <w:r w:rsidRPr="004572A7">
        <w:t xml:space="preserve">, </w:t>
      </w:r>
      <w:r w:rsidR="004F1596" w:rsidRPr="004F1596">
        <w:t>sans aucun parti pris</w:t>
      </w:r>
      <w:r w:rsidRPr="004572A7">
        <w:t>.</w:t>
      </w:r>
    </w:p>
    <w:p w14:paraId="034C3593" w14:textId="77777777" w:rsidR="003A025E" w:rsidRPr="004572A7" w:rsidRDefault="003A025E" w:rsidP="004F1596">
      <w:r w:rsidRPr="004572A7">
        <w:t>« </w:t>
      </w:r>
      <w:r w:rsidR="004F1596" w:rsidRPr="004F1596">
        <w:t>Je suis un dilettante de l</w:t>
      </w:r>
      <w:r w:rsidRPr="004572A7">
        <w:t>’</w:t>
      </w:r>
      <w:r w:rsidR="004F1596" w:rsidRPr="004F1596">
        <w:t>impartialité et c</w:t>
      </w:r>
      <w:r w:rsidRPr="004572A7">
        <w:t>’</w:t>
      </w:r>
      <w:r w:rsidR="004F1596" w:rsidRPr="004F1596">
        <w:t>est ainsi que</w:t>
      </w:r>
      <w:r w:rsidRPr="004572A7">
        <w:t xml:space="preserve">, </w:t>
      </w:r>
      <w:r w:rsidR="004F1596" w:rsidRPr="004F1596">
        <w:t>peu à peu</w:t>
      </w:r>
      <w:r w:rsidRPr="004572A7">
        <w:t xml:space="preserve">, </w:t>
      </w:r>
      <w:r w:rsidR="004F1596" w:rsidRPr="004F1596">
        <w:t>je suis arrivé à me faire</w:t>
      </w:r>
      <w:r w:rsidRPr="004572A7">
        <w:t xml:space="preserve">, </w:t>
      </w:r>
      <w:r w:rsidR="004F1596" w:rsidRPr="004F1596">
        <w:t>de chaque nation</w:t>
      </w:r>
      <w:r w:rsidRPr="004572A7">
        <w:t xml:space="preserve">, </w:t>
      </w:r>
      <w:r w:rsidR="004F1596" w:rsidRPr="004F1596">
        <w:t>une opinion assez juste</w:t>
      </w:r>
      <w:r w:rsidRPr="004572A7">
        <w:t>.</w:t>
      </w:r>
    </w:p>
    <w:p w14:paraId="1DAFFF2D" w14:textId="77777777" w:rsidR="003A025E" w:rsidRPr="004572A7" w:rsidRDefault="003A025E" w:rsidP="004F1596">
      <w:r w:rsidRPr="004572A7">
        <w:t>« </w:t>
      </w:r>
      <w:r w:rsidR="004F1596" w:rsidRPr="004F1596">
        <w:t>En ce qui concerne le point de vue militaire</w:t>
      </w:r>
      <w:r w:rsidRPr="004572A7">
        <w:t xml:space="preserve">, </w:t>
      </w:r>
      <w:r w:rsidR="004F1596" w:rsidRPr="004F1596">
        <w:t>que nous discutons en ce moment</w:t>
      </w:r>
      <w:r w:rsidRPr="004572A7">
        <w:t xml:space="preserve">, </w:t>
      </w:r>
      <w:r w:rsidR="004F1596" w:rsidRPr="004F1596">
        <w:t>je vous dirai franchement mon avis</w:t>
      </w:r>
      <w:r w:rsidRPr="004572A7">
        <w:t xml:space="preserve">, </w:t>
      </w:r>
      <w:r w:rsidR="004F1596" w:rsidRPr="004F1596">
        <w:t>si vous me promettez</w:t>
      </w:r>
      <w:r w:rsidRPr="004572A7">
        <w:t xml:space="preserve">, </w:t>
      </w:r>
      <w:r w:rsidR="004F1596" w:rsidRPr="004F1596">
        <w:t>toutefois</w:t>
      </w:r>
      <w:r w:rsidRPr="004572A7">
        <w:t xml:space="preserve">, </w:t>
      </w:r>
      <w:r w:rsidR="004F1596" w:rsidRPr="004F1596">
        <w:t>de ne pas vous formaliser de mes critiques et si vous consentez à mettre de côté</w:t>
      </w:r>
      <w:r w:rsidRPr="004572A7">
        <w:t xml:space="preserve">, </w:t>
      </w:r>
      <w:r w:rsidR="004F1596" w:rsidRPr="004F1596">
        <w:t>pour quelques instants</w:t>
      </w:r>
      <w:r w:rsidRPr="004572A7">
        <w:t xml:space="preserve">, </w:t>
      </w:r>
      <w:r w:rsidR="004F1596" w:rsidRPr="004F1596">
        <w:t>votre amour-propre national</w:t>
      </w:r>
      <w:r w:rsidRPr="004572A7">
        <w:t>.</w:t>
      </w:r>
    </w:p>
    <w:p w14:paraId="03DD32BA" w14:textId="77777777" w:rsidR="003A025E" w:rsidRPr="004572A7" w:rsidRDefault="004F1596" w:rsidP="004F1596">
      <w:r w:rsidRPr="004F1596">
        <w:t>Le Consul d</w:t>
      </w:r>
      <w:r w:rsidR="003A025E" w:rsidRPr="004572A7">
        <w:t>’</w:t>
      </w:r>
      <w:r w:rsidRPr="004F1596">
        <w:t>Angleterre</w:t>
      </w:r>
      <w:r w:rsidR="003A025E" w:rsidRPr="004572A7">
        <w:t xml:space="preserve">, </w:t>
      </w:r>
      <w:r w:rsidRPr="004F1596">
        <w:t>de Surgères et le baron Kalinine</w:t>
      </w:r>
      <w:r w:rsidR="003A025E" w:rsidRPr="004572A7">
        <w:t xml:space="preserve">, </w:t>
      </w:r>
      <w:r w:rsidRPr="004F1596">
        <w:t>précisément</w:t>
      </w:r>
      <w:r w:rsidR="003A025E" w:rsidRPr="004572A7">
        <w:t xml:space="preserve">, </w:t>
      </w:r>
      <w:r w:rsidRPr="004F1596">
        <w:t>étaient</w:t>
      </w:r>
      <w:r w:rsidR="003A025E" w:rsidRPr="004572A7">
        <w:t xml:space="preserve">, </w:t>
      </w:r>
      <w:r w:rsidRPr="004F1596">
        <w:t>tous trois</w:t>
      </w:r>
      <w:r w:rsidR="003A025E" w:rsidRPr="004572A7">
        <w:t xml:space="preserve">, </w:t>
      </w:r>
      <w:r w:rsidRPr="004F1596">
        <w:t>de nationalité différente</w:t>
      </w:r>
      <w:r w:rsidR="003A025E" w:rsidRPr="004572A7">
        <w:t xml:space="preserve">. </w:t>
      </w:r>
      <w:r w:rsidRPr="004F1596">
        <w:t>Sans doute</w:t>
      </w:r>
      <w:r w:rsidR="003A025E" w:rsidRPr="004572A7">
        <w:t xml:space="preserve">, </w:t>
      </w:r>
      <w:r w:rsidRPr="004F1596">
        <w:t>durent-ils trouver divertissante cette petite prière adressée en manière d</w:t>
      </w:r>
      <w:r w:rsidR="003A025E" w:rsidRPr="004572A7">
        <w:t>’</w:t>
      </w:r>
      <w:r w:rsidRPr="004F1596">
        <w:t>exorde</w:t>
      </w:r>
      <w:r w:rsidR="003A025E" w:rsidRPr="004572A7">
        <w:t xml:space="preserve">. </w:t>
      </w:r>
      <w:r w:rsidRPr="004F1596">
        <w:t>En effet</w:t>
      </w:r>
      <w:r w:rsidR="003A025E" w:rsidRPr="004572A7">
        <w:t xml:space="preserve">, </w:t>
      </w:r>
      <w:r w:rsidRPr="004F1596">
        <w:t>sans la moindre hésitation</w:t>
      </w:r>
      <w:r w:rsidR="003A025E" w:rsidRPr="004572A7">
        <w:t xml:space="preserve">, </w:t>
      </w:r>
      <w:r w:rsidRPr="004F1596">
        <w:t>et avec un ensemble mathématique</w:t>
      </w:r>
      <w:r w:rsidR="003A025E" w:rsidRPr="004572A7">
        <w:t xml:space="preserve">, </w:t>
      </w:r>
      <w:r w:rsidRPr="004F1596">
        <w:t>ils firent le même geste large d</w:t>
      </w:r>
      <w:r w:rsidR="003A025E" w:rsidRPr="004572A7">
        <w:t>’</w:t>
      </w:r>
      <w:r w:rsidRPr="004F1596">
        <w:t>acquiescement</w:t>
      </w:r>
      <w:r w:rsidR="003A025E" w:rsidRPr="004572A7">
        <w:t xml:space="preserve">. </w:t>
      </w:r>
      <w:r w:rsidRPr="004F1596">
        <w:t>En fait</w:t>
      </w:r>
      <w:r w:rsidR="003A025E" w:rsidRPr="004572A7">
        <w:t xml:space="preserve">, </w:t>
      </w:r>
      <w:r w:rsidRPr="004F1596">
        <w:t>ils me parurent disposés à écouter avec résignation quelques vérités désagréables</w:t>
      </w:r>
      <w:r w:rsidR="003A025E" w:rsidRPr="004572A7">
        <w:t>.</w:t>
      </w:r>
    </w:p>
    <w:p w14:paraId="57EFB7BA" w14:textId="77777777" w:rsidR="003A025E" w:rsidRPr="004572A7" w:rsidRDefault="003A025E" w:rsidP="004F1596">
      <w:r w:rsidRPr="004572A7">
        <w:t>M. </w:t>
      </w:r>
      <w:proofErr w:type="spellStart"/>
      <w:r w:rsidR="004F1596" w:rsidRPr="004F1596">
        <w:t>Antouresco</w:t>
      </w:r>
      <w:proofErr w:type="spellEnd"/>
      <w:r w:rsidRPr="004572A7">
        <w:t xml:space="preserve">, </w:t>
      </w:r>
      <w:r w:rsidR="004F1596" w:rsidRPr="004F1596">
        <w:t>prenant un ton mordant</w:t>
      </w:r>
      <w:r w:rsidRPr="004572A7">
        <w:t xml:space="preserve">, </w:t>
      </w:r>
      <w:r w:rsidR="004F1596" w:rsidRPr="004F1596">
        <w:t>commença par une charge à fond contre l</w:t>
      </w:r>
      <w:r w:rsidRPr="004572A7">
        <w:t>’</w:t>
      </w:r>
      <w:r w:rsidR="004F1596" w:rsidRPr="004F1596">
        <w:t>armée russe</w:t>
      </w:r>
      <w:r w:rsidRPr="004572A7">
        <w:t xml:space="preserve">, </w:t>
      </w:r>
      <w:r w:rsidR="004F1596" w:rsidRPr="004F1596">
        <w:t>cette cohue d</w:t>
      </w:r>
      <w:r w:rsidRPr="004572A7">
        <w:t>’</w:t>
      </w:r>
      <w:r w:rsidR="004F1596" w:rsidRPr="004F1596">
        <w:t>illettrés</w:t>
      </w:r>
      <w:r w:rsidRPr="004572A7">
        <w:t xml:space="preserve">, </w:t>
      </w:r>
      <w:r w:rsidR="004F1596" w:rsidRPr="004F1596">
        <w:t>menés par des officiers alcooliques et des généraux au gâtisme sénile</w:t>
      </w:r>
      <w:r w:rsidRPr="004572A7">
        <w:t xml:space="preserve">. </w:t>
      </w:r>
      <w:r w:rsidR="004F1596" w:rsidRPr="004F1596">
        <w:t>Pas d</w:t>
      </w:r>
      <w:r w:rsidRPr="004572A7">
        <w:t>’</w:t>
      </w:r>
      <w:r w:rsidR="004F1596" w:rsidRPr="004F1596">
        <w:t>initiative</w:t>
      </w:r>
      <w:r w:rsidRPr="004572A7">
        <w:t xml:space="preserve">, </w:t>
      </w:r>
      <w:r w:rsidR="004F1596" w:rsidRPr="004F1596">
        <w:t>discipline molle</w:t>
      </w:r>
      <w:r w:rsidRPr="004572A7">
        <w:t xml:space="preserve">, </w:t>
      </w:r>
      <w:r w:rsidR="004F1596" w:rsidRPr="004F1596">
        <w:t>cadres insuffisants</w:t>
      </w:r>
      <w:r w:rsidRPr="004572A7">
        <w:t xml:space="preserve">. </w:t>
      </w:r>
      <w:r w:rsidR="004F1596" w:rsidRPr="004F1596">
        <w:t>Et cependant</w:t>
      </w:r>
      <w:r w:rsidRPr="004572A7">
        <w:t xml:space="preserve">, </w:t>
      </w:r>
      <w:r w:rsidR="004F1596" w:rsidRPr="004F1596">
        <w:t>quelle somme d</w:t>
      </w:r>
      <w:r w:rsidRPr="004572A7">
        <w:t>’</w:t>
      </w:r>
      <w:r w:rsidR="004F1596" w:rsidRPr="004F1596">
        <w:t>énergie et quelles ressources une organisation habile pouvait tirer de ce réservoir d</w:t>
      </w:r>
      <w:r w:rsidRPr="004572A7">
        <w:t>’</w:t>
      </w:r>
      <w:r w:rsidR="004F1596" w:rsidRPr="004F1596">
        <w:t>hommes</w:t>
      </w:r>
      <w:r w:rsidRPr="004572A7">
        <w:t xml:space="preserve"> ; </w:t>
      </w:r>
      <w:r w:rsidR="004F1596" w:rsidRPr="004F1596">
        <w:t>quelle force incommensurable sommeillait dans cet océan humain</w:t>
      </w:r>
      <w:r w:rsidRPr="004572A7">
        <w:t xml:space="preserve">, </w:t>
      </w:r>
      <w:r w:rsidR="004F1596" w:rsidRPr="004F1596">
        <w:t>capable de submerger l</w:t>
      </w:r>
      <w:r w:rsidRPr="004572A7">
        <w:t>’</w:t>
      </w:r>
      <w:r w:rsidR="004F1596" w:rsidRPr="004F1596">
        <w:t>Europe et de balayer</w:t>
      </w:r>
      <w:r w:rsidRPr="004572A7">
        <w:t xml:space="preserve">, </w:t>
      </w:r>
      <w:r w:rsidR="004F1596" w:rsidRPr="004F1596">
        <w:t>comme un fétu de paille</w:t>
      </w:r>
      <w:r w:rsidRPr="004572A7">
        <w:t xml:space="preserve">, </w:t>
      </w:r>
      <w:r w:rsidR="004F1596" w:rsidRPr="004F1596">
        <w:t xml:space="preserve">les armées les mieux </w:t>
      </w:r>
      <w:r w:rsidR="004F1596" w:rsidRPr="004F1596">
        <w:lastRenderedPageBreak/>
        <w:t>entraînées</w:t>
      </w:r>
      <w:r w:rsidRPr="004572A7">
        <w:t xml:space="preserve">. </w:t>
      </w:r>
      <w:r w:rsidR="004F1596" w:rsidRPr="004F1596">
        <w:t>Mais non</w:t>
      </w:r>
      <w:r w:rsidRPr="004572A7">
        <w:t xml:space="preserve"> ! </w:t>
      </w:r>
      <w:r w:rsidR="004F1596" w:rsidRPr="004F1596">
        <w:t>Barbarie ignoble</w:t>
      </w:r>
      <w:r w:rsidRPr="004572A7">
        <w:t xml:space="preserve">, </w:t>
      </w:r>
      <w:r w:rsidR="004F1596" w:rsidRPr="004F1596">
        <w:t>ignorance crasse</w:t>
      </w:r>
      <w:r w:rsidRPr="004572A7">
        <w:t xml:space="preserve">, </w:t>
      </w:r>
      <w:r w:rsidR="004F1596" w:rsidRPr="004F1596">
        <w:t>paresse invétérée</w:t>
      </w:r>
      <w:r w:rsidRPr="004572A7">
        <w:t xml:space="preserve">, </w:t>
      </w:r>
      <w:r w:rsidR="004F1596" w:rsidRPr="004F1596">
        <w:t>grossièreté et eau-de-vie</w:t>
      </w:r>
      <w:r w:rsidRPr="004572A7">
        <w:t xml:space="preserve"> : </w:t>
      </w:r>
      <w:proofErr w:type="spellStart"/>
      <w:r w:rsidR="004F1596" w:rsidRPr="004F1596">
        <w:rPr>
          <w:i/>
          <w:iCs/>
        </w:rPr>
        <w:t>Nitchevo</w:t>
      </w:r>
      <w:proofErr w:type="spellEnd"/>
      <w:r w:rsidR="004F1596" w:rsidRPr="004F1596">
        <w:rPr>
          <w:i/>
          <w:iCs/>
        </w:rPr>
        <w:t xml:space="preserve"> et Vodka</w:t>
      </w:r>
      <w:r w:rsidRPr="004572A7">
        <w:rPr>
          <w:i/>
          <w:iCs/>
        </w:rPr>
        <w:t xml:space="preserve"> ! </w:t>
      </w:r>
      <w:r w:rsidR="004F1596" w:rsidRPr="004F1596">
        <w:t>voilà quels étaient les fléaux des soldats du tzar</w:t>
      </w:r>
      <w:r w:rsidRPr="004572A7">
        <w:t>.</w:t>
      </w:r>
    </w:p>
    <w:p w14:paraId="22683037" w14:textId="77777777" w:rsidR="003A025E" w:rsidRPr="004572A7" w:rsidRDefault="003A025E" w:rsidP="004F1596">
      <w:r w:rsidRPr="004572A7">
        <w:t>— </w:t>
      </w:r>
      <w:r w:rsidR="004F1596" w:rsidRPr="004F1596">
        <w:t>Quel dommage</w:t>
      </w:r>
      <w:r w:rsidRPr="004572A7">
        <w:t xml:space="preserve">, </w:t>
      </w:r>
      <w:r w:rsidR="004F1596" w:rsidRPr="004F1596">
        <w:t xml:space="preserve">ajouta </w:t>
      </w:r>
      <w:r w:rsidRPr="004572A7">
        <w:t>M. </w:t>
      </w:r>
      <w:proofErr w:type="spellStart"/>
      <w:r w:rsidR="004F1596" w:rsidRPr="004F1596">
        <w:t>Antouresco</w:t>
      </w:r>
      <w:proofErr w:type="spellEnd"/>
      <w:r w:rsidR="004F1596" w:rsidRPr="004F1596">
        <w:t xml:space="preserve"> en levant les yeux avec compassion</w:t>
      </w:r>
      <w:r w:rsidRPr="004572A7">
        <w:t xml:space="preserve">. </w:t>
      </w:r>
      <w:r w:rsidR="004F1596" w:rsidRPr="004F1596">
        <w:t>Un si bel empire</w:t>
      </w:r>
      <w:r w:rsidRPr="004572A7">
        <w:t xml:space="preserve">, </w:t>
      </w:r>
      <w:r w:rsidR="004F1596" w:rsidRPr="004F1596">
        <w:t>un peuple si sympathique</w:t>
      </w:r>
      <w:r w:rsidRPr="004572A7">
        <w:t>…</w:t>
      </w:r>
    </w:p>
    <w:p w14:paraId="120E7910" w14:textId="77777777" w:rsidR="003A025E" w:rsidRPr="004572A7" w:rsidRDefault="004F1596" w:rsidP="004F1596">
      <w:r w:rsidRPr="004F1596">
        <w:t>Le baron Kalinine venait d</w:t>
      </w:r>
      <w:r w:rsidR="003A025E" w:rsidRPr="004572A7">
        <w:t>’</w:t>
      </w:r>
      <w:r w:rsidRPr="004F1596">
        <w:t>en entendre de dures sur son pays</w:t>
      </w:r>
      <w:r w:rsidR="003A025E" w:rsidRPr="004572A7">
        <w:t xml:space="preserve">, </w:t>
      </w:r>
      <w:r w:rsidRPr="004F1596">
        <w:t>aussi était-il rouge comme un homard cuit et broyait son cigare entre ses dents d</w:t>
      </w:r>
      <w:r w:rsidR="003A025E" w:rsidRPr="004572A7">
        <w:t>’</w:t>
      </w:r>
      <w:r w:rsidRPr="004F1596">
        <w:t>un air terrible</w:t>
      </w:r>
      <w:r w:rsidR="003A025E" w:rsidRPr="004572A7">
        <w:t>…</w:t>
      </w:r>
    </w:p>
    <w:p w14:paraId="50470E70" w14:textId="77777777" w:rsidR="003A025E" w:rsidRPr="004572A7" w:rsidRDefault="004F1596" w:rsidP="004F1596">
      <w:r w:rsidRPr="004F1596">
        <w:t>Mais l</w:t>
      </w:r>
      <w:r w:rsidR="003A025E" w:rsidRPr="004572A7">
        <w:t>’</w:t>
      </w:r>
      <w:r w:rsidRPr="004F1596">
        <w:t>impitoyable Roumain s</w:t>
      </w:r>
      <w:r w:rsidR="003A025E" w:rsidRPr="004572A7">
        <w:t>’</w:t>
      </w:r>
      <w:r w:rsidRPr="004F1596">
        <w:t>en souciait bien</w:t>
      </w:r>
      <w:r w:rsidR="003A025E" w:rsidRPr="004572A7">
        <w:t xml:space="preserve"> ! </w:t>
      </w:r>
      <w:r w:rsidRPr="004F1596">
        <w:t>Sans s</w:t>
      </w:r>
      <w:r w:rsidR="003A025E" w:rsidRPr="004572A7">
        <w:t>’</w:t>
      </w:r>
      <w:r w:rsidRPr="004F1596">
        <w:t>émouvoir le moins du monde</w:t>
      </w:r>
      <w:r w:rsidR="003A025E" w:rsidRPr="004572A7">
        <w:t xml:space="preserve">, </w:t>
      </w:r>
      <w:r w:rsidRPr="004F1596">
        <w:t>il nous exposa brièvement la puissance maritime de l</w:t>
      </w:r>
      <w:r w:rsidR="003A025E" w:rsidRPr="004572A7">
        <w:t>’</w:t>
      </w:r>
      <w:r w:rsidRPr="004F1596">
        <w:t>Angleterre</w:t>
      </w:r>
      <w:r w:rsidR="003A025E" w:rsidRPr="004572A7">
        <w:t xml:space="preserve">, </w:t>
      </w:r>
      <w:r w:rsidRPr="004F1596">
        <w:t>qui commençait à être sérieusement menacée par l</w:t>
      </w:r>
      <w:r w:rsidR="003A025E" w:rsidRPr="004572A7">
        <w:t>’</w:t>
      </w:r>
      <w:r w:rsidRPr="004F1596">
        <w:t>effort naval du Japon</w:t>
      </w:r>
      <w:r w:rsidR="003A025E" w:rsidRPr="004572A7">
        <w:t xml:space="preserve">, </w:t>
      </w:r>
      <w:r w:rsidRPr="004F1596">
        <w:t>des États-Unis et de l</w:t>
      </w:r>
      <w:r w:rsidR="003A025E" w:rsidRPr="004572A7">
        <w:t>’</w:t>
      </w:r>
      <w:r w:rsidRPr="004F1596">
        <w:t>Allemagne</w:t>
      </w:r>
      <w:r w:rsidR="003A025E" w:rsidRPr="004572A7">
        <w:t xml:space="preserve">. </w:t>
      </w:r>
      <w:r w:rsidRPr="004F1596">
        <w:t>Quant à sa puissance militaire terrestre</w:t>
      </w:r>
      <w:r w:rsidR="003A025E" w:rsidRPr="004572A7">
        <w:t xml:space="preserve">, </w:t>
      </w:r>
      <w:r w:rsidRPr="004F1596">
        <w:t>elle était nulle</w:t>
      </w:r>
      <w:r w:rsidR="003A025E" w:rsidRPr="004572A7">
        <w:t xml:space="preserve">. </w:t>
      </w:r>
      <w:r w:rsidR="007E47D1" w:rsidRPr="004572A7">
        <w:t>À</w:t>
      </w:r>
      <w:r w:rsidRPr="004F1596">
        <w:t xml:space="preserve"> son estime</w:t>
      </w:r>
      <w:r w:rsidR="003A025E" w:rsidRPr="004572A7">
        <w:t xml:space="preserve">, </w:t>
      </w:r>
      <w:r w:rsidRPr="004F1596">
        <w:t>cette puissance militaire terrestre devait à jamais demeurer négative</w:t>
      </w:r>
      <w:r w:rsidR="003A025E" w:rsidRPr="004572A7">
        <w:t xml:space="preserve">, </w:t>
      </w:r>
      <w:r w:rsidRPr="004F1596">
        <w:t>non pas du fait qu</w:t>
      </w:r>
      <w:r w:rsidR="003A025E" w:rsidRPr="004572A7">
        <w:t>’</w:t>
      </w:r>
      <w:r w:rsidRPr="004F1596">
        <w:t>elle ne possédait point d</w:t>
      </w:r>
      <w:r w:rsidR="003A025E" w:rsidRPr="004572A7">
        <w:t>’</w:t>
      </w:r>
      <w:r w:rsidRPr="004F1596">
        <w:t>armée</w:t>
      </w:r>
      <w:r w:rsidR="003A025E" w:rsidRPr="004572A7">
        <w:t xml:space="preserve"> (</w:t>
      </w:r>
      <w:r w:rsidRPr="004F1596">
        <w:t>car</w:t>
      </w:r>
      <w:r w:rsidR="003A025E" w:rsidRPr="004572A7">
        <w:t xml:space="preserve">, </w:t>
      </w:r>
      <w:r w:rsidRPr="004F1596">
        <w:t>en cas de guerre</w:t>
      </w:r>
      <w:r w:rsidR="003A025E" w:rsidRPr="004572A7">
        <w:t xml:space="preserve">, </w:t>
      </w:r>
      <w:r w:rsidRPr="004F1596">
        <w:t>elle pouvait lever des millions d</w:t>
      </w:r>
      <w:r w:rsidR="003A025E" w:rsidRPr="004572A7">
        <w:t>’</w:t>
      </w:r>
      <w:r w:rsidRPr="004F1596">
        <w:t>hommes dans ses colonies</w:t>
      </w:r>
      <w:r w:rsidR="003A025E" w:rsidRPr="004572A7">
        <w:t xml:space="preserve">), </w:t>
      </w:r>
      <w:r w:rsidRPr="004F1596">
        <w:t>mais uniquement par absence de cadres et parce que ses officiers étaient incapables de comprendre un mot de stratégie</w:t>
      </w:r>
      <w:r w:rsidR="003A025E" w:rsidRPr="004572A7">
        <w:t>…</w:t>
      </w:r>
    </w:p>
    <w:p w14:paraId="5101BE4C" w14:textId="77777777" w:rsidR="003A025E" w:rsidRPr="004572A7" w:rsidRDefault="004F1596" w:rsidP="004F1596">
      <w:r w:rsidRPr="004F1596">
        <w:t>Le Consul d</w:t>
      </w:r>
      <w:r w:rsidR="003A025E" w:rsidRPr="004572A7">
        <w:t>’</w:t>
      </w:r>
      <w:r w:rsidRPr="004F1596">
        <w:t>Angleterre fit une grimace</w:t>
      </w:r>
      <w:r w:rsidR="003A025E" w:rsidRPr="004572A7">
        <w:t xml:space="preserve">, </w:t>
      </w:r>
      <w:r w:rsidRPr="004F1596">
        <w:t>puis sourit d</w:t>
      </w:r>
      <w:r w:rsidR="003A025E" w:rsidRPr="004572A7">
        <w:t>’</w:t>
      </w:r>
      <w:r w:rsidRPr="004F1596">
        <w:t>un air dédaigneux</w:t>
      </w:r>
      <w:r w:rsidR="003A025E" w:rsidRPr="004572A7">
        <w:t>…</w:t>
      </w:r>
    </w:p>
    <w:p w14:paraId="4AEE3AC2" w14:textId="77777777" w:rsidR="003A025E" w:rsidRPr="004572A7" w:rsidRDefault="003A025E" w:rsidP="004F1596">
      <w:r w:rsidRPr="004572A7">
        <w:t>M. </w:t>
      </w:r>
      <w:proofErr w:type="spellStart"/>
      <w:r w:rsidR="004F1596" w:rsidRPr="004F1596">
        <w:t>Antouresco</w:t>
      </w:r>
      <w:proofErr w:type="spellEnd"/>
      <w:r w:rsidR="004F1596" w:rsidRPr="004F1596">
        <w:t xml:space="preserve"> ne pouvait s</w:t>
      </w:r>
      <w:r w:rsidRPr="004572A7">
        <w:t>’</w:t>
      </w:r>
      <w:r w:rsidR="004F1596" w:rsidRPr="004F1596">
        <w:t>arrêter en si bonne voie</w:t>
      </w:r>
      <w:r w:rsidRPr="004572A7">
        <w:t xml:space="preserve">. </w:t>
      </w:r>
      <w:r w:rsidR="004F1596" w:rsidRPr="004F1596">
        <w:t>Il parla en excellents termes de l</w:t>
      </w:r>
      <w:r w:rsidRPr="004572A7">
        <w:t>’</w:t>
      </w:r>
      <w:r w:rsidR="004F1596" w:rsidRPr="004F1596">
        <w:t>armée japonaise</w:t>
      </w:r>
      <w:r w:rsidRPr="004572A7">
        <w:t xml:space="preserve">, </w:t>
      </w:r>
      <w:r w:rsidR="004F1596" w:rsidRPr="004F1596">
        <w:t>toujours en grand progrès et d</w:t>
      </w:r>
      <w:r w:rsidRPr="004572A7">
        <w:t>’</w:t>
      </w:r>
      <w:r w:rsidR="004F1596" w:rsidRPr="004F1596">
        <w:t>un allant qui surprendrait</w:t>
      </w:r>
      <w:r w:rsidRPr="004572A7">
        <w:t xml:space="preserve"> ; </w:t>
      </w:r>
      <w:r w:rsidR="004F1596" w:rsidRPr="004F1596">
        <w:t>démolit en deux ou trois phrases toxiques les troupes chinoises</w:t>
      </w:r>
      <w:r w:rsidRPr="004572A7">
        <w:t xml:space="preserve"> ; </w:t>
      </w:r>
      <w:r w:rsidR="004F1596" w:rsidRPr="004F1596">
        <w:t>fit quelques éloges des forces balkaniques</w:t>
      </w:r>
      <w:r w:rsidRPr="004572A7">
        <w:t xml:space="preserve">, </w:t>
      </w:r>
      <w:r w:rsidR="004F1596" w:rsidRPr="004F1596">
        <w:t>se moqua des Turcs</w:t>
      </w:r>
      <w:r w:rsidRPr="004572A7">
        <w:t xml:space="preserve">, </w:t>
      </w:r>
      <w:r w:rsidR="004F1596" w:rsidRPr="004F1596">
        <w:t>parla des Italiens avec respect</w:t>
      </w:r>
      <w:r w:rsidRPr="004572A7">
        <w:t xml:space="preserve">, </w:t>
      </w:r>
      <w:r w:rsidR="004F1596" w:rsidRPr="004F1596">
        <w:t>des Espagnols avec impertinence</w:t>
      </w:r>
      <w:r w:rsidRPr="004572A7">
        <w:t xml:space="preserve">, </w:t>
      </w:r>
      <w:r w:rsidR="004F1596" w:rsidRPr="004F1596">
        <w:t>effleura l</w:t>
      </w:r>
      <w:r w:rsidRPr="004572A7">
        <w:t>’</w:t>
      </w:r>
      <w:r w:rsidR="004F1596" w:rsidRPr="004F1596">
        <w:t>armée américaine et</w:t>
      </w:r>
      <w:r w:rsidRPr="004572A7">
        <w:t xml:space="preserve">, </w:t>
      </w:r>
      <w:r w:rsidR="004F1596" w:rsidRPr="004F1596">
        <w:t>finalement</w:t>
      </w:r>
      <w:r w:rsidRPr="004572A7">
        <w:t xml:space="preserve">, </w:t>
      </w:r>
      <w:r w:rsidR="004F1596" w:rsidRPr="004F1596">
        <w:t>s</w:t>
      </w:r>
      <w:r w:rsidRPr="004572A7">
        <w:t>’</w:t>
      </w:r>
      <w:r w:rsidR="004F1596" w:rsidRPr="004F1596">
        <w:t>attacha à démontrer la déchéance de l</w:t>
      </w:r>
      <w:r w:rsidRPr="004572A7">
        <w:t>’</w:t>
      </w:r>
      <w:r w:rsidR="004F1596" w:rsidRPr="004F1596">
        <w:t>armée française</w:t>
      </w:r>
      <w:r w:rsidRPr="004572A7">
        <w:t>.</w:t>
      </w:r>
    </w:p>
    <w:p w14:paraId="3050F374" w14:textId="77777777" w:rsidR="003A025E" w:rsidRPr="004572A7" w:rsidRDefault="003A025E" w:rsidP="004F1596">
      <w:r w:rsidRPr="004572A7">
        <w:lastRenderedPageBreak/>
        <w:t>— </w:t>
      </w:r>
      <w:r w:rsidR="004F1596" w:rsidRPr="004F1596">
        <w:t>Cette armée</w:t>
      </w:r>
      <w:r w:rsidRPr="004572A7">
        <w:t xml:space="preserve">, </w:t>
      </w:r>
      <w:r w:rsidR="004F1596" w:rsidRPr="004F1596">
        <w:t>ajouta le Roumain</w:t>
      </w:r>
      <w:r w:rsidRPr="004572A7">
        <w:t xml:space="preserve">, </w:t>
      </w:r>
      <w:r w:rsidR="004F1596" w:rsidRPr="004F1596">
        <w:t>la plus glorieuse du monde</w:t>
      </w:r>
      <w:r w:rsidRPr="004572A7">
        <w:t xml:space="preserve">, </w:t>
      </w:r>
      <w:r w:rsidR="004F1596" w:rsidRPr="004F1596">
        <w:t xml:space="preserve">celle qui </w:t>
      </w:r>
      <w:r w:rsidR="007E47D1" w:rsidRPr="004572A7">
        <w:t>a</w:t>
      </w:r>
      <w:r w:rsidR="004F1596" w:rsidRPr="004F1596">
        <w:t xml:space="preserve"> tenu le premier rang durant des siècles</w:t>
      </w:r>
      <w:r w:rsidRPr="004572A7">
        <w:t xml:space="preserve">, </w:t>
      </w:r>
      <w:r w:rsidR="004F1596" w:rsidRPr="004F1596">
        <w:t>est en train de perdre des points</w:t>
      </w:r>
      <w:r w:rsidRPr="004572A7">
        <w:t xml:space="preserve"> ; </w:t>
      </w:r>
      <w:r w:rsidR="004F1596" w:rsidRPr="004F1596">
        <w:t>elle se trouve en état d</w:t>
      </w:r>
      <w:r w:rsidRPr="004572A7">
        <w:t>’</w:t>
      </w:r>
      <w:r w:rsidR="004F1596" w:rsidRPr="004F1596">
        <w:t>infériorité numérique vis-à-vis des Allemands</w:t>
      </w:r>
      <w:r w:rsidRPr="004572A7">
        <w:t>.</w:t>
      </w:r>
    </w:p>
    <w:p w14:paraId="2C986DDA" w14:textId="77777777" w:rsidR="003A025E" w:rsidRPr="004572A7" w:rsidRDefault="003A025E" w:rsidP="004F1596">
      <w:r w:rsidRPr="004572A7">
        <w:t>« </w:t>
      </w:r>
      <w:r w:rsidR="004F1596" w:rsidRPr="004F1596">
        <w:t>Malgré cela</w:t>
      </w:r>
      <w:r w:rsidRPr="004572A7">
        <w:t xml:space="preserve">, </w:t>
      </w:r>
      <w:r w:rsidR="004F1596" w:rsidRPr="004F1596">
        <w:t>je dois à la vérité de faire cette réserve</w:t>
      </w:r>
      <w:r w:rsidRPr="004572A7">
        <w:t xml:space="preserve">, </w:t>
      </w:r>
      <w:r w:rsidR="004F1596" w:rsidRPr="004F1596">
        <w:t>elle est encore une force avec laquelle il faut compter</w:t>
      </w:r>
      <w:r w:rsidRPr="004572A7">
        <w:t xml:space="preserve">. </w:t>
      </w:r>
      <w:r w:rsidR="004F1596" w:rsidRPr="004F1596">
        <w:t>Avec vous autres</w:t>
      </w:r>
      <w:r w:rsidRPr="004572A7">
        <w:t xml:space="preserve">, </w:t>
      </w:r>
      <w:r w:rsidR="004F1596" w:rsidRPr="004F1596">
        <w:t>Français</w:t>
      </w:r>
      <w:r w:rsidRPr="004572A7">
        <w:t xml:space="preserve">, </w:t>
      </w:r>
      <w:r w:rsidR="004F1596" w:rsidRPr="004F1596">
        <w:t>on ne sait jamais ce que vous ferez</w:t>
      </w:r>
      <w:r w:rsidRPr="004572A7">
        <w:t xml:space="preserve"> ; </w:t>
      </w:r>
      <w:r w:rsidR="004F1596" w:rsidRPr="004F1596">
        <w:t>vous avez la réaction atavique</w:t>
      </w:r>
      <w:r w:rsidRPr="004572A7">
        <w:t xml:space="preserve">, </w:t>
      </w:r>
      <w:r w:rsidR="004F1596" w:rsidRPr="004F1596">
        <w:t>foudroyante</w:t>
      </w:r>
      <w:r w:rsidRPr="004572A7">
        <w:t xml:space="preserve">, </w:t>
      </w:r>
      <w:r w:rsidR="004F1596" w:rsidRPr="004F1596">
        <w:t xml:space="preserve">et la furia </w:t>
      </w:r>
      <w:proofErr w:type="spellStart"/>
      <w:r w:rsidR="004F1596" w:rsidRPr="004F1596">
        <w:t>francese</w:t>
      </w:r>
      <w:proofErr w:type="spellEnd"/>
      <w:r w:rsidR="004F1596" w:rsidRPr="004F1596">
        <w:t xml:space="preserve"> célèbre</w:t>
      </w:r>
      <w:r w:rsidRPr="004572A7">
        <w:t xml:space="preserve">. </w:t>
      </w:r>
      <w:r w:rsidR="004F1596" w:rsidRPr="004F1596">
        <w:t>Vous êtes comme les chats</w:t>
      </w:r>
      <w:r w:rsidRPr="004572A7">
        <w:t xml:space="preserve">, </w:t>
      </w:r>
      <w:r w:rsidR="004F1596" w:rsidRPr="004F1596">
        <w:t>on vous croit morts et vous ressuscitez</w:t>
      </w:r>
      <w:r w:rsidRPr="004572A7">
        <w:t xml:space="preserve">, </w:t>
      </w:r>
      <w:r w:rsidR="004F1596" w:rsidRPr="004F1596">
        <w:t>diaboliquement</w:t>
      </w:r>
      <w:r w:rsidRPr="004572A7">
        <w:t xml:space="preserve">, </w:t>
      </w:r>
      <w:r w:rsidR="004F1596" w:rsidRPr="004F1596">
        <w:t>pour distribuer des coups de griffes de droite et de gauche</w:t>
      </w:r>
      <w:r w:rsidRPr="004572A7">
        <w:t>…</w:t>
      </w:r>
    </w:p>
    <w:p w14:paraId="6EBB0D53" w14:textId="77777777" w:rsidR="003A025E" w:rsidRPr="004572A7" w:rsidRDefault="004F1596" w:rsidP="004F1596">
      <w:r w:rsidRPr="004F1596">
        <w:t>Surgères se mit à rire</w:t>
      </w:r>
      <w:r w:rsidR="003A025E" w:rsidRPr="004572A7">
        <w:t xml:space="preserve">, </w:t>
      </w:r>
      <w:r w:rsidRPr="004F1596">
        <w:t>tira de sa poche un étui à cigares</w:t>
      </w:r>
      <w:r w:rsidR="003A025E" w:rsidRPr="004572A7">
        <w:t xml:space="preserve">, </w:t>
      </w:r>
      <w:r w:rsidRPr="004F1596">
        <w:t>en choisit un</w:t>
      </w:r>
      <w:r w:rsidR="003A025E" w:rsidRPr="004572A7">
        <w:t xml:space="preserve">, </w:t>
      </w:r>
      <w:r w:rsidRPr="004F1596">
        <w:t>puis demanda négligemment au Roumain</w:t>
      </w:r>
      <w:r w:rsidR="003A025E" w:rsidRPr="004572A7">
        <w:t> :</w:t>
      </w:r>
    </w:p>
    <w:p w14:paraId="18FB0DC9" w14:textId="77777777" w:rsidR="003A025E" w:rsidRPr="004572A7" w:rsidRDefault="003A025E" w:rsidP="004F1596">
      <w:r w:rsidRPr="004572A7">
        <w:t>— </w:t>
      </w:r>
      <w:r w:rsidR="004F1596" w:rsidRPr="004F1596">
        <w:t>Et l</w:t>
      </w:r>
      <w:r w:rsidRPr="004572A7">
        <w:t>’</w:t>
      </w:r>
      <w:r w:rsidR="004F1596" w:rsidRPr="004F1596">
        <w:t>armée allemande</w:t>
      </w:r>
      <w:r w:rsidRPr="004572A7">
        <w:t xml:space="preserve">, </w:t>
      </w:r>
      <w:r w:rsidR="004F1596" w:rsidRPr="004F1596">
        <w:t>Monsieur</w:t>
      </w:r>
      <w:r w:rsidRPr="004572A7">
        <w:t xml:space="preserve">, </w:t>
      </w:r>
      <w:r w:rsidR="004F1596" w:rsidRPr="004F1596">
        <w:t>qu</w:t>
      </w:r>
      <w:r w:rsidRPr="004572A7">
        <w:t>’</w:t>
      </w:r>
      <w:r w:rsidR="004F1596" w:rsidRPr="004F1596">
        <w:t>en pensez-vous</w:t>
      </w:r>
      <w:r w:rsidRPr="004572A7">
        <w:t> ?</w:t>
      </w:r>
    </w:p>
    <w:p w14:paraId="724C8965" w14:textId="77777777" w:rsidR="003A025E" w:rsidRPr="004572A7" w:rsidRDefault="003A025E" w:rsidP="004F1596">
      <w:r w:rsidRPr="004572A7">
        <w:t>— </w:t>
      </w:r>
      <w:r w:rsidR="004F1596" w:rsidRPr="004F1596">
        <w:t>Elle est redoutable</w:t>
      </w:r>
      <w:r w:rsidRPr="004572A7">
        <w:t xml:space="preserve">, </w:t>
      </w:r>
      <w:r w:rsidR="004F1596" w:rsidRPr="004F1596">
        <w:t>répondit l</w:t>
      </w:r>
      <w:r w:rsidRPr="004572A7">
        <w:t>’</w:t>
      </w:r>
      <w:r w:rsidR="004F1596" w:rsidRPr="004F1596">
        <w:t>industriel</w:t>
      </w:r>
      <w:r w:rsidRPr="004572A7">
        <w:t xml:space="preserve">, </w:t>
      </w:r>
      <w:r w:rsidR="004F1596" w:rsidRPr="004F1596">
        <w:t>solidement organisée</w:t>
      </w:r>
      <w:r w:rsidRPr="004572A7">
        <w:t xml:space="preserve">, </w:t>
      </w:r>
      <w:r w:rsidR="004F1596" w:rsidRPr="004F1596">
        <w:t>ayant à sa tête des chefs capables et des officiers de valeur</w:t>
      </w:r>
      <w:r w:rsidRPr="004572A7">
        <w:t>.</w:t>
      </w:r>
    </w:p>
    <w:p w14:paraId="7D3FDC6D" w14:textId="77777777" w:rsidR="003A025E" w:rsidRPr="004572A7" w:rsidRDefault="003A025E" w:rsidP="004F1596">
      <w:r w:rsidRPr="004572A7">
        <w:t>« </w:t>
      </w:r>
      <w:r w:rsidR="004F1596" w:rsidRPr="004F1596">
        <w:t>Excusez-moi</w:t>
      </w:r>
      <w:r w:rsidR="00EA3B81">
        <w:t>,</w:t>
      </w:r>
      <w:r w:rsidR="00EA3B81" w:rsidRPr="004572A7">
        <w:t xml:space="preserve"> </w:t>
      </w:r>
      <w:r w:rsidR="004F1596" w:rsidRPr="004F1596">
        <w:t>Monsieur de Surgères</w:t>
      </w:r>
      <w:r w:rsidRPr="004572A7">
        <w:t xml:space="preserve">, </w:t>
      </w:r>
      <w:r w:rsidR="004F1596" w:rsidRPr="004F1596">
        <w:t>si je froisse votre amour-propre</w:t>
      </w:r>
      <w:r w:rsidRPr="004572A7">
        <w:t xml:space="preserve">, </w:t>
      </w:r>
      <w:r w:rsidR="004F1596" w:rsidRPr="004F1596">
        <w:t>mais je vous dis là ce que je pense et ce que je crois être la vérité</w:t>
      </w:r>
      <w:r w:rsidRPr="004572A7">
        <w:t xml:space="preserve">. </w:t>
      </w:r>
      <w:r w:rsidR="004F1596" w:rsidRPr="004F1596">
        <w:t>J</w:t>
      </w:r>
      <w:r w:rsidRPr="004572A7">
        <w:t>’</w:t>
      </w:r>
      <w:r w:rsidR="004F1596" w:rsidRPr="004F1596">
        <w:t>ai beaucoup voyagé en Allemagne</w:t>
      </w:r>
      <w:r w:rsidRPr="004572A7">
        <w:t xml:space="preserve">, </w:t>
      </w:r>
      <w:r w:rsidR="004F1596" w:rsidRPr="004F1596">
        <w:t>j</w:t>
      </w:r>
      <w:r w:rsidRPr="004572A7">
        <w:t>’</w:t>
      </w:r>
      <w:r w:rsidR="004F1596" w:rsidRPr="004F1596">
        <w:t>ai fréquenté de nombreux officiers</w:t>
      </w:r>
      <w:r w:rsidRPr="004572A7">
        <w:t xml:space="preserve">, </w:t>
      </w:r>
      <w:r w:rsidR="004F1596" w:rsidRPr="004F1596">
        <w:t>j</w:t>
      </w:r>
      <w:r w:rsidRPr="004572A7">
        <w:t>’</w:t>
      </w:r>
      <w:r w:rsidR="004F1596" w:rsidRPr="004F1596">
        <w:t>ai vécu dans des milieux militaires</w:t>
      </w:r>
      <w:r w:rsidRPr="004572A7">
        <w:t xml:space="preserve">, </w:t>
      </w:r>
      <w:r w:rsidR="004F1596" w:rsidRPr="004F1596">
        <w:t>aussi</w:t>
      </w:r>
      <w:r w:rsidRPr="004572A7">
        <w:t xml:space="preserve">, </w:t>
      </w:r>
      <w:r w:rsidR="004F1596" w:rsidRPr="004F1596">
        <w:t>bien que toute ma sympathie aille vers la France</w:t>
      </w:r>
      <w:r w:rsidRPr="004572A7">
        <w:t xml:space="preserve">, </w:t>
      </w:r>
      <w:r w:rsidR="004F1596" w:rsidRPr="004F1596">
        <w:t>j</w:t>
      </w:r>
      <w:r w:rsidRPr="004572A7">
        <w:t>’</w:t>
      </w:r>
      <w:r w:rsidR="004F1596" w:rsidRPr="004F1596">
        <w:t>ai malheureusement la conviction que l</w:t>
      </w:r>
      <w:r w:rsidRPr="004572A7">
        <w:t>’</w:t>
      </w:r>
      <w:r w:rsidR="004F1596" w:rsidRPr="004F1596">
        <w:t>armée allemande est supérieure à la vôtre</w:t>
      </w:r>
      <w:r w:rsidRPr="004572A7">
        <w:t xml:space="preserve">… </w:t>
      </w:r>
      <w:r w:rsidR="004F1596" w:rsidRPr="004F1596">
        <w:t>seulement</w:t>
      </w:r>
      <w:r w:rsidRPr="004572A7">
        <w:t>…</w:t>
      </w:r>
    </w:p>
    <w:p w14:paraId="15F841CE" w14:textId="77777777" w:rsidR="003A025E" w:rsidRPr="004572A7" w:rsidRDefault="003A025E" w:rsidP="004F1596">
      <w:r w:rsidRPr="004572A7">
        <w:t>— </w:t>
      </w:r>
      <w:r w:rsidR="004F1596" w:rsidRPr="004F1596">
        <w:t>Seulement quoi</w:t>
      </w:r>
      <w:r w:rsidRPr="004572A7">
        <w:t xml:space="preserve"> ? </w:t>
      </w:r>
      <w:r w:rsidR="004F1596" w:rsidRPr="004F1596">
        <w:t>insista Surgères très calme</w:t>
      </w:r>
      <w:r w:rsidRPr="004572A7">
        <w:t>…</w:t>
      </w:r>
    </w:p>
    <w:p w14:paraId="70012738" w14:textId="77777777" w:rsidR="003A025E" w:rsidRPr="004572A7" w:rsidRDefault="003A025E" w:rsidP="004F1596">
      <w:r w:rsidRPr="004572A7">
        <w:t>— </w:t>
      </w:r>
      <w:r w:rsidR="004F1596" w:rsidRPr="004F1596">
        <w:t>Seulement</w:t>
      </w:r>
      <w:r w:rsidRPr="004572A7">
        <w:t xml:space="preserve">, </w:t>
      </w:r>
      <w:r w:rsidR="004F1596" w:rsidRPr="004F1596">
        <w:t>continua le Roumain</w:t>
      </w:r>
      <w:r w:rsidRPr="004572A7">
        <w:t xml:space="preserve">, </w:t>
      </w:r>
      <w:r w:rsidR="004F1596" w:rsidRPr="004F1596">
        <w:t>cette puissante armée est complètement inféodée à la noblesse prussienne</w:t>
      </w:r>
      <w:r w:rsidRPr="004572A7">
        <w:t>.</w:t>
      </w:r>
    </w:p>
    <w:p w14:paraId="774A6FB3" w14:textId="77777777" w:rsidR="003A025E" w:rsidRPr="004572A7" w:rsidRDefault="003A025E" w:rsidP="004F1596">
      <w:r w:rsidRPr="004572A7">
        <w:t>— </w:t>
      </w:r>
      <w:r w:rsidR="004F1596" w:rsidRPr="004F1596">
        <w:t>C</w:t>
      </w:r>
      <w:r w:rsidRPr="004572A7">
        <w:t>’</w:t>
      </w:r>
      <w:r w:rsidR="004F1596" w:rsidRPr="004F1596">
        <w:t>est son mal de Pott</w:t>
      </w:r>
      <w:r w:rsidRPr="004572A7">
        <w:t> ?</w:t>
      </w:r>
    </w:p>
    <w:p w14:paraId="7DAC16A4" w14:textId="77777777" w:rsidR="003A025E" w:rsidRPr="004572A7" w:rsidRDefault="003A025E" w:rsidP="004F1596">
      <w:r w:rsidRPr="004572A7">
        <w:lastRenderedPageBreak/>
        <w:t>— </w:t>
      </w:r>
      <w:r w:rsidR="004F1596" w:rsidRPr="004F1596">
        <w:t>Peut-être</w:t>
      </w:r>
      <w:r w:rsidRPr="004572A7">
        <w:t xml:space="preserve"> ! </w:t>
      </w:r>
      <w:r w:rsidR="004F1596" w:rsidRPr="004F1596">
        <w:t>Il n</w:t>
      </w:r>
      <w:r w:rsidRPr="004572A7">
        <w:t>’</w:t>
      </w:r>
      <w:r w:rsidR="004F1596" w:rsidRPr="004F1596">
        <w:t>y a pas de place dans les États-Majors pour les officiers qui appartiennent à la bourgeoisie</w:t>
      </w:r>
      <w:r w:rsidRPr="004572A7">
        <w:t xml:space="preserve">. </w:t>
      </w:r>
      <w:r w:rsidR="004F1596" w:rsidRPr="004F1596">
        <w:t>Ils ont beau être intelligents</w:t>
      </w:r>
      <w:r w:rsidRPr="004572A7">
        <w:t xml:space="preserve">, </w:t>
      </w:r>
      <w:r w:rsidR="004F1596" w:rsidRPr="004F1596">
        <w:t>travailleurs</w:t>
      </w:r>
      <w:r w:rsidRPr="004572A7">
        <w:t xml:space="preserve">, </w:t>
      </w:r>
      <w:r w:rsidR="004F1596" w:rsidRPr="004F1596">
        <w:t>énergiques</w:t>
      </w:r>
      <w:r w:rsidRPr="004572A7">
        <w:t xml:space="preserve">, </w:t>
      </w:r>
      <w:r w:rsidR="004F1596" w:rsidRPr="004F1596">
        <w:t>avoir fait leurs preuves</w:t>
      </w:r>
      <w:r w:rsidRPr="004572A7">
        <w:t xml:space="preserve">, </w:t>
      </w:r>
      <w:r w:rsidR="004F1596" w:rsidRPr="004F1596">
        <w:t>s</w:t>
      </w:r>
      <w:r w:rsidRPr="004572A7">
        <w:t>’</w:t>
      </w:r>
      <w:r w:rsidR="004F1596" w:rsidRPr="004F1596">
        <w:t>ils n</w:t>
      </w:r>
      <w:r w:rsidRPr="004572A7">
        <w:t>’</w:t>
      </w:r>
      <w:r w:rsidR="004F1596" w:rsidRPr="004F1596">
        <w:t>ont pas un nom à particule</w:t>
      </w:r>
      <w:r w:rsidRPr="004572A7">
        <w:t xml:space="preserve">, </w:t>
      </w:r>
      <w:r w:rsidR="004F1596" w:rsidRPr="004F1596">
        <w:t>ils sont impitoyablement écartés du haut commandement</w:t>
      </w:r>
      <w:r w:rsidRPr="004572A7">
        <w:t xml:space="preserve">. </w:t>
      </w:r>
      <w:r w:rsidR="004F1596" w:rsidRPr="004F1596">
        <w:t>C</w:t>
      </w:r>
      <w:r w:rsidRPr="004572A7">
        <w:t>’</w:t>
      </w:r>
      <w:r w:rsidR="004F1596" w:rsidRPr="004F1596">
        <w:t>est peut-être cette conception étroite des castes qui empêchera l</w:t>
      </w:r>
      <w:r w:rsidRPr="004572A7">
        <w:t>’</w:t>
      </w:r>
      <w:r w:rsidR="004F1596" w:rsidRPr="004F1596">
        <w:t>armée allemande de devenir invincible et lui brisera les reins</w:t>
      </w:r>
      <w:r w:rsidRPr="004572A7">
        <w:t xml:space="preserve">, </w:t>
      </w:r>
      <w:r w:rsidR="004F1596" w:rsidRPr="004F1596">
        <w:t>comme votre interruption semblait vouloir le présager</w:t>
      </w:r>
      <w:r w:rsidRPr="004572A7">
        <w:t>…</w:t>
      </w:r>
    </w:p>
    <w:p w14:paraId="4DED9214" w14:textId="77777777" w:rsidR="003A025E" w:rsidRPr="004572A7" w:rsidRDefault="004F1596" w:rsidP="004F1596">
      <w:r w:rsidRPr="004F1596">
        <w:t>C</w:t>
      </w:r>
      <w:r w:rsidR="003A025E" w:rsidRPr="004572A7">
        <w:t>’</w:t>
      </w:r>
      <w:r w:rsidRPr="004F1596">
        <w:t>était la fin</w:t>
      </w:r>
      <w:r w:rsidR="003A025E" w:rsidRPr="004572A7">
        <w:t>… M. </w:t>
      </w:r>
      <w:proofErr w:type="spellStart"/>
      <w:r w:rsidRPr="004F1596">
        <w:t>Antouresco</w:t>
      </w:r>
      <w:proofErr w:type="spellEnd"/>
      <w:r w:rsidRPr="004F1596">
        <w:t xml:space="preserve"> se tut et ses quatre auditeurs demeurèrent quelques instants silencieux</w:t>
      </w:r>
      <w:r w:rsidR="003A025E" w:rsidRPr="004572A7">
        <w:t>…</w:t>
      </w:r>
    </w:p>
    <w:p w14:paraId="2E09F6E3" w14:textId="77777777" w:rsidR="003A025E" w:rsidRPr="004572A7" w:rsidRDefault="004F1596" w:rsidP="004F1596">
      <w:r w:rsidRPr="004F1596">
        <w:t>Tout à coup</w:t>
      </w:r>
      <w:r w:rsidR="003A025E" w:rsidRPr="004572A7">
        <w:t xml:space="preserve">, </w:t>
      </w:r>
      <w:r w:rsidRPr="004F1596">
        <w:t>je vis Surgères se lever</w:t>
      </w:r>
      <w:r w:rsidR="003A025E" w:rsidRPr="004572A7">
        <w:t xml:space="preserve">, </w:t>
      </w:r>
      <w:r w:rsidRPr="004F1596">
        <w:t>s</w:t>
      </w:r>
      <w:r w:rsidR="003A025E" w:rsidRPr="004572A7">
        <w:t>’</w:t>
      </w:r>
      <w:r w:rsidRPr="004F1596">
        <w:t>excuser et s</w:t>
      </w:r>
      <w:r w:rsidR="003A025E" w:rsidRPr="004572A7">
        <w:t>’</w:t>
      </w:r>
      <w:r w:rsidRPr="004F1596">
        <w:t>en aller</w:t>
      </w:r>
      <w:r w:rsidR="003A025E" w:rsidRPr="004572A7">
        <w:t xml:space="preserve">… </w:t>
      </w:r>
      <w:r w:rsidRPr="004F1596">
        <w:t>Je me levai aussitôt</w:t>
      </w:r>
      <w:r w:rsidR="003A025E" w:rsidRPr="004572A7">
        <w:t xml:space="preserve">, </w:t>
      </w:r>
      <w:r w:rsidRPr="004F1596">
        <w:t>avec précaution</w:t>
      </w:r>
      <w:r w:rsidR="003A025E" w:rsidRPr="004572A7">
        <w:t xml:space="preserve">, </w:t>
      </w:r>
      <w:r w:rsidRPr="004F1596">
        <w:t>et je le suivis</w:t>
      </w:r>
      <w:r w:rsidR="003A025E" w:rsidRPr="004572A7">
        <w:t>.</w:t>
      </w:r>
    </w:p>
    <w:p w14:paraId="4F513256" w14:textId="77777777" w:rsidR="003A025E" w:rsidRPr="004572A7" w:rsidRDefault="004F1596" w:rsidP="004F1596">
      <w:r w:rsidRPr="004F1596">
        <w:t>Je crus</w:t>
      </w:r>
      <w:r w:rsidR="003A025E" w:rsidRPr="004572A7">
        <w:t xml:space="preserve">, </w:t>
      </w:r>
      <w:r w:rsidRPr="004F1596">
        <w:t>tout d</w:t>
      </w:r>
      <w:r w:rsidR="003A025E" w:rsidRPr="004572A7">
        <w:t>’</w:t>
      </w:r>
      <w:r w:rsidRPr="004F1596">
        <w:t>abord</w:t>
      </w:r>
      <w:r w:rsidR="003A025E" w:rsidRPr="004572A7">
        <w:t xml:space="preserve">, </w:t>
      </w:r>
      <w:r w:rsidRPr="004F1596">
        <w:t>qu</w:t>
      </w:r>
      <w:r w:rsidR="003A025E" w:rsidRPr="004572A7">
        <w:t>’</w:t>
      </w:r>
      <w:r w:rsidRPr="004F1596">
        <w:t>il allait rejoindre quelqu</w:t>
      </w:r>
      <w:r w:rsidR="003A025E" w:rsidRPr="004572A7">
        <w:t>’</w:t>
      </w:r>
      <w:r w:rsidRPr="004F1596">
        <w:t>un dans la salle de bal</w:t>
      </w:r>
      <w:r w:rsidR="003A025E" w:rsidRPr="004572A7">
        <w:t xml:space="preserve">. </w:t>
      </w:r>
      <w:r w:rsidRPr="004F1596">
        <w:t>Je me trompais</w:t>
      </w:r>
      <w:r w:rsidR="003A025E" w:rsidRPr="004572A7">
        <w:t xml:space="preserve">, </w:t>
      </w:r>
      <w:r w:rsidRPr="004F1596">
        <w:t>il obliqua à droite</w:t>
      </w:r>
      <w:r w:rsidR="003A025E" w:rsidRPr="004572A7">
        <w:t xml:space="preserve">, </w:t>
      </w:r>
      <w:r w:rsidRPr="004F1596">
        <w:t>suivit un corridor</w:t>
      </w:r>
      <w:r w:rsidR="003A025E" w:rsidRPr="004572A7">
        <w:t xml:space="preserve">, </w:t>
      </w:r>
      <w:r w:rsidRPr="004F1596">
        <w:t>ouvrit une porte qui donnait accès dans un petit jardin d</w:t>
      </w:r>
      <w:r w:rsidR="003A025E" w:rsidRPr="004572A7">
        <w:t>’</w:t>
      </w:r>
      <w:r w:rsidRPr="004F1596">
        <w:t>agrément et sortit</w:t>
      </w:r>
      <w:r w:rsidR="003A025E" w:rsidRPr="004572A7">
        <w:t xml:space="preserve">… </w:t>
      </w:r>
      <w:r w:rsidRPr="004F1596">
        <w:t>Je n</w:t>
      </w:r>
      <w:r w:rsidR="003A025E" w:rsidRPr="004572A7">
        <w:t>’</w:t>
      </w:r>
      <w:r w:rsidRPr="004F1596">
        <w:t>osais avancer trop vite</w:t>
      </w:r>
      <w:r w:rsidR="003A025E" w:rsidRPr="004572A7">
        <w:t xml:space="preserve">, </w:t>
      </w:r>
      <w:r w:rsidRPr="004F1596">
        <w:t>de peur de me trouver nez à nez avec lui s</w:t>
      </w:r>
      <w:r w:rsidR="003A025E" w:rsidRPr="004572A7">
        <w:t>’</w:t>
      </w:r>
      <w:r w:rsidRPr="004F1596">
        <w:t>il se retournait brusquement</w:t>
      </w:r>
      <w:r w:rsidR="003A025E" w:rsidRPr="004572A7">
        <w:t xml:space="preserve">. </w:t>
      </w:r>
      <w:r w:rsidRPr="004F1596">
        <w:t>Mais</w:t>
      </w:r>
      <w:r w:rsidR="003A025E" w:rsidRPr="004572A7">
        <w:t xml:space="preserve">, </w:t>
      </w:r>
      <w:r w:rsidRPr="004F1596">
        <w:t>pour la seconde fois</w:t>
      </w:r>
      <w:r w:rsidR="003A025E" w:rsidRPr="004572A7">
        <w:t xml:space="preserve">, </w:t>
      </w:r>
      <w:r w:rsidRPr="004F1596">
        <w:t>j</w:t>
      </w:r>
      <w:r w:rsidR="003A025E" w:rsidRPr="004572A7">
        <w:t>’</w:t>
      </w:r>
      <w:r w:rsidRPr="004F1596">
        <w:t>avais craint bien à tort</w:t>
      </w:r>
      <w:r w:rsidR="003A025E" w:rsidRPr="004572A7">
        <w:t>.</w:t>
      </w:r>
    </w:p>
    <w:p w14:paraId="7904FF34" w14:textId="77777777" w:rsidR="003A025E" w:rsidRPr="004572A7" w:rsidRDefault="004F1596" w:rsidP="004F1596">
      <w:r w:rsidRPr="004F1596">
        <w:t>En effet</w:t>
      </w:r>
      <w:r w:rsidR="003A025E" w:rsidRPr="004572A7">
        <w:t xml:space="preserve">, </w:t>
      </w:r>
      <w:r w:rsidRPr="004F1596">
        <w:t>il n</w:t>
      </w:r>
      <w:r w:rsidR="003A025E" w:rsidRPr="004572A7">
        <w:t>’</w:t>
      </w:r>
      <w:r w:rsidRPr="004F1596">
        <w:t>hésita pas un instant et j</w:t>
      </w:r>
      <w:r w:rsidR="003A025E" w:rsidRPr="004572A7">
        <w:t>’</w:t>
      </w:r>
      <w:r w:rsidRPr="004F1596">
        <w:t>eus le loisir de l</w:t>
      </w:r>
      <w:r w:rsidR="003A025E" w:rsidRPr="004572A7">
        <w:t>’</w:t>
      </w:r>
      <w:r w:rsidRPr="004F1596">
        <w:t>examiner tout à mon aise</w:t>
      </w:r>
      <w:r w:rsidR="003A025E" w:rsidRPr="004572A7">
        <w:t xml:space="preserve">. </w:t>
      </w:r>
      <w:r w:rsidRPr="004F1596">
        <w:t>Il se croyait tellement sûr d</w:t>
      </w:r>
      <w:r w:rsidR="003A025E" w:rsidRPr="004572A7">
        <w:t>’</w:t>
      </w:r>
      <w:r w:rsidRPr="004F1596">
        <w:t>être seul dehors</w:t>
      </w:r>
      <w:r w:rsidR="003A025E" w:rsidRPr="004572A7">
        <w:t xml:space="preserve">, </w:t>
      </w:r>
      <w:r w:rsidRPr="004F1596">
        <w:t>à ce moment-là</w:t>
      </w:r>
      <w:r w:rsidR="00EA3B81">
        <w:t>,</w:t>
      </w:r>
      <w:r w:rsidRPr="004F1596">
        <w:t xml:space="preserve"> qu</w:t>
      </w:r>
      <w:r w:rsidR="003A025E" w:rsidRPr="004572A7">
        <w:t>’</w:t>
      </w:r>
      <w:r w:rsidRPr="004F1596">
        <w:t>il n</w:t>
      </w:r>
      <w:r w:rsidR="003A025E" w:rsidRPr="004572A7">
        <w:t>’</w:t>
      </w:r>
      <w:r w:rsidRPr="004F1596">
        <w:t>avait pas même pris la précaution de refermer la porte du corridor</w:t>
      </w:r>
      <w:r w:rsidR="003A025E" w:rsidRPr="004572A7">
        <w:t xml:space="preserve">. </w:t>
      </w:r>
      <w:r w:rsidRPr="004F1596">
        <w:t>Comme il s</w:t>
      </w:r>
      <w:r w:rsidR="003A025E" w:rsidRPr="004572A7">
        <w:t>’</w:t>
      </w:r>
      <w:r w:rsidRPr="004F1596">
        <w:t xml:space="preserve">était </w:t>
      </w:r>
      <w:r w:rsidRPr="00525444">
        <w:t>arrêté sous un arbre assez bas</w:t>
      </w:r>
      <w:r w:rsidR="003A025E" w:rsidRPr="00525444">
        <w:t xml:space="preserve">, </w:t>
      </w:r>
      <w:r w:rsidRPr="00525444">
        <w:t>un gros et très vieux figuier</w:t>
      </w:r>
      <w:r w:rsidR="003A025E" w:rsidRPr="00525444">
        <w:t xml:space="preserve">, </w:t>
      </w:r>
      <w:r w:rsidRPr="00525444">
        <w:t>à ce qu</w:t>
      </w:r>
      <w:r w:rsidR="003A025E" w:rsidRPr="00525444">
        <w:t>’</w:t>
      </w:r>
      <w:r w:rsidRPr="00525444">
        <w:t>il me parut</w:t>
      </w:r>
      <w:r w:rsidR="003A025E" w:rsidRPr="00525444">
        <w:t xml:space="preserve">, </w:t>
      </w:r>
      <w:r w:rsidRPr="00525444">
        <w:t>soudain</w:t>
      </w:r>
      <w:r w:rsidR="003A025E" w:rsidRPr="00525444">
        <w:t xml:space="preserve">, </w:t>
      </w:r>
      <w:r w:rsidRPr="00525444">
        <w:rPr>
          <w:i/>
          <w:iCs/>
        </w:rPr>
        <w:t>une éblouissante lueur bleue troua l</w:t>
      </w:r>
      <w:r w:rsidR="003A025E" w:rsidRPr="00525444">
        <w:rPr>
          <w:i/>
          <w:iCs/>
        </w:rPr>
        <w:t>’</w:t>
      </w:r>
      <w:r w:rsidRPr="00525444">
        <w:rPr>
          <w:i/>
          <w:iCs/>
        </w:rPr>
        <w:t>obscurité</w:t>
      </w:r>
      <w:r w:rsidR="003A025E" w:rsidRPr="00525444">
        <w:rPr>
          <w:i/>
          <w:iCs/>
        </w:rPr>
        <w:t>.</w:t>
      </w:r>
      <w:r w:rsidR="003A025E" w:rsidRPr="004572A7">
        <w:rPr>
          <w:i/>
          <w:iCs/>
        </w:rPr>
        <w:t xml:space="preserve"> </w:t>
      </w:r>
      <w:r w:rsidR="007E47D1" w:rsidRPr="004572A7">
        <w:t>À</w:t>
      </w:r>
      <w:r w:rsidRPr="004F1596">
        <w:t xml:space="preserve"> cette clarté pâlissante</w:t>
      </w:r>
      <w:r w:rsidR="003A025E" w:rsidRPr="004572A7">
        <w:t xml:space="preserve">, </w:t>
      </w:r>
      <w:r w:rsidRPr="004F1596">
        <w:t>je reconnus le visage de Surgères</w:t>
      </w:r>
      <w:r w:rsidR="003A025E" w:rsidRPr="004572A7">
        <w:t xml:space="preserve">, </w:t>
      </w:r>
      <w:r w:rsidRPr="004F1596">
        <w:t>penché sur quelque objet que je ne pouvais distinguer</w:t>
      </w:r>
      <w:r w:rsidR="003A025E" w:rsidRPr="004572A7">
        <w:t xml:space="preserve">. </w:t>
      </w:r>
      <w:r w:rsidRPr="004F1596">
        <w:t>Il avait l</w:t>
      </w:r>
      <w:r w:rsidR="003A025E" w:rsidRPr="004572A7">
        <w:t>’</w:t>
      </w:r>
      <w:r w:rsidRPr="004F1596">
        <w:t>air d</w:t>
      </w:r>
      <w:r w:rsidR="003A025E" w:rsidRPr="004572A7">
        <w:t>’</w:t>
      </w:r>
      <w:r w:rsidRPr="004F1596">
        <w:t>examiner avec beaucoup d</w:t>
      </w:r>
      <w:r w:rsidR="003A025E" w:rsidRPr="004572A7">
        <w:t>’</w:t>
      </w:r>
      <w:r w:rsidRPr="004F1596">
        <w:t>attention ce qu</w:t>
      </w:r>
      <w:r w:rsidR="003A025E" w:rsidRPr="004572A7">
        <w:t>’</w:t>
      </w:r>
      <w:r w:rsidRPr="004F1596">
        <w:t>il tenait à la main et devait être très satisfait</w:t>
      </w:r>
      <w:r w:rsidR="003A025E" w:rsidRPr="004572A7">
        <w:t xml:space="preserve">, </w:t>
      </w:r>
      <w:r w:rsidRPr="004F1596">
        <w:t>car un sourire malicieux fit bouger ses lèvres minces</w:t>
      </w:r>
      <w:r w:rsidR="003A025E" w:rsidRPr="004572A7">
        <w:t>…</w:t>
      </w:r>
    </w:p>
    <w:p w14:paraId="4FBF78A8" w14:textId="77777777" w:rsidR="003A025E" w:rsidRPr="004572A7" w:rsidRDefault="004F1596" w:rsidP="004F1596">
      <w:r w:rsidRPr="004F1596">
        <w:lastRenderedPageBreak/>
        <w:t>En hâte</w:t>
      </w:r>
      <w:r w:rsidR="003A025E" w:rsidRPr="004572A7">
        <w:t xml:space="preserve">, </w:t>
      </w:r>
      <w:r w:rsidRPr="004F1596">
        <w:t>je revins sur mes pas et j</w:t>
      </w:r>
      <w:r w:rsidR="003A025E" w:rsidRPr="004572A7">
        <w:t>’</w:t>
      </w:r>
      <w:r w:rsidRPr="004F1596">
        <w:t>attendis</w:t>
      </w:r>
      <w:r w:rsidR="003A025E" w:rsidRPr="004572A7">
        <w:t xml:space="preserve">, </w:t>
      </w:r>
      <w:r w:rsidRPr="004F1596">
        <w:t>dans la cage de l</w:t>
      </w:r>
      <w:r w:rsidR="003A025E" w:rsidRPr="004572A7">
        <w:t>’</w:t>
      </w:r>
      <w:r w:rsidRPr="004F1596">
        <w:t>escalier</w:t>
      </w:r>
      <w:r w:rsidR="003A025E" w:rsidRPr="004572A7">
        <w:t xml:space="preserve">. </w:t>
      </w:r>
      <w:r w:rsidRPr="004F1596">
        <w:t>Au bout de cinq à six minutes</w:t>
      </w:r>
      <w:r w:rsidR="003A025E" w:rsidRPr="004572A7">
        <w:t xml:space="preserve">, </w:t>
      </w:r>
      <w:r w:rsidRPr="004F1596">
        <w:t>Surgères reparut</w:t>
      </w:r>
      <w:r w:rsidR="003A025E" w:rsidRPr="004572A7">
        <w:t xml:space="preserve"> ; </w:t>
      </w:r>
      <w:r w:rsidRPr="004F1596">
        <w:t>il referma la porte</w:t>
      </w:r>
      <w:r w:rsidR="003A025E" w:rsidRPr="004572A7">
        <w:t xml:space="preserve">, </w:t>
      </w:r>
      <w:r w:rsidRPr="004F1596">
        <w:t>passa à côté de moi</w:t>
      </w:r>
      <w:r w:rsidR="003A025E" w:rsidRPr="004572A7">
        <w:t xml:space="preserve">, </w:t>
      </w:r>
      <w:r w:rsidRPr="004F1596">
        <w:t>sans m</w:t>
      </w:r>
      <w:r w:rsidR="003A025E" w:rsidRPr="004572A7">
        <w:t>’</w:t>
      </w:r>
      <w:r w:rsidRPr="004F1596">
        <w:t>apercevoir</w:t>
      </w:r>
      <w:r w:rsidR="003A025E" w:rsidRPr="004572A7">
        <w:t xml:space="preserve">, </w:t>
      </w:r>
      <w:r w:rsidRPr="004F1596">
        <w:t>et se dirigea vers l</w:t>
      </w:r>
      <w:r w:rsidR="003A025E" w:rsidRPr="004572A7">
        <w:t>’</w:t>
      </w:r>
      <w:r w:rsidRPr="004F1596">
        <w:t>office</w:t>
      </w:r>
      <w:r w:rsidR="003A025E" w:rsidRPr="004572A7">
        <w:t xml:space="preserve">. </w:t>
      </w:r>
      <w:r w:rsidRPr="004F1596">
        <w:t>Je le suivis prudemment et je le vis s</w:t>
      </w:r>
      <w:r w:rsidR="003A025E" w:rsidRPr="004572A7">
        <w:t>’</w:t>
      </w:r>
      <w:r w:rsidRPr="004F1596">
        <w:t>entretenir avec les domestiques puis disparaître derrière l</w:t>
      </w:r>
      <w:r w:rsidR="003A025E" w:rsidRPr="004572A7">
        <w:t>’</w:t>
      </w:r>
      <w:r w:rsidRPr="004F1596">
        <w:t>un d</w:t>
      </w:r>
      <w:r w:rsidR="003A025E" w:rsidRPr="004572A7">
        <w:t>’</w:t>
      </w:r>
      <w:r w:rsidRPr="004F1596">
        <w:t>entre eux</w:t>
      </w:r>
      <w:r w:rsidR="003A025E" w:rsidRPr="004572A7">
        <w:t xml:space="preserve">… </w:t>
      </w:r>
      <w:r w:rsidRPr="004F1596">
        <w:t>J</w:t>
      </w:r>
      <w:r w:rsidR="003A025E" w:rsidRPr="004572A7">
        <w:t>’</w:t>
      </w:r>
      <w:r w:rsidRPr="004F1596">
        <w:t>arrivai immédiatement après sa sortie et je demandai</w:t>
      </w:r>
      <w:r w:rsidR="003A025E" w:rsidRPr="004572A7">
        <w:t xml:space="preserve">, </w:t>
      </w:r>
      <w:r w:rsidRPr="004F1596">
        <w:t>du ton le plus naturel</w:t>
      </w:r>
      <w:r w:rsidR="003A025E" w:rsidRPr="004572A7">
        <w:t xml:space="preserve">, </w:t>
      </w:r>
      <w:r w:rsidRPr="004F1596">
        <w:t>au valet de chambre du Consul</w:t>
      </w:r>
      <w:r w:rsidR="003A025E" w:rsidRPr="004572A7">
        <w:t> :</w:t>
      </w:r>
    </w:p>
    <w:p w14:paraId="7F84AE27" w14:textId="77777777" w:rsidR="003A025E" w:rsidRPr="004572A7" w:rsidRDefault="003A025E" w:rsidP="004F1596">
      <w:r w:rsidRPr="004572A7">
        <w:t>— </w:t>
      </w:r>
      <w:r w:rsidR="004F1596" w:rsidRPr="004F1596">
        <w:t>Dites-moi</w:t>
      </w:r>
      <w:r w:rsidRPr="004572A7">
        <w:t xml:space="preserve">, </w:t>
      </w:r>
      <w:r w:rsidR="004F1596" w:rsidRPr="004F1596">
        <w:t>Marcel</w:t>
      </w:r>
      <w:r w:rsidRPr="004572A7">
        <w:t xml:space="preserve">, </w:t>
      </w:r>
      <w:r w:rsidR="004F1596" w:rsidRPr="004F1596">
        <w:t xml:space="preserve">avez-vous vu </w:t>
      </w:r>
      <w:r w:rsidRPr="004572A7">
        <w:t>M. de </w:t>
      </w:r>
      <w:r w:rsidR="004F1596" w:rsidRPr="004F1596">
        <w:t>Surgères</w:t>
      </w:r>
      <w:r w:rsidRPr="004572A7">
        <w:t> ?</w:t>
      </w:r>
    </w:p>
    <w:p w14:paraId="201A084E" w14:textId="77777777" w:rsidR="003A025E" w:rsidRPr="004572A7" w:rsidRDefault="004F1596" w:rsidP="004F1596">
      <w:r w:rsidRPr="004F1596">
        <w:t>Ce domestique me répondit</w:t>
      </w:r>
      <w:r w:rsidR="003A025E" w:rsidRPr="004572A7">
        <w:t> :</w:t>
      </w:r>
    </w:p>
    <w:p w14:paraId="21BD4ED0" w14:textId="77777777" w:rsidR="003A025E" w:rsidRPr="004572A7" w:rsidRDefault="003A025E" w:rsidP="004F1596">
      <w:r w:rsidRPr="004572A7">
        <w:t>— </w:t>
      </w:r>
      <w:r w:rsidR="004F1596" w:rsidRPr="004F1596">
        <w:t>Ce Monsieur m</w:t>
      </w:r>
      <w:r w:rsidRPr="004572A7">
        <w:t>’</w:t>
      </w:r>
      <w:r w:rsidR="004F1596" w:rsidRPr="004F1596">
        <w:t>a demandé si on pouvait téléphoner</w:t>
      </w:r>
      <w:r w:rsidRPr="004572A7">
        <w:t xml:space="preserve">. </w:t>
      </w:r>
      <w:r w:rsidR="004F1596" w:rsidRPr="004F1596">
        <w:t>Je me suis permis de le faire conduire à la cabine de Monsieur le Consul</w:t>
      </w:r>
      <w:r w:rsidRPr="004572A7">
        <w:t>.</w:t>
      </w:r>
    </w:p>
    <w:p w14:paraId="7685370F" w14:textId="77777777" w:rsidR="003A025E" w:rsidRPr="004572A7" w:rsidRDefault="003A025E" w:rsidP="004F1596">
      <w:r w:rsidRPr="004572A7">
        <w:t>— </w:t>
      </w:r>
      <w:r w:rsidR="004F1596" w:rsidRPr="004F1596">
        <w:t>Ah</w:t>
      </w:r>
      <w:r w:rsidRPr="004572A7">
        <w:t xml:space="preserve"> ! </w:t>
      </w:r>
      <w:r w:rsidR="004F1596" w:rsidRPr="004F1596">
        <w:t>très bien</w:t>
      </w:r>
      <w:r w:rsidRPr="004572A7">
        <w:t xml:space="preserve">, </w:t>
      </w:r>
      <w:r w:rsidR="004F1596" w:rsidRPr="004F1596">
        <w:t>approuvai-je</w:t>
      </w:r>
      <w:r w:rsidRPr="004572A7">
        <w:t xml:space="preserve">. </w:t>
      </w:r>
      <w:r w:rsidR="004F1596" w:rsidRPr="004F1596">
        <w:t>Ne le dérangez pas</w:t>
      </w:r>
      <w:r w:rsidRPr="004572A7">
        <w:t xml:space="preserve">, </w:t>
      </w:r>
      <w:r w:rsidR="004F1596" w:rsidRPr="004F1596">
        <w:t>j</w:t>
      </w:r>
      <w:r w:rsidRPr="004572A7">
        <w:t>’</w:t>
      </w:r>
      <w:r w:rsidR="004F1596" w:rsidRPr="004F1596">
        <w:t>aurai l</w:t>
      </w:r>
      <w:r w:rsidRPr="004572A7">
        <w:t>’</w:t>
      </w:r>
      <w:r w:rsidR="004F1596" w:rsidRPr="004F1596">
        <w:t>occasion de lui parler au cours de la soirée</w:t>
      </w:r>
      <w:r w:rsidRPr="004572A7">
        <w:t>.</w:t>
      </w:r>
    </w:p>
    <w:p w14:paraId="6F9E2ECF" w14:textId="77777777" w:rsidR="003A025E" w:rsidRPr="004572A7" w:rsidRDefault="004F1596" w:rsidP="004F1596">
      <w:r w:rsidRPr="004F1596">
        <w:t>Il me fallait retourner au fumoir sans perdre une seconde</w:t>
      </w:r>
      <w:r w:rsidR="003A025E" w:rsidRPr="004572A7">
        <w:t xml:space="preserve">, </w:t>
      </w:r>
      <w:r w:rsidRPr="004F1596">
        <w:t>attendu que Surgères</w:t>
      </w:r>
      <w:r w:rsidR="003A025E" w:rsidRPr="004572A7">
        <w:t xml:space="preserve">, </w:t>
      </w:r>
      <w:r w:rsidRPr="004F1596">
        <w:t>j</w:t>
      </w:r>
      <w:r w:rsidR="003A025E" w:rsidRPr="004572A7">
        <w:t>’</w:t>
      </w:r>
      <w:r w:rsidRPr="004F1596">
        <w:t>en avais la conviction</w:t>
      </w:r>
      <w:r w:rsidR="003A025E" w:rsidRPr="004572A7">
        <w:t xml:space="preserve">, </w:t>
      </w:r>
      <w:r w:rsidRPr="004F1596">
        <w:t>ne tarderait pas à venir y rejoindre ceux qu</w:t>
      </w:r>
      <w:r w:rsidR="003A025E" w:rsidRPr="004572A7">
        <w:t>’</w:t>
      </w:r>
      <w:r w:rsidRPr="004F1596">
        <w:t>il avait quittés brusquement</w:t>
      </w:r>
      <w:r w:rsidR="003A025E" w:rsidRPr="004572A7">
        <w:t xml:space="preserve">. </w:t>
      </w:r>
      <w:r w:rsidRPr="004F1596">
        <w:t>Je réussis à m</w:t>
      </w:r>
      <w:r w:rsidR="003A025E" w:rsidRPr="004572A7">
        <w:t>’</w:t>
      </w:r>
      <w:r w:rsidRPr="004F1596">
        <w:t>y faufiler une deuxième fois</w:t>
      </w:r>
      <w:r w:rsidR="003A025E" w:rsidRPr="004572A7">
        <w:t xml:space="preserve">, </w:t>
      </w:r>
      <w:r w:rsidRPr="004F1596">
        <w:t>sans me faire remarquer</w:t>
      </w:r>
      <w:r w:rsidR="003A025E" w:rsidRPr="004572A7">
        <w:t xml:space="preserve">. </w:t>
      </w:r>
      <w:r w:rsidRPr="004F1596">
        <w:t>Tranquille</w:t>
      </w:r>
      <w:r w:rsidR="003A025E" w:rsidRPr="004572A7">
        <w:t xml:space="preserve">, </w:t>
      </w:r>
      <w:r w:rsidRPr="004F1596">
        <w:t>maintenant</w:t>
      </w:r>
      <w:r w:rsidR="003A025E" w:rsidRPr="004572A7">
        <w:t xml:space="preserve">, </w:t>
      </w:r>
      <w:r w:rsidRPr="004F1596">
        <w:t>d</w:t>
      </w:r>
      <w:r w:rsidR="003A025E" w:rsidRPr="004572A7">
        <w:t>’</w:t>
      </w:r>
      <w:r w:rsidRPr="004F1596">
        <w:t>un pas paisible</w:t>
      </w:r>
      <w:r w:rsidR="003A025E" w:rsidRPr="004572A7">
        <w:t xml:space="preserve">, </w:t>
      </w:r>
      <w:r w:rsidRPr="004F1596">
        <w:t>je fus m</w:t>
      </w:r>
      <w:r w:rsidR="003A025E" w:rsidRPr="004572A7">
        <w:t>’</w:t>
      </w:r>
      <w:r w:rsidRPr="004F1596">
        <w:t>asseoir sur une chaise basse</w:t>
      </w:r>
      <w:r w:rsidR="003A025E" w:rsidRPr="004572A7">
        <w:t xml:space="preserve">, </w:t>
      </w:r>
      <w:r w:rsidRPr="004F1596">
        <w:t>drôlement rencognée dans l</w:t>
      </w:r>
      <w:r w:rsidR="003A025E" w:rsidRPr="004572A7">
        <w:t>’</w:t>
      </w:r>
      <w:r w:rsidRPr="004F1596">
        <w:t>embrasure d</w:t>
      </w:r>
      <w:r w:rsidR="003A025E" w:rsidRPr="004572A7">
        <w:t>’</w:t>
      </w:r>
      <w:r w:rsidRPr="004F1596">
        <w:t>une fenêtre et fort bien dissimulée par de grands rideaux doubles</w:t>
      </w:r>
      <w:r w:rsidR="003A025E" w:rsidRPr="004572A7">
        <w:t>.</w:t>
      </w:r>
    </w:p>
    <w:p w14:paraId="2276BEDA" w14:textId="77777777" w:rsidR="003A025E" w:rsidRPr="004572A7" w:rsidRDefault="004F1596" w:rsidP="004F1596">
      <w:r w:rsidRPr="004F1596">
        <w:t>De ce coin discret</w:t>
      </w:r>
      <w:r w:rsidR="003A025E" w:rsidRPr="004572A7">
        <w:t xml:space="preserve">, </w:t>
      </w:r>
      <w:r w:rsidRPr="004F1596">
        <w:t>pour observer</w:t>
      </w:r>
      <w:r w:rsidR="003A025E" w:rsidRPr="004572A7">
        <w:t xml:space="preserve">, </w:t>
      </w:r>
      <w:r w:rsidRPr="004F1596">
        <w:t>j</w:t>
      </w:r>
      <w:r w:rsidR="003A025E" w:rsidRPr="004572A7">
        <w:t>’</w:t>
      </w:r>
      <w:r w:rsidRPr="004F1596">
        <w:t>étais beaucoup mieux placé que sur le sofa</w:t>
      </w:r>
      <w:r w:rsidR="003A025E" w:rsidRPr="004572A7">
        <w:t>.</w:t>
      </w:r>
    </w:p>
    <w:p w14:paraId="40846A37" w14:textId="77777777" w:rsidR="003A025E" w:rsidRPr="004572A7" w:rsidRDefault="004F1596" w:rsidP="004F1596">
      <w:r w:rsidRPr="004F1596">
        <w:t>Le baron Kalinine</w:t>
      </w:r>
      <w:r w:rsidR="003A025E" w:rsidRPr="004572A7">
        <w:t xml:space="preserve">, </w:t>
      </w:r>
      <w:r w:rsidRPr="004F1596">
        <w:t>le Consul d</w:t>
      </w:r>
      <w:r w:rsidR="003A025E" w:rsidRPr="004572A7">
        <w:t>’</w:t>
      </w:r>
      <w:r w:rsidRPr="004F1596">
        <w:t xml:space="preserve">Angleterre et </w:t>
      </w:r>
      <w:r w:rsidR="003A025E" w:rsidRPr="004572A7">
        <w:t>M. </w:t>
      </w:r>
      <w:proofErr w:type="spellStart"/>
      <w:r w:rsidRPr="004F1596">
        <w:t>Antouresco</w:t>
      </w:r>
      <w:proofErr w:type="spellEnd"/>
      <w:r w:rsidRPr="004F1596">
        <w:t xml:space="preserve"> étaient toujours là</w:t>
      </w:r>
      <w:r w:rsidR="003A025E" w:rsidRPr="004572A7">
        <w:t xml:space="preserve">, </w:t>
      </w:r>
      <w:r w:rsidRPr="004F1596">
        <w:t>en conversation</w:t>
      </w:r>
      <w:r w:rsidR="003A025E" w:rsidRPr="004572A7">
        <w:t xml:space="preserve">, </w:t>
      </w:r>
      <w:r w:rsidRPr="004F1596">
        <w:t>et parlaient avec animation</w:t>
      </w:r>
      <w:r w:rsidR="003A025E" w:rsidRPr="004572A7">
        <w:t xml:space="preserve">, </w:t>
      </w:r>
      <w:r w:rsidRPr="004F1596">
        <w:t>de leurs voyages en Asie</w:t>
      </w:r>
      <w:r w:rsidR="003A025E" w:rsidRPr="004572A7">
        <w:t xml:space="preserve">. </w:t>
      </w:r>
      <w:r w:rsidRPr="004F1596">
        <w:t>Mais ils n</w:t>
      </w:r>
      <w:r w:rsidR="003A025E" w:rsidRPr="004572A7">
        <w:t>’</w:t>
      </w:r>
      <w:r w:rsidRPr="004F1596">
        <w:t>étaient point seuls</w:t>
      </w:r>
      <w:r w:rsidR="003A025E" w:rsidRPr="004572A7">
        <w:t xml:space="preserve">. </w:t>
      </w:r>
      <w:r w:rsidRPr="004F1596">
        <w:t>Deux autres personnages s</w:t>
      </w:r>
      <w:r w:rsidR="003A025E" w:rsidRPr="004572A7">
        <w:t>’</w:t>
      </w:r>
      <w:r w:rsidRPr="004F1596">
        <w:t xml:space="preserve">étaient joints à eux pendant </w:t>
      </w:r>
      <w:r w:rsidRPr="004F1596">
        <w:lastRenderedPageBreak/>
        <w:t>mon absence et avaient l</w:t>
      </w:r>
      <w:r w:rsidR="003A025E" w:rsidRPr="004572A7">
        <w:t>’</w:t>
      </w:r>
      <w:r w:rsidRPr="004F1596">
        <w:t>air de s</w:t>
      </w:r>
      <w:r w:rsidR="003A025E" w:rsidRPr="004572A7">
        <w:t>’</w:t>
      </w:r>
      <w:r w:rsidRPr="004F1596">
        <w:t>intéresser prodigieusement à leur entretien</w:t>
      </w:r>
      <w:r w:rsidR="003A025E" w:rsidRPr="004572A7">
        <w:t>.</w:t>
      </w:r>
    </w:p>
    <w:p w14:paraId="32EBA296" w14:textId="77777777" w:rsidR="003A025E" w:rsidRPr="004572A7" w:rsidRDefault="004F1596" w:rsidP="004F1596">
      <w:r w:rsidRPr="004F1596">
        <w:t>Ainsi que je l</w:t>
      </w:r>
      <w:r w:rsidR="003A025E" w:rsidRPr="004572A7">
        <w:t>’</w:t>
      </w:r>
      <w:r w:rsidRPr="004F1596">
        <w:t>avais prévu</w:t>
      </w:r>
      <w:r w:rsidR="003A025E" w:rsidRPr="004572A7">
        <w:t xml:space="preserve">, </w:t>
      </w:r>
      <w:r w:rsidRPr="004F1596">
        <w:t>Surgères ne tarda pas à revenir</w:t>
      </w:r>
      <w:r w:rsidR="003A025E" w:rsidRPr="004572A7">
        <w:t xml:space="preserve">. </w:t>
      </w:r>
      <w:r w:rsidRPr="004F1596">
        <w:t>Il vint se placer debout</w:t>
      </w:r>
      <w:r w:rsidR="003A025E" w:rsidRPr="004572A7">
        <w:t xml:space="preserve">, </w:t>
      </w:r>
      <w:r w:rsidRPr="004F1596">
        <w:t xml:space="preserve">accoudé à la cheminée en face de </w:t>
      </w:r>
      <w:r w:rsidR="003A025E" w:rsidRPr="004572A7">
        <w:t>M. </w:t>
      </w:r>
      <w:proofErr w:type="spellStart"/>
      <w:r w:rsidRPr="004F1596">
        <w:t>Antouresco</w:t>
      </w:r>
      <w:proofErr w:type="spellEnd"/>
      <w:r w:rsidR="003A025E" w:rsidRPr="004572A7">
        <w:t xml:space="preserve">. </w:t>
      </w:r>
      <w:r w:rsidRPr="004F1596">
        <w:t>Il me parut très changé</w:t>
      </w:r>
      <w:r w:rsidR="003A025E" w:rsidRPr="004572A7">
        <w:t xml:space="preserve">, </w:t>
      </w:r>
      <w:r w:rsidRPr="004F1596">
        <w:t>son visage respirait une grande et tout à fait inhabituelle sévérité</w:t>
      </w:r>
      <w:r w:rsidR="003A025E" w:rsidRPr="004572A7">
        <w:t xml:space="preserve">. </w:t>
      </w:r>
      <w:r w:rsidRPr="004F1596">
        <w:t>C</w:t>
      </w:r>
      <w:r w:rsidR="003A025E" w:rsidRPr="004572A7">
        <w:t>’</w:t>
      </w:r>
      <w:r w:rsidRPr="004F1596">
        <w:t>est à peine s</w:t>
      </w:r>
      <w:r w:rsidR="003A025E" w:rsidRPr="004572A7">
        <w:t>’</w:t>
      </w:r>
      <w:r w:rsidRPr="004F1596">
        <w:t>il répondit avec politesse aux questions que lui posa le Roumain</w:t>
      </w:r>
      <w:r w:rsidR="003A025E" w:rsidRPr="004572A7">
        <w:t>.</w:t>
      </w:r>
    </w:p>
    <w:p w14:paraId="14C92FD5" w14:textId="77777777" w:rsidR="003A025E" w:rsidRPr="004572A7" w:rsidRDefault="004F1596" w:rsidP="004F1596">
      <w:r w:rsidRPr="004F1596">
        <w:t>Vers trois heures du matin</w:t>
      </w:r>
      <w:r w:rsidR="003A025E" w:rsidRPr="004572A7">
        <w:t xml:space="preserve">, </w:t>
      </w:r>
      <w:r w:rsidRPr="004F1596">
        <w:t>le Consul d</w:t>
      </w:r>
      <w:r w:rsidR="003A025E" w:rsidRPr="004572A7">
        <w:t>’</w:t>
      </w:r>
      <w:r w:rsidRPr="004F1596">
        <w:t>Angleterre se leva</w:t>
      </w:r>
      <w:r w:rsidR="003A025E" w:rsidRPr="004572A7">
        <w:t xml:space="preserve">. </w:t>
      </w:r>
      <w:r w:rsidRPr="004F1596">
        <w:t>Les quelques invités qui se trouvaient dans le fumoir le suivirent</w:t>
      </w:r>
      <w:r w:rsidR="003A025E" w:rsidRPr="004572A7">
        <w:t>.</w:t>
      </w:r>
    </w:p>
    <w:p w14:paraId="053CC1F8" w14:textId="77777777" w:rsidR="003A025E" w:rsidRPr="004572A7" w:rsidRDefault="003A025E" w:rsidP="004F1596">
      <w:r w:rsidRPr="004572A7">
        <w:t>M. </w:t>
      </w:r>
      <w:proofErr w:type="spellStart"/>
      <w:r w:rsidR="004F1596" w:rsidRPr="004F1596">
        <w:t>Antouresco</w:t>
      </w:r>
      <w:proofErr w:type="spellEnd"/>
      <w:r w:rsidR="004F1596" w:rsidRPr="004F1596">
        <w:t xml:space="preserve"> se disposait également à prendre congé</w:t>
      </w:r>
      <w:r w:rsidRPr="004572A7">
        <w:t xml:space="preserve">, </w:t>
      </w:r>
      <w:r w:rsidR="004F1596" w:rsidRPr="004F1596">
        <w:t>lorsque Surgères le retint brusquement par l</w:t>
      </w:r>
      <w:r w:rsidRPr="004572A7">
        <w:t>’</w:t>
      </w:r>
      <w:r w:rsidR="004F1596" w:rsidRPr="004F1596">
        <w:t>épaule et lui demanda</w:t>
      </w:r>
      <w:r w:rsidRPr="004572A7">
        <w:t xml:space="preserve">, </w:t>
      </w:r>
      <w:r w:rsidR="004F1596" w:rsidRPr="004F1596">
        <w:t>sur un ton mi</w:t>
      </w:r>
      <w:r w:rsidR="007E47D1" w:rsidRPr="004572A7">
        <w:t>-</w:t>
      </w:r>
      <w:r w:rsidR="004F1596" w:rsidRPr="004F1596">
        <w:t>figue</w:t>
      </w:r>
      <w:r w:rsidRPr="004572A7">
        <w:t xml:space="preserve">, </w:t>
      </w:r>
      <w:r w:rsidR="004F1596" w:rsidRPr="004F1596">
        <w:t>mi</w:t>
      </w:r>
      <w:r w:rsidR="007E47D1" w:rsidRPr="004572A7">
        <w:t>-</w:t>
      </w:r>
      <w:r w:rsidR="004F1596" w:rsidRPr="004F1596">
        <w:t>raisin</w:t>
      </w:r>
      <w:r w:rsidRPr="004572A7">
        <w:t> :</w:t>
      </w:r>
    </w:p>
    <w:p w14:paraId="06E9F46E" w14:textId="77777777" w:rsidR="003A025E" w:rsidRPr="004572A7" w:rsidRDefault="003A025E" w:rsidP="004F1596">
      <w:r w:rsidRPr="004572A7">
        <w:t>— </w:t>
      </w:r>
      <w:r w:rsidR="004F1596" w:rsidRPr="004F1596">
        <w:t>Monsieur</w:t>
      </w:r>
      <w:r w:rsidRPr="004572A7">
        <w:t xml:space="preserve">, </w:t>
      </w:r>
      <w:r w:rsidR="004F1596" w:rsidRPr="004F1596">
        <w:t>puisque nous sommes seuls</w:t>
      </w:r>
      <w:r w:rsidRPr="004572A7">
        <w:t xml:space="preserve">, </w:t>
      </w:r>
      <w:r w:rsidR="004F1596" w:rsidRPr="004F1596">
        <w:t>voudriez-vous m</w:t>
      </w:r>
      <w:r w:rsidRPr="004572A7">
        <w:t>’</w:t>
      </w:r>
      <w:r w:rsidR="004F1596" w:rsidRPr="004F1596">
        <w:t>accorder quelques minutes d</w:t>
      </w:r>
      <w:r w:rsidRPr="004572A7">
        <w:t>’</w:t>
      </w:r>
      <w:r w:rsidR="004F1596" w:rsidRPr="004F1596">
        <w:t>entretien</w:t>
      </w:r>
      <w:r w:rsidRPr="004572A7">
        <w:t> ?</w:t>
      </w:r>
    </w:p>
    <w:p w14:paraId="5852CF51" w14:textId="77777777" w:rsidR="003A025E" w:rsidRPr="004572A7" w:rsidRDefault="003A025E" w:rsidP="004F1596">
      <w:r w:rsidRPr="004572A7">
        <w:t>— </w:t>
      </w:r>
      <w:r w:rsidR="004F1596" w:rsidRPr="004F1596">
        <w:t>Très volontiers</w:t>
      </w:r>
      <w:r w:rsidRPr="004572A7">
        <w:t xml:space="preserve">, </w:t>
      </w:r>
      <w:r w:rsidR="004F1596" w:rsidRPr="004F1596">
        <w:t>Monsieur</w:t>
      </w:r>
      <w:r w:rsidRPr="004572A7">
        <w:t xml:space="preserve">, </w:t>
      </w:r>
      <w:r w:rsidR="004F1596" w:rsidRPr="004F1596">
        <w:t>répondit l</w:t>
      </w:r>
      <w:r w:rsidRPr="004572A7">
        <w:t>’</w:t>
      </w:r>
      <w:r w:rsidR="004F1596" w:rsidRPr="004F1596">
        <w:t>autre un peu gêné et surpris</w:t>
      </w:r>
      <w:r w:rsidRPr="004572A7">
        <w:t xml:space="preserve">. </w:t>
      </w:r>
      <w:r w:rsidR="004F1596" w:rsidRPr="004F1596">
        <w:t>En quoi puis-je vous être agréable</w:t>
      </w:r>
      <w:r w:rsidRPr="004572A7">
        <w:t> ?…</w:t>
      </w:r>
    </w:p>
    <w:p w14:paraId="7BE82878" w14:textId="77777777" w:rsidR="003A025E" w:rsidRPr="004572A7" w:rsidRDefault="004F1596" w:rsidP="004F1596">
      <w:r w:rsidRPr="004F1596">
        <w:t>J</w:t>
      </w:r>
      <w:r w:rsidR="003A025E" w:rsidRPr="004572A7">
        <w:t>’</w:t>
      </w:r>
      <w:r w:rsidRPr="004F1596">
        <w:t>eus l</w:t>
      </w:r>
      <w:r w:rsidR="003A025E" w:rsidRPr="004572A7">
        <w:t>’</w:t>
      </w:r>
      <w:r w:rsidRPr="004F1596">
        <w:t>intuition que quelque chose d</w:t>
      </w:r>
      <w:r w:rsidR="003A025E" w:rsidRPr="004572A7">
        <w:t>’</w:t>
      </w:r>
      <w:r w:rsidRPr="004F1596">
        <w:t>extraordinaire allait se passer entre ces deux hommes</w:t>
      </w:r>
      <w:r w:rsidR="003A025E" w:rsidRPr="004572A7">
        <w:t xml:space="preserve">. </w:t>
      </w:r>
      <w:r w:rsidRPr="004F1596">
        <w:t>En même temps</w:t>
      </w:r>
      <w:r w:rsidR="003A025E" w:rsidRPr="004572A7">
        <w:t xml:space="preserve">, </w:t>
      </w:r>
      <w:r w:rsidRPr="004F1596">
        <w:t>sans croire à une liaison possible entre le Roumain et ces mystères</w:t>
      </w:r>
      <w:r w:rsidR="003A025E" w:rsidRPr="004572A7">
        <w:t xml:space="preserve">, </w:t>
      </w:r>
      <w:r w:rsidRPr="004F1596">
        <w:t>je songeai à la lumière bleue</w:t>
      </w:r>
      <w:r w:rsidR="003A025E" w:rsidRPr="004572A7">
        <w:t xml:space="preserve">, </w:t>
      </w:r>
      <w:r w:rsidRPr="004F1596">
        <w:t>au secrétaire d</w:t>
      </w:r>
      <w:r w:rsidR="003A025E" w:rsidRPr="004572A7">
        <w:t>’</w:t>
      </w:r>
      <w:r w:rsidRPr="004F1596">
        <w:t>acajou et aux caractères invisibles</w:t>
      </w:r>
      <w:r w:rsidR="003A025E" w:rsidRPr="004572A7">
        <w:t>…</w:t>
      </w:r>
    </w:p>
    <w:p w14:paraId="14657FD4" w14:textId="77777777" w:rsidR="003A025E" w:rsidRPr="004572A7" w:rsidRDefault="003A025E" w:rsidP="004F1596">
      <w:r w:rsidRPr="004572A7">
        <w:t>— </w:t>
      </w:r>
      <w:r w:rsidR="004F1596" w:rsidRPr="004F1596">
        <w:t>Eh bien</w:t>
      </w:r>
      <w:r w:rsidRPr="004572A7">
        <w:t xml:space="preserve">, </w:t>
      </w:r>
      <w:r w:rsidR="004F1596" w:rsidRPr="004F1596">
        <w:t>voici de quoi il s</w:t>
      </w:r>
      <w:r w:rsidRPr="004572A7">
        <w:t>’</w:t>
      </w:r>
      <w:r w:rsidR="004F1596" w:rsidRPr="004F1596">
        <w:t>agit</w:t>
      </w:r>
      <w:r w:rsidRPr="004572A7">
        <w:t xml:space="preserve">, </w:t>
      </w:r>
      <w:r w:rsidR="004F1596" w:rsidRPr="004F1596">
        <w:t>reprit Surgères sur un ton ironique</w:t>
      </w:r>
      <w:r w:rsidRPr="004572A7">
        <w:t xml:space="preserve">. </w:t>
      </w:r>
      <w:r w:rsidR="004F1596" w:rsidRPr="004F1596">
        <w:t>Vous n</w:t>
      </w:r>
      <w:r w:rsidRPr="004572A7">
        <w:t>’</w:t>
      </w:r>
      <w:r w:rsidR="004F1596" w:rsidRPr="004F1596">
        <w:t>avez pas une très haute idée de l</w:t>
      </w:r>
      <w:r w:rsidRPr="004572A7">
        <w:t>’</w:t>
      </w:r>
      <w:r w:rsidR="004F1596" w:rsidRPr="004F1596">
        <w:t>intelligence et de la perspicacité françaises</w:t>
      </w:r>
      <w:r w:rsidRPr="004572A7">
        <w:t xml:space="preserve">, </w:t>
      </w:r>
      <w:r w:rsidR="004F1596" w:rsidRPr="004F1596">
        <w:t>je le sais</w:t>
      </w:r>
      <w:r w:rsidRPr="004572A7">
        <w:t xml:space="preserve">. </w:t>
      </w:r>
      <w:r w:rsidR="004F1596" w:rsidRPr="004F1596">
        <w:t>Cette remarque</w:t>
      </w:r>
      <w:r w:rsidRPr="004572A7">
        <w:t xml:space="preserve">, </w:t>
      </w:r>
      <w:r w:rsidR="004F1596" w:rsidRPr="004F1596">
        <w:t>d</w:t>
      </w:r>
      <w:r w:rsidRPr="004572A7">
        <w:t>’</w:t>
      </w:r>
      <w:r w:rsidR="004F1596" w:rsidRPr="004F1596">
        <w:t>ailleurs</w:t>
      </w:r>
      <w:r w:rsidRPr="004572A7">
        <w:t xml:space="preserve">, </w:t>
      </w:r>
      <w:r w:rsidR="004F1596" w:rsidRPr="004F1596">
        <w:t>n</w:t>
      </w:r>
      <w:r w:rsidRPr="004572A7">
        <w:t>’</w:t>
      </w:r>
      <w:r w:rsidR="004F1596" w:rsidRPr="004F1596">
        <w:t>a qu</w:t>
      </w:r>
      <w:r w:rsidRPr="004572A7">
        <w:t>’</w:t>
      </w:r>
      <w:r w:rsidR="004F1596" w:rsidRPr="004F1596">
        <w:t>une très faible importance</w:t>
      </w:r>
      <w:r w:rsidRPr="004572A7">
        <w:t xml:space="preserve">, </w:t>
      </w:r>
      <w:r w:rsidR="004F1596" w:rsidRPr="004F1596">
        <w:t>car je me flatte de vous faire changer d</w:t>
      </w:r>
      <w:r w:rsidRPr="004572A7">
        <w:t>’</w:t>
      </w:r>
      <w:r w:rsidR="004F1596" w:rsidRPr="004F1596">
        <w:t xml:space="preserve">opinion en quelques </w:t>
      </w:r>
      <w:r w:rsidR="004F1596" w:rsidRPr="004F1596">
        <w:lastRenderedPageBreak/>
        <w:t>secondes</w:t>
      </w:r>
      <w:r w:rsidRPr="004572A7">
        <w:t xml:space="preserve">, </w:t>
      </w:r>
      <w:r w:rsidR="004F1596" w:rsidRPr="004F1596">
        <w:t>et même de vous démontrer combien mal vous savez nous apprécier</w:t>
      </w:r>
      <w:r w:rsidRPr="004572A7">
        <w:t>…</w:t>
      </w:r>
    </w:p>
    <w:p w14:paraId="14E5A1CA" w14:textId="77777777" w:rsidR="003A025E" w:rsidRPr="004572A7" w:rsidRDefault="004F1596" w:rsidP="004F1596">
      <w:r w:rsidRPr="004F1596">
        <w:t>Puis</w:t>
      </w:r>
      <w:r w:rsidR="003A025E" w:rsidRPr="004572A7">
        <w:t xml:space="preserve">, </w:t>
      </w:r>
      <w:r w:rsidRPr="004F1596">
        <w:t xml:space="preserve">comme </w:t>
      </w:r>
      <w:r w:rsidR="003A025E" w:rsidRPr="004572A7">
        <w:t>M. </w:t>
      </w:r>
      <w:proofErr w:type="spellStart"/>
      <w:r w:rsidRPr="004F1596">
        <w:t>Antouresco</w:t>
      </w:r>
      <w:proofErr w:type="spellEnd"/>
      <w:r w:rsidRPr="004F1596">
        <w:t xml:space="preserve"> le regardait en souriant de façon incrédule</w:t>
      </w:r>
      <w:r w:rsidR="003A025E" w:rsidRPr="004572A7">
        <w:t xml:space="preserve">, </w:t>
      </w:r>
      <w:r w:rsidRPr="004F1596">
        <w:t>il le fusilla de cette question extraordinaire</w:t>
      </w:r>
      <w:r w:rsidR="003A025E" w:rsidRPr="004572A7">
        <w:t> :</w:t>
      </w:r>
    </w:p>
    <w:p w14:paraId="487C7795" w14:textId="77777777" w:rsidR="003A025E" w:rsidRPr="004572A7" w:rsidRDefault="003A025E" w:rsidP="004F1596">
      <w:r w:rsidRPr="004572A7">
        <w:t>— </w:t>
      </w:r>
      <w:r w:rsidR="004F1596" w:rsidRPr="004F1596">
        <w:t>Dites-moi</w:t>
      </w:r>
      <w:r w:rsidRPr="004572A7">
        <w:t xml:space="preserve">, </w:t>
      </w:r>
      <w:r w:rsidR="004F1596" w:rsidRPr="004F1596">
        <w:t>vous êtes bien le colonel Wundt</w:t>
      </w:r>
      <w:r w:rsidRPr="004572A7">
        <w:t xml:space="preserve">, </w:t>
      </w:r>
      <w:r w:rsidR="004F1596" w:rsidRPr="004F1596">
        <w:t>attaché au service allemand d</w:t>
      </w:r>
      <w:r w:rsidRPr="004572A7">
        <w:t>’</w:t>
      </w:r>
      <w:r w:rsidR="004F1596" w:rsidRPr="004F1596">
        <w:t>Éclairage secret en France</w:t>
      </w:r>
      <w:r w:rsidRPr="004572A7">
        <w:t> ?…</w:t>
      </w:r>
    </w:p>
    <w:p w14:paraId="6A04679E" w14:textId="77777777" w:rsidR="003A025E" w:rsidRPr="004572A7" w:rsidRDefault="004572A7" w:rsidP="004F1596">
      <w:r w:rsidRPr="004572A7">
        <w:t>À</w:t>
      </w:r>
      <w:r w:rsidR="004F1596" w:rsidRPr="004F1596">
        <w:t xml:space="preserve"> ces mots</w:t>
      </w:r>
      <w:r w:rsidR="003A025E" w:rsidRPr="004572A7">
        <w:t xml:space="preserve">, </w:t>
      </w:r>
      <w:r w:rsidR="004F1596" w:rsidRPr="004F1596">
        <w:t>le pseudo Roumain recula d</w:t>
      </w:r>
      <w:r w:rsidR="003A025E" w:rsidRPr="004572A7">
        <w:t>’</w:t>
      </w:r>
      <w:r w:rsidR="004F1596" w:rsidRPr="004F1596">
        <w:t>un pas</w:t>
      </w:r>
      <w:r w:rsidR="003A025E" w:rsidRPr="004572A7">
        <w:t xml:space="preserve">, </w:t>
      </w:r>
      <w:r w:rsidR="004F1596" w:rsidRPr="004F1596">
        <w:t>et se tordit comme si on venait de lui passer un fer rouge à travers le corps</w:t>
      </w:r>
      <w:r w:rsidR="003A025E" w:rsidRPr="004572A7">
        <w:t xml:space="preserve">. </w:t>
      </w:r>
      <w:r w:rsidR="004F1596" w:rsidRPr="004F1596">
        <w:t>Ses yeux étaient devenus fixes et son visage fut</w:t>
      </w:r>
      <w:r w:rsidR="003A025E" w:rsidRPr="004572A7">
        <w:t xml:space="preserve">, </w:t>
      </w:r>
      <w:r w:rsidR="004F1596" w:rsidRPr="004F1596">
        <w:t>en un instant</w:t>
      </w:r>
      <w:r w:rsidR="003A025E" w:rsidRPr="004572A7">
        <w:t xml:space="preserve">, </w:t>
      </w:r>
      <w:r w:rsidR="004F1596" w:rsidRPr="004F1596">
        <w:t>décomposé par le sentiment le moins guerrier qui soit</w:t>
      </w:r>
      <w:r w:rsidR="003A025E" w:rsidRPr="004572A7">
        <w:t xml:space="preserve"> : </w:t>
      </w:r>
      <w:r w:rsidR="004F1596" w:rsidRPr="004F1596">
        <w:t>la peur</w:t>
      </w:r>
      <w:r w:rsidR="003A025E" w:rsidRPr="004572A7">
        <w:t xml:space="preserve"> !… </w:t>
      </w:r>
      <w:r w:rsidR="004F1596" w:rsidRPr="004F1596">
        <w:t>Affolé</w:t>
      </w:r>
      <w:r w:rsidR="003A025E" w:rsidRPr="004572A7">
        <w:t xml:space="preserve">, </w:t>
      </w:r>
      <w:r w:rsidR="004F1596" w:rsidRPr="004F1596">
        <w:t>il s</w:t>
      </w:r>
      <w:r w:rsidR="003A025E" w:rsidRPr="004572A7">
        <w:t>’</w:t>
      </w:r>
      <w:r w:rsidR="004F1596" w:rsidRPr="004F1596">
        <w:t>appuya contre la cheminée et souffla à la façon d</w:t>
      </w:r>
      <w:r w:rsidR="003A025E" w:rsidRPr="004572A7">
        <w:t>’</w:t>
      </w:r>
      <w:r w:rsidR="004F1596" w:rsidRPr="004F1596">
        <w:t>un sanglier coiffé par les pointers</w:t>
      </w:r>
      <w:r w:rsidR="003A025E" w:rsidRPr="004572A7">
        <w:t>…</w:t>
      </w:r>
    </w:p>
    <w:p w14:paraId="46080618" w14:textId="77777777" w:rsidR="003A025E" w:rsidRPr="004572A7" w:rsidRDefault="004F1596" w:rsidP="004F1596">
      <w:r w:rsidRPr="004F1596">
        <w:t>Mon cœur battit violemment</w:t>
      </w:r>
      <w:r w:rsidR="003A025E" w:rsidRPr="004572A7">
        <w:t xml:space="preserve">. </w:t>
      </w:r>
      <w:r w:rsidRPr="004F1596">
        <w:t>Était-ce possible</w:t>
      </w:r>
      <w:r w:rsidR="003A025E" w:rsidRPr="004572A7">
        <w:t xml:space="preserve"> ? </w:t>
      </w:r>
      <w:r w:rsidRPr="004F1596">
        <w:t>Un traître</w:t>
      </w:r>
      <w:r w:rsidR="003A025E" w:rsidRPr="004572A7">
        <w:t xml:space="preserve">, </w:t>
      </w:r>
      <w:r w:rsidRPr="004F1596">
        <w:t>un vil espion parmi nous</w:t>
      </w:r>
      <w:r w:rsidR="003A025E" w:rsidRPr="004572A7">
        <w:t> ?</w:t>
      </w:r>
    </w:p>
    <w:p w14:paraId="3CDE9D90" w14:textId="77777777" w:rsidR="003A025E" w:rsidRPr="004572A7" w:rsidRDefault="004F1596" w:rsidP="004F1596">
      <w:r w:rsidRPr="004F1596">
        <w:t>Les deux hommes se mesurèrent un instant en silence</w:t>
      </w:r>
      <w:r w:rsidR="003A025E" w:rsidRPr="004572A7">
        <w:t xml:space="preserve">. </w:t>
      </w:r>
      <w:r w:rsidRPr="004F1596">
        <w:t>L</w:t>
      </w:r>
      <w:r w:rsidR="003A025E" w:rsidRPr="004572A7">
        <w:t>’</w:t>
      </w:r>
      <w:r w:rsidRPr="004F1596">
        <w:t>Allemand grinçait des dents</w:t>
      </w:r>
      <w:r w:rsidR="003A025E" w:rsidRPr="004572A7">
        <w:t xml:space="preserve">. </w:t>
      </w:r>
      <w:r w:rsidRPr="004F1596">
        <w:t>J</w:t>
      </w:r>
      <w:r w:rsidR="003A025E" w:rsidRPr="004572A7">
        <w:t>’</w:t>
      </w:r>
      <w:r w:rsidRPr="004F1596">
        <w:t>appréhendais de le voir s</w:t>
      </w:r>
      <w:r w:rsidR="003A025E" w:rsidRPr="004572A7">
        <w:t>’</w:t>
      </w:r>
      <w:r w:rsidRPr="004F1596">
        <w:t>élancer sournoisement sur Surgères</w:t>
      </w:r>
      <w:r w:rsidR="003A025E" w:rsidRPr="004572A7">
        <w:t xml:space="preserve">. </w:t>
      </w:r>
      <w:r w:rsidRPr="004F1596">
        <w:t>Ce dernier eut la même pensée et le prévint</w:t>
      </w:r>
      <w:r w:rsidR="003A025E" w:rsidRPr="004572A7">
        <w:t xml:space="preserve">. </w:t>
      </w:r>
      <w:r w:rsidRPr="004F1596">
        <w:t>Il sortit un revolver de sa poche</w:t>
      </w:r>
      <w:r w:rsidR="003A025E" w:rsidRPr="004572A7">
        <w:t xml:space="preserve">, </w:t>
      </w:r>
      <w:r w:rsidRPr="004F1596">
        <w:t>et</w:t>
      </w:r>
      <w:r w:rsidR="003A025E" w:rsidRPr="004572A7">
        <w:t xml:space="preserve">, </w:t>
      </w:r>
      <w:r w:rsidRPr="004F1596">
        <w:t>visant son adversaire</w:t>
      </w:r>
      <w:r w:rsidR="003A025E" w:rsidRPr="004572A7">
        <w:t xml:space="preserve">, </w:t>
      </w:r>
      <w:r w:rsidRPr="004F1596">
        <w:t>lui dit froidement</w:t>
      </w:r>
      <w:r w:rsidR="003A025E" w:rsidRPr="004572A7">
        <w:t> :</w:t>
      </w:r>
    </w:p>
    <w:p w14:paraId="434F64CB" w14:textId="77777777" w:rsidR="003A025E" w:rsidRPr="004572A7" w:rsidRDefault="003A025E" w:rsidP="004F1596">
      <w:r w:rsidRPr="004572A7">
        <w:t>— </w:t>
      </w:r>
      <w:r w:rsidR="004F1596" w:rsidRPr="004F1596">
        <w:t>Nous ne sommes pas ici pour perdre notre temps</w:t>
      </w:r>
      <w:r w:rsidRPr="004572A7">
        <w:t xml:space="preserve">, </w:t>
      </w:r>
      <w:r w:rsidR="004F1596" w:rsidRPr="004F1596">
        <w:t>colonel</w:t>
      </w:r>
      <w:r w:rsidRPr="004572A7">
        <w:t xml:space="preserve">. </w:t>
      </w:r>
      <w:r w:rsidR="004F1596" w:rsidRPr="004F1596">
        <w:t>Je vous prie de m</w:t>
      </w:r>
      <w:r w:rsidRPr="004572A7">
        <w:t>’</w:t>
      </w:r>
      <w:r w:rsidR="004F1596" w:rsidRPr="004F1596">
        <w:t>écouter sans manifester vos sentiments</w:t>
      </w:r>
      <w:r w:rsidRPr="004572A7">
        <w:t xml:space="preserve">, </w:t>
      </w:r>
      <w:r w:rsidR="004F1596" w:rsidRPr="004F1596">
        <w:t>surtout sans regimber</w:t>
      </w:r>
      <w:r w:rsidRPr="004572A7">
        <w:t>.</w:t>
      </w:r>
    </w:p>
    <w:p w14:paraId="57DAA486" w14:textId="77777777" w:rsidR="003A025E" w:rsidRPr="004572A7" w:rsidRDefault="003A025E" w:rsidP="004F1596">
      <w:r w:rsidRPr="004572A7">
        <w:t>« </w:t>
      </w:r>
      <w:r w:rsidR="004F1596" w:rsidRPr="004F1596">
        <w:t>Je pourrais vous faire jeter en prison ou ameuter contre vous la population</w:t>
      </w:r>
      <w:r w:rsidRPr="004572A7">
        <w:t xml:space="preserve">, </w:t>
      </w:r>
      <w:r w:rsidR="004F1596" w:rsidRPr="004F1596">
        <w:t>parce que vous abusez de notre hospitalité pour nous trahir</w:t>
      </w:r>
      <w:r w:rsidRPr="004572A7">
        <w:t xml:space="preserve">. </w:t>
      </w:r>
      <w:r w:rsidR="004F1596" w:rsidRPr="004F1596">
        <w:t>Mais je ne saurais vous imiter en rien</w:t>
      </w:r>
      <w:r w:rsidRPr="004572A7">
        <w:t xml:space="preserve">. </w:t>
      </w:r>
      <w:r w:rsidR="004F1596" w:rsidRPr="004F1596">
        <w:t>Ce procédé me répugne</w:t>
      </w:r>
      <w:r w:rsidRPr="004572A7">
        <w:t xml:space="preserve">, </w:t>
      </w:r>
      <w:r w:rsidR="004F1596" w:rsidRPr="004F1596">
        <w:t>il est contraire aux vieilles traditions françaises qui interdisent d</w:t>
      </w:r>
      <w:r w:rsidRPr="004572A7">
        <w:t>’</w:t>
      </w:r>
      <w:r w:rsidR="004F1596" w:rsidRPr="004F1596">
        <w:t>achever un vaincu</w:t>
      </w:r>
      <w:r w:rsidRPr="004572A7">
        <w:t xml:space="preserve">. </w:t>
      </w:r>
      <w:r w:rsidR="004F1596" w:rsidRPr="004F1596">
        <w:t>Je me contente de vous mépriser</w:t>
      </w:r>
      <w:r w:rsidRPr="004572A7">
        <w:t>.</w:t>
      </w:r>
    </w:p>
    <w:p w14:paraId="79E68E47" w14:textId="77777777" w:rsidR="003A025E" w:rsidRPr="004572A7" w:rsidRDefault="003A025E" w:rsidP="004F1596">
      <w:r w:rsidRPr="004572A7">
        <w:lastRenderedPageBreak/>
        <w:t>« </w:t>
      </w:r>
      <w:r w:rsidR="004F1596" w:rsidRPr="004F1596">
        <w:t>Par exemple</w:t>
      </w:r>
      <w:r w:rsidRPr="004572A7">
        <w:t xml:space="preserve">, </w:t>
      </w:r>
      <w:r w:rsidR="004F1596" w:rsidRPr="004F1596">
        <w:t>ne soyez pas surpris</w:t>
      </w:r>
      <w:r w:rsidRPr="004572A7">
        <w:t xml:space="preserve">, </w:t>
      </w:r>
      <w:r w:rsidR="004F1596" w:rsidRPr="004F1596">
        <w:t>en rentrant à votre hôtel</w:t>
      </w:r>
      <w:r w:rsidRPr="004572A7">
        <w:t xml:space="preserve">, </w:t>
      </w:r>
      <w:r w:rsidR="004F1596" w:rsidRPr="004F1596">
        <w:t>si vous ne trouvez plus votre petite valise en cuir jaune</w:t>
      </w:r>
      <w:r w:rsidRPr="004572A7">
        <w:t xml:space="preserve">. </w:t>
      </w:r>
      <w:r w:rsidR="004F1596" w:rsidRPr="004F1596">
        <w:t>J</w:t>
      </w:r>
      <w:r w:rsidRPr="004572A7">
        <w:t>’</w:t>
      </w:r>
      <w:r w:rsidR="004F1596" w:rsidRPr="004F1596">
        <w:t>ai donné ordre de vous l</w:t>
      </w:r>
      <w:r w:rsidRPr="004572A7">
        <w:t>’</w:t>
      </w:r>
      <w:r w:rsidR="004F1596" w:rsidRPr="004F1596">
        <w:t>enlever</w:t>
      </w:r>
      <w:r w:rsidRPr="004572A7">
        <w:t xml:space="preserve">. </w:t>
      </w:r>
      <w:r w:rsidR="004F1596" w:rsidRPr="004F1596">
        <w:t>Ne faites pas le naïf</w:t>
      </w:r>
      <w:r w:rsidRPr="004572A7">
        <w:t xml:space="preserve"> ; </w:t>
      </w:r>
      <w:r w:rsidR="004F1596" w:rsidRPr="004F1596">
        <w:t>vous savez pourquoi</w:t>
      </w:r>
      <w:r w:rsidRPr="004572A7">
        <w:t xml:space="preserve"> ! </w:t>
      </w:r>
      <w:r w:rsidR="004F1596" w:rsidRPr="004F1596">
        <w:t>Elle contient les photographies et les documents</w:t>
      </w:r>
      <w:r w:rsidRPr="004572A7">
        <w:t xml:space="preserve">, </w:t>
      </w:r>
      <w:r w:rsidR="004F1596" w:rsidRPr="004F1596">
        <w:t>que vous avez eu le tort de conserver par devers vous</w:t>
      </w:r>
      <w:r w:rsidRPr="004572A7">
        <w:t xml:space="preserve">, </w:t>
      </w:r>
      <w:r w:rsidR="004F1596" w:rsidRPr="004F1596">
        <w:t>après vous les être procurés</w:t>
      </w:r>
      <w:r w:rsidRPr="004572A7">
        <w:t xml:space="preserve">, </w:t>
      </w:r>
      <w:r w:rsidR="004F1596" w:rsidRPr="004F1596">
        <w:t>par des moyens déshonorants</w:t>
      </w:r>
      <w:r w:rsidRPr="004572A7">
        <w:t>.</w:t>
      </w:r>
    </w:p>
    <w:p w14:paraId="1CED45B0" w14:textId="77777777" w:rsidR="003A025E" w:rsidRPr="004572A7" w:rsidRDefault="003A025E" w:rsidP="004F1596">
      <w:r w:rsidRPr="004572A7">
        <w:t>« </w:t>
      </w:r>
      <w:r w:rsidR="004F1596" w:rsidRPr="004F1596">
        <w:t>Je suis fâché de vous interrompre dans votre besogne</w:t>
      </w:r>
      <w:r w:rsidRPr="004572A7">
        <w:t xml:space="preserve">, </w:t>
      </w:r>
      <w:r w:rsidR="004F1596" w:rsidRPr="004F1596">
        <w:t>mais</w:t>
      </w:r>
      <w:r w:rsidRPr="004572A7">
        <w:t xml:space="preserve">, </w:t>
      </w:r>
      <w:r w:rsidR="004F1596" w:rsidRPr="004F1596">
        <w:t>vous voudrez bien en convenir</w:t>
      </w:r>
      <w:r w:rsidRPr="004572A7">
        <w:t xml:space="preserve">, </w:t>
      </w:r>
      <w:r w:rsidR="004F1596" w:rsidRPr="004F1596">
        <w:t>vous n</w:t>
      </w:r>
      <w:r w:rsidRPr="004572A7">
        <w:t>’</w:t>
      </w:r>
      <w:r w:rsidR="004F1596" w:rsidRPr="004F1596">
        <w:t>êtes pas de taille</w:t>
      </w:r>
      <w:r w:rsidRPr="004572A7">
        <w:t xml:space="preserve">. </w:t>
      </w:r>
      <w:r w:rsidR="004F1596" w:rsidRPr="004F1596">
        <w:t>Je vous conseille donc de retourner chez vous</w:t>
      </w:r>
      <w:r w:rsidRPr="004572A7">
        <w:t xml:space="preserve">, </w:t>
      </w:r>
      <w:r w:rsidR="004F1596" w:rsidRPr="004F1596">
        <w:t>au pas accéléré de l</w:t>
      </w:r>
      <w:r w:rsidRPr="004572A7">
        <w:t>’</w:t>
      </w:r>
      <w:r w:rsidR="004F1596" w:rsidRPr="004F1596">
        <w:t>oie et de céder votre place à quelqu</w:t>
      </w:r>
      <w:r w:rsidRPr="004572A7">
        <w:t>’</w:t>
      </w:r>
      <w:r w:rsidR="004F1596" w:rsidRPr="004F1596">
        <w:t>un de plus habile</w:t>
      </w:r>
      <w:r w:rsidRPr="004572A7">
        <w:t>.</w:t>
      </w:r>
    </w:p>
    <w:p w14:paraId="55972935" w14:textId="77777777" w:rsidR="004F1596" w:rsidRPr="004F1596" w:rsidRDefault="003A025E" w:rsidP="004F1596">
      <w:r w:rsidRPr="004572A7">
        <w:t>« </w:t>
      </w:r>
      <w:r w:rsidR="004F1596" w:rsidRPr="004F1596">
        <w:t>D</w:t>
      </w:r>
      <w:r w:rsidRPr="004572A7">
        <w:t>’</w:t>
      </w:r>
      <w:r w:rsidR="004F1596" w:rsidRPr="004F1596">
        <w:t>ailleurs</w:t>
      </w:r>
      <w:r w:rsidRPr="004572A7">
        <w:t xml:space="preserve">, </w:t>
      </w:r>
      <w:r w:rsidR="004F1596" w:rsidRPr="004F1596">
        <w:t>je vous préviens</w:t>
      </w:r>
      <w:r w:rsidRPr="004572A7">
        <w:t xml:space="preserve"> : </w:t>
      </w:r>
      <w:r w:rsidR="004F1596" w:rsidRPr="004F1596">
        <w:t>si</w:t>
      </w:r>
      <w:r w:rsidRPr="004572A7">
        <w:t xml:space="preserve">, </w:t>
      </w:r>
      <w:r w:rsidR="004F1596" w:rsidRPr="004F1596">
        <w:t>dans vingt-quatre heures</w:t>
      </w:r>
      <w:r w:rsidRPr="004572A7">
        <w:t xml:space="preserve">, </w:t>
      </w:r>
      <w:r w:rsidR="004F1596" w:rsidRPr="004F1596">
        <w:t>vous n</w:t>
      </w:r>
      <w:r w:rsidRPr="004572A7">
        <w:t>’</w:t>
      </w:r>
      <w:r w:rsidR="004F1596" w:rsidRPr="004F1596">
        <w:t>êtes pas encore passé en Espagne</w:t>
      </w:r>
      <w:r w:rsidRPr="004572A7">
        <w:t xml:space="preserve">, </w:t>
      </w:r>
      <w:r w:rsidR="004F1596" w:rsidRPr="004F1596">
        <w:t>j</w:t>
      </w:r>
      <w:r w:rsidRPr="004572A7">
        <w:t>’</w:t>
      </w:r>
      <w:r w:rsidR="004F1596" w:rsidRPr="004F1596">
        <w:t>avise la sûreté et je vous arrête</w:t>
      </w:r>
      <w:r w:rsidRPr="004572A7">
        <w:t>. »</w:t>
      </w:r>
    </w:p>
    <w:p w14:paraId="2314BFE8" w14:textId="77777777" w:rsidR="003A025E" w:rsidRPr="004572A7" w:rsidRDefault="004F1596" w:rsidP="004F1596">
      <w:r w:rsidRPr="004F1596">
        <w:t>L</w:t>
      </w:r>
      <w:r w:rsidR="003A025E" w:rsidRPr="004572A7">
        <w:t>’</w:t>
      </w:r>
      <w:r w:rsidRPr="004F1596">
        <w:t>Allemand était devenu livide</w:t>
      </w:r>
      <w:r w:rsidR="003A025E" w:rsidRPr="004572A7">
        <w:t xml:space="preserve">. </w:t>
      </w:r>
      <w:r w:rsidRPr="004F1596">
        <w:t>D</w:t>
      </w:r>
      <w:r w:rsidR="003A025E" w:rsidRPr="004572A7">
        <w:t>’</w:t>
      </w:r>
      <w:r w:rsidRPr="004F1596">
        <w:t>un geste sec</w:t>
      </w:r>
      <w:r w:rsidR="003A025E" w:rsidRPr="004572A7">
        <w:t xml:space="preserve">, </w:t>
      </w:r>
      <w:r w:rsidRPr="004F1596">
        <w:t>il jeta le cigare qu</w:t>
      </w:r>
      <w:r w:rsidR="003A025E" w:rsidRPr="004572A7">
        <w:t>’</w:t>
      </w:r>
      <w:r w:rsidRPr="004F1596">
        <w:t>il mâchait</w:t>
      </w:r>
      <w:r w:rsidR="003A025E" w:rsidRPr="004572A7">
        <w:t xml:space="preserve">, </w:t>
      </w:r>
      <w:r w:rsidRPr="004F1596">
        <w:t>regarda Surgères quelques secondes</w:t>
      </w:r>
      <w:r w:rsidR="003A025E" w:rsidRPr="004572A7">
        <w:t xml:space="preserve">, </w:t>
      </w:r>
      <w:r w:rsidRPr="004F1596">
        <w:t>puis murmura</w:t>
      </w:r>
      <w:r w:rsidR="003A025E" w:rsidRPr="004572A7">
        <w:t xml:space="preserve">, </w:t>
      </w:r>
      <w:r w:rsidRPr="004F1596">
        <w:t>d</w:t>
      </w:r>
      <w:r w:rsidR="003A025E" w:rsidRPr="004572A7">
        <w:t>’</w:t>
      </w:r>
      <w:r w:rsidRPr="004F1596">
        <w:t>une voix étranglée où perçait</w:t>
      </w:r>
      <w:r w:rsidR="003A025E" w:rsidRPr="004572A7">
        <w:t xml:space="preserve">, </w:t>
      </w:r>
      <w:r w:rsidRPr="004F1596">
        <w:t>malgré la rancune de la défaite</w:t>
      </w:r>
      <w:r w:rsidR="003A025E" w:rsidRPr="004572A7">
        <w:t xml:space="preserve">, </w:t>
      </w:r>
      <w:r w:rsidRPr="004F1596">
        <w:t>une admiration non déguisée</w:t>
      </w:r>
      <w:r w:rsidR="003A025E" w:rsidRPr="004572A7">
        <w:t>.</w:t>
      </w:r>
    </w:p>
    <w:p w14:paraId="6E12DF1A" w14:textId="77777777" w:rsidR="003A025E" w:rsidRPr="004572A7" w:rsidRDefault="003A025E" w:rsidP="004F1596">
      <w:r w:rsidRPr="004572A7">
        <w:t>— </w:t>
      </w:r>
      <w:r w:rsidR="004F1596" w:rsidRPr="004F1596">
        <w:t>Vous êtes véritablement très fort</w:t>
      </w:r>
      <w:r w:rsidRPr="004572A7">
        <w:t xml:space="preserve">, </w:t>
      </w:r>
      <w:r w:rsidR="004F1596" w:rsidRPr="004F1596">
        <w:t>Monsieur</w:t>
      </w:r>
      <w:r w:rsidRPr="004572A7">
        <w:t xml:space="preserve">, </w:t>
      </w:r>
      <w:r w:rsidR="004F1596" w:rsidRPr="004F1596">
        <w:t>très fort</w:t>
      </w:r>
      <w:r w:rsidRPr="004572A7">
        <w:t>…</w:t>
      </w:r>
    </w:p>
    <w:p w14:paraId="6505CEA5" w14:textId="77777777" w:rsidR="003A025E" w:rsidRPr="004572A7" w:rsidRDefault="003A025E" w:rsidP="004F1596">
      <w:r w:rsidRPr="004572A7">
        <w:t>— </w:t>
      </w:r>
      <w:r w:rsidR="004F1596" w:rsidRPr="004F1596">
        <w:t>N</w:t>
      </w:r>
      <w:r w:rsidRPr="004572A7">
        <w:t>’</w:t>
      </w:r>
      <w:r w:rsidR="004F1596" w:rsidRPr="004F1596">
        <w:t>est-ce pas</w:t>
      </w:r>
      <w:r w:rsidRPr="004572A7">
        <w:t xml:space="preserve"> ? </w:t>
      </w:r>
      <w:r w:rsidR="004F1596" w:rsidRPr="004F1596">
        <w:t>coupa Surgères d</w:t>
      </w:r>
      <w:r w:rsidRPr="004572A7">
        <w:t>’</w:t>
      </w:r>
      <w:r w:rsidR="004F1596" w:rsidRPr="004F1596">
        <w:t>un air moqueur</w:t>
      </w:r>
      <w:r w:rsidRPr="004572A7">
        <w:t xml:space="preserve">. </w:t>
      </w:r>
      <w:r w:rsidR="004F1596" w:rsidRPr="004F1596">
        <w:t>J</w:t>
      </w:r>
      <w:r w:rsidRPr="004572A7">
        <w:t>’</w:t>
      </w:r>
      <w:r w:rsidR="004F1596" w:rsidRPr="004F1596">
        <w:t>étais sûr que vous finiriez par changer d</w:t>
      </w:r>
      <w:r w:rsidRPr="004572A7">
        <w:t>’</w:t>
      </w:r>
      <w:r w:rsidR="004F1596" w:rsidRPr="004F1596">
        <w:t>avis</w:t>
      </w:r>
      <w:r w:rsidRPr="004572A7">
        <w:t>.</w:t>
      </w:r>
    </w:p>
    <w:p w14:paraId="2AD586DB" w14:textId="77777777" w:rsidR="003A025E" w:rsidRPr="004572A7" w:rsidRDefault="004F1596" w:rsidP="004F1596">
      <w:r w:rsidRPr="004F1596">
        <w:t>Le pseudo Roumain fit mine de tourner les talons</w:t>
      </w:r>
      <w:r w:rsidR="003A025E" w:rsidRPr="004572A7">
        <w:t xml:space="preserve">. </w:t>
      </w:r>
      <w:r w:rsidRPr="004F1596">
        <w:t>D</w:t>
      </w:r>
      <w:r w:rsidR="003A025E" w:rsidRPr="004572A7">
        <w:t>’</w:t>
      </w:r>
      <w:r w:rsidRPr="004F1596">
        <w:t>un geste</w:t>
      </w:r>
      <w:r w:rsidR="003A025E" w:rsidRPr="004572A7">
        <w:t xml:space="preserve">, </w:t>
      </w:r>
      <w:r w:rsidRPr="004F1596">
        <w:t>le docteur l</w:t>
      </w:r>
      <w:r w:rsidR="003A025E" w:rsidRPr="004572A7">
        <w:t>’</w:t>
      </w:r>
      <w:r w:rsidRPr="004F1596">
        <w:t>arrêta</w:t>
      </w:r>
      <w:r w:rsidR="003A025E" w:rsidRPr="004572A7">
        <w:t> :</w:t>
      </w:r>
    </w:p>
    <w:p w14:paraId="5CA33D26" w14:textId="77777777" w:rsidR="003A025E" w:rsidRPr="004572A7" w:rsidRDefault="003A025E" w:rsidP="004F1596">
      <w:r w:rsidRPr="004572A7">
        <w:t>— </w:t>
      </w:r>
      <w:r w:rsidR="004F1596" w:rsidRPr="004F1596">
        <w:t>Un dernier mot</w:t>
      </w:r>
      <w:r w:rsidRPr="004572A7">
        <w:t xml:space="preserve">, </w:t>
      </w:r>
      <w:r w:rsidR="004F1596" w:rsidRPr="004F1596">
        <w:t>Monsieur</w:t>
      </w:r>
      <w:r w:rsidRPr="004572A7">
        <w:t xml:space="preserve">, </w:t>
      </w:r>
      <w:r w:rsidR="004F1596" w:rsidRPr="004F1596">
        <w:t>si vous le voulez bien</w:t>
      </w:r>
      <w:r w:rsidRPr="004572A7">
        <w:t xml:space="preserve"> ? </w:t>
      </w:r>
      <w:r w:rsidR="004F1596" w:rsidRPr="004F1596">
        <w:t>Avant de nous quitter</w:t>
      </w:r>
      <w:r w:rsidRPr="004572A7">
        <w:t xml:space="preserve">, </w:t>
      </w:r>
      <w:r w:rsidR="004F1596" w:rsidRPr="004F1596">
        <w:t>remettez-moi donc la lettre que vous avez reçue de Berlin</w:t>
      </w:r>
      <w:r w:rsidRPr="004572A7">
        <w:t xml:space="preserve">, </w:t>
      </w:r>
      <w:r w:rsidR="004F1596" w:rsidRPr="004F1596">
        <w:t>hier au soir</w:t>
      </w:r>
      <w:r w:rsidRPr="004572A7">
        <w:t xml:space="preserve">, </w:t>
      </w:r>
      <w:r w:rsidR="004F1596" w:rsidRPr="004F1596">
        <w:t>lettre que vous conservez sur vous</w:t>
      </w:r>
      <w:r w:rsidRPr="004572A7">
        <w:t xml:space="preserve">, </w:t>
      </w:r>
      <w:r w:rsidR="004F1596" w:rsidRPr="004F1596">
        <w:t xml:space="preserve">et que </w:t>
      </w:r>
      <w:r w:rsidR="004F1596" w:rsidRPr="004F1596">
        <w:rPr>
          <w:i/>
          <w:iCs/>
        </w:rPr>
        <w:t xml:space="preserve">je vois </w:t>
      </w:r>
      <w:r w:rsidR="004F1596" w:rsidRPr="004F1596">
        <w:t>d</w:t>
      </w:r>
      <w:r w:rsidRPr="004572A7">
        <w:t>’</w:t>
      </w:r>
      <w:r w:rsidR="004F1596" w:rsidRPr="004F1596">
        <w:t>ici</w:t>
      </w:r>
      <w:r w:rsidRPr="004572A7">
        <w:t xml:space="preserve">, </w:t>
      </w:r>
      <w:r w:rsidR="004F1596" w:rsidRPr="004F1596">
        <w:t>dans votre portefeuille</w:t>
      </w:r>
      <w:r w:rsidRPr="004572A7">
        <w:t xml:space="preserve">. </w:t>
      </w:r>
      <w:r w:rsidR="004F1596" w:rsidRPr="004F1596">
        <w:t>Elle contient des instructions qui peuvent m</w:t>
      </w:r>
      <w:r w:rsidRPr="004572A7">
        <w:t>’</w:t>
      </w:r>
      <w:r w:rsidR="004F1596" w:rsidRPr="004F1596">
        <w:t>être utiles</w:t>
      </w:r>
      <w:r w:rsidRPr="004572A7">
        <w:t>…</w:t>
      </w:r>
    </w:p>
    <w:p w14:paraId="7D6DC07B" w14:textId="77777777" w:rsidR="003A025E" w:rsidRPr="004572A7" w:rsidRDefault="003A025E" w:rsidP="004F1596">
      <w:r w:rsidRPr="004572A7">
        <w:t>— </w:t>
      </w:r>
      <w:r w:rsidR="004F1596" w:rsidRPr="004F1596">
        <w:t>Ah</w:t>
      </w:r>
      <w:r w:rsidRPr="004572A7">
        <w:t xml:space="preserve"> ! </w:t>
      </w:r>
      <w:r w:rsidR="004F1596" w:rsidRPr="004F1596">
        <w:t>ça</w:t>
      </w:r>
      <w:r w:rsidRPr="004572A7">
        <w:t xml:space="preserve">, </w:t>
      </w:r>
      <w:r w:rsidR="004F1596" w:rsidRPr="004F1596">
        <w:t>vous êtes donc le diable</w:t>
      </w:r>
      <w:r w:rsidRPr="004572A7">
        <w:t xml:space="preserve"> ! </w:t>
      </w:r>
      <w:r w:rsidR="004F1596" w:rsidRPr="004F1596">
        <w:t>s</w:t>
      </w:r>
      <w:r w:rsidRPr="004572A7">
        <w:t>’</w:t>
      </w:r>
      <w:r w:rsidR="004F1596" w:rsidRPr="004F1596">
        <w:t>écria le colonel d</w:t>
      </w:r>
      <w:r w:rsidRPr="004572A7">
        <w:t>’</w:t>
      </w:r>
      <w:r w:rsidR="004F1596" w:rsidRPr="004F1596">
        <w:t>une voix étouffée</w:t>
      </w:r>
      <w:r w:rsidRPr="004572A7">
        <w:t>…</w:t>
      </w:r>
    </w:p>
    <w:p w14:paraId="767E1B2D" w14:textId="77777777" w:rsidR="003A025E" w:rsidRPr="004572A7" w:rsidRDefault="003A025E" w:rsidP="004F1596">
      <w:r w:rsidRPr="004572A7">
        <w:lastRenderedPageBreak/>
        <w:t>— </w:t>
      </w:r>
      <w:r w:rsidR="004F1596" w:rsidRPr="004F1596">
        <w:t>Lui-même</w:t>
      </w:r>
      <w:r w:rsidRPr="004572A7">
        <w:t xml:space="preserve">, </w:t>
      </w:r>
      <w:r w:rsidR="004F1596" w:rsidRPr="004F1596">
        <w:t>en personne</w:t>
      </w:r>
      <w:r w:rsidRPr="004572A7">
        <w:t xml:space="preserve"> ! </w:t>
      </w:r>
      <w:r w:rsidR="004F1596" w:rsidRPr="004F1596">
        <w:t>répondit Surgères gravement</w:t>
      </w:r>
      <w:r w:rsidRPr="004572A7">
        <w:t xml:space="preserve">. </w:t>
      </w:r>
      <w:r w:rsidR="004F1596" w:rsidRPr="004F1596">
        <w:t>Allons</w:t>
      </w:r>
      <w:r w:rsidRPr="004572A7">
        <w:t xml:space="preserve">, </w:t>
      </w:r>
      <w:r w:rsidR="004F1596" w:rsidRPr="004F1596">
        <w:t>la lettre</w:t>
      </w:r>
      <w:r w:rsidRPr="004572A7">
        <w:t xml:space="preserve">, </w:t>
      </w:r>
      <w:r w:rsidR="004F1596" w:rsidRPr="004F1596">
        <w:t>ou sinon</w:t>
      </w:r>
      <w:r w:rsidRPr="004572A7">
        <w:t>…</w:t>
      </w:r>
    </w:p>
    <w:p w14:paraId="5EE58E26" w14:textId="77777777" w:rsidR="003A025E" w:rsidRPr="004572A7" w:rsidRDefault="004F1596" w:rsidP="004F1596">
      <w:r w:rsidRPr="004F1596">
        <w:t>Il n</w:t>
      </w:r>
      <w:r w:rsidR="003A025E" w:rsidRPr="004572A7">
        <w:t>’</w:t>
      </w:r>
      <w:r w:rsidRPr="004F1596">
        <w:t>eut pas besoin d</w:t>
      </w:r>
      <w:r w:rsidR="003A025E" w:rsidRPr="004572A7">
        <w:t>’</w:t>
      </w:r>
      <w:r w:rsidRPr="004F1596">
        <w:t>achever</w:t>
      </w:r>
      <w:r w:rsidR="003A025E" w:rsidRPr="004572A7">
        <w:t xml:space="preserve">. </w:t>
      </w:r>
      <w:r w:rsidRPr="004F1596">
        <w:t>L</w:t>
      </w:r>
      <w:r w:rsidR="003A025E" w:rsidRPr="004572A7">
        <w:t>’</w:t>
      </w:r>
      <w:r w:rsidRPr="004F1596">
        <w:t>espion prit son portefeuille</w:t>
      </w:r>
      <w:r w:rsidR="003A025E" w:rsidRPr="004572A7">
        <w:t xml:space="preserve">, </w:t>
      </w:r>
      <w:r w:rsidRPr="004F1596">
        <w:t>en tira une enveloppe non cachetée</w:t>
      </w:r>
      <w:r w:rsidR="003A025E" w:rsidRPr="004572A7">
        <w:t xml:space="preserve">, </w:t>
      </w:r>
      <w:r w:rsidRPr="004F1596">
        <w:t>qu</w:t>
      </w:r>
      <w:r w:rsidR="003A025E" w:rsidRPr="004572A7">
        <w:t>’</w:t>
      </w:r>
      <w:r w:rsidRPr="004F1596">
        <w:t>il remit à son adversaire</w:t>
      </w:r>
      <w:r w:rsidR="003A025E" w:rsidRPr="004572A7">
        <w:t xml:space="preserve">. </w:t>
      </w:r>
      <w:r w:rsidRPr="004F1596">
        <w:t>Celui-ci l</w:t>
      </w:r>
      <w:r w:rsidR="003A025E" w:rsidRPr="004572A7">
        <w:t>’</w:t>
      </w:r>
      <w:r w:rsidRPr="004F1596">
        <w:t>ouvrit</w:t>
      </w:r>
      <w:r w:rsidR="003A025E" w:rsidRPr="004572A7">
        <w:t xml:space="preserve">, </w:t>
      </w:r>
      <w:r w:rsidRPr="004F1596">
        <w:t>pour s</w:t>
      </w:r>
      <w:r w:rsidR="003A025E" w:rsidRPr="004572A7">
        <w:t>’</w:t>
      </w:r>
      <w:r w:rsidRPr="004F1596">
        <w:t>assurer de son contenu</w:t>
      </w:r>
      <w:r w:rsidR="003A025E" w:rsidRPr="004572A7">
        <w:t xml:space="preserve">, </w:t>
      </w:r>
      <w:r w:rsidRPr="004F1596">
        <w:t>et la fit disparaître dans une poche intérieure de son vêtement</w:t>
      </w:r>
      <w:r w:rsidR="003A025E" w:rsidRPr="004572A7">
        <w:t>.</w:t>
      </w:r>
    </w:p>
    <w:p w14:paraId="278B2AF0" w14:textId="77777777" w:rsidR="003A025E" w:rsidRPr="004572A7" w:rsidRDefault="004F1596" w:rsidP="004F1596">
      <w:r w:rsidRPr="004F1596">
        <w:t>Alors</w:t>
      </w:r>
      <w:r w:rsidR="003A025E" w:rsidRPr="004572A7">
        <w:t xml:space="preserve">, </w:t>
      </w:r>
      <w:r w:rsidRPr="004F1596">
        <w:t>après avoir poussé deux ou trois jurons entre ses dents et s</w:t>
      </w:r>
      <w:r w:rsidR="003A025E" w:rsidRPr="004572A7">
        <w:t>’</w:t>
      </w:r>
      <w:r w:rsidRPr="004F1596">
        <w:t>être traité</w:t>
      </w:r>
      <w:r w:rsidR="003A025E" w:rsidRPr="004572A7">
        <w:t xml:space="preserve">, </w:t>
      </w:r>
      <w:r w:rsidRPr="004F1596">
        <w:t>en allemand</w:t>
      </w:r>
      <w:r w:rsidR="003A025E" w:rsidRPr="004572A7">
        <w:t xml:space="preserve">, </w:t>
      </w:r>
      <w:r w:rsidRPr="004F1596">
        <w:t>d</w:t>
      </w:r>
      <w:r w:rsidR="003A025E" w:rsidRPr="004572A7">
        <w:t>’</w:t>
      </w:r>
      <w:r w:rsidRPr="004F1596">
        <w:t>abominable crétin</w:t>
      </w:r>
      <w:r w:rsidR="003A025E" w:rsidRPr="004572A7">
        <w:t xml:space="preserve">, </w:t>
      </w:r>
      <w:r w:rsidRPr="004F1596">
        <w:t>le pseudo Roumain sortit du fumoir en courant</w:t>
      </w:r>
      <w:r w:rsidR="003A025E" w:rsidRPr="004572A7">
        <w:t xml:space="preserve">. </w:t>
      </w:r>
      <w:r w:rsidRPr="004F1596">
        <w:t>On eût juré qu</w:t>
      </w:r>
      <w:r w:rsidR="003A025E" w:rsidRPr="004572A7">
        <w:t>’</w:t>
      </w:r>
      <w:r w:rsidRPr="004F1596">
        <w:t>il avait tous les policiers de France à ses trousses</w:t>
      </w:r>
      <w:r w:rsidR="003A025E" w:rsidRPr="004572A7">
        <w:t>…</w:t>
      </w:r>
    </w:p>
    <w:p w14:paraId="20FAF894" w14:textId="77777777" w:rsidR="003A025E" w:rsidRPr="004572A7" w:rsidRDefault="004F1596" w:rsidP="004F1596">
      <w:r w:rsidRPr="004F1596">
        <w:t>Je ne l</w:t>
      </w:r>
      <w:r w:rsidR="003A025E" w:rsidRPr="004572A7">
        <w:t>’</w:t>
      </w:r>
      <w:r w:rsidRPr="004F1596">
        <w:t>ai jamais revu depuis</w:t>
      </w:r>
      <w:r w:rsidR="003A025E" w:rsidRPr="004572A7">
        <w:t>…</w:t>
      </w:r>
    </w:p>
    <w:p w14:paraId="571F12DE" w14:textId="77777777" w:rsidR="004F1596" w:rsidRPr="004572A7" w:rsidRDefault="00C844D5" w:rsidP="003A025E">
      <w:pPr>
        <w:pStyle w:val="Etoile"/>
      </w:pPr>
      <w:r w:rsidRPr="004572A7">
        <w:t>*</w:t>
      </w:r>
    </w:p>
    <w:p w14:paraId="5E23A4F7" w14:textId="77777777" w:rsidR="003A025E" w:rsidRPr="004572A7" w:rsidRDefault="004F1596" w:rsidP="004F1596">
      <w:r w:rsidRPr="004F1596">
        <w:t>Les faits dont je venais d</w:t>
      </w:r>
      <w:r w:rsidR="003A025E" w:rsidRPr="004572A7">
        <w:t>’</w:t>
      </w:r>
      <w:r w:rsidRPr="004F1596">
        <w:t>être témoin m</w:t>
      </w:r>
      <w:r w:rsidR="003A025E" w:rsidRPr="004572A7">
        <w:t>’</w:t>
      </w:r>
      <w:r w:rsidRPr="004F1596">
        <w:t>ouvraient de larges horizons</w:t>
      </w:r>
      <w:r w:rsidR="003A025E" w:rsidRPr="004572A7">
        <w:t xml:space="preserve">, </w:t>
      </w:r>
      <w:r w:rsidRPr="004F1596">
        <w:t>surtout des horizons imprévus</w:t>
      </w:r>
      <w:r w:rsidR="003A025E" w:rsidRPr="004572A7">
        <w:t xml:space="preserve">. </w:t>
      </w:r>
      <w:r w:rsidRPr="004F1596">
        <w:t>Je commençais à croire fermement que j</w:t>
      </w:r>
      <w:r w:rsidR="003A025E" w:rsidRPr="004572A7">
        <w:t>’</w:t>
      </w:r>
      <w:r w:rsidRPr="004F1596">
        <w:t>arriverais enfin à un résultat</w:t>
      </w:r>
      <w:r w:rsidR="003A025E" w:rsidRPr="004572A7">
        <w:t>.</w:t>
      </w:r>
    </w:p>
    <w:p w14:paraId="187C7B2A" w14:textId="77777777" w:rsidR="003A025E" w:rsidRPr="004572A7" w:rsidRDefault="004F1596" w:rsidP="004F1596">
      <w:r w:rsidRPr="004F1596">
        <w:t>Je ne marchais plus</w:t>
      </w:r>
      <w:r w:rsidR="003A025E" w:rsidRPr="004572A7">
        <w:t xml:space="preserve">, </w:t>
      </w:r>
      <w:r w:rsidRPr="004F1596">
        <w:t>comme autrefois</w:t>
      </w:r>
      <w:r w:rsidR="003A025E" w:rsidRPr="004572A7">
        <w:t xml:space="preserve">, </w:t>
      </w:r>
      <w:r w:rsidRPr="004F1596">
        <w:t>dans les ténèbres</w:t>
      </w:r>
      <w:r w:rsidR="003A025E" w:rsidRPr="004572A7">
        <w:t xml:space="preserve">, </w:t>
      </w:r>
      <w:r w:rsidRPr="004F1596">
        <w:t>sans guide</w:t>
      </w:r>
      <w:r w:rsidR="003A025E" w:rsidRPr="004572A7">
        <w:t xml:space="preserve">, </w:t>
      </w:r>
      <w:r w:rsidRPr="004F1596">
        <w:t>sans point de repère</w:t>
      </w:r>
      <w:r w:rsidR="003A025E" w:rsidRPr="004572A7">
        <w:t xml:space="preserve">, </w:t>
      </w:r>
      <w:r w:rsidRPr="004F1596">
        <w:t>me fiant à ma seule imagination et aux caprices de ma bonne ou mauvaise fortune</w:t>
      </w:r>
      <w:r w:rsidR="003A025E" w:rsidRPr="004572A7">
        <w:t xml:space="preserve">, </w:t>
      </w:r>
      <w:r w:rsidRPr="004F1596">
        <w:t>non</w:t>
      </w:r>
      <w:r w:rsidR="003A025E" w:rsidRPr="004572A7">
        <w:t xml:space="preserve">, </w:t>
      </w:r>
      <w:r w:rsidRPr="004F1596">
        <w:t>j</w:t>
      </w:r>
      <w:r w:rsidR="003A025E" w:rsidRPr="004572A7">
        <w:t>’</w:t>
      </w:r>
      <w:r w:rsidRPr="004F1596">
        <w:t>avais désormais</w:t>
      </w:r>
      <w:r w:rsidR="003A025E" w:rsidRPr="004572A7">
        <w:t xml:space="preserve">, </w:t>
      </w:r>
      <w:r w:rsidRPr="004F1596">
        <w:t>des données plus précises</w:t>
      </w:r>
      <w:r w:rsidR="003A025E" w:rsidRPr="004572A7">
        <w:t xml:space="preserve">, </w:t>
      </w:r>
      <w:r w:rsidRPr="004F1596">
        <w:t>des bases plus solides</w:t>
      </w:r>
      <w:r w:rsidR="003A025E" w:rsidRPr="004572A7">
        <w:t xml:space="preserve">. </w:t>
      </w:r>
      <w:r w:rsidRPr="004F1596">
        <w:t>Les progrès que j</w:t>
      </w:r>
      <w:r w:rsidR="003A025E" w:rsidRPr="004572A7">
        <w:t>’</w:t>
      </w:r>
      <w:r w:rsidRPr="004F1596">
        <w:t>avais accomplis dans ce sens me permettaient d</w:t>
      </w:r>
      <w:r w:rsidR="003A025E" w:rsidRPr="004572A7">
        <w:t>’</w:t>
      </w:r>
      <w:r w:rsidRPr="004F1596">
        <w:t>avoir</w:t>
      </w:r>
      <w:r w:rsidR="003A025E" w:rsidRPr="004572A7">
        <w:t xml:space="preserve">, </w:t>
      </w:r>
      <w:r w:rsidRPr="004F1596">
        <w:t>plus que jamais</w:t>
      </w:r>
      <w:r w:rsidR="003A025E" w:rsidRPr="004572A7">
        <w:t xml:space="preserve">, </w:t>
      </w:r>
      <w:r w:rsidRPr="004F1596">
        <w:t>confiance en moi-même</w:t>
      </w:r>
      <w:r w:rsidR="003A025E" w:rsidRPr="004572A7">
        <w:t>.</w:t>
      </w:r>
    </w:p>
    <w:p w14:paraId="7A8DAF27" w14:textId="77777777" w:rsidR="003A025E" w:rsidRPr="004572A7" w:rsidRDefault="004F1596" w:rsidP="004F1596">
      <w:r w:rsidRPr="004F1596">
        <w:t>Surgères</w:t>
      </w:r>
      <w:r w:rsidR="003A025E" w:rsidRPr="004572A7">
        <w:t xml:space="preserve">, </w:t>
      </w:r>
      <w:r w:rsidRPr="004F1596">
        <w:t>je le savais maintenant</w:t>
      </w:r>
      <w:r w:rsidR="003A025E" w:rsidRPr="004572A7">
        <w:t xml:space="preserve">, </w:t>
      </w:r>
      <w:r w:rsidRPr="004F1596">
        <w:t>n</w:t>
      </w:r>
      <w:r w:rsidR="003A025E" w:rsidRPr="004572A7">
        <w:t>’</w:t>
      </w:r>
      <w:r w:rsidRPr="004F1596">
        <w:t>était pas un malfaiteur</w:t>
      </w:r>
      <w:r w:rsidR="003A025E" w:rsidRPr="004572A7">
        <w:t xml:space="preserve">, </w:t>
      </w:r>
      <w:r w:rsidRPr="004F1596">
        <w:t>non plus un aventurier méprisable</w:t>
      </w:r>
      <w:r w:rsidR="003A025E" w:rsidRPr="004572A7">
        <w:t xml:space="preserve">. </w:t>
      </w:r>
      <w:r w:rsidRPr="004F1596">
        <w:t>Bien mieux</w:t>
      </w:r>
      <w:r w:rsidR="003A025E" w:rsidRPr="004572A7">
        <w:t xml:space="preserve">, </w:t>
      </w:r>
      <w:r w:rsidRPr="004F1596">
        <w:t>il y avait en lui autre chose que des sentiments d</w:t>
      </w:r>
      <w:r w:rsidR="003A025E" w:rsidRPr="004572A7">
        <w:t>’</w:t>
      </w:r>
      <w:r w:rsidRPr="004F1596">
        <w:t>intérêt personnel ou de déloyauté</w:t>
      </w:r>
      <w:r w:rsidR="003A025E" w:rsidRPr="004572A7">
        <w:t xml:space="preserve">. </w:t>
      </w:r>
      <w:r w:rsidRPr="004F1596">
        <w:t>Je savais aussi que ce projecteur électrique</w:t>
      </w:r>
      <w:r w:rsidR="003A025E" w:rsidRPr="004572A7">
        <w:t xml:space="preserve">, </w:t>
      </w:r>
      <w:r w:rsidRPr="004F1596">
        <w:t>à lumière bleue</w:t>
      </w:r>
      <w:r w:rsidR="003A025E" w:rsidRPr="004572A7">
        <w:t xml:space="preserve">, </w:t>
      </w:r>
      <w:r w:rsidRPr="004F1596">
        <w:t>dont il ne se séparait jamais</w:t>
      </w:r>
      <w:r w:rsidR="003A025E" w:rsidRPr="004572A7">
        <w:t xml:space="preserve">, </w:t>
      </w:r>
      <w:r w:rsidRPr="004F1596">
        <w:t>devait jouer un rôle extrêmement important dans sa vie</w:t>
      </w:r>
      <w:r w:rsidR="003A025E" w:rsidRPr="004572A7">
        <w:t xml:space="preserve">. </w:t>
      </w:r>
      <w:r w:rsidRPr="004F1596">
        <w:t xml:space="preserve">Il en était de même </w:t>
      </w:r>
      <w:r w:rsidRPr="004F1596">
        <w:lastRenderedPageBreak/>
        <w:t>d</w:t>
      </w:r>
      <w:r w:rsidR="003A025E" w:rsidRPr="004572A7">
        <w:t>’</w:t>
      </w:r>
      <w:r w:rsidRPr="004F1596">
        <w:t>un autre objet qu</w:t>
      </w:r>
      <w:r w:rsidR="003A025E" w:rsidRPr="004572A7">
        <w:t>’</w:t>
      </w:r>
      <w:r w:rsidRPr="004F1596">
        <w:t>il avait regardé dans le jardin</w:t>
      </w:r>
      <w:r w:rsidR="003A025E" w:rsidRPr="004572A7">
        <w:t xml:space="preserve">, </w:t>
      </w:r>
      <w:r w:rsidRPr="004F1596">
        <w:t>mais que je n</w:t>
      </w:r>
      <w:r w:rsidR="003A025E" w:rsidRPr="004572A7">
        <w:t>’</w:t>
      </w:r>
      <w:r w:rsidRPr="004F1596">
        <w:t>avais qu</w:t>
      </w:r>
      <w:r w:rsidR="003A025E" w:rsidRPr="004572A7">
        <w:t>’</w:t>
      </w:r>
      <w:r w:rsidRPr="004F1596">
        <w:t>entrevu et dont je n</w:t>
      </w:r>
      <w:r w:rsidR="003A025E" w:rsidRPr="004572A7">
        <w:t>’</w:t>
      </w:r>
      <w:r w:rsidRPr="004F1596">
        <w:t>aurais pu préciser la nature</w:t>
      </w:r>
      <w:r w:rsidR="003A025E" w:rsidRPr="004572A7">
        <w:t>.</w:t>
      </w:r>
    </w:p>
    <w:p w14:paraId="28857483" w14:textId="77777777" w:rsidR="003A025E" w:rsidRPr="004572A7" w:rsidRDefault="004F1596" w:rsidP="004F1596">
      <w:r w:rsidRPr="004F1596">
        <w:t>Ce que je savais surtout</w:t>
      </w:r>
      <w:r w:rsidR="003A025E" w:rsidRPr="004572A7">
        <w:t xml:space="preserve">, </w:t>
      </w:r>
      <w:r w:rsidRPr="004F1596">
        <w:t>c</w:t>
      </w:r>
      <w:r w:rsidR="003A025E" w:rsidRPr="004572A7">
        <w:t>’</w:t>
      </w:r>
      <w:r w:rsidRPr="004F1596">
        <w:t>est que Surgères avait accompli sous mes yeux</w:t>
      </w:r>
      <w:r w:rsidR="003A025E" w:rsidRPr="004572A7">
        <w:t xml:space="preserve">, </w:t>
      </w:r>
      <w:r w:rsidRPr="004F1596">
        <w:t>un tour de force inouï</w:t>
      </w:r>
      <w:r w:rsidR="003A025E" w:rsidRPr="004572A7">
        <w:t xml:space="preserve">, </w:t>
      </w:r>
      <w:r w:rsidRPr="004F1596">
        <w:t>formidable</w:t>
      </w:r>
      <w:r w:rsidR="003A025E" w:rsidRPr="004572A7">
        <w:t xml:space="preserve"> ! </w:t>
      </w:r>
      <w:r w:rsidRPr="004F1596">
        <w:t>Un tour de magie non truqué</w:t>
      </w:r>
      <w:r w:rsidR="003A025E" w:rsidRPr="004572A7">
        <w:t xml:space="preserve">, </w:t>
      </w:r>
      <w:r w:rsidRPr="004F1596">
        <w:t>bien réel</w:t>
      </w:r>
      <w:r w:rsidR="003A025E" w:rsidRPr="004572A7">
        <w:t xml:space="preserve">. </w:t>
      </w:r>
      <w:r w:rsidRPr="004F1596">
        <w:t>Le comble</w:t>
      </w:r>
      <w:r w:rsidR="003A025E" w:rsidRPr="004572A7">
        <w:t> !</w:t>
      </w:r>
    </w:p>
    <w:p w14:paraId="22D39D7C" w14:textId="77777777" w:rsidR="003A025E" w:rsidRPr="004572A7" w:rsidRDefault="004F1596" w:rsidP="004F1596">
      <w:r w:rsidRPr="004F1596">
        <w:t>Cette fois</w:t>
      </w:r>
      <w:r w:rsidR="003A025E" w:rsidRPr="004572A7">
        <w:t xml:space="preserve">, </w:t>
      </w:r>
      <w:r w:rsidRPr="004F1596">
        <w:t>je n</w:t>
      </w:r>
      <w:r w:rsidR="003A025E" w:rsidRPr="004572A7">
        <w:t>’</w:t>
      </w:r>
      <w:r w:rsidRPr="004F1596">
        <w:t>avais plus besoin de chercher</w:t>
      </w:r>
      <w:r w:rsidR="003A025E" w:rsidRPr="004572A7">
        <w:t xml:space="preserve">, </w:t>
      </w:r>
      <w:r w:rsidRPr="004F1596">
        <w:t>de réfléchir</w:t>
      </w:r>
      <w:r w:rsidR="003A025E" w:rsidRPr="004572A7">
        <w:t xml:space="preserve">, </w:t>
      </w:r>
      <w:r w:rsidRPr="004F1596">
        <w:t>d</w:t>
      </w:r>
      <w:r w:rsidR="003A025E" w:rsidRPr="004572A7">
        <w:t>’</w:t>
      </w:r>
      <w:r w:rsidRPr="004F1596">
        <w:t>échafauder de misérables raisonnements</w:t>
      </w:r>
      <w:r w:rsidR="003A025E" w:rsidRPr="004572A7">
        <w:t xml:space="preserve">, </w:t>
      </w:r>
      <w:r w:rsidRPr="004F1596">
        <w:t>je n</w:t>
      </w:r>
      <w:r w:rsidR="003A025E" w:rsidRPr="004572A7">
        <w:t>’</w:t>
      </w:r>
      <w:r w:rsidRPr="004F1596">
        <w:t>avais qu</w:t>
      </w:r>
      <w:r w:rsidR="003A025E" w:rsidRPr="004572A7">
        <w:t>’</w:t>
      </w:r>
      <w:r w:rsidRPr="004F1596">
        <w:t>à constater brutalement ce que j</w:t>
      </w:r>
      <w:r w:rsidR="003A025E" w:rsidRPr="004572A7">
        <w:t>’</w:t>
      </w:r>
      <w:r w:rsidRPr="004F1596">
        <w:t>avais vu</w:t>
      </w:r>
      <w:r w:rsidR="003A025E" w:rsidRPr="004572A7">
        <w:t> :</w:t>
      </w:r>
    </w:p>
    <w:p w14:paraId="2B4D53FF" w14:textId="77777777" w:rsidR="003A025E" w:rsidRPr="004572A7" w:rsidRDefault="004F1596" w:rsidP="004F1596">
      <w:r w:rsidRPr="004F1596">
        <w:t>Un homme distingué</w:t>
      </w:r>
      <w:r w:rsidR="003A025E" w:rsidRPr="004572A7">
        <w:t xml:space="preserve">, </w:t>
      </w:r>
      <w:r w:rsidRPr="004F1596">
        <w:t>un industriel roumain</w:t>
      </w:r>
      <w:r w:rsidR="003A025E" w:rsidRPr="004572A7">
        <w:t xml:space="preserve">, </w:t>
      </w:r>
      <w:r w:rsidRPr="004F1596">
        <w:t>jouissant du prestige que confère une grosse fortune</w:t>
      </w:r>
      <w:r w:rsidR="003A025E" w:rsidRPr="004572A7">
        <w:t xml:space="preserve">, </w:t>
      </w:r>
      <w:r w:rsidRPr="004F1596">
        <w:t>descendu dans l</w:t>
      </w:r>
      <w:r w:rsidR="003A025E" w:rsidRPr="004572A7">
        <w:t>’</w:t>
      </w:r>
      <w:r w:rsidRPr="004F1596">
        <w:t>un des plus fastueux hôtels de la plage</w:t>
      </w:r>
      <w:r w:rsidR="003A025E" w:rsidRPr="004572A7">
        <w:t xml:space="preserve">, </w:t>
      </w:r>
      <w:r w:rsidRPr="004F1596">
        <w:t>reçu par le Consul d</w:t>
      </w:r>
      <w:r w:rsidR="003A025E" w:rsidRPr="004572A7">
        <w:t>’</w:t>
      </w:r>
      <w:r w:rsidRPr="004F1596">
        <w:t>Angleterre</w:t>
      </w:r>
      <w:r w:rsidR="003A025E" w:rsidRPr="004572A7">
        <w:t xml:space="preserve">, </w:t>
      </w:r>
      <w:r w:rsidRPr="004F1596">
        <w:t>considéré comme un ami de la France</w:t>
      </w:r>
      <w:r w:rsidR="003A025E" w:rsidRPr="004572A7">
        <w:t xml:space="preserve">, </w:t>
      </w:r>
      <w:r w:rsidRPr="004F1596">
        <w:t>nous avait été présenté</w:t>
      </w:r>
      <w:r w:rsidR="003A025E" w:rsidRPr="004572A7">
        <w:t xml:space="preserve">, </w:t>
      </w:r>
      <w:r w:rsidRPr="004F1596">
        <w:t>un soir</w:t>
      </w:r>
      <w:r w:rsidR="003A025E" w:rsidRPr="004572A7">
        <w:t xml:space="preserve">, </w:t>
      </w:r>
      <w:r w:rsidRPr="004F1596">
        <w:t>à dix heures</w:t>
      </w:r>
      <w:r w:rsidR="003A025E" w:rsidRPr="004572A7">
        <w:t xml:space="preserve">… </w:t>
      </w:r>
      <w:r w:rsidR="007E47D1" w:rsidRPr="004572A7">
        <w:t>À</w:t>
      </w:r>
      <w:r w:rsidRPr="004F1596">
        <w:t xml:space="preserve"> trois heures du matin</w:t>
      </w:r>
      <w:r w:rsidR="003A025E" w:rsidRPr="004572A7">
        <w:t xml:space="preserve">, </w:t>
      </w:r>
      <w:r w:rsidRPr="004F1596">
        <w:t>le prétendu Roumain</w:t>
      </w:r>
      <w:r w:rsidR="003A025E" w:rsidRPr="004572A7">
        <w:t xml:space="preserve">, </w:t>
      </w:r>
      <w:r w:rsidRPr="004F1596">
        <w:t>formellement convaincu d</w:t>
      </w:r>
      <w:r w:rsidR="003A025E" w:rsidRPr="004572A7">
        <w:t>’</w:t>
      </w:r>
      <w:r w:rsidRPr="004F1596">
        <w:t>espionnage</w:t>
      </w:r>
      <w:r w:rsidR="003A025E" w:rsidRPr="004572A7">
        <w:t xml:space="preserve">, </w:t>
      </w:r>
      <w:r w:rsidRPr="004F1596">
        <w:t>par Surgères</w:t>
      </w:r>
      <w:r w:rsidR="003A025E" w:rsidRPr="004572A7">
        <w:t xml:space="preserve">, </w:t>
      </w:r>
      <w:r w:rsidRPr="004F1596">
        <w:t>s</w:t>
      </w:r>
      <w:r w:rsidR="003A025E" w:rsidRPr="004572A7">
        <w:t>’</w:t>
      </w:r>
      <w:r w:rsidRPr="004F1596">
        <w:t>enfuyait en Espagne</w:t>
      </w:r>
      <w:r w:rsidR="003A025E" w:rsidRPr="004572A7">
        <w:t xml:space="preserve">. </w:t>
      </w:r>
      <w:r w:rsidRPr="004F1596">
        <w:t xml:space="preserve">Et cependant </w:t>
      </w:r>
      <w:r w:rsidRPr="004F1596">
        <w:rPr>
          <w:i/>
          <w:iCs/>
        </w:rPr>
        <w:t>Surgères ne l</w:t>
      </w:r>
      <w:r w:rsidR="003A025E" w:rsidRPr="004572A7">
        <w:rPr>
          <w:i/>
          <w:iCs/>
        </w:rPr>
        <w:t>’</w:t>
      </w:r>
      <w:r w:rsidRPr="004F1596">
        <w:rPr>
          <w:i/>
          <w:iCs/>
        </w:rPr>
        <w:t>avait jamais vu</w:t>
      </w:r>
      <w:r w:rsidR="003A025E" w:rsidRPr="004572A7">
        <w:rPr>
          <w:i/>
          <w:iCs/>
        </w:rPr>
        <w:t xml:space="preserve"> ! </w:t>
      </w:r>
      <w:r w:rsidRPr="004F1596">
        <w:t>C</w:t>
      </w:r>
      <w:r w:rsidR="003A025E" w:rsidRPr="004572A7">
        <w:t>’</w:t>
      </w:r>
      <w:r w:rsidRPr="004F1596">
        <w:t>était la première fois qu</w:t>
      </w:r>
      <w:r w:rsidR="003A025E" w:rsidRPr="004572A7">
        <w:t>’</w:t>
      </w:r>
      <w:r w:rsidRPr="004F1596">
        <w:t>il se trouvait en face de lui</w:t>
      </w:r>
      <w:r w:rsidR="003A025E" w:rsidRPr="004572A7">
        <w:t>…</w:t>
      </w:r>
    </w:p>
    <w:p w14:paraId="509C2F15" w14:textId="77777777" w:rsidR="003A025E" w:rsidRPr="004572A7" w:rsidRDefault="004F1596" w:rsidP="004F1596">
      <w:r w:rsidRPr="004F1596">
        <w:t>En moins de cinq heures</w:t>
      </w:r>
      <w:r w:rsidR="003A025E" w:rsidRPr="004572A7">
        <w:t xml:space="preserve">, </w:t>
      </w:r>
      <w:r w:rsidRPr="004F1596">
        <w:t>il l</w:t>
      </w:r>
      <w:r w:rsidR="003A025E" w:rsidRPr="004572A7">
        <w:t>’</w:t>
      </w:r>
      <w:r w:rsidRPr="004F1596">
        <w:t>avait démasqué</w:t>
      </w:r>
      <w:r w:rsidR="003A025E" w:rsidRPr="004572A7">
        <w:t xml:space="preserve">, </w:t>
      </w:r>
      <w:r w:rsidRPr="004F1596">
        <w:t>dévoilant sa véritable nationalité</w:t>
      </w:r>
      <w:r w:rsidR="003A025E" w:rsidRPr="004572A7">
        <w:t xml:space="preserve">, </w:t>
      </w:r>
      <w:r w:rsidRPr="004F1596">
        <w:t>son nom</w:t>
      </w:r>
      <w:r w:rsidR="003A025E" w:rsidRPr="004572A7">
        <w:t xml:space="preserve">, </w:t>
      </w:r>
      <w:r w:rsidRPr="004F1596">
        <w:t>son grade dans l</w:t>
      </w:r>
      <w:r w:rsidR="003A025E" w:rsidRPr="004572A7">
        <w:t>’</w:t>
      </w:r>
      <w:r w:rsidRPr="004F1596">
        <w:t>armée et donnant des preuves si précises</w:t>
      </w:r>
      <w:r w:rsidR="003A025E" w:rsidRPr="004572A7">
        <w:t xml:space="preserve">, </w:t>
      </w:r>
      <w:r w:rsidRPr="004F1596">
        <w:t>à l</w:t>
      </w:r>
      <w:r w:rsidR="003A025E" w:rsidRPr="004572A7">
        <w:t>’</w:t>
      </w:r>
      <w:r w:rsidRPr="004F1596">
        <w:t>appui de ses accusations</w:t>
      </w:r>
      <w:r w:rsidR="003A025E" w:rsidRPr="004572A7">
        <w:t xml:space="preserve">, </w:t>
      </w:r>
      <w:r w:rsidRPr="004F1596">
        <w:t>que l</w:t>
      </w:r>
      <w:r w:rsidR="003A025E" w:rsidRPr="004572A7">
        <w:t>’</w:t>
      </w:r>
      <w:r w:rsidRPr="004F1596">
        <w:t>espion n</w:t>
      </w:r>
      <w:r w:rsidR="003A025E" w:rsidRPr="004572A7">
        <w:t>’</w:t>
      </w:r>
      <w:r w:rsidRPr="004F1596">
        <w:t>avait même pas essayé de mentir pour se défendre</w:t>
      </w:r>
      <w:r w:rsidR="003A025E" w:rsidRPr="004572A7">
        <w:t>.</w:t>
      </w:r>
    </w:p>
    <w:p w14:paraId="12C7237B" w14:textId="77777777" w:rsidR="003A025E" w:rsidRPr="004572A7" w:rsidRDefault="004F1596" w:rsidP="004F1596">
      <w:r w:rsidRPr="004F1596">
        <w:t>C</w:t>
      </w:r>
      <w:r w:rsidR="003A025E" w:rsidRPr="004572A7">
        <w:t>’</w:t>
      </w:r>
      <w:r w:rsidRPr="004F1596">
        <w:t>était une chose fantasmagorique</w:t>
      </w:r>
      <w:r w:rsidR="003A025E" w:rsidRPr="004572A7">
        <w:t xml:space="preserve">, </w:t>
      </w:r>
      <w:r w:rsidRPr="004F1596">
        <w:t>difficilement admissible</w:t>
      </w:r>
      <w:r w:rsidR="003A025E" w:rsidRPr="004572A7">
        <w:t xml:space="preserve">, </w:t>
      </w:r>
      <w:r w:rsidRPr="004F1596">
        <w:t>même pour moi qui avais assisté</w:t>
      </w:r>
      <w:r w:rsidR="003A025E" w:rsidRPr="004572A7">
        <w:t xml:space="preserve">, </w:t>
      </w:r>
      <w:r w:rsidRPr="004F1596">
        <w:t>de près</w:t>
      </w:r>
      <w:r w:rsidR="003A025E" w:rsidRPr="004572A7">
        <w:t xml:space="preserve">, </w:t>
      </w:r>
      <w:r w:rsidRPr="004F1596">
        <w:t>à toutes les péripéties de cette scène rapide</w:t>
      </w:r>
      <w:r w:rsidR="003A025E" w:rsidRPr="004572A7">
        <w:t xml:space="preserve">. </w:t>
      </w:r>
      <w:r w:rsidRPr="004F1596">
        <w:t>Et pourtant cela était</w:t>
      </w:r>
      <w:r w:rsidR="003A025E" w:rsidRPr="004572A7">
        <w:t xml:space="preserve">… </w:t>
      </w:r>
      <w:r w:rsidRPr="004F1596">
        <w:t>J</w:t>
      </w:r>
      <w:r w:rsidR="003A025E" w:rsidRPr="004572A7">
        <w:t>’</w:t>
      </w:r>
      <w:r w:rsidRPr="004F1596">
        <w:t>avais entendu les paroles terribles de Surgères</w:t>
      </w:r>
      <w:r w:rsidR="003A025E" w:rsidRPr="004572A7">
        <w:t xml:space="preserve">, </w:t>
      </w:r>
      <w:r w:rsidRPr="004F1596">
        <w:t>j</w:t>
      </w:r>
      <w:r w:rsidR="003A025E" w:rsidRPr="004572A7">
        <w:t>’</w:t>
      </w:r>
      <w:r w:rsidRPr="004F1596">
        <w:t>avais vu le visage bouleversé de l</w:t>
      </w:r>
      <w:r w:rsidR="003A025E" w:rsidRPr="004572A7">
        <w:t>’</w:t>
      </w:r>
      <w:r w:rsidRPr="004F1596">
        <w:t>Allemand</w:t>
      </w:r>
      <w:r w:rsidR="003A025E" w:rsidRPr="004572A7">
        <w:t>…</w:t>
      </w:r>
    </w:p>
    <w:p w14:paraId="7CA8D9E8" w14:textId="77777777" w:rsidR="003A025E" w:rsidRPr="004572A7" w:rsidRDefault="004F1596" w:rsidP="004F1596">
      <w:r w:rsidRPr="004F1596">
        <w:t>Saint Thomas en personne n</w:t>
      </w:r>
      <w:r w:rsidR="003A025E" w:rsidRPr="004572A7">
        <w:t>’</w:t>
      </w:r>
      <w:r w:rsidRPr="004F1596">
        <w:t>aurait pu continuer à douter devant l</w:t>
      </w:r>
      <w:r w:rsidR="003A025E" w:rsidRPr="004572A7">
        <w:t>’</w:t>
      </w:r>
      <w:r w:rsidRPr="004F1596">
        <w:t>évidence de pareilles preuves</w:t>
      </w:r>
      <w:r w:rsidR="003A025E" w:rsidRPr="004572A7">
        <w:t>.</w:t>
      </w:r>
    </w:p>
    <w:p w14:paraId="74BC8A45" w14:textId="77777777" w:rsidR="003A025E" w:rsidRPr="004572A7" w:rsidRDefault="004F1596" w:rsidP="004F1596">
      <w:r w:rsidRPr="004F1596">
        <w:lastRenderedPageBreak/>
        <w:t>Quelle était donc</w:t>
      </w:r>
      <w:r w:rsidR="003A025E" w:rsidRPr="004572A7">
        <w:t xml:space="preserve">, </w:t>
      </w:r>
      <w:r w:rsidRPr="004F1596">
        <w:t>enfin</w:t>
      </w:r>
      <w:r w:rsidR="003A025E" w:rsidRPr="004572A7">
        <w:t xml:space="preserve">, </w:t>
      </w:r>
      <w:r w:rsidRPr="004F1596">
        <w:t>la puissance de cet homme</w:t>
      </w:r>
      <w:r w:rsidR="003A025E" w:rsidRPr="004572A7">
        <w:t xml:space="preserve">, </w:t>
      </w:r>
      <w:r w:rsidRPr="004F1596">
        <w:t>de ce docteur mystérieux et redoutable</w:t>
      </w:r>
      <w:r w:rsidR="003A025E" w:rsidRPr="004572A7">
        <w:t xml:space="preserve"> ? </w:t>
      </w:r>
      <w:r w:rsidRPr="004F1596">
        <w:t>J</w:t>
      </w:r>
      <w:r w:rsidR="003A025E" w:rsidRPr="004572A7">
        <w:t>’</w:t>
      </w:r>
      <w:r w:rsidRPr="004F1596">
        <w:t xml:space="preserve">écartai immédiatement toutes les hypothèses fantaisistes et commodes de </w:t>
      </w:r>
      <w:r w:rsidR="003A025E" w:rsidRPr="004572A7">
        <w:t>« </w:t>
      </w:r>
      <w:r w:rsidRPr="004F1596">
        <w:t>génie policier</w:t>
      </w:r>
      <w:r w:rsidR="003A025E" w:rsidRPr="004572A7">
        <w:t xml:space="preserve"> », </w:t>
      </w:r>
      <w:r w:rsidRPr="004F1596">
        <w:t xml:space="preserve">de </w:t>
      </w:r>
      <w:r w:rsidR="003A025E" w:rsidRPr="004572A7">
        <w:t>« </w:t>
      </w:r>
      <w:r w:rsidRPr="004F1596">
        <w:t>flair</w:t>
      </w:r>
      <w:r w:rsidR="003A025E" w:rsidRPr="004572A7">
        <w:t xml:space="preserve"> », </w:t>
      </w:r>
      <w:r w:rsidRPr="004F1596">
        <w:t>de logique vigoureuse et impeccable</w:t>
      </w:r>
      <w:r w:rsidR="003A025E" w:rsidRPr="004572A7">
        <w:t xml:space="preserve">, </w:t>
      </w:r>
      <w:r w:rsidRPr="004F1596">
        <w:t xml:space="preserve">de raisonnements </w:t>
      </w:r>
      <w:proofErr w:type="spellStart"/>
      <w:r w:rsidRPr="004F1596">
        <w:t>déductio</w:t>
      </w:r>
      <w:r w:rsidR="007E47D1" w:rsidRPr="004572A7">
        <w:t>n</w:t>
      </w:r>
      <w:r w:rsidRPr="004F1596">
        <w:t>nistes</w:t>
      </w:r>
      <w:proofErr w:type="spellEnd"/>
      <w:r w:rsidR="003A025E" w:rsidRPr="004572A7">
        <w:t xml:space="preserve">, </w:t>
      </w:r>
      <w:r w:rsidRPr="004F1596">
        <w:t>fondés sur des constatations subtiles et de généralisations audacieuses</w:t>
      </w:r>
      <w:r w:rsidR="003A025E" w:rsidRPr="004572A7">
        <w:t>.</w:t>
      </w:r>
    </w:p>
    <w:p w14:paraId="001175FA" w14:textId="77777777" w:rsidR="003A025E" w:rsidRPr="004572A7" w:rsidRDefault="004F1596" w:rsidP="004F1596">
      <w:r w:rsidRPr="004F1596">
        <w:t>En réalité</w:t>
      </w:r>
      <w:r w:rsidR="003A025E" w:rsidRPr="004572A7">
        <w:t xml:space="preserve">, </w:t>
      </w:r>
      <w:r w:rsidRPr="004F1596">
        <w:t>je ne me trouvais pas en face d</w:t>
      </w:r>
      <w:r w:rsidR="003A025E" w:rsidRPr="004572A7">
        <w:t>’</w:t>
      </w:r>
      <w:r w:rsidRPr="004F1596">
        <w:t>un personnage imaginaire</w:t>
      </w:r>
      <w:r w:rsidR="003A025E" w:rsidRPr="004572A7">
        <w:t xml:space="preserve">, </w:t>
      </w:r>
      <w:r w:rsidRPr="004F1596">
        <w:t>dont l</w:t>
      </w:r>
      <w:r w:rsidR="003A025E" w:rsidRPr="004572A7">
        <w:t>’</w:t>
      </w:r>
      <w:r w:rsidRPr="004F1596">
        <w:t>intelligence intuitive débordait</w:t>
      </w:r>
      <w:r w:rsidR="003A025E" w:rsidRPr="004572A7">
        <w:t xml:space="preserve">, </w:t>
      </w:r>
      <w:r w:rsidRPr="004F1596">
        <w:t>pour ainsi dire</w:t>
      </w:r>
      <w:r w:rsidR="003A025E" w:rsidRPr="004572A7">
        <w:t xml:space="preserve">, </w:t>
      </w:r>
      <w:r w:rsidRPr="004F1596">
        <w:t>le cadre des contingences quotidiennes et résolvait les problèmes les plus ardus</w:t>
      </w:r>
      <w:r w:rsidR="003A025E" w:rsidRPr="004572A7">
        <w:t xml:space="preserve">, </w:t>
      </w:r>
      <w:r w:rsidRPr="004F1596">
        <w:t>à l</w:t>
      </w:r>
      <w:r w:rsidR="003A025E" w:rsidRPr="004572A7">
        <w:t>’</w:t>
      </w:r>
      <w:r w:rsidRPr="004F1596">
        <w:t>aide d</w:t>
      </w:r>
      <w:r w:rsidR="003A025E" w:rsidRPr="004572A7">
        <w:t>’</w:t>
      </w:r>
      <w:r w:rsidRPr="004F1596">
        <w:t>un bout de fil de fer ou d</w:t>
      </w:r>
      <w:r w:rsidR="003A025E" w:rsidRPr="004572A7">
        <w:t>’</w:t>
      </w:r>
      <w:r w:rsidRPr="004F1596">
        <w:t>un bouton de culotte</w:t>
      </w:r>
      <w:r w:rsidR="003A025E" w:rsidRPr="004572A7">
        <w:t xml:space="preserve">. </w:t>
      </w:r>
      <w:r w:rsidRPr="004F1596">
        <w:t>Non</w:t>
      </w:r>
      <w:r w:rsidR="003A025E" w:rsidRPr="004572A7">
        <w:t xml:space="preserve">, </w:t>
      </w:r>
      <w:r w:rsidRPr="004F1596">
        <w:t>j</w:t>
      </w:r>
      <w:r w:rsidR="003A025E" w:rsidRPr="004572A7">
        <w:t>’</w:t>
      </w:r>
      <w:r w:rsidRPr="004F1596">
        <w:t>étais en pleine réalité et j</w:t>
      </w:r>
      <w:r w:rsidR="003A025E" w:rsidRPr="004572A7">
        <w:t>’</w:t>
      </w:r>
      <w:r w:rsidRPr="004F1596">
        <w:t>avais devant moi un homme en chair et en os</w:t>
      </w:r>
      <w:r w:rsidR="003A025E" w:rsidRPr="004572A7">
        <w:t xml:space="preserve">, </w:t>
      </w:r>
      <w:r w:rsidRPr="004F1596">
        <w:t>un docteur qui venait d</w:t>
      </w:r>
      <w:r w:rsidR="003A025E" w:rsidRPr="004572A7">
        <w:t>’</w:t>
      </w:r>
      <w:r w:rsidRPr="004F1596">
        <w:t>accomplir une action stupéfiante</w:t>
      </w:r>
      <w:r w:rsidR="003A025E" w:rsidRPr="004572A7">
        <w:t>.</w:t>
      </w:r>
    </w:p>
    <w:p w14:paraId="38E7A381" w14:textId="77777777" w:rsidR="003A025E" w:rsidRPr="004572A7" w:rsidRDefault="004F1596" w:rsidP="004F1596">
      <w:r w:rsidRPr="004F1596">
        <w:t>Aucune faculté humaine n</w:t>
      </w:r>
      <w:r w:rsidR="003A025E" w:rsidRPr="004572A7">
        <w:t>’</w:t>
      </w:r>
      <w:r w:rsidRPr="004F1596">
        <w:t>était capable d</w:t>
      </w:r>
      <w:r w:rsidR="003A025E" w:rsidRPr="004572A7">
        <w:t>’</w:t>
      </w:r>
      <w:r w:rsidRPr="004F1596">
        <w:t>aboutir à un tel résultat</w:t>
      </w:r>
      <w:r w:rsidR="003A025E" w:rsidRPr="004572A7">
        <w:t> !</w:t>
      </w:r>
    </w:p>
    <w:p w14:paraId="297861BC" w14:textId="77777777" w:rsidR="003A025E" w:rsidRPr="004572A7" w:rsidRDefault="004F1596" w:rsidP="004F1596">
      <w:r w:rsidRPr="004F1596">
        <w:t>Je songeai</w:t>
      </w:r>
      <w:r w:rsidR="003A025E" w:rsidRPr="004572A7">
        <w:t xml:space="preserve">, </w:t>
      </w:r>
      <w:r w:rsidRPr="004F1596">
        <w:t>un instant</w:t>
      </w:r>
      <w:r w:rsidR="003A025E" w:rsidRPr="004572A7">
        <w:t xml:space="preserve">, </w:t>
      </w:r>
      <w:r w:rsidRPr="004F1596">
        <w:t>à la télépsychie et aux phénomènes de lucidité</w:t>
      </w:r>
      <w:r w:rsidR="003A025E" w:rsidRPr="004572A7">
        <w:t xml:space="preserve">, </w:t>
      </w:r>
      <w:r w:rsidRPr="004F1596">
        <w:t>mais j</w:t>
      </w:r>
      <w:r w:rsidR="003A025E" w:rsidRPr="004572A7">
        <w:t>’</w:t>
      </w:r>
      <w:r w:rsidRPr="004F1596">
        <w:t>abandonnai bien vite cette idée</w:t>
      </w:r>
      <w:r w:rsidR="003A025E" w:rsidRPr="004572A7">
        <w:t xml:space="preserve">. </w:t>
      </w:r>
      <w:r w:rsidRPr="004F1596">
        <w:t>En effet</w:t>
      </w:r>
      <w:r w:rsidR="003A025E" w:rsidRPr="004572A7">
        <w:t xml:space="preserve">, </w:t>
      </w:r>
      <w:r w:rsidRPr="004F1596">
        <w:t>dans l</w:t>
      </w:r>
      <w:r w:rsidR="003A025E" w:rsidRPr="004572A7">
        <w:t>’</w:t>
      </w:r>
      <w:r w:rsidRPr="004F1596">
        <w:t>un comme dans l</w:t>
      </w:r>
      <w:r w:rsidR="003A025E" w:rsidRPr="004572A7">
        <w:t>’</w:t>
      </w:r>
      <w:r w:rsidRPr="004F1596">
        <w:t>autre cas</w:t>
      </w:r>
      <w:r w:rsidR="003A025E" w:rsidRPr="004572A7">
        <w:t xml:space="preserve">, </w:t>
      </w:r>
      <w:r w:rsidRPr="004F1596">
        <w:t>il fallait admettre</w:t>
      </w:r>
      <w:r w:rsidR="003A025E" w:rsidRPr="004572A7">
        <w:t xml:space="preserve">, </w:t>
      </w:r>
      <w:r w:rsidRPr="004F1596">
        <w:t>forcément</w:t>
      </w:r>
      <w:r w:rsidR="003A025E" w:rsidRPr="004572A7">
        <w:t xml:space="preserve">, </w:t>
      </w:r>
      <w:r w:rsidRPr="004F1596">
        <w:t>un sujet dans un état spécial de catalepsie ou de somnambulisme</w:t>
      </w:r>
      <w:r w:rsidR="003A025E" w:rsidRPr="004572A7">
        <w:t xml:space="preserve">, </w:t>
      </w:r>
      <w:r w:rsidRPr="004F1596">
        <w:t>ce qui était encore plus invraisemblable</w:t>
      </w:r>
      <w:r w:rsidR="003A025E" w:rsidRPr="004572A7">
        <w:t>.</w:t>
      </w:r>
    </w:p>
    <w:p w14:paraId="0A4A308F" w14:textId="77777777" w:rsidR="003A025E" w:rsidRPr="004572A7" w:rsidRDefault="004F1596" w:rsidP="004F1596">
      <w:r w:rsidRPr="004F1596">
        <w:t>Surgères ne présentait aucun de ces symptômes particuliers et paraissait</w:t>
      </w:r>
      <w:r w:rsidR="003A025E" w:rsidRPr="004572A7">
        <w:t xml:space="preserve">, </w:t>
      </w:r>
      <w:r w:rsidRPr="004F1596">
        <w:t>au contraire</w:t>
      </w:r>
      <w:r w:rsidR="003A025E" w:rsidRPr="004572A7">
        <w:t xml:space="preserve">, </w:t>
      </w:r>
      <w:r w:rsidRPr="004F1596">
        <w:t>doué d</w:t>
      </w:r>
      <w:r w:rsidR="003A025E" w:rsidRPr="004572A7">
        <w:t>’</w:t>
      </w:r>
      <w:r w:rsidRPr="004F1596">
        <w:t>une activité et d</w:t>
      </w:r>
      <w:r w:rsidR="003A025E" w:rsidRPr="004572A7">
        <w:t>’</w:t>
      </w:r>
      <w:r w:rsidRPr="004F1596">
        <w:t>une liberté d</w:t>
      </w:r>
      <w:r w:rsidR="003A025E" w:rsidRPr="004572A7">
        <w:t>’</w:t>
      </w:r>
      <w:r w:rsidRPr="004F1596">
        <w:t>esprit peu communes</w:t>
      </w:r>
      <w:r w:rsidR="003A025E" w:rsidRPr="004572A7">
        <w:t xml:space="preserve">. </w:t>
      </w:r>
      <w:r w:rsidRPr="004F1596">
        <w:t>Il agissait froidement</w:t>
      </w:r>
      <w:r w:rsidR="003A025E" w:rsidRPr="004572A7">
        <w:t xml:space="preserve">, </w:t>
      </w:r>
      <w:r w:rsidRPr="004F1596">
        <w:t>avec une connaissance approfondie de lui-même</w:t>
      </w:r>
      <w:r w:rsidR="003A025E" w:rsidRPr="004572A7">
        <w:t xml:space="preserve">, </w:t>
      </w:r>
      <w:r w:rsidRPr="004F1596">
        <w:t>une précision mathématique admirable</w:t>
      </w:r>
      <w:r w:rsidR="003A025E" w:rsidRPr="004572A7">
        <w:t xml:space="preserve">. </w:t>
      </w:r>
      <w:r w:rsidRPr="004F1596">
        <w:t>Alors</w:t>
      </w:r>
      <w:r w:rsidR="003A025E" w:rsidRPr="004572A7">
        <w:t xml:space="preserve"> ? </w:t>
      </w:r>
      <w:r w:rsidRPr="004F1596">
        <w:t>Quelle solution admettre</w:t>
      </w:r>
      <w:r w:rsidR="003A025E" w:rsidRPr="004572A7">
        <w:t xml:space="preserve"> ? </w:t>
      </w:r>
      <w:r w:rsidRPr="004F1596">
        <w:t>Quelle cause invoquer en face de faits aussi positifs et aussi troublants</w:t>
      </w:r>
      <w:r w:rsidR="003A025E" w:rsidRPr="004572A7">
        <w:t> ?</w:t>
      </w:r>
    </w:p>
    <w:p w14:paraId="5B358775" w14:textId="77777777" w:rsidR="003A025E" w:rsidRPr="004572A7" w:rsidRDefault="004F1596" w:rsidP="004F1596">
      <w:r w:rsidRPr="004F1596">
        <w:t>Le souvenir de ce que j</w:t>
      </w:r>
      <w:r w:rsidR="003A025E" w:rsidRPr="004572A7">
        <w:t>’</w:t>
      </w:r>
      <w:r w:rsidRPr="004F1596">
        <w:t>avais vu à l</w:t>
      </w:r>
      <w:r w:rsidR="003A025E" w:rsidRPr="004572A7">
        <w:t>’</w:t>
      </w:r>
      <w:r w:rsidRPr="004F1596">
        <w:t xml:space="preserve">intérieur de la villa </w:t>
      </w:r>
      <w:r w:rsidR="003A025E" w:rsidRPr="004572A7">
        <w:t>« </w:t>
      </w:r>
      <w:proofErr w:type="spellStart"/>
      <w:r w:rsidRPr="004F1596">
        <w:t>Bakhea</w:t>
      </w:r>
      <w:proofErr w:type="spellEnd"/>
      <w:r w:rsidR="003A025E" w:rsidRPr="004572A7">
        <w:t> »</w:t>
      </w:r>
      <w:r w:rsidRPr="004F1596">
        <w:t xml:space="preserve"> et les événements qui s</w:t>
      </w:r>
      <w:r w:rsidR="003A025E" w:rsidRPr="004572A7">
        <w:t>’</w:t>
      </w:r>
      <w:r w:rsidRPr="004F1596">
        <w:t>étaient déroulés</w:t>
      </w:r>
      <w:r w:rsidR="003A025E" w:rsidRPr="004572A7">
        <w:t xml:space="preserve">, </w:t>
      </w:r>
      <w:r w:rsidRPr="004F1596">
        <w:t xml:space="preserve">chez moi </w:t>
      </w:r>
      <w:r w:rsidRPr="004F1596">
        <w:lastRenderedPageBreak/>
        <w:t>et chez le Consul d</w:t>
      </w:r>
      <w:r w:rsidR="003A025E" w:rsidRPr="004572A7">
        <w:t>’</w:t>
      </w:r>
      <w:r w:rsidRPr="004F1596">
        <w:t>Angleterre</w:t>
      </w:r>
      <w:r w:rsidR="003A025E" w:rsidRPr="004572A7">
        <w:t xml:space="preserve">, </w:t>
      </w:r>
      <w:r w:rsidRPr="004F1596">
        <w:t>me paraissaient renfermer une explication singulièrement plus rationnelle que tout le reste</w:t>
      </w:r>
      <w:r w:rsidR="003A025E" w:rsidRPr="004572A7">
        <w:t>…</w:t>
      </w:r>
    </w:p>
    <w:p w14:paraId="2F9A8579" w14:textId="77777777" w:rsidR="003A025E" w:rsidRPr="004572A7" w:rsidRDefault="004F1596" w:rsidP="004F1596">
      <w:r w:rsidRPr="004F1596">
        <w:t>Il n</w:t>
      </w:r>
      <w:r w:rsidR="003A025E" w:rsidRPr="004572A7">
        <w:t>’</w:t>
      </w:r>
      <w:r w:rsidRPr="004F1596">
        <w:t>y avait plus à hésiter</w:t>
      </w:r>
      <w:r w:rsidR="003A025E" w:rsidRPr="004572A7">
        <w:t xml:space="preserve">… </w:t>
      </w:r>
      <w:r w:rsidRPr="004F1596">
        <w:t>Le laboratoire</w:t>
      </w:r>
      <w:r w:rsidR="003A025E" w:rsidRPr="004572A7">
        <w:t xml:space="preserve">, </w:t>
      </w:r>
      <w:r w:rsidRPr="004F1596">
        <w:t>les machines</w:t>
      </w:r>
      <w:r w:rsidR="003A025E" w:rsidRPr="004572A7">
        <w:t xml:space="preserve">, </w:t>
      </w:r>
      <w:r w:rsidRPr="004F1596">
        <w:t>cette lettre étrange adressée à la comtesse</w:t>
      </w:r>
      <w:r w:rsidR="003A025E" w:rsidRPr="004572A7">
        <w:t xml:space="preserve">, </w:t>
      </w:r>
      <w:r w:rsidRPr="004F1596">
        <w:t>les carnets aux signes invisibles et enfin cette mystérieuse lumière bleue</w:t>
      </w:r>
      <w:r w:rsidR="003A025E" w:rsidRPr="004572A7">
        <w:t xml:space="preserve">, </w:t>
      </w:r>
      <w:r w:rsidRPr="004F1596">
        <w:t>tout cela m</w:t>
      </w:r>
      <w:r w:rsidR="003A025E" w:rsidRPr="004572A7">
        <w:t>’</w:t>
      </w:r>
      <w:r w:rsidRPr="004F1596">
        <w:t>amenait logiquement à admettre l</w:t>
      </w:r>
      <w:r w:rsidR="003A025E" w:rsidRPr="004572A7">
        <w:t>’</w:t>
      </w:r>
      <w:r w:rsidRPr="004F1596">
        <w:t>hypothèse</w:t>
      </w:r>
      <w:r w:rsidR="003A025E" w:rsidRPr="004572A7">
        <w:t xml:space="preserve"> (</w:t>
      </w:r>
      <w:r w:rsidRPr="004F1596">
        <w:t xml:space="preserve">si extraordinaire </w:t>
      </w:r>
      <w:proofErr w:type="spellStart"/>
      <w:r w:rsidRPr="004F1596">
        <w:t>fût-elle</w:t>
      </w:r>
      <w:proofErr w:type="spellEnd"/>
      <w:r w:rsidR="003A025E" w:rsidRPr="004572A7">
        <w:t xml:space="preserve">), </w:t>
      </w:r>
      <w:r w:rsidRPr="004F1596">
        <w:t xml:space="preserve">que </w:t>
      </w:r>
      <w:r w:rsidRPr="004F1596">
        <w:rPr>
          <w:i/>
          <w:iCs/>
        </w:rPr>
        <w:t>Surgères avait découvert le moyen scientifique de lire dans la pensée d</w:t>
      </w:r>
      <w:r w:rsidR="003A025E" w:rsidRPr="004572A7">
        <w:rPr>
          <w:i/>
          <w:iCs/>
        </w:rPr>
        <w:t>’</w:t>
      </w:r>
      <w:r w:rsidRPr="004F1596">
        <w:rPr>
          <w:i/>
          <w:iCs/>
        </w:rPr>
        <w:t>autrui</w:t>
      </w:r>
      <w:r w:rsidRPr="004F1596">
        <w:t xml:space="preserve"> comme dans le plus simple des livres</w:t>
      </w:r>
      <w:r w:rsidR="003A025E" w:rsidRPr="004572A7">
        <w:t>…</w:t>
      </w:r>
    </w:p>
    <w:p w14:paraId="55FF30FF" w14:textId="77777777" w:rsidR="003A025E" w:rsidRPr="004572A7" w:rsidRDefault="004F1596" w:rsidP="004F1596">
      <w:r w:rsidRPr="004F1596">
        <w:t>Cet homme allait peut-être</w:t>
      </w:r>
      <w:r w:rsidR="003A025E" w:rsidRPr="004572A7">
        <w:t xml:space="preserve">, </w:t>
      </w:r>
      <w:r w:rsidRPr="004F1596">
        <w:t>sous peu</w:t>
      </w:r>
      <w:r w:rsidR="003A025E" w:rsidRPr="004572A7">
        <w:t xml:space="preserve">, </w:t>
      </w:r>
      <w:r w:rsidRPr="004F1596">
        <w:t>se révéler au monde entier</w:t>
      </w:r>
      <w:r w:rsidR="003A025E" w:rsidRPr="004572A7">
        <w:t xml:space="preserve">, </w:t>
      </w:r>
      <w:r w:rsidRPr="004F1596">
        <w:t>comme un savant de la race des Pasteur</w:t>
      </w:r>
      <w:r w:rsidR="003A025E" w:rsidRPr="004572A7">
        <w:t xml:space="preserve">, </w:t>
      </w:r>
      <w:r w:rsidRPr="004F1596">
        <w:t>des Newton</w:t>
      </w:r>
      <w:r w:rsidR="003A025E" w:rsidRPr="004572A7">
        <w:t xml:space="preserve">, </w:t>
      </w:r>
      <w:r w:rsidRPr="004F1596">
        <w:t>des Berthelot</w:t>
      </w:r>
      <w:r w:rsidR="003A025E" w:rsidRPr="004572A7">
        <w:t xml:space="preserve">, </w:t>
      </w:r>
      <w:r w:rsidRPr="004F1596">
        <w:t>comme un précurseur de génie</w:t>
      </w:r>
      <w:r w:rsidR="003A025E" w:rsidRPr="004572A7">
        <w:t xml:space="preserve">, </w:t>
      </w:r>
      <w:r w:rsidRPr="004F1596">
        <w:t>devançant de plusieurs siècles la marche en avant de l</w:t>
      </w:r>
      <w:r w:rsidR="003A025E" w:rsidRPr="004572A7">
        <w:t>’</w:t>
      </w:r>
      <w:r w:rsidRPr="004F1596">
        <w:t>humanité</w:t>
      </w:r>
      <w:r w:rsidR="003A025E" w:rsidRPr="004572A7">
        <w:t>…</w:t>
      </w:r>
    </w:p>
    <w:p w14:paraId="3A078FC3" w14:textId="77777777" w:rsidR="003A025E" w:rsidRPr="004572A7" w:rsidRDefault="004F1596" w:rsidP="004F1596">
      <w:r w:rsidRPr="004F1596">
        <w:rPr>
          <w:i/>
          <w:iCs/>
        </w:rPr>
        <w:t>Lire dans la pensée d</w:t>
      </w:r>
      <w:r w:rsidR="003A025E" w:rsidRPr="004572A7">
        <w:rPr>
          <w:i/>
          <w:iCs/>
        </w:rPr>
        <w:t>’</w:t>
      </w:r>
      <w:r w:rsidRPr="004F1596">
        <w:rPr>
          <w:i/>
          <w:iCs/>
        </w:rPr>
        <w:t>autrui</w:t>
      </w:r>
      <w:r w:rsidR="003A025E" w:rsidRPr="004572A7">
        <w:rPr>
          <w:i/>
          <w:iCs/>
        </w:rPr>
        <w:t xml:space="preserve"> ? </w:t>
      </w:r>
      <w:r w:rsidRPr="004F1596">
        <w:t>C</w:t>
      </w:r>
      <w:r w:rsidR="003A025E" w:rsidRPr="004572A7">
        <w:t>’</w:t>
      </w:r>
      <w:r w:rsidRPr="004F1596">
        <w:t>était fantastique</w:t>
      </w:r>
      <w:r w:rsidR="003A025E" w:rsidRPr="004572A7">
        <w:t xml:space="preserve">, </w:t>
      </w:r>
      <w:r w:rsidRPr="004F1596">
        <w:t>j</w:t>
      </w:r>
      <w:r w:rsidR="003A025E" w:rsidRPr="004572A7">
        <w:t>’</w:t>
      </w:r>
      <w:r w:rsidRPr="004F1596">
        <w:t>en conviens</w:t>
      </w:r>
      <w:r w:rsidR="003A025E" w:rsidRPr="004572A7">
        <w:t xml:space="preserve">, </w:t>
      </w:r>
      <w:r w:rsidRPr="004F1596">
        <w:t>mais enfin</w:t>
      </w:r>
      <w:r w:rsidR="003A025E" w:rsidRPr="004572A7">
        <w:t xml:space="preserve">, </w:t>
      </w:r>
      <w:r w:rsidRPr="004F1596">
        <w:t>je n</w:t>
      </w:r>
      <w:r w:rsidR="003A025E" w:rsidRPr="004572A7">
        <w:t>’</w:t>
      </w:r>
      <w:r w:rsidRPr="004F1596">
        <w:t>avais pas à choisir</w:t>
      </w:r>
      <w:r w:rsidR="003A025E" w:rsidRPr="004572A7">
        <w:t xml:space="preserve">, </w:t>
      </w:r>
      <w:r w:rsidRPr="004F1596">
        <w:t>et</w:t>
      </w:r>
      <w:r w:rsidR="003A025E" w:rsidRPr="004572A7">
        <w:t xml:space="preserve">, </w:t>
      </w:r>
      <w:r w:rsidRPr="004F1596">
        <w:t>plus je réfléchissais</w:t>
      </w:r>
      <w:r w:rsidR="003A025E" w:rsidRPr="004572A7">
        <w:t xml:space="preserve">, </w:t>
      </w:r>
      <w:r w:rsidRPr="004F1596">
        <w:t>plus j</w:t>
      </w:r>
      <w:r w:rsidR="003A025E" w:rsidRPr="004572A7">
        <w:t>’</w:t>
      </w:r>
      <w:r w:rsidRPr="004F1596">
        <w:t>étais convaincu que je me trouvais</w:t>
      </w:r>
      <w:r w:rsidR="003A025E" w:rsidRPr="004572A7">
        <w:t xml:space="preserve">, </w:t>
      </w:r>
      <w:r w:rsidRPr="004F1596">
        <w:t>cette fois</w:t>
      </w:r>
      <w:r w:rsidR="003A025E" w:rsidRPr="004572A7">
        <w:t xml:space="preserve">, </w:t>
      </w:r>
      <w:r w:rsidRPr="004F1596">
        <w:t>dans la bonne voie</w:t>
      </w:r>
      <w:r w:rsidR="003A025E" w:rsidRPr="004572A7">
        <w:t xml:space="preserve">… </w:t>
      </w:r>
      <w:r w:rsidRPr="004F1596">
        <w:t>Il me restait à découvrir de quelle façon Surgères procédait</w:t>
      </w:r>
      <w:r w:rsidR="003A025E" w:rsidRPr="004572A7">
        <w:t xml:space="preserve">, </w:t>
      </w:r>
      <w:r w:rsidRPr="004F1596">
        <w:t>quels étaient les instruments dont il se servait et à quel moment précis il s</w:t>
      </w:r>
      <w:r w:rsidR="003A025E" w:rsidRPr="004572A7">
        <w:t>’</w:t>
      </w:r>
      <w:r w:rsidRPr="004F1596">
        <w:t>en servait</w:t>
      </w:r>
      <w:r w:rsidR="003A025E" w:rsidRPr="004572A7">
        <w:t xml:space="preserve">. </w:t>
      </w:r>
      <w:r w:rsidRPr="004F1596">
        <w:t>C</w:t>
      </w:r>
      <w:r w:rsidR="003A025E" w:rsidRPr="004572A7">
        <w:t>’</w:t>
      </w:r>
      <w:r w:rsidRPr="004F1596">
        <w:t>était là assurément le point le plus difficile à éclaircir</w:t>
      </w:r>
      <w:r w:rsidR="003A025E" w:rsidRPr="004572A7">
        <w:t xml:space="preserve">, </w:t>
      </w:r>
      <w:r w:rsidRPr="004F1596">
        <w:t>celui qui me paraissait hérissé des plus grandes chances d</w:t>
      </w:r>
      <w:r w:rsidR="003A025E" w:rsidRPr="004572A7">
        <w:t>’</w:t>
      </w:r>
      <w:r w:rsidRPr="004F1596">
        <w:t>erreur car</w:t>
      </w:r>
      <w:r w:rsidR="003A025E" w:rsidRPr="004572A7">
        <w:t xml:space="preserve">, </w:t>
      </w:r>
      <w:r w:rsidRPr="004F1596">
        <w:t>hormis la lumière bleue</w:t>
      </w:r>
      <w:r w:rsidR="003A025E" w:rsidRPr="004572A7">
        <w:t xml:space="preserve">, </w:t>
      </w:r>
      <w:r w:rsidRPr="004F1596">
        <w:t>je n</w:t>
      </w:r>
      <w:r w:rsidR="003A025E" w:rsidRPr="004572A7">
        <w:t>’</w:t>
      </w:r>
      <w:r w:rsidRPr="004F1596">
        <w:t>avais rien remarqué de particulier dans l</w:t>
      </w:r>
      <w:r w:rsidR="003A025E" w:rsidRPr="004572A7">
        <w:t>’</w:t>
      </w:r>
      <w:r w:rsidRPr="004F1596">
        <w:t>attitude de Surgères</w:t>
      </w:r>
      <w:r w:rsidR="003A025E" w:rsidRPr="004572A7">
        <w:t xml:space="preserve">, </w:t>
      </w:r>
      <w:r w:rsidRPr="004F1596">
        <w:t>pendant qu</w:t>
      </w:r>
      <w:r w:rsidR="003A025E" w:rsidRPr="004572A7">
        <w:t>’</w:t>
      </w:r>
      <w:r w:rsidRPr="004F1596">
        <w:t>il se trouvait en tête-à-tête avec le pseudo Roumain</w:t>
      </w:r>
      <w:r w:rsidR="003A025E" w:rsidRPr="004572A7">
        <w:t xml:space="preserve">. </w:t>
      </w:r>
      <w:r w:rsidRPr="004F1596">
        <w:t>Il m</w:t>
      </w:r>
      <w:r w:rsidR="003A025E" w:rsidRPr="004572A7">
        <w:t>’</w:t>
      </w:r>
      <w:r w:rsidRPr="004F1596">
        <w:t>avait paru très calme</w:t>
      </w:r>
      <w:r w:rsidR="003A025E" w:rsidRPr="004572A7">
        <w:t xml:space="preserve">, </w:t>
      </w:r>
      <w:r w:rsidRPr="004F1596">
        <w:t>toute la soirée et</w:t>
      </w:r>
      <w:r w:rsidR="003A025E" w:rsidRPr="004572A7">
        <w:t xml:space="preserve">, </w:t>
      </w:r>
      <w:r w:rsidRPr="004F1596">
        <w:t>à aucun moment je ne l</w:t>
      </w:r>
      <w:r w:rsidR="003A025E" w:rsidRPr="004572A7">
        <w:t>’</w:t>
      </w:r>
      <w:r w:rsidRPr="004F1596">
        <w:t>avais vu sortir de sa poche le moindre objet</w:t>
      </w:r>
      <w:r w:rsidR="003A025E" w:rsidRPr="004572A7">
        <w:t>.</w:t>
      </w:r>
    </w:p>
    <w:p w14:paraId="4F22FF9C" w14:textId="77777777" w:rsidR="003A025E" w:rsidRPr="004572A7" w:rsidRDefault="004F1596" w:rsidP="004F1596">
      <w:r w:rsidRPr="004F1596">
        <w:t>L</w:t>
      </w:r>
      <w:r w:rsidR="003A025E" w:rsidRPr="004572A7">
        <w:t>’</w:t>
      </w:r>
      <w:r w:rsidRPr="004F1596">
        <w:t>avenir</w:t>
      </w:r>
      <w:r w:rsidR="003A025E" w:rsidRPr="004572A7">
        <w:t xml:space="preserve">, </w:t>
      </w:r>
      <w:r w:rsidRPr="004F1596">
        <w:t>peut-être</w:t>
      </w:r>
      <w:r w:rsidR="003A025E" w:rsidRPr="004572A7">
        <w:t xml:space="preserve">, </w:t>
      </w:r>
      <w:r w:rsidRPr="004F1596">
        <w:t>si je persévérais dans mes recherches</w:t>
      </w:r>
      <w:r w:rsidR="003A025E" w:rsidRPr="004572A7">
        <w:t xml:space="preserve">, </w:t>
      </w:r>
      <w:r w:rsidRPr="004F1596">
        <w:t>me révélerait le secret que je cherchais en vain à découvrir</w:t>
      </w:r>
      <w:r w:rsidR="003A025E" w:rsidRPr="004572A7">
        <w:t xml:space="preserve">. </w:t>
      </w:r>
      <w:r w:rsidRPr="004F1596">
        <w:t>Pour l</w:t>
      </w:r>
      <w:r w:rsidR="003A025E" w:rsidRPr="004572A7">
        <w:t>’</w:t>
      </w:r>
      <w:r w:rsidRPr="004F1596">
        <w:t>instant j</w:t>
      </w:r>
      <w:r w:rsidR="003A025E" w:rsidRPr="004572A7">
        <w:t>’</w:t>
      </w:r>
      <w:r w:rsidRPr="004F1596">
        <w:t>en étais réduit à des suppositions sans valeur</w:t>
      </w:r>
      <w:r w:rsidR="003A025E" w:rsidRPr="004572A7">
        <w:t>.</w:t>
      </w:r>
    </w:p>
    <w:p w14:paraId="0CB4E05D" w14:textId="77777777" w:rsidR="003A025E" w:rsidRPr="004572A7" w:rsidRDefault="004F1596" w:rsidP="004F1596">
      <w:r w:rsidRPr="004F1596">
        <w:lastRenderedPageBreak/>
        <w:t>Cependant</w:t>
      </w:r>
      <w:r w:rsidR="003A025E" w:rsidRPr="004572A7">
        <w:t xml:space="preserve">, </w:t>
      </w:r>
      <w:r w:rsidRPr="004F1596">
        <w:t>je dois l</w:t>
      </w:r>
      <w:r w:rsidR="003A025E" w:rsidRPr="004572A7">
        <w:t>’</w:t>
      </w:r>
      <w:r w:rsidRPr="004F1596">
        <w:t>avouer</w:t>
      </w:r>
      <w:r w:rsidR="003A025E" w:rsidRPr="004572A7">
        <w:t xml:space="preserve">, </w:t>
      </w:r>
      <w:r w:rsidRPr="004F1596">
        <w:t>je sentais un frisson d</w:t>
      </w:r>
      <w:r w:rsidR="003A025E" w:rsidRPr="004572A7">
        <w:t>’</w:t>
      </w:r>
      <w:r w:rsidRPr="004F1596">
        <w:t>orgueil me parcourir tout entier</w:t>
      </w:r>
      <w:r w:rsidR="003A025E" w:rsidRPr="004572A7">
        <w:t xml:space="preserve">, </w:t>
      </w:r>
      <w:r w:rsidRPr="004F1596">
        <w:t>en songeant que j</w:t>
      </w:r>
      <w:r w:rsidR="003A025E" w:rsidRPr="004572A7">
        <w:t>’</w:t>
      </w:r>
      <w:r w:rsidRPr="004F1596">
        <w:t>étais le seul homme au monde à se douter qu</w:t>
      </w:r>
      <w:r w:rsidR="003A025E" w:rsidRPr="004572A7">
        <w:t>’</w:t>
      </w:r>
      <w:r w:rsidRPr="004F1596">
        <w:t>une découverte</w:t>
      </w:r>
      <w:r w:rsidR="003A025E" w:rsidRPr="004572A7">
        <w:t xml:space="preserve">, </w:t>
      </w:r>
      <w:r w:rsidRPr="004F1596">
        <w:t>la plus grande peut-être que l</w:t>
      </w:r>
      <w:r w:rsidR="003A025E" w:rsidRPr="004572A7">
        <w:t>’</w:t>
      </w:r>
      <w:r w:rsidRPr="004F1596">
        <w:t>humanité eût enregistrée</w:t>
      </w:r>
      <w:r w:rsidR="003A025E" w:rsidRPr="004572A7">
        <w:t xml:space="preserve">, </w:t>
      </w:r>
      <w:r w:rsidRPr="004F1596">
        <w:t>était l</w:t>
      </w:r>
      <w:r w:rsidR="003A025E" w:rsidRPr="004572A7">
        <w:t>’</w:t>
      </w:r>
      <w:r w:rsidRPr="004F1596">
        <w:t>œuvre d</w:t>
      </w:r>
      <w:r w:rsidR="003A025E" w:rsidRPr="004572A7">
        <w:t>’</w:t>
      </w:r>
      <w:r w:rsidRPr="004F1596">
        <w:t>un jeune docteur français inconnu</w:t>
      </w:r>
      <w:r w:rsidR="003A025E" w:rsidRPr="004572A7">
        <w:t>.</w:t>
      </w:r>
    </w:p>
    <w:p w14:paraId="120FF75A" w14:textId="77777777" w:rsidR="003A025E" w:rsidRPr="004572A7" w:rsidRDefault="004F1596" w:rsidP="004F1596">
      <w:r w:rsidRPr="004F1596">
        <w:t>Puis</w:t>
      </w:r>
      <w:r w:rsidR="003A025E" w:rsidRPr="004572A7">
        <w:t xml:space="preserve">, </w:t>
      </w:r>
      <w:r w:rsidRPr="004F1596">
        <w:t>je me demandai</w:t>
      </w:r>
      <w:r w:rsidR="003A025E" w:rsidRPr="004572A7">
        <w:t xml:space="preserve">, </w:t>
      </w:r>
      <w:r w:rsidRPr="004F1596">
        <w:t>en y réfléchissant</w:t>
      </w:r>
      <w:r w:rsidR="003A025E" w:rsidRPr="004572A7">
        <w:t xml:space="preserve">, </w:t>
      </w:r>
      <w:r w:rsidRPr="004F1596">
        <w:t>pourquoi Surgères ne communiquait pas le résultat de ses travaux à l</w:t>
      </w:r>
      <w:r w:rsidR="003A025E" w:rsidRPr="004572A7">
        <w:t>’</w:t>
      </w:r>
      <w:r w:rsidRPr="004F1596">
        <w:t>Académie des Sciences</w:t>
      </w:r>
      <w:r w:rsidR="003A025E" w:rsidRPr="004572A7">
        <w:t xml:space="preserve"> ? </w:t>
      </w:r>
      <w:r w:rsidRPr="004F1596">
        <w:t>Était-ce par pur égoïsme et pour conserver pour lui seul la puissance formidable que lui conféraient</w:t>
      </w:r>
      <w:r w:rsidR="003A025E" w:rsidRPr="004572A7">
        <w:t xml:space="preserve">, </w:t>
      </w:r>
      <w:r w:rsidRPr="004F1596">
        <w:t>désormais</w:t>
      </w:r>
      <w:r w:rsidR="003A025E" w:rsidRPr="004572A7">
        <w:t xml:space="preserve">, </w:t>
      </w:r>
      <w:r w:rsidRPr="004F1596">
        <w:t>ses connaissances scientifiques</w:t>
      </w:r>
      <w:r w:rsidR="003A025E" w:rsidRPr="004572A7">
        <w:t xml:space="preserve"> ? </w:t>
      </w:r>
      <w:r w:rsidRPr="004F1596">
        <w:t>Ou bien encore</w:t>
      </w:r>
      <w:r w:rsidR="003A025E" w:rsidRPr="004572A7">
        <w:t xml:space="preserve">, </w:t>
      </w:r>
      <w:r w:rsidRPr="004F1596">
        <w:t>guidé par un sentiment de philanthropie</w:t>
      </w:r>
      <w:r w:rsidR="003A025E" w:rsidRPr="004572A7">
        <w:t xml:space="preserve">, </w:t>
      </w:r>
      <w:r w:rsidRPr="004F1596">
        <w:t>craignait-il que la révélation de ses méthodes bouleversât complètement les bases de la société et rendît désormais la vie impossible</w:t>
      </w:r>
      <w:r w:rsidR="003A025E" w:rsidRPr="004572A7">
        <w:t> ?</w:t>
      </w:r>
    </w:p>
    <w:p w14:paraId="0990E794" w14:textId="77777777" w:rsidR="003A025E" w:rsidRPr="004572A7" w:rsidRDefault="004F1596" w:rsidP="004F1596">
      <w:r w:rsidRPr="004F1596">
        <w:t>Était-il grisé par son succès ou effrayé par les conséquences redoutables de sa découverte</w:t>
      </w:r>
      <w:r w:rsidR="003A025E" w:rsidRPr="004572A7">
        <w:t> ?</w:t>
      </w:r>
    </w:p>
    <w:p w14:paraId="1710CEDE" w14:textId="77777777" w:rsidR="004F1596" w:rsidRPr="004572A7" w:rsidRDefault="00C844D5" w:rsidP="003A025E">
      <w:pPr>
        <w:pStyle w:val="Etoile"/>
      </w:pPr>
      <w:r w:rsidRPr="004572A7">
        <w:t>*</w:t>
      </w:r>
    </w:p>
    <w:p w14:paraId="7ADCD3AA" w14:textId="77777777" w:rsidR="003A025E" w:rsidRPr="004572A7" w:rsidRDefault="004F1596" w:rsidP="004F1596">
      <w:r w:rsidRPr="004F1596">
        <w:t>Un vendredi</w:t>
      </w:r>
      <w:r w:rsidR="003A025E" w:rsidRPr="004572A7">
        <w:t xml:space="preserve">, </w:t>
      </w:r>
      <w:r w:rsidRPr="004F1596">
        <w:t>dans l</w:t>
      </w:r>
      <w:r w:rsidR="003A025E" w:rsidRPr="004572A7">
        <w:t>’</w:t>
      </w:r>
      <w:r w:rsidRPr="004F1596">
        <w:t>après-midi</w:t>
      </w:r>
      <w:r w:rsidR="003A025E" w:rsidRPr="004572A7">
        <w:t xml:space="preserve">, </w:t>
      </w:r>
      <w:r w:rsidRPr="004F1596">
        <w:t>vers trois heures</w:t>
      </w:r>
      <w:r w:rsidR="003A025E" w:rsidRPr="004572A7">
        <w:t xml:space="preserve">, </w:t>
      </w:r>
      <w:r w:rsidRPr="004F1596">
        <w:t>mon père reçut un avis</w:t>
      </w:r>
      <w:r w:rsidR="003A025E" w:rsidRPr="004572A7">
        <w:t xml:space="preserve">, </w:t>
      </w:r>
      <w:r w:rsidRPr="004F1596">
        <w:t>non signé</w:t>
      </w:r>
      <w:r w:rsidR="003A025E" w:rsidRPr="004572A7">
        <w:t xml:space="preserve">, </w:t>
      </w:r>
      <w:r w:rsidRPr="004F1596">
        <w:t>ainsi conçu</w:t>
      </w:r>
      <w:r w:rsidR="003A025E" w:rsidRPr="004572A7">
        <w:t> :</w:t>
      </w:r>
    </w:p>
    <w:p w14:paraId="04B129BB" w14:textId="77777777" w:rsidR="004F1596" w:rsidRPr="004F1596" w:rsidRDefault="003A025E" w:rsidP="004F1596">
      <w:r w:rsidRPr="00E22C94">
        <w:rPr>
          <w:iCs/>
        </w:rPr>
        <w:t>« </w:t>
      </w:r>
      <w:r w:rsidR="004F1596" w:rsidRPr="004F1596">
        <w:rPr>
          <w:i/>
          <w:iCs/>
        </w:rPr>
        <w:t>Si vous avez des fonds à la banque B</w:t>
      </w:r>
      <w:r w:rsidRPr="004572A7">
        <w:rPr>
          <w:i/>
          <w:iCs/>
        </w:rPr>
        <w:t xml:space="preserve">., </w:t>
      </w:r>
      <w:r w:rsidR="004F1596" w:rsidRPr="004F1596">
        <w:rPr>
          <w:i/>
          <w:iCs/>
        </w:rPr>
        <w:t>je vous conseille de les retirer immédiatement</w:t>
      </w:r>
      <w:r w:rsidRPr="004572A7">
        <w:rPr>
          <w:i/>
          <w:iCs/>
        </w:rPr>
        <w:t xml:space="preserve">, </w:t>
      </w:r>
      <w:r w:rsidR="004F1596" w:rsidRPr="004F1596">
        <w:rPr>
          <w:i/>
          <w:iCs/>
        </w:rPr>
        <w:t>si vous ne voulez pas vous exposer à les perdre</w:t>
      </w:r>
      <w:r w:rsidRPr="004572A7">
        <w:rPr>
          <w:i/>
          <w:iCs/>
        </w:rPr>
        <w:t xml:space="preserve">. </w:t>
      </w:r>
      <w:r w:rsidR="004F1596" w:rsidRPr="004F1596">
        <w:rPr>
          <w:i/>
          <w:iCs/>
        </w:rPr>
        <w:t>Lundi</w:t>
      </w:r>
      <w:r w:rsidRPr="004572A7">
        <w:rPr>
          <w:i/>
          <w:iCs/>
        </w:rPr>
        <w:t xml:space="preserve">, </w:t>
      </w:r>
      <w:r w:rsidR="004F1596" w:rsidRPr="004F1596">
        <w:rPr>
          <w:i/>
          <w:iCs/>
        </w:rPr>
        <w:t>il sera trop tard</w:t>
      </w:r>
      <w:r w:rsidRPr="004572A7">
        <w:rPr>
          <w:i/>
          <w:iCs/>
        </w:rPr>
        <w:t>.</w:t>
      </w:r>
      <w:r w:rsidRPr="00E22C94">
        <w:rPr>
          <w:i/>
        </w:rPr>
        <w:t> »</w:t>
      </w:r>
    </w:p>
    <w:p w14:paraId="1B9A9FE9" w14:textId="77777777" w:rsidR="003A025E" w:rsidRPr="004572A7" w:rsidRDefault="003A025E" w:rsidP="00E22C94">
      <w:pPr>
        <w:ind w:right="849"/>
        <w:jc w:val="right"/>
        <w:rPr>
          <w:i/>
          <w:iCs/>
        </w:rPr>
      </w:pPr>
      <w:r w:rsidRPr="00E22C94">
        <w:rPr>
          <w:iCs/>
        </w:rPr>
        <w:t>« </w:t>
      </w:r>
      <w:r w:rsidR="004F1596" w:rsidRPr="004F1596">
        <w:rPr>
          <w:i/>
          <w:iCs/>
        </w:rPr>
        <w:t>Un Ami</w:t>
      </w:r>
      <w:r w:rsidRPr="00E22C94">
        <w:rPr>
          <w:iCs/>
        </w:rPr>
        <w:t> »</w:t>
      </w:r>
      <w:r w:rsidRPr="004572A7">
        <w:rPr>
          <w:i/>
          <w:iCs/>
        </w:rPr>
        <w:t>.</w:t>
      </w:r>
    </w:p>
    <w:p w14:paraId="15F5713C" w14:textId="77777777" w:rsidR="003A025E" w:rsidRPr="004572A7" w:rsidRDefault="004F1596" w:rsidP="004F1596">
      <w:r w:rsidRPr="004F1596">
        <w:t>Mon père me fit appeler et me montra la lettre</w:t>
      </w:r>
      <w:r w:rsidR="003A025E" w:rsidRPr="004572A7">
        <w:t xml:space="preserve">. </w:t>
      </w:r>
      <w:r w:rsidRPr="004F1596">
        <w:t>Il était en proie</w:t>
      </w:r>
      <w:r w:rsidR="003A025E" w:rsidRPr="004572A7">
        <w:t xml:space="preserve"> </w:t>
      </w:r>
      <w:r w:rsidRPr="004F1596">
        <w:t>à une très vive émotion</w:t>
      </w:r>
      <w:r w:rsidR="003A025E" w:rsidRPr="004572A7">
        <w:t xml:space="preserve">. </w:t>
      </w:r>
      <w:r w:rsidRPr="004F1596">
        <w:t>Il connaissait B</w:t>
      </w:r>
      <w:r w:rsidR="003A025E" w:rsidRPr="004572A7">
        <w:t xml:space="preserve">. </w:t>
      </w:r>
      <w:r w:rsidRPr="004F1596">
        <w:t>depuis fort longtemps et l</w:t>
      </w:r>
      <w:r w:rsidR="003A025E" w:rsidRPr="004572A7">
        <w:t>’</w:t>
      </w:r>
      <w:r w:rsidRPr="004F1596">
        <w:t>avait toujours considéré comme un parfait honnête homme</w:t>
      </w:r>
      <w:r w:rsidR="003A025E" w:rsidRPr="004572A7">
        <w:t>.</w:t>
      </w:r>
    </w:p>
    <w:p w14:paraId="0405B822" w14:textId="77777777" w:rsidR="003A025E" w:rsidRPr="004572A7" w:rsidRDefault="004F1596" w:rsidP="004F1596">
      <w:r w:rsidRPr="004F1596">
        <w:t>Cependant</w:t>
      </w:r>
      <w:r w:rsidR="003A025E" w:rsidRPr="004572A7">
        <w:t xml:space="preserve">, </w:t>
      </w:r>
      <w:r w:rsidRPr="004F1596">
        <w:t>donnant un démenti à cette estime</w:t>
      </w:r>
      <w:r w:rsidR="003A025E" w:rsidRPr="004572A7">
        <w:t xml:space="preserve">, </w:t>
      </w:r>
      <w:r w:rsidRPr="004F1596">
        <w:t>longtemps méritée</w:t>
      </w:r>
      <w:r w:rsidR="003A025E" w:rsidRPr="004572A7">
        <w:t xml:space="preserve">, </w:t>
      </w:r>
      <w:r w:rsidRPr="004F1596">
        <w:t xml:space="preserve">les termes de la lettre ne laissaient subsister </w:t>
      </w:r>
      <w:r w:rsidRPr="004F1596">
        <w:lastRenderedPageBreak/>
        <w:t>aucun doute</w:t>
      </w:r>
      <w:r w:rsidR="003A025E" w:rsidRPr="004572A7">
        <w:t xml:space="preserve"> : </w:t>
      </w:r>
      <w:r w:rsidRPr="004F1596">
        <w:t>c</w:t>
      </w:r>
      <w:r w:rsidR="003A025E" w:rsidRPr="004572A7">
        <w:t>’</w:t>
      </w:r>
      <w:r w:rsidRPr="004F1596">
        <w:t>était un avertissement précis que</w:t>
      </w:r>
      <w:r w:rsidR="003A025E" w:rsidRPr="004572A7">
        <w:t xml:space="preserve">, </w:t>
      </w:r>
      <w:r w:rsidRPr="004F1596">
        <w:t>le lundi suivant</w:t>
      </w:r>
      <w:r w:rsidR="003A025E" w:rsidRPr="004572A7">
        <w:t xml:space="preserve">, </w:t>
      </w:r>
      <w:r w:rsidRPr="004F1596">
        <w:t>le banquier aurait certainement emporté la caisse</w:t>
      </w:r>
      <w:r w:rsidR="003A025E" w:rsidRPr="004572A7">
        <w:t>.</w:t>
      </w:r>
    </w:p>
    <w:p w14:paraId="6A759FB4" w14:textId="77777777" w:rsidR="003A025E" w:rsidRPr="004572A7" w:rsidRDefault="004F1596" w:rsidP="004F1596">
      <w:r w:rsidRPr="004F1596">
        <w:t>Je réfléchis quelques instants et</w:t>
      </w:r>
      <w:r w:rsidR="003A025E" w:rsidRPr="004572A7">
        <w:t xml:space="preserve">, </w:t>
      </w:r>
      <w:r w:rsidRPr="004F1596">
        <w:t>tout à coup</w:t>
      </w:r>
      <w:r w:rsidR="003A025E" w:rsidRPr="004572A7">
        <w:t xml:space="preserve">, </w:t>
      </w:r>
      <w:r w:rsidRPr="004F1596">
        <w:t>ma pensée se porta vers Surgères</w:t>
      </w:r>
      <w:r w:rsidR="003A025E" w:rsidRPr="004572A7">
        <w:t xml:space="preserve">… </w:t>
      </w:r>
      <w:r w:rsidRPr="004F1596">
        <w:t>Il connaissait B</w:t>
      </w:r>
      <w:r w:rsidR="003A025E" w:rsidRPr="004572A7">
        <w:t xml:space="preserve">. </w:t>
      </w:r>
      <w:r w:rsidRPr="004F1596">
        <w:t>et allait parfois au Casino</w:t>
      </w:r>
      <w:r w:rsidR="003A025E" w:rsidRPr="004572A7">
        <w:t xml:space="preserve">, </w:t>
      </w:r>
      <w:r w:rsidRPr="004F1596">
        <w:t>en compagnie du banquier</w:t>
      </w:r>
      <w:r w:rsidR="003A025E" w:rsidRPr="004572A7">
        <w:t xml:space="preserve">… </w:t>
      </w:r>
      <w:r w:rsidRPr="004F1596">
        <w:t>Maintenant</w:t>
      </w:r>
      <w:r w:rsidR="003A025E" w:rsidRPr="004572A7">
        <w:t xml:space="preserve">, </w:t>
      </w:r>
      <w:r w:rsidRPr="004F1596">
        <w:t>je me persuadais que cet avis urgent ne pouvait émaner d</w:t>
      </w:r>
      <w:r w:rsidR="003A025E" w:rsidRPr="004572A7">
        <w:t>’</w:t>
      </w:r>
      <w:r w:rsidRPr="004F1596">
        <w:t>une autre source</w:t>
      </w:r>
      <w:r w:rsidR="003A025E" w:rsidRPr="004572A7">
        <w:t>.</w:t>
      </w:r>
    </w:p>
    <w:p w14:paraId="3D7CB4CD" w14:textId="77777777" w:rsidR="003A025E" w:rsidRPr="004572A7" w:rsidRDefault="003A025E" w:rsidP="004F1596">
      <w:r w:rsidRPr="004572A7">
        <w:t>— </w:t>
      </w:r>
      <w:r w:rsidR="004F1596" w:rsidRPr="004F1596">
        <w:t>Eh bien</w:t>
      </w:r>
      <w:r w:rsidRPr="004572A7">
        <w:t xml:space="preserve">, </w:t>
      </w:r>
      <w:r w:rsidR="004F1596" w:rsidRPr="004F1596">
        <w:t>Georges</w:t>
      </w:r>
      <w:r w:rsidRPr="004572A7">
        <w:t xml:space="preserve">, </w:t>
      </w:r>
      <w:r w:rsidR="004F1596" w:rsidRPr="004F1596">
        <w:t>me dit mon père</w:t>
      </w:r>
      <w:r w:rsidRPr="004572A7">
        <w:t xml:space="preserve">, </w:t>
      </w:r>
      <w:r w:rsidR="004F1596" w:rsidRPr="004F1596">
        <w:t>qu</w:t>
      </w:r>
      <w:r w:rsidRPr="004572A7">
        <w:t>’</w:t>
      </w:r>
      <w:r w:rsidR="004F1596" w:rsidRPr="004F1596">
        <w:t>en penses-tu</w:t>
      </w:r>
      <w:r w:rsidRPr="004572A7">
        <w:t> ?</w:t>
      </w:r>
    </w:p>
    <w:p w14:paraId="7430F256" w14:textId="77777777" w:rsidR="003A025E" w:rsidRPr="004572A7" w:rsidRDefault="003A025E" w:rsidP="004F1596">
      <w:r w:rsidRPr="004572A7">
        <w:t>« </w:t>
      </w:r>
      <w:r w:rsidR="004F1596" w:rsidRPr="004F1596">
        <w:t>De toutes façons nous n</w:t>
      </w:r>
      <w:r w:rsidRPr="004572A7">
        <w:t>’</w:t>
      </w:r>
      <w:r w:rsidR="004F1596" w:rsidRPr="004F1596">
        <w:t>avons qu</w:t>
      </w:r>
      <w:r w:rsidRPr="004572A7">
        <w:t>’</w:t>
      </w:r>
      <w:r w:rsidR="004F1596" w:rsidRPr="004F1596">
        <w:t>une très petite somme en dépôt chez B</w:t>
      </w:r>
      <w:r w:rsidRPr="004572A7">
        <w:t xml:space="preserve">. </w:t>
      </w:r>
      <w:r w:rsidR="004F1596" w:rsidRPr="004F1596">
        <w:t>Ce peut-être une dénonciation calomnieuse</w:t>
      </w:r>
      <w:r w:rsidRPr="004572A7">
        <w:t xml:space="preserve">, </w:t>
      </w:r>
      <w:r w:rsidR="004F1596" w:rsidRPr="004F1596">
        <w:t>cette lettre anonyme</w:t>
      </w:r>
      <w:r w:rsidRPr="004572A7">
        <w:t xml:space="preserve"> ? </w:t>
      </w:r>
      <w:r w:rsidR="004F1596" w:rsidRPr="004F1596">
        <w:t>Une malpropreté</w:t>
      </w:r>
      <w:r w:rsidRPr="004572A7">
        <w:t> ?</w:t>
      </w:r>
    </w:p>
    <w:p w14:paraId="14CDD397" w14:textId="77777777" w:rsidR="003A025E" w:rsidRPr="004572A7" w:rsidRDefault="003A025E" w:rsidP="004F1596">
      <w:r w:rsidRPr="004572A7">
        <w:t>— </w:t>
      </w:r>
      <w:r w:rsidR="004F1596" w:rsidRPr="004F1596">
        <w:t>Ce n</w:t>
      </w:r>
      <w:r w:rsidRPr="004572A7">
        <w:t>’</w:t>
      </w:r>
      <w:r w:rsidR="004F1596" w:rsidRPr="004F1596">
        <w:t>est pas mon avis</w:t>
      </w:r>
      <w:r w:rsidRPr="004572A7">
        <w:t xml:space="preserve">, </w:t>
      </w:r>
      <w:r w:rsidR="004F1596" w:rsidRPr="004F1596">
        <w:t>Père</w:t>
      </w:r>
      <w:r w:rsidRPr="004572A7">
        <w:t xml:space="preserve">, </w:t>
      </w:r>
      <w:r w:rsidR="004F1596" w:rsidRPr="004F1596">
        <w:t>rétorquai-je</w:t>
      </w:r>
      <w:r w:rsidRPr="004572A7">
        <w:t xml:space="preserve">. </w:t>
      </w:r>
      <w:r w:rsidR="004F1596" w:rsidRPr="004F1596">
        <w:t>Je prends mon chapeau et je vais aller trouver B</w:t>
      </w:r>
      <w:r w:rsidRPr="004572A7">
        <w:t xml:space="preserve">. </w:t>
      </w:r>
      <w:r w:rsidR="004F1596" w:rsidRPr="004F1596">
        <w:t>Nous verrons bien de quoi il retourne</w:t>
      </w:r>
      <w:r w:rsidRPr="004572A7">
        <w:t>.</w:t>
      </w:r>
    </w:p>
    <w:p w14:paraId="373B158F" w14:textId="77777777" w:rsidR="003A025E" w:rsidRPr="004572A7" w:rsidRDefault="004F1596" w:rsidP="004F1596">
      <w:r w:rsidRPr="004F1596">
        <w:t>Sur ces mots</w:t>
      </w:r>
      <w:r w:rsidR="003A025E" w:rsidRPr="004572A7">
        <w:t xml:space="preserve">, </w:t>
      </w:r>
      <w:r w:rsidRPr="004F1596">
        <w:t>je sortis</w:t>
      </w:r>
      <w:r w:rsidR="003A025E" w:rsidRPr="004572A7">
        <w:t>.</w:t>
      </w:r>
    </w:p>
    <w:p w14:paraId="70B6D049" w14:textId="77777777" w:rsidR="003A025E" w:rsidRPr="004572A7" w:rsidRDefault="004F1596" w:rsidP="004F1596">
      <w:r w:rsidRPr="004F1596">
        <w:t>Lorsque j</w:t>
      </w:r>
      <w:r w:rsidR="003A025E" w:rsidRPr="004572A7">
        <w:t>’</w:t>
      </w:r>
      <w:r w:rsidRPr="004F1596">
        <w:t>arrivai à la banque</w:t>
      </w:r>
      <w:r w:rsidR="003A025E" w:rsidRPr="004572A7">
        <w:t xml:space="preserve">, </w:t>
      </w:r>
      <w:r w:rsidRPr="004F1596">
        <w:t>ma méfiance tomba</w:t>
      </w:r>
      <w:r w:rsidR="003A025E" w:rsidRPr="004572A7">
        <w:t xml:space="preserve">. </w:t>
      </w:r>
      <w:r w:rsidRPr="004F1596">
        <w:t>Je ne remarquai rien d</w:t>
      </w:r>
      <w:r w:rsidR="003A025E" w:rsidRPr="004572A7">
        <w:t>’</w:t>
      </w:r>
      <w:r w:rsidRPr="004F1596">
        <w:t>anormal</w:t>
      </w:r>
      <w:r w:rsidR="003A025E" w:rsidRPr="004572A7">
        <w:t xml:space="preserve">, </w:t>
      </w:r>
      <w:r w:rsidRPr="004F1596">
        <w:t>dans ces bureaux en pleine activité</w:t>
      </w:r>
      <w:r w:rsidR="003A025E" w:rsidRPr="004572A7">
        <w:t xml:space="preserve">, </w:t>
      </w:r>
      <w:r w:rsidRPr="004F1596">
        <w:t>les employés étaient à leur place habituelle et le caissier</w:t>
      </w:r>
      <w:r w:rsidR="003A025E" w:rsidRPr="004572A7">
        <w:t xml:space="preserve">, </w:t>
      </w:r>
      <w:r w:rsidRPr="004F1596">
        <w:t>dans sa cage</w:t>
      </w:r>
      <w:r w:rsidR="003A025E" w:rsidRPr="004572A7">
        <w:t xml:space="preserve">, </w:t>
      </w:r>
      <w:r w:rsidRPr="004F1596">
        <w:t>comptait des rouleaux de pièces d</w:t>
      </w:r>
      <w:r w:rsidR="003A025E" w:rsidRPr="004572A7">
        <w:t>’</w:t>
      </w:r>
      <w:r w:rsidRPr="004F1596">
        <w:t>or</w:t>
      </w:r>
      <w:r w:rsidR="003A025E" w:rsidRPr="004572A7">
        <w:t>.</w:t>
      </w:r>
    </w:p>
    <w:p w14:paraId="30616958" w14:textId="77777777" w:rsidR="003A025E" w:rsidRPr="004572A7" w:rsidRDefault="004F1596" w:rsidP="004F1596">
      <w:r w:rsidRPr="004F1596">
        <w:t>Je fis passer ma carte à B</w:t>
      </w:r>
      <w:r w:rsidR="003A025E" w:rsidRPr="004572A7">
        <w:t xml:space="preserve">. </w:t>
      </w:r>
      <w:r w:rsidR="003178B4" w:rsidRPr="004572A7">
        <w:t>À</w:t>
      </w:r>
      <w:r w:rsidRPr="004F1596">
        <w:t xml:space="preserve"> aucune de mes visites précédentes</w:t>
      </w:r>
      <w:r w:rsidR="003A025E" w:rsidRPr="004572A7">
        <w:t xml:space="preserve">, </w:t>
      </w:r>
      <w:r w:rsidRPr="004F1596">
        <w:t>il ne m</w:t>
      </w:r>
      <w:r w:rsidR="003A025E" w:rsidRPr="004572A7">
        <w:t>’</w:t>
      </w:r>
      <w:r w:rsidRPr="004F1596">
        <w:t>avait fait faire antichambre</w:t>
      </w:r>
      <w:r w:rsidR="003A025E" w:rsidRPr="004572A7">
        <w:t xml:space="preserve"> ; </w:t>
      </w:r>
      <w:r w:rsidRPr="004F1596">
        <w:t>cette fois</w:t>
      </w:r>
      <w:r w:rsidR="003A025E" w:rsidRPr="004572A7">
        <w:t xml:space="preserve">, </w:t>
      </w:r>
      <w:r w:rsidRPr="004F1596">
        <w:t>je dus patienter quelques instants avant d</w:t>
      </w:r>
      <w:r w:rsidR="003A025E" w:rsidRPr="004572A7">
        <w:t>’</w:t>
      </w:r>
      <w:r w:rsidRPr="004F1596">
        <w:t>être reçu</w:t>
      </w:r>
      <w:r w:rsidR="003A025E" w:rsidRPr="004572A7">
        <w:t xml:space="preserve">. </w:t>
      </w:r>
      <w:r w:rsidRPr="004F1596">
        <w:t>Il était certainement loin de m</w:t>
      </w:r>
      <w:r w:rsidR="003A025E" w:rsidRPr="004572A7">
        <w:t>’</w:t>
      </w:r>
      <w:r w:rsidRPr="004F1596">
        <w:t>attendre à pareille heure et il me parut très troublé</w:t>
      </w:r>
      <w:r w:rsidR="003A025E" w:rsidRPr="004572A7">
        <w:t>…</w:t>
      </w:r>
    </w:p>
    <w:p w14:paraId="2413334E" w14:textId="77777777" w:rsidR="003A025E" w:rsidRPr="004572A7" w:rsidRDefault="004F1596" w:rsidP="004F1596">
      <w:r w:rsidRPr="004F1596">
        <w:t>J</w:t>
      </w:r>
      <w:r w:rsidR="003A025E" w:rsidRPr="004572A7">
        <w:t>’</w:t>
      </w:r>
      <w:r w:rsidRPr="004F1596">
        <w:t>observai</w:t>
      </w:r>
      <w:r w:rsidR="003A025E" w:rsidRPr="004572A7">
        <w:t xml:space="preserve">, </w:t>
      </w:r>
      <w:proofErr w:type="gramStart"/>
      <w:r w:rsidRPr="004F1596">
        <w:t>de suite</w:t>
      </w:r>
      <w:proofErr w:type="gramEnd"/>
      <w:r w:rsidRPr="004F1596">
        <w:t xml:space="preserve"> un sérieux changement dans sa physionomie</w:t>
      </w:r>
      <w:r w:rsidR="003A025E" w:rsidRPr="004572A7">
        <w:t xml:space="preserve"> : </w:t>
      </w:r>
      <w:r w:rsidRPr="004F1596">
        <w:t>il n</w:t>
      </w:r>
      <w:r w:rsidR="003A025E" w:rsidRPr="004572A7">
        <w:t>’</w:t>
      </w:r>
      <w:r w:rsidRPr="004F1596">
        <w:t>avait plus sa petite barbe en pointe et ses moustaches avaient été récemment taillées à l</w:t>
      </w:r>
      <w:r w:rsidR="003A025E" w:rsidRPr="004572A7">
        <w:t>’</w:t>
      </w:r>
      <w:r w:rsidRPr="004F1596">
        <w:t>américaine</w:t>
      </w:r>
      <w:r w:rsidR="003A025E" w:rsidRPr="004572A7">
        <w:t>.</w:t>
      </w:r>
    </w:p>
    <w:p w14:paraId="0FA4051D" w14:textId="77777777" w:rsidR="003A025E" w:rsidRPr="004572A7" w:rsidRDefault="004F1596" w:rsidP="004F1596">
      <w:r w:rsidRPr="004F1596">
        <w:lastRenderedPageBreak/>
        <w:t>Ma méfiance revint au galop</w:t>
      </w:r>
      <w:r w:rsidR="003A025E" w:rsidRPr="004572A7">
        <w:t xml:space="preserve">, </w:t>
      </w:r>
      <w:r w:rsidRPr="004F1596">
        <w:t>je sentis un choc au cœur</w:t>
      </w:r>
      <w:r w:rsidR="003A025E" w:rsidRPr="004572A7">
        <w:t xml:space="preserve">, </w:t>
      </w:r>
      <w:r w:rsidRPr="004F1596">
        <w:t>mais je me gardai bien de laisser paraître le moindre étonnement et je pris</w:t>
      </w:r>
      <w:r w:rsidR="003A025E" w:rsidRPr="004572A7">
        <w:t xml:space="preserve">, </w:t>
      </w:r>
      <w:r w:rsidRPr="004F1596">
        <w:t>au contraire</w:t>
      </w:r>
      <w:r w:rsidR="003A025E" w:rsidRPr="004572A7">
        <w:t xml:space="preserve">, </w:t>
      </w:r>
      <w:r w:rsidRPr="004F1596">
        <w:t>un air très ennuyé pour exposer le but de ma visite</w:t>
      </w:r>
      <w:r w:rsidR="003A025E" w:rsidRPr="004572A7">
        <w:t> :</w:t>
      </w:r>
    </w:p>
    <w:p w14:paraId="2264F1D8" w14:textId="77777777" w:rsidR="003A025E" w:rsidRPr="004572A7" w:rsidRDefault="003A025E" w:rsidP="004F1596">
      <w:r w:rsidRPr="004572A7">
        <w:t>— </w:t>
      </w:r>
      <w:r w:rsidR="004F1596" w:rsidRPr="004F1596">
        <w:t>Voici</w:t>
      </w:r>
      <w:r w:rsidRPr="004572A7">
        <w:t xml:space="preserve">, </w:t>
      </w:r>
      <w:r w:rsidR="004F1596" w:rsidRPr="004F1596">
        <w:t>dis-je</w:t>
      </w:r>
      <w:r w:rsidRPr="004572A7">
        <w:t xml:space="preserve">, </w:t>
      </w:r>
      <w:r w:rsidR="004F1596" w:rsidRPr="004F1596">
        <w:t>de quoi il s</w:t>
      </w:r>
      <w:r w:rsidRPr="004572A7">
        <w:t>’</w:t>
      </w:r>
      <w:r w:rsidR="004F1596" w:rsidRPr="004F1596">
        <w:t>agit</w:t>
      </w:r>
      <w:r w:rsidRPr="004572A7">
        <w:t xml:space="preserve"> : </w:t>
      </w:r>
      <w:r w:rsidR="004F1596" w:rsidRPr="004F1596">
        <w:t>nous venons de conclure un marché assez important avec un négociant de Lyon</w:t>
      </w:r>
      <w:r w:rsidRPr="004572A7">
        <w:t xml:space="preserve"> ; </w:t>
      </w:r>
      <w:r w:rsidR="004F1596" w:rsidRPr="004F1596">
        <w:t>cet homme doit partir demain soir pour Londres</w:t>
      </w:r>
      <w:r w:rsidRPr="004572A7">
        <w:t xml:space="preserve"> ; </w:t>
      </w:r>
      <w:r w:rsidR="004F1596" w:rsidRPr="004F1596">
        <w:t>comme nos carnets de chèques sont épuisés</w:t>
      </w:r>
      <w:r w:rsidRPr="004572A7">
        <w:t xml:space="preserve">, </w:t>
      </w:r>
      <w:r w:rsidR="004F1596" w:rsidRPr="004F1596">
        <w:t>nous avons pensé à la petite somme que nous avons en dépôt chez vous</w:t>
      </w:r>
      <w:r w:rsidRPr="004572A7">
        <w:t>.</w:t>
      </w:r>
    </w:p>
    <w:p w14:paraId="159EA9D0" w14:textId="77777777" w:rsidR="003A025E" w:rsidRPr="004572A7" w:rsidRDefault="004F1596" w:rsidP="004F1596">
      <w:r w:rsidRPr="004F1596">
        <w:t>Le banquier me répondit finement</w:t>
      </w:r>
      <w:r w:rsidR="003A025E" w:rsidRPr="004572A7">
        <w:t> :</w:t>
      </w:r>
    </w:p>
    <w:p w14:paraId="02E548D6" w14:textId="77777777" w:rsidR="003A025E" w:rsidRPr="004572A7" w:rsidRDefault="003A025E" w:rsidP="004F1596">
      <w:r w:rsidRPr="004572A7">
        <w:t>— </w:t>
      </w:r>
      <w:r w:rsidR="004F1596" w:rsidRPr="004F1596">
        <w:t>Ne vous gênez pas avec moi</w:t>
      </w:r>
      <w:r w:rsidRPr="004572A7">
        <w:t xml:space="preserve">, </w:t>
      </w:r>
      <w:r w:rsidR="004F1596" w:rsidRPr="004F1596">
        <w:t>Monsieur Rambaud</w:t>
      </w:r>
      <w:r w:rsidRPr="004572A7">
        <w:t xml:space="preserve">, </w:t>
      </w:r>
      <w:r w:rsidR="004F1596" w:rsidRPr="004F1596">
        <w:t>je vous en prie</w:t>
      </w:r>
      <w:r w:rsidRPr="004572A7">
        <w:t xml:space="preserve">, </w:t>
      </w:r>
      <w:r w:rsidR="004F1596" w:rsidRPr="004F1596">
        <w:t>je vais vous faire apporter un nouveau carnet de chèques et vous y inscrirez la somme qu</w:t>
      </w:r>
      <w:r w:rsidRPr="004572A7">
        <w:t>’</w:t>
      </w:r>
      <w:r w:rsidR="004F1596" w:rsidRPr="004F1596">
        <w:t>il vous plaira</w:t>
      </w:r>
      <w:r w:rsidRPr="004572A7">
        <w:t xml:space="preserve">, </w:t>
      </w:r>
      <w:r w:rsidR="004F1596" w:rsidRPr="004F1596">
        <w:t>payable sur ma banque</w:t>
      </w:r>
      <w:r w:rsidRPr="004572A7">
        <w:t xml:space="preserve">. </w:t>
      </w:r>
      <w:r w:rsidR="004F1596" w:rsidRPr="004F1596">
        <w:t>Dans le cas</w:t>
      </w:r>
      <w:r w:rsidRPr="004572A7">
        <w:t xml:space="preserve">, </w:t>
      </w:r>
      <w:r w:rsidR="004F1596" w:rsidRPr="004F1596">
        <w:t>même</w:t>
      </w:r>
      <w:r w:rsidRPr="004572A7">
        <w:t xml:space="preserve">, </w:t>
      </w:r>
      <w:r w:rsidR="004F1596" w:rsidRPr="004F1596">
        <w:t>où vous auriez à dépasser votre provision</w:t>
      </w:r>
      <w:r w:rsidRPr="004572A7">
        <w:t xml:space="preserve">, </w:t>
      </w:r>
      <w:r w:rsidR="004F1596" w:rsidRPr="004F1596">
        <w:t>cela n</w:t>
      </w:r>
      <w:r w:rsidRPr="004572A7">
        <w:t>’</w:t>
      </w:r>
      <w:r w:rsidR="004F1596" w:rsidRPr="004F1596">
        <w:t>aurait aucune importance</w:t>
      </w:r>
      <w:r w:rsidRPr="004572A7">
        <w:t>.</w:t>
      </w:r>
    </w:p>
    <w:p w14:paraId="3127FD07" w14:textId="77777777" w:rsidR="003A025E" w:rsidRPr="004572A7" w:rsidRDefault="003A025E" w:rsidP="004F1596">
      <w:r w:rsidRPr="004572A7">
        <w:t>— </w:t>
      </w:r>
      <w:r w:rsidR="004F1596" w:rsidRPr="004F1596">
        <w:t>Je vous remercie de votre amabilité</w:t>
      </w:r>
      <w:r w:rsidRPr="004572A7">
        <w:t xml:space="preserve">, </w:t>
      </w:r>
      <w:r w:rsidR="004F1596" w:rsidRPr="004F1596">
        <w:t>repris-je</w:t>
      </w:r>
      <w:r w:rsidRPr="004572A7">
        <w:t xml:space="preserve">. </w:t>
      </w:r>
      <w:r w:rsidR="004F1596" w:rsidRPr="004F1596">
        <w:t>Seulement</w:t>
      </w:r>
      <w:r w:rsidRPr="004572A7">
        <w:t xml:space="preserve">, </w:t>
      </w:r>
      <w:r w:rsidR="004F1596" w:rsidRPr="004F1596">
        <w:t>il ne me sera pas permis d</w:t>
      </w:r>
      <w:r w:rsidRPr="004572A7">
        <w:t>’</w:t>
      </w:r>
      <w:r w:rsidR="004F1596" w:rsidRPr="004F1596">
        <w:t>en profiter</w:t>
      </w:r>
      <w:r w:rsidRPr="004572A7">
        <w:t xml:space="preserve">. </w:t>
      </w:r>
      <w:r w:rsidR="004F1596" w:rsidRPr="004F1596">
        <w:t>Le négociant dont je vous parle</w:t>
      </w:r>
      <w:r w:rsidRPr="004572A7">
        <w:t xml:space="preserve">, </w:t>
      </w:r>
      <w:r w:rsidR="004F1596" w:rsidRPr="004F1596">
        <w:t>a besoin d</w:t>
      </w:r>
      <w:r w:rsidRPr="004572A7">
        <w:t>’</w:t>
      </w:r>
      <w:r w:rsidR="004F1596" w:rsidRPr="004F1596">
        <w:t>espèces liquides</w:t>
      </w:r>
      <w:r w:rsidRPr="004572A7">
        <w:t xml:space="preserve">, </w:t>
      </w:r>
      <w:r w:rsidR="004F1596" w:rsidRPr="004F1596">
        <w:t>et je désire le payer en billets de banque</w:t>
      </w:r>
      <w:r w:rsidRPr="004572A7">
        <w:t>.</w:t>
      </w:r>
    </w:p>
    <w:p w14:paraId="6622D3BA" w14:textId="77777777" w:rsidR="003A025E" w:rsidRPr="004572A7" w:rsidRDefault="004F1596" w:rsidP="004F1596">
      <w:r w:rsidRPr="004F1596">
        <w:t>B</w:t>
      </w:r>
      <w:r w:rsidR="003A025E" w:rsidRPr="004572A7">
        <w:t xml:space="preserve">. </w:t>
      </w:r>
      <w:r w:rsidRPr="004F1596">
        <w:t>se mordit les lèvres et consentit froidement</w:t>
      </w:r>
      <w:r w:rsidR="003A025E" w:rsidRPr="004572A7">
        <w:t> :</w:t>
      </w:r>
    </w:p>
    <w:p w14:paraId="612183C6" w14:textId="77777777" w:rsidR="003A025E" w:rsidRPr="004572A7" w:rsidRDefault="003A025E" w:rsidP="004F1596">
      <w:r w:rsidRPr="004572A7">
        <w:t>— </w:t>
      </w:r>
      <w:r w:rsidR="004F1596" w:rsidRPr="004F1596">
        <w:t>C</w:t>
      </w:r>
      <w:r w:rsidRPr="004572A7">
        <w:t>’</w:t>
      </w:r>
      <w:r w:rsidR="004F1596" w:rsidRPr="004F1596">
        <w:t>est bien</w:t>
      </w:r>
      <w:r w:rsidRPr="004572A7">
        <w:t xml:space="preserve">, </w:t>
      </w:r>
      <w:r w:rsidR="004F1596" w:rsidRPr="004F1596">
        <w:t>Monsieur</w:t>
      </w:r>
      <w:r w:rsidRPr="004572A7">
        <w:t xml:space="preserve">, </w:t>
      </w:r>
      <w:r w:rsidR="004F1596" w:rsidRPr="004F1596">
        <w:t>je vais donner l</w:t>
      </w:r>
      <w:r w:rsidRPr="004572A7">
        <w:t>’</w:t>
      </w:r>
      <w:r w:rsidR="004F1596" w:rsidRPr="004F1596">
        <w:t>ordre de vous payer sur-le-champ en billets de banque</w:t>
      </w:r>
      <w:r w:rsidRPr="004572A7">
        <w:t xml:space="preserve">, </w:t>
      </w:r>
      <w:r w:rsidR="004F1596" w:rsidRPr="004F1596">
        <w:t>quarante-cinq mille francs</w:t>
      </w:r>
      <w:r w:rsidRPr="004572A7">
        <w:t xml:space="preserve"> ; </w:t>
      </w:r>
      <w:r w:rsidR="004F1596" w:rsidRPr="004F1596">
        <w:t>c</w:t>
      </w:r>
      <w:r w:rsidRPr="004572A7">
        <w:t>’</w:t>
      </w:r>
      <w:r w:rsidR="004F1596" w:rsidRPr="004F1596">
        <w:t>est</w:t>
      </w:r>
      <w:r w:rsidRPr="004572A7">
        <w:t xml:space="preserve">, </w:t>
      </w:r>
      <w:r w:rsidR="004F1596" w:rsidRPr="004F1596">
        <w:t>je crois</w:t>
      </w:r>
      <w:r w:rsidRPr="004572A7">
        <w:t xml:space="preserve">, </w:t>
      </w:r>
      <w:r w:rsidR="004F1596" w:rsidRPr="004F1596">
        <w:t>tout ce que vous avez chez moi</w:t>
      </w:r>
      <w:r w:rsidRPr="004572A7">
        <w:t xml:space="preserve"> ? </w:t>
      </w:r>
      <w:r w:rsidR="004F1596" w:rsidRPr="004F1596">
        <w:t>ajouta-t-il d</w:t>
      </w:r>
      <w:r w:rsidRPr="004572A7">
        <w:t>’</w:t>
      </w:r>
      <w:r w:rsidR="004F1596" w:rsidRPr="004F1596">
        <w:t>un air persifleur</w:t>
      </w:r>
      <w:r w:rsidRPr="004572A7">
        <w:t>.</w:t>
      </w:r>
    </w:p>
    <w:p w14:paraId="5DC930C6" w14:textId="77777777" w:rsidR="003A025E" w:rsidRPr="004572A7" w:rsidRDefault="003A025E" w:rsidP="004F1596">
      <w:r w:rsidRPr="004572A7">
        <w:t>— </w:t>
      </w:r>
      <w:r w:rsidR="004F1596" w:rsidRPr="004F1596">
        <w:t>C</w:t>
      </w:r>
      <w:r w:rsidRPr="004572A7">
        <w:t>’</w:t>
      </w:r>
      <w:r w:rsidR="004F1596" w:rsidRPr="004F1596">
        <w:t>est tout</w:t>
      </w:r>
      <w:r w:rsidRPr="004572A7">
        <w:t xml:space="preserve">, </w:t>
      </w:r>
      <w:r w:rsidR="004F1596" w:rsidRPr="004F1596">
        <w:t>oui</w:t>
      </w:r>
      <w:r w:rsidRPr="004572A7">
        <w:t xml:space="preserve">, </w:t>
      </w:r>
      <w:r w:rsidR="004F1596" w:rsidRPr="004F1596">
        <w:t>Monsieur</w:t>
      </w:r>
      <w:r w:rsidRPr="004572A7">
        <w:t xml:space="preserve">, </w:t>
      </w:r>
      <w:r w:rsidR="004F1596" w:rsidRPr="004F1596">
        <w:t>approuvai-je en me levant</w:t>
      </w:r>
      <w:r w:rsidRPr="004572A7">
        <w:t>.</w:t>
      </w:r>
    </w:p>
    <w:p w14:paraId="0A6100B6" w14:textId="77777777" w:rsidR="003A025E" w:rsidRPr="004572A7" w:rsidRDefault="003A025E" w:rsidP="004F1596">
      <w:r w:rsidRPr="004572A7">
        <w:t>— </w:t>
      </w:r>
      <w:r w:rsidR="004F1596" w:rsidRPr="004F1596">
        <w:t>Très bien</w:t>
      </w:r>
      <w:r w:rsidRPr="004572A7">
        <w:t xml:space="preserve"> ! </w:t>
      </w:r>
      <w:r w:rsidR="004F1596" w:rsidRPr="004F1596">
        <w:t>Vous pouvez passer à la caisse</w:t>
      </w:r>
      <w:r w:rsidRPr="004572A7">
        <w:t xml:space="preserve">, </w:t>
      </w:r>
      <w:r w:rsidR="004F1596" w:rsidRPr="004F1596">
        <w:t>vous allez être payé dans quelques instants</w:t>
      </w:r>
      <w:r w:rsidRPr="004572A7">
        <w:t xml:space="preserve">. </w:t>
      </w:r>
      <w:r w:rsidR="004F1596" w:rsidRPr="004F1596">
        <w:t>Au revoir</w:t>
      </w:r>
      <w:r w:rsidRPr="004572A7">
        <w:t xml:space="preserve">, </w:t>
      </w:r>
      <w:r w:rsidR="004F1596" w:rsidRPr="004F1596">
        <w:t>Monsieur Rambaud</w:t>
      </w:r>
      <w:r w:rsidRPr="004572A7">
        <w:t xml:space="preserve">, </w:t>
      </w:r>
      <w:r w:rsidR="004F1596" w:rsidRPr="004F1596">
        <w:t>acheva-t-il en me tendant la main</w:t>
      </w:r>
      <w:r w:rsidRPr="004572A7">
        <w:t>.</w:t>
      </w:r>
    </w:p>
    <w:p w14:paraId="4665055B" w14:textId="77777777" w:rsidR="003A025E" w:rsidRPr="004572A7" w:rsidRDefault="004F1596" w:rsidP="004F1596">
      <w:r w:rsidRPr="004F1596">
        <w:lastRenderedPageBreak/>
        <w:t>Je le regardai droit dans les yeux</w:t>
      </w:r>
      <w:r w:rsidR="003A025E" w:rsidRPr="004572A7">
        <w:t xml:space="preserve">, </w:t>
      </w:r>
      <w:r w:rsidRPr="004F1596">
        <w:t>puis</w:t>
      </w:r>
      <w:r w:rsidR="003A025E" w:rsidRPr="004572A7">
        <w:t xml:space="preserve">, </w:t>
      </w:r>
      <w:r w:rsidRPr="004F1596">
        <w:t>à mon tour</w:t>
      </w:r>
      <w:r w:rsidR="003A025E" w:rsidRPr="004572A7">
        <w:t xml:space="preserve">, </w:t>
      </w:r>
      <w:r w:rsidRPr="004F1596">
        <w:t>je lui tendis la main</w:t>
      </w:r>
      <w:r w:rsidR="003A025E" w:rsidRPr="004572A7">
        <w:t xml:space="preserve">, </w:t>
      </w:r>
      <w:r w:rsidRPr="004F1596">
        <w:t>lentement</w:t>
      </w:r>
      <w:r w:rsidR="003A025E" w:rsidRPr="004572A7">
        <w:t>…</w:t>
      </w:r>
    </w:p>
    <w:p w14:paraId="2C8B5997" w14:textId="77777777" w:rsidR="003A025E" w:rsidRPr="004572A7" w:rsidRDefault="004F1596" w:rsidP="004F1596">
      <w:r w:rsidRPr="004F1596">
        <w:t>Il pâlit</w:t>
      </w:r>
      <w:r w:rsidR="003A025E" w:rsidRPr="004572A7">
        <w:t xml:space="preserve">, </w:t>
      </w:r>
      <w:r w:rsidRPr="004F1596">
        <w:t>ses lèvres se pincèrent</w:t>
      </w:r>
      <w:r w:rsidR="003A025E" w:rsidRPr="004572A7">
        <w:t xml:space="preserve">, </w:t>
      </w:r>
      <w:r w:rsidRPr="004F1596">
        <w:t>et il me tourna le dos</w:t>
      </w:r>
      <w:r w:rsidR="003A025E" w:rsidRPr="004572A7">
        <w:t xml:space="preserve">, </w:t>
      </w:r>
      <w:r w:rsidRPr="004F1596">
        <w:t>sans ajouter un mot</w:t>
      </w:r>
      <w:r w:rsidR="003A025E" w:rsidRPr="004572A7">
        <w:t>.</w:t>
      </w:r>
    </w:p>
    <w:p w14:paraId="78F8AE0C" w14:textId="77777777" w:rsidR="003A025E" w:rsidRPr="004572A7" w:rsidRDefault="004F1596" w:rsidP="004F1596">
      <w:r w:rsidRPr="004F1596">
        <w:t>Le lendemain soir</w:t>
      </w:r>
      <w:r w:rsidR="003A025E" w:rsidRPr="004572A7">
        <w:t xml:space="preserve">, </w:t>
      </w:r>
      <w:r w:rsidRPr="004F1596">
        <w:t>vers six heures</w:t>
      </w:r>
      <w:r w:rsidR="003A025E" w:rsidRPr="004572A7">
        <w:t xml:space="preserve">, </w:t>
      </w:r>
      <w:r w:rsidRPr="004F1596">
        <w:t>ce banquier était arrêté au moment où il se préparait à franchir la frontière</w:t>
      </w:r>
      <w:r w:rsidR="003A025E" w:rsidRPr="004572A7">
        <w:t xml:space="preserve">. </w:t>
      </w:r>
      <w:r w:rsidRPr="004F1596">
        <w:t>Il devait</w:t>
      </w:r>
      <w:r w:rsidR="003A025E" w:rsidRPr="004572A7">
        <w:t xml:space="preserve">, </w:t>
      </w:r>
      <w:r w:rsidRPr="004F1596">
        <w:t>sans aucun doute</w:t>
      </w:r>
      <w:r w:rsidR="003A025E" w:rsidRPr="004572A7">
        <w:t xml:space="preserve">, </w:t>
      </w:r>
      <w:r w:rsidRPr="004F1596">
        <w:t>avoir des complices</w:t>
      </w:r>
      <w:r w:rsidR="003A025E" w:rsidRPr="004572A7">
        <w:t xml:space="preserve">, </w:t>
      </w:r>
      <w:r w:rsidRPr="004F1596">
        <w:t>car on ne retrouva sur lui qu</w:t>
      </w:r>
      <w:r w:rsidR="003A025E" w:rsidRPr="004572A7">
        <w:t>’</w:t>
      </w:r>
      <w:r w:rsidRPr="004F1596">
        <w:t>une somme de vingt mille francs</w:t>
      </w:r>
      <w:r w:rsidR="003A025E" w:rsidRPr="004572A7">
        <w:t>.</w:t>
      </w:r>
    </w:p>
    <w:p w14:paraId="773A0B66" w14:textId="77777777" w:rsidR="003A025E" w:rsidRPr="004572A7" w:rsidRDefault="004F1596" w:rsidP="004F1596">
      <w:r w:rsidRPr="004F1596">
        <w:t>En même temps</w:t>
      </w:r>
      <w:r w:rsidR="003A025E" w:rsidRPr="004572A7">
        <w:t xml:space="preserve">, </w:t>
      </w:r>
      <w:r w:rsidRPr="004F1596">
        <w:t>une perquisition effectuée dans les bureaux de sa maison permit de constater que les coffres-forts de la banque étaient complètement vides</w:t>
      </w:r>
      <w:r w:rsidR="003A025E" w:rsidRPr="004572A7">
        <w:t xml:space="preserve">. </w:t>
      </w:r>
      <w:r w:rsidRPr="004F1596">
        <w:t>Étant donné la réputation d</w:t>
      </w:r>
      <w:r w:rsidR="003A025E" w:rsidRPr="004572A7">
        <w:t>’</w:t>
      </w:r>
      <w:r w:rsidRPr="004F1596">
        <w:t>honnêteté dont le banquier jouissait dans notre ville</w:t>
      </w:r>
      <w:r w:rsidR="003A025E" w:rsidRPr="004572A7">
        <w:t xml:space="preserve">, </w:t>
      </w:r>
      <w:r w:rsidRPr="004F1596">
        <w:t>j</w:t>
      </w:r>
      <w:r w:rsidR="003A025E" w:rsidRPr="004572A7">
        <w:t>’</w:t>
      </w:r>
      <w:r w:rsidRPr="004F1596">
        <w:t>en conclus que la police avait été avertie</w:t>
      </w:r>
      <w:r w:rsidR="003A025E" w:rsidRPr="004572A7">
        <w:t xml:space="preserve">, </w:t>
      </w:r>
      <w:r w:rsidRPr="004F1596">
        <w:t>comme mon père et moi</w:t>
      </w:r>
      <w:r w:rsidR="003A025E" w:rsidRPr="004572A7">
        <w:t xml:space="preserve">, </w:t>
      </w:r>
      <w:r w:rsidRPr="004F1596">
        <w:t>d</w:t>
      </w:r>
      <w:r w:rsidR="003A025E" w:rsidRPr="004572A7">
        <w:t>’</w:t>
      </w:r>
      <w:r w:rsidRPr="004F1596">
        <w:t>une façon très précise</w:t>
      </w:r>
      <w:r w:rsidR="003A025E" w:rsidRPr="004572A7">
        <w:t xml:space="preserve">, </w:t>
      </w:r>
      <w:r w:rsidRPr="004F1596">
        <w:t>car il lui eût été impossible</w:t>
      </w:r>
      <w:r w:rsidR="003A025E" w:rsidRPr="004572A7">
        <w:t xml:space="preserve">, </w:t>
      </w:r>
      <w:r w:rsidRPr="004F1596">
        <w:t>sans ce concours occulte</w:t>
      </w:r>
      <w:r w:rsidR="003A025E" w:rsidRPr="004572A7">
        <w:t xml:space="preserve">, </w:t>
      </w:r>
      <w:r w:rsidRPr="004F1596">
        <w:t>d</w:t>
      </w:r>
      <w:r w:rsidR="003A025E" w:rsidRPr="004572A7">
        <w:t>’</w:t>
      </w:r>
      <w:r w:rsidRPr="004F1596">
        <w:t>agir avec autant de célérité et de certitude</w:t>
      </w:r>
      <w:r w:rsidR="003A025E" w:rsidRPr="004572A7">
        <w:t xml:space="preserve">. </w:t>
      </w:r>
      <w:r w:rsidRPr="004F1596">
        <w:t>Or</w:t>
      </w:r>
      <w:r w:rsidR="003A025E" w:rsidRPr="004572A7">
        <w:t xml:space="preserve">, </w:t>
      </w:r>
      <w:r w:rsidRPr="004F1596">
        <w:t>il n</w:t>
      </w:r>
      <w:r w:rsidR="003A025E" w:rsidRPr="004572A7">
        <w:t>’</w:t>
      </w:r>
      <w:r w:rsidRPr="004F1596">
        <w:t>y avait qu</w:t>
      </w:r>
      <w:r w:rsidR="003A025E" w:rsidRPr="004572A7">
        <w:t>’</w:t>
      </w:r>
      <w:r w:rsidRPr="004F1596">
        <w:t>un seul homme en état d</w:t>
      </w:r>
      <w:r w:rsidR="003A025E" w:rsidRPr="004572A7">
        <w:t>’</w:t>
      </w:r>
      <w:r w:rsidRPr="004F1596">
        <w:t>avoir mené cette affaire</w:t>
      </w:r>
      <w:r w:rsidR="003A025E" w:rsidRPr="004572A7">
        <w:t xml:space="preserve"> : </w:t>
      </w:r>
      <w:r w:rsidRPr="004F1596">
        <w:t>c</w:t>
      </w:r>
      <w:r w:rsidR="003A025E" w:rsidRPr="004572A7">
        <w:t>’</w:t>
      </w:r>
      <w:r w:rsidRPr="004F1596">
        <w:t>était Surgères</w:t>
      </w:r>
      <w:r w:rsidR="003A025E" w:rsidRPr="004572A7">
        <w:t> !…</w:t>
      </w:r>
    </w:p>
    <w:p w14:paraId="08D450CD" w14:textId="77777777" w:rsidR="004F1596" w:rsidRPr="004572A7" w:rsidRDefault="00C844D5" w:rsidP="003A025E">
      <w:pPr>
        <w:pStyle w:val="Etoile"/>
      </w:pPr>
      <w:r w:rsidRPr="004572A7">
        <w:t>*</w:t>
      </w:r>
    </w:p>
    <w:p w14:paraId="542C8EFB" w14:textId="77777777" w:rsidR="003A025E" w:rsidRPr="004572A7" w:rsidRDefault="004F1596" w:rsidP="004F1596">
      <w:r w:rsidRPr="004F1596">
        <w:t>Les événements</w:t>
      </w:r>
      <w:r w:rsidR="003A025E" w:rsidRPr="004572A7">
        <w:t xml:space="preserve">, </w:t>
      </w:r>
      <w:proofErr w:type="spellStart"/>
      <w:r w:rsidRPr="004F1596">
        <w:t>eût-on</w:t>
      </w:r>
      <w:proofErr w:type="spellEnd"/>
      <w:r w:rsidRPr="004F1596">
        <w:t xml:space="preserve"> dit</w:t>
      </w:r>
      <w:r w:rsidR="003A025E" w:rsidRPr="004572A7">
        <w:t xml:space="preserve">, </w:t>
      </w:r>
      <w:r w:rsidRPr="004F1596">
        <w:t>se précipitaient</w:t>
      </w:r>
      <w:r w:rsidR="003A025E" w:rsidRPr="004572A7">
        <w:t xml:space="preserve">, </w:t>
      </w:r>
      <w:r w:rsidRPr="004F1596">
        <w:t>pour venir justifier les pressentiments que j</w:t>
      </w:r>
      <w:r w:rsidR="003A025E" w:rsidRPr="004572A7">
        <w:t>’</w:t>
      </w:r>
      <w:r w:rsidRPr="004F1596">
        <w:t>avais de la mystérieuse puissance de Surgères et pour m</w:t>
      </w:r>
      <w:r w:rsidR="003A025E" w:rsidRPr="004572A7">
        <w:t>’</w:t>
      </w:r>
      <w:r w:rsidRPr="004F1596">
        <w:t>en démontrer les conséquences incalculables</w:t>
      </w:r>
      <w:r w:rsidR="003A025E" w:rsidRPr="004572A7">
        <w:t>.</w:t>
      </w:r>
    </w:p>
    <w:p w14:paraId="4C760A1A" w14:textId="77777777" w:rsidR="003A025E" w:rsidRPr="004572A7" w:rsidRDefault="007E47D1" w:rsidP="004F1596">
      <w:r w:rsidRPr="004572A7">
        <w:t>À</w:t>
      </w:r>
      <w:r w:rsidR="004F1596" w:rsidRPr="004F1596">
        <w:t xml:space="preserve"> vrai dire</w:t>
      </w:r>
      <w:r w:rsidR="003A025E" w:rsidRPr="004572A7">
        <w:t xml:space="preserve">, </w:t>
      </w:r>
      <w:r w:rsidR="004F1596" w:rsidRPr="004F1596">
        <w:t>je recherchais</w:t>
      </w:r>
      <w:r w:rsidR="003A025E" w:rsidRPr="004572A7">
        <w:t xml:space="preserve">, </w:t>
      </w:r>
      <w:r w:rsidR="004F1596" w:rsidRPr="004F1596">
        <w:t>plus que jamais</w:t>
      </w:r>
      <w:r w:rsidR="003A025E" w:rsidRPr="004572A7">
        <w:t xml:space="preserve">, </w:t>
      </w:r>
      <w:r w:rsidR="004F1596" w:rsidRPr="004F1596">
        <w:t>les occasions de rencontrer le solitaire docteur</w:t>
      </w:r>
      <w:r w:rsidR="003A025E" w:rsidRPr="004572A7">
        <w:t xml:space="preserve">. </w:t>
      </w:r>
      <w:r w:rsidR="004F1596" w:rsidRPr="004F1596">
        <w:t>Bien qu</w:t>
      </w:r>
      <w:r w:rsidR="003A025E" w:rsidRPr="004572A7">
        <w:t>’</w:t>
      </w:r>
      <w:r w:rsidR="004F1596" w:rsidRPr="004F1596">
        <w:t>il fût toujours réservé</w:t>
      </w:r>
      <w:r w:rsidR="003A025E" w:rsidRPr="004572A7">
        <w:t xml:space="preserve">, </w:t>
      </w:r>
      <w:r w:rsidR="004F1596" w:rsidRPr="004F1596">
        <w:t>j</w:t>
      </w:r>
      <w:r w:rsidR="003A025E" w:rsidRPr="004572A7">
        <w:t>’</w:t>
      </w:r>
      <w:r w:rsidR="004F1596" w:rsidRPr="004F1596">
        <w:t>avais réussi</w:t>
      </w:r>
      <w:r w:rsidR="003A025E" w:rsidRPr="004572A7">
        <w:t xml:space="preserve">, </w:t>
      </w:r>
      <w:r w:rsidR="004F1596" w:rsidRPr="004F1596">
        <w:t>à force de ruses et de persévérance</w:t>
      </w:r>
      <w:r w:rsidR="003A025E" w:rsidRPr="004572A7">
        <w:t xml:space="preserve">, </w:t>
      </w:r>
      <w:r w:rsidR="004F1596" w:rsidRPr="004F1596">
        <w:t>à l</w:t>
      </w:r>
      <w:r w:rsidR="003A025E" w:rsidRPr="004572A7">
        <w:t>’</w:t>
      </w:r>
      <w:r w:rsidR="004F1596" w:rsidRPr="004F1596">
        <w:t>attirer chez moi un peu plus souvent et à me faire inviter chez lui</w:t>
      </w:r>
      <w:r w:rsidR="003A025E" w:rsidRPr="004572A7">
        <w:t xml:space="preserve">, </w:t>
      </w:r>
      <w:r w:rsidR="004F1596" w:rsidRPr="004F1596">
        <w:t>ce qui constituait</w:t>
      </w:r>
      <w:r w:rsidR="003A025E" w:rsidRPr="004572A7">
        <w:t xml:space="preserve">, </w:t>
      </w:r>
      <w:r w:rsidR="004F1596" w:rsidRPr="004F1596">
        <w:t>à mon actif</w:t>
      </w:r>
      <w:r w:rsidR="003A025E" w:rsidRPr="004572A7">
        <w:t xml:space="preserve">, </w:t>
      </w:r>
      <w:r w:rsidR="004F1596" w:rsidRPr="004F1596">
        <w:t>une victoire prodigieuse</w:t>
      </w:r>
      <w:r w:rsidR="003A025E" w:rsidRPr="004572A7">
        <w:t xml:space="preserve">, </w:t>
      </w:r>
      <w:r w:rsidR="004F1596" w:rsidRPr="004F1596">
        <w:t>sans aucun précédent</w:t>
      </w:r>
      <w:r w:rsidR="003A025E" w:rsidRPr="004572A7">
        <w:t>.</w:t>
      </w:r>
    </w:p>
    <w:p w14:paraId="676E55E5" w14:textId="77777777" w:rsidR="003A025E" w:rsidRPr="004572A7" w:rsidRDefault="004F1596" w:rsidP="004F1596">
      <w:r w:rsidRPr="004F1596">
        <w:lastRenderedPageBreak/>
        <w:t>Parfois</w:t>
      </w:r>
      <w:r w:rsidR="003A025E" w:rsidRPr="004572A7">
        <w:t xml:space="preserve">, </w:t>
      </w:r>
      <w:r w:rsidRPr="004F1596">
        <w:t>cependant</w:t>
      </w:r>
      <w:r w:rsidR="003A025E" w:rsidRPr="004572A7">
        <w:t xml:space="preserve">, </w:t>
      </w:r>
      <w:r w:rsidRPr="004F1596">
        <w:t>je me demandais avec anxiété</w:t>
      </w:r>
      <w:r w:rsidR="003A025E" w:rsidRPr="004572A7">
        <w:t xml:space="preserve">, </w:t>
      </w:r>
      <w:r w:rsidRPr="004F1596">
        <w:t>s</w:t>
      </w:r>
      <w:r w:rsidR="003A025E" w:rsidRPr="004572A7">
        <w:t>’</w:t>
      </w:r>
      <w:r w:rsidRPr="004F1596">
        <w:t>il n</w:t>
      </w:r>
      <w:r w:rsidR="003A025E" w:rsidRPr="004572A7">
        <w:t>’</w:t>
      </w:r>
      <w:r w:rsidRPr="004F1596">
        <w:t>était pas au courant de tout ce que j</w:t>
      </w:r>
      <w:r w:rsidR="003A025E" w:rsidRPr="004572A7">
        <w:t>’</w:t>
      </w:r>
      <w:r w:rsidRPr="004F1596">
        <w:t>avais fait et s</w:t>
      </w:r>
      <w:r w:rsidR="003A025E" w:rsidRPr="004572A7">
        <w:t>’</w:t>
      </w:r>
      <w:r w:rsidRPr="004F1596">
        <w:t>il ne se jouait pas de moi comme d</w:t>
      </w:r>
      <w:r w:rsidR="003A025E" w:rsidRPr="004572A7">
        <w:t>’</w:t>
      </w:r>
      <w:r w:rsidRPr="004F1596">
        <w:t>un enfant</w:t>
      </w:r>
      <w:r w:rsidR="003A025E" w:rsidRPr="004572A7">
        <w:t xml:space="preserve">. </w:t>
      </w:r>
      <w:r w:rsidRPr="004F1596">
        <w:t>J</w:t>
      </w:r>
      <w:r w:rsidR="003A025E" w:rsidRPr="004572A7">
        <w:t>’</w:t>
      </w:r>
      <w:r w:rsidRPr="004F1596">
        <w:t>épiais</w:t>
      </w:r>
      <w:r w:rsidR="003A025E" w:rsidRPr="004572A7">
        <w:t xml:space="preserve">, </w:t>
      </w:r>
      <w:r w:rsidRPr="004F1596">
        <w:t>sur son visage</w:t>
      </w:r>
      <w:r w:rsidR="003A025E" w:rsidRPr="004572A7">
        <w:t xml:space="preserve">, </w:t>
      </w:r>
      <w:r w:rsidRPr="004F1596">
        <w:t>le reflet de ses pensées</w:t>
      </w:r>
      <w:r w:rsidR="003A025E" w:rsidRPr="004572A7">
        <w:t xml:space="preserve">, </w:t>
      </w:r>
      <w:r w:rsidRPr="004F1596">
        <w:t>m</w:t>
      </w:r>
      <w:r w:rsidR="003A025E" w:rsidRPr="004572A7">
        <w:t>’</w:t>
      </w:r>
      <w:r w:rsidRPr="004F1596">
        <w:t>imaginant découvrir dans un regard</w:t>
      </w:r>
      <w:r w:rsidR="003A025E" w:rsidRPr="004572A7">
        <w:t xml:space="preserve">, </w:t>
      </w:r>
      <w:r w:rsidRPr="004F1596">
        <w:t>dans un froncement de sourcils une marque d</w:t>
      </w:r>
      <w:r w:rsidR="003A025E" w:rsidRPr="004572A7">
        <w:t>’</w:t>
      </w:r>
      <w:r w:rsidRPr="004F1596">
        <w:t>hostilité ou d</w:t>
      </w:r>
      <w:r w:rsidR="003A025E" w:rsidRPr="004572A7">
        <w:t>’</w:t>
      </w:r>
      <w:r w:rsidRPr="004F1596">
        <w:t>ironie</w:t>
      </w:r>
      <w:r w:rsidR="003A025E" w:rsidRPr="004572A7">
        <w:t xml:space="preserve">. </w:t>
      </w:r>
      <w:r w:rsidRPr="004F1596">
        <w:t>J</w:t>
      </w:r>
      <w:r w:rsidR="003A025E" w:rsidRPr="004572A7">
        <w:t>’</w:t>
      </w:r>
      <w:r w:rsidRPr="004F1596">
        <w:t>écoutais ses paroles avec une tension d</w:t>
      </w:r>
      <w:r w:rsidR="003A025E" w:rsidRPr="004572A7">
        <w:t>’</w:t>
      </w:r>
      <w:r w:rsidRPr="004F1596">
        <w:t>esprit exagérée</w:t>
      </w:r>
      <w:r w:rsidR="003A025E" w:rsidRPr="004572A7">
        <w:t xml:space="preserve">, </w:t>
      </w:r>
      <w:r w:rsidRPr="004F1596">
        <w:t>croyant y trouver sans cesse des sous-entendus</w:t>
      </w:r>
      <w:r w:rsidR="003A025E" w:rsidRPr="004572A7">
        <w:t xml:space="preserve">, </w:t>
      </w:r>
      <w:r w:rsidRPr="004F1596">
        <w:t>des allusions directes à ma façon d</w:t>
      </w:r>
      <w:r w:rsidR="003A025E" w:rsidRPr="004572A7">
        <w:t>’</w:t>
      </w:r>
      <w:r w:rsidRPr="004F1596">
        <w:t>agir vis-à-vis de lui</w:t>
      </w:r>
      <w:r w:rsidR="003A025E" w:rsidRPr="004572A7">
        <w:t>…</w:t>
      </w:r>
    </w:p>
    <w:p w14:paraId="0EE212DA" w14:textId="77777777" w:rsidR="003A025E" w:rsidRPr="004572A7" w:rsidRDefault="004F1596" w:rsidP="004F1596">
      <w:r w:rsidRPr="004F1596">
        <w:t>Je surveillais</w:t>
      </w:r>
      <w:r w:rsidR="003A025E" w:rsidRPr="004572A7">
        <w:t xml:space="preserve">, </w:t>
      </w:r>
      <w:r w:rsidRPr="004F1596">
        <w:t>surtout</w:t>
      </w:r>
      <w:r w:rsidR="003A025E" w:rsidRPr="004572A7">
        <w:t xml:space="preserve">, </w:t>
      </w:r>
      <w:r w:rsidRPr="004F1596">
        <w:t>ses moindres mouvements</w:t>
      </w:r>
      <w:r w:rsidR="003A025E" w:rsidRPr="004572A7">
        <w:t xml:space="preserve">, </w:t>
      </w:r>
      <w:r w:rsidRPr="004F1596">
        <w:t>avec l</w:t>
      </w:r>
      <w:r w:rsidR="003A025E" w:rsidRPr="004572A7">
        <w:t>’</w:t>
      </w:r>
      <w:r w:rsidRPr="004F1596">
        <w:t>idée fixe de surprendre enfin le geste qui le trahirait et de graver solidement</w:t>
      </w:r>
      <w:r w:rsidR="003A025E" w:rsidRPr="004572A7">
        <w:t xml:space="preserve">, </w:t>
      </w:r>
      <w:r w:rsidRPr="004F1596">
        <w:t>dans ma mémoire</w:t>
      </w:r>
      <w:r w:rsidR="003A025E" w:rsidRPr="004572A7">
        <w:t xml:space="preserve">, </w:t>
      </w:r>
      <w:r w:rsidRPr="004F1596">
        <w:t>l</w:t>
      </w:r>
      <w:r w:rsidR="003A025E" w:rsidRPr="004572A7">
        <w:t>’</w:t>
      </w:r>
      <w:r w:rsidRPr="004F1596">
        <w:t>objet</w:t>
      </w:r>
      <w:r w:rsidR="003A025E" w:rsidRPr="004572A7">
        <w:t xml:space="preserve">, </w:t>
      </w:r>
      <w:r w:rsidRPr="004F1596">
        <w:t>la chose mystérieuse qui m</w:t>
      </w:r>
      <w:r w:rsidR="003A025E" w:rsidRPr="004572A7">
        <w:t>’</w:t>
      </w:r>
      <w:r w:rsidRPr="004F1596">
        <w:t>échappait sans cesse et qui devait être l</w:t>
      </w:r>
      <w:r w:rsidR="003A025E" w:rsidRPr="004572A7">
        <w:t>’</w:t>
      </w:r>
      <w:r w:rsidRPr="004F1596">
        <w:t>âme de la puissance occulte de Surgères</w:t>
      </w:r>
      <w:r w:rsidR="003A025E" w:rsidRPr="004572A7">
        <w:t>.</w:t>
      </w:r>
    </w:p>
    <w:p w14:paraId="11F9F4D0" w14:textId="77777777" w:rsidR="003A025E" w:rsidRPr="004572A7" w:rsidRDefault="004F1596" w:rsidP="004F1596">
      <w:r w:rsidRPr="004F1596">
        <w:t>Pourquoi</w:t>
      </w:r>
      <w:r w:rsidR="003A025E" w:rsidRPr="004572A7">
        <w:t xml:space="preserve">, </w:t>
      </w:r>
      <w:r w:rsidRPr="004F1596">
        <w:t>d</w:t>
      </w:r>
      <w:r w:rsidR="003A025E" w:rsidRPr="004572A7">
        <w:t>’</w:t>
      </w:r>
      <w:r w:rsidRPr="004F1596">
        <w:t>ailleurs</w:t>
      </w:r>
      <w:r w:rsidR="003A025E" w:rsidRPr="004572A7">
        <w:t xml:space="preserve">, </w:t>
      </w:r>
      <w:r w:rsidRPr="004F1596">
        <w:t>aurais-je échappé à son pouvoir magique de divination</w:t>
      </w:r>
      <w:r w:rsidR="003A025E" w:rsidRPr="004572A7">
        <w:t xml:space="preserve"> ? </w:t>
      </w:r>
      <w:r w:rsidRPr="004F1596">
        <w:t>N</w:t>
      </w:r>
      <w:r w:rsidR="003A025E" w:rsidRPr="004572A7">
        <w:t>’</w:t>
      </w:r>
      <w:r w:rsidRPr="004F1596">
        <w:t>était-il pas assez naturel qu</w:t>
      </w:r>
      <w:r w:rsidR="003A025E" w:rsidRPr="004572A7">
        <w:t>’</w:t>
      </w:r>
      <w:r w:rsidRPr="004F1596">
        <w:t>il cherchât à savoir ce que je pensais de lui et quelles étaient mes intentions</w:t>
      </w:r>
      <w:r w:rsidR="003A025E" w:rsidRPr="004572A7">
        <w:t xml:space="preserve"> ? </w:t>
      </w:r>
      <w:r w:rsidRPr="004F1596">
        <w:t>Peut-être</w:t>
      </w:r>
      <w:r w:rsidR="003A025E" w:rsidRPr="004572A7">
        <w:t xml:space="preserve">, </w:t>
      </w:r>
      <w:r w:rsidRPr="004F1596">
        <w:t>jusqu</w:t>
      </w:r>
      <w:r w:rsidR="003A025E" w:rsidRPr="004572A7">
        <w:t>’</w:t>
      </w:r>
      <w:r w:rsidRPr="004F1596">
        <w:t>ici</w:t>
      </w:r>
      <w:r w:rsidR="003A025E" w:rsidRPr="004572A7">
        <w:t xml:space="preserve">, </w:t>
      </w:r>
      <w:r w:rsidRPr="004F1596">
        <w:t>s</w:t>
      </w:r>
      <w:r w:rsidR="003A025E" w:rsidRPr="004572A7">
        <w:t>’</w:t>
      </w:r>
      <w:r w:rsidRPr="004F1596">
        <w:t>était-il désintéressé de moi</w:t>
      </w:r>
      <w:r w:rsidR="003A025E" w:rsidRPr="004572A7">
        <w:t xml:space="preserve"> ; </w:t>
      </w:r>
      <w:r w:rsidRPr="004F1596">
        <w:t>mais</w:t>
      </w:r>
      <w:r w:rsidR="003A025E" w:rsidRPr="004572A7">
        <w:t xml:space="preserve">, </w:t>
      </w:r>
      <w:r w:rsidRPr="004F1596">
        <w:t>au fur et à mesure que nous nous fréquentions davantage</w:t>
      </w:r>
      <w:r w:rsidR="003A025E" w:rsidRPr="004572A7">
        <w:t xml:space="preserve">, </w:t>
      </w:r>
      <w:r w:rsidRPr="004F1596">
        <w:t>il devait</w:t>
      </w:r>
      <w:r w:rsidR="003A025E" w:rsidRPr="004572A7">
        <w:t xml:space="preserve">, </w:t>
      </w:r>
      <w:r w:rsidRPr="004F1596">
        <w:t>logiquement</w:t>
      </w:r>
      <w:r w:rsidR="003A025E" w:rsidRPr="004572A7">
        <w:t xml:space="preserve">, </w:t>
      </w:r>
      <w:r w:rsidRPr="004F1596">
        <w:t>lui venir à l</w:t>
      </w:r>
      <w:r w:rsidR="003A025E" w:rsidRPr="004572A7">
        <w:t>’</w:t>
      </w:r>
      <w:r w:rsidRPr="004F1596">
        <w:t>esprit</w:t>
      </w:r>
      <w:r w:rsidR="003A025E" w:rsidRPr="004572A7">
        <w:t xml:space="preserve">, </w:t>
      </w:r>
      <w:r w:rsidRPr="004F1596">
        <w:t>avec les moyens dont il disposait</w:t>
      </w:r>
      <w:r w:rsidR="003A025E" w:rsidRPr="004572A7">
        <w:t xml:space="preserve">, </w:t>
      </w:r>
      <w:r w:rsidRPr="004F1596">
        <w:t>l</w:t>
      </w:r>
      <w:r w:rsidR="003A025E" w:rsidRPr="004572A7">
        <w:t>’</w:t>
      </w:r>
      <w:r w:rsidRPr="004F1596">
        <w:t>idée de scruter ma conscience</w:t>
      </w:r>
      <w:r w:rsidR="003A025E" w:rsidRPr="004572A7">
        <w:t xml:space="preserve">, </w:t>
      </w:r>
      <w:r w:rsidRPr="004F1596">
        <w:t>de pénétrer mes pensées les plus secrètes</w:t>
      </w:r>
      <w:r w:rsidR="003A025E" w:rsidRPr="004572A7">
        <w:t>.</w:t>
      </w:r>
    </w:p>
    <w:p w14:paraId="3D318B35" w14:textId="77777777" w:rsidR="003A025E" w:rsidRPr="004572A7" w:rsidRDefault="004F1596" w:rsidP="004F1596">
      <w:r w:rsidRPr="004F1596">
        <w:t>Je me disais tout cela souvent et je m</w:t>
      </w:r>
      <w:r w:rsidR="003A025E" w:rsidRPr="004572A7">
        <w:t>’</w:t>
      </w:r>
      <w:r w:rsidRPr="004F1596">
        <w:t>étais formellement promis de m</w:t>
      </w:r>
      <w:r w:rsidR="003A025E" w:rsidRPr="004572A7">
        <w:t>’</w:t>
      </w:r>
      <w:r w:rsidRPr="004F1596">
        <w:t>observer chaque fois que nous nous trouvions en présence l</w:t>
      </w:r>
      <w:r w:rsidR="003A025E" w:rsidRPr="004572A7">
        <w:t>’</w:t>
      </w:r>
      <w:r w:rsidRPr="004F1596">
        <w:t>un de l</w:t>
      </w:r>
      <w:r w:rsidR="003A025E" w:rsidRPr="004572A7">
        <w:t>’</w:t>
      </w:r>
      <w:r w:rsidRPr="004F1596">
        <w:t>autre</w:t>
      </w:r>
      <w:r w:rsidR="003A025E" w:rsidRPr="004572A7">
        <w:t xml:space="preserve">. </w:t>
      </w:r>
      <w:r w:rsidRPr="004F1596">
        <w:t>Dans ces circonstances</w:t>
      </w:r>
      <w:r w:rsidR="003A025E" w:rsidRPr="004572A7">
        <w:t xml:space="preserve">, </w:t>
      </w:r>
      <w:r w:rsidRPr="004F1596">
        <w:t>je devais m</w:t>
      </w:r>
      <w:r w:rsidR="003A025E" w:rsidRPr="004572A7">
        <w:t>’</w:t>
      </w:r>
      <w:r w:rsidRPr="004F1596">
        <w:t>efforcer</w:t>
      </w:r>
      <w:r w:rsidR="003A025E" w:rsidRPr="004572A7">
        <w:t xml:space="preserve">, </w:t>
      </w:r>
      <w:r w:rsidRPr="004F1596">
        <w:t>par tous les moyens</w:t>
      </w:r>
      <w:r w:rsidR="003A025E" w:rsidRPr="004572A7">
        <w:t xml:space="preserve">, </w:t>
      </w:r>
      <w:r w:rsidRPr="004F1596">
        <w:t>d</w:t>
      </w:r>
      <w:r w:rsidR="003A025E" w:rsidRPr="004572A7">
        <w:t>’</w:t>
      </w:r>
      <w:r w:rsidRPr="004F1596">
        <w:t>amener la conversation sur des sujets d</w:t>
      </w:r>
      <w:r w:rsidR="003A025E" w:rsidRPr="004572A7">
        <w:t>’</w:t>
      </w:r>
      <w:r w:rsidRPr="004F1596">
        <w:t>ordre général et d</w:t>
      </w:r>
      <w:r w:rsidR="003A025E" w:rsidRPr="004572A7">
        <w:t>’</w:t>
      </w:r>
      <w:r w:rsidRPr="004F1596">
        <w:t>éviter soigneusement de penser</w:t>
      </w:r>
      <w:r w:rsidR="003A025E" w:rsidRPr="004572A7">
        <w:t xml:space="preserve">, </w:t>
      </w:r>
      <w:r w:rsidRPr="004F1596">
        <w:t>un seul instant</w:t>
      </w:r>
      <w:r w:rsidR="003A025E" w:rsidRPr="004572A7">
        <w:t xml:space="preserve">, </w:t>
      </w:r>
      <w:r w:rsidRPr="004F1596">
        <w:t>à ceux qui étaient susceptibles de me compromettre ou de me trahir</w:t>
      </w:r>
      <w:r w:rsidR="003A025E" w:rsidRPr="004572A7">
        <w:t>.</w:t>
      </w:r>
    </w:p>
    <w:p w14:paraId="30B63A36" w14:textId="77777777" w:rsidR="003A025E" w:rsidRPr="004572A7" w:rsidRDefault="004F1596" w:rsidP="004F1596">
      <w:r w:rsidRPr="004F1596">
        <w:t>Hélas</w:t>
      </w:r>
      <w:r w:rsidR="003A025E" w:rsidRPr="004572A7">
        <w:t xml:space="preserve"> ! </w:t>
      </w:r>
      <w:r w:rsidRPr="004F1596">
        <w:t>je ne tardai pas à me rendre compte de la vanité de mes résolutions et de l</w:t>
      </w:r>
      <w:r w:rsidR="003A025E" w:rsidRPr="004572A7">
        <w:t>’</w:t>
      </w:r>
      <w:r w:rsidRPr="004F1596">
        <w:t>impossibilité presque absolue où j</w:t>
      </w:r>
      <w:r w:rsidR="003A025E" w:rsidRPr="004572A7">
        <w:t>’</w:t>
      </w:r>
      <w:r w:rsidRPr="004F1596">
        <w:t>étais d</w:t>
      </w:r>
      <w:r w:rsidR="003A025E" w:rsidRPr="004572A7">
        <w:t>’</w:t>
      </w:r>
      <w:r w:rsidRPr="004F1596">
        <w:t>observer</w:t>
      </w:r>
      <w:r w:rsidR="003A025E" w:rsidRPr="004572A7">
        <w:t xml:space="preserve">, </w:t>
      </w:r>
      <w:r w:rsidRPr="004F1596">
        <w:t>à la lettre</w:t>
      </w:r>
      <w:r w:rsidR="003A025E" w:rsidRPr="004572A7">
        <w:t xml:space="preserve">, </w:t>
      </w:r>
      <w:r w:rsidRPr="004F1596">
        <w:t>une pareille tactique</w:t>
      </w:r>
      <w:r w:rsidR="003A025E" w:rsidRPr="004572A7">
        <w:t>.</w:t>
      </w:r>
    </w:p>
    <w:p w14:paraId="59E3E7CE" w14:textId="77777777" w:rsidR="003A025E" w:rsidRPr="004572A7" w:rsidRDefault="004F1596" w:rsidP="004F1596">
      <w:r w:rsidRPr="004F1596">
        <w:lastRenderedPageBreak/>
        <w:t>Outre la fatigue et le malaise continuels qu</w:t>
      </w:r>
      <w:r w:rsidR="003A025E" w:rsidRPr="004572A7">
        <w:t>’</w:t>
      </w:r>
      <w:r w:rsidRPr="004F1596">
        <w:t>entraînaient</w:t>
      </w:r>
      <w:r w:rsidR="003A025E" w:rsidRPr="004572A7">
        <w:t xml:space="preserve">, </w:t>
      </w:r>
      <w:r w:rsidRPr="004F1596">
        <w:t>pour moi</w:t>
      </w:r>
      <w:r w:rsidR="003A025E" w:rsidRPr="004572A7">
        <w:t xml:space="preserve">, </w:t>
      </w:r>
      <w:r w:rsidRPr="004F1596">
        <w:t>ces conversations menées d</w:t>
      </w:r>
      <w:r w:rsidR="003A025E" w:rsidRPr="004572A7">
        <w:t>’</w:t>
      </w:r>
      <w:r w:rsidRPr="004F1596">
        <w:t>une façon aussi artificielle</w:t>
      </w:r>
      <w:r w:rsidR="003A025E" w:rsidRPr="004572A7">
        <w:t xml:space="preserve">, </w:t>
      </w:r>
      <w:r w:rsidRPr="004F1596">
        <w:t>je ne pouvais</w:t>
      </w:r>
      <w:r w:rsidR="003A025E" w:rsidRPr="004572A7">
        <w:t xml:space="preserve">, </w:t>
      </w:r>
      <w:r w:rsidRPr="004F1596">
        <w:t>en aucune façon</w:t>
      </w:r>
      <w:r w:rsidR="003A025E" w:rsidRPr="004572A7">
        <w:t xml:space="preserve">, </w:t>
      </w:r>
      <w:r w:rsidRPr="004F1596">
        <w:t>éviter les digressions que m</w:t>
      </w:r>
      <w:r w:rsidR="003A025E" w:rsidRPr="004572A7">
        <w:t>’</w:t>
      </w:r>
      <w:r w:rsidRPr="004F1596">
        <w:t>imposait le docteur</w:t>
      </w:r>
      <w:r w:rsidR="003A025E" w:rsidRPr="004572A7">
        <w:t xml:space="preserve">, </w:t>
      </w:r>
      <w:r w:rsidRPr="004F1596">
        <w:t>ni me dérober brutalement à ses objections</w:t>
      </w:r>
      <w:r w:rsidR="003A025E" w:rsidRPr="004572A7">
        <w:t xml:space="preserve">, </w:t>
      </w:r>
      <w:r w:rsidRPr="004F1596">
        <w:t>en lui parlant des progrès de l</w:t>
      </w:r>
      <w:r w:rsidR="003A025E" w:rsidRPr="004572A7">
        <w:t>’</w:t>
      </w:r>
      <w:r w:rsidRPr="004F1596">
        <w:t>astronomie sous les Chaldéens ou des premières montgolfières</w:t>
      </w:r>
      <w:r w:rsidR="003A025E" w:rsidRPr="004572A7">
        <w:t> !…</w:t>
      </w:r>
    </w:p>
    <w:p w14:paraId="1740C0E6" w14:textId="77777777" w:rsidR="003A025E" w:rsidRPr="004572A7" w:rsidRDefault="004F1596" w:rsidP="004F1596">
      <w:r w:rsidRPr="004F1596">
        <w:t>Peut-être même</w:t>
      </w:r>
      <w:r w:rsidR="003A025E" w:rsidRPr="004572A7">
        <w:t xml:space="preserve">, </w:t>
      </w:r>
      <w:r w:rsidRPr="004F1596">
        <w:t>cette sorte de dictature</w:t>
      </w:r>
      <w:r w:rsidR="003A025E" w:rsidRPr="004572A7">
        <w:t xml:space="preserve">, </w:t>
      </w:r>
      <w:r w:rsidRPr="004F1596">
        <w:t>que j</w:t>
      </w:r>
      <w:r w:rsidR="003A025E" w:rsidRPr="004572A7">
        <w:t>’</w:t>
      </w:r>
      <w:r w:rsidRPr="004F1596">
        <w:t>entendais exercer sur nos entretiens</w:t>
      </w:r>
      <w:r w:rsidR="003A025E" w:rsidRPr="004572A7">
        <w:t xml:space="preserve">, </w:t>
      </w:r>
      <w:r w:rsidRPr="004F1596">
        <w:t>allait-elle</w:t>
      </w:r>
      <w:r w:rsidR="003A025E" w:rsidRPr="004572A7">
        <w:t xml:space="preserve">, </w:t>
      </w:r>
      <w:r w:rsidRPr="004F1596">
        <w:t>au lieu de favoriser mes projets</w:t>
      </w:r>
      <w:r w:rsidR="003A025E" w:rsidRPr="004572A7">
        <w:t xml:space="preserve">, </w:t>
      </w:r>
      <w:r w:rsidRPr="004F1596">
        <w:t>éveiller la méfiance de Surgères et m</w:t>
      </w:r>
      <w:r w:rsidR="003A025E" w:rsidRPr="004572A7">
        <w:t>’</w:t>
      </w:r>
      <w:r w:rsidRPr="004F1596">
        <w:t>arrêter définitivement à la veille même du succès</w:t>
      </w:r>
      <w:r w:rsidR="003A025E" w:rsidRPr="004572A7">
        <w:t xml:space="preserve"> ? </w:t>
      </w:r>
      <w:r w:rsidRPr="004F1596">
        <w:t>Mieux valait donc persévérer courageusement dans mon entreprise et attendre l</w:t>
      </w:r>
      <w:r w:rsidR="003A025E" w:rsidRPr="004572A7">
        <w:t>’</w:t>
      </w:r>
      <w:r w:rsidRPr="004F1596">
        <w:t>occasion</w:t>
      </w:r>
      <w:r w:rsidR="003A025E" w:rsidRPr="004572A7">
        <w:t xml:space="preserve">, </w:t>
      </w:r>
      <w:r w:rsidRPr="004F1596">
        <w:t>en simple spectateur</w:t>
      </w:r>
      <w:r w:rsidR="003A025E" w:rsidRPr="004572A7">
        <w:t xml:space="preserve">, </w:t>
      </w:r>
      <w:proofErr w:type="spellStart"/>
      <w:r w:rsidRPr="004F1596">
        <w:t>dût-il</w:t>
      </w:r>
      <w:proofErr w:type="spellEnd"/>
      <w:r w:rsidRPr="004F1596">
        <w:t xml:space="preserve"> en résulter pour moi les conséquences les plus désastreuses</w:t>
      </w:r>
      <w:r w:rsidR="003A025E" w:rsidRPr="004572A7">
        <w:t>.</w:t>
      </w:r>
    </w:p>
    <w:p w14:paraId="2A350316" w14:textId="77777777" w:rsidR="003A025E" w:rsidRPr="004572A7" w:rsidRDefault="004F1596" w:rsidP="004F1596">
      <w:r w:rsidRPr="004F1596">
        <w:t>Il était inutile de dissimuler avec Surgères et j</w:t>
      </w:r>
      <w:r w:rsidR="003A025E" w:rsidRPr="004572A7">
        <w:t>’</w:t>
      </w:r>
      <w:r w:rsidRPr="004F1596">
        <w:t>avais</w:t>
      </w:r>
      <w:r w:rsidR="003A025E" w:rsidRPr="004572A7">
        <w:t xml:space="preserve">, </w:t>
      </w:r>
      <w:r w:rsidRPr="004F1596">
        <w:t>au contraire</w:t>
      </w:r>
      <w:r w:rsidR="003A025E" w:rsidRPr="004572A7">
        <w:t xml:space="preserve">, </w:t>
      </w:r>
      <w:r w:rsidRPr="004F1596">
        <w:t>tout à gagner en lui inspirant confiance</w:t>
      </w:r>
      <w:r w:rsidR="003A025E" w:rsidRPr="004572A7">
        <w:t>.</w:t>
      </w:r>
    </w:p>
    <w:p w14:paraId="4EC41A10" w14:textId="77777777" w:rsidR="003A025E" w:rsidRPr="004572A7" w:rsidRDefault="004F1596" w:rsidP="004F1596">
      <w:r w:rsidRPr="004F1596">
        <w:t>Je ne tardai pas</w:t>
      </w:r>
      <w:r w:rsidR="003A025E" w:rsidRPr="004572A7">
        <w:t xml:space="preserve">, </w:t>
      </w:r>
      <w:r w:rsidRPr="004F1596">
        <w:t>d</w:t>
      </w:r>
      <w:r w:rsidR="003A025E" w:rsidRPr="004572A7">
        <w:t>’</w:t>
      </w:r>
      <w:r w:rsidRPr="004F1596">
        <w:t>ailleurs</w:t>
      </w:r>
      <w:r w:rsidR="003A025E" w:rsidRPr="004572A7">
        <w:t xml:space="preserve">, </w:t>
      </w:r>
      <w:r w:rsidRPr="004F1596">
        <w:t>à m</w:t>
      </w:r>
      <w:r w:rsidR="003A025E" w:rsidRPr="004572A7">
        <w:t>’</w:t>
      </w:r>
      <w:r w:rsidRPr="004F1596">
        <w:t>apercevoir qu</w:t>
      </w:r>
      <w:r w:rsidR="003A025E" w:rsidRPr="004572A7">
        <w:t>’</w:t>
      </w:r>
      <w:r w:rsidRPr="004F1596">
        <w:t>il avait intercepté déjà quelques-unes de mes pensées car</w:t>
      </w:r>
      <w:r w:rsidR="003A025E" w:rsidRPr="004572A7">
        <w:t xml:space="preserve">, </w:t>
      </w:r>
      <w:r w:rsidRPr="004F1596">
        <w:t>à plusieurs reprises</w:t>
      </w:r>
      <w:r w:rsidR="003A025E" w:rsidRPr="004572A7">
        <w:t xml:space="preserve">, </w:t>
      </w:r>
      <w:r w:rsidRPr="004F1596">
        <w:t>il fit allusion imprudemment à des faits et à des projets dont je ne lui avais point parlé</w:t>
      </w:r>
      <w:r w:rsidR="003A025E" w:rsidRPr="004572A7">
        <w:t xml:space="preserve">, </w:t>
      </w:r>
      <w:r w:rsidRPr="004F1596">
        <w:t>ce qui aurait certainement étonné tout autre que moi</w:t>
      </w:r>
      <w:r w:rsidR="003A025E" w:rsidRPr="004572A7">
        <w:t xml:space="preserve">. </w:t>
      </w:r>
      <w:r w:rsidRPr="004F1596">
        <w:t>Ainsi</w:t>
      </w:r>
      <w:r w:rsidR="003A025E" w:rsidRPr="004572A7">
        <w:t xml:space="preserve">, </w:t>
      </w:r>
      <w:r w:rsidRPr="004F1596">
        <w:t>une fois entre autres</w:t>
      </w:r>
      <w:r w:rsidR="003A025E" w:rsidRPr="004572A7">
        <w:t xml:space="preserve">, </w:t>
      </w:r>
      <w:r w:rsidRPr="004F1596">
        <w:t>il s</w:t>
      </w:r>
      <w:r w:rsidR="003A025E" w:rsidRPr="004572A7">
        <w:t>’</w:t>
      </w:r>
      <w:r w:rsidRPr="004F1596">
        <w:t>excusa de ne pouvoir monter à cheval pour m</w:t>
      </w:r>
      <w:r w:rsidR="003A025E" w:rsidRPr="004572A7">
        <w:t>’</w:t>
      </w:r>
      <w:r w:rsidRPr="004F1596">
        <w:t>accompagner dans l</w:t>
      </w:r>
      <w:r w:rsidR="003A025E" w:rsidRPr="004572A7">
        <w:t>’</w:t>
      </w:r>
      <w:r w:rsidRPr="004F1596">
        <w:t>excursion que j</w:t>
      </w:r>
      <w:r w:rsidR="003A025E" w:rsidRPr="004572A7">
        <w:t>’</w:t>
      </w:r>
      <w:r w:rsidRPr="004F1596">
        <w:t>avais</w:t>
      </w:r>
      <w:r w:rsidR="003A025E" w:rsidRPr="004572A7">
        <w:t xml:space="preserve">, </w:t>
      </w:r>
      <w:r w:rsidRPr="004F1596">
        <w:t>m</w:t>
      </w:r>
      <w:r w:rsidR="003A025E" w:rsidRPr="004572A7">
        <w:t>’</w:t>
      </w:r>
      <w:r w:rsidRPr="004F1596">
        <w:t>affirma-t-il</w:t>
      </w:r>
      <w:r w:rsidR="003A025E" w:rsidRPr="004572A7">
        <w:t xml:space="preserve">, </w:t>
      </w:r>
      <w:r w:rsidRPr="004F1596">
        <w:t>l</w:t>
      </w:r>
      <w:r w:rsidR="003A025E" w:rsidRPr="004572A7">
        <w:t>’</w:t>
      </w:r>
      <w:r w:rsidRPr="004F1596">
        <w:t>intention de faire</w:t>
      </w:r>
      <w:r w:rsidR="003A025E" w:rsidRPr="004572A7">
        <w:t xml:space="preserve">, </w:t>
      </w:r>
      <w:r w:rsidRPr="004F1596">
        <w:t>avec lui</w:t>
      </w:r>
      <w:r w:rsidR="003A025E" w:rsidRPr="004572A7">
        <w:t xml:space="preserve">, </w:t>
      </w:r>
      <w:r w:rsidRPr="004F1596">
        <w:t>aux environs d</w:t>
      </w:r>
      <w:r w:rsidR="003A025E" w:rsidRPr="004572A7">
        <w:t>’</w:t>
      </w:r>
      <w:r w:rsidRPr="004F1596">
        <w:t>Arcangues</w:t>
      </w:r>
      <w:r w:rsidR="003A025E" w:rsidRPr="004572A7">
        <w:t>.</w:t>
      </w:r>
    </w:p>
    <w:p w14:paraId="5428C50F" w14:textId="77777777" w:rsidR="003A025E" w:rsidRPr="004572A7" w:rsidRDefault="004F1596" w:rsidP="004F1596">
      <w:r w:rsidRPr="004F1596">
        <w:t>Eh bien</w:t>
      </w:r>
      <w:r w:rsidR="003A025E" w:rsidRPr="004572A7">
        <w:t xml:space="preserve">, </w:t>
      </w:r>
      <w:r w:rsidRPr="004F1596">
        <w:t>je ne lui avais jamais soufflé mot de cette promenade</w:t>
      </w:r>
      <w:r w:rsidR="003A025E" w:rsidRPr="004572A7">
        <w:t xml:space="preserve">, </w:t>
      </w:r>
      <w:r w:rsidRPr="004F1596">
        <w:t>mais je me souvenais parfaitement avoir eu l</w:t>
      </w:r>
      <w:r w:rsidR="003A025E" w:rsidRPr="004572A7">
        <w:t>’</w:t>
      </w:r>
      <w:r w:rsidRPr="004F1596">
        <w:t>esprit traversé par cette idée</w:t>
      </w:r>
      <w:r w:rsidR="003A025E" w:rsidRPr="004572A7">
        <w:t xml:space="preserve">, </w:t>
      </w:r>
      <w:r w:rsidRPr="004F1596">
        <w:t>chez lui</w:t>
      </w:r>
      <w:r w:rsidR="003A025E" w:rsidRPr="004572A7">
        <w:t xml:space="preserve">, </w:t>
      </w:r>
      <w:r w:rsidRPr="004F1596">
        <w:t>en examinant une aquarelle qui représentait</w:t>
      </w:r>
      <w:r w:rsidR="003A025E" w:rsidRPr="004572A7">
        <w:t xml:space="preserve">, </w:t>
      </w:r>
      <w:r w:rsidRPr="004F1596">
        <w:t>gracieux et engageant</w:t>
      </w:r>
      <w:r w:rsidR="003A025E" w:rsidRPr="004572A7">
        <w:t xml:space="preserve">, </w:t>
      </w:r>
      <w:r w:rsidRPr="004F1596">
        <w:t>un coin de ce paysage</w:t>
      </w:r>
      <w:r w:rsidR="003A025E" w:rsidRPr="004572A7">
        <w:t>.</w:t>
      </w:r>
    </w:p>
    <w:p w14:paraId="3B1CA3D8" w14:textId="77777777" w:rsidR="003A025E" w:rsidRPr="004572A7" w:rsidRDefault="004F1596" w:rsidP="004F1596">
      <w:r w:rsidRPr="004F1596">
        <w:t>Il n</w:t>
      </w:r>
      <w:r w:rsidR="003A025E" w:rsidRPr="004572A7">
        <w:t>’</w:t>
      </w:r>
      <w:r w:rsidRPr="004F1596">
        <w:t>avait pas agi</w:t>
      </w:r>
      <w:r w:rsidR="003A025E" w:rsidRPr="004572A7">
        <w:t xml:space="preserve">, </w:t>
      </w:r>
      <w:r w:rsidRPr="004F1596">
        <w:t>j</w:t>
      </w:r>
      <w:r w:rsidR="003A025E" w:rsidRPr="004572A7">
        <w:t>’</w:t>
      </w:r>
      <w:r w:rsidRPr="004F1596">
        <w:t>en étais persuadé</w:t>
      </w:r>
      <w:r w:rsidR="003A025E" w:rsidRPr="004572A7">
        <w:t xml:space="preserve">, </w:t>
      </w:r>
      <w:r w:rsidRPr="004F1596">
        <w:t>avec l</w:t>
      </w:r>
      <w:r w:rsidR="003A025E" w:rsidRPr="004572A7">
        <w:t>’</w:t>
      </w:r>
      <w:r w:rsidRPr="004F1596">
        <w:t>intention de frapper mon imagination</w:t>
      </w:r>
      <w:r w:rsidR="003A025E" w:rsidRPr="004572A7">
        <w:t xml:space="preserve">. </w:t>
      </w:r>
      <w:r w:rsidRPr="004F1596">
        <w:t>Non</w:t>
      </w:r>
      <w:r w:rsidR="003A025E" w:rsidRPr="004572A7">
        <w:t xml:space="preserve">, </w:t>
      </w:r>
      <w:r w:rsidRPr="004F1596">
        <w:t>c</w:t>
      </w:r>
      <w:r w:rsidR="003A025E" w:rsidRPr="004572A7">
        <w:t>’</w:t>
      </w:r>
      <w:r w:rsidRPr="004F1596">
        <w:t xml:space="preserve">était plutôt par étourderie et </w:t>
      </w:r>
      <w:r w:rsidRPr="004F1596">
        <w:lastRenderedPageBreak/>
        <w:t>dans la croyance que je lui avais</w:t>
      </w:r>
      <w:r w:rsidR="003A025E" w:rsidRPr="004572A7">
        <w:t xml:space="preserve">, </w:t>
      </w:r>
      <w:r w:rsidRPr="004F1596">
        <w:t>par la suite</w:t>
      </w:r>
      <w:r w:rsidR="003A025E" w:rsidRPr="004572A7">
        <w:t xml:space="preserve">, </w:t>
      </w:r>
      <w:r w:rsidRPr="004F1596">
        <w:t>adressé une invitation en bonne et due forme</w:t>
      </w:r>
      <w:r w:rsidR="003A025E" w:rsidRPr="004572A7">
        <w:t>.</w:t>
      </w:r>
    </w:p>
    <w:p w14:paraId="54C675AD" w14:textId="77777777" w:rsidR="003A025E" w:rsidRPr="004572A7" w:rsidRDefault="004F1596" w:rsidP="004F1596">
      <w:r w:rsidRPr="004F1596">
        <w:t>Dans ces conditions</w:t>
      </w:r>
      <w:r w:rsidR="003A025E" w:rsidRPr="004572A7">
        <w:t xml:space="preserve">, </w:t>
      </w:r>
      <w:r w:rsidRPr="004F1596">
        <w:t>je risquais trop à temporiser</w:t>
      </w:r>
      <w:r w:rsidR="003A025E" w:rsidRPr="004572A7">
        <w:t xml:space="preserve">, </w:t>
      </w:r>
      <w:r w:rsidRPr="004F1596">
        <w:t>aussi</w:t>
      </w:r>
      <w:r w:rsidR="003A025E" w:rsidRPr="004572A7">
        <w:t xml:space="preserve">, </w:t>
      </w:r>
      <w:r w:rsidRPr="004F1596">
        <w:t>je résolus de prendre moi-même l</w:t>
      </w:r>
      <w:r w:rsidR="003A025E" w:rsidRPr="004572A7">
        <w:t>’</w:t>
      </w:r>
      <w:r w:rsidRPr="004F1596">
        <w:t>offensive</w:t>
      </w:r>
      <w:r w:rsidR="003A025E" w:rsidRPr="004572A7">
        <w:t xml:space="preserve">, </w:t>
      </w:r>
      <w:r w:rsidRPr="004F1596">
        <w:t>en abordant des sujets susceptibles d</w:t>
      </w:r>
      <w:r w:rsidR="003A025E" w:rsidRPr="004572A7">
        <w:t>’</w:t>
      </w:r>
      <w:r w:rsidRPr="004F1596">
        <w:t>intéresser Surgères</w:t>
      </w:r>
      <w:r w:rsidR="003A025E" w:rsidRPr="004572A7">
        <w:t xml:space="preserve">, </w:t>
      </w:r>
      <w:r w:rsidRPr="004F1596">
        <w:t>et de l</w:t>
      </w:r>
      <w:r w:rsidR="003A025E" w:rsidRPr="004572A7">
        <w:t>’</w:t>
      </w:r>
      <w:r w:rsidRPr="004F1596">
        <w:t>amener</w:t>
      </w:r>
      <w:r w:rsidR="003A025E" w:rsidRPr="004572A7">
        <w:t xml:space="preserve">, </w:t>
      </w:r>
      <w:r w:rsidRPr="004F1596">
        <w:t>peu à peu</w:t>
      </w:r>
      <w:r w:rsidR="003A025E" w:rsidRPr="004572A7">
        <w:t xml:space="preserve">, </w:t>
      </w:r>
      <w:r w:rsidRPr="004F1596">
        <w:t>dans le feu de la conversation</w:t>
      </w:r>
      <w:r w:rsidR="003A025E" w:rsidRPr="004572A7">
        <w:t xml:space="preserve">, </w:t>
      </w:r>
      <w:r w:rsidRPr="004F1596">
        <w:t>à se démasquer</w:t>
      </w:r>
      <w:r w:rsidR="003A025E" w:rsidRPr="004572A7">
        <w:t xml:space="preserve"> ; </w:t>
      </w:r>
      <w:r w:rsidRPr="004F1596">
        <w:t>pour le moins à me fournir</w:t>
      </w:r>
      <w:r w:rsidR="003A025E" w:rsidRPr="004572A7">
        <w:t xml:space="preserve">, </w:t>
      </w:r>
      <w:r w:rsidRPr="004F1596">
        <w:t>au vol</w:t>
      </w:r>
      <w:r w:rsidR="003A025E" w:rsidRPr="004572A7">
        <w:t xml:space="preserve">, </w:t>
      </w:r>
      <w:r w:rsidRPr="004F1596">
        <w:t>quelques renseignements intéressants</w:t>
      </w:r>
      <w:r w:rsidR="003A025E" w:rsidRPr="004572A7">
        <w:t>.</w:t>
      </w:r>
    </w:p>
    <w:p w14:paraId="5C9D5060" w14:textId="77777777" w:rsidR="003A025E" w:rsidRPr="004572A7" w:rsidRDefault="004F1596" w:rsidP="004F1596">
      <w:r w:rsidRPr="004F1596">
        <w:t>Pour cela</w:t>
      </w:r>
      <w:r w:rsidR="003A025E" w:rsidRPr="004572A7">
        <w:t xml:space="preserve">, </w:t>
      </w:r>
      <w:r w:rsidRPr="004F1596">
        <w:t>il me fallait gagner du temps et le devancer sur son propre terrain</w:t>
      </w:r>
      <w:r w:rsidR="003A025E" w:rsidRPr="004572A7">
        <w:t xml:space="preserve">. </w:t>
      </w:r>
      <w:r w:rsidRPr="004F1596">
        <w:t>En effet</w:t>
      </w:r>
      <w:r w:rsidR="003A025E" w:rsidRPr="004572A7">
        <w:t xml:space="preserve">, </w:t>
      </w:r>
      <w:r w:rsidRPr="004F1596">
        <w:t>je ne pouvais m</w:t>
      </w:r>
      <w:r w:rsidR="003A025E" w:rsidRPr="004572A7">
        <w:t>’</w:t>
      </w:r>
      <w:r w:rsidRPr="004F1596">
        <w:t>illusionner</w:t>
      </w:r>
      <w:r w:rsidR="003A025E" w:rsidRPr="004572A7">
        <w:t xml:space="preserve"> : </w:t>
      </w:r>
      <w:r w:rsidRPr="004F1596">
        <w:t>du jour où il aurait appris quels étaient mes desseins</w:t>
      </w:r>
      <w:r w:rsidR="003A025E" w:rsidRPr="004572A7">
        <w:t xml:space="preserve">, </w:t>
      </w:r>
      <w:r w:rsidRPr="004F1596">
        <w:t>j</w:t>
      </w:r>
      <w:r w:rsidR="003A025E" w:rsidRPr="004572A7">
        <w:t>’</w:t>
      </w:r>
      <w:r w:rsidRPr="004F1596">
        <w:t>étais voué à un échec certain et définitif</w:t>
      </w:r>
      <w:r w:rsidR="003A025E" w:rsidRPr="004572A7">
        <w:t>…</w:t>
      </w:r>
    </w:p>
    <w:p w14:paraId="1A216D9C" w14:textId="77777777" w:rsidR="004F1596" w:rsidRPr="004572A7" w:rsidRDefault="004F1596" w:rsidP="003A025E">
      <w:pPr>
        <w:pStyle w:val="Titre1"/>
      </w:pPr>
      <w:bookmarkStart w:id="10" w:name="_Toc19606617"/>
      <w:bookmarkStart w:id="11" w:name="_Toc196387851"/>
      <w:r w:rsidRPr="004572A7">
        <w:lastRenderedPageBreak/>
        <w:t>L</w:t>
      </w:r>
      <w:r w:rsidR="003A025E" w:rsidRPr="004572A7">
        <w:t>’</w:t>
      </w:r>
      <w:r w:rsidRPr="004572A7">
        <w:t xml:space="preserve">ÉTUI </w:t>
      </w:r>
      <w:bookmarkEnd w:id="10"/>
      <w:r w:rsidRPr="004572A7">
        <w:t>MYSTÉRIEUX</w:t>
      </w:r>
      <w:bookmarkEnd w:id="11"/>
    </w:p>
    <w:p w14:paraId="0F76C162" w14:textId="77777777" w:rsidR="003A025E" w:rsidRPr="004572A7" w:rsidRDefault="004F1596" w:rsidP="004F1596">
      <w:r w:rsidRPr="004F1596">
        <w:t>Peu de temps après</w:t>
      </w:r>
      <w:r w:rsidR="003A025E" w:rsidRPr="004572A7">
        <w:t xml:space="preserve">, </w:t>
      </w:r>
      <w:r w:rsidRPr="004F1596">
        <w:t>par un après-midi d</w:t>
      </w:r>
      <w:r w:rsidR="003A025E" w:rsidRPr="004572A7">
        <w:t>’</w:t>
      </w:r>
      <w:r w:rsidRPr="004F1596">
        <w:t>hiver</w:t>
      </w:r>
      <w:r w:rsidR="003A025E" w:rsidRPr="004572A7">
        <w:t xml:space="preserve">, </w:t>
      </w:r>
      <w:r w:rsidRPr="004F1596">
        <w:t>triste et froid</w:t>
      </w:r>
      <w:r w:rsidR="003A025E" w:rsidRPr="004572A7">
        <w:t xml:space="preserve">, </w:t>
      </w:r>
      <w:r w:rsidRPr="004F1596">
        <w:t>vers cinq heures</w:t>
      </w:r>
      <w:r w:rsidR="003A025E" w:rsidRPr="004572A7">
        <w:t xml:space="preserve">, </w:t>
      </w:r>
      <w:r w:rsidRPr="004F1596">
        <w:t>je me rendis avenue de la Reine Nathalie</w:t>
      </w:r>
      <w:r w:rsidR="003A025E" w:rsidRPr="004572A7">
        <w:t xml:space="preserve">, </w:t>
      </w:r>
      <w:r w:rsidRPr="004F1596">
        <w:t>chez Surgères</w:t>
      </w:r>
      <w:r w:rsidR="003A025E" w:rsidRPr="004572A7">
        <w:t xml:space="preserve">. </w:t>
      </w:r>
      <w:r w:rsidRPr="004F1596">
        <w:t>Je devais prendre le thé avec le docteur</w:t>
      </w:r>
      <w:r w:rsidR="003A025E" w:rsidRPr="004572A7">
        <w:t xml:space="preserve">. </w:t>
      </w:r>
      <w:r w:rsidRPr="004F1596">
        <w:t>Il m</w:t>
      </w:r>
      <w:r w:rsidR="003A025E" w:rsidRPr="004572A7">
        <w:t>’</w:t>
      </w:r>
      <w:r w:rsidRPr="004F1596">
        <w:t>en avait exprimé le désir d</w:t>
      </w:r>
      <w:r w:rsidR="003A025E" w:rsidRPr="004572A7">
        <w:t>’</w:t>
      </w:r>
      <w:r w:rsidRPr="004F1596">
        <w:t>une façon tout à fait cordiale</w:t>
      </w:r>
      <w:r w:rsidR="003A025E" w:rsidRPr="004572A7">
        <w:t>.</w:t>
      </w:r>
    </w:p>
    <w:p w14:paraId="59E5798F" w14:textId="77777777" w:rsidR="003A025E" w:rsidRPr="004572A7" w:rsidRDefault="004F1596" w:rsidP="004F1596">
      <w:r w:rsidRPr="004F1596">
        <w:t>Je devais enfin arriver au terme de mes efforts</w:t>
      </w:r>
      <w:r w:rsidR="003A025E" w:rsidRPr="004572A7">
        <w:t xml:space="preserve">. </w:t>
      </w:r>
      <w:r w:rsidRPr="004F1596">
        <w:t>C</w:t>
      </w:r>
      <w:r w:rsidR="003A025E" w:rsidRPr="004572A7">
        <w:t>’</w:t>
      </w:r>
      <w:r w:rsidRPr="004F1596">
        <w:t>était écrit</w:t>
      </w:r>
      <w:r w:rsidR="003A025E" w:rsidRPr="004572A7">
        <w:t> !</w:t>
      </w:r>
    </w:p>
    <w:p w14:paraId="53753C30" w14:textId="77777777" w:rsidR="003A025E" w:rsidRPr="004572A7" w:rsidRDefault="004F1596" w:rsidP="004F1596">
      <w:r w:rsidRPr="004F1596">
        <w:t>Jamais je n</w:t>
      </w:r>
      <w:r w:rsidR="003A025E" w:rsidRPr="004572A7">
        <w:t>’</w:t>
      </w:r>
      <w:r w:rsidRPr="004F1596">
        <w:t>oublierai ce qui se passa</w:t>
      </w:r>
      <w:r w:rsidR="003A025E" w:rsidRPr="004572A7">
        <w:t xml:space="preserve">, </w:t>
      </w:r>
      <w:r w:rsidRPr="004F1596">
        <w:t>ce jour-là</w:t>
      </w:r>
      <w:r w:rsidR="003A025E" w:rsidRPr="004572A7">
        <w:t xml:space="preserve">, </w:t>
      </w:r>
      <w:r w:rsidRPr="004F1596">
        <w:t>entre Surgères et moi</w:t>
      </w:r>
      <w:r w:rsidR="003A025E" w:rsidRPr="004572A7">
        <w:t xml:space="preserve">, </w:t>
      </w:r>
      <w:r w:rsidRPr="004F1596">
        <w:t>pendant les deux heures que nous demeurâmes ensemble</w:t>
      </w:r>
      <w:r w:rsidR="003A025E" w:rsidRPr="004572A7">
        <w:t xml:space="preserve"> ! </w:t>
      </w:r>
      <w:r w:rsidRPr="004F1596">
        <w:t>Impressions ineffaçables</w:t>
      </w:r>
      <w:r w:rsidR="003A025E" w:rsidRPr="004572A7">
        <w:t xml:space="preserve"> ! </w:t>
      </w:r>
      <w:r w:rsidRPr="004F1596">
        <w:t>De tous mes souvenirs</w:t>
      </w:r>
      <w:r w:rsidR="003A025E" w:rsidRPr="004572A7">
        <w:t xml:space="preserve">, </w:t>
      </w:r>
      <w:r w:rsidRPr="004F1596">
        <w:t>c</w:t>
      </w:r>
      <w:r w:rsidR="003A025E" w:rsidRPr="004572A7">
        <w:t>’</w:t>
      </w:r>
      <w:r w:rsidRPr="004F1596">
        <w:t>est</w:t>
      </w:r>
      <w:r w:rsidR="003A025E" w:rsidRPr="004572A7">
        <w:t xml:space="preserve">, </w:t>
      </w:r>
      <w:r w:rsidRPr="004F1596">
        <w:t>je crois</w:t>
      </w:r>
      <w:r w:rsidR="003A025E" w:rsidRPr="004572A7">
        <w:t xml:space="preserve">, </w:t>
      </w:r>
      <w:r w:rsidRPr="004F1596">
        <w:t>celui qui est resté le plus profondément gravé dans ma mémoire</w:t>
      </w:r>
      <w:r w:rsidR="003A025E" w:rsidRPr="004572A7">
        <w:t xml:space="preserve">, </w:t>
      </w:r>
      <w:r w:rsidRPr="004F1596">
        <w:t>le plus vivant</w:t>
      </w:r>
      <w:r w:rsidR="003A025E" w:rsidRPr="004572A7">
        <w:t xml:space="preserve">, </w:t>
      </w:r>
      <w:r w:rsidRPr="004F1596">
        <w:t>le plus dramatique</w:t>
      </w:r>
      <w:r w:rsidR="003A025E" w:rsidRPr="004572A7">
        <w:t>…</w:t>
      </w:r>
    </w:p>
    <w:p w14:paraId="5392E417" w14:textId="77777777" w:rsidR="003A025E" w:rsidRPr="004572A7" w:rsidRDefault="004F1596" w:rsidP="004F1596">
      <w:r w:rsidRPr="004F1596">
        <w:t>Après plus de vingt-cinq années d</w:t>
      </w:r>
      <w:r w:rsidR="003A025E" w:rsidRPr="004572A7">
        <w:t>’</w:t>
      </w:r>
      <w:r w:rsidRPr="004F1596">
        <w:t>intervalle</w:t>
      </w:r>
      <w:r w:rsidR="003A025E" w:rsidRPr="004572A7">
        <w:t xml:space="preserve">, </w:t>
      </w:r>
      <w:r w:rsidRPr="004F1596">
        <w:t>je ressens encore la même émotion</w:t>
      </w:r>
      <w:r w:rsidR="003A025E" w:rsidRPr="004572A7">
        <w:t xml:space="preserve">, </w:t>
      </w:r>
      <w:r w:rsidRPr="004F1596">
        <w:t>je revois</w:t>
      </w:r>
      <w:r w:rsidR="003A025E" w:rsidRPr="004572A7">
        <w:t xml:space="preserve">, </w:t>
      </w:r>
      <w:r w:rsidRPr="004F1596">
        <w:t>avec une netteté incroyable</w:t>
      </w:r>
      <w:r w:rsidR="003A025E" w:rsidRPr="004572A7">
        <w:t xml:space="preserve">, </w:t>
      </w:r>
      <w:r w:rsidRPr="004F1596">
        <w:t>le petit cabinet de travail où se tenait Surgères</w:t>
      </w:r>
      <w:r w:rsidR="003A025E" w:rsidRPr="004572A7">
        <w:t xml:space="preserve">, </w:t>
      </w:r>
      <w:r w:rsidRPr="004F1596">
        <w:t>auprès de la fenêtre</w:t>
      </w:r>
      <w:r w:rsidR="003A025E" w:rsidRPr="004572A7">
        <w:t xml:space="preserve"> ; </w:t>
      </w:r>
      <w:r w:rsidRPr="004F1596">
        <w:t>la cheminée prussienne</w:t>
      </w:r>
      <w:r w:rsidR="003A025E" w:rsidRPr="004572A7">
        <w:t xml:space="preserve">, </w:t>
      </w:r>
      <w:r w:rsidRPr="004F1596">
        <w:t>bourrée de charbon</w:t>
      </w:r>
      <w:r w:rsidR="003A025E" w:rsidRPr="004572A7">
        <w:t xml:space="preserve">, </w:t>
      </w:r>
      <w:r w:rsidRPr="004F1596">
        <w:t>une table ronde</w:t>
      </w:r>
      <w:r w:rsidR="003A025E" w:rsidRPr="004572A7">
        <w:t xml:space="preserve">, </w:t>
      </w:r>
      <w:r w:rsidRPr="004F1596">
        <w:t>couverte de livres</w:t>
      </w:r>
      <w:r w:rsidR="003A025E" w:rsidRPr="004572A7">
        <w:t xml:space="preserve">, </w:t>
      </w:r>
      <w:r w:rsidRPr="004F1596">
        <w:t>de revues</w:t>
      </w:r>
      <w:r w:rsidR="003A025E" w:rsidRPr="004572A7">
        <w:t xml:space="preserve">, </w:t>
      </w:r>
      <w:r w:rsidRPr="004F1596">
        <w:t>de journaux étalés pêle-mêle et là</w:t>
      </w:r>
      <w:r w:rsidR="003A025E" w:rsidRPr="004572A7">
        <w:t xml:space="preserve">, </w:t>
      </w:r>
      <w:r w:rsidRPr="004F1596">
        <w:t>accroché au mur</w:t>
      </w:r>
      <w:r w:rsidR="003A025E" w:rsidRPr="004572A7">
        <w:t xml:space="preserve">, </w:t>
      </w:r>
      <w:r w:rsidRPr="004F1596">
        <w:t>en face de moi</w:t>
      </w:r>
      <w:r w:rsidR="003A025E" w:rsidRPr="004572A7">
        <w:t xml:space="preserve">, </w:t>
      </w:r>
      <w:r w:rsidRPr="004F1596">
        <w:t>au-dessus d</w:t>
      </w:r>
      <w:r w:rsidR="003A025E" w:rsidRPr="004572A7">
        <w:t>’</w:t>
      </w:r>
      <w:r w:rsidRPr="004F1596">
        <w:t>un canapé</w:t>
      </w:r>
      <w:r w:rsidR="003A025E" w:rsidRPr="004572A7">
        <w:t xml:space="preserve">, </w:t>
      </w:r>
      <w:r w:rsidRPr="004F1596">
        <w:t>un étrange portrait d</w:t>
      </w:r>
      <w:r w:rsidR="003A025E" w:rsidRPr="004572A7">
        <w:t>’</w:t>
      </w:r>
      <w:r w:rsidRPr="004F1596">
        <w:t>Hindou</w:t>
      </w:r>
      <w:r w:rsidR="003A025E" w:rsidRPr="004572A7">
        <w:t xml:space="preserve">. </w:t>
      </w:r>
      <w:r w:rsidRPr="004F1596">
        <w:t>Il était là</w:t>
      </w:r>
      <w:r w:rsidR="003A025E" w:rsidRPr="004572A7">
        <w:t xml:space="preserve">, </w:t>
      </w:r>
      <w:r w:rsidRPr="004F1596">
        <w:t>comme vivant</w:t>
      </w:r>
      <w:r w:rsidR="003A025E" w:rsidRPr="004572A7">
        <w:t xml:space="preserve"> ! </w:t>
      </w:r>
      <w:r w:rsidRPr="004F1596">
        <w:t>Ses yeux d</w:t>
      </w:r>
      <w:r w:rsidR="003A025E" w:rsidRPr="004572A7">
        <w:t>’</w:t>
      </w:r>
      <w:r w:rsidRPr="004F1596">
        <w:t>aigle me fixaient sans cesse et ses lèvres minces ébauchaient un sourire énigmatique</w:t>
      </w:r>
      <w:r w:rsidR="003A025E" w:rsidRPr="004572A7">
        <w:t>…</w:t>
      </w:r>
    </w:p>
    <w:p w14:paraId="45451A5A" w14:textId="77777777" w:rsidR="003A025E" w:rsidRPr="004572A7" w:rsidRDefault="004F1596" w:rsidP="004F1596">
      <w:r w:rsidRPr="004F1596">
        <w:t>Ce portrait m</w:t>
      </w:r>
      <w:r w:rsidR="003A025E" w:rsidRPr="004572A7">
        <w:t>’</w:t>
      </w:r>
      <w:r w:rsidRPr="004F1596">
        <w:t>intriguait énergiquement et je ne savais rien de lui</w:t>
      </w:r>
      <w:r w:rsidR="003A025E" w:rsidRPr="004572A7">
        <w:t xml:space="preserve">. </w:t>
      </w:r>
      <w:r w:rsidRPr="004F1596">
        <w:t>Chaque fois que j</w:t>
      </w:r>
      <w:r w:rsidR="003A025E" w:rsidRPr="004572A7">
        <w:t>’</w:t>
      </w:r>
      <w:r w:rsidRPr="004F1596">
        <w:t>y avais fait allusion</w:t>
      </w:r>
      <w:r w:rsidR="003A025E" w:rsidRPr="004572A7">
        <w:t xml:space="preserve">, </w:t>
      </w:r>
      <w:r w:rsidRPr="004F1596">
        <w:t>Surgères m</w:t>
      </w:r>
      <w:r w:rsidR="003A025E" w:rsidRPr="004572A7">
        <w:t>’</w:t>
      </w:r>
      <w:r w:rsidRPr="004F1596">
        <w:t>avait répondu d</w:t>
      </w:r>
      <w:r w:rsidR="003A025E" w:rsidRPr="004572A7">
        <w:t>’</w:t>
      </w:r>
      <w:r w:rsidRPr="004F1596">
        <w:t>une façon évasive</w:t>
      </w:r>
      <w:r w:rsidR="003A025E" w:rsidRPr="004572A7">
        <w:t>…</w:t>
      </w:r>
    </w:p>
    <w:p w14:paraId="0710B9ED" w14:textId="77777777" w:rsidR="003A025E" w:rsidRPr="004572A7" w:rsidRDefault="004F1596" w:rsidP="004F1596">
      <w:r w:rsidRPr="004F1596">
        <w:t>Une fois seulement</w:t>
      </w:r>
      <w:r w:rsidR="003A025E" w:rsidRPr="004572A7">
        <w:t xml:space="preserve">, </w:t>
      </w:r>
      <w:r w:rsidRPr="004F1596">
        <w:t>il m</w:t>
      </w:r>
      <w:r w:rsidR="003A025E" w:rsidRPr="004572A7">
        <w:t>’</w:t>
      </w:r>
      <w:r w:rsidRPr="004F1596">
        <w:t>avait parlé d</w:t>
      </w:r>
      <w:r w:rsidR="003A025E" w:rsidRPr="004572A7">
        <w:t>’</w:t>
      </w:r>
      <w:r w:rsidRPr="004F1596">
        <w:t>un jeune homme</w:t>
      </w:r>
      <w:r w:rsidR="003A025E" w:rsidRPr="004572A7">
        <w:t xml:space="preserve">, </w:t>
      </w:r>
      <w:r w:rsidRPr="004F1596">
        <w:t>très distingué</w:t>
      </w:r>
      <w:r w:rsidR="003A025E" w:rsidRPr="004572A7">
        <w:t xml:space="preserve">, </w:t>
      </w:r>
      <w:r w:rsidRPr="004F1596">
        <w:t>appartenant à une des plus grandes familles de l</w:t>
      </w:r>
      <w:r w:rsidR="003A025E" w:rsidRPr="004572A7">
        <w:t>’</w:t>
      </w:r>
      <w:r w:rsidRPr="004F1596">
        <w:t>Inde</w:t>
      </w:r>
      <w:r w:rsidR="003A025E" w:rsidRPr="004572A7">
        <w:t xml:space="preserve">. </w:t>
      </w:r>
      <w:r w:rsidRPr="004F1596">
        <w:t>Il avait fait ses études</w:t>
      </w:r>
      <w:r w:rsidR="003A025E" w:rsidRPr="004572A7">
        <w:t xml:space="preserve">, </w:t>
      </w:r>
      <w:r w:rsidRPr="004F1596">
        <w:t>avec le docteur</w:t>
      </w:r>
      <w:r w:rsidR="003A025E" w:rsidRPr="004572A7">
        <w:t xml:space="preserve">, </w:t>
      </w:r>
      <w:r w:rsidRPr="004F1596">
        <w:t xml:space="preserve">à la Faculté de </w:t>
      </w:r>
      <w:r w:rsidRPr="004F1596">
        <w:lastRenderedPageBreak/>
        <w:t>Médecine de Paris et le jour de leur séparation</w:t>
      </w:r>
      <w:r w:rsidR="003A025E" w:rsidRPr="004572A7">
        <w:t xml:space="preserve">, </w:t>
      </w:r>
      <w:r w:rsidRPr="004F1596">
        <w:t>il lui avait fait cadeau de cette peinture</w:t>
      </w:r>
      <w:r w:rsidR="003A025E" w:rsidRPr="004572A7">
        <w:t xml:space="preserve">, </w:t>
      </w:r>
      <w:r w:rsidRPr="004F1596">
        <w:t>en souvenir de leur grande amitié</w:t>
      </w:r>
      <w:r w:rsidR="003A025E" w:rsidRPr="004572A7">
        <w:t>…</w:t>
      </w:r>
    </w:p>
    <w:p w14:paraId="27B97AA9" w14:textId="77777777" w:rsidR="003A025E" w:rsidRPr="004572A7" w:rsidRDefault="004F1596" w:rsidP="004F1596">
      <w:r w:rsidRPr="004F1596">
        <w:t>Mais</w:t>
      </w:r>
      <w:r w:rsidR="003A025E" w:rsidRPr="004572A7">
        <w:t xml:space="preserve">, </w:t>
      </w:r>
      <w:r w:rsidRPr="004F1596">
        <w:t>revenons à notre sujet</w:t>
      </w:r>
      <w:r w:rsidR="003A025E" w:rsidRPr="004572A7">
        <w:t>…</w:t>
      </w:r>
    </w:p>
    <w:p w14:paraId="11A37CC4" w14:textId="77777777" w:rsidR="003A025E" w:rsidRPr="004572A7" w:rsidRDefault="004F1596" w:rsidP="004F1596">
      <w:r w:rsidRPr="004F1596">
        <w:t>Lorsque j</w:t>
      </w:r>
      <w:r w:rsidR="003A025E" w:rsidRPr="004572A7">
        <w:t>’</w:t>
      </w:r>
      <w:r w:rsidRPr="004F1596">
        <w:t>arrivai chez Surgères</w:t>
      </w:r>
      <w:r w:rsidR="003A025E" w:rsidRPr="004572A7">
        <w:t xml:space="preserve">, </w:t>
      </w:r>
      <w:r w:rsidRPr="004F1596">
        <w:t>je le trouvai assis sur sa chaise longue</w:t>
      </w:r>
      <w:r w:rsidR="003A025E" w:rsidRPr="004572A7">
        <w:t xml:space="preserve">, </w:t>
      </w:r>
      <w:r w:rsidRPr="004F1596">
        <w:t>en train de lire une revue scientifique que je connaissais</w:t>
      </w:r>
      <w:r w:rsidR="003A025E" w:rsidRPr="004572A7">
        <w:t xml:space="preserve">. </w:t>
      </w:r>
      <w:r w:rsidRPr="004F1596">
        <w:t>Son aspect me produisit une mauvaise impression</w:t>
      </w:r>
      <w:r w:rsidR="003A025E" w:rsidRPr="004572A7">
        <w:t xml:space="preserve">. </w:t>
      </w:r>
      <w:r w:rsidRPr="004F1596">
        <w:t>Il me sembla qu</w:t>
      </w:r>
      <w:r w:rsidR="003A025E" w:rsidRPr="004572A7">
        <w:t>’</w:t>
      </w:r>
      <w:r w:rsidRPr="004F1596">
        <w:t>il y avait en lui quelque chose de changé</w:t>
      </w:r>
      <w:r w:rsidR="003A025E" w:rsidRPr="004572A7">
        <w:t xml:space="preserve"> : </w:t>
      </w:r>
      <w:r w:rsidRPr="004F1596">
        <w:t>ses joues étaient plus creuses</w:t>
      </w:r>
      <w:r w:rsidR="003A025E" w:rsidRPr="004572A7">
        <w:t xml:space="preserve">, </w:t>
      </w:r>
      <w:r w:rsidRPr="004F1596">
        <w:t>ses yeux plus enfoncés</w:t>
      </w:r>
      <w:r w:rsidR="003A025E" w:rsidRPr="004572A7">
        <w:t xml:space="preserve">, </w:t>
      </w:r>
      <w:r w:rsidRPr="004F1596">
        <w:t>ses mains plus transparentes</w:t>
      </w:r>
      <w:r w:rsidR="003A025E" w:rsidRPr="004572A7">
        <w:t>.</w:t>
      </w:r>
    </w:p>
    <w:p w14:paraId="47F616BC" w14:textId="77777777" w:rsidR="003A025E" w:rsidRPr="004572A7" w:rsidRDefault="004F1596" w:rsidP="004F1596">
      <w:r w:rsidRPr="004F1596">
        <w:t>Deux ou trois fois</w:t>
      </w:r>
      <w:r w:rsidR="003A025E" w:rsidRPr="004572A7">
        <w:t xml:space="preserve">, </w:t>
      </w:r>
      <w:r w:rsidRPr="004F1596">
        <w:t>je le vis porter la main à ses lèvres</w:t>
      </w:r>
      <w:r w:rsidR="003A025E" w:rsidRPr="004572A7">
        <w:t xml:space="preserve">, </w:t>
      </w:r>
      <w:r w:rsidRPr="004F1596">
        <w:t>comme pour étouffer une toux gênante et inattendue</w:t>
      </w:r>
      <w:r w:rsidR="003A025E" w:rsidRPr="004572A7">
        <w:t xml:space="preserve">… </w:t>
      </w:r>
      <w:r w:rsidRPr="004F1596">
        <w:t>En outre</w:t>
      </w:r>
      <w:r w:rsidR="003A025E" w:rsidRPr="004572A7">
        <w:t xml:space="preserve">, </w:t>
      </w:r>
      <w:r w:rsidRPr="004F1596">
        <w:t>dès ses premières paroles</w:t>
      </w:r>
      <w:r w:rsidR="003A025E" w:rsidRPr="004572A7">
        <w:t xml:space="preserve">, </w:t>
      </w:r>
      <w:r w:rsidRPr="004F1596">
        <w:t>je m</w:t>
      </w:r>
      <w:r w:rsidR="003A025E" w:rsidRPr="004572A7">
        <w:t>’</w:t>
      </w:r>
      <w:r w:rsidRPr="004F1596">
        <w:t>aperçus qu</w:t>
      </w:r>
      <w:r w:rsidR="003A025E" w:rsidRPr="004572A7">
        <w:t>’</w:t>
      </w:r>
      <w:r w:rsidRPr="004F1596">
        <w:t>il était d</w:t>
      </w:r>
      <w:r w:rsidR="003A025E" w:rsidRPr="004572A7">
        <w:t>’</w:t>
      </w:r>
      <w:r w:rsidRPr="004F1596">
        <w:t>une humeur peu agréable</w:t>
      </w:r>
      <w:r w:rsidR="003A025E" w:rsidRPr="004572A7">
        <w:t>.</w:t>
      </w:r>
    </w:p>
    <w:p w14:paraId="46D31897" w14:textId="77777777" w:rsidR="003A025E" w:rsidRPr="004572A7" w:rsidRDefault="004F1596" w:rsidP="004F1596">
      <w:r w:rsidRPr="004F1596">
        <w:t>Soudain</w:t>
      </w:r>
      <w:r w:rsidR="003A025E" w:rsidRPr="004572A7">
        <w:t xml:space="preserve">, </w:t>
      </w:r>
      <w:r w:rsidRPr="004F1596">
        <w:t>jetant sa revue sur la table</w:t>
      </w:r>
      <w:r w:rsidR="003A025E" w:rsidRPr="004572A7">
        <w:t xml:space="preserve">, </w:t>
      </w:r>
      <w:r w:rsidRPr="004F1596">
        <w:t>d</w:t>
      </w:r>
      <w:r w:rsidR="003A025E" w:rsidRPr="004572A7">
        <w:t>’</w:t>
      </w:r>
      <w:r w:rsidRPr="004F1596">
        <w:t>un air dédaigneux</w:t>
      </w:r>
      <w:r w:rsidR="003A025E" w:rsidRPr="004572A7">
        <w:t xml:space="preserve">, </w:t>
      </w:r>
      <w:r w:rsidRPr="004F1596">
        <w:t>il se mit à rire et me dit en haussant les épaules</w:t>
      </w:r>
      <w:r w:rsidR="003A025E" w:rsidRPr="004572A7">
        <w:t> :</w:t>
      </w:r>
    </w:p>
    <w:p w14:paraId="2B634115" w14:textId="77777777" w:rsidR="003A025E" w:rsidRPr="004572A7" w:rsidRDefault="003A025E" w:rsidP="004F1596">
      <w:r w:rsidRPr="004572A7">
        <w:t>— </w:t>
      </w:r>
      <w:r w:rsidR="004F1596" w:rsidRPr="004F1596">
        <w:t xml:space="preserve">Encore un article inepte de cet idiot de </w:t>
      </w:r>
      <w:proofErr w:type="spellStart"/>
      <w:r w:rsidR="004F1596" w:rsidRPr="004F1596">
        <w:t>Richart</w:t>
      </w:r>
      <w:proofErr w:type="spellEnd"/>
      <w:r w:rsidRPr="004572A7">
        <w:t xml:space="preserve">, </w:t>
      </w:r>
      <w:r w:rsidR="004F1596" w:rsidRPr="004F1596">
        <w:t>sur la transmission de la pensée</w:t>
      </w:r>
      <w:r w:rsidRPr="004572A7">
        <w:t xml:space="preserve">. </w:t>
      </w:r>
      <w:r w:rsidR="004F1596" w:rsidRPr="004F1596">
        <w:t>Je me demande comment</w:t>
      </w:r>
      <w:r w:rsidRPr="004572A7">
        <w:t xml:space="preserve">, </w:t>
      </w:r>
      <w:r w:rsidR="004F1596" w:rsidRPr="004F1596">
        <w:t>à notre époque</w:t>
      </w:r>
      <w:r w:rsidRPr="004572A7">
        <w:t xml:space="preserve">, </w:t>
      </w:r>
      <w:r w:rsidR="004F1596" w:rsidRPr="004F1596">
        <w:t>un docteur éminent</w:t>
      </w:r>
      <w:r w:rsidRPr="004572A7">
        <w:t xml:space="preserve">, </w:t>
      </w:r>
      <w:r w:rsidR="004F1596" w:rsidRPr="004F1596">
        <w:t>un savant</w:t>
      </w:r>
      <w:r w:rsidRPr="004572A7">
        <w:t xml:space="preserve"> (</w:t>
      </w:r>
      <w:r w:rsidR="004F1596" w:rsidRPr="004F1596">
        <w:t>à ce qu</w:t>
      </w:r>
      <w:r w:rsidRPr="004572A7">
        <w:t>’</w:t>
      </w:r>
      <w:r w:rsidR="004F1596" w:rsidRPr="004F1596">
        <w:t>on affirme du moins</w:t>
      </w:r>
      <w:r w:rsidRPr="004572A7">
        <w:t xml:space="preserve">) </w:t>
      </w:r>
      <w:r w:rsidR="004F1596" w:rsidRPr="004F1596">
        <w:t>peut écrire de pareilles absurdités</w:t>
      </w:r>
      <w:r w:rsidRPr="004572A7">
        <w:t xml:space="preserve"> ! </w:t>
      </w:r>
      <w:r w:rsidR="004F1596" w:rsidRPr="004F1596">
        <w:t>C</w:t>
      </w:r>
      <w:r w:rsidRPr="004572A7">
        <w:t>’</w:t>
      </w:r>
      <w:r w:rsidR="004F1596" w:rsidRPr="004F1596">
        <w:t>est une véritable honte pour la science</w:t>
      </w:r>
      <w:r w:rsidRPr="004572A7">
        <w:t> !</w:t>
      </w:r>
    </w:p>
    <w:p w14:paraId="19C48F82" w14:textId="77777777" w:rsidR="003A025E" w:rsidRPr="004572A7" w:rsidRDefault="004F1596" w:rsidP="004F1596">
      <w:r w:rsidRPr="004F1596">
        <w:t>J</w:t>
      </w:r>
      <w:r w:rsidR="003A025E" w:rsidRPr="004572A7">
        <w:t>’</w:t>
      </w:r>
      <w:r w:rsidRPr="004F1596">
        <w:t>entrevis aussitôt tout le parti que je pouvais tirer de cette occasion inespérée et de l</w:t>
      </w:r>
      <w:r w:rsidR="003A025E" w:rsidRPr="004572A7">
        <w:t>’</w:t>
      </w:r>
      <w:r w:rsidRPr="004F1596">
        <w:t>état d</w:t>
      </w:r>
      <w:r w:rsidR="003A025E" w:rsidRPr="004572A7">
        <w:t>’</w:t>
      </w:r>
      <w:r w:rsidRPr="004F1596">
        <w:t>esprit où se trouvait Surgères</w:t>
      </w:r>
      <w:r w:rsidR="003A025E" w:rsidRPr="004572A7">
        <w:t xml:space="preserve">. </w:t>
      </w:r>
      <w:r w:rsidRPr="004F1596">
        <w:t>Ma résolution fut vite prise</w:t>
      </w:r>
      <w:r w:rsidR="003A025E" w:rsidRPr="004572A7">
        <w:t xml:space="preserve">. </w:t>
      </w:r>
      <w:r w:rsidRPr="004F1596">
        <w:t xml:space="preserve">Ma tactique devait consister à soutenir les théories de </w:t>
      </w:r>
      <w:proofErr w:type="spellStart"/>
      <w:r w:rsidRPr="004F1596">
        <w:t>Richart</w:t>
      </w:r>
      <w:proofErr w:type="spellEnd"/>
      <w:r w:rsidRPr="004F1596">
        <w:t xml:space="preserve"> et</w:t>
      </w:r>
      <w:r w:rsidR="003A025E" w:rsidRPr="004572A7">
        <w:t xml:space="preserve">, </w:t>
      </w:r>
      <w:r w:rsidRPr="004F1596">
        <w:t>en général</w:t>
      </w:r>
      <w:r w:rsidR="003A025E" w:rsidRPr="004572A7">
        <w:t xml:space="preserve">, </w:t>
      </w:r>
      <w:r w:rsidRPr="004F1596">
        <w:t>les vérités officiellement reconnues</w:t>
      </w:r>
      <w:r w:rsidR="003A025E" w:rsidRPr="004572A7">
        <w:t xml:space="preserve">, </w:t>
      </w:r>
      <w:r w:rsidRPr="004F1596">
        <w:t>jusqu</w:t>
      </w:r>
      <w:r w:rsidR="003A025E" w:rsidRPr="004572A7">
        <w:t>’</w:t>
      </w:r>
      <w:r w:rsidRPr="004F1596">
        <w:t>à ce jour</w:t>
      </w:r>
      <w:r w:rsidR="003A025E" w:rsidRPr="004572A7">
        <w:t xml:space="preserve">, </w:t>
      </w:r>
      <w:r w:rsidRPr="004F1596">
        <w:t xml:space="preserve">par les hommes compétents en matière de </w:t>
      </w:r>
      <w:r w:rsidR="003A025E" w:rsidRPr="004572A7">
        <w:t>« </w:t>
      </w:r>
      <w:r w:rsidRPr="004F1596">
        <w:t>physiologie-psychique</w:t>
      </w:r>
      <w:r w:rsidR="003A025E" w:rsidRPr="004572A7">
        <w:t xml:space="preserve"> », </w:t>
      </w:r>
      <w:r w:rsidRPr="004F1596">
        <w:t>s</w:t>
      </w:r>
      <w:r w:rsidR="003A025E" w:rsidRPr="004572A7">
        <w:t>’</w:t>
      </w:r>
      <w:r w:rsidRPr="004F1596">
        <w:t>il est permis d</w:t>
      </w:r>
      <w:r w:rsidR="003A025E" w:rsidRPr="004572A7">
        <w:t>’</w:t>
      </w:r>
      <w:r w:rsidRPr="004F1596">
        <w:t xml:space="preserve">assembler </w:t>
      </w:r>
      <w:proofErr w:type="spellStart"/>
      <w:r w:rsidRPr="004F1596">
        <w:t>néologiquement</w:t>
      </w:r>
      <w:proofErr w:type="spellEnd"/>
      <w:r w:rsidRPr="004F1596">
        <w:t xml:space="preserve"> ces deux mots</w:t>
      </w:r>
      <w:r w:rsidR="003A025E" w:rsidRPr="004572A7">
        <w:t> ?</w:t>
      </w:r>
    </w:p>
    <w:p w14:paraId="24C22FA4" w14:textId="77777777" w:rsidR="003A025E" w:rsidRPr="004572A7" w:rsidRDefault="004F1596" w:rsidP="004F1596">
      <w:r w:rsidRPr="004F1596">
        <w:lastRenderedPageBreak/>
        <w:t>Je savais que j</w:t>
      </w:r>
      <w:r w:rsidR="003A025E" w:rsidRPr="004572A7">
        <w:t>’</w:t>
      </w:r>
      <w:r w:rsidRPr="004F1596">
        <w:t>allais à l</w:t>
      </w:r>
      <w:r w:rsidR="003A025E" w:rsidRPr="004572A7">
        <w:t>’</w:t>
      </w:r>
      <w:r w:rsidRPr="004F1596">
        <w:t>encontre d</w:t>
      </w:r>
      <w:r w:rsidR="003A025E" w:rsidRPr="004572A7">
        <w:t>’</w:t>
      </w:r>
      <w:r w:rsidRPr="004F1596">
        <w:t>un véritable savant</w:t>
      </w:r>
      <w:r w:rsidR="003A025E" w:rsidRPr="004572A7">
        <w:t xml:space="preserve">, </w:t>
      </w:r>
      <w:r w:rsidRPr="004F1596">
        <w:t>d</w:t>
      </w:r>
      <w:r w:rsidR="003A025E" w:rsidRPr="004572A7">
        <w:t>’</w:t>
      </w:r>
      <w:r w:rsidRPr="004F1596">
        <w:t>un génie qui pouvait m</w:t>
      </w:r>
      <w:r w:rsidR="003A025E" w:rsidRPr="004572A7">
        <w:t>’</w:t>
      </w:r>
      <w:r w:rsidRPr="004F1596">
        <w:t>écraser sous des arguments redoutables</w:t>
      </w:r>
      <w:r w:rsidR="003A025E" w:rsidRPr="004572A7">
        <w:t xml:space="preserve">. </w:t>
      </w:r>
      <w:r w:rsidRPr="004F1596">
        <w:t>Eh bien</w:t>
      </w:r>
      <w:r w:rsidR="003A025E" w:rsidRPr="004572A7">
        <w:t xml:space="preserve">, </w:t>
      </w:r>
      <w:proofErr w:type="gramStart"/>
      <w:r w:rsidRPr="004F1596">
        <w:t>c</w:t>
      </w:r>
      <w:r w:rsidR="003A025E" w:rsidRPr="004572A7">
        <w:t>’</w:t>
      </w:r>
      <w:r w:rsidRPr="004F1596">
        <w:t>était</w:t>
      </w:r>
      <w:proofErr w:type="gramEnd"/>
      <w:r w:rsidRPr="004F1596">
        <w:t xml:space="preserve"> précisément ces arguments que j</w:t>
      </w:r>
      <w:r w:rsidR="003A025E" w:rsidRPr="004572A7">
        <w:t>’</w:t>
      </w:r>
      <w:r w:rsidRPr="004F1596">
        <w:t>entendais susciter</w:t>
      </w:r>
      <w:r w:rsidR="003A025E" w:rsidRPr="004572A7">
        <w:t xml:space="preserve">, </w:t>
      </w:r>
      <w:r w:rsidRPr="004F1596">
        <w:t>afin de les étudier et de les comprendre</w:t>
      </w:r>
      <w:r w:rsidR="003A025E" w:rsidRPr="004572A7">
        <w:t>.</w:t>
      </w:r>
    </w:p>
    <w:p w14:paraId="48AA7002" w14:textId="77777777" w:rsidR="003A025E" w:rsidRPr="004572A7" w:rsidRDefault="004F1596" w:rsidP="004F1596">
      <w:r w:rsidRPr="004F1596">
        <w:t>D</w:t>
      </w:r>
      <w:r w:rsidR="003A025E" w:rsidRPr="004572A7">
        <w:t>’</w:t>
      </w:r>
      <w:r w:rsidRPr="004F1596">
        <w:t>ailleurs</w:t>
      </w:r>
      <w:r w:rsidR="003A025E" w:rsidRPr="004572A7">
        <w:t xml:space="preserve">, </w:t>
      </w:r>
      <w:r w:rsidRPr="004F1596">
        <w:t>je ne devais pas avoir grand-chose à dire</w:t>
      </w:r>
      <w:r w:rsidR="003A025E" w:rsidRPr="004572A7">
        <w:t xml:space="preserve">. </w:t>
      </w:r>
      <w:r w:rsidRPr="004F1596">
        <w:t>La revue allait parler pour moi</w:t>
      </w:r>
      <w:r w:rsidR="003A025E" w:rsidRPr="004572A7">
        <w:t xml:space="preserve">. </w:t>
      </w:r>
      <w:r w:rsidRPr="004F1596">
        <w:t>Je pris l</w:t>
      </w:r>
      <w:r w:rsidR="003A025E" w:rsidRPr="004572A7">
        <w:t>’</w:t>
      </w:r>
      <w:r w:rsidRPr="004F1596">
        <w:t xml:space="preserve">article de </w:t>
      </w:r>
      <w:proofErr w:type="spellStart"/>
      <w:r w:rsidRPr="004F1596">
        <w:t>Richart</w:t>
      </w:r>
      <w:proofErr w:type="spellEnd"/>
      <w:r w:rsidR="003A025E" w:rsidRPr="004572A7">
        <w:t xml:space="preserve">, </w:t>
      </w:r>
      <w:r w:rsidRPr="004F1596">
        <w:t>je le parcourus</w:t>
      </w:r>
      <w:r w:rsidR="003A025E" w:rsidRPr="004572A7">
        <w:t xml:space="preserve">, </w:t>
      </w:r>
      <w:r w:rsidRPr="004F1596">
        <w:t>et je demandai</w:t>
      </w:r>
      <w:r w:rsidR="003A025E" w:rsidRPr="004572A7">
        <w:t xml:space="preserve">, </w:t>
      </w:r>
      <w:r w:rsidRPr="004F1596">
        <w:t>d</w:t>
      </w:r>
      <w:r w:rsidR="003A025E" w:rsidRPr="004572A7">
        <w:t>’</w:t>
      </w:r>
      <w:r w:rsidRPr="004F1596">
        <w:t>un air étonné</w:t>
      </w:r>
      <w:r w:rsidR="003A025E" w:rsidRPr="004572A7">
        <w:t> :</w:t>
      </w:r>
    </w:p>
    <w:p w14:paraId="4D97D6DD" w14:textId="77777777" w:rsidR="003A025E" w:rsidRPr="004572A7" w:rsidRDefault="003A025E" w:rsidP="004F1596">
      <w:r w:rsidRPr="004572A7">
        <w:t>— </w:t>
      </w:r>
      <w:r w:rsidR="004F1596" w:rsidRPr="004F1596">
        <w:t>Vous ne croyez donc pas à la réalité du corps psychique</w:t>
      </w:r>
      <w:r w:rsidRPr="004572A7">
        <w:t xml:space="preserve">, </w:t>
      </w:r>
      <w:r w:rsidR="004F1596" w:rsidRPr="004F1596">
        <w:t>aux phénomènes du spiritisme</w:t>
      </w:r>
      <w:r w:rsidRPr="004572A7">
        <w:t> ?…</w:t>
      </w:r>
    </w:p>
    <w:p w14:paraId="551AC9D4" w14:textId="77777777" w:rsidR="003A025E" w:rsidRPr="004572A7" w:rsidRDefault="004F1596" w:rsidP="004F1596">
      <w:r w:rsidRPr="004F1596">
        <w:t>Surgères me regarda avec pitié</w:t>
      </w:r>
      <w:r w:rsidR="003A025E" w:rsidRPr="004572A7">
        <w:t xml:space="preserve">, </w:t>
      </w:r>
      <w:r w:rsidRPr="004F1596">
        <w:t>comme un professeur regarde un élève ignare</w:t>
      </w:r>
      <w:r w:rsidR="003A025E" w:rsidRPr="004572A7">
        <w:t xml:space="preserve">, </w:t>
      </w:r>
      <w:r w:rsidRPr="004F1596">
        <w:t>satisfait d</w:t>
      </w:r>
      <w:r w:rsidR="003A025E" w:rsidRPr="004572A7">
        <w:t>’</w:t>
      </w:r>
      <w:r w:rsidRPr="004F1596">
        <w:t>avoir dit une grosse balourdise</w:t>
      </w:r>
      <w:r w:rsidR="003A025E" w:rsidRPr="004572A7">
        <w:t>.</w:t>
      </w:r>
    </w:p>
    <w:p w14:paraId="7FBDB948" w14:textId="77777777" w:rsidR="003A025E" w:rsidRPr="004572A7" w:rsidRDefault="003A025E" w:rsidP="004F1596">
      <w:r w:rsidRPr="004572A7">
        <w:t>— </w:t>
      </w:r>
      <w:r w:rsidR="004F1596" w:rsidRPr="004F1596">
        <w:t>Comment</w:t>
      </w:r>
      <w:r w:rsidRPr="004572A7">
        <w:t xml:space="preserve">, </w:t>
      </w:r>
      <w:r w:rsidR="004F1596" w:rsidRPr="004F1596">
        <w:t>vous</w:t>
      </w:r>
      <w:r w:rsidRPr="004572A7">
        <w:t>, M. </w:t>
      </w:r>
      <w:r w:rsidR="004F1596" w:rsidRPr="004F1596">
        <w:t>Rambaud</w:t>
      </w:r>
      <w:r w:rsidRPr="004572A7">
        <w:t xml:space="preserve">, </w:t>
      </w:r>
      <w:r w:rsidR="004F1596" w:rsidRPr="004F1596">
        <w:t>un esprit cultivé</w:t>
      </w:r>
      <w:r w:rsidRPr="004572A7">
        <w:t xml:space="preserve">, </w:t>
      </w:r>
      <w:r w:rsidR="004F1596" w:rsidRPr="004F1596">
        <w:t>positif</w:t>
      </w:r>
      <w:r w:rsidRPr="004572A7">
        <w:t xml:space="preserve">, </w:t>
      </w:r>
      <w:r w:rsidR="004F1596" w:rsidRPr="004F1596">
        <w:t>vous en êtes encore là</w:t>
      </w:r>
      <w:r w:rsidRPr="004572A7">
        <w:t xml:space="preserve"> ? </w:t>
      </w:r>
      <w:r w:rsidR="004F1596" w:rsidRPr="004F1596">
        <w:t>Vous ajoutez foi à toutes les fables de ces rêveurs</w:t>
      </w:r>
      <w:r w:rsidRPr="004572A7">
        <w:t xml:space="preserve">, </w:t>
      </w:r>
      <w:r w:rsidR="004F1596" w:rsidRPr="004F1596">
        <w:t>de ces illuminés qui prétendent avoir découvert le monde des esprits</w:t>
      </w:r>
      <w:r w:rsidRPr="004572A7">
        <w:t xml:space="preserve"> ! </w:t>
      </w:r>
      <w:r w:rsidR="004F1596" w:rsidRPr="004F1596">
        <w:t>Je vous plains sincèrement</w:t>
      </w:r>
      <w:r w:rsidRPr="004572A7">
        <w:t>.</w:t>
      </w:r>
    </w:p>
    <w:p w14:paraId="2C79F53F" w14:textId="77777777" w:rsidR="003A025E" w:rsidRPr="004572A7" w:rsidRDefault="003A025E" w:rsidP="004F1596">
      <w:r w:rsidRPr="004572A7">
        <w:t>— </w:t>
      </w:r>
      <w:r w:rsidR="004F1596" w:rsidRPr="004F1596">
        <w:t>Permettez</w:t>
      </w:r>
      <w:r w:rsidRPr="004572A7">
        <w:t xml:space="preserve">, </w:t>
      </w:r>
      <w:r w:rsidR="004F1596" w:rsidRPr="004F1596">
        <w:t>dis-je</w:t>
      </w:r>
      <w:r w:rsidRPr="004572A7">
        <w:t xml:space="preserve">, </w:t>
      </w:r>
      <w:r w:rsidR="004F1596" w:rsidRPr="004F1596">
        <w:t>vous ne pouvez nier des faits qui ont été constatés d</w:t>
      </w:r>
      <w:r w:rsidRPr="004572A7">
        <w:t>’</w:t>
      </w:r>
      <w:r w:rsidR="004F1596" w:rsidRPr="004F1596">
        <w:t>une façon rigoureusement scientifique et qui sont classés et décrits sous les noms de</w:t>
      </w:r>
      <w:r w:rsidRPr="004572A7">
        <w:t xml:space="preserve"> : </w:t>
      </w:r>
      <w:r w:rsidR="004F1596" w:rsidRPr="004F1596">
        <w:t>télépathie</w:t>
      </w:r>
      <w:r w:rsidRPr="004572A7">
        <w:t xml:space="preserve">, </w:t>
      </w:r>
      <w:r w:rsidR="004F1596" w:rsidRPr="004F1596">
        <w:t>de suggestion</w:t>
      </w:r>
      <w:r w:rsidRPr="004572A7">
        <w:t xml:space="preserve">, </w:t>
      </w:r>
      <w:r w:rsidR="004F1596" w:rsidRPr="004F1596">
        <w:t>de médiumnité</w:t>
      </w:r>
      <w:r w:rsidRPr="004572A7">
        <w:t xml:space="preserve">, </w:t>
      </w:r>
      <w:r w:rsidR="004F1596" w:rsidRPr="004F1596">
        <w:t>de lévitation</w:t>
      </w:r>
      <w:r w:rsidRPr="004572A7">
        <w:t xml:space="preserve"> ? </w:t>
      </w:r>
      <w:r w:rsidR="004F1596" w:rsidRPr="004F1596">
        <w:t>Pouvez-vous</w:t>
      </w:r>
      <w:r w:rsidRPr="004572A7">
        <w:t xml:space="preserve">, </w:t>
      </w:r>
      <w:r w:rsidR="004F1596" w:rsidRPr="004F1596">
        <w:t>de bonne foi</w:t>
      </w:r>
      <w:r w:rsidRPr="004572A7">
        <w:t xml:space="preserve">, </w:t>
      </w:r>
      <w:r w:rsidR="004F1596" w:rsidRPr="004F1596">
        <w:t>traiter d</w:t>
      </w:r>
      <w:r w:rsidRPr="004572A7">
        <w:t>’</w:t>
      </w:r>
      <w:r w:rsidR="004F1596" w:rsidRPr="004F1596">
        <w:t>illuminés</w:t>
      </w:r>
      <w:r w:rsidRPr="004572A7">
        <w:t xml:space="preserve">, </w:t>
      </w:r>
      <w:r w:rsidR="004F1596" w:rsidRPr="004F1596">
        <w:t>des hommes tels que Crookes</w:t>
      </w:r>
      <w:r w:rsidRPr="004572A7">
        <w:t xml:space="preserve">, </w:t>
      </w:r>
      <w:proofErr w:type="spellStart"/>
      <w:r w:rsidR="004F1596" w:rsidRPr="004F1596">
        <w:t>Richart</w:t>
      </w:r>
      <w:proofErr w:type="spellEnd"/>
      <w:r w:rsidRPr="004572A7">
        <w:t xml:space="preserve">, </w:t>
      </w:r>
      <w:r w:rsidR="004F1596" w:rsidRPr="004F1596">
        <w:t>Wallace</w:t>
      </w:r>
      <w:r w:rsidRPr="004572A7">
        <w:t xml:space="preserve">, </w:t>
      </w:r>
      <w:r w:rsidR="00D45C97" w:rsidRPr="004F1596">
        <w:t>de</w:t>
      </w:r>
      <w:r w:rsidR="00D45C97">
        <w:t> </w:t>
      </w:r>
      <w:r w:rsidR="004F1596" w:rsidRPr="004F1596">
        <w:t>Rochas</w:t>
      </w:r>
      <w:r w:rsidRPr="004572A7">
        <w:t xml:space="preserve">, </w:t>
      </w:r>
      <w:proofErr w:type="spellStart"/>
      <w:r w:rsidR="004F1596" w:rsidRPr="004F1596">
        <w:t>Baraduc</w:t>
      </w:r>
      <w:proofErr w:type="spellEnd"/>
      <w:r w:rsidRPr="004572A7">
        <w:t xml:space="preserve">, </w:t>
      </w:r>
      <w:r w:rsidR="004F1596" w:rsidRPr="004F1596">
        <w:t>Flammarion</w:t>
      </w:r>
      <w:r w:rsidRPr="004572A7">
        <w:t xml:space="preserve">, </w:t>
      </w:r>
      <w:r w:rsidR="00D45C97" w:rsidRPr="004F1596">
        <w:t>de</w:t>
      </w:r>
      <w:r w:rsidR="00D45C97">
        <w:t> </w:t>
      </w:r>
      <w:r w:rsidR="004F1596" w:rsidRPr="004F1596">
        <w:t>Lombroso</w:t>
      </w:r>
      <w:r w:rsidRPr="004572A7">
        <w:t xml:space="preserve">, </w:t>
      </w:r>
      <w:r w:rsidR="004F1596" w:rsidRPr="004F1596">
        <w:t>Weiss et tant d</w:t>
      </w:r>
      <w:r w:rsidRPr="004572A7">
        <w:t>’</w:t>
      </w:r>
      <w:r w:rsidR="004F1596" w:rsidRPr="004F1596">
        <w:t>autres chercheurs éminents qui s</w:t>
      </w:r>
      <w:r w:rsidRPr="004572A7">
        <w:t>’</w:t>
      </w:r>
      <w:r w:rsidR="004F1596" w:rsidRPr="004F1596">
        <w:t>illustrèrent dans les sciences psychiques</w:t>
      </w:r>
      <w:r w:rsidRPr="004572A7">
        <w:t>.</w:t>
      </w:r>
    </w:p>
    <w:p w14:paraId="5DC22F8D" w14:textId="77777777" w:rsidR="003A025E" w:rsidRPr="004572A7" w:rsidRDefault="003A025E" w:rsidP="004F1596">
      <w:r w:rsidRPr="004572A7">
        <w:t>« </w:t>
      </w:r>
      <w:r w:rsidR="004F1596" w:rsidRPr="004F1596">
        <w:t>D</w:t>
      </w:r>
      <w:r w:rsidRPr="004572A7">
        <w:t>’</w:t>
      </w:r>
      <w:r w:rsidR="004F1596" w:rsidRPr="004F1596">
        <w:t>après vous</w:t>
      </w:r>
      <w:r w:rsidRPr="004572A7">
        <w:t xml:space="preserve">, </w:t>
      </w:r>
      <w:r w:rsidR="004F1596" w:rsidRPr="004F1596">
        <w:t>tout cela n</w:t>
      </w:r>
      <w:r w:rsidRPr="004572A7">
        <w:t>’</w:t>
      </w:r>
      <w:r w:rsidR="004F1596" w:rsidRPr="004F1596">
        <w:t>est-il qu</w:t>
      </w:r>
      <w:r w:rsidRPr="004572A7">
        <w:t>’</w:t>
      </w:r>
      <w:r w:rsidR="004F1596" w:rsidRPr="004F1596">
        <w:t>une vaste farce</w:t>
      </w:r>
      <w:r w:rsidRPr="004572A7">
        <w:t xml:space="preserve">, </w:t>
      </w:r>
      <w:r w:rsidR="004F1596" w:rsidRPr="004F1596">
        <w:t>une comédie de prestidigitateurs de foire</w:t>
      </w:r>
      <w:r w:rsidRPr="004572A7">
        <w:t> ?</w:t>
      </w:r>
    </w:p>
    <w:p w14:paraId="7DA720DE" w14:textId="77777777" w:rsidR="003A025E" w:rsidRPr="004572A7" w:rsidRDefault="003A025E" w:rsidP="004F1596">
      <w:r w:rsidRPr="004572A7">
        <w:t>— </w:t>
      </w:r>
      <w:r w:rsidR="004F1596" w:rsidRPr="004F1596">
        <w:t>Comprenez-moi bien</w:t>
      </w:r>
      <w:r w:rsidRPr="004572A7">
        <w:t xml:space="preserve">, </w:t>
      </w:r>
      <w:r w:rsidR="004F1596" w:rsidRPr="004F1596">
        <w:t>reprit Surgères vivement</w:t>
      </w:r>
      <w:r w:rsidRPr="004572A7">
        <w:t xml:space="preserve"> ; </w:t>
      </w:r>
      <w:r w:rsidR="004F1596" w:rsidRPr="004F1596">
        <w:t>je ne nie pas l</w:t>
      </w:r>
      <w:r w:rsidRPr="004572A7">
        <w:t>’</w:t>
      </w:r>
      <w:r w:rsidR="004F1596" w:rsidRPr="004F1596">
        <w:t>existence de certains phénomènes</w:t>
      </w:r>
      <w:r w:rsidRPr="004572A7">
        <w:t xml:space="preserve">, </w:t>
      </w:r>
      <w:r w:rsidR="004F1596" w:rsidRPr="004F1596">
        <w:t>soi-disant psychiques et je n</w:t>
      </w:r>
      <w:r w:rsidRPr="004572A7">
        <w:t>’</w:t>
      </w:r>
      <w:r w:rsidR="004F1596" w:rsidRPr="004F1596">
        <w:t xml:space="preserve">accuse pas de mensonge les hommes que vous </w:t>
      </w:r>
      <w:r w:rsidR="004F1596" w:rsidRPr="004F1596">
        <w:lastRenderedPageBreak/>
        <w:t>venez de citer</w:t>
      </w:r>
      <w:r w:rsidRPr="004572A7">
        <w:t xml:space="preserve">. </w:t>
      </w:r>
      <w:proofErr w:type="gramStart"/>
      <w:r w:rsidR="004F1596" w:rsidRPr="004F1596">
        <w:t>Ceci étant</w:t>
      </w:r>
      <w:proofErr w:type="gramEnd"/>
      <w:r w:rsidR="004F1596" w:rsidRPr="004F1596">
        <w:t xml:space="preserve"> admis</w:t>
      </w:r>
      <w:r w:rsidRPr="004572A7">
        <w:t xml:space="preserve">, </w:t>
      </w:r>
      <w:r w:rsidR="004F1596" w:rsidRPr="004F1596">
        <w:t>j</w:t>
      </w:r>
      <w:r w:rsidRPr="004572A7">
        <w:t>’</w:t>
      </w:r>
      <w:r w:rsidR="004F1596" w:rsidRPr="004F1596">
        <w:t>ai bien le droit</w:t>
      </w:r>
      <w:r w:rsidRPr="004572A7">
        <w:t xml:space="preserve">, </w:t>
      </w:r>
      <w:r w:rsidR="004F1596" w:rsidRPr="004F1596">
        <w:t>sapristi</w:t>
      </w:r>
      <w:r w:rsidRPr="004572A7">
        <w:t xml:space="preserve">, </w:t>
      </w:r>
      <w:r w:rsidR="004F1596" w:rsidRPr="004F1596">
        <w:t>de penser</w:t>
      </w:r>
      <w:r w:rsidRPr="004572A7">
        <w:t xml:space="preserve">, </w:t>
      </w:r>
      <w:r w:rsidR="004F1596" w:rsidRPr="004F1596">
        <w:t>en tant que docteur</w:t>
      </w:r>
      <w:r w:rsidRPr="004572A7">
        <w:t xml:space="preserve">, </w:t>
      </w:r>
      <w:r w:rsidR="004F1596" w:rsidRPr="004F1596">
        <w:t>qu</w:t>
      </w:r>
      <w:r w:rsidRPr="004572A7">
        <w:t>’</w:t>
      </w:r>
      <w:r w:rsidR="004F1596" w:rsidRPr="004F1596">
        <w:t>ils sont dans l</w:t>
      </w:r>
      <w:r w:rsidRPr="004572A7">
        <w:t>’</w:t>
      </w:r>
      <w:r w:rsidR="004F1596" w:rsidRPr="004F1596">
        <w:t>erreur la plus complète</w:t>
      </w:r>
      <w:r w:rsidRPr="004572A7">
        <w:t xml:space="preserve">, </w:t>
      </w:r>
      <w:r w:rsidR="004F1596" w:rsidRPr="004F1596">
        <w:t>quant à l</w:t>
      </w:r>
      <w:r w:rsidRPr="004572A7">
        <w:t>’</w:t>
      </w:r>
      <w:r w:rsidR="004F1596" w:rsidRPr="004F1596">
        <w:t>explication qu</w:t>
      </w:r>
      <w:r w:rsidRPr="004572A7">
        <w:t>’</w:t>
      </w:r>
      <w:r w:rsidR="004F1596" w:rsidRPr="004F1596">
        <w:t>ils donnent de ces phénomènes et quant à leur véritable nature</w:t>
      </w:r>
      <w:r w:rsidRPr="004572A7">
        <w:t xml:space="preserve">. </w:t>
      </w:r>
      <w:r w:rsidR="004F1596" w:rsidRPr="004F1596">
        <w:t>Ils sont victimes de leurs croyances</w:t>
      </w:r>
      <w:r w:rsidRPr="004572A7">
        <w:t xml:space="preserve">, </w:t>
      </w:r>
      <w:r w:rsidR="004F1596" w:rsidRPr="004F1596">
        <w:t>de leur imagination et de l</w:t>
      </w:r>
      <w:r w:rsidRPr="004572A7">
        <w:t>’</w:t>
      </w:r>
      <w:r w:rsidR="004F1596" w:rsidRPr="004F1596">
        <w:t>hérédité superstitieuse que porte toujours en lui le savant le plus distingué et le plus impartial</w:t>
      </w:r>
      <w:r w:rsidRPr="004572A7">
        <w:t>…</w:t>
      </w:r>
    </w:p>
    <w:p w14:paraId="0FA4CD07" w14:textId="77777777" w:rsidR="003A025E" w:rsidRPr="004572A7" w:rsidRDefault="003A025E" w:rsidP="004F1596">
      <w:r w:rsidRPr="004572A7">
        <w:t>« </w:t>
      </w:r>
      <w:r w:rsidR="004F1596" w:rsidRPr="004F1596">
        <w:t>Quant aux spirites proprement dits</w:t>
      </w:r>
      <w:r w:rsidRPr="004572A7">
        <w:t xml:space="preserve">, </w:t>
      </w:r>
      <w:r w:rsidR="004F1596" w:rsidRPr="004F1596">
        <w:t>je les considère</w:t>
      </w:r>
      <w:r w:rsidRPr="004572A7">
        <w:t xml:space="preserve">, </w:t>
      </w:r>
      <w:r w:rsidR="004F1596" w:rsidRPr="004F1596">
        <w:t>jusqu</w:t>
      </w:r>
      <w:r w:rsidRPr="004572A7">
        <w:t>’</w:t>
      </w:r>
      <w:r w:rsidR="004F1596" w:rsidRPr="004F1596">
        <w:t>à nouvel ordre</w:t>
      </w:r>
      <w:r w:rsidRPr="004572A7">
        <w:t xml:space="preserve">, </w:t>
      </w:r>
      <w:r w:rsidR="004F1596" w:rsidRPr="004F1596">
        <w:t>comme de véritables imposteurs</w:t>
      </w:r>
      <w:r w:rsidRPr="004572A7">
        <w:t>.</w:t>
      </w:r>
    </w:p>
    <w:p w14:paraId="405A3A11" w14:textId="77777777" w:rsidR="003A025E" w:rsidRPr="004572A7" w:rsidRDefault="003A025E" w:rsidP="004F1596">
      <w:r w:rsidRPr="004572A7">
        <w:t>— </w:t>
      </w:r>
      <w:r w:rsidR="004F1596" w:rsidRPr="004F1596">
        <w:t>Je comprends</w:t>
      </w:r>
      <w:r w:rsidRPr="004572A7">
        <w:t xml:space="preserve">, </w:t>
      </w:r>
      <w:r w:rsidR="004F1596" w:rsidRPr="004F1596">
        <w:t>répondis-je</w:t>
      </w:r>
      <w:r w:rsidRPr="004572A7">
        <w:t xml:space="preserve">. </w:t>
      </w:r>
      <w:r w:rsidR="004F1596" w:rsidRPr="004F1596">
        <w:t>Vous ne niez point certaines constatations de ces personnages éminents</w:t>
      </w:r>
      <w:r w:rsidRPr="004572A7">
        <w:t xml:space="preserve">, </w:t>
      </w:r>
      <w:r w:rsidR="004F1596" w:rsidRPr="004F1596">
        <w:t>mais vous affirmez que leur erreur réside dans l</w:t>
      </w:r>
      <w:r w:rsidRPr="004572A7">
        <w:t>’</w:t>
      </w:r>
      <w:r w:rsidR="004F1596" w:rsidRPr="004F1596">
        <w:t>ignorance absolue où ils sont des causes mêmes des faits constatés et de leur essence intime</w:t>
      </w:r>
      <w:r w:rsidRPr="004572A7">
        <w:t xml:space="preserve">. </w:t>
      </w:r>
      <w:r w:rsidR="004F1596" w:rsidRPr="004F1596">
        <w:t>Il me semble bien difficile</w:t>
      </w:r>
      <w:r w:rsidRPr="004572A7">
        <w:t xml:space="preserve">, </w:t>
      </w:r>
      <w:r w:rsidR="004F1596" w:rsidRPr="004F1596">
        <w:t>cependant</w:t>
      </w:r>
      <w:r w:rsidRPr="004572A7">
        <w:t xml:space="preserve">, </w:t>
      </w:r>
      <w:r w:rsidR="004F1596" w:rsidRPr="004F1596">
        <w:t>pour ne pas dire impossible</w:t>
      </w:r>
      <w:r w:rsidRPr="004572A7">
        <w:t xml:space="preserve">, </w:t>
      </w:r>
      <w:r w:rsidR="004F1596" w:rsidRPr="004F1596">
        <w:t>d</w:t>
      </w:r>
      <w:r w:rsidRPr="004572A7">
        <w:t>’</w:t>
      </w:r>
      <w:r w:rsidR="004F1596" w:rsidRPr="004F1596">
        <w:t>admettre des causes différentes de celles qui ont été reconnues jusqu</w:t>
      </w:r>
      <w:r w:rsidRPr="004572A7">
        <w:t>’</w:t>
      </w:r>
      <w:r w:rsidR="004F1596" w:rsidRPr="004F1596">
        <w:t>à ce jour</w:t>
      </w:r>
      <w:r w:rsidRPr="004572A7">
        <w:t>.</w:t>
      </w:r>
    </w:p>
    <w:p w14:paraId="607284AD" w14:textId="77777777" w:rsidR="003A025E" w:rsidRPr="004572A7" w:rsidRDefault="003A025E" w:rsidP="004F1596">
      <w:r w:rsidRPr="004572A7">
        <w:t>« </w:t>
      </w:r>
      <w:r w:rsidR="004F1596" w:rsidRPr="004F1596">
        <w:t>Laissons de côté</w:t>
      </w:r>
      <w:r w:rsidRPr="004572A7">
        <w:t xml:space="preserve">, </w:t>
      </w:r>
      <w:r w:rsidR="004F1596" w:rsidRPr="004F1596">
        <w:t>pour l</w:t>
      </w:r>
      <w:r w:rsidRPr="004572A7">
        <w:t>’</w:t>
      </w:r>
      <w:r w:rsidR="004F1596" w:rsidRPr="004F1596">
        <w:t>instant</w:t>
      </w:r>
      <w:r w:rsidRPr="004572A7">
        <w:t xml:space="preserve">, </w:t>
      </w:r>
      <w:r w:rsidR="004F1596" w:rsidRPr="004F1596">
        <w:t>la question du spiritisme</w:t>
      </w:r>
      <w:r w:rsidRPr="004572A7">
        <w:t xml:space="preserve">. </w:t>
      </w:r>
      <w:r w:rsidR="004F1596" w:rsidRPr="004F1596">
        <w:t>Comment pouvez-vous expliquer</w:t>
      </w:r>
      <w:r w:rsidRPr="004572A7">
        <w:t xml:space="preserve">, </w:t>
      </w:r>
      <w:r w:rsidR="004F1596" w:rsidRPr="004F1596">
        <w:t>scientifiquement</w:t>
      </w:r>
      <w:r w:rsidRPr="004572A7">
        <w:t xml:space="preserve">, </w:t>
      </w:r>
      <w:r w:rsidR="004F1596" w:rsidRPr="004F1596">
        <w:t>le phénomène de la transmission de la pensée</w:t>
      </w:r>
      <w:r w:rsidRPr="004572A7">
        <w:t xml:space="preserve">, </w:t>
      </w:r>
      <w:r w:rsidR="004F1596" w:rsidRPr="004F1596">
        <w:t>sans avoir recours</w:t>
      </w:r>
      <w:r w:rsidRPr="004572A7">
        <w:t xml:space="preserve">, </w:t>
      </w:r>
      <w:r w:rsidR="004F1596" w:rsidRPr="004F1596">
        <w:t xml:space="preserve">comme </w:t>
      </w:r>
      <w:proofErr w:type="spellStart"/>
      <w:r w:rsidR="004F1596" w:rsidRPr="004F1596">
        <w:t>Richart</w:t>
      </w:r>
      <w:proofErr w:type="spellEnd"/>
      <w:r w:rsidRPr="004572A7">
        <w:t xml:space="preserve">, </w:t>
      </w:r>
      <w:r w:rsidR="004F1596" w:rsidRPr="004F1596">
        <w:t>à des facultés psychiques indéniables</w:t>
      </w:r>
      <w:r w:rsidRPr="004572A7">
        <w:t xml:space="preserve">, </w:t>
      </w:r>
      <w:r w:rsidR="004F1596" w:rsidRPr="004F1596">
        <w:t>à une force immatérielle</w:t>
      </w:r>
      <w:r w:rsidRPr="004572A7">
        <w:t xml:space="preserve">, </w:t>
      </w:r>
      <w:r w:rsidR="004F1596" w:rsidRPr="004F1596">
        <w:t>positive</w:t>
      </w:r>
      <w:r w:rsidRPr="004572A7">
        <w:t xml:space="preserve">, </w:t>
      </w:r>
      <w:r w:rsidR="004F1596" w:rsidRPr="004F1596">
        <w:t>irréfragable</w:t>
      </w:r>
      <w:r w:rsidRPr="004572A7">
        <w:t xml:space="preserve">, </w:t>
      </w:r>
      <w:r w:rsidR="004F1596" w:rsidRPr="004F1596">
        <w:t>à l</w:t>
      </w:r>
      <w:r w:rsidRPr="004572A7">
        <w:t>’</w:t>
      </w:r>
      <w:r w:rsidR="004F1596" w:rsidRPr="004F1596">
        <w:t>âme intelligente et toute-puissante</w:t>
      </w:r>
      <w:r w:rsidRPr="004572A7">
        <w:t xml:space="preserve">, </w:t>
      </w:r>
      <w:r w:rsidR="004F1596" w:rsidRPr="004F1596">
        <w:t>enfin</w:t>
      </w:r>
      <w:r w:rsidRPr="004572A7">
        <w:t> ?</w:t>
      </w:r>
    </w:p>
    <w:p w14:paraId="2458CD45" w14:textId="77777777" w:rsidR="003A025E" w:rsidRPr="004572A7" w:rsidRDefault="004F1596" w:rsidP="004F1596">
      <w:r w:rsidRPr="004F1596">
        <w:t>Surgères se mit à sourire</w:t>
      </w:r>
      <w:r w:rsidR="003A025E" w:rsidRPr="004572A7">
        <w:t> :</w:t>
      </w:r>
    </w:p>
    <w:p w14:paraId="7DC7A388" w14:textId="77777777" w:rsidR="003A025E" w:rsidRPr="004572A7" w:rsidRDefault="003A025E" w:rsidP="004F1596">
      <w:r w:rsidRPr="004572A7">
        <w:t>— </w:t>
      </w:r>
      <w:r w:rsidR="004F1596" w:rsidRPr="004F1596">
        <w:t>Certes</w:t>
      </w:r>
      <w:r w:rsidRPr="004572A7">
        <w:t xml:space="preserve"> ! </w:t>
      </w:r>
      <w:r w:rsidR="004F1596" w:rsidRPr="004F1596">
        <w:t>me dit-il</w:t>
      </w:r>
      <w:r w:rsidRPr="004572A7">
        <w:t xml:space="preserve">, </w:t>
      </w:r>
      <w:r w:rsidR="004F1596" w:rsidRPr="004F1596">
        <w:t>je ne prétends nullement vous faire ici l</w:t>
      </w:r>
      <w:r w:rsidRPr="004572A7">
        <w:t>’</w:t>
      </w:r>
      <w:r w:rsidR="004F1596" w:rsidRPr="004F1596">
        <w:t>apologie du matérialisme</w:t>
      </w:r>
      <w:r w:rsidRPr="004572A7">
        <w:t xml:space="preserve">, </w:t>
      </w:r>
      <w:r w:rsidR="004F1596" w:rsidRPr="004F1596">
        <w:t>pas plus que l</w:t>
      </w:r>
      <w:r w:rsidRPr="004572A7">
        <w:t>’</w:t>
      </w:r>
      <w:r w:rsidR="004F1596" w:rsidRPr="004F1596">
        <w:t>ériger en dogme infaillible et universel</w:t>
      </w:r>
      <w:r w:rsidRPr="004572A7">
        <w:t xml:space="preserve">. </w:t>
      </w:r>
      <w:r w:rsidR="004F1596" w:rsidRPr="004F1596">
        <w:t>En ce qui me concerne</w:t>
      </w:r>
      <w:r w:rsidRPr="004572A7">
        <w:t xml:space="preserve">, </w:t>
      </w:r>
      <w:r w:rsidR="004F1596" w:rsidRPr="004F1596">
        <w:t>je ne crois pas à l</w:t>
      </w:r>
      <w:r w:rsidRPr="004572A7">
        <w:t>’</w:t>
      </w:r>
      <w:r w:rsidR="004F1596" w:rsidRPr="004F1596">
        <w:t>immortalité de l</w:t>
      </w:r>
      <w:r w:rsidRPr="004572A7">
        <w:t>’</w:t>
      </w:r>
      <w:r w:rsidR="004F1596" w:rsidRPr="004F1596">
        <w:t>âme</w:t>
      </w:r>
      <w:r w:rsidRPr="004572A7">
        <w:t xml:space="preserve">. </w:t>
      </w:r>
      <w:r w:rsidR="004F1596" w:rsidRPr="004F1596">
        <w:t>Je prétends même que cette croyance a pour base une pensée d</w:t>
      </w:r>
      <w:r w:rsidRPr="004572A7">
        <w:t>’</w:t>
      </w:r>
      <w:r w:rsidR="004F1596" w:rsidRPr="004F1596">
        <w:t>orgueil</w:t>
      </w:r>
      <w:r w:rsidRPr="004572A7">
        <w:t xml:space="preserve">. </w:t>
      </w:r>
      <w:r w:rsidR="004F1596" w:rsidRPr="004F1596">
        <w:t>L</w:t>
      </w:r>
      <w:r w:rsidRPr="004572A7">
        <w:t>’</w:t>
      </w:r>
      <w:r w:rsidR="004F1596" w:rsidRPr="004F1596">
        <w:t>homme ne veut et ne peut pas se résoudre à admettre qu</w:t>
      </w:r>
      <w:r w:rsidRPr="004572A7">
        <w:t>’</w:t>
      </w:r>
      <w:r w:rsidR="004F1596" w:rsidRPr="004F1596">
        <w:t>il est un être fini</w:t>
      </w:r>
      <w:r w:rsidRPr="004572A7">
        <w:t>.</w:t>
      </w:r>
    </w:p>
    <w:p w14:paraId="6ED9A5F1" w14:textId="77777777" w:rsidR="003A025E" w:rsidRPr="004572A7" w:rsidRDefault="003A025E" w:rsidP="004F1596">
      <w:r w:rsidRPr="004572A7">
        <w:lastRenderedPageBreak/>
        <w:t>« </w:t>
      </w:r>
      <w:r w:rsidR="004F1596" w:rsidRPr="004F1596">
        <w:t>Je puis me tromper</w:t>
      </w:r>
      <w:r w:rsidRPr="004572A7">
        <w:t xml:space="preserve">. </w:t>
      </w:r>
      <w:r w:rsidR="004F1596" w:rsidRPr="004F1596">
        <w:t>Loin de moi</w:t>
      </w:r>
      <w:r w:rsidRPr="004572A7">
        <w:t xml:space="preserve">, </w:t>
      </w:r>
      <w:r w:rsidR="004F1596" w:rsidRPr="004F1596">
        <w:t>donc</w:t>
      </w:r>
      <w:r w:rsidRPr="004572A7">
        <w:t xml:space="preserve">, </w:t>
      </w:r>
      <w:r w:rsidR="004F1596" w:rsidRPr="004F1596">
        <w:t>l</w:t>
      </w:r>
      <w:r w:rsidRPr="004572A7">
        <w:t>’</w:t>
      </w:r>
      <w:r w:rsidR="004F1596" w:rsidRPr="004F1596">
        <w:t>intention de nier l</w:t>
      </w:r>
      <w:r w:rsidRPr="004572A7">
        <w:t>’</w:t>
      </w:r>
      <w:r w:rsidR="004F1596" w:rsidRPr="004F1596">
        <w:t>existence de l</w:t>
      </w:r>
      <w:r w:rsidRPr="004572A7">
        <w:t>’</w:t>
      </w:r>
      <w:r w:rsidR="004F1596" w:rsidRPr="004F1596">
        <w:t>âme et de vos prétendus phénomènes psychiques</w:t>
      </w:r>
      <w:r w:rsidRPr="004572A7">
        <w:t xml:space="preserve">. </w:t>
      </w:r>
      <w:r w:rsidR="004F1596" w:rsidRPr="004F1596">
        <w:t>En effet</w:t>
      </w:r>
      <w:r w:rsidRPr="004572A7">
        <w:t xml:space="preserve">, </w:t>
      </w:r>
      <w:r w:rsidR="004F1596" w:rsidRPr="004F1596">
        <w:t>il me serait impossible</w:t>
      </w:r>
      <w:r w:rsidRPr="004572A7">
        <w:t xml:space="preserve">, </w:t>
      </w:r>
      <w:r w:rsidR="004F1596" w:rsidRPr="004F1596">
        <w:t>de démontrer</w:t>
      </w:r>
      <w:r w:rsidRPr="004572A7">
        <w:t xml:space="preserve">, </w:t>
      </w:r>
      <w:r w:rsidR="004F1596" w:rsidRPr="004F1596">
        <w:t>scientifiquement</w:t>
      </w:r>
      <w:r w:rsidRPr="004572A7">
        <w:t xml:space="preserve">, </w:t>
      </w:r>
      <w:r w:rsidR="004F1596" w:rsidRPr="004F1596">
        <w:t>la valeur de mes négations</w:t>
      </w:r>
      <w:r w:rsidRPr="004572A7">
        <w:t xml:space="preserve">. </w:t>
      </w:r>
      <w:r w:rsidR="004F1596" w:rsidRPr="004F1596">
        <w:t>Pour moi</w:t>
      </w:r>
      <w:r w:rsidRPr="004572A7">
        <w:t xml:space="preserve">, </w:t>
      </w:r>
      <w:r w:rsidR="004F1596" w:rsidRPr="004F1596">
        <w:t>il n</w:t>
      </w:r>
      <w:r w:rsidRPr="004572A7">
        <w:t>’</w:t>
      </w:r>
      <w:r w:rsidR="004F1596" w:rsidRPr="004F1596">
        <w:t>y a de réellement certains que les faits qui sont directement observables par les sens</w:t>
      </w:r>
      <w:r w:rsidRPr="004572A7">
        <w:t xml:space="preserve">. </w:t>
      </w:r>
      <w:r w:rsidR="004F1596" w:rsidRPr="004F1596">
        <w:t>Je suis</w:t>
      </w:r>
      <w:r w:rsidRPr="004572A7">
        <w:t xml:space="preserve">, </w:t>
      </w:r>
      <w:r w:rsidR="004F1596" w:rsidRPr="004F1596">
        <w:t>sur ce point</w:t>
      </w:r>
      <w:r w:rsidRPr="004572A7">
        <w:t xml:space="preserve">, </w:t>
      </w:r>
      <w:r w:rsidR="004F1596" w:rsidRPr="004F1596">
        <w:t>entièrement d</w:t>
      </w:r>
      <w:r w:rsidRPr="004572A7">
        <w:t>’</w:t>
      </w:r>
      <w:r w:rsidR="004F1596" w:rsidRPr="004F1596">
        <w:t>accord avec l</w:t>
      </w:r>
      <w:r w:rsidRPr="004572A7">
        <w:t>’</w:t>
      </w:r>
      <w:r w:rsidR="004F1596" w:rsidRPr="004F1596">
        <w:t>école positiviste</w:t>
      </w:r>
      <w:r w:rsidRPr="004572A7">
        <w:t>.</w:t>
      </w:r>
    </w:p>
    <w:p w14:paraId="2EC01366" w14:textId="77777777" w:rsidR="003A025E" w:rsidRPr="004572A7" w:rsidRDefault="003A025E" w:rsidP="004F1596">
      <w:r w:rsidRPr="004572A7">
        <w:t>« </w:t>
      </w:r>
      <w:r w:rsidR="004F1596" w:rsidRPr="004F1596">
        <w:t>Je vous répète donc qu</w:t>
      </w:r>
      <w:r w:rsidRPr="004572A7">
        <w:t>’</w:t>
      </w:r>
      <w:r w:rsidR="004F1596" w:rsidRPr="004F1596">
        <w:t>il peut exister des faits soi-disant spirituels</w:t>
      </w:r>
      <w:r w:rsidRPr="004572A7">
        <w:t xml:space="preserve">, </w:t>
      </w:r>
      <w:r w:rsidR="004F1596" w:rsidRPr="004F1596">
        <w:t>psychiques ou moraux susceptibles d</w:t>
      </w:r>
      <w:r w:rsidRPr="004572A7">
        <w:t>’</w:t>
      </w:r>
      <w:r w:rsidR="004F1596" w:rsidRPr="004F1596">
        <w:t>être contrôlés par la science</w:t>
      </w:r>
      <w:r w:rsidRPr="004572A7">
        <w:t xml:space="preserve">, </w:t>
      </w:r>
      <w:r w:rsidR="004F1596" w:rsidRPr="004F1596">
        <w:t>dans un avenir plus ou moins éloigné</w:t>
      </w:r>
      <w:r w:rsidRPr="004572A7">
        <w:t xml:space="preserve">, </w:t>
      </w:r>
      <w:r w:rsidR="004F1596" w:rsidRPr="004F1596">
        <w:t>mais</w:t>
      </w:r>
      <w:r w:rsidRPr="004572A7">
        <w:t xml:space="preserve">, </w:t>
      </w:r>
      <w:r w:rsidR="004F1596" w:rsidRPr="004F1596">
        <w:t>pour l</w:t>
      </w:r>
      <w:r w:rsidRPr="004572A7">
        <w:t>’</w:t>
      </w:r>
      <w:r w:rsidR="004F1596" w:rsidRPr="004F1596">
        <w:t>instant</w:t>
      </w:r>
      <w:r w:rsidRPr="004572A7">
        <w:t xml:space="preserve">, </w:t>
      </w:r>
      <w:r w:rsidR="004F1596" w:rsidRPr="004F1596">
        <w:t>et dans l</w:t>
      </w:r>
      <w:r w:rsidRPr="004572A7">
        <w:t>’</w:t>
      </w:r>
      <w:r w:rsidR="004F1596" w:rsidRPr="004F1596">
        <w:t>état actuel de nos connaissances</w:t>
      </w:r>
      <w:r w:rsidRPr="004572A7">
        <w:t xml:space="preserve">, </w:t>
      </w:r>
      <w:r w:rsidR="004F1596" w:rsidRPr="004F1596">
        <w:t>je ne puis leur accorder qu</w:t>
      </w:r>
      <w:r w:rsidRPr="004572A7">
        <w:t>’</w:t>
      </w:r>
      <w:r w:rsidR="004F1596" w:rsidRPr="004F1596">
        <w:t>une existence tout à fait hypothétique et pour ainsi dire conventionnelle</w:t>
      </w:r>
      <w:r w:rsidRPr="004572A7">
        <w:t>.</w:t>
      </w:r>
    </w:p>
    <w:p w14:paraId="19B50BD8" w14:textId="77777777" w:rsidR="003A025E" w:rsidRPr="004572A7" w:rsidRDefault="003A025E" w:rsidP="004F1596">
      <w:r w:rsidRPr="004572A7">
        <w:t>« </w:t>
      </w:r>
      <w:r w:rsidR="004F1596" w:rsidRPr="004F1596">
        <w:t>Au surplus</w:t>
      </w:r>
      <w:r w:rsidRPr="004572A7">
        <w:t xml:space="preserve">, </w:t>
      </w:r>
      <w:r w:rsidR="004F1596" w:rsidRPr="004F1596">
        <w:t>sans parler des phénomènes psychiques possibles</w:t>
      </w:r>
      <w:r w:rsidRPr="004572A7">
        <w:t xml:space="preserve">, </w:t>
      </w:r>
      <w:r w:rsidR="004F1596" w:rsidRPr="004F1596">
        <w:t>sommes-nous bien certains de connaître tous les faits matériels que nous pouvons contrôler par nos sens</w:t>
      </w:r>
      <w:r w:rsidRPr="004572A7">
        <w:t xml:space="preserve"> ? </w:t>
      </w:r>
      <w:r w:rsidR="004F1596" w:rsidRPr="004F1596">
        <w:t>Pouvons-nous affirmer que nous avons pénétré tous les secrets de la matière et découvert toutes les lois qui la régissent</w:t>
      </w:r>
      <w:r w:rsidRPr="004572A7">
        <w:t xml:space="preserve"> ? </w:t>
      </w:r>
      <w:r w:rsidR="004F1596" w:rsidRPr="004F1596">
        <w:t>Que savons-nous du corps humain</w:t>
      </w:r>
      <w:r w:rsidRPr="004572A7">
        <w:t xml:space="preserve">, </w:t>
      </w:r>
      <w:r w:rsidR="004F1596" w:rsidRPr="004F1596">
        <w:t>de la terre</w:t>
      </w:r>
      <w:r w:rsidRPr="004572A7">
        <w:t xml:space="preserve">, </w:t>
      </w:r>
      <w:r w:rsidR="004F1596" w:rsidRPr="004F1596">
        <w:t>de la mer</w:t>
      </w:r>
      <w:r w:rsidRPr="004572A7">
        <w:t xml:space="preserve">, </w:t>
      </w:r>
      <w:r w:rsidR="004F1596" w:rsidRPr="004F1596">
        <w:t>de l</w:t>
      </w:r>
      <w:r w:rsidRPr="004572A7">
        <w:t>’</w:t>
      </w:r>
      <w:r w:rsidR="004F1596" w:rsidRPr="004F1596">
        <w:t>air</w:t>
      </w:r>
      <w:r w:rsidRPr="004572A7">
        <w:t xml:space="preserve">, </w:t>
      </w:r>
      <w:r w:rsidR="004F1596" w:rsidRPr="004F1596">
        <w:t>des astres</w:t>
      </w:r>
      <w:r w:rsidRPr="004572A7">
        <w:t xml:space="preserve">, </w:t>
      </w:r>
      <w:r w:rsidR="004F1596" w:rsidRPr="004F1596">
        <w:t>des végétaux</w:t>
      </w:r>
      <w:r w:rsidRPr="004572A7">
        <w:t> ?</w:t>
      </w:r>
    </w:p>
    <w:p w14:paraId="51942480" w14:textId="77777777" w:rsidR="003A025E" w:rsidRPr="004572A7" w:rsidRDefault="003A025E" w:rsidP="004F1596">
      <w:r w:rsidRPr="004572A7">
        <w:t>« </w:t>
      </w:r>
      <w:r w:rsidR="004F1596" w:rsidRPr="004F1596">
        <w:t>La chimie</w:t>
      </w:r>
      <w:r w:rsidRPr="004572A7">
        <w:t xml:space="preserve">, </w:t>
      </w:r>
      <w:r w:rsidR="004F1596" w:rsidRPr="004F1596">
        <w:t>la physique</w:t>
      </w:r>
      <w:r w:rsidRPr="004572A7">
        <w:t xml:space="preserve">, </w:t>
      </w:r>
      <w:r w:rsidR="004F1596" w:rsidRPr="004F1596">
        <w:t>l</w:t>
      </w:r>
      <w:r w:rsidRPr="004572A7">
        <w:t>’</w:t>
      </w:r>
      <w:r w:rsidR="004F1596" w:rsidRPr="004F1596">
        <w:t>astronomie</w:t>
      </w:r>
      <w:r w:rsidRPr="004572A7">
        <w:t xml:space="preserve">, </w:t>
      </w:r>
      <w:r w:rsidR="004F1596" w:rsidRPr="004F1596">
        <w:t>la biologie sont-elles arrivées aux limites extrêmes de leur perfection et ont-elles dit leur dernier mot</w:t>
      </w:r>
      <w:r w:rsidRPr="004572A7">
        <w:t> ?</w:t>
      </w:r>
    </w:p>
    <w:p w14:paraId="3B4923D5" w14:textId="77777777" w:rsidR="003A025E" w:rsidRPr="004572A7" w:rsidRDefault="003A025E" w:rsidP="004F1596">
      <w:r w:rsidRPr="004572A7">
        <w:t>« </w:t>
      </w:r>
      <w:r w:rsidR="004F1596" w:rsidRPr="004F1596">
        <w:t>Hélas</w:t>
      </w:r>
      <w:r w:rsidRPr="004572A7">
        <w:t xml:space="preserve"> ! </w:t>
      </w:r>
      <w:r w:rsidR="004F1596" w:rsidRPr="004F1596">
        <w:t>même dans le domaine des faits matériels</w:t>
      </w:r>
      <w:r w:rsidRPr="004572A7">
        <w:t xml:space="preserve">, </w:t>
      </w:r>
      <w:r w:rsidR="004F1596" w:rsidRPr="004F1596">
        <w:t>l</w:t>
      </w:r>
      <w:r w:rsidRPr="004572A7">
        <w:t>’</w:t>
      </w:r>
      <w:r w:rsidR="004F1596" w:rsidRPr="004F1596">
        <w:t>ignorance des hommes est aussi éclatante que leur vanité</w:t>
      </w:r>
      <w:r w:rsidRPr="004572A7">
        <w:t xml:space="preserve"> ! </w:t>
      </w:r>
      <w:r w:rsidR="004F1596" w:rsidRPr="004F1596">
        <w:t>Quelques-uns d</w:t>
      </w:r>
      <w:r w:rsidRPr="004572A7">
        <w:t>’</w:t>
      </w:r>
      <w:r w:rsidR="004F1596" w:rsidRPr="004F1596">
        <w:t>entre eux ont fait</w:t>
      </w:r>
      <w:r w:rsidRPr="004572A7">
        <w:t xml:space="preserve">, </w:t>
      </w:r>
      <w:r w:rsidR="004F1596" w:rsidRPr="004F1596">
        <w:t>il est vrai</w:t>
      </w:r>
      <w:r w:rsidRPr="004572A7">
        <w:t xml:space="preserve">, </w:t>
      </w:r>
      <w:r w:rsidR="004F1596" w:rsidRPr="004F1596">
        <w:t>de grandes choses</w:t>
      </w:r>
      <w:r w:rsidRPr="004572A7">
        <w:t xml:space="preserve">, </w:t>
      </w:r>
      <w:r w:rsidR="004F1596" w:rsidRPr="004F1596">
        <w:t>parce qu</w:t>
      </w:r>
      <w:r w:rsidRPr="004572A7">
        <w:t>’</w:t>
      </w:r>
      <w:r w:rsidR="004F1596" w:rsidRPr="004F1596">
        <w:t>ils avaient du génie et de la méthode</w:t>
      </w:r>
      <w:r w:rsidRPr="004572A7">
        <w:t xml:space="preserve">, </w:t>
      </w:r>
      <w:r w:rsidR="004F1596" w:rsidRPr="004F1596">
        <w:t>mais la masse est restée profondément routinière</w:t>
      </w:r>
      <w:r w:rsidRPr="004572A7">
        <w:t xml:space="preserve">. </w:t>
      </w:r>
      <w:r w:rsidR="004F1596" w:rsidRPr="004F1596">
        <w:t>L</w:t>
      </w:r>
      <w:r w:rsidRPr="004572A7">
        <w:t>’</w:t>
      </w:r>
      <w:r w:rsidR="004F1596" w:rsidRPr="004F1596">
        <w:t xml:space="preserve">ensemble est </w:t>
      </w:r>
      <w:proofErr w:type="spellStart"/>
      <w:r w:rsidR="004F1596" w:rsidRPr="004F1596">
        <w:t>crétinier</w:t>
      </w:r>
      <w:proofErr w:type="spellEnd"/>
      <w:r w:rsidR="004F1596" w:rsidRPr="004F1596">
        <w:t xml:space="preserve"> et demeure passionnément attaché à ses rêves</w:t>
      </w:r>
      <w:r w:rsidRPr="004572A7">
        <w:t xml:space="preserve">, </w:t>
      </w:r>
      <w:r w:rsidR="004F1596" w:rsidRPr="004F1596">
        <w:t>à sa mythologie</w:t>
      </w:r>
      <w:r w:rsidRPr="004572A7">
        <w:t xml:space="preserve">, </w:t>
      </w:r>
      <w:r w:rsidR="004F1596" w:rsidRPr="004F1596">
        <w:t>à ses croyances puériles</w:t>
      </w:r>
      <w:r w:rsidRPr="004572A7">
        <w:t xml:space="preserve"> : </w:t>
      </w:r>
      <w:r w:rsidR="004F1596" w:rsidRPr="004F1596">
        <w:t>idoles léguées à l</w:t>
      </w:r>
      <w:r w:rsidRPr="004572A7">
        <w:t>’</w:t>
      </w:r>
      <w:r w:rsidR="004F1596" w:rsidRPr="004F1596">
        <w:t>humanité par des milliers de siècles de misère et de terreur</w:t>
      </w:r>
      <w:r w:rsidRPr="004572A7">
        <w:t xml:space="preserve">, </w:t>
      </w:r>
      <w:r w:rsidR="004F1596" w:rsidRPr="004F1596">
        <w:lastRenderedPageBreak/>
        <w:t>erreurs consacrées officiellement par des multitudes de générations</w:t>
      </w:r>
      <w:r w:rsidRPr="004572A7">
        <w:t>.</w:t>
      </w:r>
    </w:p>
    <w:p w14:paraId="7FF07A57" w14:textId="77777777" w:rsidR="003A025E" w:rsidRPr="004572A7" w:rsidRDefault="003A025E" w:rsidP="004F1596">
      <w:r w:rsidRPr="004572A7">
        <w:t>« </w:t>
      </w:r>
      <w:r w:rsidR="004F1596" w:rsidRPr="004F1596">
        <w:t>Ce qu</w:t>
      </w:r>
      <w:r w:rsidRPr="004572A7">
        <w:t>’</w:t>
      </w:r>
      <w:r w:rsidR="004F1596" w:rsidRPr="004F1596">
        <w:t>il y a de plus inconcevable</w:t>
      </w:r>
      <w:r w:rsidRPr="004572A7">
        <w:t xml:space="preserve">, </w:t>
      </w:r>
      <w:r w:rsidR="004F1596" w:rsidRPr="004F1596">
        <w:t>c</w:t>
      </w:r>
      <w:r w:rsidRPr="004572A7">
        <w:t>’</w:t>
      </w:r>
      <w:r w:rsidR="004F1596" w:rsidRPr="004F1596">
        <w:t>est que</w:t>
      </w:r>
      <w:r w:rsidRPr="004572A7">
        <w:t xml:space="preserve">, </w:t>
      </w:r>
      <w:r w:rsidR="004F1596" w:rsidRPr="004F1596">
        <w:t>malgré les découvertes de la science</w:t>
      </w:r>
      <w:r w:rsidRPr="004572A7">
        <w:t xml:space="preserve">, </w:t>
      </w:r>
      <w:r w:rsidR="004F1596" w:rsidRPr="004F1596">
        <w:t>la stupidité des hommes n</w:t>
      </w:r>
      <w:r w:rsidRPr="004572A7">
        <w:t>’</w:t>
      </w:r>
      <w:r w:rsidR="004F1596" w:rsidRPr="004F1596">
        <w:t>ait point de terme</w:t>
      </w:r>
      <w:r w:rsidRPr="004572A7">
        <w:t xml:space="preserve">. </w:t>
      </w:r>
      <w:r w:rsidR="004F1596" w:rsidRPr="004F1596">
        <w:t>Ils croient toujours</w:t>
      </w:r>
      <w:r w:rsidRPr="004572A7">
        <w:t xml:space="preserve">, </w:t>
      </w:r>
      <w:r w:rsidR="004F1596" w:rsidRPr="004F1596">
        <w:t>en dépit de l</w:t>
      </w:r>
      <w:r w:rsidRPr="004572A7">
        <w:t>’</w:t>
      </w:r>
      <w:r w:rsidR="004F1596" w:rsidRPr="004F1596">
        <w:t>astronomie</w:t>
      </w:r>
      <w:r w:rsidRPr="004572A7">
        <w:t xml:space="preserve">, </w:t>
      </w:r>
      <w:r w:rsidR="004F1596" w:rsidRPr="004F1596">
        <w:t>aux cosmogonies enfantines de Moïse et de Mahomet</w:t>
      </w:r>
      <w:r w:rsidRPr="004572A7">
        <w:t xml:space="preserve"> ; </w:t>
      </w:r>
      <w:r w:rsidR="004F1596" w:rsidRPr="004F1596">
        <w:t>en dépit des travaux de Pasteur</w:t>
      </w:r>
      <w:r w:rsidRPr="004572A7">
        <w:t xml:space="preserve">, </w:t>
      </w:r>
      <w:r w:rsidR="004F1596" w:rsidRPr="004F1596">
        <w:t>à la génération spontanée</w:t>
      </w:r>
      <w:r w:rsidRPr="004572A7">
        <w:t xml:space="preserve"> ; </w:t>
      </w:r>
      <w:r w:rsidR="004F1596" w:rsidRPr="004F1596">
        <w:t>en dépit de la médecine</w:t>
      </w:r>
      <w:r w:rsidRPr="004572A7">
        <w:t xml:space="preserve">, </w:t>
      </w:r>
      <w:r w:rsidR="004F1596" w:rsidRPr="004F1596">
        <w:t>aux sorcières et aux jeteurs de sorts</w:t>
      </w:r>
      <w:r w:rsidRPr="004572A7">
        <w:t>.</w:t>
      </w:r>
    </w:p>
    <w:p w14:paraId="47926540" w14:textId="77777777" w:rsidR="003A025E" w:rsidRPr="004572A7" w:rsidRDefault="003A025E" w:rsidP="004F1596">
      <w:r w:rsidRPr="004572A7">
        <w:t>« </w:t>
      </w:r>
      <w:r w:rsidR="004F1596" w:rsidRPr="004F1596">
        <w:t>Malheur aux précurseurs qui enseignent des routes nouvelles</w:t>
      </w:r>
      <w:r w:rsidRPr="004572A7">
        <w:t xml:space="preserve">. </w:t>
      </w:r>
      <w:r w:rsidR="004F1596" w:rsidRPr="004F1596">
        <w:t>Ainsi</w:t>
      </w:r>
      <w:r w:rsidRPr="004572A7">
        <w:t xml:space="preserve">, </w:t>
      </w:r>
      <w:r w:rsidR="004F1596" w:rsidRPr="004F1596">
        <w:t>par exemple</w:t>
      </w:r>
      <w:r w:rsidRPr="004572A7">
        <w:t xml:space="preserve">, </w:t>
      </w:r>
      <w:r w:rsidR="004F1596" w:rsidRPr="004F1596">
        <w:t>nos actes sont classés en deux catégories</w:t>
      </w:r>
      <w:r w:rsidRPr="004572A7">
        <w:t xml:space="preserve"> : </w:t>
      </w:r>
      <w:r w:rsidR="004F1596" w:rsidRPr="004F1596">
        <w:t>les actes matériels</w:t>
      </w:r>
      <w:r w:rsidRPr="004572A7">
        <w:t xml:space="preserve">, </w:t>
      </w:r>
      <w:r w:rsidR="004F1596" w:rsidRPr="004F1596">
        <w:t>qui relèvent du corps</w:t>
      </w:r>
      <w:r w:rsidRPr="004572A7">
        <w:t xml:space="preserve">, </w:t>
      </w:r>
      <w:r w:rsidR="004F1596" w:rsidRPr="004F1596">
        <w:t>et les actes moraux</w:t>
      </w:r>
      <w:r w:rsidRPr="004572A7">
        <w:t xml:space="preserve">, </w:t>
      </w:r>
      <w:r w:rsidR="004F1596" w:rsidRPr="004F1596">
        <w:t>qui relèvent de l</w:t>
      </w:r>
      <w:r w:rsidRPr="004572A7">
        <w:t>’</w:t>
      </w:r>
      <w:r w:rsidR="004F1596" w:rsidRPr="004F1596">
        <w:t>âme ou esprit</w:t>
      </w:r>
      <w:r w:rsidRPr="004572A7">
        <w:t>.</w:t>
      </w:r>
    </w:p>
    <w:p w14:paraId="564315A6" w14:textId="77777777" w:rsidR="003A025E" w:rsidRPr="004572A7" w:rsidRDefault="003A025E" w:rsidP="004F1596">
      <w:r w:rsidRPr="004572A7">
        <w:t>« </w:t>
      </w:r>
      <w:r w:rsidR="004F1596" w:rsidRPr="004F1596">
        <w:t>Sur quoi repose cette classification fondamentale</w:t>
      </w:r>
      <w:r w:rsidRPr="004572A7">
        <w:t xml:space="preserve">, </w:t>
      </w:r>
      <w:r w:rsidR="004F1596" w:rsidRPr="004F1596">
        <w:t>cette sorte de dogme gratuit autour duquel gravitent toutes les querelles oiseuses des philosophes</w:t>
      </w:r>
      <w:r w:rsidRPr="004572A7">
        <w:t xml:space="preserve">, </w:t>
      </w:r>
      <w:r w:rsidR="004F1596" w:rsidRPr="004F1596">
        <w:t>les discussions arides et vaines des psychologues et des métaphysiciens</w:t>
      </w:r>
      <w:r w:rsidRPr="004572A7">
        <w:t xml:space="preserve"> ? </w:t>
      </w:r>
      <w:r w:rsidR="004F1596" w:rsidRPr="004F1596">
        <w:t>Sur des observations rigoureuses</w:t>
      </w:r>
      <w:r w:rsidRPr="004572A7">
        <w:t xml:space="preserve">, </w:t>
      </w:r>
      <w:r w:rsidR="004F1596" w:rsidRPr="004F1596">
        <w:t>sur des démonstrations irrécusables</w:t>
      </w:r>
      <w:r w:rsidRPr="004572A7">
        <w:t xml:space="preserve">, </w:t>
      </w:r>
      <w:r w:rsidR="004F1596" w:rsidRPr="004F1596">
        <w:t>sur des preuves scientifiques</w:t>
      </w:r>
      <w:r w:rsidRPr="004572A7">
        <w:t xml:space="preserve"> ? </w:t>
      </w:r>
      <w:r w:rsidR="004F1596" w:rsidRPr="004F1596">
        <w:t>Non</w:t>
      </w:r>
      <w:r w:rsidRPr="004572A7">
        <w:t xml:space="preserve"> : </w:t>
      </w:r>
      <w:r w:rsidR="004F1596" w:rsidRPr="004F1596">
        <w:t>sur des croyances</w:t>
      </w:r>
      <w:r w:rsidRPr="004572A7">
        <w:t xml:space="preserve">, </w:t>
      </w:r>
      <w:r w:rsidR="004F1596" w:rsidRPr="004F1596">
        <w:t>de simples croyances admises</w:t>
      </w:r>
      <w:r w:rsidRPr="004572A7">
        <w:t xml:space="preserve">, </w:t>
      </w:r>
      <w:r w:rsidR="004F1596" w:rsidRPr="004F1596">
        <w:t>depuis des siècles et invérifiables actuellement</w:t>
      </w:r>
      <w:r w:rsidRPr="004572A7">
        <w:t>.</w:t>
      </w:r>
    </w:p>
    <w:p w14:paraId="66A2737E" w14:textId="77777777" w:rsidR="003A025E" w:rsidRPr="004572A7" w:rsidRDefault="003A025E" w:rsidP="004F1596">
      <w:r w:rsidRPr="004572A7">
        <w:t>« </w:t>
      </w:r>
      <w:r w:rsidR="004F1596" w:rsidRPr="004F1596">
        <w:t>Dans l</w:t>
      </w:r>
      <w:r w:rsidRPr="004572A7">
        <w:t>’</w:t>
      </w:r>
      <w:r w:rsidR="004F1596" w:rsidRPr="004F1596">
        <w:t>étude de l</w:t>
      </w:r>
      <w:r w:rsidRPr="004572A7">
        <w:t>’</w:t>
      </w:r>
      <w:r w:rsidR="004F1596" w:rsidRPr="004F1596">
        <w:t>homme</w:t>
      </w:r>
      <w:r w:rsidRPr="004572A7">
        <w:t xml:space="preserve">, </w:t>
      </w:r>
      <w:r w:rsidR="004F1596" w:rsidRPr="004F1596">
        <w:t>dès que nous nous trouvons en présence d</w:t>
      </w:r>
      <w:r w:rsidRPr="004572A7">
        <w:t>’</w:t>
      </w:r>
      <w:r w:rsidR="004F1596" w:rsidRPr="004F1596">
        <w:t>un phénomène</w:t>
      </w:r>
      <w:r w:rsidRPr="004572A7">
        <w:t xml:space="preserve">, </w:t>
      </w:r>
      <w:r w:rsidR="004F1596" w:rsidRPr="004F1596">
        <w:t>qui ne nous apparaît pas nettement revêtu des caractères propres à la matière</w:t>
      </w:r>
      <w:r w:rsidRPr="004572A7">
        <w:t xml:space="preserve">, </w:t>
      </w:r>
      <w:r w:rsidR="004F1596" w:rsidRPr="004F1596">
        <w:t>nous le classons immédiatement parmi les phénomènes psychologiques</w:t>
      </w:r>
      <w:r w:rsidRPr="004572A7">
        <w:t xml:space="preserve">. </w:t>
      </w:r>
      <w:r w:rsidR="004F1596" w:rsidRPr="004F1596">
        <w:t>Pourquoi</w:t>
      </w:r>
      <w:r w:rsidRPr="004572A7">
        <w:t xml:space="preserve"> ? </w:t>
      </w:r>
      <w:r w:rsidR="004F1596" w:rsidRPr="004F1596">
        <w:t>Sur quoi nous appuyons-nous pour prendre cette décision</w:t>
      </w:r>
      <w:r w:rsidRPr="004572A7">
        <w:t xml:space="preserve"> ? </w:t>
      </w:r>
      <w:r w:rsidR="004F1596" w:rsidRPr="004F1596">
        <w:t>Sur la science</w:t>
      </w:r>
      <w:r w:rsidRPr="004572A7">
        <w:t xml:space="preserve"> ? </w:t>
      </w:r>
      <w:r w:rsidR="004F1596" w:rsidRPr="004F1596">
        <w:t>Non</w:t>
      </w:r>
      <w:r w:rsidRPr="004572A7">
        <w:t xml:space="preserve"> ! </w:t>
      </w:r>
      <w:r w:rsidR="004F1596" w:rsidRPr="004F1596">
        <w:t>Nous nous appuyons sur la coutume</w:t>
      </w:r>
      <w:r w:rsidRPr="004572A7">
        <w:t xml:space="preserve">, </w:t>
      </w:r>
      <w:r w:rsidR="004F1596" w:rsidRPr="004F1596">
        <w:t>sur l</w:t>
      </w:r>
      <w:r w:rsidRPr="004572A7">
        <w:t>’</w:t>
      </w:r>
      <w:r w:rsidR="004F1596" w:rsidRPr="004F1596">
        <w:t>autorité de tel ou tel philosophe</w:t>
      </w:r>
      <w:r w:rsidRPr="004572A7">
        <w:t xml:space="preserve">, </w:t>
      </w:r>
      <w:r w:rsidR="004F1596" w:rsidRPr="004F1596">
        <w:t>sur notre ignorance enfin</w:t>
      </w:r>
      <w:r w:rsidRPr="004572A7">
        <w:t xml:space="preserve"> ; </w:t>
      </w:r>
      <w:r w:rsidR="004F1596" w:rsidRPr="004F1596">
        <w:t>sur notre ignorance inconsciente</w:t>
      </w:r>
      <w:r w:rsidRPr="004572A7">
        <w:t xml:space="preserve">, </w:t>
      </w:r>
      <w:r w:rsidR="004F1596" w:rsidRPr="004F1596">
        <w:t>formidable</w:t>
      </w:r>
      <w:r w:rsidRPr="004572A7">
        <w:t xml:space="preserve">, </w:t>
      </w:r>
      <w:r w:rsidR="004F1596" w:rsidRPr="004F1596">
        <w:t>toujours prête à accepter les solutions faciles</w:t>
      </w:r>
      <w:r w:rsidRPr="004572A7">
        <w:t xml:space="preserve">, </w:t>
      </w:r>
      <w:r w:rsidR="004F1596" w:rsidRPr="004F1596">
        <w:t>plutôt que de rester en face d</w:t>
      </w:r>
      <w:r w:rsidRPr="004572A7">
        <w:t>’</w:t>
      </w:r>
      <w:r w:rsidR="004F1596" w:rsidRPr="004F1596">
        <w:t>un problème sans issue</w:t>
      </w:r>
      <w:r w:rsidRPr="004572A7">
        <w:t> !</w:t>
      </w:r>
    </w:p>
    <w:p w14:paraId="0135A216" w14:textId="77777777" w:rsidR="003A025E" w:rsidRPr="004572A7" w:rsidRDefault="003A025E" w:rsidP="004F1596">
      <w:r w:rsidRPr="00220925">
        <w:lastRenderedPageBreak/>
        <w:t>« </w:t>
      </w:r>
      <w:r w:rsidR="004F1596" w:rsidRPr="00220925">
        <w:t>Qui me dira où finissent les fonctions de la substance cérébrale et où</w:t>
      </w:r>
      <w:r w:rsidR="004F1596" w:rsidRPr="004F1596">
        <w:t xml:space="preserve"> commencent celles de l</w:t>
      </w:r>
      <w:r w:rsidRPr="004572A7">
        <w:t>’</w:t>
      </w:r>
      <w:r w:rsidR="004F1596" w:rsidRPr="004F1596">
        <w:t>âme</w:t>
      </w:r>
      <w:r w:rsidRPr="004572A7">
        <w:t> ?</w:t>
      </w:r>
    </w:p>
    <w:p w14:paraId="0197DC65" w14:textId="77777777" w:rsidR="003A025E" w:rsidRPr="004572A7" w:rsidRDefault="003A025E" w:rsidP="004F1596">
      <w:r w:rsidRPr="004572A7">
        <w:t>— </w:t>
      </w:r>
      <w:r w:rsidR="004F1596" w:rsidRPr="004F1596">
        <w:t>Mais</w:t>
      </w:r>
      <w:r w:rsidRPr="004572A7">
        <w:t xml:space="preserve">, </w:t>
      </w:r>
      <w:r w:rsidR="004F1596" w:rsidRPr="004F1596">
        <w:t>osai-je</w:t>
      </w:r>
      <w:r w:rsidRPr="004572A7">
        <w:t xml:space="preserve">, </w:t>
      </w:r>
      <w:r w:rsidR="004F1596" w:rsidRPr="004F1596">
        <w:t>d</w:t>
      </w:r>
      <w:r w:rsidRPr="004572A7">
        <w:t>’</w:t>
      </w:r>
      <w:r w:rsidR="004F1596" w:rsidRPr="004F1596">
        <w:t>un ton ironique</w:t>
      </w:r>
      <w:r w:rsidRPr="004572A7">
        <w:t xml:space="preserve">, </w:t>
      </w:r>
      <w:r w:rsidR="004F1596" w:rsidRPr="004F1596">
        <w:t>vous vous défendez de faire l</w:t>
      </w:r>
      <w:r w:rsidRPr="004572A7">
        <w:t>’</w:t>
      </w:r>
      <w:r w:rsidR="004F1596" w:rsidRPr="004F1596">
        <w:t>apologie du matérialisme et vous lui tressez cependant de singulières couronnes</w:t>
      </w:r>
      <w:r w:rsidRPr="004572A7">
        <w:t> ?</w:t>
      </w:r>
    </w:p>
    <w:p w14:paraId="39EEBD39" w14:textId="77777777" w:rsidR="003A025E" w:rsidRPr="004572A7" w:rsidRDefault="003A025E" w:rsidP="004F1596">
      <w:r w:rsidRPr="004572A7">
        <w:t>— </w:t>
      </w:r>
      <w:r w:rsidR="004F1596" w:rsidRPr="004F1596">
        <w:t>Pardon</w:t>
      </w:r>
      <w:r w:rsidRPr="004572A7">
        <w:t xml:space="preserve">, </w:t>
      </w:r>
      <w:r w:rsidR="004F1596" w:rsidRPr="004F1596">
        <w:t>rétorqua Surgères</w:t>
      </w:r>
      <w:r w:rsidRPr="004572A7">
        <w:t xml:space="preserve"> ; </w:t>
      </w:r>
      <w:r w:rsidR="004F1596" w:rsidRPr="004F1596">
        <w:t>je rends à César ce qui appartient à César et à Dieu ce qui appartient à Dieu</w:t>
      </w:r>
      <w:r w:rsidRPr="004572A7">
        <w:t xml:space="preserve">. </w:t>
      </w:r>
      <w:r w:rsidR="004F1596" w:rsidRPr="004F1596">
        <w:t>Le matérialisme psychologique nie l</w:t>
      </w:r>
      <w:r w:rsidRPr="004572A7">
        <w:t>’</w:t>
      </w:r>
      <w:r w:rsidR="004F1596" w:rsidRPr="004F1596">
        <w:t>âme</w:t>
      </w:r>
      <w:r w:rsidRPr="004572A7">
        <w:t xml:space="preserve">, </w:t>
      </w:r>
      <w:r w:rsidR="004F1596" w:rsidRPr="004F1596">
        <w:t>pour ne reconnaître que le corps</w:t>
      </w:r>
      <w:r w:rsidRPr="004572A7">
        <w:t xml:space="preserve">. </w:t>
      </w:r>
      <w:r w:rsidR="004F1596" w:rsidRPr="004F1596">
        <w:t>Moi</w:t>
      </w:r>
      <w:r w:rsidRPr="004572A7">
        <w:t xml:space="preserve">, </w:t>
      </w:r>
      <w:r w:rsidR="004F1596" w:rsidRPr="004F1596">
        <w:t>je ne nie pas l</w:t>
      </w:r>
      <w:r w:rsidRPr="004572A7">
        <w:t>’</w:t>
      </w:r>
      <w:r w:rsidR="004F1596" w:rsidRPr="004F1596">
        <w:t>existence de l</w:t>
      </w:r>
      <w:r w:rsidRPr="004572A7">
        <w:t>’</w:t>
      </w:r>
      <w:r w:rsidR="004F1596" w:rsidRPr="004F1596">
        <w:t>âme</w:t>
      </w:r>
      <w:r w:rsidRPr="004572A7">
        <w:t xml:space="preserve"> ; </w:t>
      </w:r>
      <w:r w:rsidR="004F1596" w:rsidRPr="004F1596">
        <w:t>je vous dis simplement</w:t>
      </w:r>
      <w:r w:rsidRPr="004572A7">
        <w:t xml:space="preserve"> : </w:t>
      </w:r>
      <w:r w:rsidR="004F1596" w:rsidRPr="004F1596">
        <w:t>il se peut qu</w:t>
      </w:r>
      <w:r w:rsidRPr="004572A7">
        <w:t>’</w:t>
      </w:r>
      <w:r w:rsidR="004F1596" w:rsidRPr="004F1596">
        <w:t>elle existe</w:t>
      </w:r>
      <w:r w:rsidRPr="004572A7">
        <w:t xml:space="preserve">. </w:t>
      </w:r>
      <w:r w:rsidR="004F1596" w:rsidRPr="004F1596">
        <w:t>Prouvez-le-moi scientifiquement</w:t>
      </w:r>
      <w:r w:rsidRPr="004572A7">
        <w:t xml:space="preserve"> ? </w:t>
      </w:r>
      <w:r w:rsidR="004F1596" w:rsidRPr="004F1596">
        <w:t>Il y a une nuance</w:t>
      </w:r>
      <w:r w:rsidRPr="004572A7">
        <w:t xml:space="preserve">. </w:t>
      </w:r>
      <w:r w:rsidR="004F1596" w:rsidRPr="004F1596">
        <w:t>En attendant</w:t>
      </w:r>
      <w:r w:rsidRPr="004572A7">
        <w:t xml:space="preserve">, </w:t>
      </w:r>
      <w:r w:rsidR="004F1596" w:rsidRPr="004F1596">
        <w:t>étudions le domaine des faits matériels</w:t>
      </w:r>
      <w:r w:rsidRPr="004572A7">
        <w:t xml:space="preserve">, </w:t>
      </w:r>
      <w:r w:rsidR="004F1596" w:rsidRPr="004F1596">
        <w:t>car nous les ignorons totalement</w:t>
      </w:r>
      <w:r w:rsidRPr="004572A7">
        <w:t>.</w:t>
      </w:r>
    </w:p>
    <w:p w14:paraId="16DE1155" w14:textId="77777777" w:rsidR="003A025E" w:rsidRPr="004572A7" w:rsidRDefault="003A025E" w:rsidP="004F1596">
      <w:r w:rsidRPr="004572A7">
        <w:t>— </w:t>
      </w:r>
      <w:r w:rsidR="004F1596" w:rsidRPr="004F1596">
        <w:t>Tout cela est parfait</w:t>
      </w:r>
      <w:r w:rsidRPr="004572A7">
        <w:t>, M. </w:t>
      </w:r>
      <w:r w:rsidR="004F1596" w:rsidRPr="004F1596">
        <w:t>Surgères</w:t>
      </w:r>
      <w:r w:rsidRPr="004572A7">
        <w:t xml:space="preserve"> ; </w:t>
      </w:r>
      <w:r w:rsidR="004F1596" w:rsidRPr="004F1596">
        <w:t>il n</w:t>
      </w:r>
      <w:r w:rsidRPr="004572A7">
        <w:t>’</w:t>
      </w:r>
      <w:r w:rsidR="004F1596" w:rsidRPr="004F1596">
        <w:t xml:space="preserve">en demeure pas moins vrai que </w:t>
      </w:r>
      <w:proofErr w:type="spellStart"/>
      <w:r w:rsidR="004F1596" w:rsidRPr="004F1596">
        <w:t>Richart</w:t>
      </w:r>
      <w:proofErr w:type="spellEnd"/>
      <w:r w:rsidR="004F1596" w:rsidRPr="004F1596">
        <w:t xml:space="preserve"> a raison</w:t>
      </w:r>
      <w:r w:rsidRPr="004572A7">
        <w:t xml:space="preserve">. </w:t>
      </w:r>
      <w:r w:rsidR="004F1596" w:rsidRPr="004F1596">
        <w:t>La transmission de la pensée existe</w:t>
      </w:r>
      <w:r w:rsidRPr="004572A7">
        <w:t xml:space="preserve">, </w:t>
      </w:r>
      <w:r w:rsidR="004F1596" w:rsidRPr="004F1596">
        <w:t>elle a été démontrée d</w:t>
      </w:r>
      <w:r w:rsidRPr="004572A7">
        <w:t>’</w:t>
      </w:r>
      <w:r w:rsidR="004F1596" w:rsidRPr="004F1596">
        <w:t>une façon irréfutable</w:t>
      </w:r>
      <w:r w:rsidRPr="004572A7">
        <w:t xml:space="preserve">. </w:t>
      </w:r>
      <w:r w:rsidR="004F1596" w:rsidRPr="004F1596">
        <w:t>Qu</w:t>
      </w:r>
      <w:r w:rsidRPr="004572A7">
        <w:t>’</w:t>
      </w:r>
      <w:r w:rsidR="004F1596" w:rsidRPr="004F1596">
        <w:t>avez-vous à objecter à cela</w:t>
      </w:r>
      <w:r w:rsidRPr="004572A7">
        <w:t> ?</w:t>
      </w:r>
    </w:p>
    <w:p w14:paraId="604B9808" w14:textId="77777777" w:rsidR="003A025E" w:rsidRPr="004572A7" w:rsidRDefault="004F1596" w:rsidP="004F1596">
      <w:r w:rsidRPr="004F1596">
        <w:t>Il me répondit sèchement</w:t>
      </w:r>
      <w:r w:rsidR="003A025E" w:rsidRPr="004572A7">
        <w:t> :</w:t>
      </w:r>
    </w:p>
    <w:p w14:paraId="4F1466E9" w14:textId="77777777" w:rsidR="003A025E" w:rsidRPr="004572A7" w:rsidRDefault="003A025E" w:rsidP="004F1596">
      <w:r w:rsidRPr="004572A7">
        <w:t>— </w:t>
      </w:r>
      <w:r w:rsidR="004F1596" w:rsidRPr="004F1596">
        <w:t>Je vous répète ce que je vous ai déjà dit</w:t>
      </w:r>
      <w:r w:rsidRPr="004572A7">
        <w:t xml:space="preserve">. </w:t>
      </w:r>
      <w:r w:rsidR="004F1596" w:rsidRPr="004F1596">
        <w:t>Il se peut que la transmission de la pensée existe</w:t>
      </w:r>
      <w:r w:rsidRPr="004572A7">
        <w:t xml:space="preserve">, </w:t>
      </w:r>
      <w:r w:rsidR="004F1596" w:rsidRPr="004F1596">
        <w:t>c</w:t>
      </w:r>
      <w:r w:rsidRPr="004572A7">
        <w:t>’</w:t>
      </w:r>
      <w:r w:rsidR="004F1596" w:rsidRPr="004F1596">
        <w:t>est même certain</w:t>
      </w:r>
      <w:r w:rsidRPr="004572A7">
        <w:t xml:space="preserve">. </w:t>
      </w:r>
      <w:r w:rsidR="004F1596" w:rsidRPr="004F1596">
        <w:t>Mais de là à en conclure que c</w:t>
      </w:r>
      <w:r w:rsidRPr="004572A7">
        <w:t>’</w:t>
      </w:r>
      <w:r w:rsidR="004F1596" w:rsidRPr="004F1596">
        <w:t>est un phénomène purement psychique</w:t>
      </w:r>
      <w:r w:rsidRPr="004572A7">
        <w:t xml:space="preserve">, </w:t>
      </w:r>
      <w:r w:rsidR="004F1596" w:rsidRPr="004F1596">
        <w:t>absolument indépendant de la matière</w:t>
      </w:r>
      <w:r w:rsidRPr="004572A7">
        <w:t xml:space="preserve">, </w:t>
      </w:r>
      <w:r w:rsidR="004F1596" w:rsidRPr="004F1596">
        <w:t>c</w:t>
      </w:r>
      <w:r w:rsidRPr="004572A7">
        <w:t>’</w:t>
      </w:r>
      <w:r w:rsidR="004F1596" w:rsidRPr="004F1596">
        <w:t>est vraiment de l</w:t>
      </w:r>
      <w:r w:rsidRPr="004572A7">
        <w:t>’</w:t>
      </w:r>
      <w:r w:rsidR="004F1596" w:rsidRPr="004F1596">
        <w:t>audace</w:t>
      </w:r>
      <w:r w:rsidRPr="004572A7">
        <w:t xml:space="preserve">. </w:t>
      </w:r>
      <w:r w:rsidR="004F1596" w:rsidRPr="004F1596">
        <w:t xml:space="preserve">Il faut que </w:t>
      </w:r>
      <w:proofErr w:type="spellStart"/>
      <w:r w:rsidR="004F1596" w:rsidRPr="004F1596">
        <w:t>Richart</w:t>
      </w:r>
      <w:proofErr w:type="spellEnd"/>
      <w:r w:rsidR="004F1596" w:rsidRPr="004F1596">
        <w:t xml:space="preserve"> soit</w:t>
      </w:r>
      <w:r w:rsidRPr="004572A7">
        <w:t xml:space="preserve">, </w:t>
      </w:r>
      <w:r w:rsidR="004F1596" w:rsidRPr="004F1596">
        <w:t>au suprême degré</w:t>
      </w:r>
      <w:r w:rsidRPr="004572A7">
        <w:t xml:space="preserve">, </w:t>
      </w:r>
      <w:r w:rsidR="004F1596" w:rsidRPr="004F1596">
        <w:t>dépourvu de tout sens critique et scientifique</w:t>
      </w:r>
      <w:r w:rsidRPr="004572A7">
        <w:t xml:space="preserve">, </w:t>
      </w:r>
      <w:r w:rsidR="004F1596" w:rsidRPr="004F1596">
        <w:t>pour oser écrire de pareilles énormités</w:t>
      </w:r>
      <w:r w:rsidRPr="004572A7">
        <w:t xml:space="preserve">. </w:t>
      </w:r>
      <w:r w:rsidR="004F1596" w:rsidRPr="004F1596">
        <w:t>C</w:t>
      </w:r>
      <w:r w:rsidRPr="004572A7">
        <w:t>’</w:t>
      </w:r>
      <w:r w:rsidR="004F1596" w:rsidRPr="004F1596">
        <w:t>est comme si l</w:t>
      </w:r>
      <w:r w:rsidRPr="004572A7">
        <w:t>’</w:t>
      </w:r>
      <w:r w:rsidR="004F1596" w:rsidRPr="004F1596">
        <w:t>on disait que se chauffer à une certaine distance d</w:t>
      </w:r>
      <w:r w:rsidRPr="004572A7">
        <w:t>’</w:t>
      </w:r>
      <w:r w:rsidR="004F1596" w:rsidRPr="004F1596">
        <w:t>un foyer ou entendre un son éloigné constituent des états psychiques</w:t>
      </w:r>
      <w:r w:rsidRPr="004572A7">
        <w:t>.</w:t>
      </w:r>
    </w:p>
    <w:p w14:paraId="5CBCEA16" w14:textId="77777777" w:rsidR="003A025E" w:rsidRPr="004572A7" w:rsidRDefault="003A025E" w:rsidP="004F1596">
      <w:r w:rsidRPr="004572A7">
        <w:t>« </w:t>
      </w:r>
      <w:r w:rsidR="004F1596" w:rsidRPr="004F1596">
        <w:t>Cela ne viendra à l</w:t>
      </w:r>
      <w:r w:rsidRPr="004572A7">
        <w:t>’</w:t>
      </w:r>
      <w:r w:rsidR="004F1596" w:rsidRPr="004F1596">
        <w:t>idée de personne</w:t>
      </w:r>
      <w:r w:rsidRPr="004572A7">
        <w:t xml:space="preserve">, </w:t>
      </w:r>
      <w:r w:rsidR="004F1596" w:rsidRPr="004F1596">
        <w:t>parce que nous connaissons les ondes thermiques et les ondes sonores</w:t>
      </w:r>
      <w:r w:rsidRPr="004572A7">
        <w:t xml:space="preserve">, </w:t>
      </w:r>
      <w:r w:rsidR="004F1596" w:rsidRPr="004F1596">
        <w:t>tandis qu</w:t>
      </w:r>
      <w:r w:rsidRPr="004572A7">
        <w:t>’</w:t>
      </w:r>
      <w:r w:rsidR="004F1596" w:rsidRPr="004F1596">
        <w:t>aucun homme n</w:t>
      </w:r>
      <w:r w:rsidRPr="004572A7">
        <w:t>’</w:t>
      </w:r>
      <w:r w:rsidR="004F1596" w:rsidRPr="004F1596">
        <w:t>a jamais réussi à analyser le phénomène intime de la transmission de la pensée</w:t>
      </w:r>
      <w:r w:rsidRPr="004572A7">
        <w:t>.</w:t>
      </w:r>
    </w:p>
    <w:p w14:paraId="566D27FB" w14:textId="77777777" w:rsidR="003A025E" w:rsidRPr="004572A7" w:rsidRDefault="003A025E" w:rsidP="004F1596">
      <w:r w:rsidRPr="004572A7">
        <w:lastRenderedPageBreak/>
        <w:t>« </w:t>
      </w:r>
      <w:r w:rsidR="004F1596" w:rsidRPr="004F1596">
        <w:t>Or</w:t>
      </w:r>
      <w:r w:rsidRPr="004572A7">
        <w:t xml:space="preserve">, </w:t>
      </w:r>
      <w:r w:rsidR="004F1596" w:rsidRPr="004F1596">
        <w:t>comme je vous le disais</w:t>
      </w:r>
      <w:r w:rsidRPr="004572A7">
        <w:t xml:space="preserve">, </w:t>
      </w:r>
      <w:r w:rsidR="004F1596" w:rsidRPr="004F1596">
        <w:t>il y a un instant</w:t>
      </w:r>
      <w:r w:rsidRPr="004572A7">
        <w:t xml:space="preserve">, </w:t>
      </w:r>
      <w:r w:rsidR="004F1596" w:rsidRPr="004F1596">
        <w:t>c</w:t>
      </w:r>
      <w:r w:rsidRPr="004572A7">
        <w:t>’</w:t>
      </w:r>
      <w:r w:rsidR="004F1596" w:rsidRPr="004F1596">
        <w:t>est un fait qui paraît dépourvu des caractères matériels ordinaires</w:t>
      </w:r>
      <w:r w:rsidRPr="004572A7">
        <w:t xml:space="preserve"> ; </w:t>
      </w:r>
      <w:r w:rsidR="004F1596" w:rsidRPr="004F1596">
        <w:t>aussi s</w:t>
      </w:r>
      <w:r w:rsidRPr="004572A7">
        <w:t>’</w:t>
      </w:r>
      <w:r w:rsidR="004F1596" w:rsidRPr="004F1596">
        <w:t>empresse-t-on de le classer parmi les actes psychiques</w:t>
      </w:r>
      <w:r w:rsidRPr="004572A7">
        <w:t xml:space="preserve">. </w:t>
      </w:r>
      <w:r w:rsidR="004F1596" w:rsidRPr="004F1596">
        <w:t>Et voilà de quelle façon l</w:t>
      </w:r>
      <w:r w:rsidRPr="004572A7">
        <w:t>’</w:t>
      </w:r>
      <w:r w:rsidR="004F1596" w:rsidRPr="004F1596">
        <w:t>humanité croupit dans ses erreurs et dans ses superstitions</w:t>
      </w:r>
      <w:r w:rsidRPr="004572A7">
        <w:t> !</w:t>
      </w:r>
    </w:p>
    <w:p w14:paraId="34A3A7CB" w14:textId="77777777" w:rsidR="003A025E" w:rsidRPr="004572A7" w:rsidRDefault="003A025E" w:rsidP="004F1596">
      <w:r w:rsidRPr="004572A7">
        <w:t>— </w:t>
      </w:r>
      <w:r w:rsidR="004F1596" w:rsidRPr="004F1596">
        <w:t>Dans ce cas</w:t>
      </w:r>
      <w:r w:rsidRPr="004572A7">
        <w:t xml:space="preserve">, </w:t>
      </w:r>
      <w:r w:rsidR="004F1596" w:rsidRPr="004F1596">
        <w:t>m</w:t>
      </w:r>
      <w:r w:rsidRPr="004572A7">
        <w:t>’</w:t>
      </w:r>
      <w:r w:rsidR="004F1596" w:rsidRPr="004F1596">
        <w:t>écriai-je</w:t>
      </w:r>
      <w:r w:rsidRPr="004572A7">
        <w:t xml:space="preserve">, </w:t>
      </w:r>
      <w:r w:rsidR="004F1596" w:rsidRPr="004F1596">
        <w:t>simulant un profond étonnement</w:t>
      </w:r>
      <w:r w:rsidRPr="004572A7">
        <w:t xml:space="preserve">, </w:t>
      </w:r>
      <w:r w:rsidR="004F1596" w:rsidRPr="004F1596">
        <w:t>vous croyez réellement que la transmission de la pensée est un phénomène purement physiologique</w:t>
      </w:r>
      <w:r w:rsidRPr="004572A7">
        <w:t> ?</w:t>
      </w:r>
    </w:p>
    <w:p w14:paraId="0568E7E6" w14:textId="77777777" w:rsidR="003A025E" w:rsidRPr="004572A7" w:rsidRDefault="003A025E" w:rsidP="004F1596">
      <w:r w:rsidRPr="004572A7">
        <w:t>— </w:t>
      </w:r>
      <w:r w:rsidR="004F1596" w:rsidRPr="004F1596">
        <w:t>Pourquoi pas</w:t>
      </w:r>
      <w:r w:rsidRPr="004572A7">
        <w:t xml:space="preserve"> ? </w:t>
      </w:r>
      <w:r w:rsidR="004F1596" w:rsidRPr="004F1596">
        <w:t>concéda Surgères froidement</w:t>
      </w:r>
      <w:r w:rsidRPr="004572A7">
        <w:t>.</w:t>
      </w:r>
    </w:p>
    <w:p w14:paraId="24950B2B" w14:textId="77777777" w:rsidR="003A025E" w:rsidRPr="004572A7" w:rsidRDefault="003A025E" w:rsidP="004F1596">
      <w:r w:rsidRPr="004572A7">
        <w:t>— </w:t>
      </w:r>
      <w:r w:rsidR="004F1596" w:rsidRPr="004F1596">
        <w:t>Je regrette</w:t>
      </w:r>
      <w:r w:rsidRPr="004572A7">
        <w:t xml:space="preserve">, </w:t>
      </w:r>
      <w:r w:rsidR="004F1596" w:rsidRPr="004F1596">
        <w:t>dis-je</w:t>
      </w:r>
      <w:r w:rsidRPr="004572A7">
        <w:t xml:space="preserve">, </w:t>
      </w:r>
      <w:r w:rsidR="004F1596" w:rsidRPr="004F1596">
        <w:t>de ne pas être de votre avis</w:t>
      </w:r>
      <w:r w:rsidRPr="004572A7">
        <w:t xml:space="preserve">, </w:t>
      </w:r>
      <w:r w:rsidR="004F1596" w:rsidRPr="004F1596">
        <w:t>mais je crois que</w:t>
      </w:r>
      <w:r w:rsidRPr="004572A7">
        <w:t xml:space="preserve">, </w:t>
      </w:r>
      <w:r w:rsidR="004F1596" w:rsidRPr="004F1596">
        <w:t>cette fois</w:t>
      </w:r>
      <w:r w:rsidRPr="004572A7">
        <w:t xml:space="preserve">, </w:t>
      </w:r>
      <w:r w:rsidR="004F1596" w:rsidRPr="004F1596">
        <w:t>vous vous laissez emporter trop loin par vos théories positivistes</w:t>
      </w:r>
      <w:r w:rsidRPr="004572A7">
        <w:t xml:space="preserve">. </w:t>
      </w:r>
      <w:r w:rsidR="004F1596" w:rsidRPr="004F1596">
        <w:t>Il y a tout de même certains faits psychologiques qui ne peuvent être vérifiés par les sens et qui n</w:t>
      </w:r>
      <w:r w:rsidRPr="004572A7">
        <w:t>’</w:t>
      </w:r>
      <w:r w:rsidR="004F1596" w:rsidRPr="004F1596">
        <w:t>en existent pas moins</w:t>
      </w:r>
      <w:r w:rsidRPr="004572A7">
        <w:t xml:space="preserve">, </w:t>
      </w:r>
      <w:r w:rsidR="004F1596" w:rsidRPr="004F1596">
        <w:t>cependant</w:t>
      </w:r>
      <w:r w:rsidRPr="004572A7">
        <w:t>.</w:t>
      </w:r>
    </w:p>
    <w:p w14:paraId="04DA3556" w14:textId="77777777" w:rsidR="003A025E" w:rsidRPr="004572A7" w:rsidRDefault="003A025E" w:rsidP="004F1596">
      <w:r w:rsidRPr="004572A7">
        <w:t>« </w:t>
      </w:r>
      <w:r w:rsidR="004F1596" w:rsidRPr="004F1596">
        <w:t>Outre la perception externe</w:t>
      </w:r>
      <w:r w:rsidRPr="004572A7">
        <w:t xml:space="preserve">, </w:t>
      </w:r>
      <w:r w:rsidR="004F1596" w:rsidRPr="004F1596">
        <w:t>la conscience ne perçoit-elle pas directement le moi</w:t>
      </w:r>
      <w:r w:rsidRPr="004572A7">
        <w:t xml:space="preserve">, </w:t>
      </w:r>
      <w:r w:rsidR="004F1596" w:rsidRPr="004F1596">
        <w:t>ses actes</w:t>
      </w:r>
      <w:r w:rsidRPr="004572A7">
        <w:t xml:space="preserve">, </w:t>
      </w:r>
      <w:r w:rsidR="004F1596" w:rsidRPr="004F1596">
        <w:t>ses modifications</w:t>
      </w:r>
      <w:r w:rsidRPr="004572A7">
        <w:t> ?</w:t>
      </w:r>
    </w:p>
    <w:p w14:paraId="423CC702" w14:textId="77777777" w:rsidR="003A025E" w:rsidRPr="004572A7" w:rsidRDefault="003A025E" w:rsidP="004F1596">
      <w:r w:rsidRPr="004572A7">
        <w:t>« </w:t>
      </w:r>
      <w:r w:rsidR="004F1596" w:rsidRPr="004F1596">
        <w:t>Et puis</w:t>
      </w:r>
      <w:r w:rsidRPr="004572A7">
        <w:t xml:space="preserve">, </w:t>
      </w:r>
      <w:r w:rsidR="004F1596" w:rsidRPr="004F1596">
        <w:t>ajoutai-je en souriant</w:t>
      </w:r>
      <w:r w:rsidRPr="004572A7">
        <w:t xml:space="preserve">, </w:t>
      </w:r>
      <w:r w:rsidR="004F1596" w:rsidRPr="004F1596">
        <w:t>comme si je doutais que Surgères pût répondre victorieusement à ma question</w:t>
      </w:r>
      <w:r w:rsidRPr="004572A7">
        <w:t xml:space="preserve">, </w:t>
      </w:r>
      <w:r w:rsidR="004F1596" w:rsidRPr="004F1596">
        <w:t>qui m</w:t>
      </w:r>
      <w:r w:rsidRPr="004572A7">
        <w:t>’</w:t>
      </w:r>
      <w:r w:rsidR="004F1596" w:rsidRPr="004F1596">
        <w:t>empêche de retourner contre vous vos propres arguments</w:t>
      </w:r>
      <w:r w:rsidRPr="004572A7">
        <w:t xml:space="preserve"> ? </w:t>
      </w:r>
      <w:r w:rsidR="004F1596" w:rsidRPr="004F1596">
        <w:t>Prouvez-moi scientifiquement que la transmission de la pensée est phénomène physiologique et non psychique</w:t>
      </w:r>
      <w:r w:rsidRPr="004572A7">
        <w:t xml:space="preserve"> ? </w:t>
      </w:r>
      <w:r w:rsidR="004F1596" w:rsidRPr="004F1596">
        <w:t>Indiquez-moi quelles sont les lois physico-chimiques qui le régissent</w:t>
      </w:r>
      <w:r w:rsidRPr="004572A7">
        <w:t> ?</w:t>
      </w:r>
    </w:p>
    <w:p w14:paraId="30AB7C5B" w14:textId="77777777" w:rsidR="003A025E" w:rsidRPr="004572A7" w:rsidRDefault="004F1596" w:rsidP="004F1596">
      <w:r w:rsidRPr="004F1596">
        <w:t>Je m</w:t>
      </w:r>
      <w:r w:rsidR="003A025E" w:rsidRPr="004572A7">
        <w:t>’</w:t>
      </w:r>
      <w:r w:rsidRPr="004F1596">
        <w:t>attendais</w:t>
      </w:r>
      <w:r w:rsidR="003A025E" w:rsidRPr="004572A7">
        <w:t xml:space="preserve">, </w:t>
      </w:r>
      <w:r w:rsidRPr="004F1596">
        <w:t>de la part de mon contradicteur</w:t>
      </w:r>
      <w:r w:rsidR="003A025E" w:rsidRPr="004572A7">
        <w:t xml:space="preserve">, </w:t>
      </w:r>
      <w:r w:rsidRPr="004F1596">
        <w:t>à une réponse intéressante</w:t>
      </w:r>
      <w:r w:rsidR="003A025E" w:rsidRPr="004572A7">
        <w:t xml:space="preserve">. </w:t>
      </w:r>
      <w:r w:rsidRPr="004F1596">
        <w:t>J</w:t>
      </w:r>
      <w:r w:rsidR="003A025E" w:rsidRPr="004572A7">
        <w:t>’</w:t>
      </w:r>
      <w:r w:rsidRPr="004F1596">
        <w:t>espérais surtout que ma dernière phrase allait l</w:t>
      </w:r>
      <w:r w:rsidR="003A025E" w:rsidRPr="004572A7">
        <w:t>’</w:t>
      </w:r>
      <w:r w:rsidRPr="004F1596">
        <w:t>inciter à réfuter mes objections et à me démontrer mon ignorance</w:t>
      </w:r>
      <w:r w:rsidR="003A025E" w:rsidRPr="004572A7">
        <w:t xml:space="preserve">. </w:t>
      </w:r>
      <w:r w:rsidRPr="004F1596">
        <w:t>Quel plaisir</w:t>
      </w:r>
      <w:r w:rsidR="003A025E" w:rsidRPr="004572A7">
        <w:t xml:space="preserve"> ! </w:t>
      </w:r>
      <w:r w:rsidRPr="004F1596">
        <w:t>Cette fois</w:t>
      </w:r>
      <w:r w:rsidR="003A025E" w:rsidRPr="004572A7">
        <w:t xml:space="preserve">, </w:t>
      </w:r>
      <w:r w:rsidRPr="004F1596">
        <w:t>j</w:t>
      </w:r>
      <w:r w:rsidR="003A025E" w:rsidRPr="004572A7">
        <w:t>’</w:t>
      </w:r>
      <w:r w:rsidRPr="004F1596">
        <w:t>avais frappé juste et ne m</w:t>
      </w:r>
      <w:r w:rsidR="003A025E" w:rsidRPr="004572A7">
        <w:t>’</w:t>
      </w:r>
      <w:r w:rsidRPr="004F1596">
        <w:t>étais point trompé</w:t>
      </w:r>
      <w:r w:rsidR="003A025E" w:rsidRPr="004572A7">
        <w:t>.</w:t>
      </w:r>
    </w:p>
    <w:p w14:paraId="3DCE86BA" w14:textId="77777777" w:rsidR="003A025E" w:rsidRPr="004572A7" w:rsidRDefault="004F1596" w:rsidP="004F1596">
      <w:r w:rsidRPr="004F1596">
        <w:lastRenderedPageBreak/>
        <w:t>Piqué au vif</w:t>
      </w:r>
      <w:r w:rsidR="003A025E" w:rsidRPr="004572A7">
        <w:t xml:space="preserve">, </w:t>
      </w:r>
      <w:r w:rsidRPr="004F1596">
        <w:t>Surgères me regarda quelques instants en silence et</w:t>
      </w:r>
      <w:r w:rsidR="003A025E" w:rsidRPr="004572A7">
        <w:t xml:space="preserve">, </w:t>
      </w:r>
      <w:r w:rsidRPr="004F1596">
        <w:t>songeant sans doute qu</w:t>
      </w:r>
      <w:r w:rsidR="003A025E" w:rsidRPr="004572A7">
        <w:t>’</w:t>
      </w:r>
      <w:r w:rsidRPr="004F1596">
        <w:t>il pouvait m</w:t>
      </w:r>
      <w:r w:rsidR="003A025E" w:rsidRPr="004572A7">
        <w:t>’</w:t>
      </w:r>
      <w:r w:rsidRPr="004F1596">
        <w:t>écraser sous le poids de sa science</w:t>
      </w:r>
      <w:r w:rsidR="003A025E" w:rsidRPr="004572A7">
        <w:t xml:space="preserve">, </w:t>
      </w:r>
      <w:r w:rsidRPr="004F1596">
        <w:t>il me dit d</w:t>
      </w:r>
      <w:r w:rsidR="003A025E" w:rsidRPr="004572A7">
        <w:t>’</w:t>
      </w:r>
      <w:r w:rsidRPr="004F1596">
        <w:t>un ton solennel</w:t>
      </w:r>
      <w:r w:rsidR="003A025E" w:rsidRPr="004572A7">
        <w:t> :</w:t>
      </w:r>
    </w:p>
    <w:p w14:paraId="371354FA" w14:textId="77777777" w:rsidR="003A025E" w:rsidRPr="004572A7" w:rsidRDefault="003A025E" w:rsidP="004F1596">
      <w:r w:rsidRPr="004572A7">
        <w:t>— </w:t>
      </w:r>
      <w:r w:rsidR="004F1596" w:rsidRPr="004F1596">
        <w:t>Je suis docteur en médecine</w:t>
      </w:r>
      <w:r w:rsidRPr="004572A7">
        <w:t>, M. </w:t>
      </w:r>
      <w:r w:rsidR="004F1596" w:rsidRPr="004F1596">
        <w:t>Rambaud</w:t>
      </w:r>
      <w:r w:rsidRPr="004572A7">
        <w:t xml:space="preserve">, </w:t>
      </w:r>
      <w:r w:rsidR="004F1596" w:rsidRPr="004F1596">
        <w:t>j</w:t>
      </w:r>
      <w:r w:rsidRPr="004572A7">
        <w:t>’</w:t>
      </w:r>
      <w:r w:rsidR="004F1596" w:rsidRPr="004F1596">
        <w:t>ai étudié spécialement cette question</w:t>
      </w:r>
      <w:r w:rsidRPr="004572A7">
        <w:t xml:space="preserve">. </w:t>
      </w:r>
      <w:r w:rsidR="004F1596" w:rsidRPr="004F1596">
        <w:t>Croyez-moi</w:t>
      </w:r>
      <w:r w:rsidRPr="004572A7">
        <w:t xml:space="preserve">, </w:t>
      </w:r>
      <w:r w:rsidR="004F1596" w:rsidRPr="004F1596">
        <w:t>je suis plus près que vous de la vérité</w:t>
      </w:r>
      <w:r w:rsidRPr="004572A7">
        <w:t xml:space="preserve">. </w:t>
      </w:r>
      <w:r w:rsidR="004F1596" w:rsidRPr="004F1596">
        <w:t>D</w:t>
      </w:r>
      <w:r w:rsidRPr="004572A7">
        <w:t>’</w:t>
      </w:r>
      <w:r w:rsidR="004F1596" w:rsidRPr="004F1596">
        <w:t>ailleurs</w:t>
      </w:r>
      <w:r w:rsidRPr="004572A7">
        <w:t xml:space="preserve">, </w:t>
      </w:r>
      <w:r w:rsidR="004F1596" w:rsidRPr="004F1596">
        <w:t>peut-être vous fournirai-je</w:t>
      </w:r>
      <w:r w:rsidRPr="004572A7">
        <w:t xml:space="preserve">, </w:t>
      </w:r>
      <w:r w:rsidR="004F1596" w:rsidRPr="004F1596">
        <w:t>avant longtemps</w:t>
      </w:r>
      <w:r w:rsidRPr="004572A7">
        <w:t xml:space="preserve">, </w:t>
      </w:r>
      <w:r w:rsidR="004F1596" w:rsidRPr="004F1596">
        <w:t>les preuves que vous me demandez</w:t>
      </w:r>
      <w:r w:rsidRPr="004572A7">
        <w:t>.</w:t>
      </w:r>
    </w:p>
    <w:p w14:paraId="7BAFD8A1" w14:textId="77777777" w:rsidR="003A025E" w:rsidRPr="004572A7" w:rsidRDefault="003A025E" w:rsidP="004F1596">
      <w:r w:rsidRPr="004572A7">
        <w:t>— </w:t>
      </w:r>
      <w:r w:rsidR="004F1596" w:rsidRPr="004F1596">
        <w:t>Ce serait passionnant</w:t>
      </w:r>
      <w:r w:rsidRPr="004572A7">
        <w:t xml:space="preserve"> ! </w:t>
      </w:r>
      <w:r w:rsidR="004F1596" w:rsidRPr="004F1596">
        <w:t>exultai-je en prenant avec intention un air ironique</w:t>
      </w:r>
      <w:r w:rsidRPr="004572A7">
        <w:t xml:space="preserve"> ; </w:t>
      </w:r>
      <w:r w:rsidR="004F1596" w:rsidRPr="004F1596">
        <w:t>je ne demanderais pas mieux que de m</w:t>
      </w:r>
      <w:r w:rsidRPr="004572A7">
        <w:t>’</w:t>
      </w:r>
      <w:r w:rsidR="004F1596" w:rsidRPr="004F1596">
        <w:t>incliner devant l</w:t>
      </w:r>
      <w:r w:rsidRPr="004572A7">
        <w:t>’</w:t>
      </w:r>
      <w:r w:rsidR="004F1596" w:rsidRPr="004F1596">
        <w:t>évidence</w:t>
      </w:r>
      <w:r w:rsidRPr="004572A7">
        <w:t xml:space="preserve"> ! </w:t>
      </w:r>
      <w:r w:rsidR="004F1596" w:rsidRPr="004F1596">
        <w:t>Cependant</w:t>
      </w:r>
      <w:r w:rsidRPr="004572A7">
        <w:t xml:space="preserve">, </w:t>
      </w:r>
      <w:r w:rsidR="004F1596" w:rsidRPr="004F1596">
        <w:t>permettez-moi</w:t>
      </w:r>
      <w:r w:rsidRPr="004572A7">
        <w:t xml:space="preserve">, </w:t>
      </w:r>
      <w:r w:rsidR="004F1596" w:rsidRPr="004F1596">
        <w:t>sans vous faire injure</w:t>
      </w:r>
      <w:r w:rsidRPr="004572A7">
        <w:t xml:space="preserve">, </w:t>
      </w:r>
      <w:r w:rsidR="004F1596" w:rsidRPr="004F1596">
        <w:t>de douter de votre succès</w:t>
      </w:r>
      <w:r w:rsidRPr="004572A7">
        <w:t>.</w:t>
      </w:r>
    </w:p>
    <w:p w14:paraId="24168237" w14:textId="77777777" w:rsidR="003A025E" w:rsidRPr="004572A7" w:rsidRDefault="003A025E" w:rsidP="004F1596">
      <w:r w:rsidRPr="004572A7">
        <w:t>— </w:t>
      </w:r>
      <w:r w:rsidR="004F1596" w:rsidRPr="004F1596">
        <w:t>C</w:t>
      </w:r>
      <w:r w:rsidRPr="004572A7">
        <w:t>’</w:t>
      </w:r>
      <w:r w:rsidR="004F1596" w:rsidRPr="004F1596">
        <w:t>est votre droit</w:t>
      </w:r>
      <w:r w:rsidRPr="004572A7">
        <w:t xml:space="preserve">, </w:t>
      </w:r>
      <w:r w:rsidR="004F1596" w:rsidRPr="004F1596">
        <w:t>dit Surgères poliment</w:t>
      </w:r>
      <w:r w:rsidRPr="004572A7">
        <w:t xml:space="preserve">, </w:t>
      </w:r>
      <w:r w:rsidR="004F1596" w:rsidRPr="004F1596">
        <w:t>mais avec une froideur non dissimulée</w:t>
      </w:r>
      <w:r w:rsidRPr="004572A7">
        <w:t>.</w:t>
      </w:r>
    </w:p>
    <w:p w14:paraId="0E8E36D9" w14:textId="77777777" w:rsidR="003A025E" w:rsidRPr="004572A7" w:rsidRDefault="004F1596" w:rsidP="004F1596">
      <w:r w:rsidRPr="004F1596">
        <w:t>Sa réponse me déçut</w:t>
      </w:r>
      <w:r w:rsidR="003A025E" w:rsidRPr="004572A7">
        <w:t xml:space="preserve">. </w:t>
      </w:r>
      <w:r w:rsidRPr="004F1596">
        <w:t>Je m</w:t>
      </w:r>
      <w:r w:rsidR="003A025E" w:rsidRPr="004572A7">
        <w:t>’</w:t>
      </w:r>
      <w:r w:rsidRPr="004F1596">
        <w:t>attendais à mieux</w:t>
      </w:r>
      <w:r w:rsidR="003A025E" w:rsidRPr="004572A7">
        <w:t xml:space="preserve">. </w:t>
      </w:r>
      <w:r w:rsidRPr="004F1596">
        <w:t>J</w:t>
      </w:r>
      <w:r w:rsidR="003A025E" w:rsidRPr="004572A7">
        <w:t>’</w:t>
      </w:r>
      <w:r w:rsidRPr="004F1596">
        <w:t>espérais que</w:t>
      </w:r>
      <w:r w:rsidR="003A025E" w:rsidRPr="004572A7">
        <w:t xml:space="preserve">, </w:t>
      </w:r>
      <w:r w:rsidRPr="004F1596">
        <w:t>sous l</w:t>
      </w:r>
      <w:r w:rsidR="003A025E" w:rsidRPr="004572A7">
        <w:t>’</w:t>
      </w:r>
      <w:r w:rsidRPr="004F1596">
        <w:t>irritation de mes banderilles</w:t>
      </w:r>
      <w:r w:rsidR="003A025E" w:rsidRPr="004572A7">
        <w:t xml:space="preserve">, </w:t>
      </w:r>
      <w:r w:rsidRPr="004F1596">
        <w:t>il allait enfin</w:t>
      </w:r>
      <w:r w:rsidR="003A025E" w:rsidRPr="004572A7">
        <w:t xml:space="preserve">, </w:t>
      </w:r>
      <w:r w:rsidRPr="004F1596">
        <w:t>pour me confondre</w:t>
      </w:r>
      <w:r w:rsidR="003A025E" w:rsidRPr="004572A7">
        <w:t xml:space="preserve">, </w:t>
      </w:r>
      <w:r w:rsidRPr="004F1596">
        <w:t>pousser les choses plus avant et me faire toucher du doigt quelque secret important</w:t>
      </w:r>
      <w:r w:rsidR="003A025E" w:rsidRPr="004572A7">
        <w:t xml:space="preserve">. </w:t>
      </w:r>
      <w:r w:rsidRPr="004F1596">
        <w:t>Les fléchettes s</w:t>
      </w:r>
      <w:r w:rsidR="003A025E" w:rsidRPr="004572A7">
        <w:t>’</w:t>
      </w:r>
      <w:r w:rsidRPr="004F1596">
        <w:t>étant émoussées</w:t>
      </w:r>
      <w:r w:rsidR="003A025E" w:rsidRPr="004572A7">
        <w:t xml:space="preserve">, </w:t>
      </w:r>
      <w:r w:rsidRPr="004F1596">
        <w:t>il me fallait poursuivre sur de nouveaux frais</w:t>
      </w:r>
      <w:r w:rsidR="003A025E" w:rsidRPr="004572A7">
        <w:t xml:space="preserve">. </w:t>
      </w:r>
      <w:r w:rsidRPr="004F1596">
        <w:t>Sans me laisser décourager</w:t>
      </w:r>
      <w:r w:rsidR="003A025E" w:rsidRPr="004572A7">
        <w:t xml:space="preserve">, </w:t>
      </w:r>
      <w:r w:rsidRPr="004F1596">
        <w:t>j</w:t>
      </w:r>
      <w:r w:rsidR="003A025E" w:rsidRPr="004572A7">
        <w:t>’</w:t>
      </w:r>
      <w:r w:rsidRPr="004F1596">
        <w:t>allumai une cigarette et je me mis à critiquer les théories de Büchner et de Broussais</w:t>
      </w:r>
      <w:r w:rsidR="003A025E" w:rsidRPr="004572A7">
        <w:t xml:space="preserve">. </w:t>
      </w:r>
      <w:r w:rsidRPr="004F1596">
        <w:t>Enfin</w:t>
      </w:r>
      <w:r w:rsidR="003A025E" w:rsidRPr="004572A7">
        <w:t xml:space="preserve">, </w:t>
      </w:r>
      <w:r w:rsidRPr="004F1596">
        <w:t>tout à coup</w:t>
      </w:r>
      <w:r w:rsidR="003A025E" w:rsidRPr="004572A7">
        <w:t xml:space="preserve">, </w:t>
      </w:r>
      <w:r w:rsidRPr="004F1596">
        <w:t>me souvenant que j</w:t>
      </w:r>
      <w:r w:rsidR="003A025E" w:rsidRPr="004572A7">
        <w:t>’</w:t>
      </w:r>
      <w:r w:rsidRPr="004F1596">
        <w:t xml:space="preserve">avais acheté et lu le fameux ouvrage de </w:t>
      </w:r>
      <w:proofErr w:type="spellStart"/>
      <w:r w:rsidRPr="004F1596">
        <w:t>Halwards</w:t>
      </w:r>
      <w:proofErr w:type="spellEnd"/>
      <w:r w:rsidRPr="004F1596">
        <w:t xml:space="preserve"> dont un exemplaire se trouvait dans la bibliothèque de la villa </w:t>
      </w:r>
      <w:r w:rsidR="003A025E" w:rsidRPr="004572A7">
        <w:t>« </w:t>
      </w:r>
      <w:proofErr w:type="spellStart"/>
      <w:r w:rsidRPr="004F1596">
        <w:t>Bakhea</w:t>
      </w:r>
      <w:proofErr w:type="spellEnd"/>
      <w:r w:rsidR="003A025E" w:rsidRPr="004572A7">
        <w:t xml:space="preserve"> », </w:t>
      </w:r>
      <w:r w:rsidRPr="004F1596">
        <w:t>je demandai au docteur</w:t>
      </w:r>
      <w:r w:rsidR="003A025E" w:rsidRPr="004572A7">
        <w:t> :</w:t>
      </w:r>
    </w:p>
    <w:p w14:paraId="00DAE586" w14:textId="77777777" w:rsidR="003A025E" w:rsidRPr="004572A7" w:rsidRDefault="003A025E" w:rsidP="004F1596">
      <w:pPr>
        <w:rPr>
          <w:i/>
          <w:iCs/>
        </w:rPr>
      </w:pPr>
      <w:r w:rsidRPr="004572A7">
        <w:t>— </w:t>
      </w:r>
      <w:r w:rsidR="004F1596" w:rsidRPr="004F1596">
        <w:t xml:space="preserve">Vous avez lu </w:t>
      </w:r>
      <w:proofErr w:type="spellStart"/>
      <w:r w:rsidR="004F1596" w:rsidRPr="004F1596">
        <w:t>Halwards</w:t>
      </w:r>
      <w:proofErr w:type="spellEnd"/>
      <w:r w:rsidRPr="004572A7">
        <w:t xml:space="preserve">, </w:t>
      </w:r>
      <w:r w:rsidR="004F1596" w:rsidRPr="004F1596">
        <w:t>sans doute</w:t>
      </w:r>
      <w:r w:rsidRPr="004572A7">
        <w:t xml:space="preserve"> ? </w:t>
      </w:r>
      <w:r w:rsidR="004F1596" w:rsidRPr="004F1596">
        <w:t>Que pensez-vous de son livre bizarre intitulé</w:t>
      </w:r>
      <w:r w:rsidRPr="004572A7">
        <w:t xml:space="preserve"> : </w:t>
      </w:r>
      <w:r w:rsidR="004F1596" w:rsidRPr="004F1596">
        <w:rPr>
          <w:i/>
          <w:iCs/>
        </w:rPr>
        <w:t>Les Mensonges des Spiritualistes et des Spirites</w:t>
      </w:r>
      <w:r w:rsidRPr="004572A7">
        <w:rPr>
          <w:i/>
          <w:iCs/>
        </w:rPr>
        <w:t> ?</w:t>
      </w:r>
    </w:p>
    <w:p w14:paraId="68A3EC1E" w14:textId="77777777" w:rsidR="003A025E" w:rsidRPr="004572A7" w:rsidRDefault="004572A7" w:rsidP="004F1596">
      <w:r w:rsidRPr="004572A7">
        <w:t>À</w:t>
      </w:r>
      <w:r w:rsidR="004F1596" w:rsidRPr="004F1596">
        <w:t xml:space="preserve"> ces mots</w:t>
      </w:r>
      <w:r w:rsidR="003A025E" w:rsidRPr="004572A7">
        <w:t xml:space="preserve">, </w:t>
      </w:r>
      <w:r w:rsidR="004F1596" w:rsidRPr="004F1596">
        <w:t>le visage de Surgères s</w:t>
      </w:r>
      <w:r w:rsidR="003A025E" w:rsidRPr="004572A7">
        <w:t>’</w:t>
      </w:r>
      <w:r w:rsidR="004F1596" w:rsidRPr="004F1596">
        <w:t>assombrit</w:t>
      </w:r>
      <w:r w:rsidR="003A025E" w:rsidRPr="004572A7">
        <w:t xml:space="preserve">. </w:t>
      </w:r>
      <w:r w:rsidR="004F1596" w:rsidRPr="004F1596">
        <w:t>Son front se plissa</w:t>
      </w:r>
      <w:r w:rsidR="003A025E" w:rsidRPr="004572A7">
        <w:t xml:space="preserve">, </w:t>
      </w:r>
      <w:r w:rsidR="004F1596" w:rsidRPr="004F1596">
        <w:t>ses sourcils se froncèrent et il me regarda</w:t>
      </w:r>
      <w:r w:rsidR="003A025E" w:rsidRPr="004572A7">
        <w:t xml:space="preserve">, </w:t>
      </w:r>
      <w:r w:rsidR="004F1596" w:rsidRPr="004F1596">
        <w:t>durant quelques secondes</w:t>
      </w:r>
      <w:r w:rsidR="003A025E" w:rsidRPr="004572A7">
        <w:t xml:space="preserve">, </w:t>
      </w:r>
      <w:r w:rsidR="004F1596" w:rsidRPr="004F1596">
        <w:t>fixement</w:t>
      </w:r>
      <w:r w:rsidR="003A025E" w:rsidRPr="004572A7">
        <w:t xml:space="preserve">, </w:t>
      </w:r>
      <w:r w:rsidR="004F1596" w:rsidRPr="004F1596">
        <w:t>comme s</w:t>
      </w:r>
      <w:r w:rsidR="003A025E" w:rsidRPr="004572A7">
        <w:t>’</w:t>
      </w:r>
      <w:r w:rsidR="004F1596" w:rsidRPr="004F1596">
        <w:t>il devinait un piège</w:t>
      </w:r>
      <w:r w:rsidR="003A025E" w:rsidRPr="004572A7">
        <w:t>…</w:t>
      </w:r>
    </w:p>
    <w:p w14:paraId="73A61BB4" w14:textId="77777777" w:rsidR="003A025E" w:rsidRPr="004572A7" w:rsidRDefault="003A025E" w:rsidP="004F1596">
      <w:r w:rsidRPr="004572A7">
        <w:lastRenderedPageBreak/>
        <w:t>— </w:t>
      </w:r>
      <w:proofErr w:type="spellStart"/>
      <w:r w:rsidR="004F1596" w:rsidRPr="004F1596">
        <w:t>Halwards</w:t>
      </w:r>
      <w:proofErr w:type="spellEnd"/>
      <w:r w:rsidRPr="004572A7">
        <w:t xml:space="preserve"> ! </w:t>
      </w:r>
      <w:r w:rsidR="004F1596" w:rsidRPr="004F1596">
        <w:t>répéta-t-il d</w:t>
      </w:r>
      <w:r w:rsidRPr="004572A7">
        <w:t>’</w:t>
      </w:r>
      <w:r w:rsidR="004F1596" w:rsidRPr="004F1596">
        <w:t>un ton sec</w:t>
      </w:r>
      <w:r w:rsidRPr="004572A7">
        <w:t xml:space="preserve">, </w:t>
      </w:r>
      <w:r w:rsidR="004F1596" w:rsidRPr="004F1596">
        <w:t>oui</w:t>
      </w:r>
      <w:r w:rsidRPr="004572A7">
        <w:t xml:space="preserve">, </w:t>
      </w:r>
      <w:r w:rsidR="004F1596" w:rsidRPr="004F1596">
        <w:t>je l</w:t>
      </w:r>
      <w:r w:rsidRPr="004572A7">
        <w:t>’</w:t>
      </w:r>
      <w:r w:rsidR="004F1596" w:rsidRPr="004F1596">
        <w:t>ai lu</w:t>
      </w:r>
      <w:r w:rsidRPr="004572A7">
        <w:t xml:space="preserve"> ! </w:t>
      </w:r>
      <w:r w:rsidR="004F1596" w:rsidRPr="004F1596">
        <w:t>Comment diable l</w:t>
      </w:r>
      <w:r w:rsidRPr="004572A7">
        <w:t>’</w:t>
      </w:r>
      <w:r w:rsidR="004F1596" w:rsidRPr="004F1596">
        <w:t>idée vous est-elle venue de le lire aussi</w:t>
      </w:r>
      <w:r w:rsidRPr="004572A7">
        <w:t> ?</w:t>
      </w:r>
    </w:p>
    <w:p w14:paraId="4681C7C5" w14:textId="77777777" w:rsidR="003A025E" w:rsidRPr="004572A7" w:rsidRDefault="004F1596" w:rsidP="004F1596">
      <w:r w:rsidRPr="004F1596">
        <w:t>Je compris ce que signifiait ce vous et je me rendis compte</w:t>
      </w:r>
      <w:r w:rsidR="003A025E" w:rsidRPr="004572A7">
        <w:t xml:space="preserve">, </w:t>
      </w:r>
      <w:r w:rsidRPr="004F1596">
        <w:t>immédiatement</w:t>
      </w:r>
      <w:r w:rsidR="003A025E" w:rsidRPr="004572A7">
        <w:t xml:space="preserve">, </w:t>
      </w:r>
      <w:r w:rsidRPr="004F1596">
        <w:t>que je lui devenais suspect</w:t>
      </w:r>
      <w:r w:rsidR="003A025E" w:rsidRPr="004572A7">
        <w:t>.</w:t>
      </w:r>
    </w:p>
    <w:p w14:paraId="7BD9A24F" w14:textId="77777777" w:rsidR="003A025E" w:rsidRPr="004572A7" w:rsidRDefault="004F1596" w:rsidP="004F1596">
      <w:r w:rsidRPr="004F1596">
        <w:t>Il trouvait anormal que j</w:t>
      </w:r>
      <w:r w:rsidR="003A025E" w:rsidRPr="004572A7">
        <w:t>’</w:t>
      </w:r>
      <w:r w:rsidRPr="004F1596">
        <w:t>eusse lu cet ouvrage</w:t>
      </w:r>
      <w:r w:rsidR="003A025E" w:rsidRPr="004572A7">
        <w:t xml:space="preserve">, </w:t>
      </w:r>
      <w:r w:rsidRPr="004F1596">
        <w:t>un peu en marge</w:t>
      </w:r>
      <w:r w:rsidR="003A025E" w:rsidRPr="004572A7">
        <w:t xml:space="preserve">, </w:t>
      </w:r>
      <w:r w:rsidRPr="004F1596">
        <w:t>il est vrai</w:t>
      </w:r>
      <w:r w:rsidR="003A025E" w:rsidRPr="004572A7">
        <w:t xml:space="preserve">, </w:t>
      </w:r>
      <w:r w:rsidRPr="004F1596">
        <w:t>des lectures ordinaires</w:t>
      </w:r>
      <w:r w:rsidR="003A025E" w:rsidRPr="004572A7">
        <w:t>.</w:t>
      </w:r>
    </w:p>
    <w:p w14:paraId="6734B76B" w14:textId="77777777" w:rsidR="003A025E" w:rsidRPr="004572A7" w:rsidRDefault="003A025E" w:rsidP="004F1596">
      <w:r w:rsidRPr="004572A7">
        <w:t>— </w:t>
      </w:r>
      <w:r w:rsidR="004F1596" w:rsidRPr="004F1596">
        <w:t>Mon Dieu</w:t>
      </w:r>
      <w:r w:rsidRPr="004572A7">
        <w:t xml:space="preserve">, </w:t>
      </w:r>
      <w:r w:rsidR="004F1596" w:rsidRPr="004F1596">
        <w:t>répondis-je</w:t>
      </w:r>
      <w:r w:rsidRPr="004572A7">
        <w:t xml:space="preserve">, </w:t>
      </w:r>
      <w:r w:rsidR="004F1596" w:rsidRPr="004F1596">
        <w:t>très gêné et en essayant de faire bonne contenance</w:t>
      </w:r>
      <w:r w:rsidRPr="004572A7">
        <w:t xml:space="preserve">, </w:t>
      </w:r>
      <w:r w:rsidR="004F1596" w:rsidRPr="004F1596">
        <w:t>je lis un peu à tort et à travers</w:t>
      </w:r>
      <w:r w:rsidRPr="004572A7">
        <w:t xml:space="preserve">. </w:t>
      </w:r>
      <w:r w:rsidR="004F1596" w:rsidRPr="004F1596">
        <w:t>Le titre de l</w:t>
      </w:r>
      <w:r w:rsidRPr="004572A7">
        <w:t>’</w:t>
      </w:r>
      <w:r w:rsidR="004F1596" w:rsidRPr="004F1596">
        <w:t>ouvrage m</w:t>
      </w:r>
      <w:r w:rsidRPr="004572A7">
        <w:t>’</w:t>
      </w:r>
      <w:r w:rsidR="004F1596" w:rsidRPr="004F1596">
        <w:t>a séduit et je l</w:t>
      </w:r>
      <w:r w:rsidRPr="004572A7">
        <w:t>’</w:t>
      </w:r>
      <w:r w:rsidR="004F1596" w:rsidRPr="004F1596">
        <w:t>ai acheté</w:t>
      </w:r>
      <w:r w:rsidRPr="004572A7">
        <w:t xml:space="preserve">. </w:t>
      </w:r>
      <w:r w:rsidR="004F1596" w:rsidRPr="004F1596">
        <w:t>Voilà tout</w:t>
      </w:r>
      <w:r w:rsidRPr="004572A7">
        <w:t>.</w:t>
      </w:r>
    </w:p>
    <w:p w14:paraId="6C6D747C" w14:textId="77777777" w:rsidR="003A025E" w:rsidRPr="004572A7" w:rsidRDefault="003A025E" w:rsidP="004F1596">
      <w:r w:rsidRPr="004572A7">
        <w:t>— </w:t>
      </w:r>
      <w:r w:rsidR="004F1596" w:rsidRPr="004F1596">
        <w:t>Tiens</w:t>
      </w:r>
      <w:r w:rsidRPr="004572A7">
        <w:t xml:space="preserve">, </w:t>
      </w:r>
      <w:r w:rsidR="004F1596" w:rsidRPr="004F1596">
        <w:t>tiens</w:t>
      </w:r>
      <w:r w:rsidRPr="004572A7">
        <w:t xml:space="preserve">, </w:t>
      </w:r>
      <w:r w:rsidR="004F1596" w:rsidRPr="004F1596">
        <w:t>c</w:t>
      </w:r>
      <w:r w:rsidRPr="004572A7">
        <w:t>’</w:t>
      </w:r>
      <w:r w:rsidR="004F1596" w:rsidRPr="004F1596">
        <w:t>est curieux</w:t>
      </w:r>
      <w:r w:rsidRPr="004572A7">
        <w:t xml:space="preserve">, </w:t>
      </w:r>
      <w:r w:rsidR="004F1596" w:rsidRPr="004F1596">
        <w:t>reprit Surgères avec un petit rire forcé</w:t>
      </w:r>
      <w:r w:rsidRPr="004572A7">
        <w:t xml:space="preserve">. </w:t>
      </w:r>
      <w:r w:rsidR="004F1596" w:rsidRPr="004F1596">
        <w:t>Je croyais être le seul ici à m</w:t>
      </w:r>
      <w:r w:rsidRPr="004572A7">
        <w:t>’</w:t>
      </w:r>
      <w:r w:rsidR="004F1596" w:rsidRPr="004F1596">
        <w:t>intéresser à ces questions</w:t>
      </w:r>
      <w:r w:rsidRPr="004572A7">
        <w:t xml:space="preserve"> ; </w:t>
      </w:r>
      <w:r w:rsidR="004F1596" w:rsidRPr="004F1596">
        <w:t>je m</w:t>
      </w:r>
      <w:r w:rsidRPr="004572A7">
        <w:t>’</w:t>
      </w:r>
      <w:r w:rsidR="004F1596" w:rsidRPr="004F1596">
        <w:t>aperçois que j</w:t>
      </w:r>
      <w:r w:rsidRPr="004572A7">
        <w:t>’</w:t>
      </w:r>
      <w:r w:rsidR="004F1596" w:rsidRPr="004F1596">
        <w:t>ai</w:t>
      </w:r>
      <w:r w:rsidRPr="004572A7">
        <w:t xml:space="preserve">, </w:t>
      </w:r>
      <w:r w:rsidR="004F1596" w:rsidRPr="004F1596">
        <w:t>en vous</w:t>
      </w:r>
      <w:r w:rsidRPr="004572A7">
        <w:t xml:space="preserve">, </w:t>
      </w:r>
      <w:r w:rsidR="004F1596" w:rsidRPr="004F1596">
        <w:t>un sérieux partenaire</w:t>
      </w:r>
      <w:r w:rsidRPr="004572A7">
        <w:t xml:space="preserve">. </w:t>
      </w:r>
      <w:r w:rsidR="004F1596" w:rsidRPr="004F1596">
        <w:t>Serait-ce de l</w:t>
      </w:r>
      <w:r w:rsidRPr="004572A7">
        <w:t>’</w:t>
      </w:r>
      <w:r w:rsidR="004F1596" w:rsidRPr="004F1596">
        <w:t>indiscrétion de ma part de vous demander à la suite de quelles circonstances vous avez été amené à vous procurer ce remarquable ouvrage</w:t>
      </w:r>
      <w:r w:rsidRPr="004572A7">
        <w:t> ?</w:t>
      </w:r>
    </w:p>
    <w:p w14:paraId="3E1AB979" w14:textId="77777777" w:rsidR="003A025E" w:rsidRPr="004572A7" w:rsidRDefault="004F1596" w:rsidP="004F1596">
      <w:r w:rsidRPr="004F1596">
        <w:t>Maintenant qu</w:t>
      </w:r>
      <w:r w:rsidR="003A025E" w:rsidRPr="004572A7">
        <w:t>’</w:t>
      </w:r>
      <w:r w:rsidRPr="004F1596">
        <w:t>il avait été mis en éveil</w:t>
      </w:r>
      <w:r w:rsidR="003A025E" w:rsidRPr="004572A7">
        <w:t xml:space="preserve">, </w:t>
      </w:r>
      <w:r w:rsidRPr="004F1596">
        <w:t>il me serrait de près</w:t>
      </w:r>
      <w:r w:rsidR="003A025E" w:rsidRPr="004572A7">
        <w:t xml:space="preserve">. </w:t>
      </w:r>
      <w:r w:rsidRPr="004F1596">
        <w:t>Le souvenir de sa force me hantait et une angoisse étrange commençait à me monter à la gorge</w:t>
      </w:r>
      <w:r w:rsidR="003A025E" w:rsidRPr="004572A7">
        <w:t xml:space="preserve">. </w:t>
      </w:r>
      <w:r w:rsidRPr="004F1596">
        <w:t>Je sentais toute la puissance magnétique de son regard peser sur moi</w:t>
      </w:r>
      <w:r w:rsidR="003A025E" w:rsidRPr="004572A7">
        <w:t xml:space="preserve">, </w:t>
      </w:r>
      <w:r w:rsidRPr="004F1596">
        <w:t>il épiait mes mouvements</w:t>
      </w:r>
      <w:r w:rsidR="003A025E" w:rsidRPr="004572A7">
        <w:t xml:space="preserve">, </w:t>
      </w:r>
      <w:r w:rsidRPr="004F1596">
        <w:t>scrutait mon visage et lisait peut-être au fond de ma pensée elle-même</w:t>
      </w:r>
      <w:r w:rsidR="003A025E" w:rsidRPr="004572A7">
        <w:t>…</w:t>
      </w:r>
    </w:p>
    <w:p w14:paraId="224A3DB0" w14:textId="77777777" w:rsidR="003A025E" w:rsidRPr="004572A7" w:rsidRDefault="004F1596" w:rsidP="004F1596">
      <w:r w:rsidRPr="004F1596">
        <w:t>Cette idée m</w:t>
      </w:r>
      <w:r w:rsidR="003A025E" w:rsidRPr="004572A7">
        <w:t>’</w:t>
      </w:r>
      <w:r w:rsidRPr="004F1596">
        <w:t>épouvantait</w:t>
      </w:r>
      <w:r w:rsidR="003A025E" w:rsidRPr="004572A7">
        <w:t> !</w:t>
      </w:r>
    </w:p>
    <w:p w14:paraId="152D3D8A" w14:textId="77777777" w:rsidR="003A025E" w:rsidRPr="004572A7" w:rsidRDefault="004F1596" w:rsidP="004F1596">
      <w:r w:rsidRPr="004F1596">
        <w:t>Au moment où j</w:t>
      </w:r>
      <w:r w:rsidR="003A025E" w:rsidRPr="004572A7">
        <w:t>’</w:t>
      </w:r>
      <w:r w:rsidRPr="004F1596">
        <w:t>allais lui répondre par un mensonge plus ou moins bien approprié à ma situation</w:t>
      </w:r>
      <w:r w:rsidR="003A025E" w:rsidRPr="004572A7">
        <w:t xml:space="preserve">, </w:t>
      </w:r>
      <w:r w:rsidRPr="004F1596">
        <w:t>il changea d</w:t>
      </w:r>
      <w:r w:rsidR="003A025E" w:rsidRPr="004572A7">
        <w:t>’</w:t>
      </w:r>
      <w:r w:rsidRPr="004F1596">
        <w:t>attitude et</w:t>
      </w:r>
      <w:r w:rsidR="003A025E" w:rsidRPr="004572A7">
        <w:t xml:space="preserve">, </w:t>
      </w:r>
      <w:r w:rsidRPr="004F1596">
        <w:t>comme s</w:t>
      </w:r>
      <w:r w:rsidR="003A025E" w:rsidRPr="004572A7">
        <w:t>’</w:t>
      </w:r>
      <w:r w:rsidRPr="004F1596">
        <w:t>il eût voulu</w:t>
      </w:r>
      <w:r w:rsidR="003A025E" w:rsidRPr="004572A7">
        <w:t xml:space="preserve">, </w:t>
      </w:r>
      <w:r w:rsidRPr="004F1596">
        <w:t>par un geste amical</w:t>
      </w:r>
      <w:r w:rsidR="003A025E" w:rsidRPr="004572A7">
        <w:t xml:space="preserve">, </w:t>
      </w:r>
      <w:r w:rsidRPr="004F1596">
        <w:t>m</w:t>
      </w:r>
      <w:r w:rsidR="003A025E" w:rsidRPr="004572A7">
        <w:t>’</w:t>
      </w:r>
      <w:r w:rsidRPr="004F1596">
        <w:t>engager à lui dire toute la vérité</w:t>
      </w:r>
      <w:r w:rsidR="003A025E" w:rsidRPr="004572A7">
        <w:t xml:space="preserve">, </w:t>
      </w:r>
      <w:r w:rsidRPr="004F1596">
        <w:t>il sortit de sa poche un large étui à cigares</w:t>
      </w:r>
      <w:r w:rsidR="003A025E" w:rsidRPr="004572A7">
        <w:t xml:space="preserve">, </w:t>
      </w:r>
      <w:r w:rsidRPr="004F1596">
        <w:t>m</w:t>
      </w:r>
      <w:r w:rsidR="003A025E" w:rsidRPr="004572A7">
        <w:t>’</w:t>
      </w:r>
      <w:r w:rsidRPr="004F1596">
        <w:t>offrit un havane</w:t>
      </w:r>
      <w:r w:rsidR="003A025E" w:rsidRPr="004572A7">
        <w:t xml:space="preserve">, </w:t>
      </w:r>
      <w:r w:rsidRPr="004F1596">
        <w:t>bien que j</w:t>
      </w:r>
      <w:r w:rsidR="003A025E" w:rsidRPr="004572A7">
        <w:t>’</w:t>
      </w:r>
      <w:r w:rsidRPr="004F1596">
        <w:t>eusse encore une cigarette aux lèvres</w:t>
      </w:r>
      <w:r w:rsidR="003A025E" w:rsidRPr="004572A7">
        <w:t xml:space="preserve">. </w:t>
      </w:r>
      <w:r w:rsidRPr="004F1596">
        <w:t>Il en prit un à son tour</w:t>
      </w:r>
      <w:r w:rsidR="003A025E" w:rsidRPr="004572A7">
        <w:t xml:space="preserve">, </w:t>
      </w:r>
      <w:r w:rsidRPr="004F1596">
        <w:t>puis posa l</w:t>
      </w:r>
      <w:r w:rsidR="003A025E" w:rsidRPr="004572A7">
        <w:t>’</w:t>
      </w:r>
      <w:r w:rsidRPr="004F1596">
        <w:t>étui sur la table</w:t>
      </w:r>
      <w:r w:rsidR="003A025E" w:rsidRPr="004572A7">
        <w:t xml:space="preserve">, </w:t>
      </w:r>
      <w:r w:rsidRPr="004F1596">
        <w:t>mais il le posa d</w:t>
      </w:r>
      <w:r w:rsidR="003A025E" w:rsidRPr="004572A7">
        <w:t>’</w:t>
      </w:r>
      <w:r w:rsidRPr="004F1596">
        <w:t>une façon si bizarre que cela me frappa</w:t>
      </w:r>
      <w:r w:rsidR="003A025E" w:rsidRPr="004572A7">
        <w:t>.</w:t>
      </w:r>
    </w:p>
    <w:p w14:paraId="039E9E3E" w14:textId="77777777" w:rsidR="003A025E" w:rsidRPr="004572A7" w:rsidRDefault="004F1596" w:rsidP="004F1596">
      <w:r w:rsidRPr="004F1596">
        <w:lastRenderedPageBreak/>
        <w:t>Nous étions assis en face l</w:t>
      </w:r>
      <w:r w:rsidR="003A025E" w:rsidRPr="004572A7">
        <w:t>’</w:t>
      </w:r>
      <w:r w:rsidRPr="004F1596">
        <w:t>un de l</w:t>
      </w:r>
      <w:r w:rsidR="003A025E" w:rsidRPr="004572A7">
        <w:t>’</w:t>
      </w:r>
      <w:r w:rsidRPr="004F1596">
        <w:t>autre</w:t>
      </w:r>
      <w:r w:rsidR="003A025E" w:rsidRPr="004572A7">
        <w:t xml:space="preserve">, </w:t>
      </w:r>
      <w:r w:rsidRPr="004F1596">
        <w:t>et</w:t>
      </w:r>
      <w:r w:rsidR="003A025E" w:rsidRPr="004572A7">
        <w:t xml:space="preserve">, </w:t>
      </w:r>
      <w:r w:rsidRPr="004F1596">
        <w:t>seule</w:t>
      </w:r>
      <w:r w:rsidR="003A025E" w:rsidRPr="004572A7">
        <w:t xml:space="preserve">, </w:t>
      </w:r>
      <w:r w:rsidRPr="004F1596">
        <w:t>une pile de gros livres nous séparait</w:t>
      </w:r>
      <w:r w:rsidR="003A025E" w:rsidRPr="004572A7">
        <w:t xml:space="preserve">. </w:t>
      </w:r>
      <w:r w:rsidRPr="004F1596">
        <w:t>Au lieu de placer l</w:t>
      </w:r>
      <w:r w:rsidR="003A025E" w:rsidRPr="004572A7">
        <w:t>’</w:t>
      </w:r>
      <w:r w:rsidRPr="004F1596">
        <w:t>objet à plat</w:t>
      </w:r>
      <w:r w:rsidR="003A025E" w:rsidRPr="004572A7">
        <w:t xml:space="preserve">, </w:t>
      </w:r>
      <w:r w:rsidRPr="004F1596">
        <w:t>à côté ou en face de lui</w:t>
      </w:r>
      <w:r w:rsidR="003A025E" w:rsidRPr="004572A7">
        <w:t xml:space="preserve">, </w:t>
      </w:r>
      <w:r w:rsidRPr="004F1596">
        <w:t>comme il eût été naturel</w:t>
      </w:r>
      <w:r w:rsidR="003A025E" w:rsidRPr="004572A7">
        <w:t xml:space="preserve">, </w:t>
      </w:r>
      <w:r w:rsidRPr="004F1596">
        <w:t>Surgères étendit la main et le planta debout</w:t>
      </w:r>
      <w:r w:rsidR="003A025E" w:rsidRPr="004572A7">
        <w:t xml:space="preserve">, </w:t>
      </w:r>
      <w:r w:rsidRPr="004F1596">
        <w:t>appuyé contre les livres</w:t>
      </w:r>
      <w:r w:rsidR="003A025E" w:rsidRPr="004572A7">
        <w:t xml:space="preserve">, </w:t>
      </w:r>
      <w:r w:rsidRPr="004F1596">
        <w:t>bien en face de moi</w:t>
      </w:r>
      <w:r w:rsidR="003A025E" w:rsidRPr="004572A7">
        <w:t>.</w:t>
      </w:r>
    </w:p>
    <w:p w14:paraId="77297275" w14:textId="77777777" w:rsidR="003A025E" w:rsidRPr="004572A7" w:rsidRDefault="004F1596" w:rsidP="004F1596">
      <w:r w:rsidRPr="004F1596">
        <w:t>Je l</w:t>
      </w:r>
      <w:r w:rsidR="003A025E" w:rsidRPr="004572A7">
        <w:t>’</w:t>
      </w:r>
      <w:r w:rsidRPr="004F1596">
        <w:t>examinai d</w:t>
      </w:r>
      <w:r w:rsidR="003A025E" w:rsidRPr="004572A7">
        <w:t>’</w:t>
      </w:r>
      <w:r w:rsidRPr="004F1596">
        <w:t>un coup d</w:t>
      </w:r>
      <w:r w:rsidR="003A025E" w:rsidRPr="004572A7">
        <w:t>’</w:t>
      </w:r>
      <w:r w:rsidRPr="004F1596">
        <w:t>œil rapide</w:t>
      </w:r>
      <w:r w:rsidR="003A025E" w:rsidRPr="004572A7">
        <w:t xml:space="preserve"> : </w:t>
      </w:r>
      <w:r w:rsidRPr="004F1596">
        <w:t>on eût dit un petit châssis dont le cadre était formé par une bordure de cuir très étroite et dont la partie principale devait être constituée par une sorte de métal ou de corps rigide de couleur grise</w:t>
      </w:r>
      <w:r w:rsidR="003A025E" w:rsidRPr="004572A7">
        <w:t xml:space="preserve">, </w:t>
      </w:r>
      <w:r w:rsidRPr="004F1596">
        <w:t>d</w:t>
      </w:r>
      <w:r w:rsidR="003A025E" w:rsidRPr="004572A7">
        <w:t>’</w:t>
      </w:r>
      <w:r w:rsidRPr="004F1596">
        <w:t>un décimètre carré de surface environ</w:t>
      </w:r>
      <w:r w:rsidR="003A025E" w:rsidRPr="004572A7">
        <w:t>.</w:t>
      </w:r>
    </w:p>
    <w:p w14:paraId="0C18ECB7" w14:textId="77777777" w:rsidR="003A025E" w:rsidRPr="004572A7" w:rsidRDefault="004F1596" w:rsidP="004F1596">
      <w:r w:rsidRPr="004F1596">
        <w:t>Tout cela avait duré quelques secondes à peine</w:t>
      </w:r>
      <w:r w:rsidR="003A025E" w:rsidRPr="004572A7">
        <w:t>…</w:t>
      </w:r>
    </w:p>
    <w:p w14:paraId="333DE5D9" w14:textId="77777777" w:rsidR="003A025E" w:rsidRPr="004572A7" w:rsidRDefault="004F1596" w:rsidP="004F1596">
      <w:r w:rsidRPr="004F1596">
        <w:t>Alors</w:t>
      </w:r>
      <w:r w:rsidR="003A025E" w:rsidRPr="004572A7">
        <w:t xml:space="preserve">, </w:t>
      </w:r>
      <w:r w:rsidRPr="004F1596">
        <w:t>il se passa en moi quelque chose d</w:t>
      </w:r>
      <w:r w:rsidR="003A025E" w:rsidRPr="004572A7">
        <w:t>’</w:t>
      </w:r>
      <w:r w:rsidRPr="004F1596">
        <w:t>extraordinaire</w:t>
      </w:r>
      <w:r w:rsidR="003A025E" w:rsidRPr="004572A7">
        <w:t xml:space="preserve"> : </w:t>
      </w:r>
      <w:r w:rsidRPr="004F1596">
        <w:t>tout à coup</w:t>
      </w:r>
      <w:r w:rsidR="003A025E" w:rsidRPr="004572A7">
        <w:t xml:space="preserve">, </w:t>
      </w:r>
      <w:r w:rsidRPr="004F1596">
        <w:t>j</w:t>
      </w:r>
      <w:r w:rsidR="003A025E" w:rsidRPr="004572A7">
        <w:t>’</w:t>
      </w:r>
      <w:r w:rsidRPr="004F1596">
        <w:t>eus le pressentiment très net que cet étui</w:t>
      </w:r>
      <w:r w:rsidR="003A025E" w:rsidRPr="004572A7">
        <w:t xml:space="preserve">, </w:t>
      </w:r>
      <w:r w:rsidRPr="004F1596">
        <w:t>ainsi mis en batterie</w:t>
      </w:r>
      <w:r w:rsidR="003A025E" w:rsidRPr="004572A7">
        <w:t xml:space="preserve">, </w:t>
      </w:r>
      <w:r w:rsidRPr="004F1596">
        <w:t>sous mes yeux</w:t>
      </w:r>
      <w:r w:rsidR="003A025E" w:rsidRPr="004572A7">
        <w:t xml:space="preserve">, </w:t>
      </w:r>
      <w:r w:rsidRPr="004F1596">
        <w:t>malgré son aspect inoffensif</w:t>
      </w:r>
      <w:r w:rsidR="003A025E" w:rsidRPr="004572A7">
        <w:t xml:space="preserve">, </w:t>
      </w:r>
      <w:r w:rsidRPr="004F1596">
        <w:t>était l</w:t>
      </w:r>
      <w:r w:rsidR="003A025E" w:rsidRPr="004572A7">
        <w:t>’</w:t>
      </w:r>
      <w:r w:rsidRPr="004F1596">
        <w:t>instrument magique auquel j</w:t>
      </w:r>
      <w:r w:rsidR="003A025E" w:rsidRPr="004572A7">
        <w:t>’</w:t>
      </w:r>
      <w:r w:rsidRPr="004F1596">
        <w:t>avais rêvé si souvent</w:t>
      </w:r>
      <w:r w:rsidR="003A025E" w:rsidRPr="004572A7">
        <w:t xml:space="preserve">, </w:t>
      </w:r>
      <w:r w:rsidRPr="004F1596">
        <w:t>œuvre de patience et de génie</w:t>
      </w:r>
      <w:r w:rsidR="003A025E" w:rsidRPr="004572A7">
        <w:t xml:space="preserve">, </w:t>
      </w:r>
      <w:r w:rsidRPr="004F1596">
        <w:t>arme merveilleuse et redoutable dont Surgères se servait pour pénétrer la pensée d</w:t>
      </w:r>
      <w:r w:rsidR="003A025E" w:rsidRPr="004572A7">
        <w:t>’</w:t>
      </w:r>
      <w:r w:rsidRPr="004F1596">
        <w:t>autrui</w:t>
      </w:r>
      <w:r w:rsidR="003A025E" w:rsidRPr="004572A7">
        <w:t>…</w:t>
      </w:r>
    </w:p>
    <w:p w14:paraId="68A7869A" w14:textId="77777777" w:rsidR="003A025E" w:rsidRPr="004572A7" w:rsidRDefault="004572A7" w:rsidP="004F1596">
      <w:r w:rsidRPr="004572A7">
        <w:t>À</w:t>
      </w:r>
      <w:r w:rsidR="004F1596" w:rsidRPr="004F1596">
        <w:t xml:space="preserve"> l</w:t>
      </w:r>
      <w:r w:rsidR="003A025E" w:rsidRPr="004572A7">
        <w:t>’</w:t>
      </w:r>
      <w:r w:rsidR="004F1596" w:rsidRPr="004F1596">
        <w:t>idée que cet homme allait savoir tout ce que j</w:t>
      </w:r>
      <w:r w:rsidR="003A025E" w:rsidRPr="004572A7">
        <w:t>’</w:t>
      </w:r>
      <w:r w:rsidR="004F1596" w:rsidRPr="004F1596">
        <w:t>avais fait et voulais faire</w:t>
      </w:r>
      <w:r w:rsidR="003A025E" w:rsidRPr="004572A7">
        <w:t xml:space="preserve">, </w:t>
      </w:r>
      <w:r w:rsidR="004F1596" w:rsidRPr="004F1596">
        <w:t>je sentis le sang me monter au visage et je me levai brusquement</w:t>
      </w:r>
      <w:r w:rsidR="003A025E" w:rsidRPr="004572A7">
        <w:t xml:space="preserve">. </w:t>
      </w:r>
      <w:r w:rsidR="004F1596" w:rsidRPr="004F1596">
        <w:t>J</w:t>
      </w:r>
      <w:r w:rsidR="003A025E" w:rsidRPr="004572A7">
        <w:t>’</w:t>
      </w:r>
      <w:r w:rsidR="004F1596" w:rsidRPr="004F1596">
        <w:t>avais mon revolver sur moi</w:t>
      </w:r>
      <w:r w:rsidR="003A025E" w:rsidRPr="004572A7">
        <w:t xml:space="preserve">. </w:t>
      </w:r>
      <w:r w:rsidR="004F1596" w:rsidRPr="004F1596">
        <w:t>Je le saisis et</w:t>
      </w:r>
      <w:r w:rsidR="003A025E" w:rsidRPr="004572A7">
        <w:t xml:space="preserve">, </w:t>
      </w:r>
      <w:r w:rsidR="004F1596" w:rsidRPr="004F1596">
        <w:t xml:space="preserve">le braquant </w:t>
      </w:r>
      <w:proofErr w:type="gramStart"/>
      <w:r w:rsidR="004F1596" w:rsidRPr="004F1596">
        <w:t>sur</w:t>
      </w:r>
      <w:proofErr w:type="gramEnd"/>
      <w:r w:rsidR="004F1596" w:rsidRPr="004F1596">
        <w:t xml:space="preserve"> Surgères pour l</w:t>
      </w:r>
      <w:r w:rsidR="003A025E" w:rsidRPr="004572A7">
        <w:t>’</w:t>
      </w:r>
      <w:r w:rsidR="004F1596" w:rsidRPr="004F1596">
        <w:t>impressionner</w:t>
      </w:r>
      <w:r w:rsidR="003A025E" w:rsidRPr="004572A7">
        <w:t xml:space="preserve">, </w:t>
      </w:r>
      <w:r w:rsidR="004F1596" w:rsidRPr="004F1596">
        <w:t>je lui dis froidement</w:t>
      </w:r>
      <w:r w:rsidR="003A025E" w:rsidRPr="004572A7">
        <w:t> :</w:t>
      </w:r>
    </w:p>
    <w:p w14:paraId="7DE3BACD" w14:textId="77777777" w:rsidR="003A025E" w:rsidRPr="004572A7" w:rsidRDefault="003A025E" w:rsidP="004F1596">
      <w:r w:rsidRPr="004572A7">
        <w:t>— </w:t>
      </w:r>
      <w:r w:rsidR="004F1596" w:rsidRPr="004F1596">
        <w:t>Si vous ne remettez pas immédiatement cet étui à cigares dans votre poche</w:t>
      </w:r>
      <w:r w:rsidRPr="004572A7">
        <w:t xml:space="preserve">, </w:t>
      </w:r>
      <w:r w:rsidR="004F1596" w:rsidRPr="004F1596">
        <w:t>je vous brûle la cervelle</w:t>
      </w:r>
      <w:r w:rsidRPr="004572A7">
        <w:t>…</w:t>
      </w:r>
    </w:p>
    <w:p w14:paraId="24824A27" w14:textId="77777777" w:rsidR="003A025E" w:rsidRPr="004572A7" w:rsidRDefault="004F1596" w:rsidP="004F1596">
      <w:r w:rsidRPr="004F1596">
        <w:t>Surgères devint très pâle</w:t>
      </w:r>
      <w:r w:rsidR="003A025E" w:rsidRPr="004572A7">
        <w:t xml:space="preserve">, </w:t>
      </w:r>
      <w:r w:rsidRPr="004F1596">
        <w:t>remit l</w:t>
      </w:r>
      <w:r w:rsidR="003A025E" w:rsidRPr="004572A7">
        <w:t>’</w:t>
      </w:r>
      <w:r w:rsidRPr="004F1596">
        <w:t>étui dans sa poche et</w:t>
      </w:r>
      <w:r w:rsidR="003A025E" w:rsidRPr="004572A7">
        <w:t xml:space="preserve">, </w:t>
      </w:r>
      <w:r w:rsidRPr="004F1596">
        <w:t>bondissant en arrière</w:t>
      </w:r>
      <w:r w:rsidR="003A025E" w:rsidRPr="004572A7">
        <w:t xml:space="preserve">, </w:t>
      </w:r>
      <w:r w:rsidRPr="004F1596">
        <w:t>me cria</w:t>
      </w:r>
      <w:r w:rsidR="003A025E" w:rsidRPr="004572A7">
        <w:t> :</w:t>
      </w:r>
    </w:p>
    <w:p w14:paraId="3563816D" w14:textId="77777777" w:rsidR="003A025E" w:rsidRPr="004572A7" w:rsidRDefault="003A025E" w:rsidP="004F1596">
      <w:r w:rsidRPr="004572A7">
        <w:t>— </w:t>
      </w:r>
      <w:r w:rsidR="004F1596" w:rsidRPr="004F1596">
        <w:t>Mais que faites-vous</w:t>
      </w:r>
      <w:r w:rsidRPr="004572A7">
        <w:t>, M. </w:t>
      </w:r>
      <w:r w:rsidR="004F1596" w:rsidRPr="004F1596">
        <w:t>Rambaud</w:t>
      </w:r>
      <w:r w:rsidRPr="004572A7">
        <w:t xml:space="preserve">, </w:t>
      </w:r>
      <w:r w:rsidR="004F1596" w:rsidRPr="004F1596">
        <w:t>que faites-vous</w:t>
      </w:r>
      <w:r w:rsidRPr="004572A7">
        <w:t xml:space="preserve">, </w:t>
      </w:r>
      <w:r w:rsidR="004F1596" w:rsidRPr="004F1596">
        <w:t>vous devenez fou</w:t>
      </w:r>
      <w:r w:rsidRPr="004572A7">
        <w:t> ?</w:t>
      </w:r>
    </w:p>
    <w:p w14:paraId="45690279" w14:textId="77777777" w:rsidR="003A025E" w:rsidRPr="004572A7" w:rsidRDefault="004F1596" w:rsidP="004F1596">
      <w:r w:rsidRPr="004F1596">
        <w:lastRenderedPageBreak/>
        <w:t>Je m</w:t>
      </w:r>
      <w:r w:rsidR="003A025E" w:rsidRPr="004572A7">
        <w:t>’</w:t>
      </w:r>
      <w:r w:rsidRPr="004F1596">
        <w:t>avançai alors vers lui et</w:t>
      </w:r>
      <w:r w:rsidR="003A025E" w:rsidRPr="004572A7">
        <w:t xml:space="preserve">, </w:t>
      </w:r>
      <w:r w:rsidRPr="004F1596">
        <w:t>le regardant droit dans les yeux</w:t>
      </w:r>
      <w:r w:rsidR="003A025E" w:rsidRPr="004572A7">
        <w:t xml:space="preserve">, </w:t>
      </w:r>
      <w:r w:rsidRPr="004F1596">
        <w:t>je lui répondis d</w:t>
      </w:r>
      <w:r w:rsidR="003A025E" w:rsidRPr="004572A7">
        <w:t>’</w:t>
      </w:r>
      <w:r w:rsidRPr="004F1596">
        <w:t>une voix ferme</w:t>
      </w:r>
      <w:r w:rsidR="003A025E" w:rsidRPr="004572A7">
        <w:t> :</w:t>
      </w:r>
    </w:p>
    <w:p w14:paraId="6890A78F" w14:textId="77777777" w:rsidR="003A025E" w:rsidRPr="004572A7" w:rsidRDefault="003A025E" w:rsidP="004F1596">
      <w:r w:rsidRPr="004572A7">
        <w:t>— </w:t>
      </w:r>
      <w:r w:rsidR="004F1596" w:rsidRPr="004F1596">
        <w:t>Non</w:t>
      </w:r>
      <w:r w:rsidRPr="004572A7">
        <w:t xml:space="preserve">, </w:t>
      </w:r>
      <w:r w:rsidR="004F1596" w:rsidRPr="004F1596">
        <w:t>Monsieur de Surgères</w:t>
      </w:r>
      <w:r w:rsidRPr="004572A7">
        <w:t xml:space="preserve">, </w:t>
      </w:r>
      <w:r w:rsidR="004F1596" w:rsidRPr="004F1596">
        <w:t>j</w:t>
      </w:r>
      <w:r w:rsidRPr="004572A7">
        <w:t>’</w:t>
      </w:r>
      <w:r w:rsidR="004F1596" w:rsidRPr="004F1596">
        <w:t>ai toujours toute ma raison</w:t>
      </w:r>
      <w:r w:rsidRPr="004572A7">
        <w:t xml:space="preserve">, </w:t>
      </w:r>
      <w:r w:rsidR="004F1596" w:rsidRPr="004F1596">
        <w:t>et c</w:t>
      </w:r>
      <w:r w:rsidRPr="004572A7">
        <w:t>’</w:t>
      </w:r>
      <w:r w:rsidR="004F1596" w:rsidRPr="004F1596">
        <w:t>est cette raison qui me fait agir</w:t>
      </w:r>
      <w:r w:rsidRPr="004572A7">
        <w:t xml:space="preserve">, </w:t>
      </w:r>
      <w:r w:rsidR="004F1596" w:rsidRPr="004F1596">
        <w:t>car</w:t>
      </w:r>
      <w:r w:rsidRPr="004572A7">
        <w:t xml:space="preserve">, </w:t>
      </w:r>
      <w:r w:rsidR="004F1596" w:rsidRPr="004F1596">
        <w:t>sachez-le bien</w:t>
      </w:r>
      <w:r w:rsidRPr="004572A7">
        <w:t xml:space="preserve">, </w:t>
      </w:r>
      <w:r w:rsidR="004F1596" w:rsidRPr="004F1596">
        <w:t>je ne reconnais à personne</w:t>
      </w:r>
      <w:r w:rsidRPr="004572A7">
        <w:t xml:space="preserve">, </w:t>
      </w:r>
      <w:r w:rsidR="004F1596" w:rsidRPr="004F1596">
        <w:t>pas plus à vous qu</w:t>
      </w:r>
      <w:r w:rsidRPr="004572A7">
        <w:t>’</w:t>
      </w:r>
      <w:r w:rsidR="004F1596" w:rsidRPr="004F1596">
        <w:t>aux autres</w:t>
      </w:r>
      <w:r w:rsidRPr="004572A7">
        <w:t xml:space="preserve">, </w:t>
      </w:r>
      <w:r w:rsidR="004F1596" w:rsidRPr="004F1596">
        <w:t>le droit de savoir ce que je pense</w:t>
      </w:r>
      <w:r w:rsidRPr="004572A7">
        <w:t xml:space="preserve">. </w:t>
      </w:r>
      <w:r w:rsidR="004F1596" w:rsidRPr="004F1596">
        <w:t>Vous me comprenez</w:t>
      </w:r>
      <w:r w:rsidRPr="004572A7">
        <w:t xml:space="preserve">, </w:t>
      </w:r>
      <w:r w:rsidR="004F1596" w:rsidRPr="004F1596">
        <w:t>n</w:t>
      </w:r>
      <w:r w:rsidRPr="004572A7">
        <w:t>’</w:t>
      </w:r>
      <w:r w:rsidR="004F1596" w:rsidRPr="004F1596">
        <w:t>est-ce pas</w:t>
      </w:r>
      <w:r w:rsidRPr="004572A7">
        <w:t> ?</w:t>
      </w:r>
    </w:p>
    <w:p w14:paraId="1078FD5B" w14:textId="77777777" w:rsidR="003A025E" w:rsidRPr="004572A7" w:rsidRDefault="004F1596" w:rsidP="004F1596">
      <w:r w:rsidRPr="004F1596">
        <w:t>En revenant sur mes pas</w:t>
      </w:r>
      <w:r w:rsidR="003A025E" w:rsidRPr="004572A7">
        <w:t xml:space="preserve">, </w:t>
      </w:r>
      <w:r w:rsidRPr="004F1596">
        <w:t>j</w:t>
      </w:r>
      <w:r w:rsidR="003A025E" w:rsidRPr="004572A7">
        <w:t>’</w:t>
      </w:r>
      <w:r w:rsidRPr="004F1596">
        <w:t>ouvris la porte du cabinet pour m</w:t>
      </w:r>
      <w:r w:rsidR="003A025E" w:rsidRPr="004572A7">
        <w:t>’</w:t>
      </w:r>
      <w:r w:rsidRPr="004F1596">
        <w:t>en aller</w:t>
      </w:r>
      <w:r w:rsidR="003A025E" w:rsidRPr="004572A7">
        <w:t>.</w:t>
      </w:r>
    </w:p>
    <w:p w14:paraId="0C9C4ED3" w14:textId="77777777" w:rsidR="003A025E" w:rsidRPr="004572A7" w:rsidRDefault="004F1596" w:rsidP="004F1596">
      <w:r w:rsidRPr="004F1596">
        <w:t>Je vis alors le docteur s</w:t>
      </w:r>
      <w:r w:rsidR="003A025E" w:rsidRPr="004572A7">
        <w:t>’</w:t>
      </w:r>
      <w:r w:rsidRPr="004F1596">
        <w:t>affaisser dans un fauteuil Voltaire</w:t>
      </w:r>
      <w:r w:rsidR="003A025E" w:rsidRPr="004572A7">
        <w:t xml:space="preserve">, </w:t>
      </w:r>
      <w:r w:rsidRPr="004F1596">
        <w:t>en faisant un grand geste de désespoir</w:t>
      </w:r>
      <w:r w:rsidR="003A025E" w:rsidRPr="004572A7">
        <w:t>…</w:t>
      </w:r>
    </w:p>
    <w:p w14:paraId="6388A20F" w14:textId="77777777" w:rsidR="003A025E" w:rsidRPr="004572A7" w:rsidRDefault="004F1596" w:rsidP="004F1596">
      <w:r w:rsidRPr="004F1596">
        <w:t>Je refermai la porte et je sortis</w:t>
      </w:r>
      <w:r w:rsidR="003A025E" w:rsidRPr="004572A7">
        <w:t>…</w:t>
      </w:r>
    </w:p>
    <w:p w14:paraId="0BBDF624" w14:textId="77777777" w:rsidR="004F1596" w:rsidRPr="004572A7" w:rsidRDefault="004F1596" w:rsidP="003A025E">
      <w:pPr>
        <w:pStyle w:val="Titre1"/>
      </w:pPr>
      <w:bookmarkStart w:id="12" w:name="_Toc19606618"/>
      <w:bookmarkStart w:id="13" w:name="_Toc196387852"/>
      <w:r w:rsidRPr="004572A7">
        <w:lastRenderedPageBreak/>
        <w:t xml:space="preserve">LA PHOTOGRAPHIE DE LA </w:t>
      </w:r>
      <w:bookmarkEnd w:id="12"/>
      <w:r w:rsidRPr="004572A7">
        <w:t>PENSÉE</w:t>
      </w:r>
      <w:bookmarkEnd w:id="13"/>
    </w:p>
    <w:p w14:paraId="11986AA5" w14:textId="77777777" w:rsidR="003A025E" w:rsidRPr="004572A7" w:rsidRDefault="004F1596" w:rsidP="004F1596">
      <w:r w:rsidRPr="004F1596">
        <w:t>Le lendemain</w:t>
      </w:r>
      <w:r w:rsidR="003A025E" w:rsidRPr="004572A7">
        <w:t xml:space="preserve">, </w:t>
      </w:r>
      <w:r w:rsidRPr="004F1596">
        <w:t>à ma grande surprise</w:t>
      </w:r>
      <w:r w:rsidR="003A025E" w:rsidRPr="004572A7">
        <w:t xml:space="preserve">, </w:t>
      </w:r>
      <w:r w:rsidRPr="004F1596">
        <w:t>je reçus une lettre de Surgères</w:t>
      </w:r>
      <w:r w:rsidR="003A025E" w:rsidRPr="004572A7">
        <w:t xml:space="preserve">. </w:t>
      </w:r>
      <w:r w:rsidRPr="004F1596">
        <w:t>Dans cette lettre</w:t>
      </w:r>
      <w:r w:rsidR="003A025E" w:rsidRPr="004572A7">
        <w:t xml:space="preserve">, </w:t>
      </w:r>
      <w:r w:rsidRPr="004F1596">
        <w:t>il me priait de venir le voir dès que je pourrais</w:t>
      </w:r>
      <w:r w:rsidR="003A025E" w:rsidRPr="004572A7">
        <w:t xml:space="preserve">. </w:t>
      </w:r>
      <w:r w:rsidRPr="004F1596">
        <w:t>Il ne me donnait aucune explication précise sur les motifs qui l</w:t>
      </w:r>
      <w:r w:rsidR="003A025E" w:rsidRPr="004572A7">
        <w:t>’</w:t>
      </w:r>
      <w:r w:rsidRPr="004F1596">
        <w:t>avaient poussé à m</w:t>
      </w:r>
      <w:r w:rsidR="003A025E" w:rsidRPr="004572A7">
        <w:t>’</w:t>
      </w:r>
      <w:r w:rsidRPr="004F1596">
        <w:t>écrire</w:t>
      </w:r>
      <w:r w:rsidR="003A025E" w:rsidRPr="004572A7">
        <w:t xml:space="preserve">, </w:t>
      </w:r>
      <w:r w:rsidRPr="004F1596">
        <w:t>ni sur ce qu</w:t>
      </w:r>
      <w:r w:rsidR="003A025E" w:rsidRPr="004572A7">
        <w:t>’</w:t>
      </w:r>
      <w:r w:rsidRPr="004F1596">
        <w:t>il attendait de ma visite</w:t>
      </w:r>
      <w:r w:rsidR="003A025E" w:rsidRPr="004572A7">
        <w:t>.</w:t>
      </w:r>
    </w:p>
    <w:p w14:paraId="1F3FEBD3" w14:textId="77777777" w:rsidR="003A025E" w:rsidRPr="004572A7" w:rsidRDefault="004F1596" w:rsidP="004F1596">
      <w:r w:rsidRPr="004F1596">
        <w:t>Je réfléchis quelques instants</w:t>
      </w:r>
      <w:r w:rsidR="003A025E" w:rsidRPr="004572A7">
        <w:t xml:space="preserve"> : </w:t>
      </w:r>
      <w:r w:rsidRPr="004F1596">
        <w:t>qu</w:t>
      </w:r>
      <w:r w:rsidR="003A025E" w:rsidRPr="004572A7">
        <w:t>’</w:t>
      </w:r>
      <w:r w:rsidRPr="004F1596">
        <w:t>avais-je à gagner en repoussant cette invitation et en manifestant une hostilité peu justifiée</w:t>
      </w:r>
      <w:r w:rsidR="003A025E" w:rsidRPr="004572A7">
        <w:t> ?</w:t>
      </w:r>
    </w:p>
    <w:p w14:paraId="7246B3BF" w14:textId="77777777" w:rsidR="003A025E" w:rsidRPr="004572A7" w:rsidRDefault="004F1596" w:rsidP="004F1596">
      <w:r w:rsidRPr="004F1596">
        <w:t>En somme</w:t>
      </w:r>
      <w:r w:rsidR="003A025E" w:rsidRPr="004572A7">
        <w:t xml:space="preserve">, </w:t>
      </w:r>
      <w:r w:rsidRPr="004F1596">
        <w:t>j</w:t>
      </w:r>
      <w:r w:rsidR="003A025E" w:rsidRPr="004572A7">
        <w:t>’</w:t>
      </w:r>
      <w:r w:rsidRPr="004F1596">
        <w:t>étais arrivé à savoir tout ce qu</w:t>
      </w:r>
      <w:r w:rsidR="003A025E" w:rsidRPr="004572A7">
        <w:t>’</w:t>
      </w:r>
      <w:r w:rsidRPr="004F1596">
        <w:t>il m</w:t>
      </w:r>
      <w:r w:rsidR="003A025E" w:rsidRPr="004572A7">
        <w:t>’</w:t>
      </w:r>
      <w:r w:rsidRPr="004F1596">
        <w:t>était possible de savoir et si ma conduite vis-à-vis de Surgères était admissible</w:t>
      </w:r>
      <w:r w:rsidR="003A025E" w:rsidRPr="004572A7">
        <w:t xml:space="preserve">, </w:t>
      </w:r>
      <w:r w:rsidRPr="004F1596">
        <w:t>jusqu</w:t>
      </w:r>
      <w:r w:rsidR="003A025E" w:rsidRPr="004572A7">
        <w:t>’</w:t>
      </w:r>
      <w:r w:rsidRPr="004F1596">
        <w:t>à un certain point</w:t>
      </w:r>
      <w:r w:rsidR="003A025E" w:rsidRPr="004572A7">
        <w:t xml:space="preserve">, </w:t>
      </w:r>
      <w:r w:rsidRPr="004F1596">
        <w:t>en faisant intervenir l</w:t>
      </w:r>
      <w:r w:rsidR="003A025E" w:rsidRPr="004572A7">
        <w:t>’</w:t>
      </w:r>
      <w:r w:rsidRPr="004F1596">
        <w:t>excuse de ma curiosité</w:t>
      </w:r>
      <w:r w:rsidR="003A025E" w:rsidRPr="004572A7">
        <w:t xml:space="preserve">, </w:t>
      </w:r>
      <w:r w:rsidRPr="004F1596">
        <w:t>il n</w:t>
      </w:r>
      <w:r w:rsidR="003A025E" w:rsidRPr="004572A7">
        <w:t>’</w:t>
      </w:r>
      <w:r w:rsidRPr="004F1596">
        <w:t>en demeurait pas moins vrai que je n</w:t>
      </w:r>
      <w:r w:rsidR="003A025E" w:rsidRPr="004572A7">
        <w:t>’</w:t>
      </w:r>
      <w:r w:rsidRPr="004F1596">
        <w:t>avais pas agi très loyalement avec lui</w:t>
      </w:r>
      <w:r w:rsidR="003A025E" w:rsidRPr="004572A7">
        <w:t>.</w:t>
      </w:r>
    </w:p>
    <w:p w14:paraId="1D6AAC23" w14:textId="77777777" w:rsidR="003A025E" w:rsidRPr="004572A7" w:rsidRDefault="004F1596" w:rsidP="004F1596">
      <w:r w:rsidRPr="004F1596">
        <w:t>J</w:t>
      </w:r>
      <w:r w:rsidR="003A025E" w:rsidRPr="004572A7">
        <w:t>’</w:t>
      </w:r>
      <w:r w:rsidRPr="004F1596">
        <w:t>avais quelques reproches à m</w:t>
      </w:r>
      <w:r w:rsidR="003A025E" w:rsidRPr="004572A7">
        <w:t>’</w:t>
      </w:r>
      <w:r w:rsidRPr="004F1596">
        <w:t>adresser</w:t>
      </w:r>
      <w:r w:rsidR="003A025E" w:rsidRPr="004572A7">
        <w:t>…</w:t>
      </w:r>
    </w:p>
    <w:p w14:paraId="205A7709" w14:textId="77777777" w:rsidR="003A025E" w:rsidRPr="004572A7" w:rsidRDefault="004F1596" w:rsidP="004F1596">
      <w:r w:rsidRPr="004F1596">
        <w:t>Et puis</w:t>
      </w:r>
      <w:r w:rsidR="003A025E" w:rsidRPr="004572A7">
        <w:t xml:space="preserve">, </w:t>
      </w:r>
      <w:r w:rsidRPr="004F1596">
        <w:t>que risquais-je</w:t>
      </w:r>
      <w:r w:rsidR="003A025E" w:rsidRPr="004572A7">
        <w:t> ?</w:t>
      </w:r>
    </w:p>
    <w:p w14:paraId="49955036" w14:textId="77777777" w:rsidR="003A025E" w:rsidRPr="004572A7" w:rsidRDefault="004F1596" w:rsidP="004F1596">
      <w:r w:rsidRPr="004F1596">
        <w:t>Le docteur savait bien</w:t>
      </w:r>
      <w:r w:rsidR="003A025E" w:rsidRPr="004572A7">
        <w:t xml:space="preserve">, </w:t>
      </w:r>
      <w:r w:rsidRPr="004F1596">
        <w:t>maintenant</w:t>
      </w:r>
      <w:r w:rsidR="003A025E" w:rsidRPr="004572A7">
        <w:t xml:space="preserve">, </w:t>
      </w:r>
      <w:r w:rsidRPr="004F1596">
        <w:t>à quoi s</w:t>
      </w:r>
      <w:r w:rsidR="003A025E" w:rsidRPr="004572A7">
        <w:t>’</w:t>
      </w:r>
      <w:r w:rsidRPr="004F1596">
        <w:t>en tenir sur mon compte</w:t>
      </w:r>
      <w:r w:rsidR="003A025E" w:rsidRPr="004572A7">
        <w:t xml:space="preserve">. </w:t>
      </w:r>
      <w:r w:rsidRPr="004F1596">
        <w:t>S</w:t>
      </w:r>
      <w:r w:rsidR="003A025E" w:rsidRPr="004572A7">
        <w:t>’</w:t>
      </w:r>
      <w:r w:rsidRPr="004F1596">
        <w:t>il voulait me voir</w:t>
      </w:r>
      <w:r w:rsidR="003A025E" w:rsidRPr="004572A7">
        <w:t xml:space="preserve">, </w:t>
      </w:r>
      <w:r w:rsidRPr="004F1596">
        <w:t>c</w:t>
      </w:r>
      <w:r w:rsidR="003A025E" w:rsidRPr="004572A7">
        <w:t>’</w:t>
      </w:r>
      <w:r w:rsidRPr="004F1596">
        <w:t>était donc qu</w:t>
      </w:r>
      <w:r w:rsidR="003A025E" w:rsidRPr="004572A7">
        <w:t>’</w:t>
      </w:r>
      <w:r w:rsidRPr="004F1596">
        <w:t>il me pardonnait déjà d</w:t>
      </w:r>
      <w:r w:rsidR="003A025E" w:rsidRPr="004572A7">
        <w:t>’</w:t>
      </w:r>
      <w:r w:rsidRPr="004F1596">
        <w:t>avoir pénétré le secret de sa découverte</w:t>
      </w:r>
      <w:r w:rsidR="003A025E" w:rsidRPr="004572A7">
        <w:t xml:space="preserve">. </w:t>
      </w:r>
      <w:r w:rsidRPr="004F1596">
        <w:t>Qui sait même s</w:t>
      </w:r>
      <w:r w:rsidR="003A025E" w:rsidRPr="004572A7">
        <w:t>’</w:t>
      </w:r>
      <w:r w:rsidRPr="004F1596">
        <w:t>il n</w:t>
      </w:r>
      <w:r w:rsidR="003A025E" w:rsidRPr="004572A7">
        <w:t>’</w:t>
      </w:r>
      <w:r w:rsidRPr="004F1596">
        <w:t>éprouvait pas pour moi</w:t>
      </w:r>
      <w:r w:rsidR="003A025E" w:rsidRPr="004572A7">
        <w:t xml:space="preserve">, </w:t>
      </w:r>
      <w:r w:rsidRPr="004F1596">
        <w:t>après cette scène inattendue et rapide</w:t>
      </w:r>
      <w:r w:rsidR="003A025E" w:rsidRPr="004572A7">
        <w:t xml:space="preserve">, </w:t>
      </w:r>
      <w:r w:rsidRPr="004F1596">
        <w:t>une sorte de considération</w:t>
      </w:r>
      <w:r w:rsidR="003A025E" w:rsidRPr="004572A7">
        <w:t xml:space="preserve">, </w:t>
      </w:r>
      <w:r w:rsidRPr="004F1596">
        <w:t>pour ainsi dire scientifique et si</w:t>
      </w:r>
      <w:r w:rsidR="003A025E" w:rsidRPr="004572A7">
        <w:t xml:space="preserve">, </w:t>
      </w:r>
      <w:r w:rsidRPr="004F1596">
        <w:t>malgré mon geste violent</w:t>
      </w:r>
      <w:r w:rsidR="003A025E" w:rsidRPr="004572A7">
        <w:t xml:space="preserve">, </w:t>
      </w:r>
      <w:r w:rsidRPr="004F1596">
        <w:t>il ne m</w:t>
      </w:r>
      <w:r w:rsidR="003A025E" w:rsidRPr="004572A7">
        <w:t>’</w:t>
      </w:r>
      <w:r w:rsidRPr="004F1596">
        <w:t>estimait pas un peu plus que mes semblables</w:t>
      </w:r>
      <w:r w:rsidR="003A025E" w:rsidRPr="004572A7">
        <w:t> ?</w:t>
      </w:r>
    </w:p>
    <w:p w14:paraId="00330D73" w14:textId="77777777" w:rsidR="003A025E" w:rsidRPr="004572A7" w:rsidRDefault="004F1596" w:rsidP="004F1596">
      <w:r w:rsidRPr="004F1596">
        <w:t>Peut-être soupçonnait-il l</w:t>
      </w:r>
      <w:r w:rsidR="003A025E" w:rsidRPr="004572A7">
        <w:t>’</w:t>
      </w:r>
      <w:r w:rsidRPr="004F1596">
        <w:t>acharnement méthodique et silencieux avec lequel je l</w:t>
      </w:r>
      <w:r w:rsidR="003A025E" w:rsidRPr="004572A7">
        <w:t>’</w:t>
      </w:r>
      <w:r w:rsidRPr="004F1596">
        <w:t>avais suivi</w:t>
      </w:r>
      <w:r w:rsidR="003A025E" w:rsidRPr="004572A7">
        <w:t xml:space="preserve">, </w:t>
      </w:r>
      <w:r w:rsidRPr="004F1596">
        <w:t>depuis longtemps</w:t>
      </w:r>
      <w:r w:rsidR="003A025E" w:rsidRPr="004572A7">
        <w:t xml:space="preserve">, </w:t>
      </w:r>
      <w:r w:rsidRPr="004F1596">
        <w:t>dans ses moindres actions</w:t>
      </w:r>
      <w:r w:rsidR="003A025E" w:rsidRPr="004572A7">
        <w:t xml:space="preserve"> ? </w:t>
      </w:r>
      <w:r w:rsidRPr="004F1596">
        <w:t>L</w:t>
      </w:r>
      <w:r w:rsidR="003A025E" w:rsidRPr="004572A7">
        <w:t>’</w:t>
      </w:r>
      <w:r w:rsidRPr="004F1596">
        <w:t>intérêt que je portais à ses travaux flattait-il son amour-propre de savant</w:t>
      </w:r>
      <w:r w:rsidR="003A025E" w:rsidRPr="004572A7">
        <w:t xml:space="preserve">, </w:t>
      </w:r>
      <w:r w:rsidRPr="004F1596">
        <w:t>et avait-il</w:t>
      </w:r>
      <w:r w:rsidR="003A025E" w:rsidRPr="004572A7">
        <w:t xml:space="preserve">, </w:t>
      </w:r>
      <w:r w:rsidRPr="004F1596">
        <w:t>à ses yeux</w:t>
      </w:r>
      <w:r w:rsidR="003A025E" w:rsidRPr="004572A7">
        <w:t xml:space="preserve">, </w:t>
      </w:r>
      <w:r w:rsidRPr="004F1596">
        <w:t>le mérite de me distinguer du vulgaire</w:t>
      </w:r>
      <w:r w:rsidR="003A025E" w:rsidRPr="004572A7">
        <w:t xml:space="preserve"> ? </w:t>
      </w:r>
      <w:r w:rsidRPr="004F1596">
        <w:t xml:space="preserve">Peut-être aussi me </w:t>
      </w:r>
      <w:r w:rsidRPr="004F1596">
        <w:lastRenderedPageBreak/>
        <w:t>considérait-il tout simplement</w:t>
      </w:r>
      <w:r w:rsidR="003A025E" w:rsidRPr="004572A7">
        <w:t xml:space="preserve">, </w:t>
      </w:r>
      <w:r w:rsidRPr="004F1596">
        <w:t>depuis que j</w:t>
      </w:r>
      <w:r w:rsidR="003A025E" w:rsidRPr="004572A7">
        <w:t>’</w:t>
      </w:r>
      <w:r w:rsidRPr="004F1596">
        <w:t>avais deviné ses intentions</w:t>
      </w:r>
      <w:r w:rsidR="003A025E" w:rsidRPr="004572A7">
        <w:t xml:space="preserve">, </w:t>
      </w:r>
      <w:r w:rsidRPr="004F1596">
        <w:t>comme un ennemi redoutable qu</w:t>
      </w:r>
      <w:r w:rsidR="003A025E" w:rsidRPr="004572A7">
        <w:t>’</w:t>
      </w:r>
      <w:r w:rsidRPr="004F1596">
        <w:t>il convenait de ménager</w:t>
      </w:r>
      <w:r w:rsidR="003A025E" w:rsidRPr="004572A7">
        <w:t>…</w:t>
      </w:r>
    </w:p>
    <w:p w14:paraId="4197A27C" w14:textId="77777777" w:rsidR="003A025E" w:rsidRPr="004572A7" w:rsidRDefault="004F1596" w:rsidP="004F1596">
      <w:r w:rsidRPr="004F1596">
        <w:t>Je résolus donc de me rendre chez lui</w:t>
      </w:r>
      <w:r w:rsidR="003A025E" w:rsidRPr="004572A7">
        <w:t xml:space="preserve">, </w:t>
      </w:r>
      <w:r w:rsidRPr="004F1596">
        <w:t>le lendemain dans la matinée</w:t>
      </w:r>
      <w:r w:rsidR="003A025E" w:rsidRPr="004572A7">
        <w:t xml:space="preserve">, </w:t>
      </w:r>
      <w:r w:rsidRPr="004F1596">
        <w:t>afin d</w:t>
      </w:r>
      <w:r w:rsidR="003A025E" w:rsidRPr="004572A7">
        <w:t>’</w:t>
      </w:r>
      <w:r w:rsidRPr="004F1596">
        <w:t>être fixé sur ses véritables sentiments</w:t>
      </w:r>
      <w:r w:rsidR="003A025E" w:rsidRPr="004572A7">
        <w:t>.</w:t>
      </w:r>
    </w:p>
    <w:p w14:paraId="7141413E" w14:textId="77777777" w:rsidR="003A025E" w:rsidRPr="004572A7" w:rsidRDefault="004F1596" w:rsidP="004F1596">
      <w:r w:rsidRPr="004F1596">
        <w:t>Lorsque j</w:t>
      </w:r>
      <w:r w:rsidR="003A025E" w:rsidRPr="004572A7">
        <w:t>’</w:t>
      </w:r>
      <w:r w:rsidRPr="004F1596">
        <w:t>arrivai chez Surgères</w:t>
      </w:r>
      <w:r w:rsidR="003A025E" w:rsidRPr="004572A7">
        <w:t xml:space="preserve">, </w:t>
      </w:r>
      <w:r w:rsidRPr="004F1596">
        <w:t>vers dix heures du matin</w:t>
      </w:r>
      <w:r w:rsidR="003A025E" w:rsidRPr="004572A7">
        <w:t xml:space="preserve">, </w:t>
      </w:r>
      <w:r w:rsidRPr="004F1596">
        <w:t>je le trouvai assis devant la cheminée prussienne de son bureau de travail et je fus frappé de l</w:t>
      </w:r>
      <w:r w:rsidR="003A025E" w:rsidRPr="004572A7">
        <w:t>’</w:t>
      </w:r>
      <w:r w:rsidRPr="004F1596">
        <w:t>expression de sa physionomie</w:t>
      </w:r>
      <w:r w:rsidR="003A025E" w:rsidRPr="004572A7">
        <w:t xml:space="preserve"> : </w:t>
      </w:r>
      <w:r w:rsidRPr="004F1596">
        <w:t>son visage était pâle</w:t>
      </w:r>
      <w:r w:rsidR="003A025E" w:rsidRPr="004572A7">
        <w:t xml:space="preserve">, </w:t>
      </w:r>
      <w:r w:rsidRPr="004F1596">
        <w:t>fatigué</w:t>
      </w:r>
      <w:r w:rsidR="003A025E" w:rsidRPr="004572A7">
        <w:t xml:space="preserve">, </w:t>
      </w:r>
      <w:r w:rsidRPr="004F1596">
        <w:t>creusé de rides</w:t>
      </w:r>
      <w:r w:rsidR="003A025E" w:rsidRPr="004572A7">
        <w:t xml:space="preserve">, </w:t>
      </w:r>
      <w:r w:rsidRPr="004F1596">
        <w:t>comme celui d</w:t>
      </w:r>
      <w:r w:rsidR="003A025E" w:rsidRPr="004572A7">
        <w:t>’</w:t>
      </w:r>
      <w:r w:rsidRPr="004F1596">
        <w:t>un vieillard</w:t>
      </w:r>
      <w:r w:rsidR="003A025E" w:rsidRPr="004572A7">
        <w:t xml:space="preserve">, </w:t>
      </w:r>
      <w:r w:rsidRPr="004F1596">
        <w:t>et ses yeux brillants étaient entourés d</w:t>
      </w:r>
      <w:r w:rsidR="003A025E" w:rsidRPr="004572A7">
        <w:t>’</w:t>
      </w:r>
      <w:r w:rsidRPr="004F1596">
        <w:t>un cercle de couleur bistre très prononcé</w:t>
      </w:r>
      <w:r w:rsidR="003A025E" w:rsidRPr="004572A7">
        <w:t>.</w:t>
      </w:r>
    </w:p>
    <w:p w14:paraId="6F70D9B6" w14:textId="77777777" w:rsidR="003A025E" w:rsidRPr="004572A7" w:rsidRDefault="004F1596" w:rsidP="004F1596">
      <w:r w:rsidRPr="004F1596">
        <w:t>Il se leva péniblement</w:t>
      </w:r>
      <w:r w:rsidR="003A025E" w:rsidRPr="004572A7">
        <w:t xml:space="preserve">, </w:t>
      </w:r>
      <w:r w:rsidRPr="004F1596">
        <w:t>esquissa un sourire et</w:t>
      </w:r>
      <w:r w:rsidR="003A025E" w:rsidRPr="004572A7">
        <w:t xml:space="preserve">, </w:t>
      </w:r>
      <w:r w:rsidRPr="004F1596">
        <w:t>après m</w:t>
      </w:r>
      <w:r w:rsidR="003A025E" w:rsidRPr="004572A7">
        <w:t>’</w:t>
      </w:r>
      <w:r w:rsidRPr="004F1596">
        <w:t>avoir tendu la main amicalement</w:t>
      </w:r>
      <w:r w:rsidR="003A025E" w:rsidRPr="004572A7">
        <w:t xml:space="preserve">, </w:t>
      </w:r>
      <w:r w:rsidRPr="004F1596">
        <w:t>il m</w:t>
      </w:r>
      <w:r w:rsidR="003A025E" w:rsidRPr="004572A7">
        <w:t>’</w:t>
      </w:r>
      <w:r w:rsidRPr="004F1596">
        <w:t>invita à m</w:t>
      </w:r>
      <w:r w:rsidR="003A025E" w:rsidRPr="004572A7">
        <w:t>’</w:t>
      </w:r>
      <w:r w:rsidRPr="004F1596">
        <w:t>asseoir à côté de lui</w:t>
      </w:r>
      <w:r w:rsidR="003A025E" w:rsidRPr="004572A7">
        <w:t xml:space="preserve">. </w:t>
      </w:r>
      <w:r w:rsidRPr="004F1596">
        <w:t>Je savais qu</w:t>
      </w:r>
      <w:r w:rsidR="003A025E" w:rsidRPr="004572A7">
        <w:t>’</w:t>
      </w:r>
      <w:r w:rsidRPr="004F1596">
        <w:t>il était malade</w:t>
      </w:r>
      <w:r w:rsidR="003A025E" w:rsidRPr="004572A7">
        <w:t xml:space="preserve">, </w:t>
      </w:r>
      <w:r w:rsidRPr="004F1596">
        <w:t>mais il devait être surtout très affecté de ce qui s</w:t>
      </w:r>
      <w:r w:rsidR="003A025E" w:rsidRPr="004572A7">
        <w:t>’</w:t>
      </w:r>
      <w:r w:rsidRPr="004F1596">
        <w:t>était passé la veille</w:t>
      </w:r>
      <w:r w:rsidR="003A025E" w:rsidRPr="004572A7">
        <w:t xml:space="preserve">, </w:t>
      </w:r>
      <w:r w:rsidRPr="004F1596">
        <w:t>entre nous</w:t>
      </w:r>
      <w:r w:rsidR="003A025E" w:rsidRPr="004572A7">
        <w:t xml:space="preserve">, </w:t>
      </w:r>
      <w:r w:rsidRPr="004F1596">
        <w:t>et je regrettai amèrement</w:t>
      </w:r>
      <w:r w:rsidR="003A025E" w:rsidRPr="004572A7">
        <w:t xml:space="preserve">, </w:t>
      </w:r>
      <w:r w:rsidRPr="004F1596">
        <w:t>pendant quelques secondes</w:t>
      </w:r>
      <w:r w:rsidR="003A025E" w:rsidRPr="004572A7">
        <w:t xml:space="preserve">, </w:t>
      </w:r>
      <w:r w:rsidRPr="004F1596">
        <w:t>d</w:t>
      </w:r>
      <w:r w:rsidR="003A025E" w:rsidRPr="004572A7">
        <w:t>’</w:t>
      </w:r>
      <w:r w:rsidRPr="004F1596">
        <w:t>avoir agi avec autant de brutalité</w:t>
      </w:r>
      <w:r w:rsidR="003A025E" w:rsidRPr="004572A7">
        <w:t>.</w:t>
      </w:r>
    </w:p>
    <w:p w14:paraId="575D146D" w14:textId="77777777" w:rsidR="003A025E" w:rsidRPr="004572A7" w:rsidRDefault="004F1596" w:rsidP="004F1596">
      <w:r w:rsidRPr="004F1596">
        <w:t>Mon attitude</w:t>
      </w:r>
      <w:r w:rsidR="003A025E" w:rsidRPr="004572A7">
        <w:t xml:space="preserve">, </w:t>
      </w:r>
      <w:r w:rsidRPr="004F1596">
        <w:t>à son égard</w:t>
      </w:r>
      <w:r w:rsidR="003A025E" w:rsidRPr="004572A7">
        <w:t xml:space="preserve">, </w:t>
      </w:r>
      <w:r w:rsidRPr="004F1596">
        <w:t>c</w:t>
      </w:r>
      <w:r w:rsidR="003A025E" w:rsidRPr="004572A7">
        <w:t>’</w:t>
      </w:r>
      <w:r w:rsidRPr="004F1596">
        <w:t>était l</w:t>
      </w:r>
      <w:r w:rsidR="003A025E" w:rsidRPr="004572A7">
        <w:t>’</w:t>
      </w:r>
      <w:r w:rsidRPr="004F1596">
        <w:t>évidence même</w:t>
      </w:r>
      <w:r w:rsidR="003A025E" w:rsidRPr="004572A7">
        <w:t xml:space="preserve">, </w:t>
      </w:r>
      <w:r w:rsidRPr="004F1596">
        <w:t>avait contribué</w:t>
      </w:r>
      <w:r w:rsidR="003A025E" w:rsidRPr="004572A7">
        <w:t xml:space="preserve">, </w:t>
      </w:r>
      <w:r w:rsidRPr="004F1596">
        <w:t>dans une large mesure</w:t>
      </w:r>
      <w:r w:rsidR="003A025E" w:rsidRPr="004572A7">
        <w:t xml:space="preserve">, </w:t>
      </w:r>
      <w:r w:rsidRPr="004F1596">
        <w:t>à cet état de dépression physique dans lequel je ne l</w:t>
      </w:r>
      <w:r w:rsidR="003A025E" w:rsidRPr="004572A7">
        <w:t>’</w:t>
      </w:r>
      <w:r w:rsidRPr="004F1596">
        <w:t>avais jamais vu</w:t>
      </w:r>
      <w:r w:rsidR="003A025E" w:rsidRPr="004572A7">
        <w:t>.</w:t>
      </w:r>
    </w:p>
    <w:p w14:paraId="28E5766F" w14:textId="77777777" w:rsidR="003A025E" w:rsidRPr="004572A7" w:rsidRDefault="003A025E" w:rsidP="004F1596">
      <w:r w:rsidRPr="004572A7">
        <w:t>— </w:t>
      </w:r>
      <w:r w:rsidR="004F1596" w:rsidRPr="004F1596">
        <w:t>Asseyez-vous</w:t>
      </w:r>
      <w:r w:rsidRPr="004572A7">
        <w:t xml:space="preserve">, </w:t>
      </w:r>
      <w:r w:rsidR="004F1596" w:rsidRPr="004F1596">
        <w:t>Monsieur Rambaud</w:t>
      </w:r>
      <w:r w:rsidRPr="004572A7">
        <w:t xml:space="preserve">, </w:t>
      </w:r>
      <w:r w:rsidR="004F1596" w:rsidRPr="004F1596">
        <w:t>me dit-il d</w:t>
      </w:r>
      <w:r w:rsidRPr="004572A7">
        <w:t>’</w:t>
      </w:r>
      <w:r w:rsidR="004F1596" w:rsidRPr="004F1596">
        <w:t>un ton calme</w:t>
      </w:r>
      <w:r w:rsidRPr="004572A7">
        <w:t xml:space="preserve">. </w:t>
      </w:r>
      <w:r w:rsidR="004F1596" w:rsidRPr="004F1596">
        <w:t>Puisque vous savez</w:t>
      </w:r>
      <w:r w:rsidRPr="004572A7">
        <w:t xml:space="preserve">, </w:t>
      </w:r>
      <w:r w:rsidR="004F1596" w:rsidRPr="004F1596">
        <w:t>n</w:t>
      </w:r>
      <w:r w:rsidRPr="004572A7">
        <w:t>’</w:t>
      </w:r>
      <w:r w:rsidR="004F1596" w:rsidRPr="004F1596">
        <w:t>est-ce pas</w:t>
      </w:r>
      <w:r w:rsidRPr="004572A7">
        <w:t xml:space="preserve">, </w:t>
      </w:r>
      <w:r w:rsidR="004F1596" w:rsidRPr="004F1596">
        <w:t>maintenant</w:t>
      </w:r>
      <w:r w:rsidRPr="004572A7">
        <w:t xml:space="preserve">, </w:t>
      </w:r>
      <w:r w:rsidR="004F1596" w:rsidRPr="004F1596">
        <w:t>il est inutile que je cherche à feindre avec vous</w:t>
      </w:r>
      <w:r w:rsidRPr="004572A7">
        <w:t xml:space="preserve"> ; </w:t>
      </w:r>
      <w:r w:rsidR="004F1596" w:rsidRPr="004F1596">
        <w:t>ce serait puéril et peu loyal</w:t>
      </w:r>
      <w:r w:rsidRPr="004572A7">
        <w:t xml:space="preserve">. </w:t>
      </w:r>
      <w:r w:rsidR="004F1596" w:rsidRPr="004F1596">
        <w:t>Il vaut mieux que je vous parle avec franchise</w:t>
      </w:r>
      <w:r w:rsidRPr="004572A7">
        <w:t xml:space="preserve">. </w:t>
      </w:r>
      <w:r w:rsidR="004F1596" w:rsidRPr="004F1596">
        <w:t>D</w:t>
      </w:r>
      <w:r w:rsidRPr="004572A7">
        <w:t>’</w:t>
      </w:r>
      <w:r w:rsidR="004F1596" w:rsidRPr="004F1596">
        <w:t>ailleurs</w:t>
      </w:r>
      <w:r w:rsidRPr="004572A7">
        <w:t xml:space="preserve">, </w:t>
      </w:r>
      <w:r w:rsidR="004F1596" w:rsidRPr="004F1596">
        <w:t>je sais que je ne perdrai pas mon temps</w:t>
      </w:r>
      <w:r w:rsidRPr="004572A7">
        <w:t xml:space="preserve">, </w:t>
      </w:r>
      <w:r w:rsidR="004F1596" w:rsidRPr="004F1596">
        <w:t>car je vous crois capable de comprendre et de juger tout ce que je vais vous dire</w:t>
      </w:r>
      <w:r w:rsidRPr="004572A7">
        <w:t xml:space="preserve">. </w:t>
      </w:r>
      <w:r w:rsidR="004F1596" w:rsidRPr="004F1596">
        <w:t xml:space="preserve">Peut-être aussi vous </w:t>
      </w:r>
      <w:proofErr w:type="spellStart"/>
      <w:r w:rsidR="004F1596" w:rsidRPr="004F1596">
        <w:t>rendrez-vous</w:t>
      </w:r>
      <w:proofErr w:type="spellEnd"/>
      <w:r w:rsidR="004F1596" w:rsidRPr="004F1596">
        <w:t xml:space="preserve"> mieux compte</w:t>
      </w:r>
      <w:r w:rsidRPr="004572A7">
        <w:t xml:space="preserve">, </w:t>
      </w:r>
      <w:r w:rsidR="004F1596" w:rsidRPr="004F1596">
        <w:t>après avoir pesé mes paroles et compris leur sens</w:t>
      </w:r>
      <w:r w:rsidRPr="004572A7">
        <w:t xml:space="preserve"> ; </w:t>
      </w:r>
      <w:r w:rsidR="004F1596" w:rsidRPr="004F1596">
        <w:t>peut-être</w:t>
      </w:r>
      <w:r w:rsidRPr="004572A7">
        <w:t xml:space="preserve">, </w:t>
      </w:r>
      <w:r w:rsidR="004F1596" w:rsidRPr="004F1596">
        <w:t>dis-je</w:t>
      </w:r>
      <w:r w:rsidRPr="004572A7">
        <w:t xml:space="preserve">, </w:t>
      </w:r>
      <w:r w:rsidR="004F1596" w:rsidRPr="004F1596">
        <w:t>serez-vous convaincu de la grossièreté des hommes</w:t>
      </w:r>
      <w:r w:rsidRPr="004572A7">
        <w:t xml:space="preserve">, </w:t>
      </w:r>
      <w:r w:rsidR="004F1596" w:rsidRPr="004F1596">
        <w:t>en tout ce qui touche aux grands problèmes spéculatifs et</w:t>
      </w:r>
      <w:r w:rsidRPr="004572A7">
        <w:t xml:space="preserve">, </w:t>
      </w:r>
      <w:r w:rsidR="004F1596" w:rsidRPr="004F1596">
        <w:t xml:space="preserve">en </w:t>
      </w:r>
      <w:r w:rsidR="004F1596" w:rsidRPr="004F1596">
        <w:lastRenderedPageBreak/>
        <w:t>particulier</w:t>
      </w:r>
      <w:r w:rsidRPr="004572A7">
        <w:t xml:space="preserve">, </w:t>
      </w:r>
      <w:r w:rsidR="004F1596" w:rsidRPr="004F1596">
        <w:t>de leur inconcevable intolérance en matière scientifique</w:t>
      </w:r>
      <w:r w:rsidRPr="004572A7">
        <w:t>.</w:t>
      </w:r>
    </w:p>
    <w:p w14:paraId="05FD5C31" w14:textId="77777777" w:rsidR="003A025E" w:rsidRPr="004572A7" w:rsidRDefault="003A025E" w:rsidP="004F1596">
      <w:r w:rsidRPr="004572A7">
        <w:t>« </w:t>
      </w:r>
      <w:r w:rsidR="004F1596" w:rsidRPr="004F1596">
        <w:t>Notre discussion d</w:t>
      </w:r>
      <w:r w:rsidRPr="004572A7">
        <w:t>’</w:t>
      </w:r>
      <w:r w:rsidR="004F1596" w:rsidRPr="004F1596">
        <w:t>avant-hier a eu pour point de départ une question d</w:t>
      </w:r>
      <w:r w:rsidRPr="004572A7">
        <w:t>’</w:t>
      </w:r>
      <w:r w:rsidR="004F1596" w:rsidRPr="004F1596">
        <w:t>ordre un peu spécial</w:t>
      </w:r>
      <w:r w:rsidRPr="004572A7">
        <w:t xml:space="preserve">, </w:t>
      </w:r>
      <w:r w:rsidR="004F1596" w:rsidRPr="004F1596">
        <w:t>et nous l</w:t>
      </w:r>
      <w:r w:rsidRPr="004572A7">
        <w:t>’</w:t>
      </w:r>
      <w:r w:rsidR="004F1596" w:rsidRPr="004F1596">
        <w:t>avons traitée d</w:t>
      </w:r>
      <w:r w:rsidRPr="004572A7">
        <w:t>’</w:t>
      </w:r>
      <w:r w:rsidR="004F1596" w:rsidRPr="004F1596">
        <w:t>une façon philosophique et superficielle</w:t>
      </w:r>
      <w:r w:rsidRPr="004572A7">
        <w:t xml:space="preserve">. </w:t>
      </w:r>
      <w:r w:rsidR="004F1596" w:rsidRPr="004F1596">
        <w:t>Non point que j</w:t>
      </w:r>
      <w:r w:rsidRPr="004572A7">
        <w:t>’</w:t>
      </w:r>
      <w:r w:rsidR="004F1596" w:rsidRPr="004F1596">
        <w:t>accuse les philosophes d</w:t>
      </w:r>
      <w:r w:rsidRPr="004572A7">
        <w:t>’</w:t>
      </w:r>
      <w:r w:rsidR="004F1596" w:rsidRPr="004F1596">
        <w:t>être des esprits superficiels</w:t>
      </w:r>
      <w:r w:rsidRPr="004572A7">
        <w:t xml:space="preserve">, </w:t>
      </w:r>
      <w:r w:rsidR="004F1596" w:rsidRPr="004F1596">
        <w:t>mais</w:t>
      </w:r>
      <w:r w:rsidRPr="004572A7">
        <w:t xml:space="preserve">, </w:t>
      </w:r>
      <w:r w:rsidR="004F1596" w:rsidRPr="004F1596">
        <w:t>en ce sens</w:t>
      </w:r>
      <w:r w:rsidRPr="004572A7">
        <w:t xml:space="preserve">, </w:t>
      </w:r>
      <w:r w:rsidR="004F1596" w:rsidRPr="004F1596">
        <w:t>que nous nous sommes confinés beaucoup trop dans le domaine des généralités</w:t>
      </w:r>
      <w:r w:rsidRPr="004572A7">
        <w:t xml:space="preserve">, </w:t>
      </w:r>
      <w:r w:rsidR="004F1596" w:rsidRPr="004F1596">
        <w:t>et que nous n</w:t>
      </w:r>
      <w:r w:rsidRPr="004572A7">
        <w:t>’</w:t>
      </w:r>
      <w:r w:rsidR="004F1596" w:rsidRPr="004F1596">
        <w:t>avons pas pénétré assez avant dans celui des faits positifs et concrets</w:t>
      </w:r>
      <w:r w:rsidRPr="004572A7">
        <w:t>.</w:t>
      </w:r>
    </w:p>
    <w:p w14:paraId="63C66B70" w14:textId="77777777" w:rsidR="003A025E" w:rsidRPr="004572A7" w:rsidRDefault="003A025E" w:rsidP="004F1596">
      <w:r w:rsidRPr="004572A7">
        <w:t>« </w:t>
      </w:r>
      <w:r w:rsidR="004F1596" w:rsidRPr="004F1596">
        <w:t>N</w:t>
      </w:r>
      <w:r w:rsidRPr="004572A7">
        <w:t>’</w:t>
      </w:r>
      <w:r w:rsidR="004F1596" w:rsidRPr="004F1596">
        <w:t>allez pas croire</w:t>
      </w:r>
      <w:r w:rsidRPr="004572A7">
        <w:t xml:space="preserve">, </w:t>
      </w:r>
      <w:r w:rsidR="004F1596" w:rsidRPr="004F1596">
        <w:t>je vous le répète</w:t>
      </w:r>
      <w:r w:rsidRPr="004572A7">
        <w:t xml:space="preserve">, </w:t>
      </w:r>
      <w:r w:rsidR="004F1596" w:rsidRPr="004F1596">
        <w:t>que je puisse mépriser les philosophes</w:t>
      </w:r>
      <w:r w:rsidRPr="004572A7">
        <w:t xml:space="preserve">, </w:t>
      </w:r>
      <w:r w:rsidR="004F1596" w:rsidRPr="004F1596">
        <w:t>bien au contraire</w:t>
      </w:r>
      <w:r w:rsidRPr="004572A7">
        <w:t xml:space="preserve">, </w:t>
      </w:r>
      <w:r w:rsidR="004F1596" w:rsidRPr="004F1596">
        <w:t>car</w:t>
      </w:r>
      <w:r w:rsidRPr="004572A7">
        <w:t xml:space="preserve">, </w:t>
      </w:r>
      <w:r w:rsidR="004F1596" w:rsidRPr="004F1596">
        <w:t>s</w:t>
      </w:r>
      <w:r w:rsidRPr="004572A7">
        <w:t>’</w:t>
      </w:r>
      <w:r w:rsidR="004F1596" w:rsidRPr="004F1596">
        <w:t>ils ne peuvent aborder de front l</w:t>
      </w:r>
      <w:r w:rsidRPr="004572A7">
        <w:t>’</w:t>
      </w:r>
      <w:r w:rsidR="004F1596" w:rsidRPr="004F1596">
        <w:t>étude de toutes les connaissances humaines et s</w:t>
      </w:r>
      <w:r w:rsidRPr="004572A7">
        <w:t>’</w:t>
      </w:r>
      <w:r w:rsidR="004F1596" w:rsidRPr="004F1596">
        <w:t>assimiler complètement toutes les sciences expérimentales</w:t>
      </w:r>
      <w:r w:rsidRPr="004572A7">
        <w:t xml:space="preserve">, </w:t>
      </w:r>
      <w:r w:rsidR="004F1596" w:rsidRPr="004F1596">
        <w:t>ils n</w:t>
      </w:r>
      <w:r w:rsidRPr="004572A7">
        <w:t>’</w:t>
      </w:r>
      <w:r w:rsidR="004F1596" w:rsidRPr="004F1596">
        <w:t>en demeurent pas moins des esprits vastes</w:t>
      </w:r>
      <w:r w:rsidRPr="004572A7">
        <w:t xml:space="preserve">, </w:t>
      </w:r>
      <w:r w:rsidR="004F1596" w:rsidRPr="004F1596">
        <w:t>des chercheurs d</w:t>
      </w:r>
      <w:r w:rsidRPr="004572A7">
        <w:t>’</w:t>
      </w:r>
      <w:r w:rsidR="004F1596" w:rsidRPr="004F1596">
        <w:t>un jugement sûr</w:t>
      </w:r>
      <w:r w:rsidRPr="004572A7">
        <w:t xml:space="preserve">, </w:t>
      </w:r>
      <w:r w:rsidR="004F1596" w:rsidRPr="004F1596">
        <w:t>des intelligences remarquables par leur clarté</w:t>
      </w:r>
      <w:r w:rsidRPr="004572A7">
        <w:t xml:space="preserve">, </w:t>
      </w:r>
      <w:r w:rsidR="004F1596" w:rsidRPr="004F1596">
        <w:t>leurs qualités de critique et d</w:t>
      </w:r>
      <w:r w:rsidRPr="004572A7">
        <w:t>’</w:t>
      </w:r>
      <w:r w:rsidR="004F1596" w:rsidRPr="004F1596">
        <w:t>intuition</w:t>
      </w:r>
      <w:r w:rsidRPr="004572A7">
        <w:t xml:space="preserve">. </w:t>
      </w:r>
      <w:r w:rsidR="004F1596" w:rsidRPr="004F1596">
        <w:t>S</w:t>
      </w:r>
      <w:r w:rsidRPr="004572A7">
        <w:t>’</w:t>
      </w:r>
      <w:r w:rsidR="004F1596" w:rsidRPr="004F1596">
        <w:t>ils ne sont point</w:t>
      </w:r>
      <w:r w:rsidRPr="004572A7">
        <w:t xml:space="preserve">, </w:t>
      </w:r>
      <w:r w:rsidR="004F1596" w:rsidRPr="004F1596">
        <w:t>à proprement parler</w:t>
      </w:r>
      <w:r w:rsidRPr="004572A7">
        <w:t xml:space="preserve">, </w:t>
      </w:r>
      <w:r w:rsidR="004F1596" w:rsidRPr="004F1596">
        <w:t>tous</w:t>
      </w:r>
      <w:r w:rsidRPr="004572A7">
        <w:t xml:space="preserve">, </w:t>
      </w:r>
      <w:r w:rsidR="004F1596" w:rsidRPr="004F1596">
        <w:t>des savants</w:t>
      </w:r>
      <w:r w:rsidRPr="004572A7">
        <w:t xml:space="preserve">, </w:t>
      </w:r>
      <w:r w:rsidR="004F1596" w:rsidRPr="004F1596">
        <w:t>on peut dire qu</w:t>
      </w:r>
      <w:r w:rsidRPr="004572A7">
        <w:t>’</w:t>
      </w:r>
      <w:r w:rsidR="004F1596" w:rsidRPr="004F1596">
        <w:t>ils préparent tous à la science</w:t>
      </w:r>
      <w:r w:rsidRPr="004572A7">
        <w:t xml:space="preserve"> ; </w:t>
      </w:r>
      <w:r w:rsidR="004F1596" w:rsidRPr="004F1596">
        <w:t>qu</w:t>
      </w:r>
      <w:r w:rsidRPr="004572A7">
        <w:t>’</w:t>
      </w:r>
      <w:r w:rsidR="004F1596" w:rsidRPr="004F1596">
        <w:t>ils éclairent</w:t>
      </w:r>
      <w:r w:rsidRPr="004572A7">
        <w:t xml:space="preserve">, </w:t>
      </w:r>
      <w:r w:rsidR="004F1596" w:rsidRPr="004F1596">
        <w:t>par leurs hypothèses hardies</w:t>
      </w:r>
      <w:r w:rsidRPr="004572A7">
        <w:t xml:space="preserve">, </w:t>
      </w:r>
      <w:r w:rsidR="004F1596" w:rsidRPr="004F1596">
        <w:t>la route aux créateurs</w:t>
      </w:r>
      <w:r w:rsidRPr="004572A7">
        <w:t xml:space="preserve">, </w:t>
      </w:r>
      <w:r w:rsidR="004F1596" w:rsidRPr="004F1596">
        <w:t>aux artisans des grandes inventions et des grandes découvertes</w:t>
      </w:r>
      <w:r w:rsidRPr="004572A7">
        <w:t>.</w:t>
      </w:r>
    </w:p>
    <w:p w14:paraId="4E1484E6" w14:textId="77777777" w:rsidR="003A025E" w:rsidRPr="004572A7" w:rsidRDefault="003A025E" w:rsidP="004F1596">
      <w:r w:rsidRPr="004572A7">
        <w:t>« </w:t>
      </w:r>
      <w:r w:rsidR="004F1596" w:rsidRPr="004F1596">
        <w:t>Nous avons parlé</w:t>
      </w:r>
      <w:r w:rsidRPr="004572A7">
        <w:t xml:space="preserve">, </w:t>
      </w:r>
      <w:r w:rsidR="004F1596" w:rsidRPr="004F1596">
        <w:t>n</w:t>
      </w:r>
      <w:r w:rsidRPr="004572A7">
        <w:t>’</w:t>
      </w:r>
      <w:r w:rsidR="004F1596" w:rsidRPr="004F1596">
        <w:t>est-ce pas</w:t>
      </w:r>
      <w:r w:rsidRPr="004572A7">
        <w:t xml:space="preserve">, </w:t>
      </w:r>
      <w:r w:rsidR="004F1596" w:rsidRPr="004F1596">
        <w:t>à propos d</w:t>
      </w:r>
      <w:r w:rsidRPr="004572A7">
        <w:t>’</w:t>
      </w:r>
      <w:r w:rsidR="004F1596" w:rsidRPr="004F1596">
        <w:t xml:space="preserve">un article de </w:t>
      </w:r>
      <w:proofErr w:type="spellStart"/>
      <w:r w:rsidR="004F1596" w:rsidRPr="004F1596">
        <w:t>Richart</w:t>
      </w:r>
      <w:proofErr w:type="spellEnd"/>
      <w:r w:rsidRPr="004572A7">
        <w:t xml:space="preserve">, </w:t>
      </w:r>
      <w:r w:rsidR="004F1596" w:rsidRPr="004F1596">
        <w:t>de la transmission de la pensée et des phénomènes psychiques</w:t>
      </w:r>
      <w:r w:rsidRPr="004572A7">
        <w:t xml:space="preserve">. </w:t>
      </w:r>
      <w:r w:rsidR="004F1596" w:rsidRPr="004F1596">
        <w:t>Je vous ai dit alors que l</w:t>
      </w:r>
      <w:r w:rsidRPr="004572A7">
        <w:t>’</w:t>
      </w:r>
      <w:r w:rsidR="004F1596" w:rsidRPr="004F1596">
        <w:t>homme avait une tendance superstitieuse à classer</w:t>
      </w:r>
      <w:r w:rsidRPr="004572A7">
        <w:t xml:space="preserve">, </w:t>
      </w:r>
      <w:r w:rsidR="004F1596" w:rsidRPr="004F1596">
        <w:t>parmi les phénomènes psychologiques et psychiques</w:t>
      </w:r>
      <w:r w:rsidRPr="004572A7">
        <w:t xml:space="preserve">, </w:t>
      </w:r>
      <w:r w:rsidR="004F1596" w:rsidRPr="004F1596">
        <w:t>tous les faits relatifs au corps humain</w:t>
      </w:r>
      <w:r w:rsidRPr="004572A7">
        <w:t xml:space="preserve">, </w:t>
      </w:r>
      <w:r w:rsidR="004F1596" w:rsidRPr="004F1596">
        <w:t>faits qui ne lui apparaissent pas nettement revêtus des caractères propres à la matière et ne portent pas l</w:t>
      </w:r>
      <w:r w:rsidRPr="004572A7">
        <w:t>’</w:t>
      </w:r>
      <w:r w:rsidR="004F1596" w:rsidRPr="004F1596">
        <w:t>empreinte officielle des vérités admises</w:t>
      </w:r>
      <w:r w:rsidRPr="004572A7">
        <w:t>.</w:t>
      </w:r>
    </w:p>
    <w:p w14:paraId="043B43E6" w14:textId="77777777" w:rsidR="003A025E" w:rsidRPr="004572A7" w:rsidRDefault="003A025E" w:rsidP="004F1596">
      <w:r w:rsidRPr="004572A7">
        <w:t>« </w:t>
      </w:r>
      <w:r w:rsidR="004F1596" w:rsidRPr="004F1596">
        <w:t>J</w:t>
      </w:r>
      <w:r w:rsidRPr="004572A7">
        <w:t>’</w:t>
      </w:r>
      <w:r w:rsidR="004F1596" w:rsidRPr="004F1596">
        <w:t>ai soutenu</w:t>
      </w:r>
      <w:r w:rsidRPr="004572A7">
        <w:t xml:space="preserve">, </w:t>
      </w:r>
      <w:r w:rsidR="004F1596" w:rsidRPr="004F1596">
        <w:t>vous devez vous en souvenir</w:t>
      </w:r>
      <w:r w:rsidRPr="004572A7">
        <w:t xml:space="preserve">, </w:t>
      </w:r>
      <w:r w:rsidR="004F1596" w:rsidRPr="004F1596">
        <w:t xml:space="preserve">contre les prétentions de </w:t>
      </w:r>
      <w:proofErr w:type="spellStart"/>
      <w:r w:rsidR="004F1596" w:rsidRPr="004F1596">
        <w:t>Richart</w:t>
      </w:r>
      <w:proofErr w:type="spellEnd"/>
      <w:r w:rsidR="004F1596" w:rsidRPr="004F1596">
        <w:t xml:space="preserve"> et contre vos théories</w:t>
      </w:r>
      <w:r w:rsidRPr="004572A7">
        <w:t xml:space="preserve">, </w:t>
      </w:r>
      <w:r w:rsidR="004F1596" w:rsidRPr="004F1596">
        <w:t>j</w:t>
      </w:r>
      <w:r w:rsidRPr="004572A7">
        <w:t>’</w:t>
      </w:r>
      <w:r w:rsidR="004F1596" w:rsidRPr="004F1596">
        <w:t>ai soutenu les arguments de la thèse matérialiste</w:t>
      </w:r>
      <w:r w:rsidRPr="004572A7">
        <w:t xml:space="preserve">, </w:t>
      </w:r>
      <w:r w:rsidR="004F1596" w:rsidRPr="004F1596">
        <w:t xml:space="preserve">non point que je sois </w:t>
      </w:r>
      <w:r w:rsidR="004F1596" w:rsidRPr="004F1596">
        <w:lastRenderedPageBreak/>
        <w:t>matérialiste au sens que l</w:t>
      </w:r>
      <w:r w:rsidRPr="004572A7">
        <w:t>’</w:t>
      </w:r>
      <w:r w:rsidR="004F1596" w:rsidRPr="004F1596">
        <w:t>on donne habituellement à ce mot</w:t>
      </w:r>
      <w:r w:rsidRPr="004572A7">
        <w:t xml:space="preserve">, </w:t>
      </w:r>
      <w:r w:rsidR="004F1596" w:rsidRPr="004F1596">
        <w:t>mais plutôt parce que je suis fermement convaincu que nous ne connaissons rien des faits matériels</w:t>
      </w:r>
      <w:r w:rsidRPr="004572A7">
        <w:t xml:space="preserve">, </w:t>
      </w:r>
      <w:r w:rsidR="004F1596" w:rsidRPr="004F1596">
        <w:t>principalement de ceux qui concernent le corps humain</w:t>
      </w:r>
      <w:r w:rsidRPr="004572A7">
        <w:t xml:space="preserve">, </w:t>
      </w:r>
      <w:r w:rsidR="004F1596" w:rsidRPr="004F1596">
        <w:t>et que nous devons nous attacher</w:t>
      </w:r>
      <w:r w:rsidRPr="004572A7">
        <w:t xml:space="preserve">, </w:t>
      </w:r>
      <w:r w:rsidR="004F1596" w:rsidRPr="004F1596">
        <w:t>par tous les moyens</w:t>
      </w:r>
      <w:r w:rsidRPr="004572A7">
        <w:t xml:space="preserve">, </w:t>
      </w:r>
      <w:r w:rsidR="004F1596" w:rsidRPr="004F1596">
        <w:t>à vérifier scrupuleusement si les croyances</w:t>
      </w:r>
      <w:r w:rsidRPr="004572A7">
        <w:t xml:space="preserve">, </w:t>
      </w:r>
      <w:r w:rsidR="004F1596" w:rsidRPr="004F1596">
        <w:t>dont nous avons hérité de nos ancêtres</w:t>
      </w:r>
      <w:r w:rsidRPr="004572A7">
        <w:t xml:space="preserve">, </w:t>
      </w:r>
      <w:r w:rsidR="004F1596" w:rsidRPr="004F1596">
        <w:t>sont bien l</w:t>
      </w:r>
      <w:r w:rsidRPr="004572A7">
        <w:t>’</w:t>
      </w:r>
      <w:r w:rsidR="004F1596" w:rsidRPr="004F1596">
        <w:t>expression même de la vérité</w:t>
      </w:r>
      <w:r w:rsidRPr="004572A7">
        <w:t xml:space="preserve">, </w:t>
      </w:r>
      <w:r w:rsidR="004F1596" w:rsidRPr="004F1596">
        <w:t>ou simplement le résultat d</w:t>
      </w:r>
      <w:r w:rsidRPr="004572A7">
        <w:t>’</w:t>
      </w:r>
      <w:r w:rsidR="004F1596" w:rsidRPr="004F1596">
        <w:t>une science incomplète</w:t>
      </w:r>
      <w:r w:rsidRPr="004572A7">
        <w:t>.</w:t>
      </w:r>
    </w:p>
    <w:p w14:paraId="70A887F2" w14:textId="77777777" w:rsidR="003A025E" w:rsidRPr="004572A7" w:rsidRDefault="003A025E" w:rsidP="004F1596">
      <w:r w:rsidRPr="004572A7">
        <w:t>« </w:t>
      </w:r>
      <w:r w:rsidR="004F1596" w:rsidRPr="004F1596">
        <w:t>Je vous ai soutenu que la transmission de la pensée pouvait très bien ne pas être</w:t>
      </w:r>
      <w:r w:rsidRPr="004572A7">
        <w:t xml:space="preserve">, </w:t>
      </w:r>
      <w:r w:rsidR="004F1596" w:rsidRPr="004F1596">
        <w:t xml:space="preserve">ainsi que le prétend </w:t>
      </w:r>
      <w:proofErr w:type="spellStart"/>
      <w:r w:rsidR="004F1596" w:rsidRPr="004F1596">
        <w:t>Richart</w:t>
      </w:r>
      <w:proofErr w:type="spellEnd"/>
      <w:r w:rsidRPr="004572A7">
        <w:t xml:space="preserve">, </w:t>
      </w:r>
      <w:r w:rsidR="004F1596" w:rsidRPr="004F1596">
        <w:t>un phénomène uniquement psychique</w:t>
      </w:r>
      <w:r w:rsidRPr="004572A7">
        <w:t xml:space="preserve">, </w:t>
      </w:r>
      <w:r w:rsidR="004F1596" w:rsidRPr="004F1596">
        <w:t>complètement indépendant de la matière</w:t>
      </w:r>
      <w:r w:rsidRPr="004572A7">
        <w:t xml:space="preserve">, </w:t>
      </w:r>
      <w:r w:rsidR="004F1596" w:rsidRPr="004F1596">
        <w:t>et que</w:t>
      </w:r>
      <w:r w:rsidRPr="004572A7">
        <w:t xml:space="preserve">, </w:t>
      </w:r>
      <w:r w:rsidR="004F1596" w:rsidRPr="004F1596">
        <w:t>contrairement à tout ce qu</w:t>
      </w:r>
      <w:r w:rsidRPr="004572A7">
        <w:t>’</w:t>
      </w:r>
      <w:r w:rsidR="004F1596" w:rsidRPr="004F1596">
        <w:t>on a cru jusqu</w:t>
      </w:r>
      <w:r w:rsidRPr="004572A7">
        <w:t>’</w:t>
      </w:r>
      <w:r w:rsidR="004F1596" w:rsidRPr="004F1596">
        <w:t>ici</w:t>
      </w:r>
      <w:r w:rsidRPr="004572A7">
        <w:t xml:space="preserve">, </w:t>
      </w:r>
      <w:r w:rsidR="004F1596" w:rsidRPr="004F1596">
        <w:t>il se réduisait à un simple chapitre de physico-biologie</w:t>
      </w:r>
      <w:r w:rsidRPr="004572A7">
        <w:t xml:space="preserve">. </w:t>
      </w:r>
      <w:r w:rsidR="004F1596" w:rsidRPr="004F1596">
        <w:t>Vous m</w:t>
      </w:r>
      <w:r w:rsidRPr="004572A7">
        <w:t>’</w:t>
      </w:r>
      <w:r w:rsidR="004F1596" w:rsidRPr="004F1596">
        <w:t>avez demandé alors</w:t>
      </w:r>
      <w:r w:rsidRPr="004572A7">
        <w:t xml:space="preserve">, </w:t>
      </w:r>
      <w:r w:rsidR="004F1596" w:rsidRPr="004F1596">
        <w:t>sur un ton légèrement ironique</w:t>
      </w:r>
      <w:r w:rsidRPr="004572A7">
        <w:t xml:space="preserve">, </w:t>
      </w:r>
      <w:r w:rsidR="004F1596" w:rsidRPr="004F1596">
        <w:t>de vous prouver</w:t>
      </w:r>
      <w:r w:rsidRPr="004572A7">
        <w:t xml:space="preserve">, </w:t>
      </w:r>
      <w:r w:rsidR="004F1596" w:rsidRPr="004F1596">
        <w:t>expérimentalement</w:t>
      </w:r>
      <w:r w:rsidRPr="004572A7">
        <w:t xml:space="preserve">, </w:t>
      </w:r>
      <w:r w:rsidR="004F1596" w:rsidRPr="004F1596">
        <w:t>la valeur de mes affirmations</w:t>
      </w:r>
      <w:r w:rsidRPr="004572A7">
        <w:t xml:space="preserve">. </w:t>
      </w:r>
      <w:r w:rsidR="004F1596" w:rsidRPr="004F1596">
        <w:t>Or</w:t>
      </w:r>
      <w:r w:rsidRPr="004572A7">
        <w:t xml:space="preserve">, </w:t>
      </w:r>
      <w:r w:rsidR="004F1596" w:rsidRPr="004F1596">
        <w:t>c</w:t>
      </w:r>
      <w:r w:rsidRPr="004572A7">
        <w:t>’</w:t>
      </w:r>
      <w:r w:rsidR="004F1596" w:rsidRPr="004F1596">
        <w:t>est précisément au moment où je me préparais à vous fournir une preuve éclatante de ce que j</w:t>
      </w:r>
      <w:r w:rsidRPr="004572A7">
        <w:t>’</w:t>
      </w:r>
      <w:r w:rsidR="004F1596" w:rsidRPr="004F1596">
        <w:t>avançais</w:t>
      </w:r>
      <w:r w:rsidRPr="004572A7">
        <w:t xml:space="preserve">, </w:t>
      </w:r>
      <w:r w:rsidR="004F1596" w:rsidRPr="004F1596">
        <w:t>que vous avez surpris le secret de ma découverte et que vous avez braqué sur moi votre revolver</w:t>
      </w:r>
      <w:r w:rsidRPr="004572A7">
        <w:t>.</w:t>
      </w:r>
    </w:p>
    <w:p w14:paraId="0C74545D" w14:textId="77777777" w:rsidR="003A025E" w:rsidRPr="004572A7" w:rsidRDefault="003A025E" w:rsidP="004F1596">
      <w:r w:rsidRPr="004572A7">
        <w:t>— </w:t>
      </w:r>
      <w:r w:rsidR="004F1596" w:rsidRPr="004F1596">
        <w:t>Je regrette bien vivement</w:t>
      </w:r>
      <w:r w:rsidRPr="004572A7">
        <w:t xml:space="preserve">, </w:t>
      </w:r>
      <w:r w:rsidR="004F1596" w:rsidRPr="004F1596">
        <w:t>Monsieur de Surgères</w:t>
      </w:r>
      <w:r w:rsidRPr="004572A7">
        <w:t xml:space="preserve">, </w:t>
      </w:r>
      <w:r w:rsidR="004F1596" w:rsidRPr="004F1596">
        <w:t>d</w:t>
      </w:r>
      <w:r w:rsidRPr="004572A7">
        <w:t>’</w:t>
      </w:r>
      <w:r w:rsidR="004F1596" w:rsidRPr="004F1596">
        <w:t>avoir agi d</w:t>
      </w:r>
      <w:r w:rsidRPr="004572A7">
        <w:t>’</w:t>
      </w:r>
      <w:r w:rsidR="004F1596" w:rsidRPr="004F1596">
        <w:t>une façon aussi brutale</w:t>
      </w:r>
      <w:r w:rsidRPr="004572A7">
        <w:t xml:space="preserve"> ; </w:t>
      </w:r>
      <w:r w:rsidR="004F1596" w:rsidRPr="004F1596">
        <w:t>mais</w:t>
      </w:r>
      <w:r w:rsidRPr="004572A7">
        <w:t xml:space="preserve">, </w:t>
      </w:r>
      <w:r w:rsidR="004F1596" w:rsidRPr="004F1596">
        <w:t>croyez-le bien</w:t>
      </w:r>
      <w:r w:rsidRPr="004572A7">
        <w:t xml:space="preserve">, </w:t>
      </w:r>
      <w:r w:rsidR="004F1596" w:rsidRPr="004F1596">
        <w:t>c</w:t>
      </w:r>
      <w:r w:rsidRPr="004572A7">
        <w:t>’</w:t>
      </w:r>
      <w:r w:rsidR="004F1596" w:rsidRPr="004F1596">
        <w:t>était là un pur réflexe</w:t>
      </w:r>
      <w:r w:rsidRPr="004572A7">
        <w:t xml:space="preserve">, </w:t>
      </w:r>
      <w:r w:rsidR="004F1596" w:rsidRPr="004F1596">
        <w:t>car vous m</w:t>
      </w:r>
      <w:r w:rsidRPr="004572A7">
        <w:t>’</w:t>
      </w:r>
      <w:r w:rsidR="004F1596" w:rsidRPr="004F1596">
        <w:t>inspirez</w:t>
      </w:r>
      <w:r w:rsidRPr="004572A7">
        <w:t xml:space="preserve">, </w:t>
      </w:r>
      <w:r w:rsidR="004F1596" w:rsidRPr="004F1596">
        <w:t>aujourd</w:t>
      </w:r>
      <w:r w:rsidRPr="004572A7">
        <w:t>’</w:t>
      </w:r>
      <w:r w:rsidR="004F1596" w:rsidRPr="004F1596">
        <w:t>hui</w:t>
      </w:r>
      <w:r w:rsidRPr="004572A7">
        <w:t xml:space="preserve">, </w:t>
      </w:r>
      <w:r w:rsidR="004F1596" w:rsidRPr="004F1596">
        <w:t>plus de respect que d</w:t>
      </w:r>
      <w:r w:rsidRPr="004572A7">
        <w:t>’</w:t>
      </w:r>
      <w:r w:rsidR="004F1596" w:rsidRPr="004F1596">
        <w:t>hostilité</w:t>
      </w:r>
      <w:r w:rsidRPr="004572A7">
        <w:t xml:space="preserve">. </w:t>
      </w:r>
      <w:r w:rsidR="004F1596" w:rsidRPr="004F1596">
        <w:t>J</w:t>
      </w:r>
      <w:r w:rsidRPr="004572A7">
        <w:t>’</w:t>
      </w:r>
      <w:r w:rsidR="004F1596" w:rsidRPr="004F1596">
        <w:t>ai réfléchi et je comprends</w:t>
      </w:r>
      <w:r w:rsidRPr="004572A7">
        <w:t xml:space="preserve">, </w:t>
      </w:r>
      <w:r w:rsidR="004F1596" w:rsidRPr="004F1596">
        <w:t>maintenant</w:t>
      </w:r>
      <w:r w:rsidRPr="004572A7">
        <w:t xml:space="preserve">, </w:t>
      </w:r>
      <w:r w:rsidR="004F1596" w:rsidRPr="004F1596">
        <w:t>quelle distance nous sépare</w:t>
      </w:r>
      <w:r w:rsidRPr="004572A7">
        <w:t xml:space="preserve"> : </w:t>
      </w:r>
      <w:r w:rsidR="004F1596" w:rsidRPr="004F1596">
        <w:t>vous êtes un savant et moi je suis un ignorant</w:t>
      </w:r>
      <w:r w:rsidRPr="004572A7">
        <w:t>…</w:t>
      </w:r>
    </w:p>
    <w:p w14:paraId="65D53A97" w14:textId="77777777" w:rsidR="003A025E" w:rsidRPr="004572A7" w:rsidRDefault="003A025E" w:rsidP="004F1596">
      <w:r w:rsidRPr="004572A7">
        <w:t>— </w:t>
      </w:r>
      <w:r w:rsidR="004F1596" w:rsidRPr="004F1596">
        <w:t>Savant est un mot un peu fort</w:t>
      </w:r>
      <w:r w:rsidRPr="004572A7">
        <w:t xml:space="preserve">, </w:t>
      </w:r>
      <w:r w:rsidR="004F1596" w:rsidRPr="004F1596">
        <w:t>dit Surgères avec un sourire triste</w:t>
      </w:r>
      <w:r w:rsidRPr="004572A7">
        <w:t xml:space="preserve">. </w:t>
      </w:r>
      <w:r w:rsidR="004F1596" w:rsidRPr="004F1596">
        <w:t>Il n</w:t>
      </w:r>
      <w:r w:rsidRPr="004572A7">
        <w:t>’</w:t>
      </w:r>
      <w:r w:rsidR="004F1596" w:rsidRPr="004F1596">
        <w:t>y a pas de savants</w:t>
      </w:r>
      <w:r w:rsidRPr="004572A7">
        <w:t xml:space="preserve">, </w:t>
      </w:r>
      <w:r w:rsidR="004F1596" w:rsidRPr="004F1596">
        <w:t>mon cher Monsieur Rambaud</w:t>
      </w:r>
      <w:r w:rsidRPr="004572A7">
        <w:t xml:space="preserve">, </w:t>
      </w:r>
      <w:r w:rsidR="004F1596" w:rsidRPr="004F1596">
        <w:t>il n</w:t>
      </w:r>
      <w:r w:rsidRPr="004572A7">
        <w:t>’</w:t>
      </w:r>
      <w:r w:rsidR="004F1596" w:rsidRPr="004F1596">
        <w:t>y a que des hommes qui cherchent et qui arrivent</w:t>
      </w:r>
      <w:r w:rsidRPr="004572A7">
        <w:t xml:space="preserve">, </w:t>
      </w:r>
      <w:r w:rsidR="004F1596" w:rsidRPr="004F1596">
        <w:t>parfois</w:t>
      </w:r>
      <w:r w:rsidRPr="004572A7">
        <w:t xml:space="preserve">, </w:t>
      </w:r>
      <w:r w:rsidR="004F1596" w:rsidRPr="004F1596">
        <w:t>grâce à leur ténacité</w:t>
      </w:r>
      <w:r w:rsidRPr="004572A7">
        <w:t xml:space="preserve">, </w:t>
      </w:r>
      <w:r w:rsidR="004F1596" w:rsidRPr="004F1596">
        <w:t>à d</w:t>
      </w:r>
      <w:r w:rsidRPr="004572A7">
        <w:t>’</w:t>
      </w:r>
      <w:r w:rsidR="004F1596" w:rsidRPr="004F1596">
        <w:t>heureux résultats</w:t>
      </w:r>
      <w:r w:rsidRPr="004572A7">
        <w:t xml:space="preserve">. </w:t>
      </w:r>
      <w:r w:rsidR="004F1596" w:rsidRPr="004F1596">
        <w:t>Ils ont appris</w:t>
      </w:r>
      <w:r w:rsidRPr="004572A7">
        <w:t xml:space="preserve">, </w:t>
      </w:r>
      <w:r w:rsidR="004F1596" w:rsidRPr="004F1596">
        <w:t>beaucoup</w:t>
      </w:r>
      <w:r w:rsidRPr="004572A7">
        <w:t xml:space="preserve">, </w:t>
      </w:r>
      <w:r w:rsidR="004F1596" w:rsidRPr="004F1596">
        <w:t>peut-être</w:t>
      </w:r>
      <w:r w:rsidRPr="004572A7">
        <w:t xml:space="preserve"> ; </w:t>
      </w:r>
      <w:r w:rsidR="004F1596" w:rsidRPr="004F1596">
        <w:t>mais</w:t>
      </w:r>
      <w:r w:rsidRPr="004572A7">
        <w:t xml:space="preserve">, </w:t>
      </w:r>
      <w:r w:rsidR="004F1596" w:rsidRPr="004F1596">
        <w:t>hélas</w:t>
      </w:r>
      <w:r w:rsidRPr="004572A7">
        <w:t xml:space="preserve"> ! </w:t>
      </w:r>
      <w:r w:rsidR="004F1596" w:rsidRPr="004F1596">
        <w:t>ils sont bien loin de tout savoir</w:t>
      </w:r>
      <w:r w:rsidRPr="004572A7">
        <w:t xml:space="preserve">, </w:t>
      </w:r>
      <w:r w:rsidR="004F1596" w:rsidRPr="004F1596">
        <w:t>comme le pense le vulgaire</w:t>
      </w:r>
      <w:r w:rsidRPr="004572A7">
        <w:t>.</w:t>
      </w:r>
    </w:p>
    <w:p w14:paraId="4035A5A5" w14:textId="77777777" w:rsidR="003A025E" w:rsidRPr="004572A7" w:rsidRDefault="003A025E" w:rsidP="004F1596">
      <w:r w:rsidRPr="004572A7">
        <w:lastRenderedPageBreak/>
        <w:t>« </w:t>
      </w:r>
      <w:r w:rsidR="004F1596" w:rsidRPr="004F1596">
        <w:t>Quant à vous</w:t>
      </w:r>
      <w:r w:rsidRPr="004572A7">
        <w:t xml:space="preserve">, </w:t>
      </w:r>
      <w:r w:rsidR="004F1596" w:rsidRPr="004F1596">
        <w:t>Monsieur</w:t>
      </w:r>
      <w:r w:rsidRPr="004572A7">
        <w:t xml:space="preserve">, </w:t>
      </w:r>
      <w:r w:rsidR="004F1596" w:rsidRPr="004F1596">
        <w:t>vous n</w:t>
      </w:r>
      <w:r w:rsidRPr="004572A7">
        <w:t>’</w:t>
      </w:r>
      <w:r w:rsidR="004F1596" w:rsidRPr="004F1596">
        <w:t>êtes point un ignorant</w:t>
      </w:r>
      <w:r w:rsidRPr="004572A7">
        <w:t xml:space="preserve">, </w:t>
      </w:r>
      <w:r w:rsidR="004F1596" w:rsidRPr="004F1596">
        <w:t>seulement</w:t>
      </w:r>
      <w:r w:rsidRPr="004572A7">
        <w:t xml:space="preserve">, </w:t>
      </w:r>
      <w:r w:rsidR="004F1596" w:rsidRPr="004F1596">
        <w:t>vous accordez une créance trop facile aux théories officielles</w:t>
      </w:r>
      <w:r w:rsidRPr="004572A7">
        <w:t xml:space="preserve">. </w:t>
      </w:r>
      <w:r w:rsidR="004F1596" w:rsidRPr="004F1596">
        <w:t>La critique et le doute sont à la base même de la science et doivent être les auxiliaires indispensables de tout homme désireux de connaître la vérité</w:t>
      </w:r>
      <w:r w:rsidRPr="004572A7">
        <w:t>. « </w:t>
      </w:r>
      <w:r w:rsidR="004F1596" w:rsidRPr="004F1596">
        <w:t>La Critique est aisée</w:t>
      </w:r>
      <w:r w:rsidRPr="004572A7">
        <w:t> »</w:t>
      </w:r>
      <w:r w:rsidR="004F1596" w:rsidRPr="004F1596">
        <w:t xml:space="preserve"> a dit Boileau</w:t>
      </w:r>
      <w:r w:rsidRPr="004572A7">
        <w:t xml:space="preserve">. </w:t>
      </w:r>
      <w:r w:rsidR="004F1596" w:rsidRPr="004F1596">
        <w:t>Si elle l</w:t>
      </w:r>
      <w:r w:rsidRPr="004572A7">
        <w:t>’</w:t>
      </w:r>
      <w:r w:rsidR="004F1596" w:rsidRPr="004F1596">
        <w:t>était de son temps</w:t>
      </w:r>
      <w:r w:rsidRPr="004572A7">
        <w:t xml:space="preserve">, </w:t>
      </w:r>
      <w:r w:rsidR="004F1596" w:rsidRPr="004F1596">
        <w:t>elle l</w:t>
      </w:r>
      <w:r w:rsidRPr="004572A7">
        <w:t>’</w:t>
      </w:r>
      <w:r w:rsidR="004F1596" w:rsidRPr="004F1596">
        <w:t>est encore plus aujourd</w:t>
      </w:r>
      <w:r w:rsidRPr="004572A7">
        <w:t>’</w:t>
      </w:r>
      <w:r w:rsidR="004F1596" w:rsidRPr="004F1596">
        <w:t>hui</w:t>
      </w:r>
      <w:r w:rsidRPr="004572A7">
        <w:t xml:space="preserve"> : </w:t>
      </w:r>
      <w:r w:rsidR="004F1596" w:rsidRPr="004F1596">
        <w:t>louangeuse à tous crins pour la république des camarades</w:t>
      </w:r>
      <w:r w:rsidRPr="004572A7">
        <w:t xml:space="preserve">, </w:t>
      </w:r>
      <w:r w:rsidR="004F1596" w:rsidRPr="004F1596">
        <w:t>ayant des sévérités de Zoïle pour les autres</w:t>
      </w:r>
      <w:r w:rsidRPr="004572A7">
        <w:t xml:space="preserve"> ; </w:t>
      </w:r>
      <w:r w:rsidR="004F1596" w:rsidRPr="004F1596">
        <w:t>mais commerciale surtout et marchandeuse</w:t>
      </w:r>
      <w:r w:rsidRPr="004572A7">
        <w:t xml:space="preserve">. </w:t>
      </w:r>
      <w:r w:rsidR="004F1596" w:rsidRPr="004F1596">
        <w:t>L</w:t>
      </w:r>
      <w:r w:rsidRPr="004572A7">
        <w:t>’</w:t>
      </w:r>
      <w:r w:rsidR="004F1596" w:rsidRPr="004F1596">
        <w:t>aristarque véritable n</w:t>
      </w:r>
      <w:r w:rsidRPr="004572A7">
        <w:t>’</w:t>
      </w:r>
      <w:r w:rsidR="004F1596" w:rsidRPr="004F1596">
        <w:t>est plus qu</w:t>
      </w:r>
      <w:r w:rsidRPr="004572A7">
        <w:t>’</w:t>
      </w:r>
      <w:r w:rsidR="004F1596" w:rsidRPr="004F1596">
        <w:t>un souvenir</w:t>
      </w:r>
      <w:r w:rsidRPr="004572A7">
        <w:t xml:space="preserve">. </w:t>
      </w:r>
      <w:r w:rsidR="004F1596" w:rsidRPr="004F1596">
        <w:t>Cette remarque ne comporte aucun blâme</w:t>
      </w:r>
      <w:r w:rsidRPr="004572A7">
        <w:t>.</w:t>
      </w:r>
    </w:p>
    <w:p w14:paraId="65208F45" w14:textId="77777777" w:rsidR="003A025E" w:rsidRPr="004572A7" w:rsidRDefault="003A025E" w:rsidP="004F1596">
      <w:r w:rsidRPr="004572A7">
        <w:t>« </w:t>
      </w:r>
      <w:r w:rsidR="004F1596" w:rsidRPr="004F1596">
        <w:t>Je suis surpris qu</w:t>
      </w:r>
      <w:r w:rsidRPr="004572A7">
        <w:t>’</w:t>
      </w:r>
      <w:r w:rsidR="004F1596" w:rsidRPr="004F1596">
        <w:t>avec l</w:t>
      </w:r>
      <w:r w:rsidRPr="004572A7">
        <w:t>’</w:t>
      </w:r>
      <w:r w:rsidR="004F1596" w:rsidRPr="004F1596">
        <w:t>esprit d</w:t>
      </w:r>
      <w:r w:rsidRPr="004572A7">
        <w:t>’</w:t>
      </w:r>
      <w:r w:rsidR="004F1596" w:rsidRPr="004F1596">
        <w:t>observation que vous possédez certainement</w:t>
      </w:r>
      <w:r w:rsidRPr="004572A7">
        <w:t xml:space="preserve">, </w:t>
      </w:r>
      <w:r w:rsidR="004F1596" w:rsidRPr="004F1596">
        <w:t>car vous m</w:t>
      </w:r>
      <w:r w:rsidRPr="004572A7">
        <w:t>’</w:t>
      </w:r>
      <w:r w:rsidR="004F1596" w:rsidRPr="004F1596">
        <w:t>en avez donné des preuves évidentes</w:t>
      </w:r>
      <w:r w:rsidRPr="004572A7">
        <w:t xml:space="preserve">, </w:t>
      </w:r>
      <w:r w:rsidR="004F1596" w:rsidRPr="004F1596">
        <w:t>vous puissiez accepter aussi délibérément certaines explications enveloppées d</w:t>
      </w:r>
      <w:r w:rsidRPr="004572A7">
        <w:t>’</w:t>
      </w:r>
      <w:r w:rsidR="004F1596" w:rsidRPr="004F1596">
        <w:t>incertitude et de mystère</w:t>
      </w:r>
      <w:r w:rsidRPr="004572A7">
        <w:t xml:space="preserve">. </w:t>
      </w:r>
      <w:r w:rsidR="004F1596" w:rsidRPr="004F1596">
        <w:t>Je ne sais pas à la suite de quelles circonstances</w:t>
      </w:r>
      <w:r w:rsidRPr="004572A7">
        <w:t xml:space="preserve">, </w:t>
      </w:r>
      <w:r w:rsidR="004F1596" w:rsidRPr="004F1596">
        <w:t>ni comment</w:t>
      </w:r>
      <w:r w:rsidRPr="004572A7">
        <w:t xml:space="preserve">, </w:t>
      </w:r>
      <w:r w:rsidR="004F1596" w:rsidRPr="004F1596">
        <w:t>vous avez pu vous douter de mes travaux</w:t>
      </w:r>
      <w:r w:rsidRPr="004572A7">
        <w:t xml:space="preserve">, </w:t>
      </w:r>
      <w:r w:rsidR="004F1596" w:rsidRPr="004F1596">
        <w:t>mais le fait est que vous y êtes parvenu</w:t>
      </w:r>
      <w:r w:rsidRPr="004572A7">
        <w:t xml:space="preserve">. </w:t>
      </w:r>
      <w:r w:rsidR="004F1596" w:rsidRPr="004F1596">
        <w:t>J</w:t>
      </w:r>
      <w:r w:rsidRPr="004572A7">
        <w:t>’</w:t>
      </w:r>
      <w:r w:rsidR="004F1596" w:rsidRPr="004F1596">
        <w:t>aurais donc mauvaise grâce à essayer</w:t>
      </w:r>
      <w:r w:rsidRPr="004572A7">
        <w:t xml:space="preserve">, </w:t>
      </w:r>
      <w:r w:rsidR="004F1596" w:rsidRPr="004F1596">
        <w:t>maintenant</w:t>
      </w:r>
      <w:r w:rsidRPr="004572A7">
        <w:t xml:space="preserve">, </w:t>
      </w:r>
      <w:r w:rsidR="004F1596" w:rsidRPr="004F1596">
        <w:t>de vous cacher la vérité</w:t>
      </w:r>
      <w:r w:rsidRPr="004572A7">
        <w:t>.</w:t>
      </w:r>
    </w:p>
    <w:p w14:paraId="2D252C39" w14:textId="77777777" w:rsidR="003A025E" w:rsidRPr="004572A7" w:rsidRDefault="004F1596" w:rsidP="004F1596">
      <w:r w:rsidRPr="004F1596">
        <w:t>Surgères demeura quelques instants silencieux</w:t>
      </w:r>
      <w:r w:rsidR="003A025E" w:rsidRPr="004572A7">
        <w:t xml:space="preserve">, </w:t>
      </w:r>
      <w:r w:rsidRPr="004F1596">
        <w:t>les yeux fixés sur les charbons de la salamandre</w:t>
      </w:r>
      <w:r w:rsidR="003A025E" w:rsidRPr="004572A7">
        <w:t xml:space="preserve">, </w:t>
      </w:r>
      <w:r w:rsidRPr="004F1596">
        <w:t>puis</w:t>
      </w:r>
      <w:r w:rsidR="003A025E" w:rsidRPr="004572A7">
        <w:t xml:space="preserve">, </w:t>
      </w:r>
      <w:r w:rsidRPr="004F1596">
        <w:t>sans ostentation</w:t>
      </w:r>
      <w:r w:rsidR="003A025E" w:rsidRPr="004572A7">
        <w:t xml:space="preserve">, </w:t>
      </w:r>
      <w:r w:rsidRPr="004F1596">
        <w:t>sans orgueil</w:t>
      </w:r>
      <w:r w:rsidR="003A025E" w:rsidRPr="004572A7">
        <w:t xml:space="preserve">, </w:t>
      </w:r>
      <w:r w:rsidRPr="004F1596">
        <w:t>amicalement</w:t>
      </w:r>
      <w:r w:rsidR="003A025E" w:rsidRPr="004572A7">
        <w:t xml:space="preserve">, </w:t>
      </w:r>
      <w:r w:rsidRPr="004F1596">
        <w:t>il commença à me parler de sa découverte</w:t>
      </w:r>
      <w:r w:rsidR="003A025E" w:rsidRPr="004572A7">
        <w:t>.</w:t>
      </w:r>
    </w:p>
    <w:p w14:paraId="061E5E9A" w14:textId="77777777" w:rsidR="003A025E" w:rsidRPr="004572A7" w:rsidRDefault="004F1596" w:rsidP="004F1596">
      <w:r w:rsidRPr="004F1596">
        <w:t>Cet homme avait non seulement du génie</w:t>
      </w:r>
      <w:r w:rsidR="003A025E" w:rsidRPr="004572A7">
        <w:t xml:space="preserve">, </w:t>
      </w:r>
      <w:r w:rsidRPr="004F1596">
        <w:t>mais il possédait encore cette simplicité de manières et de langage qui est presque l</w:t>
      </w:r>
      <w:r w:rsidR="003A025E" w:rsidRPr="004572A7">
        <w:t>’</w:t>
      </w:r>
      <w:r w:rsidRPr="004F1596">
        <w:t>apanage des grands esprits et qui demeure inaccessible aux petites intelligences et aux ambitieux</w:t>
      </w:r>
      <w:r w:rsidR="003A025E" w:rsidRPr="004572A7">
        <w:t>.</w:t>
      </w:r>
    </w:p>
    <w:p w14:paraId="561FEFE5" w14:textId="77777777" w:rsidR="003A025E" w:rsidRPr="004572A7" w:rsidRDefault="003A025E" w:rsidP="004F1596">
      <w:r w:rsidRPr="004572A7">
        <w:t>— </w:t>
      </w:r>
      <w:r w:rsidR="004F1596" w:rsidRPr="004F1596">
        <w:t>Après six années d</w:t>
      </w:r>
      <w:r w:rsidRPr="004572A7">
        <w:t>’</w:t>
      </w:r>
      <w:r w:rsidR="004F1596" w:rsidRPr="004F1596">
        <w:t>un labeur acharné et décevant</w:t>
      </w:r>
      <w:r w:rsidRPr="004572A7">
        <w:t xml:space="preserve">, </w:t>
      </w:r>
      <w:r w:rsidR="004F1596" w:rsidRPr="004F1596">
        <w:t>commença-t-il</w:t>
      </w:r>
      <w:r w:rsidRPr="004572A7">
        <w:t xml:space="preserve">, </w:t>
      </w:r>
      <w:r w:rsidR="004F1596" w:rsidRPr="004F1596">
        <w:t>après six années d</w:t>
      </w:r>
      <w:r w:rsidRPr="004572A7">
        <w:t>’</w:t>
      </w:r>
      <w:r w:rsidR="004F1596" w:rsidRPr="004F1596">
        <w:t>efforts stériles</w:t>
      </w:r>
      <w:r w:rsidRPr="004572A7">
        <w:t xml:space="preserve">, </w:t>
      </w:r>
      <w:r w:rsidR="004F1596" w:rsidRPr="004F1596">
        <w:t>après des échecs sans nombre</w:t>
      </w:r>
      <w:r w:rsidRPr="004572A7">
        <w:t xml:space="preserve">, </w:t>
      </w:r>
      <w:r w:rsidR="004F1596" w:rsidRPr="004F1596">
        <w:t>des découragements lamentables</w:t>
      </w:r>
      <w:r w:rsidRPr="004572A7">
        <w:t xml:space="preserve">, </w:t>
      </w:r>
      <w:r w:rsidR="004F1596" w:rsidRPr="004F1596">
        <w:t>après avoir désespéré mille fois de mes méthodes et de moi-même</w:t>
      </w:r>
      <w:r w:rsidRPr="004572A7">
        <w:t xml:space="preserve">, </w:t>
      </w:r>
      <w:r w:rsidR="00E37B3E">
        <w:lastRenderedPageBreak/>
        <w:t>j</w:t>
      </w:r>
      <w:r w:rsidR="00E37B3E" w:rsidRPr="004F1596">
        <w:t xml:space="preserve">e </w:t>
      </w:r>
      <w:r w:rsidR="004F1596" w:rsidRPr="004F1596">
        <w:t>suis enfin arrivé à réaliser le grand rêve de ma vie</w:t>
      </w:r>
      <w:r w:rsidRPr="004572A7">
        <w:t xml:space="preserve"> : </w:t>
      </w:r>
      <w:r w:rsidR="004F1596" w:rsidRPr="004F1596">
        <w:t>Prouver</w:t>
      </w:r>
      <w:r w:rsidRPr="004572A7">
        <w:t xml:space="preserve">, </w:t>
      </w:r>
      <w:r w:rsidR="004F1596" w:rsidRPr="004F1596">
        <w:t>scientifiquement</w:t>
      </w:r>
      <w:r w:rsidRPr="004572A7">
        <w:t xml:space="preserve">, </w:t>
      </w:r>
      <w:r w:rsidR="004F1596" w:rsidRPr="004F1596">
        <w:t>l</w:t>
      </w:r>
      <w:r w:rsidRPr="004572A7">
        <w:t>’</w:t>
      </w:r>
      <w:r w:rsidR="004F1596" w:rsidRPr="004F1596">
        <w:t>existence des effluves cérébraux</w:t>
      </w:r>
      <w:r w:rsidRPr="004572A7">
        <w:t xml:space="preserve">, </w:t>
      </w:r>
      <w:r w:rsidR="004F1596" w:rsidRPr="004F1596">
        <w:t>définir leur rôle exact dans l</w:t>
      </w:r>
      <w:r w:rsidRPr="004572A7">
        <w:t>’</w:t>
      </w:r>
      <w:r w:rsidR="004F1596" w:rsidRPr="004F1596">
        <w:t>économie physiologique du cerveau</w:t>
      </w:r>
      <w:r w:rsidRPr="004572A7">
        <w:t xml:space="preserve">, </w:t>
      </w:r>
      <w:r w:rsidR="004F1596" w:rsidRPr="004F1596">
        <w:t>étudier leurs rapports avec ce phénomène mystérieux que nous appelons la pensée et</w:t>
      </w:r>
      <w:r w:rsidRPr="004572A7">
        <w:t xml:space="preserve">, </w:t>
      </w:r>
      <w:r w:rsidR="004F1596" w:rsidRPr="004F1596">
        <w:t>en un mot</w:t>
      </w:r>
      <w:r w:rsidRPr="004572A7">
        <w:t xml:space="preserve">, </w:t>
      </w:r>
      <w:r w:rsidR="004F1596" w:rsidRPr="004F1596">
        <w:t>arriver à savoir ce qu</w:t>
      </w:r>
      <w:r w:rsidRPr="004572A7">
        <w:t>’</w:t>
      </w:r>
      <w:r w:rsidR="004F1596" w:rsidRPr="004F1596">
        <w:t>il y a de vrai et de faux dans ce que nous enseigne la psychologie</w:t>
      </w:r>
      <w:r w:rsidRPr="004572A7">
        <w:t xml:space="preserve">, </w:t>
      </w:r>
      <w:r w:rsidR="004F1596" w:rsidRPr="004F1596">
        <w:t>depuis des siècles</w:t>
      </w:r>
      <w:r w:rsidRPr="004572A7">
        <w:t>…</w:t>
      </w:r>
    </w:p>
    <w:p w14:paraId="2242F5A4" w14:textId="77777777" w:rsidR="003A025E" w:rsidRPr="004572A7" w:rsidRDefault="003A025E" w:rsidP="004F1596">
      <w:r w:rsidRPr="004572A7">
        <w:t>« </w:t>
      </w:r>
      <w:r w:rsidR="004F1596" w:rsidRPr="004F1596">
        <w:t>Avant d</w:t>
      </w:r>
      <w:r w:rsidRPr="004572A7">
        <w:t>’</w:t>
      </w:r>
      <w:r w:rsidR="004F1596" w:rsidRPr="004F1596">
        <w:t>aller plus loin</w:t>
      </w:r>
      <w:r w:rsidRPr="004572A7">
        <w:t xml:space="preserve">, </w:t>
      </w:r>
      <w:r w:rsidR="004F1596" w:rsidRPr="004F1596">
        <w:t>je ne dois pas oublier de vous dire comment cette idée m</w:t>
      </w:r>
      <w:r w:rsidRPr="004572A7">
        <w:t>’</w:t>
      </w:r>
      <w:r w:rsidR="004F1596" w:rsidRPr="004F1596">
        <w:t>est venue</w:t>
      </w:r>
      <w:r w:rsidRPr="004572A7">
        <w:t xml:space="preserve">, </w:t>
      </w:r>
      <w:r w:rsidR="004F1596" w:rsidRPr="004F1596">
        <w:t>et ce que je dois à l</w:t>
      </w:r>
      <w:r w:rsidRPr="004572A7">
        <w:t>’</w:t>
      </w:r>
      <w:r w:rsidR="004F1596" w:rsidRPr="004F1596">
        <w:t>un des plus illustres philosophes qui aient jamais été</w:t>
      </w:r>
      <w:r w:rsidRPr="004572A7">
        <w:t xml:space="preserve">. </w:t>
      </w:r>
      <w:r w:rsidR="004F1596" w:rsidRPr="004F1596">
        <w:t>En effet</w:t>
      </w:r>
      <w:r w:rsidRPr="004572A7">
        <w:t xml:space="preserve">, </w:t>
      </w:r>
      <w:r w:rsidR="004F1596" w:rsidRPr="004F1596">
        <w:t>ce fut un grand panthéiste qui commença à m</w:t>
      </w:r>
      <w:r w:rsidRPr="004572A7">
        <w:t>’</w:t>
      </w:r>
      <w:r w:rsidR="004F1596" w:rsidRPr="004F1596">
        <w:t>ouvrir les yeux et à contraindre mon esprit aux profondes et salutaires méditations</w:t>
      </w:r>
      <w:r w:rsidRPr="004572A7">
        <w:t xml:space="preserve">. </w:t>
      </w:r>
      <w:r w:rsidR="004F1596" w:rsidRPr="004F1596">
        <w:t>Je veux parler de Spinoza</w:t>
      </w:r>
      <w:r w:rsidRPr="004572A7">
        <w:t xml:space="preserve">, </w:t>
      </w:r>
      <w:r w:rsidR="004F1596" w:rsidRPr="004F1596">
        <w:t>du puissant Spinoza qui mourut dans la pauvreté</w:t>
      </w:r>
      <w:r w:rsidRPr="004572A7">
        <w:t xml:space="preserve">, </w:t>
      </w:r>
      <w:r w:rsidR="004F1596" w:rsidRPr="004F1596">
        <w:t xml:space="preserve">après avoir refusé la pension de </w:t>
      </w:r>
      <w:r w:rsidRPr="004F1596">
        <w:t>Louis</w:t>
      </w:r>
      <w:r w:rsidRPr="004572A7">
        <w:t> </w:t>
      </w:r>
      <w:r w:rsidRPr="004F1596">
        <w:t>XIV</w:t>
      </w:r>
      <w:r w:rsidR="004F1596" w:rsidRPr="004F1596">
        <w:t xml:space="preserve"> et la chaire de philosophie de Heidelberg</w:t>
      </w:r>
      <w:r w:rsidRPr="004572A7">
        <w:t xml:space="preserve">, </w:t>
      </w:r>
      <w:r w:rsidR="004F1596" w:rsidRPr="004F1596">
        <w:t>que lui offrait l</w:t>
      </w:r>
      <w:r w:rsidRPr="004572A7">
        <w:t>’</w:t>
      </w:r>
      <w:r w:rsidR="004F1596" w:rsidRPr="004F1596">
        <w:t>Électeur Palatin</w:t>
      </w:r>
      <w:r w:rsidRPr="004572A7">
        <w:t>.</w:t>
      </w:r>
    </w:p>
    <w:p w14:paraId="7DD6590F" w14:textId="77777777" w:rsidR="003A025E" w:rsidRPr="004572A7" w:rsidRDefault="004F1596" w:rsidP="004F1596">
      <w:r w:rsidRPr="004F1596">
        <w:t>Sur ces mots</w:t>
      </w:r>
      <w:r w:rsidR="003A025E" w:rsidRPr="004572A7">
        <w:t xml:space="preserve">, </w:t>
      </w:r>
      <w:r w:rsidRPr="004F1596">
        <w:t>Surgères se leva et</w:t>
      </w:r>
      <w:r w:rsidR="003A025E" w:rsidRPr="004572A7">
        <w:t xml:space="preserve">, </w:t>
      </w:r>
      <w:r w:rsidRPr="004F1596">
        <w:t>prenant</w:t>
      </w:r>
      <w:r w:rsidR="003A025E" w:rsidRPr="004572A7">
        <w:t xml:space="preserve">, </w:t>
      </w:r>
      <w:r w:rsidRPr="004F1596">
        <w:t>dans sa bibliothèque</w:t>
      </w:r>
      <w:r w:rsidR="003A025E" w:rsidRPr="004572A7">
        <w:t xml:space="preserve">, </w:t>
      </w:r>
      <w:r w:rsidRPr="004F1596">
        <w:t>un exemplaire de l</w:t>
      </w:r>
      <w:r w:rsidR="003A025E" w:rsidRPr="004572A7">
        <w:t>’</w:t>
      </w:r>
      <w:r w:rsidRPr="004F1596">
        <w:rPr>
          <w:i/>
          <w:iCs/>
        </w:rPr>
        <w:t>Éthique</w:t>
      </w:r>
      <w:r w:rsidR="003A025E" w:rsidRPr="004572A7">
        <w:rPr>
          <w:i/>
          <w:iCs/>
        </w:rPr>
        <w:t xml:space="preserve">, </w:t>
      </w:r>
      <w:r w:rsidRPr="004F1596">
        <w:t>il se mit à me lire les lignes suivantes qui font partie</w:t>
      </w:r>
      <w:r w:rsidR="003A025E" w:rsidRPr="004572A7">
        <w:t xml:space="preserve">, </w:t>
      </w:r>
      <w:r w:rsidRPr="004F1596">
        <w:t>je crois</w:t>
      </w:r>
      <w:r w:rsidR="003A025E" w:rsidRPr="004572A7">
        <w:t xml:space="preserve">, </w:t>
      </w:r>
      <w:r w:rsidRPr="004F1596">
        <w:t>des livres I et III</w:t>
      </w:r>
      <w:r w:rsidR="003A025E" w:rsidRPr="004572A7">
        <w:t>.</w:t>
      </w:r>
    </w:p>
    <w:p w14:paraId="23239567" w14:textId="77777777" w:rsidR="003A025E" w:rsidRPr="004572A7" w:rsidRDefault="003A025E" w:rsidP="004F1596">
      <w:r w:rsidRPr="004572A7">
        <w:t>« </w:t>
      </w:r>
      <w:r w:rsidR="004F1596" w:rsidRPr="004F1596">
        <w:t>Lorsque les hommes contemplent l</w:t>
      </w:r>
      <w:r w:rsidRPr="004572A7">
        <w:t>’</w:t>
      </w:r>
      <w:r w:rsidR="004F1596" w:rsidRPr="004F1596">
        <w:t>arrangement du corps humain</w:t>
      </w:r>
      <w:r w:rsidRPr="004572A7">
        <w:t xml:space="preserve">, </w:t>
      </w:r>
      <w:r w:rsidR="004F1596" w:rsidRPr="004F1596">
        <w:t>ils restent stupides</w:t>
      </w:r>
      <w:r w:rsidRPr="004572A7">
        <w:t xml:space="preserve">, </w:t>
      </w:r>
      <w:r w:rsidR="004F1596" w:rsidRPr="004F1596">
        <w:t>et comme ils ignorent les causes d</w:t>
      </w:r>
      <w:r w:rsidRPr="004572A7">
        <w:t>’</w:t>
      </w:r>
      <w:r w:rsidR="004F1596" w:rsidRPr="004F1596">
        <w:t>un art si consommé</w:t>
      </w:r>
      <w:r w:rsidRPr="004572A7">
        <w:t xml:space="preserve">, </w:t>
      </w:r>
      <w:r w:rsidR="004F1596" w:rsidRPr="004F1596">
        <w:t>ils concluent que c</w:t>
      </w:r>
      <w:r w:rsidRPr="004572A7">
        <w:t>’</w:t>
      </w:r>
      <w:r w:rsidR="004F1596" w:rsidRPr="004F1596">
        <w:t>est par le fait</w:t>
      </w:r>
      <w:r w:rsidRPr="004572A7">
        <w:t xml:space="preserve">, </w:t>
      </w:r>
      <w:r w:rsidR="004F1596" w:rsidRPr="004F1596">
        <w:t>non d</w:t>
      </w:r>
      <w:r w:rsidRPr="004572A7">
        <w:t>’</w:t>
      </w:r>
      <w:r w:rsidR="004F1596" w:rsidRPr="004F1596">
        <w:t>un art mécanique</w:t>
      </w:r>
      <w:r w:rsidRPr="004572A7">
        <w:t xml:space="preserve">, </w:t>
      </w:r>
      <w:r w:rsidR="004F1596" w:rsidRPr="004F1596">
        <w:t>mais d</w:t>
      </w:r>
      <w:r w:rsidRPr="004572A7">
        <w:t>’</w:t>
      </w:r>
      <w:r w:rsidR="004F1596" w:rsidRPr="004F1596">
        <w:t>un art divin et surnaturel</w:t>
      </w:r>
      <w:r w:rsidRPr="004572A7">
        <w:t xml:space="preserve">, </w:t>
      </w:r>
      <w:r w:rsidR="004F1596" w:rsidRPr="004F1596">
        <w:t>qu</w:t>
      </w:r>
      <w:r w:rsidRPr="004572A7">
        <w:t>’</w:t>
      </w:r>
      <w:r w:rsidR="004F1596" w:rsidRPr="004F1596">
        <w:t>il a été agencé et établi de telle sorte qu</w:t>
      </w:r>
      <w:r w:rsidRPr="004572A7">
        <w:t>’</w:t>
      </w:r>
      <w:r w:rsidR="004F1596" w:rsidRPr="004F1596">
        <w:t>aucune des parties ne lèse l</w:t>
      </w:r>
      <w:r w:rsidRPr="004572A7">
        <w:t>’</w:t>
      </w:r>
      <w:r w:rsidR="004F1596" w:rsidRPr="004F1596">
        <w:t>autre</w:t>
      </w:r>
      <w:r w:rsidRPr="004572A7">
        <w:t xml:space="preserve">. </w:t>
      </w:r>
      <w:r w:rsidR="004F1596" w:rsidRPr="004F1596">
        <w:t>De là</w:t>
      </w:r>
      <w:r w:rsidRPr="004572A7">
        <w:t xml:space="preserve">, </w:t>
      </w:r>
      <w:r w:rsidR="004F1596" w:rsidRPr="004F1596">
        <w:t>est venu que celui qui recherche les vraies causes des soi-disant miracles</w:t>
      </w:r>
      <w:r w:rsidRPr="004572A7">
        <w:t xml:space="preserve">, </w:t>
      </w:r>
      <w:r w:rsidR="004F1596" w:rsidRPr="004F1596">
        <w:t>qui s</w:t>
      </w:r>
      <w:r w:rsidRPr="004572A7">
        <w:t>’</w:t>
      </w:r>
      <w:r w:rsidR="004F1596" w:rsidRPr="004F1596">
        <w:t>applique à comprendre les choses de la Nature</w:t>
      </w:r>
      <w:r w:rsidRPr="004572A7">
        <w:t xml:space="preserve">, </w:t>
      </w:r>
      <w:r w:rsidR="004F1596" w:rsidRPr="004F1596">
        <w:t>comme un savant</w:t>
      </w:r>
      <w:r w:rsidRPr="004572A7">
        <w:t xml:space="preserve">, </w:t>
      </w:r>
      <w:r w:rsidR="004F1596" w:rsidRPr="004F1596">
        <w:t>et non pas à s</w:t>
      </w:r>
      <w:r w:rsidRPr="004572A7">
        <w:t>’</w:t>
      </w:r>
      <w:r w:rsidR="004F1596" w:rsidRPr="004F1596">
        <w:t>en étonner comme un sot</w:t>
      </w:r>
      <w:r w:rsidRPr="004572A7">
        <w:t xml:space="preserve">, </w:t>
      </w:r>
      <w:r w:rsidR="004F1596" w:rsidRPr="004F1596">
        <w:t>est tenu de toutes parts comme hérétique et impie</w:t>
      </w:r>
      <w:r w:rsidRPr="004572A7">
        <w:t>…</w:t>
      </w:r>
    </w:p>
    <w:p w14:paraId="27275B20" w14:textId="77777777" w:rsidR="003A025E" w:rsidRPr="004572A7" w:rsidRDefault="003A025E" w:rsidP="004F1596">
      <w:r w:rsidRPr="004572A7">
        <w:t>« </w:t>
      </w:r>
      <w:r w:rsidR="004F1596" w:rsidRPr="004F1596">
        <w:t>Tout ce que peut le corps humain</w:t>
      </w:r>
      <w:r w:rsidRPr="004572A7">
        <w:t xml:space="preserve">, </w:t>
      </w:r>
      <w:r w:rsidR="004F1596" w:rsidRPr="004F1596">
        <w:t>personne jusqu</w:t>
      </w:r>
      <w:r w:rsidRPr="004572A7">
        <w:t>’</w:t>
      </w:r>
      <w:r w:rsidR="004F1596" w:rsidRPr="004F1596">
        <w:t>ici</w:t>
      </w:r>
      <w:r w:rsidRPr="004572A7">
        <w:t xml:space="preserve">, </w:t>
      </w:r>
      <w:r w:rsidR="004F1596" w:rsidRPr="004F1596">
        <w:t>ne l</w:t>
      </w:r>
      <w:r w:rsidRPr="004572A7">
        <w:t>’</w:t>
      </w:r>
      <w:r w:rsidR="004F1596" w:rsidRPr="004F1596">
        <w:t>a déterminé</w:t>
      </w:r>
      <w:r w:rsidRPr="004572A7">
        <w:t xml:space="preserve"> ; </w:t>
      </w:r>
      <w:r w:rsidR="004F1596" w:rsidRPr="004F1596">
        <w:t>c</w:t>
      </w:r>
      <w:r w:rsidRPr="004572A7">
        <w:t>’</w:t>
      </w:r>
      <w:r w:rsidR="004F1596" w:rsidRPr="004F1596">
        <w:t>est-à-dire que personne</w:t>
      </w:r>
      <w:r w:rsidRPr="004572A7">
        <w:t xml:space="preserve">, </w:t>
      </w:r>
      <w:r w:rsidR="004F1596" w:rsidRPr="004F1596">
        <w:t>jusqu</w:t>
      </w:r>
      <w:r w:rsidRPr="004572A7">
        <w:t>’</w:t>
      </w:r>
      <w:r w:rsidR="004F1596" w:rsidRPr="004F1596">
        <w:t>ici</w:t>
      </w:r>
      <w:r w:rsidRPr="004572A7">
        <w:t xml:space="preserve">, </w:t>
      </w:r>
      <w:r w:rsidR="004F1596" w:rsidRPr="004F1596">
        <w:t>n</w:t>
      </w:r>
      <w:r w:rsidRPr="004572A7">
        <w:t>’</w:t>
      </w:r>
      <w:r w:rsidR="004F1596" w:rsidRPr="004F1596">
        <w:t xml:space="preserve">a </w:t>
      </w:r>
      <w:r w:rsidR="004F1596" w:rsidRPr="004F1596">
        <w:lastRenderedPageBreak/>
        <w:t>appris</w:t>
      </w:r>
      <w:r w:rsidRPr="004572A7">
        <w:t xml:space="preserve">, </w:t>
      </w:r>
      <w:r w:rsidR="004F1596" w:rsidRPr="004F1596">
        <w:t>expérimentalement</w:t>
      </w:r>
      <w:r w:rsidRPr="004572A7">
        <w:t xml:space="preserve">, </w:t>
      </w:r>
      <w:r w:rsidR="004F1596" w:rsidRPr="004F1596">
        <w:t>tout ce que le corps peut accomplir par les seules lois de sa nature</w:t>
      </w:r>
      <w:r w:rsidRPr="004572A7">
        <w:t xml:space="preserve">, </w:t>
      </w:r>
      <w:r w:rsidR="004F1596" w:rsidRPr="004F1596">
        <w:t>en tant qu</w:t>
      </w:r>
      <w:r w:rsidRPr="004572A7">
        <w:t>’</w:t>
      </w:r>
      <w:r w:rsidR="004F1596" w:rsidRPr="004F1596">
        <w:t>elle est considérée comme corporelle seulement</w:t>
      </w:r>
      <w:r w:rsidRPr="004572A7">
        <w:t xml:space="preserve">, </w:t>
      </w:r>
      <w:r w:rsidR="004F1596" w:rsidRPr="004F1596">
        <w:t>et tout ce qu</w:t>
      </w:r>
      <w:r w:rsidRPr="004572A7">
        <w:t>’</w:t>
      </w:r>
      <w:r w:rsidR="004F1596" w:rsidRPr="004F1596">
        <w:t>il ne peut accomplir que s</w:t>
      </w:r>
      <w:r w:rsidRPr="004572A7">
        <w:t>’</w:t>
      </w:r>
      <w:r w:rsidR="004F1596" w:rsidRPr="004F1596">
        <w:t>il y est déterminé par l</w:t>
      </w:r>
      <w:r w:rsidRPr="004572A7">
        <w:t>’</w:t>
      </w:r>
      <w:r w:rsidR="004F1596" w:rsidRPr="004F1596">
        <w:t>âme</w:t>
      </w:r>
      <w:r w:rsidRPr="004572A7">
        <w:t xml:space="preserve"> : </w:t>
      </w:r>
      <w:r w:rsidR="004F1596" w:rsidRPr="004F1596">
        <w:t>car personne jusqu</w:t>
      </w:r>
      <w:r w:rsidRPr="004572A7">
        <w:t>’</w:t>
      </w:r>
      <w:r w:rsidR="004F1596" w:rsidRPr="004F1596">
        <w:t>ici n</w:t>
      </w:r>
      <w:r w:rsidRPr="004572A7">
        <w:t>’</w:t>
      </w:r>
      <w:r w:rsidR="004F1596" w:rsidRPr="004F1596">
        <w:t>a appris à connaître avec assez de précision l</w:t>
      </w:r>
      <w:r w:rsidRPr="004572A7">
        <w:t>’</w:t>
      </w:r>
      <w:r w:rsidR="004F1596" w:rsidRPr="004F1596">
        <w:t>agencement du corps humain pour pouvoir en expliquer toutes les fonctions</w:t>
      </w:r>
      <w:r w:rsidRPr="004572A7">
        <w:t xml:space="preserve">, </w:t>
      </w:r>
      <w:r w:rsidR="004F1596" w:rsidRPr="004F1596">
        <w:t>pour ne point parler des faits nombreux que l</w:t>
      </w:r>
      <w:r w:rsidRPr="004572A7">
        <w:t>’</w:t>
      </w:r>
      <w:r w:rsidR="004F1596" w:rsidRPr="004F1596">
        <w:t>on observe chez les animaux et qui dépassent de beaucoup la sagacité humaine</w:t>
      </w:r>
      <w:r w:rsidRPr="004572A7">
        <w:t xml:space="preserve">, </w:t>
      </w:r>
      <w:r w:rsidR="004F1596" w:rsidRPr="004F1596">
        <w:t>ni des choses très nombreuses que les somnambules accomplissent dans leur sommeil et qu</w:t>
      </w:r>
      <w:r w:rsidRPr="004572A7">
        <w:t>’</w:t>
      </w:r>
      <w:r w:rsidR="004F1596" w:rsidRPr="004F1596">
        <w:t>ils n</w:t>
      </w:r>
      <w:r w:rsidRPr="004572A7">
        <w:t>’</w:t>
      </w:r>
      <w:r w:rsidR="004F1596" w:rsidRPr="004F1596">
        <w:t>oseraient pas à l</w:t>
      </w:r>
      <w:r w:rsidRPr="004572A7">
        <w:t>’</w:t>
      </w:r>
      <w:r w:rsidR="004F1596" w:rsidRPr="004F1596">
        <w:t>état de veille</w:t>
      </w:r>
      <w:r w:rsidRPr="004572A7">
        <w:t>.</w:t>
      </w:r>
    </w:p>
    <w:p w14:paraId="2BDF91C6" w14:textId="77777777" w:rsidR="003A025E" w:rsidRPr="004572A7" w:rsidRDefault="003A025E" w:rsidP="004F1596">
      <w:r w:rsidRPr="004572A7">
        <w:t>« </w:t>
      </w:r>
      <w:r w:rsidR="004F1596" w:rsidRPr="004F1596">
        <w:t>Ce qui montre assez que le corps</w:t>
      </w:r>
      <w:r w:rsidRPr="004572A7">
        <w:t xml:space="preserve">, </w:t>
      </w:r>
      <w:r w:rsidR="004F1596" w:rsidRPr="004F1596">
        <w:t>à lui seul</w:t>
      </w:r>
      <w:r w:rsidRPr="004572A7">
        <w:t xml:space="preserve">, </w:t>
      </w:r>
      <w:r w:rsidR="004F1596" w:rsidRPr="004F1596">
        <w:t>en vertu des seules lois de sa nature</w:t>
      </w:r>
      <w:r w:rsidRPr="004572A7">
        <w:t xml:space="preserve">, </w:t>
      </w:r>
      <w:r w:rsidR="004F1596" w:rsidRPr="004F1596">
        <w:t>peut un grand nombre de choses dont son âme est étonnée</w:t>
      </w:r>
      <w:r w:rsidRPr="004572A7">
        <w:t xml:space="preserve">. </w:t>
      </w:r>
      <w:r w:rsidR="004F1596" w:rsidRPr="004F1596">
        <w:t>En outre</w:t>
      </w:r>
      <w:r w:rsidRPr="004572A7">
        <w:t xml:space="preserve">, </w:t>
      </w:r>
      <w:r w:rsidR="004F1596" w:rsidRPr="004F1596">
        <w:t>personne ne sait de quelle manière ou par quels moyens</w:t>
      </w:r>
      <w:r w:rsidRPr="004572A7">
        <w:t xml:space="preserve">, </w:t>
      </w:r>
      <w:r w:rsidR="004F1596" w:rsidRPr="004F1596">
        <w:t>l</w:t>
      </w:r>
      <w:r w:rsidRPr="004572A7">
        <w:t>’</w:t>
      </w:r>
      <w:r w:rsidR="004F1596" w:rsidRPr="004F1596">
        <w:t>âme ferait mouvoir le corps</w:t>
      </w:r>
      <w:r w:rsidRPr="004572A7">
        <w:t xml:space="preserve">, </w:t>
      </w:r>
      <w:r w:rsidR="004F1596" w:rsidRPr="004F1596">
        <w:t>ni quels degrés de mouvement elle pourrait lui communiquer</w:t>
      </w:r>
      <w:r w:rsidRPr="004572A7">
        <w:t xml:space="preserve">, </w:t>
      </w:r>
      <w:r w:rsidR="004F1596" w:rsidRPr="004F1596">
        <w:t>ni avec quelle vitesse elle pourrait le mouvoir</w:t>
      </w:r>
      <w:r w:rsidRPr="004572A7">
        <w:t>.</w:t>
      </w:r>
    </w:p>
    <w:p w14:paraId="3AE826C8" w14:textId="77777777" w:rsidR="003A025E" w:rsidRPr="004572A7" w:rsidRDefault="003A025E" w:rsidP="004F1596">
      <w:r w:rsidRPr="004572A7">
        <w:t>« </w:t>
      </w:r>
      <w:r w:rsidR="004F1596" w:rsidRPr="004F1596">
        <w:t>D</w:t>
      </w:r>
      <w:r w:rsidRPr="004572A7">
        <w:t>’</w:t>
      </w:r>
      <w:r w:rsidR="004F1596" w:rsidRPr="004F1596">
        <w:t>où il résulte que</w:t>
      </w:r>
      <w:r w:rsidRPr="004572A7">
        <w:t xml:space="preserve">, </w:t>
      </w:r>
      <w:r w:rsidR="004F1596" w:rsidRPr="004F1596">
        <w:t>lorsque les hommes disent que telle ou telle action du corps est produite par l</w:t>
      </w:r>
      <w:r w:rsidRPr="004572A7">
        <w:t>’</w:t>
      </w:r>
      <w:r w:rsidR="004F1596" w:rsidRPr="004F1596">
        <w:t>âme</w:t>
      </w:r>
      <w:r w:rsidRPr="004572A7">
        <w:t xml:space="preserve">, </w:t>
      </w:r>
      <w:r w:rsidR="004F1596" w:rsidRPr="004F1596">
        <w:t>qui exerce un empire sur le corps</w:t>
      </w:r>
      <w:r w:rsidRPr="004572A7">
        <w:t xml:space="preserve">, </w:t>
      </w:r>
      <w:r w:rsidR="004F1596" w:rsidRPr="004F1596">
        <w:t>ils ne savent pas ce qu</w:t>
      </w:r>
      <w:r w:rsidRPr="004572A7">
        <w:t>’</w:t>
      </w:r>
      <w:r w:rsidR="004F1596" w:rsidRPr="004F1596">
        <w:t>ils disent et ne font qu</w:t>
      </w:r>
      <w:r w:rsidRPr="004572A7">
        <w:t>’</w:t>
      </w:r>
      <w:r w:rsidR="004F1596" w:rsidRPr="004F1596">
        <w:t>avouer</w:t>
      </w:r>
      <w:r w:rsidRPr="004572A7">
        <w:t xml:space="preserve">, </w:t>
      </w:r>
      <w:r w:rsidR="004F1596" w:rsidRPr="004F1596">
        <w:t>sous des mots spécieux</w:t>
      </w:r>
      <w:r w:rsidRPr="004572A7">
        <w:t xml:space="preserve">, </w:t>
      </w:r>
      <w:r w:rsidR="004F1596" w:rsidRPr="004F1596">
        <w:t>qu</w:t>
      </w:r>
      <w:r w:rsidRPr="004572A7">
        <w:t>’</w:t>
      </w:r>
      <w:r w:rsidR="004F1596" w:rsidRPr="004F1596">
        <w:t>ils ignorent la véritable cause de cette action</w:t>
      </w:r>
      <w:r w:rsidRPr="004572A7">
        <w:t>… »</w:t>
      </w:r>
    </w:p>
    <w:p w14:paraId="772495ED" w14:textId="77777777" w:rsidR="003A025E" w:rsidRPr="004572A7" w:rsidRDefault="003A025E" w:rsidP="004F1596">
      <w:r w:rsidRPr="004572A7">
        <w:t>— </w:t>
      </w:r>
      <w:r w:rsidR="004F1596" w:rsidRPr="004F1596">
        <w:t>Voilà</w:t>
      </w:r>
      <w:r w:rsidRPr="004572A7">
        <w:t xml:space="preserve">, </w:t>
      </w:r>
      <w:r w:rsidR="004F1596" w:rsidRPr="004F1596">
        <w:t>dit Surgères en fermant le livre</w:t>
      </w:r>
      <w:r w:rsidRPr="004572A7">
        <w:t xml:space="preserve">, </w:t>
      </w:r>
      <w:r w:rsidR="004F1596" w:rsidRPr="004F1596">
        <w:t>quel a été le point de départ de mes réflexions et de mes travaux</w:t>
      </w:r>
      <w:r w:rsidRPr="004572A7">
        <w:t xml:space="preserve">. </w:t>
      </w:r>
      <w:r w:rsidR="004F1596" w:rsidRPr="004F1596">
        <w:t>En lisant ces lignes</w:t>
      </w:r>
      <w:r w:rsidRPr="004572A7">
        <w:t xml:space="preserve">, </w:t>
      </w:r>
      <w:r w:rsidR="004F1596" w:rsidRPr="004F1596">
        <w:t>j</w:t>
      </w:r>
      <w:r w:rsidRPr="004572A7">
        <w:t>’</w:t>
      </w:r>
      <w:r w:rsidR="004F1596" w:rsidRPr="004F1596">
        <w:t>ai conçu le vaste projet de pénétrer davantage dans les dédales de la physiologie humaine et d</w:t>
      </w:r>
      <w:r w:rsidRPr="004572A7">
        <w:t>’</w:t>
      </w:r>
      <w:r w:rsidR="004F1596" w:rsidRPr="004F1596">
        <w:t>essayer d</w:t>
      </w:r>
      <w:r w:rsidRPr="004572A7">
        <w:t>’</w:t>
      </w:r>
      <w:r w:rsidR="004F1596" w:rsidRPr="004F1596">
        <w:t>arracher au Sphinx le secret millénaire qu</w:t>
      </w:r>
      <w:r w:rsidRPr="004572A7">
        <w:t>’</w:t>
      </w:r>
      <w:r w:rsidR="004F1596" w:rsidRPr="004F1596">
        <w:t>il garde jalousement</w:t>
      </w:r>
      <w:r w:rsidRPr="004572A7">
        <w:t>.</w:t>
      </w:r>
    </w:p>
    <w:p w14:paraId="5198AC0B" w14:textId="77777777" w:rsidR="003A025E" w:rsidRPr="004572A7" w:rsidRDefault="003A025E" w:rsidP="004F1596">
      <w:r w:rsidRPr="004572A7">
        <w:t>« </w:t>
      </w:r>
      <w:r w:rsidR="004F1596" w:rsidRPr="004F1596">
        <w:t>Vous ne devez pas ignorer que</w:t>
      </w:r>
      <w:r w:rsidRPr="004572A7">
        <w:t xml:space="preserve">, </w:t>
      </w:r>
      <w:r w:rsidR="004F1596" w:rsidRPr="004F1596">
        <w:t>dès la plus haute antiquité</w:t>
      </w:r>
      <w:r w:rsidRPr="004572A7">
        <w:t xml:space="preserve">, </w:t>
      </w:r>
      <w:r w:rsidR="004F1596" w:rsidRPr="004F1596">
        <w:t>les hommes instruits et principalement les prêtres et les mages égyptiens</w:t>
      </w:r>
      <w:r w:rsidRPr="004572A7">
        <w:t xml:space="preserve">, </w:t>
      </w:r>
      <w:r w:rsidR="004F1596" w:rsidRPr="004F1596">
        <w:t>hindous et grecs</w:t>
      </w:r>
      <w:r w:rsidRPr="004572A7">
        <w:t xml:space="preserve">, </w:t>
      </w:r>
      <w:r w:rsidR="004F1596" w:rsidRPr="004F1596">
        <w:t>eurent l</w:t>
      </w:r>
      <w:r w:rsidRPr="004572A7">
        <w:t>’</w:t>
      </w:r>
      <w:r w:rsidR="004F1596" w:rsidRPr="004F1596">
        <w:t>intuition de certaines propriétés merveilleuses du corps humain</w:t>
      </w:r>
      <w:r w:rsidRPr="004572A7">
        <w:t xml:space="preserve">, </w:t>
      </w:r>
      <w:r w:rsidR="004F1596" w:rsidRPr="004F1596">
        <w:t xml:space="preserve">ils en </w:t>
      </w:r>
      <w:r w:rsidR="004F1596" w:rsidRPr="004F1596">
        <w:lastRenderedPageBreak/>
        <w:t>perçurent même les manifestations</w:t>
      </w:r>
      <w:r w:rsidRPr="004572A7">
        <w:t xml:space="preserve">, </w:t>
      </w:r>
      <w:r w:rsidR="004F1596" w:rsidRPr="004F1596">
        <w:t>d</w:t>
      </w:r>
      <w:r w:rsidRPr="004572A7">
        <w:t>’</w:t>
      </w:r>
      <w:r w:rsidR="004F1596" w:rsidRPr="004F1596">
        <w:t>une façon bien plus complète que nous ne le pensons</w:t>
      </w:r>
      <w:r w:rsidRPr="004572A7">
        <w:t xml:space="preserve">. </w:t>
      </w:r>
      <w:r w:rsidR="004F1596" w:rsidRPr="004F1596">
        <w:t>Les exemples célèbres des Sibylles d</w:t>
      </w:r>
      <w:r w:rsidRPr="004572A7">
        <w:t>’</w:t>
      </w:r>
      <w:r w:rsidR="004F1596" w:rsidRPr="004F1596">
        <w:t>autrefois et</w:t>
      </w:r>
      <w:r w:rsidRPr="004572A7">
        <w:t xml:space="preserve">, </w:t>
      </w:r>
      <w:r w:rsidR="004F1596" w:rsidRPr="004F1596">
        <w:t>en particulier</w:t>
      </w:r>
      <w:r w:rsidRPr="004572A7">
        <w:t xml:space="preserve">, </w:t>
      </w:r>
      <w:r w:rsidR="004F1596" w:rsidRPr="004F1596">
        <w:t>des fameuses Pythonisses d</w:t>
      </w:r>
      <w:r w:rsidRPr="004572A7">
        <w:t>’</w:t>
      </w:r>
      <w:r w:rsidR="004F1596" w:rsidRPr="004F1596">
        <w:t>Endor et de Delphes</w:t>
      </w:r>
      <w:r w:rsidRPr="004572A7">
        <w:t xml:space="preserve">, </w:t>
      </w:r>
      <w:r w:rsidR="004F1596" w:rsidRPr="004F1596">
        <w:t>en sont des témoignages irrécusables</w:t>
      </w:r>
      <w:r w:rsidRPr="004572A7">
        <w:t>.</w:t>
      </w:r>
    </w:p>
    <w:p w14:paraId="690D0114" w14:textId="77777777" w:rsidR="003A025E" w:rsidRPr="004572A7" w:rsidRDefault="003A025E" w:rsidP="004F1596">
      <w:r w:rsidRPr="004572A7">
        <w:t>« </w:t>
      </w:r>
      <w:r w:rsidR="004F1596" w:rsidRPr="004F1596">
        <w:t>Je passe sous silence les magiciens et les alchimistes du Moyen-âge</w:t>
      </w:r>
      <w:r w:rsidRPr="004572A7">
        <w:t xml:space="preserve">, </w:t>
      </w:r>
      <w:r w:rsidR="004F1596" w:rsidRPr="004F1596">
        <w:t>sans compter tous ceux qui furent considérés</w:t>
      </w:r>
      <w:r w:rsidRPr="004572A7">
        <w:t xml:space="preserve">, </w:t>
      </w:r>
      <w:r w:rsidR="004F1596" w:rsidRPr="004F1596">
        <w:t>par leurs contemporains</w:t>
      </w:r>
      <w:r w:rsidRPr="004572A7">
        <w:t xml:space="preserve">, </w:t>
      </w:r>
      <w:r w:rsidR="004F1596" w:rsidRPr="004F1596">
        <w:t>comme des rêveurs</w:t>
      </w:r>
      <w:r w:rsidRPr="004572A7">
        <w:t xml:space="preserve">, </w:t>
      </w:r>
      <w:r w:rsidR="004F1596" w:rsidRPr="004F1596">
        <w:t>des sorciers et qui n</w:t>
      </w:r>
      <w:r w:rsidRPr="004572A7">
        <w:t>’</w:t>
      </w:r>
      <w:r w:rsidR="004F1596" w:rsidRPr="004F1596">
        <w:t>étaient</w:t>
      </w:r>
      <w:r w:rsidRPr="004572A7">
        <w:t xml:space="preserve">, </w:t>
      </w:r>
      <w:r w:rsidR="004F1596" w:rsidRPr="004F1596">
        <w:t>en réalité</w:t>
      </w:r>
      <w:r w:rsidRPr="004572A7">
        <w:t xml:space="preserve">, </w:t>
      </w:r>
      <w:r w:rsidR="004F1596" w:rsidRPr="004F1596">
        <w:t>que des chercheurs passionnés</w:t>
      </w:r>
      <w:r w:rsidRPr="004572A7">
        <w:t xml:space="preserve">, </w:t>
      </w:r>
      <w:r w:rsidR="004F1596" w:rsidRPr="004F1596">
        <w:t>des esprits curieux</w:t>
      </w:r>
      <w:r w:rsidRPr="004572A7">
        <w:t xml:space="preserve">, </w:t>
      </w:r>
      <w:r w:rsidR="004F1596" w:rsidRPr="004F1596">
        <w:t>avides de science et de vérité</w:t>
      </w:r>
      <w:r w:rsidRPr="004572A7">
        <w:t>.</w:t>
      </w:r>
    </w:p>
    <w:p w14:paraId="32EF495D" w14:textId="77777777" w:rsidR="003A025E" w:rsidRPr="004572A7" w:rsidRDefault="003A025E" w:rsidP="004F1596">
      <w:r w:rsidRPr="004572A7">
        <w:t>« </w:t>
      </w:r>
      <w:r w:rsidR="004F1596" w:rsidRPr="004F1596">
        <w:t xml:space="preserve">Maxwell affirmait déjà au </w:t>
      </w:r>
      <w:r w:rsidRPr="004F1596">
        <w:t>XVII</w:t>
      </w:r>
      <w:r w:rsidRPr="004F1596">
        <w:rPr>
          <w:vertAlign w:val="superscript"/>
        </w:rPr>
        <w:t>e</w:t>
      </w:r>
      <w:r w:rsidRPr="004572A7">
        <w:t xml:space="preserve"> siècle, </w:t>
      </w:r>
      <w:r w:rsidR="004F1596" w:rsidRPr="004F1596">
        <w:t>que</w:t>
      </w:r>
      <w:r w:rsidRPr="004572A7">
        <w:t xml:space="preserve">, </w:t>
      </w:r>
      <w:r w:rsidR="004F1596" w:rsidRPr="004F1596">
        <w:t>de tout corps</w:t>
      </w:r>
      <w:r w:rsidRPr="004572A7">
        <w:t xml:space="preserve">, </w:t>
      </w:r>
      <w:r w:rsidR="004F1596" w:rsidRPr="004F1596">
        <w:t>s</w:t>
      </w:r>
      <w:r w:rsidRPr="004572A7">
        <w:t>’</w:t>
      </w:r>
      <w:r w:rsidR="004F1596" w:rsidRPr="004F1596">
        <w:t>échappent des rayons corporels et que ces rayons ne sont pas seulement spéciaux aux corps</w:t>
      </w:r>
      <w:r w:rsidRPr="004572A7">
        <w:t xml:space="preserve">, </w:t>
      </w:r>
      <w:r w:rsidR="004F1596" w:rsidRPr="004F1596">
        <w:t>mais encore aux diverses parties du corps</w:t>
      </w:r>
      <w:r w:rsidRPr="004572A7">
        <w:t xml:space="preserve">. </w:t>
      </w:r>
      <w:r w:rsidR="004F1596" w:rsidRPr="004F1596">
        <w:t>Tardy de Montravel</w:t>
      </w:r>
      <w:r w:rsidRPr="004572A7">
        <w:t xml:space="preserve">, </w:t>
      </w:r>
      <w:r w:rsidR="004F1596" w:rsidRPr="004F1596">
        <w:t>à la suite d</w:t>
      </w:r>
      <w:r w:rsidRPr="004572A7">
        <w:t>’</w:t>
      </w:r>
      <w:r w:rsidR="004F1596" w:rsidRPr="004F1596">
        <w:t>expériences concluantes</w:t>
      </w:r>
      <w:r w:rsidRPr="004572A7">
        <w:t xml:space="preserve">, </w:t>
      </w:r>
      <w:r w:rsidR="004F1596" w:rsidRPr="004F1596">
        <w:t>démontra l</w:t>
      </w:r>
      <w:r w:rsidRPr="004572A7">
        <w:t>’</w:t>
      </w:r>
      <w:r w:rsidR="004F1596" w:rsidRPr="004F1596">
        <w:t>existence des rayons lumineux du corps humain</w:t>
      </w:r>
      <w:r w:rsidRPr="004572A7">
        <w:t xml:space="preserve">. </w:t>
      </w:r>
      <w:r w:rsidR="004F1596" w:rsidRPr="004F1596">
        <w:t>Après eux</w:t>
      </w:r>
      <w:r w:rsidRPr="004572A7">
        <w:t xml:space="preserve">, </w:t>
      </w:r>
      <w:r w:rsidR="004F1596" w:rsidRPr="004F1596">
        <w:t>Wallace</w:t>
      </w:r>
      <w:r w:rsidRPr="004572A7">
        <w:t xml:space="preserve">, </w:t>
      </w:r>
      <w:r w:rsidR="004F1596" w:rsidRPr="004F1596">
        <w:t>Crookes</w:t>
      </w:r>
      <w:r w:rsidRPr="004572A7">
        <w:t xml:space="preserve">, </w:t>
      </w:r>
      <w:r w:rsidR="004F1596" w:rsidRPr="004F1596">
        <w:t>de Roches</w:t>
      </w:r>
      <w:r w:rsidRPr="004572A7">
        <w:t xml:space="preserve">, </w:t>
      </w:r>
      <w:proofErr w:type="spellStart"/>
      <w:r w:rsidR="004F1596" w:rsidRPr="004F1596">
        <w:t>Baraduc</w:t>
      </w:r>
      <w:proofErr w:type="spellEnd"/>
      <w:r w:rsidR="004F1596" w:rsidRPr="004F1596">
        <w:t xml:space="preserve"> et enfin </w:t>
      </w:r>
      <w:proofErr w:type="spellStart"/>
      <w:r w:rsidR="004F1596" w:rsidRPr="004F1596">
        <w:t>Richart</w:t>
      </w:r>
      <w:proofErr w:type="spellEnd"/>
      <w:r w:rsidRPr="004572A7">
        <w:t xml:space="preserve">, </w:t>
      </w:r>
      <w:r w:rsidR="004F1596" w:rsidRPr="004F1596">
        <w:t>poursuivant ces travaux</w:t>
      </w:r>
      <w:r w:rsidRPr="004572A7">
        <w:t xml:space="preserve">, </w:t>
      </w:r>
      <w:r w:rsidR="004F1596" w:rsidRPr="004F1596">
        <w:t>selon les méthodes rigoureuses de la science</w:t>
      </w:r>
      <w:r w:rsidRPr="004572A7">
        <w:t xml:space="preserve">, </w:t>
      </w:r>
      <w:r w:rsidR="004F1596" w:rsidRPr="004F1596">
        <w:t>ont fait avancer la question d</w:t>
      </w:r>
      <w:r w:rsidRPr="004572A7">
        <w:t>’</w:t>
      </w:r>
      <w:r w:rsidR="004F1596" w:rsidRPr="004F1596">
        <w:t>un grand pas et abouti à des résultats remarquables</w:t>
      </w:r>
      <w:r w:rsidRPr="004572A7">
        <w:t>.</w:t>
      </w:r>
    </w:p>
    <w:p w14:paraId="20DE3A3F" w14:textId="77777777" w:rsidR="003A025E" w:rsidRPr="004572A7" w:rsidRDefault="003A025E" w:rsidP="004F1596">
      <w:r w:rsidRPr="004572A7">
        <w:t>« </w:t>
      </w:r>
      <w:r w:rsidR="004F1596" w:rsidRPr="004F1596">
        <w:t>Par exemple</w:t>
      </w:r>
      <w:r w:rsidRPr="004572A7">
        <w:t xml:space="preserve">, </w:t>
      </w:r>
      <w:r w:rsidR="004F1596" w:rsidRPr="004F1596">
        <w:t>là où commence leur erreur</w:t>
      </w:r>
      <w:r w:rsidRPr="004572A7">
        <w:t xml:space="preserve">, </w:t>
      </w:r>
      <w:r w:rsidR="004F1596" w:rsidRPr="004F1596">
        <w:t>selon moi</w:t>
      </w:r>
      <w:r w:rsidRPr="004572A7">
        <w:t xml:space="preserve">, </w:t>
      </w:r>
      <w:r w:rsidR="004F1596" w:rsidRPr="004F1596">
        <w:t>c</w:t>
      </w:r>
      <w:r w:rsidRPr="004572A7">
        <w:t>’</w:t>
      </w:r>
      <w:r w:rsidR="004F1596" w:rsidRPr="004F1596">
        <w:t>est lorsqu</w:t>
      </w:r>
      <w:r w:rsidRPr="004572A7">
        <w:t>’</w:t>
      </w:r>
      <w:r w:rsidR="004F1596" w:rsidRPr="004F1596">
        <w:t>ils refusent de reconnaître les propriétés constituant l</w:t>
      </w:r>
      <w:r w:rsidRPr="004572A7">
        <w:t>’</w:t>
      </w:r>
      <w:r w:rsidR="004F1596" w:rsidRPr="004F1596">
        <w:t>essence même de la matière</w:t>
      </w:r>
      <w:r w:rsidRPr="004572A7">
        <w:t xml:space="preserve">, </w:t>
      </w:r>
      <w:r w:rsidR="004F1596" w:rsidRPr="004F1596">
        <w:t>et qu</w:t>
      </w:r>
      <w:r w:rsidRPr="004572A7">
        <w:t>’</w:t>
      </w:r>
      <w:r w:rsidR="004F1596" w:rsidRPr="004F1596">
        <w:t>ils invoquent</w:t>
      </w:r>
      <w:r w:rsidRPr="004572A7">
        <w:t xml:space="preserve">, </w:t>
      </w:r>
      <w:r w:rsidR="004F1596" w:rsidRPr="004F1596">
        <w:t>pour expliquer la Force Vitale</w:t>
      </w:r>
      <w:r w:rsidRPr="004572A7">
        <w:t xml:space="preserve">, </w:t>
      </w:r>
      <w:r w:rsidR="004F1596" w:rsidRPr="004F1596">
        <w:t>un prétendu corps psychique</w:t>
      </w:r>
      <w:r w:rsidRPr="004572A7">
        <w:t xml:space="preserve">, </w:t>
      </w:r>
      <w:r w:rsidR="004F1596" w:rsidRPr="004F1596">
        <w:t>qui n</w:t>
      </w:r>
      <w:r w:rsidRPr="004572A7">
        <w:t>’</w:t>
      </w:r>
      <w:r w:rsidR="004F1596" w:rsidRPr="004F1596">
        <w:t>est ni nature</w:t>
      </w:r>
      <w:r w:rsidRPr="004572A7">
        <w:t xml:space="preserve">, </w:t>
      </w:r>
      <w:r w:rsidR="004F1596" w:rsidRPr="004F1596">
        <w:t>ni esprit</w:t>
      </w:r>
      <w:r w:rsidRPr="004572A7">
        <w:t>.</w:t>
      </w:r>
    </w:p>
    <w:p w14:paraId="086D44FA" w14:textId="77777777" w:rsidR="003A025E" w:rsidRPr="004572A7" w:rsidRDefault="003A025E" w:rsidP="004F1596">
      <w:r w:rsidRPr="00073A4A">
        <w:t>« </w:t>
      </w:r>
      <w:r w:rsidR="004F1596" w:rsidRPr="00073A4A">
        <w:t>Esclaves</w:t>
      </w:r>
      <w:r w:rsidRPr="00073A4A">
        <w:t xml:space="preserve">, </w:t>
      </w:r>
      <w:r w:rsidR="004F1596" w:rsidRPr="00073A4A">
        <w:t>malgré eux et malgré leur savoir</w:t>
      </w:r>
      <w:r w:rsidRPr="00073A4A">
        <w:t xml:space="preserve">, </w:t>
      </w:r>
      <w:r w:rsidR="004F1596" w:rsidRPr="00073A4A">
        <w:t>des superstitions psychologiques de vingt siècles</w:t>
      </w:r>
      <w:r w:rsidRPr="00073A4A">
        <w:t xml:space="preserve">, </w:t>
      </w:r>
      <w:r w:rsidR="004F1596" w:rsidRPr="00073A4A">
        <w:t>ils ne peuvent se résoudre</w:t>
      </w:r>
      <w:r w:rsidR="004F1596" w:rsidRPr="004F1596">
        <w:t xml:space="preserve"> à accorder à certains phénomènes physiologiques toute l</w:t>
      </w:r>
      <w:r w:rsidRPr="004572A7">
        <w:t>’</w:t>
      </w:r>
      <w:r w:rsidR="004F1596" w:rsidRPr="004F1596">
        <w:t>importance qu</w:t>
      </w:r>
      <w:r w:rsidRPr="004572A7">
        <w:t>’</w:t>
      </w:r>
      <w:r w:rsidR="004F1596" w:rsidRPr="004F1596">
        <w:t>ils méritent</w:t>
      </w:r>
      <w:r w:rsidRPr="004572A7">
        <w:t xml:space="preserve">. </w:t>
      </w:r>
      <w:r w:rsidR="004F1596" w:rsidRPr="004F1596">
        <w:t>Devant ce mécanisme admirable de la vie humaine</w:t>
      </w:r>
      <w:r w:rsidRPr="004572A7">
        <w:t xml:space="preserve">, </w:t>
      </w:r>
      <w:r w:rsidR="004F1596" w:rsidRPr="004F1596">
        <w:t>ils restent</w:t>
      </w:r>
      <w:r w:rsidRPr="004572A7">
        <w:t xml:space="preserve">, </w:t>
      </w:r>
      <w:r w:rsidR="004F1596" w:rsidRPr="004F1596">
        <w:t>comme dit Spinoza</w:t>
      </w:r>
      <w:r w:rsidRPr="004572A7">
        <w:t xml:space="preserve">, </w:t>
      </w:r>
      <w:r w:rsidR="004F1596" w:rsidRPr="004F1596">
        <w:t>stupides</w:t>
      </w:r>
      <w:r w:rsidRPr="004572A7">
        <w:t>.</w:t>
      </w:r>
    </w:p>
    <w:p w14:paraId="62FBE63D" w14:textId="77777777" w:rsidR="003A025E" w:rsidRPr="004572A7" w:rsidRDefault="003A025E" w:rsidP="004F1596">
      <w:r w:rsidRPr="004572A7">
        <w:lastRenderedPageBreak/>
        <w:t>« </w:t>
      </w:r>
      <w:r w:rsidR="004F1596" w:rsidRPr="004F1596">
        <w:t xml:space="preserve">Puisque vous avez lu </w:t>
      </w:r>
      <w:proofErr w:type="spellStart"/>
      <w:r w:rsidR="004F1596" w:rsidRPr="004F1596">
        <w:t>Halwards</w:t>
      </w:r>
      <w:proofErr w:type="spellEnd"/>
      <w:r w:rsidRPr="004572A7">
        <w:t xml:space="preserve">, </w:t>
      </w:r>
      <w:r w:rsidR="004F1596" w:rsidRPr="004F1596">
        <w:t>vous devez vous rappeler que le corps humain</w:t>
      </w:r>
      <w:r w:rsidRPr="004572A7">
        <w:t xml:space="preserve">, </w:t>
      </w:r>
      <w:r w:rsidR="004F1596" w:rsidRPr="004F1596">
        <w:t>tout entier</w:t>
      </w:r>
      <w:r w:rsidRPr="004572A7">
        <w:t xml:space="preserve">, </w:t>
      </w:r>
      <w:r w:rsidR="004F1596" w:rsidRPr="004F1596">
        <w:t>dégage un fluide lumineux et brillant qui</w:t>
      </w:r>
      <w:r w:rsidRPr="004572A7">
        <w:t xml:space="preserve">, </w:t>
      </w:r>
      <w:r w:rsidR="004F1596" w:rsidRPr="004F1596">
        <w:t>issu principalement du cerveau</w:t>
      </w:r>
      <w:r w:rsidRPr="004572A7">
        <w:t xml:space="preserve">, </w:t>
      </w:r>
      <w:r w:rsidR="004F1596" w:rsidRPr="004F1596">
        <w:t>descend le long des faisceaux nerveux et les suit jusqu</w:t>
      </w:r>
      <w:r w:rsidRPr="004572A7">
        <w:t>’</w:t>
      </w:r>
      <w:r w:rsidR="004F1596" w:rsidRPr="004F1596">
        <w:t>à leurs dernières ramifications</w:t>
      </w:r>
      <w:r w:rsidRPr="004572A7">
        <w:t xml:space="preserve">. </w:t>
      </w:r>
      <w:r w:rsidR="004F1596" w:rsidRPr="004F1596">
        <w:t>Ce fluide</w:t>
      </w:r>
      <w:r w:rsidRPr="004572A7">
        <w:t xml:space="preserve">, </w:t>
      </w:r>
      <w:r w:rsidR="004F1596" w:rsidRPr="004F1596">
        <w:t>nettement perçu par des sensitifs</w:t>
      </w:r>
      <w:r w:rsidRPr="004572A7">
        <w:t xml:space="preserve">, </w:t>
      </w:r>
      <w:r w:rsidR="004F1596" w:rsidRPr="004F1596">
        <w:t>à l</w:t>
      </w:r>
      <w:r w:rsidRPr="004572A7">
        <w:t>’</w:t>
      </w:r>
      <w:r w:rsidR="004F1596" w:rsidRPr="004F1596">
        <w:t>état normal ou de somnambulisme</w:t>
      </w:r>
      <w:r w:rsidRPr="004572A7">
        <w:t xml:space="preserve">, </w:t>
      </w:r>
      <w:r w:rsidR="004F1596" w:rsidRPr="004F1596">
        <w:t>devient visible</w:t>
      </w:r>
      <w:r w:rsidRPr="004572A7">
        <w:t xml:space="preserve">, </w:t>
      </w:r>
      <w:r w:rsidR="004F1596" w:rsidRPr="004F1596">
        <w:t>en plein jour</w:t>
      </w:r>
      <w:r w:rsidRPr="004572A7">
        <w:t xml:space="preserve">, </w:t>
      </w:r>
      <w:r w:rsidR="004F1596" w:rsidRPr="004F1596">
        <w:t>sous forme d</w:t>
      </w:r>
      <w:r w:rsidRPr="004572A7">
        <w:t>’</w:t>
      </w:r>
      <w:r w:rsidR="004F1596" w:rsidRPr="004F1596">
        <w:t>effluves</w:t>
      </w:r>
      <w:r w:rsidRPr="004572A7">
        <w:t xml:space="preserve">, </w:t>
      </w:r>
      <w:r w:rsidR="004F1596" w:rsidRPr="004F1596">
        <w:t>dans l</w:t>
      </w:r>
      <w:r w:rsidRPr="004572A7">
        <w:t>’</w:t>
      </w:r>
      <w:r w:rsidR="004F1596" w:rsidRPr="004F1596">
        <w:t>obscurité</w:t>
      </w:r>
      <w:r w:rsidRPr="004572A7">
        <w:t xml:space="preserve">, </w:t>
      </w:r>
      <w:r w:rsidR="004F1596" w:rsidRPr="004F1596">
        <w:t>sous forme de lueurs</w:t>
      </w:r>
      <w:r w:rsidRPr="004572A7">
        <w:t>.</w:t>
      </w:r>
    </w:p>
    <w:p w14:paraId="74BC8D92" w14:textId="77777777" w:rsidR="003A025E" w:rsidRPr="004572A7" w:rsidRDefault="003A025E" w:rsidP="004F1596">
      <w:r w:rsidRPr="004572A7">
        <w:t>« </w:t>
      </w:r>
      <w:r w:rsidR="004F1596" w:rsidRPr="004F1596">
        <w:t>Les observations admirables de Reichenbach ne laissent plus aucun doute à ce sujet</w:t>
      </w:r>
      <w:r w:rsidRPr="004572A7">
        <w:t xml:space="preserve"> ; </w:t>
      </w:r>
      <w:r w:rsidR="004F1596" w:rsidRPr="004F1596">
        <w:t xml:space="preserve">elles viennent renforcer la thèse de </w:t>
      </w:r>
      <w:proofErr w:type="spellStart"/>
      <w:r w:rsidR="004F1596" w:rsidRPr="004F1596">
        <w:t>Halwards</w:t>
      </w:r>
      <w:proofErr w:type="spellEnd"/>
      <w:r w:rsidR="004F1596" w:rsidRPr="004F1596">
        <w:t xml:space="preserve"> en y apportant des précisions saisissantes</w:t>
      </w:r>
      <w:r w:rsidRPr="004572A7">
        <w:t xml:space="preserve">. </w:t>
      </w:r>
      <w:r w:rsidR="004F1596" w:rsidRPr="004F1596">
        <w:t>Reichenbach constata</w:t>
      </w:r>
      <w:r w:rsidRPr="004572A7">
        <w:t xml:space="preserve">, </w:t>
      </w:r>
      <w:r w:rsidR="004F1596" w:rsidRPr="004F1596">
        <w:t>en effet</w:t>
      </w:r>
      <w:r w:rsidRPr="004572A7">
        <w:t xml:space="preserve">, </w:t>
      </w:r>
      <w:r w:rsidR="004F1596" w:rsidRPr="004F1596">
        <w:t>que les couleurs de ce fluide humain sont différentes</w:t>
      </w:r>
      <w:r w:rsidRPr="004572A7">
        <w:t xml:space="preserve">, </w:t>
      </w:r>
      <w:r w:rsidR="004F1596" w:rsidRPr="004F1596">
        <w:t>suivant les parties du corps d</w:t>
      </w:r>
      <w:r w:rsidRPr="004572A7">
        <w:t>’</w:t>
      </w:r>
      <w:r w:rsidR="004F1596" w:rsidRPr="004F1596">
        <w:t>où elles émanent</w:t>
      </w:r>
      <w:r w:rsidRPr="004572A7">
        <w:t>.</w:t>
      </w:r>
    </w:p>
    <w:p w14:paraId="00900AF6" w14:textId="77777777" w:rsidR="003A025E" w:rsidRPr="004572A7" w:rsidRDefault="003A025E" w:rsidP="004F1596">
      <w:r w:rsidRPr="004572A7">
        <w:t>« </w:t>
      </w:r>
      <w:r w:rsidR="004F1596" w:rsidRPr="004F1596">
        <w:t>Le fluide de la main droite est bleu</w:t>
      </w:r>
      <w:r w:rsidRPr="004572A7">
        <w:t xml:space="preserve">, </w:t>
      </w:r>
      <w:r w:rsidR="004F1596" w:rsidRPr="004F1596">
        <w:t>tandis que celui de la gauche est rougeâtre</w:t>
      </w:r>
      <w:r w:rsidRPr="004572A7">
        <w:t xml:space="preserve">. </w:t>
      </w:r>
      <w:r w:rsidR="004F1596" w:rsidRPr="004F1596">
        <w:t>Les extrémités digitales sont prolongées par des faisceaux d</w:t>
      </w:r>
      <w:r w:rsidRPr="004572A7">
        <w:t>’</w:t>
      </w:r>
      <w:r w:rsidR="004F1596" w:rsidRPr="004F1596">
        <w:t>effluves variant entre cinq et dix centimètres de longueur</w:t>
      </w:r>
      <w:r w:rsidRPr="004572A7">
        <w:t xml:space="preserve">, </w:t>
      </w:r>
      <w:r w:rsidR="004F1596" w:rsidRPr="004F1596">
        <w:t>et de différentes couleurs</w:t>
      </w:r>
      <w:r w:rsidRPr="004572A7">
        <w:t xml:space="preserve">, </w:t>
      </w:r>
      <w:r w:rsidR="004F1596" w:rsidRPr="004F1596">
        <w:t>suivant qu</w:t>
      </w:r>
      <w:r w:rsidRPr="004572A7">
        <w:t>’</w:t>
      </w:r>
      <w:r w:rsidR="004F1596" w:rsidRPr="004F1596">
        <w:t>ils partent de la main gauche ou de la main droite</w:t>
      </w:r>
      <w:r w:rsidRPr="004572A7">
        <w:t xml:space="preserve">. </w:t>
      </w:r>
      <w:r w:rsidR="004F1596" w:rsidRPr="004F1596">
        <w:t>Les yeux projettent également des rayons jaunes et rouges dont la longueur atteint parfois plus d</w:t>
      </w:r>
      <w:r w:rsidRPr="004572A7">
        <w:t>’</w:t>
      </w:r>
      <w:r w:rsidR="004F1596" w:rsidRPr="004F1596">
        <w:t>un mètre</w:t>
      </w:r>
      <w:r w:rsidRPr="004572A7">
        <w:t>.</w:t>
      </w:r>
    </w:p>
    <w:p w14:paraId="310128A7" w14:textId="77777777" w:rsidR="003A025E" w:rsidRPr="004572A7" w:rsidRDefault="003A025E" w:rsidP="004F1596">
      <w:r w:rsidRPr="004572A7">
        <w:t>« </w:t>
      </w:r>
      <w:r w:rsidR="004F1596" w:rsidRPr="004F1596">
        <w:t>Tout cela</w:t>
      </w:r>
      <w:r w:rsidRPr="004572A7">
        <w:t xml:space="preserve">, </w:t>
      </w:r>
      <w:r w:rsidR="004F1596" w:rsidRPr="004F1596">
        <w:t>Monsieur</w:t>
      </w:r>
      <w:r w:rsidRPr="004572A7">
        <w:t xml:space="preserve">, </w:t>
      </w:r>
      <w:r w:rsidR="004F1596" w:rsidRPr="004F1596">
        <w:t>j</w:t>
      </w:r>
      <w:r w:rsidRPr="004572A7">
        <w:t>’</w:t>
      </w:r>
      <w:r w:rsidR="004F1596" w:rsidRPr="004F1596">
        <w:t>ai tenu à le constater par moi-même</w:t>
      </w:r>
      <w:r w:rsidRPr="004572A7">
        <w:t xml:space="preserve">. </w:t>
      </w:r>
      <w:r w:rsidR="004F1596" w:rsidRPr="004F1596">
        <w:t>Je puis vous affirmer qu</w:t>
      </w:r>
      <w:r w:rsidRPr="004572A7">
        <w:t>’</w:t>
      </w:r>
      <w:r w:rsidR="004F1596" w:rsidRPr="004F1596">
        <w:t>il n</w:t>
      </w:r>
      <w:r w:rsidRPr="004572A7">
        <w:t>’</w:t>
      </w:r>
      <w:r w:rsidR="004F1596" w:rsidRPr="004F1596">
        <w:t>y a</w:t>
      </w:r>
      <w:r w:rsidRPr="004572A7">
        <w:t xml:space="preserve">, </w:t>
      </w:r>
      <w:r w:rsidR="004F1596" w:rsidRPr="004F1596">
        <w:t>dans ces théories</w:t>
      </w:r>
      <w:r w:rsidRPr="004572A7">
        <w:t xml:space="preserve">, </w:t>
      </w:r>
      <w:r w:rsidR="004F1596" w:rsidRPr="004F1596">
        <w:t>rien qui ne soit l</w:t>
      </w:r>
      <w:r w:rsidRPr="004572A7">
        <w:t>’</w:t>
      </w:r>
      <w:r w:rsidR="004F1596" w:rsidRPr="004F1596">
        <w:t>expression même de la vérité</w:t>
      </w:r>
      <w:r w:rsidRPr="004572A7">
        <w:t xml:space="preserve">. </w:t>
      </w:r>
      <w:r w:rsidR="004F1596" w:rsidRPr="004F1596">
        <w:t>Ces observations sont le fruit d</w:t>
      </w:r>
      <w:r w:rsidRPr="004572A7">
        <w:t>’</w:t>
      </w:r>
      <w:r w:rsidR="004F1596" w:rsidRPr="004F1596">
        <w:t>une critique scrupuleuse et méthodique et d</w:t>
      </w:r>
      <w:r w:rsidRPr="004572A7">
        <w:t>’</w:t>
      </w:r>
      <w:r w:rsidR="004F1596" w:rsidRPr="004F1596">
        <w:t>un labeur persévérant</w:t>
      </w:r>
      <w:r w:rsidRPr="004572A7">
        <w:t xml:space="preserve">. </w:t>
      </w:r>
      <w:r w:rsidR="004F1596" w:rsidRPr="004F1596">
        <w:t>Il importait</w:t>
      </w:r>
      <w:r w:rsidRPr="004572A7">
        <w:t xml:space="preserve">, </w:t>
      </w:r>
      <w:r w:rsidR="004F1596" w:rsidRPr="004F1596">
        <w:t>d</w:t>
      </w:r>
      <w:r w:rsidRPr="004572A7">
        <w:t>’</w:t>
      </w:r>
      <w:r w:rsidR="004F1596" w:rsidRPr="004F1596">
        <w:t>ailleurs au premier chef</w:t>
      </w:r>
      <w:r w:rsidRPr="004572A7">
        <w:t xml:space="preserve">, </w:t>
      </w:r>
      <w:r w:rsidR="004F1596" w:rsidRPr="004F1596">
        <w:t>que je fusse fixé sur ce point et que j</w:t>
      </w:r>
      <w:r w:rsidRPr="004572A7">
        <w:t>’</w:t>
      </w:r>
      <w:r w:rsidR="004F1596" w:rsidRPr="004F1596">
        <w:t>eusse des certitudes scientifiques</w:t>
      </w:r>
      <w:r w:rsidRPr="004572A7">
        <w:t xml:space="preserve">, </w:t>
      </w:r>
      <w:r w:rsidR="004F1596" w:rsidRPr="004F1596">
        <w:t>avant d</w:t>
      </w:r>
      <w:r w:rsidRPr="004572A7">
        <w:t>’</w:t>
      </w:r>
      <w:r w:rsidR="004F1596" w:rsidRPr="004F1596">
        <w:t>entreprendre les travaux dont je vais vous parler dans quelques instants</w:t>
      </w:r>
      <w:r w:rsidRPr="004572A7">
        <w:t>.</w:t>
      </w:r>
    </w:p>
    <w:p w14:paraId="14816BBC" w14:textId="77777777" w:rsidR="003A025E" w:rsidRPr="004572A7" w:rsidRDefault="003A025E" w:rsidP="004F1596">
      <w:r w:rsidRPr="004572A7">
        <w:t>« </w:t>
      </w:r>
      <w:r w:rsidR="004F1596" w:rsidRPr="004F1596">
        <w:t>Je commençai donc à vérifier l</w:t>
      </w:r>
      <w:r w:rsidRPr="004572A7">
        <w:t>’</w:t>
      </w:r>
      <w:r w:rsidR="004F1596" w:rsidRPr="004F1596">
        <w:t>existence du fluide humain</w:t>
      </w:r>
      <w:r w:rsidRPr="004572A7">
        <w:t xml:space="preserve">, </w:t>
      </w:r>
      <w:r w:rsidR="004F1596" w:rsidRPr="004F1596">
        <w:t>d</w:t>
      </w:r>
      <w:r w:rsidRPr="004572A7">
        <w:t>’</w:t>
      </w:r>
      <w:r w:rsidR="004F1596" w:rsidRPr="004F1596">
        <w:t xml:space="preserve">après les méthodes de </w:t>
      </w:r>
      <w:proofErr w:type="spellStart"/>
      <w:r w:rsidR="004F1596" w:rsidRPr="004F1596">
        <w:t>Baraduc</w:t>
      </w:r>
      <w:proofErr w:type="spellEnd"/>
      <w:r w:rsidRPr="004572A7">
        <w:t xml:space="preserve">. </w:t>
      </w:r>
      <w:r w:rsidR="004F1596" w:rsidRPr="004F1596">
        <w:t>Vous l</w:t>
      </w:r>
      <w:r w:rsidRPr="004572A7">
        <w:t>’</w:t>
      </w:r>
      <w:r w:rsidR="004F1596" w:rsidRPr="004F1596">
        <w:t>avouerai-je</w:t>
      </w:r>
      <w:r w:rsidRPr="004572A7">
        <w:t xml:space="preserve">, </w:t>
      </w:r>
      <w:r w:rsidR="004F1596" w:rsidRPr="004F1596">
        <w:t xml:space="preserve">je </w:t>
      </w:r>
      <w:r w:rsidR="004F1596" w:rsidRPr="004F1596">
        <w:lastRenderedPageBreak/>
        <w:t>fus surpris des résultats que j</w:t>
      </w:r>
      <w:r w:rsidRPr="004572A7">
        <w:t>’</w:t>
      </w:r>
      <w:r w:rsidR="004F1596" w:rsidRPr="004F1596">
        <w:t>obtins immédiatement</w:t>
      </w:r>
      <w:r w:rsidRPr="004572A7">
        <w:t xml:space="preserve">. </w:t>
      </w:r>
      <w:r w:rsidR="004F1596" w:rsidRPr="004F1596">
        <w:t>Au moment où je me livrai à ces premières expériences</w:t>
      </w:r>
      <w:r w:rsidRPr="004572A7">
        <w:t xml:space="preserve">, </w:t>
      </w:r>
      <w:r w:rsidR="004F1596" w:rsidRPr="004F1596">
        <w:t>je me trouvais en compagnie de deux de mes amis</w:t>
      </w:r>
      <w:r w:rsidRPr="004572A7">
        <w:t xml:space="preserve">, </w:t>
      </w:r>
      <w:r w:rsidR="004F1596" w:rsidRPr="004F1596">
        <w:t>docteurs comme moi</w:t>
      </w:r>
      <w:r w:rsidRPr="004572A7">
        <w:t xml:space="preserve">. </w:t>
      </w:r>
      <w:r w:rsidR="004F1596" w:rsidRPr="004F1596">
        <w:t>Pendant que l</w:t>
      </w:r>
      <w:r w:rsidRPr="004572A7">
        <w:t>’</w:t>
      </w:r>
      <w:r w:rsidR="004F1596" w:rsidRPr="004F1596">
        <w:t>un d</w:t>
      </w:r>
      <w:r w:rsidRPr="004572A7">
        <w:t>’</w:t>
      </w:r>
      <w:r w:rsidR="004F1596" w:rsidRPr="004F1596">
        <w:t>eux tenait à la main le tube isolateur du fil conducteur et que j</w:t>
      </w:r>
      <w:r w:rsidRPr="004572A7">
        <w:t>’</w:t>
      </w:r>
      <w:r w:rsidR="004F1596" w:rsidRPr="004F1596">
        <w:t>approchais de lui un tube de Geissler</w:t>
      </w:r>
      <w:r w:rsidRPr="004572A7">
        <w:t xml:space="preserve">, </w:t>
      </w:r>
      <w:r w:rsidR="004F1596" w:rsidRPr="004F1596">
        <w:t>ce tube s</w:t>
      </w:r>
      <w:r w:rsidRPr="004572A7">
        <w:t>’</w:t>
      </w:r>
      <w:r w:rsidR="004F1596" w:rsidRPr="004F1596">
        <w:t>illumina</w:t>
      </w:r>
      <w:r w:rsidRPr="004572A7">
        <w:t xml:space="preserve">, </w:t>
      </w:r>
      <w:r w:rsidR="004F1596" w:rsidRPr="004F1596">
        <w:t>à une distance de dix centimètres environ</w:t>
      </w:r>
      <w:r w:rsidRPr="004572A7">
        <w:t xml:space="preserve">. </w:t>
      </w:r>
      <w:r w:rsidR="004F1596" w:rsidRPr="004F1596">
        <w:t>Je pris ensuite d</w:t>
      </w:r>
      <w:r w:rsidRPr="004572A7">
        <w:t>’</w:t>
      </w:r>
      <w:r w:rsidR="004F1596" w:rsidRPr="004F1596">
        <w:t>une main le fil conducteur et de l</w:t>
      </w:r>
      <w:r w:rsidRPr="004572A7">
        <w:t>’</w:t>
      </w:r>
      <w:r w:rsidR="004F1596" w:rsidRPr="004F1596">
        <w:t>autre un tube de Crookes</w:t>
      </w:r>
      <w:r w:rsidRPr="004572A7">
        <w:t xml:space="preserve"> ; </w:t>
      </w:r>
      <w:r w:rsidR="004F1596" w:rsidRPr="004F1596">
        <w:t>je constatai aussitôt que le tube se remplissait d</w:t>
      </w:r>
      <w:r w:rsidRPr="004572A7">
        <w:t>’</w:t>
      </w:r>
      <w:r w:rsidR="004F1596" w:rsidRPr="004F1596">
        <w:t>une lumière verdâtre</w:t>
      </w:r>
      <w:r w:rsidRPr="004572A7">
        <w:t xml:space="preserve"> ; </w:t>
      </w:r>
      <w:r w:rsidR="004F1596" w:rsidRPr="004F1596">
        <w:t>mais au moment où l</w:t>
      </w:r>
      <w:r w:rsidRPr="004572A7">
        <w:t>’</w:t>
      </w:r>
      <w:r w:rsidR="004F1596" w:rsidRPr="004F1596">
        <w:t>un de mes amis approchait ses doigts du tube</w:t>
      </w:r>
      <w:r w:rsidRPr="004572A7">
        <w:t xml:space="preserve">, </w:t>
      </w:r>
      <w:r w:rsidR="004F1596" w:rsidRPr="004F1596">
        <w:t>je vis briller un effluve de quelques centimètres de long</w:t>
      </w:r>
      <w:r w:rsidRPr="004572A7">
        <w:t>.</w:t>
      </w:r>
    </w:p>
    <w:p w14:paraId="440EBAD7" w14:textId="77777777" w:rsidR="003A025E" w:rsidRPr="004572A7" w:rsidRDefault="003A025E" w:rsidP="004F1596">
      <w:r w:rsidRPr="004572A7">
        <w:t>« </w:t>
      </w:r>
      <w:r w:rsidR="004F1596" w:rsidRPr="004F1596">
        <w:t>Alors que je tenais dans ma main le tube lumineux je remarquai également que l</w:t>
      </w:r>
      <w:r w:rsidRPr="004572A7">
        <w:t>’</w:t>
      </w:r>
      <w:r w:rsidR="004F1596" w:rsidRPr="004F1596">
        <w:t>un de mes amis</w:t>
      </w:r>
      <w:r w:rsidRPr="004572A7">
        <w:t xml:space="preserve">, </w:t>
      </w:r>
      <w:r w:rsidR="004F1596" w:rsidRPr="004F1596">
        <w:t>qui n</w:t>
      </w:r>
      <w:r w:rsidRPr="004572A7">
        <w:t>’</w:t>
      </w:r>
      <w:r w:rsidR="004F1596" w:rsidRPr="004F1596">
        <w:t>avait aucune communication avec moi</w:t>
      </w:r>
      <w:r w:rsidRPr="004572A7">
        <w:t xml:space="preserve">, </w:t>
      </w:r>
      <w:r w:rsidR="0088520F" w:rsidRPr="004F1596">
        <w:t>a</w:t>
      </w:r>
      <w:r w:rsidR="0088520F">
        <w:t>y</w:t>
      </w:r>
      <w:r w:rsidR="0088520F" w:rsidRPr="004F1596">
        <w:t xml:space="preserve">ant </w:t>
      </w:r>
      <w:r w:rsidR="004F1596" w:rsidRPr="004F1596">
        <w:t>pris un autre tube à la main</w:t>
      </w:r>
      <w:r w:rsidRPr="004572A7">
        <w:t xml:space="preserve">, </w:t>
      </w:r>
      <w:r w:rsidR="004F1596" w:rsidRPr="004F1596">
        <w:t>celui-ci s</w:t>
      </w:r>
      <w:r w:rsidRPr="004572A7">
        <w:t>’</w:t>
      </w:r>
      <w:r w:rsidR="004F1596" w:rsidRPr="004F1596">
        <w:t>illumina</w:t>
      </w:r>
      <w:r w:rsidRPr="004572A7">
        <w:t xml:space="preserve">, </w:t>
      </w:r>
      <w:r w:rsidR="004F1596" w:rsidRPr="004F1596">
        <w:t>à une distance de plus d</w:t>
      </w:r>
      <w:r w:rsidRPr="004572A7">
        <w:t>’</w:t>
      </w:r>
      <w:r w:rsidR="004F1596" w:rsidRPr="004F1596">
        <w:t>un mètre</w:t>
      </w:r>
      <w:r w:rsidRPr="004572A7">
        <w:t>.</w:t>
      </w:r>
    </w:p>
    <w:p w14:paraId="04229A65" w14:textId="77777777" w:rsidR="003A025E" w:rsidRPr="004572A7" w:rsidRDefault="003A025E" w:rsidP="004F1596">
      <w:r w:rsidRPr="004572A7">
        <w:t>« </w:t>
      </w:r>
      <w:r w:rsidR="004F1596" w:rsidRPr="004F1596">
        <w:t>Que fallait-il conclure de cela</w:t>
      </w:r>
      <w:r w:rsidRPr="004572A7">
        <w:t xml:space="preserve">, </w:t>
      </w:r>
      <w:r w:rsidR="004F1596" w:rsidRPr="004F1596">
        <w:t>sinon que le corps humain était bel et bien le facteur de ces phénomènes</w:t>
      </w:r>
      <w:r w:rsidRPr="004572A7">
        <w:t xml:space="preserve"> ; </w:t>
      </w:r>
      <w:r w:rsidR="004F1596" w:rsidRPr="004F1596">
        <w:t>qu</w:t>
      </w:r>
      <w:r w:rsidRPr="004572A7">
        <w:t>’</w:t>
      </w:r>
      <w:r w:rsidR="004F1596" w:rsidRPr="004F1596">
        <w:t>il possédait réellement une force physique inconnue</w:t>
      </w:r>
      <w:r w:rsidRPr="004572A7">
        <w:t xml:space="preserve">, </w:t>
      </w:r>
      <w:r w:rsidR="004F1596" w:rsidRPr="004F1596">
        <w:t>pouvant se manifester d</w:t>
      </w:r>
      <w:r w:rsidRPr="004572A7">
        <w:t>’</w:t>
      </w:r>
      <w:r w:rsidR="004F1596" w:rsidRPr="004F1596">
        <w:t>une manière rigoureusement scientifique</w:t>
      </w:r>
      <w:r w:rsidRPr="004572A7">
        <w:t xml:space="preserve"> ? </w:t>
      </w:r>
      <w:r w:rsidR="004F1596" w:rsidRPr="004F1596">
        <w:t>Je répétai ces expériences plusieurs fois et je parvins toujours à des résultats à peu près identiques</w:t>
      </w:r>
      <w:r w:rsidRPr="004572A7">
        <w:t>.</w:t>
      </w:r>
    </w:p>
    <w:p w14:paraId="3E89CD0A" w14:textId="77777777" w:rsidR="003A025E" w:rsidRPr="004572A7" w:rsidRDefault="003A025E" w:rsidP="004F1596">
      <w:r w:rsidRPr="004572A7">
        <w:t>« </w:t>
      </w:r>
      <w:r w:rsidR="004F1596" w:rsidRPr="004F1596">
        <w:t>Cependant</w:t>
      </w:r>
      <w:r w:rsidRPr="004572A7">
        <w:t xml:space="preserve">, </w:t>
      </w:r>
      <w:r w:rsidR="004F1596" w:rsidRPr="004F1596">
        <w:t>je ne m</w:t>
      </w:r>
      <w:r w:rsidRPr="004572A7">
        <w:t>’</w:t>
      </w:r>
      <w:r w:rsidR="004F1596" w:rsidRPr="004F1596">
        <w:t>en tins pas à ces constatations</w:t>
      </w:r>
      <w:r w:rsidRPr="004572A7">
        <w:t xml:space="preserve">. </w:t>
      </w:r>
      <w:r w:rsidR="004F1596" w:rsidRPr="004F1596">
        <w:t>Je repris les expériences qui avaient été faites</w:t>
      </w:r>
      <w:r w:rsidRPr="004572A7">
        <w:t xml:space="preserve">, </w:t>
      </w:r>
      <w:r w:rsidR="004F1596" w:rsidRPr="004F1596">
        <w:t>avant moi</w:t>
      </w:r>
      <w:r w:rsidRPr="004572A7">
        <w:t xml:space="preserve">, </w:t>
      </w:r>
      <w:r w:rsidR="004F1596" w:rsidRPr="004F1596">
        <w:t xml:space="preserve">par de </w:t>
      </w:r>
      <w:proofErr w:type="spellStart"/>
      <w:r w:rsidR="004F1596" w:rsidRPr="004F1596">
        <w:t>Luys</w:t>
      </w:r>
      <w:proofErr w:type="spellEnd"/>
      <w:r w:rsidR="004F1596" w:rsidRPr="004F1596">
        <w:t xml:space="preserve"> et Le Bon</w:t>
      </w:r>
      <w:r w:rsidRPr="004572A7">
        <w:t xml:space="preserve">. </w:t>
      </w:r>
      <w:r w:rsidR="007E47D1" w:rsidRPr="004572A7">
        <w:t>À</w:t>
      </w:r>
      <w:r w:rsidR="004F1596" w:rsidRPr="004F1596">
        <w:t xml:space="preserve"> l</w:t>
      </w:r>
      <w:r w:rsidRPr="004572A7">
        <w:t>’</w:t>
      </w:r>
      <w:r w:rsidR="004F1596" w:rsidRPr="004F1596">
        <w:t>aide du procédé photographique dont ils se servaient</w:t>
      </w:r>
      <w:r w:rsidRPr="004572A7">
        <w:t xml:space="preserve">, </w:t>
      </w:r>
      <w:r w:rsidR="004F1596" w:rsidRPr="004F1596">
        <w:t>et que vous connaissez</w:t>
      </w:r>
      <w:r w:rsidRPr="004572A7">
        <w:t xml:space="preserve">, </w:t>
      </w:r>
      <w:r w:rsidR="004F1596" w:rsidRPr="004F1596">
        <w:t xml:space="preserve">puisque </w:t>
      </w:r>
      <w:proofErr w:type="spellStart"/>
      <w:r w:rsidR="004F1596" w:rsidRPr="004F1596">
        <w:t>Halwards</w:t>
      </w:r>
      <w:proofErr w:type="spellEnd"/>
      <w:r w:rsidR="004F1596" w:rsidRPr="004F1596">
        <w:t xml:space="preserve"> en fait mention</w:t>
      </w:r>
      <w:r w:rsidRPr="004572A7">
        <w:t xml:space="preserve">, </w:t>
      </w:r>
      <w:r w:rsidR="004F1596" w:rsidRPr="004F1596">
        <w:t>je réussis à obtenir des photographies d</w:t>
      </w:r>
      <w:r w:rsidRPr="004572A7">
        <w:t>’</w:t>
      </w:r>
      <w:r w:rsidR="004F1596" w:rsidRPr="004F1596">
        <w:t>effluves humains</w:t>
      </w:r>
      <w:r w:rsidRPr="004572A7">
        <w:t xml:space="preserve">. </w:t>
      </w:r>
      <w:r w:rsidR="004F1596" w:rsidRPr="004F1596">
        <w:t>Ceux-ci ne permirent plus d</w:t>
      </w:r>
      <w:r w:rsidRPr="004572A7">
        <w:t>’</w:t>
      </w:r>
      <w:r w:rsidR="004F1596" w:rsidRPr="004F1596">
        <w:t>avoir le moindre doute sur leur réalité</w:t>
      </w:r>
      <w:r w:rsidRPr="004572A7">
        <w:t>.</w:t>
      </w:r>
    </w:p>
    <w:p w14:paraId="478BC2E3" w14:textId="77777777" w:rsidR="003A025E" w:rsidRPr="004572A7" w:rsidRDefault="003A025E" w:rsidP="004F1596">
      <w:r w:rsidRPr="004572A7">
        <w:t>« </w:t>
      </w:r>
      <w:r w:rsidR="004F1596" w:rsidRPr="004F1596">
        <w:t>C</w:t>
      </w:r>
      <w:r w:rsidRPr="004572A7">
        <w:t>’</w:t>
      </w:r>
      <w:r w:rsidR="004F1596" w:rsidRPr="004F1596">
        <w:t>est ici que je placerai la partie principale de mes travaux et que je vous expliquerai d</w:t>
      </w:r>
      <w:r w:rsidRPr="004572A7">
        <w:t>’</w:t>
      </w:r>
      <w:r w:rsidR="004F1596" w:rsidRPr="004F1596">
        <w:t xml:space="preserve">une manière aussi précise </w:t>
      </w:r>
      <w:r w:rsidR="004F1596" w:rsidRPr="004F1596">
        <w:lastRenderedPageBreak/>
        <w:t>que possible</w:t>
      </w:r>
      <w:r w:rsidRPr="004572A7">
        <w:t xml:space="preserve">, </w:t>
      </w:r>
      <w:r w:rsidR="004F1596" w:rsidRPr="004F1596">
        <w:t>le résultat surprenant auquel je suis arrivé après plus de dix années d</w:t>
      </w:r>
      <w:r w:rsidRPr="004572A7">
        <w:t>’</w:t>
      </w:r>
      <w:r w:rsidR="004F1596" w:rsidRPr="004F1596">
        <w:t>efforts</w:t>
      </w:r>
      <w:r w:rsidRPr="004572A7">
        <w:t>.</w:t>
      </w:r>
    </w:p>
    <w:p w14:paraId="57C05887" w14:textId="77777777" w:rsidR="003A025E" w:rsidRPr="004572A7" w:rsidRDefault="003A025E" w:rsidP="004F1596">
      <w:r w:rsidRPr="004572A7">
        <w:t>« </w:t>
      </w:r>
      <w:r w:rsidR="004F1596" w:rsidRPr="004F1596">
        <w:t>L</w:t>
      </w:r>
      <w:r w:rsidRPr="004572A7">
        <w:t>’</w:t>
      </w:r>
      <w:r w:rsidR="004F1596" w:rsidRPr="004F1596">
        <w:t>existence du fluide humain</w:t>
      </w:r>
      <w:r w:rsidRPr="004572A7">
        <w:t xml:space="preserve">, </w:t>
      </w:r>
      <w:r w:rsidR="004F1596" w:rsidRPr="004F1596">
        <w:t>de la force vitale</w:t>
      </w:r>
      <w:r w:rsidRPr="004572A7">
        <w:t xml:space="preserve">, </w:t>
      </w:r>
      <w:r w:rsidR="004F1596" w:rsidRPr="004F1596">
        <w:t>était donc pour moi</w:t>
      </w:r>
      <w:r w:rsidRPr="004572A7">
        <w:t xml:space="preserve">, </w:t>
      </w:r>
      <w:r w:rsidR="004F1596" w:rsidRPr="004F1596">
        <w:t>désormais</w:t>
      </w:r>
      <w:r w:rsidRPr="004572A7">
        <w:t xml:space="preserve">, </w:t>
      </w:r>
      <w:r w:rsidR="004F1596" w:rsidRPr="004F1596">
        <w:t>une vérité clairement démontrée</w:t>
      </w:r>
      <w:r w:rsidRPr="004572A7">
        <w:t xml:space="preserve">. </w:t>
      </w:r>
      <w:r w:rsidR="004F1596" w:rsidRPr="004F1596">
        <w:t>Ceux qui avaient étudié cette question y avaient apporté beaucoup de bon sens</w:t>
      </w:r>
      <w:r w:rsidRPr="004572A7">
        <w:t xml:space="preserve">, </w:t>
      </w:r>
      <w:r w:rsidR="004F1596" w:rsidRPr="004F1596">
        <w:t>de science et de méthode</w:t>
      </w:r>
      <w:r w:rsidRPr="004572A7">
        <w:t xml:space="preserve">. </w:t>
      </w:r>
      <w:r w:rsidR="004F1596" w:rsidRPr="004F1596">
        <w:t>Leurs expériences étaient sincères</w:t>
      </w:r>
      <w:r w:rsidRPr="004572A7">
        <w:t xml:space="preserve">, </w:t>
      </w:r>
      <w:r w:rsidR="004F1596" w:rsidRPr="004F1596">
        <w:t>leurs connaissances très étendues</w:t>
      </w:r>
      <w:r w:rsidRPr="004572A7">
        <w:t xml:space="preserve">. </w:t>
      </w:r>
      <w:r w:rsidR="004F1596" w:rsidRPr="004F1596">
        <w:t>Toutefois</w:t>
      </w:r>
      <w:r w:rsidRPr="004572A7">
        <w:t xml:space="preserve">, </w:t>
      </w:r>
      <w:r w:rsidR="004F1596" w:rsidRPr="004F1596">
        <w:t>les unes et les autres se bornaient beaucoup plus à enregistrer des faits qu</w:t>
      </w:r>
      <w:r w:rsidRPr="004572A7">
        <w:t>’</w:t>
      </w:r>
      <w:r w:rsidR="004F1596" w:rsidRPr="004F1596">
        <w:t>à analyser des causes</w:t>
      </w:r>
      <w:r w:rsidRPr="004572A7">
        <w:t>.</w:t>
      </w:r>
    </w:p>
    <w:p w14:paraId="091119A0" w14:textId="77777777" w:rsidR="003A025E" w:rsidRPr="004572A7" w:rsidRDefault="003A025E" w:rsidP="004F1596">
      <w:r w:rsidRPr="004572A7">
        <w:t>« </w:t>
      </w:r>
      <w:r w:rsidR="004F1596" w:rsidRPr="004F1596">
        <w:t>Quelle était</w:t>
      </w:r>
      <w:r w:rsidRPr="004572A7">
        <w:t xml:space="preserve">, </w:t>
      </w:r>
      <w:r w:rsidR="004F1596" w:rsidRPr="004F1596">
        <w:t>en effet</w:t>
      </w:r>
      <w:r w:rsidRPr="004572A7">
        <w:t xml:space="preserve">, </w:t>
      </w:r>
      <w:r w:rsidR="004F1596" w:rsidRPr="004F1596">
        <w:t>la nature intime de ce fluide mystérieux</w:t>
      </w:r>
      <w:r w:rsidRPr="004572A7">
        <w:t xml:space="preserve">, </w:t>
      </w:r>
      <w:r w:rsidR="004F1596" w:rsidRPr="004F1596">
        <w:t>sa composition atomique</w:t>
      </w:r>
      <w:r w:rsidRPr="004572A7">
        <w:t xml:space="preserve">, </w:t>
      </w:r>
      <w:r w:rsidR="004F1596" w:rsidRPr="004F1596">
        <w:t>sa vitesse</w:t>
      </w:r>
      <w:r w:rsidRPr="004572A7">
        <w:t xml:space="preserve">, </w:t>
      </w:r>
      <w:r w:rsidR="004F1596" w:rsidRPr="004F1596">
        <w:t>son intensité</w:t>
      </w:r>
      <w:r w:rsidRPr="004572A7">
        <w:t xml:space="preserve">, </w:t>
      </w:r>
      <w:r w:rsidR="004F1596" w:rsidRPr="004F1596">
        <w:t>ses rapports avec les lois physiques et chimiques connues</w:t>
      </w:r>
      <w:r w:rsidRPr="004572A7">
        <w:t xml:space="preserve"> ? </w:t>
      </w:r>
      <w:r w:rsidR="004F1596" w:rsidRPr="004F1596">
        <w:t>Sur ce point capital</w:t>
      </w:r>
      <w:r w:rsidRPr="004572A7">
        <w:t xml:space="preserve">, </w:t>
      </w:r>
      <w:r w:rsidR="004F1596" w:rsidRPr="004F1596">
        <w:t>l</w:t>
      </w:r>
      <w:r w:rsidRPr="004572A7">
        <w:t>’</w:t>
      </w:r>
      <w:r w:rsidR="004F1596" w:rsidRPr="004F1596">
        <w:t>obscurité restait complète</w:t>
      </w:r>
      <w:r w:rsidRPr="004572A7">
        <w:t xml:space="preserve">, </w:t>
      </w:r>
      <w:r w:rsidR="004F1596" w:rsidRPr="004F1596">
        <w:t>tout au moins pour moi</w:t>
      </w:r>
      <w:r w:rsidRPr="004572A7">
        <w:t xml:space="preserve">, </w:t>
      </w:r>
      <w:r w:rsidR="004F1596" w:rsidRPr="004F1596">
        <w:t>car</w:t>
      </w:r>
      <w:r w:rsidRPr="004572A7">
        <w:t xml:space="preserve">, </w:t>
      </w:r>
      <w:r w:rsidR="004F1596" w:rsidRPr="004F1596">
        <w:t>n</w:t>
      </w:r>
      <w:r w:rsidRPr="004572A7">
        <w:t>’</w:t>
      </w:r>
      <w:r w:rsidR="004F1596" w:rsidRPr="004F1596">
        <w:t>allez pas croire que les hommes qui poussèrent à fond l</w:t>
      </w:r>
      <w:r w:rsidRPr="004572A7">
        <w:t>’</w:t>
      </w:r>
      <w:r w:rsidR="004F1596" w:rsidRPr="004F1596">
        <w:t>étude de cette question se soient</w:t>
      </w:r>
      <w:r w:rsidRPr="004572A7">
        <w:t xml:space="preserve">, </w:t>
      </w:r>
      <w:r w:rsidR="004F1596" w:rsidRPr="004F1596">
        <w:t>un seul instant</w:t>
      </w:r>
      <w:r w:rsidRPr="004572A7">
        <w:t xml:space="preserve">, </w:t>
      </w:r>
      <w:r w:rsidR="004F1596" w:rsidRPr="004F1596">
        <w:t>laissé embarrasser pour si peu</w:t>
      </w:r>
      <w:r w:rsidRPr="004572A7">
        <w:t xml:space="preserve">. </w:t>
      </w:r>
      <w:r w:rsidR="004F1596" w:rsidRPr="004F1596">
        <w:t>Après avoir affirmé que la force vitale n</w:t>
      </w:r>
      <w:r w:rsidRPr="004572A7">
        <w:t>’</w:t>
      </w:r>
      <w:r w:rsidR="004F1596" w:rsidRPr="004F1596">
        <w:t>était ni de la chaleur</w:t>
      </w:r>
      <w:r w:rsidRPr="004572A7">
        <w:t xml:space="preserve">, </w:t>
      </w:r>
      <w:r w:rsidR="004F1596" w:rsidRPr="004F1596">
        <w:t>ni du son</w:t>
      </w:r>
      <w:r w:rsidRPr="004572A7">
        <w:t xml:space="preserve">, </w:t>
      </w:r>
      <w:r w:rsidR="004F1596" w:rsidRPr="004F1596">
        <w:t>ni de la lumière</w:t>
      </w:r>
      <w:r w:rsidRPr="004572A7">
        <w:t xml:space="preserve">, </w:t>
      </w:r>
      <w:r w:rsidR="004F1596" w:rsidRPr="004F1596">
        <w:t>ni de l</w:t>
      </w:r>
      <w:r w:rsidRPr="004572A7">
        <w:t>’</w:t>
      </w:r>
      <w:r w:rsidR="004F1596" w:rsidRPr="004F1596">
        <w:t>électricité</w:t>
      </w:r>
      <w:r w:rsidRPr="004572A7">
        <w:t xml:space="preserve">, </w:t>
      </w:r>
      <w:r w:rsidR="004F1596" w:rsidRPr="004F1596">
        <w:t>ni de l</w:t>
      </w:r>
      <w:r w:rsidRPr="004572A7">
        <w:t>’</w:t>
      </w:r>
      <w:r w:rsidR="004F1596" w:rsidRPr="004F1596">
        <w:t>aimantation</w:t>
      </w:r>
      <w:r w:rsidRPr="004572A7">
        <w:t xml:space="preserve">, </w:t>
      </w:r>
      <w:r w:rsidR="004F1596" w:rsidRPr="004F1596">
        <w:t>ils se virent obligés de lui assigner</w:t>
      </w:r>
      <w:r w:rsidRPr="004572A7">
        <w:t xml:space="preserve">, </w:t>
      </w:r>
      <w:r w:rsidR="004F1596" w:rsidRPr="004F1596">
        <w:t>cependant</w:t>
      </w:r>
      <w:r w:rsidRPr="004572A7">
        <w:t xml:space="preserve">, </w:t>
      </w:r>
      <w:r w:rsidR="004F1596" w:rsidRPr="004F1596">
        <w:t>une place parmi les phénomènes de la biologie</w:t>
      </w:r>
      <w:r w:rsidRPr="004572A7">
        <w:t>.</w:t>
      </w:r>
    </w:p>
    <w:p w14:paraId="7010B5C9" w14:textId="77777777" w:rsidR="003A025E" w:rsidRPr="004572A7" w:rsidRDefault="003A025E" w:rsidP="004F1596">
      <w:r w:rsidRPr="004572A7">
        <w:t>« </w:t>
      </w:r>
      <w:r w:rsidR="004F1596" w:rsidRPr="004F1596">
        <w:t>Que firent-ils</w:t>
      </w:r>
      <w:r w:rsidRPr="004572A7">
        <w:t xml:space="preserve"> ? </w:t>
      </w:r>
      <w:r w:rsidR="004F1596" w:rsidRPr="004F1596">
        <w:t>Hantés</w:t>
      </w:r>
      <w:r w:rsidRPr="004572A7">
        <w:t xml:space="preserve">, </w:t>
      </w:r>
      <w:r w:rsidR="004F1596" w:rsidRPr="004F1596">
        <w:t>hypnotisés par la perpétuelle obsession de la psychologie officielle</w:t>
      </w:r>
      <w:r w:rsidRPr="004572A7">
        <w:t xml:space="preserve">, </w:t>
      </w:r>
      <w:r w:rsidR="004F1596" w:rsidRPr="004F1596">
        <w:t>imprégnés de spiritualisme et de métaphysique et ne trouvant pas</w:t>
      </w:r>
      <w:r w:rsidRPr="004572A7">
        <w:t xml:space="preserve">, </w:t>
      </w:r>
      <w:r w:rsidR="004F1596" w:rsidRPr="004F1596">
        <w:t>dans les manifestations de la force vitale</w:t>
      </w:r>
      <w:r w:rsidRPr="004572A7">
        <w:t xml:space="preserve">, </w:t>
      </w:r>
      <w:r w:rsidR="004F1596" w:rsidRPr="004F1596">
        <w:t>les caractéristiques ordinaires de la matière</w:t>
      </w:r>
      <w:r w:rsidRPr="004572A7">
        <w:t xml:space="preserve">, </w:t>
      </w:r>
      <w:r w:rsidR="004F1596" w:rsidRPr="004F1596">
        <w:t>ils en vinrent</w:t>
      </w:r>
      <w:r w:rsidRPr="004572A7">
        <w:t xml:space="preserve">, </w:t>
      </w:r>
      <w:r w:rsidR="004F1596" w:rsidRPr="004F1596">
        <w:t>tout naturellement</w:t>
      </w:r>
      <w:r w:rsidRPr="004572A7">
        <w:t xml:space="preserve">, </w:t>
      </w:r>
      <w:r w:rsidR="004F1596" w:rsidRPr="004F1596">
        <w:t xml:space="preserve">à imaginer le fameux </w:t>
      </w:r>
      <w:r w:rsidR="004F1596" w:rsidRPr="004F1596">
        <w:rPr>
          <w:i/>
          <w:iCs/>
        </w:rPr>
        <w:t>Corps Psychique</w:t>
      </w:r>
      <w:r w:rsidR="004F1596" w:rsidRPr="004F1596">
        <w:t xml:space="preserve"> qui ne correspond à aucune réalité scientifique nettement définie</w:t>
      </w:r>
      <w:r w:rsidRPr="004572A7">
        <w:t>.</w:t>
      </w:r>
    </w:p>
    <w:p w14:paraId="4C1AD5BB" w14:textId="77777777" w:rsidR="003A025E" w:rsidRPr="004572A7" w:rsidRDefault="003A025E" w:rsidP="004F1596">
      <w:r w:rsidRPr="004572A7">
        <w:t>« </w:t>
      </w:r>
      <w:r w:rsidR="004F1596" w:rsidRPr="004F1596">
        <w:t>Tout d</w:t>
      </w:r>
      <w:r w:rsidRPr="004572A7">
        <w:t>’</w:t>
      </w:r>
      <w:r w:rsidR="004F1596" w:rsidRPr="004F1596">
        <w:t>abord</w:t>
      </w:r>
      <w:r w:rsidRPr="004572A7">
        <w:t xml:space="preserve">, </w:t>
      </w:r>
      <w:r w:rsidR="004F1596" w:rsidRPr="004F1596">
        <w:t>sans parler de l</w:t>
      </w:r>
      <w:r w:rsidRPr="004572A7">
        <w:t>’</w:t>
      </w:r>
      <w:r w:rsidR="004F1596" w:rsidRPr="004F1596">
        <w:t>expression elle-même</w:t>
      </w:r>
      <w:r w:rsidRPr="004572A7">
        <w:t xml:space="preserve">, </w:t>
      </w:r>
      <w:r w:rsidR="004F1596" w:rsidRPr="004F1596">
        <w:t>dont les termes sont en contradiction flagrante</w:t>
      </w:r>
      <w:r w:rsidRPr="004572A7">
        <w:t xml:space="preserve"> – </w:t>
      </w:r>
      <w:r w:rsidR="004F1596" w:rsidRPr="004F1596">
        <w:t>un corps ne pouvant être psychique</w:t>
      </w:r>
      <w:r w:rsidRPr="004572A7">
        <w:t xml:space="preserve"> ! </w:t>
      </w:r>
      <w:r w:rsidR="004F1596" w:rsidRPr="004F1596">
        <w:t>ni une âme corporelle</w:t>
      </w:r>
      <w:r w:rsidRPr="004572A7">
        <w:t xml:space="preserve"> ! –, </w:t>
      </w:r>
      <w:r w:rsidR="004F1596" w:rsidRPr="004F1596">
        <w:t>qu</w:t>
      </w:r>
      <w:r w:rsidRPr="004572A7">
        <w:t>’</w:t>
      </w:r>
      <w:r w:rsidR="004F1596" w:rsidRPr="004F1596">
        <w:t>est-ce donc que cette force mystérieuse qu</w:t>
      </w:r>
      <w:r w:rsidRPr="004572A7">
        <w:t>’</w:t>
      </w:r>
      <w:r w:rsidR="004F1596" w:rsidRPr="004F1596">
        <w:t>on nous représente</w:t>
      </w:r>
      <w:r w:rsidRPr="004572A7">
        <w:t xml:space="preserve">, </w:t>
      </w:r>
      <w:r w:rsidR="004F1596" w:rsidRPr="004F1596">
        <w:lastRenderedPageBreak/>
        <w:t>tantôt comme spirituelle</w:t>
      </w:r>
      <w:r w:rsidRPr="004572A7">
        <w:t xml:space="preserve">, </w:t>
      </w:r>
      <w:r w:rsidR="004F1596" w:rsidRPr="004F1596">
        <w:t>tantôt comme matérielle et spirituelle à la fois</w:t>
      </w:r>
      <w:r w:rsidRPr="004572A7">
        <w:t xml:space="preserve">, </w:t>
      </w:r>
      <w:r w:rsidR="004F1596" w:rsidRPr="004F1596">
        <w:t>le plus souvent</w:t>
      </w:r>
      <w:r w:rsidRPr="004572A7">
        <w:t xml:space="preserve">, </w:t>
      </w:r>
      <w:r w:rsidR="004F1596" w:rsidRPr="004F1596">
        <w:t>comme n</w:t>
      </w:r>
      <w:r w:rsidRPr="004572A7">
        <w:t>’</w:t>
      </w:r>
      <w:r w:rsidR="004F1596" w:rsidRPr="004F1596">
        <w:t>étant ni l</w:t>
      </w:r>
      <w:r w:rsidRPr="004572A7">
        <w:t>’</w:t>
      </w:r>
      <w:r w:rsidR="004F1596" w:rsidRPr="004F1596">
        <w:t>une ni l</w:t>
      </w:r>
      <w:r w:rsidRPr="004572A7">
        <w:t>’</w:t>
      </w:r>
      <w:r w:rsidR="004F1596" w:rsidRPr="004F1596">
        <w:t>autre</w:t>
      </w:r>
      <w:r w:rsidRPr="004572A7">
        <w:t> ?…</w:t>
      </w:r>
    </w:p>
    <w:p w14:paraId="3C864E8F" w14:textId="77777777" w:rsidR="003A025E" w:rsidRPr="004572A7" w:rsidRDefault="003A025E" w:rsidP="004F1596">
      <w:r w:rsidRPr="004572A7">
        <w:t>« </w:t>
      </w:r>
      <w:r w:rsidR="004F1596" w:rsidRPr="004F1596">
        <w:t>Les savants actuels</w:t>
      </w:r>
      <w:r w:rsidRPr="004572A7">
        <w:t xml:space="preserve">, </w:t>
      </w:r>
      <w:r w:rsidR="004F1596" w:rsidRPr="004F1596">
        <w:t>sont</w:t>
      </w:r>
      <w:r w:rsidRPr="004572A7">
        <w:t xml:space="preserve">, </w:t>
      </w:r>
      <w:r w:rsidR="004F1596" w:rsidRPr="004F1596">
        <w:t>à ce sujet</w:t>
      </w:r>
      <w:r w:rsidRPr="004572A7">
        <w:t xml:space="preserve">, </w:t>
      </w:r>
      <w:r w:rsidR="004F1596" w:rsidRPr="004F1596">
        <w:t>d</w:t>
      </w:r>
      <w:r w:rsidRPr="004572A7">
        <w:t>’</w:t>
      </w:r>
      <w:r w:rsidR="004F1596" w:rsidRPr="004F1596">
        <w:t>une diversité d</w:t>
      </w:r>
      <w:r w:rsidRPr="004572A7">
        <w:t>’</w:t>
      </w:r>
      <w:r w:rsidR="004F1596" w:rsidRPr="004F1596">
        <w:t>opinions décourageantes</w:t>
      </w:r>
      <w:r w:rsidRPr="004572A7">
        <w:t xml:space="preserve"> ! </w:t>
      </w:r>
      <w:r w:rsidR="004F1596" w:rsidRPr="004F1596">
        <w:t>Les uns prétendent que le fluide vital a une analogie avec l</w:t>
      </w:r>
      <w:r w:rsidRPr="004572A7">
        <w:t>’</w:t>
      </w:r>
      <w:r w:rsidR="004F1596" w:rsidRPr="004F1596">
        <w:t>électricité</w:t>
      </w:r>
      <w:r w:rsidRPr="004572A7">
        <w:t xml:space="preserve">, </w:t>
      </w:r>
      <w:r w:rsidR="004F1596" w:rsidRPr="004F1596">
        <w:t>mais qu</w:t>
      </w:r>
      <w:r w:rsidRPr="004572A7">
        <w:t>’</w:t>
      </w:r>
      <w:r w:rsidR="004F1596" w:rsidRPr="004F1596">
        <w:t>il est cependant d</w:t>
      </w:r>
      <w:r w:rsidRPr="004572A7">
        <w:t>’</w:t>
      </w:r>
      <w:r w:rsidR="004F1596" w:rsidRPr="004F1596">
        <w:t>une nature différente</w:t>
      </w:r>
      <w:r w:rsidRPr="004572A7">
        <w:t xml:space="preserve">. </w:t>
      </w:r>
      <w:r w:rsidR="004F1596" w:rsidRPr="004F1596">
        <w:t>Les autres affirment qu</w:t>
      </w:r>
      <w:r w:rsidRPr="004572A7">
        <w:t>’</w:t>
      </w:r>
      <w:r w:rsidR="004F1596" w:rsidRPr="004F1596">
        <w:t>il peut tenir le milieu entre la matière et l</w:t>
      </w:r>
      <w:r w:rsidRPr="004572A7">
        <w:t>’</w:t>
      </w:r>
      <w:r w:rsidR="004F1596" w:rsidRPr="004F1596">
        <w:t>âme spirituelle</w:t>
      </w:r>
      <w:r w:rsidRPr="004572A7">
        <w:t xml:space="preserve">. </w:t>
      </w:r>
      <w:r w:rsidR="004F1596" w:rsidRPr="004F1596">
        <w:t>D</w:t>
      </w:r>
      <w:r w:rsidRPr="004572A7">
        <w:t>’</w:t>
      </w:r>
      <w:r w:rsidR="004F1596" w:rsidRPr="004F1596">
        <w:t>autres</w:t>
      </w:r>
      <w:r w:rsidRPr="004572A7">
        <w:t xml:space="preserve">, </w:t>
      </w:r>
      <w:r w:rsidR="004F1596" w:rsidRPr="004F1596">
        <w:t>enfin</w:t>
      </w:r>
      <w:r w:rsidRPr="004572A7">
        <w:t xml:space="preserve">, </w:t>
      </w:r>
      <w:r w:rsidR="004F1596" w:rsidRPr="004F1596">
        <w:t>soutiennent que le corps psychique est un véritable double du corps humain</w:t>
      </w:r>
      <w:r w:rsidRPr="004572A7">
        <w:t xml:space="preserve">, </w:t>
      </w:r>
      <w:r w:rsidR="004F1596" w:rsidRPr="004F1596">
        <w:t>absolument indépendant de notre organisme et qu</w:t>
      </w:r>
      <w:r w:rsidRPr="004572A7">
        <w:t>’</w:t>
      </w:r>
      <w:r w:rsidR="004F1596" w:rsidRPr="004F1596">
        <w:t>il prend la source de son activité dans le fluide universel</w:t>
      </w:r>
      <w:r w:rsidRPr="004572A7">
        <w:t xml:space="preserve">, </w:t>
      </w:r>
      <w:r w:rsidR="004F1596" w:rsidRPr="004F1596">
        <w:t>dans l</w:t>
      </w:r>
      <w:r w:rsidRPr="004572A7">
        <w:t>’</w:t>
      </w:r>
      <w:r w:rsidR="004F1596" w:rsidRPr="004F1596">
        <w:t>éther</w:t>
      </w:r>
      <w:r w:rsidRPr="004572A7">
        <w:t>…</w:t>
      </w:r>
    </w:p>
    <w:p w14:paraId="0780A5CF" w14:textId="77777777" w:rsidR="003A025E" w:rsidRPr="004572A7" w:rsidRDefault="003A025E" w:rsidP="004F1596">
      <w:r w:rsidRPr="004572A7">
        <w:t>« </w:t>
      </w:r>
      <w:r w:rsidR="004F1596" w:rsidRPr="004F1596">
        <w:t>Un seul</w:t>
      </w:r>
      <w:r w:rsidRPr="004572A7">
        <w:t xml:space="preserve">, </w:t>
      </w:r>
      <w:proofErr w:type="spellStart"/>
      <w:r w:rsidR="004F1596" w:rsidRPr="004F1596">
        <w:t>Halwards</w:t>
      </w:r>
      <w:proofErr w:type="spellEnd"/>
      <w:r w:rsidRPr="004572A7">
        <w:t xml:space="preserve">, </w:t>
      </w:r>
      <w:r w:rsidR="004F1596" w:rsidRPr="004F1596">
        <w:t>comme autrefois Anaxagore</w:t>
      </w:r>
      <w:r w:rsidRPr="004572A7">
        <w:t xml:space="preserve">, </w:t>
      </w:r>
      <w:r w:rsidR="004F1596" w:rsidRPr="004F1596">
        <w:t>me paraît avoir conservé quelque sagesse</w:t>
      </w:r>
      <w:r w:rsidRPr="004572A7">
        <w:t xml:space="preserve">, </w:t>
      </w:r>
      <w:r w:rsidR="004F1596" w:rsidRPr="004F1596">
        <w:t>au milieu de tous ces gens qui déraisonnent</w:t>
      </w:r>
      <w:r w:rsidRPr="004572A7">
        <w:t xml:space="preserve">. </w:t>
      </w:r>
      <w:r w:rsidR="004F1596" w:rsidRPr="004F1596">
        <w:t>Il est infiniment regrettable</w:t>
      </w:r>
      <w:r w:rsidRPr="004572A7">
        <w:t xml:space="preserve">, </w:t>
      </w:r>
      <w:r w:rsidR="004F1596" w:rsidRPr="004F1596">
        <w:t>pour la science</w:t>
      </w:r>
      <w:r w:rsidRPr="004572A7">
        <w:t xml:space="preserve">, </w:t>
      </w:r>
      <w:r w:rsidR="004F1596" w:rsidRPr="004F1596">
        <w:t>qu</w:t>
      </w:r>
      <w:r w:rsidRPr="004572A7">
        <w:t>’</w:t>
      </w:r>
      <w:r w:rsidR="004F1596" w:rsidRPr="004F1596">
        <w:t>il soit mort si jeune</w:t>
      </w:r>
      <w:r w:rsidRPr="004572A7">
        <w:t xml:space="preserve">, </w:t>
      </w:r>
      <w:r w:rsidR="004F1596" w:rsidRPr="004F1596">
        <w:t>car je suis fermement convaincu qu</w:t>
      </w:r>
      <w:r w:rsidRPr="004572A7">
        <w:t>’</w:t>
      </w:r>
      <w:r w:rsidR="004F1596" w:rsidRPr="004F1596">
        <w:t>il serait arrivé aux mêmes résultats que moi et d</w:t>
      </w:r>
      <w:r w:rsidRPr="004572A7">
        <w:t>’</w:t>
      </w:r>
      <w:r w:rsidR="004F1596" w:rsidRPr="004F1596">
        <w:t>une façon encore plus complète</w:t>
      </w:r>
      <w:r w:rsidRPr="004572A7">
        <w:t>…</w:t>
      </w:r>
    </w:p>
    <w:p w14:paraId="6D65B237" w14:textId="77777777" w:rsidR="003A025E" w:rsidRPr="004572A7" w:rsidRDefault="003A025E" w:rsidP="004F1596">
      <w:r w:rsidRPr="004572A7">
        <w:t>« </w:t>
      </w:r>
      <w:r w:rsidR="004F1596" w:rsidRPr="004F1596">
        <w:t>J</w:t>
      </w:r>
      <w:r w:rsidRPr="004572A7">
        <w:t>’</w:t>
      </w:r>
      <w:r w:rsidR="004F1596" w:rsidRPr="004F1596">
        <w:t>abandonnai donc définitivement les méthodes officielles et je pris</w:t>
      </w:r>
      <w:r w:rsidRPr="004572A7">
        <w:t xml:space="preserve">, </w:t>
      </w:r>
      <w:r w:rsidR="004F1596" w:rsidRPr="004F1596">
        <w:t>pour point de départ de mes expériences</w:t>
      </w:r>
      <w:r w:rsidRPr="004572A7">
        <w:t xml:space="preserve">, </w:t>
      </w:r>
      <w:r w:rsidR="004F1596" w:rsidRPr="004F1596">
        <w:t xml:space="preserve">les principes de </w:t>
      </w:r>
      <w:proofErr w:type="spellStart"/>
      <w:r w:rsidR="004F1596" w:rsidRPr="004F1596">
        <w:t>Halwards</w:t>
      </w:r>
      <w:proofErr w:type="spellEnd"/>
      <w:r w:rsidRPr="004572A7">
        <w:t xml:space="preserve">. </w:t>
      </w:r>
      <w:r w:rsidR="004F1596" w:rsidRPr="004F1596">
        <w:t>En effet</w:t>
      </w:r>
      <w:r w:rsidRPr="004572A7">
        <w:t xml:space="preserve">, </w:t>
      </w:r>
      <w:r w:rsidR="004F1596" w:rsidRPr="004F1596">
        <w:t>par quelle inconcevable aberration s</w:t>
      </w:r>
      <w:r w:rsidRPr="004572A7">
        <w:t>’</w:t>
      </w:r>
      <w:r w:rsidR="004F1596" w:rsidRPr="004F1596">
        <w:t>efforcer de découvrir</w:t>
      </w:r>
      <w:r w:rsidRPr="004572A7">
        <w:t xml:space="preserve">, </w:t>
      </w:r>
      <w:r w:rsidR="004F1596" w:rsidRPr="004F1596">
        <w:t>en dehors du corps humain</w:t>
      </w:r>
      <w:r w:rsidRPr="004572A7">
        <w:t xml:space="preserve">, </w:t>
      </w:r>
      <w:r w:rsidR="004F1596" w:rsidRPr="004F1596">
        <w:t>les causes immédiates de son activité</w:t>
      </w:r>
      <w:r w:rsidRPr="004572A7">
        <w:t xml:space="preserve"> ? </w:t>
      </w:r>
      <w:r w:rsidR="004F1596" w:rsidRPr="004F1596">
        <w:t>Il était absolument illogique et antiscientifique de rechercher</w:t>
      </w:r>
      <w:r w:rsidRPr="004572A7">
        <w:t xml:space="preserve">, </w:t>
      </w:r>
      <w:r w:rsidR="004F1596" w:rsidRPr="004F1596">
        <w:t>ailleurs qu</w:t>
      </w:r>
      <w:r w:rsidRPr="004572A7">
        <w:t>’</w:t>
      </w:r>
      <w:r w:rsidR="004F1596" w:rsidRPr="004F1596">
        <w:t>en lui-même</w:t>
      </w:r>
      <w:r w:rsidRPr="004572A7">
        <w:t xml:space="preserve">, </w:t>
      </w:r>
      <w:r w:rsidR="004F1596" w:rsidRPr="004F1596">
        <w:t>la genèse de toutes ses manifestations et l</w:t>
      </w:r>
      <w:r w:rsidRPr="004572A7">
        <w:t>’</w:t>
      </w:r>
      <w:r w:rsidR="004F1596" w:rsidRPr="004F1596">
        <w:t>explication de tous ces phénomènes dont il est la source évidente</w:t>
      </w:r>
      <w:r w:rsidRPr="004572A7">
        <w:t>.</w:t>
      </w:r>
    </w:p>
    <w:p w14:paraId="7172D4C6" w14:textId="77777777" w:rsidR="003A025E" w:rsidRPr="004572A7" w:rsidRDefault="003A025E" w:rsidP="004F1596">
      <w:r w:rsidRPr="004572A7">
        <w:t>« </w:t>
      </w:r>
      <w:r w:rsidR="004F1596" w:rsidRPr="004F1596">
        <w:t>Il m</w:t>
      </w:r>
      <w:r w:rsidRPr="004572A7">
        <w:t>’</w:t>
      </w:r>
      <w:r w:rsidR="004F1596" w:rsidRPr="004F1596">
        <w:t>apparut comme tout à fait fantaisiste d</w:t>
      </w:r>
      <w:r w:rsidRPr="004572A7">
        <w:t>’</w:t>
      </w:r>
      <w:r w:rsidR="004F1596" w:rsidRPr="004F1596">
        <w:t>avoir recours aux hypothèses du fluide éthéré qui s</w:t>
      </w:r>
      <w:r w:rsidRPr="004572A7">
        <w:t>’</w:t>
      </w:r>
      <w:r w:rsidR="004F1596" w:rsidRPr="004F1596">
        <w:t>accumule en nous</w:t>
      </w:r>
      <w:r w:rsidRPr="004572A7">
        <w:t xml:space="preserve">, </w:t>
      </w:r>
      <w:r w:rsidR="004F1596" w:rsidRPr="004F1596">
        <w:t>qui nous enveloppe</w:t>
      </w:r>
      <w:r w:rsidRPr="004572A7">
        <w:t xml:space="preserve">, </w:t>
      </w:r>
      <w:r w:rsidR="004F1596" w:rsidRPr="004F1596">
        <w:t>nous imprègne de sa substance et nous quitte aussi facilement qu</w:t>
      </w:r>
      <w:r w:rsidRPr="004572A7">
        <w:t>’</w:t>
      </w:r>
      <w:r w:rsidR="004F1596" w:rsidRPr="004F1596">
        <w:t>il a pris possession de notre organisme</w:t>
      </w:r>
      <w:r w:rsidRPr="004572A7">
        <w:t xml:space="preserve">, </w:t>
      </w:r>
      <w:r w:rsidR="004F1596" w:rsidRPr="004F1596">
        <w:t>réduisant ainsi notre corps au rôle d</w:t>
      </w:r>
      <w:r w:rsidRPr="004572A7">
        <w:t>’</w:t>
      </w:r>
      <w:r w:rsidR="004F1596" w:rsidRPr="004F1596">
        <w:t xml:space="preserve">un simple </w:t>
      </w:r>
      <w:r w:rsidR="004F1596" w:rsidRPr="004F1596">
        <w:lastRenderedPageBreak/>
        <w:t>condensateur</w:t>
      </w:r>
      <w:r w:rsidRPr="004572A7">
        <w:t xml:space="preserve">. </w:t>
      </w:r>
      <w:r w:rsidR="004F1596" w:rsidRPr="004F1596">
        <w:t>Non</w:t>
      </w:r>
      <w:r w:rsidRPr="004572A7">
        <w:t xml:space="preserve"> ! </w:t>
      </w:r>
      <w:r w:rsidR="004F1596" w:rsidRPr="004F1596">
        <w:t>la force vitale est la propriété exclusive de notre corps</w:t>
      </w:r>
      <w:r w:rsidRPr="004572A7">
        <w:t xml:space="preserve">, </w:t>
      </w:r>
      <w:r w:rsidR="004F1596" w:rsidRPr="004F1596">
        <w:t>elle n</w:t>
      </w:r>
      <w:r w:rsidRPr="004572A7">
        <w:t>’</w:t>
      </w:r>
      <w:r w:rsidR="004F1596" w:rsidRPr="004F1596">
        <w:t>existe qu</w:t>
      </w:r>
      <w:r w:rsidRPr="004572A7">
        <w:t>’</w:t>
      </w:r>
      <w:r w:rsidR="004F1596" w:rsidRPr="004F1596">
        <w:t>en lui et que par lui</w:t>
      </w:r>
      <w:r w:rsidRPr="004572A7">
        <w:t xml:space="preserve">, </w:t>
      </w:r>
      <w:r w:rsidR="004F1596" w:rsidRPr="004F1596">
        <w:t>elle constitue l</w:t>
      </w:r>
      <w:r w:rsidRPr="004572A7">
        <w:t>’</w:t>
      </w:r>
      <w:r w:rsidR="004F1596" w:rsidRPr="004F1596">
        <w:t>essence même de notre être matériel</w:t>
      </w:r>
      <w:r w:rsidRPr="004572A7">
        <w:t xml:space="preserve">, </w:t>
      </w:r>
      <w:r w:rsidR="004F1596" w:rsidRPr="004F1596">
        <w:t>elle est à la fois la cause et l</w:t>
      </w:r>
      <w:r w:rsidRPr="004572A7">
        <w:t>’</w:t>
      </w:r>
      <w:r w:rsidR="004F1596" w:rsidRPr="004F1596">
        <w:t>effet et non seulement</w:t>
      </w:r>
      <w:r w:rsidRPr="004572A7">
        <w:t xml:space="preserve">, </w:t>
      </w:r>
      <w:r w:rsidR="004F1596" w:rsidRPr="004F1596">
        <w:t>elle ne peut exister en dehors de lui</w:t>
      </w:r>
      <w:r w:rsidRPr="004572A7">
        <w:t xml:space="preserve">, </w:t>
      </w:r>
      <w:r w:rsidR="004F1596" w:rsidRPr="004F1596">
        <w:t>mais elle meurt irrémédiablement avec lui</w:t>
      </w:r>
      <w:r w:rsidRPr="004572A7">
        <w:t>.</w:t>
      </w:r>
    </w:p>
    <w:p w14:paraId="5D59A63D" w14:textId="77777777" w:rsidR="003A025E" w:rsidRPr="004572A7" w:rsidRDefault="003A025E" w:rsidP="004F1596">
      <w:r w:rsidRPr="004572A7">
        <w:t>« </w:t>
      </w:r>
      <w:r w:rsidR="004F1596" w:rsidRPr="004F1596">
        <w:t>Le cerveau étant la partie de l</w:t>
      </w:r>
      <w:r w:rsidRPr="004572A7">
        <w:t>’</w:t>
      </w:r>
      <w:r w:rsidR="004F1596" w:rsidRPr="004F1596">
        <w:t>être humain qui m</w:t>
      </w:r>
      <w:r w:rsidRPr="004572A7">
        <w:t>’</w:t>
      </w:r>
      <w:r w:rsidR="004F1596" w:rsidRPr="004F1596">
        <w:t>intéressait le plus</w:t>
      </w:r>
      <w:r w:rsidRPr="004572A7">
        <w:t xml:space="preserve">, </w:t>
      </w:r>
      <w:r w:rsidR="004F1596" w:rsidRPr="004F1596">
        <w:t>je tournai mon activité de ce côté-là</w:t>
      </w:r>
      <w:r w:rsidRPr="004572A7">
        <w:t xml:space="preserve">. </w:t>
      </w:r>
      <w:r w:rsidR="004F1596" w:rsidRPr="004F1596">
        <w:t>Je ne tardai pas à obtenir des résultats surprenants</w:t>
      </w:r>
      <w:r w:rsidRPr="004572A7">
        <w:t xml:space="preserve">. </w:t>
      </w:r>
      <w:r w:rsidR="004F1596" w:rsidRPr="004F1596">
        <w:t>En utilisant ma seule force cérébrale</w:t>
      </w:r>
      <w:r w:rsidRPr="004572A7">
        <w:t xml:space="preserve">, </w:t>
      </w:r>
      <w:r w:rsidR="004F1596" w:rsidRPr="004F1596">
        <w:t>je parvins à mettre en mouvement une aiguille de cuivre</w:t>
      </w:r>
      <w:r w:rsidRPr="004572A7">
        <w:t xml:space="preserve">, </w:t>
      </w:r>
      <w:r w:rsidR="004F1596" w:rsidRPr="004F1596">
        <w:t>suspendue dans un ballon de verre fermé</w:t>
      </w:r>
      <w:r w:rsidRPr="004572A7">
        <w:t xml:space="preserve">, </w:t>
      </w:r>
      <w:r w:rsidR="004F1596" w:rsidRPr="004F1596">
        <w:t>et à lui faire accomplir des mouvements correspondant à des ordres précis de ma volonté</w:t>
      </w:r>
      <w:r w:rsidRPr="004572A7">
        <w:t> !</w:t>
      </w:r>
    </w:p>
    <w:p w14:paraId="534B6B2B" w14:textId="77777777" w:rsidR="003A025E" w:rsidRPr="004572A7" w:rsidRDefault="003A025E" w:rsidP="004F1596">
      <w:r w:rsidRPr="004572A7">
        <w:t>« </w:t>
      </w:r>
      <w:r w:rsidR="004F1596" w:rsidRPr="004F1596">
        <w:t>J</w:t>
      </w:r>
      <w:r w:rsidRPr="004572A7">
        <w:t>’</w:t>
      </w:r>
      <w:r w:rsidR="004F1596" w:rsidRPr="004F1596">
        <w:t>en conclus</w:t>
      </w:r>
      <w:r w:rsidRPr="004572A7">
        <w:t xml:space="preserve">, </w:t>
      </w:r>
      <w:r w:rsidR="004F1596" w:rsidRPr="004F1596">
        <w:t>naturellement</w:t>
      </w:r>
      <w:r w:rsidRPr="004572A7">
        <w:t xml:space="preserve">, </w:t>
      </w:r>
      <w:r w:rsidR="004F1596" w:rsidRPr="004F1596">
        <w:t>que le cerveau est le foyer d</w:t>
      </w:r>
      <w:r w:rsidRPr="004572A7">
        <w:t>’</w:t>
      </w:r>
      <w:r w:rsidR="004F1596" w:rsidRPr="004F1596">
        <w:t>une force dynamique réelle</w:t>
      </w:r>
      <w:r w:rsidRPr="004572A7">
        <w:t xml:space="preserve">, </w:t>
      </w:r>
      <w:r w:rsidR="004F1596" w:rsidRPr="004F1596">
        <w:t>et que les radiations qui émanent de la substance cérébrale doivent être douées de propriétés analogues à celles que possèdent les ondes sonores</w:t>
      </w:r>
      <w:r w:rsidRPr="004572A7">
        <w:t xml:space="preserve"> </w:t>
      </w:r>
      <w:r w:rsidR="004F1596" w:rsidRPr="004F1596">
        <w:t>thermiques ou lumineuses et que ces propriétés sont toutes physiques</w:t>
      </w:r>
      <w:r w:rsidRPr="004572A7">
        <w:t xml:space="preserve">. </w:t>
      </w:r>
      <w:r w:rsidR="004F1596" w:rsidRPr="004F1596">
        <w:t>C</w:t>
      </w:r>
      <w:r w:rsidRPr="004572A7">
        <w:t>’</w:t>
      </w:r>
      <w:r w:rsidR="004F1596" w:rsidRPr="004F1596">
        <w:t>était logique car</w:t>
      </w:r>
      <w:r w:rsidRPr="004572A7">
        <w:t xml:space="preserve">, </w:t>
      </w:r>
      <w:r w:rsidR="004F1596" w:rsidRPr="004F1596">
        <w:t>dans la réalité</w:t>
      </w:r>
      <w:r w:rsidRPr="004572A7">
        <w:t xml:space="preserve">, </w:t>
      </w:r>
      <w:r w:rsidR="004F1596" w:rsidRPr="004F1596">
        <w:t>comment une force immatérielle aurait-elle pu exercer une action quelconque sur l</w:t>
      </w:r>
      <w:r w:rsidRPr="004572A7">
        <w:t>’</w:t>
      </w:r>
      <w:r w:rsidR="004F1596" w:rsidRPr="004F1596">
        <w:t>aiguille de cuivre</w:t>
      </w:r>
      <w:r w:rsidRPr="004572A7">
        <w:t> ?</w:t>
      </w:r>
    </w:p>
    <w:p w14:paraId="0F5B37E0" w14:textId="77777777" w:rsidR="003A025E" w:rsidRPr="004572A7" w:rsidRDefault="003A025E" w:rsidP="004F1596">
      <w:r w:rsidRPr="004572A7">
        <w:t>« </w:t>
      </w:r>
      <w:r w:rsidR="004F1596" w:rsidRPr="004F1596">
        <w:t>J</w:t>
      </w:r>
      <w:r w:rsidRPr="004572A7">
        <w:t>’</w:t>
      </w:r>
      <w:r w:rsidR="004F1596" w:rsidRPr="004F1596">
        <w:t>étudiai ces radiations</w:t>
      </w:r>
      <w:r w:rsidRPr="004572A7">
        <w:t xml:space="preserve">. </w:t>
      </w:r>
      <w:r w:rsidR="004F1596" w:rsidRPr="004F1596">
        <w:t>Alors</w:t>
      </w:r>
      <w:r w:rsidRPr="004572A7">
        <w:t xml:space="preserve">, </w:t>
      </w:r>
      <w:r w:rsidR="004F1596" w:rsidRPr="004F1596">
        <w:t>je m</w:t>
      </w:r>
      <w:r w:rsidRPr="004572A7">
        <w:t>’</w:t>
      </w:r>
      <w:r w:rsidR="004F1596" w:rsidRPr="004F1596">
        <w:t>aperçus qu</w:t>
      </w:r>
      <w:r w:rsidRPr="004572A7">
        <w:t>’</w:t>
      </w:r>
      <w:r w:rsidR="004F1596" w:rsidRPr="004F1596">
        <w:t>elles avaient toutes les caractéristiques des phénomènes électrochimiques</w:t>
      </w:r>
      <w:r w:rsidRPr="004572A7">
        <w:t xml:space="preserve">. </w:t>
      </w:r>
      <w:r w:rsidR="004F1596" w:rsidRPr="004F1596">
        <w:t xml:space="preserve">Je repris ensuite les expériences de </w:t>
      </w:r>
      <w:proofErr w:type="spellStart"/>
      <w:r w:rsidR="004F1596" w:rsidRPr="004F1596">
        <w:t>Baraduc</w:t>
      </w:r>
      <w:proofErr w:type="spellEnd"/>
      <w:r w:rsidRPr="004572A7">
        <w:t xml:space="preserve">. </w:t>
      </w:r>
      <w:r w:rsidR="004F1596" w:rsidRPr="004F1596">
        <w:t>Cependant</w:t>
      </w:r>
      <w:r w:rsidRPr="004572A7">
        <w:t xml:space="preserve">, </w:t>
      </w:r>
      <w:r w:rsidR="004F1596" w:rsidRPr="004F1596">
        <w:t>à l</w:t>
      </w:r>
      <w:r w:rsidRPr="004572A7">
        <w:t>’</w:t>
      </w:r>
      <w:r w:rsidR="004F1596" w:rsidRPr="004F1596">
        <w:t>encontre du célèbre médecin de Clermont-Ferrand</w:t>
      </w:r>
      <w:r w:rsidRPr="004572A7">
        <w:t xml:space="preserve">, </w:t>
      </w:r>
      <w:r w:rsidR="004F1596" w:rsidRPr="004F1596">
        <w:t>je me servis de plaques que j</w:t>
      </w:r>
      <w:r w:rsidRPr="004572A7">
        <w:t>’</w:t>
      </w:r>
      <w:r w:rsidR="004F1596" w:rsidRPr="004F1596">
        <w:t>avais préparées moi-même</w:t>
      </w:r>
      <w:r w:rsidRPr="004572A7">
        <w:t xml:space="preserve">, </w:t>
      </w:r>
      <w:r w:rsidR="004F1596" w:rsidRPr="004F1596">
        <w:t>à l</w:t>
      </w:r>
      <w:r w:rsidRPr="004572A7">
        <w:t>’</w:t>
      </w:r>
      <w:r w:rsidR="004F1596" w:rsidRPr="004F1596">
        <w:t>aide d</w:t>
      </w:r>
      <w:r w:rsidRPr="004572A7">
        <w:t>’</w:t>
      </w:r>
      <w:r w:rsidR="004F1596" w:rsidRPr="004F1596">
        <w:t>un procédé spécial</w:t>
      </w:r>
      <w:r w:rsidRPr="004572A7">
        <w:t xml:space="preserve">, </w:t>
      </w:r>
      <w:r w:rsidR="004F1596" w:rsidRPr="004F1596">
        <w:t>et j</w:t>
      </w:r>
      <w:r w:rsidRPr="004572A7">
        <w:t>’</w:t>
      </w:r>
      <w:r w:rsidR="004F1596" w:rsidRPr="004F1596">
        <w:t>arrivai à des résultats tellement satisfaisants et inattendus</w:t>
      </w:r>
      <w:r w:rsidRPr="004572A7">
        <w:t xml:space="preserve">, </w:t>
      </w:r>
      <w:r w:rsidR="004F1596" w:rsidRPr="004F1596">
        <w:t>que j</w:t>
      </w:r>
      <w:r w:rsidRPr="004572A7">
        <w:t>’</w:t>
      </w:r>
      <w:r w:rsidR="004F1596" w:rsidRPr="004F1596">
        <w:t>orientai définitivement mes recherches dans ce sens</w:t>
      </w:r>
      <w:r w:rsidRPr="004572A7">
        <w:t>.</w:t>
      </w:r>
    </w:p>
    <w:p w14:paraId="397B4B64" w14:textId="77777777" w:rsidR="003A025E" w:rsidRPr="004572A7" w:rsidRDefault="003A025E" w:rsidP="004F1596">
      <w:r w:rsidRPr="004572A7">
        <w:t>« </w:t>
      </w:r>
      <w:r w:rsidR="004F1596" w:rsidRPr="004F1596">
        <w:t>J</w:t>
      </w:r>
      <w:r w:rsidRPr="004572A7">
        <w:t>’</w:t>
      </w:r>
      <w:r w:rsidR="004F1596" w:rsidRPr="004F1596">
        <w:t>étais arrivé à obtenir des photographies rudimentaires des différents états dans lesquels je me trouvais</w:t>
      </w:r>
      <w:r w:rsidRPr="004572A7">
        <w:t xml:space="preserve">. </w:t>
      </w:r>
      <w:r w:rsidR="004F1596" w:rsidRPr="004F1596">
        <w:t>Suivant que j</w:t>
      </w:r>
      <w:r w:rsidRPr="004572A7">
        <w:t>’</w:t>
      </w:r>
      <w:r w:rsidR="004F1596" w:rsidRPr="004F1596">
        <w:t>étais joyeux</w:t>
      </w:r>
      <w:r w:rsidRPr="004572A7">
        <w:t xml:space="preserve">, </w:t>
      </w:r>
      <w:r w:rsidR="004F1596" w:rsidRPr="004F1596">
        <w:t>triste</w:t>
      </w:r>
      <w:r w:rsidRPr="004572A7">
        <w:t xml:space="preserve">, </w:t>
      </w:r>
      <w:r w:rsidR="004F1596" w:rsidRPr="004F1596">
        <w:t xml:space="preserve">découragé ou en proie à la fièvre de la </w:t>
      </w:r>
      <w:r w:rsidR="004F1596" w:rsidRPr="004F1596">
        <w:lastRenderedPageBreak/>
        <w:t>réussite</w:t>
      </w:r>
      <w:r w:rsidRPr="004572A7">
        <w:t xml:space="preserve">, </w:t>
      </w:r>
      <w:r w:rsidR="004F1596" w:rsidRPr="004F1596">
        <w:t>j</w:t>
      </w:r>
      <w:r w:rsidRPr="004572A7">
        <w:t>’</w:t>
      </w:r>
      <w:r w:rsidR="004F1596" w:rsidRPr="004F1596">
        <w:t>obtenais sur les plaques des taches</w:t>
      </w:r>
      <w:r w:rsidRPr="004572A7">
        <w:t xml:space="preserve">, </w:t>
      </w:r>
      <w:r w:rsidR="004F1596" w:rsidRPr="004F1596">
        <w:t>des lignes brisées</w:t>
      </w:r>
      <w:r w:rsidRPr="004572A7">
        <w:t xml:space="preserve">, </w:t>
      </w:r>
      <w:r w:rsidR="004F1596" w:rsidRPr="004F1596">
        <w:t>des lignes courbes</w:t>
      </w:r>
      <w:r w:rsidRPr="004572A7">
        <w:t xml:space="preserve">, </w:t>
      </w:r>
      <w:r w:rsidR="004F1596" w:rsidRPr="004F1596">
        <w:t>des signes compliqués ou de grosses barres</w:t>
      </w:r>
      <w:r w:rsidRPr="004572A7">
        <w:t>.</w:t>
      </w:r>
    </w:p>
    <w:p w14:paraId="4A080BF3" w14:textId="77777777" w:rsidR="003A025E" w:rsidRPr="004572A7" w:rsidRDefault="003A025E" w:rsidP="004F1596">
      <w:r w:rsidRPr="004572A7">
        <w:t>« </w:t>
      </w:r>
      <w:r w:rsidR="004F1596" w:rsidRPr="004F1596">
        <w:t>Puis</w:t>
      </w:r>
      <w:r w:rsidRPr="004572A7">
        <w:t xml:space="preserve">, </w:t>
      </w:r>
      <w:r w:rsidR="004F1596" w:rsidRPr="004F1596">
        <w:t>je demeurai stationnaire</w:t>
      </w:r>
      <w:r w:rsidRPr="004572A7">
        <w:t xml:space="preserve">, </w:t>
      </w:r>
      <w:r w:rsidR="004F1596" w:rsidRPr="004F1596">
        <w:t>pendant longtemps</w:t>
      </w:r>
      <w:r w:rsidRPr="004572A7">
        <w:t xml:space="preserve">, </w:t>
      </w:r>
      <w:r w:rsidR="004F1596" w:rsidRPr="004F1596">
        <w:t>et je renouvelai en vain mes expériences</w:t>
      </w:r>
      <w:r w:rsidRPr="004572A7">
        <w:t xml:space="preserve">, </w:t>
      </w:r>
      <w:r w:rsidR="004F1596" w:rsidRPr="004F1596">
        <w:t>sans pouvoir aboutir à des constatations plus intéressantes</w:t>
      </w:r>
      <w:r w:rsidRPr="004572A7">
        <w:t>.</w:t>
      </w:r>
    </w:p>
    <w:p w14:paraId="31BF5434" w14:textId="77777777" w:rsidR="003A025E" w:rsidRPr="004572A7" w:rsidRDefault="003A025E" w:rsidP="004F1596">
      <w:r w:rsidRPr="004572A7">
        <w:t>« </w:t>
      </w:r>
      <w:r w:rsidR="004F1596" w:rsidRPr="004F1596">
        <w:t>Malgré le découragement qui s</w:t>
      </w:r>
      <w:r w:rsidRPr="004572A7">
        <w:t>’</w:t>
      </w:r>
      <w:r w:rsidR="004F1596" w:rsidRPr="004F1596">
        <w:t>emparait de moi</w:t>
      </w:r>
      <w:r w:rsidRPr="004572A7">
        <w:t xml:space="preserve">, </w:t>
      </w:r>
      <w:r w:rsidR="004F1596" w:rsidRPr="004F1596">
        <w:t>après des nuits entières de travail</w:t>
      </w:r>
      <w:r w:rsidRPr="004572A7">
        <w:t xml:space="preserve">, </w:t>
      </w:r>
      <w:r w:rsidR="004F1596" w:rsidRPr="004F1596">
        <w:t>malgré l</w:t>
      </w:r>
      <w:r w:rsidRPr="004572A7">
        <w:t>’</w:t>
      </w:r>
      <w:r w:rsidR="004F1596" w:rsidRPr="004F1596">
        <w:t>épuisement physique qui me terrassait par moments</w:t>
      </w:r>
      <w:r w:rsidRPr="004572A7">
        <w:t xml:space="preserve">, </w:t>
      </w:r>
      <w:r w:rsidR="004F1596" w:rsidRPr="004F1596">
        <w:t>je ne pouvais me résoudre à m</w:t>
      </w:r>
      <w:r w:rsidRPr="004572A7">
        <w:t>’</w:t>
      </w:r>
      <w:r w:rsidR="004F1596" w:rsidRPr="004F1596">
        <w:t>avouer vaincu</w:t>
      </w:r>
      <w:r w:rsidRPr="004572A7">
        <w:t xml:space="preserve">. </w:t>
      </w:r>
      <w:r w:rsidR="004F1596" w:rsidRPr="004F1596">
        <w:t>Je continuais mes recherches avec une persévérance inlassable</w:t>
      </w:r>
      <w:r w:rsidRPr="004572A7">
        <w:t>.</w:t>
      </w:r>
    </w:p>
    <w:p w14:paraId="140E0A16" w14:textId="77777777" w:rsidR="003A025E" w:rsidRPr="004572A7" w:rsidRDefault="003A025E" w:rsidP="004F1596">
      <w:r w:rsidRPr="004572A7">
        <w:t>« </w:t>
      </w:r>
      <w:r w:rsidR="004F1596" w:rsidRPr="004F1596">
        <w:t>Je savais que</w:t>
      </w:r>
      <w:r w:rsidRPr="004572A7">
        <w:t xml:space="preserve">, </w:t>
      </w:r>
      <w:r w:rsidR="004F1596" w:rsidRPr="004F1596">
        <w:t>suivant les différentes dispositions dans lesquelles je me trouvais</w:t>
      </w:r>
      <w:r w:rsidRPr="004572A7">
        <w:t xml:space="preserve">, </w:t>
      </w:r>
      <w:r w:rsidR="004F1596" w:rsidRPr="004F1596">
        <w:t>la plaque photographique</w:t>
      </w:r>
      <w:r w:rsidRPr="004572A7">
        <w:t xml:space="preserve">, </w:t>
      </w:r>
      <w:r w:rsidR="004F1596" w:rsidRPr="004F1596">
        <w:t>placée devant moi</w:t>
      </w:r>
      <w:r w:rsidRPr="004572A7">
        <w:t xml:space="preserve">, </w:t>
      </w:r>
      <w:r w:rsidR="004F1596" w:rsidRPr="004F1596">
        <w:t>à une distance d</w:t>
      </w:r>
      <w:r w:rsidRPr="004572A7">
        <w:t>’</w:t>
      </w:r>
      <w:r w:rsidR="004F1596" w:rsidRPr="004F1596">
        <w:t>un mètre environ</w:t>
      </w:r>
      <w:r w:rsidRPr="004572A7">
        <w:t xml:space="preserve">, </w:t>
      </w:r>
      <w:r w:rsidR="004F1596" w:rsidRPr="004F1596">
        <w:t>se couvrait de signes différents</w:t>
      </w:r>
      <w:r w:rsidRPr="004572A7">
        <w:t xml:space="preserve">, </w:t>
      </w:r>
      <w:r w:rsidR="004F1596" w:rsidRPr="004F1596">
        <w:t>grossiers</w:t>
      </w:r>
      <w:r w:rsidRPr="004572A7">
        <w:t xml:space="preserve">, </w:t>
      </w:r>
      <w:r w:rsidR="004F1596" w:rsidRPr="004F1596">
        <w:t>il est vrai</w:t>
      </w:r>
      <w:r w:rsidRPr="004572A7">
        <w:t xml:space="preserve">, </w:t>
      </w:r>
      <w:r w:rsidR="004F1596" w:rsidRPr="004F1596">
        <w:t>mais correspondant toujours aux mêmes sentiments et aux mêmes pensées</w:t>
      </w:r>
      <w:r w:rsidRPr="004572A7">
        <w:t xml:space="preserve">. </w:t>
      </w:r>
      <w:r w:rsidR="004F1596" w:rsidRPr="004F1596">
        <w:t>J</w:t>
      </w:r>
      <w:r w:rsidRPr="004572A7">
        <w:t>’</w:t>
      </w:r>
      <w:r w:rsidR="004F1596" w:rsidRPr="004F1596">
        <w:t>avais donc là</w:t>
      </w:r>
      <w:r w:rsidRPr="004572A7">
        <w:t xml:space="preserve">, </w:t>
      </w:r>
      <w:r w:rsidR="004F1596" w:rsidRPr="004F1596">
        <w:t>par conséquent</w:t>
      </w:r>
      <w:r w:rsidRPr="004572A7">
        <w:t xml:space="preserve">, </w:t>
      </w:r>
      <w:r w:rsidR="004F1596" w:rsidRPr="004F1596">
        <w:t>une base solide</w:t>
      </w:r>
      <w:r w:rsidRPr="004572A7">
        <w:t xml:space="preserve">. </w:t>
      </w:r>
      <w:r w:rsidR="004F1596" w:rsidRPr="004F1596">
        <w:t xml:space="preserve">Il était dès lors inadmissible que je ne </w:t>
      </w:r>
      <w:proofErr w:type="spellStart"/>
      <w:r w:rsidR="004F1596" w:rsidRPr="004F1596">
        <w:t>pusse</w:t>
      </w:r>
      <w:proofErr w:type="spellEnd"/>
      <w:r w:rsidR="004F1596" w:rsidRPr="004F1596">
        <w:t xml:space="preserve"> pas</w:t>
      </w:r>
      <w:r w:rsidR="007E47D1" w:rsidRPr="004572A7">
        <w:t>,</w:t>
      </w:r>
      <w:r w:rsidR="004F1596" w:rsidRPr="004F1596">
        <w:t xml:space="preserve"> par des moyens perfectionnés</w:t>
      </w:r>
      <w:r w:rsidRPr="004572A7">
        <w:t xml:space="preserve">, </w:t>
      </w:r>
      <w:r w:rsidR="004F1596" w:rsidRPr="004F1596">
        <w:t>obtenir des résultats plus satisfaisants</w:t>
      </w:r>
      <w:r w:rsidRPr="004572A7">
        <w:t>.</w:t>
      </w:r>
    </w:p>
    <w:p w14:paraId="79A5B47F" w14:textId="77777777" w:rsidR="003A025E" w:rsidRPr="004572A7" w:rsidRDefault="003A025E" w:rsidP="004F1596">
      <w:r w:rsidRPr="004572A7">
        <w:t>« </w:t>
      </w:r>
      <w:r w:rsidR="004F1596" w:rsidRPr="004F1596">
        <w:t>C</w:t>
      </w:r>
      <w:r w:rsidRPr="004572A7">
        <w:t>’</w:t>
      </w:r>
      <w:r w:rsidR="004F1596" w:rsidRPr="004F1596">
        <w:t>est alors que j</w:t>
      </w:r>
      <w:r w:rsidRPr="004572A7">
        <w:t>’</w:t>
      </w:r>
      <w:r w:rsidR="004F1596" w:rsidRPr="004F1596">
        <w:t>eus l</w:t>
      </w:r>
      <w:r w:rsidRPr="004572A7">
        <w:t>’</w:t>
      </w:r>
      <w:r w:rsidR="004F1596" w:rsidRPr="004F1596">
        <w:t>inspiration heureuse de remplacer le gélatino-bromure</w:t>
      </w:r>
      <w:r w:rsidRPr="004572A7">
        <w:t xml:space="preserve">, </w:t>
      </w:r>
      <w:r w:rsidR="004F1596" w:rsidRPr="004F1596">
        <w:t>trop peu sensible aux radiations cérébrales</w:t>
      </w:r>
      <w:r w:rsidRPr="004572A7">
        <w:t xml:space="preserve">, </w:t>
      </w:r>
      <w:r w:rsidR="004F1596" w:rsidRPr="004F1596">
        <w:t xml:space="preserve">par le </w:t>
      </w:r>
      <w:proofErr w:type="spellStart"/>
      <w:r w:rsidR="004F1596" w:rsidRPr="004F1596">
        <w:t>platino</w:t>
      </w:r>
      <w:proofErr w:type="spellEnd"/>
      <w:r w:rsidR="004F1596" w:rsidRPr="004F1596">
        <w:t>-cyanure de baryum</w:t>
      </w:r>
      <w:r w:rsidRPr="004572A7">
        <w:t xml:space="preserve">, </w:t>
      </w:r>
      <w:r w:rsidR="004F1596" w:rsidRPr="004F1596">
        <w:t>d</w:t>
      </w:r>
      <w:r w:rsidRPr="004572A7">
        <w:t>’</w:t>
      </w:r>
      <w:r w:rsidR="004F1596" w:rsidRPr="004F1596">
        <w:t>après une formule inconnue jusqu</w:t>
      </w:r>
      <w:r w:rsidRPr="004572A7">
        <w:t>’</w:t>
      </w:r>
      <w:r w:rsidR="004F1596" w:rsidRPr="004F1596">
        <w:t>à ce jour</w:t>
      </w:r>
      <w:r w:rsidRPr="004572A7">
        <w:t xml:space="preserve">. </w:t>
      </w:r>
      <w:r w:rsidR="004F1596" w:rsidRPr="004F1596">
        <w:t>Eh bien</w:t>
      </w:r>
      <w:r w:rsidRPr="004572A7">
        <w:t xml:space="preserve">, </w:t>
      </w:r>
      <w:r w:rsidR="004F1596" w:rsidRPr="004F1596">
        <w:t>contrairement à ce que j</w:t>
      </w:r>
      <w:r w:rsidRPr="004572A7">
        <w:t>’</w:t>
      </w:r>
      <w:r w:rsidR="004F1596" w:rsidRPr="004F1596">
        <w:t>avais espéré</w:t>
      </w:r>
      <w:r w:rsidRPr="004572A7">
        <w:t xml:space="preserve">, </w:t>
      </w:r>
      <w:r w:rsidR="004F1596" w:rsidRPr="004F1596">
        <w:t>je ne distinguai</w:t>
      </w:r>
      <w:r w:rsidRPr="004572A7">
        <w:t xml:space="preserve">, </w:t>
      </w:r>
      <w:r w:rsidR="004F1596" w:rsidRPr="004F1596">
        <w:t>sur ma plaque</w:t>
      </w:r>
      <w:r w:rsidRPr="004572A7">
        <w:t xml:space="preserve">, </w:t>
      </w:r>
      <w:r w:rsidR="004F1596" w:rsidRPr="004F1596">
        <w:t>que les caractères ordinaires que j</w:t>
      </w:r>
      <w:r w:rsidRPr="004572A7">
        <w:t>’</w:t>
      </w:r>
      <w:r w:rsidR="004F1596" w:rsidRPr="004F1596">
        <w:t>y voyais d</w:t>
      </w:r>
      <w:r w:rsidRPr="004572A7">
        <w:t>’</w:t>
      </w:r>
      <w:r w:rsidR="004F1596" w:rsidRPr="004F1596">
        <w:t>habitude et qui ne pouvaient m</w:t>
      </w:r>
      <w:r w:rsidRPr="004572A7">
        <w:t>’</w:t>
      </w:r>
      <w:r w:rsidR="004F1596" w:rsidRPr="004F1596">
        <w:t>apprendre rien de plus</w:t>
      </w:r>
      <w:r w:rsidRPr="004572A7">
        <w:t xml:space="preserve">. </w:t>
      </w:r>
      <w:r w:rsidR="004F1596" w:rsidRPr="004F1596">
        <w:t>Je ne pouvais en croire mes yeux</w:t>
      </w:r>
      <w:r w:rsidRPr="004572A7">
        <w:t xml:space="preserve">, </w:t>
      </w:r>
      <w:r w:rsidR="004F1596" w:rsidRPr="004F1596">
        <w:t xml:space="preserve">car je connaissais les propriétés du </w:t>
      </w:r>
      <w:proofErr w:type="spellStart"/>
      <w:r w:rsidR="004F1596" w:rsidRPr="004F1596">
        <w:t>platino</w:t>
      </w:r>
      <w:proofErr w:type="spellEnd"/>
      <w:r w:rsidR="004F1596" w:rsidRPr="004F1596">
        <w:t>-cyanure</w:t>
      </w:r>
      <w:r w:rsidRPr="004572A7">
        <w:t xml:space="preserve">. </w:t>
      </w:r>
      <w:r w:rsidR="004F1596" w:rsidRPr="004F1596">
        <w:t>Il était invraisemblable qu</w:t>
      </w:r>
      <w:r w:rsidRPr="004572A7">
        <w:t>’</w:t>
      </w:r>
      <w:r w:rsidR="004F1596" w:rsidRPr="004F1596">
        <w:t>avec mon procédé il n</w:t>
      </w:r>
      <w:r w:rsidRPr="004572A7">
        <w:t>’</w:t>
      </w:r>
      <w:r w:rsidR="004F1596" w:rsidRPr="004F1596">
        <w:t>enregistrât aucune nouvelle radiation</w:t>
      </w:r>
      <w:r w:rsidRPr="004572A7">
        <w:t>…</w:t>
      </w:r>
    </w:p>
    <w:p w14:paraId="650A696A" w14:textId="77777777" w:rsidR="003A025E" w:rsidRPr="004572A7" w:rsidRDefault="003A025E" w:rsidP="004F1596">
      <w:r w:rsidRPr="004572A7">
        <w:lastRenderedPageBreak/>
        <w:t>« </w:t>
      </w:r>
      <w:r w:rsidR="004F1596" w:rsidRPr="004F1596">
        <w:t>Comment</w:t>
      </w:r>
      <w:r w:rsidRPr="004572A7">
        <w:t xml:space="preserve">, </w:t>
      </w:r>
      <w:r w:rsidR="004F1596" w:rsidRPr="004F1596">
        <w:t>à cet instant décisif</w:t>
      </w:r>
      <w:r w:rsidRPr="004572A7">
        <w:t xml:space="preserve">, </w:t>
      </w:r>
      <w:r w:rsidR="004F1596" w:rsidRPr="004F1596">
        <w:t>l</w:t>
      </w:r>
      <w:r w:rsidRPr="004572A7">
        <w:t>’</w:t>
      </w:r>
      <w:r w:rsidR="004F1596" w:rsidRPr="004F1596">
        <w:t xml:space="preserve">idée me </w:t>
      </w:r>
      <w:proofErr w:type="spellStart"/>
      <w:r w:rsidR="004F1596" w:rsidRPr="004F1596">
        <w:t>vint-elle</w:t>
      </w:r>
      <w:proofErr w:type="spellEnd"/>
      <w:r w:rsidR="004F1596" w:rsidRPr="004F1596">
        <w:t xml:space="preserve"> d</w:t>
      </w:r>
      <w:r w:rsidRPr="004572A7">
        <w:t>’</w:t>
      </w:r>
      <w:r w:rsidR="004F1596" w:rsidRPr="004F1596">
        <w:t xml:space="preserve">employer </w:t>
      </w:r>
      <w:r w:rsidR="004F1596" w:rsidRPr="004F1596">
        <w:rPr>
          <w:i/>
          <w:iCs/>
        </w:rPr>
        <w:t>la lumière bleue</w:t>
      </w:r>
      <w:r w:rsidR="004F1596" w:rsidRPr="004F1596">
        <w:t xml:space="preserve"> pour l</w:t>
      </w:r>
      <w:r w:rsidRPr="004572A7">
        <w:t>’</w:t>
      </w:r>
      <w:r w:rsidR="004F1596" w:rsidRPr="004F1596">
        <w:t>éclairage des plaques</w:t>
      </w:r>
      <w:r w:rsidRPr="004572A7">
        <w:t xml:space="preserve"> ? </w:t>
      </w:r>
      <w:r w:rsidR="004F1596" w:rsidRPr="004F1596">
        <w:t>Je ne saurais le dire</w:t>
      </w:r>
      <w:r w:rsidRPr="004572A7">
        <w:t xml:space="preserve">, </w:t>
      </w:r>
      <w:r w:rsidR="004F1596" w:rsidRPr="004F1596">
        <w:t>mais j</w:t>
      </w:r>
      <w:r w:rsidRPr="004572A7">
        <w:t>’</w:t>
      </w:r>
      <w:r w:rsidR="004F1596" w:rsidRPr="004F1596">
        <w:t>eus le pressentiment que cette lumière</w:t>
      </w:r>
      <w:r w:rsidRPr="004572A7">
        <w:t xml:space="preserve">, </w:t>
      </w:r>
      <w:r w:rsidR="004F1596" w:rsidRPr="004F1596">
        <w:t>de même coloration que la plupart des radiations cérébrales</w:t>
      </w:r>
      <w:r w:rsidRPr="004572A7">
        <w:t xml:space="preserve">, </w:t>
      </w:r>
      <w:r w:rsidR="004F1596" w:rsidRPr="004F1596">
        <w:t xml:space="preserve">devait exercer une action très importante sur le </w:t>
      </w:r>
      <w:proofErr w:type="spellStart"/>
      <w:r w:rsidR="004F1596" w:rsidRPr="004F1596">
        <w:t>platino</w:t>
      </w:r>
      <w:proofErr w:type="spellEnd"/>
      <w:r w:rsidR="004F1596" w:rsidRPr="004F1596">
        <w:t>-cyanure de baryum</w:t>
      </w:r>
      <w:r w:rsidRPr="004572A7">
        <w:t>.</w:t>
      </w:r>
    </w:p>
    <w:p w14:paraId="5B7AFC52" w14:textId="77777777" w:rsidR="003A025E" w:rsidRPr="004572A7" w:rsidRDefault="003A025E" w:rsidP="004F1596">
      <w:r w:rsidRPr="004572A7">
        <w:t>« </w:t>
      </w:r>
      <w:r w:rsidR="004F1596" w:rsidRPr="004F1596">
        <w:t>Ce n</w:t>
      </w:r>
      <w:r w:rsidRPr="004572A7">
        <w:t>’</w:t>
      </w:r>
      <w:r w:rsidR="004F1596" w:rsidRPr="004F1596">
        <w:t>était pas une intuition trompeuse</w:t>
      </w:r>
      <w:r w:rsidRPr="004572A7">
        <w:t xml:space="preserve">. </w:t>
      </w:r>
      <w:r w:rsidR="004F1596" w:rsidRPr="004F1596">
        <w:t>Dès ce moment</w:t>
      </w:r>
      <w:r w:rsidRPr="004572A7">
        <w:t xml:space="preserve">, </w:t>
      </w:r>
      <w:r w:rsidR="004F1596" w:rsidRPr="004F1596">
        <w:t>j</w:t>
      </w:r>
      <w:r w:rsidRPr="004572A7">
        <w:t>’</w:t>
      </w:r>
      <w:r w:rsidR="004F1596" w:rsidRPr="004F1596">
        <w:t>étais en possession du révélateur et je marchai de succès en succès</w:t>
      </w:r>
      <w:r w:rsidRPr="004572A7">
        <w:t>.</w:t>
      </w:r>
    </w:p>
    <w:p w14:paraId="182EB673" w14:textId="77777777" w:rsidR="003A025E" w:rsidRPr="004572A7" w:rsidRDefault="003A025E" w:rsidP="004F1596">
      <w:r w:rsidRPr="004572A7">
        <w:t>« </w:t>
      </w:r>
      <w:r w:rsidR="004F1596" w:rsidRPr="004F1596">
        <w:t>Dès mes premiers essais</w:t>
      </w:r>
      <w:r w:rsidRPr="004572A7">
        <w:t xml:space="preserve">, </w:t>
      </w:r>
      <w:r w:rsidR="004F1596" w:rsidRPr="004F1596">
        <w:t>en effet</w:t>
      </w:r>
      <w:r w:rsidRPr="004572A7">
        <w:t xml:space="preserve">, </w:t>
      </w:r>
      <w:r w:rsidR="004F1596" w:rsidRPr="004F1596">
        <w:t>je vis apparaître</w:t>
      </w:r>
      <w:r w:rsidRPr="004572A7">
        <w:t xml:space="preserve">, </w:t>
      </w:r>
      <w:r w:rsidR="004F1596" w:rsidRPr="004F1596">
        <w:t>très nettement sur la plaque</w:t>
      </w:r>
      <w:r w:rsidRPr="004572A7">
        <w:t xml:space="preserve">, </w:t>
      </w:r>
      <w:r w:rsidR="004F1596" w:rsidRPr="004F1596">
        <w:t>à l</w:t>
      </w:r>
      <w:r w:rsidRPr="004572A7">
        <w:t>’</w:t>
      </w:r>
      <w:r w:rsidR="004F1596" w:rsidRPr="004F1596">
        <w:t>aide de la lumière bleue</w:t>
      </w:r>
      <w:r w:rsidRPr="004572A7">
        <w:t xml:space="preserve">, </w:t>
      </w:r>
      <w:r w:rsidR="004F1596" w:rsidRPr="004F1596">
        <w:t>une foule de signes nouveaux</w:t>
      </w:r>
      <w:r w:rsidRPr="004572A7">
        <w:t xml:space="preserve">, </w:t>
      </w:r>
      <w:r w:rsidR="004F1596" w:rsidRPr="004F1596">
        <w:t>dont la forme m</w:t>
      </w:r>
      <w:r w:rsidRPr="004572A7">
        <w:t>’</w:t>
      </w:r>
      <w:r w:rsidR="004F1596" w:rsidRPr="004F1596">
        <w:t>était inconnue</w:t>
      </w:r>
      <w:r w:rsidRPr="004572A7">
        <w:t xml:space="preserve">. </w:t>
      </w:r>
      <w:r w:rsidR="004F1596" w:rsidRPr="004F1596">
        <w:t>Il était absolument impossible d</w:t>
      </w:r>
      <w:r w:rsidRPr="004572A7">
        <w:t>’</w:t>
      </w:r>
      <w:r w:rsidR="004F1596" w:rsidRPr="004F1596">
        <w:t>en soupçonner l</w:t>
      </w:r>
      <w:r w:rsidRPr="004572A7">
        <w:t>’</w:t>
      </w:r>
      <w:r w:rsidR="004F1596" w:rsidRPr="004F1596">
        <w:t>existence à la lumière ordinaire du jour ou d</w:t>
      </w:r>
      <w:r w:rsidRPr="004572A7">
        <w:t>’</w:t>
      </w:r>
      <w:r w:rsidR="004F1596" w:rsidRPr="004F1596">
        <w:t>une lampe quelconque</w:t>
      </w:r>
      <w:r w:rsidRPr="004572A7">
        <w:t xml:space="preserve">. </w:t>
      </w:r>
      <w:r w:rsidR="004F1596" w:rsidRPr="004F1596">
        <w:t>Ces signes étaient beaucoup plus ténus que les premiers et présentaient une variété de formes remarquables</w:t>
      </w:r>
      <w:r w:rsidRPr="004572A7">
        <w:t>.</w:t>
      </w:r>
    </w:p>
    <w:p w14:paraId="531A1964" w14:textId="77777777" w:rsidR="003A025E" w:rsidRPr="004572A7" w:rsidRDefault="003A025E" w:rsidP="004F1596">
      <w:r w:rsidRPr="004572A7">
        <w:t>« </w:t>
      </w:r>
      <w:r w:rsidR="004F1596" w:rsidRPr="004F1596">
        <w:t>Je notai des virgules</w:t>
      </w:r>
      <w:r w:rsidRPr="004572A7">
        <w:t xml:space="preserve">, </w:t>
      </w:r>
      <w:r w:rsidR="004F1596" w:rsidRPr="004F1596">
        <w:t>des points</w:t>
      </w:r>
      <w:r w:rsidRPr="004572A7">
        <w:t xml:space="preserve">, </w:t>
      </w:r>
      <w:r w:rsidR="004F1596" w:rsidRPr="004F1596">
        <w:t>des barres</w:t>
      </w:r>
      <w:r w:rsidRPr="004572A7">
        <w:t xml:space="preserve">, </w:t>
      </w:r>
      <w:r w:rsidR="004F1596" w:rsidRPr="004F1596">
        <w:t>des paraboles</w:t>
      </w:r>
      <w:r w:rsidRPr="004572A7">
        <w:t xml:space="preserve">, </w:t>
      </w:r>
      <w:r w:rsidR="004F1596" w:rsidRPr="004F1596">
        <w:t>puis des arabesques bizarres</w:t>
      </w:r>
      <w:r w:rsidRPr="004572A7">
        <w:t xml:space="preserve">, </w:t>
      </w:r>
      <w:r w:rsidR="004F1596" w:rsidRPr="004F1596">
        <w:t>des perles</w:t>
      </w:r>
      <w:r w:rsidRPr="004572A7">
        <w:t xml:space="preserve">, </w:t>
      </w:r>
      <w:r w:rsidR="004F1596" w:rsidRPr="004F1596">
        <w:t>des ondes</w:t>
      </w:r>
      <w:r w:rsidRPr="004572A7">
        <w:t xml:space="preserve">, </w:t>
      </w:r>
      <w:r w:rsidR="004F1596" w:rsidRPr="004F1596">
        <w:t>des tresses</w:t>
      </w:r>
      <w:r w:rsidRPr="004572A7">
        <w:t xml:space="preserve">, </w:t>
      </w:r>
      <w:r w:rsidR="004F1596" w:rsidRPr="004F1596">
        <w:t>des sortes de godrons doubles</w:t>
      </w:r>
      <w:r w:rsidRPr="004572A7">
        <w:t xml:space="preserve">, </w:t>
      </w:r>
      <w:r w:rsidR="004F1596" w:rsidRPr="004F1596">
        <w:t>des fleurs étranges</w:t>
      </w:r>
      <w:r w:rsidRPr="004572A7">
        <w:t xml:space="preserve">, </w:t>
      </w:r>
      <w:r w:rsidR="004F1596" w:rsidRPr="004F1596">
        <w:t>des caractères capricieux n</w:t>
      </w:r>
      <w:r w:rsidRPr="004572A7">
        <w:t>’</w:t>
      </w:r>
      <w:r w:rsidR="004F1596" w:rsidRPr="004F1596">
        <w:t>appartenant à aucun alphabet</w:t>
      </w:r>
      <w:r w:rsidRPr="004572A7">
        <w:t xml:space="preserve">, </w:t>
      </w:r>
      <w:r w:rsidR="004F1596" w:rsidRPr="004F1596">
        <w:t>des éclatements imprévus</w:t>
      </w:r>
      <w:r w:rsidRPr="004572A7">
        <w:t xml:space="preserve">, </w:t>
      </w:r>
      <w:r w:rsidR="004F1596" w:rsidRPr="004F1596">
        <w:t>toute une gamme de rayures</w:t>
      </w:r>
      <w:r w:rsidRPr="004572A7">
        <w:t xml:space="preserve">, </w:t>
      </w:r>
      <w:r w:rsidR="004F1596" w:rsidRPr="004F1596">
        <w:t>de croix</w:t>
      </w:r>
      <w:r w:rsidRPr="004572A7">
        <w:t xml:space="preserve">, </w:t>
      </w:r>
      <w:r w:rsidR="004F1596" w:rsidRPr="004F1596">
        <w:t>de pointillés et de semis</w:t>
      </w:r>
      <w:r w:rsidRPr="004572A7">
        <w:t>…</w:t>
      </w:r>
    </w:p>
    <w:p w14:paraId="2B4CF356" w14:textId="77777777" w:rsidR="003A025E" w:rsidRPr="004572A7" w:rsidRDefault="003A025E" w:rsidP="004F1596">
      <w:r w:rsidRPr="004572A7">
        <w:t>« </w:t>
      </w:r>
      <w:r w:rsidR="004F1596" w:rsidRPr="004F1596">
        <w:t>Une joie immense s</w:t>
      </w:r>
      <w:r w:rsidRPr="004572A7">
        <w:t>’</w:t>
      </w:r>
      <w:r w:rsidR="004F1596" w:rsidRPr="004F1596">
        <w:t>empara alors de moi</w:t>
      </w:r>
      <w:r w:rsidRPr="004572A7">
        <w:t xml:space="preserve"> : </w:t>
      </w:r>
      <w:r w:rsidR="004F1596" w:rsidRPr="004F1596">
        <w:t>j</w:t>
      </w:r>
      <w:r w:rsidRPr="004572A7">
        <w:t>’</w:t>
      </w:r>
      <w:r w:rsidR="004F1596" w:rsidRPr="004F1596">
        <w:t>eus l</w:t>
      </w:r>
      <w:r w:rsidRPr="004572A7">
        <w:t>’</w:t>
      </w:r>
      <w:r w:rsidR="004F1596" w:rsidRPr="004F1596">
        <w:t>intuition que j</w:t>
      </w:r>
      <w:r w:rsidRPr="004572A7">
        <w:t>’</w:t>
      </w:r>
      <w:r w:rsidR="004F1596" w:rsidRPr="004F1596">
        <w:t>arrivais à la veille d</w:t>
      </w:r>
      <w:r w:rsidRPr="004572A7">
        <w:t>’</w:t>
      </w:r>
      <w:r w:rsidR="004F1596" w:rsidRPr="004F1596">
        <w:t>une grande découverte et</w:t>
      </w:r>
      <w:r w:rsidRPr="004572A7">
        <w:t xml:space="preserve">, </w:t>
      </w:r>
      <w:r w:rsidR="004F1596" w:rsidRPr="004F1596">
        <w:t>qu</w:t>
      </w:r>
      <w:r w:rsidRPr="004572A7">
        <w:t>’</w:t>
      </w:r>
      <w:r w:rsidR="004F1596" w:rsidRPr="004F1596">
        <w:t>avec quelques efforts de plus</w:t>
      </w:r>
      <w:r w:rsidRPr="004572A7">
        <w:t xml:space="preserve">, </w:t>
      </w:r>
      <w:r w:rsidR="004F1596" w:rsidRPr="004F1596">
        <w:t>j</w:t>
      </w:r>
      <w:r w:rsidRPr="004572A7">
        <w:t>’</w:t>
      </w:r>
      <w:r w:rsidR="004F1596" w:rsidRPr="004F1596">
        <w:t>allais enfin toucher au but</w:t>
      </w:r>
      <w:r w:rsidRPr="004572A7">
        <w:t xml:space="preserve">. </w:t>
      </w:r>
      <w:r w:rsidR="004F1596" w:rsidRPr="004F1596">
        <w:t>En effet</w:t>
      </w:r>
      <w:r w:rsidRPr="004572A7">
        <w:t xml:space="preserve">, </w:t>
      </w:r>
      <w:r w:rsidR="004F1596" w:rsidRPr="004F1596">
        <w:t>quel pouvait bien être le sens de tous ces signes</w:t>
      </w:r>
      <w:r w:rsidRPr="004572A7">
        <w:t xml:space="preserve"> ? </w:t>
      </w:r>
      <w:r w:rsidR="004F1596" w:rsidRPr="004F1596">
        <w:t>Il n</w:t>
      </w:r>
      <w:r w:rsidRPr="004572A7">
        <w:t>’</w:t>
      </w:r>
      <w:r w:rsidR="004F1596" w:rsidRPr="004F1596">
        <w:t>était pas possible qu</w:t>
      </w:r>
      <w:r w:rsidRPr="004572A7">
        <w:t>’</w:t>
      </w:r>
      <w:r w:rsidR="004F1596" w:rsidRPr="004F1596">
        <w:t>ils ne fussent pas la manifestation de mes effluves cérébraux et</w:t>
      </w:r>
      <w:r w:rsidRPr="004572A7">
        <w:t xml:space="preserve">, </w:t>
      </w:r>
      <w:r w:rsidR="004F1596" w:rsidRPr="004F1596">
        <w:t>par conséquent</w:t>
      </w:r>
      <w:r w:rsidRPr="004572A7">
        <w:t xml:space="preserve">, </w:t>
      </w:r>
      <w:r w:rsidR="004F1596" w:rsidRPr="004F1596">
        <w:t>la représentation graphique directe de la pensée</w:t>
      </w:r>
      <w:r w:rsidRPr="004572A7">
        <w:t xml:space="preserve">, </w:t>
      </w:r>
      <w:r w:rsidR="004F1596" w:rsidRPr="004F1596">
        <w:t>sous des apparences matérielles</w:t>
      </w:r>
      <w:r w:rsidRPr="004572A7">
        <w:t xml:space="preserve">. </w:t>
      </w:r>
      <w:r w:rsidR="007E47D1" w:rsidRPr="004572A7">
        <w:t>À</w:t>
      </w:r>
      <w:r w:rsidR="004F1596" w:rsidRPr="004F1596">
        <w:t xml:space="preserve"> chacun d</w:t>
      </w:r>
      <w:r w:rsidRPr="004572A7">
        <w:t>’</w:t>
      </w:r>
      <w:r w:rsidR="004F1596" w:rsidRPr="004F1596">
        <w:t>eux</w:t>
      </w:r>
      <w:r w:rsidRPr="004572A7">
        <w:t xml:space="preserve">, </w:t>
      </w:r>
      <w:r w:rsidR="004F1596" w:rsidRPr="004F1596">
        <w:t>devait correspondre</w:t>
      </w:r>
      <w:r w:rsidRPr="004572A7">
        <w:t xml:space="preserve">, </w:t>
      </w:r>
      <w:r w:rsidR="004F1596" w:rsidRPr="004F1596">
        <w:t>sans doute</w:t>
      </w:r>
      <w:r w:rsidRPr="004572A7">
        <w:t xml:space="preserve">, </w:t>
      </w:r>
      <w:r w:rsidR="004F1596" w:rsidRPr="004F1596">
        <w:t>une phrase plus ou moins compliquée de mon activité cérébrale</w:t>
      </w:r>
      <w:r w:rsidRPr="004572A7">
        <w:t xml:space="preserve">, </w:t>
      </w:r>
      <w:r w:rsidR="004F1596" w:rsidRPr="004F1596">
        <w:lastRenderedPageBreak/>
        <w:t>la valeur de tel objet</w:t>
      </w:r>
      <w:r w:rsidRPr="004572A7">
        <w:t xml:space="preserve">, </w:t>
      </w:r>
      <w:r w:rsidR="004F1596" w:rsidRPr="004F1596">
        <w:t>la conception de telle méthode</w:t>
      </w:r>
      <w:r w:rsidRPr="004572A7">
        <w:t xml:space="preserve">, </w:t>
      </w:r>
      <w:r w:rsidR="004F1596" w:rsidRPr="004F1596">
        <w:t>la conscience de tel acte</w:t>
      </w:r>
      <w:r w:rsidRPr="004572A7">
        <w:t>…</w:t>
      </w:r>
    </w:p>
    <w:p w14:paraId="421FF432" w14:textId="77777777" w:rsidR="003A025E" w:rsidRPr="004572A7" w:rsidRDefault="003A025E" w:rsidP="004F1596">
      <w:r w:rsidRPr="004572A7">
        <w:t>« </w:t>
      </w:r>
      <w:r w:rsidR="004F1596" w:rsidRPr="004F1596">
        <w:t>J</w:t>
      </w:r>
      <w:r w:rsidRPr="004572A7">
        <w:t>’</w:t>
      </w:r>
      <w:r w:rsidR="004F1596" w:rsidRPr="004F1596">
        <w:t>en conclus</w:t>
      </w:r>
      <w:r w:rsidRPr="004572A7">
        <w:t xml:space="preserve">, </w:t>
      </w:r>
      <w:r w:rsidR="004F1596" w:rsidRPr="004F1596">
        <w:t>dès lors</w:t>
      </w:r>
      <w:r w:rsidRPr="004572A7">
        <w:t xml:space="preserve">, </w:t>
      </w:r>
      <w:r w:rsidR="004F1596" w:rsidRPr="004F1596">
        <w:t>que je me trouvais en présence d</w:t>
      </w:r>
      <w:r w:rsidRPr="004572A7">
        <w:t>’</w:t>
      </w:r>
      <w:r w:rsidR="004F1596" w:rsidRPr="004F1596">
        <w:t xml:space="preserve">une véritable </w:t>
      </w:r>
      <w:r w:rsidR="004F1596" w:rsidRPr="004F1596">
        <w:rPr>
          <w:i/>
          <w:iCs/>
        </w:rPr>
        <w:t>écriture idéographique</w:t>
      </w:r>
      <w:r w:rsidRPr="004572A7">
        <w:rPr>
          <w:i/>
          <w:iCs/>
        </w:rPr>
        <w:t xml:space="preserve">, </w:t>
      </w:r>
      <w:r w:rsidR="004F1596" w:rsidRPr="004F1596">
        <w:t>qu</w:t>
      </w:r>
      <w:r w:rsidRPr="004572A7">
        <w:t>’</w:t>
      </w:r>
      <w:r w:rsidR="004F1596" w:rsidRPr="004F1596">
        <w:t>il s</w:t>
      </w:r>
      <w:r w:rsidRPr="004572A7">
        <w:t>’</w:t>
      </w:r>
      <w:r w:rsidR="004F1596" w:rsidRPr="004F1596">
        <w:t>agissait de déchiffrer et de réglementer</w:t>
      </w:r>
      <w:r w:rsidRPr="004572A7">
        <w:t xml:space="preserve">. </w:t>
      </w:r>
      <w:r w:rsidR="004F1596" w:rsidRPr="004F1596">
        <w:t>Cette tâche écrasante me sembla d</w:t>
      </w:r>
      <w:r w:rsidRPr="004572A7">
        <w:t>’</w:t>
      </w:r>
      <w:r w:rsidR="004F1596" w:rsidRPr="004F1596">
        <w:t>abord être au-dessus de mes forces et impossible à réaliser</w:t>
      </w:r>
      <w:r w:rsidRPr="004572A7">
        <w:t xml:space="preserve">. </w:t>
      </w:r>
      <w:r w:rsidR="004F1596" w:rsidRPr="004F1596">
        <w:t>J</w:t>
      </w:r>
      <w:r w:rsidRPr="004572A7">
        <w:t>’</w:t>
      </w:r>
      <w:r w:rsidR="004F1596" w:rsidRPr="004F1596">
        <w:t>y parvins cependant et</w:t>
      </w:r>
      <w:r w:rsidRPr="004572A7">
        <w:t xml:space="preserve">, </w:t>
      </w:r>
      <w:r w:rsidR="004F1596" w:rsidRPr="004F1596">
        <w:t>après deux années d</w:t>
      </w:r>
      <w:r w:rsidRPr="004572A7">
        <w:t>’</w:t>
      </w:r>
      <w:r w:rsidR="004F1596" w:rsidRPr="004F1596">
        <w:t>un labeur acharné</w:t>
      </w:r>
      <w:r w:rsidRPr="004572A7">
        <w:t xml:space="preserve">, </w:t>
      </w:r>
      <w:r w:rsidR="004F1596" w:rsidRPr="004F1596">
        <w:t>je réussis à posséder à fond mes étranges hiéroglyphes</w:t>
      </w:r>
      <w:r w:rsidRPr="004572A7">
        <w:t xml:space="preserve">, </w:t>
      </w:r>
      <w:r w:rsidR="004F1596" w:rsidRPr="004F1596">
        <w:t>à pouvoir interpréter couramment le sens qu</w:t>
      </w:r>
      <w:r w:rsidRPr="004572A7">
        <w:t>’</w:t>
      </w:r>
      <w:r w:rsidR="004F1596" w:rsidRPr="004F1596">
        <w:t>ils renfermaient</w:t>
      </w:r>
      <w:r w:rsidRPr="004572A7">
        <w:t xml:space="preserve">. </w:t>
      </w:r>
      <w:r w:rsidR="004F1596" w:rsidRPr="004F1596">
        <w:t>Pour ce résultat</w:t>
      </w:r>
      <w:r w:rsidRPr="004572A7">
        <w:t xml:space="preserve">, </w:t>
      </w:r>
      <w:r w:rsidR="004F1596" w:rsidRPr="004F1596">
        <w:t>que d</w:t>
      </w:r>
      <w:r w:rsidRPr="004572A7">
        <w:t>’</w:t>
      </w:r>
      <w:r w:rsidR="004F1596" w:rsidRPr="004F1596">
        <w:t>heures passées dans le silence et la solitude afin d</w:t>
      </w:r>
      <w:r w:rsidRPr="004572A7">
        <w:t>’</w:t>
      </w:r>
      <w:r w:rsidR="004F1596" w:rsidRPr="004F1596">
        <w:t>arracher aux signes mystérieux le secret de leurs dessins déconcertants et capricieux</w:t>
      </w:r>
      <w:r w:rsidRPr="004572A7">
        <w:t> !…</w:t>
      </w:r>
    </w:p>
    <w:p w14:paraId="5EE806B7" w14:textId="77777777" w:rsidR="003A025E" w:rsidRPr="004572A7" w:rsidRDefault="003A025E" w:rsidP="004F1596">
      <w:r w:rsidRPr="004572A7">
        <w:t>« </w:t>
      </w:r>
      <w:r w:rsidR="004F1596" w:rsidRPr="004F1596">
        <w:t>Que d</w:t>
      </w:r>
      <w:r w:rsidRPr="004572A7">
        <w:t>’</w:t>
      </w:r>
      <w:r w:rsidR="004F1596" w:rsidRPr="004F1596">
        <w:t>hésitations</w:t>
      </w:r>
      <w:r w:rsidRPr="004572A7">
        <w:t xml:space="preserve">, </w:t>
      </w:r>
      <w:r w:rsidR="004F1596" w:rsidRPr="004F1596">
        <w:t>d</w:t>
      </w:r>
      <w:r w:rsidRPr="004572A7">
        <w:t>’</w:t>
      </w:r>
      <w:r w:rsidR="004F1596" w:rsidRPr="004F1596">
        <w:t>erreurs</w:t>
      </w:r>
      <w:r w:rsidRPr="004572A7">
        <w:t xml:space="preserve">, </w:t>
      </w:r>
      <w:r w:rsidR="004F1596" w:rsidRPr="004F1596">
        <w:t>de fausses espérances</w:t>
      </w:r>
      <w:r w:rsidRPr="004572A7">
        <w:t xml:space="preserve">, </w:t>
      </w:r>
      <w:r w:rsidR="004F1596" w:rsidRPr="004F1596">
        <w:t>de lassitude</w:t>
      </w:r>
      <w:r w:rsidRPr="004572A7">
        <w:t xml:space="preserve">, </w:t>
      </w:r>
      <w:r w:rsidR="004F1596" w:rsidRPr="004F1596">
        <w:t>d</w:t>
      </w:r>
      <w:r w:rsidRPr="004572A7">
        <w:t>’</w:t>
      </w:r>
      <w:r w:rsidR="004F1596" w:rsidRPr="004F1596">
        <w:t>efforts pénibles et ingrats</w:t>
      </w:r>
      <w:r w:rsidRPr="004572A7">
        <w:t> !…</w:t>
      </w:r>
    </w:p>
    <w:p w14:paraId="0656918C" w14:textId="77777777" w:rsidR="003A025E" w:rsidRPr="004572A7" w:rsidRDefault="003A025E" w:rsidP="004F1596">
      <w:r w:rsidRPr="004572A7">
        <w:t>« </w:t>
      </w:r>
      <w:r w:rsidR="004F1596" w:rsidRPr="004F1596">
        <w:t>Je m</w:t>
      </w:r>
      <w:r w:rsidRPr="004572A7">
        <w:t>’</w:t>
      </w:r>
      <w:r w:rsidR="004F1596" w:rsidRPr="004F1596">
        <w:t>assimilai assez rapidement les substantifs</w:t>
      </w:r>
      <w:r w:rsidRPr="004572A7">
        <w:t xml:space="preserve">, </w:t>
      </w:r>
      <w:r w:rsidR="004F1596" w:rsidRPr="004F1596">
        <w:t>les articles</w:t>
      </w:r>
      <w:r w:rsidRPr="004572A7">
        <w:t xml:space="preserve">, </w:t>
      </w:r>
      <w:r w:rsidR="004F1596" w:rsidRPr="004F1596">
        <w:t>les adjectifs et les prénoms</w:t>
      </w:r>
      <w:r w:rsidRPr="004572A7">
        <w:t xml:space="preserve"> ; </w:t>
      </w:r>
      <w:r w:rsidR="004F1596" w:rsidRPr="004F1596">
        <w:t>mais ce fut surtout dans le verbe que je rencontrai les plus grandes difficultés</w:t>
      </w:r>
      <w:r w:rsidRPr="004572A7">
        <w:t xml:space="preserve">. </w:t>
      </w:r>
      <w:r w:rsidR="004F1596" w:rsidRPr="004F1596">
        <w:t>Alors qu</w:t>
      </w:r>
      <w:r w:rsidRPr="004572A7">
        <w:t>’</w:t>
      </w:r>
      <w:r w:rsidR="004F1596" w:rsidRPr="004F1596">
        <w:t>un substantif ou un adjectif étaient souvent représentés par une ligne droite</w:t>
      </w:r>
      <w:r w:rsidRPr="004572A7">
        <w:t xml:space="preserve">, </w:t>
      </w:r>
      <w:r w:rsidR="004F1596" w:rsidRPr="004F1596">
        <w:t>une boucle ou par des séries de points</w:t>
      </w:r>
      <w:r w:rsidRPr="004572A7">
        <w:t xml:space="preserve">, </w:t>
      </w:r>
      <w:r w:rsidR="004F1596" w:rsidRPr="004F1596">
        <w:t>la représentation graphique des formes verbales se compliquait singulièrement</w:t>
      </w:r>
      <w:r w:rsidRPr="004572A7">
        <w:t xml:space="preserve">, </w:t>
      </w:r>
      <w:r w:rsidR="004F1596" w:rsidRPr="004F1596">
        <w:t>variait à l</w:t>
      </w:r>
      <w:r w:rsidRPr="004572A7">
        <w:t>’</w:t>
      </w:r>
      <w:r w:rsidR="004F1596" w:rsidRPr="004F1596">
        <w:t>infini</w:t>
      </w:r>
      <w:r w:rsidRPr="004572A7">
        <w:t xml:space="preserve"> : </w:t>
      </w:r>
      <w:r w:rsidR="004F1596" w:rsidRPr="004F1596">
        <w:t>épousant rigoureusement la suite des personnes</w:t>
      </w:r>
      <w:r w:rsidRPr="004572A7">
        <w:t xml:space="preserve">, </w:t>
      </w:r>
      <w:r w:rsidR="004F1596" w:rsidRPr="004F1596">
        <w:t>des temps et des modes</w:t>
      </w:r>
      <w:r w:rsidRPr="004572A7">
        <w:t xml:space="preserve">. </w:t>
      </w:r>
      <w:r w:rsidR="004F1596" w:rsidRPr="004F1596">
        <w:t>Je dois ajouter</w:t>
      </w:r>
      <w:r w:rsidRPr="004572A7">
        <w:t xml:space="preserve">, </w:t>
      </w:r>
      <w:r w:rsidR="004F1596" w:rsidRPr="004F1596">
        <w:t>cependant</w:t>
      </w:r>
      <w:r w:rsidRPr="004572A7">
        <w:t xml:space="preserve">, </w:t>
      </w:r>
      <w:r w:rsidR="004F1596" w:rsidRPr="004F1596">
        <w:t>qu</w:t>
      </w:r>
      <w:r w:rsidRPr="004572A7">
        <w:t>’</w:t>
      </w:r>
      <w:r w:rsidR="004F1596" w:rsidRPr="004F1596">
        <w:t>il existait un certain signe invariable formant un véritable radical et susceptible de me mettre rapidement sur la voie</w:t>
      </w:r>
      <w:r w:rsidRPr="004572A7">
        <w:t>…</w:t>
      </w:r>
    </w:p>
    <w:p w14:paraId="421A4D06" w14:textId="77777777" w:rsidR="003A025E" w:rsidRPr="004572A7" w:rsidRDefault="003A025E" w:rsidP="004F1596">
      <w:r w:rsidRPr="004572A7">
        <w:t>« </w:t>
      </w:r>
      <w:r w:rsidR="004F1596" w:rsidRPr="004F1596">
        <w:t>C</w:t>
      </w:r>
      <w:r w:rsidRPr="004572A7">
        <w:t>’</w:t>
      </w:r>
      <w:r w:rsidR="004F1596" w:rsidRPr="004F1596">
        <w:t>était passionnant</w:t>
      </w:r>
      <w:r w:rsidRPr="004572A7">
        <w:t>…</w:t>
      </w:r>
    </w:p>
    <w:p w14:paraId="0609BC9E" w14:textId="77777777" w:rsidR="003A025E" w:rsidRPr="004572A7" w:rsidRDefault="003A025E" w:rsidP="004F1596">
      <w:r w:rsidRPr="004572A7">
        <w:t>« </w:t>
      </w:r>
      <w:r w:rsidR="004F1596" w:rsidRPr="004F1596">
        <w:t xml:space="preserve">Le verbe </w:t>
      </w:r>
      <w:r w:rsidRPr="004572A7">
        <w:t>« </w:t>
      </w:r>
      <w:r w:rsidR="004F1596" w:rsidRPr="004F1596">
        <w:t>penser</w:t>
      </w:r>
      <w:r w:rsidRPr="004572A7">
        <w:t xml:space="preserve"> », </w:t>
      </w:r>
      <w:r w:rsidR="004F1596" w:rsidRPr="004F1596">
        <w:t>par exemple</w:t>
      </w:r>
      <w:r w:rsidRPr="004572A7">
        <w:t xml:space="preserve">, </w:t>
      </w:r>
      <w:r w:rsidR="004F1596" w:rsidRPr="004F1596">
        <w:t>ne comprend pas moins de deux cents caractères ayant pour signe radical une flèche à deux pointes</w:t>
      </w:r>
      <w:r w:rsidRPr="004572A7">
        <w:t xml:space="preserve">… </w:t>
      </w:r>
      <w:r w:rsidR="004F1596" w:rsidRPr="004F1596">
        <w:t xml:space="preserve">Le verbe </w:t>
      </w:r>
      <w:r w:rsidRPr="004572A7">
        <w:t>« </w:t>
      </w:r>
      <w:r w:rsidR="004F1596" w:rsidRPr="004F1596">
        <w:t>travailler</w:t>
      </w:r>
      <w:r w:rsidRPr="004572A7">
        <w:t> »</w:t>
      </w:r>
      <w:r w:rsidR="004F1596" w:rsidRPr="004F1596">
        <w:t xml:space="preserve"> possède un signe radical assez curieux</w:t>
      </w:r>
      <w:r w:rsidRPr="004572A7">
        <w:t xml:space="preserve"> : </w:t>
      </w:r>
      <w:r w:rsidR="004F1596" w:rsidRPr="004F1596">
        <w:t>c</w:t>
      </w:r>
      <w:r w:rsidRPr="004572A7">
        <w:t>’</w:t>
      </w:r>
      <w:r w:rsidR="004F1596" w:rsidRPr="004F1596">
        <w:t xml:space="preserve">est la lettre </w:t>
      </w:r>
      <w:r w:rsidRPr="004572A7">
        <w:t>« </w:t>
      </w:r>
      <w:proofErr w:type="spellStart"/>
      <w:r w:rsidR="004F1596" w:rsidRPr="004F1596">
        <w:t>lam</w:t>
      </w:r>
      <w:proofErr w:type="spellEnd"/>
      <w:r w:rsidRPr="004572A7">
        <w:t> »</w:t>
      </w:r>
      <w:r w:rsidR="004F1596" w:rsidRPr="004F1596">
        <w:t xml:space="preserve"> de </w:t>
      </w:r>
      <w:r w:rsidR="004F1596" w:rsidRPr="004F1596">
        <w:lastRenderedPageBreak/>
        <w:t>l</w:t>
      </w:r>
      <w:r w:rsidRPr="004572A7">
        <w:t>’</w:t>
      </w:r>
      <w:r w:rsidR="004F1596" w:rsidRPr="004F1596">
        <w:t>alphabet arabe</w:t>
      </w:r>
      <w:r w:rsidRPr="004572A7">
        <w:t xml:space="preserve"> ; </w:t>
      </w:r>
      <w:r w:rsidR="004F1596" w:rsidRPr="004F1596">
        <w:t xml:space="preserve">le verbe </w:t>
      </w:r>
      <w:r w:rsidRPr="004572A7">
        <w:t>« </w:t>
      </w:r>
      <w:r w:rsidR="004F1596" w:rsidRPr="004F1596">
        <w:t>écrire</w:t>
      </w:r>
      <w:r w:rsidRPr="004572A7">
        <w:t> »</w:t>
      </w:r>
      <w:r w:rsidR="004F1596" w:rsidRPr="004F1596">
        <w:t xml:space="preserve"> se traduit par une ligne droite suivie de deux points</w:t>
      </w:r>
      <w:r w:rsidRPr="004572A7">
        <w:t xml:space="preserve">… </w:t>
      </w:r>
      <w:r w:rsidR="004F1596" w:rsidRPr="004F1596">
        <w:t xml:space="preserve">les </w:t>
      </w:r>
      <w:r w:rsidRPr="004572A7">
        <w:t>« </w:t>
      </w:r>
      <w:r w:rsidR="004F1596" w:rsidRPr="004F1596">
        <w:t>substantifs scientifiques</w:t>
      </w:r>
      <w:r w:rsidRPr="004572A7">
        <w:t> »</w:t>
      </w:r>
      <w:r w:rsidR="004F1596" w:rsidRPr="004F1596">
        <w:t xml:space="preserve"> ont une tendance à se manifester par des ondes doubles ou triples et par des éclatements dirigés dans le même sens</w:t>
      </w:r>
      <w:r w:rsidRPr="004572A7">
        <w:t xml:space="preserve"> ; </w:t>
      </w:r>
      <w:r w:rsidR="004F1596" w:rsidRPr="004F1596">
        <w:t>l</w:t>
      </w:r>
      <w:r w:rsidRPr="004572A7">
        <w:t>’</w:t>
      </w:r>
      <w:r w:rsidR="004F1596" w:rsidRPr="004F1596">
        <w:t xml:space="preserve">adjectif </w:t>
      </w:r>
      <w:r w:rsidRPr="004572A7">
        <w:t>« </w:t>
      </w:r>
      <w:r w:rsidR="004F1596" w:rsidRPr="004F1596">
        <w:t>laborieux</w:t>
      </w:r>
      <w:r w:rsidRPr="004572A7">
        <w:t> »</w:t>
      </w:r>
      <w:r w:rsidR="004F1596" w:rsidRPr="004F1596">
        <w:t xml:space="preserve"> se traduit par une traînée de fluide semblable à une étoile filante</w:t>
      </w:r>
      <w:r w:rsidRPr="004572A7">
        <w:t xml:space="preserve"> ; </w:t>
      </w:r>
      <w:r w:rsidR="004F1596" w:rsidRPr="004F1596">
        <w:t xml:space="preserve">le substantif </w:t>
      </w:r>
      <w:r w:rsidRPr="004572A7">
        <w:t>« </w:t>
      </w:r>
      <w:r w:rsidR="004F1596" w:rsidRPr="004F1596">
        <w:t>science</w:t>
      </w:r>
      <w:r w:rsidRPr="004572A7">
        <w:t> »</w:t>
      </w:r>
      <w:r w:rsidR="004F1596" w:rsidRPr="004F1596">
        <w:t xml:space="preserve"> par trois parallèles</w:t>
      </w:r>
      <w:r w:rsidRPr="004572A7">
        <w:t xml:space="preserve"> ; </w:t>
      </w:r>
      <w:r w:rsidR="004F1596" w:rsidRPr="004F1596">
        <w:t>le nom propre</w:t>
      </w:r>
      <w:r w:rsidRPr="004572A7">
        <w:t>, « </w:t>
      </w:r>
      <w:r w:rsidR="004F1596" w:rsidRPr="004F1596">
        <w:t>Napoléon</w:t>
      </w:r>
      <w:r w:rsidRPr="004572A7">
        <w:t> »</w:t>
      </w:r>
      <w:r w:rsidR="004F1596" w:rsidRPr="004F1596">
        <w:t xml:space="preserve"> par trois points</w:t>
      </w:r>
      <w:r w:rsidRPr="004572A7">
        <w:t xml:space="preserve">, </w:t>
      </w:r>
      <w:r w:rsidR="004F1596" w:rsidRPr="004F1596">
        <w:t>en ligne droite</w:t>
      </w:r>
      <w:r w:rsidRPr="004572A7">
        <w:t xml:space="preserve">, </w:t>
      </w:r>
      <w:r w:rsidR="004F1596" w:rsidRPr="004F1596">
        <w:t>soulignés d</w:t>
      </w:r>
      <w:r w:rsidRPr="004572A7">
        <w:t>’</w:t>
      </w:r>
      <w:r w:rsidR="004F1596" w:rsidRPr="004F1596">
        <w:t>un trait</w:t>
      </w:r>
      <w:r w:rsidRPr="004572A7">
        <w:t xml:space="preserve">, </w:t>
      </w:r>
      <w:r w:rsidR="004F1596" w:rsidRPr="004F1596">
        <w:t>et ainsi de suite</w:t>
      </w:r>
      <w:r w:rsidRPr="004572A7">
        <w:t>.</w:t>
      </w:r>
    </w:p>
    <w:p w14:paraId="3E95C048" w14:textId="77777777" w:rsidR="003A025E" w:rsidRPr="004572A7" w:rsidRDefault="003A025E" w:rsidP="004F1596">
      <w:r w:rsidRPr="004572A7">
        <w:t>« </w:t>
      </w:r>
      <w:r w:rsidR="004F1596" w:rsidRPr="004F1596">
        <w:t>Vous devez comprendre</w:t>
      </w:r>
      <w:r w:rsidRPr="004572A7">
        <w:t xml:space="preserve">, </w:t>
      </w:r>
      <w:r w:rsidR="004F1596" w:rsidRPr="004F1596">
        <w:t>maintenant</w:t>
      </w:r>
      <w:r w:rsidRPr="004572A7">
        <w:t xml:space="preserve">, </w:t>
      </w:r>
      <w:r w:rsidR="004F1596" w:rsidRPr="004F1596">
        <w:t>Monsieur Rambaud</w:t>
      </w:r>
      <w:r w:rsidRPr="004572A7">
        <w:t xml:space="preserve">, </w:t>
      </w:r>
      <w:r w:rsidR="004F1596" w:rsidRPr="004F1596">
        <w:t>avec quelle impatience j</w:t>
      </w:r>
      <w:r w:rsidRPr="004572A7">
        <w:t>’</w:t>
      </w:r>
      <w:r w:rsidR="004F1596" w:rsidRPr="004F1596">
        <w:t>attendis le moment d</w:t>
      </w:r>
      <w:r w:rsidRPr="004572A7">
        <w:t>’</w:t>
      </w:r>
      <w:r w:rsidR="004F1596" w:rsidRPr="004F1596">
        <w:t>expérimenter</w:t>
      </w:r>
      <w:r w:rsidRPr="004572A7">
        <w:t xml:space="preserve">, </w:t>
      </w:r>
      <w:r w:rsidR="004F1596" w:rsidRPr="004F1596">
        <w:t>sur d</w:t>
      </w:r>
      <w:r w:rsidRPr="004572A7">
        <w:t>’</w:t>
      </w:r>
      <w:r w:rsidR="004F1596" w:rsidRPr="004F1596">
        <w:t>autres personnes</w:t>
      </w:r>
      <w:r w:rsidRPr="004572A7">
        <w:t xml:space="preserve">, </w:t>
      </w:r>
      <w:r w:rsidR="004F1596" w:rsidRPr="004F1596">
        <w:t>ma découverte</w:t>
      </w:r>
      <w:r w:rsidRPr="004572A7">
        <w:t xml:space="preserve">, </w:t>
      </w:r>
      <w:r w:rsidR="004F1596" w:rsidRPr="004F1596">
        <w:t>et avec quelle émotion je le fis les premières fois</w:t>
      </w:r>
      <w:r w:rsidRPr="004572A7">
        <w:t xml:space="preserve">. </w:t>
      </w:r>
      <w:r w:rsidR="004F1596" w:rsidRPr="004F1596">
        <w:t>Je dois</w:t>
      </w:r>
      <w:r w:rsidRPr="004572A7">
        <w:t xml:space="preserve">, </w:t>
      </w:r>
      <w:r w:rsidR="004F1596" w:rsidRPr="004F1596">
        <w:t>cependant</w:t>
      </w:r>
      <w:r w:rsidRPr="004572A7">
        <w:t xml:space="preserve">, </w:t>
      </w:r>
      <w:r w:rsidR="004F1596" w:rsidRPr="004F1596">
        <w:t>pour éviter une objection que vous me poseriez inévitablement</w:t>
      </w:r>
      <w:r w:rsidRPr="004572A7">
        <w:t xml:space="preserve">, </w:t>
      </w:r>
      <w:r w:rsidR="004F1596" w:rsidRPr="004F1596">
        <w:t>vous expliquer comment je parvins à la solution du dernier problème qui me restait à résoudre</w:t>
      </w:r>
      <w:r w:rsidRPr="004572A7">
        <w:t xml:space="preserve"> ; </w:t>
      </w:r>
      <w:r w:rsidR="004F1596" w:rsidRPr="004F1596">
        <w:t>solution pour laquelle je dus avoir recours à l</w:t>
      </w:r>
      <w:r w:rsidRPr="004572A7">
        <w:t>’</w:t>
      </w:r>
      <w:r w:rsidR="004F1596" w:rsidRPr="004F1596">
        <w:t>habileté d</w:t>
      </w:r>
      <w:r w:rsidRPr="004572A7">
        <w:t>’</w:t>
      </w:r>
      <w:r w:rsidR="004F1596" w:rsidRPr="004F1596">
        <w:t>un horloger</w:t>
      </w:r>
      <w:r w:rsidRPr="004572A7">
        <w:t>.</w:t>
      </w:r>
    </w:p>
    <w:p w14:paraId="11FE5D8E" w14:textId="77777777" w:rsidR="003A025E" w:rsidRPr="004572A7" w:rsidRDefault="003A025E" w:rsidP="004F1596">
      <w:r w:rsidRPr="004572A7">
        <w:t>« </w:t>
      </w:r>
      <w:r w:rsidR="004F1596" w:rsidRPr="004F1596">
        <w:t>En utilisant une seule plaque</w:t>
      </w:r>
      <w:r w:rsidRPr="004572A7">
        <w:t xml:space="preserve">, </w:t>
      </w:r>
      <w:r w:rsidR="004F1596" w:rsidRPr="004F1596">
        <w:t>dissimulée d</w:t>
      </w:r>
      <w:r w:rsidRPr="004572A7">
        <w:t>’</w:t>
      </w:r>
      <w:r w:rsidR="004F1596" w:rsidRPr="004F1596">
        <w:t>une façon quelconque</w:t>
      </w:r>
      <w:r w:rsidRPr="004572A7">
        <w:t xml:space="preserve">, </w:t>
      </w:r>
      <w:r w:rsidR="004F1596" w:rsidRPr="004F1596">
        <w:t>je ne pouvais enregistrer qu</w:t>
      </w:r>
      <w:r w:rsidRPr="004572A7">
        <w:t>’</w:t>
      </w:r>
      <w:r w:rsidR="004F1596" w:rsidRPr="004F1596">
        <w:t>un très petit nombre de signes</w:t>
      </w:r>
      <w:r w:rsidRPr="004572A7">
        <w:t xml:space="preserve">, </w:t>
      </w:r>
      <w:r w:rsidR="004F1596" w:rsidRPr="004F1596">
        <w:t>et</w:t>
      </w:r>
      <w:r w:rsidRPr="004572A7">
        <w:t xml:space="preserve">, </w:t>
      </w:r>
      <w:r w:rsidR="004F1596" w:rsidRPr="004F1596">
        <w:t>si je maintenais cette plaque pendant trop longtemps devant mon sujet</w:t>
      </w:r>
      <w:r w:rsidRPr="004572A7">
        <w:t xml:space="preserve">, </w:t>
      </w:r>
      <w:r w:rsidR="004F1596" w:rsidRPr="004F1596">
        <w:t>les radiations cérébrales</w:t>
      </w:r>
      <w:r w:rsidRPr="004572A7">
        <w:t xml:space="preserve">, </w:t>
      </w:r>
      <w:r w:rsidR="004F1596" w:rsidRPr="004F1596">
        <w:t>ne cessant de jaillir et d</w:t>
      </w:r>
      <w:r w:rsidRPr="004572A7">
        <w:t>’</w:t>
      </w:r>
      <w:r w:rsidR="004F1596" w:rsidRPr="004F1596">
        <w:t xml:space="preserve">impressionner le </w:t>
      </w:r>
      <w:proofErr w:type="spellStart"/>
      <w:r w:rsidR="004F1596" w:rsidRPr="004F1596">
        <w:t>platino</w:t>
      </w:r>
      <w:proofErr w:type="spellEnd"/>
      <w:r w:rsidR="004F1596" w:rsidRPr="004F1596">
        <w:t>-cyanure</w:t>
      </w:r>
      <w:r w:rsidRPr="004572A7">
        <w:t xml:space="preserve">, </w:t>
      </w:r>
      <w:r w:rsidR="004F1596" w:rsidRPr="004F1596">
        <w:t>allaient fatalement</w:t>
      </w:r>
      <w:r w:rsidRPr="004572A7">
        <w:t xml:space="preserve">, </w:t>
      </w:r>
      <w:r w:rsidR="004F1596" w:rsidRPr="004F1596">
        <w:t>en venant se jeter les unes par-dessus les autres</w:t>
      </w:r>
      <w:r w:rsidRPr="004572A7">
        <w:t xml:space="preserve">, </w:t>
      </w:r>
      <w:r w:rsidR="004F1596" w:rsidRPr="004F1596">
        <w:t>s</w:t>
      </w:r>
      <w:r w:rsidRPr="004572A7">
        <w:t>’</w:t>
      </w:r>
      <w:r w:rsidR="004F1596" w:rsidRPr="004F1596">
        <w:t>embrouiller complètement et me donner</w:t>
      </w:r>
      <w:r w:rsidRPr="004572A7">
        <w:t xml:space="preserve">, </w:t>
      </w:r>
      <w:r w:rsidR="004F1596" w:rsidRPr="004F1596">
        <w:t>comme résultat</w:t>
      </w:r>
      <w:r w:rsidRPr="004572A7">
        <w:t xml:space="preserve">, </w:t>
      </w:r>
      <w:r w:rsidR="004F1596" w:rsidRPr="004F1596">
        <w:t>une épreuve semblable à une feuille de papier où l</w:t>
      </w:r>
      <w:r w:rsidRPr="004572A7">
        <w:t>’</w:t>
      </w:r>
      <w:r w:rsidR="004F1596" w:rsidRPr="004F1596">
        <w:t>on aurait écrit plusieurs fois dans tous les sens</w:t>
      </w:r>
      <w:r w:rsidRPr="004572A7">
        <w:t xml:space="preserve">, </w:t>
      </w:r>
      <w:r w:rsidR="004F1596" w:rsidRPr="004F1596">
        <w:t>c</w:t>
      </w:r>
      <w:r w:rsidRPr="004572A7">
        <w:t>’</w:t>
      </w:r>
      <w:r w:rsidR="004F1596" w:rsidRPr="004F1596">
        <w:t>est-à-dire quelque chose d</w:t>
      </w:r>
      <w:r w:rsidRPr="004572A7">
        <w:t>’</w:t>
      </w:r>
      <w:r w:rsidR="004F1596" w:rsidRPr="004F1596">
        <w:t>indéchiffrable</w:t>
      </w:r>
      <w:r w:rsidRPr="004572A7">
        <w:t>.</w:t>
      </w:r>
    </w:p>
    <w:p w14:paraId="6657CA6E" w14:textId="77777777" w:rsidR="003A025E" w:rsidRPr="004572A7" w:rsidRDefault="003A025E" w:rsidP="004F1596">
      <w:r w:rsidRPr="004572A7">
        <w:t>« </w:t>
      </w:r>
      <w:r w:rsidR="004F1596" w:rsidRPr="004F1596">
        <w:t>J</w:t>
      </w:r>
      <w:r w:rsidRPr="004572A7">
        <w:t>’</w:t>
      </w:r>
      <w:r w:rsidR="004F1596" w:rsidRPr="004F1596">
        <w:t>eus alors l</w:t>
      </w:r>
      <w:r w:rsidRPr="004572A7">
        <w:t>’</w:t>
      </w:r>
      <w:r w:rsidR="004F1596" w:rsidRPr="004F1596">
        <w:t>idée d</w:t>
      </w:r>
      <w:r w:rsidRPr="004572A7">
        <w:t>’</w:t>
      </w:r>
      <w:r w:rsidR="004F1596" w:rsidRPr="004F1596">
        <w:t>un mouvement d</w:t>
      </w:r>
      <w:r w:rsidRPr="004572A7">
        <w:t>’</w:t>
      </w:r>
      <w:r w:rsidR="004F1596" w:rsidRPr="004F1596">
        <w:t>horlogerie à l</w:t>
      </w:r>
      <w:r w:rsidRPr="004572A7">
        <w:t>’</w:t>
      </w:r>
      <w:r w:rsidR="004F1596" w:rsidRPr="004F1596">
        <w:t>aide duquel je pourrais faire dérouler</w:t>
      </w:r>
      <w:r w:rsidRPr="004572A7">
        <w:t xml:space="preserve">, </w:t>
      </w:r>
      <w:r w:rsidR="004F1596" w:rsidRPr="004F1596">
        <w:t>en face du sujet</w:t>
      </w:r>
      <w:r w:rsidRPr="004572A7">
        <w:t xml:space="preserve">, </w:t>
      </w:r>
      <w:r w:rsidR="004F1596" w:rsidRPr="004F1596">
        <w:t>pendant une durée d</w:t>
      </w:r>
      <w:r w:rsidRPr="004572A7">
        <w:t>’</w:t>
      </w:r>
      <w:r w:rsidR="004F1596" w:rsidRPr="004F1596">
        <w:t>environ dix à quinze minutes</w:t>
      </w:r>
      <w:r w:rsidRPr="004572A7">
        <w:t xml:space="preserve">, </w:t>
      </w:r>
      <w:r w:rsidR="004F1596" w:rsidRPr="004F1596">
        <w:t xml:space="preserve">une sorte de pellicule au </w:t>
      </w:r>
      <w:proofErr w:type="spellStart"/>
      <w:r w:rsidR="004F1596" w:rsidRPr="004F1596">
        <w:t>platino</w:t>
      </w:r>
      <w:proofErr w:type="spellEnd"/>
      <w:r w:rsidR="004F1596" w:rsidRPr="004F1596">
        <w:t>-cyanure de baryum</w:t>
      </w:r>
      <w:r w:rsidRPr="004572A7">
        <w:t xml:space="preserve">, </w:t>
      </w:r>
      <w:r w:rsidR="004F1596" w:rsidRPr="004F1596">
        <w:t>assez longue</w:t>
      </w:r>
      <w:r w:rsidRPr="004572A7">
        <w:t xml:space="preserve">. </w:t>
      </w:r>
      <w:r w:rsidR="004F1596" w:rsidRPr="004F1596">
        <w:t>Elle devait me permettre d</w:t>
      </w:r>
      <w:r w:rsidRPr="004572A7">
        <w:t>’</w:t>
      </w:r>
      <w:r w:rsidR="004F1596" w:rsidRPr="004F1596">
        <w:t xml:space="preserve">enregistrer un nombre beaucoup plus </w:t>
      </w:r>
      <w:r w:rsidR="004F1596" w:rsidRPr="004F1596">
        <w:lastRenderedPageBreak/>
        <w:t>important d</w:t>
      </w:r>
      <w:r w:rsidRPr="004572A7">
        <w:t>’</w:t>
      </w:r>
      <w:r w:rsidR="004F1596" w:rsidRPr="004F1596">
        <w:t>effluves et de recueillir ainsi toute une série de pensées</w:t>
      </w:r>
      <w:r w:rsidRPr="004572A7">
        <w:t xml:space="preserve">, </w:t>
      </w:r>
      <w:r w:rsidR="004F1596" w:rsidRPr="004F1596">
        <w:t>se tenant parfaitement</w:t>
      </w:r>
      <w:r w:rsidRPr="004572A7">
        <w:t xml:space="preserve">, </w:t>
      </w:r>
      <w:r w:rsidR="004F1596" w:rsidRPr="004F1596">
        <w:t>et constituant un raisonnement suivi</w:t>
      </w:r>
      <w:r w:rsidRPr="004572A7">
        <w:t xml:space="preserve">. </w:t>
      </w:r>
      <w:r w:rsidR="004F1596" w:rsidRPr="004F1596">
        <w:t>Je fis exécuter ce travail</w:t>
      </w:r>
      <w:r w:rsidRPr="004572A7">
        <w:t xml:space="preserve">, </w:t>
      </w:r>
      <w:r w:rsidR="004F1596" w:rsidRPr="004F1596">
        <w:t>en plusieurs exemplaires</w:t>
      </w:r>
      <w:r w:rsidRPr="004572A7">
        <w:t xml:space="preserve">, </w:t>
      </w:r>
      <w:r w:rsidR="004F1596" w:rsidRPr="004F1596">
        <w:t>par un horloger intelligent et adroit qui fut très intrigué et me prit certainement pour un original</w:t>
      </w:r>
      <w:r w:rsidRPr="004572A7">
        <w:t>…</w:t>
      </w:r>
    </w:p>
    <w:p w14:paraId="50FDC07E" w14:textId="77777777" w:rsidR="003A025E" w:rsidRPr="004572A7" w:rsidRDefault="004F1596" w:rsidP="004F1596">
      <w:r w:rsidRPr="004F1596">
        <w:t>En disant ces mots</w:t>
      </w:r>
      <w:r w:rsidR="003A025E" w:rsidRPr="004572A7">
        <w:t xml:space="preserve">, </w:t>
      </w:r>
      <w:r w:rsidRPr="004F1596">
        <w:t>Surgères se leva et</w:t>
      </w:r>
      <w:r w:rsidR="003A025E" w:rsidRPr="004572A7">
        <w:t xml:space="preserve">, </w:t>
      </w:r>
      <w:r w:rsidRPr="004F1596">
        <w:t>prenant dans un tiroir une sorte de portefeuille bizarre</w:t>
      </w:r>
      <w:r w:rsidR="003A025E" w:rsidRPr="004572A7">
        <w:t xml:space="preserve">, </w:t>
      </w:r>
      <w:r w:rsidRPr="004F1596">
        <w:t>en forme de châssis</w:t>
      </w:r>
      <w:r w:rsidR="003A025E" w:rsidRPr="004572A7">
        <w:t xml:space="preserve">, </w:t>
      </w:r>
      <w:r w:rsidRPr="004F1596">
        <w:t>il pressa sur un bouton et démasqua une petite cavité</w:t>
      </w:r>
      <w:r w:rsidR="003A025E" w:rsidRPr="004572A7">
        <w:t xml:space="preserve">. </w:t>
      </w:r>
      <w:r w:rsidRPr="004F1596">
        <w:t>J</w:t>
      </w:r>
      <w:r w:rsidR="003A025E" w:rsidRPr="004572A7">
        <w:t>’</w:t>
      </w:r>
      <w:r w:rsidRPr="004F1596">
        <w:t>aperçus alors un ensemble de rouages identiques à ceux d</w:t>
      </w:r>
      <w:r w:rsidR="003A025E" w:rsidRPr="004572A7">
        <w:t>’</w:t>
      </w:r>
      <w:r w:rsidRPr="004F1596">
        <w:t>une montre plate</w:t>
      </w:r>
      <w:r w:rsidR="003A025E" w:rsidRPr="004572A7">
        <w:t xml:space="preserve">, </w:t>
      </w:r>
      <w:r w:rsidRPr="004F1596">
        <w:t>rouages qui se mirent à fonctionner immédiatement</w:t>
      </w:r>
      <w:r w:rsidR="003A025E" w:rsidRPr="004572A7">
        <w:t xml:space="preserve">. </w:t>
      </w:r>
      <w:r w:rsidRPr="004F1596">
        <w:t>Je distinguai</w:t>
      </w:r>
      <w:r w:rsidR="003A025E" w:rsidRPr="004572A7">
        <w:t xml:space="preserve">, </w:t>
      </w:r>
      <w:r w:rsidRPr="004F1596">
        <w:t>en même temps</w:t>
      </w:r>
      <w:r w:rsidR="003A025E" w:rsidRPr="004572A7">
        <w:t xml:space="preserve">, </w:t>
      </w:r>
      <w:r w:rsidRPr="004F1596">
        <w:t xml:space="preserve">la pellicule de </w:t>
      </w:r>
      <w:proofErr w:type="spellStart"/>
      <w:r w:rsidRPr="004F1596">
        <w:t>platino</w:t>
      </w:r>
      <w:proofErr w:type="spellEnd"/>
      <w:r w:rsidRPr="004F1596">
        <w:t>-cyanure qui se déroulait en suivant le mouvement d</w:t>
      </w:r>
      <w:r w:rsidR="003A025E" w:rsidRPr="004572A7">
        <w:t>’</w:t>
      </w:r>
      <w:r w:rsidRPr="004F1596">
        <w:t>horlogerie</w:t>
      </w:r>
      <w:r w:rsidR="003A025E" w:rsidRPr="004572A7">
        <w:t>…</w:t>
      </w:r>
    </w:p>
    <w:p w14:paraId="31CE7625" w14:textId="77777777" w:rsidR="003A025E" w:rsidRPr="004572A7" w:rsidRDefault="004F1596" w:rsidP="004F1596">
      <w:r w:rsidRPr="004F1596">
        <w:t>J</w:t>
      </w:r>
      <w:r w:rsidR="003A025E" w:rsidRPr="004572A7">
        <w:t>’</w:t>
      </w:r>
      <w:r w:rsidRPr="004F1596">
        <w:t>étais émerveillé</w:t>
      </w:r>
      <w:r w:rsidR="003A025E" w:rsidRPr="004572A7">
        <w:t>…</w:t>
      </w:r>
    </w:p>
    <w:p w14:paraId="58973126" w14:textId="77777777" w:rsidR="003A025E" w:rsidRPr="004572A7" w:rsidRDefault="003A025E" w:rsidP="004F1596">
      <w:r w:rsidRPr="004572A7">
        <w:t>— </w:t>
      </w:r>
      <w:r w:rsidR="004F1596" w:rsidRPr="004F1596">
        <w:t>Eh bien</w:t>
      </w:r>
      <w:r w:rsidRPr="004572A7">
        <w:t xml:space="preserve">, </w:t>
      </w:r>
      <w:r w:rsidR="004F1596" w:rsidRPr="004F1596">
        <w:t>Monsieur Rambaud</w:t>
      </w:r>
      <w:r w:rsidRPr="004572A7">
        <w:t xml:space="preserve">, </w:t>
      </w:r>
      <w:r w:rsidR="004F1596" w:rsidRPr="004F1596">
        <w:t>me dit Surgères en riant</w:t>
      </w:r>
      <w:r w:rsidRPr="004572A7">
        <w:t xml:space="preserve">, </w:t>
      </w:r>
      <w:r w:rsidR="004F1596" w:rsidRPr="004F1596">
        <w:t>êtes-vous encore de l</w:t>
      </w:r>
      <w:r w:rsidRPr="004572A7">
        <w:t>’</w:t>
      </w:r>
      <w:r w:rsidR="004F1596" w:rsidRPr="004F1596">
        <w:t xml:space="preserve">avis du docteur </w:t>
      </w:r>
      <w:proofErr w:type="spellStart"/>
      <w:r w:rsidR="004F1596" w:rsidRPr="004F1596">
        <w:t>Richart</w:t>
      </w:r>
      <w:proofErr w:type="spellEnd"/>
      <w:r w:rsidRPr="004572A7">
        <w:t> ?</w:t>
      </w:r>
    </w:p>
    <w:p w14:paraId="3B455220" w14:textId="77777777" w:rsidR="003A025E" w:rsidRPr="004572A7" w:rsidRDefault="003A025E" w:rsidP="004F1596">
      <w:r w:rsidRPr="004572A7">
        <w:t>— </w:t>
      </w:r>
      <w:r w:rsidR="004F1596" w:rsidRPr="004F1596">
        <w:t>Certes</w:t>
      </w:r>
      <w:r w:rsidRPr="004572A7">
        <w:t xml:space="preserve">, </w:t>
      </w:r>
      <w:r w:rsidR="004F1596" w:rsidRPr="004F1596">
        <w:t>répondis-je</w:t>
      </w:r>
      <w:r w:rsidRPr="004572A7">
        <w:t xml:space="preserve">, </w:t>
      </w:r>
      <w:r w:rsidR="004F1596" w:rsidRPr="004F1596">
        <w:t>je suis bouleversé par votre découverte</w:t>
      </w:r>
      <w:r w:rsidRPr="004572A7">
        <w:t xml:space="preserve">. </w:t>
      </w:r>
      <w:r w:rsidR="004F1596" w:rsidRPr="004F1596">
        <w:t>Elle renverse tous mes principes</w:t>
      </w:r>
      <w:r w:rsidRPr="004572A7">
        <w:t xml:space="preserve">, </w:t>
      </w:r>
      <w:r w:rsidR="004F1596" w:rsidRPr="004F1596">
        <w:t>toutes mes croyances et je me demande encore</w:t>
      </w:r>
      <w:r w:rsidRPr="004572A7">
        <w:t xml:space="preserve">, </w:t>
      </w:r>
      <w:r w:rsidR="004F1596" w:rsidRPr="004F1596">
        <w:t>malgré toutes les explications que vous m</w:t>
      </w:r>
      <w:r w:rsidRPr="004572A7">
        <w:t>’</w:t>
      </w:r>
      <w:r w:rsidR="004F1596" w:rsidRPr="004F1596">
        <w:t>avez données</w:t>
      </w:r>
      <w:r w:rsidRPr="004572A7">
        <w:t xml:space="preserve">, </w:t>
      </w:r>
      <w:r w:rsidR="004F1596" w:rsidRPr="004F1596">
        <w:t>comment vous avez pu arriver à un résultat aussi admirable</w:t>
      </w:r>
      <w:r w:rsidRPr="004572A7">
        <w:t xml:space="preserve"> !… </w:t>
      </w:r>
      <w:r w:rsidR="004F1596" w:rsidRPr="004F1596">
        <w:t>Qu</w:t>
      </w:r>
      <w:r w:rsidRPr="004572A7">
        <w:t>’</w:t>
      </w:r>
      <w:r w:rsidR="004F1596" w:rsidRPr="004F1596">
        <w:t>attendez-vous donc pour communiquer</w:t>
      </w:r>
      <w:r w:rsidRPr="004572A7">
        <w:t xml:space="preserve">, </w:t>
      </w:r>
      <w:r w:rsidR="004F1596" w:rsidRPr="004F1596">
        <w:t>dès à présent</w:t>
      </w:r>
      <w:r w:rsidRPr="004572A7">
        <w:t xml:space="preserve">, </w:t>
      </w:r>
      <w:r w:rsidR="004F1596" w:rsidRPr="004F1596">
        <w:t>vos travaux à l</w:t>
      </w:r>
      <w:r w:rsidRPr="004572A7">
        <w:t>’</w:t>
      </w:r>
      <w:r w:rsidR="004F1596" w:rsidRPr="004F1596">
        <w:t>Académie des Sciences</w:t>
      </w:r>
      <w:r w:rsidRPr="004572A7">
        <w:t> ?…</w:t>
      </w:r>
    </w:p>
    <w:p w14:paraId="6D6C6EDD" w14:textId="77777777" w:rsidR="003A025E" w:rsidRPr="004572A7" w:rsidRDefault="003A025E" w:rsidP="004F1596">
      <w:r w:rsidRPr="004572A7">
        <w:t>— </w:t>
      </w:r>
      <w:r w:rsidR="004F1596" w:rsidRPr="004F1596">
        <w:t>Mon invention n</w:t>
      </w:r>
      <w:r w:rsidRPr="004572A7">
        <w:t>’</w:t>
      </w:r>
      <w:r w:rsidR="004F1596" w:rsidRPr="004F1596">
        <w:t>est pas encore au point</w:t>
      </w:r>
      <w:r w:rsidRPr="004572A7">
        <w:t xml:space="preserve">, </w:t>
      </w:r>
      <w:r w:rsidR="004F1596" w:rsidRPr="004F1596">
        <w:t>répondit Surgères</w:t>
      </w:r>
      <w:r w:rsidRPr="004572A7">
        <w:t xml:space="preserve">. </w:t>
      </w:r>
      <w:r w:rsidR="004F1596" w:rsidRPr="004F1596">
        <w:t>Il me faut arriver à capter les radiations cérébrales sans qu</w:t>
      </w:r>
      <w:r w:rsidRPr="004572A7">
        <w:t>’</w:t>
      </w:r>
      <w:r w:rsidR="004F1596" w:rsidRPr="004F1596">
        <w:t>un objet quelconque paraisse entre mes mains et puisse éveiller les soupçons de ceux qui se trouvent autour de moi</w:t>
      </w:r>
      <w:r w:rsidRPr="004572A7">
        <w:t>.</w:t>
      </w:r>
    </w:p>
    <w:p w14:paraId="73E5FAEF" w14:textId="77777777" w:rsidR="003A025E" w:rsidRPr="004572A7" w:rsidRDefault="003A025E" w:rsidP="004F1596">
      <w:r w:rsidRPr="004572A7">
        <w:t>« </w:t>
      </w:r>
      <w:r w:rsidR="004F1596" w:rsidRPr="004F1596">
        <w:t>Si j</w:t>
      </w:r>
      <w:r w:rsidRPr="004572A7">
        <w:t>’</w:t>
      </w:r>
      <w:r w:rsidR="004F1596" w:rsidRPr="004F1596">
        <w:t>avais pris cette précaution</w:t>
      </w:r>
      <w:r w:rsidRPr="004572A7">
        <w:t xml:space="preserve">, </w:t>
      </w:r>
      <w:r w:rsidR="004F1596" w:rsidRPr="004F1596">
        <w:t>ajouta-t-il avec un sourire triste où perçait une pointe de regret</w:t>
      </w:r>
      <w:r w:rsidRPr="004572A7">
        <w:t xml:space="preserve">, </w:t>
      </w:r>
      <w:r w:rsidR="004F1596" w:rsidRPr="004F1596">
        <w:t>vous n</w:t>
      </w:r>
      <w:r w:rsidRPr="004572A7">
        <w:t>’</w:t>
      </w:r>
      <w:r w:rsidR="004F1596" w:rsidRPr="004F1596">
        <w:t>auriez certainement jamais surpris le secret de ma découverte</w:t>
      </w:r>
      <w:r w:rsidRPr="004572A7">
        <w:t xml:space="preserve">. </w:t>
      </w:r>
      <w:r w:rsidR="004F1596" w:rsidRPr="004F1596">
        <w:t>De mon côté</w:t>
      </w:r>
      <w:r w:rsidRPr="004572A7">
        <w:t xml:space="preserve">, </w:t>
      </w:r>
      <w:r w:rsidR="004F1596" w:rsidRPr="004F1596">
        <w:t>jamais je n</w:t>
      </w:r>
      <w:r w:rsidRPr="004572A7">
        <w:t>’</w:t>
      </w:r>
      <w:r w:rsidR="004F1596" w:rsidRPr="004F1596">
        <w:t>aurais supposé que j</w:t>
      </w:r>
      <w:r w:rsidRPr="004572A7">
        <w:t>’</w:t>
      </w:r>
      <w:r w:rsidR="004F1596" w:rsidRPr="004F1596">
        <w:t>étais suivi d</w:t>
      </w:r>
      <w:r w:rsidRPr="004572A7">
        <w:t>’</w:t>
      </w:r>
      <w:r w:rsidR="004F1596" w:rsidRPr="004F1596">
        <w:t xml:space="preserve">aussi près </w:t>
      </w:r>
      <w:r w:rsidR="004F1596" w:rsidRPr="004F1596">
        <w:lastRenderedPageBreak/>
        <w:t>dans mes expériences</w:t>
      </w:r>
      <w:r w:rsidRPr="004572A7">
        <w:t xml:space="preserve">. </w:t>
      </w:r>
      <w:r w:rsidR="004F1596" w:rsidRPr="004F1596">
        <w:t>L</w:t>
      </w:r>
      <w:r w:rsidRPr="004572A7">
        <w:t>’</w:t>
      </w:r>
      <w:r w:rsidR="004F1596" w:rsidRPr="004F1596">
        <w:t>incident qui a surgi entre nous sera</w:t>
      </w:r>
      <w:r w:rsidRPr="004572A7">
        <w:t xml:space="preserve">, </w:t>
      </w:r>
      <w:r w:rsidR="004F1596" w:rsidRPr="004F1596">
        <w:t>peut-être</w:t>
      </w:r>
      <w:r w:rsidRPr="004572A7">
        <w:t xml:space="preserve">, </w:t>
      </w:r>
      <w:r w:rsidR="004F1596" w:rsidRPr="004F1596">
        <w:t>pour moi</w:t>
      </w:r>
      <w:r w:rsidRPr="004572A7">
        <w:t xml:space="preserve">, </w:t>
      </w:r>
      <w:r w:rsidR="004F1596" w:rsidRPr="004F1596">
        <w:t>une leçon profitable</w:t>
      </w:r>
      <w:r w:rsidRPr="004572A7">
        <w:t xml:space="preserve">, </w:t>
      </w:r>
      <w:r w:rsidR="004F1596" w:rsidRPr="004F1596">
        <w:t>car il me reste encore des progrès à faire</w:t>
      </w:r>
      <w:r w:rsidRPr="004572A7">
        <w:t xml:space="preserve">, </w:t>
      </w:r>
      <w:r w:rsidR="004F1596" w:rsidRPr="004F1596">
        <w:t>vous m</w:t>
      </w:r>
      <w:r w:rsidRPr="004572A7">
        <w:t>’</w:t>
      </w:r>
      <w:r w:rsidR="004F1596" w:rsidRPr="004F1596">
        <w:t>en avez fourni la preuve</w:t>
      </w:r>
      <w:r w:rsidRPr="004572A7">
        <w:t>…</w:t>
      </w:r>
    </w:p>
    <w:p w14:paraId="58D89D55" w14:textId="77777777" w:rsidR="003A025E" w:rsidRPr="004572A7" w:rsidRDefault="004F1596" w:rsidP="004F1596">
      <w:r w:rsidRPr="004F1596">
        <w:t>Surgères garda le silence quelques instants et demeura pensif</w:t>
      </w:r>
      <w:r w:rsidR="003A025E" w:rsidRPr="004572A7">
        <w:t>.</w:t>
      </w:r>
    </w:p>
    <w:p w14:paraId="09189F1F" w14:textId="77777777" w:rsidR="003A025E" w:rsidRPr="004572A7" w:rsidRDefault="003A025E" w:rsidP="004F1596">
      <w:r w:rsidRPr="004572A7">
        <w:t>— </w:t>
      </w:r>
      <w:r w:rsidR="004F1596" w:rsidRPr="004F1596">
        <w:t>J</w:t>
      </w:r>
      <w:r w:rsidRPr="004572A7">
        <w:t>’</w:t>
      </w:r>
      <w:r w:rsidR="004F1596" w:rsidRPr="004F1596">
        <w:t>espère arriver assez vite à surmonter ce nouvel obstacle</w:t>
      </w:r>
      <w:r w:rsidRPr="004572A7">
        <w:t xml:space="preserve">, </w:t>
      </w:r>
      <w:r w:rsidR="004F1596" w:rsidRPr="004F1596">
        <w:t>reprit-il</w:t>
      </w:r>
      <w:r w:rsidRPr="004572A7">
        <w:t xml:space="preserve">, </w:t>
      </w:r>
      <w:r w:rsidR="004F1596" w:rsidRPr="004F1596">
        <w:t>mais je me demande vraiment</w:t>
      </w:r>
      <w:r w:rsidRPr="004572A7">
        <w:t xml:space="preserve">, </w:t>
      </w:r>
      <w:r w:rsidR="004F1596" w:rsidRPr="004F1596">
        <w:t>Monsieur Rambaud</w:t>
      </w:r>
      <w:r w:rsidRPr="004572A7">
        <w:t xml:space="preserve">, </w:t>
      </w:r>
      <w:r w:rsidR="004F1596" w:rsidRPr="004F1596">
        <w:t>si</w:t>
      </w:r>
      <w:r w:rsidRPr="004572A7">
        <w:t xml:space="preserve">, </w:t>
      </w:r>
      <w:r w:rsidR="004F1596" w:rsidRPr="004F1596">
        <w:t>après avoir résolu ce dernier problème</w:t>
      </w:r>
      <w:r w:rsidRPr="004572A7">
        <w:t xml:space="preserve">, </w:t>
      </w:r>
      <w:r w:rsidR="004F1596" w:rsidRPr="004F1596">
        <w:t>il est de mon devoir de révéler au grand public le résultat de mes recherches</w:t>
      </w:r>
      <w:r w:rsidRPr="004572A7">
        <w:t> ?…</w:t>
      </w:r>
    </w:p>
    <w:p w14:paraId="109D288E" w14:textId="77777777" w:rsidR="003A025E" w:rsidRPr="004572A7" w:rsidRDefault="003A025E" w:rsidP="004F1596">
      <w:r w:rsidRPr="004572A7">
        <w:t>« </w:t>
      </w:r>
      <w:r w:rsidR="004F1596" w:rsidRPr="004F1596">
        <w:t>Il y a une question d</w:t>
      </w:r>
      <w:r w:rsidRPr="004572A7">
        <w:t>’</w:t>
      </w:r>
      <w:r w:rsidR="004F1596" w:rsidRPr="004F1596">
        <w:t>humanité</w:t>
      </w:r>
      <w:r w:rsidRPr="004572A7">
        <w:t xml:space="preserve">. </w:t>
      </w:r>
      <w:r w:rsidR="004F1596" w:rsidRPr="004F1596">
        <w:t>J</w:t>
      </w:r>
      <w:r w:rsidRPr="004572A7">
        <w:t>’</w:t>
      </w:r>
      <w:r w:rsidR="004F1596" w:rsidRPr="004F1596">
        <w:t>en suis arrivé à croire que si les hommes disposaient d</w:t>
      </w:r>
      <w:r w:rsidRPr="004572A7">
        <w:t>’</w:t>
      </w:r>
      <w:r w:rsidR="004F1596" w:rsidRPr="004F1596">
        <w:t>un moyen d</w:t>
      </w:r>
      <w:r w:rsidRPr="004572A7">
        <w:t>’</w:t>
      </w:r>
      <w:r w:rsidR="004F1596" w:rsidRPr="004F1596">
        <w:t>action aussi puissant</w:t>
      </w:r>
      <w:r w:rsidRPr="004572A7">
        <w:t xml:space="preserve">, </w:t>
      </w:r>
      <w:r w:rsidR="004F1596" w:rsidRPr="004F1596">
        <w:t>la vie en commun ne serait plus possible et prendrait tout l</w:t>
      </w:r>
      <w:r w:rsidRPr="004572A7">
        <w:t>’</w:t>
      </w:r>
      <w:r w:rsidR="004F1596" w:rsidRPr="004F1596">
        <w:t>aspect d</w:t>
      </w:r>
      <w:r w:rsidRPr="004572A7">
        <w:t>’</w:t>
      </w:r>
      <w:r w:rsidR="004F1596" w:rsidRPr="004F1596">
        <w:t>un affreux cauchemar</w:t>
      </w:r>
      <w:r w:rsidRPr="004572A7">
        <w:t xml:space="preserve">. </w:t>
      </w:r>
      <w:r w:rsidR="004F1596" w:rsidRPr="004F1596">
        <w:t>Pourquoi</w:t>
      </w:r>
      <w:r w:rsidRPr="004572A7">
        <w:t xml:space="preserve"> ? </w:t>
      </w:r>
      <w:r w:rsidR="004F1596" w:rsidRPr="004F1596">
        <w:t>me demanderez-vous</w:t>
      </w:r>
      <w:r w:rsidRPr="004572A7">
        <w:t xml:space="preserve">. </w:t>
      </w:r>
      <w:r w:rsidR="004F1596" w:rsidRPr="004F1596">
        <w:t>Hélas vous le savez</w:t>
      </w:r>
      <w:r w:rsidRPr="004572A7">
        <w:t xml:space="preserve">. </w:t>
      </w:r>
      <w:r w:rsidR="004F1596" w:rsidRPr="004F1596">
        <w:t>Parce que la perfection n</w:t>
      </w:r>
      <w:r w:rsidRPr="004572A7">
        <w:t>’</w:t>
      </w:r>
      <w:r w:rsidR="004F1596" w:rsidRPr="004F1596">
        <w:t>est pas de ce monde</w:t>
      </w:r>
      <w:r w:rsidRPr="004572A7">
        <w:t>.</w:t>
      </w:r>
    </w:p>
    <w:p w14:paraId="78297D37" w14:textId="77777777" w:rsidR="003A025E" w:rsidRPr="004572A7" w:rsidRDefault="003A025E" w:rsidP="004F1596">
      <w:r w:rsidRPr="004572A7">
        <w:t>— </w:t>
      </w:r>
      <w:r w:rsidR="004F1596" w:rsidRPr="004F1596">
        <w:t>Ne croyez-vous pas</w:t>
      </w:r>
      <w:r w:rsidRPr="004572A7">
        <w:t xml:space="preserve">, </w:t>
      </w:r>
      <w:r w:rsidR="004F1596" w:rsidRPr="004F1596">
        <w:t>au contraire</w:t>
      </w:r>
      <w:r w:rsidRPr="004572A7">
        <w:t xml:space="preserve">, </w:t>
      </w:r>
      <w:r w:rsidR="004F1596" w:rsidRPr="004F1596">
        <w:t>répliquai-je vivement</w:t>
      </w:r>
      <w:r w:rsidRPr="004572A7">
        <w:t xml:space="preserve">, </w:t>
      </w:r>
      <w:r w:rsidR="004F1596" w:rsidRPr="004F1596">
        <w:t>que si les hommes étaient persuadés que leurs pensées les plus intimes sont susceptibles d</w:t>
      </w:r>
      <w:r w:rsidRPr="004572A7">
        <w:t>’</w:t>
      </w:r>
      <w:r w:rsidR="004F1596" w:rsidRPr="004F1596">
        <w:t>être contrôlées à chaque instant</w:t>
      </w:r>
      <w:r w:rsidRPr="004572A7">
        <w:t xml:space="preserve">, </w:t>
      </w:r>
      <w:r w:rsidR="004F1596" w:rsidRPr="004F1596">
        <w:t>ils ne s</w:t>
      </w:r>
      <w:r w:rsidRPr="004572A7">
        <w:t>’</w:t>
      </w:r>
      <w:r w:rsidR="004F1596" w:rsidRPr="004F1596">
        <w:t>efforceraient point de devenir meilleurs</w:t>
      </w:r>
      <w:r w:rsidRPr="004572A7">
        <w:t xml:space="preserve">, </w:t>
      </w:r>
      <w:r w:rsidR="004F1596" w:rsidRPr="004F1596">
        <w:t>vertueux</w:t>
      </w:r>
      <w:r w:rsidRPr="004572A7">
        <w:t xml:space="preserve">, </w:t>
      </w:r>
      <w:r w:rsidR="004F1596" w:rsidRPr="004F1596">
        <w:t>intègres</w:t>
      </w:r>
      <w:r w:rsidRPr="004572A7">
        <w:t xml:space="preserve">, </w:t>
      </w:r>
      <w:r w:rsidR="004F1596" w:rsidRPr="004F1596">
        <w:t>ennemis de la dissimulation et du mensonge</w:t>
      </w:r>
      <w:r w:rsidRPr="004572A7">
        <w:t> ?</w:t>
      </w:r>
    </w:p>
    <w:p w14:paraId="6AB59892" w14:textId="77777777" w:rsidR="003A025E" w:rsidRPr="004572A7" w:rsidRDefault="004F1596" w:rsidP="004F1596">
      <w:r w:rsidRPr="004F1596">
        <w:t>Surgères eut un sourire sceptique</w:t>
      </w:r>
      <w:r w:rsidR="003A025E" w:rsidRPr="004572A7">
        <w:t>.</w:t>
      </w:r>
    </w:p>
    <w:p w14:paraId="53AB00F7" w14:textId="77777777" w:rsidR="003A025E" w:rsidRPr="004572A7" w:rsidRDefault="003A025E" w:rsidP="004F1596">
      <w:r w:rsidRPr="004572A7">
        <w:t>— </w:t>
      </w:r>
      <w:r w:rsidR="004F1596" w:rsidRPr="004F1596">
        <w:t>Ce serait une lutte sauvage et sans merci</w:t>
      </w:r>
      <w:r w:rsidRPr="004572A7">
        <w:t xml:space="preserve">, </w:t>
      </w:r>
      <w:r w:rsidR="004F1596" w:rsidRPr="004F1596">
        <w:t>dit-il</w:t>
      </w:r>
      <w:r w:rsidRPr="004572A7">
        <w:t xml:space="preserve">. </w:t>
      </w:r>
      <w:r w:rsidR="004F1596" w:rsidRPr="004F1596">
        <w:t>Peut-être vaudrait-il mieux ne confier ce secret qu</w:t>
      </w:r>
      <w:r w:rsidRPr="004572A7">
        <w:t>’</w:t>
      </w:r>
      <w:r w:rsidR="004F1596" w:rsidRPr="004F1596">
        <w:t>à une élite</w:t>
      </w:r>
      <w:r w:rsidRPr="004572A7">
        <w:t xml:space="preserve">, </w:t>
      </w:r>
      <w:r w:rsidR="004F1596" w:rsidRPr="004F1596">
        <w:t>spécialement chargée de faire régner l</w:t>
      </w:r>
      <w:r w:rsidRPr="004572A7">
        <w:t>’</w:t>
      </w:r>
      <w:r w:rsidR="004F1596" w:rsidRPr="004F1596">
        <w:t>ordre dans la nation et de la défendre contre ses ennemis de l</w:t>
      </w:r>
      <w:r w:rsidRPr="004572A7">
        <w:t>’</w:t>
      </w:r>
      <w:r w:rsidR="004F1596" w:rsidRPr="004F1596">
        <w:t>extérieur</w:t>
      </w:r>
      <w:r w:rsidRPr="004572A7">
        <w:t xml:space="preserve"> ? </w:t>
      </w:r>
      <w:r w:rsidR="004F1596" w:rsidRPr="004F1596">
        <w:t>Et encore cette élite ne serait-elle pas tentée d</w:t>
      </w:r>
      <w:r w:rsidRPr="004572A7">
        <w:t>’</w:t>
      </w:r>
      <w:r w:rsidR="004F1596" w:rsidRPr="004F1596">
        <w:t>abuser de ce pouvoir redoutable</w:t>
      </w:r>
      <w:r w:rsidRPr="004572A7">
        <w:t xml:space="preserve">, </w:t>
      </w:r>
      <w:r w:rsidR="004F1596" w:rsidRPr="004F1596">
        <w:t>en vue de ses intérêts personnels et dans un but de domination</w:t>
      </w:r>
      <w:r w:rsidRPr="004572A7">
        <w:t xml:space="preserve"> ? </w:t>
      </w:r>
      <w:r w:rsidR="004F1596" w:rsidRPr="004F1596">
        <w:t>Tout cela mérite d</w:t>
      </w:r>
      <w:r w:rsidRPr="004572A7">
        <w:t>’</w:t>
      </w:r>
      <w:r w:rsidR="004F1596" w:rsidRPr="004F1596">
        <w:t>être pris en considération et mûrement réfléchi</w:t>
      </w:r>
      <w:r w:rsidRPr="004572A7">
        <w:t>.</w:t>
      </w:r>
    </w:p>
    <w:p w14:paraId="6250DB18" w14:textId="77777777" w:rsidR="003A025E" w:rsidRPr="004572A7" w:rsidRDefault="003A025E" w:rsidP="004F1596">
      <w:r w:rsidRPr="004572A7">
        <w:lastRenderedPageBreak/>
        <w:t>— </w:t>
      </w:r>
      <w:r w:rsidR="004F1596" w:rsidRPr="004F1596">
        <w:t>Alors</w:t>
      </w:r>
      <w:r w:rsidRPr="004572A7">
        <w:t xml:space="preserve">, </w:t>
      </w:r>
      <w:r w:rsidR="004F1596" w:rsidRPr="004F1596">
        <w:t>fis-je impatienté</w:t>
      </w:r>
      <w:r w:rsidRPr="004572A7">
        <w:t xml:space="preserve">, </w:t>
      </w:r>
      <w:r w:rsidR="004F1596" w:rsidRPr="004F1596">
        <w:t>votre secret mourra avec vous</w:t>
      </w:r>
      <w:r w:rsidRPr="004572A7">
        <w:t xml:space="preserve"> ? </w:t>
      </w:r>
      <w:r w:rsidR="004F1596" w:rsidRPr="004F1596">
        <w:t>Au nom de la science</w:t>
      </w:r>
      <w:r w:rsidRPr="004572A7">
        <w:t xml:space="preserve">, </w:t>
      </w:r>
      <w:r w:rsidR="004F1596" w:rsidRPr="004F1596">
        <w:t>Monsieur de Surgères</w:t>
      </w:r>
      <w:r w:rsidRPr="004572A7">
        <w:t xml:space="preserve">, </w:t>
      </w:r>
      <w:r w:rsidR="004F1596" w:rsidRPr="004F1596">
        <w:t>vous n</w:t>
      </w:r>
      <w:r w:rsidRPr="004572A7">
        <w:t>’</w:t>
      </w:r>
      <w:r w:rsidR="004F1596" w:rsidRPr="004F1596">
        <w:t>avez pas le droit de garder pour vous seul une découverte aussi importante</w:t>
      </w:r>
      <w:r w:rsidRPr="004572A7">
        <w:t xml:space="preserve"> ; </w:t>
      </w:r>
      <w:r w:rsidR="004F1596" w:rsidRPr="004F1596">
        <w:t>au nom de la patrie</w:t>
      </w:r>
      <w:r w:rsidRPr="004572A7">
        <w:t xml:space="preserve">, </w:t>
      </w:r>
      <w:r w:rsidR="004F1596" w:rsidRPr="004F1596">
        <w:t>vous n</w:t>
      </w:r>
      <w:r w:rsidRPr="004572A7">
        <w:t>’</w:t>
      </w:r>
      <w:r w:rsidR="004F1596" w:rsidRPr="004F1596">
        <w:t>avez pas le droit de cacher à l</w:t>
      </w:r>
      <w:r w:rsidRPr="004572A7">
        <w:t>’</w:t>
      </w:r>
      <w:r w:rsidR="004F1596" w:rsidRPr="004F1596">
        <w:t>Univers que c</w:t>
      </w:r>
      <w:r w:rsidRPr="004572A7">
        <w:t>’</w:t>
      </w:r>
      <w:r w:rsidR="004F1596" w:rsidRPr="004F1596">
        <w:t>est une intelligence française qui pénétra la première l</w:t>
      </w:r>
      <w:r w:rsidRPr="004572A7">
        <w:t>’</w:t>
      </w:r>
      <w:r w:rsidR="004F1596" w:rsidRPr="004F1596">
        <w:t>énigme millénaire</w:t>
      </w:r>
      <w:r w:rsidRPr="004572A7">
        <w:t>…</w:t>
      </w:r>
    </w:p>
    <w:p w14:paraId="52F21FFA" w14:textId="77777777" w:rsidR="003A025E" w:rsidRPr="004572A7" w:rsidRDefault="003A025E" w:rsidP="004F1596">
      <w:r w:rsidRPr="004572A7">
        <w:t>— </w:t>
      </w:r>
      <w:r w:rsidR="004F1596" w:rsidRPr="004F1596">
        <w:t>Il y aura peut-être un moyen de tout concilier</w:t>
      </w:r>
      <w:r w:rsidRPr="004572A7">
        <w:t xml:space="preserve">, </w:t>
      </w:r>
      <w:r w:rsidR="004F1596" w:rsidRPr="004F1596">
        <w:t>répondit Surgères avec douceur</w:t>
      </w:r>
      <w:r w:rsidRPr="004572A7">
        <w:t xml:space="preserve">, </w:t>
      </w:r>
      <w:r w:rsidR="004F1596" w:rsidRPr="004F1596">
        <w:t>pour le moment je vous demande simplement votre parole d</w:t>
      </w:r>
      <w:r w:rsidRPr="004572A7">
        <w:t>’</w:t>
      </w:r>
      <w:r w:rsidR="004F1596" w:rsidRPr="004F1596">
        <w:t>honneur de ne rien divulguer de tout ce que je vous ai dit</w:t>
      </w:r>
      <w:r w:rsidRPr="004572A7">
        <w:t>…</w:t>
      </w:r>
    </w:p>
    <w:p w14:paraId="2DC1A81E" w14:textId="77777777" w:rsidR="003A025E" w:rsidRPr="004572A7" w:rsidRDefault="003D452D" w:rsidP="004F1596">
      <w:r>
        <w:t>— </w:t>
      </w:r>
      <w:r w:rsidR="004F1596" w:rsidRPr="004F1596">
        <w:t>Et que deviennent</w:t>
      </w:r>
      <w:r w:rsidR="003A025E" w:rsidRPr="004572A7">
        <w:t xml:space="preserve">, </w:t>
      </w:r>
      <w:r w:rsidR="004F1596" w:rsidRPr="004F1596">
        <w:t>dans tout ceci</w:t>
      </w:r>
      <w:r w:rsidR="003A025E" w:rsidRPr="004572A7">
        <w:t xml:space="preserve">, </w:t>
      </w:r>
      <w:r w:rsidR="004F1596" w:rsidRPr="004F1596">
        <w:t>la Psychologie</w:t>
      </w:r>
      <w:r w:rsidR="003A025E" w:rsidRPr="004572A7">
        <w:t xml:space="preserve">, </w:t>
      </w:r>
      <w:r w:rsidR="004F1596" w:rsidRPr="004F1596">
        <w:t>la Métaphysique et toutes les doctrines spiritualistes</w:t>
      </w:r>
      <w:r w:rsidR="003A025E" w:rsidRPr="004572A7">
        <w:t> ?</w:t>
      </w:r>
    </w:p>
    <w:p w14:paraId="795B48C2" w14:textId="77777777" w:rsidR="003A025E" w:rsidRPr="004572A7" w:rsidRDefault="003A025E" w:rsidP="004F1596">
      <w:r w:rsidRPr="004572A7">
        <w:t>— </w:t>
      </w:r>
      <w:r w:rsidR="004F1596" w:rsidRPr="004F1596">
        <w:t>Il n</w:t>
      </w:r>
      <w:r w:rsidRPr="004572A7">
        <w:t>’</w:t>
      </w:r>
      <w:r w:rsidR="004F1596" w:rsidRPr="004F1596">
        <w:t>y a rien de changé</w:t>
      </w:r>
      <w:r w:rsidRPr="004572A7">
        <w:t xml:space="preserve">, </w:t>
      </w:r>
      <w:r w:rsidR="004F1596" w:rsidRPr="004F1596">
        <w:t>absolument rien</w:t>
      </w:r>
      <w:r w:rsidRPr="004572A7">
        <w:t xml:space="preserve">, </w:t>
      </w:r>
      <w:r w:rsidR="004F1596" w:rsidRPr="004F1596">
        <w:t>Monsieur Rambaud</w:t>
      </w:r>
      <w:r w:rsidRPr="004572A7">
        <w:t xml:space="preserve">. </w:t>
      </w:r>
      <w:r w:rsidR="004F1596" w:rsidRPr="004F1596">
        <w:t>Il ne s</w:t>
      </w:r>
      <w:r w:rsidRPr="004572A7">
        <w:t>’</w:t>
      </w:r>
      <w:r w:rsidR="004F1596" w:rsidRPr="004F1596">
        <w:t>ensuit nullement</w:t>
      </w:r>
      <w:r w:rsidRPr="004572A7">
        <w:t xml:space="preserve">, </w:t>
      </w:r>
      <w:r w:rsidR="004F1596" w:rsidRPr="004F1596">
        <w:t>du fait que j</w:t>
      </w:r>
      <w:r w:rsidRPr="004572A7">
        <w:t>’</w:t>
      </w:r>
      <w:r w:rsidR="004F1596" w:rsidRPr="004F1596">
        <w:t>ai constaté des phénomènes matériels relatifs à ce que nous appelons la pensée</w:t>
      </w:r>
      <w:r w:rsidRPr="004572A7">
        <w:t xml:space="preserve">, </w:t>
      </w:r>
      <w:r w:rsidR="004F1596" w:rsidRPr="004F1596">
        <w:t>qu</w:t>
      </w:r>
      <w:r w:rsidRPr="004572A7">
        <w:t>’</w:t>
      </w:r>
      <w:r w:rsidR="004F1596" w:rsidRPr="004F1596">
        <w:t>il ne puisse pas y avoir</w:t>
      </w:r>
      <w:r w:rsidRPr="004572A7">
        <w:t xml:space="preserve">, </w:t>
      </w:r>
      <w:r w:rsidR="004F1596" w:rsidRPr="004F1596">
        <w:t>en nous</w:t>
      </w:r>
      <w:r w:rsidRPr="004572A7">
        <w:t xml:space="preserve">, </w:t>
      </w:r>
      <w:r w:rsidR="004F1596" w:rsidRPr="004F1596">
        <w:t>un principe d</w:t>
      </w:r>
      <w:r w:rsidRPr="004572A7">
        <w:t>’</w:t>
      </w:r>
      <w:r w:rsidR="004F1596" w:rsidRPr="004F1596">
        <w:t>ordre immatériel et surnaturel</w:t>
      </w:r>
      <w:r w:rsidRPr="004572A7">
        <w:t xml:space="preserve">. </w:t>
      </w:r>
      <w:r w:rsidR="004F1596" w:rsidRPr="004F1596">
        <w:t>Je suis trop soucieux de la vérité pour oser conclure</w:t>
      </w:r>
      <w:r w:rsidRPr="004572A7">
        <w:t xml:space="preserve">, </w:t>
      </w:r>
      <w:r w:rsidR="004F1596" w:rsidRPr="004F1596">
        <w:t>de l</w:t>
      </w:r>
      <w:r w:rsidRPr="004572A7">
        <w:t>’</w:t>
      </w:r>
      <w:r w:rsidR="004F1596" w:rsidRPr="004F1596">
        <w:t>existence de certains faits matériels</w:t>
      </w:r>
      <w:r w:rsidRPr="004572A7">
        <w:t xml:space="preserve">, </w:t>
      </w:r>
      <w:r w:rsidR="004F1596" w:rsidRPr="004F1596">
        <w:t>à la non existence de faits soi-disant spirituels</w:t>
      </w:r>
      <w:r w:rsidRPr="004572A7">
        <w:t xml:space="preserve">, </w:t>
      </w:r>
      <w:r w:rsidR="004F1596" w:rsidRPr="004F1596">
        <w:t>impossibles à contrôler</w:t>
      </w:r>
      <w:r w:rsidRPr="004572A7">
        <w:t>.</w:t>
      </w:r>
    </w:p>
    <w:p w14:paraId="3E032DB7" w14:textId="77777777" w:rsidR="003A025E" w:rsidRPr="004572A7" w:rsidRDefault="003A025E" w:rsidP="004F1596">
      <w:r w:rsidRPr="004572A7">
        <w:t>« </w:t>
      </w:r>
      <w:r w:rsidR="004F1596" w:rsidRPr="004F1596">
        <w:t>Je vous ai déjà dit que</w:t>
      </w:r>
      <w:r w:rsidRPr="004572A7">
        <w:t xml:space="preserve">, </w:t>
      </w:r>
      <w:r w:rsidR="004F1596" w:rsidRPr="004F1596">
        <w:t>personnellement</w:t>
      </w:r>
      <w:r w:rsidRPr="004572A7">
        <w:t xml:space="preserve">, </w:t>
      </w:r>
      <w:r w:rsidR="004F1596" w:rsidRPr="004F1596">
        <w:t>je n</w:t>
      </w:r>
      <w:r w:rsidRPr="004572A7">
        <w:t>’</w:t>
      </w:r>
      <w:r w:rsidR="004F1596" w:rsidRPr="004F1596">
        <w:t>y croyais pas mais que c</w:t>
      </w:r>
      <w:r w:rsidRPr="004572A7">
        <w:t>’</w:t>
      </w:r>
      <w:r w:rsidR="004F1596" w:rsidRPr="004F1596">
        <w:t>est une hypothèse purement gratuite</w:t>
      </w:r>
      <w:r w:rsidRPr="004572A7">
        <w:t xml:space="preserve">, </w:t>
      </w:r>
      <w:r w:rsidR="004F1596" w:rsidRPr="004F1596">
        <w:t>qui ne repose sur aucune certitude scientifique et qui ne peut</w:t>
      </w:r>
      <w:r w:rsidRPr="004572A7">
        <w:t xml:space="preserve">, </w:t>
      </w:r>
      <w:r w:rsidR="004F1596" w:rsidRPr="004F1596">
        <w:t>par conséquent</w:t>
      </w:r>
      <w:r w:rsidRPr="004572A7">
        <w:t xml:space="preserve">, </w:t>
      </w:r>
      <w:r w:rsidR="004F1596" w:rsidRPr="004F1596">
        <w:t>avoir aucune valeur</w:t>
      </w:r>
      <w:r w:rsidRPr="004572A7">
        <w:t xml:space="preserve">. </w:t>
      </w:r>
      <w:r w:rsidR="004F1596" w:rsidRPr="004F1596">
        <w:t>Qui a raison des matérialistes ou des spiritualistes</w:t>
      </w:r>
      <w:r w:rsidRPr="004572A7">
        <w:t xml:space="preserve"> ? </w:t>
      </w:r>
      <w:r w:rsidR="004F1596" w:rsidRPr="004F1596">
        <w:t>Nul ne le saura jamais</w:t>
      </w:r>
      <w:r w:rsidRPr="004572A7">
        <w:t xml:space="preserve">. </w:t>
      </w:r>
      <w:r w:rsidR="004F1596" w:rsidRPr="004F1596">
        <w:t>L</w:t>
      </w:r>
      <w:r w:rsidRPr="004572A7">
        <w:t>’</w:t>
      </w:r>
      <w:r w:rsidR="004F1596" w:rsidRPr="004F1596">
        <w:t>âme</w:t>
      </w:r>
      <w:r w:rsidRPr="004572A7">
        <w:t xml:space="preserve">, </w:t>
      </w:r>
      <w:r w:rsidR="004F1596" w:rsidRPr="004F1596">
        <w:t>si elle existe</w:t>
      </w:r>
      <w:r w:rsidRPr="004572A7">
        <w:t xml:space="preserve">, </w:t>
      </w:r>
      <w:r w:rsidR="004F1596" w:rsidRPr="004F1596">
        <w:t>ne peut tomber sous nos sens</w:t>
      </w:r>
      <w:r w:rsidRPr="004572A7">
        <w:t xml:space="preserve">, </w:t>
      </w:r>
      <w:r w:rsidR="004F1596" w:rsidRPr="004F1596">
        <w:t>incapables d</w:t>
      </w:r>
      <w:r w:rsidRPr="004572A7">
        <w:t>’</w:t>
      </w:r>
      <w:r w:rsidR="004F1596" w:rsidRPr="004F1596">
        <w:t>ailleurs de nous donner une connaissance parfaite d</w:t>
      </w:r>
      <w:r w:rsidRPr="004572A7">
        <w:t>’</w:t>
      </w:r>
      <w:r w:rsidR="004F1596" w:rsidRPr="004F1596">
        <w:t>une vérité d</w:t>
      </w:r>
      <w:r w:rsidRPr="004572A7">
        <w:t>’</w:t>
      </w:r>
      <w:r w:rsidR="004F1596" w:rsidRPr="004F1596">
        <w:t>ordre immatériel</w:t>
      </w:r>
      <w:r w:rsidRPr="004572A7">
        <w:t xml:space="preserve">. </w:t>
      </w:r>
      <w:r w:rsidR="004F1596" w:rsidRPr="004F1596">
        <w:t>La science</w:t>
      </w:r>
      <w:r w:rsidRPr="004572A7">
        <w:t xml:space="preserve">, </w:t>
      </w:r>
      <w:r w:rsidR="004F1596" w:rsidRPr="004F1596">
        <w:t>pour si puissante qu</w:t>
      </w:r>
      <w:r w:rsidRPr="004572A7">
        <w:t>’</w:t>
      </w:r>
      <w:r w:rsidR="004F1596" w:rsidRPr="004F1596">
        <w:t>elle devienne</w:t>
      </w:r>
      <w:r w:rsidRPr="004572A7">
        <w:t xml:space="preserve">, </w:t>
      </w:r>
      <w:r w:rsidR="004F1596" w:rsidRPr="004F1596">
        <w:t>ne renversera donc jamais la métaphysique</w:t>
      </w:r>
      <w:r w:rsidRPr="004572A7">
        <w:t>.</w:t>
      </w:r>
    </w:p>
    <w:p w14:paraId="1AFDAD69" w14:textId="77777777" w:rsidR="003A025E" w:rsidRPr="004572A7" w:rsidRDefault="004572A7" w:rsidP="004F1596">
      <w:r w:rsidRPr="004572A7">
        <w:lastRenderedPageBreak/>
        <w:t>À</w:t>
      </w:r>
      <w:r w:rsidR="004F1596" w:rsidRPr="004F1596">
        <w:t xml:space="preserve"> ces mots</w:t>
      </w:r>
      <w:r w:rsidR="003A025E" w:rsidRPr="004572A7">
        <w:t xml:space="preserve">, </w:t>
      </w:r>
      <w:r w:rsidR="004F1596" w:rsidRPr="004F1596">
        <w:t>je me levai pour prendre congé de Surgères</w:t>
      </w:r>
      <w:r w:rsidR="003A025E" w:rsidRPr="004572A7">
        <w:t xml:space="preserve">. </w:t>
      </w:r>
      <w:r w:rsidR="004F1596" w:rsidRPr="004F1596">
        <w:t>Il me paraissait encore plus fatigué qu</w:t>
      </w:r>
      <w:r w:rsidR="003A025E" w:rsidRPr="004572A7">
        <w:t>’</w:t>
      </w:r>
      <w:r w:rsidR="004F1596" w:rsidRPr="004F1596">
        <w:t>au moment de mon arrivée</w:t>
      </w:r>
      <w:r w:rsidR="003A025E" w:rsidRPr="004572A7">
        <w:t>.</w:t>
      </w:r>
    </w:p>
    <w:p w14:paraId="10F24627" w14:textId="77777777" w:rsidR="003A025E" w:rsidRPr="004572A7" w:rsidRDefault="003A025E" w:rsidP="004F1596">
      <w:r w:rsidRPr="004572A7">
        <w:t>— </w:t>
      </w:r>
      <w:r w:rsidR="004F1596" w:rsidRPr="004F1596">
        <w:t>Monsieur de Surgères</w:t>
      </w:r>
      <w:r w:rsidRPr="004572A7">
        <w:t xml:space="preserve">, </w:t>
      </w:r>
      <w:r w:rsidR="004F1596" w:rsidRPr="004F1596">
        <w:t>lui dis-je</w:t>
      </w:r>
      <w:r w:rsidRPr="004572A7">
        <w:t xml:space="preserve">, </w:t>
      </w:r>
      <w:r w:rsidR="004F1596" w:rsidRPr="004F1596">
        <w:t>je vous remercie de l</w:t>
      </w:r>
      <w:r w:rsidRPr="004572A7">
        <w:t>’</w:t>
      </w:r>
      <w:r w:rsidR="004F1596" w:rsidRPr="004F1596">
        <w:t>honneur que vous m</w:t>
      </w:r>
      <w:r w:rsidRPr="004572A7">
        <w:t>’</w:t>
      </w:r>
      <w:r w:rsidR="004F1596" w:rsidRPr="004F1596">
        <w:t>avez fait en me donnant de si grandes marques de confiance et d</w:t>
      </w:r>
      <w:r w:rsidRPr="004572A7">
        <w:t>’</w:t>
      </w:r>
      <w:r w:rsidR="004F1596" w:rsidRPr="004F1596">
        <w:t>amitié</w:t>
      </w:r>
      <w:r w:rsidRPr="004572A7">
        <w:t xml:space="preserve">. </w:t>
      </w:r>
      <w:r w:rsidR="004F1596" w:rsidRPr="004F1596">
        <w:t>Le secret que vous me demandez de garder</w:t>
      </w:r>
      <w:r w:rsidRPr="004572A7">
        <w:t xml:space="preserve">, </w:t>
      </w:r>
      <w:r w:rsidR="004F1596" w:rsidRPr="004F1596">
        <w:t>vous pouvez en avoir la certitude absolue</w:t>
      </w:r>
      <w:r w:rsidRPr="004572A7">
        <w:t xml:space="preserve">, </w:t>
      </w:r>
      <w:r w:rsidR="004F1596" w:rsidRPr="004F1596">
        <w:t>sera toujours pour moi un dépôt sacré</w:t>
      </w:r>
      <w:r w:rsidRPr="004572A7">
        <w:t xml:space="preserve">. </w:t>
      </w:r>
      <w:r w:rsidR="004F1596" w:rsidRPr="004F1596">
        <w:t>Quoi qu</w:t>
      </w:r>
      <w:r w:rsidRPr="004572A7">
        <w:t>’</w:t>
      </w:r>
      <w:r w:rsidR="004F1596" w:rsidRPr="004F1596">
        <w:t>il advienne dans le cours de ma vie</w:t>
      </w:r>
      <w:r w:rsidRPr="004572A7">
        <w:t xml:space="preserve">, </w:t>
      </w:r>
      <w:r w:rsidR="004F1596" w:rsidRPr="004F1596">
        <w:t>je demeurerai sur ce point</w:t>
      </w:r>
      <w:r w:rsidRPr="004572A7">
        <w:t xml:space="preserve">, </w:t>
      </w:r>
      <w:r w:rsidR="004F1596" w:rsidRPr="004F1596">
        <w:t>impénétrable et silencieux</w:t>
      </w:r>
      <w:r w:rsidRPr="004572A7">
        <w:t xml:space="preserve">, </w:t>
      </w:r>
      <w:r w:rsidR="004F1596" w:rsidRPr="004F1596">
        <w:t>comme les morts au fond de leur tombeau</w:t>
      </w:r>
      <w:r w:rsidRPr="004572A7">
        <w:t>.</w:t>
      </w:r>
    </w:p>
    <w:p w14:paraId="3979F1B4" w14:textId="77777777" w:rsidR="003A025E" w:rsidRPr="004572A7" w:rsidRDefault="003A025E" w:rsidP="004F1596">
      <w:r w:rsidRPr="004572A7">
        <w:t>« </w:t>
      </w:r>
      <w:r w:rsidR="004F1596" w:rsidRPr="004F1596">
        <w:t>Je suis profondément ému de la loyauté avec laquelle vous avez agi vis-à-vis de moi</w:t>
      </w:r>
      <w:r w:rsidRPr="004572A7">
        <w:t xml:space="preserve"> ; </w:t>
      </w:r>
      <w:r w:rsidR="004F1596" w:rsidRPr="004F1596">
        <w:t>je me considérerais donc comme diminué moralement</w:t>
      </w:r>
      <w:r w:rsidRPr="004572A7">
        <w:t xml:space="preserve">, </w:t>
      </w:r>
      <w:r w:rsidR="004F1596" w:rsidRPr="004F1596">
        <w:t>à mes propres yeux</w:t>
      </w:r>
      <w:r w:rsidRPr="004572A7">
        <w:t xml:space="preserve">, </w:t>
      </w:r>
      <w:r w:rsidR="004F1596" w:rsidRPr="004F1596">
        <w:t>si je ne vous confiais à mon tour</w:t>
      </w:r>
      <w:r w:rsidRPr="004572A7">
        <w:t xml:space="preserve">, </w:t>
      </w:r>
      <w:r w:rsidR="004F1596" w:rsidRPr="004F1596">
        <w:t>les raisons qui m</w:t>
      </w:r>
      <w:r w:rsidRPr="004572A7">
        <w:t>’</w:t>
      </w:r>
      <w:r w:rsidR="004F1596" w:rsidRPr="004F1596">
        <w:t>ont amené à me douter des recherches que vous poursuiviez</w:t>
      </w:r>
      <w:r w:rsidRPr="004572A7">
        <w:t xml:space="preserve">, </w:t>
      </w:r>
      <w:r w:rsidR="004F1596" w:rsidRPr="004F1596">
        <w:t>et à la suite de quelles circonstances ces raisons ont surgi dans mon esprit</w:t>
      </w:r>
      <w:r w:rsidRPr="004572A7">
        <w:t>.</w:t>
      </w:r>
    </w:p>
    <w:p w14:paraId="163A4E53" w14:textId="77777777" w:rsidR="003A025E" w:rsidRPr="004572A7" w:rsidRDefault="004F1596" w:rsidP="004F1596">
      <w:r w:rsidRPr="004F1596">
        <w:t>Je lui racontai alors</w:t>
      </w:r>
      <w:r w:rsidR="003A025E" w:rsidRPr="004572A7">
        <w:t xml:space="preserve">, </w:t>
      </w:r>
      <w:r w:rsidRPr="004F1596">
        <w:t>brièvement</w:t>
      </w:r>
      <w:r w:rsidR="003A025E" w:rsidRPr="004572A7">
        <w:t xml:space="preserve">, </w:t>
      </w:r>
      <w:r w:rsidRPr="004F1596">
        <w:t>tout ce qui s</w:t>
      </w:r>
      <w:r w:rsidR="003A025E" w:rsidRPr="004572A7">
        <w:t>’</w:t>
      </w:r>
      <w:r w:rsidRPr="004F1596">
        <w:t>était passé</w:t>
      </w:r>
      <w:r w:rsidR="003A025E" w:rsidRPr="004572A7">
        <w:t xml:space="preserve">, </w:t>
      </w:r>
      <w:r w:rsidRPr="004F1596">
        <w:t>depuis la première nuit où je l</w:t>
      </w:r>
      <w:r w:rsidR="003A025E" w:rsidRPr="004572A7">
        <w:t>’</w:t>
      </w:r>
      <w:r w:rsidRPr="004F1596">
        <w:t>avais aperçu dans le petit chemin des falaises</w:t>
      </w:r>
      <w:r w:rsidR="003A025E" w:rsidRPr="004572A7">
        <w:t xml:space="preserve">. </w:t>
      </w:r>
      <w:r w:rsidRPr="004F1596">
        <w:t xml:space="preserve">Je lui parlai de la mystérieuse villa </w:t>
      </w:r>
      <w:r w:rsidR="003A025E" w:rsidRPr="004572A7">
        <w:t>« </w:t>
      </w:r>
      <w:proofErr w:type="spellStart"/>
      <w:r w:rsidRPr="004F1596">
        <w:t>Bakhea</w:t>
      </w:r>
      <w:proofErr w:type="spellEnd"/>
      <w:r w:rsidR="003A025E" w:rsidRPr="004572A7">
        <w:t xml:space="preserve"> », </w:t>
      </w:r>
      <w:r w:rsidRPr="004F1596">
        <w:t>où je l</w:t>
      </w:r>
      <w:r w:rsidR="003A025E" w:rsidRPr="004572A7">
        <w:t>’</w:t>
      </w:r>
      <w:r w:rsidRPr="004F1596">
        <w:t>avais vu pénétrer</w:t>
      </w:r>
      <w:r w:rsidR="003A025E" w:rsidRPr="004572A7">
        <w:t xml:space="preserve">, </w:t>
      </w:r>
      <w:r w:rsidRPr="004F1596">
        <w:t>mais en me gardant</w:t>
      </w:r>
      <w:r w:rsidR="003A025E" w:rsidRPr="004572A7">
        <w:t xml:space="preserve">, </w:t>
      </w:r>
      <w:r w:rsidRPr="004F1596">
        <w:t>toutefois</w:t>
      </w:r>
      <w:r w:rsidR="003A025E" w:rsidRPr="004572A7">
        <w:t xml:space="preserve">, </w:t>
      </w:r>
      <w:r w:rsidRPr="004F1596">
        <w:t>de faire la moindre allusion à ma visite indiscrète</w:t>
      </w:r>
      <w:r w:rsidR="003A025E" w:rsidRPr="004572A7">
        <w:t xml:space="preserve">. </w:t>
      </w:r>
      <w:r w:rsidRPr="004F1596">
        <w:t>Je lui rappelai la bizarre conversation sur la mort du Prince impérial</w:t>
      </w:r>
      <w:r w:rsidR="003A025E" w:rsidRPr="004572A7">
        <w:t xml:space="preserve">, </w:t>
      </w:r>
      <w:r w:rsidRPr="004F1596">
        <w:t>l</w:t>
      </w:r>
      <w:r w:rsidR="003A025E" w:rsidRPr="004572A7">
        <w:t>’</w:t>
      </w:r>
      <w:r w:rsidRPr="004F1596">
        <w:t>arrestation du banquier</w:t>
      </w:r>
      <w:r w:rsidR="003A025E" w:rsidRPr="004572A7">
        <w:t xml:space="preserve">, </w:t>
      </w:r>
      <w:r w:rsidRPr="004F1596">
        <w:t xml:space="preserve">la fuite de </w:t>
      </w:r>
      <w:r w:rsidR="003A025E" w:rsidRPr="004572A7">
        <w:t>M. </w:t>
      </w:r>
      <w:proofErr w:type="spellStart"/>
      <w:r w:rsidRPr="004F1596">
        <w:t>Antouresco</w:t>
      </w:r>
      <w:proofErr w:type="spellEnd"/>
      <w:r w:rsidRPr="004F1596">
        <w:t xml:space="preserve"> et je lui énumérai tous les </w:t>
      </w:r>
      <w:proofErr w:type="gramStart"/>
      <w:r w:rsidRPr="004F1596">
        <w:t>petits détails</w:t>
      </w:r>
      <w:proofErr w:type="gramEnd"/>
      <w:r w:rsidRPr="004F1596">
        <w:t xml:space="preserve"> qui m</w:t>
      </w:r>
      <w:r w:rsidR="003A025E" w:rsidRPr="004572A7">
        <w:t>’</w:t>
      </w:r>
      <w:r w:rsidRPr="004F1596">
        <w:t>avaient donné l</w:t>
      </w:r>
      <w:r w:rsidR="003A025E" w:rsidRPr="004572A7">
        <w:t>’</w:t>
      </w:r>
      <w:r w:rsidRPr="004F1596">
        <w:t>éveil</w:t>
      </w:r>
      <w:r w:rsidR="003A025E" w:rsidRPr="004572A7">
        <w:t>.</w:t>
      </w:r>
    </w:p>
    <w:p w14:paraId="55DB8803" w14:textId="77777777" w:rsidR="003A025E" w:rsidRPr="004572A7" w:rsidRDefault="004F1596" w:rsidP="004F1596">
      <w:r w:rsidRPr="004F1596">
        <w:t>Lorsque j</w:t>
      </w:r>
      <w:r w:rsidR="003A025E" w:rsidRPr="004572A7">
        <w:t>’</w:t>
      </w:r>
      <w:r w:rsidRPr="004F1596">
        <w:t>eus terminé</w:t>
      </w:r>
      <w:r w:rsidR="003A025E" w:rsidRPr="004572A7">
        <w:t xml:space="preserve">, </w:t>
      </w:r>
      <w:r w:rsidRPr="004F1596">
        <w:t>il demeura quelques instants silencieux</w:t>
      </w:r>
      <w:r w:rsidR="003A025E" w:rsidRPr="004572A7">
        <w:t xml:space="preserve">. </w:t>
      </w:r>
      <w:r w:rsidRPr="004F1596">
        <w:t>Peut-être se doutait-il que j</w:t>
      </w:r>
      <w:r w:rsidR="003A025E" w:rsidRPr="004572A7">
        <w:t>’</w:t>
      </w:r>
      <w:r w:rsidRPr="004F1596">
        <w:t>en savais plus long encore sur sa vie intime et me savait-il gré de la réserve dans laquelle je restais</w:t>
      </w:r>
      <w:r w:rsidR="003A025E" w:rsidRPr="004572A7">
        <w:t>…</w:t>
      </w:r>
    </w:p>
    <w:p w14:paraId="61FDCE54" w14:textId="77777777" w:rsidR="003A025E" w:rsidRPr="004572A7" w:rsidRDefault="004F1596" w:rsidP="004F1596">
      <w:r w:rsidRPr="004F1596">
        <w:lastRenderedPageBreak/>
        <w:t>Soudain</w:t>
      </w:r>
      <w:r w:rsidR="003A025E" w:rsidRPr="004572A7">
        <w:t xml:space="preserve">, </w:t>
      </w:r>
      <w:r w:rsidRPr="004F1596">
        <w:t>il parut prendre une décision et il me dit avec vivacité</w:t>
      </w:r>
      <w:r w:rsidR="003A025E" w:rsidRPr="004572A7">
        <w:t> :</w:t>
      </w:r>
    </w:p>
    <w:p w14:paraId="60E1544A" w14:textId="77777777" w:rsidR="003A025E" w:rsidRPr="004572A7" w:rsidRDefault="003A025E" w:rsidP="004F1596">
      <w:r w:rsidRPr="004572A7">
        <w:t>— </w:t>
      </w:r>
      <w:r w:rsidR="004F1596" w:rsidRPr="004F1596">
        <w:t>Au fait</w:t>
      </w:r>
      <w:r w:rsidRPr="004572A7">
        <w:t xml:space="preserve">, </w:t>
      </w:r>
      <w:r w:rsidR="004F1596" w:rsidRPr="004F1596">
        <w:t>Monsieur Rambaud</w:t>
      </w:r>
      <w:r w:rsidRPr="004572A7">
        <w:t xml:space="preserve">, </w:t>
      </w:r>
      <w:r w:rsidR="004F1596" w:rsidRPr="004F1596">
        <w:t>pourquoi me cacherais-je de vous maintenant</w:t>
      </w:r>
      <w:r w:rsidRPr="004572A7">
        <w:t xml:space="preserve"> ? </w:t>
      </w:r>
      <w:r w:rsidR="004F1596" w:rsidRPr="004F1596">
        <w:t>Venez donc me voir demain</w:t>
      </w:r>
      <w:r w:rsidRPr="004572A7">
        <w:t xml:space="preserve">, </w:t>
      </w:r>
      <w:r w:rsidR="004F1596" w:rsidRPr="004F1596">
        <w:t xml:space="preserve">nous irons ensemble à la villa </w:t>
      </w:r>
      <w:r w:rsidRPr="004572A7">
        <w:t>« </w:t>
      </w:r>
      <w:proofErr w:type="spellStart"/>
      <w:r w:rsidR="004F1596" w:rsidRPr="004F1596">
        <w:t>Bakhea</w:t>
      </w:r>
      <w:proofErr w:type="spellEnd"/>
      <w:r w:rsidRPr="004572A7">
        <w:t xml:space="preserve"> ». </w:t>
      </w:r>
      <w:r w:rsidR="004F1596" w:rsidRPr="004F1596">
        <w:t>Je vous montrerai mon laboratoire et je vous parlerai aussi</w:t>
      </w:r>
      <w:r w:rsidRPr="004572A7">
        <w:t xml:space="preserve">, </w:t>
      </w:r>
      <w:r w:rsidR="004F1596" w:rsidRPr="004F1596">
        <w:t>si vous me le permettez</w:t>
      </w:r>
      <w:r w:rsidRPr="004572A7">
        <w:t xml:space="preserve">, </w:t>
      </w:r>
      <w:r w:rsidR="004F1596" w:rsidRPr="004F1596">
        <w:t>de celle qui a été la confidente de mes peines et de mes travaux</w:t>
      </w:r>
      <w:r w:rsidRPr="004572A7">
        <w:t xml:space="preserve">, </w:t>
      </w:r>
      <w:r w:rsidR="004F1596" w:rsidRPr="004F1596">
        <w:t>et qui bientôt</w:t>
      </w:r>
      <w:r w:rsidRPr="004572A7">
        <w:t xml:space="preserve">, </w:t>
      </w:r>
      <w:r w:rsidR="004F1596" w:rsidRPr="004F1596">
        <w:t>je l</w:t>
      </w:r>
      <w:r w:rsidRPr="004572A7">
        <w:t>’</w:t>
      </w:r>
      <w:r w:rsidR="004F1596" w:rsidRPr="004F1596">
        <w:t>espère</w:t>
      </w:r>
      <w:r w:rsidRPr="004572A7">
        <w:t xml:space="preserve">, </w:t>
      </w:r>
      <w:r w:rsidR="004F1596" w:rsidRPr="004F1596">
        <w:t>sera ma femme</w:t>
      </w:r>
      <w:r w:rsidRPr="004572A7">
        <w:t xml:space="preserve">. </w:t>
      </w:r>
      <w:r w:rsidR="004F1596" w:rsidRPr="004F1596">
        <w:t xml:space="preserve">Je veux parler de la comtesse de </w:t>
      </w:r>
      <w:proofErr w:type="spellStart"/>
      <w:r w:rsidR="004F1596" w:rsidRPr="004F1596">
        <w:t>Flossanges-Runel</w:t>
      </w:r>
      <w:proofErr w:type="spellEnd"/>
      <w:r w:rsidR="004F1596" w:rsidRPr="004F1596">
        <w:t xml:space="preserve"> que vous connaissez de nom certainement</w:t>
      </w:r>
      <w:r w:rsidRPr="004572A7">
        <w:t xml:space="preserve">. </w:t>
      </w:r>
      <w:r w:rsidR="004F1596" w:rsidRPr="004F1596">
        <w:t>Elle est veuve depuis un certain temps déjà</w:t>
      </w:r>
      <w:r w:rsidRPr="004572A7">
        <w:t>.</w:t>
      </w:r>
    </w:p>
    <w:p w14:paraId="3F6B8AAD" w14:textId="77777777" w:rsidR="003A025E" w:rsidRPr="004572A7" w:rsidRDefault="003A025E" w:rsidP="004F1596">
      <w:r w:rsidRPr="004572A7">
        <w:t>— </w:t>
      </w:r>
      <w:r w:rsidR="004F1596" w:rsidRPr="004F1596">
        <w:t>J</w:t>
      </w:r>
      <w:r w:rsidRPr="004572A7">
        <w:t>’</w:t>
      </w:r>
      <w:r w:rsidR="004F1596" w:rsidRPr="004F1596">
        <w:t>en ai entendu parler comme d</w:t>
      </w:r>
      <w:r w:rsidRPr="004572A7">
        <w:t>’</w:t>
      </w:r>
      <w:r w:rsidR="004F1596" w:rsidRPr="004F1596">
        <w:t>une femme intelligente et distinguée</w:t>
      </w:r>
      <w:r w:rsidRPr="004572A7">
        <w:t xml:space="preserve">, </w:t>
      </w:r>
      <w:r w:rsidR="004F1596" w:rsidRPr="004F1596">
        <w:t>dis-je discrètement</w:t>
      </w:r>
      <w:r w:rsidRPr="004572A7">
        <w:t>.</w:t>
      </w:r>
    </w:p>
    <w:p w14:paraId="1BB3E8FD" w14:textId="77777777" w:rsidR="003A025E" w:rsidRPr="004572A7" w:rsidRDefault="003A025E" w:rsidP="004F1596">
      <w:r w:rsidRPr="004572A7">
        <w:t>— </w:t>
      </w:r>
      <w:r w:rsidR="004F1596" w:rsidRPr="004F1596">
        <w:t>La Science ne suffit pas à remplir la vie d</w:t>
      </w:r>
      <w:r w:rsidRPr="004572A7">
        <w:t>’</w:t>
      </w:r>
      <w:r w:rsidR="004F1596" w:rsidRPr="004F1596">
        <w:t>un homme</w:t>
      </w:r>
      <w:r w:rsidRPr="004572A7">
        <w:t xml:space="preserve">, </w:t>
      </w:r>
      <w:r w:rsidR="004F1596" w:rsidRPr="004F1596">
        <w:t>ajouta doucement Surgères</w:t>
      </w:r>
      <w:r w:rsidRPr="004572A7">
        <w:t>.</w:t>
      </w:r>
    </w:p>
    <w:p w14:paraId="5FFDF917" w14:textId="77777777" w:rsidR="003A025E" w:rsidRPr="004572A7" w:rsidRDefault="004F1596" w:rsidP="004F1596">
      <w:r w:rsidRPr="004F1596">
        <w:t>En achevant ces mots</w:t>
      </w:r>
      <w:r w:rsidR="003A025E" w:rsidRPr="004572A7">
        <w:t xml:space="preserve">, </w:t>
      </w:r>
      <w:r w:rsidRPr="004F1596">
        <w:t>il me prit la main</w:t>
      </w:r>
      <w:r w:rsidR="003A025E" w:rsidRPr="004572A7">
        <w:t xml:space="preserve">, </w:t>
      </w:r>
      <w:r w:rsidRPr="004F1596">
        <w:t>la serra avec force et me dit en me reconduisant</w:t>
      </w:r>
      <w:r w:rsidR="003A025E" w:rsidRPr="004572A7">
        <w:t> :</w:t>
      </w:r>
    </w:p>
    <w:p w14:paraId="2D49D6A0" w14:textId="77777777" w:rsidR="003A025E" w:rsidRPr="004572A7" w:rsidRDefault="003A025E" w:rsidP="004F1596">
      <w:r w:rsidRPr="004572A7">
        <w:t>— </w:t>
      </w:r>
      <w:r w:rsidR="003178B4" w:rsidRPr="004572A7">
        <w:t>À</w:t>
      </w:r>
      <w:r w:rsidR="004F1596" w:rsidRPr="004F1596">
        <w:t xml:space="preserve"> demain</w:t>
      </w:r>
      <w:r w:rsidRPr="004572A7">
        <w:t xml:space="preserve">, </w:t>
      </w:r>
      <w:r w:rsidR="004F1596" w:rsidRPr="004F1596">
        <w:t>n</w:t>
      </w:r>
      <w:r w:rsidRPr="004572A7">
        <w:t>’</w:t>
      </w:r>
      <w:r w:rsidR="004F1596" w:rsidRPr="004F1596">
        <w:t>est-ce pas</w:t>
      </w:r>
      <w:r w:rsidRPr="004572A7">
        <w:t xml:space="preserve">, </w:t>
      </w:r>
      <w:r w:rsidR="004F1596" w:rsidRPr="004F1596">
        <w:t>Monsieur Rambaud</w:t>
      </w:r>
      <w:r w:rsidRPr="004572A7">
        <w:t> ?</w:t>
      </w:r>
    </w:p>
    <w:p w14:paraId="04BB87DA" w14:textId="77777777" w:rsidR="003A025E" w:rsidRPr="004572A7" w:rsidRDefault="003A025E" w:rsidP="004F1596">
      <w:r w:rsidRPr="004572A7">
        <w:t>— </w:t>
      </w:r>
      <w:r w:rsidR="004F1596" w:rsidRPr="004F1596">
        <w:t>Comptez sur moi</w:t>
      </w:r>
      <w:r w:rsidRPr="004572A7">
        <w:t xml:space="preserve">, </w:t>
      </w:r>
      <w:r w:rsidR="004F1596" w:rsidRPr="004F1596">
        <w:t>Monsieur de Surgères répondis-je</w:t>
      </w:r>
      <w:r w:rsidRPr="004572A7">
        <w:t xml:space="preserve">, </w:t>
      </w:r>
      <w:r w:rsidR="004F1596" w:rsidRPr="004F1596">
        <w:t>après l</w:t>
      </w:r>
      <w:r w:rsidRPr="004572A7">
        <w:t>’</w:t>
      </w:r>
      <w:r w:rsidR="004F1596" w:rsidRPr="004F1596">
        <w:t>avoir salué une dernière fois</w:t>
      </w:r>
      <w:r w:rsidRPr="004572A7">
        <w:t>…</w:t>
      </w:r>
    </w:p>
    <w:p w14:paraId="295773DD" w14:textId="77777777" w:rsidR="004F1596" w:rsidRPr="004572A7" w:rsidRDefault="004F1596" w:rsidP="003A025E">
      <w:pPr>
        <w:pStyle w:val="Titre1"/>
      </w:pPr>
      <w:bookmarkStart w:id="14" w:name="_Toc19606619"/>
      <w:bookmarkStart w:id="15" w:name="_Toc196387853"/>
      <w:r w:rsidRPr="004572A7">
        <w:lastRenderedPageBreak/>
        <w:t>SINISTRES PRESSENTIMENTS</w:t>
      </w:r>
      <w:bookmarkEnd w:id="14"/>
      <w:bookmarkEnd w:id="15"/>
    </w:p>
    <w:p w14:paraId="1B04AB92" w14:textId="77777777" w:rsidR="003A025E" w:rsidRPr="004572A7" w:rsidRDefault="004F1596" w:rsidP="004F1596">
      <w:r w:rsidRPr="004F1596">
        <w:t>Le lendemain soir</w:t>
      </w:r>
      <w:r w:rsidR="003A025E" w:rsidRPr="004572A7">
        <w:t xml:space="preserve">, </w:t>
      </w:r>
      <w:r w:rsidRPr="004F1596">
        <w:t>vers trois heures</w:t>
      </w:r>
      <w:r w:rsidR="003A025E" w:rsidRPr="004572A7">
        <w:t xml:space="preserve">, </w:t>
      </w:r>
      <w:r w:rsidRPr="004F1596">
        <w:t xml:space="preserve">je me rendis donc à la villa </w:t>
      </w:r>
      <w:r w:rsidR="003A025E" w:rsidRPr="004572A7">
        <w:t>« </w:t>
      </w:r>
      <w:proofErr w:type="spellStart"/>
      <w:r w:rsidRPr="004F1596">
        <w:t>Bakhea</w:t>
      </w:r>
      <w:proofErr w:type="spellEnd"/>
      <w:r w:rsidR="003A025E" w:rsidRPr="004572A7">
        <w:t xml:space="preserve"> », </w:t>
      </w:r>
      <w:r w:rsidRPr="004F1596">
        <w:t>en compagnie de Surgères</w:t>
      </w:r>
      <w:r w:rsidR="003A025E" w:rsidRPr="004572A7">
        <w:t xml:space="preserve">. </w:t>
      </w:r>
      <w:r w:rsidRPr="004F1596">
        <w:t>Il me fit visiter en détail toutes les pièces de cette étrange habitation qui avait si longtemps excité ma curiosité</w:t>
      </w:r>
      <w:r w:rsidR="003A025E" w:rsidRPr="004572A7">
        <w:t>.</w:t>
      </w:r>
    </w:p>
    <w:p w14:paraId="1D36C20E" w14:textId="77777777" w:rsidR="003A025E" w:rsidRPr="004572A7" w:rsidRDefault="004F1596" w:rsidP="004F1596">
      <w:r w:rsidRPr="004F1596">
        <w:t>Lorsque nous pénétrâmes dans la grande salle qui lui servait à la fois de bibliothèque et de cabinet d</w:t>
      </w:r>
      <w:r w:rsidR="003A025E" w:rsidRPr="004572A7">
        <w:t>’</w:t>
      </w:r>
      <w:r w:rsidRPr="004F1596">
        <w:t>expériences</w:t>
      </w:r>
      <w:r w:rsidR="003A025E" w:rsidRPr="004572A7">
        <w:t xml:space="preserve">, </w:t>
      </w:r>
      <w:r w:rsidRPr="004F1596">
        <w:t>je sentis un malaise singulier s</w:t>
      </w:r>
      <w:r w:rsidR="003A025E" w:rsidRPr="004572A7">
        <w:t>’</w:t>
      </w:r>
      <w:r w:rsidRPr="004F1596">
        <w:t>emparer de moi</w:t>
      </w:r>
      <w:r w:rsidR="003A025E" w:rsidRPr="004572A7">
        <w:t xml:space="preserve">. </w:t>
      </w:r>
      <w:r w:rsidRPr="004F1596">
        <w:t>Je me rappelais les diverses phases de mon expédition nocturne</w:t>
      </w:r>
      <w:r w:rsidR="003A025E" w:rsidRPr="004572A7">
        <w:t xml:space="preserve"> ; </w:t>
      </w:r>
      <w:r w:rsidRPr="004F1596">
        <w:t>j</w:t>
      </w:r>
      <w:r w:rsidR="003A025E" w:rsidRPr="004572A7">
        <w:t>’</w:t>
      </w:r>
      <w:r w:rsidRPr="004F1596">
        <w:t>en éprouvais une sorte de regret vague</w:t>
      </w:r>
      <w:r w:rsidR="003A025E" w:rsidRPr="004572A7">
        <w:t xml:space="preserve">, </w:t>
      </w:r>
      <w:r w:rsidRPr="004F1596">
        <w:t>semblable au souvenir lointain d</w:t>
      </w:r>
      <w:r w:rsidR="003A025E" w:rsidRPr="004572A7">
        <w:t>’</w:t>
      </w:r>
      <w:r w:rsidRPr="004F1596">
        <w:t>une ingratitude commise</w:t>
      </w:r>
      <w:r w:rsidR="003A025E" w:rsidRPr="004572A7">
        <w:t>…</w:t>
      </w:r>
    </w:p>
    <w:p w14:paraId="58BF4789" w14:textId="77777777" w:rsidR="003A025E" w:rsidRPr="004572A7" w:rsidRDefault="004F1596" w:rsidP="004F1596">
      <w:r w:rsidRPr="004F1596">
        <w:t>Tous les objets qui étaient là</w:t>
      </w:r>
      <w:r w:rsidR="003A025E" w:rsidRPr="004572A7">
        <w:t xml:space="preserve">, </w:t>
      </w:r>
      <w:r w:rsidRPr="004F1596">
        <w:t>sous mes yeux</w:t>
      </w:r>
      <w:r w:rsidR="003A025E" w:rsidRPr="004572A7">
        <w:t xml:space="preserve">, </w:t>
      </w:r>
      <w:r w:rsidRPr="004F1596">
        <w:t>allaient</w:t>
      </w:r>
      <w:r w:rsidR="003A025E" w:rsidRPr="004572A7">
        <w:t xml:space="preserve">, </w:t>
      </w:r>
      <w:r w:rsidRPr="004F1596">
        <w:t>me semblait-il</w:t>
      </w:r>
      <w:r w:rsidR="003A025E" w:rsidRPr="004572A7">
        <w:t xml:space="preserve">, </w:t>
      </w:r>
      <w:r w:rsidRPr="004F1596">
        <w:t>s</w:t>
      </w:r>
      <w:r w:rsidR="003A025E" w:rsidRPr="004572A7">
        <w:t>’</w:t>
      </w:r>
      <w:r w:rsidRPr="004F1596">
        <w:t>animer soudain et m</w:t>
      </w:r>
      <w:r w:rsidR="003A025E" w:rsidRPr="004572A7">
        <w:t>’</w:t>
      </w:r>
      <w:r w:rsidRPr="004F1596">
        <w:t>accuser d</w:t>
      </w:r>
      <w:r w:rsidR="003A025E" w:rsidRPr="004572A7">
        <w:t>’</w:t>
      </w:r>
      <w:r w:rsidRPr="004F1596">
        <w:t>avoir profané la demeure du Maître</w:t>
      </w:r>
      <w:r w:rsidR="003A025E" w:rsidRPr="004572A7">
        <w:t xml:space="preserve"> : </w:t>
      </w:r>
      <w:r w:rsidRPr="004F1596">
        <w:t>la même odeur âcre et indéfinissable de laboratoire me saisit à la gorge et me fit esquisser un mouvement de recul</w:t>
      </w:r>
      <w:r w:rsidR="003A025E" w:rsidRPr="004572A7">
        <w:t xml:space="preserve">. </w:t>
      </w:r>
      <w:r w:rsidRPr="004F1596">
        <w:t>Je revis</w:t>
      </w:r>
      <w:r w:rsidR="003A025E" w:rsidRPr="004572A7">
        <w:t xml:space="preserve">, </w:t>
      </w:r>
      <w:r w:rsidRPr="004F1596">
        <w:t>dans l</w:t>
      </w:r>
      <w:r w:rsidR="003A025E" w:rsidRPr="004572A7">
        <w:t>’</w:t>
      </w:r>
      <w:r w:rsidRPr="004F1596">
        <w:t>espace d</w:t>
      </w:r>
      <w:r w:rsidR="003A025E" w:rsidRPr="004572A7">
        <w:t>’</w:t>
      </w:r>
      <w:r w:rsidRPr="004F1596">
        <w:t>un éclair</w:t>
      </w:r>
      <w:r w:rsidR="003A025E" w:rsidRPr="004572A7">
        <w:t xml:space="preserve">, </w:t>
      </w:r>
      <w:r w:rsidRPr="004F1596">
        <w:t>les livres de Claude Bernard</w:t>
      </w:r>
      <w:r w:rsidR="003A025E" w:rsidRPr="004572A7">
        <w:t xml:space="preserve">, </w:t>
      </w:r>
      <w:r w:rsidRPr="004F1596">
        <w:t>de Büchner</w:t>
      </w:r>
      <w:r w:rsidR="003A025E" w:rsidRPr="004572A7">
        <w:t xml:space="preserve">, </w:t>
      </w:r>
      <w:r w:rsidRPr="004F1596">
        <w:t>de Berthelot</w:t>
      </w:r>
      <w:r w:rsidR="003A025E" w:rsidRPr="004572A7">
        <w:t xml:space="preserve">, </w:t>
      </w:r>
      <w:r w:rsidRPr="004F1596">
        <w:t>que j</w:t>
      </w:r>
      <w:r w:rsidR="003A025E" w:rsidRPr="004572A7">
        <w:t>’</w:t>
      </w:r>
      <w:r w:rsidRPr="004F1596">
        <w:t>avais feuilletés et</w:t>
      </w:r>
      <w:r w:rsidR="003A025E" w:rsidRPr="004572A7">
        <w:t xml:space="preserve">, </w:t>
      </w:r>
      <w:r w:rsidRPr="004F1596">
        <w:t>tout à côté</w:t>
      </w:r>
      <w:r w:rsidR="003A025E" w:rsidRPr="004572A7">
        <w:t xml:space="preserve">, </w:t>
      </w:r>
      <w:r w:rsidRPr="004F1596">
        <w:t xml:space="preserve">le fameux ouvrage de </w:t>
      </w:r>
      <w:proofErr w:type="spellStart"/>
      <w:r w:rsidRPr="004F1596">
        <w:t>Halwards</w:t>
      </w:r>
      <w:proofErr w:type="spellEnd"/>
      <w:r w:rsidR="003A025E" w:rsidRPr="004572A7">
        <w:t xml:space="preserve">, </w:t>
      </w:r>
      <w:r w:rsidRPr="004F1596">
        <w:t>dont la reliure de maroquin rouge se détachait</w:t>
      </w:r>
      <w:r w:rsidR="003A025E" w:rsidRPr="004572A7">
        <w:t xml:space="preserve">, </w:t>
      </w:r>
      <w:r w:rsidRPr="004F1596">
        <w:t>brutale</w:t>
      </w:r>
      <w:r w:rsidR="003A025E" w:rsidRPr="004572A7">
        <w:t xml:space="preserve">, </w:t>
      </w:r>
      <w:r w:rsidRPr="004F1596">
        <w:t>comme un défi à toute la pensée moderne</w:t>
      </w:r>
      <w:r w:rsidR="003A025E" w:rsidRPr="004572A7">
        <w:t xml:space="preserve">, </w:t>
      </w:r>
      <w:r w:rsidRPr="004F1596">
        <w:t>concentrée là dans cette bibliothèque</w:t>
      </w:r>
      <w:r w:rsidR="003A025E" w:rsidRPr="004572A7">
        <w:t>…</w:t>
      </w:r>
    </w:p>
    <w:p w14:paraId="3D28324E" w14:textId="77777777" w:rsidR="003A025E" w:rsidRPr="004572A7" w:rsidRDefault="004F1596" w:rsidP="004F1596">
      <w:r w:rsidRPr="004F1596">
        <w:t>Le secrétaire en acajou était toujours à la même place</w:t>
      </w:r>
      <w:r w:rsidR="003A025E" w:rsidRPr="004572A7">
        <w:t xml:space="preserve">, </w:t>
      </w:r>
      <w:r w:rsidRPr="004F1596">
        <w:t>en face de la fenêtre</w:t>
      </w:r>
      <w:r w:rsidR="003A025E" w:rsidRPr="004572A7">
        <w:t xml:space="preserve">, </w:t>
      </w:r>
      <w:r w:rsidRPr="004F1596">
        <w:t>qui donnait sur le côté ouest du parc</w:t>
      </w:r>
      <w:r w:rsidR="003A025E" w:rsidRPr="004572A7">
        <w:t xml:space="preserve">… </w:t>
      </w:r>
      <w:r w:rsidRPr="004F1596">
        <w:t>Je demeurais pensif</w:t>
      </w:r>
      <w:r w:rsidR="003A025E" w:rsidRPr="004572A7">
        <w:t xml:space="preserve">, </w:t>
      </w:r>
      <w:r w:rsidRPr="004F1596">
        <w:t>immobile</w:t>
      </w:r>
      <w:r w:rsidR="003A025E" w:rsidRPr="004572A7">
        <w:t xml:space="preserve"> ; </w:t>
      </w:r>
      <w:r w:rsidRPr="004F1596">
        <w:t>mais j</w:t>
      </w:r>
      <w:r w:rsidR="003A025E" w:rsidRPr="004572A7">
        <w:t>’</w:t>
      </w:r>
      <w:r w:rsidRPr="004F1596">
        <w:t>eus la pensée de me secouer</w:t>
      </w:r>
      <w:r w:rsidR="003A025E" w:rsidRPr="004572A7">
        <w:t xml:space="preserve">, </w:t>
      </w:r>
      <w:r w:rsidRPr="004F1596">
        <w:t>de parler</w:t>
      </w:r>
      <w:r w:rsidR="003A025E" w:rsidRPr="004572A7">
        <w:t xml:space="preserve">, </w:t>
      </w:r>
      <w:r w:rsidRPr="004F1596">
        <w:t>car la crainte me venait que le docteur pût se douter de quelque chose</w:t>
      </w:r>
      <w:r w:rsidR="003A025E" w:rsidRPr="004572A7">
        <w:t xml:space="preserve">. </w:t>
      </w:r>
      <w:r w:rsidRPr="004F1596">
        <w:t>Cette pensée salutaire me rappela à la réalité et me fit desserrer les dents</w:t>
      </w:r>
      <w:r w:rsidR="003A025E" w:rsidRPr="004572A7">
        <w:t>.</w:t>
      </w:r>
    </w:p>
    <w:p w14:paraId="4A1EA484" w14:textId="77777777" w:rsidR="003A025E" w:rsidRPr="004572A7" w:rsidRDefault="003A025E" w:rsidP="004F1596">
      <w:r w:rsidRPr="004572A7">
        <w:t>— </w:t>
      </w:r>
      <w:r w:rsidR="004F1596" w:rsidRPr="004F1596">
        <w:t>Je comprends maintenant</w:t>
      </w:r>
      <w:r w:rsidRPr="004572A7">
        <w:t xml:space="preserve">, </w:t>
      </w:r>
      <w:r w:rsidR="004F1596" w:rsidRPr="004F1596">
        <w:t>dis-je</w:t>
      </w:r>
      <w:r w:rsidRPr="004572A7">
        <w:t xml:space="preserve">, </w:t>
      </w:r>
      <w:r w:rsidR="004F1596" w:rsidRPr="004F1596">
        <w:t xml:space="preserve">pourquoi la villa </w:t>
      </w:r>
      <w:r w:rsidRPr="004572A7">
        <w:t>« </w:t>
      </w:r>
      <w:proofErr w:type="spellStart"/>
      <w:r w:rsidR="004F1596" w:rsidRPr="004F1596">
        <w:t>Bakhea</w:t>
      </w:r>
      <w:proofErr w:type="spellEnd"/>
      <w:r w:rsidRPr="004572A7">
        <w:t> »</w:t>
      </w:r>
      <w:r w:rsidR="004F1596" w:rsidRPr="004F1596">
        <w:t xml:space="preserve"> était toujours fermée</w:t>
      </w:r>
      <w:r w:rsidRPr="004572A7">
        <w:t xml:space="preserve">. </w:t>
      </w:r>
      <w:r w:rsidR="004F1596" w:rsidRPr="004F1596">
        <w:t>Nulle part au monde</w:t>
      </w:r>
      <w:r w:rsidRPr="004572A7">
        <w:t xml:space="preserve">, </w:t>
      </w:r>
      <w:r w:rsidR="004F1596" w:rsidRPr="004F1596">
        <w:t xml:space="preserve">vous </w:t>
      </w:r>
      <w:r w:rsidR="004F1596" w:rsidRPr="004F1596">
        <w:lastRenderedPageBreak/>
        <w:t>n</w:t>
      </w:r>
      <w:r w:rsidRPr="004572A7">
        <w:t>’</w:t>
      </w:r>
      <w:r w:rsidR="004F1596" w:rsidRPr="004F1596">
        <w:t>eussiez pu trouver une solitude aussi propice aux méditations et aux recherches laborieuses que vous poursuiviez</w:t>
      </w:r>
      <w:r w:rsidRPr="004572A7">
        <w:t xml:space="preserve">. </w:t>
      </w:r>
      <w:r w:rsidR="004F1596" w:rsidRPr="004F1596">
        <w:t>C</w:t>
      </w:r>
      <w:r w:rsidRPr="004572A7">
        <w:t>’</w:t>
      </w:r>
      <w:r w:rsidR="004F1596" w:rsidRPr="004F1596">
        <w:t>est une véritable retraite de lama tibétain que votre laboratoire</w:t>
      </w:r>
      <w:r w:rsidRPr="004572A7">
        <w:t>.</w:t>
      </w:r>
    </w:p>
    <w:p w14:paraId="149A2F0D" w14:textId="77777777" w:rsidR="003A025E" w:rsidRPr="004572A7" w:rsidRDefault="003A025E" w:rsidP="004F1596">
      <w:r w:rsidRPr="004572A7">
        <w:t>— </w:t>
      </w:r>
      <w:r w:rsidR="004F1596" w:rsidRPr="004F1596">
        <w:t>Il fallait bien qu</w:t>
      </w:r>
      <w:r w:rsidRPr="004572A7">
        <w:t>’</w:t>
      </w:r>
      <w:r w:rsidR="004F1596" w:rsidRPr="004F1596">
        <w:t>il en fût ainsi</w:t>
      </w:r>
      <w:r w:rsidRPr="004572A7">
        <w:t xml:space="preserve">, </w:t>
      </w:r>
      <w:r w:rsidR="004F1596" w:rsidRPr="004F1596">
        <w:t>répondit doucement Surgères</w:t>
      </w:r>
      <w:r w:rsidRPr="004572A7">
        <w:t xml:space="preserve">. </w:t>
      </w:r>
      <w:r w:rsidR="004F1596" w:rsidRPr="004F1596">
        <w:t>Vous le comprendrez sans peine</w:t>
      </w:r>
      <w:r w:rsidRPr="004572A7">
        <w:t xml:space="preserve">, </w:t>
      </w:r>
      <w:r w:rsidR="004F1596" w:rsidRPr="004F1596">
        <w:t>Monsieur Rambaud</w:t>
      </w:r>
      <w:r w:rsidRPr="004572A7">
        <w:t xml:space="preserve">, </w:t>
      </w:r>
      <w:r w:rsidR="004F1596" w:rsidRPr="004F1596">
        <w:t>dans mon petit appartement de l</w:t>
      </w:r>
      <w:r w:rsidRPr="004572A7">
        <w:t>’</w:t>
      </w:r>
      <w:r w:rsidR="004F1596" w:rsidRPr="004F1596">
        <w:t>avenue de la Reine Nathalie</w:t>
      </w:r>
      <w:r w:rsidRPr="004572A7">
        <w:t xml:space="preserve">, </w:t>
      </w:r>
      <w:r w:rsidR="004F1596" w:rsidRPr="004F1596">
        <w:t>il m</w:t>
      </w:r>
      <w:r w:rsidRPr="004572A7">
        <w:t>’</w:t>
      </w:r>
      <w:r w:rsidR="004F1596" w:rsidRPr="004F1596">
        <w:t>était impossible de me livrer à un travail régulier et de quelque envergure</w:t>
      </w:r>
      <w:r w:rsidRPr="004572A7">
        <w:t xml:space="preserve">. </w:t>
      </w:r>
      <w:r w:rsidR="004F1596" w:rsidRPr="004F1596">
        <w:t>Je devais compter avec l</w:t>
      </w:r>
      <w:r w:rsidRPr="004572A7">
        <w:t>’</w:t>
      </w:r>
      <w:r w:rsidR="004F1596" w:rsidRPr="004F1596">
        <w:t>indiscrétion inévitable des domestiques qui n</w:t>
      </w:r>
      <w:r w:rsidRPr="004572A7">
        <w:t>’</w:t>
      </w:r>
      <w:r w:rsidR="004F1596" w:rsidRPr="004F1596">
        <w:t>auraient pas manqué de bavarder à droite et à gauche et d</w:t>
      </w:r>
      <w:r w:rsidRPr="004572A7">
        <w:t>’</w:t>
      </w:r>
      <w:r w:rsidR="004F1596" w:rsidRPr="004F1596">
        <w:t>intriguer le voisinage</w:t>
      </w:r>
      <w:r w:rsidRPr="004572A7">
        <w:t>.</w:t>
      </w:r>
    </w:p>
    <w:p w14:paraId="7A0BCA0E" w14:textId="77777777" w:rsidR="003A025E" w:rsidRPr="004572A7" w:rsidRDefault="003A025E" w:rsidP="004F1596">
      <w:r w:rsidRPr="004572A7">
        <w:t>« </w:t>
      </w:r>
      <w:r w:rsidR="004F1596" w:rsidRPr="004F1596">
        <w:t>Trop vite et trop facilement</w:t>
      </w:r>
      <w:r w:rsidRPr="004572A7">
        <w:t xml:space="preserve">, </w:t>
      </w:r>
      <w:r w:rsidR="004F1596" w:rsidRPr="004F1596">
        <w:t>je serais devenu un homme suspect avec mes flacons</w:t>
      </w:r>
      <w:r w:rsidRPr="004572A7">
        <w:t xml:space="preserve">, </w:t>
      </w:r>
      <w:r w:rsidR="004F1596" w:rsidRPr="004F1596">
        <w:t>mes machines électriques</w:t>
      </w:r>
      <w:r w:rsidRPr="004572A7">
        <w:t xml:space="preserve">, </w:t>
      </w:r>
      <w:r w:rsidR="004F1596" w:rsidRPr="004F1596">
        <w:t>mes bocaux et mes préparations chimiques</w:t>
      </w:r>
      <w:r w:rsidRPr="004572A7">
        <w:t xml:space="preserve">. </w:t>
      </w:r>
      <w:r w:rsidR="004F1596" w:rsidRPr="004F1596">
        <w:t>En ma qualité de docteur</w:t>
      </w:r>
      <w:r w:rsidRPr="004572A7">
        <w:t xml:space="preserve">, </w:t>
      </w:r>
      <w:r w:rsidR="004F1596" w:rsidRPr="004F1596">
        <w:t>il m</w:t>
      </w:r>
      <w:r w:rsidRPr="004572A7">
        <w:t>’</w:t>
      </w:r>
      <w:r w:rsidR="004F1596" w:rsidRPr="004F1596">
        <w:t>aurait été difficile de refuser mon assistance dans des cas urgents et</w:t>
      </w:r>
      <w:r w:rsidRPr="004572A7">
        <w:t xml:space="preserve">, </w:t>
      </w:r>
      <w:r w:rsidR="004F1596" w:rsidRPr="004F1596">
        <w:t>pour le même motif</w:t>
      </w:r>
      <w:r w:rsidRPr="004572A7">
        <w:t xml:space="preserve">, </w:t>
      </w:r>
      <w:r w:rsidR="004F1596" w:rsidRPr="004F1596">
        <w:t>j</w:t>
      </w:r>
      <w:r w:rsidRPr="004572A7">
        <w:t>’</w:t>
      </w:r>
      <w:r w:rsidR="004F1596" w:rsidRPr="004F1596">
        <w:t>aurais sûrement dû me résigner aux visites de mes confrères qui se seraient fait un devoir de s</w:t>
      </w:r>
      <w:r w:rsidRPr="004572A7">
        <w:t>’</w:t>
      </w:r>
      <w:r w:rsidR="004F1596" w:rsidRPr="004F1596">
        <w:t>intéresser</w:t>
      </w:r>
      <w:r w:rsidRPr="004572A7">
        <w:t xml:space="preserve">, </w:t>
      </w:r>
      <w:r w:rsidR="004F1596" w:rsidRPr="004F1596">
        <w:t>plus que de raison</w:t>
      </w:r>
      <w:r w:rsidRPr="004572A7">
        <w:t xml:space="preserve">, </w:t>
      </w:r>
      <w:r w:rsidR="004F1596" w:rsidRPr="004F1596">
        <w:t>à mes recherches</w:t>
      </w:r>
      <w:r w:rsidRPr="004572A7">
        <w:t xml:space="preserve">, </w:t>
      </w:r>
      <w:r w:rsidR="004F1596" w:rsidRPr="004F1596">
        <w:t>à la façon dont j</w:t>
      </w:r>
      <w:r w:rsidRPr="004572A7">
        <w:t>’</w:t>
      </w:r>
      <w:r w:rsidR="004F1596" w:rsidRPr="004F1596">
        <w:t>occupais mes loisirs</w:t>
      </w:r>
      <w:r w:rsidRPr="004572A7">
        <w:t xml:space="preserve">, </w:t>
      </w:r>
      <w:r w:rsidR="004F1596" w:rsidRPr="004F1596">
        <w:t>et de me poser des questions gênantes</w:t>
      </w:r>
      <w:r w:rsidRPr="004572A7">
        <w:t>…</w:t>
      </w:r>
    </w:p>
    <w:p w14:paraId="31536E1A" w14:textId="77777777" w:rsidR="003A025E" w:rsidRPr="004572A7" w:rsidRDefault="003A025E" w:rsidP="004F1596">
      <w:r w:rsidRPr="004572A7">
        <w:t>« </w:t>
      </w:r>
      <w:r w:rsidR="004F1596" w:rsidRPr="004F1596">
        <w:t>Quelles complications dans mon existence laborieuse</w:t>
      </w:r>
      <w:r w:rsidRPr="004572A7">
        <w:t xml:space="preserve"> ! </w:t>
      </w:r>
      <w:r w:rsidR="004F1596" w:rsidRPr="004F1596">
        <w:t>Fatalement</w:t>
      </w:r>
      <w:r w:rsidRPr="004572A7">
        <w:t xml:space="preserve">, </w:t>
      </w:r>
      <w:r w:rsidR="004F1596" w:rsidRPr="004F1596">
        <w:t>ces visites</w:t>
      </w:r>
      <w:r w:rsidRPr="004572A7">
        <w:t xml:space="preserve">, </w:t>
      </w:r>
      <w:r w:rsidR="004F1596" w:rsidRPr="004F1596">
        <w:t>ces questions indiscrètes m</w:t>
      </w:r>
      <w:r w:rsidRPr="004572A7">
        <w:t>’</w:t>
      </w:r>
      <w:r w:rsidR="004F1596" w:rsidRPr="004F1596">
        <w:t>auraient mis dans l</w:t>
      </w:r>
      <w:r w:rsidRPr="004572A7">
        <w:t>’</w:t>
      </w:r>
      <w:r w:rsidR="004F1596" w:rsidRPr="004F1596">
        <w:t>obligation de mentir</w:t>
      </w:r>
      <w:r w:rsidRPr="004572A7">
        <w:t xml:space="preserve">. </w:t>
      </w:r>
      <w:r w:rsidR="004F1596" w:rsidRPr="004F1596">
        <w:t>Les propos des gens bien intentionnés</w:t>
      </w:r>
      <w:r w:rsidRPr="004572A7">
        <w:t xml:space="preserve">, </w:t>
      </w:r>
      <w:r w:rsidR="004F1596" w:rsidRPr="004F1596">
        <w:t>plus funestes que les autres</w:t>
      </w:r>
      <w:r w:rsidRPr="004572A7">
        <w:t xml:space="preserve">, </w:t>
      </w:r>
      <w:r w:rsidR="004F1596" w:rsidRPr="004F1596">
        <w:t>auraient fait quelque bruit</w:t>
      </w:r>
      <w:r w:rsidRPr="004572A7">
        <w:t xml:space="preserve">, </w:t>
      </w:r>
      <w:r w:rsidR="004F1596" w:rsidRPr="004F1596">
        <w:t>et comme j</w:t>
      </w:r>
      <w:r w:rsidRPr="004572A7">
        <w:t>’</w:t>
      </w:r>
      <w:r w:rsidR="004F1596" w:rsidRPr="004F1596">
        <w:t>étais assez connu à Paris</w:t>
      </w:r>
      <w:r w:rsidRPr="004572A7">
        <w:t xml:space="preserve">, </w:t>
      </w:r>
      <w:r w:rsidR="004F1596" w:rsidRPr="004F1596">
        <w:t>dans le corps médical</w:t>
      </w:r>
      <w:r w:rsidRPr="004572A7">
        <w:t xml:space="preserve">, </w:t>
      </w:r>
      <w:r w:rsidR="004F1596" w:rsidRPr="004F1596">
        <w:t>avec la réputation de vouloir toujours en savoir plus long que mes confrères</w:t>
      </w:r>
      <w:r w:rsidRPr="004572A7">
        <w:t xml:space="preserve">, </w:t>
      </w:r>
      <w:r w:rsidR="004F1596" w:rsidRPr="004F1596">
        <w:t>les chercheurs officiels</w:t>
      </w:r>
      <w:r w:rsidRPr="004572A7">
        <w:t xml:space="preserve">, </w:t>
      </w:r>
      <w:r w:rsidR="004F1596" w:rsidRPr="004F1596">
        <w:t>on aurait fini par croire que je travaillais à quelque neuve et importante découverte</w:t>
      </w:r>
      <w:r w:rsidRPr="004572A7">
        <w:t xml:space="preserve">. </w:t>
      </w:r>
      <w:r w:rsidR="004F1596" w:rsidRPr="004F1596">
        <w:t>Cela m</w:t>
      </w:r>
      <w:r w:rsidRPr="004572A7">
        <w:t>’</w:t>
      </w:r>
      <w:r w:rsidR="004F1596" w:rsidRPr="004F1596">
        <w:t>épouvantait</w:t>
      </w:r>
      <w:r w:rsidRPr="004572A7">
        <w:t xml:space="preserve">, </w:t>
      </w:r>
      <w:r w:rsidR="004F1596" w:rsidRPr="004F1596">
        <w:t>et je ne le voulais à aucun prix</w:t>
      </w:r>
      <w:r w:rsidRPr="004572A7">
        <w:t>.</w:t>
      </w:r>
    </w:p>
    <w:p w14:paraId="68B3AE64" w14:textId="77777777" w:rsidR="003A025E" w:rsidRPr="004572A7" w:rsidRDefault="003A025E" w:rsidP="004F1596">
      <w:r w:rsidRPr="004572A7">
        <w:t>« </w:t>
      </w:r>
      <w:r w:rsidR="004F1596" w:rsidRPr="004F1596">
        <w:t>Tôt ou tard</w:t>
      </w:r>
      <w:r w:rsidRPr="004572A7">
        <w:t xml:space="preserve">, </w:t>
      </w:r>
      <w:r w:rsidR="004F1596" w:rsidRPr="004F1596">
        <w:t>un de mes amis ou quelque journaliste en quête d</w:t>
      </w:r>
      <w:r w:rsidRPr="004572A7">
        <w:t>’</w:t>
      </w:r>
      <w:r w:rsidR="004F1596" w:rsidRPr="004F1596">
        <w:t xml:space="preserve">actualités serait venu me dénicher au fond de ma </w:t>
      </w:r>
      <w:r w:rsidR="004F1596" w:rsidRPr="004F1596">
        <w:lastRenderedPageBreak/>
        <w:t>petite ville de province</w:t>
      </w:r>
      <w:r w:rsidRPr="004572A7">
        <w:t xml:space="preserve">, </w:t>
      </w:r>
      <w:r w:rsidR="004F1596" w:rsidRPr="004F1596">
        <w:t>et alors adieu la tranquillité</w:t>
      </w:r>
      <w:r w:rsidRPr="004572A7">
        <w:t xml:space="preserve">, </w:t>
      </w:r>
      <w:r w:rsidR="004F1596" w:rsidRPr="004F1596">
        <w:t>le silence</w:t>
      </w:r>
      <w:r w:rsidRPr="004572A7">
        <w:t xml:space="preserve">, </w:t>
      </w:r>
      <w:r w:rsidR="004F1596" w:rsidRPr="004F1596">
        <w:t>le calme sans lesquels tout travail suivi est impossible</w:t>
      </w:r>
      <w:r w:rsidRPr="004572A7">
        <w:t>.</w:t>
      </w:r>
    </w:p>
    <w:p w14:paraId="50360F17" w14:textId="77777777" w:rsidR="003A025E" w:rsidRPr="004572A7" w:rsidRDefault="004F1596" w:rsidP="004F1596">
      <w:r w:rsidRPr="004F1596">
        <w:t>Cette plaidoirie n</w:t>
      </w:r>
      <w:r w:rsidR="003A025E" w:rsidRPr="004572A7">
        <w:t>’</w:t>
      </w:r>
      <w:r w:rsidRPr="004F1596">
        <w:t>était pas sans me surprendre</w:t>
      </w:r>
      <w:r w:rsidR="003A025E" w:rsidRPr="004572A7">
        <w:t xml:space="preserve">. </w:t>
      </w:r>
      <w:r w:rsidR="007E47D1" w:rsidRPr="004572A7">
        <w:t>À</w:t>
      </w:r>
      <w:r w:rsidRPr="004F1596">
        <w:t xml:space="preserve"> mon sens</w:t>
      </w:r>
      <w:r w:rsidR="003A025E" w:rsidRPr="004572A7">
        <w:t xml:space="preserve">, </w:t>
      </w:r>
      <w:r w:rsidRPr="004F1596">
        <w:t>Surgères exagérait quelque peu</w:t>
      </w:r>
      <w:r w:rsidR="003A025E" w:rsidRPr="004572A7">
        <w:t xml:space="preserve">. </w:t>
      </w:r>
      <w:r w:rsidRPr="004F1596">
        <w:t>Il devait avoir une raison plus importante encore</w:t>
      </w:r>
      <w:r w:rsidR="003A025E" w:rsidRPr="004572A7">
        <w:t xml:space="preserve">, </w:t>
      </w:r>
      <w:r w:rsidRPr="004F1596">
        <w:t>bien que celles qu</w:t>
      </w:r>
      <w:r w:rsidR="003A025E" w:rsidRPr="004572A7">
        <w:t>’</w:t>
      </w:r>
      <w:r w:rsidRPr="004F1596">
        <w:t>il me donnât ne fussent pas dépourvues de toute valeur</w:t>
      </w:r>
      <w:r w:rsidR="003A025E" w:rsidRPr="004572A7">
        <w:t xml:space="preserve">. </w:t>
      </w:r>
      <w:r w:rsidRPr="004F1596">
        <w:t>Il continua</w:t>
      </w:r>
      <w:r w:rsidR="003A025E" w:rsidRPr="004572A7">
        <w:t> :</w:t>
      </w:r>
    </w:p>
    <w:p w14:paraId="44EDBA40" w14:textId="77777777" w:rsidR="003A025E" w:rsidRPr="004572A7" w:rsidRDefault="003A025E" w:rsidP="004F1596">
      <w:r w:rsidRPr="004572A7">
        <w:t>— </w:t>
      </w:r>
      <w:r w:rsidR="004F1596" w:rsidRPr="004F1596">
        <w:t xml:space="preserve">La villa </w:t>
      </w:r>
      <w:r w:rsidRPr="004572A7">
        <w:t>« </w:t>
      </w:r>
      <w:proofErr w:type="spellStart"/>
      <w:r w:rsidR="004F1596" w:rsidRPr="004F1596">
        <w:t>Bakhea</w:t>
      </w:r>
      <w:proofErr w:type="spellEnd"/>
      <w:r w:rsidRPr="004572A7">
        <w:t> »</w:t>
      </w:r>
      <w:r w:rsidR="004F1596" w:rsidRPr="004F1596">
        <w:t xml:space="preserve"> m</w:t>
      </w:r>
      <w:r w:rsidRPr="004572A7">
        <w:t>’</w:t>
      </w:r>
      <w:r w:rsidR="004F1596" w:rsidRPr="004F1596">
        <w:t>appartient</w:t>
      </w:r>
      <w:r w:rsidRPr="004572A7">
        <w:t xml:space="preserve">. </w:t>
      </w:r>
      <w:r w:rsidR="004F1596" w:rsidRPr="004F1596">
        <w:t>Je l</w:t>
      </w:r>
      <w:r w:rsidRPr="004572A7">
        <w:t>’</w:t>
      </w:r>
      <w:r w:rsidR="004F1596" w:rsidRPr="004F1596">
        <w:t xml:space="preserve">ai achetée il y a trois ans au comte de </w:t>
      </w:r>
      <w:proofErr w:type="spellStart"/>
      <w:r w:rsidR="004F1596" w:rsidRPr="004F1596">
        <w:t>Flossanges-Runel</w:t>
      </w:r>
      <w:proofErr w:type="spellEnd"/>
      <w:r w:rsidR="004F1596" w:rsidRPr="004F1596">
        <w:t xml:space="preserve"> que je connaissais et qui voulait s</w:t>
      </w:r>
      <w:r w:rsidRPr="004572A7">
        <w:t>’</w:t>
      </w:r>
      <w:r w:rsidR="004F1596" w:rsidRPr="004F1596">
        <w:t>en débarrasser</w:t>
      </w:r>
      <w:r w:rsidRPr="004572A7">
        <w:t xml:space="preserve">. </w:t>
      </w:r>
      <w:r w:rsidR="004F1596" w:rsidRPr="004F1596">
        <w:t>J</w:t>
      </w:r>
      <w:r w:rsidRPr="004572A7">
        <w:t>’</w:t>
      </w:r>
      <w:r w:rsidR="004F1596" w:rsidRPr="004F1596">
        <w:t>estimais</w:t>
      </w:r>
      <w:r w:rsidRPr="004572A7">
        <w:t xml:space="preserve">, </w:t>
      </w:r>
      <w:r w:rsidR="004F1596" w:rsidRPr="004F1596">
        <w:t>en effet</w:t>
      </w:r>
      <w:r w:rsidRPr="004572A7">
        <w:t xml:space="preserve">, </w:t>
      </w:r>
      <w:r w:rsidR="004F1596" w:rsidRPr="004F1596">
        <w:t>que</w:t>
      </w:r>
      <w:r w:rsidRPr="004572A7">
        <w:t xml:space="preserve">, </w:t>
      </w:r>
      <w:r w:rsidR="004F1596" w:rsidRPr="004F1596">
        <w:t>non seulement pour mes travaux</w:t>
      </w:r>
      <w:r w:rsidRPr="004572A7">
        <w:t xml:space="preserve">, </w:t>
      </w:r>
      <w:r w:rsidR="004F1596" w:rsidRPr="004F1596">
        <w:t>mais encore pour ma santé</w:t>
      </w:r>
      <w:r w:rsidRPr="004572A7">
        <w:t xml:space="preserve">, </w:t>
      </w:r>
      <w:r w:rsidR="004F1596" w:rsidRPr="004F1596">
        <w:t>je ne pouvais m</w:t>
      </w:r>
      <w:r w:rsidRPr="004572A7">
        <w:t>’</w:t>
      </w:r>
      <w:r w:rsidR="004F1596" w:rsidRPr="004F1596">
        <w:t>installer qu</w:t>
      </w:r>
      <w:r w:rsidRPr="004572A7">
        <w:t>’</w:t>
      </w:r>
      <w:r w:rsidR="004F1596" w:rsidRPr="004F1596">
        <w:t>ici</w:t>
      </w:r>
      <w:r w:rsidRPr="004572A7">
        <w:t xml:space="preserve">, </w:t>
      </w:r>
      <w:r w:rsidR="004F1596" w:rsidRPr="004F1596">
        <w:t>sur la côte des Basques</w:t>
      </w:r>
      <w:r w:rsidRPr="004572A7">
        <w:t xml:space="preserve">, </w:t>
      </w:r>
      <w:r w:rsidR="004F1596" w:rsidRPr="004F1596">
        <w:t>en face de cette mer splendide</w:t>
      </w:r>
      <w:r w:rsidRPr="004572A7">
        <w:t xml:space="preserve">, </w:t>
      </w:r>
      <w:r w:rsidR="004F1596" w:rsidRPr="004F1596">
        <w:t>sous ce climat délicieux où le ciel est toujours ruisselant de lumière et de gaieté</w:t>
      </w:r>
      <w:r w:rsidRPr="004572A7">
        <w:t>.</w:t>
      </w:r>
    </w:p>
    <w:p w14:paraId="6F0EFB5E" w14:textId="77777777" w:rsidR="003A025E" w:rsidRPr="004572A7" w:rsidRDefault="003A025E" w:rsidP="004F1596">
      <w:r w:rsidRPr="004572A7">
        <w:t>« </w:t>
      </w:r>
      <w:r w:rsidR="004F1596" w:rsidRPr="004F1596">
        <w:t xml:space="preserve">La comtesse </w:t>
      </w:r>
      <w:proofErr w:type="spellStart"/>
      <w:r w:rsidR="004F1596" w:rsidRPr="004F1596">
        <w:t>Flossanges-Runel</w:t>
      </w:r>
      <w:proofErr w:type="spellEnd"/>
      <w:r w:rsidR="004F1596" w:rsidRPr="004F1596">
        <w:t xml:space="preserve"> m</w:t>
      </w:r>
      <w:r w:rsidRPr="004572A7">
        <w:t>’</w:t>
      </w:r>
      <w:r w:rsidR="004F1596" w:rsidRPr="004F1596">
        <w:t>estimait beaucoup</w:t>
      </w:r>
      <w:r w:rsidRPr="004572A7">
        <w:t xml:space="preserve">, </w:t>
      </w:r>
      <w:r w:rsidR="004F1596" w:rsidRPr="004F1596">
        <w:t>elle venait me voir quelquefois et</w:t>
      </w:r>
      <w:r w:rsidRPr="004572A7">
        <w:t xml:space="preserve">, </w:t>
      </w:r>
      <w:r w:rsidR="004F1596" w:rsidRPr="004F1596">
        <w:t>je dois vous le dire en toute sincérité</w:t>
      </w:r>
      <w:r w:rsidRPr="004572A7">
        <w:t xml:space="preserve">, </w:t>
      </w:r>
      <w:r w:rsidR="004F1596" w:rsidRPr="004F1596">
        <w:t>dussiez-vous m</w:t>
      </w:r>
      <w:r w:rsidRPr="004572A7">
        <w:t>’</w:t>
      </w:r>
      <w:r w:rsidR="004F1596" w:rsidRPr="004F1596">
        <w:t>en estimer moins</w:t>
      </w:r>
      <w:r w:rsidRPr="004572A7">
        <w:t xml:space="preserve">, </w:t>
      </w:r>
      <w:r w:rsidR="004F1596" w:rsidRPr="004F1596">
        <w:t>nous étions devenus plus que des amis</w:t>
      </w:r>
      <w:r w:rsidRPr="004572A7">
        <w:t xml:space="preserve">. </w:t>
      </w:r>
      <w:r w:rsidR="004F1596" w:rsidRPr="004F1596">
        <w:t>Son mari l</w:t>
      </w:r>
      <w:r w:rsidRPr="004572A7">
        <w:t>’</w:t>
      </w:r>
      <w:r w:rsidR="004F1596" w:rsidRPr="004F1596">
        <w:t>avait épousée pour sa fortune et</w:t>
      </w:r>
      <w:r w:rsidRPr="004572A7">
        <w:t xml:space="preserve">, </w:t>
      </w:r>
      <w:r w:rsidR="004F1596" w:rsidRPr="004F1596">
        <w:t>non seulement il n</w:t>
      </w:r>
      <w:r w:rsidRPr="004572A7">
        <w:t>’</w:t>
      </w:r>
      <w:r w:rsidR="004F1596" w:rsidRPr="004F1596">
        <w:t>avait pour elle aucune affection</w:t>
      </w:r>
      <w:r w:rsidRPr="004572A7">
        <w:t xml:space="preserve">, </w:t>
      </w:r>
      <w:r w:rsidR="004F1596" w:rsidRPr="004F1596">
        <w:t>mais encore il la méprisait ouvertement</w:t>
      </w:r>
      <w:r w:rsidRPr="004572A7">
        <w:t xml:space="preserve">. </w:t>
      </w:r>
      <w:r w:rsidR="004F1596" w:rsidRPr="004F1596">
        <w:t>Ainsi</w:t>
      </w:r>
      <w:r w:rsidRPr="004572A7">
        <w:t xml:space="preserve">, </w:t>
      </w:r>
      <w:r w:rsidR="004F1596" w:rsidRPr="004F1596">
        <w:t>il ne lui épargnait aucun affront</w:t>
      </w:r>
      <w:r w:rsidRPr="004572A7">
        <w:t xml:space="preserve"> : </w:t>
      </w:r>
      <w:r w:rsidR="004F1596" w:rsidRPr="004F1596">
        <w:t>ni celui de ses liaisons avec des femmes sans éducation et en dehors de son rang</w:t>
      </w:r>
      <w:r w:rsidRPr="004572A7">
        <w:t xml:space="preserve">, </w:t>
      </w:r>
      <w:r w:rsidR="004F1596" w:rsidRPr="004F1596">
        <w:t>ni celui des scandales qu</w:t>
      </w:r>
      <w:r w:rsidRPr="004572A7">
        <w:t>’</w:t>
      </w:r>
      <w:r w:rsidR="004F1596" w:rsidRPr="004F1596">
        <w:t>il avait provoqués plusieurs fois au jeu par sa déloyauté</w:t>
      </w:r>
      <w:r w:rsidRPr="004572A7">
        <w:t xml:space="preserve">, </w:t>
      </w:r>
      <w:r w:rsidR="004F1596" w:rsidRPr="004F1596">
        <w:t>ni celui d</w:t>
      </w:r>
      <w:r w:rsidRPr="004572A7">
        <w:t>’</w:t>
      </w:r>
      <w:r w:rsidR="004F1596" w:rsidRPr="004F1596">
        <w:t>avoir bu souvent en public plus que de raison</w:t>
      </w:r>
      <w:r w:rsidRPr="004572A7">
        <w:t>.</w:t>
      </w:r>
    </w:p>
    <w:p w14:paraId="2CCE4859" w14:textId="77777777" w:rsidR="003A025E" w:rsidRPr="004572A7" w:rsidRDefault="003A025E" w:rsidP="004F1596">
      <w:r w:rsidRPr="004572A7">
        <w:t>« M</w:t>
      </w:r>
      <w:r w:rsidRPr="004572A7">
        <w:rPr>
          <w:vertAlign w:val="superscript"/>
        </w:rPr>
        <w:t>me</w:t>
      </w:r>
      <w:r w:rsidRPr="004572A7">
        <w:t> </w:t>
      </w:r>
      <w:proofErr w:type="spellStart"/>
      <w:r w:rsidR="004F1596" w:rsidRPr="004F1596">
        <w:t>Flossanges-Runel</w:t>
      </w:r>
      <w:proofErr w:type="spellEnd"/>
      <w:r w:rsidR="004F1596" w:rsidRPr="004F1596">
        <w:t xml:space="preserve"> est veuve depuis bientôt deux ans</w:t>
      </w:r>
      <w:r w:rsidRPr="004572A7">
        <w:t xml:space="preserve">, </w:t>
      </w:r>
      <w:r w:rsidR="004F1596" w:rsidRPr="004F1596">
        <w:t>aussi</w:t>
      </w:r>
      <w:r w:rsidRPr="004572A7">
        <w:t xml:space="preserve">, </w:t>
      </w:r>
      <w:r w:rsidR="004F1596" w:rsidRPr="004F1596">
        <w:t>dans le cas où ma santé voudra bien le permettre</w:t>
      </w:r>
      <w:r w:rsidRPr="004572A7">
        <w:t xml:space="preserve">, </w:t>
      </w:r>
      <w:r w:rsidR="004F1596" w:rsidRPr="004F1596">
        <w:t>j</w:t>
      </w:r>
      <w:r w:rsidRPr="004572A7">
        <w:t>’</w:t>
      </w:r>
      <w:r w:rsidR="004F1596" w:rsidRPr="004F1596">
        <w:t>espère l</w:t>
      </w:r>
      <w:r w:rsidRPr="004572A7">
        <w:t>’</w:t>
      </w:r>
      <w:r w:rsidR="004F1596" w:rsidRPr="004F1596">
        <w:t>épouser dans un temps très prochain</w:t>
      </w:r>
      <w:r w:rsidRPr="004572A7">
        <w:t xml:space="preserve">. </w:t>
      </w:r>
      <w:r w:rsidR="004F1596" w:rsidRPr="004F1596">
        <w:t>Elle a trente-deux ans à peine</w:t>
      </w:r>
      <w:r w:rsidRPr="004572A7">
        <w:t xml:space="preserve">, </w:t>
      </w:r>
      <w:r w:rsidR="004F1596" w:rsidRPr="004F1596">
        <w:t>j</w:t>
      </w:r>
      <w:r w:rsidRPr="004572A7">
        <w:t>’</w:t>
      </w:r>
      <w:r w:rsidR="004F1596" w:rsidRPr="004F1596">
        <w:t>en aurai bientôt quarante</w:t>
      </w:r>
      <w:r w:rsidRPr="004572A7">
        <w:t xml:space="preserve">. </w:t>
      </w:r>
      <w:r w:rsidR="004F1596" w:rsidRPr="004F1596">
        <w:t>Eh bien</w:t>
      </w:r>
      <w:r w:rsidRPr="004572A7">
        <w:t xml:space="preserve">, </w:t>
      </w:r>
      <w:r w:rsidR="004F1596" w:rsidRPr="004F1596">
        <w:t>nos caractères se comprennent et</w:t>
      </w:r>
      <w:r w:rsidRPr="004572A7">
        <w:t xml:space="preserve">, </w:t>
      </w:r>
      <w:r w:rsidR="004F1596" w:rsidRPr="004F1596">
        <w:t>malgré les quelques années qui nous séparent</w:t>
      </w:r>
      <w:r w:rsidRPr="004572A7">
        <w:t xml:space="preserve">, </w:t>
      </w:r>
      <w:r w:rsidR="004F1596" w:rsidRPr="004F1596">
        <w:t>nous nous entendrons parfaitement</w:t>
      </w:r>
      <w:r w:rsidRPr="004572A7">
        <w:t>.</w:t>
      </w:r>
    </w:p>
    <w:p w14:paraId="00BA5A46" w14:textId="77777777" w:rsidR="003A025E" w:rsidRPr="004572A7" w:rsidRDefault="003A025E" w:rsidP="004F1596">
      <w:r w:rsidRPr="004572A7">
        <w:lastRenderedPageBreak/>
        <w:t>« </w:t>
      </w:r>
      <w:r w:rsidR="004F1596" w:rsidRPr="004F1596">
        <w:t>Je vous l</w:t>
      </w:r>
      <w:r w:rsidRPr="004572A7">
        <w:t>’</w:t>
      </w:r>
      <w:r w:rsidR="004F1596" w:rsidRPr="004F1596">
        <w:t>ai déjà dit</w:t>
      </w:r>
      <w:r w:rsidRPr="004572A7">
        <w:t xml:space="preserve">, </w:t>
      </w:r>
      <w:r w:rsidR="004F1596" w:rsidRPr="004F1596">
        <w:t>Monsieur Rambaud</w:t>
      </w:r>
      <w:r w:rsidRPr="004572A7">
        <w:t xml:space="preserve">, </w:t>
      </w:r>
      <w:r w:rsidR="004F1596" w:rsidRPr="004F1596">
        <w:t>c</w:t>
      </w:r>
      <w:r w:rsidRPr="004572A7">
        <w:t>’</w:t>
      </w:r>
      <w:r w:rsidR="004F1596" w:rsidRPr="004F1596">
        <w:t>est la seule femme qui m</w:t>
      </w:r>
      <w:r w:rsidRPr="004572A7">
        <w:t>’</w:t>
      </w:r>
      <w:r w:rsidR="004F1596" w:rsidRPr="004F1596">
        <w:t>ait aimé sincèrement</w:t>
      </w:r>
      <w:r w:rsidRPr="004572A7">
        <w:t xml:space="preserve">, </w:t>
      </w:r>
      <w:r w:rsidR="004F1596" w:rsidRPr="004F1596">
        <w:t>de tout son cœur</w:t>
      </w:r>
      <w:r w:rsidRPr="004572A7">
        <w:t xml:space="preserve">, </w:t>
      </w:r>
      <w:r w:rsidR="004F1596" w:rsidRPr="004F1596">
        <w:t>de toute son intelligence</w:t>
      </w:r>
      <w:r w:rsidRPr="004572A7">
        <w:t>.</w:t>
      </w:r>
    </w:p>
    <w:p w14:paraId="0825DE0A" w14:textId="77777777" w:rsidR="003A025E" w:rsidRPr="004572A7" w:rsidRDefault="003A025E" w:rsidP="004F1596">
      <w:r w:rsidRPr="004572A7">
        <w:t>« </w:t>
      </w:r>
      <w:r w:rsidR="004F1596" w:rsidRPr="004F1596">
        <w:t>Que de fois</w:t>
      </w:r>
      <w:r w:rsidRPr="004572A7">
        <w:t xml:space="preserve">, </w:t>
      </w:r>
      <w:r w:rsidR="004F1596" w:rsidRPr="004F1596">
        <w:t>lorsque je lui écrivais que j</w:t>
      </w:r>
      <w:r w:rsidRPr="004572A7">
        <w:t>’</w:t>
      </w:r>
      <w:r w:rsidR="004F1596" w:rsidRPr="004F1596">
        <w:t>étais à bout d</w:t>
      </w:r>
      <w:r w:rsidRPr="004572A7">
        <w:t>’</w:t>
      </w:r>
      <w:r w:rsidR="004F1596" w:rsidRPr="004F1596">
        <w:t>efforts</w:t>
      </w:r>
      <w:r w:rsidRPr="004572A7">
        <w:t xml:space="preserve">, </w:t>
      </w:r>
      <w:r w:rsidR="004F1596" w:rsidRPr="004F1596">
        <w:t>las</w:t>
      </w:r>
      <w:r w:rsidRPr="004572A7">
        <w:t xml:space="preserve">, </w:t>
      </w:r>
      <w:r w:rsidR="004F1596" w:rsidRPr="004F1596">
        <w:t>découragé</w:t>
      </w:r>
      <w:r w:rsidRPr="004572A7">
        <w:t xml:space="preserve">, </w:t>
      </w:r>
      <w:r w:rsidR="004F1596" w:rsidRPr="004F1596">
        <w:t>prêt à abandonner mes recherches</w:t>
      </w:r>
      <w:r w:rsidRPr="004572A7">
        <w:t xml:space="preserve">, </w:t>
      </w:r>
      <w:r w:rsidR="004F1596" w:rsidRPr="004F1596">
        <w:t>elle me répondait par des lettres pleines d</w:t>
      </w:r>
      <w:r w:rsidRPr="004572A7">
        <w:t>’</w:t>
      </w:r>
      <w:r w:rsidR="004F1596" w:rsidRPr="004F1596">
        <w:t>affection et d</w:t>
      </w:r>
      <w:r w:rsidRPr="004572A7">
        <w:t>’</w:t>
      </w:r>
      <w:r w:rsidR="004F1596" w:rsidRPr="004F1596">
        <w:t>espérance</w:t>
      </w:r>
      <w:r w:rsidRPr="004572A7">
        <w:t xml:space="preserve">… </w:t>
      </w:r>
      <w:r w:rsidR="004F1596" w:rsidRPr="004F1596">
        <w:t>Elle me donnait</w:t>
      </w:r>
      <w:r w:rsidRPr="004572A7">
        <w:t xml:space="preserve">, </w:t>
      </w:r>
      <w:r w:rsidR="004F1596" w:rsidRPr="004F1596">
        <w:t>elle</w:t>
      </w:r>
      <w:r w:rsidRPr="004572A7">
        <w:t xml:space="preserve">, </w:t>
      </w:r>
      <w:r w:rsidR="004F1596" w:rsidRPr="004F1596">
        <w:t>femme</w:t>
      </w:r>
      <w:r w:rsidRPr="004572A7">
        <w:t xml:space="preserve">, </w:t>
      </w:r>
      <w:r w:rsidR="004F1596" w:rsidRPr="004F1596">
        <w:t>des leçons d</w:t>
      </w:r>
      <w:r w:rsidRPr="004572A7">
        <w:t>’</w:t>
      </w:r>
      <w:r w:rsidR="004F1596" w:rsidRPr="004F1596">
        <w:t>énergie qui ranimaient ma volonté</w:t>
      </w:r>
      <w:r w:rsidRPr="004572A7">
        <w:t xml:space="preserve">, </w:t>
      </w:r>
      <w:r w:rsidR="004F1596" w:rsidRPr="004F1596">
        <w:t>revivifiaient mon esprit et mes forces physiques</w:t>
      </w:r>
      <w:r w:rsidRPr="004572A7">
        <w:t xml:space="preserve">… </w:t>
      </w:r>
      <w:r w:rsidR="004F1596" w:rsidRPr="004F1596">
        <w:t>Elle réveillait ma fierté et réchauffait à la flamme de son amour</w:t>
      </w:r>
      <w:r w:rsidRPr="004572A7">
        <w:t xml:space="preserve">, </w:t>
      </w:r>
      <w:r w:rsidR="004F1596" w:rsidRPr="004F1596">
        <w:t>de sa ténacité</w:t>
      </w:r>
      <w:r w:rsidRPr="004572A7">
        <w:t xml:space="preserve">, </w:t>
      </w:r>
      <w:r w:rsidR="004F1596" w:rsidRPr="004F1596">
        <w:t>mon enthousiasme et ma confiance dans le succès</w:t>
      </w:r>
      <w:r w:rsidRPr="004572A7">
        <w:t>…</w:t>
      </w:r>
    </w:p>
    <w:p w14:paraId="2FC3D85D" w14:textId="77777777" w:rsidR="003A025E" w:rsidRPr="004572A7" w:rsidRDefault="003A025E" w:rsidP="004F1596">
      <w:r w:rsidRPr="004572A7">
        <w:t>« </w:t>
      </w:r>
      <w:r w:rsidR="004F1596" w:rsidRPr="004F1596">
        <w:t>Je me souviendrai toujours d</w:t>
      </w:r>
      <w:r w:rsidRPr="004572A7">
        <w:t>’</w:t>
      </w:r>
      <w:r w:rsidR="004F1596" w:rsidRPr="004F1596">
        <w:t>une lettre qu</w:t>
      </w:r>
      <w:r w:rsidRPr="004572A7">
        <w:t>’</w:t>
      </w:r>
      <w:r w:rsidR="004F1596" w:rsidRPr="004F1596">
        <w:t>elle m</w:t>
      </w:r>
      <w:r w:rsidRPr="004572A7">
        <w:t>’</w:t>
      </w:r>
      <w:r w:rsidR="004F1596" w:rsidRPr="004F1596">
        <w:t>adressa</w:t>
      </w:r>
      <w:r w:rsidRPr="004572A7">
        <w:t xml:space="preserve">, </w:t>
      </w:r>
      <w:r w:rsidR="004F1596" w:rsidRPr="004F1596">
        <w:t>au moment où</w:t>
      </w:r>
      <w:r w:rsidRPr="004572A7">
        <w:t xml:space="preserve">, </w:t>
      </w:r>
      <w:r w:rsidR="004F1596" w:rsidRPr="004F1596">
        <w:t xml:space="preserve">après avoir employé le </w:t>
      </w:r>
      <w:proofErr w:type="spellStart"/>
      <w:r w:rsidR="004F1596" w:rsidRPr="004F1596">
        <w:t>platino</w:t>
      </w:r>
      <w:proofErr w:type="spellEnd"/>
      <w:r w:rsidR="004F1596" w:rsidRPr="004F1596">
        <w:t>-cyanure de baryum je lui annonçai que je n</w:t>
      </w:r>
      <w:r w:rsidRPr="004572A7">
        <w:t>’</w:t>
      </w:r>
      <w:r w:rsidR="004F1596" w:rsidRPr="004F1596">
        <w:t>arrivais à aucun résultat</w:t>
      </w:r>
      <w:r w:rsidRPr="004572A7">
        <w:t xml:space="preserve">, </w:t>
      </w:r>
      <w:r w:rsidR="004F1596" w:rsidRPr="004F1596">
        <w:t>que c</w:t>
      </w:r>
      <w:r w:rsidRPr="004572A7">
        <w:t>’</w:t>
      </w:r>
      <w:r w:rsidR="004F1596" w:rsidRPr="004F1596">
        <w:t>était l</w:t>
      </w:r>
      <w:r w:rsidRPr="004572A7">
        <w:t>’</w:t>
      </w:r>
      <w:r w:rsidR="004F1596" w:rsidRPr="004F1596">
        <w:t>échec complet</w:t>
      </w:r>
      <w:r w:rsidRPr="004572A7">
        <w:t xml:space="preserve">, </w:t>
      </w:r>
      <w:r w:rsidR="004F1596" w:rsidRPr="004F1596">
        <w:t>la défaite irrémédiable</w:t>
      </w:r>
      <w:r w:rsidRPr="004572A7">
        <w:t xml:space="preserve">, </w:t>
      </w:r>
      <w:r w:rsidR="004F1596" w:rsidRPr="004F1596">
        <w:t>définitive</w:t>
      </w:r>
      <w:r w:rsidRPr="004572A7">
        <w:t>…</w:t>
      </w:r>
    </w:p>
    <w:p w14:paraId="075025A4" w14:textId="77777777" w:rsidR="003A025E" w:rsidRPr="004572A7" w:rsidRDefault="003A025E" w:rsidP="004F1596">
      <w:r w:rsidRPr="004572A7">
        <w:t>« </w:t>
      </w:r>
      <w:r w:rsidR="004F1596" w:rsidRPr="004F1596">
        <w:t>Elle me reprocha mon peu de foi dans la science et me rappela l</w:t>
      </w:r>
      <w:r w:rsidRPr="004572A7">
        <w:t>’</w:t>
      </w:r>
      <w:r w:rsidR="004F1596" w:rsidRPr="004F1596">
        <w:t>exemple de l</w:t>
      </w:r>
      <w:r w:rsidRPr="004572A7">
        <w:t>’</w:t>
      </w:r>
      <w:r w:rsidR="004F1596" w:rsidRPr="004F1596">
        <w:t>illustre Bernard Palissy</w:t>
      </w:r>
      <w:r w:rsidRPr="004572A7">
        <w:t xml:space="preserve">. </w:t>
      </w:r>
      <w:r w:rsidR="004F1596" w:rsidRPr="004F1596">
        <w:t>Elle me traça un tableau émouvant du grand céramiste multipliant ses expériences</w:t>
      </w:r>
      <w:r w:rsidRPr="004572A7">
        <w:t xml:space="preserve">, </w:t>
      </w:r>
      <w:r w:rsidR="004F1596" w:rsidRPr="004F1596">
        <w:t>avec une énergie farouche</w:t>
      </w:r>
      <w:r w:rsidRPr="004572A7">
        <w:t xml:space="preserve">, </w:t>
      </w:r>
      <w:r w:rsidR="004F1596" w:rsidRPr="004F1596">
        <w:t>surveillant ses fours pendant des mois entiers</w:t>
      </w:r>
      <w:r w:rsidRPr="004572A7">
        <w:t xml:space="preserve">, </w:t>
      </w:r>
      <w:r w:rsidR="004F1596" w:rsidRPr="004F1596">
        <w:t>lassé</w:t>
      </w:r>
      <w:r w:rsidRPr="004572A7">
        <w:t xml:space="preserve">, </w:t>
      </w:r>
      <w:r w:rsidR="004F1596" w:rsidRPr="004F1596">
        <w:t>épuisé</w:t>
      </w:r>
      <w:r w:rsidRPr="004572A7">
        <w:t xml:space="preserve">, </w:t>
      </w:r>
      <w:r w:rsidR="004F1596" w:rsidRPr="004F1596">
        <w:t>mais jamais vaincu</w:t>
      </w:r>
      <w:r w:rsidRPr="004572A7">
        <w:t xml:space="preserve">, </w:t>
      </w:r>
      <w:r w:rsidR="004F1596" w:rsidRPr="004F1596">
        <w:t>luttant sans cesse</w:t>
      </w:r>
      <w:r w:rsidRPr="004572A7">
        <w:t xml:space="preserve">, </w:t>
      </w:r>
      <w:r w:rsidR="004F1596" w:rsidRPr="004F1596">
        <w:t>tenace</w:t>
      </w:r>
      <w:r w:rsidRPr="004572A7">
        <w:t xml:space="preserve">, </w:t>
      </w:r>
      <w:r w:rsidR="004F1596" w:rsidRPr="004F1596">
        <w:t>sacrifiant sans hésitation ses dernières ressources</w:t>
      </w:r>
      <w:r w:rsidRPr="004572A7">
        <w:t xml:space="preserve">. </w:t>
      </w:r>
      <w:r w:rsidR="004F1596" w:rsidRPr="004F1596">
        <w:t>Elle me le montra dans les heures les plus douloureuses de sa vie</w:t>
      </w:r>
      <w:r w:rsidRPr="004572A7">
        <w:t xml:space="preserve"> ; </w:t>
      </w:r>
      <w:r w:rsidR="004F1596" w:rsidRPr="004F1596">
        <w:t>celles qui devaient précéder sa mémorable découverte</w:t>
      </w:r>
      <w:r w:rsidRPr="004572A7">
        <w:t xml:space="preserve">, </w:t>
      </w:r>
      <w:r w:rsidR="004F1596" w:rsidRPr="004F1596">
        <w:t>se dépouillant de tout ce qui lui restait</w:t>
      </w:r>
      <w:r w:rsidRPr="004572A7">
        <w:t xml:space="preserve">, </w:t>
      </w:r>
      <w:r w:rsidR="004F1596" w:rsidRPr="004F1596">
        <w:t>brûlant ses meubles et poursuivant avec une angoisse tragique et au milieu de sa ruine</w:t>
      </w:r>
      <w:r w:rsidRPr="004572A7">
        <w:t xml:space="preserve">, </w:t>
      </w:r>
      <w:r w:rsidR="004F1596" w:rsidRPr="004F1596">
        <w:t>la conquête de son idéal</w:t>
      </w:r>
      <w:r w:rsidRPr="004572A7">
        <w:t> !…</w:t>
      </w:r>
    </w:p>
    <w:p w14:paraId="28C0C91A" w14:textId="77777777" w:rsidR="003A025E" w:rsidRPr="004572A7" w:rsidRDefault="003A025E" w:rsidP="004F1596">
      <w:r w:rsidRPr="004572A7">
        <w:t>« </w:t>
      </w:r>
      <w:r w:rsidR="004F1596" w:rsidRPr="004F1596">
        <w:t>J</w:t>
      </w:r>
      <w:r w:rsidRPr="004572A7">
        <w:t>’</w:t>
      </w:r>
      <w:r w:rsidR="004F1596" w:rsidRPr="004F1596">
        <w:t>eus honte de moi-même et je me remis au travail avec une ardeur et une fièvre nouvelles</w:t>
      </w:r>
      <w:r w:rsidRPr="004572A7">
        <w:t>…</w:t>
      </w:r>
    </w:p>
    <w:p w14:paraId="06EFB557" w14:textId="77777777" w:rsidR="003A025E" w:rsidRPr="004572A7" w:rsidRDefault="003A025E" w:rsidP="004F1596">
      <w:r w:rsidRPr="004572A7">
        <w:lastRenderedPageBreak/>
        <w:t>« </w:t>
      </w:r>
      <w:r w:rsidR="004F1596" w:rsidRPr="004F1596">
        <w:t>Vous voyez où j</w:t>
      </w:r>
      <w:r w:rsidRPr="004572A7">
        <w:t>’</w:t>
      </w:r>
      <w:r w:rsidR="004F1596" w:rsidRPr="004F1596">
        <w:t>en suis aujourd</w:t>
      </w:r>
      <w:r w:rsidRPr="004572A7">
        <w:t>’</w:t>
      </w:r>
      <w:r w:rsidR="004F1596" w:rsidRPr="004F1596">
        <w:t>hui</w:t>
      </w:r>
      <w:r w:rsidRPr="004572A7">
        <w:t xml:space="preserve">… </w:t>
      </w:r>
      <w:r w:rsidR="004F1596" w:rsidRPr="004F1596">
        <w:t>Croyez bien que je ne vous en veux pas d</w:t>
      </w:r>
      <w:r w:rsidRPr="004572A7">
        <w:t>’</w:t>
      </w:r>
      <w:r w:rsidR="004F1596" w:rsidRPr="004F1596">
        <w:t>avoir pénétré le secret de ma découverte</w:t>
      </w:r>
      <w:r w:rsidRPr="004572A7">
        <w:t xml:space="preserve">. </w:t>
      </w:r>
      <w:r w:rsidR="004F1596" w:rsidRPr="004F1596">
        <w:t>Je sais que vous êtes un homme d</w:t>
      </w:r>
      <w:r w:rsidRPr="004572A7">
        <w:t>’</w:t>
      </w:r>
      <w:r w:rsidR="004F1596" w:rsidRPr="004F1596">
        <w:t>honneur</w:t>
      </w:r>
      <w:r w:rsidRPr="004572A7">
        <w:t xml:space="preserve">, </w:t>
      </w:r>
      <w:r w:rsidR="004F1596" w:rsidRPr="004F1596">
        <w:t>Monsieur Rambaud</w:t>
      </w:r>
      <w:r w:rsidRPr="004572A7">
        <w:t xml:space="preserve">, </w:t>
      </w:r>
      <w:r w:rsidR="004F1596" w:rsidRPr="004F1596">
        <w:t>et que vous êtes capable de me prouver combien j</w:t>
      </w:r>
      <w:r w:rsidRPr="004572A7">
        <w:t>’</w:t>
      </w:r>
      <w:r w:rsidR="004F1596" w:rsidRPr="004F1596">
        <w:t>ai eu raison de tout vous avouer</w:t>
      </w:r>
      <w:r w:rsidRPr="004572A7">
        <w:t>…</w:t>
      </w:r>
    </w:p>
    <w:p w14:paraId="350C7FFE" w14:textId="77777777" w:rsidR="003A025E" w:rsidRPr="004572A7" w:rsidRDefault="003A025E" w:rsidP="004F1596">
      <w:r w:rsidRPr="004572A7">
        <w:t>« </w:t>
      </w:r>
      <w:r w:rsidR="004F1596" w:rsidRPr="004F1596">
        <w:t>Par moments</w:t>
      </w:r>
      <w:r w:rsidRPr="004572A7">
        <w:t xml:space="preserve">, </w:t>
      </w:r>
      <w:r w:rsidR="004F1596" w:rsidRPr="004F1596">
        <w:t>l</w:t>
      </w:r>
      <w:r w:rsidRPr="004572A7">
        <w:t>’</w:t>
      </w:r>
      <w:r w:rsidR="004F1596" w:rsidRPr="004F1596">
        <w:t>homme a besoin de se confier à son semblable et cela est si vrai qu</w:t>
      </w:r>
      <w:r w:rsidRPr="004572A7">
        <w:t>’</w:t>
      </w:r>
      <w:r w:rsidR="004F1596" w:rsidRPr="004F1596">
        <w:t>il y a un philosophe ancien</w:t>
      </w:r>
      <w:r w:rsidRPr="004572A7">
        <w:t xml:space="preserve">, </w:t>
      </w:r>
      <w:r w:rsidR="004F1596" w:rsidRPr="004F1596">
        <w:t>je ne me souviens plus duquel</w:t>
      </w:r>
      <w:r w:rsidRPr="004572A7">
        <w:t xml:space="preserve">, </w:t>
      </w:r>
      <w:r w:rsidR="004F1596" w:rsidRPr="004F1596">
        <w:t>qui a dit qu</w:t>
      </w:r>
      <w:r w:rsidRPr="004572A7">
        <w:t>’</w:t>
      </w:r>
      <w:r w:rsidR="004F1596" w:rsidRPr="004F1596">
        <w:t>il aurait préféré demeurer un ignorant toute sa vie s</w:t>
      </w:r>
      <w:r w:rsidRPr="004572A7">
        <w:t>’</w:t>
      </w:r>
      <w:r w:rsidR="004F1596" w:rsidRPr="004F1596">
        <w:t>il n</w:t>
      </w:r>
      <w:r w:rsidRPr="004572A7">
        <w:t>’</w:t>
      </w:r>
      <w:r w:rsidR="004F1596" w:rsidRPr="004F1596">
        <w:t>avait pu faire bénéficier ses semblables de ses connaissances</w:t>
      </w:r>
      <w:r w:rsidRPr="004572A7">
        <w:t>…</w:t>
      </w:r>
    </w:p>
    <w:p w14:paraId="3B970A01" w14:textId="77777777" w:rsidR="003A025E" w:rsidRPr="004572A7" w:rsidRDefault="004F1596" w:rsidP="004F1596">
      <w:r w:rsidRPr="004F1596">
        <w:t>Après qu</w:t>
      </w:r>
      <w:r w:rsidR="003A025E" w:rsidRPr="004572A7">
        <w:t>’</w:t>
      </w:r>
      <w:r w:rsidRPr="004F1596">
        <w:t>il m</w:t>
      </w:r>
      <w:r w:rsidR="003A025E" w:rsidRPr="004572A7">
        <w:t>’</w:t>
      </w:r>
      <w:r w:rsidRPr="004F1596">
        <w:t>eut fait visiter toute la villa</w:t>
      </w:r>
      <w:r w:rsidR="003A025E" w:rsidRPr="004572A7">
        <w:t xml:space="preserve">, </w:t>
      </w:r>
      <w:r w:rsidRPr="004F1596">
        <w:t>parcourir les communs</w:t>
      </w:r>
      <w:r w:rsidR="003A025E" w:rsidRPr="004572A7">
        <w:t xml:space="preserve">, </w:t>
      </w:r>
      <w:r w:rsidRPr="004F1596">
        <w:t>les dépendances et les agréables détours du parc silencieux</w:t>
      </w:r>
      <w:r w:rsidR="003A025E" w:rsidRPr="004572A7">
        <w:t xml:space="preserve">, </w:t>
      </w:r>
      <w:r w:rsidRPr="004F1596">
        <w:t>Surgères me ramena une dernière fois dans son laboratoire</w:t>
      </w:r>
      <w:r w:rsidR="003A025E" w:rsidRPr="004572A7">
        <w:t xml:space="preserve">. </w:t>
      </w:r>
      <w:r w:rsidRPr="004F1596">
        <w:t>Là</w:t>
      </w:r>
      <w:r w:rsidR="003A025E" w:rsidRPr="004572A7">
        <w:t xml:space="preserve">, </w:t>
      </w:r>
      <w:r w:rsidRPr="004F1596">
        <w:t>prenant dans son secrétaire l</w:t>
      </w:r>
      <w:r w:rsidR="003A025E" w:rsidRPr="004572A7">
        <w:t>’</w:t>
      </w:r>
      <w:r w:rsidRPr="004F1596">
        <w:t>un de ses fameux carnets</w:t>
      </w:r>
      <w:r w:rsidR="003A025E" w:rsidRPr="004572A7">
        <w:t xml:space="preserve">, </w:t>
      </w:r>
      <w:r w:rsidRPr="004F1596">
        <w:t>uniquement constitués par une collection de plaques</w:t>
      </w:r>
      <w:r w:rsidR="003A025E" w:rsidRPr="004572A7">
        <w:t xml:space="preserve">, </w:t>
      </w:r>
      <w:r w:rsidRPr="004F1596">
        <w:t>résultat de ses nombreuses expériences</w:t>
      </w:r>
      <w:r w:rsidR="003A025E" w:rsidRPr="004572A7">
        <w:t xml:space="preserve">, </w:t>
      </w:r>
      <w:r w:rsidRPr="004F1596">
        <w:t>il me dit d</w:t>
      </w:r>
      <w:r w:rsidR="003A025E" w:rsidRPr="004572A7">
        <w:t>’</w:t>
      </w:r>
      <w:r w:rsidRPr="004F1596">
        <w:t>un ton grave</w:t>
      </w:r>
      <w:r w:rsidR="003A025E" w:rsidRPr="004572A7">
        <w:t> :</w:t>
      </w:r>
    </w:p>
    <w:p w14:paraId="2C679893" w14:textId="77777777" w:rsidR="003A025E" w:rsidRPr="004572A7" w:rsidRDefault="003A025E" w:rsidP="004F1596">
      <w:r w:rsidRPr="004572A7">
        <w:t>« </w:t>
      </w:r>
      <w:r w:rsidR="004F1596" w:rsidRPr="004F1596">
        <w:t>Tenez</w:t>
      </w:r>
      <w:r w:rsidRPr="004572A7">
        <w:t xml:space="preserve">, </w:t>
      </w:r>
      <w:r w:rsidR="004F1596" w:rsidRPr="004F1596">
        <w:t>Monsieur Rambaud</w:t>
      </w:r>
      <w:r w:rsidRPr="004572A7">
        <w:t xml:space="preserve">, </w:t>
      </w:r>
      <w:r w:rsidR="004F1596" w:rsidRPr="004F1596">
        <w:t>je vais vous donner une preuve de plus de la confiance que vous m</w:t>
      </w:r>
      <w:r w:rsidRPr="004572A7">
        <w:t>’</w:t>
      </w:r>
      <w:r w:rsidR="004F1596" w:rsidRPr="004F1596">
        <w:t>inspirez et vous montrer ce qui me fait hésiter à livrer mon secret à l</w:t>
      </w:r>
      <w:r w:rsidRPr="004572A7">
        <w:t>’</w:t>
      </w:r>
      <w:r w:rsidR="004F1596" w:rsidRPr="004F1596">
        <w:t>Académie des Sciences</w:t>
      </w:r>
      <w:r w:rsidRPr="004572A7">
        <w:t xml:space="preserve">. </w:t>
      </w:r>
      <w:r w:rsidR="004F1596" w:rsidRPr="004F1596">
        <w:t>Lorsque vous saurez ce que renferment ces plaques redoutables</w:t>
      </w:r>
      <w:r w:rsidRPr="004572A7">
        <w:t xml:space="preserve">, </w:t>
      </w:r>
      <w:r w:rsidR="004F1596" w:rsidRPr="004F1596">
        <w:t>vous vous rendrez compte</w:t>
      </w:r>
      <w:r w:rsidRPr="004572A7">
        <w:t xml:space="preserve">, </w:t>
      </w:r>
      <w:r w:rsidR="004F1596" w:rsidRPr="004F1596">
        <w:t>d</w:t>
      </w:r>
      <w:r w:rsidRPr="004572A7">
        <w:t>’</w:t>
      </w:r>
      <w:r w:rsidR="004F1596" w:rsidRPr="004F1596">
        <w:t>une façon plus saisissante</w:t>
      </w:r>
      <w:r w:rsidRPr="004572A7">
        <w:t xml:space="preserve">, </w:t>
      </w:r>
      <w:r w:rsidR="004F1596" w:rsidRPr="004F1596">
        <w:t>des scrupules que je peux avoir et vous comprendrez mieux aussi toute la laideur de l</w:t>
      </w:r>
      <w:r w:rsidRPr="004572A7">
        <w:t>’</w:t>
      </w:r>
      <w:r w:rsidR="004F1596" w:rsidRPr="004F1596">
        <w:t>humanité</w:t>
      </w:r>
      <w:r w:rsidRPr="004572A7">
        <w:t>.</w:t>
      </w:r>
    </w:p>
    <w:p w14:paraId="1D551739" w14:textId="77777777" w:rsidR="003A025E" w:rsidRPr="004572A7" w:rsidRDefault="003A025E" w:rsidP="004F1596">
      <w:r w:rsidRPr="004572A7">
        <w:t>« </w:t>
      </w:r>
      <w:r w:rsidR="004F1596" w:rsidRPr="004F1596">
        <w:t>Ceci concerne des personnes que vous connaissez</w:t>
      </w:r>
      <w:r w:rsidRPr="004572A7">
        <w:t xml:space="preserve">. </w:t>
      </w:r>
      <w:r w:rsidR="004F1596" w:rsidRPr="004F1596">
        <w:t>Elles occupent des situations importantes et jouissent de l</w:t>
      </w:r>
      <w:r w:rsidRPr="004572A7">
        <w:t>’</w:t>
      </w:r>
      <w:r w:rsidR="004F1596" w:rsidRPr="004F1596">
        <w:t>estime générale</w:t>
      </w:r>
      <w:r w:rsidRPr="004572A7">
        <w:t>…</w:t>
      </w:r>
    </w:p>
    <w:p w14:paraId="646894AF" w14:textId="77777777" w:rsidR="003A025E" w:rsidRPr="004572A7" w:rsidRDefault="004F1596" w:rsidP="004F1596">
      <w:r w:rsidRPr="004F1596">
        <w:t>Après m</w:t>
      </w:r>
      <w:r w:rsidR="003A025E" w:rsidRPr="004572A7">
        <w:t>’</w:t>
      </w:r>
      <w:r w:rsidRPr="004F1596">
        <w:t>avoir cité les noms de ces personnes</w:t>
      </w:r>
      <w:r w:rsidR="003A025E" w:rsidRPr="004572A7">
        <w:t xml:space="preserve">, </w:t>
      </w:r>
      <w:r w:rsidRPr="004F1596">
        <w:t>Surgères me lut quelques-unes de leurs pensées qu</w:t>
      </w:r>
      <w:r w:rsidR="003A025E" w:rsidRPr="004572A7">
        <w:t>’</w:t>
      </w:r>
      <w:r w:rsidRPr="004F1596">
        <w:t>il avait pu recueillir</w:t>
      </w:r>
      <w:r w:rsidR="003A025E" w:rsidRPr="004572A7">
        <w:t xml:space="preserve">, </w:t>
      </w:r>
      <w:r w:rsidRPr="004F1596">
        <w:t>à l</w:t>
      </w:r>
      <w:r w:rsidR="003A025E" w:rsidRPr="004572A7">
        <w:t>’</w:t>
      </w:r>
      <w:r w:rsidRPr="004F1596">
        <w:t>improviste</w:t>
      </w:r>
      <w:r w:rsidR="003A025E" w:rsidRPr="004572A7">
        <w:t xml:space="preserve">, </w:t>
      </w:r>
      <w:r w:rsidRPr="004F1596">
        <w:t xml:space="preserve">sur le </w:t>
      </w:r>
      <w:proofErr w:type="spellStart"/>
      <w:r w:rsidRPr="004F1596">
        <w:t>platino</w:t>
      </w:r>
      <w:proofErr w:type="spellEnd"/>
      <w:r w:rsidRPr="004F1596">
        <w:t>-cyanure de son procédé</w:t>
      </w:r>
      <w:r w:rsidR="003A025E" w:rsidRPr="004572A7">
        <w:t>…</w:t>
      </w:r>
    </w:p>
    <w:p w14:paraId="1B1CF982" w14:textId="77777777" w:rsidR="003A025E" w:rsidRPr="004572A7" w:rsidRDefault="004F1596" w:rsidP="004F1596">
      <w:r w:rsidRPr="004F1596">
        <w:lastRenderedPageBreak/>
        <w:t>Lorsqu</w:t>
      </w:r>
      <w:r w:rsidR="003A025E" w:rsidRPr="004572A7">
        <w:t>’</w:t>
      </w:r>
      <w:r w:rsidRPr="004F1596">
        <w:t>il eut terminé</w:t>
      </w:r>
      <w:r w:rsidR="003A025E" w:rsidRPr="004572A7">
        <w:t xml:space="preserve">, </w:t>
      </w:r>
      <w:r w:rsidRPr="004F1596">
        <w:t>j</w:t>
      </w:r>
      <w:r w:rsidR="003A025E" w:rsidRPr="004572A7">
        <w:t>’</w:t>
      </w:r>
      <w:r w:rsidRPr="004F1596">
        <w:t>étais tellement écœuré que je n</w:t>
      </w:r>
      <w:r w:rsidR="003A025E" w:rsidRPr="004572A7">
        <w:t>’</w:t>
      </w:r>
      <w:r w:rsidRPr="004F1596">
        <w:t>eus pas la force de crier mon indignation</w:t>
      </w:r>
      <w:r w:rsidR="003A025E" w:rsidRPr="004572A7">
        <w:t xml:space="preserve">. </w:t>
      </w:r>
      <w:r w:rsidRPr="004F1596">
        <w:t>J</w:t>
      </w:r>
      <w:r w:rsidR="003A025E" w:rsidRPr="004572A7">
        <w:t>’</w:t>
      </w:r>
      <w:r w:rsidRPr="004F1596">
        <w:t>étais littéralement pétrifié par tant de duplicité et je n</w:t>
      </w:r>
      <w:r w:rsidR="003A025E" w:rsidRPr="004572A7">
        <w:t>’</w:t>
      </w:r>
      <w:r w:rsidRPr="004F1596">
        <w:t>aurais ajouté aucune foi à ces révélations si elles m</w:t>
      </w:r>
      <w:r w:rsidR="003A025E" w:rsidRPr="004572A7">
        <w:t>’</w:t>
      </w:r>
      <w:r w:rsidRPr="004F1596">
        <w:t>étaient venues d</w:t>
      </w:r>
      <w:r w:rsidR="003A025E" w:rsidRPr="004572A7">
        <w:t>’</w:t>
      </w:r>
      <w:r w:rsidRPr="004F1596">
        <w:t>un autre que de Surgères</w:t>
      </w:r>
      <w:r w:rsidR="003A025E" w:rsidRPr="004572A7">
        <w:t>…</w:t>
      </w:r>
    </w:p>
    <w:p w14:paraId="419CB456" w14:textId="77777777" w:rsidR="003A025E" w:rsidRPr="004572A7" w:rsidRDefault="004F1596" w:rsidP="004F1596">
      <w:r w:rsidRPr="004F1596">
        <w:t>Des gens que je croyais honorables</w:t>
      </w:r>
      <w:r w:rsidR="003A025E" w:rsidRPr="004572A7">
        <w:t xml:space="preserve">, </w:t>
      </w:r>
      <w:r w:rsidRPr="004F1596">
        <w:t>réservés</w:t>
      </w:r>
      <w:r w:rsidR="003A025E" w:rsidRPr="004572A7">
        <w:t xml:space="preserve">, </w:t>
      </w:r>
      <w:r w:rsidRPr="004F1596">
        <w:t>corrects</w:t>
      </w:r>
      <w:r w:rsidR="003A025E" w:rsidRPr="004572A7">
        <w:t xml:space="preserve">, </w:t>
      </w:r>
      <w:r w:rsidRPr="004F1596">
        <w:t>qui m</w:t>
      </w:r>
      <w:r w:rsidR="003A025E" w:rsidRPr="004572A7">
        <w:t>’</w:t>
      </w:r>
      <w:r w:rsidRPr="004F1596">
        <w:t>apparaissaient comme des modèles de perfection</w:t>
      </w:r>
      <w:r w:rsidR="003A025E" w:rsidRPr="004572A7">
        <w:t xml:space="preserve">, </w:t>
      </w:r>
      <w:r w:rsidRPr="004F1596">
        <w:t>étaient tout simplement des filous</w:t>
      </w:r>
      <w:r w:rsidR="003A025E" w:rsidRPr="004572A7">
        <w:t xml:space="preserve">… </w:t>
      </w:r>
      <w:r w:rsidRPr="004F1596">
        <w:t>Telle femme qui passait</w:t>
      </w:r>
      <w:r w:rsidR="003A025E" w:rsidRPr="004572A7">
        <w:t xml:space="preserve">, </w:t>
      </w:r>
      <w:r w:rsidRPr="004F1596">
        <w:t>aux yeux de tous</w:t>
      </w:r>
      <w:r w:rsidR="003A025E" w:rsidRPr="004572A7">
        <w:t xml:space="preserve">, </w:t>
      </w:r>
      <w:r w:rsidRPr="004F1596">
        <w:t>pour un ange de vertu</w:t>
      </w:r>
      <w:r w:rsidR="003A025E" w:rsidRPr="004572A7">
        <w:t xml:space="preserve">, </w:t>
      </w:r>
      <w:r w:rsidRPr="004F1596">
        <w:t>hors de son monde exagérait les turpitudes</w:t>
      </w:r>
      <w:r w:rsidR="003A025E" w:rsidRPr="004572A7">
        <w:t xml:space="preserve"> : </w:t>
      </w:r>
      <w:r w:rsidRPr="004F1596">
        <w:t>c</w:t>
      </w:r>
      <w:r w:rsidR="003A025E" w:rsidRPr="004572A7">
        <w:t>’</w:t>
      </w:r>
      <w:r w:rsidRPr="004F1596">
        <w:t>était une abominable Messaline</w:t>
      </w:r>
      <w:r w:rsidR="003A025E" w:rsidRPr="004572A7">
        <w:t xml:space="preserve">. </w:t>
      </w:r>
      <w:r w:rsidRPr="004F1596">
        <w:t>Tel homme réputé pour sa sagesse et sa modestie</w:t>
      </w:r>
      <w:r w:rsidR="003A025E" w:rsidRPr="004572A7">
        <w:t xml:space="preserve">, </w:t>
      </w:r>
      <w:r w:rsidRPr="004F1596">
        <w:t>était un ambitieux sans conscience</w:t>
      </w:r>
      <w:r w:rsidR="003A025E" w:rsidRPr="004572A7">
        <w:t xml:space="preserve">… </w:t>
      </w:r>
      <w:r w:rsidRPr="004F1596">
        <w:t>Un haut fonctionnaire</w:t>
      </w:r>
      <w:r w:rsidR="003A025E" w:rsidRPr="004572A7">
        <w:t xml:space="preserve">, </w:t>
      </w:r>
      <w:r w:rsidRPr="004F1596">
        <w:t>dont la probité faisait presque pâlir celle de Caton</w:t>
      </w:r>
      <w:r w:rsidR="003A025E" w:rsidRPr="004572A7">
        <w:t xml:space="preserve">, </w:t>
      </w:r>
      <w:r w:rsidRPr="004F1596">
        <w:t>avait commis les pires abus</w:t>
      </w:r>
      <w:r w:rsidR="003A025E" w:rsidRPr="004572A7">
        <w:t xml:space="preserve">… </w:t>
      </w:r>
      <w:r w:rsidRPr="004F1596">
        <w:t>Tel puritain notoire était un libertin</w:t>
      </w:r>
      <w:r w:rsidR="003A025E" w:rsidRPr="004572A7">
        <w:t xml:space="preserve">, </w:t>
      </w:r>
      <w:r w:rsidRPr="004F1596">
        <w:t>un sadique</w:t>
      </w:r>
      <w:r w:rsidR="003A025E" w:rsidRPr="004572A7">
        <w:t xml:space="preserve">, </w:t>
      </w:r>
      <w:r w:rsidRPr="004F1596">
        <w:t>esclave de tous les vices</w:t>
      </w:r>
      <w:r w:rsidR="003A025E" w:rsidRPr="004572A7">
        <w:t>.</w:t>
      </w:r>
    </w:p>
    <w:p w14:paraId="33BF255A" w14:textId="77777777" w:rsidR="003A025E" w:rsidRPr="004572A7" w:rsidRDefault="003A025E" w:rsidP="004F1596">
      <w:r w:rsidRPr="004572A7">
        <w:t>— </w:t>
      </w:r>
      <w:r w:rsidR="004F1596" w:rsidRPr="004F1596">
        <w:t>Je comprends</w:t>
      </w:r>
      <w:r w:rsidRPr="004572A7">
        <w:t xml:space="preserve">, </w:t>
      </w:r>
      <w:r w:rsidR="004F1596" w:rsidRPr="004F1596">
        <w:t>maintenant</w:t>
      </w:r>
      <w:r w:rsidRPr="004572A7">
        <w:t xml:space="preserve">, </w:t>
      </w:r>
      <w:r w:rsidR="004F1596" w:rsidRPr="004F1596">
        <w:t>dis-je</w:t>
      </w:r>
      <w:r w:rsidRPr="004572A7">
        <w:t xml:space="preserve">, </w:t>
      </w:r>
      <w:r w:rsidR="004F1596" w:rsidRPr="004F1596">
        <w:t>Monsieur de Surgères</w:t>
      </w:r>
      <w:r w:rsidRPr="004572A7">
        <w:t xml:space="preserve">, </w:t>
      </w:r>
      <w:r w:rsidR="004F1596" w:rsidRPr="004F1596">
        <w:t>ce qui vous arrête à la veille de livrer une pareille découverte à l</w:t>
      </w:r>
      <w:r w:rsidRPr="004572A7">
        <w:t>’</w:t>
      </w:r>
      <w:r w:rsidR="004F1596" w:rsidRPr="004F1596">
        <w:t>Académie des Sciences</w:t>
      </w:r>
      <w:r w:rsidRPr="004572A7">
        <w:t xml:space="preserve">. </w:t>
      </w:r>
      <w:r w:rsidR="004F1596" w:rsidRPr="004F1596">
        <w:t>Vous tenez entre vos mains les destinées de l</w:t>
      </w:r>
      <w:r w:rsidRPr="004572A7">
        <w:t>’</w:t>
      </w:r>
      <w:r w:rsidR="004F1596" w:rsidRPr="004F1596">
        <w:t>humanité</w:t>
      </w:r>
      <w:r w:rsidRPr="004572A7">
        <w:t xml:space="preserve">. </w:t>
      </w:r>
      <w:r w:rsidR="004F1596" w:rsidRPr="004F1596">
        <w:t>Ce serait peut-être la fin de toute hypocrisie</w:t>
      </w:r>
      <w:r w:rsidRPr="004572A7">
        <w:t xml:space="preserve">, </w:t>
      </w:r>
      <w:r w:rsidR="004F1596" w:rsidRPr="004F1596">
        <w:t>mais ce serait aussi la mort de toute poésie et de toute civilisation</w:t>
      </w:r>
      <w:r w:rsidRPr="004572A7">
        <w:t xml:space="preserve">, </w:t>
      </w:r>
      <w:r w:rsidR="004F1596" w:rsidRPr="004F1596">
        <w:t>le retour à l</w:t>
      </w:r>
      <w:r w:rsidRPr="004572A7">
        <w:t>’</w:t>
      </w:r>
      <w:r w:rsidR="004F1596" w:rsidRPr="004F1596">
        <w:t>époque des cavernes</w:t>
      </w:r>
      <w:r w:rsidRPr="004572A7">
        <w:t>…</w:t>
      </w:r>
    </w:p>
    <w:p w14:paraId="4708CCEE" w14:textId="77777777" w:rsidR="003A025E" w:rsidRPr="004572A7" w:rsidRDefault="003A025E" w:rsidP="004F1596">
      <w:r w:rsidRPr="004572A7">
        <w:t>— </w:t>
      </w:r>
      <w:r w:rsidR="004F1596" w:rsidRPr="004F1596">
        <w:t>Nietzsche avait bien raison</w:t>
      </w:r>
      <w:r w:rsidRPr="004572A7">
        <w:t xml:space="preserve">, </w:t>
      </w:r>
      <w:r w:rsidR="004F1596" w:rsidRPr="004F1596">
        <w:t>murmura Surgères d</w:t>
      </w:r>
      <w:r w:rsidRPr="004572A7">
        <w:t>’</w:t>
      </w:r>
      <w:r w:rsidR="004F1596" w:rsidRPr="004F1596">
        <w:t>un air sombre</w:t>
      </w:r>
      <w:r w:rsidRPr="004572A7">
        <w:t xml:space="preserve">. </w:t>
      </w:r>
      <w:r w:rsidR="004F1596" w:rsidRPr="004F1596">
        <w:t>La vie est une source de joie</w:t>
      </w:r>
      <w:r w:rsidRPr="004572A7">
        <w:t xml:space="preserve">, </w:t>
      </w:r>
      <w:r w:rsidR="004F1596" w:rsidRPr="004F1596">
        <w:t>mais partout où la canaille vient boire toutes les fontaines sont empoisonnées</w:t>
      </w:r>
      <w:r w:rsidRPr="004572A7">
        <w:t>.</w:t>
      </w:r>
    </w:p>
    <w:p w14:paraId="37AA9B21" w14:textId="77777777" w:rsidR="003A025E" w:rsidRPr="004572A7" w:rsidRDefault="004F1596" w:rsidP="004F1596">
      <w:r w:rsidRPr="004F1596">
        <w:t>Je ne répondis pas et nous demeurâmes quelques instants sans parler</w:t>
      </w:r>
      <w:r w:rsidR="003A025E" w:rsidRPr="004572A7">
        <w:t>…</w:t>
      </w:r>
    </w:p>
    <w:p w14:paraId="270E2492" w14:textId="77777777" w:rsidR="003A025E" w:rsidRPr="004572A7" w:rsidRDefault="004F1596" w:rsidP="004F1596">
      <w:r w:rsidRPr="004F1596">
        <w:t>La nuit tombait lentement sur la villa</w:t>
      </w:r>
      <w:r w:rsidR="003A025E" w:rsidRPr="004572A7">
        <w:t xml:space="preserve">. </w:t>
      </w:r>
      <w:r w:rsidRPr="004F1596">
        <w:t>Nous apercevions</w:t>
      </w:r>
      <w:r w:rsidR="003A025E" w:rsidRPr="004572A7">
        <w:t xml:space="preserve">, </w:t>
      </w:r>
      <w:r w:rsidRPr="004F1596">
        <w:t>au loin</w:t>
      </w:r>
      <w:r w:rsidR="003A025E" w:rsidRPr="004572A7">
        <w:t xml:space="preserve">, </w:t>
      </w:r>
      <w:r w:rsidRPr="004F1596">
        <w:t>derrière les tamaris</w:t>
      </w:r>
      <w:r w:rsidR="003A025E" w:rsidRPr="004572A7">
        <w:t xml:space="preserve">, </w:t>
      </w:r>
      <w:r w:rsidRPr="004F1596">
        <w:t>la lune qui montait dans le ciel laissant sur les eaux noires de l</w:t>
      </w:r>
      <w:r w:rsidR="003A025E" w:rsidRPr="004572A7">
        <w:t>’</w:t>
      </w:r>
      <w:r w:rsidRPr="004F1596">
        <w:t xml:space="preserve">Océan sa traînée de lumière </w:t>
      </w:r>
      <w:r w:rsidRPr="004F1596">
        <w:lastRenderedPageBreak/>
        <w:t>pâle</w:t>
      </w:r>
      <w:r w:rsidR="003A025E" w:rsidRPr="004572A7">
        <w:t xml:space="preserve">… </w:t>
      </w:r>
      <w:r w:rsidRPr="004F1596">
        <w:t>Les grands cèdres du parc reprenaient à la faveur des ténèbres leurs formes tourmentées et hostiles</w:t>
      </w:r>
      <w:r w:rsidR="003A025E" w:rsidRPr="004572A7">
        <w:t>…</w:t>
      </w:r>
    </w:p>
    <w:p w14:paraId="649DB7E0" w14:textId="77777777" w:rsidR="003A025E" w:rsidRPr="004572A7" w:rsidRDefault="004F1596" w:rsidP="004F1596">
      <w:r w:rsidRPr="004F1596">
        <w:t>Un vol de mouettes passa au-dessus de nous avec des cris étouffés</w:t>
      </w:r>
      <w:r w:rsidR="003A025E" w:rsidRPr="004572A7">
        <w:t xml:space="preserve">… </w:t>
      </w:r>
      <w:r w:rsidRPr="004F1596">
        <w:t>Surgères frissonna</w:t>
      </w:r>
      <w:r w:rsidR="003A025E" w:rsidRPr="004572A7">
        <w:t>.</w:t>
      </w:r>
    </w:p>
    <w:p w14:paraId="11A3E71E" w14:textId="77777777" w:rsidR="003A025E" w:rsidRPr="004572A7" w:rsidRDefault="004F1596" w:rsidP="004F1596">
      <w:r w:rsidRPr="004F1596">
        <w:t>Après avoir été fermer les fenêtres</w:t>
      </w:r>
      <w:r w:rsidR="003A025E" w:rsidRPr="004572A7">
        <w:t xml:space="preserve">, </w:t>
      </w:r>
      <w:r w:rsidRPr="004F1596">
        <w:t>il me dit</w:t>
      </w:r>
      <w:r w:rsidR="003A025E" w:rsidRPr="004572A7">
        <w:t> :</w:t>
      </w:r>
    </w:p>
    <w:p w14:paraId="57E61C19" w14:textId="77777777" w:rsidR="003A025E" w:rsidRPr="004572A7" w:rsidRDefault="003A025E" w:rsidP="004F1596">
      <w:r w:rsidRPr="004572A7">
        <w:t>— </w:t>
      </w:r>
      <w:r w:rsidR="004F1596" w:rsidRPr="004F1596">
        <w:t>L</w:t>
      </w:r>
      <w:r w:rsidRPr="004572A7">
        <w:t>’</w:t>
      </w:r>
      <w:r w:rsidR="004F1596" w:rsidRPr="004F1596">
        <w:t>air est un peu vif ce soir</w:t>
      </w:r>
      <w:r w:rsidRPr="004572A7">
        <w:t xml:space="preserve">, </w:t>
      </w:r>
      <w:r w:rsidR="004F1596" w:rsidRPr="004F1596">
        <w:t>ne trouvez-vous pas</w:t>
      </w:r>
      <w:r w:rsidRPr="004572A7">
        <w:t> ?</w:t>
      </w:r>
    </w:p>
    <w:p w14:paraId="31D0DFBF" w14:textId="77777777" w:rsidR="003A025E" w:rsidRPr="004572A7" w:rsidRDefault="003A025E" w:rsidP="004F1596">
      <w:r w:rsidRPr="004572A7">
        <w:t>— </w:t>
      </w:r>
      <w:r w:rsidR="004F1596" w:rsidRPr="004F1596">
        <w:t>En effet</w:t>
      </w:r>
      <w:r w:rsidRPr="004572A7">
        <w:t xml:space="preserve">, </w:t>
      </w:r>
      <w:r w:rsidR="004F1596" w:rsidRPr="004F1596">
        <w:t>approuvai-je machinalement</w:t>
      </w:r>
      <w:r w:rsidRPr="004572A7">
        <w:t xml:space="preserve"> ; </w:t>
      </w:r>
      <w:r w:rsidR="004F1596" w:rsidRPr="004F1596">
        <w:t>pourtant toute la journée a été assez belle</w:t>
      </w:r>
      <w:r w:rsidRPr="004572A7">
        <w:t xml:space="preserve"> ; </w:t>
      </w:r>
      <w:r w:rsidR="004F1596" w:rsidRPr="004F1596">
        <w:t>plus de trois heures de soleil</w:t>
      </w:r>
      <w:r w:rsidRPr="004572A7">
        <w:t xml:space="preserve">, </w:t>
      </w:r>
      <w:r w:rsidR="004F1596" w:rsidRPr="004F1596">
        <w:t>un vrai temps de printemps</w:t>
      </w:r>
      <w:r w:rsidRPr="004572A7">
        <w:t xml:space="preserve"> ! </w:t>
      </w:r>
      <w:r w:rsidR="004F1596" w:rsidRPr="004F1596">
        <w:t>Ah</w:t>
      </w:r>
      <w:r w:rsidRPr="004572A7">
        <w:t xml:space="preserve"> ! </w:t>
      </w:r>
      <w:r w:rsidR="004F1596" w:rsidRPr="004F1596">
        <w:t>quel beau climat que celui de Biarritz</w:t>
      </w:r>
      <w:r w:rsidRPr="004572A7">
        <w:t xml:space="preserve">. </w:t>
      </w:r>
      <w:r w:rsidR="004F1596" w:rsidRPr="004F1596">
        <w:t>Il est unique au monde</w:t>
      </w:r>
      <w:r w:rsidRPr="004572A7">
        <w:t> !…</w:t>
      </w:r>
    </w:p>
    <w:p w14:paraId="3524751C" w14:textId="77777777" w:rsidR="003A025E" w:rsidRPr="004572A7" w:rsidRDefault="004F1596" w:rsidP="004F1596">
      <w:r w:rsidRPr="004F1596">
        <w:t>J</w:t>
      </w:r>
      <w:r w:rsidR="003A025E" w:rsidRPr="004572A7">
        <w:t>’</w:t>
      </w:r>
      <w:r w:rsidRPr="004F1596">
        <w:t>avais à peine achevé de prononcer ces paroles que Surgères fut saisi d</w:t>
      </w:r>
      <w:r w:rsidR="003A025E" w:rsidRPr="004572A7">
        <w:t>’</w:t>
      </w:r>
      <w:r w:rsidRPr="004F1596">
        <w:t>une quinte de toux extrêmement violente</w:t>
      </w:r>
      <w:r w:rsidR="003A025E" w:rsidRPr="004572A7">
        <w:t xml:space="preserve">, </w:t>
      </w:r>
      <w:r w:rsidRPr="004F1596">
        <w:t>ces secousses</w:t>
      </w:r>
      <w:r w:rsidR="003A025E" w:rsidRPr="004572A7">
        <w:t xml:space="preserve">, </w:t>
      </w:r>
      <w:r w:rsidRPr="004F1596">
        <w:t>en quelques instants</w:t>
      </w:r>
      <w:r w:rsidR="003A025E" w:rsidRPr="004572A7">
        <w:t xml:space="preserve">, </w:t>
      </w:r>
      <w:r w:rsidRPr="004F1596">
        <w:t>décomposèrent son visage</w:t>
      </w:r>
      <w:r w:rsidR="003A025E" w:rsidRPr="004572A7">
        <w:t xml:space="preserve">… </w:t>
      </w:r>
      <w:r w:rsidRPr="004F1596">
        <w:t>Je le fis asseoir dans un fauteuil et</w:t>
      </w:r>
      <w:r w:rsidR="003A025E" w:rsidRPr="004572A7">
        <w:t xml:space="preserve">, </w:t>
      </w:r>
      <w:r w:rsidRPr="004F1596">
        <w:t>sur sa demande</w:t>
      </w:r>
      <w:r w:rsidR="003A025E" w:rsidRPr="004572A7">
        <w:t xml:space="preserve">, </w:t>
      </w:r>
      <w:r w:rsidRPr="004F1596">
        <w:t>j</w:t>
      </w:r>
      <w:r w:rsidR="003A025E" w:rsidRPr="004572A7">
        <w:t>’</w:t>
      </w:r>
      <w:r w:rsidRPr="004F1596">
        <w:t>allai chercher un petit flacon de cristal rose qui se trouvait sur une étagère</w:t>
      </w:r>
      <w:r w:rsidR="003A025E" w:rsidRPr="004572A7">
        <w:t xml:space="preserve">… </w:t>
      </w:r>
      <w:r w:rsidRPr="004F1596">
        <w:t>Je le lui donnai aussitôt</w:t>
      </w:r>
      <w:r w:rsidR="003A025E" w:rsidRPr="004572A7">
        <w:t>.</w:t>
      </w:r>
    </w:p>
    <w:p w14:paraId="52AD7B07" w14:textId="77777777" w:rsidR="003A025E" w:rsidRPr="004572A7" w:rsidRDefault="004F1596" w:rsidP="004F1596">
      <w:r w:rsidRPr="004F1596">
        <w:t>Après qu</w:t>
      </w:r>
      <w:r w:rsidR="003A025E" w:rsidRPr="004572A7">
        <w:t>’</w:t>
      </w:r>
      <w:r w:rsidRPr="004F1596">
        <w:t>il eut bu quelques gouttes</w:t>
      </w:r>
      <w:r w:rsidR="003A025E" w:rsidRPr="004572A7">
        <w:t xml:space="preserve">, </w:t>
      </w:r>
      <w:r w:rsidRPr="004F1596">
        <w:t>sa toux s</w:t>
      </w:r>
      <w:r w:rsidR="003A025E" w:rsidRPr="004572A7">
        <w:t>’</w:t>
      </w:r>
      <w:r w:rsidRPr="004F1596">
        <w:t>apaisa</w:t>
      </w:r>
      <w:r w:rsidR="003A025E" w:rsidRPr="004572A7">
        <w:t xml:space="preserve">… </w:t>
      </w:r>
      <w:r w:rsidRPr="004F1596">
        <w:t>Il s</w:t>
      </w:r>
      <w:r w:rsidR="003A025E" w:rsidRPr="004572A7">
        <w:t>’</w:t>
      </w:r>
      <w:r w:rsidRPr="004F1596">
        <w:t>épongea les tempes avec son mouchoir</w:t>
      </w:r>
      <w:r w:rsidR="003A025E" w:rsidRPr="004572A7">
        <w:t xml:space="preserve">, </w:t>
      </w:r>
      <w:r w:rsidRPr="004F1596">
        <w:t>poussa un soupir profond et me dit d</w:t>
      </w:r>
      <w:r w:rsidR="003A025E" w:rsidRPr="004572A7">
        <w:t>’</w:t>
      </w:r>
      <w:r w:rsidRPr="004F1596">
        <w:t>une voix sourde</w:t>
      </w:r>
      <w:r w:rsidR="003A025E" w:rsidRPr="004572A7">
        <w:t> :</w:t>
      </w:r>
    </w:p>
    <w:p w14:paraId="64559CCC" w14:textId="77777777" w:rsidR="003A025E" w:rsidRPr="004572A7" w:rsidRDefault="003A025E" w:rsidP="004F1596">
      <w:r w:rsidRPr="004572A7">
        <w:t>— </w:t>
      </w:r>
      <w:r w:rsidR="004F1596" w:rsidRPr="004F1596">
        <w:t>Vous ne savez pas ce que c</w:t>
      </w:r>
      <w:r w:rsidRPr="004572A7">
        <w:t>’</w:t>
      </w:r>
      <w:r w:rsidR="004F1596" w:rsidRPr="004F1596">
        <w:t>est que cela</w:t>
      </w:r>
      <w:r w:rsidRPr="004572A7">
        <w:t xml:space="preserve">, </w:t>
      </w:r>
      <w:r w:rsidR="004F1596" w:rsidRPr="004F1596">
        <w:t>vous</w:t>
      </w:r>
      <w:r w:rsidRPr="004572A7">
        <w:t xml:space="preserve">, </w:t>
      </w:r>
      <w:r w:rsidR="004F1596" w:rsidRPr="004F1596">
        <w:t>Monsieur Rambaud</w:t>
      </w:r>
      <w:r w:rsidRPr="004572A7">
        <w:t> ?</w:t>
      </w:r>
    </w:p>
    <w:p w14:paraId="436D3578" w14:textId="77777777" w:rsidR="003A025E" w:rsidRPr="004572A7" w:rsidRDefault="003A025E" w:rsidP="004F1596">
      <w:r w:rsidRPr="004572A7">
        <w:t>— </w:t>
      </w:r>
      <w:r w:rsidR="004F1596" w:rsidRPr="004F1596">
        <w:t>Non</w:t>
      </w:r>
      <w:r w:rsidRPr="004572A7">
        <w:t xml:space="preserve">, </w:t>
      </w:r>
      <w:r w:rsidR="004F1596" w:rsidRPr="004F1596">
        <w:t>fis-je</w:t>
      </w:r>
      <w:r w:rsidRPr="004572A7">
        <w:t xml:space="preserve">, </w:t>
      </w:r>
      <w:r w:rsidR="004F1596" w:rsidRPr="004F1596">
        <w:t>en pressentant la terrible vérité</w:t>
      </w:r>
      <w:r w:rsidRPr="004572A7">
        <w:t>…</w:t>
      </w:r>
    </w:p>
    <w:p w14:paraId="4FA923FF" w14:textId="77777777" w:rsidR="003A025E" w:rsidRPr="004572A7" w:rsidRDefault="003A025E" w:rsidP="004F1596">
      <w:r w:rsidRPr="004572A7">
        <w:t>— </w:t>
      </w:r>
      <w:r w:rsidR="004F1596" w:rsidRPr="004F1596">
        <w:t>Eh bien</w:t>
      </w:r>
      <w:r w:rsidRPr="004572A7">
        <w:t xml:space="preserve">, </w:t>
      </w:r>
      <w:r w:rsidR="004F1596" w:rsidRPr="004F1596">
        <w:t>je puis vous le dire</w:t>
      </w:r>
      <w:r w:rsidRPr="004572A7">
        <w:t xml:space="preserve">, </w:t>
      </w:r>
      <w:r w:rsidR="004F1596" w:rsidRPr="004F1596">
        <w:t>car je ne m</w:t>
      </w:r>
      <w:r w:rsidRPr="004572A7">
        <w:t>’</w:t>
      </w:r>
      <w:r w:rsidR="004F1596" w:rsidRPr="004F1596">
        <w:t>y trompe pas</w:t>
      </w:r>
      <w:r w:rsidRPr="004572A7">
        <w:t xml:space="preserve">, </w:t>
      </w:r>
      <w:r w:rsidR="004F1596" w:rsidRPr="004F1596">
        <w:t>allez</w:t>
      </w:r>
      <w:r w:rsidRPr="004572A7">
        <w:t xml:space="preserve">, </w:t>
      </w:r>
      <w:r w:rsidR="004F1596" w:rsidRPr="004F1596">
        <w:t>moi qui suis docteur</w:t>
      </w:r>
      <w:r w:rsidRPr="004572A7">
        <w:t xml:space="preserve">. </w:t>
      </w:r>
      <w:r w:rsidR="004F1596" w:rsidRPr="004F1596">
        <w:t>C</w:t>
      </w:r>
      <w:r w:rsidRPr="004572A7">
        <w:t>’</w:t>
      </w:r>
      <w:r w:rsidR="004F1596" w:rsidRPr="004F1596">
        <w:t xml:space="preserve">est </w:t>
      </w:r>
      <w:r w:rsidR="004F1596" w:rsidRPr="00E22C94">
        <w:t>Elle</w:t>
      </w:r>
      <w:r w:rsidRPr="004572A7">
        <w:t xml:space="preserve">, </w:t>
      </w:r>
      <w:r w:rsidR="004F1596" w:rsidRPr="004F1596">
        <w:t>c</w:t>
      </w:r>
      <w:r w:rsidRPr="004572A7">
        <w:t>’</w:t>
      </w:r>
      <w:r w:rsidR="004F1596" w:rsidRPr="004F1596">
        <w:t>est la gueuse</w:t>
      </w:r>
      <w:r w:rsidRPr="004572A7">
        <w:t xml:space="preserve">, </w:t>
      </w:r>
      <w:r w:rsidR="004F1596" w:rsidRPr="004F1596">
        <w:t>celle qui fait périr chaque année des milliers d</w:t>
      </w:r>
      <w:r w:rsidRPr="004572A7">
        <w:t>’</w:t>
      </w:r>
      <w:r w:rsidR="004F1596" w:rsidRPr="004F1596">
        <w:t>êtres humains</w:t>
      </w:r>
      <w:r w:rsidRPr="004572A7">
        <w:t xml:space="preserve">, </w:t>
      </w:r>
      <w:r w:rsidR="004F1596" w:rsidRPr="004F1596">
        <w:t>celle contre qui je lutte depuis dix ans</w:t>
      </w:r>
      <w:r w:rsidRPr="004572A7">
        <w:t xml:space="preserve">… </w:t>
      </w:r>
      <w:r w:rsidR="004F1596" w:rsidRPr="004F1596">
        <w:t>C</w:t>
      </w:r>
      <w:r w:rsidRPr="004572A7">
        <w:t>’</w:t>
      </w:r>
      <w:r w:rsidR="004F1596" w:rsidRPr="004F1596">
        <w:t>est la tuberculose</w:t>
      </w:r>
      <w:r w:rsidRPr="004572A7">
        <w:t>.</w:t>
      </w:r>
    </w:p>
    <w:p w14:paraId="26D6BA97" w14:textId="77777777" w:rsidR="003A025E" w:rsidRPr="004572A7" w:rsidRDefault="004F1596" w:rsidP="004F1596">
      <w:r w:rsidRPr="004F1596">
        <w:lastRenderedPageBreak/>
        <w:t>Et Surgères me regarda avec ses grands yeux magnifiques dilatés par la fièvre et par la douleur</w:t>
      </w:r>
      <w:r w:rsidR="003A025E" w:rsidRPr="004572A7">
        <w:t xml:space="preserve">… </w:t>
      </w:r>
      <w:r w:rsidRPr="004F1596">
        <w:t>Je fis un grand geste de dénégation et de surprise</w:t>
      </w:r>
      <w:r w:rsidR="003A025E" w:rsidRPr="004572A7">
        <w:t>.</w:t>
      </w:r>
    </w:p>
    <w:p w14:paraId="16C0FB3D" w14:textId="77777777" w:rsidR="003A025E" w:rsidRPr="004572A7" w:rsidRDefault="003A025E" w:rsidP="004F1596">
      <w:r w:rsidRPr="004572A7">
        <w:t>— </w:t>
      </w:r>
      <w:r w:rsidR="004F1596" w:rsidRPr="004F1596">
        <w:t>Non</w:t>
      </w:r>
      <w:r w:rsidRPr="004572A7">
        <w:t xml:space="preserve">, </w:t>
      </w:r>
      <w:r w:rsidR="004F1596" w:rsidRPr="004F1596">
        <w:t>non</w:t>
      </w:r>
      <w:r w:rsidRPr="004572A7">
        <w:t xml:space="preserve">, </w:t>
      </w:r>
      <w:r w:rsidR="004F1596" w:rsidRPr="004F1596">
        <w:t>poursuivit-il d</w:t>
      </w:r>
      <w:r w:rsidRPr="004572A7">
        <w:t>’</w:t>
      </w:r>
      <w:r w:rsidR="004F1596" w:rsidRPr="004F1596">
        <w:t>un ton impitoyable qui me glaça</w:t>
      </w:r>
      <w:r w:rsidRPr="004572A7">
        <w:t xml:space="preserve">, </w:t>
      </w:r>
      <w:r w:rsidR="004F1596" w:rsidRPr="004F1596">
        <w:t>je vous le répète</w:t>
      </w:r>
      <w:r w:rsidRPr="004572A7">
        <w:t xml:space="preserve">, </w:t>
      </w:r>
      <w:r w:rsidR="004F1596" w:rsidRPr="004F1596">
        <w:t>je ne m</w:t>
      </w:r>
      <w:r w:rsidRPr="004572A7">
        <w:t>’</w:t>
      </w:r>
      <w:r w:rsidR="004F1596" w:rsidRPr="004F1596">
        <w:t>y trompe pas</w:t>
      </w:r>
      <w:r w:rsidRPr="004572A7">
        <w:t xml:space="preserve">. </w:t>
      </w:r>
      <w:r w:rsidR="004F1596" w:rsidRPr="004F1596">
        <w:t>Par exemple</w:t>
      </w:r>
      <w:r w:rsidRPr="004572A7">
        <w:t xml:space="preserve">, </w:t>
      </w:r>
      <w:r w:rsidR="004F1596" w:rsidRPr="004F1596">
        <w:t>avec moi</w:t>
      </w:r>
      <w:r w:rsidRPr="004572A7">
        <w:t xml:space="preserve">, </w:t>
      </w:r>
      <w:r w:rsidR="004F1596" w:rsidRPr="004F1596">
        <w:t>elle a affaire à forte partie</w:t>
      </w:r>
      <w:r w:rsidRPr="004572A7">
        <w:t xml:space="preserve">… </w:t>
      </w:r>
      <w:r w:rsidR="004F1596" w:rsidRPr="004F1596">
        <w:t>Je connais toutes ses ruses</w:t>
      </w:r>
      <w:r w:rsidRPr="004572A7">
        <w:t xml:space="preserve">, </w:t>
      </w:r>
      <w:r w:rsidR="004F1596" w:rsidRPr="004F1596">
        <w:t>et je compte bien lui échapper depuis le temps qu</w:t>
      </w:r>
      <w:r w:rsidRPr="004572A7">
        <w:t>’</w:t>
      </w:r>
      <w:r w:rsidR="004F1596" w:rsidRPr="004F1596">
        <w:t>elle me persécute</w:t>
      </w:r>
      <w:r w:rsidRPr="004572A7">
        <w:t xml:space="preserve">… </w:t>
      </w:r>
      <w:r w:rsidR="004F1596" w:rsidRPr="004F1596">
        <w:t>Oui</w:t>
      </w:r>
      <w:r w:rsidRPr="004572A7">
        <w:t xml:space="preserve">, </w:t>
      </w:r>
      <w:r w:rsidR="004F1596" w:rsidRPr="004F1596">
        <w:t>je lui échapperai</w:t>
      </w:r>
      <w:r w:rsidRPr="004572A7">
        <w:t>…</w:t>
      </w:r>
    </w:p>
    <w:p w14:paraId="04731879" w14:textId="77777777" w:rsidR="003A025E" w:rsidRPr="004572A7" w:rsidRDefault="004F1596" w:rsidP="004F1596">
      <w:r w:rsidRPr="004F1596">
        <w:t>Ce mélange de résignation</w:t>
      </w:r>
      <w:r w:rsidR="003A025E" w:rsidRPr="004572A7">
        <w:t xml:space="preserve">, </w:t>
      </w:r>
      <w:r w:rsidRPr="004F1596">
        <w:t>d</w:t>
      </w:r>
      <w:r w:rsidR="003A025E" w:rsidRPr="004572A7">
        <w:t>’</w:t>
      </w:r>
      <w:r w:rsidRPr="004F1596">
        <w:t>espoir et de misère morale chez un homme si grand</w:t>
      </w:r>
      <w:r w:rsidR="003A025E" w:rsidRPr="004572A7">
        <w:t xml:space="preserve">, </w:t>
      </w:r>
      <w:r w:rsidRPr="004F1596">
        <w:t>me navra</w:t>
      </w:r>
      <w:r w:rsidR="003A025E" w:rsidRPr="004572A7">
        <w:t xml:space="preserve">. </w:t>
      </w:r>
      <w:r w:rsidRPr="004F1596">
        <w:t>Je voulus prononcer quelques bonnes paroles</w:t>
      </w:r>
      <w:r w:rsidR="003A025E" w:rsidRPr="004572A7">
        <w:t> :</w:t>
      </w:r>
    </w:p>
    <w:p w14:paraId="4E7E8E1B" w14:textId="77777777" w:rsidR="003A025E" w:rsidRPr="004572A7" w:rsidRDefault="003A025E" w:rsidP="004F1596">
      <w:r w:rsidRPr="004572A7">
        <w:t>— </w:t>
      </w:r>
      <w:r w:rsidR="004F1596" w:rsidRPr="004F1596">
        <w:t>Monsieur de Surgères</w:t>
      </w:r>
      <w:r w:rsidRPr="004572A7">
        <w:t xml:space="preserve">, </w:t>
      </w:r>
      <w:r w:rsidR="004F1596" w:rsidRPr="004F1596">
        <w:t>bien que je ne sois point qualifié pour parler avec compétence sur un pareil sujet</w:t>
      </w:r>
      <w:r w:rsidRPr="004572A7">
        <w:t xml:space="preserve">, </w:t>
      </w:r>
      <w:r w:rsidR="004F1596" w:rsidRPr="004F1596">
        <w:t>permettez-moi cependant de vous faire remarquer que</w:t>
      </w:r>
      <w:r w:rsidRPr="004572A7">
        <w:t xml:space="preserve">, </w:t>
      </w:r>
      <w:r w:rsidR="004F1596" w:rsidRPr="004F1596">
        <w:t>pour un malade vous me paraissez singulièrement bien portant</w:t>
      </w:r>
      <w:r w:rsidRPr="004572A7">
        <w:t xml:space="preserve">. </w:t>
      </w:r>
      <w:r w:rsidR="004F1596" w:rsidRPr="004F1596">
        <w:t>Il faut que vous ayez un rude tempérament pour avoir résisté</w:t>
      </w:r>
      <w:r w:rsidRPr="004572A7">
        <w:t xml:space="preserve">, </w:t>
      </w:r>
      <w:r w:rsidR="004F1596" w:rsidRPr="004F1596">
        <w:t>depuis si longtemps</w:t>
      </w:r>
      <w:r w:rsidRPr="004572A7">
        <w:t xml:space="preserve">, </w:t>
      </w:r>
      <w:r w:rsidR="004F1596" w:rsidRPr="004F1596">
        <w:t>à un travail intellectuel aussi aride et aussi déprimant</w:t>
      </w:r>
      <w:r w:rsidRPr="004572A7">
        <w:t xml:space="preserve">. </w:t>
      </w:r>
      <w:r w:rsidR="004F1596" w:rsidRPr="004F1596">
        <w:t>Permettez-moi encore de vous dire que c</w:t>
      </w:r>
      <w:r w:rsidRPr="004572A7">
        <w:t>’</w:t>
      </w:r>
      <w:r w:rsidR="004F1596" w:rsidRPr="004F1596">
        <w:t>est précisément parce que vous êtes docteur que vous voyez les choses beaucoup trop noires</w:t>
      </w:r>
      <w:r w:rsidRPr="004572A7">
        <w:t>.</w:t>
      </w:r>
    </w:p>
    <w:p w14:paraId="681E8BD4" w14:textId="77777777" w:rsidR="003A025E" w:rsidRPr="004572A7" w:rsidRDefault="003A025E" w:rsidP="004F1596">
      <w:r w:rsidRPr="004572A7">
        <w:t>— </w:t>
      </w:r>
      <w:r w:rsidR="004F1596" w:rsidRPr="004F1596">
        <w:t>Il se peut que vous ayez en partie raison</w:t>
      </w:r>
      <w:r w:rsidRPr="004572A7">
        <w:t xml:space="preserve">, </w:t>
      </w:r>
      <w:r w:rsidR="004F1596" w:rsidRPr="004F1596">
        <w:t>concéda Surgères mi-convaincu</w:t>
      </w:r>
      <w:r w:rsidRPr="004572A7">
        <w:t xml:space="preserve">. </w:t>
      </w:r>
      <w:r w:rsidR="004F1596" w:rsidRPr="004F1596">
        <w:t>Moi je vois les choses brutalement et toujours au pire</w:t>
      </w:r>
      <w:r w:rsidRPr="004572A7">
        <w:t xml:space="preserve">. </w:t>
      </w:r>
      <w:r w:rsidR="004F1596" w:rsidRPr="004F1596">
        <w:t>Je suis victime moralement de mes connaissances</w:t>
      </w:r>
      <w:r w:rsidRPr="004572A7">
        <w:t xml:space="preserve">. </w:t>
      </w:r>
      <w:r w:rsidR="004F1596" w:rsidRPr="004F1596">
        <w:t>Je n</w:t>
      </w:r>
      <w:r w:rsidRPr="004572A7">
        <w:t>’</w:t>
      </w:r>
      <w:r w:rsidR="004F1596" w:rsidRPr="004F1596">
        <w:t>ai aucune illusion</w:t>
      </w:r>
      <w:r w:rsidRPr="004572A7">
        <w:t xml:space="preserve">, </w:t>
      </w:r>
      <w:r w:rsidR="004F1596" w:rsidRPr="004F1596">
        <w:t>quant à la nature de ma maladie</w:t>
      </w:r>
      <w:r w:rsidRPr="004572A7">
        <w:t xml:space="preserve">, </w:t>
      </w:r>
      <w:r w:rsidR="004F1596" w:rsidRPr="004F1596">
        <w:t>mais j</w:t>
      </w:r>
      <w:r w:rsidRPr="004572A7">
        <w:t>’</w:t>
      </w:r>
      <w:r w:rsidR="004F1596" w:rsidRPr="004F1596">
        <w:t>exagère peut-être la gravité de mon mal</w:t>
      </w:r>
      <w:r w:rsidRPr="004572A7">
        <w:t xml:space="preserve">. </w:t>
      </w:r>
      <w:r w:rsidR="004F1596" w:rsidRPr="004F1596">
        <w:t>J</w:t>
      </w:r>
      <w:r w:rsidRPr="004572A7">
        <w:t>’</w:t>
      </w:r>
      <w:r w:rsidR="004F1596" w:rsidRPr="004F1596">
        <w:t>ai vu des cas véritablement surprenants de guérison complète</w:t>
      </w:r>
      <w:r w:rsidRPr="004572A7">
        <w:t>.</w:t>
      </w:r>
    </w:p>
    <w:p w14:paraId="76E7450A" w14:textId="77777777" w:rsidR="003A025E" w:rsidRPr="004572A7" w:rsidRDefault="003A025E" w:rsidP="004F1596">
      <w:r w:rsidRPr="004572A7">
        <w:t>— </w:t>
      </w:r>
      <w:r w:rsidR="004F1596" w:rsidRPr="004F1596">
        <w:t>Voulez-vous me permettre d</w:t>
      </w:r>
      <w:r w:rsidRPr="004572A7">
        <w:t>’</w:t>
      </w:r>
      <w:r w:rsidR="004F1596" w:rsidRPr="004F1596">
        <w:t>aller prendre ma voiture</w:t>
      </w:r>
      <w:r w:rsidRPr="004572A7">
        <w:t xml:space="preserve"> ? </w:t>
      </w:r>
      <w:r w:rsidR="004F1596" w:rsidRPr="004F1596">
        <w:t>Peut-être serait-il préférable de vous ramener ainsi avenue de la Reine Nathalie</w:t>
      </w:r>
      <w:r w:rsidRPr="004572A7">
        <w:t xml:space="preserve"> ? </w:t>
      </w:r>
      <w:r w:rsidR="004F1596" w:rsidRPr="004F1596">
        <w:t>Il commence à faire assez frais et cela vous évitera une promenade à pied</w:t>
      </w:r>
      <w:r w:rsidRPr="004572A7">
        <w:t xml:space="preserve">, </w:t>
      </w:r>
      <w:r w:rsidR="004F1596" w:rsidRPr="004F1596">
        <w:t>sans agrément</w:t>
      </w:r>
      <w:r w:rsidRPr="004572A7">
        <w:t>.</w:t>
      </w:r>
    </w:p>
    <w:p w14:paraId="21508898" w14:textId="77777777" w:rsidR="003A025E" w:rsidRPr="004572A7" w:rsidRDefault="003A025E" w:rsidP="004F1596">
      <w:r w:rsidRPr="004572A7">
        <w:lastRenderedPageBreak/>
        <w:t>— </w:t>
      </w:r>
      <w:r w:rsidR="004F1596" w:rsidRPr="004F1596">
        <w:t>Je vous remercie beaucoup</w:t>
      </w:r>
      <w:r w:rsidRPr="004572A7">
        <w:t xml:space="preserve">, </w:t>
      </w:r>
      <w:r w:rsidR="004F1596" w:rsidRPr="004F1596">
        <w:t>répondit Surgères</w:t>
      </w:r>
      <w:r w:rsidRPr="004572A7">
        <w:t xml:space="preserve">, </w:t>
      </w:r>
      <w:r w:rsidR="004F1596" w:rsidRPr="004F1596">
        <w:t>mais je crois qu</w:t>
      </w:r>
      <w:r w:rsidRPr="004572A7">
        <w:t>’</w:t>
      </w:r>
      <w:r w:rsidR="004F1596" w:rsidRPr="004F1596">
        <w:t>il est préférable pour moi</w:t>
      </w:r>
      <w:r w:rsidRPr="004572A7">
        <w:t xml:space="preserve">, </w:t>
      </w:r>
      <w:r w:rsidR="004F1596" w:rsidRPr="004F1596">
        <w:t>de ne pas sortir d</w:t>
      </w:r>
      <w:r w:rsidRPr="004572A7">
        <w:t>’</w:t>
      </w:r>
      <w:r w:rsidR="004F1596" w:rsidRPr="004F1596">
        <w:t>ici ce soir</w:t>
      </w:r>
      <w:r w:rsidRPr="004572A7">
        <w:t xml:space="preserve">. </w:t>
      </w:r>
      <w:r w:rsidR="004F1596" w:rsidRPr="004F1596">
        <w:t>Je vous demanderais seulement de faire prévenir mon valet de chambre</w:t>
      </w:r>
      <w:r w:rsidRPr="004572A7">
        <w:t xml:space="preserve">, </w:t>
      </w:r>
      <w:r w:rsidR="004F1596" w:rsidRPr="004F1596">
        <w:t>afin qu</w:t>
      </w:r>
      <w:r w:rsidRPr="004572A7">
        <w:t>’</w:t>
      </w:r>
      <w:r w:rsidR="004F1596" w:rsidRPr="004F1596">
        <w:t>il vienne me rejoindre immédiatement</w:t>
      </w:r>
      <w:r w:rsidRPr="004572A7">
        <w:t xml:space="preserve">. </w:t>
      </w:r>
      <w:r w:rsidR="004F1596" w:rsidRPr="004F1596">
        <w:t>D</w:t>
      </w:r>
      <w:r w:rsidRPr="004572A7">
        <w:t>’</w:t>
      </w:r>
      <w:r w:rsidR="004F1596" w:rsidRPr="004F1596">
        <w:t>ailleurs la comtesse doit arriver dans deux ou trois jours et je compte vous retenir à déjeuner avec nous</w:t>
      </w:r>
      <w:r w:rsidRPr="004572A7">
        <w:t>.</w:t>
      </w:r>
    </w:p>
    <w:p w14:paraId="299501B7" w14:textId="77777777" w:rsidR="003A025E" w:rsidRPr="004572A7" w:rsidRDefault="004F1596" w:rsidP="004F1596">
      <w:r w:rsidRPr="004F1596">
        <w:t>Je me mis à rire</w:t>
      </w:r>
      <w:r w:rsidR="003A025E" w:rsidRPr="004572A7">
        <w:t>.</w:t>
      </w:r>
    </w:p>
    <w:p w14:paraId="546FA2CB" w14:textId="77777777" w:rsidR="003A025E" w:rsidRPr="004572A7" w:rsidRDefault="003A025E" w:rsidP="004F1596">
      <w:r w:rsidRPr="004572A7">
        <w:t>— </w:t>
      </w:r>
      <w:r w:rsidR="003178B4" w:rsidRPr="004572A7">
        <w:t>À</w:t>
      </w:r>
      <w:r w:rsidR="004F1596" w:rsidRPr="004F1596">
        <w:t xml:space="preserve"> la bonne heure</w:t>
      </w:r>
      <w:r w:rsidRPr="004572A7">
        <w:t xml:space="preserve"> ! </w:t>
      </w:r>
      <w:r w:rsidR="004F1596" w:rsidRPr="004F1596">
        <w:t>m</w:t>
      </w:r>
      <w:r w:rsidRPr="004572A7">
        <w:t>’</w:t>
      </w:r>
      <w:r w:rsidR="004F1596" w:rsidRPr="004F1596">
        <w:t>écriai-je</w:t>
      </w:r>
      <w:r w:rsidRPr="004572A7">
        <w:t xml:space="preserve">, </w:t>
      </w:r>
      <w:r w:rsidR="004F1596" w:rsidRPr="004F1596">
        <w:t>ceci est de la philosophie un peu plus à ma portée</w:t>
      </w:r>
      <w:r w:rsidRPr="004572A7">
        <w:t xml:space="preserve">. </w:t>
      </w:r>
      <w:r w:rsidR="004F1596" w:rsidRPr="004F1596">
        <w:t>Hélas</w:t>
      </w:r>
      <w:r w:rsidRPr="004572A7">
        <w:t xml:space="preserve"> ! </w:t>
      </w:r>
      <w:r w:rsidR="004F1596" w:rsidRPr="004F1596">
        <w:t>je ne voudrais pas dire du mal des docteurs mais en général vous êtes tous les mêmes</w:t>
      </w:r>
      <w:r w:rsidRPr="004572A7">
        <w:t xml:space="preserve">, </w:t>
      </w:r>
      <w:r w:rsidR="004F1596" w:rsidRPr="004F1596">
        <w:t>vous n</w:t>
      </w:r>
      <w:r w:rsidRPr="004572A7">
        <w:t>’</w:t>
      </w:r>
      <w:r w:rsidR="004F1596" w:rsidRPr="004F1596">
        <w:t>engendrez guère la gaieté</w:t>
      </w:r>
      <w:r w:rsidRPr="004572A7">
        <w:t xml:space="preserve">. </w:t>
      </w:r>
      <w:r w:rsidR="004F1596" w:rsidRPr="004F1596">
        <w:t>Ainsi le docteur Simon</w:t>
      </w:r>
      <w:r w:rsidRPr="004572A7">
        <w:t>…</w:t>
      </w:r>
    </w:p>
    <w:p w14:paraId="59C5335D" w14:textId="77777777" w:rsidR="003A025E" w:rsidRPr="004572A7" w:rsidRDefault="004F1596" w:rsidP="004F1596">
      <w:r w:rsidRPr="004F1596">
        <w:t>Surgères esquissa un faible sourire</w:t>
      </w:r>
      <w:r w:rsidR="003A025E" w:rsidRPr="004572A7">
        <w:t>.</w:t>
      </w:r>
    </w:p>
    <w:p w14:paraId="7D506D05" w14:textId="77777777" w:rsidR="003A025E" w:rsidRPr="004572A7" w:rsidRDefault="003A025E" w:rsidP="004F1596">
      <w:r w:rsidRPr="004572A7">
        <w:t>— </w:t>
      </w:r>
      <w:r w:rsidR="004F1596" w:rsidRPr="004F1596">
        <w:t>Oh</w:t>
      </w:r>
      <w:r w:rsidRPr="004572A7">
        <w:t xml:space="preserve"> ! </w:t>
      </w:r>
      <w:r w:rsidR="004F1596" w:rsidRPr="004F1596">
        <w:t>pour celui-là</w:t>
      </w:r>
      <w:r w:rsidRPr="004572A7">
        <w:t xml:space="preserve">, </w:t>
      </w:r>
      <w:r w:rsidR="004F1596" w:rsidRPr="004F1596">
        <w:t>par exemple</w:t>
      </w:r>
      <w:r w:rsidRPr="004572A7">
        <w:t xml:space="preserve">, </w:t>
      </w:r>
      <w:r w:rsidR="004F1596" w:rsidRPr="004F1596">
        <w:t>je vous l</w:t>
      </w:r>
      <w:r w:rsidRPr="004572A7">
        <w:t>’</w:t>
      </w:r>
      <w:r w:rsidR="004F1596" w:rsidRPr="004F1596">
        <w:t>accorde sous toutes ses dimensions</w:t>
      </w:r>
      <w:r w:rsidRPr="004572A7">
        <w:t xml:space="preserve">, </w:t>
      </w:r>
      <w:r w:rsidR="004F1596" w:rsidRPr="004F1596">
        <w:t>c</w:t>
      </w:r>
      <w:r w:rsidRPr="004572A7">
        <w:t>’</w:t>
      </w:r>
      <w:r w:rsidR="004F1596" w:rsidRPr="004F1596">
        <w:t>est le morticole-type</w:t>
      </w:r>
      <w:r w:rsidRPr="004572A7">
        <w:t xml:space="preserve">, </w:t>
      </w:r>
      <w:r w:rsidR="004F1596" w:rsidRPr="004F1596">
        <w:t>l</w:t>
      </w:r>
      <w:r w:rsidRPr="004572A7">
        <w:t>’</w:t>
      </w:r>
      <w:r w:rsidR="004F1596" w:rsidRPr="004F1596">
        <w:t>ennemi juré de la santé</w:t>
      </w:r>
      <w:r w:rsidRPr="004572A7">
        <w:t xml:space="preserve">, </w:t>
      </w:r>
      <w:r w:rsidR="004F1596" w:rsidRPr="004F1596">
        <w:t>l</w:t>
      </w:r>
      <w:r w:rsidRPr="004572A7">
        <w:t>’</w:t>
      </w:r>
      <w:r w:rsidR="004F1596" w:rsidRPr="004F1596">
        <w:t>incarnation de la maladie faite souveraine du monde</w:t>
      </w:r>
      <w:r w:rsidRPr="004572A7">
        <w:t>.</w:t>
      </w:r>
    </w:p>
    <w:p w14:paraId="11734AC9" w14:textId="77777777" w:rsidR="003A025E" w:rsidRPr="004572A7" w:rsidRDefault="004F1596" w:rsidP="004F1596">
      <w:r w:rsidRPr="004F1596">
        <w:t>Surgères</w:t>
      </w:r>
      <w:r w:rsidR="003A025E" w:rsidRPr="004572A7">
        <w:t xml:space="preserve">, </w:t>
      </w:r>
      <w:r w:rsidRPr="004F1596">
        <w:t>je le sentais</w:t>
      </w:r>
      <w:r w:rsidR="003A025E" w:rsidRPr="004572A7">
        <w:t xml:space="preserve">, </w:t>
      </w:r>
      <w:r w:rsidRPr="004F1596">
        <w:t>avait besoin de repos</w:t>
      </w:r>
      <w:r w:rsidR="003A025E" w:rsidRPr="004572A7">
        <w:t xml:space="preserve">. </w:t>
      </w:r>
      <w:r w:rsidRPr="004F1596">
        <w:t>Je me levai donc et lui dis sur un ton amical</w:t>
      </w:r>
      <w:r w:rsidR="003A025E" w:rsidRPr="004572A7">
        <w:t> :</w:t>
      </w:r>
    </w:p>
    <w:p w14:paraId="0F08BF23" w14:textId="77777777" w:rsidR="003A025E" w:rsidRPr="004572A7" w:rsidRDefault="003A025E" w:rsidP="004F1596">
      <w:r w:rsidRPr="004572A7">
        <w:t>— </w:t>
      </w:r>
      <w:r w:rsidR="004F1596" w:rsidRPr="004F1596">
        <w:t>C</w:t>
      </w:r>
      <w:r w:rsidRPr="004572A7">
        <w:t>’</w:t>
      </w:r>
      <w:r w:rsidR="004F1596" w:rsidRPr="004F1596">
        <w:t>est entendu</w:t>
      </w:r>
      <w:r w:rsidRPr="004572A7">
        <w:t xml:space="preserve">, </w:t>
      </w:r>
      <w:r w:rsidR="004F1596" w:rsidRPr="004F1596">
        <w:t>docteur</w:t>
      </w:r>
      <w:r w:rsidRPr="004572A7">
        <w:t xml:space="preserve">, </w:t>
      </w:r>
      <w:r w:rsidR="004F1596" w:rsidRPr="004F1596">
        <w:t>je ferai prévenir votre valet de chambre et n</w:t>
      </w:r>
      <w:r w:rsidRPr="004572A7">
        <w:t>’</w:t>
      </w:r>
      <w:r w:rsidR="004F1596" w:rsidRPr="004F1596">
        <w:t>oubliez pas que vous me ferez plaisir en me mettant à contribution le cas échéant</w:t>
      </w:r>
      <w:r w:rsidRPr="004572A7">
        <w:t>…</w:t>
      </w:r>
    </w:p>
    <w:p w14:paraId="5D996B71" w14:textId="77777777" w:rsidR="003A025E" w:rsidRPr="004572A7" w:rsidRDefault="004F1596" w:rsidP="004F1596">
      <w:r w:rsidRPr="004F1596">
        <w:t>Il me tendit la main</w:t>
      </w:r>
      <w:r w:rsidR="003A025E" w:rsidRPr="004572A7">
        <w:t xml:space="preserve">, </w:t>
      </w:r>
      <w:r w:rsidRPr="004F1596">
        <w:t>je sentis qu</w:t>
      </w:r>
      <w:r w:rsidR="003A025E" w:rsidRPr="004572A7">
        <w:t>’</w:t>
      </w:r>
      <w:r w:rsidRPr="004F1596">
        <w:t>elle était brûlante</w:t>
      </w:r>
      <w:r w:rsidR="003A025E" w:rsidRPr="004572A7">
        <w:t>…</w:t>
      </w:r>
    </w:p>
    <w:p w14:paraId="61BBC410" w14:textId="77777777" w:rsidR="003A025E" w:rsidRPr="004572A7" w:rsidRDefault="003A025E" w:rsidP="004F1596">
      <w:r w:rsidRPr="004572A7">
        <w:t>— </w:t>
      </w:r>
      <w:r w:rsidR="004F1596" w:rsidRPr="004F1596">
        <w:t>Au revoir</w:t>
      </w:r>
      <w:r w:rsidRPr="004572A7">
        <w:t xml:space="preserve">, </w:t>
      </w:r>
      <w:r w:rsidR="004F1596" w:rsidRPr="004F1596">
        <w:t>Monsieur Rambaud</w:t>
      </w:r>
      <w:r w:rsidRPr="004572A7">
        <w:t xml:space="preserve">, </w:t>
      </w:r>
      <w:r w:rsidR="004F1596" w:rsidRPr="004F1596">
        <w:t>je suis heureux d</w:t>
      </w:r>
      <w:r w:rsidRPr="004572A7">
        <w:t>’</w:t>
      </w:r>
      <w:r w:rsidR="004F1596" w:rsidRPr="004F1596">
        <w:t>avoir pu vous parler si longuement</w:t>
      </w:r>
      <w:r w:rsidRPr="004572A7">
        <w:t xml:space="preserve">. </w:t>
      </w:r>
      <w:r w:rsidR="004F1596" w:rsidRPr="004F1596">
        <w:t>Surtout</w:t>
      </w:r>
      <w:r w:rsidRPr="004572A7">
        <w:t xml:space="preserve">, </w:t>
      </w:r>
      <w:r w:rsidR="004F1596" w:rsidRPr="004F1596">
        <w:t>n</w:t>
      </w:r>
      <w:r w:rsidRPr="004572A7">
        <w:t>’</w:t>
      </w:r>
      <w:r w:rsidR="004F1596" w:rsidRPr="004F1596">
        <w:t>oubliez pas de venir me voir</w:t>
      </w:r>
      <w:r w:rsidRPr="004572A7">
        <w:t xml:space="preserve">, </w:t>
      </w:r>
      <w:r w:rsidR="004F1596" w:rsidRPr="004F1596">
        <w:t>dès que je vous écrirai</w:t>
      </w:r>
      <w:r w:rsidRPr="004572A7">
        <w:t>.</w:t>
      </w:r>
    </w:p>
    <w:p w14:paraId="7B5D76DF" w14:textId="77777777" w:rsidR="003A025E" w:rsidRPr="004572A7" w:rsidRDefault="003A025E" w:rsidP="004F1596">
      <w:r w:rsidRPr="004572A7">
        <w:lastRenderedPageBreak/>
        <w:t>— </w:t>
      </w:r>
      <w:r w:rsidR="004F1596" w:rsidRPr="004F1596">
        <w:t>Je vous le promets</w:t>
      </w:r>
      <w:r w:rsidRPr="004572A7">
        <w:t xml:space="preserve">, </w:t>
      </w:r>
      <w:r w:rsidR="004F1596" w:rsidRPr="004F1596">
        <w:t>répondis-je</w:t>
      </w:r>
      <w:r w:rsidRPr="004572A7">
        <w:t xml:space="preserve">. </w:t>
      </w:r>
      <w:r w:rsidR="004F1596" w:rsidRPr="004F1596">
        <w:t>Je vous dois bien cela et c</w:t>
      </w:r>
      <w:r w:rsidRPr="004572A7">
        <w:t>’</w:t>
      </w:r>
      <w:r w:rsidR="004F1596" w:rsidRPr="004F1596">
        <w:t>est d</w:t>
      </w:r>
      <w:r w:rsidRPr="004572A7">
        <w:t>’</w:t>
      </w:r>
      <w:r w:rsidR="004F1596" w:rsidRPr="004F1596">
        <w:t>ailleurs peu de chose à côté des confidences que vous m</w:t>
      </w:r>
      <w:r w:rsidRPr="004572A7">
        <w:t>’</w:t>
      </w:r>
      <w:r w:rsidR="004F1596" w:rsidRPr="004F1596">
        <w:t>avez faites</w:t>
      </w:r>
      <w:r w:rsidRPr="004572A7">
        <w:t>…</w:t>
      </w:r>
    </w:p>
    <w:p w14:paraId="4BA639C7" w14:textId="77777777" w:rsidR="003A025E" w:rsidRPr="004572A7" w:rsidRDefault="003A025E" w:rsidP="004F1596">
      <w:r w:rsidRPr="004572A7">
        <w:t>— </w:t>
      </w:r>
      <w:r w:rsidR="004F1596" w:rsidRPr="004F1596">
        <w:t>Chut</w:t>
      </w:r>
      <w:r w:rsidRPr="004572A7">
        <w:t xml:space="preserve"> ! </w:t>
      </w:r>
      <w:r w:rsidR="004F1596" w:rsidRPr="004F1596">
        <w:t>dit Surgères en mettant un doigt sur ses lèvres</w:t>
      </w:r>
      <w:r w:rsidRPr="004572A7">
        <w:t>…</w:t>
      </w:r>
    </w:p>
    <w:p w14:paraId="43036F5E" w14:textId="77777777" w:rsidR="003A025E" w:rsidRPr="004572A7" w:rsidRDefault="004F1596" w:rsidP="004F1596">
      <w:r w:rsidRPr="004F1596">
        <w:t>Nous nous séparâmes</w:t>
      </w:r>
      <w:r w:rsidR="003A025E" w:rsidRPr="004572A7">
        <w:t>…</w:t>
      </w:r>
    </w:p>
    <w:p w14:paraId="75D44E73" w14:textId="77777777" w:rsidR="003A025E" w:rsidRPr="004572A7" w:rsidRDefault="004F1596" w:rsidP="004F1596">
      <w:r w:rsidRPr="004F1596">
        <w:t>Je partis</w:t>
      </w:r>
      <w:r w:rsidR="003A025E" w:rsidRPr="004572A7">
        <w:t xml:space="preserve">, </w:t>
      </w:r>
      <w:r w:rsidRPr="004F1596">
        <w:t>convaincu</w:t>
      </w:r>
      <w:r w:rsidR="003A025E" w:rsidRPr="004572A7">
        <w:t xml:space="preserve">, </w:t>
      </w:r>
      <w:r w:rsidRPr="004F1596">
        <w:t>cette fois</w:t>
      </w:r>
      <w:r w:rsidR="003A025E" w:rsidRPr="004572A7">
        <w:t xml:space="preserve">, </w:t>
      </w:r>
      <w:r w:rsidRPr="004F1596">
        <w:t>que Surgères était gravement atteint et qu</w:t>
      </w:r>
      <w:r w:rsidR="003A025E" w:rsidRPr="004572A7">
        <w:t>’</w:t>
      </w:r>
      <w:r w:rsidRPr="004F1596">
        <w:t>il n</w:t>
      </w:r>
      <w:r w:rsidR="003A025E" w:rsidRPr="004572A7">
        <w:t>’</w:t>
      </w:r>
      <w:r w:rsidRPr="004F1596">
        <w:t>avait rien exagéré en m</w:t>
      </w:r>
      <w:r w:rsidR="003A025E" w:rsidRPr="004572A7">
        <w:t>’</w:t>
      </w:r>
      <w:r w:rsidRPr="004F1596">
        <w:t>indiquant lui-même courageusement les symptômes de sa terrible maladie</w:t>
      </w:r>
      <w:r w:rsidR="003A025E" w:rsidRPr="004572A7">
        <w:t>…</w:t>
      </w:r>
    </w:p>
    <w:p w14:paraId="6CD281CB" w14:textId="77777777" w:rsidR="003A025E" w:rsidRPr="004572A7" w:rsidRDefault="004F1596" w:rsidP="004F1596">
      <w:r w:rsidRPr="004F1596">
        <w:t>Afin de ne pas éveiller la curiosité de nos domestiques</w:t>
      </w:r>
      <w:r w:rsidR="003A025E" w:rsidRPr="004572A7">
        <w:t xml:space="preserve">, </w:t>
      </w:r>
      <w:r w:rsidRPr="004F1596">
        <w:t>je courus aussitôt prévenir son valet de chambre et je retournai ensuite chez moi rempli de tristesse</w:t>
      </w:r>
      <w:r w:rsidR="003A025E" w:rsidRPr="004572A7">
        <w:t>…</w:t>
      </w:r>
    </w:p>
    <w:p w14:paraId="62CA37DD" w14:textId="77777777" w:rsidR="004F1596" w:rsidRPr="004F1596" w:rsidRDefault="004F1596" w:rsidP="004F1596">
      <w:r w:rsidRPr="004F1596">
        <w:t>Ces paroles de l</w:t>
      </w:r>
      <w:r w:rsidR="003A025E" w:rsidRPr="004572A7">
        <w:t>’</w:t>
      </w:r>
      <w:r w:rsidRPr="004F1596">
        <w:t>Ecclésiaste me revinrent alors en mémoire</w:t>
      </w:r>
      <w:r w:rsidR="003A025E" w:rsidRPr="004572A7">
        <w:t xml:space="preserve"> : </w:t>
      </w:r>
      <w:r w:rsidR="003A025E" w:rsidRPr="00E22C94">
        <w:rPr>
          <w:iCs/>
        </w:rPr>
        <w:t>«</w:t>
      </w:r>
      <w:r w:rsidR="003A025E" w:rsidRPr="004572A7">
        <w:rPr>
          <w:i/>
          <w:iCs/>
        </w:rPr>
        <w:t> </w:t>
      </w:r>
      <w:r w:rsidRPr="004F1596">
        <w:rPr>
          <w:i/>
          <w:iCs/>
        </w:rPr>
        <w:t>Que reste-t-il à l</w:t>
      </w:r>
      <w:r w:rsidR="003A025E" w:rsidRPr="004572A7">
        <w:rPr>
          <w:i/>
          <w:iCs/>
        </w:rPr>
        <w:t>’</w:t>
      </w:r>
      <w:r w:rsidRPr="004F1596">
        <w:rPr>
          <w:i/>
          <w:iCs/>
        </w:rPr>
        <w:t>homme de tout son travail et du tourment de son cœur</w:t>
      </w:r>
      <w:r w:rsidR="003A025E" w:rsidRPr="004572A7">
        <w:rPr>
          <w:i/>
          <w:iCs/>
        </w:rPr>
        <w:t xml:space="preserve">, </w:t>
      </w:r>
      <w:r w:rsidRPr="004F1596">
        <w:rPr>
          <w:i/>
          <w:iCs/>
        </w:rPr>
        <w:t>de ce dont il se fatigue sous le soleil</w:t>
      </w:r>
      <w:r w:rsidR="003A025E" w:rsidRPr="004572A7">
        <w:rPr>
          <w:i/>
          <w:iCs/>
        </w:rPr>
        <w:t xml:space="preserve">. </w:t>
      </w:r>
      <w:r w:rsidRPr="004F1596">
        <w:rPr>
          <w:i/>
          <w:iCs/>
        </w:rPr>
        <w:t>Tous ses jours ne sont que douleurs</w:t>
      </w:r>
      <w:r w:rsidR="003A025E" w:rsidRPr="004572A7">
        <w:rPr>
          <w:i/>
          <w:iCs/>
        </w:rPr>
        <w:t xml:space="preserve">. </w:t>
      </w:r>
      <w:r w:rsidRPr="004F1596">
        <w:rPr>
          <w:i/>
          <w:iCs/>
        </w:rPr>
        <w:t>Le nom du sage ne sera pas plus éternel que celui de l</w:t>
      </w:r>
      <w:r w:rsidR="003A025E" w:rsidRPr="004572A7">
        <w:rPr>
          <w:i/>
          <w:iCs/>
        </w:rPr>
        <w:t>’</w:t>
      </w:r>
      <w:r w:rsidRPr="004F1596">
        <w:rPr>
          <w:i/>
          <w:iCs/>
        </w:rPr>
        <w:t>insensé</w:t>
      </w:r>
      <w:r w:rsidR="003A025E" w:rsidRPr="004572A7">
        <w:rPr>
          <w:i/>
          <w:iCs/>
        </w:rPr>
        <w:t xml:space="preserve">, </w:t>
      </w:r>
      <w:r w:rsidRPr="004F1596">
        <w:rPr>
          <w:i/>
          <w:iCs/>
        </w:rPr>
        <w:t>puisque dans les jours à venir tout sera depuis longtemps oublié</w:t>
      </w:r>
      <w:r w:rsidR="003A025E" w:rsidRPr="004572A7">
        <w:rPr>
          <w:i/>
          <w:iCs/>
        </w:rPr>
        <w:t>. </w:t>
      </w:r>
      <w:r w:rsidR="003A025E" w:rsidRPr="00E22C94">
        <w:rPr>
          <w:iCs/>
        </w:rPr>
        <w:t>»</w:t>
      </w:r>
    </w:p>
    <w:p w14:paraId="02CE0184" w14:textId="77777777" w:rsidR="003A025E" w:rsidRPr="004572A7" w:rsidRDefault="004F1596" w:rsidP="004F1596">
      <w:r w:rsidRPr="004F1596">
        <w:t>Je revis en imagination la vie de Surgères</w:t>
      </w:r>
      <w:r w:rsidR="003A025E" w:rsidRPr="004572A7">
        <w:t xml:space="preserve">, </w:t>
      </w:r>
      <w:r w:rsidRPr="004F1596">
        <w:t>toute de labeur et de souffrances</w:t>
      </w:r>
      <w:r w:rsidR="003A025E" w:rsidRPr="004572A7">
        <w:t xml:space="preserve">, </w:t>
      </w:r>
      <w:r w:rsidRPr="004F1596">
        <w:t>et je fus surpris que cet homme n</w:t>
      </w:r>
      <w:r w:rsidR="003A025E" w:rsidRPr="004572A7">
        <w:t>’</w:t>
      </w:r>
      <w:r w:rsidRPr="004F1596">
        <w:t>eût pas employé le génie dont il était doué pour combattre le fléau le plus redoutable de l</w:t>
      </w:r>
      <w:r w:rsidR="003A025E" w:rsidRPr="004572A7">
        <w:t>’</w:t>
      </w:r>
      <w:r w:rsidRPr="004F1596">
        <w:t>humanité</w:t>
      </w:r>
      <w:r w:rsidR="003A025E" w:rsidRPr="004572A7">
        <w:t xml:space="preserve">, </w:t>
      </w:r>
      <w:r w:rsidRPr="004F1596">
        <w:t>l</w:t>
      </w:r>
      <w:r w:rsidR="003A025E" w:rsidRPr="004572A7">
        <w:t>’</w:t>
      </w:r>
      <w:r w:rsidRPr="004F1596">
        <w:t>impitoyable tuberculose</w:t>
      </w:r>
      <w:r w:rsidR="003A025E" w:rsidRPr="004572A7">
        <w:t xml:space="preserve">. </w:t>
      </w:r>
      <w:r w:rsidRPr="004F1596">
        <w:t>Mais</w:t>
      </w:r>
      <w:r w:rsidR="003A025E" w:rsidRPr="004572A7">
        <w:t xml:space="preserve">, </w:t>
      </w:r>
      <w:r w:rsidRPr="004F1596">
        <w:t>malgré ses révélations brutales et bien qu</w:t>
      </w:r>
      <w:r w:rsidR="003A025E" w:rsidRPr="004572A7">
        <w:t>’</w:t>
      </w:r>
      <w:r w:rsidRPr="004F1596">
        <w:t>il fût persuadé en tant que docteur</w:t>
      </w:r>
      <w:r w:rsidR="003A025E" w:rsidRPr="004572A7">
        <w:t xml:space="preserve">, </w:t>
      </w:r>
      <w:r w:rsidRPr="004F1596">
        <w:t>qu</w:t>
      </w:r>
      <w:r w:rsidR="003A025E" w:rsidRPr="004572A7">
        <w:t>’</w:t>
      </w:r>
      <w:r w:rsidRPr="004F1596">
        <w:t>il était réellement tuberculeux</w:t>
      </w:r>
      <w:r w:rsidR="003A025E" w:rsidRPr="004572A7">
        <w:t xml:space="preserve">, </w:t>
      </w:r>
      <w:r w:rsidRPr="004F1596">
        <w:t>il n</w:t>
      </w:r>
      <w:r w:rsidR="003A025E" w:rsidRPr="004572A7">
        <w:t>’</w:t>
      </w:r>
      <w:r w:rsidRPr="004F1596">
        <w:t>en était pas moins sujet à toutes les faiblesses de la nature humaine</w:t>
      </w:r>
      <w:r w:rsidR="003A025E" w:rsidRPr="004572A7">
        <w:t xml:space="preserve">, </w:t>
      </w:r>
      <w:r w:rsidRPr="004F1596">
        <w:t>susceptible de s</w:t>
      </w:r>
      <w:r w:rsidR="003A025E" w:rsidRPr="004572A7">
        <w:t>’</w:t>
      </w:r>
      <w:r w:rsidRPr="004F1596">
        <w:t>illusionner sur la gravité de son mal</w:t>
      </w:r>
      <w:r w:rsidR="003A025E" w:rsidRPr="004572A7">
        <w:t xml:space="preserve">, </w:t>
      </w:r>
      <w:r w:rsidRPr="004F1596">
        <w:t>même de croire à une amélioration possible et prochaine</w:t>
      </w:r>
      <w:r w:rsidR="003A025E" w:rsidRPr="004572A7">
        <w:t>.</w:t>
      </w:r>
    </w:p>
    <w:p w14:paraId="341CCB78" w14:textId="77777777" w:rsidR="003A025E" w:rsidRPr="004572A7" w:rsidRDefault="004F1596" w:rsidP="004F1596">
      <w:r w:rsidRPr="004F1596">
        <w:lastRenderedPageBreak/>
        <w:t>Ne m</w:t>
      </w:r>
      <w:r w:rsidR="003A025E" w:rsidRPr="004572A7">
        <w:t>’</w:t>
      </w:r>
      <w:r w:rsidRPr="004F1596">
        <w:t>avait-il pas dit de lui-même qu</w:t>
      </w:r>
      <w:r w:rsidR="003A025E" w:rsidRPr="004572A7">
        <w:t>’</w:t>
      </w:r>
      <w:r w:rsidRPr="004F1596">
        <w:t xml:space="preserve">il espérait bien guérir sous peu et épouser </w:t>
      </w:r>
      <w:r w:rsidR="003A025E" w:rsidRPr="004572A7">
        <w:t>M</w:t>
      </w:r>
      <w:r w:rsidR="003A025E" w:rsidRPr="004572A7">
        <w:rPr>
          <w:vertAlign w:val="superscript"/>
        </w:rPr>
        <w:t>me</w:t>
      </w:r>
      <w:r w:rsidR="003A025E" w:rsidRPr="004572A7">
        <w:t> de </w:t>
      </w:r>
      <w:proofErr w:type="spellStart"/>
      <w:r w:rsidRPr="004F1596">
        <w:t>Flossanges-Runel</w:t>
      </w:r>
      <w:proofErr w:type="spellEnd"/>
      <w:r w:rsidR="003A025E" w:rsidRPr="004572A7">
        <w:t xml:space="preserve">, </w:t>
      </w:r>
      <w:r w:rsidRPr="004F1596">
        <w:t>dès que sa santé serait rétablie</w:t>
      </w:r>
      <w:r w:rsidR="003A025E" w:rsidRPr="004572A7">
        <w:t>…</w:t>
      </w:r>
    </w:p>
    <w:p w14:paraId="4FB67C02" w14:textId="77777777" w:rsidR="003A025E" w:rsidRPr="004572A7" w:rsidRDefault="004F1596" w:rsidP="004F1596">
      <w:r w:rsidRPr="004F1596">
        <w:t>Peut-être aussi son instinct secret de savant l</w:t>
      </w:r>
      <w:r w:rsidR="003A025E" w:rsidRPr="004572A7">
        <w:t>’</w:t>
      </w:r>
      <w:r w:rsidRPr="004F1596">
        <w:t>avait-il averti que sa vie serait courte et qu</w:t>
      </w:r>
      <w:r w:rsidR="003A025E" w:rsidRPr="004572A7">
        <w:t>’</w:t>
      </w:r>
      <w:r w:rsidRPr="004F1596">
        <w:t>il ne pouvait songer à mener de front deux entreprises de si grandiose importance</w:t>
      </w:r>
      <w:r w:rsidR="003A025E" w:rsidRPr="004572A7">
        <w:t xml:space="preserve"> ; </w:t>
      </w:r>
      <w:r w:rsidRPr="004F1596">
        <w:t>le problème de la pensée et celui de la tuberculose</w:t>
      </w:r>
      <w:r w:rsidR="003A025E" w:rsidRPr="004572A7">
        <w:t xml:space="preserve">. </w:t>
      </w:r>
      <w:r w:rsidRPr="004F1596">
        <w:t>Peut-être avait-il fait héroïquement le sacrifice de sa vie et avait-il estimé que les recherches qu</w:t>
      </w:r>
      <w:r w:rsidR="003A025E" w:rsidRPr="004572A7">
        <w:t>’</w:t>
      </w:r>
      <w:r w:rsidRPr="004F1596">
        <w:t>il poursuivait étaient les plus nobles qui fussent et qu</w:t>
      </w:r>
      <w:r w:rsidR="003A025E" w:rsidRPr="004572A7">
        <w:t>’</w:t>
      </w:r>
      <w:r w:rsidRPr="004F1596">
        <w:t>il y avait</w:t>
      </w:r>
      <w:r w:rsidR="003A025E" w:rsidRPr="004572A7">
        <w:t xml:space="preserve">, </w:t>
      </w:r>
      <w:r w:rsidRPr="004F1596">
        <w:t>dans le but qu</w:t>
      </w:r>
      <w:r w:rsidR="003A025E" w:rsidRPr="004572A7">
        <w:t>’</w:t>
      </w:r>
      <w:r w:rsidRPr="004F1596">
        <w:t>il s</w:t>
      </w:r>
      <w:r w:rsidR="003A025E" w:rsidRPr="004572A7">
        <w:t>’</w:t>
      </w:r>
      <w:r w:rsidRPr="004F1596">
        <w:t>était proposé d</w:t>
      </w:r>
      <w:r w:rsidR="003A025E" w:rsidRPr="004572A7">
        <w:t>’</w:t>
      </w:r>
      <w:r w:rsidRPr="004F1596">
        <w:t>atteindre</w:t>
      </w:r>
      <w:r w:rsidR="003A025E" w:rsidRPr="004572A7">
        <w:t xml:space="preserve">, </w:t>
      </w:r>
      <w:r w:rsidRPr="004F1596">
        <w:t>plus de grandeur que dans toutes les autres parties inexplorées de la science</w:t>
      </w:r>
      <w:r w:rsidR="003A025E" w:rsidRPr="004572A7">
        <w:t>…</w:t>
      </w:r>
    </w:p>
    <w:p w14:paraId="26C03929" w14:textId="77777777" w:rsidR="003A025E" w:rsidRPr="004572A7" w:rsidRDefault="004F1596" w:rsidP="004F1596">
      <w:r w:rsidRPr="004F1596">
        <w:t>Quoi qu</w:t>
      </w:r>
      <w:r w:rsidR="003A025E" w:rsidRPr="004572A7">
        <w:t>’</w:t>
      </w:r>
      <w:r w:rsidRPr="004F1596">
        <w:t>il en soit</w:t>
      </w:r>
      <w:r w:rsidR="003A025E" w:rsidRPr="004572A7">
        <w:t xml:space="preserve">, </w:t>
      </w:r>
      <w:r w:rsidRPr="004F1596">
        <w:t>il m</w:t>
      </w:r>
      <w:r w:rsidR="003A025E" w:rsidRPr="004572A7">
        <w:t>’</w:t>
      </w:r>
      <w:r w:rsidRPr="004F1596">
        <w:t>apparaissait</w:t>
      </w:r>
      <w:r w:rsidR="003A025E" w:rsidRPr="004572A7">
        <w:t xml:space="preserve">, </w:t>
      </w:r>
      <w:r w:rsidRPr="004F1596">
        <w:t>désormais</w:t>
      </w:r>
      <w:r w:rsidR="003A025E" w:rsidRPr="004572A7">
        <w:t xml:space="preserve">, </w:t>
      </w:r>
      <w:r w:rsidRPr="004F1596">
        <w:t>comme plus admirable encore par son caractère stoïque que par son génie</w:t>
      </w:r>
      <w:r w:rsidR="003A025E" w:rsidRPr="004572A7">
        <w:t xml:space="preserve">, </w:t>
      </w:r>
      <w:r w:rsidRPr="004F1596">
        <w:t>car s</w:t>
      </w:r>
      <w:r w:rsidR="003A025E" w:rsidRPr="004572A7">
        <w:t>’</w:t>
      </w:r>
      <w:r w:rsidRPr="004F1596">
        <w:t>il avait triomphé</w:t>
      </w:r>
      <w:r w:rsidR="003A025E" w:rsidRPr="004572A7">
        <w:t xml:space="preserve">, </w:t>
      </w:r>
      <w:r w:rsidRPr="004F1596">
        <w:t>par son intelligence</w:t>
      </w:r>
      <w:r w:rsidR="003A025E" w:rsidRPr="004572A7">
        <w:t xml:space="preserve">, </w:t>
      </w:r>
      <w:r w:rsidRPr="004F1596">
        <w:t>d</w:t>
      </w:r>
      <w:r w:rsidR="003A025E" w:rsidRPr="004572A7">
        <w:t>’</w:t>
      </w:r>
      <w:r w:rsidRPr="004F1596">
        <w:t>un des mystères les plus troublants de l</w:t>
      </w:r>
      <w:r w:rsidR="003A025E" w:rsidRPr="004572A7">
        <w:t>’</w:t>
      </w:r>
      <w:r w:rsidRPr="004F1596">
        <w:t>humanité</w:t>
      </w:r>
      <w:r w:rsidR="003A025E" w:rsidRPr="004572A7">
        <w:t xml:space="preserve">, </w:t>
      </w:r>
      <w:r w:rsidRPr="004F1596">
        <w:t>il s</w:t>
      </w:r>
      <w:r w:rsidR="003A025E" w:rsidRPr="004572A7">
        <w:t>’</w:t>
      </w:r>
      <w:r w:rsidRPr="004F1596">
        <w:t>était élevé</w:t>
      </w:r>
      <w:r w:rsidR="003A025E" w:rsidRPr="004572A7">
        <w:t xml:space="preserve">, </w:t>
      </w:r>
      <w:r w:rsidRPr="004F1596">
        <w:t>par la force d</w:t>
      </w:r>
      <w:r w:rsidR="003A025E" w:rsidRPr="004572A7">
        <w:t>’</w:t>
      </w:r>
      <w:r w:rsidRPr="004F1596">
        <w:t>une volonté rare</w:t>
      </w:r>
      <w:r w:rsidR="003A025E" w:rsidRPr="004572A7">
        <w:t xml:space="preserve">, </w:t>
      </w:r>
      <w:r w:rsidRPr="004F1596">
        <w:t>au-dessus de son infortune</w:t>
      </w:r>
      <w:r w:rsidR="003A025E" w:rsidRPr="004572A7">
        <w:t>.</w:t>
      </w:r>
    </w:p>
    <w:p w14:paraId="375DAAF8" w14:textId="77777777" w:rsidR="004F1596" w:rsidRPr="004F1596" w:rsidRDefault="004F1596" w:rsidP="004F1596">
      <w:r w:rsidRPr="004F1596">
        <w:t>Ses confidences avaient été sincères</w:t>
      </w:r>
      <w:r w:rsidR="003A025E" w:rsidRPr="004572A7">
        <w:t xml:space="preserve">, </w:t>
      </w:r>
      <w:r w:rsidRPr="004F1596">
        <w:t>mais peut-être incomplètes</w:t>
      </w:r>
      <w:r w:rsidR="003A025E" w:rsidRPr="004572A7">
        <w:t xml:space="preserve">. </w:t>
      </w:r>
      <w:r w:rsidRPr="004F1596">
        <w:t>Il avait dû souffrir dans son cœur</w:t>
      </w:r>
      <w:r w:rsidR="003A025E" w:rsidRPr="004572A7">
        <w:t xml:space="preserve">, </w:t>
      </w:r>
      <w:r w:rsidRPr="004F1596">
        <w:t>beaucoup plus que sa dignité ne lui permettait de le dire</w:t>
      </w:r>
      <w:r w:rsidR="003A025E" w:rsidRPr="004572A7">
        <w:t xml:space="preserve">, </w:t>
      </w:r>
      <w:r w:rsidRPr="004F1596">
        <w:t>car</w:t>
      </w:r>
      <w:r w:rsidR="003A025E" w:rsidRPr="004572A7">
        <w:t xml:space="preserve">, </w:t>
      </w:r>
      <w:r w:rsidRPr="004F1596">
        <w:t>pourquoi m</w:t>
      </w:r>
      <w:r w:rsidR="003A025E" w:rsidRPr="004572A7">
        <w:t>’</w:t>
      </w:r>
      <w:r w:rsidRPr="004F1596">
        <w:t>aurait-il répété</w:t>
      </w:r>
      <w:r w:rsidR="003A025E" w:rsidRPr="004572A7">
        <w:t xml:space="preserve">, </w:t>
      </w:r>
      <w:r w:rsidRPr="004F1596">
        <w:t>en parlant de la comtesse</w:t>
      </w:r>
      <w:r w:rsidR="003A025E" w:rsidRPr="004572A7">
        <w:t xml:space="preserve">, </w:t>
      </w:r>
      <w:r w:rsidRPr="004F1596">
        <w:t>cette phrase suggestive</w:t>
      </w:r>
      <w:r w:rsidR="003A025E" w:rsidRPr="004572A7">
        <w:t> : « </w:t>
      </w:r>
      <w:r w:rsidRPr="004F1596">
        <w:t>C</w:t>
      </w:r>
      <w:r w:rsidR="003A025E" w:rsidRPr="004572A7">
        <w:t>’</w:t>
      </w:r>
      <w:r w:rsidRPr="004F1596">
        <w:t>est la seule femme qui m</w:t>
      </w:r>
      <w:r w:rsidR="003A025E" w:rsidRPr="004572A7">
        <w:t>’</w:t>
      </w:r>
      <w:r w:rsidRPr="004F1596">
        <w:t>ait aimé sincèrement</w:t>
      </w:r>
      <w:r w:rsidR="003A025E" w:rsidRPr="004572A7">
        <w:t xml:space="preserve">, </w:t>
      </w:r>
      <w:r w:rsidRPr="004F1596">
        <w:t>de tout son cœur</w:t>
      </w:r>
      <w:r w:rsidR="003A025E" w:rsidRPr="004572A7">
        <w:t xml:space="preserve">, </w:t>
      </w:r>
      <w:r w:rsidRPr="004F1596">
        <w:t>de toute son intelligence</w:t>
      </w:r>
      <w:r w:rsidR="003A025E" w:rsidRPr="004572A7">
        <w:t>. »</w:t>
      </w:r>
    </w:p>
    <w:p w14:paraId="1F74B41A" w14:textId="77777777" w:rsidR="003A025E" w:rsidRPr="004572A7" w:rsidRDefault="004F1596" w:rsidP="004F1596">
      <w:r w:rsidRPr="004F1596">
        <w:t>Il devait y avoir dans la vie de cet homme</w:t>
      </w:r>
      <w:r w:rsidR="003A025E" w:rsidRPr="004572A7">
        <w:t xml:space="preserve">, </w:t>
      </w:r>
      <w:r w:rsidRPr="004F1596">
        <w:t>en apparence si paisible</w:t>
      </w:r>
      <w:r w:rsidR="003A025E" w:rsidRPr="004572A7">
        <w:t xml:space="preserve">, </w:t>
      </w:r>
      <w:r w:rsidRPr="004F1596">
        <w:t>tout un passé de déceptions amères et douloureuses</w:t>
      </w:r>
      <w:r w:rsidR="003A025E" w:rsidRPr="004572A7">
        <w:t xml:space="preserve">, </w:t>
      </w:r>
      <w:r w:rsidRPr="004F1596">
        <w:t>des blessures profondes</w:t>
      </w:r>
      <w:r w:rsidR="003A025E" w:rsidRPr="004572A7">
        <w:t xml:space="preserve">, </w:t>
      </w:r>
      <w:r w:rsidRPr="004F1596">
        <w:t>une surabondance insoupçonnée d</w:t>
      </w:r>
      <w:r w:rsidR="003A025E" w:rsidRPr="004572A7">
        <w:t>’</w:t>
      </w:r>
      <w:r w:rsidRPr="004F1596">
        <w:t>activité de sentiments et de passions orageuses</w:t>
      </w:r>
      <w:r w:rsidR="003A025E" w:rsidRPr="004572A7">
        <w:t xml:space="preserve">, </w:t>
      </w:r>
      <w:r w:rsidRPr="004F1596">
        <w:t>capables de remplir plusieurs existences</w:t>
      </w:r>
      <w:r w:rsidR="003A025E" w:rsidRPr="004572A7">
        <w:t>.</w:t>
      </w:r>
    </w:p>
    <w:p w14:paraId="5B2E1246" w14:textId="77777777" w:rsidR="003A025E" w:rsidRPr="004572A7" w:rsidRDefault="004F1596" w:rsidP="004F1596">
      <w:r w:rsidRPr="004F1596">
        <w:t>Bien que je fusse persuadé de la gravité de sa maladie</w:t>
      </w:r>
      <w:r w:rsidR="003A025E" w:rsidRPr="004572A7">
        <w:t xml:space="preserve">, </w:t>
      </w:r>
      <w:r w:rsidRPr="004F1596">
        <w:t>je ne soupçonnais pas</w:t>
      </w:r>
      <w:r w:rsidR="003A025E" w:rsidRPr="004572A7">
        <w:t xml:space="preserve">, </w:t>
      </w:r>
      <w:r w:rsidRPr="004F1596">
        <w:t>cependant</w:t>
      </w:r>
      <w:r w:rsidR="003A025E" w:rsidRPr="004572A7">
        <w:t xml:space="preserve">, </w:t>
      </w:r>
      <w:r w:rsidRPr="004F1596">
        <w:t xml:space="preserve">que Surgères pût courir un </w:t>
      </w:r>
      <w:r w:rsidRPr="004F1596">
        <w:lastRenderedPageBreak/>
        <w:t>danger immédiat et je fus littéralement saisi</w:t>
      </w:r>
      <w:r w:rsidR="003A025E" w:rsidRPr="004572A7">
        <w:t xml:space="preserve">, </w:t>
      </w:r>
      <w:r w:rsidRPr="004F1596">
        <w:t>vers la fin de la semaine</w:t>
      </w:r>
      <w:r w:rsidR="003A025E" w:rsidRPr="004572A7">
        <w:t xml:space="preserve">, </w:t>
      </w:r>
      <w:r w:rsidRPr="004F1596">
        <w:t>en recevant</w:t>
      </w:r>
      <w:r w:rsidR="003A025E" w:rsidRPr="004572A7">
        <w:t xml:space="preserve">, </w:t>
      </w:r>
      <w:r w:rsidRPr="004F1596">
        <w:t xml:space="preserve">de la comtesse </w:t>
      </w:r>
      <w:proofErr w:type="spellStart"/>
      <w:r w:rsidRPr="004F1596">
        <w:t>Flossanges-Runel</w:t>
      </w:r>
      <w:proofErr w:type="spellEnd"/>
      <w:r w:rsidR="003A025E" w:rsidRPr="004572A7">
        <w:t xml:space="preserve">, </w:t>
      </w:r>
      <w:r w:rsidRPr="004F1596">
        <w:t>une lettre ainsi conçue</w:t>
      </w:r>
      <w:r w:rsidR="003A025E" w:rsidRPr="004572A7">
        <w:t> :</w:t>
      </w:r>
    </w:p>
    <w:p w14:paraId="117FF68D" w14:textId="77777777" w:rsidR="003A025E" w:rsidRPr="004572A7" w:rsidRDefault="003A025E" w:rsidP="004F1596">
      <w:r w:rsidRPr="004572A7">
        <w:t>« </w:t>
      </w:r>
      <w:r w:rsidR="004F1596" w:rsidRPr="004F1596">
        <w:t>Monsieur</w:t>
      </w:r>
      <w:r w:rsidRPr="004572A7">
        <w:t>,</w:t>
      </w:r>
    </w:p>
    <w:p w14:paraId="75224102" w14:textId="77777777" w:rsidR="003A025E" w:rsidRPr="004572A7" w:rsidRDefault="003A025E" w:rsidP="004F1596">
      <w:r w:rsidRPr="004572A7">
        <w:t>« </w:t>
      </w:r>
      <w:r w:rsidR="004F1596" w:rsidRPr="004F1596">
        <w:t>Je suis ici depuis trois jours</w:t>
      </w:r>
      <w:r w:rsidRPr="004572A7">
        <w:t>. M. de </w:t>
      </w:r>
      <w:r w:rsidR="004F1596" w:rsidRPr="004F1596">
        <w:t>Surgères m</w:t>
      </w:r>
      <w:r w:rsidRPr="004572A7">
        <w:t>’</w:t>
      </w:r>
      <w:r w:rsidR="004F1596" w:rsidRPr="004F1596">
        <w:t>avait mise au courant</w:t>
      </w:r>
      <w:r w:rsidRPr="004572A7">
        <w:t xml:space="preserve">, </w:t>
      </w:r>
      <w:r w:rsidR="004F1596" w:rsidRPr="004F1596">
        <w:t>par écrit</w:t>
      </w:r>
      <w:r w:rsidRPr="004572A7">
        <w:t xml:space="preserve">, </w:t>
      </w:r>
      <w:r w:rsidR="004F1596" w:rsidRPr="004F1596">
        <w:t>de tout ce qui s</w:t>
      </w:r>
      <w:r w:rsidRPr="004572A7">
        <w:t>’</w:t>
      </w:r>
      <w:r w:rsidR="004F1596" w:rsidRPr="004F1596">
        <w:t>était passé entre vous</w:t>
      </w:r>
      <w:r w:rsidRPr="004572A7">
        <w:t xml:space="preserve">. </w:t>
      </w:r>
      <w:r w:rsidR="004F1596" w:rsidRPr="004F1596">
        <w:t>Bien que je n</w:t>
      </w:r>
      <w:r w:rsidRPr="004572A7">
        <w:t>’</w:t>
      </w:r>
      <w:r w:rsidR="004F1596" w:rsidRPr="004F1596">
        <w:t>aie pas l</w:t>
      </w:r>
      <w:r w:rsidRPr="004572A7">
        <w:t>’</w:t>
      </w:r>
      <w:r w:rsidR="004F1596" w:rsidRPr="004F1596">
        <w:t>honneur de vous connaître</w:t>
      </w:r>
      <w:r w:rsidRPr="004572A7">
        <w:t xml:space="preserve">, </w:t>
      </w:r>
      <w:r w:rsidR="004F1596" w:rsidRPr="004F1596">
        <w:t>j</w:t>
      </w:r>
      <w:r w:rsidRPr="004572A7">
        <w:t>’</w:t>
      </w:r>
      <w:r w:rsidR="004F1596" w:rsidRPr="004F1596">
        <w:t>ai confiance en votre loyauté et en votre discrétion</w:t>
      </w:r>
      <w:r w:rsidRPr="004572A7">
        <w:t xml:space="preserve">. </w:t>
      </w:r>
      <w:r w:rsidR="004F1596" w:rsidRPr="004F1596">
        <w:t xml:space="preserve">Je vous supplie de venir aussitôt que vous le pourrez à la villa </w:t>
      </w:r>
      <w:proofErr w:type="spellStart"/>
      <w:r w:rsidR="004F1596" w:rsidRPr="004F1596">
        <w:t>Bakhea</w:t>
      </w:r>
      <w:proofErr w:type="spellEnd"/>
      <w:r w:rsidRPr="004572A7">
        <w:t xml:space="preserve">. </w:t>
      </w:r>
      <w:r w:rsidR="004F1596" w:rsidRPr="004F1596">
        <w:t>Mon grand et malheureux ami se meurt</w:t>
      </w:r>
      <w:r w:rsidRPr="004572A7">
        <w:t xml:space="preserve">. </w:t>
      </w:r>
      <w:r w:rsidR="004F1596" w:rsidRPr="004F1596">
        <w:t>Il voudrait tant vous voir avant de rendre le dernier soupir</w:t>
      </w:r>
      <w:r w:rsidRPr="004572A7">
        <w:t>.</w:t>
      </w:r>
    </w:p>
    <w:p w14:paraId="3E24D600" w14:textId="77777777" w:rsidR="004F1596" w:rsidRPr="004F1596" w:rsidRDefault="004F1596" w:rsidP="00E22C94">
      <w:pPr>
        <w:ind w:right="1133"/>
        <w:jc w:val="right"/>
      </w:pPr>
      <w:r w:rsidRPr="004F1596">
        <w:t xml:space="preserve">Comtesse </w:t>
      </w:r>
      <w:r w:rsidR="009E32F1" w:rsidRPr="004F1596">
        <w:t>de</w:t>
      </w:r>
      <w:r w:rsidR="009E32F1">
        <w:t> </w:t>
      </w:r>
      <w:r w:rsidRPr="004F1596">
        <w:t>F</w:t>
      </w:r>
      <w:r w:rsidR="009E32F1" w:rsidRPr="004572A7">
        <w:t>.</w:t>
      </w:r>
      <w:r w:rsidR="009E32F1">
        <w:t> </w:t>
      </w:r>
      <w:r w:rsidRPr="004F1596">
        <w:t>-</w:t>
      </w:r>
      <w:proofErr w:type="spellStart"/>
      <w:r w:rsidRPr="004F1596">
        <w:t>Runel</w:t>
      </w:r>
      <w:proofErr w:type="spellEnd"/>
      <w:r w:rsidR="003A025E" w:rsidRPr="004572A7">
        <w:t>. »</w:t>
      </w:r>
    </w:p>
    <w:p w14:paraId="2632839C" w14:textId="77777777" w:rsidR="003A025E" w:rsidRPr="004572A7" w:rsidRDefault="004F1596" w:rsidP="004F1596">
      <w:r w:rsidRPr="004F1596">
        <w:t>Ces quelques phrases pleines de détresse me bouleversèrent</w:t>
      </w:r>
      <w:r w:rsidR="003A025E" w:rsidRPr="004572A7">
        <w:t xml:space="preserve">… </w:t>
      </w:r>
      <w:r w:rsidRPr="004F1596">
        <w:t xml:space="preserve">Je courus à la villa et ce fut </w:t>
      </w:r>
      <w:r w:rsidR="003A025E" w:rsidRPr="004572A7">
        <w:t>M</w:t>
      </w:r>
      <w:r w:rsidR="003A025E" w:rsidRPr="004572A7">
        <w:rPr>
          <w:vertAlign w:val="superscript"/>
        </w:rPr>
        <w:t>me</w:t>
      </w:r>
      <w:r w:rsidR="003A025E" w:rsidRPr="004572A7">
        <w:t> de </w:t>
      </w:r>
      <w:proofErr w:type="spellStart"/>
      <w:r w:rsidRPr="004F1596">
        <w:t>Flossanges</w:t>
      </w:r>
      <w:proofErr w:type="spellEnd"/>
      <w:r w:rsidRPr="004F1596">
        <w:t xml:space="preserve"> elle-même qui vint me recevoir sur le perron</w:t>
      </w:r>
      <w:r w:rsidR="003A025E" w:rsidRPr="004572A7">
        <w:t xml:space="preserve">. </w:t>
      </w:r>
      <w:r w:rsidRPr="004F1596">
        <w:t>Je m</w:t>
      </w:r>
      <w:r w:rsidR="003A025E" w:rsidRPr="004572A7">
        <w:t>’</w:t>
      </w:r>
      <w:r w:rsidRPr="004F1596">
        <w:t>inclinai et serrai respectueusement la main qu</w:t>
      </w:r>
      <w:r w:rsidR="003A025E" w:rsidRPr="004572A7">
        <w:t>’</w:t>
      </w:r>
      <w:r w:rsidRPr="004F1596">
        <w:t>elle me tendit</w:t>
      </w:r>
      <w:r w:rsidR="003A025E" w:rsidRPr="004572A7">
        <w:t>.</w:t>
      </w:r>
    </w:p>
    <w:p w14:paraId="7AEFC7B1" w14:textId="77777777" w:rsidR="003A025E" w:rsidRPr="004572A7" w:rsidRDefault="004F1596" w:rsidP="004F1596">
      <w:r w:rsidRPr="004F1596">
        <w:t>Jamais je n</w:t>
      </w:r>
      <w:r w:rsidR="003A025E" w:rsidRPr="004572A7">
        <w:t>’</w:t>
      </w:r>
      <w:r w:rsidRPr="004F1596">
        <w:t>oublierai le désespoir de cette femme</w:t>
      </w:r>
      <w:r w:rsidR="003A025E" w:rsidRPr="004572A7">
        <w:t xml:space="preserve">. </w:t>
      </w:r>
      <w:r w:rsidRPr="004F1596">
        <w:t>Elle était arrivée</w:t>
      </w:r>
      <w:r w:rsidR="003A025E" w:rsidRPr="004572A7">
        <w:t xml:space="preserve">, </w:t>
      </w:r>
      <w:r w:rsidRPr="004F1596">
        <w:t>joyeuse</w:t>
      </w:r>
      <w:r w:rsidR="003A025E" w:rsidRPr="004572A7">
        <w:t xml:space="preserve">, </w:t>
      </w:r>
      <w:r w:rsidRPr="004F1596">
        <w:t>légère</w:t>
      </w:r>
      <w:r w:rsidR="003A025E" w:rsidRPr="004572A7">
        <w:t xml:space="preserve">, </w:t>
      </w:r>
      <w:r w:rsidRPr="004F1596">
        <w:t>vêtue de blanc</w:t>
      </w:r>
      <w:r w:rsidR="003A025E" w:rsidRPr="004572A7">
        <w:t xml:space="preserve">, </w:t>
      </w:r>
      <w:r w:rsidRPr="004F1596">
        <w:t>comme pour une fête et voici que</w:t>
      </w:r>
      <w:r w:rsidR="003A025E" w:rsidRPr="004572A7">
        <w:t xml:space="preserve">, </w:t>
      </w:r>
      <w:r w:rsidRPr="004F1596">
        <w:t>soudain</w:t>
      </w:r>
      <w:r w:rsidR="003A025E" w:rsidRPr="004572A7">
        <w:t xml:space="preserve">, </w:t>
      </w:r>
      <w:r w:rsidRPr="004F1596">
        <w:t>elle avait rencontré la mort sur sa route</w:t>
      </w:r>
      <w:r w:rsidR="003A025E" w:rsidRPr="004572A7">
        <w:t>…</w:t>
      </w:r>
    </w:p>
    <w:p w14:paraId="5BCCD134" w14:textId="77777777" w:rsidR="003A025E" w:rsidRPr="004572A7" w:rsidRDefault="004F1596" w:rsidP="004F1596">
      <w:r w:rsidRPr="004F1596">
        <w:t>Elle demeurait anéantie</w:t>
      </w:r>
      <w:r w:rsidR="003A025E" w:rsidRPr="004572A7">
        <w:t xml:space="preserve">, </w:t>
      </w:r>
      <w:r w:rsidRPr="004F1596">
        <w:t>atterrée devant la réalité implacable</w:t>
      </w:r>
      <w:r w:rsidR="003A025E" w:rsidRPr="004572A7">
        <w:t xml:space="preserve">. </w:t>
      </w:r>
      <w:r w:rsidRPr="004F1596">
        <w:t>Son visage beau et triste</w:t>
      </w:r>
      <w:r w:rsidR="003A025E" w:rsidRPr="004572A7">
        <w:t xml:space="preserve">, </w:t>
      </w:r>
      <w:r w:rsidRPr="004F1596">
        <w:t>pâle comme les roses pâles d</w:t>
      </w:r>
      <w:r w:rsidR="003A025E" w:rsidRPr="004572A7">
        <w:t>’</w:t>
      </w:r>
      <w:r w:rsidRPr="004F1596">
        <w:t>automne reflétait à peine</w:t>
      </w:r>
      <w:r w:rsidR="003A025E" w:rsidRPr="004572A7">
        <w:t xml:space="preserve">, </w:t>
      </w:r>
      <w:r w:rsidRPr="004F1596">
        <w:t>sur ses traits déjà meurtris</w:t>
      </w:r>
      <w:r w:rsidR="003A025E" w:rsidRPr="004572A7">
        <w:t xml:space="preserve">, </w:t>
      </w:r>
      <w:r w:rsidRPr="004F1596">
        <w:t>l</w:t>
      </w:r>
      <w:r w:rsidR="003A025E" w:rsidRPr="004572A7">
        <w:t>’</w:t>
      </w:r>
      <w:r w:rsidRPr="004F1596">
        <w:t>inexprimable angoisse de son âme</w:t>
      </w:r>
      <w:r w:rsidR="003A025E" w:rsidRPr="004572A7">
        <w:t xml:space="preserve">… </w:t>
      </w:r>
      <w:r w:rsidRPr="004F1596">
        <w:t>Elle se contenait avec une énergie admirable</w:t>
      </w:r>
      <w:r w:rsidR="003A025E" w:rsidRPr="004572A7">
        <w:t>…</w:t>
      </w:r>
    </w:p>
    <w:p w14:paraId="5B829420" w14:textId="77777777" w:rsidR="003A025E" w:rsidRPr="004572A7" w:rsidRDefault="003A025E" w:rsidP="004F1596">
      <w:r w:rsidRPr="004572A7">
        <w:t>— </w:t>
      </w:r>
      <w:r w:rsidR="004F1596" w:rsidRPr="004F1596">
        <w:t>Excusez-moi</w:t>
      </w:r>
      <w:r w:rsidRPr="004572A7">
        <w:t xml:space="preserve">, </w:t>
      </w:r>
      <w:r w:rsidR="004F1596" w:rsidRPr="004F1596">
        <w:t>monsieur</w:t>
      </w:r>
      <w:r w:rsidRPr="004572A7">
        <w:t xml:space="preserve">, </w:t>
      </w:r>
      <w:r w:rsidR="004F1596" w:rsidRPr="004F1596">
        <w:t>de vous déranger</w:t>
      </w:r>
      <w:r w:rsidRPr="004572A7">
        <w:t xml:space="preserve">, </w:t>
      </w:r>
      <w:r w:rsidR="004F1596" w:rsidRPr="004F1596">
        <w:t>dit-elle d</w:t>
      </w:r>
      <w:r w:rsidRPr="004572A7">
        <w:t>’</w:t>
      </w:r>
      <w:r w:rsidR="004F1596" w:rsidRPr="004F1596">
        <w:t>une voix étouffée</w:t>
      </w:r>
      <w:r w:rsidRPr="004572A7">
        <w:t xml:space="preserve"> ; </w:t>
      </w:r>
      <w:r w:rsidR="004F1596" w:rsidRPr="004F1596">
        <w:t>je me suis fait un devoir d</w:t>
      </w:r>
      <w:r w:rsidRPr="004572A7">
        <w:t>’</w:t>
      </w:r>
      <w:r w:rsidR="004F1596" w:rsidRPr="004F1596">
        <w:t>obéir à ses dernières volontés car vous savez combien je l</w:t>
      </w:r>
      <w:r w:rsidRPr="004572A7">
        <w:t>’</w:t>
      </w:r>
      <w:r w:rsidR="004F1596" w:rsidRPr="004F1596">
        <w:t>aimais</w:t>
      </w:r>
      <w:r w:rsidRPr="004572A7">
        <w:t>…</w:t>
      </w:r>
    </w:p>
    <w:p w14:paraId="3B798078" w14:textId="77777777" w:rsidR="003A025E" w:rsidRPr="004572A7" w:rsidRDefault="004F1596" w:rsidP="004F1596">
      <w:r w:rsidRPr="004F1596">
        <w:t>Et deux larmes brûlantes roulèrent sur ses joues</w:t>
      </w:r>
      <w:r w:rsidR="003A025E" w:rsidRPr="004572A7">
        <w:t>.</w:t>
      </w:r>
    </w:p>
    <w:p w14:paraId="3F424433" w14:textId="77777777" w:rsidR="003A025E" w:rsidRPr="004572A7" w:rsidRDefault="004F1596" w:rsidP="004F1596">
      <w:r w:rsidRPr="004F1596">
        <w:lastRenderedPageBreak/>
        <w:t>Je me sentis ému devant une douleur aussi poignante et aussi sincère</w:t>
      </w:r>
      <w:r w:rsidR="003A025E" w:rsidRPr="004572A7">
        <w:t>.</w:t>
      </w:r>
    </w:p>
    <w:p w14:paraId="6C3F32BD" w14:textId="77777777" w:rsidR="003A025E" w:rsidRPr="004572A7" w:rsidRDefault="003A025E" w:rsidP="004F1596">
      <w:r w:rsidRPr="004572A7">
        <w:t>— </w:t>
      </w:r>
      <w:r w:rsidR="004F1596" w:rsidRPr="004F1596">
        <w:t>Madame</w:t>
      </w:r>
      <w:r w:rsidRPr="004572A7">
        <w:t xml:space="preserve">, </w:t>
      </w:r>
      <w:r w:rsidR="004F1596" w:rsidRPr="004F1596">
        <w:t>répondis-je</w:t>
      </w:r>
      <w:r w:rsidRPr="004572A7">
        <w:t xml:space="preserve">, </w:t>
      </w:r>
      <w:r w:rsidR="004F1596" w:rsidRPr="004F1596">
        <w:t>c</w:t>
      </w:r>
      <w:r w:rsidRPr="004572A7">
        <w:t>’</w:t>
      </w:r>
      <w:r w:rsidR="004F1596" w:rsidRPr="004F1596">
        <w:t>est à peine si je puis croire au malheur qui vous frappe</w:t>
      </w:r>
      <w:r w:rsidRPr="004572A7">
        <w:t xml:space="preserve">. </w:t>
      </w:r>
      <w:r w:rsidR="004F1596" w:rsidRPr="004F1596">
        <w:t>Il y a quelques jours seulement</w:t>
      </w:r>
      <w:r w:rsidRPr="004572A7">
        <w:t xml:space="preserve">, </w:t>
      </w:r>
      <w:r w:rsidR="004F1596" w:rsidRPr="004F1596">
        <w:t xml:space="preserve">je me trouvais ici avec </w:t>
      </w:r>
      <w:r w:rsidRPr="004572A7">
        <w:t>M. de </w:t>
      </w:r>
      <w:r w:rsidR="004F1596" w:rsidRPr="004F1596">
        <w:t>Surgères et rien ne me faisait prévoir une fin aussi prématurée</w:t>
      </w:r>
      <w:r w:rsidRPr="004572A7">
        <w:t xml:space="preserve">. </w:t>
      </w:r>
      <w:r w:rsidR="004F1596" w:rsidRPr="004F1596">
        <w:t>Tout espoir est-il donc abandonné</w:t>
      </w:r>
      <w:r w:rsidRPr="004572A7">
        <w:t> ?</w:t>
      </w:r>
    </w:p>
    <w:p w14:paraId="4F8A712C" w14:textId="77777777" w:rsidR="003A025E" w:rsidRPr="004572A7" w:rsidRDefault="003A025E" w:rsidP="004F1596">
      <w:r w:rsidRPr="004572A7">
        <w:t>— </w:t>
      </w:r>
      <w:r w:rsidR="004F1596" w:rsidRPr="004F1596">
        <w:t>Hélas</w:t>
      </w:r>
      <w:r w:rsidRPr="004572A7">
        <w:t xml:space="preserve"> ! </w:t>
      </w:r>
      <w:r w:rsidR="004F1596" w:rsidRPr="004F1596">
        <w:t>monsieur</w:t>
      </w:r>
      <w:r w:rsidRPr="004572A7">
        <w:t xml:space="preserve">, </w:t>
      </w:r>
      <w:r w:rsidR="004F1596" w:rsidRPr="004F1596">
        <w:t>reprit la comtesse</w:t>
      </w:r>
      <w:r w:rsidRPr="004572A7">
        <w:t xml:space="preserve">, </w:t>
      </w:r>
      <w:r w:rsidR="004F1596" w:rsidRPr="004F1596">
        <w:t>j</w:t>
      </w:r>
      <w:r w:rsidRPr="004572A7">
        <w:t>’</w:t>
      </w:r>
      <w:r w:rsidR="004F1596" w:rsidRPr="004F1596">
        <w:t xml:space="preserve">ai fait venir le </w:t>
      </w:r>
      <w:r w:rsidRPr="004572A7">
        <w:t>D</w:t>
      </w:r>
      <w:r w:rsidRPr="004572A7">
        <w:rPr>
          <w:vertAlign w:val="superscript"/>
        </w:rPr>
        <w:t>r</w:t>
      </w:r>
      <w:r w:rsidRPr="004572A7">
        <w:t> </w:t>
      </w:r>
      <w:r w:rsidRPr="004F1596">
        <w:t>G</w:t>
      </w:r>
      <w:r w:rsidR="004F1596" w:rsidRPr="004F1596">
        <w:t>érard de Pau</w:t>
      </w:r>
      <w:r w:rsidRPr="004572A7">
        <w:t xml:space="preserve">. </w:t>
      </w:r>
      <w:r w:rsidR="004F1596" w:rsidRPr="004F1596">
        <w:t>C</w:t>
      </w:r>
      <w:r w:rsidRPr="004572A7">
        <w:t>’</w:t>
      </w:r>
      <w:r w:rsidR="004F1596" w:rsidRPr="004F1596">
        <w:t xml:space="preserve">est un ami personnel de </w:t>
      </w:r>
      <w:r w:rsidRPr="004572A7">
        <w:t>M. de </w:t>
      </w:r>
      <w:r w:rsidR="004F1596" w:rsidRPr="004F1596">
        <w:t>Surgères</w:t>
      </w:r>
      <w:r w:rsidRPr="004572A7">
        <w:t xml:space="preserve">, </w:t>
      </w:r>
      <w:r w:rsidR="004F1596" w:rsidRPr="004F1596">
        <w:t>il ne m</w:t>
      </w:r>
      <w:r w:rsidRPr="004572A7">
        <w:t>’</w:t>
      </w:r>
      <w:r w:rsidR="004F1596" w:rsidRPr="004F1596">
        <w:t>a pas caché que je devais m</w:t>
      </w:r>
      <w:r w:rsidRPr="004572A7">
        <w:t>’</w:t>
      </w:r>
      <w:r w:rsidR="004F1596" w:rsidRPr="004F1596">
        <w:t>attendre à un dénouement fatal d</w:t>
      </w:r>
      <w:r w:rsidRPr="004572A7">
        <w:t>’</w:t>
      </w:r>
      <w:r w:rsidR="004F1596" w:rsidRPr="004F1596">
        <w:t>un instant à l</w:t>
      </w:r>
      <w:r w:rsidRPr="004572A7">
        <w:t>’</w:t>
      </w:r>
      <w:r w:rsidR="004F1596" w:rsidRPr="004F1596">
        <w:t>autre</w:t>
      </w:r>
      <w:r w:rsidRPr="004572A7">
        <w:t>.</w:t>
      </w:r>
    </w:p>
    <w:p w14:paraId="0D249036" w14:textId="77777777" w:rsidR="003A025E" w:rsidRPr="004572A7" w:rsidRDefault="004F1596" w:rsidP="004F1596">
      <w:r w:rsidRPr="004F1596">
        <w:t>Nous montâmes dans la chambre de Surgères</w:t>
      </w:r>
      <w:r w:rsidR="003A025E" w:rsidRPr="004572A7">
        <w:t xml:space="preserve">. </w:t>
      </w:r>
      <w:r w:rsidRPr="004F1596">
        <w:t xml:space="preserve">Le </w:t>
      </w:r>
      <w:r w:rsidR="003A025E" w:rsidRPr="004572A7">
        <w:t>D</w:t>
      </w:r>
      <w:r w:rsidR="003A025E" w:rsidRPr="004572A7">
        <w:rPr>
          <w:vertAlign w:val="superscript"/>
        </w:rPr>
        <w:t>r</w:t>
      </w:r>
      <w:r w:rsidR="003A025E" w:rsidRPr="004572A7">
        <w:t> </w:t>
      </w:r>
      <w:r w:rsidR="003A025E" w:rsidRPr="004F1596">
        <w:t>G</w:t>
      </w:r>
      <w:r w:rsidRPr="004F1596">
        <w:t>érard se trouvait à son chevet</w:t>
      </w:r>
      <w:r w:rsidR="003A025E" w:rsidRPr="004572A7">
        <w:t xml:space="preserve">. </w:t>
      </w:r>
      <w:r w:rsidRPr="004F1596">
        <w:t>Dès que nous f</w:t>
      </w:r>
      <w:r w:rsidR="009E32F1">
        <w:t>û</w:t>
      </w:r>
      <w:r w:rsidRPr="004F1596">
        <w:t>mes entrés</w:t>
      </w:r>
      <w:r w:rsidR="003A025E" w:rsidRPr="004572A7">
        <w:t xml:space="preserve">, </w:t>
      </w:r>
      <w:r w:rsidRPr="004F1596">
        <w:t>il me salua discrètement et fit mine de se retirer</w:t>
      </w:r>
      <w:r w:rsidR="003A025E" w:rsidRPr="004572A7">
        <w:t xml:space="preserve">. </w:t>
      </w:r>
      <w:r w:rsidRPr="004F1596">
        <w:t>Je le retins par le bras et je lui demandai à mi-voix comment se trouvait le malade</w:t>
      </w:r>
      <w:r w:rsidR="003A025E" w:rsidRPr="004572A7">
        <w:t>.</w:t>
      </w:r>
    </w:p>
    <w:p w14:paraId="4EBD1852" w14:textId="77777777" w:rsidR="003A025E" w:rsidRPr="004572A7" w:rsidRDefault="003A025E" w:rsidP="004F1596">
      <w:r w:rsidRPr="004572A7">
        <w:t>— </w:t>
      </w:r>
      <w:r w:rsidR="004F1596" w:rsidRPr="004F1596">
        <w:t>Perdu</w:t>
      </w:r>
      <w:r w:rsidRPr="004572A7">
        <w:t xml:space="preserve"> ! </w:t>
      </w:r>
      <w:r w:rsidR="004F1596" w:rsidRPr="004F1596">
        <w:t>me dit-il à l</w:t>
      </w:r>
      <w:r w:rsidRPr="004572A7">
        <w:t>’</w:t>
      </w:r>
      <w:r w:rsidR="004F1596" w:rsidRPr="004F1596">
        <w:t>oreille</w:t>
      </w:r>
      <w:r w:rsidRPr="004572A7">
        <w:t xml:space="preserve">. </w:t>
      </w:r>
      <w:r w:rsidR="004F1596" w:rsidRPr="004F1596">
        <w:t>Dans quelques heures il ne sera plus</w:t>
      </w:r>
      <w:r w:rsidRPr="004572A7">
        <w:t xml:space="preserve">. </w:t>
      </w:r>
      <w:r w:rsidR="004F1596" w:rsidRPr="004F1596">
        <w:t>Il a manifesté le désir de vous voir</w:t>
      </w:r>
      <w:r w:rsidRPr="004572A7">
        <w:t xml:space="preserve">, </w:t>
      </w:r>
      <w:r w:rsidR="004F1596" w:rsidRPr="004F1596">
        <w:t>mais je crains qu</w:t>
      </w:r>
      <w:r w:rsidRPr="004572A7">
        <w:t>’</w:t>
      </w:r>
      <w:r w:rsidR="004F1596" w:rsidRPr="004F1596">
        <w:t xml:space="preserve">il ne puisse vous dire </w:t>
      </w:r>
      <w:proofErr w:type="spellStart"/>
      <w:r w:rsidR="004F1596" w:rsidRPr="004F1596">
        <w:t>grand</w:t>
      </w:r>
      <w:r w:rsidR="009E32F1">
        <w:t>’</w:t>
      </w:r>
      <w:r w:rsidR="004F1596" w:rsidRPr="004F1596">
        <w:t>chose</w:t>
      </w:r>
      <w:proofErr w:type="spellEnd"/>
      <w:r w:rsidRPr="004572A7">
        <w:t>.</w:t>
      </w:r>
    </w:p>
    <w:p w14:paraId="475ADE2D" w14:textId="77777777" w:rsidR="003A025E" w:rsidRPr="004572A7" w:rsidRDefault="004F1596" w:rsidP="004F1596">
      <w:r w:rsidRPr="004F1596">
        <w:t>La comtesse et lui se tinrent à l</w:t>
      </w:r>
      <w:r w:rsidR="003A025E" w:rsidRPr="004572A7">
        <w:t>’</w:t>
      </w:r>
      <w:r w:rsidRPr="004F1596">
        <w:t>écart respectueusement et je m</w:t>
      </w:r>
      <w:r w:rsidR="003A025E" w:rsidRPr="004572A7">
        <w:t>’</w:t>
      </w:r>
      <w:r w:rsidRPr="004F1596">
        <w:t>avançai vers Surgères</w:t>
      </w:r>
      <w:r w:rsidR="003A025E" w:rsidRPr="004572A7">
        <w:t>…</w:t>
      </w:r>
    </w:p>
    <w:p w14:paraId="040A3CC4" w14:textId="77777777" w:rsidR="003A025E" w:rsidRPr="004572A7" w:rsidRDefault="004F1596" w:rsidP="004F1596">
      <w:r w:rsidRPr="004F1596">
        <w:t>On eût dit qu</w:t>
      </w:r>
      <w:r w:rsidR="003A025E" w:rsidRPr="004572A7">
        <w:t>’</w:t>
      </w:r>
      <w:r w:rsidRPr="004F1596">
        <w:t>il dormait paisiblement</w:t>
      </w:r>
      <w:r w:rsidR="003A025E" w:rsidRPr="004572A7">
        <w:t xml:space="preserve"> : </w:t>
      </w:r>
      <w:r w:rsidRPr="004F1596">
        <w:t>son visage quoique amaigri par la souffrance</w:t>
      </w:r>
      <w:r w:rsidR="003A025E" w:rsidRPr="004572A7">
        <w:t xml:space="preserve">, </w:t>
      </w:r>
      <w:r w:rsidRPr="004F1596">
        <w:t>conservait cependant une sérénité étonnante</w:t>
      </w:r>
      <w:r w:rsidR="003A025E" w:rsidRPr="004572A7">
        <w:t xml:space="preserve">. </w:t>
      </w:r>
      <w:r w:rsidRPr="004F1596">
        <w:t>Il me semblait voir encore flotter sur ses lèvres son spirituel et sceptique sourire</w:t>
      </w:r>
      <w:r w:rsidR="003A025E" w:rsidRPr="004572A7">
        <w:t>.</w:t>
      </w:r>
    </w:p>
    <w:p w14:paraId="17C9EB92" w14:textId="77777777" w:rsidR="003A025E" w:rsidRPr="004572A7" w:rsidRDefault="004F1596" w:rsidP="004F1596">
      <w:r w:rsidRPr="004F1596">
        <w:t>Seule sa respiration courte et oppressée</w:t>
      </w:r>
      <w:r w:rsidR="003A025E" w:rsidRPr="004572A7">
        <w:t xml:space="preserve">, </w:t>
      </w:r>
      <w:r w:rsidRPr="004F1596">
        <w:t>coupée parfois de râles profonds</w:t>
      </w:r>
      <w:r w:rsidR="003A025E" w:rsidRPr="004572A7">
        <w:t xml:space="preserve">, </w:t>
      </w:r>
      <w:r w:rsidRPr="004F1596">
        <w:t>annonçait l</w:t>
      </w:r>
      <w:r w:rsidR="003A025E" w:rsidRPr="004572A7">
        <w:t>’</w:t>
      </w:r>
      <w:r w:rsidRPr="004F1596">
        <w:t>heure proche de l</w:t>
      </w:r>
      <w:r w:rsidR="003A025E" w:rsidRPr="004572A7">
        <w:t>’</w:t>
      </w:r>
      <w:r w:rsidRPr="004F1596">
        <w:t>agonie</w:t>
      </w:r>
      <w:r w:rsidR="003A025E" w:rsidRPr="004572A7">
        <w:t xml:space="preserve">… </w:t>
      </w:r>
      <w:r w:rsidRPr="004F1596">
        <w:t>Un silence lourd pesait sur nous</w:t>
      </w:r>
      <w:r w:rsidR="003A025E" w:rsidRPr="004572A7">
        <w:t xml:space="preserve">… </w:t>
      </w:r>
      <w:r w:rsidRPr="004F1596">
        <w:t>L</w:t>
      </w:r>
      <w:r w:rsidR="003A025E" w:rsidRPr="004572A7">
        <w:t>’</w:t>
      </w:r>
      <w:r w:rsidRPr="004F1596">
        <w:t>odeur caractéristique des anesthésiants</w:t>
      </w:r>
      <w:r w:rsidR="003A025E" w:rsidRPr="004572A7">
        <w:t xml:space="preserve">, </w:t>
      </w:r>
      <w:r w:rsidRPr="004F1596">
        <w:t>notre attitude grave</w:t>
      </w:r>
      <w:r w:rsidR="003A025E" w:rsidRPr="004572A7">
        <w:t xml:space="preserve">, </w:t>
      </w:r>
      <w:r w:rsidRPr="004F1596">
        <w:t xml:space="preserve">les conversations à voix </w:t>
      </w:r>
      <w:r w:rsidRPr="004F1596">
        <w:lastRenderedPageBreak/>
        <w:t>basse des domestiques</w:t>
      </w:r>
      <w:r w:rsidR="003A025E" w:rsidRPr="004572A7">
        <w:t xml:space="preserve">, </w:t>
      </w:r>
      <w:r w:rsidRPr="004F1596">
        <w:t>tout cela indiquait la gravité du moment</w:t>
      </w:r>
      <w:r w:rsidR="003A025E" w:rsidRPr="004572A7">
        <w:t>…</w:t>
      </w:r>
    </w:p>
    <w:p w14:paraId="385EF4A4" w14:textId="77777777" w:rsidR="003A025E" w:rsidRPr="004572A7" w:rsidRDefault="004F1596" w:rsidP="004F1596">
      <w:r w:rsidRPr="004F1596">
        <w:t>Et maintenant</w:t>
      </w:r>
      <w:r w:rsidR="003A025E" w:rsidRPr="004572A7">
        <w:t xml:space="preserve">, </w:t>
      </w:r>
      <w:r w:rsidRPr="004F1596">
        <w:t>une certitude formidable bouillonnait sous mon crâne</w:t>
      </w:r>
      <w:r w:rsidR="003A025E" w:rsidRPr="004572A7">
        <w:t xml:space="preserve"> : </w:t>
      </w:r>
      <w:r w:rsidRPr="004F1596">
        <w:t>cet homme</w:t>
      </w:r>
      <w:r w:rsidR="003A025E" w:rsidRPr="004572A7">
        <w:t xml:space="preserve">, </w:t>
      </w:r>
      <w:r w:rsidRPr="004F1596">
        <w:t>cet homme qui se mourait là</w:t>
      </w:r>
      <w:r w:rsidR="003A025E" w:rsidRPr="004572A7">
        <w:t xml:space="preserve">, </w:t>
      </w:r>
      <w:r w:rsidRPr="004F1596">
        <w:t>sous mes yeux</w:t>
      </w:r>
      <w:r w:rsidR="003A025E" w:rsidRPr="004572A7">
        <w:t xml:space="preserve">, </w:t>
      </w:r>
      <w:r w:rsidRPr="004F1596">
        <w:t>avait été certainement le cerveau le plus prodigieux qui eût jamais existé</w:t>
      </w:r>
      <w:r w:rsidR="003A025E" w:rsidRPr="004572A7">
        <w:t xml:space="preserve">. </w:t>
      </w:r>
      <w:r w:rsidRPr="004F1596">
        <w:t>Or</w:t>
      </w:r>
      <w:r w:rsidR="003A025E" w:rsidRPr="004572A7">
        <w:t xml:space="preserve">, </w:t>
      </w:r>
      <w:r w:rsidRPr="004F1596">
        <w:t>sa découverte allait périr avec lui et le suivre au tombeau</w:t>
      </w:r>
      <w:r w:rsidR="003A025E" w:rsidRPr="004572A7">
        <w:t>.</w:t>
      </w:r>
    </w:p>
    <w:p w14:paraId="2DDBFEB0" w14:textId="77777777" w:rsidR="003A025E" w:rsidRPr="004572A7" w:rsidRDefault="004F1596" w:rsidP="004F1596">
      <w:r w:rsidRPr="004F1596">
        <w:t>Une angoisse subite m</w:t>
      </w:r>
      <w:r w:rsidR="003A025E" w:rsidRPr="004572A7">
        <w:t>’</w:t>
      </w:r>
      <w:r w:rsidRPr="004F1596">
        <w:t>étreignit le cœur</w:t>
      </w:r>
      <w:r w:rsidR="003A025E" w:rsidRPr="004572A7">
        <w:t>…</w:t>
      </w:r>
    </w:p>
    <w:p w14:paraId="6BC667DF" w14:textId="77777777" w:rsidR="003A025E" w:rsidRPr="004572A7" w:rsidRDefault="004F1596" w:rsidP="004F1596">
      <w:r w:rsidRPr="004F1596">
        <w:t>Avait-il eu le temps de parler</w:t>
      </w:r>
      <w:r w:rsidR="003A025E" w:rsidRPr="004572A7">
        <w:t xml:space="preserve"> ? </w:t>
      </w:r>
      <w:r w:rsidRPr="004F1596">
        <w:t>Pourquoi m</w:t>
      </w:r>
      <w:r w:rsidR="003A025E" w:rsidRPr="004572A7">
        <w:t>’</w:t>
      </w:r>
      <w:r w:rsidRPr="004F1596">
        <w:t>avait-il fait venir</w:t>
      </w:r>
      <w:r w:rsidR="003A025E" w:rsidRPr="004572A7">
        <w:t xml:space="preserve"> ? </w:t>
      </w:r>
      <w:r w:rsidRPr="004F1596">
        <w:t xml:space="preserve">Le Docteur Gérard et </w:t>
      </w:r>
      <w:r w:rsidR="003A025E" w:rsidRPr="004572A7">
        <w:t>M</w:t>
      </w:r>
      <w:r w:rsidR="003A025E" w:rsidRPr="004572A7">
        <w:rPr>
          <w:vertAlign w:val="superscript"/>
        </w:rPr>
        <w:t>me</w:t>
      </w:r>
      <w:r w:rsidR="003A025E" w:rsidRPr="004572A7">
        <w:t> de </w:t>
      </w:r>
      <w:proofErr w:type="spellStart"/>
      <w:r w:rsidRPr="004F1596">
        <w:t>Flossanges-Runel</w:t>
      </w:r>
      <w:proofErr w:type="spellEnd"/>
      <w:r w:rsidRPr="004F1596">
        <w:t xml:space="preserve"> n</w:t>
      </w:r>
      <w:r w:rsidR="003A025E" w:rsidRPr="004572A7">
        <w:t>’</w:t>
      </w:r>
      <w:r w:rsidRPr="004F1596">
        <w:t>étaient-ils pas des confidents tout désignés et mieux qualifiés que moi à tous les points de vue</w:t>
      </w:r>
      <w:r w:rsidR="003A025E" w:rsidRPr="004572A7">
        <w:t xml:space="preserve"> ?… </w:t>
      </w:r>
      <w:r w:rsidRPr="004F1596">
        <w:t>Avait-il compris enfin toute l</w:t>
      </w:r>
      <w:r w:rsidR="003A025E" w:rsidRPr="004572A7">
        <w:t>’</w:t>
      </w:r>
      <w:r w:rsidRPr="004F1596">
        <w:t>étendue du désastre intellectuel que sa mort allait occasionner et voulait-il</w:t>
      </w:r>
      <w:r w:rsidR="003A025E" w:rsidRPr="004572A7">
        <w:t xml:space="preserve">, </w:t>
      </w:r>
      <w:r w:rsidRPr="004F1596">
        <w:t>avant de disparaître pour toujours</w:t>
      </w:r>
      <w:r w:rsidR="003A025E" w:rsidRPr="004572A7">
        <w:t xml:space="preserve">, </w:t>
      </w:r>
      <w:r w:rsidRPr="004F1596">
        <w:t>léguer à l</w:t>
      </w:r>
      <w:r w:rsidR="003A025E" w:rsidRPr="004572A7">
        <w:t>’</w:t>
      </w:r>
      <w:r w:rsidRPr="004F1596">
        <w:t>humanité</w:t>
      </w:r>
      <w:r w:rsidR="003A025E" w:rsidRPr="004572A7">
        <w:t xml:space="preserve">, </w:t>
      </w:r>
      <w:r w:rsidRPr="004F1596">
        <w:t>par mon intermédiaire</w:t>
      </w:r>
      <w:r w:rsidR="003A025E" w:rsidRPr="004572A7">
        <w:t xml:space="preserve">, </w:t>
      </w:r>
      <w:r w:rsidRPr="004F1596">
        <w:t>un suprême et immortel héritage</w:t>
      </w:r>
      <w:r w:rsidR="003A025E" w:rsidRPr="004572A7">
        <w:t> ?</w:t>
      </w:r>
    </w:p>
    <w:p w14:paraId="358BD039" w14:textId="77777777" w:rsidR="003A025E" w:rsidRPr="004572A7" w:rsidRDefault="004F1596" w:rsidP="004F1596">
      <w:r w:rsidRPr="004F1596">
        <w:t>Caprice de moribond peut-être tout simplement</w:t>
      </w:r>
      <w:r w:rsidR="003A025E" w:rsidRPr="004572A7">
        <w:t xml:space="preserve"> ?… </w:t>
      </w:r>
      <w:r w:rsidRPr="004F1596">
        <w:t>Je lui pris la main</w:t>
      </w:r>
      <w:r w:rsidR="003A025E" w:rsidRPr="004572A7">
        <w:t xml:space="preserve">. </w:t>
      </w:r>
      <w:r w:rsidRPr="004F1596">
        <w:t>Il ouvrit les yeux lentement et me reconnut</w:t>
      </w:r>
      <w:r w:rsidR="003A025E" w:rsidRPr="004572A7">
        <w:t xml:space="preserve">. </w:t>
      </w:r>
      <w:r w:rsidRPr="004F1596">
        <w:t>Une véritable douleur crispa ses traits</w:t>
      </w:r>
      <w:r w:rsidR="003A025E" w:rsidRPr="004572A7">
        <w:t xml:space="preserve">… </w:t>
      </w:r>
      <w:r w:rsidRPr="004F1596">
        <w:t xml:space="preserve">Il </w:t>
      </w:r>
      <w:proofErr w:type="gramStart"/>
      <w:r w:rsidRPr="004F1596">
        <w:t>fit</w:t>
      </w:r>
      <w:proofErr w:type="gramEnd"/>
      <w:r w:rsidRPr="004F1596">
        <w:t xml:space="preserve"> un suprême effort et me dit d</w:t>
      </w:r>
      <w:r w:rsidR="003A025E" w:rsidRPr="004572A7">
        <w:t>’</w:t>
      </w:r>
      <w:r w:rsidRPr="004F1596">
        <w:t>une voix éteinte</w:t>
      </w:r>
      <w:r w:rsidR="003A025E" w:rsidRPr="004572A7">
        <w:t> :</w:t>
      </w:r>
    </w:p>
    <w:p w14:paraId="4FBFD813" w14:textId="77777777" w:rsidR="003A025E" w:rsidRPr="004572A7" w:rsidRDefault="003A025E" w:rsidP="004F1596">
      <w:r w:rsidRPr="004572A7">
        <w:t>— </w:t>
      </w:r>
      <w:r w:rsidR="004F1596" w:rsidRPr="004F1596">
        <w:t>Pardonnez-moi</w:t>
      </w:r>
      <w:r w:rsidRPr="004572A7">
        <w:t xml:space="preserve">, </w:t>
      </w:r>
      <w:r w:rsidR="004F1596" w:rsidRPr="004F1596">
        <w:t>je suis un criminel</w:t>
      </w:r>
      <w:r w:rsidRPr="004572A7">
        <w:t xml:space="preserve">… </w:t>
      </w:r>
      <w:r w:rsidR="004F1596" w:rsidRPr="004F1596">
        <w:t>J</w:t>
      </w:r>
      <w:r w:rsidRPr="004572A7">
        <w:t>’</w:t>
      </w:r>
      <w:r w:rsidR="004F1596" w:rsidRPr="004F1596">
        <w:t>aurais dû laisser tout par écrit</w:t>
      </w:r>
      <w:r w:rsidRPr="004572A7">
        <w:t xml:space="preserve">… </w:t>
      </w:r>
      <w:r w:rsidR="004F1596" w:rsidRPr="004F1596">
        <w:t>Je croyais avoir le temps</w:t>
      </w:r>
      <w:r w:rsidRPr="004572A7">
        <w:t>…</w:t>
      </w:r>
      <w:r w:rsidR="008333F6">
        <w:t xml:space="preserve"> </w:t>
      </w:r>
      <w:r w:rsidR="004F1596" w:rsidRPr="004F1596">
        <w:t>Gérard et vous</w:t>
      </w:r>
      <w:r w:rsidRPr="004572A7">
        <w:t xml:space="preserve">… </w:t>
      </w:r>
      <w:r w:rsidR="004F1596" w:rsidRPr="004F1596">
        <w:t>Ah</w:t>
      </w:r>
      <w:r w:rsidRPr="004572A7">
        <w:t xml:space="preserve"> ! </w:t>
      </w:r>
      <w:r w:rsidR="004F1596" w:rsidRPr="004F1596">
        <w:t>c</w:t>
      </w:r>
      <w:r w:rsidRPr="004572A7">
        <w:t>’</w:t>
      </w:r>
      <w:r w:rsidR="004F1596" w:rsidRPr="004F1596">
        <w:t>est terrible</w:t>
      </w:r>
      <w:r w:rsidRPr="004572A7">
        <w:t xml:space="preserve">… </w:t>
      </w:r>
      <w:r w:rsidR="004F1596" w:rsidRPr="004F1596">
        <w:t>Tout le travail de ma vie</w:t>
      </w:r>
      <w:r w:rsidRPr="004572A7">
        <w:t> !…</w:t>
      </w:r>
    </w:p>
    <w:p w14:paraId="0DD121AE" w14:textId="77777777" w:rsidR="003A025E" w:rsidRPr="004572A7" w:rsidRDefault="004F1596" w:rsidP="004F1596">
      <w:r w:rsidRPr="004F1596">
        <w:t>La respiration lui manqua</w:t>
      </w:r>
      <w:r w:rsidR="003A025E" w:rsidRPr="004572A7">
        <w:t xml:space="preserve">, </w:t>
      </w:r>
      <w:r w:rsidRPr="004F1596">
        <w:t>ses yeux se refermèrent et il se mit à râler</w:t>
      </w:r>
      <w:r w:rsidR="003A025E" w:rsidRPr="004572A7">
        <w:t>…</w:t>
      </w:r>
    </w:p>
    <w:p w14:paraId="2B05BC58" w14:textId="77777777" w:rsidR="003A025E" w:rsidRPr="004572A7" w:rsidRDefault="004F1596" w:rsidP="004F1596">
      <w:r w:rsidRPr="004F1596">
        <w:t>La comtesse et le docteur s</w:t>
      </w:r>
      <w:r w:rsidR="003A025E" w:rsidRPr="004572A7">
        <w:t>’</w:t>
      </w:r>
      <w:r w:rsidRPr="004F1596">
        <w:t>étaient rapprochés immédiatement pour lui donner des soins</w:t>
      </w:r>
      <w:r w:rsidR="003A025E" w:rsidRPr="004572A7">
        <w:t>.</w:t>
      </w:r>
    </w:p>
    <w:p w14:paraId="16175549" w14:textId="77777777" w:rsidR="003A025E" w:rsidRPr="004572A7" w:rsidRDefault="004F1596" w:rsidP="004F1596">
      <w:r w:rsidRPr="004F1596">
        <w:t>Je sentis les larmes me monter aux yeux</w:t>
      </w:r>
      <w:r w:rsidR="003A025E" w:rsidRPr="004572A7">
        <w:t>.</w:t>
      </w:r>
    </w:p>
    <w:p w14:paraId="182F98C7" w14:textId="77777777" w:rsidR="003A025E" w:rsidRPr="004572A7" w:rsidRDefault="004F1596" w:rsidP="004F1596">
      <w:r w:rsidRPr="004F1596">
        <w:lastRenderedPageBreak/>
        <w:t>Ma présence devenait désormais importune</w:t>
      </w:r>
      <w:r w:rsidR="003A025E" w:rsidRPr="004572A7">
        <w:t xml:space="preserve">. </w:t>
      </w:r>
      <w:r w:rsidRPr="004F1596">
        <w:t xml:space="preserve">Je pris congé du docteur et je demandai à </w:t>
      </w:r>
      <w:r w:rsidR="008333F6">
        <w:t>M</w:t>
      </w:r>
      <w:r w:rsidR="008333F6" w:rsidRPr="00E22C94">
        <w:rPr>
          <w:vertAlign w:val="superscript"/>
        </w:rPr>
        <w:t>me</w:t>
      </w:r>
      <w:r w:rsidR="008333F6">
        <w:t> </w:t>
      </w:r>
      <w:r w:rsidR="008333F6" w:rsidRPr="004F1596">
        <w:t>de</w:t>
      </w:r>
      <w:r w:rsidR="008333F6">
        <w:t> </w:t>
      </w:r>
      <w:proofErr w:type="spellStart"/>
      <w:r w:rsidRPr="004F1596">
        <w:t>Flossanges-Runel</w:t>
      </w:r>
      <w:proofErr w:type="spellEnd"/>
      <w:r w:rsidRPr="004F1596">
        <w:t xml:space="preserve"> l</w:t>
      </w:r>
      <w:r w:rsidR="003A025E" w:rsidRPr="004572A7">
        <w:t>’</w:t>
      </w:r>
      <w:r w:rsidRPr="004F1596">
        <w:t>autorisation de me retirer</w:t>
      </w:r>
      <w:r w:rsidR="003A025E" w:rsidRPr="004572A7">
        <w:t xml:space="preserve">. </w:t>
      </w:r>
      <w:r w:rsidRPr="004F1596">
        <w:t>Elle descendit avec moi jusqu</w:t>
      </w:r>
      <w:r w:rsidR="003A025E" w:rsidRPr="004572A7">
        <w:t>’</w:t>
      </w:r>
      <w:r w:rsidRPr="004F1596">
        <w:t>au rez-de-chaussée et</w:t>
      </w:r>
      <w:r w:rsidR="003A025E" w:rsidRPr="004572A7">
        <w:t xml:space="preserve">, </w:t>
      </w:r>
      <w:r w:rsidRPr="004F1596">
        <w:t>là</w:t>
      </w:r>
      <w:r w:rsidR="003A025E" w:rsidRPr="004572A7">
        <w:t xml:space="preserve">, </w:t>
      </w:r>
      <w:r w:rsidRPr="004F1596">
        <w:t>ne pouvant plus se contenir</w:t>
      </w:r>
      <w:r w:rsidR="003A025E" w:rsidRPr="004572A7">
        <w:t xml:space="preserve">, </w:t>
      </w:r>
      <w:r w:rsidRPr="004F1596">
        <w:t>elle éclata en sanglots</w:t>
      </w:r>
      <w:r w:rsidR="003A025E" w:rsidRPr="004572A7">
        <w:t>…</w:t>
      </w:r>
    </w:p>
    <w:p w14:paraId="7504DA2A" w14:textId="77777777" w:rsidR="003A025E" w:rsidRPr="004572A7" w:rsidRDefault="004F1596" w:rsidP="004F1596">
      <w:r w:rsidRPr="004F1596">
        <w:t>Puis</w:t>
      </w:r>
      <w:r w:rsidR="003A025E" w:rsidRPr="004572A7">
        <w:t xml:space="preserve">, </w:t>
      </w:r>
      <w:r w:rsidRPr="004F1596">
        <w:t>se raidissant contre la douleur</w:t>
      </w:r>
      <w:r w:rsidR="003A025E" w:rsidRPr="004572A7">
        <w:t> :</w:t>
      </w:r>
    </w:p>
    <w:p w14:paraId="56326F39" w14:textId="77777777" w:rsidR="003A025E" w:rsidRPr="004572A7" w:rsidRDefault="003A025E" w:rsidP="004F1596">
      <w:r w:rsidRPr="004572A7">
        <w:t>— </w:t>
      </w:r>
      <w:r w:rsidR="004F1596" w:rsidRPr="004F1596">
        <w:t>C</w:t>
      </w:r>
      <w:r w:rsidRPr="004572A7">
        <w:t>’</w:t>
      </w:r>
      <w:r w:rsidR="004F1596" w:rsidRPr="004F1596">
        <w:t>est l</w:t>
      </w:r>
      <w:r w:rsidRPr="004572A7">
        <w:t>’</w:t>
      </w:r>
      <w:r w:rsidR="004F1596" w:rsidRPr="004F1596">
        <w:t>agonie qui commence</w:t>
      </w:r>
      <w:r w:rsidRPr="004572A7">
        <w:t xml:space="preserve">, </w:t>
      </w:r>
      <w:r w:rsidR="004F1596" w:rsidRPr="004F1596">
        <w:t>fit-elle d</w:t>
      </w:r>
      <w:r w:rsidRPr="004572A7">
        <w:t>’</w:t>
      </w:r>
      <w:r w:rsidR="004F1596" w:rsidRPr="004F1596">
        <w:t>une voix sourde</w:t>
      </w:r>
      <w:r w:rsidRPr="004572A7">
        <w:t xml:space="preserve">. </w:t>
      </w:r>
      <w:r w:rsidR="004F1596" w:rsidRPr="004F1596">
        <w:t>Ah</w:t>
      </w:r>
      <w:r w:rsidRPr="004572A7">
        <w:t xml:space="preserve"> ! </w:t>
      </w:r>
      <w:r w:rsidR="004F1596" w:rsidRPr="004F1596">
        <w:t>Monsieur</w:t>
      </w:r>
      <w:r w:rsidRPr="004572A7">
        <w:t xml:space="preserve">, </w:t>
      </w:r>
      <w:r w:rsidR="004F1596" w:rsidRPr="004F1596">
        <w:t>qu</w:t>
      </w:r>
      <w:r w:rsidRPr="004572A7">
        <w:t>’</w:t>
      </w:r>
      <w:r w:rsidR="004F1596" w:rsidRPr="004F1596">
        <w:t>il est horrible de voir mourir ceux qu</w:t>
      </w:r>
      <w:r w:rsidRPr="004572A7">
        <w:t>’</w:t>
      </w:r>
      <w:r w:rsidR="004F1596" w:rsidRPr="004F1596">
        <w:t>on aime</w:t>
      </w:r>
      <w:r w:rsidRPr="004572A7">
        <w:t>.</w:t>
      </w:r>
    </w:p>
    <w:p w14:paraId="67E1C22F" w14:textId="77777777" w:rsidR="003A025E" w:rsidRPr="004572A7" w:rsidRDefault="003A025E" w:rsidP="004F1596">
      <w:r w:rsidRPr="004572A7">
        <w:t>— </w:t>
      </w:r>
      <w:r w:rsidR="004F1596" w:rsidRPr="004F1596">
        <w:t>C</w:t>
      </w:r>
      <w:r w:rsidRPr="004572A7">
        <w:t>’</w:t>
      </w:r>
      <w:r w:rsidR="004F1596" w:rsidRPr="004F1596">
        <w:t>est un grand homme</w:t>
      </w:r>
      <w:r w:rsidRPr="004572A7">
        <w:t xml:space="preserve">, </w:t>
      </w:r>
      <w:r w:rsidR="004F1596" w:rsidRPr="004F1596">
        <w:t>Madame</w:t>
      </w:r>
      <w:r w:rsidRPr="004572A7">
        <w:t xml:space="preserve">, </w:t>
      </w:r>
      <w:r w:rsidR="004F1596" w:rsidRPr="004F1596">
        <w:t>vous pouviez être fière de lui</w:t>
      </w:r>
      <w:r w:rsidRPr="004572A7">
        <w:t>.</w:t>
      </w:r>
    </w:p>
    <w:p w14:paraId="5AE3752A" w14:textId="77777777" w:rsidR="003A025E" w:rsidRPr="004572A7" w:rsidRDefault="003A025E" w:rsidP="004F1596">
      <w:r w:rsidRPr="004572A7">
        <w:t>— </w:t>
      </w:r>
      <w:r w:rsidR="004F1596" w:rsidRPr="004F1596">
        <w:t>Et un noble cœur</w:t>
      </w:r>
      <w:r w:rsidRPr="004572A7">
        <w:t xml:space="preserve"> ! </w:t>
      </w:r>
      <w:r w:rsidR="004F1596" w:rsidRPr="004F1596">
        <w:t>ajouta-t-elle</w:t>
      </w:r>
      <w:r w:rsidRPr="004572A7">
        <w:t xml:space="preserve">, </w:t>
      </w:r>
      <w:r w:rsidR="004F1596" w:rsidRPr="004F1596">
        <w:t>en me tendant la main une dernière fois</w:t>
      </w:r>
      <w:r w:rsidRPr="004572A7">
        <w:t xml:space="preserve">. </w:t>
      </w:r>
      <w:r w:rsidR="004F1596" w:rsidRPr="004F1596">
        <w:t>Merci</w:t>
      </w:r>
      <w:r w:rsidRPr="004572A7">
        <w:t xml:space="preserve">, </w:t>
      </w:r>
      <w:r w:rsidR="004F1596" w:rsidRPr="004F1596">
        <w:t>Monsieur Rambaud</w:t>
      </w:r>
      <w:r w:rsidRPr="004572A7">
        <w:t>…</w:t>
      </w:r>
    </w:p>
    <w:p w14:paraId="6312C245" w14:textId="77777777" w:rsidR="003A025E" w:rsidRPr="004572A7" w:rsidRDefault="004F1596" w:rsidP="004F1596">
      <w:r w:rsidRPr="004F1596">
        <w:t>En traversant le parc</w:t>
      </w:r>
      <w:r w:rsidR="003A025E" w:rsidRPr="004572A7">
        <w:t xml:space="preserve">, </w:t>
      </w:r>
      <w:r w:rsidRPr="004F1596">
        <w:t>je saluai le vicaire de la paroisse Sainte-Eugénie</w:t>
      </w:r>
      <w:r w:rsidR="003A025E" w:rsidRPr="004572A7">
        <w:t xml:space="preserve">. </w:t>
      </w:r>
      <w:r w:rsidRPr="004F1596">
        <w:t>La comtesse l</w:t>
      </w:r>
      <w:r w:rsidR="003A025E" w:rsidRPr="004572A7">
        <w:t>’</w:t>
      </w:r>
      <w:r w:rsidRPr="004F1596">
        <w:t>avait fait appeler et il arrivait en toute hâte pour les derniers sacrements</w:t>
      </w:r>
      <w:r w:rsidR="003A025E" w:rsidRPr="004572A7">
        <w:t>.</w:t>
      </w:r>
    </w:p>
    <w:p w14:paraId="61B3AE20" w14:textId="77777777" w:rsidR="004F1596" w:rsidRPr="004572A7" w:rsidRDefault="004F1596" w:rsidP="003A025E">
      <w:pPr>
        <w:pStyle w:val="Titre1"/>
      </w:pPr>
      <w:bookmarkStart w:id="16" w:name="_Toc19606620"/>
      <w:bookmarkStart w:id="17" w:name="_Toc196387854"/>
      <w:r w:rsidRPr="004572A7">
        <w:lastRenderedPageBreak/>
        <w:t xml:space="preserve">LE PROFESSEUR </w:t>
      </w:r>
      <w:proofErr w:type="spellStart"/>
      <w:r w:rsidRPr="004572A7">
        <w:t>VIZAHIANAH</w:t>
      </w:r>
      <w:bookmarkEnd w:id="16"/>
      <w:bookmarkEnd w:id="17"/>
      <w:proofErr w:type="spellEnd"/>
    </w:p>
    <w:p w14:paraId="452BF264" w14:textId="77777777" w:rsidR="003A025E" w:rsidRPr="004572A7" w:rsidRDefault="004F1596" w:rsidP="004F1596">
      <w:r w:rsidRPr="004F1596">
        <w:t>Six mois environ après la mort de Surgères</w:t>
      </w:r>
      <w:r w:rsidR="003A025E" w:rsidRPr="004572A7">
        <w:t xml:space="preserve">, </w:t>
      </w:r>
      <w:r w:rsidRPr="004F1596">
        <w:t>je reçus une étrange visite</w:t>
      </w:r>
      <w:r w:rsidR="003A025E" w:rsidRPr="004572A7">
        <w:t xml:space="preserve">. </w:t>
      </w:r>
      <w:r w:rsidRPr="004F1596">
        <w:t>C</w:t>
      </w:r>
      <w:r w:rsidR="003A025E" w:rsidRPr="004572A7">
        <w:t>’</w:t>
      </w:r>
      <w:r w:rsidRPr="004F1596">
        <w:t>était pendant l</w:t>
      </w:r>
      <w:r w:rsidR="003A025E" w:rsidRPr="004572A7">
        <w:t>’</w:t>
      </w:r>
      <w:r w:rsidRPr="004F1596">
        <w:t>été</w:t>
      </w:r>
      <w:r w:rsidR="003A025E" w:rsidRPr="004572A7">
        <w:t xml:space="preserve">, </w:t>
      </w:r>
      <w:r w:rsidRPr="004F1596">
        <w:t>vers le milieu de l</w:t>
      </w:r>
      <w:r w:rsidR="003A025E" w:rsidRPr="004572A7">
        <w:t>’</w:t>
      </w:r>
      <w:r w:rsidRPr="004F1596">
        <w:t>après-midi</w:t>
      </w:r>
      <w:r w:rsidR="003A025E" w:rsidRPr="004572A7">
        <w:t xml:space="preserve">. </w:t>
      </w:r>
      <w:r w:rsidRPr="004F1596">
        <w:t>Je lisais</w:t>
      </w:r>
      <w:r w:rsidR="003A025E" w:rsidRPr="004572A7">
        <w:t xml:space="preserve">, </w:t>
      </w:r>
      <w:r w:rsidRPr="004F1596">
        <w:t>assis sous ma véranda</w:t>
      </w:r>
      <w:r w:rsidR="003A025E" w:rsidRPr="004572A7">
        <w:t xml:space="preserve">, </w:t>
      </w:r>
      <w:r w:rsidRPr="004F1596">
        <w:t xml:space="preserve">une nouvelle traduction de </w:t>
      </w:r>
      <w:r w:rsidRPr="00E22C94">
        <w:rPr>
          <w:iCs/>
        </w:rPr>
        <w:t>l</w:t>
      </w:r>
      <w:r w:rsidR="003A025E" w:rsidRPr="00E22C94">
        <w:rPr>
          <w:iCs/>
        </w:rPr>
        <w:t>’</w:t>
      </w:r>
      <w:r w:rsidRPr="004F1596">
        <w:rPr>
          <w:i/>
          <w:iCs/>
        </w:rPr>
        <w:t>Éthique de Spinoza</w:t>
      </w:r>
      <w:r w:rsidR="003A025E" w:rsidRPr="004572A7">
        <w:rPr>
          <w:i/>
          <w:iCs/>
        </w:rPr>
        <w:t xml:space="preserve">, </w:t>
      </w:r>
      <w:r w:rsidRPr="004F1596">
        <w:t xml:space="preserve">de Raoul </w:t>
      </w:r>
      <w:proofErr w:type="spellStart"/>
      <w:r w:rsidRPr="004F1596">
        <w:t>Lantzenberg</w:t>
      </w:r>
      <w:proofErr w:type="spellEnd"/>
      <w:r w:rsidR="003A025E" w:rsidRPr="004572A7">
        <w:t xml:space="preserve">, </w:t>
      </w:r>
      <w:r w:rsidRPr="004F1596">
        <w:t>lorsqu</w:t>
      </w:r>
      <w:r w:rsidR="003A025E" w:rsidRPr="004572A7">
        <w:t>’</w:t>
      </w:r>
      <w:r w:rsidRPr="004F1596">
        <w:t>on vint m</w:t>
      </w:r>
      <w:r w:rsidR="003A025E" w:rsidRPr="004572A7">
        <w:t>’</w:t>
      </w:r>
      <w:r w:rsidRPr="004F1596">
        <w:t>avertir que quelqu</w:t>
      </w:r>
      <w:r w:rsidR="003A025E" w:rsidRPr="004572A7">
        <w:t>’</w:t>
      </w:r>
      <w:r w:rsidRPr="004F1596">
        <w:t>un désirait me parler</w:t>
      </w:r>
      <w:r w:rsidR="003A025E" w:rsidRPr="004572A7">
        <w:t>…</w:t>
      </w:r>
    </w:p>
    <w:p w14:paraId="41FECE54" w14:textId="77777777" w:rsidR="003A025E" w:rsidRPr="004572A7" w:rsidRDefault="004F1596" w:rsidP="004F1596">
      <w:r w:rsidRPr="004F1596">
        <w:t>Je me levai aussitôt et j</w:t>
      </w:r>
      <w:r w:rsidR="003A025E" w:rsidRPr="004572A7">
        <w:t>’</w:t>
      </w:r>
      <w:r w:rsidRPr="004F1596">
        <w:t>allai voir</w:t>
      </w:r>
      <w:r w:rsidR="003A025E" w:rsidRPr="004572A7">
        <w:t>.</w:t>
      </w:r>
    </w:p>
    <w:p w14:paraId="673E4AD9" w14:textId="77777777" w:rsidR="003A025E" w:rsidRPr="004572A7" w:rsidRDefault="004F1596" w:rsidP="004F1596">
      <w:r w:rsidRPr="004F1596">
        <w:t>Je me trouvai en présence d</w:t>
      </w:r>
      <w:r w:rsidR="003A025E" w:rsidRPr="004572A7">
        <w:t>’</w:t>
      </w:r>
      <w:r w:rsidRPr="004F1596">
        <w:t>un homme d</w:t>
      </w:r>
      <w:r w:rsidR="003A025E" w:rsidRPr="004572A7">
        <w:t>’</w:t>
      </w:r>
      <w:r w:rsidRPr="004F1596">
        <w:t>aspect jeune</w:t>
      </w:r>
      <w:r w:rsidR="003A025E" w:rsidRPr="004572A7">
        <w:t xml:space="preserve">, </w:t>
      </w:r>
      <w:r w:rsidRPr="004F1596">
        <w:t>ne paraissant pas dépasser trente-cinq ans</w:t>
      </w:r>
      <w:r w:rsidR="003A025E" w:rsidRPr="004572A7">
        <w:t xml:space="preserve">, </w:t>
      </w:r>
      <w:r w:rsidRPr="004F1596">
        <w:t>de haute taille</w:t>
      </w:r>
      <w:r w:rsidR="003A025E" w:rsidRPr="004572A7">
        <w:t xml:space="preserve">, </w:t>
      </w:r>
      <w:r w:rsidRPr="004F1596">
        <w:t>distingué et vêtu avec une élégance un peu gauche qui me choqua</w:t>
      </w:r>
      <w:r w:rsidR="003A025E" w:rsidRPr="004572A7">
        <w:t>.</w:t>
      </w:r>
    </w:p>
    <w:p w14:paraId="5BCA5AF8" w14:textId="77777777" w:rsidR="003A025E" w:rsidRPr="004572A7" w:rsidRDefault="004F1596" w:rsidP="004F1596">
      <w:r w:rsidRPr="004F1596">
        <w:t>Son visage était d</w:t>
      </w:r>
      <w:r w:rsidR="003A025E" w:rsidRPr="004572A7">
        <w:t>’</w:t>
      </w:r>
      <w:r w:rsidRPr="004F1596">
        <w:t>une finesse remarquable et de type oriental</w:t>
      </w:r>
      <w:r w:rsidR="003A025E" w:rsidRPr="004572A7">
        <w:t xml:space="preserve">, </w:t>
      </w:r>
      <w:r w:rsidRPr="004F1596">
        <w:t>ses yeux noirs</w:t>
      </w:r>
      <w:r w:rsidR="003A025E" w:rsidRPr="004572A7">
        <w:t xml:space="preserve">, </w:t>
      </w:r>
      <w:r w:rsidRPr="004F1596">
        <w:t>magnifiques et pleins de vivacité</w:t>
      </w:r>
      <w:r w:rsidR="003A025E" w:rsidRPr="004572A7">
        <w:t xml:space="preserve">, </w:t>
      </w:r>
      <w:r w:rsidRPr="004F1596">
        <w:t>son teint fortement bronzé</w:t>
      </w:r>
      <w:r w:rsidR="003A025E" w:rsidRPr="004572A7">
        <w:t xml:space="preserve">, </w:t>
      </w:r>
      <w:r w:rsidRPr="004F1596">
        <w:t>comme ceux qui ont séjourné longtemps dans les pays chauds</w:t>
      </w:r>
      <w:r w:rsidR="003A025E" w:rsidRPr="004572A7">
        <w:t>.</w:t>
      </w:r>
    </w:p>
    <w:p w14:paraId="7D10CAC2" w14:textId="77777777" w:rsidR="003A025E" w:rsidRPr="004572A7" w:rsidRDefault="004F1596" w:rsidP="004F1596">
      <w:r w:rsidRPr="004F1596">
        <w:t>Pendant quelques secondes</w:t>
      </w:r>
      <w:r w:rsidR="003A025E" w:rsidRPr="004572A7">
        <w:t xml:space="preserve">, </w:t>
      </w:r>
      <w:r w:rsidRPr="004F1596">
        <w:t>j</w:t>
      </w:r>
      <w:r w:rsidR="003A025E" w:rsidRPr="004572A7">
        <w:t>’</w:t>
      </w:r>
      <w:r w:rsidRPr="004F1596">
        <w:t>essayai</w:t>
      </w:r>
      <w:r w:rsidR="003A025E" w:rsidRPr="004572A7">
        <w:t xml:space="preserve">, </w:t>
      </w:r>
      <w:r w:rsidRPr="004F1596">
        <w:t>mais en vain</w:t>
      </w:r>
      <w:r w:rsidR="003A025E" w:rsidRPr="004572A7">
        <w:t xml:space="preserve">, </w:t>
      </w:r>
      <w:r w:rsidRPr="004F1596">
        <w:t>de me rappeler son nom</w:t>
      </w:r>
      <w:r w:rsidR="003A025E" w:rsidRPr="004572A7">
        <w:t xml:space="preserve">, </w:t>
      </w:r>
      <w:r w:rsidRPr="004F1596">
        <w:t>car sa physionomie ne me semblait pas inconnue</w:t>
      </w:r>
      <w:r w:rsidR="003A025E" w:rsidRPr="004572A7">
        <w:t xml:space="preserve">. </w:t>
      </w:r>
      <w:r w:rsidRPr="004F1596">
        <w:t>Je me souvenais confusément d</w:t>
      </w:r>
      <w:r w:rsidR="003A025E" w:rsidRPr="004572A7">
        <w:t>’</w:t>
      </w:r>
      <w:r w:rsidRPr="004F1596">
        <w:t>avoir vu cet homme quelque part</w:t>
      </w:r>
      <w:r w:rsidR="003A025E" w:rsidRPr="004572A7">
        <w:t xml:space="preserve">, </w:t>
      </w:r>
      <w:r w:rsidRPr="004F1596">
        <w:t>mais j</w:t>
      </w:r>
      <w:r w:rsidR="003A025E" w:rsidRPr="004572A7">
        <w:t>’</w:t>
      </w:r>
      <w:r w:rsidRPr="004F1596">
        <w:t>étais incapable de savoir où et à quel moment</w:t>
      </w:r>
      <w:r w:rsidR="003A025E" w:rsidRPr="004572A7">
        <w:t>.</w:t>
      </w:r>
    </w:p>
    <w:p w14:paraId="083F7F8C" w14:textId="77777777" w:rsidR="003A025E" w:rsidRPr="004572A7" w:rsidRDefault="004F1596" w:rsidP="004F1596">
      <w:r w:rsidRPr="004F1596">
        <w:t>Il s</w:t>
      </w:r>
      <w:r w:rsidR="003A025E" w:rsidRPr="004572A7">
        <w:t>’</w:t>
      </w:r>
      <w:r w:rsidRPr="004F1596">
        <w:t>avança vers moi</w:t>
      </w:r>
      <w:r w:rsidR="003A025E" w:rsidRPr="004572A7">
        <w:t>.</w:t>
      </w:r>
    </w:p>
    <w:p w14:paraId="070CD622" w14:textId="77777777" w:rsidR="003A025E" w:rsidRPr="004572A7" w:rsidRDefault="003A025E" w:rsidP="004F1596">
      <w:r w:rsidRPr="004572A7">
        <w:t>— </w:t>
      </w:r>
      <w:r w:rsidR="004F1596" w:rsidRPr="004F1596">
        <w:t>C</w:t>
      </w:r>
      <w:r w:rsidRPr="004572A7">
        <w:t>’</w:t>
      </w:r>
      <w:r w:rsidR="004F1596" w:rsidRPr="004F1596">
        <w:t xml:space="preserve">est bien à </w:t>
      </w:r>
      <w:r w:rsidRPr="004572A7">
        <w:t>M. </w:t>
      </w:r>
      <w:r w:rsidR="004F1596" w:rsidRPr="004F1596">
        <w:t>Rambaud fils que j</w:t>
      </w:r>
      <w:r w:rsidRPr="004572A7">
        <w:t>’</w:t>
      </w:r>
      <w:r w:rsidR="004F1596" w:rsidRPr="004F1596">
        <w:t>ai l</w:t>
      </w:r>
      <w:r w:rsidRPr="004572A7">
        <w:t>’</w:t>
      </w:r>
      <w:r w:rsidR="004F1596" w:rsidRPr="004F1596">
        <w:t>honneur de parler</w:t>
      </w:r>
      <w:r w:rsidRPr="004572A7">
        <w:t xml:space="preserve"> ? </w:t>
      </w:r>
      <w:r w:rsidR="004F1596" w:rsidRPr="004F1596">
        <w:t>dit-il en se découvrant d</w:t>
      </w:r>
      <w:r w:rsidRPr="004572A7">
        <w:t>’</w:t>
      </w:r>
      <w:r w:rsidR="004F1596" w:rsidRPr="004F1596">
        <w:t>un geste majestueux</w:t>
      </w:r>
      <w:r w:rsidRPr="004572A7">
        <w:t>…</w:t>
      </w:r>
    </w:p>
    <w:p w14:paraId="127F99A4" w14:textId="77777777" w:rsidR="003A025E" w:rsidRPr="004572A7" w:rsidRDefault="003A025E" w:rsidP="004F1596">
      <w:r w:rsidRPr="004572A7">
        <w:t>— </w:t>
      </w:r>
      <w:r w:rsidR="004F1596" w:rsidRPr="004F1596">
        <w:t>Parfaitement</w:t>
      </w:r>
      <w:r w:rsidRPr="004572A7">
        <w:t xml:space="preserve">, </w:t>
      </w:r>
      <w:r w:rsidR="004F1596" w:rsidRPr="004F1596">
        <w:t>Monsieur</w:t>
      </w:r>
      <w:r w:rsidRPr="004572A7">
        <w:t xml:space="preserve">, </w:t>
      </w:r>
      <w:r w:rsidR="004F1596" w:rsidRPr="004F1596">
        <w:t>répondis-je</w:t>
      </w:r>
      <w:r w:rsidRPr="004572A7">
        <w:t xml:space="preserve">, </w:t>
      </w:r>
      <w:r w:rsidR="004F1596" w:rsidRPr="004F1596">
        <w:t>frappé de son accent étranger et guttural</w:t>
      </w:r>
      <w:r w:rsidRPr="004572A7">
        <w:t>.</w:t>
      </w:r>
    </w:p>
    <w:p w14:paraId="4435E066" w14:textId="77777777" w:rsidR="003A025E" w:rsidRPr="004572A7" w:rsidRDefault="003A025E" w:rsidP="004F1596">
      <w:r w:rsidRPr="004572A7">
        <w:lastRenderedPageBreak/>
        <w:t>— </w:t>
      </w:r>
      <w:r w:rsidR="004F1596" w:rsidRPr="004F1596">
        <w:t>Permettez-moi donc tout d</w:t>
      </w:r>
      <w:r w:rsidRPr="004572A7">
        <w:t>’</w:t>
      </w:r>
      <w:r w:rsidR="004F1596" w:rsidRPr="004F1596">
        <w:t>abord de me présenter</w:t>
      </w:r>
      <w:r w:rsidRPr="004572A7">
        <w:t xml:space="preserve">, </w:t>
      </w:r>
      <w:r w:rsidR="004F1596" w:rsidRPr="004F1596">
        <w:t>reprit-il en s</w:t>
      </w:r>
      <w:r w:rsidRPr="004572A7">
        <w:t>’</w:t>
      </w:r>
      <w:r w:rsidR="004F1596" w:rsidRPr="004F1596">
        <w:t>inclinant</w:t>
      </w:r>
      <w:r w:rsidRPr="004572A7">
        <w:t xml:space="preserve"> : </w:t>
      </w:r>
      <w:r w:rsidR="004F1596" w:rsidRPr="004F1596">
        <w:t xml:space="preserve">Professeur </w:t>
      </w:r>
      <w:proofErr w:type="spellStart"/>
      <w:r w:rsidR="004F1596" w:rsidRPr="004F1596">
        <w:t>Vizahianah</w:t>
      </w:r>
      <w:proofErr w:type="spellEnd"/>
      <w:r w:rsidRPr="004572A7">
        <w:t xml:space="preserve">, </w:t>
      </w:r>
      <w:r w:rsidR="004F1596" w:rsidRPr="004F1596">
        <w:t>de l</w:t>
      </w:r>
      <w:r w:rsidRPr="004572A7">
        <w:t>’</w:t>
      </w:r>
      <w:r w:rsidR="004F1596" w:rsidRPr="004F1596">
        <w:t>Académie de Médecine de Singapour</w:t>
      </w:r>
      <w:r w:rsidRPr="004572A7">
        <w:t>.</w:t>
      </w:r>
    </w:p>
    <w:p w14:paraId="61EE8F41" w14:textId="77777777" w:rsidR="003A025E" w:rsidRPr="004572A7" w:rsidRDefault="004F1596" w:rsidP="004F1596">
      <w:r w:rsidRPr="004F1596">
        <w:t>Ces mots produisirent sur moi un effet magique</w:t>
      </w:r>
      <w:r w:rsidR="003A025E" w:rsidRPr="004572A7">
        <w:t xml:space="preserve">. </w:t>
      </w:r>
      <w:r w:rsidRPr="004F1596">
        <w:t>Brusquement</w:t>
      </w:r>
      <w:r w:rsidR="003A025E" w:rsidRPr="004572A7">
        <w:t xml:space="preserve">, </w:t>
      </w:r>
      <w:r w:rsidRPr="004F1596">
        <w:t>je revis</w:t>
      </w:r>
      <w:r w:rsidR="003A025E" w:rsidRPr="004572A7">
        <w:t xml:space="preserve">, </w:t>
      </w:r>
      <w:r w:rsidRPr="004F1596">
        <w:t>dans le petit cabinet de travail de Surgères</w:t>
      </w:r>
      <w:r w:rsidR="003A025E" w:rsidRPr="004572A7">
        <w:t xml:space="preserve">, </w:t>
      </w:r>
      <w:r w:rsidRPr="004F1596">
        <w:t>avenue de la Reine Nathalie</w:t>
      </w:r>
      <w:r w:rsidR="003A025E" w:rsidRPr="004572A7">
        <w:t xml:space="preserve">, </w:t>
      </w:r>
      <w:r w:rsidRPr="004F1596">
        <w:t>accroché au-dessus d</w:t>
      </w:r>
      <w:r w:rsidR="003A025E" w:rsidRPr="004572A7">
        <w:t>’</w:t>
      </w:r>
      <w:r w:rsidRPr="004F1596">
        <w:t>un sofa</w:t>
      </w:r>
      <w:r w:rsidR="003A025E" w:rsidRPr="004572A7">
        <w:t xml:space="preserve">, </w:t>
      </w:r>
      <w:r w:rsidRPr="004F1596">
        <w:t>cet inoubliable portrait d</w:t>
      </w:r>
      <w:r w:rsidR="003A025E" w:rsidRPr="004572A7">
        <w:t>’</w:t>
      </w:r>
      <w:r w:rsidRPr="004F1596">
        <w:t>Hindou au sourire énigmatique</w:t>
      </w:r>
      <w:r w:rsidR="003A025E" w:rsidRPr="004572A7">
        <w:t>.</w:t>
      </w:r>
    </w:p>
    <w:p w14:paraId="17FAA787" w14:textId="77777777" w:rsidR="003A025E" w:rsidRPr="004572A7" w:rsidRDefault="003A025E" w:rsidP="004F1596">
      <w:r w:rsidRPr="004572A7">
        <w:t>— </w:t>
      </w:r>
      <w:r w:rsidR="004F1596" w:rsidRPr="004F1596">
        <w:t>Asseyez-vous</w:t>
      </w:r>
      <w:r w:rsidRPr="004572A7">
        <w:t xml:space="preserve">, </w:t>
      </w:r>
      <w:r w:rsidR="004F1596" w:rsidRPr="004F1596">
        <w:t>Monsieur</w:t>
      </w:r>
      <w:r w:rsidRPr="004572A7">
        <w:t xml:space="preserve">, </w:t>
      </w:r>
      <w:r w:rsidR="004F1596" w:rsidRPr="004F1596">
        <w:t>je vous en prie</w:t>
      </w:r>
      <w:r w:rsidRPr="004572A7">
        <w:t xml:space="preserve">, </w:t>
      </w:r>
      <w:r w:rsidR="004F1596" w:rsidRPr="004F1596">
        <w:t>fis-je</w:t>
      </w:r>
      <w:r w:rsidRPr="004572A7">
        <w:t xml:space="preserve">, </w:t>
      </w:r>
      <w:r w:rsidR="004F1596" w:rsidRPr="004F1596">
        <w:t>intrigué au plus haut point</w:t>
      </w:r>
      <w:r w:rsidRPr="004572A7">
        <w:t xml:space="preserve">. </w:t>
      </w:r>
      <w:r w:rsidR="004F1596" w:rsidRPr="004F1596">
        <w:t>Quel motif me vaut l</w:t>
      </w:r>
      <w:r w:rsidRPr="004572A7">
        <w:t>’</w:t>
      </w:r>
      <w:r w:rsidR="004F1596" w:rsidRPr="004F1596">
        <w:t>honneur de votre visite</w:t>
      </w:r>
      <w:r w:rsidRPr="004572A7">
        <w:t> ?</w:t>
      </w:r>
    </w:p>
    <w:p w14:paraId="05F9A3A3" w14:textId="77777777" w:rsidR="003A025E" w:rsidRPr="004572A7" w:rsidRDefault="003A025E" w:rsidP="004F1596">
      <w:r w:rsidRPr="004572A7">
        <w:t>— </w:t>
      </w:r>
      <w:r w:rsidR="004F1596" w:rsidRPr="004F1596">
        <w:t>Eh bien</w:t>
      </w:r>
      <w:r w:rsidRPr="004572A7">
        <w:t xml:space="preserve">, </w:t>
      </w:r>
      <w:r w:rsidR="004F1596" w:rsidRPr="004F1596">
        <w:t>voici</w:t>
      </w:r>
      <w:r w:rsidRPr="004572A7">
        <w:t xml:space="preserve">, </w:t>
      </w:r>
      <w:r w:rsidR="004F1596" w:rsidRPr="004F1596">
        <w:t>reprit le professeur</w:t>
      </w:r>
      <w:r w:rsidRPr="004572A7">
        <w:t xml:space="preserve">. </w:t>
      </w:r>
      <w:r w:rsidR="004F1596" w:rsidRPr="004F1596">
        <w:t>J</w:t>
      </w:r>
      <w:r w:rsidRPr="004572A7">
        <w:t>’</w:t>
      </w:r>
      <w:r w:rsidR="004F1596" w:rsidRPr="004F1596">
        <w:t>arrive du fond de l</w:t>
      </w:r>
      <w:r w:rsidRPr="004572A7">
        <w:t>’</w:t>
      </w:r>
      <w:r w:rsidR="004F1596" w:rsidRPr="004F1596">
        <w:t>Inde où j</w:t>
      </w:r>
      <w:r w:rsidRPr="004572A7">
        <w:t>’</w:t>
      </w:r>
      <w:r w:rsidR="004F1596" w:rsidRPr="004F1596">
        <w:t xml:space="preserve">ai appris la mort de </w:t>
      </w:r>
      <w:r w:rsidRPr="004572A7">
        <w:t>M. de </w:t>
      </w:r>
      <w:r w:rsidR="004F1596" w:rsidRPr="004F1596">
        <w:t>Surgères</w:t>
      </w:r>
      <w:r w:rsidRPr="004572A7">
        <w:t xml:space="preserve">. </w:t>
      </w:r>
      <w:r w:rsidR="004F1596" w:rsidRPr="004F1596">
        <w:t>Je viens vous prier de vouloir bien m</w:t>
      </w:r>
      <w:r w:rsidRPr="004572A7">
        <w:t>’</w:t>
      </w:r>
      <w:r w:rsidR="004F1596" w:rsidRPr="004F1596">
        <w:t>indiquer où se trouve son tombeau</w:t>
      </w:r>
      <w:r w:rsidRPr="004572A7">
        <w:t xml:space="preserve">. </w:t>
      </w:r>
      <w:r w:rsidR="004F1596" w:rsidRPr="004F1596">
        <w:t>Ne soyez pas surpris de ma demande</w:t>
      </w:r>
      <w:r w:rsidRPr="004572A7">
        <w:t> ; M. de </w:t>
      </w:r>
      <w:r w:rsidR="004F1596" w:rsidRPr="004F1596">
        <w:t>Surgères était mon meilleur ami</w:t>
      </w:r>
      <w:r w:rsidRPr="004572A7">
        <w:t xml:space="preserve"> ; </w:t>
      </w:r>
      <w:r w:rsidR="004F1596" w:rsidRPr="004F1596">
        <w:t>nous nous étions connus à Paris</w:t>
      </w:r>
      <w:r w:rsidRPr="004572A7">
        <w:t xml:space="preserve">, </w:t>
      </w:r>
      <w:r w:rsidR="004F1596" w:rsidRPr="004F1596">
        <w:t>il y a une quinzaine d</w:t>
      </w:r>
      <w:r w:rsidRPr="004572A7">
        <w:t>’</w:t>
      </w:r>
      <w:r w:rsidR="004F1596" w:rsidRPr="004F1596">
        <w:t>années</w:t>
      </w:r>
      <w:r w:rsidRPr="004572A7">
        <w:t xml:space="preserve">, </w:t>
      </w:r>
      <w:r w:rsidR="004F1596" w:rsidRPr="004F1596">
        <w:t>alors que nous suivions tous deux les mêmes cours à la Faculté de Médecine</w:t>
      </w:r>
      <w:r w:rsidRPr="004572A7">
        <w:t xml:space="preserve">. </w:t>
      </w:r>
      <w:r w:rsidR="004F1596" w:rsidRPr="004F1596">
        <w:t xml:space="preserve">Nous nous écrivions régulièrement et </w:t>
      </w:r>
      <w:r w:rsidRPr="004572A7">
        <w:t>M. de </w:t>
      </w:r>
      <w:r w:rsidR="004F1596" w:rsidRPr="004F1596">
        <w:t>Surgères était venu me voir</w:t>
      </w:r>
      <w:r w:rsidRPr="004572A7">
        <w:t xml:space="preserve">, </w:t>
      </w:r>
      <w:r w:rsidR="004F1596" w:rsidRPr="004F1596">
        <w:t>deux fois déjà</w:t>
      </w:r>
      <w:r w:rsidRPr="004572A7">
        <w:t xml:space="preserve">, </w:t>
      </w:r>
      <w:r w:rsidR="004F1596" w:rsidRPr="004F1596">
        <w:t>depuis que j</w:t>
      </w:r>
      <w:r w:rsidRPr="004572A7">
        <w:t>’</w:t>
      </w:r>
      <w:r w:rsidR="004F1596" w:rsidRPr="004F1596">
        <w:t>avais quitté la France</w:t>
      </w:r>
      <w:r w:rsidRPr="004572A7">
        <w:t>.</w:t>
      </w:r>
    </w:p>
    <w:p w14:paraId="55076387" w14:textId="77777777" w:rsidR="003A025E" w:rsidRPr="004572A7" w:rsidRDefault="004F1596" w:rsidP="004F1596">
      <w:r w:rsidRPr="00EC6AE4">
        <w:t>Pendant quelques secondes</w:t>
      </w:r>
      <w:r w:rsidR="003A025E" w:rsidRPr="00EC6AE4">
        <w:t xml:space="preserve">, </w:t>
      </w:r>
      <w:r w:rsidRPr="00EC6AE4">
        <w:t>je demeurai pensif</w:t>
      </w:r>
      <w:r w:rsidR="003A025E" w:rsidRPr="00EC6AE4">
        <w:t xml:space="preserve">, </w:t>
      </w:r>
      <w:r w:rsidRPr="00EC6AE4">
        <w:t xml:space="preserve">et je fus sur le point de demander au </w:t>
      </w:r>
      <w:r w:rsidR="00EC6AE4" w:rsidRPr="00EC6AE4">
        <w:t>Pr</w:t>
      </w:r>
      <w:r w:rsidR="00EC6AE4">
        <w:t> </w:t>
      </w:r>
      <w:proofErr w:type="spellStart"/>
      <w:r w:rsidRPr="00EC6AE4">
        <w:t>Vizahianah</w:t>
      </w:r>
      <w:proofErr w:type="spellEnd"/>
      <w:r w:rsidRPr="00EC6AE4">
        <w:t xml:space="preserve"> par quel intermédiaire il avait</w:t>
      </w:r>
      <w:r w:rsidRPr="004F1596">
        <w:t xml:space="preserve"> appris la mort de Surgères</w:t>
      </w:r>
      <w:r w:rsidR="003A025E" w:rsidRPr="004572A7">
        <w:t xml:space="preserve">, </w:t>
      </w:r>
      <w:r w:rsidRPr="004F1596">
        <w:t>mon propre nom</w:t>
      </w:r>
      <w:r w:rsidR="003A025E" w:rsidRPr="004572A7">
        <w:t xml:space="preserve">, </w:t>
      </w:r>
      <w:r w:rsidRPr="004F1596">
        <w:t>ma demeure</w:t>
      </w:r>
      <w:r w:rsidR="003A025E" w:rsidRPr="004572A7">
        <w:t xml:space="preserve">, </w:t>
      </w:r>
      <w:r w:rsidRPr="004F1596">
        <w:t>et s</w:t>
      </w:r>
      <w:r w:rsidR="003A025E" w:rsidRPr="004572A7">
        <w:t>’</w:t>
      </w:r>
      <w:r w:rsidRPr="004F1596">
        <w:t xml:space="preserve">il connaissait la comtesse de </w:t>
      </w:r>
      <w:proofErr w:type="spellStart"/>
      <w:r w:rsidRPr="004F1596">
        <w:t>Flossanges-Runel</w:t>
      </w:r>
      <w:proofErr w:type="spellEnd"/>
      <w:r w:rsidR="003A025E" w:rsidRPr="004572A7">
        <w:t xml:space="preserve">. </w:t>
      </w:r>
      <w:r w:rsidRPr="004F1596">
        <w:t>Mais je jugeai préférable de ne pas me montrer indiscret et je me contentai de répondre</w:t>
      </w:r>
      <w:r w:rsidR="003A025E" w:rsidRPr="004572A7">
        <w:t> :</w:t>
      </w:r>
    </w:p>
    <w:p w14:paraId="17821E8B" w14:textId="77777777" w:rsidR="003A025E" w:rsidRPr="004572A7" w:rsidRDefault="003A025E" w:rsidP="004F1596">
      <w:r w:rsidRPr="004572A7">
        <w:t>— </w:t>
      </w:r>
      <w:r w:rsidR="004F1596" w:rsidRPr="004F1596">
        <w:t>Monsieur</w:t>
      </w:r>
      <w:r w:rsidRPr="004572A7">
        <w:t xml:space="preserve">, </w:t>
      </w:r>
      <w:r w:rsidR="004F1596" w:rsidRPr="004F1596">
        <w:t>je suis à votre entière disposition</w:t>
      </w:r>
      <w:r w:rsidRPr="004572A7">
        <w:t xml:space="preserve">. </w:t>
      </w:r>
      <w:r w:rsidR="004F1596" w:rsidRPr="004F1596">
        <w:t>Si vous le permettez</w:t>
      </w:r>
      <w:r w:rsidRPr="004572A7">
        <w:t xml:space="preserve">, </w:t>
      </w:r>
      <w:r w:rsidR="004F1596" w:rsidRPr="004F1596">
        <w:t xml:space="preserve">je vais vous conduire immédiatement à la villa </w:t>
      </w:r>
      <w:r w:rsidRPr="004572A7">
        <w:t>« </w:t>
      </w:r>
      <w:proofErr w:type="spellStart"/>
      <w:r w:rsidR="004F1596" w:rsidRPr="004F1596">
        <w:t>Bakhea</w:t>
      </w:r>
      <w:proofErr w:type="spellEnd"/>
      <w:r w:rsidRPr="004572A7">
        <w:t xml:space="preserve"> ». </w:t>
      </w:r>
      <w:r w:rsidR="004F1596" w:rsidRPr="004F1596">
        <w:t>C</w:t>
      </w:r>
      <w:r w:rsidRPr="004572A7">
        <w:t>’</w:t>
      </w:r>
      <w:r w:rsidR="004F1596" w:rsidRPr="004F1596">
        <w:t>est là que votre ami a été inhumé</w:t>
      </w:r>
      <w:r w:rsidRPr="004572A7">
        <w:t xml:space="preserve">, </w:t>
      </w:r>
      <w:r w:rsidR="004F1596" w:rsidRPr="004F1596">
        <w:t xml:space="preserve">selon le désir même de la comtesse de </w:t>
      </w:r>
      <w:proofErr w:type="spellStart"/>
      <w:r w:rsidR="004F1596" w:rsidRPr="004F1596">
        <w:t>Flossanges</w:t>
      </w:r>
      <w:proofErr w:type="spellEnd"/>
      <w:r w:rsidRPr="004572A7">
        <w:t xml:space="preserve">, </w:t>
      </w:r>
      <w:r w:rsidR="004F1596" w:rsidRPr="004F1596">
        <w:t>qui devait bientôt devenir sa femme et qui a hérité de ses biens</w:t>
      </w:r>
      <w:r w:rsidRPr="004572A7">
        <w:t xml:space="preserve">. </w:t>
      </w:r>
      <w:r w:rsidR="004F1596" w:rsidRPr="004F1596">
        <w:t>Elle m</w:t>
      </w:r>
      <w:r w:rsidRPr="004572A7">
        <w:t>’</w:t>
      </w:r>
      <w:r w:rsidR="004F1596" w:rsidRPr="004F1596">
        <w:t xml:space="preserve">a laissé la clef </w:t>
      </w:r>
      <w:r w:rsidR="004F1596" w:rsidRPr="004F1596">
        <w:lastRenderedPageBreak/>
        <w:t xml:space="preserve">du parc afin que ceux qui ont connu </w:t>
      </w:r>
      <w:r w:rsidRPr="004572A7">
        <w:t>M. de </w:t>
      </w:r>
      <w:r w:rsidR="004F1596" w:rsidRPr="004F1596">
        <w:t>Surgères puissent venir quelquefois songer à lui</w:t>
      </w:r>
      <w:r w:rsidRPr="004572A7">
        <w:t xml:space="preserve">, </w:t>
      </w:r>
      <w:r w:rsidR="004F1596" w:rsidRPr="004F1596">
        <w:t>sur sa tombe</w:t>
      </w:r>
      <w:r w:rsidRPr="004572A7">
        <w:t>.</w:t>
      </w:r>
    </w:p>
    <w:p w14:paraId="75DA6E91" w14:textId="77777777" w:rsidR="003A025E" w:rsidRPr="004572A7" w:rsidRDefault="004F1596" w:rsidP="004F1596">
      <w:r w:rsidRPr="004F1596">
        <w:t>Nous sortîmes et</w:t>
      </w:r>
      <w:r w:rsidR="003A025E" w:rsidRPr="004572A7">
        <w:t xml:space="preserve">, </w:t>
      </w:r>
      <w:r w:rsidRPr="004F1596">
        <w:t>lorsque nous fûmes dans la rue</w:t>
      </w:r>
      <w:r w:rsidR="003A025E" w:rsidRPr="004572A7">
        <w:t xml:space="preserve">, </w:t>
      </w:r>
      <w:r w:rsidRPr="004F1596">
        <w:t>je remarquai avec surprise deux hommes au visage bronzé</w:t>
      </w:r>
      <w:r w:rsidR="003A025E" w:rsidRPr="004572A7">
        <w:t xml:space="preserve">, </w:t>
      </w:r>
      <w:r w:rsidRPr="004F1596">
        <w:t>deux Hindous assurément</w:t>
      </w:r>
      <w:r w:rsidR="003A025E" w:rsidRPr="004572A7">
        <w:t xml:space="preserve">, </w:t>
      </w:r>
      <w:r w:rsidRPr="004F1596">
        <w:t>qui nous attendaient et qui portaient</w:t>
      </w:r>
      <w:r w:rsidR="003A025E" w:rsidRPr="004572A7">
        <w:t xml:space="preserve">, </w:t>
      </w:r>
      <w:r w:rsidRPr="004F1596">
        <w:t>sur une claie de bambous</w:t>
      </w:r>
      <w:r w:rsidR="003A025E" w:rsidRPr="004572A7">
        <w:t xml:space="preserve">, </w:t>
      </w:r>
      <w:r w:rsidRPr="004F1596">
        <w:t>une gerbe splendide de roses dont la couleur me frappa</w:t>
      </w:r>
      <w:r w:rsidR="003A025E" w:rsidRPr="004572A7">
        <w:t>.</w:t>
      </w:r>
    </w:p>
    <w:p w14:paraId="57D0BA18" w14:textId="77777777" w:rsidR="003A025E" w:rsidRPr="004572A7" w:rsidRDefault="003A025E" w:rsidP="004F1596">
      <w:r w:rsidRPr="004572A7">
        <w:t>— </w:t>
      </w:r>
      <w:r w:rsidR="004F1596" w:rsidRPr="004F1596">
        <w:t>Ce sont des roses bleues du Bengale</w:t>
      </w:r>
      <w:r w:rsidRPr="004572A7">
        <w:t xml:space="preserve">, </w:t>
      </w:r>
      <w:r w:rsidR="004F1596" w:rsidRPr="004F1596">
        <w:t>dit le professeur</w:t>
      </w:r>
      <w:r w:rsidRPr="004572A7">
        <w:t xml:space="preserve"> ; </w:t>
      </w:r>
      <w:r w:rsidR="004F1596" w:rsidRPr="004F1596">
        <w:t>les fleurs préférées de mon malheureux ami</w:t>
      </w:r>
      <w:r w:rsidRPr="004572A7">
        <w:t>.</w:t>
      </w:r>
    </w:p>
    <w:p w14:paraId="7D8009A6" w14:textId="77777777" w:rsidR="003A025E" w:rsidRPr="004572A7" w:rsidRDefault="004F1596" w:rsidP="004F1596">
      <w:r w:rsidRPr="004F1596">
        <w:t>Cette fois</w:t>
      </w:r>
      <w:r w:rsidR="003A025E" w:rsidRPr="004572A7">
        <w:t xml:space="preserve">, </w:t>
      </w:r>
      <w:r w:rsidRPr="004F1596">
        <w:t>je fus tellement stupéfait que je ne pus m</w:t>
      </w:r>
      <w:r w:rsidR="003A025E" w:rsidRPr="004572A7">
        <w:t>’</w:t>
      </w:r>
      <w:r w:rsidRPr="004F1596">
        <w:t>empêcher de dire aussitôt</w:t>
      </w:r>
      <w:r w:rsidR="003A025E" w:rsidRPr="004572A7">
        <w:t> :</w:t>
      </w:r>
    </w:p>
    <w:p w14:paraId="33FF2AD4" w14:textId="77777777" w:rsidR="003A025E" w:rsidRPr="004572A7" w:rsidRDefault="003A025E" w:rsidP="004F1596">
      <w:r w:rsidRPr="004572A7">
        <w:t>— </w:t>
      </w:r>
      <w:r w:rsidR="004F1596" w:rsidRPr="004F1596">
        <w:t>Mais</w:t>
      </w:r>
      <w:r w:rsidRPr="004572A7">
        <w:t xml:space="preserve">, </w:t>
      </w:r>
      <w:r w:rsidR="004F1596" w:rsidRPr="004F1596">
        <w:t>comment se fait-il</w:t>
      </w:r>
      <w:r w:rsidRPr="004572A7">
        <w:t xml:space="preserve">, </w:t>
      </w:r>
      <w:r w:rsidR="004F1596" w:rsidRPr="004F1596">
        <w:t>Monsieur</w:t>
      </w:r>
      <w:r w:rsidRPr="004572A7">
        <w:t xml:space="preserve">, </w:t>
      </w:r>
      <w:r w:rsidR="004F1596" w:rsidRPr="004F1596">
        <w:t>que ces roses ne se soient point flétries durant votre voyage</w:t>
      </w:r>
      <w:r w:rsidRPr="004572A7">
        <w:t> ?</w:t>
      </w:r>
    </w:p>
    <w:p w14:paraId="5F1AD4DD" w14:textId="77777777" w:rsidR="003A025E" w:rsidRPr="004572A7" w:rsidRDefault="003A025E" w:rsidP="004F1596">
      <w:r w:rsidRPr="004572A7">
        <w:t>— </w:t>
      </w:r>
      <w:r w:rsidR="004F1596" w:rsidRPr="004F1596">
        <w:t>C</w:t>
      </w:r>
      <w:r w:rsidRPr="004572A7">
        <w:t>’</w:t>
      </w:r>
      <w:r w:rsidR="004F1596" w:rsidRPr="004F1596">
        <w:t>est grâce à un procédé</w:t>
      </w:r>
      <w:r w:rsidRPr="004572A7">
        <w:t xml:space="preserve">, </w:t>
      </w:r>
      <w:r w:rsidR="004F1596" w:rsidRPr="004F1596">
        <w:t>utilisé là-bas par certains jardiniers habiles</w:t>
      </w:r>
      <w:r w:rsidRPr="004572A7">
        <w:t xml:space="preserve">, </w:t>
      </w:r>
      <w:r w:rsidR="004F1596" w:rsidRPr="004F1596">
        <w:t>répondit le professeur avec un sourire indéfinissable et une pointe d</w:t>
      </w:r>
      <w:r w:rsidRPr="004572A7">
        <w:t>’</w:t>
      </w:r>
      <w:r w:rsidR="004F1596" w:rsidRPr="004F1596">
        <w:t>ironie dans le regard</w:t>
      </w:r>
      <w:r w:rsidRPr="004572A7">
        <w:t>.</w:t>
      </w:r>
    </w:p>
    <w:p w14:paraId="236517ED" w14:textId="77777777" w:rsidR="003A025E" w:rsidRPr="004572A7" w:rsidRDefault="004F1596" w:rsidP="004F1596">
      <w:r w:rsidRPr="004F1596">
        <w:t>Je n</w:t>
      </w:r>
      <w:r w:rsidR="003A025E" w:rsidRPr="004572A7">
        <w:t>’</w:t>
      </w:r>
      <w:r w:rsidRPr="004F1596">
        <w:t>insistai pas</w:t>
      </w:r>
      <w:r w:rsidR="003A025E" w:rsidRPr="004572A7">
        <w:t xml:space="preserve">. </w:t>
      </w:r>
      <w:r w:rsidRPr="004F1596">
        <w:t xml:space="preserve">Nous arrivâmes rapidement à la villa </w:t>
      </w:r>
      <w:r w:rsidR="003A025E" w:rsidRPr="004572A7">
        <w:t>« </w:t>
      </w:r>
      <w:proofErr w:type="spellStart"/>
      <w:r w:rsidRPr="004F1596">
        <w:t>Bakhea</w:t>
      </w:r>
      <w:proofErr w:type="spellEnd"/>
      <w:r w:rsidR="003A025E" w:rsidRPr="004572A7">
        <w:t> ».</w:t>
      </w:r>
    </w:p>
    <w:p w14:paraId="78539950" w14:textId="77777777" w:rsidR="003A025E" w:rsidRPr="004572A7" w:rsidRDefault="004F1596" w:rsidP="004F1596">
      <w:r w:rsidRPr="004F1596">
        <w:t>Les deux Hindous déposèrent la gerbe de roses sur la tombe de Surgères et s</w:t>
      </w:r>
      <w:r w:rsidR="003A025E" w:rsidRPr="004572A7">
        <w:t>’</w:t>
      </w:r>
      <w:r w:rsidRPr="004F1596">
        <w:t>écartèrent aussitôt avec déférence</w:t>
      </w:r>
      <w:r w:rsidR="003A025E" w:rsidRPr="004572A7">
        <w:t>.</w:t>
      </w:r>
    </w:p>
    <w:p w14:paraId="3A2D976F" w14:textId="77777777" w:rsidR="003A025E" w:rsidRPr="004572A7" w:rsidRDefault="004F1596" w:rsidP="004F1596">
      <w:proofErr w:type="spellStart"/>
      <w:r w:rsidRPr="004F1596">
        <w:t>Vizahianah</w:t>
      </w:r>
      <w:proofErr w:type="spellEnd"/>
      <w:r w:rsidRPr="004F1596">
        <w:t xml:space="preserve"> regardait fixement devant lui</w:t>
      </w:r>
      <w:r w:rsidR="003A025E" w:rsidRPr="004572A7">
        <w:t xml:space="preserve">. </w:t>
      </w:r>
      <w:r w:rsidRPr="004F1596">
        <w:t>Il paraissait plongé dans une profonde méditation</w:t>
      </w:r>
      <w:r w:rsidR="003A025E" w:rsidRPr="004572A7">
        <w:t xml:space="preserve">. </w:t>
      </w:r>
      <w:r w:rsidRPr="004F1596">
        <w:t>Tout à coup</w:t>
      </w:r>
      <w:r w:rsidR="003A025E" w:rsidRPr="004572A7">
        <w:t xml:space="preserve">, </w:t>
      </w:r>
      <w:r w:rsidRPr="004F1596">
        <w:t>je rompis le silence et je lui dis</w:t>
      </w:r>
      <w:r w:rsidR="003A025E" w:rsidRPr="004572A7">
        <w:t xml:space="preserve">, </w:t>
      </w:r>
      <w:r w:rsidRPr="004F1596">
        <w:t>en le regardant bien en face</w:t>
      </w:r>
      <w:r w:rsidR="003A025E" w:rsidRPr="004572A7">
        <w:t> :</w:t>
      </w:r>
    </w:p>
    <w:p w14:paraId="02176375" w14:textId="77777777" w:rsidR="003A025E" w:rsidRPr="004572A7" w:rsidRDefault="003A025E" w:rsidP="004F1596">
      <w:r w:rsidRPr="004572A7">
        <w:t>— </w:t>
      </w:r>
      <w:r w:rsidR="004F1596" w:rsidRPr="004F1596">
        <w:t>C</w:t>
      </w:r>
      <w:r w:rsidRPr="004572A7">
        <w:t>’</w:t>
      </w:r>
      <w:r w:rsidR="004F1596" w:rsidRPr="004F1596">
        <w:t>était un grand homme</w:t>
      </w:r>
      <w:r w:rsidRPr="004572A7">
        <w:t xml:space="preserve">, </w:t>
      </w:r>
      <w:r w:rsidR="004F1596" w:rsidRPr="004F1596">
        <w:t>Monsieur</w:t>
      </w:r>
      <w:r w:rsidRPr="004572A7">
        <w:t xml:space="preserve">, </w:t>
      </w:r>
      <w:r w:rsidR="004F1596" w:rsidRPr="004F1596">
        <w:t>un grand savant</w:t>
      </w:r>
      <w:r w:rsidRPr="004572A7">
        <w:t>…</w:t>
      </w:r>
    </w:p>
    <w:p w14:paraId="564F22B8" w14:textId="77777777" w:rsidR="003A025E" w:rsidRPr="004572A7" w:rsidRDefault="003A025E" w:rsidP="004F1596">
      <w:r w:rsidRPr="004572A7">
        <w:t>— </w:t>
      </w:r>
      <w:r w:rsidR="004F1596" w:rsidRPr="004F1596">
        <w:t>Et une conscience intègre</w:t>
      </w:r>
      <w:r w:rsidRPr="004572A7">
        <w:t xml:space="preserve">, </w:t>
      </w:r>
      <w:r w:rsidR="004F1596" w:rsidRPr="004F1596">
        <w:t>compléta le professeur avec émotion</w:t>
      </w:r>
      <w:r w:rsidRPr="004572A7">
        <w:t xml:space="preserve">. </w:t>
      </w:r>
      <w:r w:rsidR="004F1596" w:rsidRPr="004F1596">
        <w:t>Il m</w:t>
      </w:r>
      <w:r w:rsidRPr="004572A7">
        <w:t>’</w:t>
      </w:r>
      <w:r w:rsidR="004F1596" w:rsidRPr="004F1596">
        <w:t>a sauvé deux fois du déshonneur</w:t>
      </w:r>
      <w:r w:rsidRPr="004572A7">
        <w:t xml:space="preserve">, </w:t>
      </w:r>
      <w:r w:rsidR="004F1596" w:rsidRPr="004F1596">
        <w:t xml:space="preserve">peut-être </w:t>
      </w:r>
      <w:r w:rsidR="004F1596" w:rsidRPr="004F1596">
        <w:lastRenderedPageBreak/>
        <w:t>même du crime</w:t>
      </w:r>
      <w:r w:rsidRPr="004572A7">
        <w:t xml:space="preserve">. </w:t>
      </w:r>
      <w:r w:rsidR="004F1596" w:rsidRPr="004F1596">
        <w:t>Un Hindou n</w:t>
      </w:r>
      <w:r w:rsidRPr="004572A7">
        <w:t>’</w:t>
      </w:r>
      <w:r w:rsidR="004F1596" w:rsidRPr="004F1596">
        <w:t>oublie jamais un semblable bienfait</w:t>
      </w:r>
      <w:r w:rsidRPr="004572A7">
        <w:t>…</w:t>
      </w:r>
    </w:p>
    <w:p w14:paraId="34F3D4EC" w14:textId="77777777" w:rsidR="003A025E" w:rsidRPr="004572A7" w:rsidRDefault="004F1596" w:rsidP="004F1596">
      <w:r w:rsidRPr="004F1596">
        <w:t>En disant ces mots</w:t>
      </w:r>
      <w:r w:rsidR="003A025E" w:rsidRPr="004572A7">
        <w:t xml:space="preserve">, </w:t>
      </w:r>
      <w:r w:rsidRPr="004F1596">
        <w:t>il s</w:t>
      </w:r>
      <w:r w:rsidR="003A025E" w:rsidRPr="004572A7">
        <w:t>’</w:t>
      </w:r>
      <w:r w:rsidRPr="004F1596">
        <w:t>agenouilla</w:t>
      </w:r>
      <w:r w:rsidR="003A025E" w:rsidRPr="004572A7">
        <w:t xml:space="preserve">, </w:t>
      </w:r>
      <w:r w:rsidRPr="004F1596">
        <w:t>se découvrit et baisa avec respect le marbre froid du tombeau</w:t>
      </w:r>
      <w:r w:rsidR="003A025E" w:rsidRPr="004572A7">
        <w:t>…</w:t>
      </w:r>
    </w:p>
    <w:p w14:paraId="093C37AE" w14:textId="77777777" w:rsidR="003A025E" w:rsidRPr="004572A7" w:rsidRDefault="004F1596" w:rsidP="004F1596">
      <w:r w:rsidRPr="004F1596">
        <w:t>Jamais plus je n</w:t>
      </w:r>
      <w:r w:rsidR="003A025E" w:rsidRPr="004572A7">
        <w:t>’</w:t>
      </w:r>
      <w:r w:rsidRPr="004F1596">
        <w:t xml:space="preserve">ai revu le professeur </w:t>
      </w:r>
      <w:proofErr w:type="spellStart"/>
      <w:r w:rsidRPr="004F1596">
        <w:t>Vizahianah</w:t>
      </w:r>
      <w:proofErr w:type="spellEnd"/>
      <w:r w:rsidRPr="004F1596">
        <w:t xml:space="preserve"> de l</w:t>
      </w:r>
      <w:r w:rsidR="003A025E" w:rsidRPr="004572A7">
        <w:t>’</w:t>
      </w:r>
      <w:r w:rsidRPr="004F1596">
        <w:t>Académie de Médecine de Singapour</w:t>
      </w:r>
      <w:r w:rsidR="003A025E" w:rsidRPr="004572A7">
        <w:t xml:space="preserve">. </w:t>
      </w:r>
      <w:r w:rsidRPr="004F1596">
        <w:t>Je me suis demandé souvent</w:t>
      </w:r>
      <w:r w:rsidR="003A025E" w:rsidRPr="004572A7">
        <w:t xml:space="preserve">, </w:t>
      </w:r>
      <w:r w:rsidRPr="004F1596">
        <w:t>depuis</w:t>
      </w:r>
      <w:r w:rsidR="003A025E" w:rsidRPr="004572A7">
        <w:t xml:space="preserve">, </w:t>
      </w:r>
      <w:r w:rsidRPr="004F1596">
        <w:t>quel rapport il pouvait bien y avoir entre la découverte de Surgères et lui</w:t>
      </w:r>
      <w:r w:rsidR="003A025E" w:rsidRPr="004572A7">
        <w:t xml:space="preserve"> ? </w:t>
      </w:r>
      <w:r w:rsidRPr="004F1596">
        <w:t>Peut-être n</w:t>
      </w:r>
      <w:r w:rsidR="003A025E" w:rsidRPr="004572A7">
        <w:t>’</w:t>
      </w:r>
      <w:r w:rsidRPr="004F1596">
        <w:t>y en avait-il aucun</w:t>
      </w:r>
      <w:r w:rsidR="003A025E" w:rsidRPr="004572A7">
        <w:t xml:space="preserve"> ? </w:t>
      </w:r>
      <w:r w:rsidRPr="004F1596">
        <w:t>Peut-être aussi</w:t>
      </w:r>
      <w:r w:rsidR="003A025E" w:rsidRPr="004572A7">
        <w:t xml:space="preserve">, </w:t>
      </w:r>
      <w:r w:rsidRPr="004F1596">
        <w:t>en reconnaissance du bienfait reçu</w:t>
      </w:r>
      <w:r w:rsidR="003A025E" w:rsidRPr="004572A7">
        <w:t xml:space="preserve">, </w:t>
      </w:r>
      <w:r w:rsidRPr="004F1596">
        <w:t>le singulier Hindou avait-il soulevé</w:t>
      </w:r>
      <w:r w:rsidR="003A025E" w:rsidRPr="004572A7">
        <w:t xml:space="preserve">, </w:t>
      </w:r>
      <w:r w:rsidRPr="004F1596">
        <w:t>devant son ami</w:t>
      </w:r>
      <w:r w:rsidR="003A025E" w:rsidRPr="004572A7">
        <w:t xml:space="preserve">, </w:t>
      </w:r>
      <w:r w:rsidRPr="004F1596">
        <w:t>un coin du voile qui cache aux yeux des étrangers la Science insoupçonnée des Brahmanes et les mystères impénétrables de l</w:t>
      </w:r>
      <w:r w:rsidR="003A025E" w:rsidRPr="004572A7">
        <w:t>’</w:t>
      </w:r>
      <w:r w:rsidRPr="004F1596">
        <w:t>Inde</w:t>
      </w:r>
      <w:r w:rsidR="003A025E" w:rsidRPr="004572A7">
        <w:t>…</w:t>
      </w:r>
    </w:p>
    <w:p w14:paraId="6630CECC" w14:textId="77777777" w:rsidR="00033562" w:rsidRPr="004572A7" w:rsidRDefault="004F1596" w:rsidP="00211AB1">
      <w:pPr>
        <w:pStyle w:val="Centr"/>
      </w:pPr>
      <w:r w:rsidRPr="004572A7">
        <w:t>FIN</w:t>
      </w:r>
    </w:p>
    <w:p w14:paraId="797A57F9" w14:textId="77777777" w:rsidR="00033562" w:rsidRPr="004572A7" w:rsidRDefault="00033562">
      <w:pPr>
        <w:sectPr w:rsidR="00033562" w:rsidRPr="004572A7" w:rsidSect="0031471E">
          <w:footerReference w:type="default" r:id="rId11"/>
          <w:endnotePr>
            <w:numFmt w:val="lowerLetter"/>
          </w:endnotePr>
          <w:pgSz w:w="11906" w:h="16838" w:code="9"/>
          <w:pgMar w:top="1134" w:right="1134" w:bottom="1134" w:left="1134" w:header="0" w:footer="709" w:gutter="0"/>
          <w:cols w:space="708"/>
          <w:titlePg/>
          <w:docGrid w:linePitch="360"/>
        </w:sectPr>
      </w:pPr>
    </w:p>
    <w:p w14:paraId="658DF2ED" w14:textId="77777777" w:rsidR="00033562" w:rsidRPr="004572A7" w:rsidRDefault="00033562" w:rsidP="003A025E">
      <w:pPr>
        <w:pStyle w:val="Titre1"/>
        <w:spacing w:before="0" w:after="480"/>
      </w:pPr>
      <w:bookmarkStart w:id="18" w:name="_Toc196387855"/>
      <w:r w:rsidRPr="004572A7">
        <w:lastRenderedPageBreak/>
        <w:t>À propos de cette édition électronique</w:t>
      </w:r>
      <w:bookmarkEnd w:id="18"/>
    </w:p>
    <w:p w14:paraId="11AD5786" w14:textId="77777777" w:rsidR="003A025E" w:rsidRPr="004572A7" w:rsidRDefault="00033562" w:rsidP="003A025E">
      <w:pPr>
        <w:spacing w:before="180" w:after="180"/>
        <w:ind w:firstLine="0"/>
        <w:jc w:val="center"/>
        <w:rPr>
          <w:b/>
          <w:bCs/>
          <w:szCs w:val="32"/>
        </w:rPr>
      </w:pPr>
      <w:r w:rsidRPr="004572A7">
        <w:rPr>
          <w:b/>
          <w:bCs/>
          <w:szCs w:val="32"/>
        </w:rPr>
        <w:t>Texte libre de droits</w:t>
      </w:r>
      <w:r w:rsidR="003A025E" w:rsidRPr="004572A7">
        <w:rPr>
          <w:b/>
          <w:bCs/>
          <w:szCs w:val="32"/>
        </w:rPr>
        <w:t>.</w:t>
      </w:r>
    </w:p>
    <w:p w14:paraId="420378F6" w14:textId="77777777" w:rsidR="003A025E" w:rsidRPr="004572A7" w:rsidRDefault="00033562" w:rsidP="003A025E">
      <w:pPr>
        <w:pStyle w:val="Centr"/>
        <w:spacing w:before="180" w:after="180"/>
      </w:pPr>
      <w:r w:rsidRPr="004572A7">
        <w:t>Corrections</w:t>
      </w:r>
      <w:r w:rsidR="003A025E" w:rsidRPr="004572A7">
        <w:t xml:space="preserve">, </w:t>
      </w:r>
      <w:r w:rsidRPr="004572A7">
        <w:t>édition</w:t>
      </w:r>
      <w:r w:rsidR="003A025E" w:rsidRPr="004572A7">
        <w:t xml:space="preserve">, </w:t>
      </w:r>
      <w:r w:rsidRPr="004572A7">
        <w:t>conversion informatique et publication par le groupe</w:t>
      </w:r>
      <w:r w:rsidR="003A025E" w:rsidRPr="004572A7">
        <w:t> :</w:t>
      </w:r>
    </w:p>
    <w:p w14:paraId="1A444192" w14:textId="77777777" w:rsidR="00033562" w:rsidRPr="004572A7" w:rsidRDefault="00033562" w:rsidP="003A025E">
      <w:pPr>
        <w:spacing w:before="180" w:after="180"/>
        <w:ind w:firstLine="0"/>
        <w:jc w:val="center"/>
        <w:rPr>
          <w:b/>
          <w:bCs/>
          <w:i/>
          <w:iCs/>
          <w:szCs w:val="32"/>
        </w:rPr>
      </w:pPr>
      <w:proofErr w:type="gramStart"/>
      <w:r w:rsidRPr="004572A7">
        <w:rPr>
          <w:b/>
          <w:bCs/>
          <w:i/>
          <w:iCs/>
          <w:szCs w:val="32"/>
        </w:rPr>
        <w:t>Ebooks</w:t>
      </w:r>
      <w:proofErr w:type="gramEnd"/>
      <w:r w:rsidRPr="004572A7">
        <w:rPr>
          <w:b/>
          <w:bCs/>
          <w:i/>
          <w:iCs/>
          <w:szCs w:val="32"/>
        </w:rPr>
        <w:t xml:space="preserve"> libres et gratuits</w:t>
      </w:r>
    </w:p>
    <w:p w14:paraId="47944D77" w14:textId="77777777" w:rsidR="00033562" w:rsidRPr="004572A7" w:rsidRDefault="004572A7" w:rsidP="003A025E">
      <w:pPr>
        <w:pStyle w:val="Centr"/>
        <w:spacing w:before="180" w:after="180"/>
      </w:pPr>
      <w:hyperlink r:id="rId12" w:history="1">
        <w:r w:rsidRPr="005575C1">
          <w:rPr>
            <w:rStyle w:val="Lienhypertexte"/>
          </w:rPr>
          <w:t>https://groups.google.com/g/ebooksgratuits</w:t>
        </w:r>
      </w:hyperlink>
    </w:p>
    <w:p w14:paraId="1F6C9664" w14:textId="77777777" w:rsidR="003A025E" w:rsidRPr="004572A7" w:rsidRDefault="00033562" w:rsidP="003A025E">
      <w:pPr>
        <w:pStyle w:val="Centr"/>
        <w:spacing w:before="180" w:after="180"/>
      </w:pPr>
      <w:r w:rsidRPr="004572A7">
        <w:t>Adresse du site web du groupe</w:t>
      </w:r>
      <w:r w:rsidR="003A025E" w:rsidRPr="004572A7">
        <w:t> :</w:t>
      </w:r>
      <w:r w:rsidR="003A025E" w:rsidRPr="004572A7">
        <w:br/>
      </w:r>
      <w:hyperlink r:id="rId13" w:history="1">
        <w:r w:rsidR="00E22C94" w:rsidRPr="00601248">
          <w:rPr>
            <w:rStyle w:val="Lienhypertexte"/>
            <w:b/>
            <w:bCs/>
            <w:szCs w:val="32"/>
          </w:rPr>
          <w:t>https://www.ebooksgratuits.com/</w:t>
        </w:r>
      </w:hyperlink>
    </w:p>
    <w:p w14:paraId="23D22ABC" w14:textId="77777777" w:rsidR="003A025E" w:rsidRPr="004572A7" w:rsidRDefault="003A025E" w:rsidP="003A025E">
      <w:pPr>
        <w:pStyle w:val="Centr"/>
        <w:spacing w:before="180" w:after="180"/>
      </w:pPr>
      <w:r w:rsidRPr="004572A7">
        <w:t>—</w:t>
      </w:r>
    </w:p>
    <w:p w14:paraId="50BE2ECF" w14:textId="77777777" w:rsidR="003A025E" w:rsidRPr="004572A7" w:rsidRDefault="00E22C94" w:rsidP="003A025E">
      <w:pPr>
        <w:spacing w:before="180" w:after="180"/>
        <w:ind w:firstLine="0"/>
        <w:jc w:val="center"/>
        <w:rPr>
          <w:b/>
          <w:bCs/>
          <w:szCs w:val="32"/>
        </w:rPr>
      </w:pPr>
      <w:r>
        <w:rPr>
          <w:b/>
          <w:bCs/>
          <w:szCs w:val="32"/>
        </w:rPr>
        <w:t>Mai 2025</w:t>
      </w:r>
    </w:p>
    <w:p w14:paraId="2B16A41A" w14:textId="77777777" w:rsidR="003A025E" w:rsidRPr="004572A7" w:rsidRDefault="003A025E" w:rsidP="003A025E">
      <w:pPr>
        <w:pStyle w:val="Centr"/>
        <w:spacing w:before="180" w:after="180"/>
        <w:rPr>
          <w:b/>
          <w:bCs/>
          <w:szCs w:val="32"/>
        </w:rPr>
      </w:pPr>
      <w:r w:rsidRPr="004572A7">
        <w:rPr>
          <w:b/>
          <w:bCs/>
          <w:szCs w:val="32"/>
        </w:rPr>
        <w:t>—</w:t>
      </w:r>
    </w:p>
    <w:p w14:paraId="1EA23850" w14:textId="77777777" w:rsidR="003A025E" w:rsidRPr="004572A7" w:rsidRDefault="003A025E" w:rsidP="00B52E2F">
      <w:pPr>
        <w:spacing w:before="180" w:after="180"/>
      </w:pPr>
      <w:r w:rsidRPr="004572A7">
        <w:t>— </w:t>
      </w:r>
      <w:r w:rsidR="00033562" w:rsidRPr="004572A7">
        <w:rPr>
          <w:b/>
        </w:rPr>
        <w:t>Élaboration de ce livre électronique</w:t>
      </w:r>
      <w:r w:rsidRPr="004572A7">
        <w:t> :</w:t>
      </w:r>
    </w:p>
    <w:p w14:paraId="505717BF" w14:textId="77777777" w:rsidR="003A025E" w:rsidRPr="004572A7" w:rsidRDefault="00033562" w:rsidP="00B52E2F">
      <w:pPr>
        <w:spacing w:before="180" w:after="180"/>
      </w:pPr>
      <w:r w:rsidRPr="004572A7">
        <w:t xml:space="preserve">Les membres de </w:t>
      </w:r>
      <w:proofErr w:type="gramStart"/>
      <w:r w:rsidRPr="004572A7">
        <w:rPr>
          <w:i/>
        </w:rPr>
        <w:t>Ebooks</w:t>
      </w:r>
      <w:proofErr w:type="gramEnd"/>
      <w:r w:rsidRPr="004572A7">
        <w:rPr>
          <w:i/>
        </w:rPr>
        <w:t xml:space="preserve"> libres et gratuits</w:t>
      </w:r>
      <w:r w:rsidRPr="004572A7">
        <w:t xml:space="preserve"> qui ont participé à l</w:t>
      </w:r>
      <w:r w:rsidR="003A025E" w:rsidRPr="004572A7">
        <w:t>’</w:t>
      </w:r>
      <w:r w:rsidRPr="004572A7">
        <w:t>élaboration de ce livre</w:t>
      </w:r>
      <w:r w:rsidR="003A025E" w:rsidRPr="004572A7">
        <w:t xml:space="preserve">, </w:t>
      </w:r>
      <w:r w:rsidRPr="004572A7">
        <w:t>sont</w:t>
      </w:r>
      <w:r w:rsidR="003A025E" w:rsidRPr="004572A7">
        <w:t> :</w:t>
      </w:r>
      <w:r w:rsidR="00E22C94">
        <w:t xml:space="preserve"> </w:t>
      </w:r>
      <w:proofErr w:type="spellStart"/>
      <w:r w:rsidR="00211AB1" w:rsidRPr="00211AB1">
        <w:t>MarcV</w:t>
      </w:r>
      <w:proofErr w:type="spellEnd"/>
      <w:r w:rsidR="00211AB1" w:rsidRPr="00211AB1">
        <w:t xml:space="preserve">, </w:t>
      </w:r>
      <w:proofErr w:type="spellStart"/>
      <w:r w:rsidR="00211AB1" w:rsidRPr="00211AB1">
        <w:t>MarcD</w:t>
      </w:r>
      <w:proofErr w:type="spellEnd"/>
      <w:r w:rsidR="00211AB1">
        <w:t xml:space="preserve">, </w:t>
      </w:r>
      <w:proofErr w:type="spellStart"/>
      <w:r w:rsidR="00211AB1">
        <w:t>Coolmicro</w:t>
      </w:r>
      <w:proofErr w:type="spellEnd"/>
      <w:r w:rsidR="00211AB1">
        <w:t>.</w:t>
      </w:r>
    </w:p>
    <w:p w14:paraId="3836ED8D" w14:textId="77777777" w:rsidR="003A025E" w:rsidRPr="004572A7" w:rsidRDefault="003A025E" w:rsidP="00B52E2F">
      <w:pPr>
        <w:spacing w:before="180" w:after="180"/>
      </w:pPr>
      <w:r w:rsidRPr="004572A7">
        <w:t>— </w:t>
      </w:r>
      <w:r w:rsidR="00033562" w:rsidRPr="004572A7">
        <w:rPr>
          <w:b/>
        </w:rPr>
        <w:t>Dispositions</w:t>
      </w:r>
      <w:r w:rsidRPr="004572A7">
        <w:t> :</w:t>
      </w:r>
    </w:p>
    <w:p w14:paraId="2E441B08" w14:textId="77777777" w:rsidR="003A025E" w:rsidRPr="004572A7" w:rsidRDefault="00033562" w:rsidP="00B52E2F">
      <w:pPr>
        <w:spacing w:before="180" w:after="180"/>
      </w:pPr>
      <w:r w:rsidRPr="004572A7">
        <w:t>Les livres que nous mettons à votre disposition</w:t>
      </w:r>
      <w:r w:rsidR="003A025E" w:rsidRPr="004572A7">
        <w:t xml:space="preserve">, </w:t>
      </w:r>
      <w:r w:rsidRPr="004572A7">
        <w:t>sont des textes libres de droits</w:t>
      </w:r>
      <w:r w:rsidR="003A025E" w:rsidRPr="004572A7">
        <w:t xml:space="preserve">, </w:t>
      </w:r>
      <w:r w:rsidRPr="004572A7">
        <w:t>que vous pouvez utiliser librement</w:t>
      </w:r>
      <w:r w:rsidR="003A025E" w:rsidRPr="004572A7">
        <w:t xml:space="preserve">, </w:t>
      </w:r>
      <w:r w:rsidRPr="004572A7">
        <w:rPr>
          <w:u w:val="single"/>
        </w:rPr>
        <w:t>à une fin non commerciale et non professionnelle</w:t>
      </w:r>
      <w:r w:rsidR="003A025E" w:rsidRPr="004572A7">
        <w:t xml:space="preserve">. </w:t>
      </w:r>
      <w:r w:rsidRPr="004572A7">
        <w:t>Tout lien vers notre site est bienvenu</w:t>
      </w:r>
      <w:r w:rsidR="003A025E" w:rsidRPr="004572A7">
        <w:t>…</w:t>
      </w:r>
    </w:p>
    <w:p w14:paraId="05CDCF76" w14:textId="77777777" w:rsidR="003A025E" w:rsidRPr="004572A7" w:rsidRDefault="003A025E" w:rsidP="00B52E2F">
      <w:pPr>
        <w:spacing w:before="180" w:after="180"/>
      </w:pPr>
      <w:r w:rsidRPr="004572A7">
        <w:t>— </w:t>
      </w:r>
      <w:r w:rsidR="00033562" w:rsidRPr="004572A7">
        <w:rPr>
          <w:b/>
        </w:rPr>
        <w:t>Qualité</w:t>
      </w:r>
      <w:r w:rsidRPr="004572A7">
        <w:t> :</w:t>
      </w:r>
    </w:p>
    <w:p w14:paraId="439C9545" w14:textId="77777777" w:rsidR="003A025E" w:rsidRPr="004572A7" w:rsidRDefault="00033562" w:rsidP="00B52E2F">
      <w:pPr>
        <w:spacing w:before="180" w:after="180"/>
      </w:pPr>
      <w:r w:rsidRPr="004572A7">
        <w:t>Les textes sont livrés tels quels sans garantie de leur intégrité parfaite par rapport à l</w:t>
      </w:r>
      <w:r w:rsidR="003A025E" w:rsidRPr="004572A7">
        <w:t>’</w:t>
      </w:r>
      <w:r w:rsidRPr="004572A7">
        <w:t>original</w:t>
      </w:r>
      <w:r w:rsidR="003A025E" w:rsidRPr="004572A7">
        <w:t xml:space="preserve">. </w:t>
      </w:r>
      <w:r w:rsidRPr="004572A7">
        <w:t>Nous rappelons que c</w:t>
      </w:r>
      <w:r w:rsidR="003A025E" w:rsidRPr="004572A7">
        <w:t>’</w:t>
      </w:r>
      <w:r w:rsidRPr="004572A7">
        <w:t>est un travail d</w:t>
      </w:r>
      <w:r w:rsidR="003A025E" w:rsidRPr="004572A7">
        <w:t>’</w:t>
      </w:r>
      <w:r w:rsidRPr="004572A7">
        <w:t>amateurs non rétribués et que nous essayons de promouvoir la culture littéraire avec de maigres moyens</w:t>
      </w:r>
      <w:r w:rsidR="003A025E" w:rsidRPr="004572A7">
        <w:t>.</w:t>
      </w:r>
    </w:p>
    <w:p w14:paraId="691742C5" w14:textId="77777777" w:rsidR="003A025E" w:rsidRPr="004572A7" w:rsidRDefault="00033562" w:rsidP="003A025E">
      <w:pPr>
        <w:spacing w:before="180" w:after="180"/>
        <w:ind w:firstLine="0"/>
        <w:jc w:val="center"/>
        <w:rPr>
          <w:i/>
          <w:iCs/>
          <w:szCs w:val="32"/>
        </w:rPr>
      </w:pPr>
      <w:r w:rsidRPr="004572A7">
        <w:rPr>
          <w:i/>
          <w:iCs/>
          <w:szCs w:val="32"/>
        </w:rPr>
        <w:t>Votre aide est la bienvenue</w:t>
      </w:r>
      <w:r w:rsidR="003A025E" w:rsidRPr="004572A7">
        <w:rPr>
          <w:i/>
          <w:iCs/>
          <w:szCs w:val="32"/>
        </w:rPr>
        <w:t> !</w:t>
      </w:r>
    </w:p>
    <w:p w14:paraId="3C695D14" w14:textId="77777777" w:rsidR="00033562" w:rsidRPr="004572A7" w:rsidRDefault="00033562" w:rsidP="003A025E">
      <w:pPr>
        <w:pStyle w:val="Centr"/>
        <w:suppressAutoHyphens/>
        <w:spacing w:before="180" w:after="180"/>
      </w:pPr>
      <w:r w:rsidRPr="004572A7">
        <w:t>VOUS POUVEZ NOUS AIDER À FAIRE CONNAÎTRE CES CLASSIQUES LITTÉRAIRES</w:t>
      </w:r>
      <w:r w:rsidR="003A025E" w:rsidRPr="004572A7">
        <w:t>.</w:t>
      </w:r>
    </w:p>
    <w:sectPr w:rsidR="00033562" w:rsidRPr="004572A7" w:rsidSect="0031471E">
      <w:pgSz w:w="11906" w:h="16838" w:code="9"/>
      <w:pgMar w:top="567" w:right="567" w:bottom="567" w:left="56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804B1" w14:textId="77777777" w:rsidR="00F27604" w:rsidRDefault="00F27604">
      <w:r>
        <w:separator/>
      </w:r>
    </w:p>
  </w:endnote>
  <w:endnote w:type="continuationSeparator" w:id="0">
    <w:p w14:paraId="611F2A32" w14:textId="77777777" w:rsidR="00F27604" w:rsidRDefault="00F27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embedRegular r:id="rId1" w:fontKey="{54C14645-AC6A-42F6-94B3-383C89A4377D}"/>
    <w:embedBold r:id="rId2" w:fontKey="{173BC779-DA68-494A-B0B4-337CC7AF6181}"/>
    <w:embedItalic r:id="rId3" w:fontKey="{A48554C6-3733-49A9-8C7C-8D6F62D92EF3}"/>
    <w:embedBoldItalic r:id="rId4" w:fontKey="{C9B30ED8-D7F5-4611-AA25-1D36ABC52C3B}"/>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BE27A" w14:textId="77777777" w:rsidR="00991E46" w:rsidRDefault="00991E46">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16E98" w14:textId="77777777" w:rsidR="00991E46" w:rsidRPr="004F0995" w:rsidRDefault="00991E46" w:rsidP="004F0995">
    <w:pPr>
      <w:pStyle w:val="Pieddepage"/>
    </w:pPr>
    <w:r w:rsidRPr="004F0995">
      <w:t xml:space="preserve">– </w:t>
    </w:r>
    <w:r w:rsidRPr="004F0995">
      <w:rPr>
        <w:rStyle w:val="Numrodepage"/>
      </w:rPr>
      <w:fldChar w:fldCharType="begin"/>
    </w:r>
    <w:r w:rsidRPr="004F0995">
      <w:rPr>
        <w:rStyle w:val="Numrodepage"/>
      </w:rPr>
      <w:instrText xml:space="preserve"> PAGE </w:instrText>
    </w:r>
    <w:r w:rsidRPr="004F0995">
      <w:rPr>
        <w:rStyle w:val="Numrodepage"/>
      </w:rPr>
      <w:fldChar w:fldCharType="separate"/>
    </w:r>
    <w:r w:rsidR="00407623">
      <w:rPr>
        <w:rStyle w:val="Numrodepage"/>
        <w:noProof/>
      </w:rPr>
      <w:t>98</w:t>
    </w:r>
    <w:r w:rsidRPr="004F0995">
      <w:rPr>
        <w:rStyle w:val="Numrodepage"/>
      </w:rPr>
      <w:fldChar w:fldCharType="end"/>
    </w:r>
    <w:r w:rsidRPr="004F0995">
      <w:rPr>
        <w:rStyle w:val="Numrodepag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2B76F" w14:textId="77777777" w:rsidR="00F27604" w:rsidRDefault="00F27604">
      <w:r>
        <w:separator/>
      </w:r>
    </w:p>
  </w:footnote>
  <w:footnote w:type="continuationSeparator" w:id="0">
    <w:p w14:paraId="15189492" w14:textId="77777777" w:rsidR="00F27604" w:rsidRDefault="00F276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459644626">
    <w:abstractNumId w:val="10"/>
  </w:num>
  <w:num w:numId="2" w16cid:durableId="69472643">
    <w:abstractNumId w:val="11"/>
  </w:num>
  <w:num w:numId="3" w16cid:durableId="39860826">
    <w:abstractNumId w:val="12"/>
  </w:num>
  <w:num w:numId="4" w16cid:durableId="1103454625">
    <w:abstractNumId w:val="13"/>
  </w:num>
  <w:num w:numId="5" w16cid:durableId="573928990">
    <w:abstractNumId w:val="8"/>
  </w:num>
  <w:num w:numId="6" w16cid:durableId="804080309">
    <w:abstractNumId w:val="3"/>
  </w:num>
  <w:num w:numId="7" w16cid:durableId="1445533898">
    <w:abstractNumId w:val="2"/>
  </w:num>
  <w:num w:numId="8" w16cid:durableId="564920663">
    <w:abstractNumId w:val="1"/>
  </w:num>
  <w:num w:numId="9" w16cid:durableId="312877404">
    <w:abstractNumId w:val="0"/>
  </w:num>
  <w:num w:numId="10" w16cid:durableId="1891575368">
    <w:abstractNumId w:val="9"/>
  </w:num>
  <w:num w:numId="11" w16cid:durableId="1159149133">
    <w:abstractNumId w:val="7"/>
  </w:num>
  <w:num w:numId="12" w16cid:durableId="1562861234">
    <w:abstractNumId w:val="6"/>
  </w:num>
  <w:num w:numId="13" w16cid:durableId="580678008">
    <w:abstractNumId w:val="5"/>
  </w:num>
  <w:num w:numId="14" w16cid:durableId="11848278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A27"/>
    <w:rsid w:val="00001285"/>
    <w:rsid w:val="000119AC"/>
    <w:rsid w:val="00021C38"/>
    <w:rsid w:val="00033562"/>
    <w:rsid w:val="00035C3A"/>
    <w:rsid w:val="000363C4"/>
    <w:rsid w:val="000624DA"/>
    <w:rsid w:val="00066B5B"/>
    <w:rsid w:val="00066E2D"/>
    <w:rsid w:val="00073A4A"/>
    <w:rsid w:val="00074584"/>
    <w:rsid w:val="00077531"/>
    <w:rsid w:val="00090D0E"/>
    <w:rsid w:val="000C11B9"/>
    <w:rsid w:val="000C2E09"/>
    <w:rsid w:val="000E0E88"/>
    <w:rsid w:val="000F7F4B"/>
    <w:rsid w:val="0010298A"/>
    <w:rsid w:val="00131BAC"/>
    <w:rsid w:val="001624EE"/>
    <w:rsid w:val="001635FE"/>
    <w:rsid w:val="00175A4E"/>
    <w:rsid w:val="00176FA6"/>
    <w:rsid w:val="001915D9"/>
    <w:rsid w:val="001D3C04"/>
    <w:rsid w:val="001E3FFC"/>
    <w:rsid w:val="00200841"/>
    <w:rsid w:val="00203135"/>
    <w:rsid w:val="0020496D"/>
    <w:rsid w:val="00211AB1"/>
    <w:rsid w:val="00215554"/>
    <w:rsid w:val="00220925"/>
    <w:rsid w:val="00233DD0"/>
    <w:rsid w:val="00254640"/>
    <w:rsid w:val="00284AF2"/>
    <w:rsid w:val="00284CF5"/>
    <w:rsid w:val="002867D8"/>
    <w:rsid w:val="002914AB"/>
    <w:rsid w:val="002B1439"/>
    <w:rsid w:val="002C6A24"/>
    <w:rsid w:val="002E4734"/>
    <w:rsid w:val="002F38DF"/>
    <w:rsid w:val="0031471E"/>
    <w:rsid w:val="003178B4"/>
    <w:rsid w:val="0032506F"/>
    <w:rsid w:val="00335365"/>
    <w:rsid w:val="00336E88"/>
    <w:rsid w:val="00365A9A"/>
    <w:rsid w:val="00367258"/>
    <w:rsid w:val="00367372"/>
    <w:rsid w:val="00381CA0"/>
    <w:rsid w:val="00386469"/>
    <w:rsid w:val="00394CD0"/>
    <w:rsid w:val="00395C00"/>
    <w:rsid w:val="003A025E"/>
    <w:rsid w:val="003A2E59"/>
    <w:rsid w:val="003A556F"/>
    <w:rsid w:val="003B5FB9"/>
    <w:rsid w:val="003C17B2"/>
    <w:rsid w:val="003C472A"/>
    <w:rsid w:val="003D452D"/>
    <w:rsid w:val="003E6236"/>
    <w:rsid w:val="003E65B8"/>
    <w:rsid w:val="003F66D4"/>
    <w:rsid w:val="003F6FF9"/>
    <w:rsid w:val="00407623"/>
    <w:rsid w:val="00431C66"/>
    <w:rsid w:val="0043462A"/>
    <w:rsid w:val="00446BB5"/>
    <w:rsid w:val="004470EB"/>
    <w:rsid w:val="004572A7"/>
    <w:rsid w:val="004618A4"/>
    <w:rsid w:val="00466185"/>
    <w:rsid w:val="0047457F"/>
    <w:rsid w:val="004813D2"/>
    <w:rsid w:val="00483BE5"/>
    <w:rsid w:val="004856F7"/>
    <w:rsid w:val="0048598E"/>
    <w:rsid w:val="004878C2"/>
    <w:rsid w:val="004C3D05"/>
    <w:rsid w:val="004D4AC6"/>
    <w:rsid w:val="004F0995"/>
    <w:rsid w:val="004F1596"/>
    <w:rsid w:val="00500936"/>
    <w:rsid w:val="0051085B"/>
    <w:rsid w:val="00525444"/>
    <w:rsid w:val="00532678"/>
    <w:rsid w:val="0054026F"/>
    <w:rsid w:val="00554C93"/>
    <w:rsid w:val="0057140C"/>
    <w:rsid w:val="00576E04"/>
    <w:rsid w:val="005C4D38"/>
    <w:rsid w:val="005C771C"/>
    <w:rsid w:val="005C7A4A"/>
    <w:rsid w:val="005D26A1"/>
    <w:rsid w:val="005E5F1A"/>
    <w:rsid w:val="0061214E"/>
    <w:rsid w:val="006144AC"/>
    <w:rsid w:val="00615C93"/>
    <w:rsid w:val="00633842"/>
    <w:rsid w:val="00640C4F"/>
    <w:rsid w:val="006449AA"/>
    <w:rsid w:val="00646E8C"/>
    <w:rsid w:val="006527FF"/>
    <w:rsid w:val="006D143B"/>
    <w:rsid w:val="006F3392"/>
    <w:rsid w:val="006F6915"/>
    <w:rsid w:val="00703D4D"/>
    <w:rsid w:val="00705271"/>
    <w:rsid w:val="00722EA0"/>
    <w:rsid w:val="00725024"/>
    <w:rsid w:val="007421F7"/>
    <w:rsid w:val="007549CD"/>
    <w:rsid w:val="00760615"/>
    <w:rsid w:val="0076257B"/>
    <w:rsid w:val="0076513E"/>
    <w:rsid w:val="0078241C"/>
    <w:rsid w:val="007841D8"/>
    <w:rsid w:val="0079210B"/>
    <w:rsid w:val="00794D1A"/>
    <w:rsid w:val="007A353A"/>
    <w:rsid w:val="007A3B74"/>
    <w:rsid w:val="007B6898"/>
    <w:rsid w:val="007C1C6B"/>
    <w:rsid w:val="007C56AC"/>
    <w:rsid w:val="007D453D"/>
    <w:rsid w:val="007E0F7B"/>
    <w:rsid w:val="007E47D1"/>
    <w:rsid w:val="007F3CC4"/>
    <w:rsid w:val="007F5860"/>
    <w:rsid w:val="00813A7B"/>
    <w:rsid w:val="00814117"/>
    <w:rsid w:val="00814A27"/>
    <w:rsid w:val="00825620"/>
    <w:rsid w:val="008333F6"/>
    <w:rsid w:val="00835A49"/>
    <w:rsid w:val="00840819"/>
    <w:rsid w:val="008449A3"/>
    <w:rsid w:val="00856DF4"/>
    <w:rsid w:val="00860FC4"/>
    <w:rsid w:val="00863B07"/>
    <w:rsid w:val="00866DAD"/>
    <w:rsid w:val="008840CC"/>
    <w:rsid w:val="0088520F"/>
    <w:rsid w:val="0089014D"/>
    <w:rsid w:val="008908C6"/>
    <w:rsid w:val="00894816"/>
    <w:rsid w:val="008F106B"/>
    <w:rsid w:val="008F18B3"/>
    <w:rsid w:val="008F33E9"/>
    <w:rsid w:val="008F792D"/>
    <w:rsid w:val="009057ED"/>
    <w:rsid w:val="00930A77"/>
    <w:rsid w:val="00933E3C"/>
    <w:rsid w:val="00946EE4"/>
    <w:rsid w:val="00960209"/>
    <w:rsid w:val="00973056"/>
    <w:rsid w:val="00991E46"/>
    <w:rsid w:val="009A339D"/>
    <w:rsid w:val="009B3DDD"/>
    <w:rsid w:val="009B5D38"/>
    <w:rsid w:val="009E32F1"/>
    <w:rsid w:val="009E5096"/>
    <w:rsid w:val="009F7DF2"/>
    <w:rsid w:val="00A4178D"/>
    <w:rsid w:val="00A5502E"/>
    <w:rsid w:val="00A560A0"/>
    <w:rsid w:val="00A84EE1"/>
    <w:rsid w:val="00A87C1E"/>
    <w:rsid w:val="00AA16FA"/>
    <w:rsid w:val="00AA1EA8"/>
    <w:rsid w:val="00AA7331"/>
    <w:rsid w:val="00AB5337"/>
    <w:rsid w:val="00AE1B16"/>
    <w:rsid w:val="00AE1C97"/>
    <w:rsid w:val="00AF0A3E"/>
    <w:rsid w:val="00B1136E"/>
    <w:rsid w:val="00B241D4"/>
    <w:rsid w:val="00B45A17"/>
    <w:rsid w:val="00B47121"/>
    <w:rsid w:val="00B4791B"/>
    <w:rsid w:val="00B52E2F"/>
    <w:rsid w:val="00B909AE"/>
    <w:rsid w:val="00B9403E"/>
    <w:rsid w:val="00BA49F6"/>
    <w:rsid w:val="00BA6554"/>
    <w:rsid w:val="00BA7596"/>
    <w:rsid w:val="00BD0C07"/>
    <w:rsid w:val="00BE6E25"/>
    <w:rsid w:val="00BF29E4"/>
    <w:rsid w:val="00C323C1"/>
    <w:rsid w:val="00C43D20"/>
    <w:rsid w:val="00C51E70"/>
    <w:rsid w:val="00C6557B"/>
    <w:rsid w:val="00C7088B"/>
    <w:rsid w:val="00C74AEA"/>
    <w:rsid w:val="00C776F8"/>
    <w:rsid w:val="00C82075"/>
    <w:rsid w:val="00C82867"/>
    <w:rsid w:val="00C844D5"/>
    <w:rsid w:val="00C877F6"/>
    <w:rsid w:val="00CE4268"/>
    <w:rsid w:val="00D02BDE"/>
    <w:rsid w:val="00D14924"/>
    <w:rsid w:val="00D27ACC"/>
    <w:rsid w:val="00D45C97"/>
    <w:rsid w:val="00D47BCF"/>
    <w:rsid w:val="00D51269"/>
    <w:rsid w:val="00D57E8F"/>
    <w:rsid w:val="00D80434"/>
    <w:rsid w:val="00D9756D"/>
    <w:rsid w:val="00DA40F8"/>
    <w:rsid w:val="00DB11BE"/>
    <w:rsid w:val="00DB2BF4"/>
    <w:rsid w:val="00DB5A06"/>
    <w:rsid w:val="00DD7BB4"/>
    <w:rsid w:val="00DE50CC"/>
    <w:rsid w:val="00DF43DD"/>
    <w:rsid w:val="00E22C94"/>
    <w:rsid w:val="00E2511C"/>
    <w:rsid w:val="00E30FAD"/>
    <w:rsid w:val="00E35EE1"/>
    <w:rsid w:val="00E37B3E"/>
    <w:rsid w:val="00E471AC"/>
    <w:rsid w:val="00E62180"/>
    <w:rsid w:val="00E847C9"/>
    <w:rsid w:val="00E90A7B"/>
    <w:rsid w:val="00EA3B81"/>
    <w:rsid w:val="00EC1B23"/>
    <w:rsid w:val="00EC6AE4"/>
    <w:rsid w:val="00ED5349"/>
    <w:rsid w:val="00EE0BEA"/>
    <w:rsid w:val="00F00CCC"/>
    <w:rsid w:val="00F25AED"/>
    <w:rsid w:val="00F27604"/>
    <w:rsid w:val="00F33BF1"/>
    <w:rsid w:val="00F42B6E"/>
    <w:rsid w:val="00F52E22"/>
    <w:rsid w:val="00F5346B"/>
    <w:rsid w:val="00F612FE"/>
    <w:rsid w:val="00F74495"/>
    <w:rsid w:val="00F75AB4"/>
    <w:rsid w:val="00F92270"/>
    <w:rsid w:val="00FA2301"/>
    <w:rsid w:val="00FC791A"/>
    <w:rsid w:val="00FD5C53"/>
    <w:rsid w:val="00FD6EFE"/>
    <w:rsid w:val="00FE3DEA"/>
    <w:rsid w:val="00FE5027"/>
    <w:rsid w:val="00FF3006"/>
    <w:rsid w:val="00FF68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61C4DF"/>
  <w15:chartTrackingRefBased/>
  <w15:docId w15:val="{5472988E-A5CE-438A-BD37-664B07AC4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FC4"/>
    <w:pPr>
      <w:spacing w:before="240" w:after="240"/>
      <w:ind w:firstLine="680"/>
      <w:jc w:val="both"/>
    </w:pPr>
    <w:rPr>
      <w:rFonts w:ascii="Amasis30" w:hAnsi="Amasis30"/>
      <w:sz w:val="36"/>
      <w:szCs w:val="24"/>
    </w:rPr>
  </w:style>
  <w:style w:type="paragraph" w:styleId="Titre1">
    <w:name w:val="heading 1"/>
    <w:basedOn w:val="Normal"/>
    <w:next w:val="Normal"/>
    <w:link w:val="Titre1Car"/>
    <w:uiPriority w:val="9"/>
    <w:qFormat/>
    <w:rsid w:val="00ED5349"/>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link w:val="Titre2Car"/>
    <w:uiPriority w:val="9"/>
    <w:qFormat/>
    <w:rsid w:val="00ED5349"/>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link w:val="Titre3Car"/>
    <w:qFormat/>
    <w:rsid w:val="00ED5349"/>
    <w:pPr>
      <w:keepNext/>
      <w:suppressAutoHyphens/>
      <w:spacing w:before="480"/>
      <w:ind w:firstLine="0"/>
      <w:jc w:val="center"/>
      <w:outlineLvl w:val="2"/>
    </w:pPr>
    <w:rPr>
      <w:rFonts w:cs="Arial"/>
      <w:b/>
      <w:bCs/>
      <w:sz w:val="40"/>
      <w:szCs w:val="36"/>
    </w:rPr>
  </w:style>
  <w:style w:type="paragraph" w:styleId="Titre4">
    <w:name w:val="heading 4"/>
    <w:basedOn w:val="Normal"/>
    <w:next w:val="Normal"/>
    <w:link w:val="Titre4Car"/>
    <w:qFormat/>
    <w:rsid w:val="004F1596"/>
    <w:pPr>
      <w:keepNext/>
      <w:spacing w:before="960" w:after="360"/>
      <w:ind w:firstLine="0"/>
      <w:jc w:val="center"/>
      <w:outlineLvl w:val="3"/>
    </w:pPr>
    <w:rPr>
      <w:rFonts w:ascii="Times New Roman" w:hAnsi="Times New Roman"/>
      <w:b/>
      <w:bCs/>
      <w:sz w:val="32"/>
      <w:lang w:val="fr-BE"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840819"/>
    <w:rPr>
      <w:rFonts w:ascii="Amasis30" w:hAnsi="Amasis30"/>
      <w:color w:val="004080"/>
      <w:u w:val="single"/>
    </w:rPr>
  </w:style>
  <w:style w:type="paragraph" w:styleId="Explorateurdedocuments">
    <w:name w:val="Document Map"/>
    <w:basedOn w:val="Normal"/>
    <w:link w:val="ExplorateurdedocumentsCar"/>
    <w:semiHidden/>
    <w:pPr>
      <w:shd w:val="clear" w:color="auto" w:fill="000080"/>
    </w:pPr>
    <w:rPr>
      <w:rFonts w:ascii="Tahoma" w:hAnsi="Tahoma" w:cs="Tahoma"/>
    </w:rPr>
  </w:style>
  <w:style w:type="paragraph" w:styleId="TM1">
    <w:name w:val="toc 1"/>
    <w:basedOn w:val="Normal"/>
    <w:next w:val="Normal"/>
    <w:autoRedefine/>
    <w:uiPriority w:val="39"/>
    <w:rsid w:val="00367372"/>
    <w:pPr>
      <w:tabs>
        <w:tab w:val="right" w:leader="dot" w:pos="9639"/>
      </w:tabs>
      <w:spacing w:before="180" w:after="180"/>
      <w:ind w:firstLine="0"/>
      <w:jc w:val="left"/>
    </w:pPr>
    <w:rPr>
      <w:bCs/>
      <w:iCs/>
      <w:noProof/>
      <w:color w:val="000080"/>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rsid w:val="004F0995"/>
    <w:pPr>
      <w:tabs>
        <w:tab w:val="center" w:pos="4536"/>
        <w:tab w:val="right" w:pos="9072"/>
      </w:tabs>
      <w:ind w:firstLine="0"/>
      <w:jc w:val="center"/>
    </w:pPr>
    <w:rPr>
      <w:sz w:val="32"/>
    </w:rPr>
  </w:style>
  <w:style w:type="character" w:styleId="Numrodepage">
    <w:name w:val="page number"/>
    <w:basedOn w:val="Policepardfaut"/>
  </w:style>
  <w:style w:type="paragraph" w:styleId="TM2">
    <w:name w:val="toc 2"/>
    <w:basedOn w:val="Normal"/>
    <w:next w:val="Normal"/>
    <w:autoRedefine/>
    <w:rsid w:val="00367372"/>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rsid w:val="00367372"/>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pPr>
      <w:ind w:left="780"/>
    </w:pPr>
  </w:style>
  <w:style w:type="paragraph" w:styleId="TM5">
    <w:name w:val="toc 5"/>
    <w:basedOn w:val="Normal"/>
    <w:next w:val="Normal"/>
    <w:autoRedefine/>
    <w:semiHidden/>
    <w:pPr>
      <w:ind w:left="1040"/>
    </w:pPr>
  </w:style>
  <w:style w:type="paragraph" w:styleId="TM6">
    <w:name w:val="toc 6"/>
    <w:basedOn w:val="Normal"/>
    <w:next w:val="Normal"/>
    <w:autoRedefine/>
    <w:semiHidden/>
    <w:pPr>
      <w:ind w:left="1300"/>
    </w:pPr>
  </w:style>
  <w:style w:type="paragraph" w:styleId="TM7">
    <w:name w:val="toc 7"/>
    <w:basedOn w:val="Normal"/>
    <w:next w:val="Normal"/>
    <w:autoRedefine/>
    <w:semiHidden/>
    <w:pPr>
      <w:ind w:left="1560"/>
    </w:pPr>
  </w:style>
  <w:style w:type="paragraph" w:styleId="TM8">
    <w:name w:val="toc 8"/>
    <w:basedOn w:val="Normal"/>
    <w:next w:val="Normal"/>
    <w:autoRedefine/>
    <w:semiHidden/>
    <w:pPr>
      <w:ind w:left="1820"/>
    </w:pPr>
  </w:style>
  <w:style w:type="paragraph" w:styleId="TM9">
    <w:name w:val="toc 9"/>
    <w:basedOn w:val="Normal"/>
    <w:next w:val="Normal"/>
    <w:autoRedefine/>
    <w:semiHidden/>
    <w:pPr>
      <w:ind w:left="2080"/>
    </w:pPr>
  </w:style>
  <w:style w:type="character" w:styleId="Appelnotedebasdep">
    <w:name w:val="footnote reference"/>
    <w:qFormat/>
    <w:rsid w:val="00633842"/>
    <w:rPr>
      <w:rFonts w:ascii="Amasis30" w:hAnsi="Amasis30"/>
      <w:b/>
      <w:sz w:val="36"/>
      <w:vertAlign w:val="superscript"/>
    </w:rPr>
  </w:style>
  <w:style w:type="paragraph" w:styleId="Notedebasdepage">
    <w:name w:val="footnote text"/>
    <w:basedOn w:val="Taille-1Normal"/>
    <w:link w:val="NotedebasdepageCar"/>
    <w:qFormat/>
    <w:rsid w:val="006F6915"/>
    <w:rPr>
      <w:szCs w:val="30"/>
    </w:rPr>
  </w:style>
  <w:style w:type="paragraph" w:customStyle="1" w:styleId="Auteur">
    <w:name w:val="Auteur"/>
    <w:basedOn w:val="Normal"/>
    <w:rsid w:val="00A87C1E"/>
    <w:pPr>
      <w:spacing w:before="0" w:after="1800"/>
      <w:ind w:right="851" w:firstLine="0"/>
      <w:jc w:val="right"/>
    </w:pPr>
    <w:rPr>
      <w:sz w:val="48"/>
    </w:rPr>
  </w:style>
  <w:style w:type="paragraph" w:customStyle="1" w:styleId="Titrelivre">
    <w:name w:val="Titre_livre"/>
    <w:basedOn w:val="Normal"/>
    <w:rsid w:val="00A87C1E"/>
    <w:pPr>
      <w:spacing w:before="0" w:after="1200"/>
      <w:ind w:left="2268" w:right="851" w:firstLine="0"/>
      <w:jc w:val="right"/>
    </w:pPr>
    <w:rPr>
      <w:b/>
      <w:bCs/>
      <w:sz w:val="72"/>
    </w:rPr>
  </w:style>
  <w:style w:type="paragraph" w:customStyle="1" w:styleId="Soustitrelivre">
    <w:name w:val="Sous_titre_livre"/>
    <w:basedOn w:val="Normal"/>
    <w:rsid w:val="00A87C1E"/>
    <w:pPr>
      <w:spacing w:before="0" w:after="2160"/>
      <w:ind w:left="2268" w:right="851" w:firstLine="0"/>
      <w:jc w:val="right"/>
    </w:pPr>
    <w:rPr>
      <w:bCs/>
      <w:sz w:val="44"/>
      <w:szCs w:val="36"/>
    </w:rPr>
  </w:style>
  <w:style w:type="paragraph" w:customStyle="1" w:styleId="Photoauteur">
    <w:name w:val="Photo_auteur"/>
    <w:basedOn w:val="Normal"/>
    <w:rsid w:val="006F6915"/>
    <w:pPr>
      <w:spacing w:after="1080"/>
      <w:ind w:left="2268" w:firstLine="0"/>
      <w:jc w:val="center"/>
    </w:pPr>
    <w:rPr>
      <w:noProof/>
    </w:rPr>
  </w:style>
  <w:style w:type="paragraph" w:customStyle="1" w:styleId="DateSortie">
    <w:name w:val="Date_Sortie"/>
    <w:basedOn w:val="Normal"/>
    <w:rsid w:val="00A87C1E"/>
    <w:pPr>
      <w:spacing w:before="0" w:after="0"/>
      <w:ind w:right="1418" w:firstLine="0"/>
      <w:jc w:val="right"/>
    </w:pPr>
    <w:rPr>
      <w:bCs/>
      <w:sz w:val="40"/>
    </w:rPr>
  </w:style>
  <w:style w:type="paragraph" w:customStyle="1" w:styleId="Titretablematires">
    <w:name w:val="Titre table matières"/>
    <w:basedOn w:val="Normal"/>
    <w:rsid w:val="007C1C6B"/>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6F6915"/>
    <w:pPr>
      <w:ind w:firstLine="0"/>
      <w:jc w:val="center"/>
    </w:pPr>
    <w:rPr>
      <w:szCs w:val="20"/>
    </w:rPr>
  </w:style>
  <w:style w:type="paragraph" w:customStyle="1" w:styleId="NormalSansIndent">
    <w:name w:val="NormalSansIndent"/>
    <w:basedOn w:val="Normal"/>
    <w:rsid w:val="006F6915"/>
    <w:pPr>
      <w:ind w:firstLine="0"/>
    </w:pPr>
    <w:rPr>
      <w:szCs w:val="20"/>
    </w:rPr>
  </w:style>
  <w:style w:type="paragraph" w:customStyle="1" w:styleId="NormalSolidaire">
    <w:name w:val="NormalSolidaire"/>
    <w:basedOn w:val="Normal"/>
    <w:qFormat/>
    <w:rsid w:val="006F6915"/>
    <w:pPr>
      <w:keepNext/>
    </w:pPr>
  </w:style>
  <w:style w:type="paragraph" w:customStyle="1" w:styleId="NormalSautPageAvant">
    <w:name w:val="NormalSautPageAvant"/>
    <w:basedOn w:val="Normal"/>
    <w:qFormat/>
    <w:rsid w:val="006F6915"/>
    <w:pPr>
      <w:pageBreakBefore/>
    </w:pPr>
  </w:style>
  <w:style w:type="paragraph" w:customStyle="1" w:styleId="NormalEspAvtGrand">
    <w:name w:val="NormalEspAvtGrand"/>
    <w:basedOn w:val="Normal"/>
    <w:rsid w:val="006F6915"/>
    <w:pPr>
      <w:spacing w:before="2640"/>
    </w:pPr>
    <w:rPr>
      <w:szCs w:val="20"/>
    </w:rPr>
  </w:style>
  <w:style w:type="paragraph" w:customStyle="1" w:styleId="CentrEspAvt0">
    <w:name w:val="CentréEspAvt0"/>
    <w:basedOn w:val="Centr"/>
    <w:next w:val="CentrEspAvt0EspApr0"/>
    <w:rsid w:val="006F6915"/>
    <w:pPr>
      <w:spacing w:before="0"/>
    </w:pPr>
  </w:style>
  <w:style w:type="paragraph" w:customStyle="1" w:styleId="CentrEspApr0">
    <w:name w:val="CentréEspApr0"/>
    <w:basedOn w:val="Centr"/>
    <w:next w:val="Normal"/>
    <w:rsid w:val="006F6915"/>
    <w:pPr>
      <w:spacing w:after="0"/>
    </w:pPr>
  </w:style>
  <w:style w:type="paragraph" w:customStyle="1" w:styleId="CentrEspAvt0EspApr0">
    <w:name w:val="CentréEspAvt0EspApr0"/>
    <w:basedOn w:val="Centr"/>
    <w:rsid w:val="006F6915"/>
    <w:pPr>
      <w:spacing w:before="0" w:after="0"/>
    </w:pPr>
  </w:style>
  <w:style w:type="paragraph" w:customStyle="1" w:styleId="Droite">
    <w:name w:val="Droite"/>
    <w:basedOn w:val="Normal"/>
    <w:next w:val="Normal"/>
    <w:link w:val="DroiteCar"/>
    <w:rsid w:val="006F6915"/>
    <w:pPr>
      <w:ind w:firstLine="0"/>
      <w:jc w:val="right"/>
    </w:pPr>
    <w:rPr>
      <w:szCs w:val="20"/>
    </w:rPr>
  </w:style>
  <w:style w:type="paragraph" w:customStyle="1" w:styleId="DroiteRetraitGauche1X">
    <w:name w:val="DroiteRetraitGauche1X"/>
    <w:basedOn w:val="Droite"/>
    <w:next w:val="Normal"/>
    <w:rsid w:val="006F6915"/>
    <w:pPr>
      <w:ind w:left="680"/>
    </w:pPr>
  </w:style>
  <w:style w:type="paragraph" w:customStyle="1" w:styleId="DroiteRetraitGauche2X">
    <w:name w:val="DroiteRetraitGauche2X"/>
    <w:basedOn w:val="Droite"/>
    <w:next w:val="Normal"/>
    <w:rsid w:val="006F6915"/>
    <w:pPr>
      <w:ind w:left="1361"/>
    </w:pPr>
  </w:style>
  <w:style w:type="paragraph" w:customStyle="1" w:styleId="DroiteRetraitGauche3X">
    <w:name w:val="DroiteRetraitGauche3X"/>
    <w:basedOn w:val="Droite"/>
    <w:next w:val="Normal"/>
    <w:rsid w:val="006F6915"/>
    <w:pPr>
      <w:ind w:left="2041"/>
    </w:pPr>
  </w:style>
  <w:style w:type="paragraph" w:customStyle="1" w:styleId="DroiteRetraitGauche4X">
    <w:name w:val="DroiteRetraitGauche4X"/>
    <w:basedOn w:val="Droite"/>
    <w:next w:val="Normal"/>
    <w:rsid w:val="006F6915"/>
    <w:pPr>
      <w:ind w:left="2722"/>
    </w:pPr>
  </w:style>
  <w:style w:type="paragraph" w:customStyle="1" w:styleId="Taille-1Normal">
    <w:name w:val="Taille-1Normal"/>
    <w:basedOn w:val="Normal"/>
    <w:rsid w:val="00ED5349"/>
    <w:rPr>
      <w:sz w:val="32"/>
      <w:szCs w:val="28"/>
    </w:rPr>
  </w:style>
  <w:style w:type="paragraph" w:customStyle="1" w:styleId="Taille-1RetraitGauche1X">
    <w:name w:val="Taille-1RetraitGauche1X"/>
    <w:basedOn w:val="Taille-1Normal"/>
    <w:rsid w:val="006F6915"/>
    <w:pPr>
      <w:ind w:left="680"/>
    </w:pPr>
    <w:rPr>
      <w:szCs w:val="20"/>
    </w:rPr>
  </w:style>
  <w:style w:type="paragraph" w:customStyle="1" w:styleId="Taille-1RetraitGauche2X">
    <w:name w:val="Taille-1RetraitGauche2X"/>
    <w:basedOn w:val="Taille-1Normal"/>
    <w:rsid w:val="006F6915"/>
    <w:pPr>
      <w:ind w:left="1361"/>
    </w:pPr>
    <w:rPr>
      <w:szCs w:val="20"/>
    </w:rPr>
  </w:style>
  <w:style w:type="paragraph" w:customStyle="1" w:styleId="Taille-1RetraitGauche3X">
    <w:name w:val="Taille-1RetraitGauche3X"/>
    <w:basedOn w:val="Taille-1Normal"/>
    <w:rsid w:val="006F6915"/>
    <w:pPr>
      <w:ind w:left="2041"/>
    </w:pPr>
    <w:rPr>
      <w:szCs w:val="20"/>
    </w:rPr>
  </w:style>
  <w:style w:type="paragraph" w:customStyle="1" w:styleId="Taille-1RetraitGauche1XIndent0">
    <w:name w:val="Taille-1RetraitGauche1XIndent0"/>
    <w:basedOn w:val="Taille-1RetraitGauche1X"/>
    <w:rsid w:val="006F6915"/>
    <w:pPr>
      <w:ind w:firstLine="0"/>
    </w:pPr>
  </w:style>
  <w:style w:type="paragraph" w:customStyle="1" w:styleId="Taille-1RetraitGauche2XIndent0">
    <w:name w:val="Taille-1RetraitGauche2XIndent0"/>
    <w:basedOn w:val="Taille-1RetraitGauche2X"/>
    <w:rsid w:val="006F6915"/>
    <w:pPr>
      <w:ind w:firstLine="0"/>
    </w:pPr>
  </w:style>
  <w:style w:type="paragraph" w:customStyle="1" w:styleId="Taille-1RetraitGauche3XIndent0">
    <w:name w:val="Taille-1RetraitGauche3XIndent0"/>
    <w:basedOn w:val="Taille-1RetraitGauche3X"/>
    <w:rsid w:val="006F6915"/>
    <w:pPr>
      <w:ind w:firstLine="0"/>
    </w:pPr>
  </w:style>
  <w:style w:type="paragraph" w:customStyle="1" w:styleId="Taille-1RetraitGauche4XIndent0">
    <w:name w:val="Taille-1RetraitGauche4XIndent0"/>
    <w:basedOn w:val="Taille-1Normal"/>
    <w:rsid w:val="006F6915"/>
    <w:pPr>
      <w:ind w:left="2722" w:firstLine="0"/>
    </w:pPr>
    <w:rPr>
      <w:szCs w:val="20"/>
    </w:rPr>
  </w:style>
  <w:style w:type="paragraph" w:customStyle="1" w:styleId="NormalRetraitGauche1X">
    <w:name w:val="NormalRetraitGauche1X"/>
    <w:basedOn w:val="Normal"/>
    <w:rsid w:val="006F6915"/>
    <w:pPr>
      <w:ind w:left="680"/>
    </w:pPr>
    <w:rPr>
      <w:szCs w:val="20"/>
    </w:rPr>
  </w:style>
  <w:style w:type="paragraph" w:customStyle="1" w:styleId="NormalRetraitGauche2X">
    <w:name w:val="NormalRetraitGauche2X"/>
    <w:basedOn w:val="Normal"/>
    <w:rsid w:val="006F6915"/>
    <w:pPr>
      <w:ind w:left="1361"/>
    </w:pPr>
    <w:rPr>
      <w:szCs w:val="20"/>
    </w:rPr>
  </w:style>
  <w:style w:type="paragraph" w:customStyle="1" w:styleId="NormalRetraitGauche3X">
    <w:name w:val="NormalRetraitGauche3X"/>
    <w:basedOn w:val="Normal"/>
    <w:rsid w:val="006F6915"/>
    <w:pPr>
      <w:ind w:left="2041"/>
    </w:pPr>
    <w:rPr>
      <w:szCs w:val="20"/>
    </w:rPr>
  </w:style>
  <w:style w:type="paragraph" w:customStyle="1" w:styleId="NormalRetraitGauche1XIndent0">
    <w:name w:val="NormalRetraitGauche1XIndent0"/>
    <w:basedOn w:val="NormalRetraitGauche1X"/>
    <w:rsid w:val="006F6915"/>
    <w:pPr>
      <w:ind w:firstLine="0"/>
    </w:pPr>
  </w:style>
  <w:style w:type="paragraph" w:customStyle="1" w:styleId="NormalRetraitGauche2XIndent0">
    <w:name w:val="NormalRetraitGauche2XIndent0"/>
    <w:basedOn w:val="NormalRetraitGauche2X"/>
    <w:rsid w:val="006F6915"/>
    <w:pPr>
      <w:ind w:firstLine="0"/>
    </w:pPr>
  </w:style>
  <w:style w:type="paragraph" w:customStyle="1" w:styleId="NormalRetraitGauche3XIndent0">
    <w:name w:val="NormalRetraitGauche3XIndent0"/>
    <w:basedOn w:val="NormalRetraitGauche3X"/>
    <w:rsid w:val="006F6915"/>
    <w:pPr>
      <w:ind w:firstLine="0"/>
    </w:pPr>
  </w:style>
  <w:style w:type="paragraph" w:customStyle="1" w:styleId="NormalRetraitGauche4XIndent0">
    <w:name w:val="NormalRetraitGauche4XIndent0"/>
    <w:basedOn w:val="Normal"/>
    <w:rsid w:val="006F6915"/>
    <w:pPr>
      <w:ind w:left="2722" w:firstLine="0"/>
    </w:pPr>
    <w:rPr>
      <w:szCs w:val="20"/>
    </w:rPr>
  </w:style>
  <w:style w:type="paragraph" w:styleId="Notedefin">
    <w:name w:val="endnote text"/>
    <w:basedOn w:val="Taille-1Normal"/>
    <w:link w:val="NotedefinCar"/>
    <w:semiHidden/>
    <w:unhideWhenUsed/>
    <w:qFormat/>
    <w:rsid w:val="00B909AE"/>
    <w:rPr>
      <w:szCs w:val="20"/>
      <w:lang w:val="x-none" w:eastAsia="x-none"/>
    </w:rPr>
  </w:style>
  <w:style w:type="character" w:customStyle="1" w:styleId="NotedefinCar">
    <w:name w:val="Note de fin Car"/>
    <w:link w:val="Notedefin"/>
    <w:semiHidden/>
    <w:rsid w:val="005C4D38"/>
    <w:rPr>
      <w:rFonts w:ascii="Georgia" w:hAnsi="Georgia"/>
      <w:sz w:val="28"/>
    </w:rPr>
  </w:style>
  <w:style w:type="character" w:styleId="Appeldenotedefin">
    <w:name w:val="endnote reference"/>
    <w:unhideWhenUsed/>
    <w:qFormat/>
    <w:rsid w:val="00ED5349"/>
    <w:rPr>
      <w:rFonts w:ascii="Amasis30" w:hAnsi="Amasis30"/>
      <w:b/>
      <w:sz w:val="36"/>
      <w:vertAlign w:val="superscript"/>
    </w:rPr>
  </w:style>
  <w:style w:type="paragraph" w:customStyle="1" w:styleId="NormalSuspendu1X">
    <w:name w:val="NormalSuspendu1X"/>
    <w:basedOn w:val="Normal"/>
    <w:rsid w:val="006F6915"/>
    <w:pPr>
      <w:ind w:left="680" w:hanging="680"/>
    </w:pPr>
    <w:rPr>
      <w:szCs w:val="20"/>
    </w:rPr>
  </w:style>
  <w:style w:type="paragraph" w:customStyle="1" w:styleId="NormalSuspendu1XRetrait1X">
    <w:name w:val="NormalSuspendu1XRetrait1X"/>
    <w:basedOn w:val="Normal"/>
    <w:rsid w:val="006F6915"/>
    <w:pPr>
      <w:ind w:left="1360" w:hanging="680"/>
    </w:pPr>
  </w:style>
  <w:style w:type="paragraph" w:customStyle="1" w:styleId="NormalEspAvt0EspApr0">
    <w:name w:val="NormalEspAvt0EspApr0"/>
    <w:basedOn w:val="Normal"/>
    <w:rsid w:val="006F6915"/>
    <w:pPr>
      <w:spacing w:before="0" w:after="0"/>
    </w:pPr>
    <w:rPr>
      <w:szCs w:val="20"/>
    </w:rPr>
  </w:style>
  <w:style w:type="paragraph" w:customStyle="1" w:styleId="NormalSuspendu1XRetrait2X">
    <w:name w:val="NormalSuspendu1XRetrait2X"/>
    <w:basedOn w:val="Normal"/>
    <w:rsid w:val="006F6915"/>
    <w:pPr>
      <w:ind w:left="2041" w:hanging="680"/>
    </w:pPr>
  </w:style>
  <w:style w:type="paragraph" w:customStyle="1" w:styleId="NormalSuspendu1XRetrait3X">
    <w:name w:val="NormalSuspendu1XRetrait3X"/>
    <w:basedOn w:val="Normal"/>
    <w:rsid w:val="006F6915"/>
    <w:pPr>
      <w:ind w:left="2721" w:hanging="680"/>
    </w:pPr>
    <w:rPr>
      <w:szCs w:val="20"/>
    </w:rPr>
  </w:style>
  <w:style w:type="paragraph" w:customStyle="1" w:styleId="NormalSuspendu1XRetrait4X">
    <w:name w:val="NormalSuspendu1XRetrait4X"/>
    <w:basedOn w:val="Normal"/>
    <w:rsid w:val="006F6915"/>
    <w:pPr>
      <w:ind w:left="3402" w:hanging="680"/>
    </w:pPr>
    <w:rPr>
      <w:szCs w:val="20"/>
    </w:rPr>
  </w:style>
  <w:style w:type="character" w:customStyle="1" w:styleId="Taille-1Caracteres">
    <w:name w:val="Taille-1Caracteres"/>
    <w:qFormat/>
    <w:rsid w:val="00ED5349"/>
    <w:rPr>
      <w:sz w:val="32"/>
      <w:szCs w:val="20"/>
    </w:rPr>
  </w:style>
  <w:style w:type="paragraph" w:customStyle="1" w:styleId="Etoile">
    <w:name w:val="Etoile"/>
    <w:basedOn w:val="Normal"/>
    <w:qFormat/>
    <w:rsid w:val="00B52E2F"/>
    <w:pPr>
      <w:ind w:firstLine="0"/>
      <w:jc w:val="center"/>
    </w:pPr>
    <w:rPr>
      <w:b/>
      <w:sz w:val="40"/>
      <w:szCs w:val="28"/>
    </w:rPr>
  </w:style>
  <w:style w:type="paragraph" w:customStyle="1" w:styleId="Taille-1Suspendu1XRetrait1XEsp0">
    <w:name w:val="Taille-1Suspendu1XRetrait1XEsp0"/>
    <w:basedOn w:val="Taille-1RetraitGauche1X"/>
    <w:qFormat/>
    <w:rsid w:val="006F6915"/>
    <w:pPr>
      <w:spacing w:before="0" w:after="0"/>
      <w:ind w:left="1360" w:hanging="680"/>
    </w:pPr>
  </w:style>
  <w:style w:type="character" w:styleId="Mentionnonrsolue">
    <w:name w:val="Unresolved Mention"/>
    <w:uiPriority w:val="99"/>
    <w:semiHidden/>
    <w:unhideWhenUsed/>
    <w:rsid w:val="00EE0BEA"/>
    <w:rPr>
      <w:color w:val="605E5C"/>
      <w:shd w:val="clear" w:color="auto" w:fill="E1DFDD"/>
    </w:rPr>
  </w:style>
  <w:style w:type="paragraph" w:customStyle="1" w:styleId="Taille-1Suspendu1XRetrait2XEsp0">
    <w:name w:val="Taille-1Suspendu1XRetrait2XEsp0"/>
    <w:basedOn w:val="Taille-1RetraitGauche2X"/>
    <w:qFormat/>
    <w:rsid w:val="006F6915"/>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6F6915"/>
    <w:pPr>
      <w:spacing w:before="0" w:after="0"/>
    </w:pPr>
  </w:style>
  <w:style w:type="paragraph" w:customStyle="1" w:styleId="NormalSuspendu1XEsp0">
    <w:name w:val="NormalSuspendu1XEsp0"/>
    <w:basedOn w:val="NormalSuspendu1X"/>
    <w:qFormat/>
    <w:rsid w:val="006F6915"/>
    <w:pPr>
      <w:spacing w:before="0" w:after="0"/>
    </w:pPr>
  </w:style>
  <w:style w:type="paragraph" w:customStyle="1" w:styleId="NormalSuspendu1XRetrait2XEsp0">
    <w:name w:val="NormalSuspendu1XRetrait2XEsp0"/>
    <w:basedOn w:val="NormalSuspendu1XRetrait2X"/>
    <w:qFormat/>
    <w:rsid w:val="006F6915"/>
    <w:pPr>
      <w:spacing w:before="0" w:after="0"/>
    </w:pPr>
  </w:style>
  <w:style w:type="paragraph" w:customStyle="1" w:styleId="ParagrapheVideNormal">
    <w:name w:val="ParagrapheVideNormal"/>
    <w:basedOn w:val="Normal"/>
    <w:next w:val="Normal"/>
    <w:qFormat/>
    <w:rsid w:val="006F6915"/>
  </w:style>
  <w:style w:type="paragraph" w:customStyle="1" w:styleId="ParagrapheVideNormal2">
    <w:name w:val="ParagrapheVideNormal2"/>
    <w:basedOn w:val="ParagrapheVideNormal"/>
    <w:next w:val="Normal"/>
    <w:qFormat/>
    <w:rsid w:val="006F6915"/>
  </w:style>
  <w:style w:type="paragraph" w:customStyle="1" w:styleId="Image">
    <w:name w:val="Image"/>
    <w:basedOn w:val="Centr"/>
    <w:next w:val="Normal"/>
    <w:qFormat/>
    <w:rsid w:val="006F6915"/>
  </w:style>
  <w:style w:type="character" w:customStyle="1" w:styleId="Titre4Car">
    <w:name w:val="Titre 4 Car"/>
    <w:link w:val="Titre4"/>
    <w:rsid w:val="004F1596"/>
    <w:rPr>
      <w:b/>
      <w:bCs/>
      <w:sz w:val="32"/>
      <w:szCs w:val="24"/>
      <w:lang w:val="fr-BE" w:eastAsia="fr-BE"/>
    </w:rPr>
  </w:style>
  <w:style w:type="character" w:customStyle="1" w:styleId="Titre1Car">
    <w:name w:val="Titre 1 Car"/>
    <w:link w:val="Titre1"/>
    <w:uiPriority w:val="9"/>
    <w:rsid w:val="004F1596"/>
    <w:rPr>
      <w:rFonts w:ascii="Amasis30" w:hAnsi="Amasis30" w:cs="Arial"/>
      <w:b/>
      <w:bCs/>
      <w:sz w:val="48"/>
      <w:szCs w:val="44"/>
    </w:rPr>
  </w:style>
  <w:style w:type="character" w:customStyle="1" w:styleId="Titre2Car">
    <w:name w:val="Titre 2 Car"/>
    <w:link w:val="Titre2"/>
    <w:uiPriority w:val="9"/>
    <w:rsid w:val="004F1596"/>
    <w:rPr>
      <w:rFonts w:ascii="Amasis30" w:hAnsi="Amasis30" w:cs="Arial"/>
      <w:b/>
      <w:bCs/>
      <w:iCs/>
      <w:sz w:val="44"/>
      <w:szCs w:val="40"/>
    </w:rPr>
  </w:style>
  <w:style w:type="character" w:customStyle="1" w:styleId="Titre3Car">
    <w:name w:val="Titre 3 Car"/>
    <w:link w:val="Titre3"/>
    <w:rsid w:val="004F1596"/>
    <w:rPr>
      <w:rFonts w:ascii="Amasis30" w:hAnsi="Amasis30" w:cs="Arial"/>
      <w:b/>
      <w:bCs/>
      <w:sz w:val="40"/>
      <w:szCs w:val="36"/>
    </w:rPr>
  </w:style>
  <w:style w:type="character" w:customStyle="1" w:styleId="ExplorateurdedocumentsCar">
    <w:name w:val="Explorateur de documents Car"/>
    <w:link w:val="Explorateurdedocuments"/>
    <w:semiHidden/>
    <w:rsid w:val="004F1596"/>
    <w:rPr>
      <w:rFonts w:ascii="Tahoma" w:hAnsi="Tahoma" w:cs="Tahoma"/>
      <w:sz w:val="36"/>
      <w:szCs w:val="24"/>
      <w:shd w:val="clear" w:color="auto" w:fill="000080"/>
    </w:rPr>
  </w:style>
  <w:style w:type="character" w:customStyle="1" w:styleId="En-tteCar">
    <w:name w:val="En-tête Car"/>
    <w:link w:val="En-tte"/>
    <w:rsid w:val="004F1596"/>
    <w:rPr>
      <w:rFonts w:ascii="Amasis30" w:hAnsi="Amasis30"/>
      <w:sz w:val="36"/>
      <w:szCs w:val="24"/>
    </w:rPr>
  </w:style>
  <w:style w:type="character" w:customStyle="1" w:styleId="PieddepageCar">
    <w:name w:val="Pied de page Car"/>
    <w:link w:val="Pieddepage"/>
    <w:rsid w:val="004F1596"/>
    <w:rPr>
      <w:rFonts w:ascii="Amasis30" w:hAnsi="Amasis30"/>
      <w:sz w:val="32"/>
      <w:szCs w:val="24"/>
    </w:rPr>
  </w:style>
  <w:style w:type="paragraph" w:customStyle="1" w:styleId="Sautdepage-avant">
    <w:name w:val="Saut_de_page-avant"/>
    <w:basedOn w:val="Normal"/>
    <w:qFormat/>
    <w:rsid w:val="004F1596"/>
    <w:pPr>
      <w:pageBreakBefore/>
      <w:spacing w:before="720" w:after="120"/>
      <w:ind w:firstLine="709"/>
    </w:pPr>
    <w:rPr>
      <w:rFonts w:ascii="Times New Roman" w:hAnsi="Times New Roman"/>
      <w:sz w:val="32"/>
      <w:lang w:val="fr-BE" w:eastAsia="fr-BE"/>
    </w:rPr>
  </w:style>
  <w:style w:type="character" w:customStyle="1" w:styleId="NotedebasdepageCar">
    <w:name w:val="Note de bas de page Car"/>
    <w:link w:val="Notedebasdepage"/>
    <w:rsid w:val="004F1596"/>
    <w:rPr>
      <w:rFonts w:ascii="Amasis30" w:hAnsi="Amasis30"/>
      <w:sz w:val="32"/>
      <w:szCs w:val="30"/>
    </w:rPr>
  </w:style>
  <w:style w:type="character" w:customStyle="1" w:styleId="DroiteCar">
    <w:name w:val="Droite Car"/>
    <w:link w:val="Droite"/>
    <w:rsid w:val="004F1596"/>
    <w:rPr>
      <w:rFonts w:ascii="Amasis30" w:hAnsi="Amasis30"/>
      <w:sz w:val="36"/>
    </w:rPr>
  </w:style>
  <w:style w:type="character" w:styleId="Marquedecommentaire">
    <w:name w:val="annotation reference"/>
    <w:semiHidden/>
    <w:rsid w:val="004F1596"/>
    <w:rPr>
      <w:sz w:val="16"/>
      <w:szCs w:val="16"/>
    </w:rPr>
  </w:style>
  <w:style w:type="paragraph" w:styleId="Commentaire">
    <w:name w:val="annotation text"/>
    <w:basedOn w:val="Normal"/>
    <w:link w:val="CommentaireCar"/>
    <w:semiHidden/>
    <w:rsid w:val="004F1596"/>
    <w:pPr>
      <w:spacing w:before="0" w:after="120"/>
      <w:ind w:firstLine="709"/>
    </w:pPr>
    <w:rPr>
      <w:rFonts w:ascii="Times New Roman" w:hAnsi="Times New Roman"/>
      <w:sz w:val="20"/>
      <w:szCs w:val="20"/>
      <w:lang w:val="fr-BE" w:eastAsia="fr-BE"/>
    </w:rPr>
  </w:style>
  <w:style w:type="character" w:customStyle="1" w:styleId="CommentaireCar">
    <w:name w:val="Commentaire Car"/>
    <w:link w:val="Commentaire"/>
    <w:semiHidden/>
    <w:rsid w:val="004F1596"/>
    <w:rPr>
      <w:lang w:val="fr-BE" w:eastAsia="fr-BE"/>
    </w:rPr>
  </w:style>
  <w:style w:type="paragraph" w:styleId="Objetducommentaire">
    <w:name w:val="annotation subject"/>
    <w:basedOn w:val="Commentaire"/>
    <w:next w:val="Commentaire"/>
    <w:link w:val="ObjetducommentaireCar"/>
    <w:semiHidden/>
    <w:rsid w:val="004F1596"/>
    <w:rPr>
      <w:b/>
      <w:bCs/>
    </w:rPr>
  </w:style>
  <w:style w:type="character" w:customStyle="1" w:styleId="ObjetducommentaireCar">
    <w:name w:val="Objet du commentaire Car"/>
    <w:link w:val="Objetducommentaire"/>
    <w:semiHidden/>
    <w:rsid w:val="004F1596"/>
    <w:rPr>
      <w:b/>
      <w:bCs/>
      <w:lang w:val="fr-BE" w:eastAsia="fr-BE"/>
    </w:rPr>
  </w:style>
  <w:style w:type="paragraph" w:styleId="Textedebulles">
    <w:name w:val="Balloon Text"/>
    <w:basedOn w:val="Normal"/>
    <w:link w:val="TextedebullesCar"/>
    <w:uiPriority w:val="99"/>
    <w:semiHidden/>
    <w:rsid w:val="004F1596"/>
    <w:pPr>
      <w:spacing w:before="0" w:after="120"/>
      <w:ind w:firstLine="709"/>
    </w:pPr>
    <w:rPr>
      <w:rFonts w:ascii="Tahoma" w:hAnsi="Tahoma" w:cs="Tahoma"/>
      <w:sz w:val="16"/>
      <w:szCs w:val="16"/>
      <w:lang w:val="fr-BE" w:eastAsia="fr-BE"/>
    </w:rPr>
  </w:style>
  <w:style w:type="character" w:customStyle="1" w:styleId="TextedebullesCar">
    <w:name w:val="Texte de bulles Car"/>
    <w:link w:val="Textedebulles"/>
    <w:uiPriority w:val="99"/>
    <w:semiHidden/>
    <w:rsid w:val="004F1596"/>
    <w:rPr>
      <w:rFonts w:ascii="Tahoma" w:hAnsi="Tahoma" w:cs="Tahoma"/>
      <w:sz w:val="16"/>
      <w:szCs w:val="16"/>
      <w:lang w:val="fr-BE" w:eastAsia="fr-BE"/>
    </w:rPr>
  </w:style>
  <w:style w:type="paragraph" w:customStyle="1" w:styleId="Vers">
    <w:name w:val="Vers"/>
    <w:basedOn w:val="Normal"/>
    <w:qFormat/>
    <w:rsid w:val="004F1596"/>
    <w:pPr>
      <w:spacing w:before="0" w:after="0"/>
      <w:ind w:left="1020" w:hanging="340"/>
    </w:pPr>
    <w:rPr>
      <w:rFonts w:ascii="Times New Roman" w:hAnsi="Times New Roman"/>
      <w:i/>
      <w:sz w:val="32"/>
      <w:lang w:val="fr-BE" w:eastAsia="fr-BE"/>
    </w:rPr>
  </w:style>
  <w:style w:type="character" w:customStyle="1" w:styleId="font101">
    <w:name w:val="font101"/>
    <w:rsid w:val="004F1596"/>
    <w:rPr>
      <w:rFonts w:ascii="Georgia" w:hAnsi="Georgia" w:hint="default"/>
      <w:sz w:val="62"/>
      <w:szCs w:val="62"/>
    </w:rPr>
  </w:style>
  <w:style w:type="character" w:customStyle="1" w:styleId="font01">
    <w:name w:val="font01"/>
    <w:rsid w:val="004F1596"/>
    <w:rPr>
      <w:rFonts w:ascii="Georgia" w:hAnsi="Georgia" w:hint="default"/>
      <w:sz w:val="14"/>
      <w:szCs w:val="14"/>
    </w:rPr>
  </w:style>
  <w:style w:type="character" w:customStyle="1" w:styleId="font41">
    <w:name w:val="font41"/>
    <w:rsid w:val="004F1596"/>
    <w:rPr>
      <w:rFonts w:ascii="Georgia" w:hAnsi="Georgia" w:hint="default"/>
      <w:sz w:val="22"/>
      <w:szCs w:val="22"/>
    </w:rPr>
  </w:style>
  <w:style w:type="character" w:customStyle="1" w:styleId="font61">
    <w:name w:val="font61"/>
    <w:rsid w:val="004F1596"/>
    <w:rPr>
      <w:rFonts w:ascii="Georgia" w:hAnsi="Georgia" w:hint="default"/>
      <w:sz w:val="28"/>
      <w:szCs w:val="28"/>
    </w:rPr>
  </w:style>
  <w:style w:type="character" w:customStyle="1" w:styleId="font71">
    <w:name w:val="font71"/>
    <w:rsid w:val="004F1596"/>
    <w:rPr>
      <w:rFonts w:ascii="Georgia" w:hAnsi="Georgia" w:hint="default"/>
      <w:sz w:val="30"/>
      <w:szCs w:val="30"/>
    </w:rPr>
  </w:style>
  <w:style w:type="paragraph" w:styleId="Rvision">
    <w:name w:val="Revision"/>
    <w:hidden/>
    <w:uiPriority w:val="99"/>
    <w:semiHidden/>
    <w:rsid w:val="004572A7"/>
    <w:rPr>
      <w:rFonts w:ascii="Amasis30" w:hAnsi="Amasis30"/>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01AB7-6715-441B-ACC9-F1159F123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4</TotalTime>
  <Pages>1</Pages>
  <Words>32170</Words>
  <Characters>176938</Characters>
  <Application>Microsoft Office Word</Application>
  <DocSecurity>0</DocSecurity>
  <Lines>1474</Lines>
  <Paragraphs>417</Paragraphs>
  <ScaleCrop>false</ScaleCrop>
  <HeadingPairs>
    <vt:vector size="2" baseType="variant">
      <vt:variant>
        <vt:lpstr>Titre</vt:lpstr>
      </vt:variant>
      <vt:variant>
        <vt:i4>1</vt:i4>
      </vt:variant>
    </vt:vector>
  </HeadingPairs>
  <TitlesOfParts>
    <vt:vector size="1" baseType="lpstr">
      <vt:lpstr>La Lumière bleue</vt:lpstr>
    </vt:vector>
  </TitlesOfParts>
  <Company>Ebooks libres et gratuits</Company>
  <LinksUpToDate>false</LinksUpToDate>
  <CharactersWithSpaces>208691</CharactersWithSpaces>
  <SharedDoc>false</SharedDoc>
  <HLinks>
    <vt:vector size="72" baseType="variant">
      <vt:variant>
        <vt:i4>2359399</vt:i4>
      </vt:variant>
      <vt:variant>
        <vt:i4>66</vt:i4>
      </vt:variant>
      <vt:variant>
        <vt:i4>0</vt:i4>
      </vt:variant>
      <vt:variant>
        <vt:i4>5</vt:i4>
      </vt:variant>
      <vt:variant>
        <vt:lpwstr>https://www.ebooksgratuits.com/</vt:lpwstr>
      </vt:variant>
      <vt:variant>
        <vt:lpwstr/>
      </vt:variant>
      <vt:variant>
        <vt:i4>2228340</vt:i4>
      </vt:variant>
      <vt:variant>
        <vt:i4>63</vt:i4>
      </vt:variant>
      <vt:variant>
        <vt:i4>0</vt:i4>
      </vt:variant>
      <vt:variant>
        <vt:i4>5</vt:i4>
      </vt:variant>
      <vt:variant>
        <vt:lpwstr>https://groups.google.com/g/ebooksgratuits</vt:lpwstr>
      </vt:variant>
      <vt:variant>
        <vt:lpwstr/>
      </vt:variant>
      <vt:variant>
        <vt:i4>1572925</vt:i4>
      </vt:variant>
      <vt:variant>
        <vt:i4>56</vt:i4>
      </vt:variant>
      <vt:variant>
        <vt:i4>0</vt:i4>
      </vt:variant>
      <vt:variant>
        <vt:i4>5</vt:i4>
      </vt:variant>
      <vt:variant>
        <vt:lpwstr/>
      </vt:variant>
      <vt:variant>
        <vt:lpwstr>_Toc196387220</vt:lpwstr>
      </vt:variant>
      <vt:variant>
        <vt:i4>1769533</vt:i4>
      </vt:variant>
      <vt:variant>
        <vt:i4>50</vt:i4>
      </vt:variant>
      <vt:variant>
        <vt:i4>0</vt:i4>
      </vt:variant>
      <vt:variant>
        <vt:i4>5</vt:i4>
      </vt:variant>
      <vt:variant>
        <vt:lpwstr/>
      </vt:variant>
      <vt:variant>
        <vt:lpwstr>_Toc196387219</vt:lpwstr>
      </vt:variant>
      <vt:variant>
        <vt:i4>1769533</vt:i4>
      </vt:variant>
      <vt:variant>
        <vt:i4>44</vt:i4>
      </vt:variant>
      <vt:variant>
        <vt:i4>0</vt:i4>
      </vt:variant>
      <vt:variant>
        <vt:i4>5</vt:i4>
      </vt:variant>
      <vt:variant>
        <vt:lpwstr/>
      </vt:variant>
      <vt:variant>
        <vt:lpwstr>_Toc196387218</vt:lpwstr>
      </vt:variant>
      <vt:variant>
        <vt:i4>1769533</vt:i4>
      </vt:variant>
      <vt:variant>
        <vt:i4>38</vt:i4>
      </vt:variant>
      <vt:variant>
        <vt:i4>0</vt:i4>
      </vt:variant>
      <vt:variant>
        <vt:i4>5</vt:i4>
      </vt:variant>
      <vt:variant>
        <vt:lpwstr/>
      </vt:variant>
      <vt:variant>
        <vt:lpwstr>_Toc196387217</vt:lpwstr>
      </vt:variant>
      <vt:variant>
        <vt:i4>1769533</vt:i4>
      </vt:variant>
      <vt:variant>
        <vt:i4>32</vt:i4>
      </vt:variant>
      <vt:variant>
        <vt:i4>0</vt:i4>
      </vt:variant>
      <vt:variant>
        <vt:i4>5</vt:i4>
      </vt:variant>
      <vt:variant>
        <vt:lpwstr/>
      </vt:variant>
      <vt:variant>
        <vt:lpwstr>_Toc196387216</vt:lpwstr>
      </vt:variant>
      <vt:variant>
        <vt:i4>1769533</vt:i4>
      </vt:variant>
      <vt:variant>
        <vt:i4>26</vt:i4>
      </vt:variant>
      <vt:variant>
        <vt:i4>0</vt:i4>
      </vt:variant>
      <vt:variant>
        <vt:i4>5</vt:i4>
      </vt:variant>
      <vt:variant>
        <vt:lpwstr/>
      </vt:variant>
      <vt:variant>
        <vt:lpwstr>_Toc196387215</vt:lpwstr>
      </vt:variant>
      <vt:variant>
        <vt:i4>1769533</vt:i4>
      </vt:variant>
      <vt:variant>
        <vt:i4>20</vt:i4>
      </vt:variant>
      <vt:variant>
        <vt:i4>0</vt:i4>
      </vt:variant>
      <vt:variant>
        <vt:i4>5</vt:i4>
      </vt:variant>
      <vt:variant>
        <vt:lpwstr/>
      </vt:variant>
      <vt:variant>
        <vt:lpwstr>_Toc196387214</vt:lpwstr>
      </vt:variant>
      <vt:variant>
        <vt:i4>1769533</vt:i4>
      </vt:variant>
      <vt:variant>
        <vt:i4>14</vt:i4>
      </vt:variant>
      <vt:variant>
        <vt:i4>0</vt:i4>
      </vt:variant>
      <vt:variant>
        <vt:i4>5</vt:i4>
      </vt:variant>
      <vt:variant>
        <vt:lpwstr/>
      </vt:variant>
      <vt:variant>
        <vt:lpwstr>_Toc196387213</vt:lpwstr>
      </vt:variant>
      <vt:variant>
        <vt:i4>1769533</vt:i4>
      </vt:variant>
      <vt:variant>
        <vt:i4>8</vt:i4>
      </vt:variant>
      <vt:variant>
        <vt:i4>0</vt:i4>
      </vt:variant>
      <vt:variant>
        <vt:i4>5</vt:i4>
      </vt:variant>
      <vt:variant>
        <vt:lpwstr/>
      </vt:variant>
      <vt:variant>
        <vt:lpwstr>_Toc196387212</vt:lpwstr>
      </vt:variant>
      <vt:variant>
        <vt:i4>1769533</vt:i4>
      </vt:variant>
      <vt:variant>
        <vt:i4>2</vt:i4>
      </vt:variant>
      <vt:variant>
        <vt:i4>0</vt:i4>
      </vt:variant>
      <vt:variant>
        <vt:i4>5</vt:i4>
      </vt:variant>
      <vt:variant>
        <vt:lpwstr/>
      </vt:variant>
      <vt:variant>
        <vt:lpwstr>_Toc196387211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Lumière bleue</dc:title>
  <dc:subject>Romans Policier &amp; Mystère</dc:subject>
  <dc:creator>Paul Féval fils</dc:creator>
  <cp:keywords/>
  <dc:description>Roman d’atmosphère mystérieuse et captivante, mêlant enquête, intuition et phénomènes étranges.
Le narrateur, Georges, est un jeune homme dont le père, commerçant établi à Biarritz, souhaite qu’il suive ses traces dans les affaires. Bien que diplômé en droit, Georges accepte ce destin par respect filial. Lors de ses promenades, il devient obsédé par une demeure énigmatique : la villa Bakhea, retirée, silencieuse, presque abandonnée, et enveloppée d’un profond mystère. Sa curiosité est piquée au vif, et malgré les mises en garde de son père et le manque d’informations des voisins ou du commissaire, il découvre que la villa appartient à un certain comte de Flossanges-Runel, ancien consul de France. Un soir, Georges aperçoit une lumière dans la maison, confirmant qu’elle est habitée malgré les apparences. Il commence alors à soupçonner des activités secrètes...</dc:description>
  <cp:lastModifiedBy>Cool Micro</cp:lastModifiedBy>
  <cp:revision>8</cp:revision>
  <cp:lastPrinted>2025-04-24T09:52:00Z</cp:lastPrinted>
  <dcterms:created xsi:type="dcterms:W3CDTF">2025-04-24T09:41:00Z</dcterms:created>
  <dcterms:modified xsi:type="dcterms:W3CDTF">2025-04-24T09:53:00Z</dcterms:modified>
  <cp:category>Romans Policier &amp; Mystère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diteur">
    <vt:lpwstr>Ebooks libres et gratuits</vt:lpwstr>
  </property>
</Properties>
</file>