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79C314" w14:textId="60553192" w:rsidR="00033562" w:rsidRDefault="001153B6" w:rsidP="00AB6DDF">
      <w:pPr>
        <w:pStyle w:val="Photoauteur"/>
        <w:spacing w:before="360"/>
      </w:pPr>
      <w:r>
        <w:drawing>
          <wp:anchor distT="0" distB="0" distL="114300" distR="114300" simplePos="0" relativeHeight="251657728" behindDoc="0" locked="0" layoutInCell="1" allowOverlap="1" wp14:anchorId="2994C2CF" wp14:editId="4CB1E96F">
            <wp:simplePos x="0" y="0"/>
            <wp:positionH relativeFrom="page">
              <wp:posOffset>0</wp:posOffset>
            </wp:positionH>
            <wp:positionV relativeFrom="page">
              <wp:posOffset>0</wp:posOffset>
            </wp:positionV>
            <wp:extent cx="1440180" cy="10692130"/>
            <wp:effectExtent l="0" t="0" r="0" b="0"/>
            <wp:wrapNone/>
            <wp:docPr id="7"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40180" cy="10692130"/>
                    </a:xfrm>
                    <a:prstGeom prst="rect">
                      <a:avLst/>
                    </a:prstGeom>
                    <a:noFill/>
                    <a:ln>
                      <a:noFill/>
                    </a:ln>
                  </pic:spPr>
                </pic:pic>
              </a:graphicData>
            </a:graphic>
            <wp14:sizeRelH relativeFrom="page">
              <wp14:pctWidth>0</wp14:pctWidth>
            </wp14:sizeRelH>
            <wp14:sizeRelV relativeFrom="page">
              <wp14:pctHeight>0</wp14:pctHeight>
            </wp14:sizeRelV>
          </wp:anchor>
        </w:drawing>
      </w:r>
      <w:r>
        <w:drawing>
          <wp:inline distT="0" distB="0" distL="0" distR="0" wp14:anchorId="4B0244A9" wp14:editId="53E0671D">
            <wp:extent cx="2505710" cy="348488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05710" cy="3484880"/>
                    </a:xfrm>
                    <a:prstGeom prst="rect">
                      <a:avLst/>
                    </a:prstGeom>
                    <a:noFill/>
                    <a:ln>
                      <a:noFill/>
                    </a:ln>
                  </pic:spPr>
                </pic:pic>
              </a:graphicData>
            </a:graphic>
          </wp:inline>
        </w:drawing>
      </w:r>
    </w:p>
    <w:p w14:paraId="533DA2D7" w14:textId="77777777" w:rsidR="00033562" w:rsidRDefault="003D7715" w:rsidP="00E51845">
      <w:pPr>
        <w:pStyle w:val="Auteur"/>
      </w:pPr>
      <w:r>
        <w:t>Sacha Guitry</w:t>
      </w:r>
    </w:p>
    <w:p w14:paraId="25B3F3DB" w14:textId="77777777" w:rsidR="00AB6DDF" w:rsidRDefault="003D7715" w:rsidP="00E51845">
      <w:pPr>
        <w:pStyle w:val="Titrelivre"/>
        <w:spacing w:after="2640"/>
        <w:rPr>
          <w:kern w:val="60"/>
          <w:szCs w:val="60"/>
        </w:rPr>
      </w:pPr>
      <w:r>
        <w:rPr>
          <w:kern w:val="60"/>
          <w:szCs w:val="60"/>
        </w:rPr>
        <w:t>FAISONS UN RÊVE</w:t>
      </w:r>
    </w:p>
    <w:p w14:paraId="10BC415A" w14:textId="22800E5E" w:rsidR="00AB6DDF" w:rsidRDefault="00AB6DDF">
      <w:pPr>
        <w:pStyle w:val="DateSortie"/>
      </w:pPr>
      <w:r>
        <w:t>(</w:t>
      </w:r>
      <w:r w:rsidR="003D7715">
        <w:t>1916</w:t>
      </w:r>
      <w:r>
        <w:t>)</w:t>
      </w:r>
    </w:p>
    <w:p w14:paraId="4A74503D" w14:textId="1C916429" w:rsidR="00033562" w:rsidRPr="00C83B26" w:rsidRDefault="00033562" w:rsidP="00C83B26">
      <w:pPr>
        <w:ind w:left="2340" w:firstLine="0"/>
        <w:jc w:val="center"/>
        <w:sectPr w:rsidR="00033562" w:rsidRPr="00C83B26">
          <w:footerReference w:type="default" r:id="rId9"/>
          <w:pgSz w:w="11906" w:h="16838" w:code="9"/>
          <w:pgMar w:top="0" w:right="0" w:bottom="0" w:left="0" w:header="0" w:footer="0" w:gutter="0"/>
          <w:cols w:space="708"/>
          <w:titlePg/>
          <w:docGrid w:linePitch="360"/>
        </w:sectPr>
      </w:pPr>
    </w:p>
    <w:p w14:paraId="6B37096D" w14:textId="77777777" w:rsidR="00033562" w:rsidRDefault="00033562" w:rsidP="00AB6DDF">
      <w:pPr>
        <w:pStyle w:val="Titretablematires"/>
      </w:pPr>
      <w:r>
        <w:lastRenderedPageBreak/>
        <w:t>Table des matières</w:t>
      </w:r>
    </w:p>
    <w:p w14:paraId="39718F90" w14:textId="77777777" w:rsidR="00033562" w:rsidRDefault="00033562"/>
    <w:p w14:paraId="65710E53" w14:textId="14E79531" w:rsidR="00C83B26" w:rsidRDefault="00033562">
      <w:pPr>
        <w:pStyle w:val="TM1"/>
        <w:rPr>
          <w:rFonts w:asciiTheme="minorHAnsi" w:eastAsiaTheme="minorEastAsia" w:hAnsiTheme="minorHAnsi" w:cstheme="minorBidi"/>
          <w:bCs w:val="0"/>
          <w:iCs w:val="0"/>
          <w:color w:val="auto"/>
          <w:kern w:val="2"/>
          <w:sz w:val="24"/>
          <w:szCs w:val="24"/>
          <w14:ligatures w14:val="standardContextual"/>
        </w:rPr>
      </w:pPr>
      <w:r>
        <w:rPr>
          <w:noProof w:val="0"/>
        </w:rPr>
        <w:fldChar w:fldCharType="begin"/>
      </w:r>
      <w:r>
        <w:rPr>
          <w:noProof w:val="0"/>
        </w:rPr>
        <w:instrText xml:space="preserve"> TOC \o "1-3" \h \z </w:instrText>
      </w:r>
      <w:r>
        <w:rPr>
          <w:noProof w:val="0"/>
        </w:rPr>
        <w:fldChar w:fldCharType="separate"/>
      </w:r>
      <w:hyperlink w:anchor="_Toc196333088" w:history="1">
        <w:r w:rsidR="00C83B26" w:rsidRPr="00443396">
          <w:rPr>
            <w:rStyle w:val="Lienhypertexte"/>
          </w:rPr>
          <w:t>PERSONNAGES</w:t>
        </w:r>
        <w:r w:rsidR="00C83B26">
          <w:rPr>
            <w:webHidden/>
          </w:rPr>
          <w:tab/>
        </w:r>
        <w:r w:rsidR="00C83B26">
          <w:rPr>
            <w:webHidden/>
          </w:rPr>
          <w:fldChar w:fldCharType="begin"/>
        </w:r>
        <w:r w:rsidR="00C83B26">
          <w:rPr>
            <w:webHidden/>
          </w:rPr>
          <w:instrText xml:space="preserve"> PAGEREF _Toc196333088 \h </w:instrText>
        </w:r>
        <w:r w:rsidR="00C83B26">
          <w:rPr>
            <w:webHidden/>
          </w:rPr>
        </w:r>
        <w:r w:rsidR="00C83B26">
          <w:rPr>
            <w:webHidden/>
          </w:rPr>
          <w:fldChar w:fldCharType="separate"/>
        </w:r>
        <w:r w:rsidR="00987898">
          <w:rPr>
            <w:webHidden/>
          </w:rPr>
          <w:t>3</w:t>
        </w:r>
        <w:r w:rsidR="00C83B26">
          <w:rPr>
            <w:webHidden/>
          </w:rPr>
          <w:fldChar w:fldCharType="end"/>
        </w:r>
      </w:hyperlink>
    </w:p>
    <w:p w14:paraId="3D3F841B" w14:textId="6B24DD22" w:rsidR="00C83B26" w:rsidRDefault="00C83B26">
      <w:pPr>
        <w:pStyle w:val="TM1"/>
        <w:rPr>
          <w:rFonts w:asciiTheme="minorHAnsi" w:eastAsiaTheme="minorEastAsia" w:hAnsiTheme="minorHAnsi" w:cstheme="minorBidi"/>
          <w:bCs w:val="0"/>
          <w:iCs w:val="0"/>
          <w:color w:val="auto"/>
          <w:kern w:val="2"/>
          <w:sz w:val="24"/>
          <w:szCs w:val="24"/>
          <w14:ligatures w14:val="standardContextual"/>
        </w:rPr>
      </w:pPr>
      <w:hyperlink w:anchor="_Toc196333089" w:history="1">
        <w:r w:rsidRPr="00443396">
          <w:rPr>
            <w:rStyle w:val="Lienhypertexte"/>
          </w:rPr>
          <w:t>ACTE PREMIER</w:t>
        </w:r>
        <w:r>
          <w:rPr>
            <w:webHidden/>
          </w:rPr>
          <w:tab/>
        </w:r>
        <w:r>
          <w:rPr>
            <w:webHidden/>
          </w:rPr>
          <w:fldChar w:fldCharType="begin"/>
        </w:r>
        <w:r>
          <w:rPr>
            <w:webHidden/>
          </w:rPr>
          <w:instrText xml:space="preserve"> PAGEREF _Toc196333089 \h </w:instrText>
        </w:r>
        <w:r>
          <w:rPr>
            <w:webHidden/>
          </w:rPr>
        </w:r>
        <w:r>
          <w:rPr>
            <w:webHidden/>
          </w:rPr>
          <w:fldChar w:fldCharType="separate"/>
        </w:r>
        <w:r w:rsidR="00987898">
          <w:rPr>
            <w:webHidden/>
          </w:rPr>
          <w:t>4</w:t>
        </w:r>
        <w:r>
          <w:rPr>
            <w:webHidden/>
          </w:rPr>
          <w:fldChar w:fldCharType="end"/>
        </w:r>
      </w:hyperlink>
    </w:p>
    <w:p w14:paraId="48BBE69C" w14:textId="5A3FB7AE" w:rsidR="00C83B26" w:rsidRDefault="00C83B26">
      <w:pPr>
        <w:pStyle w:val="TM1"/>
        <w:rPr>
          <w:rFonts w:asciiTheme="minorHAnsi" w:eastAsiaTheme="minorEastAsia" w:hAnsiTheme="minorHAnsi" w:cstheme="minorBidi"/>
          <w:bCs w:val="0"/>
          <w:iCs w:val="0"/>
          <w:color w:val="auto"/>
          <w:kern w:val="2"/>
          <w:sz w:val="24"/>
          <w:szCs w:val="24"/>
          <w14:ligatures w14:val="standardContextual"/>
        </w:rPr>
      </w:pPr>
      <w:hyperlink w:anchor="_Toc196333090" w:history="1">
        <w:r w:rsidRPr="00443396">
          <w:rPr>
            <w:rStyle w:val="Lienhypertexte"/>
          </w:rPr>
          <w:t>ACTE II</w:t>
        </w:r>
        <w:r>
          <w:rPr>
            <w:webHidden/>
          </w:rPr>
          <w:tab/>
        </w:r>
        <w:r>
          <w:rPr>
            <w:webHidden/>
          </w:rPr>
          <w:fldChar w:fldCharType="begin"/>
        </w:r>
        <w:r>
          <w:rPr>
            <w:webHidden/>
          </w:rPr>
          <w:instrText xml:space="preserve"> PAGEREF _Toc196333090 \h </w:instrText>
        </w:r>
        <w:r>
          <w:rPr>
            <w:webHidden/>
          </w:rPr>
        </w:r>
        <w:r>
          <w:rPr>
            <w:webHidden/>
          </w:rPr>
          <w:fldChar w:fldCharType="separate"/>
        </w:r>
        <w:r w:rsidR="00987898">
          <w:rPr>
            <w:webHidden/>
          </w:rPr>
          <w:t>39</w:t>
        </w:r>
        <w:r>
          <w:rPr>
            <w:webHidden/>
          </w:rPr>
          <w:fldChar w:fldCharType="end"/>
        </w:r>
      </w:hyperlink>
    </w:p>
    <w:p w14:paraId="6B8AD09A" w14:textId="2F7CAF88" w:rsidR="00C83B26" w:rsidRDefault="00C83B26">
      <w:pPr>
        <w:pStyle w:val="TM1"/>
        <w:rPr>
          <w:rFonts w:asciiTheme="minorHAnsi" w:eastAsiaTheme="minorEastAsia" w:hAnsiTheme="minorHAnsi" w:cstheme="minorBidi"/>
          <w:bCs w:val="0"/>
          <w:iCs w:val="0"/>
          <w:color w:val="auto"/>
          <w:kern w:val="2"/>
          <w:sz w:val="24"/>
          <w:szCs w:val="24"/>
          <w14:ligatures w14:val="standardContextual"/>
        </w:rPr>
      </w:pPr>
      <w:hyperlink w:anchor="_Toc196333091" w:history="1">
        <w:r w:rsidRPr="00443396">
          <w:rPr>
            <w:rStyle w:val="Lienhypertexte"/>
          </w:rPr>
          <w:t>ACTE III</w:t>
        </w:r>
        <w:r>
          <w:rPr>
            <w:webHidden/>
          </w:rPr>
          <w:tab/>
        </w:r>
        <w:r>
          <w:rPr>
            <w:webHidden/>
          </w:rPr>
          <w:fldChar w:fldCharType="begin"/>
        </w:r>
        <w:r>
          <w:rPr>
            <w:webHidden/>
          </w:rPr>
          <w:instrText xml:space="preserve"> PAGEREF _Toc196333091 \h </w:instrText>
        </w:r>
        <w:r>
          <w:rPr>
            <w:webHidden/>
          </w:rPr>
        </w:r>
        <w:r>
          <w:rPr>
            <w:webHidden/>
          </w:rPr>
          <w:fldChar w:fldCharType="separate"/>
        </w:r>
        <w:r w:rsidR="00987898">
          <w:rPr>
            <w:webHidden/>
          </w:rPr>
          <w:t>51</w:t>
        </w:r>
        <w:r>
          <w:rPr>
            <w:webHidden/>
          </w:rPr>
          <w:fldChar w:fldCharType="end"/>
        </w:r>
      </w:hyperlink>
    </w:p>
    <w:p w14:paraId="47718D4B" w14:textId="493D1880" w:rsidR="00C83B26" w:rsidRDefault="00C83B26">
      <w:pPr>
        <w:pStyle w:val="TM1"/>
        <w:rPr>
          <w:rFonts w:asciiTheme="minorHAnsi" w:eastAsiaTheme="minorEastAsia" w:hAnsiTheme="minorHAnsi" w:cstheme="minorBidi"/>
          <w:bCs w:val="0"/>
          <w:iCs w:val="0"/>
          <w:color w:val="auto"/>
          <w:kern w:val="2"/>
          <w:sz w:val="24"/>
          <w:szCs w:val="24"/>
          <w14:ligatures w14:val="standardContextual"/>
        </w:rPr>
      </w:pPr>
      <w:hyperlink w:anchor="_Toc196333092" w:history="1">
        <w:r w:rsidRPr="00443396">
          <w:rPr>
            <w:rStyle w:val="Lienhypertexte"/>
          </w:rPr>
          <w:t>ACTE IV</w:t>
        </w:r>
        <w:r>
          <w:rPr>
            <w:webHidden/>
          </w:rPr>
          <w:tab/>
        </w:r>
        <w:r>
          <w:rPr>
            <w:webHidden/>
          </w:rPr>
          <w:fldChar w:fldCharType="begin"/>
        </w:r>
        <w:r>
          <w:rPr>
            <w:webHidden/>
          </w:rPr>
          <w:instrText xml:space="preserve"> PAGEREF _Toc196333092 \h </w:instrText>
        </w:r>
        <w:r>
          <w:rPr>
            <w:webHidden/>
          </w:rPr>
        </w:r>
        <w:r>
          <w:rPr>
            <w:webHidden/>
          </w:rPr>
          <w:fldChar w:fldCharType="separate"/>
        </w:r>
        <w:r w:rsidR="00987898">
          <w:rPr>
            <w:webHidden/>
          </w:rPr>
          <w:t>109</w:t>
        </w:r>
        <w:r>
          <w:rPr>
            <w:webHidden/>
          </w:rPr>
          <w:fldChar w:fldCharType="end"/>
        </w:r>
      </w:hyperlink>
    </w:p>
    <w:p w14:paraId="6A465F12" w14:textId="3D9C18BF" w:rsidR="00C83B26" w:rsidRDefault="00C83B26">
      <w:pPr>
        <w:pStyle w:val="TM1"/>
        <w:rPr>
          <w:rFonts w:asciiTheme="minorHAnsi" w:eastAsiaTheme="minorEastAsia" w:hAnsiTheme="minorHAnsi" w:cstheme="minorBidi"/>
          <w:bCs w:val="0"/>
          <w:iCs w:val="0"/>
          <w:color w:val="auto"/>
          <w:kern w:val="2"/>
          <w:sz w:val="24"/>
          <w:szCs w:val="24"/>
          <w14:ligatures w14:val="standardContextual"/>
        </w:rPr>
      </w:pPr>
      <w:hyperlink w:anchor="_Toc196333093" w:history="1">
        <w:r w:rsidRPr="00443396">
          <w:rPr>
            <w:rStyle w:val="Lienhypertexte"/>
          </w:rPr>
          <w:t>À propos de cette édition électronique</w:t>
        </w:r>
        <w:r>
          <w:rPr>
            <w:webHidden/>
          </w:rPr>
          <w:tab/>
        </w:r>
        <w:r>
          <w:rPr>
            <w:webHidden/>
          </w:rPr>
          <w:fldChar w:fldCharType="begin"/>
        </w:r>
        <w:r>
          <w:rPr>
            <w:webHidden/>
          </w:rPr>
          <w:instrText xml:space="preserve"> PAGEREF _Toc196333093 \h </w:instrText>
        </w:r>
        <w:r>
          <w:rPr>
            <w:webHidden/>
          </w:rPr>
        </w:r>
        <w:r>
          <w:rPr>
            <w:webHidden/>
          </w:rPr>
          <w:fldChar w:fldCharType="separate"/>
        </w:r>
        <w:r w:rsidR="00987898">
          <w:rPr>
            <w:webHidden/>
          </w:rPr>
          <w:t>117</w:t>
        </w:r>
        <w:r>
          <w:rPr>
            <w:webHidden/>
          </w:rPr>
          <w:fldChar w:fldCharType="end"/>
        </w:r>
      </w:hyperlink>
    </w:p>
    <w:p w14:paraId="5A6C90E9" w14:textId="28BA13CD" w:rsidR="00033562" w:rsidRDefault="00033562">
      <w:r>
        <w:fldChar w:fldCharType="end"/>
      </w:r>
    </w:p>
    <w:p w14:paraId="12001E9A" w14:textId="77777777" w:rsidR="002E19AC" w:rsidRPr="00223237" w:rsidRDefault="002E19AC" w:rsidP="00AB6DDF">
      <w:pPr>
        <w:pStyle w:val="Titre1"/>
      </w:pPr>
      <w:bookmarkStart w:id="0" w:name="_Toc196333088"/>
      <w:r w:rsidRPr="00223237">
        <w:lastRenderedPageBreak/>
        <w:t>PERSONNAGES</w:t>
      </w:r>
      <w:bookmarkEnd w:id="0"/>
      <w:r w:rsidRPr="00223237">
        <w:br/>
      </w:r>
    </w:p>
    <w:p w14:paraId="29A2B943" w14:textId="5A171E79" w:rsidR="002E19AC" w:rsidRPr="00223237" w:rsidRDefault="002E19AC" w:rsidP="002E19AC">
      <w:r w:rsidRPr="00223237">
        <w:t>LUI</w:t>
      </w:r>
      <w:r w:rsidR="00AB6DDF">
        <w:t xml:space="preserve"> : </w:t>
      </w:r>
      <w:r w:rsidRPr="00223237">
        <w:t>Sacha Guitry</w:t>
      </w:r>
    </w:p>
    <w:p w14:paraId="62AA0579" w14:textId="3E45DD6B" w:rsidR="002E19AC" w:rsidRPr="00223237" w:rsidRDefault="002E19AC" w:rsidP="002E19AC">
      <w:r w:rsidRPr="00223237">
        <w:t>LE MARI</w:t>
      </w:r>
      <w:r w:rsidR="00AB6DDF">
        <w:t xml:space="preserve"> : </w:t>
      </w:r>
      <w:r w:rsidRPr="00223237">
        <w:t>Raimu</w:t>
      </w:r>
    </w:p>
    <w:p w14:paraId="2FA0CD66" w14:textId="1B5529DC" w:rsidR="002E19AC" w:rsidRPr="00223237" w:rsidRDefault="002E19AC" w:rsidP="002E19AC">
      <w:r w:rsidRPr="00223237">
        <w:t>ELLE</w:t>
      </w:r>
      <w:r w:rsidR="00AB6DDF">
        <w:t xml:space="preserve"> : </w:t>
      </w:r>
      <w:r w:rsidRPr="00223237">
        <w:t>Cha</w:t>
      </w:r>
      <w:r w:rsidRPr="00223237">
        <w:t>r</w:t>
      </w:r>
      <w:r w:rsidRPr="00223237">
        <w:t xml:space="preserve">lotte </w:t>
      </w:r>
      <w:proofErr w:type="spellStart"/>
      <w:r w:rsidRPr="00223237">
        <w:t>Lysès</w:t>
      </w:r>
      <w:proofErr w:type="spellEnd"/>
    </w:p>
    <w:p w14:paraId="454697EA" w14:textId="77777777" w:rsidR="00C83B26" w:rsidRDefault="002E19AC" w:rsidP="00C83B26">
      <w:r w:rsidRPr="00223237">
        <w:t>LE VALET DE CHAMBRE</w:t>
      </w:r>
      <w:r w:rsidR="00AB6DDF">
        <w:t xml:space="preserve"> : </w:t>
      </w:r>
      <w:r w:rsidRPr="00223237">
        <w:t>Georges Barral</w:t>
      </w:r>
    </w:p>
    <w:p w14:paraId="450D726C" w14:textId="77777777" w:rsidR="00C83B26" w:rsidRDefault="002E19AC" w:rsidP="00C83B26">
      <w:r w:rsidRPr="00D151C2">
        <w:rPr>
          <w:iCs/>
        </w:rPr>
        <w:t>Faisons un rêve</w:t>
      </w:r>
      <w:r w:rsidRPr="00223237">
        <w:rPr>
          <w:i/>
          <w:iCs/>
        </w:rPr>
        <w:t xml:space="preserve"> a été représenté pour la première fois au Théâtre des Bouffes-Parisiens</w:t>
      </w:r>
      <w:r w:rsidR="00AB6DDF">
        <w:rPr>
          <w:i/>
          <w:iCs/>
        </w:rPr>
        <w:t xml:space="preserve">, </w:t>
      </w:r>
      <w:r w:rsidRPr="00223237">
        <w:rPr>
          <w:i/>
          <w:iCs/>
        </w:rPr>
        <w:t xml:space="preserve">le </w:t>
      </w:r>
      <w:r w:rsidR="00AB6DDF" w:rsidRPr="00223237">
        <w:rPr>
          <w:i/>
          <w:iCs/>
        </w:rPr>
        <w:t>3</w:t>
      </w:r>
      <w:r w:rsidR="00AB6DDF">
        <w:rPr>
          <w:i/>
          <w:iCs/>
        </w:rPr>
        <w:t> </w:t>
      </w:r>
      <w:r w:rsidR="00AB6DDF" w:rsidRPr="00223237">
        <w:rPr>
          <w:i/>
          <w:iCs/>
        </w:rPr>
        <w:t>octobre</w:t>
      </w:r>
      <w:r w:rsidRPr="00223237">
        <w:rPr>
          <w:i/>
          <w:iCs/>
        </w:rPr>
        <w:t xml:space="preserve"> 1916</w:t>
      </w:r>
      <w:r w:rsidR="00AB6DDF">
        <w:rPr>
          <w:i/>
          <w:iCs/>
        </w:rPr>
        <w:t>.</w:t>
      </w:r>
    </w:p>
    <w:p w14:paraId="4D79751D" w14:textId="403ED20F" w:rsidR="002E19AC" w:rsidRPr="00223237" w:rsidRDefault="002E19AC" w:rsidP="00AB6DDF">
      <w:pPr>
        <w:pStyle w:val="Titre1"/>
      </w:pPr>
      <w:bookmarkStart w:id="1" w:name="_Toc196333089"/>
      <w:r w:rsidRPr="00223237">
        <w:lastRenderedPageBreak/>
        <w:t>ACTE PREMIER</w:t>
      </w:r>
      <w:bookmarkEnd w:id="1"/>
      <w:r w:rsidRPr="00223237">
        <w:br/>
      </w:r>
    </w:p>
    <w:p w14:paraId="06ADC35C" w14:textId="77777777" w:rsidR="00C83B26" w:rsidRDefault="002E19AC" w:rsidP="00C83B26">
      <w:pPr>
        <w:ind w:firstLine="0"/>
        <w:jc w:val="center"/>
      </w:pPr>
      <w:r w:rsidRPr="00C83B26">
        <w:t>LE DÉCOR</w:t>
      </w:r>
    </w:p>
    <w:p w14:paraId="65A43B59" w14:textId="77777777" w:rsidR="00C83B26" w:rsidRDefault="002E19AC" w:rsidP="00C83B26">
      <w:r w:rsidRPr="00223237">
        <w:rPr>
          <w:i/>
          <w:iCs/>
        </w:rPr>
        <w:t>Au lever du rideau</w:t>
      </w:r>
      <w:r w:rsidR="00AB6DDF">
        <w:rPr>
          <w:i/>
          <w:iCs/>
        </w:rPr>
        <w:t xml:space="preserve">, </w:t>
      </w:r>
      <w:r w:rsidRPr="00223237">
        <w:rPr>
          <w:i/>
          <w:iCs/>
        </w:rPr>
        <w:t>la scène est vide</w:t>
      </w:r>
      <w:r w:rsidR="00AB6DDF">
        <w:rPr>
          <w:i/>
          <w:iCs/>
        </w:rPr>
        <w:t xml:space="preserve">. </w:t>
      </w:r>
      <w:r w:rsidRPr="00223237">
        <w:rPr>
          <w:i/>
          <w:iCs/>
        </w:rPr>
        <w:t>On sonne</w:t>
      </w:r>
      <w:r w:rsidR="00AB6DDF">
        <w:rPr>
          <w:i/>
          <w:iCs/>
        </w:rPr>
        <w:t xml:space="preserve">. </w:t>
      </w:r>
      <w:r w:rsidRPr="00223237">
        <w:rPr>
          <w:i/>
          <w:iCs/>
        </w:rPr>
        <w:t>Un in</w:t>
      </w:r>
      <w:r w:rsidRPr="00223237">
        <w:rPr>
          <w:i/>
          <w:iCs/>
        </w:rPr>
        <w:t>s</w:t>
      </w:r>
      <w:r w:rsidRPr="00223237">
        <w:rPr>
          <w:i/>
          <w:iCs/>
        </w:rPr>
        <w:t>tant plus tard</w:t>
      </w:r>
      <w:r w:rsidR="00AB6DDF">
        <w:rPr>
          <w:i/>
          <w:iCs/>
        </w:rPr>
        <w:t xml:space="preserve">, </w:t>
      </w:r>
      <w:r w:rsidRPr="00223237">
        <w:rPr>
          <w:i/>
          <w:iCs/>
        </w:rPr>
        <w:t>le valet de chambre introduit le mari et la femme</w:t>
      </w:r>
      <w:r w:rsidR="00AB6DDF">
        <w:rPr>
          <w:i/>
          <w:iCs/>
        </w:rPr>
        <w:t xml:space="preserve">. </w:t>
      </w:r>
      <w:r w:rsidRPr="00223237">
        <w:rPr>
          <w:i/>
          <w:iCs/>
        </w:rPr>
        <w:t>La femme est jolie</w:t>
      </w:r>
      <w:r w:rsidR="00AB6DDF">
        <w:rPr>
          <w:i/>
          <w:iCs/>
        </w:rPr>
        <w:t xml:space="preserve">, </w:t>
      </w:r>
      <w:r w:rsidRPr="00223237">
        <w:rPr>
          <w:i/>
          <w:iCs/>
        </w:rPr>
        <w:t>elle est jeune</w:t>
      </w:r>
      <w:r w:rsidR="00AB6DDF">
        <w:rPr>
          <w:i/>
          <w:iCs/>
        </w:rPr>
        <w:t xml:space="preserve">, </w:t>
      </w:r>
      <w:r w:rsidRPr="00223237">
        <w:rPr>
          <w:i/>
          <w:iCs/>
        </w:rPr>
        <w:t>elle est élégante</w:t>
      </w:r>
      <w:r w:rsidR="00AB6DDF">
        <w:rPr>
          <w:i/>
          <w:iCs/>
        </w:rPr>
        <w:t xml:space="preserve"> – </w:t>
      </w:r>
      <w:r w:rsidRPr="00223237">
        <w:rPr>
          <w:i/>
          <w:iCs/>
        </w:rPr>
        <w:t>et</w:t>
      </w:r>
      <w:r w:rsidR="00AB6DDF">
        <w:rPr>
          <w:i/>
          <w:iCs/>
        </w:rPr>
        <w:t xml:space="preserve">, </w:t>
      </w:r>
      <w:r w:rsidRPr="00223237">
        <w:rPr>
          <w:i/>
          <w:iCs/>
        </w:rPr>
        <w:t>sans être spirituelle</w:t>
      </w:r>
      <w:r w:rsidR="00AB6DDF">
        <w:rPr>
          <w:i/>
          <w:iCs/>
        </w:rPr>
        <w:t xml:space="preserve">, </w:t>
      </w:r>
      <w:r w:rsidRPr="00223237">
        <w:rPr>
          <w:i/>
          <w:iCs/>
        </w:rPr>
        <w:t>elle est très fine</w:t>
      </w:r>
      <w:r w:rsidR="00AB6DDF">
        <w:rPr>
          <w:i/>
          <w:iCs/>
        </w:rPr>
        <w:t xml:space="preserve">. </w:t>
      </w:r>
      <w:r w:rsidRPr="00223237">
        <w:rPr>
          <w:i/>
          <w:iCs/>
        </w:rPr>
        <w:t>Le mari</w:t>
      </w:r>
      <w:r w:rsidR="00AB6DDF">
        <w:rPr>
          <w:i/>
          <w:iCs/>
        </w:rPr>
        <w:t xml:space="preserve">, </w:t>
      </w:r>
      <w:r w:rsidRPr="00223237">
        <w:rPr>
          <w:i/>
          <w:iCs/>
        </w:rPr>
        <w:t>lui</w:t>
      </w:r>
      <w:r w:rsidR="00AB6DDF">
        <w:rPr>
          <w:i/>
          <w:iCs/>
        </w:rPr>
        <w:t xml:space="preserve">, </w:t>
      </w:r>
      <w:r w:rsidRPr="00223237">
        <w:rPr>
          <w:i/>
          <w:iCs/>
        </w:rPr>
        <w:t>n</w:t>
      </w:r>
      <w:r w:rsidR="00AB6DDF">
        <w:rPr>
          <w:i/>
          <w:iCs/>
        </w:rPr>
        <w:t>’</w:t>
      </w:r>
      <w:r w:rsidRPr="00223237">
        <w:rPr>
          <w:i/>
          <w:iCs/>
        </w:rPr>
        <w:t>est pas très fin</w:t>
      </w:r>
      <w:r w:rsidR="00AB6DDF">
        <w:rPr>
          <w:i/>
          <w:iCs/>
        </w:rPr>
        <w:t xml:space="preserve">, </w:t>
      </w:r>
      <w:r w:rsidRPr="00223237">
        <w:rPr>
          <w:i/>
          <w:iCs/>
        </w:rPr>
        <w:t>mais il se croit spirituel</w:t>
      </w:r>
      <w:r w:rsidR="00AB6DDF">
        <w:rPr>
          <w:i/>
          <w:iCs/>
        </w:rPr>
        <w:t xml:space="preserve">. </w:t>
      </w:r>
      <w:r w:rsidRPr="00223237">
        <w:rPr>
          <w:i/>
          <w:iCs/>
        </w:rPr>
        <w:t>C</w:t>
      </w:r>
      <w:r w:rsidR="00AB6DDF">
        <w:rPr>
          <w:i/>
          <w:iCs/>
        </w:rPr>
        <w:t>’</w:t>
      </w:r>
      <w:r w:rsidRPr="00223237">
        <w:rPr>
          <w:i/>
          <w:iCs/>
        </w:rPr>
        <w:t>est un homme du Midi qui n</w:t>
      </w:r>
      <w:r w:rsidR="00AB6DDF">
        <w:rPr>
          <w:i/>
          <w:iCs/>
        </w:rPr>
        <w:t>’</w:t>
      </w:r>
      <w:r w:rsidRPr="00223237">
        <w:rPr>
          <w:i/>
          <w:iCs/>
        </w:rPr>
        <w:t>a jamais pu se débarrasser complètement de son accent</w:t>
      </w:r>
      <w:r w:rsidR="00AB6DDF">
        <w:rPr>
          <w:i/>
          <w:iCs/>
        </w:rPr>
        <w:t xml:space="preserve">. </w:t>
      </w:r>
      <w:r w:rsidRPr="00223237">
        <w:rPr>
          <w:i/>
          <w:iCs/>
        </w:rPr>
        <w:t>Comme il est très bien habillé</w:t>
      </w:r>
      <w:r w:rsidR="00AB6DDF">
        <w:rPr>
          <w:i/>
          <w:iCs/>
        </w:rPr>
        <w:t xml:space="preserve">, </w:t>
      </w:r>
      <w:r w:rsidRPr="00223237">
        <w:rPr>
          <w:i/>
          <w:iCs/>
        </w:rPr>
        <w:t>il se trouve élégant</w:t>
      </w:r>
      <w:r w:rsidR="00AB6DDF">
        <w:rPr>
          <w:i/>
          <w:iCs/>
        </w:rPr>
        <w:t xml:space="preserve"> – </w:t>
      </w:r>
      <w:r w:rsidRPr="00223237">
        <w:rPr>
          <w:i/>
          <w:iCs/>
        </w:rPr>
        <w:t>et</w:t>
      </w:r>
      <w:r w:rsidR="00AB6DDF">
        <w:rPr>
          <w:i/>
          <w:iCs/>
        </w:rPr>
        <w:t xml:space="preserve">, </w:t>
      </w:r>
      <w:r w:rsidRPr="00223237">
        <w:rPr>
          <w:i/>
          <w:iCs/>
        </w:rPr>
        <w:t>ce qui le rend assez sy</w:t>
      </w:r>
      <w:r w:rsidRPr="00223237">
        <w:rPr>
          <w:i/>
          <w:iCs/>
        </w:rPr>
        <w:t>m</w:t>
      </w:r>
      <w:r w:rsidRPr="00223237">
        <w:rPr>
          <w:i/>
          <w:iCs/>
        </w:rPr>
        <w:t>pathique</w:t>
      </w:r>
      <w:r w:rsidR="00AB6DDF">
        <w:rPr>
          <w:i/>
          <w:iCs/>
        </w:rPr>
        <w:t xml:space="preserve">, </w:t>
      </w:r>
      <w:r w:rsidRPr="00223237">
        <w:rPr>
          <w:i/>
          <w:iCs/>
        </w:rPr>
        <w:t>c</w:t>
      </w:r>
      <w:r w:rsidR="00AB6DDF">
        <w:rPr>
          <w:i/>
          <w:iCs/>
        </w:rPr>
        <w:t>’</w:t>
      </w:r>
      <w:r w:rsidRPr="00223237">
        <w:rPr>
          <w:i/>
          <w:iCs/>
        </w:rPr>
        <w:t>est qu</w:t>
      </w:r>
      <w:r w:rsidR="00AB6DDF">
        <w:rPr>
          <w:i/>
          <w:iCs/>
        </w:rPr>
        <w:t>’</w:t>
      </w:r>
      <w:r w:rsidRPr="00223237">
        <w:rPr>
          <w:i/>
          <w:iCs/>
        </w:rPr>
        <w:t>elle ne cesse de se m</w:t>
      </w:r>
      <w:r w:rsidRPr="00223237">
        <w:rPr>
          <w:i/>
          <w:iCs/>
        </w:rPr>
        <w:t>o</w:t>
      </w:r>
      <w:r w:rsidRPr="00223237">
        <w:rPr>
          <w:i/>
          <w:iCs/>
        </w:rPr>
        <w:t>quer de lui</w:t>
      </w:r>
      <w:r w:rsidR="00AB6DDF">
        <w:rPr>
          <w:i/>
          <w:iCs/>
        </w:rPr>
        <w:t>.</w:t>
      </w:r>
    </w:p>
    <w:p w14:paraId="6A859DA7" w14:textId="77777777" w:rsidR="00C83B26" w:rsidRDefault="002E19AC" w:rsidP="00C83B26">
      <w:pPr>
        <w:ind w:firstLine="0"/>
        <w:jc w:val="center"/>
      </w:pPr>
      <w:r w:rsidRPr="00C83B26">
        <w:t>LE MARI</w:t>
      </w:r>
    </w:p>
    <w:p w14:paraId="04FC0EFC" w14:textId="77777777" w:rsidR="00C83B26" w:rsidRDefault="002E19AC" w:rsidP="00C83B26">
      <w:r w:rsidRPr="00223237">
        <w:t>Comment</w:t>
      </w:r>
      <w:r w:rsidR="00AB6DDF">
        <w:t xml:space="preserve">, </w:t>
      </w:r>
      <w:r w:rsidRPr="00223237">
        <w:t>il n</w:t>
      </w:r>
      <w:r w:rsidR="00AB6DDF">
        <w:t>’</w:t>
      </w:r>
      <w:r w:rsidRPr="00223237">
        <w:t>est pas là</w:t>
      </w:r>
      <w:r w:rsidR="00AB6DDF">
        <w:t> ?</w:t>
      </w:r>
    </w:p>
    <w:p w14:paraId="6C32F1E2" w14:textId="77777777" w:rsidR="00C83B26" w:rsidRDefault="002E19AC" w:rsidP="00C83B26">
      <w:pPr>
        <w:ind w:firstLine="0"/>
        <w:jc w:val="center"/>
      </w:pPr>
      <w:r w:rsidRPr="00C83B26">
        <w:t>LE VALET DE CHAMBRE</w:t>
      </w:r>
    </w:p>
    <w:p w14:paraId="4E1F2B2B" w14:textId="77777777" w:rsidR="00C83B26" w:rsidRDefault="002E19AC" w:rsidP="00C83B26">
      <w:r w:rsidRPr="00223237">
        <w:t>Non</w:t>
      </w:r>
      <w:r w:rsidR="00AB6DDF">
        <w:t xml:space="preserve">, </w:t>
      </w:r>
      <w:r w:rsidRPr="00223237">
        <w:t>monsieur</w:t>
      </w:r>
      <w:r w:rsidR="00AB6DDF">
        <w:t xml:space="preserve">, </w:t>
      </w:r>
      <w:r w:rsidRPr="00223237">
        <w:t>Monsieur n</w:t>
      </w:r>
      <w:r w:rsidR="00AB6DDF">
        <w:t>’</w:t>
      </w:r>
      <w:r w:rsidRPr="00223237">
        <w:t>est pas e</w:t>
      </w:r>
      <w:r w:rsidRPr="00223237">
        <w:t>n</w:t>
      </w:r>
      <w:r w:rsidRPr="00223237">
        <w:t>core rentré</w:t>
      </w:r>
      <w:r w:rsidR="00AB6DDF">
        <w:t xml:space="preserve">. </w:t>
      </w:r>
      <w:r w:rsidRPr="00223237">
        <w:t>Mais que Monsieur et Madame veuillent bien prendre la peine de s</w:t>
      </w:r>
      <w:r w:rsidR="00AB6DDF">
        <w:t>’</w:t>
      </w:r>
      <w:r w:rsidRPr="00223237">
        <w:t>asseoir</w:t>
      </w:r>
      <w:r w:rsidR="00AB6DDF">
        <w:t xml:space="preserve">. </w:t>
      </w:r>
      <w:r w:rsidRPr="00223237">
        <w:t>Monsieur m</w:t>
      </w:r>
      <w:r w:rsidR="00AB6DDF">
        <w:t>’</w:t>
      </w:r>
      <w:r w:rsidRPr="00223237">
        <w:t>a prévenu qu</w:t>
      </w:r>
      <w:r w:rsidR="00AB6DDF">
        <w:t>’</w:t>
      </w:r>
      <w:r w:rsidRPr="00223237">
        <w:t>il attendait Monsieur et Madame à quatre heures moins un quart</w:t>
      </w:r>
      <w:r w:rsidR="00AB6DDF">
        <w:t>…</w:t>
      </w:r>
    </w:p>
    <w:p w14:paraId="3FA51E12" w14:textId="77777777" w:rsidR="00C83B26" w:rsidRDefault="002E19AC" w:rsidP="00C83B26">
      <w:pPr>
        <w:ind w:firstLine="0"/>
        <w:jc w:val="center"/>
      </w:pPr>
      <w:r w:rsidRPr="00C83B26">
        <w:t>LE MARI</w:t>
      </w:r>
    </w:p>
    <w:p w14:paraId="7E935915" w14:textId="77777777" w:rsidR="00C83B26" w:rsidRDefault="002E19AC" w:rsidP="00C83B26">
      <w:r w:rsidRPr="00223237">
        <w:t>Il appelle ça nous attendre à quatre heures moins un quart</w:t>
      </w:r>
      <w:r w:rsidR="00AB6DDF">
        <w:t xml:space="preserve">, </w:t>
      </w:r>
      <w:r w:rsidRPr="00223237">
        <w:t>il en a de bonnes</w:t>
      </w:r>
      <w:r w:rsidR="00AB6DDF">
        <w:t xml:space="preserve"> ! </w:t>
      </w:r>
      <w:r w:rsidR="00AB6DDF">
        <w:rPr>
          <w:i/>
          <w:iCs/>
        </w:rPr>
        <w:t>(</w:t>
      </w:r>
      <w:r w:rsidRPr="00223237">
        <w:rPr>
          <w:i/>
          <w:iCs/>
        </w:rPr>
        <w:t>Le valet de chambre est sorti</w:t>
      </w:r>
      <w:r w:rsidR="00AB6DDF">
        <w:rPr>
          <w:i/>
          <w:iCs/>
        </w:rPr>
        <w:t xml:space="preserve">.) </w:t>
      </w:r>
      <w:r w:rsidRPr="00223237">
        <w:t>C</w:t>
      </w:r>
      <w:r w:rsidR="00AB6DDF">
        <w:t>’</w:t>
      </w:r>
      <w:r w:rsidRPr="00223237">
        <w:t>est que je n</w:t>
      </w:r>
      <w:r w:rsidR="00AB6DDF">
        <w:t>’</w:t>
      </w:r>
      <w:r w:rsidRPr="00223237">
        <w:t>aime pas beaucoup a</w:t>
      </w:r>
      <w:r w:rsidRPr="00223237">
        <w:t>t</w:t>
      </w:r>
      <w:r w:rsidRPr="00223237">
        <w:t>tendre</w:t>
      </w:r>
      <w:r w:rsidR="00AB6DDF">
        <w:t xml:space="preserve">, </w:t>
      </w:r>
      <w:r w:rsidRPr="00223237">
        <w:t>moi</w:t>
      </w:r>
      <w:r w:rsidR="00AB6DDF">
        <w:t>.</w:t>
      </w:r>
    </w:p>
    <w:p w14:paraId="65785FF0" w14:textId="77777777" w:rsidR="00C83B26" w:rsidRDefault="002E19AC" w:rsidP="00C83B26">
      <w:pPr>
        <w:ind w:firstLine="0"/>
        <w:jc w:val="center"/>
      </w:pPr>
      <w:r w:rsidRPr="00C83B26">
        <w:t>LA FEMME</w:t>
      </w:r>
    </w:p>
    <w:p w14:paraId="263E992A" w14:textId="77777777" w:rsidR="00C83B26" w:rsidRDefault="002E19AC" w:rsidP="00C83B26">
      <w:r w:rsidRPr="00223237">
        <w:t>Mais pourquoi es-tu toujours de mauvaise humeur</w:t>
      </w:r>
      <w:r w:rsidR="00AB6DDF">
        <w:t xml:space="preserve">, </w:t>
      </w:r>
      <w:r w:rsidRPr="00223237">
        <w:t>voyons</w:t>
      </w:r>
      <w:r w:rsidR="00AB6DDF">
        <w:t> !</w:t>
      </w:r>
    </w:p>
    <w:p w14:paraId="2A9045EF" w14:textId="77777777" w:rsidR="00C83B26" w:rsidRDefault="002E19AC" w:rsidP="00C83B26">
      <w:pPr>
        <w:ind w:firstLine="0"/>
        <w:jc w:val="center"/>
      </w:pPr>
      <w:r w:rsidRPr="00C83B26">
        <w:lastRenderedPageBreak/>
        <w:t>LE MARI</w:t>
      </w:r>
    </w:p>
    <w:p w14:paraId="19B82EF0" w14:textId="77777777" w:rsidR="00C83B26" w:rsidRDefault="002E19AC" w:rsidP="00C83B26">
      <w:r w:rsidRPr="00223237">
        <w:t>Je ne suis pas de mauvaise humeur</w:t>
      </w:r>
      <w:r w:rsidR="00AB6DDF">
        <w:t xml:space="preserve">, </w:t>
      </w:r>
      <w:r w:rsidRPr="00223237">
        <w:t>mais je trouve inco</w:t>
      </w:r>
      <w:r w:rsidRPr="00223237">
        <w:t>n</w:t>
      </w:r>
      <w:r w:rsidRPr="00223237">
        <w:t>cevable que</w:t>
      </w:r>
      <w:r w:rsidR="00AB6DDF">
        <w:t xml:space="preserve">, </w:t>
      </w:r>
      <w:r w:rsidRPr="00223237">
        <w:t>nous ayant donné rendez-vous chez lui</w:t>
      </w:r>
      <w:r w:rsidR="00AB6DDF">
        <w:t xml:space="preserve">, </w:t>
      </w:r>
      <w:r w:rsidRPr="00223237">
        <w:t>ce ga</w:t>
      </w:r>
      <w:r w:rsidRPr="00223237">
        <w:t>r</w:t>
      </w:r>
      <w:r w:rsidRPr="00223237">
        <w:t>çon n</w:t>
      </w:r>
      <w:r w:rsidR="00AB6DDF">
        <w:t>’</w:t>
      </w:r>
      <w:r w:rsidRPr="00223237">
        <w:t>y soit pas</w:t>
      </w:r>
      <w:r w:rsidR="00AB6DDF">
        <w:t xml:space="preserve">. </w:t>
      </w:r>
      <w:r w:rsidR="00AB6DDF">
        <w:rPr>
          <w:i/>
          <w:iCs/>
        </w:rPr>
        <w:t>(</w:t>
      </w:r>
      <w:r w:rsidRPr="00223237">
        <w:rPr>
          <w:i/>
          <w:iCs/>
        </w:rPr>
        <w:t>Un temps</w:t>
      </w:r>
      <w:r w:rsidR="00AB6DDF">
        <w:rPr>
          <w:i/>
          <w:iCs/>
        </w:rPr>
        <w:t xml:space="preserve">.) </w:t>
      </w:r>
      <w:r w:rsidRPr="00223237">
        <w:t>Ça t</w:t>
      </w:r>
      <w:r w:rsidR="00AB6DDF">
        <w:t>’</w:t>
      </w:r>
      <w:r w:rsidRPr="00223237">
        <w:t>amuse toi</w:t>
      </w:r>
      <w:r w:rsidR="00AB6DDF">
        <w:t xml:space="preserve">, </w:t>
      </w:r>
      <w:r w:rsidRPr="00223237">
        <w:t>d</w:t>
      </w:r>
      <w:r w:rsidR="00AB6DDF">
        <w:t>’</w:t>
      </w:r>
      <w:r w:rsidRPr="00223237">
        <w:t>attendre</w:t>
      </w:r>
      <w:r w:rsidR="00AB6DDF">
        <w:t> ?</w:t>
      </w:r>
    </w:p>
    <w:p w14:paraId="36178399" w14:textId="77777777" w:rsidR="00C83B26" w:rsidRDefault="002E19AC" w:rsidP="00C83B26">
      <w:pPr>
        <w:ind w:firstLine="0"/>
        <w:jc w:val="center"/>
      </w:pPr>
      <w:r w:rsidRPr="00C83B26">
        <w:t>LA FEMME</w:t>
      </w:r>
    </w:p>
    <w:p w14:paraId="57436D5F" w14:textId="77777777" w:rsidR="00C83B26" w:rsidRDefault="002E19AC" w:rsidP="00C83B26">
      <w:r w:rsidRPr="00223237">
        <w:t>Non</w:t>
      </w:r>
      <w:r w:rsidR="00AB6DDF">
        <w:t xml:space="preserve">, </w:t>
      </w:r>
      <w:r w:rsidRPr="00223237">
        <w:t>ça ne m</w:t>
      </w:r>
      <w:r w:rsidR="00AB6DDF">
        <w:t>’</w:t>
      </w:r>
      <w:r w:rsidRPr="00223237">
        <w:t>amuse pas d</w:t>
      </w:r>
      <w:r w:rsidR="00AB6DDF">
        <w:t>’</w:t>
      </w:r>
      <w:r w:rsidRPr="00223237">
        <w:t>attendre</w:t>
      </w:r>
      <w:r w:rsidR="00AB6DDF">
        <w:t xml:space="preserve">, </w:t>
      </w:r>
      <w:r w:rsidRPr="00223237">
        <w:t>seulement je n</w:t>
      </w:r>
      <w:r w:rsidR="00AB6DDF">
        <w:t>’</w:t>
      </w:r>
      <w:r w:rsidRPr="00223237">
        <w:t>y a</w:t>
      </w:r>
      <w:r w:rsidRPr="00223237">
        <w:t>t</w:t>
      </w:r>
      <w:r w:rsidRPr="00223237">
        <w:t>tache pas une aussi grande importance que toi</w:t>
      </w:r>
      <w:r w:rsidR="00AB6DDF">
        <w:t xml:space="preserve">, </w:t>
      </w:r>
      <w:r w:rsidRPr="00223237">
        <w:t>voilà tout</w:t>
      </w:r>
      <w:r w:rsidR="00AB6DDF">
        <w:t xml:space="preserve">. </w:t>
      </w:r>
      <w:r w:rsidRPr="00223237">
        <w:t>Et puis</w:t>
      </w:r>
      <w:r w:rsidR="00AB6DDF">
        <w:t xml:space="preserve">, </w:t>
      </w:r>
      <w:r w:rsidRPr="00223237">
        <w:t>enfin</w:t>
      </w:r>
      <w:r w:rsidR="00AB6DDF">
        <w:t xml:space="preserve">, </w:t>
      </w:r>
      <w:r w:rsidRPr="00223237">
        <w:t>sois juste</w:t>
      </w:r>
      <w:r w:rsidR="00AB6DDF">
        <w:t xml:space="preserve">, </w:t>
      </w:r>
      <w:r w:rsidRPr="00223237">
        <w:t>nous n</w:t>
      </w:r>
      <w:r w:rsidR="00AB6DDF">
        <w:t>’</w:t>
      </w:r>
      <w:r w:rsidRPr="00223237">
        <w:t>avons pas encore attendu bien longtemps</w:t>
      </w:r>
      <w:r w:rsidR="00AB6DDF">
        <w:t xml:space="preserve">. </w:t>
      </w:r>
      <w:r w:rsidRPr="00223237">
        <w:t>Ce garçon a demandé de passer chez lui à quatre heures moins un quart</w:t>
      </w:r>
      <w:r w:rsidR="00AB6DDF">
        <w:t>…</w:t>
      </w:r>
    </w:p>
    <w:p w14:paraId="19AFC993" w14:textId="77777777" w:rsidR="00C83B26" w:rsidRDefault="002E19AC" w:rsidP="00C83B26">
      <w:pPr>
        <w:ind w:firstLine="0"/>
        <w:jc w:val="center"/>
      </w:pPr>
      <w:r w:rsidRPr="00C83B26">
        <w:t>LE MARI</w:t>
      </w:r>
      <w:r w:rsidR="00AB6DDF" w:rsidRPr="00C83B26">
        <w:t xml:space="preserve">, </w:t>
      </w:r>
      <w:r w:rsidRPr="00C83B26">
        <w:rPr>
          <w:i/>
          <w:iCs/>
        </w:rPr>
        <w:t>montre en main</w:t>
      </w:r>
    </w:p>
    <w:p w14:paraId="09199DAC" w14:textId="77777777" w:rsidR="00C83B26" w:rsidRDefault="002E19AC" w:rsidP="00C83B26">
      <w:r w:rsidRPr="00223237">
        <w:t>Eh</w:t>
      </w:r>
      <w:r w:rsidR="00AB6DDF">
        <w:t xml:space="preserve"> ! </w:t>
      </w:r>
      <w:r w:rsidRPr="00223237">
        <w:t>Bien</w:t>
      </w:r>
      <w:r w:rsidR="00AB6DDF">
        <w:t xml:space="preserve">, </w:t>
      </w:r>
      <w:r w:rsidRPr="00223237">
        <w:t>il est juste quatre heures moins un quart</w:t>
      </w:r>
      <w:r w:rsidR="00AB6DDF">
        <w:t>.</w:t>
      </w:r>
    </w:p>
    <w:p w14:paraId="5DAB7A1C" w14:textId="77777777" w:rsidR="00C83B26" w:rsidRDefault="002E19AC" w:rsidP="00C83B26">
      <w:pPr>
        <w:ind w:firstLine="0"/>
        <w:jc w:val="center"/>
      </w:pPr>
      <w:r w:rsidRPr="00C83B26">
        <w:t>LA FEMME</w:t>
      </w:r>
    </w:p>
    <w:p w14:paraId="23B29FA4" w14:textId="77777777" w:rsidR="00C83B26" w:rsidRDefault="002E19AC" w:rsidP="00C83B26">
      <w:r w:rsidRPr="00223237">
        <w:t>Eh</w:t>
      </w:r>
      <w:r w:rsidR="00AB6DDF">
        <w:t xml:space="preserve"> ! </w:t>
      </w:r>
      <w:r w:rsidRPr="00223237">
        <w:t>Bien</w:t>
      </w:r>
      <w:r w:rsidR="00AB6DDF">
        <w:t xml:space="preserve">, </w:t>
      </w:r>
      <w:r w:rsidRPr="00223237">
        <w:t>il ne sera donc en retard que dans quelques s</w:t>
      </w:r>
      <w:r w:rsidRPr="00223237">
        <w:t>e</w:t>
      </w:r>
      <w:r w:rsidRPr="00223237">
        <w:t>condes</w:t>
      </w:r>
      <w:r w:rsidR="00AB6DDF">
        <w:t>.</w:t>
      </w:r>
    </w:p>
    <w:p w14:paraId="0C155B1A" w14:textId="77777777" w:rsidR="00C83B26" w:rsidRDefault="002E19AC" w:rsidP="00C83B26">
      <w:pPr>
        <w:ind w:firstLine="0"/>
        <w:jc w:val="center"/>
      </w:pPr>
      <w:r w:rsidRPr="00C83B26">
        <w:t>LE MARI</w:t>
      </w:r>
    </w:p>
    <w:p w14:paraId="0B39ABBD" w14:textId="77777777" w:rsidR="00C83B26" w:rsidRDefault="002E19AC" w:rsidP="00C83B26">
      <w:r w:rsidRPr="00223237">
        <w:t xml:space="preserve">Pourquoi </w:t>
      </w:r>
      <w:r w:rsidR="00AB6DDF">
        <w:t>« </w:t>
      </w:r>
      <w:r w:rsidRPr="00223237">
        <w:t>quelques</w:t>
      </w:r>
      <w:r w:rsidR="00AB6DDF">
        <w:t xml:space="preserve"> » ?… </w:t>
      </w:r>
      <w:r w:rsidRPr="00223237">
        <w:t>Il est en retard</w:t>
      </w:r>
      <w:r w:rsidR="00AB6DDF">
        <w:t xml:space="preserve">, </w:t>
      </w:r>
      <w:r w:rsidRPr="00223237">
        <w:t>ça y est</w:t>
      </w:r>
      <w:r w:rsidR="00AB6DDF">
        <w:t>.</w:t>
      </w:r>
    </w:p>
    <w:p w14:paraId="0A96E80B" w14:textId="77777777" w:rsidR="00C83B26" w:rsidRDefault="002E19AC" w:rsidP="00C83B26">
      <w:pPr>
        <w:ind w:firstLine="0"/>
        <w:jc w:val="center"/>
      </w:pPr>
      <w:r w:rsidRPr="00C83B26">
        <w:t>LA FEMME</w:t>
      </w:r>
    </w:p>
    <w:p w14:paraId="61EDB506" w14:textId="77777777" w:rsidR="00C83B26" w:rsidRDefault="002E19AC" w:rsidP="00C83B26">
      <w:r w:rsidRPr="00223237">
        <w:t>Eh</w:t>
      </w:r>
      <w:r w:rsidR="00AB6DDF">
        <w:t xml:space="preserve"> ! </w:t>
      </w:r>
      <w:r w:rsidRPr="00223237">
        <w:t>Bien</w:t>
      </w:r>
      <w:r w:rsidR="00AB6DDF">
        <w:t xml:space="preserve">, </w:t>
      </w:r>
      <w:r w:rsidRPr="00223237">
        <w:t>ça y est</w:t>
      </w:r>
      <w:r w:rsidR="00AB6DDF">
        <w:t xml:space="preserve">, </w:t>
      </w:r>
      <w:r w:rsidRPr="00223237">
        <w:t>il est en retard</w:t>
      </w:r>
      <w:r w:rsidR="00AB6DDF">
        <w:t xml:space="preserve">. </w:t>
      </w:r>
      <w:r w:rsidRPr="00223237">
        <w:t>Et puis</w:t>
      </w:r>
      <w:r w:rsidR="00AB6DDF">
        <w:t xml:space="preserve">, </w:t>
      </w:r>
      <w:r w:rsidRPr="00223237">
        <w:t>après</w:t>
      </w:r>
      <w:r w:rsidR="00AB6DDF">
        <w:t xml:space="preserve"> ? </w:t>
      </w:r>
      <w:r w:rsidRPr="00223237">
        <w:t>En voilà une affaire</w:t>
      </w:r>
      <w:r w:rsidR="00AB6DDF">
        <w:t> !</w:t>
      </w:r>
    </w:p>
    <w:p w14:paraId="6A7F4411" w14:textId="77777777" w:rsidR="00C83B26" w:rsidRDefault="002E19AC" w:rsidP="00C83B26">
      <w:pPr>
        <w:ind w:firstLine="0"/>
        <w:jc w:val="center"/>
      </w:pPr>
      <w:r w:rsidRPr="00C83B26">
        <w:t>LE MARI</w:t>
      </w:r>
    </w:p>
    <w:p w14:paraId="0C452AF3" w14:textId="77777777" w:rsidR="00C83B26" w:rsidRDefault="002E19AC" w:rsidP="00C83B26">
      <w:r w:rsidRPr="00223237">
        <w:t>Tu prends gaiement la chose</w:t>
      </w:r>
      <w:r w:rsidR="00AB6DDF">
        <w:t xml:space="preserve">, </w:t>
      </w:r>
      <w:r w:rsidRPr="00223237">
        <w:t>toi</w:t>
      </w:r>
      <w:r w:rsidR="00AB6DDF">
        <w:t>.</w:t>
      </w:r>
    </w:p>
    <w:p w14:paraId="50656C5A" w14:textId="77777777" w:rsidR="00C83B26" w:rsidRDefault="002E19AC" w:rsidP="00C83B26">
      <w:pPr>
        <w:ind w:firstLine="0"/>
        <w:jc w:val="center"/>
      </w:pPr>
      <w:r w:rsidRPr="00C83B26">
        <w:t>LA FEMME</w:t>
      </w:r>
    </w:p>
    <w:p w14:paraId="70EB6267" w14:textId="77777777" w:rsidR="00C83B26" w:rsidRDefault="002E19AC" w:rsidP="00C83B26">
      <w:r w:rsidRPr="00223237">
        <w:t>Fais comme moi</w:t>
      </w:r>
      <w:r w:rsidR="00AB6DDF">
        <w:t xml:space="preserve">, </w:t>
      </w:r>
      <w:r w:rsidRPr="00223237">
        <w:t>va</w:t>
      </w:r>
      <w:r w:rsidR="00AB6DDF">
        <w:t xml:space="preserve">. </w:t>
      </w:r>
      <w:r w:rsidRPr="00223237">
        <w:t>C</w:t>
      </w:r>
      <w:r w:rsidR="00AB6DDF">
        <w:t>’</w:t>
      </w:r>
      <w:r w:rsidRPr="00223237">
        <w:t>est très joli chez lui</w:t>
      </w:r>
      <w:r w:rsidR="00AB6DDF">
        <w:t>.</w:t>
      </w:r>
    </w:p>
    <w:p w14:paraId="3BDAA1F9" w14:textId="77777777" w:rsidR="00C83B26" w:rsidRDefault="002E19AC" w:rsidP="00C83B26">
      <w:pPr>
        <w:ind w:firstLine="0"/>
        <w:jc w:val="center"/>
      </w:pPr>
      <w:r w:rsidRPr="00C83B26">
        <w:lastRenderedPageBreak/>
        <w:t>LE MARI</w:t>
      </w:r>
    </w:p>
    <w:p w14:paraId="7588BAFA" w14:textId="77777777" w:rsidR="00C83B26" w:rsidRDefault="002E19AC" w:rsidP="00C83B26">
      <w:r w:rsidRPr="00223237">
        <w:t>C</w:t>
      </w:r>
      <w:r w:rsidR="00AB6DDF">
        <w:t>’</w:t>
      </w:r>
      <w:r w:rsidRPr="00223237">
        <w:t>est gentil</w:t>
      </w:r>
      <w:r w:rsidR="00AB6DDF">
        <w:t xml:space="preserve">, </w:t>
      </w:r>
      <w:r w:rsidRPr="00223237">
        <w:t>oui</w:t>
      </w:r>
      <w:r w:rsidR="00AB6DDF">
        <w:t>.</w:t>
      </w:r>
    </w:p>
    <w:p w14:paraId="7754B88B" w14:textId="77777777" w:rsidR="00C83B26" w:rsidRDefault="002E19AC" w:rsidP="00C83B26">
      <w:pPr>
        <w:ind w:firstLine="0"/>
        <w:jc w:val="center"/>
      </w:pPr>
      <w:r w:rsidRPr="00C83B26">
        <w:t>LA FEMME</w:t>
      </w:r>
    </w:p>
    <w:p w14:paraId="029C3177" w14:textId="77777777" w:rsidR="00C83B26" w:rsidRDefault="002E19AC" w:rsidP="00C83B26">
      <w:r w:rsidRPr="00223237">
        <w:t>Je trouve ça mieux que gentil</w:t>
      </w:r>
      <w:r w:rsidR="00AB6DDF">
        <w:t xml:space="preserve">. </w:t>
      </w:r>
      <w:r w:rsidRPr="00223237">
        <w:t>C</w:t>
      </w:r>
      <w:r w:rsidR="00AB6DDF">
        <w:t>’</w:t>
      </w:r>
      <w:r w:rsidRPr="00223237">
        <w:t>est arrangé avec bea</w:t>
      </w:r>
      <w:r w:rsidRPr="00223237">
        <w:t>u</w:t>
      </w:r>
      <w:r w:rsidRPr="00223237">
        <w:t>coup de goût</w:t>
      </w:r>
      <w:r w:rsidR="00AB6DDF">
        <w:t xml:space="preserve">. </w:t>
      </w:r>
      <w:r w:rsidRPr="00223237">
        <w:t>On sent que les choses sont entrées ici une à une</w:t>
      </w:r>
      <w:r w:rsidR="00AB6DDF">
        <w:t xml:space="preserve">. </w:t>
      </w:r>
      <w:r w:rsidRPr="00223237">
        <w:t>Ce qu</w:t>
      </w:r>
      <w:r w:rsidR="00AB6DDF">
        <w:t>’</w:t>
      </w:r>
      <w:r w:rsidRPr="00223237">
        <w:t>il y a d</w:t>
      </w:r>
      <w:r w:rsidR="00AB6DDF">
        <w:t>’</w:t>
      </w:r>
      <w:r w:rsidRPr="00223237">
        <w:t>agréable dans un intérieur</w:t>
      </w:r>
      <w:r w:rsidR="00AB6DDF">
        <w:t xml:space="preserve">, </w:t>
      </w:r>
      <w:r w:rsidRPr="00223237">
        <w:t>c</w:t>
      </w:r>
      <w:r w:rsidR="00AB6DDF">
        <w:t>’</w:t>
      </w:r>
      <w:r w:rsidRPr="00223237">
        <w:t>est de sentir la perso</w:t>
      </w:r>
      <w:r w:rsidRPr="00223237">
        <w:t>n</w:t>
      </w:r>
      <w:r w:rsidRPr="00223237">
        <w:t>nalité de celui qui l</w:t>
      </w:r>
      <w:r w:rsidR="00AB6DDF">
        <w:t>’</w:t>
      </w:r>
      <w:r w:rsidRPr="00223237">
        <w:t>habite</w:t>
      </w:r>
      <w:r w:rsidR="00AB6DDF">
        <w:t xml:space="preserve">. </w:t>
      </w:r>
      <w:r w:rsidRPr="00223237">
        <w:t>Mettre à côté les uns des autres des meubles d</w:t>
      </w:r>
      <w:r w:rsidR="00AB6DDF">
        <w:t>’</w:t>
      </w:r>
      <w:r w:rsidRPr="00223237">
        <w:t>époques différentes</w:t>
      </w:r>
      <w:r w:rsidR="00AB6DDF">
        <w:t xml:space="preserve">, </w:t>
      </w:r>
      <w:r w:rsidRPr="00223237">
        <w:t>c</w:t>
      </w:r>
      <w:r w:rsidR="00AB6DDF">
        <w:t>’</w:t>
      </w:r>
      <w:r w:rsidRPr="00223237">
        <w:t>est très difficile</w:t>
      </w:r>
      <w:r w:rsidR="00AB6DDF">
        <w:t xml:space="preserve">. </w:t>
      </w:r>
      <w:r w:rsidRPr="00223237">
        <w:t>Tout cela est charmant</w:t>
      </w:r>
      <w:r w:rsidR="00AB6DDF">
        <w:t xml:space="preserve">. </w:t>
      </w:r>
      <w:r w:rsidRPr="00223237">
        <w:t>Tu n</w:t>
      </w:r>
      <w:r w:rsidR="00AB6DDF">
        <w:t>’</w:t>
      </w:r>
      <w:r w:rsidRPr="00223237">
        <w:t>es pas de mon avis</w:t>
      </w:r>
      <w:r w:rsidR="00AB6DDF">
        <w:t> ?</w:t>
      </w:r>
    </w:p>
    <w:p w14:paraId="66C38F02" w14:textId="77777777" w:rsidR="00C83B26" w:rsidRDefault="002E19AC" w:rsidP="00C83B26">
      <w:pPr>
        <w:ind w:firstLine="0"/>
        <w:jc w:val="center"/>
      </w:pPr>
      <w:r w:rsidRPr="00C83B26">
        <w:t>LE MARI</w:t>
      </w:r>
    </w:p>
    <w:p w14:paraId="258E8B9F" w14:textId="77777777" w:rsidR="00C83B26" w:rsidRDefault="002E19AC" w:rsidP="00C83B26">
      <w:r w:rsidRPr="00223237">
        <w:t>Hein</w:t>
      </w:r>
      <w:r w:rsidR="00AB6DDF">
        <w:t>… ?</w:t>
      </w:r>
    </w:p>
    <w:p w14:paraId="575E653D" w14:textId="77777777" w:rsidR="00C83B26" w:rsidRDefault="002E19AC" w:rsidP="00C83B26">
      <w:pPr>
        <w:ind w:firstLine="0"/>
        <w:jc w:val="center"/>
      </w:pPr>
      <w:r w:rsidRPr="00C83B26">
        <w:t>LA FEMME</w:t>
      </w:r>
    </w:p>
    <w:p w14:paraId="5A66A4EE" w14:textId="77777777" w:rsidR="00C83B26" w:rsidRDefault="002E19AC" w:rsidP="00C83B26">
      <w:r w:rsidRPr="00223237">
        <w:t>Rien</w:t>
      </w:r>
      <w:r w:rsidR="00AB6DDF">
        <w:t>.</w:t>
      </w:r>
    </w:p>
    <w:p w14:paraId="4E260632" w14:textId="77777777" w:rsidR="00C83B26" w:rsidRDefault="002E19AC" w:rsidP="00C83B26">
      <w:pPr>
        <w:ind w:firstLine="0"/>
        <w:jc w:val="center"/>
      </w:pPr>
      <w:r w:rsidRPr="00C83B26">
        <w:t>LE MARI</w:t>
      </w:r>
    </w:p>
    <w:p w14:paraId="5DBB7231" w14:textId="77777777" w:rsidR="00C83B26" w:rsidRDefault="002E19AC" w:rsidP="00C83B26">
      <w:r w:rsidRPr="00223237">
        <w:t>Quoi</w:t>
      </w:r>
      <w:r w:rsidR="00AB6DDF">
        <w:t xml:space="preserve">, </w:t>
      </w:r>
      <w:r w:rsidRPr="00223237">
        <w:t>tu crois que je n</w:t>
      </w:r>
      <w:r w:rsidR="00AB6DDF">
        <w:t>’</w:t>
      </w:r>
      <w:r w:rsidRPr="00223237">
        <w:t>ai pas entendu ce que tu m</w:t>
      </w:r>
      <w:r w:rsidR="00AB6DDF">
        <w:t>’</w:t>
      </w:r>
      <w:r w:rsidRPr="00223237">
        <w:t>as d</w:t>
      </w:r>
      <w:r w:rsidRPr="00223237">
        <w:t>e</w:t>
      </w:r>
      <w:r w:rsidRPr="00223237">
        <w:t>mandé</w:t>
      </w:r>
      <w:r w:rsidR="00AB6DDF">
        <w:t> ?</w:t>
      </w:r>
    </w:p>
    <w:p w14:paraId="7A962E8E" w14:textId="77777777" w:rsidR="00C83B26" w:rsidRDefault="002E19AC" w:rsidP="00C83B26">
      <w:pPr>
        <w:ind w:firstLine="0"/>
        <w:jc w:val="center"/>
      </w:pPr>
      <w:r w:rsidRPr="00C83B26">
        <w:t>LA FEMME</w:t>
      </w:r>
    </w:p>
    <w:p w14:paraId="008FEE8C" w14:textId="77777777" w:rsidR="00C83B26" w:rsidRDefault="002E19AC" w:rsidP="00C83B26">
      <w:r w:rsidRPr="00223237">
        <w:t>Eh</w:t>
      </w:r>
      <w:r w:rsidR="00AB6DDF">
        <w:t xml:space="preserve"> ! </w:t>
      </w:r>
      <w:r w:rsidRPr="00223237">
        <w:t>Bien</w:t>
      </w:r>
      <w:r w:rsidR="00AB6DDF">
        <w:t xml:space="preserve">, </w:t>
      </w:r>
      <w:r w:rsidRPr="00223237">
        <w:t>qu</w:t>
      </w:r>
      <w:r w:rsidR="00AB6DDF">
        <w:t>’</w:t>
      </w:r>
      <w:r w:rsidRPr="00223237">
        <w:t>est-ce que je t</w:t>
      </w:r>
      <w:r w:rsidR="00AB6DDF">
        <w:t>’</w:t>
      </w:r>
      <w:r w:rsidRPr="00223237">
        <w:t>ai demandé</w:t>
      </w:r>
      <w:r w:rsidR="00AB6DDF">
        <w:t> ?</w:t>
      </w:r>
    </w:p>
    <w:p w14:paraId="395DE5E3" w14:textId="77777777" w:rsidR="00C83B26" w:rsidRDefault="002E19AC" w:rsidP="00C83B26">
      <w:pPr>
        <w:ind w:firstLine="0"/>
        <w:jc w:val="center"/>
      </w:pPr>
      <w:r w:rsidRPr="00C83B26">
        <w:t>LE MARI</w:t>
      </w:r>
    </w:p>
    <w:p w14:paraId="2421300C" w14:textId="77777777" w:rsidR="00C83B26" w:rsidRDefault="002E19AC" w:rsidP="00C83B26">
      <w:r w:rsidRPr="00223237">
        <w:t>Eh</w:t>
      </w:r>
      <w:r w:rsidR="00AB6DDF">
        <w:t xml:space="preserve"> ! </w:t>
      </w:r>
      <w:r w:rsidRPr="00223237">
        <w:t>Bien</w:t>
      </w:r>
      <w:r w:rsidR="00AB6DDF">
        <w:t xml:space="preserve">, </w:t>
      </w:r>
      <w:r w:rsidRPr="00223237">
        <w:t>tu m</w:t>
      </w:r>
      <w:r w:rsidR="00AB6DDF">
        <w:t>’</w:t>
      </w:r>
      <w:r w:rsidRPr="00223237">
        <w:t>as demandé</w:t>
      </w:r>
      <w:r w:rsidR="00AB6DDF">
        <w:t xml:space="preserve">, </w:t>
      </w:r>
      <w:r w:rsidRPr="00223237">
        <w:t>à propos des meubles</w:t>
      </w:r>
      <w:r w:rsidR="00AB6DDF">
        <w:t>…</w:t>
      </w:r>
    </w:p>
    <w:p w14:paraId="495E81A6" w14:textId="77777777" w:rsidR="00C83B26" w:rsidRDefault="002E19AC" w:rsidP="00C83B26">
      <w:pPr>
        <w:ind w:firstLine="0"/>
        <w:jc w:val="center"/>
      </w:pPr>
      <w:r w:rsidRPr="00C83B26">
        <w:t>LA FEMME</w:t>
      </w:r>
    </w:p>
    <w:p w14:paraId="31BEED82" w14:textId="77777777" w:rsidR="00C83B26" w:rsidRDefault="002E19AC" w:rsidP="00C83B26">
      <w:r w:rsidRPr="00223237">
        <w:t>Et alors</w:t>
      </w:r>
      <w:r w:rsidR="00AB6DDF">
        <w:t> ?</w:t>
      </w:r>
    </w:p>
    <w:p w14:paraId="1A55C7F4" w14:textId="77777777" w:rsidR="00C83B26" w:rsidRDefault="002E19AC" w:rsidP="00C83B26">
      <w:pPr>
        <w:ind w:firstLine="0"/>
        <w:jc w:val="center"/>
      </w:pPr>
      <w:r w:rsidRPr="00C83B26">
        <w:t>LE MARI</w:t>
      </w:r>
    </w:p>
    <w:p w14:paraId="46EE7C96" w14:textId="77777777" w:rsidR="00C83B26" w:rsidRDefault="002E19AC" w:rsidP="00C83B26">
      <w:r w:rsidRPr="00223237">
        <w:lastRenderedPageBreak/>
        <w:t>Et alors</w:t>
      </w:r>
      <w:r w:rsidR="00AB6DDF">
        <w:t xml:space="preserve">, </w:t>
      </w:r>
      <w:r w:rsidRPr="00223237">
        <w:t>oui</w:t>
      </w:r>
      <w:r w:rsidR="00AB6DDF">
        <w:t xml:space="preserve">, </w:t>
      </w:r>
      <w:r w:rsidRPr="00223237">
        <w:t>quoi</w:t>
      </w:r>
      <w:r w:rsidR="00AB6DDF">
        <w:t xml:space="preserve">, </w:t>
      </w:r>
      <w:r w:rsidRPr="00223237">
        <w:t>tu as raison</w:t>
      </w:r>
      <w:r w:rsidR="00AB6DDF">
        <w:t xml:space="preserve">… </w:t>
      </w:r>
      <w:r w:rsidRPr="00223237">
        <w:t>c</w:t>
      </w:r>
      <w:r w:rsidR="00AB6DDF">
        <w:t>’</w:t>
      </w:r>
      <w:r w:rsidRPr="00223237">
        <w:t>est arrangé avec bea</w:t>
      </w:r>
      <w:r w:rsidRPr="00223237">
        <w:t>u</w:t>
      </w:r>
      <w:r w:rsidRPr="00223237">
        <w:t>coup de goût</w:t>
      </w:r>
      <w:r w:rsidR="00AB6DDF">
        <w:t xml:space="preserve">. </w:t>
      </w:r>
      <w:r w:rsidRPr="00223237">
        <w:t>Ce qui m</w:t>
      </w:r>
      <w:r w:rsidR="00AB6DDF">
        <w:t>’</w:t>
      </w:r>
      <w:r w:rsidRPr="00223237">
        <w:t>étonne même</w:t>
      </w:r>
      <w:r w:rsidR="00AB6DDF">
        <w:t xml:space="preserve">, </w:t>
      </w:r>
      <w:r w:rsidRPr="00223237">
        <w:t>c</w:t>
      </w:r>
      <w:r w:rsidR="00AB6DDF">
        <w:t>’</w:t>
      </w:r>
      <w:r w:rsidRPr="00223237">
        <w:t>est que lorsqu</w:t>
      </w:r>
      <w:r w:rsidR="00AB6DDF">
        <w:t>’</w:t>
      </w:r>
      <w:r w:rsidRPr="00223237">
        <w:t>on a un appart</w:t>
      </w:r>
      <w:r w:rsidRPr="00223237">
        <w:t>e</w:t>
      </w:r>
      <w:r w:rsidRPr="00223237">
        <w:t>ment arrangé comme ça</w:t>
      </w:r>
      <w:r w:rsidR="00AB6DDF">
        <w:t xml:space="preserve">, </w:t>
      </w:r>
      <w:r w:rsidRPr="00223237">
        <w:t>on aille dehors</w:t>
      </w:r>
      <w:r w:rsidR="00AB6DDF">
        <w:t xml:space="preserve">. </w:t>
      </w:r>
      <w:r w:rsidRPr="00223237">
        <w:t>Moi</w:t>
      </w:r>
      <w:r w:rsidR="00AB6DDF">
        <w:t xml:space="preserve">, </w:t>
      </w:r>
      <w:r w:rsidRPr="00223237">
        <w:t>si j</w:t>
      </w:r>
      <w:r w:rsidR="00AB6DDF">
        <w:t>’</w:t>
      </w:r>
      <w:r w:rsidRPr="00223237">
        <w:t>avais des meubles comme ceux-là</w:t>
      </w:r>
      <w:r w:rsidR="00AB6DDF">
        <w:t xml:space="preserve">, </w:t>
      </w:r>
      <w:r w:rsidRPr="00223237">
        <w:t>je ne sortirais jamais de chez moi</w:t>
      </w:r>
      <w:r w:rsidR="00AB6DDF">
        <w:t>.</w:t>
      </w:r>
    </w:p>
    <w:p w14:paraId="7D466222" w14:textId="77777777" w:rsidR="00C83B26" w:rsidRDefault="002E19AC" w:rsidP="00C83B26">
      <w:pPr>
        <w:ind w:firstLine="0"/>
        <w:jc w:val="center"/>
      </w:pPr>
      <w:r w:rsidRPr="00C83B26">
        <w:t>LA FEMME</w:t>
      </w:r>
    </w:p>
    <w:p w14:paraId="0F0498CE" w14:textId="77777777" w:rsidR="00C83B26" w:rsidRDefault="002E19AC" w:rsidP="00C83B26">
      <w:r w:rsidRPr="00223237">
        <w:t>Il a peut-être été retenu</w:t>
      </w:r>
      <w:r w:rsidR="00AB6DDF">
        <w:t>…</w:t>
      </w:r>
    </w:p>
    <w:p w14:paraId="086F109C" w14:textId="77777777" w:rsidR="00C83B26" w:rsidRDefault="002E19AC" w:rsidP="00C83B26">
      <w:pPr>
        <w:ind w:firstLine="0"/>
        <w:jc w:val="center"/>
      </w:pPr>
      <w:r w:rsidRPr="00C83B26">
        <w:t>LE MARI</w:t>
      </w:r>
    </w:p>
    <w:p w14:paraId="5F79FF5D" w14:textId="77777777" w:rsidR="00C83B26" w:rsidRDefault="002E19AC" w:rsidP="00C83B26">
      <w:r w:rsidRPr="00223237">
        <w:t>Où veux-tu qu</w:t>
      </w:r>
      <w:r w:rsidR="00AB6DDF">
        <w:t>’</w:t>
      </w:r>
      <w:r w:rsidRPr="00223237">
        <w:t>il ait été retenu</w:t>
      </w:r>
      <w:r w:rsidR="00AB6DDF">
        <w:t> ?</w:t>
      </w:r>
    </w:p>
    <w:p w14:paraId="39DE43F9" w14:textId="77777777" w:rsidR="00C83B26" w:rsidRDefault="002E19AC" w:rsidP="00C83B26">
      <w:pPr>
        <w:ind w:firstLine="0"/>
        <w:jc w:val="center"/>
      </w:pPr>
      <w:r w:rsidRPr="00C83B26">
        <w:t>LA FEMME</w:t>
      </w:r>
    </w:p>
    <w:p w14:paraId="73DD22E3" w14:textId="77777777" w:rsidR="00C83B26" w:rsidRDefault="002E19AC" w:rsidP="00C83B26">
      <w:r w:rsidRPr="00223237">
        <w:t>Mais je n</w:t>
      </w:r>
      <w:r w:rsidR="00AB6DDF">
        <w:t>’</w:t>
      </w:r>
      <w:r w:rsidRPr="00223237">
        <w:t>en sais rien</w:t>
      </w:r>
      <w:r w:rsidR="00AB6DDF">
        <w:t>.</w:t>
      </w:r>
    </w:p>
    <w:p w14:paraId="0FBA6A38" w14:textId="77777777" w:rsidR="00C83B26" w:rsidRDefault="002E19AC" w:rsidP="00C83B26">
      <w:pPr>
        <w:ind w:firstLine="0"/>
        <w:jc w:val="center"/>
      </w:pPr>
      <w:r w:rsidRPr="00C83B26">
        <w:t>LE MARI</w:t>
      </w:r>
    </w:p>
    <w:p w14:paraId="2132923C" w14:textId="77777777" w:rsidR="00C83B26" w:rsidRDefault="002E19AC" w:rsidP="00C83B26">
      <w:r w:rsidRPr="00223237">
        <w:t>Il n</w:t>
      </w:r>
      <w:r w:rsidR="00AB6DDF">
        <w:t>’</w:t>
      </w:r>
      <w:r w:rsidRPr="00223237">
        <w:t>a rien à faire dans la vie</w:t>
      </w:r>
      <w:r w:rsidR="00AB6DDF">
        <w:t>…</w:t>
      </w:r>
    </w:p>
    <w:p w14:paraId="7EB77E5B" w14:textId="77777777" w:rsidR="00C83B26" w:rsidRDefault="002E19AC" w:rsidP="00C83B26">
      <w:pPr>
        <w:ind w:firstLine="0"/>
        <w:jc w:val="center"/>
      </w:pPr>
      <w:r w:rsidRPr="00C83B26">
        <w:t>LA FEMME</w:t>
      </w:r>
    </w:p>
    <w:p w14:paraId="6138F3A3" w14:textId="77777777" w:rsidR="00C83B26" w:rsidRDefault="002E19AC" w:rsidP="00C83B26">
      <w:r w:rsidRPr="00223237">
        <w:t>Il est tout de même avocat</w:t>
      </w:r>
      <w:r w:rsidR="00AB6DDF">
        <w:t>.</w:t>
      </w:r>
    </w:p>
    <w:p w14:paraId="2E3EA0E3" w14:textId="77777777" w:rsidR="00C83B26" w:rsidRDefault="002E19AC" w:rsidP="00C83B26">
      <w:pPr>
        <w:ind w:firstLine="0"/>
        <w:jc w:val="center"/>
      </w:pPr>
      <w:r w:rsidRPr="00C83B26">
        <w:t>LE MARI</w:t>
      </w:r>
    </w:p>
    <w:p w14:paraId="5BEBA1AB" w14:textId="77777777" w:rsidR="00C83B26" w:rsidRDefault="002E19AC" w:rsidP="00C83B26">
      <w:r w:rsidRPr="00223237">
        <w:t>Avocat</w:t>
      </w:r>
      <w:r w:rsidR="00AB6DDF">
        <w:t xml:space="preserve"> ! </w:t>
      </w:r>
      <w:r w:rsidRPr="00223237">
        <w:t>Penses-tu</w:t>
      </w:r>
      <w:r w:rsidR="00AB6DDF">
        <w:t> ?</w:t>
      </w:r>
    </w:p>
    <w:p w14:paraId="732A7D0E" w14:textId="77777777" w:rsidR="00C83B26" w:rsidRDefault="002E19AC" w:rsidP="00C83B26">
      <w:pPr>
        <w:ind w:firstLine="0"/>
        <w:jc w:val="center"/>
      </w:pPr>
      <w:r w:rsidRPr="00C83B26">
        <w:t>LA FEMME</w:t>
      </w:r>
    </w:p>
    <w:p w14:paraId="3BB85994" w14:textId="77777777" w:rsidR="00C83B26" w:rsidRDefault="002E19AC" w:rsidP="00C83B26">
      <w:r w:rsidRPr="00223237">
        <w:t>Il m</w:t>
      </w:r>
      <w:r w:rsidR="00AB6DDF">
        <w:t>’</w:t>
      </w:r>
      <w:r w:rsidRPr="00223237">
        <w:t>a dit qu</w:t>
      </w:r>
      <w:r w:rsidR="00AB6DDF">
        <w:t>’</w:t>
      </w:r>
      <w:r w:rsidRPr="00223237">
        <w:t>il était attaché au barreau de Paris</w:t>
      </w:r>
      <w:r w:rsidR="00AB6DDF">
        <w:t>.</w:t>
      </w:r>
    </w:p>
    <w:p w14:paraId="0C57EF22" w14:textId="77777777" w:rsidR="00C83B26" w:rsidRDefault="002E19AC" w:rsidP="00C83B26">
      <w:pPr>
        <w:ind w:firstLine="0"/>
        <w:jc w:val="center"/>
      </w:pPr>
      <w:r w:rsidRPr="00C83B26">
        <w:t>LE MARI</w:t>
      </w:r>
    </w:p>
    <w:p w14:paraId="03820E56" w14:textId="77777777" w:rsidR="00C83B26" w:rsidRDefault="002E19AC" w:rsidP="00C83B26">
      <w:r w:rsidRPr="00223237">
        <w:t>Attaché</w:t>
      </w:r>
      <w:r w:rsidR="00AB6DDF">
        <w:t xml:space="preserve"> ? </w:t>
      </w:r>
      <w:r w:rsidRPr="00223237">
        <w:t>Pas solidement</w:t>
      </w:r>
      <w:r w:rsidR="00AB6DDF">
        <w:t>. (</w:t>
      </w:r>
      <w:r w:rsidRPr="00223237">
        <w:rPr>
          <w:i/>
        </w:rPr>
        <w:t xml:space="preserve">Il </w:t>
      </w:r>
      <w:r w:rsidRPr="00223237">
        <w:rPr>
          <w:i/>
          <w:iCs/>
        </w:rPr>
        <w:t>rit</w:t>
      </w:r>
      <w:r w:rsidR="00AB6DDF">
        <w:rPr>
          <w:i/>
          <w:iCs/>
        </w:rPr>
        <w:t xml:space="preserve">.) </w:t>
      </w:r>
      <w:r w:rsidRPr="00223237">
        <w:t>Il est amusant comme mot celui-là</w:t>
      </w:r>
      <w:r w:rsidR="00AB6DDF">
        <w:t xml:space="preserve">, </w:t>
      </w:r>
      <w:r w:rsidRPr="00223237">
        <w:t>hein</w:t>
      </w:r>
      <w:r w:rsidR="00AB6DDF">
        <w:t xml:space="preserve">… </w:t>
      </w:r>
      <w:r w:rsidRPr="00223237">
        <w:t>Non</w:t>
      </w:r>
      <w:r w:rsidR="00AB6DDF">
        <w:t xml:space="preserve">, </w:t>
      </w:r>
      <w:r w:rsidRPr="00223237">
        <w:t>il a fait son droit</w:t>
      </w:r>
      <w:r w:rsidR="00AB6DDF">
        <w:t xml:space="preserve">, </w:t>
      </w:r>
      <w:r w:rsidRPr="00223237">
        <w:t>pour faire quelque chose</w:t>
      </w:r>
      <w:r w:rsidR="00AB6DDF">
        <w:t xml:space="preserve">, </w:t>
      </w:r>
      <w:r w:rsidRPr="00223237">
        <w:t>comme la plupart des hommes du monde qui ne veulent rien faire</w:t>
      </w:r>
      <w:r w:rsidR="00AB6DDF">
        <w:t xml:space="preserve">. </w:t>
      </w:r>
      <w:r w:rsidRPr="00223237">
        <w:t>D</w:t>
      </w:r>
      <w:r w:rsidR="00AB6DDF">
        <w:t>’</w:t>
      </w:r>
      <w:r w:rsidRPr="00223237">
        <w:t>ailleurs</w:t>
      </w:r>
      <w:r w:rsidR="00AB6DDF">
        <w:t xml:space="preserve">, </w:t>
      </w:r>
      <w:r w:rsidRPr="00223237">
        <w:t>ça le regarde</w:t>
      </w:r>
      <w:r w:rsidR="00AB6DDF">
        <w:t xml:space="preserve">. </w:t>
      </w:r>
      <w:r w:rsidRPr="00223237">
        <w:t>Il a un nom</w:t>
      </w:r>
      <w:r w:rsidR="00AB6DDF">
        <w:t xml:space="preserve">, </w:t>
      </w:r>
      <w:r w:rsidRPr="00223237">
        <w:t xml:space="preserve">de la </w:t>
      </w:r>
      <w:r w:rsidRPr="00223237">
        <w:lastRenderedPageBreak/>
        <w:t>fortune</w:t>
      </w:r>
      <w:r w:rsidR="00AB6DDF">
        <w:t xml:space="preserve">… </w:t>
      </w:r>
      <w:r w:rsidRPr="00223237">
        <w:t>il</w:t>
      </w:r>
      <w:r>
        <w:t xml:space="preserve"> a</w:t>
      </w:r>
      <w:r w:rsidRPr="00223237">
        <w:rPr>
          <w:bCs/>
          <w:i/>
          <w:iCs/>
        </w:rPr>
        <w:t xml:space="preserve"> </w:t>
      </w:r>
      <w:r w:rsidRPr="00223237">
        <w:t>bien raison de ne pas se la fouler</w:t>
      </w:r>
      <w:r w:rsidR="00AB6DDF">
        <w:t xml:space="preserve">. </w:t>
      </w:r>
      <w:r w:rsidRPr="00223237">
        <w:t>La vie lui est facile</w:t>
      </w:r>
      <w:r w:rsidR="00AB6DDF">
        <w:t xml:space="preserve">… </w:t>
      </w:r>
      <w:r w:rsidRPr="00223237">
        <w:t>il a</w:t>
      </w:r>
      <w:r w:rsidRPr="00223237">
        <w:t>i</w:t>
      </w:r>
      <w:r w:rsidRPr="00223237">
        <w:t>me les femmes</w:t>
      </w:r>
      <w:r w:rsidR="00AB6DDF">
        <w:t>…</w:t>
      </w:r>
    </w:p>
    <w:p w14:paraId="7789BC3F" w14:textId="77777777" w:rsidR="00C83B26" w:rsidRDefault="002E19AC" w:rsidP="00C83B26">
      <w:pPr>
        <w:ind w:firstLine="0"/>
        <w:jc w:val="center"/>
      </w:pPr>
      <w:r w:rsidRPr="00C83B26">
        <w:t>LA FEMME</w:t>
      </w:r>
    </w:p>
    <w:p w14:paraId="12BAB20A" w14:textId="77777777" w:rsidR="00C83B26" w:rsidRDefault="002E19AC" w:rsidP="00C83B26">
      <w:r w:rsidRPr="00223237">
        <w:t>Tu crois qu</w:t>
      </w:r>
      <w:r w:rsidR="00AB6DDF">
        <w:t>’</w:t>
      </w:r>
      <w:r w:rsidRPr="00223237">
        <w:t>il aime les femmes</w:t>
      </w:r>
      <w:r w:rsidR="00AB6DDF">
        <w:t> ?</w:t>
      </w:r>
    </w:p>
    <w:p w14:paraId="629D4EE9" w14:textId="77777777" w:rsidR="00C83B26" w:rsidRDefault="002E19AC" w:rsidP="00C83B26">
      <w:pPr>
        <w:ind w:firstLine="0"/>
        <w:jc w:val="center"/>
      </w:pPr>
      <w:r w:rsidRPr="00C83B26">
        <w:t>LE MARI</w:t>
      </w:r>
    </w:p>
    <w:p w14:paraId="58BA69E7" w14:textId="77777777" w:rsidR="00C83B26" w:rsidRDefault="002E19AC" w:rsidP="00C83B26">
      <w:r w:rsidRPr="00223237">
        <w:t>Je l</w:t>
      </w:r>
      <w:r w:rsidR="00AB6DDF">
        <w:t>’</w:t>
      </w:r>
      <w:r w:rsidRPr="00223237">
        <w:t>espère pour lui</w:t>
      </w:r>
      <w:r w:rsidR="00AB6DDF">
        <w:t xml:space="preserve">. </w:t>
      </w:r>
      <w:r w:rsidRPr="00223237">
        <w:t>Depuis qu</w:t>
      </w:r>
      <w:r w:rsidR="00AB6DDF">
        <w:t>’</w:t>
      </w:r>
      <w:r w:rsidRPr="00223237">
        <w:t>il est avec la petite Mart</w:t>
      </w:r>
      <w:r w:rsidRPr="00223237">
        <w:t>i</w:t>
      </w:r>
      <w:r w:rsidRPr="00223237">
        <w:t>ni</w:t>
      </w:r>
      <w:r w:rsidR="00AB6DDF">
        <w:t>…</w:t>
      </w:r>
    </w:p>
    <w:p w14:paraId="2889096D" w14:textId="77777777" w:rsidR="00C83B26" w:rsidRDefault="002E19AC" w:rsidP="00C83B26">
      <w:pPr>
        <w:ind w:firstLine="0"/>
        <w:jc w:val="center"/>
      </w:pPr>
      <w:r w:rsidRPr="00C83B26">
        <w:t>LA FEMME</w:t>
      </w:r>
    </w:p>
    <w:p w14:paraId="7C7F3CEF" w14:textId="77777777" w:rsidR="00C83B26" w:rsidRDefault="002E19AC" w:rsidP="00C83B26">
      <w:r w:rsidRPr="00223237">
        <w:t>Il est toujours avec la petite Martini</w:t>
      </w:r>
      <w:r w:rsidR="00AB6DDF">
        <w:t> ?</w:t>
      </w:r>
    </w:p>
    <w:p w14:paraId="2BD72053" w14:textId="77777777" w:rsidR="00C83B26" w:rsidRDefault="002E19AC" w:rsidP="00C83B26">
      <w:pPr>
        <w:ind w:firstLine="0"/>
        <w:jc w:val="center"/>
      </w:pPr>
      <w:r w:rsidRPr="00C83B26">
        <w:t>LE MARI</w:t>
      </w:r>
    </w:p>
    <w:p w14:paraId="533C2162" w14:textId="77777777" w:rsidR="00C83B26" w:rsidRDefault="002E19AC" w:rsidP="00C83B26">
      <w:r w:rsidRPr="00223237">
        <w:t>Il me semble</w:t>
      </w:r>
      <w:r w:rsidR="00AB6DDF">
        <w:t>.</w:t>
      </w:r>
    </w:p>
    <w:p w14:paraId="6A299626" w14:textId="77777777" w:rsidR="00C83B26" w:rsidRDefault="002E19AC" w:rsidP="00C83B26">
      <w:pPr>
        <w:ind w:firstLine="0"/>
        <w:jc w:val="center"/>
      </w:pPr>
      <w:r w:rsidRPr="00C83B26">
        <w:t>LA FEMME</w:t>
      </w:r>
    </w:p>
    <w:p w14:paraId="2D3BAA56" w14:textId="77777777" w:rsidR="00C83B26" w:rsidRDefault="002E19AC" w:rsidP="00C83B26">
      <w:r w:rsidRPr="00223237">
        <w:t>Non</w:t>
      </w:r>
      <w:r w:rsidR="00AB6DDF">
        <w:t xml:space="preserve">, </w:t>
      </w:r>
      <w:r w:rsidRPr="00223237">
        <w:t>je crois que c</w:t>
      </w:r>
      <w:r w:rsidR="00AB6DDF">
        <w:t>’</w:t>
      </w:r>
      <w:r w:rsidRPr="00223237">
        <w:t>est fini</w:t>
      </w:r>
      <w:r w:rsidR="00AB6DDF">
        <w:t xml:space="preserve">. </w:t>
      </w:r>
      <w:r w:rsidRPr="00223237">
        <w:t>Je ne sais plus qui m</w:t>
      </w:r>
      <w:r w:rsidR="00AB6DDF">
        <w:t>’</w:t>
      </w:r>
      <w:r w:rsidRPr="00223237">
        <w:t>a parlé de cela</w:t>
      </w:r>
      <w:r w:rsidR="00AB6DDF">
        <w:t xml:space="preserve">, </w:t>
      </w:r>
      <w:r w:rsidRPr="00223237">
        <w:t>mais je crois que c</w:t>
      </w:r>
      <w:r w:rsidR="00AB6DDF">
        <w:t>’</w:t>
      </w:r>
      <w:r w:rsidRPr="00223237">
        <w:t>est fini</w:t>
      </w:r>
      <w:r w:rsidR="00AB6DDF">
        <w:t>…</w:t>
      </w:r>
    </w:p>
    <w:p w14:paraId="272C0FD8" w14:textId="77777777" w:rsidR="00C83B26" w:rsidRDefault="002E19AC" w:rsidP="00C83B26">
      <w:pPr>
        <w:ind w:firstLine="0"/>
        <w:jc w:val="center"/>
      </w:pPr>
      <w:r w:rsidRPr="00C83B26">
        <w:t>LE MARI</w:t>
      </w:r>
    </w:p>
    <w:p w14:paraId="27676B11" w14:textId="77777777" w:rsidR="00C83B26" w:rsidRDefault="002E19AC" w:rsidP="00C83B26">
      <w:r w:rsidRPr="00223237">
        <w:t>Alors</w:t>
      </w:r>
      <w:r w:rsidR="00AB6DDF">
        <w:t xml:space="preserve">, </w:t>
      </w:r>
      <w:r w:rsidRPr="00223237">
        <w:t>il est avec une autre</w:t>
      </w:r>
      <w:r w:rsidR="00AB6DDF">
        <w:t>.</w:t>
      </w:r>
    </w:p>
    <w:p w14:paraId="55E4D42E" w14:textId="77777777" w:rsidR="00C83B26" w:rsidRDefault="002E19AC" w:rsidP="00C83B26">
      <w:pPr>
        <w:ind w:firstLine="0"/>
        <w:jc w:val="center"/>
      </w:pPr>
      <w:r w:rsidRPr="00C83B26">
        <w:t>LA FEMME</w:t>
      </w:r>
    </w:p>
    <w:p w14:paraId="6C826EF6" w14:textId="77777777" w:rsidR="00C83B26" w:rsidRDefault="002E19AC" w:rsidP="00C83B26">
      <w:r w:rsidRPr="00223237">
        <w:t>Avec qui</w:t>
      </w:r>
      <w:r w:rsidR="00AB6DDF">
        <w:t> ?</w:t>
      </w:r>
    </w:p>
    <w:p w14:paraId="70FD2D2F" w14:textId="77777777" w:rsidR="00C83B26" w:rsidRDefault="002E19AC" w:rsidP="00C83B26">
      <w:pPr>
        <w:ind w:firstLine="0"/>
        <w:jc w:val="center"/>
      </w:pPr>
      <w:r w:rsidRPr="00C83B26">
        <w:t>LE MARI</w:t>
      </w:r>
    </w:p>
    <w:p w14:paraId="1AE3D8EE" w14:textId="77777777" w:rsidR="00C83B26" w:rsidRDefault="002E19AC" w:rsidP="00C83B26">
      <w:r w:rsidRPr="00223237">
        <w:t>Mais je n</w:t>
      </w:r>
      <w:r w:rsidR="00AB6DDF">
        <w:t>’</w:t>
      </w:r>
      <w:r w:rsidRPr="00223237">
        <w:t>en sais rien</w:t>
      </w:r>
      <w:r w:rsidR="00AB6DDF">
        <w:t xml:space="preserve">, </w:t>
      </w:r>
      <w:r w:rsidRPr="00223237">
        <w:t>je le suppose</w:t>
      </w:r>
      <w:r w:rsidR="00AB6DDF">
        <w:t xml:space="preserve">. </w:t>
      </w:r>
      <w:r w:rsidR="00AB6DDF">
        <w:rPr>
          <w:i/>
          <w:iCs/>
        </w:rPr>
        <w:t>(</w:t>
      </w:r>
      <w:r w:rsidRPr="00223237">
        <w:rPr>
          <w:i/>
          <w:iCs/>
        </w:rPr>
        <w:t>Un temps</w:t>
      </w:r>
      <w:r w:rsidR="00AB6DDF">
        <w:rPr>
          <w:i/>
          <w:iCs/>
        </w:rPr>
        <w:t>.)</w:t>
      </w:r>
    </w:p>
    <w:p w14:paraId="274BAE93" w14:textId="77777777" w:rsidR="00C83B26" w:rsidRDefault="002E19AC" w:rsidP="00C83B26">
      <w:pPr>
        <w:ind w:firstLine="0"/>
        <w:jc w:val="center"/>
      </w:pPr>
      <w:r w:rsidRPr="00C83B26">
        <w:t>LA FEMME</w:t>
      </w:r>
    </w:p>
    <w:p w14:paraId="2C240413" w14:textId="77777777" w:rsidR="00C83B26" w:rsidRDefault="002E19AC" w:rsidP="00C83B26">
      <w:r w:rsidRPr="00223237">
        <w:t>Je le trouve très agréable comme homme</w:t>
      </w:r>
      <w:r w:rsidR="00AB6DDF">
        <w:t xml:space="preserve">, </w:t>
      </w:r>
      <w:r w:rsidRPr="00223237">
        <w:t>très bien élevé</w:t>
      </w:r>
      <w:r w:rsidR="00AB6DDF">
        <w:t xml:space="preserve">, </w:t>
      </w:r>
      <w:r w:rsidRPr="00223237">
        <w:t>très gentil</w:t>
      </w:r>
      <w:r w:rsidR="00AB6DDF">
        <w:t>…</w:t>
      </w:r>
    </w:p>
    <w:p w14:paraId="7B486973" w14:textId="77777777" w:rsidR="00C83B26" w:rsidRDefault="002E19AC" w:rsidP="00C83B26">
      <w:pPr>
        <w:ind w:firstLine="0"/>
        <w:jc w:val="center"/>
      </w:pPr>
      <w:r w:rsidRPr="00C83B26">
        <w:lastRenderedPageBreak/>
        <w:t>LE MARI</w:t>
      </w:r>
    </w:p>
    <w:p w14:paraId="075E30D1" w14:textId="77777777" w:rsidR="00C83B26" w:rsidRDefault="002E19AC" w:rsidP="00C83B26">
      <w:r w:rsidRPr="00223237">
        <w:t>Oui</w:t>
      </w:r>
      <w:r w:rsidR="00AB6DDF">
        <w:t xml:space="preserve">, </w:t>
      </w:r>
      <w:r w:rsidRPr="00223237">
        <w:t>oui</w:t>
      </w:r>
      <w:r w:rsidR="00AB6DDF">
        <w:t xml:space="preserve">, </w:t>
      </w:r>
      <w:r w:rsidRPr="00223237">
        <w:t>et si</w:t>
      </w:r>
      <w:r w:rsidR="00AB6DDF">
        <w:t xml:space="preserve">, </w:t>
      </w:r>
      <w:r w:rsidRPr="00223237">
        <w:t>en plus</w:t>
      </w:r>
      <w:r w:rsidR="00AB6DDF">
        <w:t xml:space="preserve">, </w:t>
      </w:r>
      <w:r w:rsidRPr="00223237">
        <w:t>il était exact</w:t>
      </w:r>
      <w:r w:rsidR="00AB6DDF">
        <w:t xml:space="preserve">, </w:t>
      </w:r>
      <w:r w:rsidRPr="00223237">
        <w:t>il serait parfait</w:t>
      </w:r>
      <w:r w:rsidR="00AB6DDF">
        <w:t>.</w:t>
      </w:r>
    </w:p>
    <w:p w14:paraId="270A8D45" w14:textId="77777777" w:rsidR="00C83B26" w:rsidRDefault="002E19AC" w:rsidP="00C83B26">
      <w:pPr>
        <w:ind w:firstLine="0"/>
        <w:jc w:val="center"/>
      </w:pPr>
      <w:r w:rsidRPr="00C83B26">
        <w:t>LA FEMME</w:t>
      </w:r>
    </w:p>
    <w:p w14:paraId="065A6F43" w14:textId="77777777" w:rsidR="00C83B26" w:rsidRDefault="002E19AC" w:rsidP="00C83B26">
      <w:r w:rsidRPr="00223237">
        <w:t>Oh</w:t>
      </w:r>
      <w:r w:rsidR="00AB6DDF">
        <w:t xml:space="preserve"> ! </w:t>
      </w:r>
      <w:r w:rsidRPr="00223237">
        <w:t>que tu es turbulent</w:t>
      </w:r>
      <w:r w:rsidR="00AB6DDF">
        <w:t xml:space="preserve">, </w:t>
      </w:r>
      <w:r w:rsidRPr="00223237">
        <w:t>mon Dieu</w:t>
      </w:r>
      <w:r w:rsidR="00AB6DDF">
        <w:t xml:space="preserve"> ! </w:t>
      </w:r>
      <w:r w:rsidRPr="00223237">
        <w:t>Qu</w:t>
      </w:r>
      <w:r w:rsidR="00AB6DDF">
        <w:t>’</w:t>
      </w:r>
      <w:r w:rsidRPr="00223237">
        <w:t>est-ce que ça peut te faire d</w:t>
      </w:r>
      <w:r w:rsidR="00AB6DDF">
        <w:t>’</w:t>
      </w:r>
      <w:r w:rsidRPr="00223237">
        <w:t>attendre cinq ou six minutes</w:t>
      </w:r>
      <w:r w:rsidR="00AB6DDF">
        <w:t xml:space="preserve"> ? </w:t>
      </w:r>
      <w:r w:rsidRPr="00223237">
        <w:t>Nous n</w:t>
      </w:r>
      <w:r w:rsidR="00AB6DDF">
        <w:t>’</w:t>
      </w:r>
      <w:r w:rsidRPr="00223237">
        <w:t>avons rien à faire</w:t>
      </w:r>
      <w:r w:rsidR="00AB6DDF">
        <w:t xml:space="preserve">, </w:t>
      </w:r>
      <w:r w:rsidRPr="00223237">
        <w:t>n</w:t>
      </w:r>
      <w:r w:rsidR="00AB6DDF">
        <w:t>’</w:t>
      </w:r>
      <w:r w:rsidRPr="00223237">
        <w:t>est-ce pas</w:t>
      </w:r>
      <w:r w:rsidR="00AB6DDF">
        <w:t> ?</w:t>
      </w:r>
    </w:p>
    <w:p w14:paraId="63995D4C" w14:textId="77777777" w:rsidR="00C83B26" w:rsidRDefault="002E19AC" w:rsidP="00C83B26">
      <w:pPr>
        <w:ind w:firstLine="0"/>
        <w:jc w:val="center"/>
      </w:pPr>
      <w:r w:rsidRPr="00C83B26">
        <w:t>LE MARI</w:t>
      </w:r>
    </w:p>
    <w:p w14:paraId="5C4F5879" w14:textId="77777777" w:rsidR="00C83B26" w:rsidRDefault="002E19AC" w:rsidP="00C83B26">
      <w:r w:rsidRPr="00223237">
        <w:t>Nous n</w:t>
      </w:r>
      <w:r w:rsidR="00AB6DDF">
        <w:t>’</w:t>
      </w:r>
      <w:r w:rsidRPr="00223237">
        <w:t>avons rien à faire</w:t>
      </w:r>
      <w:r w:rsidR="00AB6DDF">
        <w:t xml:space="preserve"> ?… </w:t>
      </w:r>
      <w:r w:rsidRPr="00223237">
        <w:t>Parle pour toi</w:t>
      </w:r>
      <w:r w:rsidR="00AB6DDF">
        <w:t xml:space="preserve">, </w:t>
      </w:r>
      <w:r w:rsidRPr="00223237">
        <w:t>mon enfant</w:t>
      </w:r>
      <w:r w:rsidR="00AB6DDF">
        <w:t>.</w:t>
      </w:r>
    </w:p>
    <w:p w14:paraId="47EC6882" w14:textId="77777777" w:rsidR="00C83B26" w:rsidRDefault="002E19AC" w:rsidP="00C83B26">
      <w:pPr>
        <w:ind w:firstLine="0"/>
        <w:jc w:val="center"/>
      </w:pPr>
      <w:r w:rsidRPr="00C83B26">
        <w:t>LA FEMME</w:t>
      </w:r>
    </w:p>
    <w:p w14:paraId="5ED44430" w14:textId="77777777" w:rsidR="00C83B26" w:rsidRDefault="002E19AC" w:rsidP="00C83B26">
      <w:r w:rsidRPr="00223237">
        <w:t>Qu</w:t>
      </w:r>
      <w:r w:rsidR="00AB6DDF">
        <w:t>’</w:t>
      </w:r>
      <w:r w:rsidRPr="00223237">
        <w:t>est-ce que tu as donc à faire</w:t>
      </w:r>
      <w:r w:rsidR="00AB6DDF">
        <w:t xml:space="preserve">, </w:t>
      </w:r>
      <w:r w:rsidRPr="00223237">
        <w:t>toi</w:t>
      </w:r>
      <w:r w:rsidR="00AB6DDF">
        <w:t> ?</w:t>
      </w:r>
    </w:p>
    <w:p w14:paraId="53040B46" w14:textId="77777777" w:rsidR="00C83B26" w:rsidRDefault="002E19AC" w:rsidP="00C83B26">
      <w:pPr>
        <w:ind w:firstLine="0"/>
        <w:jc w:val="center"/>
      </w:pPr>
      <w:r w:rsidRPr="00C83B26">
        <w:t>LE MARI</w:t>
      </w:r>
    </w:p>
    <w:p w14:paraId="48F564AB" w14:textId="77777777" w:rsidR="00C83B26" w:rsidRDefault="002E19AC" w:rsidP="00C83B26">
      <w:r w:rsidRPr="00223237">
        <w:t>Hé</w:t>
      </w:r>
      <w:r w:rsidR="00AB6DDF">
        <w:t xml:space="preserve">… </w:t>
      </w:r>
      <w:r w:rsidRPr="00223237">
        <w:t>j</w:t>
      </w:r>
      <w:r w:rsidR="00AB6DDF">
        <w:t>’</w:t>
      </w:r>
      <w:r w:rsidRPr="00223237">
        <w:t>ai à faire</w:t>
      </w:r>
      <w:r w:rsidR="00AB6DDF">
        <w:t>.</w:t>
      </w:r>
    </w:p>
    <w:p w14:paraId="3F2DD631" w14:textId="77777777" w:rsidR="00C83B26" w:rsidRDefault="002E19AC" w:rsidP="00C83B26">
      <w:pPr>
        <w:ind w:firstLine="0"/>
        <w:jc w:val="center"/>
      </w:pPr>
      <w:r w:rsidRPr="00C83B26">
        <w:t>LA FEMME</w:t>
      </w:r>
    </w:p>
    <w:p w14:paraId="0DADAD64" w14:textId="77777777" w:rsidR="00C83B26" w:rsidRDefault="002E19AC" w:rsidP="00C83B26">
      <w:r w:rsidRPr="00223237">
        <w:t>Oui</w:t>
      </w:r>
      <w:r w:rsidR="00AB6DDF">
        <w:t xml:space="preserve">, </w:t>
      </w:r>
      <w:r w:rsidRPr="00223237">
        <w:t>mais quoi</w:t>
      </w:r>
      <w:r w:rsidR="00AB6DDF">
        <w:t> ?</w:t>
      </w:r>
    </w:p>
    <w:p w14:paraId="19165AD7" w14:textId="77777777" w:rsidR="00C83B26" w:rsidRDefault="002E19AC" w:rsidP="00C83B26">
      <w:pPr>
        <w:ind w:firstLine="0"/>
        <w:jc w:val="center"/>
      </w:pPr>
      <w:r w:rsidRPr="00C83B26">
        <w:t>LE MARI</w:t>
      </w:r>
    </w:p>
    <w:p w14:paraId="7DE233F8" w14:textId="77777777" w:rsidR="00C83B26" w:rsidRDefault="002E19AC" w:rsidP="00C83B26">
      <w:r w:rsidRPr="00223237">
        <w:t>Ben</w:t>
      </w:r>
      <w:r w:rsidR="00AB6DDF">
        <w:t xml:space="preserve">… </w:t>
      </w:r>
      <w:r w:rsidRPr="00223237">
        <w:t>j</w:t>
      </w:r>
      <w:r w:rsidR="00AB6DDF">
        <w:t>’</w:t>
      </w:r>
      <w:r w:rsidRPr="00223237">
        <w:t>ai un rendez-vous à quatre heures</w:t>
      </w:r>
      <w:r w:rsidR="00AB6DDF">
        <w:t>…</w:t>
      </w:r>
    </w:p>
    <w:p w14:paraId="53722F79" w14:textId="77777777" w:rsidR="00C83B26" w:rsidRDefault="002E19AC" w:rsidP="00C83B26">
      <w:pPr>
        <w:ind w:firstLine="0"/>
        <w:jc w:val="center"/>
      </w:pPr>
      <w:r w:rsidRPr="00C83B26">
        <w:t>LA FEMME</w:t>
      </w:r>
    </w:p>
    <w:p w14:paraId="73D43994" w14:textId="77777777" w:rsidR="00C83B26" w:rsidRDefault="002E19AC" w:rsidP="00C83B26">
      <w:r w:rsidRPr="00223237">
        <w:t>Où ça</w:t>
      </w:r>
      <w:r w:rsidR="00AB6DDF">
        <w:t> ?</w:t>
      </w:r>
    </w:p>
    <w:p w14:paraId="51FEE839" w14:textId="77777777" w:rsidR="00C83B26" w:rsidRDefault="002E19AC" w:rsidP="00C83B26">
      <w:pPr>
        <w:ind w:firstLine="0"/>
        <w:jc w:val="center"/>
      </w:pPr>
      <w:r w:rsidRPr="00C83B26">
        <w:t>LE MARI</w:t>
      </w:r>
    </w:p>
    <w:p w14:paraId="49F75F59" w14:textId="77777777" w:rsidR="00C83B26" w:rsidRDefault="002E19AC" w:rsidP="00C83B26">
      <w:r w:rsidRPr="00223237">
        <w:t>Dans Paris</w:t>
      </w:r>
      <w:r w:rsidR="00AB6DDF">
        <w:t>.</w:t>
      </w:r>
    </w:p>
    <w:p w14:paraId="6E2738BA" w14:textId="77777777" w:rsidR="00C83B26" w:rsidRDefault="002E19AC" w:rsidP="00C83B26">
      <w:pPr>
        <w:ind w:firstLine="0"/>
        <w:jc w:val="center"/>
      </w:pPr>
      <w:r w:rsidRPr="00C83B26">
        <w:t>LA FEMME</w:t>
      </w:r>
    </w:p>
    <w:p w14:paraId="43EA111F" w14:textId="77777777" w:rsidR="00C83B26" w:rsidRDefault="002E19AC" w:rsidP="00C83B26">
      <w:r w:rsidRPr="00223237">
        <w:t>Ça</w:t>
      </w:r>
      <w:r w:rsidR="00AB6DDF">
        <w:t xml:space="preserve">, </w:t>
      </w:r>
      <w:r w:rsidRPr="00223237">
        <w:t>je l</w:t>
      </w:r>
      <w:r w:rsidR="00AB6DDF">
        <w:t>’</w:t>
      </w:r>
      <w:r w:rsidRPr="00223237">
        <w:t>aurais parié</w:t>
      </w:r>
      <w:r w:rsidR="00AB6DDF">
        <w:t>…</w:t>
      </w:r>
    </w:p>
    <w:p w14:paraId="59B13215" w14:textId="77777777" w:rsidR="00C83B26" w:rsidRDefault="002E19AC" w:rsidP="00C83B26">
      <w:pPr>
        <w:ind w:firstLine="0"/>
        <w:jc w:val="center"/>
      </w:pPr>
      <w:r w:rsidRPr="00C83B26">
        <w:lastRenderedPageBreak/>
        <w:t>LE MARI</w:t>
      </w:r>
    </w:p>
    <w:p w14:paraId="5C9069BB" w14:textId="77777777" w:rsidR="00C83B26" w:rsidRDefault="002E19AC" w:rsidP="00C83B26">
      <w:r w:rsidRPr="00223237">
        <w:t>Pourquoi l</w:t>
      </w:r>
      <w:r w:rsidR="00AB6DDF">
        <w:t>’</w:t>
      </w:r>
      <w:r w:rsidRPr="00223237">
        <w:t>aurais-tu parié</w:t>
      </w:r>
      <w:r w:rsidR="00AB6DDF">
        <w:t xml:space="preserve"> ?… </w:t>
      </w:r>
      <w:r w:rsidRPr="00223237">
        <w:t>Je pourrais très bien avoir rendez-vous à Saint-Cloud</w:t>
      </w:r>
      <w:r w:rsidR="00AB6DDF">
        <w:t>.</w:t>
      </w:r>
    </w:p>
    <w:p w14:paraId="2B6F7854" w14:textId="77777777" w:rsidR="00C83B26" w:rsidRDefault="002E19AC" w:rsidP="00C83B26">
      <w:pPr>
        <w:ind w:firstLine="0"/>
        <w:jc w:val="center"/>
      </w:pPr>
      <w:r w:rsidRPr="00C83B26">
        <w:t>LA FEMME</w:t>
      </w:r>
    </w:p>
    <w:p w14:paraId="25A2B8ED" w14:textId="77777777" w:rsidR="00C83B26" w:rsidRDefault="002E19AC" w:rsidP="00C83B26">
      <w:r w:rsidRPr="00223237">
        <w:t>Ou à la Garenne-Bezons</w:t>
      </w:r>
      <w:r w:rsidR="00AB6DDF">
        <w:t>.</w:t>
      </w:r>
    </w:p>
    <w:p w14:paraId="1CC1312D" w14:textId="77777777" w:rsidR="00C83B26" w:rsidRDefault="002E19AC" w:rsidP="00C83B26">
      <w:pPr>
        <w:ind w:firstLine="0"/>
        <w:jc w:val="center"/>
      </w:pPr>
      <w:r w:rsidRPr="00C83B26">
        <w:t>LE MARI</w:t>
      </w:r>
    </w:p>
    <w:p w14:paraId="1B994B64" w14:textId="77777777" w:rsidR="00C83B26" w:rsidRDefault="002E19AC" w:rsidP="00C83B26">
      <w:r w:rsidRPr="00223237">
        <w:t>Eh</w:t>
      </w:r>
      <w:r w:rsidR="00AB6DDF">
        <w:t xml:space="preserve"> !… </w:t>
      </w:r>
      <w:r w:rsidRPr="00223237">
        <w:t>Pourquoi pas</w:t>
      </w:r>
      <w:r w:rsidR="00AB6DDF">
        <w:t xml:space="preserve"> ! </w:t>
      </w:r>
      <w:r w:rsidRPr="00223237">
        <w:t>Je t</w:t>
      </w:r>
      <w:r w:rsidR="00AB6DDF">
        <w:t>’</w:t>
      </w:r>
      <w:r w:rsidRPr="00223237">
        <w:t xml:space="preserve">ai répondu </w:t>
      </w:r>
      <w:r w:rsidR="00AB6DDF">
        <w:t>« </w:t>
      </w:r>
      <w:r w:rsidRPr="00223237">
        <w:t>dans Paris</w:t>
      </w:r>
      <w:r w:rsidR="00AB6DDF">
        <w:t xml:space="preserve"> », </w:t>
      </w:r>
      <w:r w:rsidRPr="00223237">
        <w:t>parce que l</w:t>
      </w:r>
      <w:r w:rsidR="00AB6DDF">
        <w:t>’</w:t>
      </w:r>
      <w:r w:rsidRPr="00223237">
        <w:t>endroit où j</w:t>
      </w:r>
      <w:r w:rsidR="00AB6DDF">
        <w:t>’</w:t>
      </w:r>
      <w:r w:rsidRPr="00223237">
        <w:t>ai rendez-vous se trouve dans le cœur de Paris</w:t>
      </w:r>
      <w:r w:rsidR="00AB6DDF">
        <w:t>.</w:t>
      </w:r>
    </w:p>
    <w:p w14:paraId="5ECC510A" w14:textId="77777777" w:rsidR="00C83B26" w:rsidRDefault="002E19AC" w:rsidP="00C83B26">
      <w:pPr>
        <w:ind w:firstLine="0"/>
        <w:jc w:val="center"/>
      </w:pPr>
      <w:r w:rsidRPr="00C83B26">
        <w:t>LA FEMME</w:t>
      </w:r>
    </w:p>
    <w:p w14:paraId="46A9D748" w14:textId="77777777" w:rsidR="00C83B26" w:rsidRDefault="002E19AC" w:rsidP="00C83B26">
      <w:r w:rsidRPr="00223237">
        <w:t>Et</w:t>
      </w:r>
      <w:r w:rsidR="00AB6DDF">
        <w:t xml:space="preserve">… </w:t>
      </w:r>
      <w:r w:rsidRPr="00223237">
        <w:t>qu</w:t>
      </w:r>
      <w:r w:rsidR="00AB6DDF">
        <w:t>’</w:t>
      </w:r>
      <w:r w:rsidRPr="00223237">
        <w:t xml:space="preserve">est-ce que tu appelles </w:t>
      </w:r>
      <w:r w:rsidR="00AB6DDF">
        <w:t>« </w:t>
      </w:r>
      <w:r w:rsidRPr="00223237">
        <w:t>le cœur de Paris</w:t>
      </w:r>
      <w:r w:rsidR="00AB6DDF">
        <w:t> » ?</w:t>
      </w:r>
    </w:p>
    <w:p w14:paraId="3F54B42F" w14:textId="77777777" w:rsidR="00C83B26" w:rsidRDefault="002E19AC" w:rsidP="00C83B26">
      <w:pPr>
        <w:ind w:firstLine="0"/>
        <w:jc w:val="center"/>
      </w:pPr>
      <w:r w:rsidRPr="00C83B26">
        <w:t>LE MARI</w:t>
      </w:r>
    </w:p>
    <w:p w14:paraId="75507789" w14:textId="77777777" w:rsidR="00C83B26" w:rsidRDefault="002E19AC" w:rsidP="00C83B26">
      <w:r w:rsidRPr="00223237">
        <w:t>L</w:t>
      </w:r>
      <w:r w:rsidR="00AB6DDF">
        <w:t>’</w:t>
      </w:r>
      <w:r w:rsidRPr="00223237">
        <w:t>Opéra</w:t>
      </w:r>
      <w:r w:rsidR="00AB6DDF">
        <w:t>.</w:t>
      </w:r>
    </w:p>
    <w:p w14:paraId="3DF6D641" w14:textId="77777777" w:rsidR="00C83B26" w:rsidRDefault="002E19AC" w:rsidP="00C83B26">
      <w:pPr>
        <w:ind w:firstLine="0"/>
        <w:jc w:val="center"/>
      </w:pPr>
      <w:r w:rsidRPr="00C83B26">
        <w:t>LA FEMME</w:t>
      </w:r>
    </w:p>
    <w:p w14:paraId="5AD965AE" w14:textId="77777777" w:rsidR="00C83B26" w:rsidRDefault="002E19AC" w:rsidP="00C83B26">
      <w:r w:rsidRPr="00223237">
        <w:t>Tu as rendez-vous avec une danseuse</w:t>
      </w:r>
      <w:r w:rsidR="00AB6DDF">
        <w:t> ?</w:t>
      </w:r>
    </w:p>
    <w:p w14:paraId="710C2E96" w14:textId="77777777" w:rsidR="00C83B26" w:rsidRDefault="002E19AC" w:rsidP="00C83B26">
      <w:pPr>
        <w:ind w:firstLine="0"/>
        <w:jc w:val="center"/>
      </w:pPr>
      <w:r w:rsidRPr="00C83B26">
        <w:t>LE MARI</w:t>
      </w:r>
    </w:p>
    <w:p w14:paraId="4D0ED573" w14:textId="77777777" w:rsidR="00C83B26" w:rsidRDefault="002E19AC" w:rsidP="00C83B26">
      <w:r w:rsidRPr="00223237">
        <w:t>Oh</w:t>
      </w:r>
      <w:r w:rsidR="00AB6DDF">
        <w:t xml:space="preserve"> ! </w:t>
      </w:r>
      <w:r w:rsidRPr="00223237">
        <w:t>Dieu m</w:t>
      </w:r>
      <w:r w:rsidR="00AB6DDF">
        <w:t>’</w:t>
      </w:r>
      <w:r w:rsidRPr="00223237">
        <w:t>en préserve</w:t>
      </w:r>
      <w:r w:rsidR="00AB6DDF">
        <w:t xml:space="preserve">. </w:t>
      </w:r>
      <w:r w:rsidRPr="00223237">
        <w:t xml:space="preserve">Je dis </w:t>
      </w:r>
      <w:r w:rsidR="00AB6DDF">
        <w:t>« </w:t>
      </w:r>
      <w:r w:rsidRPr="00223237">
        <w:t>l</w:t>
      </w:r>
      <w:r w:rsidR="00AB6DDF">
        <w:t>’</w:t>
      </w:r>
      <w:r w:rsidRPr="00223237">
        <w:t>Opéra</w:t>
      </w:r>
      <w:r w:rsidR="00AB6DDF">
        <w:t xml:space="preserve"> », </w:t>
      </w:r>
      <w:r w:rsidRPr="00223237">
        <w:t>pour le qua</w:t>
      </w:r>
      <w:r w:rsidRPr="00223237">
        <w:t>r</w:t>
      </w:r>
      <w:r w:rsidRPr="00223237">
        <w:t>tier de l</w:t>
      </w:r>
      <w:r w:rsidR="00AB6DDF">
        <w:t>’</w:t>
      </w:r>
      <w:r w:rsidRPr="00223237">
        <w:t>Opéra</w:t>
      </w:r>
      <w:r w:rsidR="00AB6DDF">
        <w:t xml:space="preserve">, </w:t>
      </w:r>
      <w:r w:rsidRPr="00223237">
        <w:t>tu comprends</w:t>
      </w:r>
      <w:r w:rsidR="00AB6DDF">
        <w:t xml:space="preserve">. </w:t>
      </w:r>
      <w:r w:rsidRPr="00223237">
        <w:t>Car c</w:t>
      </w:r>
      <w:r w:rsidR="00AB6DDF">
        <w:t>’</w:t>
      </w:r>
      <w:r w:rsidRPr="00223237">
        <w:t>est à côté de l</w:t>
      </w:r>
      <w:r w:rsidR="00AB6DDF">
        <w:t>’</w:t>
      </w:r>
      <w:r w:rsidRPr="00223237">
        <w:t>Opéra que j</w:t>
      </w:r>
      <w:r w:rsidR="00AB6DDF">
        <w:t>’</w:t>
      </w:r>
      <w:r w:rsidRPr="00223237">
        <w:t>ai re</w:t>
      </w:r>
      <w:r w:rsidRPr="00223237">
        <w:t>n</w:t>
      </w:r>
      <w:r w:rsidRPr="00223237">
        <w:t>dez-vous</w:t>
      </w:r>
      <w:r w:rsidR="00AB6DDF">
        <w:t>.</w:t>
      </w:r>
    </w:p>
    <w:p w14:paraId="4A80E3CB" w14:textId="77777777" w:rsidR="00C83B26" w:rsidRDefault="002E19AC" w:rsidP="00C83B26">
      <w:pPr>
        <w:ind w:firstLine="0"/>
        <w:jc w:val="center"/>
      </w:pPr>
      <w:r w:rsidRPr="00C83B26">
        <w:t>LA FEMME</w:t>
      </w:r>
    </w:p>
    <w:p w14:paraId="6D2FB224" w14:textId="77777777" w:rsidR="00C83B26" w:rsidRDefault="002E19AC" w:rsidP="00C83B26">
      <w:r w:rsidRPr="00223237">
        <w:t>Chez le marchand de nouilles</w:t>
      </w:r>
      <w:r w:rsidR="00AB6DDF">
        <w:t xml:space="preserve">, </w:t>
      </w:r>
      <w:r w:rsidRPr="00223237">
        <w:t>en face</w:t>
      </w:r>
      <w:r w:rsidR="00AB6DDF">
        <w:t> ?</w:t>
      </w:r>
    </w:p>
    <w:p w14:paraId="67373637" w14:textId="77777777" w:rsidR="00C83B26" w:rsidRDefault="002E19AC" w:rsidP="00C83B26">
      <w:pPr>
        <w:ind w:firstLine="0"/>
        <w:jc w:val="center"/>
      </w:pPr>
      <w:r w:rsidRPr="00C83B26">
        <w:t>LE MARI</w:t>
      </w:r>
    </w:p>
    <w:p w14:paraId="2F36F442" w14:textId="77777777" w:rsidR="00C83B26" w:rsidRDefault="002E19AC" w:rsidP="00C83B26">
      <w:r w:rsidRPr="00223237">
        <w:t>Non</w:t>
      </w:r>
      <w:r w:rsidR="00AB6DDF">
        <w:t xml:space="preserve">, </w:t>
      </w:r>
      <w:r w:rsidRPr="00223237">
        <w:t>non</w:t>
      </w:r>
      <w:r w:rsidR="00AB6DDF">
        <w:t xml:space="preserve">, </w:t>
      </w:r>
      <w:r w:rsidRPr="00223237">
        <w:t>non</w:t>
      </w:r>
      <w:r w:rsidR="00AB6DDF">
        <w:t xml:space="preserve">, </w:t>
      </w:r>
      <w:r w:rsidRPr="00223237">
        <w:t>pas chez le marchand de nouilles</w:t>
      </w:r>
      <w:r w:rsidR="00AB6DDF">
        <w:t>.</w:t>
      </w:r>
    </w:p>
    <w:p w14:paraId="002E5E7A" w14:textId="77777777" w:rsidR="00C83B26" w:rsidRDefault="002E19AC" w:rsidP="00C83B26">
      <w:pPr>
        <w:ind w:firstLine="0"/>
        <w:jc w:val="center"/>
      </w:pPr>
      <w:r w:rsidRPr="00C83B26">
        <w:lastRenderedPageBreak/>
        <w:t>LA FEMME</w:t>
      </w:r>
    </w:p>
    <w:p w14:paraId="0F5A0DD9" w14:textId="77777777" w:rsidR="00C83B26" w:rsidRDefault="002E19AC" w:rsidP="00C83B26">
      <w:r w:rsidRPr="00223237">
        <w:t>Alors</w:t>
      </w:r>
      <w:r w:rsidR="00AB6DDF">
        <w:t xml:space="preserve">, </w:t>
      </w:r>
      <w:r w:rsidRPr="00223237">
        <w:t>où as-tu rendez-vous</w:t>
      </w:r>
      <w:r w:rsidR="00AB6DDF">
        <w:t> ?</w:t>
      </w:r>
    </w:p>
    <w:p w14:paraId="6E5BCF4E" w14:textId="77777777" w:rsidR="00C83B26" w:rsidRDefault="002E19AC" w:rsidP="00C83B26">
      <w:pPr>
        <w:ind w:firstLine="0"/>
        <w:jc w:val="center"/>
      </w:pPr>
      <w:r w:rsidRPr="00C83B26">
        <w:t>LE MARI</w:t>
      </w:r>
    </w:p>
    <w:p w14:paraId="7994BC49" w14:textId="77777777" w:rsidR="00C83B26" w:rsidRDefault="002E19AC" w:rsidP="00C83B26">
      <w:r w:rsidRPr="00223237">
        <w:t>Un peu plus haut</w:t>
      </w:r>
      <w:r w:rsidR="00AB6DDF">
        <w:t xml:space="preserve">, </w:t>
      </w:r>
      <w:r w:rsidRPr="00223237">
        <w:t>à gauche</w:t>
      </w:r>
      <w:r w:rsidR="00AB6DDF">
        <w:t>…</w:t>
      </w:r>
    </w:p>
    <w:p w14:paraId="06E94F95" w14:textId="77777777" w:rsidR="00C83B26" w:rsidRDefault="002E19AC" w:rsidP="00C83B26">
      <w:pPr>
        <w:ind w:firstLine="0"/>
        <w:jc w:val="center"/>
      </w:pPr>
      <w:r w:rsidRPr="00C83B26">
        <w:t>LA FEMME</w:t>
      </w:r>
    </w:p>
    <w:p w14:paraId="4A521C7C" w14:textId="77777777" w:rsidR="00C83B26" w:rsidRDefault="002E19AC" w:rsidP="00C83B26">
      <w:r w:rsidRPr="00223237">
        <w:t>Dis-moi où</w:t>
      </w:r>
      <w:r w:rsidR="00AB6DDF">
        <w:t> ?</w:t>
      </w:r>
    </w:p>
    <w:p w14:paraId="7E061D24" w14:textId="77777777" w:rsidR="00C83B26" w:rsidRDefault="002E19AC" w:rsidP="00C83B26">
      <w:pPr>
        <w:ind w:firstLine="0"/>
        <w:jc w:val="center"/>
      </w:pPr>
      <w:r w:rsidRPr="00C83B26">
        <w:t>LE MARI</w:t>
      </w:r>
    </w:p>
    <w:p w14:paraId="44283B6B" w14:textId="77777777" w:rsidR="00C83B26" w:rsidRDefault="002E19AC" w:rsidP="00C83B26">
      <w:r w:rsidRPr="00223237">
        <w:t>Qu</w:t>
      </w:r>
      <w:r w:rsidR="00AB6DDF">
        <w:t>’</w:t>
      </w:r>
      <w:r w:rsidRPr="00223237">
        <w:t>est-ce que ça peut te faire</w:t>
      </w:r>
      <w:r w:rsidR="00AB6DDF">
        <w:t> ?</w:t>
      </w:r>
    </w:p>
    <w:p w14:paraId="7B7417FC" w14:textId="77777777" w:rsidR="00C83B26" w:rsidRDefault="002E19AC" w:rsidP="00C83B26">
      <w:pPr>
        <w:ind w:firstLine="0"/>
        <w:jc w:val="center"/>
      </w:pPr>
      <w:r w:rsidRPr="00C83B26">
        <w:t>LA FEMME</w:t>
      </w:r>
    </w:p>
    <w:p w14:paraId="4DF6083A" w14:textId="77777777" w:rsidR="00C83B26" w:rsidRDefault="002E19AC" w:rsidP="00C83B26">
      <w:r w:rsidRPr="00223237">
        <w:t>Qu</w:t>
      </w:r>
      <w:r w:rsidR="00AB6DDF">
        <w:t>’</w:t>
      </w:r>
      <w:r w:rsidRPr="00223237">
        <w:t>est-ce que ça peut te faire de me le dire</w:t>
      </w:r>
      <w:r w:rsidR="00AB6DDF">
        <w:t> ?</w:t>
      </w:r>
    </w:p>
    <w:p w14:paraId="79B5223B" w14:textId="77777777" w:rsidR="00C83B26" w:rsidRDefault="002E19AC" w:rsidP="00C83B26">
      <w:pPr>
        <w:ind w:firstLine="0"/>
        <w:jc w:val="center"/>
      </w:pPr>
      <w:r w:rsidRPr="00C83B26">
        <w:t>LE MARI</w:t>
      </w:r>
    </w:p>
    <w:p w14:paraId="576CCAAB" w14:textId="77777777" w:rsidR="00C83B26" w:rsidRDefault="002E19AC" w:rsidP="00C83B26">
      <w:r w:rsidRPr="00223237">
        <w:t>J</w:t>
      </w:r>
      <w:r w:rsidR="00AB6DDF">
        <w:t>’</w:t>
      </w:r>
      <w:r w:rsidRPr="00223237">
        <w:t>ai rendez-vous</w:t>
      </w:r>
      <w:r w:rsidR="00AB6DDF">
        <w:t xml:space="preserve">… </w:t>
      </w:r>
      <w:r w:rsidRPr="00223237">
        <w:t>devant la banque Sud-Américaine</w:t>
      </w:r>
      <w:r w:rsidR="00AB6DDF">
        <w:t>.</w:t>
      </w:r>
    </w:p>
    <w:p w14:paraId="5A3B17B3" w14:textId="77777777" w:rsidR="00C83B26" w:rsidRDefault="002E19AC" w:rsidP="00C83B26">
      <w:pPr>
        <w:ind w:firstLine="0"/>
        <w:jc w:val="center"/>
      </w:pPr>
      <w:r w:rsidRPr="00C83B26">
        <w:t>LA FEMME</w:t>
      </w:r>
    </w:p>
    <w:p w14:paraId="01AA1158" w14:textId="77777777" w:rsidR="00C83B26" w:rsidRDefault="002E19AC" w:rsidP="00C83B26">
      <w:r w:rsidRPr="00223237">
        <w:t>Avec qui</w:t>
      </w:r>
      <w:r w:rsidR="00AB6DDF">
        <w:t> ?</w:t>
      </w:r>
    </w:p>
    <w:p w14:paraId="58120E2A" w14:textId="77777777" w:rsidR="00C83B26" w:rsidRDefault="002E19AC" w:rsidP="00C83B26">
      <w:pPr>
        <w:ind w:firstLine="0"/>
        <w:jc w:val="center"/>
      </w:pPr>
      <w:r w:rsidRPr="00C83B26">
        <w:t>LE MARI</w:t>
      </w:r>
    </w:p>
    <w:p w14:paraId="3453C7C6" w14:textId="77777777" w:rsidR="00C83B26" w:rsidRDefault="002E19AC" w:rsidP="00C83B26">
      <w:r w:rsidRPr="00223237">
        <w:t>Avec un Américain du Sud</w:t>
      </w:r>
      <w:r w:rsidR="00AB6DDF">
        <w:t xml:space="preserve">, </w:t>
      </w:r>
      <w:r w:rsidRPr="00223237">
        <w:t>pardi</w:t>
      </w:r>
      <w:r w:rsidR="00AB6DDF">
        <w:t> !</w:t>
      </w:r>
    </w:p>
    <w:p w14:paraId="30077E85" w14:textId="77777777" w:rsidR="00C83B26" w:rsidRDefault="002E19AC" w:rsidP="00C83B26">
      <w:pPr>
        <w:ind w:firstLine="0"/>
        <w:jc w:val="center"/>
      </w:pPr>
      <w:r w:rsidRPr="00C83B26">
        <w:t>LA FEMME</w:t>
      </w:r>
    </w:p>
    <w:p w14:paraId="0FB0D2F4" w14:textId="77777777" w:rsidR="00C83B26" w:rsidRDefault="002E19AC" w:rsidP="00C83B26">
      <w:r w:rsidRPr="00223237">
        <w:t>Comment s</w:t>
      </w:r>
      <w:r w:rsidR="00AB6DDF">
        <w:t>’</w:t>
      </w:r>
      <w:r w:rsidRPr="00223237">
        <w:t>appelle-t-il</w:t>
      </w:r>
      <w:r w:rsidR="00AB6DDF">
        <w:t> ?</w:t>
      </w:r>
    </w:p>
    <w:p w14:paraId="57D3DC39" w14:textId="77777777" w:rsidR="00C83B26" w:rsidRDefault="002E19AC" w:rsidP="00C83B26">
      <w:pPr>
        <w:ind w:firstLine="0"/>
        <w:jc w:val="center"/>
      </w:pPr>
      <w:r w:rsidRPr="00C83B26">
        <w:t>LE MARI</w:t>
      </w:r>
    </w:p>
    <w:p w14:paraId="23C78269" w14:textId="77777777" w:rsidR="00C83B26" w:rsidRDefault="002E19AC" w:rsidP="00C83B26">
      <w:r w:rsidRPr="00223237">
        <w:t>Comment il s</w:t>
      </w:r>
      <w:r w:rsidR="00AB6DDF">
        <w:t>’</w:t>
      </w:r>
      <w:r w:rsidRPr="00223237">
        <w:t>appelle</w:t>
      </w:r>
      <w:r w:rsidR="00AB6DDF">
        <w:t>… ?</w:t>
      </w:r>
    </w:p>
    <w:p w14:paraId="0F3B774C" w14:textId="77777777" w:rsidR="00C83B26" w:rsidRDefault="002E19AC" w:rsidP="00C83B26">
      <w:pPr>
        <w:ind w:firstLine="0"/>
        <w:jc w:val="center"/>
      </w:pPr>
      <w:r w:rsidRPr="00C83B26">
        <w:t>LA FEMME</w:t>
      </w:r>
    </w:p>
    <w:p w14:paraId="2C4A21B7" w14:textId="77777777" w:rsidR="00C83B26" w:rsidRDefault="002E19AC" w:rsidP="00C83B26">
      <w:r w:rsidRPr="00223237">
        <w:lastRenderedPageBreak/>
        <w:t>Oui</w:t>
      </w:r>
      <w:r w:rsidR="00AB6DDF">
        <w:t xml:space="preserve">, </w:t>
      </w:r>
      <w:r w:rsidRPr="00223237">
        <w:t>il a un nom</w:t>
      </w:r>
      <w:r w:rsidR="00AB6DDF">
        <w:t xml:space="preserve">, </w:t>
      </w:r>
      <w:r w:rsidRPr="00223237">
        <w:t>cet homme-là</w:t>
      </w:r>
      <w:r w:rsidR="00AB6DDF">
        <w:t> !</w:t>
      </w:r>
    </w:p>
    <w:p w14:paraId="12F46F5C" w14:textId="77777777" w:rsidR="00C83B26" w:rsidRDefault="002E19AC" w:rsidP="00C83B26">
      <w:pPr>
        <w:ind w:firstLine="0"/>
        <w:jc w:val="center"/>
      </w:pPr>
      <w:r w:rsidRPr="00C83B26">
        <w:t>LE MARI</w:t>
      </w:r>
    </w:p>
    <w:p w14:paraId="0D702112" w14:textId="77777777" w:rsidR="00C83B26" w:rsidRDefault="002E19AC" w:rsidP="00C83B26">
      <w:r w:rsidRPr="00223237">
        <w:t>Oh</w:t>
      </w:r>
      <w:r w:rsidR="00AB6DDF">
        <w:t xml:space="preserve"> ! </w:t>
      </w:r>
      <w:r w:rsidRPr="00223237">
        <w:t>là</w:t>
      </w:r>
      <w:r w:rsidR="00AB6DDF">
        <w:t xml:space="preserve">, </w:t>
      </w:r>
      <w:r w:rsidRPr="00223237">
        <w:t>là</w:t>
      </w:r>
      <w:r w:rsidR="00AB6DDF">
        <w:t xml:space="preserve">, </w:t>
      </w:r>
      <w:r w:rsidRPr="00223237">
        <w:t>tu penses</w:t>
      </w:r>
      <w:r w:rsidR="00AB6DDF">
        <w:t xml:space="preserve">… </w:t>
      </w:r>
      <w:r w:rsidRPr="00223237">
        <w:t>il en a même trois</w:t>
      </w:r>
      <w:r w:rsidR="00AB6DDF">
        <w:t xml:space="preserve">… </w:t>
      </w:r>
      <w:r w:rsidRPr="00223237">
        <w:t>il s</w:t>
      </w:r>
      <w:r w:rsidR="00AB6DDF">
        <w:t>’</w:t>
      </w:r>
      <w:r w:rsidRPr="00223237">
        <w:t>appelle</w:t>
      </w:r>
      <w:r w:rsidR="00AB6DDF">
        <w:t xml:space="preserve">… </w:t>
      </w:r>
      <w:r w:rsidRPr="00223237">
        <w:t>c</w:t>
      </w:r>
      <w:r w:rsidR="00AB6DDF">
        <w:t>’</w:t>
      </w:r>
      <w:r w:rsidRPr="00223237">
        <w:t>est bien simple</w:t>
      </w:r>
      <w:r w:rsidR="00AB6DDF">
        <w:t xml:space="preserve">… </w:t>
      </w:r>
      <w:r w:rsidRPr="00223237">
        <w:t>il s</w:t>
      </w:r>
      <w:r w:rsidR="00AB6DDF">
        <w:t>’</w:t>
      </w:r>
      <w:r w:rsidRPr="00223237">
        <w:t>appelle</w:t>
      </w:r>
      <w:r w:rsidR="00AB6DDF">
        <w:t xml:space="preserve">… </w:t>
      </w:r>
      <w:r w:rsidRPr="00223237">
        <w:t>heu</w:t>
      </w:r>
      <w:r w:rsidR="00AB6DDF">
        <w:t>…</w:t>
      </w:r>
    </w:p>
    <w:p w14:paraId="2FA8C5AD" w14:textId="77777777" w:rsidR="00C83B26" w:rsidRDefault="002E19AC" w:rsidP="00C83B26">
      <w:pPr>
        <w:ind w:firstLine="0"/>
        <w:jc w:val="center"/>
      </w:pPr>
      <w:r w:rsidRPr="00C83B26">
        <w:t>LA FEMME</w:t>
      </w:r>
    </w:p>
    <w:p w14:paraId="35E0374A" w14:textId="77777777" w:rsidR="00C83B26" w:rsidRDefault="002E19AC" w:rsidP="00C83B26">
      <w:r w:rsidRPr="00223237">
        <w:t>Comment</w:t>
      </w:r>
      <w:r w:rsidR="00AB6DDF">
        <w:t> ?</w:t>
      </w:r>
    </w:p>
    <w:p w14:paraId="5BE50F20" w14:textId="77777777" w:rsidR="00C83B26" w:rsidRDefault="002E19AC" w:rsidP="00C83B26">
      <w:pPr>
        <w:ind w:firstLine="0"/>
        <w:jc w:val="center"/>
      </w:pPr>
      <w:r w:rsidRPr="00C83B26">
        <w:t>LE MARI</w:t>
      </w:r>
    </w:p>
    <w:p w14:paraId="0289E390" w14:textId="77777777" w:rsidR="00C83B26" w:rsidRDefault="002E19AC" w:rsidP="00C83B26">
      <w:r w:rsidRPr="00223237">
        <w:t>Attends</w:t>
      </w:r>
      <w:r w:rsidR="00AB6DDF">
        <w:t xml:space="preserve">, </w:t>
      </w:r>
      <w:r w:rsidRPr="00223237">
        <w:t>je ne l</w:t>
      </w:r>
      <w:r w:rsidR="00AB6DDF">
        <w:t>’</w:t>
      </w:r>
      <w:r w:rsidRPr="00223237">
        <w:t>ai pas encore dit</w:t>
      </w:r>
      <w:r w:rsidR="00AB6DDF">
        <w:t xml:space="preserve">. </w:t>
      </w:r>
      <w:r w:rsidRPr="00223237">
        <w:t>Il s</w:t>
      </w:r>
      <w:r w:rsidR="00AB6DDF">
        <w:t>’</w:t>
      </w:r>
      <w:r w:rsidRPr="00223237">
        <w:t>appelle tout bonn</w:t>
      </w:r>
      <w:r w:rsidRPr="00223237">
        <w:t>e</w:t>
      </w:r>
      <w:r w:rsidRPr="00223237">
        <w:t xml:space="preserve">ment Lopez </w:t>
      </w:r>
      <w:proofErr w:type="spellStart"/>
      <w:r w:rsidRPr="00223237">
        <w:t>Quita</w:t>
      </w:r>
      <w:proofErr w:type="spellEnd"/>
      <w:r w:rsidRPr="00223237">
        <w:t xml:space="preserve"> de la </w:t>
      </w:r>
      <w:proofErr w:type="spellStart"/>
      <w:r w:rsidRPr="00223237">
        <w:t>Manãna</w:t>
      </w:r>
      <w:proofErr w:type="spellEnd"/>
      <w:r w:rsidR="00AB6DDF">
        <w:t>…</w:t>
      </w:r>
    </w:p>
    <w:p w14:paraId="3434265F" w14:textId="77777777" w:rsidR="00C83B26" w:rsidRDefault="002E19AC" w:rsidP="00C83B26">
      <w:pPr>
        <w:ind w:firstLine="0"/>
        <w:jc w:val="center"/>
      </w:pPr>
      <w:r w:rsidRPr="00C83B26">
        <w:t>LA FEMME</w:t>
      </w:r>
    </w:p>
    <w:p w14:paraId="4C528F1D" w14:textId="77777777" w:rsidR="00C83B26" w:rsidRDefault="002E19AC" w:rsidP="00C83B26">
      <w:r w:rsidRPr="00223237">
        <w:t>Quoi</w:t>
      </w:r>
      <w:r w:rsidR="00AB6DDF">
        <w:t> ?</w:t>
      </w:r>
    </w:p>
    <w:p w14:paraId="10119B34" w14:textId="77777777" w:rsidR="00C83B26" w:rsidRDefault="002E19AC" w:rsidP="00C83B26">
      <w:pPr>
        <w:ind w:firstLine="0"/>
        <w:jc w:val="center"/>
      </w:pPr>
      <w:r w:rsidRPr="00C83B26">
        <w:t>LE MARI</w:t>
      </w:r>
    </w:p>
    <w:p w14:paraId="40C706B2" w14:textId="77777777" w:rsidR="00C83B26" w:rsidRDefault="002E19AC" w:rsidP="00C83B26">
      <w:r w:rsidRPr="00223237">
        <w:t>Eh</w:t>
      </w:r>
      <w:r w:rsidR="00AB6DDF">
        <w:t xml:space="preserve"> ! </w:t>
      </w:r>
      <w:r w:rsidRPr="00223237">
        <w:t>Oui</w:t>
      </w:r>
      <w:r w:rsidR="00AB6DDF">
        <w:t xml:space="preserve">, </w:t>
      </w:r>
      <w:r w:rsidRPr="00223237">
        <w:t>qu</w:t>
      </w:r>
      <w:r w:rsidR="00AB6DDF">
        <w:t>’</w:t>
      </w:r>
      <w:r w:rsidRPr="00223237">
        <w:t>est-ce que tu veux</w:t>
      </w:r>
      <w:r w:rsidR="00AB6DDF">
        <w:t xml:space="preserve">, </w:t>
      </w:r>
      <w:r w:rsidRPr="00223237">
        <w:t>c</w:t>
      </w:r>
      <w:r w:rsidR="00AB6DDF">
        <w:t>’</w:t>
      </w:r>
      <w:r w:rsidRPr="00223237">
        <w:t>est comme ça</w:t>
      </w:r>
      <w:r w:rsidR="00AB6DDF">
        <w:t xml:space="preserve">. </w:t>
      </w:r>
      <w:r w:rsidRPr="00223237">
        <w:t>Je n</w:t>
      </w:r>
      <w:r w:rsidR="00AB6DDF">
        <w:t>’</w:t>
      </w:r>
      <w:r w:rsidRPr="00223237">
        <w:t>y suis pour rien</w:t>
      </w:r>
      <w:r w:rsidR="00AB6DDF">
        <w:t xml:space="preserve">, </w:t>
      </w:r>
      <w:r w:rsidRPr="00223237">
        <w:t>moi</w:t>
      </w:r>
      <w:r w:rsidR="00AB6DDF">
        <w:t>.</w:t>
      </w:r>
    </w:p>
    <w:p w14:paraId="1DBAF766" w14:textId="77777777" w:rsidR="00C83B26" w:rsidRDefault="002E19AC" w:rsidP="00C83B26">
      <w:pPr>
        <w:ind w:firstLine="0"/>
        <w:jc w:val="center"/>
      </w:pPr>
      <w:r w:rsidRPr="00C83B26">
        <w:t>LA FEMME</w:t>
      </w:r>
    </w:p>
    <w:p w14:paraId="455EE821" w14:textId="77777777" w:rsidR="00C83B26" w:rsidRDefault="002E19AC" w:rsidP="00C83B26">
      <w:r w:rsidRPr="00223237">
        <w:t>C</w:t>
      </w:r>
      <w:r w:rsidR="00AB6DDF">
        <w:t>’</w:t>
      </w:r>
      <w:r w:rsidRPr="00223237">
        <w:t>est la première fois que j</w:t>
      </w:r>
      <w:r w:rsidR="00AB6DDF">
        <w:t>’</w:t>
      </w:r>
      <w:r w:rsidRPr="00223237">
        <w:t>entends ce nom-là</w:t>
      </w:r>
      <w:r w:rsidR="00AB6DDF">
        <w:t>.</w:t>
      </w:r>
    </w:p>
    <w:p w14:paraId="35D67A96" w14:textId="77777777" w:rsidR="00C83B26" w:rsidRDefault="002E19AC" w:rsidP="00C83B26">
      <w:pPr>
        <w:ind w:firstLine="0"/>
        <w:jc w:val="center"/>
      </w:pPr>
      <w:r w:rsidRPr="00C83B26">
        <w:t>LE MARI</w:t>
      </w:r>
      <w:r w:rsidR="00AB6DDF" w:rsidRPr="00C83B26">
        <w:t xml:space="preserve">, </w:t>
      </w:r>
      <w:r w:rsidRPr="00C83B26">
        <w:rPr>
          <w:i/>
          <w:iCs/>
        </w:rPr>
        <w:t>à part</w:t>
      </w:r>
    </w:p>
    <w:p w14:paraId="557AC39B" w14:textId="77777777" w:rsidR="00C83B26" w:rsidRDefault="002E19AC" w:rsidP="00C83B26">
      <w:r w:rsidRPr="00223237">
        <w:t>Moi aussi</w:t>
      </w:r>
      <w:r w:rsidR="00AB6DDF">
        <w:t>.</w:t>
      </w:r>
    </w:p>
    <w:p w14:paraId="10F8546A" w14:textId="77777777" w:rsidR="00C83B26" w:rsidRDefault="002E19AC" w:rsidP="00C83B26">
      <w:pPr>
        <w:ind w:firstLine="0"/>
        <w:jc w:val="center"/>
      </w:pPr>
      <w:r w:rsidRPr="00C83B26">
        <w:t>LA FEMME</w:t>
      </w:r>
    </w:p>
    <w:p w14:paraId="0903DAF6" w14:textId="77777777" w:rsidR="00C83B26" w:rsidRDefault="002E19AC" w:rsidP="00C83B26">
      <w:r w:rsidRPr="00223237">
        <w:t>Mais qu</w:t>
      </w:r>
      <w:r w:rsidR="00AB6DDF">
        <w:t>’</w:t>
      </w:r>
      <w:r w:rsidRPr="00223237">
        <w:t>est-ce que c</w:t>
      </w:r>
      <w:r w:rsidR="00AB6DDF">
        <w:t>’</w:t>
      </w:r>
      <w:r w:rsidRPr="00223237">
        <w:t>est que cet homme-là</w:t>
      </w:r>
      <w:r w:rsidR="00AB6DDF">
        <w:t> ?</w:t>
      </w:r>
    </w:p>
    <w:p w14:paraId="6B529572" w14:textId="77777777" w:rsidR="00C83B26" w:rsidRDefault="002E19AC" w:rsidP="00C83B26">
      <w:pPr>
        <w:ind w:firstLine="0"/>
        <w:jc w:val="center"/>
      </w:pPr>
      <w:r w:rsidRPr="00C83B26">
        <w:t>LE MARI</w:t>
      </w:r>
      <w:r w:rsidR="00AB6DDF" w:rsidRPr="00C83B26">
        <w:t xml:space="preserve">, </w:t>
      </w:r>
      <w:r w:rsidRPr="00C83B26">
        <w:rPr>
          <w:i/>
          <w:iCs/>
        </w:rPr>
        <w:t>disant n</w:t>
      </w:r>
      <w:r w:rsidR="00AB6DDF" w:rsidRPr="00C83B26">
        <w:rPr>
          <w:i/>
          <w:iCs/>
        </w:rPr>
        <w:t>’</w:t>
      </w:r>
      <w:r w:rsidRPr="00C83B26">
        <w:rPr>
          <w:i/>
          <w:iCs/>
        </w:rPr>
        <w:t>importe quoi</w:t>
      </w:r>
    </w:p>
    <w:p w14:paraId="51E8AA14" w14:textId="77777777" w:rsidR="00C83B26" w:rsidRDefault="002E19AC" w:rsidP="00C83B26">
      <w:r w:rsidRPr="00223237">
        <w:t>Oh</w:t>
      </w:r>
      <w:r w:rsidR="00AB6DDF">
        <w:t xml:space="preserve"> ! </w:t>
      </w:r>
      <w:r w:rsidRPr="00223237">
        <w:t>Ça</w:t>
      </w:r>
      <w:r w:rsidR="00AB6DDF">
        <w:t xml:space="preserve">, </w:t>
      </w:r>
      <w:r w:rsidRPr="00223237">
        <w:t>les Américains du Sud</w:t>
      </w:r>
      <w:r w:rsidR="00AB6DDF">
        <w:t xml:space="preserve">, </w:t>
      </w:r>
      <w:r w:rsidRPr="00223237">
        <w:t>on ne sait jamais la vérité sur eux</w:t>
      </w:r>
      <w:r w:rsidR="00AB6DDF">
        <w:t xml:space="preserve">. </w:t>
      </w:r>
      <w:r w:rsidRPr="00223237">
        <w:t>On ne sait jamais s</w:t>
      </w:r>
      <w:r w:rsidR="00AB6DDF">
        <w:t>’</w:t>
      </w:r>
      <w:r w:rsidRPr="00223237">
        <w:t>ils sont Brésiliens</w:t>
      </w:r>
      <w:r w:rsidR="00AB6DDF">
        <w:t xml:space="preserve">, </w:t>
      </w:r>
      <w:r w:rsidRPr="00223237">
        <w:t>Chiliens</w:t>
      </w:r>
      <w:r w:rsidR="00AB6DDF">
        <w:t xml:space="preserve">, </w:t>
      </w:r>
      <w:r w:rsidRPr="00223237">
        <w:lastRenderedPageBreak/>
        <w:t>Arge</w:t>
      </w:r>
      <w:r w:rsidRPr="00223237">
        <w:t>n</w:t>
      </w:r>
      <w:r w:rsidRPr="00223237">
        <w:t>tins</w:t>
      </w:r>
      <w:r w:rsidR="00AB6DDF">
        <w:t xml:space="preserve">… </w:t>
      </w:r>
      <w:r w:rsidRPr="00223237">
        <w:t>ou autre chose</w:t>
      </w:r>
      <w:r w:rsidR="00AB6DDF">
        <w:t xml:space="preserve">. </w:t>
      </w:r>
      <w:r w:rsidRPr="00223237">
        <w:t>Quand ils ont dit</w:t>
      </w:r>
      <w:r w:rsidR="00AB6DDF">
        <w:t> : « </w:t>
      </w:r>
      <w:r w:rsidRPr="00223237">
        <w:t>Américain du Sud</w:t>
      </w:r>
      <w:r w:rsidR="00AB6DDF">
        <w:t xml:space="preserve"> », </w:t>
      </w:r>
      <w:r w:rsidRPr="00223237">
        <w:t xml:space="preserve">ils ont </w:t>
      </w:r>
      <w:proofErr w:type="spellStart"/>
      <w:r w:rsidRPr="00223237">
        <w:t>tout</w:t>
      </w:r>
      <w:proofErr w:type="spellEnd"/>
      <w:r w:rsidRPr="00223237">
        <w:t xml:space="preserve"> dit</w:t>
      </w:r>
      <w:r w:rsidR="00AB6DDF">
        <w:t xml:space="preserve">. </w:t>
      </w:r>
      <w:r w:rsidRPr="00223237">
        <w:t>D</w:t>
      </w:r>
      <w:r w:rsidR="00AB6DDF">
        <w:t>’</w:t>
      </w:r>
      <w:r w:rsidRPr="00223237">
        <w:t>ailleurs</w:t>
      </w:r>
      <w:r w:rsidR="00AB6DDF">
        <w:t xml:space="preserve">, </w:t>
      </w:r>
      <w:r w:rsidRPr="00223237">
        <w:t>ils ne le savent pas eux-mêmes</w:t>
      </w:r>
      <w:r w:rsidR="00AB6DDF">
        <w:t xml:space="preserve">. </w:t>
      </w:r>
      <w:r w:rsidRPr="00223237">
        <w:t>Les Brésiliens ayant généralement leurs parents au Chili</w:t>
      </w:r>
      <w:r w:rsidR="00AB6DDF">
        <w:t xml:space="preserve">, </w:t>
      </w:r>
      <w:r w:rsidRPr="00223237">
        <w:t>leurs p</w:t>
      </w:r>
      <w:r w:rsidRPr="00223237">
        <w:t>é</w:t>
      </w:r>
      <w:r w:rsidRPr="00223237">
        <w:t>nates en Argentine et leur fortune au Guatemala</w:t>
      </w:r>
      <w:r w:rsidR="00AB6DDF">
        <w:t xml:space="preserve">… </w:t>
      </w:r>
      <w:r w:rsidRPr="00223237">
        <w:t>comment veux-tu qu</w:t>
      </w:r>
      <w:r w:rsidR="00AB6DDF">
        <w:t>’</w:t>
      </w:r>
      <w:r w:rsidRPr="00223237">
        <w:t>ils s</w:t>
      </w:r>
      <w:r w:rsidR="00AB6DDF">
        <w:t>’</w:t>
      </w:r>
      <w:r w:rsidRPr="00223237">
        <w:t>y reconnaissent</w:t>
      </w:r>
      <w:r w:rsidR="00AB6DDF">
        <w:t xml:space="preserve"> ! </w:t>
      </w:r>
      <w:r w:rsidRPr="00223237">
        <w:t>Ce sont des gens très intell</w:t>
      </w:r>
      <w:r w:rsidRPr="00223237">
        <w:t>i</w:t>
      </w:r>
      <w:r w:rsidRPr="00223237">
        <w:t>gents</w:t>
      </w:r>
      <w:r w:rsidR="00AB6DDF">
        <w:t xml:space="preserve">, </w:t>
      </w:r>
      <w:r w:rsidRPr="00223237">
        <w:t>du reste</w:t>
      </w:r>
      <w:r w:rsidR="00AB6DDF">
        <w:t>.</w:t>
      </w:r>
    </w:p>
    <w:p w14:paraId="34B6D24D" w14:textId="77777777" w:rsidR="00C83B26" w:rsidRDefault="002E19AC" w:rsidP="00C83B26">
      <w:pPr>
        <w:ind w:firstLine="0"/>
        <w:jc w:val="center"/>
      </w:pPr>
      <w:r w:rsidRPr="00C83B26">
        <w:t>LA FEMME</w:t>
      </w:r>
    </w:p>
    <w:p w14:paraId="1B494201" w14:textId="77777777" w:rsidR="00C83B26" w:rsidRDefault="002E19AC" w:rsidP="00C83B26">
      <w:r w:rsidRPr="00223237">
        <w:t>Comment est-il</w:t>
      </w:r>
      <w:r w:rsidR="00AB6DDF">
        <w:t xml:space="preserve">, </w:t>
      </w:r>
      <w:r w:rsidRPr="00223237">
        <w:t>celui-là</w:t>
      </w:r>
      <w:r w:rsidR="00AB6DDF">
        <w:t> ?</w:t>
      </w:r>
    </w:p>
    <w:p w14:paraId="1BB09E37" w14:textId="77777777" w:rsidR="00C83B26" w:rsidRDefault="002E19AC" w:rsidP="00C83B26">
      <w:pPr>
        <w:ind w:firstLine="0"/>
        <w:jc w:val="center"/>
      </w:pPr>
      <w:r w:rsidRPr="00C83B26">
        <w:t>LE MARI</w:t>
      </w:r>
    </w:p>
    <w:p w14:paraId="11BDD616" w14:textId="77777777" w:rsidR="00C83B26" w:rsidRDefault="002E19AC" w:rsidP="00C83B26">
      <w:r w:rsidRPr="00223237">
        <w:t>Très intelligent</w:t>
      </w:r>
      <w:r w:rsidR="00AB6DDF">
        <w:t xml:space="preserve">, </w:t>
      </w:r>
      <w:r w:rsidRPr="00223237">
        <w:t>comme les autres</w:t>
      </w:r>
      <w:r w:rsidR="00AB6DDF">
        <w:t>.</w:t>
      </w:r>
    </w:p>
    <w:p w14:paraId="0D552778" w14:textId="77777777" w:rsidR="00C83B26" w:rsidRDefault="002E19AC" w:rsidP="00C83B26">
      <w:pPr>
        <w:ind w:firstLine="0"/>
        <w:jc w:val="center"/>
      </w:pPr>
      <w:r w:rsidRPr="00C83B26">
        <w:t>LA FEMME</w:t>
      </w:r>
    </w:p>
    <w:p w14:paraId="736B03F9" w14:textId="77777777" w:rsidR="00C83B26" w:rsidRDefault="002E19AC" w:rsidP="00C83B26">
      <w:r w:rsidRPr="00223237">
        <w:t>Je veux dire</w:t>
      </w:r>
      <w:r w:rsidR="00AB6DDF">
        <w:t xml:space="preserve"> : </w:t>
      </w:r>
      <w:r w:rsidRPr="00223237">
        <w:t>il est grand</w:t>
      </w:r>
      <w:r w:rsidR="00AB6DDF">
        <w:t> ?</w:t>
      </w:r>
    </w:p>
    <w:p w14:paraId="50A0BAB1" w14:textId="77777777" w:rsidR="00C83B26" w:rsidRDefault="002E19AC" w:rsidP="00C83B26">
      <w:pPr>
        <w:ind w:firstLine="0"/>
        <w:jc w:val="center"/>
      </w:pPr>
      <w:r w:rsidRPr="00C83B26">
        <w:t>LE MARI</w:t>
      </w:r>
    </w:p>
    <w:p w14:paraId="0E749D22" w14:textId="77777777" w:rsidR="00C83B26" w:rsidRDefault="002E19AC" w:rsidP="00C83B26">
      <w:r w:rsidRPr="00223237">
        <w:t>Assez</w:t>
      </w:r>
      <w:r w:rsidR="00AB6DDF">
        <w:t>.</w:t>
      </w:r>
    </w:p>
    <w:p w14:paraId="2920DBFC" w14:textId="77777777" w:rsidR="00C83B26" w:rsidRDefault="002E19AC" w:rsidP="00C83B26">
      <w:pPr>
        <w:ind w:firstLine="0"/>
        <w:jc w:val="center"/>
      </w:pPr>
      <w:r w:rsidRPr="00C83B26">
        <w:t>LA FEMME</w:t>
      </w:r>
    </w:p>
    <w:p w14:paraId="6BE3E1B6" w14:textId="77777777" w:rsidR="00C83B26" w:rsidRDefault="002E19AC" w:rsidP="00C83B26">
      <w:r w:rsidRPr="00223237">
        <w:t xml:space="preserve">Comment </w:t>
      </w:r>
      <w:r w:rsidR="00AB6DDF">
        <w:t>« </w:t>
      </w:r>
      <w:r w:rsidRPr="00223237">
        <w:t>assez</w:t>
      </w:r>
      <w:r w:rsidR="00AB6DDF">
        <w:t xml:space="preserve"> » ? </w:t>
      </w:r>
      <w:r w:rsidRPr="00223237">
        <w:t>Est-ce que je n</w:t>
      </w:r>
      <w:r w:rsidR="00AB6DDF">
        <w:t>’</w:t>
      </w:r>
      <w:r w:rsidRPr="00223237">
        <w:t>ai plus le droit de te que</w:t>
      </w:r>
      <w:r w:rsidRPr="00223237">
        <w:t>s</w:t>
      </w:r>
      <w:r w:rsidRPr="00223237">
        <w:t>tionner</w:t>
      </w:r>
      <w:r w:rsidR="00AB6DDF">
        <w:t xml:space="preserve">, </w:t>
      </w:r>
      <w:r w:rsidRPr="00223237">
        <w:t>maintenant</w:t>
      </w:r>
      <w:r w:rsidR="00AB6DDF">
        <w:t> ?</w:t>
      </w:r>
    </w:p>
    <w:p w14:paraId="4297D006" w14:textId="77777777" w:rsidR="00C83B26" w:rsidRDefault="002E19AC" w:rsidP="00C83B26">
      <w:pPr>
        <w:ind w:firstLine="0"/>
        <w:jc w:val="center"/>
      </w:pPr>
      <w:r w:rsidRPr="00C83B26">
        <w:t>LE MARI</w:t>
      </w:r>
    </w:p>
    <w:p w14:paraId="055D57DE" w14:textId="77777777" w:rsidR="00C83B26" w:rsidRDefault="002E19AC" w:rsidP="00C83B26">
      <w:r w:rsidRPr="00223237">
        <w:t>Mais</w:t>
      </w:r>
      <w:r w:rsidR="00AB6DDF">
        <w:t xml:space="preserve">, </w:t>
      </w:r>
      <w:r w:rsidRPr="00223237">
        <w:t>mon petit</w:t>
      </w:r>
      <w:r w:rsidR="00AB6DDF">
        <w:t xml:space="preserve">, </w:t>
      </w:r>
      <w:r w:rsidRPr="00223237">
        <w:t>ce n</w:t>
      </w:r>
      <w:r w:rsidR="00AB6DDF">
        <w:t>’</w:t>
      </w:r>
      <w:r w:rsidRPr="00223237">
        <w:t xml:space="preserve">est pas à toi que je dis </w:t>
      </w:r>
      <w:r w:rsidR="00AB6DDF">
        <w:t>« </w:t>
      </w:r>
      <w:r w:rsidRPr="00223237">
        <w:t>assez</w:t>
      </w:r>
      <w:r w:rsidR="00AB6DDF">
        <w:t xml:space="preserve"> ». </w:t>
      </w:r>
      <w:r w:rsidRPr="00223237">
        <w:t>Tu me demandes s</w:t>
      </w:r>
      <w:r w:rsidR="00AB6DDF">
        <w:t>’</w:t>
      </w:r>
      <w:r w:rsidRPr="00223237">
        <w:t>il est grand</w:t>
      </w:r>
      <w:r w:rsidR="00AB6DDF">
        <w:t xml:space="preserve">… </w:t>
      </w:r>
      <w:r w:rsidRPr="00223237">
        <w:t>je te réponds</w:t>
      </w:r>
      <w:r w:rsidR="00AB6DDF">
        <w:t> : « </w:t>
      </w:r>
      <w:r w:rsidRPr="00223237">
        <w:t>Assez</w:t>
      </w:r>
      <w:r w:rsidR="00AB6DDF">
        <w:t xml:space="preserve">… </w:t>
      </w:r>
      <w:r w:rsidRPr="00223237">
        <w:t>assez grand</w:t>
      </w:r>
      <w:r w:rsidR="00AB6DDF">
        <w:t xml:space="preserve">, </w:t>
      </w:r>
      <w:r w:rsidRPr="00223237">
        <w:t>oui</w:t>
      </w:r>
      <w:r w:rsidR="00AB6DDF">
        <w:t>. »</w:t>
      </w:r>
    </w:p>
    <w:p w14:paraId="53A3809E" w14:textId="77777777" w:rsidR="00C83B26" w:rsidRDefault="002E19AC" w:rsidP="00C83B26">
      <w:pPr>
        <w:ind w:firstLine="0"/>
        <w:jc w:val="center"/>
      </w:pPr>
      <w:r w:rsidRPr="00C83B26">
        <w:t>LA FEMME</w:t>
      </w:r>
    </w:p>
    <w:p w14:paraId="47387ED2" w14:textId="77777777" w:rsidR="00C83B26" w:rsidRDefault="002E19AC" w:rsidP="00C83B26">
      <w:r w:rsidRPr="00223237">
        <w:t>Il est brun</w:t>
      </w:r>
      <w:r w:rsidR="00AB6DDF">
        <w:t> ?</w:t>
      </w:r>
    </w:p>
    <w:p w14:paraId="2F346D1F" w14:textId="77777777" w:rsidR="00C83B26" w:rsidRDefault="002E19AC" w:rsidP="00C83B26">
      <w:pPr>
        <w:ind w:firstLine="0"/>
        <w:jc w:val="center"/>
      </w:pPr>
      <w:r w:rsidRPr="00C83B26">
        <w:t>LE MARI</w:t>
      </w:r>
    </w:p>
    <w:p w14:paraId="1DFA30E0" w14:textId="77777777" w:rsidR="00C83B26" w:rsidRDefault="002E19AC" w:rsidP="00C83B26">
      <w:r w:rsidRPr="00223237">
        <w:lastRenderedPageBreak/>
        <w:t>Oh</w:t>
      </w:r>
      <w:r w:rsidR="00AB6DDF">
        <w:t xml:space="preserve"> !… </w:t>
      </w:r>
      <w:r w:rsidRPr="00223237">
        <w:t>Plus que brun</w:t>
      </w:r>
      <w:r w:rsidR="00AB6DDF">
        <w:t xml:space="preserve">… </w:t>
      </w:r>
      <w:r w:rsidRPr="00223237">
        <w:t>c</w:t>
      </w:r>
      <w:r w:rsidR="00AB6DDF">
        <w:t>’</w:t>
      </w:r>
      <w:r w:rsidRPr="00223237">
        <w:t>en est même</w:t>
      </w:r>
      <w:r w:rsidR="00AB6DDF">
        <w:t>…</w:t>
      </w:r>
    </w:p>
    <w:p w14:paraId="68193F2F" w14:textId="77777777" w:rsidR="00C83B26" w:rsidRDefault="002E19AC" w:rsidP="00C83B26">
      <w:pPr>
        <w:ind w:firstLine="0"/>
        <w:jc w:val="center"/>
      </w:pPr>
      <w:r w:rsidRPr="00C83B26">
        <w:t>LA FEMME</w:t>
      </w:r>
    </w:p>
    <w:p w14:paraId="48FE267E" w14:textId="77777777" w:rsidR="00C83B26" w:rsidRDefault="002E19AC" w:rsidP="00C83B26">
      <w:r w:rsidRPr="00223237">
        <w:t>Gênant</w:t>
      </w:r>
      <w:r w:rsidR="00AB6DDF">
        <w:t>.</w:t>
      </w:r>
    </w:p>
    <w:p w14:paraId="798DE09B" w14:textId="77777777" w:rsidR="00C83B26" w:rsidRDefault="002E19AC" w:rsidP="00C83B26">
      <w:pPr>
        <w:ind w:firstLine="0"/>
        <w:jc w:val="center"/>
      </w:pPr>
      <w:r w:rsidRPr="00C83B26">
        <w:t>LE MARI</w:t>
      </w:r>
    </w:p>
    <w:p w14:paraId="259F1171" w14:textId="77777777" w:rsidR="00C83B26" w:rsidRDefault="002E19AC" w:rsidP="00C83B26">
      <w:r w:rsidRPr="00223237">
        <w:t>Non</w:t>
      </w:r>
      <w:r w:rsidR="00AB6DDF">
        <w:t xml:space="preserve">… </w:t>
      </w:r>
      <w:r w:rsidRPr="00223237">
        <w:t>pas gênant</w:t>
      </w:r>
      <w:r w:rsidR="00AB6DDF">
        <w:t xml:space="preserve">… </w:t>
      </w:r>
      <w:r w:rsidRPr="00223237">
        <w:t>ça ne peut pas me gêner qu</w:t>
      </w:r>
      <w:r w:rsidR="00AB6DDF">
        <w:t>’</w:t>
      </w:r>
      <w:r w:rsidRPr="00223237">
        <w:t>il soit br</w:t>
      </w:r>
      <w:r w:rsidRPr="00223237">
        <w:t>u</w:t>
      </w:r>
      <w:r w:rsidRPr="00223237">
        <w:t>n</w:t>
      </w:r>
      <w:r w:rsidR="00AB6DDF">
        <w:t xml:space="preserve">, </w:t>
      </w:r>
      <w:r w:rsidRPr="00223237">
        <w:t>ce garçon</w:t>
      </w:r>
      <w:r w:rsidR="00AB6DDF">
        <w:t xml:space="preserve">, </w:t>
      </w:r>
      <w:r w:rsidRPr="00223237">
        <w:t>si ça l</w:t>
      </w:r>
      <w:r w:rsidR="00AB6DDF">
        <w:t>’</w:t>
      </w:r>
      <w:r w:rsidRPr="00223237">
        <w:t>amuse</w:t>
      </w:r>
      <w:r w:rsidR="00AB6DDF">
        <w:t>.</w:t>
      </w:r>
    </w:p>
    <w:p w14:paraId="05594916" w14:textId="77777777" w:rsidR="00C83B26" w:rsidRDefault="002E19AC" w:rsidP="00C83B26">
      <w:pPr>
        <w:ind w:firstLine="0"/>
        <w:jc w:val="center"/>
      </w:pPr>
      <w:r w:rsidRPr="00C83B26">
        <w:t>LA FEMME</w:t>
      </w:r>
    </w:p>
    <w:p w14:paraId="65DE94B8" w14:textId="77777777" w:rsidR="00C83B26" w:rsidRDefault="002E19AC" w:rsidP="00C83B26">
      <w:r w:rsidRPr="00223237">
        <w:t>Tu le connais depuis longtemps</w:t>
      </w:r>
      <w:r w:rsidR="00AB6DDF">
        <w:t> ?</w:t>
      </w:r>
    </w:p>
    <w:p w14:paraId="3728F59D" w14:textId="77777777" w:rsidR="00C83B26" w:rsidRDefault="002E19AC" w:rsidP="00C83B26">
      <w:pPr>
        <w:ind w:firstLine="0"/>
        <w:jc w:val="center"/>
      </w:pPr>
      <w:r w:rsidRPr="00C83B26">
        <w:t>LE MARI</w:t>
      </w:r>
      <w:r w:rsidR="00AB6DDF" w:rsidRPr="00C83B26">
        <w:t xml:space="preserve">, </w:t>
      </w:r>
      <w:r w:rsidRPr="00C83B26">
        <w:rPr>
          <w:i/>
          <w:iCs/>
        </w:rPr>
        <w:t>mentant très mal</w:t>
      </w:r>
    </w:p>
    <w:p w14:paraId="331F1206" w14:textId="77777777" w:rsidR="00C83B26" w:rsidRDefault="002E19AC" w:rsidP="00C83B26">
      <w:r w:rsidRPr="00223237">
        <w:t>Oh</w:t>
      </w:r>
      <w:r w:rsidR="00AB6DDF">
        <w:t xml:space="preserve"> ! </w:t>
      </w:r>
      <w:r w:rsidRPr="00223237">
        <w:t>Depuis</w:t>
      </w:r>
      <w:r w:rsidR="00AB6DDF">
        <w:t xml:space="preserve">… </w:t>
      </w:r>
      <w:r w:rsidRPr="00223237">
        <w:t>avant-hier</w:t>
      </w:r>
      <w:r w:rsidR="00AB6DDF">
        <w:t xml:space="preserve">. </w:t>
      </w:r>
      <w:r w:rsidRPr="00223237">
        <w:t>Je fis sa connaissance au cercle</w:t>
      </w:r>
      <w:r w:rsidR="00AB6DDF">
        <w:t xml:space="preserve">. </w:t>
      </w:r>
      <w:r w:rsidRPr="00223237">
        <w:t>Nous parlâmes d</w:t>
      </w:r>
      <w:r w:rsidR="00AB6DDF">
        <w:t>’</w:t>
      </w:r>
      <w:r w:rsidRPr="00223237">
        <w:t>un tas de choses de Bourse</w:t>
      </w:r>
      <w:r w:rsidR="00AB6DDF">
        <w:t xml:space="preserve">… </w:t>
      </w:r>
      <w:r w:rsidRPr="00223237">
        <w:t>car</w:t>
      </w:r>
      <w:r w:rsidR="00AB6DDF">
        <w:t xml:space="preserve">, </w:t>
      </w:r>
      <w:r w:rsidRPr="00223237">
        <w:t>entre nous</w:t>
      </w:r>
      <w:r w:rsidR="00AB6DDF">
        <w:t xml:space="preserve">, </w:t>
      </w:r>
      <w:r w:rsidRPr="00223237">
        <w:t>cet homme-là</w:t>
      </w:r>
      <w:r w:rsidR="00AB6DDF">
        <w:t xml:space="preserve">, </w:t>
      </w:r>
      <w:r w:rsidRPr="00223237">
        <w:t>c</w:t>
      </w:r>
      <w:r w:rsidR="00AB6DDF">
        <w:t>’</w:t>
      </w:r>
      <w:r w:rsidRPr="00223237">
        <w:t>est tout simplement un financier</w:t>
      </w:r>
      <w:r w:rsidR="00AB6DDF">
        <w:t>…</w:t>
      </w:r>
    </w:p>
    <w:p w14:paraId="7AC598CA" w14:textId="77777777" w:rsidR="00C83B26" w:rsidRDefault="002E19AC" w:rsidP="00C83B26">
      <w:pPr>
        <w:ind w:firstLine="0"/>
        <w:jc w:val="center"/>
      </w:pPr>
      <w:r w:rsidRPr="00C83B26">
        <w:t>LA FEMME</w:t>
      </w:r>
    </w:p>
    <w:p w14:paraId="10F7BD63" w14:textId="77777777" w:rsidR="00C83B26" w:rsidRDefault="002E19AC" w:rsidP="00C83B26">
      <w:r w:rsidRPr="00223237">
        <w:t>Allons donc</w:t>
      </w:r>
      <w:r w:rsidR="00AB6DDF">
        <w:t> ?</w:t>
      </w:r>
    </w:p>
    <w:p w14:paraId="48C87078" w14:textId="77777777" w:rsidR="00C83B26" w:rsidRDefault="002E19AC" w:rsidP="00C83B26">
      <w:pPr>
        <w:ind w:firstLine="0"/>
        <w:jc w:val="center"/>
      </w:pPr>
      <w:r w:rsidRPr="00C83B26">
        <w:t>LE MARI</w:t>
      </w:r>
    </w:p>
    <w:p w14:paraId="3A0A18F8" w14:textId="77777777" w:rsidR="00C83B26" w:rsidRDefault="002E19AC" w:rsidP="00C83B26">
      <w:r w:rsidRPr="00223237">
        <w:t>Mais oui</w:t>
      </w:r>
      <w:r w:rsidR="00AB6DDF">
        <w:t xml:space="preserve">. </w:t>
      </w:r>
      <w:r w:rsidRPr="00223237">
        <w:t>Et formidable</w:t>
      </w:r>
      <w:r w:rsidR="00AB6DDF">
        <w:t xml:space="preserve"> ! </w:t>
      </w:r>
      <w:r w:rsidRPr="00223237">
        <w:t>Je lui ai demandé des renseign</w:t>
      </w:r>
      <w:r w:rsidRPr="00223237">
        <w:t>e</w:t>
      </w:r>
      <w:r w:rsidRPr="00223237">
        <w:t xml:space="preserve">ments sur la Dos </w:t>
      </w:r>
      <w:proofErr w:type="spellStart"/>
      <w:r w:rsidRPr="00223237">
        <w:t>Estrellas</w:t>
      </w:r>
      <w:proofErr w:type="spellEnd"/>
      <w:r w:rsidR="00AB6DDF">
        <w:t xml:space="preserve">, </w:t>
      </w:r>
      <w:r w:rsidRPr="00223237">
        <w:t>en le flattant</w:t>
      </w:r>
      <w:r w:rsidR="00AB6DDF">
        <w:t xml:space="preserve">, </w:t>
      </w:r>
      <w:r w:rsidRPr="00223237">
        <w:t>bien entendu</w:t>
      </w:r>
      <w:r w:rsidR="00AB6DDF">
        <w:t xml:space="preserve">, </w:t>
      </w:r>
      <w:r w:rsidRPr="00223237">
        <w:t>sur sa compétence notoire en matière de finance</w:t>
      </w:r>
      <w:r w:rsidR="00AB6DDF">
        <w:t xml:space="preserve">… </w:t>
      </w:r>
      <w:r w:rsidRPr="00223237">
        <w:t>et j</w:t>
      </w:r>
      <w:r w:rsidR="00AB6DDF">
        <w:t>’</w:t>
      </w:r>
      <w:r w:rsidRPr="00223237">
        <w:t>ai tellement bien m</w:t>
      </w:r>
      <w:r w:rsidRPr="00223237">
        <w:t>a</w:t>
      </w:r>
      <w:r w:rsidRPr="00223237">
        <w:t>nœuvré qu</w:t>
      </w:r>
      <w:r w:rsidR="00AB6DDF">
        <w:t>’</w:t>
      </w:r>
      <w:r w:rsidRPr="00223237">
        <w:t>il a fini par me dire</w:t>
      </w:r>
      <w:r w:rsidR="00AB6DDF">
        <w:t> : « </w:t>
      </w:r>
      <w:r w:rsidRPr="00223237">
        <w:t>Voulez-vous me voir vendr</w:t>
      </w:r>
      <w:r w:rsidRPr="00223237">
        <w:t>e</w:t>
      </w:r>
      <w:r w:rsidRPr="00223237">
        <w:t>di à quatre heures</w:t>
      </w:r>
      <w:r w:rsidR="00AB6DDF">
        <w:t> ? »</w:t>
      </w:r>
    </w:p>
    <w:p w14:paraId="566FB1A0" w14:textId="77777777" w:rsidR="00C83B26" w:rsidRDefault="002E19AC" w:rsidP="00C83B26">
      <w:pPr>
        <w:ind w:firstLine="0"/>
        <w:jc w:val="center"/>
      </w:pPr>
      <w:r w:rsidRPr="00C83B26">
        <w:t>LA FEMME</w:t>
      </w:r>
    </w:p>
    <w:p w14:paraId="51D04F11" w14:textId="77777777" w:rsidR="00C83B26" w:rsidRDefault="002E19AC" w:rsidP="00C83B26">
      <w:r w:rsidRPr="00223237">
        <w:t>Il a l</w:t>
      </w:r>
      <w:r w:rsidR="00AB6DDF">
        <w:t>’</w:t>
      </w:r>
      <w:r w:rsidRPr="00223237">
        <w:t>accent anglais</w:t>
      </w:r>
      <w:r w:rsidR="00AB6DDF">
        <w:t> ?</w:t>
      </w:r>
    </w:p>
    <w:p w14:paraId="2F15325C" w14:textId="77777777" w:rsidR="00C83B26" w:rsidRDefault="002E19AC" w:rsidP="00C83B26">
      <w:pPr>
        <w:ind w:firstLine="0"/>
        <w:jc w:val="center"/>
      </w:pPr>
      <w:r w:rsidRPr="00C83B26">
        <w:t>LE MARI</w:t>
      </w:r>
    </w:p>
    <w:p w14:paraId="544AAC16" w14:textId="77777777" w:rsidR="00C83B26" w:rsidRDefault="002E19AC" w:rsidP="00C83B26">
      <w:r w:rsidRPr="00223237">
        <w:lastRenderedPageBreak/>
        <w:t>Mais non</w:t>
      </w:r>
      <w:r w:rsidR="00AB6DDF">
        <w:t xml:space="preserve">, </w:t>
      </w:r>
      <w:r w:rsidRPr="00223237">
        <w:t>il n</w:t>
      </w:r>
      <w:r w:rsidR="00AB6DDF">
        <w:t>’</w:t>
      </w:r>
      <w:r w:rsidRPr="00223237">
        <w:t>a pas l</w:t>
      </w:r>
      <w:r w:rsidR="00AB6DDF">
        <w:t>’</w:t>
      </w:r>
      <w:r w:rsidRPr="00223237">
        <w:t>accent anglais</w:t>
      </w:r>
      <w:r w:rsidR="00AB6DDF">
        <w:t xml:space="preserve">. </w:t>
      </w:r>
      <w:r w:rsidRPr="00223237">
        <w:t>Mais tu sais bien que c</w:t>
      </w:r>
      <w:r w:rsidR="00AB6DDF">
        <w:t>’</w:t>
      </w:r>
      <w:r w:rsidRPr="00223237">
        <w:t>est le seul accent étranger que je puisse prendre</w:t>
      </w:r>
      <w:r w:rsidR="00AB6DDF">
        <w:t xml:space="preserve">. </w:t>
      </w:r>
      <w:r w:rsidRPr="00223237">
        <w:t>Ne me t</w:t>
      </w:r>
      <w:r w:rsidRPr="00223237">
        <w:t>a</w:t>
      </w:r>
      <w:r w:rsidRPr="00223237">
        <w:t>quine pas</w:t>
      </w:r>
      <w:r w:rsidR="00AB6DDF">
        <w:t xml:space="preserve">, </w:t>
      </w:r>
      <w:r w:rsidRPr="00223237">
        <w:t>voyons</w:t>
      </w:r>
      <w:r w:rsidR="00AB6DDF">
        <w:t xml:space="preserve">… </w:t>
      </w:r>
      <w:r w:rsidRPr="00223237">
        <w:t>Oh</w:t>
      </w:r>
      <w:r w:rsidR="00AB6DDF">
        <w:t xml:space="preserve"> ! </w:t>
      </w:r>
      <w:r w:rsidRPr="00223237">
        <w:t>là</w:t>
      </w:r>
      <w:r w:rsidR="00AB6DDF">
        <w:t xml:space="preserve">, </w:t>
      </w:r>
      <w:r w:rsidRPr="00223237">
        <w:t>là</w:t>
      </w:r>
      <w:r w:rsidR="00AB6DDF">
        <w:t xml:space="preserve">, </w:t>
      </w:r>
      <w:r w:rsidRPr="00223237">
        <w:t>quatre heures moins cinq</w:t>
      </w:r>
      <w:r w:rsidR="00AB6DDF">
        <w:t xml:space="preserve">, </w:t>
      </w:r>
      <w:r w:rsidRPr="00223237">
        <w:t>je file</w:t>
      </w:r>
      <w:r w:rsidR="00AB6DDF">
        <w:t>.</w:t>
      </w:r>
    </w:p>
    <w:p w14:paraId="7C7533E5" w14:textId="77777777" w:rsidR="00C83B26" w:rsidRDefault="002E19AC" w:rsidP="00C83B26">
      <w:pPr>
        <w:ind w:firstLine="0"/>
        <w:jc w:val="center"/>
      </w:pPr>
      <w:r w:rsidRPr="00C83B26">
        <w:t>LA FEMME</w:t>
      </w:r>
    </w:p>
    <w:p w14:paraId="4EB63893" w14:textId="77777777" w:rsidR="00C83B26" w:rsidRDefault="002E19AC" w:rsidP="00C83B26">
      <w:r w:rsidRPr="00223237">
        <w:t>Tu ne peux pas faire ça</w:t>
      </w:r>
      <w:r w:rsidR="00AB6DDF">
        <w:t xml:space="preserve">, </w:t>
      </w:r>
      <w:r w:rsidRPr="00223237">
        <w:t>voyons</w:t>
      </w:r>
      <w:r w:rsidR="00AB6DDF">
        <w:t>.</w:t>
      </w:r>
    </w:p>
    <w:p w14:paraId="43BF4C99" w14:textId="77777777" w:rsidR="00C83B26" w:rsidRDefault="002E19AC" w:rsidP="00C83B26">
      <w:pPr>
        <w:ind w:firstLine="0"/>
        <w:jc w:val="center"/>
      </w:pPr>
      <w:r w:rsidRPr="00C83B26">
        <w:t>LE MARI</w:t>
      </w:r>
    </w:p>
    <w:p w14:paraId="64967331" w14:textId="77777777" w:rsidR="00C83B26" w:rsidRDefault="002E19AC" w:rsidP="00C83B26">
      <w:r w:rsidRPr="00223237">
        <w:t>Comment</w:t>
      </w:r>
      <w:r w:rsidR="00AB6DDF">
        <w:t xml:space="preserve">, </w:t>
      </w:r>
      <w:r w:rsidRPr="00223237">
        <w:t>je ne peux pas faire ça</w:t>
      </w:r>
      <w:r w:rsidR="00AB6DDF">
        <w:t xml:space="preserve"> ?… </w:t>
      </w:r>
      <w:r w:rsidRPr="00223237">
        <w:t>Tu vas voir</w:t>
      </w:r>
      <w:r w:rsidR="00AB6DDF">
        <w:t xml:space="preserve"> !… </w:t>
      </w:r>
      <w:r w:rsidRPr="00223237">
        <w:t>Est-ce que tu t</w:t>
      </w:r>
      <w:r w:rsidR="00AB6DDF">
        <w:t>’</w:t>
      </w:r>
      <w:r w:rsidRPr="00223237">
        <w:t>imagines que je vais rater un rendez-vous de cette i</w:t>
      </w:r>
      <w:r w:rsidRPr="00223237">
        <w:t>m</w:t>
      </w:r>
      <w:r w:rsidRPr="00223237">
        <w:t>portance pour</w:t>
      </w:r>
      <w:r w:rsidR="00AB6DDF">
        <w:t xml:space="preserve">… </w:t>
      </w:r>
      <w:r w:rsidRPr="00223237">
        <w:t>pour</w:t>
      </w:r>
      <w:r w:rsidR="00AB6DDF">
        <w:t xml:space="preserve">… </w:t>
      </w:r>
      <w:r w:rsidRPr="00223237">
        <w:t>je me demande quoi</w:t>
      </w:r>
      <w:r w:rsidR="00AB6DDF">
        <w:t xml:space="preserve">, </w:t>
      </w:r>
      <w:r w:rsidRPr="00223237">
        <w:t>d</w:t>
      </w:r>
      <w:r w:rsidR="00AB6DDF">
        <w:t>’</w:t>
      </w:r>
      <w:r w:rsidRPr="00223237">
        <w:t>ailleurs</w:t>
      </w:r>
      <w:r w:rsidR="00AB6DDF">
        <w:t xml:space="preserve"> ?… </w:t>
      </w:r>
      <w:r w:rsidRPr="00223237">
        <w:t>Qu</w:t>
      </w:r>
      <w:r w:rsidR="00AB6DDF">
        <w:t>’</w:t>
      </w:r>
      <w:r w:rsidRPr="00223237">
        <w:t>est-ce qu</w:t>
      </w:r>
      <w:r w:rsidR="00AB6DDF">
        <w:t>’</w:t>
      </w:r>
      <w:r w:rsidRPr="00223237">
        <w:t>il a à nous dire celui-là</w:t>
      </w:r>
      <w:r w:rsidR="00AB6DDF">
        <w:t xml:space="preserve">, </w:t>
      </w:r>
      <w:r w:rsidRPr="00223237">
        <w:t>je n</w:t>
      </w:r>
      <w:r w:rsidR="00AB6DDF">
        <w:t>’</w:t>
      </w:r>
      <w:r w:rsidRPr="00223237">
        <w:t>en sais rien</w:t>
      </w:r>
      <w:r w:rsidR="00AB6DDF">
        <w:t>.</w:t>
      </w:r>
    </w:p>
    <w:p w14:paraId="4E8B71ED" w14:textId="77777777" w:rsidR="00C83B26" w:rsidRDefault="002E19AC" w:rsidP="00C83B26">
      <w:pPr>
        <w:ind w:firstLine="0"/>
        <w:jc w:val="center"/>
      </w:pPr>
      <w:r w:rsidRPr="00C83B26">
        <w:t>LA FEMME</w:t>
      </w:r>
    </w:p>
    <w:p w14:paraId="167F0A9B" w14:textId="77777777" w:rsidR="00C83B26" w:rsidRDefault="002E19AC" w:rsidP="00C83B26">
      <w:r w:rsidRPr="00223237">
        <w:t>Moi non plus</w:t>
      </w:r>
      <w:r w:rsidR="00AB6DDF">
        <w:t xml:space="preserve">, </w:t>
      </w:r>
      <w:r w:rsidRPr="00223237">
        <w:t>je n</w:t>
      </w:r>
      <w:r w:rsidR="00AB6DDF">
        <w:t>’</w:t>
      </w:r>
      <w:r w:rsidRPr="00223237">
        <w:t>en sais rien</w:t>
      </w:r>
      <w:r w:rsidR="00AB6DDF">
        <w:t>.</w:t>
      </w:r>
    </w:p>
    <w:p w14:paraId="353972B2" w14:textId="77777777" w:rsidR="00C83B26" w:rsidRDefault="002E19AC" w:rsidP="00C83B26">
      <w:pPr>
        <w:ind w:firstLine="0"/>
        <w:jc w:val="center"/>
      </w:pPr>
      <w:r w:rsidRPr="00C83B26">
        <w:t>LE MARI</w:t>
      </w:r>
    </w:p>
    <w:p w14:paraId="1479BB02" w14:textId="77777777" w:rsidR="00C83B26" w:rsidRDefault="002E19AC" w:rsidP="00C83B26">
      <w:r w:rsidRPr="00223237">
        <w:t>Nom de Dieu</w:t>
      </w:r>
      <w:r w:rsidR="00AB6DDF">
        <w:t xml:space="preserve">, </w:t>
      </w:r>
      <w:r w:rsidRPr="00223237">
        <w:t xml:space="preserve">quand on </w:t>
      </w:r>
      <w:proofErr w:type="gramStart"/>
      <w:r w:rsidRPr="00223237">
        <w:t>donne</w:t>
      </w:r>
      <w:proofErr w:type="gramEnd"/>
      <w:r w:rsidRPr="00223237">
        <w:t xml:space="preserve"> un rendez-vous</w:t>
      </w:r>
      <w:r w:rsidR="00AB6DDF">
        <w:t xml:space="preserve">, </w:t>
      </w:r>
      <w:r w:rsidRPr="00223237">
        <w:t>on y est</w:t>
      </w:r>
      <w:r w:rsidR="00AB6DDF">
        <w:t xml:space="preserve">. </w:t>
      </w:r>
      <w:r w:rsidRPr="00223237">
        <w:t>Qu</w:t>
      </w:r>
      <w:r w:rsidR="00AB6DDF">
        <w:t>’</w:t>
      </w:r>
      <w:r w:rsidRPr="00223237">
        <w:t>est-ce qu</w:t>
      </w:r>
      <w:r w:rsidR="00AB6DDF">
        <w:t>’</w:t>
      </w:r>
      <w:r w:rsidRPr="00223237">
        <w:t>il t</w:t>
      </w:r>
      <w:r w:rsidR="00AB6DDF">
        <w:t>’</w:t>
      </w:r>
      <w:r w:rsidRPr="00223237">
        <w:t>a dit dans le téléphone</w:t>
      </w:r>
      <w:r w:rsidR="00AB6DDF">
        <w:t> ?</w:t>
      </w:r>
    </w:p>
    <w:p w14:paraId="560E5CF0" w14:textId="77777777" w:rsidR="00C83B26" w:rsidRDefault="002E19AC" w:rsidP="00C83B26">
      <w:pPr>
        <w:ind w:firstLine="0"/>
        <w:jc w:val="center"/>
      </w:pPr>
      <w:r w:rsidRPr="00C83B26">
        <w:t>LA FEMME</w:t>
      </w:r>
    </w:p>
    <w:p w14:paraId="0CFEA4D1" w14:textId="77777777" w:rsidR="00C83B26" w:rsidRDefault="002E19AC" w:rsidP="00C83B26">
      <w:r w:rsidRPr="00223237">
        <w:t>Il m</w:t>
      </w:r>
      <w:r w:rsidR="00AB6DDF">
        <w:t>’</w:t>
      </w:r>
      <w:r w:rsidRPr="00223237">
        <w:t>a dit</w:t>
      </w:r>
      <w:r w:rsidR="00AB6DDF">
        <w:t> : « </w:t>
      </w:r>
      <w:r w:rsidRPr="00223237">
        <w:t>Vous me feriez le plus vif plaisir en passant tous les deux chez moi à quatre heures moins le quart</w:t>
      </w:r>
      <w:r w:rsidR="00AB6DDF">
        <w:t xml:space="preserve">. </w:t>
      </w:r>
      <w:r w:rsidRPr="00223237">
        <w:t>J</w:t>
      </w:r>
      <w:r w:rsidR="00AB6DDF">
        <w:t>’</w:t>
      </w:r>
      <w:r w:rsidRPr="00223237">
        <w:t>ai quelque chose à vous montrer</w:t>
      </w:r>
      <w:r w:rsidR="00AB6DDF">
        <w:t>. »</w:t>
      </w:r>
    </w:p>
    <w:p w14:paraId="143C4855" w14:textId="77777777" w:rsidR="00C83B26" w:rsidRDefault="002E19AC" w:rsidP="00C83B26">
      <w:pPr>
        <w:ind w:firstLine="0"/>
        <w:jc w:val="center"/>
      </w:pPr>
      <w:r w:rsidRPr="00C83B26">
        <w:t>LE MARI</w:t>
      </w:r>
    </w:p>
    <w:p w14:paraId="56D94834" w14:textId="77777777" w:rsidR="00C83B26" w:rsidRDefault="002E19AC" w:rsidP="00C83B26">
      <w:r w:rsidRPr="00223237">
        <w:t>Quelque chose à nous montrer</w:t>
      </w:r>
      <w:r w:rsidR="00AB6DDF">
        <w:t xml:space="preserve"> ?… </w:t>
      </w:r>
      <w:r w:rsidRPr="00223237">
        <w:t>Ça va encore être une gravure ancienne</w:t>
      </w:r>
      <w:r w:rsidR="00AB6DDF">
        <w:t xml:space="preserve">, </w:t>
      </w:r>
      <w:r w:rsidRPr="00223237">
        <w:t>ça</w:t>
      </w:r>
      <w:r w:rsidR="00AB6DDF">
        <w:t xml:space="preserve">, </w:t>
      </w:r>
      <w:r w:rsidRPr="00223237">
        <w:t>tu vas voir</w:t>
      </w:r>
      <w:r w:rsidR="00AB6DDF">
        <w:t xml:space="preserve">. </w:t>
      </w:r>
      <w:r w:rsidRPr="00223237">
        <w:t>Il m</w:t>
      </w:r>
      <w:r w:rsidR="00AB6DDF">
        <w:t>’</w:t>
      </w:r>
      <w:r w:rsidRPr="00223237">
        <w:t>a déjà fait le coup</w:t>
      </w:r>
      <w:r w:rsidR="00AB6DDF">
        <w:t xml:space="preserve">, </w:t>
      </w:r>
      <w:r w:rsidRPr="00223237">
        <w:t>une fois</w:t>
      </w:r>
      <w:r w:rsidR="00AB6DDF">
        <w:t xml:space="preserve">. </w:t>
      </w:r>
      <w:r w:rsidRPr="00223237">
        <w:t>Je m</w:t>
      </w:r>
      <w:r w:rsidR="00AB6DDF">
        <w:t>’</w:t>
      </w:r>
      <w:r w:rsidRPr="00223237">
        <w:t>en fous</w:t>
      </w:r>
      <w:r w:rsidR="00AB6DDF">
        <w:t xml:space="preserve">, </w:t>
      </w:r>
      <w:r w:rsidRPr="00223237">
        <w:t>moi</w:t>
      </w:r>
      <w:r w:rsidR="00AB6DDF">
        <w:t xml:space="preserve">, </w:t>
      </w:r>
      <w:r w:rsidRPr="00223237">
        <w:t>des gravures anciennes</w:t>
      </w:r>
      <w:r w:rsidR="00AB6DDF">
        <w:t>.</w:t>
      </w:r>
    </w:p>
    <w:p w14:paraId="56124479" w14:textId="77777777" w:rsidR="00C83B26" w:rsidRDefault="002E19AC" w:rsidP="00C83B26">
      <w:pPr>
        <w:ind w:firstLine="0"/>
        <w:jc w:val="center"/>
      </w:pPr>
      <w:r w:rsidRPr="00C83B26">
        <w:t>LA FEMME</w:t>
      </w:r>
    </w:p>
    <w:p w14:paraId="5DA3FAFA" w14:textId="77777777" w:rsidR="00C83B26" w:rsidRDefault="002E19AC" w:rsidP="00C83B26">
      <w:r w:rsidRPr="00223237">
        <w:lastRenderedPageBreak/>
        <w:t>Non</w:t>
      </w:r>
      <w:r w:rsidR="00AB6DDF">
        <w:t xml:space="preserve">, </w:t>
      </w:r>
      <w:r w:rsidRPr="00223237">
        <w:t>ç</w:t>
      </w:r>
      <w:r w:rsidR="00AB6DDF">
        <w:t>’</w:t>
      </w:r>
      <w:r w:rsidRPr="00223237">
        <w:t>avait l</w:t>
      </w:r>
      <w:r w:rsidR="00AB6DDF">
        <w:t>’</w:t>
      </w:r>
      <w:r w:rsidRPr="00223237">
        <w:t>air d</w:t>
      </w:r>
      <w:r w:rsidR="00AB6DDF">
        <w:t>’</w:t>
      </w:r>
      <w:r w:rsidRPr="00223237">
        <w:t>une chose vraiment importante</w:t>
      </w:r>
      <w:r w:rsidR="00AB6DDF">
        <w:t>…</w:t>
      </w:r>
    </w:p>
    <w:p w14:paraId="0F00662F" w14:textId="77777777" w:rsidR="00C83B26" w:rsidRDefault="002E19AC" w:rsidP="00C83B26">
      <w:pPr>
        <w:ind w:firstLine="0"/>
        <w:jc w:val="center"/>
      </w:pPr>
      <w:r w:rsidRPr="00C83B26">
        <w:t>LE MARI</w:t>
      </w:r>
    </w:p>
    <w:p w14:paraId="0B8A959F" w14:textId="77777777" w:rsidR="00C83B26" w:rsidRDefault="002E19AC" w:rsidP="00C83B26">
      <w:r w:rsidRPr="00223237">
        <w:t>Pour lui</w:t>
      </w:r>
      <w:r w:rsidR="00AB6DDF">
        <w:t xml:space="preserve">, </w:t>
      </w:r>
      <w:r w:rsidRPr="00223237">
        <w:t>peut-être</w:t>
      </w:r>
      <w:r w:rsidR="00AB6DDF">
        <w:t xml:space="preserve">. </w:t>
      </w:r>
      <w:r w:rsidRPr="00223237">
        <w:t>En tout cas</w:t>
      </w:r>
      <w:r w:rsidR="00AB6DDF">
        <w:t xml:space="preserve">, </w:t>
      </w:r>
      <w:r w:rsidRPr="00223237">
        <w:t>je sais que</w:t>
      </w:r>
      <w:r w:rsidR="00AB6DDF">
        <w:t xml:space="preserve">, </w:t>
      </w:r>
      <w:r w:rsidRPr="00223237">
        <w:t>pour moi</w:t>
      </w:r>
      <w:r w:rsidR="00AB6DDF">
        <w:t xml:space="preserve">, </w:t>
      </w:r>
      <w:r w:rsidRPr="00223237">
        <w:t>le rendez-vous que j</w:t>
      </w:r>
      <w:r w:rsidR="00AB6DDF">
        <w:t>’</w:t>
      </w:r>
      <w:r w:rsidRPr="00223237">
        <w:t>ai tantôt a une importance considérable</w:t>
      </w:r>
      <w:r w:rsidR="00AB6DDF">
        <w:t xml:space="preserve">. </w:t>
      </w:r>
      <w:r w:rsidRPr="00223237">
        <w:t>Ce banquier peut me rendre un immense service</w:t>
      </w:r>
      <w:r w:rsidR="00AB6DDF">
        <w:t xml:space="preserve">… </w:t>
      </w:r>
      <w:r w:rsidRPr="00223237">
        <w:t>et je tiens à le ménager</w:t>
      </w:r>
      <w:r w:rsidR="00AB6DDF">
        <w:t xml:space="preserve">. </w:t>
      </w:r>
      <w:r w:rsidRPr="00223237">
        <w:t>Tu ne serais pas mécontente</w:t>
      </w:r>
      <w:r w:rsidR="00AB6DDF">
        <w:t xml:space="preserve">, </w:t>
      </w:r>
      <w:r w:rsidRPr="00223237">
        <w:t>n</w:t>
      </w:r>
      <w:r w:rsidR="00AB6DDF">
        <w:t>’</w:t>
      </w:r>
      <w:r w:rsidRPr="00223237">
        <w:t>est-ce pas</w:t>
      </w:r>
      <w:r w:rsidR="00AB6DDF">
        <w:t xml:space="preserve">, </w:t>
      </w:r>
      <w:r w:rsidRPr="00223237">
        <w:t>si je te d</w:t>
      </w:r>
      <w:r w:rsidRPr="00223237">
        <w:t>i</w:t>
      </w:r>
      <w:r w:rsidRPr="00223237">
        <w:t>sais dans quarante-huit heures que j</w:t>
      </w:r>
      <w:r w:rsidR="00AB6DDF">
        <w:t>’</w:t>
      </w:r>
      <w:r w:rsidRPr="00223237">
        <w:t>ai réalisé un bénéfice de deux à trois millions</w:t>
      </w:r>
      <w:r w:rsidR="00AB6DDF">
        <w:t> ?</w:t>
      </w:r>
    </w:p>
    <w:p w14:paraId="718217CF" w14:textId="77777777" w:rsidR="00C83B26" w:rsidRDefault="002E19AC" w:rsidP="00C83B26">
      <w:pPr>
        <w:ind w:firstLine="0"/>
        <w:jc w:val="center"/>
      </w:pPr>
      <w:r w:rsidRPr="00C83B26">
        <w:t>LA FEMME</w:t>
      </w:r>
    </w:p>
    <w:p w14:paraId="528D487B" w14:textId="77777777" w:rsidR="00C83B26" w:rsidRDefault="002E19AC" w:rsidP="00C83B26">
      <w:r w:rsidRPr="00223237">
        <w:t>J</w:t>
      </w:r>
      <w:r w:rsidR="00AB6DDF">
        <w:t>’</w:t>
      </w:r>
      <w:r w:rsidRPr="00223237">
        <w:t>avoue que je ne serais pas mécontente</w:t>
      </w:r>
      <w:r w:rsidR="00AB6DDF">
        <w:t>.</w:t>
      </w:r>
    </w:p>
    <w:p w14:paraId="7043C1DC" w14:textId="77777777" w:rsidR="00C83B26" w:rsidRDefault="002E19AC" w:rsidP="00C83B26">
      <w:pPr>
        <w:ind w:firstLine="0"/>
        <w:jc w:val="center"/>
      </w:pPr>
      <w:r w:rsidRPr="00C83B26">
        <w:t>LE MARI</w:t>
      </w:r>
    </w:p>
    <w:p w14:paraId="74AC3C2B" w14:textId="77777777" w:rsidR="00C83B26" w:rsidRDefault="002E19AC" w:rsidP="00C83B26">
      <w:r w:rsidRPr="00223237">
        <w:t>Eh</w:t>
      </w:r>
      <w:r w:rsidR="00AB6DDF">
        <w:t xml:space="preserve"> ! </w:t>
      </w:r>
      <w:r w:rsidRPr="00223237">
        <w:t>Bien</w:t>
      </w:r>
      <w:r w:rsidR="00AB6DDF">
        <w:t xml:space="preserve">, </w:t>
      </w:r>
      <w:r w:rsidRPr="00223237">
        <w:t>alors</w:t>
      </w:r>
      <w:r w:rsidR="00AB6DDF">
        <w:t xml:space="preserve">, </w:t>
      </w:r>
      <w:r w:rsidRPr="00223237">
        <w:t>mon petit</w:t>
      </w:r>
      <w:r w:rsidR="00AB6DDF">
        <w:t xml:space="preserve">, </w:t>
      </w:r>
      <w:r w:rsidRPr="00223237">
        <w:t>laisse-moi faire</w:t>
      </w:r>
      <w:r w:rsidR="00AB6DDF">
        <w:t>.</w:t>
      </w:r>
    </w:p>
    <w:p w14:paraId="5A6A2655" w14:textId="77777777" w:rsidR="00C83B26" w:rsidRDefault="002E19AC" w:rsidP="00C83B26">
      <w:pPr>
        <w:ind w:firstLine="0"/>
        <w:jc w:val="center"/>
      </w:pPr>
      <w:r w:rsidRPr="00C83B26">
        <w:t>LA FEMME</w:t>
      </w:r>
    </w:p>
    <w:p w14:paraId="749C5E55" w14:textId="77777777" w:rsidR="00C83B26" w:rsidRDefault="002E19AC" w:rsidP="00C83B26">
      <w:r w:rsidRPr="00223237">
        <w:t>Mais je te laisse faire</w:t>
      </w:r>
      <w:r w:rsidR="00AB6DDF">
        <w:t xml:space="preserve">, </w:t>
      </w:r>
      <w:r w:rsidRPr="00223237">
        <w:t>mon chéri</w:t>
      </w:r>
      <w:r w:rsidR="00AB6DDF">
        <w:t>.</w:t>
      </w:r>
    </w:p>
    <w:p w14:paraId="669DDA11" w14:textId="77777777" w:rsidR="00C83B26" w:rsidRDefault="002E19AC" w:rsidP="00C83B26">
      <w:pPr>
        <w:ind w:firstLine="0"/>
        <w:jc w:val="center"/>
      </w:pPr>
      <w:r w:rsidRPr="00C83B26">
        <w:t>LE MARI</w:t>
      </w:r>
    </w:p>
    <w:p w14:paraId="7F0F908E" w14:textId="77777777" w:rsidR="00C83B26" w:rsidRDefault="002E19AC" w:rsidP="00C83B26">
      <w:r w:rsidRPr="00223237">
        <w:t>Non</w:t>
      </w:r>
      <w:r w:rsidR="00AB6DDF">
        <w:t xml:space="preserve">, </w:t>
      </w:r>
      <w:r w:rsidRPr="00223237">
        <w:t>je veux dire</w:t>
      </w:r>
      <w:r w:rsidR="00AB6DDF">
        <w:t xml:space="preserve">… </w:t>
      </w:r>
      <w:r w:rsidRPr="00223237">
        <w:t>laisse-moi agir au mieux de nos intérêts</w:t>
      </w:r>
      <w:r w:rsidR="00AB6DDF">
        <w:t xml:space="preserve"> – </w:t>
      </w:r>
      <w:r w:rsidRPr="00223237">
        <w:t>tu comprends</w:t>
      </w:r>
      <w:r w:rsidR="00AB6DDF">
        <w:t xml:space="preserve"> ?… </w:t>
      </w:r>
      <w:r w:rsidRPr="00223237">
        <w:t>On peut</w:t>
      </w:r>
      <w:r w:rsidR="00AB6DDF">
        <w:t xml:space="preserve">, </w:t>
      </w:r>
      <w:r w:rsidRPr="00223237">
        <w:t>sans avoir une nature basse ou vile</w:t>
      </w:r>
      <w:r w:rsidR="00AB6DDF">
        <w:t xml:space="preserve">, </w:t>
      </w:r>
      <w:r w:rsidRPr="00223237">
        <w:t>faire un petit plaisir à un homme dont on attend un grand service</w:t>
      </w:r>
      <w:r w:rsidR="00AB6DDF">
        <w:t xml:space="preserve">. </w:t>
      </w:r>
      <w:r w:rsidRPr="00223237">
        <w:t>Deux ou trois millions</w:t>
      </w:r>
      <w:r w:rsidR="00AB6DDF">
        <w:t xml:space="preserve">, </w:t>
      </w:r>
      <w:r w:rsidRPr="00223237">
        <w:t>c</w:t>
      </w:r>
      <w:r w:rsidR="00AB6DDF">
        <w:t>’</w:t>
      </w:r>
      <w:r w:rsidRPr="00223237">
        <w:t>est quelque chose</w:t>
      </w:r>
      <w:r w:rsidR="00AB6DDF">
        <w:t xml:space="preserve">, </w:t>
      </w:r>
      <w:r w:rsidRPr="00223237">
        <w:t>ça</w:t>
      </w:r>
      <w:r w:rsidR="00AB6DDF">
        <w:t>.</w:t>
      </w:r>
    </w:p>
    <w:p w14:paraId="3D9CD2F6" w14:textId="77777777" w:rsidR="00C83B26" w:rsidRDefault="002E19AC" w:rsidP="00C83B26">
      <w:pPr>
        <w:ind w:firstLine="0"/>
        <w:jc w:val="center"/>
      </w:pPr>
      <w:r w:rsidRPr="00C83B26">
        <w:t>LA FEMME</w:t>
      </w:r>
    </w:p>
    <w:p w14:paraId="30FAD121" w14:textId="77777777" w:rsidR="00C83B26" w:rsidRDefault="002E19AC" w:rsidP="00C83B26">
      <w:r w:rsidRPr="00223237">
        <w:t>Mais je ne t</w:t>
      </w:r>
      <w:r w:rsidR="00AB6DDF">
        <w:t>’</w:t>
      </w:r>
      <w:r w:rsidRPr="00223237">
        <w:t>empêche pas de faire un petit plaisir à ce mo</w:t>
      </w:r>
      <w:r w:rsidRPr="00223237">
        <w:t>n</w:t>
      </w:r>
      <w:r w:rsidRPr="00223237">
        <w:t>sieur</w:t>
      </w:r>
      <w:r w:rsidR="00AB6DDF">
        <w:t xml:space="preserve">, </w:t>
      </w:r>
      <w:r w:rsidRPr="00223237">
        <w:t>moi</w:t>
      </w:r>
      <w:r w:rsidR="00AB6DDF">
        <w:t>.</w:t>
      </w:r>
    </w:p>
    <w:p w14:paraId="20D5FEAB" w14:textId="77777777" w:rsidR="00C83B26" w:rsidRDefault="002E19AC" w:rsidP="00C83B26">
      <w:pPr>
        <w:ind w:firstLine="0"/>
        <w:jc w:val="center"/>
      </w:pPr>
      <w:r w:rsidRPr="00C83B26">
        <w:t>LE MARI</w:t>
      </w:r>
    </w:p>
    <w:p w14:paraId="73C33C83" w14:textId="77777777" w:rsidR="00C83B26" w:rsidRDefault="002E19AC" w:rsidP="00C83B26">
      <w:r w:rsidRPr="00223237">
        <w:t>Non</w:t>
      </w:r>
      <w:r w:rsidR="00AB6DDF">
        <w:t xml:space="preserve">, </w:t>
      </w:r>
      <w:r w:rsidRPr="00223237">
        <w:t>bien sûr</w:t>
      </w:r>
      <w:r w:rsidR="00AB6DDF">
        <w:t xml:space="preserve">, </w:t>
      </w:r>
      <w:r w:rsidRPr="00223237">
        <w:t>mais tu comprends</w:t>
      </w:r>
      <w:r w:rsidR="00AB6DDF">
        <w:t xml:space="preserve">, </w:t>
      </w:r>
      <w:r w:rsidRPr="00223237">
        <w:t>n</w:t>
      </w:r>
      <w:r w:rsidR="00AB6DDF">
        <w:t>’</w:t>
      </w:r>
      <w:r w:rsidRPr="00223237">
        <w:t>est-ce pas</w:t>
      </w:r>
      <w:r w:rsidR="00AB6DDF">
        <w:t xml:space="preserve">, </w:t>
      </w:r>
      <w:r w:rsidRPr="00223237">
        <w:t>ce que je veux dire</w:t>
      </w:r>
      <w:r w:rsidR="00AB6DDF">
        <w:t> ?</w:t>
      </w:r>
    </w:p>
    <w:p w14:paraId="17B8CAFC" w14:textId="77777777" w:rsidR="00C83B26" w:rsidRDefault="002E19AC" w:rsidP="00C83B26">
      <w:pPr>
        <w:ind w:firstLine="0"/>
        <w:jc w:val="center"/>
      </w:pPr>
      <w:r w:rsidRPr="00C83B26">
        <w:lastRenderedPageBreak/>
        <w:t>LA FEMME</w:t>
      </w:r>
    </w:p>
    <w:p w14:paraId="3DAA2853" w14:textId="77777777" w:rsidR="00C83B26" w:rsidRDefault="002E19AC" w:rsidP="00C83B26">
      <w:r w:rsidRPr="00223237">
        <w:t>Non</w:t>
      </w:r>
      <w:r w:rsidR="00AB6DDF">
        <w:t xml:space="preserve">, </w:t>
      </w:r>
      <w:r w:rsidRPr="00223237">
        <w:t>pas très bien</w:t>
      </w:r>
      <w:r w:rsidR="00AB6DDF">
        <w:t>.</w:t>
      </w:r>
    </w:p>
    <w:p w14:paraId="17AA1FD1" w14:textId="77777777" w:rsidR="00C83B26" w:rsidRDefault="002E19AC" w:rsidP="00C83B26">
      <w:pPr>
        <w:ind w:firstLine="0"/>
        <w:jc w:val="center"/>
      </w:pPr>
      <w:r w:rsidRPr="00C83B26">
        <w:t>LE MARI</w:t>
      </w:r>
    </w:p>
    <w:p w14:paraId="53B76D49" w14:textId="77777777" w:rsidR="00C83B26" w:rsidRDefault="002E19AC" w:rsidP="00C83B26">
      <w:r w:rsidRPr="00223237">
        <w:t>Eh</w:t>
      </w:r>
      <w:r w:rsidR="00AB6DDF">
        <w:t xml:space="preserve"> ! </w:t>
      </w:r>
      <w:r w:rsidRPr="00223237">
        <w:t>Bien</w:t>
      </w:r>
      <w:r w:rsidR="00AB6DDF">
        <w:t xml:space="preserve">, </w:t>
      </w:r>
      <w:r w:rsidRPr="00223237">
        <w:t>supposons</w:t>
      </w:r>
      <w:r w:rsidR="00AB6DDF">
        <w:t xml:space="preserve">… </w:t>
      </w:r>
      <w:r w:rsidRPr="00223237">
        <w:t>oui</w:t>
      </w:r>
      <w:r w:rsidR="00AB6DDF">
        <w:t xml:space="preserve">, </w:t>
      </w:r>
      <w:r w:rsidRPr="00223237">
        <w:t>supposons une chose</w:t>
      </w:r>
      <w:r w:rsidR="00AB6DDF">
        <w:t xml:space="preserve">. </w:t>
      </w:r>
      <w:r w:rsidRPr="00223237">
        <w:t>Supp</w:t>
      </w:r>
      <w:r w:rsidRPr="00223237">
        <w:t>o</w:t>
      </w:r>
      <w:r w:rsidRPr="00223237">
        <w:t>sons que ce monsieur me dise</w:t>
      </w:r>
      <w:r w:rsidR="00AB6DDF">
        <w:t> : « </w:t>
      </w:r>
      <w:r w:rsidRPr="00223237">
        <w:t>Je voudrais me distraire un peu ce soir</w:t>
      </w:r>
      <w:r w:rsidR="00AB6DDF">
        <w:t xml:space="preserve">… </w:t>
      </w:r>
      <w:r w:rsidRPr="00223237">
        <w:t>où me conseillez-vous d</w:t>
      </w:r>
      <w:r w:rsidR="00AB6DDF">
        <w:t>’</w:t>
      </w:r>
      <w:r w:rsidRPr="00223237">
        <w:t>aller</w:t>
      </w:r>
      <w:r w:rsidR="00AB6DDF">
        <w:t> ? »</w:t>
      </w:r>
      <w:r w:rsidRPr="00223237">
        <w:t xml:space="preserve"> Qu</w:t>
      </w:r>
      <w:r w:rsidR="00AB6DDF">
        <w:t>’</w:t>
      </w:r>
      <w:r w:rsidRPr="00223237">
        <w:t>est-ce que tu veux que je lui réponde</w:t>
      </w:r>
      <w:r w:rsidR="00AB6DDF">
        <w:t> ?</w:t>
      </w:r>
    </w:p>
    <w:p w14:paraId="739D5913" w14:textId="77777777" w:rsidR="00C83B26" w:rsidRDefault="002E19AC" w:rsidP="00C83B26">
      <w:pPr>
        <w:ind w:firstLine="0"/>
        <w:jc w:val="center"/>
      </w:pPr>
      <w:r w:rsidRPr="00C83B26">
        <w:t>LA FEMME</w:t>
      </w:r>
    </w:p>
    <w:p w14:paraId="21122186" w14:textId="77777777" w:rsidR="00C83B26" w:rsidRDefault="00AB6DDF" w:rsidP="00C83B26">
      <w:r>
        <w:t>« </w:t>
      </w:r>
      <w:r w:rsidR="002E19AC" w:rsidRPr="00223237">
        <w:t>Venez à la maison</w:t>
      </w:r>
      <w:r>
        <w:t> ! »</w:t>
      </w:r>
    </w:p>
    <w:p w14:paraId="50B6ADFD" w14:textId="77777777" w:rsidR="00C83B26" w:rsidRDefault="002E19AC" w:rsidP="00C83B26">
      <w:pPr>
        <w:ind w:firstLine="0"/>
        <w:jc w:val="center"/>
      </w:pPr>
      <w:r w:rsidRPr="00C83B26">
        <w:t>LE MARI</w:t>
      </w:r>
    </w:p>
    <w:p w14:paraId="584865AD" w14:textId="77777777" w:rsidR="00C83B26" w:rsidRDefault="002E19AC" w:rsidP="00C83B26">
      <w:r w:rsidRPr="00223237">
        <w:t>Mais non</w:t>
      </w:r>
      <w:r w:rsidR="00AB6DDF">
        <w:t xml:space="preserve">, </w:t>
      </w:r>
      <w:r w:rsidRPr="00223237">
        <w:t>tu es folle</w:t>
      </w:r>
      <w:r w:rsidR="00AB6DDF">
        <w:t xml:space="preserve">, </w:t>
      </w:r>
      <w:r w:rsidRPr="00223237">
        <w:t>voyons</w:t>
      </w:r>
      <w:r w:rsidR="00AB6DDF">
        <w:t xml:space="preserve">. </w:t>
      </w:r>
      <w:r w:rsidRPr="00223237">
        <w:t>Se distraire</w:t>
      </w:r>
      <w:r w:rsidR="00AB6DDF">
        <w:t xml:space="preserve">, </w:t>
      </w:r>
      <w:r w:rsidRPr="00223237">
        <w:t>c</w:t>
      </w:r>
      <w:r w:rsidR="00AB6DDF">
        <w:t>’</w:t>
      </w:r>
      <w:r w:rsidRPr="00223237">
        <w:t>est aller au théâtre</w:t>
      </w:r>
      <w:r w:rsidR="00AB6DDF">
        <w:t>.</w:t>
      </w:r>
    </w:p>
    <w:p w14:paraId="59A759FC" w14:textId="77777777" w:rsidR="00C83B26" w:rsidRDefault="002E19AC" w:rsidP="00C83B26">
      <w:pPr>
        <w:ind w:firstLine="0"/>
        <w:jc w:val="center"/>
      </w:pPr>
      <w:r w:rsidRPr="00C83B26">
        <w:t>LA FEMME</w:t>
      </w:r>
    </w:p>
    <w:p w14:paraId="5AE8EEFA" w14:textId="77777777" w:rsidR="00C83B26" w:rsidRDefault="002E19AC" w:rsidP="00C83B26">
      <w:r w:rsidRPr="00223237">
        <w:t>Ah</w:t>
      </w:r>
      <w:r w:rsidR="00AB6DDF">
        <w:t xml:space="preserve"> ! </w:t>
      </w:r>
      <w:r w:rsidRPr="00223237">
        <w:t>Bon</w:t>
      </w:r>
      <w:r w:rsidR="00AB6DDF">
        <w:t xml:space="preserve">, </w:t>
      </w:r>
      <w:r w:rsidRPr="00223237">
        <w:t>bon</w:t>
      </w:r>
      <w:r w:rsidR="00AB6DDF">
        <w:t xml:space="preserve">. </w:t>
      </w:r>
      <w:r w:rsidRPr="00223237">
        <w:t>Eh</w:t>
      </w:r>
      <w:r w:rsidR="00AB6DDF">
        <w:t xml:space="preserve"> ! </w:t>
      </w:r>
      <w:r w:rsidRPr="00223237">
        <w:t>Bien</w:t>
      </w:r>
      <w:r w:rsidR="00AB6DDF">
        <w:t xml:space="preserve">, </w:t>
      </w:r>
      <w:r w:rsidRPr="00223237">
        <w:t>alors</w:t>
      </w:r>
      <w:r w:rsidR="00AB6DDF">
        <w:t xml:space="preserve">, </w:t>
      </w:r>
      <w:r w:rsidRPr="00223237">
        <w:t>tu lui indiques tout si</w:t>
      </w:r>
      <w:r w:rsidRPr="00223237">
        <w:t>m</w:t>
      </w:r>
      <w:r w:rsidRPr="00223237">
        <w:t>plement le théâtre où l</w:t>
      </w:r>
      <w:r w:rsidR="00AB6DDF">
        <w:t>’</w:t>
      </w:r>
      <w:r w:rsidRPr="00223237">
        <w:t>on joue la meilleure pièce en ce m</w:t>
      </w:r>
      <w:r w:rsidRPr="00223237">
        <w:t>o</w:t>
      </w:r>
      <w:r w:rsidRPr="00223237">
        <w:t>ment</w:t>
      </w:r>
      <w:r w:rsidR="00AB6DDF">
        <w:t xml:space="preserve">… </w:t>
      </w:r>
      <w:r w:rsidRPr="00223237">
        <w:t>et tu lui souhaites d</w:t>
      </w:r>
      <w:r w:rsidR="00AB6DDF">
        <w:t>’</w:t>
      </w:r>
      <w:r w:rsidRPr="00223237">
        <w:t>y passer une bonne soirée</w:t>
      </w:r>
      <w:r w:rsidR="00AB6DDF">
        <w:t xml:space="preserve">. </w:t>
      </w:r>
      <w:r w:rsidRPr="00223237">
        <w:t>Hein</w:t>
      </w:r>
      <w:r w:rsidR="00AB6DDF">
        <w:t> ?</w:t>
      </w:r>
    </w:p>
    <w:p w14:paraId="600B45E0" w14:textId="77777777" w:rsidR="00C83B26" w:rsidRDefault="002E19AC" w:rsidP="00C83B26">
      <w:pPr>
        <w:ind w:firstLine="0"/>
        <w:jc w:val="center"/>
      </w:pPr>
      <w:r w:rsidRPr="00C83B26">
        <w:t>LE MARI</w:t>
      </w:r>
    </w:p>
    <w:p w14:paraId="14CC1996" w14:textId="77777777" w:rsidR="00C83B26" w:rsidRDefault="002E19AC" w:rsidP="00C83B26">
      <w:r w:rsidRPr="00223237">
        <w:t>Oui</w:t>
      </w:r>
      <w:r w:rsidR="00AB6DDF">
        <w:t xml:space="preserve">… </w:t>
      </w:r>
      <w:r w:rsidRPr="00223237">
        <w:t>oh</w:t>
      </w:r>
      <w:r w:rsidR="00AB6DDF">
        <w:t xml:space="preserve"> ! </w:t>
      </w:r>
      <w:r w:rsidRPr="00223237">
        <w:t>Évidemment</w:t>
      </w:r>
      <w:r w:rsidR="00AB6DDF">
        <w:t xml:space="preserve">, </w:t>
      </w:r>
      <w:r w:rsidRPr="00223237">
        <w:t>je peux faire ça</w:t>
      </w:r>
      <w:r w:rsidR="00AB6DDF">
        <w:t xml:space="preserve">… </w:t>
      </w:r>
      <w:r w:rsidRPr="00223237">
        <w:t>je peux me co</w:t>
      </w:r>
      <w:r w:rsidRPr="00223237">
        <w:t>n</w:t>
      </w:r>
      <w:r w:rsidRPr="00223237">
        <w:t>tenter de lui indiquer</w:t>
      </w:r>
      <w:r w:rsidR="00AB6DDF">
        <w:t xml:space="preserve">, </w:t>
      </w:r>
      <w:r w:rsidRPr="00223237">
        <w:t>comme tu dis</w:t>
      </w:r>
      <w:r w:rsidR="00AB6DDF">
        <w:t xml:space="preserve">, </w:t>
      </w:r>
      <w:r w:rsidRPr="00223237">
        <w:t>un théâtre</w:t>
      </w:r>
      <w:r w:rsidR="00AB6DDF">
        <w:t xml:space="preserve">… </w:t>
      </w:r>
      <w:r w:rsidRPr="00223237">
        <w:t>mais ce n</w:t>
      </w:r>
      <w:r w:rsidR="00AB6DDF">
        <w:t>’</w:t>
      </w:r>
      <w:r w:rsidRPr="00223237">
        <w:t>est peut-être pas suffisant</w:t>
      </w:r>
      <w:r w:rsidR="00AB6DDF">
        <w:t xml:space="preserve">… </w:t>
      </w:r>
      <w:r w:rsidRPr="00223237">
        <w:t>ce n</w:t>
      </w:r>
      <w:r w:rsidR="00AB6DDF">
        <w:t>’</w:t>
      </w:r>
      <w:r w:rsidRPr="00223237">
        <w:t>est peut-être pas très adroit</w:t>
      </w:r>
      <w:r w:rsidR="00AB6DDF">
        <w:t xml:space="preserve">. </w:t>
      </w:r>
      <w:r w:rsidRPr="00223237">
        <w:t>Car enfin</w:t>
      </w:r>
      <w:r w:rsidR="00AB6DDF">
        <w:t xml:space="preserve">, </w:t>
      </w:r>
      <w:r w:rsidRPr="00223237">
        <w:t>tiens</w:t>
      </w:r>
      <w:r w:rsidR="00AB6DDF">
        <w:t xml:space="preserve">, </w:t>
      </w:r>
      <w:r w:rsidRPr="00223237">
        <w:t>renversons les rôles</w:t>
      </w:r>
      <w:r w:rsidR="00AB6DDF">
        <w:t xml:space="preserve">. </w:t>
      </w:r>
      <w:r w:rsidRPr="00223237">
        <w:t>Je suis à Buenos Aires et ce monsieur se contente de m</w:t>
      </w:r>
      <w:r w:rsidR="00AB6DDF">
        <w:t>’</w:t>
      </w:r>
      <w:r w:rsidRPr="00223237">
        <w:t>indiquer un théâtre sans me prop</w:t>
      </w:r>
      <w:r w:rsidRPr="00223237">
        <w:t>o</w:t>
      </w:r>
      <w:r w:rsidRPr="00223237">
        <w:t>ser de m</w:t>
      </w:r>
      <w:r w:rsidR="00AB6DDF">
        <w:t>’</w:t>
      </w:r>
      <w:r w:rsidRPr="00223237">
        <w:t>y accompagner</w:t>
      </w:r>
      <w:r w:rsidR="00AB6DDF">
        <w:t xml:space="preserve">. </w:t>
      </w:r>
      <w:r w:rsidRPr="00223237">
        <w:t>Eh</w:t>
      </w:r>
      <w:r w:rsidR="00AB6DDF">
        <w:t xml:space="preserve"> ! </w:t>
      </w:r>
      <w:r w:rsidRPr="00223237">
        <w:t>Bien</w:t>
      </w:r>
      <w:r w:rsidR="00AB6DDF">
        <w:t xml:space="preserve">, </w:t>
      </w:r>
      <w:r w:rsidRPr="00223237">
        <w:t>je pense</w:t>
      </w:r>
      <w:r w:rsidR="00AB6DDF">
        <w:t xml:space="preserve"> : </w:t>
      </w:r>
      <w:r w:rsidRPr="00223237">
        <w:t>voilà un mufle</w:t>
      </w:r>
      <w:r w:rsidR="00AB6DDF">
        <w:t> !</w:t>
      </w:r>
    </w:p>
    <w:p w14:paraId="5AE8A3EB" w14:textId="77777777" w:rsidR="00C83B26" w:rsidRDefault="002E19AC" w:rsidP="00C83B26">
      <w:pPr>
        <w:ind w:firstLine="0"/>
        <w:jc w:val="center"/>
      </w:pPr>
      <w:r w:rsidRPr="00C83B26">
        <w:t>LA FEMME</w:t>
      </w:r>
    </w:p>
    <w:p w14:paraId="5D01866D" w14:textId="77777777" w:rsidR="00C83B26" w:rsidRDefault="002E19AC" w:rsidP="00C83B26">
      <w:r w:rsidRPr="00223237">
        <w:lastRenderedPageBreak/>
        <w:t>Ah</w:t>
      </w:r>
      <w:r w:rsidR="00AB6DDF">
        <w:t xml:space="preserve"> ! </w:t>
      </w:r>
      <w:r w:rsidRPr="00223237">
        <w:t>Je comprends</w:t>
      </w:r>
      <w:r w:rsidR="00AB6DDF">
        <w:t xml:space="preserve">. </w:t>
      </w:r>
      <w:r w:rsidRPr="00223237">
        <w:t>Ce que tu voudrais</w:t>
      </w:r>
      <w:r w:rsidR="00AB6DDF">
        <w:t xml:space="preserve">, </w:t>
      </w:r>
      <w:r w:rsidRPr="00223237">
        <w:t>en somme</w:t>
      </w:r>
      <w:r w:rsidR="00AB6DDF">
        <w:t xml:space="preserve">, </w:t>
      </w:r>
      <w:r w:rsidRPr="00223237">
        <w:t>dans le cas où ce monsieur te dirait qu</w:t>
      </w:r>
      <w:r w:rsidR="00AB6DDF">
        <w:t>’</w:t>
      </w:r>
      <w:r w:rsidRPr="00223237">
        <w:t>il a envie de sortir ce soir</w:t>
      </w:r>
      <w:r w:rsidR="00AB6DDF">
        <w:t xml:space="preserve">, </w:t>
      </w:r>
      <w:r w:rsidRPr="00223237">
        <w:t>c</w:t>
      </w:r>
      <w:r w:rsidR="00AB6DDF">
        <w:t>’</w:t>
      </w:r>
      <w:r w:rsidRPr="00223237">
        <w:t>est po</w:t>
      </w:r>
      <w:r w:rsidRPr="00223237">
        <w:t>u</w:t>
      </w:r>
      <w:r w:rsidRPr="00223237">
        <w:t>voir lui répondre</w:t>
      </w:r>
      <w:r w:rsidR="00AB6DDF">
        <w:t> : « </w:t>
      </w:r>
      <w:r w:rsidRPr="00223237">
        <w:t>Mais</w:t>
      </w:r>
      <w:r w:rsidR="00AB6DDF">
        <w:t xml:space="preserve">, </w:t>
      </w:r>
      <w:r w:rsidRPr="00223237">
        <w:t>cher monsieur</w:t>
      </w:r>
      <w:r w:rsidR="00AB6DDF">
        <w:t xml:space="preserve">, </w:t>
      </w:r>
      <w:r w:rsidRPr="00223237">
        <w:t>dites-moi où vous s</w:t>
      </w:r>
      <w:r w:rsidRPr="00223237">
        <w:t>e</w:t>
      </w:r>
      <w:r w:rsidRPr="00223237">
        <w:t>rez vers huit heures et demie</w:t>
      </w:r>
      <w:r w:rsidR="00AB6DDF">
        <w:t>… »</w:t>
      </w:r>
    </w:p>
    <w:p w14:paraId="699E25AF" w14:textId="77777777" w:rsidR="00C83B26" w:rsidRDefault="002E19AC" w:rsidP="00C83B26">
      <w:pPr>
        <w:ind w:firstLine="0"/>
        <w:jc w:val="center"/>
      </w:pPr>
      <w:r w:rsidRPr="00C83B26">
        <w:t>LE MARI</w:t>
      </w:r>
    </w:p>
    <w:p w14:paraId="13E96B24" w14:textId="77777777" w:rsidR="00C83B26" w:rsidRDefault="002E19AC" w:rsidP="00C83B26">
      <w:r w:rsidRPr="00223237">
        <w:t>Parfaitement</w:t>
      </w:r>
      <w:r w:rsidR="00AB6DDF">
        <w:t>…</w:t>
      </w:r>
    </w:p>
    <w:p w14:paraId="6D32411D" w14:textId="77777777" w:rsidR="00C83B26" w:rsidRDefault="002E19AC" w:rsidP="00C83B26">
      <w:pPr>
        <w:ind w:firstLine="0"/>
        <w:jc w:val="center"/>
      </w:pPr>
      <w:r w:rsidRPr="00C83B26">
        <w:t>LA FEMME</w:t>
      </w:r>
    </w:p>
    <w:p w14:paraId="59821F33" w14:textId="77777777" w:rsidR="00C83B26" w:rsidRDefault="00AB6DDF" w:rsidP="00C83B26">
      <w:r>
        <w:t xml:space="preserve">« … </w:t>
      </w:r>
      <w:r w:rsidR="002E19AC" w:rsidRPr="00223237">
        <w:t>Afin que je puisse passer vous prendre</w:t>
      </w:r>
      <w:r>
        <w:t>… »</w:t>
      </w:r>
    </w:p>
    <w:p w14:paraId="756223E9" w14:textId="77777777" w:rsidR="00C83B26" w:rsidRDefault="002E19AC" w:rsidP="00C83B26">
      <w:pPr>
        <w:ind w:firstLine="0"/>
        <w:jc w:val="center"/>
      </w:pPr>
      <w:r w:rsidRPr="00C83B26">
        <w:t>LE MARI</w:t>
      </w:r>
    </w:p>
    <w:p w14:paraId="549483CD" w14:textId="77777777" w:rsidR="00C83B26" w:rsidRDefault="002E19AC" w:rsidP="00C83B26">
      <w:r w:rsidRPr="00223237">
        <w:t>Voilà</w:t>
      </w:r>
      <w:r w:rsidR="00AB6DDF">
        <w:t>…</w:t>
      </w:r>
    </w:p>
    <w:p w14:paraId="3C498F78" w14:textId="77777777" w:rsidR="00C83B26" w:rsidRDefault="002E19AC" w:rsidP="00C83B26">
      <w:pPr>
        <w:ind w:firstLine="0"/>
        <w:jc w:val="center"/>
      </w:pPr>
      <w:r w:rsidRPr="00C83B26">
        <w:t>LA FEMME</w:t>
      </w:r>
    </w:p>
    <w:p w14:paraId="5B0FE0DA" w14:textId="77777777" w:rsidR="00C83B26" w:rsidRDefault="00AB6DDF" w:rsidP="00C83B26">
      <w:r>
        <w:t xml:space="preserve">« … </w:t>
      </w:r>
      <w:r w:rsidR="002E19AC" w:rsidRPr="00223237">
        <w:t>Avec ma femme</w:t>
      </w:r>
      <w:r>
        <w:t>… »</w:t>
      </w:r>
    </w:p>
    <w:p w14:paraId="17A773DA" w14:textId="77777777" w:rsidR="00C83B26" w:rsidRDefault="002E19AC" w:rsidP="00C83B26">
      <w:pPr>
        <w:ind w:firstLine="0"/>
        <w:jc w:val="center"/>
      </w:pPr>
      <w:r w:rsidRPr="00C83B26">
        <w:t>LE MARI</w:t>
      </w:r>
    </w:p>
    <w:p w14:paraId="39E9DBA2" w14:textId="77777777" w:rsidR="00C83B26" w:rsidRDefault="002E19AC" w:rsidP="00C83B26">
      <w:r w:rsidRPr="00223237">
        <w:t>Av</w:t>
      </w:r>
      <w:r w:rsidR="00AB6DDF">
        <w:t xml:space="preserve">… </w:t>
      </w:r>
      <w:r w:rsidRPr="00223237">
        <w:t>v</w:t>
      </w:r>
      <w:r w:rsidR="00AB6DDF">
        <w:t xml:space="preserve">… </w:t>
      </w:r>
      <w:r w:rsidRPr="00223237">
        <w:t>heu</w:t>
      </w:r>
      <w:r w:rsidR="00AB6DDF">
        <w:t xml:space="preserve">… </w:t>
      </w:r>
      <w:r w:rsidRPr="00223237">
        <w:t>ça</w:t>
      </w:r>
      <w:r w:rsidR="00AB6DDF">
        <w:t xml:space="preserve">… </w:t>
      </w:r>
      <w:r w:rsidRPr="00223237">
        <w:t>tu sais</w:t>
      </w:r>
      <w:r w:rsidR="00AB6DDF">
        <w:t>…</w:t>
      </w:r>
    </w:p>
    <w:p w14:paraId="7FB29F54" w14:textId="77777777" w:rsidR="00C83B26" w:rsidRDefault="002E19AC" w:rsidP="00C83B26">
      <w:pPr>
        <w:ind w:firstLine="0"/>
        <w:jc w:val="center"/>
      </w:pPr>
      <w:r w:rsidRPr="00C83B26">
        <w:t>LA FEMME</w:t>
      </w:r>
    </w:p>
    <w:p w14:paraId="05312463" w14:textId="77777777" w:rsidR="00C83B26" w:rsidRDefault="002E19AC" w:rsidP="00C83B26">
      <w:r w:rsidRPr="00223237">
        <w:t>Ah</w:t>
      </w:r>
      <w:r w:rsidR="00AB6DDF">
        <w:t xml:space="preserve"> ! </w:t>
      </w:r>
      <w:r w:rsidRPr="00223237">
        <w:t>Ah</w:t>
      </w:r>
      <w:r w:rsidR="00AB6DDF">
        <w:t xml:space="preserve"> ! </w:t>
      </w:r>
      <w:r w:rsidRPr="00223237">
        <w:t>Tu crains que ma présence</w:t>
      </w:r>
      <w:r w:rsidR="00AB6DDF">
        <w:t>…</w:t>
      </w:r>
    </w:p>
    <w:p w14:paraId="3F0B9E55" w14:textId="77777777" w:rsidR="00C83B26" w:rsidRDefault="002E19AC" w:rsidP="00C83B26">
      <w:pPr>
        <w:ind w:firstLine="0"/>
        <w:jc w:val="center"/>
      </w:pPr>
      <w:r w:rsidRPr="00C83B26">
        <w:t>LE MARI</w:t>
      </w:r>
    </w:p>
    <w:p w14:paraId="3537F39F" w14:textId="77777777" w:rsidR="00C83B26" w:rsidRDefault="002E19AC" w:rsidP="00C83B26">
      <w:r w:rsidRPr="00223237">
        <w:t>Non</w:t>
      </w:r>
      <w:r w:rsidR="00AB6DDF">
        <w:t xml:space="preserve">, </w:t>
      </w:r>
      <w:r w:rsidRPr="00223237">
        <w:t>mais je crains que tu ne t</w:t>
      </w:r>
      <w:r w:rsidR="00AB6DDF">
        <w:t>’</w:t>
      </w:r>
      <w:r w:rsidRPr="00223237">
        <w:t>amuses pas beaucoup</w:t>
      </w:r>
      <w:r w:rsidR="00AB6DDF">
        <w:t>.</w:t>
      </w:r>
    </w:p>
    <w:p w14:paraId="4AFB6654" w14:textId="77777777" w:rsidR="00C83B26" w:rsidRDefault="002E19AC" w:rsidP="00C83B26">
      <w:pPr>
        <w:ind w:firstLine="0"/>
        <w:jc w:val="center"/>
      </w:pPr>
      <w:r w:rsidRPr="00C83B26">
        <w:t>LA FEMME</w:t>
      </w:r>
    </w:p>
    <w:p w14:paraId="4CB7C598" w14:textId="77777777" w:rsidR="00C83B26" w:rsidRDefault="002E19AC" w:rsidP="00C83B26">
      <w:r w:rsidRPr="00223237">
        <w:t>Oui</w:t>
      </w:r>
      <w:r w:rsidR="00AB6DDF">
        <w:t xml:space="preserve">. </w:t>
      </w:r>
      <w:r w:rsidRPr="00223237">
        <w:t>Tandis que</w:t>
      </w:r>
      <w:r w:rsidR="00AB6DDF">
        <w:t xml:space="preserve">, </w:t>
      </w:r>
      <w:r w:rsidRPr="00223237">
        <w:t>seule à la maison</w:t>
      </w:r>
      <w:r w:rsidR="00AB6DDF">
        <w:t xml:space="preserve">, </w:t>
      </w:r>
      <w:r w:rsidRPr="00223237">
        <w:t>je risque de me tordre toute la soirée</w:t>
      </w:r>
      <w:r w:rsidR="00AB6DDF">
        <w:t>.</w:t>
      </w:r>
    </w:p>
    <w:p w14:paraId="24B27A59" w14:textId="77777777" w:rsidR="00C83B26" w:rsidRDefault="002E19AC" w:rsidP="00C83B26">
      <w:pPr>
        <w:ind w:firstLine="0"/>
        <w:jc w:val="center"/>
      </w:pPr>
      <w:r w:rsidRPr="00C83B26">
        <w:t>LE MARI</w:t>
      </w:r>
    </w:p>
    <w:p w14:paraId="6D24CF1B" w14:textId="77777777" w:rsidR="00C83B26" w:rsidRDefault="002E19AC" w:rsidP="00C83B26">
      <w:r w:rsidRPr="00223237">
        <w:lastRenderedPageBreak/>
        <w:t>Non</w:t>
      </w:r>
      <w:r w:rsidR="00AB6DDF">
        <w:t xml:space="preserve">, </w:t>
      </w:r>
      <w:r w:rsidRPr="00223237">
        <w:t>je ne plaisante pas</w:t>
      </w:r>
      <w:r w:rsidR="00AB6DDF">
        <w:t xml:space="preserve">. </w:t>
      </w:r>
      <w:r w:rsidRPr="00223237">
        <w:t>Mais tu sais</w:t>
      </w:r>
      <w:r w:rsidR="00AB6DDF">
        <w:t xml:space="preserve">, </w:t>
      </w:r>
      <w:r w:rsidRPr="00223237">
        <w:t>ce genre d</w:t>
      </w:r>
      <w:r w:rsidR="00AB6DDF">
        <w:t>’</w:t>
      </w:r>
      <w:r w:rsidRPr="00223237">
        <w:t>homme-là</w:t>
      </w:r>
      <w:r w:rsidR="00AB6DDF">
        <w:t xml:space="preserve">, </w:t>
      </w:r>
      <w:r w:rsidRPr="00223237">
        <w:t>parlant mal le français</w:t>
      </w:r>
      <w:r w:rsidR="00AB6DDF">
        <w:t xml:space="preserve">, </w:t>
      </w:r>
      <w:r w:rsidRPr="00223237">
        <w:t>pas très bien élevé</w:t>
      </w:r>
      <w:r w:rsidR="00AB6DDF">
        <w:t xml:space="preserve">, </w:t>
      </w:r>
      <w:r w:rsidRPr="00223237">
        <w:t>avec une femme comme toi</w:t>
      </w:r>
      <w:r w:rsidR="00AB6DDF">
        <w:t xml:space="preserve">… </w:t>
      </w:r>
      <w:r w:rsidRPr="00223237">
        <w:t>je crains bien que</w:t>
      </w:r>
      <w:r w:rsidR="00AB6DDF">
        <w:t>…</w:t>
      </w:r>
    </w:p>
    <w:p w14:paraId="483EA225" w14:textId="77777777" w:rsidR="00C83B26" w:rsidRDefault="002E19AC" w:rsidP="00C83B26">
      <w:pPr>
        <w:ind w:firstLine="0"/>
        <w:jc w:val="center"/>
      </w:pPr>
      <w:r w:rsidRPr="00C83B26">
        <w:t>LA FEMME</w:t>
      </w:r>
    </w:p>
    <w:p w14:paraId="0318017A" w14:textId="77777777" w:rsidR="00C83B26" w:rsidRDefault="002E19AC" w:rsidP="00C83B26">
      <w:r w:rsidRPr="00223237">
        <w:t>Oui</w:t>
      </w:r>
      <w:r w:rsidR="00AB6DDF">
        <w:t xml:space="preserve">, </w:t>
      </w:r>
      <w:r w:rsidRPr="00223237">
        <w:t>dans le fond</w:t>
      </w:r>
      <w:r w:rsidR="00AB6DDF">
        <w:t xml:space="preserve">, </w:t>
      </w:r>
      <w:r w:rsidRPr="00223237">
        <w:t>tu préférerais renoncer à sortir avec lui</w:t>
      </w:r>
      <w:r w:rsidR="00AB6DDF">
        <w:t xml:space="preserve">, </w:t>
      </w:r>
      <w:r w:rsidRPr="00223237">
        <w:t>ce soir</w:t>
      </w:r>
      <w:r w:rsidR="00AB6DDF">
        <w:t xml:space="preserve">, </w:t>
      </w:r>
      <w:r w:rsidRPr="00223237">
        <w:t>plutôt que de m</w:t>
      </w:r>
      <w:r w:rsidR="00AB6DDF">
        <w:t>’</w:t>
      </w:r>
      <w:r w:rsidRPr="00223237">
        <w:t>infliger sa présence</w:t>
      </w:r>
      <w:r w:rsidR="00AB6DDF">
        <w:t>.</w:t>
      </w:r>
    </w:p>
    <w:p w14:paraId="71FCD609" w14:textId="77777777" w:rsidR="00C83B26" w:rsidRDefault="002E19AC" w:rsidP="00C83B26">
      <w:pPr>
        <w:ind w:firstLine="0"/>
        <w:jc w:val="center"/>
      </w:pPr>
      <w:r w:rsidRPr="00C83B26">
        <w:t>LE MARI</w:t>
      </w:r>
    </w:p>
    <w:p w14:paraId="609236CB" w14:textId="77777777" w:rsidR="00C83B26" w:rsidRDefault="002E19AC" w:rsidP="00C83B26">
      <w:r w:rsidRPr="00223237">
        <w:t>Ah</w:t>
      </w:r>
      <w:r w:rsidR="00AB6DDF">
        <w:t xml:space="preserve"> ! </w:t>
      </w:r>
      <w:r w:rsidRPr="00223237">
        <w:t>Oui</w:t>
      </w:r>
      <w:r w:rsidR="00AB6DDF">
        <w:t xml:space="preserve">. </w:t>
      </w:r>
      <w:r w:rsidRPr="00223237">
        <w:t>Je fais tout de même passer les affaires après ton pla</w:t>
      </w:r>
      <w:r w:rsidRPr="00223237">
        <w:t>i</w:t>
      </w:r>
      <w:r w:rsidRPr="00223237">
        <w:t>sir</w:t>
      </w:r>
      <w:r w:rsidR="00AB6DDF">
        <w:t xml:space="preserve">, </w:t>
      </w:r>
      <w:r w:rsidRPr="00223237">
        <w:t>je l</w:t>
      </w:r>
      <w:r w:rsidR="00AB6DDF">
        <w:t>’</w:t>
      </w:r>
      <w:r w:rsidRPr="00223237">
        <w:t>avoue</w:t>
      </w:r>
      <w:r w:rsidR="00AB6DDF">
        <w:t>.</w:t>
      </w:r>
    </w:p>
    <w:p w14:paraId="777883FE" w14:textId="77777777" w:rsidR="00C83B26" w:rsidRDefault="002E19AC" w:rsidP="00C83B26">
      <w:pPr>
        <w:ind w:firstLine="0"/>
        <w:jc w:val="center"/>
      </w:pPr>
      <w:r w:rsidRPr="00C83B26">
        <w:t>LA FEMME</w:t>
      </w:r>
    </w:p>
    <w:p w14:paraId="14F45E8D" w14:textId="77777777" w:rsidR="00C83B26" w:rsidRDefault="002E19AC" w:rsidP="00C83B26">
      <w:r w:rsidRPr="00223237">
        <w:t>Tu es bien aimable</w:t>
      </w:r>
      <w:r w:rsidR="00AB6DDF">
        <w:t>.</w:t>
      </w:r>
    </w:p>
    <w:p w14:paraId="7A729F1A" w14:textId="77777777" w:rsidR="00C83B26" w:rsidRDefault="002E19AC" w:rsidP="00C83B26">
      <w:pPr>
        <w:ind w:firstLine="0"/>
        <w:jc w:val="center"/>
      </w:pPr>
      <w:r w:rsidRPr="00C83B26">
        <w:t>LE MARI</w:t>
      </w:r>
    </w:p>
    <w:p w14:paraId="56807BDC" w14:textId="77777777" w:rsidR="00C83B26" w:rsidRDefault="002E19AC" w:rsidP="00C83B26">
      <w:r w:rsidRPr="00223237">
        <w:t>Et</w:t>
      </w:r>
      <w:r w:rsidR="00AB6DDF">
        <w:t xml:space="preserve">, </w:t>
      </w:r>
      <w:r w:rsidRPr="00223237">
        <w:t>ma foi</w:t>
      </w:r>
      <w:r w:rsidR="00AB6DDF">
        <w:t xml:space="preserve">, </w:t>
      </w:r>
      <w:r w:rsidRPr="00223237">
        <w:t>si ça t</w:t>
      </w:r>
      <w:r w:rsidR="00AB6DDF">
        <w:t>’</w:t>
      </w:r>
      <w:r w:rsidRPr="00223237">
        <w:t>embête que j</w:t>
      </w:r>
      <w:r w:rsidR="00AB6DDF">
        <w:t>’</w:t>
      </w:r>
      <w:r w:rsidRPr="00223237">
        <w:t>y aille seul</w:t>
      </w:r>
      <w:r w:rsidR="00AB6DDF">
        <w:t xml:space="preserve">… </w:t>
      </w:r>
      <w:r w:rsidRPr="00223237">
        <w:t>je resterai tra</w:t>
      </w:r>
      <w:r w:rsidRPr="00223237">
        <w:t>n</w:t>
      </w:r>
      <w:r w:rsidRPr="00223237">
        <w:t>quillement ce soir à la maison</w:t>
      </w:r>
      <w:r w:rsidR="00AB6DDF">
        <w:t xml:space="preserve">, </w:t>
      </w:r>
      <w:r w:rsidRPr="00223237">
        <w:t>voilà tout</w:t>
      </w:r>
      <w:r w:rsidR="00AB6DDF">
        <w:t xml:space="preserve">… </w:t>
      </w:r>
      <w:r w:rsidRPr="00223237">
        <w:t>et je n</w:t>
      </w:r>
      <w:r w:rsidR="00AB6DDF">
        <w:t>’</w:t>
      </w:r>
      <w:r w:rsidRPr="00223237">
        <w:t>en mourrai pas</w:t>
      </w:r>
      <w:r w:rsidR="00AB6DDF">
        <w:t>.</w:t>
      </w:r>
    </w:p>
    <w:p w14:paraId="56643DE5" w14:textId="77777777" w:rsidR="00C83B26" w:rsidRDefault="002E19AC" w:rsidP="00C83B26">
      <w:pPr>
        <w:ind w:firstLine="0"/>
        <w:jc w:val="center"/>
      </w:pPr>
      <w:r w:rsidRPr="00C83B26">
        <w:t>LA FEMME</w:t>
      </w:r>
    </w:p>
    <w:p w14:paraId="53E52D5D" w14:textId="77777777" w:rsidR="00C83B26" w:rsidRDefault="002E19AC" w:rsidP="00C83B26">
      <w:r w:rsidRPr="00223237">
        <w:t>Je l</w:t>
      </w:r>
      <w:r w:rsidR="00AB6DDF">
        <w:t>’</w:t>
      </w:r>
      <w:r w:rsidRPr="00223237">
        <w:t>espère</w:t>
      </w:r>
      <w:r w:rsidR="00AB6DDF">
        <w:t>.</w:t>
      </w:r>
    </w:p>
    <w:p w14:paraId="11A88842" w14:textId="77777777" w:rsidR="00C83B26" w:rsidRDefault="002E19AC" w:rsidP="00C83B26">
      <w:pPr>
        <w:ind w:firstLine="0"/>
        <w:jc w:val="center"/>
      </w:pPr>
      <w:r w:rsidRPr="00C83B26">
        <w:t>LE MARI</w:t>
      </w:r>
    </w:p>
    <w:p w14:paraId="0EA2F4E0" w14:textId="77777777" w:rsidR="00C83B26" w:rsidRDefault="002E19AC" w:rsidP="00C83B26">
      <w:r w:rsidRPr="00223237">
        <w:t>Seulement</w:t>
      </w:r>
      <w:r w:rsidR="00AB6DDF">
        <w:t xml:space="preserve">… </w:t>
      </w:r>
      <w:r w:rsidRPr="00223237">
        <w:t>c</w:t>
      </w:r>
      <w:r w:rsidR="00AB6DDF">
        <w:t>’</w:t>
      </w:r>
      <w:r w:rsidRPr="00223237">
        <w:t>est peut-être un peu bête de flanquer en l</w:t>
      </w:r>
      <w:r w:rsidR="00AB6DDF">
        <w:t>’</w:t>
      </w:r>
      <w:r w:rsidRPr="00223237">
        <w:t>air deux ou trois millions</w:t>
      </w:r>
      <w:r w:rsidR="00AB6DDF">
        <w:t xml:space="preserve">, </w:t>
      </w:r>
      <w:r w:rsidRPr="00223237">
        <w:t>parce que</w:t>
      </w:r>
      <w:r w:rsidR="00AB6DDF">
        <w:t xml:space="preserve">, </w:t>
      </w:r>
      <w:r w:rsidRPr="00223237">
        <w:t>enfin</w:t>
      </w:r>
      <w:r w:rsidR="00AB6DDF">
        <w:t xml:space="preserve">, </w:t>
      </w:r>
      <w:r w:rsidRPr="00223237">
        <w:t>c</w:t>
      </w:r>
      <w:r w:rsidR="00AB6DDF">
        <w:t>’</w:t>
      </w:r>
      <w:r w:rsidRPr="00223237">
        <w:t>est une somme</w:t>
      </w:r>
      <w:r w:rsidR="00AB6DDF">
        <w:t xml:space="preserve">… </w:t>
      </w:r>
      <w:r w:rsidRPr="00223237">
        <w:t>C</w:t>
      </w:r>
      <w:r w:rsidR="00AB6DDF">
        <w:t>’</w:t>
      </w:r>
      <w:r w:rsidRPr="00223237">
        <w:t>est une somme qui représente une belle voiture neuve</w:t>
      </w:r>
      <w:r w:rsidR="00AB6DDF">
        <w:t xml:space="preserve">… </w:t>
      </w:r>
      <w:r w:rsidRPr="00223237">
        <w:t>un joli b</w:t>
      </w:r>
      <w:r w:rsidRPr="00223237">
        <w:t>i</w:t>
      </w:r>
      <w:r w:rsidRPr="00223237">
        <w:t>jou pour toi</w:t>
      </w:r>
      <w:r w:rsidR="00AB6DDF">
        <w:t xml:space="preserve">… </w:t>
      </w:r>
      <w:r w:rsidRPr="00223237">
        <w:t>un gentil cadeau pour ta maman</w:t>
      </w:r>
      <w:r w:rsidR="00AB6DDF">
        <w:t>…</w:t>
      </w:r>
    </w:p>
    <w:p w14:paraId="33548BE9" w14:textId="77777777" w:rsidR="00C83B26" w:rsidRDefault="002E19AC" w:rsidP="00C83B26">
      <w:pPr>
        <w:ind w:firstLine="0"/>
        <w:jc w:val="center"/>
      </w:pPr>
      <w:r w:rsidRPr="00C83B26">
        <w:t>LA FEMME</w:t>
      </w:r>
    </w:p>
    <w:p w14:paraId="7B4A8EFD" w14:textId="77777777" w:rsidR="00C83B26" w:rsidRDefault="002E19AC" w:rsidP="00C83B26">
      <w:r w:rsidRPr="00223237">
        <w:lastRenderedPageBreak/>
        <w:t>Mon chéri</w:t>
      </w:r>
      <w:r w:rsidR="00AB6DDF">
        <w:t xml:space="preserve">, </w:t>
      </w:r>
      <w:r w:rsidRPr="00223237">
        <w:t>mon chéri</w:t>
      </w:r>
      <w:r w:rsidR="00AB6DDF">
        <w:t xml:space="preserve">, </w:t>
      </w:r>
      <w:r w:rsidRPr="00223237">
        <w:t>ne te donne pas tant de peine</w:t>
      </w:r>
      <w:r w:rsidR="00AB6DDF">
        <w:t xml:space="preserve">. </w:t>
      </w:r>
      <w:r w:rsidRPr="00223237">
        <w:t>Tu penses bien que je te taquine en ce moment</w:t>
      </w:r>
      <w:r w:rsidR="00AB6DDF">
        <w:t xml:space="preserve">, </w:t>
      </w:r>
      <w:r w:rsidRPr="00223237">
        <w:t>voyons</w:t>
      </w:r>
      <w:r w:rsidR="00AB6DDF">
        <w:t xml:space="preserve">… </w:t>
      </w:r>
      <w:r w:rsidRPr="00223237">
        <w:t>et tu sais parfa</w:t>
      </w:r>
      <w:r w:rsidRPr="00223237">
        <w:t>i</w:t>
      </w:r>
      <w:r w:rsidRPr="00223237">
        <w:t>tement que tu peux aller au théâtre</w:t>
      </w:r>
      <w:r w:rsidR="00AB6DDF">
        <w:t xml:space="preserve">, </w:t>
      </w:r>
      <w:r w:rsidRPr="00223237">
        <w:t>si tu le veux</w:t>
      </w:r>
      <w:r w:rsidR="00AB6DDF">
        <w:t xml:space="preserve">, </w:t>
      </w:r>
      <w:r w:rsidRPr="00223237">
        <w:t>ce soir</w:t>
      </w:r>
      <w:r w:rsidR="00AB6DDF">
        <w:t xml:space="preserve">… </w:t>
      </w:r>
      <w:r w:rsidRPr="00223237">
        <w:t>et comme tu l</w:t>
      </w:r>
      <w:r w:rsidR="00AB6DDF">
        <w:t>’</w:t>
      </w:r>
      <w:r w:rsidRPr="00223237">
        <w:t>entends</w:t>
      </w:r>
      <w:r w:rsidR="00AB6DDF">
        <w:t>.</w:t>
      </w:r>
    </w:p>
    <w:p w14:paraId="55300FC4" w14:textId="77777777" w:rsidR="00C83B26" w:rsidRDefault="002E19AC" w:rsidP="00C83B26">
      <w:pPr>
        <w:ind w:firstLine="0"/>
        <w:jc w:val="center"/>
      </w:pPr>
      <w:r w:rsidRPr="00C83B26">
        <w:t>LE MARI</w:t>
      </w:r>
    </w:p>
    <w:p w14:paraId="502ACB51" w14:textId="77777777" w:rsidR="00C83B26" w:rsidRDefault="002E19AC" w:rsidP="00C83B26">
      <w:r w:rsidRPr="00223237">
        <w:t>Vraiment</w:t>
      </w:r>
      <w:r w:rsidR="00AB6DDF">
        <w:t> ?</w:t>
      </w:r>
    </w:p>
    <w:p w14:paraId="29E8EF14" w14:textId="77777777" w:rsidR="00C83B26" w:rsidRDefault="002E19AC" w:rsidP="00C83B26">
      <w:pPr>
        <w:ind w:firstLine="0"/>
        <w:jc w:val="center"/>
      </w:pPr>
      <w:r w:rsidRPr="00C83B26">
        <w:t>LA FEMME</w:t>
      </w:r>
    </w:p>
    <w:p w14:paraId="7B53D9FF" w14:textId="77777777" w:rsidR="00C83B26" w:rsidRDefault="002E19AC" w:rsidP="00C83B26">
      <w:r w:rsidRPr="00223237">
        <w:t>Mais oui</w:t>
      </w:r>
      <w:r w:rsidR="00AB6DDF">
        <w:t xml:space="preserve">, </w:t>
      </w:r>
      <w:r w:rsidRPr="00223237">
        <w:t>vraiment</w:t>
      </w:r>
      <w:r w:rsidR="00AB6DDF">
        <w:t xml:space="preserve">. </w:t>
      </w:r>
      <w:r w:rsidRPr="00223237">
        <w:t>Fais ce que tu dois faire et ce qui peut te faire plaisir</w:t>
      </w:r>
      <w:r w:rsidR="00AB6DDF">
        <w:t xml:space="preserve">, </w:t>
      </w:r>
      <w:r w:rsidRPr="00223237">
        <w:t>je t</w:t>
      </w:r>
      <w:r w:rsidR="00AB6DDF">
        <w:t>’</w:t>
      </w:r>
      <w:r w:rsidRPr="00223237">
        <w:t>en supplie</w:t>
      </w:r>
      <w:r w:rsidR="00AB6DDF">
        <w:t xml:space="preserve">. </w:t>
      </w:r>
      <w:r w:rsidRPr="00223237">
        <w:t>Ou bien je me coucherai tout de suite</w:t>
      </w:r>
      <w:r w:rsidR="00AB6DDF">
        <w:t xml:space="preserve">, </w:t>
      </w:r>
      <w:r w:rsidRPr="00223237">
        <w:t>ou bien je ferai venir Henriette à la maison pour bavarder avec moi en t</w:t>
      </w:r>
      <w:r w:rsidR="00AB6DDF">
        <w:t>’</w:t>
      </w:r>
      <w:r w:rsidRPr="00223237">
        <w:t>attendant</w:t>
      </w:r>
      <w:r w:rsidR="00AB6DDF">
        <w:t xml:space="preserve">… </w:t>
      </w:r>
      <w:r w:rsidRPr="00223237">
        <w:t>ou bien j</w:t>
      </w:r>
      <w:r w:rsidR="00AB6DDF">
        <w:t>’</w:t>
      </w:r>
      <w:r w:rsidRPr="00223237">
        <w:t>irai chez elle</w:t>
      </w:r>
      <w:r w:rsidR="00AB6DDF">
        <w:t>…</w:t>
      </w:r>
    </w:p>
    <w:p w14:paraId="367D6F64" w14:textId="77777777" w:rsidR="00C83B26" w:rsidRDefault="002E19AC" w:rsidP="00C83B26">
      <w:pPr>
        <w:ind w:firstLine="0"/>
        <w:jc w:val="center"/>
      </w:pPr>
      <w:r w:rsidRPr="00C83B26">
        <w:t>LE MARI</w:t>
      </w:r>
    </w:p>
    <w:p w14:paraId="4B6E7C44" w14:textId="77777777" w:rsidR="00C83B26" w:rsidRDefault="002E19AC" w:rsidP="00C83B26">
      <w:r w:rsidRPr="00223237">
        <w:t>Mais</w:t>
      </w:r>
      <w:r w:rsidR="00AB6DDF">
        <w:t xml:space="preserve">… </w:t>
      </w:r>
      <w:r w:rsidRPr="00223237">
        <w:t>comme tu dis ça drôlement</w:t>
      </w:r>
      <w:r w:rsidR="00AB6DDF">
        <w:t>…</w:t>
      </w:r>
    </w:p>
    <w:p w14:paraId="2D44C44C" w14:textId="77777777" w:rsidR="00C83B26" w:rsidRDefault="002E19AC" w:rsidP="00C83B26">
      <w:pPr>
        <w:ind w:firstLine="0"/>
        <w:jc w:val="center"/>
      </w:pPr>
      <w:r w:rsidRPr="00C83B26">
        <w:t>LA FEMME</w:t>
      </w:r>
    </w:p>
    <w:p w14:paraId="1838F41D" w14:textId="77777777" w:rsidR="00C83B26" w:rsidRDefault="002E19AC" w:rsidP="00C83B26">
      <w:r w:rsidRPr="00223237">
        <w:t>Drôlement</w:t>
      </w:r>
      <w:r w:rsidR="00AB6DDF">
        <w:t> ?</w:t>
      </w:r>
    </w:p>
    <w:p w14:paraId="190CA4C9" w14:textId="77777777" w:rsidR="00C83B26" w:rsidRDefault="002E19AC" w:rsidP="00C83B26">
      <w:pPr>
        <w:ind w:firstLine="0"/>
        <w:jc w:val="center"/>
      </w:pPr>
      <w:r w:rsidRPr="00C83B26">
        <w:t>LE MARI</w:t>
      </w:r>
    </w:p>
    <w:p w14:paraId="31A13EE3" w14:textId="77777777" w:rsidR="00C83B26" w:rsidRDefault="002E19AC" w:rsidP="00C83B26">
      <w:r w:rsidRPr="00223237">
        <w:t>Bizarrement</w:t>
      </w:r>
      <w:r w:rsidR="00AB6DDF">
        <w:t>.</w:t>
      </w:r>
    </w:p>
    <w:p w14:paraId="32031213" w14:textId="77777777" w:rsidR="00C83B26" w:rsidRDefault="002E19AC" w:rsidP="00C83B26">
      <w:pPr>
        <w:ind w:firstLine="0"/>
        <w:jc w:val="center"/>
      </w:pPr>
      <w:r w:rsidRPr="00C83B26">
        <w:t>LA FEMME</w:t>
      </w:r>
    </w:p>
    <w:p w14:paraId="36F42520" w14:textId="77777777" w:rsidR="00C83B26" w:rsidRDefault="002E19AC" w:rsidP="00C83B26">
      <w:r w:rsidRPr="00223237">
        <w:t>Qu</w:t>
      </w:r>
      <w:r w:rsidR="00AB6DDF">
        <w:t>’</w:t>
      </w:r>
      <w:r w:rsidRPr="00223237">
        <w:t>est-ce que j</w:t>
      </w:r>
      <w:r w:rsidR="00AB6DDF">
        <w:t>’</w:t>
      </w:r>
      <w:r w:rsidRPr="00223237">
        <w:t>ai de bizarre</w:t>
      </w:r>
      <w:r w:rsidR="00AB6DDF">
        <w:t> ?</w:t>
      </w:r>
    </w:p>
    <w:p w14:paraId="0C756285" w14:textId="77777777" w:rsidR="00C83B26" w:rsidRDefault="002E19AC" w:rsidP="00C83B26">
      <w:pPr>
        <w:ind w:firstLine="0"/>
        <w:jc w:val="center"/>
      </w:pPr>
      <w:r w:rsidRPr="00C83B26">
        <w:t>LE MARI</w:t>
      </w:r>
    </w:p>
    <w:p w14:paraId="60D0E57D" w14:textId="77777777" w:rsidR="00C83B26" w:rsidRDefault="002E19AC" w:rsidP="00C83B26">
      <w:r w:rsidRPr="00223237">
        <w:t>Je ne sais pas</w:t>
      </w:r>
      <w:r w:rsidR="00AB6DDF">
        <w:t xml:space="preserve">… </w:t>
      </w:r>
      <w:r w:rsidRPr="00223237">
        <w:t>tu as comme un petit sourire en coin</w:t>
      </w:r>
      <w:r w:rsidR="00AB6DDF">
        <w:t>.</w:t>
      </w:r>
    </w:p>
    <w:p w14:paraId="41854B99" w14:textId="77777777" w:rsidR="00C83B26" w:rsidRDefault="002E19AC" w:rsidP="00C83B26">
      <w:pPr>
        <w:ind w:firstLine="0"/>
        <w:jc w:val="center"/>
      </w:pPr>
      <w:r w:rsidRPr="00C83B26">
        <w:t>LA FEMME</w:t>
      </w:r>
    </w:p>
    <w:p w14:paraId="15B00EC8" w14:textId="77777777" w:rsidR="00C83B26" w:rsidRDefault="002E19AC" w:rsidP="00C83B26">
      <w:r w:rsidRPr="00223237">
        <w:t>Moi</w:t>
      </w:r>
      <w:r w:rsidR="00AB6DDF">
        <w:t> ?</w:t>
      </w:r>
    </w:p>
    <w:p w14:paraId="41FC0BEA" w14:textId="77777777" w:rsidR="00C83B26" w:rsidRDefault="002E19AC" w:rsidP="00C83B26">
      <w:pPr>
        <w:ind w:firstLine="0"/>
        <w:jc w:val="center"/>
      </w:pPr>
      <w:r w:rsidRPr="00C83B26">
        <w:lastRenderedPageBreak/>
        <w:t>LE MARI</w:t>
      </w:r>
    </w:p>
    <w:p w14:paraId="2DB179E6" w14:textId="77777777" w:rsidR="00C83B26" w:rsidRDefault="002E19AC" w:rsidP="00C83B26">
      <w:r w:rsidRPr="00223237">
        <w:t>Oui</w:t>
      </w:r>
      <w:r w:rsidR="00AB6DDF">
        <w:t xml:space="preserve"> !… </w:t>
      </w:r>
      <w:r w:rsidRPr="00223237">
        <w:t>Germaine</w:t>
      </w:r>
      <w:r w:rsidR="00AB6DDF">
        <w:t> ?</w:t>
      </w:r>
    </w:p>
    <w:p w14:paraId="2A989510" w14:textId="77777777" w:rsidR="00C83B26" w:rsidRDefault="002E19AC" w:rsidP="00C83B26">
      <w:pPr>
        <w:ind w:firstLine="0"/>
        <w:jc w:val="center"/>
      </w:pPr>
      <w:r w:rsidRPr="00C83B26">
        <w:t>LA FEMME</w:t>
      </w:r>
    </w:p>
    <w:p w14:paraId="70A7B416" w14:textId="77777777" w:rsidR="00C83B26" w:rsidRDefault="002E19AC" w:rsidP="00C83B26">
      <w:r w:rsidRPr="00223237">
        <w:t>Mon ami</w:t>
      </w:r>
      <w:r w:rsidR="00AB6DDF">
        <w:t> ?</w:t>
      </w:r>
    </w:p>
    <w:p w14:paraId="68A4D942" w14:textId="77777777" w:rsidR="00C83B26" w:rsidRDefault="002E19AC" w:rsidP="00C83B26">
      <w:pPr>
        <w:ind w:firstLine="0"/>
        <w:jc w:val="center"/>
      </w:pPr>
      <w:r w:rsidRPr="00C83B26">
        <w:t>LE MARI</w:t>
      </w:r>
    </w:p>
    <w:p w14:paraId="186D9E99" w14:textId="77777777" w:rsidR="00C83B26" w:rsidRDefault="002E19AC" w:rsidP="00C83B26">
      <w:r w:rsidRPr="00223237">
        <w:t>Tu ne t</w:t>
      </w:r>
      <w:r w:rsidR="00AB6DDF">
        <w:t>’</w:t>
      </w:r>
      <w:r w:rsidRPr="00223237">
        <w:t>imagines pas</w:t>
      </w:r>
      <w:r w:rsidR="00AB6DDF">
        <w:t xml:space="preserve">, </w:t>
      </w:r>
      <w:r w:rsidRPr="00223237">
        <w:t>je suppose</w:t>
      </w:r>
      <w:r w:rsidR="00AB6DDF">
        <w:t xml:space="preserve">, </w:t>
      </w:r>
      <w:r w:rsidRPr="00223237">
        <w:t>que je veux cette soirée pour faire des frasques</w:t>
      </w:r>
      <w:r w:rsidR="00AB6DDF">
        <w:t> ?</w:t>
      </w:r>
    </w:p>
    <w:p w14:paraId="41A5B934" w14:textId="77777777" w:rsidR="00C83B26" w:rsidRDefault="002E19AC" w:rsidP="00C83B26">
      <w:pPr>
        <w:ind w:firstLine="0"/>
        <w:jc w:val="center"/>
      </w:pPr>
      <w:r w:rsidRPr="00C83B26">
        <w:t>LA FEMME</w:t>
      </w:r>
    </w:p>
    <w:p w14:paraId="6D9CADA3" w14:textId="77777777" w:rsidR="00C83B26" w:rsidRDefault="002E19AC" w:rsidP="00C83B26">
      <w:r w:rsidRPr="00223237">
        <w:t>Oh</w:t>
      </w:r>
      <w:r w:rsidR="00AB6DDF">
        <w:t> !</w:t>
      </w:r>
    </w:p>
    <w:p w14:paraId="53C012B4" w14:textId="77777777" w:rsidR="00C83B26" w:rsidRDefault="002E19AC" w:rsidP="00C83B26">
      <w:pPr>
        <w:ind w:firstLine="0"/>
        <w:jc w:val="center"/>
      </w:pPr>
      <w:r w:rsidRPr="00C83B26">
        <w:t>LE MARI</w:t>
      </w:r>
    </w:p>
    <w:p w14:paraId="621F2DC3" w14:textId="77777777" w:rsidR="00C83B26" w:rsidRDefault="002E19AC" w:rsidP="00C83B26">
      <w:r w:rsidRPr="00223237">
        <w:t>Tu me connais</w:t>
      </w:r>
      <w:r w:rsidR="00AB6DDF">
        <w:t xml:space="preserve">, </w:t>
      </w:r>
      <w:r w:rsidRPr="00223237">
        <w:t>Germaine</w:t>
      </w:r>
      <w:r w:rsidR="00AB6DDF">
        <w:t xml:space="preserve">. </w:t>
      </w:r>
      <w:r w:rsidRPr="00223237">
        <w:t>Tu sais quelle sainte horreur j</w:t>
      </w:r>
      <w:r w:rsidR="00AB6DDF">
        <w:t>’</w:t>
      </w:r>
      <w:r w:rsidRPr="00223237">
        <w:t>ai du mensonge et de l</w:t>
      </w:r>
      <w:r w:rsidR="00AB6DDF">
        <w:t>’</w:t>
      </w:r>
      <w:r w:rsidRPr="00223237">
        <w:t>hypocrisie</w:t>
      </w:r>
      <w:r w:rsidR="00AB6DDF">
        <w:t>…</w:t>
      </w:r>
    </w:p>
    <w:p w14:paraId="5E6C2EBA" w14:textId="77777777" w:rsidR="00C83B26" w:rsidRDefault="002E19AC" w:rsidP="00C83B26">
      <w:pPr>
        <w:ind w:firstLine="0"/>
        <w:jc w:val="center"/>
      </w:pPr>
      <w:r w:rsidRPr="00C83B26">
        <w:t>LA FEMME</w:t>
      </w:r>
    </w:p>
    <w:p w14:paraId="5C150956" w14:textId="77777777" w:rsidR="00C83B26" w:rsidRDefault="002E19AC" w:rsidP="00C83B26">
      <w:r w:rsidRPr="00223237">
        <w:t>Tu es sérieux</w:t>
      </w:r>
      <w:r w:rsidR="00AB6DDF">
        <w:t> ?</w:t>
      </w:r>
    </w:p>
    <w:p w14:paraId="5016B782" w14:textId="77777777" w:rsidR="00C83B26" w:rsidRDefault="002E19AC" w:rsidP="00C83B26">
      <w:pPr>
        <w:ind w:firstLine="0"/>
        <w:jc w:val="center"/>
      </w:pPr>
      <w:r w:rsidRPr="00C83B26">
        <w:t>LE MARI</w:t>
      </w:r>
    </w:p>
    <w:p w14:paraId="7331A446" w14:textId="77777777" w:rsidR="00C83B26" w:rsidRDefault="002E19AC" w:rsidP="00C83B26">
      <w:r w:rsidRPr="00223237">
        <w:t>Mais oui</w:t>
      </w:r>
      <w:r w:rsidR="00AB6DDF">
        <w:t>.</w:t>
      </w:r>
    </w:p>
    <w:p w14:paraId="6382C303" w14:textId="77777777" w:rsidR="00C83B26" w:rsidRDefault="002E19AC" w:rsidP="00C83B26">
      <w:pPr>
        <w:ind w:firstLine="0"/>
        <w:jc w:val="center"/>
      </w:pPr>
      <w:r w:rsidRPr="00C83B26">
        <w:t>LA FEMME</w:t>
      </w:r>
    </w:p>
    <w:p w14:paraId="110ED1B7" w14:textId="77777777" w:rsidR="00C83B26" w:rsidRDefault="002E19AC" w:rsidP="00C83B26">
      <w:r w:rsidRPr="00223237">
        <w:t>Alors</w:t>
      </w:r>
      <w:r w:rsidR="00AB6DDF">
        <w:t xml:space="preserve">, </w:t>
      </w:r>
      <w:r w:rsidRPr="00223237">
        <w:t>ne continue pas</w:t>
      </w:r>
      <w:r w:rsidR="00AB6DDF">
        <w:t xml:space="preserve">, </w:t>
      </w:r>
      <w:r w:rsidRPr="00223237">
        <w:t>veux-tu</w:t>
      </w:r>
      <w:r w:rsidR="00AB6DDF">
        <w:t> ?</w:t>
      </w:r>
    </w:p>
    <w:p w14:paraId="3031517B" w14:textId="77777777" w:rsidR="00C83B26" w:rsidRDefault="002E19AC" w:rsidP="00C83B26">
      <w:pPr>
        <w:ind w:firstLine="0"/>
        <w:jc w:val="center"/>
      </w:pPr>
      <w:r w:rsidRPr="00C83B26">
        <w:t>LE MARI</w:t>
      </w:r>
    </w:p>
    <w:p w14:paraId="4688EBD0" w14:textId="77777777" w:rsidR="00C83B26" w:rsidRDefault="002E19AC" w:rsidP="00C83B26">
      <w:r w:rsidRPr="00223237">
        <w:t>Pourquoi</w:t>
      </w:r>
      <w:r w:rsidR="00AB6DDF">
        <w:t> ?</w:t>
      </w:r>
    </w:p>
    <w:p w14:paraId="4F72CE1B" w14:textId="77777777" w:rsidR="00C83B26" w:rsidRDefault="002E19AC" w:rsidP="00C83B26">
      <w:pPr>
        <w:ind w:firstLine="0"/>
        <w:jc w:val="center"/>
      </w:pPr>
      <w:r w:rsidRPr="00C83B26">
        <w:t>LA FEMME</w:t>
      </w:r>
    </w:p>
    <w:p w14:paraId="48949490" w14:textId="77777777" w:rsidR="00C83B26" w:rsidRDefault="002E19AC" w:rsidP="00C83B26">
      <w:r w:rsidRPr="00223237">
        <w:lastRenderedPageBreak/>
        <w:t>Parce que</w:t>
      </w:r>
      <w:r w:rsidR="00AB6DDF">
        <w:t xml:space="preserve">… </w:t>
      </w:r>
      <w:r w:rsidRPr="00223237">
        <w:t>parce que je ne veux pas que nous parlions de ces choses-là</w:t>
      </w:r>
      <w:r w:rsidR="00AB6DDF">
        <w:t xml:space="preserve">. </w:t>
      </w:r>
      <w:r w:rsidRPr="00223237">
        <w:t>Ça me gêne</w:t>
      </w:r>
      <w:r w:rsidR="00AB6DDF">
        <w:t xml:space="preserve">. </w:t>
      </w:r>
      <w:r w:rsidRPr="00223237">
        <w:t>Je n</w:t>
      </w:r>
      <w:r w:rsidR="00AB6DDF">
        <w:t>’</w:t>
      </w:r>
      <w:r w:rsidRPr="00223237">
        <w:t>ai pas beaucoup d</w:t>
      </w:r>
      <w:r w:rsidR="00AB6DDF">
        <w:t>’</w:t>
      </w:r>
      <w:r w:rsidRPr="00223237">
        <w:t>expérience</w:t>
      </w:r>
      <w:r w:rsidR="00AB6DDF">
        <w:t xml:space="preserve">, </w:t>
      </w:r>
      <w:r w:rsidRPr="00223237">
        <w:t>je ne me crois ni plus forte ni plus maligne qu</w:t>
      </w:r>
      <w:r w:rsidR="00AB6DDF">
        <w:t>’</w:t>
      </w:r>
      <w:r w:rsidRPr="00223237">
        <w:t>une autre</w:t>
      </w:r>
      <w:r w:rsidR="00AB6DDF">
        <w:t xml:space="preserve">, </w:t>
      </w:r>
      <w:r w:rsidRPr="00223237">
        <w:t>mais j</w:t>
      </w:r>
      <w:r w:rsidR="00AB6DDF">
        <w:t>’</w:t>
      </w:r>
      <w:r w:rsidRPr="00223237">
        <w:t>ai bien l</w:t>
      </w:r>
      <w:r w:rsidR="00AB6DDF">
        <w:t>’</w:t>
      </w:r>
      <w:r w:rsidRPr="00223237">
        <w:t>impression qu</w:t>
      </w:r>
      <w:r w:rsidR="00AB6DDF">
        <w:t>’</w:t>
      </w:r>
      <w:r w:rsidRPr="00223237">
        <w:t>il y a certains sujets qu</w:t>
      </w:r>
      <w:r w:rsidR="00AB6DDF">
        <w:t>’</w:t>
      </w:r>
      <w:r w:rsidRPr="00223237">
        <w:t>il est préférable de ne jamais aborder</w:t>
      </w:r>
      <w:r w:rsidR="00AB6DDF">
        <w:t xml:space="preserve">. </w:t>
      </w:r>
      <w:r w:rsidRPr="00223237">
        <w:t>Et</w:t>
      </w:r>
      <w:r w:rsidR="00AB6DDF">
        <w:t xml:space="preserve">, </w:t>
      </w:r>
      <w:r w:rsidRPr="00223237">
        <w:t>puisque nous en avons tout de même parlé sérieusement</w:t>
      </w:r>
      <w:r w:rsidR="00AB6DDF">
        <w:t xml:space="preserve">, </w:t>
      </w:r>
      <w:r w:rsidRPr="00223237">
        <w:t>veux-tu que nous nous fassions une petite promesse mutuelle</w:t>
      </w:r>
      <w:r w:rsidR="00AB6DDF">
        <w:t xml:space="preserve"> ? </w:t>
      </w:r>
      <w:r w:rsidRPr="00223237">
        <w:t>Je crois que le moment en est parfait</w:t>
      </w:r>
      <w:r w:rsidRPr="00223237">
        <w:t>e</w:t>
      </w:r>
      <w:r w:rsidRPr="00223237">
        <w:t>ment choisi</w:t>
      </w:r>
      <w:r w:rsidR="00AB6DDF">
        <w:t xml:space="preserve">… </w:t>
      </w:r>
      <w:r w:rsidRPr="00223237">
        <w:t>et</w:t>
      </w:r>
      <w:r w:rsidR="00AB6DDF">
        <w:t xml:space="preserve">, </w:t>
      </w:r>
      <w:r w:rsidRPr="00223237">
        <w:t>ainsi</w:t>
      </w:r>
      <w:r w:rsidR="00AB6DDF">
        <w:t xml:space="preserve">, </w:t>
      </w:r>
      <w:r w:rsidRPr="00223237">
        <w:t>nous en aurons parlé pour la dernière fois</w:t>
      </w:r>
      <w:r w:rsidR="00AB6DDF">
        <w:t>.</w:t>
      </w:r>
    </w:p>
    <w:p w14:paraId="2AF7C050" w14:textId="77777777" w:rsidR="00C83B26" w:rsidRDefault="002E19AC" w:rsidP="00C83B26">
      <w:pPr>
        <w:ind w:firstLine="0"/>
        <w:jc w:val="center"/>
      </w:pPr>
      <w:r w:rsidRPr="00C83B26">
        <w:t>LE MARI</w:t>
      </w:r>
    </w:p>
    <w:p w14:paraId="05DAA924" w14:textId="77777777" w:rsidR="00C83B26" w:rsidRDefault="002E19AC" w:rsidP="00C83B26">
      <w:r w:rsidRPr="00223237">
        <w:t>Quelle promesse</w:t>
      </w:r>
      <w:r w:rsidR="00AB6DDF">
        <w:t> ?</w:t>
      </w:r>
    </w:p>
    <w:p w14:paraId="3DFACACB" w14:textId="77777777" w:rsidR="00C83B26" w:rsidRDefault="002E19AC" w:rsidP="00C83B26">
      <w:pPr>
        <w:ind w:firstLine="0"/>
        <w:jc w:val="center"/>
      </w:pPr>
      <w:r w:rsidRPr="00C83B26">
        <w:t>LA FEMME</w:t>
      </w:r>
    </w:p>
    <w:p w14:paraId="6D96F1FD" w14:textId="77777777" w:rsidR="00C83B26" w:rsidRDefault="002E19AC" w:rsidP="00C83B26">
      <w:r w:rsidRPr="00223237">
        <w:t>Celle-ci</w:t>
      </w:r>
      <w:r w:rsidR="00AB6DDF">
        <w:t xml:space="preserve"> : </w:t>
      </w:r>
      <w:r w:rsidRPr="00223237">
        <w:t>tu ne mettras jamais en doute ma parole et je ne me</w:t>
      </w:r>
      <w:r w:rsidRPr="00223237">
        <w:t>t</w:t>
      </w:r>
      <w:r w:rsidRPr="00223237">
        <w:t>trai jamais ta parole en doute</w:t>
      </w:r>
      <w:r w:rsidR="00AB6DDF">
        <w:t xml:space="preserve">. </w:t>
      </w:r>
      <w:r w:rsidRPr="00223237">
        <w:t>Hein</w:t>
      </w:r>
      <w:r w:rsidR="00AB6DDF">
        <w:t xml:space="preserve"> ? </w:t>
      </w:r>
      <w:r w:rsidRPr="00223237">
        <w:t>Qu</w:t>
      </w:r>
      <w:r w:rsidR="00AB6DDF">
        <w:t>’</w:t>
      </w:r>
      <w:r w:rsidRPr="00223237">
        <w:t>en penses-tu</w:t>
      </w:r>
      <w:r w:rsidR="00AB6DDF">
        <w:t> ?</w:t>
      </w:r>
    </w:p>
    <w:p w14:paraId="53F639B7" w14:textId="77777777" w:rsidR="00C83B26" w:rsidRDefault="002E19AC" w:rsidP="00C83B26">
      <w:pPr>
        <w:ind w:firstLine="0"/>
        <w:jc w:val="center"/>
      </w:pPr>
      <w:r w:rsidRPr="00C83B26">
        <w:t>LE MARI</w:t>
      </w:r>
    </w:p>
    <w:p w14:paraId="2F582105" w14:textId="77777777" w:rsidR="00C83B26" w:rsidRDefault="002E19AC" w:rsidP="00C83B26">
      <w:r w:rsidRPr="00223237">
        <w:t>Mais</w:t>
      </w:r>
      <w:r w:rsidR="00AB6DDF">
        <w:t xml:space="preserve">… </w:t>
      </w:r>
      <w:r w:rsidRPr="00223237">
        <w:t>je pense que c</w:t>
      </w:r>
      <w:r w:rsidR="00AB6DDF">
        <w:t>’</w:t>
      </w:r>
      <w:r w:rsidRPr="00223237">
        <w:t>est très bien</w:t>
      </w:r>
      <w:r w:rsidR="00AB6DDF">
        <w:t>.</w:t>
      </w:r>
    </w:p>
    <w:p w14:paraId="50331301" w14:textId="77777777" w:rsidR="00C83B26" w:rsidRDefault="002E19AC" w:rsidP="00C83B26">
      <w:pPr>
        <w:ind w:firstLine="0"/>
        <w:jc w:val="center"/>
      </w:pPr>
      <w:r w:rsidRPr="00C83B26">
        <w:t>LA FEMME</w:t>
      </w:r>
    </w:p>
    <w:p w14:paraId="3689EC17" w14:textId="77777777" w:rsidR="00C83B26" w:rsidRDefault="002E19AC" w:rsidP="00C83B26">
      <w:r w:rsidRPr="00223237">
        <w:t>Alors c</w:t>
      </w:r>
      <w:r w:rsidR="00AB6DDF">
        <w:t>’</w:t>
      </w:r>
      <w:r w:rsidRPr="00223237">
        <w:t>est promis</w:t>
      </w:r>
      <w:r w:rsidR="00AB6DDF">
        <w:t> ?</w:t>
      </w:r>
    </w:p>
    <w:p w14:paraId="135B6886" w14:textId="77777777" w:rsidR="00C83B26" w:rsidRDefault="002E19AC" w:rsidP="00C83B26">
      <w:pPr>
        <w:ind w:firstLine="0"/>
        <w:jc w:val="center"/>
      </w:pPr>
      <w:r w:rsidRPr="00C83B26">
        <w:t>LE MARI</w:t>
      </w:r>
    </w:p>
    <w:p w14:paraId="19550A6C" w14:textId="77777777" w:rsidR="00C83B26" w:rsidRDefault="002E19AC" w:rsidP="00C83B26">
      <w:r w:rsidRPr="00223237">
        <w:t>C</w:t>
      </w:r>
      <w:r w:rsidR="00AB6DDF">
        <w:t>’</w:t>
      </w:r>
      <w:r w:rsidRPr="00223237">
        <w:t>est promis</w:t>
      </w:r>
      <w:r w:rsidR="00AB6DDF">
        <w:t>.</w:t>
      </w:r>
    </w:p>
    <w:p w14:paraId="63138C5C" w14:textId="77777777" w:rsidR="00C83B26" w:rsidRDefault="002E19AC" w:rsidP="00C83B26">
      <w:pPr>
        <w:ind w:firstLine="0"/>
        <w:jc w:val="center"/>
      </w:pPr>
      <w:r w:rsidRPr="00C83B26">
        <w:t>LA FEMME</w:t>
      </w:r>
    </w:p>
    <w:p w14:paraId="19C4044D" w14:textId="77777777" w:rsidR="00C83B26" w:rsidRDefault="002E19AC" w:rsidP="00C83B26">
      <w:r w:rsidRPr="00223237">
        <w:t>À condition</w:t>
      </w:r>
      <w:r w:rsidR="00AB6DDF">
        <w:t xml:space="preserve">, </w:t>
      </w:r>
      <w:r w:rsidRPr="00223237">
        <w:t>bien entendu</w:t>
      </w:r>
      <w:r w:rsidR="00AB6DDF">
        <w:t xml:space="preserve">, </w:t>
      </w:r>
      <w:r w:rsidRPr="00223237">
        <w:t>de ne pas dépasser la limite de la vraisemblance</w:t>
      </w:r>
      <w:r w:rsidR="00AB6DDF">
        <w:t>…</w:t>
      </w:r>
    </w:p>
    <w:p w14:paraId="7B174BF6" w14:textId="77777777" w:rsidR="00C83B26" w:rsidRDefault="002E19AC" w:rsidP="00C83B26">
      <w:pPr>
        <w:ind w:firstLine="0"/>
        <w:jc w:val="center"/>
      </w:pPr>
      <w:r w:rsidRPr="00C83B26">
        <w:t>LE MARI</w:t>
      </w:r>
    </w:p>
    <w:p w14:paraId="2F77A1A2" w14:textId="77777777" w:rsidR="00C83B26" w:rsidRDefault="002E19AC" w:rsidP="00C83B26">
      <w:r w:rsidRPr="00223237">
        <w:t>Évidemment</w:t>
      </w:r>
      <w:r w:rsidR="00AB6DDF">
        <w:t>.</w:t>
      </w:r>
    </w:p>
    <w:p w14:paraId="2D7F5FE2" w14:textId="77777777" w:rsidR="00C83B26" w:rsidRDefault="002E19AC" w:rsidP="00C83B26">
      <w:pPr>
        <w:ind w:firstLine="0"/>
        <w:jc w:val="center"/>
      </w:pPr>
      <w:r w:rsidRPr="00C83B26">
        <w:lastRenderedPageBreak/>
        <w:t>LA FEMME</w:t>
      </w:r>
    </w:p>
    <w:p w14:paraId="0B86B799" w14:textId="77777777" w:rsidR="00C83B26" w:rsidRDefault="002E19AC" w:rsidP="00C83B26">
      <w:r w:rsidRPr="00223237">
        <w:t>Je crois que la vie n</w:t>
      </w:r>
      <w:r w:rsidR="00AB6DDF">
        <w:t>’</w:t>
      </w:r>
      <w:r w:rsidRPr="00223237">
        <w:t>est possible à deux</w:t>
      </w:r>
      <w:r w:rsidR="00AB6DDF">
        <w:t>…</w:t>
      </w:r>
    </w:p>
    <w:p w14:paraId="4F11773A" w14:textId="77777777" w:rsidR="00C83B26" w:rsidRDefault="002E19AC" w:rsidP="00C83B26">
      <w:pPr>
        <w:ind w:firstLine="0"/>
        <w:jc w:val="center"/>
      </w:pPr>
      <w:r w:rsidRPr="00C83B26">
        <w:t>LE MARI</w:t>
      </w:r>
    </w:p>
    <w:p w14:paraId="6A044B4D" w14:textId="77777777" w:rsidR="00C83B26" w:rsidRDefault="00AB6DDF" w:rsidP="00C83B26">
      <w:r>
        <w:t xml:space="preserve">… </w:t>
      </w:r>
      <w:r w:rsidR="002E19AC" w:rsidRPr="00223237">
        <w:t>Que sous le régime d</w:t>
      </w:r>
      <w:r>
        <w:t>’</w:t>
      </w:r>
      <w:r w:rsidR="002E19AC" w:rsidRPr="00223237">
        <w:t>une confiance absolue et réc</w:t>
      </w:r>
      <w:r w:rsidR="002E19AC" w:rsidRPr="00223237">
        <w:t>i</w:t>
      </w:r>
      <w:r w:rsidR="002E19AC" w:rsidRPr="00223237">
        <w:t>proque</w:t>
      </w:r>
      <w:r>
        <w:t>.</w:t>
      </w:r>
    </w:p>
    <w:p w14:paraId="73B66659" w14:textId="77777777" w:rsidR="00C83B26" w:rsidRDefault="002E19AC" w:rsidP="00C83B26">
      <w:pPr>
        <w:ind w:firstLine="0"/>
        <w:jc w:val="center"/>
      </w:pPr>
      <w:r w:rsidRPr="00C83B26">
        <w:t>LA FEMME</w:t>
      </w:r>
    </w:p>
    <w:p w14:paraId="766E5661" w14:textId="77777777" w:rsidR="00C83B26" w:rsidRDefault="002E19AC" w:rsidP="00C83B26">
      <w:r w:rsidRPr="00223237">
        <w:t>Puisqu</w:t>
      </w:r>
      <w:r w:rsidR="00AB6DDF">
        <w:t>’</w:t>
      </w:r>
      <w:r w:rsidRPr="00223237">
        <w:t>on ne peut rien empêcher</w:t>
      </w:r>
      <w:r w:rsidR="00AB6DDF">
        <w:t xml:space="preserve">, </w:t>
      </w:r>
      <w:r w:rsidRPr="00223237">
        <w:t>et que ce qui doit arriver a</w:t>
      </w:r>
      <w:r w:rsidRPr="00223237">
        <w:t>r</w:t>
      </w:r>
      <w:r w:rsidRPr="00223237">
        <w:t>rive</w:t>
      </w:r>
      <w:r w:rsidR="00AB6DDF">
        <w:t>.</w:t>
      </w:r>
    </w:p>
    <w:p w14:paraId="273DA43E" w14:textId="77777777" w:rsidR="00C83B26" w:rsidRDefault="002E19AC" w:rsidP="00C83B26">
      <w:pPr>
        <w:ind w:firstLine="0"/>
        <w:jc w:val="center"/>
      </w:pPr>
      <w:r w:rsidRPr="00C83B26">
        <w:t>LE MARI</w:t>
      </w:r>
    </w:p>
    <w:p w14:paraId="690BCF8D" w14:textId="77777777" w:rsidR="00C83B26" w:rsidRDefault="002E19AC" w:rsidP="00C83B26">
      <w:r w:rsidRPr="00223237">
        <w:t>C</w:t>
      </w:r>
      <w:r w:rsidR="00AB6DDF">
        <w:t>’</w:t>
      </w:r>
      <w:r w:rsidRPr="00223237">
        <w:t>est vrai</w:t>
      </w:r>
      <w:r w:rsidR="00AB6DDF">
        <w:t xml:space="preserve">. </w:t>
      </w:r>
      <w:r w:rsidRPr="00223237">
        <w:t>Mais</w:t>
      </w:r>
      <w:r w:rsidR="00AB6DDF">
        <w:t xml:space="preserve">… </w:t>
      </w:r>
      <w:r w:rsidRPr="00223237">
        <w:t>je ne te savais pas aussi fataliste</w:t>
      </w:r>
      <w:r w:rsidR="00AB6DDF">
        <w:t>.</w:t>
      </w:r>
    </w:p>
    <w:p w14:paraId="2A81C246" w14:textId="77777777" w:rsidR="00C83B26" w:rsidRDefault="002E19AC" w:rsidP="00C83B26">
      <w:pPr>
        <w:ind w:firstLine="0"/>
        <w:jc w:val="center"/>
      </w:pPr>
      <w:r w:rsidRPr="00C83B26">
        <w:t>LA FEMME</w:t>
      </w:r>
    </w:p>
    <w:p w14:paraId="522A0629" w14:textId="77777777" w:rsidR="00C83B26" w:rsidRDefault="002E19AC" w:rsidP="00C83B26">
      <w:r w:rsidRPr="00223237">
        <w:t>Mais moi non plus</w:t>
      </w:r>
      <w:r w:rsidR="00AB6DDF">
        <w:t xml:space="preserve">, </w:t>
      </w:r>
      <w:r w:rsidRPr="00223237">
        <w:t>figure-toi</w:t>
      </w:r>
      <w:r w:rsidR="00AB6DDF">
        <w:t xml:space="preserve">. </w:t>
      </w:r>
      <w:r w:rsidRPr="00223237">
        <w:t>On apprend à se connaître chaque jour davantage et l</w:t>
      </w:r>
      <w:r w:rsidR="00AB6DDF">
        <w:t>’</w:t>
      </w:r>
      <w:r w:rsidRPr="00223237">
        <w:t>on découvre en soi des ressources i</w:t>
      </w:r>
      <w:r w:rsidRPr="00223237">
        <w:t>n</w:t>
      </w:r>
      <w:r w:rsidRPr="00223237">
        <w:t>soupçonnées</w:t>
      </w:r>
      <w:r w:rsidR="00AB6DDF">
        <w:t>.</w:t>
      </w:r>
    </w:p>
    <w:p w14:paraId="49D07032" w14:textId="77777777" w:rsidR="00C83B26" w:rsidRDefault="002E19AC" w:rsidP="00C83B26">
      <w:pPr>
        <w:ind w:firstLine="0"/>
        <w:jc w:val="center"/>
      </w:pPr>
      <w:r w:rsidRPr="00C83B26">
        <w:t>LE MARI</w:t>
      </w:r>
    </w:p>
    <w:p w14:paraId="5F852CC4" w14:textId="77777777" w:rsidR="00C83B26" w:rsidRDefault="002E19AC" w:rsidP="00C83B26">
      <w:r w:rsidRPr="00223237">
        <w:t>C</w:t>
      </w:r>
      <w:r w:rsidR="00AB6DDF">
        <w:t>’</w:t>
      </w:r>
      <w:r w:rsidRPr="00223237">
        <w:t>est parfaitement exact</w:t>
      </w:r>
      <w:r w:rsidR="00AB6DDF">
        <w:t xml:space="preserve">. </w:t>
      </w:r>
      <w:r w:rsidRPr="00223237">
        <w:t>Et</w:t>
      </w:r>
      <w:r w:rsidR="00AB6DDF">
        <w:t xml:space="preserve">, </w:t>
      </w:r>
      <w:r w:rsidRPr="00223237">
        <w:t>en tout cas</w:t>
      </w:r>
      <w:r w:rsidR="00AB6DDF">
        <w:t xml:space="preserve">, </w:t>
      </w:r>
      <w:r w:rsidRPr="00223237">
        <w:t>ce que je puis te certifier</w:t>
      </w:r>
      <w:r w:rsidR="00AB6DDF">
        <w:t xml:space="preserve">, </w:t>
      </w:r>
      <w:r w:rsidRPr="00223237">
        <w:t>c</w:t>
      </w:r>
      <w:r w:rsidR="00AB6DDF">
        <w:t>’</w:t>
      </w:r>
      <w:r w:rsidRPr="00223237">
        <w:t>est que ta sagesse</w:t>
      </w:r>
      <w:r w:rsidR="00AB6DDF">
        <w:t xml:space="preserve">, </w:t>
      </w:r>
      <w:r w:rsidRPr="00223237">
        <w:t>dont tu viens de me donner une preuve évidente</w:t>
      </w:r>
      <w:r w:rsidR="00AB6DDF">
        <w:t xml:space="preserve">, </w:t>
      </w:r>
      <w:r w:rsidRPr="00223237">
        <w:t>est la meilleure des tactiques</w:t>
      </w:r>
      <w:r w:rsidR="00AB6DDF">
        <w:t>.</w:t>
      </w:r>
    </w:p>
    <w:p w14:paraId="62CCD9D4" w14:textId="77777777" w:rsidR="00C83B26" w:rsidRDefault="002E19AC" w:rsidP="00C83B26">
      <w:pPr>
        <w:ind w:firstLine="0"/>
        <w:jc w:val="center"/>
      </w:pPr>
      <w:r w:rsidRPr="00C83B26">
        <w:t>LA FEMME</w:t>
      </w:r>
    </w:p>
    <w:p w14:paraId="55600AFD" w14:textId="77777777" w:rsidR="00C83B26" w:rsidRDefault="002E19AC" w:rsidP="00C83B26">
      <w:r w:rsidRPr="00223237">
        <w:t>Mais ce n</w:t>
      </w:r>
      <w:r w:rsidR="00AB6DDF">
        <w:t>’</w:t>
      </w:r>
      <w:r w:rsidRPr="00223237">
        <w:t>est pas une tactique</w:t>
      </w:r>
      <w:r w:rsidR="00AB6DDF">
        <w:t>.</w:t>
      </w:r>
    </w:p>
    <w:p w14:paraId="6DF9CA07" w14:textId="77777777" w:rsidR="00C83B26" w:rsidRDefault="002E19AC" w:rsidP="00C83B26">
      <w:pPr>
        <w:ind w:firstLine="0"/>
        <w:jc w:val="center"/>
      </w:pPr>
      <w:r w:rsidRPr="00C83B26">
        <w:t>LE MARI</w:t>
      </w:r>
    </w:p>
    <w:p w14:paraId="7CD4D7FF" w14:textId="77777777" w:rsidR="00C83B26" w:rsidRDefault="002E19AC" w:rsidP="00C83B26">
      <w:r w:rsidRPr="00223237">
        <w:t>Oh</w:t>
      </w:r>
      <w:r w:rsidR="00AB6DDF">
        <w:t xml:space="preserve"> ! </w:t>
      </w:r>
      <w:r w:rsidRPr="00223237">
        <w:t>Mais je ne dis pas ça</w:t>
      </w:r>
      <w:r w:rsidR="00AB6DDF">
        <w:t xml:space="preserve">… </w:t>
      </w:r>
      <w:r w:rsidRPr="00223237">
        <w:t>je dis</w:t>
      </w:r>
      <w:r w:rsidR="00AB6DDF">
        <w:t xml:space="preserve">… </w:t>
      </w:r>
      <w:r w:rsidRPr="00223237">
        <w:t>je dis que ce serait la meilleure des tactiques si je me trouvais en faute</w:t>
      </w:r>
      <w:r w:rsidR="00AB6DDF">
        <w:t xml:space="preserve">… </w:t>
      </w:r>
      <w:r w:rsidRPr="00223237">
        <w:t>tu co</w:t>
      </w:r>
      <w:r w:rsidRPr="00223237">
        <w:t>m</w:t>
      </w:r>
      <w:r w:rsidRPr="00223237">
        <w:t>prends</w:t>
      </w:r>
      <w:r w:rsidR="00AB6DDF">
        <w:t xml:space="preserve"> ? </w:t>
      </w:r>
      <w:r w:rsidRPr="00223237">
        <w:t>Tiens</w:t>
      </w:r>
      <w:r w:rsidR="00AB6DDF">
        <w:t xml:space="preserve">, </w:t>
      </w:r>
      <w:r w:rsidRPr="00223237">
        <w:t>en ce moment</w:t>
      </w:r>
      <w:r w:rsidR="00AB6DDF">
        <w:t xml:space="preserve">, </w:t>
      </w:r>
      <w:r w:rsidRPr="00223237">
        <w:t>je me mets dans la peau d</w:t>
      </w:r>
      <w:r w:rsidR="00AB6DDF">
        <w:t>’</w:t>
      </w:r>
      <w:r w:rsidRPr="00223237">
        <w:t>un homme qui aurait envie de se payer ce soir une petite bombe</w:t>
      </w:r>
      <w:r w:rsidR="00AB6DDF">
        <w:t xml:space="preserve">. </w:t>
      </w:r>
      <w:r w:rsidRPr="00223237">
        <w:lastRenderedPageBreak/>
        <w:t>Eh</w:t>
      </w:r>
      <w:r w:rsidR="00AB6DDF">
        <w:t xml:space="preserve"> ! </w:t>
      </w:r>
      <w:r w:rsidRPr="00223237">
        <w:t>Bien</w:t>
      </w:r>
      <w:r w:rsidR="00AB6DDF">
        <w:t xml:space="preserve"> ! </w:t>
      </w:r>
      <w:r w:rsidRPr="00223237">
        <w:t>le seul fait de lui dire à cet homme-là</w:t>
      </w:r>
      <w:r w:rsidR="00AB6DDF">
        <w:t> : « </w:t>
      </w:r>
      <w:r w:rsidRPr="00223237">
        <w:t>Fais ce que tu voudras</w:t>
      </w:r>
      <w:r w:rsidR="00AB6DDF">
        <w:t xml:space="preserve">… </w:t>
      </w:r>
      <w:r w:rsidR="00696EEE">
        <w:t>i</w:t>
      </w:r>
      <w:r w:rsidRPr="00223237">
        <w:t>l n</w:t>
      </w:r>
      <w:r w:rsidR="00AB6DDF">
        <w:t>’</w:t>
      </w:r>
      <w:r w:rsidRPr="00223237">
        <w:t>arrive que ce qui doit arriver</w:t>
      </w:r>
      <w:r w:rsidR="00AB6DDF">
        <w:t>… »</w:t>
      </w:r>
    </w:p>
    <w:p w14:paraId="25FC92EC" w14:textId="77777777" w:rsidR="00C83B26" w:rsidRDefault="002E19AC" w:rsidP="00C83B26">
      <w:pPr>
        <w:ind w:firstLine="0"/>
        <w:jc w:val="center"/>
      </w:pPr>
      <w:r w:rsidRPr="00C83B26">
        <w:t>LA FEMME</w:t>
      </w:r>
    </w:p>
    <w:p w14:paraId="574956DE" w14:textId="77777777" w:rsidR="00C83B26" w:rsidRDefault="002E19AC" w:rsidP="00C83B26">
      <w:r w:rsidRPr="00223237">
        <w:t>Ça calme</w:t>
      </w:r>
      <w:r w:rsidR="00AB6DDF">
        <w:t> ?</w:t>
      </w:r>
    </w:p>
    <w:p w14:paraId="294A65E3" w14:textId="77777777" w:rsidR="00C83B26" w:rsidRDefault="002E19AC" w:rsidP="00C83B26">
      <w:pPr>
        <w:ind w:firstLine="0"/>
        <w:jc w:val="center"/>
      </w:pPr>
      <w:r w:rsidRPr="00C83B26">
        <w:t>LE MARI</w:t>
      </w:r>
    </w:p>
    <w:p w14:paraId="20E2ADF8" w14:textId="77777777" w:rsidR="00C83B26" w:rsidRDefault="002E19AC" w:rsidP="00C83B26">
      <w:r w:rsidRPr="00223237">
        <w:t>Ça calme</w:t>
      </w:r>
      <w:r w:rsidR="00AB6DDF">
        <w:t xml:space="preserve">, </w:t>
      </w:r>
      <w:r w:rsidRPr="00223237">
        <w:t>comme tu dis</w:t>
      </w:r>
      <w:r w:rsidR="00AB6DDF">
        <w:t xml:space="preserve">… </w:t>
      </w:r>
      <w:r w:rsidRPr="00223237">
        <w:t>et ça trouble un peu aussi</w:t>
      </w:r>
      <w:r w:rsidR="00AB6DDF">
        <w:t>…</w:t>
      </w:r>
    </w:p>
    <w:p w14:paraId="25E580FE" w14:textId="77777777" w:rsidR="00C83B26" w:rsidRDefault="002E19AC" w:rsidP="00C83B26">
      <w:pPr>
        <w:ind w:firstLine="0"/>
        <w:jc w:val="center"/>
      </w:pPr>
      <w:r w:rsidRPr="00C83B26">
        <w:t>LA FEMME</w:t>
      </w:r>
    </w:p>
    <w:p w14:paraId="38407746" w14:textId="77777777" w:rsidR="00C83B26" w:rsidRDefault="002E19AC" w:rsidP="00C83B26">
      <w:r w:rsidRPr="00223237">
        <w:t>Chut</w:t>
      </w:r>
      <w:r w:rsidR="00AB6DDF">
        <w:t xml:space="preserve"> ! </w:t>
      </w:r>
      <w:r w:rsidRPr="00223237">
        <w:t>Chut</w:t>
      </w:r>
      <w:r w:rsidR="00AB6DDF">
        <w:t xml:space="preserve"> ! </w:t>
      </w:r>
      <w:r w:rsidRPr="00223237">
        <w:t>Fais attention</w:t>
      </w:r>
      <w:r w:rsidR="00AB6DDF">
        <w:t xml:space="preserve">, </w:t>
      </w:r>
      <w:r w:rsidRPr="00223237">
        <w:t>mon chéri</w:t>
      </w:r>
      <w:r w:rsidR="00AB6DDF">
        <w:t xml:space="preserve">… </w:t>
      </w:r>
      <w:r w:rsidRPr="00223237">
        <w:t>n</w:t>
      </w:r>
      <w:r w:rsidR="00AB6DDF">
        <w:t>’</w:t>
      </w:r>
      <w:r w:rsidRPr="00223237">
        <w:t>oublie pas que tu es dans la peau d</w:t>
      </w:r>
      <w:r w:rsidR="00AB6DDF">
        <w:t>’</w:t>
      </w:r>
      <w:r w:rsidRPr="00223237">
        <w:t>un autre en ce moment</w:t>
      </w:r>
      <w:r w:rsidR="00AB6DDF">
        <w:t xml:space="preserve">… </w:t>
      </w:r>
      <w:r w:rsidRPr="00223237">
        <w:t>et que tu vas rater ton rendez-vous avec ton Américain du Sud</w:t>
      </w:r>
      <w:r w:rsidR="00AB6DDF">
        <w:t>.</w:t>
      </w:r>
    </w:p>
    <w:p w14:paraId="73958283" w14:textId="77777777" w:rsidR="00C83B26" w:rsidRDefault="002E19AC" w:rsidP="00C83B26">
      <w:pPr>
        <w:ind w:firstLine="0"/>
        <w:jc w:val="center"/>
      </w:pPr>
      <w:r w:rsidRPr="00C83B26">
        <w:t>LE MARI</w:t>
      </w:r>
    </w:p>
    <w:p w14:paraId="6DD2C648" w14:textId="77777777" w:rsidR="00C83B26" w:rsidRDefault="002E19AC" w:rsidP="00C83B26">
      <w:r w:rsidRPr="00223237">
        <w:t>Bigre</w:t>
      </w:r>
      <w:r w:rsidR="00AB6DDF">
        <w:t xml:space="preserve">, </w:t>
      </w:r>
      <w:r w:rsidRPr="00223237">
        <w:t>tu as raison</w:t>
      </w:r>
      <w:r w:rsidR="00AB6DDF">
        <w:t xml:space="preserve">. </w:t>
      </w:r>
      <w:r w:rsidR="00AB6DDF">
        <w:rPr>
          <w:iCs/>
        </w:rPr>
        <w:t>(</w:t>
      </w:r>
      <w:r w:rsidRPr="00223237">
        <w:rPr>
          <w:i/>
          <w:iCs/>
        </w:rPr>
        <w:t>Regardant sa montre</w:t>
      </w:r>
      <w:r w:rsidR="00AB6DDF">
        <w:rPr>
          <w:i/>
          <w:iCs/>
        </w:rPr>
        <w:t xml:space="preserve">.) </w:t>
      </w:r>
      <w:r w:rsidRPr="00223237">
        <w:t>Quatre heures dix</w:t>
      </w:r>
      <w:r w:rsidR="00AB6DDF">
        <w:t> !</w:t>
      </w:r>
    </w:p>
    <w:p w14:paraId="0B7A9258" w14:textId="77777777" w:rsidR="00C83B26" w:rsidRDefault="002E19AC" w:rsidP="00C83B26">
      <w:pPr>
        <w:ind w:firstLine="0"/>
        <w:jc w:val="center"/>
      </w:pPr>
      <w:r w:rsidRPr="00C83B26">
        <w:t>LA FEMME</w:t>
      </w:r>
    </w:p>
    <w:p w14:paraId="37F0BA99" w14:textId="77777777" w:rsidR="00C83B26" w:rsidRDefault="002E19AC" w:rsidP="00C83B26">
      <w:r w:rsidRPr="00223237">
        <w:t>Aïe</w:t>
      </w:r>
      <w:r w:rsidR="00AB6DDF">
        <w:t xml:space="preserve"> ! </w:t>
      </w:r>
      <w:r w:rsidRPr="00223237">
        <w:t>Il est raté</w:t>
      </w:r>
      <w:r w:rsidR="00AB6DDF">
        <w:t xml:space="preserve">, </w:t>
      </w:r>
      <w:r w:rsidRPr="00223237">
        <w:t>hein</w:t>
      </w:r>
      <w:r w:rsidR="00AB6DDF">
        <w:t> ?</w:t>
      </w:r>
    </w:p>
    <w:p w14:paraId="320B9522" w14:textId="77777777" w:rsidR="00C83B26" w:rsidRDefault="002E19AC" w:rsidP="00C83B26">
      <w:pPr>
        <w:ind w:firstLine="0"/>
        <w:jc w:val="center"/>
      </w:pPr>
      <w:r w:rsidRPr="00C83B26">
        <w:t>LE MARI</w:t>
      </w:r>
    </w:p>
    <w:p w14:paraId="19D83BEE" w14:textId="77777777" w:rsidR="00C83B26" w:rsidRDefault="002E19AC" w:rsidP="00C83B26">
      <w:r w:rsidRPr="00223237">
        <w:t>J</w:t>
      </w:r>
      <w:r w:rsidR="00AB6DDF">
        <w:t>’</w:t>
      </w:r>
      <w:r w:rsidRPr="00223237">
        <w:t>en ai bien peur</w:t>
      </w:r>
      <w:r w:rsidR="00AB6DDF">
        <w:t>…</w:t>
      </w:r>
    </w:p>
    <w:p w14:paraId="1D5EAAEE" w14:textId="77777777" w:rsidR="00C83B26" w:rsidRDefault="002E19AC" w:rsidP="00C83B26">
      <w:pPr>
        <w:ind w:firstLine="0"/>
        <w:jc w:val="center"/>
      </w:pPr>
      <w:r w:rsidRPr="00C83B26">
        <w:t>LA FEMME</w:t>
      </w:r>
    </w:p>
    <w:p w14:paraId="77556304" w14:textId="77777777" w:rsidR="00C83B26" w:rsidRDefault="002E19AC" w:rsidP="00C83B26">
      <w:r w:rsidRPr="00223237">
        <w:t>Oh</w:t>
      </w:r>
      <w:r w:rsidR="00AB6DDF">
        <w:t xml:space="preserve"> ! </w:t>
      </w:r>
      <w:r w:rsidRPr="00223237">
        <w:t>Que c</w:t>
      </w:r>
      <w:r w:rsidR="00AB6DDF">
        <w:t>’</w:t>
      </w:r>
      <w:r w:rsidRPr="00223237">
        <w:t>est bête</w:t>
      </w:r>
      <w:r w:rsidR="00AB6DDF">
        <w:t>.</w:t>
      </w:r>
    </w:p>
    <w:p w14:paraId="0E839C79" w14:textId="77777777" w:rsidR="00C83B26" w:rsidRDefault="002E19AC" w:rsidP="00C83B26">
      <w:pPr>
        <w:ind w:firstLine="0"/>
        <w:jc w:val="center"/>
      </w:pPr>
      <w:r w:rsidRPr="00C83B26">
        <w:t>LE MARI</w:t>
      </w:r>
    </w:p>
    <w:p w14:paraId="7B877B78" w14:textId="77777777" w:rsidR="00C83B26" w:rsidRDefault="002E19AC" w:rsidP="00C83B26">
      <w:r w:rsidRPr="00223237">
        <w:t>Bête</w:t>
      </w:r>
      <w:r w:rsidR="00AB6DDF">
        <w:t xml:space="preserve">, </w:t>
      </w:r>
      <w:r w:rsidRPr="00223237">
        <w:t>non</w:t>
      </w:r>
      <w:r w:rsidR="00AB6DDF">
        <w:t xml:space="preserve">… </w:t>
      </w:r>
      <w:r w:rsidRPr="00223237">
        <w:t>C</w:t>
      </w:r>
      <w:r w:rsidR="00AB6DDF">
        <w:t>’</w:t>
      </w:r>
      <w:r w:rsidRPr="00223237">
        <w:t>est peut-être un peu dommage</w:t>
      </w:r>
      <w:r w:rsidR="00AB6DDF">
        <w:t>…</w:t>
      </w:r>
    </w:p>
    <w:p w14:paraId="55141A58" w14:textId="77777777" w:rsidR="00C83B26" w:rsidRDefault="002E19AC" w:rsidP="00C83B26">
      <w:pPr>
        <w:ind w:firstLine="0"/>
        <w:jc w:val="center"/>
      </w:pPr>
      <w:r w:rsidRPr="00C83B26">
        <w:t>LA FEMME</w:t>
      </w:r>
    </w:p>
    <w:p w14:paraId="5B562158" w14:textId="77777777" w:rsidR="00C83B26" w:rsidRDefault="002E19AC" w:rsidP="00C83B26">
      <w:r w:rsidRPr="00223237">
        <w:t>Est-ce que tu as son adresse</w:t>
      </w:r>
      <w:r w:rsidR="00AB6DDF">
        <w:t> ?</w:t>
      </w:r>
    </w:p>
    <w:p w14:paraId="3E47359C" w14:textId="77777777" w:rsidR="00C83B26" w:rsidRDefault="002E19AC" w:rsidP="00C83B26">
      <w:pPr>
        <w:ind w:firstLine="0"/>
        <w:jc w:val="center"/>
      </w:pPr>
      <w:r w:rsidRPr="00C83B26">
        <w:lastRenderedPageBreak/>
        <w:t>LE MARI</w:t>
      </w:r>
    </w:p>
    <w:p w14:paraId="5CBB0D91" w14:textId="77777777" w:rsidR="00C83B26" w:rsidRDefault="002E19AC" w:rsidP="00C83B26">
      <w:r w:rsidRPr="00223237">
        <w:t>Son adresse</w:t>
      </w:r>
      <w:r w:rsidR="00AB6DDF">
        <w:t> ?…</w:t>
      </w:r>
    </w:p>
    <w:p w14:paraId="37B91D9A" w14:textId="77777777" w:rsidR="00C83B26" w:rsidRDefault="002E19AC" w:rsidP="00C83B26">
      <w:pPr>
        <w:ind w:firstLine="0"/>
        <w:jc w:val="center"/>
      </w:pPr>
      <w:r w:rsidRPr="00C83B26">
        <w:t>LA FEMME</w:t>
      </w:r>
    </w:p>
    <w:p w14:paraId="59D65250" w14:textId="77777777" w:rsidR="00C83B26" w:rsidRDefault="002E19AC" w:rsidP="00C83B26">
      <w:r w:rsidRPr="00223237">
        <w:t>Je veux dire</w:t>
      </w:r>
      <w:r w:rsidR="00AB6DDF">
        <w:t xml:space="preserve">… </w:t>
      </w:r>
      <w:r w:rsidRPr="00223237">
        <w:t>enfin</w:t>
      </w:r>
      <w:r w:rsidR="00AB6DDF">
        <w:t xml:space="preserve">… </w:t>
      </w:r>
      <w:r w:rsidRPr="00223237">
        <w:t>sais-tu à quel hôtel il est descendu</w:t>
      </w:r>
      <w:r w:rsidR="00AB6DDF">
        <w:t> ?</w:t>
      </w:r>
    </w:p>
    <w:p w14:paraId="14C3CFDA" w14:textId="77777777" w:rsidR="00C83B26" w:rsidRDefault="002E19AC" w:rsidP="00C83B26">
      <w:pPr>
        <w:ind w:firstLine="0"/>
        <w:jc w:val="center"/>
      </w:pPr>
      <w:r w:rsidRPr="00C83B26">
        <w:t>LE MARI</w:t>
      </w:r>
    </w:p>
    <w:p w14:paraId="065137B6" w14:textId="77777777" w:rsidR="00C83B26" w:rsidRDefault="002E19AC" w:rsidP="00C83B26">
      <w:r w:rsidRPr="00223237">
        <w:t>Oui</w:t>
      </w:r>
      <w:r w:rsidR="00AB6DDF">
        <w:t xml:space="preserve">, </w:t>
      </w:r>
      <w:r w:rsidRPr="00223237">
        <w:t>oh</w:t>
      </w:r>
      <w:r w:rsidR="00AB6DDF">
        <w:t xml:space="preserve"> ! </w:t>
      </w:r>
      <w:r w:rsidRPr="00223237">
        <w:t>Je sais où le retrouver</w:t>
      </w:r>
      <w:r w:rsidR="00AB6DDF">
        <w:t xml:space="preserve">… </w:t>
      </w:r>
      <w:r w:rsidRPr="00223237">
        <w:t>seulement</w:t>
      </w:r>
      <w:r w:rsidR="00AB6DDF">
        <w:t xml:space="preserve">, </w:t>
      </w:r>
      <w:r w:rsidRPr="00223237">
        <w:t>avoir l</w:t>
      </w:r>
      <w:r w:rsidR="00AB6DDF">
        <w:t>’</w:t>
      </w:r>
      <w:r w:rsidRPr="00223237">
        <w:t>air de co</w:t>
      </w:r>
      <w:r w:rsidRPr="00223237">
        <w:t>u</w:t>
      </w:r>
      <w:r w:rsidRPr="00223237">
        <w:t>rir après lui</w:t>
      </w:r>
      <w:r w:rsidR="00AB6DDF">
        <w:t xml:space="preserve">, </w:t>
      </w:r>
      <w:r w:rsidRPr="00223237">
        <w:t>comme ça</w:t>
      </w:r>
      <w:r w:rsidR="00AB6DDF">
        <w:t xml:space="preserve">… </w:t>
      </w:r>
      <w:r w:rsidRPr="00223237">
        <w:t>hum</w:t>
      </w:r>
      <w:r w:rsidR="00AB6DDF">
        <w:t> !</w:t>
      </w:r>
    </w:p>
    <w:p w14:paraId="5AF0090C" w14:textId="77777777" w:rsidR="00C83B26" w:rsidRDefault="002E19AC" w:rsidP="00C83B26">
      <w:pPr>
        <w:ind w:firstLine="0"/>
        <w:jc w:val="center"/>
      </w:pPr>
      <w:r w:rsidRPr="00C83B26">
        <w:t>LA FEMME</w:t>
      </w:r>
    </w:p>
    <w:p w14:paraId="70A54F82" w14:textId="77777777" w:rsidR="00C83B26" w:rsidRDefault="002E19AC" w:rsidP="00C83B26">
      <w:r w:rsidRPr="00223237">
        <w:t>Je te proposerais bien de ne plus y penser</w:t>
      </w:r>
      <w:r w:rsidR="00AB6DDF">
        <w:t xml:space="preserve">… </w:t>
      </w:r>
      <w:r w:rsidRPr="00223237">
        <w:t>et d</w:t>
      </w:r>
      <w:r w:rsidR="00AB6DDF">
        <w:t>’</w:t>
      </w:r>
      <w:r w:rsidRPr="00223237">
        <w:t>abandonner cette affaire</w:t>
      </w:r>
      <w:r w:rsidR="00AB6DDF">
        <w:t xml:space="preserve">, </w:t>
      </w:r>
      <w:r w:rsidRPr="00223237">
        <w:t>car on en retrouve tant qu</w:t>
      </w:r>
      <w:r w:rsidR="00AB6DDF">
        <w:t>’</w:t>
      </w:r>
      <w:r w:rsidRPr="00223237">
        <w:t>on veut des Américains du Sud</w:t>
      </w:r>
      <w:r w:rsidR="00AB6DDF">
        <w:t xml:space="preserve">. </w:t>
      </w:r>
      <w:r w:rsidRPr="00223237">
        <w:t>Il n</w:t>
      </w:r>
      <w:r w:rsidR="00AB6DDF">
        <w:t>’</w:t>
      </w:r>
      <w:r w:rsidRPr="00223237">
        <w:t>y a pas que celui-là</w:t>
      </w:r>
      <w:r w:rsidR="00AB6DDF">
        <w:t xml:space="preserve">, </w:t>
      </w:r>
      <w:r w:rsidRPr="00223237">
        <w:t>n</w:t>
      </w:r>
      <w:r w:rsidR="00AB6DDF">
        <w:t>’</w:t>
      </w:r>
      <w:r w:rsidRPr="00223237">
        <w:t>est-ce pas</w:t>
      </w:r>
      <w:r w:rsidR="00AB6DDF">
        <w:t> ?</w:t>
      </w:r>
    </w:p>
    <w:p w14:paraId="320B7498" w14:textId="77777777" w:rsidR="00C83B26" w:rsidRDefault="002E19AC" w:rsidP="00C83B26">
      <w:pPr>
        <w:ind w:firstLine="0"/>
        <w:jc w:val="center"/>
      </w:pPr>
      <w:r w:rsidRPr="00C83B26">
        <w:t>LE MARI</w:t>
      </w:r>
    </w:p>
    <w:p w14:paraId="0B3E10FF" w14:textId="77777777" w:rsidR="00C83B26" w:rsidRDefault="002E19AC" w:rsidP="00C83B26">
      <w:r w:rsidRPr="00223237">
        <w:t>Certes</w:t>
      </w:r>
      <w:r w:rsidR="00AB6DDF">
        <w:t xml:space="preserve">, </w:t>
      </w:r>
      <w:r w:rsidRPr="00223237">
        <w:t>non</w:t>
      </w:r>
      <w:r w:rsidR="00AB6DDF">
        <w:t xml:space="preserve">… </w:t>
      </w:r>
      <w:r w:rsidRPr="00223237">
        <w:t>Alors tu me conseillerais de</w:t>
      </w:r>
      <w:r w:rsidR="00AB6DDF">
        <w:t>…</w:t>
      </w:r>
    </w:p>
    <w:p w14:paraId="22D0A573" w14:textId="77777777" w:rsidR="00C83B26" w:rsidRDefault="002E19AC" w:rsidP="00C83B26">
      <w:pPr>
        <w:ind w:firstLine="0"/>
        <w:jc w:val="center"/>
      </w:pPr>
      <w:r w:rsidRPr="00C83B26">
        <w:t>LA FEMME</w:t>
      </w:r>
    </w:p>
    <w:p w14:paraId="618BA9DA" w14:textId="77777777" w:rsidR="00C83B26" w:rsidRDefault="002E19AC" w:rsidP="00C83B26">
      <w:r w:rsidRPr="00223237">
        <w:t>Non</w:t>
      </w:r>
      <w:r w:rsidR="00AB6DDF">
        <w:t xml:space="preserve">, </w:t>
      </w:r>
      <w:r w:rsidRPr="00223237">
        <w:t>je ne te conseillerais pas</w:t>
      </w:r>
      <w:r w:rsidR="00AB6DDF">
        <w:t xml:space="preserve">, </w:t>
      </w:r>
      <w:r w:rsidRPr="00223237">
        <w:t>mais je te proposerais bien d</w:t>
      </w:r>
      <w:r w:rsidR="00AB6DDF">
        <w:t>’</w:t>
      </w:r>
      <w:r w:rsidRPr="00223237">
        <w:t>y renoncer</w:t>
      </w:r>
      <w:r w:rsidR="00AB6DDF">
        <w:t xml:space="preserve">, </w:t>
      </w:r>
      <w:r w:rsidRPr="00223237">
        <w:t>car je sens que tu n</w:t>
      </w:r>
      <w:r w:rsidR="00AB6DDF">
        <w:t>’</w:t>
      </w:r>
      <w:r w:rsidRPr="00223237">
        <w:t>as plus très envie d</w:t>
      </w:r>
      <w:r w:rsidR="00AB6DDF">
        <w:t>’</w:t>
      </w:r>
      <w:r w:rsidRPr="00223237">
        <w:t>aller r</w:t>
      </w:r>
      <w:r w:rsidRPr="00223237">
        <w:t>e</w:t>
      </w:r>
      <w:r w:rsidRPr="00223237">
        <w:t>trouver</w:t>
      </w:r>
      <w:r w:rsidR="00AB6DDF">
        <w:t xml:space="preserve">… </w:t>
      </w:r>
      <w:r w:rsidRPr="00223237">
        <w:t>ce monsieur</w:t>
      </w:r>
      <w:r w:rsidR="00AB6DDF">
        <w:t xml:space="preserve">… </w:t>
      </w:r>
      <w:r w:rsidRPr="00223237">
        <w:t>seulement</w:t>
      </w:r>
      <w:r w:rsidR="00AB6DDF">
        <w:t xml:space="preserve">, </w:t>
      </w:r>
      <w:r w:rsidRPr="00223237">
        <w:t>voilà</w:t>
      </w:r>
      <w:r w:rsidR="00AB6DDF">
        <w:t xml:space="preserve">, </w:t>
      </w:r>
      <w:r w:rsidRPr="00223237">
        <w:t>c</w:t>
      </w:r>
      <w:r w:rsidR="00AB6DDF">
        <w:t>’</w:t>
      </w:r>
      <w:r w:rsidRPr="00223237">
        <w:t>est grave</w:t>
      </w:r>
      <w:r w:rsidR="00AB6DDF">
        <w:t xml:space="preserve">, </w:t>
      </w:r>
      <w:r w:rsidRPr="00223237">
        <w:t>ça</w:t>
      </w:r>
      <w:r w:rsidR="00AB6DDF">
        <w:t>…</w:t>
      </w:r>
    </w:p>
    <w:p w14:paraId="087F8D64" w14:textId="77777777" w:rsidR="00C83B26" w:rsidRDefault="002E19AC" w:rsidP="00C83B26">
      <w:pPr>
        <w:ind w:firstLine="0"/>
        <w:jc w:val="center"/>
      </w:pPr>
      <w:r w:rsidRPr="00C83B26">
        <w:t>LE MARI</w:t>
      </w:r>
    </w:p>
    <w:p w14:paraId="192B4741" w14:textId="77777777" w:rsidR="00C83B26" w:rsidRDefault="002E19AC" w:rsidP="00C83B26">
      <w:r w:rsidRPr="00223237">
        <w:t>C</w:t>
      </w:r>
      <w:r w:rsidR="00AB6DDF">
        <w:t>’</w:t>
      </w:r>
      <w:r w:rsidRPr="00223237">
        <w:t>est grave</w:t>
      </w:r>
      <w:r w:rsidR="00AB6DDF">
        <w:t> ?</w:t>
      </w:r>
    </w:p>
    <w:p w14:paraId="77BC0081" w14:textId="77777777" w:rsidR="00C83B26" w:rsidRDefault="002E19AC" w:rsidP="00C83B26">
      <w:pPr>
        <w:ind w:firstLine="0"/>
        <w:jc w:val="center"/>
      </w:pPr>
      <w:r w:rsidRPr="00C83B26">
        <w:t>LA FEMME</w:t>
      </w:r>
    </w:p>
    <w:p w14:paraId="1197F876" w14:textId="77777777" w:rsidR="00C83B26" w:rsidRDefault="002E19AC" w:rsidP="00C83B26">
      <w:r w:rsidRPr="00223237">
        <w:t>Mais oui</w:t>
      </w:r>
      <w:r w:rsidR="00AB6DDF">
        <w:t xml:space="preserve">, </w:t>
      </w:r>
      <w:r w:rsidRPr="00223237">
        <w:t>comme responsabilité pour moi</w:t>
      </w:r>
      <w:r w:rsidR="00AB6DDF">
        <w:t xml:space="preserve">, </w:t>
      </w:r>
      <w:r w:rsidRPr="00223237">
        <w:t>c</w:t>
      </w:r>
      <w:r w:rsidR="00AB6DDF">
        <w:t>’</w:t>
      </w:r>
      <w:r w:rsidRPr="00223237">
        <w:t>est très grave</w:t>
      </w:r>
      <w:r w:rsidR="00AB6DDF">
        <w:t xml:space="preserve">. </w:t>
      </w:r>
      <w:r w:rsidRPr="00223237">
        <w:t>Et puis</w:t>
      </w:r>
      <w:r w:rsidR="00AB6DDF">
        <w:t xml:space="preserve">, </w:t>
      </w:r>
      <w:r w:rsidRPr="00223237">
        <w:t>vois-tu que</w:t>
      </w:r>
      <w:r w:rsidR="00AB6DDF">
        <w:t xml:space="preserve">, </w:t>
      </w:r>
      <w:r w:rsidRPr="00223237">
        <w:t>tout à coup</w:t>
      </w:r>
      <w:r w:rsidR="00AB6DDF">
        <w:t xml:space="preserve">, </w:t>
      </w:r>
      <w:r w:rsidRPr="00223237">
        <w:t>je me mette à me demander si tout cela était bien vrai</w:t>
      </w:r>
      <w:r w:rsidR="00AB6DDF">
        <w:t xml:space="preserve"> ? </w:t>
      </w:r>
      <w:r w:rsidRPr="00223237">
        <w:t>Ça peut peut-être m</w:t>
      </w:r>
      <w:r w:rsidR="00AB6DDF">
        <w:t>’</w:t>
      </w:r>
      <w:r w:rsidRPr="00223237">
        <w:t>inquiéter</w:t>
      </w:r>
      <w:r w:rsidR="00AB6DDF">
        <w:t>…</w:t>
      </w:r>
    </w:p>
    <w:p w14:paraId="00F157F8" w14:textId="77777777" w:rsidR="00C83B26" w:rsidRDefault="002E19AC" w:rsidP="00C83B26">
      <w:pPr>
        <w:ind w:firstLine="0"/>
        <w:jc w:val="center"/>
      </w:pPr>
      <w:r w:rsidRPr="00C83B26">
        <w:lastRenderedPageBreak/>
        <w:t>LE MARI</w:t>
      </w:r>
    </w:p>
    <w:p w14:paraId="35B816DF" w14:textId="77777777" w:rsidR="00C83B26" w:rsidRDefault="002E19AC" w:rsidP="00C83B26">
      <w:r w:rsidRPr="00223237">
        <w:t>T</w:t>
      </w:r>
      <w:r w:rsidR="00AB6DDF">
        <w:t>’</w:t>
      </w:r>
      <w:r w:rsidRPr="00223237">
        <w:t>inquiéter</w:t>
      </w:r>
      <w:r w:rsidR="00AB6DDF">
        <w:t> ?</w:t>
      </w:r>
    </w:p>
    <w:p w14:paraId="5551FF9B" w14:textId="77777777" w:rsidR="00C83B26" w:rsidRDefault="002E19AC" w:rsidP="00C83B26">
      <w:pPr>
        <w:ind w:firstLine="0"/>
        <w:jc w:val="center"/>
      </w:pPr>
      <w:r w:rsidRPr="00C83B26">
        <w:t>LA FEMME</w:t>
      </w:r>
    </w:p>
    <w:p w14:paraId="18CD09DC" w14:textId="77777777" w:rsidR="00C83B26" w:rsidRDefault="002E19AC" w:rsidP="00C83B26">
      <w:r w:rsidRPr="00223237">
        <w:t>Mais oui</w:t>
      </w:r>
      <w:r w:rsidR="00AB6DDF">
        <w:t xml:space="preserve">, </w:t>
      </w:r>
      <w:r w:rsidRPr="00223237">
        <w:t>ça peut m</w:t>
      </w:r>
      <w:r w:rsidR="00AB6DDF">
        <w:t>’</w:t>
      </w:r>
      <w:r w:rsidRPr="00223237">
        <w:t>inquiéter de te voir abandonner comme ça</w:t>
      </w:r>
      <w:r w:rsidR="00AB6DDF">
        <w:t xml:space="preserve">, </w:t>
      </w:r>
      <w:r w:rsidRPr="00223237">
        <w:t>de gaieté de cœur</w:t>
      </w:r>
      <w:r w:rsidR="00AB6DDF">
        <w:t xml:space="preserve">, </w:t>
      </w:r>
      <w:r w:rsidRPr="00223237">
        <w:t>deux ou trois millions</w:t>
      </w:r>
      <w:r w:rsidR="00AB6DDF">
        <w:t xml:space="preserve">… </w:t>
      </w:r>
      <w:r w:rsidRPr="00223237">
        <w:t>toi qui es si sérieux</w:t>
      </w:r>
      <w:r w:rsidR="00AB6DDF">
        <w:t>.</w:t>
      </w:r>
    </w:p>
    <w:p w14:paraId="543FED7F" w14:textId="77777777" w:rsidR="00C83B26" w:rsidRDefault="002E19AC" w:rsidP="00C83B26">
      <w:pPr>
        <w:ind w:firstLine="0"/>
        <w:jc w:val="center"/>
      </w:pPr>
      <w:r w:rsidRPr="00C83B26">
        <w:t>LE MARI</w:t>
      </w:r>
    </w:p>
    <w:p w14:paraId="606D6B6A" w14:textId="77777777" w:rsidR="00C83B26" w:rsidRDefault="002E19AC" w:rsidP="00C83B26">
      <w:r w:rsidRPr="00223237">
        <w:t>Évidemment</w:t>
      </w:r>
      <w:r w:rsidR="00AB6DDF">
        <w:t>.</w:t>
      </w:r>
    </w:p>
    <w:p w14:paraId="10737C4B" w14:textId="77777777" w:rsidR="00C83B26" w:rsidRDefault="002E19AC" w:rsidP="00C83B26">
      <w:pPr>
        <w:ind w:firstLine="0"/>
        <w:jc w:val="center"/>
      </w:pPr>
      <w:r w:rsidRPr="00C83B26">
        <w:t>LA FEMME</w:t>
      </w:r>
    </w:p>
    <w:p w14:paraId="32F50865" w14:textId="77777777" w:rsidR="00C83B26" w:rsidRDefault="002E19AC" w:rsidP="00C83B26">
      <w:r w:rsidRPr="00223237">
        <w:t>Comme nous le disions tout à l</w:t>
      </w:r>
      <w:r w:rsidR="00AB6DDF">
        <w:t>’</w:t>
      </w:r>
      <w:r w:rsidRPr="00223237">
        <w:t>heure</w:t>
      </w:r>
      <w:r w:rsidR="00AB6DDF">
        <w:t xml:space="preserve">, </w:t>
      </w:r>
      <w:r w:rsidRPr="00223237">
        <w:t>il faut que les choses soient vraisemblables pour qu</w:t>
      </w:r>
      <w:r w:rsidR="00AB6DDF">
        <w:t>’</w:t>
      </w:r>
      <w:r w:rsidRPr="00223237">
        <w:t>il n</w:t>
      </w:r>
      <w:r w:rsidR="00AB6DDF">
        <w:t>’</w:t>
      </w:r>
      <w:r w:rsidRPr="00223237">
        <w:t>y ait pas dans notre esprit le moindre doute</w:t>
      </w:r>
      <w:r w:rsidR="00AB6DDF">
        <w:t>…</w:t>
      </w:r>
    </w:p>
    <w:p w14:paraId="7CBFC9EB" w14:textId="77777777" w:rsidR="00C83B26" w:rsidRDefault="002E19AC" w:rsidP="00C83B26">
      <w:pPr>
        <w:ind w:firstLine="0"/>
        <w:jc w:val="center"/>
      </w:pPr>
      <w:r w:rsidRPr="00C83B26">
        <w:t>LE MARI</w:t>
      </w:r>
    </w:p>
    <w:p w14:paraId="26D00DDF" w14:textId="77777777" w:rsidR="00C83B26" w:rsidRDefault="002E19AC" w:rsidP="00C83B26">
      <w:r w:rsidRPr="00223237">
        <w:t>C</w:t>
      </w:r>
      <w:r w:rsidR="00AB6DDF">
        <w:t>’</w:t>
      </w:r>
      <w:r w:rsidRPr="00223237">
        <w:t>est certain</w:t>
      </w:r>
      <w:r w:rsidR="00AB6DDF">
        <w:t>.</w:t>
      </w:r>
    </w:p>
    <w:p w14:paraId="1E1310DD" w14:textId="77777777" w:rsidR="00C83B26" w:rsidRDefault="002E19AC" w:rsidP="00C83B26">
      <w:pPr>
        <w:ind w:firstLine="0"/>
        <w:jc w:val="center"/>
      </w:pPr>
      <w:r w:rsidRPr="00C83B26">
        <w:t>LA FEMME</w:t>
      </w:r>
    </w:p>
    <w:p w14:paraId="684BDF9F" w14:textId="77777777" w:rsidR="00C83B26" w:rsidRDefault="002E19AC" w:rsidP="00C83B26">
      <w:r w:rsidRPr="00223237">
        <w:t>Et puis</w:t>
      </w:r>
      <w:r w:rsidR="00AB6DDF">
        <w:t xml:space="preserve">, </w:t>
      </w:r>
      <w:r w:rsidRPr="00223237">
        <w:t>de ton côté</w:t>
      </w:r>
      <w:r w:rsidR="00AB6DDF">
        <w:t xml:space="preserve">, </w:t>
      </w:r>
      <w:r w:rsidRPr="00223237">
        <w:t>ne regretterais-tu pas d</w:t>
      </w:r>
      <w:r w:rsidR="00AB6DDF">
        <w:t>’</w:t>
      </w:r>
      <w:r w:rsidRPr="00223237">
        <w:t>avoir été faible</w:t>
      </w:r>
      <w:r w:rsidR="00AB6DDF">
        <w:t xml:space="preserve"> ? </w:t>
      </w:r>
      <w:r w:rsidRPr="00223237">
        <w:t>Ne m</w:t>
      </w:r>
      <w:r w:rsidR="00AB6DDF">
        <w:t>’</w:t>
      </w:r>
      <w:r w:rsidRPr="00223237">
        <w:t>en voudrais-tu pas de t</w:t>
      </w:r>
      <w:r w:rsidR="00AB6DDF">
        <w:t>’</w:t>
      </w:r>
      <w:r w:rsidRPr="00223237">
        <w:t>avoir</w:t>
      </w:r>
      <w:r w:rsidR="00AB6DDF">
        <w:t xml:space="preserve">, </w:t>
      </w:r>
      <w:r w:rsidRPr="00223237">
        <w:t>en somme</w:t>
      </w:r>
      <w:r w:rsidR="00AB6DDF">
        <w:t xml:space="preserve">, </w:t>
      </w:r>
      <w:r w:rsidRPr="00223237">
        <w:t>ret</w:t>
      </w:r>
      <w:r w:rsidRPr="00223237">
        <w:t>e</w:t>
      </w:r>
      <w:r w:rsidRPr="00223237">
        <w:t>nu</w:t>
      </w:r>
      <w:r w:rsidR="00AB6DDF">
        <w:t xml:space="preserve"> ?… </w:t>
      </w:r>
      <w:r w:rsidRPr="00223237">
        <w:t>Va vite</w:t>
      </w:r>
      <w:r w:rsidR="00AB6DDF">
        <w:t xml:space="preserve">, </w:t>
      </w:r>
      <w:r w:rsidRPr="00223237">
        <w:t>va</w:t>
      </w:r>
      <w:r w:rsidR="00AB6DDF">
        <w:t xml:space="preserve">… </w:t>
      </w:r>
      <w:r w:rsidRPr="00223237">
        <w:t>je crois que c</w:t>
      </w:r>
      <w:r w:rsidR="00AB6DDF">
        <w:t>’</w:t>
      </w:r>
      <w:r w:rsidRPr="00223237">
        <w:t>est encore le plus sage</w:t>
      </w:r>
      <w:r w:rsidR="00AB6DDF">
        <w:t xml:space="preserve">. </w:t>
      </w:r>
      <w:r w:rsidRPr="00223237">
        <w:t>Si tu dois r</w:t>
      </w:r>
      <w:r w:rsidRPr="00223237">
        <w:t>e</w:t>
      </w:r>
      <w:r w:rsidRPr="00223237">
        <w:t>gretter quelque chose</w:t>
      </w:r>
      <w:r w:rsidR="00AB6DDF">
        <w:t xml:space="preserve">, </w:t>
      </w:r>
      <w:r w:rsidRPr="00223237">
        <w:t>je préfère que tu regrettes d</w:t>
      </w:r>
      <w:r w:rsidR="00AB6DDF">
        <w:t>’</w:t>
      </w:r>
      <w:r w:rsidRPr="00223237">
        <w:t>y être allé</w:t>
      </w:r>
      <w:r w:rsidR="00AB6DDF">
        <w:t xml:space="preserve">. </w:t>
      </w:r>
      <w:r w:rsidRPr="00223237">
        <w:t>Va-t</w:t>
      </w:r>
      <w:r w:rsidR="00AB6DDF">
        <w:t>’</w:t>
      </w:r>
      <w:r w:rsidRPr="00223237">
        <w:t>en vite</w:t>
      </w:r>
      <w:r w:rsidR="00AB6DDF">
        <w:t>.</w:t>
      </w:r>
    </w:p>
    <w:p w14:paraId="33DAD8C7" w14:textId="77777777" w:rsidR="00C83B26" w:rsidRDefault="002E19AC" w:rsidP="00C83B26">
      <w:pPr>
        <w:ind w:firstLine="0"/>
        <w:jc w:val="center"/>
      </w:pPr>
      <w:r w:rsidRPr="00C83B26">
        <w:t>LE MARI</w:t>
      </w:r>
    </w:p>
    <w:p w14:paraId="3F96DBD3" w14:textId="77777777" w:rsidR="00C83B26" w:rsidRDefault="002E19AC" w:rsidP="00C83B26">
      <w:r w:rsidRPr="00223237">
        <w:t>Mais alors</w:t>
      </w:r>
      <w:r w:rsidR="00AB6DDF">
        <w:t xml:space="preserve">, </w:t>
      </w:r>
      <w:r w:rsidRPr="00223237">
        <w:t>toi</w:t>
      </w:r>
      <w:r w:rsidR="00AB6DDF">
        <w:t xml:space="preserve">, </w:t>
      </w:r>
      <w:r w:rsidRPr="00223237">
        <w:t>qu</w:t>
      </w:r>
      <w:r w:rsidR="00AB6DDF">
        <w:t>’</w:t>
      </w:r>
      <w:r w:rsidRPr="00223237">
        <w:t>est-ce que tu vas faire</w:t>
      </w:r>
      <w:r w:rsidR="00AB6DDF">
        <w:t> ?</w:t>
      </w:r>
    </w:p>
    <w:p w14:paraId="4729B395" w14:textId="77777777" w:rsidR="00C83B26" w:rsidRDefault="002E19AC" w:rsidP="00C83B26">
      <w:pPr>
        <w:ind w:firstLine="0"/>
        <w:jc w:val="center"/>
      </w:pPr>
      <w:r w:rsidRPr="00C83B26">
        <w:t>LA FEMME</w:t>
      </w:r>
    </w:p>
    <w:p w14:paraId="65582217" w14:textId="77777777" w:rsidR="00C83B26" w:rsidRDefault="002E19AC" w:rsidP="00C83B26">
      <w:r w:rsidRPr="00223237">
        <w:lastRenderedPageBreak/>
        <w:t>Moi</w:t>
      </w:r>
      <w:r w:rsidR="00AB6DDF">
        <w:t xml:space="preserve"> ? </w:t>
      </w:r>
      <w:r w:rsidRPr="00223237">
        <w:t>Je vais attendre notre ami pendant cinq minutes e</w:t>
      </w:r>
      <w:r w:rsidRPr="00223237">
        <w:t>n</w:t>
      </w:r>
      <w:r w:rsidRPr="00223237">
        <w:t>core</w:t>
      </w:r>
      <w:r w:rsidR="00AB6DDF">
        <w:t xml:space="preserve">, </w:t>
      </w:r>
      <w:r w:rsidRPr="00223237">
        <w:t>ne fût-ce que pour t</w:t>
      </w:r>
      <w:r w:rsidR="00AB6DDF">
        <w:t>’</w:t>
      </w:r>
      <w:r w:rsidRPr="00223237">
        <w:t>excuser</w:t>
      </w:r>
      <w:r w:rsidR="00AB6DDF">
        <w:t xml:space="preserve">… </w:t>
      </w:r>
      <w:r w:rsidRPr="00223237">
        <w:t>et</w:t>
      </w:r>
      <w:r w:rsidR="00AB6DDF">
        <w:t xml:space="preserve">, </w:t>
      </w:r>
      <w:r w:rsidRPr="00223237">
        <w:t>si dans cinq minutes il n</w:t>
      </w:r>
      <w:r w:rsidR="00AB6DDF">
        <w:t>’</w:t>
      </w:r>
      <w:r w:rsidRPr="00223237">
        <w:t>est pas là</w:t>
      </w:r>
      <w:r w:rsidR="00AB6DDF">
        <w:t xml:space="preserve">, </w:t>
      </w:r>
      <w:r w:rsidRPr="00223237">
        <w:t>je rentrerai à la maison</w:t>
      </w:r>
      <w:r w:rsidR="00AB6DDF">
        <w:t>.</w:t>
      </w:r>
    </w:p>
    <w:p w14:paraId="61E160CB" w14:textId="77777777" w:rsidR="00C83B26" w:rsidRDefault="002E19AC" w:rsidP="00C83B26">
      <w:pPr>
        <w:ind w:firstLine="0"/>
        <w:jc w:val="center"/>
      </w:pPr>
      <w:r w:rsidRPr="00C83B26">
        <w:t>LE MARI</w:t>
      </w:r>
    </w:p>
    <w:p w14:paraId="459175BF" w14:textId="77777777" w:rsidR="00C83B26" w:rsidRDefault="002E19AC" w:rsidP="00C83B26">
      <w:r w:rsidRPr="00223237">
        <w:t>Bon</w:t>
      </w:r>
      <w:r w:rsidR="00AB6DDF">
        <w:t>.</w:t>
      </w:r>
    </w:p>
    <w:p w14:paraId="6F3F2E67" w14:textId="77777777" w:rsidR="00C83B26" w:rsidRDefault="002E19AC" w:rsidP="00C83B26">
      <w:pPr>
        <w:ind w:firstLine="0"/>
        <w:jc w:val="center"/>
      </w:pPr>
      <w:r w:rsidRPr="00C83B26">
        <w:t>LA FEMME</w:t>
      </w:r>
    </w:p>
    <w:p w14:paraId="7AF1A89C" w14:textId="77777777" w:rsidR="00C83B26" w:rsidRDefault="002E19AC" w:rsidP="00C83B26">
      <w:r w:rsidRPr="00223237">
        <w:t>Alors</w:t>
      </w:r>
      <w:r w:rsidR="00AB6DDF">
        <w:t xml:space="preserve">, </w:t>
      </w:r>
      <w:r w:rsidRPr="00223237">
        <w:t>laisse-moi la voiture</w:t>
      </w:r>
      <w:r w:rsidR="00AB6DDF">
        <w:t>.</w:t>
      </w:r>
    </w:p>
    <w:p w14:paraId="279DBD5C" w14:textId="77777777" w:rsidR="00C83B26" w:rsidRDefault="002E19AC" w:rsidP="00C83B26">
      <w:pPr>
        <w:ind w:firstLine="0"/>
        <w:jc w:val="center"/>
      </w:pPr>
      <w:r w:rsidRPr="00C83B26">
        <w:t>LE MARI</w:t>
      </w:r>
    </w:p>
    <w:p w14:paraId="7986A173" w14:textId="77777777" w:rsidR="00C83B26" w:rsidRDefault="002E19AC" w:rsidP="00C83B26">
      <w:r w:rsidRPr="00223237">
        <w:t>Bien entendu</w:t>
      </w:r>
      <w:r w:rsidR="00AB6DDF">
        <w:t xml:space="preserve">. </w:t>
      </w:r>
      <w:r w:rsidRPr="00223237">
        <w:t>Mais</w:t>
      </w:r>
      <w:r w:rsidR="00AB6DDF">
        <w:t xml:space="preserve">… </w:t>
      </w:r>
      <w:r w:rsidRPr="00223237">
        <w:t>de toute façon</w:t>
      </w:r>
      <w:r w:rsidR="00AB6DDF">
        <w:t xml:space="preserve">, </w:t>
      </w:r>
      <w:r w:rsidRPr="00223237">
        <w:t>je repasse par ici</w:t>
      </w:r>
      <w:r w:rsidR="00AB6DDF">
        <w:t xml:space="preserve">… </w:t>
      </w:r>
      <w:r w:rsidRPr="00223237">
        <w:t>et si je vois la voiture en bas</w:t>
      </w:r>
      <w:r w:rsidR="00AB6DDF">
        <w:t xml:space="preserve">, </w:t>
      </w:r>
      <w:r w:rsidRPr="00223237">
        <w:t>je monte</w:t>
      </w:r>
      <w:r w:rsidR="00AB6DDF">
        <w:t>.</w:t>
      </w:r>
    </w:p>
    <w:p w14:paraId="5F87321B" w14:textId="77777777" w:rsidR="00C83B26" w:rsidRDefault="002E19AC" w:rsidP="00C83B26">
      <w:pPr>
        <w:ind w:firstLine="0"/>
        <w:jc w:val="center"/>
      </w:pPr>
      <w:r w:rsidRPr="00C83B26">
        <w:t>LA FEMME</w:t>
      </w:r>
    </w:p>
    <w:p w14:paraId="1342AEDD" w14:textId="77777777" w:rsidR="00C83B26" w:rsidRDefault="002E19AC" w:rsidP="00C83B26">
      <w:r w:rsidRPr="00223237">
        <w:t>C</w:t>
      </w:r>
      <w:r w:rsidR="00AB6DDF">
        <w:t>’</w:t>
      </w:r>
      <w:r w:rsidRPr="00223237">
        <w:t>est ça</w:t>
      </w:r>
      <w:r w:rsidR="00AB6DDF">
        <w:t xml:space="preserve">… </w:t>
      </w:r>
      <w:r w:rsidRPr="00223237">
        <w:t>et nous aurons peut-être encore le temps d</w:t>
      </w:r>
      <w:r w:rsidR="00AB6DDF">
        <w:t>’</w:t>
      </w:r>
      <w:r w:rsidRPr="00223237">
        <w:t>aller faire ensemble le tour du lac</w:t>
      </w:r>
      <w:r w:rsidR="00AB6DDF">
        <w:t>.</w:t>
      </w:r>
    </w:p>
    <w:p w14:paraId="7734CC83" w14:textId="77777777" w:rsidR="00C83B26" w:rsidRDefault="002E19AC" w:rsidP="00C83B26">
      <w:pPr>
        <w:ind w:firstLine="0"/>
        <w:jc w:val="center"/>
      </w:pPr>
      <w:r w:rsidRPr="00C83B26">
        <w:t>LE MARI</w:t>
      </w:r>
    </w:p>
    <w:p w14:paraId="149D1913" w14:textId="77777777" w:rsidR="00C83B26" w:rsidRDefault="002E19AC" w:rsidP="00C83B26">
      <w:r w:rsidRPr="00223237">
        <w:t>Pourquoi pas</w:t>
      </w:r>
      <w:r w:rsidR="00AB6DDF">
        <w:t> !</w:t>
      </w:r>
    </w:p>
    <w:p w14:paraId="12AF9CE2" w14:textId="77777777" w:rsidR="00C83B26" w:rsidRDefault="002E19AC" w:rsidP="00C83B26">
      <w:pPr>
        <w:ind w:firstLine="0"/>
        <w:jc w:val="center"/>
      </w:pPr>
      <w:r w:rsidRPr="00C83B26">
        <w:t>LA FEMME</w:t>
      </w:r>
    </w:p>
    <w:p w14:paraId="1DB7A4E0" w14:textId="77777777" w:rsidR="00C83B26" w:rsidRDefault="002E19AC" w:rsidP="00C83B26">
      <w:r w:rsidRPr="00223237">
        <w:t>À moins que l</w:t>
      </w:r>
      <w:r w:rsidR="00AB6DDF">
        <w:t>’</w:t>
      </w:r>
      <w:r w:rsidRPr="00223237">
        <w:t>idée de dîner avec ce monsieur</w:t>
      </w:r>
      <w:r w:rsidR="00AB6DDF">
        <w:t>…</w:t>
      </w:r>
    </w:p>
    <w:p w14:paraId="20ED1720" w14:textId="77777777" w:rsidR="00C83B26" w:rsidRDefault="002E19AC" w:rsidP="00C83B26">
      <w:pPr>
        <w:ind w:firstLine="0"/>
        <w:jc w:val="center"/>
      </w:pPr>
      <w:r w:rsidRPr="00C83B26">
        <w:t>LE MARI</w:t>
      </w:r>
    </w:p>
    <w:p w14:paraId="1805D67F" w14:textId="77777777" w:rsidR="00C83B26" w:rsidRDefault="002E19AC" w:rsidP="00C83B26">
      <w:r w:rsidRPr="00223237">
        <w:t>Ah</w:t>
      </w:r>
      <w:r w:rsidR="00AB6DDF">
        <w:t xml:space="preserve"> ! </w:t>
      </w:r>
      <w:r w:rsidRPr="00223237">
        <w:t>Non</w:t>
      </w:r>
      <w:r w:rsidR="00AB6DDF">
        <w:t xml:space="preserve">, </w:t>
      </w:r>
      <w:r w:rsidRPr="00223237">
        <w:t>tout de même</w:t>
      </w:r>
      <w:r w:rsidR="00AB6DDF">
        <w:t>…</w:t>
      </w:r>
    </w:p>
    <w:p w14:paraId="03FCEB4F" w14:textId="77777777" w:rsidR="00C83B26" w:rsidRDefault="002E19AC" w:rsidP="00C83B26">
      <w:pPr>
        <w:ind w:firstLine="0"/>
        <w:jc w:val="center"/>
      </w:pPr>
      <w:r w:rsidRPr="00C83B26">
        <w:t>LA FEMME</w:t>
      </w:r>
    </w:p>
    <w:p w14:paraId="49EE999A" w14:textId="77777777" w:rsidR="00C83B26" w:rsidRDefault="002E19AC" w:rsidP="00C83B26">
      <w:r w:rsidRPr="00223237">
        <w:t>Pas tout le même jour</w:t>
      </w:r>
      <w:r w:rsidR="00AB6DDF">
        <w:t> ?</w:t>
      </w:r>
    </w:p>
    <w:p w14:paraId="27ED5C78" w14:textId="77777777" w:rsidR="00C83B26" w:rsidRDefault="002E19AC" w:rsidP="00C83B26">
      <w:pPr>
        <w:ind w:firstLine="0"/>
        <w:jc w:val="center"/>
      </w:pPr>
      <w:r w:rsidRPr="00C83B26">
        <w:t>LE MARI</w:t>
      </w:r>
    </w:p>
    <w:p w14:paraId="3E7547D5" w14:textId="77777777" w:rsidR="00C83B26" w:rsidRDefault="002E19AC" w:rsidP="00C83B26">
      <w:r w:rsidRPr="00223237">
        <w:lastRenderedPageBreak/>
        <w:t>Certes</w:t>
      </w:r>
      <w:r w:rsidR="00AB6DDF">
        <w:t xml:space="preserve">, </w:t>
      </w:r>
      <w:r w:rsidRPr="00223237">
        <w:t>non</w:t>
      </w:r>
      <w:r w:rsidR="00AB6DDF">
        <w:t xml:space="preserve"> ! </w:t>
      </w:r>
      <w:r w:rsidRPr="00223237">
        <w:t>Il ne faut pas qu</w:t>
      </w:r>
      <w:r w:rsidR="00AB6DDF">
        <w:t>’</w:t>
      </w:r>
      <w:r w:rsidRPr="00223237">
        <w:t>il me cramponne</w:t>
      </w:r>
      <w:r w:rsidR="00AB6DDF">
        <w:t xml:space="preserve"> !… </w:t>
      </w:r>
      <w:r w:rsidRPr="00223237">
        <w:t>Moi</w:t>
      </w:r>
      <w:r w:rsidR="00AB6DDF">
        <w:t xml:space="preserve">, </w:t>
      </w:r>
      <w:r w:rsidRPr="00223237">
        <w:t>je veux bien être bon</w:t>
      </w:r>
      <w:r w:rsidR="00AB6DDF">
        <w:t xml:space="preserve">… </w:t>
      </w:r>
      <w:r w:rsidRPr="00223237">
        <w:t>mais</w:t>
      </w:r>
      <w:r w:rsidR="00AB6DDF">
        <w:t>…</w:t>
      </w:r>
    </w:p>
    <w:p w14:paraId="356A64CC" w14:textId="77777777" w:rsidR="00C83B26" w:rsidRDefault="002E19AC" w:rsidP="00C83B26">
      <w:pPr>
        <w:ind w:firstLine="0"/>
        <w:jc w:val="center"/>
      </w:pPr>
      <w:r w:rsidRPr="00C83B26">
        <w:t>LA FEMME</w:t>
      </w:r>
    </w:p>
    <w:p w14:paraId="01A63C71" w14:textId="77777777" w:rsidR="00C83B26" w:rsidRDefault="00AB6DDF" w:rsidP="00C83B26">
      <w:r>
        <w:t xml:space="preserve">… </w:t>
      </w:r>
      <w:r w:rsidR="002E19AC" w:rsidRPr="00223237">
        <w:t>Tu ne veux pas être bête</w:t>
      </w:r>
      <w:r>
        <w:t> !</w:t>
      </w:r>
    </w:p>
    <w:p w14:paraId="21C5651E" w14:textId="77777777" w:rsidR="00C83B26" w:rsidRDefault="002E19AC" w:rsidP="00C83B26">
      <w:pPr>
        <w:ind w:firstLine="0"/>
        <w:jc w:val="center"/>
      </w:pPr>
      <w:r w:rsidRPr="00C83B26">
        <w:t>LE MARI</w:t>
      </w:r>
    </w:p>
    <w:p w14:paraId="1D475284" w14:textId="77777777" w:rsidR="00C83B26" w:rsidRDefault="002E19AC" w:rsidP="00C83B26">
      <w:r w:rsidRPr="00223237">
        <w:t>Eh</w:t>
      </w:r>
      <w:r w:rsidR="00AB6DDF">
        <w:t xml:space="preserve"> ! </w:t>
      </w:r>
      <w:r w:rsidRPr="00223237">
        <w:t>Pardi</w:t>
      </w:r>
      <w:r w:rsidR="00AB6DDF">
        <w:t xml:space="preserve">, </w:t>
      </w:r>
      <w:r w:rsidRPr="00223237">
        <w:t>non</w:t>
      </w:r>
      <w:r w:rsidR="00AB6DDF">
        <w:t xml:space="preserve"> !… </w:t>
      </w:r>
      <w:r w:rsidRPr="00223237">
        <w:t>Alors</w:t>
      </w:r>
      <w:r w:rsidR="00AB6DDF">
        <w:t xml:space="preserve">, </w:t>
      </w:r>
      <w:r w:rsidRPr="00223237">
        <w:t>à tout à l</w:t>
      </w:r>
      <w:r w:rsidR="00AB6DDF">
        <w:t>’</w:t>
      </w:r>
      <w:r w:rsidRPr="00223237">
        <w:t>heure</w:t>
      </w:r>
      <w:r w:rsidR="00AB6DDF">
        <w:t>…</w:t>
      </w:r>
    </w:p>
    <w:p w14:paraId="1E3ED5E6" w14:textId="77777777" w:rsidR="00C83B26" w:rsidRDefault="002E19AC" w:rsidP="00C83B26">
      <w:pPr>
        <w:ind w:firstLine="0"/>
        <w:jc w:val="center"/>
      </w:pPr>
      <w:r w:rsidRPr="00C83B26">
        <w:t>LA FEMME</w:t>
      </w:r>
    </w:p>
    <w:p w14:paraId="0A0636A0" w14:textId="77777777" w:rsidR="00C83B26" w:rsidRDefault="002E19AC" w:rsidP="00C83B26">
      <w:r w:rsidRPr="00223237">
        <w:t>Mais oui</w:t>
      </w:r>
      <w:r w:rsidR="00AB6DDF">
        <w:t>.</w:t>
      </w:r>
    </w:p>
    <w:p w14:paraId="2645373E" w14:textId="77777777" w:rsidR="00C83B26" w:rsidRDefault="002E19AC" w:rsidP="00C83B26">
      <w:pPr>
        <w:ind w:firstLine="0"/>
        <w:jc w:val="center"/>
      </w:pPr>
      <w:r w:rsidRPr="00C83B26">
        <w:t>LE MARI</w:t>
      </w:r>
    </w:p>
    <w:p w14:paraId="6751E868" w14:textId="77777777" w:rsidR="00C83B26" w:rsidRDefault="002E19AC" w:rsidP="00C83B26">
      <w:r w:rsidRPr="00223237">
        <w:t>C</w:t>
      </w:r>
      <w:r w:rsidR="00AB6DDF">
        <w:t>’</w:t>
      </w:r>
      <w:r w:rsidRPr="00223237">
        <w:t>est ça</w:t>
      </w:r>
      <w:r w:rsidR="00AB6DDF">
        <w:t>…</w:t>
      </w:r>
    </w:p>
    <w:p w14:paraId="616F680C" w14:textId="77777777" w:rsidR="00C83B26" w:rsidRDefault="002E19AC" w:rsidP="00C83B26">
      <w:pPr>
        <w:ind w:firstLine="0"/>
        <w:jc w:val="center"/>
      </w:pPr>
      <w:r w:rsidRPr="00C83B26">
        <w:t>LA FEMME</w:t>
      </w:r>
    </w:p>
    <w:p w14:paraId="752BA21C" w14:textId="77777777" w:rsidR="00C83B26" w:rsidRDefault="002E19AC" w:rsidP="00C83B26">
      <w:r w:rsidRPr="00223237">
        <w:t>Allons</w:t>
      </w:r>
      <w:r w:rsidR="00AB6DDF">
        <w:t xml:space="preserve">, </w:t>
      </w:r>
      <w:r w:rsidRPr="00223237">
        <w:t>allons</w:t>
      </w:r>
      <w:r w:rsidR="00AB6DDF">
        <w:t xml:space="preserve">, </w:t>
      </w:r>
      <w:r w:rsidRPr="00223237">
        <w:t>courage</w:t>
      </w:r>
      <w:r w:rsidR="00AB6DDF">
        <w:t xml:space="preserve">. </w:t>
      </w:r>
      <w:r w:rsidRPr="00223237">
        <w:t>Deux ou trois millions</w:t>
      </w:r>
      <w:r w:rsidR="00AB6DDF">
        <w:t xml:space="preserve">, </w:t>
      </w:r>
      <w:r w:rsidRPr="00223237">
        <w:t>c</w:t>
      </w:r>
      <w:r w:rsidR="00AB6DDF">
        <w:t>’</w:t>
      </w:r>
      <w:r w:rsidRPr="00223237">
        <w:t>est quelque chose</w:t>
      </w:r>
      <w:r w:rsidR="00AB6DDF">
        <w:t>…</w:t>
      </w:r>
    </w:p>
    <w:p w14:paraId="0F63AA7D" w14:textId="77777777" w:rsidR="00C83B26" w:rsidRDefault="002E19AC" w:rsidP="00C83B26">
      <w:pPr>
        <w:ind w:firstLine="0"/>
        <w:jc w:val="center"/>
      </w:pPr>
      <w:r w:rsidRPr="00C83B26">
        <w:t>LE MARI</w:t>
      </w:r>
    </w:p>
    <w:p w14:paraId="23733AD1" w14:textId="77777777" w:rsidR="00C83B26" w:rsidRDefault="002E19AC" w:rsidP="00C83B26">
      <w:r w:rsidRPr="00223237">
        <w:t>Eh</w:t>
      </w:r>
      <w:r w:rsidR="00AB6DDF">
        <w:t xml:space="preserve"> ! </w:t>
      </w:r>
      <w:r w:rsidRPr="00223237">
        <w:t>C</w:t>
      </w:r>
      <w:r w:rsidR="00AB6DDF">
        <w:t>’</w:t>
      </w:r>
      <w:r w:rsidRPr="00223237">
        <w:t>est bien ce que je me dis</w:t>
      </w:r>
      <w:r w:rsidR="00AB6DDF">
        <w:t xml:space="preserve">. </w:t>
      </w:r>
      <w:r w:rsidRPr="00223237">
        <w:t>Alors</w:t>
      </w:r>
      <w:r w:rsidR="00AB6DDF">
        <w:t xml:space="preserve">… </w:t>
      </w:r>
      <w:r w:rsidRPr="00223237">
        <w:t>à tout de suite</w:t>
      </w:r>
      <w:r w:rsidR="00AB6DDF">
        <w:t> !</w:t>
      </w:r>
    </w:p>
    <w:p w14:paraId="30285BD5" w14:textId="77777777" w:rsidR="00C83B26" w:rsidRDefault="002E19AC" w:rsidP="00C83B26">
      <w:pPr>
        <w:ind w:firstLine="0"/>
        <w:jc w:val="center"/>
      </w:pPr>
      <w:r w:rsidRPr="00C83B26">
        <w:t>LA FEMME</w:t>
      </w:r>
    </w:p>
    <w:p w14:paraId="1E27C905" w14:textId="77777777" w:rsidR="00C83B26" w:rsidRDefault="002E19AC" w:rsidP="00C83B26">
      <w:r w:rsidRPr="00223237">
        <w:t>À tout de suite</w:t>
      </w:r>
      <w:r w:rsidR="00AB6DDF">
        <w:t xml:space="preserve">. </w:t>
      </w:r>
      <w:r w:rsidR="00AB6DDF">
        <w:rPr>
          <w:i/>
          <w:iCs/>
        </w:rPr>
        <w:t>(</w:t>
      </w:r>
      <w:r w:rsidRPr="00223237">
        <w:rPr>
          <w:i/>
          <w:iCs/>
        </w:rPr>
        <w:t>Et le mari s</w:t>
      </w:r>
      <w:r w:rsidR="00AB6DDF">
        <w:rPr>
          <w:i/>
          <w:iCs/>
        </w:rPr>
        <w:t>’</w:t>
      </w:r>
      <w:r w:rsidRPr="00223237">
        <w:rPr>
          <w:i/>
          <w:iCs/>
        </w:rPr>
        <w:t>en va</w:t>
      </w:r>
      <w:r w:rsidR="00AB6DDF">
        <w:rPr>
          <w:i/>
          <w:iCs/>
        </w:rPr>
        <w:t xml:space="preserve">.) </w:t>
      </w:r>
      <w:r w:rsidRPr="00223237">
        <w:t>Et dire que cet homme-là est intelligent en affaires</w:t>
      </w:r>
      <w:r w:rsidR="00AB6DDF">
        <w:t> !</w:t>
      </w:r>
    </w:p>
    <w:p w14:paraId="7443C92C" w14:textId="77777777" w:rsidR="00C83B26" w:rsidRDefault="00AB6DDF" w:rsidP="00C83B26">
      <w:r>
        <w:rPr>
          <w:i/>
          <w:iCs/>
        </w:rPr>
        <w:t>(</w:t>
      </w:r>
      <w:r w:rsidR="002E19AC" w:rsidRPr="00223237">
        <w:rPr>
          <w:i/>
          <w:iCs/>
        </w:rPr>
        <w:t>Elle reste seule un instant</w:t>
      </w:r>
      <w:r>
        <w:rPr>
          <w:i/>
          <w:iCs/>
        </w:rPr>
        <w:t xml:space="preserve">. </w:t>
      </w:r>
      <w:r w:rsidR="002E19AC" w:rsidRPr="00223237">
        <w:rPr>
          <w:i/>
          <w:iCs/>
        </w:rPr>
        <w:t>Elle regarde tout autour d</w:t>
      </w:r>
      <w:r>
        <w:rPr>
          <w:i/>
          <w:iCs/>
        </w:rPr>
        <w:t>’</w:t>
      </w:r>
      <w:r w:rsidR="002E19AC" w:rsidRPr="00223237">
        <w:rPr>
          <w:i/>
          <w:iCs/>
        </w:rPr>
        <w:t>elle</w:t>
      </w:r>
      <w:r>
        <w:rPr>
          <w:i/>
          <w:iCs/>
        </w:rPr>
        <w:t xml:space="preserve">. </w:t>
      </w:r>
      <w:r w:rsidR="002E19AC" w:rsidRPr="00223237">
        <w:rPr>
          <w:i/>
          <w:iCs/>
        </w:rPr>
        <w:t>Elle examine chaque meuble</w:t>
      </w:r>
      <w:r>
        <w:rPr>
          <w:i/>
          <w:iCs/>
        </w:rPr>
        <w:t xml:space="preserve">, </w:t>
      </w:r>
      <w:r w:rsidR="002E19AC" w:rsidRPr="00223237">
        <w:rPr>
          <w:i/>
          <w:iCs/>
        </w:rPr>
        <w:t>chaque objet</w:t>
      </w:r>
      <w:r>
        <w:rPr>
          <w:i/>
          <w:iCs/>
        </w:rPr>
        <w:t xml:space="preserve">, </w:t>
      </w:r>
      <w:r w:rsidR="002E19AC" w:rsidRPr="00223237">
        <w:rPr>
          <w:i/>
          <w:iCs/>
        </w:rPr>
        <w:t>puis</w:t>
      </w:r>
      <w:r>
        <w:rPr>
          <w:i/>
          <w:iCs/>
        </w:rPr>
        <w:t xml:space="preserve">, </w:t>
      </w:r>
      <w:r w:rsidR="002E19AC" w:rsidRPr="00223237">
        <w:rPr>
          <w:i/>
          <w:iCs/>
        </w:rPr>
        <w:t>rêveuse</w:t>
      </w:r>
      <w:r>
        <w:rPr>
          <w:i/>
          <w:iCs/>
        </w:rPr>
        <w:t xml:space="preserve">, </w:t>
      </w:r>
      <w:r w:rsidR="002E19AC" w:rsidRPr="00223237">
        <w:rPr>
          <w:i/>
          <w:iCs/>
        </w:rPr>
        <w:t>elle s</w:t>
      </w:r>
      <w:r>
        <w:rPr>
          <w:i/>
          <w:iCs/>
        </w:rPr>
        <w:t>’</w:t>
      </w:r>
      <w:r w:rsidR="002E19AC" w:rsidRPr="00223237">
        <w:rPr>
          <w:i/>
          <w:iCs/>
        </w:rPr>
        <w:t>a</w:t>
      </w:r>
      <w:r w:rsidR="002E19AC" w:rsidRPr="00223237">
        <w:rPr>
          <w:i/>
          <w:iCs/>
        </w:rPr>
        <w:t>s</w:t>
      </w:r>
      <w:r w:rsidR="002E19AC" w:rsidRPr="00223237">
        <w:rPr>
          <w:i/>
          <w:iCs/>
        </w:rPr>
        <w:t>sied</w:t>
      </w:r>
      <w:r>
        <w:rPr>
          <w:i/>
          <w:iCs/>
        </w:rPr>
        <w:t xml:space="preserve"> – </w:t>
      </w:r>
      <w:r w:rsidR="002E19AC" w:rsidRPr="00223237">
        <w:rPr>
          <w:i/>
          <w:iCs/>
        </w:rPr>
        <w:t>et</w:t>
      </w:r>
      <w:r>
        <w:rPr>
          <w:i/>
          <w:iCs/>
        </w:rPr>
        <w:t xml:space="preserve">, </w:t>
      </w:r>
      <w:r w:rsidR="002E19AC" w:rsidRPr="00223237">
        <w:rPr>
          <w:i/>
          <w:iCs/>
        </w:rPr>
        <w:t>alors la petite porte qui est à gauche s</w:t>
      </w:r>
      <w:r>
        <w:rPr>
          <w:i/>
          <w:iCs/>
        </w:rPr>
        <w:t>’</w:t>
      </w:r>
      <w:r w:rsidR="002E19AC" w:rsidRPr="00223237">
        <w:rPr>
          <w:i/>
          <w:iCs/>
        </w:rPr>
        <w:t>entrouvre et quelqu</w:t>
      </w:r>
      <w:r>
        <w:rPr>
          <w:i/>
          <w:iCs/>
        </w:rPr>
        <w:t>’</w:t>
      </w:r>
      <w:r w:rsidR="002E19AC" w:rsidRPr="00223237">
        <w:rPr>
          <w:i/>
          <w:iCs/>
        </w:rPr>
        <w:t>un paraît</w:t>
      </w:r>
      <w:r>
        <w:rPr>
          <w:i/>
          <w:iCs/>
        </w:rPr>
        <w:t>.)</w:t>
      </w:r>
    </w:p>
    <w:p w14:paraId="213E3BC7" w14:textId="77777777" w:rsidR="00C83B26" w:rsidRDefault="00AB6DDF" w:rsidP="00C83B26">
      <w:r>
        <w:rPr>
          <w:i/>
          <w:iCs/>
        </w:rPr>
        <w:t>(</w:t>
      </w:r>
      <w:r w:rsidR="002E19AC" w:rsidRPr="00223237">
        <w:rPr>
          <w:i/>
          <w:iCs/>
        </w:rPr>
        <w:t>C</w:t>
      </w:r>
      <w:r>
        <w:rPr>
          <w:i/>
          <w:iCs/>
        </w:rPr>
        <w:t>’</w:t>
      </w:r>
      <w:r w:rsidR="002E19AC" w:rsidRPr="00223237">
        <w:rPr>
          <w:i/>
          <w:iCs/>
        </w:rPr>
        <w:t>est Lui</w:t>
      </w:r>
      <w:r>
        <w:rPr>
          <w:i/>
          <w:iCs/>
        </w:rPr>
        <w:t xml:space="preserve">. </w:t>
      </w:r>
      <w:r w:rsidR="002E19AC" w:rsidRPr="00223237">
        <w:rPr>
          <w:i/>
          <w:iCs/>
        </w:rPr>
        <w:t>Trente ans</w:t>
      </w:r>
      <w:r>
        <w:rPr>
          <w:i/>
          <w:iCs/>
        </w:rPr>
        <w:t xml:space="preserve">, </w:t>
      </w:r>
      <w:r w:rsidR="002E19AC" w:rsidRPr="00223237">
        <w:rPr>
          <w:i/>
          <w:iCs/>
        </w:rPr>
        <w:t>pas joli garçon si on veut</w:t>
      </w:r>
      <w:r>
        <w:rPr>
          <w:i/>
          <w:iCs/>
        </w:rPr>
        <w:t xml:space="preserve">, </w:t>
      </w:r>
      <w:r w:rsidR="002E19AC" w:rsidRPr="00223237">
        <w:rPr>
          <w:i/>
          <w:iCs/>
        </w:rPr>
        <w:t>mais cela revient au même</w:t>
      </w:r>
      <w:r>
        <w:rPr>
          <w:i/>
          <w:iCs/>
        </w:rPr>
        <w:t xml:space="preserve">. </w:t>
      </w:r>
      <w:r w:rsidR="002E19AC" w:rsidRPr="00223237">
        <w:rPr>
          <w:i/>
          <w:iCs/>
        </w:rPr>
        <w:t>Heureux de vivre</w:t>
      </w:r>
      <w:r>
        <w:rPr>
          <w:i/>
          <w:iCs/>
        </w:rPr>
        <w:t xml:space="preserve">, </w:t>
      </w:r>
      <w:r w:rsidR="002E19AC" w:rsidRPr="00223237">
        <w:rPr>
          <w:i/>
          <w:iCs/>
        </w:rPr>
        <w:t>content des autres</w:t>
      </w:r>
      <w:r>
        <w:rPr>
          <w:i/>
          <w:iCs/>
        </w:rPr>
        <w:t xml:space="preserve">, </w:t>
      </w:r>
      <w:r w:rsidR="002E19AC" w:rsidRPr="00223237">
        <w:rPr>
          <w:i/>
          <w:iCs/>
        </w:rPr>
        <w:t>e</w:t>
      </w:r>
      <w:r w:rsidR="002E19AC" w:rsidRPr="00223237">
        <w:rPr>
          <w:i/>
          <w:iCs/>
        </w:rPr>
        <w:t>n</w:t>
      </w:r>
      <w:r w:rsidR="002E19AC" w:rsidRPr="00223237">
        <w:rPr>
          <w:i/>
          <w:iCs/>
        </w:rPr>
        <w:t xml:space="preserve">chanté </w:t>
      </w:r>
      <w:r w:rsidR="002E19AC" w:rsidRPr="00223237">
        <w:rPr>
          <w:i/>
          <w:iCs/>
        </w:rPr>
        <w:lastRenderedPageBreak/>
        <w:t>de soi</w:t>
      </w:r>
      <w:r>
        <w:rPr>
          <w:i/>
          <w:iCs/>
        </w:rPr>
        <w:t xml:space="preserve"> – </w:t>
      </w:r>
      <w:r w:rsidR="002E19AC" w:rsidRPr="00223237">
        <w:rPr>
          <w:i/>
          <w:iCs/>
        </w:rPr>
        <w:t>si on lui demandait quelle est sa profession</w:t>
      </w:r>
      <w:r>
        <w:rPr>
          <w:i/>
          <w:iCs/>
        </w:rPr>
        <w:t xml:space="preserve">, </w:t>
      </w:r>
      <w:r w:rsidR="002E19AC" w:rsidRPr="00223237">
        <w:rPr>
          <w:i/>
          <w:iCs/>
        </w:rPr>
        <w:t>il répondrait</w:t>
      </w:r>
      <w:r>
        <w:rPr>
          <w:i/>
          <w:iCs/>
        </w:rPr>
        <w:t> : « </w:t>
      </w:r>
      <w:r w:rsidR="002E19AC" w:rsidRPr="00223237">
        <w:rPr>
          <w:i/>
          <w:iCs/>
        </w:rPr>
        <w:t>Faire l</w:t>
      </w:r>
      <w:r>
        <w:rPr>
          <w:i/>
          <w:iCs/>
        </w:rPr>
        <w:t>’</w:t>
      </w:r>
      <w:r w:rsidR="002E19AC" w:rsidRPr="00223237">
        <w:rPr>
          <w:i/>
          <w:iCs/>
        </w:rPr>
        <w:t>amour</w:t>
      </w:r>
      <w:r>
        <w:rPr>
          <w:i/>
          <w:iCs/>
        </w:rPr>
        <w:t> ! »</w:t>
      </w:r>
      <w:r w:rsidR="002E19AC" w:rsidRPr="00223237">
        <w:rPr>
          <w:i/>
          <w:iCs/>
        </w:rPr>
        <w:t xml:space="preserve"> Il est entré sans être vu par Elle</w:t>
      </w:r>
      <w:r>
        <w:rPr>
          <w:i/>
          <w:iCs/>
        </w:rPr>
        <w:t xml:space="preserve">. </w:t>
      </w:r>
      <w:r w:rsidR="002E19AC" w:rsidRPr="00223237">
        <w:rPr>
          <w:i/>
          <w:iCs/>
        </w:rPr>
        <w:t>Il la regarde</w:t>
      </w:r>
      <w:r>
        <w:rPr>
          <w:i/>
          <w:iCs/>
        </w:rPr>
        <w:t xml:space="preserve">. </w:t>
      </w:r>
      <w:r w:rsidR="002E19AC" w:rsidRPr="00223237">
        <w:rPr>
          <w:i/>
          <w:iCs/>
        </w:rPr>
        <w:t>Elle lui plaît et il trouve sa robe ravissante</w:t>
      </w:r>
      <w:r>
        <w:rPr>
          <w:i/>
          <w:iCs/>
        </w:rPr>
        <w:t xml:space="preserve">. </w:t>
      </w:r>
      <w:r w:rsidR="002E19AC" w:rsidRPr="00223237">
        <w:rPr>
          <w:i/>
          <w:iCs/>
        </w:rPr>
        <w:t>Sa main dégantée est posée sur le bras du fauteuil qu</w:t>
      </w:r>
      <w:r>
        <w:rPr>
          <w:i/>
          <w:iCs/>
        </w:rPr>
        <w:t>’</w:t>
      </w:r>
      <w:r w:rsidR="002E19AC" w:rsidRPr="00223237">
        <w:rPr>
          <w:i/>
          <w:iCs/>
        </w:rPr>
        <w:t>elle o</w:t>
      </w:r>
      <w:r w:rsidR="002E19AC" w:rsidRPr="00223237">
        <w:rPr>
          <w:i/>
          <w:iCs/>
        </w:rPr>
        <w:t>c</w:t>
      </w:r>
      <w:r w:rsidR="002E19AC" w:rsidRPr="00223237">
        <w:rPr>
          <w:i/>
          <w:iCs/>
        </w:rPr>
        <w:t>cupe</w:t>
      </w:r>
      <w:r>
        <w:rPr>
          <w:i/>
          <w:iCs/>
        </w:rPr>
        <w:t xml:space="preserve">. </w:t>
      </w:r>
      <w:r w:rsidR="002E19AC" w:rsidRPr="00223237">
        <w:rPr>
          <w:i/>
          <w:iCs/>
        </w:rPr>
        <w:t>Il se met à genoux près d</w:t>
      </w:r>
      <w:r>
        <w:rPr>
          <w:i/>
          <w:iCs/>
        </w:rPr>
        <w:t>’</w:t>
      </w:r>
      <w:r w:rsidR="002E19AC" w:rsidRPr="00223237">
        <w:rPr>
          <w:i/>
          <w:iCs/>
        </w:rPr>
        <w:t>elle sans faire de bruit</w:t>
      </w:r>
      <w:r>
        <w:rPr>
          <w:i/>
          <w:iCs/>
        </w:rPr>
        <w:t xml:space="preserve">, </w:t>
      </w:r>
      <w:r w:rsidR="002E19AC" w:rsidRPr="00223237">
        <w:rPr>
          <w:i/>
          <w:iCs/>
        </w:rPr>
        <w:t>et il pose un baiser sur cette main</w:t>
      </w:r>
      <w:r>
        <w:rPr>
          <w:i/>
          <w:iCs/>
        </w:rPr>
        <w:t>.)</w:t>
      </w:r>
    </w:p>
    <w:p w14:paraId="5DCDECCF" w14:textId="77777777" w:rsidR="00C83B26" w:rsidRDefault="002E19AC" w:rsidP="00C83B26">
      <w:pPr>
        <w:ind w:firstLine="0"/>
        <w:jc w:val="center"/>
      </w:pPr>
      <w:r w:rsidRPr="00C83B26">
        <w:t>ELLE</w:t>
      </w:r>
    </w:p>
    <w:p w14:paraId="4175441D" w14:textId="77777777" w:rsidR="00C83B26" w:rsidRDefault="002E19AC" w:rsidP="00C83B26">
      <w:r w:rsidRPr="00223237">
        <w:t>Oh</w:t>
      </w:r>
      <w:r w:rsidR="00AB6DDF">
        <w:t>…</w:t>
      </w:r>
    </w:p>
    <w:p w14:paraId="2F945F00" w14:textId="77777777" w:rsidR="00C83B26" w:rsidRDefault="002E19AC" w:rsidP="00C83B26">
      <w:pPr>
        <w:ind w:firstLine="0"/>
        <w:jc w:val="center"/>
      </w:pPr>
      <w:r w:rsidRPr="00C83B26">
        <w:t>LUI</w:t>
      </w:r>
    </w:p>
    <w:p w14:paraId="1B81CEDE" w14:textId="77777777" w:rsidR="00C83B26" w:rsidRDefault="002E19AC" w:rsidP="00C83B26">
      <w:r w:rsidRPr="00223237">
        <w:t>Bonjour</w:t>
      </w:r>
      <w:r w:rsidR="00AB6DDF">
        <w:t>.</w:t>
      </w:r>
    </w:p>
    <w:p w14:paraId="72583C76" w14:textId="77777777" w:rsidR="00C83B26" w:rsidRDefault="002E19AC" w:rsidP="00C83B26">
      <w:pPr>
        <w:ind w:firstLine="0"/>
        <w:jc w:val="center"/>
      </w:pPr>
      <w:r w:rsidRPr="00C83B26">
        <w:t>ELLE</w:t>
      </w:r>
    </w:p>
    <w:p w14:paraId="2F8C1846" w14:textId="77777777" w:rsidR="00C83B26" w:rsidRDefault="002E19AC" w:rsidP="00C83B26">
      <w:r w:rsidRPr="00223237">
        <w:t>Comment</w:t>
      </w:r>
      <w:r w:rsidR="00AB6DDF">
        <w:t xml:space="preserve">… </w:t>
      </w:r>
      <w:r w:rsidRPr="00223237">
        <w:t>vous êtes là</w:t>
      </w:r>
      <w:r w:rsidR="00AB6DDF">
        <w:t> ?</w:t>
      </w:r>
    </w:p>
    <w:p w14:paraId="139482DB" w14:textId="77777777" w:rsidR="00C83B26" w:rsidRDefault="002E19AC" w:rsidP="00C83B26">
      <w:pPr>
        <w:ind w:firstLine="0"/>
        <w:jc w:val="center"/>
      </w:pPr>
      <w:r w:rsidRPr="00C83B26">
        <w:t>LUI</w:t>
      </w:r>
    </w:p>
    <w:p w14:paraId="3D5134CC" w14:textId="77777777" w:rsidR="00C83B26" w:rsidRDefault="002E19AC" w:rsidP="00C83B26">
      <w:r w:rsidRPr="00223237">
        <w:t>Non</w:t>
      </w:r>
      <w:r w:rsidR="00AB6DDF">
        <w:t>.</w:t>
      </w:r>
    </w:p>
    <w:p w14:paraId="4E2A6407" w14:textId="77777777" w:rsidR="00C83B26" w:rsidRDefault="002E19AC" w:rsidP="00C83B26">
      <w:pPr>
        <w:ind w:firstLine="0"/>
        <w:jc w:val="center"/>
      </w:pPr>
      <w:r w:rsidRPr="00C83B26">
        <w:t>ELLE</w:t>
      </w:r>
    </w:p>
    <w:p w14:paraId="4948722A" w14:textId="77777777" w:rsidR="00C83B26" w:rsidRDefault="002E19AC" w:rsidP="00C83B26">
      <w:r w:rsidRPr="00223237">
        <w:t>Comment</w:t>
      </w:r>
      <w:r w:rsidR="00AB6DDF">
        <w:t xml:space="preserve">, </w:t>
      </w:r>
      <w:r w:rsidRPr="00223237">
        <w:t>non</w:t>
      </w:r>
      <w:r w:rsidR="00AB6DDF">
        <w:t> ?</w:t>
      </w:r>
    </w:p>
    <w:p w14:paraId="5F5D236C" w14:textId="77777777" w:rsidR="00C83B26" w:rsidRDefault="002E19AC" w:rsidP="00C83B26">
      <w:pPr>
        <w:ind w:firstLine="0"/>
        <w:jc w:val="center"/>
      </w:pPr>
      <w:r w:rsidRPr="00C83B26">
        <w:t>LUI</w:t>
      </w:r>
    </w:p>
    <w:p w14:paraId="04ACE1C9" w14:textId="77777777" w:rsidR="00C83B26" w:rsidRDefault="002E19AC" w:rsidP="00C83B26">
      <w:r w:rsidRPr="00223237">
        <w:t>Non</w:t>
      </w:r>
      <w:r w:rsidR="00AB6DDF">
        <w:t xml:space="preserve">, </w:t>
      </w:r>
      <w:r w:rsidRPr="00223237">
        <w:t>enfin</w:t>
      </w:r>
      <w:r w:rsidR="00AB6DDF">
        <w:t xml:space="preserve">… </w:t>
      </w:r>
      <w:r w:rsidRPr="00223237">
        <w:t>oui</w:t>
      </w:r>
      <w:r w:rsidR="00AB6DDF">
        <w:t xml:space="preserve">… </w:t>
      </w:r>
      <w:r w:rsidRPr="00223237">
        <w:t>c</w:t>
      </w:r>
      <w:r w:rsidR="00AB6DDF">
        <w:t>’</w:t>
      </w:r>
      <w:r w:rsidRPr="00223237">
        <w:t>est-à-dire que suis là</w:t>
      </w:r>
      <w:r w:rsidR="00AB6DDF">
        <w:t xml:space="preserve">, </w:t>
      </w:r>
      <w:r w:rsidRPr="00223237">
        <w:t>dans la salle de bains</w:t>
      </w:r>
      <w:r w:rsidR="00AB6DDF">
        <w:t xml:space="preserve">… </w:t>
      </w:r>
      <w:r w:rsidRPr="00223237">
        <w:t>où je fume depuis une demi-heure</w:t>
      </w:r>
      <w:r w:rsidR="00AB6DDF">
        <w:t xml:space="preserve">… </w:t>
      </w:r>
      <w:r w:rsidRPr="00223237">
        <w:t>et comme l</w:t>
      </w:r>
      <w:r w:rsidR="00AB6DDF">
        <w:t>’</w:t>
      </w:r>
      <w:r w:rsidRPr="00223237">
        <w:t>air y est devenu irrespirable</w:t>
      </w:r>
      <w:r w:rsidR="00AB6DDF">
        <w:t xml:space="preserve">… </w:t>
      </w:r>
      <w:r w:rsidRPr="00223237">
        <w:t>je sors</w:t>
      </w:r>
      <w:r w:rsidR="00AB6DDF">
        <w:t xml:space="preserve"> !… </w:t>
      </w:r>
      <w:r w:rsidRPr="00223237">
        <w:t>Bonjour</w:t>
      </w:r>
      <w:r w:rsidR="00AB6DDF">
        <w:t>.</w:t>
      </w:r>
    </w:p>
    <w:p w14:paraId="7FE221C1" w14:textId="77777777" w:rsidR="00C83B26" w:rsidRDefault="002E19AC" w:rsidP="00C83B26">
      <w:pPr>
        <w:ind w:firstLine="0"/>
        <w:jc w:val="center"/>
      </w:pPr>
      <w:r w:rsidRPr="00C83B26">
        <w:t>ELLE</w:t>
      </w:r>
    </w:p>
    <w:p w14:paraId="2E83804F" w14:textId="77777777" w:rsidR="00C83B26" w:rsidRDefault="002E19AC" w:rsidP="00C83B26">
      <w:r w:rsidRPr="00223237">
        <w:t>Vous étiez là</w:t>
      </w:r>
      <w:r w:rsidR="00AB6DDF">
        <w:t> !</w:t>
      </w:r>
    </w:p>
    <w:p w14:paraId="362A24A1" w14:textId="77777777" w:rsidR="00C83B26" w:rsidRDefault="002E19AC" w:rsidP="00C83B26">
      <w:pPr>
        <w:ind w:firstLine="0"/>
        <w:jc w:val="center"/>
      </w:pPr>
      <w:r w:rsidRPr="00C83B26">
        <w:t>LUI</w:t>
      </w:r>
    </w:p>
    <w:p w14:paraId="702F8DA6" w14:textId="77777777" w:rsidR="00C83B26" w:rsidRDefault="002E19AC" w:rsidP="00C83B26">
      <w:r w:rsidRPr="00223237">
        <w:lastRenderedPageBreak/>
        <w:t>Oui</w:t>
      </w:r>
      <w:r w:rsidR="00AB6DDF">
        <w:t xml:space="preserve">, </w:t>
      </w:r>
      <w:r w:rsidRPr="00223237">
        <w:t>j</w:t>
      </w:r>
      <w:r w:rsidR="00AB6DDF">
        <w:t>’</w:t>
      </w:r>
      <w:r w:rsidRPr="00223237">
        <w:t>étais là</w:t>
      </w:r>
      <w:r w:rsidR="00AB6DDF">
        <w:t xml:space="preserve">… </w:t>
      </w:r>
      <w:r w:rsidRPr="00223237">
        <w:t>bien sûr que j</w:t>
      </w:r>
      <w:r w:rsidR="00AB6DDF">
        <w:t>’</w:t>
      </w:r>
      <w:r w:rsidRPr="00223237">
        <w:t>étais là</w:t>
      </w:r>
      <w:r w:rsidR="00AB6DDF">
        <w:t xml:space="preserve">… </w:t>
      </w:r>
      <w:r w:rsidRPr="00223237">
        <w:t>et je vous ente</w:t>
      </w:r>
      <w:r w:rsidRPr="00223237">
        <w:t>n</w:t>
      </w:r>
      <w:r w:rsidRPr="00223237">
        <w:t>dais</w:t>
      </w:r>
      <w:r w:rsidR="00AB6DDF">
        <w:t xml:space="preserve">… </w:t>
      </w:r>
      <w:r w:rsidRPr="00223237">
        <w:t>car on entend très bien de la salle de bains</w:t>
      </w:r>
      <w:r w:rsidR="00AB6DDF">
        <w:t xml:space="preserve">… </w:t>
      </w:r>
      <w:r w:rsidRPr="00223237">
        <w:t>et</w:t>
      </w:r>
      <w:r w:rsidR="00AB6DDF">
        <w:t xml:space="preserve">, </w:t>
      </w:r>
      <w:r w:rsidRPr="00223237">
        <w:t>tout de suite</w:t>
      </w:r>
      <w:r w:rsidR="00AB6DDF">
        <w:t xml:space="preserve">, </w:t>
      </w:r>
      <w:r w:rsidRPr="00223237">
        <w:t>il faut que je vous dise à quel point je suis heureux</w:t>
      </w:r>
      <w:r w:rsidR="00AB6DDF">
        <w:t xml:space="preserve">, </w:t>
      </w:r>
      <w:r w:rsidRPr="00223237">
        <w:t>mon Dieu</w:t>
      </w:r>
      <w:r w:rsidR="00AB6DDF">
        <w:t xml:space="preserve">, </w:t>
      </w:r>
      <w:r w:rsidRPr="00223237">
        <w:t>de pe</w:t>
      </w:r>
      <w:r w:rsidRPr="00223237">
        <w:t>n</w:t>
      </w:r>
      <w:r w:rsidRPr="00223237">
        <w:t>ser que vous aimez un peu les choses qui sont ici</w:t>
      </w:r>
      <w:r w:rsidR="00AB6DDF">
        <w:t xml:space="preserve">… </w:t>
      </w:r>
      <w:r w:rsidRPr="00223237">
        <w:t>et qui sont parfaitement entrées une à une</w:t>
      </w:r>
      <w:r w:rsidR="00AB6DDF">
        <w:t xml:space="preserve">… </w:t>
      </w:r>
      <w:r w:rsidRPr="00223237">
        <w:t>vous aviez raison de le dire</w:t>
      </w:r>
      <w:r w:rsidR="00AB6DDF">
        <w:t xml:space="preserve">… </w:t>
      </w:r>
      <w:r w:rsidRPr="00223237">
        <w:t>Ah</w:t>
      </w:r>
      <w:r w:rsidR="00AB6DDF">
        <w:t xml:space="preserve"> ! </w:t>
      </w:r>
      <w:r w:rsidRPr="00223237">
        <w:t>Et puis</w:t>
      </w:r>
      <w:r w:rsidR="00AB6DDF">
        <w:t xml:space="preserve">, </w:t>
      </w:r>
      <w:r w:rsidRPr="00223237">
        <w:t xml:space="preserve">que je vous apprenne aussi que </w:t>
      </w:r>
      <w:r w:rsidR="00AB6DDF">
        <w:t>M</w:t>
      </w:r>
      <w:r w:rsidR="00AB6DDF" w:rsidRPr="00AB6DDF">
        <w:rPr>
          <w:vertAlign w:val="superscript"/>
        </w:rPr>
        <w:t>lle</w:t>
      </w:r>
      <w:r w:rsidR="00AB6DDF">
        <w:t> </w:t>
      </w:r>
      <w:r w:rsidRPr="00223237">
        <w:t>Martini et moi</w:t>
      </w:r>
      <w:r w:rsidR="00AB6DDF">
        <w:t xml:space="preserve">, </w:t>
      </w:r>
      <w:r w:rsidRPr="00223237">
        <w:t>c</w:t>
      </w:r>
      <w:r w:rsidR="00AB6DDF">
        <w:t>’</w:t>
      </w:r>
      <w:r w:rsidRPr="00223237">
        <w:t>est fini</w:t>
      </w:r>
      <w:r w:rsidR="00AB6DDF">
        <w:t xml:space="preserve">, </w:t>
      </w:r>
      <w:r w:rsidRPr="00223237">
        <w:t>fini complètement</w:t>
      </w:r>
      <w:r w:rsidR="00AB6DDF">
        <w:t xml:space="preserve"> – </w:t>
      </w:r>
      <w:r w:rsidRPr="00223237">
        <w:t>c</w:t>
      </w:r>
      <w:r w:rsidR="00AB6DDF">
        <w:t>’</w:t>
      </w:r>
      <w:r w:rsidRPr="00223237">
        <w:t>était une femme</w:t>
      </w:r>
      <w:r w:rsidR="00AB6DDF">
        <w:t>…</w:t>
      </w:r>
    </w:p>
    <w:p w14:paraId="773028F9" w14:textId="77777777" w:rsidR="00C83B26" w:rsidRDefault="002E19AC" w:rsidP="00C83B26">
      <w:pPr>
        <w:ind w:firstLine="0"/>
        <w:jc w:val="center"/>
      </w:pPr>
      <w:r w:rsidRPr="00C83B26">
        <w:t>ELLE</w:t>
      </w:r>
    </w:p>
    <w:p w14:paraId="6CD8B1D5" w14:textId="77777777" w:rsidR="00C83B26" w:rsidRDefault="002E19AC" w:rsidP="00C83B26">
      <w:r w:rsidRPr="00223237">
        <w:t>N</w:t>
      </w:r>
      <w:r w:rsidR="00AB6DDF">
        <w:t>’</w:t>
      </w:r>
      <w:r w:rsidRPr="00223237">
        <w:t>en dites pas de mal</w:t>
      </w:r>
      <w:r w:rsidR="00AB6DDF">
        <w:t>.</w:t>
      </w:r>
    </w:p>
    <w:p w14:paraId="2174C880" w14:textId="77777777" w:rsidR="00C83B26" w:rsidRDefault="002E19AC" w:rsidP="00C83B26">
      <w:pPr>
        <w:ind w:firstLine="0"/>
        <w:jc w:val="center"/>
      </w:pPr>
      <w:r w:rsidRPr="00C83B26">
        <w:t>LUI</w:t>
      </w:r>
    </w:p>
    <w:p w14:paraId="69827F94" w14:textId="77777777" w:rsidR="00C83B26" w:rsidRDefault="002E19AC" w:rsidP="00C83B26">
      <w:r w:rsidRPr="00223237">
        <w:t>Oh</w:t>
      </w:r>
      <w:r w:rsidR="00AB6DDF">
        <w:t xml:space="preserve"> ! </w:t>
      </w:r>
      <w:r w:rsidRPr="00223237">
        <w:t>Je n</w:t>
      </w:r>
      <w:r w:rsidR="00AB6DDF">
        <w:t>’</w:t>
      </w:r>
      <w:r w:rsidRPr="00223237">
        <w:t>en dis pas de mal</w:t>
      </w:r>
      <w:r w:rsidR="00AB6DDF">
        <w:t xml:space="preserve">… </w:t>
      </w:r>
      <w:r w:rsidRPr="00223237">
        <w:t>elle était très gentille</w:t>
      </w:r>
      <w:r w:rsidR="00AB6DDF">
        <w:t xml:space="preserve">… </w:t>
      </w:r>
      <w:r w:rsidRPr="00223237">
        <w:t>elle avait un petit type anglais</w:t>
      </w:r>
      <w:r w:rsidR="00AB6DDF">
        <w:t xml:space="preserve">… </w:t>
      </w:r>
      <w:r w:rsidRPr="00223237">
        <w:t>maintenant</w:t>
      </w:r>
      <w:r w:rsidR="00AB6DDF">
        <w:t xml:space="preserve">, </w:t>
      </w:r>
      <w:r w:rsidRPr="00223237">
        <w:t>elle a un grand type esp</w:t>
      </w:r>
      <w:r w:rsidRPr="00223237">
        <w:t>a</w:t>
      </w:r>
      <w:r w:rsidRPr="00223237">
        <w:t>gnol</w:t>
      </w:r>
      <w:r w:rsidR="00AB6DDF">
        <w:t xml:space="preserve"> !… </w:t>
      </w:r>
      <w:r w:rsidRPr="00223237">
        <w:t>En tout cas</w:t>
      </w:r>
      <w:r w:rsidR="00AB6DDF">
        <w:t xml:space="preserve">, </w:t>
      </w:r>
      <w:r w:rsidRPr="00223237">
        <w:t>c</w:t>
      </w:r>
      <w:r w:rsidR="00AB6DDF">
        <w:t>’</w:t>
      </w:r>
      <w:r w:rsidRPr="00223237">
        <w:t>est fini avec elle</w:t>
      </w:r>
      <w:r w:rsidR="00AB6DDF">
        <w:t xml:space="preserve">, </w:t>
      </w:r>
      <w:r w:rsidRPr="00223237">
        <w:t>fini</w:t>
      </w:r>
      <w:r w:rsidR="00AB6DDF">
        <w:t xml:space="preserve">, </w:t>
      </w:r>
      <w:r w:rsidRPr="00223237">
        <w:t>fini</w:t>
      </w:r>
      <w:r w:rsidR="00AB6DDF">
        <w:t xml:space="preserve">, </w:t>
      </w:r>
      <w:r w:rsidRPr="00223237">
        <w:t>fini</w:t>
      </w:r>
      <w:r w:rsidR="00AB6DDF">
        <w:t xml:space="preserve"> ! </w:t>
      </w:r>
      <w:r w:rsidRPr="00223237">
        <w:t>Ah</w:t>
      </w:r>
      <w:r w:rsidR="00AB6DDF">
        <w:t xml:space="preserve"> ! </w:t>
      </w:r>
      <w:r w:rsidRPr="00223237">
        <w:t>Et puis</w:t>
      </w:r>
      <w:r w:rsidR="00AB6DDF">
        <w:t xml:space="preserve">, </w:t>
      </w:r>
      <w:r w:rsidRPr="00223237">
        <w:t>que je vous dise ceci aussi pendant que j</w:t>
      </w:r>
      <w:r w:rsidR="00AB6DDF">
        <w:t>’</w:t>
      </w:r>
      <w:r w:rsidRPr="00223237">
        <w:t>y pense</w:t>
      </w:r>
      <w:r w:rsidR="00AB6DDF">
        <w:t xml:space="preserve"> : </w:t>
      </w:r>
      <w:r w:rsidRPr="00223237">
        <w:t>je ne plaide pas</w:t>
      </w:r>
      <w:r w:rsidR="00AB6DDF">
        <w:t xml:space="preserve">, </w:t>
      </w:r>
      <w:r w:rsidRPr="00223237">
        <w:t>parce que je ne veux pas plaider</w:t>
      </w:r>
      <w:r w:rsidR="00AB6DDF">
        <w:t xml:space="preserve">. </w:t>
      </w:r>
      <w:r w:rsidRPr="00223237">
        <w:t>Je ne peux pas arr</w:t>
      </w:r>
      <w:r w:rsidRPr="00223237">
        <w:t>i</w:t>
      </w:r>
      <w:r w:rsidRPr="00223237">
        <w:t>ver à m</w:t>
      </w:r>
      <w:r w:rsidR="00AB6DDF">
        <w:t>’</w:t>
      </w:r>
      <w:r w:rsidRPr="00223237">
        <w:t>intéresser aux ennuis des autres</w:t>
      </w:r>
      <w:r w:rsidR="00AB6DDF">
        <w:t xml:space="preserve">, </w:t>
      </w:r>
      <w:r w:rsidRPr="00223237">
        <w:t>moi</w:t>
      </w:r>
      <w:r w:rsidR="00AB6DDF">
        <w:t xml:space="preserve"> ! </w:t>
      </w:r>
      <w:r w:rsidRPr="00223237">
        <w:t>Seulement</w:t>
      </w:r>
      <w:r w:rsidR="00AB6DDF">
        <w:t xml:space="preserve">, </w:t>
      </w:r>
      <w:r w:rsidRPr="00223237">
        <w:t>en ce moment</w:t>
      </w:r>
      <w:r w:rsidR="00AB6DDF">
        <w:t xml:space="preserve">, </w:t>
      </w:r>
      <w:r w:rsidRPr="00223237">
        <w:t>tenez</w:t>
      </w:r>
      <w:r w:rsidR="00AB6DDF">
        <w:t xml:space="preserve">, </w:t>
      </w:r>
      <w:r w:rsidRPr="00223237">
        <w:t>si je plaidais ma cause</w:t>
      </w:r>
      <w:r w:rsidR="00AB6DDF">
        <w:t xml:space="preserve">… </w:t>
      </w:r>
      <w:r w:rsidRPr="00223237">
        <w:t>il me semble que je ne m</w:t>
      </w:r>
      <w:r w:rsidR="00AB6DDF">
        <w:t>’</w:t>
      </w:r>
      <w:r w:rsidRPr="00223237">
        <w:t>en tirerais peut-être pas trop mal</w:t>
      </w:r>
      <w:r w:rsidR="00AB6DDF">
        <w:t xml:space="preserve">… </w:t>
      </w:r>
      <w:r w:rsidRPr="00223237">
        <w:t>surtout si</w:t>
      </w:r>
      <w:r w:rsidR="00AB6DDF">
        <w:t xml:space="preserve">, </w:t>
      </w:r>
      <w:r w:rsidRPr="00223237">
        <w:t>d</w:t>
      </w:r>
      <w:r w:rsidR="00AB6DDF">
        <w:t>’</w:t>
      </w:r>
      <w:r w:rsidRPr="00223237">
        <w:t>un regard</w:t>
      </w:r>
      <w:r w:rsidR="00AB6DDF">
        <w:t xml:space="preserve">, </w:t>
      </w:r>
      <w:r w:rsidRPr="00223237">
        <w:t>le jury voulait bien m</w:t>
      </w:r>
      <w:r w:rsidR="00AB6DDF">
        <w:t>’</w:t>
      </w:r>
      <w:r w:rsidRPr="00223237">
        <w:t>encourager un peu</w:t>
      </w:r>
      <w:r w:rsidR="00AB6DDF">
        <w:t>…</w:t>
      </w:r>
    </w:p>
    <w:p w14:paraId="1F087578" w14:textId="77777777" w:rsidR="00C83B26" w:rsidRDefault="002E19AC" w:rsidP="00C83B26">
      <w:pPr>
        <w:ind w:firstLine="0"/>
        <w:jc w:val="center"/>
      </w:pPr>
      <w:r w:rsidRPr="00C83B26">
        <w:t>ELLE</w:t>
      </w:r>
    </w:p>
    <w:p w14:paraId="6A76113C" w14:textId="77777777" w:rsidR="00C83B26" w:rsidRDefault="002E19AC" w:rsidP="00C83B26">
      <w:r w:rsidRPr="00223237">
        <w:t>Eh</w:t>
      </w:r>
      <w:r w:rsidR="00AB6DDF">
        <w:t xml:space="preserve"> ! </w:t>
      </w:r>
      <w:r w:rsidRPr="00223237">
        <w:t>Bien</w:t>
      </w:r>
      <w:r w:rsidR="00AB6DDF">
        <w:t xml:space="preserve">, </w:t>
      </w:r>
      <w:r w:rsidRPr="00223237">
        <w:t>le jury va vous poser une question</w:t>
      </w:r>
      <w:r w:rsidR="00AB6DDF">
        <w:t>…</w:t>
      </w:r>
    </w:p>
    <w:p w14:paraId="2338709E" w14:textId="77777777" w:rsidR="00C83B26" w:rsidRDefault="002E19AC" w:rsidP="00C83B26">
      <w:pPr>
        <w:ind w:firstLine="0"/>
        <w:jc w:val="center"/>
      </w:pPr>
      <w:r w:rsidRPr="00C83B26">
        <w:t>LUI</w:t>
      </w:r>
    </w:p>
    <w:p w14:paraId="42A4B084" w14:textId="77777777" w:rsidR="00C83B26" w:rsidRDefault="002E19AC" w:rsidP="00C83B26">
      <w:r w:rsidRPr="00223237">
        <w:t>Oh</w:t>
      </w:r>
      <w:r w:rsidR="00AB6DDF">
        <w:t xml:space="preserve"> ! </w:t>
      </w:r>
      <w:r w:rsidRPr="00223237">
        <w:t>Que le jury a une jolie voix</w:t>
      </w:r>
      <w:r w:rsidR="00AB6DDF">
        <w:t xml:space="preserve"> !… </w:t>
      </w:r>
      <w:r w:rsidRPr="00223237">
        <w:t>Si j</w:t>
      </w:r>
      <w:r w:rsidR="00AB6DDF">
        <w:t>’</w:t>
      </w:r>
      <w:r w:rsidRPr="00223237">
        <w:t>avais la voix du jury</w:t>
      </w:r>
      <w:r w:rsidR="00AB6DDF">
        <w:t xml:space="preserve">, </w:t>
      </w:r>
      <w:r w:rsidRPr="00223237">
        <w:t>je serais sauvé</w:t>
      </w:r>
      <w:r w:rsidR="00AB6DDF">
        <w:t>…</w:t>
      </w:r>
    </w:p>
    <w:p w14:paraId="08ED361E" w14:textId="77777777" w:rsidR="00C83B26" w:rsidRDefault="00AB6DDF" w:rsidP="00C83B26">
      <w:r>
        <w:rPr>
          <w:i/>
          <w:iCs/>
        </w:rPr>
        <w:t>(</w:t>
      </w:r>
      <w:r w:rsidR="002E19AC" w:rsidRPr="00223237">
        <w:rPr>
          <w:i/>
          <w:iCs/>
        </w:rPr>
        <w:t>Toutes ces choses qu</w:t>
      </w:r>
      <w:r>
        <w:rPr>
          <w:i/>
          <w:iCs/>
        </w:rPr>
        <w:t>’</w:t>
      </w:r>
      <w:r w:rsidR="002E19AC" w:rsidRPr="00223237">
        <w:rPr>
          <w:i/>
          <w:iCs/>
        </w:rPr>
        <w:t>il lui dit</w:t>
      </w:r>
      <w:r>
        <w:rPr>
          <w:i/>
          <w:iCs/>
        </w:rPr>
        <w:t xml:space="preserve">, </w:t>
      </w:r>
      <w:r w:rsidR="002E19AC" w:rsidRPr="00223237">
        <w:rPr>
          <w:i/>
          <w:iCs/>
        </w:rPr>
        <w:t>et toutes celles qu</w:t>
      </w:r>
      <w:r>
        <w:rPr>
          <w:i/>
          <w:iCs/>
        </w:rPr>
        <w:t>’</w:t>
      </w:r>
      <w:r w:rsidR="002E19AC" w:rsidRPr="00223237">
        <w:rPr>
          <w:i/>
          <w:iCs/>
        </w:rPr>
        <w:t>il va lui dire jusqu</w:t>
      </w:r>
      <w:r>
        <w:rPr>
          <w:i/>
          <w:iCs/>
        </w:rPr>
        <w:t>’</w:t>
      </w:r>
      <w:r w:rsidR="002E19AC" w:rsidRPr="00223237">
        <w:rPr>
          <w:i/>
          <w:iCs/>
        </w:rPr>
        <w:t>à la fin de l</w:t>
      </w:r>
      <w:r>
        <w:rPr>
          <w:i/>
          <w:iCs/>
        </w:rPr>
        <w:t>’</w:t>
      </w:r>
      <w:r w:rsidR="002E19AC" w:rsidRPr="00223237">
        <w:rPr>
          <w:i/>
          <w:iCs/>
        </w:rPr>
        <w:t>acte doivent être dites avec une ce</w:t>
      </w:r>
      <w:r w:rsidR="002E19AC" w:rsidRPr="00223237">
        <w:rPr>
          <w:i/>
          <w:iCs/>
        </w:rPr>
        <w:t>r</w:t>
      </w:r>
      <w:r w:rsidR="002E19AC" w:rsidRPr="00223237">
        <w:rPr>
          <w:i/>
          <w:iCs/>
        </w:rPr>
        <w:t xml:space="preserve">taine </w:t>
      </w:r>
      <w:r w:rsidR="002E19AC" w:rsidRPr="00223237">
        <w:rPr>
          <w:i/>
          <w:iCs/>
        </w:rPr>
        <w:lastRenderedPageBreak/>
        <w:t>volubilité et la plus grande gaieté possible</w:t>
      </w:r>
      <w:r>
        <w:rPr>
          <w:i/>
          <w:iCs/>
        </w:rPr>
        <w:t xml:space="preserve">, </w:t>
      </w:r>
      <w:r w:rsidR="002E19AC" w:rsidRPr="00223237">
        <w:rPr>
          <w:i/>
          <w:iCs/>
        </w:rPr>
        <w:t>car elles ne sont</w:t>
      </w:r>
      <w:r w:rsidR="002E19AC" w:rsidRPr="00223237">
        <w:rPr>
          <w:rFonts w:cs="Arial"/>
          <w:bCs/>
        </w:rPr>
        <w:t xml:space="preserve"> </w:t>
      </w:r>
      <w:r w:rsidR="002E19AC" w:rsidRPr="00223237">
        <w:rPr>
          <w:i/>
          <w:iCs/>
        </w:rPr>
        <w:t>que le témoignage d</w:t>
      </w:r>
      <w:r>
        <w:rPr>
          <w:i/>
          <w:iCs/>
        </w:rPr>
        <w:t>’</w:t>
      </w:r>
      <w:r w:rsidR="002E19AC" w:rsidRPr="00223237">
        <w:rPr>
          <w:i/>
          <w:iCs/>
        </w:rPr>
        <w:t>une bonne humeur inaltérable</w:t>
      </w:r>
      <w:r>
        <w:rPr>
          <w:i/>
          <w:iCs/>
        </w:rPr>
        <w:t xml:space="preserve">. </w:t>
      </w:r>
      <w:r w:rsidR="002E19AC" w:rsidRPr="00223237">
        <w:rPr>
          <w:i/>
          <w:iCs/>
        </w:rPr>
        <w:t>Ce n</w:t>
      </w:r>
      <w:r>
        <w:rPr>
          <w:i/>
          <w:iCs/>
        </w:rPr>
        <w:t>’</w:t>
      </w:r>
      <w:r w:rsidR="002E19AC" w:rsidRPr="00223237">
        <w:rPr>
          <w:i/>
          <w:iCs/>
        </w:rPr>
        <w:t>est pas un homme d</w:t>
      </w:r>
      <w:r>
        <w:rPr>
          <w:i/>
          <w:iCs/>
        </w:rPr>
        <w:t>’</w:t>
      </w:r>
      <w:r w:rsidR="002E19AC" w:rsidRPr="00223237">
        <w:rPr>
          <w:i/>
          <w:iCs/>
        </w:rPr>
        <w:t>esprit qui parle</w:t>
      </w:r>
      <w:r>
        <w:rPr>
          <w:i/>
          <w:iCs/>
        </w:rPr>
        <w:t xml:space="preserve">, </w:t>
      </w:r>
      <w:r w:rsidR="002E19AC" w:rsidRPr="00223237">
        <w:rPr>
          <w:i/>
          <w:iCs/>
        </w:rPr>
        <w:t>c</w:t>
      </w:r>
      <w:r>
        <w:rPr>
          <w:i/>
          <w:iCs/>
        </w:rPr>
        <w:t>’</w:t>
      </w:r>
      <w:r w:rsidR="002E19AC" w:rsidRPr="00223237">
        <w:rPr>
          <w:i/>
          <w:iCs/>
        </w:rPr>
        <w:t>est un homme gai qui improvise pour son plaisir une déclaration d</w:t>
      </w:r>
      <w:r>
        <w:rPr>
          <w:i/>
          <w:iCs/>
        </w:rPr>
        <w:t>’</w:t>
      </w:r>
      <w:r w:rsidR="002E19AC" w:rsidRPr="00223237">
        <w:rPr>
          <w:i/>
          <w:iCs/>
        </w:rPr>
        <w:t>amour</w:t>
      </w:r>
      <w:r>
        <w:rPr>
          <w:i/>
          <w:iCs/>
        </w:rPr>
        <w:t xml:space="preserve"> – </w:t>
      </w:r>
      <w:r w:rsidR="002E19AC" w:rsidRPr="00223237">
        <w:rPr>
          <w:i/>
          <w:iCs/>
        </w:rPr>
        <w:t>et si l</w:t>
      </w:r>
      <w:r>
        <w:rPr>
          <w:i/>
          <w:iCs/>
        </w:rPr>
        <w:t>’</w:t>
      </w:r>
      <w:r w:rsidR="002E19AC" w:rsidRPr="00223237">
        <w:rPr>
          <w:i/>
          <w:iCs/>
        </w:rPr>
        <w:t>on me d</w:t>
      </w:r>
      <w:r w:rsidR="002E19AC" w:rsidRPr="00223237">
        <w:rPr>
          <w:i/>
          <w:iCs/>
        </w:rPr>
        <w:t>e</w:t>
      </w:r>
      <w:r w:rsidR="002E19AC" w:rsidRPr="00223237">
        <w:rPr>
          <w:i/>
          <w:iCs/>
        </w:rPr>
        <w:t>mandait s</w:t>
      </w:r>
      <w:r>
        <w:rPr>
          <w:i/>
          <w:iCs/>
        </w:rPr>
        <w:t>’</w:t>
      </w:r>
      <w:r w:rsidR="002E19AC" w:rsidRPr="00223237">
        <w:rPr>
          <w:i/>
          <w:iCs/>
        </w:rPr>
        <w:t>il est sincère</w:t>
      </w:r>
      <w:r>
        <w:rPr>
          <w:i/>
          <w:iCs/>
        </w:rPr>
        <w:t xml:space="preserve">, </w:t>
      </w:r>
      <w:r w:rsidR="002E19AC" w:rsidRPr="00223237">
        <w:rPr>
          <w:i/>
          <w:iCs/>
        </w:rPr>
        <w:t>je répondrais qu</w:t>
      </w:r>
      <w:r>
        <w:rPr>
          <w:i/>
          <w:iCs/>
        </w:rPr>
        <w:t>’</w:t>
      </w:r>
      <w:r w:rsidR="002E19AC" w:rsidRPr="00223237">
        <w:rPr>
          <w:i/>
          <w:iCs/>
        </w:rPr>
        <w:t>il est sincèrement gai</w:t>
      </w:r>
      <w:r>
        <w:rPr>
          <w:i/>
          <w:iCs/>
        </w:rPr>
        <w:t>.)</w:t>
      </w:r>
    </w:p>
    <w:p w14:paraId="6B98DC66" w14:textId="77777777" w:rsidR="00C83B26" w:rsidRDefault="002E19AC" w:rsidP="00C83B26">
      <w:pPr>
        <w:ind w:firstLine="0"/>
        <w:jc w:val="center"/>
      </w:pPr>
      <w:r w:rsidRPr="00C83B26">
        <w:t>ELLE</w:t>
      </w:r>
    </w:p>
    <w:p w14:paraId="1C290A40" w14:textId="77777777" w:rsidR="00C83B26" w:rsidRDefault="002E19AC" w:rsidP="00C83B26">
      <w:r w:rsidRPr="00223237">
        <w:t>Voulez-vous me dire</w:t>
      </w:r>
      <w:r w:rsidR="00AB6DDF">
        <w:t xml:space="preserve">, </w:t>
      </w:r>
      <w:r w:rsidRPr="00223237">
        <w:t>je vous prie</w:t>
      </w:r>
      <w:r w:rsidR="00AB6DDF">
        <w:t xml:space="preserve">, </w:t>
      </w:r>
      <w:r w:rsidRPr="00223237">
        <w:t>pourquoi vous vous c</w:t>
      </w:r>
      <w:r w:rsidRPr="00223237">
        <w:t>a</w:t>
      </w:r>
      <w:r w:rsidRPr="00223237">
        <w:t>chiez dans votre salle de bains</w:t>
      </w:r>
      <w:r w:rsidR="00AB6DDF">
        <w:t> ?</w:t>
      </w:r>
    </w:p>
    <w:p w14:paraId="24BAD4FD" w14:textId="77777777" w:rsidR="00C83B26" w:rsidRDefault="002E19AC" w:rsidP="00C83B26">
      <w:pPr>
        <w:ind w:firstLine="0"/>
        <w:jc w:val="center"/>
      </w:pPr>
      <w:r w:rsidRPr="00C83B26">
        <w:t>LUI</w:t>
      </w:r>
    </w:p>
    <w:p w14:paraId="7282534E" w14:textId="77777777" w:rsidR="00C83B26" w:rsidRDefault="002E19AC" w:rsidP="00C83B26">
      <w:r w:rsidRPr="00223237">
        <w:t>Oh</w:t>
      </w:r>
      <w:r w:rsidR="00AB6DDF">
        <w:t xml:space="preserve"> ! </w:t>
      </w:r>
      <w:r w:rsidRPr="00223237">
        <w:t>Mais je ne me cachais pas dans ma salle de bains</w:t>
      </w:r>
      <w:r w:rsidR="00AB6DDF">
        <w:t xml:space="preserve">… </w:t>
      </w:r>
      <w:r w:rsidRPr="00223237">
        <w:t>mais non</w:t>
      </w:r>
      <w:r w:rsidR="00AB6DDF">
        <w:t xml:space="preserve">. </w:t>
      </w:r>
      <w:r w:rsidRPr="00223237">
        <w:t>J</w:t>
      </w:r>
      <w:r w:rsidR="00AB6DDF">
        <w:t>’</w:t>
      </w:r>
      <w:r w:rsidRPr="00223237">
        <w:t>étais en train de me laver les mains</w:t>
      </w:r>
      <w:r w:rsidR="00AB6DDF">
        <w:t xml:space="preserve">, </w:t>
      </w:r>
      <w:r w:rsidRPr="00223237">
        <w:t>dans ma salle de bains</w:t>
      </w:r>
      <w:r w:rsidR="00AB6DDF">
        <w:t>.</w:t>
      </w:r>
    </w:p>
    <w:p w14:paraId="277DB5C8" w14:textId="77777777" w:rsidR="00C83B26" w:rsidRDefault="002E19AC" w:rsidP="00C83B26">
      <w:pPr>
        <w:ind w:firstLine="0"/>
        <w:jc w:val="center"/>
      </w:pPr>
      <w:r w:rsidRPr="00C83B26">
        <w:t>ELLE</w:t>
      </w:r>
    </w:p>
    <w:p w14:paraId="2D628103" w14:textId="77777777" w:rsidR="00C83B26" w:rsidRDefault="002E19AC" w:rsidP="00C83B26">
      <w:r w:rsidRPr="00223237">
        <w:t>Votre valet de chambre nous a dit que vous n</w:t>
      </w:r>
      <w:r w:rsidR="00AB6DDF">
        <w:t>’</w:t>
      </w:r>
      <w:r w:rsidRPr="00223237">
        <w:t>étiez pas là</w:t>
      </w:r>
      <w:r w:rsidR="00AB6DDF">
        <w:t>…</w:t>
      </w:r>
    </w:p>
    <w:p w14:paraId="015D5299" w14:textId="77777777" w:rsidR="00C83B26" w:rsidRDefault="002E19AC" w:rsidP="00C83B26">
      <w:pPr>
        <w:ind w:firstLine="0"/>
        <w:jc w:val="center"/>
      </w:pPr>
      <w:r w:rsidRPr="00C83B26">
        <w:t>LUI</w:t>
      </w:r>
    </w:p>
    <w:p w14:paraId="63C7B1E0" w14:textId="77777777" w:rsidR="00C83B26" w:rsidRDefault="002E19AC" w:rsidP="00C83B26">
      <w:r w:rsidRPr="00223237">
        <w:t>Le témoin s</w:t>
      </w:r>
      <w:r w:rsidR="00AB6DDF">
        <w:t>’</w:t>
      </w:r>
      <w:r w:rsidRPr="00223237">
        <w:t>est trompé</w:t>
      </w:r>
      <w:r w:rsidR="00AB6DDF">
        <w:t xml:space="preserve">… </w:t>
      </w:r>
      <w:r w:rsidRPr="00223237">
        <w:t>ou alors il ne m</w:t>
      </w:r>
      <w:r w:rsidR="00AB6DDF">
        <w:t>’</w:t>
      </w:r>
      <w:r w:rsidRPr="00223237">
        <w:t>avait pas ente</w:t>
      </w:r>
      <w:r w:rsidRPr="00223237">
        <w:t>n</w:t>
      </w:r>
      <w:r w:rsidRPr="00223237">
        <w:t>du re</w:t>
      </w:r>
      <w:r w:rsidRPr="00223237">
        <w:t>n</w:t>
      </w:r>
      <w:r w:rsidRPr="00223237">
        <w:t>trer</w:t>
      </w:r>
      <w:r w:rsidR="00AB6DDF">
        <w:t xml:space="preserve"> ! </w:t>
      </w:r>
      <w:r w:rsidRPr="00223237">
        <w:t>En tout cas</w:t>
      </w:r>
      <w:r w:rsidR="00AB6DDF">
        <w:t xml:space="preserve">, </w:t>
      </w:r>
      <w:r w:rsidRPr="00223237">
        <w:t>j</w:t>
      </w:r>
      <w:r w:rsidR="00AB6DDF">
        <w:t>’</w:t>
      </w:r>
      <w:r w:rsidRPr="00223237">
        <w:t>étais vraiment rentré</w:t>
      </w:r>
      <w:r w:rsidR="00AB6DDF">
        <w:t xml:space="preserve">, </w:t>
      </w:r>
      <w:r w:rsidRPr="00223237">
        <w:t>puisque la salle de bains n</w:t>
      </w:r>
      <w:r w:rsidR="00AB6DDF">
        <w:t>’</w:t>
      </w:r>
      <w:r w:rsidRPr="00223237">
        <w:t>a qu</w:t>
      </w:r>
      <w:r w:rsidR="00AB6DDF">
        <w:t>’</w:t>
      </w:r>
      <w:r w:rsidRPr="00223237">
        <w:t>une porte</w:t>
      </w:r>
      <w:r w:rsidR="00AB6DDF">
        <w:t xml:space="preserve">… </w:t>
      </w:r>
      <w:r w:rsidRPr="00223237">
        <w:t>celle-ci</w:t>
      </w:r>
      <w:r w:rsidR="00AB6DDF">
        <w:t xml:space="preserve"> !… </w:t>
      </w:r>
      <w:r w:rsidRPr="00223237">
        <w:t>Ma parole</w:t>
      </w:r>
      <w:r w:rsidR="00AB6DDF">
        <w:t xml:space="preserve">, </w:t>
      </w:r>
      <w:r w:rsidRPr="00223237">
        <w:t>j</w:t>
      </w:r>
      <w:r w:rsidR="00AB6DDF">
        <w:t>’</w:t>
      </w:r>
      <w:r w:rsidRPr="00223237">
        <w:t>étais en train de me laver les mains</w:t>
      </w:r>
      <w:r w:rsidR="00AB6DDF">
        <w:t xml:space="preserve">… </w:t>
      </w:r>
      <w:r w:rsidRPr="00223237">
        <w:t>ce qui n</w:t>
      </w:r>
      <w:r w:rsidR="00AB6DDF">
        <w:t>’</w:t>
      </w:r>
      <w:r w:rsidRPr="00223237">
        <w:t>est ni répréhensible ni injurieux pour qui que ce soit</w:t>
      </w:r>
      <w:r w:rsidR="00AB6DDF">
        <w:t xml:space="preserve">… </w:t>
      </w:r>
      <w:r w:rsidRPr="00223237">
        <w:t>Lorsque vous êtes entrés</w:t>
      </w:r>
      <w:r w:rsidR="00AB6DDF">
        <w:t xml:space="preserve">. </w:t>
      </w:r>
      <w:r w:rsidRPr="00223237">
        <w:t>J</w:t>
      </w:r>
      <w:r w:rsidR="00AB6DDF">
        <w:t>’</w:t>
      </w:r>
      <w:r w:rsidRPr="00223237">
        <w:t>ai co</w:t>
      </w:r>
      <w:r w:rsidRPr="00223237">
        <w:t>n</w:t>
      </w:r>
      <w:r w:rsidRPr="00223237">
        <w:t>tinué de me laver les mains</w:t>
      </w:r>
      <w:r w:rsidR="00AB6DDF">
        <w:t xml:space="preserve">… </w:t>
      </w:r>
      <w:r w:rsidRPr="00223237">
        <w:t>Vous vous êtes assis</w:t>
      </w:r>
      <w:r w:rsidR="00AB6DDF">
        <w:t xml:space="preserve">, </w:t>
      </w:r>
      <w:r w:rsidRPr="00223237">
        <w:t>vous avez bavardé</w:t>
      </w:r>
      <w:r w:rsidR="00AB6DDF">
        <w:t xml:space="preserve">… </w:t>
      </w:r>
      <w:r w:rsidRPr="00223237">
        <w:t>je me suis essuyé les mains</w:t>
      </w:r>
      <w:r w:rsidR="00AB6DDF">
        <w:t xml:space="preserve">… </w:t>
      </w:r>
      <w:r w:rsidRPr="00223237">
        <w:t>je ne pouvais pas arriver avec les mains trempées</w:t>
      </w:r>
      <w:r w:rsidR="00AB6DDF">
        <w:t xml:space="preserve">… </w:t>
      </w:r>
      <w:r w:rsidRPr="00223237">
        <w:t>Tout en m</w:t>
      </w:r>
      <w:r w:rsidR="00AB6DDF">
        <w:t>’</w:t>
      </w:r>
      <w:r w:rsidRPr="00223237">
        <w:t>essuyant les mains</w:t>
      </w:r>
      <w:r w:rsidR="00AB6DDF">
        <w:t xml:space="preserve">, </w:t>
      </w:r>
      <w:r w:rsidRPr="00223237">
        <w:t>j</w:t>
      </w:r>
      <w:r w:rsidR="00AB6DDF">
        <w:t>’</w:t>
      </w:r>
      <w:r w:rsidRPr="00223237">
        <w:t>ai tendu l</w:t>
      </w:r>
      <w:r w:rsidR="00AB6DDF">
        <w:t>’</w:t>
      </w:r>
      <w:r w:rsidRPr="00223237">
        <w:t>oreille</w:t>
      </w:r>
      <w:r w:rsidR="00AB6DDF">
        <w:t xml:space="preserve">… </w:t>
      </w:r>
      <w:r w:rsidRPr="00223237">
        <w:t>Avez-vous remarqué comme on tend bien l</w:t>
      </w:r>
      <w:r w:rsidR="00AB6DDF">
        <w:t>’</w:t>
      </w:r>
      <w:r w:rsidRPr="00223237">
        <w:t>oreille en s</w:t>
      </w:r>
      <w:r w:rsidR="00AB6DDF">
        <w:t>’</w:t>
      </w:r>
      <w:r w:rsidRPr="00223237">
        <w:t>essuyant les mains</w:t>
      </w:r>
      <w:r w:rsidR="00AB6DDF">
        <w:t xml:space="preserve"> ? </w:t>
      </w:r>
      <w:r w:rsidRPr="00223237">
        <w:t>C</w:t>
      </w:r>
      <w:r w:rsidR="00AB6DDF">
        <w:t>’</w:t>
      </w:r>
      <w:r w:rsidRPr="00223237">
        <w:t>est presque instinctif</w:t>
      </w:r>
      <w:r w:rsidR="00AB6DDF">
        <w:t xml:space="preserve">. </w:t>
      </w:r>
      <w:r w:rsidRPr="00223237">
        <w:t>J</w:t>
      </w:r>
      <w:r w:rsidR="00AB6DDF">
        <w:t>’</w:t>
      </w:r>
      <w:r w:rsidRPr="00223237">
        <w:t>ai tendu l</w:t>
      </w:r>
      <w:r w:rsidR="00AB6DDF">
        <w:t>’</w:t>
      </w:r>
      <w:r w:rsidRPr="00223237">
        <w:t>oreille afin de me rendre compte que vous ne vous disputiez pas</w:t>
      </w:r>
      <w:r w:rsidR="00AB6DDF">
        <w:t xml:space="preserve">… </w:t>
      </w:r>
      <w:r w:rsidRPr="00223237">
        <w:t>parce que</w:t>
      </w:r>
      <w:r w:rsidR="00AB6DDF">
        <w:t xml:space="preserve">, </w:t>
      </w:r>
      <w:r w:rsidRPr="00223237">
        <w:t>moi</w:t>
      </w:r>
      <w:r w:rsidR="00AB6DDF">
        <w:t xml:space="preserve">, </w:t>
      </w:r>
      <w:r w:rsidRPr="00223237">
        <w:t>j</w:t>
      </w:r>
      <w:r w:rsidR="00AB6DDF">
        <w:t>’</w:t>
      </w:r>
      <w:r w:rsidRPr="00223237">
        <w:t xml:space="preserve">ai </w:t>
      </w:r>
      <w:r w:rsidRPr="00223237">
        <w:lastRenderedPageBreak/>
        <w:t>horreur d</w:t>
      </w:r>
      <w:r w:rsidR="00AB6DDF">
        <w:t>’</w:t>
      </w:r>
      <w:r w:rsidRPr="00223237">
        <w:t>interrompre une dispute</w:t>
      </w:r>
      <w:r w:rsidR="00AB6DDF">
        <w:t xml:space="preserve">… </w:t>
      </w:r>
      <w:r w:rsidRPr="00223237">
        <w:t>c</w:t>
      </w:r>
      <w:r w:rsidR="00AB6DDF">
        <w:t>’</w:t>
      </w:r>
      <w:r w:rsidRPr="00223237">
        <w:t>est vrai</w:t>
      </w:r>
      <w:r w:rsidR="00AB6DDF">
        <w:t xml:space="preserve">, </w:t>
      </w:r>
      <w:r w:rsidRPr="00223237">
        <w:t>ça peut empêcher les choses de s</w:t>
      </w:r>
      <w:r w:rsidR="00AB6DDF">
        <w:t>’</w:t>
      </w:r>
      <w:r w:rsidRPr="00223237">
        <w:t>envenimer</w:t>
      </w:r>
      <w:r w:rsidR="00AB6DDF">
        <w:t>…</w:t>
      </w:r>
    </w:p>
    <w:p w14:paraId="352DD1ED" w14:textId="77777777" w:rsidR="00C83B26" w:rsidRDefault="002E19AC" w:rsidP="00C83B26">
      <w:pPr>
        <w:ind w:firstLine="0"/>
        <w:jc w:val="center"/>
      </w:pPr>
      <w:r w:rsidRPr="00C83B26">
        <w:t>ELLE</w:t>
      </w:r>
    </w:p>
    <w:p w14:paraId="2C862E7B" w14:textId="77777777" w:rsidR="00C83B26" w:rsidRDefault="002E19AC" w:rsidP="00C83B26">
      <w:r w:rsidRPr="00223237">
        <w:t>Pourquoi nous serions-nous disputés</w:t>
      </w:r>
      <w:r w:rsidR="00AB6DDF">
        <w:t> ?</w:t>
      </w:r>
    </w:p>
    <w:p w14:paraId="71786C9C" w14:textId="77777777" w:rsidR="00C83B26" w:rsidRDefault="002E19AC" w:rsidP="00C83B26">
      <w:pPr>
        <w:ind w:firstLine="0"/>
        <w:jc w:val="center"/>
      </w:pPr>
      <w:r w:rsidRPr="00C83B26">
        <w:t>LUI</w:t>
      </w:r>
    </w:p>
    <w:p w14:paraId="6C5943E2" w14:textId="77777777" w:rsidR="00C83B26" w:rsidRDefault="002E19AC" w:rsidP="00C83B26">
      <w:r w:rsidRPr="00223237">
        <w:t>Vous êtes mariés</w:t>
      </w:r>
      <w:r w:rsidR="00AB6DDF">
        <w:t> !</w:t>
      </w:r>
    </w:p>
    <w:p w14:paraId="659CE349" w14:textId="77777777" w:rsidR="00C83B26" w:rsidRDefault="002E19AC" w:rsidP="00C83B26">
      <w:pPr>
        <w:ind w:firstLine="0"/>
        <w:jc w:val="center"/>
      </w:pPr>
      <w:r w:rsidRPr="00C83B26">
        <w:t>ELLE</w:t>
      </w:r>
    </w:p>
    <w:p w14:paraId="7623B9B3" w14:textId="77777777" w:rsidR="00C83B26" w:rsidRDefault="002E19AC" w:rsidP="00C83B26">
      <w:r w:rsidRPr="00223237">
        <w:t>Vous auriez pu entrer</w:t>
      </w:r>
      <w:r w:rsidR="00AB6DDF">
        <w:t xml:space="preserve">, </w:t>
      </w:r>
      <w:r w:rsidRPr="00223237">
        <w:t>puisque nous ne nous disputions pas</w:t>
      </w:r>
      <w:r w:rsidR="00AB6DDF">
        <w:t>.</w:t>
      </w:r>
    </w:p>
    <w:p w14:paraId="0908020D" w14:textId="77777777" w:rsidR="00C83B26" w:rsidRDefault="002E19AC" w:rsidP="00C83B26">
      <w:pPr>
        <w:ind w:firstLine="0"/>
        <w:jc w:val="center"/>
      </w:pPr>
      <w:r w:rsidRPr="00C83B26">
        <w:t>LUI</w:t>
      </w:r>
    </w:p>
    <w:p w14:paraId="1B277231" w14:textId="77777777" w:rsidR="00C83B26" w:rsidRDefault="002E19AC" w:rsidP="00C83B26">
      <w:r w:rsidRPr="00223237">
        <w:t>Oui</w:t>
      </w:r>
      <w:r w:rsidR="00AB6DDF">
        <w:t xml:space="preserve">, </w:t>
      </w:r>
      <w:r w:rsidRPr="00223237">
        <w:t>seulement</w:t>
      </w:r>
      <w:r w:rsidR="00AB6DDF">
        <w:t xml:space="preserve">, </w:t>
      </w:r>
      <w:r w:rsidRPr="00223237">
        <w:t>j</w:t>
      </w:r>
      <w:r w:rsidR="00AB6DDF">
        <w:t>’</w:t>
      </w:r>
      <w:r w:rsidRPr="00223237">
        <w:t>avais les mains humides</w:t>
      </w:r>
      <w:r w:rsidR="00AB6DDF">
        <w:t> !</w:t>
      </w:r>
    </w:p>
    <w:p w14:paraId="6DECAAE1" w14:textId="77777777" w:rsidR="00C83B26" w:rsidRDefault="002E19AC" w:rsidP="00C83B26">
      <w:pPr>
        <w:ind w:firstLine="0"/>
        <w:jc w:val="center"/>
      </w:pPr>
      <w:r w:rsidRPr="00C83B26">
        <w:t>ELLE</w:t>
      </w:r>
    </w:p>
    <w:p w14:paraId="476D9278" w14:textId="77777777" w:rsidR="00C83B26" w:rsidRDefault="002E19AC" w:rsidP="00C83B26">
      <w:r w:rsidRPr="00223237">
        <w:t>Et vous avez horreur des mains humides</w:t>
      </w:r>
      <w:r w:rsidR="00AB6DDF">
        <w:t> ?</w:t>
      </w:r>
    </w:p>
    <w:p w14:paraId="711992FC" w14:textId="77777777" w:rsidR="00C83B26" w:rsidRDefault="002E19AC" w:rsidP="00C83B26">
      <w:pPr>
        <w:ind w:firstLine="0"/>
        <w:jc w:val="center"/>
      </w:pPr>
      <w:r w:rsidRPr="00C83B26">
        <w:t>LUI</w:t>
      </w:r>
    </w:p>
    <w:p w14:paraId="1F73070E" w14:textId="77777777" w:rsidR="00C83B26" w:rsidRDefault="002E19AC" w:rsidP="00C83B26">
      <w:r w:rsidRPr="00223237">
        <w:t>Peut-être encore plus que des mains mouillées</w:t>
      </w:r>
      <w:r w:rsidR="00AB6DDF">
        <w:t xml:space="preserve"> ! </w:t>
      </w:r>
      <w:r w:rsidRPr="00223237">
        <w:t>Alors</w:t>
      </w:r>
      <w:r w:rsidR="00AB6DDF">
        <w:t xml:space="preserve">, </w:t>
      </w:r>
      <w:r w:rsidRPr="00223237">
        <w:t>je les ai secouées comme ça</w:t>
      </w:r>
      <w:r w:rsidR="00AB6DDF">
        <w:t xml:space="preserve">, </w:t>
      </w:r>
      <w:r w:rsidRPr="00223237">
        <w:t>un peu</w:t>
      </w:r>
      <w:r w:rsidR="00AB6DDF">
        <w:t xml:space="preserve">, </w:t>
      </w:r>
      <w:r w:rsidRPr="00223237">
        <w:t>en l</w:t>
      </w:r>
      <w:r w:rsidR="00AB6DDF">
        <w:t>’</w:t>
      </w:r>
      <w:r w:rsidRPr="00223237">
        <w:t>air pour qu</w:t>
      </w:r>
      <w:r w:rsidR="00AB6DDF">
        <w:t>’</w:t>
      </w:r>
      <w:r w:rsidRPr="00223237">
        <w:t>elles s</w:t>
      </w:r>
      <w:r w:rsidRPr="00223237">
        <w:t>è</w:t>
      </w:r>
      <w:r w:rsidRPr="00223237">
        <w:t>chent</w:t>
      </w:r>
      <w:r w:rsidR="00AB6DDF">
        <w:t xml:space="preserve">… </w:t>
      </w:r>
      <w:r w:rsidRPr="00223237">
        <w:t>puis de nouveau j</w:t>
      </w:r>
      <w:r w:rsidR="00AB6DDF">
        <w:t>’</w:t>
      </w:r>
      <w:r w:rsidRPr="00223237">
        <w:t>ai tendu l</w:t>
      </w:r>
      <w:r w:rsidR="00AB6DDF">
        <w:t>’</w:t>
      </w:r>
      <w:r w:rsidRPr="00223237">
        <w:t>oreille</w:t>
      </w:r>
      <w:r w:rsidR="00AB6DDF">
        <w:t xml:space="preserve">… </w:t>
      </w:r>
      <w:r w:rsidRPr="00223237">
        <w:t>à ce moment-là</w:t>
      </w:r>
      <w:r w:rsidR="00AB6DDF">
        <w:t xml:space="preserve">, </w:t>
      </w:r>
      <w:r w:rsidRPr="00223237">
        <w:t>tous deux</w:t>
      </w:r>
      <w:r w:rsidR="00AB6DDF">
        <w:t xml:space="preserve">, </w:t>
      </w:r>
      <w:r w:rsidRPr="00223237">
        <w:t>vous parliez de</w:t>
      </w:r>
      <w:r w:rsidR="00AB6DDF">
        <w:t xml:space="preserve">… </w:t>
      </w:r>
      <w:r w:rsidRPr="00223237">
        <w:t>d</w:t>
      </w:r>
      <w:r w:rsidR="00AB6DDF">
        <w:t>’</w:t>
      </w:r>
      <w:r w:rsidRPr="00223237">
        <w:t>un Américain du Sud</w:t>
      </w:r>
      <w:r w:rsidR="00AB6DDF">
        <w:t xml:space="preserve">. </w:t>
      </w:r>
      <w:r w:rsidRPr="00223237">
        <w:t>Ça ne m</w:t>
      </w:r>
      <w:r w:rsidR="00AB6DDF">
        <w:t>’</w:t>
      </w:r>
      <w:r w:rsidRPr="00223237">
        <w:t>a pas intéressé</w:t>
      </w:r>
      <w:r w:rsidR="00AB6DDF">
        <w:t xml:space="preserve">. </w:t>
      </w:r>
      <w:r w:rsidRPr="00223237">
        <w:t>Alors</w:t>
      </w:r>
      <w:r w:rsidR="00AB6DDF">
        <w:t xml:space="preserve">, </w:t>
      </w:r>
      <w:r w:rsidRPr="00223237">
        <w:t>ma foi</w:t>
      </w:r>
      <w:r w:rsidR="00AB6DDF">
        <w:t xml:space="preserve">, </w:t>
      </w:r>
      <w:r w:rsidRPr="00223237">
        <w:t>j</w:t>
      </w:r>
      <w:r w:rsidR="00AB6DDF">
        <w:t>’</w:t>
      </w:r>
      <w:r w:rsidRPr="00223237">
        <w:t>ai allumé une cigarette</w:t>
      </w:r>
      <w:r w:rsidR="00AB6DDF">
        <w:t xml:space="preserve">… </w:t>
      </w:r>
      <w:r w:rsidRPr="00223237">
        <w:t>Quelques instants plus tard</w:t>
      </w:r>
      <w:r w:rsidR="00AB6DDF">
        <w:t xml:space="preserve">, </w:t>
      </w:r>
      <w:r w:rsidRPr="00223237">
        <w:t>je l</w:t>
      </w:r>
      <w:r w:rsidR="00AB6DDF">
        <w:t>’</w:t>
      </w:r>
      <w:r w:rsidRPr="00223237">
        <w:t>ai entendu qui disait</w:t>
      </w:r>
      <w:r w:rsidR="00AB6DDF">
        <w:t> : « </w:t>
      </w:r>
      <w:r w:rsidRPr="00223237">
        <w:t>Eh</w:t>
      </w:r>
      <w:r w:rsidR="00AB6DDF">
        <w:t xml:space="preserve"> ! </w:t>
      </w:r>
      <w:r w:rsidRPr="00223237">
        <w:t>Nom de Dieu</w:t>
      </w:r>
      <w:r w:rsidR="00AB6DDF">
        <w:t xml:space="preserve">, </w:t>
      </w:r>
      <w:r w:rsidRPr="00223237">
        <w:t>quand on donne un rendez-vous</w:t>
      </w:r>
      <w:r w:rsidR="00AB6DDF">
        <w:t xml:space="preserve">, </w:t>
      </w:r>
      <w:r w:rsidRPr="00223237">
        <w:t>on y est</w:t>
      </w:r>
      <w:r w:rsidR="00AB6DDF">
        <w:t> ! »</w:t>
      </w:r>
      <w:r w:rsidRPr="00223237">
        <w:t xml:space="preserve"> Je me suis dit</w:t>
      </w:r>
      <w:r w:rsidR="00AB6DDF">
        <w:t> : « </w:t>
      </w:r>
      <w:r w:rsidRPr="00223237">
        <w:t>Ce n</w:t>
      </w:r>
      <w:r w:rsidR="00AB6DDF">
        <w:t>’</w:t>
      </w:r>
      <w:r w:rsidRPr="00223237">
        <w:t>est peut-être pas le moment d</w:t>
      </w:r>
      <w:r w:rsidR="00AB6DDF">
        <w:t>’</w:t>
      </w:r>
      <w:r w:rsidRPr="00223237">
        <w:t>entrer</w:t>
      </w:r>
      <w:r w:rsidR="00AB6DDF">
        <w:t xml:space="preserve">, </w:t>
      </w:r>
      <w:r w:rsidRPr="00223237">
        <w:t>attendons e</w:t>
      </w:r>
      <w:r w:rsidRPr="00223237">
        <w:t>n</w:t>
      </w:r>
      <w:r w:rsidRPr="00223237">
        <w:t>core un peu</w:t>
      </w:r>
      <w:r w:rsidR="00AB6DDF">
        <w:t> ! »</w:t>
      </w:r>
      <w:r w:rsidRPr="00223237">
        <w:t xml:space="preserve"> J</w:t>
      </w:r>
      <w:r w:rsidR="00AB6DDF">
        <w:t>’</w:t>
      </w:r>
      <w:r w:rsidRPr="00223237">
        <w:t>ai fumé quelques bouffées</w:t>
      </w:r>
      <w:r w:rsidR="00AB6DDF">
        <w:t xml:space="preserve">… </w:t>
      </w:r>
      <w:r w:rsidRPr="00223237">
        <w:t>puis</w:t>
      </w:r>
      <w:r w:rsidR="00AB6DDF">
        <w:t xml:space="preserve">, </w:t>
      </w:r>
      <w:r w:rsidRPr="00223237">
        <w:t>de nouveau</w:t>
      </w:r>
      <w:r w:rsidR="00AB6DDF">
        <w:t xml:space="preserve">, </w:t>
      </w:r>
      <w:r w:rsidRPr="00223237">
        <w:t>j</w:t>
      </w:r>
      <w:r w:rsidR="00AB6DDF">
        <w:t>’</w:t>
      </w:r>
      <w:r w:rsidRPr="00223237">
        <w:t>ai tendu l</w:t>
      </w:r>
      <w:r w:rsidR="00AB6DDF">
        <w:t>’</w:t>
      </w:r>
      <w:r w:rsidRPr="00223237">
        <w:t>oreille</w:t>
      </w:r>
      <w:r w:rsidR="00AB6DDF">
        <w:t xml:space="preserve">… </w:t>
      </w:r>
      <w:r w:rsidRPr="00223237">
        <w:t>et alors ces mots</w:t>
      </w:r>
      <w:r w:rsidR="00AB6DDF">
        <w:t xml:space="preserve">, </w:t>
      </w:r>
      <w:r w:rsidRPr="00223237">
        <w:t>ces mots tant espérés sont venus jusqu</w:t>
      </w:r>
      <w:r w:rsidR="00AB6DDF">
        <w:t>’</w:t>
      </w:r>
      <w:r w:rsidRPr="00223237">
        <w:t>à moi</w:t>
      </w:r>
      <w:r w:rsidR="00AB6DDF">
        <w:t> : « </w:t>
      </w:r>
      <w:r w:rsidRPr="00223237">
        <w:t>Eh</w:t>
      </w:r>
      <w:r w:rsidR="00AB6DDF">
        <w:t xml:space="preserve"> ! </w:t>
      </w:r>
      <w:r w:rsidRPr="00223237">
        <w:t>Bien</w:t>
      </w:r>
      <w:r w:rsidR="00AB6DDF">
        <w:t xml:space="preserve">, </w:t>
      </w:r>
      <w:r w:rsidRPr="00223237">
        <w:t>écoute mon chéri</w:t>
      </w:r>
      <w:r w:rsidR="00AB6DDF">
        <w:t xml:space="preserve">, </w:t>
      </w:r>
      <w:r w:rsidRPr="00223237">
        <w:t>va à ton re</w:t>
      </w:r>
      <w:r w:rsidRPr="00223237">
        <w:t>n</w:t>
      </w:r>
      <w:r w:rsidRPr="00223237">
        <w:t>dez-vous</w:t>
      </w:r>
      <w:r w:rsidR="00AB6DDF">
        <w:t xml:space="preserve">, </w:t>
      </w:r>
      <w:r w:rsidRPr="00223237">
        <w:t>moi</w:t>
      </w:r>
      <w:r w:rsidR="00AB6DDF">
        <w:t xml:space="preserve">, </w:t>
      </w:r>
      <w:r w:rsidRPr="00223237">
        <w:t xml:space="preserve">je vais attendre notre ami </w:t>
      </w:r>
      <w:r w:rsidRPr="00223237">
        <w:lastRenderedPageBreak/>
        <w:t>pendant cinq minutes encore</w:t>
      </w:r>
      <w:r w:rsidR="00AB6DDF">
        <w:t> !… »</w:t>
      </w:r>
      <w:r w:rsidRPr="00223237">
        <w:t xml:space="preserve"> Vraiment</w:t>
      </w:r>
      <w:r w:rsidR="00AB6DDF">
        <w:t xml:space="preserve">, </w:t>
      </w:r>
      <w:r w:rsidRPr="00223237">
        <w:t>mettez-vous à ma place</w:t>
      </w:r>
      <w:r w:rsidR="00AB6DDF">
        <w:t xml:space="preserve"> !… </w:t>
      </w:r>
      <w:r w:rsidRPr="00223237">
        <w:t>Pouvais-je faire mon entrée à l</w:t>
      </w:r>
      <w:r w:rsidR="00AB6DDF">
        <w:t>’</w:t>
      </w:r>
      <w:r w:rsidRPr="00223237">
        <w:t>instant même où il s</w:t>
      </w:r>
      <w:r w:rsidR="00AB6DDF">
        <w:t>’</w:t>
      </w:r>
      <w:r w:rsidRPr="00223237">
        <w:t>en allait</w:t>
      </w:r>
      <w:r w:rsidR="00AB6DDF">
        <w:t xml:space="preserve"> ?… </w:t>
      </w:r>
      <w:r w:rsidRPr="00223237">
        <w:t>C</w:t>
      </w:r>
      <w:r w:rsidR="00AB6DDF">
        <w:t>’</w:t>
      </w:r>
      <w:r w:rsidRPr="00223237">
        <w:t>eût été faire attendre l</w:t>
      </w:r>
      <w:r w:rsidR="00AB6DDF">
        <w:t>’</w:t>
      </w:r>
      <w:r w:rsidRPr="00223237">
        <w:t>Américain du Sud</w:t>
      </w:r>
      <w:r w:rsidR="00AB6DDF">
        <w:t xml:space="preserve">… </w:t>
      </w:r>
      <w:r w:rsidRPr="00223237">
        <w:t>et vous savez</w:t>
      </w:r>
      <w:r w:rsidR="00AB6DDF">
        <w:t xml:space="preserve">, </w:t>
      </w:r>
      <w:r w:rsidRPr="00223237">
        <w:t>moi</w:t>
      </w:r>
      <w:r w:rsidR="00AB6DDF">
        <w:t xml:space="preserve">, </w:t>
      </w:r>
      <w:r w:rsidRPr="00223237">
        <w:t>je n</w:t>
      </w:r>
      <w:r w:rsidR="00AB6DDF">
        <w:t>’</w:t>
      </w:r>
      <w:r w:rsidRPr="00223237">
        <w:t>aime pas faire attendre une femme</w:t>
      </w:r>
      <w:r w:rsidR="00AB6DDF">
        <w:t xml:space="preserve">… </w:t>
      </w:r>
      <w:r w:rsidRPr="00223237">
        <w:t>En tout cas</w:t>
      </w:r>
      <w:r w:rsidR="00AB6DDF">
        <w:t xml:space="preserve">, </w:t>
      </w:r>
      <w:r w:rsidRPr="00223237">
        <w:t>je pense que vous ne doutez pas de tout ce que je viens de vous dire</w:t>
      </w:r>
      <w:r w:rsidR="00AB6DDF">
        <w:t> ?</w:t>
      </w:r>
    </w:p>
    <w:p w14:paraId="7CCF4CBC" w14:textId="77777777" w:rsidR="00C83B26" w:rsidRDefault="002E19AC" w:rsidP="00C83B26">
      <w:pPr>
        <w:ind w:firstLine="0"/>
        <w:jc w:val="center"/>
      </w:pPr>
      <w:r w:rsidRPr="00C83B26">
        <w:t>ELLE</w:t>
      </w:r>
    </w:p>
    <w:p w14:paraId="51200368" w14:textId="77777777" w:rsidR="00C83B26" w:rsidRDefault="002E19AC" w:rsidP="00C83B26">
      <w:r w:rsidRPr="00223237">
        <w:t>Non</w:t>
      </w:r>
      <w:r w:rsidR="00AB6DDF">
        <w:t>.</w:t>
      </w:r>
    </w:p>
    <w:p w14:paraId="3CBCC569" w14:textId="77777777" w:rsidR="00C83B26" w:rsidRDefault="002E19AC" w:rsidP="00C83B26">
      <w:pPr>
        <w:ind w:firstLine="0"/>
        <w:jc w:val="center"/>
      </w:pPr>
      <w:r w:rsidRPr="00C83B26">
        <w:t>LUI</w:t>
      </w:r>
    </w:p>
    <w:p w14:paraId="3AE48886" w14:textId="77777777" w:rsidR="00C83B26" w:rsidRDefault="002E19AC" w:rsidP="00C83B26">
      <w:r w:rsidRPr="00223237">
        <w:t>Vous croyez</w:t>
      </w:r>
      <w:r w:rsidR="00AB6DDF">
        <w:t xml:space="preserve">, </w:t>
      </w:r>
      <w:r w:rsidRPr="00223237">
        <w:t>n</w:t>
      </w:r>
      <w:r w:rsidR="00AB6DDF">
        <w:t>’</w:t>
      </w:r>
      <w:r w:rsidRPr="00223237">
        <w:t>est-ce pas</w:t>
      </w:r>
      <w:r w:rsidR="00AB6DDF">
        <w:t xml:space="preserve">, </w:t>
      </w:r>
      <w:r w:rsidRPr="00223237">
        <w:t>ce que je viens de vous dire</w:t>
      </w:r>
      <w:r w:rsidR="00AB6DDF">
        <w:t> ?</w:t>
      </w:r>
    </w:p>
    <w:p w14:paraId="43C40635" w14:textId="77777777" w:rsidR="00C83B26" w:rsidRDefault="002E19AC" w:rsidP="00C83B26">
      <w:pPr>
        <w:ind w:firstLine="0"/>
        <w:jc w:val="center"/>
      </w:pPr>
      <w:r w:rsidRPr="00C83B26">
        <w:t>ELLE</w:t>
      </w:r>
    </w:p>
    <w:p w14:paraId="71614501" w14:textId="77777777" w:rsidR="00C83B26" w:rsidRDefault="002E19AC" w:rsidP="00C83B26">
      <w:r w:rsidRPr="00223237">
        <w:t>Mais oui</w:t>
      </w:r>
      <w:r w:rsidR="00AB6DDF">
        <w:t>.</w:t>
      </w:r>
    </w:p>
    <w:p w14:paraId="334AC282" w14:textId="77777777" w:rsidR="00C83B26" w:rsidRDefault="002E19AC" w:rsidP="00C83B26">
      <w:pPr>
        <w:ind w:firstLine="0"/>
        <w:jc w:val="center"/>
      </w:pPr>
      <w:r w:rsidRPr="00C83B26">
        <w:t>LUI</w:t>
      </w:r>
    </w:p>
    <w:p w14:paraId="77D9EB06" w14:textId="77777777" w:rsidR="00C83B26" w:rsidRDefault="002E19AC" w:rsidP="00C83B26">
      <w:r w:rsidRPr="00223237">
        <w:t>Oh</w:t>
      </w:r>
      <w:r w:rsidR="00AB6DDF">
        <w:t> !</w:t>
      </w:r>
    </w:p>
    <w:p w14:paraId="51C7A835" w14:textId="77777777" w:rsidR="00C83B26" w:rsidRDefault="002E19AC" w:rsidP="00C83B26">
      <w:pPr>
        <w:ind w:firstLine="0"/>
        <w:jc w:val="center"/>
      </w:pPr>
      <w:r w:rsidRPr="00C83B26">
        <w:t>ELLE</w:t>
      </w:r>
    </w:p>
    <w:p w14:paraId="7BC79A2E" w14:textId="77777777" w:rsidR="00C83B26" w:rsidRDefault="002E19AC" w:rsidP="00C83B26">
      <w:r w:rsidRPr="00223237">
        <w:t>Quoi</w:t>
      </w:r>
      <w:r w:rsidR="00AB6DDF">
        <w:t> ?</w:t>
      </w:r>
    </w:p>
    <w:p w14:paraId="59608D19" w14:textId="77777777" w:rsidR="00C83B26" w:rsidRDefault="002E19AC" w:rsidP="00C83B26">
      <w:pPr>
        <w:ind w:firstLine="0"/>
        <w:jc w:val="center"/>
      </w:pPr>
      <w:r w:rsidRPr="00C83B26">
        <w:t>LUI</w:t>
      </w:r>
    </w:p>
    <w:p w14:paraId="0DC646E3" w14:textId="77777777" w:rsidR="00C83B26" w:rsidRDefault="002E19AC" w:rsidP="00C83B26">
      <w:r w:rsidRPr="00223237">
        <w:t>Vous ne croyez pas ça</w:t>
      </w:r>
      <w:r w:rsidR="00AB6DDF">
        <w:t> ?</w:t>
      </w:r>
    </w:p>
    <w:p w14:paraId="54E554C9" w14:textId="77777777" w:rsidR="00C83B26" w:rsidRDefault="002E19AC" w:rsidP="00C83B26">
      <w:pPr>
        <w:ind w:firstLine="0"/>
        <w:jc w:val="center"/>
      </w:pPr>
      <w:r w:rsidRPr="00C83B26">
        <w:t>ELLE</w:t>
      </w:r>
    </w:p>
    <w:p w14:paraId="7E117110" w14:textId="77777777" w:rsidR="00C83B26" w:rsidRDefault="002E19AC" w:rsidP="00C83B26">
      <w:r w:rsidRPr="00223237">
        <w:t>Mais si</w:t>
      </w:r>
      <w:r w:rsidR="00AB6DDF">
        <w:t>…</w:t>
      </w:r>
    </w:p>
    <w:p w14:paraId="653B62F0" w14:textId="77777777" w:rsidR="00C83B26" w:rsidRDefault="002E19AC" w:rsidP="00C83B26">
      <w:pPr>
        <w:ind w:firstLine="0"/>
        <w:jc w:val="center"/>
      </w:pPr>
      <w:r w:rsidRPr="00C83B26">
        <w:t>LUI</w:t>
      </w:r>
    </w:p>
    <w:p w14:paraId="2EA3DC5E" w14:textId="77777777" w:rsidR="00C83B26" w:rsidRDefault="002E19AC" w:rsidP="00C83B26">
      <w:r w:rsidRPr="00223237">
        <w:t>Mais il ne faut pas croire ça</w:t>
      </w:r>
      <w:r w:rsidR="00AB6DDF">
        <w:t>.</w:t>
      </w:r>
    </w:p>
    <w:p w14:paraId="2DD45E3E" w14:textId="77777777" w:rsidR="00C83B26" w:rsidRDefault="002E19AC" w:rsidP="00C83B26">
      <w:pPr>
        <w:ind w:firstLine="0"/>
        <w:jc w:val="center"/>
      </w:pPr>
      <w:r w:rsidRPr="00C83B26">
        <w:t>ELLE</w:t>
      </w:r>
    </w:p>
    <w:p w14:paraId="1EB390B9" w14:textId="77777777" w:rsidR="00C83B26" w:rsidRDefault="002E19AC" w:rsidP="00C83B26">
      <w:r w:rsidRPr="00223237">
        <w:lastRenderedPageBreak/>
        <w:t>Pourquoi</w:t>
      </w:r>
      <w:r w:rsidR="00AB6DDF">
        <w:t> ?</w:t>
      </w:r>
    </w:p>
    <w:p w14:paraId="1888B073" w14:textId="77777777" w:rsidR="00C83B26" w:rsidRDefault="002E19AC" w:rsidP="00C83B26">
      <w:pPr>
        <w:ind w:firstLine="0"/>
        <w:jc w:val="center"/>
      </w:pPr>
      <w:r w:rsidRPr="00C83B26">
        <w:t>LUI</w:t>
      </w:r>
    </w:p>
    <w:p w14:paraId="68139FD9" w14:textId="77777777" w:rsidR="00C83B26" w:rsidRDefault="002E19AC" w:rsidP="00C83B26">
      <w:r w:rsidRPr="00223237">
        <w:t>Mais parce que c</w:t>
      </w:r>
      <w:r w:rsidR="00AB6DDF">
        <w:t>’</w:t>
      </w:r>
      <w:r w:rsidRPr="00223237">
        <w:t>est complètement faux</w:t>
      </w:r>
      <w:r w:rsidR="00AB6DDF">
        <w:t> !</w:t>
      </w:r>
    </w:p>
    <w:p w14:paraId="0BEA8EF4" w14:textId="77777777" w:rsidR="00C83B26" w:rsidRDefault="002E19AC" w:rsidP="00C83B26">
      <w:pPr>
        <w:ind w:firstLine="0"/>
        <w:jc w:val="center"/>
      </w:pPr>
      <w:r w:rsidRPr="00C83B26">
        <w:t>ELLE</w:t>
      </w:r>
    </w:p>
    <w:p w14:paraId="43174DB1" w14:textId="77777777" w:rsidR="00C83B26" w:rsidRDefault="002E19AC" w:rsidP="00C83B26">
      <w:r w:rsidRPr="00223237">
        <w:t>Comment</w:t>
      </w:r>
      <w:r w:rsidR="00AB6DDF">
        <w:t xml:space="preserve">, </w:t>
      </w:r>
      <w:r w:rsidRPr="00223237">
        <w:t>c</w:t>
      </w:r>
      <w:r w:rsidR="00AB6DDF">
        <w:t>’</w:t>
      </w:r>
      <w:r w:rsidRPr="00223237">
        <w:t>est faux</w:t>
      </w:r>
      <w:r w:rsidR="00AB6DDF">
        <w:t> ?</w:t>
      </w:r>
    </w:p>
    <w:p w14:paraId="2611FCC0" w14:textId="77777777" w:rsidR="00C83B26" w:rsidRDefault="002E19AC" w:rsidP="00C83B26">
      <w:pPr>
        <w:ind w:firstLine="0"/>
        <w:jc w:val="center"/>
      </w:pPr>
      <w:r w:rsidRPr="00C83B26">
        <w:t>LUI</w:t>
      </w:r>
    </w:p>
    <w:p w14:paraId="53553091" w14:textId="77777777" w:rsidR="00C83B26" w:rsidRDefault="002E19AC" w:rsidP="00C83B26">
      <w:r w:rsidRPr="00223237">
        <w:t>Mais oui</w:t>
      </w:r>
      <w:r w:rsidR="00AB6DDF">
        <w:t xml:space="preserve">. </w:t>
      </w:r>
      <w:r w:rsidRPr="00223237">
        <w:t>Et voici maintenant la vérité</w:t>
      </w:r>
      <w:r w:rsidR="00AB6DDF">
        <w:t xml:space="preserve">. </w:t>
      </w:r>
      <w:r w:rsidRPr="00223237">
        <w:t>Figurez-vous qu</w:t>
      </w:r>
      <w:r w:rsidR="00AB6DDF">
        <w:t>’</w:t>
      </w:r>
      <w:r w:rsidRPr="00223237">
        <w:t>hier au soir</w:t>
      </w:r>
      <w:r w:rsidR="00AB6DDF">
        <w:t xml:space="preserve">, </w:t>
      </w:r>
      <w:r w:rsidRPr="00223237">
        <w:t>après le dîner</w:t>
      </w:r>
      <w:r w:rsidR="00AB6DDF">
        <w:t xml:space="preserve">, </w:t>
      </w:r>
      <w:r w:rsidRPr="00223237">
        <w:t>chez vous</w:t>
      </w:r>
      <w:r w:rsidR="00AB6DDF">
        <w:t xml:space="preserve">, </w:t>
      </w:r>
      <w:r w:rsidRPr="00223237">
        <w:t>votre mari m</w:t>
      </w:r>
      <w:r w:rsidR="00AB6DDF">
        <w:t>’</w:t>
      </w:r>
      <w:r w:rsidRPr="00223237">
        <w:t>a dit dans un coin en s</w:t>
      </w:r>
      <w:r w:rsidR="00AB6DDF">
        <w:t>’</w:t>
      </w:r>
      <w:r w:rsidRPr="00223237">
        <w:t>étirant</w:t>
      </w:r>
      <w:r w:rsidR="00AB6DDF">
        <w:t> : « </w:t>
      </w:r>
      <w:r w:rsidRPr="00223237">
        <w:t>Ah</w:t>
      </w:r>
      <w:r w:rsidR="00AB6DDF">
        <w:t xml:space="preserve"> ! </w:t>
      </w:r>
      <w:r w:rsidRPr="00223237">
        <w:t>Que je voudrais être à demain quatre heures</w:t>
      </w:r>
      <w:r w:rsidR="00AB6DDF">
        <w:t> ! »</w:t>
      </w:r>
      <w:r w:rsidRPr="00223237">
        <w:t xml:space="preserve"> L</w:t>
      </w:r>
      <w:r w:rsidR="00AB6DDF">
        <w:t>’</w:t>
      </w:r>
      <w:r w:rsidRPr="00223237">
        <w:t>Américain</w:t>
      </w:r>
      <w:r w:rsidR="00AB6DDF">
        <w:t xml:space="preserve"> ! </w:t>
      </w:r>
      <w:r w:rsidRPr="00223237">
        <w:t>Alors</w:t>
      </w:r>
      <w:r w:rsidR="00AB6DDF">
        <w:t xml:space="preserve">, </w:t>
      </w:r>
      <w:r w:rsidRPr="00223237">
        <w:t>moi</w:t>
      </w:r>
      <w:r w:rsidR="00AB6DDF">
        <w:t xml:space="preserve">, </w:t>
      </w:r>
      <w:r w:rsidRPr="00223237">
        <w:t>je me suis dit</w:t>
      </w:r>
      <w:r w:rsidR="00AB6DDF">
        <w:t> : « </w:t>
      </w:r>
      <w:r w:rsidRPr="00223237">
        <w:t>Si je leur demande de venir tous les deux demain chez moi</w:t>
      </w:r>
      <w:r w:rsidR="00AB6DDF">
        <w:t xml:space="preserve">, </w:t>
      </w:r>
      <w:r w:rsidRPr="00223237">
        <w:t>à quatre heures moins un quart</w:t>
      </w:r>
      <w:r w:rsidR="00AB6DDF">
        <w:t xml:space="preserve">… </w:t>
      </w:r>
      <w:r w:rsidRPr="00223237">
        <w:t>et si je ne suis pas là</w:t>
      </w:r>
      <w:r w:rsidR="00AB6DDF">
        <w:t xml:space="preserve">… </w:t>
      </w:r>
      <w:r w:rsidRPr="00223237">
        <w:t>je suis sûr qu</w:t>
      </w:r>
      <w:r w:rsidR="00AB6DDF">
        <w:t>’</w:t>
      </w:r>
      <w:r w:rsidRPr="00223237">
        <w:t>à quatre heures moins cinq cet homme-là s</w:t>
      </w:r>
      <w:r w:rsidR="00AB6DDF">
        <w:t>’</w:t>
      </w:r>
      <w:r w:rsidRPr="00223237">
        <w:t>en ira</w:t>
      </w:r>
      <w:r w:rsidR="00AB6DDF">
        <w:t xml:space="preserve">… </w:t>
      </w:r>
      <w:r w:rsidRPr="00223237">
        <w:t>et je suis presque sûr que</w:t>
      </w:r>
      <w:r w:rsidR="00AB6DDF">
        <w:t xml:space="preserve">, </w:t>
      </w:r>
      <w:r w:rsidRPr="00223237">
        <w:t>elle</w:t>
      </w:r>
      <w:r w:rsidR="00AB6DDF">
        <w:t xml:space="preserve">, </w:t>
      </w:r>
      <w:r w:rsidRPr="00223237">
        <w:t>elle restera</w:t>
      </w:r>
      <w:r w:rsidR="00AB6DDF">
        <w:t>. »</w:t>
      </w:r>
      <w:r w:rsidRPr="00223237">
        <w:t xml:space="preserve"> J</w:t>
      </w:r>
      <w:r w:rsidR="00AB6DDF">
        <w:t>’</w:t>
      </w:r>
      <w:r w:rsidRPr="00223237">
        <w:t>ai risqué le coup</w:t>
      </w:r>
      <w:r w:rsidR="00AB6DDF">
        <w:t xml:space="preserve">… </w:t>
      </w:r>
      <w:r w:rsidRPr="00223237">
        <w:t>le coup a réussi</w:t>
      </w:r>
      <w:r w:rsidR="00AB6DDF">
        <w:t> !</w:t>
      </w:r>
    </w:p>
    <w:p w14:paraId="39A7DCE3" w14:textId="77777777" w:rsidR="00C83B26" w:rsidRDefault="002E19AC" w:rsidP="00C83B26">
      <w:pPr>
        <w:ind w:firstLine="0"/>
        <w:jc w:val="center"/>
      </w:pPr>
      <w:r w:rsidRPr="00C83B26">
        <w:t>ELLE</w:t>
      </w:r>
    </w:p>
    <w:p w14:paraId="445C7A40" w14:textId="77777777" w:rsidR="00C83B26" w:rsidRDefault="002E19AC" w:rsidP="00C83B26">
      <w:r w:rsidRPr="00223237">
        <w:t>Oh</w:t>
      </w:r>
      <w:r w:rsidR="00AB6DDF">
        <w:t> !</w:t>
      </w:r>
    </w:p>
    <w:p w14:paraId="425CFBFD" w14:textId="77777777" w:rsidR="00C83B26" w:rsidRDefault="002E19AC" w:rsidP="00C83B26">
      <w:pPr>
        <w:ind w:firstLine="0"/>
        <w:jc w:val="center"/>
      </w:pPr>
      <w:r w:rsidRPr="00C83B26">
        <w:t>LUI</w:t>
      </w:r>
    </w:p>
    <w:p w14:paraId="0C0D33B7" w14:textId="77777777" w:rsidR="00C83B26" w:rsidRDefault="002E19AC" w:rsidP="00C83B26">
      <w:r w:rsidRPr="00223237">
        <w:t>Je vous le dis</w:t>
      </w:r>
      <w:r w:rsidR="00AB6DDF">
        <w:t xml:space="preserve">, </w:t>
      </w:r>
      <w:r w:rsidRPr="00223237">
        <w:t>parce que</w:t>
      </w:r>
      <w:r w:rsidR="00AB6DDF">
        <w:t xml:space="preserve">, </w:t>
      </w:r>
      <w:r w:rsidRPr="00223237">
        <w:t>vous comprenez</w:t>
      </w:r>
      <w:r w:rsidR="00AB6DDF">
        <w:t xml:space="preserve">, </w:t>
      </w:r>
      <w:r w:rsidRPr="00223237">
        <w:t>moi</w:t>
      </w:r>
      <w:r w:rsidR="00AB6DDF">
        <w:t xml:space="preserve">, </w:t>
      </w:r>
      <w:r w:rsidRPr="00223237">
        <w:t>j</w:t>
      </w:r>
      <w:r w:rsidR="00AB6DDF">
        <w:t>’</w:t>
      </w:r>
      <w:r w:rsidRPr="00223237">
        <w:t>aime mieux passer à vos yeux pour un malin</w:t>
      </w:r>
      <w:r w:rsidR="00AB6DDF">
        <w:t xml:space="preserve">… </w:t>
      </w:r>
      <w:r w:rsidRPr="00223237">
        <w:t>que pour un homme qui se lave les mains vers quatre heures</w:t>
      </w:r>
      <w:r w:rsidR="00AB6DDF">
        <w:t xml:space="preserve">… </w:t>
      </w:r>
      <w:r w:rsidRPr="00223237">
        <w:t>d</w:t>
      </w:r>
      <w:r w:rsidR="00AB6DDF">
        <w:t>’</w:t>
      </w:r>
      <w:r w:rsidRPr="00223237">
        <w:t>autant que j</w:t>
      </w:r>
      <w:r w:rsidR="00AB6DDF">
        <w:t>’</w:t>
      </w:r>
      <w:r w:rsidRPr="00223237">
        <w:t>ai les mains extrêmement propres</w:t>
      </w:r>
      <w:r w:rsidR="00AB6DDF">
        <w:t xml:space="preserve">, </w:t>
      </w:r>
      <w:r w:rsidRPr="00223237">
        <w:t>je vous prie de le remarquer</w:t>
      </w:r>
      <w:r w:rsidR="00AB6DDF">
        <w:t>.)</w:t>
      </w:r>
    </w:p>
    <w:p w14:paraId="32D82ED8" w14:textId="77777777" w:rsidR="00C83B26" w:rsidRDefault="002E19AC" w:rsidP="00C83B26">
      <w:pPr>
        <w:ind w:firstLine="0"/>
        <w:jc w:val="center"/>
      </w:pPr>
      <w:r w:rsidRPr="00C83B26">
        <w:t>ELLE</w:t>
      </w:r>
    </w:p>
    <w:p w14:paraId="07FE2495" w14:textId="77777777" w:rsidR="00C83B26" w:rsidRDefault="002E19AC" w:rsidP="00C83B26">
      <w:r w:rsidRPr="00223237">
        <w:t>Mais pourquoi avez-vous fait ça</w:t>
      </w:r>
      <w:r w:rsidR="00AB6DDF">
        <w:t> ?</w:t>
      </w:r>
    </w:p>
    <w:p w14:paraId="6DDA9168" w14:textId="77777777" w:rsidR="00C83B26" w:rsidRDefault="002E19AC" w:rsidP="00C83B26">
      <w:pPr>
        <w:ind w:firstLine="0"/>
        <w:jc w:val="center"/>
      </w:pPr>
      <w:r w:rsidRPr="00C83B26">
        <w:t>LUI</w:t>
      </w:r>
    </w:p>
    <w:p w14:paraId="7F950CB4" w14:textId="77777777" w:rsidR="00C83B26" w:rsidRDefault="002E19AC" w:rsidP="00C83B26">
      <w:r w:rsidRPr="00223237">
        <w:lastRenderedPageBreak/>
        <w:t>Pourquoi j</w:t>
      </w:r>
      <w:r w:rsidR="00AB6DDF">
        <w:t>’</w:t>
      </w:r>
      <w:r w:rsidRPr="00223237">
        <w:t>ai fait ça</w:t>
      </w:r>
      <w:r w:rsidR="00AB6DDF">
        <w:t xml:space="preserve"> ?… </w:t>
      </w:r>
      <w:r w:rsidRPr="00223237">
        <w:t>Vous me demandez pourquoi j</w:t>
      </w:r>
      <w:r w:rsidR="00AB6DDF">
        <w:t>’</w:t>
      </w:r>
      <w:r w:rsidRPr="00223237">
        <w:t>ai fait ça</w:t>
      </w:r>
      <w:r w:rsidR="00AB6DDF">
        <w:t> ?</w:t>
      </w:r>
    </w:p>
    <w:p w14:paraId="11A3F86B" w14:textId="77777777" w:rsidR="00C83B26" w:rsidRDefault="002E19AC" w:rsidP="00C83B26">
      <w:pPr>
        <w:ind w:firstLine="0"/>
        <w:jc w:val="center"/>
      </w:pPr>
      <w:r w:rsidRPr="00C83B26">
        <w:t>ELLE</w:t>
      </w:r>
    </w:p>
    <w:p w14:paraId="2798D3E5" w14:textId="77777777" w:rsidR="00C83B26" w:rsidRDefault="002E19AC" w:rsidP="00C83B26">
      <w:r w:rsidRPr="00223237">
        <w:t>Mais oui</w:t>
      </w:r>
      <w:r w:rsidR="00AB6DDF">
        <w:t xml:space="preserve">, </w:t>
      </w:r>
      <w:r w:rsidRPr="00223237">
        <w:t>je vous le demande</w:t>
      </w:r>
      <w:r w:rsidR="00AB6DDF">
        <w:t>…</w:t>
      </w:r>
    </w:p>
    <w:p w14:paraId="50B3CCF8" w14:textId="77777777" w:rsidR="00C83B26" w:rsidRDefault="002E19AC" w:rsidP="00C83B26">
      <w:pPr>
        <w:ind w:firstLine="0"/>
        <w:jc w:val="center"/>
      </w:pPr>
      <w:r w:rsidRPr="00C83B26">
        <w:t>LUI</w:t>
      </w:r>
    </w:p>
    <w:p w14:paraId="38EAF61B" w14:textId="77777777" w:rsidR="00C83B26" w:rsidRDefault="002E19AC" w:rsidP="00C83B26">
      <w:r w:rsidRPr="00223237">
        <w:t>Oh</w:t>
      </w:r>
      <w:r w:rsidR="00AB6DDF">
        <w:t xml:space="preserve"> ! </w:t>
      </w:r>
      <w:r w:rsidRPr="00223237">
        <w:t>Voyons</w:t>
      </w:r>
      <w:r w:rsidR="00AB6DDF">
        <w:t xml:space="preserve">… </w:t>
      </w:r>
      <w:r w:rsidRPr="00223237">
        <w:t>j</w:t>
      </w:r>
      <w:r w:rsidR="00AB6DDF">
        <w:t>’</w:t>
      </w:r>
      <w:r w:rsidRPr="00223237">
        <w:t>ai fait ça pour vous avoir un peu</w:t>
      </w:r>
      <w:r w:rsidR="00AB6DDF">
        <w:t xml:space="preserve">, </w:t>
      </w:r>
      <w:r w:rsidRPr="00223237">
        <w:t>ici</w:t>
      </w:r>
      <w:r w:rsidR="00AB6DDF">
        <w:t xml:space="preserve">, </w:t>
      </w:r>
      <w:r w:rsidRPr="00223237">
        <w:t>chez moi</w:t>
      </w:r>
      <w:r w:rsidR="00AB6DDF">
        <w:t xml:space="preserve">… </w:t>
      </w:r>
      <w:r w:rsidRPr="00223237">
        <w:t>pour causer avec vous</w:t>
      </w:r>
      <w:r w:rsidR="00AB6DDF">
        <w:t xml:space="preserve"> ! </w:t>
      </w:r>
      <w:r w:rsidRPr="00223237">
        <w:t>Vous devez bien comprendre que je ne pourrais pas vivre davantage dans l</w:t>
      </w:r>
      <w:r w:rsidR="00AB6DDF">
        <w:t>’</w:t>
      </w:r>
      <w:r w:rsidRPr="00223237">
        <w:t>état où je suis</w:t>
      </w:r>
      <w:r w:rsidR="00AB6DDF">
        <w:t xml:space="preserve"> ! </w:t>
      </w:r>
      <w:r w:rsidRPr="00223237">
        <w:t>Je n</w:t>
      </w:r>
      <w:r w:rsidR="00AB6DDF">
        <w:t>’</w:t>
      </w:r>
      <w:r w:rsidRPr="00223237">
        <w:t>en peux plus</w:t>
      </w:r>
      <w:r w:rsidR="00AB6DDF">
        <w:t> !…</w:t>
      </w:r>
    </w:p>
    <w:p w14:paraId="258DDB66" w14:textId="77777777" w:rsidR="00C83B26" w:rsidRDefault="002E19AC" w:rsidP="00C83B26">
      <w:pPr>
        <w:ind w:firstLine="0"/>
        <w:jc w:val="center"/>
      </w:pPr>
      <w:r w:rsidRPr="00C83B26">
        <w:t>ELLE</w:t>
      </w:r>
    </w:p>
    <w:p w14:paraId="3BD72322" w14:textId="77777777" w:rsidR="00C83B26" w:rsidRDefault="002E19AC" w:rsidP="00C83B26">
      <w:r w:rsidRPr="00223237">
        <w:t>Dans quel état</w:t>
      </w:r>
      <w:r w:rsidR="00AB6DDF">
        <w:t> ?</w:t>
      </w:r>
    </w:p>
    <w:p w14:paraId="083DEEDD" w14:textId="77777777" w:rsidR="00C83B26" w:rsidRDefault="002E19AC" w:rsidP="00C83B26">
      <w:pPr>
        <w:ind w:firstLine="0"/>
        <w:jc w:val="center"/>
      </w:pPr>
      <w:r w:rsidRPr="00C83B26">
        <w:t>LUI</w:t>
      </w:r>
    </w:p>
    <w:p w14:paraId="0CF3E0F4" w14:textId="77777777" w:rsidR="00C83B26" w:rsidRDefault="002E19AC" w:rsidP="00C83B26">
      <w:r w:rsidRPr="00223237">
        <w:t>Oh</w:t>
      </w:r>
      <w:r w:rsidR="00AB6DDF">
        <w:t xml:space="preserve"> ! </w:t>
      </w:r>
      <w:r w:rsidRPr="00223237">
        <w:t>Écoutez</w:t>
      </w:r>
      <w:r w:rsidR="00AB6DDF">
        <w:t xml:space="preserve">… </w:t>
      </w:r>
      <w:r w:rsidRPr="00223237">
        <w:t>cet homme-là va revenir</w:t>
      </w:r>
      <w:r w:rsidR="00AB6DDF">
        <w:t xml:space="preserve">… </w:t>
      </w:r>
      <w:r w:rsidRPr="00223237">
        <w:t>nous n</w:t>
      </w:r>
      <w:r w:rsidR="00AB6DDF">
        <w:t>’</w:t>
      </w:r>
      <w:r w:rsidRPr="00223237">
        <w:t>avons peut-être que dix minutes</w:t>
      </w:r>
      <w:r w:rsidR="00AB6DDF">
        <w:t xml:space="preserve">… </w:t>
      </w:r>
      <w:r w:rsidRPr="00223237">
        <w:t>profitons-en</w:t>
      </w:r>
      <w:r w:rsidR="00AB6DDF">
        <w:t xml:space="preserve">, </w:t>
      </w:r>
      <w:r w:rsidRPr="00223237">
        <w:t>je vous en supplie</w:t>
      </w:r>
      <w:r w:rsidR="00AB6DDF">
        <w:t xml:space="preserve">… </w:t>
      </w:r>
      <w:r w:rsidRPr="00223237">
        <w:t>et ce sera fini quand il reviendra</w:t>
      </w:r>
      <w:r w:rsidR="00AB6DDF">
        <w:t>…</w:t>
      </w:r>
    </w:p>
    <w:p w14:paraId="2362CAA7" w14:textId="77777777" w:rsidR="00C83B26" w:rsidRDefault="002E19AC" w:rsidP="00C83B26">
      <w:pPr>
        <w:ind w:firstLine="0"/>
        <w:jc w:val="center"/>
      </w:pPr>
      <w:r w:rsidRPr="00C83B26">
        <w:t>ELLE</w:t>
      </w:r>
    </w:p>
    <w:p w14:paraId="7F4C3DA8" w14:textId="77777777" w:rsidR="00C83B26" w:rsidRDefault="002E19AC" w:rsidP="00C83B26">
      <w:r w:rsidRPr="00223237">
        <w:t>Quoi</w:t>
      </w:r>
      <w:r w:rsidR="00AB6DDF">
        <w:t xml:space="preserve">, </w:t>
      </w:r>
      <w:r w:rsidRPr="00223237">
        <w:t>fini</w:t>
      </w:r>
      <w:r w:rsidR="00AB6DDF">
        <w:t> ?</w:t>
      </w:r>
    </w:p>
    <w:p w14:paraId="5FDDA0AF" w14:textId="77777777" w:rsidR="00C83B26" w:rsidRDefault="002E19AC" w:rsidP="00C83B26">
      <w:pPr>
        <w:ind w:firstLine="0"/>
        <w:jc w:val="center"/>
      </w:pPr>
      <w:r w:rsidRPr="00C83B26">
        <w:t>LUI</w:t>
      </w:r>
    </w:p>
    <w:p w14:paraId="09A7D6A8" w14:textId="77777777" w:rsidR="00C83B26" w:rsidRDefault="002E19AC" w:rsidP="00C83B26">
      <w:r w:rsidRPr="00223237">
        <w:t>Vous m</w:t>
      </w:r>
      <w:r w:rsidR="00AB6DDF">
        <w:t>’</w:t>
      </w:r>
      <w:r w:rsidRPr="00223237">
        <w:t xml:space="preserve">aurez dit </w:t>
      </w:r>
      <w:r w:rsidR="00AB6DDF">
        <w:t>« </w:t>
      </w:r>
      <w:r w:rsidRPr="00223237">
        <w:t>oui</w:t>
      </w:r>
      <w:r w:rsidR="00AB6DDF">
        <w:t> »</w:t>
      </w:r>
      <w:r w:rsidRPr="00223237">
        <w:t xml:space="preserve"> ou </w:t>
      </w:r>
      <w:r w:rsidR="00AB6DDF">
        <w:t>« </w:t>
      </w:r>
      <w:r w:rsidRPr="00223237">
        <w:t>non</w:t>
      </w:r>
      <w:r w:rsidR="00AB6DDF">
        <w:t xml:space="preserve"> »… </w:t>
      </w:r>
      <w:r w:rsidRPr="00223237">
        <w:t>je serai fixé</w:t>
      </w:r>
      <w:r w:rsidR="00AB6DDF">
        <w:t xml:space="preserve">… </w:t>
      </w:r>
      <w:r w:rsidRPr="00223237">
        <w:t>ce sera fini</w:t>
      </w:r>
      <w:r w:rsidR="00AB6DDF">
        <w:t xml:space="preserve"> !… </w:t>
      </w:r>
      <w:r w:rsidRPr="00223237">
        <w:t>Ça ne peut plus durer</w:t>
      </w:r>
      <w:r w:rsidR="00AB6DDF">
        <w:t xml:space="preserve"> !… </w:t>
      </w:r>
      <w:r w:rsidRPr="00223237">
        <w:t>Depuis un an et demi que je vous connais et que je vais chez vous</w:t>
      </w:r>
      <w:r w:rsidR="00AB6DDF">
        <w:t xml:space="preserve">… </w:t>
      </w:r>
      <w:r w:rsidRPr="00223237">
        <w:t>vingt fois</w:t>
      </w:r>
      <w:r w:rsidR="00AB6DDF">
        <w:t xml:space="preserve">… </w:t>
      </w:r>
      <w:r w:rsidRPr="00223237">
        <w:t>trente fois</w:t>
      </w:r>
      <w:r w:rsidR="00AB6DDF">
        <w:t xml:space="preserve">, </w:t>
      </w:r>
      <w:r w:rsidRPr="00223237">
        <w:t>j</w:t>
      </w:r>
      <w:r w:rsidR="00AB6DDF">
        <w:t>’</w:t>
      </w:r>
      <w:r w:rsidRPr="00223237">
        <w:t>ai eu l</w:t>
      </w:r>
      <w:r w:rsidR="00AB6DDF">
        <w:t>’</w:t>
      </w:r>
      <w:r w:rsidRPr="00223237">
        <w:t>o</w:t>
      </w:r>
      <w:r w:rsidRPr="00223237">
        <w:t>c</w:t>
      </w:r>
      <w:r w:rsidRPr="00223237">
        <w:t>casion de bavarder seul à seul avec vous</w:t>
      </w:r>
      <w:r w:rsidR="00AB6DDF">
        <w:t xml:space="preserve">… </w:t>
      </w:r>
      <w:r w:rsidRPr="00223237">
        <w:t>seulement</w:t>
      </w:r>
      <w:r w:rsidR="00AB6DDF">
        <w:t xml:space="preserve">, </w:t>
      </w:r>
      <w:r w:rsidRPr="00223237">
        <w:t>c</w:t>
      </w:r>
      <w:r w:rsidR="00AB6DDF">
        <w:t>’</w:t>
      </w:r>
      <w:r w:rsidRPr="00223237">
        <w:t>est comme un fait exprès</w:t>
      </w:r>
      <w:r w:rsidR="00AB6DDF">
        <w:t xml:space="preserve">, </w:t>
      </w:r>
      <w:r w:rsidRPr="00223237">
        <w:t>depuis trois semaines</w:t>
      </w:r>
      <w:r w:rsidR="00AB6DDF">
        <w:t xml:space="preserve">… </w:t>
      </w:r>
      <w:r w:rsidRPr="00223237">
        <w:t>depuis que c</w:t>
      </w:r>
      <w:r w:rsidR="00AB6DDF">
        <w:t>’</w:t>
      </w:r>
      <w:r w:rsidRPr="00223237">
        <w:t>est devenu</w:t>
      </w:r>
      <w:r w:rsidR="00AB6DDF">
        <w:t xml:space="preserve">… </w:t>
      </w:r>
      <w:r w:rsidRPr="00223237">
        <w:t>aigu</w:t>
      </w:r>
      <w:r w:rsidR="00AB6DDF">
        <w:t xml:space="preserve">… </w:t>
      </w:r>
      <w:r w:rsidRPr="00223237">
        <w:t>grave</w:t>
      </w:r>
      <w:r w:rsidR="00AB6DDF">
        <w:t xml:space="preserve">… </w:t>
      </w:r>
      <w:r w:rsidRPr="00223237">
        <w:t>il m</w:t>
      </w:r>
      <w:r w:rsidR="00AB6DDF">
        <w:t>’</w:t>
      </w:r>
      <w:r w:rsidRPr="00223237">
        <w:t>a été impossible de vous parler bas une seconde</w:t>
      </w:r>
      <w:r w:rsidR="00AB6DDF">
        <w:t xml:space="preserve"> !… </w:t>
      </w:r>
      <w:r w:rsidRPr="00223237">
        <w:t>Les yeux</w:t>
      </w:r>
      <w:r w:rsidR="00AB6DDF">
        <w:t xml:space="preserve">… </w:t>
      </w:r>
      <w:r w:rsidRPr="00223237">
        <w:t>toujours les yeux</w:t>
      </w:r>
      <w:r w:rsidR="00AB6DDF">
        <w:t xml:space="preserve">… </w:t>
      </w:r>
      <w:r w:rsidRPr="00223237">
        <w:t>nous ne nous parlons qu</w:t>
      </w:r>
      <w:r w:rsidR="00AB6DDF">
        <w:t>’</w:t>
      </w:r>
      <w:r w:rsidRPr="00223237">
        <w:t xml:space="preserve">avec les yeux </w:t>
      </w:r>
      <w:r w:rsidRPr="00223237">
        <w:lastRenderedPageBreak/>
        <w:t>depuis trois semaines</w:t>
      </w:r>
      <w:r w:rsidR="00AB6DDF">
        <w:t xml:space="preserve"> !… </w:t>
      </w:r>
      <w:r w:rsidRPr="00223237">
        <w:t>Ça fait des convers</w:t>
      </w:r>
      <w:r w:rsidRPr="00223237">
        <w:t>a</w:t>
      </w:r>
      <w:r w:rsidRPr="00223237">
        <w:t>tions extrêmement limitées</w:t>
      </w:r>
      <w:r w:rsidR="00AB6DDF">
        <w:t xml:space="preserve">, </w:t>
      </w:r>
      <w:r w:rsidRPr="00223237">
        <w:t>à la fois vagues et précises</w:t>
      </w:r>
      <w:r w:rsidR="00AB6DDF">
        <w:t xml:space="preserve"> – </w:t>
      </w:r>
      <w:r w:rsidRPr="00223237">
        <w:t>si précises soudain qu</w:t>
      </w:r>
      <w:r w:rsidR="00AB6DDF">
        <w:t>’</w:t>
      </w:r>
      <w:r w:rsidRPr="00223237">
        <w:t>on se dit</w:t>
      </w:r>
      <w:r w:rsidR="00AB6DDF">
        <w:t> : « </w:t>
      </w:r>
      <w:r w:rsidRPr="00223237">
        <w:t>Ça y est</w:t>
      </w:r>
      <w:r w:rsidR="00AB6DDF">
        <w:t xml:space="preserve">, </w:t>
      </w:r>
      <w:r w:rsidRPr="00223237">
        <w:t>nous sommes d</w:t>
      </w:r>
      <w:r w:rsidR="00AB6DDF">
        <w:t>’</w:t>
      </w:r>
      <w:r w:rsidRPr="00223237">
        <w:t>accord</w:t>
      </w:r>
      <w:r w:rsidR="00AB6DDF">
        <w:t xml:space="preserve">… </w:t>
      </w:r>
      <w:r w:rsidRPr="00223237">
        <w:t>et elle m</w:t>
      </w:r>
      <w:r w:rsidR="00AB6DDF">
        <w:t>’</w:t>
      </w:r>
      <w:r w:rsidRPr="00223237">
        <w:t>aime aussi</w:t>
      </w:r>
      <w:r w:rsidR="00AB6DDF">
        <w:t xml:space="preserve"> ! » – </w:t>
      </w:r>
      <w:r w:rsidRPr="00223237">
        <w:t>et tout à coup si vagues qu</w:t>
      </w:r>
      <w:r w:rsidR="00AB6DDF">
        <w:t>’</w:t>
      </w:r>
      <w:r w:rsidRPr="00223237">
        <w:t>on se dit</w:t>
      </w:r>
      <w:r w:rsidR="00AB6DDF">
        <w:t> : « </w:t>
      </w:r>
      <w:r w:rsidRPr="00223237">
        <w:t>Nom d</w:t>
      </w:r>
      <w:r w:rsidR="00AB6DDF">
        <w:t>’</w:t>
      </w:r>
      <w:r w:rsidRPr="00223237">
        <w:t>un chien</w:t>
      </w:r>
      <w:r w:rsidR="00AB6DDF">
        <w:t xml:space="preserve">, </w:t>
      </w:r>
      <w:r w:rsidRPr="00223237">
        <w:t>elle va me demander tout haut ce que je désire</w:t>
      </w:r>
      <w:r w:rsidR="00AB6DDF">
        <w:t xml:space="preserve">… </w:t>
      </w:r>
      <w:r w:rsidRPr="00223237">
        <w:t>ça va être affreux</w:t>
      </w:r>
      <w:r w:rsidR="00AB6DDF">
        <w:t> ! »</w:t>
      </w:r>
      <w:r w:rsidRPr="00223237">
        <w:t xml:space="preserve"> Alors</w:t>
      </w:r>
      <w:r w:rsidR="00AB6DDF">
        <w:t xml:space="preserve">, </w:t>
      </w:r>
      <w:r w:rsidRPr="00223237">
        <w:t>aujourd</w:t>
      </w:r>
      <w:r w:rsidR="00AB6DDF">
        <w:t>’</w:t>
      </w:r>
      <w:r w:rsidRPr="00223237">
        <w:t>hui</w:t>
      </w:r>
      <w:r w:rsidR="00AB6DDF">
        <w:t xml:space="preserve">, </w:t>
      </w:r>
      <w:r w:rsidRPr="00223237">
        <w:t>je brise les vitres</w:t>
      </w:r>
      <w:r w:rsidR="00AB6DDF">
        <w:t xml:space="preserve">, </w:t>
      </w:r>
      <w:r w:rsidRPr="00223237">
        <w:t>tant pis</w:t>
      </w:r>
      <w:r w:rsidR="00AB6DDF">
        <w:t xml:space="preserve"> ! </w:t>
      </w:r>
      <w:r w:rsidRPr="00223237">
        <w:t>Et si j</w:t>
      </w:r>
      <w:r w:rsidR="00AB6DDF">
        <w:t>’</w:t>
      </w:r>
      <w:r w:rsidRPr="00223237">
        <w:t>ai le courage de le faire</w:t>
      </w:r>
      <w:r w:rsidR="00AB6DDF">
        <w:t xml:space="preserve">… </w:t>
      </w:r>
      <w:r w:rsidRPr="00223237">
        <w:t>c</w:t>
      </w:r>
      <w:r w:rsidR="00AB6DDF">
        <w:t>’</w:t>
      </w:r>
      <w:r w:rsidRPr="00223237">
        <w:t>est parce que</w:t>
      </w:r>
      <w:r w:rsidR="00AB6DDF">
        <w:t xml:space="preserve">, </w:t>
      </w:r>
      <w:r w:rsidRPr="00223237">
        <w:t>tout à l</w:t>
      </w:r>
      <w:r w:rsidR="00AB6DDF">
        <w:t>’</w:t>
      </w:r>
      <w:r w:rsidRPr="00223237">
        <w:t>heure</w:t>
      </w:r>
      <w:r w:rsidR="00AB6DDF">
        <w:t xml:space="preserve">… </w:t>
      </w:r>
      <w:r w:rsidRPr="00223237">
        <w:t>une phrase que j</w:t>
      </w:r>
      <w:r w:rsidR="00AB6DDF">
        <w:t>’</w:t>
      </w:r>
      <w:r w:rsidRPr="00223237">
        <w:t>ai entendue</w:t>
      </w:r>
      <w:r w:rsidR="00AB6DDF">
        <w:t xml:space="preserve">, </w:t>
      </w:r>
      <w:r w:rsidRPr="00223237">
        <w:t>là</w:t>
      </w:r>
      <w:r w:rsidR="00AB6DDF">
        <w:t xml:space="preserve">, </w:t>
      </w:r>
      <w:r w:rsidRPr="00223237">
        <w:t>m</w:t>
      </w:r>
      <w:r w:rsidR="00AB6DDF">
        <w:t>’</w:t>
      </w:r>
      <w:r w:rsidRPr="00223237">
        <w:t>a donné un espoir inouï</w:t>
      </w:r>
      <w:r w:rsidR="00AB6DDF">
        <w:t xml:space="preserve">… </w:t>
      </w:r>
      <w:r w:rsidRPr="00223237">
        <w:t>prodigieux</w:t>
      </w:r>
      <w:r w:rsidR="00AB6DDF">
        <w:t xml:space="preserve">… </w:t>
      </w:r>
      <w:r w:rsidRPr="00223237">
        <w:t>insensé</w:t>
      </w:r>
      <w:r w:rsidR="00AB6DDF">
        <w:t xml:space="preserve">, </w:t>
      </w:r>
      <w:r w:rsidRPr="00223237">
        <w:t>je l</w:t>
      </w:r>
      <w:r w:rsidR="00AB6DDF">
        <w:t>’</w:t>
      </w:r>
      <w:r w:rsidRPr="00223237">
        <w:t>avoue</w:t>
      </w:r>
      <w:r w:rsidR="00AB6DDF">
        <w:t xml:space="preserve">, </w:t>
      </w:r>
      <w:r w:rsidRPr="00223237">
        <w:t>mais</w:t>
      </w:r>
      <w:r w:rsidR="00AB6DDF">
        <w:t>…</w:t>
      </w:r>
    </w:p>
    <w:p w14:paraId="403803C5" w14:textId="77777777" w:rsidR="00C83B26" w:rsidRDefault="002E19AC" w:rsidP="00C83B26">
      <w:pPr>
        <w:ind w:firstLine="0"/>
        <w:jc w:val="center"/>
      </w:pPr>
      <w:r w:rsidRPr="00C83B26">
        <w:t>ELLE</w:t>
      </w:r>
    </w:p>
    <w:p w14:paraId="43768BDD" w14:textId="77777777" w:rsidR="00C83B26" w:rsidRDefault="002E19AC" w:rsidP="00C83B26">
      <w:r w:rsidRPr="00223237">
        <w:t>Quelle phrase</w:t>
      </w:r>
      <w:r w:rsidR="00AB6DDF">
        <w:t> ?</w:t>
      </w:r>
    </w:p>
    <w:p w14:paraId="7EA8BF68" w14:textId="77777777" w:rsidR="00C83B26" w:rsidRDefault="002E19AC" w:rsidP="00C83B26">
      <w:pPr>
        <w:ind w:firstLine="0"/>
        <w:jc w:val="center"/>
      </w:pPr>
      <w:r w:rsidRPr="00C83B26">
        <w:t>LUI</w:t>
      </w:r>
    </w:p>
    <w:p w14:paraId="3A9B5439" w14:textId="77777777" w:rsidR="00C83B26" w:rsidRDefault="002E19AC" w:rsidP="00C83B26">
      <w:r w:rsidRPr="00223237">
        <w:t>Quand il a dit qu</w:t>
      </w:r>
      <w:r w:rsidR="00AB6DDF">
        <w:t>’</w:t>
      </w:r>
      <w:r w:rsidRPr="00223237">
        <w:t>il allait aller au théâtre sans vous</w:t>
      </w:r>
      <w:r w:rsidR="00AB6DDF">
        <w:t xml:space="preserve">, </w:t>
      </w:r>
      <w:r w:rsidRPr="00223237">
        <w:t>ce soir</w:t>
      </w:r>
      <w:r w:rsidR="00AB6DDF">
        <w:t xml:space="preserve"> !… </w:t>
      </w:r>
      <w:r w:rsidRPr="00223237">
        <w:t>Eh</w:t>
      </w:r>
      <w:r w:rsidR="00AB6DDF">
        <w:t xml:space="preserve"> ! </w:t>
      </w:r>
      <w:r w:rsidRPr="00223237">
        <w:t>Bien</w:t>
      </w:r>
      <w:r w:rsidR="00AB6DDF">
        <w:t xml:space="preserve">, </w:t>
      </w:r>
      <w:r w:rsidRPr="00223237">
        <w:t>à ce moment-là</w:t>
      </w:r>
      <w:r w:rsidR="00AB6DDF">
        <w:t xml:space="preserve">, </w:t>
      </w:r>
      <w:r w:rsidRPr="00223237">
        <w:t>moi</w:t>
      </w:r>
      <w:r w:rsidR="00AB6DDF">
        <w:t xml:space="preserve">, </w:t>
      </w:r>
      <w:r w:rsidRPr="00223237">
        <w:t>je me suis dit</w:t>
      </w:r>
      <w:r w:rsidR="00AB6DDF">
        <w:t> : « </w:t>
      </w:r>
      <w:r w:rsidRPr="00223237">
        <w:t>Si je ne me suis pas trompé</w:t>
      </w:r>
      <w:r w:rsidR="00AB6DDF">
        <w:t xml:space="preserve">, </w:t>
      </w:r>
      <w:r w:rsidRPr="00223237">
        <w:t>si je ne suis pas devenu complètement fou</w:t>
      </w:r>
      <w:r w:rsidR="00AB6DDF">
        <w:t xml:space="preserve">… </w:t>
      </w:r>
      <w:r w:rsidRPr="00223237">
        <w:t>si mes yeux ont réellement compris les siens</w:t>
      </w:r>
      <w:r w:rsidR="00AB6DDF">
        <w:t xml:space="preserve">… </w:t>
      </w:r>
      <w:r w:rsidRPr="00223237">
        <w:t>cette femme-là sera ici</w:t>
      </w:r>
      <w:r w:rsidR="00AB6DDF">
        <w:t xml:space="preserve">, </w:t>
      </w:r>
      <w:r w:rsidRPr="00223237">
        <w:t>chez moi</w:t>
      </w:r>
      <w:r w:rsidR="00AB6DDF">
        <w:t xml:space="preserve">… </w:t>
      </w:r>
      <w:r w:rsidRPr="00223237">
        <w:t>ce soir à neuf heures</w:t>
      </w:r>
      <w:r w:rsidR="00AB6DDF">
        <w:t> ! »</w:t>
      </w:r>
      <w:r w:rsidRPr="00223237">
        <w:t xml:space="preserve"> Oh</w:t>
      </w:r>
      <w:r w:rsidR="00AB6DDF">
        <w:t xml:space="preserve"> ! </w:t>
      </w:r>
      <w:r w:rsidRPr="00223237">
        <w:t>Je sais bien que c</w:t>
      </w:r>
      <w:r w:rsidR="00AB6DDF">
        <w:t>’</w:t>
      </w:r>
      <w:r w:rsidRPr="00223237">
        <w:t>est fou</w:t>
      </w:r>
      <w:r w:rsidR="00AB6DDF">
        <w:t xml:space="preserve">, </w:t>
      </w:r>
      <w:r w:rsidRPr="00223237">
        <w:t>mais je me le suis dit tout de même</w:t>
      </w:r>
      <w:r w:rsidR="00AB6DDF">
        <w:t xml:space="preserve">… </w:t>
      </w:r>
      <w:r w:rsidRPr="00223237">
        <w:t>et puisque j</w:t>
      </w:r>
      <w:r w:rsidR="00AB6DDF">
        <w:t>’</w:t>
      </w:r>
      <w:r w:rsidRPr="00223237">
        <w:t>étais d</w:t>
      </w:r>
      <w:r w:rsidRPr="00223237">
        <w:t>é</w:t>
      </w:r>
      <w:r w:rsidRPr="00223237">
        <w:t>cidé à parler</w:t>
      </w:r>
      <w:r w:rsidR="00AB6DDF">
        <w:t xml:space="preserve">, </w:t>
      </w:r>
      <w:r w:rsidRPr="00223237">
        <w:t>je me suis dit aussi que je n</w:t>
      </w:r>
      <w:r w:rsidR="00AB6DDF">
        <w:t>’</w:t>
      </w:r>
      <w:r w:rsidRPr="00223237">
        <w:t>avais pas un instant à perdre</w:t>
      </w:r>
      <w:r w:rsidR="00AB6DDF">
        <w:t xml:space="preserve">… </w:t>
      </w:r>
      <w:r w:rsidRPr="00223237">
        <w:t>Remarquez que ce que je fais</w:t>
      </w:r>
      <w:r w:rsidR="00AB6DDF">
        <w:t xml:space="preserve">, </w:t>
      </w:r>
      <w:r w:rsidRPr="00223237">
        <w:t>en ce moment-ci</w:t>
      </w:r>
      <w:r w:rsidR="00AB6DDF">
        <w:t xml:space="preserve">, </w:t>
      </w:r>
      <w:r w:rsidRPr="00223237">
        <w:t>est peut-être stupide</w:t>
      </w:r>
      <w:r w:rsidR="00AB6DDF">
        <w:t xml:space="preserve">, </w:t>
      </w:r>
      <w:r w:rsidRPr="00223237">
        <w:t>oui</w:t>
      </w:r>
      <w:r w:rsidR="00AB6DDF">
        <w:t xml:space="preserve">, </w:t>
      </w:r>
      <w:r w:rsidRPr="00223237">
        <w:t>je viens peut-être de tout gâter</w:t>
      </w:r>
      <w:r w:rsidR="00AB6DDF">
        <w:t xml:space="preserve">, </w:t>
      </w:r>
      <w:r w:rsidRPr="00223237">
        <w:t>je viens peut-être de perdre en quelques secondes</w:t>
      </w:r>
      <w:r w:rsidR="00AB6DDF">
        <w:t xml:space="preserve">, </w:t>
      </w:r>
      <w:r w:rsidRPr="00223237">
        <w:t>en quelques mots</w:t>
      </w:r>
      <w:r w:rsidR="00AB6DDF">
        <w:t xml:space="preserve">, </w:t>
      </w:r>
      <w:r w:rsidRPr="00223237">
        <w:t>tout le chemin que j</w:t>
      </w:r>
      <w:r w:rsidR="00AB6DDF">
        <w:t>’</w:t>
      </w:r>
      <w:r w:rsidRPr="00223237">
        <w:t>avais acquis depuis trois sema</w:t>
      </w:r>
      <w:r w:rsidRPr="00223237">
        <w:t>i</w:t>
      </w:r>
      <w:r w:rsidRPr="00223237">
        <w:t>nes avec mes yeux</w:t>
      </w:r>
      <w:r w:rsidR="00AB6DDF">
        <w:t xml:space="preserve"> !… </w:t>
      </w:r>
      <w:r w:rsidRPr="00223237">
        <w:t>Tant pis</w:t>
      </w:r>
      <w:r w:rsidR="00AB6DDF">
        <w:t xml:space="preserve">, </w:t>
      </w:r>
      <w:r w:rsidRPr="00223237">
        <w:t>que voulez-vous</w:t>
      </w:r>
      <w:r w:rsidR="00AB6DDF">
        <w:t xml:space="preserve"> !… </w:t>
      </w:r>
      <w:r w:rsidRPr="00223237">
        <w:t xml:space="preserve">Je dis </w:t>
      </w:r>
      <w:r w:rsidR="00AB6DDF">
        <w:t>« </w:t>
      </w:r>
      <w:r w:rsidRPr="00223237">
        <w:t>tant pis</w:t>
      </w:r>
      <w:r w:rsidR="00AB6DDF">
        <w:t xml:space="preserve"> », </w:t>
      </w:r>
      <w:r w:rsidRPr="00223237">
        <w:t>mais dans le fond</w:t>
      </w:r>
      <w:r w:rsidR="00AB6DDF">
        <w:t xml:space="preserve">, </w:t>
      </w:r>
      <w:r w:rsidRPr="00223237">
        <w:t>je ne suis pas fier et</w:t>
      </w:r>
      <w:r w:rsidR="00AB6DDF">
        <w:t xml:space="preserve">, </w:t>
      </w:r>
      <w:r w:rsidRPr="00223237">
        <w:t>tout à coup</w:t>
      </w:r>
      <w:r w:rsidR="00AB6DDF">
        <w:t xml:space="preserve">, </w:t>
      </w:r>
      <w:r w:rsidRPr="00223237">
        <w:t>j</w:t>
      </w:r>
      <w:r w:rsidR="00AB6DDF">
        <w:t>’</w:t>
      </w:r>
      <w:r w:rsidRPr="00223237">
        <w:t>ai peur</w:t>
      </w:r>
      <w:r w:rsidR="00AB6DDF">
        <w:t xml:space="preserve">… </w:t>
      </w:r>
      <w:r w:rsidRPr="00223237">
        <w:t>j</w:t>
      </w:r>
      <w:r w:rsidR="00AB6DDF">
        <w:t>’</w:t>
      </w:r>
      <w:r w:rsidRPr="00223237">
        <w:t>ai peur affreusement</w:t>
      </w:r>
      <w:r w:rsidR="00AB6DDF">
        <w:t xml:space="preserve">… </w:t>
      </w:r>
      <w:r w:rsidRPr="00223237">
        <w:t>de la première phrase que vous allez prononcer</w:t>
      </w:r>
      <w:r w:rsidR="00AB6DDF">
        <w:t xml:space="preserve"> !… </w:t>
      </w:r>
      <w:r w:rsidRPr="00223237">
        <w:t>Vos lèvres vont s</w:t>
      </w:r>
      <w:r w:rsidR="00AB6DDF">
        <w:t>’</w:t>
      </w:r>
      <w:r w:rsidRPr="00223237">
        <w:t>ouvrir</w:t>
      </w:r>
      <w:r w:rsidR="00AB6DDF">
        <w:t xml:space="preserve">… </w:t>
      </w:r>
      <w:r w:rsidRPr="00223237">
        <w:t>et quelques mots vont sortir</w:t>
      </w:r>
      <w:r w:rsidR="00AB6DDF">
        <w:t xml:space="preserve">… </w:t>
      </w:r>
      <w:r w:rsidRPr="00223237">
        <w:t>qui vont peut-être briser net</w:t>
      </w:r>
      <w:r w:rsidR="00AB6DDF">
        <w:t xml:space="preserve">, </w:t>
      </w:r>
      <w:r w:rsidRPr="00223237">
        <w:t>à jamais</w:t>
      </w:r>
      <w:r w:rsidR="00AB6DDF">
        <w:t xml:space="preserve">, </w:t>
      </w:r>
      <w:r w:rsidRPr="00223237">
        <w:t>trois semaines d</w:t>
      </w:r>
      <w:r w:rsidR="00AB6DDF">
        <w:t>’</w:t>
      </w:r>
      <w:r w:rsidRPr="00223237">
        <w:t>espoirs échafaudés</w:t>
      </w:r>
      <w:r w:rsidR="00AB6DDF">
        <w:t xml:space="preserve">. </w:t>
      </w:r>
      <w:r w:rsidRPr="00223237">
        <w:t>Oh</w:t>
      </w:r>
      <w:r w:rsidR="00AB6DDF">
        <w:t xml:space="preserve"> ! </w:t>
      </w:r>
      <w:r w:rsidRPr="00223237">
        <w:t>Non</w:t>
      </w:r>
      <w:r w:rsidR="00AB6DDF">
        <w:t xml:space="preserve">, </w:t>
      </w:r>
      <w:r w:rsidRPr="00223237">
        <w:t>pas encore</w:t>
      </w:r>
      <w:r w:rsidR="00AB6DDF">
        <w:t xml:space="preserve">… </w:t>
      </w:r>
      <w:r w:rsidRPr="00223237">
        <w:t>pas e</w:t>
      </w:r>
      <w:r w:rsidRPr="00223237">
        <w:t>n</w:t>
      </w:r>
      <w:r w:rsidRPr="00223237">
        <w:t>core</w:t>
      </w:r>
      <w:r w:rsidR="00AB6DDF">
        <w:t xml:space="preserve">… </w:t>
      </w:r>
      <w:r w:rsidRPr="00223237">
        <w:t>attendez</w:t>
      </w:r>
      <w:r w:rsidR="00AB6DDF">
        <w:t xml:space="preserve">… </w:t>
      </w:r>
      <w:r w:rsidRPr="00223237">
        <w:t>attendez</w:t>
      </w:r>
      <w:r w:rsidR="00AB6DDF">
        <w:t xml:space="preserve">… </w:t>
      </w:r>
      <w:r w:rsidRPr="00223237">
        <w:t>ne répondez pas encore</w:t>
      </w:r>
      <w:r w:rsidR="00AB6DDF">
        <w:t xml:space="preserve">… </w:t>
      </w:r>
      <w:r w:rsidRPr="00223237">
        <w:t xml:space="preserve">je ne vous ai dit que des choses </w:t>
      </w:r>
      <w:r w:rsidRPr="00223237">
        <w:lastRenderedPageBreak/>
        <w:t>vagues</w:t>
      </w:r>
      <w:r w:rsidR="00AB6DDF">
        <w:t xml:space="preserve">… </w:t>
      </w:r>
      <w:r w:rsidRPr="00223237">
        <w:t>sans signification</w:t>
      </w:r>
      <w:r w:rsidR="00AB6DDF">
        <w:t xml:space="preserve">… </w:t>
      </w:r>
      <w:r w:rsidRPr="00223237">
        <w:t>atte</w:t>
      </w:r>
      <w:r w:rsidRPr="00223237">
        <w:t>n</w:t>
      </w:r>
      <w:r w:rsidRPr="00223237">
        <w:t>dez</w:t>
      </w:r>
      <w:r w:rsidR="00AB6DDF">
        <w:t xml:space="preserve"> !… </w:t>
      </w:r>
      <w:r w:rsidRPr="00223237">
        <w:t>Et en même temps que je vous demande d</w:t>
      </w:r>
      <w:r w:rsidR="00AB6DDF">
        <w:t>’</w:t>
      </w:r>
      <w:r w:rsidRPr="00223237">
        <w:t>attendre</w:t>
      </w:r>
      <w:r w:rsidR="00AB6DDF">
        <w:t xml:space="preserve">, </w:t>
      </w:r>
      <w:r w:rsidRPr="00223237">
        <w:t>je me dis que c</w:t>
      </w:r>
      <w:r w:rsidR="00AB6DDF">
        <w:t>’</w:t>
      </w:r>
      <w:r w:rsidRPr="00223237">
        <w:t>est peut-être bête de vous empêcher de parler</w:t>
      </w:r>
      <w:r w:rsidR="00AB6DDF">
        <w:t xml:space="preserve">… </w:t>
      </w:r>
      <w:r w:rsidRPr="00223237">
        <w:t>c</w:t>
      </w:r>
      <w:r w:rsidR="00AB6DDF">
        <w:t>’</w:t>
      </w:r>
      <w:r w:rsidRPr="00223237">
        <w:t>est peut-être maintenant qu</w:t>
      </w:r>
      <w:r w:rsidR="00AB6DDF">
        <w:t>’</w:t>
      </w:r>
      <w:r w:rsidRPr="00223237">
        <w:t>il faudrait vous laisser parler</w:t>
      </w:r>
      <w:r w:rsidR="00AB6DDF">
        <w:t xml:space="preserve">… </w:t>
      </w:r>
      <w:r w:rsidRPr="00223237">
        <w:t>Et</w:t>
      </w:r>
      <w:r w:rsidR="00AB6DDF">
        <w:t xml:space="preserve">, </w:t>
      </w:r>
      <w:r w:rsidRPr="00223237">
        <w:t>pourtant</w:t>
      </w:r>
      <w:r w:rsidR="00AB6DDF">
        <w:t xml:space="preserve">, </w:t>
      </w:r>
      <w:r w:rsidRPr="00223237">
        <w:t>non</w:t>
      </w:r>
      <w:r w:rsidR="00AB6DDF">
        <w:t xml:space="preserve">, </w:t>
      </w:r>
      <w:r w:rsidRPr="00223237">
        <w:t>ça ne peut pas déjà être maintenant</w:t>
      </w:r>
      <w:r w:rsidR="00AB6DDF">
        <w:t xml:space="preserve">, </w:t>
      </w:r>
      <w:r w:rsidRPr="00223237">
        <w:t>puisque je ne vous ai pas encore dit un seul mot d</w:t>
      </w:r>
      <w:r w:rsidR="00AB6DDF">
        <w:t>’</w:t>
      </w:r>
      <w:r w:rsidRPr="00223237">
        <w:t>amour</w:t>
      </w:r>
      <w:r w:rsidR="00AB6DDF">
        <w:t xml:space="preserve"> !… </w:t>
      </w:r>
      <w:r w:rsidRPr="00223237">
        <w:t>D</w:t>
      </w:r>
      <w:r w:rsidR="00AB6DDF">
        <w:t>’</w:t>
      </w:r>
      <w:r w:rsidRPr="00223237">
        <w:t>ailleurs</w:t>
      </w:r>
      <w:r w:rsidR="00AB6DDF">
        <w:t xml:space="preserve">, </w:t>
      </w:r>
      <w:r w:rsidRPr="00223237">
        <w:t>des mots d</w:t>
      </w:r>
      <w:r w:rsidR="00AB6DDF">
        <w:t>’</w:t>
      </w:r>
      <w:r w:rsidRPr="00223237">
        <w:t>amour</w:t>
      </w:r>
      <w:r w:rsidR="00AB6DDF">
        <w:t xml:space="preserve">… </w:t>
      </w:r>
      <w:r w:rsidRPr="00223237">
        <w:t>vais-je en trouver</w:t>
      </w:r>
      <w:r w:rsidR="00AB6DDF">
        <w:t xml:space="preserve"> ?… </w:t>
      </w:r>
      <w:r w:rsidRPr="00223237">
        <w:t>Vont-ils venir à mon a</w:t>
      </w:r>
      <w:r w:rsidRPr="00223237">
        <w:t>p</w:t>
      </w:r>
      <w:r w:rsidRPr="00223237">
        <w:t>pel</w:t>
      </w:r>
      <w:r w:rsidR="00AB6DDF">
        <w:t xml:space="preserve">, </w:t>
      </w:r>
      <w:r w:rsidRPr="00223237">
        <w:t>à mon secours</w:t>
      </w:r>
      <w:r w:rsidR="00AB6DDF">
        <w:t xml:space="preserve">… </w:t>
      </w:r>
      <w:r w:rsidRPr="00223237">
        <w:t>tous ceux que</w:t>
      </w:r>
      <w:r w:rsidR="00AB6DDF">
        <w:t xml:space="preserve">, </w:t>
      </w:r>
      <w:r w:rsidRPr="00223237">
        <w:t>depuis trois semaines</w:t>
      </w:r>
      <w:r w:rsidR="00AB6DDF">
        <w:t xml:space="preserve">, </w:t>
      </w:r>
      <w:r w:rsidRPr="00223237">
        <w:t>je mets de côté pour vous</w:t>
      </w:r>
      <w:r w:rsidR="00AB6DDF">
        <w:t xml:space="preserve"> ?… </w:t>
      </w:r>
      <w:r w:rsidRPr="00223237">
        <w:t>Oui</w:t>
      </w:r>
      <w:r w:rsidR="00AB6DDF">
        <w:t xml:space="preserve">, </w:t>
      </w:r>
      <w:r w:rsidRPr="00223237">
        <w:t>ils viennent</w:t>
      </w:r>
      <w:r w:rsidR="00AB6DDF">
        <w:t xml:space="preserve">, </w:t>
      </w:r>
      <w:r w:rsidRPr="00223237">
        <w:t>je sens qu</w:t>
      </w:r>
      <w:r w:rsidR="00AB6DDF">
        <w:t>’</w:t>
      </w:r>
      <w:r w:rsidRPr="00223237">
        <w:t>ils vie</w:t>
      </w:r>
      <w:r w:rsidRPr="00223237">
        <w:t>n</w:t>
      </w:r>
      <w:r w:rsidRPr="00223237">
        <w:t>nent</w:t>
      </w:r>
      <w:r w:rsidR="00AB6DDF">
        <w:t xml:space="preserve">, </w:t>
      </w:r>
      <w:r w:rsidRPr="00223237">
        <w:t>se</w:t>
      </w:r>
      <w:r w:rsidRPr="00223237">
        <w:t>u</w:t>
      </w:r>
      <w:r w:rsidRPr="00223237">
        <w:t>lement je n</w:t>
      </w:r>
      <w:r w:rsidR="00AB6DDF">
        <w:t>’</w:t>
      </w:r>
      <w:r w:rsidRPr="00223237">
        <w:t>ose pas les laisser passer</w:t>
      </w:r>
      <w:r w:rsidR="00AB6DDF">
        <w:t xml:space="preserve">… </w:t>
      </w:r>
      <w:r w:rsidRPr="00223237">
        <w:t>car enfin</w:t>
      </w:r>
      <w:r w:rsidR="00AB6DDF">
        <w:t xml:space="preserve">, </w:t>
      </w:r>
      <w:r w:rsidRPr="00223237">
        <w:t>voyez-vous que je me sois trompé</w:t>
      </w:r>
      <w:r w:rsidR="00AB6DDF">
        <w:t xml:space="preserve">… </w:t>
      </w:r>
      <w:r w:rsidRPr="00223237">
        <w:t>ce serait horrible</w:t>
      </w:r>
      <w:r w:rsidR="00AB6DDF">
        <w:t xml:space="preserve">, </w:t>
      </w:r>
      <w:r w:rsidRPr="00223237">
        <w:t>ça</w:t>
      </w:r>
      <w:r w:rsidR="00AB6DDF">
        <w:t xml:space="preserve"> ! </w:t>
      </w:r>
      <w:r w:rsidRPr="00223237">
        <w:t>Voyez-vous que vos yeux n</w:t>
      </w:r>
      <w:r w:rsidR="00AB6DDF">
        <w:t>’</w:t>
      </w:r>
      <w:r w:rsidRPr="00223237">
        <w:t>aient pas exprimé tout ce que j</w:t>
      </w:r>
      <w:r w:rsidR="00AB6DDF">
        <w:t>’</w:t>
      </w:r>
      <w:r w:rsidRPr="00223237">
        <w:t>y lisais comme en un livre ouvert</w:t>
      </w:r>
      <w:r w:rsidR="00AB6DDF">
        <w:t xml:space="preserve"> !… </w:t>
      </w:r>
      <w:r w:rsidRPr="00223237">
        <w:t>Car</w:t>
      </w:r>
      <w:r w:rsidR="00AB6DDF">
        <w:t xml:space="preserve">, </w:t>
      </w:r>
      <w:r w:rsidRPr="00223237">
        <w:t>vous savez</w:t>
      </w:r>
      <w:r w:rsidR="00AB6DDF">
        <w:t xml:space="preserve">, </w:t>
      </w:r>
      <w:r w:rsidRPr="00223237">
        <w:t>c</w:t>
      </w:r>
      <w:r w:rsidR="00AB6DDF">
        <w:t>’</w:t>
      </w:r>
      <w:r w:rsidRPr="00223237">
        <w:t>est fabuleux</w:t>
      </w:r>
      <w:r w:rsidR="00AB6DDF">
        <w:t xml:space="preserve">, </w:t>
      </w:r>
      <w:r w:rsidRPr="00223237">
        <w:t>depuis trois semaines</w:t>
      </w:r>
      <w:r w:rsidR="00AB6DDF">
        <w:t xml:space="preserve">, </w:t>
      </w:r>
      <w:r w:rsidRPr="00223237">
        <w:t>ce que j</w:t>
      </w:r>
      <w:r w:rsidR="00AB6DDF">
        <w:t>’</w:t>
      </w:r>
      <w:r w:rsidRPr="00223237">
        <w:t>ai cru lire dans vos yeux</w:t>
      </w:r>
      <w:r w:rsidR="00AB6DDF">
        <w:t xml:space="preserve">… </w:t>
      </w:r>
      <w:r w:rsidRPr="00223237">
        <w:t>et avouez que si je me suis trompé</w:t>
      </w:r>
      <w:r w:rsidR="00AB6DDF">
        <w:t xml:space="preserve">, </w:t>
      </w:r>
      <w:r w:rsidRPr="00223237">
        <w:t>je suis ridicule maintenant</w:t>
      </w:r>
      <w:r w:rsidR="00AB6DDF">
        <w:t xml:space="preserve">… </w:t>
      </w:r>
      <w:r w:rsidRPr="00223237">
        <w:t>pour toujours</w:t>
      </w:r>
      <w:r w:rsidR="00AB6DDF">
        <w:t xml:space="preserve">, </w:t>
      </w:r>
      <w:r w:rsidRPr="00223237">
        <w:t>à vos yeux</w:t>
      </w:r>
      <w:r w:rsidR="00AB6DDF">
        <w:t xml:space="preserve">… </w:t>
      </w:r>
      <w:r w:rsidRPr="00223237">
        <w:t>à vos yeux que j</w:t>
      </w:r>
      <w:r w:rsidR="00AB6DDF">
        <w:t>’</w:t>
      </w:r>
      <w:r w:rsidRPr="00223237">
        <w:t>adore</w:t>
      </w:r>
      <w:r w:rsidR="00AB6DDF">
        <w:t xml:space="preserve">… </w:t>
      </w:r>
      <w:r w:rsidRPr="00223237">
        <w:t>et qui me regardent fixement exprès</w:t>
      </w:r>
      <w:r w:rsidR="00AB6DDF">
        <w:t xml:space="preserve">… </w:t>
      </w:r>
      <w:r w:rsidRPr="00223237">
        <w:t>pour que je ne puisse pas deviner ce qui se passe en vous</w:t>
      </w:r>
      <w:r w:rsidR="00AB6DDF">
        <w:t xml:space="preserve">… </w:t>
      </w:r>
      <w:r w:rsidRPr="00223237">
        <w:t>Oh</w:t>
      </w:r>
      <w:r w:rsidR="00AB6DDF">
        <w:t xml:space="preserve"> ! </w:t>
      </w:r>
      <w:r w:rsidRPr="00223237">
        <w:t>Écoutez</w:t>
      </w:r>
      <w:r w:rsidR="00AB6DDF">
        <w:t xml:space="preserve">, </w:t>
      </w:r>
      <w:r w:rsidRPr="00223237">
        <w:t>vous ne voulez pas être gentille</w:t>
      </w:r>
      <w:r w:rsidR="00AB6DDF">
        <w:t xml:space="preserve">, </w:t>
      </w:r>
      <w:r w:rsidRPr="00223237">
        <w:t>vous ne voulez pas me répondre d</w:t>
      </w:r>
      <w:r w:rsidR="00AB6DDF">
        <w:t>’</w:t>
      </w:r>
      <w:r w:rsidRPr="00223237">
        <w:t>abord un peu avec vos yeux</w:t>
      </w:r>
      <w:r w:rsidR="00AB6DDF">
        <w:t xml:space="preserve">, </w:t>
      </w:r>
      <w:r w:rsidRPr="00223237">
        <w:t>pour que je devine ce qui se passe en vous</w:t>
      </w:r>
      <w:r w:rsidR="00AB6DDF">
        <w:t xml:space="preserve"> ? </w:t>
      </w:r>
      <w:r w:rsidRPr="00223237">
        <w:t>Vous ne voulez pas</w:t>
      </w:r>
      <w:r w:rsidR="00AB6DDF">
        <w:t xml:space="preserve">… </w:t>
      </w:r>
      <w:r w:rsidRPr="00223237">
        <w:t>non</w:t>
      </w:r>
      <w:r w:rsidR="00AB6DDF">
        <w:t xml:space="preserve">… ?… </w:t>
      </w:r>
      <w:r w:rsidRPr="00223237">
        <w:t>Non</w:t>
      </w:r>
      <w:r w:rsidR="00AB6DDF">
        <w:t xml:space="preserve">, </w:t>
      </w:r>
      <w:r w:rsidRPr="00223237">
        <w:t>elle ne veut pas me r</w:t>
      </w:r>
      <w:r w:rsidRPr="00223237">
        <w:t>é</w:t>
      </w:r>
      <w:r w:rsidRPr="00223237">
        <w:t>pondre avec ses yeux</w:t>
      </w:r>
      <w:r w:rsidR="00AB6DDF">
        <w:t xml:space="preserve">, </w:t>
      </w:r>
      <w:r w:rsidRPr="00223237">
        <w:t>elle me laisse patauger</w:t>
      </w:r>
      <w:r w:rsidR="00AB6DDF">
        <w:t xml:space="preserve">, </w:t>
      </w:r>
      <w:r w:rsidRPr="00223237">
        <w:t>exprès</w:t>
      </w:r>
      <w:r w:rsidR="00AB6DDF">
        <w:t xml:space="preserve">… </w:t>
      </w:r>
      <w:r w:rsidRPr="00223237">
        <w:t>et j</w:t>
      </w:r>
      <w:r w:rsidR="00AB6DDF">
        <w:t>’</w:t>
      </w:r>
      <w:r w:rsidRPr="00223237">
        <w:t>ai l</w:t>
      </w:r>
      <w:r w:rsidR="00AB6DDF">
        <w:t>’</w:t>
      </w:r>
      <w:r w:rsidRPr="00223237">
        <w:t>impression que je m</w:t>
      </w:r>
      <w:r w:rsidR="00AB6DDF">
        <w:t>’</w:t>
      </w:r>
      <w:r w:rsidRPr="00223237">
        <w:t>enlise en ce moment</w:t>
      </w:r>
      <w:r w:rsidR="00AB6DDF">
        <w:t xml:space="preserve"> !… </w:t>
      </w:r>
      <w:r w:rsidRPr="00223237">
        <w:t>Vous savez que j</w:t>
      </w:r>
      <w:r w:rsidR="00AB6DDF">
        <w:t>’</w:t>
      </w:r>
      <w:r w:rsidRPr="00223237">
        <w:t>aimerais mieux une paire de claques qu</w:t>
      </w:r>
      <w:r w:rsidR="00AB6DDF">
        <w:t>’</w:t>
      </w:r>
      <w:r w:rsidRPr="00223237">
        <w:t>un mot trop méchant</w:t>
      </w:r>
      <w:r w:rsidR="00AB6DDF">
        <w:t xml:space="preserve"> !… </w:t>
      </w:r>
      <w:r w:rsidRPr="00223237">
        <w:t>Qu</w:t>
      </w:r>
      <w:r w:rsidR="00AB6DDF">
        <w:t>’</w:t>
      </w:r>
      <w:r w:rsidRPr="00223237">
        <w:t>est-ce que j</w:t>
      </w:r>
      <w:r w:rsidR="00AB6DDF">
        <w:t>’</w:t>
      </w:r>
      <w:r w:rsidRPr="00223237">
        <w:t>ai fait en parlant</w:t>
      </w:r>
      <w:r w:rsidR="00AB6DDF">
        <w:t xml:space="preserve"> ?… </w:t>
      </w:r>
      <w:r w:rsidRPr="00223237">
        <w:t>Oh</w:t>
      </w:r>
      <w:r w:rsidR="00AB6DDF">
        <w:t xml:space="preserve"> ! </w:t>
      </w:r>
      <w:r w:rsidRPr="00223237">
        <w:t>Mon Dieu</w:t>
      </w:r>
      <w:r w:rsidR="00AB6DDF">
        <w:t xml:space="preserve">… </w:t>
      </w:r>
      <w:r w:rsidRPr="00223237">
        <w:t>qu</w:t>
      </w:r>
      <w:r w:rsidR="00AB6DDF">
        <w:t>’</w:t>
      </w:r>
      <w:r w:rsidRPr="00223237">
        <w:t>est-ce qu</w:t>
      </w:r>
      <w:r w:rsidR="00AB6DDF">
        <w:t>’</w:t>
      </w:r>
      <w:r w:rsidRPr="00223237">
        <w:t>elle va me dire</w:t>
      </w:r>
      <w:r w:rsidR="00AB6DDF">
        <w:t xml:space="preserve"> ?… </w:t>
      </w:r>
      <w:r w:rsidRPr="00223237">
        <w:t>Qu</w:t>
      </w:r>
      <w:r w:rsidR="00AB6DDF">
        <w:t>’</w:t>
      </w:r>
      <w:r w:rsidRPr="00223237">
        <w:t>est-ce qu</w:t>
      </w:r>
      <w:r w:rsidR="00AB6DDF">
        <w:t>’</w:t>
      </w:r>
      <w:r w:rsidRPr="00223237">
        <w:t>elle va me répondre</w:t>
      </w:r>
      <w:r w:rsidR="00AB6DDF">
        <w:t xml:space="preserve"> ?… </w:t>
      </w:r>
      <w:r w:rsidRPr="00223237">
        <w:t xml:space="preserve">Avec ces </w:t>
      </w:r>
      <w:proofErr w:type="spellStart"/>
      <w:r w:rsidRPr="00223237">
        <w:t>yeux-là</w:t>
      </w:r>
      <w:proofErr w:type="spellEnd"/>
      <w:r w:rsidR="00AB6DDF">
        <w:t xml:space="preserve">, </w:t>
      </w:r>
      <w:r w:rsidRPr="00223237">
        <w:t>ce so</w:t>
      </w:r>
      <w:r w:rsidRPr="00223237">
        <w:t>u</w:t>
      </w:r>
      <w:r w:rsidRPr="00223237">
        <w:t>rire-là</w:t>
      </w:r>
      <w:r w:rsidR="00AB6DDF">
        <w:t xml:space="preserve">… </w:t>
      </w:r>
      <w:r w:rsidRPr="00223237">
        <w:t>qu</w:t>
      </w:r>
      <w:r w:rsidR="00AB6DDF">
        <w:t>’</w:t>
      </w:r>
      <w:r w:rsidRPr="00223237">
        <w:t>est-ce qu</w:t>
      </w:r>
      <w:r w:rsidR="00AB6DDF">
        <w:t>’</w:t>
      </w:r>
      <w:r w:rsidRPr="00223237">
        <w:t>elle va me répondre</w:t>
      </w:r>
      <w:r w:rsidR="00AB6DDF">
        <w:t xml:space="preserve"> ? </w:t>
      </w:r>
      <w:r w:rsidRPr="00223237">
        <w:t>Ça ne fait rien</w:t>
      </w:r>
      <w:r w:rsidR="00AB6DDF">
        <w:t xml:space="preserve">, </w:t>
      </w:r>
      <w:r w:rsidRPr="00223237">
        <w:t>allez-y maintenant</w:t>
      </w:r>
      <w:r w:rsidR="00AB6DDF">
        <w:t xml:space="preserve">… </w:t>
      </w:r>
      <w:r w:rsidRPr="00223237">
        <w:t>tant pis</w:t>
      </w:r>
      <w:r w:rsidR="00AB6DDF">
        <w:t xml:space="preserve">… </w:t>
      </w:r>
      <w:r w:rsidRPr="00223237">
        <w:t>dites</w:t>
      </w:r>
      <w:r w:rsidR="00AB6DDF">
        <w:t xml:space="preserve">… </w:t>
      </w:r>
      <w:r w:rsidRPr="00223237">
        <w:t>allez</w:t>
      </w:r>
      <w:r w:rsidR="00AB6DDF">
        <w:t xml:space="preserve">… </w:t>
      </w:r>
      <w:r w:rsidRPr="00223237">
        <w:t>dites</w:t>
      </w:r>
      <w:r w:rsidR="00AB6DDF">
        <w:t xml:space="preserve">… </w:t>
      </w:r>
      <w:r w:rsidRPr="00223237">
        <w:t>dites</w:t>
      </w:r>
      <w:r w:rsidR="00AB6DDF">
        <w:t xml:space="preserve">… </w:t>
      </w:r>
      <w:r w:rsidRPr="00223237">
        <w:t>dites</w:t>
      </w:r>
      <w:r w:rsidR="00AB6DDF">
        <w:t>…</w:t>
      </w:r>
    </w:p>
    <w:p w14:paraId="7BFA318E" w14:textId="77777777" w:rsidR="00C83B26" w:rsidRDefault="002E19AC" w:rsidP="00C83B26">
      <w:pPr>
        <w:ind w:firstLine="0"/>
        <w:jc w:val="center"/>
      </w:pPr>
      <w:r w:rsidRPr="00C83B26">
        <w:t>ELLE</w:t>
      </w:r>
    </w:p>
    <w:p w14:paraId="27033AF2" w14:textId="77777777" w:rsidR="00C83B26" w:rsidRDefault="002E19AC" w:rsidP="00C83B26">
      <w:r w:rsidRPr="00223237">
        <w:t>Je t</w:t>
      </w:r>
      <w:r w:rsidR="00AB6DDF">
        <w:t>’</w:t>
      </w:r>
      <w:r w:rsidRPr="00223237">
        <w:t>aime</w:t>
      </w:r>
      <w:r w:rsidR="00AB6DDF">
        <w:t> !</w:t>
      </w:r>
    </w:p>
    <w:p w14:paraId="0D56CB8F" w14:textId="77777777" w:rsidR="00C83B26" w:rsidRDefault="002E19AC" w:rsidP="00C83B26">
      <w:pPr>
        <w:ind w:firstLine="0"/>
        <w:jc w:val="center"/>
      </w:pPr>
      <w:r w:rsidRPr="00C83B26">
        <w:lastRenderedPageBreak/>
        <w:t>LUI</w:t>
      </w:r>
    </w:p>
    <w:p w14:paraId="0AB81867" w14:textId="77777777" w:rsidR="00C83B26" w:rsidRDefault="002E19AC" w:rsidP="00C83B26">
      <w:r w:rsidRPr="00223237">
        <w:t>Oh</w:t>
      </w:r>
      <w:r w:rsidR="00AB6DDF">
        <w:t xml:space="preserve"> ! </w:t>
      </w:r>
      <w:r w:rsidRPr="00223237">
        <w:t>Non</w:t>
      </w:r>
      <w:r w:rsidR="00AB6DDF">
        <w:t xml:space="preserve">, </w:t>
      </w:r>
      <w:r w:rsidRPr="00223237">
        <w:t>ce n</w:t>
      </w:r>
      <w:r w:rsidR="00AB6DDF">
        <w:t>’</w:t>
      </w:r>
      <w:r w:rsidRPr="00223237">
        <w:t>est pas vrai</w:t>
      </w:r>
      <w:r w:rsidR="00AB6DDF">
        <w:t xml:space="preserve"> ! </w:t>
      </w:r>
      <w:r w:rsidRPr="00223237">
        <w:t>Oh</w:t>
      </w:r>
      <w:r w:rsidR="00AB6DDF">
        <w:t xml:space="preserve"> ! </w:t>
      </w:r>
      <w:r w:rsidRPr="00223237">
        <w:t>Non</w:t>
      </w:r>
      <w:r w:rsidR="00AB6DDF">
        <w:t xml:space="preserve">… </w:t>
      </w:r>
      <w:r w:rsidRPr="00223237">
        <w:t>c</w:t>
      </w:r>
      <w:r w:rsidR="00AB6DDF">
        <w:t>’</w:t>
      </w:r>
      <w:r w:rsidRPr="00223237">
        <w:t>est trop beau</w:t>
      </w:r>
      <w:r w:rsidR="00AB6DDF">
        <w:t xml:space="preserve">… </w:t>
      </w:r>
      <w:r w:rsidRPr="00223237">
        <w:t>c</w:t>
      </w:r>
      <w:r w:rsidR="00AB6DDF">
        <w:t>’</w:t>
      </w:r>
      <w:r w:rsidRPr="00223237">
        <w:t>est vrai</w:t>
      </w:r>
      <w:r w:rsidR="00AB6DDF">
        <w:t> ?…</w:t>
      </w:r>
    </w:p>
    <w:p w14:paraId="5B9CCD0C" w14:textId="77777777" w:rsidR="00C83B26" w:rsidRDefault="002E19AC" w:rsidP="00C83B26">
      <w:pPr>
        <w:ind w:firstLine="0"/>
        <w:jc w:val="center"/>
      </w:pPr>
      <w:r w:rsidRPr="00C83B26">
        <w:t>ELLE</w:t>
      </w:r>
    </w:p>
    <w:p w14:paraId="40F0D428" w14:textId="77777777" w:rsidR="00C83B26" w:rsidRDefault="002E19AC" w:rsidP="00C83B26">
      <w:r w:rsidRPr="00223237">
        <w:t>Je t</w:t>
      </w:r>
      <w:r w:rsidR="00AB6DDF">
        <w:t>’</w:t>
      </w:r>
      <w:r w:rsidRPr="00223237">
        <w:t>aime</w:t>
      </w:r>
      <w:r w:rsidR="00AB6DDF">
        <w:t xml:space="preserve">… </w:t>
      </w:r>
      <w:r w:rsidRPr="00223237">
        <w:t>embrasse-moi</w:t>
      </w:r>
      <w:r w:rsidR="00AB6DDF">
        <w:t> !</w:t>
      </w:r>
    </w:p>
    <w:p w14:paraId="3175E781" w14:textId="77777777" w:rsidR="00C83B26" w:rsidRDefault="002E19AC" w:rsidP="00C83B26">
      <w:pPr>
        <w:ind w:firstLine="0"/>
        <w:jc w:val="center"/>
      </w:pPr>
      <w:r w:rsidRPr="00C83B26">
        <w:t>LUI</w:t>
      </w:r>
    </w:p>
    <w:p w14:paraId="771A5C70" w14:textId="77777777" w:rsidR="00C83B26" w:rsidRDefault="002E19AC" w:rsidP="00C83B26">
      <w:r w:rsidRPr="00223237">
        <w:t>Je vais le faire</w:t>
      </w:r>
      <w:r w:rsidR="00AB6DDF">
        <w:t xml:space="preserve">… </w:t>
      </w:r>
      <w:r w:rsidRPr="00223237">
        <w:t>tu sais que je vais le faire</w:t>
      </w:r>
      <w:r w:rsidR="00AB6DDF">
        <w:t xml:space="preserve">… </w:t>
      </w:r>
      <w:r w:rsidRPr="00223237">
        <w:t>Je le fais</w:t>
      </w:r>
      <w:r w:rsidR="00AB6DDF">
        <w:t>. (</w:t>
      </w:r>
      <w:r w:rsidRPr="00E51845">
        <w:rPr>
          <w:i/>
        </w:rPr>
        <w:t xml:space="preserve">Il </w:t>
      </w:r>
      <w:r w:rsidRPr="00223237">
        <w:rPr>
          <w:i/>
          <w:iCs/>
        </w:rPr>
        <w:t>l</w:t>
      </w:r>
      <w:r w:rsidR="00AB6DDF">
        <w:rPr>
          <w:i/>
          <w:iCs/>
        </w:rPr>
        <w:t>’</w:t>
      </w:r>
      <w:r w:rsidRPr="00223237">
        <w:rPr>
          <w:i/>
          <w:iCs/>
        </w:rPr>
        <w:t>embrasse follement</w:t>
      </w:r>
      <w:r w:rsidR="00AB6DDF">
        <w:rPr>
          <w:i/>
          <w:iCs/>
        </w:rPr>
        <w:t xml:space="preserve">.) </w:t>
      </w:r>
      <w:r w:rsidRPr="00223237">
        <w:t>Et ce soir</w:t>
      </w:r>
      <w:r w:rsidR="00AB6DDF">
        <w:t> ?</w:t>
      </w:r>
    </w:p>
    <w:p w14:paraId="7E3221DD" w14:textId="77777777" w:rsidR="00C83B26" w:rsidRDefault="002E19AC" w:rsidP="00C83B26">
      <w:pPr>
        <w:ind w:firstLine="0"/>
        <w:jc w:val="center"/>
      </w:pPr>
      <w:r w:rsidRPr="00C83B26">
        <w:t>ELLE</w:t>
      </w:r>
    </w:p>
    <w:p w14:paraId="0B74ABEB" w14:textId="77777777" w:rsidR="00C83B26" w:rsidRDefault="002E19AC" w:rsidP="00C83B26">
      <w:r w:rsidRPr="00223237">
        <w:t>Je serai ici à neuf heures</w:t>
      </w:r>
      <w:r w:rsidR="00AB6DDF">
        <w:t> !</w:t>
      </w:r>
    </w:p>
    <w:p w14:paraId="51639663" w14:textId="77777777" w:rsidR="00C83B26" w:rsidRDefault="002E19AC" w:rsidP="00C83B26">
      <w:pPr>
        <w:ind w:firstLine="0"/>
        <w:jc w:val="center"/>
      </w:pPr>
      <w:r w:rsidRPr="00C83B26">
        <w:t>LUI</w:t>
      </w:r>
    </w:p>
    <w:p w14:paraId="680BDF08" w14:textId="77777777" w:rsidR="00C83B26" w:rsidRDefault="002E19AC" w:rsidP="00C83B26">
      <w:r w:rsidRPr="00223237">
        <w:t>Tu seras ici à neuf heures</w:t>
      </w:r>
      <w:r w:rsidR="00AB6DDF">
        <w:t xml:space="preserve">… </w:t>
      </w:r>
      <w:proofErr w:type="spellStart"/>
      <w:r w:rsidRPr="00223237">
        <w:t>ââh</w:t>
      </w:r>
      <w:proofErr w:type="spellEnd"/>
      <w:r w:rsidR="00AB6DDF">
        <w:t xml:space="preserve"> ! </w:t>
      </w:r>
      <w:r w:rsidR="00AB6DDF">
        <w:rPr>
          <w:i/>
          <w:iCs/>
        </w:rPr>
        <w:t>(</w:t>
      </w:r>
      <w:r w:rsidRPr="00223237">
        <w:rPr>
          <w:i/>
          <w:iCs/>
        </w:rPr>
        <w:t>Et c</w:t>
      </w:r>
      <w:r w:rsidR="00AB6DDF">
        <w:rPr>
          <w:i/>
          <w:iCs/>
        </w:rPr>
        <w:t>’</w:t>
      </w:r>
      <w:r w:rsidRPr="00223237">
        <w:rPr>
          <w:i/>
          <w:iCs/>
        </w:rPr>
        <w:t>est un véritable hu</w:t>
      </w:r>
      <w:r w:rsidRPr="00223237">
        <w:rPr>
          <w:i/>
          <w:iCs/>
        </w:rPr>
        <w:t>r</w:t>
      </w:r>
      <w:r w:rsidRPr="00223237">
        <w:rPr>
          <w:i/>
          <w:iCs/>
        </w:rPr>
        <w:t>lement de joie qu</w:t>
      </w:r>
      <w:r w:rsidR="00AB6DDF">
        <w:rPr>
          <w:i/>
          <w:iCs/>
        </w:rPr>
        <w:t>’</w:t>
      </w:r>
      <w:r w:rsidRPr="00223237">
        <w:rPr>
          <w:i/>
          <w:iCs/>
        </w:rPr>
        <w:t>il pousse</w:t>
      </w:r>
      <w:r w:rsidR="00AB6DDF">
        <w:rPr>
          <w:i/>
          <w:iCs/>
        </w:rPr>
        <w:t xml:space="preserve">. </w:t>
      </w:r>
      <w:r w:rsidR="00EC51C3">
        <w:rPr>
          <w:i/>
          <w:iCs/>
        </w:rPr>
        <w:t>À</w:t>
      </w:r>
      <w:r w:rsidRPr="00223237">
        <w:rPr>
          <w:i/>
          <w:iCs/>
        </w:rPr>
        <w:t xml:space="preserve"> ce moment exact le mari ouvre la porte et paraît</w:t>
      </w:r>
      <w:r w:rsidR="00AB6DDF">
        <w:rPr>
          <w:i/>
          <w:iCs/>
        </w:rPr>
        <w:t>.)</w:t>
      </w:r>
    </w:p>
    <w:p w14:paraId="5CAA50EB" w14:textId="77777777" w:rsidR="00C83B26" w:rsidRDefault="002E19AC" w:rsidP="00C83B26">
      <w:pPr>
        <w:ind w:firstLine="0"/>
        <w:jc w:val="center"/>
      </w:pPr>
      <w:r w:rsidRPr="00C83B26">
        <w:t>LE MARI</w:t>
      </w:r>
    </w:p>
    <w:p w14:paraId="4D5E2057" w14:textId="77777777" w:rsidR="00C83B26" w:rsidRDefault="002E19AC" w:rsidP="00C83B26">
      <w:r w:rsidRPr="00223237">
        <w:t>Qu</w:t>
      </w:r>
      <w:r w:rsidR="00AB6DDF">
        <w:t>’</w:t>
      </w:r>
      <w:r w:rsidRPr="00223237">
        <w:t>est-ce qu</w:t>
      </w:r>
      <w:r w:rsidR="00AB6DDF">
        <w:t>’</w:t>
      </w:r>
      <w:r w:rsidRPr="00223237">
        <w:t>il y a</w:t>
      </w:r>
      <w:r w:rsidR="00AB6DDF">
        <w:t> ?</w:t>
      </w:r>
    </w:p>
    <w:p w14:paraId="68037AFB" w14:textId="77777777" w:rsidR="00C83B26" w:rsidRDefault="002E19AC" w:rsidP="00C83B26">
      <w:pPr>
        <w:ind w:firstLine="0"/>
        <w:jc w:val="center"/>
      </w:pPr>
      <w:r w:rsidRPr="00C83B26">
        <w:t>LUI</w:t>
      </w:r>
    </w:p>
    <w:p w14:paraId="3E3561B2" w14:textId="77777777" w:rsidR="00C83B26" w:rsidRDefault="002E19AC" w:rsidP="00C83B26">
      <w:r w:rsidRPr="00223237">
        <w:t>Rien</w:t>
      </w:r>
      <w:r w:rsidR="00AB6DDF">
        <w:t xml:space="preserve">, </w:t>
      </w:r>
      <w:r w:rsidRPr="00223237">
        <w:t>rien</w:t>
      </w:r>
      <w:r w:rsidR="00AB6DDF">
        <w:t xml:space="preserve">… </w:t>
      </w:r>
      <w:r w:rsidRPr="00223237">
        <w:t>c</w:t>
      </w:r>
      <w:r w:rsidR="00AB6DDF">
        <w:t>’</w:t>
      </w:r>
      <w:r w:rsidRPr="00223237">
        <w:t>est une histoire que je raconte à votre femme</w:t>
      </w:r>
      <w:r w:rsidR="00AB6DDF">
        <w:t xml:space="preserve">… </w:t>
      </w:r>
      <w:r w:rsidRPr="00223237">
        <w:t>l</w:t>
      </w:r>
      <w:r w:rsidR="00AB6DDF">
        <w:t>’</w:t>
      </w:r>
      <w:r w:rsidRPr="00223237">
        <w:t>histoire d</w:t>
      </w:r>
      <w:r w:rsidR="00AB6DDF">
        <w:t>’</w:t>
      </w:r>
      <w:r w:rsidRPr="00223237">
        <w:t>un lion qui faisait</w:t>
      </w:r>
      <w:r w:rsidR="00AB6DDF">
        <w:t> : « </w:t>
      </w:r>
      <w:proofErr w:type="spellStart"/>
      <w:r w:rsidRPr="00223237">
        <w:t>Aâh</w:t>
      </w:r>
      <w:proofErr w:type="spellEnd"/>
      <w:r w:rsidR="00AB6DDF">
        <w:t> ! »</w:t>
      </w:r>
    </w:p>
    <w:p w14:paraId="729EA34C" w14:textId="77777777" w:rsidR="00C83B26" w:rsidRDefault="002E19AC" w:rsidP="00C83B26">
      <w:r w:rsidRPr="00223237">
        <w:rPr>
          <w:i/>
          <w:iCs/>
        </w:rPr>
        <w:t xml:space="preserve">Et il retrouve pour ce second </w:t>
      </w:r>
      <w:r w:rsidR="00AB6DDF">
        <w:rPr>
          <w:i/>
          <w:iCs/>
        </w:rPr>
        <w:t>« </w:t>
      </w:r>
      <w:proofErr w:type="spellStart"/>
      <w:r w:rsidRPr="00223237">
        <w:rPr>
          <w:i/>
          <w:iCs/>
        </w:rPr>
        <w:t>Aâh</w:t>
      </w:r>
      <w:proofErr w:type="spellEnd"/>
      <w:r w:rsidR="00AB6DDF">
        <w:rPr>
          <w:i/>
          <w:iCs/>
        </w:rPr>
        <w:t> ! »</w:t>
      </w:r>
      <w:r w:rsidRPr="00223237">
        <w:rPr>
          <w:i/>
          <w:iCs/>
        </w:rPr>
        <w:t xml:space="preserve"> l</w:t>
      </w:r>
      <w:r w:rsidR="00AB6DDF">
        <w:rPr>
          <w:i/>
          <w:iCs/>
        </w:rPr>
        <w:t>’</w:t>
      </w:r>
      <w:r w:rsidRPr="00223237">
        <w:rPr>
          <w:i/>
          <w:iCs/>
        </w:rPr>
        <w:t>intonation du premier tandis que</w:t>
      </w:r>
      <w:r w:rsidR="00AB6DDF">
        <w:rPr>
          <w:i/>
          <w:iCs/>
        </w:rPr>
        <w:t>…</w:t>
      </w:r>
    </w:p>
    <w:p w14:paraId="47EA59FD" w14:textId="77777777" w:rsidR="00C83B26" w:rsidRDefault="002E19AC" w:rsidP="00C83B26">
      <w:pPr>
        <w:ind w:firstLine="0"/>
        <w:jc w:val="center"/>
      </w:pPr>
      <w:r w:rsidRPr="00C83B26">
        <w:t>LE RIDEAU TOMBE</w:t>
      </w:r>
      <w:r w:rsidR="00AB6DDF" w:rsidRPr="00C83B26">
        <w:t>.</w:t>
      </w:r>
    </w:p>
    <w:p w14:paraId="31640ECC" w14:textId="4AEB8216" w:rsidR="002E19AC" w:rsidRPr="00223237" w:rsidRDefault="002E19AC" w:rsidP="00AB6DDF">
      <w:pPr>
        <w:pStyle w:val="Titre1"/>
      </w:pPr>
      <w:bookmarkStart w:id="2" w:name="_Toc196333090"/>
      <w:r w:rsidRPr="00223237">
        <w:lastRenderedPageBreak/>
        <w:t>ACTE II</w:t>
      </w:r>
      <w:bookmarkEnd w:id="2"/>
      <w:r w:rsidRPr="00223237">
        <w:br/>
      </w:r>
    </w:p>
    <w:p w14:paraId="3854B67F" w14:textId="77777777" w:rsidR="00C83B26" w:rsidRDefault="002E19AC" w:rsidP="00C83B26">
      <w:pPr>
        <w:ind w:firstLine="0"/>
        <w:jc w:val="center"/>
      </w:pPr>
      <w:r w:rsidRPr="00C83B26">
        <w:t>LE DÉCOR</w:t>
      </w:r>
    </w:p>
    <w:p w14:paraId="3C7614E1" w14:textId="77777777" w:rsidR="00C83B26" w:rsidRDefault="002E19AC" w:rsidP="00C83B26">
      <w:r w:rsidRPr="00223237">
        <w:rPr>
          <w:i/>
          <w:iCs/>
        </w:rPr>
        <w:t>Le même</w:t>
      </w:r>
      <w:r w:rsidR="00AB6DDF">
        <w:rPr>
          <w:i/>
          <w:iCs/>
        </w:rPr>
        <w:t>.</w:t>
      </w:r>
    </w:p>
    <w:p w14:paraId="72644A98" w14:textId="77777777" w:rsidR="00C83B26" w:rsidRDefault="002E19AC" w:rsidP="00C83B26">
      <w:r w:rsidRPr="00223237">
        <w:rPr>
          <w:i/>
          <w:iCs/>
        </w:rPr>
        <w:t>Quelques heures plus tard</w:t>
      </w:r>
      <w:r w:rsidR="00AB6DDF">
        <w:rPr>
          <w:i/>
          <w:iCs/>
        </w:rPr>
        <w:t>.</w:t>
      </w:r>
    </w:p>
    <w:p w14:paraId="5811E576" w14:textId="77777777" w:rsidR="00C83B26" w:rsidRDefault="002E19AC" w:rsidP="00C83B26">
      <w:r w:rsidRPr="00223237">
        <w:rPr>
          <w:i/>
          <w:iCs/>
        </w:rPr>
        <w:t>Au moment où le rideau se lève</w:t>
      </w:r>
      <w:r w:rsidR="00AB6DDF">
        <w:rPr>
          <w:i/>
          <w:iCs/>
        </w:rPr>
        <w:t xml:space="preserve">, </w:t>
      </w:r>
      <w:r w:rsidRPr="00223237">
        <w:rPr>
          <w:i/>
          <w:iCs/>
        </w:rPr>
        <w:t>il est</w:t>
      </w:r>
      <w:r w:rsidR="00AB6DDF">
        <w:rPr>
          <w:i/>
          <w:iCs/>
        </w:rPr>
        <w:t xml:space="preserve">, </w:t>
      </w:r>
      <w:r w:rsidRPr="00223237">
        <w:rPr>
          <w:i/>
          <w:iCs/>
        </w:rPr>
        <w:t>Lui</w:t>
      </w:r>
      <w:r w:rsidR="00AB6DDF">
        <w:rPr>
          <w:i/>
          <w:iCs/>
        </w:rPr>
        <w:t xml:space="preserve">, </w:t>
      </w:r>
      <w:r w:rsidRPr="00223237">
        <w:rPr>
          <w:i/>
          <w:iCs/>
        </w:rPr>
        <w:t>seul en scène</w:t>
      </w:r>
      <w:r w:rsidR="00AB6DDF">
        <w:rPr>
          <w:i/>
          <w:iCs/>
        </w:rPr>
        <w:t xml:space="preserve">. </w:t>
      </w:r>
      <w:r w:rsidRPr="00223237">
        <w:rPr>
          <w:i/>
          <w:iCs/>
        </w:rPr>
        <w:t>Il porte un vêtement d</w:t>
      </w:r>
      <w:r w:rsidR="00AB6DDF">
        <w:rPr>
          <w:i/>
          <w:iCs/>
        </w:rPr>
        <w:t>’</w:t>
      </w:r>
      <w:r w:rsidRPr="00223237">
        <w:rPr>
          <w:i/>
          <w:iCs/>
        </w:rPr>
        <w:t>intérieur</w:t>
      </w:r>
      <w:r w:rsidR="00AB6DDF">
        <w:rPr>
          <w:i/>
          <w:iCs/>
        </w:rPr>
        <w:t xml:space="preserve">. </w:t>
      </w:r>
      <w:r w:rsidRPr="00223237">
        <w:rPr>
          <w:i/>
          <w:iCs/>
        </w:rPr>
        <w:t>Les rideaux de la fenêtre sont fermés</w:t>
      </w:r>
      <w:r w:rsidR="00AB6DDF">
        <w:rPr>
          <w:i/>
          <w:iCs/>
        </w:rPr>
        <w:t xml:space="preserve"> – </w:t>
      </w:r>
      <w:r w:rsidRPr="00223237">
        <w:rPr>
          <w:i/>
          <w:iCs/>
        </w:rPr>
        <w:t>et le divan est devenu un lit</w:t>
      </w:r>
      <w:r w:rsidR="00AB6DDF">
        <w:rPr>
          <w:i/>
          <w:iCs/>
        </w:rPr>
        <w:t xml:space="preserve">. </w:t>
      </w:r>
      <w:r w:rsidRPr="00223237">
        <w:rPr>
          <w:i/>
          <w:iCs/>
        </w:rPr>
        <w:t>Il y a beaucoup plus de fleurs qu</w:t>
      </w:r>
      <w:r w:rsidR="00AB6DDF">
        <w:rPr>
          <w:i/>
          <w:iCs/>
        </w:rPr>
        <w:t>’</w:t>
      </w:r>
      <w:r w:rsidRPr="00223237">
        <w:rPr>
          <w:i/>
          <w:iCs/>
        </w:rPr>
        <w:t>à l</w:t>
      </w:r>
      <w:r w:rsidR="00AB6DDF">
        <w:rPr>
          <w:i/>
          <w:iCs/>
        </w:rPr>
        <w:t>’</w:t>
      </w:r>
      <w:r w:rsidRPr="00223237">
        <w:rPr>
          <w:i/>
          <w:iCs/>
        </w:rPr>
        <w:t>acte précédent</w:t>
      </w:r>
      <w:r w:rsidR="00AB6DDF">
        <w:rPr>
          <w:i/>
          <w:iCs/>
        </w:rPr>
        <w:t xml:space="preserve">. </w:t>
      </w:r>
      <w:r w:rsidRPr="00223237">
        <w:rPr>
          <w:i/>
          <w:iCs/>
        </w:rPr>
        <w:t>Il se promène de long en large en vaporisant du parfum</w:t>
      </w:r>
      <w:r w:rsidR="00AB6DDF">
        <w:rPr>
          <w:i/>
          <w:iCs/>
        </w:rPr>
        <w:t xml:space="preserve">. </w:t>
      </w:r>
      <w:r w:rsidRPr="00223237">
        <w:rPr>
          <w:i/>
          <w:iCs/>
        </w:rPr>
        <w:t>Puis il va à la porte du fond et il l</w:t>
      </w:r>
      <w:r w:rsidR="00AB6DDF">
        <w:rPr>
          <w:i/>
          <w:iCs/>
        </w:rPr>
        <w:t>’</w:t>
      </w:r>
      <w:r w:rsidRPr="00223237">
        <w:rPr>
          <w:i/>
          <w:iCs/>
        </w:rPr>
        <w:t>ouvre</w:t>
      </w:r>
      <w:r w:rsidR="00AB6DDF">
        <w:rPr>
          <w:i/>
          <w:iCs/>
        </w:rPr>
        <w:t xml:space="preserve">. </w:t>
      </w:r>
      <w:r w:rsidRPr="00223237">
        <w:rPr>
          <w:i/>
          <w:iCs/>
        </w:rPr>
        <w:t>Il parle à son valet de chambre</w:t>
      </w:r>
      <w:r w:rsidR="00AB6DDF">
        <w:rPr>
          <w:i/>
          <w:iCs/>
        </w:rPr>
        <w:t xml:space="preserve">, </w:t>
      </w:r>
      <w:r w:rsidRPr="00223237">
        <w:rPr>
          <w:i/>
          <w:iCs/>
        </w:rPr>
        <w:t>qu</w:t>
      </w:r>
      <w:r w:rsidR="00AB6DDF">
        <w:rPr>
          <w:i/>
          <w:iCs/>
        </w:rPr>
        <w:t>’</w:t>
      </w:r>
      <w:r w:rsidRPr="00223237">
        <w:rPr>
          <w:i/>
          <w:iCs/>
        </w:rPr>
        <w:t>on ne voit pas</w:t>
      </w:r>
      <w:r w:rsidR="00AB6DDF">
        <w:rPr>
          <w:i/>
          <w:iCs/>
        </w:rPr>
        <w:t>.</w:t>
      </w:r>
    </w:p>
    <w:p w14:paraId="38CE9569" w14:textId="77777777" w:rsidR="00C83B26" w:rsidRDefault="002E19AC" w:rsidP="00C83B26">
      <w:pPr>
        <w:ind w:firstLine="0"/>
        <w:jc w:val="center"/>
      </w:pPr>
      <w:r w:rsidRPr="00C83B26">
        <w:t>LUI</w:t>
      </w:r>
    </w:p>
    <w:p w14:paraId="7D7C00FB" w14:textId="77777777" w:rsidR="00C83B26" w:rsidRDefault="002E19AC" w:rsidP="00C83B26">
      <w:r w:rsidRPr="00223237">
        <w:t>Émile</w:t>
      </w:r>
      <w:r w:rsidR="00AB6DDF">
        <w:t xml:space="preserve">, </w:t>
      </w:r>
      <w:r w:rsidRPr="00223237">
        <w:t>vous pouvez aller au cinéma</w:t>
      </w:r>
      <w:r w:rsidR="00AB6DDF">
        <w:t xml:space="preserve">, </w:t>
      </w:r>
      <w:r w:rsidRPr="00223237">
        <w:t>je n</w:t>
      </w:r>
      <w:r w:rsidR="00AB6DDF">
        <w:t>’</w:t>
      </w:r>
      <w:r w:rsidRPr="00223237">
        <w:t>ai plus besoin de vous</w:t>
      </w:r>
      <w:r w:rsidR="00AB6DDF">
        <w:t xml:space="preserve">. </w:t>
      </w:r>
      <w:r w:rsidRPr="00223237">
        <w:t>Demain matin</w:t>
      </w:r>
      <w:r w:rsidR="00AB6DDF">
        <w:t xml:space="preserve">, </w:t>
      </w:r>
      <w:r w:rsidRPr="00223237">
        <w:t>réveillez-moi à dix heures et demie</w:t>
      </w:r>
      <w:r w:rsidR="00AB6DDF">
        <w:t xml:space="preserve">, </w:t>
      </w:r>
      <w:r w:rsidRPr="00223237">
        <w:t>onze heures</w:t>
      </w:r>
      <w:r w:rsidR="00AB6DDF">
        <w:t xml:space="preserve">… </w:t>
      </w:r>
      <w:r w:rsidRPr="00223237">
        <w:t>onze heures et demie</w:t>
      </w:r>
      <w:r w:rsidR="00AB6DDF">
        <w:t xml:space="preserve">, </w:t>
      </w:r>
      <w:r w:rsidRPr="00223237">
        <w:t>midi</w:t>
      </w:r>
      <w:r w:rsidR="00AB6DDF">
        <w:t xml:space="preserve">… </w:t>
      </w:r>
      <w:r w:rsidRPr="00223237">
        <w:t>Ne me réveillez donc pas d</w:t>
      </w:r>
      <w:r w:rsidR="00AB6DDF">
        <w:t>’</w:t>
      </w:r>
      <w:r w:rsidRPr="00223237">
        <w:t>ailleurs</w:t>
      </w:r>
      <w:r w:rsidR="00AB6DDF">
        <w:t xml:space="preserve">. </w:t>
      </w:r>
      <w:r w:rsidRPr="00223237">
        <w:t>Je suis bien assez grand pour me réveiller tout seul</w:t>
      </w:r>
      <w:r w:rsidR="00AB6DDF">
        <w:t xml:space="preserve"> ! </w:t>
      </w:r>
      <w:r w:rsidR="00AB6DDF">
        <w:rPr>
          <w:i/>
          <w:iCs/>
        </w:rPr>
        <w:t>(</w:t>
      </w:r>
      <w:r w:rsidRPr="00223237">
        <w:rPr>
          <w:i/>
          <w:iCs/>
        </w:rPr>
        <w:t>Il a refermé la porte</w:t>
      </w:r>
      <w:r w:rsidR="00AB6DDF">
        <w:rPr>
          <w:i/>
          <w:iCs/>
        </w:rPr>
        <w:t xml:space="preserve">. </w:t>
      </w:r>
      <w:r w:rsidRPr="00223237">
        <w:rPr>
          <w:i/>
          <w:iCs/>
        </w:rPr>
        <w:t>Il regarde maintenant tout autour de lui</w:t>
      </w:r>
      <w:r w:rsidR="00AB6DDF">
        <w:rPr>
          <w:i/>
          <w:iCs/>
        </w:rPr>
        <w:t xml:space="preserve">.) </w:t>
      </w:r>
      <w:r w:rsidRPr="00223237">
        <w:t>L</w:t>
      </w:r>
      <w:r w:rsidR="00AB6DDF">
        <w:t>’</w:t>
      </w:r>
      <w:r w:rsidRPr="00223237">
        <w:t>œil du maître</w:t>
      </w:r>
      <w:r w:rsidR="00AB6DDF">
        <w:t xml:space="preserve">… </w:t>
      </w:r>
      <w:r w:rsidRPr="00223237">
        <w:t>qui se méfie de l</w:t>
      </w:r>
      <w:r w:rsidR="00AB6DDF">
        <w:t>’</w:t>
      </w:r>
      <w:r w:rsidRPr="00223237">
        <w:t>œil de la maîtresse</w:t>
      </w:r>
      <w:r w:rsidR="00AB6DDF">
        <w:t xml:space="preserve"> !… </w:t>
      </w:r>
      <w:r w:rsidRPr="00223237">
        <w:t>Ah</w:t>
      </w:r>
      <w:r w:rsidR="00AB6DDF">
        <w:t xml:space="preserve"> ! </w:t>
      </w:r>
      <w:r w:rsidRPr="00223237">
        <w:t>C</w:t>
      </w:r>
      <w:r w:rsidR="00AB6DDF">
        <w:t>’</w:t>
      </w:r>
      <w:r w:rsidRPr="00223237">
        <w:t>est qu</w:t>
      </w:r>
      <w:r w:rsidR="00AB6DDF">
        <w:t>’</w:t>
      </w:r>
      <w:r w:rsidRPr="00223237">
        <w:t>elles voient si bien</w:t>
      </w:r>
      <w:r w:rsidR="00AB6DDF">
        <w:t xml:space="preserve">, </w:t>
      </w:r>
      <w:r w:rsidRPr="00223237">
        <w:t>les femmes</w:t>
      </w:r>
      <w:r w:rsidR="00AB6DDF">
        <w:t xml:space="preserve">, </w:t>
      </w:r>
      <w:r w:rsidRPr="00223237">
        <w:t>en une seconde</w:t>
      </w:r>
      <w:r w:rsidR="00AB6DDF">
        <w:t xml:space="preserve">, </w:t>
      </w:r>
      <w:r w:rsidRPr="00223237">
        <w:t>la chose qu</w:t>
      </w:r>
      <w:r w:rsidR="00AB6DDF">
        <w:t>’</w:t>
      </w:r>
      <w:r w:rsidRPr="00223237">
        <w:t>on n</w:t>
      </w:r>
      <w:r w:rsidR="00AB6DDF">
        <w:t>’</w:t>
      </w:r>
      <w:r w:rsidRPr="00223237">
        <w:t>aurait pas dû laisser traîner</w:t>
      </w:r>
      <w:r w:rsidR="00AB6DDF">
        <w:t xml:space="preserve"> !… </w:t>
      </w:r>
      <w:r w:rsidRPr="00223237">
        <w:t>Non</w:t>
      </w:r>
      <w:r w:rsidR="00AB6DDF">
        <w:t xml:space="preserve">, </w:t>
      </w:r>
      <w:r w:rsidRPr="00223237">
        <w:t>tout ça est bien</w:t>
      </w:r>
      <w:r w:rsidR="00AB6DDF">
        <w:t xml:space="preserve">, </w:t>
      </w:r>
      <w:r w:rsidRPr="00223237">
        <w:t>tout ça est très bien</w:t>
      </w:r>
      <w:r w:rsidR="00AB6DDF">
        <w:t xml:space="preserve">. </w:t>
      </w:r>
      <w:r w:rsidRPr="00223237">
        <w:t>Il n</w:t>
      </w:r>
      <w:r w:rsidR="00AB6DDF">
        <w:t>’</w:t>
      </w:r>
      <w:r w:rsidRPr="00223237">
        <w:t>y a qu</w:t>
      </w:r>
      <w:r w:rsidR="00AB6DDF">
        <w:t>’</w:t>
      </w:r>
      <w:r w:rsidRPr="00223237">
        <w:t>une photo</w:t>
      </w:r>
      <w:r w:rsidR="00AB6DDF">
        <w:t xml:space="preserve">, </w:t>
      </w:r>
      <w:r w:rsidRPr="00223237">
        <w:t>elle est de moi</w:t>
      </w:r>
      <w:r w:rsidR="00AB6DDF">
        <w:t xml:space="preserve">, </w:t>
      </w:r>
      <w:r w:rsidRPr="00223237">
        <w:t>elle ne peut rien dire</w:t>
      </w:r>
      <w:r w:rsidR="00AB6DDF">
        <w:t xml:space="preserve">. </w:t>
      </w:r>
      <w:r w:rsidR="00AB6DDF">
        <w:rPr>
          <w:i/>
          <w:iCs/>
        </w:rPr>
        <w:t>(</w:t>
      </w:r>
      <w:r w:rsidRPr="00223237">
        <w:rPr>
          <w:i/>
          <w:iCs/>
        </w:rPr>
        <w:t>Consultant la pendulette qui est sur son bureau</w:t>
      </w:r>
      <w:r w:rsidR="00AB6DDF">
        <w:rPr>
          <w:i/>
          <w:iCs/>
        </w:rPr>
        <w:t xml:space="preserve">.) </w:t>
      </w:r>
      <w:r w:rsidRPr="00223237">
        <w:t>Oh</w:t>
      </w:r>
      <w:r w:rsidR="00AB6DDF">
        <w:t xml:space="preserve"> !… </w:t>
      </w:r>
      <w:r w:rsidRPr="00223237">
        <w:t>Neuf heures moins cinq</w:t>
      </w:r>
      <w:r w:rsidR="00AB6DDF">
        <w:t xml:space="preserve">… </w:t>
      </w:r>
      <w:r w:rsidRPr="00223237">
        <w:t>elle part de chez elle</w:t>
      </w:r>
      <w:r w:rsidR="00AB6DDF">
        <w:t xml:space="preserve"> !… </w:t>
      </w:r>
      <w:r w:rsidRPr="00223237">
        <w:t>Si elle tient sa promesse</w:t>
      </w:r>
      <w:r w:rsidR="00AB6DDF">
        <w:t xml:space="preserve">… </w:t>
      </w:r>
      <w:r w:rsidRPr="00223237">
        <w:t>et elle va la tenir</w:t>
      </w:r>
      <w:r w:rsidR="00AB6DDF">
        <w:t xml:space="preserve">, </w:t>
      </w:r>
      <w:r w:rsidRPr="00223237">
        <w:t>j</w:t>
      </w:r>
      <w:r w:rsidR="00AB6DDF">
        <w:t>’</w:t>
      </w:r>
      <w:r w:rsidRPr="00223237">
        <w:t>en suis sûr</w:t>
      </w:r>
      <w:r w:rsidR="00AB6DDF">
        <w:t xml:space="preserve">… </w:t>
      </w:r>
      <w:r w:rsidRPr="00223237">
        <w:t>elle sera ici dans</w:t>
      </w:r>
      <w:r w:rsidR="00AB6DDF">
        <w:t xml:space="preserve">… </w:t>
      </w:r>
      <w:r w:rsidRPr="00223237">
        <w:t>pas tout à fait cinq minutes</w:t>
      </w:r>
      <w:r w:rsidR="00AB6DDF">
        <w:t xml:space="preserve">. </w:t>
      </w:r>
      <w:r w:rsidRPr="00223237">
        <w:t>Elle de</w:t>
      </w:r>
      <w:r w:rsidRPr="00223237">
        <w:t>s</w:t>
      </w:r>
      <w:r w:rsidRPr="00223237">
        <w:t>cend</w:t>
      </w:r>
      <w:r w:rsidR="00AB6DDF">
        <w:t xml:space="preserve">… </w:t>
      </w:r>
      <w:r w:rsidRPr="00223237">
        <w:t>Oh</w:t>
      </w:r>
      <w:r w:rsidR="00AB6DDF">
        <w:t xml:space="preserve"> ! </w:t>
      </w:r>
      <w:r w:rsidRPr="00223237">
        <w:t>Que j</w:t>
      </w:r>
      <w:r w:rsidR="00AB6DDF">
        <w:t>’</w:t>
      </w:r>
      <w:r w:rsidRPr="00223237">
        <w:t>ai bien fait de parler aujourd</w:t>
      </w:r>
      <w:r w:rsidR="00AB6DDF">
        <w:t>’</w:t>
      </w:r>
      <w:r w:rsidRPr="00223237">
        <w:t>hui</w:t>
      </w:r>
      <w:r w:rsidR="00AB6DDF">
        <w:t xml:space="preserve">, </w:t>
      </w:r>
      <w:r w:rsidRPr="00223237">
        <w:t>moi</w:t>
      </w:r>
      <w:r w:rsidR="00AB6DDF">
        <w:t xml:space="preserve">… </w:t>
      </w:r>
      <w:r w:rsidRPr="00223237">
        <w:t>de lui dire que je l</w:t>
      </w:r>
      <w:r w:rsidR="00AB6DDF">
        <w:t>’</w:t>
      </w:r>
      <w:r w:rsidRPr="00223237">
        <w:t>aimais</w:t>
      </w:r>
      <w:r w:rsidR="00AB6DDF">
        <w:t xml:space="preserve"> !… </w:t>
      </w:r>
      <w:r w:rsidRPr="00223237">
        <w:t>C</w:t>
      </w:r>
      <w:r w:rsidR="00AB6DDF">
        <w:t>’</w:t>
      </w:r>
      <w:r w:rsidRPr="00223237">
        <w:t>était le jour</w:t>
      </w:r>
      <w:r w:rsidR="00AB6DDF">
        <w:t xml:space="preserve">… </w:t>
      </w:r>
      <w:r w:rsidRPr="00223237">
        <w:t>c</w:t>
      </w:r>
      <w:r w:rsidR="00AB6DDF">
        <w:t>’</w:t>
      </w:r>
      <w:r w:rsidRPr="00223237">
        <w:t>était l</w:t>
      </w:r>
      <w:r w:rsidR="00AB6DDF">
        <w:t>’</w:t>
      </w:r>
      <w:r w:rsidRPr="00223237">
        <w:t>heure</w:t>
      </w:r>
      <w:r w:rsidR="00AB6DDF">
        <w:t xml:space="preserve">… </w:t>
      </w:r>
      <w:r w:rsidRPr="00223237">
        <w:t>c</w:t>
      </w:r>
      <w:r w:rsidR="00AB6DDF">
        <w:t>’</w:t>
      </w:r>
      <w:r w:rsidRPr="00223237">
        <w:t>était juste</w:t>
      </w:r>
      <w:r w:rsidR="00AB6DDF">
        <w:t xml:space="preserve"> !… </w:t>
      </w:r>
      <w:r w:rsidRPr="00223237">
        <w:t>Ah</w:t>
      </w:r>
      <w:r w:rsidR="00AB6DDF">
        <w:t xml:space="preserve"> ! </w:t>
      </w:r>
      <w:r w:rsidRPr="00223237">
        <w:t>Dame</w:t>
      </w:r>
      <w:r w:rsidR="00AB6DDF">
        <w:t xml:space="preserve">, </w:t>
      </w:r>
      <w:r w:rsidRPr="00223237">
        <w:t>on sent ces choses-là</w:t>
      </w:r>
      <w:r w:rsidR="00AB6DDF">
        <w:t xml:space="preserve"> !… </w:t>
      </w:r>
      <w:r w:rsidRPr="00223237">
        <w:t xml:space="preserve">La voilà </w:t>
      </w:r>
      <w:r w:rsidRPr="00223237">
        <w:lastRenderedPageBreak/>
        <w:t>qui sort de chez elle</w:t>
      </w:r>
      <w:r w:rsidR="00AB6DDF">
        <w:t xml:space="preserve">… </w:t>
      </w:r>
      <w:r w:rsidRPr="00223237">
        <w:t>elle regarde à droite</w:t>
      </w:r>
      <w:r w:rsidR="00AB6DDF">
        <w:t xml:space="preserve">… </w:t>
      </w:r>
      <w:r w:rsidRPr="00223237">
        <w:t>elle regarde à gauche</w:t>
      </w:r>
      <w:r w:rsidR="00AB6DDF">
        <w:t xml:space="preserve">… </w:t>
      </w:r>
      <w:r w:rsidRPr="00223237">
        <w:t>tr</w:t>
      </w:r>
      <w:r w:rsidRPr="00223237">
        <w:t>a</w:t>
      </w:r>
      <w:r w:rsidRPr="00223237">
        <w:t>verse le trottoir</w:t>
      </w:r>
      <w:r w:rsidR="00AB6DDF">
        <w:t xml:space="preserve">… </w:t>
      </w:r>
      <w:r w:rsidRPr="00223237">
        <w:t>appelle un taxi</w:t>
      </w:r>
      <w:r w:rsidR="00AB6DDF">
        <w:t> : « </w:t>
      </w:r>
      <w:r w:rsidRPr="00223237">
        <w:t>Psst</w:t>
      </w:r>
      <w:r w:rsidR="00AB6DDF">
        <w:t xml:space="preserve">… </w:t>
      </w:r>
      <w:r w:rsidRPr="00223237">
        <w:t>taxi</w:t>
      </w:r>
      <w:r w:rsidR="00AB6DDF">
        <w:t xml:space="preserve"> !… </w:t>
      </w:r>
      <w:r w:rsidRPr="00223237">
        <w:t>25</w:t>
      </w:r>
      <w:r w:rsidR="00AB6DDF">
        <w:t xml:space="preserve">, </w:t>
      </w:r>
      <w:r w:rsidRPr="00223237">
        <w:t>avenue de Me</w:t>
      </w:r>
      <w:r w:rsidRPr="00223237">
        <w:t>s</w:t>
      </w:r>
      <w:r w:rsidRPr="00223237">
        <w:t>sine</w:t>
      </w:r>
      <w:r w:rsidR="00AB6DDF">
        <w:t> ! »… « </w:t>
      </w:r>
      <w:r w:rsidRPr="00223237">
        <w:t>Bien</w:t>
      </w:r>
      <w:r w:rsidR="00AB6DDF">
        <w:t xml:space="preserve">, </w:t>
      </w:r>
      <w:r w:rsidRPr="00223237">
        <w:t>madame</w:t>
      </w:r>
      <w:r w:rsidR="00AB6DDF">
        <w:t>. »</w:t>
      </w:r>
      <w:r w:rsidRPr="00223237">
        <w:t xml:space="preserve"> Elle tourne le coin de l</w:t>
      </w:r>
      <w:r w:rsidR="00AB6DDF">
        <w:t>’</w:t>
      </w:r>
      <w:r w:rsidRPr="00223237">
        <w:t>avenue de l</w:t>
      </w:r>
      <w:r w:rsidR="00AB6DDF">
        <w:t>’</w:t>
      </w:r>
      <w:r w:rsidRPr="00223237">
        <w:t>Alma</w:t>
      </w:r>
      <w:r w:rsidR="00AB6DDF">
        <w:t xml:space="preserve">… </w:t>
      </w:r>
      <w:r w:rsidRPr="00223237">
        <w:t>Je la vois dans le fond du taxi</w:t>
      </w:r>
      <w:r w:rsidR="00AB6DDF">
        <w:t xml:space="preserve"> : </w:t>
      </w:r>
      <w:r w:rsidRPr="00223237">
        <w:t>elle tremble tell</w:t>
      </w:r>
      <w:r w:rsidRPr="00223237">
        <w:t>e</w:t>
      </w:r>
      <w:r w:rsidRPr="00223237">
        <w:t>ment elle a peur</w:t>
      </w:r>
      <w:r w:rsidR="00AB6DDF">
        <w:t xml:space="preserve">. </w:t>
      </w:r>
      <w:r w:rsidRPr="00223237">
        <w:t>Elle traverse les Champs-Élysées</w:t>
      </w:r>
      <w:r w:rsidR="00AB6DDF">
        <w:t xml:space="preserve">… </w:t>
      </w:r>
      <w:r w:rsidRPr="00223237">
        <w:t>premier r</w:t>
      </w:r>
      <w:r w:rsidRPr="00223237">
        <w:t>e</w:t>
      </w:r>
      <w:r w:rsidRPr="00223237">
        <w:t>fuge</w:t>
      </w:r>
      <w:r w:rsidR="00AB6DDF">
        <w:t xml:space="preserve">… </w:t>
      </w:r>
      <w:r w:rsidRPr="00223237">
        <w:t>second refuge</w:t>
      </w:r>
      <w:r w:rsidR="00AB6DDF">
        <w:t xml:space="preserve">… </w:t>
      </w:r>
      <w:r w:rsidRPr="00223237">
        <w:t>elle prend la rue Washington</w:t>
      </w:r>
      <w:r w:rsidR="00AB6DDF">
        <w:t xml:space="preserve">… </w:t>
      </w:r>
      <w:r w:rsidRPr="00223237">
        <w:t>La rue Washington représente à peu près deux minutes</w:t>
      </w:r>
      <w:r w:rsidR="00AB6DDF">
        <w:t xml:space="preserve">. </w:t>
      </w:r>
      <w:r w:rsidRPr="00223237">
        <w:t>J</w:t>
      </w:r>
      <w:r w:rsidR="00AB6DDF">
        <w:t>’</w:t>
      </w:r>
      <w:r w:rsidRPr="00223237">
        <w:t>ai donc le temps d</w:t>
      </w:r>
      <w:r w:rsidR="00AB6DDF">
        <w:t>’</w:t>
      </w:r>
      <w:r w:rsidRPr="00223237">
        <w:t>éteindre</w:t>
      </w:r>
      <w:r w:rsidR="00AB6DDF">
        <w:t xml:space="preserve">, </w:t>
      </w:r>
      <w:r w:rsidRPr="00223237">
        <w:t>là</w:t>
      </w:r>
      <w:r w:rsidR="00AB6DDF">
        <w:t xml:space="preserve">… </w:t>
      </w:r>
      <w:r w:rsidRPr="00223237">
        <w:t>et d</w:t>
      </w:r>
      <w:r w:rsidR="00AB6DDF">
        <w:t>’</w:t>
      </w:r>
      <w:r w:rsidRPr="00223237">
        <w:t>allumer la petite lampe qui est ici</w:t>
      </w:r>
      <w:r w:rsidR="00AB6DDF">
        <w:t xml:space="preserve">. </w:t>
      </w:r>
      <w:r w:rsidR="00AB6DDF">
        <w:rPr>
          <w:i/>
          <w:iCs/>
        </w:rPr>
        <w:t>(</w:t>
      </w:r>
      <w:r w:rsidRPr="00223237">
        <w:rPr>
          <w:i/>
          <w:iCs/>
        </w:rPr>
        <w:t>Il fait ce qu</w:t>
      </w:r>
      <w:r w:rsidR="00AB6DDF">
        <w:rPr>
          <w:i/>
          <w:iCs/>
        </w:rPr>
        <w:t>’</w:t>
      </w:r>
      <w:r w:rsidRPr="00223237">
        <w:rPr>
          <w:i/>
          <w:iCs/>
        </w:rPr>
        <w:t>il dit</w:t>
      </w:r>
      <w:r w:rsidR="00AB6DDF">
        <w:rPr>
          <w:i/>
          <w:iCs/>
        </w:rPr>
        <w:t xml:space="preserve">.) </w:t>
      </w:r>
      <w:r w:rsidRPr="00223237">
        <w:t>Ça doit être mieux comme ça</w:t>
      </w:r>
      <w:r w:rsidR="00AB6DDF">
        <w:t xml:space="preserve">, </w:t>
      </w:r>
      <w:r w:rsidRPr="00223237">
        <w:t>hein</w:t>
      </w:r>
      <w:r w:rsidR="00AB6DDF">
        <w:t xml:space="preserve"> ? </w:t>
      </w:r>
      <w:r w:rsidRPr="00223237">
        <w:t>Oh</w:t>
      </w:r>
      <w:r w:rsidR="00AB6DDF">
        <w:t xml:space="preserve"> ! </w:t>
      </w:r>
      <w:r w:rsidRPr="00223237">
        <w:t>Oui</w:t>
      </w:r>
      <w:r w:rsidR="00AB6DDF">
        <w:t xml:space="preserve">, </w:t>
      </w:r>
      <w:r w:rsidRPr="00223237">
        <w:t>sûr</w:t>
      </w:r>
      <w:r w:rsidRPr="00223237">
        <w:t>e</w:t>
      </w:r>
      <w:r w:rsidRPr="00223237">
        <w:t>ment</w:t>
      </w:r>
      <w:r w:rsidR="00AB6DDF">
        <w:t xml:space="preserve">, </w:t>
      </w:r>
      <w:r w:rsidRPr="00223237">
        <w:t>c</w:t>
      </w:r>
      <w:r w:rsidR="00AB6DDF">
        <w:t>’</w:t>
      </w:r>
      <w:r w:rsidRPr="00223237">
        <w:t>est mieux</w:t>
      </w:r>
      <w:r w:rsidR="00AB6DDF">
        <w:t xml:space="preserve">, </w:t>
      </w:r>
      <w:r w:rsidRPr="00223237">
        <w:t>c</w:t>
      </w:r>
      <w:r w:rsidR="00AB6DDF">
        <w:t>’</w:t>
      </w:r>
      <w:r w:rsidRPr="00223237">
        <w:t>est beaucoup mieux ainsi</w:t>
      </w:r>
      <w:r w:rsidR="00AB6DDF">
        <w:t xml:space="preserve">. </w:t>
      </w:r>
      <w:r w:rsidRPr="00223237">
        <w:t>La lumière</w:t>
      </w:r>
      <w:r w:rsidR="00AB6DDF">
        <w:t xml:space="preserve">, </w:t>
      </w:r>
      <w:r w:rsidRPr="00223237">
        <w:t>ou</w:t>
      </w:r>
      <w:r w:rsidR="00AB6DDF">
        <w:t xml:space="preserve">, </w:t>
      </w:r>
      <w:r w:rsidRPr="00223237">
        <w:t>plutôt</w:t>
      </w:r>
      <w:r w:rsidR="00AB6DDF">
        <w:t xml:space="preserve">, </w:t>
      </w:r>
      <w:r w:rsidRPr="00223237">
        <w:t>l</w:t>
      </w:r>
      <w:r w:rsidR="00AB6DDF">
        <w:t>’</w:t>
      </w:r>
      <w:r w:rsidRPr="00223237">
        <w:t>obscurité joue un grand rôle dans l</w:t>
      </w:r>
      <w:r w:rsidR="00AB6DDF">
        <w:t>’</w:t>
      </w:r>
      <w:r w:rsidRPr="00223237">
        <w:t>amour</w:t>
      </w:r>
      <w:r w:rsidR="00AB6DDF">
        <w:t xml:space="preserve"> !… </w:t>
      </w:r>
      <w:r w:rsidRPr="00223237">
        <w:t>Ce n</w:t>
      </w:r>
      <w:r w:rsidR="00AB6DDF">
        <w:t>’</w:t>
      </w:r>
      <w:r w:rsidRPr="00223237">
        <w:t>est pas une pensée</w:t>
      </w:r>
      <w:r w:rsidR="00AB6DDF">
        <w:t xml:space="preserve">, </w:t>
      </w:r>
      <w:r w:rsidRPr="00223237">
        <w:t>c</w:t>
      </w:r>
      <w:r w:rsidR="00AB6DDF">
        <w:t>’</w:t>
      </w:r>
      <w:r w:rsidRPr="00223237">
        <w:t>est une réflexion</w:t>
      </w:r>
      <w:r w:rsidR="00AB6DDF">
        <w:t xml:space="preserve">. </w:t>
      </w:r>
      <w:r w:rsidR="00AB6DDF">
        <w:rPr>
          <w:i/>
          <w:iCs/>
        </w:rPr>
        <w:t>(</w:t>
      </w:r>
      <w:r w:rsidRPr="00223237">
        <w:rPr>
          <w:i/>
          <w:iCs/>
        </w:rPr>
        <w:t>Retournant à la pe</w:t>
      </w:r>
      <w:r w:rsidRPr="00223237">
        <w:rPr>
          <w:i/>
          <w:iCs/>
        </w:rPr>
        <w:t>n</w:t>
      </w:r>
      <w:r w:rsidRPr="00223237">
        <w:rPr>
          <w:i/>
          <w:iCs/>
        </w:rPr>
        <w:t>dulette</w:t>
      </w:r>
      <w:r w:rsidR="00AB6DDF">
        <w:rPr>
          <w:i/>
          <w:iCs/>
        </w:rPr>
        <w:t xml:space="preserve">.) </w:t>
      </w:r>
      <w:r w:rsidRPr="00223237">
        <w:t>Elle est toujours rue Washington</w:t>
      </w:r>
      <w:r w:rsidR="00AB6DDF">
        <w:t xml:space="preserve">. </w:t>
      </w:r>
      <w:r w:rsidRPr="00223237">
        <w:t>En voilà une rue qui est longue</w:t>
      </w:r>
      <w:r w:rsidR="00AB6DDF">
        <w:t xml:space="preserve"> !… </w:t>
      </w:r>
      <w:r w:rsidRPr="00223237">
        <w:t>Et pourquoi</w:t>
      </w:r>
      <w:r w:rsidR="00AB6DDF">
        <w:t xml:space="preserve">, </w:t>
      </w:r>
      <w:r w:rsidRPr="00223237">
        <w:t>mon Dieu</w:t>
      </w:r>
      <w:r w:rsidR="00AB6DDF">
        <w:t xml:space="preserve">… </w:t>
      </w:r>
      <w:r w:rsidRPr="00223237">
        <w:t>pour ce qu</w:t>
      </w:r>
      <w:r w:rsidR="00AB6DDF">
        <w:t>’</w:t>
      </w:r>
      <w:r w:rsidRPr="00223237">
        <w:t>elle est j</w:t>
      </w:r>
      <w:r w:rsidRPr="00223237">
        <w:t>o</w:t>
      </w:r>
      <w:r w:rsidRPr="00223237">
        <w:t>lie</w:t>
      </w:r>
      <w:r w:rsidR="00AB6DDF">
        <w:t> !… (</w:t>
      </w:r>
      <w:r w:rsidRPr="00E51845">
        <w:rPr>
          <w:i/>
        </w:rPr>
        <w:t xml:space="preserve">Il </w:t>
      </w:r>
      <w:r w:rsidRPr="00223237">
        <w:rPr>
          <w:i/>
          <w:iCs/>
        </w:rPr>
        <w:t>s</w:t>
      </w:r>
      <w:r w:rsidR="00AB6DDF">
        <w:rPr>
          <w:i/>
          <w:iCs/>
        </w:rPr>
        <w:t>’</w:t>
      </w:r>
      <w:r w:rsidRPr="00223237">
        <w:rPr>
          <w:i/>
          <w:iCs/>
        </w:rPr>
        <w:t>assied</w:t>
      </w:r>
      <w:r w:rsidR="00AB6DDF">
        <w:rPr>
          <w:i/>
          <w:iCs/>
        </w:rPr>
        <w:t xml:space="preserve">.) </w:t>
      </w:r>
      <w:r w:rsidRPr="00223237">
        <w:t>Pourvu qu</w:t>
      </w:r>
      <w:r w:rsidR="00AB6DDF">
        <w:t>’</w:t>
      </w:r>
      <w:r w:rsidRPr="00223237">
        <w:t>elle ne prenne pas froid dans le taxi</w:t>
      </w:r>
      <w:r w:rsidR="00AB6DDF">
        <w:t xml:space="preserve">. </w:t>
      </w:r>
      <w:r w:rsidRPr="00223237">
        <w:t>Ah</w:t>
      </w:r>
      <w:r w:rsidR="00AB6DDF">
        <w:t xml:space="preserve"> ! </w:t>
      </w:r>
      <w:r w:rsidRPr="00223237">
        <w:t>Ça</w:t>
      </w:r>
      <w:r w:rsidR="00AB6DDF">
        <w:t xml:space="preserve">, </w:t>
      </w:r>
      <w:r w:rsidRPr="00223237">
        <w:t>si elle chipe un rhume</w:t>
      </w:r>
      <w:r w:rsidR="00AB6DDF">
        <w:t xml:space="preserve">, </w:t>
      </w:r>
      <w:r w:rsidRPr="00223237">
        <w:t>je suis fichu</w:t>
      </w:r>
      <w:r w:rsidR="00AB6DDF">
        <w:t xml:space="preserve">. </w:t>
      </w:r>
      <w:r w:rsidRPr="00223237">
        <w:t>Elle sera d</w:t>
      </w:r>
      <w:r w:rsidR="00AB6DDF">
        <w:t>’</w:t>
      </w:r>
      <w:r w:rsidRPr="00223237">
        <w:t>une humeur épouvantable</w:t>
      </w:r>
      <w:r w:rsidR="00AB6DDF">
        <w:t xml:space="preserve">… </w:t>
      </w:r>
      <w:r w:rsidRPr="00223237">
        <w:t>et ce sera ma faute si elle a laissé les deux vitres ouvertes</w:t>
      </w:r>
      <w:r w:rsidR="00AB6DDF">
        <w:t xml:space="preserve"> !… </w:t>
      </w:r>
      <w:r w:rsidRPr="00223237">
        <w:t>Je pense que ça doit être asso</w:t>
      </w:r>
      <w:r w:rsidRPr="00223237">
        <w:t>m</w:t>
      </w:r>
      <w:r w:rsidRPr="00223237">
        <w:t>mant de faire l</w:t>
      </w:r>
      <w:r w:rsidR="00AB6DDF">
        <w:t>’</w:t>
      </w:r>
      <w:r w:rsidRPr="00223237">
        <w:t>amour avec une femme qui a un rhume</w:t>
      </w:r>
      <w:r w:rsidR="00AB6DDF">
        <w:t xml:space="preserve">. </w:t>
      </w:r>
      <w:r w:rsidRPr="00223237">
        <w:t>Sûr</w:t>
      </w:r>
      <w:r w:rsidRPr="00223237">
        <w:t>e</w:t>
      </w:r>
      <w:r w:rsidRPr="00223237">
        <w:t>ment</w:t>
      </w:r>
      <w:r w:rsidR="00AB6DDF">
        <w:t xml:space="preserve">. </w:t>
      </w:r>
      <w:r w:rsidRPr="00223237">
        <w:t>On lui dit</w:t>
      </w:r>
      <w:r w:rsidR="00AB6DDF">
        <w:t> : « </w:t>
      </w:r>
      <w:r w:rsidRPr="00223237">
        <w:t>Je t</w:t>
      </w:r>
      <w:r w:rsidR="00AB6DDF">
        <w:t>’</w:t>
      </w:r>
      <w:r w:rsidRPr="00223237">
        <w:t>aime</w:t>
      </w:r>
      <w:r w:rsidR="00AB6DDF">
        <w:t xml:space="preserve"> ! </w:t>
      </w:r>
      <w:r w:rsidRPr="00223237">
        <w:t>Et toi</w:t>
      </w:r>
      <w:r w:rsidR="00AB6DDF">
        <w:t xml:space="preserve">, </w:t>
      </w:r>
      <w:r w:rsidRPr="00223237">
        <w:t>chérie</w:t>
      </w:r>
      <w:r w:rsidR="00AB6DDF">
        <w:t> ? »</w:t>
      </w:r>
      <w:r w:rsidRPr="00223237">
        <w:t xml:space="preserve"> et elle vous r</w:t>
      </w:r>
      <w:r w:rsidRPr="00223237">
        <w:t>é</w:t>
      </w:r>
      <w:r w:rsidRPr="00223237">
        <w:t>pond</w:t>
      </w:r>
      <w:r w:rsidR="00AB6DDF">
        <w:t> : « </w:t>
      </w:r>
      <w:proofErr w:type="spellStart"/>
      <w:r w:rsidRPr="00223237">
        <w:t>Boi</w:t>
      </w:r>
      <w:proofErr w:type="spellEnd"/>
      <w:r w:rsidR="00AB6DDF">
        <w:t xml:space="preserve">, </w:t>
      </w:r>
      <w:r w:rsidRPr="00223237">
        <w:t>je t</w:t>
      </w:r>
      <w:r w:rsidR="00AB6DDF">
        <w:t>’</w:t>
      </w:r>
      <w:r w:rsidRPr="00223237">
        <w:t>adore</w:t>
      </w:r>
      <w:r w:rsidR="00AB6DDF">
        <w:t xml:space="preserve">… </w:t>
      </w:r>
      <w:r w:rsidRPr="00223237">
        <w:t>att-</w:t>
      </w:r>
      <w:proofErr w:type="spellStart"/>
      <w:r w:rsidRPr="00223237">
        <w:t>choum</w:t>
      </w:r>
      <w:proofErr w:type="spellEnd"/>
      <w:r w:rsidR="00AB6DDF">
        <w:t> ! » (</w:t>
      </w:r>
      <w:r w:rsidRPr="00223237">
        <w:rPr>
          <w:i/>
        </w:rPr>
        <w:t xml:space="preserve">Il </w:t>
      </w:r>
      <w:r w:rsidRPr="00223237">
        <w:rPr>
          <w:i/>
          <w:iCs/>
        </w:rPr>
        <w:t>retourne à la pendulette</w:t>
      </w:r>
      <w:r w:rsidR="00AB6DDF">
        <w:rPr>
          <w:i/>
          <w:iCs/>
        </w:rPr>
        <w:t xml:space="preserve">.) </w:t>
      </w:r>
      <w:r w:rsidRPr="00223237">
        <w:t>Ah</w:t>
      </w:r>
      <w:r w:rsidR="00AB6DDF">
        <w:t xml:space="preserve"> ! </w:t>
      </w:r>
      <w:r w:rsidRPr="00223237">
        <w:t>La voilà enfin qui tourne le coin de la rue Washin</w:t>
      </w:r>
      <w:r w:rsidRPr="00223237">
        <w:t>g</w:t>
      </w:r>
      <w:r w:rsidRPr="00223237">
        <w:t>ton</w:t>
      </w:r>
      <w:r w:rsidR="00AB6DDF">
        <w:t xml:space="preserve">. </w:t>
      </w:r>
      <w:r w:rsidRPr="00223237">
        <w:t>Elle traverse maintenant la petite place où il y a ces nouveaux refuges qui sont si compliqués</w:t>
      </w:r>
      <w:r w:rsidR="00AB6DDF">
        <w:t xml:space="preserve">, </w:t>
      </w:r>
      <w:r w:rsidRPr="00223237">
        <w:t>comme tout ce qui est destiné à simplifier la vie</w:t>
      </w:r>
      <w:r w:rsidR="00AB6DDF">
        <w:t xml:space="preserve">. </w:t>
      </w:r>
      <w:r w:rsidRPr="00223237">
        <w:t>Elle passe devant l</w:t>
      </w:r>
      <w:r w:rsidR="00AB6DDF">
        <w:t>’</w:t>
      </w:r>
      <w:r w:rsidRPr="00223237">
        <w:t>horloge de précision qui retarde d</w:t>
      </w:r>
      <w:r w:rsidR="00AB6DDF">
        <w:t>’</w:t>
      </w:r>
      <w:r w:rsidRPr="00223237">
        <w:t>une heure trente-cinq depuis un an et demi</w:t>
      </w:r>
      <w:r w:rsidR="00AB6DDF">
        <w:t xml:space="preserve">. </w:t>
      </w:r>
      <w:r w:rsidRPr="00223237">
        <w:t>Elle prend le boulevard Haussmann</w:t>
      </w:r>
      <w:r w:rsidR="00AB6DDF">
        <w:t xml:space="preserve">. </w:t>
      </w:r>
      <w:r w:rsidRPr="00223237">
        <w:t>Prends-le</w:t>
      </w:r>
      <w:r w:rsidR="00AB6DDF">
        <w:t xml:space="preserve">, </w:t>
      </w:r>
      <w:r w:rsidRPr="00223237">
        <w:t>mon amour</w:t>
      </w:r>
      <w:r w:rsidR="00AB6DDF">
        <w:t xml:space="preserve">, </w:t>
      </w:r>
      <w:r w:rsidRPr="00223237">
        <w:t>il est à toi</w:t>
      </w:r>
      <w:r w:rsidR="00AB6DDF">
        <w:t xml:space="preserve">, </w:t>
      </w:r>
      <w:r w:rsidRPr="00223237">
        <w:t>tiens</w:t>
      </w:r>
      <w:r w:rsidR="00AB6DDF">
        <w:t xml:space="preserve">, </w:t>
      </w:r>
      <w:r w:rsidRPr="00223237">
        <w:t>je te le donne</w:t>
      </w:r>
      <w:r w:rsidR="00AB6DDF">
        <w:t xml:space="preserve">, </w:t>
      </w:r>
      <w:r w:rsidRPr="00223237">
        <w:t>le boulevard Haussmann</w:t>
      </w:r>
      <w:r w:rsidR="00AB6DDF">
        <w:t xml:space="preserve">… </w:t>
      </w:r>
      <w:r w:rsidRPr="00223237">
        <w:t>prends-le et descends-le</w:t>
      </w:r>
      <w:r w:rsidR="00AB6DDF">
        <w:t xml:space="preserve"> !… </w:t>
      </w:r>
      <w:r w:rsidRPr="00223237">
        <w:t>Fais attention aux tramways</w:t>
      </w:r>
      <w:r w:rsidR="00AB6DDF">
        <w:t xml:space="preserve">, </w:t>
      </w:r>
      <w:r w:rsidRPr="00223237">
        <w:t>toi</w:t>
      </w:r>
      <w:r w:rsidR="00AB6DDF">
        <w:t xml:space="preserve">, </w:t>
      </w:r>
      <w:r w:rsidRPr="00223237">
        <w:t>idiot</w:t>
      </w:r>
      <w:r w:rsidR="00AB6DDF">
        <w:t xml:space="preserve">… </w:t>
      </w:r>
      <w:r w:rsidRPr="00223237">
        <w:t>ne me l</w:t>
      </w:r>
      <w:r w:rsidR="00AB6DDF">
        <w:t>’</w:t>
      </w:r>
      <w:r w:rsidRPr="00223237">
        <w:t>abîme pas su</w:t>
      </w:r>
      <w:r w:rsidRPr="00223237">
        <w:t>r</w:t>
      </w:r>
      <w:r w:rsidRPr="00223237">
        <w:t>tout</w:t>
      </w:r>
      <w:r w:rsidR="00AB6DDF">
        <w:t xml:space="preserve"> ! </w:t>
      </w:r>
      <w:r w:rsidR="00AB6DDF">
        <w:rPr>
          <w:i/>
          <w:iCs/>
        </w:rPr>
        <w:t>(</w:t>
      </w:r>
      <w:r w:rsidRPr="00223237">
        <w:rPr>
          <w:i/>
          <w:iCs/>
        </w:rPr>
        <w:t>Tout ce trajet qu</w:t>
      </w:r>
      <w:r w:rsidR="00AB6DDF">
        <w:rPr>
          <w:i/>
          <w:iCs/>
        </w:rPr>
        <w:t>’</w:t>
      </w:r>
      <w:r w:rsidRPr="00223237">
        <w:rPr>
          <w:i/>
          <w:iCs/>
        </w:rPr>
        <w:t>il imagine</w:t>
      </w:r>
      <w:r w:rsidR="00AB6DDF">
        <w:rPr>
          <w:i/>
          <w:iCs/>
        </w:rPr>
        <w:t xml:space="preserve">, </w:t>
      </w:r>
      <w:r w:rsidRPr="00223237">
        <w:rPr>
          <w:i/>
          <w:iCs/>
        </w:rPr>
        <w:t>il s</w:t>
      </w:r>
      <w:r w:rsidR="00AB6DDF">
        <w:rPr>
          <w:i/>
          <w:iCs/>
        </w:rPr>
        <w:t>’</w:t>
      </w:r>
      <w:r w:rsidRPr="00223237">
        <w:rPr>
          <w:i/>
          <w:iCs/>
        </w:rPr>
        <w:t>amuse à le mimer</w:t>
      </w:r>
      <w:r w:rsidR="00AB6DDF">
        <w:rPr>
          <w:i/>
          <w:iCs/>
        </w:rPr>
        <w:t xml:space="preserve">.) </w:t>
      </w:r>
      <w:r w:rsidRPr="00223237">
        <w:t>Co</w:t>
      </w:r>
      <w:r w:rsidRPr="00223237">
        <w:t>n</w:t>
      </w:r>
      <w:r w:rsidRPr="00223237">
        <w:t>tinue</w:t>
      </w:r>
      <w:r w:rsidR="00AB6DDF">
        <w:t xml:space="preserve">… </w:t>
      </w:r>
      <w:r w:rsidRPr="00223237">
        <w:t>continue</w:t>
      </w:r>
      <w:r w:rsidR="00AB6DDF">
        <w:t xml:space="preserve">, </w:t>
      </w:r>
      <w:r w:rsidRPr="00223237">
        <w:t>descends toujours le boulevard Haussmann</w:t>
      </w:r>
      <w:r w:rsidR="00AB6DDF">
        <w:t xml:space="preserve">… </w:t>
      </w:r>
      <w:r w:rsidRPr="00223237">
        <w:t>Tiens</w:t>
      </w:r>
      <w:r w:rsidR="00AB6DDF">
        <w:t xml:space="preserve">, </w:t>
      </w:r>
      <w:r w:rsidRPr="00223237">
        <w:t>elle passe devant mon tailleur</w:t>
      </w:r>
      <w:r w:rsidR="00AB6DDF">
        <w:t xml:space="preserve">… </w:t>
      </w:r>
      <w:r w:rsidRPr="00223237">
        <w:lastRenderedPageBreak/>
        <w:t>qui veut un acompte</w:t>
      </w:r>
      <w:r w:rsidR="00AB6DDF">
        <w:t xml:space="preserve"> – </w:t>
      </w:r>
      <w:r w:rsidRPr="00223237">
        <w:t>penses-tu</w:t>
      </w:r>
      <w:r w:rsidR="00AB6DDF">
        <w:t xml:space="preserve"> ! </w:t>
      </w:r>
      <w:r w:rsidRPr="00223237">
        <w:t>Ce n</w:t>
      </w:r>
      <w:r w:rsidR="00AB6DDF">
        <w:t>’</w:t>
      </w:r>
      <w:r w:rsidRPr="00223237">
        <w:t>est pas le m</w:t>
      </w:r>
      <w:r w:rsidRPr="00223237">
        <w:t>o</w:t>
      </w:r>
      <w:r w:rsidRPr="00223237">
        <w:t>ment</w:t>
      </w:r>
      <w:r w:rsidR="00AB6DDF">
        <w:t xml:space="preserve">. </w:t>
      </w:r>
      <w:r w:rsidRPr="00223237">
        <w:t>Ce n</w:t>
      </w:r>
      <w:r w:rsidR="00AB6DDF">
        <w:t>’</w:t>
      </w:r>
      <w:r w:rsidRPr="00223237">
        <w:t>est d</w:t>
      </w:r>
      <w:r w:rsidR="00AB6DDF">
        <w:t>’</w:t>
      </w:r>
      <w:r w:rsidRPr="00223237">
        <w:t>ailleurs jamais le moment</w:t>
      </w:r>
      <w:r w:rsidR="00AB6DDF">
        <w:t xml:space="preserve">. </w:t>
      </w:r>
      <w:r w:rsidRPr="00223237">
        <w:t>Elle passe devant un deuxième tailleur</w:t>
      </w:r>
      <w:r w:rsidR="00AB6DDF">
        <w:t xml:space="preserve">. </w:t>
      </w:r>
      <w:r w:rsidRPr="00223237">
        <w:t>Passe</w:t>
      </w:r>
      <w:r w:rsidR="00AB6DDF">
        <w:t xml:space="preserve">, </w:t>
      </w:r>
      <w:r w:rsidRPr="00223237">
        <w:t>le front haut</w:t>
      </w:r>
      <w:r w:rsidR="00AB6DDF">
        <w:t xml:space="preserve">, </w:t>
      </w:r>
      <w:r w:rsidRPr="00223237">
        <w:t>je ne lui dois rien à celui-là</w:t>
      </w:r>
      <w:r w:rsidR="00AB6DDF">
        <w:t xml:space="preserve">… </w:t>
      </w:r>
      <w:r w:rsidRPr="00223237">
        <w:t>Elle passe devant un tro</w:t>
      </w:r>
      <w:r w:rsidRPr="00223237">
        <w:t>i</w:t>
      </w:r>
      <w:r w:rsidRPr="00223237">
        <w:t>sième tailleur</w:t>
      </w:r>
      <w:r w:rsidR="00AB6DDF">
        <w:t xml:space="preserve"> !… </w:t>
      </w:r>
      <w:r w:rsidRPr="00223237">
        <w:t>Quel quartier</w:t>
      </w:r>
      <w:r w:rsidR="00AB6DDF">
        <w:t xml:space="preserve">, </w:t>
      </w:r>
      <w:r w:rsidRPr="00223237">
        <w:t>mon Dieu</w:t>
      </w:r>
      <w:r w:rsidR="00AB6DDF">
        <w:t xml:space="preserve"> ! </w:t>
      </w:r>
      <w:r w:rsidRPr="00223237">
        <w:t>Et on s</w:t>
      </w:r>
      <w:r w:rsidR="00AB6DDF">
        <w:t>’</w:t>
      </w:r>
      <w:r w:rsidRPr="00223237">
        <w:t>étonne que ce coin-là soit désert</w:t>
      </w:r>
      <w:r w:rsidR="00AB6DDF">
        <w:t xml:space="preserve">. </w:t>
      </w:r>
      <w:r w:rsidRPr="00223237">
        <w:t>Continue</w:t>
      </w:r>
      <w:r w:rsidR="00AB6DDF">
        <w:t xml:space="preserve">… </w:t>
      </w:r>
      <w:r w:rsidRPr="00223237">
        <w:t>continue</w:t>
      </w:r>
      <w:r w:rsidR="00AB6DDF">
        <w:t xml:space="preserve">… </w:t>
      </w:r>
      <w:r w:rsidRPr="00223237">
        <w:t>Ah</w:t>
      </w:r>
      <w:r w:rsidR="00AB6DDF">
        <w:t xml:space="preserve"> ! </w:t>
      </w:r>
      <w:r w:rsidRPr="00223237">
        <w:t>Shakespeare</w:t>
      </w:r>
      <w:r w:rsidR="00AB6DDF">
        <w:t xml:space="preserve">, </w:t>
      </w:r>
      <w:r w:rsidRPr="00223237">
        <w:t>st</w:t>
      </w:r>
      <w:r w:rsidRPr="00223237">
        <w:t>a</w:t>
      </w:r>
      <w:r w:rsidRPr="00223237">
        <w:t>tue de Shakespeare</w:t>
      </w:r>
      <w:r w:rsidR="00AB6DDF">
        <w:t xml:space="preserve">. </w:t>
      </w:r>
      <w:r w:rsidRPr="00223237">
        <w:t>Elle tourne autour de Shakespeare</w:t>
      </w:r>
      <w:r w:rsidR="00AB6DDF">
        <w:t xml:space="preserve">… </w:t>
      </w:r>
      <w:r w:rsidRPr="00223237">
        <w:t>Ne soyons pas étonnés si demain Sh</w:t>
      </w:r>
      <w:r w:rsidRPr="00223237">
        <w:t>a</w:t>
      </w:r>
      <w:r w:rsidRPr="00223237">
        <w:t xml:space="preserve">kespeare </w:t>
      </w:r>
      <w:proofErr w:type="spellStart"/>
      <w:r w:rsidRPr="00223237">
        <w:t>a</w:t>
      </w:r>
      <w:proofErr w:type="spellEnd"/>
      <w:r w:rsidRPr="00223237">
        <w:t xml:space="preserve"> la tête à l</w:t>
      </w:r>
      <w:r w:rsidR="00AB6DDF">
        <w:t>’</w:t>
      </w:r>
      <w:r w:rsidRPr="00223237">
        <w:t>envers</w:t>
      </w:r>
      <w:r w:rsidR="00AB6DDF">
        <w:t xml:space="preserve"> !… </w:t>
      </w:r>
      <w:r w:rsidRPr="00223237">
        <w:t>Elle prend l</w:t>
      </w:r>
      <w:r w:rsidR="00AB6DDF">
        <w:t>’</w:t>
      </w:r>
      <w:r w:rsidRPr="00223237">
        <w:t>avenue de Messine</w:t>
      </w:r>
      <w:r w:rsidR="00AB6DDF">
        <w:t xml:space="preserve">… </w:t>
      </w:r>
      <w:r w:rsidRPr="00223237">
        <w:t>le chauffeur met en seconde</w:t>
      </w:r>
      <w:r w:rsidR="00AB6DDF">
        <w:t xml:space="preserve">… </w:t>
      </w:r>
      <w:r w:rsidRPr="00223237">
        <w:t>Elle monte l</w:t>
      </w:r>
      <w:r w:rsidR="00AB6DDF">
        <w:t>’</w:t>
      </w:r>
      <w:r w:rsidRPr="00223237">
        <w:t>avenue de Messine</w:t>
      </w:r>
      <w:r w:rsidR="00AB6DDF">
        <w:t xml:space="preserve">… </w:t>
      </w:r>
      <w:r w:rsidRPr="00223237">
        <w:t>Allez</w:t>
      </w:r>
      <w:r w:rsidR="00AB6DDF">
        <w:t xml:space="preserve">, </w:t>
      </w:r>
      <w:r w:rsidRPr="00223237">
        <w:t>monte</w:t>
      </w:r>
      <w:r w:rsidR="00AB6DDF">
        <w:t xml:space="preserve">, </w:t>
      </w:r>
      <w:r w:rsidRPr="00223237">
        <w:t>monte encore</w:t>
      </w:r>
      <w:r w:rsidR="00AB6DDF">
        <w:t xml:space="preserve">, </w:t>
      </w:r>
      <w:r w:rsidRPr="00223237">
        <w:t>encore</w:t>
      </w:r>
      <w:r w:rsidR="00AB6DDF">
        <w:t xml:space="preserve">, </w:t>
      </w:r>
      <w:r w:rsidRPr="00223237">
        <w:t>encore</w:t>
      </w:r>
      <w:r w:rsidR="00AB6DDF">
        <w:t xml:space="preserve">… </w:t>
      </w:r>
      <w:r w:rsidRPr="00223237">
        <w:t>Mais non</w:t>
      </w:r>
      <w:r w:rsidR="00AB6DDF">
        <w:t xml:space="preserve">, </w:t>
      </w:r>
      <w:r w:rsidRPr="00223237">
        <w:t>pas au 23</w:t>
      </w:r>
      <w:r w:rsidR="00AB6DDF">
        <w:t xml:space="preserve">, </w:t>
      </w:r>
      <w:r w:rsidRPr="00223237">
        <w:t>on t</w:t>
      </w:r>
      <w:r w:rsidR="00AB6DDF">
        <w:t>’</w:t>
      </w:r>
      <w:r w:rsidRPr="00223237">
        <w:t>a dit au 25</w:t>
      </w:r>
      <w:r w:rsidR="00AB6DDF">
        <w:t xml:space="preserve"> !… </w:t>
      </w:r>
      <w:r w:rsidRPr="00223237">
        <w:t>Va</w:t>
      </w:r>
      <w:r w:rsidR="00AB6DDF">
        <w:t xml:space="preserve">… </w:t>
      </w:r>
      <w:r w:rsidRPr="00223237">
        <w:t>va</w:t>
      </w:r>
      <w:r w:rsidR="00AB6DDF">
        <w:t xml:space="preserve">… </w:t>
      </w:r>
      <w:r w:rsidRPr="00223237">
        <w:t>maintenant freine</w:t>
      </w:r>
      <w:r w:rsidR="00AB6DDF">
        <w:t xml:space="preserve">, </w:t>
      </w:r>
      <w:r w:rsidRPr="00223237">
        <w:t>arrête</w:t>
      </w:r>
      <w:r w:rsidR="00AB6DDF">
        <w:t xml:space="preserve">, </w:t>
      </w:r>
      <w:r w:rsidRPr="00223237">
        <w:t>arrête</w:t>
      </w:r>
      <w:r w:rsidR="00AB6DDF">
        <w:t xml:space="preserve">… </w:t>
      </w:r>
      <w:r w:rsidRPr="00223237">
        <w:t>c</w:t>
      </w:r>
      <w:r w:rsidR="00AB6DDF">
        <w:t>’</w:t>
      </w:r>
      <w:r w:rsidRPr="00223237">
        <w:t>est ça</w:t>
      </w:r>
      <w:r w:rsidR="00AB6DDF">
        <w:t xml:space="preserve"> !… </w:t>
      </w:r>
      <w:r w:rsidRPr="00223237">
        <w:t>Descends</w:t>
      </w:r>
      <w:r w:rsidR="00AB6DDF">
        <w:t xml:space="preserve">, </w:t>
      </w:r>
      <w:r w:rsidRPr="00223237">
        <w:t>mon amour</w:t>
      </w:r>
      <w:r w:rsidR="00AB6DDF">
        <w:t xml:space="preserve">… </w:t>
      </w:r>
      <w:r w:rsidRPr="00223237">
        <w:t>je t</w:t>
      </w:r>
      <w:r w:rsidR="00AB6DDF">
        <w:t>’</w:t>
      </w:r>
      <w:r w:rsidRPr="00223237">
        <w:t>ouvre la portière</w:t>
      </w:r>
      <w:r w:rsidR="00AB6DDF">
        <w:t xml:space="preserve">… </w:t>
      </w:r>
      <w:r w:rsidRPr="00223237">
        <w:t>descends</w:t>
      </w:r>
      <w:r w:rsidR="00AB6DDF">
        <w:t xml:space="preserve">… </w:t>
      </w:r>
      <w:r w:rsidRPr="00223237">
        <w:t>paye</w:t>
      </w:r>
      <w:r w:rsidR="00AB6DDF">
        <w:t xml:space="preserve">… </w:t>
      </w:r>
      <w:r w:rsidRPr="00223237">
        <w:t>ah</w:t>
      </w:r>
      <w:r w:rsidR="00AB6DDF">
        <w:t xml:space="preserve"> ! </w:t>
      </w:r>
      <w:r w:rsidRPr="00223237">
        <w:t>Ça il faut payer</w:t>
      </w:r>
      <w:r w:rsidR="00AB6DDF">
        <w:t xml:space="preserve">, </w:t>
      </w:r>
      <w:r w:rsidRPr="00223237">
        <w:t>il n</w:t>
      </w:r>
      <w:r w:rsidR="00AB6DDF">
        <w:t>’</w:t>
      </w:r>
      <w:r w:rsidRPr="00223237">
        <w:t>y a rien à faire</w:t>
      </w:r>
      <w:r w:rsidR="00AB6DDF">
        <w:t xml:space="preserve">. </w:t>
      </w:r>
      <w:r w:rsidRPr="00223237">
        <w:t>Donne-lui un bon pourboire</w:t>
      </w:r>
      <w:r w:rsidR="00AB6DDF">
        <w:t xml:space="preserve">. </w:t>
      </w:r>
      <w:r w:rsidRPr="00223237">
        <w:t>Vo</w:t>
      </w:r>
      <w:r w:rsidRPr="00223237">
        <w:t>i</w:t>
      </w:r>
      <w:r w:rsidRPr="00223237">
        <w:t>là</w:t>
      </w:r>
      <w:r w:rsidR="00AB6DDF">
        <w:t xml:space="preserve">. </w:t>
      </w:r>
      <w:r w:rsidRPr="00223237">
        <w:t>Parfait</w:t>
      </w:r>
      <w:r w:rsidR="00AB6DDF">
        <w:t xml:space="preserve">. </w:t>
      </w:r>
      <w:r w:rsidRPr="00223237">
        <w:t>Traverse le trottoir</w:t>
      </w:r>
      <w:r w:rsidR="00AB6DDF">
        <w:t xml:space="preserve">… </w:t>
      </w:r>
      <w:r w:rsidRPr="00223237">
        <w:t>mais non</w:t>
      </w:r>
      <w:r w:rsidR="00AB6DDF">
        <w:t xml:space="preserve">, </w:t>
      </w:r>
      <w:r w:rsidRPr="00223237">
        <w:t>on ne te regarde pas mon chéri</w:t>
      </w:r>
      <w:r w:rsidR="00AB6DDF">
        <w:t xml:space="preserve">… </w:t>
      </w:r>
      <w:r w:rsidRPr="00223237">
        <w:t>à cette heure-ci</w:t>
      </w:r>
      <w:r w:rsidR="00AB6DDF">
        <w:t xml:space="preserve">, </w:t>
      </w:r>
      <w:r w:rsidRPr="00223237">
        <w:t>qui veux-tu qui te regarde</w:t>
      </w:r>
      <w:r w:rsidR="00AB6DDF">
        <w:t xml:space="preserve"> ?… </w:t>
      </w:r>
      <w:r w:rsidRPr="00223237">
        <w:t>Sonne à la porte d</w:t>
      </w:r>
      <w:r w:rsidR="00AB6DDF">
        <w:t>’</w:t>
      </w:r>
      <w:r w:rsidRPr="00223237">
        <w:t>entrée</w:t>
      </w:r>
      <w:r w:rsidR="00AB6DDF">
        <w:t xml:space="preserve">… </w:t>
      </w:r>
      <w:r w:rsidRPr="00223237">
        <w:t>impatiente-toi</w:t>
      </w:r>
      <w:r w:rsidR="00AB6DDF">
        <w:t xml:space="preserve">… </w:t>
      </w:r>
      <w:r w:rsidRPr="00223237">
        <w:t>resonne</w:t>
      </w:r>
      <w:r w:rsidR="00AB6DDF">
        <w:t xml:space="preserve">… </w:t>
      </w:r>
      <w:r w:rsidRPr="00223237">
        <w:t>pousse la porte</w:t>
      </w:r>
      <w:r w:rsidR="00AB6DDF">
        <w:t xml:space="preserve">… </w:t>
      </w:r>
      <w:r w:rsidRPr="00223237">
        <w:t>referme la porte</w:t>
      </w:r>
      <w:r w:rsidR="00AB6DDF">
        <w:t xml:space="preserve">… </w:t>
      </w:r>
      <w:r w:rsidRPr="00223237">
        <w:t>traverse le vestibule</w:t>
      </w:r>
      <w:r w:rsidR="00AB6DDF">
        <w:t xml:space="preserve">… </w:t>
      </w:r>
      <w:r w:rsidRPr="00223237">
        <w:t>prends l</w:t>
      </w:r>
      <w:r w:rsidR="00AB6DDF">
        <w:t>’</w:t>
      </w:r>
      <w:r w:rsidRPr="00223237">
        <w:t>ascenseur</w:t>
      </w:r>
      <w:r w:rsidR="00AB6DDF">
        <w:t>… (</w:t>
      </w:r>
      <w:r w:rsidRPr="00E51845">
        <w:rPr>
          <w:i/>
        </w:rPr>
        <w:t xml:space="preserve">Il </w:t>
      </w:r>
      <w:r w:rsidRPr="00223237">
        <w:rPr>
          <w:i/>
          <w:iCs/>
        </w:rPr>
        <w:t>tend l</w:t>
      </w:r>
      <w:r w:rsidR="00AB6DDF">
        <w:rPr>
          <w:i/>
          <w:iCs/>
        </w:rPr>
        <w:t>’</w:t>
      </w:r>
      <w:r w:rsidRPr="00223237">
        <w:rPr>
          <w:i/>
          <w:iCs/>
        </w:rPr>
        <w:t>oreille</w:t>
      </w:r>
      <w:r w:rsidR="00AB6DDF">
        <w:rPr>
          <w:i/>
          <w:iCs/>
        </w:rPr>
        <w:t xml:space="preserve">.) </w:t>
      </w:r>
      <w:r w:rsidRPr="00223237">
        <w:t>Non</w:t>
      </w:r>
      <w:r w:rsidR="00AB6DDF">
        <w:t xml:space="preserve">, </w:t>
      </w:r>
      <w:r w:rsidRPr="00223237">
        <w:t>tu préfères monter à pied les vingt et une marches qui nous séparent</w:t>
      </w:r>
      <w:r w:rsidR="00AB6DDF">
        <w:t xml:space="preserve"> ?… </w:t>
      </w:r>
      <w:r w:rsidRPr="00223237">
        <w:t>Ça ira aussi vite</w:t>
      </w:r>
      <w:r w:rsidR="00AB6DDF">
        <w:t xml:space="preserve">, </w:t>
      </w:r>
      <w:r w:rsidRPr="00223237">
        <w:t>tu as bien ra</w:t>
      </w:r>
      <w:r w:rsidRPr="00223237">
        <w:t>i</w:t>
      </w:r>
      <w:r w:rsidRPr="00223237">
        <w:t>son</w:t>
      </w:r>
      <w:r w:rsidR="00AB6DDF">
        <w:t xml:space="preserve">. </w:t>
      </w:r>
      <w:r w:rsidRPr="00223237">
        <w:t>Vas-y</w:t>
      </w:r>
      <w:r w:rsidR="00AB6DDF">
        <w:t xml:space="preserve">… </w:t>
      </w:r>
      <w:r w:rsidRPr="00223237">
        <w:t>2</w:t>
      </w:r>
      <w:r w:rsidR="00AB6DDF" w:rsidRPr="00223237">
        <w:t>1</w:t>
      </w:r>
      <w:r w:rsidR="00AB6DDF">
        <w:t>,</w:t>
      </w:r>
      <w:r w:rsidR="00AB6DDF" w:rsidRPr="00223237">
        <w:t>20</w:t>
      </w:r>
      <w:r w:rsidR="00AB6DDF">
        <w:t>,</w:t>
      </w:r>
      <w:r w:rsidR="00AB6DDF" w:rsidRPr="00223237">
        <w:t>19</w:t>
      </w:r>
      <w:r w:rsidR="00AB6DDF">
        <w:t>,</w:t>
      </w:r>
      <w:r w:rsidR="00AB6DDF" w:rsidRPr="00223237">
        <w:t>18</w:t>
      </w:r>
      <w:r w:rsidR="00AB6DDF">
        <w:t>,</w:t>
      </w:r>
      <w:r w:rsidR="00AB6DDF" w:rsidRPr="00223237">
        <w:t>17</w:t>
      </w:r>
      <w:r w:rsidR="00AB6DDF">
        <w:t>,</w:t>
      </w:r>
      <w:r w:rsidR="00AB6DDF" w:rsidRPr="00223237">
        <w:t>16</w:t>
      </w:r>
      <w:r w:rsidR="00AB6DDF">
        <w:t>,</w:t>
      </w:r>
      <w:r w:rsidR="00AB6DDF" w:rsidRPr="00223237">
        <w:t>15</w:t>
      </w:r>
      <w:r w:rsidR="00AB6DDF">
        <w:t>,</w:t>
      </w:r>
      <w:r w:rsidR="00AB6DDF" w:rsidRPr="00223237">
        <w:t>14</w:t>
      </w:r>
      <w:r w:rsidR="00AB6DDF">
        <w:t>,</w:t>
      </w:r>
      <w:r w:rsidR="00AB6DDF" w:rsidRPr="00223237">
        <w:t>13</w:t>
      </w:r>
      <w:r w:rsidR="00AB6DDF">
        <w:t>,</w:t>
      </w:r>
      <w:r w:rsidR="00AB6DDF" w:rsidRPr="00223237">
        <w:t>12</w:t>
      </w:r>
      <w:r w:rsidR="00AB6DDF">
        <w:t>,</w:t>
      </w:r>
      <w:r w:rsidR="00AB6DDF" w:rsidRPr="00223237">
        <w:t>11</w:t>
      </w:r>
      <w:r w:rsidR="00AB6DDF">
        <w:t>,</w:t>
      </w:r>
      <w:r w:rsidR="00AB6DDF" w:rsidRPr="00223237">
        <w:t>10</w:t>
      </w:r>
      <w:r w:rsidR="00AB6DDF">
        <w:t>,</w:t>
      </w:r>
      <w:r w:rsidR="00AB6DDF" w:rsidRPr="00223237">
        <w:t>9</w:t>
      </w:r>
      <w:r w:rsidR="00AB6DDF">
        <w:t xml:space="preserve">, </w:t>
      </w:r>
      <w:r w:rsidR="00AB6DDF" w:rsidRPr="00223237">
        <w:t>8</w:t>
      </w:r>
      <w:r w:rsidR="00AB6DDF">
        <w:t>,</w:t>
      </w:r>
      <w:r w:rsidR="00AB6DDF" w:rsidRPr="00223237">
        <w:t>7</w:t>
      </w:r>
      <w:r w:rsidR="00AB6DDF">
        <w:t xml:space="preserve">, </w:t>
      </w:r>
      <w:r w:rsidR="00AB6DDF" w:rsidRPr="00223237">
        <w:t>6</w:t>
      </w:r>
      <w:r w:rsidR="00AB6DDF">
        <w:t>,</w:t>
      </w:r>
      <w:r w:rsidR="00AB6DDF" w:rsidRPr="00223237">
        <w:t>5</w:t>
      </w:r>
      <w:r w:rsidR="00AB6DDF">
        <w:t xml:space="preserve">, </w:t>
      </w:r>
      <w:r w:rsidR="00AB6DDF" w:rsidRPr="00223237">
        <w:t>4</w:t>
      </w:r>
      <w:r w:rsidR="00AB6DDF">
        <w:t>,</w:t>
      </w:r>
      <w:r w:rsidR="00AB6DDF" w:rsidRPr="00223237">
        <w:t>3</w:t>
      </w:r>
      <w:r w:rsidR="00AB6DDF">
        <w:t xml:space="preserve">, </w:t>
      </w:r>
      <w:r w:rsidRPr="00223237">
        <w:t>2</w:t>
      </w:r>
      <w:r w:rsidR="00AB6DDF">
        <w:t xml:space="preserve">… </w:t>
      </w:r>
      <w:r w:rsidRPr="00223237">
        <w:t>une</w:t>
      </w:r>
      <w:r w:rsidR="00AB6DDF">
        <w:t xml:space="preserve">… </w:t>
      </w:r>
      <w:r w:rsidRPr="00223237">
        <w:t>sonne</w:t>
      </w:r>
      <w:r w:rsidR="00AB6DDF">
        <w:t xml:space="preserve">… </w:t>
      </w:r>
      <w:r w:rsidRPr="00223237">
        <w:t>sonne</w:t>
      </w:r>
      <w:r w:rsidR="00AB6DDF">
        <w:t xml:space="preserve">… </w:t>
      </w:r>
      <w:r w:rsidRPr="00223237">
        <w:t>allez</w:t>
      </w:r>
      <w:r w:rsidR="00AB6DDF">
        <w:t xml:space="preserve">, </w:t>
      </w:r>
      <w:r w:rsidRPr="00223237">
        <w:t>va</w:t>
      </w:r>
      <w:r w:rsidR="00AB6DDF">
        <w:t xml:space="preserve">… </w:t>
      </w:r>
      <w:r w:rsidRPr="00223237">
        <w:t>sonne</w:t>
      </w:r>
      <w:r w:rsidR="00AB6DDF">
        <w:t xml:space="preserve">… </w:t>
      </w:r>
      <w:r w:rsidRPr="00223237">
        <w:t>sonne</w:t>
      </w:r>
      <w:r w:rsidR="00AB6DDF">
        <w:t xml:space="preserve">… </w:t>
      </w:r>
      <w:r w:rsidRPr="00223237">
        <w:t>Elle se met de la poudre peut-être</w:t>
      </w:r>
      <w:r w:rsidR="00AB6DDF">
        <w:t xml:space="preserve">. </w:t>
      </w:r>
      <w:r w:rsidRPr="00223237">
        <w:t>Assez de poudre</w:t>
      </w:r>
      <w:r w:rsidR="00AB6DDF">
        <w:t xml:space="preserve">… </w:t>
      </w:r>
      <w:r w:rsidRPr="00223237">
        <w:t>allez</w:t>
      </w:r>
      <w:r w:rsidR="00AB6DDF">
        <w:t xml:space="preserve">, </w:t>
      </w:r>
      <w:r w:rsidRPr="00223237">
        <w:t>sonne</w:t>
      </w:r>
      <w:r w:rsidR="00AB6DDF">
        <w:t xml:space="preserve">… </w:t>
      </w:r>
      <w:r w:rsidRPr="00223237">
        <w:t>mais sonne donc</w:t>
      </w:r>
      <w:r w:rsidR="00AB6DDF">
        <w:t xml:space="preserve"> ! </w:t>
      </w:r>
      <w:r w:rsidR="00AB6DDF">
        <w:rPr>
          <w:i/>
          <w:iCs/>
        </w:rPr>
        <w:t>(</w:t>
      </w:r>
      <w:r w:rsidRPr="00223237">
        <w:rPr>
          <w:i/>
          <w:iCs/>
        </w:rPr>
        <w:t>Un temps</w:t>
      </w:r>
      <w:r w:rsidR="00AB6DDF">
        <w:rPr>
          <w:i/>
          <w:iCs/>
        </w:rPr>
        <w:t xml:space="preserve">. </w:t>
      </w:r>
      <w:r w:rsidRPr="00223237">
        <w:rPr>
          <w:i/>
          <w:iCs/>
        </w:rPr>
        <w:t>Il est n</w:t>
      </w:r>
      <w:r w:rsidRPr="00223237">
        <w:rPr>
          <w:i/>
          <w:iCs/>
        </w:rPr>
        <w:t>a</w:t>
      </w:r>
      <w:r w:rsidRPr="00223237">
        <w:rPr>
          <w:i/>
          <w:iCs/>
        </w:rPr>
        <w:t>vré</w:t>
      </w:r>
      <w:r w:rsidR="00AB6DDF">
        <w:rPr>
          <w:i/>
          <w:iCs/>
        </w:rPr>
        <w:t xml:space="preserve">.) </w:t>
      </w:r>
      <w:r w:rsidRPr="00223237">
        <w:t>Qu</w:t>
      </w:r>
      <w:r w:rsidR="00AB6DDF">
        <w:t>’</w:t>
      </w:r>
      <w:r w:rsidRPr="00223237">
        <w:t>est-ce qu</w:t>
      </w:r>
      <w:r w:rsidR="00AB6DDF">
        <w:t>’</w:t>
      </w:r>
      <w:r w:rsidRPr="00223237">
        <w:t>elle peut foutre</w:t>
      </w:r>
      <w:r w:rsidR="00AB6DDF">
        <w:t xml:space="preserve">, </w:t>
      </w:r>
      <w:r w:rsidRPr="00223237">
        <w:t>nom de Dieu</w:t>
      </w:r>
      <w:r w:rsidR="00AB6DDF">
        <w:t xml:space="preserve"> ? </w:t>
      </w:r>
      <w:r w:rsidR="00AB6DDF">
        <w:rPr>
          <w:i/>
          <w:iCs/>
        </w:rPr>
        <w:t>(</w:t>
      </w:r>
      <w:r w:rsidRPr="00223237">
        <w:rPr>
          <w:i/>
          <w:iCs/>
        </w:rPr>
        <w:t>On sonne</w:t>
      </w:r>
      <w:r w:rsidR="00AB6DDF">
        <w:rPr>
          <w:i/>
          <w:iCs/>
        </w:rPr>
        <w:t xml:space="preserve">. </w:t>
      </w:r>
      <w:r w:rsidRPr="00223237">
        <w:rPr>
          <w:i/>
          <w:iCs/>
        </w:rPr>
        <w:t>Il bondit de joie</w:t>
      </w:r>
      <w:r w:rsidR="00AB6DDF">
        <w:rPr>
          <w:i/>
          <w:iCs/>
        </w:rPr>
        <w:t xml:space="preserve">.) </w:t>
      </w:r>
      <w:r w:rsidRPr="00223237">
        <w:t>Ah</w:t>
      </w:r>
      <w:r w:rsidR="00AB6DDF">
        <w:t xml:space="preserve"> ! </w:t>
      </w:r>
      <w:r w:rsidRPr="00223237">
        <w:t>La voilà</w:t>
      </w:r>
      <w:r w:rsidR="00AB6DDF">
        <w:t xml:space="preserve"> !… </w:t>
      </w:r>
      <w:r w:rsidRPr="00223237">
        <w:t>J</w:t>
      </w:r>
      <w:r w:rsidR="00AB6DDF">
        <w:t>’</w:t>
      </w:r>
      <w:r w:rsidRPr="00223237">
        <w:t>étais bien sûr qu</w:t>
      </w:r>
      <w:r w:rsidR="00AB6DDF">
        <w:t>’</w:t>
      </w:r>
      <w:r w:rsidRPr="00223237">
        <w:t>elle vie</w:t>
      </w:r>
      <w:r w:rsidRPr="00223237">
        <w:t>n</w:t>
      </w:r>
      <w:r w:rsidRPr="00223237">
        <w:t>drait</w:t>
      </w:r>
      <w:r w:rsidR="00AB6DDF">
        <w:t xml:space="preserve"> ! </w:t>
      </w:r>
      <w:r w:rsidR="00AB6DDF">
        <w:rPr>
          <w:i/>
          <w:iCs/>
        </w:rPr>
        <w:t>(</w:t>
      </w:r>
      <w:r w:rsidRPr="00223237">
        <w:rPr>
          <w:i/>
          <w:iCs/>
        </w:rPr>
        <w:t>On resonne</w:t>
      </w:r>
      <w:r w:rsidR="00AB6DDF">
        <w:rPr>
          <w:i/>
          <w:iCs/>
        </w:rPr>
        <w:t xml:space="preserve">.) </w:t>
      </w:r>
      <w:r w:rsidRPr="00223237">
        <w:t>Voilà</w:t>
      </w:r>
      <w:r w:rsidR="00AB6DDF">
        <w:t xml:space="preserve">, </w:t>
      </w:r>
      <w:r w:rsidRPr="00223237">
        <w:t>voilà</w:t>
      </w:r>
      <w:r w:rsidR="00AB6DDF">
        <w:t xml:space="preserve"> !… </w:t>
      </w:r>
      <w:r w:rsidR="00AB6DDF">
        <w:rPr>
          <w:i/>
          <w:iCs/>
        </w:rPr>
        <w:t>(</w:t>
      </w:r>
      <w:r w:rsidRPr="00223237">
        <w:rPr>
          <w:i/>
          <w:iCs/>
        </w:rPr>
        <w:t>Il est dans l</w:t>
      </w:r>
      <w:r w:rsidR="00AB6DDF">
        <w:rPr>
          <w:i/>
          <w:iCs/>
        </w:rPr>
        <w:t>’</w:t>
      </w:r>
      <w:r w:rsidRPr="00223237">
        <w:rPr>
          <w:i/>
          <w:iCs/>
        </w:rPr>
        <w:t>antichambre</w:t>
      </w:r>
      <w:r w:rsidR="00AB6DDF">
        <w:rPr>
          <w:i/>
          <w:iCs/>
        </w:rPr>
        <w:t xml:space="preserve">. </w:t>
      </w:r>
      <w:r w:rsidRPr="00223237">
        <w:rPr>
          <w:i/>
          <w:iCs/>
        </w:rPr>
        <w:t>On e</w:t>
      </w:r>
      <w:r w:rsidRPr="00223237">
        <w:rPr>
          <w:i/>
          <w:iCs/>
        </w:rPr>
        <w:t>n</w:t>
      </w:r>
      <w:r w:rsidRPr="00223237">
        <w:rPr>
          <w:i/>
          <w:iCs/>
        </w:rPr>
        <w:t>tend d</w:t>
      </w:r>
      <w:r w:rsidR="00AB6DDF">
        <w:rPr>
          <w:i/>
          <w:iCs/>
        </w:rPr>
        <w:t>’</w:t>
      </w:r>
      <w:r w:rsidRPr="00223237">
        <w:rPr>
          <w:i/>
          <w:iCs/>
        </w:rPr>
        <w:t>abord</w:t>
      </w:r>
      <w:r w:rsidR="00AB6DDF">
        <w:rPr>
          <w:i/>
          <w:iCs/>
        </w:rPr>
        <w:t> : « </w:t>
      </w:r>
      <w:r w:rsidRPr="00223237">
        <w:rPr>
          <w:i/>
          <w:iCs/>
        </w:rPr>
        <w:t>Merci</w:t>
      </w:r>
      <w:r w:rsidR="00AB6DDF">
        <w:rPr>
          <w:i/>
          <w:iCs/>
        </w:rPr>
        <w:t xml:space="preserve"> », </w:t>
      </w:r>
      <w:r w:rsidRPr="00223237">
        <w:rPr>
          <w:i/>
          <w:iCs/>
        </w:rPr>
        <w:t>puis le bruit de la porte d</w:t>
      </w:r>
      <w:r w:rsidR="00AB6DDF">
        <w:rPr>
          <w:i/>
          <w:iCs/>
        </w:rPr>
        <w:t>’</w:t>
      </w:r>
      <w:r w:rsidRPr="00223237">
        <w:rPr>
          <w:i/>
          <w:iCs/>
        </w:rPr>
        <w:t>entrée qu</w:t>
      </w:r>
      <w:r w:rsidR="00AB6DDF">
        <w:rPr>
          <w:i/>
          <w:iCs/>
        </w:rPr>
        <w:t>’</w:t>
      </w:r>
      <w:r w:rsidRPr="00223237">
        <w:rPr>
          <w:i/>
          <w:iCs/>
        </w:rPr>
        <w:t>il fait claquer</w:t>
      </w:r>
      <w:r w:rsidR="00AB6DDF">
        <w:rPr>
          <w:i/>
          <w:iCs/>
        </w:rPr>
        <w:t xml:space="preserve">, </w:t>
      </w:r>
      <w:r w:rsidRPr="00223237">
        <w:rPr>
          <w:i/>
          <w:iCs/>
        </w:rPr>
        <w:t>et il rentre</w:t>
      </w:r>
      <w:r w:rsidR="00AB6DDF">
        <w:rPr>
          <w:i/>
          <w:iCs/>
        </w:rPr>
        <w:t xml:space="preserve">, </w:t>
      </w:r>
      <w:r w:rsidRPr="00223237">
        <w:rPr>
          <w:i/>
          <w:iCs/>
        </w:rPr>
        <w:t>une carte-pneumatique à la main</w:t>
      </w:r>
      <w:r w:rsidR="00AB6DDF">
        <w:rPr>
          <w:i/>
          <w:iCs/>
        </w:rPr>
        <w:t xml:space="preserve">, </w:t>
      </w:r>
      <w:r w:rsidRPr="00223237">
        <w:rPr>
          <w:i/>
          <w:iCs/>
        </w:rPr>
        <w:t>d</w:t>
      </w:r>
      <w:r w:rsidRPr="00223237">
        <w:rPr>
          <w:i/>
          <w:iCs/>
        </w:rPr>
        <w:t>é</w:t>
      </w:r>
      <w:r w:rsidRPr="00223237">
        <w:rPr>
          <w:i/>
          <w:iCs/>
        </w:rPr>
        <w:t>solé</w:t>
      </w:r>
      <w:r w:rsidR="00AB6DDF">
        <w:rPr>
          <w:i/>
          <w:iCs/>
        </w:rPr>
        <w:t xml:space="preserve">, </w:t>
      </w:r>
      <w:r w:rsidRPr="00223237">
        <w:rPr>
          <w:i/>
          <w:iCs/>
        </w:rPr>
        <w:t>vexé</w:t>
      </w:r>
      <w:r w:rsidR="00AB6DDF">
        <w:rPr>
          <w:i/>
          <w:iCs/>
        </w:rPr>
        <w:t xml:space="preserve">.) </w:t>
      </w:r>
      <w:r w:rsidRPr="00223237">
        <w:t>Ça y est</w:t>
      </w:r>
      <w:r w:rsidR="00AB6DDF">
        <w:t xml:space="preserve">, </w:t>
      </w:r>
      <w:r w:rsidRPr="00223237">
        <w:t>le pneu</w:t>
      </w:r>
      <w:r w:rsidR="00AB6DDF">
        <w:t xml:space="preserve"> !… </w:t>
      </w:r>
      <w:r w:rsidRPr="00223237">
        <w:t>Le sale petit pneu</w:t>
      </w:r>
      <w:r w:rsidR="00AB6DDF">
        <w:t xml:space="preserve">, </w:t>
      </w:r>
      <w:r w:rsidRPr="00223237">
        <w:t>implacable</w:t>
      </w:r>
      <w:r w:rsidR="00AB6DDF">
        <w:t xml:space="preserve">, </w:t>
      </w:r>
      <w:r w:rsidRPr="00223237">
        <w:t>fatal</w:t>
      </w:r>
      <w:r w:rsidR="00AB6DDF">
        <w:t xml:space="preserve"> !… </w:t>
      </w:r>
      <w:r w:rsidRPr="00223237">
        <w:t>Douze lignes d</w:t>
      </w:r>
      <w:r w:rsidR="00AB6DDF">
        <w:t>’</w:t>
      </w:r>
      <w:r w:rsidRPr="00223237">
        <w:t>excuses qui ne disent rien</w:t>
      </w:r>
      <w:r w:rsidR="00AB6DDF">
        <w:t xml:space="preserve">… </w:t>
      </w:r>
      <w:r w:rsidRPr="00223237">
        <w:t>ou un seul mot</w:t>
      </w:r>
      <w:r w:rsidR="00AB6DDF">
        <w:t xml:space="preserve"> : </w:t>
      </w:r>
      <w:r w:rsidRPr="00223237">
        <w:t>impossible</w:t>
      </w:r>
      <w:r w:rsidR="00AB6DDF">
        <w:t xml:space="preserve"> – </w:t>
      </w:r>
      <w:r w:rsidRPr="00223237">
        <w:t>qui dit tout</w:t>
      </w:r>
      <w:r w:rsidR="00AB6DDF">
        <w:t xml:space="preserve"> !… </w:t>
      </w:r>
      <w:r w:rsidRPr="00223237">
        <w:t>Ah</w:t>
      </w:r>
      <w:r w:rsidR="00AB6DDF">
        <w:t xml:space="preserve"> ! </w:t>
      </w:r>
      <w:r w:rsidRPr="00223237">
        <w:t>Et dire que j</w:t>
      </w:r>
      <w:r w:rsidR="00AB6DDF">
        <w:t>’</w:t>
      </w:r>
      <w:r w:rsidRPr="00223237">
        <w:t>étais sûr qu</w:t>
      </w:r>
      <w:r w:rsidR="00AB6DDF">
        <w:t>’</w:t>
      </w:r>
      <w:r w:rsidRPr="00223237">
        <w:t xml:space="preserve">elle </w:t>
      </w:r>
      <w:r w:rsidRPr="00223237">
        <w:lastRenderedPageBreak/>
        <w:t>viendrait</w:t>
      </w:r>
      <w:r w:rsidR="00AB6DDF">
        <w:t xml:space="preserve"> ! </w:t>
      </w:r>
      <w:r w:rsidRPr="00223237">
        <w:t>Faut-il être bête</w:t>
      </w:r>
      <w:r w:rsidR="00AB6DDF">
        <w:t xml:space="preserve">, </w:t>
      </w:r>
      <w:r w:rsidRPr="00223237">
        <w:t>mon Dieu</w:t>
      </w:r>
      <w:r w:rsidR="00AB6DDF">
        <w:t> ! (</w:t>
      </w:r>
      <w:r w:rsidRPr="00223237">
        <w:rPr>
          <w:i/>
        </w:rPr>
        <w:t xml:space="preserve">Il </w:t>
      </w:r>
      <w:r w:rsidRPr="00223237">
        <w:rPr>
          <w:i/>
          <w:iCs/>
        </w:rPr>
        <w:t>décachette le pneu et il le lit tout haut</w:t>
      </w:r>
      <w:r w:rsidR="00AB6DDF">
        <w:rPr>
          <w:i/>
          <w:iCs/>
        </w:rPr>
        <w:t xml:space="preserve">.) </w:t>
      </w:r>
      <w:r w:rsidR="00AB6DDF">
        <w:t>« </w:t>
      </w:r>
      <w:r w:rsidRPr="00223237">
        <w:t>Ente</w:t>
      </w:r>
      <w:r w:rsidRPr="00223237">
        <w:t>n</w:t>
      </w:r>
      <w:r w:rsidRPr="00223237">
        <w:t>du</w:t>
      </w:r>
      <w:r w:rsidR="00AB6DDF">
        <w:t xml:space="preserve">, </w:t>
      </w:r>
      <w:r w:rsidRPr="00223237">
        <w:t>mon cher vieux</w:t>
      </w:r>
      <w:r w:rsidR="00AB6DDF">
        <w:t xml:space="preserve">, </w:t>
      </w:r>
      <w:r w:rsidRPr="00223237">
        <w:t>à demain déjeuner</w:t>
      </w:r>
      <w:r w:rsidR="00AB6DDF">
        <w:t xml:space="preserve">, </w:t>
      </w:r>
      <w:r w:rsidRPr="00223237">
        <w:t>Adrien</w:t>
      </w:r>
      <w:r w:rsidR="00AB6DDF">
        <w:t>. »</w:t>
      </w:r>
      <w:r w:rsidRPr="00223237">
        <w:t xml:space="preserve"> Ah</w:t>
      </w:r>
      <w:r w:rsidR="00AB6DDF">
        <w:t xml:space="preserve"> ! </w:t>
      </w:r>
      <w:r w:rsidRPr="00223237">
        <w:t>Le salaud</w:t>
      </w:r>
      <w:r w:rsidR="00AB6DDF">
        <w:t xml:space="preserve"> !… </w:t>
      </w:r>
      <w:r w:rsidRPr="00223237">
        <w:t>Oh</w:t>
      </w:r>
      <w:r w:rsidR="00AB6DDF">
        <w:t xml:space="preserve"> ! </w:t>
      </w:r>
      <w:r w:rsidRPr="00223237">
        <w:t>Ce qu</w:t>
      </w:r>
      <w:r w:rsidR="00AB6DDF">
        <w:t>’</w:t>
      </w:r>
      <w:r w:rsidRPr="00223237">
        <w:t>il m</w:t>
      </w:r>
      <w:r w:rsidR="00AB6DDF">
        <w:t>’</w:t>
      </w:r>
      <w:r w:rsidRPr="00223237">
        <w:t>a fait peur</w:t>
      </w:r>
      <w:r w:rsidR="00AB6DDF">
        <w:t xml:space="preserve"> !… </w:t>
      </w:r>
      <w:r w:rsidRPr="00223237">
        <w:t>Eh bien</w:t>
      </w:r>
      <w:r w:rsidR="00AB6DDF">
        <w:t xml:space="preserve">, </w:t>
      </w:r>
      <w:r w:rsidRPr="00223237">
        <w:t>non</w:t>
      </w:r>
      <w:r w:rsidR="00AB6DDF">
        <w:t xml:space="preserve">, </w:t>
      </w:r>
      <w:r w:rsidRPr="00223237">
        <w:t>je n</w:t>
      </w:r>
      <w:r w:rsidR="00AB6DDF">
        <w:t>’</w:t>
      </w:r>
      <w:r w:rsidRPr="00223237">
        <w:t>irai pas déjeuner demain avec lui</w:t>
      </w:r>
      <w:r w:rsidR="00AB6DDF">
        <w:t xml:space="preserve"> ! </w:t>
      </w:r>
      <w:r w:rsidRPr="00223237">
        <w:t>Je ne veux plus le voir</w:t>
      </w:r>
      <w:r w:rsidR="00AB6DDF">
        <w:t xml:space="preserve">…, </w:t>
      </w:r>
      <w:r w:rsidRPr="00223237">
        <w:t>jamais</w:t>
      </w:r>
      <w:r w:rsidR="00AB6DDF">
        <w:t xml:space="preserve">… </w:t>
      </w:r>
      <w:r w:rsidRPr="00223237">
        <w:t>non</w:t>
      </w:r>
      <w:r w:rsidR="00AB6DDF">
        <w:t xml:space="preserve">, </w:t>
      </w:r>
      <w:r w:rsidRPr="00223237">
        <w:t>il m</w:t>
      </w:r>
      <w:r w:rsidR="00AB6DDF">
        <w:t>’</w:t>
      </w:r>
      <w:r w:rsidRPr="00223237">
        <w:t>a fait trop peur</w:t>
      </w:r>
      <w:r w:rsidR="00AB6DDF">
        <w:t xml:space="preserve"> !… </w:t>
      </w:r>
      <w:r w:rsidRPr="00223237">
        <w:t>Mais</w:t>
      </w:r>
      <w:r w:rsidR="00AB6DDF">
        <w:t xml:space="preserve">, </w:t>
      </w:r>
      <w:r w:rsidRPr="00223237">
        <w:t>c</w:t>
      </w:r>
      <w:r w:rsidR="00AB6DDF">
        <w:t>’</w:t>
      </w:r>
      <w:r w:rsidRPr="00223237">
        <w:t>est drôle comme on est</w:t>
      </w:r>
      <w:r w:rsidR="00AB6DDF">
        <w:t xml:space="preserve">, </w:t>
      </w:r>
      <w:r w:rsidRPr="00223237">
        <w:t>tout de même</w:t>
      </w:r>
      <w:r w:rsidR="00AB6DDF">
        <w:t xml:space="preserve"> : </w:t>
      </w:r>
      <w:r w:rsidRPr="00223237">
        <w:t>ce pneumatique d</w:t>
      </w:r>
      <w:r w:rsidR="00AB6DDF">
        <w:t>’</w:t>
      </w:r>
      <w:r w:rsidRPr="00223237">
        <w:t>un autre me donne à présent la certitude qu</w:t>
      </w:r>
      <w:r w:rsidR="00AB6DDF">
        <w:t>’</w:t>
      </w:r>
      <w:r w:rsidRPr="00223237">
        <w:t>elle viendra ce soir</w:t>
      </w:r>
      <w:r w:rsidR="00AB6DDF">
        <w:t xml:space="preserve">, </w:t>
      </w:r>
      <w:r w:rsidRPr="00223237">
        <w:t>puisque le pneu n</w:t>
      </w:r>
      <w:r w:rsidR="00AB6DDF">
        <w:t>’</w:t>
      </w:r>
      <w:r w:rsidRPr="00223237">
        <w:t>est pas d</w:t>
      </w:r>
      <w:r w:rsidR="00AB6DDF">
        <w:t>’</w:t>
      </w:r>
      <w:r w:rsidRPr="00223237">
        <w:t>elle alors qu</w:t>
      </w:r>
      <w:r w:rsidR="00AB6DDF">
        <w:t>’</w:t>
      </w:r>
      <w:r w:rsidRPr="00223237">
        <w:t>il aurait pu être d</w:t>
      </w:r>
      <w:r w:rsidR="00AB6DDF">
        <w:t>’</w:t>
      </w:r>
      <w:r w:rsidRPr="00223237">
        <w:t>elle</w:t>
      </w:r>
      <w:r w:rsidR="00AB6DDF">
        <w:t xml:space="preserve">. </w:t>
      </w:r>
      <w:r w:rsidRPr="00223237">
        <w:t>Seulement</w:t>
      </w:r>
      <w:r w:rsidR="00AB6DDF">
        <w:t xml:space="preserve">, </w:t>
      </w:r>
      <w:r w:rsidRPr="00223237">
        <w:t>elle est très en retard tout de même</w:t>
      </w:r>
      <w:r w:rsidR="00AB6DDF">
        <w:t xml:space="preserve">. </w:t>
      </w:r>
      <w:r w:rsidRPr="00223237">
        <w:t>Et ça</w:t>
      </w:r>
      <w:r w:rsidR="00AB6DDF">
        <w:t xml:space="preserve">, </w:t>
      </w:r>
      <w:r w:rsidRPr="00223237">
        <w:t>c</w:t>
      </w:r>
      <w:r w:rsidR="00AB6DDF">
        <w:t>’</w:t>
      </w:r>
      <w:r w:rsidRPr="00223237">
        <w:t>est bête</w:t>
      </w:r>
      <w:r w:rsidR="00AB6DDF">
        <w:t xml:space="preserve">, </w:t>
      </w:r>
      <w:r w:rsidRPr="00223237">
        <w:t>c</w:t>
      </w:r>
      <w:r w:rsidR="00AB6DDF">
        <w:t>’</w:t>
      </w:r>
      <w:r w:rsidRPr="00223237">
        <w:t>est très bête</w:t>
      </w:r>
      <w:r w:rsidR="00AB6DDF">
        <w:t xml:space="preserve">… </w:t>
      </w:r>
      <w:r w:rsidR="00AB6DDF">
        <w:rPr>
          <w:i/>
          <w:iCs/>
        </w:rPr>
        <w:t>(</w:t>
      </w:r>
      <w:r w:rsidRPr="00223237">
        <w:rPr>
          <w:i/>
          <w:iCs/>
        </w:rPr>
        <w:t>Il se met à marcher de long en large</w:t>
      </w:r>
      <w:r w:rsidR="00AB6DDF">
        <w:rPr>
          <w:i/>
          <w:iCs/>
        </w:rPr>
        <w:t xml:space="preserve">.) </w:t>
      </w:r>
      <w:r w:rsidRPr="00223237">
        <w:t>Mon Dieu</w:t>
      </w:r>
      <w:r w:rsidR="00AB6DDF">
        <w:t xml:space="preserve">, </w:t>
      </w:r>
      <w:r w:rsidRPr="00223237">
        <w:t>que les femmes sont a</w:t>
      </w:r>
      <w:r w:rsidRPr="00223237">
        <w:t>s</w:t>
      </w:r>
      <w:r w:rsidRPr="00223237">
        <w:t>sommantes</w:t>
      </w:r>
      <w:r w:rsidR="00AB6DDF">
        <w:t xml:space="preserve"> !… </w:t>
      </w:r>
      <w:r w:rsidRPr="00223237">
        <w:t>Une</w:t>
      </w:r>
      <w:r w:rsidR="00AB6DDF">
        <w:t xml:space="preserve"> !… </w:t>
      </w:r>
      <w:r w:rsidRPr="00223237">
        <w:t>J</w:t>
      </w:r>
      <w:r w:rsidR="00AB6DDF">
        <w:t>’</w:t>
      </w:r>
      <w:r w:rsidRPr="00223237">
        <w:t>en ai connu une qui était exacte</w:t>
      </w:r>
      <w:r w:rsidR="00AB6DDF">
        <w:t xml:space="preserve">. </w:t>
      </w:r>
      <w:r w:rsidRPr="00223237">
        <w:t>D</w:t>
      </w:r>
      <w:r w:rsidR="00AB6DDF">
        <w:t>’</w:t>
      </w:r>
      <w:r w:rsidRPr="00223237">
        <w:t>ailleurs je ne pouvais j</w:t>
      </w:r>
      <w:r w:rsidRPr="00223237">
        <w:t>a</w:t>
      </w:r>
      <w:r w:rsidRPr="00223237">
        <w:t>mais arriver à être à l</w:t>
      </w:r>
      <w:r w:rsidR="00AB6DDF">
        <w:t>’</w:t>
      </w:r>
      <w:r w:rsidRPr="00223237">
        <w:t>heure avec elle</w:t>
      </w:r>
      <w:r w:rsidR="00AB6DDF">
        <w:t xml:space="preserve"> ! </w:t>
      </w:r>
      <w:r w:rsidR="00AB6DDF">
        <w:rPr>
          <w:i/>
          <w:iCs/>
        </w:rPr>
        <w:t>(</w:t>
      </w:r>
      <w:r w:rsidRPr="00223237">
        <w:rPr>
          <w:i/>
          <w:iCs/>
        </w:rPr>
        <w:t>Il se laisse tomber dans un fauteuil</w:t>
      </w:r>
      <w:r w:rsidR="00AB6DDF">
        <w:rPr>
          <w:i/>
          <w:iCs/>
        </w:rPr>
        <w:t xml:space="preserve">.) </w:t>
      </w:r>
      <w:r w:rsidRPr="00223237">
        <w:t>Ah</w:t>
      </w:r>
      <w:r w:rsidR="00AB6DDF">
        <w:t xml:space="preserve"> ! </w:t>
      </w:r>
      <w:r w:rsidRPr="00223237">
        <w:t>Oui</w:t>
      </w:r>
      <w:r w:rsidR="00AB6DDF">
        <w:t xml:space="preserve">, </w:t>
      </w:r>
      <w:r w:rsidRPr="00223237">
        <w:t>elles sont assommantes</w:t>
      </w:r>
      <w:r w:rsidR="00AB6DDF">
        <w:t xml:space="preserve">. </w:t>
      </w:r>
      <w:r w:rsidRPr="00223237">
        <w:t>C</w:t>
      </w:r>
      <w:r w:rsidR="00AB6DDF">
        <w:t>’</w:t>
      </w:r>
      <w:r w:rsidRPr="00223237">
        <w:t>est même inouï qu</w:t>
      </w:r>
      <w:r w:rsidR="00AB6DDF">
        <w:t>’</w:t>
      </w:r>
      <w:r w:rsidRPr="00223237">
        <w:t>on puisse adorer les femmes comme je les adore</w:t>
      </w:r>
      <w:r w:rsidR="00AB6DDF">
        <w:t xml:space="preserve">… </w:t>
      </w:r>
      <w:r w:rsidRPr="00223237">
        <w:t>et les trouver assommantes à ce point-là</w:t>
      </w:r>
      <w:r w:rsidR="00AB6DDF">
        <w:t xml:space="preserve">. </w:t>
      </w:r>
      <w:r w:rsidRPr="00223237">
        <w:t>Car je les adore</w:t>
      </w:r>
      <w:r w:rsidR="00AB6DDF">
        <w:t xml:space="preserve">, </w:t>
      </w:r>
      <w:r w:rsidRPr="00223237">
        <w:t>et c</w:t>
      </w:r>
      <w:r w:rsidR="00AB6DDF">
        <w:t>’</w:t>
      </w:r>
      <w:r w:rsidRPr="00223237">
        <w:t>est</w:t>
      </w:r>
      <w:r w:rsidR="00AB6DDF">
        <w:t xml:space="preserve">, </w:t>
      </w:r>
      <w:r w:rsidRPr="00223237">
        <w:t>du reste</w:t>
      </w:r>
      <w:r w:rsidR="00AB6DDF">
        <w:t xml:space="preserve">, </w:t>
      </w:r>
      <w:r w:rsidRPr="00223237">
        <w:t>ce qui me donne le droit de dire qu</w:t>
      </w:r>
      <w:r w:rsidR="00AB6DDF">
        <w:t>’</w:t>
      </w:r>
      <w:r w:rsidRPr="00223237">
        <w:t>elles sont asso</w:t>
      </w:r>
      <w:r w:rsidRPr="00223237">
        <w:t>m</w:t>
      </w:r>
      <w:r w:rsidRPr="00223237">
        <w:t>mantes</w:t>
      </w:r>
      <w:r w:rsidR="00AB6DDF">
        <w:t xml:space="preserve">. </w:t>
      </w:r>
      <w:r w:rsidRPr="00223237">
        <w:t>Être marié</w:t>
      </w:r>
      <w:r w:rsidR="00AB6DDF">
        <w:t xml:space="preserve"> !… </w:t>
      </w:r>
      <w:r w:rsidRPr="00223237">
        <w:t>Ça</w:t>
      </w:r>
      <w:r w:rsidR="00AB6DDF">
        <w:t xml:space="preserve">, </w:t>
      </w:r>
      <w:r w:rsidRPr="00223237">
        <w:t>ça doit être terrible</w:t>
      </w:r>
      <w:r w:rsidR="00AB6DDF">
        <w:t xml:space="preserve">. </w:t>
      </w:r>
      <w:r w:rsidRPr="00223237">
        <w:t>Je me suis to</w:t>
      </w:r>
      <w:r w:rsidRPr="00223237">
        <w:t>u</w:t>
      </w:r>
      <w:r w:rsidRPr="00223237">
        <w:t>jours demandé ce qu</w:t>
      </w:r>
      <w:r w:rsidR="00AB6DDF">
        <w:t>’</w:t>
      </w:r>
      <w:r w:rsidRPr="00223237">
        <w:t>on pouvait bien faire avec une femme en dehors de l</w:t>
      </w:r>
      <w:r w:rsidR="00AB6DDF">
        <w:t>’</w:t>
      </w:r>
      <w:r w:rsidRPr="00223237">
        <w:t>amour</w:t>
      </w:r>
      <w:r w:rsidR="00AB6DDF">
        <w:t xml:space="preserve">. </w:t>
      </w:r>
      <w:r w:rsidRPr="00223237">
        <w:t>Chacun est comme il est</w:t>
      </w:r>
      <w:r w:rsidR="00AB6DDF">
        <w:t xml:space="preserve">, </w:t>
      </w:r>
      <w:r w:rsidRPr="00223237">
        <w:t>n</w:t>
      </w:r>
      <w:r w:rsidR="00AB6DDF">
        <w:t>’</w:t>
      </w:r>
      <w:r w:rsidRPr="00223237">
        <w:t>est-ce pas</w:t>
      </w:r>
      <w:r w:rsidR="00AB6DDF">
        <w:t xml:space="preserve">, </w:t>
      </w:r>
      <w:r w:rsidRPr="00223237">
        <w:t>et j</w:t>
      </w:r>
      <w:r w:rsidR="00AB6DDF">
        <w:t>’</w:t>
      </w:r>
      <w:r w:rsidRPr="00223237">
        <w:t>ai l</w:t>
      </w:r>
      <w:r w:rsidR="00AB6DDF">
        <w:t>’</w:t>
      </w:r>
      <w:r w:rsidRPr="00223237">
        <w:t>impression qu</w:t>
      </w:r>
      <w:r w:rsidR="00AB6DDF">
        <w:t>’</w:t>
      </w:r>
      <w:r w:rsidRPr="00223237">
        <w:t>il y a plus de différence entre un homme qui est marié et un homme qui n</w:t>
      </w:r>
      <w:r w:rsidR="00AB6DDF">
        <w:t>’</w:t>
      </w:r>
      <w:r w:rsidRPr="00223237">
        <w:t>est pas marié qu</w:t>
      </w:r>
      <w:r w:rsidR="00AB6DDF">
        <w:t>’</w:t>
      </w:r>
      <w:r w:rsidRPr="00223237">
        <w:t>entre un Chinois et un Portugais</w:t>
      </w:r>
      <w:r w:rsidR="00AB6DDF">
        <w:t xml:space="preserve"> !… </w:t>
      </w:r>
      <w:r w:rsidRPr="00223237">
        <w:t>Si quelqu</w:t>
      </w:r>
      <w:r w:rsidR="00AB6DDF">
        <w:t>’</w:t>
      </w:r>
      <w:r w:rsidRPr="00223237">
        <w:t>un me disait</w:t>
      </w:r>
      <w:r w:rsidR="00AB6DDF">
        <w:t> : « </w:t>
      </w:r>
      <w:r w:rsidRPr="00223237">
        <w:t>Tu étrangleras</w:t>
      </w:r>
      <w:r w:rsidR="00AB6DDF">
        <w:t xml:space="preserve">, </w:t>
      </w:r>
      <w:r w:rsidRPr="00223237">
        <w:t>un jour</w:t>
      </w:r>
      <w:r w:rsidR="00AB6DDF">
        <w:t xml:space="preserve">, </w:t>
      </w:r>
      <w:r w:rsidRPr="00223237">
        <w:t>un facteur sur la route du Vésinet</w:t>
      </w:r>
      <w:r w:rsidR="00AB6DDF">
        <w:t xml:space="preserve">… » – </w:t>
      </w:r>
      <w:r w:rsidRPr="00223237">
        <w:t>je dirais</w:t>
      </w:r>
      <w:r w:rsidR="00AB6DDF">
        <w:t> : « </w:t>
      </w:r>
      <w:r w:rsidRPr="00223237">
        <w:t>Peut-être</w:t>
      </w:r>
      <w:r w:rsidR="00AB6DDF">
        <w:t> ! »</w:t>
      </w:r>
      <w:r w:rsidRPr="00223237">
        <w:t xml:space="preserve"> Si quelqu</w:t>
      </w:r>
      <w:r w:rsidR="00AB6DDF">
        <w:t>’</w:t>
      </w:r>
      <w:r w:rsidRPr="00223237">
        <w:t>un me disait</w:t>
      </w:r>
      <w:r w:rsidR="00AB6DDF">
        <w:t> : « </w:t>
      </w:r>
      <w:r w:rsidRPr="00223237">
        <w:t>Tu seras</w:t>
      </w:r>
      <w:r w:rsidR="00AB6DDF">
        <w:t xml:space="preserve">, </w:t>
      </w:r>
      <w:r w:rsidRPr="00223237">
        <w:t>un jour</w:t>
      </w:r>
      <w:r w:rsidR="00AB6DDF">
        <w:t xml:space="preserve">, </w:t>
      </w:r>
      <w:r w:rsidRPr="00223237">
        <w:t>archevêque de Clermont-Ferrand</w:t>
      </w:r>
      <w:r w:rsidR="00AB6DDF">
        <w:t xml:space="preserve">… » – </w:t>
      </w:r>
      <w:r w:rsidRPr="00223237">
        <w:t>je dirais</w:t>
      </w:r>
      <w:r w:rsidR="00AB6DDF">
        <w:t> : « </w:t>
      </w:r>
      <w:r w:rsidRPr="00223237">
        <w:t>C</w:t>
      </w:r>
      <w:r w:rsidR="00AB6DDF">
        <w:t>’</w:t>
      </w:r>
      <w:r w:rsidRPr="00223237">
        <w:t>est possible</w:t>
      </w:r>
      <w:r w:rsidR="00AB6DDF">
        <w:t>. »</w:t>
      </w:r>
      <w:r w:rsidRPr="00223237">
        <w:t xml:space="preserve"> Mais si quelqu</w:t>
      </w:r>
      <w:r w:rsidR="00AB6DDF">
        <w:t>’</w:t>
      </w:r>
      <w:r w:rsidRPr="00223237">
        <w:t>un me disait</w:t>
      </w:r>
      <w:r w:rsidR="00AB6DDF">
        <w:t> : « </w:t>
      </w:r>
      <w:r w:rsidRPr="00223237">
        <w:t>Tu seras marié un jour</w:t>
      </w:r>
      <w:r w:rsidR="00AB6DDF">
        <w:t xml:space="preserve">… » – </w:t>
      </w:r>
      <w:r w:rsidRPr="00223237">
        <w:t>je répo</w:t>
      </w:r>
      <w:r w:rsidRPr="00223237">
        <w:t>n</w:t>
      </w:r>
      <w:r w:rsidRPr="00223237">
        <w:t>drais</w:t>
      </w:r>
      <w:r w:rsidR="00AB6DDF">
        <w:t> : « </w:t>
      </w:r>
      <w:r w:rsidRPr="00223237">
        <w:t>Non</w:t>
      </w:r>
      <w:r w:rsidR="00AB6DDF">
        <w:t xml:space="preserve">, </w:t>
      </w:r>
      <w:r w:rsidRPr="00223237">
        <w:t>mon général</w:t>
      </w:r>
      <w:r w:rsidR="00AB6DDF">
        <w:t xml:space="preserve"> ! » – </w:t>
      </w:r>
      <w:r w:rsidRPr="00223237">
        <w:t>à cond</w:t>
      </w:r>
      <w:r w:rsidRPr="00223237">
        <w:t>i</w:t>
      </w:r>
      <w:r w:rsidRPr="00223237">
        <w:t>tion</w:t>
      </w:r>
      <w:r w:rsidR="00AB6DDF">
        <w:t xml:space="preserve">, </w:t>
      </w:r>
      <w:r w:rsidRPr="00223237">
        <w:t>bien entendu</w:t>
      </w:r>
      <w:r w:rsidR="00AB6DDF">
        <w:t xml:space="preserve">, </w:t>
      </w:r>
      <w:r w:rsidRPr="00223237">
        <w:t>que ce soit un général qui m</w:t>
      </w:r>
      <w:r w:rsidR="00AB6DDF">
        <w:t>’</w:t>
      </w:r>
      <w:r w:rsidRPr="00223237">
        <w:t>ait dit ça</w:t>
      </w:r>
      <w:r w:rsidR="00AB6DDF">
        <w:t xml:space="preserve"> !… </w:t>
      </w:r>
      <w:r w:rsidRPr="00223237">
        <w:t>Mais qu</w:t>
      </w:r>
      <w:r w:rsidR="00AB6DDF">
        <w:t>’</w:t>
      </w:r>
      <w:r w:rsidRPr="00223237">
        <w:t>est-ce qu</w:t>
      </w:r>
      <w:r w:rsidR="00AB6DDF">
        <w:t>’</w:t>
      </w:r>
      <w:r w:rsidRPr="00223237">
        <w:t>elle peut faire</w:t>
      </w:r>
      <w:r w:rsidR="00AB6DDF">
        <w:t xml:space="preserve"> ?… </w:t>
      </w:r>
      <w:r w:rsidRPr="00223237">
        <w:t>Elle n</w:t>
      </w:r>
      <w:r w:rsidR="00AB6DDF">
        <w:t>’</w:t>
      </w:r>
      <w:r w:rsidRPr="00223237">
        <w:t>a peut-être pas trouvé de taxi</w:t>
      </w:r>
      <w:r w:rsidR="00AB6DDF">
        <w:t xml:space="preserve">… </w:t>
      </w:r>
      <w:r w:rsidRPr="00223237">
        <w:t>Ah</w:t>
      </w:r>
      <w:r w:rsidR="00AB6DDF">
        <w:t xml:space="preserve"> ! </w:t>
      </w:r>
      <w:r w:rsidRPr="00223237">
        <w:t>Qu</w:t>
      </w:r>
      <w:r w:rsidR="00AB6DDF">
        <w:t>’</w:t>
      </w:r>
      <w:r w:rsidRPr="00223237">
        <w:t>elle ne dise pas ça</w:t>
      </w:r>
      <w:r w:rsidR="00AB6DDF">
        <w:t xml:space="preserve">, </w:t>
      </w:r>
      <w:r w:rsidRPr="00223237">
        <w:t>voyons</w:t>
      </w:r>
      <w:r w:rsidR="00AB6DDF">
        <w:t xml:space="preserve">, </w:t>
      </w:r>
      <w:r w:rsidRPr="00223237">
        <w:t>il y en a toujours au coin de l</w:t>
      </w:r>
      <w:r w:rsidR="00AB6DDF">
        <w:t>’</w:t>
      </w:r>
      <w:r w:rsidRPr="00223237">
        <w:t>avenue de l</w:t>
      </w:r>
      <w:r w:rsidR="00AB6DDF">
        <w:t>’</w:t>
      </w:r>
      <w:r w:rsidRPr="00223237">
        <w:t>Alma</w:t>
      </w:r>
      <w:r w:rsidR="00AB6DDF">
        <w:t xml:space="preserve">… </w:t>
      </w:r>
      <w:r w:rsidRPr="00223237">
        <w:t>Pourvu qu</w:t>
      </w:r>
      <w:r w:rsidR="00AB6DDF">
        <w:t>’</w:t>
      </w:r>
      <w:r w:rsidRPr="00223237">
        <w:t>elle ne soit pas mal</w:t>
      </w:r>
      <w:r w:rsidRPr="00223237">
        <w:t>a</w:t>
      </w:r>
      <w:r w:rsidRPr="00223237">
        <w:t>de</w:t>
      </w:r>
      <w:r w:rsidR="00AB6DDF">
        <w:t xml:space="preserve"> !… </w:t>
      </w:r>
      <w:r w:rsidRPr="00223237">
        <w:t xml:space="preserve">Elles ont </w:t>
      </w:r>
      <w:r w:rsidRPr="00223237">
        <w:lastRenderedPageBreak/>
        <w:t>toujours quelque chose</w:t>
      </w:r>
      <w:r w:rsidR="00AB6DDF">
        <w:t xml:space="preserve">, </w:t>
      </w:r>
      <w:r w:rsidRPr="00223237">
        <w:t>c</w:t>
      </w:r>
      <w:r w:rsidR="00AB6DDF">
        <w:t>’</w:t>
      </w:r>
      <w:r w:rsidRPr="00223237">
        <w:t>est vrai</w:t>
      </w:r>
      <w:r w:rsidR="00AB6DDF">
        <w:t xml:space="preserve">. </w:t>
      </w:r>
      <w:r w:rsidRPr="00223237">
        <w:t>On dirait qu</w:t>
      </w:r>
      <w:r w:rsidR="00AB6DDF">
        <w:t>’</w:t>
      </w:r>
      <w:r w:rsidRPr="00223237">
        <w:t>elles ont deux fois plus d</w:t>
      </w:r>
      <w:r w:rsidR="00AB6DDF">
        <w:t>’</w:t>
      </w:r>
      <w:r w:rsidRPr="00223237">
        <w:t>organes que nous</w:t>
      </w:r>
      <w:r w:rsidR="00AB6DDF">
        <w:t xml:space="preserve"> !… </w:t>
      </w:r>
      <w:r w:rsidRPr="00223237">
        <w:t>Pourvu</w:t>
      </w:r>
      <w:r w:rsidR="00AB6DDF">
        <w:t xml:space="preserve">, </w:t>
      </w:r>
      <w:r w:rsidRPr="00223237">
        <w:t>su</w:t>
      </w:r>
      <w:r w:rsidRPr="00223237">
        <w:t>r</w:t>
      </w:r>
      <w:r w:rsidRPr="00223237">
        <w:t>tout</w:t>
      </w:r>
      <w:r w:rsidR="00AB6DDF">
        <w:t xml:space="preserve">, </w:t>
      </w:r>
      <w:r w:rsidRPr="00223237">
        <w:t>mon Dieu</w:t>
      </w:r>
      <w:r w:rsidR="00AB6DDF">
        <w:t xml:space="preserve">, </w:t>
      </w:r>
      <w:r w:rsidRPr="00223237">
        <w:t>qu</w:t>
      </w:r>
      <w:r w:rsidR="00AB6DDF">
        <w:t>’</w:t>
      </w:r>
      <w:r w:rsidRPr="00223237">
        <w:t>elle n</w:t>
      </w:r>
      <w:r w:rsidR="00AB6DDF">
        <w:t>’</w:t>
      </w:r>
      <w:r w:rsidRPr="00223237">
        <w:t>ait pas réfléchi</w:t>
      </w:r>
      <w:r w:rsidR="00AB6DDF">
        <w:t xml:space="preserve">. </w:t>
      </w:r>
      <w:r w:rsidRPr="00223237">
        <w:t>Car elles ne font que des bêtises quand elles réfl</w:t>
      </w:r>
      <w:r w:rsidRPr="00223237">
        <w:t>é</w:t>
      </w:r>
      <w:r w:rsidRPr="00223237">
        <w:t>chissent</w:t>
      </w:r>
      <w:r w:rsidR="00AB6DDF">
        <w:t xml:space="preserve"> !… </w:t>
      </w:r>
      <w:r w:rsidRPr="00223237">
        <w:t>Et ce serait une bêtise de ne pas venir</w:t>
      </w:r>
      <w:r w:rsidR="00AB6DDF">
        <w:t xml:space="preserve">. </w:t>
      </w:r>
      <w:r w:rsidRPr="00223237">
        <w:t>Elle le regre</w:t>
      </w:r>
      <w:r w:rsidRPr="00223237">
        <w:t>t</w:t>
      </w:r>
      <w:r w:rsidRPr="00223237">
        <w:t>terait</w:t>
      </w:r>
      <w:r w:rsidR="00AB6DDF">
        <w:t xml:space="preserve">. </w:t>
      </w:r>
      <w:r w:rsidRPr="00223237">
        <w:t>Peut-être pas autant que moi</w:t>
      </w:r>
      <w:r w:rsidR="00AB6DDF">
        <w:t xml:space="preserve">, </w:t>
      </w:r>
      <w:r w:rsidRPr="00223237">
        <w:t>mais elle le regretterait s</w:t>
      </w:r>
      <w:r w:rsidRPr="00223237">
        <w:t>û</w:t>
      </w:r>
      <w:r w:rsidRPr="00223237">
        <w:t>rement</w:t>
      </w:r>
      <w:r w:rsidR="00AB6DDF">
        <w:t xml:space="preserve">. </w:t>
      </w:r>
      <w:r w:rsidR="00AB6DDF">
        <w:rPr>
          <w:i/>
          <w:iCs/>
        </w:rPr>
        <w:t>(</w:t>
      </w:r>
      <w:r w:rsidRPr="00223237">
        <w:rPr>
          <w:i/>
          <w:iCs/>
        </w:rPr>
        <w:t>Il a repris sa promen</w:t>
      </w:r>
      <w:r w:rsidRPr="00223237">
        <w:rPr>
          <w:i/>
          <w:iCs/>
        </w:rPr>
        <w:t>a</w:t>
      </w:r>
      <w:r w:rsidRPr="00223237">
        <w:rPr>
          <w:i/>
          <w:iCs/>
        </w:rPr>
        <w:t>de</w:t>
      </w:r>
      <w:r w:rsidR="00AB6DDF">
        <w:rPr>
          <w:i/>
          <w:iCs/>
        </w:rPr>
        <w:t xml:space="preserve">.) </w:t>
      </w:r>
      <w:r w:rsidRPr="00223237">
        <w:t>Non</w:t>
      </w:r>
      <w:r w:rsidR="00AB6DDF">
        <w:t xml:space="preserve">, </w:t>
      </w:r>
      <w:r w:rsidRPr="00223237">
        <w:t>n</w:t>
      </w:r>
      <w:r w:rsidR="00AB6DDF">
        <w:t>’</w:t>
      </w:r>
      <w:r w:rsidRPr="00223237">
        <w:t>est-ce pas</w:t>
      </w:r>
      <w:r w:rsidR="00AB6DDF">
        <w:t xml:space="preserve">, </w:t>
      </w:r>
      <w:r w:rsidRPr="00223237">
        <w:t>ce qui est stupide c</w:t>
      </w:r>
      <w:r w:rsidR="00AB6DDF">
        <w:t>’</w:t>
      </w:r>
      <w:r w:rsidRPr="00223237">
        <w:t>est l</w:t>
      </w:r>
      <w:r w:rsidR="00AB6DDF">
        <w:t>’</w:t>
      </w:r>
      <w:r w:rsidRPr="00223237">
        <w:t>heure qui passe</w:t>
      </w:r>
      <w:r w:rsidR="00AB6DDF">
        <w:t xml:space="preserve">. </w:t>
      </w:r>
      <w:r w:rsidRPr="00223237">
        <w:t>Admettons qu</w:t>
      </w:r>
      <w:r w:rsidR="00AB6DDF">
        <w:t>’</w:t>
      </w:r>
      <w:r w:rsidRPr="00223237">
        <w:t>elle soit là à la demie</w:t>
      </w:r>
      <w:r w:rsidR="00AB6DDF">
        <w:t xml:space="preserve">… </w:t>
      </w:r>
      <w:r w:rsidRPr="00223237">
        <w:t>Eh bien</w:t>
      </w:r>
      <w:r w:rsidR="00AB6DDF">
        <w:t xml:space="preserve">, </w:t>
      </w:r>
      <w:r w:rsidRPr="00223237">
        <w:t>le temps de</w:t>
      </w:r>
      <w:r w:rsidR="00AB6DDF">
        <w:t xml:space="preserve">… </w:t>
      </w:r>
      <w:r w:rsidRPr="00223237">
        <w:t>heu</w:t>
      </w:r>
      <w:r w:rsidR="00AB6DDF">
        <w:t xml:space="preserve">… </w:t>
      </w:r>
      <w:r w:rsidR="00AB6DDF">
        <w:rPr>
          <w:i/>
          <w:iCs/>
        </w:rPr>
        <w:t>(</w:t>
      </w:r>
      <w:r w:rsidRPr="00223237">
        <w:rPr>
          <w:i/>
          <w:iCs/>
        </w:rPr>
        <w:t>Il fait le simulacre de prendre quelqu</w:t>
      </w:r>
      <w:r w:rsidR="00AB6DDF">
        <w:rPr>
          <w:i/>
          <w:iCs/>
        </w:rPr>
        <w:t>’</w:t>
      </w:r>
      <w:r w:rsidRPr="00223237">
        <w:rPr>
          <w:i/>
          <w:iCs/>
        </w:rPr>
        <w:t>un dans ses bras et de l</w:t>
      </w:r>
      <w:r w:rsidR="00AB6DDF">
        <w:rPr>
          <w:i/>
          <w:iCs/>
        </w:rPr>
        <w:t>’</w:t>
      </w:r>
      <w:r w:rsidRPr="00223237">
        <w:rPr>
          <w:i/>
          <w:iCs/>
        </w:rPr>
        <w:t>embrasser</w:t>
      </w:r>
      <w:r w:rsidR="00AB6DDF">
        <w:rPr>
          <w:i/>
          <w:iCs/>
        </w:rPr>
        <w:t xml:space="preserve">.)… </w:t>
      </w:r>
      <w:r w:rsidRPr="00223237">
        <w:t>nous ne serons pas couchés avant dix heures</w:t>
      </w:r>
      <w:r w:rsidR="00AB6DDF">
        <w:t xml:space="preserve">. </w:t>
      </w:r>
      <w:r w:rsidRPr="00223237">
        <w:t>Et tout à coup</w:t>
      </w:r>
      <w:r w:rsidR="00AB6DDF">
        <w:t xml:space="preserve">, </w:t>
      </w:r>
      <w:r w:rsidRPr="00223237">
        <w:t>à onze heures</w:t>
      </w:r>
      <w:r w:rsidR="00AB6DDF">
        <w:t xml:space="preserve">, </w:t>
      </w:r>
      <w:r w:rsidRPr="00223237">
        <w:t>elle sautera du lit en disant</w:t>
      </w:r>
      <w:r w:rsidR="00AB6DDF">
        <w:t> : « </w:t>
      </w:r>
      <w:r w:rsidRPr="00223237">
        <w:t>V</w:t>
      </w:r>
      <w:r w:rsidRPr="00223237">
        <w:t>i</w:t>
      </w:r>
      <w:r w:rsidRPr="00223237">
        <w:t>te</w:t>
      </w:r>
      <w:r w:rsidR="00AB6DDF">
        <w:t xml:space="preserve">, </w:t>
      </w:r>
      <w:r w:rsidRPr="00223237">
        <w:t>vite</w:t>
      </w:r>
      <w:r w:rsidR="00AB6DDF">
        <w:t> ! »</w:t>
      </w:r>
      <w:r w:rsidRPr="00223237">
        <w:t xml:space="preserve"> Et</w:t>
      </w:r>
      <w:r w:rsidR="00AB6DDF">
        <w:t xml:space="preserve">, </w:t>
      </w:r>
      <w:r w:rsidRPr="00223237">
        <w:t>pendant ce temps-là</w:t>
      </w:r>
      <w:r w:rsidR="00AB6DDF">
        <w:t xml:space="preserve">, </w:t>
      </w:r>
      <w:r w:rsidRPr="00223237">
        <w:t>elle m</w:t>
      </w:r>
      <w:r w:rsidR="00AB6DDF">
        <w:t>’</w:t>
      </w:r>
      <w:r w:rsidRPr="00223237">
        <w:t>aura demandé l</w:t>
      </w:r>
      <w:r w:rsidR="00AB6DDF">
        <w:t>’</w:t>
      </w:r>
      <w:r w:rsidRPr="00223237">
        <w:t>heure au moins dix fois</w:t>
      </w:r>
      <w:r w:rsidR="00AB6DDF">
        <w:t xml:space="preserve">. </w:t>
      </w:r>
      <w:r w:rsidR="00AB6DDF">
        <w:rPr>
          <w:i/>
          <w:iCs/>
        </w:rPr>
        <w:t>(</w:t>
      </w:r>
      <w:r w:rsidRPr="00223237">
        <w:rPr>
          <w:i/>
          <w:iCs/>
        </w:rPr>
        <w:t>Ayant d</w:t>
      </w:r>
      <w:r w:rsidR="00AB6DDF">
        <w:rPr>
          <w:i/>
          <w:iCs/>
        </w:rPr>
        <w:t>’</w:t>
      </w:r>
      <w:r w:rsidRPr="00223237">
        <w:rPr>
          <w:i/>
          <w:iCs/>
        </w:rPr>
        <w:t>un coup d</w:t>
      </w:r>
      <w:r w:rsidR="00AB6DDF">
        <w:rPr>
          <w:i/>
          <w:iCs/>
        </w:rPr>
        <w:t>’</w:t>
      </w:r>
      <w:r w:rsidRPr="00223237">
        <w:rPr>
          <w:i/>
          <w:iCs/>
        </w:rPr>
        <w:t>œil mesuré la distance qui sépare le lit de la pendulette</w:t>
      </w:r>
      <w:r w:rsidR="00AB6DDF">
        <w:rPr>
          <w:i/>
          <w:iCs/>
        </w:rPr>
        <w:t xml:space="preserve">, </w:t>
      </w:r>
      <w:r w:rsidRPr="00223237">
        <w:rPr>
          <w:i/>
          <w:iCs/>
        </w:rPr>
        <w:t>il ajoute</w:t>
      </w:r>
      <w:r w:rsidR="00AB6DDF">
        <w:rPr>
          <w:i/>
          <w:iCs/>
        </w:rPr>
        <w:t xml:space="preserve"> :) </w:t>
      </w:r>
      <w:r w:rsidRPr="00223237">
        <w:t>D</w:t>
      </w:r>
      <w:r w:rsidR="00AB6DDF">
        <w:t>’</w:t>
      </w:r>
      <w:r w:rsidRPr="00223237">
        <w:t>ailleurs</w:t>
      </w:r>
      <w:r w:rsidR="00AB6DDF">
        <w:t xml:space="preserve">, </w:t>
      </w:r>
      <w:r w:rsidRPr="00223237">
        <w:t>à ce propos</w:t>
      </w:r>
      <w:r w:rsidR="00AB6DDF">
        <w:t xml:space="preserve">, </w:t>
      </w:r>
      <w:r w:rsidRPr="00223237">
        <w:t>je vais mettre mon br</w:t>
      </w:r>
      <w:r w:rsidRPr="00223237">
        <w:t>a</w:t>
      </w:r>
      <w:r w:rsidRPr="00223237">
        <w:t>celet-montre</w:t>
      </w:r>
      <w:r w:rsidR="00AB6DDF">
        <w:t xml:space="preserve">… </w:t>
      </w:r>
      <w:r w:rsidR="00AB6DDF">
        <w:rPr>
          <w:i/>
          <w:iCs/>
        </w:rPr>
        <w:t>(</w:t>
      </w:r>
      <w:r w:rsidRPr="00223237">
        <w:rPr>
          <w:i/>
          <w:iCs/>
        </w:rPr>
        <w:t>Il fait ce qu</w:t>
      </w:r>
      <w:r w:rsidR="00AB6DDF">
        <w:rPr>
          <w:i/>
          <w:iCs/>
        </w:rPr>
        <w:t>’</w:t>
      </w:r>
      <w:r w:rsidRPr="00223237">
        <w:rPr>
          <w:i/>
          <w:iCs/>
        </w:rPr>
        <w:t>il dit</w:t>
      </w:r>
      <w:r w:rsidR="00AB6DDF">
        <w:rPr>
          <w:i/>
          <w:iCs/>
        </w:rPr>
        <w:t xml:space="preserve">.)… </w:t>
      </w:r>
      <w:r w:rsidRPr="00223237">
        <w:t>car je ne tiens pas à me relever tout le temps</w:t>
      </w:r>
      <w:r w:rsidR="00AB6DDF">
        <w:t xml:space="preserve">. </w:t>
      </w:r>
      <w:r w:rsidRPr="00223237">
        <w:t>Non</w:t>
      </w:r>
      <w:r w:rsidR="00AB6DDF">
        <w:t xml:space="preserve">, </w:t>
      </w:r>
      <w:r w:rsidRPr="00223237">
        <w:t>ce qui est b</w:t>
      </w:r>
      <w:r w:rsidRPr="00223237">
        <w:t>ê</w:t>
      </w:r>
      <w:r w:rsidRPr="00223237">
        <w:t>te</w:t>
      </w:r>
      <w:r w:rsidR="00AB6DDF">
        <w:t xml:space="preserve">, </w:t>
      </w:r>
      <w:r w:rsidRPr="00223237">
        <w:t>c</w:t>
      </w:r>
      <w:r w:rsidR="00AB6DDF">
        <w:t>’</w:t>
      </w:r>
      <w:r w:rsidRPr="00223237">
        <w:t>est de rater une chose qui pouvait être charmante</w:t>
      </w:r>
      <w:r w:rsidR="00AB6DDF">
        <w:t xml:space="preserve">… </w:t>
      </w:r>
      <w:r w:rsidRPr="00223237">
        <w:t>une occasion que nous ne retro</w:t>
      </w:r>
      <w:r w:rsidRPr="00223237">
        <w:t>u</w:t>
      </w:r>
      <w:r w:rsidRPr="00223237">
        <w:t>verons peut-être jamais</w:t>
      </w:r>
      <w:r w:rsidR="00AB6DDF">
        <w:t xml:space="preserve"> !… </w:t>
      </w:r>
      <w:r w:rsidRPr="00223237">
        <w:t>Et le mari</w:t>
      </w:r>
      <w:r w:rsidR="00AB6DDF">
        <w:t xml:space="preserve">, </w:t>
      </w:r>
      <w:r w:rsidRPr="00223237">
        <w:t>lui</w:t>
      </w:r>
      <w:r w:rsidR="00AB6DDF">
        <w:t xml:space="preserve">, </w:t>
      </w:r>
      <w:r w:rsidRPr="00223237">
        <w:t>je le connais</w:t>
      </w:r>
      <w:r w:rsidR="00AB6DDF">
        <w:t xml:space="preserve">, </w:t>
      </w:r>
      <w:r w:rsidRPr="00223237">
        <w:t>le mari</w:t>
      </w:r>
      <w:r w:rsidR="00AB6DDF">
        <w:t xml:space="preserve">, </w:t>
      </w:r>
      <w:r w:rsidRPr="00223237">
        <w:t>il est sûrement parti à neuf heures moins vingt</w:t>
      </w:r>
      <w:r w:rsidR="00AB6DDF">
        <w:t xml:space="preserve"> !… </w:t>
      </w:r>
      <w:r w:rsidRPr="00223237">
        <w:t>J</w:t>
      </w:r>
      <w:r w:rsidR="00AB6DDF">
        <w:t>’</w:t>
      </w:r>
      <w:r w:rsidRPr="00223237">
        <w:t>ai presque envie de lui téléphoner</w:t>
      </w:r>
      <w:r w:rsidR="00AB6DDF">
        <w:t xml:space="preserve">, </w:t>
      </w:r>
      <w:r w:rsidRPr="00223237">
        <w:t>parce qu</w:t>
      </w:r>
      <w:r w:rsidR="00AB6DDF">
        <w:t>’</w:t>
      </w:r>
      <w:r w:rsidRPr="00223237">
        <w:t>elle est peut-être dans un fauteuil en train d</w:t>
      </w:r>
      <w:r w:rsidR="00AB6DDF">
        <w:t>’</w:t>
      </w:r>
      <w:r w:rsidRPr="00223237">
        <w:t>hésiter</w:t>
      </w:r>
      <w:r w:rsidR="00AB6DDF">
        <w:t xml:space="preserve">… </w:t>
      </w:r>
      <w:r w:rsidRPr="00223237">
        <w:t>et elle est capable d</w:t>
      </w:r>
      <w:r w:rsidR="00AB6DDF">
        <w:t>’</w:t>
      </w:r>
      <w:r w:rsidRPr="00223237">
        <w:t>hésiter comme ça pendant une heure</w:t>
      </w:r>
      <w:r w:rsidR="00AB6DDF">
        <w:t xml:space="preserve">… </w:t>
      </w:r>
      <w:r w:rsidRPr="00223237">
        <w:t>et puis</w:t>
      </w:r>
      <w:r w:rsidR="00AB6DDF">
        <w:t xml:space="preserve">, </w:t>
      </w:r>
      <w:r w:rsidRPr="00223237">
        <w:t>tout à coup</w:t>
      </w:r>
      <w:r w:rsidR="00AB6DDF">
        <w:t xml:space="preserve">, </w:t>
      </w:r>
      <w:r w:rsidRPr="00223237">
        <w:t>dans une heure</w:t>
      </w:r>
      <w:r w:rsidR="00AB6DDF">
        <w:t xml:space="preserve">, </w:t>
      </w:r>
      <w:r w:rsidRPr="00223237">
        <w:t>elle se décidera</w:t>
      </w:r>
      <w:r w:rsidR="00AB6DDF">
        <w:t xml:space="preserve">… </w:t>
      </w:r>
      <w:r w:rsidRPr="00223237">
        <w:t>et elle arrivera</w:t>
      </w:r>
      <w:r w:rsidR="00AB6DDF">
        <w:t xml:space="preserve">, </w:t>
      </w:r>
      <w:r w:rsidRPr="00223237">
        <w:t>souriante</w:t>
      </w:r>
      <w:r w:rsidR="00AB6DDF">
        <w:t xml:space="preserve">, </w:t>
      </w:r>
      <w:r w:rsidRPr="00223237">
        <w:t>sans même se rendre compte que nous ne pourrons plus rien faire</w:t>
      </w:r>
      <w:r w:rsidR="00AB6DDF">
        <w:t xml:space="preserve"> ! </w:t>
      </w:r>
      <w:r w:rsidRPr="00223237">
        <w:t>Et</w:t>
      </w:r>
      <w:r w:rsidR="00AB6DDF">
        <w:t xml:space="preserve">, </w:t>
      </w:r>
      <w:r w:rsidRPr="00223237">
        <w:t>d</w:t>
      </w:r>
      <w:r w:rsidR="00AB6DDF">
        <w:t>’</w:t>
      </w:r>
      <w:r w:rsidRPr="00223237">
        <w:t>un autre c</w:t>
      </w:r>
      <w:r w:rsidRPr="00223237">
        <w:t>ô</w:t>
      </w:r>
      <w:r w:rsidRPr="00223237">
        <w:t>té</w:t>
      </w:r>
      <w:r w:rsidR="00AB6DDF">
        <w:t xml:space="preserve">, </w:t>
      </w:r>
      <w:r w:rsidRPr="00223237">
        <w:t>si elle ne doit pas venir</w:t>
      </w:r>
      <w:r w:rsidR="00AB6DDF">
        <w:t xml:space="preserve">, </w:t>
      </w:r>
      <w:r w:rsidRPr="00223237">
        <w:t>j</w:t>
      </w:r>
      <w:r w:rsidR="00AB6DDF">
        <w:t>’</w:t>
      </w:r>
      <w:r w:rsidRPr="00223237">
        <w:t>aimerais autant le savoir</w:t>
      </w:r>
      <w:r w:rsidR="00AB6DDF">
        <w:t xml:space="preserve"> ! </w:t>
      </w:r>
      <w:r w:rsidRPr="00223237">
        <w:t>Je n</w:t>
      </w:r>
      <w:r w:rsidR="00AB6DDF">
        <w:t>’</w:t>
      </w:r>
      <w:r w:rsidRPr="00223237">
        <w:t>ai pas envie de passer toute ma soirée</w:t>
      </w:r>
      <w:r w:rsidR="00AB6DDF">
        <w:t xml:space="preserve">, </w:t>
      </w:r>
      <w:r w:rsidRPr="00223237">
        <w:t>comme ça</w:t>
      </w:r>
      <w:r w:rsidR="00AB6DDF">
        <w:t xml:space="preserve">, </w:t>
      </w:r>
      <w:r w:rsidRPr="00223237">
        <w:t>comme un idiot</w:t>
      </w:r>
      <w:r w:rsidR="00AB6DDF">
        <w:t xml:space="preserve">, </w:t>
      </w:r>
      <w:r w:rsidRPr="00223237">
        <w:t>dans l</w:t>
      </w:r>
      <w:r w:rsidR="00AB6DDF">
        <w:t>’</w:t>
      </w:r>
      <w:r w:rsidRPr="00223237">
        <w:t>obscurité</w:t>
      </w:r>
      <w:r w:rsidR="00AB6DDF">
        <w:t xml:space="preserve">… </w:t>
      </w:r>
      <w:r w:rsidRPr="00223237">
        <w:t>Non</w:t>
      </w:r>
      <w:r w:rsidR="00AB6DDF">
        <w:t xml:space="preserve">, </w:t>
      </w:r>
      <w:r w:rsidRPr="00223237">
        <w:t>c</w:t>
      </w:r>
      <w:r w:rsidR="00AB6DDF">
        <w:t>’</w:t>
      </w:r>
      <w:r w:rsidRPr="00223237">
        <w:t>est vrai</w:t>
      </w:r>
      <w:r w:rsidR="00AB6DDF">
        <w:t xml:space="preserve">… </w:t>
      </w:r>
      <w:r w:rsidRPr="00223237">
        <w:t>c</w:t>
      </w:r>
      <w:r w:rsidR="00AB6DDF">
        <w:t>’</w:t>
      </w:r>
      <w:r w:rsidRPr="00223237">
        <w:t>est charmant</w:t>
      </w:r>
      <w:r w:rsidR="00AB6DDF">
        <w:t xml:space="preserve">, </w:t>
      </w:r>
      <w:r w:rsidRPr="00223237">
        <w:t>les femmes et l</w:t>
      </w:r>
      <w:r w:rsidR="00AB6DDF">
        <w:t>’</w:t>
      </w:r>
      <w:r w:rsidRPr="00223237">
        <w:t>amour</w:t>
      </w:r>
      <w:r w:rsidR="00AB6DDF">
        <w:t xml:space="preserve">… </w:t>
      </w:r>
      <w:r w:rsidRPr="00223237">
        <w:t>mais enfin</w:t>
      </w:r>
      <w:r w:rsidR="00AB6DDF">
        <w:t xml:space="preserve">, </w:t>
      </w:r>
      <w:r w:rsidRPr="00223237">
        <w:t>il ne faut pas en être esclave à ce point-là</w:t>
      </w:r>
      <w:r w:rsidR="00AB6DDF">
        <w:t xml:space="preserve">. </w:t>
      </w:r>
      <w:r w:rsidRPr="00223237">
        <w:t>Il ne faut pas tout subordonner à ça</w:t>
      </w:r>
      <w:r w:rsidR="00AB6DDF">
        <w:t xml:space="preserve">. </w:t>
      </w:r>
      <w:r w:rsidRPr="00223237">
        <w:t>C</w:t>
      </w:r>
      <w:r w:rsidR="00AB6DDF">
        <w:t>’</w:t>
      </w:r>
      <w:r w:rsidRPr="00223237">
        <w:t>est bien simple</w:t>
      </w:r>
      <w:r w:rsidR="00AB6DDF">
        <w:t xml:space="preserve">, </w:t>
      </w:r>
      <w:r w:rsidRPr="00223237">
        <w:t>depuis cinq heures</w:t>
      </w:r>
      <w:r w:rsidR="00AB6DDF">
        <w:t xml:space="preserve">, </w:t>
      </w:r>
      <w:r w:rsidRPr="00223237">
        <w:t>ce soir</w:t>
      </w:r>
      <w:r w:rsidR="00AB6DDF">
        <w:t xml:space="preserve">, </w:t>
      </w:r>
      <w:r w:rsidRPr="00223237">
        <w:t>je n</w:t>
      </w:r>
      <w:r w:rsidR="00AB6DDF">
        <w:t>’</w:t>
      </w:r>
      <w:r w:rsidRPr="00223237">
        <w:t>ai pas pu m</w:t>
      </w:r>
      <w:r w:rsidR="00AB6DDF">
        <w:t>’</w:t>
      </w:r>
      <w:r w:rsidRPr="00223237">
        <w:t>occuper d</w:t>
      </w:r>
      <w:r w:rsidR="00AB6DDF">
        <w:t>’</w:t>
      </w:r>
      <w:r w:rsidRPr="00223237">
        <w:t>autre chose</w:t>
      </w:r>
      <w:r w:rsidR="00AB6DDF">
        <w:t xml:space="preserve">. </w:t>
      </w:r>
      <w:r w:rsidRPr="00223237">
        <w:t>J</w:t>
      </w:r>
      <w:r w:rsidR="00AB6DDF">
        <w:t>’</w:t>
      </w:r>
      <w:r w:rsidRPr="00223237">
        <w:t>avais un rendez-vous avec Chabrier</w:t>
      </w:r>
      <w:r w:rsidR="00AB6DDF">
        <w:t xml:space="preserve">, </w:t>
      </w:r>
      <w:r w:rsidRPr="00223237">
        <w:t>je n</w:t>
      </w:r>
      <w:r w:rsidR="00AB6DDF">
        <w:t>’</w:t>
      </w:r>
      <w:r w:rsidRPr="00223237">
        <w:t>y suis pas allé</w:t>
      </w:r>
      <w:r w:rsidR="00AB6DDF">
        <w:t xml:space="preserve">… </w:t>
      </w:r>
      <w:r w:rsidRPr="00223237">
        <w:t>J</w:t>
      </w:r>
      <w:r w:rsidR="00AB6DDF">
        <w:t>’</w:t>
      </w:r>
      <w:r w:rsidRPr="00223237">
        <w:t>ai acheté des fleurs</w:t>
      </w:r>
      <w:r w:rsidR="00AB6DDF">
        <w:t xml:space="preserve">… </w:t>
      </w:r>
      <w:r w:rsidRPr="00223237">
        <w:t>des draps de soie</w:t>
      </w:r>
      <w:r w:rsidR="00AB6DDF">
        <w:t xml:space="preserve">… </w:t>
      </w:r>
      <w:r w:rsidRPr="00223237">
        <w:lastRenderedPageBreak/>
        <w:t>je m</w:t>
      </w:r>
      <w:r w:rsidR="00AB6DDF">
        <w:t>’</w:t>
      </w:r>
      <w:r w:rsidRPr="00223237">
        <w:t>en suis foutu pour Dieu sait combien</w:t>
      </w:r>
      <w:r w:rsidR="00AB6DDF">
        <w:t xml:space="preserve">… </w:t>
      </w:r>
      <w:r w:rsidRPr="00223237">
        <w:t>J</w:t>
      </w:r>
      <w:r w:rsidR="00AB6DDF">
        <w:t>’</w:t>
      </w:r>
      <w:r w:rsidRPr="00223237">
        <w:t>ai à peine dîné pour ne pas être gonflé</w:t>
      </w:r>
      <w:r w:rsidR="00AB6DDF">
        <w:t xml:space="preserve">… </w:t>
      </w:r>
      <w:r w:rsidRPr="00223237">
        <w:t>Je me suis rasé en sortant de table</w:t>
      </w:r>
      <w:r w:rsidR="00AB6DDF">
        <w:t xml:space="preserve">, </w:t>
      </w:r>
      <w:r w:rsidRPr="00223237">
        <w:t>j</w:t>
      </w:r>
      <w:r w:rsidR="00AB6DDF">
        <w:t>’</w:t>
      </w:r>
      <w:r w:rsidRPr="00223237">
        <w:t>ai horreur de ça</w:t>
      </w:r>
      <w:r w:rsidR="00AB6DDF">
        <w:t xml:space="preserve">… </w:t>
      </w:r>
      <w:r w:rsidRPr="00223237">
        <w:t>ça me congestionne</w:t>
      </w:r>
      <w:r w:rsidR="00AB6DDF">
        <w:t xml:space="preserve">… </w:t>
      </w:r>
      <w:r w:rsidRPr="00223237">
        <w:t>sûrement</w:t>
      </w:r>
      <w:r w:rsidR="00AB6DDF">
        <w:t xml:space="preserve">, </w:t>
      </w:r>
      <w:r w:rsidRPr="00223237">
        <w:t>demain</w:t>
      </w:r>
      <w:r w:rsidR="00AB6DDF">
        <w:t xml:space="preserve">, </w:t>
      </w:r>
      <w:r w:rsidRPr="00223237">
        <w:t>j</w:t>
      </w:r>
      <w:r w:rsidR="00AB6DDF">
        <w:t>’</w:t>
      </w:r>
      <w:r w:rsidRPr="00223237">
        <w:t>aurai des petits boutons blancs</w:t>
      </w:r>
      <w:r w:rsidR="00AB6DDF">
        <w:t xml:space="preserve"> !… </w:t>
      </w:r>
      <w:r w:rsidRPr="00223237">
        <w:t>Non</w:t>
      </w:r>
      <w:r w:rsidR="00AB6DDF">
        <w:t xml:space="preserve">, </w:t>
      </w:r>
      <w:r w:rsidRPr="00223237">
        <w:t>vraiment elle aurait mieux fait de me dire</w:t>
      </w:r>
      <w:r w:rsidR="00AB6DDF">
        <w:t> : « </w:t>
      </w:r>
      <w:r w:rsidRPr="00223237">
        <w:t>Je ne peux pas venir</w:t>
      </w:r>
      <w:r w:rsidR="00AB6DDF">
        <w:t xml:space="preserve">, </w:t>
      </w:r>
      <w:r w:rsidRPr="00223237">
        <w:t>je ne peux pas venir</w:t>
      </w:r>
      <w:r w:rsidR="00AB6DDF">
        <w:t> ! »</w:t>
      </w:r>
      <w:r w:rsidRPr="00223237">
        <w:t xml:space="preserve"> Je n</w:t>
      </w:r>
      <w:r w:rsidR="00AB6DDF">
        <w:t>’</w:t>
      </w:r>
      <w:r w:rsidRPr="00223237">
        <w:t>en s</w:t>
      </w:r>
      <w:r w:rsidRPr="00223237">
        <w:t>e</w:t>
      </w:r>
      <w:r w:rsidRPr="00223237">
        <w:t>rais pas mort</w:t>
      </w:r>
      <w:r w:rsidR="00AB6DDF">
        <w:t xml:space="preserve">, </w:t>
      </w:r>
      <w:r w:rsidRPr="00223237">
        <w:t>quoi</w:t>
      </w:r>
      <w:r w:rsidR="00AB6DDF">
        <w:t xml:space="preserve"> ! </w:t>
      </w:r>
      <w:r w:rsidRPr="00223237">
        <w:t>C</w:t>
      </w:r>
      <w:r w:rsidR="00AB6DDF">
        <w:t>’</w:t>
      </w:r>
      <w:r w:rsidRPr="00223237">
        <w:t>est une femme délicieuse</w:t>
      </w:r>
      <w:r w:rsidR="00AB6DDF">
        <w:t xml:space="preserve">, </w:t>
      </w:r>
      <w:r w:rsidRPr="00223237">
        <w:t>c</w:t>
      </w:r>
      <w:r w:rsidR="00AB6DDF">
        <w:t>’</w:t>
      </w:r>
      <w:r w:rsidRPr="00223237">
        <w:t>est entendu</w:t>
      </w:r>
      <w:r w:rsidR="00AB6DDF">
        <w:t xml:space="preserve">… </w:t>
      </w:r>
      <w:r w:rsidRPr="00223237">
        <w:t>mais</w:t>
      </w:r>
      <w:r w:rsidR="00AB6DDF">
        <w:t xml:space="preserve">, </w:t>
      </w:r>
      <w:r w:rsidRPr="00223237">
        <w:t>moi aussi</w:t>
      </w:r>
      <w:r w:rsidR="00AB6DDF">
        <w:t xml:space="preserve">, </w:t>
      </w:r>
      <w:r w:rsidRPr="00223237">
        <w:t>je suis un homme délicieux</w:t>
      </w:r>
      <w:r w:rsidR="00AB6DDF">
        <w:t xml:space="preserve">… </w:t>
      </w:r>
      <w:r w:rsidRPr="00223237">
        <w:t>et je n</w:t>
      </w:r>
      <w:r w:rsidR="00AB6DDF">
        <w:t>’</w:t>
      </w:r>
      <w:r w:rsidRPr="00223237">
        <w:t>aime pas bea</w:t>
      </w:r>
      <w:r w:rsidRPr="00223237">
        <w:t>u</w:t>
      </w:r>
      <w:r w:rsidRPr="00223237">
        <w:t>coup qu</w:t>
      </w:r>
      <w:r w:rsidR="00AB6DDF">
        <w:t>’</w:t>
      </w:r>
      <w:r w:rsidRPr="00223237">
        <w:t>on me fasse poireauter comme ça</w:t>
      </w:r>
      <w:r w:rsidR="00AB6DDF">
        <w:t xml:space="preserve">. </w:t>
      </w:r>
      <w:r w:rsidR="00AB6DDF">
        <w:rPr>
          <w:i/>
          <w:iCs/>
        </w:rPr>
        <w:t>(</w:t>
      </w:r>
      <w:r w:rsidRPr="00223237">
        <w:rPr>
          <w:i/>
          <w:iCs/>
        </w:rPr>
        <w:t>S</w:t>
      </w:r>
      <w:r w:rsidR="00AB6DDF">
        <w:rPr>
          <w:i/>
          <w:iCs/>
        </w:rPr>
        <w:t>’</w:t>
      </w:r>
      <w:r w:rsidRPr="00223237">
        <w:rPr>
          <w:i/>
          <w:iCs/>
        </w:rPr>
        <w:t>apercevant que l</w:t>
      </w:r>
      <w:r w:rsidR="00AB6DDF">
        <w:rPr>
          <w:i/>
          <w:iCs/>
        </w:rPr>
        <w:t>’</w:t>
      </w:r>
      <w:r w:rsidRPr="00223237">
        <w:rPr>
          <w:i/>
          <w:iCs/>
        </w:rPr>
        <w:t>heure passe</w:t>
      </w:r>
      <w:r w:rsidR="00AB6DDF">
        <w:rPr>
          <w:i/>
          <w:iCs/>
        </w:rPr>
        <w:t xml:space="preserve">, </w:t>
      </w:r>
      <w:r w:rsidRPr="00223237">
        <w:rPr>
          <w:i/>
          <w:iCs/>
        </w:rPr>
        <w:t>passe</w:t>
      </w:r>
      <w:r w:rsidR="00AB6DDF">
        <w:rPr>
          <w:i/>
          <w:iCs/>
        </w:rPr>
        <w:t xml:space="preserve">…) </w:t>
      </w:r>
      <w:r w:rsidRPr="00223237">
        <w:t>Oh</w:t>
      </w:r>
      <w:r w:rsidR="00AB6DDF">
        <w:t xml:space="preserve"> ! </w:t>
      </w:r>
      <w:r w:rsidRPr="00223237">
        <w:t>R</w:t>
      </w:r>
      <w:r w:rsidRPr="00223237">
        <w:t>e</w:t>
      </w:r>
      <w:r w:rsidRPr="00223237">
        <w:t>gardez-moi ça</w:t>
      </w:r>
      <w:r w:rsidR="00AB6DDF">
        <w:t xml:space="preserve"> !… </w:t>
      </w:r>
      <w:r w:rsidRPr="00223237">
        <w:t>Ah</w:t>
      </w:r>
      <w:r w:rsidR="00AB6DDF">
        <w:t xml:space="preserve"> ! </w:t>
      </w:r>
      <w:r w:rsidRPr="00223237">
        <w:t>Non</w:t>
      </w:r>
      <w:r w:rsidR="00AB6DDF">
        <w:t xml:space="preserve">, </w:t>
      </w:r>
      <w:r w:rsidRPr="00223237">
        <w:t>non</w:t>
      </w:r>
      <w:r w:rsidR="00AB6DDF">
        <w:t xml:space="preserve">, </w:t>
      </w:r>
      <w:r w:rsidRPr="00223237">
        <w:t>non</w:t>
      </w:r>
      <w:r w:rsidR="00AB6DDF">
        <w:t xml:space="preserve">… </w:t>
      </w:r>
      <w:r w:rsidRPr="00223237">
        <w:t>Eh bien</w:t>
      </w:r>
      <w:r w:rsidR="00AB6DDF">
        <w:t xml:space="preserve"> ! </w:t>
      </w:r>
      <w:r w:rsidRPr="00223237">
        <w:t>dans ces conditions-là</w:t>
      </w:r>
      <w:r w:rsidR="00AB6DDF">
        <w:t xml:space="preserve">, </w:t>
      </w:r>
      <w:r w:rsidRPr="00223237">
        <w:t>j</w:t>
      </w:r>
      <w:r w:rsidR="00AB6DDF">
        <w:t>’</w:t>
      </w:r>
      <w:r w:rsidRPr="00223237">
        <w:t>aime autant qu</w:t>
      </w:r>
      <w:r w:rsidR="00AB6DDF">
        <w:t>’</w:t>
      </w:r>
      <w:r w:rsidRPr="00223237">
        <w:t>elle ne vienne plus</w:t>
      </w:r>
      <w:r w:rsidR="00AB6DDF">
        <w:t xml:space="preserve"> ! </w:t>
      </w:r>
      <w:r w:rsidRPr="00223237">
        <w:t>Zut de zut</w:t>
      </w:r>
      <w:r w:rsidR="00AB6DDF">
        <w:t xml:space="preserve">, </w:t>
      </w:r>
      <w:r w:rsidRPr="00223237">
        <w:t>j</w:t>
      </w:r>
      <w:r w:rsidR="00AB6DDF">
        <w:t>’</w:t>
      </w:r>
      <w:r w:rsidRPr="00223237">
        <w:t>en ai assez</w:t>
      </w:r>
      <w:r w:rsidR="00AB6DDF">
        <w:t xml:space="preserve">, </w:t>
      </w:r>
      <w:r w:rsidRPr="00223237">
        <w:t>moi</w:t>
      </w:r>
      <w:r w:rsidR="00AB6DDF">
        <w:t xml:space="preserve">, </w:t>
      </w:r>
      <w:r w:rsidRPr="00223237">
        <w:t>à la fin</w:t>
      </w:r>
      <w:r w:rsidR="00AB6DDF">
        <w:t xml:space="preserve"> !… </w:t>
      </w:r>
      <w:r w:rsidRPr="00223237">
        <w:t>Je ne pla</w:t>
      </w:r>
      <w:r w:rsidRPr="00223237">
        <w:t>i</w:t>
      </w:r>
      <w:r w:rsidRPr="00223237">
        <w:t>sante pas</w:t>
      </w:r>
      <w:r w:rsidR="00AB6DDF">
        <w:t xml:space="preserve">. </w:t>
      </w:r>
      <w:r w:rsidRPr="00223237">
        <w:t>Je ne suis vraiment plus en état</w:t>
      </w:r>
      <w:r w:rsidR="00AB6DDF">
        <w:t xml:space="preserve">, </w:t>
      </w:r>
      <w:r w:rsidRPr="00223237">
        <w:t>à présent</w:t>
      </w:r>
      <w:r w:rsidR="00AB6DDF">
        <w:t xml:space="preserve">, </w:t>
      </w:r>
      <w:r w:rsidRPr="00223237">
        <w:t>de supporter des minauderies</w:t>
      </w:r>
      <w:r w:rsidR="00AB6DDF">
        <w:t xml:space="preserve">, </w:t>
      </w:r>
      <w:r w:rsidRPr="00223237">
        <w:t>des</w:t>
      </w:r>
      <w:r w:rsidR="00AB6DDF">
        <w:t> : « </w:t>
      </w:r>
      <w:r w:rsidRPr="00223237">
        <w:t>Oh</w:t>
      </w:r>
      <w:r w:rsidR="00AB6DDF">
        <w:t xml:space="preserve"> ! </w:t>
      </w:r>
      <w:r w:rsidRPr="00223237">
        <w:t>Pardon</w:t>
      </w:r>
      <w:r w:rsidR="00AB6DDF">
        <w:t xml:space="preserve">, </w:t>
      </w:r>
      <w:r w:rsidRPr="00223237">
        <w:t>je suis en r</w:t>
      </w:r>
      <w:r w:rsidRPr="00223237">
        <w:t>e</w:t>
      </w:r>
      <w:r w:rsidRPr="00223237">
        <w:t>tard</w:t>
      </w:r>
      <w:r w:rsidR="00AB6DDF">
        <w:t>… »</w:t>
      </w:r>
      <w:r w:rsidRPr="00223237">
        <w:t xml:space="preserve"> des</w:t>
      </w:r>
      <w:r w:rsidR="00AB6DDF">
        <w:t xml:space="preserve">… </w:t>
      </w:r>
      <w:r w:rsidR="00AB6DDF">
        <w:rPr>
          <w:i/>
          <w:iCs/>
        </w:rPr>
        <w:t>(</w:t>
      </w:r>
      <w:r w:rsidRPr="00223237">
        <w:rPr>
          <w:i/>
          <w:iCs/>
        </w:rPr>
        <w:t>On entend</w:t>
      </w:r>
      <w:r w:rsidR="00AB6DDF">
        <w:rPr>
          <w:i/>
          <w:iCs/>
        </w:rPr>
        <w:t xml:space="preserve">, </w:t>
      </w:r>
      <w:r w:rsidRPr="00223237">
        <w:rPr>
          <w:i/>
          <w:iCs/>
        </w:rPr>
        <w:t>venant de la rue</w:t>
      </w:r>
      <w:r w:rsidR="00AB6DDF">
        <w:rPr>
          <w:i/>
          <w:iCs/>
        </w:rPr>
        <w:t xml:space="preserve">, </w:t>
      </w:r>
      <w:r w:rsidRPr="00223237">
        <w:rPr>
          <w:i/>
          <w:iCs/>
        </w:rPr>
        <w:t>le bruit d</w:t>
      </w:r>
      <w:r w:rsidR="00AB6DDF">
        <w:rPr>
          <w:i/>
          <w:iCs/>
        </w:rPr>
        <w:t>’</w:t>
      </w:r>
      <w:r w:rsidRPr="00223237">
        <w:rPr>
          <w:i/>
          <w:iCs/>
        </w:rPr>
        <w:t>une vo</w:t>
      </w:r>
      <w:r w:rsidRPr="00223237">
        <w:rPr>
          <w:i/>
          <w:iCs/>
        </w:rPr>
        <w:t>i</w:t>
      </w:r>
      <w:r w:rsidRPr="00223237">
        <w:rPr>
          <w:i/>
          <w:iCs/>
        </w:rPr>
        <w:t>ture</w:t>
      </w:r>
      <w:r w:rsidR="00AB6DDF">
        <w:rPr>
          <w:i/>
          <w:iCs/>
        </w:rPr>
        <w:t xml:space="preserve">.) </w:t>
      </w:r>
      <w:r w:rsidRPr="00223237">
        <w:t>La voilà</w:t>
      </w:r>
      <w:r w:rsidR="00AB6DDF">
        <w:t xml:space="preserve"> ! </w:t>
      </w:r>
      <w:r w:rsidR="00AB6DDF">
        <w:rPr>
          <w:i/>
          <w:iCs/>
        </w:rPr>
        <w:t>(</w:t>
      </w:r>
      <w:r w:rsidRPr="00223237">
        <w:rPr>
          <w:i/>
          <w:iCs/>
        </w:rPr>
        <w:t>Il a bondi à la fenêtre</w:t>
      </w:r>
      <w:r w:rsidR="00AB6DDF">
        <w:rPr>
          <w:i/>
          <w:iCs/>
        </w:rPr>
        <w:t xml:space="preserve">, </w:t>
      </w:r>
      <w:r w:rsidRPr="00223237">
        <w:rPr>
          <w:i/>
          <w:iCs/>
        </w:rPr>
        <w:t>joyeux</w:t>
      </w:r>
      <w:r w:rsidR="00AB6DDF">
        <w:rPr>
          <w:i/>
          <w:iCs/>
        </w:rPr>
        <w:t xml:space="preserve">.) </w:t>
      </w:r>
      <w:r w:rsidRPr="00223237">
        <w:t>C</w:t>
      </w:r>
      <w:r w:rsidR="00AB6DDF">
        <w:t>’</w:t>
      </w:r>
      <w:r w:rsidRPr="00223237">
        <w:t>est elle</w:t>
      </w:r>
      <w:r w:rsidR="00AB6DDF">
        <w:t xml:space="preserve">, </w:t>
      </w:r>
      <w:r w:rsidRPr="00223237">
        <w:t>c</w:t>
      </w:r>
      <w:r w:rsidR="00AB6DDF">
        <w:t>’</w:t>
      </w:r>
      <w:r w:rsidRPr="00223237">
        <w:t>est elle</w:t>
      </w:r>
      <w:r w:rsidR="00AB6DDF">
        <w:t xml:space="preserve">… </w:t>
      </w:r>
      <w:r w:rsidRPr="00223237">
        <w:t>oh</w:t>
      </w:r>
      <w:r w:rsidR="00AB6DDF">
        <w:t xml:space="preserve"> ! </w:t>
      </w:r>
      <w:r w:rsidRPr="00223237">
        <w:t>Sûrement</w:t>
      </w:r>
      <w:r w:rsidR="00AB6DDF">
        <w:t xml:space="preserve">, </w:t>
      </w:r>
      <w:r w:rsidRPr="00223237">
        <w:t>c</w:t>
      </w:r>
      <w:r w:rsidR="00AB6DDF">
        <w:t>’</w:t>
      </w:r>
      <w:r w:rsidRPr="00223237">
        <w:t>est elle</w:t>
      </w:r>
      <w:r w:rsidR="00AB6DDF">
        <w:t xml:space="preserve">… </w:t>
      </w:r>
      <w:r w:rsidRPr="00223237">
        <w:t>J</w:t>
      </w:r>
      <w:r w:rsidR="00AB6DDF">
        <w:t>’</w:t>
      </w:r>
      <w:r w:rsidRPr="00223237">
        <w:t>étais bien certain qu</w:t>
      </w:r>
      <w:r w:rsidR="00AB6DDF">
        <w:t>’</w:t>
      </w:r>
      <w:r w:rsidRPr="00223237">
        <w:t>elle vie</w:t>
      </w:r>
      <w:r w:rsidRPr="00223237">
        <w:t>n</w:t>
      </w:r>
      <w:r w:rsidRPr="00223237">
        <w:t>drait</w:t>
      </w:r>
      <w:r w:rsidR="00AB6DDF">
        <w:t xml:space="preserve"> !… </w:t>
      </w:r>
      <w:r w:rsidRPr="00223237">
        <w:t>Chérie</w:t>
      </w:r>
      <w:r w:rsidR="00AB6DDF">
        <w:t xml:space="preserve">, </w:t>
      </w:r>
      <w:r w:rsidRPr="00223237">
        <w:t>va</w:t>
      </w:r>
      <w:r w:rsidR="00AB6DDF">
        <w:t xml:space="preserve"> !… </w:t>
      </w:r>
      <w:r w:rsidRPr="00223237">
        <w:t>Elle vient de tourner autour de Shake</w:t>
      </w:r>
      <w:r w:rsidRPr="00223237">
        <w:t>s</w:t>
      </w:r>
      <w:r w:rsidRPr="00223237">
        <w:t>peare</w:t>
      </w:r>
      <w:r w:rsidR="00AB6DDF">
        <w:t xml:space="preserve">… </w:t>
      </w:r>
      <w:r w:rsidRPr="00223237">
        <w:t>Elle monte l</w:t>
      </w:r>
      <w:r w:rsidR="00AB6DDF">
        <w:t>’</w:t>
      </w:r>
      <w:r w:rsidRPr="00223237">
        <w:t>avenue de Messine</w:t>
      </w:r>
      <w:r w:rsidR="00AB6DDF">
        <w:t xml:space="preserve">… </w:t>
      </w:r>
      <w:r w:rsidRPr="00223237">
        <w:t>le chauffeur met en seconde</w:t>
      </w:r>
      <w:r w:rsidR="00AB6DDF">
        <w:t xml:space="preserve">, </w:t>
      </w:r>
      <w:r w:rsidRPr="00223237">
        <w:t>comme l</w:t>
      </w:r>
      <w:r w:rsidR="00AB6DDF">
        <w:t>’</w:t>
      </w:r>
      <w:r w:rsidRPr="00223237">
        <w:t>autre</w:t>
      </w:r>
      <w:r w:rsidR="00AB6DDF">
        <w:t xml:space="preserve">… </w:t>
      </w:r>
      <w:r w:rsidRPr="00223237">
        <w:t>comme l</w:t>
      </w:r>
      <w:r w:rsidR="00AB6DDF">
        <w:t>’</w:t>
      </w:r>
      <w:r w:rsidRPr="00223237">
        <w:t>autre</w:t>
      </w:r>
      <w:r w:rsidR="00AB6DDF">
        <w:t xml:space="preserve">, </w:t>
      </w:r>
      <w:r w:rsidRPr="00223237">
        <w:t>il ne distingue pas les numéros</w:t>
      </w:r>
      <w:r w:rsidR="00AB6DDF">
        <w:t xml:space="preserve">… </w:t>
      </w:r>
      <w:r w:rsidRPr="00223237">
        <w:t>Ah</w:t>
      </w:r>
      <w:r w:rsidR="00AB6DDF">
        <w:t xml:space="preserve"> ! </w:t>
      </w:r>
      <w:r w:rsidRPr="00223237">
        <w:t>L</w:t>
      </w:r>
      <w:r w:rsidR="00AB6DDF">
        <w:t>’</w:t>
      </w:r>
      <w:r w:rsidRPr="00223237">
        <w:t>imbécile</w:t>
      </w:r>
      <w:r w:rsidR="00AB6DDF">
        <w:t xml:space="preserve">, </w:t>
      </w:r>
      <w:r w:rsidRPr="00223237">
        <w:t>il s</w:t>
      </w:r>
      <w:r w:rsidR="00AB6DDF">
        <w:t>’</w:t>
      </w:r>
      <w:r w:rsidRPr="00223237">
        <w:t>arrête devant le 23</w:t>
      </w:r>
      <w:r w:rsidR="00AB6DDF">
        <w:t xml:space="preserve"> !… </w:t>
      </w:r>
      <w:r w:rsidRPr="00223237">
        <w:t>Elle va descendre là tout de même</w:t>
      </w:r>
      <w:r w:rsidR="00AB6DDF">
        <w:t xml:space="preserve">. </w:t>
      </w:r>
      <w:r w:rsidRPr="00223237">
        <w:t>Elle ouvre la portière</w:t>
      </w:r>
      <w:r w:rsidR="00AB6DDF">
        <w:t xml:space="preserve">. </w:t>
      </w:r>
      <w:r w:rsidRPr="00223237">
        <w:t>Je vois d</w:t>
      </w:r>
      <w:r w:rsidRPr="00223237">
        <w:t>é</w:t>
      </w:r>
      <w:r w:rsidRPr="00223237">
        <w:t>jà le bas de sa jupe</w:t>
      </w:r>
      <w:r w:rsidR="00AB6DDF">
        <w:t xml:space="preserve">… </w:t>
      </w:r>
      <w:r w:rsidRPr="00223237">
        <w:t>Oh</w:t>
      </w:r>
      <w:r w:rsidR="00AB6DDF">
        <w:t xml:space="preserve"> ! </w:t>
      </w:r>
      <w:r w:rsidRPr="00223237">
        <w:t>Merde</w:t>
      </w:r>
      <w:r w:rsidR="00AB6DDF">
        <w:t xml:space="preserve">, </w:t>
      </w:r>
      <w:r w:rsidRPr="00223237">
        <w:t>c</w:t>
      </w:r>
      <w:r w:rsidR="00AB6DDF">
        <w:t>’</w:t>
      </w:r>
      <w:r w:rsidRPr="00223237">
        <w:t>est un curé</w:t>
      </w:r>
      <w:r w:rsidR="00AB6DDF">
        <w:t xml:space="preserve"> !… </w:t>
      </w:r>
      <w:r w:rsidRPr="00223237">
        <w:t>Qu</w:t>
      </w:r>
      <w:r w:rsidR="00AB6DDF">
        <w:t>’</w:t>
      </w:r>
      <w:r w:rsidRPr="00223237">
        <w:t>est-ce qu</w:t>
      </w:r>
      <w:r w:rsidR="00AB6DDF">
        <w:t>’</w:t>
      </w:r>
      <w:r w:rsidRPr="00223237">
        <w:t>il vient foutre avenue de Messine</w:t>
      </w:r>
      <w:r w:rsidR="00AB6DDF">
        <w:t xml:space="preserve">, </w:t>
      </w:r>
      <w:r w:rsidRPr="00223237">
        <w:t>celui-là</w:t>
      </w:r>
      <w:r w:rsidR="00AB6DDF">
        <w:t xml:space="preserve"> !… </w:t>
      </w:r>
      <w:r w:rsidRPr="00223237">
        <w:t>Est-ce que je vais rue des Saints-Pères</w:t>
      </w:r>
      <w:r w:rsidR="00AB6DDF">
        <w:t xml:space="preserve">, </w:t>
      </w:r>
      <w:r w:rsidRPr="00223237">
        <w:t>moi</w:t>
      </w:r>
      <w:r w:rsidR="00AB6DDF">
        <w:t xml:space="preserve"> !… </w:t>
      </w:r>
      <w:r w:rsidR="00AB6DDF">
        <w:rPr>
          <w:i/>
          <w:iCs/>
        </w:rPr>
        <w:t>(</w:t>
      </w:r>
      <w:r w:rsidRPr="00223237">
        <w:rPr>
          <w:i/>
          <w:iCs/>
        </w:rPr>
        <w:t>Il est dans un état de rage inde</w:t>
      </w:r>
      <w:r w:rsidRPr="00223237">
        <w:rPr>
          <w:i/>
          <w:iCs/>
        </w:rPr>
        <w:t>s</w:t>
      </w:r>
      <w:r w:rsidRPr="00223237">
        <w:rPr>
          <w:i/>
          <w:iCs/>
        </w:rPr>
        <w:t>criptible</w:t>
      </w:r>
      <w:r w:rsidR="00AB6DDF">
        <w:rPr>
          <w:i/>
          <w:iCs/>
        </w:rPr>
        <w:t xml:space="preserve">) </w:t>
      </w:r>
      <w:r w:rsidRPr="00223237">
        <w:t>Ah</w:t>
      </w:r>
      <w:r w:rsidR="00AB6DDF">
        <w:t xml:space="preserve"> ! </w:t>
      </w:r>
      <w:r w:rsidRPr="00223237">
        <w:t>Tant pis</w:t>
      </w:r>
      <w:r w:rsidR="00AB6DDF">
        <w:t xml:space="preserve">, </w:t>
      </w:r>
      <w:r w:rsidRPr="00223237">
        <w:t>je vais lui téléphoner</w:t>
      </w:r>
      <w:r w:rsidR="00AB6DDF">
        <w:t xml:space="preserve">. </w:t>
      </w:r>
      <w:r w:rsidRPr="00223237">
        <w:t>Je n</w:t>
      </w:r>
      <w:r w:rsidR="00AB6DDF">
        <w:t>’</w:t>
      </w:r>
      <w:r w:rsidRPr="00223237">
        <w:t>en peux plus</w:t>
      </w:r>
      <w:r w:rsidR="00AB6DDF">
        <w:t xml:space="preserve"> ! </w:t>
      </w:r>
      <w:r w:rsidR="00AB6DDF">
        <w:rPr>
          <w:i/>
          <w:iCs/>
        </w:rPr>
        <w:t>(</w:t>
      </w:r>
      <w:r w:rsidRPr="00223237">
        <w:rPr>
          <w:i/>
          <w:iCs/>
        </w:rPr>
        <w:t>Il s</w:t>
      </w:r>
      <w:r w:rsidR="00AB6DDF">
        <w:rPr>
          <w:i/>
          <w:iCs/>
        </w:rPr>
        <w:t>’</w:t>
      </w:r>
      <w:r w:rsidRPr="00223237">
        <w:rPr>
          <w:i/>
          <w:iCs/>
        </w:rPr>
        <w:t>assied</w:t>
      </w:r>
      <w:r w:rsidR="00AB6DDF">
        <w:rPr>
          <w:i/>
          <w:iCs/>
        </w:rPr>
        <w:t xml:space="preserve">, </w:t>
      </w:r>
      <w:r w:rsidRPr="00223237">
        <w:rPr>
          <w:i/>
          <w:iCs/>
        </w:rPr>
        <w:t>décroche</w:t>
      </w:r>
      <w:r w:rsidR="00AB6DDF">
        <w:rPr>
          <w:i/>
          <w:iCs/>
        </w:rPr>
        <w:t xml:space="preserve">, </w:t>
      </w:r>
      <w:r w:rsidRPr="00223237">
        <w:rPr>
          <w:i/>
          <w:iCs/>
        </w:rPr>
        <w:t>ou plutôt arrache le récepteur</w:t>
      </w:r>
      <w:r w:rsidR="00AB6DDF">
        <w:rPr>
          <w:i/>
          <w:iCs/>
        </w:rPr>
        <w:t xml:space="preserve">, </w:t>
      </w:r>
      <w:r w:rsidRPr="00223237">
        <w:rPr>
          <w:i/>
          <w:iCs/>
        </w:rPr>
        <w:t>et</w:t>
      </w:r>
      <w:r w:rsidR="00AB6DDF">
        <w:rPr>
          <w:i/>
          <w:iCs/>
        </w:rPr>
        <w:t xml:space="preserve">, </w:t>
      </w:r>
      <w:r w:rsidRPr="00223237">
        <w:rPr>
          <w:i/>
          <w:iCs/>
        </w:rPr>
        <w:t>prenant ses désirs pour des réalités</w:t>
      </w:r>
      <w:r w:rsidR="00AB6DDF">
        <w:rPr>
          <w:i/>
          <w:iCs/>
        </w:rPr>
        <w:t xml:space="preserve">, </w:t>
      </w:r>
      <w:r w:rsidRPr="00223237">
        <w:rPr>
          <w:i/>
          <w:iCs/>
        </w:rPr>
        <w:t>il dit</w:t>
      </w:r>
      <w:r w:rsidR="00AB6DDF">
        <w:rPr>
          <w:i/>
          <w:iCs/>
        </w:rPr>
        <w:t xml:space="preserve">, </w:t>
      </w:r>
      <w:r w:rsidRPr="00223237">
        <w:rPr>
          <w:i/>
          <w:iCs/>
        </w:rPr>
        <w:t>gravement</w:t>
      </w:r>
      <w:r w:rsidR="00AB6DDF">
        <w:rPr>
          <w:i/>
          <w:iCs/>
        </w:rPr>
        <w:t xml:space="preserve"> :) </w:t>
      </w:r>
      <w:r w:rsidRPr="00223237">
        <w:t>Allô</w:t>
      </w:r>
      <w:r w:rsidR="00AB6DDF">
        <w:t xml:space="preserve">, </w:t>
      </w:r>
      <w:r w:rsidRPr="00223237">
        <w:t>c</w:t>
      </w:r>
      <w:r w:rsidR="00AB6DDF">
        <w:t>’</w:t>
      </w:r>
      <w:r w:rsidRPr="00223237">
        <w:t>est vous</w:t>
      </w:r>
      <w:r w:rsidR="00AB6DDF">
        <w:t xml:space="preserve">, </w:t>
      </w:r>
      <w:r w:rsidRPr="00223237">
        <w:t>chérie</w:t>
      </w:r>
      <w:r w:rsidR="00AB6DDF">
        <w:t xml:space="preserve"> ? </w:t>
      </w:r>
      <w:r w:rsidR="00AB6DDF">
        <w:rPr>
          <w:i/>
          <w:iCs/>
        </w:rPr>
        <w:t>(</w:t>
      </w:r>
      <w:r w:rsidRPr="00223237">
        <w:rPr>
          <w:i/>
          <w:iCs/>
        </w:rPr>
        <w:t>Puis</w:t>
      </w:r>
      <w:r w:rsidR="00AB6DDF">
        <w:rPr>
          <w:i/>
          <w:iCs/>
        </w:rPr>
        <w:t xml:space="preserve">, </w:t>
      </w:r>
      <w:r w:rsidRPr="00223237">
        <w:rPr>
          <w:i/>
          <w:iCs/>
        </w:rPr>
        <w:t>souriant lui-même de son excessive nervosité</w:t>
      </w:r>
      <w:r w:rsidR="00AB6DDF">
        <w:rPr>
          <w:i/>
          <w:iCs/>
        </w:rPr>
        <w:t xml:space="preserve">, </w:t>
      </w:r>
      <w:r w:rsidRPr="00223237">
        <w:rPr>
          <w:i/>
          <w:iCs/>
        </w:rPr>
        <w:t>il ajoute</w:t>
      </w:r>
      <w:r w:rsidR="00AB6DDF">
        <w:rPr>
          <w:i/>
          <w:iCs/>
        </w:rPr>
        <w:t xml:space="preserve"> :) </w:t>
      </w:r>
      <w:r w:rsidRPr="00223237">
        <w:t>Ce serait trop beau</w:t>
      </w:r>
      <w:r w:rsidR="00AB6DDF">
        <w:t xml:space="preserve">, </w:t>
      </w:r>
      <w:r w:rsidRPr="00223237">
        <w:t>ça</w:t>
      </w:r>
      <w:r w:rsidR="00AB6DDF">
        <w:t xml:space="preserve"> ! </w:t>
      </w:r>
      <w:r w:rsidRPr="00223237">
        <w:t>C</w:t>
      </w:r>
      <w:r w:rsidR="00AB6DDF">
        <w:t>’</w:t>
      </w:r>
      <w:r w:rsidRPr="00223237">
        <w:t>est pour plus tard</w:t>
      </w:r>
      <w:r w:rsidR="00AB6DDF">
        <w:t xml:space="preserve">. </w:t>
      </w:r>
      <w:r w:rsidR="00AB6DDF">
        <w:rPr>
          <w:i/>
          <w:iCs/>
        </w:rPr>
        <w:t>(</w:t>
      </w:r>
      <w:r w:rsidRPr="00223237">
        <w:rPr>
          <w:i/>
          <w:iCs/>
        </w:rPr>
        <w:t>Cherchant à se souvenir du numéro</w:t>
      </w:r>
      <w:r w:rsidR="00AB6DDF">
        <w:rPr>
          <w:i/>
          <w:iCs/>
        </w:rPr>
        <w:t xml:space="preserve"> :) </w:t>
      </w:r>
      <w:r w:rsidRPr="00223237">
        <w:t>Passy</w:t>
      </w:r>
      <w:r w:rsidR="00AB6DDF">
        <w:t xml:space="preserve">… </w:t>
      </w:r>
      <w:r w:rsidRPr="00223237">
        <w:t>Passy</w:t>
      </w:r>
      <w:r w:rsidR="00AB6DDF">
        <w:t xml:space="preserve">… </w:t>
      </w:r>
      <w:r w:rsidRPr="00223237">
        <w:t>Oh</w:t>
      </w:r>
      <w:r w:rsidR="00AB6DDF">
        <w:t xml:space="preserve"> ! </w:t>
      </w:r>
      <w:r w:rsidRPr="00223237">
        <w:t>Que c</w:t>
      </w:r>
      <w:r w:rsidR="00AB6DDF">
        <w:t>’</w:t>
      </w:r>
      <w:r w:rsidRPr="00223237">
        <w:t>est bête</w:t>
      </w:r>
      <w:r w:rsidR="00AB6DDF">
        <w:t xml:space="preserve">… </w:t>
      </w:r>
      <w:r w:rsidRPr="00223237">
        <w:t>je sais que ça finit par</w:t>
      </w:r>
      <w:r w:rsidR="00AB6DDF">
        <w:t xml:space="preserve"> : </w:t>
      </w:r>
      <w:r w:rsidRPr="00223237">
        <w:t>02</w:t>
      </w:r>
      <w:r w:rsidR="00AB6DDF">
        <w:t>… (</w:t>
      </w:r>
      <w:r w:rsidRPr="00223237">
        <w:rPr>
          <w:i/>
        </w:rPr>
        <w:t>Il</w:t>
      </w:r>
      <w:r w:rsidRPr="00223237">
        <w:t xml:space="preserve"> </w:t>
      </w:r>
      <w:r w:rsidRPr="00223237">
        <w:rPr>
          <w:i/>
          <w:iCs/>
        </w:rPr>
        <w:t>consulte dans un méme</w:t>
      </w:r>
      <w:r w:rsidRPr="00223237">
        <w:rPr>
          <w:i/>
          <w:iCs/>
        </w:rPr>
        <w:t>n</w:t>
      </w:r>
      <w:r w:rsidRPr="00223237">
        <w:rPr>
          <w:i/>
          <w:iCs/>
        </w:rPr>
        <w:t>to sa liste personnelle de numéros</w:t>
      </w:r>
      <w:r w:rsidR="00AB6DDF">
        <w:rPr>
          <w:i/>
          <w:iCs/>
        </w:rPr>
        <w:t xml:space="preserve">.) </w:t>
      </w:r>
      <w:r w:rsidRPr="00223237">
        <w:t>Ah</w:t>
      </w:r>
      <w:r w:rsidR="00AB6DDF">
        <w:t xml:space="preserve"> ! </w:t>
      </w:r>
      <w:r w:rsidRPr="00223237">
        <w:t>Non</w:t>
      </w:r>
      <w:r w:rsidR="00AB6DDF">
        <w:t xml:space="preserve">, </w:t>
      </w:r>
      <w:r w:rsidRPr="00223237">
        <w:t xml:space="preserve">pas </w:t>
      </w:r>
      <w:r w:rsidRPr="00223237">
        <w:lastRenderedPageBreak/>
        <w:t>tout à fait</w:t>
      </w:r>
      <w:r w:rsidR="00AB6DDF">
        <w:t xml:space="preserve"> : </w:t>
      </w:r>
      <w:r w:rsidRPr="00223237">
        <w:t>Passy 14-33</w:t>
      </w:r>
      <w:r w:rsidR="00AB6DDF">
        <w:t xml:space="preserve"> </w:t>
      </w:r>
      <w:r w:rsidR="00AB6DDF">
        <w:rPr>
          <w:i/>
          <w:iCs/>
        </w:rPr>
        <w:t>(</w:t>
      </w:r>
      <w:r w:rsidRPr="00223237">
        <w:rPr>
          <w:i/>
          <w:iCs/>
        </w:rPr>
        <w:t>Au moment de composer ce num</w:t>
      </w:r>
      <w:r w:rsidRPr="00223237">
        <w:rPr>
          <w:i/>
          <w:iCs/>
        </w:rPr>
        <w:t>é</w:t>
      </w:r>
      <w:r w:rsidRPr="00223237">
        <w:rPr>
          <w:i/>
          <w:iCs/>
        </w:rPr>
        <w:t>ro sur le cadran</w:t>
      </w:r>
      <w:r w:rsidR="00AB6DDF">
        <w:rPr>
          <w:i/>
          <w:iCs/>
        </w:rPr>
        <w:t xml:space="preserve">, </w:t>
      </w:r>
      <w:r w:rsidRPr="00223237">
        <w:rPr>
          <w:i/>
          <w:iCs/>
        </w:rPr>
        <w:t>il se ravise et fait le 13</w:t>
      </w:r>
      <w:r w:rsidR="00AB6DDF">
        <w:rPr>
          <w:i/>
          <w:iCs/>
        </w:rPr>
        <w:t xml:space="preserve">.) </w:t>
      </w:r>
      <w:r w:rsidRPr="00223237">
        <w:t>Je préfère le dema</w:t>
      </w:r>
      <w:r w:rsidRPr="00223237">
        <w:t>n</w:t>
      </w:r>
      <w:r w:rsidRPr="00223237">
        <w:t>der par les réclam</w:t>
      </w:r>
      <w:r w:rsidRPr="00223237">
        <w:t>a</w:t>
      </w:r>
      <w:r w:rsidRPr="00223237">
        <w:t>tions</w:t>
      </w:r>
      <w:r w:rsidR="00AB6DDF">
        <w:t xml:space="preserve">, </w:t>
      </w:r>
      <w:r w:rsidRPr="00223237">
        <w:t>ça ira plus vite</w:t>
      </w:r>
      <w:r w:rsidR="00AB6DDF">
        <w:t xml:space="preserve">. </w:t>
      </w:r>
      <w:r w:rsidRPr="00223237">
        <w:t>Allô</w:t>
      </w:r>
      <w:r w:rsidR="00AB6DDF">
        <w:t xml:space="preserve"> ?… </w:t>
      </w:r>
      <w:r w:rsidRPr="00223237">
        <w:t>Allô</w:t>
      </w:r>
      <w:r w:rsidR="00AB6DDF">
        <w:t xml:space="preserve"> ?… </w:t>
      </w:r>
      <w:r w:rsidRPr="00223237">
        <w:t>Qu</w:t>
      </w:r>
      <w:r w:rsidR="00AB6DDF">
        <w:t>’</w:t>
      </w:r>
      <w:r w:rsidRPr="00223237">
        <w:t>est-ce qu</w:t>
      </w:r>
      <w:r w:rsidR="00AB6DDF">
        <w:t>’</w:t>
      </w:r>
      <w:r w:rsidRPr="00223237">
        <w:t>elles peuvent faire celles-là</w:t>
      </w:r>
      <w:r w:rsidR="00AB6DDF">
        <w:t xml:space="preserve"> ?… </w:t>
      </w:r>
      <w:r w:rsidRPr="00223237">
        <w:t>Elles doivent jouer aux cartes</w:t>
      </w:r>
      <w:r w:rsidR="00AB6DDF">
        <w:t xml:space="preserve">, </w:t>
      </w:r>
      <w:r w:rsidRPr="00223237">
        <w:t>ce n</w:t>
      </w:r>
      <w:r w:rsidR="00AB6DDF">
        <w:t>’</w:t>
      </w:r>
      <w:r w:rsidRPr="00223237">
        <w:t>est pas possible</w:t>
      </w:r>
      <w:r w:rsidR="00AB6DDF">
        <w:t xml:space="preserve"> !… </w:t>
      </w:r>
      <w:r w:rsidRPr="00223237">
        <w:t>Allô</w:t>
      </w:r>
      <w:r w:rsidR="00AB6DDF">
        <w:t xml:space="preserve"> ?… </w:t>
      </w:r>
      <w:r w:rsidRPr="00223237">
        <w:t>Ah</w:t>
      </w:r>
      <w:r w:rsidR="00AB6DDF">
        <w:t xml:space="preserve"> ! </w:t>
      </w:r>
      <w:r w:rsidRPr="00223237">
        <w:t>Enfin</w:t>
      </w:r>
      <w:r w:rsidR="00AB6DDF">
        <w:t xml:space="preserve"> !… </w:t>
      </w:r>
      <w:r w:rsidRPr="00223237">
        <w:t>Mademo</w:t>
      </w:r>
      <w:r w:rsidRPr="00223237">
        <w:t>i</w:t>
      </w:r>
      <w:r w:rsidRPr="00223237">
        <w:t>selle</w:t>
      </w:r>
      <w:r w:rsidR="00AB6DDF">
        <w:t xml:space="preserve">, </w:t>
      </w:r>
      <w:r w:rsidRPr="00223237">
        <w:t>voilà un quart d</w:t>
      </w:r>
      <w:r w:rsidR="00AB6DDF">
        <w:t>’</w:t>
      </w:r>
      <w:r w:rsidRPr="00223237">
        <w:t>heure que je demande un numéro sans pouvoir l</w:t>
      </w:r>
      <w:r w:rsidR="00AB6DDF">
        <w:t>’</w:t>
      </w:r>
      <w:r w:rsidRPr="00223237">
        <w:t>obtenir</w:t>
      </w:r>
      <w:r w:rsidR="00AB6DDF">
        <w:t xml:space="preserve">. </w:t>
      </w:r>
      <w:r w:rsidRPr="00223237">
        <w:t>Oui</w:t>
      </w:r>
      <w:r w:rsidR="00AB6DDF">
        <w:t xml:space="preserve">, </w:t>
      </w:r>
      <w:r w:rsidRPr="00223237">
        <w:t>mademoiselle</w:t>
      </w:r>
      <w:r w:rsidR="00AB6DDF">
        <w:t xml:space="preserve">, </w:t>
      </w:r>
      <w:r w:rsidRPr="00223237">
        <w:t>je sais le numéro que je veux</w:t>
      </w:r>
      <w:r w:rsidR="00AB6DDF">
        <w:t xml:space="preserve">, </w:t>
      </w:r>
      <w:r w:rsidRPr="00223237">
        <w:t>figurez-vous</w:t>
      </w:r>
      <w:r w:rsidR="00AB6DDF">
        <w:t xml:space="preserve"> !… </w:t>
      </w:r>
      <w:r w:rsidRPr="00223237">
        <w:t>Donnez-moi</w:t>
      </w:r>
      <w:r w:rsidR="00AB6DDF">
        <w:t xml:space="preserve">, </w:t>
      </w:r>
      <w:r w:rsidRPr="00223237">
        <w:t>s</w:t>
      </w:r>
      <w:r w:rsidR="00AB6DDF">
        <w:t>’</w:t>
      </w:r>
      <w:r w:rsidRPr="00223237">
        <w:t>il vous plaît</w:t>
      </w:r>
      <w:r w:rsidR="00AB6DDF">
        <w:t xml:space="preserve">, </w:t>
      </w:r>
      <w:r w:rsidRPr="00223237">
        <w:t>Passy</w:t>
      </w:r>
      <w:r w:rsidR="00AB6DDF">
        <w:t xml:space="preserve">… </w:t>
      </w:r>
      <w:r w:rsidRPr="00223237">
        <w:t>heu</w:t>
      </w:r>
      <w:r w:rsidR="00AB6DDF">
        <w:t xml:space="preserve">… </w:t>
      </w:r>
      <w:r w:rsidR="00AB6DDF">
        <w:rPr>
          <w:i/>
          <w:iCs/>
        </w:rPr>
        <w:t>(</w:t>
      </w:r>
      <w:r w:rsidRPr="00223237">
        <w:rPr>
          <w:i/>
          <w:iCs/>
        </w:rPr>
        <w:t>Le mémento s</w:t>
      </w:r>
      <w:r w:rsidR="00AB6DDF">
        <w:rPr>
          <w:i/>
          <w:iCs/>
        </w:rPr>
        <w:t>’</w:t>
      </w:r>
      <w:r w:rsidRPr="00223237">
        <w:rPr>
          <w:i/>
          <w:iCs/>
        </w:rPr>
        <w:t>est r</w:t>
      </w:r>
      <w:r w:rsidRPr="00223237">
        <w:rPr>
          <w:i/>
          <w:iCs/>
        </w:rPr>
        <w:t>e</w:t>
      </w:r>
      <w:r w:rsidRPr="00223237">
        <w:rPr>
          <w:i/>
          <w:iCs/>
        </w:rPr>
        <w:t>fermé et il ne se souvient plus du numéro</w:t>
      </w:r>
      <w:r w:rsidR="00AB6DDF">
        <w:rPr>
          <w:i/>
          <w:iCs/>
        </w:rPr>
        <w:t xml:space="preserve">.) </w:t>
      </w:r>
      <w:r w:rsidRPr="00223237">
        <w:t>Comme si je ne savais pas le numéro que je veux</w:t>
      </w:r>
      <w:r w:rsidR="00AB6DDF">
        <w:t xml:space="preserve"> ! </w:t>
      </w:r>
      <w:r w:rsidR="00AB6DDF">
        <w:rPr>
          <w:i/>
          <w:iCs/>
        </w:rPr>
        <w:t>(</w:t>
      </w:r>
      <w:r w:rsidRPr="00223237">
        <w:rPr>
          <w:i/>
          <w:iCs/>
        </w:rPr>
        <w:t>Il le cherche</w:t>
      </w:r>
      <w:r w:rsidR="00AB6DDF">
        <w:rPr>
          <w:i/>
          <w:iCs/>
        </w:rPr>
        <w:t xml:space="preserve">.) </w:t>
      </w:r>
      <w:r w:rsidRPr="00223237">
        <w:t>Voulez-vous avoir l</w:t>
      </w:r>
      <w:r w:rsidR="00AB6DDF">
        <w:t>’</w:t>
      </w:r>
      <w:r w:rsidRPr="00223237">
        <w:t>obligeance</w:t>
      </w:r>
      <w:r w:rsidR="00AB6DDF">
        <w:t xml:space="preserve">… </w:t>
      </w:r>
      <w:r w:rsidRPr="00223237">
        <w:t>de bien vouloir</w:t>
      </w:r>
      <w:r w:rsidR="00AB6DDF">
        <w:t xml:space="preserve">… </w:t>
      </w:r>
      <w:r w:rsidRPr="00223237">
        <w:t>me donner</w:t>
      </w:r>
      <w:r w:rsidR="00AB6DDF">
        <w:t xml:space="preserve">… </w:t>
      </w:r>
      <w:r w:rsidR="00AB6DDF">
        <w:rPr>
          <w:i/>
          <w:iCs/>
        </w:rPr>
        <w:t>(</w:t>
      </w:r>
      <w:r w:rsidRPr="00223237">
        <w:rPr>
          <w:i/>
          <w:iCs/>
        </w:rPr>
        <w:t>Il ne trouve pas</w:t>
      </w:r>
      <w:r w:rsidR="00AB6DDF">
        <w:rPr>
          <w:i/>
          <w:iCs/>
        </w:rPr>
        <w:t xml:space="preserve">.)… </w:t>
      </w:r>
      <w:r w:rsidRPr="00223237">
        <w:t>s</w:t>
      </w:r>
      <w:r w:rsidR="00AB6DDF">
        <w:t>’</w:t>
      </w:r>
      <w:r w:rsidRPr="00223237">
        <w:t>il vous plaît</w:t>
      </w:r>
      <w:r w:rsidR="00AB6DDF">
        <w:t xml:space="preserve">… </w:t>
      </w:r>
      <w:r w:rsidRPr="00223237">
        <w:t>mademoiselle</w:t>
      </w:r>
      <w:r w:rsidR="00AB6DDF">
        <w:t xml:space="preserve">, </w:t>
      </w:r>
      <w:r w:rsidRPr="00223237">
        <w:t>le plus rapidement poss</w:t>
      </w:r>
      <w:r w:rsidRPr="00223237">
        <w:t>i</w:t>
      </w:r>
      <w:r w:rsidRPr="00223237">
        <w:t>ble</w:t>
      </w:r>
      <w:r w:rsidR="00AB6DDF">
        <w:t xml:space="preserve">, </w:t>
      </w:r>
      <w:r w:rsidRPr="00223237">
        <w:t>le numéro</w:t>
      </w:r>
      <w:r w:rsidR="00AB6DDF">
        <w:t xml:space="preserve">… </w:t>
      </w:r>
      <w:r w:rsidRPr="00223237">
        <w:t>heu</w:t>
      </w:r>
      <w:r w:rsidR="00AB6DDF">
        <w:t xml:space="preserve">… </w:t>
      </w:r>
      <w:r w:rsidR="00AB6DDF">
        <w:rPr>
          <w:i/>
        </w:rPr>
        <w:t>(</w:t>
      </w:r>
      <w:r w:rsidRPr="00223237">
        <w:rPr>
          <w:i/>
        </w:rPr>
        <w:t xml:space="preserve">Il </w:t>
      </w:r>
      <w:r w:rsidRPr="00223237">
        <w:rPr>
          <w:i/>
          <w:iCs/>
        </w:rPr>
        <w:t>trouve</w:t>
      </w:r>
      <w:r w:rsidR="00AB6DDF">
        <w:rPr>
          <w:i/>
          <w:iCs/>
        </w:rPr>
        <w:t xml:space="preserve">.)… </w:t>
      </w:r>
      <w:r w:rsidRPr="00223237">
        <w:t>Passy 14-33</w:t>
      </w:r>
      <w:r w:rsidR="00AB6DDF">
        <w:t xml:space="preserve"> !… </w:t>
      </w:r>
      <w:r w:rsidRPr="00223237">
        <w:t>Oui</w:t>
      </w:r>
      <w:r w:rsidR="00AB6DDF">
        <w:t xml:space="preserve">, </w:t>
      </w:r>
      <w:r w:rsidRPr="00223237">
        <w:t>mademoiselle</w:t>
      </w:r>
      <w:r w:rsidR="00AB6DDF">
        <w:t xml:space="preserve">, </w:t>
      </w:r>
      <w:r w:rsidRPr="00223237">
        <w:t>33</w:t>
      </w:r>
      <w:r w:rsidR="00AB6DDF">
        <w:t xml:space="preserve"> : </w:t>
      </w:r>
      <w:r w:rsidRPr="00223237">
        <w:t>l</w:t>
      </w:r>
      <w:r w:rsidR="00AB6DDF">
        <w:t>’</w:t>
      </w:r>
      <w:r w:rsidRPr="00223237">
        <w:t>âge du Christ</w:t>
      </w:r>
      <w:r w:rsidR="00AB6DDF">
        <w:t xml:space="preserve"> !… </w:t>
      </w:r>
      <w:r w:rsidRPr="00223237">
        <w:t>Non</w:t>
      </w:r>
      <w:r w:rsidR="00AB6DDF">
        <w:t xml:space="preserve">, </w:t>
      </w:r>
      <w:r w:rsidRPr="00223237">
        <w:t>pas 46</w:t>
      </w:r>
      <w:r w:rsidR="00AB6DDF">
        <w:t xml:space="preserve">… </w:t>
      </w:r>
      <w:r w:rsidRPr="00223237">
        <w:t>Non</w:t>
      </w:r>
      <w:r w:rsidR="00AB6DDF">
        <w:t xml:space="preserve">, </w:t>
      </w:r>
      <w:r w:rsidRPr="00223237">
        <w:t>allô</w:t>
      </w:r>
      <w:r w:rsidR="00AB6DDF">
        <w:t xml:space="preserve"> ?… </w:t>
      </w:r>
      <w:r w:rsidRPr="00223237">
        <w:t>A</w:t>
      </w:r>
      <w:r w:rsidRPr="00223237">
        <w:t>l</w:t>
      </w:r>
      <w:r w:rsidRPr="00223237">
        <w:t>lô</w:t>
      </w:r>
      <w:r w:rsidR="00AB6DDF">
        <w:t xml:space="preserve"> !… </w:t>
      </w:r>
      <w:r w:rsidRPr="00223237">
        <w:t>Passy 14-33</w:t>
      </w:r>
      <w:r w:rsidR="00AB6DDF">
        <w:t xml:space="preserve"> : </w:t>
      </w:r>
      <w:r w:rsidRPr="00223237">
        <w:t>les deux bossus</w:t>
      </w:r>
      <w:r w:rsidR="00AB6DDF">
        <w:t xml:space="preserve">. </w:t>
      </w:r>
      <w:r w:rsidRPr="00223237">
        <w:t>C</w:t>
      </w:r>
      <w:r w:rsidR="00AB6DDF">
        <w:t>’</w:t>
      </w:r>
      <w:r w:rsidRPr="00223237">
        <w:t>est ça</w:t>
      </w:r>
      <w:r w:rsidR="00AB6DDF">
        <w:t xml:space="preserve">. </w:t>
      </w:r>
      <w:r w:rsidR="00AB6DDF">
        <w:rPr>
          <w:i/>
        </w:rPr>
        <w:t>(</w:t>
      </w:r>
      <w:r w:rsidRPr="00223237">
        <w:rPr>
          <w:i/>
        </w:rPr>
        <w:t>Il</w:t>
      </w:r>
      <w:r w:rsidRPr="00223237">
        <w:t xml:space="preserve"> </w:t>
      </w:r>
      <w:r w:rsidRPr="00223237">
        <w:rPr>
          <w:i/>
          <w:iCs/>
        </w:rPr>
        <w:t>se lève bru</w:t>
      </w:r>
      <w:r w:rsidRPr="00223237">
        <w:rPr>
          <w:i/>
          <w:iCs/>
        </w:rPr>
        <w:t>s</w:t>
      </w:r>
      <w:r w:rsidRPr="00223237">
        <w:rPr>
          <w:i/>
          <w:iCs/>
        </w:rPr>
        <w:t>quement</w:t>
      </w:r>
      <w:r w:rsidR="00AB6DDF">
        <w:rPr>
          <w:i/>
          <w:iCs/>
        </w:rPr>
        <w:t xml:space="preserve">, </w:t>
      </w:r>
      <w:r w:rsidRPr="00223237">
        <w:rPr>
          <w:i/>
          <w:iCs/>
        </w:rPr>
        <w:t>le récepteur à l</w:t>
      </w:r>
      <w:r w:rsidR="00AB6DDF">
        <w:rPr>
          <w:i/>
          <w:iCs/>
        </w:rPr>
        <w:t>’</w:t>
      </w:r>
      <w:r w:rsidRPr="00223237">
        <w:rPr>
          <w:i/>
          <w:iCs/>
        </w:rPr>
        <w:t>oreille</w:t>
      </w:r>
      <w:r w:rsidR="00AB6DDF">
        <w:rPr>
          <w:i/>
          <w:iCs/>
        </w:rPr>
        <w:t xml:space="preserve">.) </w:t>
      </w:r>
      <w:r w:rsidRPr="00223237">
        <w:t>Ah</w:t>
      </w:r>
      <w:r w:rsidR="00AB6DDF">
        <w:t xml:space="preserve"> ! </w:t>
      </w:r>
      <w:r w:rsidRPr="00223237">
        <w:t>Oui</w:t>
      </w:r>
      <w:r w:rsidR="00AB6DDF">
        <w:t xml:space="preserve">, </w:t>
      </w:r>
      <w:r w:rsidRPr="00223237">
        <w:t>mais attention</w:t>
      </w:r>
      <w:r w:rsidR="00AB6DDF">
        <w:t xml:space="preserve">… </w:t>
      </w:r>
      <w:r w:rsidRPr="00223237">
        <w:t>si elle arrive pendant que je la demande et que je ne l</w:t>
      </w:r>
      <w:r w:rsidR="00AB6DDF">
        <w:t>’</w:t>
      </w:r>
      <w:r w:rsidRPr="00223237">
        <w:t>entende pas sonner</w:t>
      </w:r>
      <w:r w:rsidR="00AB6DDF">
        <w:t xml:space="preserve"> – </w:t>
      </w:r>
      <w:r w:rsidRPr="00223237">
        <w:t>ce serait horrible</w:t>
      </w:r>
      <w:r w:rsidR="00AB6DDF">
        <w:t xml:space="preserve">, </w:t>
      </w:r>
      <w:r w:rsidRPr="00223237">
        <w:t>ça</w:t>
      </w:r>
      <w:r w:rsidR="00AB6DDF">
        <w:t xml:space="preserve">. </w:t>
      </w:r>
      <w:r w:rsidRPr="00223237">
        <w:t>J</w:t>
      </w:r>
      <w:r w:rsidR="00AB6DDF">
        <w:t>’</w:t>
      </w:r>
      <w:r w:rsidRPr="00223237">
        <w:t>ai bien envie d</w:t>
      </w:r>
      <w:r w:rsidR="00AB6DDF">
        <w:t>’</w:t>
      </w:r>
      <w:r w:rsidRPr="00223237">
        <w:t>aller mettre ma clef sur la porte</w:t>
      </w:r>
      <w:r w:rsidR="00AB6DDF">
        <w:t xml:space="preserve">. </w:t>
      </w:r>
      <w:r w:rsidRPr="00223237">
        <w:t>Oui</w:t>
      </w:r>
      <w:r w:rsidR="00AB6DDF">
        <w:t xml:space="preserve">… </w:t>
      </w:r>
      <w:r w:rsidRPr="00223237">
        <w:t>C</w:t>
      </w:r>
      <w:r w:rsidR="00AB6DDF">
        <w:t>’</w:t>
      </w:r>
      <w:r w:rsidRPr="00223237">
        <w:t>est tout de même plus prudent</w:t>
      </w:r>
      <w:r w:rsidR="00AB6DDF">
        <w:t xml:space="preserve">. </w:t>
      </w:r>
      <w:r w:rsidRPr="00223237">
        <w:t>Allô</w:t>
      </w:r>
      <w:r w:rsidR="00AB6DDF">
        <w:t xml:space="preserve"> ?… </w:t>
      </w:r>
      <w:r w:rsidRPr="00223237">
        <w:t>Allô</w:t>
      </w:r>
      <w:r w:rsidR="00AB6DDF">
        <w:t xml:space="preserve"> ?… </w:t>
      </w:r>
      <w:r w:rsidR="00AB6DDF">
        <w:rPr>
          <w:i/>
          <w:iCs/>
        </w:rPr>
        <w:t>(</w:t>
      </w:r>
      <w:r w:rsidRPr="00223237">
        <w:rPr>
          <w:i/>
          <w:iCs/>
        </w:rPr>
        <w:t>La longueur du fil lui permet d</w:t>
      </w:r>
      <w:r w:rsidR="00AB6DDF">
        <w:rPr>
          <w:i/>
          <w:iCs/>
        </w:rPr>
        <w:t>’</w:t>
      </w:r>
      <w:r w:rsidRPr="00223237">
        <w:rPr>
          <w:i/>
          <w:iCs/>
        </w:rPr>
        <w:t>aller jusqu</w:t>
      </w:r>
      <w:r w:rsidR="00AB6DDF">
        <w:rPr>
          <w:i/>
          <w:iCs/>
        </w:rPr>
        <w:t>’</w:t>
      </w:r>
      <w:r w:rsidRPr="00223237">
        <w:rPr>
          <w:i/>
          <w:iCs/>
        </w:rPr>
        <w:t>au tiroir où se trouve sa clef</w:t>
      </w:r>
      <w:r w:rsidR="00AB6DDF">
        <w:rPr>
          <w:i/>
          <w:iCs/>
        </w:rPr>
        <w:t xml:space="preserve">) </w:t>
      </w:r>
      <w:r w:rsidRPr="00223237">
        <w:t>Allô</w:t>
      </w:r>
      <w:r w:rsidR="00AB6DDF">
        <w:t xml:space="preserve"> ? </w:t>
      </w:r>
      <w:r w:rsidR="00AB6DDF">
        <w:rPr>
          <w:i/>
        </w:rPr>
        <w:t>(</w:t>
      </w:r>
      <w:r w:rsidRPr="00223237">
        <w:rPr>
          <w:i/>
        </w:rPr>
        <w:t>Il</w:t>
      </w:r>
      <w:r w:rsidRPr="00223237">
        <w:t xml:space="preserve"> </w:t>
      </w:r>
      <w:r w:rsidRPr="00223237">
        <w:rPr>
          <w:i/>
          <w:iCs/>
        </w:rPr>
        <w:t>a posé le r</w:t>
      </w:r>
      <w:r w:rsidRPr="00223237">
        <w:rPr>
          <w:i/>
          <w:iCs/>
        </w:rPr>
        <w:t>é</w:t>
      </w:r>
      <w:r w:rsidRPr="00223237">
        <w:rPr>
          <w:i/>
          <w:iCs/>
        </w:rPr>
        <w:t>cepteur sur son bureau</w:t>
      </w:r>
      <w:r w:rsidR="00AB6DDF">
        <w:rPr>
          <w:i/>
          <w:iCs/>
        </w:rPr>
        <w:t xml:space="preserve">, </w:t>
      </w:r>
      <w:r w:rsidRPr="00223237">
        <w:rPr>
          <w:i/>
          <w:iCs/>
        </w:rPr>
        <w:t>puis</w:t>
      </w:r>
      <w:r w:rsidR="00AB6DDF">
        <w:rPr>
          <w:i/>
          <w:iCs/>
        </w:rPr>
        <w:t xml:space="preserve">, </w:t>
      </w:r>
      <w:r w:rsidRPr="00223237">
        <w:rPr>
          <w:i/>
          <w:iCs/>
        </w:rPr>
        <w:t>très vite</w:t>
      </w:r>
      <w:r w:rsidR="00AB6DDF">
        <w:rPr>
          <w:i/>
          <w:iCs/>
        </w:rPr>
        <w:t xml:space="preserve">, </w:t>
      </w:r>
      <w:r w:rsidRPr="00223237">
        <w:rPr>
          <w:i/>
          <w:iCs/>
        </w:rPr>
        <w:t>il est sorti de scène et est allé mettre sa clef sur sa porte</w:t>
      </w:r>
      <w:r w:rsidR="00AB6DDF">
        <w:rPr>
          <w:i/>
          <w:iCs/>
        </w:rPr>
        <w:t xml:space="preserve">, </w:t>
      </w:r>
      <w:r w:rsidRPr="00223237">
        <w:rPr>
          <w:i/>
          <w:iCs/>
        </w:rPr>
        <w:t>sans pourtant cesser de crier</w:t>
      </w:r>
      <w:r w:rsidR="00AB6DDF">
        <w:rPr>
          <w:i/>
          <w:iCs/>
        </w:rPr>
        <w:t xml:space="preserve">, </w:t>
      </w:r>
      <w:r w:rsidRPr="00223237">
        <w:rPr>
          <w:i/>
          <w:iCs/>
        </w:rPr>
        <w:t>de hurler même</w:t>
      </w:r>
      <w:r w:rsidR="00AB6DDF">
        <w:rPr>
          <w:i/>
          <w:iCs/>
        </w:rPr>
        <w:t> : « </w:t>
      </w:r>
      <w:r w:rsidRPr="00223237">
        <w:rPr>
          <w:i/>
          <w:iCs/>
        </w:rPr>
        <w:t>Allô</w:t>
      </w:r>
      <w:r w:rsidR="00AB6DDF">
        <w:rPr>
          <w:i/>
          <w:iCs/>
        </w:rPr>
        <w:t> ? »</w:t>
      </w:r>
      <w:r w:rsidRPr="00223237">
        <w:rPr>
          <w:i/>
          <w:iCs/>
        </w:rPr>
        <w:t xml:space="preserve"> Il rentre en scène</w:t>
      </w:r>
      <w:r w:rsidR="00AB6DDF">
        <w:rPr>
          <w:i/>
          <w:iCs/>
        </w:rPr>
        <w:t xml:space="preserve">, </w:t>
      </w:r>
      <w:r w:rsidRPr="00223237">
        <w:rPr>
          <w:i/>
          <w:iCs/>
        </w:rPr>
        <w:t>toujours très vite</w:t>
      </w:r>
      <w:r w:rsidR="00AB6DDF">
        <w:rPr>
          <w:i/>
          <w:iCs/>
        </w:rPr>
        <w:t xml:space="preserve">, </w:t>
      </w:r>
      <w:r w:rsidRPr="00223237">
        <w:rPr>
          <w:i/>
          <w:iCs/>
        </w:rPr>
        <w:t>et il reprend le récepteur</w:t>
      </w:r>
      <w:r w:rsidR="00AB6DDF">
        <w:rPr>
          <w:i/>
          <w:iCs/>
        </w:rPr>
        <w:t xml:space="preserve">.) </w:t>
      </w:r>
      <w:r w:rsidRPr="00223237">
        <w:t>Allô</w:t>
      </w:r>
      <w:r w:rsidR="00AB6DDF">
        <w:t xml:space="preserve"> ?… </w:t>
      </w:r>
      <w:r w:rsidRPr="00223237">
        <w:t>Non</w:t>
      </w:r>
      <w:r w:rsidR="00AB6DDF">
        <w:t xml:space="preserve">, </w:t>
      </w:r>
      <w:r w:rsidRPr="00223237">
        <w:t>pas encore</w:t>
      </w:r>
      <w:r w:rsidR="00AB6DDF">
        <w:t xml:space="preserve">. </w:t>
      </w:r>
      <w:r w:rsidR="00AB6DDF">
        <w:rPr>
          <w:i/>
          <w:iCs/>
        </w:rPr>
        <w:t>(</w:t>
      </w:r>
      <w:r w:rsidRPr="00223237">
        <w:rPr>
          <w:i/>
          <w:iCs/>
        </w:rPr>
        <w:t>Il r</w:t>
      </w:r>
      <w:r w:rsidRPr="00223237">
        <w:rPr>
          <w:i/>
          <w:iCs/>
        </w:rPr>
        <w:t>e</w:t>
      </w:r>
      <w:r w:rsidRPr="00223237">
        <w:rPr>
          <w:i/>
          <w:iCs/>
        </w:rPr>
        <w:t>garde tout autour de lui</w:t>
      </w:r>
      <w:r w:rsidR="00AB6DDF">
        <w:rPr>
          <w:i/>
          <w:iCs/>
        </w:rPr>
        <w:t xml:space="preserve">.) </w:t>
      </w:r>
      <w:r w:rsidRPr="00223237">
        <w:t>Où sont mes cigarettes</w:t>
      </w:r>
      <w:r w:rsidR="00AB6DDF">
        <w:t xml:space="preserve"> ?… </w:t>
      </w:r>
      <w:r w:rsidRPr="00223237">
        <w:t>Je passe une heure ou deux par jour à chercher mes cigarettes</w:t>
      </w:r>
      <w:r w:rsidR="00AB6DDF">
        <w:t xml:space="preserve">. </w:t>
      </w:r>
      <w:r w:rsidR="00AB6DDF">
        <w:rPr>
          <w:i/>
          <w:iCs/>
        </w:rPr>
        <w:t>(</w:t>
      </w:r>
      <w:r w:rsidRPr="00223237">
        <w:rPr>
          <w:i/>
          <w:iCs/>
        </w:rPr>
        <w:t>Elles sont sur une petite table</w:t>
      </w:r>
      <w:r w:rsidR="00AB6DDF">
        <w:rPr>
          <w:i/>
          <w:iCs/>
        </w:rPr>
        <w:t xml:space="preserve">, </w:t>
      </w:r>
      <w:r w:rsidRPr="00223237">
        <w:rPr>
          <w:i/>
          <w:iCs/>
        </w:rPr>
        <w:t>près de la fen</w:t>
      </w:r>
      <w:r w:rsidRPr="00223237">
        <w:rPr>
          <w:i/>
          <w:iCs/>
        </w:rPr>
        <w:t>ê</w:t>
      </w:r>
      <w:r w:rsidRPr="00223237">
        <w:rPr>
          <w:i/>
          <w:iCs/>
        </w:rPr>
        <w:t>tre</w:t>
      </w:r>
      <w:r w:rsidR="00AB6DDF">
        <w:rPr>
          <w:i/>
          <w:iCs/>
        </w:rPr>
        <w:t xml:space="preserve">.) </w:t>
      </w:r>
      <w:r w:rsidRPr="00223237">
        <w:t>Ah</w:t>
      </w:r>
      <w:r w:rsidR="00AB6DDF">
        <w:t xml:space="preserve">… </w:t>
      </w:r>
      <w:r w:rsidRPr="00223237">
        <w:t>là-bas</w:t>
      </w:r>
      <w:r w:rsidR="00AB6DDF">
        <w:t xml:space="preserve"> ! </w:t>
      </w:r>
      <w:r w:rsidR="00AB6DDF">
        <w:rPr>
          <w:i/>
          <w:iCs/>
        </w:rPr>
        <w:t>(</w:t>
      </w:r>
      <w:r w:rsidRPr="00223237">
        <w:rPr>
          <w:i/>
          <w:iCs/>
        </w:rPr>
        <w:t>De la main gauche</w:t>
      </w:r>
      <w:r w:rsidR="00AB6DDF">
        <w:rPr>
          <w:i/>
          <w:iCs/>
        </w:rPr>
        <w:t xml:space="preserve">, </w:t>
      </w:r>
      <w:r w:rsidRPr="00223237">
        <w:rPr>
          <w:i/>
          <w:iCs/>
        </w:rPr>
        <w:t>ayant pris son appareil téléphonique</w:t>
      </w:r>
      <w:r w:rsidR="00AB6DDF">
        <w:rPr>
          <w:i/>
          <w:iCs/>
        </w:rPr>
        <w:t xml:space="preserve">, </w:t>
      </w:r>
      <w:r w:rsidRPr="00223237">
        <w:rPr>
          <w:i/>
          <w:iCs/>
        </w:rPr>
        <w:t>et le réce</w:t>
      </w:r>
      <w:r w:rsidRPr="00223237">
        <w:rPr>
          <w:i/>
          <w:iCs/>
        </w:rPr>
        <w:t>p</w:t>
      </w:r>
      <w:r w:rsidRPr="00223237">
        <w:rPr>
          <w:i/>
          <w:iCs/>
        </w:rPr>
        <w:t>teur collé à l</w:t>
      </w:r>
      <w:r w:rsidR="00AB6DDF">
        <w:rPr>
          <w:i/>
          <w:iCs/>
        </w:rPr>
        <w:t>’</w:t>
      </w:r>
      <w:r w:rsidRPr="00223237">
        <w:rPr>
          <w:i/>
          <w:iCs/>
        </w:rPr>
        <w:t>oreille droite</w:t>
      </w:r>
      <w:r w:rsidR="00AB6DDF">
        <w:rPr>
          <w:i/>
          <w:iCs/>
        </w:rPr>
        <w:t xml:space="preserve">, </w:t>
      </w:r>
      <w:r w:rsidRPr="00223237">
        <w:rPr>
          <w:i/>
          <w:iCs/>
        </w:rPr>
        <w:t>il profite de la longueur du fil pour aller jusqu</w:t>
      </w:r>
      <w:r w:rsidR="00AB6DDF">
        <w:rPr>
          <w:i/>
          <w:iCs/>
        </w:rPr>
        <w:t>’</w:t>
      </w:r>
      <w:r w:rsidRPr="00223237">
        <w:rPr>
          <w:i/>
          <w:iCs/>
        </w:rPr>
        <w:t>à la table où sont ses cigarettes</w:t>
      </w:r>
      <w:r w:rsidR="00AB6DDF">
        <w:rPr>
          <w:i/>
          <w:iCs/>
        </w:rPr>
        <w:t xml:space="preserve">.) </w:t>
      </w:r>
      <w:r w:rsidRPr="00223237">
        <w:t>Allô</w:t>
      </w:r>
      <w:r w:rsidR="00AB6DDF">
        <w:t xml:space="preserve"> ?… </w:t>
      </w:r>
      <w:r w:rsidRPr="00223237">
        <w:t>Je suis sûr qu</w:t>
      </w:r>
      <w:r w:rsidR="00AB6DDF">
        <w:t>’</w:t>
      </w:r>
      <w:r w:rsidRPr="00223237">
        <w:t>elle n</w:t>
      </w:r>
      <w:r w:rsidR="00AB6DDF">
        <w:t>’</w:t>
      </w:r>
      <w:r w:rsidRPr="00223237">
        <w:t>a rien demandé ce</w:t>
      </w:r>
      <w:r w:rsidRPr="00223237">
        <w:t>t</w:t>
      </w:r>
      <w:r w:rsidRPr="00223237">
        <w:t>te fille-là</w:t>
      </w:r>
      <w:r w:rsidR="00AB6DDF">
        <w:t xml:space="preserve"> ! </w:t>
      </w:r>
      <w:r w:rsidR="00AB6DDF">
        <w:rPr>
          <w:i/>
          <w:iCs/>
        </w:rPr>
        <w:t>(</w:t>
      </w:r>
      <w:r w:rsidRPr="00223237">
        <w:rPr>
          <w:i/>
          <w:iCs/>
        </w:rPr>
        <w:t>Il a pris une cigarette</w:t>
      </w:r>
      <w:r w:rsidR="00AB6DDF">
        <w:rPr>
          <w:i/>
          <w:iCs/>
        </w:rPr>
        <w:t xml:space="preserve">.) </w:t>
      </w:r>
      <w:r w:rsidRPr="00223237">
        <w:t>Où sont les allumettes</w:t>
      </w:r>
      <w:r w:rsidR="00AB6DDF">
        <w:t xml:space="preserve">, </w:t>
      </w:r>
      <w:r w:rsidRPr="00223237">
        <w:t>maintenant</w:t>
      </w:r>
      <w:r w:rsidR="00AB6DDF">
        <w:t xml:space="preserve"> ? </w:t>
      </w:r>
      <w:r w:rsidR="00AB6DDF">
        <w:rPr>
          <w:i/>
        </w:rPr>
        <w:t>(</w:t>
      </w:r>
      <w:r w:rsidRPr="00223237">
        <w:rPr>
          <w:i/>
        </w:rPr>
        <w:t>Il</w:t>
      </w:r>
      <w:r w:rsidRPr="00223237">
        <w:t xml:space="preserve"> </w:t>
      </w:r>
      <w:r w:rsidRPr="00223237">
        <w:rPr>
          <w:i/>
          <w:iCs/>
        </w:rPr>
        <w:lastRenderedPageBreak/>
        <w:t>aperçoit la boîte à l</w:t>
      </w:r>
      <w:r w:rsidR="00AB6DDF">
        <w:rPr>
          <w:i/>
          <w:iCs/>
        </w:rPr>
        <w:t>’</w:t>
      </w:r>
      <w:r w:rsidRPr="00223237">
        <w:rPr>
          <w:i/>
          <w:iCs/>
        </w:rPr>
        <w:t>autre bout du salon</w:t>
      </w:r>
      <w:r w:rsidR="00AB6DDF">
        <w:rPr>
          <w:i/>
          <w:iCs/>
        </w:rPr>
        <w:t xml:space="preserve"> – </w:t>
      </w:r>
      <w:r w:rsidRPr="00223237">
        <w:rPr>
          <w:i/>
          <w:iCs/>
        </w:rPr>
        <w:t>et il traverse la scène</w:t>
      </w:r>
      <w:r w:rsidR="00AB6DDF">
        <w:rPr>
          <w:i/>
          <w:iCs/>
        </w:rPr>
        <w:t xml:space="preserve">, </w:t>
      </w:r>
      <w:r w:rsidRPr="00223237">
        <w:rPr>
          <w:i/>
          <w:iCs/>
        </w:rPr>
        <w:t>comme un homme qui a l</w:t>
      </w:r>
      <w:r w:rsidR="00AB6DDF">
        <w:rPr>
          <w:i/>
          <w:iCs/>
        </w:rPr>
        <w:t>’</w:t>
      </w:r>
      <w:r w:rsidRPr="00223237">
        <w:rPr>
          <w:i/>
          <w:iCs/>
        </w:rPr>
        <w:t>habitude de se promener ainsi tout en téléph</w:t>
      </w:r>
      <w:r w:rsidRPr="00223237">
        <w:rPr>
          <w:i/>
          <w:iCs/>
        </w:rPr>
        <w:t>o</w:t>
      </w:r>
      <w:r w:rsidRPr="00223237">
        <w:rPr>
          <w:i/>
          <w:iCs/>
        </w:rPr>
        <w:t>nant</w:t>
      </w:r>
      <w:r w:rsidR="00AB6DDF">
        <w:rPr>
          <w:i/>
          <w:iCs/>
        </w:rPr>
        <w:t xml:space="preserve">.) </w:t>
      </w:r>
      <w:r w:rsidRPr="00223237">
        <w:t>Quelle patience il faut avoir</w:t>
      </w:r>
      <w:r w:rsidR="00AB6DDF">
        <w:t xml:space="preserve"> ! </w:t>
      </w:r>
      <w:r w:rsidR="00AB6DDF">
        <w:rPr>
          <w:i/>
          <w:iCs/>
        </w:rPr>
        <w:t>(</w:t>
      </w:r>
      <w:r w:rsidRPr="00223237">
        <w:rPr>
          <w:i/>
          <w:iCs/>
        </w:rPr>
        <w:t>Il est assis maintenant d</w:t>
      </w:r>
      <w:r w:rsidRPr="00223237">
        <w:rPr>
          <w:i/>
          <w:iCs/>
        </w:rPr>
        <w:t>e</w:t>
      </w:r>
      <w:r w:rsidRPr="00223237">
        <w:rPr>
          <w:i/>
          <w:iCs/>
        </w:rPr>
        <w:t>vant le petit meuble sur lequel se trouve la boîte d</w:t>
      </w:r>
      <w:r w:rsidR="00AB6DDF">
        <w:rPr>
          <w:i/>
          <w:iCs/>
        </w:rPr>
        <w:t>’</w:t>
      </w:r>
      <w:r w:rsidRPr="00223237">
        <w:rPr>
          <w:i/>
          <w:iCs/>
        </w:rPr>
        <w:t>allumettes</w:t>
      </w:r>
      <w:r w:rsidR="00AB6DDF">
        <w:rPr>
          <w:i/>
          <w:iCs/>
        </w:rPr>
        <w:t xml:space="preserve">.) </w:t>
      </w:r>
      <w:r w:rsidRPr="00223237">
        <w:t>Elles aussi</w:t>
      </w:r>
      <w:r w:rsidR="00AB6DDF">
        <w:t xml:space="preserve">, </w:t>
      </w:r>
      <w:r w:rsidRPr="00223237">
        <w:t>d</w:t>
      </w:r>
      <w:r w:rsidR="00AB6DDF">
        <w:t>’</w:t>
      </w:r>
      <w:r w:rsidRPr="00223237">
        <w:t>ailleurs</w:t>
      </w:r>
      <w:r w:rsidR="00AB6DDF">
        <w:t xml:space="preserve">, </w:t>
      </w:r>
      <w:r w:rsidRPr="00223237">
        <w:t>les malheureuses</w:t>
      </w:r>
      <w:r w:rsidR="00AB6DDF">
        <w:t xml:space="preserve">, </w:t>
      </w:r>
      <w:r w:rsidRPr="00223237">
        <w:t>il leur en faut de la p</w:t>
      </w:r>
      <w:r w:rsidRPr="00223237">
        <w:t>a</w:t>
      </w:r>
      <w:r w:rsidRPr="00223237">
        <w:t>tience</w:t>
      </w:r>
      <w:r w:rsidR="00AB6DDF">
        <w:t xml:space="preserve">. </w:t>
      </w:r>
      <w:r w:rsidRPr="00223237">
        <w:t>Quel métier elles font</w:t>
      </w:r>
      <w:r w:rsidR="00AB6DDF">
        <w:t xml:space="preserve"> ! </w:t>
      </w:r>
      <w:r w:rsidRPr="00223237">
        <w:t>Être entouré de gens nerveux qu</w:t>
      </w:r>
      <w:r w:rsidR="00AB6DDF">
        <w:t>’</w:t>
      </w:r>
      <w:r w:rsidRPr="00223237">
        <w:t>on ne voit pas et qui vous pa</w:t>
      </w:r>
      <w:r w:rsidRPr="00223237">
        <w:t>r</w:t>
      </w:r>
      <w:r w:rsidRPr="00223237">
        <w:t>lent par chiffres</w:t>
      </w:r>
      <w:r w:rsidR="00AB6DDF">
        <w:t xml:space="preserve">… </w:t>
      </w:r>
      <w:r w:rsidR="00AB6DDF">
        <w:rPr>
          <w:i/>
          <w:iCs/>
        </w:rPr>
        <w:t>(</w:t>
      </w:r>
      <w:r w:rsidRPr="00223237">
        <w:rPr>
          <w:i/>
          <w:iCs/>
        </w:rPr>
        <w:t>Il a allumé sa cigarette</w:t>
      </w:r>
      <w:r w:rsidR="00AB6DDF">
        <w:rPr>
          <w:i/>
          <w:iCs/>
        </w:rPr>
        <w:t xml:space="preserve">, </w:t>
      </w:r>
      <w:r w:rsidRPr="00223237">
        <w:rPr>
          <w:i/>
          <w:iCs/>
        </w:rPr>
        <w:t>non sans peine</w:t>
      </w:r>
      <w:r w:rsidR="00AB6DDF">
        <w:rPr>
          <w:i/>
          <w:iCs/>
        </w:rPr>
        <w:t xml:space="preserve">, </w:t>
      </w:r>
      <w:r w:rsidRPr="00223237">
        <w:rPr>
          <w:i/>
          <w:iCs/>
        </w:rPr>
        <w:t>n</w:t>
      </w:r>
      <w:r w:rsidR="00AB6DDF">
        <w:rPr>
          <w:i/>
          <w:iCs/>
        </w:rPr>
        <w:t>’</w:t>
      </w:r>
      <w:r w:rsidRPr="00223237">
        <w:rPr>
          <w:i/>
          <w:iCs/>
        </w:rPr>
        <w:t>ayant qu</w:t>
      </w:r>
      <w:r w:rsidR="00AB6DDF">
        <w:rPr>
          <w:i/>
          <w:iCs/>
        </w:rPr>
        <w:t>’</w:t>
      </w:r>
      <w:r w:rsidRPr="00223237">
        <w:rPr>
          <w:i/>
          <w:iCs/>
        </w:rPr>
        <w:t>une main de l</w:t>
      </w:r>
      <w:r w:rsidRPr="00223237">
        <w:rPr>
          <w:i/>
          <w:iCs/>
        </w:rPr>
        <w:t>i</w:t>
      </w:r>
      <w:r w:rsidRPr="00223237">
        <w:rPr>
          <w:i/>
          <w:iCs/>
        </w:rPr>
        <w:t>bre</w:t>
      </w:r>
      <w:r w:rsidR="00AB6DDF">
        <w:rPr>
          <w:i/>
          <w:iCs/>
        </w:rPr>
        <w:t xml:space="preserve">.) </w:t>
      </w:r>
      <w:r w:rsidRPr="00223237">
        <w:t>Ce qui m</w:t>
      </w:r>
      <w:r w:rsidR="00AB6DDF">
        <w:t>’</w:t>
      </w:r>
      <w:r w:rsidRPr="00223237">
        <w:t>étonne</w:t>
      </w:r>
      <w:r w:rsidR="00AB6DDF">
        <w:t xml:space="preserve">… </w:t>
      </w:r>
      <w:r w:rsidRPr="00223237">
        <w:t>Allô</w:t>
      </w:r>
      <w:r w:rsidR="00AB6DDF">
        <w:t xml:space="preserve"> ? – </w:t>
      </w:r>
      <w:r w:rsidRPr="00223237">
        <w:t>Comment</w:t>
      </w:r>
      <w:r w:rsidR="00AB6DDF">
        <w:t xml:space="preserve"> ? </w:t>
      </w:r>
      <w:r w:rsidRPr="00223237">
        <w:t>Maison quoi</w:t>
      </w:r>
      <w:r w:rsidR="00AB6DDF">
        <w:t xml:space="preserve"> ? </w:t>
      </w:r>
      <w:r w:rsidR="00AB6DDF">
        <w:rPr>
          <w:i/>
          <w:iCs/>
        </w:rPr>
        <w:t>(</w:t>
      </w:r>
      <w:r w:rsidRPr="00223237">
        <w:rPr>
          <w:i/>
          <w:iCs/>
        </w:rPr>
        <w:t>Victime d</w:t>
      </w:r>
      <w:r w:rsidR="00AB6DDF">
        <w:rPr>
          <w:i/>
          <w:iCs/>
        </w:rPr>
        <w:t>’</w:t>
      </w:r>
      <w:r w:rsidRPr="00223237">
        <w:rPr>
          <w:i/>
          <w:iCs/>
        </w:rPr>
        <w:t>une erreur</w:t>
      </w:r>
      <w:r w:rsidR="00AB6DDF">
        <w:rPr>
          <w:i/>
          <w:iCs/>
        </w:rPr>
        <w:t xml:space="preserve">, </w:t>
      </w:r>
      <w:r w:rsidRPr="00223237">
        <w:rPr>
          <w:i/>
          <w:iCs/>
        </w:rPr>
        <w:t>mais s</w:t>
      </w:r>
      <w:r w:rsidR="00AB6DDF">
        <w:rPr>
          <w:i/>
          <w:iCs/>
        </w:rPr>
        <w:t>’</w:t>
      </w:r>
      <w:r w:rsidRPr="00223237">
        <w:rPr>
          <w:i/>
          <w:iCs/>
        </w:rPr>
        <w:t>en amusant</w:t>
      </w:r>
      <w:r w:rsidR="00AB6DDF">
        <w:rPr>
          <w:i/>
          <w:iCs/>
        </w:rPr>
        <w:t xml:space="preserve">.) </w:t>
      </w:r>
      <w:r w:rsidRPr="00223237">
        <w:t>Oui</w:t>
      </w:r>
      <w:r w:rsidR="00AB6DDF">
        <w:t xml:space="preserve">, </w:t>
      </w:r>
      <w:r w:rsidRPr="00223237">
        <w:t>monsieur</w:t>
      </w:r>
      <w:r w:rsidR="00AB6DDF">
        <w:t xml:space="preserve">, </w:t>
      </w:r>
      <w:r w:rsidRPr="00223237">
        <w:t>c</w:t>
      </w:r>
      <w:r w:rsidR="00AB6DDF">
        <w:t>’</w:t>
      </w:r>
      <w:r w:rsidRPr="00223237">
        <w:t>est ici</w:t>
      </w:r>
      <w:r w:rsidR="00AB6DDF">
        <w:t xml:space="preserve"> – </w:t>
      </w:r>
      <w:r w:rsidRPr="00223237">
        <w:t>De la cerisette</w:t>
      </w:r>
      <w:r w:rsidR="00AB6DDF">
        <w:t xml:space="preserve"> ? </w:t>
      </w:r>
      <w:r w:rsidRPr="00223237">
        <w:t>Bien mo</w:t>
      </w:r>
      <w:r w:rsidRPr="00223237">
        <w:t>n</w:t>
      </w:r>
      <w:r w:rsidRPr="00223237">
        <w:t>sieur</w:t>
      </w:r>
      <w:r w:rsidR="00AB6DDF">
        <w:t xml:space="preserve">. – </w:t>
      </w:r>
      <w:r w:rsidRPr="00223237">
        <w:t>Un litre de cerisette</w:t>
      </w:r>
      <w:r w:rsidR="00AB6DDF">
        <w:t xml:space="preserve"> ? </w:t>
      </w:r>
      <w:r w:rsidRPr="00223237">
        <w:t>Bon</w:t>
      </w:r>
      <w:r w:rsidR="00AB6DDF">
        <w:t xml:space="preserve">. – </w:t>
      </w:r>
      <w:r w:rsidRPr="00223237">
        <w:t>Oh</w:t>
      </w:r>
      <w:r w:rsidR="00AB6DDF">
        <w:t xml:space="preserve"> ! </w:t>
      </w:r>
      <w:r w:rsidRPr="00223237">
        <w:t>Oui</w:t>
      </w:r>
      <w:r w:rsidR="00AB6DDF">
        <w:t xml:space="preserve">, </w:t>
      </w:r>
      <w:r w:rsidRPr="00223237">
        <w:t>monsieur</w:t>
      </w:r>
      <w:r w:rsidR="00AB6DDF">
        <w:t xml:space="preserve">, </w:t>
      </w:r>
      <w:r w:rsidRPr="00223237">
        <w:t>bien fraîche</w:t>
      </w:r>
      <w:r w:rsidR="00AB6DDF">
        <w:t xml:space="preserve">, </w:t>
      </w:r>
      <w:r w:rsidRPr="00223237">
        <w:t>comme toujours</w:t>
      </w:r>
      <w:r w:rsidR="00AB6DDF">
        <w:t xml:space="preserve">. – </w:t>
      </w:r>
      <w:r w:rsidRPr="00223237">
        <w:t>Dans un quart d</w:t>
      </w:r>
      <w:r w:rsidR="00AB6DDF">
        <w:t>’</w:t>
      </w:r>
      <w:r w:rsidRPr="00223237">
        <w:t>heure chez vous</w:t>
      </w:r>
      <w:r w:rsidR="00AB6DDF">
        <w:t xml:space="preserve"> ? </w:t>
      </w:r>
      <w:r w:rsidRPr="00223237">
        <w:t>Parfaitement</w:t>
      </w:r>
      <w:r w:rsidR="00AB6DDF">
        <w:t xml:space="preserve">. – </w:t>
      </w:r>
      <w:r w:rsidRPr="00223237">
        <w:t>Voulez-vous me rappeler votre nom et votre adresse</w:t>
      </w:r>
      <w:r w:rsidR="00AB6DDF">
        <w:t xml:space="preserve">. – </w:t>
      </w:r>
      <w:r w:rsidRPr="00223237">
        <w:t>Je prends tout ça par écrit</w:t>
      </w:r>
      <w:r w:rsidR="00AB6DDF">
        <w:t xml:space="preserve">. </w:t>
      </w:r>
      <w:r w:rsidRPr="00223237">
        <w:t>Voilà qui est fait</w:t>
      </w:r>
      <w:r w:rsidR="00AB6DDF">
        <w:t xml:space="preserve">. </w:t>
      </w:r>
      <w:r w:rsidRPr="00223237">
        <w:t>Comptez bien là-dessus</w:t>
      </w:r>
      <w:r w:rsidR="00AB6DDF">
        <w:t xml:space="preserve">. </w:t>
      </w:r>
      <w:r w:rsidRPr="00223237">
        <w:t>Au revoir</w:t>
      </w:r>
      <w:r w:rsidR="00AB6DDF">
        <w:t xml:space="preserve">, </w:t>
      </w:r>
      <w:r w:rsidRPr="00223237">
        <w:t>monsieur</w:t>
      </w:r>
      <w:r w:rsidR="00AB6DDF">
        <w:t xml:space="preserve"> ! </w:t>
      </w:r>
      <w:r w:rsidR="00AB6DDF">
        <w:rPr>
          <w:i/>
          <w:iCs/>
        </w:rPr>
        <w:t>(</w:t>
      </w:r>
      <w:r w:rsidRPr="00223237">
        <w:rPr>
          <w:i/>
          <w:iCs/>
        </w:rPr>
        <w:t>Il agite le petit crochet de son appareil comme s</w:t>
      </w:r>
      <w:r w:rsidR="00AB6DDF">
        <w:rPr>
          <w:i/>
          <w:iCs/>
        </w:rPr>
        <w:t>’</w:t>
      </w:r>
      <w:r w:rsidRPr="00223237">
        <w:rPr>
          <w:i/>
          <w:iCs/>
        </w:rPr>
        <w:t>il envoyait une dépêche urgente par le télégraphe Morse</w:t>
      </w:r>
      <w:r w:rsidR="00AB6DDF">
        <w:rPr>
          <w:i/>
          <w:iCs/>
        </w:rPr>
        <w:t xml:space="preserve">.) </w:t>
      </w:r>
      <w:r w:rsidRPr="00223237">
        <w:t>Je t</w:t>
      </w:r>
      <w:r w:rsidR="00AB6DDF">
        <w:t>’</w:t>
      </w:r>
      <w:r w:rsidRPr="00223237">
        <w:t>en ficherai</w:t>
      </w:r>
      <w:r w:rsidR="00AB6DDF">
        <w:t xml:space="preserve">, </w:t>
      </w:r>
      <w:r w:rsidRPr="00223237">
        <w:t>moi</w:t>
      </w:r>
      <w:r w:rsidR="00AB6DDF">
        <w:t xml:space="preserve">, </w:t>
      </w:r>
      <w:r w:rsidRPr="00223237">
        <w:t>de la cerisette</w:t>
      </w:r>
      <w:r w:rsidR="00AB6DDF">
        <w:t xml:space="preserve"> !… </w:t>
      </w:r>
      <w:r w:rsidRPr="00223237">
        <w:t>Allô</w:t>
      </w:r>
      <w:r w:rsidR="00AB6DDF">
        <w:t xml:space="preserve"> ?… </w:t>
      </w:r>
      <w:r w:rsidRPr="00223237">
        <w:t>Allô</w:t>
      </w:r>
      <w:r w:rsidR="00AB6DDF">
        <w:t xml:space="preserve"> ?… </w:t>
      </w:r>
      <w:r w:rsidRPr="00223237">
        <w:t>Allô</w:t>
      </w:r>
      <w:r w:rsidR="00AB6DDF">
        <w:t xml:space="preserve">, </w:t>
      </w:r>
      <w:r w:rsidRPr="00223237">
        <w:t>mademoiselle</w:t>
      </w:r>
      <w:r w:rsidR="00AB6DDF">
        <w:t xml:space="preserve"> ? </w:t>
      </w:r>
      <w:r w:rsidRPr="00223237">
        <w:t>Mais qu</w:t>
      </w:r>
      <w:r w:rsidR="00AB6DDF">
        <w:t>’</w:t>
      </w:r>
      <w:r w:rsidRPr="00223237">
        <w:t>est-ce que vous faites</w:t>
      </w:r>
      <w:r w:rsidR="00AB6DDF">
        <w:t xml:space="preserve">, </w:t>
      </w:r>
      <w:r w:rsidRPr="00223237">
        <w:t>voyons</w:t>
      </w:r>
      <w:r w:rsidR="00AB6DDF">
        <w:t xml:space="preserve"> ?… </w:t>
      </w:r>
      <w:r w:rsidRPr="00223237">
        <w:t>Je vous demande Pa</w:t>
      </w:r>
      <w:r w:rsidRPr="00223237">
        <w:t>s</w:t>
      </w:r>
      <w:r w:rsidRPr="00223237">
        <w:t>sy 14-33 et vous me donnez un type qui veut de la cerisette</w:t>
      </w:r>
      <w:r w:rsidR="00AB6DDF">
        <w:t xml:space="preserve">. </w:t>
      </w:r>
      <w:r w:rsidRPr="00223237">
        <w:t>Je n</w:t>
      </w:r>
      <w:r w:rsidR="00AB6DDF">
        <w:t>’</w:t>
      </w:r>
      <w:r w:rsidRPr="00223237">
        <w:t>ai pas de cerisette</w:t>
      </w:r>
      <w:r w:rsidR="00AB6DDF">
        <w:t xml:space="preserve">, </w:t>
      </w:r>
      <w:r w:rsidRPr="00223237">
        <w:t>moi</w:t>
      </w:r>
      <w:r w:rsidR="00AB6DDF">
        <w:t xml:space="preserve"> ! – </w:t>
      </w:r>
      <w:r w:rsidRPr="00223237">
        <w:t>Causer</w:t>
      </w:r>
      <w:r w:rsidR="00AB6DDF">
        <w:t xml:space="preserve"> !… </w:t>
      </w:r>
      <w:r w:rsidRPr="00223237">
        <w:t>Avec qui voulez-vous que je cause</w:t>
      </w:r>
      <w:r w:rsidR="00AB6DDF">
        <w:t xml:space="preserve"> ? – </w:t>
      </w:r>
      <w:r w:rsidRPr="00223237">
        <w:t>Mais je ne vous dis pas que vous m</w:t>
      </w:r>
      <w:r w:rsidR="00AB6DDF">
        <w:t>’</w:t>
      </w:r>
      <w:r w:rsidRPr="00223237">
        <w:t>avez coupé</w:t>
      </w:r>
      <w:r w:rsidR="00AB6DDF">
        <w:t xml:space="preserve">, </w:t>
      </w:r>
      <w:r w:rsidRPr="00223237">
        <w:t>m</w:t>
      </w:r>
      <w:r w:rsidRPr="00223237">
        <w:t>a</w:t>
      </w:r>
      <w:r w:rsidRPr="00223237">
        <w:t>demoiselle</w:t>
      </w:r>
      <w:r w:rsidR="00AB6DDF">
        <w:t xml:space="preserve">, </w:t>
      </w:r>
      <w:r w:rsidRPr="00223237">
        <w:t>vous ne me l</w:t>
      </w:r>
      <w:r w:rsidR="00AB6DDF">
        <w:t>’</w:t>
      </w:r>
      <w:r w:rsidRPr="00223237">
        <w:t>avez pas encore donné</w:t>
      </w:r>
      <w:r w:rsidR="00AB6DDF">
        <w:t xml:space="preserve"> ! – </w:t>
      </w:r>
      <w:r w:rsidRPr="00223237">
        <w:t>Oui</w:t>
      </w:r>
      <w:r w:rsidR="00AB6DDF">
        <w:t xml:space="preserve">, </w:t>
      </w:r>
      <w:r w:rsidRPr="00223237">
        <w:t>mad</w:t>
      </w:r>
      <w:r w:rsidRPr="00223237">
        <w:t>e</w:t>
      </w:r>
      <w:r w:rsidRPr="00223237">
        <w:t>moiselle</w:t>
      </w:r>
      <w:r w:rsidR="00AB6DDF">
        <w:t xml:space="preserve">, </w:t>
      </w:r>
      <w:r w:rsidRPr="00223237">
        <w:t>Passy 14-33</w:t>
      </w:r>
      <w:r w:rsidR="00AB6DDF">
        <w:t xml:space="preserve">… </w:t>
      </w:r>
      <w:r w:rsidRPr="00223237">
        <w:t>Attendez une seconde</w:t>
      </w:r>
      <w:r w:rsidR="00AB6DDF">
        <w:t xml:space="preserve"> ! </w:t>
      </w:r>
      <w:r w:rsidR="00AB6DDF">
        <w:rPr>
          <w:i/>
        </w:rPr>
        <w:t>(</w:t>
      </w:r>
      <w:r w:rsidRPr="00223237">
        <w:rPr>
          <w:i/>
        </w:rPr>
        <w:t>Il</w:t>
      </w:r>
      <w:r w:rsidRPr="00223237">
        <w:t xml:space="preserve"> </w:t>
      </w:r>
      <w:r w:rsidRPr="00223237">
        <w:rPr>
          <w:i/>
          <w:iCs/>
        </w:rPr>
        <w:t>se dresse et tend l</w:t>
      </w:r>
      <w:r w:rsidR="00AB6DDF">
        <w:rPr>
          <w:i/>
          <w:iCs/>
        </w:rPr>
        <w:t>’</w:t>
      </w:r>
      <w:r w:rsidRPr="00223237">
        <w:rPr>
          <w:i/>
          <w:iCs/>
        </w:rPr>
        <w:t>oreille vers la fenêtre</w:t>
      </w:r>
      <w:r w:rsidR="00AB6DDF">
        <w:rPr>
          <w:i/>
          <w:iCs/>
        </w:rPr>
        <w:t xml:space="preserve">, </w:t>
      </w:r>
      <w:r w:rsidRPr="00223237">
        <w:rPr>
          <w:i/>
          <w:iCs/>
        </w:rPr>
        <w:t>car il a cru entendre le bruit d</w:t>
      </w:r>
      <w:r w:rsidR="00AB6DDF">
        <w:rPr>
          <w:i/>
          <w:iCs/>
        </w:rPr>
        <w:t>’</w:t>
      </w:r>
      <w:r w:rsidRPr="00223237">
        <w:rPr>
          <w:i/>
          <w:iCs/>
        </w:rPr>
        <w:t>un taxi</w:t>
      </w:r>
      <w:r w:rsidR="00AB6DDF">
        <w:rPr>
          <w:i/>
          <w:iCs/>
        </w:rPr>
        <w:t xml:space="preserve">. </w:t>
      </w:r>
      <w:r w:rsidRPr="00223237">
        <w:rPr>
          <w:i/>
          <w:iCs/>
        </w:rPr>
        <w:t>Il s</w:t>
      </w:r>
      <w:r w:rsidR="00AB6DDF">
        <w:rPr>
          <w:i/>
          <w:iCs/>
        </w:rPr>
        <w:t>’</w:t>
      </w:r>
      <w:r w:rsidRPr="00223237">
        <w:rPr>
          <w:i/>
          <w:iCs/>
        </w:rPr>
        <w:t>est trompé</w:t>
      </w:r>
      <w:r w:rsidR="00AB6DDF">
        <w:rPr>
          <w:i/>
          <w:iCs/>
        </w:rPr>
        <w:t xml:space="preserve">. </w:t>
      </w:r>
      <w:r w:rsidRPr="00223237">
        <w:rPr>
          <w:i/>
          <w:iCs/>
        </w:rPr>
        <w:t>Il se ra</w:t>
      </w:r>
      <w:r w:rsidRPr="00223237">
        <w:rPr>
          <w:i/>
          <w:iCs/>
        </w:rPr>
        <w:t>s</w:t>
      </w:r>
      <w:r w:rsidRPr="00223237">
        <w:rPr>
          <w:i/>
          <w:iCs/>
        </w:rPr>
        <w:t>sied</w:t>
      </w:r>
      <w:r w:rsidR="00AB6DDF">
        <w:rPr>
          <w:i/>
          <w:iCs/>
        </w:rPr>
        <w:t xml:space="preserve">.) </w:t>
      </w:r>
      <w:r w:rsidRPr="00223237">
        <w:t>Non</w:t>
      </w:r>
      <w:r w:rsidR="00AB6DDF">
        <w:t xml:space="preserve">, </w:t>
      </w:r>
      <w:r w:rsidRPr="00223237">
        <w:t>donnez-le-moi</w:t>
      </w:r>
      <w:r w:rsidR="00AB6DDF">
        <w:t xml:space="preserve">. </w:t>
      </w:r>
      <w:r w:rsidRPr="00223237">
        <w:t>Allô</w:t>
      </w:r>
      <w:r w:rsidR="00AB6DDF">
        <w:t xml:space="preserve"> ?… </w:t>
      </w:r>
      <w:r w:rsidRPr="00223237">
        <w:t>Allô</w:t>
      </w:r>
      <w:r w:rsidR="00AB6DDF">
        <w:t xml:space="preserve">… </w:t>
      </w:r>
      <w:r w:rsidR="00AB6DDF">
        <w:rPr>
          <w:i/>
        </w:rPr>
        <w:t>(</w:t>
      </w:r>
      <w:r w:rsidRPr="00223237">
        <w:rPr>
          <w:i/>
        </w:rPr>
        <w:t>Il</w:t>
      </w:r>
      <w:r w:rsidRPr="00223237">
        <w:t xml:space="preserve"> </w:t>
      </w:r>
      <w:r w:rsidRPr="00223237">
        <w:rPr>
          <w:i/>
          <w:iCs/>
        </w:rPr>
        <w:t xml:space="preserve">dit </w:t>
      </w:r>
      <w:r w:rsidR="00AB6DDF">
        <w:rPr>
          <w:i/>
          <w:iCs/>
        </w:rPr>
        <w:t>« </w:t>
      </w:r>
      <w:r w:rsidRPr="00223237">
        <w:rPr>
          <w:i/>
          <w:iCs/>
        </w:rPr>
        <w:t>Allô</w:t>
      </w:r>
      <w:r w:rsidR="00AB6DDF">
        <w:rPr>
          <w:i/>
          <w:iCs/>
        </w:rPr>
        <w:t> »</w:t>
      </w:r>
      <w:r w:rsidRPr="00223237">
        <w:rPr>
          <w:i/>
          <w:iCs/>
        </w:rPr>
        <w:t xml:space="preserve"> sur toute une gamme de tons qui va de l</w:t>
      </w:r>
      <w:r w:rsidR="00AB6DDF">
        <w:rPr>
          <w:i/>
          <w:iCs/>
        </w:rPr>
        <w:t>’</w:t>
      </w:r>
      <w:r w:rsidRPr="00223237">
        <w:rPr>
          <w:i/>
          <w:iCs/>
        </w:rPr>
        <w:t>impatience à l</w:t>
      </w:r>
      <w:r w:rsidR="00AB6DDF">
        <w:rPr>
          <w:i/>
          <w:iCs/>
        </w:rPr>
        <w:t>’</w:t>
      </w:r>
      <w:r w:rsidRPr="00223237">
        <w:rPr>
          <w:i/>
          <w:iCs/>
        </w:rPr>
        <w:t>anxiété</w:t>
      </w:r>
      <w:r w:rsidR="00AB6DDF">
        <w:rPr>
          <w:i/>
          <w:iCs/>
        </w:rPr>
        <w:t xml:space="preserve">. </w:t>
      </w:r>
      <w:r w:rsidRPr="00223237">
        <w:rPr>
          <w:i/>
          <w:iCs/>
        </w:rPr>
        <w:t>Tout à coup</w:t>
      </w:r>
      <w:r w:rsidR="00AB6DDF">
        <w:rPr>
          <w:i/>
          <w:iCs/>
        </w:rPr>
        <w:t xml:space="preserve">, </w:t>
      </w:r>
      <w:r w:rsidRPr="00223237">
        <w:rPr>
          <w:i/>
          <w:iCs/>
        </w:rPr>
        <w:t>son visage s</w:t>
      </w:r>
      <w:r w:rsidR="00AB6DDF">
        <w:rPr>
          <w:i/>
          <w:iCs/>
        </w:rPr>
        <w:t>’</w:t>
      </w:r>
      <w:r w:rsidRPr="00223237">
        <w:rPr>
          <w:i/>
          <w:iCs/>
        </w:rPr>
        <w:t>éclaire et sa voix devient tendre</w:t>
      </w:r>
      <w:r w:rsidR="00AB6DDF">
        <w:rPr>
          <w:i/>
          <w:iCs/>
        </w:rPr>
        <w:t xml:space="preserve">.) </w:t>
      </w:r>
      <w:r w:rsidRPr="00223237">
        <w:t>A</w:t>
      </w:r>
      <w:r w:rsidRPr="00223237">
        <w:t>l</w:t>
      </w:r>
      <w:r w:rsidRPr="00223237">
        <w:t>lô</w:t>
      </w:r>
      <w:r w:rsidR="00AB6DDF">
        <w:t xml:space="preserve">, </w:t>
      </w:r>
      <w:r w:rsidRPr="00223237">
        <w:t>c</w:t>
      </w:r>
      <w:r w:rsidR="00AB6DDF">
        <w:t>’</w:t>
      </w:r>
      <w:r w:rsidRPr="00223237">
        <w:t>est vous</w:t>
      </w:r>
      <w:r w:rsidR="00AB6DDF">
        <w:t xml:space="preserve">, </w:t>
      </w:r>
      <w:r w:rsidRPr="00223237">
        <w:t>chérie</w:t>
      </w:r>
      <w:r w:rsidR="00AB6DDF">
        <w:t xml:space="preserve"> ? – </w:t>
      </w:r>
      <w:r w:rsidRPr="00223237">
        <w:t>Oui</w:t>
      </w:r>
      <w:r w:rsidR="00AB6DDF">
        <w:t xml:space="preserve">, </w:t>
      </w:r>
      <w:r w:rsidRPr="00223237">
        <w:t>c</w:t>
      </w:r>
      <w:r w:rsidR="00AB6DDF">
        <w:t>’</w:t>
      </w:r>
      <w:r w:rsidRPr="00223237">
        <w:t>est moi</w:t>
      </w:r>
      <w:r w:rsidR="00AB6DDF">
        <w:t xml:space="preserve">. </w:t>
      </w:r>
      <w:r w:rsidRPr="00223237">
        <w:t>Mais qu</w:t>
      </w:r>
      <w:r w:rsidR="00AB6DDF">
        <w:t>’</w:t>
      </w:r>
      <w:r w:rsidRPr="00223237">
        <w:t>est-ce qui se passe</w:t>
      </w:r>
      <w:r w:rsidR="00AB6DDF">
        <w:t xml:space="preserve"> ? – </w:t>
      </w:r>
      <w:r w:rsidRPr="00223237">
        <w:t>Comment rien</w:t>
      </w:r>
      <w:r w:rsidR="00AB6DDF">
        <w:t xml:space="preserve"> ? </w:t>
      </w:r>
      <w:r w:rsidRPr="00223237">
        <w:t>Mais vous savez l</w:t>
      </w:r>
      <w:r w:rsidR="00AB6DDF">
        <w:t>’</w:t>
      </w:r>
      <w:r w:rsidRPr="00223237">
        <w:t>heure qu</w:t>
      </w:r>
      <w:r w:rsidR="00AB6DDF">
        <w:t>’</w:t>
      </w:r>
      <w:r w:rsidRPr="00223237">
        <w:t>il est</w:t>
      </w:r>
      <w:r w:rsidR="00AB6DDF">
        <w:t xml:space="preserve"> ? – </w:t>
      </w:r>
      <w:r w:rsidRPr="00223237">
        <w:t>Oh</w:t>
      </w:r>
      <w:r w:rsidR="00AB6DDF">
        <w:t xml:space="preserve"> !… </w:t>
      </w:r>
      <w:r w:rsidRPr="00223237">
        <w:t>Pourquoi</w:t>
      </w:r>
      <w:r w:rsidR="00AB6DDF">
        <w:t xml:space="preserve"> ? – </w:t>
      </w:r>
      <w:r w:rsidRPr="00223237">
        <w:t>Ho</w:t>
      </w:r>
      <w:r w:rsidR="00AB6DDF">
        <w:t xml:space="preserve">… </w:t>
      </w:r>
      <w:r w:rsidRPr="00223237">
        <w:t>mais pourquoi</w:t>
      </w:r>
      <w:r w:rsidR="00AB6DDF">
        <w:t xml:space="preserve"> ? – </w:t>
      </w:r>
      <w:r w:rsidRPr="00223237">
        <w:t>Qu</w:t>
      </w:r>
      <w:r w:rsidR="00AB6DDF">
        <w:t>’</w:t>
      </w:r>
      <w:r w:rsidRPr="00223237">
        <w:t>est-ce que vous voulez qu</w:t>
      </w:r>
      <w:r w:rsidR="00AB6DDF">
        <w:t>’</w:t>
      </w:r>
      <w:r w:rsidRPr="00223237">
        <w:t>il arrive</w:t>
      </w:r>
      <w:r w:rsidR="00AB6DDF">
        <w:t xml:space="preserve"> ? – </w:t>
      </w:r>
      <w:r w:rsidRPr="00223237">
        <w:t>Il y en a toujours au coin de l</w:t>
      </w:r>
      <w:r w:rsidR="00AB6DDF">
        <w:t>’</w:t>
      </w:r>
      <w:r w:rsidRPr="00223237">
        <w:t xml:space="preserve">avenue de </w:t>
      </w:r>
      <w:r w:rsidRPr="00223237">
        <w:lastRenderedPageBreak/>
        <w:t>l</w:t>
      </w:r>
      <w:r w:rsidR="00AB6DDF">
        <w:t>’</w:t>
      </w:r>
      <w:r w:rsidRPr="00223237">
        <w:t>Alma</w:t>
      </w:r>
      <w:r w:rsidR="00AB6DDF">
        <w:t xml:space="preserve">. – </w:t>
      </w:r>
      <w:r w:rsidRPr="00223237">
        <w:t>Écoutez</w:t>
      </w:r>
      <w:r w:rsidR="00AB6DDF">
        <w:t xml:space="preserve">, </w:t>
      </w:r>
      <w:r w:rsidRPr="00223237">
        <w:t>mon chéri adoré</w:t>
      </w:r>
      <w:r w:rsidR="00AB6DDF">
        <w:t xml:space="preserve">, </w:t>
      </w:r>
      <w:r w:rsidRPr="00223237">
        <w:t>je</w:t>
      </w:r>
      <w:r w:rsidR="00AB6DDF">
        <w:t xml:space="preserve">… </w:t>
      </w:r>
      <w:r w:rsidRPr="00223237">
        <w:t>Comment</w:t>
      </w:r>
      <w:r w:rsidR="00AB6DDF">
        <w:t xml:space="preserve"> ? – </w:t>
      </w:r>
      <w:r w:rsidRPr="00223237">
        <w:t>Non</w:t>
      </w:r>
      <w:r w:rsidR="00AB6DDF">
        <w:t xml:space="preserve">, </w:t>
      </w:r>
      <w:r w:rsidRPr="00223237">
        <w:t>n</w:t>
      </w:r>
      <w:r w:rsidR="00AB6DDF">
        <w:t>’</w:t>
      </w:r>
      <w:r w:rsidRPr="00223237">
        <w:t>ayez pas peur</w:t>
      </w:r>
      <w:r w:rsidR="00AB6DDF">
        <w:t xml:space="preserve">, </w:t>
      </w:r>
      <w:r w:rsidRPr="00223237">
        <w:t>on n</w:t>
      </w:r>
      <w:r w:rsidR="00AB6DDF">
        <w:t>’</w:t>
      </w:r>
      <w:r w:rsidRPr="00223237">
        <w:t>entend jamais que des comma</w:t>
      </w:r>
      <w:r w:rsidRPr="00223237">
        <w:t>n</w:t>
      </w:r>
      <w:r w:rsidRPr="00223237">
        <w:t>des par le téléphone</w:t>
      </w:r>
      <w:r w:rsidR="00AB6DDF">
        <w:t xml:space="preserve">. </w:t>
      </w:r>
      <w:r w:rsidRPr="00223237">
        <w:t>Écoutez</w:t>
      </w:r>
      <w:r w:rsidR="00AB6DDF">
        <w:t xml:space="preserve">, </w:t>
      </w:r>
      <w:r w:rsidRPr="00223237">
        <w:t>mon amour</w:t>
      </w:r>
      <w:r w:rsidR="00AB6DDF">
        <w:t xml:space="preserve">, </w:t>
      </w:r>
      <w:r w:rsidRPr="00223237">
        <w:t>je ne vous comprends pas</w:t>
      </w:r>
      <w:r w:rsidR="00AB6DDF">
        <w:t xml:space="preserve">. </w:t>
      </w:r>
      <w:r w:rsidRPr="00223237">
        <w:t>Tantôt</w:t>
      </w:r>
      <w:r w:rsidR="00AB6DDF">
        <w:t xml:space="preserve">, </w:t>
      </w:r>
      <w:r w:rsidRPr="00223237">
        <w:t>vous m</w:t>
      </w:r>
      <w:r w:rsidR="00AB6DDF">
        <w:t>’</w:t>
      </w:r>
      <w:r w:rsidRPr="00223237">
        <w:t xml:space="preserve">avez répondu </w:t>
      </w:r>
      <w:r w:rsidR="00AB6DDF">
        <w:t>« </w:t>
      </w:r>
      <w:r w:rsidRPr="00223237">
        <w:t>oui</w:t>
      </w:r>
      <w:r w:rsidR="00AB6DDF">
        <w:t> »</w:t>
      </w:r>
      <w:r w:rsidRPr="00223237">
        <w:t xml:space="preserve"> d</w:t>
      </w:r>
      <w:r w:rsidR="00AB6DDF">
        <w:t>’</w:t>
      </w:r>
      <w:r w:rsidRPr="00223237">
        <w:t>une f</w:t>
      </w:r>
      <w:r w:rsidRPr="00223237">
        <w:t>a</w:t>
      </w:r>
      <w:r w:rsidRPr="00223237">
        <w:t>çon si spontanée</w:t>
      </w:r>
      <w:r w:rsidR="00AB6DDF">
        <w:t xml:space="preserve">, </w:t>
      </w:r>
      <w:r w:rsidRPr="00223237">
        <w:t>votre ton était catégorique</w:t>
      </w:r>
      <w:r w:rsidR="00AB6DDF">
        <w:t xml:space="preserve">… </w:t>
      </w:r>
      <w:r w:rsidRPr="00223237">
        <w:t>Non</w:t>
      </w:r>
      <w:r w:rsidR="00AB6DDF">
        <w:t xml:space="preserve"> : </w:t>
      </w:r>
      <w:r w:rsidRPr="00223237">
        <w:t>ton</w:t>
      </w:r>
      <w:r w:rsidR="00AB6DDF">
        <w:t xml:space="preserve">… – </w:t>
      </w:r>
      <w:r w:rsidRPr="00223237">
        <w:t>Mais non</w:t>
      </w:r>
      <w:r w:rsidR="00AB6DDF">
        <w:t xml:space="preserve"> : </w:t>
      </w:r>
      <w:r w:rsidRPr="00223237">
        <w:t>ton</w:t>
      </w:r>
      <w:r w:rsidR="00AB6DDF">
        <w:t xml:space="preserve">… – </w:t>
      </w:r>
      <w:r w:rsidRPr="00223237">
        <w:t>Non</w:t>
      </w:r>
      <w:r w:rsidR="00AB6DDF">
        <w:t xml:space="preserve">, </w:t>
      </w:r>
      <w:r w:rsidRPr="00223237">
        <w:t xml:space="preserve">je te dis ton </w:t>
      </w:r>
      <w:proofErr w:type="spellStart"/>
      <w:r w:rsidRPr="00223237">
        <w:t>ton</w:t>
      </w:r>
      <w:proofErr w:type="spellEnd"/>
      <w:r w:rsidR="00AB6DDF">
        <w:t xml:space="preserve">… </w:t>
      </w:r>
      <w:r w:rsidRPr="00223237">
        <w:t>pardon votre ton</w:t>
      </w:r>
      <w:r w:rsidR="00AB6DDF">
        <w:t xml:space="preserve">… – </w:t>
      </w:r>
      <w:r w:rsidRPr="00223237">
        <w:t>Oui</w:t>
      </w:r>
      <w:r w:rsidR="00AB6DDF">
        <w:t xml:space="preserve">, </w:t>
      </w:r>
      <w:r w:rsidRPr="00223237">
        <w:t>c</w:t>
      </w:r>
      <w:r w:rsidR="00AB6DDF">
        <w:t>’</w:t>
      </w:r>
      <w:r w:rsidRPr="00223237">
        <w:t>est ça</w:t>
      </w:r>
      <w:r w:rsidR="00AB6DDF">
        <w:t xml:space="preserve">. </w:t>
      </w:r>
      <w:r w:rsidRPr="00223237">
        <w:t>Eh bien</w:t>
      </w:r>
      <w:r w:rsidR="00AB6DDF">
        <w:t xml:space="preserve"> ! </w:t>
      </w:r>
      <w:r w:rsidRPr="00223237">
        <w:t>il était catégorique</w:t>
      </w:r>
      <w:r w:rsidR="00AB6DDF">
        <w:t xml:space="preserve">, </w:t>
      </w:r>
      <w:r w:rsidRPr="00223237">
        <w:t>tantôt</w:t>
      </w:r>
      <w:r w:rsidR="00AB6DDF">
        <w:t xml:space="preserve">, </w:t>
      </w:r>
      <w:r w:rsidRPr="00223237">
        <w:t xml:space="preserve">ton </w:t>
      </w:r>
      <w:proofErr w:type="spellStart"/>
      <w:r w:rsidRPr="00223237">
        <w:t>ton</w:t>
      </w:r>
      <w:proofErr w:type="spellEnd"/>
      <w:r w:rsidR="00AB6DDF">
        <w:t xml:space="preserve">. </w:t>
      </w:r>
      <w:r w:rsidRPr="00223237">
        <w:t>Alors</w:t>
      </w:r>
      <w:r w:rsidR="00AB6DDF">
        <w:t xml:space="preserve">, </w:t>
      </w:r>
      <w:r w:rsidRPr="00223237">
        <w:t>qu</w:t>
      </w:r>
      <w:r w:rsidR="00AB6DDF">
        <w:t>’</w:t>
      </w:r>
      <w:r w:rsidRPr="00223237">
        <w:t>est-ce qu</w:t>
      </w:r>
      <w:r w:rsidR="00AB6DDF">
        <w:t>’</w:t>
      </w:r>
      <w:r w:rsidRPr="00223237">
        <w:t>il y a eu</w:t>
      </w:r>
      <w:r w:rsidR="00AB6DDF">
        <w:t xml:space="preserve"> ? – </w:t>
      </w:r>
      <w:r w:rsidRPr="00223237">
        <w:t>Oh</w:t>
      </w:r>
      <w:r w:rsidR="00AB6DDF">
        <w:t xml:space="preserve"> ! </w:t>
      </w:r>
      <w:r w:rsidR="00AB6DDF">
        <w:rPr>
          <w:i/>
          <w:iCs/>
        </w:rPr>
        <w:t>(</w:t>
      </w:r>
      <w:r w:rsidRPr="00223237">
        <w:rPr>
          <w:i/>
          <w:iCs/>
        </w:rPr>
        <w:t>À part</w:t>
      </w:r>
      <w:r w:rsidR="00AB6DDF">
        <w:rPr>
          <w:i/>
          <w:iCs/>
        </w:rPr>
        <w:t xml:space="preserve">.) </w:t>
      </w:r>
      <w:r w:rsidRPr="00223237">
        <w:t>Ça y est</w:t>
      </w:r>
      <w:r w:rsidR="00AB6DDF">
        <w:t xml:space="preserve">, </w:t>
      </w:r>
      <w:r w:rsidRPr="00223237">
        <w:t>elle a réfléchi</w:t>
      </w:r>
      <w:r w:rsidR="00AB6DDF">
        <w:t xml:space="preserve"> ! </w:t>
      </w:r>
      <w:r w:rsidR="00AB6DDF">
        <w:rPr>
          <w:i/>
          <w:iCs/>
        </w:rPr>
        <w:t>(</w:t>
      </w:r>
      <w:r w:rsidRPr="00223237">
        <w:rPr>
          <w:i/>
          <w:iCs/>
        </w:rPr>
        <w:t>Haut</w:t>
      </w:r>
      <w:r w:rsidR="00AB6DDF">
        <w:rPr>
          <w:i/>
          <w:iCs/>
        </w:rPr>
        <w:t xml:space="preserve">.) </w:t>
      </w:r>
      <w:r w:rsidRPr="00223237">
        <w:t>Mais il ne faut pas réfléchir</w:t>
      </w:r>
      <w:r w:rsidR="00AB6DDF">
        <w:t xml:space="preserve">, </w:t>
      </w:r>
      <w:r w:rsidRPr="00223237">
        <w:t>mon amour</w:t>
      </w:r>
      <w:r w:rsidR="00AB6DDF">
        <w:t xml:space="preserve">, </w:t>
      </w:r>
      <w:r w:rsidRPr="00223237">
        <w:t>il ne faut j</w:t>
      </w:r>
      <w:r w:rsidRPr="00223237">
        <w:t>a</w:t>
      </w:r>
      <w:r w:rsidRPr="00223237">
        <w:t>mais réfléchir</w:t>
      </w:r>
      <w:r w:rsidR="00AB6DDF">
        <w:t xml:space="preserve">, </w:t>
      </w:r>
      <w:r w:rsidRPr="00223237">
        <w:t>il faut</w:t>
      </w:r>
      <w:r w:rsidR="00AB6DDF">
        <w:t xml:space="preserve">… </w:t>
      </w:r>
      <w:r w:rsidRPr="00223237">
        <w:t>allô</w:t>
      </w:r>
      <w:r w:rsidR="00AB6DDF">
        <w:t xml:space="preserve"> ?… </w:t>
      </w:r>
      <w:r w:rsidRPr="00223237">
        <w:t>Je croyais qu</w:t>
      </w:r>
      <w:r w:rsidR="00AB6DDF">
        <w:t>’</w:t>
      </w:r>
      <w:r w:rsidRPr="00223237">
        <w:t>on avait coupé</w:t>
      </w:r>
      <w:r w:rsidR="00AB6DDF">
        <w:t xml:space="preserve">. </w:t>
      </w:r>
      <w:r w:rsidRPr="00223237">
        <w:t>Je vous disais qu</w:t>
      </w:r>
      <w:r w:rsidR="00AB6DDF">
        <w:t>’</w:t>
      </w:r>
      <w:r w:rsidRPr="00223237">
        <w:t>il fallait toujours se laisser guider par son in</w:t>
      </w:r>
      <w:r w:rsidRPr="00223237">
        <w:t>s</w:t>
      </w:r>
      <w:r w:rsidRPr="00223237">
        <w:t>tinct</w:t>
      </w:r>
      <w:r w:rsidR="00AB6DDF">
        <w:t xml:space="preserve">. </w:t>
      </w:r>
      <w:r w:rsidRPr="00223237">
        <w:t>Écoutez-moi bien</w:t>
      </w:r>
      <w:r w:rsidR="00AB6DDF">
        <w:t xml:space="preserve">, </w:t>
      </w:r>
      <w:r w:rsidRPr="00223237">
        <w:t>mon chéri adoré</w:t>
      </w:r>
      <w:r w:rsidR="00AB6DDF">
        <w:t xml:space="preserve">, </w:t>
      </w:r>
      <w:r w:rsidRPr="00223237">
        <w:t>je ne veux vous dire qu</w:t>
      </w:r>
      <w:r w:rsidR="00AB6DDF">
        <w:t>’</w:t>
      </w:r>
      <w:r w:rsidRPr="00223237">
        <w:t>un mot</w:t>
      </w:r>
      <w:r w:rsidR="00AB6DDF">
        <w:t xml:space="preserve">, </w:t>
      </w:r>
      <w:r w:rsidRPr="00223237">
        <w:t>parce que ce mot-là me vient du cœur</w:t>
      </w:r>
      <w:r w:rsidR="00AB6DDF">
        <w:t xml:space="preserve">. </w:t>
      </w:r>
      <w:r w:rsidR="00AB6DDF">
        <w:rPr>
          <w:i/>
          <w:iCs/>
        </w:rPr>
        <w:t>(</w:t>
      </w:r>
      <w:r w:rsidRPr="00223237">
        <w:rPr>
          <w:i/>
          <w:iCs/>
        </w:rPr>
        <w:t>Tendr</w:t>
      </w:r>
      <w:r w:rsidRPr="00223237">
        <w:rPr>
          <w:i/>
          <w:iCs/>
        </w:rPr>
        <w:t>e</w:t>
      </w:r>
      <w:r w:rsidRPr="00223237">
        <w:rPr>
          <w:i/>
          <w:iCs/>
        </w:rPr>
        <w:t>ment</w:t>
      </w:r>
      <w:r w:rsidR="00AB6DDF">
        <w:rPr>
          <w:i/>
          <w:iCs/>
        </w:rPr>
        <w:t xml:space="preserve">.) </w:t>
      </w:r>
      <w:r w:rsidRPr="00223237">
        <w:t>Écoutez</w:t>
      </w:r>
      <w:r w:rsidR="00AB6DDF">
        <w:t xml:space="preserve">… </w:t>
      </w:r>
      <w:r w:rsidR="00AB6DDF">
        <w:rPr>
          <w:i/>
          <w:iCs/>
        </w:rPr>
        <w:t>(</w:t>
      </w:r>
      <w:r w:rsidRPr="00223237">
        <w:rPr>
          <w:i/>
          <w:iCs/>
        </w:rPr>
        <w:t>Sèchement</w:t>
      </w:r>
      <w:r w:rsidR="00AB6DDF">
        <w:rPr>
          <w:i/>
          <w:iCs/>
        </w:rPr>
        <w:t xml:space="preserve">.) </w:t>
      </w:r>
      <w:r w:rsidRPr="00223237">
        <w:t>N</w:t>
      </w:r>
      <w:r w:rsidR="00AB6DDF">
        <w:t>’</w:t>
      </w:r>
      <w:r w:rsidRPr="00223237">
        <w:t>écoutez pas</w:t>
      </w:r>
      <w:r w:rsidR="00AB6DDF">
        <w:t xml:space="preserve">, </w:t>
      </w:r>
      <w:r w:rsidRPr="00223237">
        <w:t>mademoiselle</w:t>
      </w:r>
      <w:r w:rsidR="00AB6DDF">
        <w:t xml:space="preserve">. </w:t>
      </w:r>
      <w:r w:rsidR="00AB6DDF">
        <w:rPr>
          <w:i/>
          <w:iCs/>
        </w:rPr>
        <w:t>(</w:t>
      </w:r>
      <w:r w:rsidRPr="00223237">
        <w:rPr>
          <w:i/>
          <w:iCs/>
        </w:rPr>
        <w:t>Tendrement</w:t>
      </w:r>
      <w:r w:rsidR="00AB6DDF">
        <w:rPr>
          <w:i/>
          <w:iCs/>
        </w:rPr>
        <w:t xml:space="preserve">.) </w:t>
      </w:r>
      <w:r w:rsidRPr="00223237">
        <w:t>Éco</w:t>
      </w:r>
      <w:r w:rsidRPr="00223237">
        <w:t>u</w:t>
      </w:r>
      <w:r w:rsidRPr="00223237">
        <w:t>tez-moi bien</w:t>
      </w:r>
      <w:r w:rsidR="00AB6DDF">
        <w:t xml:space="preserve">… </w:t>
      </w:r>
      <w:r w:rsidR="00AB6DDF">
        <w:rPr>
          <w:i/>
          <w:iCs/>
        </w:rPr>
        <w:t>(</w:t>
      </w:r>
      <w:r w:rsidRPr="00223237">
        <w:rPr>
          <w:i/>
          <w:iCs/>
        </w:rPr>
        <w:t>Sèchement</w:t>
      </w:r>
      <w:r w:rsidR="00AB6DDF">
        <w:rPr>
          <w:i/>
          <w:iCs/>
        </w:rPr>
        <w:t xml:space="preserve">.) </w:t>
      </w:r>
      <w:r w:rsidRPr="00223237">
        <w:t>N</w:t>
      </w:r>
      <w:r w:rsidR="00AB6DDF">
        <w:t>’</w:t>
      </w:r>
      <w:r w:rsidRPr="00223237">
        <w:t>écoutez pas je vous prie</w:t>
      </w:r>
      <w:r w:rsidR="00AB6DDF">
        <w:t xml:space="preserve">, </w:t>
      </w:r>
      <w:r w:rsidRPr="00223237">
        <w:t>mademoiselle</w:t>
      </w:r>
      <w:r w:rsidR="00AB6DDF">
        <w:t xml:space="preserve">… </w:t>
      </w:r>
      <w:r w:rsidR="00AB6DDF">
        <w:rPr>
          <w:i/>
          <w:iCs/>
        </w:rPr>
        <w:t>(</w:t>
      </w:r>
      <w:r w:rsidRPr="00223237">
        <w:rPr>
          <w:i/>
          <w:iCs/>
        </w:rPr>
        <w:t>Tendrement</w:t>
      </w:r>
      <w:r w:rsidR="00AB6DDF">
        <w:rPr>
          <w:i/>
          <w:iCs/>
        </w:rPr>
        <w:t xml:space="preserve">.) </w:t>
      </w:r>
      <w:r w:rsidRPr="00223237">
        <w:t>Écoutez</w:t>
      </w:r>
      <w:r w:rsidR="00AB6DDF">
        <w:t xml:space="preserve">… </w:t>
      </w:r>
      <w:r w:rsidR="00AB6DDF">
        <w:rPr>
          <w:i/>
          <w:iCs/>
        </w:rPr>
        <w:t>(</w:t>
      </w:r>
      <w:r w:rsidRPr="00223237">
        <w:rPr>
          <w:i/>
          <w:iCs/>
        </w:rPr>
        <w:t>Sèch</w:t>
      </w:r>
      <w:r w:rsidRPr="00223237">
        <w:rPr>
          <w:i/>
          <w:iCs/>
        </w:rPr>
        <w:t>e</w:t>
      </w:r>
      <w:r w:rsidRPr="00223237">
        <w:rPr>
          <w:i/>
          <w:iCs/>
        </w:rPr>
        <w:t>ment</w:t>
      </w:r>
      <w:r w:rsidR="00AB6DDF">
        <w:rPr>
          <w:i/>
          <w:iCs/>
        </w:rPr>
        <w:t xml:space="preserve">.) </w:t>
      </w:r>
      <w:r w:rsidRPr="00223237">
        <w:t>Mais fichez-nous la paix</w:t>
      </w:r>
      <w:r w:rsidR="00AB6DDF">
        <w:t xml:space="preserve">, </w:t>
      </w:r>
      <w:r w:rsidRPr="00223237">
        <w:t>mademoiselle</w:t>
      </w:r>
      <w:r w:rsidR="00AB6DDF">
        <w:t xml:space="preserve">, </w:t>
      </w:r>
      <w:r w:rsidRPr="00223237">
        <w:t>à la fin</w:t>
      </w:r>
      <w:r w:rsidR="00AB6DDF">
        <w:t xml:space="preserve">, </w:t>
      </w:r>
      <w:r w:rsidRPr="00223237">
        <w:t>voyons</w:t>
      </w:r>
      <w:r w:rsidR="00AB6DDF">
        <w:t xml:space="preserve"> ! </w:t>
      </w:r>
      <w:r w:rsidR="00AB6DDF">
        <w:rPr>
          <w:i/>
          <w:iCs/>
        </w:rPr>
        <w:t>(</w:t>
      </w:r>
      <w:r w:rsidRPr="00223237">
        <w:rPr>
          <w:i/>
          <w:iCs/>
        </w:rPr>
        <w:t>Tendrement</w:t>
      </w:r>
      <w:r w:rsidR="00AB6DDF">
        <w:rPr>
          <w:i/>
          <w:iCs/>
        </w:rPr>
        <w:t xml:space="preserve">.) </w:t>
      </w:r>
      <w:r w:rsidRPr="00223237">
        <w:t>A</w:t>
      </w:r>
      <w:r w:rsidRPr="00223237">
        <w:t>l</w:t>
      </w:r>
      <w:r w:rsidRPr="00223237">
        <w:t>lô</w:t>
      </w:r>
      <w:r w:rsidR="00AB6DDF">
        <w:t xml:space="preserve">, </w:t>
      </w:r>
      <w:r w:rsidRPr="00223237">
        <w:t>chérie</w:t>
      </w:r>
      <w:r w:rsidR="00AB6DDF">
        <w:t xml:space="preserve">, </w:t>
      </w:r>
      <w:r w:rsidRPr="00223237">
        <w:t>écoutez</w:t>
      </w:r>
      <w:r w:rsidR="00AB6DDF">
        <w:t xml:space="preserve">, </w:t>
      </w:r>
      <w:r w:rsidRPr="00223237">
        <w:t>ce mot</w:t>
      </w:r>
      <w:r w:rsidR="00AB6DDF">
        <w:t xml:space="preserve">, </w:t>
      </w:r>
      <w:r w:rsidRPr="00223237">
        <w:t>ce mot qui me vient du cœur et qui tout doucement me monte aux lèvres</w:t>
      </w:r>
      <w:r w:rsidR="00AB6DDF">
        <w:t xml:space="preserve">, </w:t>
      </w:r>
      <w:r w:rsidRPr="00223237">
        <w:t>c</w:t>
      </w:r>
      <w:r w:rsidR="00AB6DDF">
        <w:t>’</w:t>
      </w:r>
      <w:r w:rsidRPr="00223237">
        <w:t>est tout simplement le mot</w:t>
      </w:r>
      <w:r w:rsidR="00AB6DDF">
        <w:t xml:space="preserve">… </w:t>
      </w:r>
      <w:r w:rsidRPr="00223237">
        <w:t>Allô</w:t>
      </w:r>
      <w:r w:rsidR="00AB6DDF">
        <w:t xml:space="preserve">… </w:t>
      </w:r>
      <w:r w:rsidRPr="00223237">
        <w:t>elles ont coupé</w:t>
      </w:r>
      <w:r w:rsidR="00AB6DDF">
        <w:t xml:space="preserve">, </w:t>
      </w:r>
      <w:r w:rsidRPr="00223237">
        <w:t>les salopes</w:t>
      </w:r>
      <w:r w:rsidR="00AB6DDF">
        <w:t xml:space="preserve"> ! </w:t>
      </w:r>
      <w:r w:rsidR="00AB6DDF">
        <w:rPr>
          <w:i/>
          <w:iCs/>
        </w:rPr>
        <w:t>(</w:t>
      </w:r>
      <w:r w:rsidRPr="00223237">
        <w:rPr>
          <w:i/>
          <w:iCs/>
        </w:rPr>
        <w:t>Hu</w:t>
      </w:r>
      <w:r w:rsidRPr="00223237">
        <w:rPr>
          <w:i/>
          <w:iCs/>
        </w:rPr>
        <w:t>r</w:t>
      </w:r>
      <w:r w:rsidRPr="00223237">
        <w:rPr>
          <w:i/>
          <w:iCs/>
        </w:rPr>
        <w:t>lant</w:t>
      </w:r>
      <w:r w:rsidR="00AB6DDF">
        <w:rPr>
          <w:i/>
          <w:iCs/>
        </w:rPr>
        <w:t xml:space="preserve">.) </w:t>
      </w:r>
      <w:r w:rsidRPr="00223237">
        <w:t>Allô</w:t>
      </w:r>
      <w:r w:rsidR="00AB6DDF">
        <w:t xml:space="preserve"> ?… </w:t>
      </w:r>
      <w:r w:rsidRPr="00223237">
        <w:t>Allô</w:t>
      </w:r>
      <w:r w:rsidR="00AB6DDF">
        <w:t xml:space="preserve"> ?… </w:t>
      </w:r>
      <w:r w:rsidR="00AB6DDF">
        <w:rPr>
          <w:i/>
          <w:iCs/>
        </w:rPr>
        <w:t>(</w:t>
      </w:r>
      <w:r w:rsidRPr="00223237">
        <w:rPr>
          <w:i/>
          <w:iCs/>
        </w:rPr>
        <w:t>Menaçant</w:t>
      </w:r>
      <w:r w:rsidR="00AB6DDF">
        <w:rPr>
          <w:i/>
          <w:iCs/>
        </w:rPr>
        <w:t xml:space="preserve">.) </w:t>
      </w:r>
      <w:r w:rsidRPr="00223237">
        <w:t>Je vous jure que</w:t>
      </w:r>
      <w:r w:rsidR="00AB6DDF">
        <w:t xml:space="preserve">… </w:t>
      </w:r>
      <w:r w:rsidR="00AB6DDF">
        <w:rPr>
          <w:i/>
          <w:iCs/>
        </w:rPr>
        <w:t>(</w:t>
      </w:r>
      <w:r w:rsidRPr="00223237">
        <w:rPr>
          <w:i/>
          <w:iCs/>
        </w:rPr>
        <w:t>Rado</w:t>
      </w:r>
      <w:r w:rsidRPr="00223237">
        <w:rPr>
          <w:i/>
          <w:iCs/>
        </w:rPr>
        <w:t>u</w:t>
      </w:r>
      <w:r w:rsidRPr="00223237">
        <w:rPr>
          <w:i/>
          <w:iCs/>
        </w:rPr>
        <w:t>ci</w:t>
      </w:r>
      <w:r w:rsidR="00AB6DDF">
        <w:rPr>
          <w:i/>
          <w:iCs/>
        </w:rPr>
        <w:t xml:space="preserve">.) </w:t>
      </w:r>
      <w:r w:rsidRPr="00223237">
        <w:t>Oh</w:t>
      </w:r>
      <w:r w:rsidR="00AB6DDF">
        <w:t xml:space="preserve">… </w:t>
      </w:r>
      <w:r w:rsidRPr="00223237">
        <w:t>C</w:t>
      </w:r>
      <w:r w:rsidR="00AB6DDF">
        <w:t>’</w:t>
      </w:r>
      <w:r w:rsidRPr="00223237">
        <w:t>est vous</w:t>
      </w:r>
      <w:r w:rsidR="00AB6DDF">
        <w:t xml:space="preserve"> ? </w:t>
      </w:r>
      <w:r w:rsidRPr="00223237">
        <w:t>Pardon</w:t>
      </w:r>
      <w:r w:rsidR="00AB6DDF">
        <w:t xml:space="preserve">. </w:t>
      </w:r>
      <w:r w:rsidRPr="00223237">
        <w:t>Je vous jure que jamais un être au monde n</w:t>
      </w:r>
      <w:r w:rsidR="00AB6DDF">
        <w:t>’</w:t>
      </w:r>
      <w:r w:rsidRPr="00223237">
        <w:t>a jamais été désiré comme je vous désire en ce m</w:t>
      </w:r>
      <w:r w:rsidRPr="00223237">
        <w:t>o</w:t>
      </w:r>
      <w:r w:rsidRPr="00223237">
        <w:t>ment</w:t>
      </w:r>
      <w:r w:rsidR="00AB6DDF">
        <w:t xml:space="preserve">, </w:t>
      </w:r>
      <w:r w:rsidRPr="00223237">
        <w:t>mon a</w:t>
      </w:r>
      <w:r w:rsidRPr="00223237">
        <w:t>i</w:t>
      </w:r>
      <w:r w:rsidRPr="00223237">
        <w:t>mée</w:t>
      </w:r>
      <w:r w:rsidR="00AB6DDF">
        <w:t xml:space="preserve"> ! </w:t>
      </w:r>
      <w:r w:rsidRPr="00223237">
        <w:t>Écoutez-moi</w:t>
      </w:r>
      <w:r w:rsidR="00AB6DDF">
        <w:t xml:space="preserve">. </w:t>
      </w:r>
      <w:r w:rsidRPr="00223237">
        <w:t>Je vous assure qu</w:t>
      </w:r>
      <w:r w:rsidR="00AB6DDF">
        <w:t>’</w:t>
      </w:r>
      <w:r w:rsidRPr="00223237">
        <w:t>il vous faut à peine cinq minutes pour être ici</w:t>
      </w:r>
      <w:r w:rsidR="00AB6DDF">
        <w:t xml:space="preserve">. – </w:t>
      </w:r>
      <w:r w:rsidRPr="00223237">
        <w:t>Non</w:t>
      </w:r>
      <w:r w:rsidR="00AB6DDF">
        <w:t xml:space="preserve">, </w:t>
      </w:r>
      <w:r w:rsidRPr="00223237">
        <w:t>non</w:t>
      </w:r>
      <w:r w:rsidR="00AB6DDF">
        <w:t xml:space="preserve">, </w:t>
      </w:r>
      <w:r w:rsidRPr="00223237">
        <w:t>pas plus</w:t>
      </w:r>
      <w:r w:rsidR="00AB6DDF">
        <w:t xml:space="preserve">, </w:t>
      </w:r>
      <w:r w:rsidRPr="00223237">
        <w:t>croyez-moi</w:t>
      </w:r>
      <w:r w:rsidR="00AB6DDF">
        <w:t xml:space="preserve">. </w:t>
      </w:r>
      <w:r w:rsidRPr="00223237">
        <w:t>J</w:t>
      </w:r>
      <w:r w:rsidR="00AB6DDF">
        <w:t>’</w:t>
      </w:r>
      <w:r w:rsidRPr="00223237">
        <w:t>en ai fait vingt fois l</w:t>
      </w:r>
      <w:r w:rsidR="00AB6DDF">
        <w:t>’</w:t>
      </w:r>
      <w:r w:rsidRPr="00223237">
        <w:t>expérience en allant chez vous</w:t>
      </w:r>
      <w:r w:rsidR="00AB6DDF">
        <w:t xml:space="preserve">. – </w:t>
      </w:r>
      <w:r w:rsidRPr="00223237">
        <w:t>Eh bien</w:t>
      </w:r>
      <w:r w:rsidR="00AB6DDF">
        <w:t xml:space="preserve"> ! </w:t>
      </w:r>
      <w:r w:rsidRPr="00223237">
        <w:t>une heure</w:t>
      </w:r>
      <w:r w:rsidR="00AB6DDF">
        <w:t xml:space="preserve">, </w:t>
      </w:r>
      <w:r w:rsidRPr="00223237">
        <w:t>pensez</w:t>
      </w:r>
      <w:r w:rsidR="00AB6DDF">
        <w:t xml:space="preserve">… </w:t>
      </w:r>
      <w:r w:rsidRPr="00223237">
        <w:t>pense donc</w:t>
      </w:r>
      <w:r w:rsidR="00AB6DDF">
        <w:t xml:space="preserve">, </w:t>
      </w:r>
      <w:r w:rsidRPr="00223237">
        <w:t xml:space="preserve">en une heure à tout ce que nous pouvons </w:t>
      </w:r>
      <w:proofErr w:type="spellStart"/>
      <w:r w:rsidRPr="00223237">
        <w:t>fai</w:t>
      </w:r>
      <w:proofErr w:type="spellEnd"/>
      <w:r w:rsidR="00AB6DDF">
        <w:t xml:space="preserve">… </w:t>
      </w:r>
      <w:r w:rsidRPr="00223237">
        <w:t>nous dire</w:t>
      </w:r>
      <w:r w:rsidR="00AB6DDF">
        <w:t xml:space="preserve"> ! </w:t>
      </w:r>
      <w:r w:rsidRPr="00223237">
        <w:t>Comment êtes-vous habillée</w:t>
      </w:r>
      <w:r w:rsidR="00AB6DDF">
        <w:t xml:space="preserve">, </w:t>
      </w:r>
      <w:r w:rsidRPr="00223237">
        <w:t>d</w:t>
      </w:r>
      <w:r w:rsidR="00AB6DDF">
        <w:t>’</w:t>
      </w:r>
      <w:r w:rsidRPr="00223237">
        <w:t>abord</w:t>
      </w:r>
      <w:r w:rsidR="00AB6DDF">
        <w:t xml:space="preserve"> ? – </w:t>
      </w:r>
      <w:r w:rsidRPr="00223237">
        <w:t>Eh bien</w:t>
      </w:r>
      <w:r w:rsidR="00AB6DDF">
        <w:t xml:space="preserve"> ! </w:t>
      </w:r>
      <w:r w:rsidRPr="00223237">
        <w:t>remettez-le</w:t>
      </w:r>
      <w:r w:rsidR="00AB6DDF">
        <w:t xml:space="preserve">, </w:t>
      </w:r>
      <w:r w:rsidRPr="00223237">
        <w:t>votre chapeau</w:t>
      </w:r>
      <w:r w:rsidR="00AB6DDF">
        <w:t xml:space="preserve">. </w:t>
      </w:r>
      <w:r w:rsidRPr="00223237">
        <w:t>Moi</w:t>
      </w:r>
      <w:r w:rsidR="00AB6DDF">
        <w:t xml:space="preserve"> ? </w:t>
      </w:r>
      <w:r w:rsidRPr="00223237">
        <w:t>Mais</w:t>
      </w:r>
      <w:r w:rsidR="00AB6DDF">
        <w:t xml:space="preserve">, </w:t>
      </w:r>
      <w:r w:rsidRPr="00223237">
        <w:t>mon amour</w:t>
      </w:r>
      <w:r w:rsidR="00AB6DDF">
        <w:t xml:space="preserve">, </w:t>
      </w:r>
      <w:r w:rsidRPr="00223237">
        <w:t>je suis en</w:t>
      </w:r>
      <w:r w:rsidR="00AB6DDF">
        <w:t xml:space="preserve">… </w:t>
      </w:r>
      <w:r w:rsidRPr="00223237">
        <w:t>complet veston comme j</w:t>
      </w:r>
      <w:r w:rsidR="00AB6DDF">
        <w:t>’</w:t>
      </w:r>
      <w:r w:rsidRPr="00223237">
        <w:t>étais tantôt</w:t>
      </w:r>
      <w:r w:rsidR="00AB6DDF">
        <w:t xml:space="preserve">. – </w:t>
      </w:r>
      <w:r w:rsidRPr="00223237">
        <w:t>Le même</w:t>
      </w:r>
      <w:r w:rsidR="00AB6DDF">
        <w:t xml:space="preserve">, </w:t>
      </w:r>
      <w:r w:rsidRPr="00223237">
        <w:t>exactement</w:t>
      </w:r>
      <w:r w:rsidR="00AB6DDF">
        <w:t xml:space="preserve">. – </w:t>
      </w:r>
      <w:r w:rsidRPr="00223237">
        <w:t>Comment</w:t>
      </w:r>
      <w:r w:rsidR="00AB6DDF">
        <w:t xml:space="preserve">, </w:t>
      </w:r>
      <w:r w:rsidRPr="00223237">
        <w:t>le lit</w:t>
      </w:r>
      <w:r w:rsidR="00AB6DDF">
        <w:t xml:space="preserve"> ? </w:t>
      </w:r>
      <w:r w:rsidRPr="00223237">
        <w:t>D</w:t>
      </w:r>
      <w:r w:rsidR="00AB6DDF">
        <w:t>’</w:t>
      </w:r>
      <w:r w:rsidRPr="00223237">
        <w:t>abord</w:t>
      </w:r>
      <w:r w:rsidR="00AB6DDF">
        <w:t xml:space="preserve">, </w:t>
      </w:r>
      <w:r w:rsidRPr="00223237">
        <w:t>ce n</w:t>
      </w:r>
      <w:r w:rsidR="00AB6DDF">
        <w:t>’</w:t>
      </w:r>
      <w:r w:rsidRPr="00223237">
        <w:t>est pas un lit</w:t>
      </w:r>
      <w:r w:rsidR="00AB6DDF">
        <w:t xml:space="preserve">, </w:t>
      </w:r>
      <w:r w:rsidRPr="00223237">
        <w:t>c</w:t>
      </w:r>
      <w:r w:rsidR="00AB6DDF">
        <w:t>’</w:t>
      </w:r>
      <w:r w:rsidRPr="00223237">
        <w:t>est un divan</w:t>
      </w:r>
      <w:r w:rsidR="00AB6DDF">
        <w:t xml:space="preserve">. – </w:t>
      </w:r>
      <w:r w:rsidRPr="00223237">
        <w:t>Oui</w:t>
      </w:r>
      <w:r w:rsidR="00AB6DDF">
        <w:t xml:space="preserve">, </w:t>
      </w:r>
      <w:r w:rsidRPr="00223237">
        <w:t>bien sûr que je peux le tran</w:t>
      </w:r>
      <w:r w:rsidRPr="00223237">
        <w:t>s</w:t>
      </w:r>
      <w:r w:rsidRPr="00223237">
        <w:t xml:space="preserve">former en lit si je </w:t>
      </w:r>
      <w:r w:rsidRPr="00223237">
        <w:lastRenderedPageBreak/>
        <w:t>veux</w:t>
      </w:r>
      <w:r w:rsidR="00AB6DDF">
        <w:t xml:space="preserve">… </w:t>
      </w:r>
      <w:r w:rsidRPr="00223237">
        <w:t>mais</w:t>
      </w:r>
      <w:r w:rsidR="00AB6DDF">
        <w:t xml:space="preserve">, </w:t>
      </w:r>
      <w:r w:rsidRPr="00223237">
        <w:t>oh</w:t>
      </w:r>
      <w:r w:rsidR="00AB6DDF">
        <w:t xml:space="preserve"> ! </w:t>
      </w:r>
      <w:r w:rsidRPr="00223237">
        <w:t>Vous ne pensez pas que j</w:t>
      </w:r>
      <w:r w:rsidR="00AB6DDF">
        <w:t>’</w:t>
      </w:r>
      <w:r w:rsidRPr="00223237">
        <w:t>ai fait une chose pareille</w:t>
      </w:r>
      <w:r w:rsidR="00AB6DDF">
        <w:t xml:space="preserve"> !… </w:t>
      </w:r>
      <w:r w:rsidRPr="00223237">
        <w:t>Je sais trop la femme que j</w:t>
      </w:r>
      <w:r w:rsidR="00AB6DDF">
        <w:t>’</w:t>
      </w:r>
      <w:r w:rsidRPr="00223237">
        <w:t>attends</w:t>
      </w:r>
      <w:r w:rsidR="00AB6DDF">
        <w:t xml:space="preserve">, </w:t>
      </w:r>
      <w:r w:rsidRPr="00223237">
        <w:t>vous s</w:t>
      </w:r>
      <w:r w:rsidRPr="00223237">
        <w:t>a</w:t>
      </w:r>
      <w:r w:rsidRPr="00223237">
        <w:t>vez</w:t>
      </w:r>
      <w:r w:rsidR="00AB6DDF">
        <w:t xml:space="preserve"> ! – </w:t>
      </w:r>
      <w:r w:rsidRPr="00223237">
        <w:t>Oui</w:t>
      </w:r>
      <w:r w:rsidR="00AB6DDF">
        <w:t xml:space="preserve">, </w:t>
      </w:r>
      <w:r w:rsidRPr="00223237">
        <w:t>pour les autres</w:t>
      </w:r>
      <w:r w:rsidR="00AB6DDF">
        <w:t xml:space="preserve">, </w:t>
      </w:r>
      <w:r w:rsidRPr="00223237">
        <w:t>on prépare le lit</w:t>
      </w:r>
      <w:r w:rsidR="00AB6DDF">
        <w:t xml:space="preserve">, </w:t>
      </w:r>
      <w:r w:rsidRPr="00223237">
        <w:t>on éteint les l</w:t>
      </w:r>
      <w:r w:rsidRPr="00223237">
        <w:t>u</w:t>
      </w:r>
      <w:r w:rsidRPr="00223237">
        <w:t>mières et on se met en robe de chambre</w:t>
      </w:r>
      <w:r w:rsidR="00AB6DDF">
        <w:t xml:space="preserve">, </w:t>
      </w:r>
      <w:r w:rsidRPr="00223237">
        <w:t>mais pas pour vous</w:t>
      </w:r>
      <w:r w:rsidR="00AB6DDF">
        <w:t xml:space="preserve"> ! – </w:t>
      </w:r>
      <w:r w:rsidRPr="00223237">
        <w:t>Comment</w:t>
      </w:r>
      <w:r w:rsidR="00AB6DDF">
        <w:t xml:space="preserve"> ? – </w:t>
      </w:r>
      <w:r w:rsidRPr="00223237">
        <w:t>Que j</w:t>
      </w:r>
      <w:r w:rsidR="00AB6DDF">
        <w:t>’</w:t>
      </w:r>
      <w:r w:rsidRPr="00223237">
        <w:t>aille</w:t>
      </w:r>
      <w:r w:rsidR="00AB6DDF">
        <w:t xml:space="preserve">, </w:t>
      </w:r>
      <w:r w:rsidRPr="00223237">
        <w:t>moi</w:t>
      </w:r>
      <w:r w:rsidR="00AB6DDF">
        <w:t xml:space="preserve">, </w:t>
      </w:r>
      <w:r w:rsidRPr="00223237">
        <w:t>chez vous</w:t>
      </w:r>
      <w:r w:rsidR="00AB6DDF">
        <w:t xml:space="preserve"> ?… </w:t>
      </w:r>
      <w:r w:rsidRPr="00223237">
        <w:t>Oh</w:t>
      </w:r>
      <w:r w:rsidR="00AB6DDF">
        <w:t xml:space="preserve"> ! </w:t>
      </w:r>
      <w:r w:rsidRPr="00223237">
        <w:t>Non</w:t>
      </w:r>
      <w:r w:rsidR="00AB6DDF">
        <w:t xml:space="preserve">… – </w:t>
      </w:r>
      <w:r w:rsidRPr="00223237">
        <w:t>Parce que</w:t>
      </w:r>
      <w:r w:rsidR="00AB6DDF">
        <w:t xml:space="preserve">… </w:t>
      </w:r>
      <w:r w:rsidRPr="00223237">
        <w:t xml:space="preserve">le temps de me </w:t>
      </w:r>
      <w:proofErr w:type="spellStart"/>
      <w:r w:rsidRPr="00223237">
        <w:t>rhabil</w:t>
      </w:r>
      <w:proofErr w:type="spellEnd"/>
      <w:r w:rsidR="00AB6DDF">
        <w:t xml:space="preserve">… </w:t>
      </w:r>
      <w:r w:rsidRPr="00223237">
        <w:t>oh</w:t>
      </w:r>
      <w:r w:rsidR="00AB6DDF">
        <w:t xml:space="preserve"> ! </w:t>
      </w:r>
      <w:r w:rsidRPr="00223237">
        <w:t>Et puis</w:t>
      </w:r>
      <w:r w:rsidR="00AB6DDF">
        <w:t xml:space="preserve">, </w:t>
      </w:r>
      <w:r w:rsidRPr="00223237">
        <w:t>non</w:t>
      </w:r>
      <w:r w:rsidR="00AB6DDF">
        <w:t xml:space="preserve">, </w:t>
      </w:r>
      <w:r w:rsidRPr="00223237">
        <w:t>il faut que ce soit ici</w:t>
      </w:r>
      <w:r w:rsidR="00AB6DDF">
        <w:t xml:space="preserve">, </w:t>
      </w:r>
      <w:r w:rsidRPr="00223237">
        <w:t>chez moi</w:t>
      </w:r>
      <w:r w:rsidR="00AB6DDF">
        <w:t xml:space="preserve">, </w:t>
      </w:r>
      <w:r w:rsidRPr="00223237">
        <w:t>tu le comprends bien</w:t>
      </w:r>
      <w:r w:rsidR="00AB6DDF">
        <w:t xml:space="preserve">… – </w:t>
      </w:r>
      <w:r w:rsidRPr="00223237">
        <w:t>Comment</w:t>
      </w:r>
      <w:r w:rsidR="00AB6DDF">
        <w:t xml:space="preserve"> ? </w:t>
      </w:r>
      <w:r w:rsidRPr="00223237">
        <w:t>Je n</w:t>
      </w:r>
      <w:r w:rsidR="00AB6DDF">
        <w:t>’</w:t>
      </w:r>
      <w:r w:rsidRPr="00223237">
        <w:t>entends pas</w:t>
      </w:r>
      <w:r w:rsidR="00AB6DDF">
        <w:t xml:space="preserve">. – </w:t>
      </w:r>
      <w:r w:rsidRPr="00223237">
        <w:t>Quoi</w:t>
      </w:r>
      <w:r w:rsidR="00AB6DDF">
        <w:t xml:space="preserve"> ?… </w:t>
      </w:r>
      <w:r w:rsidRPr="00223237">
        <w:t>Que je prenne mes deux</w:t>
      </w:r>
      <w:r w:rsidR="00AB6DDF">
        <w:t xml:space="preserve">… </w:t>
      </w:r>
      <w:r w:rsidRPr="00223237">
        <w:t>quoi</w:t>
      </w:r>
      <w:r w:rsidR="00AB6DDF">
        <w:t xml:space="preserve"> ? – </w:t>
      </w:r>
      <w:r w:rsidRPr="00223237">
        <w:t>Ah</w:t>
      </w:r>
      <w:r w:rsidR="00AB6DDF">
        <w:t xml:space="preserve"> ! </w:t>
      </w:r>
      <w:r w:rsidRPr="00223237">
        <w:t>Bon</w:t>
      </w:r>
      <w:r w:rsidR="00AB6DDF">
        <w:t xml:space="preserve">. </w:t>
      </w:r>
      <w:r w:rsidRPr="00223237">
        <w:t>Je ne comprenais pas</w:t>
      </w:r>
      <w:r w:rsidR="00AB6DDF">
        <w:t xml:space="preserve">. </w:t>
      </w:r>
      <w:r w:rsidR="00AB6DDF">
        <w:rPr>
          <w:i/>
          <w:iCs/>
        </w:rPr>
        <w:t>(</w:t>
      </w:r>
      <w:r w:rsidRPr="00223237">
        <w:rPr>
          <w:i/>
          <w:iCs/>
        </w:rPr>
        <w:t>Il porte son second récepteur à sa seconde oreille</w:t>
      </w:r>
      <w:r w:rsidR="00AB6DDF">
        <w:rPr>
          <w:i/>
          <w:iCs/>
        </w:rPr>
        <w:t xml:space="preserve">.) </w:t>
      </w:r>
      <w:r w:rsidRPr="00223237">
        <w:t>Oui</w:t>
      </w:r>
      <w:r w:rsidR="00AB6DDF">
        <w:t xml:space="preserve">, </w:t>
      </w:r>
      <w:r w:rsidRPr="00223237">
        <w:t>maintenant j</w:t>
      </w:r>
      <w:r w:rsidR="00AB6DDF">
        <w:t>’</w:t>
      </w:r>
      <w:r w:rsidRPr="00223237">
        <w:t>ai les deux</w:t>
      </w:r>
      <w:r w:rsidR="00AB6DDF">
        <w:t xml:space="preserve">, </w:t>
      </w:r>
      <w:r w:rsidRPr="00223237">
        <w:t>chérie</w:t>
      </w:r>
      <w:r w:rsidR="00AB6DDF">
        <w:t xml:space="preserve">. </w:t>
      </w:r>
      <w:r w:rsidRPr="00223237">
        <w:t>Mais j</w:t>
      </w:r>
      <w:r w:rsidR="00AB6DDF">
        <w:t>’</w:t>
      </w:r>
      <w:r w:rsidRPr="00223237">
        <w:t>entends à peine ce que vous me dites</w:t>
      </w:r>
      <w:r w:rsidR="00AB6DDF">
        <w:t xml:space="preserve">. </w:t>
      </w:r>
      <w:r w:rsidRPr="00223237">
        <w:t>Pourquoi parlez-vous si bas</w:t>
      </w:r>
      <w:r w:rsidR="00AB6DDF">
        <w:t xml:space="preserve"> ? – </w:t>
      </w:r>
      <w:r w:rsidRPr="00223237">
        <w:t>Vous n</w:t>
      </w:r>
      <w:r w:rsidR="00AB6DDF">
        <w:t>’</w:t>
      </w:r>
      <w:r w:rsidRPr="00223237">
        <w:t>êtes donc pas seule</w:t>
      </w:r>
      <w:r w:rsidR="00AB6DDF">
        <w:t xml:space="preserve"> ? – </w:t>
      </w:r>
      <w:r w:rsidRPr="00223237">
        <w:t>Mais qui est-ce qui est là</w:t>
      </w:r>
      <w:r w:rsidR="00AB6DDF">
        <w:t xml:space="preserve"> ? – </w:t>
      </w:r>
      <w:r w:rsidRPr="00223237">
        <w:t>Votre femme de chambre</w:t>
      </w:r>
      <w:r w:rsidR="00AB6DDF">
        <w:t xml:space="preserve"> ! </w:t>
      </w:r>
      <w:r w:rsidRPr="00223237">
        <w:t>Ah</w:t>
      </w:r>
      <w:r w:rsidR="00AB6DDF">
        <w:t xml:space="preserve"> ! </w:t>
      </w:r>
      <w:r w:rsidRPr="00223237">
        <w:t>Bon</w:t>
      </w:r>
      <w:r w:rsidR="00AB6DDF">
        <w:t xml:space="preserve">. </w:t>
      </w:r>
      <w:r w:rsidRPr="00223237">
        <w:t>Vous m</w:t>
      </w:r>
      <w:r w:rsidR="00AB6DDF">
        <w:t>’</w:t>
      </w:r>
      <w:r w:rsidRPr="00223237">
        <w:t>avez fait peur</w:t>
      </w:r>
      <w:r w:rsidR="00AB6DDF">
        <w:t xml:space="preserve">. </w:t>
      </w:r>
      <w:r w:rsidRPr="00223237">
        <w:t>Elle est auprès de vous</w:t>
      </w:r>
      <w:r w:rsidR="00AB6DDF">
        <w:t xml:space="preserve"> ? – </w:t>
      </w:r>
      <w:r w:rsidRPr="00223237">
        <w:t>Dans la pièce à côté</w:t>
      </w:r>
      <w:r w:rsidR="00AB6DDF">
        <w:t xml:space="preserve"> ?… </w:t>
      </w:r>
      <w:r w:rsidRPr="00223237">
        <w:t>Et alors</w:t>
      </w:r>
      <w:r w:rsidR="00AB6DDF">
        <w:t xml:space="preserve"> ? – </w:t>
      </w:r>
      <w:r w:rsidRPr="00223237">
        <w:t>Vous ne voulez pas qu</w:t>
      </w:r>
      <w:r w:rsidR="00AB6DDF">
        <w:t>’</w:t>
      </w:r>
      <w:r w:rsidRPr="00223237">
        <w:t>elle cache quoi</w:t>
      </w:r>
      <w:r w:rsidR="00AB6DDF">
        <w:t xml:space="preserve"> ? – </w:t>
      </w:r>
      <w:r w:rsidRPr="00223237">
        <w:t>Ah</w:t>
      </w:r>
      <w:r w:rsidR="00AB6DDF">
        <w:t xml:space="preserve"> ! </w:t>
      </w:r>
      <w:r w:rsidRPr="00223237">
        <w:t>Qu</w:t>
      </w:r>
      <w:r w:rsidR="00AB6DDF">
        <w:t>’</w:t>
      </w:r>
      <w:r w:rsidRPr="00223237">
        <w:t>elle sache</w:t>
      </w:r>
      <w:r w:rsidR="00AB6DDF">
        <w:t xml:space="preserve">, </w:t>
      </w:r>
      <w:r w:rsidRPr="00223237">
        <w:t>pardon</w:t>
      </w:r>
      <w:r w:rsidR="00AB6DDF">
        <w:t xml:space="preserve">. </w:t>
      </w:r>
      <w:r w:rsidRPr="00223237">
        <w:t>Oui</w:t>
      </w:r>
      <w:r w:rsidR="00AB6DDF">
        <w:t xml:space="preserve">, </w:t>
      </w:r>
      <w:r w:rsidRPr="00223237">
        <w:t>mais qu</w:t>
      </w:r>
      <w:r w:rsidR="00AB6DDF">
        <w:t>’</w:t>
      </w:r>
      <w:r w:rsidRPr="00223237">
        <w:t>elle sache quoi</w:t>
      </w:r>
      <w:r w:rsidR="00AB6DDF">
        <w:t xml:space="preserve"> ? – </w:t>
      </w:r>
      <w:r w:rsidRPr="00223237">
        <w:t>Que vous tél</w:t>
      </w:r>
      <w:r w:rsidRPr="00223237">
        <w:t>é</w:t>
      </w:r>
      <w:r w:rsidRPr="00223237">
        <w:t>phonez si lon</w:t>
      </w:r>
      <w:r w:rsidRPr="00223237">
        <w:t>g</w:t>
      </w:r>
      <w:r w:rsidRPr="00223237">
        <w:t>temps</w:t>
      </w:r>
      <w:r w:rsidR="00AB6DDF">
        <w:t xml:space="preserve"> !… </w:t>
      </w:r>
      <w:r w:rsidRPr="00223237">
        <w:t>Comment</w:t>
      </w:r>
      <w:r w:rsidR="00AB6DDF">
        <w:t xml:space="preserve"> ? – </w:t>
      </w:r>
      <w:r w:rsidRPr="00223237">
        <w:t>Il faut</w:t>
      </w:r>
      <w:r w:rsidR="00AB6DDF">
        <w:t xml:space="preserve">… </w:t>
      </w:r>
      <w:r w:rsidRPr="00223237">
        <w:t>quoi</w:t>
      </w:r>
      <w:r w:rsidR="00AB6DDF">
        <w:t xml:space="preserve"> ? – </w:t>
      </w:r>
      <w:r w:rsidRPr="00223237">
        <w:t>Que je vous parle</w:t>
      </w:r>
      <w:r w:rsidR="00AB6DDF">
        <w:t xml:space="preserve"> !… </w:t>
      </w:r>
      <w:r w:rsidRPr="00223237">
        <w:t>Mais je ne fais que ça depuis une heure</w:t>
      </w:r>
      <w:r w:rsidR="00AB6DDF">
        <w:t xml:space="preserve">. – </w:t>
      </w:r>
      <w:r w:rsidRPr="00223237">
        <w:t>Que je vous parle comme ça jusqu</w:t>
      </w:r>
      <w:r w:rsidR="00AB6DDF">
        <w:t>’</w:t>
      </w:r>
      <w:r w:rsidRPr="00223237">
        <w:t>à minuit</w:t>
      </w:r>
      <w:r w:rsidR="00AB6DDF">
        <w:t xml:space="preserve"> ? </w:t>
      </w:r>
      <w:r w:rsidRPr="00223237">
        <w:t>Ah</w:t>
      </w:r>
      <w:r w:rsidR="00AB6DDF">
        <w:t xml:space="preserve"> ! </w:t>
      </w:r>
      <w:r w:rsidRPr="00223237">
        <w:t>Non</w:t>
      </w:r>
      <w:r w:rsidR="00AB6DDF">
        <w:t xml:space="preserve">, </w:t>
      </w:r>
      <w:r w:rsidRPr="00223237">
        <w:t>vous n</w:t>
      </w:r>
      <w:r w:rsidR="00AB6DDF">
        <w:t>’</w:t>
      </w:r>
      <w:r w:rsidRPr="00223237">
        <w:t>allez pas me faire ça</w:t>
      </w:r>
      <w:r w:rsidR="00AB6DDF">
        <w:t xml:space="preserve"> ! – </w:t>
      </w:r>
      <w:r w:rsidRPr="00223237">
        <w:t>Sur votre lit</w:t>
      </w:r>
      <w:r w:rsidR="00AB6DDF">
        <w:t xml:space="preserve"> ? </w:t>
      </w:r>
      <w:r w:rsidRPr="00223237">
        <w:t>Pourquoi vous mettez-vous sur votre lit</w:t>
      </w:r>
      <w:r w:rsidR="00AB6DDF">
        <w:t xml:space="preserve"> ? – </w:t>
      </w:r>
      <w:r w:rsidRPr="00223237">
        <w:t>Pour m</w:t>
      </w:r>
      <w:r w:rsidR="00AB6DDF">
        <w:t>’</w:t>
      </w:r>
      <w:r w:rsidRPr="00223237">
        <w:t>entendre</w:t>
      </w:r>
      <w:r w:rsidR="00AB6DDF">
        <w:t xml:space="preserve"> ? </w:t>
      </w:r>
      <w:r w:rsidRPr="00223237">
        <w:t>Vous êtes bien aimable</w:t>
      </w:r>
      <w:r w:rsidR="00AB6DDF">
        <w:t xml:space="preserve">, </w:t>
      </w:r>
      <w:r w:rsidRPr="00223237">
        <w:t>mais</w:t>
      </w:r>
      <w:r w:rsidR="00AB6DDF">
        <w:t xml:space="preserve">… – </w:t>
      </w:r>
      <w:r w:rsidRPr="00223237">
        <w:t>Il faut que je vous parle tout seul</w:t>
      </w:r>
      <w:r w:rsidR="00AB6DDF">
        <w:t xml:space="preserve"> ? – </w:t>
      </w:r>
      <w:r w:rsidRPr="00223237">
        <w:t>Pourquoi n</w:t>
      </w:r>
      <w:r w:rsidR="00AB6DDF">
        <w:t>’</w:t>
      </w:r>
      <w:r w:rsidRPr="00223237">
        <w:t>allez-vous plus me répondre</w:t>
      </w:r>
      <w:r w:rsidR="00AB6DDF">
        <w:t xml:space="preserve"> ? – </w:t>
      </w:r>
      <w:r w:rsidRPr="00223237">
        <w:t>Comment</w:t>
      </w:r>
      <w:r w:rsidR="00AB6DDF">
        <w:t xml:space="preserve">, </w:t>
      </w:r>
      <w:r w:rsidRPr="00223237">
        <w:t>c</w:t>
      </w:r>
      <w:r w:rsidR="00AB6DDF">
        <w:t>’</w:t>
      </w:r>
      <w:r w:rsidRPr="00223237">
        <w:t>est fini</w:t>
      </w:r>
      <w:r w:rsidR="00AB6DDF">
        <w:t xml:space="preserve"> ? – </w:t>
      </w:r>
      <w:r w:rsidRPr="00223237">
        <w:t>Allô</w:t>
      </w:r>
      <w:r w:rsidR="00AB6DDF">
        <w:t xml:space="preserve"> ? </w:t>
      </w:r>
      <w:r w:rsidRPr="00223237">
        <w:t>Chérie</w:t>
      </w:r>
      <w:r w:rsidR="00AB6DDF">
        <w:t xml:space="preserve">, </w:t>
      </w:r>
      <w:r w:rsidRPr="00223237">
        <w:t>répo</w:t>
      </w:r>
      <w:r w:rsidRPr="00223237">
        <w:t>n</w:t>
      </w:r>
      <w:r w:rsidRPr="00223237">
        <w:t>dez-moi</w:t>
      </w:r>
      <w:r w:rsidR="00AB6DDF">
        <w:t xml:space="preserve"> : </w:t>
      </w:r>
      <w:r w:rsidRPr="00223237">
        <w:t>vous ne voulez plus me répondre</w:t>
      </w:r>
      <w:r w:rsidR="00AB6DDF">
        <w:t xml:space="preserve"> ?… </w:t>
      </w:r>
      <w:r w:rsidRPr="00223237">
        <w:t>Chérie</w:t>
      </w:r>
      <w:r w:rsidR="00AB6DDF">
        <w:t xml:space="preserve"> ?… </w:t>
      </w:r>
      <w:r w:rsidRPr="00223237">
        <w:t>A</w:t>
      </w:r>
      <w:r w:rsidRPr="00223237">
        <w:t>l</w:t>
      </w:r>
      <w:r w:rsidRPr="00223237">
        <w:t>lô</w:t>
      </w:r>
      <w:r w:rsidR="00AB6DDF">
        <w:t xml:space="preserve"> ?… </w:t>
      </w:r>
      <w:r w:rsidRPr="00223237">
        <w:t>Chérie</w:t>
      </w:r>
      <w:r w:rsidR="00AB6DDF">
        <w:t xml:space="preserve"> ?… </w:t>
      </w:r>
      <w:r w:rsidRPr="00223237">
        <w:t>Elle ne veut plus me répondre</w:t>
      </w:r>
      <w:r w:rsidR="00AB6DDF">
        <w:t xml:space="preserve"> !… </w:t>
      </w:r>
      <w:r w:rsidRPr="00223237">
        <w:t>Mais pou</w:t>
      </w:r>
      <w:r w:rsidRPr="00223237">
        <w:t>r</w:t>
      </w:r>
      <w:r w:rsidRPr="00223237">
        <w:t>quoi me fa</w:t>
      </w:r>
      <w:r w:rsidRPr="00223237">
        <w:t>i</w:t>
      </w:r>
      <w:r w:rsidRPr="00223237">
        <w:t>tes-vous ça</w:t>
      </w:r>
      <w:r w:rsidR="00AB6DDF">
        <w:t xml:space="preserve"> ?… </w:t>
      </w:r>
      <w:r w:rsidRPr="00223237">
        <w:t>Qu</w:t>
      </w:r>
      <w:r w:rsidR="00AB6DDF">
        <w:t>’</w:t>
      </w:r>
      <w:r w:rsidRPr="00223237">
        <w:t>est-ce que ça veut dire</w:t>
      </w:r>
      <w:r w:rsidR="00AB6DDF">
        <w:t xml:space="preserve"> ?… </w:t>
      </w:r>
      <w:r w:rsidRPr="00223237">
        <w:t>Qu</w:t>
      </w:r>
      <w:r w:rsidR="00AB6DDF">
        <w:t>’</w:t>
      </w:r>
      <w:r w:rsidRPr="00223237">
        <w:t>est-ce que je vous ai fait</w:t>
      </w:r>
      <w:r w:rsidR="00AB6DDF">
        <w:t xml:space="preserve">, </w:t>
      </w:r>
      <w:r w:rsidRPr="00223237">
        <w:t>moi</w:t>
      </w:r>
      <w:r w:rsidR="00AB6DDF">
        <w:t xml:space="preserve">, </w:t>
      </w:r>
      <w:r w:rsidRPr="00223237">
        <w:t>pour que vous me fassiez ça</w:t>
      </w:r>
      <w:r w:rsidR="00AB6DDF">
        <w:t xml:space="preserve"> ?… </w:t>
      </w:r>
      <w:r w:rsidRPr="00223237">
        <w:t>Pou</w:t>
      </w:r>
      <w:r w:rsidRPr="00223237">
        <w:t>r</w:t>
      </w:r>
      <w:r w:rsidRPr="00223237">
        <w:t>quoi me privez-vous de cette joie que je désirais</w:t>
      </w:r>
      <w:r w:rsidR="00AB6DDF">
        <w:t xml:space="preserve">, </w:t>
      </w:r>
      <w:r w:rsidRPr="00223237">
        <w:t>que j</w:t>
      </w:r>
      <w:r w:rsidR="00AB6DDF">
        <w:t>’</w:t>
      </w:r>
      <w:r w:rsidRPr="00223237">
        <w:t>escomptais plus que jamais de ma vie je n</w:t>
      </w:r>
      <w:r w:rsidR="00AB6DDF">
        <w:t>’</w:t>
      </w:r>
      <w:r w:rsidRPr="00223237">
        <w:t>ai désiré une chose</w:t>
      </w:r>
      <w:r w:rsidR="00AB6DDF">
        <w:t xml:space="preserve"> ? </w:t>
      </w:r>
      <w:r w:rsidRPr="00223237">
        <w:t>Allô</w:t>
      </w:r>
      <w:r w:rsidR="00AB6DDF">
        <w:t xml:space="preserve">… </w:t>
      </w:r>
      <w:r w:rsidRPr="00223237">
        <w:t>Eh bien</w:t>
      </w:r>
      <w:r w:rsidR="00AB6DDF">
        <w:t xml:space="preserve"> ! </w:t>
      </w:r>
      <w:r w:rsidRPr="00223237">
        <w:t>puisque tu ne veux plus me répondre</w:t>
      </w:r>
      <w:r w:rsidR="00AB6DDF">
        <w:t xml:space="preserve">, </w:t>
      </w:r>
      <w:r w:rsidRPr="00223237">
        <w:t>puisque tu m</w:t>
      </w:r>
      <w:r w:rsidR="00AB6DDF">
        <w:t>’</w:t>
      </w:r>
      <w:r w:rsidRPr="00223237">
        <w:t>infliges ce plaisir spécial et cruel</w:t>
      </w:r>
      <w:r w:rsidR="00AB6DDF">
        <w:t xml:space="preserve">, </w:t>
      </w:r>
      <w:r w:rsidRPr="00223237">
        <w:t>puisque par ta volonté j</w:t>
      </w:r>
      <w:r w:rsidR="00AB6DDF">
        <w:t>’</w:t>
      </w:r>
      <w:r w:rsidRPr="00223237">
        <w:t>ai cette impression étrange d</w:t>
      </w:r>
      <w:r w:rsidR="00AB6DDF">
        <w:t>’</w:t>
      </w:r>
      <w:r w:rsidRPr="00223237">
        <w:t>être loin de toi et de pouvoir pourtant te parler à l</w:t>
      </w:r>
      <w:r w:rsidR="00AB6DDF">
        <w:t>’</w:t>
      </w:r>
      <w:r w:rsidRPr="00223237">
        <w:t>oreille</w:t>
      </w:r>
      <w:r w:rsidR="00AB6DDF">
        <w:t xml:space="preserve">, </w:t>
      </w:r>
      <w:r w:rsidRPr="00223237">
        <w:t xml:space="preserve">eh </w:t>
      </w:r>
      <w:r w:rsidRPr="00223237">
        <w:lastRenderedPageBreak/>
        <w:t>bien</w:t>
      </w:r>
      <w:r w:rsidR="00AB6DDF">
        <w:t xml:space="preserve"> ! </w:t>
      </w:r>
      <w:r w:rsidRPr="00223237">
        <w:t>alors</w:t>
      </w:r>
      <w:r w:rsidR="00AB6DDF">
        <w:t xml:space="preserve">, </w:t>
      </w:r>
      <w:r w:rsidRPr="00223237">
        <w:t>je vais en profiter pour te dire tous les mots qui me viendront</w:t>
      </w:r>
      <w:r w:rsidR="00AB6DDF">
        <w:t xml:space="preserve">, </w:t>
      </w:r>
      <w:r w:rsidRPr="00223237">
        <w:t>comme ils vie</w:t>
      </w:r>
      <w:r w:rsidRPr="00223237">
        <w:t>n</w:t>
      </w:r>
      <w:r w:rsidRPr="00223237">
        <w:t>dront</w:t>
      </w:r>
      <w:r w:rsidR="00AB6DDF">
        <w:t xml:space="preserve">, </w:t>
      </w:r>
      <w:r w:rsidRPr="00223237">
        <w:t>sans les choisir</w:t>
      </w:r>
      <w:r w:rsidR="00AB6DDF">
        <w:t xml:space="preserve">. </w:t>
      </w:r>
      <w:r w:rsidRPr="00223237">
        <w:t>Mais</w:t>
      </w:r>
      <w:r w:rsidR="00AB6DDF">
        <w:t xml:space="preserve">, </w:t>
      </w:r>
      <w:r w:rsidRPr="00223237">
        <w:t>tu sais</w:t>
      </w:r>
      <w:r w:rsidR="00AB6DDF">
        <w:t xml:space="preserve">, </w:t>
      </w:r>
      <w:r w:rsidRPr="00223237">
        <w:t>tiens-toi bien</w:t>
      </w:r>
      <w:r w:rsidR="00AB6DDF">
        <w:t xml:space="preserve">, </w:t>
      </w:r>
      <w:r w:rsidRPr="00223237">
        <w:t>et tant pis si je te fais rougir</w:t>
      </w:r>
      <w:r w:rsidR="00AB6DDF">
        <w:t xml:space="preserve">. </w:t>
      </w:r>
      <w:r w:rsidRPr="00223237">
        <w:t>Écoute-moi</w:t>
      </w:r>
      <w:r w:rsidR="00AB6DDF">
        <w:t xml:space="preserve">. </w:t>
      </w:r>
      <w:r w:rsidRPr="00223237">
        <w:t>Sais-tu ce que c</w:t>
      </w:r>
      <w:r w:rsidR="00AB6DDF">
        <w:t>’</w:t>
      </w:r>
      <w:r w:rsidRPr="00223237">
        <w:t>est que d</w:t>
      </w:r>
      <w:r w:rsidR="00AB6DDF">
        <w:t>’</w:t>
      </w:r>
      <w:r w:rsidRPr="00223237">
        <w:t>être dés</w:t>
      </w:r>
      <w:r w:rsidRPr="00223237">
        <w:t>i</w:t>
      </w:r>
      <w:r w:rsidRPr="00223237">
        <w:t>rée</w:t>
      </w:r>
      <w:r w:rsidR="00AB6DDF">
        <w:t xml:space="preserve">, </w:t>
      </w:r>
      <w:r w:rsidRPr="00223237">
        <w:t>tu entends</w:t>
      </w:r>
      <w:r w:rsidR="00AB6DDF">
        <w:t xml:space="preserve">, </w:t>
      </w:r>
      <w:r w:rsidRPr="00223237">
        <w:t>follement</w:t>
      </w:r>
      <w:r w:rsidR="00AB6DDF">
        <w:t xml:space="preserve">, </w:t>
      </w:r>
      <w:r w:rsidRPr="00223237">
        <w:t>incroyablement désirée par un homme dont le</w:t>
      </w:r>
      <w:r w:rsidR="00AB6DDF">
        <w:t xml:space="preserve">… </w:t>
      </w:r>
      <w:r w:rsidRPr="00223237">
        <w:t>A</w:t>
      </w:r>
      <w:r w:rsidRPr="00223237">
        <w:t>l</w:t>
      </w:r>
      <w:r w:rsidRPr="00223237">
        <w:t>lô</w:t>
      </w:r>
      <w:r w:rsidR="00AB6DDF">
        <w:t xml:space="preserve"> ?… </w:t>
      </w:r>
      <w:r w:rsidRPr="00223237">
        <w:t>Oh</w:t>
      </w:r>
      <w:r w:rsidR="00AB6DDF">
        <w:t xml:space="preserve"> !!! </w:t>
      </w:r>
      <w:r w:rsidRPr="00223237">
        <w:t>Mais</w:t>
      </w:r>
      <w:r w:rsidR="00AB6DDF">
        <w:t xml:space="preserve">, </w:t>
      </w:r>
      <w:r w:rsidRPr="00223237">
        <w:t>foutez-moi la paix avec votre cerisette</w:t>
      </w:r>
      <w:r w:rsidR="00AB6DDF">
        <w:t xml:space="preserve">, </w:t>
      </w:r>
      <w:r w:rsidRPr="00223237">
        <w:t>nom de Dieu</w:t>
      </w:r>
      <w:r w:rsidR="00AB6DDF">
        <w:t xml:space="preserve"> ! – </w:t>
      </w:r>
      <w:r w:rsidRPr="00223237">
        <w:t>Non monsieur</w:t>
      </w:r>
      <w:r w:rsidR="00AB6DDF">
        <w:t xml:space="preserve">, </w:t>
      </w:r>
      <w:r w:rsidRPr="00223237">
        <w:t>ce n</w:t>
      </w:r>
      <w:r w:rsidR="00AB6DDF">
        <w:t>’</w:t>
      </w:r>
      <w:r w:rsidRPr="00223237">
        <w:t>est pas ici</w:t>
      </w:r>
      <w:r w:rsidR="00AB6DDF">
        <w:t xml:space="preserve"> ! – </w:t>
      </w:r>
      <w:r w:rsidRPr="00223237">
        <w:t>Mais je n</w:t>
      </w:r>
      <w:r w:rsidR="00AB6DDF">
        <w:t>’</w:t>
      </w:r>
      <w:r w:rsidRPr="00223237">
        <w:t>en sais rien</w:t>
      </w:r>
      <w:r w:rsidR="00AB6DDF">
        <w:t xml:space="preserve">, </w:t>
      </w:r>
      <w:r w:rsidRPr="00223237">
        <w:t>moi</w:t>
      </w:r>
      <w:r w:rsidR="00AB6DDF">
        <w:t xml:space="preserve">. </w:t>
      </w:r>
      <w:r w:rsidRPr="00223237">
        <w:t>Demandez votre numéro corre</w:t>
      </w:r>
      <w:r w:rsidRPr="00223237">
        <w:t>c</w:t>
      </w:r>
      <w:r w:rsidRPr="00223237">
        <w:t>tement</w:t>
      </w:r>
      <w:r w:rsidR="00AB6DDF">
        <w:t xml:space="preserve">, </w:t>
      </w:r>
      <w:r w:rsidRPr="00223237">
        <w:t>voilà tout</w:t>
      </w:r>
      <w:r w:rsidR="00AB6DDF">
        <w:t xml:space="preserve"> ! </w:t>
      </w:r>
      <w:r w:rsidRPr="00223237">
        <w:t>Allez-vous-en</w:t>
      </w:r>
      <w:r w:rsidR="00AB6DDF">
        <w:t xml:space="preserve">, </w:t>
      </w:r>
      <w:r w:rsidRPr="00223237">
        <w:t>monsieur</w:t>
      </w:r>
      <w:r w:rsidR="00AB6DDF">
        <w:t xml:space="preserve">… </w:t>
      </w:r>
      <w:r w:rsidRPr="00223237">
        <w:t>sortez</w:t>
      </w:r>
      <w:r w:rsidR="00AB6DDF">
        <w:t xml:space="preserve">… </w:t>
      </w:r>
      <w:r w:rsidRPr="00223237">
        <w:t>je vous chasse</w:t>
      </w:r>
      <w:r w:rsidR="00AB6DDF">
        <w:t xml:space="preserve"> !… </w:t>
      </w:r>
      <w:r w:rsidRPr="00223237">
        <w:t>Allô</w:t>
      </w:r>
      <w:r w:rsidR="00AB6DDF">
        <w:t xml:space="preserve"> ?… </w:t>
      </w:r>
      <w:r w:rsidRPr="00223237">
        <w:t>Vous êtes là</w:t>
      </w:r>
      <w:r w:rsidR="00AB6DDF">
        <w:t xml:space="preserve">, </w:t>
      </w:r>
      <w:r w:rsidRPr="00223237">
        <w:t>chérie</w:t>
      </w:r>
      <w:r w:rsidR="00AB6DDF">
        <w:t xml:space="preserve"> !… </w:t>
      </w:r>
      <w:r w:rsidRPr="00223237">
        <w:t>Naturellement</w:t>
      </w:r>
      <w:r w:rsidR="00AB6DDF">
        <w:t xml:space="preserve">, </w:t>
      </w:r>
      <w:r w:rsidRPr="00223237">
        <w:t>on nous a coupés maintenant</w:t>
      </w:r>
      <w:r w:rsidR="00AB6DDF">
        <w:t xml:space="preserve">… </w:t>
      </w:r>
      <w:r w:rsidRPr="00223237">
        <w:t>Allô</w:t>
      </w:r>
      <w:r w:rsidR="00AB6DDF">
        <w:t xml:space="preserve"> ?… </w:t>
      </w:r>
      <w:r w:rsidRPr="00223237">
        <w:t>Allô</w:t>
      </w:r>
      <w:r w:rsidR="00AB6DDF">
        <w:t xml:space="preserve">, </w:t>
      </w:r>
      <w:r w:rsidRPr="00223237">
        <w:t>les réclamations</w:t>
      </w:r>
      <w:r w:rsidR="00AB6DDF">
        <w:t xml:space="preserve">… </w:t>
      </w:r>
      <w:r w:rsidRPr="00223237">
        <w:t>vous m</w:t>
      </w:r>
      <w:r w:rsidR="00AB6DDF">
        <w:t>’</w:t>
      </w:r>
      <w:r w:rsidRPr="00223237">
        <w:t>avez coupé avec Passy 14-33</w:t>
      </w:r>
      <w:r w:rsidR="00AB6DDF">
        <w:t xml:space="preserve"> ? </w:t>
      </w:r>
      <w:r w:rsidRPr="00223237">
        <w:t>Non</w:t>
      </w:r>
      <w:r w:rsidR="00AB6DDF">
        <w:t xml:space="preserve"> ?… </w:t>
      </w:r>
      <w:r w:rsidRPr="00223237">
        <w:t>Je suis toujours avec Passy 14-33</w:t>
      </w:r>
      <w:r w:rsidR="00AB6DDF">
        <w:t xml:space="preserve"> ? </w:t>
      </w:r>
      <w:r w:rsidR="00AB6DDF">
        <w:rPr>
          <w:i/>
          <w:iCs/>
        </w:rPr>
        <w:t>(</w:t>
      </w:r>
      <w:r w:rsidRPr="00223237">
        <w:rPr>
          <w:i/>
          <w:iCs/>
        </w:rPr>
        <w:t>Exaspéré</w:t>
      </w:r>
      <w:r w:rsidR="00AB6DDF">
        <w:rPr>
          <w:i/>
          <w:iCs/>
        </w:rPr>
        <w:t xml:space="preserve">, </w:t>
      </w:r>
      <w:r w:rsidRPr="00223237">
        <w:rPr>
          <w:i/>
          <w:iCs/>
        </w:rPr>
        <w:t>il crie dans l</w:t>
      </w:r>
      <w:r w:rsidR="00AB6DDF">
        <w:rPr>
          <w:i/>
          <w:iCs/>
        </w:rPr>
        <w:t>’</w:t>
      </w:r>
      <w:r w:rsidRPr="00223237">
        <w:rPr>
          <w:i/>
          <w:iCs/>
        </w:rPr>
        <w:t>appareil et sa voix est étranglée par l</w:t>
      </w:r>
      <w:r w:rsidR="00AB6DDF">
        <w:rPr>
          <w:i/>
          <w:iCs/>
        </w:rPr>
        <w:t>’</w:t>
      </w:r>
      <w:r w:rsidRPr="00223237">
        <w:rPr>
          <w:i/>
          <w:iCs/>
        </w:rPr>
        <w:t>émotion</w:t>
      </w:r>
      <w:r w:rsidR="00AB6DDF">
        <w:rPr>
          <w:i/>
          <w:iCs/>
        </w:rPr>
        <w:t xml:space="preserve">.) </w:t>
      </w:r>
      <w:r w:rsidRPr="00223237">
        <w:t>Vous en êtes sûre</w:t>
      </w:r>
      <w:r w:rsidR="00AB6DDF">
        <w:t xml:space="preserve"> ?… </w:t>
      </w:r>
      <w:r w:rsidRPr="00223237">
        <w:t>Sonnez-le tout de même</w:t>
      </w:r>
      <w:r w:rsidR="00AB6DDF">
        <w:t xml:space="preserve">, </w:t>
      </w:r>
      <w:r w:rsidRPr="00223237">
        <w:t>voulez-vous</w:t>
      </w:r>
      <w:r w:rsidR="00AB6DDF">
        <w:t xml:space="preserve"> ! </w:t>
      </w:r>
      <w:r w:rsidRPr="00223237">
        <w:t>Pourquoi ce n</w:t>
      </w:r>
      <w:r w:rsidR="00AB6DDF">
        <w:t>’</w:t>
      </w:r>
      <w:r w:rsidRPr="00223237">
        <w:t>est pas la peine</w:t>
      </w:r>
      <w:r w:rsidR="00AB6DDF">
        <w:t xml:space="preserve"> ? – </w:t>
      </w:r>
      <w:r w:rsidRPr="00223237">
        <w:t>Vous êtes certaine qu</w:t>
      </w:r>
      <w:r w:rsidR="00AB6DDF">
        <w:t>’</w:t>
      </w:r>
      <w:r w:rsidRPr="00223237">
        <w:t>il est d</w:t>
      </w:r>
      <w:r w:rsidRPr="00223237">
        <w:t>é</w:t>
      </w:r>
      <w:r w:rsidRPr="00223237">
        <w:t>croché et qu</w:t>
      </w:r>
      <w:r w:rsidR="00AB6DDF">
        <w:t>’</w:t>
      </w:r>
      <w:r w:rsidRPr="00223237">
        <w:t>on écoute</w:t>
      </w:r>
      <w:r w:rsidR="00AB6DDF">
        <w:t xml:space="preserve">… – </w:t>
      </w:r>
      <w:r w:rsidRPr="00223237">
        <w:t>Bon</w:t>
      </w:r>
      <w:r w:rsidR="00AB6DDF">
        <w:t xml:space="preserve">… – </w:t>
      </w:r>
      <w:r w:rsidRPr="00223237">
        <w:t>Mais</w:t>
      </w:r>
      <w:r w:rsidR="00AB6DDF">
        <w:t xml:space="preserve">… – </w:t>
      </w:r>
      <w:r w:rsidRPr="00223237">
        <w:t>Pa</w:t>
      </w:r>
      <w:r w:rsidRPr="00223237">
        <w:t>r</w:t>
      </w:r>
      <w:r w:rsidRPr="00223237">
        <w:t>don</w:t>
      </w:r>
      <w:r w:rsidR="00AB6DDF">
        <w:t xml:space="preserve">… – </w:t>
      </w:r>
      <w:r w:rsidRPr="00223237">
        <w:t>Je</w:t>
      </w:r>
      <w:r w:rsidR="00AB6DDF">
        <w:t xml:space="preserve">… – </w:t>
      </w:r>
      <w:r w:rsidRPr="00223237">
        <w:t>S</w:t>
      </w:r>
      <w:r w:rsidR="00AB6DDF">
        <w:t xml:space="preserve">… </w:t>
      </w:r>
      <w:r w:rsidRPr="00223237">
        <w:t>Mais laissez-moi placer un mot</w:t>
      </w:r>
      <w:r w:rsidR="00AB6DDF">
        <w:t xml:space="preserve">, </w:t>
      </w:r>
      <w:r w:rsidRPr="00223237">
        <w:t>mademoiselle</w:t>
      </w:r>
      <w:r w:rsidR="00AB6DDF">
        <w:t xml:space="preserve">, </w:t>
      </w:r>
      <w:r w:rsidRPr="00223237">
        <w:t>s</w:t>
      </w:r>
      <w:r w:rsidR="00AB6DDF">
        <w:t>’</w:t>
      </w:r>
      <w:r w:rsidRPr="00223237">
        <w:t>il vous plaît</w:t>
      </w:r>
      <w:r w:rsidR="00AB6DDF">
        <w:t xml:space="preserve"> !… </w:t>
      </w:r>
      <w:r w:rsidRPr="00223237">
        <w:t>Pourquoi me dites-vous que vous êtes sûre qu</w:t>
      </w:r>
      <w:r w:rsidR="00AB6DDF">
        <w:t>’</w:t>
      </w:r>
      <w:r w:rsidRPr="00223237">
        <w:t>il est décroché</w:t>
      </w:r>
      <w:r w:rsidR="00AB6DDF">
        <w:t xml:space="preserve"> ?… </w:t>
      </w:r>
      <w:r w:rsidRPr="00223237">
        <w:t>Ah</w:t>
      </w:r>
      <w:r w:rsidR="00AB6DDF">
        <w:t xml:space="preserve">… </w:t>
      </w:r>
      <w:r w:rsidRPr="00223237">
        <w:t>Vous entendez la so</w:t>
      </w:r>
      <w:r w:rsidRPr="00223237">
        <w:t>n</w:t>
      </w:r>
      <w:r w:rsidRPr="00223237">
        <w:t>nerie dans l</w:t>
      </w:r>
      <w:r w:rsidR="00AB6DDF">
        <w:t>’</w:t>
      </w:r>
      <w:r w:rsidRPr="00223237">
        <w:t>appartement</w:t>
      </w:r>
      <w:r w:rsidR="00AB6DDF">
        <w:t xml:space="preserve"> ?… </w:t>
      </w:r>
      <w:r w:rsidRPr="00223237">
        <w:t>Et ça prouve que l</w:t>
      </w:r>
      <w:r w:rsidR="00AB6DDF">
        <w:t>’</w:t>
      </w:r>
      <w:r w:rsidRPr="00223237">
        <w:t>appareil est d</w:t>
      </w:r>
      <w:r w:rsidRPr="00223237">
        <w:t>é</w:t>
      </w:r>
      <w:r w:rsidRPr="00223237">
        <w:t>croché et qu</w:t>
      </w:r>
      <w:r w:rsidR="00AB6DDF">
        <w:t>’</w:t>
      </w:r>
      <w:r w:rsidRPr="00223237">
        <w:t>on écoute</w:t>
      </w:r>
      <w:r w:rsidR="00AB6DDF">
        <w:t xml:space="preserve"> ? </w:t>
      </w:r>
      <w:r w:rsidRPr="00223237">
        <w:t>Bon</w:t>
      </w:r>
      <w:r w:rsidR="00AB6DDF">
        <w:t xml:space="preserve">. </w:t>
      </w:r>
      <w:r w:rsidRPr="00223237">
        <w:t>Merci</w:t>
      </w:r>
      <w:r w:rsidR="00AB6DDF">
        <w:t xml:space="preserve">. </w:t>
      </w:r>
      <w:r w:rsidRPr="00223237">
        <w:t>Alors</w:t>
      </w:r>
      <w:r w:rsidR="00AB6DDF">
        <w:t xml:space="preserve">, </w:t>
      </w:r>
      <w:r w:rsidRPr="00223237">
        <w:t>chérie</w:t>
      </w:r>
      <w:r w:rsidR="00AB6DDF">
        <w:t xml:space="preserve">, </w:t>
      </w:r>
      <w:r w:rsidRPr="00223237">
        <w:t>vous êtes là</w:t>
      </w:r>
      <w:r w:rsidR="00AB6DDF">
        <w:t xml:space="preserve"> ?… </w:t>
      </w:r>
      <w:r w:rsidRPr="00223237">
        <w:t>Je vous en supplie</w:t>
      </w:r>
      <w:r w:rsidR="00AB6DDF">
        <w:t xml:space="preserve">, </w:t>
      </w:r>
      <w:r w:rsidRPr="00223237">
        <w:t>si vous êtes là</w:t>
      </w:r>
      <w:r w:rsidR="00AB6DDF">
        <w:t xml:space="preserve">… </w:t>
      </w:r>
      <w:r w:rsidRPr="00223237">
        <w:t>dites-le-moi</w:t>
      </w:r>
      <w:r w:rsidR="00AB6DDF">
        <w:t xml:space="preserve">… </w:t>
      </w:r>
      <w:r w:rsidRPr="00223237">
        <w:t>ayez p</w:t>
      </w:r>
      <w:r w:rsidRPr="00223237">
        <w:t>i</w:t>
      </w:r>
      <w:r w:rsidRPr="00223237">
        <w:t>tié de mes nerfs</w:t>
      </w:r>
      <w:r w:rsidR="00AB6DDF">
        <w:t xml:space="preserve">, </w:t>
      </w:r>
      <w:r w:rsidRPr="00223237">
        <w:t>pour l</w:t>
      </w:r>
      <w:r w:rsidR="00AB6DDF">
        <w:t>’</w:t>
      </w:r>
      <w:r w:rsidRPr="00223237">
        <w:t>amour du Bon Dieu</w:t>
      </w:r>
      <w:r w:rsidR="00AB6DDF">
        <w:t xml:space="preserve"> ! </w:t>
      </w:r>
      <w:r w:rsidR="00AB6DDF">
        <w:rPr>
          <w:i/>
          <w:iCs/>
        </w:rPr>
        <w:t>(</w:t>
      </w:r>
      <w:r w:rsidRPr="00223237">
        <w:rPr>
          <w:i/>
          <w:iCs/>
        </w:rPr>
        <w:t>À part</w:t>
      </w:r>
      <w:r w:rsidR="00AB6DDF">
        <w:rPr>
          <w:i/>
          <w:iCs/>
        </w:rPr>
        <w:t xml:space="preserve">.) </w:t>
      </w:r>
      <w:r w:rsidRPr="00223237">
        <w:t>Je n</w:t>
      </w:r>
      <w:r w:rsidR="00AB6DDF">
        <w:t>’</w:t>
      </w:r>
      <w:r w:rsidRPr="00223237">
        <w:t>en peux plus</w:t>
      </w:r>
      <w:r w:rsidR="00AB6DDF">
        <w:t xml:space="preserve">… </w:t>
      </w:r>
      <w:r w:rsidRPr="00223237">
        <w:t>et j</w:t>
      </w:r>
      <w:r w:rsidR="00AB6DDF">
        <w:t>’</w:t>
      </w:r>
      <w:r w:rsidRPr="00223237">
        <w:t>ai une crampe dans le bras</w:t>
      </w:r>
      <w:r w:rsidR="00AB6DDF">
        <w:t xml:space="preserve"> ! </w:t>
      </w:r>
      <w:r w:rsidR="00AB6DDF">
        <w:rPr>
          <w:i/>
          <w:iCs/>
        </w:rPr>
        <w:t>(</w:t>
      </w:r>
      <w:r w:rsidRPr="00223237">
        <w:rPr>
          <w:i/>
          <w:iCs/>
        </w:rPr>
        <w:t>Il fait</w:t>
      </w:r>
      <w:r w:rsidR="00AB6DDF">
        <w:rPr>
          <w:i/>
          <w:iCs/>
        </w:rPr>
        <w:t xml:space="preserve">, </w:t>
      </w:r>
      <w:r w:rsidRPr="00223237">
        <w:rPr>
          <w:i/>
          <w:iCs/>
        </w:rPr>
        <w:t>avec son bras</w:t>
      </w:r>
      <w:r w:rsidR="00AB6DDF">
        <w:rPr>
          <w:i/>
          <w:iCs/>
        </w:rPr>
        <w:t xml:space="preserve">, </w:t>
      </w:r>
      <w:r w:rsidRPr="00223237">
        <w:rPr>
          <w:i/>
          <w:iCs/>
        </w:rPr>
        <w:t>quelques mouvements de gymnastique qui donnent</w:t>
      </w:r>
      <w:r w:rsidR="00AB6DDF">
        <w:rPr>
          <w:i/>
          <w:iCs/>
        </w:rPr>
        <w:t xml:space="preserve">, </w:t>
      </w:r>
      <w:r w:rsidRPr="00223237">
        <w:rPr>
          <w:i/>
          <w:iCs/>
        </w:rPr>
        <w:t>à son récepteur</w:t>
      </w:r>
      <w:r w:rsidR="00AB6DDF">
        <w:rPr>
          <w:i/>
          <w:iCs/>
        </w:rPr>
        <w:t xml:space="preserve">, </w:t>
      </w:r>
      <w:r w:rsidRPr="00223237">
        <w:rPr>
          <w:i/>
          <w:iCs/>
        </w:rPr>
        <w:t>l</w:t>
      </w:r>
      <w:r w:rsidR="00AB6DDF">
        <w:rPr>
          <w:i/>
          <w:iCs/>
        </w:rPr>
        <w:t>’</w:t>
      </w:r>
      <w:r w:rsidRPr="00223237">
        <w:rPr>
          <w:i/>
          <w:iCs/>
        </w:rPr>
        <w:t>air d</w:t>
      </w:r>
      <w:r w:rsidR="00AB6DDF">
        <w:rPr>
          <w:i/>
          <w:iCs/>
        </w:rPr>
        <w:t>’</w:t>
      </w:r>
      <w:r w:rsidRPr="00223237">
        <w:rPr>
          <w:i/>
          <w:iCs/>
        </w:rPr>
        <w:t>une petite haltère</w:t>
      </w:r>
      <w:r w:rsidR="00AB6DDF">
        <w:rPr>
          <w:i/>
          <w:iCs/>
        </w:rPr>
        <w:t xml:space="preserve">.) </w:t>
      </w:r>
      <w:r w:rsidRPr="00223237">
        <w:t>Chérie</w:t>
      </w:r>
      <w:r w:rsidR="00AB6DDF">
        <w:t xml:space="preserve">, </w:t>
      </w:r>
      <w:r w:rsidRPr="00223237">
        <w:t>chérie</w:t>
      </w:r>
      <w:r w:rsidR="00AB6DDF">
        <w:t xml:space="preserve">, </w:t>
      </w:r>
      <w:r w:rsidRPr="00223237">
        <w:t>ce que vous faites en ce moment n</w:t>
      </w:r>
      <w:r w:rsidR="00AB6DDF">
        <w:t>’</w:t>
      </w:r>
      <w:r w:rsidRPr="00223237">
        <w:t>est pas digne de vous</w:t>
      </w:r>
      <w:r w:rsidR="00AB6DDF">
        <w:t xml:space="preserve">, </w:t>
      </w:r>
      <w:r w:rsidRPr="00223237">
        <w:t>et je ne méritais pas d</w:t>
      </w:r>
      <w:r w:rsidR="00AB6DDF">
        <w:t>’</w:t>
      </w:r>
      <w:r w:rsidRPr="00223237">
        <w:t>être tra</w:t>
      </w:r>
      <w:r w:rsidRPr="00223237">
        <w:t>i</w:t>
      </w:r>
      <w:r w:rsidRPr="00223237">
        <w:t>té de cette façon</w:t>
      </w:r>
      <w:r w:rsidR="00AB6DDF">
        <w:t xml:space="preserve">, </w:t>
      </w:r>
      <w:r w:rsidRPr="00223237">
        <w:t>je vous le jure</w:t>
      </w:r>
      <w:r w:rsidR="00AB6DDF">
        <w:t xml:space="preserve">. </w:t>
      </w:r>
      <w:r w:rsidRPr="00223237">
        <w:t>Vraiment</w:t>
      </w:r>
      <w:r w:rsidR="00AB6DDF">
        <w:t xml:space="preserve">, </w:t>
      </w:r>
      <w:r w:rsidRPr="00223237">
        <w:t>ça n</w:t>
      </w:r>
      <w:r w:rsidR="00AB6DDF">
        <w:t>’</w:t>
      </w:r>
      <w:r w:rsidRPr="00223237">
        <w:t>a pas de sens</w:t>
      </w:r>
      <w:r w:rsidR="00AB6DDF">
        <w:t xml:space="preserve"> ! </w:t>
      </w:r>
      <w:r w:rsidRPr="00223237">
        <w:t>Et vous vous imaginez que je vais vous parler comme ça</w:t>
      </w:r>
      <w:r w:rsidR="00AB6DDF">
        <w:t xml:space="preserve">, </w:t>
      </w:r>
      <w:r w:rsidRPr="00223237">
        <w:t>jusqu</w:t>
      </w:r>
      <w:r w:rsidR="00AB6DDF">
        <w:t>’</w:t>
      </w:r>
      <w:r w:rsidRPr="00223237">
        <w:t>à minuit</w:t>
      </w:r>
      <w:r w:rsidR="00AB6DDF">
        <w:t xml:space="preserve">, </w:t>
      </w:r>
      <w:r w:rsidRPr="00223237">
        <w:t>sans même avoir la certitude que vous m</w:t>
      </w:r>
      <w:r w:rsidR="00AB6DDF">
        <w:t>’</w:t>
      </w:r>
      <w:r w:rsidRPr="00223237">
        <w:t>écoutez</w:t>
      </w:r>
      <w:r w:rsidR="00AB6DDF">
        <w:t xml:space="preserve"> ! </w:t>
      </w:r>
      <w:r w:rsidRPr="00223237">
        <w:t>Ah</w:t>
      </w:r>
      <w:r w:rsidR="00AB6DDF">
        <w:t xml:space="preserve"> ! </w:t>
      </w:r>
      <w:r w:rsidRPr="00223237">
        <w:t>Non</w:t>
      </w:r>
      <w:r w:rsidR="00AB6DDF">
        <w:t xml:space="preserve">, </w:t>
      </w:r>
      <w:r w:rsidRPr="00223237">
        <w:t>par exemple</w:t>
      </w:r>
      <w:r w:rsidR="00AB6DDF">
        <w:t xml:space="preserve"> !… </w:t>
      </w:r>
      <w:r w:rsidRPr="00223237">
        <w:t>Oh</w:t>
      </w:r>
      <w:r w:rsidR="00AB6DDF">
        <w:t xml:space="preserve"> !… </w:t>
      </w:r>
      <w:r w:rsidRPr="00223237">
        <w:t>Et savez-vous ce que je vois en ce moment</w:t>
      </w:r>
      <w:r w:rsidR="00AB6DDF">
        <w:t xml:space="preserve"> ? </w:t>
      </w:r>
      <w:r w:rsidRPr="00223237">
        <w:t>Eh bien</w:t>
      </w:r>
      <w:r w:rsidR="00AB6DDF">
        <w:t xml:space="preserve"> ! </w:t>
      </w:r>
      <w:r w:rsidRPr="00223237">
        <w:t>je vois qu</w:t>
      </w:r>
      <w:r w:rsidR="00AB6DDF">
        <w:t>’</w:t>
      </w:r>
      <w:r w:rsidRPr="00223237">
        <w:t>il y a exact</w:t>
      </w:r>
      <w:r w:rsidRPr="00223237">
        <w:t>e</w:t>
      </w:r>
      <w:r w:rsidRPr="00223237">
        <w:t xml:space="preserve">ment six </w:t>
      </w:r>
      <w:r w:rsidRPr="00223237">
        <w:lastRenderedPageBreak/>
        <w:t>minutes que je parle tout seul</w:t>
      </w:r>
      <w:r w:rsidR="00AB6DDF">
        <w:t xml:space="preserve">, </w:t>
      </w:r>
      <w:r w:rsidRPr="00223237">
        <w:t>six minutes que je n</w:t>
      </w:r>
      <w:r w:rsidR="00AB6DDF">
        <w:t>’</w:t>
      </w:r>
      <w:r w:rsidRPr="00223237">
        <w:t>entends plus votre voix</w:t>
      </w:r>
      <w:r w:rsidR="00AB6DDF">
        <w:t xml:space="preserve">… </w:t>
      </w:r>
      <w:r w:rsidRPr="00223237">
        <w:t>Donc</w:t>
      </w:r>
      <w:r w:rsidR="00AB6DDF">
        <w:t xml:space="preserve">, </w:t>
      </w:r>
      <w:r w:rsidRPr="00223237">
        <w:t>vous pourriez être ici depuis déjà une minute si vous n</w:t>
      </w:r>
      <w:r w:rsidR="00AB6DDF">
        <w:t>’</w:t>
      </w:r>
      <w:r w:rsidRPr="00223237">
        <w:t>étiez pas le méchant petit être adoré que vous êtes</w:t>
      </w:r>
      <w:r w:rsidR="00AB6DDF">
        <w:t xml:space="preserve"> !… </w:t>
      </w:r>
      <w:r w:rsidRPr="00223237">
        <w:t>Écoutez</w:t>
      </w:r>
      <w:r w:rsidR="00AB6DDF">
        <w:t xml:space="preserve">, </w:t>
      </w:r>
      <w:r w:rsidRPr="00223237">
        <w:t>mon amour</w:t>
      </w:r>
      <w:r w:rsidR="00AB6DDF">
        <w:t xml:space="preserve">, </w:t>
      </w:r>
      <w:r w:rsidRPr="00223237">
        <w:t>si vous ne voulez pas parler</w:t>
      </w:r>
      <w:r w:rsidR="00AB6DDF">
        <w:t xml:space="preserve">, </w:t>
      </w:r>
      <w:r w:rsidRPr="00223237">
        <w:t>tapez au moins sur l</w:t>
      </w:r>
      <w:r w:rsidR="00AB6DDF">
        <w:t>’</w:t>
      </w:r>
      <w:r w:rsidRPr="00223237">
        <w:t>appareil</w:t>
      </w:r>
      <w:r w:rsidR="00AB6DDF">
        <w:t xml:space="preserve">, </w:t>
      </w:r>
      <w:r w:rsidRPr="00223237">
        <w:t>faites quelque chose afin que je n</w:t>
      </w:r>
      <w:r w:rsidR="00AB6DDF">
        <w:t>’</w:t>
      </w:r>
      <w:r w:rsidRPr="00223237">
        <w:t>aie pas cette impression affreuse de parler dans le vide</w:t>
      </w:r>
      <w:r w:rsidR="00AB6DDF">
        <w:t xml:space="preserve"> !… </w:t>
      </w:r>
      <w:r w:rsidRPr="00223237">
        <w:t>Tenez</w:t>
      </w:r>
      <w:r w:rsidR="00AB6DDF">
        <w:t xml:space="preserve">, </w:t>
      </w:r>
      <w:r w:rsidRPr="00223237">
        <w:t>j</w:t>
      </w:r>
      <w:r w:rsidR="00AB6DDF">
        <w:t>’</w:t>
      </w:r>
      <w:r w:rsidRPr="00223237">
        <w:t>ai une idée</w:t>
      </w:r>
      <w:r w:rsidR="00AB6DDF">
        <w:t xml:space="preserve">, </w:t>
      </w:r>
      <w:r w:rsidRPr="00223237">
        <w:t>chérie</w:t>
      </w:r>
      <w:r w:rsidR="00AB6DDF">
        <w:t xml:space="preserve">. </w:t>
      </w:r>
      <w:r w:rsidRPr="00223237">
        <w:t>Je prends les deux réce</w:t>
      </w:r>
      <w:r w:rsidRPr="00223237">
        <w:t>p</w:t>
      </w:r>
      <w:r w:rsidRPr="00223237">
        <w:t>teurs et je ferme les yeux</w:t>
      </w:r>
      <w:r w:rsidR="00AB6DDF">
        <w:t xml:space="preserve">… </w:t>
      </w:r>
      <w:r w:rsidR="00AB6DDF">
        <w:rPr>
          <w:i/>
          <w:iCs/>
        </w:rPr>
        <w:t>(</w:t>
      </w:r>
      <w:r w:rsidRPr="00223237">
        <w:rPr>
          <w:i/>
          <w:iCs/>
        </w:rPr>
        <w:t>Elle vient</w:t>
      </w:r>
      <w:r w:rsidR="00AB6DDF">
        <w:rPr>
          <w:i/>
          <w:iCs/>
        </w:rPr>
        <w:t xml:space="preserve">, </w:t>
      </w:r>
      <w:r w:rsidRPr="00223237">
        <w:rPr>
          <w:i/>
          <w:iCs/>
        </w:rPr>
        <w:t>à l</w:t>
      </w:r>
      <w:r w:rsidR="00AB6DDF">
        <w:rPr>
          <w:i/>
          <w:iCs/>
        </w:rPr>
        <w:t>’</w:t>
      </w:r>
      <w:r w:rsidRPr="00223237">
        <w:rPr>
          <w:i/>
          <w:iCs/>
        </w:rPr>
        <w:t>instant même</w:t>
      </w:r>
      <w:r w:rsidR="00AB6DDF">
        <w:rPr>
          <w:i/>
          <w:iCs/>
        </w:rPr>
        <w:t xml:space="preserve">, </w:t>
      </w:r>
      <w:r w:rsidRPr="00223237">
        <w:rPr>
          <w:i/>
          <w:iCs/>
        </w:rPr>
        <w:t>de p</w:t>
      </w:r>
      <w:r w:rsidRPr="00223237">
        <w:rPr>
          <w:i/>
          <w:iCs/>
        </w:rPr>
        <w:t>a</w:t>
      </w:r>
      <w:r w:rsidRPr="00223237">
        <w:rPr>
          <w:i/>
          <w:iCs/>
        </w:rPr>
        <w:t>raître</w:t>
      </w:r>
      <w:r w:rsidR="00AB6DDF">
        <w:rPr>
          <w:i/>
          <w:iCs/>
        </w:rPr>
        <w:t xml:space="preserve">. </w:t>
      </w:r>
      <w:r w:rsidRPr="00223237">
        <w:rPr>
          <w:i/>
          <w:iCs/>
        </w:rPr>
        <w:t>Elle a refermé</w:t>
      </w:r>
      <w:r w:rsidR="00AB6DDF">
        <w:rPr>
          <w:i/>
          <w:iCs/>
        </w:rPr>
        <w:t xml:space="preserve">, </w:t>
      </w:r>
      <w:r w:rsidRPr="00223237">
        <w:rPr>
          <w:i/>
          <w:iCs/>
        </w:rPr>
        <w:t>sans bruit</w:t>
      </w:r>
      <w:r w:rsidR="00AB6DDF">
        <w:rPr>
          <w:i/>
          <w:iCs/>
        </w:rPr>
        <w:t xml:space="preserve">, </w:t>
      </w:r>
      <w:r w:rsidRPr="00223237">
        <w:rPr>
          <w:i/>
          <w:iCs/>
        </w:rPr>
        <w:t>la porte derrière elle</w:t>
      </w:r>
      <w:r w:rsidR="00AB6DDF">
        <w:rPr>
          <w:i/>
          <w:iCs/>
        </w:rPr>
        <w:t xml:space="preserve">, </w:t>
      </w:r>
      <w:r w:rsidRPr="00223237">
        <w:rPr>
          <w:i/>
          <w:iCs/>
        </w:rPr>
        <w:t>et</w:t>
      </w:r>
      <w:r w:rsidR="00AB6DDF">
        <w:rPr>
          <w:i/>
          <w:iCs/>
        </w:rPr>
        <w:t xml:space="preserve">, </w:t>
      </w:r>
      <w:r w:rsidRPr="00223237">
        <w:rPr>
          <w:i/>
          <w:iCs/>
        </w:rPr>
        <w:t>comme il lui tourne le dos</w:t>
      </w:r>
      <w:r w:rsidR="00AB6DDF">
        <w:rPr>
          <w:i/>
          <w:iCs/>
        </w:rPr>
        <w:t xml:space="preserve">, </w:t>
      </w:r>
      <w:r w:rsidRPr="00223237">
        <w:rPr>
          <w:i/>
          <w:iCs/>
        </w:rPr>
        <w:t>elle peut s</w:t>
      </w:r>
      <w:r w:rsidR="00AB6DDF">
        <w:rPr>
          <w:i/>
          <w:iCs/>
        </w:rPr>
        <w:t>’</w:t>
      </w:r>
      <w:r w:rsidRPr="00223237">
        <w:rPr>
          <w:i/>
          <w:iCs/>
        </w:rPr>
        <w:t>approcher de lui sans être vue</w:t>
      </w:r>
      <w:r w:rsidR="00AB6DDF">
        <w:rPr>
          <w:i/>
          <w:iCs/>
        </w:rPr>
        <w:t xml:space="preserve">, </w:t>
      </w:r>
      <w:r w:rsidRPr="00223237">
        <w:rPr>
          <w:i/>
          <w:iCs/>
        </w:rPr>
        <w:t>sans qu</w:t>
      </w:r>
      <w:r w:rsidR="00AB6DDF">
        <w:rPr>
          <w:i/>
          <w:iCs/>
        </w:rPr>
        <w:t>’</w:t>
      </w:r>
      <w:r w:rsidRPr="00223237">
        <w:rPr>
          <w:i/>
          <w:iCs/>
        </w:rPr>
        <w:t>il l</w:t>
      </w:r>
      <w:r w:rsidR="00AB6DDF">
        <w:rPr>
          <w:i/>
          <w:iCs/>
        </w:rPr>
        <w:t>’</w:t>
      </w:r>
      <w:r w:rsidRPr="00223237">
        <w:rPr>
          <w:i/>
          <w:iCs/>
        </w:rPr>
        <w:t>entende</w:t>
      </w:r>
      <w:r w:rsidR="00AB6DDF">
        <w:rPr>
          <w:i/>
          <w:iCs/>
        </w:rPr>
        <w:t xml:space="preserve">.) </w:t>
      </w:r>
      <w:r w:rsidRPr="00223237">
        <w:t>Là</w:t>
      </w:r>
      <w:r w:rsidR="00AB6DDF">
        <w:t xml:space="preserve">… </w:t>
      </w:r>
      <w:r w:rsidRPr="00223237">
        <w:t>maintenant</w:t>
      </w:r>
      <w:r w:rsidR="00AB6DDF">
        <w:t xml:space="preserve">, </w:t>
      </w:r>
      <w:r w:rsidRPr="00223237">
        <w:t>penche-toi sur ton appareil et fais le bruit d</w:t>
      </w:r>
      <w:r w:rsidR="00AB6DDF">
        <w:t>’</w:t>
      </w:r>
      <w:r w:rsidRPr="00223237">
        <w:t>un baiser</w:t>
      </w:r>
      <w:r w:rsidR="00AB6DDF">
        <w:t xml:space="preserve">… </w:t>
      </w:r>
      <w:r w:rsidRPr="00223237">
        <w:t>fais-le</w:t>
      </w:r>
      <w:r w:rsidR="00AB6DDF">
        <w:t xml:space="preserve">, </w:t>
      </w:r>
      <w:r w:rsidRPr="00223237">
        <w:t>je t</w:t>
      </w:r>
      <w:r w:rsidR="00AB6DDF">
        <w:t>’</w:t>
      </w:r>
      <w:r w:rsidRPr="00223237">
        <w:t>en supplie</w:t>
      </w:r>
      <w:r w:rsidR="00AB6DDF">
        <w:t xml:space="preserve">… </w:t>
      </w:r>
      <w:r w:rsidRPr="00223237">
        <w:t>fais-le pour que j</w:t>
      </w:r>
      <w:r w:rsidR="00AB6DDF">
        <w:t>’</w:t>
      </w:r>
      <w:r w:rsidRPr="00223237">
        <w:t>aie un peu l</w:t>
      </w:r>
      <w:r w:rsidR="00AB6DDF">
        <w:t>’</w:t>
      </w:r>
      <w:r w:rsidRPr="00223237">
        <w:t>impression que tu es là près de moi</w:t>
      </w:r>
      <w:r w:rsidR="00AB6DDF">
        <w:t xml:space="preserve">… </w:t>
      </w:r>
      <w:r w:rsidR="00AB6DDF">
        <w:rPr>
          <w:i/>
          <w:iCs/>
        </w:rPr>
        <w:t>(</w:t>
      </w:r>
      <w:r w:rsidRPr="00223237">
        <w:rPr>
          <w:i/>
          <w:iCs/>
        </w:rPr>
        <w:t>Elle se penche vers lui</w:t>
      </w:r>
      <w:r w:rsidR="00AB6DDF">
        <w:rPr>
          <w:i/>
          <w:iCs/>
        </w:rPr>
        <w:t xml:space="preserve">.) </w:t>
      </w:r>
      <w:r w:rsidRPr="00223237">
        <w:t>J</w:t>
      </w:r>
      <w:r w:rsidR="00AB6DDF">
        <w:t>’</w:t>
      </w:r>
      <w:r w:rsidRPr="00223237">
        <w:t>ai les yeux fermés et je tends mes lèvres vers les tiennes</w:t>
      </w:r>
      <w:r w:rsidR="00AB6DDF">
        <w:t xml:space="preserve">… </w:t>
      </w:r>
      <w:r w:rsidR="00AB6DDF">
        <w:rPr>
          <w:i/>
          <w:iCs/>
        </w:rPr>
        <w:t>(</w:t>
      </w:r>
      <w:r w:rsidRPr="00223237">
        <w:rPr>
          <w:i/>
          <w:iCs/>
        </w:rPr>
        <w:t>Elle pose ses lèvres sur les siennes</w:t>
      </w:r>
      <w:r w:rsidR="00AB6DDF">
        <w:rPr>
          <w:i/>
          <w:iCs/>
        </w:rPr>
        <w:t xml:space="preserve">.) </w:t>
      </w:r>
      <w:r w:rsidRPr="00223237">
        <w:t>Ah</w:t>
      </w:r>
      <w:r w:rsidR="00AB6DDF">
        <w:t> !!!</w:t>
      </w:r>
    </w:p>
    <w:p w14:paraId="113FDB44" w14:textId="77777777" w:rsidR="00C83B26" w:rsidRDefault="002E19AC" w:rsidP="00C83B26">
      <w:r w:rsidRPr="00223237">
        <w:rPr>
          <w:i/>
          <w:iCs/>
        </w:rPr>
        <w:t>Il a poussé un cri</w:t>
      </w:r>
      <w:r w:rsidR="00AB6DDF">
        <w:rPr>
          <w:i/>
          <w:iCs/>
        </w:rPr>
        <w:t xml:space="preserve">. </w:t>
      </w:r>
      <w:r w:rsidRPr="00223237">
        <w:rPr>
          <w:i/>
          <w:iCs/>
        </w:rPr>
        <w:t>Il s</w:t>
      </w:r>
      <w:r w:rsidR="00AB6DDF">
        <w:rPr>
          <w:i/>
          <w:iCs/>
        </w:rPr>
        <w:t>’</w:t>
      </w:r>
      <w:r w:rsidRPr="00223237">
        <w:rPr>
          <w:i/>
          <w:iCs/>
        </w:rPr>
        <w:t>est dressé</w:t>
      </w:r>
      <w:r w:rsidR="00AB6DDF">
        <w:rPr>
          <w:i/>
          <w:iCs/>
        </w:rPr>
        <w:t xml:space="preserve"> – </w:t>
      </w:r>
      <w:r w:rsidRPr="00223237">
        <w:rPr>
          <w:i/>
          <w:iCs/>
        </w:rPr>
        <w:t>et il la prend dans ses bras tandis que</w:t>
      </w:r>
      <w:r w:rsidR="00AB6DDF">
        <w:rPr>
          <w:i/>
          <w:iCs/>
        </w:rPr>
        <w:t>…</w:t>
      </w:r>
    </w:p>
    <w:p w14:paraId="6D5C19E3" w14:textId="77777777" w:rsidR="00C83B26" w:rsidRDefault="002E19AC" w:rsidP="00C83B26">
      <w:pPr>
        <w:ind w:firstLine="0"/>
        <w:jc w:val="center"/>
      </w:pPr>
      <w:r w:rsidRPr="00C83B26">
        <w:t>LE RIDEAU SE FERME</w:t>
      </w:r>
      <w:r w:rsidR="00AB6DDF" w:rsidRPr="00C83B26">
        <w:t>.</w:t>
      </w:r>
    </w:p>
    <w:p w14:paraId="7C6BFD4D" w14:textId="59CB7533" w:rsidR="002E19AC" w:rsidRPr="00223237" w:rsidRDefault="002E19AC" w:rsidP="00AB6DDF">
      <w:pPr>
        <w:pStyle w:val="Titre1"/>
      </w:pPr>
      <w:bookmarkStart w:id="3" w:name="_Toc196333091"/>
      <w:r w:rsidRPr="00223237">
        <w:lastRenderedPageBreak/>
        <w:t>ACTE III</w:t>
      </w:r>
      <w:bookmarkEnd w:id="3"/>
      <w:r w:rsidRPr="00223237">
        <w:br/>
      </w:r>
    </w:p>
    <w:p w14:paraId="3A1797FE" w14:textId="77777777" w:rsidR="00C83B26" w:rsidRDefault="002E19AC" w:rsidP="00C83B26">
      <w:pPr>
        <w:ind w:firstLine="0"/>
        <w:jc w:val="center"/>
      </w:pPr>
      <w:r w:rsidRPr="00C83B26">
        <w:t>LE DÉCOR</w:t>
      </w:r>
    </w:p>
    <w:p w14:paraId="3ADF8B96" w14:textId="77777777" w:rsidR="00C83B26" w:rsidRDefault="002E19AC" w:rsidP="00C83B26">
      <w:r w:rsidRPr="00223237">
        <w:rPr>
          <w:i/>
          <w:iCs/>
        </w:rPr>
        <w:t>Le même</w:t>
      </w:r>
      <w:r w:rsidR="00AB6DDF">
        <w:rPr>
          <w:i/>
          <w:iCs/>
        </w:rPr>
        <w:t>.</w:t>
      </w:r>
    </w:p>
    <w:p w14:paraId="2CBE1EBC" w14:textId="77777777" w:rsidR="00C83B26" w:rsidRDefault="002E19AC" w:rsidP="00C83B26">
      <w:r w:rsidRPr="00223237">
        <w:rPr>
          <w:i/>
          <w:iCs/>
        </w:rPr>
        <w:t>Quelques heures plus tard</w:t>
      </w:r>
      <w:r w:rsidR="00AB6DDF">
        <w:rPr>
          <w:i/>
          <w:iCs/>
        </w:rPr>
        <w:t>.</w:t>
      </w:r>
    </w:p>
    <w:p w14:paraId="6D1285DD" w14:textId="77777777" w:rsidR="00C83B26" w:rsidRDefault="002E19AC" w:rsidP="00C83B26">
      <w:r w:rsidRPr="00223237">
        <w:rPr>
          <w:i/>
          <w:iCs/>
        </w:rPr>
        <w:t>Ils sont</w:t>
      </w:r>
      <w:r w:rsidR="00AB6DDF">
        <w:rPr>
          <w:i/>
          <w:iCs/>
        </w:rPr>
        <w:t xml:space="preserve">, </w:t>
      </w:r>
      <w:r w:rsidRPr="00223237">
        <w:rPr>
          <w:i/>
          <w:iCs/>
        </w:rPr>
        <w:t>Elle et Lui</w:t>
      </w:r>
      <w:r w:rsidR="00AB6DDF">
        <w:rPr>
          <w:i/>
          <w:iCs/>
        </w:rPr>
        <w:t xml:space="preserve">, </w:t>
      </w:r>
      <w:r w:rsidRPr="00223237">
        <w:rPr>
          <w:i/>
          <w:iCs/>
        </w:rPr>
        <w:t>couchés</w:t>
      </w:r>
      <w:r w:rsidR="00AB6DDF">
        <w:rPr>
          <w:i/>
          <w:iCs/>
        </w:rPr>
        <w:t xml:space="preserve"> – </w:t>
      </w:r>
      <w:r w:rsidRPr="00223237">
        <w:rPr>
          <w:i/>
          <w:iCs/>
        </w:rPr>
        <w:t>et ils dorment enlacés</w:t>
      </w:r>
      <w:r w:rsidR="00AB6DDF">
        <w:rPr>
          <w:i/>
          <w:iCs/>
        </w:rPr>
        <w:t xml:space="preserve">. </w:t>
      </w:r>
      <w:r w:rsidRPr="00223237">
        <w:rPr>
          <w:i/>
          <w:iCs/>
        </w:rPr>
        <w:t>L</w:t>
      </w:r>
      <w:r w:rsidR="00AB6DDF">
        <w:rPr>
          <w:i/>
          <w:iCs/>
        </w:rPr>
        <w:t>’</w:t>
      </w:r>
      <w:r w:rsidRPr="00223237">
        <w:rPr>
          <w:i/>
          <w:iCs/>
        </w:rPr>
        <w:t>éclairage est le même qu</w:t>
      </w:r>
      <w:r w:rsidR="00AB6DDF">
        <w:rPr>
          <w:i/>
          <w:iCs/>
        </w:rPr>
        <w:t>’</w:t>
      </w:r>
      <w:r w:rsidRPr="00223237">
        <w:rPr>
          <w:i/>
          <w:iCs/>
        </w:rPr>
        <w:t>à l</w:t>
      </w:r>
      <w:r w:rsidR="00AB6DDF">
        <w:rPr>
          <w:i/>
          <w:iCs/>
        </w:rPr>
        <w:t>’</w:t>
      </w:r>
      <w:r w:rsidRPr="00223237">
        <w:rPr>
          <w:i/>
          <w:iCs/>
        </w:rPr>
        <w:t>acte précédent</w:t>
      </w:r>
      <w:r w:rsidR="00AB6DDF">
        <w:rPr>
          <w:i/>
          <w:iCs/>
        </w:rPr>
        <w:t xml:space="preserve"> – </w:t>
      </w:r>
      <w:r w:rsidRPr="00223237">
        <w:rPr>
          <w:i/>
          <w:iCs/>
        </w:rPr>
        <w:t>et ses vêtements à Elle</w:t>
      </w:r>
      <w:r w:rsidR="00AB6DDF">
        <w:rPr>
          <w:i/>
          <w:iCs/>
        </w:rPr>
        <w:t xml:space="preserve">, </w:t>
      </w:r>
      <w:r w:rsidRPr="00223237">
        <w:rPr>
          <w:i/>
          <w:iCs/>
        </w:rPr>
        <w:t>inanimés</w:t>
      </w:r>
      <w:r w:rsidR="00AB6DDF">
        <w:rPr>
          <w:i/>
          <w:iCs/>
        </w:rPr>
        <w:t xml:space="preserve">, </w:t>
      </w:r>
      <w:r w:rsidRPr="00223237">
        <w:rPr>
          <w:i/>
          <w:iCs/>
        </w:rPr>
        <w:t>gisent çà et là</w:t>
      </w:r>
      <w:r w:rsidR="00AB6DDF">
        <w:rPr>
          <w:i/>
          <w:iCs/>
        </w:rPr>
        <w:t>.</w:t>
      </w:r>
    </w:p>
    <w:p w14:paraId="592D7856" w14:textId="77777777" w:rsidR="00C83B26" w:rsidRDefault="002E19AC" w:rsidP="00C83B26">
      <w:r w:rsidRPr="00223237">
        <w:rPr>
          <w:i/>
          <w:iCs/>
        </w:rPr>
        <w:t>Un instant après le lever du rideau</w:t>
      </w:r>
      <w:r w:rsidR="00AB6DDF">
        <w:rPr>
          <w:i/>
          <w:iCs/>
        </w:rPr>
        <w:t xml:space="preserve">, </w:t>
      </w:r>
      <w:r w:rsidRPr="00223237">
        <w:rPr>
          <w:i/>
          <w:iCs/>
        </w:rPr>
        <w:t>on entend en coulisse le bruit que fait une chaise en tombant</w:t>
      </w:r>
      <w:r w:rsidR="00AB6DDF">
        <w:rPr>
          <w:i/>
          <w:iCs/>
        </w:rPr>
        <w:t xml:space="preserve">, </w:t>
      </w:r>
      <w:r w:rsidRPr="00223237">
        <w:rPr>
          <w:i/>
          <w:iCs/>
        </w:rPr>
        <w:t>puis l</w:t>
      </w:r>
      <w:r w:rsidR="00AB6DDF">
        <w:rPr>
          <w:i/>
          <w:iCs/>
        </w:rPr>
        <w:t>’</w:t>
      </w:r>
      <w:r w:rsidRPr="00223237">
        <w:rPr>
          <w:i/>
          <w:iCs/>
        </w:rPr>
        <w:t>on perçoit d</w:t>
      </w:r>
      <w:r w:rsidR="00AB6DDF">
        <w:rPr>
          <w:i/>
          <w:iCs/>
        </w:rPr>
        <w:t>’</w:t>
      </w:r>
      <w:r w:rsidRPr="00223237">
        <w:rPr>
          <w:i/>
          <w:iCs/>
        </w:rPr>
        <w:t>autres bruits encore</w:t>
      </w:r>
      <w:r w:rsidR="00AB6DDF">
        <w:rPr>
          <w:i/>
          <w:iCs/>
        </w:rPr>
        <w:t>.</w:t>
      </w:r>
    </w:p>
    <w:p w14:paraId="67E4A8B5" w14:textId="77777777" w:rsidR="00C83B26" w:rsidRDefault="002E19AC" w:rsidP="00C83B26">
      <w:r w:rsidRPr="00223237">
        <w:rPr>
          <w:i/>
          <w:iCs/>
        </w:rPr>
        <w:t>Elle se réveille la première</w:t>
      </w:r>
      <w:r w:rsidR="00AB6DDF">
        <w:rPr>
          <w:i/>
          <w:iCs/>
        </w:rPr>
        <w:t>.</w:t>
      </w:r>
    </w:p>
    <w:p w14:paraId="24CF97A1" w14:textId="77777777" w:rsidR="00C83B26" w:rsidRDefault="002E19AC" w:rsidP="00C83B26">
      <w:pPr>
        <w:ind w:firstLine="0"/>
        <w:jc w:val="center"/>
      </w:pPr>
      <w:r w:rsidRPr="00C83B26">
        <w:t>ELLE</w:t>
      </w:r>
    </w:p>
    <w:p w14:paraId="46425304" w14:textId="77777777" w:rsidR="00C83B26" w:rsidRDefault="002E19AC" w:rsidP="00C83B26">
      <w:r w:rsidRPr="00223237">
        <w:t>Eh</w:t>
      </w:r>
      <w:r w:rsidR="00AB6DDF">
        <w:t xml:space="preserve"> !… </w:t>
      </w:r>
      <w:r w:rsidRPr="00223237">
        <w:t>Eh</w:t>
      </w:r>
      <w:r w:rsidR="00AB6DDF">
        <w:t xml:space="preserve"> !… </w:t>
      </w:r>
      <w:r w:rsidRPr="00223237">
        <w:t>Écoutez</w:t>
      </w:r>
      <w:r w:rsidR="00AB6DDF">
        <w:t>…</w:t>
      </w:r>
    </w:p>
    <w:p w14:paraId="7D4736D4" w14:textId="77777777" w:rsidR="00C83B26" w:rsidRDefault="002E19AC" w:rsidP="00C83B26">
      <w:pPr>
        <w:ind w:firstLine="0"/>
        <w:jc w:val="center"/>
      </w:pPr>
      <w:r w:rsidRPr="00C83B26">
        <w:t>LUI</w:t>
      </w:r>
      <w:r w:rsidR="00AB6DDF" w:rsidRPr="00C83B26">
        <w:t xml:space="preserve">, </w:t>
      </w:r>
      <w:r w:rsidRPr="00C83B26">
        <w:t>s</w:t>
      </w:r>
      <w:r w:rsidR="00AB6DDF" w:rsidRPr="00C83B26">
        <w:t>’</w:t>
      </w:r>
      <w:r w:rsidRPr="00C83B26">
        <w:rPr>
          <w:i/>
          <w:iCs/>
        </w:rPr>
        <w:t>éveillant à son tour</w:t>
      </w:r>
    </w:p>
    <w:p w14:paraId="571F46F4" w14:textId="77777777" w:rsidR="00C83B26" w:rsidRDefault="002E19AC" w:rsidP="00C83B26">
      <w:r w:rsidRPr="00223237">
        <w:t>Hein</w:t>
      </w:r>
      <w:r w:rsidR="00AB6DDF">
        <w:t> ?</w:t>
      </w:r>
    </w:p>
    <w:p w14:paraId="0DCDAD09" w14:textId="77777777" w:rsidR="00C83B26" w:rsidRDefault="002E19AC" w:rsidP="00C83B26">
      <w:pPr>
        <w:ind w:firstLine="0"/>
        <w:jc w:val="center"/>
      </w:pPr>
      <w:r w:rsidRPr="00C83B26">
        <w:t>ELLE</w:t>
      </w:r>
    </w:p>
    <w:p w14:paraId="474481EE" w14:textId="77777777" w:rsidR="00C83B26" w:rsidRDefault="002E19AC" w:rsidP="00C83B26">
      <w:r w:rsidRPr="00223237">
        <w:t>Il y a quelqu</w:t>
      </w:r>
      <w:r w:rsidR="00AB6DDF">
        <w:t>’</w:t>
      </w:r>
      <w:r w:rsidRPr="00223237">
        <w:t>un dans l</w:t>
      </w:r>
      <w:r w:rsidR="00AB6DDF">
        <w:t>’</w:t>
      </w:r>
      <w:r w:rsidRPr="00223237">
        <w:t>antichambre</w:t>
      </w:r>
      <w:r w:rsidR="00AB6DDF">
        <w:t>…</w:t>
      </w:r>
    </w:p>
    <w:p w14:paraId="75A74088" w14:textId="77777777" w:rsidR="00C83B26" w:rsidRDefault="002E19AC" w:rsidP="00C83B26">
      <w:pPr>
        <w:ind w:firstLine="0"/>
        <w:jc w:val="center"/>
      </w:pPr>
      <w:r w:rsidRPr="00C83B26">
        <w:t>LUI</w:t>
      </w:r>
    </w:p>
    <w:p w14:paraId="02982DBD" w14:textId="77777777" w:rsidR="00C83B26" w:rsidRDefault="002E19AC" w:rsidP="00C83B26">
      <w:r w:rsidRPr="00223237">
        <w:t>Qu</w:t>
      </w:r>
      <w:r w:rsidR="00AB6DDF">
        <w:t>’</w:t>
      </w:r>
      <w:r w:rsidRPr="00223237">
        <w:t>est-ce que vous dites</w:t>
      </w:r>
      <w:r w:rsidR="00AB6DDF">
        <w:t> ?</w:t>
      </w:r>
    </w:p>
    <w:p w14:paraId="06E7A401" w14:textId="77777777" w:rsidR="00C83B26" w:rsidRDefault="002E19AC" w:rsidP="00C83B26">
      <w:pPr>
        <w:ind w:firstLine="0"/>
        <w:jc w:val="center"/>
      </w:pPr>
      <w:r w:rsidRPr="00C83B26">
        <w:t>ELLE</w:t>
      </w:r>
    </w:p>
    <w:p w14:paraId="21E22FB6" w14:textId="77777777" w:rsidR="00C83B26" w:rsidRDefault="002E19AC" w:rsidP="00C83B26">
      <w:r w:rsidRPr="00223237">
        <w:t>J</w:t>
      </w:r>
      <w:r w:rsidR="00AB6DDF">
        <w:t>’</w:t>
      </w:r>
      <w:r w:rsidRPr="00223237">
        <w:t>entends du bruit dans l</w:t>
      </w:r>
      <w:r w:rsidR="00AB6DDF">
        <w:t>’</w:t>
      </w:r>
      <w:r w:rsidRPr="00223237">
        <w:t>antichambre</w:t>
      </w:r>
      <w:r w:rsidR="00AB6DDF">
        <w:t>.</w:t>
      </w:r>
    </w:p>
    <w:p w14:paraId="1421C444" w14:textId="77777777" w:rsidR="00C83B26" w:rsidRDefault="002E19AC" w:rsidP="00C83B26">
      <w:pPr>
        <w:ind w:firstLine="0"/>
        <w:jc w:val="center"/>
      </w:pPr>
      <w:r w:rsidRPr="00C83B26">
        <w:lastRenderedPageBreak/>
        <w:t>LUI</w:t>
      </w:r>
    </w:p>
    <w:p w14:paraId="53E8C68D" w14:textId="77777777" w:rsidR="00C83B26" w:rsidRDefault="002E19AC" w:rsidP="00C83B26">
      <w:r w:rsidRPr="00223237">
        <w:t>Comment</w:t>
      </w:r>
      <w:r w:rsidR="00AB6DDF">
        <w:t xml:space="preserve">, </w:t>
      </w:r>
      <w:r w:rsidRPr="00223237">
        <w:t>du bruit dans l</w:t>
      </w:r>
      <w:r w:rsidR="00AB6DDF">
        <w:t>’</w:t>
      </w:r>
      <w:r w:rsidRPr="00223237">
        <w:t>antichambre</w:t>
      </w:r>
      <w:r w:rsidR="00AB6DDF">
        <w:t xml:space="preserve">… </w:t>
      </w:r>
      <w:r w:rsidRPr="00223237">
        <w:t>à cette heure-ci</w:t>
      </w:r>
      <w:r w:rsidR="00AB6DDF">
        <w:t xml:space="preserve">, </w:t>
      </w:r>
      <w:r w:rsidRPr="00223237">
        <w:t>c</w:t>
      </w:r>
      <w:r w:rsidR="00AB6DDF">
        <w:t>’</w:t>
      </w:r>
      <w:r w:rsidRPr="00223237">
        <w:t>est impossible</w:t>
      </w:r>
      <w:r w:rsidR="00AB6DDF">
        <w:t>…</w:t>
      </w:r>
    </w:p>
    <w:p w14:paraId="7710E2B0" w14:textId="77777777" w:rsidR="00C83B26" w:rsidRDefault="002E19AC" w:rsidP="00C83B26">
      <w:pPr>
        <w:ind w:firstLine="0"/>
        <w:jc w:val="center"/>
      </w:pPr>
      <w:r w:rsidRPr="00C83B26">
        <w:t>ELLE</w:t>
      </w:r>
    </w:p>
    <w:p w14:paraId="62903F41" w14:textId="77777777" w:rsidR="00C83B26" w:rsidRDefault="002E19AC" w:rsidP="00C83B26">
      <w:r w:rsidRPr="00223237">
        <w:t>Je vous assure</w:t>
      </w:r>
      <w:r w:rsidR="00AB6DDF">
        <w:t>…</w:t>
      </w:r>
    </w:p>
    <w:p w14:paraId="30C65733" w14:textId="77777777" w:rsidR="00C83B26" w:rsidRDefault="002E19AC" w:rsidP="00C83B26">
      <w:pPr>
        <w:ind w:firstLine="0"/>
        <w:jc w:val="center"/>
      </w:pPr>
      <w:r w:rsidRPr="00C83B26">
        <w:t>LUI</w:t>
      </w:r>
    </w:p>
    <w:p w14:paraId="1E58A6C8" w14:textId="77777777" w:rsidR="00C83B26" w:rsidRDefault="002E19AC" w:rsidP="00C83B26">
      <w:r w:rsidRPr="00223237">
        <w:t>Ah</w:t>
      </w:r>
      <w:r w:rsidR="00AB6DDF">
        <w:t xml:space="preserve"> ! </w:t>
      </w:r>
      <w:r w:rsidRPr="00223237">
        <w:t>Ça</w:t>
      </w:r>
      <w:r w:rsidR="00AB6DDF">
        <w:t xml:space="preserve">, </w:t>
      </w:r>
      <w:r w:rsidRPr="00223237">
        <w:t>mais</w:t>
      </w:r>
      <w:r w:rsidR="00AB6DDF">
        <w:t xml:space="preserve">… </w:t>
      </w:r>
      <w:r w:rsidRPr="00223237">
        <w:t>je m</w:t>
      </w:r>
      <w:r w:rsidR="00AB6DDF">
        <w:t>’</w:t>
      </w:r>
      <w:r w:rsidRPr="00223237">
        <w:t>étais donc endormi</w:t>
      </w:r>
      <w:r w:rsidR="00AB6DDF">
        <w:t> ?</w:t>
      </w:r>
    </w:p>
    <w:p w14:paraId="70C10AD2" w14:textId="77777777" w:rsidR="00C83B26" w:rsidRDefault="002E19AC" w:rsidP="00C83B26">
      <w:pPr>
        <w:ind w:firstLine="0"/>
        <w:jc w:val="center"/>
      </w:pPr>
      <w:r w:rsidRPr="00C83B26">
        <w:t>ELLE</w:t>
      </w:r>
    </w:p>
    <w:p w14:paraId="14525963" w14:textId="77777777" w:rsidR="00C83B26" w:rsidRDefault="002E19AC" w:rsidP="00C83B26">
      <w:r w:rsidRPr="00223237">
        <w:t>Oui</w:t>
      </w:r>
      <w:r w:rsidR="00AB6DDF">
        <w:t xml:space="preserve">. </w:t>
      </w:r>
      <w:r w:rsidRPr="00223237">
        <w:t>Et j</w:t>
      </w:r>
      <w:r w:rsidR="00AB6DDF">
        <w:t>’</w:t>
      </w:r>
      <w:r w:rsidRPr="00223237">
        <w:t>allais m</w:t>
      </w:r>
      <w:r w:rsidR="00AB6DDF">
        <w:t>’</w:t>
      </w:r>
      <w:r w:rsidRPr="00223237">
        <w:t>endormir aussi</w:t>
      </w:r>
      <w:r w:rsidR="00AB6DDF">
        <w:t xml:space="preserve">. </w:t>
      </w:r>
      <w:r w:rsidRPr="00223237">
        <w:t>Tenez</w:t>
      </w:r>
      <w:r w:rsidR="00AB6DDF">
        <w:t xml:space="preserve">, </w:t>
      </w:r>
      <w:r w:rsidRPr="00223237">
        <w:t>on vient de remuer un meuble</w:t>
      </w:r>
      <w:r w:rsidR="00AB6DDF">
        <w:t>…</w:t>
      </w:r>
    </w:p>
    <w:p w14:paraId="309814D2" w14:textId="77777777" w:rsidR="00C83B26" w:rsidRDefault="002E19AC" w:rsidP="00C83B26">
      <w:pPr>
        <w:ind w:firstLine="0"/>
        <w:jc w:val="center"/>
      </w:pPr>
      <w:r w:rsidRPr="00C83B26">
        <w:t>LUI</w:t>
      </w:r>
    </w:p>
    <w:p w14:paraId="66C5B5B4" w14:textId="77777777" w:rsidR="00C83B26" w:rsidRDefault="002E19AC" w:rsidP="00C83B26">
      <w:r w:rsidRPr="00223237">
        <w:t>Tiens</w:t>
      </w:r>
      <w:r w:rsidR="00AB6DDF">
        <w:t xml:space="preserve">… </w:t>
      </w:r>
      <w:r w:rsidRPr="00223237">
        <w:t>mais qu</w:t>
      </w:r>
      <w:r w:rsidR="00AB6DDF">
        <w:t>’</w:t>
      </w:r>
      <w:r w:rsidRPr="00223237">
        <w:t>est-ce que cela veut dire</w:t>
      </w:r>
      <w:r w:rsidR="00AB6DDF">
        <w:t xml:space="preserve">, </w:t>
      </w:r>
      <w:r w:rsidRPr="00223237">
        <w:t>ça</w:t>
      </w:r>
      <w:r w:rsidR="00AB6DDF">
        <w:t xml:space="preserve"> ?… </w:t>
      </w:r>
      <w:r w:rsidR="00AB6DDF">
        <w:rPr>
          <w:i/>
          <w:iCs/>
        </w:rPr>
        <w:t>(</w:t>
      </w:r>
      <w:r w:rsidRPr="00223237">
        <w:rPr>
          <w:i/>
          <w:iCs/>
        </w:rPr>
        <w:t>Il saute à bas du lit</w:t>
      </w:r>
      <w:r w:rsidR="00AB6DDF">
        <w:rPr>
          <w:i/>
          <w:iCs/>
        </w:rPr>
        <w:t>.)</w:t>
      </w:r>
    </w:p>
    <w:p w14:paraId="186762D2" w14:textId="77777777" w:rsidR="00C83B26" w:rsidRDefault="002E19AC" w:rsidP="00C83B26">
      <w:pPr>
        <w:ind w:firstLine="0"/>
        <w:jc w:val="center"/>
      </w:pPr>
      <w:r w:rsidRPr="00C83B26">
        <w:t>ELLE</w:t>
      </w:r>
    </w:p>
    <w:p w14:paraId="2251AB0F" w14:textId="77777777" w:rsidR="00C83B26" w:rsidRDefault="002E19AC" w:rsidP="00C83B26">
      <w:r w:rsidRPr="00223237">
        <w:t>Vous avez un revolver</w:t>
      </w:r>
      <w:r w:rsidR="00AB6DDF">
        <w:t> ?</w:t>
      </w:r>
    </w:p>
    <w:p w14:paraId="7D71FA07" w14:textId="77777777" w:rsidR="00C83B26" w:rsidRDefault="002E19AC" w:rsidP="00C83B26">
      <w:pPr>
        <w:ind w:firstLine="0"/>
        <w:jc w:val="center"/>
      </w:pPr>
      <w:r w:rsidRPr="00C83B26">
        <w:t>LUI</w:t>
      </w:r>
    </w:p>
    <w:p w14:paraId="2FF86D1A" w14:textId="77777777" w:rsidR="00C83B26" w:rsidRDefault="002E19AC" w:rsidP="00C83B26">
      <w:r w:rsidRPr="00223237">
        <w:t>Pff</w:t>
      </w:r>
      <w:r w:rsidR="00AB6DDF">
        <w:t xml:space="preserve">… </w:t>
      </w:r>
      <w:r w:rsidRPr="00223237">
        <w:t>un revolver</w:t>
      </w:r>
      <w:r w:rsidR="00AB6DDF">
        <w:t> !</w:t>
      </w:r>
    </w:p>
    <w:p w14:paraId="506CECF1" w14:textId="77777777" w:rsidR="00C83B26" w:rsidRDefault="002E19AC" w:rsidP="00C83B26">
      <w:pPr>
        <w:ind w:firstLine="0"/>
        <w:jc w:val="center"/>
      </w:pPr>
      <w:r w:rsidRPr="00C83B26">
        <w:t>ELLE</w:t>
      </w:r>
    </w:p>
    <w:p w14:paraId="678F8F9F" w14:textId="77777777" w:rsidR="00C83B26" w:rsidRDefault="002E19AC" w:rsidP="00C83B26">
      <w:r w:rsidRPr="00223237">
        <w:t>N</w:t>
      </w:r>
      <w:r w:rsidR="00AB6DDF">
        <w:t>’</w:t>
      </w:r>
      <w:r w:rsidRPr="00223237">
        <w:t>y allez pas comme ça</w:t>
      </w:r>
      <w:r w:rsidR="00AB6DDF">
        <w:t> !</w:t>
      </w:r>
    </w:p>
    <w:p w14:paraId="6BDE4705" w14:textId="77777777" w:rsidR="00C83B26" w:rsidRDefault="002E19AC" w:rsidP="00C83B26">
      <w:pPr>
        <w:ind w:firstLine="0"/>
        <w:jc w:val="center"/>
      </w:pPr>
      <w:r w:rsidRPr="00C83B26">
        <w:t>LUI</w:t>
      </w:r>
    </w:p>
    <w:p w14:paraId="3E7750D2" w14:textId="77777777" w:rsidR="00C83B26" w:rsidRDefault="002E19AC" w:rsidP="00C83B26">
      <w:r w:rsidRPr="00223237">
        <w:t>Laissez-moi écouter</w:t>
      </w:r>
      <w:r w:rsidR="00AB6DDF">
        <w:t xml:space="preserve">… </w:t>
      </w:r>
      <w:r w:rsidRPr="00223237">
        <w:t>je voudrais me rendre compte</w:t>
      </w:r>
      <w:r w:rsidR="00AB6DDF">
        <w:t xml:space="preserve">… </w:t>
      </w:r>
      <w:r w:rsidR="00AB6DDF">
        <w:rPr>
          <w:i/>
          <w:iCs/>
        </w:rPr>
        <w:t>(</w:t>
      </w:r>
      <w:r w:rsidRPr="00223237">
        <w:rPr>
          <w:i/>
          <w:iCs/>
        </w:rPr>
        <w:t>Il écoute</w:t>
      </w:r>
      <w:r w:rsidR="00AB6DDF">
        <w:rPr>
          <w:i/>
          <w:iCs/>
        </w:rPr>
        <w:t xml:space="preserve">, </w:t>
      </w:r>
      <w:r w:rsidRPr="00223237">
        <w:rPr>
          <w:i/>
          <w:iCs/>
        </w:rPr>
        <w:t xml:space="preserve">et il entend des bruits qui lui semblent anormaux à une </w:t>
      </w:r>
      <w:r w:rsidRPr="00223237">
        <w:rPr>
          <w:i/>
          <w:iCs/>
        </w:rPr>
        <w:lastRenderedPageBreak/>
        <w:t>heure pareille</w:t>
      </w:r>
      <w:r w:rsidR="00AB6DDF">
        <w:rPr>
          <w:i/>
          <w:iCs/>
        </w:rPr>
        <w:t xml:space="preserve">.) </w:t>
      </w:r>
      <w:r w:rsidRPr="00223237">
        <w:t>Oui</w:t>
      </w:r>
      <w:r w:rsidR="00AB6DDF">
        <w:t xml:space="preserve">, </w:t>
      </w:r>
      <w:r w:rsidRPr="00223237">
        <w:t>il y a sûrement au moins une personne</w:t>
      </w:r>
      <w:r w:rsidR="00AB6DDF">
        <w:t xml:space="preserve"> !… </w:t>
      </w:r>
      <w:r w:rsidRPr="00223237">
        <w:t>On a dû forcer la porte</w:t>
      </w:r>
      <w:r w:rsidR="00AB6DDF">
        <w:t>…</w:t>
      </w:r>
    </w:p>
    <w:p w14:paraId="624BA42E" w14:textId="77777777" w:rsidR="00C83B26" w:rsidRDefault="002E19AC" w:rsidP="00C83B26">
      <w:pPr>
        <w:ind w:firstLine="0"/>
        <w:jc w:val="center"/>
      </w:pPr>
      <w:r w:rsidRPr="00C83B26">
        <w:t>ELLE</w:t>
      </w:r>
    </w:p>
    <w:p w14:paraId="45B9BD31" w14:textId="77777777" w:rsidR="00C83B26" w:rsidRDefault="002E19AC" w:rsidP="00C83B26">
      <w:r w:rsidRPr="00223237">
        <w:t>Mais non</w:t>
      </w:r>
      <w:r w:rsidR="00AB6DDF">
        <w:t xml:space="preserve">… </w:t>
      </w:r>
      <w:r w:rsidRPr="00223237">
        <w:t>vous aviez laissé la clef dessus</w:t>
      </w:r>
      <w:r w:rsidR="00AB6DDF">
        <w:t>…</w:t>
      </w:r>
    </w:p>
    <w:p w14:paraId="54EB828F" w14:textId="77777777" w:rsidR="00C83B26" w:rsidRDefault="002E19AC" w:rsidP="00C83B26">
      <w:pPr>
        <w:ind w:firstLine="0"/>
        <w:jc w:val="center"/>
      </w:pPr>
      <w:r w:rsidRPr="00C83B26">
        <w:t>LUI</w:t>
      </w:r>
    </w:p>
    <w:p w14:paraId="15E6CCB6" w14:textId="77777777" w:rsidR="00C83B26" w:rsidRDefault="002E19AC" w:rsidP="00C83B26">
      <w:r w:rsidRPr="00223237">
        <w:t>C</w:t>
      </w:r>
      <w:r w:rsidR="00AB6DDF">
        <w:t>’</w:t>
      </w:r>
      <w:r w:rsidRPr="00223237">
        <w:t>est-à-dire que je l</w:t>
      </w:r>
      <w:r w:rsidR="00AB6DDF">
        <w:t>’</w:t>
      </w:r>
      <w:r w:rsidRPr="00223237">
        <w:t>avais mise pour vous sur la porte</w:t>
      </w:r>
      <w:r w:rsidR="00AB6DDF">
        <w:t xml:space="preserve">… </w:t>
      </w:r>
      <w:r w:rsidRPr="00223237">
        <w:t>et nous avons oublié de la retirer</w:t>
      </w:r>
      <w:r w:rsidR="00AB6DDF">
        <w:t xml:space="preserve">. </w:t>
      </w:r>
      <w:r w:rsidRPr="00223237">
        <w:t>En tout cas</w:t>
      </w:r>
      <w:r w:rsidR="00AB6DDF">
        <w:t xml:space="preserve">, </w:t>
      </w:r>
      <w:r w:rsidRPr="00223237">
        <w:t>vous comprenez bien qu</w:t>
      </w:r>
      <w:r w:rsidR="00AB6DDF">
        <w:t>’</w:t>
      </w:r>
      <w:r w:rsidRPr="00223237">
        <w:t>à cette heure-ci</w:t>
      </w:r>
      <w:r w:rsidR="00AB6DDF">
        <w:t xml:space="preserve">, </w:t>
      </w:r>
      <w:r w:rsidRPr="00223237">
        <w:t>si ce n</w:t>
      </w:r>
      <w:r w:rsidR="00AB6DDF">
        <w:t>’</w:t>
      </w:r>
      <w:r w:rsidRPr="00223237">
        <w:t>est pas un locataire qui s</w:t>
      </w:r>
      <w:r w:rsidR="00AB6DDF">
        <w:t>’</w:t>
      </w:r>
      <w:r w:rsidRPr="00223237">
        <w:t>est trompé de porte</w:t>
      </w:r>
      <w:r w:rsidR="00AB6DDF">
        <w:t xml:space="preserve">, </w:t>
      </w:r>
      <w:r w:rsidRPr="00223237">
        <w:t>c</w:t>
      </w:r>
      <w:r w:rsidR="00AB6DDF">
        <w:t>’</w:t>
      </w:r>
      <w:r w:rsidRPr="00223237">
        <w:t>est sûrement un assassin</w:t>
      </w:r>
      <w:r w:rsidR="00AB6DDF">
        <w:t>.</w:t>
      </w:r>
    </w:p>
    <w:p w14:paraId="36ACE923" w14:textId="77777777" w:rsidR="00C83B26" w:rsidRDefault="002E19AC" w:rsidP="00C83B26">
      <w:pPr>
        <w:ind w:firstLine="0"/>
        <w:jc w:val="center"/>
      </w:pPr>
      <w:r w:rsidRPr="00C83B26">
        <w:t>ELLE</w:t>
      </w:r>
    </w:p>
    <w:p w14:paraId="0A1E8404" w14:textId="77777777" w:rsidR="00C83B26" w:rsidRDefault="002E19AC" w:rsidP="00C83B26">
      <w:r w:rsidRPr="00223237">
        <w:t>Ce n</w:t>
      </w:r>
      <w:r w:rsidR="00AB6DDF">
        <w:t>’</w:t>
      </w:r>
      <w:r w:rsidRPr="00223237">
        <w:t>est peut-être qu</w:t>
      </w:r>
      <w:r w:rsidR="00AB6DDF">
        <w:t>’</w:t>
      </w:r>
      <w:r w:rsidRPr="00223237">
        <w:t>un cambrioleur</w:t>
      </w:r>
      <w:r w:rsidR="00AB6DDF">
        <w:t>.</w:t>
      </w:r>
    </w:p>
    <w:p w14:paraId="5DDC1A73" w14:textId="77777777" w:rsidR="00C83B26" w:rsidRDefault="002E19AC" w:rsidP="00C83B26">
      <w:pPr>
        <w:ind w:firstLine="0"/>
        <w:jc w:val="center"/>
      </w:pPr>
      <w:r w:rsidRPr="00C83B26">
        <w:t>LUI</w:t>
      </w:r>
    </w:p>
    <w:p w14:paraId="069982E3" w14:textId="77777777" w:rsidR="00C83B26" w:rsidRDefault="002E19AC" w:rsidP="00C83B26">
      <w:r w:rsidRPr="00223237">
        <w:t>Oui</w:t>
      </w:r>
      <w:r w:rsidR="00AB6DDF">
        <w:t xml:space="preserve">, </w:t>
      </w:r>
      <w:r w:rsidRPr="00223237">
        <w:t>mais</w:t>
      </w:r>
      <w:r w:rsidR="00AB6DDF">
        <w:t xml:space="preserve">… </w:t>
      </w:r>
      <w:r w:rsidRPr="00223237">
        <w:t>un assassin</w:t>
      </w:r>
      <w:r w:rsidR="00AB6DDF">
        <w:t xml:space="preserve">, </w:t>
      </w:r>
      <w:r w:rsidRPr="00223237">
        <w:t>c</w:t>
      </w:r>
      <w:r w:rsidR="00AB6DDF">
        <w:t>’</w:t>
      </w:r>
      <w:r w:rsidRPr="00223237">
        <w:t>est un cambrioleur qu</w:t>
      </w:r>
      <w:r w:rsidR="00AB6DDF">
        <w:t>’</w:t>
      </w:r>
      <w:r w:rsidRPr="00223237">
        <w:t>on d</w:t>
      </w:r>
      <w:r w:rsidRPr="00223237">
        <w:t>é</w:t>
      </w:r>
      <w:r w:rsidRPr="00223237">
        <w:t>range</w:t>
      </w:r>
      <w:r w:rsidR="00AB6DDF">
        <w:t>. (</w:t>
      </w:r>
      <w:r w:rsidRPr="00E51845">
        <w:rPr>
          <w:i/>
        </w:rPr>
        <w:t xml:space="preserve">Il </w:t>
      </w:r>
      <w:r w:rsidRPr="00223237">
        <w:rPr>
          <w:i/>
          <w:iCs/>
        </w:rPr>
        <w:t>prend son revolver</w:t>
      </w:r>
      <w:r w:rsidR="00AB6DDF">
        <w:rPr>
          <w:i/>
          <w:iCs/>
        </w:rPr>
        <w:t>.)</w:t>
      </w:r>
    </w:p>
    <w:p w14:paraId="6E5B3F1F" w14:textId="77777777" w:rsidR="00C83B26" w:rsidRDefault="002E19AC" w:rsidP="00C83B26">
      <w:pPr>
        <w:ind w:firstLine="0"/>
        <w:jc w:val="center"/>
      </w:pPr>
      <w:r w:rsidRPr="00C83B26">
        <w:t>ELLE</w:t>
      </w:r>
    </w:p>
    <w:p w14:paraId="1221BB15" w14:textId="77777777" w:rsidR="00C83B26" w:rsidRDefault="002E19AC" w:rsidP="00C83B26">
      <w:r w:rsidRPr="00223237">
        <w:t>Oh</w:t>
      </w:r>
      <w:r w:rsidR="00AB6DDF">
        <w:t xml:space="preserve"> ! </w:t>
      </w:r>
      <w:r w:rsidRPr="00223237">
        <w:t>Mon Dieu</w:t>
      </w:r>
      <w:r w:rsidR="00AB6DDF">
        <w:t> !</w:t>
      </w:r>
    </w:p>
    <w:p w14:paraId="748A8ED8" w14:textId="77777777" w:rsidR="00C83B26" w:rsidRDefault="002E19AC" w:rsidP="00C83B26">
      <w:pPr>
        <w:ind w:firstLine="0"/>
        <w:jc w:val="center"/>
      </w:pPr>
      <w:r w:rsidRPr="00C83B26">
        <w:t>LUI</w:t>
      </w:r>
    </w:p>
    <w:p w14:paraId="754C0F9C" w14:textId="77777777" w:rsidR="00C83B26" w:rsidRDefault="002E19AC" w:rsidP="00C83B26">
      <w:r w:rsidRPr="00223237">
        <w:t>Alors</w:t>
      </w:r>
      <w:r w:rsidR="00AB6DDF">
        <w:t xml:space="preserve">… </w:t>
      </w:r>
      <w:r w:rsidRPr="00223237">
        <w:t>adieu</w:t>
      </w:r>
      <w:r w:rsidR="00AB6DDF">
        <w:t xml:space="preserve">, </w:t>
      </w:r>
      <w:r w:rsidRPr="00223237">
        <w:t>peut-être</w:t>
      </w:r>
      <w:r w:rsidR="00AB6DDF">
        <w:t xml:space="preserve">… </w:t>
      </w:r>
      <w:r w:rsidRPr="00223237">
        <w:t>Embrasse-moi</w:t>
      </w:r>
      <w:r w:rsidR="00AB6DDF">
        <w:t xml:space="preserve">… </w:t>
      </w:r>
      <w:r w:rsidR="00AB6DDF">
        <w:rPr>
          <w:i/>
          <w:iCs/>
        </w:rPr>
        <w:t>(</w:t>
      </w:r>
      <w:r w:rsidRPr="00223237">
        <w:rPr>
          <w:i/>
          <w:iCs/>
        </w:rPr>
        <w:t>Ils s</w:t>
      </w:r>
      <w:r w:rsidR="00AB6DDF">
        <w:rPr>
          <w:i/>
          <w:iCs/>
        </w:rPr>
        <w:t>’</w:t>
      </w:r>
      <w:r w:rsidRPr="00223237">
        <w:rPr>
          <w:i/>
          <w:iCs/>
        </w:rPr>
        <w:t>embrassent</w:t>
      </w:r>
      <w:r w:rsidR="00AB6DDF">
        <w:rPr>
          <w:i/>
          <w:iCs/>
        </w:rPr>
        <w:t xml:space="preserve">.) </w:t>
      </w:r>
      <w:r w:rsidRPr="00223237">
        <w:t>Bouche-toi les oreilles pour ne pas entendre si je tire</w:t>
      </w:r>
      <w:r w:rsidR="00AB6DDF">
        <w:t xml:space="preserve">… </w:t>
      </w:r>
      <w:r w:rsidRPr="00223237">
        <w:t>Ils vie</w:t>
      </w:r>
      <w:r w:rsidRPr="00223237">
        <w:t>n</w:t>
      </w:r>
      <w:r w:rsidRPr="00223237">
        <w:t>nent d</w:t>
      </w:r>
      <w:r w:rsidR="00AB6DDF">
        <w:t>’</w:t>
      </w:r>
      <w:r w:rsidRPr="00223237">
        <w:t>ouvrir le bahut</w:t>
      </w:r>
      <w:r w:rsidR="00AB6DDF">
        <w:t xml:space="preserve">… </w:t>
      </w:r>
      <w:r w:rsidRPr="00223237">
        <w:t>C</w:t>
      </w:r>
      <w:r w:rsidR="00AB6DDF">
        <w:t>’</w:t>
      </w:r>
      <w:r w:rsidRPr="00223237">
        <w:t>est là-dedans qu</w:t>
      </w:r>
      <w:r w:rsidR="00AB6DDF">
        <w:t>’</w:t>
      </w:r>
      <w:r w:rsidRPr="00223237">
        <w:t>on met les balais</w:t>
      </w:r>
      <w:r w:rsidR="00AB6DDF">
        <w:t xml:space="preserve">. </w:t>
      </w:r>
      <w:r w:rsidRPr="00223237">
        <w:t>Qu</w:t>
      </w:r>
      <w:r w:rsidR="00AB6DDF">
        <w:t>’</w:t>
      </w:r>
      <w:r w:rsidRPr="00223237">
        <w:t>est-ce qu</w:t>
      </w:r>
      <w:r w:rsidR="00AB6DDF">
        <w:t>’</w:t>
      </w:r>
      <w:r w:rsidRPr="00223237">
        <w:t>ils vont faire avec ça</w:t>
      </w:r>
      <w:r w:rsidR="00AB6DDF">
        <w:t xml:space="preserve"> ?… </w:t>
      </w:r>
      <w:r w:rsidRPr="00223237">
        <w:t>Pourvu qu</w:t>
      </w:r>
      <w:r w:rsidR="00AB6DDF">
        <w:t>’</w:t>
      </w:r>
      <w:r w:rsidRPr="00223237">
        <w:t>ils ne soient pas une douzaine</w:t>
      </w:r>
      <w:r w:rsidR="00AB6DDF">
        <w:t xml:space="preserve">… </w:t>
      </w:r>
      <w:r w:rsidRPr="00223237">
        <w:t>On m</w:t>
      </w:r>
      <w:r w:rsidR="00AB6DDF">
        <w:t>’</w:t>
      </w:r>
      <w:r w:rsidRPr="00223237">
        <w:t>a dit qu</w:t>
      </w:r>
      <w:r w:rsidR="00AB6DDF">
        <w:t>’</w:t>
      </w:r>
      <w:r w:rsidRPr="00223237">
        <w:t>il fallait toujours tirer le premier</w:t>
      </w:r>
      <w:r w:rsidR="00AB6DDF">
        <w:t xml:space="preserve">… </w:t>
      </w:r>
      <w:r w:rsidR="00AB6DDF">
        <w:rPr>
          <w:i/>
          <w:iCs/>
        </w:rPr>
        <w:t>(</w:t>
      </w:r>
      <w:r w:rsidRPr="00223237">
        <w:rPr>
          <w:i/>
          <w:iCs/>
        </w:rPr>
        <w:t>Il est allé à pas de loup jusqu</w:t>
      </w:r>
      <w:r w:rsidR="00AB6DDF">
        <w:rPr>
          <w:i/>
          <w:iCs/>
        </w:rPr>
        <w:t>’</w:t>
      </w:r>
      <w:r w:rsidRPr="00223237">
        <w:rPr>
          <w:i/>
          <w:iCs/>
        </w:rPr>
        <w:t>à la porte du fond</w:t>
      </w:r>
      <w:r w:rsidR="00AB6DDF">
        <w:rPr>
          <w:i/>
          <w:iCs/>
        </w:rPr>
        <w:t xml:space="preserve">, </w:t>
      </w:r>
      <w:r w:rsidRPr="00223237">
        <w:rPr>
          <w:i/>
          <w:iCs/>
        </w:rPr>
        <w:t>il l</w:t>
      </w:r>
      <w:r w:rsidR="00AB6DDF">
        <w:rPr>
          <w:i/>
          <w:iCs/>
        </w:rPr>
        <w:t>’</w:t>
      </w:r>
      <w:r w:rsidRPr="00223237">
        <w:rPr>
          <w:i/>
          <w:iCs/>
        </w:rPr>
        <w:t>ouvre brusquement en disant</w:t>
      </w:r>
      <w:r w:rsidR="00AB6DDF">
        <w:rPr>
          <w:i/>
          <w:iCs/>
        </w:rPr>
        <w:t xml:space="preserve"> :) </w:t>
      </w:r>
      <w:r w:rsidRPr="00223237">
        <w:t>Haut les mains</w:t>
      </w:r>
      <w:r w:rsidR="00AB6DDF">
        <w:t xml:space="preserve"> ! </w:t>
      </w:r>
      <w:r w:rsidR="00AB6DDF">
        <w:rPr>
          <w:i/>
          <w:iCs/>
        </w:rPr>
        <w:t>(</w:t>
      </w:r>
      <w:r w:rsidRPr="00223237">
        <w:rPr>
          <w:i/>
          <w:iCs/>
        </w:rPr>
        <w:t>Et il se trouve nez à nez avec son valet de chambre</w:t>
      </w:r>
      <w:r w:rsidR="00AB6DDF">
        <w:rPr>
          <w:i/>
          <w:iCs/>
        </w:rPr>
        <w:t>.)</w:t>
      </w:r>
    </w:p>
    <w:p w14:paraId="4BF4DDB5" w14:textId="77777777" w:rsidR="00C83B26" w:rsidRDefault="002E19AC" w:rsidP="00C83B26">
      <w:pPr>
        <w:ind w:firstLine="0"/>
        <w:jc w:val="center"/>
      </w:pPr>
      <w:r w:rsidRPr="00C83B26">
        <w:t>LE VALET DE CHAMBRE</w:t>
      </w:r>
    </w:p>
    <w:p w14:paraId="33299F7E" w14:textId="77777777" w:rsidR="00C83B26" w:rsidRDefault="002E19AC" w:rsidP="00C83B26">
      <w:r w:rsidRPr="00223237">
        <w:lastRenderedPageBreak/>
        <w:t>Mais</w:t>
      </w:r>
      <w:r w:rsidR="00AB6DDF">
        <w:t xml:space="preserve">, </w:t>
      </w:r>
      <w:r w:rsidRPr="00223237">
        <w:t>monsieur</w:t>
      </w:r>
      <w:r w:rsidR="00AB6DDF">
        <w:t>…</w:t>
      </w:r>
    </w:p>
    <w:p w14:paraId="30B7F324" w14:textId="77777777" w:rsidR="00C83B26" w:rsidRDefault="002E19AC" w:rsidP="00C83B26">
      <w:pPr>
        <w:ind w:firstLine="0"/>
        <w:jc w:val="center"/>
      </w:pPr>
      <w:r w:rsidRPr="00C83B26">
        <w:t>LUI</w:t>
      </w:r>
    </w:p>
    <w:p w14:paraId="019FDCA2" w14:textId="77777777" w:rsidR="00C83B26" w:rsidRDefault="002E19AC" w:rsidP="00C83B26">
      <w:r w:rsidRPr="00223237">
        <w:t>Comment</w:t>
      </w:r>
      <w:r w:rsidR="00AB6DDF">
        <w:t xml:space="preserve">, </w:t>
      </w:r>
      <w:r w:rsidRPr="00223237">
        <w:t>c</w:t>
      </w:r>
      <w:r w:rsidR="00AB6DDF">
        <w:t>’</w:t>
      </w:r>
      <w:r w:rsidRPr="00223237">
        <w:t>est vous</w:t>
      </w:r>
      <w:r w:rsidR="00AB6DDF">
        <w:t xml:space="preserve">, </w:t>
      </w:r>
      <w:r w:rsidRPr="00223237">
        <w:t>espèce d</w:t>
      </w:r>
      <w:r w:rsidR="00AB6DDF">
        <w:t>’</w:t>
      </w:r>
      <w:r w:rsidRPr="00223237">
        <w:t>idiot</w:t>
      </w:r>
      <w:r w:rsidR="00AB6DDF">
        <w:t> !</w:t>
      </w:r>
    </w:p>
    <w:p w14:paraId="655D2D22" w14:textId="77777777" w:rsidR="00C83B26" w:rsidRDefault="002E19AC" w:rsidP="00C83B26">
      <w:pPr>
        <w:ind w:firstLine="0"/>
        <w:jc w:val="center"/>
      </w:pPr>
      <w:r w:rsidRPr="00C83B26">
        <w:t>LE VALET DE CHAMBRE</w:t>
      </w:r>
    </w:p>
    <w:p w14:paraId="1252F585" w14:textId="77777777" w:rsidR="00C83B26" w:rsidRDefault="002E19AC" w:rsidP="00C83B26">
      <w:r w:rsidRPr="00223237">
        <w:t>Mais oui</w:t>
      </w:r>
      <w:r w:rsidR="00AB6DDF">
        <w:t xml:space="preserve">, </w:t>
      </w:r>
      <w:r w:rsidRPr="00223237">
        <w:t>monsieur</w:t>
      </w:r>
      <w:r w:rsidR="00AB6DDF">
        <w:t>.</w:t>
      </w:r>
    </w:p>
    <w:p w14:paraId="3EC06B73" w14:textId="77777777" w:rsidR="00C83B26" w:rsidRDefault="002E19AC" w:rsidP="00C83B26">
      <w:pPr>
        <w:ind w:firstLine="0"/>
        <w:jc w:val="center"/>
      </w:pPr>
      <w:r w:rsidRPr="00C83B26">
        <w:t>LUI</w:t>
      </w:r>
    </w:p>
    <w:p w14:paraId="122F8682" w14:textId="77777777" w:rsidR="00C83B26" w:rsidRDefault="002E19AC" w:rsidP="00C83B26">
      <w:r w:rsidRPr="00223237">
        <w:t>Qu</w:t>
      </w:r>
      <w:r w:rsidR="00AB6DDF">
        <w:t>’</w:t>
      </w:r>
      <w:r w:rsidRPr="00223237">
        <w:t>est-ce que vous faites là</w:t>
      </w:r>
      <w:r w:rsidR="00AB6DDF">
        <w:t> ?</w:t>
      </w:r>
    </w:p>
    <w:p w14:paraId="16579B22" w14:textId="77777777" w:rsidR="00C83B26" w:rsidRDefault="002E19AC" w:rsidP="00C83B26">
      <w:pPr>
        <w:ind w:firstLine="0"/>
        <w:jc w:val="center"/>
      </w:pPr>
      <w:r w:rsidRPr="00C83B26">
        <w:t>LE VALET DE CHAMBRE</w:t>
      </w:r>
    </w:p>
    <w:p w14:paraId="70C0D6E9" w14:textId="77777777" w:rsidR="00C83B26" w:rsidRDefault="002E19AC" w:rsidP="00C83B26">
      <w:r w:rsidRPr="00223237">
        <w:t>Je fais le ménage</w:t>
      </w:r>
      <w:r w:rsidR="00AB6DDF">
        <w:t xml:space="preserve">, </w:t>
      </w:r>
      <w:r w:rsidRPr="00223237">
        <w:t>monsieur</w:t>
      </w:r>
      <w:r w:rsidR="00AB6DDF">
        <w:t>…</w:t>
      </w:r>
    </w:p>
    <w:p w14:paraId="2697EB83" w14:textId="77777777" w:rsidR="00C83B26" w:rsidRDefault="002E19AC" w:rsidP="00C83B26">
      <w:pPr>
        <w:ind w:firstLine="0"/>
        <w:jc w:val="center"/>
      </w:pPr>
      <w:r w:rsidRPr="00C83B26">
        <w:t>LUI</w:t>
      </w:r>
    </w:p>
    <w:p w14:paraId="12712575" w14:textId="77777777" w:rsidR="00C83B26" w:rsidRDefault="002E19AC" w:rsidP="00C83B26">
      <w:r w:rsidRPr="00223237">
        <w:t>Le ménage</w:t>
      </w:r>
      <w:r w:rsidR="00AB6DDF">
        <w:t xml:space="preserve"> ?… </w:t>
      </w:r>
      <w:r w:rsidRPr="00223237">
        <w:t>À cette heure-ci</w:t>
      </w:r>
      <w:r w:rsidR="00AB6DDF">
        <w:t xml:space="preserve"> !… </w:t>
      </w:r>
      <w:r w:rsidRPr="00223237">
        <w:t>Je vais vous flanquer d</w:t>
      </w:r>
      <w:r w:rsidRPr="00223237">
        <w:t>e</w:t>
      </w:r>
      <w:r w:rsidRPr="00223237">
        <w:t>hors</w:t>
      </w:r>
      <w:r w:rsidR="00AB6DDF">
        <w:t xml:space="preserve">, </w:t>
      </w:r>
      <w:r w:rsidRPr="00223237">
        <w:t>moi</w:t>
      </w:r>
      <w:r w:rsidR="00AB6DDF">
        <w:t xml:space="preserve">, </w:t>
      </w:r>
      <w:r w:rsidRPr="00223237">
        <w:t>pour vous apprendre à faire le ménage pendant la nuit</w:t>
      </w:r>
      <w:r w:rsidR="00AB6DDF">
        <w:t>…</w:t>
      </w:r>
    </w:p>
    <w:p w14:paraId="0F1156A1" w14:textId="77777777" w:rsidR="00C83B26" w:rsidRDefault="002E19AC" w:rsidP="00C83B26">
      <w:pPr>
        <w:ind w:firstLine="0"/>
        <w:jc w:val="center"/>
      </w:pPr>
      <w:r w:rsidRPr="00C83B26">
        <w:t>LE VALET DE CHAMBRE</w:t>
      </w:r>
    </w:p>
    <w:p w14:paraId="38A3320D" w14:textId="77777777" w:rsidR="00C83B26" w:rsidRDefault="002E19AC" w:rsidP="00C83B26">
      <w:r w:rsidRPr="00223237">
        <w:t>Mais</w:t>
      </w:r>
      <w:r w:rsidR="00AB6DDF">
        <w:t xml:space="preserve">, </w:t>
      </w:r>
      <w:r w:rsidRPr="00223237">
        <w:t>monsieur</w:t>
      </w:r>
      <w:r w:rsidR="00AB6DDF">
        <w:t xml:space="preserve">, </w:t>
      </w:r>
      <w:r w:rsidRPr="00223237">
        <w:t>il est huit heures</w:t>
      </w:r>
      <w:r w:rsidR="00AB6DDF">
        <w:t>.</w:t>
      </w:r>
    </w:p>
    <w:p w14:paraId="63C2A4E3" w14:textId="77777777" w:rsidR="00C83B26" w:rsidRDefault="002E19AC" w:rsidP="00C83B26">
      <w:pPr>
        <w:ind w:firstLine="0"/>
        <w:jc w:val="center"/>
      </w:pPr>
      <w:r w:rsidRPr="00C83B26">
        <w:t>LUI</w:t>
      </w:r>
    </w:p>
    <w:p w14:paraId="573B5AFE" w14:textId="77777777" w:rsidR="00C83B26" w:rsidRDefault="002E19AC" w:rsidP="00C83B26">
      <w:r w:rsidRPr="00223237">
        <w:t>Huit heures de quoi</w:t>
      </w:r>
      <w:r w:rsidR="00AB6DDF">
        <w:t> ?</w:t>
      </w:r>
    </w:p>
    <w:p w14:paraId="01ED23FA" w14:textId="77777777" w:rsidR="00C83B26" w:rsidRDefault="002E19AC" w:rsidP="00C83B26">
      <w:pPr>
        <w:ind w:firstLine="0"/>
        <w:jc w:val="center"/>
      </w:pPr>
      <w:r w:rsidRPr="00C83B26">
        <w:t>LE VALET DE CHAMBRE</w:t>
      </w:r>
    </w:p>
    <w:p w14:paraId="20AC1CC3" w14:textId="77777777" w:rsidR="00C83B26" w:rsidRDefault="002E19AC" w:rsidP="00C83B26">
      <w:r w:rsidRPr="00223237">
        <w:t>Mais du matin</w:t>
      </w:r>
      <w:r w:rsidR="00AB6DDF">
        <w:t xml:space="preserve">, </w:t>
      </w:r>
      <w:r w:rsidRPr="00223237">
        <w:t>monsieur</w:t>
      </w:r>
      <w:r w:rsidR="00AB6DDF">
        <w:t>.</w:t>
      </w:r>
    </w:p>
    <w:p w14:paraId="4FD2E073" w14:textId="77777777" w:rsidR="00C83B26" w:rsidRDefault="002E19AC" w:rsidP="00C83B26">
      <w:pPr>
        <w:ind w:firstLine="0"/>
        <w:jc w:val="center"/>
      </w:pPr>
      <w:r w:rsidRPr="00C83B26">
        <w:t>LUI</w:t>
      </w:r>
    </w:p>
    <w:p w14:paraId="692BE411" w14:textId="77777777" w:rsidR="00C83B26" w:rsidRDefault="002E19AC" w:rsidP="00C83B26">
      <w:r w:rsidRPr="00223237">
        <w:t>Oh</w:t>
      </w:r>
      <w:r w:rsidR="00AB6DDF">
        <w:t xml:space="preserve"> ! </w:t>
      </w:r>
      <w:r w:rsidRPr="00223237">
        <w:t>Nom de Dieu</w:t>
      </w:r>
      <w:r w:rsidR="00AB6DDF">
        <w:t> !</w:t>
      </w:r>
    </w:p>
    <w:p w14:paraId="5519BD7F" w14:textId="77777777" w:rsidR="00C83B26" w:rsidRDefault="002E19AC" w:rsidP="00C83B26">
      <w:pPr>
        <w:ind w:firstLine="0"/>
        <w:jc w:val="center"/>
      </w:pPr>
      <w:r w:rsidRPr="00C83B26">
        <w:t>LE VALET DE CHAMBRE</w:t>
      </w:r>
    </w:p>
    <w:p w14:paraId="06B4A171" w14:textId="77777777" w:rsidR="00C83B26" w:rsidRDefault="002E19AC" w:rsidP="00C83B26">
      <w:r w:rsidRPr="00223237">
        <w:lastRenderedPageBreak/>
        <w:t>Je regrette d</w:t>
      </w:r>
      <w:r w:rsidR="00AB6DDF">
        <w:t>’</w:t>
      </w:r>
      <w:r w:rsidRPr="00223237">
        <w:t>avoir réveillé Monsieur</w:t>
      </w:r>
      <w:r w:rsidR="00AB6DDF">
        <w:t>.</w:t>
      </w:r>
    </w:p>
    <w:p w14:paraId="1B5230AE" w14:textId="77777777" w:rsidR="00C83B26" w:rsidRDefault="002E19AC" w:rsidP="00C83B26">
      <w:pPr>
        <w:ind w:firstLine="0"/>
        <w:jc w:val="center"/>
      </w:pPr>
      <w:r w:rsidRPr="00C83B26">
        <w:t>LUI</w:t>
      </w:r>
    </w:p>
    <w:p w14:paraId="2BC981E7" w14:textId="77777777" w:rsidR="00C83B26" w:rsidRDefault="002E19AC" w:rsidP="00C83B26">
      <w:r w:rsidRPr="00223237">
        <w:t>Je regrette que vous ne l</w:t>
      </w:r>
      <w:r w:rsidR="00AB6DDF">
        <w:t>’</w:t>
      </w:r>
      <w:r w:rsidRPr="00223237">
        <w:t>ayez pas fait plus tôt</w:t>
      </w:r>
      <w:r w:rsidR="00AB6DDF">
        <w:t xml:space="preserve"> ! </w:t>
      </w:r>
      <w:r w:rsidR="00AB6DDF">
        <w:rPr>
          <w:i/>
          <w:iCs/>
        </w:rPr>
        <w:t>(</w:t>
      </w:r>
      <w:r w:rsidRPr="00223237">
        <w:rPr>
          <w:i/>
          <w:iCs/>
        </w:rPr>
        <w:t>Il lui ferme la porte au nez</w:t>
      </w:r>
      <w:r w:rsidR="00AB6DDF">
        <w:rPr>
          <w:i/>
          <w:iCs/>
        </w:rPr>
        <w:t xml:space="preserve">. </w:t>
      </w:r>
      <w:r w:rsidRPr="00223237">
        <w:rPr>
          <w:i/>
          <w:iCs/>
        </w:rPr>
        <w:t>Mais il la fait claquer si violemment qu</w:t>
      </w:r>
      <w:r w:rsidR="00AB6DDF">
        <w:rPr>
          <w:i/>
          <w:iCs/>
        </w:rPr>
        <w:t>’</w:t>
      </w:r>
      <w:r w:rsidRPr="00223237">
        <w:rPr>
          <w:i/>
          <w:iCs/>
        </w:rPr>
        <w:t>Elle croit à un coup de feu et dit</w:t>
      </w:r>
      <w:r w:rsidR="00AB6DDF">
        <w:rPr>
          <w:i/>
          <w:iCs/>
        </w:rPr>
        <w:t> :)</w:t>
      </w:r>
    </w:p>
    <w:p w14:paraId="693B0287" w14:textId="77777777" w:rsidR="00C83B26" w:rsidRDefault="002E19AC" w:rsidP="00C83B26">
      <w:pPr>
        <w:ind w:firstLine="0"/>
        <w:jc w:val="center"/>
      </w:pPr>
      <w:r w:rsidRPr="00C83B26">
        <w:t>ELLE</w:t>
      </w:r>
    </w:p>
    <w:p w14:paraId="122F49C5" w14:textId="77777777" w:rsidR="00C83B26" w:rsidRDefault="002E19AC" w:rsidP="00C83B26">
      <w:r w:rsidRPr="00223237">
        <w:t>Ah</w:t>
      </w:r>
      <w:r w:rsidR="00AB6DDF">
        <w:t> !</w:t>
      </w:r>
    </w:p>
    <w:p w14:paraId="65B53419" w14:textId="77777777" w:rsidR="00C83B26" w:rsidRDefault="002E19AC" w:rsidP="00C83B26">
      <w:pPr>
        <w:ind w:firstLine="0"/>
        <w:jc w:val="center"/>
      </w:pPr>
      <w:r w:rsidRPr="00C83B26">
        <w:t>LUI</w:t>
      </w:r>
    </w:p>
    <w:p w14:paraId="55AAB8D2" w14:textId="77777777" w:rsidR="00C83B26" w:rsidRDefault="002E19AC" w:rsidP="00C83B26">
      <w:r w:rsidRPr="00223237">
        <w:t>Qu</w:t>
      </w:r>
      <w:r w:rsidR="00AB6DDF">
        <w:t>’</w:t>
      </w:r>
      <w:r w:rsidRPr="00223237">
        <w:t>est-ce qu</w:t>
      </w:r>
      <w:r w:rsidR="00AB6DDF">
        <w:t>’</w:t>
      </w:r>
      <w:r w:rsidRPr="00223237">
        <w:t>il y a</w:t>
      </w:r>
      <w:r w:rsidR="00AB6DDF">
        <w:t> ?</w:t>
      </w:r>
    </w:p>
    <w:p w14:paraId="22541002" w14:textId="77777777" w:rsidR="00C83B26" w:rsidRDefault="002E19AC" w:rsidP="00C83B26">
      <w:pPr>
        <w:ind w:firstLine="0"/>
        <w:jc w:val="center"/>
      </w:pPr>
      <w:r w:rsidRPr="00C83B26">
        <w:t>ELLE</w:t>
      </w:r>
    </w:p>
    <w:p w14:paraId="53F6C606" w14:textId="77777777" w:rsidR="00C83B26" w:rsidRDefault="002E19AC" w:rsidP="00C83B26">
      <w:r w:rsidRPr="00223237">
        <w:t>Vous l</w:t>
      </w:r>
      <w:r w:rsidR="00AB6DDF">
        <w:t>’</w:t>
      </w:r>
      <w:r w:rsidRPr="00223237">
        <w:t>avez tué</w:t>
      </w:r>
      <w:r w:rsidR="00AB6DDF">
        <w:t> ?</w:t>
      </w:r>
    </w:p>
    <w:p w14:paraId="5059490A" w14:textId="77777777" w:rsidR="00C83B26" w:rsidRDefault="002E19AC" w:rsidP="00C83B26">
      <w:pPr>
        <w:ind w:firstLine="0"/>
        <w:jc w:val="center"/>
      </w:pPr>
      <w:r w:rsidRPr="00C83B26">
        <w:t>LUI</w:t>
      </w:r>
    </w:p>
    <w:p w14:paraId="0A22C745" w14:textId="77777777" w:rsidR="00C83B26" w:rsidRDefault="002E19AC" w:rsidP="00C83B26">
      <w:r w:rsidRPr="00223237">
        <w:t>Non</w:t>
      </w:r>
      <w:r w:rsidR="00AB6DDF">
        <w:t xml:space="preserve">, </w:t>
      </w:r>
      <w:r w:rsidRPr="00223237">
        <w:t>c</w:t>
      </w:r>
      <w:r w:rsidR="00AB6DDF">
        <w:t>’</w:t>
      </w:r>
      <w:r w:rsidRPr="00223237">
        <w:t>est mon valet de chambre</w:t>
      </w:r>
      <w:r w:rsidR="00AB6DDF">
        <w:t xml:space="preserve">… </w:t>
      </w:r>
      <w:r w:rsidRPr="00223237">
        <w:t>et je ne le tue jamais</w:t>
      </w:r>
      <w:r w:rsidR="00AB6DDF">
        <w:t>…</w:t>
      </w:r>
    </w:p>
    <w:p w14:paraId="77AE98C1" w14:textId="77777777" w:rsidR="00C83B26" w:rsidRDefault="002E19AC" w:rsidP="00C83B26">
      <w:pPr>
        <w:ind w:firstLine="0"/>
        <w:jc w:val="center"/>
      </w:pPr>
      <w:r w:rsidRPr="00C83B26">
        <w:t>ELLE</w:t>
      </w:r>
    </w:p>
    <w:p w14:paraId="765EA38D" w14:textId="77777777" w:rsidR="00C83B26" w:rsidRDefault="002E19AC" w:rsidP="00C83B26">
      <w:r w:rsidRPr="00223237">
        <w:t>Comment</w:t>
      </w:r>
      <w:r w:rsidR="00AB6DDF">
        <w:t xml:space="preserve">, </w:t>
      </w:r>
      <w:r w:rsidRPr="00223237">
        <w:t>c</w:t>
      </w:r>
      <w:r w:rsidR="00AB6DDF">
        <w:t>’</w:t>
      </w:r>
      <w:r w:rsidRPr="00223237">
        <w:t>est votre valet de chambre qui est là</w:t>
      </w:r>
      <w:r w:rsidR="00AB6DDF">
        <w:t> ?…</w:t>
      </w:r>
    </w:p>
    <w:p w14:paraId="7389C818" w14:textId="77777777" w:rsidR="00C83B26" w:rsidRDefault="002E19AC" w:rsidP="00C83B26">
      <w:pPr>
        <w:ind w:firstLine="0"/>
        <w:jc w:val="center"/>
      </w:pPr>
      <w:r w:rsidRPr="00C83B26">
        <w:t>LUI</w:t>
      </w:r>
    </w:p>
    <w:p w14:paraId="0A450175" w14:textId="77777777" w:rsidR="00C83B26" w:rsidRDefault="002E19AC" w:rsidP="00C83B26">
      <w:r w:rsidRPr="00223237">
        <w:t>Oui</w:t>
      </w:r>
      <w:r w:rsidR="00AB6DDF">
        <w:t xml:space="preserve">, </w:t>
      </w:r>
      <w:r w:rsidRPr="00223237">
        <w:t>mais il n</w:t>
      </w:r>
      <w:r w:rsidR="00AB6DDF">
        <w:t>’</w:t>
      </w:r>
      <w:r w:rsidRPr="00223237">
        <w:t>y a peut-être pas de quoi tellement s</w:t>
      </w:r>
      <w:r w:rsidR="00AB6DDF">
        <w:t>’</w:t>
      </w:r>
      <w:r w:rsidRPr="00223237">
        <w:t>en r</w:t>
      </w:r>
      <w:r w:rsidRPr="00223237">
        <w:t>é</w:t>
      </w:r>
      <w:r w:rsidRPr="00223237">
        <w:t>jouir</w:t>
      </w:r>
      <w:r w:rsidR="00AB6DDF">
        <w:t xml:space="preserve">… </w:t>
      </w:r>
      <w:r w:rsidRPr="00223237">
        <w:t>car</w:t>
      </w:r>
      <w:r w:rsidR="00AB6DDF">
        <w:t xml:space="preserve">… </w:t>
      </w:r>
      <w:r w:rsidRPr="00223237">
        <w:t>demandez-moi pourquoi il est là</w:t>
      </w:r>
      <w:r w:rsidR="00AB6DDF">
        <w:t xml:space="preserve">, </w:t>
      </w:r>
      <w:r w:rsidRPr="00223237">
        <w:t>mon valet de chambre</w:t>
      </w:r>
      <w:r w:rsidR="00AB6DDF">
        <w:t>…</w:t>
      </w:r>
    </w:p>
    <w:p w14:paraId="3613A1BD" w14:textId="77777777" w:rsidR="00C83B26" w:rsidRDefault="002E19AC" w:rsidP="00C83B26">
      <w:pPr>
        <w:ind w:firstLine="0"/>
        <w:jc w:val="center"/>
      </w:pPr>
      <w:r w:rsidRPr="00C83B26">
        <w:t>ELLE</w:t>
      </w:r>
    </w:p>
    <w:p w14:paraId="28CC3AB3" w14:textId="77777777" w:rsidR="00C83B26" w:rsidRDefault="002E19AC" w:rsidP="00C83B26">
      <w:r w:rsidRPr="00223237">
        <w:t>Pourquoi est-il là</w:t>
      </w:r>
      <w:r w:rsidR="00AB6DDF">
        <w:t xml:space="preserve">, </w:t>
      </w:r>
      <w:r w:rsidRPr="00223237">
        <w:t>votre valet de chambre</w:t>
      </w:r>
      <w:r w:rsidR="00AB6DDF">
        <w:t> ?</w:t>
      </w:r>
    </w:p>
    <w:p w14:paraId="6D31EB86" w14:textId="77777777" w:rsidR="00C83B26" w:rsidRDefault="002E19AC" w:rsidP="00C83B26">
      <w:pPr>
        <w:ind w:firstLine="0"/>
        <w:jc w:val="center"/>
      </w:pPr>
      <w:r w:rsidRPr="00C83B26">
        <w:t>LUI</w:t>
      </w:r>
    </w:p>
    <w:p w14:paraId="463E0BED" w14:textId="77777777" w:rsidR="00C83B26" w:rsidRDefault="002E19AC" w:rsidP="00C83B26">
      <w:r w:rsidRPr="00223237">
        <w:lastRenderedPageBreak/>
        <w:t>Parce qu</w:t>
      </w:r>
      <w:r w:rsidR="00AB6DDF">
        <w:t>’</w:t>
      </w:r>
      <w:r w:rsidRPr="00223237">
        <w:t>il fait le ménage</w:t>
      </w:r>
      <w:r w:rsidR="00AB6DDF">
        <w:t xml:space="preserve"> !… </w:t>
      </w:r>
      <w:r w:rsidRPr="00223237">
        <w:t>Maintenant</w:t>
      </w:r>
      <w:r w:rsidR="00AB6DDF">
        <w:t xml:space="preserve">, </w:t>
      </w:r>
      <w:r w:rsidRPr="00223237">
        <w:t>par curiosité d</w:t>
      </w:r>
      <w:r w:rsidRPr="00223237">
        <w:t>e</w:t>
      </w:r>
      <w:r w:rsidRPr="00223237">
        <w:t>ma</w:t>
      </w:r>
      <w:r w:rsidRPr="00223237">
        <w:t>n</w:t>
      </w:r>
      <w:r w:rsidRPr="00223237">
        <w:t>dez-moi pourquoi il fait le ménage</w:t>
      </w:r>
      <w:r w:rsidR="00AB6DDF">
        <w:t> ?</w:t>
      </w:r>
    </w:p>
    <w:p w14:paraId="54324BAD" w14:textId="77777777" w:rsidR="00C83B26" w:rsidRDefault="002E19AC" w:rsidP="00C83B26">
      <w:pPr>
        <w:ind w:firstLine="0"/>
        <w:jc w:val="center"/>
      </w:pPr>
      <w:r w:rsidRPr="00C83B26">
        <w:t>ELLE</w:t>
      </w:r>
    </w:p>
    <w:p w14:paraId="6D90CAAE" w14:textId="77777777" w:rsidR="00C83B26" w:rsidRDefault="002E19AC" w:rsidP="00C83B26">
      <w:r w:rsidRPr="00223237">
        <w:t>Parce qu</w:t>
      </w:r>
      <w:r w:rsidR="00AB6DDF">
        <w:t>’</w:t>
      </w:r>
      <w:r w:rsidRPr="00223237">
        <w:t>il est fou</w:t>
      </w:r>
      <w:r w:rsidR="00AB6DDF">
        <w:t>.</w:t>
      </w:r>
    </w:p>
    <w:p w14:paraId="679ACDB2" w14:textId="77777777" w:rsidR="00C83B26" w:rsidRDefault="002E19AC" w:rsidP="00C83B26">
      <w:pPr>
        <w:ind w:firstLine="0"/>
        <w:jc w:val="center"/>
      </w:pPr>
      <w:r w:rsidRPr="00C83B26">
        <w:t>LUI</w:t>
      </w:r>
    </w:p>
    <w:p w14:paraId="7117A66A" w14:textId="77777777" w:rsidR="00C83B26" w:rsidRDefault="002E19AC" w:rsidP="00C83B26">
      <w:r w:rsidRPr="00223237">
        <w:t>Non</w:t>
      </w:r>
      <w:r w:rsidR="00AB6DDF">
        <w:t xml:space="preserve">. </w:t>
      </w:r>
      <w:r w:rsidRPr="00223237">
        <w:t>Parce qu</w:t>
      </w:r>
      <w:r w:rsidR="00AB6DDF">
        <w:t>’</w:t>
      </w:r>
      <w:r w:rsidRPr="00223237">
        <w:t>il est huit heures du matin</w:t>
      </w:r>
      <w:r w:rsidR="00AB6DDF">
        <w:t>.</w:t>
      </w:r>
    </w:p>
    <w:p w14:paraId="54ED9A5B" w14:textId="77777777" w:rsidR="00C83B26" w:rsidRDefault="002E19AC" w:rsidP="00C83B26">
      <w:pPr>
        <w:ind w:firstLine="0"/>
        <w:jc w:val="center"/>
      </w:pPr>
      <w:r w:rsidRPr="00C83B26">
        <w:t>ELLE</w:t>
      </w:r>
    </w:p>
    <w:p w14:paraId="6167DFDF" w14:textId="77777777" w:rsidR="00C83B26" w:rsidRDefault="002E19AC" w:rsidP="00C83B26">
      <w:r w:rsidRPr="00223237">
        <w:t>Quoi</w:t>
      </w:r>
      <w:r w:rsidR="00AB6DDF">
        <w:t> ?</w:t>
      </w:r>
    </w:p>
    <w:p w14:paraId="674A8514" w14:textId="77777777" w:rsidR="00C83B26" w:rsidRDefault="002E19AC" w:rsidP="00C83B26">
      <w:pPr>
        <w:ind w:firstLine="0"/>
        <w:jc w:val="center"/>
      </w:pPr>
      <w:r w:rsidRPr="00C83B26">
        <w:t>LUI</w:t>
      </w:r>
    </w:p>
    <w:p w14:paraId="23433967" w14:textId="77777777" w:rsidR="00C83B26" w:rsidRDefault="002E19AC" w:rsidP="00C83B26">
      <w:r w:rsidRPr="00223237">
        <w:t>Et maintenant</w:t>
      </w:r>
      <w:r w:rsidR="00AB6DDF">
        <w:t xml:space="preserve">, </w:t>
      </w:r>
      <w:r w:rsidRPr="00223237">
        <w:t>puisqu</w:t>
      </w:r>
      <w:r w:rsidR="00AB6DDF">
        <w:t>’</w:t>
      </w:r>
      <w:r w:rsidRPr="00223237">
        <w:t>on joue aux questions</w:t>
      </w:r>
      <w:r w:rsidR="00AB6DDF">
        <w:t xml:space="preserve">… </w:t>
      </w:r>
      <w:r w:rsidRPr="00223237">
        <w:t>demandez-moi si ce n</w:t>
      </w:r>
      <w:r w:rsidR="00AB6DDF">
        <w:t>’</w:t>
      </w:r>
      <w:r w:rsidRPr="00223237">
        <w:t>est pas une plaisanterie</w:t>
      </w:r>
      <w:r w:rsidR="00AB6DDF">
        <w:t> ?</w:t>
      </w:r>
    </w:p>
    <w:p w14:paraId="7EB6DFA7" w14:textId="77777777" w:rsidR="00C83B26" w:rsidRDefault="002E19AC" w:rsidP="00C83B26">
      <w:pPr>
        <w:ind w:firstLine="0"/>
        <w:jc w:val="center"/>
      </w:pPr>
      <w:r w:rsidRPr="00C83B26">
        <w:t>ELLE</w:t>
      </w:r>
    </w:p>
    <w:p w14:paraId="7FEF0CC0" w14:textId="77777777" w:rsidR="00C83B26" w:rsidRDefault="002E19AC" w:rsidP="00C83B26">
      <w:r w:rsidRPr="00223237">
        <w:t>Ce n</w:t>
      </w:r>
      <w:r w:rsidR="00AB6DDF">
        <w:t>’</w:t>
      </w:r>
      <w:r w:rsidRPr="00223237">
        <w:t>est pas une plaisanterie</w:t>
      </w:r>
      <w:r w:rsidR="00AB6DDF">
        <w:t> ?</w:t>
      </w:r>
    </w:p>
    <w:p w14:paraId="0E3F89F1" w14:textId="77777777" w:rsidR="00C83B26" w:rsidRDefault="002E19AC" w:rsidP="00C83B26">
      <w:pPr>
        <w:ind w:firstLine="0"/>
        <w:jc w:val="center"/>
      </w:pPr>
      <w:r w:rsidRPr="00C83B26">
        <w:t>LUI</w:t>
      </w:r>
    </w:p>
    <w:p w14:paraId="0A24F8BA" w14:textId="77777777" w:rsidR="00C83B26" w:rsidRDefault="002E19AC" w:rsidP="00C83B26">
      <w:r w:rsidRPr="00223237">
        <w:t>Non</w:t>
      </w:r>
      <w:r w:rsidR="00AB6DDF">
        <w:t xml:space="preserve">… </w:t>
      </w:r>
      <w:r w:rsidRPr="00223237">
        <w:t>regardez bien la fenêtre</w:t>
      </w:r>
      <w:r w:rsidR="00AB6DDF">
        <w:t xml:space="preserve">… </w:t>
      </w:r>
      <w:r w:rsidRPr="00223237">
        <w:t>une</w:t>
      </w:r>
      <w:r w:rsidR="00AB6DDF">
        <w:t xml:space="preserve">, </w:t>
      </w:r>
      <w:r w:rsidRPr="00223237">
        <w:t>deux</w:t>
      </w:r>
      <w:r w:rsidR="00AB6DDF">
        <w:t xml:space="preserve">… </w:t>
      </w:r>
      <w:r w:rsidRPr="00223237">
        <w:t>trois</w:t>
      </w:r>
      <w:r w:rsidR="00AB6DDF">
        <w:t xml:space="preserve"> ! </w:t>
      </w:r>
      <w:r w:rsidR="00AB6DDF">
        <w:rPr>
          <w:i/>
          <w:iCs/>
        </w:rPr>
        <w:t>(</w:t>
      </w:r>
      <w:r w:rsidRPr="00223237">
        <w:rPr>
          <w:i/>
          <w:iCs/>
        </w:rPr>
        <w:t>Il ouvre les rideaux</w:t>
      </w:r>
      <w:r w:rsidR="00AB6DDF">
        <w:rPr>
          <w:i/>
          <w:iCs/>
        </w:rPr>
        <w:t xml:space="preserve">, </w:t>
      </w:r>
      <w:r w:rsidRPr="00223237">
        <w:rPr>
          <w:i/>
          <w:iCs/>
        </w:rPr>
        <w:t>et le soleil</w:t>
      </w:r>
      <w:r w:rsidR="00AB6DDF">
        <w:rPr>
          <w:i/>
          <w:iCs/>
        </w:rPr>
        <w:t xml:space="preserve">, </w:t>
      </w:r>
      <w:r w:rsidRPr="00223237">
        <w:rPr>
          <w:i/>
          <w:iCs/>
        </w:rPr>
        <w:t>qui n</w:t>
      </w:r>
      <w:r w:rsidR="00AB6DDF">
        <w:rPr>
          <w:i/>
          <w:iCs/>
        </w:rPr>
        <w:t>’</w:t>
      </w:r>
      <w:r w:rsidRPr="00223237">
        <w:rPr>
          <w:i/>
          <w:iCs/>
        </w:rPr>
        <w:t>attendait que ce signal</w:t>
      </w:r>
      <w:r w:rsidR="00AB6DDF">
        <w:rPr>
          <w:i/>
          <w:iCs/>
        </w:rPr>
        <w:t xml:space="preserve">, </w:t>
      </w:r>
      <w:r w:rsidRPr="00223237">
        <w:rPr>
          <w:i/>
          <w:iCs/>
        </w:rPr>
        <w:t>fait</w:t>
      </w:r>
      <w:r w:rsidR="00AB6DDF">
        <w:rPr>
          <w:i/>
          <w:iCs/>
        </w:rPr>
        <w:t xml:space="preserve">, </w:t>
      </w:r>
      <w:r w:rsidRPr="00223237">
        <w:rPr>
          <w:i/>
          <w:iCs/>
        </w:rPr>
        <w:t>radieux</w:t>
      </w:r>
      <w:r w:rsidR="00AB6DDF">
        <w:rPr>
          <w:i/>
          <w:iCs/>
        </w:rPr>
        <w:t xml:space="preserve">, </w:t>
      </w:r>
      <w:r w:rsidRPr="00223237">
        <w:rPr>
          <w:i/>
          <w:iCs/>
        </w:rPr>
        <w:t>son entrée</w:t>
      </w:r>
      <w:r w:rsidR="00AB6DDF">
        <w:rPr>
          <w:i/>
          <w:iCs/>
        </w:rPr>
        <w:t xml:space="preserve">. </w:t>
      </w:r>
      <w:r w:rsidRPr="00223237">
        <w:rPr>
          <w:i/>
          <w:iCs/>
        </w:rPr>
        <w:t>Elle pousse un grand cri</w:t>
      </w:r>
      <w:r w:rsidR="00AB6DDF">
        <w:rPr>
          <w:i/>
          <w:iCs/>
        </w:rPr>
        <w:t>.)</w:t>
      </w:r>
    </w:p>
    <w:p w14:paraId="493E1736" w14:textId="77777777" w:rsidR="00C83B26" w:rsidRDefault="002E19AC" w:rsidP="00C83B26">
      <w:pPr>
        <w:ind w:firstLine="0"/>
        <w:jc w:val="center"/>
      </w:pPr>
      <w:r w:rsidRPr="00C83B26">
        <w:t>ELLE</w:t>
      </w:r>
    </w:p>
    <w:p w14:paraId="101E0BF6" w14:textId="77777777" w:rsidR="00C83B26" w:rsidRDefault="002E19AC" w:rsidP="00C83B26">
      <w:r w:rsidRPr="00223237">
        <w:t>Oh</w:t>
      </w:r>
      <w:r w:rsidR="00AB6DDF">
        <w:t xml:space="preserve"> !… </w:t>
      </w:r>
      <w:r w:rsidRPr="00223237">
        <w:t>Nous avons dormi toute la nuit</w:t>
      </w:r>
      <w:r w:rsidR="00AB6DDF">
        <w:t> !!!</w:t>
      </w:r>
    </w:p>
    <w:p w14:paraId="6529C1C6" w14:textId="77777777" w:rsidR="00C83B26" w:rsidRDefault="002E19AC" w:rsidP="00C83B26">
      <w:pPr>
        <w:ind w:firstLine="0"/>
        <w:jc w:val="center"/>
      </w:pPr>
      <w:r w:rsidRPr="00C83B26">
        <w:t>LUI</w:t>
      </w:r>
    </w:p>
    <w:p w14:paraId="0B329F23" w14:textId="77777777" w:rsidR="00C83B26" w:rsidRDefault="002E19AC" w:rsidP="00C83B26">
      <w:r w:rsidRPr="00223237">
        <w:t>Comme des anges</w:t>
      </w:r>
      <w:r w:rsidR="00AB6DDF">
        <w:t> !</w:t>
      </w:r>
    </w:p>
    <w:p w14:paraId="655C2DD5" w14:textId="77777777" w:rsidR="00C83B26" w:rsidRDefault="002E19AC" w:rsidP="00C83B26">
      <w:pPr>
        <w:ind w:firstLine="0"/>
        <w:jc w:val="center"/>
      </w:pPr>
      <w:r w:rsidRPr="00C83B26">
        <w:t>ELLE</w:t>
      </w:r>
    </w:p>
    <w:p w14:paraId="59ACE849" w14:textId="77777777" w:rsidR="00C83B26" w:rsidRDefault="002E19AC" w:rsidP="00C83B26">
      <w:r w:rsidRPr="00223237">
        <w:t>Oh</w:t>
      </w:r>
      <w:r w:rsidR="00AB6DDF">
        <w:t xml:space="preserve"> ! </w:t>
      </w:r>
      <w:r w:rsidRPr="00223237">
        <w:t>Mon Dieu</w:t>
      </w:r>
      <w:r w:rsidR="00AB6DDF">
        <w:t xml:space="preserve"> ! </w:t>
      </w:r>
      <w:r w:rsidRPr="00223237">
        <w:t>Mon Dieu</w:t>
      </w:r>
      <w:r w:rsidR="00AB6DDF">
        <w:t xml:space="preserve"> ! </w:t>
      </w:r>
      <w:r w:rsidRPr="00223237">
        <w:t>Mon Dieu</w:t>
      </w:r>
      <w:r w:rsidR="00AB6DDF">
        <w:t> !</w:t>
      </w:r>
    </w:p>
    <w:p w14:paraId="22E1E3CD" w14:textId="77777777" w:rsidR="00C83B26" w:rsidRDefault="002E19AC" w:rsidP="00C83B26">
      <w:pPr>
        <w:ind w:firstLine="0"/>
        <w:jc w:val="center"/>
      </w:pPr>
      <w:r w:rsidRPr="00C83B26">
        <w:lastRenderedPageBreak/>
        <w:t>LUI</w:t>
      </w:r>
    </w:p>
    <w:p w14:paraId="760C996C" w14:textId="77777777" w:rsidR="00C83B26" w:rsidRDefault="002E19AC" w:rsidP="00C83B26">
      <w:r w:rsidRPr="00223237">
        <w:t>Mon amour adoré</w:t>
      </w:r>
      <w:r w:rsidR="00AB6DDF">
        <w:t xml:space="preserve">… </w:t>
      </w:r>
      <w:r w:rsidRPr="00223237">
        <w:t>ne nous affolons pas</w:t>
      </w:r>
      <w:r w:rsidR="00AB6DDF">
        <w:t xml:space="preserve">… </w:t>
      </w:r>
      <w:r w:rsidRPr="00223237">
        <w:t>surtout</w:t>
      </w:r>
      <w:r w:rsidR="00AB6DDF">
        <w:t xml:space="preserve">, </w:t>
      </w:r>
      <w:r w:rsidRPr="00223237">
        <w:t>ne nous a</w:t>
      </w:r>
      <w:r w:rsidRPr="00223237">
        <w:t>f</w:t>
      </w:r>
      <w:r w:rsidRPr="00223237">
        <w:t>folons pas</w:t>
      </w:r>
      <w:r w:rsidR="00AB6DDF">
        <w:t>…</w:t>
      </w:r>
    </w:p>
    <w:p w14:paraId="6BE72150" w14:textId="77777777" w:rsidR="00C83B26" w:rsidRDefault="002E19AC" w:rsidP="00C83B26">
      <w:pPr>
        <w:ind w:firstLine="0"/>
        <w:jc w:val="center"/>
      </w:pPr>
      <w:r w:rsidRPr="00C83B26">
        <w:t>ELLE</w:t>
      </w:r>
    </w:p>
    <w:p w14:paraId="22B73E14" w14:textId="77777777" w:rsidR="00C83B26" w:rsidRDefault="002E19AC" w:rsidP="00C83B26">
      <w:r w:rsidRPr="00223237">
        <w:t>Mais</w:t>
      </w:r>
      <w:r w:rsidR="00AB6DDF">
        <w:t xml:space="preserve">, </w:t>
      </w:r>
      <w:r w:rsidRPr="00223237">
        <w:t>mon ami</w:t>
      </w:r>
      <w:r w:rsidR="00AB6DDF">
        <w:t xml:space="preserve">, </w:t>
      </w:r>
      <w:r w:rsidRPr="00223237">
        <w:t>il ne s</w:t>
      </w:r>
      <w:r w:rsidR="00AB6DDF">
        <w:t>’</w:t>
      </w:r>
      <w:r w:rsidRPr="00223237">
        <w:t>agit pas de savoir s</w:t>
      </w:r>
      <w:r w:rsidR="00AB6DDF">
        <w:t>’</w:t>
      </w:r>
      <w:r w:rsidRPr="00223237">
        <w:t>il faut ou non s</w:t>
      </w:r>
      <w:r w:rsidR="00AB6DDF">
        <w:t>’</w:t>
      </w:r>
      <w:r w:rsidRPr="00223237">
        <w:t>affoler</w:t>
      </w:r>
      <w:r w:rsidR="00AB6DDF">
        <w:t xml:space="preserve">… </w:t>
      </w:r>
      <w:r w:rsidRPr="00223237">
        <w:t>il est huit heures du matin</w:t>
      </w:r>
      <w:r w:rsidR="00AB6DDF">
        <w:t xml:space="preserve">… </w:t>
      </w:r>
      <w:r w:rsidRPr="00223237">
        <w:t>et nous avons passé la nuit ensemble</w:t>
      </w:r>
      <w:r w:rsidR="00AB6DDF">
        <w:t xml:space="preserve">… </w:t>
      </w:r>
      <w:r w:rsidRPr="00223237">
        <w:t>ce n</w:t>
      </w:r>
      <w:r w:rsidR="00AB6DDF">
        <w:t>’</w:t>
      </w:r>
      <w:r w:rsidRPr="00223237">
        <w:t>est pas un problème à résoudre</w:t>
      </w:r>
      <w:r w:rsidR="00AB6DDF">
        <w:t xml:space="preserve">, </w:t>
      </w:r>
      <w:r w:rsidRPr="00223237">
        <w:t>ça</w:t>
      </w:r>
      <w:r w:rsidR="00AB6DDF">
        <w:t xml:space="preserve">… </w:t>
      </w:r>
      <w:r w:rsidRPr="00223237">
        <w:t>c</w:t>
      </w:r>
      <w:r w:rsidR="00AB6DDF">
        <w:t>’</w:t>
      </w:r>
      <w:r w:rsidRPr="00223237">
        <w:t>est un fait</w:t>
      </w:r>
      <w:r w:rsidR="00AB6DDF">
        <w:t> !</w:t>
      </w:r>
    </w:p>
    <w:p w14:paraId="1130BFB9" w14:textId="77777777" w:rsidR="00C83B26" w:rsidRDefault="002E19AC" w:rsidP="00C83B26">
      <w:pPr>
        <w:ind w:firstLine="0"/>
        <w:jc w:val="center"/>
      </w:pPr>
      <w:r w:rsidRPr="00C83B26">
        <w:t>LUI</w:t>
      </w:r>
    </w:p>
    <w:p w14:paraId="7923DBD8" w14:textId="77777777" w:rsidR="00C83B26" w:rsidRDefault="002E19AC" w:rsidP="00C83B26">
      <w:r w:rsidRPr="00223237">
        <w:t>C</w:t>
      </w:r>
      <w:r w:rsidR="00AB6DDF">
        <w:t>’</w:t>
      </w:r>
      <w:r w:rsidRPr="00223237">
        <w:t>est un fait</w:t>
      </w:r>
      <w:r w:rsidR="00AB6DDF">
        <w:t xml:space="preserve">… </w:t>
      </w:r>
      <w:r w:rsidRPr="00223237">
        <w:t>c</w:t>
      </w:r>
      <w:r w:rsidR="00AB6DDF">
        <w:t>’</w:t>
      </w:r>
      <w:r w:rsidRPr="00223237">
        <w:t>est un fait</w:t>
      </w:r>
      <w:r w:rsidR="00AB6DDF">
        <w:t xml:space="preserve"> – </w:t>
      </w:r>
      <w:r w:rsidRPr="00223237">
        <w:t>acquis</w:t>
      </w:r>
      <w:r w:rsidR="00AB6DDF">
        <w:t xml:space="preserve">… </w:t>
      </w:r>
      <w:r w:rsidRPr="00223237">
        <w:t>c</w:t>
      </w:r>
      <w:r w:rsidR="00AB6DDF">
        <w:t>’</w:t>
      </w:r>
      <w:r w:rsidRPr="00223237">
        <w:t>est même un fait e</w:t>
      </w:r>
      <w:r w:rsidRPr="00223237">
        <w:t>x</w:t>
      </w:r>
      <w:r w:rsidRPr="00223237">
        <w:t>quis</w:t>
      </w:r>
      <w:r w:rsidR="00AB6DDF">
        <w:t xml:space="preserve">… </w:t>
      </w:r>
      <w:r w:rsidRPr="00223237">
        <w:t>Eh</w:t>
      </w:r>
      <w:r w:rsidR="00AB6DDF">
        <w:t xml:space="preserve"> ! </w:t>
      </w:r>
      <w:r w:rsidRPr="00223237">
        <w:t>Bien</w:t>
      </w:r>
      <w:r w:rsidR="00AB6DDF">
        <w:t xml:space="preserve">, </w:t>
      </w:r>
      <w:r w:rsidRPr="00223237">
        <w:t>devant un exquis fait</w:t>
      </w:r>
      <w:r w:rsidR="00AB6DDF">
        <w:t xml:space="preserve"> – </w:t>
      </w:r>
      <w:r w:rsidRPr="00223237">
        <w:t>acquis</w:t>
      </w:r>
      <w:r w:rsidR="00AB6DDF">
        <w:t xml:space="preserve">, </w:t>
      </w:r>
      <w:r w:rsidRPr="00223237">
        <w:t>il ne faut pas s</w:t>
      </w:r>
      <w:r w:rsidR="00AB6DDF">
        <w:t>’</w:t>
      </w:r>
      <w:r w:rsidRPr="00223237">
        <w:t>affoler</w:t>
      </w:r>
      <w:r w:rsidR="00AB6DDF">
        <w:t>…</w:t>
      </w:r>
    </w:p>
    <w:p w14:paraId="2E0D5808" w14:textId="77777777" w:rsidR="00C83B26" w:rsidRDefault="002E19AC" w:rsidP="00C83B26">
      <w:pPr>
        <w:ind w:firstLine="0"/>
        <w:jc w:val="center"/>
      </w:pPr>
      <w:r w:rsidRPr="00C83B26">
        <w:t>ELLE</w:t>
      </w:r>
    </w:p>
    <w:p w14:paraId="2C088CE4" w14:textId="77777777" w:rsidR="00C83B26" w:rsidRDefault="002E19AC" w:rsidP="00C83B26">
      <w:r w:rsidRPr="00223237">
        <w:t>Qu</w:t>
      </w:r>
      <w:r w:rsidR="00AB6DDF">
        <w:t>’</w:t>
      </w:r>
      <w:r w:rsidRPr="00223237">
        <w:t>est-ce qu</w:t>
      </w:r>
      <w:r w:rsidR="00AB6DDF">
        <w:t>’</w:t>
      </w:r>
      <w:r w:rsidRPr="00223237">
        <w:t>il faut faire</w:t>
      </w:r>
      <w:r w:rsidR="00AB6DDF">
        <w:t> ?</w:t>
      </w:r>
    </w:p>
    <w:p w14:paraId="4C520CE1" w14:textId="77777777" w:rsidR="00C83B26" w:rsidRDefault="002E19AC" w:rsidP="00C83B26">
      <w:pPr>
        <w:ind w:firstLine="0"/>
        <w:jc w:val="center"/>
      </w:pPr>
      <w:r w:rsidRPr="00C83B26">
        <w:t>LUI</w:t>
      </w:r>
    </w:p>
    <w:p w14:paraId="57511EA5" w14:textId="77777777" w:rsidR="00C83B26" w:rsidRDefault="002E19AC" w:rsidP="00C83B26">
      <w:r w:rsidRPr="00223237">
        <w:t>Il faut s</w:t>
      </w:r>
      <w:r w:rsidR="00AB6DDF">
        <w:t>’</w:t>
      </w:r>
      <w:r w:rsidRPr="00223237">
        <w:t>asseoir comme ça</w:t>
      </w:r>
      <w:r w:rsidR="00AB6DDF">
        <w:t xml:space="preserve">… </w:t>
      </w:r>
      <w:r w:rsidRPr="00223237">
        <w:t>et tâcher de ne pas rire</w:t>
      </w:r>
      <w:r w:rsidR="00AB6DDF">
        <w:t xml:space="preserve">, </w:t>
      </w:r>
      <w:r w:rsidRPr="00223237">
        <w:t>si on peut</w:t>
      </w:r>
      <w:r w:rsidR="00AB6DDF">
        <w:t>…</w:t>
      </w:r>
    </w:p>
    <w:p w14:paraId="604E8CC2" w14:textId="77777777" w:rsidR="00C83B26" w:rsidRDefault="002E19AC" w:rsidP="00C83B26">
      <w:pPr>
        <w:ind w:firstLine="0"/>
        <w:jc w:val="center"/>
      </w:pPr>
      <w:r w:rsidRPr="00C83B26">
        <w:t>ELLE</w:t>
      </w:r>
    </w:p>
    <w:p w14:paraId="460107F2" w14:textId="77777777" w:rsidR="00C83B26" w:rsidRDefault="002E19AC" w:rsidP="00C83B26">
      <w:r w:rsidRPr="00223237">
        <w:t>Rire</w:t>
      </w:r>
      <w:r w:rsidR="00AB6DDF">
        <w:t> ?</w:t>
      </w:r>
    </w:p>
    <w:p w14:paraId="375A3085" w14:textId="77777777" w:rsidR="00C83B26" w:rsidRDefault="002E19AC" w:rsidP="00C83B26">
      <w:pPr>
        <w:ind w:firstLine="0"/>
        <w:jc w:val="center"/>
      </w:pPr>
      <w:r w:rsidRPr="00C83B26">
        <w:t>LUI</w:t>
      </w:r>
    </w:p>
    <w:p w14:paraId="2E5E4E8B" w14:textId="77777777" w:rsidR="00C83B26" w:rsidRDefault="002E19AC" w:rsidP="00C83B26">
      <w:r w:rsidRPr="00223237">
        <w:t>Oui</w:t>
      </w:r>
      <w:r w:rsidR="00AB6DDF">
        <w:t>.</w:t>
      </w:r>
    </w:p>
    <w:p w14:paraId="2B7E3A73" w14:textId="77777777" w:rsidR="00C83B26" w:rsidRDefault="002E19AC" w:rsidP="00C83B26">
      <w:pPr>
        <w:ind w:firstLine="0"/>
        <w:jc w:val="center"/>
      </w:pPr>
      <w:r w:rsidRPr="00C83B26">
        <w:t>ELLE</w:t>
      </w:r>
    </w:p>
    <w:p w14:paraId="0421637F" w14:textId="77777777" w:rsidR="00C83B26" w:rsidRDefault="002E19AC" w:rsidP="00C83B26">
      <w:r w:rsidRPr="00223237">
        <w:t>Vous avez envie de rire</w:t>
      </w:r>
      <w:r w:rsidR="00AB6DDF">
        <w:t xml:space="preserve">, </w:t>
      </w:r>
      <w:r w:rsidRPr="00223237">
        <w:t>vous</w:t>
      </w:r>
      <w:r w:rsidR="00AB6DDF">
        <w:t> ?</w:t>
      </w:r>
    </w:p>
    <w:p w14:paraId="6AE957A8" w14:textId="77777777" w:rsidR="00C83B26" w:rsidRDefault="002E19AC" w:rsidP="00C83B26">
      <w:pPr>
        <w:ind w:firstLine="0"/>
        <w:jc w:val="center"/>
      </w:pPr>
      <w:r w:rsidRPr="00C83B26">
        <w:t>LUI</w:t>
      </w:r>
    </w:p>
    <w:p w14:paraId="3E919FE5" w14:textId="77777777" w:rsidR="00C83B26" w:rsidRDefault="002E19AC" w:rsidP="00C83B26">
      <w:r w:rsidRPr="00223237">
        <w:lastRenderedPageBreak/>
        <w:t>Oh</w:t>
      </w:r>
      <w:r w:rsidR="00AB6DDF">
        <w:t xml:space="preserve"> ! </w:t>
      </w:r>
      <w:r w:rsidRPr="00223237">
        <w:t>Oui</w:t>
      </w:r>
      <w:r w:rsidR="00AB6DDF">
        <w:t>.</w:t>
      </w:r>
    </w:p>
    <w:p w14:paraId="3D7CAF66" w14:textId="77777777" w:rsidR="00C83B26" w:rsidRDefault="002E19AC" w:rsidP="00C83B26">
      <w:pPr>
        <w:ind w:firstLine="0"/>
        <w:jc w:val="center"/>
      </w:pPr>
      <w:r w:rsidRPr="00C83B26">
        <w:t>ELLE</w:t>
      </w:r>
    </w:p>
    <w:p w14:paraId="082F90FC" w14:textId="77777777" w:rsidR="00C83B26" w:rsidRDefault="002E19AC" w:rsidP="00C83B26">
      <w:r w:rsidRPr="00223237">
        <w:t>Eh</w:t>
      </w:r>
      <w:r w:rsidR="00AB6DDF">
        <w:t xml:space="preserve"> ! </w:t>
      </w:r>
      <w:r w:rsidRPr="00223237">
        <w:t>Bien</w:t>
      </w:r>
      <w:r w:rsidR="00AB6DDF">
        <w:t xml:space="preserve">, </w:t>
      </w:r>
      <w:r w:rsidRPr="00223237">
        <w:t>pas moi</w:t>
      </w:r>
      <w:r w:rsidR="00AB6DDF">
        <w:t> !</w:t>
      </w:r>
    </w:p>
    <w:p w14:paraId="76756EAC" w14:textId="77777777" w:rsidR="00C83B26" w:rsidRDefault="002E19AC" w:rsidP="00C83B26">
      <w:pPr>
        <w:ind w:firstLine="0"/>
        <w:jc w:val="center"/>
      </w:pPr>
      <w:r w:rsidRPr="00C83B26">
        <w:t>LUI</w:t>
      </w:r>
    </w:p>
    <w:p w14:paraId="015DAE6E" w14:textId="77777777" w:rsidR="00C83B26" w:rsidRDefault="002E19AC" w:rsidP="00C83B26">
      <w:r w:rsidRPr="00223237">
        <w:t>Oh</w:t>
      </w:r>
      <w:r w:rsidR="00AB6DDF">
        <w:t xml:space="preserve"> ! </w:t>
      </w:r>
      <w:r w:rsidRPr="00223237">
        <w:t>Si</w:t>
      </w:r>
      <w:r w:rsidR="00AB6DDF">
        <w:t> !</w:t>
      </w:r>
    </w:p>
    <w:p w14:paraId="54CCCCDB" w14:textId="77777777" w:rsidR="00C83B26" w:rsidRDefault="002E19AC" w:rsidP="00C83B26">
      <w:pPr>
        <w:ind w:firstLine="0"/>
        <w:jc w:val="center"/>
      </w:pPr>
      <w:r w:rsidRPr="00C83B26">
        <w:t>ELLE</w:t>
      </w:r>
    </w:p>
    <w:p w14:paraId="3E1FB774" w14:textId="77777777" w:rsidR="00C83B26" w:rsidRDefault="002E19AC" w:rsidP="00C83B26">
      <w:r w:rsidRPr="00223237">
        <w:t>Ah</w:t>
      </w:r>
      <w:r w:rsidR="00AB6DDF">
        <w:t xml:space="preserve"> ! </w:t>
      </w:r>
      <w:r w:rsidRPr="00223237">
        <w:t>Non</w:t>
      </w:r>
      <w:r w:rsidR="00AB6DDF">
        <w:t xml:space="preserve">… </w:t>
      </w:r>
      <w:r w:rsidRPr="00223237">
        <w:t>Vous trouvez ça drôle</w:t>
      </w:r>
      <w:r w:rsidR="00AB6DDF">
        <w:t> ?</w:t>
      </w:r>
    </w:p>
    <w:p w14:paraId="2D5BBC90" w14:textId="77777777" w:rsidR="00C83B26" w:rsidRDefault="002E19AC" w:rsidP="00C83B26">
      <w:pPr>
        <w:ind w:firstLine="0"/>
        <w:jc w:val="center"/>
      </w:pPr>
      <w:r w:rsidRPr="00C83B26">
        <w:t>LUI</w:t>
      </w:r>
    </w:p>
    <w:p w14:paraId="2A96600D" w14:textId="77777777" w:rsidR="00C83B26" w:rsidRDefault="002E19AC" w:rsidP="00C83B26">
      <w:r w:rsidRPr="00223237">
        <w:t>Oh</w:t>
      </w:r>
      <w:r w:rsidR="00AB6DDF">
        <w:t xml:space="preserve"> ! </w:t>
      </w:r>
      <w:r w:rsidRPr="00223237">
        <w:t>Oui</w:t>
      </w:r>
      <w:r w:rsidR="00AB6DDF">
        <w:t> !</w:t>
      </w:r>
    </w:p>
    <w:p w14:paraId="371D9D97" w14:textId="77777777" w:rsidR="00C83B26" w:rsidRDefault="002E19AC" w:rsidP="00C83B26">
      <w:pPr>
        <w:ind w:firstLine="0"/>
        <w:jc w:val="center"/>
      </w:pPr>
      <w:r w:rsidRPr="00C83B26">
        <w:t>ELLE</w:t>
      </w:r>
    </w:p>
    <w:p w14:paraId="7D7EC14E" w14:textId="77777777" w:rsidR="00C83B26" w:rsidRDefault="002E19AC" w:rsidP="00C83B26">
      <w:r w:rsidRPr="00223237">
        <w:t>Mais vous ne vous rendez pas compte</w:t>
      </w:r>
      <w:r w:rsidR="00AB6DDF">
        <w:t>…</w:t>
      </w:r>
    </w:p>
    <w:p w14:paraId="366D5936" w14:textId="77777777" w:rsidR="00C83B26" w:rsidRDefault="002E19AC" w:rsidP="00C83B26">
      <w:pPr>
        <w:ind w:firstLine="0"/>
        <w:jc w:val="center"/>
      </w:pPr>
      <w:r w:rsidRPr="00C83B26">
        <w:t>LUI</w:t>
      </w:r>
    </w:p>
    <w:p w14:paraId="6B353D7F" w14:textId="77777777" w:rsidR="00C83B26" w:rsidRDefault="002E19AC" w:rsidP="00C83B26">
      <w:r w:rsidRPr="00223237">
        <w:t>Mais si</w:t>
      </w:r>
      <w:r w:rsidR="00AB6DDF">
        <w:t>.</w:t>
      </w:r>
    </w:p>
    <w:p w14:paraId="310E1308" w14:textId="77777777" w:rsidR="00C83B26" w:rsidRDefault="002E19AC" w:rsidP="00C83B26">
      <w:pPr>
        <w:ind w:firstLine="0"/>
        <w:jc w:val="center"/>
      </w:pPr>
      <w:r w:rsidRPr="00C83B26">
        <w:t>ELLE</w:t>
      </w:r>
    </w:p>
    <w:p w14:paraId="17F21127" w14:textId="77777777" w:rsidR="00C83B26" w:rsidRDefault="002E19AC" w:rsidP="00C83B26">
      <w:r w:rsidRPr="00223237">
        <w:t>Vous vous rendez compte que je suis mariée et que j</w:t>
      </w:r>
      <w:r w:rsidR="00AB6DDF">
        <w:t>’</w:t>
      </w:r>
      <w:r w:rsidRPr="00223237">
        <w:t>ai d</w:t>
      </w:r>
      <w:r w:rsidRPr="00223237">
        <w:t>é</w:t>
      </w:r>
      <w:r w:rsidRPr="00223237">
        <w:t>couché</w:t>
      </w:r>
      <w:r w:rsidR="00AB6DDF">
        <w:t> ?</w:t>
      </w:r>
    </w:p>
    <w:p w14:paraId="63236EFE" w14:textId="77777777" w:rsidR="00C83B26" w:rsidRDefault="002E19AC" w:rsidP="00C83B26">
      <w:pPr>
        <w:ind w:firstLine="0"/>
        <w:jc w:val="center"/>
      </w:pPr>
      <w:r w:rsidRPr="00C83B26">
        <w:t>LUI</w:t>
      </w:r>
    </w:p>
    <w:p w14:paraId="1EDD2CFB" w14:textId="77777777" w:rsidR="00C83B26" w:rsidRDefault="002E19AC" w:rsidP="00C83B26">
      <w:r w:rsidRPr="00223237">
        <w:t>Oui</w:t>
      </w:r>
      <w:r w:rsidR="00AB6DDF">
        <w:t>.</w:t>
      </w:r>
    </w:p>
    <w:p w14:paraId="518711FE" w14:textId="77777777" w:rsidR="00C83B26" w:rsidRDefault="002E19AC" w:rsidP="00C83B26">
      <w:pPr>
        <w:ind w:firstLine="0"/>
        <w:jc w:val="center"/>
      </w:pPr>
      <w:r w:rsidRPr="00C83B26">
        <w:t>ELLE</w:t>
      </w:r>
    </w:p>
    <w:p w14:paraId="743ECCB4" w14:textId="77777777" w:rsidR="00C83B26" w:rsidRDefault="002E19AC" w:rsidP="00C83B26">
      <w:r w:rsidRPr="00223237">
        <w:t>Vous vous rendez compte de ce qui va se passer</w:t>
      </w:r>
      <w:r w:rsidR="00AB6DDF">
        <w:t> ?</w:t>
      </w:r>
    </w:p>
    <w:p w14:paraId="3ECB2B7B" w14:textId="77777777" w:rsidR="00C83B26" w:rsidRDefault="002E19AC" w:rsidP="00C83B26">
      <w:pPr>
        <w:ind w:firstLine="0"/>
        <w:jc w:val="center"/>
      </w:pPr>
      <w:r w:rsidRPr="00C83B26">
        <w:t>LUI</w:t>
      </w:r>
    </w:p>
    <w:p w14:paraId="7C3DE82B" w14:textId="77777777" w:rsidR="00C83B26" w:rsidRDefault="002E19AC" w:rsidP="00C83B26">
      <w:r w:rsidRPr="00223237">
        <w:lastRenderedPageBreak/>
        <w:t>Je me rends compte de tout</w:t>
      </w:r>
      <w:r w:rsidR="00AB6DDF">
        <w:t xml:space="preserve">, </w:t>
      </w:r>
      <w:r w:rsidRPr="00223237">
        <w:t>mon amour</w:t>
      </w:r>
      <w:r w:rsidR="00AB6DDF">
        <w:t xml:space="preserve">, </w:t>
      </w:r>
      <w:r w:rsidRPr="00223237">
        <w:t>mais vous</w:t>
      </w:r>
      <w:r w:rsidR="00AB6DDF">
        <w:t xml:space="preserve">, </w:t>
      </w:r>
      <w:r w:rsidRPr="00223237">
        <w:t>vous ne vous rendez pas compte d</w:t>
      </w:r>
      <w:r w:rsidR="00AB6DDF">
        <w:t>’</w:t>
      </w:r>
      <w:r w:rsidRPr="00223237">
        <w:t>une chose</w:t>
      </w:r>
      <w:r w:rsidR="00AB6DDF">
        <w:t xml:space="preserve">, </w:t>
      </w:r>
      <w:r w:rsidRPr="00223237">
        <w:t>c</w:t>
      </w:r>
      <w:r w:rsidR="00AB6DDF">
        <w:t>’</w:t>
      </w:r>
      <w:r w:rsidRPr="00223237">
        <w:t>est qu</w:t>
      </w:r>
      <w:r w:rsidR="00AB6DDF">
        <w:t>’</w:t>
      </w:r>
      <w:r w:rsidRPr="00223237">
        <w:t>en ce moment vous êtes dans mon lit</w:t>
      </w:r>
      <w:r w:rsidR="00AB6DDF">
        <w:t xml:space="preserve">… </w:t>
      </w:r>
      <w:r w:rsidRPr="00223237">
        <w:t>avec une chemise de nuit à moi</w:t>
      </w:r>
      <w:r w:rsidR="00AB6DDF">
        <w:t xml:space="preserve">… </w:t>
      </w:r>
      <w:r w:rsidRPr="00223237">
        <w:t>et que c</w:t>
      </w:r>
      <w:r w:rsidR="00AB6DDF">
        <w:t>’</w:t>
      </w:r>
      <w:r w:rsidRPr="00223237">
        <w:t>est un spectacle ravissant</w:t>
      </w:r>
      <w:r w:rsidR="00AB6DDF">
        <w:t xml:space="preserve"> !… </w:t>
      </w:r>
      <w:r w:rsidRPr="00223237">
        <w:t>Vous ne vous rendez pas compte que nous sommes en train de vivre des minutes incomp</w:t>
      </w:r>
      <w:r w:rsidRPr="00223237">
        <w:t>a</w:t>
      </w:r>
      <w:r w:rsidRPr="00223237">
        <w:t>rables</w:t>
      </w:r>
      <w:r w:rsidR="00AB6DDF">
        <w:t xml:space="preserve">… </w:t>
      </w:r>
      <w:r w:rsidRPr="00223237">
        <w:t>inoubliables</w:t>
      </w:r>
      <w:r w:rsidR="00AB6DDF">
        <w:t xml:space="preserve">… </w:t>
      </w:r>
      <w:r w:rsidRPr="00223237">
        <w:t>charmantes</w:t>
      </w:r>
      <w:r w:rsidR="00AB6DDF">
        <w:t>…</w:t>
      </w:r>
    </w:p>
    <w:p w14:paraId="2939AF9E" w14:textId="77777777" w:rsidR="00C83B26" w:rsidRDefault="002E19AC" w:rsidP="00C83B26">
      <w:pPr>
        <w:ind w:firstLine="0"/>
        <w:jc w:val="center"/>
      </w:pPr>
      <w:r w:rsidRPr="00C83B26">
        <w:t>ELLE</w:t>
      </w:r>
    </w:p>
    <w:p w14:paraId="63CF2249" w14:textId="77777777" w:rsidR="00C83B26" w:rsidRDefault="002E19AC" w:rsidP="00C83B26">
      <w:r w:rsidRPr="00223237">
        <w:t>Ah</w:t>
      </w:r>
      <w:r w:rsidR="00AB6DDF">
        <w:t xml:space="preserve"> ! </w:t>
      </w:r>
      <w:r w:rsidRPr="00223237">
        <w:t>Vous trouvez que c</w:t>
      </w:r>
      <w:r w:rsidR="00AB6DDF">
        <w:t>’</w:t>
      </w:r>
      <w:r w:rsidRPr="00223237">
        <w:t>est charmant</w:t>
      </w:r>
      <w:r w:rsidR="00AB6DDF">
        <w:t> ?</w:t>
      </w:r>
    </w:p>
    <w:p w14:paraId="2595CB25" w14:textId="77777777" w:rsidR="00C83B26" w:rsidRDefault="002E19AC" w:rsidP="00C83B26">
      <w:pPr>
        <w:ind w:firstLine="0"/>
        <w:jc w:val="center"/>
      </w:pPr>
      <w:r w:rsidRPr="00C83B26">
        <w:t>LUI</w:t>
      </w:r>
    </w:p>
    <w:p w14:paraId="3537E9C4" w14:textId="77777777" w:rsidR="00C83B26" w:rsidRDefault="002E19AC" w:rsidP="00C83B26">
      <w:r w:rsidRPr="00223237">
        <w:t>Prodigieusement</w:t>
      </w:r>
      <w:r w:rsidR="00AB6DDF">
        <w:t>…</w:t>
      </w:r>
    </w:p>
    <w:p w14:paraId="257295E9" w14:textId="77777777" w:rsidR="00C83B26" w:rsidRDefault="002E19AC" w:rsidP="00C83B26">
      <w:pPr>
        <w:ind w:firstLine="0"/>
        <w:jc w:val="center"/>
      </w:pPr>
      <w:r w:rsidRPr="00C83B26">
        <w:t>ELLE</w:t>
      </w:r>
    </w:p>
    <w:p w14:paraId="39E8F5FB" w14:textId="77777777" w:rsidR="00C83B26" w:rsidRDefault="002E19AC" w:rsidP="00C83B26">
      <w:r w:rsidRPr="00223237">
        <w:t>C</w:t>
      </w:r>
      <w:r w:rsidR="00AB6DDF">
        <w:t>’</w:t>
      </w:r>
      <w:r w:rsidRPr="00223237">
        <w:t>est abominable</w:t>
      </w:r>
      <w:r w:rsidR="00AB6DDF">
        <w:t xml:space="preserve">, </w:t>
      </w:r>
      <w:r w:rsidRPr="00223237">
        <w:t>voyons</w:t>
      </w:r>
      <w:r w:rsidR="00AB6DDF">
        <w:t>…</w:t>
      </w:r>
    </w:p>
    <w:p w14:paraId="3A8E4793" w14:textId="77777777" w:rsidR="00C83B26" w:rsidRDefault="002E19AC" w:rsidP="00C83B26">
      <w:pPr>
        <w:ind w:firstLine="0"/>
        <w:jc w:val="center"/>
      </w:pPr>
      <w:r w:rsidRPr="00C83B26">
        <w:t>LUI</w:t>
      </w:r>
    </w:p>
    <w:p w14:paraId="21EF50B2" w14:textId="77777777" w:rsidR="00C83B26" w:rsidRDefault="002E19AC" w:rsidP="00C83B26">
      <w:r w:rsidRPr="00223237">
        <w:t>Oui</w:t>
      </w:r>
      <w:r w:rsidR="00AB6DDF">
        <w:t xml:space="preserve">, </w:t>
      </w:r>
      <w:r w:rsidRPr="00223237">
        <w:t>aussi</w:t>
      </w:r>
      <w:r w:rsidR="00AB6DDF">
        <w:t xml:space="preserve">… </w:t>
      </w:r>
      <w:r w:rsidRPr="00223237">
        <w:t>Une aventure a d</w:t>
      </w:r>
      <w:r w:rsidR="00AB6DDF">
        <w:t>’</w:t>
      </w:r>
      <w:r w:rsidRPr="00223237">
        <w:t>ordinaire plusieurs côtés</w:t>
      </w:r>
      <w:r w:rsidR="00AB6DDF">
        <w:t xml:space="preserve">. </w:t>
      </w:r>
      <w:r w:rsidRPr="00223237">
        <w:t>Eh</w:t>
      </w:r>
      <w:r w:rsidR="00AB6DDF">
        <w:t xml:space="preserve"> ! </w:t>
      </w:r>
      <w:r w:rsidRPr="00223237">
        <w:t>Bien</w:t>
      </w:r>
      <w:r w:rsidR="00AB6DDF">
        <w:t xml:space="preserve">, </w:t>
      </w:r>
      <w:r w:rsidRPr="00223237">
        <w:t>la nôtre a un côté abominable et un côté charmant</w:t>
      </w:r>
      <w:r w:rsidR="00AB6DDF">
        <w:t xml:space="preserve">. </w:t>
      </w:r>
      <w:r w:rsidRPr="00223237">
        <w:t>Ne m</w:t>
      </w:r>
      <w:r w:rsidR="00AB6DDF">
        <w:t>’</w:t>
      </w:r>
      <w:r w:rsidRPr="00223237">
        <w:t>en veuillez pas trop</w:t>
      </w:r>
      <w:r w:rsidR="00AB6DDF">
        <w:t xml:space="preserve"> – </w:t>
      </w:r>
      <w:r w:rsidRPr="00223237">
        <w:t>chacun a son caractère</w:t>
      </w:r>
      <w:r w:rsidR="00AB6DDF">
        <w:t xml:space="preserve"> – </w:t>
      </w:r>
      <w:r w:rsidRPr="00223237">
        <w:t>ne m</w:t>
      </w:r>
      <w:r w:rsidR="00AB6DDF">
        <w:t>’</w:t>
      </w:r>
      <w:r w:rsidRPr="00223237">
        <w:t>en veuillez pas trop</w:t>
      </w:r>
      <w:r w:rsidR="00AB6DDF">
        <w:t xml:space="preserve">, </w:t>
      </w:r>
      <w:r w:rsidRPr="00223237">
        <w:t>si malgré moi je vois d</w:t>
      </w:r>
      <w:r w:rsidR="00AB6DDF">
        <w:t>’</w:t>
      </w:r>
      <w:r w:rsidRPr="00223237">
        <w:t>abord le côté charmant de notre aventure</w:t>
      </w:r>
      <w:r w:rsidR="00AB6DDF">
        <w:t> !</w:t>
      </w:r>
    </w:p>
    <w:p w14:paraId="57F13492" w14:textId="77777777" w:rsidR="00C83B26" w:rsidRDefault="002E19AC" w:rsidP="00C83B26">
      <w:pPr>
        <w:ind w:firstLine="0"/>
        <w:jc w:val="center"/>
      </w:pPr>
      <w:r w:rsidRPr="00C83B26">
        <w:t>ELLE</w:t>
      </w:r>
    </w:p>
    <w:p w14:paraId="0BF9DAB9" w14:textId="77777777" w:rsidR="00C83B26" w:rsidRDefault="002E19AC" w:rsidP="00C83B26">
      <w:r w:rsidRPr="00223237">
        <w:t>Comment</w:t>
      </w:r>
      <w:r w:rsidR="00AB6DDF">
        <w:t xml:space="preserve">… </w:t>
      </w:r>
      <w:r w:rsidRPr="00223237">
        <w:t>comment</w:t>
      </w:r>
      <w:r w:rsidR="00AB6DDF">
        <w:t xml:space="preserve">… </w:t>
      </w:r>
      <w:r w:rsidRPr="00223237">
        <w:t>il est huit heures du matin</w:t>
      </w:r>
      <w:r w:rsidR="00AB6DDF">
        <w:t xml:space="preserve">… </w:t>
      </w:r>
      <w:r w:rsidRPr="00223237">
        <w:t>je ne suis pas encore rentrée chez moi</w:t>
      </w:r>
      <w:r w:rsidR="00AB6DDF">
        <w:t>…</w:t>
      </w:r>
    </w:p>
    <w:p w14:paraId="7AD73E6F" w14:textId="77777777" w:rsidR="00C83B26" w:rsidRDefault="002E19AC" w:rsidP="00C83B26">
      <w:pPr>
        <w:ind w:firstLine="0"/>
        <w:jc w:val="center"/>
      </w:pPr>
      <w:r w:rsidRPr="00C83B26">
        <w:t>LUI</w:t>
      </w:r>
    </w:p>
    <w:p w14:paraId="78661868" w14:textId="77777777" w:rsidR="00C83B26" w:rsidRDefault="002E19AC" w:rsidP="00C83B26">
      <w:r w:rsidRPr="00223237">
        <w:t>Ça</w:t>
      </w:r>
      <w:r w:rsidR="00AB6DDF">
        <w:t xml:space="preserve">, </w:t>
      </w:r>
      <w:r w:rsidRPr="00223237">
        <w:t>c</w:t>
      </w:r>
      <w:r w:rsidR="00AB6DDF">
        <w:t>’</w:t>
      </w:r>
      <w:r w:rsidRPr="00223237">
        <w:t>est le côté abominable</w:t>
      </w:r>
      <w:r w:rsidR="00AB6DDF">
        <w:t>…</w:t>
      </w:r>
    </w:p>
    <w:p w14:paraId="0399229B" w14:textId="77777777" w:rsidR="00C83B26" w:rsidRDefault="002E19AC" w:rsidP="00C83B26">
      <w:pPr>
        <w:ind w:firstLine="0"/>
        <w:jc w:val="center"/>
      </w:pPr>
      <w:r w:rsidRPr="00C83B26">
        <w:t>ELLE</w:t>
      </w:r>
    </w:p>
    <w:p w14:paraId="094ED7A1" w14:textId="77777777" w:rsidR="00C83B26" w:rsidRDefault="002E19AC" w:rsidP="00C83B26">
      <w:r w:rsidRPr="00223237">
        <w:t>Nous avons passé toute la nuit ensemble</w:t>
      </w:r>
      <w:r w:rsidR="00AB6DDF">
        <w:t>.</w:t>
      </w:r>
    </w:p>
    <w:p w14:paraId="5C9FFEBA" w14:textId="77777777" w:rsidR="00C83B26" w:rsidRDefault="002E19AC" w:rsidP="00C83B26">
      <w:pPr>
        <w:ind w:firstLine="0"/>
        <w:jc w:val="center"/>
      </w:pPr>
      <w:r w:rsidRPr="00C83B26">
        <w:lastRenderedPageBreak/>
        <w:t>LUI</w:t>
      </w:r>
    </w:p>
    <w:p w14:paraId="6128924B" w14:textId="77777777" w:rsidR="00C83B26" w:rsidRDefault="002E19AC" w:rsidP="00C83B26">
      <w:r w:rsidRPr="00223237">
        <w:t>Ça</w:t>
      </w:r>
      <w:r w:rsidR="00AB6DDF">
        <w:t xml:space="preserve">, </w:t>
      </w:r>
      <w:r w:rsidRPr="00223237">
        <w:t>c</w:t>
      </w:r>
      <w:r w:rsidR="00AB6DDF">
        <w:t>’</w:t>
      </w:r>
      <w:r w:rsidRPr="00223237">
        <w:t>est le côté charmant de l</w:t>
      </w:r>
      <w:r w:rsidR="00AB6DDF">
        <w:t>’</w:t>
      </w:r>
      <w:r w:rsidRPr="00223237">
        <w:t>aventure</w:t>
      </w:r>
      <w:r w:rsidR="00AB6DDF">
        <w:t>…</w:t>
      </w:r>
    </w:p>
    <w:p w14:paraId="34883BF8" w14:textId="77777777" w:rsidR="00C83B26" w:rsidRDefault="002E19AC" w:rsidP="00C83B26">
      <w:pPr>
        <w:ind w:firstLine="0"/>
        <w:jc w:val="center"/>
      </w:pPr>
      <w:r w:rsidRPr="00C83B26">
        <w:t>ELLE</w:t>
      </w:r>
    </w:p>
    <w:p w14:paraId="3EF45C46" w14:textId="77777777" w:rsidR="00C83B26" w:rsidRDefault="002E19AC" w:rsidP="00C83B26">
      <w:r w:rsidRPr="00223237">
        <w:t>Quand je vais rentrer chez moi</w:t>
      </w:r>
      <w:r w:rsidR="00AB6DDF">
        <w:t>…</w:t>
      </w:r>
    </w:p>
    <w:p w14:paraId="63CDF987" w14:textId="77777777" w:rsidR="00C83B26" w:rsidRDefault="002E19AC" w:rsidP="00C83B26">
      <w:pPr>
        <w:ind w:firstLine="0"/>
        <w:jc w:val="center"/>
      </w:pPr>
      <w:r w:rsidRPr="00C83B26">
        <w:t>LUI</w:t>
      </w:r>
    </w:p>
    <w:p w14:paraId="1880FDAF" w14:textId="77777777" w:rsidR="00C83B26" w:rsidRDefault="002E19AC" w:rsidP="00C83B26">
      <w:r w:rsidRPr="00223237">
        <w:t>Qu</w:t>
      </w:r>
      <w:r w:rsidR="00AB6DDF">
        <w:t>’</w:t>
      </w:r>
      <w:r w:rsidRPr="00223237">
        <w:t>est-ce que vous allez prendre</w:t>
      </w:r>
      <w:r w:rsidR="00AB6DDF">
        <w:t xml:space="preserve"> !… </w:t>
      </w:r>
      <w:r w:rsidRPr="00223237">
        <w:t>Ça</w:t>
      </w:r>
      <w:r w:rsidR="00AB6DDF">
        <w:t xml:space="preserve">, </w:t>
      </w:r>
      <w:r w:rsidRPr="00223237">
        <w:t>c</w:t>
      </w:r>
      <w:r w:rsidR="00AB6DDF">
        <w:t>’</w:t>
      </w:r>
      <w:r w:rsidRPr="00223237">
        <w:t>est le côté abom</w:t>
      </w:r>
      <w:r w:rsidRPr="00223237">
        <w:t>i</w:t>
      </w:r>
      <w:r w:rsidRPr="00223237">
        <w:t>nable</w:t>
      </w:r>
      <w:r w:rsidR="00AB6DDF">
        <w:t xml:space="preserve">… </w:t>
      </w:r>
      <w:r w:rsidRPr="00223237">
        <w:t>mais lorsque je vous demande</w:t>
      </w:r>
      <w:r w:rsidR="00AB6DDF">
        <w:t> : « </w:t>
      </w:r>
      <w:r w:rsidRPr="00223237">
        <w:t>Qu</w:t>
      </w:r>
      <w:r w:rsidR="00AB6DDF">
        <w:t>’</w:t>
      </w:r>
      <w:r w:rsidRPr="00223237">
        <w:t>est-ce que tu prends le matin</w:t>
      </w:r>
      <w:r w:rsidR="00AB6DDF">
        <w:t xml:space="preserve"> ? » – </w:t>
      </w:r>
      <w:r w:rsidRPr="00223237">
        <w:t>avouez que ça</w:t>
      </w:r>
      <w:r w:rsidR="00AB6DDF">
        <w:t xml:space="preserve">, </w:t>
      </w:r>
      <w:r w:rsidRPr="00223237">
        <w:t>c</w:t>
      </w:r>
      <w:r w:rsidR="00AB6DDF">
        <w:t>’</w:t>
      </w:r>
      <w:r w:rsidRPr="00223237">
        <w:t>est le côté charmant</w:t>
      </w:r>
      <w:r w:rsidR="00AB6DDF">
        <w:t xml:space="preserve"> !… </w:t>
      </w:r>
      <w:r w:rsidRPr="00223237">
        <w:t>Qu</w:t>
      </w:r>
      <w:r w:rsidR="00AB6DDF">
        <w:t>’</w:t>
      </w:r>
      <w:r w:rsidRPr="00223237">
        <w:t>est-ce que tu prends</w:t>
      </w:r>
      <w:r w:rsidR="00AB6DDF">
        <w:t xml:space="preserve">, </w:t>
      </w:r>
      <w:r w:rsidRPr="00223237">
        <w:t>mon chéri</w:t>
      </w:r>
      <w:r w:rsidR="00AB6DDF">
        <w:t xml:space="preserve"> ? </w:t>
      </w:r>
      <w:r w:rsidRPr="00223237">
        <w:t>Veux-tu du thé</w:t>
      </w:r>
      <w:r w:rsidR="00AB6DDF">
        <w:t xml:space="preserve">, </w:t>
      </w:r>
      <w:r w:rsidRPr="00223237">
        <w:t>du choc</w:t>
      </w:r>
      <w:r w:rsidRPr="00223237">
        <w:t>o</w:t>
      </w:r>
      <w:r w:rsidRPr="00223237">
        <w:t>lat</w:t>
      </w:r>
      <w:r w:rsidR="00AB6DDF">
        <w:t> ?</w:t>
      </w:r>
    </w:p>
    <w:p w14:paraId="7BBDF364" w14:textId="77777777" w:rsidR="00C83B26" w:rsidRDefault="002E19AC" w:rsidP="00C83B26">
      <w:pPr>
        <w:ind w:firstLine="0"/>
        <w:jc w:val="center"/>
      </w:pPr>
      <w:r w:rsidRPr="00C83B26">
        <w:t>ELLE</w:t>
      </w:r>
    </w:p>
    <w:p w14:paraId="4A86E973" w14:textId="77777777" w:rsidR="00C83B26" w:rsidRDefault="002E19AC" w:rsidP="00C83B26">
      <w:r w:rsidRPr="00223237">
        <w:t>Est-ce que je sais</w:t>
      </w:r>
      <w:r w:rsidR="00AB6DDF">
        <w:t>…</w:t>
      </w:r>
    </w:p>
    <w:p w14:paraId="62166613" w14:textId="77777777" w:rsidR="00C83B26" w:rsidRDefault="002E19AC" w:rsidP="00C83B26">
      <w:pPr>
        <w:ind w:firstLine="0"/>
        <w:jc w:val="center"/>
      </w:pPr>
      <w:r w:rsidRPr="00C83B26">
        <w:t>LUI</w:t>
      </w:r>
    </w:p>
    <w:p w14:paraId="701AF1EB" w14:textId="77777777" w:rsidR="00C83B26" w:rsidRDefault="002E19AC" w:rsidP="00C83B26">
      <w:r w:rsidRPr="00223237">
        <w:t>Bon</w:t>
      </w:r>
      <w:r w:rsidR="00AB6DDF">
        <w:t xml:space="preserve">, </w:t>
      </w:r>
      <w:r w:rsidRPr="00223237">
        <w:t>alors</w:t>
      </w:r>
      <w:r w:rsidR="00AB6DDF">
        <w:t xml:space="preserve">, </w:t>
      </w:r>
      <w:r w:rsidRPr="00223237">
        <w:t>tu auras du café au lait</w:t>
      </w:r>
      <w:r w:rsidR="00AB6DDF">
        <w:t xml:space="preserve">… </w:t>
      </w:r>
      <w:r w:rsidR="00AB6DDF">
        <w:rPr>
          <w:i/>
          <w:iCs/>
        </w:rPr>
        <w:t>(</w:t>
      </w:r>
      <w:r w:rsidRPr="00223237">
        <w:rPr>
          <w:i/>
          <w:iCs/>
        </w:rPr>
        <w:t>À la porte du fond</w:t>
      </w:r>
      <w:r w:rsidR="00AB6DDF">
        <w:rPr>
          <w:i/>
          <w:iCs/>
        </w:rPr>
        <w:t xml:space="preserve">.) </w:t>
      </w:r>
      <w:r w:rsidRPr="00223237">
        <w:t>Émile</w:t>
      </w:r>
      <w:r w:rsidR="00AB6DDF">
        <w:t xml:space="preserve">, </w:t>
      </w:r>
      <w:r w:rsidRPr="00223237">
        <w:t>deux cafés au lait complets</w:t>
      </w:r>
      <w:r w:rsidR="00AB6DDF">
        <w:t xml:space="preserve"> – </w:t>
      </w:r>
      <w:r w:rsidRPr="00223237">
        <w:t>deux</w:t>
      </w:r>
      <w:r w:rsidR="00AB6DDF">
        <w:t> !</w:t>
      </w:r>
    </w:p>
    <w:p w14:paraId="5AEAF853" w14:textId="77777777" w:rsidR="00C83B26" w:rsidRDefault="002E19AC" w:rsidP="00C83B26">
      <w:pPr>
        <w:ind w:firstLine="0"/>
        <w:jc w:val="center"/>
      </w:pPr>
      <w:r w:rsidRPr="00C83B26">
        <w:t>LE VALET DE CHAMBRE</w:t>
      </w:r>
      <w:r w:rsidR="00AB6DDF" w:rsidRPr="00C83B26">
        <w:t xml:space="preserve">, </w:t>
      </w:r>
      <w:r w:rsidRPr="00C83B26">
        <w:rPr>
          <w:i/>
          <w:iCs/>
        </w:rPr>
        <w:t>en coulisse</w:t>
      </w:r>
    </w:p>
    <w:p w14:paraId="19B8A8D5" w14:textId="77777777" w:rsidR="00C83B26" w:rsidRDefault="002E19AC" w:rsidP="00C83B26">
      <w:r w:rsidRPr="00223237">
        <w:t>Bien</w:t>
      </w:r>
      <w:r w:rsidR="00AB6DDF">
        <w:t xml:space="preserve">, </w:t>
      </w:r>
      <w:r w:rsidRPr="00223237">
        <w:t>monsieur</w:t>
      </w:r>
      <w:r w:rsidR="00AB6DDF">
        <w:t>.</w:t>
      </w:r>
    </w:p>
    <w:p w14:paraId="7B6A3F3C" w14:textId="77777777" w:rsidR="00C83B26" w:rsidRDefault="002E19AC" w:rsidP="00C83B26">
      <w:pPr>
        <w:ind w:firstLine="0"/>
        <w:jc w:val="center"/>
      </w:pPr>
      <w:r w:rsidRPr="00C83B26">
        <w:t>ELLE</w:t>
      </w:r>
    </w:p>
    <w:p w14:paraId="0BF1E2AB" w14:textId="77777777" w:rsidR="00C83B26" w:rsidRDefault="002E19AC" w:rsidP="00C83B26">
      <w:r w:rsidRPr="00223237">
        <w:t>Écoutez</w:t>
      </w:r>
      <w:r w:rsidR="00AB6DDF">
        <w:t xml:space="preserve">, </w:t>
      </w:r>
      <w:r w:rsidRPr="00223237">
        <w:t>je vous supplie</w:t>
      </w:r>
      <w:r w:rsidR="00AB6DDF">
        <w:t>…</w:t>
      </w:r>
    </w:p>
    <w:p w14:paraId="397FCB44" w14:textId="77777777" w:rsidR="00C83B26" w:rsidRDefault="002E19AC" w:rsidP="00C83B26">
      <w:pPr>
        <w:ind w:firstLine="0"/>
        <w:jc w:val="center"/>
      </w:pPr>
      <w:r w:rsidRPr="00C83B26">
        <w:t>LUI</w:t>
      </w:r>
    </w:p>
    <w:p w14:paraId="4FECD9C8" w14:textId="77777777" w:rsidR="00C83B26" w:rsidRDefault="00AB6DDF" w:rsidP="00C83B26">
      <w:r>
        <w:t xml:space="preserve">… </w:t>
      </w:r>
      <w:r w:rsidR="002E19AC" w:rsidRPr="00223237">
        <w:t>de m</w:t>
      </w:r>
      <w:r>
        <w:t>’</w:t>
      </w:r>
      <w:r w:rsidR="002E19AC" w:rsidRPr="00223237">
        <w:t>embrasser</w:t>
      </w:r>
      <w:r>
        <w:t> !</w:t>
      </w:r>
    </w:p>
    <w:p w14:paraId="59C33C46" w14:textId="77777777" w:rsidR="00C83B26" w:rsidRDefault="002E19AC" w:rsidP="00C83B26">
      <w:pPr>
        <w:ind w:firstLine="0"/>
        <w:jc w:val="center"/>
      </w:pPr>
      <w:r w:rsidRPr="00C83B26">
        <w:t>ELLE</w:t>
      </w:r>
    </w:p>
    <w:p w14:paraId="4A7C6676" w14:textId="77777777" w:rsidR="00C83B26" w:rsidRDefault="002E19AC" w:rsidP="00C83B26">
      <w:r w:rsidRPr="00223237">
        <w:lastRenderedPageBreak/>
        <w:t>Non</w:t>
      </w:r>
      <w:r w:rsidR="00AB6DDF">
        <w:t xml:space="preserve">, </w:t>
      </w:r>
      <w:r w:rsidRPr="00223237">
        <w:t>non</w:t>
      </w:r>
      <w:r w:rsidR="00AB6DDF">
        <w:t xml:space="preserve">… </w:t>
      </w:r>
      <w:r w:rsidRPr="00223237">
        <w:t>non</w:t>
      </w:r>
      <w:r w:rsidR="00AB6DDF">
        <w:t xml:space="preserve">… </w:t>
      </w:r>
      <w:r w:rsidRPr="00223237">
        <w:t>voyons</w:t>
      </w:r>
      <w:r w:rsidR="00AB6DDF">
        <w:t xml:space="preserve">… </w:t>
      </w:r>
      <w:r w:rsidRPr="00223237">
        <w:t>qu</w:t>
      </w:r>
      <w:r w:rsidR="00AB6DDF">
        <w:t>’</w:t>
      </w:r>
      <w:r w:rsidRPr="00223237">
        <w:t>est-ce que nous allons faire</w:t>
      </w:r>
      <w:r w:rsidR="00AB6DDF">
        <w:t> ?</w:t>
      </w:r>
    </w:p>
    <w:p w14:paraId="6DB68967" w14:textId="77777777" w:rsidR="00C83B26" w:rsidRDefault="002E19AC" w:rsidP="00C83B26">
      <w:pPr>
        <w:ind w:firstLine="0"/>
        <w:jc w:val="center"/>
      </w:pPr>
      <w:r w:rsidRPr="00C83B26">
        <w:t>LUI</w:t>
      </w:r>
    </w:p>
    <w:p w14:paraId="47FFB0D3" w14:textId="77777777" w:rsidR="00C83B26" w:rsidRDefault="002E19AC" w:rsidP="00C83B26">
      <w:r w:rsidRPr="00223237">
        <w:t>Rien</w:t>
      </w:r>
      <w:r w:rsidR="00AB6DDF">
        <w:t>.</w:t>
      </w:r>
    </w:p>
    <w:p w14:paraId="2FC8A6F5" w14:textId="77777777" w:rsidR="00C83B26" w:rsidRDefault="002E19AC" w:rsidP="00C83B26">
      <w:pPr>
        <w:ind w:firstLine="0"/>
        <w:jc w:val="center"/>
      </w:pPr>
      <w:r w:rsidRPr="00C83B26">
        <w:t>ELLE</w:t>
      </w:r>
    </w:p>
    <w:p w14:paraId="560ED404" w14:textId="77777777" w:rsidR="00C83B26" w:rsidRDefault="002E19AC" w:rsidP="00C83B26">
      <w:r w:rsidRPr="00223237">
        <w:t>Comment</w:t>
      </w:r>
      <w:r w:rsidR="00AB6DDF">
        <w:t xml:space="preserve">, </w:t>
      </w:r>
      <w:r w:rsidRPr="00223237">
        <w:t>rien</w:t>
      </w:r>
      <w:r w:rsidR="00AB6DDF">
        <w:t> ?</w:t>
      </w:r>
    </w:p>
    <w:p w14:paraId="1D12F6FB" w14:textId="77777777" w:rsidR="00C83B26" w:rsidRDefault="002E19AC" w:rsidP="00C83B26">
      <w:pPr>
        <w:ind w:firstLine="0"/>
        <w:jc w:val="center"/>
      </w:pPr>
      <w:r w:rsidRPr="00C83B26">
        <w:t>LUI</w:t>
      </w:r>
    </w:p>
    <w:p w14:paraId="569F8396" w14:textId="77777777" w:rsidR="00C83B26" w:rsidRDefault="002E19AC" w:rsidP="00C83B26">
      <w:r w:rsidRPr="00223237">
        <w:t>Mais</w:t>
      </w:r>
      <w:r w:rsidR="00AB6DDF">
        <w:t xml:space="preserve">, </w:t>
      </w:r>
      <w:r w:rsidRPr="00223237">
        <w:t>mon amour</w:t>
      </w:r>
      <w:r w:rsidR="00AB6DDF">
        <w:t xml:space="preserve">, </w:t>
      </w:r>
      <w:r w:rsidRPr="00223237">
        <w:t>qu</w:t>
      </w:r>
      <w:r w:rsidR="00AB6DDF">
        <w:t>’</w:t>
      </w:r>
      <w:r w:rsidRPr="00223237">
        <w:t>est-ce que vous voulez que nous fa</w:t>
      </w:r>
      <w:r w:rsidRPr="00223237">
        <w:t>s</w:t>
      </w:r>
      <w:r w:rsidRPr="00223237">
        <w:t>sions</w:t>
      </w:r>
      <w:r w:rsidR="00AB6DDF">
        <w:t xml:space="preserve"> ? </w:t>
      </w:r>
      <w:r w:rsidRPr="00223237">
        <w:t>Il n</w:t>
      </w:r>
      <w:r w:rsidR="00AB6DDF">
        <w:t>’</w:t>
      </w:r>
      <w:r w:rsidRPr="00223237">
        <w:t>y a rien à faire</w:t>
      </w:r>
      <w:r w:rsidR="00AB6DDF">
        <w:t xml:space="preserve">… </w:t>
      </w:r>
      <w:r w:rsidRPr="00223237">
        <w:t>à moins de recommencer ce que nous avons fait cette nuit</w:t>
      </w:r>
      <w:r w:rsidR="00AB6DDF">
        <w:t>…</w:t>
      </w:r>
    </w:p>
    <w:p w14:paraId="38D1F3C2" w14:textId="77777777" w:rsidR="00C83B26" w:rsidRDefault="002E19AC" w:rsidP="00C83B26">
      <w:pPr>
        <w:ind w:firstLine="0"/>
        <w:jc w:val="center"/>
      </w:pPr>
      <w:r w:rsidRPr="00C83B26">
        <w:t>ELLE</w:t>
      </w:r>
    </w:p>
    <w:p w14:paraId="1D6F3288" w14:textId="77777777" w:rsidR="00C83B26" w:rsidRDefault="002E19AC" w:rsidP="00C83B26">
      <w:r w:rsidRPr="00223237">
        <w:t>C</w:t>
      </w:r>
      <w:r w:rsidR="00AB6DDF">
        <w:t>’</w:t>
      </w:r>
      <w:r w:rsidRPr="00223237">
        <w:t>est très joli</w:t>
      </w:r>
      <w:r w:rsidR="00AB6DDF">
        <w:t xml:space="preserve">, </w:t>
      </w:r>
      <w:r w:rsidRPr="00223237">
        <w:t>mon ami</w:t>
      </w:r>
      <w:r w:rsidR="00AB6DDF">
        <w:t xml:space="preserve">, </w:t>
      </w:r>
      <w:r w:rsidRPr="00223237">
        <w:t>de plaisanter</w:t>
      </w:r>
      <w:r w:rsidR="00AB6DDF">
        <w:t xml:space="preserve">… </w:t>
      </w:r>
      <w:r w:rsidRPr="00223237">
        <w:t>et j</w:t>
      </w:r>
      <w:r w:rsidR="00AB6DDF">
        <w:t>’</w:t>
      </w:r>
      <w:r w:rsidRPr="00223237">
        <w:t>admire votre bonne humeur</w:t>
      </w:r>
      <w:r w:rsidR="00AB6DDF">
        <w:t xml:space="preserve">… </w:t>
      </w:r>
      <w:r w:rsidRPr="00223237">
        <w:t>mais vous conviendrez qu</w:t>
      </w:r>
      <w:r w:rsidR="00AB6DDF">
        <w:t>’</w:t>
      </w:r>
      <w:r w:rsidRPr="00223237">
        <w:t>il est peut-être temps</w:t>
      </w:r>
      <w:r w:rsidR="00AB6DDF">
        <w:t xml:space="preserve">, </w:t>
      </w:r>
      <w:r w:rsidRPr="00223237">
        <w:t>maintenant</w:t>
      </w:r>
      <w:r w:rsidR="00AB6DDF">
        <w:t xml:space="preserve">, </w:t>
      </w:r>
      <w:r w:rsidRPr="00223237">
        <w:t>d</w:t>
      </w:r>
      <w:r w:rsidR="00AB6DDF">
        <w:t>’</w:t>
      </w:r>
      <w:r w:rsidRPr="00223237">
        <w:t>examiner les moyens d</w:t>
      </w:r>
      <w:r w:rsidR="00AB6DDF">
        <w:t>’</w:t>
      </w:r>
      <w:r w:rsidRPr="00223237">
        <w:t>essayer d</w:t>
      </w:r>
      <w:r w:rsidR="00AB6DDF">
        <w:t>’</w:t>
      </w:r>
      <w:r w:rsidRPr="00223237">
        <w:t>arranger</w:t>
      </w:r>
      <w:r w:rsidR="00AB6DDF">
        <w:t>…</w:t>
      </w:r>
    </w:p>
    <w:p w14:paraId="619CB32F" w14:textId="77777777" w:rsidR="00C83B26" w:rsidRDefault="002E19AC" w:rsidP="00C83B26">
      <w:pPr>
        <w:ind w:firstLine="0"/>
        <w:jc w:val="center"/>
      </w:pPr>
      <w:r w:rsidRPr="00C83B26">
        <w:t>LUI</w:t>
      </w:r>
    </w:p>
    <w:p w14:paraId="4B454A12" w14:textId="77777777" w:rsidR="00C83B26" w:rsidRDefault="002E19AC" w:rsidP="00C83B26">
      <w:r w:rsidRPr="00223237">
        <w:t>D</w:t>
      </w:r>
      <w:r w:rsidR="00AB6DDF">
        <w:t>’</w:t>
      </w:r>
      <w:r w:rsidRPr="00223237">
        <w:t>arranger quoi</w:t>
      </w:r>
      <w:r w:rsidR="00AB6DDF">
        <w:t xml:space="preserve">, </w:t>
      </w:r>
      <w:r w:rsidRPr="00223237">
        <w:t>mon chéri</w:t>
      </w:r>
      <w:r w:rsidR="00AB6DDF">
        <w:t xml:space="preserve"> ?… </w:t>
      </w:r>
      <w:r w:rsidRPr="00223237">
        <w:t>Je vous dis qu</w:t>
      </w:r>
      <w:r w:rsidR="00AB6DDF">
        <w:t>’</w:t>
      </w:r>
      <w:r w:rsidRPr="00223237">
        <w:t>il n</w:t>
      </w:r>
      <w:r w:rsidR="00AB6DDF">
        <w:t>’</w:t>
      </w:r>
      <w:r w:rsidRPr="00223237">
        <w:t>y a rien à faire</w:t>
      </w:r>
      <w:r w:rsidR="00AB6DDF">
        <w:t xml:space="preserve">, </w:t>
      </w:r>
      <w:r w:rsidRPr="00223237">
        <w:t>croyez-moi donc</w:t>
      </w:r>
      <w:r w:rsidR="00AB6DDF">
        <w:t>.</w:t>
      </w:r>
    </w:p>
    <w:p w14:paraId="34675E5C" w14:textId="77777777" w:rsidR="00C83B26" w:rsidRDefault="002E19AC" w:rsidP="00C83B26">
      <w:pPr>
        <w:ind w:firstLine="0"/>
        <w:jc w:val="center"/>
      </w:pPr>
      <w:r w:rsidRPr="00C83B26">
        <w:t>ELLE</w:t>
      </w:r>
    </w:p>
    <w:p w14:paraId="00709669" w14:textId="77777777" w:rsidR="00C83B26" w:rsidRDefault="002E19AC" w:rsidP="00C83B26">
      <w:r w:rsidRPr="00223237">
        <w:t>Oh</w:t>
      </w:r>
      <w:r w:rsidR="00AB6DDF">
        <w:t xml:space="preserve"> ! </w:t>
      </w:r>
      <w:r w:rsidRPr="00223237">
        <w:t>voyons</w:t>
      </w:r>
      <w:r w:rsidR="00AB6DDF">
        <w:t xml:space="preserve">, </w:t>
      </w:r>
      <w:r w:rsidRPr="00223237">
        <w:t>ce n</w:t>
      </w:r>
      <w:r w:rsidR="00AB6DDF">
        <w:t>’</w:t>
      </w:r>
      <w:r w:rsidRPr="00223237">
        <w:t>est pas possible</w:t>
      </w:r>
      <w:r w:rsidR="00AB6DDF">
        <w:t xml:space="preserve"> !… </w:t>
      </w:r>
      <w:r w:rsidRPr="00223237">
        <w:t>Il faut que nous fa</w:t>
      </w:r>
      <w:r w:rsidRPr="00223237">
        <w:t>s</w:t>
      </w:r>
      <w:r w:rsidRPr="00223237">
        <w:t>sions tout au monde pour</w:t>
      </w:r>
      <w:r w:rsidR="00AB6DDF">
        <w:t xml:space="preserve">… </w:t>
      </w:r>
      <w:r w:rsidRPr="00223237">
        <w:t>pour</w:t>
      </w:r>
      <w:r w:rsidR="00AB6DDF">
        <w:t>…</w:t>
      </w:r>
    </w:p>
    <w:p w14:paraId="0F1F328A" w14:textId="77777777" w:rsidR="00C83B26" w:rsidRDefault="002E19AC" w:rsidP="00C83B26">
      <w:pPr>
        <w:ind w:firstLine="0"/>
        <w:jc w:val="center"/>
      </w:pPr>
      <w:r w:rsidRPr="00C83B26">
        <w:t>LUI</w:t>
      </w:r>
    </w:p>
    <w:p w14:paraId="22689672" w14:textId="77777777" w:rsidR="00C83B26" w:rsidRDefault="002E19AC" w:rsidP="00C83B26">
      <w:r w:rsidRPr="00223237">
        <w:t>Pour quoi</w:t>
      </w:r>
      <w:r w:rsidR="00AB6DDF">
        <w:t xml:space="preserve">, </w:t>
      </w:r>
      <w:r w:rsidRPr="00223237">
        <w:t>mon amour</w:t>
      </w:r>
      <w:r w:rsidR="00AB6DDF">
        <w:t xml:space="preserve"> ?… </w:t>
      </w:r>
      <w:r w:rsidRPr="00223237">
        <w:t>Je vous supplie d</w:t>
      </w:r>
      <w:r w:rsidR="00AB6DDF">
        <w:t>’</w:t>
      </w:r>
      <w:r w:rsidRPr="00223237">
        <w:t>examiner avec un peu de sang-froid</w:t>
      </w:r>
      <w:r w:rsidR="00AB6DDF">
        <w:t xml:space="preserve">… </w:t>
      </w:r>
      <w:r w:rsidRPr="00223237">
        <w:t>à défaut de bonne humeur</w:t>
      </w:r>
      <w:r w:rsidR="00AB6DDF">
        <w:t xml:space="preserve">… </w:t>
      </w:r>
      <w:r w:rsidRPr="00223237">
        <w:t>la situation dans laquelle nous nous trouvons</w:t>
      </w:r>
      <w:r w:rsidR="00AB6DDF">
        <w:t>…</w:t>
      </w:r>
    </w:p>
    <w:p w14:paraId="0940FFD3" w14:textId="77777777" w:rsidR="00C83B26" w:rsidRDefault="002E19AC" w:rsidP="00C83B26">
      <w:pPr>
        <w:ind w:firstLine="0"/>
        <w:jc w:val="center"/>
      </w:pPr>
      <w:r w:rsidRPr="00C83B26">
        <w:lastRenderedPageBreak/>
        <w:t>ELLE</w:t>
      </w:r>
    </w:p>
    <w:p w14:paraId="12BC20F8" w14:textId="77777777" w:rsidR="00C83B26" w:rsidRDefault="002E19AC" w:rsidP="00C83B26">
      <w:r w:rsidRPr="00223237">
        <w:t>Du sang-froid</w:t>
      </w:r>
      <w:r w:rsidR="00AB6DDF">
        <w:t> !</w:t>
      </w:r>
    </w:p>
    <w:p w14:paraId="5E574535" w14:textId="77777777" w:rsidR="00C83B26" w:rsidRDefault="002E19AC" w:rsidP="00C83B26">
      <w:pPr>
        <w:ind w:firstLine="0"/>
        <w:jc w:val="center"/>
      </w:pPr>
      <w:r w:rsidRPr="00C83B26">
        <w:t>LUI</w:t>
      </w:r>
    </w:p>
    <w:p w14:paraId="04EB42BD" w14:textId="77777777" w:rsidR="00C83B26" w:rsidRDefault="002E19AC" w:rsidP="00C83B26">
      <w:r w:rsidRPr="00223237">
        <w:t>Oui</w:t>
      </w:r>
      <w:r w:rsidR="00AB6DDF">
        <w:t xml:space="preserve">, </w:t>
      </w:r>
      <w:r w:rsidRPr="00223237">
        <w:t>mon chéri</w:t>
      </w:r>
      <w:r w:rsidR="00AB6DDF">
        <w:t xml:space="preserve">. </w:t>
      </w:r>
      <w:r w:rsidRPr="00223237">
        <w:t>Qu</w:t>
      </w:r>
      <w:r w:rsidR="00AB6DDF">
        <w:t>’</w:t>
      </w:r>
      <w:r w:rsidRPr="00223237">
        <w:t>est-ce que tu as dit en partant de chez toi</w:t>
      </w:r>
      <w:r w:rsidR="00AB6DDF">
        <w:t xml:space="preserve">, </w:t>
      </w:r>
      <w:r w:rsidRPr="00223237">
        <w:t>hier soir</w:t>
      </w:r>
      <w:r w:rsidR="00AB6DDF">
        <w:t xml:space="preserve">… </w:t>
      </w:r>
      <w:r w:rsidRPr="00223237">
        <w:t>car tu es partie de chez toi</w:t>
      </w:r>
      <w:r w:rsidR="00AB6DDF">
        <w:t xml:space="preserve">, </w:t>
      </w:r>
      <w:r w:rsidRPr="00223237">
        <w:t>hier soir</w:t>
      </w:r>
      <w:r w:rsidR="00AB6DDF">
        <w:t xml:space="preserve">… </w:t>
      </w:r>
      <w:r w:rsidRPr="00223237">
        <w:t>je t</w:t>
      </w:r>
      <w:r w:rsidR="00AB6DDF">
        <w:t>’</w:t>
      </w:r>
      <w:r w:rsidRPr="00223237">
        <w:t>adore</w:t>
      </w:r>
      <w:r w:rsidR="00AB6DDF">
        <w:t xml:space="preserve"> ! </w:t>
      </w:r>
      <w:r w:rsidRPr="00223237">
        <w:t>Qu</w:t>
      </w:r>
      <w:r w:rsidR="00AB6DDF">
        <w:t>’</w:t>
      </w:r>
      <w:r w:rsidRPr="00223237">
        <w:t>est-ce que tu as dit</w:t>
      </w:r>
      <w:r w:rsidR="00AB6DDF">
        <w:t xml:space="preserve">, </w:t>
      </w:r>
      <w:r w:rsidRPr="00223237">
        <w:t>hier soir</w:t>
      </w:r>
      <w:r w:rsidR="00AB6DDF">
        <w:t xml:space="preserve">, </w:t>
      </w:r>
      <w:r w:rsidRPr="00223237">
        <w:t>en partant de chez toi</w:t>
      </w:r>
      <w:r w:rsidR="00AB6DDF">
        <w:t> ?</w:t>
      </w:r>
    </w:p>
    <w:p w14:paraId="5859E6E3" w14:textId="77777777" w:rsidR="00C83B26" w:rsidRDefault="002E19AC" w:rsidP="00C83B26">
      <w:pPr>
        <w:ind w:firstLine="0"/>
        <w:jc w:val="center"/>
      </w:pPr>
      <w:r w:rsidRPr="00C83B26">
        <w:t>ELLE</w:t>
      </w:r>
    </w:p>
    <w:p w14:paraId="4B5F1101" w14:textId="77777777" w:rsidR="00C83B26" w:rsidRDefault="002E19AC" w:rsidP="00C83B26">
      <w:r w:rsidRPr="00223237">
        <w:t>J</w:t>
      </w:r>
      <w:r w:rsidR="00AB6DDF">
        <w:t>’</w:t>
      </w:r>
      <w:r w:rsidRPr="00223237">
        <w:t>ai dit à ma femme de chambre que j</w:t>
      </w:r>
      <w:r w:rsidR="00AB6DDF">
        <w:t>’</w:t>
      </w:r>
      <w:r w:rsidRPr="00223237">
        <w:t>allais chez He</w:t>
      </w:r>
      <w:r w:rsidRPr="00223237">
        <w:t>n</w:t>
      </w:r>
      <w:r w:rsidRPr="00223237">
        <w:t>riette</w:t>
      </w:r>
      <w:r w:rsidR="00AB6DDF">
        <w:t>…</w:t>
      </w:r>
    </w:p>
    <w:p w14:paraId="66BA4FAF" w14:textId="77777777" w:rsidR="00C83B26" w:rsidRDefault="002E19AC" w:rsidP="00C83B26">
      <w:pPr>
        <w:ind w:firstLine="0"/>
        <w:jc w:val="center"/>
      </w:pPr>
      <w:r w:rsidRPr="00C83B26">
        <w:t>LUI</w:t>
      </w:r>
    </w:p>
    <w:p w14:paraId="6EAF74A8" w14:textId="77777777" w:rsidR="00C83B26" w:rsidRDefault="002E19AC" w:rsidP="00C83B26">
      <w:r w:rsidRPr="00223237">
        <w:t>Bon</w:t>
      </w:r>
      <w:r w:rsidR="00AB6DDF">
        <w:t xml:space="preserve">, </w:t>
      </w:r>
      <w:r w:rsidRPr="00223237">
        <w:t>parfait</w:t>
      </w:r>
      <w:r w:rsidR="00AB6DDF">
        <w:t xml:space="preserve"> !… </w:t>
      </w:r>
      <w:r w:rsidRPr="00223237">
        <w:t>Ton mari est rentré à minuit et quart</w:t>
      </w:r>
      <w:r w:rsidR="00AB6DDF">
        <w:t xml:space="preserve">, </w:t>
      </w:r>
      <w:r w:rsidRPr="00223237">
        <w:t>m</w:t>
      </w:r>
      <w:r w:rsidRPr="00223237">
        <w:t>i</w:t>
      </w:r>
      <w:r w:rsidRPr="00223237">
        <w:t>nuit et demi</w:t>
      </w:r>
      <w:r w:rsidR="00AB6DDF">
        <w:t xml:space="preserve">, </w:t>
      </w:r>
      <w:r w:rsidRPr="00223237">
        <w:t>il a été surpris de ne pas te voir</w:t>
      </w:r>
      <w:r w:rsidR="00AB6DDF">
        <w:t>…</w:t>
      </w:r>
    </w:p>
    <w:p w14:paraId="1A4B331F" w14:textId="77777777" w:rsidR="00C83B26" w:rsidRDefault="002E19AC" w:rsidP="00C83B26">
      <w:pPr>
        <w:ind w:firstLine="0"/>
        <w:jc w:val="center"/>
      </w:pPr>
      <w:r w:rsidRPr="00C83B26">
        <w:t>ELLE</w:t>
      </w:r>
    </w:p>
    <w:p w14:paraId="3D1AE619" w14:textId="77777777" w:rsidR="00C83B26" w:rsidRDefault="002E19AC" w:rsidP="00C83B26">
      <w:r w:rsidRPr="00223237">
        <w:t>Oh</w:t>
      </w:r>
      <w:r w:rsidR="00AB6DDF">
        <w:t> !</w:t>
      </w:r>
    </w:p>
    <w:p w14:paraId="5324C667" w14:textId="77777777" w:rsidR="00C83B26" w:rsidRDefault="002E19AC" w:rsidP="00C83B26">
      <w:pPr>
        <w:ind w:firstLine="0"/>
        <w:jc w:val="center"/>
      </w:pPr>
      <w:r w:rsidRPr="00C83B26">
        <w:t>LUI</w:t>
      </w:r>
    </w:p>
    <w:p w14:paraId="4F7D0DEF" w14:textId="77777777" w:rsidR="00C83B26" w:rsidRDefault="002E19AC" w:rsidP="00C83B26">
      <w:r w:rsidRPr="00223237">
        <w:t>Il n</w:t>
      </w:r>
      <w:r w:rsidR="00AB6DDF">
        <w:t>’</w:t>
      </w:r>
      <w:r w:rsidRPr="00223237">
        <w:t>y a pas à lui en vouloir de ça</w:t>
      </w:r>
      <w:r w:rsidR="00AB6DDF">
        <w:t xml:space="preserve">… </w:t>
      </w:r>
      <w:r w:rsidRPr="00223237">
        <w:t>Il a dit à ta femme de chambre</w:t>
      </w:r>
      <w:r w:rsidR="00AB6DDF">
        <w:t> : « </w:t>
      </w:r>
      <w:r w:rsidRPr="00223237">
        <w:t>Hé bé</w:t>
      </w:r>
      <w:r w:rsidR="00AB6DDF">
        <w:t xml:space="preserve">, </w:t>
      </w:r>
      <w:r w:rsidRPr="00223237">
        <w:t>où est Madame</w:t>
      </w:r>
      <w:r w:rsidR="00AB6DDF">
        <w:t> ? »</w:t>
      </w:r>
    </w:p>
    <w:p w14:paraId="224E7426" w14:textId="77777777" w:rsidR="00C83B26" w:rsidRDefault="002E19AC" w:rsidP="00C83B26">
      <w:pPr>
        <w:ind w:firstLine="0"/>
        <w:jc w:val="center"/>
      </w:pPr>
      <w:r w:rsidRPr="00C83B26">
        <w:t>ELLE</w:t>
      </w:r>
    </w:p>
    <w:p w14:paraId="170F1225" w14:textId="77777777" w:rsidR="00C83B26" w:rsidRDefault="002E19AC" w:rsidP="00C83B26">
      <w:r w:rsidRPr="00223237">
        <w:t>Oh</w:t>
      </w:r>
      <w:r w:rsidR="00AB6DDF">
        <w:t> !</w:t>
      </w:r>
    </w:p>
    <w:p w14:paraId="50574334" w14:textId="77777777" w:rsidR="00C83B26" w:rsidRDefault="002E19AC" w:rsidP="00C83B26">
      <w:pPr>
        <w:ind w:firstLine="0"/>
        <w:jc w:val="center"/>
      </w:pPr>
      <w:r w:rsidRPr="00C83B26">
        <w:t>LUI</w:t>
      </w:r>
    </w:p>
    <w:p w14:paraId="02D245E4" w14:textId="77777777" w:rsidR="00C83B26" w:rsidRDefault="002E19AC" w:rsidP="00C83B26">
      <w:r w:rsidRPr="00223237">
        <w:t>Et ta femme de chambre lui a répondu que tu étais allée chez</w:t>
      </w:r>
      <w:r w:rsidR="00AB6DDF">
        <w:t>… ?</w:t>
      </w:r>
    </w:p>
    <w:p w14:paraId="5E05818E" w14:textId="77777777" w:rsidR="00C83B26" w:rsidRDefault="002E19AC" w:rsidP="00C83B26">
      <w:pPr>
        <w:ind w:firstLine="0"/>
        <w:jc w:val="center"/>
      </w:pPr>
      <w:r w:rsidRPr="00C83B26">
        <w:t>ELLE</w:t>
      </w:r>
    </w:p>
    <w:p w14:paraId="2903ECC1" w14:textId="77777777" w:rsidR="00C83B26" w:rsidRDefault="002E19AC" w:rsidP="00C83B26">
      <w:r w:rsidRPr="00223237">
        <w:lastRenderedPageBreak/>
        <w:t>Que j</w:t>
      </w:r>
      <w:r w:rsidR="00AB6DDF">
        <w:t>’</w:t>
      </w:r>
      <w:r w:rsidRPr="00223237">
        <w:t>étais allée chez Henriette</w:t>
      </w:r>
      <w:r w:rsidR="00AB6DDF">
        <w:t> !</w:t>
      </w:r>
    </w:p>
    <w:p w14:paraId="57629C8A" w14:textId="77777777" w:rsidR="00C83B26" w:rsidRDefault="002E19AC" w:rsidP="00C83B26">
      <w:pPr>
        <w:ind w:firstLine="0"/>
        <w:jc w:val="center"/>
      </w:pPr>
      <w:r w:rsidRPr="00C83B26">
        <w:t>LUI</w:t>
      </w:r>
    </w:p>
    <w:p w14:paraId="3F89978A" w14:textId="77777777" w:rsidR="00C83B26" w:rsidRDefault="002E19AC" w:rsidP="00C83B26">
      <w:r w:rsidRPr="00223237">
        <w:t>Alors</w:t>
      </w:r>
      <w:r w:rsidR="00AB6DDF">
        <w:t xml:space="preserve">, </w:t>
      </w:r>
      <w:r w:rsidRPr="00223237">
        <w:t>qu</w:t>
      </w:r>
      <w:r w:rsidR="00AB6DDF">
        <w:t>’</w:t>
      </w:r>
      <w:r w:rsidRPr="00223237">
        <w:t>est-ce qu</w:t>
      </w:r>
      <w:r w:rsidR="00AB6DDF">
        <w:t>’</w:t>
      </w:r>
      <w:r w:rsidRPr="00223237">
        <w:t>il a fait</w:t>
      </w:r>
      <w:r w:rsidR="00AB6DDF">
        <w:t xml:space="preserve">, </w:t>
      </w:r>
      <w:r w:rsidRPr="00223237">
        <w:t>lui</w:t>
      </w:r>
      <w:r w:rsidR="00AB6DDF">
        <w:t xml:space="preserve">, </w:t>
      </w:r>
      <w:r w:rsidRPr="00223237">
        <w:t>il a dû téléphoner à ton amie Henriette</w:t>
      </w:r>
      <w:r w:rsidR="00AB6DDF">
        <w:t>.</w:t>
      </w:r>
    </w:p>
    <w:p w14:paraId="132022C9" w14:textId="77777777" w:rsidR="00C83B26" w:rsidRDefault="002E19AC" w:rsidP="00C83B26">
      <w:pPr>
        <w:ind w:firstLine="0"/>
        <w:jc w:val="center"/>
      </w:pPr>
      <w:r w:rsidRPr="00C83B26">
        <w:t>ELLE</w:t>
      </w:r>
    </w:p>
    <w:p w14:paraId="6FCD1A34" w14:textId="77777777" w:rsidR="00C83B26" w:rsidRDefault="002E19AC" w:rsidP="00C83B26">
      <w:r w:rsidRPr="00223237">
        <w:t>Oh</w:t>
      </w:r>
      <w:r w:rsidR="00AB6DDF">
        <w:t xml:space="preserve"> ! </w:t>
      </w:r>
      <w:r w:rsidRPr="00223237">
        <w:t>Tu crois</w:t>
      </w:r>
      <w:r w:rsidR="00AB6DDF">
        <w:t> ?</w:t>
      </w:r>
    </w:p>
    <w:p w14:paraId="1FEAAB44" w14:textId="77777777" w:rsidR="00C83B26" w:rsidRDefault="002E19AC" w:rsidP="00C83B26">
      <w:pPr>
        <w:ind w:firstLine="0"/>
        <w:jc w:val="center"/>
      </w:pPr>
      <w:r w:rsidRPr="00C83B26">
        <w:t>LUI</w:t>
      </w:r>
    </w:p>
    <w:p w14:paraId="3C5CF1A7" w14:textId="77777777" w:rsidR="00C83B26" w:rsidRDefault="002E19AC" w:rsidP="00C83B26">
      <w:r w:rsidRPr="00223237">
        <w:t>Je le suppose</w:t>
      </w:r>
      <w:r w:rsidR="00AB6DDF">
        <w:t xml:space="preserve">… </w:t>
      </w:r>
      <w:r w:rsidRPr="00223237">
        <w:t>et Henriette</w:t>
      </w:r>
      <w:r w:rsidR="00AB6DDF">
        <w:t xml:space="preserve">, </w:t>
      </w:r>
      <w:r w:rsidRPr="00223237">
        <w:t>bêtement</w:t>
      </w:r>
      <w:r w:rsidR="00AB6DDF">
        <w:t xml:space="preserve">, </w:t>
      </w:r>
      <w:r w:rsidRPr="00223237">
        <w:t>lui a dit qu</w:t>
      </w:r>
      <w:r w:rsidR="00AB6DDF">
        <w:t>’</w:t>
      </w:r>
      <w:r w:rsidRPr="00223237">
        <w:t>elle ne t</w:t>
      </w:r>
      <w:r w:rsidR="00AB6DDF">
        <w:t>’</w:t>
      </w:r>
      <w:r w:rsidRPr="00223237">
        <w:t>avait pas vue de la soirée</w:t>
      </w:r>
      <w:r w:rsidR="00AB6DDF">
        <w:t>…</w:t>
      </w:r>
    </w:p>
    <w:p w14:paraId="6659E4CE" w14:textId="77777777" w:rsidR="00C83B26" w:rsidRDefault="002E19AC" w:rsidP="00C83B26">
      <w:pPr>
        <w:ind w:firstLine="0"/>
        <w:jc w:val="center"/>
      </w:pPr>
      <w:r w:rsidRPr="00C83B26">
        <w:t>ELLE</w:t>
      </w:r>
    </w:p>
    <w:p w14:paraId="510F0EAD" w14:textId="77777777" w:rsidR="00C83B26" w:rsidRDefault="002E19AC" w:rsidP="00C83B26">
      <w:r w:rsidRPr="00223237">
        <w:t>Oh</w:t>
      </w:r>
      <w:r w:rsidR="00AB6DDF">
        <w:t xml:space="preserve"> ! </w:t>
      </w:r>
      <w:r w:rsidRPr="00223237">
        <w:t>mon Dieu</w:t>
      </w:r>
      <w:r w:rsidR="00AB6DDF">
        <w:t xml:space="preserve">, </w:t>
      </w:r>
      <w:r w:rsidRPr="00223237">
        <w:t>mon Dieu</w:t>
      </w:r>
      <w:r w:rsidR="00AB6DDF">
        <w:t xml:space="preserve"> !… </w:t>
      </w:r>
      <w:r w:rsidRPr="00223237">
        <w:t>Alors qu</w:t>
      </w:r>
      <w:r w:rsidR="00AB6DDF">
        <w:t>’</w:t>
      </w:r>
      <w:r w:rsidRPr="00223237">
        <w:t>est-ce qu</w:t>
      </w:r>
      <w:r w:rsidR="00AB6DDF">
        <w:t>’</w:t>
      </w:r>
      <w:r w:rsidRPr="00223237">
        <w:t>il a dû faire</w:t>
      </w:r>
      <w:r w:rsidR="00AB6DDF">
        <w:t> ?</w:t>
      </w:r>
    </w:p>
    <w:p w14:paraId="711357B7" w14:textId="77777777" w:rsidR="00C83B26" w:rsidRDefault="002E19AC" w:rsidP="00C83B26">
      <w:pPr>
        <w:ind w:firstLine="0"/>
        <w:jc w:val="center"/>
      </w:pPr>
      <w:r w:rsidRPr="00C83B26">
        <w:t>LUI</w:t>
      </w:r>
    </w:p>
    <w:p w14:paraId="6E7CD698" w14:textId="77777777" w:rsidR="00C83B26" w:rsidRDefault="002E19AC" w:rsidP="00C83B26">
      <w:r w:rsidRPr="00223237">
        <w:t>Eh bien</w:t>
      </w:r>
      <w:r w:rsidR="00AB6DDF">
        <w:t xml:space="preserve">, </w:t>
      </w:r>
      <w:r w:rsidRPr="00223237">
        <w:t>mon amour</w:t>
      </w:r>
      <w:r w:rsidR="00AB6DDF">
        <w:t xml:space="preserve">, </w:t>
      </w:r>
      <w:r w:rsidRPr="00223237">
        <w:t>il a dû se mettre pendant une heure sur le balcon</w:t>
      </w:r>
      <w:r w:rsidR="00AB6DDF">
        <w:t xml:space="preserve">… </w:t>
      </w:r>
      <w:r w:rsidRPr="00223237">
        <w:t>le temps de chiper un rhume</w:t>
      </w:r>
      <w:r w:rsidR="00AB6DDF">
        <w:t xml:space="preserve">… </w:t>
      </w:r>
      <w:r w:rsidRPr="00223237">
        <w:t>et</w:t>
      </w:r>
      <w:r w:rsidR="00AB6DDF">
        <w:t xml:space="preserve">, </w:t>
      </w:r>
      <w:r w:rsidRPr="00223237">
        <w:t>au bout d</w:t>
      </w:r>
      <w:r w:rsidR="00AB6DDF">
        <w:t>’</w:t>
      </w:r>
      <w:r w:rsidRPr="00223237">
        <w:t>une heure</w:t>
      </w:r>
      <w:r w:rsidR="00AB6DDF">
        <w:t xml:space="preserve">, </w:t>
      </w:r>
      <w:r w:rsidRPr="00223237">
        <w:t>ou bien il s</w:t>
      </w:r>
      <w:r w:rsidR="00AB6DDF">
        <w:t>’</w:t>
      </w:r>
      <w:r w:rsidRPr="00223237">
        <w:t>est couché en disant avec l</w:t>
      </w:r>
      <w:r w:rsidR="00AB6DDF">
        <w:t>’</w:t>
      </w:r>
      <w:r w:rsidRPr="00223237">
        <w:t>accent du Midi</w:t>
      </w:r>
      <w:r w:rsidR="00AB6DDF">
        <w:t> : « </w:t>
      </w:r>
      <w:r w:rsidRPr="00223237">
        <w:t>Ça y est</w:t>
      </w:r>
      <w:r w:rsidR="00AB6DDF">
        <w:t xml:space="preserve">, </w:t>
      </w:r>
      <w:r w:rsidRPr="00223237">
        <w:t>je suis cocu</w:t>
      </w:r>
      <w:r w:rsidR="00AB6DDF">
        <w:t> !… »</w:t>
      </w:r>
    </w:p>
    <w:p w14:paraId="5B3AEB76" w14:textId="77777777" w:rsidR="00C83B26" w:rsidRDefault="002E19AC" w:rsidP="00C83B26">
      <w:pPr>
        <w:ind w:firstLine="0"/>
        <w:jc w:val="center"/>
      </w:pPr>
      <w:r w:rsidRPr="00C83B26">
        <w:t>ELLE</w:t>
      </w:r>
    </w:p>
    <w:p w14:paraId="727604D4" w14:textId="77777777" w:rsidR="00C83B26" w:rsidRDefault="002E19AC" w:rsidP="00C83B26">
      <w:r w:rsidRPr="00223237">
        <w:t>Oh</w:t>
      </w:r>
      <w:r w:rsidR="00AB6DDF">
        <w:t> !</w:t>
      </w:r>
    </w:p>
    <w:p w14:paraId="1B0BACE7" w14:textId="77777777" w:rsidR="00C83B26" w:rsidRDefault="002E19AC" w:rsidP="00C83B26">
      <w:pPr>
        <w:ind w:firstLine="0"/>
        <w:jc w:val="center"/>
      </w:pPr>
      <w:r w:rsidRPr="00C83B26">
        <w:t>LUI</w:t>
      </w:r>
    </w:p>
    <w:p w14:paraId="335820BF" w14:textId="77777777" w:rsidR="00C83B26" w:rsidRDefault="002E19AC" w:rsidP="00C83B26">
      <w:r w:rsidRPr="00223237">
        <w:t>Ce qui est absolument faux</w:t>
      </w:r>
      <w:r w:rsidR="00AB6DDF">
        <w:t xml:space="preserve">, </w:t>
      </w:r>
      <w:r w:rsidRPr="00223237">
        <w:t>n</w:t>
      </w:r>
      <w:r w:rsidR="00AB6DDF">
        <w:t>’</w:t>
      </w:r>
      <w:r w:rsidRPr="00223237">
        <w:t>est-ce pas</w:t>
      </w:r>
      <w:r w:rsidR="00AB6DDF">
        <w:t xml:space="preserve"> ?… </w:t>
      </w:r>
      <w:r w:rsidRPr="00223237">
        <w:t>Ou bien alors</w:t>
      </w:r>
      <w:r w:rsidR="00AB6DDF">
        <w:t xml:space="preserve">, </w:t>
      </w:r>
      <w:r w:rsidRPr="00223237">
        <w:t>il a téléphoné à tous les postes de police de Paris</w:t>
      </w:r>
      <w:r w:rsidR="00AB6DDF">
        <w:t>…</w:t>
      </w:r>
    </w:p>
    <w:p w14:paraId="60833C87" w14:textId="77777777" w:rsidR="00C83B26" w:rsidRDefault="002E19AC" w:rsidP="00C83B26">
      <w:pPr>
        <w:ind w:firstLine="0"/>
        <w:jc w:val="center"/>
      </w:pPr>
      <w:r w:rsidRPr="00C83B26">
        <w:t>ELLE</w:t>
      </w:r>
    </w:p>
    <w:p w14:paraId="4D4A723B" w14:textId="77777777" w:rsidR="00C83B26" w:rsidRDefault="002E19AC" w:rsidP="00C83B26">
      <w:r w:rsidRPr="00223237">
        <w:t>Oh</w:t>
      </w:r>
      <w:r w:rsidR="00AB6DDF">
        <w:t xml:space="preserve"> ! </w:t>
      </w:r>
      <w:r w:rsidRPr="00223237">
        <w:t>Le malheureux</w:t>
      </w:r>
      <w:r w:rsidR="00AB6DDF">
        <w:t> !</w:t>
      </w:r>
    </w:p>
    <w:p w14:paraId="5E073C29" w14:textId="77777777" w:rsidR="00C83B26" w:rsidRDefault="002E19AC" w:rsidP="00C83B26">
      <w:pPr>
        <w:ind w:firstLine="0"/>
        <w:jc w:val="center"/>
      </w:pPr>
      <w:r w:rsidRPr="00C83B26">
        <w:lastRenderedPageBreak/>
        <w:t>LUI</w:t>
      </w:r>
    </w:p>
    <w:p w14:paraId="33E82703" w14:textId="77777777" w:rsidR="00C83B26" w:rsidRDefault="002E19AC" w:rsidP="00C83B26">
      <w:r w:rsidRPr="00223237">
        <w:t>Et pourtant</w:t>
      </w:r>
      <w:r w:rsidR="00AB6DDF">
        <w:t xml:space="preserve">, </w:t>
      </w:r>
      <w:r w:rsidRPr="00223237">
        <w:t>remarque que ce qui lui est arrivé entre dix heures et onze heures du soir est bien plus épouvantable que ce qui lui est arrivé entre onze heures et huit heures du matin</w:t>
      </w:r>
      <w:r w:rsidR="00AB6DDF">
        <w:t> !</w:t>
      </w:r>
    </w:p>
    <w:p w14:paraId="23178868" w14:textId="77777777" w:rsidR="00C83B26" w:rsidRDefault="002E19AC" w:rsidP="00C83B26">
      <w:pPr>
        <w:ind w:firstLine="0"/>
        <w:jc w:val="center"/>
      </w:pPr>
      <w:r w:rsidRPr="00C83B26">
        <w:t>ELLE</w:t>
      </w:r>
    </w:p>
    <w:p w14:paraId="115C05DE" w14:textId="77777777" w:rsidR="00C83B26" w:rsidRDefault="002E19AC" w:rsidP="00C83B26">
      <w:r w:rsidRPr="00223237">
        <w:t>Comment cela</w:t>
      </w:r>
      <w:r w:rsidR="00AB6DDF">
        <w:t> ?</w:t>
      </w:r>
    </w:p>
    <w:p w14:paraId="1C658131" w14:textId="77777777" w:rsidR="00C83B26" w:rsidRDefault="002E19AC" w:rsidP="00C83B26">
      <w:pPr>
        <w:ind w:firstLine="0"/>
        <w:jc w:val="center"/>
      </w:pPr>
      <w:r w:rsidRPr="00C83B26">
        <w:t>LUI</w:t>
      </w:r>
    </w:p>
    <w:p w14:paraId="68BF5D22" w14:textId="77777777" w:rsidR="00C83B26" w:rsidRDefault="002E19AC" w:rsidP="00C83B26">
      <w:r w:rsidRPr="00223237">
        <w:t>Dame</w:t>
      </w:r>
      <w:r w:rsidR="00AB6DDF">
        <w:t xml:space="preserve">, </w:t>
      </w:r>
      <w:r w:rsidRPr="00223237">
        <w:t>si j</w:t>
      </w:r>
      <w:r w:rsidR="00AB6DDF">
        <w:t>’</w:t>
      </w:r>
      <w:r w:rsidRPr="00223237">
        <w:t>ai bonne mémoire</w:t>
      </w:r>
      <w:r w:rsidR="00AB6DDF">
        <w:t xml:space="preserve">, </w:t>
      </w:r>
      <w:r w:rsidRPr="00223237">
        <w:t>c</w:t>
      </w:r>
      <w:r w:rsidR="00AB6DDF">
        <w:t>’</w:t>
      </w:r>
      <w:r w:rsidRPr="00223237">
        <w:t>est entre dix heures et onze heures qu</w:t>
      </w:r>
      <w:r w:rsidR="00AB6DDF">
        <w:t>’</w:t>
      </w:r>
      <w:r w:rsidRPr="00223237">
        <w:t>un véritable malheur a frappé son front</w:t>
      </w:r>
      <w:r w:rsidR="00AB6DDF">
        <w:t xml:space="preserve">… </w:t>
      </w:r>
      <w:r w:rsidRPr="00223237">
        <w:t>et pourtant cet homme-là n</w:t>
      </w:r>
      <w:r w:rsidR="00AB6DDF">
        <w:t>’</w:t>
      </w:r>
      <w:r w:rsidRPr="00223237">
        <w:t>a commencé à s</w:t>
      </w:r>
      <w:r w:rsidR="00AB6DDF">
        <w:t>’</w:t>
      </w:r>
      <w:r w:rsidRPr="00223237">
        <w:t>inquiéter que vers minuit un quart</w:t>
      </w:r>
      <w:r w:rsidR="00AB6DDF">
        <w:t xml:space="preserve">… </w:t>
      </w:r>
      <w:r w:rsidRPr="00223237">
        <w:t>alors que nous dormions tous deux comme des anges</w:t>
      </w:r>
      <w:r w:rsidR="00AB6DDF">
        <w:t xml:space="preserve">. </w:t>
      </w:r>
      <w:r w:rsidRPr="00223237">
        <w:t>C</w:t>
      </w:r>
      <w:r w:rsidR="00AB6DDF">
        <w:t>’</w:t>
      </w:r>
      <w:r w:rsidRPr="00223237">
        <w:t>est tout de même curieux</w:t>
      </w:r>
      <w:r w:rsidR="00AB6DDF">
        <w:t> !</w:t>
      </w:r>
    </w:p>
    <w:p w14:paraId="04318FAF" w14:textId="77777777" w:rsidR="00C83B26" w:rsidRDefault="002E19AC" w:rsidP="00C83B26">
      <w:pPr>
        <w:ind w:firstLine="0"/>
        <w:jc w:val="center"/>
      </w:pPr>
      <w:r w:rsidRPr="00C83B26">
        <w:t>ELLE</w:t>
      </w:r>
    </w:p>
    <w:p w14:paraId="500B7958" w14:textId="77777777" w:rsidR="00C83B26" w:rsidRDefault="002E19AC" w:rsidP="00C83B26">
      <w:r w:rsidRPr="00223237">
        <w:t>Je vous trouve fantastique</w:t>
      </w:r>
      <w:r w:rsidR="00AB6DDF">
        <w:t xml:space="preserve">, </w:t>
      </w:r>
      <w:r w:rsidRPr="00223237">
        <w:t>vous savez</w:t>
      </w:r>
      <w:r w:rsidR="00AB6DDF">
        <w:t xml:space="preserve">, </w:t>
      </w:r>
      <w:r w:rsidRPr="00223237">
        <w:t>d</w:t>
      </w:r>
      <w:r w:rsidR="00AB6DDF">
        <w:t>’</w:t>
      </w:r>
      <w:r w:rsidRPr="00223237">
        <w:t>oser plaisanter dans un moment pareil</w:t>
      </w:r>
      <w:r w:rsidR="00AB6DDF">
        <w:t> !</w:t>
      </w:r>
    </w:p>
    <w:p w14:paraId="6B8D0301" w14:textId="77777777" w:rsidR="00C83B26" w:rsidRDefault="002E19AC" w:rsidP="00C83B26">
      <w:pPr>
        <w:ind w:firstLine="0"/>
        <w:jc w:val="center"/>
      </w:pPr>
      <w:r w:rsidRPr="00C83B26">
        <w:t>LUI</w:t>
      </w:r>
    </w:p>
    <w:p w14:paraId="29A19646" w14:textId="77777777" w:rsidR="00C83B26" w:rsidRDefault="002E19AC" w:rsidP="00C83B26">
      <w:r w:rsidRPr="00223237">
        <w:t>C</w:t>
      </w:r>
      <w:r w:rsidR="00AB6DDF">
        <w:t>’</w:t>
      </w:r>
      <w:r w:rsidRPr="00223237">
        <w:t>est que</w:t>
      </w:r>
      <w:r w:rsidR="00AB6DDF">
        <w:t xml:space="preserve">, </w:t>
      </w:r>
      <w:r w:rsidRPr="00223237">
        <w:t>je vais vous dire</w:t>
      </w:r>
      <w:r w:rsidR="00AB6DDF">
        <w:t xml:space="preserve">, </w:t>
      </w:r>
      <w:r w:rsidRPr="00223237">
        <w:t>nous ne sommes pas d</w:t>
      </w:r>
      <w:r w:rsidR="00AB6DDF">
        <w:t>’</w:t>
      </w:r>
      <w:r w:rsidRPr="00223237">
        <w:t>accord</w:t>
      </w:r>
      <w:r w:rsidR="00AB6DDF">
        <w:t xml:space="preserve">. </w:t>
      </w:r>
      <w:r w:rsidRPr="00223237">
        <w:t>Vous estimez qu</w:t>
      </w:r>
      <w:r w:rsidR="00AB6DDF">
        <w:t>’</w:t>
      </w:r>
      <w:r w:rsidRPr="00223237">
        <w:t>il vient de vous arriver un grand malheur</w:t>
      </w:r>
      <w:r w:rsidR="00AB6DDF">
        <w:t xml:space="preserve">… </w:t>
      </w:r>
      <w:r w:rsidRPr="00223237">
        <w:t>moi</w:t>
      </w:r>
      <w:r w:rsidR="00AB6DDF">
        <w:t xml:space="preserve">, </w:t>
      </w:r>
      <w:r w:rsidRPr="00223237">
        <w:t>j</w:t>
      </w:r>
      <w:r w:rsidR="00AB6DDF">
        <w:t>’</w:t>
      </w:r>
      <w:r w:rsidRPr="00223237">
        <w:t>e</w:t>
      </w:r>
      <w:r w:rsidRPr="00223237">
        <w:t>s</w:t>
      </w:r>
      <w:r w:rsidRPr="00223237">
        <w:t>time qu</w:t>
      </w:r>
      <w:r w:rsidR="00AB6DDF">
        <w:t>’</w:t>
      </w:r>
      <w:r w:rsidRPr="00223237">
        <w:t>un grand bonheur vient de nous arriver</w:t>
      </w:r>
      <w:r w:rsidR="00AB6DDF">
        <w:t> !</w:t>
      </w:r>
    </w:p>
    <w:p w14:paraId="4BF68DD2" w14:textId="77777777" w:rsidR="00C83B26" w:rsidRDefault="002E19AC" w:rsidP="00C83B26">
      <w:pPr>
        <w:ind w:firstLine="0"/>
        <w:jc w:val="center"/>
      </w:pPr>
      <w:r w:rsidRPr="00C83B26">
        <w:t>ELLE</w:t>
      </w:r>
    </w:p>
    <w:p w14:paraId="6BC8E560" w14:textId="77777777" w:rsidR="00C83B26" w:rsidRDefault="002E19AC" w:rsidP="00C83B26">
      <w:r w:rsidRPr="00223237">
        <w:t>Un grand bonheur</w:t>
      </w:r>
      <w:r w:rsidR="00AB6DDF">
        <w:t> ?</w:t>
      </w:r>
    </w:p>
    <w:p w14:paraId="4D2926FC" w14:textId="77777777" w:rsidR="00C83B26" w:rsidRDefault="002E19AC" w:rsidP="00C83B26">
      <w:pPr>
        <w:ind w:firstLine="0"/>
        <w:jc w:val="center"/>
      </w:pPr>
      <w:r w:rsidRPr="00C83B26">
        <w:t>LUI</w:t>
      </w:r>
    </w:p>
    <w:p w14:paraId="53628185" w14:textId="77777777" w:rsidR="00C83B26" w:rsidRDefault="002E19AC" w:rsidP="00C83B26">
      <w:r w:rsidRPr="00223237">
        <w:t>Mais oui</w:t>
      </w:r>
      <w:r w:rsidR="00AB6DDF">
        <w:t xml:space="preserve">. </w:t>
      </w:r>
      <w:r w:rsidRPr="00223237">
        <w:t>Écoutez-moi bien</w:t>
      </w:r>
      <w:r w:rsidR="00AB6DDF">
        <w:t xml:space="preserve">. </w:t>
      </w:r>
      <w:r w:rsidRPr="00223237">
        <w:t>Je vous jure que je ne l</w:t>
      </w:r>
      <w:r w:rsidR="00AB6DDF">
        <w:t>’</w:t>
      </w:r>
      <w:r w:rsidRPr="00223237">
        <w:t>ai pas fait exprès et que je ne me suis pas endormi volontairement</w:t>
      </w:r>
      <w:r w:rsidR="00AB6DDF">
        <w:t xml:space="preserve">… </w:t>
      </w:r>
      <w:r w:rsidRPr="00223237">
        <w:t>mais je vous jure que si j</w:t>
      </w:r>
      <w:r w:rsidR="00AB6DDF">
        <w:t>’</w:t>
      </w:r>
      <w:r w:rsidRPr="00223237">
        <w:t>avais pu souhaiter une chose</w:t>
      </w:r>
      <w:r w:rsidR="00AB6DDF">
        <w:t xml:space="preserve">… </w:t>
      </w:r>
      <w:r w:rsidRPr="00223237">
        <w:lastRenderedPageBreak/>
        <w:t>jamais</w:t>
      </w:r>
      <w:r w:rsidR="00AB6DDF">
        <w:t xml:space="preserve">, </w:t>
      </w:r>
      <w:r w:rsidRPr="00223237">
        <w:t>vous entendez</w:t>
      </w:r>
      <w:r w:rsidR="00AB6DDF">
        <w:t xml:space="preserve">, </w:t>
      </w:r>
      <w:r w:rsidRPr="00223237">
        <w:t>jamais je ne l</w:t>
      </w:r>
      <w:r w:rsidR="00AB6DDF">
        <w:t>’</w:t>
      </w:r>
      <w:r w:rsidRPr="00223237">
        <w:t>eusse souhaitée plus belle</w:t>
      </w:r>
      <w:r w:rsidR="00AB6DDF">
        <w:t xml:space="preserve">… </w:t>
      </w:r>
      <w:r w:rsidRPr="00223237">
        <w:t>plus complète</w:t>
      </w:r>
      <w:r w:rsidR="00AB6DDF">
        <w:t xml:space="preserve"> !… </w:t>
      </w:r>
      <w:r w:rsidRPr="00223237">
        <w:t>Comprenez donc que c</w:t>
      </w:r>
      <w:r w:rsidR="00AB6DDF">
        <w:t>’</w:t>
      </w:r>
      <w:r w:rsidRPr="00223237">
        <w:t>est irrémédiable</w:t>
      </w:r>
      <w:r w:rsidR="00AB6DDF">
        <w:t xml:space="preserve">… </w:t>
      </w:r>
      <w:r w:rsidRPr="00223237">
        <w:t>et qu</w:t>
      </w:r>
      <w:r w:rsidR="00AB6DDF">
        <w:t>’</w:t>
      </w:r>
      <w:r w:rsidRPr="00223237">
        <w:t>il n</w:t>
      </w:r>
      <w:r w:rsidR="00AB6DDF">
        <w:t>’</w:t>
      </w:r>
      <w:r w:rsidRPr="00223237">
        <w:t>y a rien à faire</w:t>
      </w:r>
      <w:r w:rsidR="00AB6DDF">
        <w:t> !</w:t>
      </w:r>
    </w:p>
    <w:p w14:paraId="452896BA" w14:textId="77777777" w:rsidR="00C83B26" w:rsidRDefault="002E19AC" w:rsidP="00C83B26">
      <w:pPr>
        <w:ind w:firstLine="0"/>
        <w:jc w:val="center"/>
      </w:pPr>
      <w:r w:rsidRPr="00C83B26">
        <w:t>ELLE</w:t>
      </w:r>
    </w:p>
    <w:p w14:paraId="33A015CE" w14:textId="77777777" w:rsidR="00C83B26" w:rsidRDefault="002E19AC" w:rsidP="00C83B26">
      <w:r w:rsidRPr="00223237">
        <w:t>Vraiment</w:t>
      </w:r>
      <w:r w:rsidR="00AB6DDF">
        <w:t xml:space="preserve"> ?… </w:t>
      </w:r>
      <w:r w:rsidRPr="00223237">
        <w:t>Eh bien</w:t>
      </w:r>
      <w:r w:rsidR="00AB6DDF">
        <w:t xml:space="preserve">, </w:t>
      </w:r>
      <w:r w:rsidRPr="00223237">
        <w:t>nous allons voir</w:t>
      </w:r>
      <w:r w:rsidR="00AB6DDF">
        <w:t xml:space="preserve"> ! </w:t>
      </w:r>
      <w:r w:rsidRPr="00223237">
        <w:t>Voulez-vous avoir la gentillesse de me passer un</w:t>
      </w:r>
      <w:r w:rsidR="00AB6DDF">
        <w:t>…</w:t>
      </w:r>
    </w:p>
    <w:p w14:paraId="5BAC6675" w14:textId="77777777" w:rsidR="00C83B26" w:rsidRDefault="002E19AC" w:rsidP="00C83B26">
      <w:pPr>
        <w:ind w:firstLine="0"/>
        <w:jc w:val="center"/>
      </w:pPr>
      <w:r w:rsidRPr="00C83B26">
        <w:t>LUI</w:t>
      </w:r>
    </w:p>
    <w:p w14:paraId="5425C875" w14:textId="77777777" w:rsidR="00C83B26" w:rsidRDefault="002E19AC" w:rsidP="00C83B26">
      <w:r w:rsidRPr="00223237">
        <w:t>Un quoi</w:t>
      </w:r>
      <w:r w:rsidR="00AB6DDF">
        <w:t xml:space="preserve">, </w:t>
      </w:r>
      <w:r w:rsidRPr="00223237">
        <w:t>mon amour</w:t>
      </w:r>
      <w:r w:rsidR="00AB6DDF">
        <w:t xml:space="preserve"> ? </w:t>
      </w:r>
      <w:r w:rsidRPr="00223237">
        <w:t>Je ne sais pas si j</w:t>
      </w:r>
      <w:r w:rsidR="00AB6DDF">
        <w:t>’</w:t>
      </w:r>
      <w:r w:rsidRPr="00223237">
        <w:t>en ai</w:t>
      </w:r>
      <w:r w:rsidR="00AB6DDF">
        <w:t>.</w:t>
      </w:r>
    </w:p>
    <w:p w14:paraId="28184B96" w14:textId="77777777" w:rsidR="00C83B26" w:rsidRDefault="002E19AC" w:rsidP="00C83B26">
      <w:pPr>
        <w:ind w:firstLine="0"/>
        <w:jc w:val="center"/>
      </w:pPr>
      <w:r w:rsidRPr="00C83B26">
        <w:t>ELLE</w:t>
      </w:r>
    </w:p>
    <w:p w14:paraId="14E47509" w14:textId="77777777" w:rsidR="00C83B26" w:rsidRDefault="002E19AC" w:rsidP="00C83B26">
      <w:r w:rsidRPr="00223237">
        <w:t>Un peignoir et des pantoufles</w:t>
      </w:r>
      <w:r w:rsidR="00AB6DDF">
        <w:t>…</w:t>
      </w:r>
    </w:p>
    <w:p w14:paraId="6502C512" w14:textId="77777777" w:rsidR="00C83B26" w:rsidRDefault="002E19AC" w:rsidP="00C83B26">
      <w:pPr>
        <w:ind w:firstLine="0"/>
        <w:jc w:val="center"/>
      </w:pPr>
      <w:r w:rsidRPr="00C83B26">
        <w:t>LUI</w:t>
      </w:r>
    </w:p>
    <w:p w14:paraId="15ADD253" w14:textId="77777777" w:rsidR="00C83B26" w:rsidRDefault="002E19AC" w:rsidP="00C83B26">
      <w:r w:rsidRPr="00223237">
        <w:t>Bien</w:t>
      </w:r>
      <w:r w:rsidR="00AB6DDF">
        <w:t xml:space="preserve">, </w:t>
      </w:r>
      <w:r w:rsidRPr="00223237">
        <w:t>mon trésor chéri</w:t>
      </w:r>
      <w:r w:rsidR="00AB6DDF">
        <w:t xml:space="preserve">. </w:t>
      </w:r>
      <w:r w:rsidR="00AB6DDF">
        <w:rPr>
          <w:i/>
          <w:iCs/>
        </w:rPr>
        <w:t>(</w:t>
      </w:r>
      <w:r w:rsidRPr="00223237">
        <w:rPr>
          <w:i/>
          <w:iCs/>
        </w:rPr>
        <w:t>Il fait ce qu</w:t>
      </w:r>
      <w:r w:rsidR="00AB6DDF">
        <w:rPr>
          <w:i/>
          <w:iCs/>
        </w:rPr>
        <w:t>’</w:t>
      </w:r>
      <w:r w:rsidRPr="00223237">
        <w:rPr>
          <w:i/>
          <w:iCs/>
        </w:rPr>
        <w:t>elle lui demande</w:t>
      </w:r>
      <w:r w:rsidR="00AB6DDF">
        <w:rPr>
          <w:i/>
          <w:iCs/>
        </w:rPr>
        <w:t xml:space="preserve">.) </w:t>
      </w:r>
      <w:r w:rsidRPr="00223237">
        <w:t>Mais je crains bien que mes peignoirs vous aillent aussi mal que mes chemises de nuit</w:t>
      </w:r>
      <w:r w:rsidR="00AB6DDF">
        <w:t> !</w:t>
      </w:r>
    </w:p>
    <w:p w14:paraId="382A3212" w14:textId="77777777" w:rsidR="00C83B26" w:rsidRDefault="002E19AC" w:rsidP="00C83B26">
      <w:pPr>
        <w:ind w:firstLine="0"/>
        <w:jc w:val="center"/>
      </w:pPr>
      <w:r w:rsidRPr="00C83B26">
        <w:t>ELLE</w:t>
      </w:r>
    </w:p>
    <w:p w14:paraId="4D6EEF15" w14:textId="77777777" w:rsidR="00C83B26" w:rsidRDefault="002E19AC" w:rsidP="00C83B26">
      <w:r w:rsidRPr="00223237">
        <w:t>Je me soucie fort peu d</w:t>
      </w:r>
      <w:r w:rsidR="00AB6DDF">
        <w:t>’</w:t>
      </w:r>
      <w:r w:rsidRPr="00223237">
        <w:t>élégance</w:t>
      </w:r>
      <w:r w:rsidR="00AB6DDF">
        <w:t xml:space="preserve">, </w:t>
      </w:r>
      <w:r w:rsidRPr="00223237">
        <w:t>en ce moment</w:t>
      </w:r>
      <w:r w:rsidR="00AB6DDF">
        <w:t xml:space="preserve">, </w:t>
      </w:r>
      <w:r w:rsidRPr="00223237">
        <w:t>je vous le jure</w:t>
      </w:r>
      <w:r w:rsidR="00AB6DDF">
        <w:t xml:space="preserve"> ! </w:t>
      </w:r>
      <w:r w:rsidR="00AB6DDF">
        <w:rPr>
          <w:i/>
          <w:iCs/>
        </w:rPr>
        <w:t>(</w:t>
      </w:r>
      <w:r w:rsidRPr="00223237">
        <w:rPr>
          <w:i/>
          <w:iCs/>
        </w:rPr>
        <w:t>Il lui passe le peignoir</w:t>
      </w:r>
      <w:r w:rsidR="00AB6DDF">
        <w:rPr>
          <w:i/>
          <w:iCs/>
        </w:rPr>
        <w:t>.)</w:t>
      </w:r>
    </w:p>
    <w:p w14:paraId="525262E7" w14:textId="77777777" w:rsidR="00C83B26" w:rsidRDefault="002E19AC" w:rsidP="00C83B26">
      <w:pPr>
        <w:ind w:firstLine="0"/>
        <w:jc w:val="center"/>
      </w:pPr>
      <w:r w:rsidRPr="00C83B26">
        <w:t>LUI</w:t>
      </w:r>
    </w:p>
    <w:p w14:paraId="1DE0E5B3" w14:textId="77777777" w:rsidR="00C83B26" w:rsidRDefault="002E19AC" w:rsidP="00C83B26">
      <w:r w:rsidRPr="00223237">
        <w:t>Bien</w:t>
      </w:r>
      <w:r w:rsidR="00AB6DDF">
        <w:t xml:space="preserve">, </w:t>
      </w:r>
      <w:r w:rsidRPr="00223237">
        <w:t>mon amour</w:t>
      </w:r>
      <w:r w:rsidR="00AB6DDF">
        <w:t xml:space="preserve">… </w:t>
      </w:r>
      <w:r w:rsidRPr="00223237">
        <w:t>Voici le peignoir</w:t>
      </w:r>
      <w:r w:rsidR="00AB6DDF">
        <w:t xml:space="preserve">… </w:t>
      </w:r>
      <w:r w:rsidRPr="00223237">
        <w:t>et voici les pa</w:t>
      </w:r>
      <w:r w:rsidRPr="00223237">
        <w:t>n</w:t>
      </w:r>
      <w:r w:rsidRPr="00223237">
        <w:t>toufles demandées</w:t>
      </w:r>
      <w:r w:rsidR="00AB6DDF">
        <w:t xml:space="preserve">. </w:t>
      </w:r>
      <w:r w:rsidRPr="00223237">
        <w:t>Une seule suffirait pour les deux pieds</w:t>
      </w:r>
      <w:r w:rsidR="00AB6DDF">
        <w:t xml:space="preserve">, </w:t>
      </w:r>
      <w:r w:rsidRPr="00223237">
        <w:t>d</w:t>
      </w:r>
      <w:r w:rsidR="00AB6DDF">
        <w:t>’</w:t>
      </w:r>
      <w:r w:rsidRPr="00223237">
        <w:t>ailleurs</w:t>
      </w:r>
      <w:r w:rsidR="00AB6DDF">
        <w:t>.</w:t>
      </w:r>
    </w:p>
    <w:p w14:paraId="2F696885" w14:textId="77777777" w:rsidR="00C83B26" w:rsidRDefault="002E19AC" w:rsidP="00C83B26">
      <w:pPr>
        <w:ind w:firstLine="0"/>
        <w:jc w:val="center"/>
      </w:pPr>
      <w:r w:rsidRPr="00C83B26">
        <w:t>ELLE</w:t>
      </w:r>
    </w:p>
    <w:p w14:paraId="75FFAE2B" w14:textId="77777777" w:rsidR="00C83B26" w:rsidRDefault="002E19AC" w:rsidP="00C83B26">
      <w:r w:rsidRPr="00223237">
        <w:t>Merci</w:t>
      </w:r>
      <w:r w:rsidR="00AB6DDF">
        <w:t>.</w:t>
      </w:r>
    </w:p>
    <w:p w14:paraId="0CE2364D" w14:textId="77777777" w:rsidR="00C83B26" w:rsidRDefault="002E19AC" w:rsidP="00C83B26">
      <w:pPr>
        <w:ind w:firstLine="0"/>
        <w:jc w:val="center"/>
      </w:pPr>
      <w:r w:rsidRPr="00C83B26">
        <w:t>LUI</w:t>
      </w:r>
    </w:p>
    <w:p w14:paraId="786B7A4E" w14:textId="77777777" w:rsidR="00C83B26" w:rsidRDefault="002E19AC" w:rsidP="00C83B26">
      <w:r w:rsidRPr="00223237">
        <w:lastRenderedPageBreak/>
        <w:t>Maintenant</w:t>
      </w:r>
      <w:r w:rsidR="00AB6DDF">
        <w:t xml:space="preserve">, </w:t>
      </w:r>
      <w:r w:rsidRPr="00223237">
        <w:t>si vous voulez bien vous glisser dans cette robe de chambre</w:t>
      </w:r>
      <w:r w:rsidR="00AB6DDF">
        <w:t xml:space="preserve">, </w:t>
      </w:r>
      <w:r w:rsidRPr="00223237">
        <w:t>nous verrons s</w:t>
      </w:r>
      <w:r w:rsidR="00AB6DDF">
        <w:t>’</w:t>
      </w:r>
      <w:r w:rsidRPr="00223237">
        <w:t>il n</w:t>
      </w:r>
      <w:r w:rsidR="00AB6DDF">
        <w:t>’</w:t>
      </w:r>
      <w:r w:rsidRPr="00223237">
        <w:t>y a pas quelques petites r</w:t>
      </w:r>
      <w:r w:rsidRPr="00223237">
        <w:t>e</w:t>
      </w:r>
      <w:r w:rsidRPr="00223237">
        <w:t>touches à y faire</w:t>
      </w:r>
      <w:r w:rsidR="00AB6DDF">
        <w:t xml:space="preserve">. </w:t>
      </w:r>
      <w:r w:rsidRPr="00223237">
        <w:t>Oh</w:t>
      </w:r>
      <w:r w:rsidR="00AB6DDF">
        <w:t xml:space="preserve"> ! </w:t>
      </w:r>
      <w:proofErr w:type="spellStart"/>
      <w:r w:rsidRPr="00223237">
        <w:t>Venez vous</w:t>
      </w:r>
      <w:proofErr w:type="spellEnd"/>
      <w:r w:rsidRPr="00223237">
        <w:t xml:space="preserve"> regarder dans une glace</w:t>
      </w:r>
      <w:r w:rsidR="00AB6DDF">
        <w:t xml:space="preserve">, </w:t>
      </w:r>
      <w:r w:rsidRPr="00223237">
        <w:t>je vous en prie</w:t>
      </w:r>
      <w:r w:rsidR="00AB6DDF">
        <w:t>…</w:t>
      </w:r>
    </w:p>
    <w:p w14:paraId="068C1275" w14:textId="77777777" w:rsidR="00C83B26" w:rsidRDefault="002E19AC" w:rsidP="00C83B26">
      <w:pPr>
        <w:ind w:firstLine="0"/>
        <w:jc w:val="center"/>
      </w:pPr>
      <w:r w:rsidRPr="00C83B26">
        <w:t>ELLE</w:t>
      </w:r>
    </w:p>
    <w:p w14:paraId="6AC9FBA9" w14:textId="77777777" w:rsidR="00C83B26" w:rsidRDefault="002E19AC" w:rsidP="00C83B26">
      <w:r w:rsidRPr="00223237">
        <w:t>Je n</w:t>
      </w:r>
      <w:r w:rsidR="00AB6DDF">
        <w:t>’</w:t>
      </w:r>
      <w:r w:rsidRPr="00223237">
        <w:t>ai pas envie de rire</w:t>
      </w:r>
      <w:r w:rsidR="00AB6DDF">
        <w:t xml:space="preserve">, </w:t>
      </w:r>
      <w:r w:rsidRPr="00223237">
        <w:t>moi</w:t>
      </w:r>
      <w:r w:rsidR="00AB6DDF">
        <w:t xml:space="preserve">, </w:t>
      </w:r>
      <w:r w:rsidRPr="00223237">
        <w:t>vous savez</w:t>
      </w:r>
      <w:r w:rsidR="00AB6DDF">
        <w:t>…</w:t>
      </w:r>
    </w:p>
    <w:p w14:paraId="5F02D60E" w14:textId="77777777" w:rsidR="00C83B26" w:rsidRDefault="002E19AC" w:rsidP="00C83B26">
      <w:pPr>
        <w:ind w:firstLine="0"/>
        <w:jc w:val="center"/>
      </w:pPr>
      <w:r w:rsidRPr="00C83B26">
        <w:t>LUI</w:t>
      </w:r>
    </w:p>
    <w:p w14:paraId="06F83547" w14:textId="77777777" w:rsidR="00C83B26" w:rsidRDefault="002E19AC" w:rsidP="00C83B26">
      <w:r w:rsidRPr="00223237">
        <w:t>Quel dommage</w:t>
      </w:r>
      <w:r w:rsidR="00AB6DDF">
        <w:t xml:space="preserve"> !… </w:t>
      </w:r>
      <w:r w:rsidRPr="00223237">
        <w:t>Mon Dieu</w:t>
      </w:r>
      <w:r w:rsidR="00AB6DDF">
        <w:t xml:space="preserve">, </w:t>
      </w:r>
      <w:r w:rsidRPr="00223237">
        <w:t>que vous ririez</w:t>
      </w:r>
      <w:r w:rsidR="00AB6DDF">
        <w:t xml:space="preserve">, </w:t>
      </w:r>
      <w:r w:rsidRPr="00223237">
        <w:t>si vous aviez envie de rire</w:t>
      </w:r>
      <w:r w:rsidR="00AB6DDF">
        <w:t xml:space="preserve"> !… </w:t>
      </w:r>
      <w:r w:rsidRPr="00223237">
        <w:t>Enfin</w:t>
      </w:r>
      <w:r w:rsidR="00AB6DDF">
        <w:t xml:space="preserve">, </w:t>
      </w:r>
      <w:r w:rsidRPr="00223237">
        <w:t>je vais attendre</w:t>
      </w:r>
      <w:r w:rsidR="00AB6DDF">
        <w:t xml:space="preserve"> – </w:t>
      </w:r>
      <w:r w:rsidRPr="00223237">
        <w:t>je vais attendre que vous ayez compris ce que notre aventure</w:t>
      </w:r>
      <w:r w:rsidR="00AB6DDF">
        <w:t xml:space="preserve">… </w:t>
      </w:r>
      <w:r w:rsidRPr="00223237">
        <w:t>a de divin dans sa f</w:t>
      </w:r>
      <w:r w:rsidRPr="00223237">
        <w:t>a</w:t>
      </w:r>
      <w:r w:rsidRPr="00223237">
        <w:t>talité</w:t>
      </w:r>
      <w:r w:rsidR="00AB6DDF">
        <w:t>.</w:t>
      </w:r>
    </w:p>
    <w:p w14:paraId="2ACC5445" w14:textId="77777777" w:rsidR="00C83B26" w:rsidRDefault="002E19AC" w:rsidP="00C83B26">
      <w:pPr>
        <w:ind w:firstLine="0"/>
        <w:jc w:val="center"/>
      </w:pPr>
      <w:r w:rsidRPr="00C83B26">
        <w:t>ELLE</w:t>
      </w:r>
    </w:p>
    <w:p w14:paraId="7FA4AE32" w14:textId="77777777" w:rsidR="00C83B26" w:rsidRDefault="002E19AC" w:rsidP="00C83B26">
      <w:r w:rsidRPr="00223237">
        <w:t>Vous attendrez longtemps</w:t>
      </w:r>
      <w:r w:rsidR="00AB6DDF">
        <w:t xml:space="preserve"> ! </w:t>
      </w:r>
      <w:r w:rsidR="00AB6DDF">
        <w:rPr>
          <w:i/>
          <w:iCs/>
        </w:rPr>
        <w:t>(</w:t>
      </w:r>
      <w:r w:rsidRPr="00223237">
        <w:rPr>
          <w:i/>
          <w:iCs/>
        </w:rPr>
        <w:t>Elle va pour décrocher le r</w:t>
      </w:r>
      <w:r w:rsidRPr="00223237">
        <w:rPr>
          <w:i/>
          <w:iCs/>
        </w:rPr>
        <w:t>é</w:t>
      </w:r>
      <w:r w:rsidRPr="00223237">
        <w:rPr>
          <w:i/>
          <w:iCs/>
        </w:rPr>
        <w:t>cepteur du téléphone</w:t>
      </w:r>
      <w:r w:rsidR="00AB6DDF">
        <w:rPr>
          <w:i/>
          <w:iCs/>
        </w:rPr>
        <w:t>.)</w:t>
      </w:r>
    </w:p>
    <w:p w14:paraId="1D423208" w14:textId="77777777" w:rsidR="00C83B26" w:rsidRDefault="002E19AC" w:rsidP="00C83B26">
      <w:pPr>
        <w:ind w:firstLine="0"/>
        <w:jc w:val="center"/>
      </w:pPr>
      <w:r w:rsidRPr="00C83B26">
        <w:t>LUI</w:t>
      </w:r>
      <w:r w:rsidR="00AB6DDF" w:rsidRPr="00C83B26">
        <w:t xml:space="preserve">, </w:t>
      </w:r>
      <w:r w:rsidRPr="00C83B26">
        <w:rPr>
          <w:i/>
        </w:rPr>
        <w:t>l</w:t>
      </w:r>
      <w:r w:rsidR="00AB6DDF" w:rsidRPr="00C83B26">
        <w:rPr>
          <w:i/>
        </w:rPr>
        <w:t>’</w:t>
      </w:r>
      <w:r w:rsidRPr="00C83B26">
        <w:rPr>
          <w:i/>
          <w:iCs/>
        </w:rPr>
        <w:t>arrêtant</w:t>
      </w:r>
    </w:p>
    <w:p w14:paraId="292323C1" w14:textId="77777777" w:rsidR="00C83B26" w:rsidRDefault="002E19AC" w:rsidP="00C83B26">
      <w:r w:rsidRPr="00223237">
        <w:t>Qu</w:t>
      </w:r>
      <w:r w:rsidR="00AB6DDF">
        <w:t>’</w:t>
      </w:r>
      <w:r w:rsidRPr="00223237">
        <w:t>est-ce que vous faites</w:t>
      </w:r>
      <w:r w:rsidR="00AB6DDF">
        <w:t> ?</w:t>
      </w:r>
    </w:p>
    <w:p w14:paraId="024C64E4" w14:textId="77777777" w:rsidR="00C83B26" w:rsidRDefault="002E19AC" w:rsidP="00C83B26">
      <w:pPr>
        <w:ind w:firstLine="0"/>
        <w:jc w:val="center"/>
      </w:pPr>
      <w:r w:rsidRPr="00C83B26">
        <w:t>ELLE</w:t>
      </w:r>
    </w:p>
    <w:p w14:paraId="41B916CD" w14:textId="77777777" w:rsidR="00C83B26" w:rsidRDefault="002E19AC" w:rsidP="00C83B26">
      <w:r w:rsidRPr="00223237">
        <w:t>Je vais téléphoner chez moi</w:t>
      </w:r>
      <w:r w:rsidR="00AB6DDF">
        <w:t>…</w:t>
      </w:r>
    </w:p>
    <w:p w14:paraId="1AFE00AD" w14:textId="77777777" w:rsidR="00C83B26" w:rsidRDefault="002E19AC" w:rsidP="00C83B26">
      <w:pPr>
        <w:ind w:firstLine="0"/>
        <w:jc w:val="center"/>
      </w:pPr>
      <w:r w:rsidRPr="00C83B26">
        <w:t>LUI</w:t>
      </w:r>
    </w:p>
    <w:p w14:paraId="6EC4B9FD" w14:textId="77777777" w:rsidR="00C83B26" w:rsidRDefault="002E19AC" w:rsidP="00C83B26">
      <w:r w:rsidRPr="00223237">
        <w:t>Pour quoi faire</w:t>
      </w:r>
      <w:r w:rsidR="00AB6DDF">
        <w:t xml:space="preserve"> ?… </w:t>
      </w:r>
      <w:r w:rsidRPr="00223237">
        <w:t>Pour que votre mari vous demande d</w:t>
      </w:r>
      <w:r w:rsidR="00AB6DDF">
        <w:t>’</w:t>
      </w:r>
      <w:r w:rsidRPr="00223237">
        <w:t>où vous lui téléphonez</w:t>
      </w:r>
      <w:r w:rsidR="00AB6DDF">
        <w:t xml:space="preserve"> ?… </w:t>
      </w:r>
      <w:r w:rsidRPr="00223237">
        <w:t>Oh</w:t>
      </w:r>
      <w:r w:rsidR="00AB6DDF">
        <w:t xml:space="preserve"> ! </w:t>
      </w:r>
      <w:r w:rsidRPr="00223237">
        <w:t>Non</w:t>
      </w:r>
      <w:r w:rsidR="00AB6DDF">
        <w:t xml:space="preserve">, </w:t>
      </w:r>
      <w:r w:rsidRPr="00223237">
        <w:t>ne faites pas une bêtise p</w:t>
      </w:r>
      <w:r w:rsidRPr="00223237">
        <w:t>a</w:t>
      </w:r>
      <w:r w:rsidRPr="00223237">
        <w:t>reille</w:t>
      </w:r>
      <w:r w:rsidR="00AB6DDF">
        <w:t>.</w:t>
      </w:r>
    </w:p>
    <w:p w14:paraId="46C6B3C0" w14:textId="77777777" w:rsidR="00C83B26" w:rsidRDefault="002E19AC" w:rsidP="00C83B26">
      <w:pPr>
        <w:ind w:firstLine="0"/>
        <w:jc w:val="center"/>
      </w:pPr>
      <w:r w:rsidRPr="00C83B26">
        <w:t>ELLE</w:t>
      </w:r>
    </w:p>
    <w:p w14:paraId="75623EEA" w14:textId="77777777" w:rsidR="00C83B26" w:rsidRDefault="002E19AC" w:rsidP="00C83B26">
      <w:r w:rsidRPr="00223237">
        <w:t>Une bêtise</w:t>
      </w:r>
      <w:r w:rsidR="00AB6DDF">
        <w:t> ?</w:t>
      </w:r>
    </w:p>
    <w:p w14:paraId="134FD50D" w14:textId="77777777" w:rsidR="00C83B26" w:rsidRDefault="002E19AC" w:rsidP="00C83B26">
      <w:pPr>
        <w:ind w:firstLine="0"/>
        <w:jc w:val="center"/>
      </w:pPr>
      <w:r w:rsidRPr="00C83B26">
        <w:t>LUI</w:t>
      </w:r>
    </w:p>
    <w:p w14:paraId="243E7B91" w14:textId="77777777" w:rsidR="00C83B26" w:rsidRDefault="002E19AC" w:rsidP="00C83B26">
      <w:r w:rsidRPr="00223237">
        <w:lastRenderedPageBreak/>
        <w:t>Oui</w:t>
      </w:r>
      <w:r w:rsidR="00AB6DDF">
        <w:t xml:space="preserve">, </w:t>
      </w:r>
      <w:r w:rsidRPr="00223237">
        <w:t>une bêtise</w:t>
      </w:r>
      <w:r w:rsidR="00AB6DDF">
        <w:t xml:space="preserve">, </w:t>
      </w:r>
      <w:r w:rsidRPr="00223237">
        <w:t>mon amour</w:t>
      </w:r>
      <w:r w:rsidR="00AB6DDF">
        <w:t xml:space="preserve">… </w:t>
      </w:r>
      <w:r w:rsidRPr="00223237">
        <w:t>Affolez-vous</w:t>
      </w:r>
      <w:r w:rsidR="00AB6DDF">
        <w:t xml:space="preserve">, </w:t>
      </w:r>
      <w:r w:rsidRPr="00223237">
        <w:t>mais sur place</w:t>
      </w:r>
      <w:r w:rsidR="00AB6DDF">
        <w:t xml:space="preserve">… </w:t>
      </w:r>
      <w:r w:rsidRPr="00223237">
        <w:t>ne faites rien</w:t>
      </w:r>
      <w:r w:rsidR="00AB6DDF">
        <w:t xml:space="preserve"> !… </w:t>
      </w:r>
      <w:r w:rsidRPr="00223237">
        <w:t>Téléphoner chez vous</w:t>
      </w:r>
      <w:r w:rsidR="00AB6DDF">
        <w:t xml:space="preserve"> ! </w:t>
      </w:r>
      <w:r w:rsidR="00AB6DDF">
        <w:rPr>
          <w:i/>
          <w:iCs/>
        </w:rPr>
        <w:t>(</w:t>
      </w:r>
      <w:r w:rsidRPr="00223237">
        <w:rPr>
          <w:i/>
          <w:iCs/>
        </w:rPr>
        <w:t>Un temps</w:t>
      </w:r>
      <w:r w:rsidR="00AB6DDF">
        <w:rPr>
          <w:i/>
          <w:iCs/>
        </w:rPr>
        <w:t xml:space="preserve">.) </w:t>
      </w:r>
      <w:r w:rsidRPr="00223237">
        <w:t>Écoutez</w:t>
      </w:r>
      <w:r w:rsidR="00AB6DDF">
        <w:t xml:space="preserve">… </w:t>
      </w:r>
      <w:r w:rsidRPr="00223237">
        <w:t>Écoutez</w:t>
      </w:r>
      <w:r w:rsidR="00AB6DDF">
        <w:t>…</w:t>
      </w:r>
    </w:p>
    <w:p w14:paraId="71F94278" w14:textId="77777777" w:rsidR="00C83B26" w:rsidRDefault="002E19AC" w:rsidP="00C83B26">
      <w:pPr>
        <w:ind w:firstLine="0"/>
        <w:jc w:val="center"/>
      </w:pPr>
      <w:r w:rsidRPr="00C83B26">
        <w:t>ELLE</w:t>
      </w:r>
    </w:p>
    <w:p w14:paraId="4E097145" w14:textId="77777777" w:rsidR="00C83B26" w:rsidRDefault="002E19AC" w:rsidP="00C83B26">
      <w:r w:rsidRPr="00223237">
        <w:t>Quoi</w:t>
      </w:r>
      <w:r w:rsidR="00AB6DDF">
        <w:t> ?</w:t>
      </w:r>
    </w:p>
    <w:p w14:paraId="7358D603" w14:textId="77777777" w:rsidR="00C83B26" w:rsidRDefault="002E19AC" w:rsidP="00C83B26">
      <w:pPr>
        <w:ind w:firstLine="0"/>
        <w:jc w:val="center"/>
      </w:pPr>
      <w:r w:rsidRPr="00C83B26">
        <w:t>LUI</w:t>
      </w:r>
    </w:p>
    <w:p w14:paraId="3A4D0FB9" w14:textId="77777777" w:rsidR="00C83B26" w:rsidRDefault="002E19AC" w:rsidP="00C83B26">
      <w:r w:rsidRPr="00223237">
        <w:t>Écoutez</w:t>
      </w:r>
      <w:r w:rsidR="00AB6DDF">
        <w:t>…</w:t>
      </w:r>
    </w:p>
    <w:p w14:paraId="5AFDE2D9" w14:textId="77777777" w:rsidR="00C83B26" w:rsidRDefault="002E19AC" w:rsidP="00C83B26">
      <w:pPr>
        <w:ind w:firstLine="0"/>
        <w:jc w:val="center"/>
      </w:pPr>
      <w:r w:rsidRPr="00C83B26">
        <w:t>ELLE</w:t>
      </w:r>
    </w:p>
    <w:p w14:paraId="37D9F83B" w14:textId="77777777" w:rsidR="00C83B26" w:rsidRDefault="002E19AC" w:rsidP="00C83B26">
      <w:r w:rsidRPr="00223237">
        <w:t>Eh</w:t>
      </w:r>
      <w:r w:rsidR="00AB6DDF">
        <w:t xml:space="preserve"> ! </w:t>
      </w:r>
      <w:r w:rsidRPr="00223237">
        <w:t>Bien</w:t>
      </w:r>
      <w:r w:rsidR="00AB6DDF">
        <w:t xml:space="preserve">, </w:t>
      </w:r>
      <w:r w:rsidRPr="00223237">
        <w:t>oui</w:t>
      </w:r>
      <w:r w:rsidR="00AB6DDF">
        <w:t xml:space="preserve">, </w:t>
      </w:r>
      <w:r w:rsidRPr="00223237">
        <w:t>j</w:t>
      </w:r>
      <w:r w:rsidR="00AB6DDF">
        <w:t>’</w:t>
      </w:r>
      <w:r w:rsidRPr="00223237">
        <w:t>écoute</w:t>
      </w:r>
      <w:r w:rsidR="00AB6DDF">
        <w:t>.</w:t>
      </w:r>
    </w:p>
    <w:p w14:paraId="7923EC78" w14:textId="77777777" w:rsidR="00C83B26" w:rsidRDefault="002E19AC" w:rsidP="00C83B26">
      <w:pPr>
        <w:ind w:firstLine="0"/>
        <w:jc w:val="center"/>
      </w:pPr>
      <w:r w:rsidRPr="00C83B26">
        <w:t>LUI</w:t>
      </w:r>
    </w:p>
    <w:p w14:paraId="431C55EE" w14:textId="77777777" w:rsidR="00C83B26" w:rsidRDefault="002E19AC" w:rsidP="00C83B26">
      <w:r w:rsidRPr="00223237">
        <w:t>Je vous demande pardon</w:t>
      </w:r>
      <w:r w:rsidR="00AB6DDF">
        <w:t xml:space="preserve">, </w:t>
      </w:r>
      <w:r w:rsidRPr="00223237">
        <w:t>je réfléchis</w:t>
      </w:r>
      <w:r w:rsidR="00AB6DDF">
        <w:t xml:space="preserve">… </w:t>
      </w:r>
      <w:r w:rsidRPr="00223237">
        <w:t>Écoutez</w:t>
      </w:r>
      <w:r w:rsidR="00AB6DDF">
        <w:t xml:space="preserve">… </w:t>
      </w:r>
      <w:r w:rsidRPr="00223237">
        <w:t>il vous reste peut-être une chance</w:t>
      </w:r>
      <w:r w:rsidR="00AB6DDF">
        <w:t xml:space="preserve">… </w:t>
      </w:r>
      <w:r w:rsidRPr="00223237">
        <w:t>d</w:t>
      </w:r>
      <w:r w:rsidR="00AB6DDF">
        <w:t>’</w:t>
      </w:r>
      <w:r w:rsidRPr="00223237">
        <w:t>arranger tout</w:t>
      </w:r>
      <w:r w:rsidR="00AB6DDF">
        <w:t>…</w:t>
      </w:r>
    </w:p>
    <w:p w14:paraId="3791FE29" w14:textId="77777777" w:rsidR="00C83B26" w:rsidRDefault="002E19AC" w:rsidP="00C83B26">
      <w:pPr>
        <w:ind w:firstLine="0"/>
        <w:jc w:val="center"/>
      </w:pPr>
      <w:r w:rsidRPr="00C83B26">
        <w:t>ELLE</w:t>
      </w:r>
    </w:p>
    <w:p w14:paraId="2EAA74D1" w14:textId="77777777" w:rsidR="00C83B26" w:rsidRDefault="002E19AC" w:rsidP="00C83B26">
      <w:r w:rsidRPr="00223237">
        <w:t>Laquelle</w:t>
      </w:r>
      <w:r w:rsidR="00AB6DDF">
        <w:t> ?</w:t>
      </w:r>
    </w:p>
    <w:p w14:paraId="0C568ED1" w14:textId="77777777" w:rsidR="00C83B26" w:rsidRDefault="002E19AC" w:rsidP="00C83B26">
      <w:pPr>
        <w:ind w:firstLine="0"/>
        <w:jc w:val="center"/>
      </w:pPr>
      <w:r w:rsidRPr="00C83B26">
        <w:t>LUI</w:t>
      </w:r>
    </w:p>
    <w:p w14:paraId="09A3E71D" w14:textId="77777777" w:rsidR="00C83B26" w:rsidRDefault="002E19AC" w:rsidP="00C83B26">
      <w:r w:rsidRPr="00223237">
        <w:t>Je dis une chance pour vous faire plaisir</w:t>
      </w:r>
      <w:r w:rsidR="00AB6DDF">
        <w:t xml:space="preserve">… </w:t>
      </w:r>
      <w:r w:rsidRPr="00223237">
        <w:t>parce que je vous vois tellement affolée</w:t>
      </w:r>
      <w:r w:rsidR="00AB6DDF">
        <w:t>…</w:t>
      </w:r>
    </w:p>
    <w:p w14:paraId="64E2F884" w14:textId="77777777" w:rsidR="00C83B26" w:rsidRDefault="002E19AC" w:rsidP="00C83B26">
      <w:pPr>
        <w:ind w:firstLine="0"/>
        <w:jc w:val="center"/>
      </w:pPr>
      <w:r w:rsidRPr="00C83B26">
        <w:t>ELLE</w:t>
      </w:r>
    </w:p>
    <w:p w14:paraId="22D5B1C2" w14:textId="77777777" w:rsidR="00C83B26" w:rsidRDefault="002E19AC" w:rsidP="00C83B26">
      <w:r w:rsidRPr="00223237">
        <w:t>Quelle chance</w:t>
      </w:r>
      <w:r w:rsidR="00AB6DDF">
        <w:t xml:space="preserve"> ?… </w:t>
      </w:r>
      <w:r w:rsidRPr="00223237">
        <w:t>Dites vite</w:t>
      </w:r>
      <w:r w:rsidR="00AB6DDF">
        <w:t> !</w:t>
      </w:r>
    </w:p>
    <w:p w14:paraId="5AAED9B0" w14:textId="77777777" w:rsidR="00C83B26" w:rsidRDefault="002E19AC" w:rsidP="00C83B26">
      <w:pPr>
        <w:ind w:firstLine="0"/>
        <w:jc w:val="center"/>
      </w:pPr>
      <w:r w:rsidRPr="00C83B26">
        <w:t>LUI</w:t>
      </w:r>
    </w:p>
    <w:p w14:paraId="7E60174D" w14:textId="77777777" w:rsidR="00C83B26" w:rsidRDefault="002E19AC" w:rsidP="00C83B26">
      <w:r w:rsidRPr="00223237">
        <w:t>Eh</w:t>
      </w:r>
      <w:r w:rsidR="00AB6DDF">
        <w:t xml:space="preserve"> ! </w:t>
      </w:r>
      <w:r w:rsidRPr="00223237">
        <w:t>Bien</w:t>
      </w:r>
      <w:r w:rsidR="00AB6DDF">
        <w:t xml:space="preserve">, </w:t>
      </w:r>
      <w:r w:rsidRPr="00223237">
        <w:t>à mon avis</w:t>
      </w:r>
      <w:r w:rsidR="00AB6DDF">
        <w:t xml:space="preserve">, </w:t>
      </w:r>
      <w:r w:rsidRPr="00223237">
        <w:t>la seule chance que vous ayez</w:t>
      </w:r>
      <w:r w:rsidR="00AB6DDF">
        <w:t xml:space="preserve">, </w:t>
      </w:r>
      <w:r w:rsidRPr="00223237">
        <w:t>c</w:t>
      </w:r>
      <w:r w:rsidR="00AB6DDF">
        <w:t>’</w:t>
      </w:r>
      <w:r w:rsidRPr="00223237">
        <w:t>est que votre mari n</w:t>
      </w:r>
      <w:r w:rsidR="00AB6DDF">
        <w:t>’</w:t>
      </w:r>
      <w:r w:rsidRPr="00223237">
        <w:t>ait pas téléphoné chez votre amie</w:t>
      </w:r>
      <w:r w:rsidR="00AB6DDF">
        <w:t xml:space="preserve">… </w:t>
      </w:r>
      <w:r w:rsidRPr="00223237">
        <w:t>heu</w:t>
      </w:r>
      <w:r w:rsidR="00AB6DDF">
        <w:t xml:space="preserve">… </w:t>
      </w:r>
      <w:r w:rsidRPr="00223237">
        <w:t>J</w:t>
      </w:r>
      <w:r w:rsidR="00AB6DDF">
        <w:t>’</w:t>
      </w:r>
      <w:r w:rsidRPr="00223237">
        <w:t>ai o</w:t>
      </w:r>
      <w:r w:rsidRPr="00223237">
        <w:t>u</w:t>
      </w:r>
      <w:r w:rsidRPr="00223237">
        <w:t>blié son nom</w:t>
      </w:r>
      <w:r w:rsidR="00AB6DDF">
        <w:t>…</w:t>
      </w:r>
    </w:p>
    <w:p w14:paraId="6C0BFF71" w14:textId="77777777" w:rsidR="00C83B26" w:rsidRDefault="002E19AC" w:rsidP="00C83B26">
      <w:pPr>
        <w:ind w:firstLine="0"/>
        <w:jc w:val="center"/>
      </w:pPr>
      <w:r w:rsidRPr="00C83B26">
        <w:lastRenderedPageBreak/>
        <w:t>ELLE</w:t>
      </w:r>
    </w:p>
    <w:p w14:paraId="536FEF5D" w14:textId="77777777" w:rsidR="00C83B26" w:rsidRDefault="002E19AC" w:rsidP="00C83B26">
      <w:r w:rsidRPr="00223237">
        <w:t>Henriette</w:t>
      </w:r>
      <w:r w:rsidR="00AB6DDF">
        <w:t>.</w:t>
      </w:r>
    </w:p>
    <w:p w14:paraId="65E30E18" w14:textId="77777777" w:rsidR="00C83B26" w:rsidRDefault="002E19AC" w:rsidP="00C83B26">
      <w:pPr>
        <w:ind w:firstLine="0"/>
        <w:jc w:val="center"/>
      </w:pPr>
      <w:r w:rsidRPr="00C83B26">
        <w:t>LUI</w:t>
      </w:r>
    </w:p>
    <w:p w14:paraId="78FEC9EE" w14:textId="77777777" w:rsidR="00C83B26" w:rsidRDefault="002E19AC" w:rsidP="00C83B26">
      <w:r w:rsidRPr="00223237">
        <w:t>Oui</w:t>
      </w:r>
      <w:r w:rsidR="00AB6DDF">
        <w:t xml:space="preserve">, </w:t>
      </w:r>
      <w:r w:rsidRPr="00223237">
        <w:t>Henriette</w:t>
      </w:r>
      <w:r w:rsidR="00AB6DDF">
        <w:t>…</w:t>
      </w:r>
    </w:p>
    <w:p w14:paraId="450E0F43" w14:textId="77777777" w:rsidR="00C83B26" w:rsidRDefault="002E19AC" w:rsidP="00C83B26">
      <w:pPr>
        <w:ind w:firstLine="0"/>
        <w:jc w:val="center"/>
      </w:pPr>
      <w:r w:rsidRPr="00C83B26">
        <w:t>ELLE</w:t>
      </w:r>
    </w:p>
    <w:p w14:paraId="238CE38C" w14:textId="77777777" w:rsidR="00C83B26" w:rsidRDefault="002E19AC" w:rsidP="00C83B26">
      <w:r w:rsidRPr="00223237">
        <w:t>Ah</w:t>
      </w:r>
      <w:r w:rsidR="00AB6DDF">
        <w:t xml:space="preserve"> ?… </w:t>
      </w:r>
      <w:r w:rsidRPr="00223237">
        <w:t>Pourquoi</w:t>
      </w:r>
      <w:r w:rsidR="00AB6DDF">
        <w:t> ?</w:t>
      </w:r>
    </w:p>
    <w:p w14:paraId="43366532" w14:textId="77777777" w:rsidR="00C83B26" w:rsidRDefault="002E19AC" w:rsidP="00C83B26">
      <w:pPr>
        <w:ind w:firstLine="0"/>
        <w:jc w:val="center"/>
      </w:pPr>
      <w:r w:rsidRPr="00C83B26">
        <w:t>LUI</w:t>
      </w:r>
    </w:p>
    <w:p w14:paraId="3EB34973" w14:textId="77777777" w:rsidR="00C83B26" w:rsidRDefault="002E19AC" w:rsidP="00C83B26">
      <w:r w:rsidRPr="00223237">
        <w:t>Parce que vous allez le faire</w:t>
      </w:r>
      <w:r w:rsidR="00AB6DDF">
        <w:t xml:space="preserve">, </w:t>
      </w:r>
      <w:r w:rsidRPr="00223237">
        <w:t>vous allez téléphoner à votre amie Henriette et vous allez lui dire la vérité</w:t>
      </w:r>
      <w:r w:rsidR="00AB6DDF">
        <w:t>…</w:t>
      </w:r>
    </w:p>
    <w:p w14:paraId="7C941D27" w14:textId="77777777" w:rsidR="00C83B26" w:rsidRDefault="002E19AC" w:rsidP="00C83B26">
      <w:pPr>
        <w:ind w:firstLine="0"/>
        <w:jc w:val="center"/>
      </w:pPr>
      <w:r w:rsidRPr="00C83B26">
        <w:t>ELLE</w:t>
      </w:r>
    </w:p>
    <w:p w14:paraId="0686EFFE" w14:textId="77777777" w:rsidR="00C83B26" w:rsidRDefault="002E19AC" w:rsidP="00C83B26">
      <w:r w:rsidRPr="00223237">
        <w:t>Quoi</w:t>
      </w:r>
      <w:r w:rsidR="00AB6DDF">
        <w:t> ?</w:t>
      </w:r>
    </w:p>
    <w:p w14:paraId="1316CAC4" w14:textId="77777777" w:rsidR="00C83B26" w:rsidRDefault="002E19AC" w:rsidP="00C83B26">
      <w:pPr>
        <w:ind w:firstLine="0"/>
        <w:jc w:val="center"/>
      </w:pPr>
      <w:r w:rsidRPr="00C83B26">
        <w:t>LUI</w:t>
      </w:r>
    </w:p>
    <w:p w14:paraId="3C7B92E6" w14:textId="77777777" w:rsidR="00C83B26" w:rsidRDefault="002E19AC" w:rsidP="00C83B26">
      <w:r w:rsidRPr="00223237">
        <w:t>Oui</w:t>
      </w:r>
      <w:r w:rsidR="00AB6DDF">
        <w:t xml:space="preserve">… </w:t>
      </w:r>
      <w:r w:rsidRPr="00223237">
        <w:t>sans lui dire mon nom</w:t>
      </w:r>
      <w:r w:rsidR="00AB6DDF">
        <w:t xml:space="preserve">, </w:t>
      </w:r>
      <w:r w:rsidRPr="00223237">
        <w:t>naturellement</w:t>
      </w:r>
      <w:r w:rsidR="00AB6DDF">
        <w:t xml:space="preserve">, </w:t>
      </w:r>
      <w:r w:rsidRPr="00223237">
        <w:t>vous allez lui dire ce qui nous est arrivé</w:t>
      </w:r>
      <w:r w:rsidR="00AB6DDF">
        <w:t xml:space="preserve">… </w:t>
      </w:r>
      <w:r w:rsidRPr="00223237">
        <w:t>et elle</w:t>
      </w:r>
      <w:r w:rsidR="00AB6DDF">
        <w:t xml:space="preserve">, </w:t>
      </w:r>
      <w:r w:rsidRPr="00223237">
        <w:t>elle peut vous sauver</w:t>
      </w:r>
      <w:r w:rsidR="00AB6DDF">
        <w:t>…</w:t>
      </w:r>
    </w:p>
    <w:p w14:paraId="2487215E" w14:textId="77777777" w:rsidR="00C83B26" w:rsidRDefault="002E19AC" w:rsidP="00C83B26">
      <w:pPr>
        <w:ind w:firstLine="0"/>
        <w:jc w:val="center"/>
      </w:pPr>
      <w:r w:rsidRPr="00C83B26">
        <w:t>ELLE</w:t>
      </w:r>
    </w:p>
    <w:p w14:paraId="036CFD47" w14:textId="77777777" w:rsidR="00C83B26" w:rsidRDefault="002E19AC" w:rsidP="00C83B26">
      <w:r w:rsidRPr="00223237">
        <w:t>Mais je ne peux rien lui dire du tout à Henriette</w:t>
      </w:r>
      <w:r w:rsidR="00AB6DDF">
        <w:t> !</w:t>
      </w:r>
    </w:p>
    <w:p w14:paraId="52397B5C" w14:textId="77777777" w:rsidR="00C83B26" w:rsidRDefault="002E19AC" w:rsidP="00C83B26">
      <w:pPr>
        <w:ind w:firstLine="0"/>
        <w:jc w:val="center"/>
      </w:pPr>
      <w:r w:rsidRPr="00C83B26">
        <w:t>LUI</w:t>
      </w:r>
    </w:p>
    <w:p w14:paraId="2E8747C0" w14:textId="77777777" w:rsidR="00C83B26" w:rsidRDefault="002E19AC" w:rsidP="00C83B26">
      <w:r w:rsidRPr="00223237">
        <w:t>Pourquoi</w:t>
      </w:r>
      <w:r w:rsidR="00AB6DDF">
        <w:t xml:space="preserve"> ? </w:t>
      </w:r>
      <w:r w:rsidRPr="00223237">
        <w:t>Elle est sourde</w:t>
      </w:r>
      <w:r w:rsidR="00AB6DDF">
        <w:t> ?</w:t>
      </w:r>
    </w:p>
    <w:p w14:paraId="06A3955D" w14:textId="77777777" w:rsidR="00C83B26" w:rsidRDefault="002E19AC" w:rsidP="00C83B26">
      <w:pPr>
        <w:ind w:firstLine="0"/>
        <w:jc w:val="center"/>
      </w:pPr>
      <w:r w:rsidRPr="00C83B26">
        <w:t>ELLE</w:t>
      </w:r>
    </w:p>
    <w:p w14:paraId="0DEB7593" w14:textId="77777777" w:rsidR="00C83B26" w:rsidRDefault="002E19AC" w:rsidP="00C83B26">
      <w:r w:rsidRPr="00223237">
        <w:t>Non</w:t>
      </w:r>
      <w:r w:rsidR="00AB6DDF">
        <w:t xml:space="preserve">, </w:t>
      </w:r>
      <w:r w:rsidRPr="00223237">
        <w:t>elle n</w:t>
      </w:r>
      <w:r w:rsidR="00AB6DDF">
        <w:t>’</w:t>
      </w:r>
      <w:r w:rsidRPr="00223237">
        <w:t>est pas sourde</w:t>
      </w:r>
      <w:r w:rsidR="00AB6DDF">
        <w:t xml:space="preserve">… </w:t>
      </w:r>
      <w:r w:rsidRPr="00223237">
        <w:t>mais c</w:t>
      </w:r>
      <w:r w:rsidR="00AB6DDF">
        <w:t>’</w:t>
      </w:r>
      <w:r w:rsidRPr="00223237">
        <w:t>est sa sœur</w:t>
      </w:r>
      <w:r w:rsidR="00AB6DDF">
        <w:t> !</w:t>
      </w:r>
    </w:p>
    <w:p w14:paraId="3025F031" w14:textId="77777777" w:rsidR="00C83B26" w:rsidRDefault="002E19AC" w:rsidP="00C83B26">
      <w:pPr>
        <w:ind w:firstLine="0"/>
        <w:jc w:val="center"/>
      </w:pPr>
      <w:r w:rsidRPr="00C83B26">
        <w:t>LUI</w:t>
      </w:r>
    </w:p>
    <w:p w14:paraId="4E509E0E" w14:textId="77777777" w:rsidR="00C83B26" w:rsidRDefault="002E19AC" w:rsidP="00C83B26">
      <w:r w:rsidRPr="00223237">
        <w:t>Sa sœur</w:t>
      </w:r>
      <w:r w:rsidR="00AB6DDF">
        <w:t> ?</w:t>
      </w:r>
    </w:p>
    <w:p w14:paraId="0BF7E836" w14:textId="77777777" w:rsidR="00C83B26" w:rsidRDefault="002E19AC" w:rsidP="00C83B26">
      <w:pPr>
        <w:ind w:firstLine="0"/>
        <w:jc w:val="center"/>
      </w:pPr>
      <w:r w:rsidRPr="00C83B26">
        <w:lastRenderedPageBreak/>
        <w:t>ELLE</w:t>
      </w:r>
    </w:p>
    <w:p w14:paraId="0DCC98F4" w14:textId="77777777" w:rsidR="00C83B26" w:rsidRDefault="002E19AC" w:rsidP="00C83B26">
      <w:r w:rsidRPr="00223237">
        <w:t>Oui</w:t>
      </w:r>
      <w:r w:rsidR="00AB6DDF">
        <w:t> !</w:t>
      </w:r>
    </w:p>
    <w:p w14:paraId="141B9165" w14:textId="77777777" w:rsidR="00C83B26" w:rsidRDefault="002E19AC" w:rsidP="00C83B26">
      <w:pPr>
        <w:ind w:firstLine="0"/>
        <w:jc w:val="center"/>
      </w:pPr>
      <w:r w:rsidRPr="00C83B26">
        <w:t>LUI</w:t>
      </w:r>
    </w:p>
    <w:p w14:paraId="6A498769" w14:textId="77777777" w:rsidR="00C83B26" w:rsidRDefault="002E19AC" w:rsidP="00C83B26">
      <w:r w:rsidRPr="00223237">
        <w:t>C</w:t>
      </w:r>
      <w:r w:rsidR="00AB6DDF">
        <w:t>’</w:t>
      </w:r>
      <w:r w:rsidRPr="00223237">
        <w:t>est la sœur de votre mari</w:t>
      </w:r>
      <w:r w:rsidR="00AB6DDF">
        <w:t xml:space="preserve">, </w:t>
      </w:r>
      <w:r w:rsidRPr="00223237">
        <w:t>Henriette</w:t>
      </w:r>
      <w:r w:rsidR="00AB6DDF">
        <w:t> ?</w:t>
      </w:r>
    </w:p>
    <w:p w14:paraId="29D92C82" w14:textId="77777777" w:rsidR="00C83B26" w:rsidRDefault="002E19AC" w:rsidP="00C83B26">
      <w:pPr>
        <w:ind w:firstLine="0"/>
        <w:jc w:val="center"/>
      </w:pPr>
      <w:r w:rsidRPr="00C83B26">
        <w:t>ELLE</w:t>
      </w:r>
    </w:p>
    <w:p w14:paraId="478B696D" w14:textId="77777777" w:rsidR="00C83B26" w:rsidRDefault="002E19AC" w:rsidP="00C83B26">
      <w:r w:rsidRPr="00223237">
        <w:t>Mais oui</w:t>
      </w:r>
      <w:r w:rsidR="00AB6DDF">
        <w:t>.</w:t>
      </w:r>
    </w:p>
    <w:p w14:paraId="388F8B2A" w14:textId="77777777" w:rsidR="00C83B26" w:rsidRDefault="002E19AC" w:rsidP="00C83B26">
      <w:pPr>
        <w:ind w:firstLine="0"/>
        <w:jc w:val="center"/>
      </w:pPr>
      <w:r w:rsidRPr="00C83B26">
        <w:t>LUI</w:t>
      </w:r>
    </w:p>
    <w:p w14:paraId="5DAB5DB6" w14:textId="77777777" w:rsidR="00C83B26" w:rsidRDefault="002E19AC" w:rsidP="00C83B26">
      <w:r w:rsidRPr="00223237">
        <w:t>Aïe</w:t>
      </w:r>
      <w:r w:rsidR="00AB6DDF">
        <w:t xml:space="preserve"> ! </w:t>
      </w:r>
      <w:r w:rsidRPr="00223237">
        <w:t>Aïe</w:t>
      </w:r>
      <w:r w:rsidR="00AB6DDF">
        <w:t xml:space="preserve"> ! </w:t>
      </w:r>
      <w:r w:rsidRPr="00223237">
        <w:t>Aïe</w:t>
      </w:r>
      <w:r w:rsidR="00AB6DDF">
        <w:t xml:space="preserve"> ! </w:t>
      </w:r>
      <w:r w:rsidRPr="00223237">
        <w:t>Je croyais que c</w:t>
      </w:r>
      <w:r w:rsidR="00AB6DDF">
        <w:t>’</w:t>
      </w:r>
      <w:r w:rsidRPr="00223237">
        <w:t>était une amie</w:t>
      </w:r>
      <w:r w:rsidR="00AB6DDF">
        <w:t xml:space="preserve"> !… </w:t>
      </w:r>
      <w:r w:rsidRPr="00223237">
        <w:t>Ah</w:t>
      </w:r>
      <w:r w:rsidR="00AB6DDF">
        <w:t xml:space="preserve"> ! </w:t>
      </w:r>
      <w:r w:rsidRPr="00223237">
        <w:t>Ben</w:t>
      </w:r>
      <w:r w:rsidR="00AB6DDF">
        <w:t xml:space="preserve">, </w:t>
      </w:r>
      <w:r w:rsidRPr="00223237">
        <w:t>alors</w:t>
      </w:r>
      <w:r w:rsidR="00AB6DDF">
        <w:t xml:space="preserve">, </w:t>
      </w:r>
      <w:r w:rsidRPr="00223237">
        <w:t>il n</w:t>
      </w:r>
      <w:r w:rsidR="00AB6DDF">
        <w:t>’</w:t>
      </w:r>
      <w:r w:rsidRPr="00223237">
        <w:t>y a plus rien à faire</w:t>
      </w:r>
      <w:r w:rsidR="00AB6DDF">
        <w:t> !…</w:t>
      </w:r>
    </w:p>
    <w:p w14:paraId="63BB60D3" w14:textId="77777777" w:rsidR="00C83B26" w:rsidRDefault="002E19AC" w:rsidP="00C83B26">
      <w:pPr>
        <w:ind w:firstLine="0"/>
        <w:jc w:val="center"/>
      </w:pPr>
      <w:r w:rsidRPr="00C83B26">
        <w:t>ELLE</w:t>
      </w:r>
    </w:p>
    <w:p w14:paraId="597A1B68" w14:textId="77777777" w:rsidR="00C83B26" w:rsidRDefault="002E19AC" w:rsidP="00C83B26">
      <w:r w:rsidRPr="00223237">
        <w:t>Et si je rentrais</w:t>
      </w:r>
      <w:r w:rsidR="00AB6DDF">
        <w:t xml:space="preserve">, </w:t>
      </w:r>
      <w:r w:rsidRPr="00223237">
        <w:t>tout simplement</w:t>
      </w:r>
      <w:r w:rsidR="00AB6DDF">
        <w:t> ?</w:t>
      </w:r>
    </w:p>
    <w:p w14:paraId="3C983F34" w14:textId="77777777" w:rsidR="00C83B26" w:rsidRDefault="002E19AC" w:rsidP="00C83B26">
      <w:pPr>
        <w:ind w:firstLine="0"/>
        <w:jc w:val="center"/>
      </w:pPr>
      <w:r w:rsidRPr="00C83B26">
        <w:t>LUI</w:t>
      </w:r>
    </w:p>
    <w:p w14:paraId="7E7CD20C" w14:textId="77777777" w:rsidR="00C83B26" w:rsidRDefault="002E19AC" w:rsidP="00C83B26">
      <w:r w:rsidRPr="00223237">
        <w:t>Comment ça</w:t>
      </w:r>
      <w:r w:rsidR="00AB6DDF">
        <w:t> ?</w:t>
      </w:r>
    </w:p>
    <w:p w14:paraId="48341448" w14:textId="77777777" w:rsidR="00C83B26" w:rsidRDefault="002E19AC" w:rsidP="00C83B26">
      <w:pPr>
        <w:ind w:firstLine="0"/>
        <w:jc w:val="center"/>
      </w:pPr>
      <w:r w:rsidRPr="00C83B26">
        <w:t>ELLE</w:t>
      </w:r>
    </w:p>
    <w:p w14:paraId="0501CF0B" w14:textId="77777777" w:rsidR="00C83B26" w:rsidRDefault="002E19AC" w:rsidP="00C83B26">
      <w:r w:rsidRPr="00223237">
        <w:t>Mais non</w:t>
      </w:r>
      <w:r w:rsidR="00AB6DDF">
        <w:t xml:space="preserve">… </w:t>
      </w:r>
      <w:r w:rsidRPr="00223237">
        <w:t>Si je rentrais en disant que j</w:t>
      </w:r>
      <w:r w:rsidR="00AB6DDF">
        <w:t>’</w:t>
      </w:r>
      <w:r w:rsidRPr="00223237">
        <w:t>ai eu un accident de vo</w:t>
      </w:r>
      <w:r w:rsidRPr="00223237">
        <w:t>i</w:t>
      </w:r>
      <w:r w:rsidRPr="00223237">
        <w:t>ture</w:t>
      </w:r>
      <w:r w:rsidR="00AB6DDF">
        <w:t> ?</w:t>
      </w:r>
    </w:p>
    <w:p w14:paraId="48565246" w14:textId="77777777" w:rsidR="00C83B26" w:rsidRDefault="002E19AC" w:rsidP="00C83B26">
      <w:pPr>
        <w:ind w:firstLine="0"/>
        <w:jc w:val="center"/>
      </w:pPr>
      <w:r w:rsidRPr="00C83B26">
        <w:t>LUI</w:t>
      </w:r>
    </w:p>
    <w:p w14:paraId="1B849FFE" w14:textId="77777777" w:rsidR="00C83B26" w:rsidRDefault="002E19AC" w:rsidP="00C83B26">
      <w:r w:rsidRPr="00223237">
        <w:t>Où ça</w:t>
      </w:r>
      <w:r w:rsidR="00AB6DDF">
        <w:t> ?</w:t>
      </w:r>
    </w:p>
    <w:p w14:paraId="2FA230CA" w14:textId="77777777" w:rsidR="00C83B26" w:rsidRDefault="002E19AC" w:rsidP="00C83B26">
      <w:pPr>
        <w:ind w:firstLine="0"/>
        <w:jc w:val="center"/>
      </w:pPr>
      <w:r w:rsidRPr="00C83B26">
        <w:t>ELLE</w:t>
      </w:r>
    </w:p>
    <w:p w14:paraId="4FEB5FE0" w14:textId="77777777" w:rsidR="00C83B26" w:rsidRDefault="002E19AC" w:rsidP="00C83B26">
      <w:r w:rsidRPr="00223237">
        <w:t>Dans la rue</w:t>
      </w:r>
      <w:r w:rsidR="00AB6DDF">
        <w:t>…</w:t>
      </w:r>
    </w:p>
    <w:p w14:paraId="4656F38C" w14:textId="77777777" w:rsidR="00C83B26" w:rsidRDefault="002E19AC" w:rsidP="00C83B26">
      <w:pPr>
        <w:ind w:firstLine="0"/>
        <w:jc w:val="center"/>
      </w:pPr>
      <w:r w:rsidRPr="00C83B26">
        <w:t>LUI</w:t>
      </w:r>
    </w:p>
    <w:p w14:paraId="344AB710" w14:textId="77777777" w:rsidR="00C83B26" w:rsidRDefault="002E19AC" w:rsidP="00C83B26">
      <w:r w:rsidRPr="00223237">
        <w:lastRenderedPageBreak/>
        <w:t>Je pense bien</w:t>
      </w:r>
      <w:r w:rsidR="00AB6DDF">
        <w:t xml:space="preserve">… </w:t>
      </w:r>
      <w:r w:rsidRPr="00223237">
        <w:t>parce que</w:t>
      </w:r>
      <w:r w:rsidR="00AB6DDF">
        <w:t xml:space="preserve">, </w:t>
      </w:r>
      <w:r w:rsidRPr="00223237">
        <w:t>dans les appartements</w:t>
      </w:r>
      <w:r w:rsidR="00AB6DDF">
        <w:t xml:space="preserve">, </w:t>
      </w:r>
      <w:r w:rsidRPr="00223237">
        <w:t>les acc</w:t>
      </w:r>
      <w:r w:rsidRPr="00223237">
        <w:t>i</w:t>
      </w:r>
      <w:r w:rsidRPr="00223237">
        <w:t>dents de voiture</w:t>
      </w:r>
      <w:r w:rsidR="00AB6DDF">
        <w:t xml:space="preserve">… </w:t>
      </w:r>
      <w:r w:rsidRPr="00223237">
        <w:t>Mais à quel endroit</w:t>
      </w:r>
      <w:r w:rsidR="00AB6DDF">
        <w:t xml:space="preserve">, </w:t>
      </w:r>
      <w:r w:rsidRPr="00223237">
        <w:t>l</w:t>
      </w:r>
      <w:r w:rsidR="00AB6DDF">
        <w:t>’</w:t>
      </w:r>
      <w:r w:rsidRPr="00223237">
        <w:t>accident</w:t>
      </w:r>
      <w:r w:rsidR="00AB6DDF">
        <w:t> ?</w:t>
      </w:r>
    </w:p>
    <w:p w14:paraId="728C78D2" w14:textId="77777777" w:rsidR="00C83B26" w:rsidRDefault="002E19AC" w:rsidP="00C83B26">
      <w:pPr>
        <w:ind w:firstLine="0"/>
        <w:jc w:val="center"/>
      </w:pPr>
      <w:r w:rsidRPr="00C83B26">
        <w:t>ELLE</w:t>
      </w:r>
    </w:p>
    <w:p w14:paraId="4116423A" w14:textId="77777777" w:rsidR="00C83B26" w:rsidRDefault="002E19AC" w:rsidP="00C83B26">
      <w:r w:rsidRPr="00223237">
        <w:t>Boulevard Haussmann</w:t>
      </w:r>
      <w:r w:rsidR="00AB6DDF">
        <w:t>…</w:t>
      </w:r>
    </w:p>
    <w:p w14:paraId="6C3F89FA" w14:textId="77777777" w:rsidR="00C83B26" w:rsidRDefault="002E19AC" w:rsidP="00C83B26">
      <w:pPr>
        <w:ind w:firstLine="0"/>
        <w:jc w:val="center"/>
      </w:pPr>
      <w:r w:rsidRPr="00C83B26">
        <w:t>LUI</w:t>
      </w:r>
    </w:p>
    <w:p w14:paraId="157F363D" w14:textId="77777777" w:rsidR="00C83B26" w:rsidRDefault="002E19AC" w:rsidP="00C83B26">
      <w:r w:rsidRPr="00223237">
        <w:t>Non</w:t>
      </w:r>
      <w:r w:rsidR="00AB6DDF">
        <w:t xml:space="preserve">, </w:t>
      </w:r>
      <w:r w:rsidRPr="00223237">
        <w:t>pas à quel endroit de Paris</w:t>
      </w:r>
      <w:r w:rsidR="00AB6DDF">
        <w:t xml:space="preserve">, </w:t>
      </w:r>
      <w:r w:rsidRPr="00223237">
        <w:t>à quel endroit du corps</w:t>
      </w:r>
      <w:r w:rsidR="00AB6DDF">
        <w:t xml:space="preserve"> ?… </w:t>
      </w:r>
      <w:r w:rsidRPr="00223237">
        <w:t>Car vous comprenez bien que si vous avez eu un acc</w:t>
      </w:r>
      <w:r w:rsidRPr="00223237">
        <w:t>i</w:t>
      </w:r>
      <w:r w:rsidRPr="00223237">
        <w:t>dent et que vous n</w:t>
      </w:r>
      <w:r w:rsidR="00AB6DDF">
        <w:t>’</w:t>
      </w:r>
      <w:r w:rsidRPr="00223237">
        <w:t>êtes pas blessée</w:t>
      </w:r>
      <w:r w:rsidR="00AB6DDF">
        <w:t xml:space="preserve">… </w:t>
      </w:r>
      <w:r w:rsidRPr="00223237">
        <w:t>vous ne pouvez pas avoir mis onze heures pour rentrer chez vous</w:t>
      </w:r>
      <w:r w:rsidR="00AB6DDF">
        <w:t> !</w:t>
      </w:r>
    </w:p>
    <w:p w14:paraId="489ABEE9" w14:textId="77777777" w:rsidR="00C83B26" w:rsidRDefault="002E19AC" w:rsidP="00C83B26">
      <w:pPr>
        <w:ind w:firstLine="0"/>
        <w:jc w:val="center"/>
      </w:pPr>
      <w:r w:rsidRPr="00C83B26">
        <w:t>ELLE</w:t>
      </w:r>
    </w:p>
    <w:p w14:paraId="1203C37E" w14:textId="77777777" w:rsidR="00C83B26" w:rsidRDefault="002E19AC" w:rsidP="00C83B26">
      <w:r w:rsidRPr="00223237">
        <w:t>Bon</w:t>
      </w:r>
      <w:r w:rsidR="00AB6DDF">
        <w:t xml:space="preserve">, </w:t>
      </w:r>
      <w:r w:rsidRPr="00223237">
        <w:t>bon</w:t>
      </w:r>
      <w:r w:rsidR="00AB6DDF">
        <w:t xml:space="preserve">, </w:t>
      </w:r>
      <w:r w:rsidRPr="00223237">
        <w:t>tout ce que je trouve est idiot</w:t>
      </w:r>
      <w:r w:rsidR="00AB6DDF">
        <w:t xml:space="preserve">… </w:t>
      </w:r>
      <w:r w:rsidRPr="00223237">
        <w:t>Eh</w:t>
      </w:r>
      <w:r w:rsidR="00AB6DDF">
        <w:t xml:space="preserve"> ! </w:t>
      </w:r>
      <w:r w:rsidRPr="00223237">
        <w:t>Bien</w:t>
      </w:r>
      <w:r w:rsidR="00AB6DDF">
        <w:t xml:space="preserve">, </w:t>
      </w:r>
      <w:r w:rsidRPr="00223237">
        <w:t>trouvez donc quelque chose</w:t>
      </w:r>
      <w:r w:rsidR="00AB6DDF">
        <w:t xml:space="preserve">, </w:t>
      </w:r>
      <w:r w:rsidRPr="00223237">
        <w:t>vous qui êtes si malin</w:t>
      </w:r>
      <w:r w:rsidR="00AB6DDF">
        <w:t xml:space="preserve">, </w:t>
      </w:r>
      <w:r w:rsidRPr="00223237">
        <w:t>trouvez donc quelque chose</w:t>
      </w:r>
      <w:r w:rsidR="00AB6DDF">
        <w:t xml:space="preserve">, </w:t>
      </w:r>
      <w:r w:rsidRPr="00223237">
        <w:t>plutôt que de rester là</w:t>
      </w:r>
      <w:r w:rsidR="00AB6DDF">
        <w:t xml:space="preserve">, </w:t>
      </w:r>
      <w:r w:rsidRPr="00223237">
        <w:t>comme ça</w:t>
      </w:r>
      <w:r w:rsidR="00AB6DDF">
        <w:t>…</w:t>
      </w:r>
    </w:p>
    <w:p w14:paraId="0FE615EC" w14:textId="77777777" w:rsidR="00C83B26" w:rsidRDefault="002E19AC" w:rsidP="00C83B26">
      <w:pPr>
        <w:ind w:firstLine="0"/>
        <w:jc w:val="center"/>
      </w:pPr>
      <w:r w:rsidRPr="00C83B26">
        <w:t>LUI</w:t>
      </w:r>
    </w:p>
    <w:p w14:paraId="2540B05F" w14:textId="77777777" w:rsidR="00C83B26" w:rsidRDefault="002E19AC" w:rsidP="00C83B26">
      <w:r w:rsidRPr="00223237">
        <w:t>Moi</w:t>
      </w:r>
      <w:r w:rsidR="00AB6DDF">
        <w:t xml:space="preserve"> ?… </w:t>
      </w:r>
      <w:r w:rsidRPr="00223237">
        <w:t>Comment voulez-vous que je trouve</w:t>
      </w:r>
      <w:r w:rsidR="00AB6DDF">
        <w:t xml:space="preserve">, </w:t>
      </w:r>
      <w:r w:rsidRPr="00223237">
        <w:t>je ne cherche pas</w:t>
      </w:r>
      <w:r w:rsidR="00AB6DDF">
        <w:t> !</w:t>
      </w:r>
    </w:p>
    <w:p w14:paraId="4AD87D67" w14:textId="77777777" w:rsidR="00C83B26" w:rsidRDefault="002E19AC" w:rsidP="00C83B26">
      <w:pPr>
        <w:ind w:firstLine="0"/>
        <w:jc w:val="center"/>
      </w:pPr>
      <w:r w:rsidRPr="00C83B26">
        <w:t>ELLE</w:t>
      </w:r>
      <w:r w:rsidR="00AB6DDF" w:rsidRPr="00C83B26">
        <w:t xml:space="preserve">, </w:t>
      </w:r>
      <w:r w:rsidRPr="00C83B26">
        <w:rPr>
          <w:i/>
          <w:iCs/>
        </w:rPr>
        <w:t>rageuse</w:t>
      </w:r>
    </w:p>
    <w:p w14:paraId="019629BD" w14:textId="77777777" w:rsidR="00C83B26" w:rsidRDefault="002E19AC" w:rsidP="00C83B26">
      <w:r w:rsidRPr="00223237">
        <w:t>Ah</w:t>
      </w:r>
      <w:r w:rsidR="00AB6DDF">
        <w:t> !</w:t>
      </w:r>
    </w:p>
    <w:p w14:paraId="4424D713" w14:textId="77777777" w:rsidR="00C83B26" w:rsidRDefault="002E19AC" w:rsidP="00C83B26">
      <w:pPr>
        <w:ind w:firstLine="0"/>
        <w:jc w:val="center"/>
      </w:pPr>
      <w:r w:rsidRPr="00C83B26">
        <w:t>LUI</w:t>
      </w:r>
    </w:p>
    <w:p w14:paraId="617ABD7C" w14:textId="77777777" w:rsidR="00C83B26" w:rsidRDefault="002E19AC" w:rsidP="00C83B26">
      <w:r w:rsidRPr="00223237">
        <w:t>Je vous dis qu</w:t>
      </w:r>
      <w:r w:rsidR="00AB6DDF">
        <w:t>’</w:t>
      </w:r>
      <w:r w:rsidRPr="00223237">
        <w:t>il n</w:t>
      </w:r>
      <w:r w:rsidR="00AB6DDF">
        <w:t>’</w:t>
      </w:r>
      <w:r w:rsidRPr="00223237">
        <w:t>y a rien à faire</w:t>
      </w:r>
      <w:r w:rsidR="00AB6DDF">
        <w:t xml:space="preserve">… </w:t>
      </w:r>
      <w:r w:rsidRPr="00223237">
        <w:t>vous ne voulez pas me croire</w:t>
      </w:r>
      <w:r w:rsidR="00AB6DDF">
        <w:t xml:space="preserve">, </w:t>
      </w:r>
      <w:r w:rsidRPr="00223237">
        <w:t>tant pis</w:t>
      </w:r>
      <w:r w:rsidR="00AB6DDF">
        <w:t xml:space="preserve"> ! </w:t>
      </w:r>
      <w:r w:rsidR="00AB6DDF">
        <w:rPr>
          <w:i/>
          <w:iCs/>
        </w:rPr>
        <w:t>(</w:t>
      </w:r>
      <w:r w:rsidRPr="00223237">
        <w:rPr>
          <w:i/>
          <w:iCs/>
        </w:rPr>
        <w:t>On frappe</w:t>
      </w:r>
      <w:r w:rsidR="00AB6DDF">
        <w:rPr>
          <w:i/>
          <w:iCs/>
        </w:rPr>
        <w:t xml:space="preserve">.) </w:t>
      </w:r>
      <w:r w:rsidRPr="00223237">
        <w:t>Entrez</w:t>
      </w:r>
      <w:r w:rsidR="00AB6DDF">
        <w:t>…</w:t>
      </w:r>
    </w:p>
    <w:p w14:paraId="4E9DBA0B" w14:textId="77777777" w:rsidR="00C83B26" w:rsidRDefault="002E19AC" w:rsidP="00C83B26">
      <w:pPr>
        <w:ind w:firstLine="0"/>
        <w:jc w:val="center"/>
      </w:pPr>
      <w:r w:rsidRPr="00C83B26">
        <w:t>ELLE</w:t>
      </w:r>
    </w:p>
    <w:p w14:paraId="09C1816A" w14:textId="77777777" w:rsidR="00C83B26" w:rsidRDefault="002E19AC" w:rsidP="00C83B26">
      <w:r w:rsidRPr="00223237">
        <w:t>Où ça</w:t>
      </w:r>
      <w:r w:rsidR="00AB6DDF">
        <w:t> ?</w:t>
      </w:r>
    </w:p>
    <w:p w14:paraId="79E61C4C" w14:textId="77777777" w:rsidR="00C83B26" w:rsidRDefault="002E19AC" w:rsidP="00C83B26">
      <w:pPr>
        <w:ind w:firstLine="0"/>
        <w:jc w:val="center"/>
      </w:pPr>
      <w:r w:rsidRPr="00C83B26">
        <w:t>LUI</w:t>
      </w:r>
    </w:p>
    <w:p w14:paraId="0DFAF159" w14:textId="77777777" w:rsidR="00C83B26" w:rsidRDefault="002E19AC" w:rsidP="00C83B26">
      <w:r w:rsidRPr="00223237">
        <w:lastRenderedPageBreak/>
        <w:t>Ce n</w:t>
      </w:r>
      <w:r w:rsidR="00AB6DDF">
        <w:t>’</w:t>
      </w:r>
      <w:r w:rsidRPr="00223237">
        <w:t>est pas à vous que je dis</w:t>
      </w:r>
      <w:r w:rsidR="00AB6DDF">
        <w:t xml:space="preserve"> : </w:t>
      </w:r>
      <w:r w:rsidRPr="00223237">
        <w:t>entrez</w:t>
      </w:r>
      <w:r w:rsidR="00AB6DDF">
        <w:t xml:space="preserve"> – </w:t>
      </w:r>
      <w:r w:rsidRPr="00223237">
        <w:t>c</w:t>
      </w:r>
      <w:r w:rsidR="00AB6DDF">
        <w:t>’</w:t>
      </w:r>
      <w:r w:rsidRPr="00223237">
        <w:t>est à lui</w:t>
      </w:r>
      <w:r w:rsidR="00AB6DDF">
        <w:t xml:space="preserve">. </w:t>
      </w:r>
      <w:r w:rsidR="00AB6DDF">
        <w:rPr>
          <w:i/>
          <w:iCs/>
        </w:rPr>
        <w:t>(</w:t>
      </w:r>
      <w:r w:rsidRPr="00223237">
        <w:rPr>
          <w:i/>
          <w:iCs/>
        </w:rPr>
        <w:t>Le valet de chambre</w:t>
      </w:r>
      <w:r w:rsidR="00AB6DDF">
        <w:rPr>
          <w:i/>
          <w:iCs/>
        </w:rPr>
        <w:t xml:space="preserve">, </w:t>
      </w:r>
      <w:r w:rsidRPr="00223237">
        <w:rPr>
          <w:i/>
          <w:iCs/>
        </w:rPr>
        <w:t>qui a le sourire</w:t>
      </w:r>
      <w:r w:rsidR="00AB6DDF">
        <w:rPr>
          <w:i/>
          <w:iCs/>
        </w:rPr>
        <w:t xml:space="preserve">, </w:t>
      </w:r>
      <w:r w:rsidRPr="00223237">
        <w:rPr>
          <w:i/>
          <w:iCs/>
        </w:rPr>
        <w:t>apporte le café au lait</w:t>
      </w:r>
      <w:r w:rsidR="00AB6DDF">
        <w:rPr>
          <w:i/>
          <w:iCs/>
        </w:rPr>
        <w:t xml:space="preserve">.) </w:t>
      </w:r>
      <w:r w:rsidRPr="00223237">
        <w:t>Qu</w:t>
      </w:r>
      <w:r w:rsidR="00AB6DDF">
        <w:t>’</w:t>
      </w:r>
      <w:r w:rsidRPr="00223237">
        <w:t>est-ce que vous avez à rigoler</w:t>
      </w:r>
      <w:r w:rsidR="00AB6DDF">
        <w:t xml:space="preserve"> ? </w:t>
      </w:r>
      <w:r w:rsidRPr="00223237">
        <w:t>Voulez-vous sortir</w:t>
      </w:r>
      <w:r w:rsidR="00AB6DDF">
        <w:t xml:space="preserve">… </w:t>
      </w:r>
      <w:r w:rsidRPr="00223237">
        <w:t>en voilà des m</w:t>
      </w:r>
      <w:r w:rsidRPr="00223237">
        <w:t>a</w:t>
      </w:r>
      <w:r w:rsidRPr="00223237">
        <w:t>nières</w:t>
      </w:r>
      <w:r w:rsidR="00AB6DDF">
        <w:t xml:space="preserve"> ! </w:t>
      </w:r>
      <w:r w:rsidR="00AB6DDF">
        <w:rPr>
          <w:i/>
          <w:iCs/>
        </w:rPr>
        <w:t>(</w:t>
      </w:r>
      <w:r w:rsidRPr="00223237">
        <w:rPr>
          <w:i/>
          <w:iCs/>
        </w:rPr>
        <w:t>Le valet de chambre sort</w:t>
      </w:r>
      <w:r w:rsidR="00AB6DDF">
        <w:rPr>
          <w:i/>
          <w:iCs/>
        </w:rPr>
        <w:t>.)</w:t>
      </w:r>
    </w:p>
    <w:p w14:paraId="5E1672EE" w14:textId="77777777" w:rsidR="00C83B26" w:rsidRDefault="002E19AC" w:rsidP="00C83B26">
      <w:pPr>
        <w:ind w:firstLine="0"/>
        <w:jc w:val="center"/>
      </w:pPr>
      <w:r w:rsidRPr="00C83B26">
        <w:t>ELLE</w:t>
      </w:r>
    </w:p>
    <w:p w14:paraId="3147788E" w14:textId="77777777" w:rsidR="00C83B26" w:rsidRDefault="002E19AC" w:rsidP="00C83B26">
      <w:r w:rsidRPr="00223237">
        <w:t>Ah</w:t>
      </w:r>
      <w:r w:rsidR="00AB6DDF">
        <w:t xml:space="preserve"> ! </w:t>
      </w:r>
      <w:r w:rsidRPr="00223237">
        <w:t>C</w:t>
      </w:r>
      <w:r w:rsidR="00AB6DDF">
        <w:t>’</w:t>
      </w:r>
      <w:r w:rsidRPr="00223237">
        <w:t>est abominable</w:t>
      </w:r>
      <w:r w:rsidR="00AB6DDF">
        <w:t> !</w:t>
      </w:r>
    </w:p>
    <w:p w14:paraId="04F8D272" w14:textId="77777777" w:rsidR="00C83B26" w:rsidRDefault="002E19AC" w:rsidP="00C83B26">
      <w:pPr>
        <w:ind w:firstLine="0"/>
        <w:jc w:val="center"/>
      </w:pPr>
      <w:r w:rsidRPr="00C83B26">
        <w:t>LUI</w:t>
      </w:r>
    </w:p>
    <w:p w14:paraId="2814D224" w14:textId="77777777" w:rsidR="00C83B26" w:rsidRDefault="002E19AC" w:rsidP="00C83B26">
      <w:r w:rsidRPr="00223237">
        <w:t>Un</w:t>
      </w:r>
      <w:r w:rsidR="00AB6DDF">
        <w:t xml:space="preserve">, </w:t>
      </w:r>
      <w:r w:rsidRPr="00223237">
        <w:t>deux</w:t>
      </w:r>
      <w:r w:rsidR="00AB6DDF">
        <w:t xml:space="preserve"> ? </w:t>
      </w:r>
      <w:r w:rsidRPr="00223237">
        <w:t>Un</w:t>
      </w:r>
      <w:r w:rsidR="00AB6DDF">
        <w:t xml:space="preserve">, </w:t>
      </w:r>
      <w:r w:rsidRPr="00223237">
        <w:t>deux</w:t>
      </w:r>
      <w:r w:rsidR="00AB6DDF">
        <w:t xml:space="preserve"> ? </w:t>
      </w:r>
      <w:r w:rsidRPr="00223237">
        <w:t>Un</w:t>
      </w:r>
      <w:r w:rsidR="00AB6DDF">
        <w:t xml:space="preserve">, </w:t>
      </w:r>
      <w:r w:rsidRPr="00223237">
        <w:t>deux</w:t>
      </w:r>
      <w:r w:rsidR="00AB6DDF">
        <w:t> ?</w:t>
      </w:r>
    </w:p>
    <w:p w14:paraId="296D87CE" w14:textId="77777777" w:rsidR="00C83B26" w:rsidRDefault="002E19AC" w:rsidP="00C83B26">
      <w:pPr>
        <w:ind w:firstLine="0"/>
        <w:jc w:val="center"/>
      </w:pPr>
      <w:r w:rsidRPr="00C83B26">
        <w:t>ELLE</w:t>
      </w:r>
    </w:p>
    <w:p w14:paraId="13675C82" w14:textId="77777777" w:rsidR="00C83B26" w:rsidRDefault="002E19AC" w:rsidP="00C83B26">
      <w:r w:rsidRPr="00223237">
        <w:t>Qu</w:t>
      </w:r>
      <w:r w:rsidR="00AB6DDF">
        <w:t>’</w:t>
      </w:r>
      <w:r w:rsidRPr="00223237">
        <w:t>est-ce que vous avez</w:t>
      </w:r>
      <w:r w:rsidR="00AB6DDF">
        <w:t> ?</w:t>
      </w:r>
    </w:p>
    <w:p w14:paraId="6A894B07" w14:textId="77777777" w:rsidR="00C83B26" w:rsidRDefault="002E19AC" w:rsidP="00C83B26">
      <w:pPr>
        <w:ind w:firstLine="0"/>
        <w:jc w:val="center"/>
      </w:pPr>
      <w:r w:rsidRPr="00C83B26">
        <w:t>LUI</w:t>
      </w:r>
    </w:p>
    <w:p w14:paraId="79E0CAF5" w14:textId="77777777" w:rsidR="00C83B26" w:rsidRDefault="002E19AC" w:rsidP="00C83B26">
      <w:r w:rsidRPr="00223237">
        <w:t>Je vous demande combien de pièces de sucre vous voulez</w:t>
      </w:r>
      <w:r w:rsidR="00AB6DDF">
        <w:t xml:space="preserve">… </w:t>
      </w:r>
      <w:r w:rsidRPr="00223237">
        <w:t>une ou deux</w:t>
      </w:r>
      <w:r w:rsidR="00AB6DDF">
        <w:t> ?</w:t>
      </w:r>
    </w:p>
    <w:p w14:paraId="3617C43B" w14:textId="77777777" w:rsidR="00C83B26" w:rsidRDefault="002E19AC" w:rsidP="00C83B26">
      <w:pPr>
        <w:ind w:firstLine="0"/>
        <w:jc w:val="center"/>
      </w:pPr>
      <w:r w:rsidRPr="00C83B26">
        <w:t>ELLE</w:t>
      </w:r>
    </w:p>
    <w:p w14:paraId="6A14662D" w14:textId="77777777" w:rsidR="00C83B26" w:rsidRDefault="002E19AC" w:rsidP="00C83B26">
      <w:r w:rsidRPr="00223237">
        <w:t>Trois</w:t>
      </w:r>
      <w:r w:rsidR="00AB6DDF">
        <w:t> !</w:t>
      </w:r>
    </w:p>
    <w:p w14:paraId="530AAC70" w14:textId="77777777" w:rsidR="00C83B26" w:rsidRDefault="002E19AC" w:rsidP="00C83B26">
      <w:pPr>
        <w:ind w:firstLine="0"/>
        <w:jc w:val="center"/>
      </w:pPr>
      <w:r w:rsidRPr="00C83B26">
        <w:t>LUI</w:t>
      </w:r>
    </w:p>
    <w:p w14:paraId="43005635" w14:textId="77777777" w:rsidR="00C83B26" w:rsidRDefault="002E19AC" w:rsidP="00C83B26">
      <w:r w:rsidRPr="00223237">
        <w:t>Ruiné</w:t>
      </w:r>
      <w:r w:rsidR="00AB6DDF">
        <w:t xml:space="preserve"> ! </w:t>
      </w:r>
      <w:r w:rsidRPr="00223237">
        <w:t>Voulez-vous beaucoup de café</w:t>
      </w:r>
      <w:r w:rsidR="00AB6DDF">
        <w:t xml:space="preserve"> ?… </w:t>
      </w:r>
      <w:r w:rsidRPr="00223237">
        <w:t>Non</w:t>
      </w:r>
      <w:r w:rsidR="00AB6DDF">
        <w:t xml:space="preserve">, </w:t>
      </w:r>
      <w:r w:rsidRPr="00223237">
        <w:t>très peu</w:t>
      </w:r>
      <w:r w:rsidR="00AB6DDF">
        <w:t xml:space="preserve">, </w:t>
      </w:r>
      <w:r w:rsidRPr="00223237">
        <w:t>vous êtes assez énervée comme ça</w:t>
      </w:r>
      <w:r w:rsidR="00AB6DDF">
        <w:t xml:space="preserve">… </w:t>
      </w:r>
      <w:r w:rsidRPr="00223237">
        <w:t>Lui</w:t>
      </w:r>
      <w:r w:rsidR="00AB6DDF">
        <w:t xml:space="preserve">, </w:t>
      </w:r>
      <w:r w:rsidRPr="00223237">
        <w:t>il va en avoir dava</w:t>
      </w:r>
      <w:r w:rsidRPr="00223237">
        <w:t>n</w:t>
      </w:r>
      <w:r w:rsidRPr="00223237">
        <w:t>tage</w:t>
      </w:r>
      <w:r w:rsidR="00AB6DDF">
        <w:t xml:space="preserve">, </w:t>
      </w:r>
      <w:r w:rsidRPr="00223237">
        <w:t>parce que</w:t>
      </w:r>
      <w:r w:rsidR="00AB6DDF">
        <w:t xml:space="preserve">, </w:t>
      </w:r>
      <w:r w:rsidRPr="00223237">
        <w:t>Lui</w:t>
      </w:r>
      <w:r w:rsidR="00AB6DDF">
        <w:t xml:space="preserve">, </w:t>
      </w:r>
      <w:r w:rsidRPr="00223237">
        <w:t>il a conservé son sang-froid</w:t>
      </w:r>
      <w:r w:rsidR="00AB6DDF">
        <w:t xml:space="preserve">… </w:t>
      </w:r>
      <w:proofErr w:type="gramStart"/>
      <w:r w:rsidRPr="00223237">
        <w:t>Mais en r</w:t>
      </w:r>
      <w:r w:rsidRPr="00223237">
        <w:t>e</w:t>
      </w:r>
      <w:r w:rsidRPr="00223237">
        <w:t>vanche</w:t>
      </w:r>
      <w:proofErr w:type="gramEnd"/>
      <w:r w:rsidR="00AB6DDF">
        <w:t xml:space="preserve">, </w:t>
      </w:r>
      <w:r w:rsidRPr="00223237">
        <w:t>Elle va avoir tout le lait</w:t>
      </w:r>
      <w:r w:rsidR="00AB6DDF">
        <w:t xml:space="preserve">, </w:t>
      </w:r>
      <w:r w:rsidRPr="00223237">
        <w:t>moins 1</w:t>
      </w:r>
      <w:r w:rsidR="00AB6DDF" w:rsidRPr="00223237">
        <w:t>0</w:t>
      </w:r>
      <w:r w:rsidR="00AB6DDF">
        <w:t> %</w:t>
      </w:r>
      <w:r w:rsidRPr="00223237">
        <w:t xml:space="preserve"> pour Lui</w:t>
      </w:r>
      <w:r w:rsidR="00AB6DDF">
        <w:t xml:space="preserve">, </w:t>
      </w:r>
      <w:r w:rsidRPr="00223237">
        <w:t>qu</w:t>
      </w:r>
      <w:r w:rsidR="00AB6DDF">
        <w:t>’</w:t>
      </w:r>
      <w:r w:rsidRPr="00223237">
        <w:t>il va ga</w:t>
      </w:r>
      <w:r w:rsidRPr="00223237">
        <w:t>r</w:t>
      </w:r>
      <w:r w:rsidRPr="00223237">
        <w:t>der comme intermédiaire</w:t>
      </w:r>
      <w:r w:rsidR="00AB6DDF">
        <w:t xml:space="preserve">… </w:t>
      </w:r>
      <w:r w:rsidRPr="00223237">
        <w:t>Maintenant</w:t>
      </w:r>
      <w:r w:rsidR="00AB6DDF">
        <w:t xml:space="preserve">, </w:t>
      </w:r>
      <w:r w:rsidRPr="00223237">
        <w:t>mon amour</w:t>
      </w:r>
      <w:r w:rsidR="00AB6DDF">
        <w:t xml:space="preserve">, </w:t>
      </w:r>
      <w:r w:rsidRPr="00223237">
        <w:t>voulez-vous que nous cessions de blaguer un instant</w:t>
      </w:r>
      <w:r w:rsidR="00AB6DDF">
        <w:t> ?</w:t>
      </w:r>
    </w:p>
    <w:p w14:paraId="0BDDD6C4" w14:textId="77777777" w:rsidR="00C83B26" w:rsidRDefault="002E19AC" w:rsidP="00C83B26">
      <w:pPr>
        <w:ind w:firstLine="0"/>
        <w:jc w:val="center"/>
      </w:pPr>
      <w:r w:rsidRPr="00C83B26">
        <w:t>ELLE</w:t>
      </w:r>
    </w:p>
    <w:p w14:paraId="7AED2D61" w14:textId="77777777" w:rsidR="00C83B26" w:rsidRDefault="002E19AC" w:rsidP="00C83B26">
      <w:r w:rsidRPr="00223237">
        <w:t>Oh</w:t>
      </w:r>
      <w:r w:rsidR="00AB6DDF">
        <w:t xml:space="preserve"> ! </w:t>
      </w:r>
      <w:r w:rsidRPr="00223237">
        <w:t>Mais je ne blague pas</w:t>
      </w:r>
      <w:r w:rsidR="00AB6DDF">
        <w:t xml:space="preserve">, </w:t>
      </w:r>
      <w:r w:rsidRPr="00223237">
        <w:t>je vous jure</w:t>
      </w:r>
      <w:r w:rsidR="00AB6DDF">
        <w:t>.</w:t>
      </w:r>
    </w:p>
    <w:p w14:paraId="3A816AD6" w14:textId="77777777" w:rsidR="00C83B26" w:rsidRDefault="002E19AC" w:rsidP="00C83B26">
      <w:pPr>
        <w:ind w:firstLine="0"/>
        <w:jc w:val="center"/>
      </w:pPr>
      <w:r w:rsidRPr="00C83B26">
        <w:t>LUI</w:t>
      </w:r>
    </w:p>
    <w:p w14:paraId="3349606D" w14:textId="77777777" w:rsidR="00C83B26" w:rsidRDefault="002E19AC" w:rsidP="00C83B26">
      <w:r w:rsidRPr="00223237">
        <w:lastRenderedPageBreak/>
        <w:t>Bien</w:t>
      </w:r>
      <w:r w:rsidR="00AB6DDF">
        <w:t xml:space="preserve">, </w:t>
      </w:r>
      <w:r w:rsidRPr="00223237">
        <w:t>mon chéri</w:t>
      </w:r>
      <w:r w:rsidR="00AB6DDF">
        <w:t xml:space="preserve">. </w:t>
      </w:r>
      <w:r w:rsidRPr="00223237">
        <w:t>Voulez-vous considérer que vous avez en face de vous un homme parfaitement honnête et loyal</w:t>
      </w:r>
      <w:r w:rsidR="00AB6DDF">
        <w:t xml:space="preserve">, </w:t>
      </w:r>
      <w:r w:rsidRPr="00223237">
        <w:t>inc</w:t>
      </w:r>
      <w:r w:rsidRPr="00223237">
        <w:t>a</w:t>
      </w:r>
      <w:r w:rsidRPr="00223237">
        <w:t>pable d</w:t>
      </w:r>
      <w:r w:rsidR="00AB6DDF">
        <w:t>’</w:t>
      </w:r>
      <w:r w:rsidRPr="00223237">
        <w:t>une action vile</w:t>
      </w:r>
      <w:r w:rsidR="00AB6DDF">
        <w:t> ?</w:t>
      </w:r>
    </w:p>
    <w:p w14:paraId="59B552CA" w14:textId="77777777" w:rsidR="00C83B26" w:rsidRDefault="002E19AC" w:rsidP="00C83B26">
      <w:pPr>
        <w:ind w:firstLine="0"/>
        <w:jc w:val="center"/>
      </w:pPr>
      <w:r w:rsidRPr="00C83B26">
        <w:t>ELLE</w:t>
      </w:r>
    </w:p>
    <w:p w14:paraId="5E20E045" w14:textId="77777777" w:rsidR="00C83B26" w:rsidRDefault="002E19AC" w:rsidP="00C83B26">
      <w:r w:rsidRPr="00223237">
        <w:t>Oui</w:t>
      </w:r>
      <w:r w:rsidR="00AB6DDF">
        <w:t>.</w:t>
      </w:r>
    </w:p>
    <w:p w14:paraId="33BA859F" w14:textId="77777777" w:rsidR="00C83B26" w:rsidRDefault="002E19AC" w:rsidP="00C83B26">
      <w:pPr>
        <w:ind w:firstLine="0"/>
        <w:jc w:val="center"/>
      </w:pPr>
      <w:r w:rsidRPr="00C83B26">
        <w:t>LUI</w:t>
      </w:r>
    </w:p>
    <w:p w14:paraId="768BA2D2" w14:textId="77777777" w:rsidR="00C83B26" w:rsidRDefault="002E19AC" w:rsidP="00C83B26">
      <w:r w:rsidRPr="00223237">
        <w:t>Vous voulez bien le considérer</w:t>
      </w:r>
      <w:r w:rsidR="00AB6DDF">
        <w:t> ?</w:t>
      </w:r>
    </w:p>
    <w:p w14:paraId="1A81D279" w14:textId="77777777" w:rsidR="00C83B26" w:rsidRDefault="002E19AC" w:rsidP="00C83B26">
      <w:pPr>
        <w:ind w:firstLine="0"/>
        <w:jc w:val="center"/>
      </w:pPr>
      <w:r w:rsidRPr="00C83B26">
        <w:t>ELLE</w:t>
      </w:r>
    </w:p>
    <w:p w14:paraId="6230F11A" w14:textId="77777777" w:rsidR="00C83B26" w:rsidRDefault="002E19AC" w:rsidP="00C83B26">
      <w:r w:rsidRPr="00223237">
        <w:t>Oui</w:t>
      </w:r>
      <w:r w:rsidR="00AB6DDF">
        <w:t>.</w:t>
      </w:r>
    </w:p>
    <w:p w14:paraId="78D567A4" w14:textId="77777777" w:rsidR="00C83B26" w:rsidRDefault="002E19AC" w:rsidP="00C83B26">
      <w:pPr>
        <w:ind w:firstLine="0"/>
        <w:jc w:val="center"/>
      </w:pPr>
      <w:r w:rsidRPr="00C83B26">
        <w:t>LUI</w:t>
      </w:r>
    </w:p>
    <w:p w14:paraId="4E846FB3" w14:textId="77777777" w:rsidR="00C83B26" w:rsidRDefault="002E19AC" w:rsidP="00C83B26">
      <w:r w:rsidRPr="00223237">
        <w:t>Je vous remercie</w:t>
      </w:r>
      <w:r w:rsidR="00AB6DDF">
        <w:t xml:space="preserve">… </w:t>
      </w:r>
      <w:r w:rsidRPr="00223237">
        <w:t>Eh</w:t>
      </w:r>
      <w:r w:rsidR="00AB6DDF">
        <w:t xml:space="preserve"> ! </w:t>
      </w:r>
      <w:r w:rsidRPr="00223237">
        <w:t>Bien</w:t>
      </w:r>
      <w:r w:rsidR="00AB6DDF">
        <w:t xml:space="preserve">, </w:t>
      </w:r>
      <w:r w:rsidRPr="00223237">
        <w:t>cet homme honnête et loyal peut-il espérer de vous une réponse précise à une question qu</w:t>
      </w:r>
      <w:r w:rsidR="00AB6DDF">
        <w:t>’</w:t>
      </w:r>
      <w:r w:rsidRPr="00223237">
        <w:t>il va vous poser</w:t>
      </w:r>
      <w:r w:rsidR="00AB6DDF">
        <w:t> ?</w:t>
      </w:r>
    </w:p>
    <w:p w14:paraId="1A020E55" w14:textId="77777777" w:rsidR="00C83B26" w:rsidRDefault="002E19AC" w:rsidP="00C83B26">
      <w:pPr>
        <w:ind w:firstLine="0"/>
        <w:jc w:val="center"/>
      </w:pPr>
      <w:r w:rsidRPr="00C83B26">
        <w:t>ELLE</w:t>
      </w:r>
    </w:p>
    <w:p w14:paraId="1B194C2C" w14:textId="77777777" w:rsidR="00C83B26" w:rsidRDefault="002E19AC" w:rsidP="00C83B26">
      <w:r w:rsidRPr="00223237">
        <w:t>Oui</w:t>
      </w:r>
      <w:r w:rsidR="00AB6DDF">
        <w:t>…</w:t>
      </w:r>
    </w:p>
    <w:p w14:paraId="7B011492" w14:textId="77777777" w:rsidR="00C83B26" w:rsidRDefault="002E19AC" w:rsidP="00C83B26">
      <w:pPr>
        <w:ind w:firstLine="0"/>
        <w:jc w:val="center"/>
      </w:pPr>
      <w:r w:rsidRPr="00C83B26">
        <w:t>LUI</w:t>
      </w:r>
    </w:p>
    <w:p w14:paraId="71B0173A" w14:textId="77777777" w:rsidR="00C83B26" w:rsidRDefault="002E19AC" w:rsidP="00C83B26">
      <w:r w:rsidRPr="00223237">
        <w:t>Alors</w:t>
      </w:r>
      <w:r w:rsidR="00AB6DDF">
        <w:t xml:space="preserve">, </w:t>
      </w:r>
      <w:r w:rsidRPr="00223237">
        <w:t>je vous pose la question suivante</w:t>
      </w:r>
      <w:r w:rsidR="00AB6DDF">
        <w:t xml:space="preserve"> : </w:t>
      </w:r>
      <w:r w:rsidRPr="00223237">
        <w:t>voulez-vous</w:t>
      </w:r>
      <w:r w:rsidR="00AB6DDF">
        <w:t xml:space="preserve">, </w:t>
      </w:r>
      <w:r w:rsidRPr="00223237">
        <w:t>oui ou non</w:t>
      </w:r>
      <w:r w:rsidR="00AB6DDF">
        <w:t xml:space="preserve">, </w:t>
      </w:r>
      <w:r w:rsidRPr="00223237">
        <w:t>du beurre sur le pain</w:t>
      </w:r>
      <w:r w:rsidR="00AB6DDF">
        <w:t> ?</w:t>
      </w:r>
    </w:p>
    <w:p w14:paraId="1764AC37" w14:textId="77777777" w:rsidR="00C83B26" w:rsidRDefault="002E19AC" w:rsidP="00C83B26">
      <w:pPr>
        <w:ind w:firstLine="0"/>
        <w:jc w:val="center"/>
      </w:pPr>
      <w:r w:rsidRPr="00C83B26">
        <w:t>ELLE</w:t>
      </w:r>
    </w:p>
    <w:p w14:paraId="12B2113D" w14:textId="77777777" w:rsidR="00C83B26" w:rsidRDefault="002E19AC" w:rsidP="00C83B26">
      <w:r w:rsidRPr="00223237">
        <w:t>Oh</w:t>
      </w:r>
      <w:r w:rsidR="00AB6DDF">
        <w:t> !…</w:t>
      </w:r>
    </w:p>
    <w:p w14:paraId="058579EE" w14:textId="77777777" w:rsidR="00C83B26" w:rsidRDefault="002E19AC" w:rsidP="00C83B26">
      <w:pPr>
        <w:ind w:firstLine="0"/>
        <w:jc w:val="center"/>
      </w:pPr>
      <w:r w:rsidRPr="00C83B26">
        <w:t>LUI</w:t>
      </w:r>
    </w:p>
    <w:p w14:paraId="522A21EB" w14:textId="77777777" w:rsidR="00C83B26" w:rsidRDefault="002E19AC" w:rsidP="00C83B26">
      <w:r w:rsidRPr="00223237">
        <w:t>Je t</w:t>
      </w:r>
      <w:r w:rsidR="00AB6DDF">
        <w:t>’</w:t>
      </w:r>
      <w:r w:rsidRPr="00223237">
        <w:t>aime</w:t>
      </w:r>
      <w:r w:rsidR="00AB6DDF">
        <w:t xml:space="preserve"> – </w:t>
      </w:r>
      <w:r w:rsidRPr="00223237">
        <w:t>et c</w:t>
      </w:r>
      <w:r w:rsidR="00AB6DDF">
        <w:t>’</w:t>
      </w:r>
      <w:r w:rsidRPr="00223237">
        <w:t>est là mon excuse</w:t>
      </w:r>
      <w:r w:rsidR="00AB6DDF">
        <w:t xml:space="preserve"> – </w:t>
      </w:r>
      <w:r w:rsidRPr="00223237">
        <w:t>mais je n</w:t>
      </w:r>
      <w:r w:rsidR="00AB6DDF">
        <w:t>’</w:t>
      </w:r>
      <w:r w:rsidRPr="00223237">
        <w:t>ai pas eu de réponse</w:t>
      </w:r>
      <w:r w:rsidR="00AB6DDF">
        <w:t xml:space="preserve">… </w:t>
      </w:r>
      <w:r w:rsidRPr="00223237">
        <w:t>Voulez-vous du beurre sur le pain</w:t>
      </w:r>
      <w:r w:rsidR="00AB6DDF">
        <w:t> ?</w:t>
      </w:r>
    </w:p>
    <w:p w14:paraId="5A0944B8" w14:textId="77777777" w:rsidR="00C83B26" w:rsidRDefault="002E19AC" w:rsidP="00C83B26">
      <w:pPr>
        <w:ind w:firstLine="0"/>
        <w:jc w:val="center"/>
      </w:pPr>
      <w:r w:rsidRPr="00C83B26">
        <w:lastRenderedPageBreak/>
        <w:t>ELLE</w:t>
      </w:r>
    </w:p>
    <w:p w14:paraId="40388A24" w14:textId="77777777" w:rsidR="00C83B26" w:rsidRDefault="002E19AC" w:rsidP="00C83B26">
      <w:r w:rsidRPr="00223237">
        <w:t>Oui</w:t>
      </w:r>
      <w:r w:rsidR="00AB6DDF">
        <w:t xml:space="preserve">, </w:t>
      </w:r>
      <w:r w:rsidRPr="00223237">
        <w:t>sur un seul côté</w:t>
      </w:r>
      <w:r w:rsidR="00AB6DDF">
        <w:t>.</w:t>
      </w:r>
    </w:p>
    <w:p w14:paraId="4359CAED" w14:textId="77777777" w:rsidR="00C83B26" w:rsidRDefault="002E19AC" w:rsidP="00C83B26">
      <w:pPr>
        <w:ind w:firstLine="0"/>
        <w:jc w:val="center"/>
      </w:pPr>
      <w:r w:rsidRPr="00C83B26">
        <w:t>LUI</w:t>
      </w:r>
    </w:p>
    <w:p w14:paraId="0BF5A312" w14:textId="77777777" w:rsidR="00C83B26" w:rsidRDefault="002E19AC" w:rsidP="00C83B26">
      <w:r w:rsidRPr="00223237">
        <w:t>Bien</w:t>
      </w:r>
      <w:r w:rsidR="00AB6DDF">
        <w:t xml:space="preserve">, </w:t>
      </w:r>
      <w:r w:rsidRPr="00223237">
        <w:t>madame</w:t>
      </w:r>
      <w:r w:rsidR="00AB6DDF">
        <w:t xml:space="preserve">. </w:t>
      </w:r>
      <w:r w:rsidRPr="00223237">
        <w:t>J</w:t>
      </w:r>
      <w:r w:rsidR="00AB6DDF">
        <w:t>’</w:t>
      </w:r>
      <w:r w:rsidRPr="00223237">
        <w:t>aurai fait tout au monde pour la di</w:t>
      </w:r>
      <w:r w:rsidRPr="00223237">
        <w:t>s</w:t>
      </w:r>
      <w:r w:rsidRPr="00223237">
        <w:t>traire</w:t>
      </w:r>
      <w:r w:rsidR="00AB6DDF">
        <w:t>…</w:t>
      </w:r>
    </w:p>
    <w:p w14:paraId="112BC914" w14:textId="77777777" w:rsidR="00C83B26" w:rsidRDefault="002E19AC" w:rsidP="00C83B26">
      <w:pPr>
        <w:ind w:firstLine="0"/>
        <w:jc w:val="center"/>
      </w:pPr>
      <w:r w:rsidRPr="00C83B26">
        <w:t>ELLE</w:t>
      </w:r>
    </w:p>
    <w:p w14:paraId="0C4DABD5" w14:textId="77777777" w:rsidR="00C83B26" w:rsidRDefault="002E19AC" w:rsidP="00C83B26">
      <w:r w:rsidRPr="00223237">
        <w:t>Et si je téléphonais à la Préfecture</w:t>
      </w:r>
      <w:r w:rsidR="00AB6DDF">
        <w:t> ?</w:t>
      </w:r>
    </w:p>
    <w:p w14:paraId="31F6EADE" w14:textId="77777777" w:rsidR="00C83B26" w:rsidRDefault="002E19AC" w:rsidP="00C83B26">
      <w:pPr>
        <w:ind w:firstLine="0"/>
        <w:jc w:val="center"/>
      </w:pPr>
      <w:r w:rsidRPr="00C83B26">
        <w:t>LUI</w:t>
      </w:r>
    </w:p>
    <w:p w14:paraId="6AC6DD30" w14:textId="77777777" w:rsidR="00C83B26" w:rsidRDefault="002E19AC" w:rsidP="00C83B26">
      <w:r w:rsidRPr="00223237">
        <w:t>Quelle préfecture</w:t>
      </w:r>
      <w:r w:rsidR="00AB6DDF">
        <w:t xml:space="preserve">, </w:t>
      </w:r>
      <w:r w:rsidRPr="00223237">
        <w:t>mon chéri</w:t>
      </w:r>
      <w:r w:rsidR="00AB6DDF">
        <w:t xml:space="preserve"> ? </w:t>
      </w:r>
      <w:r w:rsidRPr="00223237">
        <w:t>Il y a le choix</w:t>
      </w:r>
      <w:r w:rsidR="00AB6DDF">
        <w:t>.</w:t>
      </w:r>
    </w:p>
    <w:p w14:paraId="7AC2FAAF" w14:textId="77777777" w:rsidR="00C83B26" w:rsidRDefault="002E19AC" w:rsidP="00C83B26">
      <w:pPr>
        <w:ind w:firstLine="0"/>
        <w:jc w:val="center"/>
      </w:pPr>
      <w:r w:rsidRPr="00C83B26">
        <w:t>ELLE</w:t>
      </w:r>
    </w:p>
    <w:p w14:paraId="2652056D" w14:textId="77777777" w:rsidR="00C83B26" w:rsidRDefault="002E19AC" w:rsidP="00C83B26">
      <w:r w:rsidRPr="00223237">
        <w:t>Je ne sais pas</w:t>
      </w:r>
      <w:r w:rsidR="00AB6DDF">
        <w:t>…</w:t>
      </w:r>
    </w:p>
    <w:p w14:paraId="2333FAA3" w14:textId="77777777" w:rsidR="00C83B26" w:rsidRDefault="002E19AC" w:rsidP="00C83B26">
      <w:pPr>
        <w:ind w:firstLine="0"/>
        <w:jc w:val="center"/>
      </w:pPr>
      <w:r w:rsidRPr="00C83B26">
        <w:t>LUI</w:t>
      </w:r>
    </w:p>
    <w:p w14:paraId="05F00904" w14:textId="77777777" w:rsidR="00C83B26" w:rsidRDefault="002E19AC" w:rsidP="00C83B26">
      <w:r w:rsidRPr="00223237">
        <w:t>Eh</w:t>
      </w:r>
      <w:r w:rsidR="00AB6DDF">
        <w:t xml:space="preserve"> ! </w:t>
      </w:r>
      <w:r w:rsidRPr="00223237">
        <w:t>Bien</w:t>
      </w:r>
      <w:r w:rsidR="00AB6DDF">
        <w:t xml:space="preserve">, </w:t>
      </w:r>
      <w:r w:rsidRPr="00223237">
        <w:t>quand vous aurez trouvé une préfecture am</w:t>
      </w:r>
      <w:r w:rsidRPr="00223237">
        <w:t>u</w:t>
      </w:r>
      <w:r w:rsidRPr="00223237">
        <w:t>sante</w:t>
      </w:r>
      <w:r w:rsidR="00AB6DDF">
        <w:t xml:space="preserve">, </w:t>
      </w:r>
      <w:r w:rsidRPr="00223237">
        <w:t>nous ferons ça</w:t>
      </w:r>
      <w:r w:rsidR="00AB6DDF">
        <w:t> !</w:t>
      </w:r>
    </w:p>
    <w:p w14:paraId="00E1B832" w14:textId="77777777" w:rsidR="00C83B26" w:rsidRDefault="002E19AC" w:rsidP="00C83B26">
      <w:pPr>
        <w:ind w:firstLine="0"/>
        <w:jc w:val="center"/>
      </w:pPr>
      <w:r w:rsidRPr="00C83B26">
        <w:t>ELLE</w:t>
      </w:r>
    </w:p>
    <w:p w14:paraId="0E570FD1" w14:textId="77777777" w:rsidR="00C83B26" w:rsidRDefault="002E19AC" w:rsidP="00C83B26">
      <w:r w:rsidRPr="00223237">
        <w:t>Mais comment se fait-il qu</w:t>
      </w:r>
      <w:r w:rsidR="00AB6DDF">
        <w:t>’</w:t>
      </w:r>
      <w:r w:rsidRPr="00223237">
        <w:t>il n</w:t>
      </w:r>
      <w:r w:rsidR="00AB6DDF">
        <w:t>’</w:t>
      </w:r>
      <w:r w:rsidRPr="00223237">
        <w:t>ait pas encore téléphoné</w:t>
      </w:r>
      <w:r w:rsidR="00AB6DDF">
        <w:t xml:space="preserve">, </w:t>
      </w:r>
      <w:r w:rsidRPr="00223237">
        <w:t>lui</w:t>
      </w:r>
      <w:r w:rsidR="00AB6DDF">
        <w:t xml:space="preserve">, </w:t>
      </w:r>
      <w:r w:rsidRPr="00223237">
        <w:t>chez vous</w:t>
      </w:r>
      <w:r w:rsidR="00AB6DDF">
        <w:t> ?</w:t>
      </w:r>
    </w:p>
    <w:p w14:paraId="3BC19F0A" w14:textId="77777777" w:rsidR="00C83B26" w:rsidRDefault="002E19AC" w:rsidP="00C83B26">
      <w:pPr>
        <w:ind w:firstLine="0"/>
        <w:jc w:val="center"/>
      </w:pPr>
      <w:r w:rsidRPr="00C83B26">
        <w:t>LUI</w:t>
      </w:r>
    </w:p>
    <w:p w14:paraId="0E8CA44A" w14:textId="77777777" w:rsidR="00C83B26" w:rsidRDefault="002E19AC" w:rsidP="00C83B26">
      <w:r w:rsidRPr="00223237">
        <w:t>Qui ça</w:t>
      </w:r>
      <w:r w:rsidR="00AB6DDF">
        <w:t xml:space="preserve"> ? </w:t>
      </w:r>
      <w:r w:rsidRPr="00223237">
        <w:t>Votre mari</w:t>
      </w:r>
      <w:r w:rsidR="00AB6DDF">
        <w:t xml:space="preserve"> ? </w:t>
      </w:r>
      <w:r w:rsidRPr="00223237">
        <w:t>Pourquoi il n</w:t>
      </w:r>
      <w:r w:rsidR="00AB6DDF">
        <w:t>’</w:t>
      </w:r>
      <w:r w:rsidRPr="00223237">
        <w:t>a pas encore téléphoné chez moi</w:t>
      </w:r>
      <w:r w:rsidR="00AB6DDF">
        <w:t xml:space="preserve"> ? </w:t>
      </w:r>
      <w:r w:rsidRPr="00223237">
        <w:t>Tout à l</w:t>
      </w:r>
      <w:r w:rsidR="00AB6DDF">
        <w:t>’</w:t>
      </w:r>
      <w:r w:rsidRPr="00223237">
        <w:t>heure</w:t>
      </w:r>
      <w:r w:rsidR="00AB6DDF">
        <w:t xml:space="preserve">… </w:t>
      </w:r>
      <w:r w:rsidRPr="00223237">
        <w:t>ne soyez pas impatiente comme ça</w:t>
      </w:r>
      <w:r w:rsidR="00AB6DDF">
        <w:t xml:space="preserve">… </w:t>
      </w:r>
      <w:r w:rsidRPr="00223237">
        <w:t>il va téléphoner tout à l</w:t>
      </w:r>
      <w:r w:rsidR="00AB6DDF">
        <w:t>’</w:t>
      </w:r>
      <w:r w:rsidRPr="00223237">
        <w:t>heure</w:t>
      </w:r>
      <w:r w:rsidR="00AB6DDF">
        <w:t> !</w:t>
      </w:r>
    </w:p>
    <w:p w14:paraId="17670AAB" w14:textId="77777777" w:rsidR="00C83B26" w:rsidRDefault="002E19AC" w:rsidP="00C83B26">
      <w:pPr>
        <w:ind w:firstLine="0"/>
        <w:jc w:val="center"/>
      </w:pPr>
      <w:r w:rsidRPr="00C83B26">
        <w:t>ELLE</w:t>
      </w:r>
    </w:p>
    <w:p w14:paraId="104EC465" w14:textId="77777777" w:rsidR="00C83B26" w:rsidRDefault="002E19AC" w:rsidP="00C83B26">
      <w:r w:rsidRPr="00223237">
        <w:t>Pourquoi</w:t>
      </w:r>
      <w:r w:rsidR="00AB6DDF">
        <w:t xml:space="preserve">, </w:t>
      </w:r>
      <w:r w:rsidRPr="00223237">
        <w:t>tout à l</w:t>
      </w:r>
      <w:r w:rsidR="00AB6DDF">
        <w:t>’</w:t>
      </w:r>
      <w:r w:rsidRPr="00223237">
        <w:t>heure</w:t>
      </w:r>
      <w:r w:rsidR="00AB6DDF">
        <w:t> ?</w:t>
      </w:r>
    </w:p>
    <w:p w14:paraId="48F2891A" w14:textId="77777777" w:rsidR="00C83B26" w:rsidRDefault="002E19AC" w:rsidP="00C83B26">
      <w:pPr>
        <w:ind w:firstLine="0"/>
        <w:jc w:val="center"/>
      </w:pPr>
      <w:r w:rsidRPr="00C83B26">
        <w:lastRenderedPageBreak/>
        <w:t>LUI</w:t>
      </w:r>
    </w:p>
    <w:p w14:paraId="76A152A4" w14:textId="77777777" w:rsidR="00C83B26" w:rsidRDefault="002E19AC" w:rsidP="00C83B26">
      <w:r w:rsidRPr="00223237">
        <w:t>Parce qu</w:t>
      </w:r>
      <w:r w:rsidR="00AB6DDF">
        <w:t>’</w:t>
      </w:r>
      <w:r w:rsidRPr="00223237">
        <w:t>en ce moment il a d</w:t>
      </w:r>
      <w:r w:rsidR="00AB6DDF">
        <w:t>’</w:t>
      </w:r>
      <w:r w:rsidRPr="00223237">
        <w:t>autres soupçons à liquider</w:t>
      </w:r>
      <w:r w:rsidR="00AB6DDF">
        <w:t>.</w:t>
      </w:r>
    </w:p>
    <w:p w14:paraId="75A8EC7D" w14:textId="77777777" w:rsidR="00C83B26" w:rsidRDefault="002E19AC" w:rsidP="00C83B26">
      <w:pPr>
        <w:ind w:firstLine="0"/>
        <w:jc w:val="center"/>
      </w:pPr>
      <w:r w:rsidRPr="00C83B26">
        <w:t>ELLE</w:t>
      </w:r>
    </w:p>
    <w:p w14:paraId="5758F30F" w14:textId="77777777" w:rsidR="00C83B26" w:rsidRDefault="002E19AC" w:rsidP="00C83B26">
      <w:r w:rsidRPr="00223237">
        <w:t>Dites donc</w:t>
      </w:r>
      <w:r w:rsidR="00AB6DDF">
        <w:t xml:space="preserve">, </w:t>
      </w:r>
      <w:r w:rsidRPr="00223237">
        <w:t>vous</w:t>
      </w:r>
      <w:r w:rsidR="00AB6DDF">
        <w:t xml:space="preserve">, </w:t>
      </w:r>
      <w:r w:rsidRPr="00223237">
        <w:t>sur qui</w:t>
      </w:r>
      <w:r w:rsidR="00AB6DDF">
        <w:t xml:space="preserve">, </w:t>
      </w:r>
      <w:r w:rsidRPr="00223237">
        <w:t>des soupçons</w:t>
      </w:r>
      <w:r w:rsidR="00AB6DDF">
        <w:t> ?</w:t>
      </w:r>
    </w:p>
    <w:p w14:paraId="3D22AA8D" w14:textId="77777777" w:rsidR="00C83B26" w:rsidRDefault="002E19AC" w:rsidP="00C83B26">
      <w:pPr>
        <w:ind w:firstLine="0"/>
        <w:jc w:val="center"/>
      </w:pPr>
      <w:r w:rsidRPr="00C83B26">
        <w:t>LUI</w:t>
      </w:r>
    </w:p>
    <w:p w14:paraId="6FC49C16" w14:textId="77777777" w:rsidR="00C83B26" w:rsidRDefault="002E19AC" w:rsidP="00C83B26">
      <w:r w:rsidRPr="00223237">
        <w:t>Comment</w:t>
      </w:r>
      <w:r w:rsidR="00AB6DDF">
        <w:t xml:space="preserve">, </w:t>
      </w:r>
      <w:r w:rsidRPr="00223237">
        <w:t>sur qui</w:t>
      </w:r>
      <w:r w:rsidR="00AB6DDF">
        <w:t xml:space="preserve"> ? </w:t>
      </w:r>
      <w:r w:rsidRPr="00223237">
        <w:t>Mais sur tous ceux chez qui vous n</w:t>
      </w:r>
      <w:r w:rsidR="00AB6DDF">
        <w:t>’</w:t>
      </w:r>
      <w:r w:rsidRPr="00223237">
        <w:t>avez pas passé la nuit</w:t>
      </w:r>
      <w:r w:rsidR="00AB6DDF">
        <w:t xml:space="preserve"> !… </w:t>
      </w:r>
      <w:r w:rsidRPr="00223237">
        <w:t>Je parie qu</w:t>
      </w:r>
      <w:r w:rsidR="00AB6DDF">
        <w:t>’</w:t>
      </w:r>
      <w:r w:rsidRPr="00223237">
        <w:t>il a fait cette gaffe-là au moins vingt fois depuis ce matin</w:t>
      </w:r>
      <w:r w:rsidR="00AB6DDF">
        <w:t xml:space="preserve">… </w:t>
      </w:r>
      <w:r w:rsidRPr="00223237">
        <w:t>et</w:t>
      </w:r>
      <w:r w:rsidR="00AB6DDF">
        <w:t xml:space="preserve">, </w:t>
      </w:r>
      <w:r w:rsidRPr="00223237">
        <w:t>à l</w:t>
      </w:r>
      <w:r w:rsidR="00AB6DDF">
        <w:t>’</w:t>
      </w:r>
      <w:r w:rsidRPr="00223237">
        <w:t>heure qu</w:t>
      </w:r>
      <w:r w:rsidR="00AB6DDF">
        <w:t>’</w:t>
      </w:r>
      <w:r w:rsidRPr="00223237">
        <w:t>il est</w:t>
      </w:r>
      <w:r w:rsidR="00AB6DDF">
        <w:t xml:space="preserve">, </w:t>
      </w:r>
      <w:r w:rsidRPr="00223237">
        <w:t>tout P</w:t>
      </w:r>
      <w:r w:rsidRPr="00223237">
        <w:t>a</w:t>
      </w:r>
      <w:r w:rsidRPr="00223237">
        <w:t>ris sait que vous avez découché</w:t>
      </w:r>
      <w:r w:rsidR="00AB6DDF">
        <w:t xml:space="preserve">. </w:t>
      </w:r>
      <w:r w:rsidRPr="00223237">
        <w:t>Moi</w:t>
      </w:r>
      <w:r w:rsidR="00AB6DDF">
        <w:t xml:space="preserve">, </w:t>
      </w:r>
      <w:r w:rsidRPr="00223237">
        <w:t>je vais être le dernier</w:t>
      </w:r>
      <w:r w:rsidR="00AB6DDF">
        <w:t xml:space="preserve">… </w:t>
      </w:r>
      <w:r w:rsidRPr="00223237">
        <w:t>c</w:t>
      </w:r>
      <w:r w:rsidR="00AB6DDF">
        <w:t>’</w:t>
      </w:r>
      <w:r w:rsidRPr="00223237">
        <w:t>est toujours comme ça</w:t>
      </w:r>
      <w:r w:rsidR="00AB6DDF">
        <w:t xml:space="preserve"> !… </w:t>
      </w:r>
      <w:r w:rsidRPr="00223237">
        <w:t>C</w:t>
      </w:r>
      <w:r w:rsidR="00AB6DDF">
        <w:t>’</w:t>
      </w:r>
      <w:r w:rsidRPr="00223237">
        <w:t>est l</w:t>
      </w:r>
      <w:r w:rsidR="00AB6DDF">
        <w:t>’</w:t>
      </w:r>
      <w:r w:rsidRPr="00223237">
        <w:t>éternelle i</w:t>
      </w:r>
      <w:r w:rsidRPr="00223237">
        <w:t>n</w:t>
      </w:r>
      <w:r w:rsidRPr="00223237">
        <w:t>justice des maris</w:t>
      </w:r>
      <w:r w:rsidR="00AB6DDF">
        <w:t xml:space="preserve">, </w:t>
      </w:r>
      <w:r w:rsidRPr="00223237">
        <w:t>il n</w:t>
      </w:r>
      <w:r w:rsidR="00AB6DDF">
        <w:t>’</w:t>
      </w:r>
      <w:r w:rsidRPr="00223237">
        <w:t>y a rien à faire</w:t>
      </w:r>
      <w:r w:rsidR="00AB6DDF">
        <w:t xml:space="preserve">. </w:t>
      </w:r>
      <w:r w:rsidRPr="00223237">
        <w:t>Maintenant</w:t>
      </w:r>
      <w:r w:rsidR="00AB6DDF">
        <w:t xml:space="preserve">, </w:t>
      </w:r>
      <w:r w:rsidRPr="00223237">
        <w:t>mon amour</w:t>
      </w:r>
      <w:r w:rsidR="00AB6DDF">
        <w:t xml:space="preserve">, </w:t>
      </w:r>
      <w:r w:rsidRPr="00223237">
        <w:t>je vous annonce brutalement une nouvelle qui sera sans doute dans les journaux du soir</w:t>
      </w:r>
      <w:r w:rsidR="00AB6DDF">
        <w:t xml:space="preserve"> : </w:t>
      </w:r>
      <w:r w:rsidRPr="00223237">
        <w:t>vous êtes servie</w:t>
      </w:r>
      <w:r w:rsidR="00AB6DDF">
        <w:t>…</w:t>
      </w:r>
    </w:p>
    <w:p w14:paraId="240113E2" w14:textId="77777777" w:rsidR="00C83B26" w:rsidRDefault="002E19AC" w:rsidP="00C83B26">
      <w:r w:rsidRPr="00223237">
        <w:t>Permettez-moi de vous accompagner à la salle à manger</w:t>
      </w:r>
      <w:r w:rsidR="00AB6DDF">
        <w:t xml:space="preserve">. </w:t>
      </w:r>
      <w:r w:rsidRPr="00223237">
        <w:t>Nous allons y aller deux par deux</w:t>
      </w:r>
      <w:r w:rsidR="00AB6DDF">
        <w:t xml:space="preserve">. </w:t>
      </w:r>
      <w:r w:rsidRPr="00223237">
        <w:t>Traversons la bibliothèque</w:t>
      </w:r>
      <w:r w:rsidR="00AB6DDF">
        <w:t xml:space="preserve">, </w:t>
      </w:r>
      <w:r w:rsidRPr="00223237">
        <w:t>la salle de billard</w:t>
      </w:r>
      <w:r w:rsidR="00AB6DDF">
        <w:t xml:space="preserve">, </w:t>
      </w:r>
      <w:r w:rsidRPr="00223237">
        <w:t>le salon</w:t>
      </w:r>
      <w:r w:rsidR="00AB6DDF">
        <w:t>… (</w:t>
      </w:r>
      <w:r w:rsidRPr="00223237">
        <w:rPr>
          <w:i/>
        </w:rPr>
        <w:t xml:space="preserve">Il </w:t>
      </w:r>
      <w:r w:rsidRPr="00223237">
        <w:rPr>
          <w:i/>
          <w:iCs/>
        </w:rPr>
        <w:t>la promène à son bras tout autour de la pièce</w:t>
      </w:r>
      <w:r w:rsidR="00AB6DDF">
        <w:rPr>
          <w:i/>
          <w:iCs/>
        </w:rPr>
        <w:t xml:space="preserve">.) </w:t>
      </w:r>
      <w:r w:rsidRPr="00223237">
        <w:t>Maintenant nous voilà dans la salle à manger</w:t>
      </w:r>
      <w:r w:rsidR="00AB6DDF">
        <w:t xml:space="preserve">. </w:t>
      </w:r>
      <w:r w:rsidRPr="00223237">
        <w:t>Je vous souhaite bon appétit</w:t>
      </w:r>
      <w:r w:rsidR="00AB6DDF">
        <w:t>.</w:t>
      </w:r>
    </w:p>
    <w:p w14:paraId="256F0987" w14:textId="77777777" w:rsidR="00C83B26" w:rsidRDefault="002E19AC" w:rsidP="00C83B26">
      <w:pPr>
        <w:ind w:firstLine="0"/>
        <w:jc w:val="center"/>
      </w:pPr>
      <w:r w:rsidRPr="00C83B26">
        <w:t>ELLE</w:t>
      </w:r>
    </w:p>
    <w:p w14:paraId="73266E78" w14:textId="77777777" w:rsidR="00C83B26" w:rsidRDefault="002E19AC" w:rsidP="00C83B26">
      <w:r w:rsidRPr="00223237">
        <w:t>Votre calme est effrayant</w:t>
      </w:r>
      <w:r w:rsidR="00AB6DDF">
        <w:t> !</w:t>
      </w:r>
    </w:p>
    <w:p w14:paraId="69530DF4" w14:textId="77777777" w:rsidR="00C83B26" w:rsidRDefault="002E19AC" w:rsidP="00C83B26">
      <w:pPr>
        <w:ind w:firstLine="0"/>
        <w:jc w:val="center"/>
      </w:pPr>
      <w:r w:rsidRPr="00C83B26">
        <w:t>LUI</w:t>
      </w:r>
    </w:p>
    <w:p w14:paraId="0CAD5D08" w14:textId="77777777" w:rsidR="00C83B26" w:rsidRDefault="002E19AC" w:rsidP="00C83B26">
      <w:r w:rsidRPr="00223237">
        <w:t>Je suis désolé de voir que mon calme augmente encore votre nervosité</w:t>
      </w:r>
      <w:r w:rsidR="00AB6DDF">
        <w:t xml:space="preserve">, </w:t>
      </w:r>
      <w:r w:rsidRPr="00223237">
        <w:t>pourtant</w:t>
      </w:r>
      <w:r w:rsidR="00AB6DDF">
        <w:t xml:space="preserve">, </w:t>
      </w:r>
      <w:r w:rsidRPr="00223237">
        <w:t>au nom du ciel</w:t>
      </w:r>
      <w:r w:rsidR="00AB6DDF">
        <w:t xml:space="preserve">, </w:t>
      </w:r>
      <w:r w:rsidRPr="00223237">
        <w:t>soyez gentille et ne me g</w:t>
      </w:r>
      <w:r w:rsidRPr="00223237">
        <w:t>â</w:t>
      </w:r>
      <w:r w:rsidRPr="00223237">
        <w:t>tez pas mon plaisir davantage</w:t>
      </w:r>
      <w:r w:rsidR="00AB6DDF">
        <w:t> !</w:t>
      </w:r>
    </w:p>
    <w:p w14:paraId="572F5073" w14:textId="77777777" w:rsidR="00C83B26" w:rsidRDefault="002E19AC" w:rsidP="00C83B26">
      <w:pPr>
        <w:ind w:firstLine="0"/>
        <w:jc w:val="center"/>
      </w:pPr>
      <w:r w:rsidRPr="00C83B26">
        <w:t>ELLE</w:t>
      </w:r>
    </w:p>
    <w:p w14:paraId="7FBEE08C" w14:textId="77777777" w:rsidR="00C83B26" w:rsidRDefault="002E19AC" w:rsidP="00C83B26">
      <w:r w:rsidRPr="00223237">
        <w:t>Votre plaisir</w:t>
      </w:r>
      <w:r w:rsidR="00AB6DDF">
        <w:t> ?</w:t>
      </w:r>
    </w:p>
    <w:p w14:paraId="5A770017" w14:textId="77777777" w:rsidR="00C83B26" w:rsidRDefault="002E19AC" w:rsidP="00C83B26">
      <w:pPr>
        <w:ind w:firstLine="0"/>
        <w:jc w:val="center"/>
      </w:pPr>
      <w:r w:rsidRPr="00C83B26">
        <w:lastRenderedPageBreak/>
        <w:t>LUI</w:t>
      </w:r>
    </w:p>
    <w:p w14:paraId="424E96F1" w14:textId="77777777" w:rsidR="00C83B26" w:rsidRDefault="002E19AC" w:rsidP="00C83B26">
      <w:r w:rsidRPr="00223237">
        <w:t>Il est si grand</w:t>
      </w:r>
      <w:r w:rsidR="00AB6DDF">
        <w:t xml:space="preserve">, </w:t>
      </w:r>
      <w:r w:rsidRPr="00223237">
        <w:t>si merveilleux</w:t>
      </w:r>
      <w:r w:rsidR="00AB6DDF">
        <w:t xml:space="preserve">, </w:t>
      </w:r>
      <w:r w:rsidRPr="00223237">
        <w:t>mon plaisir</w:t>
      </w:r>
      <w:r w:rsidR="00AB6DDF">
        <w:t xml:space="preserve"> ! </w:t>
      </w:r>
      <w:r w:rsidRPr="00223237">
        <w:t>Pensez donc</w:t>
      </w:r>
      <w:r w:rsidR="00AB6DDF">
        <w:t xml:space="preserve">, </w:t>
      </w:r>
      <w:r w:rsidRPr="00223237">
        <w:t>hier</w:t>
      </w:r>
      <w:r w:rsidR="00AB6DDF">
        <w:t xml:space="preserve">, </w:t>
      </w:r>
      <w:r w:rsidRPr="00223237">
        <w:t>à quatre heures</w:t>
      </w:r>
      <w:r w:rsidR="00AB6DDF">
        <w:t xml:space="preserve">, </w:t>
      </w:r>
      <w:r w:rsidRPr="00223237">
        <w:t>ici</w:t>
      </w:r>
      <w:r w:rsidR="00AB6DDF">
        <w:t xml:space="preserve">… </w:t>
      </w:r>
      <w:r w:rsidRPr="00223237">
        <w:t>là</w:t>
      </w:r>
      <w:r w:rsidR="00AB6DDF">
        <w:t xml:space="preserve">… </w:t>
      </w:r>
      <w:r w:rsidRPr="00223237">
        <w:t>j</w:t>
      </w:r>
      <w:r w:rsidR="00AB6DDF">
        <w:t>’</w:t>
      </w:r>
      <w:r w:rsidRPr="00223237">
        <w:t>ai eu l</w:t>
      </w:r>
      <w:r w:rsidR="00AB6DDF">
        <w:t>’</w:t>
      </w:r>
      <w:r w:rsidRPr="00223237">
        <w:t>incroyable toupet de vous dire que je vous aimais</w:t>
      </w:r>
      <w:r w:rsidR="00AB6DDF">
        <w:t xml:space="preserve">… </w:t>
      </w:r>
      <w:r w:rsidRPr="00223237">
        <w:t>Vingt-quatre heures ne se sont pas écoulées</w:t>
      </w:r>
      <w:r w:rsidR="00AB6DDF">
        <w:t xml:space="preserve">… </w:t>
      </w:r>
      <w:r w:rsidRPr="00223237">
        <w:t>et vous êtes ma maîtresse</w:t>
      </w:r>
      <w:r w:rsidR="00AB6DDF">
        <w:t xml:space="preserve">… </w:t>
      </w:r>
      <w:r w:rsidRPr="00223237">
        <w:t>et nous avons passé toute une nuit ensemble</w:t>
      </w:r>
      <w:r w:rsidR="00AB6DDF">
        <w:t xml:space="preserve">… </w:t>
      </w:r>
      <w:r w:rsidRPr="00223237">
        <w:t>et vous avez dormi dans mes bras</w:t>
      </w:r>
      <w:r w:rsidR="00AB6DDF">
        <w:t xml:space="preserve">… </w:t>
      </w:r>
      <w:r w:rsidRPr="00223237">
        <w:t>et vous voulez m</w:t>
      </w:r>
      <w:r w:rsidR="00AB6DDF">
        <w:t>’</w:t>
      </w:r>
      <w:r w:rsidRPr="00223237">
        <w:t>empêcher d</w:t>
      </w:r>
      <w:r w:rsidR="00AB6DDF">
        <w:t>’</w:t>
      </w:r>
      <w:r w:rsidRPr="00223237">
        <w:t>estimer que le bonheur qui m</w:t>
      </w:r>
      <w:r w:rsidR="00AB6DDF">
        <w:t>’</w:t>
      </w:r>
      <w:r w:rsidRPr="00223237">
        <w:t>arrive est cent millions de fois supérieur à tous les petits e</w:t>
      </w:r>
      <w:r w:rsidRPr="00223237">
        <w:t>n</w:t>
      </w:r>
      <w:r w:rsidRPr="00223237">
        <w:t xml:space="preserve">nuis que vous allez </w:t>
      </w:r>
      <w:proofErr w:type="spellStart"/>
      <w:r w:rsidRPr="00223237">
        <w:t>avoir</w:t>
      </w:r>
      <w:proofErr w:type="spellEnd"/>
      <w:r w:rsidR="00AB6DDF">
        <w:t> !</w:t>
      </w:r>
    </w:p>
    <w:p w14:paraId="3F4EEB82" w14:textId="77777777" w:rsidR="00C83B26" w:rsidRDefault="002E19AC" w:rsidP="00C83B26">
      <w:pPr>
        <w:ind w:firstLine="0"/>
        <w:jc w:val="center"/>
      </w:pPr>
      <w:r w:rsidRPr="00C83B26">
        <w:t>ELLE</w:t>
      </w:r>
    </w:p>
    <w:p w14:paraId="10631C08" w14:textId="77777777" w:rsidR="00C83B26" w:rsidRDefault="002E19AC" w:rsidP="00C83B26">
      <w:r w:rsidRPr="00223237">
        <w:t>Ah</w:t>
      </w:r>
      <w:r w:rsidR="00AB6DDF">
        <w:t xml:space="preserve"> ! </w:t>
      </w:r>
      <w:r w:rsidRPr="00223237">
        <w:t>Vous êtes admirable</w:t>
      </w:r>
      <w:r w:rsidR="00AB6DDF">
        <w:t> !</w:t>
      </w:r>
    </w:p>
    <w:p w14:paraId="6DAC210E" w14:textId="77777777" w:rsidR="00C83B26" w:rsidRDefault="002E19AC" w:rsidP="00C83B26">
      <w:pPr>
        <w:ind w:firstLine="0"/>
        <w:jc w:val="center"/>
      </w:pPr>
      <w:r w:rsidRPr="00C83B26">
        <w:t>LUI</w:t>
      </w:r>
    </w:p>
    <w:p w14:paraId="79EFE788" w14:textId="77777777" w:rsidR="00C83B26" w:rsidRDefault="002E19AC" w:rsidP="00C83B26">
      <w:r w:rsidRPr="00223237">
        <w:t>Vous êtes bien gentille</w:t>
      </w:r>
      <w:r w:rsidR="00AB6DDF">
        <w:t xml:space="preserve">, </w:t>
      </w:r>
      <w:r w:rsidRPr="00223237">
        <w:t>mais ne me jugez pas comme ça</w:t>
      </w:r>
      <w:r w:rsidR="00AB6DDF">
        <w:t xml:space="preserve">, </w:t>
      </w:r>
      <w:r w:rsidRPr="00223237">
        <w:t>le m</w:t>
      </w:r>
      <w:r w:rsidRPr="00223237">
        <w:t>a</w:t>
      </w:r>
      <w:r w:rsidRPr="00223237">
        <w:t>tin</w:t>
      </w:r>
      <w:r w:rsidR="00AB6DDF">
        <w:t xml:space="preserve">, </w:t>
      </w:r>
      <w:r w:rsidRPr="00223237">
        <w:t>au réveil</w:t>
      </w:r>
      <w:r w:rsidR="00AB6DDF">
        <w:t>.</w:t>
      </w:r>
    </w:p>
    <w:p w14:paraId="1B05774A" w14:textId="77777777" w:rsidR="00C83B26" w:rsidRDefault="002E19AC" w:rsidP="00C83B26">
      <w:pPr>
        <w:ind w:firstLine="0"/>
        <w:jc w:val="center"/>
      </w:pPr>
      <w:r w:rsidRPr="00C83B26">
        <w:t>ELLE</w:t>
      </w:r>
    </w:p>
    <w:p w14:paraId="048A0478" w14:textId="77777777" w:rsidR="00C83B26" w:rsidRDefault="002E19AC" w:rsidP="00C83B26">
      <w:r w:rsidRPr="00223237">
        <w:t>Vous appelez ça des petits ennuis</w:t>
      </w:r>
      <w:r w:rsidR="00AB6DDF">
        <w:t> ?</w:t>
      </w:r>
    </w:p>
    <w:p w14:paraId="727DB25C" w14:textId="77777777" w:rsidR="00C83B26" w:rsidRDefault="002E19AC" w:rsidP="00C83B26">
      <w:pPr>
        <w:ind w:firstLine="0"/>
        <w:jc w:val="center"/>
      </w:pPr>
      <w:r w:rsidRPr="00C83B26">
        <w:t>LUI</w:t>
      </w:r>
    </w:p>
    <w:p w14:paraId="684FE6CE" w14:textId="77777777" w:rsidR="00C83B26" w:rsidRDefault="002E19AC" w:rsidP="00C83B26">
      <w:r w:rsidRPr="00223237">
        <w:t>Mais oui</w:t>
      </w:r>
      <w:r w:rsidR="00AB6DDF">
        <w:t xml:space="preserve">, </w:t>
      </w:r>
      <w:r w:rsidRPr="00223237">
        <w:t>croyez-moi bien</w:t>
      </w:r>
      <w:r w:rsidR="00AB6DDF">
        <w:t xml:space="preserve"> : </w:t>
      </w:r>
      <w:r w:rsidRPr="00223237">
        <w:t>de tout petits ennuis</w:t>
      </w:r>
      <w:r w:rsidR="00AB6DDF">
        <w:t>.</w:t>
      </w:r>
    </w:p>
    <w:p w14:paraId="7757B032" w14:textId="77777777" w:rsidR="00C83B26" w:rsidRDefault="002E19AC" w:rsidP="00C83B26">
      <w:pPr>
        <w:ind w:firstLine="0"/>
        <w:jc w:val="center"/>
      </w:pPr>
      <w:r w:rsidRPr="00C83B26">
        <w:t>ELLE</w:t>
      </w:r>
    </w:p>
    <w:p w14:paraId="39F36163" w14:textId="77777777" w:rsidR="00C83B26" w:rsidRDefault="002E19AC" w:rsidP="00C83B26">
      <w:r w:rsidRPr="00223237">
        <w:t>Ah</w:t>
      </w:r>
      <w:r w:rsidR="00AB6DDF">
        <w:t xml:space="preserve"> !… </w:t>
      </w:r>
      <w:r w:rsidRPr="00223237">
        <w:t>Mais</w:t>
      </w:r>
      <w:r w:rsidR="00AB6DDF">
        <w:t xml:space="preserve">, </w:t>
      </w:r>
      <w:r w:rsidRPr="00223237">
        <w:t>voyons</w:t>
      </w:r>
      <w:r w:rsidR="00AB6DDF">
        <w:t xml:space="preserve">, </w:t>
      </w:r>
      <w:r w:rsidRPr="00223237">
        <w:t>qu</w:t>
      </w:r>
      <w:r w:rsidR="00AB6DDF">
        <w:t>’</w:t>
      </w:r>
      <w:r w:rsidRPr="00223237">
        <w:t>est-ce que je vais devenir</w:t>
      </w:r>
      <w:r w:rsidR="00AB6DDF">
        <w:t> ?</w:t>
      </w:r>
    </w:p>
    <w:p w14:paraId="1B368B8C" w14:textId="77777777" w:rsidR="00C83B26" w:rsidRDefault="002E19AC" w:rsidP="00C83B26">
      <w:pPr>
        <w:ind w:firstLine="0"/>
        <w:jc w:val="center"/>
      </w:pPr>
      <w:r w:rsidRPr="00C83B26">
        <w:t>LUI</w:t>
      </w:r>
    </w:p>
    <w:p w14:paraId="52089AF5" w14:textId="77777777" w:rsidR="00C83B26" w:rsidRDefault="002E19AC" w:rsidP="00C83B26">
      <w:r w:rsidRPr="00223237">
        <w:t>Ma femme</w:t>
      </w:r>
      <w:r w:rsidR="00AB6DDF">
        <w:t> !…</w:t>
      </w:r>
    </w:p>
    <w:p w14:paraId="03D2BE2C" w14:textId="77777777" w:rsidR="00C83B26" w:rsidRDefault="002E19AC" w:rsidP="00C83B26">
      <w:pPr>
        <w:ind w:firstLine="0"/>
        <w:jc w:val="center"/>
      </w:pPr>
      <w:r w:rsidRPr="00C83B26">
        <w:t>ELLE</w:t>
      </w:r>
    </w:p>
    <w:p w14:paraId="29AC0EC3" w14:textId="77777777" w:rsidR="00C83B26" w:rsidRDefault="002E19AC" w:rsidP="00C83B26">
      <w:r w:rsidRPr="00223237">
        <w:t>Vous êtes marié</w:t>
      </w:r>
      <w:r w:rsidR="00AB6DDF">
        <w:t>… ?</w:t>
      </w:r>
    </w:p>
    <w:p w14:paraId="65359329" w14:textId="77777777" w:rsidR="00C83B26" w:rsidRDefault="002E19AC" w:rsidP="00C83B26">
      <w:pPr>
        <w:ind w:firstLine="0"/>
        <w:jc w:val="center"/>
      </w:pPr>
      <w:r w:rsidRPr="00C83B26">
        <w:lastRenderedPageBreak/>
        <w:t>LUI</w:t>
      </w:r>
    </w:p>
    <w:p w14:paraId="78DE3AFA" w14:textId="77777777" w:rsidR="00C83B26" w:rsidRDefault="002E19AC" w:rsidP="00C83B26">
      <w:r w:rsidRPr="00223237">
        <w:t>Moi</w:t>
      </w:r>
      <w:r w:rsidR="00AB6DDF">
        <w:t xml:space="preserve">, </w:t>
      </w:r>
      <w:r w:rsidRPr="00223237">
        <w:t>non</w:t>
      </w:r>
      <w:r w:rsidR="00AB6DDF">
        <w:t xml:space="preserve">, </w:t>
      </w:r>
      <w:r w:rsidRPr="00223237">
        <w:t>grâce à Dieu</w:t>
      </w:r>
      <w:r w:rsidR="00AB6DDF">
        <w:t xml:space="preserve"> – </w:t>
      </w:r>
      <w:r w:rsidRPr="00223237">
        <w:t>pas encore</w:t>
      </w:r>
      <w:r w:rsidR="00AB6DDF">
        <w:t>.</w:t>
      </w:r>
    </w:p>
    <w:p w14:paraId="363B09DC" w14:textId="77777777" w:rsidR="00C83B26" w:rsidRDefault="002E19AC" w:rsidP="00C83B26">
      <w:pPr>
        <w:ind w:firstLine="0"/>
        <w:jc w:val="center"/>
      </w:pPr>
      <w:r w:rsidRPr="00C83B26">
        <w:t>ELLE</w:t>
      </w:r>
    </w:p>
    <w:p w14:paraId="2852B9CC" w14:textId="77777777" w:rsidR="00C83B26" w:rsidRDefault="002E19AC" w:rsidP="00C83B26">
      <w:r w:rsidRPr="00223237">
        <w:t>Qu</w:t>
      </w:r>
      <w:r w:rsidR="00AB6DDF">
        <w:t>’</w:t>
      </w:r>
      <w:r w:rsidRPr="00223237">
        <w:t>est-ce que vous avez dit</w:t>
      </w:r>
      <w:r w:rsidR="00AB6DDF">
        <w:t xml:space="preserve">, </w:t>
      </w:r>
      <w:r w:rsidRPr="00223237">
        <w:t>alors</w:t>
      </w:r>
      <w:r w:rsidR="00AB6DDF">
        <w:t> ?</w:t>
      </w:r>
    </w:p>
    <w:p w14:paraId="2C28358F" w14:textId="77777777" w:rsidR="00C83B26" w:rsidRDefault="002E19AC" w:rsidP="00C83B26">
      <w:pPr>
        <w:ind w:firstLine="0"/>
        <w:jc w:val="center"/>
      </w:pPr>
      <w:r w:rsidRPr="00C83B26">
        <w:t>LUI</w:t>
      </w:r>
    </w:p>
    <w:p w14:paraId="6E973032" w14:textId="77777777" w:rsidR="00C83B26" w:rsidRDefault="002E19AC" w:rsidP="00C83B26">
      <w:r w:rsidRPr="00223237">
        <w:t>Je vous ai dit</w:t>
      </w:r>
      <w:r w:rsidR="00AB6DDF">
        <w:t xml:space="preserve"> : </w:t>
      </w:r>
      <w:r w:rsidRPr="00223237">
        <w:t>ma femme</w:t>
      </w:r>
      <w:r w:rsidR="00AB6DDF">
        <w:t xml:space="preserve"> – </w:t>
      </w:r>
      <w:r w:rsidRPr="00223237">
        <w:t>en réponse à votre question</w:t>
      </w:r>
      <w:r w:rsidR="00AB6DDF">
        <w:t xml:space="preserve">. </w:t>
      </w:r>
      <w:r w:rsidRPr="00223237">
        <w:t>Vous m</w:t>
      </w:r>
      <w:r w:rsidR="00AB6DDF">
        <w:t>’</w:t>
      </w:r>
      <w:r w:rsidRPr="00223237">
        <w:t>avez demandé</w:t>
      </w:r>
      <w:r w:rsidR="00AB6DDF">
        <w:t> : « </w:t>
      </w:r>
      <w:r w:rsidRPr="00223237">
        <w:t>Qu</w:t>
      </w:r>
      <w:r w:rsidR="00AB6DDF">
        <w:t>’</w:t>
      </w:r>
      <w:r w:rsidRPr="00223237">
        <w:t>est-ce que je vais devenir</w:t>
      </w:r>
      <w:r w:rsidR="00AB6DDF">
        <w:t> ? »</w:t>
      </w:r>
      <w:r w:rsidRPr="00223237">
        <w:t xml:space="preserve"> Alors</w:t>
      </w:r>
      <w:r w:rsidR="00AB6DDF">
        <w:t xml:space="preserve">, </w:t>
      </w:r>
      <w:r w:rsidRPr="00223237">
        <w:t>je vous ai répondu</w:t>
      </w:r>
      <w:r w:rsidR="00AB6DDF">
        <w:t> : « </w:t>
      </w:r>
      <w:r w:rsidRPr="00223237">
        <w:t>Ma femme</w:t>
      </w:r>
      <w:r w:rsidR="00AB6DDF">
        <w:t xml:space="preserve"> » – </w:t>
      </w:r>
      <w:r w:rsidRPr="00223237">
        <w:t>vous allez devenir ma femme</w:t>
      </w:r>
      <w:r w:rsidR="00AB6DDF">
        <w:t> !</w:t>
      </w:r>
    </w:p>
    <w:p w14:paraId="3E4BAA92" w14:textId="77777777" w:rsidR="00C83B26" w:rsidRDefault="002E19AC" w:rsidP="00C83B26">
      <w:pPr>
        <w:ind w:firstLine="0"/>
        <w:jc w:val="center"/>
      </w:pPr>
      <w:r w:rsidRPr="00C83B26">
        <w:t>ELLE</w:t>
      </w:r>
    </w:p>
    <w:p w14:paraId="38950975" w14:textId="77777777" w:rsidR="00C83B26" w:rsidRDefault="002E19AC" w:rsidP="00C83B26">
      <w:r w:rsidRPr="00223237">
        <w:t>Oh</w:t>
      </w:r>
      <w:r w:rsidR="00AB6DDF">
        <w:t xml:space="preserve"> ! </w:t>
      </w:r>
      <w:r w:rsidRPr="00223237">
        <w:t>non</w:t>
      </w:r>
      <w:r w:rsidR="00AB6DDF">
        <w:t> ?</w:t>
      </w:r>
    </w:p>
    <w:p w14:paraId="2147C470" w14:textId="77777777" w:rsidR="00C83B26" w:rsidRDefault="002E19AC" w:rsidP="00C83B26">
      <w:pPr>
        <w:ind w:firstLine="0"/>
        <w:jc w:val="center"/>
      </w:pPr>
      <w:r w:rsidRPr="00C83B26">
        <w:t>LUI</w:t>
      </w:r>
    </w:p>
    <w:p w14:paraId="32939B03" w14:textId="77777777" w:rsidR="00C83B26" w:rsidRDefault="002E19AC" w:rsidP="00C83B26">
      <w:r w:rsidRPr="00223237">
        <w:t>Comment</w:t>
      </w:r>
      <w:r w:rsidR="00AB6DDF">
        <w:t xml:space="preserve">, </w:t>
      </w:r>
      <w:r w:rsidRPr="00223237">
        <w:t>non</w:t>
      </w:r>
      <w:r w:rsidR="00AB6DDF">
        <w:t xml:space="preserve"> ? </w:t>
      </w:r>
      <w:r w:rsidRPr="00223237">
        <w:t>Mais si</w:t>
      </w:r>
      <w:r w:rsidR="00AB6DDF">
        <w:t xml:space="preserve">, </w:t>
      </w:r>
      <w:r w:rsidRPr="00223237">
        <w:t>voyons</w:t>
      </w:r>
      <w:r w:rsidR="00AB6DDF">
        <w:t> !</w:t>
      </w:r>
    </w:p>
    <w:p w14:paraId="39E36AB0" w14:textId="77777777" w:rsidR="00C83B26" w:rsidRDefault="002E19AC" w:rsidP="00C83B26">
      <w:pPr>
        <w:ind w:firstLine="0"/>
        <w:jc w:val="center"/>
      </w:pPr>
      <w:r w:rsidRPr="00C83B26">
        <w:t>ELLE</w:t>
      </w:r>
    </w:p>
    <w:p w14:paraId="3AD5C5C6" w14:textId="77777777" w:rsidR="00C83B26" w:rsidRDefault="002E19AC" w:rsidP="00C83B26">
      <w:r w:rsidRPr="00223237">
        <w:t>Vous dites ça</w:t>
      </w:r>
      <w:r w:rsidR="00AB6DDF">
        <w:t xml:space="preserve">… </w:t>
      </w:r>
      <w:r w:rsidRPr="00223237">
        <w:t>sérieusement</w:t>
      </w:r>
      <w:r w:rsidR="00AB6DDF">
        <w:t> ?</w:t>
      </w:r>
    </w:p>
    <w:p w14:paraId="48D1532B" w14:textId="77777777" w:rsidR="00C83B26" w:rsidRDefault="002E19AC" w:rsidP="00C83B26">
      <w:pPr>
        <w:ind w:firstLine="0"/>
        <w:jc w:val="center"/>
      </w:pPr>
      <w:r w:rsidRPr="00C83B26">
        <w:t>LUI</w:t>
      </w:r>
    </w:p>
    <w:p w14:paraId="737098B0" w14:textId="77777777" w:rsidR="00C83B26" w:rsidRDefault="002E19AC" w:rsidP="00C83B26">
      <w:r w:rsidRPr="00223237">
        <w:t>Sérieusement</w:t>
      </w:r>
      <w:r w:rsidR="00AB6DDF">
        <w:t xml:space="preserve">, </w:t>
      </w:r>
      <w:r w:rsidRPr="00223237">
        <w:t>non</w:t>
      </w:r>
      <w:r w:rsidR="00AB6DDF">
        <w:t xml:space="preserve">… </w:t>
      </w:r>
      <w:r w:rsidRPr="00223237">
        <w:t>je le dis gaiement</w:t>
      </w:r>
      <w:r w:rsidR="00AB6DDF">
        <w:t xml:space="preserve"> !… </w:t>
      </w:r>
      <w:r w:rsidRPr="00223237">
        <w:t>Mais</w:t>
      </w:r>
      <w:r w:rsidR="00AB6DDF">
        <w:t xml:space="preserve">, </w:t>
      </w:r>
      <w:r w:rsidRPr="00223237">
        <w:t>mon amour chéri</w:t>
      </w:r>
      <w:r w:rsidR="00AB6DDF">
        <w:t xml:space="preserve">, </w:t>
      </w:r>
      <w:r w:rsidRPr="00223237">
        <w:t>nous y sommes amenés par la force même des choses</w:t>
      </w:r>
      <w:r w:rsidR="00AB6DDF">
        <w:t xml:space="preserve"> ! </w:t>
      </w:r>
      <w:r w:rsidRPr="00223237">
        <w:t>Encore une fois</w:t>
      </w:r>
      <w:r w:rsidR="00AB6DDF">
        <w:t xml:space="preserve">, </w:t>
      </w:r>
      <w:r w:rsidRPr="00223237">
        <w:t>je vous donne ma parole d</w:t>
      </w:r>
      <w:r w:rsidR="00AB6DDF">
        <w:t>’</w:t>
      </w:r>
      <w:r w:rsidRPr="00223237">
        <w:t>honneur que je ne l</w:t>
      </w:r>
      <w:r w:rsidR="00AB6DDF">
        <w:t>’</w:t>
      </w:r>
      <w:r w:rsidRPr="00223237">
        <w:t>ai pas fait exprès</w:t>
      </w:r>
      <w:r w:rsidR="00AB6DDF">
        <w:t xml:space="preserve">… </w:t>
      </w:r>
      <w:r w:rsidRPr="00223237">
        <w:t>que je ne me suis pas endormi v</w:t>
      </w:r>
      <w:r w:rsidRPr="00223237">
        <w:t>o</w:t>
      </w:r>
      <w:r w:rsidRPr="00223237">
        <w:t>lontairement</w:t>
      </w:r>
      <w:r w:rsidR="00AB6DDF">
        <w:t xml:space="preserve">, </w:t>
      </w:r>
      <w:r w:rsidRPr="00223237">
        <w:t>mais je vous jure aussi une chose</w:t>
      </w:r>
      <w:r w:rsidR="00AB6DDF">
        <w:t xml:space="preserve">, </w:t>
      </w:r>
      <w:r w:rsidRPr="00223237">
        <w:t>c</w:t>
      </w:r>
      <w:r w:rsidR="00AB6DDF">
        <w:t>’</w:t>
      </w:r>
      <w:r w:rsidRPr="00223237">
        <w:t>est que lor</w:t>
      </w:r>
      <w:r w:rsidRPr="00223237">
        <w:t>s</w:t>
      </w:r>
      <w:r w:rsidRPr="00223237">
        <w:t>que mon valet de chambre m</w:t>
      </w:r>
      <w:r w:rsidR="00AB6DDF">
        <w:t>’</w:t>
      </w:r>
      <w:r w:rsidRPr="00223237">
        <w:t>a annoncé qu</w:t>
      </w:r>
      <w:r w:rsidR="00AB6DDF">
        <w:t>’</w:t>
      </w:r>
      <w:r w:rsidRPr="00223237">
        <w:t>il était huit heures du matin</w:t>
      </w:r>
      <w:r w:rsidR="00AB6DDF">
        <w:t xml:space="preserve">… </w:t>
      </w:r>
      <w:r w:rsidRPr="00223237">
        <w:t>il n</w:t>
      </w:r>
      <w:r w:rsidR="00AB6DDF">
        <w:t>’</w:t>
      </w:r>
      <w:r w:rsidRPr="00223237">
        <w:t xml:space="preserve">avait pas prononcé la deuxième syllabe du mot </w:t>
      </w:r>
      <w:r w:rsidR="00AB6DDF">
        <w:t>« </w:t>
      </w:r>
      <w:r w:rsidRPr="00223237">
        <w:t>heure</w:t>
      </w:r>
      <w:r w:rsidR="00AB6DDF">
        <w:t> »</w:t>
      </w:r>
      <w:r w:rsidRPr="00223237">
        <w:t xml:space="preserve"> que ma décision déjà était prise</w:t>
      </w:r>
      <w:r w:rsidR="00AB6DDF">
        <w:t xml:space="preserve">… </w:t>
      </w:r>
      <w:r w:rsidRPr="00223237">
        <w:t>et sans l</w:t>
      </w:r>
      <w:r w:rsidR="00AB6DDF">
        <w:t>’</w:t>
      </w:r>
      <w:r w:rsidRPr="00223237">
        <w:t>avoir vo</w:t>
      </w:r>
      <w:r w:rsidRPr="00223237">
        <w:t>u</w:t>
      </w:r>
      <w:r w:rsidRPr="00223237">
        <w:t>lu</w:t>
      </w:r>
      <w:r w:rsidR="00AB6DDF">
        <w:t xml:space="preserve">, </w:t>
      </w:r>
      <w:r w:rsidRPr="00223237">
        <w:t>vous</w:t>
      </w:r>
      <w:r w:rsidR="00AB6DDF">
        <w:t xml:space="preserve">, </w:t>
      </w:r>
      <w:r w:rsidRPr="00223237">
        <w:t>mon aimée</w:t>
      </w:r>
      <w:r w:rsidR="00AB6DDF">
        <w:t xml:space="preserve">, </w:t>
      </w:r>
      <w:r w:rsidRPr="00223237">
        <w:t>vous avez retardé une chose rare et adm</w:t>
      </w:r>
      <w:r w:rsidRPr="00223237">
        <w:t>i</w:t>
      </w:r>
      <w:r w:rsidRPr="00223237">
        <w:t>rable</w:t>
      </w:r>
      <w:r w:rsidR="00AB6DDF">
        <w:t>…</w:t>
      </w:r>
    </w:p>
    <w:p w14:paraId="7D30E3F5" w14:textId="77777777" w:rsidR="00C83B26" w:rsidRDefault="002E19AC" w:rsidP="00C83B26">
      <w:pPr>
        <w:ind w:firstLine="0"/>
        <w:jc w:val="center"/>
      </w:pPr>
      <w:r w:rsidRPr="00C83B26">
        <w:lastRenderedPageBreak/>
        <w:t>ELLE</w:t>
      </w:r>
    </w:p>
    <w:p w14:paraId="1E1F0F61" w14:textId="77777777" w:rsidR="00C83B26" w:rsidRDefault="002E19AC" w:rsidP="00C83B26">
      <w:r w:rsidRPr="00223237">
        <w:t>Quelle chose</w:t>
      </w:r>
      <w:r w:rsidR="00AB6DDF">
        <w:t> ?</w:t>
      </w:r>
    </w:p>
    <w:p w14:paraId="461CDDA0" w14:textId="77777777" w:rsidR="00C83B26" w:rsidRDefault="002E19AC" w:rsidP="00C83B26">
      <w:pPr>
        <w:ind w:firstLine="0"/>
        <w:jc w:val="center"/>
      </w:pPr>
      <w:r w:rsidRPr="00C83B26">
        <w:t>LUI</w:t>
      </w:r>
    </w:p>
    <w:p w14:paraId="2C60F0CB" w14:textId="77777777" w:rsidR="00C83B26" w:rsidRDefault="002E19AC" w:rsidP="00C83B26">
      <w:r w:rsidRPr="00223237">
        <w:t>Quelle chose</w:t>
      </w:r>
      <w:r w:rsidR="00AB6DDF">
        <w:t xml:space="preserve"> ? </w:t>
      </w:r>
      <w:r w:rsidRPr="00223237">
        <w:t>Mais l</w:t>
      </w:r>
      <w:r w:rsidR="00AB6DDF">
        <w:t>’</w:t>
      </w:r>
      <w:r w:rsidRPr="00223237">
        <w:t>explosion de joie de deux amants nouveaux qui s</w:t>
      </w:r>
      <w:r w:rsidR="00AB6DDF">
        <w:t>’</w:t>
      </w:r>
      <w:r w:rsidRPr="00223237">
        <w:t>éveillent</w:t>
      </w:r>
      <w:r w:rsidR="00AB6DDF">
        <w:t xml:space="preserve">… </w:t>
      </w:r>
      <w:r w:rsidRPr="00223237">
        <w:t>et s</w:t>
      </w:r>
      <w:r w:rsidR="00AB6DDF">
        <w:t>’</w:t>
      </w:r>
      <w:r w:rsidRPr="00223237">
        <w:t>aperçoivent en s</w:t>
      </w:r>
      <w:r w:rsidR="00AB6DDF">
        <w:t>’</w:t>
      </w:r>
      <w:r w:rsidRPr="00223237">
        <w:t>éveillant que le Destin les a unis pour toute la vie</w:t>
      </w:r>
      <w:r w:rsidR="00AB6DDF">
        <w:t xml:space="preserve"> ! </w:t>
      </w:r>
      <w:r w:rsidRPr="00223237">
        <w:t>Vous ne voyez pas</w:t>
      </w:r>
      <w:r w:rsidR="00AB6DDF">
        <w:t xml:space="preserve">, </w:t>
      </w:r>
      <w:r w:rsidRPr="00223237">
        <w:t>cette nuit</w:t>
      </w:r>
      <w:r w:rsidR="00AB6DDF">
        <w:t xml:space="preserve">, </w:t>
      </w:r>
      <w:r w:rsidRPr="00223237">
        <w:t>vers minuit</w:t>
      </w:r>
      <w:r w:rsidR="00AB6DDF">
        <w:t xml:space="preserve">, </w:t>
      </w:r>
      <w:r w:rsidRPr="00223237">
        <w:t>le Destin allant chercher le Marchand de Sable et lui disant</w:t>
      </w:r>
      <w:r w:rsidR="00AB6DDF">
        <w:t> : « </w:t>
      </w:r>
      <w:r w:rsidRPr="00223237">
        <w:t>Morphée</w:t>
      </w:r>
      <w:r w:rsidR="00AB6DDF">
        <w:t xml:space="preserve">, </w:t>
      </w:r>
      <w:r w:rsidRPr="00223237">
        <w:t>veux-tu être gentil</w:t>
      </w:r>
      <w:r w:rsidR="00AB6DDF">
        <w:t xml:space="preserve">, </w:t>
      </w:r>
      <w:r w:rsidRPr="00223237">
        <w:t>viens</w:t>
      </w:r>
      <w:r w:rsidR="00AB6DDF">
        <w:t xml:space="preserve">… </w:t>
      </w:r>
      <w:r w:rsidRPr="00223237">
        <w:t>viens m</w:t>
      </w:r>
      <w:r w:rsidR="00AB6DDF">
        <w:t>’</w:t>
      </w:r>
      <w:r w:rsidRPr="00223237">
        <w:t>endormir ces deux types-là</w:t>
      </w:r>
      <w:r w:rsidR="00AB6DDF">
        <w:t xml:space="preserve">… </w:t>
      </w:r>
      <w:r w:rsidRPr="00223237">
        <w:t>je sens qu</w:t>
      </w:r>
      <w:r w:rsidR="00AB6DDF">
        <w:t>’</w:t>
      </w:r>
      <w:r w:rsidRPr="00223237">
        <w:t>ils vont s</w:t>
      </w:r>
      <w:r w:rsidR="00AB6DDF">
        <w:t>’</w:t>
      </w:r>
      <w:r w:rsidRPr="00223237">
        <w:t>aimer</w:t>
      </w:r>
      <w:r w:rsidR="00AB6DDF">
        <w:t xml:space="preserve">… </w:t>
      </w:r>
      <w:r w:rsidRPr="00223237">
        <w:t>et demain matin tu les verras se réveiller</w:t>
      </w:r>
      <w:r w:rsidR="00AB6DDF">
        <w:t xml:space="preserve">, </w:t>
      </w:r>
      <w:r w:rsidRPr="00223237">
        <w:t>tu ve</w:t>
      </w:r>
      <w:r w:rsidRPr="00223237">
        <w:t>r</w:t>
      </w:r>
      <w:r w:rsidRPr="00223237">
        <w:t>ras leur immense joie</w:t>
      </w:r>
      <w:r w:rsidR="00AB6DDF">
        <w:t xml:space="preserve">… </w:t>
      </w:r>
      <w:r w:rsidRPr="00223237">
        <w:t>tu la verras sourire dans les bras de son amant</w:t>
      </w:r>
      <w:r w:rsidR="00AB6DDF">
        <w:t> !… »</w:t>
      </w:r>
      <w:r w:rsidRPr="00223237">
        <w:t xml:space="preserve"> So</w:t>
      </w:r>
      <w:r w:rsidRPr="00223237">
        <w:t>u</w:t>
      </w:r>
      <w:r w:rsidRPr="00223237">
        <w:t>ris-moi</w:t>
      </w:r>
      <w:r w:rsidR="00AB6DDF">
        <w:t xml:space="preserve">, </w:t>
      </w:r>
      <w:r w:rsidRPr="00223237">
        <w:t>enfin</w:t>
      </w:r>
      <w:r w:rsidR="00AB6DDF">
        <w:t xml:space="preserve">, </w:t>
      </w:r>
      <w:r w:rsidRPr="00223237">
        <w:t>mon amour</w:t>
      </w:r>
      <w:r w:rsidR="00AB6DDF">
        <w:t xml:space="preserve">… </w:t>
      </w:r>
      <w:r w:rsidRPr="00223237">
        <w:t>et bois à la santé du Destin qui vient de nous unir pour toute la vie</w:t>
      </w:r>
      <w:r w:rsidR="00AB6DDF">
        <w:t xml:space="preserve"> !… </w:t>
      </w:r>
      <w:r w:rsidRPr="00223237">
        <w:t>Ouvre ta petite gue</w:t>
      </w:r>
      <w:r w:rsidRPr="00223237">
        <w:t>u</w:t>
      </w:r>
      <w:r w:rsidRPr="00223237">
        <w:t>lette</w:t>
      </w:r>
      <w:r w:rsidR="00AB6DDF">
        <w:t xml:space="preserve">… </w:t>
      </w:r>
      <w:r w:rsidR="00AB6DDF">
        <w:rPr>
          <w:i/>
          <w:iCs/>
        </w:rPr>
        <w:t>(</w:t>
      </w:r>
      <w:r w:rsidRPr="00223237">
        <w:rPr>
          <w:i/>
          <w:iCs/>
        </w:rPr>
        <w:t>Il lui fait avaler une gorgée de café au lait</w:t>
      </w:r>
      <w:r w:rsidR="00AB6DDF">
        <w:rPr>
          <w:i/>
          <w:iCs/>
        </w:rPr>
        <w:t xml:space="preserve">.) </w:t>
      </w:r>
      <w:r w:rsidRPr="00223237">
        <w:t>C</w:t>
      </w:r>
      <w:r w:rsidR="00AB6DDF">
        <w:t>’</w:t>
      </w:r>
      <w:r w:rsidRPr="00223237">
        <w:t>est bon</w:t>
      </w:r>
      <w:r w:rsidR="00AB6DDF">
        <w:t xml:space="preserve"> ? </w:t>
      </w:r>
      <w:r w:rsidRPr="00223237">
        <w:t>C</w:t>
      </w:r>
      <w:r w:rsidR="00AB6DDF">
        <w:t>’</w:t>
      </w:r>
      <w:r w:rsidRPr="00223237">
        <w:t>est comestible</w:t>
      </w:r>
      <w:r w:rsidR="00AB6DDF">
        <w:t> ?</w:t>
      </w:r>
    </w:p>
    <w:p w14:paraId="5E157C4B" w14:textId="77777777" w:rsidR="00C83B26" w:rsidRDefault="002E19AC" w:rsidP="00C83B26">
      <w:pPr>
        <w:ind w:firstLine="0"/>
        <w:jc w:val="center"/>
      </w:pPr>
      <w:r w:rsidRPr="00C83B26">
        <w:t>ELLE</w:t>
      </w:r>
    </w:p>
    <w:p w14:paraId="48D80FCE" w14:textId="77777777" w:rsidR="00C83B26" w:rsidRDefault="002E19AC" w:rsidP="00C83B26">
      <w:r w:rsidRPr="00223237">
        <w:t>Écoutez</w:t>
      </w:r>
      <w:r w:rsidR="00AB6DDF">
        <w:t>…</w:t>
      </w:r>
    </w:p>
    <w:p w14:paraId="5F3744B0" w14:textId="77777777" w:rsidR="00C83B26" w:rsidRDefault="002E19AC" w:rsidP="00C83B26">
      <w:pPr>
        <w:ind w:firstLine="0"/>
        <w:jc w:val="center"/>
      </w:pPr>
      <w:r w:rsidRPr="00C83B26">
        <w:t>LUI</w:t>
      </w:r>
    </w:p>
    <w:p w14:paraId="188F64EA" w14:textId="77777777" w:rsidR="00C83B26" w:rsidRDefault="002E19AC" w:rsidP="00C83B26">
      <w:r w:rsidRPr="00223237">
        <w:t>Quoi qui n</w:t>
      </w:r>
      <w:r w:rsidR="00AB6DDF">
        <w:t>’</w:t>
      </w:r>
      <w:r w:rsidRPr="00223237">
        <w:t>y a</w:t>
      </w:r>
      <w:r w:rsidR="00AB6DDF">
        <w:t> ?</w:t>
      </w:r>
    </w:p>
    <w:p w14:paraId="54069E33" w14:textId="77777777" w:rsidR="00C83B26" w:rsidRDefault="002E19AC" w:rsidP="00C83B26">
      <w:pPr>
        <w:ind w:firstLine="0"/>
        <w:jc w:val="center"/>
      </w:pPr>
      <w:r w:rsidRPr="00C83B26">
        <w:t>ELLE</w:t>
      </w:r>
    </w:p>
    <w:p w14:paraId="3D4ED6D5" w14:textId="77777777" w:rsidR="00C83B26" w:rsidRDefault="002E19AC" w:rsidP="00C83B26">
      <w:r w:rsidRPr="00223237">
        <w:t>Je ne sais pas si c</w:t>
      </w:r>
      <w:r w:rsidR="00AB6DDF">
        <w:t>’</w:t>
      </w:r>
      <w:r w:rsidRPr="00223237">
        <w:t>est parce que je dors encore</w:t>
      </w:r>
      <w:r w:rsidR="00AB6DDF">
        <w:t>…</w:t>
      </w:r>
    </w:p>
    <w:p w14:paraId="2201BB6E" w14:textId="77777777" w:rsidR="00C83B26" w:rsidRDefault="002E19AC" w:rsidP="00C83B26">
      <w:pPr>
        <w:ind w:firstLine="0"/>
        <w:jc w:val="center"/>
      </w:pPr>
      <w:r w:rsidRPr="00C83B26">
        <w:t>LUI</w:t>
      </w:r>
    </w:p>
    <w:p w14:paraId="4B4A2745" w14:textId="77777777" w:rsidR="00C83B26" w:rsidRDefault="002E19AC" w:rsidP="00C83B26">
      <w:r w:rsidRPr="00223237">
        <w:t>Mais</w:t>
      </w:r>
      <w:r w:rsidR="00AB6DDF">
        <w:t> ?…</w:t>
      </w:r>
    </w:p>
    <w:p w14:paraId="599A1B20" w14:textId="77777777" w:rsidR="00C83B26" w:rsidRDefault="002E19AC" w:rsidP="00C83B26">
      <w:pPr>
        <w:ind w:firstLine="0"/>
        <w:jc w:val="center"/>
      </w:pPr>
      <w:r w:rsidRPr="00C83B26">
        <w:t>ELLE</w:t>
      </w:r>
    </w:p>
    <w:p w14:paraId="52F6D648" w14:textId="77777777" w:rsidR="00C83B26" w:rsidRDefault="002E19AC" w:rsidP="00C83B26">
      <w:r w:rsidRPr="00223237">
        <w:t>Mais</w:t>
      </w:r>
      <w:r w:rsidR="00AB6DDF">
        <w:t xml:space="preserve">… </w:t>
      </w:r>
      <w:r w:rsidRPr="00223237">
        <w:t>je n</w:t>
      </w:r>
      <w:r w:rsidR="00AB6DDF">
        <w:t>’</w:t>
      </w:r>
      <w:r w:rsidRPr="00223237">
        <w:t>ai pas l</w:t>
      </w:r>
      <w:r w:rsidR="00AB6DDF">
        <w:t>’</w:t>
      </w:r>
      <w:r w:rsidRPr="00223237">
        <w:t>impression que tout ça est vrai</w:t>
      </w:r>
      <w:r w:rsidR="00AB6DDF">
        <w:t> !…</w:t>
      </w:r>
    </w:p>
    <w:p w14:paraId="0150E816" w14:textId="77777777" w:rsidR="00C83B26" w:rsidRDefault="002E19AC" w:rsidP="00C83B26">
      <w:pPr>
        <w:ind w:firstLine="0"/>
        <w:jc w:val="center"/>
      </w:pPr>
      <w:r w:rsidRPr="00C83B26">
        <w:lastRenderedPageBreak/>
        <w:t>LUI</w:t>
      </w:r>
    </w:p>
    <w:p w14:paraId="29ED2B69" w14:textId="77777777" w:rsidR="00C83B26" w:rsidRDefault="002E19AC" w:rsidP="00C83B26">
      <w:r w:rsidRPr="00223237">
        <w:t>En effet</w:t>
      </w:r>
      <w:r w:rsidR="00AB6DDF">
        <w:t xml:space="preserve">, </w:t>
      </w:r>
      <w:r w:rsidRPr="00223237">
        <w:t>c</w:t>
      </w:r>
      <w:r w:rsidR="00AB6DDF">
        <w:t>’</w:t>
      </w:r>
      <w:r w:rsidRPr="00223237">
        <w:t>est trop beau</w:t>
      </w:r>
      <w:r w:rsidR="00AB6DDF">
        <w:t xml:space="preserve">, </w:t>
      </w:r>
      <w:r w:rsidRPr="00223237">
        <w:t>on n</w:t>
      </w:r>
      <w:r w:rsidR="00AB6DDF">
        <w:t>’</w:t>
      </w:r>
      <w:r w:rsidRPr="00223237">
        <w:t>ose pas y croire</w:t>
      </w:r>
      <w:r w:rsidR="00AB6DDF">
        <w:t>.</w:t>
      </w:r>
    </w:p>
    <w:p w14:paraId="46FB3F15" w14:textId="77777777" w:rsidR="00C83B26" w:rsidRDefault="002E19AC" w:rsidP="00C83B26">
      <w:pPr>
        <w:ind w:firstLine="0"/>
        <w:jc w:val="center"/>
      </w:pPr>
      <w:r w:rsidRPr="00C83B26">
        <w:t>ELLE</w:t>
      </w:r>
    </w:p>
    <w:p w14:paraId="0AE1A81C" w14:textId="77777777" w:rsidR="00C83B26" w:rsidRDefault="002E19AC" w:rsidP="00C83B26">
      <w:r w:rsidRPr="00223237">
        <w:t>Tout à l</w:t>
      </w:r>
      <w:r w:rsidR="00AB6DDF">
        <w:t>’</w:t>
      </w:r>
      <w:r w:rsidRPr="00223237">
        <w:t>heure</w:t>
      </w:r>
      <w:r w:rsidR="00AB6DDF">
        <w:t xml:space="preserve">, </w:t>
      </w:r>
      <w:r w:rsidRPr="00223237">
        <w:t>je me suis énervée</w:t>
      </w:r>
      <w:r w:rsidR="00AB6DDF">
        <w:t xml:space="preserve">, </w:t>
      </w:r>
      <w:r w:rsidRPr="00223237">
        <w:t>j</w:t>
      </w:r>
      <w:r w:rsidR="00AB6DDF">
        <w:t>’</w:t>
      </w:r>
      <w:r w:rsidRPr="00223237">
        <w:t>ai tremblé</w:t>
      </w:r>
      <w:r w:rsidR="00AB6DDF">
        <w:t xml:space="preserve">… </w:t>
      </w:r>
      <w:r w:rsidRPr="00223237">
        <w:t>j</w:t>
      </w:r>
      <w:r w:rsidR="00AB6DDF">
        <w:t>’</w:t>
      </w:r>
      <w:r w:rsidRPr="00223237">
        <w:t>ai même failli me mettre en colère</w:t>
      </w:r>
      <w:r w:rsidR="00AB6DDF">
        <w:t xml:space="preserve">… </w:t>
      </w:r>
      <w:r w:rsidRPr="00223237">
        <w:t>mais</w:t>
      </w:r>
      <w:r w:rsidR="00AB6DDF">
        <w:t xml:space="preserve">, </w:t>
      </w:r>
      <w:r w:rsidRPr="00223237">
        <w:t>à aucun moment</w:t>
      </w:r>
      <w:r w:rsidR="00AB6DDF">
        <w:t xml:space="preserve">, </w:t>
      </w:r>
      <w:r w:rsidRPr="00223237">
        <w:t>dans le fond</w:t>
      </w:r>
      <w:r w:rsidR="00AB6DDF">
        <w:t xml:space="preserve">, </w:t>
      </w:r>
      <w:r w:rsidRPr="00223237">
        <w:t>je ne me suis rendu compte de la gravité des choses</w:t>
      </w:r>
      <w:r w:rsidR="00AB6DDF">
        <w:t> !</w:t>
      </w:r>
    </w:p>
    <w:p w14:paraId="711C6CB6" w14:textId="77777777" w:rsidR="00C83B26" w:rsidRDefault="002E19AC" w:rsidP="00C83B26">
      <w:pPr>
        <w:ind w:firstLine="0"/>
        <w:jc w:val="center"/>
      </w:pPr>
      <w:r w:rsidRPr="00C83B26">
        <w:t>LUI</w:t>
      </w:r>
    </w:p>
    <w:p w14:paraId="5150DF5D" w14:textId="77777777" w:rsidR="00C83B26" w:rsidRDefault="002E19AC" w:rsidP="00C83B26">
      <w:r w:rsidRPr="00223237">
        <w:t>C</w:t>
      </w:r>
      <w:r w:rsidR="00AB6DDF">
        <w:t>’</w:t>
      </w:r>
      <w:r w:rsidRPr="00223237">
        <w:t>est le sommeil</w:t>
      </w:r>
      <w:r w:rsidR="00AB6DDF">
        <w:t xml:space="preserve">, </w:t>
      </w:r>
      <w:r w:rsidRPr="00223237">
        <w:t>évidemment</w:t>
      </w:r>
      <w:r w:rsidR="00AB6DDF">
        <w:t xml:space="preserve">, </w:t>
      </w:r>
      <w:r w:rsidRPr="00223237">
        <w:t>qui en est la cause</w:t>
      </w:r>
      <w:r w:rsidR="00AB6DDF">
        <w:t xml:space="preserve">… </w:t>
      </w:r>
      <w:r w:rsidRPr="00223237">
        <w:t>On est tous comme ça</w:t>
      </w:r>
      <w:r w:rsidR="00AB6DDF">
        <w:t xml:space="preserve">, </w:t>
      </w:r>
      <w:r w:rsidRPr="00223237">
        <w:t>on réalise mal</w:t>
      </w:r>
      <w:r w:rsidR="00AB6DDF">
        <w:t>…</w:t>
      </w:r>
    </w:p>
    <w:p w14:paraId="5DC371AE" w14:textId="77777777" w:rsidR="00C83B26" w:rsidRDefault="002E19AC" w:rsidP="00C83B26">
      <w:pPr>
        <w:ind w:firstLine="0"/>
        <w:jc w:val="center"/>
      </w:pPr>
      <w:r w:rsidRPr="00C83B26">
        <w:t>ELLE</w:t>
      </w:r>
    </w:p>
    <w:p w14:paraId="7AD0CD65" w14:textId="77777777" w:rsidR="00C83B26" w:rsidRDefault="002E19AC" w:rsidP="00C83B26">
      <w:r w:rsidRPr="00223237">
        <w:t>Quand on pense que je suis là</w:t>
      </w:r>
      <w:r w:rsidR="00AB6DDF">
        <w:t xml:space="preserve">… </w:t>
      </w:r>
      <w:r w:rsidRPr="00223237">
        <w:t>près de vous</w:t>
      </w:r>
      <w:r w:rsidR="00AB6DDF">
        <w:t xml:space="preserve">… </w:t>
      </w:r>
      <w:r w:rsidRPr="00223237">
        <w:t>dans cette tenue incroyable</w:t>
      </w:r>
      <w:r w:rsidR="00AB6DDF">
        <w:t>…</w:t>
      </w:r>
    </w:p>
    <w:p w14:paraId="295E9648" w14:textId="77777777" w:rsidR="00C83B26" w:rsidRDefault="002E19AC" w:rsidP="00C83B26">
      <w:pPr>
        <w:ind w:firstLine="0"/>
        <w:jc w:val="center"/>
      </w:pPr>
      <w:r w:rsidRPr="00C83B26">
        <w:t>LUI</w:t>
      </w:r>
    </w:p>
    <w:p w14:paraId="2E64AC2A" w14:textId="77777777" w:rsidR="00C83B26" w:rsidRDefault="002E19AC" w:rsidP="00C83B26">
      <w:r w:rsidRPr="00223237">
        <w:t>Quel souvenir ça va être</w:t>
      </w:r>
      <w:r w:rsidR="00AB6DDF">
        <w:t xml:space="preserve">, </w:t>
      </w:r>
      <w:r w:rsidRPr="00223237">
        <w:t>ça</w:t>
      </w:r>
      <w:r w:rsidR="00AB6DDF">
        <w:t> !</w:t>
      </w:r>
    </w:p>
    <w:p w14:paraId="5AB582D5" w14:textId="77777777" w:rsidR="00C83B26" w:rsidRDefault="002E19AC" w:rsidP="00C83B26">
      <w:pPr>
        <w:ind w:firstLine="0"/>
        <w:jc w:val="center"/>
      </w:pPr>
      <w:r w:rsidRPr="00C83B26">
        <w:t>ELLE</w:t>
      </w:r>
    </w:p>
    <w:p w14:paraId="59F0D809" w14:textId="77777777" w:rsidR="00C83B26" w:rsidRDefault="00AB6DDF" w:rsidP="00C83B26">
      <w:r>
        <w:t xml:space="preserve">… </w:t>
      </w:r>
      <w:r w:rsidR="002E19AC" w:rsidRPr="00223237">
        <w:t>et que nous parlons presque en souriant</w:t>
      </w:r>
      <w:r>
        <w:t xml:space="preserve">, </w:t>
      </w:r>
      <w:r w:rsidR="002E19AC" w:rsidRPr="00223237">
        <w:t>maintenant</w:t>
      </w:r>
      <w:r>
        <w:t xml:space="preserve">… </w:t>
      </w:r>
      <w:r w:rsidR="002E19AC" w:rsidRPr="00223237">
        <w:t>d</w:t>
      </w:r>
      <w:r>
        <w:t>’</w:t>
      </w:r>
      <w:r w:rsidR="002E19AC" w:rsidRPr="00223237">
        <w:t>une aventure épouvantable</w:t>
      </w:r>
      <w:r>
        <w:t>…</w:t>
      </w:r>
    </w:p>
    <w:p w14:paraId="23C9E9CA" w14:textId="77777777" w:rsidR="00C83B26" w:rsidRDefault="002E19AC" w:rsidP="00C83B26">
      <w:pPr>
        <w:ind w:firstLine="0"/>
        <w:jc w:val="center"/>
      </w:pPr>
      <w:r w:rsidRPr="00C83B26">
        <w:t>LUI</w:t>
      </w:r>
    </w:p>
    <w:p w14:paraId="5CB96BFF" w14:textId="77777777" w:rsidR="00C83B26" w:rsidRDefault="002E19AC" w:rsidP="00C83B26">
      <w:r w:rsidRPr="00223237">
        <w:t>Merveilleuse</w:t>
      </w:r>
      <w:r w:rsidR="00AB6DDF">
        <w:t> !</w:t>
      </w:r>
    </w:p>
    <w:p w14:paraId="1A8E2B3E" w14:textId="77777777" w:rsidR="00C83B26" w:rsidRDefault="002E19AC" w:rsidP="00C83B26">
      <w:pPr>
        <w:ind w:firstLine="0"/>
        <w:jc w:val="center"/>
      </w:pPr>
      <w:r w:rsidRPr="00C83B26">
        <w:t>ELLE</w:t>
      </w:r>
    </w:p>
    <w:p w14:paraId="19D4FDE8" w14:textId="77777777" w:rsidR="00C83B26" w:rsidRDefault="002E19AC" w:rsidP="00C83B26">
      <w:r w:rsidRPr="00223237">
        <w:t>Quand on pense à ce que nous avons fait</w:t>
      </w:r>
      <w:r w:rsidR="00AB6DDF">
        <w:t>…</w:t>
      </w:r>
    </w:p>
    <w:p w14:paraId="54F57788" w14:textId="77777777" w:rsidR="00C83B26" w:rsidRDefault="002E19AC" w:rsidP="00C83B26">
      <w:pPr>
        <w:ind w:firstLine="0"/>
        <w:jc w:val="center"/>
      </w:pPr>
      <w:r w:rsidRPr="00C83B26">
        <w:t>LUI</w:t>
      </w:r>
    </w:p>
    <w:p w14:paraId="1B15C559" w14:textId="77777777" w:rsidR="00C83B26" w:rsidRDefault="002E19AC" w:rsidP="00C83B26">
      <w:r w:rsidRPr="00223237">
        <w:lastRenderedPageBreak/>
        <w:t>Hein</w:t>
      </w:r>
      <w:r w:rsidR="00AB6DDF">
        <w:t xml:space="preserve"> – </w:t>
      </w:r>
      <w:r w:rsidRPr="00223237">
        <w:t>c</w:t>
      </w:r>
      <w:r w:rsidR="00AB6DDF">
        <w:t>’</w:t>
      </w:r>
      <w:r w:rsidRPr="00223237">
        <w:t>était bien</w:t>
      </w:r>
      <w:r w:rsidR="00AB6DDF">
        <w:t> ?</w:t>
      </w:r>
    </w:p>
    <w:p w14:paraId="22492B55" w14:textId="77777777" w:rsidR="00C83B26" w:rsidRDefault="002E19AC" w:rsidP="00C83B26">
      <w:pPr>
        <w:ind w:firstLine="0"/>
        <w:jc w:val="center"/>
      </w:pPr>
      <w:r w:rsidRPr="00C83B26">
        <w:t>ELLE</w:t>
      </w:r>
    </w:p>
    <w:p w14:paraId="3F5505CA" w14:textId="77777777" w:rsidR="00C83B26" w:rsidRDefault="002E19AC" w:rsidP="00C83B26">
      <w:r w:rsidRPr="00223237">
        <w:t>Quand on pense à la rapidité de tout cela</w:t>
      </w:r>
      <w:r w:rsidR="00AB6DDF">
        <w:t>…</w:t>
      </w:r>
    </w:p>
    <w:p w14:paraId="1BF9334B" w14:textId="77777777" w:rsidR="00C83B26" w:rsidRDefault="002E19AC" w:rsidP="00C83B26">
      <w:pPr>
        <w:ind w:firstLine="0"/>
        <w:jc w:val="center"/>
      </w:pPr>
      <w:r w:rsidRPr="00C83B26">
        <w:t>LUI</w:t>
      </w:r>
    </w:p>
    <w:p w14:paraId="7FA53C0C" w14:textId="77777777" w:rsidR="00C83B26" w:rsidRDefault="002E19AC" w:rsidP="00C83B26">
      <w:r w:rsidRPr="00223237">
        <w:t>J</w:t>
      </w:r>
      <w:r w:rsidR="00AB6DDF">
        <w:t>’</w:t>
      </w:r>
      <w:r w:rsidRPr="00223237">
        <w:t>ai été aussi vite que j</w:t>
      </w:r>
      <w:r w:rsidR="00AB6DDF">
        <w:t>’</w:t>
      </w:r>
      <w:r w:rsidRPr="00223237">
        <w:t>ai pu</w:t>
      </w:r>
      <w:r w:rsidR="00AB6DDF">
        <w:t>…</w:t>
      </w:r>
    </w:p>
    <w:p w14:paraId="1ACFE9B4" w14:textId="77777777" w:rsidR="00C83B26" w:rsidRDefault="002E19AC" w:rsidP="00C83B26">
      <w:pPr>
        <w:ind w:firstLine="0"/>
        <w:jc w:val="center"/>
      </w:pPr>
      <w:r w:rsidRPr="00C83B26">
        <w:t>ELLE</w:t>
      </w:r>
    </w:p>
    <w:p w14:paraId="3E73F98E" w14:textId="77777777" w:rsidR="00C83B26" w:rsidRDefault="002E19AC" w:rsidP="00C83B26">
      <w:r w:rsidRPr="00223237">
        <w:t>Taisez-vous</w:t>
      </w:r>
      <w:r w:rsidR="00AB6DDF">
        <w:t xml:space="preserve"> ! </w:t>
      </w:r>
      <w:r w:rsidRPr="00223237">
        <w:t>Quand on pense que vous m</w:t>
      </w:r>
      <w:r w:rsidR="00AB6DDF">
        <w:t>’</w:t>
      </w:r>
      <w:r w:rsidRPr="00223237">
        <w:t>avez peut-être dit la vérité</w:t>
      </w:r>
      <w:r w:rsidR="00AB6DDF">
        <w:t>…</w:t>
      </w:r>
    </w:p>
    <w:p w14:paraId="77F1C248" w14:textId="77777777" w:rsidR="00C83B26" w:rsidRDefault="002E19AC" w:rsidP="00C83B26">
      <w:pPr>
        <w:ind w:firstLine="0"/>
        <w:jc w:val="center"/>
      </w:pPr>
      <w:r w:rsidRPr="00C83B26">
        <w:t>LUI</w:t>
      </w:r>
    </w:p>
    <w:p w14:paraId="62B21B7D" w14:textId="77777777" w:rsidR="00C83B26" w:rsidRDefault="002E19AC" w:rsidP="00C83B26">
      <w:r w:rsidRPr="00223237">
        <w:t>Oh</w:t>
      </w:r>
      <w:r w:rsidR="00AB6DDF">
        <w:t xml:space="preserve"> ! </w:t>
      </w:r>
      <w:r w:rsidRPr="00223237">
        <w:t>Sûrement</w:t>
      </w:r>
      <w:r w:rsidR="00AB6DDF">
        <w:t xml:space="preserve">. </w:t>
      </w:r>
      <w:r w:rsidRPr="00223237">
        <w:t>Je ne sais pas ce que j</w:t>
      </w:r>
      <w:r w:rsidR="00AB6DDF">
        <w:t>’</w:t>
      </w:r>
      <w:r w:rsidRPr="00223237">
        <w:t>ai dit</w:t>
      </w:r>
      <w:r w:rsidR="00AB6DDF">
        <w:t xml:space="preserve">, </w:t>
      </w:r>
      <w:r w:rsidRPr="00223237">
        <w:t>mais c</w:t>
      </w:r>
      <w:r w:rsidR="00AB6DDF">
        <w:t>’</w:t>
      </w:r>
      <w:r w:rsidRPr="00223237">
        <w:t>est s</w:t>
      </w:r>
      <w:r w:rsidRPr="00223237">
        <w:t>û</w:t>
      </w:r>
      <w:r w:rsidRPr="00223237">
        <w:t>rement la vérité</w:t>
      </w:r>
      <w:r w:rsidR="00AB6DDF">
        <w:t xml:space="preserve">. </w:t>
      </w:r>
      <w:r w:rsidRPr="00223237">
        <w:t>C</w:t>
      </w:r>
      <w:r w:rsidR="00AB6DDF">
        <w:t>’</w:t>
      </w:r>
      <w:r w:rsidRPr="00223237">
        <w:t>est tellement plus facile</w:t>
      </w:r>
      <w:r w:rsidR="00AB6DDF">
        <w:t> !</w:t>
      </w:r>
    </w:p>
    <w:p w14:paraId="4BE01E75" w14:textId="77777777" w:rsidR="00C83B26" w:rsidRDefault="002E19AC" w:rsidP="00C83B26">
      <w:pPr>
        <w:ind w:firstLine="0"/>
        <w:jc w:val="center"/>
      </w:pPr>
      <w:r w:rsidRPr="00C83B26">
        <w:t>ELLE</w:t>
      </w:r>
    </w:p>
    <w:p w14:paraId="636582C9" w14:textId="77777777" w:rsidR="00C83B26" w:rsidRDefault="00AB6DDF" w:rsidP="00C83B26">
      <w:r>
        <w:t xml:space="preserve">… </w:t>
      </w:r>
      <w:r w:rsidR="002E19AC" w:rsidRPr="00223237">
        <w:t>Que je vais divorcer</w:t>
      </w:r>
      <w:r>
        <w:t xml:space="preserve">… </w:t>
      </w:r>
      <w:r w:rsidR="002E19AC" w:rsidRPr="00223237">
        <w:t>et que vous allez m</w:t>
      </w:r>
      <w:r>
        <w:t>’</w:t>
      </w:r>
      <w:r w:rsidR="002E19AC" w:rsidRPr="00223237">
        <w:t>épouser</w:t>
      </w:r>
      <w:r>
        <w:t xml:space="preserve">, </w:t>
      </w:r>
      <w:r w:rsidR="002E19AC" w:rsidRPr="00223237">
        <w:t>tout simplement</w:t>
      </w:r>
      <w:r>
        <w:t>…</w:t>
      </w:r>
    </w:p>
    <w:p w14:paraId="55FBDFEF" w14:textId="77777777" w:rsidR="00C83B26" w:rsidRDefault="002E19AC" w:rsidP="00C83B26">
      <w:pPr>
        <w:ind w:firstLine="0"/>
        <w:jc w:val="center"/>
      </w:pPr>
      <w:r w:rsidRPr="00C83B26">
        <w:t>LUI</w:t>
      </w:r>
    </w:p>
    <w:p w14:paraId="1040B8B9" w14:textId="77777777" w:rsidR="00C83B26" w:rsidRDefault="002E19AC" w:rsidP="00C83B26">
      <w:r w:rsidRPr="00223237">
        <w:t>Oh</w:t>
      </w:r>
      <w:r w:rsidR="00AB6DDF">
        <w:t xml:space="preserve"> ! </w:t>
      </w:r>
      <w:r w:rsidRPr="00223237">
        <w:t>Oui</w:t>
      </w:r>
      <w:r w:rsidR="00AB6DDF">
        <w:t xml:space="preserve">, </w:t>
      </w:r>
      <w:r w:rsidRPr="00223237">
        <w:t>tout simplement</w:t>
      </w:r>
      <w:r w:rsidR="00AB6DDF">
        <w:t xml:space="preserve">. </w:t>
      </w:r>
      <w:r w:rsidRPr="00223237">
        <w:t>Vous savez</w:t>
      </w:r>
      <w:r w:rsidR="00AB6DDF">
        <w:t xml:space="preserve">, </w:t>
      </w:r>
      <w:r w:rsidRPr="00223237">
        <w:t>les choses parai</w:t>
      </w:r>
      <w:r w:rsidRPr="00223237">
        <w:t>s</w:t>
      </w:r>
      <w:r w:rsidRPr="00223237">
        <w:t>sent compliquées</w:t>
      </w:r>
      <w:r w:rsidR="00AB6DDF">
        <w:t xml:space="preserve">… </w:t>
      </w:r>
      <w:r w:rsidRPr="00223237">
        <w:t>après</w:t>
      </w:r>
      <w:r w:rsidR="00AB6DDF">
        <w:t xml:space="preserve">, </w:t>
      </w:r>
      <w:r w:rsidRPr="00223237">
        <w:t>quand on les raconte</w:t>
      </w:r>
      <w:r w:rsidR="00AB6DDF">
        <w:t xml:space="preserve">, </w:t>
      </w:r>
      <w:r w:rsidRPr="00223237">
        <w:t>parce qu</w:t>
      </w:r>
      <w:r w:rsidR="00AB6DDF">
        <w:t>’</w:t>
      </w:r>
      <w:r w:rsidRPr="00223237">
        <w:t>on les complique en les racontant</w:t>
      </w:r>
      <w:r w:rsidR="00AB6DDF">
        <w:t xml:space="preserve">… </w:t>
      </w:r>
      <w:r w:rsidRPr="00223237">
        <w:t>mais les choses vécues</w:t>
      </w:r>
      <w:r w:rsidR="00AB6DDF">
        <w:t xml:space="preserve">, </w:t>
      </w:r>
      <w:r w:rsidRPr="00223237">
        <w:t>pendant qu</w:t>
      </w:r>
      <w:r w:rsidR="00AB6DDF">
        <w:t>’</w:t>
      </w:r>
      <w:r w:rsidRPr="00223237">
        <w:t>on les vit</w:t>
      </w:r>
      <w:r w:rsidR="00AB6DDF">
        <w:t xml:space="preserve">, </w:t>
      </w:r>
      <w:r w:rsidRPr="00223237">
        <w:t>sont très simples</w:t>
      </w:r>
      <w:r w:rsidR="00AB6DDF">
        <w:t xml:space="preserve"> !… </w:t>
      </w:r>
      <w:r w:rsidRPr="00223237">
        <w:t>Les scènes d</w:t>
      </w:r>
      <w:r w:rsidR="00AB6DDF">
        <w:t>’</w:t>
      </w:r>
      <w:r w:rsidRPr="00223237">
        <w:t>amour</w:t>
      </w:r>
      <w:r w:rsidR="00AB6DDF">
        <w:t xml:space="preserve">… </w:t>
      </w:r>
      <w:r w:rsidRPr="00223237">
        <w:t>les scènes de séparation</w:t>
      </w:r>
      <w:r w:rsidR="00AB6DDF">
        <w:t xml:space="preserve">… </w:t>
      </w:r>
      <w:r w:rsidRPr="00223237">
        <w:t>c</w:t>
      </w:r>
      <w:r w:rsidR="00AB6DDF">
        <w:t>’</w:t>
      </w:r>
      <w:r w:rsidRPr="00223237">
        <w:t>est au théâtre qu</w:t>
      </w:r>
      <w:r w:rsidR="00AB6DDF">
        <w:t>’</w:t>
      </w:r>
      <w:r w:rsidRPr="00223237">
        <w:t>on voit ça</w:t>
      </w:r>
      <w:r w:rsidR="00AB6DDF">
        <w:t xml:space="preserve"> ! </w:t>
      </w:r>
      <w:r w:rsidRPr="00223237">
        <w:t>Dans la vie</w:t>
      </w:r>
      <w:r w:rsidR="00AB6DDF">
        <w:t xml:space="preserve">, </w:t>
      </w:r>
      <w:r w:rsidRPr="00223237">
        <w:t>il y en a très rarement</w:t>
      </w:r>
      <w:r w:rsidR="00AB6DDF">
        <w:t>.</w:t>
      </w:r>
    </w:p>
    <w:p w14:paraId="49AF5475" w14:textId="77777777" w:rsidR="00C83B26" w:rsidRDefault="002E19AC" w:rsidP="00C83B26">
      <w:pPr>
        <w:ind w:firstLine="0"/>
        <w:jc w:val="center"/>
      </w:pPr>
      <w:r w:rsidRPr="00C83B26">
        <w:t>ELLE</w:t>
      </w:r>
    </w:p>
    <w:p w14:paraId="6D17E9C3" w14:textId="77777777" w:rsidR="00C83B26" w:rsidRDefault="002E19AC" w:rsidP="00C83B26">
      <w:r w:rsidRPr="00223237">
        <w:t>Vous avez vraiment le sentiment que nous allons nous m</w:t>
      </w:r>
      <w:r w:rsidRPr="00223237">
        <w:t>a</w:t>
      </w:r>
      <w:r w:rsidRPr="00223237">
        <w:t>rier</w:t>
      </w:r>
      <w:r w:rsidR="00AB6DDF">
        <w:t> ?</w:t>
      </w:r>
    </w:p>
    <w:p w14:paraId="61DA326F" w14:textId="77777777" w:rsidR="00C83B26" w:rsidRDefault="002E19AC" w:rsidP="00C83B26">
      <w:pPr>
        <w:ind w:firstLine="0"/>
        <w:jc w:val="center"/>
      </w:pPr>
      <w:r w:rsidRPr="00C83B26">
        <w:t>LUI</w:t>
      </w:r>
    </w:p>
    <w:p w14:paraId="107A7344" w14:textId="77777777" w:rsidR="00C83B26" w:rsidRDefault="002E19AC" w:rsidP="00C83B26">
      <w:r w:rsidRPr="00223237">
        <w:lastRenderedPageBreak/>
        <w:t>Oh</w:t>
      </w:r>
      <w:r w:rsidR="00AB6DDF">
        <w:t xml:space="preserve"> ! </w:t>
      </w:r>
      <w:r w:rsidRPr="00223237">
        <w:t>Oui</w:t>
      </w:r>
      <w:r w:rsidR="00AB6DDF">
        <w:t xml:space="preserve">… </w:t>
      </w:r>
      <w:r w:rsidRPr="00223237">
        <w:t>et l</w:t>
      </w:r>
      <w:r w:rsidR="00AB6DDF">
        <w:t>’</w:t>
      </w:r>
      <w:r w:rsidRPr="00223237">
        <w:t>idée de vous consulter à ce sujet ne me vient même pas à l</w:t>
      </w:r>
      <w:r w:rsidR="00AB6DDF">
        <w:t>’</w:t>
      </w:r>
      <w:r w:rsidRPr="00223237">
        <w:t>esprit</w:t>
      </w:r>
      <w:r w:rsidR="00AB6DDF">
        <w:t xml:space="preserve"> ! </w:t>
      </w:r>
      <w:r w:rsidRPr="00223237">
        <w:t>D</w:t>
      </w:r>
      <w:r w:rsidR="00AB6DDF">
        <w:t>’</w:t>
      </w:r>
      <w:r w:rsidRPr="00223237">
        <w:t>ailleurs</w:t>
      </w:r>
      <w:r w:rsidR="00AB6DDF">
        <w:t xml:space="preserve">, </w:t>
      </w:r>
      <w:r w:rsidRPr="00223237">
        <w:t>je ne me consulte pas moi-même</w:t>
      </w:r>
      <w:r w:rsidR="00AB6DDF">
        <w:t xml:space="preserve">… </w:t>
      </w:r>
      <w:r w:rsidRPr="00223237">
        <w:t>je me fie au Destin qui vraiment me favorise trop bien</w:t>
      </w:r>
      <w:r w:rsidR="00AB6DDF">
        <w:t xml:space="preserve">… </w:t>
      </w:r>
      <w:r w:rsidRPr="00223237">
        <w:t>depuis vingt-quatre heures</w:t>
      </w:r>
      <w:r w:rsidR="00AB6DDF">
        <w:t xml:space="preserve"> !… </w:t>
      </w:r>
      <w:r w:rsidRPr="00223237">
        <w:t>Laissons-le faire</w:t>
      </w:r>
      <w:r w:rsidR="00AB6DDF">
        <w:t xml:space="preserve">, </w:t>
      </w:r>
      <w:r w:rsidRPr="00223237">
        <w:t>croyez-moi</w:t>
      </w:r>
      <w:r w:rsidR="00AB6DDF">
        <w:t xml:space="preserve">… </w:t>
      </w:r>
      <w:r w:rsidRPr="00223237">
        <w:t>et mangeons</w:t>
      </w:r>
      <w:r w:rsidR="00AB6DDF">
        <w:t xml:space="preserve"> ! </w:t>
      </w:r>
      <w:r w:rsidRPr="00223237">
        <w:t>Vous ne mangez pas assez pendant les repas</w:t>
      </w:r>
      <w:r w:rsidR="00AB6DDF">
        <w:t xml:space="preserve">, </w:t>
      </w:r>
      <w:r w:rsidRPr="00223237">
        <w:t>vous</w:t>
      </w:r>
      <w:r w:rsidR="00AB6DDF">
        <w:t>. (</w:t>
      </w:r>
      <w:r w:rsidRPr="00223237">
        <w:rPr>
          <w:i/>
        </w:rPr>
        <w:t xml:space="preserve">Il </w:t>
      </w:r>
      <w:r w:rsidRPr="00223237">
        <w:rPr>
          <w:i/>
          <w:iCs/>
        </w:rPr>
        <w:t>lui glisse entre les lèvres un morceau de biscotte beurrée</w:t>
      </w:r>
      <w:r w:rsidR="00AB6DDF">
        <w:rPr>
          <w:i/>
          <w:iCs/>
        </w:rPr>
        <w:t xml:space="preserve">.) </w:t>
      </w:r>
      <w:r w:rsidRPr="00223237">
        <w:t>Parlez la bouche pleine</w:t>
      </w:r>
      <w:r w:rsidR="00AB6DDF">
        <w:t xml:space="preserve">, </w:t>
      </w:r>
      <w:r w:rsidRPr="00223237">
        <w:t>c</w:t>
      </w:r>
      <w:r w:rsidR="00AB6DDF">
        <w:t>’</w:t>
      </w:r>
      <w:r w:rsidRPr="00223237">
        <w:t>est un signe d</w:t>
      </w:r>
      <w:r w:rsidR="00AB6DDF">
        <w:t>’</w:t>
      </w:r>
      <w:r w:rsidRPr="00223237">
        <w:t>amour et de confiance</w:t>
      </w:r>
      <w:r w:rsidR="00AB6DDF">
        <w:t>.</w:t>
      </w:r>
    </w:p>
    <w:p w14:paraId="7E2D9F86" w14:textId="77777777" w:rsidR="00C83B26" w:rsidRDefault="002E19AC" w:rsidP="00C83B26">
      <w:pPr>
        <w:ind w:firstLine="0"/>
        <w:jc w:val="center"/>
      </w:pPr>
      <w:r w:rsidRPr="00C83B26">
        <w:t>ELLE</w:t>
      </w:r>
    </w:p>
    <w:p w14:paraId="3F6B75EB" w14:textId="77777777" w:rsidR="00C83B26" w:rsidRDefault="002E19AC" w:rsidP="00C83B26">
      <w:r w:rsidRPr="00223237">
        <w:t>Nous allons vivre ensemble</w:t>
      </w:r>
      <w:r w:rsidR="00AB6DDF">
        <w:t xml:space="preserve">, </w:t>
      </w:r>
      <w:r w:rsidRPr="00223237">
        <w:t>tous les deux</w:t>
      </w:r>
      <w:r w:rsidR="00AB6DDF">
        <w:t> ?</w:t>
      </w:r>
    </w:p>
    <w:p w14:paraId="06D73590" w14:textId="77777777" w:rsidR="00C83B26" w:rsidRDefault="002E19AC" w:rsidP="00C83B26">
      <w:pPr>
        <w:ind w:firstLine="0"/>
        <w:jc w:val="center"/>
      </w:pPr>
      <w:r w:rsidRPr="00C83B26">
        <w:t>LUI</w:t>
      </w:r>
    </w:p>
    <w:p w14:paraId="5BE040EC" w14:textId="77777777" w:rsidR="00C83B26" w:rsidRDefault="002E19AC" w:rsidP="00C83B26">
      <w:r w:rsidRPr="00223237">
        <w:t>Oui</w:t>
      </w:r>
      <w:r w:rsidR="00AB6DDF">
        <w:t xml:space="preserve">, </w:t>
      </w:r>
      <w:r w:rsidRPr="00223237">
        <w:t>nous allons vivre ensemble</w:t>
      </w:r>
      <w:r w:rsidR="00AB6DDF">
        <w:t>…</w:t>
      </w:r>
    </w:p>
    <w:p w14:paraId="15E6B6CB" w14:textId="77777777" w:rsidR="00C83B26" w:rsidRDefault="002E19AC" w:rsidP="00C83B26">
      <w:pPr>
        <w:ind w:firstLine="0"/>
        <w:jc w:val="center"/>
      </w:pPr>
      <w:r w:rsidRPr="00C83B26">
        <w:t>ELLE</w:t>
      </w:r>
    </w:p>
    <w:p w14:paraId="3243D537" w14:textId="77777777" w:rsidR="00C83B26" w:rsidRDefault="002E19AC" w:rsidP="00C83B26">
      <w:r w:rsidRPr="00223237">
        <w:t>Vous ne savez rien de moi</w:t>
      </w:r>
      <w:r w:rsidR="00AB6DDF">
        <w:t xml:space="preserve">… </w:t>
      </w:r>
      <w:r w:rsidRPr="00223237">
        <w:t>je ne sais rien de vous</w:t>
      </w:r>
      <w:r w:rsidR="00AB6DDF">
        <w:t>…</w:t>
      </w:r>
    </w:p>
    <w:p w14:paraId="073C1F10" w14:textId="77777777" w:rsidR="00C83B26" w:rsidRDefault="002E19AC" w:rsidP="00C83B26">
      <w:pPr>
        <w:ind w:firstLine="0"/>
        <w:jc w:val="center"/>
      </w:pPr>
      <w:r w:rsidRPr="00C83B26">
        <w:t>LUI</w:t>
      </w:r>
    </w:p>
    <w:p w14:paraId="604D09F3" w14:textId="77777777" w:rsidR="00C83B26" w:rsidRDefault="002E19AC" w:rsidP="00C83B26">
      <w:r w:rsidRPr="00223237">
        <w:t>Tout de même</w:t>
      </w:r>
      <w:r w:rsidR="00AB6DDF">
        <w:t xml:space="preserve">, </w:t>
      </w:r>
      <w:r w:rsidRPr="00223237">
        <w:t>il y a un petit point sur lequel nous sommes déjà fixés</w:t>
      </w:r>
      <w:r w:rsidR="00AB6DDF">
        <w:t xml:space="preserve"> !… </w:t>
      </w:r>
      <w:r w:rsidRPr="00223237">
        <w:t>Et si</w:t>
      </w:r>
      <w:r w:rsidR="00AB6DDF">
        <w:t xml:space="preserve">, </w:t>
      </w:r>
      <w:r w:rsidRPr="00223237">
        <w:t>par hasard</w:t>
      </w:r>
      <w:r w:rsidR="00AB6DDF">
        <w:t xml:space="preserve">, </w:t>
      </w:r>
      <w:r w:rsidRPr="00223237">
        <w:t>vous avez de moi une aussi bonne opinion que moi de vous</w:t>
      </w:r>
      <w:r w:rsidR="00AB6DDF">
        <w:t xml:space="preserve">… </w:t>
      </w:r>
      <w:r w:rsidRPr="00223237">
        <w:t>l</w:t>
      </w:r>
      <w:r w:rsidR="00AB6DDF">
        <w:t>’</w:t>
      </w:r>
      <w:r w:rsidRPr="00223237">
        <w:t>avenir doit vous paraître assez rose</w:t>
      </w:r>
      <w:r w:rsidR="00AB6DDF">
        <w:t xml:space="preserve">… </w:t>
      </w:r>
      <w:r w:rsidRPr="00223237">
        <w:t>Mais à propos</w:t>
      </w:r>
      <w:r w:rsidR="00AB6DDF">
        <w:t xml:space="preserve">, </w:t>
      </w:r>
      <w:r w:rsidRPr="00223237">
        <w:t>on n</w:t>
      </w:r>
      <w:r w:rsidR="00AB6DDF">
        <w:t>’</w:t>
      </w:r>
      <w:r w:rsidRPr="00223237">
        <w:t>a pas parlé de ça</w:t>
      </w:r>
      <w:r w:rsidR="00AB6DDF">
        <w:t xml:space="preserve">… </w:t>
      </w:r>
      <w:r w:rsidRPr="00223237">
        <w:t>quelle est votre opinion sur moi au sujet de ce que je pense</w:t>
      </w:r>
      <w:r w:rsidR="00AB6DDF">
        <w:t xml:space="preserve"> ? </w:t>
      </w:r>
      <w:r w:rsidRPr="00223237">
        <w:t>Nous sommes seuls</w:t>
      </w:r>
      <w:r w:rsidR="00AB6DDF">
        <w:t xml:space="preserve">, </w:t>
      </w:r>
      <w:r w:rsidRPr="00223237">
        <w:t>dis-moi ça à l</w:t>
      </w:r>
      <w:r w:rsidR="00AB6DDF">
        <w:t>’</w:t>
      </w:r>
      <w:r w:rsidRPr="00223237">
        <w:t>oreille</w:t>
      </w:r>
      <w:r w:rsidR="00AB6DDF">
        <w:t>.</w:t>
      </w:r>
    </w:p>
    <w:p w14:paraId="003889AD" w14:textId="77777777" w:rsidR="00C83B26" w:rsidRDefault="002E19AC" w:rsidP="00C83B26">
      <w:pPr>
        <w:ind w:firstLine="0"/>
        <w:jc w:val="center"/>
      </w:pPr>
      <w:r w:rsidRPr="00C83B26">
        <w:t>ELLE</w:t>
      </w:r>
    </w:p>
    <w:p w14:paraId="55052BD7" w14:textId="77777777" w:rsidR="00C83B26" w:rsidRDefault="002E19AC" w:rsidP="00C83B26">
      <w:r w:rsidRPr="00223237">
        <w:t>Pas mauvaise</w:t>
      </w:r>
      <w:r w:rsidR="00AB6DDF">
        <w:t>…</w:t>
      </w:r>
    </w:p>
    <w:p w14:paraId="551F2864" w14:textId="77777777" w:rsidR="00C83B26" w:rsidRDefault="002E19AC" w:rsidP="00C83B26">
      <w:pPr>
        <w:ind w:firstLine="0"/>
        <w:jc w:val="center"/>
      </w:pPr>
      <w:r w:rsidRPr="00C83B26">
        <w:t>LUI</w:t>
      </w:r>
    </w:p>
    <w:p w14:paraId="44A78125" w14:textId="77777777" w:rsidR="00C83B26" w:rsidRDefault="002E19AC" w:rsidP="00C83B26">
      <w:r w:rsidRPr="00223237">
        <w:t>Pas mauvaise</w:t>
      </w:r>
      <w:r w:rsidR="00AB6DDF">
        <w:t xml:space="preserve"> ?… </w:t>
      </w:r>
      <w:r w:rsidRPr="00223237">
        <w:t>Mais c</w:t>
      </w:r>
      <w:r w:rsidR="00AB6DDF">
        <w:t>’</w:t>
      </w:r>
      <w:r w:rsidRPr="00223237">
        <w:t>est magnifique</w:t>
      </w:r>
      <w:r w:rsidR="00AB6DDF">
        <w:t> !</w:t>
      </w:r>
    </w:p>
    <w:p w14:paraId="7DCA6736" w14:textId="77777777" w:rsidR="00C83B26" w:rsidRDefault="002E19AC" w:rsidP="00C83B26">
      <w:pPr>
        <w:ind w:firstLine="0"/>
        <w:jc w:val="center"/>
      </w:pPr>
      <w:r w:rsidRPr="00C83B26">
        <w:t>ELLE</w:t>
      </w:r>
    </w:p>
    <w:p w14:paraId="1D582E12" w14:textId="77777777" w:rsidR="00C83B26" w:rsidRDefault="002E19AC" w:rsidP="00C83B26">
      <w:r w:rsidRPr="00223237">
        <w:lastRenderedPageBreak/>
        <w:t>Ça a une grosse importance</w:t>
      </w:r>
      <w:r w:rsidR="00AB6DDF">
        <w:t xml:space="preserve">, </w:t>
      </w:r>
      <w:r w:rsidRPr="00223237">
        <w:t>je le sais bien</w:t>
      </w:r>
      <w:r w:rsidR="00AB6DDF">
        <w:t xml:space="preserve">… </w:t>
      </w:r>
      <w:r w:rsidRPr="00223237">
        <w:t>seulement</w:t>
      </w:r>
      <w:r w:rsidR="00AB6DDF">
        <w:t xml:space="preserve">, </w:t>
      </w:r>
      <w:r w:rsidRPr="00223237">
        <w:t>il y a tout le reste</w:t>
      </w:r>
      <w:r w:rsidR="00AB6DDF">
        <w:t>…</w:t>
      </w:r>
    </w:p>
    <w:p w14:paraId="32908DDF" w14:textId="77777777" w:rsidR="00C83B26" w:rsidRDefault="002E19AC" w:rsidP="00C83B26">
      <w:pPr>
        <w:ind w:firstLine="0"/>
        <w:jc w:val="center"/>
      </w:pPr>
      <w:r w:rsidRPr="00C83B26">
        <w:t>LUI</w:t>
      </w:r>
    </w:p>
    <w:p w14:paraId="7610D85C" w14:textId="77777777" w:rsidR="00C83B26" w:rsidRDefault="002E19AC" w:rsidP="00C83B26">
      <w:r w:rsidRPr="00223237">
        <w:t>Quoi</w:t>
      </w:r>
      <w:r w:rsidR="00AB6DDF">
        <w:t xml:space="preserve"> ? </w:t>
      </w:r>
      <w:r w:rsidRPr="00223237">
        <w:t>L</w:t>
      </w:r>
      <w:r w:rsidR="00AB6DDF">
        <w:t>’</w:t>
      </w:r>
      <w:r w:rsidRPr="00223237">
        <w:t>argent</w:t>
      </w:r>
      <w:r w:rsidR="00AB6DDF">
        <w:t> ?…</w:t>
      </w:r>
    </w:p>
    <w:p w14:paraId="34AD13CF" w14:textId="77777777" w:rsidR="00C83B26" w:rsidRDefault="002E19AC" w:rsidP="00C83B26">
      <w:pPr>
        <w:ind w:firstLine="0"/>
        <w:jc w:val="center"/>
      </w:pPr>
      <w:r w:rsidRPr="00C83B26">
        <w:t>ELLE</w:t>
      </w:r>
    </w:p>
    <w:p w14:paraId="4C11CA2B" w14:textId="77777777" w:rsidR="00C83B26" w:rsidRDefault="002E19AC" w:rsidP="00C83B26">
      <w:r w:rsidRPr="00223237">
        <w:t>Oh</w:t>
      </w:r>
      <w:r w:rsidR="00AB6DDF">
        <w:t> !</w:t>
      </w:r>
    </w:p>
    <w:p w14:paraId="60735881" w14:textId="77777777" w:rsidR="00C83B26" w:rsidRDefault="002E19AC" w:rsidP="00C83B26">
      <w:pPr>
        <w:ind w:firstLine="0"/>
        <w:jc w:val="center"/>
      </w:pPr>
      <w:r w:rsidRPr="00C83B26">
        <w:t>LUI</w:t>
      </w:r>
    </w:p>
    <w:p w14:paraId="47F25087" w14:textId="77777777" w:rsidR="00C83B26" w:rsidRDefault="002E19AC" w:rsidP="00C83B26">
      <w:r w:rsidRPr="00223237">
        <w:t>J</w:t>
      </w:r>
      <w:r w:rsidR="00AB6DDF">
        <w:t>’</w:t>
      </w:r>
      <w:r w:rsidRPr="00223237">
        <w:t>en ai</w:t>
      </w:r>
      <w:r w:rsidR="00AB6DDF">
        <w:t>…</w:t>
      </w:r>
    </w:p>
    <w:p w14:paraId="70E64A7F" w14:textId="77777777" w:rsidR="00C83B26" w:rsidRDefault="002E19AC" w:rsidP="00C83B26">
      <w:pPr>
        <w:ind w:firstLine="0"/>
        <w:jc w:val="center"/>
      </w:pPr>
      <w:r w:rsidRPr="00C83B26">
        <w:t>ELLE</w:t>
      </w:r>
    </w:p>
    <w:p w14:paraId="13EC398C" w14:textId="77777777" w:rsidR="00C83B26" w:rsidRDefault="002E19AC" w:rsidP="00C83B26">
      <w:r w:rsidRPr="00223237">
        <w:t>Je ne pensais pas à ça</w:t>
      </w:r>
      <w:r w:rsidR="00AB6DDF">
        <w:t>…</w:t>
      </w:r>
    </w:p>
    <w:p w14:paraId="0B18E4FE" w14:textId="77777777" w:rsidR="00C83B26" w:rsidRDefault="002E19AC" w:rsidP="00C83B26">
      <w:pPr>
        <w:ind w:firstLine="0"/>
        <w:jc w:val="center"/>
      </w:pPr>
      <w:r w:rsidRPr="00C83B26">
        <w:t>LUI</w:t>
      </w:r>
    </w:p>
    <w:p w14:paraId="366EA950" w14:textId="77777777" w:rsidR="00C83B26" w:rsidRDefault="002E19AC" w:rsidP="00C83B26">
      <w:r w:rsidRPr="00223237">
        <w:t>J</w:t>
      </w:r>
      <w:r w:rsidR="00AB6DDF">
        <w:t>’</w:t>
      </w:r>
      <w:r w:rsidRPr="00223237">
        <w:t>en ai tout de même</w:t>
      </w:r>
      <w:r w:rsidR="00AB6DDF">
        <w:t xml:space="preserve">. </w:t>
      </w:r>
      <w:r w:rsidRPr="00223237">
        <w:t>J</w:t>
      </w:r>
      <w:r w:rsidR="00AB6DDF">
        <w:t>’</w:t>
      </w:r>
      <w:r w:rsidRPr="00223237">
        <w:t>en ai peut-être un peu moins que ton mari</w:t>
      </w:r>
      <w:r w:rsidR="00AB6DDF">
        <w:t xml:space="preserve">, </w:t>
      </w:r>
      <w:r w:rsidRPr="00223237">
        <w:t>seulement moi</w:t>
      </w:r>
      <w:r w:rsidR="00AB6DDF">
        <w:t xml:space="preserve">, </w:t>
      </w:r>
      <w:r w:rsidRPr="00223237">
        <w:t>je le dépense</w:t>
      </w:r>
      <w:r w:rsidR="00AB6DDF">
        <w:t xml:space="preserve">… </w:t>
      </w:r>
      <w:r w:rsidRPr="00223237">
        <w:t>ça revient au même</w:t>
      </w:r>
      <w:r w:rsidR="00AB6DDF">
        <w:t xml:space="preserve">. </w:t>
      </w:r>
      <w:r w:rsidRPr="00223237">
        <w:t>Mon nom n</w:t>
      </w:r>
      <w:r w:rsidR="00AB6DDF">
        <w:t>’</w:t>
      </w:r>
      <w:r w:rsidRPr="00223237">
        <w:t>est pas lourd à porter</w:t>
      </w:r>
      <w:r w:rsidR="00AB6DDF">
        <w:t xml:space="preserve"> – </w:t>
      </w:r>
      <w:r w:rsidRPr="00223237">
        <w:t>et s</w:t>
      </w:r>
      <w:r w:rsidR="00AB6DDF">
        <w:t>’</w:t>
      </w:r>
      <w:r w:rsidRPr="00223237">
        <w:t>il n</w:t>
      </w:r>
      <w:r w:rsidR="00AB6DDF">
        <w:t>’</w:t>
      </w:r>
      <w:r w:rsidRPr="00223237">
        <w:t>est pas absolument n</w:t>
      </w:r>
      <w:r w:rsidRPr="00223237">
        <w:t>é</w:t>
      </w:r>
      <w:r w:rsidRPr="00223237">
        <w:t>cessaire que j</w:t>
      </w:r>
      <w:r w:rsidR="00AB6DDF">
        <w:t>’</w:t>
      </w:r>
      <w:r w:rsidRPr="00223237">
        <w:t>aie l</w:t>
      </w:r>
      <w:r w:rsidR="00AB6DDF">
        <w:t>’</w:t>
      </w:r>
      <w:r w:rsidRPr="00223237">
        <w:t>accent du Midi</w:t>
      </w:r>
      <w:r w:rsidR="00AB6DDF">
        <w:t>…</w:t>
      </w:r>
    </w:p>
    <w:p w14:paraId="29A3BE76" w14:textId="77777777" w:rsidR="00C83B26" w:rsidRDefault="002E19AC" w:rsidP="00C83B26">
      <w:pPr>
        <w:ind w:firstLine="0"/>
        <w:jc w:val="center"/>
      </w:pPr>
      <w:r w:rsidRPr="00C83B26">
        <w:t>ELLE</w:t>
      </w:r>
    </w:p>
    <w:p w14:paraId="53962F50" w14:textId="77777777" w:rsidR="00C83B26" w:rsidRDefault="002E19AC" w:rsidP="00C83B26">
      <w:r w:rsidRPr="00223237">
        <w:t>Non</w:t>
      </w:r>
      <w:r w:rsidR="00AB6DDF">
        <w:t xml:space="preserve">, </w:t>
      </w:r>
      <w:r w:rsidRPr="00223237">
        <w:t>ce n</w:t>
      </w:r>
      <w:r w:rsidR="00AB6DDF">
        <w:t>’</w:t>
      </w:r>
      <w:r w:rsidRPr="00223237">
        <w:t>est pas nécessaire</w:t>
      </w:r>
      <w:r w:rsidR="00AB6DDF">
        <w:t>.</w:t>
      </w:r>
    </w:p>
    <w:p w14:paraId="38B350C4" w14:textId="77777777" w:rsidR="00C83B26" w:rsidRDefault="002E19AC" w:rsidP="00C83B26">
      <w:pPr>
        <w:ind w:firstLine="0"/>
        <w:jc w:val="center"/>
      </w:pPr>
      <w:r w:rsidRPr="00C83B26">
        <w:t>LUI</w:t>
      </w:r>
    </w:p>
    <w:p w14:paraId="560B0D47" w14:textId="77777777" w:rsidR="00C83B26" w:rsidRDefault="002E19AC" w:rsidP="00C83B26">
      <w:r w:rsidRPr="00223237">
        <w:t>Alors</w:t>
      </w:r>
      <w:r w:rsidR="00AB6DDF">
        <w:t>…</w:t>
      </w:r>
    </w:p>
    <w:p w14:paraId="254C057D" w14:textId="522E51F5" w:rsidR="00AB6DDF" w:rsidRPr="00C83B26" w:rsidRDefault="002E19AC" w:rsidP="00C83B26">
      <w:pPr>
        <w:ind w:firstLine="0"/>
        <w:jc w:val="center"/>
        <w:rPr>
          <w:i/>
          <w:iCs/>
        </w:rPr>
      </w:pPr>
      <w:r w:rsidRPr="00C83B26">
        <w:rPr>
          <w:i/>
          <w:iCs/>
        </w:rPr>
        <w:t>Si tu veux</w:t>
      </w:r>
      <w:r w:rsidR="00AB6DDF" w:rsidRPr="00C83B26">
        <w:rPr>
          <w:i/>
          <w:iCs/>
        </w:rPr>
        <w:t xml:space="preserve">, </w:t>
      </w:r>
      <w:r w:rsidRPr="00C83B26">
        <w:rPr>
          <w:i/>
          <w:iCs/>
        </w:rPr>
        <w:t>faisons un rêve</w:t>
      </w:r>
      <w:r w:rsidR="00AB6DDF" w:rsidRPr="00C83B26">
        <w:rPr>
          <w:i/>
          <w:iCs/>
        </w:rPr>
        <w:t>.</w:t>
      </w:r>
    </w:p>
    <w:p w14:paraId="460659D7" w14:textId="77777777" w:rsidR="00AB6DDF" w:rsidRPr="00C83B26" w:rsidRDefault="002E19AC" w:rsidP="00C83B26">
      <w:pPr>
        <w:ind w:firstLine="0"/>
        <w:jc w:val="center"/>
        <w:rPr>
          <w:i/>
          <w:iCs/>
        </w:rPr>
      </w:pPr>
      <w:r w:rsidRPr="00C83B26">
        <w:rPr>
          <w:i/>
          <w:iCs/>
        </w:rPr>
        <w:t>Montons sur deux palefrois</w:t>
      </w:r>
      <w:r w:rsidR="00AB6DDF" w:rsidRPr="00C83B26">
        <w:rPr>
          <w:i/>
          <w:iCs/>
        </w:rPr>
        <w:t>,</w:t>
      </w:r>
    </w:p>
    <w:p w14:paraId="3CBBA41B" w14:textId="77777777" w:rsidR="00AB6DDF" w:rsidRPr="00C83B26" w:rsidRDefault="002E19AC" w:rsidP="00C83B26">
      <w:pPr>
        <w:ind w:firstLine="0"/>
        <w:jc w:val="center"/>
        <w:rPr>
          <w:i/>
          <w:iCs/>
        </w:rPr>
      </w:pPr>
      <w:r w:rsidRPr="00C83B26">
        <w:rPr>
          <w:i/>
          <w:iCs/>
        </w:rPr>
        <w:t>Tu m</w:t>
      </w:r>
      <w:r w:rsidR="00AB6DDF" w:rsidRPr="00C83B26">
        <w:rPr>
          <w:i/>
          <w:iCs/>
        </w:rPr>
        <w:t>’</w:t>
      </w:r>
      <w:r w:rsidRPr="00C83B26">
        <w:rPr>
          <w:i/>
          <w:iCs/>
        </w:rPr>
        <w:t>emmènes</w:t>
      </w:r>
      <w:r w:rsidR="00AB6DDF" w:rsidRPr="00C83B26">
        <w:rPr>
          <w:i/>
          <w:iCs/>
        </w:rPr>
        <w:t xml:space="preserve">, </w:t>
      </w:r>
      <w:r w:rsidRPr="00C83B26">
        <w:rPr>
          <w:i/>
          <w:iCs/>
        </w:rPr>
        <w:t>je t</w:t>
      </w:r>
      <w:r w:rsidR="00AB6DDF" w:rsidRPr="00C83B26">
        <w:rPr>
          <w:i/>
          <w:iCs/>
        </w:rPr>
        <w:t>’</w:t>
      </w:r>
      <w:r w:rsidRPr="00C83B26">
        <w:rPr>
          <w:i/>
          <w:iCs/>
        </w:rPr>
        <w:t>enlève</w:t>
      </w:r>
      <w:r w:rsidR="00AB6DDF" w:rsidRPr="00C83B26">
        <w:rPr>
          <w:i/>
          <w:iCs/>
        </w:rPr>
        <w:t>,</w:t>
      </w:r>
    </w:p>
    <w:p w14:paraId="5AAF88F1" w14:textId="77777777" w:rsidR="00C83B26" w:rsidRDefault="002E19AC" w:rsidP="00C83B26">
      <w:pPr>
        <w:ind w:firstLine="0"/>
        <w:jc w:val="center"/>
      </w:pPr>
      <w:r w:rsidRPr="00C83B26">
        <w:rPr>
          <w:i/>
          <w:iCs/>
        </w:rPr>
        <w:t>L</w:t>
      </w:r>
      <w:r w:rsidR="00AB6DDF" w:rsidRPr="00C83B26">
        <w:rPr>
          <w:i/>
          <w:iCs/>
        </w:rPr>
        <w:t>’</w:t>
      </w:r>
      <w:r w:rsidRPr="00C83B26">
        <w:rPr>
          <w:i/>
          <w:iCs/>
        </w:rPr>
        <w:t>oiseau chante dans les bois</w:t>
      </w:r>
      <w:r w:rsidR="00AB6DDF" w:rsidRPr="00C83B26">
        <w:rPr>
          <w:i/>
          <w:iCs/>
        </w:rPr>
        <w:t>…</w:t>
      </w:r>
    </w:p>
    <w:p w14:paraId="07DCCD86" w14:textId="77777777" w:rsidR="00C83B26" w:rsidRDefault="002E19AC" w:rsidP="00C83B26">
      <w:r w:rsidRPr="00223237">
        <w:lastRenderedPageBreak/>
        <w:t>Oh</w:t>
      </w:r>
      <w:r w:rsidR="00AB6DDF">
        <w:t xml:space="preserve"> ! </w:t>
      </w:r>
      <w:r w:rsidRPr="00223237">
        <w:t>Dis</w:t>
      </w:r>
      <w:r w:rsidR="00AB6DDF">
        <w:t xml:space="preserve">, </w:t>
      </w:r>
      <w:r w:rsidRPr="00223237">
        <w:t>veux-tu</w:t>
      </w:r>
      <w:r w:rsidR="00AB6DDF">
        <w:t xml:space="preserve"> ?… </w:t>
      </w:r>
      <w:r w:rsidRPr="00223237">
        <w:t>Faisons ce rêve</w:t>
      </w:r>
      <w:r w:rsidR="00AB6DDF">
        <w:t xml:space="preserve">… </w:t>
      </w:r>
      <w:r w:rsidRPr="00223237">
        <w:t>et vivons-le</w:t>
      </w:r>
      <w:r w:rsidR="00AB6DDF">
        <w:t xml:space="preserve"> ! </w:t>
      </w:r>
      <w:r w:rsidRPr="00223237">
        <w:t>Pe</w:t>
      </w:r>
      <w:r w:rsidRPr="00223237">
        <w:t>n</w:t>
      </w:r>
      <w:r w:rsidRPr="00223237">
        <w:t>dant quelque temps</w:t>
      </w:r>
      <w:r w:rsidR="00AB6DDF">
        <w:t xml:space="preserve">, </w:t>
      </w:r>
      <w:r w:rsidRPr="00223237">
        <w:t>tous les deux</w:t>
      </w:r>
      <w:r w:rsidR="00AB6DDF">
        <w:t xml:space="preserve">, </w:t>
      </w:r>
      <w:r w:rsidRPr="00223237">
        <w:t>nous voyagerons</w:t>
      </w:r>
      <w:r w:rsidR="00AB6DDF">
        <w:t xml:space="preserve">… </w:t>
      </w:r>
      <w:r w:rsidRPr="00223237">
        <w:t>sous mon nom</w:t>
      </w:r>
      <w:r w:rsidR="00AB6DDF">
        <w:t xml:space="preserve">, </w:t>
      </w:r>
      <w:r w:rsidRPr="00223237">
        <w:t>afin que tu t</w:t>
      </w:r>
      <w:r w:rsidR="00AB6DDF">
        <w:t>’</w:t>
      </w:r>
      <w:r w:rsidRPr="00223237">
        <w:t>y habitues</w:t>
      </w:r>
      <w:r w:rsidR="00AB6DDF">
        <w:t xml:space="preserve">… </w:t>
      </w:r>
      <w:r w:rsidRPr="00223237">
        <w:t>et</w:t>
      </w:r>
      <w:r w:rsidR="00AB6DDF">
        <w:t xml:space="preserve">, </w:t>
      </w:r>
      <w:r w:rsidRPr="00223237">
        <w:t>un beau matin</w:t>
      </w:r>
      <w:r w:rsidR="00AB6DDF">
        <w:t xml:space="preserve">, </w:t>
      </w:r>
      <w:r w:rsidRPr="00223237">
        <w:t>un mervei</w:t>
      </w:r>
      <w:r w:rsidRPr="00223237">
        <w:t>l</w:t>
      </w:r>
      <w:r w:rsidRPr="00223237">
        <w:t>leux matin</w:t>
      </w:r>
      <w:r w:rsidR="00AB6DDF">
        <w:t xml:space="preserve">, </w:t>
      </w:r>
      <w:r w:rsidRPr="00223237">
        <w:t>je te dirai</w:t>
      </w:r>
      <w:r w:rsidR="00AB6DDF">
        <w:t> : « </w:t>
      </w:r>
      <w:r w:rsidRPr="00223237">
        <w:t>Chérie</w:t>
      </w:r>
      <w:r w:rsidR="00AB6DDF">
        <w:t xml:space="preserve">, </w:t>
      </w:r>
      <w:r w:rsidRPr="00223237">
        <w:t>veux-tu te dépêcher</w:t>
      </w:r>
      <w:r w:rsidR="00AB6DDF">
        <w:t xml:space="preserve"> ! </w:t>
      </w:r>
      <w:r w:rsidRPr="00223237">
        <w:t>Viens à la mairie</w:t>
      </w:r>
      <w:r w:rsidR="00AB6DDF">
        <w:t xml:space="preserve">… </w:t>
      </w:r>
      <w:r w:rsidRPr="00223237">
        <w:t>on nous attend</w:t>
      </w:r>
      <w:r w:rsidR="00AB6DDF">
        <w:t xml:space="preserve">, </w:t>
      </w:r>
      <w:r w:rsidRPr="00223237">
        <w:t>ne soyons pas en retard</w:t>
      </w:r>
      <w:r w:rsidR="00AB6DDF">
        <w:t xml:space="preserve">, </w:t>
      </w:r>
      <w:r w:rsidRPr="00223237">
        <w:t>comme to</w:t>
      </w:r>
      <w:r w:rsidRPr="00223237">
        <w:t>u</w:t>
      </w:r>
      <w:r w:rsidRPr="00223237">
        <w:t>jours</w:t>
      </w:r>
      <w:r w:rsidR="00AB6DDF">
        <w:t>… »</w:t>
      </w:r>
    </w:p>
    <w:p w14:paraId="75253B6D" w14:textId="77777777" w:rsidR="00C83B26" w:rsidRDefault="002E19AC" w:rsidP="00C83B26">
      <w:pPr>
        <w:ind w:firstLine="0"/>
        <w:jc w:val="center"/>
      </w:pPr>
      <w:r w:rsidRPr="00C83B26">
        <w:t>ELLE</w:t>
      </w:r>
    </w:p>
    <w:p w14:paraId="4A1C4B27" w14:textId="77777777" w:rsidR="00C83B26" w:rsidRDefault="002E19AC" w:rsidP="00C83B26">
      <w:r w:rsidRPr="00223237">
        <w:t>Ça va être un scandale</w:t>
      </w:r>
      <w:r w:rsidR="00AB6DDF">
        <w:t xml:space="preserve">… </w:t>
      </w:r>
      <w:r w:rsidRPr="00223237">
        <w:t>tout le monde le saura</w:t>
      </w:r>
      <w:r w:rsidR="00AB6DDF">
        <w:t xml:space="preserve">… </w:t>
      </w:r>
      <w:r w:rsidRPr="00223237">
        <w:t>il faudra p</w:t>
      </w:r>
      <w:r w:rsidRPr="00223237">
        <w:t>u</w:t>
      </w:r>
      <w:r w:rsidRPr="00223237">
        <w:t>blier les bans</w:t>
      </w:r>
      <w:r w:rsidR="00AB6DDF">
        <w:t>…</w:t>
      </w:r>
    </w:p>
    <w:p w14:paraId="3F585138" w14:textId="77777777" w:rsidR="00C83B26" w:rsidRDefault="002E19AC" w:rsidP="00C83B26">
      <w:pPr>
        <w:ind w:firstLine="0"/>
        <w:jc w:val="center"/>
      </w:pPr>
      <w:r w:rsidRPr="00C83B26">
        <w:t>LUI</w:t>
      </w:r>
    </w:p>
    <w:p w14:paraId="771E6783" w14:textId="77777777" w:rsidR="00C83B26" w:rsidRDefault="002E19AC" w:rsidP="00C83B26">
      <w:r w:rsidRPr="00223237">
        <w:t>Les bans</w:t>
      </w:r>
      <w:r w:rsidR="00AB6DDF">
        <w:t xml:space="preserve">… </w:t>
      </w:r>
      <w:r w:rsidRPr="00223237">
        <w:t>on s</w:t>
      </w:r>
      <w:r w:rsidR="00AB6DDF">
        <w:t>’</w:t>
      </w:r>
      <w:r w:rsidRPr="00223237">
        <w:t>assoit dessus</w:t>
      </w:r>
      <w:r w:rsidR="00AB6DDF">
        <w:t xml:space="preserve">, </w:t>
      </w:r>
      <w:r w:rsidRPr="00223237">
        <w:t>d</w:t>
      </w:r>
      <w:r w:rsidR="00AB6DDF">
        <w:t>’</w:t>
      </w:r>
      <w:r w:rsidRPr="00223237">
        <w:t>abord</w:t>
      </w:r>
      <w:r w:rsidR="00AB6DDF">
        <w:t xml:space="preserve"> !… </w:t>
      </w:r>
      <w:r w:rsidRPr="00223237">
        <w:t>Ce qui t</w:t>
      </w:r>
      <w:r w:rsidR="00AB6DDF">
        <w:t>’</w:t>
      </w:r>
      <w:r w:rsidRPr="00223237">
        <w:t>arrive</w:t>
      </w:r>
      <w:r w:rsidR="00AB6DDF">
        <w:t xml:space="preserve">, </w:t>
      </w:r>
      <w:r w:rsidRPr="00223237">
        <w:t>dans le fond</w:t>
      </w:r>
      <w:r w:rsidR="00AB6DDF">
        <w:t xml:space="preserve">, </w:t>
      </w:r>
      <w:r w:rsidRPr="00223237">
        <w:t>n</w:t>
      </w:r>
      <w:r w:rsidR="00AB6DDF">
        <w:t>’</w:t>
      </w:r>
      <w:r w:rsidRPr="00223237">
        <w:t>est même pas original</w:t>
      </w:r>
      <w:r w:rsidR="00AB6DDF">
        <w:t xml:space="preserve"> : </w:t>
      </w:r>
      <w:r w:rsidRPr="00223237">
        <w:t>tu changes de mari</w:t>
      </w:r>
      <w:r w:rsidR="00AB6DDF">
        <w:t xml:space="preserve">, </w:t>
      </w:r>
      <w:r w:rsidRPr="00223237">
        <w:t>et puis voilà tout</w:t>
      </w:r>
      <w:r w:rsidR="00AB6DDF">
        <w:t>…</w:t>
      </w:r>
    </w:p>
    <w:p w14:paraId="1E79C938" w14:textId="77777777" w:rsidR="00C83B26" w:rsidRDefault="002E19AC" w:rsidP="00C83B26">
      <w:pPr>
        <w:ind w:firstLine="0"/>
        <w:jc w:val="center"/>
      </w:pPr>
      <w:r w:rsidRPr="00C83B26">
        <w:t>ELLE</w:t>
      </w:r>
    </w:p>
    <w:p w14:paraId="6345FECF" w14:textId="77777777" w:rsidR="00C83B26" w:rsidRDefault="002E19AC" w:rsidP="00C83B26">
      <w:r w:rsidRPr="00223237">
        <w:t>Où habiterons-nous</w:t>
      </w:r>
      <w:r w:rsidR="00AB6DDF">
        <w:t> ?</w:t>
      </w:r>
    </w:p>
    <w:p w14:paraId="21F0F000" w14:textId="77777777" w:rsidR="00C83B26" w:rsidRDefault="002E19AC" w:rsidP="00C83B26">
      <w:pPr>
        <w:ind w:firstLine="0"/>
        <w:jc w:val="center"/>
      </w:pPr>
      <w:r w:rsidRPr="00C83B26">
        <w:t>LUI</w:t>
      </w:r>
    </w:p>
    <w:p w14:paraId="69D2A3AB" w14:textId="77777777" w:rsidR="00C83B26" w:rsidRDefault="002E19AC" w:rsidP="00C83B26">
      <w:r w:rsidRPr="00223237">
        <w:t>Nous trouverons un rez-de-chaussée dans lequel nous o</w:t>
      </w:r>
      <w:r w:rsidRPr="00223237">
        <w:t>r</w:t>
      </w:r>
      <w:r w:rsidRPr="00223237">
        <w:t>ganis</w:t>
      </w:r>
      <w:r w:rsidRPr="00223237">
        <w:t>e</w:t>
      </w:r>
      <w:r w:rsidRPr="00223237">
        <w:t>rons un grenier ravissant</w:t>
      </w:r>
      <w:r w:rsidR="00AB6DDF">
        <w:t> !…</w:t>
      </w:r>
    </w:p>
    <w:p w14:paraId="692A41DE" w14:textId="77777777" w:rsidR="00C83B26" w:rsidRDefault="002E19AC" w:rsidP="00C83B26">
      <w:pPr>
        <w:ind w:firstLine="0"/>
        <w:jc w:val="center"/>
      </w:pPr>
      <w:r w:rsidRPr="00C83B26">
        <w:t>ELLE</w:t>
      </w:r>
    </w:p>
    <w:p w14:paraId="17841051" w14:textId="77777777" w:rsidR="00C83B26" w:rsidRDefault="002E19AC" w:rsidP="00C83B26">
      <w:r w:rsidRPr="00223237">
        <w:t>Oui</w:t>
      </w:r>
      <w:r w:rsidR="00AB6DDF">
        <w:t xml:space="preserve">… </w:t>
      </w:r>
      <w:r w:rsidRPr="00223237">
        <w:t>mais</w:t>
      </w:r>
      <w:r w:rsidR="00AB6DDF">
        <w:t xml:space="preserve">… </w:t>
      </w:r>
      <w:r w:rsidRPr="00223237">
        <w:t>voyez-vous qu</w:t>
      </w:r>
      <w:r w:rsidR="00AB6DDF">
        <w:t>’</w:t>
      </w:r>
      <w:r w:rsidRPr="00223237">
        <w:t>il ne veuille pas divorcer</w:t>
      </w:r>
      <w:r w:rsidR="00AB6DDF">
        <w:t> ?…</w:t>
      </w:r>
    </w:p>
    <w:p w14:paraId="0AB30F7F" w14:textId="77777777" w:rsidR="00C83B26" w:rsidRDefault="002E19AC" w:rsidP="00C83B26">
      <w:pPr>
        <w:ind w:firstLine="0"/>
        <w:jc w:val="center"/>
      </w:pPr>
      <w:r w:rsidRPr="00C83B26">
        <w:t>LUI</w:t>
      </w:r>
    </w:p>
    <w:p w14:paraId="76B21C36" w14:textId="77777777" w:rsidR="00C83B26" w:rsidRDefault="002E19AC" w:rsidP="00C83B26">
      <w:r w:rsidRPr="00223237">
        <w:t>Oh</w:t>
      </w:r>
      <w:r w:rsidR="00AB6DDF">
        <w:t xml:space="preserve"> ! </w:t>
      </w:r>
      <w:r w:rsidRPr="00223237">
        <w:t>Elle a peur</w:t>
      </w:r>
      <w:r w:rsidR="00AB6DDF">
        <w:t xml:space="preserve"> ! </w:t>
      </w:r>
      <w:r w:rsidRPr="00223237">
        <w:t>Merci d</w:t>
      </w:r>
      <w:r w:rsidR="00AB6DDF">
        <w:t>’</w:t>
      </w:r>
      <w:r w:rsidRPr="00223237">
        <w:t>avoir peur</w:t>
      </w:r>
      <w:r w:rsidR="00AB6DDF">
        <w:t xml:space="preserve"> ! </w:t>
      </w:r>
      <w:r w:rsidRPr="00223237">
        <w:t>Il voudra</w:t>
      </w:r>
      <w:r w:rsidR="00AB6DDF">
        <w:t xml:space="preserve">, </w:t>
      </w:r>
      <w:r w:rsidRPr="00223237">
        <w:t>va</w:t>
      </w:r>
      <w:r w:rsidR="00AB6DDF">
        <w:t xml:space="preserve">, </w:t>
      </w:r>
      <w:r w:rsidRPr="00223237">
        <w:t>n</w:t>
      </w:r>
      <w:r w:rsidR="00AB6DDF">
        <w:t>’</w:t>
      </w:r>
      <w:r w:rsidRPr="00223237">
        <w:t>aie pas peur</w:t>
      </w:r>
      <w:r w:rsidR="00AB6DDF">
        <w:t>…</w:t>
      </w:r>
    </w:p>
    <w:p w14:paraId="259E99AA" w14:textId="77777777" w:rsidR="00C83B26" w:rsidRDefault="002E19AC" w:rsidP="00C83B26">
      <w:pPr>
        <w:ind w:firstLine="0"/>
        <w:jc w:val="center"/>
      </w:pPr>
      <w:r w:rsidRPr="00C83B26">
        <w:t>ELLE</w:t>
      </w:r>
    </w:p>
    <w:p w14:paraId="6D05C7F9" w14:textId="77777777" w:rsidR="00C83B26" w:rsidRDefault="002E19AC" w:rsidP="00C83B26">
      <w:r w:rsidRPr="00223237">
        <w:lastRenderedPageBreak/>
        <w:t>Vous êtes absolument sûr qu</w:t>
      </w:r>
      <w:r w:rsidR="00AB6DDF">
        <w:t>’</w:t>
      </w:r>
      <w:r w:rsidRPr="00223237">
        <w:t>il est tout à fait inutile que je fasse le moindre effort pour arranger les choses</w:t>
      </w:r>
      <w:r w:rsidR="00AB6DDF">
        <w:t> ?</w:t>
      </w:r>
    </w:p>
    <w:p w14:paraId="45F60B4A" w14:textId="77777777" w:rsidR="00C83B26" w:rsidRDefault="002E19AC" w:rsidP="00C83B26">
      <w:pPr>
        <w:ind w:firstLine="0"/>
        <w:jc w:val="center"/>
      </w:pPr>
      <w:r w:rsidRPr="00C83B26">
        <w:t>LUI</w:t>
      </w:r>
    </w:p>
    <w:p w14:paraId="48F68752" w14:textId="77777777" w:rsidR="00C83B26" w:rsidRDefault="002E19AC" w:rsidP="00C83B26">
      <w:r w:rsidRPr="00223237">
        <w:t>Oh</w:t>
      </w:r>
      <w:r w:rsidR="00AB6DDF">
        <w:t xml:space="preserve"> ! </w:t>
      </w:r>
      <w:r w:rsidRPr="00223237">
        <w:t>Vous n</w:t>
      </w:r>
      <w:r w:rsidR="00AB6DDF">
        <w:t>’</w:t>
      </w:r>
      <w:r w:rsidRPr="00223237">
        <w:t>allez pas recommencer avec cette idée</w:t>
      </w:r>
      <w:r w:rsidR="00AB6DDF">
        <w:t xml:space="preserve">… </w:t>
      </w:r>
      <w:r w:rsidRPr="00223237">
        <w:t>n</w:t>
      </w:r>
      <w:r w:rsidR="00AB6DDF">
        <w:t>’</w:t>
      </w:r>
      <w:r w:rsidRPr="00223237">
        <w:t>y pensez plus</w:t>
      </w:r>
      <w:r w:rsidR="00AB6DDF">
        <w:t xml:space="preserve">… </w:t>
      </w:r>
      <w:r w:rsidRPr="00223237">
        <w:t>et songez donc</w:t>
      </w:r>
      <w:r w:rsidR="00AB6DDF">
        <w:t xml:space="preserve">… </w:t>
      </w:r>
      <w:r w:rsidRPr="00223237">
        <w:t>une nuit</w:t>
      </w:r>
      <w:r w:rsidR="00AB6DDF">
        <w:t xml:space="preserve">… </w:t>
      </w:r>
      <w:r w:rsidRPr="00223237">
        <w:t>une nuit entière</w:t>
      </w:r>
      <w:r w:rsidR="00AB6DDF">
        <w:t xml:space="preserve"> !… </w:t>
      </w:r>
      <w:r w:rsidRPr="00223237">
        <w:t>Un homme peut trouver</w:t>
      </w:r>
      <w:r w:rsidR="00AB6DDF">
        <w:t xml:space="preserve">, </w:t>
      </w:r>
      <w:r w:rsidRPr="00223237">
        <w:t>au besoin</w:t>
      </w:r>
      <w:r w:rsidR="00AB6DDF">
        <w:t xml:space="preserve">, </w:t>
      </w:r>
      <w:r w:rsidRPr="00223237">
        <w:t>la justification d</w:t>
      </w:r>
      <w:r w:rsidR="00AB6DDF">
        <w:t>’</w:t>
      </w:r>
      <w:r w:rsidRPr="00223237">
        <w:t>une nuit passée hors de chez lui</w:t>
      </w:r>
      <w:r w:rsidR="00AB6DDF">
        <w:t xml:space="preserve">… </w:t>
      </w:r>
      <w:r w:rsidRPr="00223237">
        <w:t>mais une femme</w:t>
      </w:r>
      <w:r w:rsidR="00AB6DDF">
        <w:t xml:space="preserve">, </w:t>
      </w:r>
      <w:r w:rsidRPr="00223237">
        <w:t>voyons</w:t>
      </w:r>
      <w:r w:rsidR="00AB6DDF">
        <w:t xml:space="preserve">… </w:t>
      </w:r>
      <w:r w:rsidRPr="00223237">
        <w:t>il faudrait que vous trouviez une chose tellement incontrôlable</w:t>
      </w:r>
      <w:r w:rsidR="00AB6DDF">
        <w:t xml:space="preserve">… </w:t>
      </w:r>
      <w:r w:rsidRPr="00223237">
        <w:t>que je ne souhaite même pas que vous la trouviez</w:t>
      </w:r>
      <w:r w:rsidR="00AB6DDF">
        <w:t xml:space="preserve">, </w:t>
      </w:r>
      <w:r w:rsidRPr="00223237">
        <w:t>d</w:t>
      </w:r>
      <w:r w:rsidR="00AB6DDF">
        <w:t>’</w:t>
      </w:r>
      <w:r w:rsidRPr="00223237">
        <w:t>ailleurs</w:t>
      </w:r>
      <w:r w:rsidR="00AB6DDF">
        <w:t xml:space="preserve">. </w:t>
      </w:r>
      <w:r w:rsidRPr="00223237">
        <w:t>Car</w:t>
      </w:r>
      <w:r w:rsidR="00AB6DDF">
        <w:t xml:space="preserve">, </w:t>
      </w:r>
      <w:r w:rsidRPr="00223237">
        <w:t>co</w:t>
      </w:r>
      <w:r w:rsidRPr="00223237">
        <w:t>m</w:t>
      </w:r>
      <w:r w:rsidRPr="00223237">
        <w:t>prenez-le bien</w:t>
      </w:r>
      <w:r w:rsidR="00AB6DDF">
        <w:t xml:space="preserve">, </w:t>
      </w:r>
      <w:r w:rsidRPr="00223237">
        <w:t>une femme comme vous ne vit pas avec un homme qu</w:t>
      </w:r>
      <w:r w:rsidR="00AB6DDF">
        <w:t>’</w:t>
      </w:r>
      <w:r w:rsidRPr="00223237">
        <w:t>elle peut tromper et à qui l</w:t>
      </w:r>
      <w:r w:rsidR="00AB6DDF">
        <w:t>’</w:t>
      </w:r>
      <w:r w:rsidRPr="00223237">
        <w:t>on peut mentir aussi fac</w:t>
      </w:r>
      <w:r w:rsidRPr="00223237">
        <w:t>i</w:t>
      </w:r>
      <w:r w:rsidRPr="00223237">
        <w:t>lement que cela</w:t>
      </w:r>
      <w:r w:rsidR="00AB6DDF">
        <w:t xml:space="preserve">. </w:t>
      </w:r>
      <w:r w:rsidRPr="00223237">
        <w:t>Ce serait un encouragement au mal</w:t>
      </w:r>
      <w:r w:rsidR="00AB6DDF">
        <w:t xml:space="preserve">. </w:t>
      </w:r>
      <w:r w:rsidRPr="00223237">
        <w:t>Dites-vous plutôt que vous avez failli devenir ma maîtresse</w:t>
      </w:r>
      <w:r w:rsidR="00AB6DDF">
        <w:t xml:space="preserve">… </w:t>
      </w:r>
      <w:r w:rsidRPr="00223237">
        <w:t>que les ci</w:t>
      </w:r>
      <w:r w:rsidRPr="00223237">
        <w:t>r</w:t>
      </w:r>
      <w:r w:rsidRPr="00223237">
        <w:t>constances vous en empêchent</w:t>
      </w:r>
      <w:r w:rsidR="00AB6DDF">
        <w:t xml:space="preserve">, </w:t>
      </w:r>
      <w:r w:rsidRPr="00223237">
        <w:t>que vous d</w:t>
      </w:r>
      <w:r w:rsidRPr="00223237">
        <w:t>e</w:t>
      </w:r>
      <w:r w:rsidRPr="00223237">
        <w:t>venez ma femme et que c</w:t>
      </w:r>
      <w:r w:rsidR="00AB6DDF">
        <w:t>’</w:t>
      </w:r>
      <w:r w:rsidRPr="00223237">
        <w:t>est bien mieux ainsi</w:t>
      </w:r>
      <w:r w:rsidR="00AB6DDF">
        <w:t xml:space="preserve">. </w:t>
      </w:r>
      <w:r w:rsidRPr="00223237">
        <w:t>Oui</w:t>
      </w:r>
      <w:r w:rsidR="00AB6DDF">
        <w:t xml:space="preserve">, </w:t>
      </w:r>
      <w:r w:rsidRPr="00223237">
        <w:t>en un mot</w:t>
      </w:r>
      <w:r w:rsidR="00AB6DDF">
        <w:t xml:space="preserve">, </w:t>
      </w:r>
      <w:r w:rsidRPr="00223237">
        <w:t>dites-vous bien qu</w:t>
      </w:r>
      <w:r w:rsidR="00AB6DDF">
        <w:t>’</w:t>
      </w:r>
      <w:r w:rsidRPr="00223237">
        <w:t>une femme comme vous ne vit pas avec un cocu</w:t>
      </w:r>
      <w:r w:rsidR="00AB6DDF">
        <w:t xml:space="preserve">… </w:t>
      </w:r>
      <w:r w:rsidRPr="00223237">
        <w:t>même le sien</w:t>
      </w:r>
      <w:r w:rsidR="00AB6DDF">
        <w:t>.</w:t>
      </w:r>
    </w:p>
    <w:p w14:paraId="31B9936A" w14:textId="77777777" w:rsidR="00C83B26" w:rsidRDefault="002E19AC" w:rsidP="00C83B26">
      <w:pPr>
        <w:ind w:firstLine="0"/>
        <w:jc w:val="center"/>
      </w:pPr>
      <w:r w:rsidRPr="00C83B26">
        <w:t>ELLE</w:t>
      </w:r>
    </w:p>
    <w:p w14:paraId="6DD9AB1A" w14:textId="77777777" w:rsidR="00C83B26" w:rsidRDefault="002E19AC" w:rsidP="00C83B26">
      <w:r w:rsidRPr="00223237">
        <w:t>C</w:t>
      </w:r>
      <w:r w:rsidR="00AB6DDF">
        <w:t>’</w:t>
      </w:r>
      <w:r w:rsidRPr="00223237">
        <w:t>est vrai</w:t>
      </w:r>
      <w:r w:rsidR="00AB6DDF">
        <w:t xml:space="preserve">… </w:t>
      </w:r>
      <w:r w:rsidRPr="00223237">
        <w:t>c</w:t>
      </w:r>
      <w:r w:rsidR="00AB6DDF">
        <w:t>’</w:t>
      </w:r>
      <w:r w:rsidRPr="00223237">
        <w:t>est très vrai</w:t>
      </w:r>
      <w:r w:rsidR="00AB6DDF">
        <w:t xml:space="preserve">… </w:t>
      </w:r>
      <w:r w:rsidRPr="00223237">
        <w:t>j</w:t>
      </w:r>
      <w:r w:rsidR="00AB6DDF">
        <w:t>’</w:t>
      </w:r>
      <w:r w:rsidRPr="00223237">
        <w:t>allais faire une chose pas bien</w:t>
      </w:r>
      <w:r w:rsidR="00AB6DDF">
        <w:t xml:space="preserve"> !… </w:t>
      </w:r>
      <w:r w:rsidRPr="00223237">
        <w:t>Je ne veux pas être votre maîtresse</w:t>
      </w:r>
      <w:r w:rsidR="00AB6DDF">
        <w:t>…</w:t>
      </w:r>
    </w:p>
    <w:p w14:paraId="783C9F31" w14:textId="77777777" w:rsidR="00C83B26" w:rsidRDefault="002E19AC" w:rsidP="00C83B26">
      <w:pPr>
        <w:ind w:firstLine="0"/>
        <w:jc w:val="center"/>
      </w:pPr>
      <w:r w:rsidRPr="00C83B26">
        <w:t>LUI</w:t>
      </w:r>
    </w:p>
    <w:p w14:paraId="401DEB74" w14:textId="77777777" w:rsidR="00C83B26" w:rsidRDefault="002E19AC" w:rsidP="00C83B26">
      <w:r w:rsidRPr="00223237">
        <w:t>Il ne faut pas</w:t>
      </w:r>
      <w:r w:rsidR="00AB6DDF">
        <w:t xml:space="preserve">… </w:t>
      </w:r>
      <w:r w:rsidRPr="00223237">
        <w:t>dépêchons-nous</w:t>
      </w:r>
      <w:r w:rsidR="00AB6DDF">
        <w:t xml:space="preserve">, </w:t>
      </w:r>
      <w:r w:rsidRPr="00223237">
        <w:t>mais il ne faut pas</w:t>
      </w:r>
      <w:r w:rsidR="00AB6DDF">
        <w:t>.</w:t>
      </w:r>
    </w:p>
    <w:p w14:paraId="345407B6" w14:textId="77777777" w:rsidR="00C83B26" w:rsidRDefault="002E19AC" w:rsidP="00C83B26">
      <w:pPr>
        <w:ind w:firstLine="0"/>
        <w:jc w:val="center"/>
      </w:pPr>
      <w:r w:rsidRPr="00C83B26">
        <w:t>ELLE</w:t>
      </w:r>
    </w:p>
    <w:p w14:paraId="43AEBFC2" w14:textId="77777777" w:rsidR="00C83B26" w:rsidRDefault="002E19AC" w:rsidP="00C83B26">
      <w:r w:rsidRPr="00223237">
        <w:t>Ce ne serait pas digne de moi</w:t>
      </w:r>
      <w:r w:rsidR="00AB6DDF">
        <w:t xml:space="preserve"> ! </w:t>
      </w:r>
      <w:r w:rsidRPr="00223237">
        <w:t>En effet</w:t>
      </w:r>
      <w:r w:rsidR="00AB6DDF">
        <w:t xml:space="preserve">, </w:t>
      </w:r>
      <w:r w:rsidRPr="00223237">
        <w:t>si je lui mentais</w:t>
      </w:r>
      <w:r w:rsidR="00AB6DDF">
        <w:t xml:space="preserve">… </w:t>
      </w:r>
      <w:r w:rsidRPr="00223237">
        <w:t>Ou bien il ne me croirait pas</w:t>
      </w:r>
      <w:r w:rsidR="00AB6DDF">
        <w:t xml:space="preserve">… </w:t>
      </w:r>
      <w:r w:rsidRPr="00223237">
        <w:t>et ce ne serait pas la peine de lui avoir menti</w:t>
      </w:r>
      <w:r w:rsidR="00AB6DDF">
        <w:t xml:space="preserve">… </w:t>
      </w:r>
      <w:r w:rsidRPr="00223237">
        <w:t>en plus</w:t>
      </w:r>
      <w:r w:rsidR="00AB6DDF">
        <w:t xml:space="preserve">… </w:t>
      </w:r>
      <w:r w:rsidRPr="00223237">
        <w:t>ou bien il me croirait</w:t>
      </w:r>
      <w:r w:rsidR="00AB6DDF">
        <w:t xml:space="preserve">… </w:t>
      </w:r>
      <w:r w:rsidRPr="00223237">
        <w:t>et ce serait m</w:t>
      </w:r>
      <w:r w:rsidR="00AB6DDF">
        <w:t>’</w:t>
      </w:r>
      <w:r w:rsidRPr="00223237">
        <w:t>encourager à continuer</w:t>
      </w:r>
      <w:r w:rsidR="00AB6DDF">
        <w:t> !</w:t>
      </w:r>
    </w:p>
    <w:p w14:paraId="57AFE955" w14:textId="77777777" w:rsidR="00C83B26" w:rsidRDefault="002E19AC" w:rsidP="00C83B26">
      <w:pPr>
        <w:ind w:firstLine="0"/>
        <w:jc w:val="center"/>
      </w:pPr>
      <w:r w:rsidRPr="00C83B26">
        <w:t>LUI</w:t>
      </w:r>
    </w:p>
    <w:p w14:paraId="52478C12" w14:textId="77777777" w:rsidR="00C83B26" w:rsidRDefault="002E19AC" w:rsidP="00C83B26">
      <w:r w:rsidRPr="00223237">
        <w:lastRenderedPageBreak/>
        <w:t>Puissamment raisonné</w:t>
      </w:r>
      <w:r w:rsidR="00AB6DDF">
        <w:t> !</w:t>
      </w:r>
    </w:p>
    <w:p w14:paraId="205CB40A" w14:textId="77777777" w:rsidR="00C83B26" w:rsidRDefault="002E19AC" w:rsidP="00C83B26">
      <w:pPr>
        <w:ind w:firstLine="0"/>
        <w:jc w:val="center"/>
      </w:pPr>
      <w:r w:rsidRPr="00C83B26">
        <w:t>ELLE</w:t>
      </w:r>
    </w:p>
    <w:p w14:paraId="341F14D0" w14:textId="77777777" w:rsidR="00C83B26" w:rsidRDefault="002E19AC" w:rsidP="00C83B26">
      <w:r w:rsidRPr="00223237">
        <w:t>Soyons propres</w:t>
      </w:r>
      <w:r w:rsidR="00AB6DDF">
        <w:t>…</w:t>
      </w:r>
    </w:p>
    <w:p w14:paraId="4D72E10C" w14:textId="77777777" w:rsidR="00C83B26" w:rsidRDefault="002E19AC" w:rsidP="00C83B26">
      <w:pPr>
        <w:ind w:firstLine="0"/>
        <w:jc w:val="center"/>
      </w:pPr>
      <w:r w:rsidRPr="00C83B26">
        <w:t>LUI</w:t>
      </w:r>
    </w:p>
    <w:p w14:paraId="19325A86" w14:textId="77777777" w:rsidR="00C83B26" w:rsidRDefault="002E19AC" w:rsidP="00C83B26">
      <w:r w:rsidRPr="00223237">
        <w:t>Soyons élégants</w:t>
      </w:r>
      <w:r w:rsidR="00AB6DDF">
        <w:t>…</w:t>
      </w:r>
    </w:p>
    <w:p w14:paraId="6EF3BEB5" w14:textId="77777777" w:rsidR="00C83B26" w:rsidRDefault="002E19AC" w:rsidP="00C83B26">
      <w:pPr>
        <w:ind w:firstLine="0"/>
        <w:jc w:val="center"/>
      </w:pPr>
      <w:r w:rsidRPr="00C83B26">
        <w:t>ELLE</w:t>
      </w:r>
    </w:p>
    <w:p w14:paraId="408653DB" w14:textId="77777777" w:rsidR="00C83B26" w:rsidRDefault="002E19AC" w:rsidP="00C83B26">
      <w:r w:rsidRPr="00223237">
        <w:t>En dépit même du costume</w:t>
      </w:r>
      <w:r w:rsidR="00AB6DDF">
        <w:t>…</w:t>
      </w:r>
    </w:p>
    <w:p w14:paraId="04B67A84" w14:textId="77777777" w:rsidR="00C83B26" w:rsidRDefault="002E19AC" w:rsidP="00C83B26">
      <w:pPr>
        <w:ind w:firstLine="0"/>
        <w:jc w:val="center"/>
      </w:pPr>
      <w:r w:rsidRPr="00C83B26">
        <w:t>LUI</w:t>
      </w:r>
    </w:p>
    <w:p w14:paraId="36A9A77C" w14:textId="77777777" w:rsidR="00C83B26" w:rsidRDefault="002E19AC" w:rsidP="00C83B26">
      <w:r w:rsidRPr="00E51845">
        <w:t>Oh</w:t>
      </w:r>
      <w:r w:rsidR="00AB6DDF">
        <w:t xml:space="preserve"> ! </w:t>
      </w:r>
      <w:r w:rsidRPr="00E51845">
        <w:t>Elle a souri</w:t>
      </w:r>
      <w:r w:rsidR="00AB6DDF">
        <w:t xml:space="preserve"> ! </w:t>
      </w:r>
      <w:r w:rsidRPr="00223237">
        <w:t>Enfin</w:t>
      </w:r>
      <w:r w:rsidR="00AB6DDF">
        <w:t xml:space="preserve"> !… </w:t>
      </w:r>
      <w:r w:rsidRPr="00223237">
        <w:t>Sonnez clairons</w:t>
      </w:r>
      <w:r w:rsidR="00AB6DDF">
        <w:t xml:space="preserve"> ! </w:t>
      </w:r>
      <w:r w:rsidRPr="00223237">
        <w:t>Ma ma</w:t>
      </w:r>
      <w:r w:rsidRPr="00223237">
        <w:t>î</w:t>
      </w:r>
      <w:r w:rsidRPr="00223237">
        <w:t>tresse a souri</w:t>
      </w:r>
      <w:r w:rsidR="00AB6DDF">
        <w:t xml:space="preserve"> !… </w:t>
      </w:r>
      <w:r w:rsidRPr="00223237">
        <w:t>Veux-tu me faire un plaisir</w:t>
      </w:r>
      <w:r w:rsidR="00AB6DDF">
        <w:t> ?</w:t>
      </w:r>
    </w:p>
    <w:p w14:paraId="603F9B3F" w14:textId="77777777" w:rsidR="00C83B26" w:rsidRDefault="002E19AC" w:rsidP="00C83B26">
      <w:pPr>
        <w:ind w:firstLine="0"/>
        <w:jc w:val="center"/>
      </w:pPr>
      <w:r w:rsidRPr="00C83B26">
        <w:t>ELLE</w:t>
      </w:r>
    </w:p>
    <w:p w14:paraId="6D52899A" w14:textId="77777777" w:rsidR="00C83B26" w:rsidRDefault="002E19AC" w:rsidP="00C83B26">
      <w:r w:rsidRPr="00223237">
        <w:t>Je n</w:t>
      </w:r>
      <w:r w:rsidR="00AB6DDF">
        <w:t>’</w:t>
      </w:r>
      <w:r w:rsidRPr="00223237">
        <w:t>hésite pas</w:t>
      </w:r>
      <w:r w:rsidR="00AB6DDF">
        <w:t>.</w:t>
      </w:r>
    </w:p>
    <w:p w14:paraId="4CD67DF7" w14:textId="77777777" w:rsidR="00C83B26" w:rsidRDefault="002E19AC" w:rsidP="00C83B26">
      <w:pPr>
        <w:ind w:firstLine="0"/>
        <w:jc w:val="center"/>
      </w:pPr>
      <w:r w:rsidRPr="00C83B26">
        <w:t>LUI</w:t>
      </w:r>
    </w:p>
    <w:p w14:paraId="53800F11" w14:textId="77777777" w:rsidR="00C83B26" w:rsidRDefault="002E19AC" w:rsidP="00C83B26">
      <w:r w:rsidRPr="00223237">
        <w:t>Un grand plaisir</w:t>
      </w:r>
      <w:r w:rsidR="00AB6DDF">
        <w:t> ?</w:t>
      </w:r>
    </w:p>
    <w:p w14:paraId="03E6E5F3" w14:textId="77777777" w:rsidR="00C83B26" w:rsidRDefault="002E19AC" w:rsidP="00C83B26">
      <w:pPr>
        <w:ind w:firstLine="0"/>
        <w:jc w:val="center"/>
      </w:pPr>
      <w:r w:rsidRPr="00C83B26">
        <w:t>ELLE</w:t>
      </w:r>
    </w:p>
    <w:p w14:paraId="27A75F6D" w14:textId="77777777" w:rsidR="00C83B26" w:rsidRDefault="002E19AC" w:rsidP="00C83B26">
      <w:r w:rsidRPr="00223237">
        <w:t>Oui</w:t>
      </w:r>
      <w:r w:rsidR="00AB6DDF">
        <w:t>.</w:t>
      </w:r>
    </w:p>
    <w:p w14:paraId="5C445B1F" w14:textId="77777777" w:rsidR="00C83B26" w:rsidRDefault="002E19AC" w:rsidP="00C83B26">
      <w:pPr>
        <w:ind w:firstLine="0"/>
        <w:jc w:val="center"/>
      </w:pPr>
      <w:r w:rsidRPr="00C83B26">
        <w:t>LUI</w:t>
      </w:r>
    </w:p>
    <w:p w14:paraId="5685141A" w14:textId="77777777" w:rsidR="00C83B26" w:rsidRDefault="002E19AC" w:rsidP="00C83B26">
      <w:r w:rsidRPr="00223237">
        <w:t>Recouchons-nous et refaisons tout ça</w:t>
      </w:r>
      <w:r w:rsidR="00AB6DDF">
        <w:t xml:space="preserve"> !… </w:t>
      </w:r>
      <w:r w:rsidRPr="00223237">
        <w:t>j</w:t>
      </w:r>
      <w:r w:rsidR="00AB6DDF">
        <w:t>’</w:t>
      </w:r>
      <w:r w:rsidRPr="00223237">
        <w:t>entends par là</w:t>
      </w:r>
      <w:r w:rsidR="00AB6DDF">
        <w:t xml:space="preserve"> : </w:t>
      </w:r>
      <w:r w:rsidRPr="00223237">
        <w:t>on se couche</w:t>
      </w:r>
      <w:r w:rsidR="00AB6DDF">
        <w:t xml:space="preserve">, </w:t>
      </w:r>
      <w:r w:rsidRPr="00223237">
        <w:t>on fait comme si on dormait</w:t>
      </w:r>
      <w:r w:rsidR="00AB6DDF">
        <w:t xml:space="preserve">, </w:t>
      </w:r>
      <w:r w:rsidRPr="00223237">
        <w:t>on fait comme si on se réveillait</w:t>
      </w:r>
      <w:r w:rsidR="00AB6DDF">
        <w:t xml:space="preserve">… </w:t>
      </w:r>
      <w:r w:rsidRPr="00223237">
        <w:t>et on simule l</w:t>
      </w:r>
      <w:r w:rsidR="00AB6DDF">
        <w:t>’</w:t>
      </w:r>
      <w:r w:rsidRPr="00223237">
        <w:t>explosion de joie réelle de deux amants nouveaux qui s</w:t>
      </w:r>
      <w:r w:rsidR="00AB6DDF">
        <w:t>’</w:t>
      </w:r>
      <w:r w:rsidRPr="00223237">
        <w:t>éveillent et voient en s</w:t>
      </w:r>
      <w:r w:rsidR="00AB6DDF">
        <w:t>’</w:t>
      </w:r>
      <w:r w:rsidRPr="00223237">
        <w:t>éveillant que le Destin les a unis pour toute la vie</w:t>
      </w:r>
      <w:r w:rsidR="00AB6DDF">
        <w:t> !</w:t>
      </w:r>
    </w:p>
    <w:p w14:paraId="0591672A" w14:textId="77777777" w:rsidR="00C83B26" w:rsidRDefault="002E19AC" w:rsidP="00C83B26">
      <w:pPr>
        <w:ind w:firstLine="0"/>
        <w:jc w:val="center"/>
      </w:pPr>
      <w:r w:rsidRPr="00C83B26">
        <w:t>ELLE</w:t>
      </w:r>
    </w:p>
    <w:p w14:paraId="519C7E20" w14:textId="77777777" w:rsidR="00C83B26" w:rsidRDefault="002E19AC" w:rsidP="00C83B26">
      <w:r w:rsidRPr="00223237">
        <w:lastRenderedPageBreak/>
        <w:t>Oh</w:t>
      </w:r>
      <w:r w:rsidR="00AB6DDF">
        <w:t xml:space="preserve"> ! </w:t>
      </w:r>
      <w:r w:rsidRPr="00223237">
        <w:t>Toute la vie</w:t>
      </w:r>
      <w:r w:rsidR="00AB6DDF">
        <w:t> !</w:t>
      </w:r>
    </w:p>
    <w:p w14:paraId="310F61B1" w14:textId="77777777" w:rsidR="00C83B26" w:rsidRDefault="002E19AC" w:rsidP="00C83B26">
      <w:pPr>
        <w:ind w:firstLine="0"/>
        <w:jc w:val="center"/>
      </w:pPr>
      <w:r w:rsidRPr="00C83B26">
        <w:t>LUI</w:t>
      </w:r>
    </w:p>
    <w:p w14:paraId="0ED1C572" w14:textId="77777777" w:rsidR="00C83B26" w:rsidRDefault="002E19AC" w:rsidP="00C83B26">
      <w:r w:rsidRPr="00223237">
        <w:t>Allez coucher</w:t>
      </w:r>
      <w:r w:rsidR="00AB6DDF">
        <w:t> ! (</w:t>
      </w:r>
      <w:r w:rsidRPr="00223237">
        <w:rPr>
          <w:i/>
          <w:iCs/>
        </w:rPr>
        <w:t>Ils s</w:t>
      </w:r>
      <w:r w:rsidR="00AB6DDF">
        <w:rPr>
          <w:i/>
          <w:iCs/>
        </w:rPr>
        <w:t>’</w:t>
      </w:r>
      <w:r w:rsidRPr="00223237">
        <w:rPr>
          <w:i/>
          <w:iCs/>
        </w:rPr>
        <w:t>allongent tous les deux sur le lit</w:t>
      </w:r>
      <w:r w:rsidR="00AB6DDF">
        <w:rPr>
          <w:i/>
          <w:iCs/>
        </w:rPr>
        <w:t xml:space="preserve">, </w:t>
      </w:r>
      <w:r w:rsidRPr="00223237">
        <w:rPr>
          <w:i/>
          <w:iCs/>
        </w:rPr>
        <w:t>dans les bras l</w:t>
      </w:r>
      <w:r w:rsidR="00AB6DDF">
        <w:rPr>
          <w:i/>
          <w:iCs/>
        </w:rPr>
        <w:t>’</w:t>
      </w:r>
      <w:r w:rsidRPr="00223237">
        <w:rPr>
          <w:i/>
          <w:iCs/>
        </w:rPr>
        <w:t>un de l</w:t>
      </w:r>
      <w:r w:rsidR="00AB6DDF">
        <w:rPr>
          <w:i/>
          <w:iCs/>
        </w:rPr>
        <w:t>’</w:t>
      </w:r>
      <w:r w:rsidRPr="00223237">
        <w:rPr>
          <w:i/>
          <w:iCs/>
        </w:rPr>
        <w:t>autre</w:t>
      </w:r>
      <w:r w:rsidR="00AB6DDF">
        <w:rPr>
          <w:i/>
          <w:iCs/>
        </w:rPr>
        <w:t xml:space="preserve">.) </w:t>
      </w:r>
      <w:r w:rsidRPr="00223237">
        <w:t>Et pour commencer</w:t>
      </w:r>
      <w:r w:rsidR="00AB6DDF">
        <w:t xml:space="preserve">, </w:t>
      </w:r>
      <w:r w:rsidRPr="00223237">
        <w:t>on dort</w:t>
      </w:r>
      <w:r w:rsidR="00AB6DDF">
        <w:t xml:space="preserve">. </w:t>
      </w:r>
      <w:r w:rsidRPr="00223237">
        <w:t>On dort comme des gens bien élevés</w:t>
      </w:r>
      <w:r w:rsidR="00AB6DDF">
        <w:t xml:space="preserve">, </w:t>
      </w:r>
      <w:r w:rsidRPr="00223237">
        <w:t>sans faire de bruit</w:t>
      </w:r>
      <w:r w:rsidR="00AB6DDF">
        <w:t>.</w:t>
      </w:r>
    </w:p>
    <w:p w14:paraId="5B31A461" w14:textId="77777777" w:rsidR="00C83B26" w:rsidRDefault="002E19AC" w:rsidP="00C83B26">
      <w:pPr>
        <w:ind w:firstLine="0"/>
        <w:jc w:val="center"/>
      </w:pPr>
      <w:r w:rsidRPr="00C83B26">
        <w:t>ELLE</w:t>
      </w:r>
    </w:p>
    <w:p w14:paraId="249F5F74" w14:textId="77777777" w:rsidR="00C83B26" w:rsidRDefault="002E19AC" w:rsidP="00C83B26">
      <w:r w:rsidRPr="00223237">
        <w:t>Comment est-ce qu</w:t>
      </w:r>
      <w:r w:rsidR="00AB6DDF">
        <w:t>’</w:t>
      </w:r>
      <w:r w:rsidRPr="00223237">
        <w:t>on s</w:t>
      </w:r>
      <w:r w:rsidR="00AB6DDF">
        <w:t>’</w:t>
      </w:r>
      <w:r w:rsidRPr="00223237">
        <w:t>éveille</w:t>
      </w:r>
      <w:r w:rsidR="00AB6DDF">
        <w:t> ?</w:t>
      </w:r>
    </w:p>
    <w:p w14:paraId="37A874BE" w14:textId="77777777" w:rsidR="00C83B26" w:rsidRDefault="002E19AC" w:rsidP="00C83B26">
      <w:pPr>
        <w:ind w:firstLine="0"/>
        <w:jc w:val="center"/>
      </w:pPr>
      <w:r w:rsidRPr="00C83B26">
        <w:t>LUI</w:t>
      </w:r>
    </w:p>
    <w:p w14:paraId="38944A56" w14:textId="77777777" w:rsidR="00C83B26" w:rsidRDefault="002E19AC" w:rsidP="00C83B26">
      <w:r w:rsidRPr="00223237">
        <w:t>Je suis en train de me le demander</w:t>
      </w:r>
      <w:r w:rsidR="00AB6DDF">
        <w:t xml:space="preserve">, </w:t>
      </w:r>
      <w:proofErr w:type="gramStart"/>
      <w:r w:rsidRPr="00223237">
        <w:t>car</w:t>
      </w:r>
      <w:r w:rsidR="00AB6DDF">
        <w:t xml:space="preserve">, </w:t>
      </w:r>
      <w:r w:rsidRPr="00223237">
        <w:t>en effet</w:t>
      </w:r>
      <w:r w:rsidR="00AB6DDF">
        <w:t>,</w:t>
      </w:r>
      <w:proofErr w:type="gramEnd"/>
      <w:r w:rsidR="00AB6DDF">
        <w:t xml:space="preserve"> </w:t>
      </w:r>
      <w:r w:rsidRPr="00223237">
        <w:t>c</w:t>
      </w:r>
      <w:r w:rsidR="00AB6DDF">
        <w:t>’</w:t>
      </w:r>
      <w:r w:rsidRPr="00223237">
        <w:t>est la grande question</w:t>
      </w:r>
      <w:r w:rsidR="00AB6DDF">
        <w:t xml:space="preserve">. </w:t>
      </w:r>
      <w:r w:rsidRPr="00223237">
        <w:t>Il faudrait trouver quelque chose d</w:t>
      </w:r>
      <w:r w:rsidR="00AB6DDF">
        <w:t>’</w:t>
      </w:r>
      <w:r w:rsidRPr="00223237">
        <w:t>amusant pour se réveiller</w:t>
      </w:r>
      <w:r w:rsidR="00AB6DDF">
        <w:t>.</w:t>
      </w:r>
    </w:p>
    <w:p w14:paraId="626AFB98" w14:textId="77777777" w:rsidR="00C83B26" w:rsidRDefault="002E19AC" w:rsidP="00C83B26">
      <w:pPr>
        <w:ind w:firstLine="0"/>
        <w:jc w:val="center"/>
      </w:pPr>
      <w:r w:rsidRPr="00C83B26">
        <w:t>ELLE</w:t>
      </w:r>
    </w:p>
    <w:p w14:paraId="47909CFC" w14:textId="77777777" w:rsidR="00C83B26" w:rsidRDefault="002E19AC" w:rsidP="00C83B26">
      <w:r w:rsidRPr="00223237">
        <w:t>Oui</w:t>
      </w:r>
      <w:r w:rsidR="00AB6DDF">
        <w:t xml:space="preserve">… </w:t>
      </w:r>
      <w:r w:rsidRPr="00223237">
        <w:t>trouve</w:t>
      </w:r>
      <w:r w:rsidR="00AB6DDF">
        <w:t>…</w:t>
      </w:r>
    </w:p>
    <w:p w14:paraId="54EE0A61" w14:textId="77777777" w:rsidR="00C83B26" w:rsidRDefault="002E19AC" w:rsidP="00C83B26">
      <w:pPr>
        <w:ind w:firstLine="0"/>
        <w:jc w:val="center"/>
      </w:pPr>
      <w:r w:rsidRPr="00C83B26">
        <w:t>LUI</w:t>
      </w:r>
    </w:p>
    <w:p w14:paraId="6AFBF3E5" w14:textId="77777777" w:rsidR="00C83B26" w:rsidRDefault="002E19AC" w:rsidP="00C83B26">
      <w:r w:rsidRPr="00223237">
        <w:t>C</w:t>
      </w:r>
      <w:r w:rsidR="00AB6DDF">
        <w:t>’</w:t>
      </w:r>
      <w:r w:rsidRPr="00223237">
        <w:t>est toujours à moi de trouver</w:t>
      </w:r>
      <w:r w:rsidR="00AB6DDF">
        <w:t xml:space="preserve">… </w:t>
      </w:r>
      <w:r w:rsidR="00AB6DDF">
        <w:rPr>
          <w:i/>
          <w:iCs/>
        </w:rPr>
        <w:t>(</w:t>
      </w:r>
      <w:r w:rsidRPr="00223237">
        <w:rPr>
          <w:i/>
          <w:iCs/>
        </w:rPr>
        <w:t>On frappe</w:t>
      </w:r>
      <w:r w:rsidR="00AB6DDF">
        <w:rPr>
          <w:i/>
          <w:iCs/>
        </w:rPr>
        <w:t xml:space="preserve">.) </w:t>
      </w:r>
      <w:r w:rsidRPr="00223237">
        <w:t>Ah</w:t>
      </w:r>
      <w:r w:rsidR="00AB6DDF">
        <w:t xml:space="preserve"> ! </w:t>
      </w:r>
      <w:r w:rsidRPr="00223237">
        <w:t>Ah</w:t>
      </w:r>
      <w:r w:rsidR="00AB6DDF">
        <w:t xml:space="preserve"> ! </w:t>
      </w:r>
      <w:r w:rsidRPr="00223237">
        <w:t>Ce n</w:t>
      </w:r>
      <w:r w:rsidR="00AB6DDF">
        <w:t>’</w:t>
      </w:r>
      <w:r w:rsidRPr="00223237">
        <w:t>est peut-être pas mal</w:t>
      </w:r>
      <w:r w:rsidR="00AB6DDF">
        <w:t xml:space="preserve">, </w:t>
      </w:r>
      <w:r w:rsidRPr="00223237">
        <w:t>ça</w:t>
      </w:r>
      <w:r w:rsidR="00AB6DDF">
        <w:t>…</w:t>
      </w:r>
    </w:p>
    <w:p w14:paraId="4F157D40" w14:textId="77777777" w:rsidR="00C83B26" w:rsidRDefault="002E19AC" w:rsidP="00C83B26">
      <w:pPr>
        <w:ind w:firstLine="0"/>
        <w:jc w:val="center"/>
      </w:pPr>
      <w:r w:rsidRPr="00C83B26">
        <w:t>ELLE</w:t>
      </w:r>
    </w:p>
    <w:p w14:paraId="7FEBCD1A" w14:textId="77777777" w:rsidR="00C83B26" w:rsidRDefault="002E19AC" w:rsidP="00C83B26">
      <w:proofErr w:type="spellStart"/>
      <w:r w:rsidRPr="00223237">
        <w:t>Fff</w:t>
      </w:r>
      <w:proofErr w:type="spellEnd"/>
      <w:r w:rsidR="00AB6DDF">
        <w:t> !</w:t>
      </w:r>
    </w:p>
    <w:p w14:paraId="69541430" w14:textId="77777777" w:rsidR="00C83B26" w:rsidRDefault="002E19AC" w:rsidP="00C83B26">
      <w:pPr>
        <w:ind w:firstLine="0"/>
        <w:jc w:val="center"/>
      </w:pPr>
      <w:r w:rsidRPr="00C83B26">
        <w:t>LUI</w:t>
      </w:r>
    </w:p>
    <w:p w14:paraId="20979CA0" w14:textId="77777777" w:rsidR="00C83B26" w:rsidRDefault="002E19AC" w:rsidP="00C83B26">
      <w:r w:rsidRPr="00223237">
        <w:t>Ça dépend de ce qu</w:t>
      </w:r>
      <w:r w:rsidR="00AB6DDF">
        <w:t>’</w:t>
      </w:r>
      <w:r w:rsidRPr="00223237">
        <w:t>il va dire</w:t>
      </w:r>
      <w:r w:rsidR="00AB6DDF">
        <w:t xml:space="preserve"> !… </w:t>
      </w:r>
      <w:r w:rsidRPr="00223237">
        <w:t>Qu</w:t>
      </w:r>
      <w:r w:rsidR="00AB6DDF">
        <w:t>’</w:t>
      </w:r>
      <w:r w:rsidRPr="00223237">
        <w:t>est-ce que c</w:t>
      </w:r>
      <w:r w:rsidR="00AB6DDF">
        <w:t>’</w:t>
      </w:r>
      <w:r w:rsidRPr="00223237">
        <w:t>est</w:t>
      </w:r>
      <w:r w:rsidR="00AB6DDF">
        <w:t> ?</w:t>
      </w:r>
    </w:p>
    <w:p w14:paraId="55A474B9" w14:textId="77777777" w:rsidR="00C83B26" w:rsidRDefault="002E19AC" w:rsidP="00C83B26">
      <w:pPr>
        <w:ind w:firstLine="0"/>
        <w:jc w:val="center"/>
      </w:pPr>
      <w:r w:rsidRPr="00C83B26">
        <w:t>LA VOIX DU MARI</w:t>
      </w:r>
    </w:p>
    <w:p w14:paraId="3557F6E4" w14:textId="77777777" w:rsidR="00C83B26" w:rsidRDefault="002E19AC" w:rsidP="00C83B26">
      <w:r w:rsidRPr="00223237">
        <w:t>Hé</w:t>
      </w:r>
      <w:r w:rsidR="00AB6DDF">
        <w:t xml:space="preserve"> ! </w:t>
      </w:r>
      <w:r w:rsidRPr="00223237">
        <w:t>Bé</w:t>
      </w:r>
      <w:r w:rsidR="00AB6DDF">
        <w:t xml:space="preserve">… </w:t>
      </w:r>
      <w:r w:rsidRPr="00223237">
        <w:t>c</w:t>
      </w:r>
      <w:r w:rsidR="00AB6DDF">
        <w:t>’</w:t>
      </w:r>
      <w:r w:rsidRPr="00223237">
        <w:t>est moi</w:t>
      </w:r>
      <w:r w:rsidR="00AB6DDF">
        <w:t>…</w:t>
      </w:r>
    </w:p>
    <w:p w14:paraId="505EE45D" w14:textId="77777777" w:rsidR="00C83B26" w:rsidRDefault="002E19AC" w:rsidP="00C83B26">
      <w:pPr>
        <w:ind w:firstLine="0"/>
        <w:jc w:val="center"/>
      </w:pPr>
      <w:r w:rsidRPr="00C83B26">
        <w:t>ELLE</w:t>
      </w:r>
    </w:p>
    <w:p w14:paraId="34D53A6A" w14:textId="77777777" w:rsidR="00C83B26" w:rsidRDefault="002E19AC" w:rsidP="00C83B26">
      <w:r w:rsidRPr="00223237">
        <w:lastRenderedPageBreak/>
        <w:t>C</w:t>
      </w:r>
      <w:r w:rsidR="00AB6DDF">
        <w:t>’</w:t>
      </w:r>
      <w:r w:rsidRPr="00223237">
        <w:t>est lui</w:t>
      </w:r>
      <w:r w:rsidR="00AB6DDF">
        <w:t> !</w:t>
      </w:r>
    </w:p>
    <w:p w14:paraId="661C3916" w14:textId="77777777" w:rsidR="00C83B26" w:rsidRDefault="002E19AC" w:rsidP="00C83B26">
      <w:pPr>
        <w:ind w:firstLine="0"/>
        <w:jc w:val="center"/>
      </w:pPr>
      <w:r w:rsidRPr="00C83B26">
        <w:t>LUI</w:t>
      </w:r>
    </w:p>
    <w:p w14:paraId="63FBB30B" w14:textId="77777777" w:rsidR="00C83B26" w:rsidRDefault="002E19AC" w:rsidP="00C83B26">
      <w:r w:rsidRPr="00223237">
        <w:t>Ton mari</w:t>
      </w:r>
      <w:r w:rsidR="00AB6DDF">
        <w:t xml:space="preserve"> ! </w:t>
      </w:r>
      <w:r w:rsidRPr="00223237">
        <w:t>C</w:t>
      </w:r>
      <w:r w:rsidR="00AB6DDF">
        <w:t>’</w:t>
      </w:r>
      <w:r w:rsidRPr="00223237">
        <w:t>est inespéré</w:t>
      </w:r>
      <w:r w:rsidR="00AB6DDF">
        <w:t xml:space="preserve"> ! </w:t>
      </w:r>
      <w:r w:rsidRPr="00223237">
        <w:t>Une seconde</w:t>
      </w:r>
      <w:r w:rsidR="00AB6DDF">
        <w:t xml:space="preserve">, </w:t>
      </w:r>
      <w:r w:rsidRPr="00223237">
        <w:t>s</w:t>
      </w:r>
      <w:r w:rsidR="00AB6DDF">
        <w:t>’</w:t>
      </w:r>
      <w:r w:rsidRPr="00223237">
        <w:t>il vous plaît</w:t>
      </w:r>
      <w:r w:rsidR="00AB6DDF">
        <w:t xml:space="preserve">… </w:t>
      </w:r>
      <w:r w:rsidRPr="00223237">
        <w:t>n</w:t>
      </w:r>
      <w:r w:rsidR="00AB6DDF">
        <w:t>’</w:t>
      </w:r>
      <w:proofErr w:type="spellStart"/>
      <w:r w:rsidRPr="00223237">
        <w:t>entrez</w:t>
      </w:r>
      <w:proofErr w:type="spellEnd"/>
      <w:r w:rsidRPr="00223237">
        <w:t xml:space="preserve"> pas</w:t>
      </w:r>
      <w:r w:rsidR="00AB6DDF">
        <w:t>…</w:t>
      </w:r>
    </w:p>
    <w:p w14:paraId="77E647D7" w14:textId="77777777" w:rsidR="00C83B26" w:rsidRDefault="002E19AC" w:rsidP="00C83B26">
      <w:pPr>
        <w:ind w:firstLine="0"/>
        <w:jc w:val="center"/>
      </w:pPr>
      <w:r w:rsidRPr="00C83B26">
        <w:t>ELLE</w:t>
      </w:r>
    </w:p>
    <w:p w14:paraId="50483CDC" w14:textId="77777777" w:rsidR="00C83B26" w:rsidRDefault="002E19AC" w:rsidP="00C83B26">
      <w:r w:rsidRPr="00223237">
        <w:t>Ça y est</w:t>
      </w:r>
      <w:r w:rsidR="00AB6DDF">
        <w:t> !</w:t>
      </w:r>
    </w:p>
    <w:p w14:paraId="68F7B216" w14:textId="77777777" w:rsidR="00C83B26" w:rsidRDefault="002E19AC" w:rsidP="00C83B26">
      <w:pPr>
        <w:ind w:firstLine="0"/>
        <w:jc w:val="center"/>
      </w:pPr>
      <w:r w:rsidRPr="00C83B26">
        <w:t>LUI</w:t>
      </w:r>
    </w:p>
    <w:p w14:paraId="7112FA82" w14:textId="77777777" w:rsidR="00C83B26" w:rsidRDefault="002E19AC" w:rsidP="00C83B26">
      <w:r w:rsidRPr="00223237">
        <w:t>Chut</w:t>
      </w:r>
      <w:r w:rsidR="00AB6DDF">
        <w:t xml:space="preserve"> ! </w:t>
      </w:r>
      <w:r w:rsidRPr="00223237">
        <w:t>Ne parle pas</w:t>
      </w:r>
      <w:r w:rsidR="00AB6DDF">
        <w:t>… (</w:t>
      </w:r>
      <w:r w:rsidRPr="00223237">
        <w:rPr>
          <w:i/>
          <w:iCs/>
        </w:rPr>
        <w:t>Ils se sont levés</w:t>
      </w:r>
      <w:r w:rsidR="00AB6DDF">
        <w:rPr>
          <w:i/>
          <w:iCs/>
        </w:rPr>
        <w:t>.)</w:t>
      </w:r>
    </w:p>
    <w:p w14:paraId="15DB7253" w14:textId="77777777" w:rsidR="00C83B26" w:rsidRDefault="002E19AC" w:rsidP="00C83B26">
      <w:pPr>
        <w:ind w:firstLine="0"/>
        <w:jc w:val="center"/>
      </w:pPr>
      <w:r w:rsidRPr="00C83B26">
        <w:t>ELLE</w:t>
      </w:r>
    </w:p>
    <w:p w14:paraId="67B027E1" w14:textId="77777777" w:rsidR="00C83B26" w:rsidRDefault="002E19AC" w:rsidP="00C83B26">
      <w:r w:rsidRPr="00223237">
        <w:t>Qu</w:t>
      </w:r>
      <w:r w:rsidR="00AB6DDF">
        <w:t>’</w:t>
      </w:r>
      <w:r w:rsidRPr="00223237">
        <w:t>est-ce qu</w:t>
      </w:r>
      <w:r w:rsidR="00AB6DDF">
        <w:t>’</w:t>
      </w:r>
      <w:r w:rsidRPr="00223237">
        <w:t>il faut faire</w:t>
      </w:r>
      <w:r w:rsidR="00AB6DDF">
        <w:t> ?</w:t>
      </w:r>
    </w:p>
    <w:p w14:paraId="796189BD" w14:textId="77777777" w:rsidR="00C83B26" w:rsidRDefault="002E19AC" w:rsidP="00C83B26">
      <w:pPr>
        <w:ind w:firstLine="0"/>
        <w:jc w:val="center"/>
      </w:pPr>
      <w:r w:rsidRPr="00C83B26">
        <w:t>LUI</w:t>
      </w:r>
    </w:p>
    <w:p w14:paraId="1EC37151" w14:textId="77777777" w:rsidR="00C83B26" w:rsidRDefault="002E19AC" w:rsidP="00C83B26">
      <w:r w:rsidRPr="00223237">
        <w:t>File par là</w:t>
      </w:r>
      <w:r w:rsidR="00AB6DDF">
        <w:t xml:space="preserve">… </w:t>
      </w:r>
      <w:r w:rsidRPr="00223237">
        <w:t>prends tes vêtements</w:t>
      </w:r>
      <w:r w:rsidR="00AB6DDF">
        <w:t xml:space="preserve">… </w:t>
      </w:r>
      <w:r w:rsidRPr="00223237">
        <w:t>et disparais</w:t>
      </w:r>
      <w:r w:rsidR="00AB6DDF">
        <w:t xml:space="preserve">. </w:t>
      </w:r>
      <w:r w:rsidR="00AB6DDF">
        <w:rPr>
          <w:i/>
          <w:iCs/>
        </w:rPr>
        <w:t>(</w:t>
      </w:r>
      <w:r w:rsidRPr="00223237">
        <w:rPr>
          <w:i/>
          <w:iCs/>
        </w:rPr>
        <w:t>Il lui a désigné la porte de la salle de bains</w:t>
      </w:r>
      <w:r w:rsidR="00AB6DDF">
        <w:rPr>
          <w:i/>
          <w:iCs/>
        </w:rPr>
        <w:t>.)</w:t>
      </w:r>
    </w:p>
    <w:p w14:paraId="63A908C9" w14:textId="77777777" w:rsidR="00C83B26" w:rsidRDefault="002E19AC" w:rsidP="00C83B26">
      <w:pPr>
        <w:ind w:firstLine="0"/>
        <w:jc w:val="center"/>
      </w:pPr>
      <w:r w:rsidRPr="00C83B26">
        <w:t>ELLE</w:t>
      </w:r>
    </w:p>
    <w:p w14:paraId="61E7D3AA" w14:textId="77777777" w:rsidR="00C83B26" w:rsidRDefault="002E19AC" w:rsidP="00C83B26">
      <w:r w:rsidRPr="00223237">
        <w:t>Tu vas le recevoir</w:t>
      </w:r>
      <w:r w:rsidR="00AB6DDF">
        <w:t> ?</w:t>
      </w:r>
    </w:p>
    <w:p w14:paraId="1C4A2474" w14:textId="77777777" w:rsidR="00C83B26" w:rsidRDefault="002E19AC" w:rsidP="00C83B26">
      <w:pPr>
        <w:ind w:firstLine="0"/>
        <w:jc w:val="center"/>
      </w:pPr>
      <w:r w:rsidRPr="00C83B26">
        <w:t>LUI</w:t>
      </w:r>
    </w:p>
    <w:p w14:paraId="3D02ACAA" w14:textId="77777777" w:rsidR="00C83B26" w:rsidRDefault="002E19AC" w:rsidP="00C83B26">
      <w:r w:rsidRPr="00223237">
        <w:t>Naturellement</w:t>
      </w:r>
      <w:r w:rsidR="00AB6DDF">
        <w:t>.</w:t>
      </w:r>
    </w:p>
    <w:p w14:paraId="59D93063" w14:textId="77777777" w:rsidR="00C83B26" w:rsidRDefault="002E19AC" w:rsidP="00C83B26">
      <w:pPr>
        <w:ind w:firstLine="0"/>
        <w:jc w:val="center"/>
      </w:pPr>
      <w:r w:rsidRPr="00C83B26">
        <w:t>ELLE</w:t>
      </w:r>
    </w:p>
    <w:p w14:paraId="4444D258" w14:textId="77777777" w:rsidR="00C83B26" w:rsidRDefault="002E19AC" w:rsidP="00C83B26">
      <w:r w:rsidRPr="00223237">
        <w:t>Tu vas essayer de nier</w:t>
      </w:r>
      <w:r w:rsidR="00AB6DDF">
        <w:t> ?</w:t>
      </w:r>
    </w:p>
    <w:p w14:paraId="682C7C51" w14:textId="77777777" w:rsidR="00C83B26" w:rsidRDefault="002E19AC" w:rsidP="00C83B26">
      <w:pPr>
        <w:ind w:firstLine="0"/>
        <w:jc w:val="center"/>
      </w:pPr>
      <w:r w:rsidRPr="00C83B26">
        <w:t>LUI</w:t>
      </w:r>
    </w:p>
    <w:p w14:paraId="53375913" w14:textId="77777777" w:rsidR="00C83B26" w:rsidRDefault="002E19AC" w:rsidP="00C83B26">
      <w:r w:rsidRPr="00223237">
        <w:t>Nier</w:t>
      </w:r>
      <w:r w:rsidR="00AB6DDF">
        <w:t xml:space="preserve"> ?… </w:t>
      </w:r>
      <w:r w:rsidRPr="00223237">
        <w:t>Oh</w:t>
      </w:r>
      <w:r w:rsidR="00AB6DDF">
        <w:t xml:space="preserve"> ! </w:t>
      </w:r>
      <w:r w:rsidRPr="00223237">
        <w:t>Tu ne me connais pas</w:t>
      </w:r>
      <w:r w:rsidR="00AB6DDF">
        <w:t> !</w:t>
      </w:r>
    </w:p>
    <w:p w14:paraId="6180B284" w14:textId="77777777" w:rsidR="00C83B26" w:rsidRDefault="002E19AC" w:rsidP="00C83B26">
      <w:pPr>
        <w:ind w:firstLine="0"/>
        <w:jc w:val="center"/>
      </w:pPr>
      <w:r w:rsidRPr="00C83B26">
        <w:t>ELLE</w:t>
      </w:r>
    </w:p>
    <w:p w14:paraId="31CE0977" w14:textId="77777777" w:rsidR="00C83B26" w:rsidRDefault="002E19AC" w:rsidP="00C83B26">
      <w:r w:rsidRPr="00223237">
        <w:lastRenderedPageBreak/>
        <w:t>Fais attention</w:t>
      </w:r>
      <w:r w:rsidR="00AB6DDF">
        <w:t xml:space="preserve">, </w:t>
      </w:r>
      <w:r w:rsidRPr="00223237">
        <w:t>il est très violent</w:t>
      </w:r>
      <w:r w:rsidR="00AB6DDF">
        <w:t>.</w:t>
      </w:r>
    </w:p>
    <w:p w14:paraId="6FAABE74" w14:textId="77777777" w:rsidR="00C83B26" w:rsidRDefault="002E19AC" w:rsidP="00C83B26">
      <w:pPr>
        <w:ind w:firstLine="0"/>
        <w:jc w:val="center"/>
      </w:pPr>
      <w:r w:rsidRPr="00C83B26">
        <w:t>LUI</w:t>
      </w:r>
    </w:p>
    <w:p w14:paraId="71F12D26" w14:textId="77777777" w:rsidR="00C83B26" w:rsidRDefault="002E19AC" w:rsidP="00C83B26">
      <w:r w:rsidRPr="00223237">
        <w:t>J</w:t>
      </w:r>
      <w:r w:rsidR="00AB6DDF">
        <w:t>’</w:t>
      </w:r>
      <w:r w:rsidRPr="00223237">
        <w:t>ai mon revolver</w:t>
      </w:r>
      <w:r w:rsidR="00AB6DDF">
        <w:t xml:space="preserve">. </w:t>
      </w:r>
      <w:r w:rsidRPr="00223237">
        <w:t>Je ne m</w:t>
      </w:r>
      <w:r w:rsidR="00AB6DDF">
        <w:t>’</w:t>
      </w:r>
      <w:r w:rsidRPr="00223237">
        <w:t>en servirai pas</w:t>
      </w:r>
      <w:r w:rsidR="00AB6DDF">
        <w:t xml:space="preserve">, </w:t>
      </w:r>
      <w:r w:rsidRPr="00223237">
        <w:t>n</w:t>
      </w:r>
      <w:r w:rsidR="00AB6DDF">
        <w:t>’</w:t>
      </w:r>
      <w:r w:rsidRPr="00223237">
        <w:t>aie pas peur</w:t>
      </w:r>
      <w:r w:rsidR="00AB6DDF">
        <w:t>.</w:t>
      </w:r>
    </w:p>
    <w:p w14:paraId="4C9197A7" w14:textId="77777777" w:rsidR="00C83B26" w:rsidRDefault="002E19AC" w:rsidP="00C83B26">
      <w:pPr>
        <w:ind w:firstLine="0"/>
        <w:jc w:val="center"/>
      </w:pPr>
      <w:r w:rsidRPr="00C83B26">
        <w:t>ELLE</w:t>
      </w:r>
    </w:p>
    <w:p w14:paraId="59BF697A" w14:textId="77777777" w:rsidR="00C83B26" w:rsidRDefault="002E19AC" w:rsidP="00C83B26">
      <w:r w:rsidRPr="00223237">
        <w:t>Qu</w:t>
      </w:r>
      <w:r w:rsidR="00AB6DDF">
        <w:t>’</w:t>
      </w:r>
      <w:r w:rsidRPr="00223237">
        <w:t>est-ce que tu cherches</w:t>
      </w:r>
      <w:r w:rsidR="00AB6DDF">
        <w:t> ?</w:t>
      </w:r>
    </w:p>
    <w:p w14:paraId="34C68FDA" w14:textId="77777777" w:rsidR="00C83B26" w:rsidRDefault="002E19AC" w:rsidP="00C83B26">
      <w:pPr>
        <w:ind w:firstLine="0"/>
        <w:jc w:val="center"/>
      </w:pPr>
      <w:r w:rsidRPr="00C83B26">
        <w:t>LUI</w:t>
      </w:r>
    </w:p>
    <w:p w14:paraId="709E932D" w14:textId="77777777" w:rsidR="00C83B26" w:rsidRDefault="002E19AC" w:rsidP="00C83B26">
      <w:r w:rsidRPr="00223237">
        <w:t>Une carte de visite</w:t>
      </w:r>
      <w:r w:rsidR="00AB6DDF">
        <w:t>…</w:t>
      </w:r>
    </w:p>
    <w:p w14:paraId="0BDDC026" w14:textId="77777777" w:rsidR="00C83B26" w:rsidRDefault="002E19AC" w:rsidP="00C83B26">
      <w:pPr>
        <w:ind w:firstLine="0"/>
        <w:jc w:val="center"/>
      </w:pPr>
      <w:r w:rsidRPr="00C83B26">
        <w:t>ELLE</w:t>
      </w:r>
    </w:p>
    <w:p w14:paraId="72E5353B" w14:textId="77777777" w:rsidR="00C83B26" w:rsidRDefault="002E19AC" w:rsidP="00C83B26">
      <w:r w:rsidRPr="00223237">
        <w:t>Pourquoi</w:t>
      </w:r>
      <w:r w:rsidR="00AB6DDF">
        <w:t> ?</w:t>
      </w:r>
    </w:p>
    <w:p w14:paraId="28EAD8D4" w14:textId="77777777" w:rsidR="00C83B26" w:rsidRDefault="002E19AC" w:rsidP="00C83B26">
      <w:pPr>
        <w:ind w:firstLine="0"/>
        <w:jc w:val="center"/>
      </w:pPr>
      <w:r w:rsidRPr="00C83B26">
        <w:t>LUI</w:t>
      </w:r>
    </w:p>
    <w:p w14:paraId="41655BBE" w14:textId="77777777" w:rsidR="00C83B26" w:rsidRDefault="002E19AC" w:rsidP="00C83B26">
      <w:r w:rsidRPr="00223237">
        <w:t>Ça</w:t>
      </w:r>
      <w:r w:rsidR="00AB6DDF">
        <w:t xml:space="preserve">, </w:t>
      </w:r>
      <w:r w:rsidRPr="00223237">
        <w:t>je ne pourrai pas l</w:t>
      </w:r>
      <w:r w:rsidR="00AB6DDF">
        <w:t>’</w:t>
      </w:r>
      <w:r w:rsidRPr="00223237">
        <w:t>éviter</w:t>
      </w:r>
      <w:r w:rsidR="00AB6DDF">
        <w:t xml:space="preserve">… </w:t>
      </w:r>
      <w:r w:rsidRPr="00223237">
        <w:t>Seulement</w:t>
      </w:r>
      <w:r w:rsidR="00AB6DDF">
        <w:t xml:space="preserve">, </w:t>
      </w:r>
      <w:r w:rsidRPr="00223237">
        <w:t>écoute bien</w:t>
      </w:r>
      <w:r w:rsidR="00AB6DDF">
        <w:t xml:space="preserve"> : </w:t>
      </w:r>
      <w:r w:rsidRPr="00223237">
        <w:t>n</w:t>
      </w:r>
      <w:r w:rsidR="00AB6DDF">
        <w:t>’</w:t>
      </w:r>
      <w:r w:rsidRPr="00223237">
        <w:t>écoute pas</w:t>
      </w:r>
      <w:r w:rsidR="00AB6DDF">
        <w:t> !</w:t>
      </w:r>
    </w:p>
    <w:p w14:paraId="2D2E8C50" w14:textId="77777777" w:rsidR="00C83B26" w:rsidRDefault="002E19AC" w:rsidP="00C83B26">
      <w:pPr>
        <w:ind w:firstLine="0"/>
        <w:jc w:val="center"/>
      </w:pPr>
      <w:r w:rsidRPr="00C83B26">
        <w:t>ELLE</w:t>
      </w:r>
    </w:p>
    <w:p w14:paraId="6AB95DEE" w14:textId="77777777" w:rsidR="00C83B26" w:rsidRDefault="002E19AC" w:rsidP="00C83B26">
      <w:r w:rsidRPr="00223237">
        <w:t>Comment</w:t>
      </w:r>
      <w:r w:rsidR="00AB6DDF">
        <w:t> ?</w:t>
      </w:r>
    </w:p>
    <w:p w14:paraId="38860902" w14:textId="77777777" w:rsidR="00C83B26" w:rsidRDefault="002E19AC" w:rsidP="00C83B26">
      <w:pPr>
        <w:ind w:firstLine="0"/>
        <w:jc w:val="center"/>
      </w:pPr>
      <w:r w:rsidRPr="00C83B26">
        <w:t>LUI</w:t>
      </w:r>
    </w:p>
    <w:p w14:paraId="6B87185A" w14:textId="77777777" w:rsidR="00C83B26" w:rsidRDefault="002E19AC" w:rsidP="00C83B26">
      <w:r w:rsidRPr="00223237">
        <w:t>Oui</w:t>
      </w:r>
      <w:r w:rsidR="00AB6DDF">
        <w:t xml:space="preserve">, </w:t>
      </w:r>
      <w:r w:rsidRPr="00223237">
        <w:t>écoute bien en ce moment ce que je te dis</w:t>
      </w:r>
      <w:r w:rsidR="00AB6DDF">
        <w:t xml:space="preserve"> : </w:t>
      </w:r>
      <w:r w:rsidRPr="00223237">
        <w:t>n</w:t>
      </w:r>
      <w:r w:rsidR="00AB6DDF">
        <w:t>’</w:t>
      </w:r>
      <w:r w:rsidRPr="00223237">
        <w:t>écoute pas ce que nous dirons</w:t>
      </w:r>
      <w:r w:rsidR="00AB6DDF">
        <w:t>.</w:t>
      </w:r>
    </w:p>
    <w:p w14:paraId="706296F1" w14:textId="77777777" w:rsidR="00C83B26" w:rsidRDefault="002E19AC" w:rsidP="00C83B26">
      <w:pPr>
        <w:ind w:firstLine="0"/>
        <w:jc w:val="center"/>
      </w:pPr>
      <w:r w:rsidRPr="00C83B26">
        <w:t>ELLE</w:t>
      </w:r>
    </w:p>
    <w:p w14:paraId="35137CB1" w14:textId="77777777" w:rsidR="00C83B26" w:rsidRDefault="002E19AC" w:rsidP="00C83B26">
      <w:r w:rsidRPr="00223237">
        <w:t>Pourquoi</w:t>
      </w:r>
      <w:r w:rsidR="00AB6DDF">
        <w:t> ?</w:t>
      </w:r>
    </w:p>
    <w:p w14:paraId="64A0856D" w14:textId="77777777" w:rsidR="00C83B26" w:rsidRDefault="002E19AC" w:rsidP="00C83B26">
      <w:pPr>
        <w:ind w:firstLine="0"/>
        <w:jc w:val="center"/>
      </w:pPr>
      <w:r w:rsidRPr="00C83B26">
        <w:t>LUI</w:t>
      </w:r>
    </w:p>
    <w:p w14:paraId="0E3ABD31" w14:textId="77777777" w:rsidR="00C83B26" w:rsidRDefault="002E19AC" w:rsidP="00C83B26">
      <w:r w:rsidRPr="00223237">
        <w:t>Parce qu</w:t>
      </w:r>
      <w:r w:rsidR="00AB6DDF">
        <w:t>’</w:t>
      </w:r>
      <w:r w:rsidRPr="00223237">
        <w:t>il se peut très bien qu</w:t>
      </w:r>
      <w:r w:rsidR="00AB6DDF">
        <w:t>’</w:t>
      </w:r>
      <w:r w:rsidRPr="00223237">
        <w:t>il y ait entre nous des mots pénibles</w:t>
      </w:r>
      <w:r w:rsidR="00AB6DDF">
        <w:t xml:space="preserve">… </w:t>
      </w:r>
      <w:r w:rsidRPr="00223237">
        <w:t>grossiers peut-être</w:t>
      </w:r>
      <w:r w:rsidR="00AB6DDF">
        <w:t xml:space="preserve"> – </w:t>
      </w:r>
      <w:r w:rsidRPr="00223237">
        <w:t>et je ne veux pas que tu en co</w:t>
      </w:r>
      <w:r w:rsidRPr="00223237">
        <w:t>n</w:t>
      </w:r>
      <w:r w:rsidRPr="00223237">
        <w:t>serves le souvenir</w:t>
      </w:r>
      <w:r w:rsidR="00AB6DDF">
        <w:t xml:space="preserve">. </w:t>
      </w:r>
      <w:r w:rsidRPr="00223237">
        <w:t>Et puis</w:t>
      </w:r>
      <w:r w:rsidR="00AB6DDF">
        <w:t xml:space="preserve">, </w:t>
      </w:r>
      <w:r w:rsidRPr="00223237">
        <w:t>dis-toi bien ceci</w:t>
      </w:r>
      <w:r w:rsidR="00AB6DDF">
        <w:t xml:space="preserve"> : </w:t>
      </w:r>
      <w:r w:rsidRPr="00223237">
        <w:t>je t</w:t>
      </w:r>
      <w:r w:rsidR="00AB6DDF">
        <w:t>’</w:t>
      </w:r>
      <w:r w:rsidRPr="00223237">
        <w:t>aime</w:t>
      </w:r>
      <w:r w:rsidR="00AB6DDF">
        <w:t xml:space="preserve"> – </w:t>
      </w:r>
      <w:r w:rsidRPr="00223237">
        <w:t xml:space="preserve">et </w:t>
      </w:r>
      <w:r w:rsidRPr="00223237">
        <w:lastRenderedPageBreak/>
        <w:t>fous-toi du reste</w:t>
      </w:r>
      <w:r w:rsidR="00AB6DDF">
        <w:t xml:space="preserve">. </w:t>
      </w:r>
      <w:r w:rsidR="00AB6DDF">
        <w:rPr>
          <w:i/>
          <w:iCs/>
        </w:rPr>
        <w:t>(</w:t>
      </w:r>
      <w:r w:rsidRPr="00223237">
        <w:rPr>
          <w:i/>
          <w:iCs/>
        </w:rPr>
        <w:t>Il l</w:t>
      </w:r>
      <w:r w:rsidR="00AB6DDF">
        <w:rPr>
          <w:i/>
          <w:iCs/>
        </w:rPr>
        <w:t>’</w:t>
      </w:r>
      <w:r w:rsidRPr="00223237">
        <w:rPr>
          <w:i/>
          <w:iCs/>
        </w:rPr>
        <w:t>a embrassée</w:t>
      </w:r>
      <w:r w:rsidR="00AB6DDF">
        <w:rPr>
          <w:i/>
          <w:iCs/>
        </w:rPr>
        <w:t xml:space="preserve">. </w:t>
      </w:r>
      <w:r w:rsidRPr="00223237">
        <w:rPr>
          <w:i/>
          <w:iCs/>
        </w:rPr>
        <w:t>Elle est sortie</w:t>
      </w:r>
      <w:r w:rsidR="00AB6DDF">
        <w:rPr>
          <w:i/>
          <w:iCs/>
        </w:rPr>
        <w:t xml:space="preserve">. </w:t>
      </w:r>
      <w:r w:rsidRPr="00223237">
        <w:rPr>
          <w:i/>
          <w:iCs/>
        </w:rPr>
        <w:t>Il referme derrière elle la porte de la salle de bains</w:t>
      </w:r>
      <w:r w:rsidR="00AB6DDF">
        <w:rPr>
          <w:i/>
          <w:iCs/>
        </w:rPr>
        <w:t xml:space="preserve">. </w:t>
      </w:r>
      <w:r w:rsidRPr="00223237">
        <w:rPr>
          <w:i/>
          <w:iCs/>
        </w:rPr>
        <w:t>Il a dans sa main gauche sa carte de visite et à sa main droite son revolver</w:t>
      </w:r>
      <w:r w:rsidR="00AB6DDF">
        <w:rPr>
          <w:i/>
          <w:iCs/>
        </w:rPr>
        <w:t xml:space="preserve">.) </w:t>
      </w:r>
      <w:r w:rsidRPr="00223237">
        <w:t>Entrez</w:t>
      </w:r>
      <w:r w:rsidR="00AB6DDF">
        <w:t xml:space="preserve"> ! </w:t>
      </w:r>
      <w:r w:rsidR="00AB6DDF">
        <w:rPr>
          <w:i/>
          <w:iCs/>
        </w:rPr>
        <w:t>(</w:t>
      </w:r>
      <w:r w:rsidRPr="00223237">
        <w:rPr>
          <w:i/>
          <w:iCs/>
        </w:rPr>
        <w:t>Le mari entre</w:t>
      </w:r>
      <w:r w:rsidR="00AB6DDF">
        <w:rPr>
          <w:i/>
          <w:iCs/>
        </w:rPr>
        <w:t xml:space="preserve">. </w:t>
      </w:r>
      <w:r w:rsidRPr="00223237">
        <w:rPr>
          <w:i/>
          <w:iCs/>
        </w:rPr>
        <w:t>Il a son chapeau sur les yeux</w:t>
      </w:r>
      <w:r w:rsidR="00AB6DDF">
        <w:rPr>
          <w:i/>
          <w:iCs/>
        </w:rPr>
        <w:t xml:space="preserve">, </w:t>
      </w:r>
      <w:r w:rsidRPr="00223237">
        <w:rPr>
          <w:i/>
          <w:iCs/>
        </w:rPr>
        <w:t>et son col de parde</w:t>
      </w:r>
      <w:r w:rsidRPr="00223237">
        <w:rPr>
          <w:i/>
          <w:iCs/>
        </w:rPr>
        <w:t>s</w:t>
      </w:r>
      <w:r w:rsidRPr="00223237">
        <w:rPr>
          <w:i/>
          <w:iCs/>
        </w:rPr>
        <w:t>sus est relevé</w:t>
      </w:r>
      <w:r w:rsidR="00AB6DDF">
        <w:rPr>
          <w:i/>
          <w:iCs/>
        </w:rPr>
        <w:t xml:space="preserve">. </w:t>
      </w:r>
      <w:r w:rsidRPr="00223237">
        <w:rPr>
          <w:i/>
          <w:iCs/>
        </w:rPr>
        <w:t>Son regard est fixe et son attitude est dram</w:t>
      </w:r>
      <w:r w:rsidRPr="00223237">
        <w:rPr>
          <w:i/>
          <w:iCs/>
        </w:rPr>
        <w:t>a</w:t>
      </w:r>
      <w:r w:rsidRPr="00223237">
        <w:rPr>
          <w:i/>
          <w:iCs/>
        </w:rPr>
        <w:t>tique</w:t>
      </w:r>
      <w:r w:rsidR="00AB6DDF">
        <w:rPr>
          <w:i/>
          <w:iCs/>
        </w:rPr>
        <w:t xml:space="preserve"> – </w:t>
      </w:r>
      <w:r w:rsidRPr="00223237">
        <w:rPr>
          <w:i/>
          <w:iCs/>
        </w:rPr>
        <w:t>c</w:t>
      </w:r>
      <w:r w:rsidR="00AB6DDF">
        <w:rPr>
          <w:i/>
          <w:iCs/>
        </w:rPr>
        <w:t>’</w:t>
      </w:r>
      <w:r w:rsidRPr="00223237">
        <w:rPr>
          <w:i/>
          <w:iCs/>
        </w:rPr>
        <w:t>est-à-dire comique</w:t>
      </w:r>
      <w:r w:rsidR="00AB6DDF">
        <w:rPr>
          <w:i/>
          <w:iCs/>
        </w:rPr>
        <w:t xml:space="preserve">. </w:t>
      </w:r>
      <w:r w:rsidRPr="00223237">
        <w:rPr>
          <w:i/>
          <w:iCs/>
        </w:rPr>
        <w:t>Il hoche la tête de haut en bas comme quelqu</w:t>
      </w:r>
      <w:r w:rsidR="00AB6DDF">
        <w:rPr>
          <w:i/>
          <w:iCs/>
        </w:rPr>
        <w:t>’</w:t>
      </w:r>
      <w:r w:rsidRPr="00223237">
        <w:rPr>
          <w:i/>
          <w:iCs/>
        </w:rPr>
        <w:t>un qui va dire</w:t>
      </w:r>
      <w:r w:rsidR="00AB6DDF">
        <w:rPr>
          <w:i/>
          <w:iCs/>
        </w:rPr>
        <w:t> : « </w:t>
      </w:r>
      <w:r w:rsidRPr="00223237">
        <w:rPr>
          <w:i/>
          <w:iCs/>
        </w:rPr>
        <w:t>Qu</w:t>
      </w:r>
      <w:r w:rsidR="00AB6DDF">
        <w:rPr>
          <w:i/>
          <w:iCs/>
        </w:rPr>
        <w:t>’</w:t>
      </w:r>
      <w:r w:rsidRPr="00223237">
        <w:rPr>
          <w:i/>
          <w:iCs/>
        </w:rPr>
        <w:t>est-ce que vous pensez de ça</w:t>
      </w:r>
      <w:r w:rsidR="00AB6DDF">
        <w:rPr>
          <w:i/>
          <w:iCs/>
        </w:rPr>
        <w:t> ! »</w:t>
      </w:r>
      <w:r w:rsidRPr="00223237">
        <w:rPr>
          <w:i/>
          <w:iCs/>
        </w:rPr>
        <w:t xml:space="preserve"> L</w:t>
      </w:r>
      <w:r w:rsidR="00AB6DDF">
        <w:rPr>
          <w:i/>
          <w:iCs/>
        </w:rPr>
        <w:t>’</w:t>
      </w:r>
      <w:r w:rsidRPr="00223237">
        <w:rPr>
          <w:i/>
          <w:iCs/>
        </w:rPr>
        <w:t>amant</w:t>
      </w:r>
      <w:r w:rsidR="00AB6DDF">
        <w:rPr>
          <w:i/>
          <w:iCs/>
        </w:rPr>
        <w:t xml:space="preserve">, </w:t>
      </w:r>
      <w:r w:rsidRPr="00223237">
        <w:rPr>
          <w:i/>
          <w:iCs/>
        </w:rPr>
        <w:t>qui hoche aussi la tête</w:t>
      </w:r>
      <w:r w:rsidR="00AB6DDF">
        <w:rPr>
          <w:i/>
          <w:iCs/>
        </w:rPr>
        <w:t xml:space="preserve">, </w:t>
      </w:r>
      <w:r w:rsidRPr="00223237">
        <w:rPr>
          <w:i/>
          <w:iCs/>
        </w:rPr>
        <w:t>a l</w:t>
      </w:r>
      <w:r w:rsidR="00AB6DDF">
        <w:rPr>
          <w:i/>
          <w:iCs/>
        </w:rPr>
        <w:t>’</w:t>
      </w:r>
      <w:r w:rsidRPr="00223237">
        <w:rPr>
          <w:i/>
          <w:iCs/>
        </w:rPr>
        <w:t>air de pe</w:t>
      </w:r>
      <w:r w:rsidRPr="00223237">
        <w:rPr>
          <w:i/>
          <w:iCs/>
        </w:rPr>
        <w:t>n</w:t>
      </w:r>
      <w:r w:rsidRPr="00223237">
        <w:rPr>
          <w:i/>
          <w:iCs/>
        </w:rPr>
        <w:t>ser</w:t>
      </w:r>
      <w:r w:rsidR="00AB6DDF">
        <w:rPr>
          <w:i/>
          <w:iCs/>
        </w:rPr>
        <w:t> : « </w:t>
      </w:r>
      <w:r w:rsidRPr="00223237">
        <w:rPr>
          <w:i/>
          <w:iCs/>
        </w:rPr>
        <w:t>Que voulez-vous</w:t>
      </w:r>
      <w:r w:rsidR="00AB6DDF">
        <w:rPr>
          <w:i/>
          <w:iCs/>
        </w:rPr>
        <w:t xml:space="preserve">, </w:t>
      </w:r>
      <w:r w:rsidRPr="00223237">
        <w:rPr>
          <w:i/>
          <w:iCs/>
        </w:rPr>
        <w:t>c</w:t>
      </w:r>
      <w:r w:rsidR="00AB6DDF">
        <w:rPr>
          <w:i/>
          <w:iCs/>
        </w:rPr>
        <w:t>’</w:t>
      </w:r>
      <w:r w:rsidRPr="00223237">
        <w:rPr>
          <w:i/>
          <w:iCs/>
        </w:rPr>
        <w:t>est la vie</w:t>
      </w:r>
      <w:r w:rsidR="00AB6DDF">
        <w:rPr>
          <w:i/>
          <w:iCs/>
        </w:rPr>
        <w:t> ! »)</w:t>
      </w:r>
    </w:p>
    <w:p w14:paraId="78B14D90" w14:textId="77777777" w:rsidR="00C83B26" w:rsidRDefault="002E19AC" w:rsidP="00C83B26">
      <w:pPr>
        <w:ind w:firstLine="0"/>
        <w:jc w:val="center"/>
      </w:pPr>
      <w:r w:rsidRPr="00C83B26">
        <w:t>LE MARI</w:t>
      </w:r>
    </w:p>
    <w:p w14:paraId="3557CB75" w14:textId="77777777" w:rsidR="00C83B26" w:rsidRDefault="002E19AC" w:rsidP="00C83B26">
      <w:r w:rsidRPr="00223237">
        <w:t>Vous vous demandez sans doute ce que je viens faire chez vous à cette heure matinale</w:t>
      </w:r>
      <w:r w:rsidR="00AB6DDF">
        <w:t> ?</w:t>
      </w:r>
    </w:p>
    <w:p w14:paraId="2060146D" w14:textId="77777777" w:rsidR="00C83B26" w:rsidRDefault="002E19AC" w:rsidP="00C83B26">
      <w:pPr>
        <w:ind w:firstLine="0"/>
        <w:jc w:val="center"/>
      </w:pPr>
      <w:r w:rsidRPr="00C83B26">
        <w:t>LUI</w:t>
      </w:r>
    </w:p>
    <w:p w14:paraId="0D086257" w14:textId="77777777" w:rsidR="00C83B26" w:rsidRDefault="002E19AC" w:rsidP="00C83B26">
      <w:r w:rsidRPr="00223237">
        <w:t>Ben</w:t>
      </w:r>
      <w:r w:rsidR="00AB6DDF">
        <w:t>…</w:t>
      </w:r>
    </w:p>
    <w:p w14:paraId="51971915" w14:textId="77777777" w:rsidR="00C83B26" w:rsidRDefault="002E19AC" w:rsidP="00C83B26">
      <w:pPr>
        <w:ind w:firstLine="0"/>
        <w:jc w:val="center"/>
      </w:pPr>
      <w:r w:rsidRPr="00C83B26">
        <w:t>LE MARI</w:t>
      </w:r>
    </w:p>
    <w:p w14:paraId="141C6E8E" w14:textId="77777777" w:rsidR="00C83B26" w:rsidRDefault="002E19AC" w:rsidP="00C83B26">
      <w:r w:rsidRPr="00223237">
        <w:t>Ou bien</w:t>
      </w:r>
      <w:r w:rsidR="00AB6DDF">
        <w:t xml:space="preserve">, </w:t>
      </w:r>
      <w:r w:rsidRPr="00223237">
        <w:t>peut-être</w:t>
      </w:r>
      <w:r w:rsidR="00AB6DDF">
        <w:t xml:space="preserve">, </w:t>
      </w:r>
      <w:r w:rsidRPr="00223237">
        <w:t>à mon attitude</w:t>
      </w:r>
      <w:r w:rsidR="00AB6DDF">
        <w:t xml:space="preserve">, </w:t>
      </w:r>
      <w:r w:rsidRPr="00223237">
        <w:t>l</w:t>
      </w:r>
      <w:r w:rsidR="00AB6DDF">
        <w:t>’</w:t>
      </w:r>
      <w:r w:rsidRPr="00223237">
        <w:t>avez-vous deviné</w:t>
      </w:r>
      <w:r w:rsidR="00AB6DDF">
        <w:t> ?</w:t>
      </w:r>
    </w:p>
    <w:p w14:paraId="59A7F633" w14:textId="77777777" w:rsidR="00C83B26" w:rsidRDefault="002E19AC" w:rsidP="00C83B26">
      <w:pPr>
        <w:ind w:firstLine="0"/>
        <w:jc w:val="center"/>
      </w:pPr>
      <w:r w:rsidRPr="00C83B26">
        <w:t>LUI</w:t>
      </w:r>
    </w:p>
    <w:p w14:paraId="6FCC8522" w14:textId="77777777" w:rsidR="00C83B26" w:rsidRDefault="002E19AC" w:rsidP="00C83B26">
      <w:r w:rsidRPr="00223237">
        <w:t>Ben</w:t>
      </w:r>
      <w:r w:rsidR="00AB6DDF">
        <w:t>…</w:t>
      </w:r>
    </w:p>
    <w:p w14:paraId="1C7E12C9" w14:textId="77777777" w:rsidR="00C83B26" w:rsidRDefault="002E19AC" w:rsidP="00C83B26">
      <w:pPr>
        <w:ind w:firstLine="0"/>
        <w:jc w:val="center"/>
      </w:pPr>
      <w:r w:rsidRPr="00C83B26">
        <w:t>LE MARI</w:t>
      </w:r>
    </w:p>
    <w:p w14:paraId="3A0E2D09" w14:textId="77777777" w:rsidR="00C83B26" w:rsidRDefault="00726773" w:rsidP="00C83B26">
      <w:r>
        <w:t>C</w:t>
      </w:r>
      <w:r w:rsidR="002E19AC" w:rsidRPr="00223237">
        <w:t>e qui m</w:t>
      </w:r>
      <w:r w:rsidR="00AB6DDF">
        <w:t>’</w:t>
      </w:r>
      <w:r w:rsidR="002E19AC" w:rsidRPr="00223237">
        <w:t>arrive</w:t>
      </w:r>
      <w:r w:rsidR="00AB6DDF">
        <w:t xml:space="preserve">… </w:t>
      </w:r>
      <w:r w:rsidR="002E19AC" w:rsidRPr="00223237">
        <w:t>est effroyable</w:t>
      </w:r>
      <w:r w:rsidR="00AB6DDF">
        <w:t>…</w:t>
      </w:r>
    </w:p>
    <w:p w14:paraId="292BCB19" w14:textId="77777777" w:rsidR="00C83B26" w:rsidRDefault="002E19AC" w:rsidP="00C83B26">
      <w:pPr>
        <w:ind w:firstLine="0"/>
        <w:jc w:val="center"/>
      </w:pPr>
      <w:r w:rsidRPr="00C83B26">
        <w:t>LUI</w:t>
      </w:r>
    </w:p>
    <w:p w14:paraId="00349683" w14:textId="77777777" w:rsidR="00C83B26" w:rsidRDefault="002E19AC" w:rsidP="00C83B26">
      <w:r w:rsidRPr="00223237">
        <w:t>Mais oui</w:t>
      </w:r>
      <w:r w:rsidR="00AB6DDF">
        <w:t>…</w:t>
      </w:r>
    </w:p>
    <w:p w14:paraId="26437E12" w14:textId="77777777" w:rsidR="00C83B26" w:rsidRDefault="002E19AC" w:rsidP="00C83B26">
      <w:pPr>
        <w:ind w:firstLine="0"/>
        <w:jc w:val="center"/>
      </w:pPr>
      <w:r w:rsidRPr="00C83B26">
        <w:t>LE MARI</w:t>
      </w:r>
    </w:p>
    <w:p w14:paraId="1B99526F" w14:textId="77777777" w:rsidR="00C83B26" w:rsidRDefault="002E19AC" w:rsidP="00C83B26">
      <w:r w:rsidRPr="00223237">
        <w:t>Épouvantable</w:t>
      </w:r>
      <w:r w:rsidR="00AB6DDF">
        <w:t>…</w:t>
      </w:r>
    </w:p>
    <w:p w14:paraId="5EF7581F" w14:textId="77777777" w:rsidR="00C83B26" w:rsidRDefault="002E19AC" w:rsidP="00C83B26">
      <w:pPr>
        <w:ind w:firstLine="0"/>
        <w:jc w:val="center"/>
      </w:pPr>
      <w:r w:rsidRPr="00C83B26">
        <w:t>LUI</w:t>
      </w:r>
    </w:p>
    <w:p w14:paraId="5D2175BD" w14:textId="77777777" w:rsidR="00C83B26" w:rsidRDefault="002E19AC" w:rsidP="00C83B26">
      <w:r w:rsidRPr="00223237">
        <w:lastRenderedPageBreak/>
        <w:t>Mais oui</w:t>
      </w:r>
      <w:r w:rsidR="00AB6DDF">
        <w:t>…</w:t>
      </w:r>
    </w:p>
    <w:p w14:paraId="333D196E" w14:textId="77777777" w:rsidR="00C83B26" w:rsidRDefault="002E19AC" w:rsidP="00C83B26">
      <w:pPr>
        <w:ind w:firstLine="0"/>
        <w:jc w:val="center"/>
      </w:pPr>
      <w:r w:rsidRPr="00C83B26">
        <w:t>LE MARI</w:t>
      </w:r>
    </w:p>
    <w:p w14:paraId="4E09FEB2" w14:textId="77777777" w:rsidR="00C83B26" w:rsidRDefault="002E19AC" w:rsidP="00C83B26">
      <w:r w:rsidRPr="00223237">
        <w:t>Affreux</w:t>
      </w:r>
      <w:r w:rsidR="00AB6DDF">
        <w:t> !</w:t>
      </w:r>
    </w:p>
    <w:p w14:paraId="7DB00EB0" w14:textId="77777777" w:rsidR="00C83B26" w:rsidRDefault="002E19AC" w:rsidP="00C83B26">
      <w:pPr>
        <w:ind w:firstLine="0"/>
        <w:jc w:val="center"/>
      </w:pPr>
      <w:r w:rsidRPr="00C83B26">
        <w:t>LUI</w:t>
      </w:r>
    </w:p>
    <w:p w14:paraId="6CAF8F22" w14:textId="77777777" w:rsidR="00C83B26" w:rsidRDefault="002E19AC" w:rsidP="00C83B26">
      <w:r w:rsidRPr="00223237">
        <w:t>Mais oui</w:t>
      </w:r>
      <w:r w:rsidR="00AB6DDF">
        <w:t xml:space="preserve">, </w:t>
      </w:r>
      <w:r w:rsidRPr="00223237">
        <w:t>mais oui</w:t>
      </w:r>
      <w:r w:rsidR="00AB6DDF">
        <w:t>…</w:t>
      </w:r>
    </w:p>
    <w:p w14:paraId="407BDD44" w14:textId="77777777" w:rsidR="00C83B26" w:rsidRDefault="002E19AC" w:rsidP="00C83B26">
      <w:pPr>
        <w:ind w:firstLine="0"/>
        <w:jc w:val="center"/>
      </w:pPr>
      <w:r w:rsidRPr="00C83B26">
        <w:t>LE MARI</w:t>
      </w:r>
    </w:p>
    <w:p w14:paraId="5434EF5E" w14:textId="77777777" w:rsidR="00C83B26" w:rsidRDefault="002E19AC" w:rsidP="00C83B26">
      <w:r w:rsidRPr="00223237">
        <w:t>Je ne suis pas encore rentré chez moi</w:t>
      </w:r>
      <w:r w:rsidR="00AB6DDF">
        <w:t> !</w:t>
      </w:r>
    </w:p>
    <w:p w14:paraId="756A01BC" w14:textId="77777777" w:rsidR="00C83B26" w:rsidRDefault="002E19AC" w:rsidP="00C83B26">
      <w:pPr>
        <w:ind w:firstLine="0"/>
        <w:jc w:val="center"/>
      </w:pPr>
      <w:r w:rsidRPr="00C83B26">
        <w:t>LUI</w:t>
      </w:r>
    </w:p>
    <w:p w14:paraId="48133F8E" w14:textId="77777777" w:rsidR="00C83B26" w:rsidRDefault="002E19AC" w:rsidP="00C83B26">
      <w:r w:rsidRPr="00223237">
        <w:t>Quoi</w:t>
      </w:r>
      <w:r w:rsidR="00AB6DDF">
        <w:t xml:space="preserve"> ? </w:t>
      </w:r>
      <w:r w:rsidRPr="00223237">
        <w:t>Qu</w:t>
      </w:r>
      <w:r w:rsidR="00AB6DDF">
        <w:t>’</w:t>
      </w:r>
      <w:r w:rsidRPr="00223237">
        <w:t>est-ce que vous dites</w:t>
      </w:r>
      <w:r w:rsidR="00AB6DDF">
        <w:t> ?</w:t>
      </w:r>
    </w:p>
    <w:p w14:paraId="5797FDC8" w14:textId="77777777" w:rsidR="00C83B26" w:rsidRDefault="002E19AC" w:rsidP="00C83B26">
      <w:pPr>
        <w:ind w:firstLine="0"/>
        <w:jc w:val="center"/>
      </w:pPr>
      <w:r w:rsidRPr="00C83B26">
        <w:t>LE MARI</w:t>
      </w:r>
    </w:p>
    <w:p w14:paraId="16D2E7F6" w14:textId="77777777" w:rsidR="00C83B26" w:rsidRDefault="002E19AC" w:rsidP="00C83B26">
      <w:r w:rsidRPr="00223237">
        <w:t>Je dis que je ne suis pas encore rentré chez moi</w:t>
      </w:r>
      <w:r w:rsidR="00AB6DDF">
        <w:t> !</w:t>
      </w:r>
    </w:p>
    <w:p w14:paraId="54BBB095" w14:textId="77777777" w:rsidR="00C83B26" w:rsidRDefault="002E19AC" w:rsidP="00C83B26">
      <w:pPr>
        <w:ind w:firstLine="0"/>
        <w:jc w:val="center"/>
      </w:pPr>
      <w:r w:rsidRPr="00C83B26">
        <w:t>LUI</w:t>
      </w:r>
    </w:p>
    <w:p w14:paraId="19C62FD1" w14:textId="77777777" w:rsidR="00C83B26" w:rsidRDefault="002E19AC" w:rsidP="00C83B26">
      <w:r w:rsidRPr="00223237">
        <w:t>Vous n</w:t>
      </w:r>
      <w:r w:rsidR="00AB6DDF">
        <w:t>’</w:t>
      </w:r>
      <w:r w:rsidRPr="00223237">
        <w:t>êtes pas</w:t>
      </w:r>
      <w:r w:rsidR="00AB6DDF">
        <w:t>…</w:t>
      </w:r>
    </w:p>
    <w:p w14:paraId="2484524B" w14:textId="77777777" w:rsidR="00C83B26" w:rsidRDefault="002E19AC" w:rsidP="00C83B26">
      <w:pPr>
        <w:ind w:firstLine="0"/>
        <w:jc w:val="center"/>
      </w:pPr>
      <w:r w:rsidRPr="00C83B26">
        <w:t>LE MARI</w:t>
      </w:r>
    </w:p>
    <w:p w14:paraId="0F4A2A72" w14:textId="77777777" w:rsidR="00C83B26" w:rsidRDefault="002E19AC" w:rsidP="00C83B26">
      <w:r w:rsidRPr="00223237">
        <w:t>J</w:t>
      </w:r>
      <w:r w:rsidR="00AB6DDF">
        <w:t>’</w:t>
      </w:r>
      <w:r w:rsidRPr="00223237">
        <w:t>ai passé la nuit dehors</w:t>
      </w:r>
      <w:r w:rsidR="00AB6DDF">
        <w:t xml:space="preserve"> !… </w:t>
      </w:r>
      <w:r w:rsidRPr="00223237">
        <w:t>Oui</w:t>
      </w:r>
      <w:r w:rsidR="00AB6DDF">
        <w:t xml:space="preserve">… </w:t>
      </w:r>
      <w:r w:rsidRPr="00223237">
        <w:t>J</w:t>
      </w:r>
      <w:r w:rsidR="00AB6DDF">
        <w:t>’</w:t>
      </w:r>
      <w:r w:rsidRPr="00223237">
        <w:t>ai fait la folie</w:t>
      </w:r>
      <w:r w:rsidR="00AB6DDF">
        <w:t xml:space="preserve">… </w:t>
      </w:r>
      <w:r w:rsidRPr="00223237">
        <w:t>la grande folie</w:t>
      </w:r>
      <w:r w:rsidR="00AB6DDF">
        <w:t xml:space="preserve">… </w:t>
      </w:r>
      <w:r w:rsidRPr="00223237">
        <w:t>la nouba</w:t>
      </w:r>
      <w:r w:rsidR="00AB6DDF">
        <w:t xml:space="preserve">… </w:t>
      </w:r>
      <w:r w:rsidRPr="00223237">
        <w:t>stupide</w:t>
      </w:r>
      <w:r w:rsidR="00AB6DDF">
        <w:t xml:space="preserve">… </w:t>
      </w:r>
      <w:r w:rsidRPr="00223237">
        <w:t>insensée</w:t>
      </w:r>
      <w:r w:rsidR="00AB6DDF">
        <w:t xml:space="preserve">… : </w:t>
      </w:r>
      <w:r w:rsidRPr="00223237">
        <w:t>je me suis saoulé comme un imbécile</w:t>
      </w:r>
      <w:r w:rsidR="00AB6DDF">
        <w:t xml:space="preserve">… </w:t>
      </w:r>
      <w:r w:rsidRPr="00223237">
        <w:t>j</w:t>
      </w:r>
      <w:r w:rsidR="00AB6DDF">
        <w:t>’</w:t>
      </w:r>
      <w:r w:rsidRPr="00223237">
        <w:t>ai</w:t>
      </w:r>
      <w:r w:rsidR="00AB6DDF">
        <w:t xml:space="preserve">… </w:t>
      </w:r>
      <w:r w:rsidRPr="00223237">
        <w:t>enfin</w:t>
      </w:r>
      <w:r w:rsidR="00AB6DDF">
        <w:t xml:space="preserve">, </w:t>
      </w:r>
      <w:r w:rsidRPr="00223237">
        <w:t>je n</w:t>
      </w:r>
      <w:r w:rsidR="00AB6DDF">
        <w:t>’</w:t>
      </w:r>
      <w:r w:rsidRPr="00223237">
        <w:t>ai pas besoin de vous r</w:t>
      </w:r>
      <w:r w:rsidRPr="00223237">
        <w:t>a</w:t>
      </w:r>
      <w:r w:rsidRPr="00223237">
        <w:t>conter tout ce que j</w:t>
      </w:r>
      <w:r w:rsidR="00AB6DDF">
        <w:t>’</w:t>
      </w:r>
      <w:r w:rsidRPr="00223237">
        <w:t>ai fait</w:t>
      </w:r>
      <w:r w:rsidR="00AB6DDF">
        <w:t xml:space="preserve">… </w:t>
      </w:r>
      <w:r w:rsidR="00AB6DDF">
        <w:rPr>
          <w:i/>
          <w:iCs/>
        </w:rPr>
        <w:t>(</w:t>
      </w:r>
      <w:r w:rsidRPr="00223237">
        <w:rPr>
          <w:i/>
          <w:iCs/>
        </w:rPr>
        <w:t>Depuis un moment l</w:t>
      </w:r>
      <w:r w:rsidR="00AB6DDF">
        <w:rPr>
          <w:i/>
          <w:iCs/>
        </w:rPr>
        <w:t>’</w:t>
      </w:r>
      <w:r w:rsidRPr="00223237">
        <w:rPr>
          <w:i/>
          <w:iCs/>
        </w:rPr>
        <w:t>amant a fait disp</w:t>
      </w:r>
      <w:r w:rsidRPr="00223237">
        <w:rPr>
          <w:i/>
          <w:iCs/>
        </w:rPr>
        <w:t>a</w:t>
      </w:r>
      <w:r w:rsidRPr="00223237">
        <w:rPr>
          <w:i/>
          <w:iCs/>
        </w:rPr>
        <w:t>raître sa carte et son revolver</w:t>
      </w:r>
      <w:r w:rsidR="00AB6DDF">
        <w:rPr>
          <w:i/>
          <w:iCs/>
        </w:rPr>
        <w:t>.)</w:t>
      </w:r>
    </w:p>
    <w:p w14:paraId="7977984A" w14:textId="77777777" w:rsidR="00C83B26" w:rsidRDefault="002E19AC" w:rsidP="00C83B26">
      <w:pPr>
        <w:ind w:firstLine="0"/>
        <w:jc w:val="center"/>
      </w:pPr>
      <w:r w:rsidRPr="00C83B26">
        <w:t>LUI</w:t>
      </w:r>
    </w:p>
    <w:p w14:paraId="17619BDD" w14:textId="77777777" w:rsidR="00C83B26" w:rsidRDefault="002E19AC" w:rsidP="00C83B26">
      <w:r w:rsidRPr="00223237">
        <w:t>Non</w:t>
      </w:r>
      <w:r w:rsidR="00AB6DDF">
        <w:t xml:space="preserve">… </w:t>
      </w:r>
      <w:r w:rsidRPr="00223237">
        <w:t>je vois ça d</w:t>
      </w:r>
      <w:r w:rsidR="00AB6DDF">
        <w:t>’</w:t>
      </w:r>
      <w:r w:rsidRPr="00223237">
        <w:t>ici</w:t>
      </w:r>
      <w:r w:rsidR="00AB6DDF">
        <w:t>.</w:t>
      </w:r>
    </w:p>
    <w:p w14:paraId="5A424F5A" w14:textId="77777777" w:rsidR="00C83B26" w:rsidRDefault="002E19AC" w:rsidP="00C83B26">
      <w:pPr>
        <w:ind w:firstLine="0"/>
        <w:jc w:val="center"/>
      </w:pPr>
      <w:r w:rsidRPr="00C83B26">
        <w:t>LE MARI</w:t>
      </w:r>
    </w:p>
    <w:p w14:paraId="225201FE" w14:textId="77777777" w:rsidR="00C83B26" w:rsidRDefault="00AB6DDF" w:rsidP="00C83B26">
      <w:r>
        <w:lastRenderedPageBreak/>
        <w:t xml:space="preserve">… </w:t>
      </w:r>
      <w:r w:rsidR="002E19AC" w:rsidRPr="00223237">
        <w:t>Il vous est facile de l</w:t>
      </w:r>
      <w:r>
        <w:t>’</w:t>
      </w:r>
      <w:r w:rsidR="002E19AC" w:rsidRPr="00223237">
        <w:t>imaginer</w:t>
      </w:r>
      <w:r>
        <w:t xml:space="preserve"> !… </w:t>
      </w:r>
      <w:r w:rsidR="002E19AC" w:rsidRPr="00223237">
        <w:t>Alors</w:t>
      </w:r>
      <w:r>
        <w:t xml:space="preserve">, </w:t>
      </w:r>
      <w:r w:rsidR="002E19AC" w:rsidRPr="00223237">
        <w:t>je viens vous trouver</w:t>
      </w:r>
      <w:r>
        <w:t xml:space="preserve">, </w:t>
      </w:r>
      <w:r w:rsidR="002E19AC" w:rsidRPr="00223237">
        <w:t>vous</w:t>
      </w:r>
      <w:r>
        <w:t xml:space="preserve">, </w:t>
      </w:r>
      <w:r w:rsidR="002E19AC" w:rsidRPr="00223237">
        <w:t>vous qui êtes mon ami</w:t>
      </w:r>
      <w:r>
        <w:t xml:space="preserve">… </w:t>
      </w:r>
      <w:r w:rsidR="002E19AC" w:rsidRPr="00223237">
        <w:t>qui êtes garçon</w:t>
      </w:r>
      <w:r>
        <w:t xml:space="preserve">, </w:t>
      </w:r>
      <w:r w:rsidR="002E19AC" w:rsidRPr="00223237">
        <w:t>pour vous supplier de faire tout au monde pour me tirer de cette aventure</w:t>
      </w:r>
      <w:r>
        <w:t> !</w:t>
      </w:r>
    </w:p>
    <w:p w14:paraId="43B75FE2" w14:textId="77777777" w:rsidR="00C83B26" w:rsidRDefault="002E19AC" w:rsidP="00C83B26">
      <w:pPr>
        <w:ind w:firstLine="0"/>
        <w:jc w:val="center"/>
      </w:pPr>
      <w:r w:rsidRPr="00C83B26">
        <w:t>LUI</w:t>
      </w:r>
    </w:p>
    <w:p w14:paraId="59F3E441" w14:textId="77777777" w:rsidR="00C83B26" w:rsidRDefault="002E19AC" w:rsidP="00C83B26">
      <w:r w:rsidRPr="00223237">
        <w:t>C</w:t>
      </w:r>
      <w:r w:rsidR="00AB6DDF">
        <w:t>’</w:t>
      </w:r>
      <w:r w:rsidRPr="00223237">
        <w:t>est moi que vous avez choisi pour ça</w:t>
      </w:r>
      <w:r w:rsidR="00AB6DDF">
        <w:t>…</w:t>
      </w:r>
    </w:p>
    <w:p w14:paraId="18279779" w14:textId="77777777" w:rsidR="00C83B26" w:rsidRDefault="002E19AC" w:rsidP="00C83B26">
      <w:pPr>
        <w:ind w:firstLine="0"/>
        <w:jc w:val="center"/>
      </w:pPr>
      <w:r w:rsidRPr="00C83B26">
        <w:t>LE MARI</w:t>
      </w:r>
    </w:p>
    <w:p w14:paraId="62B06D4E" w14:textId="77777777" w:rsidR="00C83B26" w:rsidRDefault="002E19AC" w:rsidP="00C83B26">
      <w:r w:rsidRPr="00223237">
        <w:t>Oui</w:t>
      </w:r>
      <w:r w:rsidR="00AB6DDF">
        <w:t xml:space="preserve">. </w:t>
      </w:r>
      <w:r w:rsidRPr="00223237">
        <w:t>Tout à l</w:t>
      </w:r>
      <w:r w:rsidR="00AB6DDF">
        <w:t>’</w:t>
      </w:r>
      <w:r w:rsidRPr="00223237">
        <w:t>heure</w:t>
      </w:r>
      <w:r w:rsidR="00AB6DDF">
        <w:t xml:space="preserve">, </w:t>
      </w:r>
      <w:r w:rsidRPr="00223237">
        <w:t>je suis arrivé jusqu</w:t>
      </w:r>
      <w:r w:rsidR="00AB6DDF">
        <w:t>’</w:t>
      </w:r>
      <w:r w:rsidRPr="00223237">
        <w:t>à la porte de chez moi</w:t>
      </w:r>
      <w:r w:rsidR="00AB6DDF">
        <w:t xml:space="preserve">… </w:t>
      </w:r>
      <w:r w:rsidRPr="00223237">
        <w:t>j</w:t>
      </w:r>
      <w:r w:rsidR="00AB6DDF">
        <w:t>’</w:t>
      </w:r>
      <w:r w:rsidRPr="00223237">
        <w:t>ai même mis la clef dans la serrure</w:t>
      </w:r>
      <w:r w:rsidR="00AB6DDF">
        <w:t xml:space="preserve">… </w:t>
      </w:r>
      <w:r w:rsidRPr="00223237">
        <w:t>mais</w:t>
      </w:r>
      <w:r w:rsidR="00AB6DDF">
        <w:t xml:space="preserve">, </w:t>
      </w:r>
      <w:r w:rsidRPr="00223237">
        <w:t>tout douc</w:t>
      </w:r>
      <w:r w:rsidRPr="00223237">
        <w:t>e</w:t>
      </w:r>
      <w:r w:rsidRPr="00223237">
        <w:t>ment</w:t>
      </w:r>
      <w:r w:rsidR="00AB6DDF">
        <w:t xml:space="preserve">, </w:t>
      </w:r>
      <w:r w:rsidRPr="00223237">
        <w:t>je l</w:t>
      </w:r>
      <w:r w:rsidR="00AB6DDF">
        <w:t>’</w:t>
      </w:r>
      <w:r w:rsidRPr="00223237">
        <w:t>ai retirée</w:t>
      </w:r>
      <w:r w:rsidR="00AB6DDF">
        <w:t xml:space="preserve">… </w:t>
      </w:r>
      <w:r w:rsidRPr="00223237">
        <w:t>et je suis reparti</w:t>
      </w:r>
      <w:r w:rsidR="00AB6DDF">
        <w:t xml:space="preserve">… </w:t>
      </w:r>
      <w:r w:rsidRPr="00223237">
        <w:t>car</w:t>
      </w:r>
      <w:r w:rsidR="00AB6DDF">
        <w:t xml:space="preserve">, </w:t>
      </w:r>
      <w:r w:rsidRPr="00223237">
        <w:t>au moment de re</w:t>
      </w:r>
      <w:r w:rsidRPr="00223237">
        <w:t>n</w:t>
      </w:r>
      <w:r w:rsidRPr="00223237">
        <w:t>trer chez moi</w:t>
      </w:r>
      <w:r w:rsidR="00AB6DDF">
        <w:t xml:space="preserve">, </w:t>
      </w:r>
      <w:r w:rsidRPr="00223237">
        <w:t>je me suis aperçu que je n</w:t>
      </w:r>
      <w:r w:rsidR="00AB6DDF">
        <w:t>’</w:t>
      </w:r>
      <w:r w:rsidRPr="00223237">
        <w:t>avais rien trouvé à dire à ma pauvre femme</w:t>
      </w:r>
      <w:r w:rsidR="00AB6DDF">
        <w:t xml:space="preserve">… </w:t>
      </w:r>
      <w:r w:rsidRPr="00223237">
        <w:t>et que j</w:t>
      </w:r>
      <w:r w:rsidR="00AB6DDF">
        <w:t>’</w:t>
      </w:r>
      <w:r w:rsidRPr="00223237">
        <w:t>allais me dresser devant elle</w:t>
      </w:r>
      <w:r w:rsidR="00AB6DDF">
        <w:t xml:space="preserve">… </w:t>
      </w:r>
      <w:r w:rsidRPr="00223237">
        <w:t>comme un grand idiot</w:t>
      </w:r>
      <w:r w:rsidR="00AB6DDF">
        <w:t xml:space="preserve">, </w:t>
      </w:r>
      <w:r w:rsidRPr="00223237">
        <w:t>sans savoir quoi lui dire</w:t>
      </w:r>
      <w:r w:rsidR="00AB6DDF">
        <w:t xml:space="preserve">… </w:t>
      </w:r>
      <w:r w:rsidRPr="00223237">
        <w:t>Je dois vous avouer que j</w:t>
      </w:r>
      <w:r w:rsidR="00AB6DDF">
        <w:t>’</w:t>
      </w:r>
      <w:r w:rsidRPr="00223237">
        <w:t>ai la tête brisée et que je suis complètement abruti</w:t>
      </w:r>
      <w:r w:rsidR="00AB6DDF">
        <w:t> !</w:t>
      </w:r>
    </w:p>
    <w:p w14:paraId="2B9FD72C" w14:textId="77777777" w:rsidR="00C83B26" w:rsidRDefault="002E19AC" w:rsidP="00C83B26">
      <w:pPr>
        <w:ind w:firstLine="0"/>
        <w:jc w:val="center"/>
      </w:pPr>
      <w:r w:rsidRPr="00C83B26">
        <w:t>LUI</w:t>
      </w:r>
    </w:p>
    <w:p w14:paraId="7AE1FE80" w14:textId="77777777" w:rsidR="00C83B26" w:rsidRDefault="002E19AC" w:rsidP="00C83B26">
      <w:r w:rsidRPr="00223237">
        <w:t>Bon</w:t>
      </w:r>
      <w:r w:rsidR="00AB6DDF">
        <w:t>.</w:t>
      </w:r>
    </w:p>
    <w:p w14:paraId="10BA4520" w14:textId="77777777" w:rsidR="00C83B26" w:rsidRDefault="002E19AC" w:rsidP="00C83B26">
      <w:pPr>
        <w:ind w:firstLine="0"/>
        <w:jc w:val="center"/>
      </w:pPr>
      <w:r w:rsidRPr="00C83B26">
        <w:t>LE MARI</w:t>
      </w:r>
    </w:p>
    <w:p w14:paraId="2DF24A8A" w14:textId="77777777" w:rsidR="00C83B26" w:rsidRDefault="002E19AC" w:rsidP="00C83B26">
      <w:r w:rsidRPr="00223237">
        <w:t>Comment</w:t>
      </w:r>
      <w:r w:rsidR="00AB6DDF">
        <w:t xml:space="preserve">, </w:t>
      </w:r>
      <w:r w:rsidRPr="00223237">
        <w:t>bon</w:t>
      </w:r>
      <w:r w:rsidR="00AB6DDF">
        <w:t> ?</w:t>
      </w:r>
    </w:p>
    <w:p w14:paraId="15F598EC" w14:textId="77777777" w:rsidR="00C83B26" w:rsidRDefault="002E19AC" w:rsidP="00C83B26">
      <w:pPr>
        <w:ind w:firstLine="0"/>
        <w:jc w:val="center"/>
      </w:pPr>
      <w:r w:rsidRPr="00C83B26">
        <w:t>LUI</w:t>
      </w:r>
    </w:p>
    <w:p w14:paraId="171A3767" w14:textId="77777777" w:rsidR="00C83B26" w:rsidRDefault="002E19AC" w:rsidP="00C83B26">
      <w:r w:rsidRPr="00223237">
        <w:t>Je veux dire par là que vous avez bien fait de ne pas rentrer chez vous à une heure à la fois si tardive et si matinale</w:t>
      </w:r>
      <w:r w:rsidR="00AB6DDF">
        <w:t>.</w:t>
      </w:r>
    </w:p>
    <w:p w14:paraId="287E4D8C" w14:textId="77777777" w:rsidR="00C83B26" w:rsidRDefault="002E19AC" w:rsidP="00C83B26">
      <w:pPr>
        <w:ind w:firstLine="0"/>
        <w:jc w:val="center"/>
      </w:pPr>
      <w:r w:rsidRPr="00C83B26">
        <w:t>LE MARI</w:t>
      </w:r>
    </w:p>
    <w:p w14:paraId="7563A66F" w14:textId="77777777" w:rsidR="00C83B26" w:rsidRDefault="002E19AC" w:rsidP="00C83B26">
      <w:r w:rsidRPr="00223237">
        <w:t>Alors</w:t>
      </w:r>
      <w:r w:rsidR="00AB6DDF">
        <w:t xml:space="preserve">, </w:t>
      </w:r>
      <w:r w:rsidRPr="00223237">
        <w:t>voilà</w:t>
      </w:r>
      <w:r w:rsidR="00AB6DDF">
        <w:t>…</w:t>
      </w:r>
    </w:p>
    <w:p w14:paraId="70BC685F" w14:textId="77777777" w:rsidR="00C83B26" w:rsidRDefault="002E19AC" w:rsidP="00C83B26">
      <w:pPr>
        <w:ind w:firstLine="0"/>
        <w:jc w:val="center"/>
      </w:pPr>
      <w:r w:rsidRPr="00C83B26">
        <w:t>LUI</w:t>
      </w:r>
    </w:p>
    <w:p w14:paraId="3329581F" w14:textId="77777777" w:rsidR="00C83B26" w:rsidRDefault="002E19AC" w:rsidP="00C83B26">
      <w:r w:rsidRPr="00223237">
        <w:lastRenderedPageBreak/>
        <w:t>Voilà quoi</w:t>
      </w:r>
      <w:r w:rsidR="00AB6DDF">
        <w:t> ?</w:t>
      </w:r>
    </w:p>
    <w:p w14:paraId="63C505D4" w14:textId="77777777" w:rsidR="00C83B26" w:rsidRDefault="002E19AC" w:rsidP="00C83B26">
      <w:pPr>
        <w:ind w:firstLine="0"/>
        <w:jc w:val="center"/>
      </w:pPr>
      <w:r w:rsidRPr="00C83B26">
        <w:t>LE MARI</w:t>
      </w:r>
    </w:p>
    <w:p w14:paraId="23B9A25F" w14:textId="77777777" w:rsidR="00C83B26" w:rsidRDefault="002E19AC" w:rsidP="00C83B26">
      <w:r w:rsidRPr="00223237">
        <w:t>Je crois que le plus simple</w:t>
      </w:r>
      <w:r w:rsidR="00AB6DDF">
        <w:t>…</w:t>
      </w:r>
    </w:p>
    <w:p w14:paraId="700E242F" w14:textId="77777777" w:rsidR="00C83B26" w:rsidRDefault="002E19AC" w:rsidP="00C83B26">
      <w:pPr>
        <w:ind w:firstLine="0"/>
        <w:jc w:val="center"/>
      </w:pPr>
      <w:r w:rsidRPr="00C83B26">
        <w:t>LUI</w:t>
      </w:r>
    </w:p>
    <w:p w14:paraId="31AA243C" w14:textId="77777777" w:rsidR="00C83B26" w:rsidRDefault="002E19AC" w:rsidP="00C83B26">
      <w:r w:rsidRPr="00223237">
        <w:t>Ah</w:t>
      </w:r>
      <w:r w:rsidR="00AB6DDF">
        <w:t xml:space="preserve"> ! </w:t>
      </w:r>
      <w:r w:rsidRPr="00223237">
        <w:t>Vous avez une idée</w:t>
      </w:r>
      <w:r w:rsidR="00AB6DDF">
        <w:t xml:space="preserve"> ? </w:t>
      </w:r>
      <w:r w:rsidRPr="00223237">
        <w:t>Je croyais que vous veniez me demander un conseil</w:t>
      </w:r>
      <w:r w:rsidR="00AB6DDF">
        <w:t>.</w:t>
      </w:r>
    </w:p>
    <w:p w14:paraId="25CCCD89" w14:textId="77777777" w:rsidR="00C83B26" w:rsidRDefault="002E19AC" w:rsidP="00C83B26">
      <w:pPr>
        <w:ind w:firstLine="0"/>
        <w:jc w:val="center"/>
      </w:pPr>
      <w:r w:rsidRPr="00C83B26">
        <w:t>LE MARI</w:t>
      </w:r>
    </w:p>
    <w:p w14:paraId="3EBC4540" w14:textId="77777777" w:rsidR="00C83B26" w:rsidRDefault="002E19AC" w:rsidP="00C83B26">
      <w:r w:rsidRPr="00223237">
        <w:t>C</w:t>
      </w:r>
      <w:r w:rsidR="00AB6DDF">
        <w:t>’</w:t>
      </w:r>
      <w:r w:rsidRPr="00223237">
        <w:t>est plutôt un service qu</w:t>
      </w:r>
      <w:r w:rsidR="00AB6DDF">
        <w:t>’</w:t>
      </w:r>
      <w:r w:rsidRPr="00223237">
        <w:t>un conseil</w:t>
      </w:r>
      <w:r w:rsidR="00AB6DDF">
        <w:t xml:space="preserve">. </w:t>
      </w:r>
      <w:r w:rsidRPr="00223237">
        <w:t>Et je crois que le plus simple est que vous téléphoniez à ma femme tout de suite</w:t>
      </w:r>
      <w:r w:rsidR="00AB6DDF">
        <w:t>…</w:t>
      </w:r>
    </w:p>
    <w:p w14:paraId="01422F3B" w14:textId="77777777" w:rsidR="00C83B26" w:rsidRDefault="002E19AC" w:rsidP="00C83B26">
      <w:pPr>
        <w:ind w:firstLine="0"/>
        <w:jc w:val="center"/>
      </w:pPr>
      <w:r w:rsidRPr="00C83B26">
        <w:t>LUI</w:t>
      </w:r>
    </w:p>
    <w:p w14:paraId="10BE1316" w14:textId="77777777" w:rsidR="00C83B26" w:rsidRDefault="002E19AC" w:rsidP="00C83B26">
      <w:r w:rsidRPr="00223237">
        <w:t>Non</w:t>
      </w:r>
      <w:r w:rsidR="00AB6DDF">
        <w:t>…</w:t>
      </w:r>
    </w:p>
    <w:p w14:paraId="76DB51F3" w14:textId="77777777" w:rsidR="00C83B26" w:rsidRDefault="002E19AC" w:rsidP="00C83B26">
      <w:pPr>
        <w:ind w:firstLine="0"/>
        <w:jc w:val="center"/>
      </w:pPr>
      <w:r w:rsidRPr="00C83B26">
        <w:t>LE MARI</w:t>
      </w:r>
    </w:p>
    <w:p w14:paraId="7F440A9D" w14:textId="77777777" w:rsidR="00C83B26" w:rsidRDefault="002E19AC" w:rsidP="00C83B26">
      <w:r w:rsidRPr="00223237">
        <w:t>Attendez</w:t>
      </w:r>
      <w:r w:rsidR="00AB6DDF">
        <w:t> !</w:t>
      </w:r>
    </w:p>
    <w:p w14:paraId="0260AD42" w14:textId="77777777" w:rsidR="00C83B26" w:rsidRDefault="002E19AC" w:rsidP="00C83B26">
      <w:pPr>
        <w:ind w:firstLine="0"/>
        <w:jc w:val="center"/>
      </w:pPr>
      <w:r w:rsidRPr="00C83B26">
        <w:t>LUI</w:t>
      </w:r>
    </w:p>
    <w:p w14:paraId="1BB476F5" w14:textId="77777777" w:rsidR="00C83B26" w:rsidRDefault="002E19AC" w:rsidP="00C83B26">
      <w:r w:rsidRPr="00223237">
        <w:t>Je veux bien attendre</w:t>
      </w:r>
      <w:r w:rsidR="00AB6DDF">
        <w:t xml:space="preserve">, </w:t>
      </w:r>
      <w:r w:rsidRPr="00223237">
        <w:t>mais je vous préviens que ce n</w:t>
      </w:r>
      <w:r w:rsidR="00AB6DDF">
        <w:t>’</w:t>
      </w:r>
      <w:r w:rsidRPr="00223237">
        <w:t>est pas aussi simple que vous le croyez</w:t>
      </w:r>
      <w:r w:rsidR="00AB6DDF">
        <w:t>.</w:t>
      </w:r>
    </w:p>
    <w:p w14:paraId="5A692827" w14:textId="77777777" w:rsidR="00C83B26" w:rsidRDefault="002E19AC" w:rsidP="00C83B26">
      <w:pPr>
        <w:ind w:firstLine="0"/>
        <w:jc w:val="center"/>
      </w:pPr>
      <w:r w:rsidRPr="00C83B26">
        <w:t>LE MARI</w:t>
      </w:r>
    </w:p>
    <w:p w14:paraId="2FC0A05D" w14:textId="77777777" w:rsidR="00C83B26" w:rsidRDefault="002E19AC" w:rsidP="00C83B26">
      <w:r w:rsidRPr="00223237">
        <w:t>Attendez une seconde</w:t>
      </w:r>
      <w:r w:rsidR="00AB6DDF">
        <w:t xml:space="preserve"> !… </w:t>
      </w:r>
      <w:r w:rsidRPr="00223237">
        <w:t>Si vous lui disiez que nous nous sommes rencontrés au théâtre hier au soir</w:t>
      </w:r>
      <w:r w:rsidR="00AB6DDF">
        <w:t xml:space="preserve">… </w:t>
      </w:r>
      <w:r w:rsidRPr="00223237">
        <w:t>que je suis rentré boire un verre chez vous</w:t>
      </w:r>
      <w:r w:rsidR="00AB6DDF">
        <w:t xml:space="preserve">… </w:t>
      </w:r>
      <w:r w:rsidRPr="00223237">
        <w:t>que j</w:t>
      </w:r>
      <w:r w:rsidR="00AB6DDF">
        <w:t>’</w:t>
      </w:r>
      <w:r w:rsidRPr="00223237">
        <w:t>ai eu une syncope</w:t>
      </w:r>
      <w:r w:rsidR="00AB6DDF">
        <w:t xml:space="preserve">… </w:t>
      </w:r>
      <w:r w:rsidRPr="00223237">
        <w:t>et que je viens à l</w:t>
      </w:r>
      <w:r w:rsidR="00AB6DDF">
        <w:t>’</w:t>
      </w:r>
      <w:r w:rsidRPr="00223237">
        <w:t>instant de revenir à moi</w:t>
      </w:r>
      <w:r w:rsidR="00AB6DDF">
        <w:t>…</w:t>
      </w:r>
    </w:p>
    <w:p w14:paraId="002AC6C9" w14:textId="77777777" w:rsidR="00C83B26" w:rsidRDefault="002E19AC" w:rsidP="00C83B26">
      <w:pPr>
        <w:ind w:firstLine="0"/>
        <w:jc w:val="center"/>
      </w:pPr>
      <w:r w:rsidRPr="00C83B26">
        <w:t>LUI</w:t>
      </w:r>
    </w:p>
    <w:p w14:paraId="460D8942" w14:textId="77777777" w:rsidR="00C83B26" w:rsidRDefault="002E19AC" w:rsidP="00C83B26">
      <w:r w:rsidRPr="00223237">
        <w:t>Oui</w:t>
      </w:r>
      <w:r w:rsidR="00AB6DDF">
        <w:t xml:space="preserve">, </w:t>
      </w:r>
      <w:r w:rsidRPr="00223237">
        <w:t>eh</w:t>
      </w:r>
      <w:r w:rsidR="00AB6DDF">
        <w:t xml:space="preserve"> ! </w:t>
      </w:r>
      <w:r w:rsidRPr="00223237">
        <w:t>bien</w:t>
      </w:r>
      <w:r w:rsidR="00AB6DDF">
        <w:t xml:space="preserve">, </w:t>
      </w:r>
      <w:r w:rsidRPr="00223237">
        <w:t>non</w:t>
      </w:r>
      <w:r w:rsidR="00AB6DDF">
        <w:t xml:space="preserve">, </w:t>
      </w:r>
      <w:r w:rsidRPr="00223237">
        <w:t>ça ne va pas</w:t>
      </w:r>
      <w:r w:rsidR="00AB6DDF">
        <w:t>.</w:t>
      </w:r>
    </w:p>
    <w:p w14:paraId="0608AD44" w14:textId="77777777" w:rsidR="00C83B26" w:rsidRDefault="002E19AC" w:rsidP="00C83B26">
      <w:pPr>
        <w:ind w:firstLine="0"/>
        <w:jc w:val="center"/>
      </w:pPr>
      <w:r w:rsidRPr="00C83B26">
        <w:lastRenderedPageBreak/>
        <w:t>LE MARI</w:t>
      </w:r>
    </w:p>
    <w:p w14:paraId="0EF388D4" w14:textId="77777777" w:rsidR="00C83B26" w:rsidRDefault="002E19AC" w:rsidP="00C83B26">
      <w:r w:rsidRPr="00223237">
        <w:t>Il semble pourtant que</w:t>
      </w:r>
      <w:r w:rsidR="00AB6DDF">
        <w:t>…</w:t>
      </w:r>
    </w:p>
    <w:p w14:paraId="13BAFEB3" w14:textId="77777777" w:rsidR="00C83B26" w:rsidRDefault="002E19AC" w:rsidP="00C83B26">
      <w:pPr>
        <w:ind w:firstLine="0"/>
        <w:jc w:val="center"/>
      </w:pPr>
      <w:r w:rsidRPr="00C83B26">
        <w:t>LUI</w:t>
      </w:r>
    </w:p>
    <w:p w14:paraId="65A2CC6B" w14:textId="77777777" w:rsidR="00C83B26" w:rsidRDefault="002E19AC" w:rsidP="00C83B26">
      <w:r w:rsidRPr="00223237">
        <w:t>Non</w:t>
      </w:r>
      <w:r w:rsidR="00AB6DDF">
        <w:t xml:space="preserve">… </w:t>
      </w:r>
      <w:r w:rsidRPr="00223237">
        <w:t>n</w:t>
      </w:r>
      <w:r w:rsidR="00AB6DDF">
        <w:t>’</w:t>
      </w:r>
      <w:r w:rsidRPr="00223237">
        <w:t>insistez pas</w:t>
      </w:r>
      <w:r w:rsidR="00AB6DDF">
        <w:t xml:space="preserve">… </w:t>
      </w:r>
      <w:r w:rsidRPr="00223237">
        <w:t>Remarquez que l</w:t>
      </w:r>
      <w:r w:rsidR="00AB6DDF">
        <w:t>’</w:t>
      </w:r>
      <w:r w:rsidRPr="00223237">
        <w:t>idée de la syncope est amusante</w:t>
      </w:r>
      <w:r w:rsidR="00AB6DDF">
        <w:t xml:space="preserve">, </w:t>
      </w:r>
      <w:r w:rsidRPr="00223237">
        <w:t>mais je ne peux pas téléphoner à votre femme pour lui dire que vous avez passé la nuit chez moi</w:t>
      </w:r>
      <w:r w:rsidR="00AB6DDF">
        <w:t>.</w:t>
      </w:r>
    </w:p>
    <w:p w14:paraId="732F94CA" w14:textId="77777777" w:rsidR="00C83B26" w:rsidRDefault="002E19AC" w:rsidP="00C83B26">
      <w:pPr>
        <w:ind w:firstLine="0"/>
        <w:jc w:val="center"/>
      </w:pPr>
      <w:r w:rsidRPr="00C83B26">
        <w:t>LE MARI</w:t>
      </w:r>
    </w:p>
    <w:p w14:paraId="6259B594" w14:textId="77777777" w:rsidR="00C83B26" w:rsidRDefault="002E19AC" w:rsidP="00C83B26">
      <w:r w:rsidRPr="00223237">
        <w:t>Pourquoi</w:t>
      </w:r>
      <w:r w:rsidR="00AB6DDF">
        <w:t> ?</w:t>
      </w:r>
    </w:p>
    <w:p w14:paraId="2D1F189F" w14:textId="77777777" w:rsidR="00C83B26" w:rsidRDefault="002E19AC" w:rsidP="00C83B26">
      <w:pPr>
        <w:ind w:firstLine="0"/>
        <w:jc w:val="center"/>
      </w:pPr>
      <w:r w:rsidRPr="00C83B26">
        <w:t>LUI</w:t>
      </w:r>
    </w:p>
    <w:p w14:paraId="31720BB3" w14:textId="77777777" w:rsidR="00C83B26" w:rsidRDefault="002E19AC" w:rsidP="00C83B26">
      <w:r w:rsidRPr="00223237">
        <w:t>Parce qu</w:t>
      </w:r>
      <w:r w:rsidR="00AB6DDF">
        <w:t>’</w:t>
      </w:r>
      <w:r w:rsidRPr="00223237">
        <w:t>elle ne le croirait pas</w:t>
      </w:r>
      <w:r w:rsidR="00AB6DDF">
        <w:t xml:space="preserve">. </w:t>
      </w:r>
      <w:r w:rsidRPr="00223237">
        <w:t>Permettez-moi de vous dire que si les choses pouvaient s</w:t>
      </w:r>
      <w:r w:rsidR="00AB6DDF">
        <w:t>’</w:t>
      </w:r>
      <w:r w:rsidRPr="00223237">
        <w:t>arranger ainsi</w:t>
      </w:r>
      <w:r w:rsidR="00AB6DDF">
        <w:t xml:space="preserve">, </w:t>
      </w:r>
      <w:r w:rsidRPr="00223237">
        <w:t>ce serait trop co</w:t>
      </w:r>
      <w:r w:rsidRPr="00223237">
        <w:t>m</w:t>
      </w:r>
      <w:r w:rsidRPr="00223237">
        <w:t>mode</w:t>
      </w:r>
      <w:r w:rsidR="00AB6DDF">
        <w:t> !</w:t>
      </w:r>
    </w:p>
    <w:p w14:paraId="12E6768F" w14:textId="77777777" w:rsidR="00C83B26" w:rsidRDefault="002E19AC" w:rsidP="00C83B26">
      <w:pPr>
        <w:ind w:firstLine="0"/>
        <w:jc w:val="center"/>
      </w:pPr>
      <w:r w:rsidRPr="00C83B26">
        <w:t>LE MARI</w:t>
      </w:r>
    </w:p>
    <w:p w14:paraId="10E962B3" w14:textId="77777777" w:rsidR="00C83B26" w:rsidRDefault="002E19AC" w:rsidP="00C83B26">
      <w:r w:rsidRPr="00223237">
        <w:t>Ah</w:t>
      </w:r>
      <w:r w:rsidR="00AB6DDF">
        <w:t> ?</w:t>
      </w:r>
    </w:p>
    <w:p w14:paraId="09A43EC7" w14:textId="77777777" w:rsidR="00C83B26" w:rsidRDefault="002E19AC" w:rsidP="00C83B26">
      <w:pPr>
        <w:ind w:firstLine="0"/>
        <w:jc w:val="center"/>
      </w:pPr>
      <w:r w:rsidRPr="00C83B26">
        <w:t>LUI</w:t>
      </w:r>
      <w:r w:rsidR="00AB6DDF" w:rsidRPr="00C83B26">
        <w:t xml:space="preserve">, </w:t>
      </w:r>
      <w:r w:rsidRPr="00C83B26">
        <w:rPr>
          <w:i/>
          <w:iCs/>
        </w:rPr>
        <w:t>à mi-voix</w:t>
      </w:r>
    </w:p>
    <w:p w14:paraId="62347249" w14:textId="77777777" w:rsidR="00C83B26" w:rsidRDefault="002E19AC" w:rsidP="00C83B26">
      <w:r w:rsidRPr="00223237">
        <w:t>Je veux bien</w:t>
      </w:r>
      <w:r w:rsidR="00AB6DDF">
        <w:t xml:space="preserve">, </w:t>
      </w:r>
      <w:r w:rsidRPr="00223237">
        <w:t>par amitié pour vous</w:t>
      </w:r>
      <w:r w:rsidR="00AB6DDF">
        <w:t xml:space="preserve">, </w:t>
      </w:r>
      <w:r w:rsidRPr="00223237">
        <w:t>essayer de vous tirer de ce mauvais pas où vous vous êtes fourré</w:t>
      </w:r>
      <w:r w:rsidR="00AB6DDF">
        <w:t xml:space="preserve">… </w:t>
      </w:r>
      <w:r w:rsidRPr="00223237">
        <w:t>mais je ne prêterai pas la main à une combinaison fragile</w:t>
      </w:r>
      <w:r w:rsidR="00AB6DDF">
        <w:t xml:space="preserve">… </w:t>
      </w:r>
      <w:r w:rsidRPr="00223237">
        <w:t>qui risquerait d</w:t>
      </w:r>
      <w:r w:rsidR="00AB6DDF">
        <w:t>’</w:t>
      </w:r>
      <w:r w:rsidRPr="00223237">
        <w:t>être éventée tout de suite</w:t>
      </w:r>
      <w:r w:rsidR="00AB6DDF">
        <w:t xml:space="preserve">. </w:t>
      </w:r>
      <w:r w:rsidRPr="00223237">
        <w:t>Ça</w:t>
      </w:r>
      <w:r w:rsidR="00AB6DDF">
        <w:t xml:space="preserve">, </w:t>
      </w:r>
      <w:r w:rsidRPr="00223237">
        <w:t>je ne le ferai sous aucun prétexte</w:t>
      </w:r>
      <w:r w:rsidR="00AB6DDF">
        <w:t xml:space="preserve">… </w:t>
      </w:r>
      <w:r w:rsidRPr="00223237">
        <w:t>Qu</w:t>
      </w:r>
      <w:r w:rsidR="00AB6DDF">
        <w:t>’</w:t>
      </w:r>
      <w:r w:rsidRPr="00223237">
        <w:t>est-ce qu</w:t>
      </w:r>
      <w:r w:rsidR="00AB6DDF">
        <w:t>’</w:t>
      </w:r>
      <w:r w:rsidRPr="00223237">
        <w:t>il y a</w:t>
      </w:r>
      <w:r w:rsidR="00AB6DDF">
        <w:t> ?</w:t>
      </w:r>
    </w:p>
    <w:p w14:paraId="5CCA76D1" w14:textId="77777777" w:rsidR="00C83B26" w:rsidRDefault="002E19AC" w:rsidP="00C83B26">
      <w:pPr>
        <w:ind w:firstLine="0"/>
        <w:jc w:val="center"/>
      </w:pPr>
      <w:r w:rsidRPr="00C83B26">
        <w:t>LE MARI</w:t>
      </w:r>
    </w:p>
    <w:p w14:paraId="67532E5F" w14:textId="77777777" w:rsidR="00C83B26" w:rsidRDefault="002E19AC" w:rsidP="00C83B26">
      <w:r w:rsidRPr="00223237">
        <w:t>Pourquoi parlez-vous si bas</w:t>
      </w:r>
      <w:r w:rsidR="00AB6DDF">
        <w:t> ?</w:t>
      </w:r>
    </w:p>
    <w:p w14:paraId="58D5B830" w14:textId="77777777" w:rsidR="00C83B26" w:rsidRDefault="002E19AC" w:rsidP="00C83B26">
      <w:pPr>
        <w:ind w:firstLine="0"/>
        <w:jc w:val="center"/>
      </w:pPr>
      <w:r w:rsidRPr="00C83B26">
        <w:t>LUI</w:t>
      </w:r>
    </w:p>
    <w:p w14:paraId="3D72D7C6" w14:textId="77777777" w:rsidR="00C83B26" w:rsidRDefault="002E19AC" w:rsidP="00C83B26">
      <w:r w:rsidRPr="00223237">
        <w:lastRenderedPageBreak/>
        <w:t>J</w:t>
      </w:r>
      <w:r w:rsidR="00AB6DDF">
        <w:t>’</w:t>
      </w:r>
      <w:r w:rsidRPr="00223237">
        <w:t>ai parlé bas</w:t>
      </w:r>
      <w:r w:rsidR="00AB6DDF">
        <w:t xml:space="preserve"> ? </w:t>
      </w:r>
      <w:r w:rsidRPr="00223237">
        <w:t>Je ne m</w:t>
      </w:r>
      <w:r w:rsidR="00AB6DDF">
        <w:t>’</w:t>
      </w:r>
      <w:r w:rsidRPr="00223237">
        <w:t>en suis pas rendu compte</w:t>
      </w:r>
      <w:r w:rsidR="00AB6DDF">
        <w:t xml:space="preserve">… </w:t>
      </w:r>
      <w:r w:rsidRPr="00223237">
        <w:t>Eh</w:t>
      </w:r>
      <w:r w:rsidR="00AB6DDF">
        <w:t xml:space="preserve"> ! </w:t>
      </w:r>
      <w:r w:rsidRPr="00223237">
        <w:t>Bien</w:t>
      </w:r>
      <w:r w:rsidR="00AB6DDF">
        <w:t xml:space="preserve">, </w:t>
      </w:r>
      <w:r w:rsidRPr="00223237">
        <w:t>j</w:t>
      </w:r>
      <w:r w:rsidR="00AB6DDF">
        <w:t>’</w:t>
      </w:r>
      <w:r w:rsidRPr="00223237">
        <w:t>ai parlé bas</w:t>
      </w:r>
      <w:r w:rsidR="00AB6DDF">
        <w:t xml:space="preserve">, </w:t>
      </w:r>
      <w:r w:rsidRPr="00223237">
        <w:t>parce que</w:t>
      </w:r>
      <w:r w:rsidR="00AB6DDF">
        <w:t xml:space="preserve"> </w:t>
      </w:r>
      <w:r w:rsidR="00AB6DDF">
        <w:rPr>
          <w:i/>
          <w:iCs/>
        </w:rPr>
        <w:t>(</w:t>
      </w:r>
      <w:r w:rsidRPr="00223237">
        <w:rPr>
          <w:i/>
          <w:iCs/>
        </w:rPr>
        <w:t>Désignant la porte de la salle de bains</w:t>
      </w:r>
      <w:r w:rsidR="00AB6DDF">
        <w:rPr>
          <w:i/>
          <w:iCs/>
        </w:rPr>
        <w:t xml:space="preserve">.) </w:t>
      </w:r>
      <w:r w:rsidRPr="00223237">
        <w:t>Je ne suis pas seul</w:t>
      </w:r>
      <w:r w:rsidR="00AB6DDF">
        <w:t> !</w:t>
      </w:r>
    </w:p>
    <w:p w14:paraId="391B446E" w14:textId="77777777" w:rsidR="00C83B26" w:rsidRDefault="002E19AC" w:rsidP="00C83B26">
      <w:pPr>
        <w:ind w:firstLine="0"/>
        <w:jc w:val="center"/>
      </w:pPr>
      <w:r w:rsidRPr="00C83B26">
        <w:t>LE MARI</w:t>
      </w:r>
    </w:p>
    <w:p w14:paraId="02BD52C5" w14:textId="77777777" w:rsidR="00C83B26" w:rsidRDefault="002E19AC" w:rsidP="00C83B26">
      <w:r w:rsidRPr="00223237">
        <w:t>Ah</w:t>
      </w:r>
      <w:r w:rsidR="00AB6DDF">
        <w:t> ?</w:t>
      </w:r>
    </w:p>
    <w:p w14:paraId="5804CEEE" w14:textId="77777777" w:rsidR="00C83B26" w:rsidRDefault="002E19AC" w:rsidP="00C83B26">
      <w:pPr>
        <w:ind w:firstLine="0"/>
        <w:jc w:val="center"/>
      </w:pPr>
      <w:r w:rsidRPr="00C83B26">
        <w:t>LUI</w:t>
      </w:r>
    </w:p>
    <w:p w14:paraId="0809BAB6" w14:textId="77777777" w:rsidR="00C83B26" w:rsidRDefault="002E19AC" w:rsidP="00C83B26">
      <w:r w:rsidRPr="00223237">
        <w:t>Il n</w:t>
      </w:r>
      <w:r w:rsidR="00AB6DDF">
        <w:t>’</w:t>
      </w:r>
      <w:r w:rsidRPr="00223237">
        <w:t>y a pas que vous</w:t>
      </w:r>
      <w:r w:rsidR="00AB6DDF">
        <w:t xml:space="preserve"> ! </w:t>
      </w:r>
      <w:r w:rsidRPr="00223237">
        <w:t>Et il est</w:t>
      </w:r>
      <w:r w:rsidR="00AB6DDF">
        <w:t xml:space="preserve">, </w:t>
      </w:r>
      <w:r w:rsidRPr="00223237">
        <w:t>à mon sens</w:t>
      </w:r>
      <w:r w:rsidR="00AB6DDF">
        <w:t xml:space="preserve">, </w:t>
      </w:r>
      <w:r w:rsidRPr="00223237">
        <w:t>inutile qu</w:t>
      </w:r>
      <w:r w:rsidR="00AB6DDF">
        <w:t>’</w:t>
      </w:r>
      <w:r w:rsidRPr="00223237">
        <w:t>une étra</w:t>
      </w:r>
      <w:r w:rsidRPr="00223237">
        <w:t>n</w:t>
      </w:r>
      <w:r w:rsidRPr="00223237">
        <w:t>gère soit mise au courant de vos histoires</w:t>
      </w:r>
      <w:r w:rsidR="00AB6DDF">
        <w:t>.</w:t>
      </w:r>
    </w:p>
    <w:p w14:paraId="2AA582A0" w14:textId="77777777" w:rsidR="00C83B26" w:rsidRDefault="002E19AC" w:rsidP="00C83B26">
      <w:pPr>
        <w:ind w:firstLine="0"/>
        <w:jc w:val="center"/>
      </w:pPr>
      <w:r w:rsidRPr="00C83B26">
        <w:t>LE MARI</w:t>
      </w:r>
    </w:p>
    <w:p w14:paraId="1947949D" w14:textId="77777777" w:rsidR="00C83B26" w:rsidRDefault="002E19AC" w:rsidP="00C83B26">
      <w:r w:rsidRPr="00223237">
        <w:t>En effet</w:t>
      </w:r>
      <w:r w:rsidR="00AB6DDF">
        <w:t xml:space="preserve">. </w:t>
      </w:r>
      <w:r w:rsidRPr="00223237">
        <w:t>Et</w:t>
      </w:r>
      <w:r w:rsidR="00AB6DDF">
        <w:t xml:space="preserve">, </w:t>
      </w:r>
      <w:r w:rsidRPr="00223237">
        <w:t>dites-moi</w:t>
      </w:r>
      <w:r w:rsidR="00AB6DDF">
        <w:t xml:space="preserve">… </w:t>
      </w:r>
      <w:r w:rsidRPr="00223237">
        <w:t>belle fille ou jolie fille</w:t>
      </w:r>
      <w:r w:rsidR="00AB6DDF">
        <w:t> ?</w:t>
      </w:r>
    </w:p>
    <w:p w14:paraId="76316FB0" w14:textId="77777777" w:rsidR="00C83B26" w:rsidRDefault="002E19AC" w:rsidP="00C83B26">
      <w:pPr>
        <w:ind w:firstLine="0"/>
        <w:jc w:val="center"/>
      </w:pPr>
      <w:r w:rsidRPr="00C83B26">
        <w:t>LUI</w:t>
      </w:r>
    </w:p>
    <w:p w14:paraId="6D9CBB3C" w14:textId="77777777" w:rsidR="00C83B26" w:rsidRDefault="002E19AC" w:rsidP="00C83B26">
      <w:r w:rsidRPr="00223237">
        <w:t>Il m</w:t>
      </w:r>
      <w:r w:rsidR="00AB6DDF">
        <w:t>’</w:t>
      </w:r>
      <w:r w:rsidRPr="00223237">
        <w:t>est difficile d</w:t>
      </w:r>
      <w:r w:rsidR="00AB6DDF">
        <w:t>’</w:t>
      </w:r>
      <w:r w:rsidRPr="00223237">
        <w:t>en parler</w:t>
      </w:r>
      <w:r w:rsidR="00AB6DDF">
        <w:t xml:space="preserve">. </w:t>
      </w:r>
      <w:r w:rsidRPr="00223237">
        <w:t>Disons</w:t>
      </w:r>
      <w:r w:rsidR="00AB6DDF">
        <w:t xml:space="preserve"> : </w:t>
      </w:r>
      <w:r w:rsidRPr="00223237">
        <w:t>le charme même</w:t>
      </w:r>
      <w:r w:rsidR="00AB6DDF">
        <w:t>.</w:t>
      </w:r>
    </w:p>
    <w:p w14:paraId="00FB8967" w14:textId="77777777" w:rsidR="00C83B26" w:rsidRDefault="002E19AC" w:rsidP="00C83B26">
      <w:pPr>
        <w:ind w:firstLine="0"/>
        <w:jc w:val="center"/>
      </w:pPr>
      <w:r w:rsidRPr="00C83B26">
        <w:t>LE MARI</w:t>
      </w:r>
    </w:p>
    <w:p w14:paraId="5311229D" w14:textId="77777777" w:rsidR="00C83B26" w:rsidRDefault="002E19AC" w:rsidP="00C83B26">
      <w:r w:rsidRPr="00223237">
        <w:t>Courtisane</w:t>
      </w:r>
      <w:r w:rsidR="00AB6DDF">
        <w:t> ?</w:t>
      </w:r>
    </w:p>
    <w:p w14:paraId="19DCB8EE" w14:textId="77777777" w:rsidR="00C83B26" w:rsidRDefault="002E19AC" w:rsidP="00C83B26">
      <w:pPr>
        <w:ind w:firstLine="0"/>
        <w:jc w:val="center"/>
      </w:pPr>
      <w:r w:rsidRPr="00C83B26">
        <w:t>LUI</w:t>
      </w:r>
    </w:p>
    <w:p w14:paraId="34EB7BE5" w14:textId="77777777" w:rsidR="00C83B26" w:rsidRDefault="002E19AC" w:rsidP="00C83B26">
      <w:r w:rsidRPr="00223237">
        <w:t>Pas du tout</w:t>
      </w:r>
      <w:r w:rsidR="00AB6DDF">
        <w:t>.</w:t>
      </w:r>
    </w:p>
    <w:p w14:paraId="23BE9F30" w14:textId="77777777" w:rsidR="00C83B26" w:rsidRDefault="002E19AC" w:rsidP="00C83B26">
      <w:pPr>
        <w:ind w:firstLine="0"/>
        <w:jc w:val="center"/>
      </w:pPr>
      <w:r w:rsidRPr="00C83B26">
        <w:t>LE MARI</w:t>
      </w:r>
    </w:p>
    <w:p w14:paraId="56715E16" w14:textId="77777777" w:rsidR="00C83B26" w:rsidRDefault="002E19AC" w:rsidP="00C83B26">
      <w:r w:rsidRPr="00223237">
        <w:t>Danseuse</w:t>
      </w:r>
      <w:r w:rsidR="00AB6DDF">
        <w:t> ?</w:t>
      </w:r>
    </w:p>
    <w:p w14:paraId="0B919DCB" w14:textId="77777777" w:rsidR="00C83B26" w:rsidRDefault="002E19AC" w:rsidP="00C83B26">
      <w:pPr>
        <w:ind w:firstLine="0"/>
        <w:jc w:val="center"/>
      </w:pPr>
      <w:r w:rsidRPr="00C83B26">
        <w:t>LUI</w:t>
      </w:r>
    </w:p>
    <w:p w14:paraId="18BC6E36" w14:textId="77777777" w:rsidR="00C83B26" w:rsidRDefault="002E19AC" w:rsidP="00C83B26">
      <w:r w:rsidRPr="00223237">
        <w:t>Non</w:t>
      </w:r>
      <w:r w:rsidR="00AB6DDF">
        <w:t>.</w:t>
      </w:r>
    </w:p>
    <w:p w14:paraId="23CE7D0C" w14:textId="77777777" w:rsidR="00C83B26" w:rsidRDefault="002E19AC" w:rsidP="00C83B26">
      <w:pPr>
        <w:ind w:firstLine="0"/>
        <w:jc w:val="center"/>
      </w:pPr>
      <w:r w:rsidRPr="00C83B26">
        <w:t>LE MARI</w:t>
      </w:r>
    </w:p>
    <w:p w14:paraId="6AF8D14A" w14:textId="77777777" w:rsidR="00C83B26" w:rsidRDefault="002E19AC" w:rsidP="00C83B26">
      <w:r w:rsidRPr="00223237">
        <w:t>Actrice</w:t>
      </w:r>
      <w:r w:rsidR="00AB6DDF">
        <w:t> ?</w:t>
      </w:r>
    </w:p>
    <w:p w14:paraId="20CD40D1" w14:textId="77777777" w:rsidR="00C83B26" w:rsidRDefault="002E19AC" w:rsidP="00C83B26">
      <w:pPr>
        <w:ind w:firstLine="0"/>
        <w:jc w:val="center"/>
      </w:pPr>
      <w:r w:rsidRPr="00C83B26">
        <w:lastRenderedPageBreak/>
        <w:t>LUI</w:t>
      </w:r>
    </w:p>
    <w:p w14:paraId="0DCEE01E" w14:textId="77777777" w:rsidR="00C83B26" w:rsidRDefault="002E19AC" w:rsidP="00C83B26">
      <w:r w:rsidRPr="00223237">
        <w:t>Aucunement</w:t>
      </w:r>
      <w:r w:rsidR="00AB6DDF">
        <w:t>.</w:t>
      </w:r>
    </w:p>
    <w:p w14:paraId="30EA7AAB" w14:textId="77777777" w:rsidR="00C83B26" w:rsidRDefault="002E19AC" w:rsidP="00C83B26">
      <w:pPr>
        <w:ind w:firstLine="0"/>
        <w:jc w:val="center"/>
      </w:pPr>
      <w:r w:rsidRPr="00C83B26">
        <w:t>LE MARI</w:t>
      </w:r>
    </w:p>
    <w:p w14:paraId="36F47D8F" w14:textId="77777777" w:rsidR="00C83B26" w:rsidRDefault="002E19AC" w:rsidP="00C83B26">
      <w:r w:rsidRPr="00223237">
        <w:t>Femme du monde</w:t>
      </w:r>
      <w:r w:rsidR="00AB6DDF">
        <w:t> ?</w:t>
      </w:r>
    </w:p>
    <w:p w14:paraId="75B5CF12" w14:textId="77777777" w:rsidR="00C83B26" w:rsidRDefault="002E19AC" w:rsidP="00C83B26">
      <w:pPr>
        <w:ind w:firstLine="0"/>
        <w:jc w:val="center"/>
      </w:pPr>
      <w:r w:rsidRPr="00C83B26">
        <w:t>LUI</w:t>
      </w:r>
    </w:p>
    <w:p w14:paraId="58D6130C" w14:textId="77777777" w:rsidR="00C83B26" w:rsidRDefault="002E19AC" w:rsidP="00C83B26">
      <w:r w:rsidRPr="00223237">
        <w:t>Voilà</w:t>
      </w:r>
      <w:r w:rsidR="00AB6DDF">
        <w:t>.</w:t>
      </w:r>
    </w:p>
    <w:p w14:paraId="180F2DB5" w14:textId="77777777" w:rsidR="00C83B26" w:rsidRDefault="002E19AC" w:rsidP="00C83B26">
      <w:pPr>
        <w:ind w:firstLine="0"/>
        <w:jc w:val="center"/>
      </w:pPr>
      <w:r w:rsidRPr="00C83B26">
        <w:t>LE MARI</w:t>
      </w:r>
    </w:p>
    <w:p w14:paraId="0DF6FA1E" w14:textId="77777777" w:rsidR="00C83B26" w:rsidRDefault="002E19AC" w:rsidP="00C83B26">
      <w:r w:rsidRPr="00223237">
        <w:t>Mariée</w:t>
      </w:r>
      <w:r w:rsidR="00AB6DDF">
        <w:t> ?</w:t>
      </w:r>
    </w:p>
    <w:p w14:paraId="5070D1FD" w14:textId="77777777" w:rsidR="00C83B26" w:rsidRDefault="002E19AC" w:rsidP="00C83B26">
      <w:pPr>
        <w:ind w:firstLine="0"/>
        <w:jc w:val="center"/>
      </w:pPr>
      <w:r w:rsidRPr="00C83B26">
        <w:t>LUI</w:t>
      </w:r>
    </w:p>
    <w:p w14:paraId="667372AC" w14:textId="77777777" w:rsidR="00C83B26" w:rsidRDefault="002E19AC" w:rsidP="00C83B26">
      <w:r w:rsidRPr="00223237">
        <w:t>Parfaitement</w:t>
      </w:r>
      <w:r w:rsidR="00AB6DDF">
        <w:t>.</w:t>
      </w:r>
    </w:p>
    <w:p w14:paraId="6F9B6DB5" w14:textId="77777777" w:rsidR="00C83B26" w:rsidRDefault="002E19AC" w:rsidP="00C83B26">
      <w:pPr>
        <w:ind w:firstLine="0"/>
        <w:jc w:val="center"/>
      </w:pPr>
      <w:r w:rsidRPr="00C83B26">
        <w:t>LE MARI</w:t>
      </w:r>
    </w:p>
    <w:p w14:paraId="1EB2B9D8" w14:textId="77777777" w:rsidR="00C83B26" w:rsidRDefault="002E19AC" w:rsidP="00C83B26">
      <w:r w:rsidRPr="00223237">
        <w:t>Dont le mari est en voyage</w:t>
      </w:r>
      <w:r w:rsidR="00AB6DDF">
        <w:t> ?</w:t>
      </w:r>
    </w:p>
    <w:p w14:paraId="3F0CE2F1" w14:textId="77777777" w:rsidR="00C83B26" w:rsidRDefault="002E19AC" w:rsidP="00C83B26">
      <w:pPr>
        <w:ind w:firstLine="0"/>
        <w:jc w:val="center"/>
      </w:pPr>
      <w:r w:rsidRPr="00C83B26">
        <w:t>LUI</w:t>
      </w:r>
      <w:r w:rsidR="00AB6DDF" w:rsidRPr="00C83B26">
        <w:t xml:space="preserve">, </w:t>
      </w:r>
      <w:r w:rsidRPr="00C83B26">
        <w:rPr>
          <w:i/>
          <w:iCs/>
        </w:rPr>
        <w:t>à part</w:t>
      </w:r>
    </w:p>
    <w:p w14:paraId="5F5F3F57" w14:textId="77777777" w:rsidR="00C83B26" w:rsidRDefault="002E19AC" w:rsidP="00C83B26">
      <w:r w:rsidRPr="00223237">
        <w:t>C</w:t>
      </w:r>
      <w:r w:rsidR="00AB6DDF">
        <w:t>’</w:t>
      </w:r>
      <w:r w:rsidRPr="00223237">
        <w:t>est une idée</w:t>
      </w:r>
      <w:r w:rsidR="00AB6DDF">
        <w:t xml:space="preserve">, </w:t>
      </w:r>
      <w:r w:rsidRPr="00223237">
        <w:t>ça</w:t>
      </w:r>
      <w:r w:rsidR="00AB6DDF">
        <w:t> !</w:t>
      </w:r>
    </w:p>
    <w:p w14:paraId="00858973" w14:textId="77777777" w:rsidR="00C83B26" w:rsidRDefault="002E19AC" w:rsidP="00C83B26">
      <w:pPr>
        <w:ind w:firstLine="0"/>
        <w:jc w:val="center"/>
      </w:pPr>
      <w:r w:rsidRPr="00C83B26">
        <w:t>LE MARI</w:t>
      </w:r>
    </w:p>
    <w:p w14:paraId="1E455E14" w14:textId="77777777" w:rsidR="00C83B26" w:rsidRDefault="002E19AC" w:rsidP="00C83B26">
      <w:r w:rsidRPr="00223237">
        <w:t>Ça ne fait jamais qu</w:t>
      </w:r>
      <w:r w:rsidR="00AB6DDF">
        <w:t>’</w:t>
      </w:r>
      <w:r w:rsidRPr="00223237">
        <w:t>un cocu de plus</w:t>
      </w:r>
      <w:r w:rsidR="00AB6DDF">
        <w:t>…</w:t>
      </w:r>
    </w:p>
    <w:p w14:paraId="65012645" w14:textId="77777777" w:rsidR="00C83B26" w:rsidRDefault="002E19AC" w:rsidP="00C83B26">
      <w:pPr>
        <w:ind w:firstLine="0"/>
        <w:jc w:val="center"/>
      </w:pPr>
      <w:r w:rsidRPr="00C83B26">
        <w:t>LUI</w:t>
      </w:r>
    </w:p>
    <w:p w14:paraId="68121506" w14:textId="77777777" w:rsidR="00C83B26" w:rsidRDefault="002E19AC" w:rsidP="00C83B26">
      <w:r w:rsidRPr="00223237">
        <w:t>N</w:t>
      </w:r>
      <w:r w:rsidR="00AB6DDF">
        <w:t>’</w:t>
      </w:r>
      <w:r w:rsidRPr="00223237">
        <w:t>est-ce pas</w:t>
      </w:r>
      <w:r w:rsidR="00AB6DDF">
        <w:t> ?</w:t>
      </w:r>
    </w:p>
    <w:p w14:paraId="3805A309" w14:textId="77777777" w:rsidR="00C83B26" w:rsidRDefault="002E19AC" w:rsidP="00C83B26">
      <w:pPr>
        <w:ind w:firstLine="0"/>
        <w:jc w:val="center"/>
      </w:pPr>
      <w:r w:rsidRPr="00C83B26">
        <w:t>LE MARI</w:t>
      </w:r>
    </w:p>
    <w:p w14:paraId="4CF44CD4" w14:textId="77777777" w:rsidR="00C83B26" w:rsidRDefault="002E19AC" w:rsidP="00C83B26">
      <w:r w:rsidRPr="00223237">
        <w:t>Et sur le nombre</w:t>
      </w:r>
      <w:r w:rsidR="00AB6DDF">
        <w:t> !…</w:t>
      </w:r>
    </w:p>
    <w:p w14:paraId="148C4333" w14:textId="77777777" w:rsidR="00C83B26" w:rsidRDefault="002E19AC" w:rsidP="00C83B26">
      <w:pPr>
        <w:ind w:firstLine="0"/>
        <w:jc w:val="center"/>
      </w:pPr>
      <w:r w:rsidRPr="00C83B26">
        <w:t>LUI</w:t>
      </w:r>
    </w:p>
    <w:p w14:paraId="267CA3FB" w14:textId="77777777" w:rsidR="00C83B26" w:rsidRDefault="002E19AC" w:rsidP="00C83B26">
      <w:r w:rsidRPr="00223237">
        <w:lastRenderedPageBreak/>
        <w:t>Je suis content de vous l</w:t>
      </w:r>
      <w:r w:rsidR="00AB6DDF">
        <w:t>’</w:t>
      </w:r>
      <w:r w:rsidRPr="00223237">
        <w:t>entendre dire</w:t>
      </w:r>
      <w:r w:rsidR="00AB6DDF">
        <w:t xml:space="preserve">. </w:t>
      </w:r>
      <w:r w:rsidRPr="00223237">
        <w:t>Ça réconforte</w:t>
      </w:r>
      <w:r w:rsidR="00AB6DDF">
        <w:t>.</w:t>
      </w:r>
    </w:p>
    <w:p w14:paraId="50A50BDB" w14:textId="77777777" w:rsidR="00C83B26" w:rsidRDefault="002E19AC" w:rsidP="00C83B26">
      <w:pPr>
        <w:ind w:firstLine="0"/>
        <w:jc w:val="center"/>
      </w:pPr>
      <w:r w:rsidRPr="00C83B26">
        <w:t>LE MARI</w:t>
      </w:r>
    </w:p>
    <w:p w14:paraId="2145A2AD" w14:textId="77777777" w:rsidR="00C83B26" w:rsidRDefault="002E19AC" w:rsidP="00C83B26">
      <w:r w:rsidRPr="00223237">
        <w:t>Ami intime à vous</w:t>
      </w:r>
      <w:r w:rsidR="00AB6DDF">
        <w:t xml:space="preserve">, </w:t>
      </w:r>
      <w:r w:rsidRPr="00223237">
        <w:t>le mari</w:t>
      </w:r>
      <w:r w:rsidR="00AB6DDF">
        <w:t> ?</w:t>
      </w:r>
    </w:p>
    <w:p w14:paraId="1F7FD644" w14:textId="77777777" w:rsidR="00C83B26" w:rsidRDefault="002E19AC" w:rsidP="00C83B26">
      <w:pPr>
        <w:ind w:firstLine="0"/>
        <w:jc w:val="center"/>
      </w:pPr>
      <w:r w:rsidRPr="00C83B26">
        <w:t>LUI</w:t>
      </w:r>
    </w:p>
    <w:p w14:paraId="238497BD" w14:textId="77777777" w:rsidR="00C83B26" w:rsidRDefault="002E19AC" w:rsidP="00C83B26">
      <w:r w:rsidRPr="00223237">
        <w:t>Hum</w:t>
      </w:r>
      <w:r w:rsidR="00AB6DDF">
        <w:t>…</w:t>
      </w:r>
    </w:p>
    <w:p w14:paraId="04D68F50" w14:textId="77777777" w:rsidR="00C83B26" w:rsidRDefault="002E19AC" w:rsidP="00C83B26">
      <w:pPr>
        <w:ind w:firstLine="0"/>
        <w:jc w:val="center"/>
      </w:pPr>
      <w:r w:rsidRPr="00C83B26">
        <w:t>LE MARI</w:t>
      </w:r>
    </w:p>
    <w:p w14:paraId="04B55A9E" w14:textId="77777777" w:rsidR="00C83B26" w:rsidRDefault="002E19AC" w:rsidP="00C83B26">
      <w:r w:rsidRPr="00223237">
        <w:t>Du coup</w:t>
      </w:r>
      <w:r w:rsidR="00AB6DDF">
        <w:t xml:space="preserve">, </w:t>
      </w:r>
      <w:r w:rsidRPr="00223237">
        <w:t>il le devient davantage</w:t>
      </w:r>
      <w:r w:rsidR="00AB6DDF">
        <w:t>.</w:t>
      </w:r>
    </w:p>
    <w:p w14:paraId="17028980" w14:textId="77777777" w:rsidR="00C83B26" w:rsidRDefault="002E19AC" w:rsidP="00C83B26">
      <w:pPr>
        <w:ind w:firstLine="0"/>
        <w:jc w:val="center"/>
      </w:pPr>
      <w:r w:rsidRPr="00C83B26">
        <w:t>LUI</w:t>
      </w:r>
    </w:p>
    <w:p w14:paraId="5BE1AD5D" w14:textId="77777777" w:rsidR="00C83B26" w:rsidRDefault="002E19AC" w:rsidP="00C83B26">
      <w:r w:rsidRPr="00223237">
        <w:t>Voilà</w:t>
      </w:r>
      <w:r w:rsidR="00AB6DDF">
        <w:t xml:space="preserve"> ! </w:t>
      </w:r>
      <w:r w:rsidRPr="00223237">
        <w:t>Mais revenons à vous</w:t>
      </w:r>
      <w:r w:rsidR="00AB6DDF">
        <w:t>.</w:t>
      </w:r>
    </w:p>
    <w:p w14:paraId="46626EF6" w14:textId="77777777" w:rsidR="00C83B26" w:rsidRDefault="002E19AC" w:rsidP="00C83B26">
      <w:pPr>
        <w:ind w:firstLine="0"/>
        <w:jc w:val="center"/>
      </w:pPr>
      <w:r w:rsidRPr="00C83B26">
        <w:t>LE MARI</w:t>
      </w:r>
    </w:p>
    <w:p w14:paraId="605BFE70" w14:textId="77777777" w:rsidR="00C83B26" w:rsidRDefault="002E19AC" w:rsidP="00C83B26">
      <w:r w:rsidRPr="00223237">
        <w:t>Nous en voilà bien loin</w:t>
      </w:r>
      <w:r w:rsidR="00AB6DDF">
        <w:t xml:space="preserve">, </w:t>
      </w:r>
      <w:r w:rsidRPr="00223237">
        <w:t>c</w:t>
      </w:r>
      <w:r w:rsidR="00AB6DDF">
        <w:t>’</w:t>
      </w:r>
      <w:r w:rsidRPr="00223237">
        <w:t>est vrai</w:t>
      </w:r>
      <w:r w:rsidR="00AB6DDF">
        <w:t>.</w:t>
      </w:r>
    </w:p>
    <w:p w14:paraId="728B73DD" w14:textId="77777777" w:rsidR="00C83B26" w:rsidRDefault="002E19AC" w:rsidP="00C83B26">
      <w:pPr>
        <w:ind w:firstLine="0"/>
        <w:jc w:val="center"/>
      </w:pPr>
      <w:r w:rsidRPr="00C83B26">
        <w:t>LUI</w:t>
      </w:r>
    </w:p>
    <w:p w14:paraId="0203D1D2" w14:textId="77777777" w:rsidR="00C83B26" w:rsidRDefault="002E19AC" w:rsidP="00C83B26">
      <w:r w:rsidRPr="00223237">
        <w:t>Êtes-vous décidé à faire exactement ce que je vais vous proposer</w:t>
      </w:r>
      <w:r w:rsidR="00AB6DDF">
        <w:t xml:space="preserve"> ? </w:t>
      </w:r>
      <w:r w:rsidRPr="00223237">
        <w:t>Parce que généralement les gens demandent des conseils</w:t>
      </w:r>
      <w:r w:rsidR="00AB6DDF">
        <w:t xml:space="preserve"> – </w:t>
      </w:r>
      <w:r w:rsidRPr="00223237">
        <w:t>et puis ils ne les suivent pas</w:t>
      </w:r>
      <w:r w:rsidR="00AB6DDF">
        <w:t> !</w:t>
      </w:r>
    </w:p>
    <w:p w14:paraId="5B0409FC" w14:textId="77777777" w:rsidR="00C83B26" w:rsidRDefault="002E19AC" w:rsidP="00C83B26">
      <w:pPr>
        <w:ind w:firstLine="0"/>
        <w:jc w:val="center"/>
      </w:pPr>
      <w:r w:rsidRPr="00C83B26">
        <w:t>LE MARI</w:t>
      </w:r>
    </w:p>
    <w:p w14:paraId="281E1BD2" w14:textId="77777777" w:rsidR="00C83B26" w:rsidRDefault="002E19AC" w:rsidP="00C83B26">
      <w:r w:rsidRPr="00223237">
        <w:t>Moi</w:t>
      </w:r>
      <w:r w:rsidR="00AB6DDF">
        <w:t xml:space="preserve">, </w:t>
      </w:r>
      <w:r w:rsidRPr="00223237">
        <w:t>je ne suis pas comme ça</w:t>
      </w:r>
      <w:r w:rsidR="00AB6DDF">
        <w:t>.</w:t>
      </w:r>
    </w:p>
    <w:p w14:paraId="680D18A8" w14:textId="77777777" w:rsidR="00C83B26" w:rsidRDefault="002E19AC" w:rsidP="00C83B26">
      <w:pPr>
        <w:ind w:firstLine="0"/>
        <w:jc w:val="center"/>
      </w:pPr>
      <w:r w:rsidRPr="00C83B26">
        <w:rPr>
          <w:bCs/>
        </w:rPr>
        <w:t>LUI</w:t>
      </w:r>
    </w:p>
    <w:p w14:paraId="64C50172" w14:textId="77777777" w:rsidR="00C83B26" w:rsidRDefault="002E19AC" w:rsidP="00C83B26">
      <w:r w:rsidRPr="00223237">
        <w:t>Alors</w:t>
      </w:r>
      <w:r w:rsidR="00AB6DDF">
        <w:t xml:space="preserve">, </w:t>
      </w:r>
      <w:r w:rsidRPr="00223237">
        <w:t>que je comprenne bien</w:t>
      </w:r>
      <w:r w:rsidR="00AB6DDF">
        <w:t xml:space="preserve">, </w:t>
      </w:r>
      <w:r w:rsidRPr="00223237">
        <w:t>vous n</w:t>
      </w:r>
      <w:r w:rsidR="00AB6DDF">
        <w:t>’</w:t>
      </w:r>
      <w:r w:rsidRPr="00223237">
        <w:t>êtes pas du tout re</w:t>
      </w:r>
      <w:r w:rsidRPr="00223237">
        <w:t>n</w:t>
      </w:r>
      <w:r w:rsidRPr="00223237">
        <w:t>tré chez vous</w:t>
      </w:r>
      <w:r w:rsidR="00AB6DDF">
        <w:t> ?</w:t>
      </w:r>
    </w:p>
    <w:p w14:paraId="380BB211" w14:textId="77777777" w:rsidR="00C83B26" w:rsidRDefault="002E19AC" w:rsidP="00C83B26">
      <w:pPr>
        <w:ind w:firstLine="0"/>
        <w:jc w:val="center"/>
      </w:pPr>
      <w:r w:rsidRPr="00C83B26">
        <w:t>LE MARI</w:t>
      </w:r>
    </w:p>
    <w:p w14:paraId="2AA17848" w14:textId="77777777" w:rsidR="00C83B26" w:rsidRDefault="002E19AC" w:rsidP="00C83B26">
      <w:r w:rsidRPr="00223237">
        <w:t>Mais non</w:t>
      </w:r>
      <w:r w:rsidR="00AB6DDF">
        <w:t xml:space="preserve">, </w:t>
      </w:r>
      <w:r w:rsidRPr="00223237">
        <w:t>pas du tout</w:t>
      </w:r>
      <w:r w:rsidR="00AB6DDF">
        <w:t xml:space="preserve">. </w:t>
      </w:r>
      <w:r w:rsidRPr="00223237">
        <w:t>Je ne pouvais pas rentrer à moitié</w:t>
      </w:r>
      <w:r w:rsidR="00AB6DDF">
        <w:t>.</w:t>
      </w:r>
    </w:p>
    <w:p w14:paraId="29329024" w14:textId="77777777" w:rsidR="00C83B26" w:rsidRDefault="002E19AC" w:rsidP="00C83B26">
      <w:pPr>
        <w:ind w:firstLine="0"/>
        <w:jc w:val="center"/>
      </w:pPr>
      <w:r w:rsidRPr="00C83B26">
        <w:rPr>
          <w:bCs/>
        </w:rPr>
        <w:lastRenderedPageBreak/>
        <w:t>LUI</w:t>
      </w:r>
    </w:p>
    <w:p w14:paraId="40CE78A6" w14:textId="77777777" w:rsidR="00C83B26" w:rsidRDefault="002E19AC" w:rsidP="00C83B26">
      <w:r w:rsidRPr="00223237">
        <w:t>Non</w:t>
      </w:r>
      <w:r w:rsidR="00AB6DDF">
        <w:t xml:space="preserve">… </w:t>
      </w:r>
      <w:r w:rsidRPr="00223237">
        <w:t>je veux dire par là</w:t>
      </w:r>
      <w:r w:rsidR="00AB6DDF">
        <w:t xml:space="preserve"> : </w:t>
      </w:r>
      <w:r w:rsidRPr="00223237">
        <w:t>vous n</w:t>
      </w:r>
      <w:r w:rsidR="00AB6DDF">
        <w:t>’</w:t>
      </w:r>
      <w:r w:rsidRPr="00223237">
        <w:t>avez même pas téléphoné chez vous</w:t>
      </w:r>
      <w:r w:rsidR="00AB6DDF">
        <w:t> ?</w:t>
      </w:r>
    </w:p>
    <w:p w14:paraId="6B92960A" w14:textId="77777777" w:rsidR="00C83B26" w:rsidRDefault="002E19AC" w:rsidP="00C83B26">
      <w:pPr>
        <w:ind w:firstLine="0"/>
        <w:jc w:val="center"/>
      </w:pPr>
      <w:r w:rsidRPr="00C83B26">
        <w:t>LE MARI</w:t>
      </w:r>
    </w:p>
    <w:p w14:paraId="2E07192A" w14:textId="77777777" w:rsidR="00C83B26" w:rsidRDefault="002E19AC" w:rsidP="00C83B26">
      <w:r w:rsidRPr="00223237">
        <w:t>Non</w:t>
      </w:r>
      <w:r w:rsidR="00AB6DDF">
        <w:t xml:space="preserve">, </w:t>
      </w:r>
      <w:r w:rsidRPr="00223237">
        <w:t>pas encore</w:t>
      </w:r>
      <w:r w:rsidR="00AB6DDF">
        <w:t xml:space="preserve">. </w:t>
      </w:r>
      <w:r w:rsidR="00AB6DDF">
        <w:rPr>
          <w:i/>
          <w:iCs/>
        </w:rPr>
        <w:t>(</w:t>
      </w:r>
      <w:r w:rsidRPr="00223237">
        <w:rPr>
          <w:i/>
          <w:iCs/>
        </w:rPr>
        <w:t>Il avance la main</w:t>
      </w:r>
      <w:r w:rsidR="00AB6DDF">
        <w:rPr>
          <w:i/>
          <w:iCs/>
        </w:rPr>
        <w:t>.)</w:t>
      </w:r>
    </w:p>
    <w:p w14:paraId="4ECFF6AB" w14:textId="77777777" w:rsidR="00C83B26" w:rsidRDefault="002E19AC" w:rsidP="00C83B26">
      <w:pPr>
        <w:ind w:firstLine="0"/>
        <w:jc w:val="center"/>
      </w:pPr>
      <w:r w:rsidRPr="00C83B26">
        <w:rPr>
          <w:bCs/>
        </w:rPr>
        <w:t>LUI</w:t>
      </w:r>
      <w:r w:rsidR="00AB6DDF" w:rsidRPr="00C83B26">
        <w:rPr>
          <w:bCs/>
        </w:rPr>
        <w:t xml:space="preserve">, </w:t>
      </w:r>
      <w:r w:rsidRPr="00C83B26">
        <w:rPr>
          <w:i/>
          <w:iCs/>
        </w:rPr>
        <w:t>le retenant</w:t>
      </w:r>
    </w:p>
    <w:p w14:paraId="2515A6DD" w14:textId="77777777" w:rsidR="00C83B26" w:rsidRDefault="002E19AC" w:rsidP="00C83B26">
      <w:r w:rsidRPr="00223237">
        <w:t>Il n</w:t>
      </w:r>
      <w:r w:rsidR="00AB6DDF">
        <w:t>’</w:t>
      </w:r>
      <w:r w:rsidRPr="00223237">
        <w:t>est pas question de le faire</w:t>
      </w:r>
      <w:r w:rsidR="00AB6DDF">
        <w:t xml:space="preserve">. </w:t>
      </w:r>
      <w:r w:rsidRPr="00223237">
        <w:t>Ne le faites surtout pas</w:t>
      </w:r>
      <w:r w:rsidR="00AB6DDF">
        <w:t xml:space="preserve">. </w:t>
      </w:r>
      <w:r w:rsidRPr="00223237">
        <w:t>Pensez à la brusquerie du coup de téléphone</w:t>
      </w:r>
      <w:r w:rsidR="00AB6DDF">
        <w:t xml:space="preserve">, </w:t>
      </w:r>
      <w:r w:rsidRPr="00223237">
        <w:t>pe</w:t>
      </w:r>
      <w:r w:rsidRPr="00223237">
        <w:t>n</w:t>
      </w:r>
      <w:r w:rsidRPr="00223237">
        <w:t>sez à elle</w:t>
      </w:r>
      <w:r w:rsidR="00AB6DDF">
        <w:t> !</w:t>
      </w:r>
    </w:p>
    <w:p w14:paraId="3FCEDA8F" w14:textId="77777777" w:rsidR="00C83B26" w:rsidRDefault="002E19AC" w:rsidP="00C83B26">
      <w:pPr>
        <w:ind w:firstLine="0"/>
        <w:jc w:val="center"/>
      </w:pPr>
      <w:r w:rsidRPr="00C83B26">
        <w:t>LE MARI</w:t>
      </w:r>
    </w:p>
    <w:p w14:paraId="0195A24E" w14:textId="77777777" w:rsidR="00C83B26" w:rsidRDefault="002E19AC" w:rsidP="00C83B26">
      <w:r w:rsidRPr="00223237">
        <w:t>Pauvre petite</w:t>
      </w:r>
      <w:r w:rsidR="00AB6DDF">
        <w:t xml:space="preserve"> !… </w:t>
      </w:r>
      <w:r w:rsidRPr="00223237">
        <w:t>Dans quel état doit-elle être</w:t>
      </w:r>
      <w:r w:rsidR="00AB6DDF">
        <w:t> !</w:t>
      </w:r>
    </w:p>
    <w:p w14:paraId="23C2496A" w14:textId="77777777" w:rsidR="00C83B26" w:rsidRDefault="002E19AC" w:rsidP="00C83B26">
      <w:pPr>
        <w:ind w:firstLine="0"/>
        <w:jc w:val="center"/>
      </w:pPr>
      <w:r w:rsidRPr="00C83B26">
        <w:rPr>
          <w:bCs/>
        </w:rPr>
        <w:t>LUI</w:t>
      </w:r>
    </w:p>
    <w:p w14:paraId="300B85BA" w14:textId="77777777" w:rsidR="00C83B26" w:rsidRDefault="002E19AC" w:rsidP="00C83B26">
      <w:r w:rsidRPr="00223237">
        <w:t>Ah</w:t>
      </w:r>
      <w:r w:rsidR="00AB6DDF">
        <w:t> !!!</w:t>
      </w:r>
    </w:p>
    <w:p w14:paraId="74D1A6E8" w14:textId="77777777" w:rsidR="00C83B26" w:rsidRDefault="002E19AC" w:rsidP="00C83B26">
      <w:pPr>
        <w:ind w:firstLine="0"/>
        <w:jc w:val="center"/>
      </w:pPr>
      <w:r w:rsidRPr="00C83B26">
        <w:t>LE MARI</w:t>
      </w:r>
    </w:p>
    <w:p w14:paraId="6B4B0158" w14:textId="77777777" w:rsidR="00C83B26" w:rsidRDefault="002E19AC" w:rsidP="00C83B26">
      <w:r w:rsidRPr="00223237">
        <w:t>Qu</w:t>
      </w:r>
      <w:r w:rsidR="00AB6DDF">
        <w:t>’</w:t>
      </w:r>
      <w:r w:rsidRPr="00223237">
        <w:t>est-ce que vous croyez qu</w:t>
      </w:r>
      <w:r w:rsidR="00AB6DDF">
        <w:t>’</w:t>
      </w:r>
      <w:r w:rsidRPr="00223237">
        <w:t>elle a dû faire cette nuit</w:t>
      </w:r>
      <w:r w:rsidR="00AB6DDF">
        <w:t> ?</w:t>
      </w:r>
    </w:p>
    <w:p w14:paraId="32E1C81C" w14:textId="77777777" w:rsidR="00C83B26" w:rsidRDefault="002E19AC" w:rsidP="00C83B26">
      <w:pPr>
        <w:ind w:firstLine="0"/>
        <w:jc w:val="center"/>
      </w:pPr>
      <w:r w:rsidRPr="00C83B26">
        <w:rPr>
          <w:bCs/>
        </w:rPr>
        <w:t>LUI</w:t>
      </w:r>
    </w:p>
    <w:p w14:paraId="528D58ED" w14:textId="77777777" w:rsidR="00C83B26" w:rsidRDefault="002E19AC" w:rsidP="00C83B26">
      <w:r w:rsidRPr="00223237">
        <w:t>Quelle drôle de question vous me posez là</w:t>
      </w:r>
      <w:r w:rsidR="00AB6DDF">
        <w:t xml:space="preserve"> ! </w:t>
      </w:r>
      <w:r w:rsidRPr="00223237">
        <w:t>Je n</w:t>
      </w:r>
      <w:r w:rsidR="00AB6DDF">
        <w:t>’</w:t>
      </w:r>
      <w:r w:rsidRPr="00223237">
        <w:t>en sais rien</w:t>
      </w:r>
      <w:r w:rsidR="00AB6DDF">
        <w:t xml:space="preserve">, </w:t>
      </w:r>
      <w:r w:rsidRPr="00223237">
        <w:t>mon ami</w:t>
      </w:r>
      <w:r w:rsidR="00AB6DDF">
        <w:t>.</w:t>
      </w:r>
    </w:p>
    <w:p w14:paraId="7EE6EE4F" w14:textId="77777777" w:rsidR="00C83B26" w:rsidRDefault="002E19AC" w:rsidP="00C83B26">
      <w:pPr>
        <w:ind w:firstLine="0"/>
        <w:jc w:val="center"/>
      </w:pPr>
      <w:r w:rsidRPr="00C83B26">
        <w:t>LE MARI</w:t>
      </w:r>
    </w:p>
    <w:p w14:paraId="569E24A0" w14:textId="77777777" w:rsidR="00C83B26" w:rsidRDefault="002E19AC" w:rsidP="00C83B26">
      <w:r w:rsidRPr="00223237">
        <w:t>C</w:t>
      </w:r>
      <w:r w:rsidR="00AB6DDF">
        <w:t>’</w:t>
      </w:r>
      <w:r w:rsidRPr="00223237">
        <w:t>est vrai</w:t>
      </w:r>
      <w:r w:rsidR="00AB6DDF">
        <w:t xml:space="preserve">, </w:t>
      </w:r>
      <w:r w:rsidRPr="00223237">
        <w:t>vous n</w:t>
      </w:r>
      <w:r w:rsidR="00AB6DDF">
        <w:t>’</w:t>
      </w:r>
      <w:r w:rsidRPr="00223237">
        <w:t>étiez pas avec elle</w:t>
      </w:r>
      <w:r w:rsidR="00AB6DDF">
        <w:t>.</w:t>
      </w:r>
    </w:p>
    <w:p w14:paraId="103222EB" w14:textId="77777777" w:rsidR="00C83B26" w:rsidRDefault="002E19AC" w:rsidP="00C83B26">
      <w:pPr>
        <w:ind w:firstLine="0"/>
        <w:jc w:val="center"/>
      </w:pPr>
      <w:r w:rsidRPr="00C83B26">
        <w:rPr>
          <w:bCs/>
        </w:rPr>
        <w:t>LUI</w:t>
      </w:r>
    </w:p>
    <w:p w14:paraId="33A229A8" w14:textId="77777777" w:rsidR="00C83B26" w:rsidRDefault="002E19AC" w:rsidP="00C83B26">
      <w:r w:rsidRPr="00223237">
        <w:t>Il me semble</w:t>
      </w:r>
      <w:r w:rsidR="00AB6DDF">
        <w:t xml:space="preserve"> ! </w:t>
      </w:r>
      <w:r w:rsidRPr="00223237">
        <w:t>Mais je pense</w:t>
      </w:r>
      <w:r w:rsidR="00AB6DDF">
        <w:t xml:space="preserve">, </w:t>
      </w:r>
      <w:r w:rsidRPr="00223237">
        <w:t>néanmoins</w:t>
      </w:r>
      <w:r w:rsidR="00AB6DDF">
        <w:t xml:space="preserve">, </w:t>
      </w:r>
      <w:r w:rsidRPr="00223237">
        <w:t>que</w:t>
      </w:r>
      <w:r w:rsidR="00AB6DDF">
        <w:t xml:space="preserve">, </w:t>
      </w:r>
      <w:r w:rsidRPr="00223237">
        <w:t>ne vous voyant pas rentrer vers minuit un quart</w:t>
      </w:r>
      <w:r w:rsidR="00AB6DDF">
        <w:t xml:space="preserve">, </w:t>
      </w:r>
      <w:r w:rsidRPr="00223237">
        <w:t>elle a dû se mettre sur le ba</w:t>
      </w:r>
      <w:r w:rsidRPr="00223237">
        <w:t>l</w:t>
      </w:r>
      <w:r w:rsidRPr="00223237">
        <w:t>con pendant une heure</w:t>
      </w:r>
      <w:r w:rsidR="00AB6DDF">
        <w:t xml:space="preserve">… </w:t>
      </w:r>
      <w:r w:rsidRPr="00223237">
        <w:t xml:space="preserve">le temps de chiper un </w:t>
      </w:r>
      <w:r w:rsidRPr="00223237">
        <w:lastRenderedPageBreak/>
        <w:t>rhume</w:t>
      </w:r>
      <w:r w:rsidR="00AB6DDF">
        <w:t xml:space="preserve">, </w:t>
      </w:r>
      <w:r w:rsidRPr="00223237">
        <w:t>et</w:t>
      </w:r>
      <w:r w:rsidR="00AB6DDF">
        <w:t xml:space="preserve">, </w:t>
      </w:r>
      <w:r w:rsidRPr="00223237">
        <w:t>au bout d</w:t>
      </w:r>
      <w:r w:rsidR="00AB6DDF">
        <w:t>’</w:t>
      </w:r>
      <w:r w:rsidRPr="00223237">
        <w:t>une heure</w:t>
      </w:r>
      <w:r w:rsidR="00AB6DDF">
        <w:t xml:space="preserve">… </w:t>
      </w:r>
      <w:r w:rsidRPr="00223237">
        <w:t>ou bien elle s</w:t>
      </w:r>
      <w:r w:rsidR="00AB6DDF">
        <w:t>’</w:t>
      </w:r>
      <w:r w:rsidRPr="00223237">
        <w:t>est couchée en se disant</w:t>
      </w:r>
      <w:r w:rsidR="00AB6DDF">
        <w:t> : « </w:t>
      </w:r>
      <w:r w:rsidRPr="00223237">
        <w:t>Ça y est</w:t>
      </w:r>
      <w:r w:rsidR="00AB6DDF">
        <w:t> ! »</w:t>
      </w:r>
    </w:p>
    <w:p w14:paraId="74C4AF57" w14:textId="77777777" w:rsidR="00C83B26" w:rsidRDefault="002E19AC" w:rsidP="00C83B26">
      <w:pPr>
        <w:ind w:firstLine="0"/>
        <w:jc w:val="center"/>
      </w:pPr>
      <w:r w:rsidRPr="00C83B26">
        <w:t>LE MARI</w:t>
      </w:r>
    </w:p>
    <w:p w14:paraId="41AF2FF4" w14:textId="77777777" w:rsidR="00C83B26" w:rsidRDefault="002E19AC" w:rsidP="00C83B26">
      <w:r w:rsidRPr="00223237">
        <w:t>Oh</w:t>
      </w:r>
      <w:r w:rsidR="00AB6DDF">
        <w:t> !</w:t>
      </w:r>
    </w:p>
    <w:p w14:paraId="487B66F9" w14:textId="77777777" w:rsidR="00C83B26" w:rsidRDefault="002E19AC" w:rsidP="00C83B26">
      <w:pPr>
        <w:ind w:firstLine="0"/>
        <w:jc w:val="center"/>
      </w:pPr>
      <w:r w:rsidRPr="00C83B26">
        <w:rPr>
          <w:bCs/>
        </w:rPr>
        <w:t>LUI</w:t>
      </w:r>
    </w:p>
    <w:p w14:paraId="0962E871" w14:textId="77777777" w:rsidR="00C83B26" w:rsidRDefault="002E19AC" w:rsidP="00C83B26">
      <w:r w:rsidRPr="00223237">
        <w:t>Ou bien elle a téléphoné à tous les postes de police de Paris</w:t>
      </w:r>
      <w:r w:rsidR="00AB6DDF">
        <w:t xml:space="preserve">, </w:t>
      </w:r>
      <w:r w:rsidRPr="00223237">
        <w:t>à toutes les préfectures de France</w:t>
      </w:r>
      <w:r w:rsidR="00AB6DDF">
        <w:t xml:space="preserve">… </w:t>
      </w:r>
      <w:r w:rsidRPr="00223237">
        <w:t>à la morgue</w:t>
      </w:r>
      <w:r w:rsidR="00AB6DDF">
        <w:t xml:space="preserve">, </w:t>
      </w:r>
      <w:r w:rsidRPr="00223237">
        <w:t>même</w:t>
      </w:r>
      <w:r w:rsidR="00AB6DDF">
        <w:t>…</w:t>
      </w:r>
    </w:p>
    <w:p w14:paraId="5A05EA81" w14:textId="77777777" w:rsidR="00C83B26" w:rsidRDefault="002E19AC" w:rsidP="00C83B26">
      <w:pPr>
        <w:ind w:firstLine="0"/>
        <w:jc w:val="center"/>
      </w:pPr>
      <w:r w:rsidRPr="00C83B26">
        <w:t>LE MARI</w:t>
      </w:r>
    </w:p>
    <w:p w14:paraId="5E8F0103" w14:textId="77777777" w:rsidR="00C83B26" w:rsidRDefault="002E19AC" w:rsidP="00C83B26">
      <w:r w:rsidRPr="00223237">
        <w:t>Ah</w:t>
      </w:r>
      <w:r w:rsidR="00AB6DDF">
        <w:t xml:space="preserve"> ! </w:t>
      </w:r>
      <w:r w:rsidRPr="00223237">
        <w:t>Pauvre petite malheureuse</w:t>
      </w:r>
      <w:r w:rsidR="00AB6DDF">
        <w:t> !</w:t>
      </w:r>
    </w:p>
    <w:p w14:paraId="78EA65C9" w14:textId="77777777" w:rsidR="00C83B26" w:rsidRDefault="002E19AC" w:rsidP="00C83B26">
      <w:pPr>
        <w:ind w:firstLine="0"/>
        <w:jc w:val="center"/>
      </w:pPr>
      <w:r w:rsidRPr="00C83B26">
        <w:rPr>
          <w:bCs/>
        </w:rPr>
        <w:t>LUI</w:t>
      </w:r>
    </w:p>
    <w:p w14:paraId="371F3606" w14:textId="77777777" w:rsidR="00C83B26" w:rsidRDefault="002E19AC" w:rsidP="00C83B26">
      <w:r w:rsidRPr="00223237">
        <w:t>Et c</w:t>
      </w:r>
      <w:r w:rsidR="00AB6DDF">
        <w:t>’</w:t>
      </w:r>
      <w:r w:rsidRPr="00223237">
        <w:t>est en pensant à elle</w:t>
      </w:r>
      <w:r w:rsidR="00AB6DDF">
        <w:t xml:space="preserve">, </w:t>
      </w:r>
      <w:r w:rsidRPr="00223237">
        <w:t>voyez-vous</w:t>
      </w:r>
      <w:r w:rsidR="00AB6DDF">
        <w:t xml:space="preserve">… </w:t>
      </w:r>
      <w:r w:rsidRPr="00223237">
        <w:t>à la femme infin</w:t>
      </w:r>
      <w:r w:rsidRPr="00223237">
        <w:t>i</w:t>
      </w:r>
      <w:r w:rsidRPr="00223237">
        <w:t>ment délicate et charmante qu</w:t>
      </w:r>
      <w:r w:rsidR="00AB6DDF">
        <w:t>’</w:t>
      </w:r>
      <w:r w:rsidRPr="00223237">
        <w:t>elle est</w:t>
      </w:r>
      <w:r w:rsidR="00AB6DDF">
        <w:t xml:space="preserve">… </w:t>
      </w:r>
      <w:r w:rsidRPr="00223237">
        <w:t>que je me permets de vous dire</w:t>
      </w:r>
      <w:r w:rsidR="00AB6DDF">
        <w:t> : « </w:t>
      </w:r>
      <w:r w:rsidRPr="00223237">
        <w:t>N</w:t>
      </w:r>
      <w:r w:rsidR="00AB6DDF">
        <w:t>’</w:t>
      </w:r>
      <w:r w:rsidRPr="00223237">
        <w:t>employons pas un moyen grossier comme votre histoire de syncope</w:t>
      </w:r>
      <w:r w:rsidR="00AB6DDF">
        <w:t xml:space="preserve">… </w:t>
      </w:r>
      <w:r w:rsidRPr="00223237">
        <w:t>ne la traitons pas comme une petite pr</w:t>
      </w:r>
      <w:r w:rsidRPr="00223237">
        <w:t>o</w:t>
      </w:r>
      <w:r w:rsidRPr="00223237">
        <w:t>vinciale bébête</w:t>
      </w:r>
      <w:r w:rsidR="00AB6DDF">
        <w:t xml:space="preserve">… </w:t>
      </w:r>
      <w:r w:rsidRPr="00223237">
        <w:t>donnons-nous la peine</w:t>
      </w:r>
      <w:r w:rsidR="00AB6DDF">
        <w:t xml:space="preserve">, </w:t>
      </w:r>
      <w:r w:rsidRPr="00223237">
        <w:t>enfin</w:t>
      </w:r>
      <w:r w:rsidR="00AB6DDF">
        <w:t xml:space="preserve">, </w:t>
      </w:r>
      <w:r w:rsidRPr="00223237">
        <w:t>de lui éviter à la fois un chagrin</w:t>
      </w:r>
      <w:r w:rsidR="00AB6DDF">
        <w:t xml:space="preserve">… </w:t>
      </w:r>
      <w:r w:rsidRPr="00223237">
        <w:t>et une mortification</w:t>
      </w:r>
      <w:r w:rsidR="00AB6DDF">
        <w:t> ! »</w:t>
      </w:r>
      <w:r w:rsidRPr="00223237">
        <w:t xml:space="preserve"> L</w:t>
      </w:r>
      <w:r w:rsidR="00AB6DDF">
        <w:t>’</w:t>
      </w:r>
      <w:r w:rsidRPr="00223237">
        <w:t>excuse que nous a</w:t>
      </w:r>
      <w:r w:rsidRPr="00223237">
        <w:t>l</w:t>
      </w:r>
      <w:r w:rsidRPr="00223237">
        <w:t>lons</w:t>
      </w:r>
      <w:r w:rsidR="00AB6DDF">
        <w:t xml:space="preserve">, </w:t>
      </w:r>
      <w:r w:rsidRPr="00223237">
        <w:t>ou plutôt que je vais trouver</w:t>
      </w:r>
      <w:r w:rsidR="00AB6DDF">
        <w:t xml:space="preserve">… </w:t>
      </w:r>
      <w:r w:rsidRPr="00223237">
        <w:t>car je vais la trouver</w:t>
      </w:r>
      <w:r w:rsidR="00AB6DDF">
        <w:t xml:space="preserve">… </w:t>
      </w:r>
      <w:r w:rsidRPr="00223237">
        <w:t>il faut qu</w:t>
      </w:r>
      <w:r w:rsidR="00AB6DDF">
        <w:t>’</w:t>
      </w:r>
      <w:r w:rsidRPr="00223237">
        <w:t>elle puisse la croire</w:t>
      </w:r>
      <w:r w:rsidR="00AB6DDF">
        <w:t xml:space="preserve"> !… </w:t>
      </w:r>
      <w:r w:rsidRPr="00223237">
        <w:t>Il faut même qu</w:t>
      </w:r>
      <w:r w:rsidR="00AB6DDF">
        <w:t>’</w:t>
      </w:r>
      <w:r w:rsidRPr="00223237">
        <w:t>elle ne puisse pas ne pas la croire</w:t>
      </w:r>
      <w:r w:rsidR="00AB6DDF">
        <w:t xml:space="preserve"> ! </w:t>
      </w:r>
      <w:r w:rsidRPr="00223237">
        <w:t>Dans ces conditions-là</w:t>
      </w:r>
      <w:r w:rsidR="00AB6DDF">
        <w:t xml:space="preserve">, </w:t>
      </w:r>
      <w:r w:rsidRPr="00223237">
        <w:t>mon rôle alors n</w:t>
      </w:r>
      <w:r w:rsidR="00AB6DDF">
        <w:t>’</w:t>
      </w:r>
      <w:r w:rsidRPr="00223237">
        <w:t>est plus le rôle d</w:t>
      </w:r>
      <w:r w:rsidR="00AB6DDF">
        <w:t>’</w:t>
      </w:r>
      <w:r w:rsidRPr="00223237">
        <w:t>un complice</w:t>
      </w:r>
      <w:r w:rsidR="00AB6DDF">
        <w:t xml:space="preserve">… </w:t>
      </w:r>
      <w:r w:rsidRPr="00223237">
        <w:t>il devient un rôle d</w:t>
      </w:r>
      <w:r w:rsidR="00AB6DDF">
        <w:t>’</w:t>
      </w:r>
      <w:r w:rsidRPr="00223237">
        <w:t>ami</w:t>
      </w:r>
      <w:r w:rsidR="00AB6DDF">
        <w:t xml:space="preserve">… </w:t>
      </w:r>
      <w:r w:rsidRPr="00223237">
        <w:t>et il ne me d</w:t>
      </w:r>
      <w:r w:rsidRPr="00223237">
        <w:t>é</w:t>
      </w:r>
      <w:r w:rsidRPr="00223237">
        <w:t>plaît pas de le remplir</w:t>
      </w:r>
      <w:r w:rsidR="00AB6DDF">
        <w:t> !</w:t>
      </w:r>
    </w:p>
    <w:p w14:paraId="169B0F9A" w14:textId="77777777" w:rsidR="00C83B26" w:rsidRDefault="002E19AC" w:rsidP="00C83B26">
      <w:pPr>
        <w:ind w:firstLine="0"/>
        <w:jc w:val="center"/>
      </w:pPr>
      <w:r w:rsidRPr="00C83B26">
        <w:t>LE MARI</w:t>
      </w:r>
    </w:p>
    <w:p w14:paraId="33F91611" w14:textId="77777777" w:rsidR="00C83B26" w:rsidRDefault="002E19AC" w:rsidP="00C83B26">
      <w:r w:rsidRPr="00223237">
        <w:t>Comme vous parlez facilement le matin</w:t>
      </w:r>
      <w:r w:rsidR="00AB6DDF">
        <w:t xml:space="preserve">, </w:t>
      </w:r>
      <w:r w:rsidRPr="00223237">
        <w:t>vous</w:t>
      </w:r>
      <w:r w:rsidR="00AB6DDF">
        <w:t xml:space="preserve">… </w:t>
      </w:r>
      <w:r w:rsidRPr="00223237">
        <w:t>c</w:t>
      </w:r>
      <w:r w:rsidR="00AB6DDF">
        <w:t>’</w:t>
      </w:r>
      <w:r w:rsidRPr="00223237">
        <w:t>est ép</w:t>
      </w:r>
      <w:r w:rsidRPr="00223237">
        <w:t>a</w:t>
      </w:r>
      <w:r w:rsidRPr="00223237">
        <w:t>tant</w:t>
      </w:r>
      <w:r w:rsidR="00AB6DDF">
        <w:t> !</w:t>
      </w:r>
    </w:p>
    <w:p w14:paraId="56CA9CED" w14:textId="77777777" w:rsidR="00C83B26" w:rsidRDefault="002E19AC" w:rsidP="00C83B26">
      <w:pPr>
        <w:ind w:firstLine="0"/>
        <w:jc w:val="center"/>
      </w:pPr>
      <w:r w:rsidRPr="00C83B26">
        <w:rPr>
          <w:bCs/>
        </w:rPr>
        <w:t>LUI</w:t>
      </w:r>
    </w:p>
    <w:p w14:paraId="48C282FF" w14:textId="77777777" w:rsidR="00C83B26" w:rsidRDefault="002E19AC" w:rsidP="00C83B26">
      <w:r w:rsidRPr="00223237">
        <w:lastRenderedPageBreak/>
        <w:t>C</w:t>
      </w:r>
      <w:r w:rsidR="00AB6DDF">
        <w:t>’</w:t>
      </w:r>
      <w:r w:rsidRPr="00223237">
        <w:t>est que je suis avocat</w:t>
      </w:r>
      <w:r w:rsidR="00AB6DDF">
        <w:t>…</w:t>
      </w:r>
    </w:p>
    <w:p w14:paraId="498A3E52" w14:textId="77777777" w:rsidR="00C83B26" w:rsidRDefault="002E19AC" w:rsidP="00C83B26">
      <w:pPr>
        <w:ind w:firstLine="0"/>
        <w:jc w:val="center"/>
      </w:pPr>
      <w:r w:rsidRPr="00C83B26">
        <w:t>LE MARI</w:t>
      </w:r>
    </w:p>
    <w:p w14:paraId="3D565C55" w14:textId="77777777" w:rsidR="00C83B26" w:rsidRDefault="002E19AC" w:rsidP="00C83B26">
      <w:r w:rsidRPr="00223237">
        <w:t>C</w:t>
      </w:r>
      <w:r w:rsidR="00AB6DDF">
        <w:t>’</w:t>
      </w:r>
      <w:r w:rsidRPr="00223237">
        <w:t>est vrai</w:t>
      </w:r>
      <w:r w:rsidR="00AB6DDF">
        <w:t xml:space="preserve">… </w:t>
      </w:r>
      <w:r w:rsidRPr="00223237">
        <w:t>je l</w:t>
      </w:r>
      <w:r w:rsidR="00AB6DDF">
        <w:t>’</w:t>
      </w:r>
      <w:r w:rsidRPr="00223237">
        <w:t>oublie toujours</w:t>
      </w:r>
      <w:r w:rsidR="00AB6DDF">
        <w:t>.</w:t>
      </w:r>
    </w:p>
    <w:p w14:paraId="5015CBA2" w14:textId="77777777" w:rsidR="00C83B26" w:rsidRDefault="002E19AC" w:rsidP="00C83B26">
      <w:pPr>
        <w:ind w:firstLine="0"/>
        <w:jc w:val="center"/>
      </w:pPr>
      <w:r w:rsidRPr="00C83B26">
        <w:rPr>
          <w:bCs/>
        </w:rPr>
        <w:t>LUI</w:t>
      </w:r>
    </w:p>
    <w:p w14:paraId="691FC6CC" w14:textId="77777777" w:rsidR="00C83B26" w:rsidRDefault="002E19AC" w:rsidP="00C83B26">
      <w:r w:rsidRPr="00223237">
        <w:t>Même quand vous avez des procès</w:t>
      </w:r>
      <w:r w:rsidR="00AB6DDF">
        <w:t> !</w:t>
      </w:r>
    </w:p>
    <w:p w14:paraId="2652816F" w14:textId="77777777" w:rsidR="00C83B26" w:rsidRDefault="002E19AC" w:rsidP="00C83B26">
      <w:pPr>
        <w:ind w:firstLine="0"/>
        <w:jc w:val="center"/>
      </w:pPr>
      <w:r w:rsidRPr="00C83B26">
        <w:t>LE MARI</w:t>
      </w:r>
    </w:p>
    <w:p w14:paraId="0F0584AF" w14:textId="77777777" w:rsidR="00C83B26" w:rsidRDefault="002E19AC" w:rsidP="00C83B26">
      <w:r w:rsidRPr="00223237">
        <w:t>Maintenant</w:t>
      </w:r>
      <w:r w:rsidR="00AB6DDF">
        <w:t xml:space="preserve">, </w:t>
      </w:r>
      <w:r w:rsidRPr="00223237">
        <w:t>je m</w:t>
      </w:r>
      <w:r w:rsidR="00AB6DDF">
        <w:t>’</w:t>
      </w:r>
      <w:r w:rsidRPr="00223237">
        <w:t>en souviendrai</w:t>
      </w:r>
      <w:r w:rsidR="00AB6DDF">
        <w:t> !</w:t>
      </w:r>
    </w:p>
    <w:p w14:paraId="1B5A082E" w14:textId="77777777" w:rsidR="00C83B26" w:rsidRDefault="002E19AC" w:rsidP="00C83B26">
      <w:pPr>
        <w:ind w:firstLine="0"/>
        <w:jc w:val="center"/>
      </w:pPr>
      <w:r w:rsidRPr="00C83B26">
        <w:rPr>
          <w:bCs/>
        </w:rPr>
        <w:t>LUI</w:t>
      </w:r>
    </w:p>
    <w:p w14:paraId="4396E065" w14:textId="77777777" w:rsidR="00C83B26" w:rsidRDefault="002E19AC" w:rsidP="00C83B26">
      <w:r w:rsidRPr="00223237">
        <w:t>Je vous y ferai penser</w:t>
      </w:r>
      <w:r w:rsidR="00AB6DDF">
        <w:t xml:space="preserve">, </w:t>
      </w:r>
      <w:r w:rsidRPr="00223237">
        <w:t>au besoin</w:t>
      </w:r>
      <w:r w:rsidR="00AB6DDF">
        <w:t xml:space="preserve">. </w:t>
      </w:r>
      <w:r w:rsidRPr="00223237">
        <w:t>Mais</w:t>
      </w:r>
      <w:r w:rsidR="00AB6DDF">
        <w:t xml:space="preserve">, </w:t>
      </w:r>
      <w:r w:rsidRPr="00223237">
        <w:t>dans cette affaire-là</w:t>
      </w:r>
      <w:r w:rsidR="00AB6DDF">
        <w:t xml:space="preserve">, </w:t>
      </w:r>
      <w:r w:rsidRPr="00223237">
        <w:t>je veux</w:t>
      </w:r>
      <w:r w:rsidR="00AB6DDF">
        <w:t xml:space="preserve">, </w:t>
      </w:r>
      <w:r w:rsidRPr="00223237">
        <w:t>pour vous</w:t>
      </w:r>
      <w:r w:rsidR="00AB6DDF">
        <w:t xml:space="preserve">, </w:t>
      </w:r>
      <w:r w:rsidRPr="00223237">
        <w:t>un acquittement</w:t>
      </w:r>
      <w:r w:rsidR="00AB6DDF">
        <w:t xml:space="preserve">… </w:t>
      </w:r>
      <w:r w:rsidRPr="00223237">
        <w:t>ou alors je ne m</w:t>
      </w:r>
      <w:r w:rsidR="00AB6DDF">
        <w:t>’</w:t>
      </w:r>
      <w:r w:rsidRPr="00223237">
        <w:t>en mêle pas</w:t>
      </w:r>
      <w:r w:rsidR="00AB6DDF">
        <w:t>.</w:t>
      </w:r>
    </w:p>
    <w:p w14:paraId="2EFFD0CC" w14:textId="77777777" w:rsidR="00C83B26" w:rsidRDefault="002E19AC" w:rsidP="00C83B26">
      <w:pPr>
        <w:ind w:firstLine="0"/>
        <w:jc w:val="center"/>
      </w:pPr>
      <w:r w:rsidRPr="00C83B26">
        <w:t>LE MARI</w:t>
      </w:r>
    </w:p>
    <w:p w14:paraId="5D915E7A" w14:textId="77777777" w:rsidR="00C83B26" w:rsidRDefault="002E19AC" w:rsidP="00C83B26">
      <w:r w:rsidRPr="00223237">
        <w:t>Mais</w:t>
      </w:r>
      <w:r w:rsidR="00AB6DDF">
        <w:t xml:space="preserve">, </w:t>
      </w:r>
      <w:r w:rsidRPr="00223237">
        <w:t>mon cher Maître</w:t>
      </w:r>
      <w:r w:rsidR="00AB6DDF">
        <w:t xml:space="preserve">, </w:t>
      </w:r>
      <w:r w:rsidRPr="00223237">
        <w:t>je me fie entièrement à vous</w:t>
      </w:r>
      <w:r w:rsidR="00AB6DDF">
        <w:t>.</w:t>
      </w:r>
    </w:p>
    <w:p w14:paraId="012AB0BC" w14:textId="77777777" w:rsidR="00C83B26" w:rsidRDefault="002E19AC" w:rsidP="00C83B26">
      <w:pPr>
        <w:ind w:firstLine="0"/>
        <w:jc w:val="center"/>
      </w:pPr>
      <w:r w:rsidRPr="00C83B26">
        <w:rPr>
          <w:bCs/>
        </w:rPr>
        <w:t>LUI</w:t>
      </w:r>
    </w:p>
    <w:p w14:paraId="45A93219" w14:textId="77777777" w:rsidR="00C83B26" w:rsidRDefault="002E19AC" w:rsidP="00C83B26">
      <w:r w:rsidRPr="00223237">
        <w:t>Eh</w:t>
      </w:r>
      <w:r w:rsidR="00AB6DDF">
        <w:t xml:space="preserve"> ! </w:t>
      </w:r>
      <w:r w:rsidRPr="00223237">
        <w:t>Bien</w:t>
      </w:r>
      <w:r w:rsidR="00AB6DDF">
        <w:t xml:space="preserve">, </w:t>
      </w:r>
      <w:r w:rsidRPr="00223237">
        <w:t>mon ami</w:t>
      </w:r>
      <w:r w:rsidR="00AB6DDF">
        <w:t xml:space="preserve">… </w:t>
      </w:r>
      <w:r w:rsidRPr="00223237">
        <w:t>il n</w:t>
      </w:r>
      <w:r w:rsidR="00AB6DDF">
        <w:t>’</w:t>
      </w:r>
      <w:r w:rsidRPr="00223237">
        <w:t>y a qu</w:t>
      </w:r>
      <w:r w:rsidR="00AB6DDF">
        <w:t>’</w:t>
      </w:r>
      <w:r w:rsidRPr="00223237">
        <w:t>une solution</w:t>
      </w:r>
      <w:r w:rsidR="00AB6DDF">
        <w:t xml:space="preserve">… </w:t>
      </w:r>
      <w:r w:rsidRPr="00223237">
        <w:t>il n</w:t>
      </w:r>
      <w:r w:rsidR="00AB6DDF">
        <w:t>’</w:t>
      </w:r>
      <w:r w:rsidRPr="00223237">
        <w:t>y en a pas deux</w:t>
      </w:r>
      <w:r w:rsidR="00AB6DDF">
        <w:t> !</w:t>
      </w:r>
    </w:p>
    <w:p w14:paraId="512AA22A" w14:textId="77777777" w:rsidR="00C83B26" w:rsidRDefault="002E19AC" w:rsidP="00C83B26">
      <w:pPr>
        <w:ind w:firstLine="0"/>
        <w:jc w:val="center"/>
      </w:pPr>
      <w:r w:rsidRPr="00C83B26">
        <w:t>LE MARI</w:t>
      </w:r>
    </w:p>
    <w:p w14:paraId="5A6DF590" w14:textId="77777777" w:rsidR="00C83B26" w:rsidRDefault="002E19AC" w:rsidP="00C83B26">
      <w:r w:rsidRPr="00223237">
        <w:t>Laquelle</w:t>
      </w:r>
      <w:r w:rsidR="00AB6DDF">
        <w:t> ?</w:t>
      </w:r>
    </w:p>
    <w:p w14:paraId="0EF35C41" w14:textId="77777777" w:rsidR="00C83B26" w:rsidRDefault="002E19AC" w:rsidP="00C83B26">
      <w:pPr>
        <w:ind w:firstLine="0"/>
        <w:jc w:val="center"/>
      </w:pPr>
      <w:r w:rsidRPr="00C83B26">
        <w:rPr>
          <w:bCs/>
        </w:rPr>
        <w:t>LUI</w:t>
      </w:r>
    </w:p>
    <w:p w14:paraId="5283D275" w14:textId="77777777" w:rsidR="00C83B26" w:rsidRDefault="002E19AC" w:rsidP="00C83B26">
      <w:r w:rsidRPr="00223237">
        <w:t>Attendez</w:t>
      </w:r>
      <w:r w:rsidR="00AB6DDF">
        <w:t xml:space="preserve">… </w:t>
      </w:r>
      <w:r w:rsidRPr="00223237">
        <w:t>c</w:t>
      </w:r>
      <w:r w:rsidR="00AB6DDF">
        <w:t>’</w:t>
      </w:r>
      <w:r w:rsidRPr="00223237">
        <w:t>est un procédé d</w:t>
      </w:r>
      <w:r w:rsidR="00AB6DDF">
        <w:t>’</w:t>
      </w:r>
      <w:r w:rsidRPr="00223237">
        <w:t>avocat</w:t>
      </w:r>
      <w:r w:rsidR="00AB6DDF">
        <w:t xml:space="preserve">, </w:t>
      </w:r>
      <w:r w:rsidRPr="00223237">
        <w:t>ça</w:t>
      </w:r>
      <w:r w:rsidR="00AB6DDF">
        <w:t xml:space="preserve">… </w:t>
      </w:r>
      <w:r w:rsidRPr="00223237">
        <w:t>je dis qu</w:t>
      </w:r>
      <w:r w:rsidR="00AB6DDF">
        <w:t>’</w:t>
      </w:r>
      <w:r w:rsidRPr="00223237">
        <w:t>il n</w:t>
      </w:r>
      <w:r w:rsidR="00AB6DDF">
        <w:t>’</w:t>
      </w:r>
      <w:r w:rsidRPr="00223237">
        <w:t>y a qu</w:t>
      </w:r>
      <w:r w:rsidR="00AB6DDF">
        <w:t>’</w:t>
      </w:r>
      <w:r w:rsidRPr="00223237">
        <w:t>une solution pour que vous n</w:t>
      </w:r>
      <w:r w:rsidR="00AB6DDF">
        <w:t>’</w:t>
      </w:r>
      <w:r w:rsidRPr="00223237">
        <w:t>hésitiez pas à l</w:t>
      </w:r>
      <w:r w:rsidR="00AB6DDF">
        <w:t>’</w:t>
      </w:r>
      <w:r w:rsidRPr="00223237">
        <w:t>adopter</w:t>
      </w:r>
      <w:r w:rsidR="00AB6DDF">
        <w:t>.</w:t>
      </w:r>
    </w:p>
    <w:p w14:paraId="44195C89" w14:textId="77777777" w:rsidR="00C83B26" w:rsidRDefault="002E19AC" w:rsidP="00C83B26">
      <w:pPr>
        <w:ind w:firstLine="0"/>
        <w:jc w:val="center"/>
      </w:pPr>
      <w:r w:rsidRPr="00C83B26">
        <w:t>LE MARI</w:t>
      </w:r>
    </w:p>
    <w:p w14:paraId="3C8E8D3A" w14:textId="77777777" w:rsidR="00C83B26" w:rsidRDefault="002E19AC" w:rsidP="00C83B26">
      <w:r w:rsidRPr="00223237">
        <w:t>Mais vous ne savez pas encore laquelle</w:t>
      </w:r>
      <w:r w:rsidR="00AB6DDF">
        <w:t> ?</w:t>
      </w:r>
    </w:p>
    <w:p w14:paraId="22480A86" w14:textId="77777777" w:rsidR="00C83B26" w:rsidRDefault="002E19AC" w:rsidP="00C83B26">
      <w:pPr>
        <w:ind w:firstLine="0"/>
        <w:jc w:val="center"/>
      </w:pPr>
      <w:r w:rsidRPr="00C83B26">
        <w:rPr>
          <w:bCs/>
        </w:rPr>
        <w:lastRenderedPageBreak/>
        <w:t>LUI</w:t>
      </w:r>
    </w:p>
    <w:p w14:paraId="678B64F0" w14:textId="77777777" w:rsidR="00C83B26" w:rsidRDefault="002E19AC" w:rsidP="00C83B26">
      <w:r w:rsidRPr="00223237">
        <w:t>Non</w:t>
      </w:r>
      <w:r w:rsidR="00AB6DDF">
        <w:t xml:space="preserve">, </w:t>
      </w:r>
      <w:r w:rsidRPr="00223237">
        <w:t>pas encore</w:t>
      </w:r>
      <w:r w:rsidR="00AB6DDF">
        <w:t xml:space="preserve">. </w:t>
      </w:r>
      <w:r w:rsidRPr="00223237">
        <w:t>Je la cherche en ce moment</w:t>
      </w:r>
      <w:r w:rsidR="00AB6DDF">
        <w:t xml:space="preserve">. </w:t>
      </w:r>
      <w:r w:rsidRPr="00223237">
        <w:t>Donnez-moi deux minutes</w:t>
      </w:r>
      <w:r w:rsidR="00AB6DDF">
        <w:t>.</w:t>
      </w:r>
    </w:p>
    <w:p w14:paraId="0E54355A" w14:textId="77777777" w:rsidR="00C83B26" w:rsidRDefault="002E19AC" w:rsidP="00C83B26">
      <w:pPr>
        <w:ind w:firstLine="0"/>
        <w:jc w:val="center"/>
      </w:pPr>
      <w:r w:rsidRPr="00C83B26">
        <w:t>LE MARI</w:t>
      </w:r>
    </w:p>
    <w:p w14:paraId="4FDB154A" w14:textId="77777777" w:rsidR="00C83B26" w:rsidRDefault="002E19AC" w:rsidP="00C83B26">
      <w:r w:rsidRPr="00223237">
        <w:t>Voulez-vous me permettre de vous poser une petite que</w:t>
      </w:r>
      <w:r w:rsidRPr="00223237">
        <w:t>s</w:t>
      </w:r>
      <w:r w:rsidRPr="00223237">
        <w:t>tion</w:t>
      </w:r>
      <w:r w:rsidR="00AB6DDF">
        <w:t> ?</w:t>
      </w:r>
    </w:p>
    <w:p w14:paraId="1E91A5C7" w14:textId="77777777" w:rsidR="00C83B26" w:rsidRDefault="002E19AC" w:rsidP="00C83B26">
      <w:pPr>
        <w:ind w:firstLine="0"/>
        <w:jc w:val="center"/>
      </w:pPr>
      <w:r w:rsidRPr="00C83B26">
        <w:rPr>
          <w:bCs/>
        </w:rPr>
        <w:t>LUI</w:t>
      </w:r>
    </w:p>
    <w:p w14:paraId="6B3B7899" w14:textId="77777777" w:rsidR="00C83B26" w:rsidRDefault="002E19AC" w:rsidP="00C83B26">
      <w:r w:rsidRPr="00223237">
        <w:t>Allez-y</w:t>
      </w:r>
      <w:r w:rsidR="00AB6DDF">
        <w:t>.</w:t>
      </w:r>
    </w:p>
    <w:p w14:paraId="6C6D5040" w14:textId="77777777" w:rsidR="00C83B26" w:rsidRDefault="002E19AC" w:rsidP="00C83B26">
      <w:pPr>
        <w:ind w:firstLine="0"/>
        <w:jc w:val="center"/>
      </w:pPr>
      <w:r w:rsidRPr="00C83B26">
        <w:t>LE MARI</w:t>
      </w:r>
    </w:p>
    <w:p w14:paraId="4E0933DB" w14:textId="77777777" w:rsidR="00C83B26" w:rsidRDefault="002E19AC" w:rsidP="00C83B26">
      <w:r w:rsidRPr="00223237">
        <w:t>Quelle est votre tasse</w:t>
      </w:r>
      <w:r w:rsidR="00AB6DDF">
        <w:t> ?</w:t>
      </w:r>
    </w:p>
    <w:p w14:paraId="609BD1B7" w14:textId="77777777" w:rsidR="00C83B26" w:rsidRDefault="002E19AC" w:rsidP="00C83B26">
      <w:pPr>
        <w:ind w:firstLine="0"/>
        <w:jc w:val="center"/>
      </w:pPr>
      <w:r w:rsidRPr="00C83B26">
        <w:rPr>
          <w:bCs/>
        </w:rPr>
        <w:t>LUI</w:t>
      </w:r>
    </w:p>
    <w:p w14:paraId="46E4F566" w14:textId="77777777" w:rsidR="00C83B26" w:rsidRDefault="002E19AC" w:rsidP="00C83B26">
      <w:r w:rsidRPr="00223237">
        <w:t>Ma tasse</w:t>
      </w:r>
      <w:r w:rsidR="00AB6DDF">
        <w:t xml:space="preserve"> ? </w:t>
      </w:r>
      <w:r w:rsidRPr="00223237">
        <w:t>Voyons</w:t>
      </w:r>
      <w:r w:rsidR="00AB6DDF">
        <w:t xml:space="preserve">, </w:t>
      </w:r>
      <w:r w:rsidRPr="00223237">
        <w:t>j</w:t>
      </w:r>
      <w:r w:rsidR="00AB6DDF">
        <w:t>’</w:t>
      </w:r>
      <w:r w:rsidRPr="00223237">
        <w:t>étais là</w:t>
      </w:r>
      <w:r w:rsidR="00AB6DDF">
        <w:t xml:space="preserve">… </w:t>
      </w:r>
      <w:r w:rsidRPr="00223237">
        <w:t>c</w:t>
      </w:r>
      <w:r w:rsidR="00AB6DDF">
        <w:t>’</w:t>
      </w:r>
      <w:r w:rsidRPr="00223237">
        <w:t>est celle-ci</w:t>
      </w:r>
      <w:r w:rsidR="00AB6DDF">
        <w:t>.</w:t>
      </w:r>
    </w:p>
    <w:p w14:paraId="1FE4F0AF" w14:textId="77777777" w:rsidR="00C83B26" w:rsidRDefault="002E19AC" w:rsidP="00C83B26">
      <w:pPr>
        <w:ind w:firstLine="0"/>
        <w:jc w:val="center"/>
      </w:pPr>
      <w:r w:rsidRPr="00C83B26">
        <w:t>LE MARI</w:t>
      </w:r>
    </w:p>
    <w:p w14:paraId="61651578" w14:textId="77777777" w:rsidR="00C83B26" w:rsidRDefault="002E19AC" w:rsidP="00C83B26">
      <w:r w:rsidRPr="00223237">
        <w:t>Alors</w:t>
      </w:r>
      <w:r w:rsidR="00AB6DDF">
        <w:t xml:space="preserve">, </w:t>
      </w:r>
      <w:r w:rsidRPr="00223237">
        <w:t>celle-là</w:t>
      </w:r>
      <w:r w:rsidR="00AB6DDF">
        <w:t xml:space="preserve">… </w:t>
      </w:r>
      <w:r w:rsidRPr="00223237">
        <w:t>c</w:t>
      </w:r>
      <w:r w:rsidR="00AB6DDF">
        <w:t>’</w:t>
      </w:r>
      <w:r w:rsidRPr="00223237">
        <w:t>est celle de la dame qui est là</w:t>
      </w:r>
      <w:r w:rsidR="00AB6DDF">
        <w:t xml:space="preserve">, </w:t>
      </w:r>
      <w:r w:rsidRPr="00223237">
        <w:t>à côté</w:t>
      </w:r>
      <w:r w:rsidR="00AB6DDF">
        <w:t> ?</w:t>
      </w:r>
    </w:p>
    <w:p w14:paraId="4D76EA5E" w14:textId="77777777" w:rsidR="00C83B26" w:rsidRDefault="002E19AC" w:rsidP="00C83B26">
      <w:pPr>
        <w:ind w:firstLine="0"/>
        <w:jc w:val="center"/>
      </w:pPr>
      <w:r w:rsidRPr="00C83B26">
        <w:rPr>
          <w:bCs/>
        </w:rPr>
        <w:t>LUI</w:t>
      </w:r>
    </w:p>
    <w:p w14:paraId="24959F9B" w14:textId="77777777" w:rsidR="00C83B26" w:rsidRDefault="002E19AC" w:rsidP="00C83B26">
      <w:r w:rsidRPr="00223237">
        <w:t>Oui</w:t>
      </w:r>
      <w:r w:rsidR="00AB6DDF">
        <w:t xml:space="preserve">. </w:t>
      </w:r>
      <w:r w:rsidRPr="00223237">
        <w:t>Qu</w:t>
      </w:r>
      <w:r w:rsidR="00AB6DDF">
        <w:t>’</w:t>
      </w:r>
      <w:r w:rsidRPr="00223237">
        <w:t>est-ce qu</w:t>
      </w:r>
      <w:r w:rsidR="00AB6DDF">
        <w:t>’</w:t>
      </w:r>
      <w:r w:rsidRPr="00223237">
        <w:t>elle a d</w:t>
      </w:r>
      <w:r w:rsidR="00AB6DDF">
        <w:t>’</w:t>
      </w:r>
      <w:r w:rsidRPr="00223237">
        <w:t>extraordinaire</w:t>
      </w:r>
      <w:r w:rsidR="00AB6DDF">
        <w:t> ?</w:t>
      </w:r>
    </w:p>
    <w:p w14:paraId="1DE3D974" w14:textId="77777777" w:rsidR="00C83B26" w:rsidRDefault="002E19AC" w:rsidP="00C83B26">
      <w:pPr>
        <w:ind w:firstLine="0"/>
        <w:jc w:val="center"/>
      </w:pPr>
      <w:r w:rsidRPr="00C83B26">
        <w:t>LE MARI</w:t>
      </w:r>
    </w:p>
    <w:p w14:paraId="022242E3" w14:textId="77777777" w:rsidR="00C83B26" w:rsidRDefault="002E19AC" w:rsidP="00C83B26">
      <w:r w:rsidRPr="00223237">
        <w:t>Oh</w:t>
      </w:r>
      <w:r w:rsidR="00AB6DDF">
        <w:t xml:space="preserve"> ! </w:t>
      </w:r>
      <w:r w:rsidRPr="00223237">
        <w:t>Elle n</w:t>
      </w:r>
      <w:r w:rsidR="00AB6DDF">
        <w:t>’</w:t>
      </w:r>
      <w:r w:rsidRPr="00223237">
        <w:t>a rien d</w:t>
      </w:r>
      <w:r w:rsidR="00AB6DDF">
        <w:t>’</w:t>
      </w:r>
      <w:r w:rsidRPr="00223237">
        <w:t>extraordinaire</w:t>
      </w:r>
      <w:r w:rsidR="00AB6DDF">
        <w:t xml:space="preserve">, </w:t>
      </w:r>
      <w:r w:rsidRPr="00223237">
        <w:t>seulement</w:t>
      </w:r>
      <w:r w:rsidR="00AB6DDF">
        <w:t xml:space="preserve">, </w:t>
      </w:r>
      <w:r w:rsidRPr="00223237">
        <w:t>comme je crève de soif et de faim</w:t>
      </w:r>
      <w:r w:rsidR="00AB6DDF">
        <w:t xml:space="preserve">, </w:t>
      </w:r>
      <w:r w:rsidRPr="00223237">
        <w:t>je voulais vous demander si vous ne trouviez pas justement extraordinaire</w:t>
      </w:r>
      <w:r w:rsidR="00AB6DDF">
        <w:t xml:space="preserve">, </w:t>
      </w:r>
      <w:r w:rsidRPr="00223237">
        <w:t>vous</w:t>
      </w:r>
      <w:r w:rsidR="00AB6DDF">
        <w:t xml:space="preserve">, </w:t>
      </w:r>
      <w:r w:rsidRPr="00223237">
        <w:t>que je boive dans la tasse de cette dame</w:t>
      </w:r>
      <w:r w:rsidR="00AB6DDF">
        <w:t>.</w:t>
      </w:r>
    </w:p>
    <w:p w14:paraId="1D07DDDA" w14:textId="77777777" w:rsidR="00C83B26" w:rsidRDefault="002E19AC" w:rsidP="00C83B26">
      <w:pPr>
        <w:ind w:firstLine="0"/>
        <w:jc w:val="center"/>
      </w:pPr>
      <w:r w:rsidRPr="00C83B26">
        <w:rPr>
          <w:bCs/>
        </w:rPr>
        <w:t>LUI</w:t>
      </w:r>
    </w:p>
    <w:p w14:paraId="35E7E0C2" w14:textId="77777777" w:rsidR="00C83B26" w:rsidRDefault="002E19AC" w:rsidP="00C83B26">
      <w:r w:rsidRPr="00223237">
        <w:lastRenderedPageBreak/>
        <w:t>Euh</w:t>
      </w:r>
      <w:r w:rsidR="00AB6DDF">
        <w:t xml:space="preserve">… </w:t>
      </w:r>
      <w:r w:rsidRPr="00223237">
        <w:t>non</w:t>
      </w:r>
      <w:r w:rsidR="00AB6DDF">
        <w:t xml:space="preserve">, </w:t>
      </w:r>
      <w:r w:rsidRPr="00223237">
        <w:t>dans le fond</w:t>
      </w:r>
      <w:r w:rsidR="00AB6DDF">
        <w:t xml:space="preserve">, </w:t>
      </w:r>
      <w:r w:rsidRPr="00223237">
        <w:t>je ne trouve pas ça extraordinaire</w:t>
      </w:r>
      <w:r w:rsidR="00AB6DDF">
        <w:t>.</w:t>
      </w:r>
    </w:p>
    <w:p w14:paraId="526C37E5" w14:textId="77777777" w:rsidR="00C83B26" w:rsidRDefault="002E19AC" w:rsidP="00C83B26">
      <w:pPr>
        <w:ind w:firstLine="0"/>
        <w:jc w:val="center"/>
      </w:pPr>
      <w:r w:rsidRPr="00C83B26">
        <w:t>LE MARI</w:t>
      </w:r>
    </w:p>
    <w:p w14:paraId="2161045B" w14:textId="77777777" w:rsidR="00C83B26" w:rsidRDefault="002E19AC" w:rsidP="00C83B26">
      <w:r w:rsidRPr="00223237">
        <w:t>Comme ça</w:t>
      </w:r>
      <w:r w:rsidR="00AB6DDF">
        <w:t xml:space="preserve">, </w:t>
      </w:r>
      <w:r w:rsidRPr="00223237">
        <w:t>je vais peut-être savoir ce que cette charmante dame pense de vous</w:t>
      </w:r>
      <w:r w:rsidR="00AB6DDF">
        <w:t>.</w:t>
      </w:r>
    </w:p>
    <w:p w14:paraId="2E93B010" w14:textId="77777777" w:rsidR="00C83B26" w:rsidRDefault="002E19AC" w:rsidP="00C83B26">
      <w:pPr>
        <w:ind w:firstLine="0"/>
        <w:jc w:val="center"/>
      </w:pPr>
      <w:r w:rsidRPr="00C83B26">
        <w:rPr>
          <w:bCs/>
        </w:rPr>
        <w:t>LUI</w:t>
      </w:r>
    </w:p>
    <w:p w14:paraId="1B42CA1F" w14:textId="77777777" w:rsidR="00C83B26" w:rsidRDefault="002E19AC" w:rsidP="00C83B26">
      <w:r w:rsidRPr="00223237">
        <w:t>Vous me le direz</w:t>
      </w:r>
      <w:r w:rsidR="00AB6DDF">
        <w:t xml:space="preserve">, </w:t>
      </w:r>
      <w:r w:rsidRPr="00223237">
        <w:t>vous serez gentil</w:t>
      </w:r>
      <w:r w:rsidR="00AB6DDF">
        <w:t>.</w:t>
      </w:r>
    </w:p>
    <w:p w14:paraId="7349119A" w14:textId="77777777" w:rsidR="00C83B26" w:rsidRDefault="002E19AC" w:rsidP="00C83B26">
      <w:pPr>
        <w:ind w:firstLine="0"/>
        <w:jc w:val="center"/>
      </w:pPr>
      <w:r w:rsidRPr="00C83B26">
        <w:t>LE MARI</w:t>
      </w:r>
    </w:p>
    <w:p w14:paraId="741A42B1" w14:textId="77777777" w:rsidR="00C83B26" w:rsidRDefault="002E19AC" w:rsidP="00C83B26">
      <w:r w:rsidRPr="00223237">
        <w:t>Je vous le promets</w:t>
      </w:r>
      <w:r w:rsidR="00AB6DDF">
        <w:t xml:space="preserve">. </w:t>
      </w:r>
      <w:r w:rsidRPr="00223237">
        <w:t>Et maintenant</w:t>
      </w:r>
      <w:r w:rsidR="00AB6DDF">
        <w:t xml:space="preserve">, </w:t>
      </w:r>
      <w:r w:rsidRPr="00223237">
        <w:t>je suis sérieux et je vous écoute</w:t>
      </w:r>
      <w:r w:rsidR="00AB6DDF">
        <w:t>.</w:t>
      </w:r>
    </w:p>
    <w:p w14:paraId="1D02E5DB" w14:textId="77777777" w:rsidR="00C83B26" w:rsidRDefault="002E19AC" w:rsidP="00C83B26">
      <w:pPr>
        <w:ind w:firstLine="0"/>
        <w:jc w:val="center"/>
      </w:pPr>
      <w:r w:rsidRPr="00C83B26">
        <w:rPr>
          <w:bCs/>
        </w:rPr>
        <w:t>LUI</w:t>
      </w:r>
    </w:p>
    <w:p w14:paraId="030DD90A" w14:textId="77777777" w:rsidR="00C83B26" w:rsidRDefault="002E19AC" w:rsidP="00C83B26">
      <w:r w:rsidRPr="00223237">
        <w:t>Alors</w:t>
      </w:r>
      <w:r w:rsidR="00AB6DDF">
        <w:t xml:space="preserve">, </w:t>
      </w:r>
      <w:r w:rsidRPr="00223237">
        <w:t>je vais vous poser une dernière question</w:t>
      </w:r>
      <w:r w:rsidR="00AB6DDF">
        <w:t xml:space="preserve">. </w:t>
      </w:r>
      <w:r w:rsidRPr="00223237">
        <w:t>Quelle ra</w:t>
      </w:r>
      <w:r w:rsidRPr="00223237">
        <w:t>i</w:t>
      </w:r>
      <w:r w:rsidRPr="00223237">
        <w:t>son aviez-vous donnée à votre femme pour sortir sans elle hier au soir</w:t>
      </w:r>
      <w:r w:rsidR="00AB6DDF">
        <w:t xml:space="preserve"> ? </w:t>
      </w:r>
      <w:r w:rsidRPr="00223237">
        <w:t>Un beau mensonge</w:t>
      </w:r>
      <w:r w:rsidR="00AB6DDF">
        <w:t xml:space="preserve">, </w:t>
      </w:r>
      <w:r w:rsidRPr="00223237">
        <w:t>hein</w:t>
      </w:r>
      <w:r w:rsidR="00AB6DDF">
        <w:t> ?</w:t>
      </w:r>
    </w:p>
    <w:p w14:paraId="0F955AB9" w14:textId="77777777" w:rsidR="00C83B26" w:rsidRDefault="002E19AC" w:rsidP="00C83B26">
      <w:pPr>
        <w:ind w:firstLine="0"/>
        <w:jc w:val="center"/>
      </w:pPr>
      <w:r w:rsidRPr="00C83B26">
        <w:t>LE MARI</w:t>
      </w:r>
    </w:p>
    <w:p w14:paraId="1E3DB521" w14:textId="77777777" w:rsidR="00C83B26" w:rsidRDefault="002E19AC" w:rsidP="00C83B26">
      <w:r w:rsidRPr="00223237">
        <w:t>Je lui ai dit que j</w:t>
      </w:r>
      <w:r w:rsidR="00AB6DDF">
        <w:t>’</w:t>
      </w:r>
      <w:r w:rsidRPr="00223237">
        <w:t>avais rendez-vous avec un Américain du Sud</w:t>
      </w:r>
      <w:r w:rsidR="00AB6DDF">
        <w:t>.</w:t>
      </w:r>
    </w:p>
    <w:p w14:paraId="685026EF" w14:textId="77777777" w:rsidR="00C83B26" w:rsidRDefault="002E19AC" w:rsidP="00C83B26">
      <w:pPr>
        <w:ind w:firstLine="0"/>
        <w:jc w:val="center"/>
      </w:pPr>
      <w:r w:rsidRPr="00C83B26">
        <w:rPr>
          <w:bCs/>
        </w:rPr>
        <w:t>LUI</w:t>
      </w:r>
    </w:p>
    <w:p w14:paraId="244509D3" w14:textId="77777777" w:rsidR="00C83B26" w:rsidRDefault="002E19AC" w:rsidP="00C83B26">
      <w:r w:rsidRPr="00223237">
        <w:t>Et l</w:t>
      </w:r>
      <w:r w:rsidR="00AB6DDF">
        <w:t>’</w:t>
      </w:r>
      <w:r w:rsidRPr="00223237">
        <w:t>Américain du Sud</w:t>
      </w:r>
      <w:r w:rsidR="00AB6DDF">
        <w:t xml:space="preserve">, </w:t>
      </w:r>
      <w:r w:rsidRPr="00223237">
        <w:t>naturellement</w:t>
      </w:r>
      <w:r w:rsidR="00AB6DDF">
        <w:t>…</w:t>
      </w:r>
    </w:p>
    <w:p w14:paraId="3B526F12" w14:textId="77777777" w:rsidR="00C83B26" w:rsidRDefault="002E19AC" w:rsidP="00C83B26">
      <w:pPr>
        <w:ind w:firstLine="0"/>
        <w:jc w:val="center"/>
      </w:pPr>
      <w:r w:rsidRPr="00C83B26">
        <w:t>LE MARI</w:t>
      </w:r>
    </w:p>
    <w:p w14:paraId="7C1641DC" w14:textId="77777777" w:rsidR="00C83B26" w:rsidRDefault="002E19AC" w:rsidP="00C83B26">
      <w:r w:rsidRPr="00223237">
        <w:t>C</w:t>
      </w:r>
      <w:r w:rsidR="00AB6DDF">
        <w:t>’</w:t>
      </w:r>
      <w:r w:rsidRPr="00223237">
        <w:t>est une ravissante poupée</w:t>
      </w:r>
      <w:r w:rsidR="00AB6DDF">
        <w:t>.</w:t>
      </w:r>
    </w:p>
    <w:p w14:paraId="27304834" w14:textId="77777777" w:rsidR="00C83B26" w:rsidRDefault="002E19AC" w:rsidP="00C83B26">
      <w:pPr>
        <w:ind w:firstLine="0"/>
        <w:jc w:val="center"/>
      </w:pPr>
      <w:r w:rsidRPr="00C83B26">
        <w:rPr>
          <w:bCs/>
        </w:rPr>
        <w:t>LUI</w:t>
      </w:r>
    </w:p>
    <w:p w14:paraId="203F9F94" w14:textId="77777777" w:rsidR="00C83B26" w:rsidRDefault="002E19AC" w:rsidP="00C83B26">
      <w:r w:rsidRPr="00223237">
        <w:t>Eh</w:t>
      </w:r>
      <w:r w:rsidR="00AB6DDF">
        <w:t xml:space="preserve"> ! </w:t>
      </w:r>
      <w:r w:rsidRPr="00223237">
        <w:t>Bien alors</w:t>
      </w:r>
      <w:r w:rsidR="00AB6DDF">
        <w:t xml:space="preserve">, </w:t>
      </w:r>
      <w:r w:rsidRPr="00223237">
        <w:t>comme je vous le disais</w:t>
      </w:r>
      <w:r w:rsidR="00AB6DDF">
        <w:t xml:space="preserve">, </w:t>
      </w:r>
      <w:r w:rsidRPr="00223237">
        <w:t>il n</w:t>
      </w:r>
      <w:r w:rsidR="00AB6DDF">
        <w:t>’</w:t>
      </w:r>
      <w:r w:rsidRPr="00223237">
        <w:t>y a qu</w:t>
      </w:r>
      <w:r w:rsidR="00AB6DDF">
        <w:t>’</w:t>
      </w:r>
      <w:r w:rsidRPr="00223237">
        <w:t>une s</w:t>
      </w:r>
      <w:r w:rsidRPr="00223237">
        <w:t>o</w:t>
      </w:r>
      <w:r w:rsidRPr="00223237">
        <w:t>lution</w:t>
      </w:r>
      <w:r w:rsidR="00AB6DDF">
        <w:t xml:space="preserve">. </w:t>
      </w:r>
      <w:r w:rsidRPr="00223237">
        <w:t>La voici</w:t>
      </w:r>
      <w:r w:rsidR="00AB6DDF">
        <w:t xml:space="preserve">. </w:t>
      </w:r>
      <w:r w:rsidRPr="00223237">
        <w:t>Est-ce que par hasard et par bonheur</w:t>
      </w:r>
      <w:r w:rsidR="00AB6DDF">
        <w:t xml:space="preserve">, </w:t>
      </w:r>
      <w:r w:rsidRPr="00223237">
        <w:t xml:space="preserve">vous </w:t>
      </w:r>
      <w:r w:rsidRPr="00223237">
        <w:lastRenderedPageBreak/>
        <w:t>a</w:t>
      </w:r>
      <w:r w:rsidRPr="00223237">
        <w:t>u</w:t>
      </w:r>
      <w:r w:rsidRPr="00223237">
        <w:t>riez en province</w:t>
      </w:r>
      <w:r w:rsidR="00AB6DDF">
        <w:t xml:space="preserve">, </w:t>
      </w:r>
      <w:r w:rsidRPr="00223237">
        <w:t>pas trop loin de Paris</w:t>
      </w:r>
      <w:r w:rsidR="00AB6DDF">
        <w:t xml:space="preserve">, </w:t>
      </w:r>
      <w:r w:rsidRPr="00223237">
        <w:t>un parent ou quelque chose d</w:t>
      </w:r>
      <w:r w:rsidR="00AB6DDF">
        <w:t>’</w:t>
      </w:r>
      <w:r w:rsidRPr="00223237">
        <w:t>approchant</w:t>
      </w:r>
      <w:r w:rsidR="00AB6DDF">
        <w:t> ?</w:t>
      </w:r>
    </w:p>
    <w:p w14:paraId="126FE551" w14:textId="77777777" w:rsidR="00C83B26" w:rsidRDefault="002E19AC" w:rsidP="00C83B26">
      <w:pPr>
        <w:ind w:firstLine="0"/>
        <w:jc w:val="center"/>
      </w:pPr>
      <w:r w:rsidRPr="00C83B26">
        <w:t>LE MARI</w:t>
      </w:r>
    </w:p>
    <w:p w14:paraId="1762F25F" w14:textId="77777777" w:rsidR="00C83B26" w:rsidRDefault="002E19AC" w:rsidP="00C83B26">
      <w:r w:rsidRPr="00223237">
        <w:t>Oui</w:t>
      </w:r>
      <w:r w:rsidR="00AB6DDF">
        <w:t>.</w:t>
      </w:r>
    </w:p>
    <w:p w14:paraId="6E254A2B" w14:textId="77777777" w:rsidR="00C83B26" w:rsidRDefault="002E19AC" w:rsidP="00C83B26">
      <w:pPr>
        <w:ind w:firstLine="0"/>
        <w:jc w:val="center"/>
      </w:pPr>
      <w:r w:rsidRPr="00C83B26">
        <w:rPr>
          <w:bCs/>
        </w:rPr>
        <w:t>LUI</w:t>
      </w:r>
    </w:p>
    <w:p w14:paraId="0D6731EB" w14:textId="77777777" w:rsidR="00C83B26" w:rsidRDefault="002E19AC" w:rsidP="00C83B26">
      <w:r w:rsidRPr="00223237">
        <w:t>Qu</w:t>
      </w:r>
      <w:r w:rsidR="00AB6DDF">
        <w:t>’</w:t>
      </w:r>
      <w:r w:rsidRPr="00223237">
        <w:t>est-ce que vous avez</w:t>
      </w:r>
      <w:r w:rsidR="00AB6DDF">
        <w:t> ?</w:t>
      </w:r>
    </w:p>
    <w:p w14:paraId="5AFA0338" w14:textId="77777777" w:rsidR="00C83B26" w:rsidRDefault="002E19AC" w:rsidP="00C83B26">
      <w:pPr>
        <w:ind w:firstLine="0"/>
        <w:jc w:val="center"/>
      </w:pPr>
      <w:r w:rsidRPr="00C83B26">
        <w:t>LE MARI</w:t>
      </w:r>
    </w:p>
    <w:p w14:paraId="5C906F0F" w14:textId="77777777" w:rsidR="00C83B26" w:rsidRDefault="002E19AC" w:rsidP="00C83B26">
      <w:r w:rsidRPr="00223237">
        <w:t>J</w:t>
      </w:r>
      <w:r w:rsidR="00AB6DDF">
        <w:t>’</w:t>
      </w:r>
      <w:r w:rsidRPr="00223237">
        <w:t>ai une vieille tante à Orléans</w:t>
      </w:r>
      <w:r w:rsidR="00AB6DDF">
        <w:t>.</w:t>
      </w:r>
    </w:p>
    <w:p w14:paraId="4ED7B6B7" w14:textId="77777777" w:rsidR="00C83B26" w:rsidRDefault="002E19AC" w:rsidP="00C83B26">
      <w:pPr>
        <w:ind w:firstLine="0"/>
        <w:jc w:val="center"/>
      </w:pPr>
      <w:r w:rsidRPr="00C83B26">
        <w:rPr>
          <w:bCs/>
        </w:rPr>
        <w:t>LUI</w:t>
      </w:r>
    </w:p>
    <w:p w14:paraId="68B1AEBD" w14:textId="77777777" w:rsidR="00C83B26" w:rsidRDefault="002E19AC" w:rsidP="00C83B26">
      <w:r w:rsidRPr="00223237">
        <w:t>Admirable</w:t>
      </w:r>
      <w:r w:rsidR="00AB6DDF">
        <w:t> !</w:t>
      </w:r>
    </w:p>
    <w:p w14:paraId="4D3D8480" w14:textId="77777777" w:rsidR="00C83B26" w:rsidRDefault="002E19AC" w:rsidP="00C83B26">
      <w:pPr>
        <w:ind w:firstLine="0"/>
        <w:jc w:val="center"/>
      </w:pPr>
      <w:r w:rsidRPr="00C83B26">
        <w:t>LE MARI</w:t>
      </w:r>
    </w:p>
    <w:p w14:paraId="45062C40" w14:textId="77777777" w:rsidR="00C83B26" w:rsidRDefault="002E19AC" w:rsidP="00C83B26">
      <w:r w:rsidRPr="00223237">
        <w:t xml:space="preserve">Vous ne diriez pas </w:t>
      </w:r>
      <w:r w:rsidR="00AB6DDF">
        <w:t>« </w:t>
      </w:r>
      <w:r w:rsidRPr="00223237">
        <w:t>admirable</w:t>
      </w:r>
      <w:r w:rsidR="00AB6DDF">
        <w:t xml:space="preserve"> », </w:t>
      </w:r>
      <w:r w:rsidRPr="00223237">
        <w:t>si vous voyiez la gueule qu</w:t>
      </w:r>
      <w:r w:rsidR="00AB6DDF">
        <w:t>’</w:t>
      </w:r>
      <w:r w:rsidRPr="00223237">
        <w:t>elle a</w:t>
      </w:r>
      <w:r w:rsidR="00AB6DDF">
        <w:t> !</w:t>
      </w:r>
    </w:p>
    <w:p w14:paraId="58A89BAD" w14:textId="77777777" w:rsidR="00C83B26" w:rsidRDefault="002E19AC" w:rsidP="00C83B26">
      <w:pPr>
        <w:ind w:firstLine="0"/>
        <w:jc w:val="center"/>
      </w:pPr>
      <w:r w:rsidRPr="00C83B26">
        <w:rPr>
          <w:bCs/>
        </w:rPr>
        <w:t>LUI</w:t>
      </w:r>
    </w:p>
    <w:p w14:paraId="780414FE" w14:textId="77777777" w:rsidR="00C83B26" w:rsidRDefault="002E19AC" w:rsidP="00C83B26">
      <w:r w:rsidRPr="00223237">
        <w:t>Oui</w:t>
      </w:r>
      <w:r w:rsidR="00AB6DDF">
        <w:t xml:space="preserve">… </w:t>
      </w:r>
      <w:r w:rsidRPr="00223237">
        <w:t>mais elle nous sauve</w:t>
      </w:r>
      <w:r w:rsidR="00AB6DDF">
        <w:t xml:space="preserve"> – </w:t>
      </w:r>
      <w:r w:rsidRPr="00223237">
        <w:t>alors qu</w:t>
      </w:r>
      <w:r w:rsidR="00AB6DDF">
        <w:t>’</w:t>
      </w:r>
      <w:r w:rsidRPr="00223237">
        <w:t>importe le flacon</w:t>
      </w:r>
      <w:r w:rsidR="00AB6DDF">
        <w:t xml:space="preserve"> !… </w:t>
      </w:r>
      <w:r w:rsidRPr="00223237">
        <w:t>Voyons</w:t>
      </w:r>
      <w:r w:rsidR="00AB6DDF">
        <w:t xml:space="preserve">… </w:t>
      </w:r>
      <w:r w:rsidR="00AB6DDF">
        <w:rPr>
          <w:i/>
          <w:iCs/>
        </w:rPr>
        <w:t>(</w:t>
      </w:r>
      <w:r w:rsidRPr="00223237">
        <w:rPr>
          <w:i/>
          <w:iCs/>
        </w:rPr>
        <w:t>Il fouille dans un tiroir et en sort l</w:t>
      </w:r>
      <w:r w:rsidR="00AB6DDF">
        <w:rPr>
          <w:i/>
          <w:iCs/>
        </w:rPr>
        <w:t>’</w:t>
      </w:r>
      <w:r w:rsidRPr="00223237">
        <w:rPr>
          <w:i/>
          <w:iCs/>
        </w:rPr>
        <w:t>indicateur des chemins de fer</w:t>
      </w:r>
      <w:r w:rsidR="00AB6DDF">
        <w:rPr>
          <w:i/>
          <w:iCs/>
        </w:rPr>
        <w:t xml:space="preserve">, </w:t>
      </w:r>
      <w:r w:rsidRPr="00223237">
        <w:rPr>
          <w:i/>
          <w:iCs/>
        </w:rPr>
        <w:t>il le feuillette</w:t>
      </w:r>
      <w:r w:rsidR="00AB6DDF">
        <w:rPr>
          <w:i/>
          <w:iCs/>
        </w:rPr>
        <w:t xml:space="preserve">.) </w:t>
      </w:r>
      <w:r w:rsidRPr="00223237">
        <w:t>Orléans</w:t>
      </w:r>
      <w:r w:rsidR="00AB6DDF">
        <w:t xml:space="preserve">… </w:t>
      </w:r>
      <w:r w:rsidRPr="00223237">
        <w:t>Orléans</w:t>
      </w:r>
      <w:r w:rsidR="00AB6DDF">
        <w:t>…</w:t>
      </w:r>
    </w:p>
    <w:p w14:paraId="377FE69F" w14:textId="77777777" w:rsidR="00C83B26" w:rsidRDefault="002E19AC" w:rsidP="00C83B26">
      <w:pPr>
        <w:ind w:firstLine="0"/>
        <w:jc w:val="center"/>
      </w:pPr>
      <w:r w:rsidRPr="00C83B26">
        <w:t>LE MARI</w:t>
      </w:r>
    </w:p>
    <w:p w14:paraId="0338F64D" w14:textId="77777777" w:rsidR="00C83B26" w:rsidRDefault="002E19AC" w:rsidP="00C83B26">
      <w:r w:rsidRPr="00223237">
        <w:t>Superbe cathédrale</w:t>
      </w:r>
      <w:r w:rsidR="00AB6DDF">
        <w:t>.</w:t>
      </w:r>
    </w:p>
    <w:p w14:paraId="2D87A2FA" w14:textId="77777777" w:rsidR="00C83B26" w:rsidRDefault="002E19AC" w:rsidP="00C83B26">
      <w:pPr>
        <w:ind w:firstLine="0"/>
        <w:jc w:val="center"/>
      </w:pPr>
      <w:r w:rsidRPr="00C83B26">
        <w:rPr>
          <w:bCs/>
        </w:rPr>
        <w:t>LUI</w:t>
      </w:r>
    </w:p>
    <w:p w14:paraId="31184D17" w14:textId="77777777" w:rsidR="00C83B26" w:rsidRDefault="002E19AC" w:rsidP="00C83B26">
      <w:r w:rsidRPr="00223237">
        <w:t>Oui</w:t>
      </w:r>
      <w:r w:rsidR="00AB6DDF">
        <w:t xml:space="preserve">… </w:t>
      </w:r>
      <w:r w:rsidRPr="00223237">
        <w:t>Eh bien</w:t>
      </w:r>
      <w:r w:rsidR="00AB6DDF">
        <w:t xml:space="preserve"> !… </w:t>
      </w:r>
      <w:r w:rsidRPr="00223237">
        <w:t>vous allez la revoir</w:t>
      </w:r>
      <w:r w:rsidR="00AB6DDF">
        <w:t>…</w:t>
      </w:r>
    </w:p>
    <w:p w14:paraId="48BCFD4A" w14:textId="77777777" w:rsidR="00C83B26" w:rsidRDefault="002E19AC" w:rsidP="00C83B26">
      <w:pPr>
        <w:ind w:firstLine="0"/>
        <w:jc w:val="center"/>
      </w:pPr>
      <w:r w:rsidRPr="00C83B26">
        <w:t>LE MARI</w:t>
      </w:r>
    </w:p>
    <w:p w14:paraId="6478B8F7" w14:textId="77777777" w:rsidR="00C83B26" w:rsidRDefault="002E19AC" w:rsidP="00C83B26">
      <w:r w:rsidRPr="00223237">
        <w:t>La cathédrale</w:t>
      </w:r>
      <w:r w:rsidR="00AB6DDF">
        <w:t> ?</w:t>
      </w:r>
    </w:p>
    <w:p w14:paraId="32713CE1" w14:textId="77777777" w:rsidR="00C83B26" w:rsidRDefault="002E19AC" w:rsidP="00C83B26">
      <w:pPr>
        <w:ind w:firstLine="0"/>
        <w:jc w:val="center"/>
      </w:pPr>
      <w:r w:rsidRPr="00C83B26">
        <w:rPr>
          <w:bCs/>
        </w:rPr>
        <w:lastRenderedPageBreak/>
        <w:t>LUI</w:t>
      </w:r>
    </w:p>
    <w:p w14:paraId="5991AD6C" w14:textId="77777777" w:rsidR="00C83B26" w:rsidRDefault="002E19AC" w:rsidP="00C83B26">
      <w:r w:rsidRPr="00223237">
        <w:t>Oui</w:t>
      </w:r>
      <w:r w:rsidR="00AB6DDF">
        <w:t xml:space="preserve">… </w:t>
      </w:r>
      <w:r w:rsidRPr="00223237">
        <w:t>et la tante aussi</w:t>
      </w:r>
      <w:r w:rsidR="00AB6DDF">
        <w:t xml:space="preserve">… </w:t>
      </w:r>
      <w:r w:rsidRPr="00223237">
        <w:t>car vous avez un train qui part de Paris-Quai d</w:t>
      </w:r>
      <w:r w:rsidR="00AB6DDF">
        <w:t>’</w:t>
      </w:r>
      <w:r w:rsidRPr="00223237">
        <w:t>Orsay à dix heures trente-deux</w:t>
      </w:r>
      <w:r w:rsidR="00AB6DDF">
        <w:t xml:space="preserve">… </w:t>
      </w:r>
      <w:r w:rsidRPr="00223237">
        <w:t>et qui vous met à O</w:t>
      </w:r>
      <w:r w:rsidRPr="00223237">
        <w:t>r</w:t>
      </w:r>
      <w:r w:rsidRPr="00223237">
        <w:t>léans-Les Aubrais à midi cinq</w:t>
      </w:r>
      <w:r w:rsidR="00AB6DDF">
        <w:t xml:space="preserve">. </w:t>
      </w:r>
      <w:r w:rsidRPr="00223237">
        <w:t>C</w:t>
      </w:r>
      <w:r w:rsidR="00AB6DDF">
        <w:t>’</w:t>
      </w:r>
      <w:r w:rsidRPr="00223237">
        <w:t>est inespéré</w:t>
      </w:r>
      <w:r w:rsidR="00AB6DDF">
        <w:t>.</w:t>
      </w:r>
    </w:p>
    <w:p w14:paraId="3B221580" w14:textId="77777777" w:rsidR="00C83B26" w:rsidRDefault="002E19AC" w:rsidP="00C83B26">
      <w:pPr>
        <w:ind w:firstLine="0"/>
        <w:jc w:val="center"/>
      </w:pPr>
      <w:r w:rsidRPr="00C83B26">
        <w:t>LE MARI</w:t>
      </w:r>
    </w:p>
    <w:p w14:paraId="788987C6" w14:textId="77777777" w:rsidR="00C83B26" w:rsidRDefault="002E19AC" w:rsidP="00C83B26">
      <w:r w:rsidRPr="00223237">
        <w:t>Qu</w:t>
      </w:r>
      <w:r w:rsidR="00AB6DDF">
        <w:t>’</w:t>
      </w:r>
      <w:r w:rsidRPr="00223237">
        <w:t>est-ce que vous dites</w:t>
      </w:r>
      <w:r w:rsidR="00AB6DDF">
        <w:t> ?</w:t>
      </w:r>
    </w:p>
    <w:p w14:paraId="3602569D" w14:textId="77777777" w:rsidR="00C83B26" w:rsidRDefault="002E19AC" w:rsidP="00C83B26">
      <w:pPr>
        <w:ind w:firstLine="0"/>
        <w:jc w:val="center"/>
      </w:pPr>
      <w:r w:rsidRPr="00C83B26">
        <w:rPr>
          <w:bCs/>
        </w:rPr>
        <w:t>LUI</w:t>
      </w:r>
    </w:p>
    <w:p w14:paraId="29C4DFDE" w14:textId="77777777" w:rsidR="00C83B26" w:rsidRDefault="002E19AC" w:rsidP="00C83B26">
      <w:r w:rsidRPr="00223237">
        <w:t>Suivez-moi bien</w:t>
      </w:r>
      <w:r w:rsidR="00AB6DDF">
        <w:t xml:space="preserve">. </w:t>
      </w:r>
      <w:r w:rsidRPr="00223237">
        <w:t>À midi et quart</w:t>
      </w:r>
      <w:r w:rsidR="00AB6DDF">
        <w:t xml:space="preserve">, </w:t>
      </w:r>
      <w:r w:rsidRPr="00223237">
        <w:t>vous voilà donc à O</w:t>
      </w:r>
      <w:r w:rsidRPr="00223237">
        <w:t>r</w:t>
      </w:r>
      <w:r w:rsidRPr="00223237">
        <w:t>léans</w:t>
      </w:r>
      <w:r w:rsidR="00AB6DDF">
        <w:t xml:space="preserve">. </w:t>
      </w:r>
      <w:r w:rsidRPr="00223237">
        <w:t>Vous sortez de la gare et vous allez directement à la poste</w:t>
      </w:r>
      <w:r w:rsidR="00AB6DDF">
        <w:t>…</w:t>
      </w:r>
    </w:p>
    <w:p w14:paraId="54DE945F" w14:textId="77777777" w:rsidR="00C83B26" w:rsidRDefault="002E19AC" w:rsidP="00C83B26">
      <w:pPr>
        <w:ind w:firstLine="0"/>
        <w:jc w:val="center"/>
      </w:pPr>
      <w:r w:rsidRPr="00C83B26">
        <w:t>LE MARI</w:t>
      </w:r>
    </w:p>
    <w:p w14:paraId="5BE52433" w14:textId="77777777" w:rsidR="00C83B26" w:rsidRDefault="002E19AC" w:rsidP="00C83B26">
      <w:r w:rsidRPr="00223237">
        <w:t>Rue Grande</w:t>
      </w:r>
      <w:r w:rsidR="00AB6DDF">
        <w:t>…</w:t>
      </w:r>
    </w:p>
    <w:p w14:paraId="2D4D5456" w14:textId="77777777" w:rsidR="00C83B26" w:rsidRDefault="002E19AC" w:rsidP="00C83B26">
      <w:pPr>
        <w:ind w:firstLine="0"/>
        <w:jc w:val="center"/>
      </w:pPr>
      <w:r w:rsidRPr="00C83B26">
        <w:rPr>
          <w:bCs/>
        </w:rPr>
        <w:t>LUI</w:t>
      </w:r>
    </w:p>
    <w:p w14:paraId="174D012C" w14:textId="77777777" w:rsidR="00C83B26" w:rsidRDefault="002E19AC" w:rsidP="00C83B26">
      <w:r w:rsidRPr="00223237">
        <w:t>Ne m</w:t>
      </w:r>
      <w:r w:rsidR="00AB6DDF">
        <w:t>’</w:t>
      </w:r>
      <w:r w:rsidRPr="00223237">
        <w:t>interrompez pas</w:t>
      </w:r>
      <w:r w:rsidR="00AB6DDF">
        <w:t xml:space="preserve">. </w:t>
      </w:r>
      <w:r w:rsidRPr="00223237">
        <w:t>Vous allez à la poste</w:t>
      </w:r>
      <w:r w:rsidR="00AB6DDF">
        <w:t xml:space="preserve">, </w:t>
      </w:r>
      <w:r w:rsidRPr="00223237">
        <w:t>vous dema</w:t>
      </w:r>
      <w:r w:rsidRPr="00223237">
        <w:t>n</w:t>
      </w:r>
      <w:r w:rsidRPr="00223237">
        <w:t>dez la communication téléphonique avec Paris</w:t>
      </w:r>
      <w:r w:rsidR="00AB6DDF">
        <w:t xml:space="preserve">, </w:t>
      </w:r>
      <w:r w:rsidRPr="00223237">
        <w:t>avec votre femme</w:t>
      </w:r>
      <w:r w:rsidR="00AB6DDF">
        <w:t xml:space="preserve">… </w:t>
      </w:r>
      <w:r w:rsidRPr="00223237">
        <w:t>Au bout de vingt minutes</w:t>
      </w:r>
      <w:r w:rsidR="00AB6DDF">
        <w:t xml:space="preserve">, </w:t>
      </w:r>
      <w:r w:rsidRPr="00223237">
        <w:t>vous l</w:t>
      </w:r>
      <w:r w:rsidR="00AB6DDF">
        <w:t>’</w:t>
      </w:r>
      <w:r w:rsidRPr="00223237">
        <w:t>obtenez</w:t>
      </w:r>
      <w:r w:rsidR="00AB6DDF">
        <w:t xml:space="preserve">… </w:t>
      </w:r>
      <w:r w:rsidRPr="00223237">
        <w:t>et vous lui dites ceci</w:t>
      </w:r>
      <w:r w:rsidR="00AB6DDF">
        <w:t> : « </w:t>
      </w:r>
      <w:r w:rsidRPr="00223237">
        <w:t>Je te téléphone d</w:t>
      </w:r>
      <w:r w:rsidR="00AB6DDF">
        <w:t>’</w:t>
      </w:r>
      <w:r w:rsidRPr="00223237">
        <w:t>Orléans</w:t>
      </w:r>
      <w:r w:rsidR="00AB6DDF">
        <w:t xml:space="preserve">, </w:t>
      </w:r>
      <w:r w:rsidRPr="00223237">
        <w:t>ma chérie</w:t>
      </w:r>
      <w:r w:rsidR="00AB6DDF">
        <w:t xml:space="preserve">, </w:t>
      </w:r>
      <w:r w:rsidRPr="00223237">
        <w:t>car je t</w:t>
      </w:r>
      <w:r w:rsidR="00AB6DDF">
        <w:t>’</w:t>
      </w:r>
      <w:r w:rsidRPr="00223237">
        <w:t>ai menti</w:t>
      </w:r>
      <w:r w:rsidR="00AB6DDF">
        <w:t xml:space="preserve">, </w:t>
      </w:r>
      <w:r w:rsidRPr="00223237">
        <w:t>hier</w:t>
      </w:r>
      <w:r w:rsidR="00AB6DDF">
        <w:t xml:space="preserve"> ; </w:t>
      </w:r>
      <w:r w:rsidRPr="00223237">
        <w:t>il n</w:t>
      </w:r>
      <w:r w:rsidR="00AB6DDF">
        <w:t>’</w:t>
      </w:r>
      <w:r w:rsidRPr="00223237">
        <w:t>y a pas d</w:t>
      </w:r>
      <w:r w:rsidR="00AB6DDF">
        <w:t>’</w:t>
      </w:r>
      <w:r w:rsidRPr="00223237">
        <w:t>Américain du Sud</w:t>
      </w:r>
      <w:r w:rsidR="00AB6DDF">
        <w:t xml:space="preserve">. </w:t>
      </w:r>
      <w:r w:rsidRPr="00223237">
        <w:t>Voici la vérité</w:t>
      </w:r>
      <w:r w:rsidR="00AB6DDF">
        <w:t xml:space="preserve">. </w:t>
      </w:r>
      <w:r w:rsidRPr="00223237">
        <w:t>J</w:t>
      </w:r>
      <w:r w:rsidR="00AB6DDF">
        <w:t>’</w:t>
      </w:r>
      <w:r w:rsidRPr="00223237">
        <w:t>avais reçu hier matin une dépêche d</w:t>
      </w:r>
      <w:r w:rsidR="00AB6DDF">
        <w:t>’</w:t>
      </w:r>
      <w:r w:rsidRPr="00223237">
        <w:t>Orléans m</w:t>
      </w:r>
      <w:r w:rsidR="00AB6DDF">
        <w:t>’</w:t>
      </w:r>
      <w:r w:rsidRPr="00223237">
        <w:t>annonçant que ma pauvre tante était au plus mal</w:t>
      </w:r>
      <w:r w:rsidR="00AB6DDF">
        <w:t xml:space="preserve">, </w:t>
      </w:r>
      <w:r w:rsidRPr="00223237">
        <w:t>et je n</w:t>
      </w:r>
      <w:r w:rsidR="00AB6DDF">
        <w:t>’</w:t>
      </w:r>
      <w:r w:rsidRPr="00223237">
        <w:t>ai pas voulu te le dire</w:t>
      </w:r>
      <w:r w:rsidR="00AB6DDF">
        <w:t xml:space="preserve">… </w:t>
      </w:r>
      <w:r w:rsidRPr="00223237">
        <w:t>J</w:t>
      </w:r>
      <w:r w:rsidR="00AB6DDF">
        <w:t>’</w:t>
      </w:r>
      <w:r w:rsidRPr="00223237">
        <w:t>ai pris le train pour Orléans</w:t>
      </w:r>
      <w:r w:rsidR="00AB6DDF">
        <w:t xml:space="preserve">. </w:t>
      </w:r>
      <w:r w:rsidRPr="00223237">
        <w:t>Je suis près de ma tante qui n</w:t>
      </w:r>
      <w:r w:rsidR="00AB6DDF">
        <w:t>’</w:t>
      </w:r>
      <w:r w:rsidRPr="00223237">
        <w:t>est pas morte</w:t>
      </w:r>
      <w:r w:rsidR="00AB6DDF">
        <w:t xml:space="preserve">, </w:t>
      </w:r>
      <w:r w:rsidRPr="00223237">
        <w:t>mais qui ne vaut guère mieux</w:t>
      </w:r>
      <w:r w:rsidR="00AB6DDF">
        <w:t xml:space="preserve">… </w:t>
      </w:r>
      <w:r w:rsidRPr="00223237">
        <w:t>Je la soigne</w:t>
      </w:r>
      <w:r w:rsidR="00AB6DDF">
        <w:t xml:space="preserve">… </w:t>
      </w:r>
      <w:r w:rsidRPr="00223237">
        <w:t>Je te tiendrai au courant</w:t>
      </w:r>
      <w:r w:rsidR="00AB6DDF">
        <w:t xml:space="preserve">, </w:t>
      </w:r>
      <w:r w:rsidRPr="00223237">
        <w:t>par dépêche</w:t>
      </w:r>
      <w:r w:rsidR="00AB6DDF">
        <w:t xml:space="preserve">, </w:t>
      </w:r>
      <w:r w:rsidRPr="00223237">
        <w:t>de son état de sa</w:t>
      </w:r>
      <w:r w:rsidRPr="00223237">
        <w:t>n</w:t>
      </w:r>
      <w:r w:rsidRPr="00223237">
        <w:t>té</w:t>
      </w:r>
      <w:r w:rsidR="00AB6DDF">
        <w:t>… »</w:t>
      </w:r>
    </w:p>
    <w:p w14:paraId="32F292EA" w14:textId="77777777" w:rsidR="00C83B26" w:rsidRDefault="002E19AC" w:rsidP="00C83B26">
      <w:pPr>
        <w:ind w:firstLine="0"/>
        <w:jc w:val="center"/>
      </w:pPr>
      <w:r w:rsidRPr="00C83B26">
        <w:t>LE MARI</w:t>
      </w:r>
    </w:p>
    <w:p w14:paraId="1B80651D" w14:textId="77777777" w:rsidR="00C83B26" w:rsidRDefault="002E19AC" w:rsidP="00C83B26">
      <w:r w:rsidRPr="00223237">
        <w:t>Oh</w:t>
      </w:r>
      <w:r w:rsidR="00AB6DDF">
        <w:t xml:space="preserve"> ! </w:t>
      </w:r>
      <w:r w:rsidRPr="00223237">
        <w:t>Ce n</w:t>
      </w:r>
      <w:r w:rsidR="00AB6DDF">
        <w:t>’</w:t>
      </w:r>
      <w:r w:rsidRPr="00223237">
        <w:t>est pas bête ça</w:t>
      </w:r>
      <w:r w:rsidR="00AB6DDF">
        <w:t> !</w:t>
      </w:r>
    </w:p>
    <w:p w14:paraId="385C5BAF" w14:textId="77777777" w:rsidR="00C83B26" w:rsidRDefault="002E19AC" w:rsidP="00C83B26">
      <w:pPr>
        <w:ind w:firstLine="0"/>
        <w:jc w:val="center"/>
      </w:pPr>
      <w:r w:rsidRPr="00C83B26">
        <w:rPr>
          <w:bCs/>
        </w:rPr>
        <w:lastRenderedPageBreak/>
        <w:t>LUI</w:t>
      </w:r>
    </w:p>
    <w:p w14:paraId="1ADFD221" w14:textId="77777777" w:rsidR="00C83B26" w:rsidRDefault="002E19AC" w:rsidP="00C83B26">
      <w:r w:rsidRPr="00223237">
        <w:t>Attendez</w:t>
      </w:r>
      <w:r w:rsidR="00AB6DDF">
        <w:t xml:space="preserve">, </w:t>
      </w:r>
      <w:r w:rsidRPr="00223237">
        <w:t>attendez</w:t>
      </w:r>
      <w:r w:rsidR="00AB6DDF">
        <w:t xml:space="preserve">… </w:t>
      </w:r>
      <w:r w:rsidRPr="00223237">
        <w:t>Et pendant deux jours</w:t>
      </w:r>
      <w:r w:rsidR="00AB6DDF">
        <w:t xml:space="preserve">, </w:t>
      </w:r>
      <w:r w:rsidRPr="00223237">
        <w:t>matin et soir</w:t>
      </w:r>
      <w:r w:rsidR="00AB6DDF">
        <w:t xml:space="preserve">, </w:t>
      </w:r>
      <w:r w:rsidRPr="00223237">
        <w:t>vous envoyez à votre femme des dépêches de plus en plus rass</w:t>
      </w:r>
      <w:r w:rsidRPr="00223237">
        <w:t>u</w:t>
      </w:r>
      <w:r w:rsidRPr="00223237">
        <w:t>rantes de madame votre tante</w:t>
      </w:r>
      <w:r w:rsidR="00AB6DDF">
        <w:t xml:space="preserve">… </w:t>
      </w:r>
      <w:r w:rsidRPr="00223237">
        <w:t>et enfin</w:t>
      </w:r>
      <w:r w:rsidR="00AB6DDF">
        <w:t xml:space="preserve">, </w:t>
      </w:r>
      <w:r w:rsidRPr="00223237">
        <w:t>mardi soir</w:t>
      </w:r>
      <w:r w:rsidR="00AB6DDF">
        <w:t xml:space="preserve">, </w:t>
      </w:r>
      <w:r w:rsidRPr="00223237">
        <w:t>elle reçoit de vous un dernier télégramme ainsi conçu</w:t>
      </w:r>
      <w:r w:rsidR="00AB6DDF">
        <w:t> : « </w:t>
      </w:r>
      <w:r w:rsidRPr="00223237">
        <w:t>Tante définit</w:t>
      </w:r>
      <w:r w:rsidRPr="00223237">
        <w:t>i</w:t>
      </w:r>
      <w:r w:rsidRPr="00223237">
        <w:t>vement hors de danger serai Paris demain</w:t>
      </w:r>
      <w:r w:rsidR="00AB6DDF">
        <w:t xml:space="preserve">. </w:t>
      </w:r>
      <w:r w:rsidRPr="00223237">
        <w:t>Tendresses</w:t>
      </w:r>
      <w:r w:rsidR="00AB6DDF">
        <w:t xml:space="preserve">. </w:t>
      </w:r>
      <w:r w:rsidRPr="00223237">
        <w:t>Ga</w:t>
      </w:r>
      <w:r w:rsidRPr="00223237">
        <w:t>s</w:t>
      </w:r>
      <w:r w:rsidRPr="00223237">
        <w:t>ton</w:t>
      </w:r>
      <w:r w:rsidR="00AB6DDF">
        <w:t>. »</w:t>
      </w:r>
      <w:r w:rsidRPr="00223237">
        <w:t xml:space="preserve"> Et comme ça</w:t>
      </w:r>
      <w:r w:rsidR="00AB6DDF">
        <w:t xml:space="preserve">, </w:t>
      </w:r>
      <w:r w:rsidRPr="00223237">
        <w:t>vous êtes sauvé</w:t>
      </w:r>
      <w:r w:rsidR="00AB6DDF">
        <w:t> !</w:t>
      </w:r>
    </w:p>
    <w:p w14:paraId="14FF3794" w14:textId="77777777" w:rsidR="00C83B26" w:rsidRDefault="002E19AC" w:rsidP="00C83B26">
      <w:pPr>
        <w:ind w:firstLine="0"/>
        <w:jc w:val="center"/>
      </w:pPr>
      <w:r w:rsidRPr="00C83B26">
        <w:t>LE MARI</w:t>
      </w:r>
    </w:p>
    <w:p w14:paraId="15758494" w14:textId="77777777" w:rsidR="00C83B26" w:rsidRDefault="002E19AC" w:rsidP="00C83B26">
      <w:r w:rsidRPr="00223237">
        <w:t>Oui</w:t>
      </w:r>
      <w:r w:rsidR="00AB6DDF">
        <w:t xml:space="preserve">, </w:t>
      </w:r>
      <w:r w:rsidRPr="00223237">
        <w:t>mais malheureusement</w:t>
      </w:r>
      <w:r w:rsidR="00AB6DDF">
        <w:t xml:space="preserve">, </w:t>
      </w:r>
      <w:r w:rsidRPr="00223237">
        <w:t>je ne peux pas faire ça</w:t>
      </w:r>
      <w:r w:rsidR="00AB6DDF">
        <w:t> !</w:t>
      </w:r>
    </w:p>
    <w:p w14:paraId="3BC3BE7D" w14:textId="77777777" w:rsidR="00C83B26" w:rsidRDefault="002E19AC" w:rsidP="00C83B26">
      <w:pPr>
        <w:ind w:firstLine="0"/>
        <w:jc w:val="center"/>
      </w:pPr>
      <w:r w:rsidRPr="00C83B26">
        <w:rPr>
          <w:bCs/>
        </w:rPr>
        <w:t>LUI</w:t>
      </w:r>
    </w:p>
    <w:p w14:paraId="57FFB3C8" w14:textId="77777777" w:rsidR="00C83B26" w:rsidRDefault="002E19AC" w:rsidP="00C83B26">
      <w:r w:rsidRPr="00223237">
        <w:t>Pourquoi</w:t>
      </w:r>
      <w:r w:rsidR="00AB6DDF">
        <w:t> ?</w:t>
      </w:r>
    </w:p>
    <w:p w14:paraId="43EF4A57" w14:textId="77777777" w:rsidR="00C83B26" w:rsidRDefault="002E19AC" w:rsidP="00C83B26">
      <w:pPr>
        <w:ind w:firstLine="0"/>
        <w:jc w:val="center"/>
      </w:pPr>
      <w:r w:rsidRPr="00C83B26">
        <w:t>LE MARI</w:t>
      </w:r>
    </w:p>
    <w:p w14:paraId="7FFA0C42" w14:textId="77777777" w:rsidR="00C83B26" w:rsidRDefault="002E19AC" w:rsidP="00C83B26">
      <w:r w:rsidRPr="00223237">
        <w:t>Parce qu</w:t>
      </w:r>
      <w:r w:rsidR="00AB6DDF">
        <w:t>’</w:t>
      </w:r>
      <w:r w:rsidRPr="00223237">
        <w:t>elle n</w:t>
      </w:r>
      <w:r w:rsidR="00AB6DDF">
        <w:t>’</w:t>
      </w:r>
      <w:r w:rsidRPr="00223237">
        <w:t>y comprendrait plus rien</w:t>
      </w:r>
    </w:p>
    <w:p w14:paraId="60F64745" w14:textId="77777777" w:rsidR="00C83B26" w:rsidRDefault="002E19AC" w:rsidP="00C83B26">
      <w:pPr>
        <w:ind w:firstLine="0"/>
        <w:jc w:val="center"/>
      </w:pPr>
      <w:r w:rsidRPr="00C83B26">
        <w:rPr>
          <w:bCs/>
        </w:rPr>
        <w:t>LUI</w:t>
      </w:r>
    </w:p>
    <w:p w14:paraId="514B1C07" w14:textId="77777777" w:rsidR="00C83B26" w:rsidRDefault="002E19AC" w:rsidP="00C83B26">
      <w:proofErr w:type="gramStart"/>
      <w:r w:rsidRPr="00223237">
        <w:t>Mais pourtant</w:t>
      </w:r>
      <w:proofErr w:type="gramEnd"/>
      <w:r w:rsidR="00AB6DDF">
        <w:t>…</w:t>
      </w:r>
    </w:p>
    <w:p w14:paraId="2E410520" w14:textId="77777777" w:rsidR="00C83B26" w:rsidRDefault="002E19AC" w:rsidP="00C83B26">
      <w:pPr>
        <w:ind w:firstLine="0"/>
        <w:jc w:val="center"/>
      </w:pPr>
      <w:r w:rsidRPr="00C83B26">
        <w:t>LE MARI</w:t>
      </w:r>
    </w:p>
    <w:p w14:paraId="17BB9355" w14:textId="77777777" w:rsidR="00C83B26" w:rsidRDefault="002E19AC" w:rsidP="00C83B26">
      <w:r w:rsidRPr="00223237">
        <w:t>Votre idée est magnifique</w:t>
      </w:r>
      <w:r w:rsidR="00AB6DDF">
        <w:t xml:space="preserve">, </w:t>
      </w:r>
      <w:r w:rsidRPr="00223237">
        <w:t>mais le dernier mot gâte tout</w:t>
      </w:r>
      <w:r w:rsidR="00AB6DDF">
        <w:t>.</w:t>
      </w:r>
    </w:p>
    <w:p w14:paraId="07F30B23" w14:textId="77777777" w:rsidR="00C83B26" w:rsidRDefault="002E19AC" w:rsidP="00C83B26">
      <w:pPr>
        <w:ind w:firstLine="0"/>
        <w:jc w:val="center"/>
      </w:pPr>
      <w:r w:rsidRPr="00C83B26">
        <w:rPr>
          <w:bCs/>
        </w:rPr>
        <w:t>LUI</w:t>
      </w:r>
    </w:p>
    <w:p w14:paraId="7A1931C2" w14:textId="77777777" w:rsidR="00C83B26" w:rsidRDefault="002E19AC" w:rsidP="00C83B26">
      <w:r w:rsidRPr="00223237">
        <w:t>Le dernier mot</w:t>
      </w:r>
      <w:r w:rsidR="00AB6DDF">
        <w:t> ?</w:t>
      </w:r>
    </w:p>
    <w:p w14:paraId="3C131EED" w14:textId="77777777" w:rsidR="00C83B26" w:rsidRDefault="002E19AC" w:rsidP="00C83B26">
      <w:pPr>
        <w:ind w:firstLine="0"/>
        <w:jc w:val="center"/>
      </w:pPr>
      <w:r w:rsidRPr="00C83B26">
        <w:t>LE MARI</w:t>
      </w:r>
    </w:p>
    <w:p w14:paraId="5012E9E4" w14:textId="77777777" w:rsidR="00C83B26" w:rsidRDefault="002E19AC" w:rsidP="00C83B26">
      <w:r w:rsidRPr="00223237">
        <w:t>Oui</w:t>
      </w:r>
      <w:r w:rsidR="00AB6DDF">
        <w:t xml:space="preserve">. </w:t>
      </w:r>
      <w:r w:rsidRPr="00223237">
        <w:t>Je peux aller à Orléans</w:t>
      </w:r>
      <w:r w:rsidR="00AB6DDF">
        <w:t xml:space="preserve">, </w:t>
      </w:r>
      <w:r w:rsidRPr="00223237">
        <w:t>je peux télégraphier à ma femme deux fois par jour</w:t>
      </w:r>
      <w:r w:rsidR="00AB6DDF">
        <w:t xml:space="preserve">… </w:t>
      </w:r>
      <w:r w:rsidRPr="00223237">
        <w:t>mais</w:t>
      </w:r>
      <w:r w:rsidR="00AB6DDF">
        <w:t xml:space="preserve">, </w:t>
      </w:r>
      <w:r w:rsidRPr="00223237">
        <w:t>mais je ne peux pas signer mes d</w:t>
      </w:r>
      <w:r w:rsidRPr="00223237">
        <w:t>é</w:t>
      </w:r>
      <w:r w:rsidRPr="00223237">
        <w:t>pêches</w:t>
      </w:r>
      <w:r w:rsidR="00AB6DDF">
        <w:t xml:space="preserve"> : </w:t>
      </w:r>
      <w:r w:rsidRPr="00223237">
        <w:t>Gaston</w:t>
      </w:r>
      <w:r w:rsidR="00AB6DDF">
        <w:t>.</w:t>
      </w:r>
    </w:p>
    <w:p w14:paraId="211E3D64" w14:textId="77777777" w:rsidR="00C83B26" w:rsidRDefault="002E19AC" w:rsidP="00C83B26">
      <w:pPr>
        <w:ind w:firstLine="0"/>
        <w:jc w:val="center"/>
      </w:pPr>
      <w:r w:rsidRPr="00C83B26">
        <w:rPr>
          <w:bCs/>
        </w:rPr>
        <w:t>LUI</w:t>
      </w:r>
    </w:p>
    <w:p w14:paraId="69AA3519" w14:textId="77777777" w:rsidR="00C83B26" w:rsidRDefault="002E19AC" w:rsidP="00C83B26">
      <w:r w:rsidRPr="00223237">
        <w:lastRenderedPageBreak/>
        <w:t>Pourquoi</w:t>
      </w:r>
      <w:r w:rsidR="00AB6DDF">
        <w:t> ?</w:t>
      </w:r>
    </w:p>
    <w:p w14:paraId="158CC644" w14:textId="77777777" w:rsidR="00C83B26" w:rsidRDefault="002E19AC" w:rsidP="00C83B26">
      <w:pPr>
        <w:ind w:firstLine="0"/>
        <w:jc w:val="center"/>
      </w:pPr>
      <w:r w:rsidRPr="00C83B26">
        <w:t>LE MARI</w:t>
      </w:r>
    </w:p>
    <w:p w14:paraId="6F67588C" w14:textId="77777777" w:rsidR="00C83B26" w:rsidRDefault="002E19AC" w:rsidP="00C83B26">
      <w:r w:rsidRPr="00223237">
        <w:t>Parce que je m</w:t>
      </w:r>
      <w:r w:rsidR="00AB6DDF">
        <w:t>’</w:t>
      </w:r>
      <w:r w:rsidRPr="00223237">
        <w:t>appelle Gustave</w:t>
      </w:r>
      <w:r w:rsidR="00AB6DDF">
        <w:t> !</w:t>
      </w:r>
    </w:p>
    <w:p w14:paraId="6D35C506" w14:textId="77777777" w:rsidR="00C83B26" w:rsidRDefault="002E19AC" w:rsidP="00C83B26">
      <w:pPr>
        <w:ind w:firstLine="0"/>
        <w:jc w:val="center"/>
      </w:pPr>
      <w:r w:rsidRPr="00C83B26">
        <w:rPr>
          <w:bCs/>
        </w:rPr>
        <w:t>LUI</w:t>
      </w:r>
    </w:p>
    <w:p w14:paraId="69513AAA" w14:textId="77777777" w:rsidR="00C83B26" w:rsidRDefault="002E19AC" w:rsidP="00C83B26">
      <w:r w:rsidRPr="00223237">
        <w:t>Pardon</w:t>
      </w:r>
      <w:r w:rsidR="00AB6DDF">
        <w:t xml:space="preserve">. </w:t>
      </w:r>
      <w:r w:rsidRPr="00223237">
        <w:t>Excusez-moi</w:t>
      </w:r>
      <w:r w:rsidR="00AB6DDF">
        <w:t xml:space="preserve">. </w:t>
      </w:r>
      <w:r w:rsidRPr="00223237">
        <w:t>Alors</w:t>
      </w:r>
      <w:r w:rsidR="00AB6DDF">
        <w:t xml:space="preserve">, </w:t>
      </w:r>
      <w:r w:rsidRPr="00223237">
        <w:t>signez Gustave</w:t>
      </w:r>
      <w:r w:rsidR="00AB6DDF">
        <w:t xml:space="preserve"> !… </w:t>
      </w:r>
      <w:r w:rsidRPr="00223237">
        <w:t>Ça va</w:t>
      </w:r>
      <w:r w:rsidR="00AB6DDF">
        <w:t xml:space="preserve">, </w:t>
      </w:r>
      <w:r w:rsidRPr="00223237">
        <w:t>comme ça</w:t>
      </w:r>
      <w:r w:rsidR="00AB6DDF">
        <w:t> ?</w:t>
      </w:r>
    </w:p>
    <w:p w14:paraId="185080DE" w14:textId="77777777" w:rsidR="00C83B26" w:rsidRDefault="002E19AC" w:rsidP="00C83B26">
      <w:pPr>
        <w:ind w:firstLine="0"/>
        <w:jc w:val="center"/>
      </w:pPr>
      <w:r w:rsidRPr="00C83B26">
        <w:t>LE MARI</w:t>
      </w:r>
    </w:p>
    <w:p w14:paraId="5479E796" w14:textId="77777777" w:rsidR="00C83B26" w:rsidRDefault="002E19AC" w:rsidP="00C83B26">
      <w:r w:rsidRPr="00223237">
        <w:t>Ça va</w:t>
      </w:r>
      <w:r w:rsidR="00AB6DDF">
        <w:t xml:space="preserve">… </w:t>
      </w:r>
      <w:r w:rsidRPr="00223237">
        <w:t>heu</w:t>
      </w:r>
      <w:r w:rsidR="00AB6DDF">
        <w:t xml:space="preserve">… </w:t>
      </w:r>
      <w:r w:rsidRPr="00223237">
        <w:t>enfin</w:t>
      </w:r>
      <w:r w:rsidR="00AB6DDF">
        <w:t xml:space="preserve">… </w:t>
      </w:r>
      <w:r w:rsidRPr="00223237">
        <w:t>ça peut aller</w:t>
      </w:r>
      <w:r w:rsidR="00AB6DDF">
        <w:t xml:space="preserve">, </w:t>
      </w:r>
      <w:r w:rsidRPr="00223237">
        <w:t>bien sûr</w:t>
      </w:r>
      <w:r w:rsidR="00AB6DDF">
        <w:t xml:space="preserve">… </w:t>
      </w:r>
      <w:r w:rsidRPr="00223237">
        <w:t>mais au fond</w:t>
      </w:r>
      <w:r w:rsidR="00AB6DDF">
        <w:t xml:space="preserve">, </w:t>
      </w:r>
      <w:r w:rsidRPr="00223237">
        <w:t>est-ce bien nécessaire que j</w:t>
      </w:r>
      <w:r w:rsidR="00AB6DDF">
        <w:t>’</w:t>
      </w:r>
      <w:r w:rsidRPr="00223237">
        <w:t>aille pendant deux jours à Orléans</w:t>
      </w:r>
      <w:r w:rsidR="00AB6DDF">
        <w:t> ?</w:t>
      </w:r>
    </w:p>
    <w:p w14:paraId="651DC9B7" w14:textId="77777777" w:rsidR="00C83B26" w:rsidRDefault="002E19AC" w:rsidP="00C83B26">
      <w:pPr>
        <w:ind w:firstLine="0"/>
        <w:jc w:val="center"/>
      </w:pPr>
      <w:r w:rsidRPr="00C83B26">
        <w:rPr>
          <w:bCs/>
        </w:rPr>
        <w:t>LUI</w:t>
      </w:r>
    </w:p>
    <w:p w14:paraId="51165EB6" w14:textId="77777777" w:rsidR="00C83B26" w:rsidRDefault="002E19AC" w:rsidP="00C83B26">
      <w:r w:rsidRPr="00223237">
        <w:t>Comment</w:t>
      </w:r>
      <w:r w:rsidR="00AB6DDF">
        <w:t xml:space="preserve"> ? </w:t>
      </w:r>
      <w:r w:rsidRPr="00223237">
        <w:t>Mais</w:t>
      </w:r>
      <w:r w:rsidR="00AB6DDF">
        <w:t>…</w:t>
      </w:r>
    </w:p>
    <w:p w14:paraId="3F6581E1" w14:textId="77777777" w:rsidR="00C83B26" w:rsidRDefault="002E19AC" w:rsidP="00C83B26">
      <w:pPr>
        <w:ind w:firstLine="0"/>
        <w:jc w:val="center"/>
      </w:pPr>
      <w:r w:rsidRPr="00C83B26">
        <w:t>LE MARI</w:t>
      </w:r>
    </w:p>
    <w:p w14:paraId="5BCAA6B1" w14:textId="77777777" w:rsidR="00C83B26" w:rsidRDefault="002E19AC" w:rsidP="00C83B26">
      <w:r w:rsidRPr="00223237">
        <w:t>C</w:t>
      </w:r>
      <w:r w:rsidR="00AB6DDF">
        <w:t>’</w:t>
      </w:r>
      <w:r w:rsidRPr="00223237">
        <w:t>est que je vais me raser terriblement là-bas</w:t>
      </w:r>
      <w:r w:rsidR="00AB6DDF">
        <w:t> !</w:t>
      </w:r>
    </w:p>
    <w:p w14:paraId="5D8EBB9B" w14:textId="77777777" w:rsidR="00C83B26" w:rsidRDefault="002E19AC" w:rsidP="00C83B26">
      <w:pPr>
        <w:ind w:firstLine="0"/>
        <w:jc w:val="center"/>
      </w:pPr>
      <w:r w:rsidRPr="00C83B26">
        <w:rPr>
          <w:bCs/>
        </w:rPr>
        <w:t>LUI</w:t>
      </w:r>
    </w:p>
    <w:p w14:paraId="2D3CCF5B" w14:textId="77777777" w:rsidR="00C83B26" w:rsidRDefault="002E19AC" w:rsidP="00C83B26">
      <w:r w:rsidRPr="00223237">
        <w:t>Ah</w:t>
      </w:r>
      <w:r w:rsidR="00AB6DDF">
        <w:t xml:space="preserve"> ! </w:t>
      </w:r>
      <w:r w:rsidRPr="00223237">
        <w:t>Ça</w:t>
      </w:r>
      <w:r w:rsidR="00AB6DDF">
        <w:t xml:space="preserve">, </w:t>
      </w:r>
      <w:r w:rsidRPr="00223237">
        <w:t>c</w:t>
      </w:r>
      <w:r w:rsidR="00AB6DDF">
        <w:t>’</w:t>
      </w:r>
      <w:r w:rsidRPr="00223237">
        <w:t>est bien possible</w:t>
      </w:r>
      <w:r w:rsidR="00AB6DDF">
        <w:t xml:space="preserve">, </w:t>
      </w:r>
      <w:r w:rsidRPr="00223237">
        <w:t>mais que voulez-vous</w:t>
      </w:r>
      <w:r w:rsidR="00AB6DDF">
        <w:t xml:space="preserve">, </w:t>
      </w:r>
      <w:r w:rsidRPr="00223237">
        <w:t>tout se paye</w:t>
      </w:r>
      <w:r w:rsidR="00AB6DDF">
        <w:t xml:space="preserve"> !… </w:t>
      </w:r>
      <w:r w:rsidRPr="00223237">
        <w:t>Ne pensez pas qu</w:t>
      </w:r>
      <w:r w:rsidR="00AB6DDF">
        <w:t>’</w:t>
      </w:r>
      <w:r w:rsidRPr="00223237">
        <w:t>à vous</w:t>
      </w:r>
      <w:r w:rsidR="00AB6DDF">
        <w:t xml:space="preserve">, </w:t>
      </w:r>
      <w:r w:rsidRPr="00223237">
        <w:t>mon cher</w:t>
      </w:r>
      <w:r w:rsidR="00AB6DDF">
        <w:t xml:space="preserve">, </w:t>
      </w:r>
      <w:r w:rsidRPr="00223237">
        <w:t>pensez à elle</w:t>
      </w:r>
      <w:r w:rsidR="00AB6DDF">
        <w:t xml:space="preserve">… </w:t>
      </w:r>
      <w:r w:rsidR="00AB6DDF">
        <w:rPr>
          <w:i/>
          <w:iCs/>
        </w:rPr>
        <w:t>(</w:t>
      </w:r>
      <w:r w:rsidRPr="00223237">
        <w:rPr>
          <w:i/>
          <w:iCs/>
        </w:rPr>
        <w:t>Et comme il s</w:t>
      </w:r>
      <w:r w:rsidR="00AB6DDF">
        <w:rPr>
          <w:i/>
          <w:iCs/>
        </w:rPr>
        <w:t>’</w:t>
      </w:r>
      <w:r w:rsidRPr="00223237">
        <w:rPr>
          <w:i/>
          <w:iCs/>
        </w:rPr>
        <w:t>est emporté pour dire ces derniers mots</w:t>
      </w:r>
      <w:r w:rsidR="00AB6DDF">
        <w:rPr>
          <w:i/>
          <w:iCs/>
        </w:rPr>
        <w:t xml:space="preserve">, </w:t>
      </w:r>
      <w:r w:rsidRPr="00223237">
        <w:rPr>
          <w:i/>
          <w:iCs/>
        </w:rPr>
        <w:t>voilà que d</w:t>
      </w:r>
      <w:r w:rsidR="00AB6DDF">
        <w:rPr>
          <w:i/>
          <w:iCs/>
        </w:rPr>
        <w:t>’</w:t>
      </w:r>
      <w:r w:rsidRPr="00223237">
        <w:rPr>
          <w:i/>
          <w:iCs/>
        </w:rPr>
        <w:t>un geste il désigne la porte derrière laquelle elle est cachée</w:t>
      </w:r>
      <w:r w:rsidR="00AB6DDF">
        <w:rPr>
          <w:i/>
          <w:iCs/>
        </w:rPr>
        <w:t>.)</w:t>
      </w:r>
    </w:p>
    <w:p w14:paraId="3B57ECC8" w14:textId="77777777" w:rsidR="00C83B26" w:rsidRDefault="002E19AC" w:rsidP="00C83B26">
      <w:pPr>
        <w:ind w:firstLine="0"/>
        <w:jc w:val="center"/>
      </w:pPr>
      <w:r w:rsidRPr="00C83B26">
        <w:t>LE MARI</w:t>
      </w:r>
    </w:p>
    <w:p w14:paraId="689D4123" w14:textId="77777777" w:rsidR="00C83B26" w:rsidRDefault="002E19AC" w:rsidP="00C83B26">
      <w:r w:rsidRPr="00223237">
        <w:t>Qu</w:t>
      </w:r>
      <w:r w:rsidR="00AB6DDF">
        <w:t>’</w:t>
      </w:r>
      <w:r w:rsidRPr="00223237">
        <w:t xml:space="preserve">est-ce que vous me montrez </w:t>
      </w:r>
      <w:proofErr w:type="spellStart"/>
      <w:r w:rsidRPr="00223237">
        <w:t>par là</w:t>
      </w:r>
      <w:proofErr w:type="spellEnd"/>
      <w:r w:rsidR="00AB6DDF">
        <w:t> ?</w:t>
      </w:r>
    </w:p>
    <w:p w14:paraId="5DED40E9" w14:textId="77777777" w:rsidR="00C83B26" w:rsidRDefault="002E19AC" w:rsidP="00C83B26">
      <w:pPr>
        <w:ind w:firstLine="0"/>
        <w:jc w:val="center"/>
      </w:pPr>
      <w:r w:rsidRPr="00C83B26">
        <w:rPr>
          <w:bCs/>
        </w:rPr>
        <w:t>LUI</w:t>
      </w:r>
    </w:p>
    <w:p w14:paraId="39BCDEDC" w14:textId="77777777" w:rsidR="00C83B26" w:rsidRDefault="002E19AC" w:rsidP="00C83B26">
      <w:r w:rsidRPr="00223237">
        <w:t>Votre femme</w:t>
      </w:r>
      <w:r w:rsidR="00AB6DDF">
        <w:t>.</w:t>
      </w:r>
    </w:p>
    <w:p w14:paraId="2BBDEB47" w14:textId="77777777" w:rsidR="00C83B26" w:rsidRDefault="002E19AC" w:rsidP="00C83B26">
      <w:pPr>
        <w:ind w:firstLine="0"/>
        <w:jc w:val="center"/>
      </w:pPr>
      <w:r w:rsidRPr="00C83B26">
        <w:lastRenderedPageBreak/>
        <w:t>LE MARI</w:t>
      </w:r>
    </w:p>
    <w:p w14:paraId="4F236F33" w14:textId="77777777" w:rsidR="00C83B26" w:rsidRDefault="002E19AC" w:rsidP="00C83B26">
      <w:r w:rsidRPr="00223237">
        <w:t>Ma femme</w:t>
      </w:r>
      <w:r w:rsidR="00AB6DDF">
        <w:t> ?!?!</w:t>
      </w:r>
    </w:p>
    <w:p w14:paraId="1B89B7DB" w14:textId="77777777" w:rsidR="00C83B26" w:rsidRDefault="002E19AC" w:rsidP="00C83B26">
      <w:pPr>
        <w:ind w:firstLine="0"/>
        <w:jc w:val="center"/>
      </w:pPr>
      <w:r w:rsidRPr="00C83B26">
        <w:rPr>
          <w:bCs/>
        </w:rPr>
        <w:t>LUI</w:t>
      </w:r>
    </w:p>
    <w:p w14:paraId="1023EFDC" w14:textId="77777777" w:rsidR="00C83B26" w:rsidRDefault="002E19AC" w:rsidP="00C83B26">
      <w:r w:rsidRPr="00223237">
        <w:t>Dame</w:t>
      </w:r>
      <w:r w:rsidR="00AB6DDF">
        <w:t xml:space="preserve"> ! </w:t>
      </w:r>
      <w:r w:rsidRPr="00223237">
        <w:t>Où habitez-vous</w:t>
      </w:r>
      <w:r w:rsidR="00AB6DDF">
        <w:t xml:space="preserve"> ?… </w:t>
      </w:r>
      <w:r w:rsidRPr="00223237">
        <w:t>Quand on sort de chez moi</w:t>
      </w:r>
      <w:r w:rsidR="00AB6DDF">
        <w:t xml:space="preserve">, </w:t>
      </w:r>
      <w:r w:rsidRPr="00223237">
        <w:t>pour a</w:t>
      </w:r>
      <w:r w:rsidRPr="00223237">
        <w:t>l</w:t>
      </w:r>
      <w:r w:rsidRPr="00223237">
        <w:t>ler chez vous</w:t>
      </w:r>
      <w:r w:rsidR="00AB6DDF">
        <w:t xml:space="preserve">… </w:t>
      </w:r>
      <w:r w:rsidRPr="00223237">
        <w:t>est-ce qu</w:t>
      </w:r>
      <w:r w:rsidR="00AB6DDF">
        <w:t>’</w:t>
      </w:r>
      <w:r w:rsidRPr="00223237">
        <w:t xml:space="preserve">on va </w:t>
      </w:r>
      <w:proofErr w:type="spellStart"/>
      <w:r w:rsidRPr="00223237">
        <w:t>par là</w:t>
      </w:r>
      <w:proofErr w:type="spellEnd"/>
      <w:r w:rsidR="00AB6DDF">
        <w:t xml:space="preserve">, </w:t>
      </w:r>
      <w:r w:rsidRPr="00223237">
        <w:t xml:space="preserve">ou </w:t>
      </w:r>
      <w:proofErr w:type="spellStart"/>
      <w:r w:rsidRPr="00223237">
        <w:t>par là</w:t>
      </w:r>
      <w:proofErr w:type="spellEnd"/>
      <w:r w:rsidR="00AB6DDF">
        <w:t> ?</w:t>
      </w:r>
    </w:p>
    <w:p w14:paraId="47265C12" w14:textId="77777777" w:rsidR="00C83B26" w:rsidRDefault="002E19AC" w:rsidP="00C83B26">
      <w:pPr>
        <w:ind w:firstLine="0"/>
        <w:jc w:val="center"/>
      </w:pPr>
      <w:r w:rsidRPr="00C83B26">
        <w:t>LE MARI</w:t>
      </w:r>
    </w:p>
    <w:p w14:paraId="1245AAE5" w14:textId="77777777" w:rsidR="00C83B26" w:rsidRDefault="002E19AC" w:rsidP="00C83B26">
      <w:r w:rsidRPr="00223237">
        <w:t>On va par là</w:t>
      </w:r>
      <w:r w:rsidR="00AB6DDF">
        <w:t>…</w:t>
      </w:r>
    </w:p>
    <w:p w14:paraId="14EA4A12" w14:textId="77777777" w:rsidR="00C83B26" w:rsidRDefault="002E19AC" w:rsidP="00C83B26">
      <w:pPr>
        <w:ind w:firstLine="0"/>
        <w:jc w:val="center"/>
      </w:pPr>
      <w:r w:rsidRPr="00C83B26">
        <w:rPr>
          <w:bCs/>
        </w:rPr>
        <w:t>LUI</w:t>
      </w:r>
    </w:p>
    <w:p w14:paraId="53095701" w14:textId="77777777" w:rsidR="00C83B26" w:rsidRDefault="002E19AC" w:rsidP="00C83B26">
      <w:r w:rsidRPr="00223237">
        <w:t>Voilà pourquoi j</w:t>
      </w:r>
      <w:r w:rsidR="00AB6DDF">
        <w:t>’</w:t>
      </w:r>
      <w:r w:rsidRPr="00223237">
        <w:t>ai fait ce geste</w:t>
      </w:r>
      <w:r w:rsidR="00AB6DDF">
        <w:t xml:space="preserve">. </w:t>
      </w:r>
      <w:r w:rsidRPr="00223237">
        <w:t>Et je le répète</w:t>
      </w:r>
      <w:r w:rsidR="00AB6DDF">
        <w:t xml:space="preserve">… </w:t>
      </w:r>
      <w:r w:rsidRPr="00223237">
        <w:t>pensez à elle</w:t>
      </w:r>
      <w:r w:rsidR="00AB6DDF">
        <w:t xml:space="preserve">, </w:t>
      </w:r>
      <w:r w:rsidRPr="00223237">
        <w:t>à votre malheureuse petite femme qui est en train de ple</w:t>
      </w:r>
      <w:r w:rsidRPr="00223237">
        <w:t>u</w:t>
      </w:r>
      <w:r w:rsidRPr="00223237">
        <w:t>rer chez vous et dites-vous bien qu</w:t>
      </w:r>
      <w:r w:rsidR="00AB6DDF">
        <w:t>’</w:t>
      </w:r>
      <w:r w:rsidRPr="00223237">
        <w:t>il ne faut pas que le moindre doute subsiste dans son esprit</w:t>
      </w:r>
      <w:r w:rsidR="00AB6DDF">
        <w:t xml:space="preserve">. </w:t>
      </w:r>
      <w:r w:rsidRPr="00223237">
        <w:t>Or</w:t>
      </w:r>
      <w:r w:rsidR="00AB6DDF">
        <w:t xml:space="preserve">, </w:t>
      </w:r>
      <w:r w:rsidRPr="00223237">
        <w:t>jamais elle ne pourra a</w:t>
      </w:r>
      <w:r w:rsidRPr="00223237">
        <w:t>d</w:t>
      </w:r>
      <w:r w:rsidRPr="00223237">
        <w:t>mettre que vous vous soyez infligé un sacrifice pareil</w:t>
      </w:r>
      <w:r w:rsidR="00AB6DDF">
        <w:t xml:space="preserve">… </w:t>
      </w:r>
      <w:r w:rsidRPr="00223237">
        <w:t>Orléans</w:t>
      </w:r>
      <w:r w:rsidR="00AB6DDF">
        <w:t xml:space="preserve">, </w:t>
      </w:r>
      <w:r w:rsidRPr="00223237">
        <w:t>deux jours</w:t>
      </w:r>
      <w:r w:rsidR="00AB6DDF">
        <w:t xml:space="preserve">, </w:t>
      </w:r>
      <w:r w:rsidRPr="00223237">
        <w:t>uniquement pour la ménager</w:t>
      </w:r>
      <w:r w:rsidR="00AB6DDF">
        <w:t xml:space="preserve"> ! </w:t>
      </w:r>
      <w:r w:rsidRPr="00223237">
        <w:t>Quand on fait un mensonge</w:t>
      </w:r>
      <w:r w:rsidR="00AB6DDF">
        <w:t xml:space="preserve">, </w:t>
      </w:r>
      <w:r w:rsidRPr="00223237">
        <w:t>il faut le soigner</w:t>
      </w:r>
      <w:r w:rsidR="00AB6DDF">
        <w:t xml:space="preserve">, </w:t>
      </w:r>
      <w:r w:rsidRPr="00223237">
        <w:t>croyez-moi</w:t>
      </w:r>
      <w:r w:rsidR="00AB6DDF">
        <w:t>.</w:t>
      </w:r>
    </w:p>
    <w:p w14:paraId="5E945D98" w14:textId="77777777" w:rsidR="00C83B26" w:rsidRDefault="002E19AC" w:rsidP="00C83B26">
      <w:pPr>
        <w:ind w:firstLine="0"/>
        <w:jc w:val="center"/>
      </w:pPr>
      <w:r w:rsidRPr="00C83B26">
        <w:t>LE MARI</w:t>
      </w:r>
    </w:p>
    <w:p w14:paraId="7145B983" w14:textId="77777777" w:rsidR="00C83B26" w:rsidRDefault="002E19AC" w:rsidP="00C83B26">
      <w:r w:rsidRPr="00223237">
        <w:t>Oui</w:t>
      </w:r>
      <w:r w:rsidR="00AB6DDF">
        <w:t xml:space="preserve">, </w:t>
      </w:r>
      <w:r w:rsidRPr="00223237">
        <w:t>oui</w:t>
      </w:r>
      <w:r w:rsidR="00AB6DDF">
        <w:t xml:space="preserve">… </w:t>
      </w:r>
      <w:r w:rsidRPr="00223237">
        <w:t>il faut le rendre vraisemblable</w:t>
      </w:r>
      <w:r w:rsidR="00AB6DDF">
        <w:t xml:space="preserve">, </w:t>
      </w:r>
      <w:r w:rsidRPr="00223237">
        <w:t>c</w:t>
      </w:r>
      <w:r w:rsidR="00AB6DDF">
        <w:t>’</w:t>
      </w:r>
      <w:r w:rsidRPr="00223237">
        <w:t>est très juste</w:t>
      </w:r>
      <w:r w:rsidR="00AB6DDF">
        <w:t>.</w:t>
      </w:r>
    </w:p>
    <w:p w14:paraId="3CA10E1E" w14:textId="77777777" w:rsidR="00C83B26" w:rsidRDefault="002E19AC" w:rsidP="00C83B26">
      <w:pPr>
        <w:ind w:firstLine="0"/>
        <w:jc w:val="center"/>
      </w:pPr>
      <w:r w:rsidRPr="00C83B26">
        <w:rPr>
          <w:bCs/>
        </w:rPr>
        <w:t>LUI</w:t>
      </w:r>
    </w:p>
    <w:p w14:paraId="753C5241" w14:textId="77777777" w:rsidR="00C83B26" w:rsidRDefault="002E19AC" w:rsidP="00C83B26">
      <w:r w:rsidRPr="00223237">
        <w:t>Et ainsi</w:t>
      </w:r>
      <w:r w:rsidR="00AB6DDF">
        <w:t xml:space="preserve">, </w:t>
      </w:r>
      <w:r w:rsidRPr="00223237">
        <w:t>c</w:t>
      </w:r>
      <w:r w:rsidR="00AB6DDF">
        <w:t>’</w:t>
      </w:r>
      <w:r w:rsidRPr="00223237">
        <w:t>est un hommage que l</w:t>
      </w:r>
      <w:r w:rsidR="00AB6DDF">
        <w:t>’</w:t>
      </w:r>
      <w:r w:rsidRPr="00223237">
        <w:t>on rend à la personne que l</w:t>
      </w:r>
      <w:r w:rsidR="00AB6DDF">
        <w:t>’</w:t>
      </w:r>
      <w:r w:rsidRPr="00223237">
        <w:t>on trompe</w:t>
      </w:r>
      <w:r w:rsidR="00AB6DDF">
        <w:t xml:space="preserve">. </w:t>
      </w:r>
      <w:r w:rsidRPr="00223237">
        <w:t>Alors</w:t>
      </w:r>
      <w:r w:rsidR="00AB6DDF">
        <w:t xml:space="preserve">, </w:t>
      </w:r>
      <w:r w:rsidRPr="00223237">
        <w:t>c</w:t>
      </w:r>
      <w:r w:rsidR="00AB6DDF">
        <w:t>’</w:t>
      </w:r>
      <w:r w:rsidRPr="00223237">
        <w:t>est décidé</w:t>
      </w:r>
      <w:r w:rsidR="00AB6DDF">
        <w:t xml:space="preserve"> ? </w:t>
      </w:r>
      <w:r w:rsidRPr="00223237">
        <w:t>Vous disparaissez jusqu</w:t>
      </w:r>
      <w:r w:rsidR="00AB6DDF">
        <w:t>’</w:t>
      </w:r>
      <w:r w:rsidRPr="00223237">
        <w:t>à ma</w:t>
      </w:r>
      <w:r w:rsidRPr="00223237">
        <w:t>r</w:t>
      </w:r>
      <w:r w:rsidRPr="00223237">
        <w:t>di</w:t>
      </w:r>
      <w:r w:rsidR="00AB6DDF">
        <w:t> ?</w:t>
      </w:r>
    </w:p>
    <w:p w14:paraId="149717C8" w14:textId="77777777" w:rsidR="00C83B26" w:rsidRDefault="002E19AC" w:rsidP="00C83B26">
      <w:pPr>
        <w:ind w:firstLine="0"/>
        <w:jc w:val="center"/>
      </w:pPr>
      <w:r w:rsidRPr="00C83B26">
        <w:t>LE MARI</w:t>
      </w:r>
    </w:p>
    <w:p w14:paraId="323FEC49" w14:textId="77777777" w:rsidR="00C83B26" w:rsidRDefault="002E19AC" w:rsidP="00C83B26">
      <w:r w:rsidRPr="00223237">
        <w:t>Oui</w:t>
      </w:r>
      <w:r w:rsidR="00AB6DDF">
        <w:t>.</w:t>
      </w:r>
    </w:p>
    <w:p w14:paraId="35049F23" w14:textId="77777777" w:rsidR="00C83B26" w:rsidRDefault="002E19AC" w:rsidP="00C83B26">
      <w:pPr>
        <w:ind w:firstLine="0"/>
        <w:jc w:val="center"/>
      </w:pPr>
      <w:r w:rsidRPr="00C83B26">
        <w:rPr>
          <w:bCs/>
        </w:rPr>
        <w:t>LUI</w:t>
      </w:r>
    </w:p>
    <w:p w14:paraId="49A7DB02" w14:textId="77777777" w:rsidR="00C83B26" w:rsidRDefault="002E19AC" w:rsidP="00C83B26">
      <w:r w:rsidRPr="00223237">
        <w:t>Allez</w:t>
      </w:r>
      <w:r w:rsidR="00AB6DDF">
        <w:t xml:space="preserve">, </w:t>
      </w:r>
      <w:proofErr w:type="spellStart"/>
      <w:r w:rsidRPr="00223237">
        <w:t>hioup</w:t>
      </w:r>
      <w:proofErr w:type="spellEnd"/>
      <w:r w:rsidR="00AB6DDF">
        <w:t> !</w:t>
      </w:r>
    </w:p>
    <w:p w14:paraId="0C4607FA" w14:textId="77777777" w:rsidR="00C83B26" w:rsidRDefault="002E19AC" w:rsidP="00C83B26">
      <w:pPr>
        <w:ind w:firstLine="0"/>
        <w:jc w:val="center"/>
      </w:pPr>
      <w:r w:rsidRPr="00C83B26">
        <w:lastRenderedPageBreak/>
        <w:t>LE MARI</w:t>
      </w:r>
      <w:r w:rsidR="00AB6DDF" w:rsidRPr="00C83B26">
        <w:t xml:space="preserve">, </w:t>
      </w:r>
      <w:r w:rsidRPr="00C83B26">
        <w:rPr>
          <w:i/>
          <w:iCs/>
        </w:rPr>
        <w:t>avec beaucoup d</w:t>
      </w:r>
      <w:r w:rsidR="00AB6DDF" w:rsidRPr="00C83B26">
        <w:rPr>
          <w:i/>
          <w:iCs/>
        </w:rPr>
        <w:t>’</w:t>
      </w:r>
      <w:r w:rsidRPr="00C83B26">
        <w:rPr>
          <w:i/>
          <w:iCs/>
        </w:rPr>
        <w:t>accent tout à coup</w:t>
      </w:r>
    </w:p>
    <w:p w14:paraId="7D609A07" w14:textId="77777777" w:rsidR="00C83B26" w:rsidRDefault="002E19AC" w:rsidP="00C83B26">
      <w:r w:rsidRPr="00223237">
        <w:t>Alors</w:t>
      </w:r>
      <w:r w:rsidR="00AB6DDF">
        <w:t xml:space="preserve">, </w:t>
      </w:r>
      <w:r w:rsidRPr="00223237">
        <w:t xml:space="preserve">à quelle heure il est le </w:t>
      </w:r>
      <w:proofErr w:type="spellStart"/>
      <w:r w:rsidRPr="00223237">
        <w:t>traing</w:t>
      </w:r>
      <w:proofErr w:type="spellEnd"/>
      <w:r w:rsidR="00AB6DDF">
        <w:t> ?</w:t>
      </w:r>
    </w:p>
    <w:p w14:paraId="2E31F027" w14:textId="77777777" w:rsidR="00C83B26" w:rsidRDefault="002E19AC" w:rsidP="00C83B26">
      <w:pPr>
        <w:ind w:firstLine="0"/>
        <w:jc w:val="center"/>
      </w:pPr>
      <w:r w:rsidRPr="00C83B26">
        <w:rPr>
          <w:bCs/>
        </w:rPr>
        <w:t>LUI</w:t>
      </w:r>
    </w:p>
    <w:p w14:paraId="670BA20A" w14:textId="77777777" w:rsidR="00C83B26" w:rsidRDefault="002E19AC" w:rsidP="00C83B26">
      <w:r w:rsidRPr="00223237">
        <w:t>Je ne comprends pas le patois</w:t>
      </w:r>
      <w:r w:rsidR="00AB6DDF">
        <w:t>.</w:t>
      </w:r>
    </w:p>
    <w:p w14:paraId="709A5459" w14:textId="77777777" w:rsidR="00C83B26" w:rsidRDefault="002E19AC" w:rsidP="00C83B26">
      <w:pPr>
        <w:ind w:firstLine="0"/>
        <w:jc w:val="center"/>
      </w:pPr>
      <w:r w:rsidRPr="00C83B26">
        <w:t>LE MARI</w:t>
      </w:r>
    </w:p>
    <w:p w14:paraId="5D00810E" w14:textId="77777777" w:rsidR="00C83B26" w:rsidRDefault="002E19AC" w:rsidP="00C83B26">
      <w:r w:rsidRPr="00223237">
        <w:t>Je ne parle pas le patois</w:t>
      </w:r>
      <w:r w:rsidR="00AB6DDF">
        <w:t xml:space="preserve">, </w:t>
      </w:r>
      <w:r w:rsidRPr="00223237">
        <w:t>je vous demande à quelle heure est le chemin de fer</w:t>
      </w:r>
      <w:r w:rsidR="00AB6DDF">
        <w:t> ?</w:t>
      </w:r>
    </w:p>
    <w:p w14:paraId="4EE11E17" w14:textId="77777777" w:rsidR="00C83B26" w:rsidRDefault="002E19AC" w:rsidP="00C83B26">
      <w:pPr>
        <w:ind w:firstLine="0"/>
        <w:jc w:val="center"/>
      </w:pPr>
      <w:r w:rsidRPr="00C83B26">
        <w:rPr>
          <w:bCs/>
        </w:rPr>
        <w:t>LUI</w:t>
      </w:r>
    </w:p>
    <w:p w14:paraId="6247D624" w14:textId="77777777" w:rsidR="00C83B26" w:rsidRDefault="002E19AC" w:rsidP="00C83B26">
      <w:r w:rsidRPr="00223237">
        <w:t>Ah</w:t>
      </w:r>
      <w:r w:rsidR="00AB6DDF">
        <w:t xml:space="preserve"> ! </w:t>
      </w:r>
      <w:r w:rsidRPr="00223237">
        <w:t>Le train</w:t>
      </w:r>
      <w:r w:rsidR="00AB6DDF">
        <w:t xml:space="preserve"> ! </w:t>
      </w:r>
      <w:r w:rsidRPr="00223237">
        <w:t>Pardon</w:t>
      </w:r>
      <w:r w:rsidR="00AB6DDF">
        <w:t xml:space="preserve">. </w:t>
      </w:r>
      <w:r w:rsidRPr="00223237">
        <w:t>À dix heures trente-deux</w:t>
      </w:r>
      <w:r w:rsidR="00AB6DDF">
        <w:t>…</w:t>
      </w:r>
    </w:p>
    <w:p w14:paraId="055DBE8B" w14:textId="77777777" w:rsidR="00C83B26" w:rsidRDefault="002E19AC" w:rsidP="00C83B26">
      <w:pPr>
        <w:ind w:firstLine="0"/>
        <w:jc w:val="center"/>
      </w:pPr>
      <w:r w:rsidRPr="00C83B26">
        <w:t>LE MARI</w:t>
      </w:r>
    </w:p>
    <w:p w14:paraId="1FFF4779" w14:textId="77777777" w:rsidR="00C83B26" w:rsidRDefault="002E19AC" w:rsidP="00C83B26">
      <w:r w:rsidRPr="00223237">
        <w:t>Je le prends</w:t>
      </w:r>
      <w:r w:rsidR="00AB6DDF">
        <w:t xml:space="preserve">. </w:t>
      </w:r>
      <w:r w:rsidRPr="00223237">
        <w:t>Et puis vous savez</w:t>
      </w:r>
      <w:r w:rsidR="00AB6DDF">
        <w:t xml:space="preserve">, </w:t>
      </w:r>
      <w:r w:rsidRPr="00223237">
        <w:t>ma vieille tante va être bougrement contente de me revoir</w:t>
      </w:r>
      <w:r w:rsidR="00AB6DDF">
        <w:t xml:space="preserve">. </w:t>
      </w:r>
      <w:r w:rsidRPr="00223237">
        <w:t>Il y a neuf ans que je ne l</w:t>
      </w:r>
      <w:r w:rsidR="00AB6DDF">
        <w:t>’</w:t>
      </w:r>
      <w:r w:rsidRPr="00223237">
        <w:t>ai pas vue</w:t>
      </w:r>
      <w:r w:rsidR="00AB6DDF">
        <w:t> !</w:t>
      </w:r>
    </w:p>
    <w:p w14:paraId="1C99E807" w14:textId="77777777" w:rsidR="00C83B26" w:rsidRDefault="002E19AC" w:rsidP="00C83B26">
      <w:pPr>
        <w:ind w:firstLine="0"/>
        <w:jc w:val="center"/>
      </w:pPr>
      <w:r w:rsidRPr="00C83B26">
        <w:rPr>
          <w:bCs/>
        </w:rPr>
        <w:t>LUI</w:t>
      </w:r>
    </w:p>
    <w:p w14:paraId="29579AB6" w14:textId="77777777" w:rsidR="00C83B26" w:rsidRDefault="002E19AC" w:rsidP="00C83B26">
      <w:r w:rsidRPr="00223237">
        <w:t>Neuf ans</w:t>
      </w:r>
      <w:r w:rsidR="00AB6DDF">
        <w:t xml:space="preserve"> ! </w:t>
      </w:r>
      <w:r w:rsidRPr="00223237">
        <w:t>Quel âge a-t-elle</w:t>
      </w:r>
      <w:r w:rsidR="00AB6DDF">
        <w:t> ?</w:t>
      </w:r>
    </w:p>
    <w:p w14:paraId="7285DBF4" w14:textId="77777777" w:rsidR="00C83B26" w:rsidRDefault="002E19AC" w:rsidP="00C83B26">
      <w:pPr>
        <w:ind w:firstLine="0"/>
        <w:jc w:val="center"/>
      </w:pPr>
      <w:r w:rsidRPr="00C83B26">
        <w:t>LE MARI</w:t>
      </w:r>
    </w:p>
    <w:p w14:paraId="791A4170" w14:textId="77777777" w:rsidR="00C83B26" w:rsidRDefault="002E19AC" w:rsidP="00C83B26">
      <w:r w:rsidRPr="00223237">
        <w:t>Quatre-vingt-quatre ans</w:t>
      </w:r>
      <w:r w:rsidR="00AB6DDF">
        <w:t> !</w:t>
      </w:r>
    </w:p>
    <w:p w14:paraId="57368E67" w14:textId="77777777" w:rsidR="00C83B26" w:rsidRDefault="002E19AC" w:rsidP="00C83B26">
      <w:pPr>
        <w:ind w:firstLine="0"/>
        <w:jc w:val="center"/>
      </w:pPr>
      <w:r w:rsidRPr="00C83B26">
        <w:rPr>
          <w:bCs/>
        </w:rPr>
        <w:t>LUI</w:t>
      </w:r>
    </w:p>
    <w:p w14:paraId="5E230781" w14:textId="77777777" w:rsidR="00C83B26" w:rsidRDefault="002E19AC" w:rsidP="00C83B26">
      <w:r w:rsidRPr="00223237">
        <w:t>Elle a quatre-vingt-quatre ans</w:t>
      </w:r>
      <w:r w:rsidR="00AB6DDF">
        <w:t xml:space="preserve"> – </w:t>
      </w:r>
      <w:r w:rsidRPr="00223237">
        <w:t>et elle ne vous a pas vu d</w:t>
      </w:r>
      <w:r w:rsidRPr="00223237">
        <w:t>e</w:t>
      </w:r>
      <w:r w:rsidRPr="00223237">
        <w:t>puis neuf ans</w:t>
      </w:r>
      <w:r w:rsidR="00AB6DDF">
        <w:t xml:space="preserve"> ? </w:t>
      </w:r>
      <w:r w:rsidRPr="00223237">
        <w:t>C</w:t>
      </w:r>
      <w:r w:rsidR="00AB6DDF">
        <w:t>’</w:t>
      </w:r>
      <w:r w:rsidRPr="00223237">
        <w:t>est inespéré</w:t>
      </w:r>
      <w:r w:rsidR="00AB6DDF">
        <w:t xml:space="preserve"> ! </w:t>
      </w:r>
      <w:r w:rsidRPr="00223237">
        <w:t>Votre arrivée va lui foutre un coup</w:t>
      </w:r>
      <w:r w:rsidR="00AB6DDF">
        <w:t xml:space="preserve">, </w:t>
      </w:r>
      <w:r w:rsidRPr="00223237">
        <w:t>elle peut en mourir</w:t>
      </w:r>
      <w:r w:rsidR="00AB6DDF">
        <w:t xml:space="preserve">… </w:t>
      </w:r>
      <w:r w:rsidRPr="00223237">
        <w:t>et là</w:t>
      </w:r>
      <w:r w:rsidR="00AB6DDF">
        <w:t xml:space="preserve">, </w:t>
      </w:r>
      <w:r w:rsidRPr="00223237">
        <w:t>vous êtes sauvé</w:t>
      </w:r>
      <w:r w:rsidR="00AB6DDF">
        <w:t> !</w:t>
      </w:r>
    </w:p>
    <w:p w14:paraId="3C4F34F1" w14:textId="77777777" w:rsidR="00C83B26" w:rsidRDefault="002E19AC" w:rsidP="00C83B26">
      <w:pPr>
        <w:ind w:firstLine="0"/>
        <w:jc w:val="center"/>
      </w:pPr>
      <w:r w:rsidRPr="00C83B26">
        <w:t>LE MARI</w:t>
      </w:r>
    </w:p>
    <w:p w14:paraId="5EB37904" w14:textId="77777777" w:rsidR="00C83B26" w:rsidRDefault="002E19AC" w:rsidP="00C83B26">
      <w:r w:rsidRPr="00223237">
        <w:t>Ce serait trop beau</w:t>
      </w:r>
      <w:r w:rsidR="00AB6DDF">
        <w:t xml:space="preserve">. </w:t>
      </w:r>
      <w:r w:rsidRPr="00223237">
        <w:t>Ne demandons pas l</w:t>
      </w:r>
      <w:r w:rsidR="00AB6DDF">
        <w:t>’</w:t>
      </w:r>
      <w:r w:rsidRPr="00223237">
        <w:t>impossible</w:t>
      </w:r>
      <w:r w:rsidR="00AB6DDF">
        <w:t> !</w:t>
      </w:r>
    </w:p>
    <w:p w14:paraId="1356D3E0" w14:textId="77777777" w:rsidR="00C83B26" w:rsidRDefault="002E19AC" w:rsidP="00C83B26">
      <w:pPr>
        <w:ind w:firstLine="0"/>
        <w:jc w:val="center"/>
      </w:pPr>
      <w:r w:rsidRPr="00C83B26">
        <w:rPr>
          <w:bCs/>
        </w:rPr>
        <w:lastRenderedPageBreak/>
        <w:t>LUI</w:t>
      </w:r>
    </w:p>
    <w:p w14:paraId="0E51C405" w14:textId="77777777" w:rsidR="00C83B26" w:rsidRDefault="002E19AC" w:rsidP="00C83B26">
      <w:r w:rsidRPr="00223237">
        <w:t>Allez</w:t>
      </w:r>
      <w:r w:rsidR="00AB6DDF">
        <w:t xml:space="preserve">… </w:t>
      </w:r>
      <w:r w:rsidRPr="00223237">
        <w:t>à la gare</w:t>
      </w:r>
      <w:r w:rsidR="00AB6DDF">
        <w:t xml:space="preserve"> !… </w:t>
      </w:r>
      <w:r w:rsidRPr="00223237">
        <w:t>Accompagnez</w:t>
      </w:r>
      <w:r w:rsidR="00AB6DDF">
        <w:t xml:space="preserve">… </w:t>
      </w:r>
      <w:r w:rsidR="00AB6DDF">
        <w:rPr>
          <w:i/>
          <w:iCs/>
        </w:rPr>
        <w:t>(</w:t>
      </w:r>
      <w:r w:rsidRPr="00223237">
        <w:rPr>
          <w:i/>
          <w:iCs/>
        </w:rPr>
        <w:t>Il accompagne le mari qui s</w:t>
      </w:r>
      <w:r w:rsidR="00AB6DDF">
        <w:rPr>
          <w:i/>
          <w:iCs/>
        </w:rPr>
        <w:t>’</w:t>
      </w:r>
      <w:r w:rsidRPr="00223237">
        <w:rPr>
          <w:i/>
          <w:iCs/>
        </w:rPr>
        <w:t>en va</w:t>
      </w:r>
      <w:r w:rsidR="00AB6DDF">
        <w:rPr>
          <w:i/>
          <w:iCs/>
        </w:rPr>
        <w:t xml:space="preserve">, </w:t>
      </w:r>
      <w:r w:rsidRPr="00223237">
        <w:rPr>
          <w:i/>
          <w:iCs/>
        </w:rPr>
        <w:t>puis il revient et ouvre la porte de la salle de bains</w:t>
      </w:r>
      <w:r w:rsidR="00AB6DDF">
        <w:rPr>
          <w:i/>
          <w:iCs/>
        </w:rPr>
        <w:t xml:space="preserve">.) </w:t>
      </w:r>
      <w:r w:rsidRPr="00223237">
        <w:t>Viens</w:t>
      </w:r>
      <w:r w:rsidR="00AB6DDF">
        <w:t xml:space="preserve">, </w:t>
      </w:r>
      <w:r w:rsidRPr="00223237">
        <w:t>mon amour</w:t>
      </w:r>
      <w:r w:rsidR="00AB6DDF">
        <w:t xml:space="preserve"> – </w:t>
      </w:r>
      <w:r w:rsidRPr="00223237">
        <w:t>la voie est libre</w:t>
      </w:r>
      <w:r w:rsidR="00AB6DDF">
        <w:t xml:space="preserve">… </w:t>
      </w:r>
      <w:r w:rsidRPr="00223237">
        <w:t>Il est parti</w:t>
      </w:r>
      <w:r w:rsidR="00AB6DDF">
        <w:t> !</w:t>
      </w:r>
    </w:p>
    <w:p w14:paraId="448C6A15" w14:textId="77777777" w:rsidR="00C83B26" w:rsidRDefault="002E19AC" w:rsidP="00C83B26">
      <w:pPr>
        <w:ind w:firstLine="0"/>
        <w:jc w:val="center"/>
      </w:pPr>
      <w:r w:rsidRPr="00C83B26">
        <w:t>ELLE</w:t>
      </w:r>
      <w:r w:rsidR="00AB6DDF" w:rsidRPr="00C83B26">
        <w:t xml:space="preserve">, </w:t>
      </w:r>
      <w:r w:rsidRPr="00C83B26">
        <w:rPr>
          <w:i/>
          <w:iCs/>
        </w:rPr>
        <w:t>paraissant</w:t>
      </w:r>
    </w:p>
    <w:p w14:paraId="64B0CE97" w14:textId="77777777" w:rsidR="00C83B26" w:rsidRDefault="002E19AC" w:rsidP="00C83B26">
      <w:r w:rsidRPr="00223237">
        <w:t>Il est parti</w:t>
      </w:r>
      <w:r w:rsidR="00AB6DDF">
        <w:t xml:space="preserve"> ?… </w:t>
      </w:r>
      <w:r w:rsidRPr="00223237">
        <w:t>Alors</w:t>
      </w:r>
      <w:r w:rsidR="00AB6DDF">
        <w:t xml:space="preserve">, </w:t>
      </w:r>
      <w:r w:rsidRPr="00223237">
        <w:t>alors</w:t>
      </w:r>
      <w:r w:rsidR="00AB6DDF">
        <w:t xml:space="preserve">… </w:t>
      </w:r>
      <w:r w:rsidRPr="00223237">
        <w:t>nous avons toute la vie devant nous</w:t>
      </w:r>
      <w:r w:rsidR="00AB6DDF">
        <w:t> ?</w:t>
      </w:r>
    </w:p>
    <w:p w14:paraId="040E8E57" w14:textId="77777777" w:rsidR="00C83B26" w:rsidRDefault="002E19AC" w:rsidP="00C83B26">
      <w:pPr>
        <w:ind w:firstLine="0"/>
        <w:jc w:val="center"/>
      </w:pPr>
      <w:r w:rsidRPr="00C83B26">
        <w:rPr>
          <w:bCs/>
        </w:rPr>
        <w:t>LUI</w:t>
      </w:r>
    </w:p>
    <w:p w14:paraId="25AF9ED2" w14:textId="77777777" w:rsidR="00C83B26" w:rsidRDefault="002E19AC" w:rsidP="00C83B26">
      <w:r w:rsidRPr="00223237">
        <w:t>Tu n</w:t>
      </w:r>
      <w:r w:rsidR="00AB6DDF">
        <w:t>’</w:t>
      </w:r>
      <w:r w:rsidRPr="00223237">
        <w:t>as pas écouté</w:t>
      </w:r>
      <w:r w:rsidR="00AB6DDF">
        <w:t xml:space="preserve"> ! </w:t>
      </w:r>
      <w:r w:rsidRPr="00223237">
        <w:t>Que tu es gentille</w:t>
      </w:r>
      <w:r w:rsidR="00AB6DDF">
        <w:t xml:space="preserve">… </w:t>
      </w:r>
      <w:r w:rsidRPr="00223237">
        <w:t>Nous avons mieux que ça</w:t>
      </w:r>
      <w:r w:rsidR="00AB6DDF">
        <w:t xml:space="preserve">, </w:t>
      </w:r>
      <w:r w:rsidRPr="00223237">
        <w:t>mieux que toute la vie</w:t>
      </w:r>
      <w:r w:rsidR="00AB6DDF">
        <w:t> !…</w:t>
      </w:r>
    </w:p>
    <w:p w14:paraId="2B880233" w14:textId="77777777" w:rsidR="00C83B26" w:rsidRDefault="002E19AC" w:rsidP="00C83B26">
      <w:pPr>
        <w:ind w:firstLine="0"/>
        <w:jc w:val="center"/>
      </w:pPr>
      <w:r w:rsidRPr="00C83B26">
        <w:t>ELLE</w:t>
      </w:r>
    </w:p>
    <w:p w14:paraId="11843FD3" w14:textId="77777777" w:rsidR="00C83B26" w:rsidRDefault="002E19AC" w:rsidP="00C83B26">
      <w:r w:rsidRPr="00223237">
        <w:t>Mieux que toute la vie</w:t>
      </w:r>
      <w:r w:rsidR="00AB6DDF">
        <w:t> ?</w:t>
      </w:r>
    </w:p>
    <w:p w14:paraId="729EC56F" w14:textId="77777777" w:rsidR="00C83B26" w:rsidRDefault="002E19AC" w:rsidP="00C83B26">
      <w:pPr>
        <w:ind w:firstLine="0"/>
        <w:jc w:val="center"/>
      </w:pPr>
      <w:r w:rsidRPr="00C83B26">
        <w:rPr>
          <w:bCs/>
        </w:rPr>
        <w:t>LUI</w:t>
      </w:r>
    </w:p>
    <w:p w14:paraId="09EE2C1B" w14:textId="77777777" w:rsidR="00C83B26" w:rsidRDefault="002E19AC" w:rsidP="00C83B26">
      <w:r w:rsidRPr="00223237">
        <w:t>Oui</w:t>
      </w:r>
      <w:r w:rsidR="00AB6DDF">
        <w:t xml:space="preserve">, </w:t>
      </w:r>
      <w:r w:rsidRPr="00223237">
        <w:t>nous avons deux jours</w:t>
      </w:r>
      <w:r w:rsidR="00AB6DDF">
        <w:t xml:space="preserve"> ! </w:t>
      </w:r>
      <w:r w:rsidR="00AB6DDF">
        <w:rPr>
          <w:i/>
          <w:iCs/>
        </w:rPr>
        <w:t>(</w:t>
      </w:r>
      <w:r w:rsidRPr="00223237">
        <w:rPr>
          <w:i/>
          <w:iCs/>
        </w:rPr>
        <w:t>Il a dit cela joyeusement</w:t>
      </w:r>
      <w:r w:rsidR="00AB6DDF">
        <w:rPr>
          <w:i/>
          <w:iCs/>
        </w:rPr>
        <w:t xml:space="preserve">, </w:t>
      </w:r>
      <w:r w:rsidRPr="00223237">
        <w:rPr>
          <w:i/>
          <w:iCs/>
        </w:rPr>
        <w:t>sans se rendre compte de son horrible muflerie</w:t>
      </w:r>
      <w:r w:rsidR="00AB6DDF">
        <w:rPr>
          <w:i/>
          <w:iCs/>
        </w:rPr>
        <w:t xml:space="preserve">. </w:t>
      </w:r>
      <w:r w:rsidRPr="00223237">
        <w:rPr>
          <w:i/>
          <w:iCs/>
        </w:rPr>
        <w:t>Elle a eu presque un haut-le-cœur et les larmes lui sont venues aux yeux</w:t>
      </w:r>
      <w:r w:rsidR="00AB6DDF">
        <w:rPr>
          <w:i/>
          <w:iCs/>
        </w:rPr>
        <w:t xml:space="preserve">.) </w:t>
      </w:r>
      <w:r w:rsidRPr="00223237">
        <w:t>Qu</w:t>
      </w:r>
      <w:r w:rsidR="00AB6DDF">
        <w:t>’</w:t>
      </w:r>
      <w:r w:rsidRPr="00223237">
        <w:t>est-ce que tu as</w:t>
      </w:r>
      <w:r w:rsidR="00AB6DDF">
        <w:t xml:space="preserve"> ? </w:t>
      </w:r>
      <w:r w:rsidRPr="00223237">
        <w:t>Qu</w:t>
      </w:r>
      <w:r w:rsidR="00AB6DDF">
        <w:t>’</w:t>
      </w:r>
      <w:r w:rsidRPr="00223237">
        <w:t>est-ce qu</w:t>
      </w:r>
      <w:r w:rsidR="00AB6DDF">
        <w:t>’</w:t>
      </w:r>
      <w:r w:rsidRPr="00223237">
        <w:t>il y a</w:t>
      </w:r>
      <w:r w:rsidR="00AB6DDF">
        <w:t xml:space="preserve"> ? </w:t>
      </w:r>
      <w:r w:rsidRPr="00223237">
        <w:t>Oh</w:t>
      </w:r>
      <w:r w:rsidR="00AB6DDF">
        <w:t xml:space="preserve"> ! </w:t>
      </w:r>
      <w:r w:rsidRPr="00223237">
        <w:t>Non</w:t>
      </w:r>
      <w:r w:rsidR="00AB6DDF">
        <w:t xml:space="preserve">… </w:t>
      </w:r>
      <w:r w:rsidRPr="00223237">
        <w:t>Pa</w:t>
      </w:r>
      <w:r w:rsidRPr="00223237">
        <w:t>r</w:t>
      </w:r>
      <w:r w:rsidRPr="00223237">
        <w:t>don</w:t>
      </w:r>
      <w:r w:rsidR="00AB6DDF">
        <w:t xml:space="preserve">… </w:t>
      </w:r>
      <w:r w:rsidRPr="00223237">
        <w:t>J</w:t>
      </w:r>
      <w:r w:rsidR="00AB6DDF">
        <w:t>’</w:t>
      </w:r>
      <w:r w:rsidRPr="00223237">
        <w:t>avais cru bien faire</w:t>
      </w:r>
      <w:r w:rsidR="00AB6DDF">
        <w:t xml:space="preserve">… </w:t>
      </w:r>
      <w:r w:rsidRPr="00223237">
        <w:t>Chérie</w:t>
      </w:r>
      <w:r w:rsidR="00AB6DDF">
        <w:t xml:space="preserve">… </w:t>
      </w:r>
      <w:r w:rsidRPr="00223237">
        <w:t>Pardon</w:t>
      </w:r>
      <w:r w:rsidR="00AB6DDF">
        <w:t xml:space="preserve">… </w:t>
      </w:r>
      <w:r w:rsidRPr="00223237">
        <w:t>ça m</w:t>
      </w:r>
      <w:r w:rsidR="00AB6DDF">
        <w:t>’</w:t>
      </w:r>
      <w:r w:rsidRPr="00223237">
        <w:t>a écha</w:t>
      </w:r>
      <w:r w:rsidRPr="00223237">
        <w:t>p</w:t>
      </w:r>
      <w:r w:rsidRPr="00223237">
        <w:t>pé</w:t>
      </w:r>
      <w:r w:rsidR="00AB6DDF">
        <w:t>…</w:t>
      </w:r>
    </w:p>
    <w:p w14:paraId="651D3901" w14:textId="77777777" w:rsidR="00C83B26" w:rsidRDefault="002E19AC" w:rsidP="00C83B26">
      <w:pPr>
        <w:ind w:firstLine="0"/>
        <w:jc w:val="center"/>
      </w:pPr>
      <w:r w:rsidRPr="00C83B26">
        <w:t>ELLE</w:t>
      </w:r>
    </w:p>
    <w:p w14:paraId="600181F1" w14:textId="77777777" w:rsidR="00C83B26" w:rsidRDefault="002E19AC" w:rsidP="00C83B26">
      <w:r w:rsidRPr="00223237">
        <w:t>Eh</w:t>
      </w:r>
      <w:r w:rsidR="00AB6DDF">
        <w:t xml:space="preserve"> ! </w:t>
      </w:r>
      <w:r w:rsidRPr="00223237">
        <w:t>Oui</w:t>
      </w:r>
      <w:r w:rsidR="00AB6DDF">
        <w:t>…</w:t>
      </w:r>
    </w:p>
    <w:p w14:paraId="7FA9D316" w14:textId="77777777" w:rsidR="00C83B26" w:rsidRDefault="002E19AC" w:rsidP="00C83B26">
      <w:pPr>
        <w:ind w:firstLine="0"/>
        <w:jc w:val="center"/>
      </w:pPr>
      <w:r w:rsidRPr="00C83B26">
        <w:rPr>
          <w:bCs/>
        </w:rPr>
        <w:t>LUI</w:t>
      </w:r>
    </w:p>
    <w:p w14:paraId="67346203" w14:textId="77777777" w:rsidR="00C83B26" w:rsidRDefault="002E19AC" w:rsidP="00C83B26">
      <w:r w:rsidRPr="00223237">
        <w:t>Pardon</w:t>
      </w:r>
      <w:r w:rsidR="00AB6DDF">
        <w:t xml:space="preserve">, </w:t>
      </w:r>
      <w:r w:rsidRPr="00223237">
        <w:t>pardon</w:t>
      </w:r>
      <w:r w:rsidR="00AB6DDF">
        <w:t>…</w:t>
      </w:r>
    </w:p>
    <w:p w14:paraId="3EC47C39" w14:textId="77777777" w:rsidR="00C83B26" w:rsidRDefault="002E19AC" w:rsidP="00C83B26">
      <w:pPr>
        <w:ind w:firstLine="0"/>
        <w:jc w:val="center"/>
      </w:pPr>
      <w:r w:rsidRPr="00C83B26">
        <w:t>ELLE</w:t>
      </w:r>
    </w:p>
    <w:p w14:paraId="79B8E63A" w14:textId="77777777" w:rsidR="00C83B26" w:rsidRDefault="002E19AC" w:rsidP="00C83B26">
      <w:r w:rsidRPr="00223237">
        <w:t>Nous l</w:t>
      </w:r>
      <w:r w:rsidR="00AB6DDF">
        <w:t>’</w:t>
      </w:r>
      <w:r w:rsidRPr="00223237">
        <w:t>avons fait</w:t>
      </w:r>
      <w:r w:rsidR="00AB6DDF">
        <w:t xml:space="preserve">, </w:t>
      </w:r>
      <w:r w:rsidRPr="00223237">
        <w:t>le rêve</w:t>
      </w:r>
      <w:r w:rsidR="00AB6DDF">
        <w:t> !</w:t>
      </w:r>
    </w:p>
    <w:p w14:paraId="587B4F47" w14:textId="77777777" w:rsidR="00C83B26" w:rsidRDefault="002E19AC" w:rsidP="00C83B26">
      <w:pPr>
        <w:ind w:firstLine="0"/>
        <w:jc w:val="center"/>
      </w:pPr>
      <w:r w:rsidRPr="00C83B26">
        <w:lastRenderedPageBreak/>
        <w:t>RIDEAU</w:t>
      </w:r>
    </w:p>
    <w:p w14:paraId="2002131C" w14:textId="456540FF" w:rsidR="002E19AC" w:rsidRPr="00223237" w:rsidRDefault="002E19AC" w:rsidP="00AB6DDF">
      <w:pPr>
        <w:pStyle w:val="Titre1"/>
      </w:pPr>
      <w:bookmarkStart w:id="4" w:name="_Toc196333092"/>
      <w:r w:rsidRPr="00223237">
        <w:lastRenderedPageBreak/>
        <w:t>ACTE IV</w:t>
      </w:r>
      <w:bookmarkEnd w:id="4"/>
      <w:r w:rsidRPr="00223237">
        <w:br/>
      </w:r>
    </w:p>
    <w:p w14:paraId="7D26DF72" w14:textId="77777777" w:rsidR="00C83B26" w:rsidRDefault="002E19AC" w:rsidP="00C83B26">
      <w:pPr>
        <w:ind w:firstLine="0"/>
        <w:jc w:val="center"/>
      </w:pPr>
      <w:r w:rsidRPr="00C83B26">
        <w:rPr>
          <w:szCs w:val="32"/>
        </w:rPr>
        <w:t>LE DÉCOR</w:t>
      </w:r>
    </w:p>
    <w:p w14:paraId="3FE89EB8" w14:textId="77777777" w:rsidR="00C83B26" w:rsidRDefault="002E19AC" w:rsidP="00C83B26">
      <w:r w:rsidRPr="00223237">
        <w:rPr>
          <w:i/>
          <w:iCs/>
        </w:rPr>
        <w:t>Le même</w:t>
      </w:r>
      <w:r w:rsidR="00AB6DDF">
        <w:rPr>
          <w:i/>
          <w:iCs/>
        </w:rPr>
        <w:t>.</w:t>
      </w:r>
    </w:p>
    <w:p w14:paraId="4564B288" w14:textId="77777777" w:rsidR="00C83B26" w:rsidRDefault="002E19AC" w:rsidP="00C83B26">
      <w:r w:rsidRPr="00223237">
        <w:rPr>
          <w:i/>
          <w:iCs/>
        </w:rPr>
        <w:t>Elle est à la porte du fond</w:t>
      </w:r>
      <w:r w:rsidR="00AB6DDF">
        <w:rPr>
          <w:i/>
          <w:iCs/>
        </w:rPr>
        <w:t xml:space="preserve">, </w:t>
      </w:r>
      <w:r w:rsidRPr="00223237">
        <w:rPr>
          <w:i/>
          <w:iCs/>
        </w:rPr>
        <w:t>laquelle est entrouverte</w:t>
      </w:r>
      <w:r w:rsidR="00AB6DDF">
        <w:rPr>
          <w:i/>
          <w:iCs/>
        </w:rPr>
        <w:t>.</w:t>
      </w:r>
    </w:p>
    <w:p w14:paraId="04DAA548" w14:textId="77777777" w:rsidR="00C83B26" w:rsidRDefault="002E19AC" w:rsidP="00C83B26">
      <w:pPr>
        <w:ind w:firstLine="0"/>
        <w:jc w:val="center"/>
      </w:pPr>
      <w:r w:rsidRPr="00C83B26">
        <w:t>ELLE</w:t>
      </w:r>
    </w:p>
    <w:p w14:paraId="4406020D" w14:textId="77777777" w:rsidR="00C83B26" w:rsidRDefault="002E19AC" w:rsidP="00C83B26">
      <w:r w:rsidRPr="00223237">
        <w:t>Oui</w:t>
      </w:r>
      <w:r w:rsidR="00AB6DDF">
        <w:t xml:space="preserve">, </w:t>
      </w:r>
      <w:r w:rsidRPr="00223237">
        <w:t>mon chéri</w:t>
      </w:r>
      <w:r w:rsidR="00AB6DDF">
        <w:t xml:space="preserve">… </w:t>
      </w:r>
      <w:r w:rsidRPr="00223237">
        <w:t>à tout à l</w:t>
      </w:r>
      <w:r w:rsidR="00AB6DDF">
        <w:t>’</w:t>
      </w:r>
      <w:r w:rsidRPr="00223237">
        <w:t>heure</w:t>
      </w:r>
      <w:r w:rsidR="00AB6DDF">
        <w:t xml:space="preserve">… </w:t>
      </w:r>
      <w:r w:rsidRPr="00223237">
        <w:t>dépêche-toi</w:t>
      </w:r>
      <w:r w:rsidR="00AB6DDF">
        <w:t xml:space="preserve">… </w:t>
      </w:r>
      <w:r w:rsidR="00AB6DDF">
        <w:rPr>
          <w:i/>
          <w:iCs/>
        </w:rPr>
        <w:t>(</w:t>
      </w:r>
      <w:r w:rsidRPr="00223237">
        <w:rPr>
          <w:i/>
          <w:iCs/>
        </w:rPr>
        <w:t>On e</w:t>
      </w:r>
      <w:r w:rsidRPr="00223237">
        <w:rPr>
          <w:i/>
          <w:iCs/>
        </w:rPr>
        <w:t>n</w:t>
      </w:r>
      <w:r w:rsidRPr="00223237">
        <w:rPr>
          <w:i/>
          <w:iCs/>
        </w:rPr>
        <w:t>tend une porte qu</w:t>
      </w:r>
      <w:r w:rsidR="00AB6DDF">
        <w:rPr>
          <w:i/>
          <w:iCs/>
        </w:rPr>
        <w:t>’</w:t>
      </w:r>
      <w:r w:rsidRPr="00223237">
        <w:rPr>
          <w:i/>
          <w:iCs/>
        </w:rPr>
        <w:t>on fait claquer</w:t>
      </w:r>
      <w:r w:rsidR="00AB6DDF">
        <w:rPr>
          <w:i/>
          <w:iCs/>
        </w:rPr>
        <w:t xml:space="preserve">. </w:t>
      </w:r>
      <w:r w:rsidRPr="00223237">
        <w:rPr>
          <w:i/>
          <w:iCs/>
        </w:rPr>
        <w:t>Elle referme la porte du s</w:t>
      </w:r>
      <w:r w:rsidRPr="00223237">
        <w:rPr>
          <w:i/>
          <w:iCs/>
        </w:rPr>
        <w:t>a</w:t>
      </w:r>
      <w:r w:rsidRPr="00223237">
        <w:rPr>
          <w:i/>
          <w:iCs/>
        </w:rPr>
        <w:t>lon et descend vers le bureau</w:t>
      </w:r>
      <w:r w:rsidR="00AB6DDF">
        <w:rPr>
          <w:i/>
          <w:iCs/>
        </w:rPr>
        <w:t xml:space="preserve">. </w:t>
      </w:r>
      <w:r w:rsidRPr="00223237">
        <w:rPr>
          <w:i/>
          <w:iCs/>
        </w:rPr>
        <w:t>Elle s</w:t>
      </w:r>
      <w:r w:rsidR="00AB6DDF">
        <w:rPr>
          <w:i/>
          <w:iCs/>
        </w:rPr>
        <w:t>’</w:t>
      </w:r>
      <w:r w:rsidRPr="00223237">
        <w:rPr>
          <w:i/>
          <w:iCs/>
        </w:rPr>
        <w:t>assied</w:t>
      </w:r>
      <w:r w:rsidR="00AB6DDF">
        <w:rPr>
          <w:i/>
          <w:iCs/>
        </w:rPr>
        <w:t xml:space="preserve">… </w:t>
      </w:r>
      <w:r w:rsidRPr="00223237">
        <w:rPr>
          <w:i/>
          <w:iCs/>
        </w:rPr>
        <w:t>un temps</w:t>
      </w:r>
      <w:r w:rsidR="00AB6DDF">
        <w:rPr>
          <w:i/>
          <w:iCs/>
        </w:rPr>
        <w:t xml:space="preserve">…) </w:t>
      </w:r>
      <w:r w:rsidRPr="00223237">
        <w:t>Il le faut</w:t>
      </w:r>
      <w:r w:rsidR="00AB6DDF">
        <w:t xml:space="preserve">… </w:t>
      </w:r>
      <w:r w:rsidRPr="00223237">
        <w:t>j</w:t>
      </w:r>
      <w:r w:rsidR="00AB6DDF">
        <w:t>’</w:t>
      </w:r>
      <w:r w:rsidRPr="00223237">
        <w:t>en suis sûre</w:t>
      </w:r>
      <w:r w:rsidR="00AB6DDF">
        <w:t xml:space="preserve">… </w:t>
      </w:r>
      <w:r w:rsidRPr="00223237">
        <w:t>et pourtant j</w:t>
      </w:r>
      <w:r w:rsidR="00AB6DDF">
        <w:t>’</w:t>
      </w:r>
      <w:r w:rsidRPr="00223237">
        <w:t>hésite</w:t>
      </w:r>
      <w:r w:rsidR="00AB6DDF">
        <w:t xml:space="preserve">… </w:t>
      </w:r>
      <w:r w:rsidRPr="00223237">
        <w:t>Pourquoi n</w:t>
      </w:r>
      <w:r w:rsidR="00AB6DDF">
        <w:t>’</w:t>
      </w:r>
      <w:r w:rsidRPr="00223237">
        <w:t>ai-je pas osé lui en parler</w:t>
      </w:r>
      <w:r w:rsidR="00AB6DDF">
        <w:t xml:space="preserve"> !… </w:t>
      </w:r>
      <w:r w:rsidR="00AB6DDF">
        <w:rPr>
          <w:i/>
          <w:iCs/>
        </w:rPr>
        <w:t>(</w:t>
      </w:r>
      <w:r w:rsidRPr="00223237">
        <w:rPr>
          <w:i/>
          <w:iCs/>
        </w:rPr>
        <w:t>Elle prend un cahier de feuilles de papier à lettres</w:t>
      </w:r>
      <w:r w:rsidR="00AB6DDF">
        <w:rPr>
          <w:i/>
          <w:iCs/>
        </w:rPr>
        <w:t xml:space="preserve">… </w:t>
      </w:r>
      <w:r w:rsidRPr="00223237">
        <w:rPr>
          <w:i/>
          <w:iCs/>
        </w:rPr>
        <w:t>puis la plume</w:t>
      </w:r>
      <w:r w:rsidR="00AB6DDF">
        <w:rPr>
          <w:i/>
          <w:iCs/>
        </w:rPr>
        <w:t xml:space="preserve">… </w:t>
      </w:r>
      <w:r w:rsidRPr="00223237">
        <w:rPr>
          <w:i/>
          <w:iCs/>
        </w:rPr>
        <w:t>qu</w:t>
      </w:r>
      <w:r w:rsidR="00AB6DDF">
        <w:rPr>
          <w:i/>
          <w:iCs/>
        </w:rPr>
        <w:t>’</w:t>
      </w:r>
      <w:r w:rsidRPr="00223237">
        <w:rPr>
          <w:i/>
          <w:iCs/>
        </w:rPr>
        <w:t>elle trempe dans l</w:t>
      </w:r>
      <w:r w:rsidR="00AB6DDF">
        <w:rPr>
          <w:i/>
          <w:iCs/>
        </w:rPr>
        <w:t>’</w:t>
      </w:r>
      <w:r w:rsidRPr="00223237">
        <w:rPr>
          <w:i/>
          <w:iCs/>
        </w:rPr>
        <w:t>encre</w:t>
      </w:r>
      <w:r w:rsidR="00AB6DDF">
        <w:rPr>
          <w:i/>
          <w:iCs/>
        </w:rPr>
        <w:t xml:space="preserve">… </w:t>
      </w:r>
      <w:r w:rsidRPr="00223237">
        <w:rPr>
          <w:i/>
          <w:iCs/>
        </w:rPr>
        <w:t>Elle réfl</w:t>
      </w:r>
      <w:r w:rsidRPr="00223237">
        <w:rPr>
          <w:i/>
          <w:iCs/>
        </w:rPr>
        <w:t>é</w:t>
      </w:r>
      <w:r w:rsidRPr="00223237">
        <w:rPr>
          <w:i/>
          <w:iCs/>
        </w:rPr>
        <w:t>chit</w:t>
      </w:r>
      <w:r w:rsidR="00AB6DDF">
        <w:rPr>
          <w:i/>
          <w:iCs/>
        </w:rPr>
        <w:t xml:space="preserve">… </w:t>
      </w:r>
      <w:r w:rsidRPr="00223237">
        <w:rPr>
          <w:i/>
          <w:iCs/>
        </w:rPr>
        <w:t>Puis lentement</w:t>
      </w:r>
      <w:r w:rsidR="00AB6DDF">
        <w:rPr>
          <w:i/>
          <w:iCs/>
        </w:rPr>
        <w:t xml:space="preserve">… </w:t>
      </w:r>
      <w:r w:rsidRPr="00223237">
        <w:rPr>
          <w:i/>
          <w:iCs/>
        </w:rPr>
        <w:t>très lentement</w:t>
      </w:r>
      <w:r w:rsidR="00AB6DDF">
        <w:rPr>
          <w:i/>
          <w:iCs/>
        </w:rPr>
        <w:t xml:space="preserve">… </w:t>
      </w:r>
      <w:r w:rsidRPr="00223237">
        <w:rPr>
          <w:i/>
          <w:iCs/>
        </w:rPr>
        <w:t>elle commence à écrire</w:t>
      </w:r>
      <w:r w:rsidR="00AB6DDF">
        <w:rPr>
          <w:i/>
          <w:iCs/>
        </w:rPr>
        <w:t>…)</w:t>
      </w:r>
    </w:p>
    <w:p w14:paraId="792FA625" w14:textId="77777777" w:rsidR="00C83B26" w:rsidRDefault="002E19AC" w:rsidP="00C83B26">
      <w:pPr>
        <w:jc w:val="right"/>
      </w:pPr>
      <w:r w:rsidRPr="00C83B26">
        <w:t>Mardi soir</w:t>
      </w:r>
      <w:r w:rsidR="00AB6DDF" w:rsidRPr="00C83B26">
        <w:t>,</w:t>
      </w:r>
    </w:p>
    <w:p w14:paraId="5C92E21B" w14:textId="77777777" w:rsidR="00C83B26" w:rsidRDefault="002E19AC" w:rsidP="00C83B26">
      <w:r w:rsidRPr="00223237">
        <w:t>Mon amant chéri</w:t>
      </w:r>
      <w:r w:rsidR="00AB6DDF">
        <w:t>,</w:t>
      </w:r>
    </w:p>
    <w:p w14:paraId="351D3F4F" w14:textId="77777777" w:rsidR="00C83B26" w:rsidRDefault="002E19AC" w:rsidP="00C83B26">
      <w:r w:rsidRPr="00223237">
        <w:t>Tout à l</w:t>
      </w:r>
      <w:r w:rsidR="00AB6DDF">
        <w:t>’</w:t>
      </w:r>
      <w:r w:rsidRPr="00223237">
        <w:t>heure</w:t>
      </w:r>
      <w:r w:rsidR="00AB6DDF">
        <w:t xml:space="preserve">, </w:t>
      </w:r>
      <w:r w:rsidRPr="00223237">
        <w:t>quand tu rentreras</w:t>
      </w:r>
      <w:r w:rsidR="00AB6DDF">
        <w:t xml:space="preserve">… </w:t>
      </w:r>
      <w:r w:rsidRPr="00223237">
        <w:t>je serai partie</w:t>
      </w:r>
      <w:r w:rsidR="00AB6DDF">
        <w:t xml:space="preserve">… </w:t>
      </w:r>
      <w:r w:rsidRPr="00223237">
        <w:t>pour toujours</w:t>
      </w:r>
      <w:r w:rsidR="00AB6DDF">
        <w:t xml:space="preserve">… </w:t>
      </w:r>
      <w:r w:rsidRPr="00223237">
        <w:t>Hélas</w:t>
      </w:r>
      <w:r w:rsidR="00AB6DDF">
        <w:t xml:space="preserve"> ! </w:t>
      </w:r>
      <w:r w:rsidRPr="00223237">
        <w:t>Il le faut</w:t>
      </w:r>
      <w:r w:rsidR="00AB6DDF">
        <w:t> !…</w:t>
      </w:r>
    </w:p>
    <w:p w14:paraId="664BEDFD" w14:textId="77777777" w:rsidR="00C83B26" w:rsidRDefault="002E19AC" w:rsidP="00C83B26">
      <w:r w:rsidRPr="00223237">
        <w:t>Nous avions fait un rêve</w:t>
      </w:r>
      <w:r w:rsidR="00AB6DDF">
        <w:t xml:space="preserve"> !… </w:t>
      </w:r>
      <w:r w:rsidRPr="00223237">
        <w:t>Oui</w:t>
      </w:r>
      <w:r w:rsidR="00AB6DDF">
        <w:t xml:space="preserve">, </w:t>
      </w:r>
      <w:r w:rsidRPr="00223237">
        <w:t>Vivre ensemble toute la vie</w:t>
      </w:r>
      <w:r w:rsidR="00AB6DDF">
        <w:t xml:space="preserve">… </w:t>
      </w:r>
      <w:r w:rsidRPr="00223237">
        <w:t>c</w:t>
      </w:r>
      <w:r w:rsidR="00AB6DDF">
        <w:t>’</w:t>
      </w:r>
      <w:r w:rsidRPr="00223237">
        <w:t>eût été beau</w:t>
      </w:r>
      <w:r w:rsidR="00AB6DDF">
        <w:t xml:space="preserve">… </w:t>
      </w:r>
      <w:r w:rsidRPr="00223237">
        <w:t>C</w:t>
      </w:r>
      <w:r w:rsidR="00AB6DDF">
        <w:t>’</w:t>
      </w:r>
      <w:r w:rsidRPr="00223237">
        <w:t>était trop beau</w:t>
      </w:r>
      <w:r w:rsidR="00AB6DDF">
        <w:t> !…</w:t>
      </w:r>
    </w:p>
    <w:p w14:paraId="3B38FFDC" w14:textId="77777777" w:rsidR="00C83B26" w:rsidRDefault="002E19AC" w:rsidP="00C83B26">
      <w:r w:rsidRPr="00223237">
        <w:t>Nous venons de passer deux jours dans les bras l</w:t>
      </w:r>
      <w:r w:rsidR="00AB6DDF">
        <w:t>’</w:t>
      </w:r>
      <w:r w:rsidRPr="00223237">
        <w:t>un de l</w:t>
      </w:r>
      <w:r w:rsidR="00AB6DDF">
        <w:t>’</w:t>
      </w:r>
      <w:r w:rsidRPr="00223237">
        <w:t>autre</w:t>
      </w:r>
      <w:r w:rsidR="00AB6DDF">
        <w:t xml:space="preserve"> !… </w:t>
      </w:r>
      <w:r w:rsidRPr="00223237">
        <w:t>Deux jours que je n</w:t>
      </w:r>
      <w:r w:rsidR="00AB6DDF">
        <w:t>’</w:t>
      </w:r>
      <w:r w:rsidRPr="00223237">
        <w:t>oublierai jamais et dont je veux garder le souvenir intact</w:t>
      </w:r>
      <w:r w:rsidR="00AB6DDF">
        <w:t> !</w:t>
      </w:r>
    </w:p>
    <w:p w14:paraId="19AAB31D" w14:textId="77777777" w:rsidR="00C83B26" w:rsidRDefault="002E19AC" w:rsidP="00C83B26">
      <w:r w:rsidRPr="00223237">
        <w:lastRenderedPageBreak/>
        <w:t>Je ne veux pas qu</w:t>
      </w:r>
      <w:r w:rsidR="00AB6DDF">
        <w:t>’</w:t>
      </w:r>
      <w:r w:rsidRPr="00223237">
        <w:t>une discussion vienne en rompre le charme</w:t>
      </w:r>
      <w:r w:rsidR="00AB6DDF">
        <w:t xml:space="preserve"> – </w:t>
      </w:r>
      <w:r w:rsidRPr="00223237">
        <w:t>je veux qu</w:t>
      </w:r>
      <w:r w:rsidR="00AB6DDF">
        <w:t>’</w:t>
      </w:r>
      <w:r w:rsidRPr="00223237">
        <w:t>il se prolonge en moi et je profite de ton a</w:t>
      </w:r>
      <w:r w:rsidRPr="00223237">
        <w:t>b</w:t>
      </w:r>
      <w:r w:rsidRPr="00223237">
        <w:t>sence pour m</w:t>
      </w:r>
      <w:r w:rsidR="00AB6DDF">
        <w:t>’</w:t>
      </w:r>
      <w:r w:rsidRPr="00223237">
        <w:t>en aller</w:t>
      </w:r>
      <w:r w:rsidR="00AB6DDF">
        <w:t xml:space="preserve">, </w:t>
      </w:r>
      <w:r w:rsidRPr="00223237">
        <w:t>lâchement</w:t>
      </w:r>
      <w:r w:rsidR="00AB6DDF">
        <w:t>…</w:t>
      </w:r>
    </w:p>
    <w:p w14:paraId="34703207" w14:textId="77777777" w:rsidR="00C83B26" w:rsidRDefault="002E19AC" w:rsidP="00C83B26">
      <w:r w:rsidRPr="00223237">
        <w:t>J</w:t>
      </w:r>
      <w:r w:rsidR="00AB6DDF">
        <w:t>’</w:t>
      </w:r>
      <w:r w:rsidRPr="00223237">
        <w:t>emporte comme une voleuse les derniers mots que tu m</w:t>
      </w:r>
      <w:r w:rsidR="00AB6DDF">
        <w:t>’</w:t>
      </w:r>
      <w:r w:rsidRPr="00223237">
        <w:t>as jetés avant de faire claquer la porte</w:t>
      </w:r>
      <w:r w:rsidR="00AB6DDF">
        <w:t xml:space="preserve">… </w:t>
      </w:r>
      <w:r w:rsidRPr="00223237">
        <w:t>Je ne veux pas t</w:t>
      </w:r>
      <w:r w:rsidR="00AB6DDF">
        <w:t>’</w:t>
      </w:r>
      <w:r w:rsidRPr="00223237">
        <w:t>en entendre prononcer d</w:t>
      </w:r>
      <w:r w:rsidR="00AB6DDF">
        <w:t>’</w:t>
      </w:r>
      <w:r w:rsidRPr="00223237">
        <w:t>autres</w:t>
      </w:r>
      <w:r w:rsidR="00AB6DDF">
        <w:t>…</w:t>
      </w:r>
    </w:p>
    <w:p w14:paraId="4C114B02" w14:textId="77777777" w:rsidR="00C83B26" w:rsidRDefault="002E19AC" w:rsidP="00C83B26">
      <w:r w:rsidRPr="00223237">
        <w:t>Tu m</w:t>
      </w:r>
      <w:r w:rsidR="00AB6DDF">
        <w:t>’</w:t>
      </w:r>
      <w:r w:rsidRPr="00223237">
        <w:t>as dit en partant</w:t>
      </w:r>
      <w:r w:rsidR="00AB6DDF">
        <w:t> : « </w:t>
      </w:r>
      <w:r w:rsidRPr="00223237">
        <w:t>À tout à l</w:t>
      </w:r>
      <w:r w:rsidR="00AB6DDF">
        <w:t>’</w:t>
      </w:r>
      <w:r w:rsidRPr="00223237">
        <w:t>heure</w:t>
      </w:r>
      <w:r w:rsidR="00AB6DDF">
        <w:t xml:space="preserve">, </w:t>
      </w:r>
      <w:r w:rsidRPr="00223237">
        <w:t>mon amour</w:t>
      </w:r>
      <w:r w:rsidR="00AB6DDF">
        <w:t> !… »</w:t>
      </w:r>
      <w:r w:rsidRPr="00223237">
        <w:t xml:space="preserve"> Ce n</w:t>
      </w:r>
      <w:r w:rsidR="00AB6DDF">
        <w:t>’</w:t>
      </w:r>
      <w:r w:rsidRPr="00223237">
        <w:t>est pas un mot</w:t>
      </w:r>
      <w:r w:rsidR="00AB6DDF">
        <w:t xml:space="preserve">. </w:t>
      </w:r>
      <w:r w:rsidRPr="00223237">
        <w:t>Ce n</w:t>
      </w:r>
      <w:r w:rsidR="00AB6DDF">
        <w:t>’</w:t>
      </w:r>
      <w:r w:rsidRPr="00223237">
        <w:t>est presque rien et si je devais te r</w:t>
      </w:r>
      <w:r w:rsidRPr="00223237">
        <w:t>e</w:t>
      </w:r>
      <w:r w:rsidRPr="00223237">
        <w:t>voir</w:t>
      </w:r>
      <w:r w:rsidR="00AB6DDF">
        <w:t xml:space="preserve">, </w:t>
      </w:r>
      <w:r w:rsidRPr="00223237">
        <w:t>si je n</w:t>
      </w:r>
      <w:r w:rsidR="00AB6DDF">
        <w:t>’</w:t>
      </w:r>
      <w:r w:rsidRPr="00223237">
        <w:t>avais pas pris la décision que j</w:t>
      </w:r>
      <w:r w:rsidR="00AB6DDF">
        <w:t>’</w:t>
      </w:r>
      <w:r w:rsidRPr="00223237">
        <w:t>ai prise</w:t>
      </w:r>
      <w:r w:rsidR="00AB6DDF">
        <w:t xml:space="preserve">, </w:t>
      </w:r>
      <w:r w:rsidRPr="00223237">
        <w:t>je ne m</w:t>
      </w:r>
      <w:r w:rsidR="00AB6DDF">
        <w:t>’</w:t>
      </w:r>
      <w:r w:rsidRPr="00223237">
        <w:t>en souvie</w:t>
      </w:r>
      <w:r w:rsidRPr="00223237">
        <w:t>n</w:t>
      </w:r>
      <w:r w:rsidRPr="00223237">
        <w:t>drais sans doute déjà plus</w:t>
      </w:r>
      <w:r w:rsidR="00AB6DDF">
        <w:t xml:space="preserve">. </w:t>
      </w:r>
      <w:r w:rsidRPr="00223237">
        <w:t>Mais parce que je sais que je ne te reverrai pas</w:t>
      </w:r>
      <w:r w:rsidR="00AB6DDF">
        <w:t xml:space="preserve">, </w:t>
      </w:r>
      <w:r w:rsidRPr="00223237">
        <w:t>ces mots ont tout à coup</w:t>
      </w:r>
      <w:r w:rsidR="00AB6DDF">
        <w:t xml:space="preserve">, </w:t>
      </w:r>
      <w:r w:rsidRPr="00223237">
        <w:t>pour moi</w:t>
      </w:r>
      <w:r w:rsidR="00AB6DDF">
        <w:t xml:space="preserve">, </w:t>
      </w:r>
      <w:r w:rsidRPr="00223237">
        <w:t>une sign</w:t>
      </w:r>
      <w:r w:rsidRPr="00223237">
        <w:t>i</w:t>
      </w:r>
      <w:r w:rsidRPr="00223237">
        <w:t>fication douloureuse et pourtant très douce</w:t>
      </w:r>
      <w:r w:rsidR="00AB6DDF">
        <w:t xml:space="preserve">… </w:t>
      </w:r>
      <w:r w:rsidRPr="00223237">
        <w:t>Je t</w:t>
      </w:r>
      <w:r w:rsidR="00AB6DDF">
        <w:t>’</w:t>
      </w:r>
      <w:r w:rsidRPr="00223237">
        <w:t>ai obligé à commettre un mensonge sans que tu en sois coupable</w:t>
      </w:r>
      <w:r w:rsidR="00AB6DDF">
        <w:t xml:space="preserve">. </w:t>
      </w:r>
      <w:r w:rsidRPr="00223237">
        <w:t>Tu as dit</w:t>
      </w:r>
      <w:r w:rsidR="00AB6DDF">
        <w:t> : « </w:t>
      </w:r>
      <w:r w:rsidRPr="00223237">
        <w:t>À tout à l</w:t>
      </w:r>
      <w:r w:rsidR="00AB6DDF">
        <w:t>’</w:t>
      </w:r>
      <w:r w:rsidRPr="00223237">
        <w:t>heure</w:t>
      </w:r>
      <w:r w:rsidR="00AB6DDF">
        <w:t>… »</w:t>
      </w:r>
      <w:r w:rsidRPr="00223237">
        <w:t xml:space="preserve"> Et tout à l</w:t>
      </w:r>
      <w:r w:rsidR="00AB6DDF">
        <w:t>’</w:t>
      </w:r>
      <w:r w:rsidRPr="00223237">
        <w:t>heure tu ne me reverras pas</w:t>
      </w:r>
      <w:r w:rsidR="00AB6DDF">
        <w:t> !…</w:t>
      </w:r>
    </w:p>
    <w:p w14:paraId="5799C52A" w14:textId="77777777" w:rsidR="00C83B26" w:rsidRDefault="002E19AC" w:rsidP="00C83B26">
      <w:r w:rsidRPr="00223237">
        <w:t>Désormais</w:t>
      </w:r>
      <w:r w:rsidR="00AB6DDF">
        <w:t xml:space="preserve">, </w:t>
      </w:r>
      <w:r w:rsidRPr="00223237">
        <w:t>chaque soir en m</w:t>
      </w:r>
      <w:r w:rsidR="00AB6DDF">
        <w:t>’</w:t>
      </w:r>
      <w:r w:rsidRPr="00223237">
        <w:t>endormant</w:t>
      </w:r>
      <w:r w:rsidR="00AB6DDF">
        <w:t xml:space="preserve">, </w:t>
      </w:r>
      <w:r w:rsidRPr="00223237">
        <w:t>je répéterai tout bas ces mots</w:t>
      </w:r>
      <w:r w:rsidR="00AB6DDF">
        <w:t> : « </w:t>
      </w:r>
      <w:r w:rsidRPr="00223237">
        <w:t>À tout à l</w:t>
      </w:r>
      <w:r w:rsidR="00AB6DDF">
        <w:t>’</w:t>
      </w:r>
      <w:r w:rsidRPr="00223237">
        <w:t>heure</w:t>
      </w:r>
      <w:r w:rsidR="00AB6DDF">
        <w:t xml:space="preserve">, </w:t>
      </w:r>
      <w:r w:rsidRPr="00223237">
        <w:t>mon amour</w:t>
      </w:r>
      <w:r w:rsidR="00AB6DDF">
        <w:t>… »</w:t>
      </w:r>
    </w:p>
    <w:p w14:paraId="111D155A" w14:textId="77777777" w:rsidR="00C83B26" w:rsidRDefault="002E19AC" w:rsidP="00C83B26">
      <w:r w:rsidRPr="00223237">
        <w:t>Je veux conserver dans mon oreille le son de ta voix quand tu disais ces mots</w:t>
      </w:r>
      <w:r w:rsidR="00AB6DDF">
        <w:t xml:space="preserve">… </w:t>
      </w:r>
      <w:r w:rsidRPr="00223237">
        <w:t>Je veux conserver cette illusion</w:t>
      </w:r>
      <w:r w:rsidR="00AB6DDF">
        <w:t xml:space="preserve">, </w:t>
      </w:r>
      <w:r w:rsidRPr="00223237">
        <w:t>mon amour</w:t>
      </w:r>
      <w:r w:rsidR="00AB6DDF">
        <w:t xml:space="preserve">, </w:t>
      </w:r>
      <w:r w:rsidRPr="00223237">
        <w:t xml:space="preserve">que </w:t>
      </w:r>
      <w:r w:rsidR="00AB6DDF">
        <w:t>« </w:t>
      </w:r>
      <w:r w:rsidRPr="00223237">
        <w:t>tout à l</w:t>
      </w:r>
      <w:r w:rsidR="00AB6DDF">
        <w:t>’</w:t>
      </w:r>
      <w:r w:rsidRPr="00223237">
        <w:t>heure</w:t>
      </w:r>
      <w:r w:rsidR="00AB6DDF">
        <w:t> »</w:t>
      </w:r>
      <w:r w:rsidRPr="00223237">
        <w:t xml:space="preserve"> je te reverrai</w:t>
      </w:r>
      <w:r w:rsidR="00AB6DDF">
        <w:t>…</w:t>
      </w:r>
    </w:p>
    <w:p w14:paraId="6CBC57BF" w14:textId="77777777" w:rsidR="00C83B26" w:rsidRDefault="002E19AC" w:rsidP="00C83B26">
      <w:r w:rsidRPr="00223237">
        <w:t>Mais comprends-moi bien</w:t>
      </w:r>
      <w:r w:rsidR="00AB6DDF">
        <w:t xml:space="preserve">, </w:t>
      </w:r>
      <w:r w:rsidRPr="00223237">
        <w:t>n</w:t>
      </w:r>
      <w:r w:rsidR="00AB6DDF">
        <w:t>’</w:t>
      </w:r>
      <w:r w:rsidRPr="00223237">
        <w:t>est-ce pas</w:t>
      </w:r>
      <w:r w:rsidR="00AB6DDF">
        <w:t xml:space="preserve">, </w:t>
      </w:r>
      <w:r w:rsidRPr="00223237">
        <w:t xml:space="preserve">il ne faut pas que je te revoie </w:t>
      </w:r>
      <w:r w:rsidRPr="00223237">
        <w:rPr>
          <w:i/>
          <w:iCs/>
        </w:rPr>
        <w:t>jamais</w:t>
      </w:r>
      <w:r w:rsidR="00AB6DDF">
        <w:rPr>
          <w:i/>
          <w:iCs/>
        </w:rPr>
        <w:t>. (</w:t>
      </w:r>
      <w:r w:rsidRPr="00223237">
        <w:rPr>
          <w:i/>
          <w:iCs/>
        </w:rPr>
        <w:t>Elle souligne ce dernier mot</w:t>
      </w:r>
      <w:r w:rsidR="00AB6DDF">
        <w:rPr>
          <w:i/>
          <w:iCs/>
        </w:rPr>
        <w:t>.)</w:t>
      </w:r>
    </w:p>
    <w:p w14:paraId="780691EB" w14:textId="77777777" w:rsidR="00C83B26" w:rsidRDefault="002E19AC" w:rsidP="00C83B26">
      <w:r w:rsidRPr="00223237">
        <w:t>Je sais combien tu es adroit</w:t>
      </w:r>
      <w:r w:rsidR="00AB6DDF">
        <w:t xml:space="preserve">, </w:t>
      </w:r>
      <w:r w:rsidRPr="00223237">
        <w:t>et je suis sûre que tu voudras bien m</w:t>
      </w:r>
      <w:r w:rsidR="00AB6DDF">
        <w:t>’</w:t>
      </w:r>
      <w:r w:rsidRPr="00223237">
        <w:t>éviter toute rencontre avec toi</w:t>
      </w:r>
      <w:r w:rsidR="00AB6DDF">
        <w:t> !…</w:t>
      </w:r>
    </w:p>
    <w:p w14:paraId="67426187" w14:textId="77777777" w:rsidR="00C83B26" w:rsidRDefault="002E19AC" w:rsidP="00C83B26">
      <w:r w:rsidRPr="00223237">
        <w:t>Autant que cela te sera possible</w:t>
      </w:r>
      <w:r w:rsidR="00AB6DDF">
        <w:t xml:space="preserve">, </w:t>
      </w:r>
      <w:r w:rsidRPr="00223237">
        <w:t>tu n</w:t>
      </w:r>
      <w:r w:rsidR="00AB6DDF">
        <w:t>’</w:t>
      </w:r>
      <w:r w:rsidRPr="00223237">
        <w:t>iras pas dans les e</w:t>
      </w:r>
      <w:r w:rsidRPr="00223237">
        <w:t>n</w:t>
      </w:r>
      <w:r w:rsidRPr="00223237">
        <w:t>droits où tu sais que j</w:t>
      </w:r>
      <w:r w:rsidR="00AB6DDF">
        <w:t>’</w:t>
      </w:r>
      <w:r w:rsidRPr="00223237">
        <w:t>ai l</w:t>
      </w:r>
      <w:r w:rsidR="00AB6DDF">
        <w:t>’</w:t>
      </w:r>
      <w:r w:rsidRPr="00223237">
        <w:t>habitude d</w:t>
      </w:r>
      <w:r w:rsidR="00AB6DDF">
        <w:t>’</w:t>
      </w:r>
      <w:r w:rsidRPr="00223237">
        <w:t>aller</w:t>
      </w:r>
      <w:r w:rsidR="00AB6DDF">
        <w:t>…</w:t>
      </w:r>
    </w:p>
    <w:p w14:paraId="54252E6B" w14:textId="77777777" w:rsidR="00C83B26" w:rsidRDefault="002E19AC" w:rsidP="00C83B26">
      <w:r w:rsidRPr="00223237">
        <w:t>Songe à ce que serait pour moi ton regard</w:t>
      </w:r>
      <w:r w:rsidR="00AB6DDF">
        <w:t xml:space="preserve">, </w:t>
      </w:r>
      <w:r w:rsidRPr="00223237">
        <w:t>vu de loin</w:t>
      </w:r>
      <w:r w:rsidR="00AB6DDF">
        <w:t xml:space="preserve"> ! </w:t>
      </w:r>
      <w:r w:rsidRPr="00223237">
        <w:t>Songe à l</w:t>
      </w:r>
      <w:r w:rsidR="00AB6DDF">
        <w:t>’</w:t>
      </w:r>
      <w:r w:rsidRPr="00223237">
        <w:t>horreur d</w:t>
      </w:r>
      <w:r w:rsidR="00AB6DDF">
        <w:t>’</w:t>
      </w:r>
      <w:r w:rsidRPr="00223237">
        <w:t>un coup de chapeau</w:t>
      </w:r>
      <w:r w:rsidR="00AB6DDF">
        <w:t xml:space="preserve"> ! </w:t>
      </w:r>
      <w:r w:rsidRPr="00223237">
        <w:t>Songe à la poignée de main que je te donnerais</w:t>
      </w:r>
      <w:r w:rsidR="00AB6DDF">
        <w:t xml:space="preserve"> ! </w:t>
      </w:r>
      <w:r w:rsidRPr="00223237">
        <w:t xml:space="preserve">Songe aux phrases banales que </w:t>
      </w:r>
      <w:r w:rsidRPr="00223237">
        <w:lastRenderedPageBreak/>
        <w:t>nous serions obligés d</w:t>
      </w:r>
      <w:r w:rsidR="00AB6DDF">
        <w:t>’</w:t>
      </w:r>
      <w:r w:rsidRPr="00223237">
        <w:t>échanger tous les deux</w:t>
      </w:r>
      <w:r w:rsidR="00AB6DDF">
        <w:t xml:space="preserve"> ! </w:t>
      </w:r>
      <w:r w:rsidR="00AB6DDF">
        <w:rPr>
          <w:i/>
          <w:iCs/>
        </w:rPr>
        <w:t>(</w:t>
      </w:r>
      <w:r w:rsidRPr="00223237">
        <w:rPr>
          <w:i/>
          <w:iCs/>
        </w:rPr>
        <w:t>S</w:t>
      </w:r>
      <w:r w:rsidR="00AB6DDF">
        <w:rPr>
          <w:i/>
          <w:iCs/>
        </w:rPr>
        <w:t>’</w:t>
      </w:r>
      <w:r w:rsidRPr="00223237">
        <w:rPr>
          <w:i/>
          <w:iCs/>
        </w:rPr>
        <w:t>interrompant d</w:t>
      </w:r>
      <w:r w:rsidR="00AB6DDF">
        <w:rPr>
          <w:i/>
          <w:iCs/>
        </w:rPr>
        <w:t>’</w:t>
      </w:r>
      <w:r w:rsidRPr="00223237">
        <w:rPr>
          <w:i/>
          <w:iCs/>
        </w:rPr>
        <w:t>écrire</w:t>
      </w:r>
      <w:r w:rsidR="00AB6DDF">
        <w:rPr>
          <w:i/>
          <w:iCs/>
        </w:rPr>
        <w:t xml:space="preserve">…) </w:t>
      </w:r>
      <w:r w:rsidRPr="00223237">
        <w:t>Oh non</w:t>
      </w:r>
      <w:r w:rsidR="00AB6DDF">
        <w:t xml:space="preserve"> ! </w:t>
      </w:r>
      <w:r w:rsidRPr="00223237">
        <w:t>Surtout pas cela</w:t>
      </w:r>
      <w:r w:rsidR="00AB6DDF">
        <w:t xml:space="preserve">, </w:t>
      </w:r>
      <w:r w:rsidRPr="00223237">
        <w:t>je t</w:t>
      </w:r>
      <w:r w:rsidR="00AB6DDF">
        <w:t>’</w:t>
      </w:r>
      <w:r w:rsidRPr="00223237">
        <w:t>en supplie</w:t>
      </w:r>
      <w:r w:rsidR="00AB6DDF">
        <w:t xml:space="preserve"> ! </w:t>
      </w:r>
      <w:r w:rsidR="00AB6DDF">
        <w:rPr>
          <w:i/>
          <w:iCs/>
        </w:rPr>
        <w:t>(</w:t>
      </w:r>
      <w:r w:rsidRPr="00223237">
        <w:rPr>
          <w:i/>
          <w:iCs/>
        </w:rPr>
        <w:t>Cont</w:t>
      </w:r>
      <w:r w:rsidRPr="00223237">
        <w:rPr>
          <w:i/>
          <w:iCs/>
        </w:rPr>
        <w:t>i</w:t>
      </w:r>
      <w:r w:rsidRPr="00223237">
        <w:rPr>
          <w:i/>
          <w:iCs/>
        </w:rPr>
        <w:t>nuant</w:t>
      </w:r>
      <w:r w:rsidR="00AB6DDF">
        <w:rPr>
          <w:i/>
          <w:iCs/>
        </w:rPr>
        <w:t>).</w:t>
      </w:r>
    </w:p>
    <w:p w14:paraId="14BB0B65" w14:textId="77777777" w:rsidR="00C83B26" w:rsidRDefault="002E19AC" w:rsidP="00C83B26">
      <w:r w:rsidRPr="00223237">
        <w:t>N</w:t>
      </w:r>
      <w:r w:rsidR="00AB6DDF">
        <w:t>’</w:t>
      </w:r>
      <w:r w:rsidRPr="00223237">
        <w:t>efface pas le souvenir que j</w:t>
      </w:r>
      <w:r w:rsidR="00AB6DDF">
        <w:t>’</w:t>
      </w:r>
      <w:r w:rsidRPr="00223237">
        <w:t>ai actuellement de toi</w:t>
      </w:r>
      <w:r w:rsidR="00AB6DDF">
        <w:t xml:space="preserve">… </w:t>
      </w:r>
      <w:r w:rsidRPr="00223237">
        <w:t>Je te vois dans l</w:t>
      </w:r>
      <w:r w:rsidR="00AB6DDF">
        <w:t>’</w:t>
      </w:r>
      <w:r w:rsidRPr="00223237">
        <w:t>encadrement de cette porte</w:t>
      </w:r>
      <w:r w:rsidR="00AB6DDF">
        <w:t xml:space="preserve">… </w:t>
      </w:r>
      <w:r w:rsidRPr="00223237">
        <w:t>Je revois ton sourire</w:t>
      </w:r>
      <w:r w:rsidR="00AB6DDF">
        <w:t xml:space="preserve">, </w:t>
      </w:r>
      <w:r w:rsidRPr="00223237">
        <w:t>et dans tes yeux que j</w:t>
      </w:r>
      <w:r w:rsidR="00AB6DDF">
        <w:t>’</w:t>
      </w:r>
      <w:r w:rsidRPr="00223237">
        <w:t>aime</w:t>
      </w:r>
      <w:r w:rsidR="00AB6DDF">
        <w:t xml:space="preserve">, </w:t>
      </w:r>
      <w:r w:rsidRPr="00223237">
        <w:t xml:space="preserve">la certitude que tu avais de me revoir </w:t>
      </w:r>
      <w:r w:rsidR="00AB6DDF">
        <w:t>« </w:t>
      </w:r>
      <w:r w:rsidRPr="00223237">
        <w:t>tout à l</w:t>
      </w:r>
      <w:r w:rsidR="00AB6DDF">
        <w:t>’</w:t>
      </w:r>
      <w:r w:rsidRPr="00223237">
        <w:t>heure</w:t>
      </w:r>
      <w:r w:rsidR="00AB6DDF">
        <w:t> » !</w:t>
      </w:r>
    </w:p>
    <w:p w14:paraId="2ADD0E0D" w14:textId="77777777" w:rsidR="00C83B26" w:rsidRDefault="002E19AC" w:rsidP="00C83B26">
      <w:r w:rsidRPr="00223237">
        <w:t>N</w:t>
      </w:r>
      <w:r w:rsidR="00AB6DDF">
        <w:t>’</w:t>
      </w:r>
      <w:r w:rsidRPr="00223237">
        <w:t>efface pas ce départ qui évoque un retour</w:t>
      </w:r>
      <w:r w:rsidR="00AB6DDF">
        <w:t xml:space="preserve"> !… </w:t>
      </w:r>
      <w:r w:rsidRPr="00223237">
        <w:t>Aie pitié de ma faiblesse</w:t>
      </w:r>
      <w:r w:rsidR="00AB6DDF">
        <w:t xml:space="preserve">, </w:t>
      </w:r>
      <w:r w:rsidRPr="00223237">
        <w:t>et pense au mal que tu pourrais me faire</w:t>
      </w:r>
      <w:r w:rsidR="00AB6DDF">
        <w:t> !</w:t>
      </w:r>
    </w:p>
    <w:p w14:paraId="6BE1E050" w14:textId="77777777" w:rsidR="00C83B26" w:rsidRDefault="002E19AC" w:rsidP="00C83B26">
      <w:r w:rsidRPr="00223237">
        <w:t>Oh</w:t>
      </w:r>
      <w:r w:rsidR="00AB6DDF">
        <w:t xml:space="preserve"> ! </w:t>
      </w:r>
      <w:r w:rsidRPr="00223237">
        <w:t>va</w:t>
      </w:r>
      <w:r w:rsidR="00AB6DDF">
        <w:t xml:space="preserve">, </w:t>
      </w:r>
      <w:r w:rsidRPr="00223237">
        <w:t>je ne fais pas la maligne</w:t>
      </w:r>
      <w:r w:rsidR="00AB6DDF">
        <w:t xml:space="preserve">, </w:t>
      </w:r>
      <w:r w:rsidRPr="00223237">
        <w:t>et j</w:t>
      </w:r>
      <w:r w:rsidR="00AB6DDF">
        <w:t>’</w:t>
      </w:r>
      <w:r w:rsidRPr="00223237">
        <w:t>avoue sans rougir la peine immense que j</w:t>
      </w:r>
      <w:r w:rsidR="00AB6DDF">
        <w:t>’</w:t>
      </w:r>
      <w:r w:rsidRPr="00223237">
        <w:t>ai</w:t>
      </w:r>
      <w:r w:rsidR="00AB6DDF">
        <w:t xml:space="preserve"> !… </w:t>
      </w:r>
      <w:r w:rsidRPr="00223237">
        <w:t>Tu m</w:t>
      </w:r>
      <w:r w:rsidR="00AB6DDF">
        <w:t>’</w:t>
      </w:r>
      <w:r w:rsidRPr="00223237">
        <w:t>as prise tout à fait</w:t>
      </w:r>
      <w:r w:rsidR="00AB6DDF">
        <w:t xml:space="preserve">. </w:t>
      </w:r>
      <w:r w:rsidRPr="00223237">
        <w:t>Je ne pense pas qu</w:t>
      </w:r>
      <w:r w:rsidR="00AB6DDF">
        <w:t>’</w:t>
      </w:r>
      <w:r w:rsidRPr="00223237">
        <w:t>il y eût jamais des amours plus rapides</w:t>
      </w:r>
      <w:r w:rsidR="00AB6DDF">
        <w:t xml:space="preserve">, </w:t>
      </w:r>
      <w:r w:rsidRPr="00223237">
        <w:t>plus fugitives que les nôtres et pourtant je ne pense pas qu</w:t>
      </w:r>
      <w:r w:rsidR="00AB6DDF">
        <w:t>’</w:t>
      </w:r>
      <w:r w:rsidRPr="00223237">
        <w:t>un amour fût j</w:t>
      </w:r>
      <w:r w:rsidRPr="00223237">
        <w:t>a</w:t>
      </w:r>
      <w:r w:rsidRPr="00223237">
        <w:t>mais plus grand que celui qui me déchire actuellement le cœur</w:t>
      </w:r>
      <w:r w:rsidR="00AB6DDF">
        <w:t> !…</w:t>
      </w:r>
    </w:p>
    <w:p w14:paraId="3E8BD5CC" w14:textId="77777777" w:rsidR="00C83B26" w:rsidRDefault="002E19AC" w:rsidP="00C83B26">
      <w:r w:rsidRPr="00223237">
        <w:t>Je sais bien qu</w:t>
      </w:r>
      <w:r w:rsidR="00AB6DDF">
        <w:t>’</w:t>
      </w:r>
      <w:r w:rsidRPr="00223237">
        <w:t>on se croit toujours plus atteint que les autres</w:t>
      </w:r>
      <w:r w:rsidR="00AB6DDF">
        <w:t xml:space="preserve"> ! </w:t>
      </w:r>
      <w:r w:rsidRPr="00223237">
        <w:t>Qu</w:t>
      </w:r>
      <w:r w:rsidR="00AB6DDF">
        <w:t>’</w:t>
      </w:r>
      <w:r w:rsidRPr="00223237">
        <w:t>importe</w:t>
      </w:r>
      <w:r w:rsidR="00AB6DDF">
        <w:t xml:space="preserve"> ! </w:t>
      </w:r>
      <w:r w:rsidRPr="00223237">
        <w:t>Je ne veux pas qu</w:t>
      </w:r>
      <w:r w:rsidR="00AB6DDF">
        <w:t>’</w:t>
      </w:r>
      <w:r w:rsidRPr="00223237">
        <w:t>on me dise qu</w:t>
      </w:r>
      <w:r w:rsidR="00AB6DDF">
        <w:t>’</w:t>
      </w:r>
      <w:r w:rsidRPr="00223237">
        <w:t>il est po</w:t>
      </w:r>
      <w:r w:rsidRPr="00223237">
        <w:t>s</w:t>
      </w:r>
      <w:r w:rsidRPr="00223237">
        <w:t>sible d</w:t>
      </w:r>
      <w:r w:rsidR="00AB6DDF">
        <w:t>’</w:t>
      </w:r>
      <w:r w:rsidRPr="00223237">
        <w:t>aimer davantage</w:t>
      </w:r>
      <w:r w:rsidR="00AB6DDF">
        <w:t>.</w:t>
      </w:r>
    </w:p>
    <w:p w14:paraId="2D888799" w14:textId="77777777" w:rsidR="00C83B26" w:rsidRDefault="002E19AC" w:rsidP="00C83B26">
      <w:r w:rsidRPr="00223237">
        <w:t>Je veux t</w:t>
      </w:r>
      <w:r w:rsidR="00AB6DDF">
        <w:t>’</w:t>
      </w:r>
      <w:r w:rsidRPr="00223237">
        <w:t>avoir aimé follement</w:t>
      </w:r>
      <w:r w:rsidR="00AB6DDF">
        <w:t xml:space="preserve">… </w:t>
      </w:r>
      <w:r w:rsidRPr="00223237">
        <w:t>et je ne veux pas penser qu</w:t>
      </w:r>
      <w:r w:rsidR="00AB6DDF">
        <w:t>’</w:t>
      </w:r>
      <w:r w:rsidRPr="00223237">
        <w:t>une autre plus que moi puisse t</w:t>
      </w:r>
      <w:r w:rsidR="00AB6DDF">
        <w:t>’</w:t>
      </w:r>
      <w:r w:rsidRPr="00223237">
        <w:t>aimer mai</w:t>
      </w:r>
      <w:r w:rsidRPr="00223237">
        <w:t>n</w:t>
      </w:r>
      <w:r w:rsidRPr="00223237">
        <w:t>tenant</w:t>
      </w:r>
      <w:r w:rsidR="00AB6DDF">
        <w:t>…</w:t>
      </w:r>
    </w:p>
    <w:p w14:paraId="0B6F2BD1" w14:textId="77777777" w:rsidR="00C83B26" w:rsidRDefault="002E19AC" w:rsidP="00C83B26">
      <w:r w:rsidRPr="00223237">
        <w:t>Songe à la fragilité d</w:t>
      </w:r>
      <w:r w:rsidR="00AB6DDF">
        <w:t>’</w:t>
      </w:r>
      <w:r w:rsidRPr="00223237">
        <w:t>une si merveilleuse illusion</w:t>
      </w:r>
      <w:r w:rsidR="00AB6DDF">
        <w:t> !</w:t>
      </w:r>
    </w:p>
    <w:p w14:paraId="2361864B" w14:textId="77777777" w:rsidR="00C83B26" w:rsidRDefault="002E19AC" w:rsidP="00C83B26">
      <w:r w:rsidRPr="00223237">
        <w:t>Et sache que d</w:t>
      </w:r>
      <w:r w:rsidR="00AB6DDF">
        <w:t>’</w:t>
      </w:r>
      <w:r w:rsidRPr="00223237">
        <w:t>un mot malheureux tu pourrais la détruire à j</w:t>
      </w:r>
      <w:r w:rsidRPr="00223237">
        <w:t>a</w:t>
      </w:r>
      <w:r w:rsidRPr="00223237">
        <w:t>mais</w:t>
      </w:r>
      <w:r w:rsidR="00AB6DDF">
        <w:t> !…</w:t>
      </w:r>
    </w:p>
    <w:p w14:paraId="43903EA5" w14:textId="77777777" w:rsidR="00C83B26" w:rsidRDefault="002E19AC" w:rsidP="00C83B26">
      <w:r w:rsidRPr="00223237">
        <w:t>Je me méfie de ta franchise turbulente</w:t>
      </w:r>
      <w:r w:rsidR="00AB6DDF">
        <w:t xml:space="preserve">… </w:t>
      </w:r>
      <w:r w:rsidRPr="00223237">
        <w:t>Je me méfie de ce que tu appelles ta bonne humeur et dont tu es si fier</w:t>
      </w:r>
      <w:r w:rsidR="00AB6DDF">
        <w:t xml:space="preserve">… </w:t>
      </w:r>
      <w:r w:rsidRPr="00223237">
        <w:t>Je me méfie de ton esprit parisien</w:t>
      </w:r>
      <w:r w:rsidR="00AB6DDF">
        <w:t xml:space="preserve">… </w:t>
      </w:r>
      <w:r w:rsidRPr="00223237">
        <w:t>J</w:t>
      </w:r>
      <w:r w:rsidR="00AB6DDF">
        <w:t>’</w:t>
      </w:r>
      <w:r w:rsidRPr="00223237">
        <w:t>ai peur d</w:t>
      </w:r>
      <w:r w:rsidR="00AB6DDF">
        <w:t>’</w:t>
      </w:r>
      <w:r w:rsidRPr="00223237">
        <w:t>un jeu de mots</w:t>
      </w:r>
      <w:r w:rsidR="00AB6DDF">
        <w:t xml:space="preserve">… </w:t>
      </w:r>
      <w:proofErr w:type="gramStart"/>
      <w:r w:rsidRPr="00223237">
        <w:t>j</w:t>
      </w:r>
      <w:r w:rsidR="00AB6DDF">
        <w:t>’</w:t>
      </w:r>
      <w:r w:rsidRPr="00223237">
        <w:t>ai peur</w:t>
      </w:r>
      <w:proofErr w:type="gramEnd"/>
      <w:r w:rsidRPr="00223237">
        <w:t xml:space="preserve"> de m</w:t>
      </w:r>
      <w:r w:rsidR="00AB6DDF">
        <w:t>’</w:t>
      </w:r>
      <w:r w:rsidRPr="00223237">
        <w:t>apercevoir que tout cela</w:t>
      </w:r>
      <w:r w:rsidR="00AB6DDF">
        <w:t xml:space="preserve">… </w:t>
      </w:r>
      <w:r w:rsidRPr="00223237">
        <w:t>peut-être</w:t>
      </w:r>
      <w:r w:rsidR="00AB6DDF">
        <w:t xml:space="preserve">… </w:t>
      </w:r>
      <w:r w:rsidRPr="00223237">
        <w:t>tu l</w:t>
      </w:r>
      <w:r w:rsidR="00AB6DDF">
        <w:t>’</w:t>
      </w:r>
      <w:r w:rsidRPr="00223237">
        <w:t>as pris à la blague</w:t>
      </w:r>
      <w:r w:rsidR="00AB6DDF">
        <w:t> !…</w:t>
      </w:r>
    </w:p>
    <w:p w14:paraId="56C3E9AC" w14:textId="77777777" w:rsidR="00C83B26" w:rsidRDefault="002E19AC" w:rsidP="00C83B26">
      <w:r w:rsidRPr="00223237">
        <w:lastRenderedPageBreak/>
        <w:t>Si je n</w:t>
      </w:r>
      <w:r w:rsidR="00AB6DDF">
        <w:t>’</w:t>
      </w:r>
      <w:r w:rsidRPr="00223237">
        <w:t>ai été pour toi qu</w:t>
      </w:r>
      <w:r w:rsidR="00AB6DDF">
        <w:t>’</w:t>
      </w:r>
      <w:r w:rsidRPr="00223237">
        <w:t>une bonne fortune</w:t>
      </w:r>
      <w:r w:rsidR="00AB6DDF">
        <w:t xml:space="preserve">, </w:t>
      </w:r>
      <w:r w:rsidRPr="00223237">
        <w:t>je ne veux pas le savoir</w:t>
      </w:r>
      <w:r w:rsidR="00AB6DDF">
        <w:t xml:space="preserve">… </w:t>
      </w:r>
      <w:r w:rsidRPr="00223237">
        <w:t>Je crois tellement que j</w:t>
      </w:r>
      <w:r w:rsidR="00AB6DDF">
        <w:t>’</w:t>
      </w:r>
      <w:r w:rsidRPr="00223237">
        <w:t>ai été autre chose</w:t>
      </w:r>
      <w:r w:rsidR="00AB6DDF">
        <w:t xml:space="preserve"> !… </w:t>
      </w:r>
      <w:r w:rsidR="00AB6DDF">
        <w:rPr>
          <w:i/>
          <w:iCs/>
        </w:rPr>
        <w:t>(</w:t>
      </w:r>
      <w:r w:rsidRPr="00223237">
        <w:rPr>
          <w:i/>
          <w:iCs/>
        </w:rPr>
        <w:t>Elle s</w:t>
      </w:r>
      <w:r w:rsidR="00AB6DDF">
        <w:rPr>
          <w:i/>
          <w:iCs/>
        </w:rPr>
        <w:t>’</w:t>
      </w:r>
      <w:r w:rsidRPr="00223237">
        <w:rPr>
          <w:i/>
          <w:iCs/>
        </w:rPr>
        <w:t>inte</w:t>
      </w:r>
      <w:r w:rsidRPr="00223237">
        <w:rPr>
          <w:i/>
          <w:iCs/>
        </w:rPr>
        <w:t>r</w:t>
      </w:r>
      <w:r w:rsidRPr="00223237">
        <w:rPr>
          <w:i/>
          <w:iCs/>
        </w:rPr>
        <w:t>rompt d</w:t>
      </w:r>
      <w:r w:rsidR="00AB6DDF">
        <w:rPr>
          <w:i/>
          <w:iCs/>
        </w:rPr>
        <w:t>’</w:t>
      </w:r>
      <w:r w:rsidRPr="00223237">
        <w:rPr>
          <w:i/>
          <w:iCs/>
        </w:rPr>
        <w:t>écrire</w:t>
      </w:r>
      <w:r w:rsidR="00AB6DDF">
        <w:rPr>
          <w:i/>
          <w:iCs/>
        </w:rPr>
        <w:t>.)</w:t>
      </w:r>
    </w:p>
    <w:p w14:paraId="5110EC49" w14:textId="77777777" w:rsidR="00C83B26" w:rsidRDefault="002E19AC" w:rsidP="00C83B26">
      <w:r w:rsidRPr="00223237">
        <w:t>Ah</w:t>
      </w:r>
      <w:r w:rsidR="00AB6DDF">
        <w:t xml:space="preserve"> ! </w:t>
      </w:r>
      <w:r w:rsidRPr="00223237">
        <w:t>Ton esprit et ta gaieté</w:t>
      </w:r>
      <w:r w:rsidR="00AB6DDF">
        <w:t xml:space="preserve">, </w:t>
      </w:r>
      <w:r w:rsidRPr="00223237">
        <w:t>comme c</w:t>
      </w:r>
      <w:r w:rsidR="00AB6DDF">
        <w:t>’</w:t>
      </w:r>
      <w:r w:rsidRPr="00223237">
        <w:t>est peu de chose si tu s</w:t>
      </w:r>
      <w:r w:rsidRPr="00223237">
        <w:t>a</w:t>
      </w:r>
      <w:r w:rsidRPr="00223237">
        <w:t>vais</w:t>
      </w:r>
      <w:r w:rsidR="00AB6DDF">
        <w:t xml:space="preserve"> ! </w:t>
      </w:r>
      <w:r w:rsidRPr="00223237">
        <w:t>Et dire que tu crois que c</w:t>
      </w:r>
      <w:r w:rsidR="00AB6DDF">
        <w:t>’</w:t>
      </w:r>
      <w:r w:rsidRPr="00223237">
        <w:t>est pour cela que je t</w:t>
      </w:r>
      <w:r w:rsidR="00AB6DDF">
        <w:t>’</w:t>
      </w:r>
      <w:r w:rsidRPr="00223237">
        <w:t>aime</w:t>
      </w:r>
      <w:r w:rsidR="00AB6DDF">
        <w:t xml:space="preserve"> !… </w:t>
      </w:r>
      <w:r w:rsidRPr="00223237">
        <w:t>J</w:t>
      </w:r>
      <w:r w:rsidR="00AB6DDF">
        <w:t>’</w:t>
      </w:r>
      <w:r w:rsidRPr="00223237">
        <w:t>aime mieux que tu ne saches pas</w:t>
      </w:r>
      <w:r w:rsidR="00AB6DDF">
        <w:t xml:space="preserve">… </w:t>
      </w:r>
      <w:r w:rsidRPr="00223237">
        <w:t>Tu deviendrais plus fat e</w:t>
      </w:r>
      <w:r w:rsidRPr="00223237">
        <w:t>n</w:t>
      </w:r>
      <w:r w:rsidRPr="00223237">
        <w:t>core</w:t>
      </w:r>
      <w:r w:rsidR="00AB6DDF">
        <w:t xml:space="preserve">… </w:t>
      </w:r>
      <w:r w:rsidR="00AB6DDF">
        <w:rPr>
          <w:i/>
          <w:iCs/>
        </w:rPr>
        <w:t>(</w:t>
      </w:r>
      <w:r w:rsidRPr="00223237">
        <w:rPr>
          <w:i/>
          <w:iCs/>
        </w:rPr>
        <w:t>Elle reprend la plume</w:t>
      </w:r>
      <w:r w:rsidR="00AB6DDF">
        <w:rPr>
          <w:i/>
          <w:iCs/>
        </w:rPr>
        <w:t>.)</w:t>
      </w:r>
    </w:p>
    <w:p w14:paraId="331DCAA6" w14:textId="77777777" w:rsidR="00C83B26" w:rsidRDefault="002E19AC" w:rsidP="00C83B26">
      <w:r w:rsidRPr="00223237">
        <w:t>Depuis ce matin</w:t>
      </w:r>
      <w:r w:rsidR="00AB6DDF">
        <w:t xml:space="preserve">, </w:t>
      </w:r>
      <w:r w:rsidRPr="00223237">
        <w:t>je sens dans tes paroles et dans tes gestes une inquiétude qui augmente</w:t>
      </w:r>
      <w:r w:rsidR="00AB6DDF">
        <w:t xml:space="preserve">… </w:t>
      </w:r>
      <w:r w:rsidRPr="00223237">
        <w:t>Et tantôt</w:t>
      </w:r>
      <w:r w:rsidR="00AB6DDF">
        <w:t xml:space="preserve">, </w:t>
      </w:r>
      <w:r w:rsidRPr="00223237">
        <w:t>à plusieurs reprises</w:t>
      </w:r>
      <w:r w:rsidR="00AB6DDF">
        <w:t xml:space="preserve">, </w:t>
      </w:r>
      <w:r w:rsidRPr="00223237">
        <w:t>j</w:t>
      </w:r>
      <w:r w:rsidR="00AB6DDF">
        <w:t>’</w:t>
      </w:r>
      <w:r w:rsidRPr="00223237">
        <w:t>ai senti que ton regard fuyait le mien</w:t>
      </w:r>
      <w:r w:rsidR="00AB6DDF">
        <w:t xml:space="preserve">… </w:t>
      </w:r>
      <w:r w:rsidRPr="00223237">
        <w:t>l</w:t>
      </w:r>
      <w:r w:rsidR="00AB6DDF">
        <w:t>’</w:t>
      </w:r>
      <w:r w:rsidRPr="00223237">
        <w:t>heure fatale appr</w:t>
      </w:r>
      <w:r w:rsidRPr="00223237">
        <w:t>o</w:t>
      </w:r>
      <w:r w:rsidRPr="00223237">
        <w:t>chait</w:t>
      </w:r>
      <w:r w:rsidR="00AB6DDF">
        <w:t xml:space="preserve">, </w:t>
      </w:r>
      <w:r w:rsidRPr="00223237">
        <w:t>n</w:t>
      </w:r>
      <w:r w:rsidR="00AB6DDF">
        <w:t>’</w:t>
      </w:r>
      <w:r w:rsidRPr="00223237">
        <w:t>est-ce pas</w:t>
      </w:r>
      <w:r w:rsidR="00AB6DDF">
        <w:t xml:space="preserve">, </w:t>
      </w:r>
      <w:r w:rsidRPr="00223237">
        <w:t>mon amour</w:t>
      </w:r>
      <w:r w:rsidR="00AB6DDF">
        <w:t> ?…</w:t>
      </w:r>
    </w:p>
    <w:p w14:paraId="63C0F8F6" w14:textId="77777777" w:rsidR="00C83B26" w:rsidRDefault="002E19AC" w:rsidP="00C83B26">
      <w:r w:rsidRPr="00223237">
        <w:t>On rentre d</w:t>
      </w:r>
      <w:r w:rsidR="00AB6DDF">
        <w:t>’</w:t>
      </w:r>
      <w:r w:rsidRPr="00223237">
        <w:t>Orléans demain matin</w:t>
      </w:r>
      <w:r w:rsidR="00AB6DDF">
        <w:t xml:space="preserve">… </w:t>
      </w:r>
      <w:r w:rsidRPr="00223237">
        <w:t>et il s</w:t>
      </w:r>
      <w:r w:rsidR="00AB6DDF">
        <w:t>’</w:t>
      </w:r>
      <w:r w:rsidRPr="00223237">
        <w:t>agissait de s</w:t>
      </w:r>
      <w:r w:rsidRPr="00223237">
        <w:t>a</w:t>
      </w:r>
      <w:r w:rsidRPr="00223237">
        <w:t>voir lequel de nous deux en parlerait le premier</w:t>
      </w:r>
      <w:r w:rsidR="00AB6DDF">
        <w:t xml:space="preserve"> !… </w:t>
      </w:r>
      <w:r w:rsidRPr="00223237">
        <w:t>J</w:t>
      </w:r>
      <w:r w:rsidR="00AB6DDF">
        <w:t>’</w:t>
      </w:r>
      <w:r w:rsidRPr="00223237">
        <w:t>ai eu ce triste courage</w:t>
      </w:r>
      <w:r w:rsidR="00AB6DDF">
        <w:t xml:space="preserve">. </w:t>
      </w:r>
      <w:r w:rsidRPr="00223237">
        <w:t>Tu te demandais depuis ce matin</w:t>
      </w:r>
      <w:r w:rsidR="00AB6DDF">
        <w:t xml:space="preserve">, </w:t>
      </w:r>
      <w:r w:rsidRPr="00223237">
        <w:t>n</w:t>
      </w:r>
      <w:r w:rsidR="00AB6DDF">
        <w:t>’</w:t>
      </w:r>
      <w:r w:rsidRPr="00223237">
        <w:t>est-ce pas</w:t>
      </w:r>
      <w:r w:rsidR="00AB6DDF">
        <w:t xml:space="preserve">, </w:t>
      </w:r>
      <w:r w:rsidRPr="00223237">
        <w:t>comment les choses allaient se passer</w:t>
      </w:r>
      <w:r w:rsidR="00AB6DDF">
        <w:t xml:space="preserve">… </w:t>
      </w:r>
      <w:r w:rsidRPr="00223237">
        <w:t>eh</w:t>
      </w:r>
      <w:r w:rsidR="00AB6DDF">
        <w:t xml:space="preserve"> ! </w:t>
      </w:r>
      <w:r w:rsidRPr="00223237">
        <w:t>bien</w:t>
      </w:r>
      <w:r w:rsidR="00AB6DDF">
        <w:t xml:space="preserve">, </w:t>
      </w:r>
      <w:r w:rsidRPr="00223237">
        <w:t>tu vois</w:t>
      </w:r>
      <w:r w:rsidR="00AB6DDF">
        <w:t xml:space="preserve">… </w:t>
      </w:r>
      <w:r w:rsidRPr="00223237">
        <w:t>elles vont se passer le mieux du monde</w:t>
      </w:r>
      <w:r w:rsidR="00AB6DDF">
        <w:t xml:space="preserve"> !… </w:t>
      </w:r>
      <w:r w:rsidRPr="00223237">
        <w:t>Je veux nous éviter toutes les petites hypocrisies qui ne seraient pas dignes de notre amour</w:t>
      </w:r>
      <w:r w:rsidR="00AB6DDF">
        <w:t xml:space="preserve"> !… </w:t>
      </w:r>
      <w:r w:rsidRPr="00223237">
        <w:t>Nous vivons depuis quarante-huit heures dans un rêve inouï</w:t>
      </w:r>
      <w:r w:rsidR="00AB6DDF">
        <w:t xml:space="preserve">… </w:t>
      </w:r>
      <w:r w:rsidRPr="00223237">
        <w:t>Nous avons parlé de tout</w:t>
      </w:r>
      <w:r w:rsidR="00AB6DDF">
        <w:t xml:space="preserve">… </w:t>
      </w:r>
      <w:r w:rsidRPr="00223237">
        <w:t>et nous n</w:t>
      </w:r>
      <w:r w:rsidR="00AB6DDF">
        <w:t>’</w:t>
      </w:r>
      <w:r w:rsidRPr="00223237">
        <w:t>avons parlé de rien</w:t>
      </w:r>
      <w:r w:rsidR="00AB6DDF">
        <w:t xml:space="preserve">… </w:t>
      </w:r>
      <w:r w:rsidRPr="00223237">
        <w:t>ç</w:t>
      </w:r>
      <w:r w:rsidR="00AB6DDF">
        <w:t>’</w:t>
      </w:r>
      <w:r w:rsidRPr="00223237">
        <w:t>a été un tourbillon de mots et de baisers</w:t>
      </w:r>
      <w:r w:rsidR="00AB6DDF">
        <w:t xml:space="preserve">… </w:t>
      </w:r>
      <w:r w:rsidRPr="00223237">
        <w:t>nous n</w:t>
      </w:r>
      <w:r w:rsidR="00AB6DDF">
        <w:t>’</w:t>
      </w:r>
      <w:r w:rsidRPr="00223237">
        <w:t>avons cessé de rega</w:t>
      </w:r>
      <w:r w:rsidRPr="00223237">
        <w:t>r</w:t>
      </w:r>
      <w:r w:rsidRPr="00223237">
        <w:t>der la vie que pour faire l</w:t>
      </w:r>
      <w:r w:rsidR="00AB6DDF">
        <w:t>’</w:t>
      </w:r>
      <w:r w:rsidRPr="00223237">
        <w:t>amour</w:t>
      </w:r>
      <w:r w:rsidR="00AB6DDF">
        <w:t xml:space="preserve">… </w:t>
      </w:r>
      <w:r w:rsidRPr="00223237">
        <w:t xml:space="preserve">Nous ne nous sommes pas dit </w:t>
      </w:r>
      <w:r w:rsidR="00AB6DDF">
        <w:t>« </w:t>
      </w:r>
      <w:r w:rsidRPr="00223237">
        <w:t>vous</w:t>
      </w:r>
      <w:r w:rsidR="00AB6DDF">
        <w:t> »</w:t>
      </w:r>
      <w:r w:rsidRPr="00223237">
        <w:t xml:space="preserve"> une seule fois pendant deux jours</w:t>
      </w:r>
      <w:r w:rsidR="00AB6DDF">
        <w:t xml:space="preserve">… </w:t>
      </w:r>
      <w:r w:rsidRPr="00223237">
        <w:t>et hier</w:t>
      </w:r>
      <w:r w:rsidR="00AB6DDF">
        <w:t xml:space="preserve">, </w:t>
      </w:r>
      <w:r w:rsidRPr="00223237">
        <w:t>en dînant dans ce petit salon</w:t>
      </w:r>
      <w:r w:rsidR="00AB6DDF">
        <w:t xml:space="preserve">, </w:t>
      </w:r>
      <w:r w:rsidRPr="00223237">
        <w:t>nous nous sommes tutoyés devant le garçon qui nous servait</w:t>
      </w:r>
      <w:r w:rsidR="00AB6DDF">
        <w:t xml:space="preserve">… </w:t>
      </w:r>
      <w:r w:rsidRPr="00223237">
        <w:t>avec une inconscience joyeuse et sans même nous en rendre compte</w:t>
      </w:r>
      <w:r w:rsidR="00AB6DDF">
        <w:t xml:space="preserve"> !… </w:t>
      </w:r>
      <w:r w:rsidRPr="00223237">
        <w:t>Nous avons commis toutes les i</w:t>
      </w:r>
      <w:r w:rsidRPr="00223237">
        <w:t>m</w:t>
      </w:r>
      <w:r w:rsidRPr="00223237">
        <w:t>prudences</w:t>
      </w:r>
      <w:r w:rsidR="00AB6DDF">
        <w:t xml:space="preserve">… </w:t>
      </w:r>
      <w:r w:rsidRPr="00223237">
        <w:t>au bout de quelques heures</w:t>
      </w:r>
      <w:r w:rsidR="00AB6DDF">
        <w:t xml:space="preserve">… </w:t>
      </w:r>
      <w:r w:rsidRPr="00223237">
        <w:t>avant-hier déjà</w:t>
      </w:r>
      <w:r w:rsidR="00AB6DDF">
        <w:t xml:space="preserve">… </w:t>
      </w:r>
      <w:r w:rsidRPr="00223237">
        <w:t>nous ne prenions plus la précaution de baisser les stores dans les taxis que nous prenions</w:t>
      </w:r>
      <w:r w:rsidR="00AB6DDF">
        <w:t xml:space="preserve">… </w:t>
      </w:r>
      <w:r w:rsidRPr="00223237">
        <w:t>et avoue</w:t>
      </w:r>
      <w:r w:rsidR="00AB6DDF">
        <w:t xml:space="preserve">, </w:t>
      </w:r>
      <w:r w:rsidRPr="00223237">
        <w:t>n</w:t>
      </w:r>
      <w:r w:rsidR="00AB6DDF">
        <w:t>’</w:t>
      </w:r>
      <w:r w:rsidRPr="00223237">
        <w:t>est-ce pas</w:t>
      </w:r>
      <w:r w:rsidR="00AB6DDF">
        <w:t xml:space="preserve">, </w:t>
      </w:r>
      <w:r w:rsidRPr="00223237">
        <w:t>que déso</w:t>
      </w:r>
      <w:r w:rsidRPr="00223237">
        <w:t>r</w:t>
      </w:r>
      <w:r w:rsidRPr="00223237">
        <w:t xml:space="preserve">mais tu ne diras plus que la musique de </w:t>
      </w:r>
      <w:r w:rsidRPr="00223237">
        <w:rPr>
          <w:i/>
          <w:iCs/>
        </w:rPr>
        <w:t xml:space="preserve">Manon </w:t>
      </w:r>
      <w:r w:rsidRPr="00223237">
        <w:t>a un peu vieilli</w:t>
      </w:r>
      <w:r w:rsidR="00AB6DDF">
        <w:t xml:space="preserve"> ?… </w:t>
      </w:r>
      <w:r w:rsidRPr="00223237">
        <w:t>avoue qu</w:t>
      </w:r>
      <w:r w:rsidR="00AB6DDF">
        <w:t>’</w:t>
      </w:r>
      <w:r w:rsidRPr="00223237">
        <w:t>elle était hier soir d</w:t>
      </w:r>
      <w:r w:rsidR="00AB6DDF">
        <w:t>’</w:t>
      </w:r>
      <w:r w:rsidRPr="00223237">
        <w:t xml:space="preserve">une éternelle </w:t>
      </w:r>
      <w:r w:rsidRPr="00223237">
        <w:lastRenderedPageBreak/>
        <w:t>je</w:t>
      </w:r>
      <w:r w:rsidRPr="00223237">
        <w:t>u</w:t>
      </w:r>
      <w:r w:rsidRPr="00223237">
        <w:t>nesse</w:t>
      </w:r>
      <w:r w:rsidR="00AB6DDF">
        <w:t xml:space="preserve">… </w:t>
      </w:r>
      <w:r w:rsidR="00AB6DDF">
        <w:rPr>
          <w:i/>
          <w:iCs/>
        </w:rPr>
        <w:t>(</w:t>
      </w:r>
      <w:r w:rsidRPr="00223237">
        <w:rPr>
          <w:i/>
          <w:iCs/>
        </w:rPr>
        <w:t>Elle ferme un instant les yeux et l</w:t>
      </w:r>
      <w:r w:rsidR="00AB6DDF">
        <w:rPr>
          <w:i/>
          <w:iCs/>
        </w:rPr>
        <w:t>’</w:t>
      </w:r>
      <w:r w:rsidRPr="00223237">
        <w:rPr>
          <w:i/>
          <w:iCs/>
        </w:rPr>
        <w:t>on a vaguement l</w:t>
      </w:r>
      <w:r w:rsidR="00AB6DDF">
        <w:rPr>
          <w:i/>
          <w:iCs/>
        </w:rPr>
        <w:t>’</w:t>
      </w:r>
      <w:r w:rsidRPr="00223237">
        <w:rPr>
          <w:i/>
          <w:iCs/>
        </w:rPr>
        <w:t>impression qu</w:t>
      </w:r>
      <w:r w:rsidR="00AB6DDF">
        <w:rPr>
          <w:i/>
          <w:iCs/>
        </w:rPr>
        <w:t>’</w:t>
      </w:r>
      <w:r w:rsidRPr="00223237">
        <w:rPr>
          <w:i/>
          <w:iCs/>
        </w:rPr>
        <w:t>on entend</w:t>
      </w:r>
      <w:r w:rsidR="00AB6DDF">
        <w:rPr>
          <w:i/>
          <w:iCs/>
        </w:rPr>
        <w:t xml:space="preserve"> – </w:t>
      </w:r>
      <w:r w:rsidRPr="00223237">
        <w:rPr>
          <w:i/>
          <w:iCs/>
        </w:rPr>
        <w:t>à peine</w:t>
      </w:r>
      <w:r w:rsidR="00AB6DDF">
        <w:rPr>
          <w:i/>
          <w:iCs/>
        </w:rPr>
        <w:t xml:space="preserve"> – </w:t>
      </w:r>
      <w:r w:rsidRPr="00223237">
        <w:rPr>
          <w:i/>
          <w:iCs/>
        </w:rPr>
        <w:t>les deux premières m</w:t>
      </w:r>
      <w:r w:rsidRPr="00223237">
        <w:rPr>
          <w:i/>
          <w:iCs/>
        </w:rPr>
        <w:t>e</w:t>
      </w:r>
      <w:r w:rsidRPr="00223237">
        <w:rPr>
          <w:i/>
          <w:iCs/>
        </w:rPr>
        <w:t xml:space="preserve">sures du </w:t>
      </w:r>
      <w:r w:rsidRPr="00223237">
        <w:t>Rêve</w:t>
      </w:r>
      <w:r w:rsidR="00AB6DDF">
        <w:t xml:space="preserve">… </w:t>
      </w:r>
      <w:r w:rsidRPr="00223237">
        <w:rPr>
          <w:i/>
          <w:iCs/>
        </w:rPr>
        <w:t>Elle reprend sa lettre</w:t>
      </w:r>
      <w:r w:rsidR="00AB6DDF">
        <w:rPr>
          <w:i/>
          <w:iCs/>
        </w:rPr>
        <w:t>.)</w:t>
      </w:r>
    </w:p>
    <w:p w14:paraId="3321C54D" w14:textId="77777777" w:rsidR="00C83B26" w:rsidRDefault="00AB6DDF" w:rsidP="00C83B26">
      <w:r>
        <w:t xml:space="preserve">… </w:t>
      </w:r>
      <w:r w:rsidR="002E19AC" w:rsidRPr="00223237">
        <w:t>et l</w:t>
      </w:r>
      <w:r>
        <w:t>’</w:t>
      </w:r>
      <w:r w:rsidR="002E19AC" w:rsidRPr="00223237">
        <w:t>ouvreuse en sortant</w:t>
      </w:r>
      <w:r>
        <w:t xml:space="preserve">, </w:t>
      </w:r>
      <w:r w:rsidR="002E19AC" w:rsidRPr="00223237">
        <w:t>tu te souviens</w:t>
      </w:r>
      <w:r>
        <w:t xml:space="preserve">… </w:t>
      </w:r>
      <w:r w:rsidR="002E19AC" w:rsidRPr="00223237">
        <w:t>qui t</w:t>
      </w:r>
      <w:r>
        <w:t>’</w:t>
      </w:r>
      <w:r w:rsidR="002E19AC" w:rsidRPr="00223237">
        <w:t>a dit</w:t>
      </w:r>
      <w:r>
        <w:t> : « </w:t>
      </w:r>
      <w:proofErr w:type="spellStart"/>
      <w:r w:rsidR="002E19AC" w:rsidRPr="00223237">
        <w:t>Vot</w:t>
      </w:r>
      <w:proofErr w:type="spellEnd"/>
      <w:r>
        <w:t>’</w:t>
      </w:r>
      <w:r w:rsidR="002E19AC">
        <w:t xml:space="preserve"> </w:t>
      </w:r>
      <w:r w:rsidR="002E19AC" w:rsidRPr="00223237">
        <w:t>dame a oublié son sac</w:t>
      </w:r>
      <w:r>
        <w:t> !… »</w:t>
      </w:r>
      <w:r w:rsidR="002E19AC" w:rsidRPr="00223237">
        <w:t xml:space="preserve"> Et la promenade au Bois</w:t>
      </w:r>
      <w:r>
        <w:t xml:space="preserve">, </w:t>
      </w:r>
      <w:r w:rsidR="002E19AC" w:rsidRPr="00223237">
        <w:t>le soir</w:t>
      </w:r>
      <w:r>
        <w:t xml:space="preserve">, </w:t>
      </w:r>
      <w:r w:rsidR="002E19AC" w:rsidRPr="00223237">
        <w:t>à la tombée de la nuit</w:t>
      </w:r>
      <w:r>
        <w:t xml:space="preserve">… </w:t>
      </w:r>
      <w:r w:rsidR="002E19AC" w:rsidRPr="00223237">
        <w:t>ton bras autour de mon cou</w:t>
      </w:r>
      <w:r>
        <w:t xml:space="preserve"> !… </w:t>
      </w:r>
      <w:r w:rsidR="002E19AC" w:rsidRPr="00223237">
        <w:t>Et</w:t>
      </w:r>
      <w:r>
        <w:t xml:space="preserve">, </w:t>
      </w:r>
      <w:r w:rsidR="002E19AC" w:rsidRPr="00223237">
        <w:t>en rentrant du théâtre</w:t>
      </w:r>
      <w:r>
        <w:t xml:space="preserve">, </w:t>
      </w:r>
      <w:r w:rsidR="002E19AC" w:rsidRPr="00223237">
        <w:t>le petit souper froid dans la même a</w:t>
      </w:r>
      <w:r w:rsidR="002E19AC" w:rsidRPr="00223237">
        <w:t>s</w:t>
      </w:r>
      <w:r w:rsidR="002E19AC" w:rsidRPr="00223237">
        <w:t>siette et dans le même verre</w:t>
      </w:r>
      <w:r>
        <w:t> !…</w:t>
      </w:r>
    </w:p>
    <w:p w14:paraId="1E643B9F" w14:textId="77777777" w:rsidR="00C83B26" w:rsidRDefault="002E19AC" w:rsidP="00C83B26">
      <w:r w:rsidRPr="00223237">
        <w:t>Car nous avons déjà des souvenirs</w:t>
      </w:r>
      <w:r w:rsidR="00AB6DDF">
        <w:t xml:space="preserve">… </w:t>
      </w:r>
      <w:r w:rsidRPr="00223237">
        <w:t>et comme ils sont nombreux</w:t>
      </w:r>
      <w:r w:rsidR="00AB6DDF">
        <w:t xml:space="preserve"> !… </w:t>
      </w:r>
      <w:r w:rsidRPr="00223237">
        <w:t>Tout me revient à l</w:t>
      </w:r>
      <w:r w:rsidR="00AB6DDF">
        <w:t>’</w:t>
      </w:r>
      <w:r w:rsidRPr="00223237">
        <w:t>esprit</w:t>
      </w:r>
      <w:r w:rsidR="00AB6DDF">
        <w:t xml:space="preserve">… </w:t>
      </w:r>
      <w:r w:rsidRPr="00223237">
        <w:t>je revois chaque rose</w:t>
      </w:r>
      <w:r w:rsidR="00AB6DDF">
        <w:t xml:space="preserve">… </w:t>
      </w:r>
      <w:r w:rsidRPr="00223237">
        <w:t>et le c</w:t>
      </w:r>
      <w:r w:rsidRPr="00223237">
        <w:rPr>
          <w:bCs/>
        </w:rPr>
        <w:t>ham</w:t>
      </w:r>
      <w:r w:rsidRPr="00223237">
        <w:t>pagne d</w:t>
      </w:r>
      <w:r w:rsidR="00AB6DDF">
        <w:t>’</w:t>
      </w:r>
      <w:r w:rsidRPr="00223237">
        <w:t>hier me grise de nouveau</w:t>
      </w:r>
      <w:r w:rsidR="00AB6DDF">
        <w:t xml:space="preserve"> !… </w:t>
      </w:r>
      <w:r w:rsidRPr="00223237">
        <w:t>Je ne sais</w:t>
      </w:r>
      <w:r w:rsidR="00AB6DDF">
        <w:t xml:space="preserve">, </w:t>
      </w:r>
      <w:r w:rsidRPr="00223237">
        <w:t>vois-tu</w:t>
      </w:r>
      <w:r w:rsidR="00AB6DDF">
        <w:t xml:space="preserve">, </w:t>
      </w:r>
      <w:r w:rsidRPr="00223237">
        <w:t>je ne sais pas ce que je donnerais pour avoir un jour de moins</w:t>
      </w:r>
      <w:r w:rsidR="00AB6DDF">
        <w:t xml:space="preserve">… </w:t>
      </w:r>
      <w:r w:rsidRPr="00223237">
        <w:t>ou plutôt pour avoir un jour de plus à vivre dans tes bras</w:t>
      </w:r>
      <w:r w:rsidR="00AB6DDF">
        <w:t xml:space="preserve">… </w:t>
      </w:r>
      <w:r w:rsidRPr="00223237">
        <w:t>prends-moi contre toi</w:t>
      </w:r>
      <w:r w:rsidR="00AB6DDF">
        <w:t xml:space="preserve">… </w:t>
      </w:r>
      <w:r w:rsidRPr="00223237">
        <w:t>serre-moi bien fort</w:t>
      </w:r>
      <w:r w:rsidR="00AB6DDF">
        <w:t xml:space="preserve">… </w:t>
      </w:r>
      <w:r w:rsidRPr="00223237">
        <w:t>Je t</w:t>
      </w:r>
      <w:r w:rsidR="00AB6DDF">
        <w:t>’</w:t>
      </w:r>
      <w:r w:rsidRPr="00223237">
        <w:t>aime</w:t>
      </w:r>
      <w:r w:rsidR="00AB6DDF">
        <w:t xml:space="preserve">… </w:t>
      </w:r>
      <w:r w:rsidRPr="00223237">
        <w:t>Je t</w:t>
      </w:r>
      <w:r w:rsidR="00AB6DDF">
        <w:t>’</w:t>
      </w:r>
      <w:r w:rsidRPr="00223237">
        <w:t>aime</w:t>
      </w:r>
      <w:r w:rsidR="00AB6DDF">
        <w:t xml:space="preserve">… </w:t>
      </w:r>
      <w:r w:rsidR="00AB6DDF">
        <w:rPr>
          <w:i/>
          <w:iCs/>
        </w:rPr>
        <w:t>(</w:t>
      </w:r>
      <w:r w:rsidRPr="00223237">
        <w:rPr>
          <w:i/>
          <w:iCs/>
        </w:rPr>
        <w:t>Elle a cessé d</w:t>
      </w:r>
      <w:r w:rsidR="00AB6DDF">
        <w:rPr>
          <w:i/>
          <w:iCs/>
        </w:rPr>
        <w:t>’</w:t>
      </w:r>
      <w:r w:rsidRPr="00223237">
        <w:rPr>
          <w:i/>
          <w:iCs/>
        </w:rPr>
        <w:t>écrire sans s</w:t>
      </w:r>
      <w:r w:rsidR="00AB6DDF">
        <w:rPr>
          <w:i/>
          <w:iCs/>
        </w:rPr>
        <w:t>’</w:t>
      </w:r>
      <w:r w:rsidRPr="00223237">
        <w:rPr>
          <w:i/>
          <w:iCs/>
        </w:rPr>
        <w:t>en apercevoir</w:t>
      </w:r>
      <w:r w:rsidR="00AB6DDF">
        <w:rPr>
          <w:i/>
          <w:iCs/>
        </w:rPr>
        <w:t xml:space="preserve">… </w:t>
      </w:r>
      <w:r w:rsidRPr="00223237">
        <w:rPr>
          <w:i/>
          <w:iCs/>
        </w:rPr>
        <w:t>Elle s</w:t>
      </w:r>
      <w:r w:rsidR="00AB6DDF">
        <w:rPr>
          <w:i/>
          <w:iCs/>
        </w:rPr>
        <w:t>’</w:t>
      </w:r>
      <w:r w:rsidRPr="00223237">
        <w:rPr>
          <w:i/>
          <w:iCs/>
        </w:rPr>
        <w:t>en aperçoit</w:t>
      </w:r>
      <w:r w:rsidR="00AB6DDF">
        <w:rPr>
          <w:i/>
          <w:iCs/>
        </w:rPr>
        <w:t xml:space="preserve">… </w:t>
      </w:r>
      <w:r w:rsidRPr="00223237">
        <w:rPr>
          <w:i/>
          <w:iCs/>
        </w:rPr>
        <w:t>revient à sa lettre</w:t>
      </w:r>
      <w:r w:rsidR="00AB6DDF">
        <w:rPr>
          <w:i/>
          <w:iCs/>
        </w:rPr>
        <w:t xml:space="preserve">… </w:t>
      </w:r>
      <w:r w:rsidRPr="00223237">
        <w:rPr>
          <w:i/>
          <w:iCs/>
        </w:rPr>
        <w:t>raye quelques mots</w:t>
      </w:r>
      <w:r w:rsidR="00AB6DDF">
        <w:rPr>
          <w:i/>
          <w:iCs/>
        </w:rPr>
        <w:t xml:space="preserve">… </w:t>
      </w:r>
      <w:r w:rsidRPr="00223237">
        <w:rPr>
          <w:i/>
          <w:iCs/>
        </w:rPr>
        <w:t>et continue de parler</w:t>
      </w:r>
      <w:r w:rsidR="00AB6DDF">
        <w:rPr>
          <w:i/>
          <w:iCs/>
        </w:rPr>
        <w:t xml:space="preserve">, </w:t>
      </w:r>
      <w:r w:rsidRPr="00223237">
        <w:rPr>
          <w:i/>
          <w:iCs/>
        </w:rPr>
        <w:t>sans l</w:t>
      </w:r>
      <w:r w:rsidR="00AB6DDF">
        <w:rPr>
          <w:i/>
          <w:iCs/>
        </w:rPr>
        <w:t>’</w:t>
      </w:r>
      <w:r w:rsidRPr="00223237">
        <w:rPr>
          <w:i/>
          <w:iCs/>
        </w:rPr>
        <w:t>écrire</w:t>
      </w:r>
      <w:r w:rsidR="00AB6DDF">
        <w:rPr>
          <w:i/>
          <w:iCs/>
        </w:rPr>
        <w:t>…)</w:t>
      </w:r>
    </w:p>
    <w:p w14:paraId="44169A4C" w14:textId="77777777" w:rsidR="00C83B26" w:rsidRDefault="002E19AC" w:rsidP="00C83B26">
      <w:r w:rsidRPr="00223237">
        <w:t>Ah</w:t>
      </w:r>
      <w:r w:rsidR="00AB6DDF">
        <w:t xml:space="preserve"> ! </w:t>
      </w:r>
      <w:r w:rsidRPr="00223237">
        <w:t>Pourquoi l</w:t>
      </w:r>
      <w:r w:rsidR="00AB6DDF">
        <w:t>’</w:t>
      </w:r>
      <w:r w:rsidRPr="00223237">
        <w:t>autre matin quand je t</w:t>
      </w:r>
      <w:r w:rsidR="00AB6DDF">
        <w:t>’</w:t>
      </w:r>
      <w:r w:rsidRPr="00223237">
        <w:t>ai dit</w:t>
      </w:r>
      <w:r w:rsidR="00AB6DDF">
        <w:t> : « </w:t>
      </w:r>
      <w:r w:rsidRPr="00223237">
        <w:t>Alors</w:t>
      </w:r>
      <w:r w:rsidR="00AB6DDF">
        <w:t xml:space="preserve">, </w:t>
      </w:r>
      <w:r w:rsidRPr="00223237">
        <w:t>nous avons toute la vie devant nous</w:t>
      </w:r>
      <w:r w:rsidR="00AB6DDF">
        <w:t> !… »</w:t>
      </w:r>
      <w:r w:rsidRPr="00223237">
        <w:t xml:space="preserve"> pourquoi m</w:t>
      </w:r>
      <w:r w:rsidR="00AB6DDF">
        <w:t>’</w:t>
      </w:r>
      <w:r w:rsidRPr="00223237">
        <w:t>as-tu répo</w:t>
      </w:r>
      <w:r w:rsidRPr="00223237">
        <w:t>n</w:t>
      </w:r>
      <w:r w:rsidRPr="00223237">
        <w:t>du</w:t>
      </w:r>
      <w:r w:rsidR="00AB6DDF">
        <w:t> : « </w:t>
      </w:r>
      <w:r w:rsidRPr="00223237">
        <w:t>Mieux que ça</w:t>
      </w:r>
      <w:r w:rsidR="00AB6DDF">
        <w:t xml:space="preserve">… </w:t>
      </w:r>
      <w:r w:rsidRPr="00223237">
        <w:t>nous avons deux jours</w:t>
      </w:r>
      <w:r w:rsidR="00AB6DDF">
        <w:t> !… »</w:t>
      </w:r>
      <w:r w:rsidRPr="00223237">
        <w:t xml:space="preserve"> C</w:t>
      </w:r>
      <w:r w:rsidR="00AB6DDF">
        <w:t>’</w:t>
      </w:r>
      <w:r w:rsidRPr="00223237">
        <w:t>était un mot charmant</w:t>
      </w:r>
      <w:r w:rsidR="00AB6DDF">
        <w:t xml:space="preserve">… </w:t>
      </w:r>
      <w:r w:rsidRPr="00223237">
        <w:t>mais c</w:t>
      </w:r>
      <w:r w:rsidR="00AB6DDF">
        <w:t>’</w:t>
      </w:r>
      <w:r w:rsidRPr="00223237">
        <w:t>était un mot terrible</w:t>
      </w:r>
      <w:r w:rsidR="00AB6DDF">
        <w:t xml:space="preserve"> !… </w:t>
      </w:r>
      <w:r w:rsidRPr="00223237">
        <w:t>Tu as eu l</w:t>
      </w:r>
      <w:r w:rsidR="00AB6DDF">
        <w:t>’</w:t>
      </w:r>
      <w:r w:rsidRPr="00223237">
        <w:t>adresse de ne pas le répéter depuis deux jours</w:t>
      </w:r>
      <w:r w:rsidR="00AB6DDF">
        <w:t xml:space="preserve">… </w:t>
      </w:r>
      <w:r w:rsidRPr="00223237">
        <w:t>et je viens seulement de m</w:t>
      </w:r>
      <w:r w:rsidR="00AB6DDF">
        <w:t>’</w:t>
      </w:r>
      <w:r w:rsidRPr="00223237">
        <w:t>en souvenir</w:t>
      </w:r>
      <w:r w:rsidR="00AB6DDF">
        <w:t xml:space="preserve"> !… </w:t>
      </w:r>
      <w:r w:rsidRPr="00223237">
        <w:t>Tu n</w:t>
      </w:r>
      <w:r w:rsidR="00AB6DDF">
        <w:t>’</w:t>
      </w:r>
      <w:r w:rsidRPr="00223237">
        <w:t>effaceras jamais ce mot-là</w:t>
      </w:r>
      <w:r w:rsidR="00AB6DDF">
        <w:t xml:space="preserve">… </w:t>
      </w:r>
      <w:r w:rsidRPr="00223237">
        <w:t>Maintenant</w:t>
      </w:r>
      <w:r w:rsidR="00AB6DDF">
        <w:t xml:space="preserve"> ! </w:t>
      </w:r>
      <w:r w:rsidRPr="00223237">
        <w:t>C</w:t>
      </w:r>
      <w:r w:rsidR="00AB6DDF">
        <w:t>’</w:t>
      </w:r>
      <w:r w:rsidRPr="00223237">
        <w:t>est fini</w:t>
      </w:r>
      <w:r w:rsidR="00AB6DDF">
        <w:t> !…</w:t>
      </w:r>
    </w:p>
    <w:p w14:paraId="197C08A8" w14:textId="77777777" w:rsidR="00C83B26" w:rsidRDefault="002E19AC" w:rsidP="00C83B26">
      <w:r w:rsidRPr="00223237">
        <w:t>Tu as évité soigneusement de parler de ce qui allait se pa</w:t>
      </w:r>
      <w:r w:rsidRPr="00223237">
        <w:t>s</w:t>
      </w:r>
      <w:r w:rsidRPr="00223237">
        <w:t>ser ce soir entre nous</w:t>
      </w:r>
      <w:r w:rsidR="00AB6DDF">
        <w:t xml:space="preserve">… </w:t>
      </w:r>
      <w:r w:rsidRPr="00223237">
        <w:t>et si tu ne m</w:t>
      </w:r>
      <w:r w:rsidR="00AB6DDF">
        <w:t>’</w:t>
      </w:r>
      <w:r w:rsidRPr="00223237">
        <w:t>avais pas laissée seule</w:t>
      </w:r>
      <w:r w:rsidR="00AB6DDF">
        <w:t xml:space="preserve">… </w:t>
      </w:r>
      <w:r w:rsidRPr="00223237">
        <w:t>peut-être n</w:t>
      </w:r>
      <w:r w:rsidR="00AB6DDF">
        <w:t>’</w:t>
      </w:r>
      <w:r w:rsidRPr="00223237">
        <w:t>y penserais-je pas encore</w:t>
      </w:r>
      <w:r w:rsidR="00AB6DDF">
        <w:t xml:space="preserve"> !… </w:t>
      </w:r>
      <w:r w:rsidRPr="00223237">
        <w:t>Il a fallu que tu sortes</w:t>
      </w:r>
      <w:r w:rsidR="00AB6DDF">
        <w:t xml:space="preserve">… </w:t>
      </w:r>
      <w:r w:rsidRPr="00223237">
        <w:t>il faut bien que j</w:t>
      </w:r>
      <w:r w:rsidR="00AB6DDF">
        <w:t>’</w:t>
      </w:r>
      <w:r w:rsidRPr="00223237">
        <w:t>y pense</w:t>
      </w:r>
      <w:r w:rsidR="00AB6DDF">
        <w:t xml:space="preserve"> !… </w:t>
      </w:r>
      <w:r w:rsidRPr="00223237">
        <w:t>Tu fais des courses en ce moment</w:t>
      </w:r>
      <w:r w:rsidR="00AB6DDF">
        <w:t xml:space="preserve">… </w:t>
      </w:r>
      <w:r w:rsidRPr="00223237">
        <w:t>tu es chez un libraire pour toi</w:t>
      </w:r>
      <w:r w:rsidR="00AB6DDF">
        <w:t xml:space="preserve">… </w:t>
      </w:r>
      <w:r w:rsidRPr="00223237">
        <w:t>ou chez un parfumeur pour moi</w:t>
      </w:r>
      <w:r w:rsidR="00AB6DDF">
        <w:t xml:space="preserve">… </w:t>
      </w:r>
      <w:r w:rsidRPr="00223237">
        <w:t>et c</w:t>
      </w:r>
      <w:r w:rsidR="00AB6DDF">
        <w:t>’</w:t>
      </w:r>
      <w:r w:rsidRPr="00223237">
        <w:t>est peut-être exprès que tu m</w:t>
      </w:r>
      <w:r w:rsidR="00AB6DDF">
        <w:t>’</w:t>
      </w:r>
      <w:r w:rsidRPr="00223237">
        <w:t>as laissée seule</w:t>
      </w:r>
      <w:r w:rsidR="00AB6DDF">
        <w:t xml:space="preserve">… </w:t>
      </w:r>
      <w:r w:rsidRPr="00223237">
        <w:t xml:space="preserve">pour que je prenne moi-même la grande </w:t>
      </w:r>
      <w:r w:rsidRPr="00223237">
        <w:lastRenderedPageBreak/>
        <w:t>décision</w:t>
      </w:r>
      <w:r w:rsidR="00AB6DDF">
        <w:t xml:space="preserve"> !… </w:t>
      </w:r>
      <w:r w:rsidRPr="00223237">
        <w:t>Tu veux m</w:t>
      </w:r>
      <w:r w:rsidR="00AB6DDF">
        <w:t>’</w:t>
      </w:r>
      <w:r w:rsidRPr="00223237">
        <w:t>en laisser toute la responsabilité</w:t>
      </w:r>
      <w:r w:rsidR="00AB6DDF">
        <w:t xml:space="preserve">… </w:t>
      </w:r>
      <w:r w:rsidRPr="00223237">
        <w:t>tu me connais donc déjà</w:t>
      </w:r>
      <w:r w:rsidR="00AB6DDF">
        <w:t xml:space="preserve"> !!! </w:t>
      </w:r>
      <w:r w:rsidRPr="00223237">
        <w:t>Tu es donc bien persuadé que je vais rentrer chez moi</w:t>
      </w:r>
      <w:r w:rsidR="00AB6DDF">
        <w:t xml:space="preserve">, </w:t>
      </w:r>
      <w:r w:rsidRPr="00223237">
        <w:t>ce soir</w:t>
      </w:r>
      <w:r w:rsidR="00AB6DDF">
        <w:t xml:space="preserve">… </w:t>
      </w:r>
      <w:r w:rsidRPr="00223237">
        <w:t>pour to</w:t>
      </w:r>
      <w:r w:rsidRPr="00223237">
        <w:t>u</w:t>
      </w:r>
      <w:r w:rsidRPr="00223237">
        <w:t>jours</w:t>
      </w:r>
      <w:r w:rsidR="00AB6DDF">
        <w:t xml:space="preserve"> !!! </w:t>
      </w:r>
      <w:r w:rsidRPr="00223237">
        <w:t>Et pourtant</w:t>
      </w:r>
      <w:r w:rsidR="00AB6DDF">
        <w:t xml:space="preserve">… </w:t>
      </w:r>
      <w:r w:rsidRPr="00223237">
        <w:t>si je restais</w:t>
      </w:r>
      <w:r w:rsidR="00AB6DDF">
        <w:t xml:space="preserve">… </w:t>
      </w:r>
      <w:r w:rsidRPr="00223237">
        <w:t>si</w:t>
      </w:r>
      <w:r w:rsidR="00AB6DDF">
        <w:t xml:space="preserve">, </w:t>
      </w:r>
      <w:r w:rsidRPr="00223237">
        <w:t>tout à l</w:t>
      </w:r>
      <w:r w:rsidR="00AB6DDF">
        <w:t>’</w:t>
      </w:r>
      <w:r w:rsidRPr="00223237">
        <w:t>heure</w:t>
      </w:r>
      <w:r w:rsidR="00AB6DDF">
        <w:t xml:space="preserve">, </w:t>
      </w:r>
      <w:r w:rsidRPr="00223237">
        <w:t>je te d</w:t>
      </w:r>
      <w:r w:rsidRPr="00223237">
        <w:t>i</w:t>
      </w:r>
      <w:r w:rsidRPr="00223237">
        <w:t>sais</w:t>
      </w:r>
      <w:r w:rsidR="00AB6DDF">
        <w:t> : « </w:t>
      </w:r>
      <w:r w:rsidRPr="00223237">
        <w:t>Partons tous les deux</w:t>
      </w:r>
      <w:r w:rsidR="00AB6DDF">
        <w:t> !… »</w:t>
      </w:r>
      <w:r w:rsidRPr="00223237">
        <w:t xml:space="preserve"> tu ne pourrais pas me dire </w:t>
      </w:r>
      <w:r w:rsidR="00AB6DDF">
        <w:t>« </w:t>
      </w:r>
      <w:r w:rsidRPr="00223237">
        <w:t>non</w:t>
      </w:r>
      <w:r w:rsidR="00AB6DDF">
        <w:t xml:space="preserve"> ! »… </w:t>
      </w:r>
      <w:r w:rsidRPr="00223237">
        <w:t>et nous partirions ce soir tous les deux</w:t>
      </w:r>
      <w:r w:rsidR="00AB6DDF">
        <w:t xml:space="preserve">… </w:t>
      </w:r>
      <w:r w:rsidRPr="00223237">
        <w:t>et nous ferions la chose irrémédiable dont tu as parlé le premier</w:t>
      </w:r>
      <w:r w:rsidR="00AB6DDF">
        <w:t xml:space="preserve"> !… </w:t>
      </w:r>
      <w:r w:rsidRPr="00223237">
        <w:t>Donc</w:t>
      </w:r>
      <w:r w:rsidR="00AB6DDF">
        <w:t xml:space="preserve">, </w:t>
      </w:r>
      <w:r w:rsidRPr="00223237">
        <w:t>ça dépend de moi</w:t>
      </w:r>
      <w:r w:rsidR="00AB6DDF">
        <w:t xml:space="preserve">… </w:t>
      </w:r>
      <w:r w:rsidRPr="00223237">
        <w:t>uniquement de moi</w:t>
      </w:r>
      <w:r w:rsidR="00AB6DDF">
        <w:t xml:space="preserve">… </w:t>
      </w:r>
      <w:r w:rsidR="00AB6DDF">
        <w:rPr>
          <w:i/>
          <w:iCs/>
        </w:rPr>
        <w:t>(</w:t>
      </w:r>
      <w:r w:rsidRPr="00223237">
        <w:rPr>
          <w:i/>
          <w:iCs/>
        </w:rPr>
        <w:t>Elle reprend la plume et continue d</w:t>
      </w:r>
      <w:r w:rsidR="00AB6DDF">
        <w:rPr>
          <w:i/>
          <w:iCs/>
        </w:rPr>
        <w:t>’</w:t>
      </w:r>
      <w:r w:rsidRPr="00223237">
        <w:rPr>
          <w:i/>
          <w:iCs/>
        </w:rPr>
        <w:t>écrire</w:t>
      </w:r>
      <w:r w:rsidR="00AB6DDF">
        <w:rPr>
          <w:i/>
          <w:iCs/>
        </w:rPr>
        <w:t>…)</w:t>
      </w:r>
    </w:p>
    <w:p w14:paraId="24B4A628" w14:textId="77777777" w:rsidR="00C83B26" w:rsidRDefault="002E19AC" w:rsidP="00C83B26">
      <w:r w:rsidRPr="00223237">
        <w:t>Trois solutions s</w:t>
      </w:r>
      <w:r w:rsidR="00AB6DDF">
        <w:t>’</w:t>
      </w:r>
      <w:r w:rsidRPr="00223237">
        <w:t>offrent à moi</w:t>
      </w:r>
      <w:r w:rsidR="00AB6DDF">
        <w:t xml:space="preserve">… </w:t>
      </w:r>
      <w:r w:rsidRPr="00223237">
        <w:t>Je reste</w:t>
      </w:r>
      <w:r w:rsidR="00AB6DDF">
        <w:t xml:space="preserve"> – </w:t>
      </w:r>
      <w:r w:rsidRPr="00223237">
        <w:t>je pars</w:t>
      </w:r>
      <w:r w:rsidR="00AB6DDF">
        <w:t xml:space="preserve"> – </w:t>
      </w:r>
      <w:r w:rsidRPr="00223237">
        <w:t>ou je rentre ce soir pour revenir demain</w:t>
      </w:r>
      <w:r w:rsidR="00AB6DDF">
        <w:t>…</w:t>
      </w:r>
    </w:p>
    <w:p w14:paraId="45EC6D41" w14:textId="77777777" w:rsidR="00C83B26" w:rsidRDefault="002E19AC" w:rsidP="00C83B26">
      <w:r w:rsidRPr="00223237">
        <w:t>Tu n</w:t>
      </w:r>
      <w:r w:rsidR="00AB6DDF">
        <w:t>’</w:t>
      </w:r>
      <w:r w:rsidRPr="00223237">
        <w:t>as pas dit un mot</w:t>
      </w:r>
      <w:r w:rsidR="00AB6DDF">
        <w:t xml:space="preserve">… </w:t>
      </w:r>
      <w:r w:rsidRPr="00223237">
        <w:t>Rien ne t</w:t>
      </w:r>
      <w:r w:rsidR="00AB6DDF">
        <w:t>’</w:t>
      </w:r>
      <w:r w:rsidRPr="00223237">
        <w:t>a échappé depuis deux jours qui puisse m</w:t>
      </w:r>
      <w:r w:rsidR="00AB6DDF">
        <w:t>’</w:t>
      </w:r>
      <w:r w:rsidRPr="00223237">
        <w:t>indiquer la solution que tu préfères</w:t>
      </w:r>
      <w:r w:rsidR="00AB6DDF">
        <w:t xml:space="preserve">… </w:t>
      </w:r>
      <w:r w:rsidRPr="00223237">
        <w:t>Il faut donc que je choisisse</w:t>
      </w:r>
      <w:r w:rsidR="00AB6DDF">
        <w:t xml:space="preserve"> ! </w:t>
      </w:r>
      <w:r w:rsidRPr="00223237">
        <w:t>Ou bien c</w:t>
      </w:r>
      <w:r w:rsidR="00AB6DDF">
        <w:t>’</w:t>
      </w:r>
      <w:r w:rsidRPr="00223237">
        <w:t>est le bonheur</w:t>
      </w:r>
      <w:r w:rsidR="00AB6DDF">
        <w:t xml:space="preserve">, </w:t>
      </w:r>
      <w:r w:rsidRPr="00223237">
        <w:t>la folie mervei</w:t>
      </w:r>
      <w:r w:rsidRPr="00223237">
        <w:t>l</w:t>
      </w:r>
      <w:r w:rsidRPr="00223237">
        <w:t>leuse</w:t>
      </w:r>
      <w:r w:rsidR="00AB6DDF">
        <w:t xml:space="preserve">, </w:t>
      </w:r>
      <w:r w:rsidRPr="00223237">
        <w:t>irraisonnée</w:t>
      </w:r>
      <w:r w:rsidR="00AB6DDF">
        <w:t xml:space="preserve">… </w:t>
      </w:r>
      <w:r w:rsidRPr="00223237">
        <w:t>C</w:t>
      </w:r>
      <w:r w:rsidR="00AB6DDF">
        <w:t>’</w:t>
      </w:r>
      <w:r w:rsidRPr="00223237">
        <w:t>est le grand départ ce soir</w:t>
      </w:r>
      <w:r w:rsidR="00AB6DDF">
        <w:t xml:space="preserve">, </w:t>
      </w:r>
      <w:r w:rsidRPr="00223237">
        <w:t>c</w:t>
      </w:r>
      <w:r w:rsidR="00AB6DDF">
        <w:t>’</w:t>
      </w:r>
      <w:r w:rsidRPr="00223237">
        <w:t>est le réveil demain dans du soleil et de la joie</w:t>
      </w:r>
      <w:r w:rsidR="00AB6DDF">
        <w:t xml:space="preserve">… </w:t>
      </w:r>
      <w:r w:rsidRPr="00223237">
        <w:t>C</w:t>
      </w:r>
      <w:r w:rsidR="00AB6DDF">
        <w:t>’</w:t>
      </w:r>
      <w:r w:rsidRPr="00223237">
        <w:t>est pour toute la vie</w:t>
      </w:r>
      <w:r w:rsidR="00AB6DDF">
        <w:t xml:space="preserve"> ! </w:t>
      </w:r>
      <w:r w:rsidR="00AB6DDF">
        <w:rPr>
          <w:i/>
          <w:iCs/>
        </w:rPr>
        <w:t>(</w:t>
      </w:r>
      <w:r w:rsidRPr="00223237">
        <w:rPr>
          <w:i/>
          <w:iCs/>
        </w:rPr>
        <w:t>Elle r</w:t>
      </w:r>
      <w:r w:rsidRPr="00223237">
        <w:rPr>
          <w:i/>
          <w:iCs/>
        </w:rPr>
        <w:t>e</w:t>
      </w:r>
      <w:r w:rsidRPr="00223237">
        <w:rPr>
          <w:i/>
          <w:iCs/>
        </w:rPr>
        <w:t>prend de l</w:t>
      </w:r>
      <w:r w:rsidR="00AB6DDF">
        <w:rPr>
          <w:i/>
          <w:iCs/>
        </w:rPr>
        <w:t>’</w:t>
      </w:r>
      <w:r w:rsidRPr="00223237">
        <w:rPr>
          <w:i/>
          <w:iCs/>
        </w:rPr>
        <w:t>encre</w:t>
      </w:r>
      <w:r w:rsidR="00AB6DDF">
        <w:rPr>
          <w:i/>
          <w:iCs/>
        </w:rPr>
        <w:t>…)</w:t>
      </w:r>
    </w:p>
    <w:p w14:paraId="13CED8B2" w14:textId="77777777" w:rsidR="00C83B26" w:rsidRDefault="002E19AC" w:rsidP="00C83B26">
      <w:r w:rsidRPr="00223237">
        <w:t>Oui</w:t>
      </w:r>
      <w:r w:rsidR="00AB6DDF">
        <w:t xml:space="preserve">, </w:t>
      </w:r>
      <w:r w:rsidRPr="00223237">
        <w:t>mais</w:t>
      </w:r>
      <w:r w:rsidR="00AB6DDF">
        <w:t xml:space="preserve">, </w:t>
      </w:r>
      <w:r w:rsidRPr="00223237">
        <w:t>non</w:t>
      </w:r>
      <w:r w:rsidR="00AB6DDF">
        <w:t xml:space="preserve">… </w:t>
      </w:r>
      <w:r w:rsidR="00AB6DDF">
        <w:rPr>
          <w:i/>
          <w:iCs/>
        </w:rPr>
        <w:t>(</w:t>
      </w:r>
      <w:r w:rsidRPr="00223237">
        <w:rPr>
          <w:i/>
          <w:iCs/>
        </w:rPr>
        <w:t>Elle écrit</w:t>
      </w:r>
      <w:r w:rsidR="00AB6DDF">
        <w:rPr>
          <w:i/>
          <w:iCs/>
        </w:rPr>
        <w:t>.)</w:t>
      </w:r>
    </w:p>
    <w:p w14:paraId="3A0FBF4E" w14:textId="77777777" w:rsidR="00C83B26" w:rsidRDefault="002E19AC" w:rsidP="00C83B26">
      <w:r w:rsidRPr="00223237">
        <w:t>Non</w:t>
      </w:r>
      <w:r w:rsidR="00AB6DDF">
        <w:t xml:space="preserve">, </w:t>
      </w:r>
      <w:r w:rsidRPr="00223237">
        <w:t>ça tu m</w:t>
      </w:r>
      <w:r w:rsidR="00AB6DDF">
        <w:t>’</w:t>
      </w:r>
      <w:r w:rsidRPr="00223237">
        <w:t>en aurais parlé</w:t>
      </w:r>
      <w:r w:rsidR="00AB6DDF">
        <w:t xml:space="preserve">… </w:t>
      </w:r>
      <w:r w:rsidRPr="00223237">
        <w:t>Tu n</w:t>
      </w:r>
      <w:r w:rsidR="00AB6DDF">
        <w:t>’</w:t>
      </w:r>
      <w:r w:rsidRPr="00223237">
        <w:t>aurais pas pu ne pas m</w:t>
      </w:r>
      <w:r w:rsidR="00AB6DDF">
        <w:t>’</w:t>
      </w:r>
      <w:r w:rsidRPr="00223237">
        <w:t>en parler</w:t>
      </w:r>
      <w:r w:rsidR="00AB6DDF">
        <w:t xml:space="preserve"> ! </w:t>
      </w:r>
      <w:r w:rsidRPr="00223237">
        <w:t>Ça</w:t>
      </w:r>
      <w:r w:rsidR="00AB6DDF">
        <w:t xml:space="preserve">, </w:t>
      </w:r>
      <w:r w:rsidRPr="00223237">
        <w:t>ça t</w:t>
      </w:r>
      <w:r w:rsidR="00AB6DDF">
        <w:t>’</w:t>
      </w:r>
      <w:r w:rsidRPr="00223237">
        <w:t>aurait échappé</w:t>
      </w:r>
      <w:r w:rsidR="00AB6DDF">
        <w:t xml:space="preserve">… </w:t>
      </w:r>
      <w:r w:rsidR="00AB6DDF">
        <w:rPr>
          <w:i/>
          <w:iCs/>
        </w:rPr>
        <w:t>(</w:t>
      </w:r>
      <w:r w:rsidRPr="00223237">
        <w:rPr>
          <w:i/>
          <w:iCs/>
        </w:rPr>
        <w:t>Elle s</w:t>
      </w:r>
      <w:r w:rsidR="00AB6DDF">
        <w:rPr>
          <w:i/>
          <w:iCs/>
        </w:rPr>
        <w:t>’</w:t>
      </w:r>
      <w:r w:rsidRPr="00223237">
        <w:rPr>
          <w:i/>
          <w:iCs/>
        </w:rPr>
        <w:t>énerve un peu en écr</w:t>
      </w:r>
      <w:r w:rsidRPr="00223237">
        <w:rPr>
          <w:i/>
          <w:iCs/>
        </w:rPr>
        <w:t>i</w:t>
      </w:r>
      <w:r w:rsidRPr="00223237">
        <w:rPr>
          <w:i/>
          <w:iCs/>
        </w:rPr>
        <w:t>vant</w:t>
      </w:r>
      <w:r w:rsidR="00AB6DDF">
        <w:rPr>
          <w:i/>
          <w:iCs/>
        </w:rPr>
        <w:t>…)</w:t>
      </w:r>
    </w:p>
    <w:p w14:paraId="4D5885D0" w14:textId="77777777" w:rsidR="00C83B26" w:rsidRDefault="002E19AC" w:rsidP="00C83B26">
      <w:r w:rsidRPr="00223237">
        <w:t>Si tu avais ce désir comme je l</w:t>
      </w:r>
      <w:r w:rsidR="00AB6DDF">
        <w:t>’</w:t>
      </w:r>
      <w:r w:rsidRPr="00223237">
        <w:t>ai moi-même</w:t>
      </w:r>
      <w:r w:rsidR="00AB6DDF">
        <w:t xml:space="preserve">, </w:t>
      </w:r>
      <w:r w:rsidRPr="00223237">
        <w:t>tu n</w:t>
      </w:r>
      <w:r w:rsidR="00AB6DDF">
        <w:t>’</w:t>
      </w:r>
      <w:r w:rsidRPr="00223237">
        <w:t>aurais pas pu me parler d</w:t>
      </w:r>
      <w:r w:rsidR="00AB6DDF">
        <w:t>’</w:t>
      </w:r>
      <w:r w:rsidRPr="00223237">
        <w:t>autre chose</w:t>
      </w:r>
      <w:r w:rsidR="00AB6DDF">
        <w:t xml:space="preserve">, </w:t>
      </w:r>
      <w:r w:rsidRPr="00223237">
        <w:t>puisque moi</w:t>
      </w:r>
      <w:r w:rsidR="00AB6DDF">
        <w:t xml:space="preserve">, </w:t>
      </w:r>
      <w:r w:rsidRPr="00223237">
        <w:t>pas une seconde</w:t>
      </w:r>
      <w:r w:rsidR="00AB6DDF">
        <w:t xml:space="preserve">, </w:t>
      </w:r>
      <w:r w:rsidRPr="00223237">
        <w:t>je n</w:t>
      </w:r>
      <w:r w:rsidR="00AB6DDF">
        <w:t>’</w:t>
      </w:r>
      <w:r w:rsidRPr="00223237">
        <w:t>ai pu penser à autre chose</w:t>
      </w:r>
      <w:r w:rsidR="00AB6DDF">
        <w:t xml:space="preserve"> ! </w:t>
      </w:r>
      <w:r w:rsidRPr="00223237">
        <w:t>Et il ne faut plus</w:t>
      </w:r>
      <w:r w:rsidR="00AB6DDF">
        <w:t xml:space="preserve">, </w:t>
      </w:r>
      <w:r w:rsidRPr="00223237">
        <w:t>n</w:t>
      </w:r>
      <w:r w:rsidR="00AB6DDF">
        <w:t>’</w:t>
      </w:r>
      <w:r w:rsidRPr="00223237">
        <w:t>est-ce pas</w:t>
      </w:r>
      <w:r w:rsidR="00AB6DDF">
        <w:t xml:space="preserve">, </w:t>
      </w:r>
      <w:r w:rsidRPr="00223237">
        <w:t>que j</w:t>
      </w:r>
      <w:r w:rsidR="00AB6DDF">
        <w:t>’</w:t>
      </w:r>
      <w:r w:rsidRPr="00223237">
        <w:t>y pense</w:t>
      </w:r>
      <w:r w:rsidR="00AB6DDF">
        <w:t xml:space="preserve"> ? </w:t>
      </w:r>
      <w:r w:rsidRPr="00223237">
        <w:t>Quand tu m</w:t>
      </w:r>
      <w:r w:rsidR="00AB6DDF">
        <w:t>’</w:t>
      </w:r>
      <w:r w:rsidRPr="00223237">
        <w:t>en as parlé</w:t>
      </w:r>
      <w:r w:rsidR="00AB6DDF">
        <w:t xml:space="preserve">, </w:t>
      </w:r>
      <w:r w:rsidRPr="00223237">
        <w:t>toi</w:t>
      </w:r>
      <w:r w:rsidR="00AB6DDF">
        <w:t xml:space="preserve">… </w:t>
      </w:r>
      <w:r w:rsidRPr="00223237">
        <w:t>quand tu m</w:t>
      </w:r>
      <w:r w:rsidR="00AB6DDF">
        <w:t>’</w:t>
      </w:r>
      <w:r w:rsidRPr="00223237">
        <w:t xml:space="preserve">as dit que je serais </w:t>
      </w:r>
      <w:r w:rsidR="00AB6DDF">
        <w:t>« </w:t>
      </w:r>
      <w:r w:rsidRPr="00223237">
        <w:t>ta femme</w:t>
      </w:r>
      <w:r w:rsidR="00AB6DDF">
        <w:t xml:space="preserve"> »… </w:t>
      </w:r>
      <w:r w:rsidRPr="00223237">
        <w:t>C</w:t>
      </w:r>
      <w:r w:rsidR="00AB6DDF">
        <w:t>’</w:t>
      </w:r>
      <w:r w:rsidRPr="00223237">
        <w:t>est qu</w:t>
      </w:r>
      <w:r w:rsidR="00AB6DDF">
        <w:t>’</w:t>
      </w:r>
      <w:r w:rsidRPr="00223237">
        <w:t>à ce moment-là tu croyais</w:t>
      </w:r>
      <w:r w:rsidR="00AB6DDF">
        <w:t xml:space="preserve">, </w:t>
      </w:r>
      <w:r w:rsidRPr="00223237">
        <w:t>n</w:t>
      </w:r>
      <w:r w:rsidR="00AB6DDF">
        <w:t>’</w:t>
      </w:r>
      <w:r w:rsidRPr="00223237">
        <w:t>est-ce pas</w:t>
      </w:r>
      <w:r w:rsidR="00AB6DDF">
        <w:t xml:space="preserve">, </w:t>
      </w:r>
      <w:r w:rsidRPr="00223237">
        <w:t>que mon mari était au courant de tout</w:t>
      </w:r>
      <w:r w:rsidR="00AB6DDF">
        <w:t xml:space="preserve">, </w:t>
      </w:r>
      <w:r w:rsidRPr="00223237">
        <w:t>que tout était perdu et qu</w:t>
      </w:r>
      <w:r w:rsidR="00AB6DDF">
        <w:t>’</w:t>
      </w:r>
      <w:r w:rsidRPr="00223237">
        <w:t>il me serait impossible de rentrer chez moi</w:t>
      </w:r>
      <w:r w:rsidR="00AB6DDF">
        <w:t xml:space="preserve"> ? </w:t>
      </w:r>
      <w:r w:rsidRPr="00223237">
        <w:t>Alors tu as eu ce mouvement spontané et ce que tu m</w:t>
      </w:r>
      <w:r w:rsidR="00AB6DDF">
        <w:t>’</w:t>
      </w:r>
      <w:r w:rsidRPr="00223237">
        <w:t>as offert</w:t>
      </w:r>
      <w:r w:rsidR="00AB6DDF">
        <w:t xml:space="preserve">, </w:t>
      </w:r>
      <w:r w:rsidRPr="00223237">
        <w:t>en somme</w:t>
      </w:r>
      <w:r w:rsidR="00AB6DDF">
        <w:t xml:space="preserve">, </w:t>
      </w:r>
      <w:r w:rsidRPr="00223237">
        <w:t>c</w:t>
      </w:r>
      <w:r w:rsidR="00AB6DDF">
        <w:t>’</w:t>
      </w:r>
      <w:r w:rsidRPr="00223237">
        <w:t>était la réparation</w:t>
      </w:r>
      <w:r w:rsidR="00AB6DDF">
        <w:t xml:space="preserve"> ! </w:t>
      </w:r>
      <w:r w:rsidRPr="00223237">
        <w:t xml:space="preserve">Tu </w:t>
      </w:r>
      <w:r w:rsidRPr="00223237">
        <w:lastRenderedPageBreak/>
        <w:t>m</w:t>
      </w:r>
      <w:r w:rsidR="00AB6DDF">
        <w:t>’</w:t>
      </w:r>
      <w:r w:rsidRPr="00223237">
        <w:t>avais compromise et tu me réhabilitais</w:t>
      </w:r>
      <w:r w:rsidR="00AB6DDF">
        <w:t xml:space="preserve"> !… </w:t>
      </w:r>
      <w:r w:rsidRPr="00223237">
        <w:t>Je ne me trompe pas</w:t>
      </w:r>
      <w:r w:rsidR="00AB6DDF">
        <w:t xml:space="preserve">, </w:t>
      </w:r>
      <w:r w:rsidRPr="00223237">
        <w:t>puisque cinq minutes plus tard</w:t>
      </w:r>
      <w:r w:rsidR="00AB6DDF">
        <w:t xml:space="preserve">, </w:t>
      </w:r>
      <w:r w:rsidRPr="00223237">
        <w:t>les choses s</w:t>
      </w:r>
      <w:r w:rsidR="00AB6DDF">
        <w:t>’</w:t>
      </w:r>
      <w:r w:rsidRPr="00223237">
        <w:t>étant arrangées</w:t>
      </w:r>
      <w:r w:rsidR="00AB6DDF">
        <w:t xml:space="preserve">, </w:t>
      </w:r>
      <w:r w:rsidRPr="00223237">
        <w:t>tu m</w:t>
      </w:r>
      <w:r w:rsidR="00AB6DDF">
        <w:t>’</w:t>
      </w:r>
      <w:r w:rsidRPr="00223237">
        <w:t>as crié ce mot</w:t>
      </w:r>
      <w:r w:rsidR="00AB6DDF">
        <w:t> : « </w:t>
      </w:r>
      <w:r w:rsidRPr="00223237">
        <w:t>Nous avons mieux que toute la vie</w:t>
      </w:r>
      <w:r w:rsidR="00AB6DDF">
        <w:t xml:space="preserve">, </w:t>
      </w:r>
      <w:r w:rsidRPr="00223237">
        <w:t>nous avons deux jours</w:t>
      </w:r>
      <w:r w:rsidR="00AB6DDF">
        <w:t> ! »</w:t>
      </w:r>
      <w:r w:rsidRPr="00223237">
        <w:t xml:space="preserve"> Ce mot-là t</w:t>
      </w:r>
      <w:r w:rsidR="00AB6DDF">
        <w:t>’</w:t>
      </w:r>
      <w:r w:rsidRPr="00223237">
        <w:t>est parti du cœur et tu étais vraiment toi-même à cette m</w:t>
      </w:r>
      <w:r w:rsidRPr="00223237">
        <w:t>i</w:t>
      </w:r>
      <w:r w:rsidRPr="00223237">
        <w:t>nute-là</w:t>
      </w:r>
      <w:r w:rsidR="00AB6DDF">
        <w:t xml:space="preserve"> ! </w:t>
      </w:r>
      <w:r w:rsidR="00AB6DDF">
        <w:rPr>
          <w:i/>
          <w:iCs/>
        </w:rPr>
        <w:t>(</w:t>
      </w:r>
      <w:r w:rsidRPr="00223237">
        <w:rPr>
          <w:i/>
          <w:iCs/>
        </w:rPr>
        <w:t>Elle prend de l</w:t>
      </w:r>
      <w:r w:rsidR="00AB6DDF">
        <w:rPr>
          <w:i/>
          <w:iCs/>
        </w:rPr>
        <w:t>’</w:t>
      </w:r>
      <w:r w:rsidRPr="00223237">
        <w:rPr>
          <w:i/>
          <w:iCs/>
        </w:rPr>
        <w:t>encre</w:t>
      </w:r>
      <w:r w:rsidR="00AB6DDF">
        <w:rPr>
          <w:i/>
          <w:iCs/>
        </w:rPr>
        <w:t>.)</w:t>
      </w:r>
    </w:p>
    <w:p w14:paraId="53895394" w14:textId="77777777" w:rsidR="00C83B26" w:rsidRDefault="002E19AC" w:rsidP="00C83B26">
      <w:r w:rsidRPr="00223237">
        <w:t>Comment ai-je pu</w:t>
      </w:r>
      <w:r w:rsidR="00AB6DDF">
        <w:t xml:space="preserve">, </w:t>
      </w:r>
      <w:r w:rsidRPr="00223237">
        <w:t>mon Dieu</w:t>
      </w:r>
      <w:r w:rsidR="00AB6DDF">
        <w:t xml:space="preserve">, </w:t>
      </w:r>
      <w:r w:rsidRPr="00223237">
        <w:t>ne pas comprendre tout de suite</w:t>
      </w:r>
      <w:r w:rsidR="00AB6DDF">
        <w:t xml:space="preserve"> ! </w:t>
      </w:r>
      <w:r w:rsidRPr="00223237">
        <w:t>Comment ai-je pu m</w:t>
      </w:r>
      <w:r w:rsidR="00AB6DDF">
        <w:t>’</w:t>
      </w:r>
      <w:r w:rsidRPr="00223237">
        <w:t>illusionner davantage</w:t>
      </w:r>
      <w:r w:rsidR="00AB6DDF">
        <w:t xml:space="preserve"> !… </w:t>
      </w:r>
      <w:r w:rsidRPr="00223237">
        <w:t>Maint</w:t>
      </w:r>
      <w:r w:rsidRPr="00223237">
        <w:t>e</w:t>
      </w:r>
      <w:r w:rsidRPr="00223237">
        <w:t>nant j</w:t>
      </w:r>
      <w:r w:rsidR="00AB6DDF">
        <w:t>’</w:t>
      </w:r>
      <w:r w:rsidRPr="00223237">
        <w:t>ai compris</w:t>
      </w:r>
      <w:r w:rsidR="00AB6DDF">
        <w:t xml:space="preserve"> !… </w:t>
      </w:r>
      <w:r w:rsidRPr="00223237">
        <w:t>Et il me semble que je t</w:t>
      </w:r>
      <w:r w:rsidR="00AB6DDF">
        <w:t>’</w:t>
      </w:r>
      <w:r w:rsidRPr="00223237">
        <w:t>entends dire</w:t>
      </w:r>
      <w:r w:rsidR="00AB6DDF">
        <w:t> : « </w:t>
      </w:r>
      <w:r w:rsidRPr="00223237">
        <w:t>E</w:t>
      </w:r>
      <w:r w:rsidRPr="00223237">
        <w:t>n</w:t>
      </w:r>
      <w:r w:rsidRPr="00223237">
        <w:t>fin</w:t>
      </w:r>
      <w:r w:rsidR="00AB6DDF">
        <w:t xml:space="preserve"> ! » </w:t>
      </w:r>
      <w:r w:rsidR="00AB6DDF">
        <w:rPr>
          <w:i/>
          <w:iCs/>
        </w:rPr>
        <w:t>(</w:t>
      </w:r>
      <w:r w:rsidRPr="00223237">
        <w:rPr>
          <w:i/>
          <w:iCs/>
        </w:rPr>
        <w:t>Elle reprend sa lettre</w:t>
      </w:r>
      <w:r w:rsidR="00AB6DDF">
        <w:rPr>
          <w:i/>
          <w:iCs/>
        </w:rPr>
        <w:t>.)</w:t>
      </w:r>
    </w:p>
    <w:p w14:paraId="127645A9" w14:textId="77777777" w:rsidR="00C83B26" w:rsidRDefault="002E19AC" w:rsidP="00C83B26">
      <w:r w:rsidRPr="00223237">
        <w:t>Puisque tu m</w:t>
      </w:r>
      <w:r w:rsidR="00AB6DDF">
        <w:t>’</w:t>
      </w:r>
      <w:r w:rsidRPr="00223237">
        <w:t>as laissé le soin de choisir</w:t>
      </w:r>
      <w:r w:rsidR="00AB6DDF">
        <w:t xml:space="preserve">… </w:t>
      </w:r>
      <w:r w:rsidRPr="00223237">
        <w:t>je m</w:t>
      </w:r>
      <w:r w:rsidR="00AB6DDF">
        <w:t>’</w:t>
      </w:r>
      <w:r w:rsidRPr="00223237">
        <w:t>en vais</w:t>
      </w:r>
      <w:r w:rsidR="00AB6DDF">
        <w:t xml:space="preserve">… </w:t>
      </w:r>
      <w:r w:rsidRPr="00223237">
        <w:t>c</w:t>
      </w:r>
      <w:r w:rsidR="00AB6DDF">
        <w:t>’</w:t>
      </w:r>
      <w:r w:rsidRPr="00223237">
        <w:t>est cette solution-là que j</w:t>
      </w:r>
      <w:r w:rsidR="00AB6DDF">
        <w:t>’</w:t>
      </w:r>
      <w:r w:rsidRPr="00223237">
        <w:t>adopte</w:t>
      </w:r>
      <w:r w:rsidR="00AB6DDF">
        <w:t xml:space="preserve">… </w:t>
      </w:r>
      <w:r w:rsidRPr="00223237">
        <w:t>parce qu</w:t>
      </w:r>
      <w:r w:rsidR="00AB6DDF">
        <w:t>’</w:t>
      </w:r>
      <w:r w:rsidRPr="00223237">
        <w:t>il le faut</w:t>
      </w:r>
      <w:r w:rsidR="00AB6DDF">
        <w:t xml:space="preserve"> !… </w:t>
      </w:r>
      <w:r w:rsidR="00AB6DDF">
        <w:rPr>
          <w:i/>
          <w:iCs/>
        </w:rPr>
        <w:t>(</w:t>
      </w:r>
      <w:r w:rsidRPr="00223237">
        <w:rPr>
          <w:i/>
          <w:iCs/>
        </w:rPr>
        <w:t>Elle so</w:t>
      </w:r>
      <w:r w:rsidRPr="00223237">
        <w:rPr>
          <w:i/>
          <w:iCs/>
        </w:rPr>
        <w:t>u</w:t>
      </w:r>
      <w:r w:rsidRPr="00223237">
        <w:rPr>
          <w:i/>
          <w:iCs/>
        </w:rPr>
        <w:t>ligne plusieurs fois les derniers mots</w:t>
      </w:r>
      <w:r w:rsidR="00AB6DDF">
        <w:rPr>
          <w:i/>
          <w:iCs/>
        </w:rPr>
        <w:t xml:space="preserve">. </w:t>
      </w:r>
      <w:r w:rsidRPr="00223237">
        <w:rPr>
          <w:i/>
          <w:iCs/>
        </w:rPr>
        <w:t>Elle est extrêmement énervée</w:t>
      </w:r>
      <w:r w:rsidR="00AB6DDF">
        <w:rPr>
          <w:i/>
          <w:iCs/>
        </w:rPr>
        <w:t>.)</w:t>
      </w:r>
    </w:p>
    <w:p w14:paraId="6A58D908" w14:textId="77777777" w:rsidR="00C83B26" w:rsidRDefault="002E19AC" w:rsidP="00C83B26">
      <w:r w:rsidRPr="00223237">
        <w:t>Je sais bien qu</w:t>
      </w:r>
      <w:r w:rsidR="00AB6DDF">
        <w:t>’</w:t>
      </w:r>
      <w:r w:rsidRPr="00223237">
        <w:t>elle va vous surprendre un peu</w:t>
      </w:r>
      <w:r w:rsidR="00AB6DDF">
        <w:t xml:space="preserve">… </w:t>
      </w:r>
      <w:r w:rsidRPr="00223237">
        <w:t>et je vous cause peut-être un chagrin très grand</w:t>
      </w:r>
      <w:r w:rsidR="00AB6DDF">
        <w:t xml:space="preserve">… </w:t>
      </w:r>
      <w:r w:rsidR="00AB6DDF">
        <w:rPr>
          <w:i/>
          <w:iCs/>
        </w:rPr>
        <w:t>(</w:t>
      </w:r>
      <w:r w:rsidRPr="00223237">
        <w:rPr>
          <w:i/>
          <w:iCs/>
        </w:rPr>
        <w:t>Elle prend de l</w:t>
      </w:r>
      <w:r w:rsidR="00AB6DDF">
        <w:rPr>
          <w:i/>
          <w:iCs/>
        </w:rPr>
        <w:t>’</w:t>
      </w:r>
      <w:r w:rsidRPr="00223237">
        <w:rPr>
          <w:i/>
          <w:iCs/>
        </w:rPr>
        <w:t>encre</w:t>
      </w:r>
      <w:r w:rsidR="00AB6DDF">
        <w:rPr>
          <w:i/>
          <w:iCs/>
        </w:rPr>
        <w:t>.)</w:t>
      </w:r>
    </w:p>
    <w:p w14:paraId="070E2B04" w14:textId="77777777" w:rsidR="00C83B26" w:rsidRDefault="002E19AC" w:rsidP="00C83B26">
      <w:r w:rsidRPr="00223237">
        <w:t>Tant pis</w:t>
      </w:r>
      <w:r w:rsidR="00AB6DDF">
        <w:t xml:space="preserve"> !… </w:t>
      </w:r>
      <w:r w:rsidR="00AB6DDF">
        <w:rPr>
          <w:i/>
          <w:iCs/>
        </w:rPr>
        <w:t>(</w:t>
      </w:r>
      <w:r w:rsidRPr="00223237">
        <w:rPr>
          <w:i/>
          <w:iCs/>
        </w:rPr>
        <w:t>Elle écrit</w:t>
      </w:r>
      <w:r w:rsidR="00AB6DDF">
        <w:rPr>
          <w:i/>
          <w:iCs/>
        </w:rPr>
        <w:t>…)</w:t>
      </w:r>
    </w:p>
    <w:p w14:paraId="7C79A326" w14:textId="77777777" w:rsidR="00C83B26" w:rsidRDefault="002E19AC" w:rsidP="00C83B26">
      <w:r w:rsidRPr="00223237">
        <w:t>En réfléchissant bien</w:t>
      </w:r>
      <w:r w:rsidR="00AB6DDF">
        <w:t xml:space="preserve">… </w:t>
      </w:r>
      <w:r w:rsidRPr="00223237">
        <w:t>il n</w:t>
      </w:r>
      <w:r w:rsidR="00AB6DDF">
        <w:t>’</w:t>
      </w:r>
      <w:r w:rsidRPr="00223237">
        <w:t>est pas difficile de comprendre que ce n</w:t>
      </w:r>
      <w:r w:rsidR="00AB6DDF">
        <w:t>’</w:t>
      </w:r>
      <w:r w:rsidRPr="00223237">
        <w:t>est pas celle que vous souhaitiez le plus</w:t>
      </w:r>
      <w:r w:rsidR="00AB6DDF">
        <w:t xml:space="preserve"> !… </w:t>
      </w:r>
      <w:r w:rsidRPr="00223237">
        <w:t>Votre cara</w:t>
      </w:r>
      <w:r w:rsidRPr="00223237">
        <w:t>c</w:t>
      </w:r>
      <w:r w:rsidRPr="00223237">
        <w:t>tère indépendant s</w:t>
      </w:r>
      <w:r w:rsidR="00AB6DDF">
        <w:t>’</w:t>
      </w:r>
      <w:r w:rsidRPr="00223237">
        <w:t>accommoderait sans doute bien mieux</w:t>
      </w:r>
      <w:r w:rsidR="00AB6DDF">
        <w:t xml:space="preserve">… </w:t>
      </w:r>
      <w:r w:rsidRPr="00223237">
        <w:t>d</w:t>
      </w:r>
      <w:r w:rsidR="00AB6DDF">
        <w:t>’</w:t>
      </w:r>
      <w:r w:rsidRPr="00223237">
        <w:t>une solution</w:t>
      </w:r>
      <w:r w:rsidR="00AB6DDF">
        <w:t xml:space="preserve">… </w:t>
      </w:r>
      <w:r w:rsidRPr="00223237">
        <w:t>mixte</w:t>
      </w:r>
      <w:r w:rsidR="00AB6DDF">
        <w:t> !…</w:t>
      </w:r>
    </w:p>
    <w:p w14:paraId="5B165AC0" w14:textId="77777777" w:rsidR="00C83B26" w:rsidRDefault="002E19AC" w:rsidP="00C83B26">
      <w:r w:rsidRPr="00223237">
        <w:t>Il est bien évident que le fait pour vous d</w:t>
      </w:r>
      <w:r w:rsidR="00AB6DDF">
        <w:t>’</w:t>
      </w:r>
      <w:r w:rsidRPr="00223237">
        <w:t>avoir une ma</w:t>
      </w:r>
      <w:r w:rsidRPr="00223237">
        <w:t>î</w:t>
      </w:r>
      <w:r w:rsidRPr="00223237">
        <w:t>tresse mariée comblerait tous vos vœux</w:t>
      </w:r>
      <w:r w:rsidR="00AB6DDF">
        <w:t xml:space="preserve">… </w:t>
      </w:r>
      <w:r w:rsidRPr="00223237">
        <w:t>puisque votre chère petite existence n</w:t>
      </w:r>
      <w:r w:rsidR="00AB6DDF">
        <w:t>’</w:t>
      </w:r>
      <w:r w:rsidRPr="00223237">
        <w:t>en serait pas pour cela désorganisée</w:t>
      </w:r>
      <w:r w:rsidR="00AB6DDF">
        <w:t xml:space="preserve"> !… </w:t>
      </w:r>
      <w:r w:rsidRPr="00223237">
        <w:t>Oui</w:t>
      </w:r>
      <w:r w:rsidR="00AB6DDF">
        <w:t xml:space="preserve">, </w:t>
      </w:r>
      <w:r w:rsidRPr="00223237">
        <w:t>mais</w:t>
      </w:r>
      <w:r w:rsidR="00AB6DDF">
        <w:t xml:space="preserve">… </w:t>
      </w:r>
      <w:r w:rsidRPr="00223237">
        <w:t>que voulez-vous</w:t>
      </w:r>
      <w:r w:rsidR="00AB6DDF">
        <w:t xml:space="preserve">… </w:t>
      </w:r>
      <w:r w:rsidRPr="00223237">
        <w:t>il faut un peu compter avec moi</w:t>
      </w:r>
      <w:r w:rsidR="00AB6DDF">
        <w:t xml:space="preserve"> !… </w:t>
      </w:r>
      <w:r w:rsidRPr="00223237">
        <w:t>Chacun a ses goûts dans la vie</w:t>
      </w:r>
      <w:r w:rsidR="00AB6DDF">
        <w:t xml:space="preserve">… </w:t>
      </w:r>
      <w:r w:rsidRPr="00223237">
        <w:t>et vous aviez éveillé en moi le goût de l</w:t>
      </w:r>
      <w:r w:rsidR="00AB6DDF">
        <w:t>’</w:t>
      </w:r>
      <w:r w:rsidRPr="00223237">
        <w:t>aventure</w:t>
      </w:r>
      <w:r w:rsidR="00AB6DDF">
        <w:t xml:space="preserve">… </w:t>
      </w:r>
      <w:r w:rsidRPr="00223237">
        <w:t>et la grande Folie</w:t>
      </w:r>
      <w:r w:rsidR="00AB6DDF">
        <w:t xml:space="preserve">, </w:t>
      </w:r>
      <w:r w:rsidRPr="00223237">
        <w:t>je l</w:t>
      </w:r>
      <w:r w:rsidR="00AB6DDF">
        <w:t>’</w:t>
      </w:r>
      <w:r w:rsidRPr="00223237">
        <w:t>aurais volontiers commise</w:t>
      </w:r>
      <w:r w:rsidR="00AB6DDF">
        <w:t xml:space="preserve">… </w:t>
      </w:r>
      <w:r w:rsidRPr="00223237">
        <w:t>Mais</w:t>
      </w:r>
      <w:r w:rsidR="00AB6DDF">
        <w:t xml:space="preserve">, </w:t>
      </w:r>
      <w:r w:rsidRPr="00223237">
        <w:t>que voulez-vous</w:t>
      </w:r>
      <w:r w:rsidR="00AB6DDF">
        <w:t xml:space="preserve">, </w:t>
      </w:r>
      <w:r w:rsidRPr="00223237">
        <w:t>je n</w:t>
      </w:r>
      <w:r w:rsidR="00AB6DDF">
        <w:t>’</w:t>
      </w:r>
      <w:r w:rsidRPr="00223237">
        <w:t>ai pas encore le goût de l</w:t>
      </w:r>
      <w:r w:rsidR="00AB6DDF">
        <w:t>’</w:t>
      </w:r>
      <w:r w:rsidRPr="00223237">
        <w:t>adultère</w:t>
      </w:r>
      <w:r w:rsidR="00AB6DDF">
        <w:t xml:space="preserve"> ! </w:t>
      </w:r>
      <w:r w:rsidRPr="00223237">
        <w:t>Le mensonge quotidien</w:t>
      </w:r>
      <w:r w:rsidR="00AB6DDF">
        <w:t xml:space="preserve">… </w:t>
      </w:r>
      <w:r w:rsidRPr="00223237">
        <w:t xml:space="preserve">la </w:t>
      </w:r>
      <w:r w:rsidRPr="00223237">
        <w:lastRenderedPageBreak/>
        <w:t>petite infamie qui se commet chaque jour</w:t>
      </w:r>
      <w:r w:rsidR="00AB6DDF">
        <w:t xml:space="preserve">… </w:t>
      </w:r>
      <w:r w:rsidRPr="00223237">
        <w:t>Non</w:t>
      </w:r>
      <w:r w:rsidR="00AB6DDF">
        <w:t xml:space="preserve"> !… </w:t>
      </w:r>
      <w:r w:rsidR="00AB6DDF">
        <w:rPr>
          <w:i/>
          <w:iCs/>
        </w:rPr>
        <w:t>(</w:t>
      </w:r>
      <w:r w:rsidRPr="00223237">
        <w:rPr>
          <w:i/>
          <w:iCs/>
        </w:rPr>
        <w:t>Elle prend de l</w:t>
      </w:r>
      <w:r w:rsidR="00AB6DDF">
        <w:rPr>
          <w:i/>
          <w:iCs/>
        </w:rPr>
        <w:t>’</w:t>
      </w:r>
      <w:r w:rsidRPr="00223237">
        <w:rPr>
          <w:i/>
          <w:iCs/>
        </w:rPr>
        <w:t>encre</w:t>
      </w:r>
      <w:r w:rsidR="00AB6DDF">
        <w:rPr>
          <w:i/>
          <w:iCs/>
        </w:rPr>
        <w:t>.)</w:t>
      </w:r>
    </w:p>
    <w:p w14:paraId="54C35E08" w14:textId="77777777" w:rsidR="00C83B26" w:rsidRDefault="002E19AC" w:rsidP="00C83B26">
      <w:r w:rsidRPr="00223237">
        <w:t>Oui</w:t>
      </w:r>
      <w:r w:rsidR="00AB6DDF">
        <w:t xml:space="preserve"> !… </w:t>
      </w:r>
      <w:r w:rsidRPr="00223237">
        <w:t>oh</w:t>
      </w:r>
      <w:r w:rsidR="00AB6DDF">
        <w:t xml:space="preserve"> ! </w:t>
      </w:r>
      <w:r w:rsidRPr="00223237">
        <w:t>Je sais bien</w:t>
      </w:r>
      <w:r w:rsidR="00AB6DDF">
        <w:t xml:space="preserve">… </w:t>
      </w:r>
      <w:r w:rsidR="00AB6DDF">
        <w:rPr>
          <w:i/>
          <w:iCs/>
        </w:rPr>
        <w:t>(</w:t>
      </w:r>
      <w:r w:rsidRPr="00223237">
        <w:rPr>
          <w:i/>
          <w:iCs/>
        </w:rPr>
        <w:t>Elle écrit</w:t>
      </w:r>
      <w:r w:rsidR="00AB6DDF">
        <w:rPr>
          <w:i/>
          <w:iCs/>
        </w:rPr>
        <w:t>.)</w:t>
      </w:r>
    </w:p>
    <w:p w14:paraId="71CAF010" w14:textId="77777777" w:rsidR="00C83B26" w:rsidRDefault="002E19AC" w:rsidP="00C83B26">
      <w:r w:rsidRPr="00223237">
        <w:t>Le cinq à sept devient régulier</w:t>
      </w:r>
      <w:r w:rsidR="00AB6DDF">
        <w:t xml:space="preserve">… </w:t>
      </w:r>
      <w:r w:rsidRPr="00223237">
        <w:t>une demi-journée de temps en temps</w:t>
      </w:r>
      <w:r w:rsidR="00AB6DDF">
        <w:t xml:space="preserve">… </w:t>
      </w:r>
      <w:r w:rsidRPr="00223237">
        <w:t>et parfois une journée entière</w:t>
      </w:r>
      <w:r w:rsidR="00AB6DDF">
        <w:t xml:space="preserve">… </w:t>
      </w:r>
      <w:r w:rsidRPr="00223237">
        <w:t>évide</w:t>
      </w:r>
      <w:r w:rsidRPr="00223237">
        <w:t>m</w:t>
      </w:r>
      <w:r w:rsidRPr="00223237">
        <w:t>ment</w:t>
      </w:r>
      <w:r w:rsidR="00AB6DDF">
        <w:t xml:space="preserve">… </w:t>
      </w:r>
      <w:r w:rsidR="00AB6DDF">
        <w:rPr>
          <w:i/>
          <w:iCs/>
        </w:rPr>
        <w:t>(</w:t>
      </w:r>
      <w:r w:rsidRPr="00223237">
        <w:rPr>
          <w:i/>
          <w:iCs/>
        </w:rPr>
        <w:t>Elle r</w:t>
      </w:r>
      <w:r w:rsidRPr="00223237">
        <w:rPr>
          <w:i/>
          <w:iCs/>
        </w:rPr>
        <w:t>e</w:t>
      </w:r>
      <w:r w:rsidRPr="00223237">
        <w:rPr>
          <w:i/>
          <w:iCs/>
        </w:rPr>
        <w:t>prend de l</w:t>
      </w:r>
      <w:r w:rsidR="00AB6DDF">
        <w:rPr>
          <w:i/>
          <w:iCs/>
        </w:rPr>
        <w:t>’</w:t>
      </w:r>
      <w:r w:rsidRPr="00223237">
        <w:rPr>
          <w:i/>
          <w:iCs/>
        </w:rPr>
        <w:t>encre</w:t>
      </w:r>
      <w:r w:rsidR="00AB6DDF">
        <w:rPr>
          <w:i/>
          <w:iCs/>
        </w:rPr>
        <w:t>.)</w:t>
      </w:r>
    </w:p>
    <w:p w14:paraId="737E12B6" w14:textId="77777777" w:rsidR="00C83B26" w:rsidRDefault="002E19AC" w:rsidP="00C83B26">
      <w:r w:rsidRPr="00223237">
        <w:t>C</w:t>
      </w:r>
      <w:r w:rsidR="00AB6DDF">
        <w:t>’</w:t>
      </w:r>
      <w:r w:rsidRPr="00223237">
        <w:t>est la chose de tout repos</w:t>
      </w:r>
      <w:r w:rsidR="00AB6DDF">
        <w:t xml:space="preserve">… </w:t>
      </w:r>
      <w:r w:rsidRPr="00223237">
        <w:t>qui peut se prolonger presque indéfiniment</w:t>
      </w:r>
      <w:r w:rsidR="00AB6DDF">
        <w:t xml:space="preserve">… </w:t>
      </w:r>
      <w:r w:rsidRPr="00223237">
        <w:t>C</w:t>
      </w:r>
      <w:r w:rsidR="00AB6DDF">
        <w:t>’</w:t>
      </w:r>
      <w:r w:rsidRPr="00223237">
        <w:t>est l</w:t>
      </w:r>
      <w:r w:rsidR="00AB6DDF">
        <w:t>’</w:t>
      </w:r>
      <w:r w:rsidRPr="00223237">
        <w:t>ignorance des défauts de celui qu</w:t>
      </w:r>
      <w:r w:rsidR="00AB6DDF">
        <w:t>’</w:t>
      </w:r>
      <w:r w:rsidRPr="00223237">
        <w:t>on aime</w:t>
      </w:r>
      <w:r w:rsidR="00AB6DDF">
        <w:t xml:space="preserve">… </w:t>
      </w:r>
      <w:r w:rsidRPr="00223237">
        <w:t>et c</w:t>
      </w:r>
      <w:r w:rsidR="00AB6DDF">
        <w:t>’</w:t>
      </w:r>
      <w:r w:rsidRPr="00223237">
        <w:t>est le refuge</w:t>
      </w:r>
      <w:r w:rsidR="00AB6DDF">
        <w:t xml:space="preserve">… </w:t>
      </w:r>
      <w:r w:rsidRPr="00223237">
        <w:t>c</w:t>
      </w:r>
      <w:r w:rsidR="00AB6DDF">
        <w:t>’</w:t>
      </w:r>
      <w:r w:rsidRPr="00223237">
        <w:t>est l</w:t>
      </w:r>
      <w:r w:rsidR="00AB6DDF">
        <w:t>’</w:t>
      </w:r>
      <w:r w:rsidRPr="00223237">
        <w:t>endroit intime que tout le monde ignore</w:t>
      </w:r>
      <w:r w:rsidR="00AB6DDF">
        <w:t xml:space="preserve">… </w:t>
      </w:r>
      <w:r w:rsidRPr="00223237">
        <w:t>c</w:t>
      </w:r>
      <w:r w:rsidR="00AB6DDF">
        <w:t>’</w:t>
      </w:r>
      <w:r w:rsidRPr="00223237">
        <w:t>est la pudeur obligatoire</w:t>
      </w:r>
      <w:r w:rsidR="00AB6DDF">
        <w:t xml:space="preserve">… </w:t>
      </w:r>
      <w:r w:rsidRPr="00223237">
        <w:t>c</w:t>
      </w:r>
      <w:r w:rsidR="00AB6DDF">
        <w:t>’</w:t>
      </w:r>
      <w:r w:rsidRPr="00223237">
        <w:t>est le désir qui se renouvelle sans cesse</w:t>
      </w:r>
      <w:r w:rsidR="00AB6DDF">
        <w:t xml:space="preserve">… </w:t>
      </w:r>
      <w:r w:rsidRPr="00223237">
        <w:t>et qui n</w:t>
      </w:r>
      <w:r w:rsidR="00AB6DDF">
        <w:t>’</w:t>
      </w:r>
      <w:r w:rsidRPr="00223237">
        <w:t>est jamais satisfait</w:t>
      </w:r>
      <w:r w:rsidR="00AB6DDF">
        <w:t xml:space="preserve">… </w:t>
      </w:r>
      <w:r w:rsidRPr="00223237">
        <w:t>c</w:t>
      </w:r>
      <w:r w:rsidR="00AB6DDF">
        <w:t>’</w:t>
      </w:r>
      <w:r w:rsidRPr="00223237">
        <w:t>est le plaisir qui ne s</w:t>
      </w:r>
      <w:r w:rsidR="00AB6DDF">
        <w:t>’</w:t>
      </w:r>
      <w:r w:rsidRPr="00223237">
        <w:t>épuise pas</w:t>
      </w:r>
      <w:r w:rsidR="00AB6DDF">
        <w:t xml:space="preserve">… </w:t>
      </w:r>
      <w:r w:rsidRPr="00223237">
        <w:t>c</w:t>
      </w:r>
      <w:r w:rsidR="00AB6DDF">
        <w:t>’</w:t>
      </w:r>
      <w:r w:rsidRPr="00223237">
        <w:t>est l</w:t>
      </w:r>
      <w:r w:rsidR="00AB6DDF">
        <w:t>’</w:t>
      </w:r>
      <w:r w:rsidRPr="00223237">
        <w:t>ivresse infinie des minutes qu</w:t>
      </w:r>
      <w:r w:rsidR="00AB6DDF">
        <w:t>’</w:t>
      </w:r>
      <w:r w:rsidRPr="00223237">
        <w:t>on vole</w:t>
      </w:r>
      <w:r w:rsidR="00AB6DDF">
        <w:t xml:space="preserve">… </w:t>
      </w:r>
      <w:r w:rsidRPr="00223237">
        <w:t>c</w:t>
      </w:r>
      <w:r w:rsidR="00AB6DDF">
        <w:t>’</w:t>
      </w:r>
      <w:r w:rsidRPr="00223237">
        <w:t>est le baiser sur les lèvres à chaque seconde</w:t>
      </w:r>
      <w:r w:rsidR="00AB6DDF">
        <w:t xml:space="preserve">… </w:t>
      </w:r>
      <w:r w:rsidRPr="00223237">
        <w:t>puisque les s</w:t>
      </w:r>
      <w:r w:rsidRPr="00223237">
        <w:t>e</w:t>
      </w:r>
      <w:r w:rsidRPr="00223237">
        <w:t>condes sont comptées</w:t>
      </w:r>
      <w:r w:rsidR="00AB6DDF">
        <w:t xml:space="preserve">… </w:t>
      </w:r>
      <w:r w:rsidRPr="00223237">
        <w:t>c</w:t>
      </w:r>
      <w:r w:rsidR="00AB6DDF">
        <w:t>’</w:t>
      </w:r>
      <w:r w:rsidRPr="00223237">
        <w:t>est la privation de l</w:t>
      </w:r>
      <w:r w:rsidR="00AB6DDF">
        <w:t>’</w:t>
      </w:r>
      <w:r w:rsidRPr="00223237">
        <w:t>être qu</w:t>
      </w:r>
      <w:r w:rsidR="00AB6DDF">
        <w:t>’</w:t>
      </w:r>
      <w:r w:rsidRPr="00223237">
        <w:t>on aime</w:t>
      </w:r>
      <w:r w:rsidR="00AB6DDF">
        <w:t xml:space="preserve">… </w:t>
      </w:r>
      <w:r w:rsidRPr="00223237">
        <w:t>et c</w:t>
      </w:r>
      <w:r w:rsidR="00AB6DDF">
        <w:t>’</w:t>
      </w:r>
      <w:r w:rsidRPr="00223237">
        <w:t>est la joie exquise de le retrouver et de le r</w:t>
      </w:r>
      <w:r w:rsidRPr="00223237">
        <w:t>e</w:t>
      </w:r>
      <w:r w:rsidRPr="00223237">
        <w:t>prendre chaque jour</w:t>
      </w:r>
      <w:r w:rsidR="00AB6DDF">
        <w:t xml:space="preserve">… </w:t>
      </w:r>
      <w:r w:rsidRPr="00223237">
        <w:t>c</w:t>
      </w:r>
      <w:r w:rsidR="00AB6DDF">
        <w:t>’</w:t>
      </w:r>
      <w:r w:rsidRPr="00223237">
        <w:t>est l</w:t>
      </w:r>
      <w:r w:rsidR="00AB6DDF">
        <w:t>’</w:t>
      </w:r>
      <w:r w:rsidRPr="00223237">
        <w:t>injustice de la vie contre laquelle on se révolte</w:t>
      </w:r>
      <w:r w:rsidR="00AB6DDF">
        <w:t xml:space="preserve">… </w:t>
      </w:r>
      <w:r w:rsidRPr="00223237">
        <w:t>et qui m</w:t>
      </w:r>
      <w:r w:rsidR="00AB6DDF">
        <w:t>’</w:t>
      </w:r>
      <w:r w:rsidRPr="00223237">
        <w:t>encourage à t</w:t>
      </w:r>
      <w:r w:rsidR="00AB6DDF">
        <w:t>’</w:t>
      </w:r>
      <w:r w:rsidRPr="00223237">
        <w:t>aimer davantage</w:t>
      </w:r>
      <w:r w:rsidR="00AB6DDF">
        <w:t xml:space="preserve">… </w:t>
      </w:r>
      <w:r w:rsidRPr="00223237">
        <w:t>c</w:t>
      </w:r>
      <w:r w:rsidR="00AB6DDF">
        <w:t>’</w:t>
      </w:r>
      <w:r w:rsidRPr="00223237">
        <w:t>est le mystère dans l</w:t>
      </w:r>
      <w:r w:rsidR="00AB6DDF">
        <w:t>’</w:t>
      </w:r>
      <w:r w:rsidRPr="00223237">
        <w:t>amour</w:t>
      </w:r>
      <w:r w:rsidR="00AB6DDF">
        <w:t xml:space="preserve">… </w:t>
      </w:r>
      <w:r w:rsidRPr="00223237">
        <w:t>c</w:t>
      </w:r>
      <w:r w:rsidR="00AB6DDF">
        <w:t>’</w:t>
      </w:r>
      <w:r w:rsidRPr="00223237">
        <w:t>est tout l</w:t>
      </w:r>
      <w:r w:rsidR="00AB6DDF">
        <w:t>’</w:t>
      </w:r>
      <w:r w:rsidRPr="00223237">
        <w:t>agrément de l</w:t>
      </w:r>
      <w:r w:rsidR="00AB6DDF">
        <w:t>’</w:t>
      </w:r>
      <w:r w:rsidRPr="00223237">
        <w:t>amour</w:t>
      </w:r>
      <w:r w:rsidR="00AB6DDF">
        <w:t xml:space="preserve">… </w:t>
      </w:r>
      <w:r w:rsidRPr="00223237">
        <w:t>c</w:t>
      </w:r>
      <w:r w:rsidR="00AB6DDF">
        <w:t>’</w:t>
      </w:r>
      <w:r w:rsidRPr="00223237">
        <w:t>est l</w:t>
      </w:r>
      <w:r w:rsidR="00AB6DDF">
        <w:t>’</w:t>
      </w:r>
      <w:r w:rsidRPr="00223237">
        <w:t>amour enfin tel que je le veux pour nous</w:t>
      </w:r>
      <w:r w:rsidR="00AB6DDF">
        <w:t xml:space="preserve">… </w:t>
      </w:r>
      <w:r w:rsidRPr="00223237">
        <w:t>et c</w:t>
      </w:r>
      <w:r w:rsidR="00AB6DDF">
        <w:t>’</w:t>
      </w:r>
      <w:r w:rsidRPr="00223237">
        <w:t>est ça</w:t>
      </w:r>
      <w:r w:rsidR="00AB6DDF">
        <w:t xml:space="preserve">, </w:t>
      </w:r>
      <w:r w:rsidRPr="00223237">
        <w:t>vois-tu</w:t>
      </w:r>
      <w:r w:rsidR="00AB6DDF">
        <w:t xml:space="preserve">, </w:t>
      </w:r>
      <w:r w:rsidRPr="00223237">
        <w:t>notre amour</w:t>
      </w:r>
      <w:r w:rsidR="00AB6DDF">
        <w:t xml:space="preserve">… </w:t>
      </w:r>
      <w:r w:rsidRPr="00223237">
        <w:t>c</w:t>
      </w:r>
      <w:r w:rsidR="00AB6DDF">
        <w:t>’</w:t>
      </w:r>
      <w:r w:rsidRPr="00223237">
        <w:t>est ça</w:t>
      </w:r>
      <w:r w:rsidR="00AB6DDF">
        <w:t xml:space="preserve">, </w:t>
      </w:r>
      <w:r w:rsidRPr="00223237">
        <w:t>la vérité</w:t>
      </w:r>
      <w:r w:rsidR="00AB6DDF">
        <w:t xml:space="preserve">… </w:t>
      </w:r>
      <w:r w:rsidRPr="00223237">
        <w:t>sûrement</w:t>
      </w:r>
      <w:r w:rsidR="00AB6DDF">
        <w:t xml:space="preserve">… </w:t>
      </w:r>
      <w:r w:rsidR="00AB6DDF">
        <w:rPr>
          <w:i/>
          <w:iCs/>
        </w:rPr>
        <w:t>(</w:t>
      </w:r>
      <w:r w:rsidRPr="00223237">
        <w:rPr>
          <w:i/>
          <w:iCs/>
        </w:rPr>
        <w:t>La porte s</w:t>
      </w:r>
      <w:r w:rsidR="00AB6DDF">
        <w:rPr>
          <w:i/>
          <w:iCs/>
        </w:rPr>
        <w:t>’</w:t>
      </w:r>
      <w:r w:rsidRPr="00223237">
        <w:rPr>
          <w:i/>
          <w:iCs/>
        </w:rPr>
        <w:t>ouvre brusquement et il entre</w:t>
      </w:r>
      <w:r w:rsidR="00AB6DDF">
        <w:rPr>
          <w:i/>
          <w:iCs/>
        </w:rPr>
        <w:t>.)</w:t>
      </w:r>
    </w:p>
    <w:p w14:paraId="23813ECF" w14:textId="77777777" w:rsidR="00C83B26" w:rsidRDefault="002E19AC" w:rsidP="00C83B26">
      <w:r w:rsidRPr="00223237">
        <w:t>Toi</w:t>
      </w:r>
      <w:r w:rsidR="00AB6DDF">
        <w:t xml:space="preserve"> !… </w:t>
      </w:r>
      <w:r w:rsidR="00AB6DDF">
        <w:rPr>
          <w:i/>
          <w:iCs/>
        </w:rPr>
        <w:t>(</w:t>
      </w:r>
      <w:r w:rsidRPr="00223237">
        <w:rPr>
          <w:i/>
          <w:iCs/>
        </w:rPr>
        <w:t>Elle détruit sa lettre et se jette dans ses bras</w:t>
      </w:r>
      <w:r w:rsidR="00AB6DDF">
        <w:rPr>
          <w:i/>
          <w:iCs/>
        </w:rPr>
        <w:t>.)</w:t>
      </w:r>
    </w:p>
    <w:p w14:paraId="08B73510" w14:textId="77777777" w:rsidR="00C83B26" w:rsidRDefault="002E19AC" w:rsidP="00C83B26">
      <w:r w:rsidRPr="00223237">
        <w:t>Viens</w:t>
      </w:r>
      <w:r w:rsidR="00AB6DDF">
        <w:t xml:space="preserve">, </w:t>
      </w:r>
      <w:r w:rsidRPr="00223237">
        <w:t>toi que j</w:t>
      </w:r>
      <w:r w:rsidR="00AB6DDF">
        <w:t>’</w:t>
      </w:r>
      <w:r w:rsidRPr="00223237">
        <w:t>adore</w:t>
      </w:r>
      <w:r w:rsidR="00AB6DDF">
        <w:t xml:space="preserve">… </w:t>
      </w:r>
      <w:r w:rsidRPr="00223237">
        <w:t>Nous avons mieux que deux jours</w:t>
      </w:r>
      <w:r w:rsidR="00AB6DDF">
        <w:t xml:space="preserve">, </w:t>
      </w:r>
      <w:r w:rsidRPr="00223237">
        <w:t>nous n</w:t>
      </w:r>
      <w:r w:rsidR="00AB6DDF">
        <w:t>’</w:t>
      </w:r>
      <w:r w:rsidRPr="00223237">
        <w:t>avons plus que quelques heures</w:t>
      </w:r>
      <w:r w:rsidR="00AB6DDF">
        <w:t xml:space="preserve">… </w:t>
      </w:r>
      <w:r w:rsidRPr="00223237">
        <w:t>vite</w:t>
      </w:r>
      <w:r w:rsidR="00AB6DDF">
        <w:t xml:space="preserve">… </w:t>
      </w:r>
      <w:r w:rsidRPr="00223237">
        <w:t>profitons-en</w:t>
      </w:r>
      <w:r w:rsidR="00AB6DDF">
        <w:t> !!!…</w:t>
      </w:r>
    </w:p>
    <w:p w14:paraId="39A8481F" w14:textId="30535A2D" w:rsidR="00033562" w:rsidRPr="00C83B26" w:rsidRDefault="002E19AC" w:rsidP="00C83B26">
      <w:pPr>
        <w:ind w:firstLine="0"/>
        <w:jc w:val="center"/>
      </w:pPr>
      <w:r w:rsidRPr="00C83B26">
        <w:rPr>
          <w:szCs w:val="32"/>
        </w:rPr>
        <w:t>RIDEAU</w:t>
      </w:r>
    </w:p>
    <w:p w14:paraId="07E3ABFA" w14:textId="77777777" w:rsidR="00033562" w:rsidRDefault="00033562">
      <w:pPr>
        <w:sectPr w:rsidR="00033562" w:rsidSect="00AB6DDF">
          <w:footerReference w:type="default" r:id="rId10"/>
          <w:pgSz w:w="11906" w:h="16838" w:code="9"/>
          <w:pgMar w:top="1134" w:right="1134" w:bottom="1134" w:left="1134" w:header="709" w:footer="709" w:gutter="0"/>
          <w:cols w:space="708"/>
          <w:titlePg/>
          <w:docGrid w:linePitch="360"/>
        </w:sectPr>
      </w:pPr>
    </w:p>
    <w:p w14:paraId="444939B6" w14:textId="77777777" w:rsidR="00033562" w:rsidRDefault="00033562" w:rsidP="00AB6DDF">
      <w:pPr>
        <w:pStyle w:val="Titre1"/>
        <w:spacing w:before="0"/>
      </w:pPr>
      <w:bookmarkStart w:id="5" w:name="_Toc196333093"/>
      <w:r>
        <w:lastRenderedPageBreak/>
        <w:t>À propos de cette édition électronique</w:t>
      </w:r>
      <w:bookmarkEnd w:id="5"/>
    </w:p>
    <w:p w14:paraId="49B6DCBD" w14:textId="77777777" w:rsidR="00AB6DDF" w:rsidRPr="00C83B26" w:rsidRDefault="00AB6DDF" w:rsidP="00C83B26">
      <w:pPr>
        <w:spacing w:before="180" w:after="180"/>
        <w:ind w:firstLine="0"/>
        <w:jc w:val="center"/>
        <w:rPr>
          <w:b/>
          <w:bCs/>
          <w:szCs w:val="32"/>
        </w:rPr>
      </w:pPr>
      <w:r w:rsidRPr="00C83B26">
        <w:rPr>
          <w:b/>
          <w:bCs/>
          <w:szCs w:val="32"/>
        </w:rPr>
        <w:t>Texte libre de droits.</w:t>
      </w:r>
    </w:p>
    <w:p w14:paraId="073F1894" w14:textId="77777777" w:rsidR="00AB6DDF" w:rsidRPr="00633842" w:rsidRDefault="00AB6DDF" w:rsidP="00AB6DDF">
      <w:pPr>
        <w:pStyle w:val="Centr"/>
        <w:spacing w:before="180" w:after="180"/>
      </w:pPr>
      <w:r w:rsidRPr="00633842">
        <w:t>Corrections, édition, conversion informatique et public</w:t>
      </w:r>
      <w:r w:rsidRPr="00633842">
        <w:t>a</w:t>
      </w:r>
      <w:r w:rsidRPr="00633842">
        <w:t>tion par le groupe :</w:t>
      </w:r>
    </w:p>
    <w:p w14:paraId="1A9E980C" w14:textId="77777777" w:rsidR="00AB6DDF" w:rsidRPr="00C83B26" w:rsidRDefault="00AB6DDF" w:rsidP="00C83B26">
      <w:pPr>
        <w:spacing w:before="180" w:after="180"/>
        <w:ind w:firstLine="0"/>
        <w:jc w:val="center"/>
        <w:rPr>
          <w:b/>
          <w:bCs/>
          <w:i/>
          <w:iCs/>
          <w:szCs w:val="32"/>
        </w:rPr>
      </w:pPr>
      <w:proofErr w:type="gramStart"/>
      <w:r w:rsidRPr="00C83B26">
        <w:rPr>
          <w:b/>
          <w:bCs/>
          <w:i/>
          <w:iCs/>
          <w:szCs w:val="32"/>
        </w:rPr>
        <w:t>Ebooks</w:t>
      </w:r>
      <w:proofErr w:type="gramEnd"/>
      <w:r w:rsidRPr="00C83B26">
        <w:rPr>
          <w:b/>
          <w:bCs/>
          <w:i/>
          <w:iCs/>
          <w:szCs w:val="32"/>
        </w:rPr>
        <w:t xml:space="preserve"> libres et gratuits</w:t>
      </w:r>
    </w:p>
    <w:p w14:paraId="513BB344" w14:textId="77777777" w:rsidR="00AB6DDF" w:rsidRPr="00633842" w:rsidRDefault="00AB6DDF" w:rsidP="00AB6DDF">
      <w:pPr>
        <w:pStyle w:val="Centr"/>
        <w:spacing w:before="180" w:after="180"/>
      </w:pPr>
      <w:hyperlink r:id="rId11" w:history="1">
        <w:r w:rsidRPr="00F74CD6">
          <w:rPr>
            <w:rStyle w:val="Lienhypertexte"/>
          </w:rPr>
          <w:t>https://groups.google.com/g/ebooksgratuits</w:t>
        </w:r>
      </w:hyperlink>
    </w:p>
    <w:p w14:paraId="7A59064D" w14:textId="6BFD7C24" w:rsidR="00AB6DDF" w:rsidRPr="00633842" w:rsidRDefault="00AB6DDF" w:rsidP="00AB6DDF">
      <w:pPr>
        <w:pStyle w:val="Centr"/>
        <w:spacing w:before="180" w:after="180"/>
      </w:pPr>
      <w:r w:rsidRPr="00633842">
        <w:t>Adresse du site web du groupe :</w:t>
      </w:r>
      <w:r w:rsidRPr="00633842">
        <w:br/>
      </w:r>
      <w:hyperlink r:id="rId12" w:history="1">
        <w:r w:rsidRPr="00273DFE">
          <w:rPr>
            <w:rStyle w:val="Lienhypertexte"/>
            <w:b/>
            <w:bCs/>
            <w:szCs w:val="32"/>
          </w:rPr>
          <w:t>http</w:t>
        </w:r>
        <w:r w:rsidRPr="00273DFE">
          <w:rPr>
            <w:rStyle w:val="Lienhypertexte"/>
            <w:b/>
            <w:bCs/>
            <w:szCs w:val="32"/>
          </w:rPr>
          <w:t>s</w:t>
        </w:r>
        <w:r w:rsidRPr="00273DFE">
          <w:rPr>
            <w:rStyle w:val="Lienhypertexte"/>
            <w:b/>
            <w:bCs/>
            <w:szCs w:val="32"/>
          </w:rPr>
          <w:t>://www.ebooksgratuits.com/</w:t>
        </w:r>
      </w:hyperlink>
    </w:p>
    <w:p w14:paraId="4453A691" w14:textId="77777777" w:rsidR="00AB6DDF" w:rsidRPr="00633842" w:rsidRDefault="00AB6DDF" w:rsidP="00AB6DDF">
      <w:pPr>
        <w:pStyle w:val="Centr"/>
        <w:spacing w:before="180" w:after="180"/>
      </w:pPr>
      <w:r w:rsidRPr="00633842">
        <w:t>—</w:t>
      </w:r>
    </w:p>
    <w:p w14:paraId="5829E669" w14:textId="18950431" w:rsidR="00AB6DDF" w:rsidRPr="00C83B26" w:rsidRDefault="00AB6DDF" w:rsidP="00C83B26">
      <w:pPr>
        <w:spacing w:before="180" w:after="180"/>
        <w:ind w:firstLine="0"/>
        <w:jc w:val="center"/>
        <w:rPr>
          <w:b/>
          <w:bCs/>
          <w:szCs w:val="32"/>
        </w:rPr>
      </w:pPr>
      <w:r w:rsidRPr="00C83B26">
        <w:rPr>
          <w:b/>
          <w:bCs/>
          <w:szCs w:val="32"/>
        </w:rPr>
        <w:t>Mai</w:t>
      </w:r>
      <w:r w:rsidRPr="00C83B26">
        <w:rPr>
          <w:b/>
          <w:bCs/>
          <w:szCs w:val="32"/>
        </w:rPr>
        <w:t xml:space="preserve"> 20</w:t>
      </w:r>
      <w:r w:rsidRPr="00C83B26">
        <w:rPr>
          <w:b/>
          <w:bCs/>
          <w:szCs w:val="32"/>
        </w:rPr>
        <w:t>2</w:t>
      </w:r>
      <w:r w:rsidRPr="00C83B26">
        <w:rPr>
          <w:b/>
          <w:bCs/>
          <w:szCs w:val="32"/>
        </w:rPr>
        <w:t>5</w:t>
      </w:r>
    </w:p>
    <w:p w14:paraId="5A792CE6" w14:textId="77777777" w:rsidR="00AB6DDF" w:rsidRPr="00633842" w:rsidRDefault="00AB6DDF" w:rsidP="00AB6DDF">
      <w:pPr>
        <w:pStyle w:val="Centr"/>
        <w:spacing w:before="180" w:after="180"/>
      </w:pPr>
      <w:r w:rsidRPr="00633842">
        <w:t>—</w:t>
      </w:r>
    </w:p>
    <w:p w14:paraId="75BC5CD3" w14:textId="77777777" w:rsidR="00AB6DDF" w:rsidRPr="00633842" w:rsidRDefault="00AB6DDF" w:rsidP="00AB6DDF">
      <w:pPr>
        <w:spacing w:before="180" w:after="180"/>
      </w:pPr>
      <w:r w:rsidRPr="00633842">
        <w:t>– </w:t>
      </w:r>
      <w:r w:rsidRPr="00633842">
        <w:rPr>
          <w:b/>
        </w:rPr>
        <w:t>Élaboration de ce livre électronique</w:t>
      </w:r>
      <w:r w:rsidRPr="00633842">
        <w:t> :</w:t>
      </w:r>
    </w:p>
    <w:p w14:paraId="564212B9" w14:textId="3BCB427A" w:rsidR="00AB6DDF" w:rsidRPr="00633842" w:rsidRDefault="00AB6DDF" w:rsidP="00AB6DDF">
      <w:pPr>
        <w:spacing w:before="180" w:after="180"/>
      </w:pPr>
      <w:r w:rsidRPr="00633842">
        <w:t xml:space="preserve">Les membres de </w:t>
      </w:r>
      <w:proofErr w:type="gramStart"/>
      <w:r w:rsidRPr="00633842">
        <w:rPr>
          <w:i/>
        </w:rPr>
        <w:t>Ebooks</w:t>
      </w:r>
      <w:proofErr w:type="gramEnd"/>
      <w:r w:rsidRPr="00633842">
        <w:rPr>
          <w:i/>
        </w:rPr>
        <w:t xml:space="preserve"> libres et gratuits</w:t>
      </w:r>
      <w:r w:rsidRPr="00633842">
        <w:t xml:space="preserve"> qui ont participé à l’élaboration de ce livre, sont :</w:t>
      </w:r>
      <w:r>
        <w:t xml:space="preserve"> </w:t>
      </w:r>
      <w:proofErr w:type="spellStart"/>
      <w:r w:rsidR="00C83B26" w:rsidRPr="00C83B26">
        <w:t>PascalL</w:t>
      </w:r>
      <w:proofErr w:type="spellEnd"/>
      <w:r w:rsidR="00C83B26" w:rsidRPr="00C83B26">
        <w:t>, Jean-</w:t>
      </w:r>
      <w:proofErr w:type="spellStart"/>
      <w:r w:rsidR="00C83B26" w:rsidRPr="00C83B26">
        <w:t>Marc,Jean</w:t>
      </w:r>
      <w:proofErr w:type="spellEnd"/>
      <w:r w:rsidR="00C83B26" w:rsidRPr="00C83B26">
        <w:t>-</w:t>
      </w:r>
      <w:proofErr w:type="spellStart"/>
      <w:r w:rsidR="00C83B26" w:rsidRPr="00C83B26">
        <w:t>JacquesH</w:t>
      </w:r>
      <w:proofErr w:type="spellEnd"/>
      <w:r w:rsidR="00C83B26">
        <w:t xml:space="preserve">, </w:t>
      </w:r>
      <w:proofErr w:type="spellStart"/>
      <w:r w:rsidR="00C83B26">
        <w:t>Coolmicro</w:t>
      </w:r>
      <w:proofErr w:type="spellEnd"/>
      <w:r w:rsidR="00C83B26">
        <w:t>.</w:t>
      </w:r>
    </w:p>
    <w:p w14:paraId="3FD517A7" w14:textId="77777777" w:rsidR="00AB6DDF" w:rsidRPr="00633842" w:rsidRDefault="00AB6DDF" w:rsidP="00AB6DDF">
      <w:pPr>
        <w:spacing w:before="180" w:after="180"/>
      </w:pPr>
      <w:r w:rsidRPr="00633842">
        <w:t>– </w:t>
      </w:r>
      <w:r w:rsidRPr="00633842">
        <w:rPr>
          <w:b/>
        </w:rPr>
        <w:t>Dispositions</w:t>
      </w:r>
      <w:r w:rsidRPr="00633842">
        <w:t> :</w:t>
      </w:r>
    </w:p>
    <w:p w14:paraId="6CF93057" w14:textId="77777777" w:rsidR="00AB6DDF" w:rsidRPr="00633842" w:rsidRDefault="00AB6DDF" w:rsidP="00AB6DDF">
      <w:pPr>
        <w:spacing w:before="180" w:after="180"/>
      </w:pPr>
      <w:r w:rsidRPr="00633842">
        <w:t xml:space="preserve">Les livres que nous mettons à votre disposition, sont des textes libres de droits, que vous pouvez utiliser librement, </w:t>
      </w:r>
      <w:r w:rsidRPr="00633842">
        <w:rPr>
          <w:u w:val="single"/>
        </w:rPr>
        <w:t>à une fin non commerciale et non professionnelle</w:t>
      </w:r>
      <w:r w:rsidRPr="00633842">
        <w:t>. Tout lien vers notre site est bienvenu…</w:t>
      </w:r>
    </w:p>
    <w:p w14:paraId="2EC06F2B" w14:textId="77777777" w:rsidR="00AB6DDF" w:rsidRPr="00633842" w:rsidRDefault="00AB6DDF" w:rsidP="00AB6DDF">
      <w:pPr>
        <w:spacing w:before="180" w:after="180"/>
      </w:pPr>
      <w:r w:rsidRPr="00633842">
        <w:t>– </w:t>
      </w:r>
      <w:r w:rsidRPr="00633842">
        <w:rPr>
          <w:b/>
        </w:rPr>
        <w:t>Qualité</w:t>
      </w:r>
      <w:r w:rsidRPr="00633842">
        <w:t> :</w:t>
      </w:r>
    </w:p>
    <w:p w14:paraId="27759E50" w14:textId="77777777" w:rsidR="00AB6DDF" w:rsidRPr="00633842" w:rsidRDefault="00AB6DDF" w:rsidP="00AB6DDF">
      <w:pPr>
        <w:spacing w:before="180" w:after="180"/>
      </w:pPr>
      <w:r w:rsidRPr="00633842">
        <w:t>Les textes sont livrés tels quels sans garantie de leur int</w:t>
      </w:r>
      <w:r w:rsidRPr="00633842">
        <w:t>é</w:t>
      </w:r>
      <w:r w:rsidRPr="00633842">
        <w:t>grité parfaite par rapport à l'original. Nous rappelons que c'est un travail d'amateurs non rétribués et que nous essayons de promouvoir la culture littéraire avec de maigres moyens.</w:t>
      </w:r>
    </w:p>
    <w:p w14:paraId="664726CC" w14:textId="77777777" w:rsidR="00AB6DDF" w:rsidRPr="00C83B26" w:rsidRDefault="00AB6DDF" w:rsidP="00C83B26">
      <w:pPr>
        <w:spacing w:before="180" w:after="180"/>
        <w:ind w:firstLine="0"/>
        <w:jc w:val="center"/>
        <w:rPr>
          <w:i/>
          <w:iCs/>
          <w:szCs w:val="32"/>
        </w:rPr>
      </w:pPr>
      <w:r w:rsidRPr="00C83B26">
        <w:rPr>
          <w:i/>
          <w:iCs/>
          <w:szCs w:val="32"/>
        </w:rPr>
        <w:t>Votre aide est la bienvenue !</w:t>
      </w:r>
    </w:p>
    <w:p w14:paraId="0273A530" w14:textId="6D191361" w:rsidR="00033562" w:rsidRDefault="00AB6DDF" w:rsidP="00AB6DDF">
      <w:pPr>
        <w:pStyle w:val="Centr"/>
        <w:suppressAutoHyphens/>
        <w:spacing w:before="180" w:after="180"/>
      </w:pPr>
      <w:r w:rsidRPr="00633842">
        <w:t>VOUS POUVEZ NOUS AIDER À FAIRE CONNAÎTRE CES CLASSIQUES LITTÉRAIRES.</w:t>
      </w:r>
    </w:p>
    <w:sectPr w:rsidR="00033562" w:rsidSect="00AB6DDF">
      <w:pgSz w:w="11906" w:h="16838" w:code="9"/>
      <w:pgMar w:top="567" w:right="567" w:bottom="567" w:left="56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907BAF" w14:textId="77777777" w:rsidR="00E76523" w:rsidRDefault="00E76523">
      <w:r>
        <w:separator/>
      </w:r>
    </w:p>
  </w:endnote>
  <w:endnote w:type="continuationSeparator" w:id="0">
    <w:p w14:paraId="1C65C26A" w14:textId="77777777" w:rsidR="00E76523" w:rsidRDefault="00E765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masis30">
    <w:panose1 w:val="02000603050000020003"/>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2AB260" w14:textId="77777777" w:rsidR="003D7715" w:rsidRDefault="003D7715">
    <w:pPr>
      <w:pStyle w:val="Pieddepage"/>
    </w:pPr>
    <w:r>
      <w:t xml:space="preserve">– </w:t>
    </w:r>
    <w:r>
      <w:rPr>
        <w:rStyle w:val="Numrodepage"/>
      </w:rPr>
      <w:fldChar w:fldCharType="begin"/>
    </w:r>
    <w:r>
      <w:rPr>
        <w:rStyle w:val="Numrodepage"/>
      </w:rPr>
      <w:instrText xml:space="preserve"> PAGE </w:instrText>
    </w:r>
    <w:r>
      <w:rPr>
        <w:rStyle w:val="Numrodepage"/>
      </w:rPr>
      <w:fldChar w:fldCharType="separate"/>
    </w:r>
    <w:r>
      <w:rPr>
        <w:rStyle w:val="Numrodepage"/>
        <w:noProof/>
      </w:rPr>
      <w:t>2</w:t>
    </w:r>
    <w:r>
      <w:rPr>
        <w:rStyle w:val="Numrodepage"/>
      </w:rPr>
      <w:fldChar w:fldCharType="end"/>
    </w:r>
    <w:r>
      <w:rPr>
        <w:rStyle w:val="Numrodepag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FF2D85" w14:textId="77777777" w:rsidR="003D7715" w:rsidRDefault="003D7715">
    <w:pPr>
      <w:pStyle w:val="Pieddepage"/>
      <w:rPr>
        <w:sz w:val="30"/>
        <w:szCs w:val="30"/>
      </w:rPr>
    </w:pPr>
    <w:r>
      <w:rPr>
        <w:sz w:val="30"/>
        <w:szCs w:val="30"/>
      </w:rPr>
      <w:t xml:space="preserve">– </w:t>
    </w:r>
    <w:r>
      <w:rPr>
        <w:rStyle w:val="Numrodepage"/>
        <w:sz w:val="30"/>
        <w:szCs w:val="30"/>
      </w:rPr>
      <w:fldChar w:fldCharType="begin"/>
    </w:r>
    <w:r>
      <w:rPr>
        <w:rStyle w:val="Numrodepage"/>
        <w:sz w:val="30"/>
        <w:szCs w:val="30"/>
      </w:rPr>
      <w:instrText xml:space="preserve"> PAGE </w:instrText>
    </w:r>
    <w:r>
      <w:rPr>
        <w:rStyle w:val="Numrodepage"/>
        <w:sz w:val="30"/>
        <w:szCs w:val="30"/>
      </w:rPr>
      <w:fldChar w:fldCharType="separate"/>
    </w:r>
    <w:r w:rsidR="0089519A">
      <w:rPr>
        <w:rStyle w:val="Numrodepage"/>
        <w:noProof/>
        <w:sz w:val="30"/>
        <w:szCs w:val="30"/>
      </w:rPr>
      <w:t>125</w:t>
    </w:r>
    <w:r>
      <w:rPr>
        <w:rStyle w:val="Numrodepage"/>
        <w:sz w:val="30"/>
        <w:szCs w:val="30"/>
      </w:rPr>
      <w:fldChar w:fldCharType="end"/>
    </w:r>
    <w:r>
      <w:rPr>
        <w:rStyle w:val="Numrodepage"/>
        <w:sz w:val="30"/>
        <w:szCs w:val="3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402201" w14:textId="77777777" w:rsidR="00E76523" w:rsidRDefault="00E76523">
      <w:r>
        <w:separator/>
      </w:r>
    </w:p>
  </w:footnote>
  <w:footnote w:type="continuationSeparator" w:id="0">
    <w:p w14:paraId="71AAA374" w14:textId="77777777" w:rsidR="00E76523" w:rsidRDefault="00E765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D8888C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5D055C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38052C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5B4EBA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91ED98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B3CBE7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4A6531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544153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DD8D8D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44C266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08A6C0B"/>
    <w:multiLevelType w:val="hybridMultilevel"/>
    <w:tmpl w:val="5E0C6452"/>
    <w:lvl w:ilvl="0" w:tplc="1796595E">
      <w:start w:val="1"/>
      <w:numFmt w:val="bullet"/>
      <w:lvlText w:val=""/>
      <w:lvlJc w:val="left"/>
      <w:pPr>
        <w:tabs>
          <w:tab w:val="num" w:pos="720"/>
        </w:tabs>
        <w:ind w:left="720" w:hanging="360"/>
      </w:pPr>
      <w:rPr>
        <w:rFonts w:ascii="Symbol" w:hAnsi="Symbol" w:hint="default"/>
        <w:sz w:val="20"/>
      </w:rPr>
    </w:lvl>
    <w:lvl w:ilvl="1" w:tplc="004A6EDA" w:tentative="1">
      <w:start w:val="1"/>
      <w:numFmt w:val="bullet"/>
      <w:lvlText w:val="o"/>
      <w:lvlJc w:val="left"/>
      <w:pPr>
        <w:tabs>
          <w:tab w:val="num" w:pos="1440"/>
        </w:tabs>
        <w:ind w:left="1440" w:hanging="360"/>
      </w:pPr>
      <w:rPr>
        <w:rFonts w:ascii="Courier New" w:hAnsi="Courier New" w:hint="default"/>
        <w:sz w:val="20"/>
      </w:rPr>
    </w:lvl>
    <w:lvl w:ilvl="2" w:tplc="23781F22" w:tentative="1">
      <w:start w:val="1"/>
      <w:numFmt w:val="bullet"/>
      <w:lvlText w:val=""/>
      <w:lvlJc w:val="left"/>
      <w:pPr>
        <w:tabs>
          <w:tab w:val="num" w:pos="2160"/>
        </w:tabs>
        <w:ind w:left="2160" w:hanging="360"/>
      </w:pPr>
      <w:rPr>
        <w:rFonts w:ascii="Wingdings" w:hAnsi="Wingdings" w:hint="default"/>
        <w:sz w:val="20"/>
      </w:rPr>
    </w:lvl>
    <w:lvl w:ilvl="3" w:tplc="C0A2B518" w:tentative="1">
      <w:start w:val="1"/>
      <w:numFmt w:val="bullet"/>
      <w:lvlText w:val=""/>
      <w:lvlJc w:val="left"/>
      <w:pPr>
        <w:tabs>
          <w:tab w:val="num" w:pos="2880"/>
        </w:tabs>
        <w:ind w:left="2880" w:hanging="360"/>
      </w:pPr>
      <w:rPr>
        <w:rFonts w:ascii="Wingdings" w:hAnsi="Wingdings" w:hint="default"/>
        <w:sz w:val="20"/>
      </w:rPr>
    </w:lvl>
    <w:lvl w:ilvl="4" w:tplc="DC7E530C" w:tentative="1">
      <w:start w:val="1"/>
      <w:numFmt w:val="bullet"/>
      <w:lvlText w:val=""/>
      <w:lvlJc w:val="left"/>
      <w:pPr>
        <w:tabs>
          <w:tab w:val="num" w:pos="3600"/>
        </w:tabs>
        <w:ind w:left="3600" w:hanging="360"/>
      </w:pPr>
      <w:rPr>
        <w:rFonts w:ascii="Wingdings" w:hAnsi="Wingdings" w:hint="default"/>
        <w:sz w:val="20"/>
      </w:rPr>
    </w:lvl>
    <w:lvl w:ilvl="5" w:tplc="79261CE2" w:tentative="1">
      <w:start w:val="1"/>
      <w:numFmt w:val="bullet"/>
      <w:lvlText w:val=""/>
      <w:lvlJc w:val="left"/>
      <w:pPr>
        <w:tabs>
          <w:tab w:val="num" w:pos="4320"/>
        </w:tabs>
        <w:ind w:left="4320" w:hanging="360"/>
      </w:pPr>
      <w:rPr>
        <w:rFonts w:ascii="Wingdings" w:hAnsi="Wingdings" w:hint="default"/>
        <w:sz w:val="20"/>
      </w:rPr>
    </w:lvl>
    <w:lvl w:ilvl="6" w:tplc="7B60B998" w:tentative="1">
      <w:start w:val="1"/>
      <w:numFmt w:val="bullet"/>
      <w:lvlText w:val=""/>
      <w:lvlJc w:val="left"/>
      <w:pPr>
        <w:tabs>
          <w:tab w:val="num" w:pos="5040"/>
        </w:tabs>
        <w:ind w:left="5040" w:hanging="360"/>
      </w:pPr>
      <w:rPr>
        <w:rFonts w:ascii="Wingdings" w:hAnsi="Wingdings" w:hint="default"/>
        <w:sz w:val="20"/>
      </w:rPr>
    </w:lvl>
    <w:lvl w:ilvl="7" w:tplc="74F0A4DA" w:tentative="1">
      <w:start w:val="1"/>
      <w:numFmt w:val="bullet"/>
      <w:lvlText w:val=""/>
      <w:lvlJc w:val="left"/>
      <w:pPr>
        <w:tabs>
          <w:tab w:val="num" w:pos="5760"/>
        </w:tabs>
        <w:ind w:left="5760" w:hanging="360"/>
      </w:pPr>
      <w:rPr>
        <w:rFonts w:ascii="Wingdings" w:hAnsi="Wingdings" w:hint="default"/>
        <w:sz w:val="20"/>
      </w:rPr>
    </w:lvl>
    <w:lvl w:ilvl="8" w:tplc="E24C3D06"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3691385"/>
    <w:multiLevelType w:val="hybridMultilevel"/>
    <w:tmpl w:val="2EAA8648"/>
    <w:lvl w:ilvl="0" w:tplc="144E4258">
      <w:start w:val="1"/>
      <w:numFmt w:val="bullet"/>
      <w:lvlText w:val=""/>
      <w:lvlJc w:val="left"/>
      <w:pPr>
        <w:tabs>
          <w:tab w:val="num" w:pos="720"/>
        </w:tabs>
        <w:ind w:left="720" w:hanging="360"/>
      </w:pPr>
      <w:rPr>
        <w:rFonts w:ascii="Symbol" w:hAnsi="Symbol" w:hint="default"/>
        <w:sz w:val="20"/>
      </w:rPr>
    </w:lvl>
    <w:lvl w:ilvl="1" w:tplc="B6508ADC" w:tentative="1">
      <w:start w:val="1"/>
      <w:numFmt w:val="bullet"/>
      <w:lvlText w:val="o"/>
      <w:lvlJc w:val="left"/>
      <w:pPr>
        <w:tabs>
          <w:tab w:val="num" w:pos="1440"/>
        </w:tabs>
        <w:ind w:left="1440" w:hanging="360"/>
      </w:pPr>
      <w:rPr>
        <w:rFonts w:ascii="Courier New" w:hAnsi="Courier New" w:hint="default"/>
        <w:sz w:val="20"/>
      </w:rPr>
    </w:lvl>
    <w:lvl w:ilvl="2" w:tplc="8D988CCE" w:tentative="1">
      <w:start w:val="1"/>
      <w:numFmt w:val="bullet"/>
      <w:lvlText w:val=""/>
      <w:lvlJc w:val="left"/>
      <w:pPr>
        <w:tabs>
          <w:tab w:val="num" w:pos="2160"/>
        </w:tabs>
        <w:ind w:left="2160" w:hanging="360"/>
      </w:pPr>
      <w:rPr>
        <w:rFonts w:ascii="Wingdings" w:hAnsi="Wingdings" w:hint="default"/>
        <w:sz w:val="20"/>
      </w:rPr>
    </w:lvl>
    <w:lvl w:ilvl="3" w:tplc="1ED42906" w:tentative="1">
      <w:start w:val="1"/>
      <w:numFmt w:val="bullet"/>
      <w:lvlText w:val=""/>
      <w:lvlJc w:val="left"/>
      <w:pPr>
        <w:tabs>
          <w:tab w:val="num" w:pos="2880"/>
        </w:tabs>
        <w:ind w:left="2880" w:hanging="360"/>
      </w:pPr>
      <w:rPr>
        <w:rFonts w:ascii="Wingdings" w:hAnsi="Wingdings" w:hint="default"/>
        <w:sz w:val="20"/>
      </w:rPr>
    </w:lvl>
    <w:lvl w:ilvl="4" w:tplc="3AB83200" w:tentative="1">
      <w:start w:val="1"/>
      <w:numFmt w:val="bullet"/>
      <w:lvlText w:val=""/>
      <w:lvlJc w:val="left"/>
      <w:pPr>
        <w:tabs>
          <w:tab w:val="num" w:pos="3600"/>
        </w:tabs>
        <w:ind w:left="3600" w:hanging="360"/>
      </w:pPr>
      <w:rPr>
        <w:rFonts w:ascii="Wingdings" w:hAnsi="Wingdings" w:hint="default"/>
        <w:sz w:val="20"/>
      </w:rPr>
    </w:lvl>
    <w:lvl w:ilvl="5" w:tplc="B7502204" w:tentative="1">
      <w:start w:val="1"/>
      <w:numFmt w:val="bullet"/>
      <w:lvlText w:val=""/>
      <w:lvlJc w:val="left"/>
      <w:pPr>
        <w:tabs>
          <w:tab w:val="num" w:pos="4320"/>
        </w:tabs>
        <w:ind w:left="4320" w:hanging="360"/>
      </w:pPr>
      <w:rPr>
        <w:rFonts w:ascii="Wingdings" w:hAnsi="Wingdings" w:hint="default"/>
        <w:sz w:val="20"/>
      </w:rPr>
    </w:lvl>
    <w:lvl w:ilvl="6" w:tplc="4DB0ACFE" w:tentative="1">
      <w:start w:val="1"/>
      <w:numFmt w:val="bullet"/>
      <w:lvlText w:val=""/>
      <w:lvlJc w:val="left"/>
      <w:pPr>
        <w:tabs>
          <w:tab w:val="num" w:pos="5040"/>
        </w:tabs>
        <w:ind w:left="5040" w:hanging="360"/>
      </w:pPr>
      <w:rPr>
        <w:rFonts w:ascii="Wingdings" w:hAnsi="Wingdings" w:hint="default"/>
        <w:sz w:val="20"/>
      </w:rPr>
    </w:lvl>
    <w:lvl w:ilvl="7" w:tplc="F8E4C920" w:tentative="1">
      <w:start w:val="1"/>
      <w:numFmt w:val="bullet"/>
      <w:lvlText w:val=""/>
      <w:lvlJc w:val="left"/>
      <w:pPr>
        <w:tabs>
          <w:tab w:val="num" w:pos="5760"/>
        </w:tabs>
        <w:ind w:left="5760" w:hanging="360"/>
      </w:pPr>
      <w:rPr>
        <w:rFonts w:ascii="Wingdings" w:hAnsi="Wingdings" w:hint="default"/>
        <w:sz w:val="20"/>
      </w:rPr>
    </w:lvl>
    <w:lvl w:ilvl="8" w:tplc="584E42FE"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3A91EB8"/>
    <w:multiLevelType w:val="hybridMultilevel"/>
    <w:tmpl w:val="47F4B040"/>
    <w:lvl w:ilvl="0" w:tplc="30B642FC">
      <w:start w:val="1"/>
      <w:numFmt w:val="bullet"/>
      <w:lvlText w:val=""/>
      <w:lvlJc w:val="left"/>
      <w:pPr>
        <w:tabs>
          <w:tab w:val="num" w:pos="720"/>
        </w:tabs>
        <w:ind w:left="720" w:hanging="360"/>
      </w:pPr>
      <w:rPr>
        <w:rFonts w:ascii="Symbol" w:hAnsi="Symbol" w:hint="default"/>
        <w:sz w:val="20"/>
      </w:rPr>
    </w:lvl>
    <w:lvl w:ilvl="1" w:tplc="35F0C21A" w:tentative="1">
      <w:start w:val="1"/>
      <w:numFmt w:val="bullet"/>
      <w:lvlText w:val="o"/>
      <w:lvlJc w:val="left"/>
      <w:pPr>
        <w:tabs>
          <w:tab w:val="num" w:pos="1440"/>
        </w:tabs>
        <w:ind w:left="1440" w:hanging="360"/>
      </w:pPr>
      <w:rPr>
        <w:rFonts w:ascii="Courier New" w:hAnsi="Courier New" w:hint="default"/>
        <w:sz w:val="20"/>
      </w:rPr>
    </w:lvl>
    <w:lvl w:ilvl="2" w:tplc="14AC85A6" w:tentative="1">
      <w:start w:val="1"/>
      <w:numFmt w:val="bullet"/>
      <w:lvlText w:val=""/>
      <w:lvlJc w:val="left"/>
      <w:pPr>
        <w:tabs>
          <w:tab w:val="num" w:pos="2160"/>
        </w:tabs>
        <w:ind w:left="2160" w:hanging="360"/>
      </w:pPr>
      <w:rPr>
        <w:rFonts w:ascii="Wingdings" w:hAnsi="Wingdings" w:hint="default"/>
        <w:sz w:val="20"/>
      </w:rPr>
    </w:lvl>
    <w:lvl w:ilvl="3" w:tplc="D3D42862" w:tentative="1">
      <w:start w:val="1"/>
      <w:numFmt w:val="bullet"/>
      <w:lvlText w:val=""/>
      <w:lvlJc w:val="left"/>
      <w:pPr>
        <w:tabs>
          <w:tab w:val="num" w:pos="2880"/>
        </w:tabs>
        <w:ind w:left="2880" w:hanging="360"/>
      </w:pPr>
      <w:rPr>
        <w:rFonts w:ascii="Wingdings" w:hAnsi="Wingdings" w:hint="default"/>
        <w:sz w:val="20"/>
      </w:rPr>
    </w:lvl>
    <w:lvl w:ilvl="4" w:tplc="A5A8C902" w:tentative="1">
      <w:start w:val="1"/>
      <w:numFmt w:val="bullet"/>
      <w:lvlText w:val=""/>
      <w:lvlJc w:val="left"/>
      <w:pPr>
        <w:tabs>
          <w:tab w:val="num" w:pos="3600"/>
        </w:tabs>
        <w:ind w:left="3600" w:hanging="360"/>
      </w:pPr>
      <w:rPr>
        <w:rFonts w:ascii="Wingdings" w:hAnsi="Wingdings" w:hint="default"/>
        <w:sz w:val="20"/>
      </w:rPr>
    </w:lvl>
    <w:lvl w:ilvl="5" w:tplc="06CE7BD2" w:tentative="1">
      <w:start w:val="1"/>
      <w:numFmt w:val="bullet"/>
      <w:lvlText w:val=""/>
      <w:lvlJc w:val="left"/>
      <w:pPr>
        <w:tabs>
          <w:tab w:val="num" w:pos="4320"/>
        </w:tabs>
        <w:ind w:left="4320" w:hanging="360"/>
      </w:pPr>
      <w:rPr>
        <w:rFonts w:ascii="Wingdings" w:hAnsi="Wingdings" w:hint="default"/>
        <w:sz w:val="20"/>
      </w:rPr>
    </w:lvl>
    <w:lvl w:ilvl="6" w:tplc="957E85E2" w:tentative="1">
      <w:start w:val="1"/>
      <w:numFmt w:val="bullet"/>
      <w:lvlText w:val=""/>
      <w:lvlJc w:val="left"/>
      <w:pPr>
        <w:tabs>
          <w:tab w:val="num" w:pos="5040"/>
        </w:tabs>
        <w:ind w:left="5040" w:hanging="360"/>
      </w:pPr>
      <w:rPr>
        <w:rFonts w:ascii="Wingdings" w:hAnsi="Wingdings" w:hint="default"/>
        <w:sz w:val="20"/>
      </w:rPr>
    </w:lvl>
    <w:lvl w:ilvl="7" w:tplc="C5B68E2C" w:tentative="1">
      <w:start w:val="1"/>
      <w:numFmt w:val="bullet"/>
      <w:lvlText w:val=""/>
      <w:lvlJc w:val="left"/>
      <w:pPr>
        <w:tabs>
          <w:tab w:val="num" w:pos="5760"/>
        </w:tabs>
        <w:ind w:left="5760" w:hanging="360"/>
      </w:pPr>
      <w:rPr>
        <w:rFonts w:ascii="Wingdings" w:hAnsi="Wingdings" w:hint="default"/>
        <w:sz w:val="20"/>
      </w:rPr>
    </w:lvl>
    <w:lvl w:ilvl="8" w:tplc="B02CF76E"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0E56A04"/>
    <w:multiLevelType w:val="hybridMultilevel"/>
    <w:tmpl w:val="AE8CBB82"/>
    <w:lvl w:ilvl="0" w:tplc="106C64E4">
      <w:start w:val="1"/>
      <w:numFmt w:val="bullet"/>
      <w:lvlText w:val=""/>
      <w:lvlJc w:val="left"/>
      <w:pPr>
        <w:tabs>
          <w:tab w:val="num" w:pos="720"/>
        </w:tabs>
        <w:ind w:left="720" w:hanging="360"/>
      </w:pPr>
      <w:rPr>
        <w:rFonts w:ascii="Symbol" w:hAnsi="Symbol" w:hint="default"/>
        <w:sz w:val="20"/>
      </w:rPr>
    </w:lvl>
    <w:lvl w:ilvl="1" w:tplc="F52884FE" w:tentative="1">
      <w:start w:val="1"/>
      <w:numFmt w:val="bullet"/>
      <w:lvlText w:val="o"/>
      <w:lvlJc w:val="left"/>
      <w:pPr>
        <w:tabs>
          <w:tab w:val="num" w:pos="1440"/>
        </w:tabs>
        <w:ind w:left="1440" w:hanging="360"/>
      </w:pPr>
      <w:rPr>
        <w:rFonts w:ascii="Courier New" w:hAnsi="Courier New" w:hint="default"/>
        <w:sz w:val="20"/>
      </w:rPr>
    </w:lvl>
    <w:lvl w:ilvl="2" w:tplc="8A8C97F0" w:tentative="1">
      <w:start w:val="1"/>
      <w:numFmt w:val="bullet"/>
      <w:lvlText w:val=""/>
      <w:lvlJc w:val="left"/>
      <w:pPr>
        <w:tabs>
          <w:tab w:val="num" w:pos="2160"/>
        </w:tabs>
        <w:ind w:left="2160" w:hanging="360"/>
      </w:pPr>
      <w:rPr>
        <w:rFonts w:ascii="Wingdings" w:hAnsi="Wingdings" w:hint="default"/>
        <w:sz w:val="20"/>
      </w:rPr>
    </w:lvl>
    <w:lvl w:ilvl="3" w:tplc="604CAF0E" w:tentative="1">
      <w:start w:val="1"/>
      <w:numFmt w:val="bullet"/>
      <w:lvlText w:val=""/>
      <w:lvlJc w:val="left"/>
      <w:pPr>
        <w:tabs>
          <w:tab w:val="num" w:pos="2880"/>
        </w:tabs>
        <w:ind w:left="2880" w:hanging="360"/>
      </w:pPr>
      <w:rPr>
        <w:rFonts w:ascii="Wingdings" w:hAnsi="Wingdings" w:hint="default"/>
        <w:sz w:val="20"/>
      </w:rPr>
    </w:lvl>
    <w:lvl w:ilvl="4" w:tplc="34B42966" w:tentative="1">
      <w:start w:val="1"/>
      <w:numFmt w:val="bullet"/>
      <w:lvlText w:val=""/>
      <w:lvlJc w:val="left"/>
      <w:pPr>
        <w:tabs>
          <w:tab w:val="num" w:pos="3600"/>
        </w:tabs>
        <w:ind w:left="3600" w:hanging="360"/>
      </w:pPr>
      <w:rPr>
        <w:rFonts w:ascii="Wingdings" w:hAnsi="Wingdings" w:hint="default"/>
        <w:sz w:val="20"/>
      </w:rPr>
    </w:lvl>
    <w:lvl w:ilvl="5" w:tplc="A9C67F1A" w:tentative="1">
      <w:start w:val="1"/>
      <w:numFmt w:val="bullet"/>
      <w:lvlText w:val=""/>
      <w:lvlJc w:val="left"/>
      <w:pPr>
        <w:tabs>
          <w:tab w:val="num" w:pos="4320"/>
        </w:tabs>
        <w:ind w:left="4320" w:hanging="360"/>
      </w:pPr>
      <w:rPr>
        <w:rFonts w:ascii="Wingdings" w:hAnsi="Wingdings" w:hint="default"/>
        <w:sz w:val="20"/>
      </w:rPr>
    </w:lvl>
    <w:lvl w:ilvl="6" w:tplc="6574B432" w:tentative="1">
      <w:start w:val="1"/>
      <w:numFmt w:val="bullet"/>
      <w:lvlText w:val=""/>
      <w:lvlJc w:val="left"/>
      <w:pPr>
        <w:tabs>
          <w:tab w:val="num" w:pos="5040"/>
        </w:tabs>
        <w:ind w:left="5040" w:hanging="360"/>
      </w:pPr>
      <w:rPr>
        <w:rFonts w:ascii="Wingdings" w:hAnsi="Wingdings" w:hint="default"/>
        <w:sz w:val="20"/>
      </w:rPr>
    </w:lvl>
    <w:lvl w:ilvl="7" w:tplc="64FEDE56" w:tentative="1">
      <w:start w:val="1"/>
      <w:numFmt w:val="bullet"/>
      <w:lvlText w:val=""/>
      <w:lvlJc w:val="left"/>
      <w:pPr>
        <w:tabs>
          <w:tab w:val="num" w:pos="5760"/>
        </w:tabs>
        <w:ind w:left="5760" w:hanging="360"/>
      </w:pPr>
      <w:rPr>
        <w:rFonts w:ascii="Wingdings" w:hAnsi="Wingdings" w:hint="default"/>
        <w:sz w:val="20"/>
      </w:rPr>
    </w:lvl>
    <w:lvl w:ilvl="8" w:tplc="12803640" w:tentative="1">
      <w:start w:val="1"/>
      <w:numFmt w:val="bullet"/>
      <w:lvlText w:val=""/>
      <w:lvlJc w:val="left"/>
      <w:pPr>
        <w:tabs>
          <w:tab w:val="num" w:pos="6480"/>
        </w:tabs>
        <w:ind w:left="6480" w:hanging="360"/>
      </w:pPr>
      <w:rPr>
        <w:rFonts w:ascii="Wingdings" w:hAnsi="Wingdings" w:hint="default"/>
        <w:sz w:val="20"/>
      </w:rPr>
    </w:lvl>
  </w:abstractNum>
  <w:num w:numId="1" w16cid:durableId="1382561172">
    <w:abstractNumId w:val="10"/>
  </w:num>
  <w:num w:numId="2" w16cid:durableId="447817205">
    <w:abstractNumId w:val="11"/>
  </w:num>
  <w:num w:numId="3" w16cid:durableId="1431243858">
    <w:abstractNumId w:val="12"/>
  </w:num>
  <w:num w:numId="4" w16cid:durableId="1214345202">
    <w:abstractNumId w:val="13"/>
  </w:num>
  <w:num w:numId="5" w16cid:durableId="1699044954">
    <w:abstractNumId w:val="8"/>
  </w:num>
  <w:num w:numId="6" w16cid:durableId="1663704574">
    <w:abstractNumId w:val="3"/>
  </w:num>
  <w:num w:numId="7" w16cid:durableId="1372416009">
    <w:abstractNumId w:val="2"/>
  </w:num>
  <w:num w:numId="8" w16cid:durableId="2041278424">
    <w:abstractNumId w:val="1"/>
  </w:num>
  <w:num w:numId="9" w16cid:durableId="337583600">
    <w:abstractNumId w:val="0"/>
  </w:num>
  <w:num w:numId="10" w16cid:durableId="756907431">
    <w:abstractNumId w:val="9"/>
  </w:num>
  <w:num w:numId="11" w16cid:durableId="1386873161">
    <w:abstractNumId w:val="7"/>
  </w:num>
  <w:num w:numId="12" w16cid:durableId="1789738742">
    <w:abstractNumId w:val="6"/>
  </w:num>
  <w:num w:numId="13" w16cid:durableId="642084332">
    <w:abstractNumId w:val="5"/>
  </w:num>
  <w:num w:numId="14" w16cid:durableId="13909568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attachedTemplate r:id="rId1"/>
  <w:linkStyle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284"/>
  <w:doNotHyphenateCaps/>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6898"/>
    <w:rsid w:val="00001285"/>
    <w:rsid w:val="000119AC"/>
    <w:rsid w:val="00021C38"/>
    <w:rsid w:val="00033562"/>
    <w:rsid w:val="00066E2D"/>
    <w:rsid w:val="0009426A"/>
    <w:rsid w:val="000B5DEF"/>
    <w:rsid w:val="000F5F8C"/>
    <w:rsid w:val="0010298A"/>
    <w:rsid w:val="001153B6"/>
    <w:rsid w:val="001635FE"/>
    <w:rsid w:val="00176FA6"/>
    <w:rsid w:val="00203135"/>
    <w:rsid w:val="00284AF2"/>
    <w:rsid w:val="002A0FD8"/>
    <w:rsid w:val="002E19AC"/>
    <w:rsid w:val="002E4734"/>
    <w:rsid w:val="002E5320"/>
    <w:rsid w:val="003109AB"/>
    <w:rsid w:val="00335365"/>
    <w:rsid w:val="00367258"/>
    <w:rsid w:val="003A2440"/>
    <w:rsid w:val="003D7715"/>
    <w:rsid w:val="003F6FF9"/>
    <w:rsid w:val="00461678"/>
    <w:rsid w:val="004618A4"/>
    <w:rsid w:val="00527141"/>
    <w:rsid w:val="00576E04"/>
    <w:rsid w:val="00640C4F"/>
    <w:rsid w:val="00696EEE"/>
    <w:rsid w:val="00703D4D"/>
    <w:rsid w:val="00707705"/>
    <w:rsid w:val="00722EA0"/>
    <w:rsid w:val="00726773"/>
    <w:rsid w:val="0076257B"/>
    <w:rsid w:val="007841D8"/>
    <w:rsid w:val="007A3194"/>
    <w:rsid w:val="007A353A"/>
    <w:rsid w:val="007B6898"/>
    <w:rsid w:val="007C56AC"/>
    <w:rsid w:val="007F5860"/>
    <w:rsid w:val="00856DF4"/>
    <w:rsid w:val="00863B07"/>
    <w:rsid w:val="0089519A"/>
    <w:rsid w:val="008F106B"/>
    <w:rsid w:val="00921E3D"/>
    <w:rsid w:val="00930A77"/>
    <w:rsid w:val="00987898"/>
    <w:rsid w:val="009A182B"/>
    <w:rsid w:val="00AB5BB6"/>
    <w:rsid w:val="00AB6DDF"/>
    <w:rsid w:val="00BB6964"/>
    <w:rsid w:val="00BC72DF"/>
    <w:rsid w:val="00BC7A58"/>
    <w:rsid w:val="00BD0C07"/>
    <w:rsid w:val="00BF29E4"/>
    <w:rsid w:val="00C83B26"/>
    <w:rsid w:val="00D02BDE"/>
    <w:rsid w:val="00D80434"/>
    <w:rsid w:val="00D9756D"/>
    <w:rsid w:val="00DF43DD"/>
    <w:rsid w:val="00E278A6"/>
    <w:rsid w:val="00E30FAD"/>
    <w:rsid w:val="00E35EE1"/>
    <w:rsid w:val="00E51845"/>
    <w:rsid w:val="00E76523"/>
    <w:rsid w:val="00E847C9"/>
    <w:rsid w:val="00EC51C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D4782A2"/>
  <w15:chartTrackingRefBased/>
  <w15:docId w15:val="{B9B81655-7225-4FAC-BFF3-951940DFF8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note text" w:qFormat="1"/>
    <w:lsdException w:name="caption" w:semiHidden="1" w:unhideWhenUsed="1" w:qFormat="1"/>
    <w:lsdException w:name="footnote reference" w:qFormat="1"/>
    <w:lsdException w:name="endnote reference" w:uiPriority="99" w:qFormat="1"/>
    <w:lsdException w:name="endnote text" w:uiPriority="99"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B6DDF"/>
    <w:pPr>
      <w:spacing w:before="240" w:after="240"/>
      <w:ind w:firstLine="680"/>
      <w:jc w:val="both"/>
    </w:pPr>
    <w:rPr>
      <w:rFonts w:ascii="Amasis30" w:hAnsi="Amasis30"/>
      <w:sz w:val="36"/>
      <w:szCs w:val="24"/>
    </w:rPr>
  </w:style>
  <w:style w:type="paragraph" w:styleId="Titre1">
    <w:name w:val="heading 1"/>
    <w:basedOn w:val="Normal"/>
    <w:next w:val="Normal"/>
    <w:qFormat/>
    <w:rsid w:val="00AB6DDF"/>
    <w:pPr>
      <w:keepNext/>
      <w:pageBreakBefore/>
      <w:suppressAutoHyphens/>
      <w:spacing w:before="960" w:after="720"/>
      <w:ind w:firstLine="0"/>
      <w:jc w:val="center"/>
      <w:outlineLvl w:val="0"/>
    </w:pPr>
    <w:rPr>
      <w:rFonts w:cs="Arial"/>
      <w:b/>
      <w:bCs/>
      <w:sz w:val="48"/>
      <w:szCs w:val="44"/>
    </w:rPr>
  </w:style>
  <w:style w:type="paragraph" w:styleId="Titre2">
    <w:name w:val="heading 2"/>
    <w:basedOn w:val="Normal"/>
    <w:next w:val="Normal"/>
    <w:qFormat/>
    <w:rsid w:val="00AB6DDF"/>
    <w:pPr>
      <w:keepNext/>
      <w:keepLines/>
      <w:suppressAutoHyphens/>
      <w:spacing w:before="960" w:after="720"/>
      <w:ind w:firstLine="0"/>
      <w:jc w:val="center"/>
      <w:outlineLvl w:val="1"/>
    </w:pPr>
    <w:rPr>
      <w:rFonts w:cs="Arial"/>
      <w:b/>
      <w:bCs/>
      <w:iCs/>
      <w:sz w:val="44"/>
      <w:szCs w:val="40"/>
    </w:rPr>
  </w:style>
  <w:style w:type="paragraph" w:styleId="Titre3">
    <w:name w:val="heading 3"/>
    <w:basedOn w:val="Normal"/>
    <w:next w:val="Normal"/>
    <w:qFormat/>
    <w:rsid w:val="00AB6DDF"/>
    <w:pPr>
      <w:keepNext/>
      <w:suppressAutoHyphens/>
      <w:spacing w:before="480"/>
      <w:ind w:firstLine="0"/>
      <w:jc w:val="center"/>
      <w:outlineLvl w:val="2"/>
    </w:pPr>
    <w:rPr>
      <w:rFonts w:cs="Arial"/>
      <w:b/>
      <w:bCs/>
      <w:sz w:val="40"/>
      <w:szCs w:val="36"/>
    </w:rPr>
  </w:style>
  <w:style w:type="character" w:default="1" w:styleId="Policepardfaut">
    <w:name w:val="Default Paragraph Font"/>
    <w:semiHidden/>
    <w:rsid w:val="00AB6DDF"/>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rsid w:val="00AB6DDF"/>
  </w:style>
  <w:style w:type="character" w:styleId="Lienhypertexte">
    <w:name w:val="Hyperlink"/>
    <w:uiPriority w:val="99"/>
    <w:rsid w:val="00AB6DDF"/>
    <w:rPr>
      <w:rFonts w:ascii="Amasis30" w:hAnsi="Amasis30"/>
      <w:color w:val="004080"/>
      <w:u w:val="single"/>
    </w:rPr>
  </w:style>
  <w:style w:type="paragraph" w:styleId="Explorateurdedocuments">
    <w:name w:val="Document Map"/>
    <w:basedOn w:val="Normal"/>
    <w:semiHidden/>
    <w:rsid w:val="00AB6DDF"/>
    <w:pPr>
      <w:shd w:val="clear" w:color="auto" w:fill="000080"/>
    </w:pPr>
    <w:rPr>
      <w:rFonts w:ascii="Tahoma" w:hAnsi="Tahoma" w:cs="Tahoma"/>
    </w:rPr>
  </w:style>
  <w:style w:type="paragraph" w:styleId="TM1">
    <w:name w:val="toc 1"/>
    <w:basedOn w:val="Normal"/>
    <w:next w:val="Normal"/>
    <w:autoRedefine/>
    <w:uiPriority w:val="39"/>
    <w:rsid w:val="00AB6DDF"/>
    <w:pPr>
      <w:tabs>
        <w:tab w:val="right" w:leader="dot" w:pos="9639"/>
      </w:tabs>
      <w:spacing w:before="180" w:after="180"/>
      <w:ind w:firstLine="0"/>
      <w:jc w:val="left"/>
    </w:pPr>
    <w:rPr>
      <w:bCs/>
      <w:iCs/>
      <w:noProof/>
      <w:color w:val="000080"/>
      <w:szCs w:val="28"/>
    </w:rPr>
  </w:style>
  <w:style w:type="paragraph" w:styleId="En-tte">
    <w:name w:val="header"/>
    <w:basedOn w:val="Normal"/>
    <w:rsid w:val="00AB6DDF"/>
    <w:pPr>
      <w:tabs>
        <w:tab w:val="center" w:pos="4536"/>
        <w:tab w:val="right" w:pos="9072"/>
      </w:tabs>
    </w:pPr>
  </w:style>
  <w:style w:type="paragraph" w:styleId="Pieddepage">
    <w:name w:val="footer"/>
    <w:basedOn w:val="Normal"/>
    <w:rsid w:val="00AB6DDF"/>
    <w:pPr>
      <w:tabs>
        <w:tab w:val="center" w:pos="4536"/>
        <w:tab w:val="right" w:pos="9072"/>
      </w:tabs>
      <w:ind w:firstLine="0"/>
      <w:jc w:val="center"/>
    </w:pPr>
    <w:rPr>
      <w:sz w:val="32"/>
    </w:rPr>
  </w:style>
  <w:style w:type="character" w:styleId="Numrodepage">
    <w:name w:val="page number"/>
    <w:basedOn w:val="Policepardfaut"/>
    <w:rsid w:val="00AB6DDF"/>
  </w:style>
  <w:style w:type="paragraph" w:styleId="TM2">
    <w:name w:val="toc 2"/>
    <w:basedOn w:val="Normal"/>
    <w:next w:val="Normal"/>
    <w:autoRedefine/>
    <w:uiPriority w:val="39"/>
    <w:rsid w:val="00AB6DDF"/>
    <w:pPr>
      <w:tabs>
        <w:tab w:val="right" w:leader="dot" w:pos="9639"/>
      </w:tabs>
      <w:spacing w:before="120" w:after="120"/>
      <w:ind w:left="284" w:firstLine="0"/>
      <w:jc w:val="left"/>
    </w:pPr>
    <w:rPr>
      <w:noProof/>
      <w:color w:val="000080"/>
      <w:sz w:val="34"/>
    </w:rPr>
  </w:style>
  <w:style w:type="paragraph" w:styleId="TM3">
    <w:name w:val="toc 3"/>
    <w:basedOn w:val="Normal"/>
    <w:next w:val="Normal"/>
    <w:autoRedefine/>
    <w:uiPriority w:val="39"/>
    <w:rsid w:val="00AB6DDF"/>
    <w:pPr>
      <w:tabs>
        <w:tab w:val="right" w:leader="dot" w:pos="9639"/>
      </w:tabs>
      <w:spacing w:before="120" w:after="120"/>
      <w:ind w:left="567" w:firstLine="0"/>
      <w:jc w:val="left"/>
    </w:pPr>
    <w:rPr>
      <w:color w:val="000080"/>
      <w:sz w:val="32"/>
    </w:rPr>
  </w:style>
  <w:style w:type="paragraph" w:styleId="TM4">
    <w:name w:val="toc 4"/>
    <w:basedOn w:val="Normal"/>
    <w:next w:val="Normal"/>
    <w:autoRedefine/>
    <w:semiHidden/>
    <w:rsid w:val="00AB6DDF"/>
    <w:pPr>
      <w:ind w:left="780"/>
    </w:pPr>
  </w:style>
  <w:style w:type="paragraph" w:styleId="TM5">
    <w:name w:val="toc 5"/>
    <w:basedOn w:val="Normal"/>
    <w:next w:val="Normal"/>
    <w:autoRedefine/>
    <w:semiHidden/>
    <w:rsid w:val="00AB6DDF"/>
    <w:pPr>
      <w:ind w:left="1040"/>
    </w:pPr>
  </w:style>
  <w:style w:type="paragraph" w:styleId="TM6">
    <w:name w:val="toc 6"/>
    <w:basedOn w:val="Normal"/>
    <w:next w:val="Normal"/>
    <w:autoRedefine/>
    <w:semiHidden/>
    <w:rsid w:val="00AB6DDF"/>
    <w:pPr>
      <w:ind w:left="1300"/>
    </w:pPr>
  </w:style>
  <w:style w:type="paragraph" w:styleId="TM7">
    <w:name w:val="toc 7"/>
    <w:basedOn w:val="Normal"/>
    <w:next w:val="Normal"/>
    <w:autoRedefine/>
    <w:semiHidden/>
    <w:rsid w:val="00AB6DDF"/>
    <w:pPr>
      <w:ind w:left="1560"/>
    </w:pPr>
  </w:style>
  <w:style w:type="paragraph" w:styleId="TM8">
    <w:name w:val="toc 8"/>
    <w:basedOn w:val="Normal"/>
    <w:next w:val="Normal"/>
    <w:autoRedefine/>
    <w:semiHidden/>
    <w:rsid w:val="00AB6DDF"/>
    <w:pPr>
      <w:ind w:left="1820"/>
    </w:pPr>
  </w:style>
  <w:style w:type="paragraph" w:styleId="TM9">
    <w:name w:val="toc 9"/>
    <w:basedOn w:val="Normal"/>
    <w:next w:val="Normal"/>
    <w:autoRedefine/>
    <w:semiHidden/>
    <w:rsid w:val="00AB6DDF"/>
    <w:pPr>
      <w:ind w:left="2080"/>
    </w:pPr>
  </w:style>
  <w:style w:type="paragraph" w:styleId="Retraitcorpsdetexte">
    <w:name w:val="Body Text Indent"/>
    <w:basedOn w:val="Normal"/>
    <w:pPr>
      <w:jc w:val="center"/>
    </w:pPr>
    <w:rPr>
      <w:rFonts w:ascii="Arial" w:hAnsi="Arial"/>
    </w:rPr>
  </w:style>
  <w:style w:type="character" w:styleId="Appelnotedebasdep">
    <w:name w:val="footnote reference"/>
    <w:qFormat/>
    <w:rsid w:val="00AB6DDF"/>
    <w:rPr>
      <w:rFonts w:ascii="Amasis30" w:hAnsi="Amasis30"/>
      <w:b/>
      <w:sz w:val="36"/>
      <w:vertAlign w:val="superscript"/>
    </w:rPr>
  </w:style>
  <w:style w:type="paragraph" w:styleId="Notedebasdepage">
    <w:name w:val="footnote text"/>
    <w:basedOn w:val="Taille-1Normal"/>
    <w:qFormat/>
    <w:rsid w:val="00AB6DDF"/>
    <w:rPr>
      <w:szCs w:val="30"/>
    </w:rPr>
  </w:style>
  <w:style w:type="paragraph" w:styleId="Retraitcorpsdetexte3">
    <w:name w:val="Body Text Indent 3"/>
    <w:basedOn w:val="Normal"/>
    <w:pPr>
      <w:ind w:left="540" w:firstLine="27"/>
    </w:pPr>
    <w:rPr>
      <w:rFonts w:ascii="Helvetica" w:hAnsi="Helvetica"/>
      <w:color w:val="000000"/>
      <w:sz w:val="20"/>
    </w:rPr>
  </w:style>
  <w:style w:type="paragraph" w:customStyle="1" w:styleId="Auteur">
    <w:name w:val="Auteur"/>
    <w:basedOn w:val="Normal"/>
    <w:rsid w:val="00AB6DDF"/>
    <w:pPr>
      <w:spacing w:before="0" w:after="1800"/>
      <w:ind w:right="851" w:firstLine="0"/>
      <w:jc w:val="right"/>
    </w:pPr>
    <w:rPr>
      <w:sz w:val="48"/>
    </w:rPr>
  </w:style>
  <w:style w:type="paragraph" w:customStyle="1" w:styleId="Titrelivre">
    <w:name w:val="Titre_livre"/>
    <w:basedOn w:val="Normal"/>
    <w:rsid w:val="00AB6DDF"/>
    <w:pPr>
      <w:spacing w:before="0" w:after="1200"/>
      <w:ind w:left="2268" w:right="851" w:firstLine="0"/>
      <w:jc w:val="right"/>
    </w:pPr>
    <w:rPr>
      <w:b/>
      <w:bCs/>
      <w:sz w:val="72"/>
    </w:rPr>
  </w:style>
  <w:style w:type="paragraph" w:customStyle="1" w:styleId="Soustitrelivre">
    <w:name w:val="Sous_titre_livre"/>
    <w:basedOn w:val="Normal"/>
    <w:rsid w:val="00AB6DDF"/>
    <w:pPr>
      <w:spacing w:before="0" w:after="2160"/>
      <w:ind w:left="2268" w:right="851" w:firstLine="0"/>
      <w:jc w:val="right"/>
    </w:pPr>
    <w:rPr>
      <w:bCs/>
      <w:sz w:val="44"/>
      <w:szCs w:val="36"/>
    </w:rPr>
  </w:style>
  <w:style w:type="paragraph" w:customStyle="1" w:styleId="Aproposdispositions">
    <w:name w:val="A_propos_dispositions"/>
    <w:basedOn w:val="Normal"/>
    <w:pPr>
      <w:ind w:left="567" w:firstLine="0"/>
    </w:pPr>
    <w:rPr>
      <w:sz w:val="30"/>
    </w:rPr>
  </w:style>
  <w:style w:type="paragraph" w:customStyle="1" w:styleId="Photoauteur">
    <w:name w:val="Photo_auteur"/>
    <w:basedOn w:val="Normal"/>
    <w:rsid w:val="00AB6DDF"/>
    <w:pPr>
      <w:spacing w:after="1080"/>
      <w:ind w:left="2268" w:firstLine="0"/>
      <w:jc w:val="center"/>
    </w:pPr>
    <w:rPr>
      <w:noProof/>
    </w:rPr>
  </w:style>
  <w:style w:type="paragraph" w:customStyle="1" w:styleId="DateSortie">
    <w:name w:val="Date_Sortie"/>
    <w:basedOn w:val="Normal"/>
    <w:rsid w:val="00AB6DDF"/>
    <w:pPr>
      <w:spacing w:before="0" w:after="0"/>
      <w:ind w:right="1418" w:firstLine="0"/>
      <w:jc w:val="right"/>
    </w:pPr>
    <w:rPr>
      <w:bCs/>
      <w:sz w:val="40"/>
    </w:rPr>
  </w:style>
  <w:style w:type="paragraph" w:customStyle="1" w:styleId="Titretablematires">
    <w:name w:val="Titre table matières"/>
    <w:basedOn w:val="Normal"/>
    <w:rsid w:val="00AB6DDF"/>
    <w:pPr>
      <w:pBdr>
        <w:top w:val="single" w:sz="8" w:space="1" w:color="auto"/>
        <w:bottom w:val="single" w:sz="8" w:space="1" w:color="auto"/>
      </w:pBdr>
      <w:ind w:left="2552" w:right="2552" w:firstLine="0"/>
      <w:jc w:val="center"/>
    </w:pPr>
    <w:rPr>
      <w:bCs/>
    </w:rPr>
  </w:style>
  <w:style w:type="paragraph" w:styleId="Textedebulles">
    <w:name w:val="Balloon Text"/>
    <w:basedOn w:val="Normal"/>
    <w:semiHidden/>
    <w:rsid w:val="00696EEE"/>
    <w:rPr>
      <w:rFonts w:ascii="Tahoma" w:hAnsi="Tahoma" w:cs="Tahoma"/>
      <w:sz w:val="16"/>
      <w:szCs w:val="16"/>
    </w:rPr>
  </w:style>
  <w:style w:type="paragraph" w:customStyle="1" w:styleId="Centr">
    <w:name w:val="Centré"/>
    <w:basedOn w:val="Normal"/>
    <w:rsid w:val="00AB6DDF"/>
    <w:pPr>
      <w:ind w:firstLine="0"/>
      <w:jc w:val="center"/>
    </w:pPr>
    <w:rPr>
      <w:szCs w:val="20"/>
    </w:rPr>
  </w:style>
  <w:style w:type="paragraph" w:customStyle="1" w:styleId="NormalSansIndent">
    <w:name w:val="NormalSansIndent"/>
    <w:basedOn w:val="Normal"/>
    <w:rsid w:val="00AB6DDF"/>
    <w:pPr>
      <w:ind w:firstLine="0"/>
    </w:pPr>
    <w:rPr>
      <w:szCs w:val="20"/>
    </w:rPr>
  </w:style>
  <w:style w:type="paragraph" w:customStyle="1" w:styleId="NormalSolidaire">
    <w:name w:val="NormalSolidaire"/>
    <w:basedOn w:val="Normal"/>
    <w:qFormat/>
    <w:rsid w:val="00AB6DDF"/>
    <w:pPr>
      <w:keepNext/>
    </w:pPr>
  </w:style>
  <w:style w:type="paragraph" w:customStyle="1" w:styleId="NormalSautPageAvant">
    <w:name w:val="NormalSautPageAvant"/>
    <w:basedOn w:val="Normal"/>
    <w:qFormat/>
    <w:rsid w:val="00AB6DDF"/>
    <w:pPr>
      <w:pageBreakBefore/>
    </w:pPr>
  </w:style>
  <w:style w:type="paragraph" w:customStyle="1" w:styleId="NormalEspAvtGrand">
    <w:name w:val="NormalEspAvtGrand"/>
    <w:basedOn w:val="Normal"/>
    <w:rsid w:val="00AB6DDF"/>
    <w:pPr>
      <w:spacing w:before="2640"/>
    </w:pPr>
    <w:rPr>
      <w:szCs w:val="20"/>
    </w:rPr>
  </w:style>
  <w:style w:type="paragraph" w:customStyle="1" w:styleId="CentrEspAvt0">
    <w:name w:val="CentréEspAvt0"/>
    <w:basedOn w:val="Centr"/>
    <w:next w:val="CentrEspAvt0EspApr0"/>
    <w:rsid w:val="00AB6DDF"/>
    <w:pPr>
      <w:spacing w:before="0"/>
    </w:pPr>
  </w:style>
  <w:style w:type="paragraph" w:customStyle="1" w:styleId="CentrEspApr0">
    <w:name w:val="CentréEspApr0"/>
    <w:basedOn w:val="Centr"/>
    <w:next w:val="Normal"/>
    <w:rsid w:val="00AB6DDF"/>
    <w:pPr>
      <w:spacing w:after="0"/>
    </w:pPr>
  </w:style>
  <w:style w:type="paragraph" w:customStyle="1" w:styleId="CentrEspAvt0EspApr0">
    <w:name w:val="CentréEspAvt0EspApr0"/>
    <w:basedOn w:val="Centr"/>
    <w:rsid w:val="00AB6DDF"/>
    <w:pPr>
      <w:spacing w:before="0" w:after="0"/>
    </w:pPr>
  </w:style>
  <w:style w:type="paragraph" w:customStyle="1" w:styleId="Droite">
    <w:name w:val="Droite"/>
    <w:basedOn w:val="Normal"/>
    <w:next w:val="Normal"/>
    <w:rsid w:val="00AB6DDF"/>
    <w:pPr>
      <w:ind w:firstLine="0"/>
      <w:jc w:val="right"/>
    </w:pPr>
    <w:rPr>
      <w:szCs w:val="20"/>
    </w:rPr>
  </w:style>
  <w:style w:type="paragraph" w:customStyle="1" w:styleId="DroiteRetraitGauche1X">
    <w:name w:val="DroiteRetraitGauche1X"/>
    <w:basedOn w:val="Droite"/>
    <w:next w:val="Normal"/>
    <w:rsid w:val="00AB6DDF"/>
    <w:pPr>
      <w:ind w:left="680"/>
    </w:pPr>
  </w:style>
  <w:style w:type="paragraph" w:customStyle="1" w:styleId="DroiteRetraitGauche2X">
    <w:name w:val="DroiteRetraitGauche2X"/>
    <w:basedOn w:val="Droite"/>
    <w:next w:val="Normal"/>
    <w:rsid w:val="00AB6DDF"/>
    <w:pPr>
      <w:ind w:left="1361"/>
    </w:pPr>
  </w:style>
  <w:style w:type="paragraph" w:customStyle="1" w:styleId="DroiteRetraitGauche3X">
    <w:name w:val="DroiteRetraitGauche3X"/>
    <w:basedOn w:val="Droite"/>
    <w:next w:val="Normal"/>
    <w:rsid w:val="00AB6DDF"/>
    <w:pPr>
      <w:ind w:left="2041"/>
    </w:pPr>
  </w:style>
  <w:style w:type="paragraph" w:customStyle="1" w:styleId="DroiteRetraitGauche4X">
    <w:name w:val="DroiteRetraitGauche4X"/>
    <w:basedOn w:val="Droite"/>
    <w:next w:val="Normal"/>
    <w:rsid w:val="00AB6DDF"/>
    <w:pPr>
      <w:ind w:left="2722"/>
    </w:pPr>
  </w:style>
  <w:style w:type="paragraph" w:customStyle="1" w:styleId="Taille-1Normal">
    <w:name w:val="Taille-1Normal"/>
    <w:basedOn w:val="Normal"/>
    <w:rsid w:val="00AB6DDF"/>
    <w:rPr>
      <w:sz w:val="32"/>
      <w:szCs w:val="28"/>
    </w:rPr>
  </w:style>
  <w:style w:type="paragraph" w:customStyle="1" w:styleId="Taille-1RetraitGauche1X">
    <w:name w:val="Taille-1RetraitGauche1X"/>
    <w:basedOn w:val="Taille-1Normal"/>
    <w:rsid w:val="00AB6DDF"/>
    <w:pPr>
      <w:ind w:left="680"/>
    </w:pPr>
    <w:rPr>
      <w:szCs w:val="20"/>
    </w:rPr>
  </w:style>
  <w:style w:type="paragraph" w:customStyle="1" w:styleId="Taille-1RetraitGauche2X">
    <w:name w:val="Taille-1RetraitGauche2X"/>
    <w:basedOn w:val="Taille-1Normal"/>
    <w:rsid w:val="00AB6DDF"/>
    <w:pPr>
      <w:ind w:left="1361"/>
    </w:pPr>
    <w:rPr>
      <w:szCs w:val="20"/>
    </w:rPr>
  </w:style>
  <w:style w:type="paragraph" w:customStyle="1" w:styleId="Taille-1RetraitGauche3X">
    <w:name w:val="Taille-1RetraitGauche3X"/>
    <w:basedOn w:val="Taille-1Normal"/>
    <w:rsid w:val="00AB6DDF"/>
    <w:pPr>
      <w:ind w:left="2041"/>
    </w:pPr>
    <w:rPr>
      <w:szCs w:val="20"/>
    </w:rPr>
  </w:style>
  <w:style w:type="paragraph" w:customStyle="1" w:styleId="Taille-1RetraitGauche1XIndent0">
    <w:name w:val="Taille-1RetraitGauche1XIndent0"/>
    <w:basedOn w:val="Taille-1RetraitGauche1X"/>
    <w:rsid w:val="00AB6DDF"/>
    <w:pPr>
      <w:ind w:firstLine="0"/>
    </w:pPr>
  </w:style>
  <w:style w:type="paragraph" w:customStyle="1" w:styleId="Taille-1RetraitGauche2XIndent0">
    <w:name w:val="Taille-1RetraitGauche2XIndent0"/>
    <w:basedOn w:val="Taille-1RetraitGauche2X"/>
    <w:rsid w:val="00AB6DDF"/>
    <w:pPr>
      <w:ind w:firstLine="0"/>
    </w:pPr>
  </w:style>
  <w:style w:type="paragraph" w:customStyle="1" w:styleId="Taille-1RetraitGauche3XIndent0">
    <w:name w:val="Taille-1RetraitGauche3XIndent0"/>
    <w:basedOn w:val="Taille-1RetraitGauche3X"/>
    <w:rsid w:val="00AB6DDF"/>
    <w:pPr>
      <w:ind w:firstLine="0"/>
    </w:pPr>
  </w:style>
  <w:style w:type="paragraph" w:customStyle="1" w:styleId="Taille-1RetraitGauche4XIndent0">
    <w:name w:val="Taille-1RetraitGauche4XIndent0"/>
    <w:basedOn w:val="Taille-1Normal"/>
    <w:rsid w:val="00AB6DDF"/>
    <w:pPr>
      <w:ind w:left="2722" w:firstLine="0"/>
    </w:pPr>
    <w:rPr>
      <w:szCs w:val="20"/>
    </w:rPr>
  </w:style>
  <w:style w:type="paragraph" w:customStyle="1" w:styleId="NormalRetraitGauche1X">
    <w:name w:val="NormalRetraitGauche1X"/>
    <w:basedOn w:val="Normal"/>
    <w:rsid w:val="00AB6DDF"/>
    <w:pPr>
      <w:ind w:left="680"/>
    </w:pPr>
    <w:rPr>
      <w:szCs w:val="20"/>
    </w:rPr>
  </w:style>
  <w:style w:type="paragraph" w:customStyle="1" w:styleId="NormalRetraitGauche2X">
    <w:name w:val="NormalRetraitGauche2X"/>
    <w:basedOn w:val="Normal"/>
    <w:rsid w:val="00AB6DDF"/>
    <w:pPr>
      <w:ind w:left="1361"/>
    </w:pPr>
    <w:rPr>
      <w:szCs w:val="20"/>
    </w:rPr>
  </w:style>
  <w:style w:type="paragraph" w:customStyle="1" w:styleId="NormalRetraitGauche3X">
    <w:name w:val="NormalRetraitGauche3X"/>
    <w:basedOn w:val="Normal"/>
    <w:rsid w:val="00AB6DDF"/>
    <w:pPr>
      <w:ind w:left="2041"/>
    </w:pPr>
    <w:rPr>
      <w:szCs w:val="20"/>
    </w:rPr>
  </w:style>
  <w:style w:type="paragraph" w:customStyle="1" w:styleId="NormalRetraitGauche1XIndent0">
    <w:name w:val="NormalRetraitGauche1XIndent0"/>
    <w:basedOn w:val="NormalRetraitGauche1X"/>
    <w:rsid w:val="00AB6DDF"/>
    <w:pPr>
      <w:ind w:firstLine="0"/>
    </w:pPr>
  </w:style>
  <w:style w:type="paragraph" w:customStyle="1" w:styleId="NormalRetraitGauche2XIndent0">
    <w:name w:val="NormalRetraitGauche2XIndent0"/>
    <w:basedOn w:val="NormalRetraitGauche2X"/>
    <w:rsid w:val="00AB6DDF"/>
    <w:pPr>
      <w:ind w:firstLine="0"/>
    </w:pPr>
  </w:style>
  <w:style w:type="paragraph" w:customStyle="1" w:styleId="NormalRetraitGauche3XIndent0">
    <w:name w:val="NormalRetraitGauche3XIndent0"/>
    <w:basedOn w:val="NormalRetraitGauche3X"/>
    <w:rsid w:val="00AB6DDF"/>
    <w:pPr>
      <w:ind w:firstLine="0"/>
    </w:pPr>
  </w:style>
  <w:style w:type="paragraph" w:customStyle="1" w:styleId="NormalRetraitGauche4XIndent0">
    <w:name w:val="NormalRetraitGauche4XIndent0"/>
    <w:basedOn w:val="Normal"/>
    <w:rsid w:val="00AB6DDF"/>
    <w:pPr>
      <w:ind w:left="2722" w:firstLine="0"/>
    </w:pPr>
    <w:rPr>
      <w:szCs w:val="20"/>
    </w:rPr>
  </w:style>
  <w:style w:type="paragraph" w:styleId="Notedefin">
    <w:name w:val="endnote text"/>
    <w:basedOn w:val="Taille-1Normal"/>
    <w:link w:val="NotedefinCar"/>
    <w:uiPriority w:val="99"/>
    <w:unhideWhenUsed/>
    <w:qFormat/>
    <w:rsid w:val="00AB6DDF"/>
    <w:rPr>
      <w:szCs w:val="20"/>
      <w:lang w:val="x-none" w:eastAsia="x-none"/>
    </w:rPr>
  </w:style>
  <w:style w:type="character" w:customStyle="1" w:styleId="NotedefinCar">
    <w:name w:val="Note de fin Car"/>
    <w:link w:val="Notedefin"/>
    <w:uiPriority w:val="99"/>
    <w:rsid w:val="00AB6DDF"/>
    <w:rPr>
      <w:rFonts w:ascii="Amasis30" w:hAnsi="Amasis30"/>
      <w:sz w:val="32"/>
      <w:lang w:val="x-none" w:eastAsia="x-none"/>
    </w:rPr>
  </w:style>
  <w:style w:type="character" w:styleId="Appeldenotedefin">
    <w:name w:val="endnote reference"/>
    <w:uiPriority w:val="99"/>
    <w:unhideWhenUsed/>
    <w:qFormat/>
    <w:rsid w:val="00AB6DDF"/>
    <w:rPr>
      <w:rFonts w:ascii="Amasis30" w:hAnsi="Amasis30"/>
      <w:b/>
      <w:sz w:val="36"/>
      <w:vertAlign w:val="superscript"/>
    </w:rPr>
  </w:style>
  <w:style w:type="paragraph" w:customStyle="1" w:styleId="NormalSuspendu1X">
    <w:name w:val="NormalSuspendu1X"/>
    <w:basedOn w:val="Normal"/>
    <w:rsid w:val="00AB6DDF"/>
    <w:pPr>
      <w:ind w:left="680" w:hanging="680"/>
    </w:pPr>
    <w:rPr>
      <w:szCs w:val="20"/>
    </w:rPr>
  </w:style>
  <w:style w:type="paragraph" w:customStyle="1" w:styleId="NormalSuspendu1XRetrait1X">
    <w:name w:val="NormalSuspendu1XRetrait1X"/>
    <w:basedOn w:val="Normal"/>
    <w:rsid w:val="00AB6DDF"/>
    <w:pPr>
      <w:ind w:left="1360" w:hanging="680"/>
    </w:pPr>
  </w:style>
  <w:style w:type="paragraph" w:customStyle="1" w:styleId="NormalEspAvt0EspApr0">
    <w:name w:val="NormalEspAvt0EspApr0"/>
    <w:basedOn w:val="Normal"/>
    <w:rsid w:val="00AB6DDF"/>
    <w:pPr>
      <w:spacing w:before="0" w:after="0"/>
    </w:pPr>
    <w:rPr>
      <w:szCs w:val="20"/>
    </w:rPr>
  </w:style>
  <w:style w:type="paragraph" w:customStyle="1" w:styleId="NormalSuspendu1XRetrait2X">
    <w:name w:val="NormalSuspendu1XRetrait2X"/>
    <w:basedOn w:val="Normal"/>
    <w:rsid w:val="00AB6DDF"/>
    <w:pPr>
      <w:ind w:left="2041" w:hanging="680"/>
    </w:pPr>
  </w:style>
  <w:style w:type="paragraph" w:customStyle="1" w:styleId="NormalSuspendu1XRetrait3X">
    <w:name w:val="NormalSuspendu1XRetrait3X"/>
    <w:basedOn w:val="Normal"/>
    <w:rsid w:val="00AB6DDF"/>
    <w:pPr>
      <w:ind w:left="2721" w:hanging="680"/>
    </w:pPr>
    <w:rPr>
      <w:szCs w:val="20"/>
    </w:rPr>
  </w:style>
  <w:style w:type="paragraph" w:customStyle="1" w:styleId="NormalSuspendu1XRetrait4X">
    <w:name w:val="NormalSuspendu1XRetrait4X"/>
    <w:basedOn w:val="Normal"/>
    <w:rsid w:val="00AB6DDF"/>
    <w:pPr>
      <w:ind w:left="3402" w:hanging="680"/>
    </w:pPr>
    <w:rPr>
      <w:szCs w:val="20"/>
    </w:rPr>
  </w:style>
  <w:style w:type="character" w:customStyle="1" w:styleId="Taille-1Caracteres">
    <w:name w:val="Taille-1Caracteres"/>
    <w:qFormat/>
    <w:rsid w:val="00AB6DDF"/>
    <w:rPr>
      <w:sz w:val="32"/>
      <w:szCs w:val="20"/>
    </w:rPr>
  </w:style>
  <w:style w:type="paragraph" w:customStyle="1" w:styleId="Etoile">
    <w:name w:val="Etoile"/>
    <w:basedOn w:val="Normal"/>
    <w:qFormat/>
    <w:rsid w:val="00AB6DDF"/>
    <w:pPr>
      <w:ind w:firstLine="0"/>
      <w:jc w:val="center"/>
    </w:pPr>
    <w:rPr>
      <w:b/>
      <w:sz w:val="40"/>
      <w:szCs w:val="28"/>
    </w:rPr>
  </w:style>
  <w:style w:type="paragraph" w:customStyle="1" w:styleId="Taille-1Suspendu1XRetrait1XEsp0">
    <w:name w:val="Taille-1Suspendu1XRetrait1XEsp0"/>
    <w:basedOn w:val="Taille-1RetraitGauche1X"/>
    <w:qFormat/>
    <w:rsid w:val="00AB6DDF"/>
    <w:pPr>
      <w:spacing w:before="0" w:after="0"/>
      <w:ind w:left="1360" w:hanging="680"/>
    </w:pPr>
  </w:style>
  <w:style w:type="character" w:styleId="Mentionnonrsolue">
    <w:name w:val="Unresolved Mention"/>
    <w:uiPriority w:val="99"/>
    <w:semiHidden/>
    <w:unhideWhenUsed/>
    <w:rsid w:val="00AB6DDF"/>
    <w:rPr>
      <w:color w:val="605E5C"/>
      <w:shd w:val="clear" w:color="auto" w:fill="E1DFDD"/>
    </w:rPr>
  </w:style>
  <w:style w:type="paragraph" w:customStyle="1" w:styleId="Taille-1Suspendu1XRetrait2XEsp0">
    <w:name w:val="Taille-1Suspendu1XRetrait2XEsp0"/>
    <w:basedOn w:val="Taille-1RetraitGauche2X"/>
    <w:qFormat/>
    <w:rsid w:val="00AB6DDF"/>
    <w:pPr>
      <w:spacing w:before="0" w:after="0"/>
      <w:ind w:left="2041" w:hanging="680"/>
      <w:jc w:val="left"/>
    </w:pPr>
    <w:rPr>
      <w:szCs w:val="28"/>
    </w:rPr>
  </w:style>
  <w:style w:type="paragraph" w:customStyle="1" w:styleId="NormalSuspendu1XRetrait1XEsp0">
    <w:name w:val="NormalSuspendu1XRetrait1XEsp0"/>
    <w:basedOn w:val="NormalSuspendu1XRetrait1X"/>
    <w:qFormat/>
    <w:rsid w:val="00AB6DDF"/>
    <w:pPr>
      <w:spacing w:before="0" w:after="0"/>
    </w:pPr>
  </w:style>
  <w:style w:type="paragraph" w:customStyle="1" w:styleId="NormalSuspendu1XEsp0">
    <w:name w:val="NormalSuspendu1XEsp0"/>
    <w:basedOn w:val="NormalSuspendu1X"/>
    <w:qFormat/>
    <w:rsid w:val="00AB6DDF"/>
    <w:pPr>
      <w:spacing w:before="0" w:after="0"/>
    </w:pPr>
  </w:style>
  <w:style w:type="paragraph" w:customStyle="1" w:styleId="NormalSuspendu1XRetrait2XEsp0">
    <w:name w:val="NormalSuspendu1XRetrait2XEsp0"/>
    <w:basedOn w:val="NormalSuspendu1XRetrait2X"/>
    <w:qFormat/>
    <w:rsid w:val="00AB6DDF"/>
    <w:pPr>
      <w:spacing w:before="0" w:after="0"/>
    </w:pPr>
  </w:style>
  <w:style w:type="paragraph" w:customStyle="1" w:styleId="ParagrapheVideNormal">
    <w:name w:val="ParagrapheVideNormal"/>
    <w:basedOn w:val="Normal"/>
    <w:next w:val="Normal"/>
    <w:qFormat/>
    <w:rsid w:val="00AB6DDF"/>
  </w:style>
  <w:style w:type="paragraph" w:customStyle="1" w:styleId="ParagrapheVideNormal2">
    <w:name w:val="ParagrapheVideNormal2"/>
    <w:basedOn w:val="ParagrapheVideNormal"/>
    <w:next w:val="Normal"/>
    <w:qFormat/>
    <w:rsid w:val="00AB6DDF"/>
  </w:style>
  <w:style w:type="paragraph" w:customStyle="1" w:styleId="Image">
    <w:name w:val="Image"/>
    <w:basedOn w:val="Centr"/>
    <w:next w:val="Normal"/>
    <w:qFormat/>
    <w:rsid w:val="00AB6D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windows-1252"/>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www.ebooksgratuit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groups.google.com/g/ebooksgratuits" TargetMode="Externa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Modeles\Ebooks\livres.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livres.dot</Template>
  <TotalTime>1</TotalTime>
  <Pages>1</Pages>
  <Words>16049</Words>
  <Characters>88270</Characters>
  <Application>Microsoft Office Word</Application>
  <DocSecurity>0</DocSecurity>
  <Lines>735</Lines>
  <Paragraphs>208</Paragraphs>
  <ScaleCrop>false</ScaleCrop>
  <HeadingPairs>
    <vt:vector size="2" baseType="variant">
      <vt:variant>
        <vt:lpstr>Titre</vt:lpstr>
      </vt:variant>
      <vt:variant>
        <vt:i4>1</vt:i4>
      </vt:variant>
    </vt:vector>
  </HeadingPairs>
  <TitlesOfParts>
    <vt:vector size="1" baseType="lpstr">
      <vt:lpstr>Faisons un rêve</vt:lpstr>
    </vt:vector>
  </TitlesOfParts>
  <Company>Ebooks libres et gratuits</Company>
  <LinksUpToDate>false</LinksUpToDate>
  <CharactersWithSpaces>104111</CharactersWithSpaces>
  <SharedDoc>false</SharedDoc>
  <HLinks>
    <vt:vector size="48" baseType="variant">
      <vt:variant>
        <vt:i4>2293820</vt:i4>
      </vt:variant>
      <vt:variant>
        <vt:i4>45</vt:i4>
      </vt:variant>
      <vt:variant>
        <vt:i4>0</vt:i4>
      </vt:variant>
      <vt:variant>
        <vt:i4>5</vt:i4>
      </vt:variant>
      <vt:variant>
        <vt:lpwstr>http://www.ebooksgratuits.com/</vt:lpwstr>
      </vt:variant>
      <vt:variant>
        <vt:lpwstr/>
      </vt:variant>
      <vt:variant>
        <vt:i4>7929972</vt:i4>
      </vt:variant>
      <vt:variant>
        <vt:i4>42</vt:i4>
      </vt:variant>
      <vt:variant>
        <vt:i4>0</vt:i4>
      </vt:variant>
      <vt:variant>
        <vt:i4>5</vt:i4>
      </vt:variant>
      <vt:variant>
        <vt:lpwstr>http://fr.groups.yahoo.com/group/ebooksgratuits</vt:lpwstr>
      </vt:variant>
      <vt:variant>
        <vt:lpwstr/>
      </vt:variant>
      <vt:variant>
        <vt:i4>1179710</vt:i4>
      </vt:variant>
      <vt:variant>
        <vt:i4>35</vt:i4>
      </vt:variant>
      <vt:variant>
        <vt:i4>0</vt:i4>
      </vt:variant>
      <vt:variant>
        <vt:i4>5</vt:i4>
      </vt:variant>
      <vt:variant>
        <vt:lpwstr/>
      </vt:variant>
      <vt:variant>
        <vt:lpwstr>_Toc277797229</vt:lpwstr>
      </vt:variant>
      <vt:variant>
        <vt:i4>1179710</vt:i4>
      </vt:variant>
      <vt:variant>
        <vt:i4>29</vt:i4>
      </vt:variant>
      <vt:variant>
        <vt:i4>0</vt:i4>
      </vt:variant>
      <vt:variant>
        <vt:i4>5</vt:i4>
      </vt:variant>
      <vt:variant>
        <vt:lpwstr/>
      </vt:variant>
      <vt:variant>
        <vt:lpwstr>_Toc277797228</vt:lpwstr>
      </vt:variant>
      <vt:variant>
        <vt:i4>1179710</vt:i4>
      </vt:variant>
      <vt:variant>
        <vt:i4>23</vt:i4>
      </vt:variant>
      <vt:variant>
        <vt:i4>0</vt:i4>
      </vt:variant>
      <vt:variant>
        <vt:i4>5</vt:i4>
      </vt:variant>
      <vt:variant>
        <vt:lpwstr/>
      </vt:variant>
      <vt:variant>
        <vt:lpwstr>_Toc277797227</vt:lpwstr>
      </vt:variant>
      <vt:variant>
        <vt:i4>1179710</vt:i4>
      </vt:variant>
      <vt:variant>
        <vt:i4>17</vt:i4>
      </vt:variant>
      <vt:variant>
        <vt:i4>0</vt:i4>
      </vt:variant>
      <vt:variant>
        <vt:i4>5</vt:i4>
      </vt:variant>
      <vt:variant>
        <vt:lpwstr/>
      </vt:variant>
      <vt:variant>
        <vt:lpwstr>_Toc277797226</vt:lpwstr>
      </vt:variant>
      <vt:variant>
        <vt:i4>1179710</vt:i4>
      </vt:variant>
      <vt:variant>
        <vt:i4>11</vt:i4>
      </vt:variant>
      <vt:variant>
        <vt:i4>0</vt:i4>
      </vt:variant>
      <vt:variant>
        <vt:i4>5</vt:i4>
      </vt:variant>
      <vt:variant>
        <vt:lpwstr/>
      </vt:variant>
      <vt:variant>
        <vt:lpwstr>_Toc277797225</vt:lpwstr>
      </vt:variant>
      <vt:variant>
        <vt:i4>1179710</vt:i4>
      </vt:variant>
      <vt:variant>
        <vt:i4>5</vt:i4>
      </vt:variant>
      <vt:variant>
        <vt:i4>0</vt:i4>
      </vt:variant>
      <vt:variant>
        <vt:i4>5</vt:i4>
      </vt:variant>
      <vt:variant>
        <vt:lpwstr/>
      </vt:variant>
      <vt:variant>
        <vt:lpwstr>_Toc277797224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Faisons un rêve</dc:title>
  <dc:subject>Théâtre</dc:subject>
  <dc:creator>Sacha Guitry</dc:creator>
  <cp:keywords/>
  <dc:description>Elle rayonne d'intelligence, de charme et de malice. Il est heureux de vivre, content des autres et de lui. Si on lui demandait sa profession, il répondrait: «Faire l'amour!» C'est peu dire qu'ils se plaisent.
Quant au mari, un rustaud méridional, ils l'ont envoyé au diable, ou plutôt chez une diablesse de café-concert qui l'occupera un bon moment. Les voilà seuls enfin et la nuit est à eux. Mais une nuit d'amour, c'est bien peu lorsque, au réveil, on rêve de grand départ et de prolonger la folie' merveilleuse pour toute la vie.
Et le rêve s'accomplirait peut-être si un mot de trop ne venait tout gâcher. Une petite phrase insouciante et légère, cruelle et méchante... Mais non, la belle histoire n'est pas finie. Le dernier acte réserve encore le plus imprévisible des dénouements.</dc:description>
  <cp:lastModifiedBy>Cool Micro</cp:lastModifiedBy>
  <cp:revision>4</cp:revision>
  <cp:lastPrinted>2025-04-23T18:38:00Z</cp:lastPrinted>
  <dcterms:created xsi:type="dcterms:W3CDTF">2025-04-23T18:38:00Z</dcterms:created>
  <dcterms:modified xsi:type="dcterms:W3CDTF">2025-04-23T18:39:00Z</dcterms:modified>
  <cp:category>Théâtre</cp:category>
</cp:coreProperties>
</file>