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6F6394" w14:textId="552F8BAF" w:rsidR="007E53F0" w:rsidRDefault="00ED3046" w:rsidP="0034078D">
      <w:pPr>
        <w:pStyle w:val="Photoauteur"/>
      </w:pPr>
      <w:r>
        <w:drawing>
          <wp:anchor distT="0" distB="0" distL="114300" distR="114300" simplePos="0" relativeHeight="251657728" behindDoc="0" locked="0" layoutInCell="1" allowOverlap="1" wp14:anchorId="08F07FF6" wp14:editId="07F821A6">
            <wp:simplePos x="0" y="0"/>
            <wp:positionH relativeFrom="page">
              <wp:posOffset>0</wp:posOffset>
            </wp:positionH>
            <wp:positionV relativeFrom="page">
              <wp:posOffset>0</wp:posOffset>
            </wp:positionV>
            <wp:extent cx="1440180" cy="10692130"/>
            <wp:effectExtent l="0" t="0" r="0" b="0"/>
            <wp:wrapNone/>
            <wp:docPr id="8"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0180" cy="10692130"/>
                    </a:xfrm>
                    <a:prstGeom prst="rect">
                      <a:avLst/>
                    </a:prstGeom>
                    <a:noFill/>
                    <a:ln>
                      <a:noFill/>
                    </a:ln>
                  </pic:spPr>
                </pic:pic>
              </a:graphicData>
            </a:graphic>
            <wp14:sizeRelH relativeFrom="page">
              <wp14:pctWidth>0</wp14:pctWidth>
            </wp14:sizeRelH>
            <wp14:sizeRelV relativeFrom="page">
              <wp14:pctHeight>0</wp14:pctHeight>
            </wp14:sizeRelV>
          </wp:anchor>
        </w:drawing>
      </w:r>
      <w:r>
        <w:drawing>
          <wp:inline distT="0" distB="0" distL="0" distR="0" wp14:anchorId="0D69AAEE" wp14:editId="7265278D">
            <wp:extent cx="2901950" cy="36099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01950" cy="3609975"/>
                    </a:xfrm>
                    <a:prstGeom prst="rect">
                      <a:avLst/>
                    </a:prstGeom>
                    <a:noFill/>
                    <a:ln>
                      <a:noFill/>
                    </a:ln>
                  </pic:spPr>
                </pic:pic>
              </a:graphicData>
            </a:graphic>
          </wp:inline>
        </w:drawing>
      </w:r>
    </w:p>
    <w:p w14:paraId="744C0592" w14:textId="77777777" w:rsidR="007E53F0" w:rsidRDefault="00000000">
      <w:pPr>
        <w:pStyle w:val="Auteur"/>
      </w:pPr>
      <w:r>
        <w:t xml:space="preserve">Julien </w:t>
      </w:r>
      <w:proofErr w:type="spellStart"/>
      <w:r>
        <w:t>Offray</w:t>
      </w:r>
      <w:proofErr w:type="spellEnd"/>
      <w:r>
        <w:t xml:space="preserve"> de </w:t>
      </w:r>
      <w:proofErr w:type="spellStart"/>
      <w:r>
        <w:t>Lamettrie</w:t>
      </w:r>
      <w:proofErr w:type="spellEnd"/>
    </w:p>
    <w:p w14:paraId="237EA5F5" w14:textId="77777777" w:rsidR="007E53F0" w:rsidRDefault="00000000">
      <w:pPr>
        <w:pStyle w:val="Titrelivre"/>
      </w:pPr>
      <w:r>
        <w:t>ANTI-</w:t>
      </w:r>
      <w:proofErr w:type="spellStart"/>
      <w:r>
        <w:t>SENÈQUE</w:t>
      </w:r>
      <w:proofErr w:type="spellEnd"/>
      <w:r>
        <w:br/>
      </w:r>
      <w:r w:rsidRPr="00ED3046">
        <w:rPr>
          <w:sz w:val="48"/>
          <w:szCs w:val="48"/>
        </w:rPr>
        <w:br/>
        <w:t>OU</w:t>
      </w:r>
      <w:r w:rsidRPr="00ED3046">
        <w:rPr>
          <w:sz w:val="48"/>
          <w:szCs w:val="48"/>
        </w:rPr>
        <w:br/>
      </w:r>
      <w:r w:rsidRPr="00ED3046">
        <w:rPr>
          <w:sz w:val="48"/>
          <w:szCs w:val="48"/>
        </w:rPr>
        <w:br/>
      </w:r>
      <w:r>
        <w:t>DISCOURS SUR LE BONHEUR</w:t>
      </w:r>
    </w:p>
    <w:p w14:paraId="25642F73" w14:textId="3E4E1F37" w:rsidR="007E53F0" w:rsidRDefault="0034078D">
      <w:pPr>
        <w:pStyle w:val="DateSortie"/>
      </w:pPr>
      <w:r>
        <w:t>(1745)</w:t>
      </w:r>
    </w:p>
    <w:p w14:paraId="0F7D1D01" w14:textId="77777777" w:rsidR="007E53F0" w:rsidRPr="0034078D" w:rsidRDefault="007E53F0" w:rsidP="0034078D">
      <w:pPr>
        <w:ind w:left="2340" w:firstLine="0"/>
        <w:jc w:val="center"/>
        <w:sectPr w:rsidR="007E53F0" w:rsidRPr="0034078D">
          <w:footerReference w:type="default" r:id="rId10"/>
          <w:pgSz w:w="11906" w:h="16838" w:code="9"/>
          <w:pgMar w:top="0" w:right="0" w:bottom="0" w:left="0" w:header="0" w:footer="0" w:gutter="0"/>
          <w:cols w:space="708"/>
          <w:titlePg/>
          <w:docGrid w:linePitch="360"/>
        </w:sectPr>
      </w:pPr>
    </w:p>
    <w:p w14:paraId="4A2E495A" w14:textId="77777777" w:rsidR="0034078D" w:rsidRPr="0034078D" w:rsidRDefault="00000000" w:rsidP="00545EB8">
      <w:pPr>
        <w:pageBreakBefore/>
        <w:spacing w:before="1200"/>
        <w:ind w:firstLine="0"/>
        <w:jc w:val="center"/>
        <w:rPr>
          <w:i/>
          <w:iCs/>
          <w:noProof/>
        </w:rPr>
      </w:pPr>
      <w:r w:rsidRPr="0034078D">
        <w:rPr>
          <w:i/>
          <w:iCs/>
          <w:noProof/>
        </w:rPr>
        <w:lastRenderedPageBreak/>
        <w:t>Felix qui potuit rerum cognoscere causas</w:t>
      </w:r>
      <w:r w:rsidR="0034078D" w:rsidRPr="0034078D">
        <w:rPr>
          <w:i/>
          <w:iCs/>
          <w:noProof/>
        </w:rPr>
        <w:t>,</w:t>
      </w:r>
    </w:p>
    <w:p w14:paraId="5C9207BC" w14:textId="6678FA7C" w:rsidR="007E53F0" w:rsidRPr="0034078D" w:rsidRDefault="00000000" w:rsidP="0034078D">
      <w:pPr>
        <w:ind w:firstLine="0"/>
        <w:jc w:val="center"/>
        <w:rPr>
          <w:i/>
          <w:iCs/>
          <w:noProof/>
        </w:rPr>
      </w:pPr>
      <w:r w:rsidRPr="0034078D">
        <w:rPr>
          <w:i/>
          <w:iCs/>
          <w:noProof/>
        </w:rPr>
        <w:t>Atque metus omnes &amp; inexorabile fatum</w:t>
      </w:r>
    </w:p>
    <w:p w14:paraId="003E2F57" w14:textId="77777777" w:rsidR="0034078D" w:rsidRDefault="00000000" w:rsidP="0034078D">
      <w:pPr>
        <w:ind w:firstLine="0"/>
        <w:jc w:val="center"/>
        <w:rPr>
          <w:noProof/>
        </w:rPr>
      </w:pPr>
      <w:r w:rsidRPr="0034078D">
        <w:rPr>
          <w:i/>
          <w:iCs/>
          <w:noProof/>
        </w:rPr>
        <w:t>Subjecit pedibus</w:t>
      </w:r>
      <w:r w:rsidR="0034078D" w:rsidRPr="0034078D">
        <w:rPr>
          <w:i/>
          <w:iCs/>
          <w:noProof/>
        </w:rPr>
        <w:t xml:space="preserve">, </w:t>
      </w:r>
      <w:r w:rsidRPr="0034078D">
        <w:rPr>
          <w:i/>
          <w:iCs/>
          <w:noProof/>
        </w:rPr>
        <w:t>strepitumque Acherontis avari</w:t>
      </w:r>
      <w:r w:rsidR="0034078D" w:rsidRPr="0034078D">
        <w:rPr>
          <w:i/>
          <w:iCs/>
          <w:noProof/>
        </w:rPr>
        <w:t> !</w:t>
      </w:r>
    </w:p>
    <w:p w14:paraId="6F0092AE" w14:textId="77777777" w:rsidR="0034078D" w:rsidRDefault="00000000" w:rsidP="0034078D">
      <w:pPr>
        <w:jc w:val="right"/>
        <w:rPr>
          <w:lang w:val="en-US"/>
        </w:rPr>
      </w:pPr>
      <w:r w:rsidRPr="0034078D">
        <w:rPr>
          <w:lang w:val="en-US"/>
        </w:rPr>
        <w:t>Virg</w:t>
      </w:r>
      <w:r w:rsidR="0034078D" w:rsidRPr="0034078D">
        <w:rPr>
          <w:lang w:val="en-US"/>
        </w:rPr>
        <w:t xml:space="preserve">. </w:t>
      </w:r>
      <w:r w:rsidRPr="0034078D">
        <w:rPr>
          <w:lang w:val="en-US"/>
        </w:rPr>
        <w:t>Georg</w:t>
      </w:r>
      <w:r w:rsidR="0034078D" w:rsidRPr="0034078D">
        <w:rPr>
          <w:lang w:val="en-US"/>
        </w:rPr>
        <w:t xml:space="preserve">. </w:t>
      </w:r>
      <w:r w:rsidRPr="0034078D">
        <w:rPr>
          <w:lang w:val="en-US"/>
        </w:rPr>
        <w:t>L</w:t>
      </w:r>
      <w:r w:rsidR="0034078D" w:rsidRPr="0034078D">
        <w:rPr>
          <w:lang w:val="en-US"/>
        </w:rPr>
        <w:t xml:space="preserve">. </w:t>
      </w:r>
      <w:r w:rsidRPr="0034078D">
        <w:rPr>
          <w:lang w:val="en-US"/>
        </w:rPr>
        <w:t>IV</w:t>
      </w:r>
      <w:r w:rsidR="0034078D" w:rsidRPr="0034078D">
        <w:rPr>
          <w:lang w:val="en-US"/>
        </w:rPr>
        <w:t>.</w:t>
      </w:r>
    </w:p>
    <w:p w14:paraId="085780A4" w14:textId="77777777" w:rsidR="00545EB8" w:rsidRDefault="00545EB8" w:rsidP="0034078D">
      <w:pPr>
        <w:rPr>
          <w:bCs/>
        </w:rPr>
      </w:pPr>
    </w:p>
    <w:p w14:paraId="454F0969" w14:textId="5B1323F6" w:rsidR="0034078D" w:rsidRDefault="00000000" w:rsidP="0034078D">
      <w:r>
        <w:rPr>
          <w:bCs/>
        </w:rPr>
        <w:t>Les</w:t>
      </w:r>
      <w:r>
        <w:t xml:space="preserve"> philosophes s</w:t>
      </w:r>
      <w:r w:rsidR="0034078D">
        <w:t>’</w:t>
      </w:r>
      <w:r>
        <w:t>accordent sur le bonheur</w:t>
      </w:r>
      <w:r w:rsidR="0034078D">
        <w:t xml:space="preserve">, </w:t>
      </w:r>
      <w:r>
        <w:t>comme sur tout le reste</w:t>
      </w:r>
      <w:r w:rsidR="0034078D">
        <w:t xml:space="preserve">. </w:t>
      </w:r>
      <w:r>
        <w:t>Les uns le mettent en ce qu</w:t>
      </w:r>
      <w:r w:rsidR="0034078D">
        <w:t>’</w:t>
      </w:r>
      <w:r>
        <w:t>il y a de plus sale et de plus impudent</w:t>
      </w:r>
      <w:r w:rsidR="0034078D">
        <w:t xml:space="preserve"> ; </w:t>
      </w:r>
      <w:r>
        <w:t xml:space="preserve">on les </w:t>
      </w:r>
      <w:proofErr w:type="spellStart"/>
      <w:r>
        <w:t>reconnoît</w:t>
      </w:r>
      <w:proofErr w:type="spellEnd"/>
      <w:r>
        <w:t xml:space="preserve"> ce front </w:t>
      </w:r>
      <w:proofErr w:type="spellStart"/>
      <w:r>
        <w:t>cinique</w:t>
      </w:r>
      <w:proofErr w:type="spellEnd"/>
      <w:r>
        <w:t xml:space="preserve"> qui ne rougit jamais</w:t>
      </w:r>
      <w:r w:rsidR="0034078D">
        <w:t xml:space="preserve">. </w:t>
      </w:r>
      <w:r>
        <w:t>Les autres le font consister dans la volupté</w:t>
      </w:r>
      <w:r w:rsidR="0034078D">
        <w:t xml:space="preserve">, </w:t>
      </w:r>
      <w:r>
        <w:t>prise en divers sens</w:t>
      </w:r>
      <w:r w:rsidR="0034078D">
        <w:t xml:space="preserve"> ; </w:t>
      </w:r>
      <w:r>
        <w:t>tantôt c</w:t>
      </w:r>
      <w:r w:rsidR="0034078D">
        <w:t>’</w:t>
      </w:r>
      <w:r>
        <w:t xml:space="preserve">est la volupté </w:t>
      </w:r>
      <w:proofErr w:type="spellStart"/>
      <w:r>
        <w:t>rafinée</w:t>
      </w:r>
      <w:proofErr w:type="spellEnd"/>
      <w:r>
        <w:t xml:space="preserve"> de l</w:t>
      </w:r>
      <w:r w:rsidR="0034078D">
        <w:t>’</w:t>
      </w:r>
      <w:r>
        <w:t>amour</w:t>
      </w:r>
      <w:r w:rsidR="0034078D">
        <w:t xml:space="preserve"> : </w:t>
      </w:r>
      <w:r>
        <w:t>tantôt la même volupté</w:t>
      </w:r>
      <w:r w:rsidR="0034078D">
        <w:t xml:space="preserve">, </w:t>
      </w:r>
      <w:r>
        <w:t>mais modérée</w:t>
      </w:r>
      <w:r w:rsidR="0034078D">
        <w:t xml:space="preserve">, </w:t>
      </w:r>
      <w:r>
        <w:t>raisonnable</w:t>
      </w:r>
      <w:r w:rsidR="0034078D">
        <w:t xml:space="preserve">, </w:t>
      </w:r>
      <w:r>
        <w:t>assujettie</w:t>
      </w:r>
      <w:r w:rsidR="0034078D">
        <w:t xml:space="preserve">, </w:t>
      </w:r>
      <w:r>
        <w:t>non aux luxurieux caprices d</w:t>
      </w:r>
      <w:r w:rsidR="0034078D">
        <w:t>’</w:t>
      </w:r>
      <w:r>
        <w:t>une imagination irritée</w:t>
      </w:r>
      <w:r w:rsidR="0034078D">
        <w:t xml:space="preserve">, </w:t>
      </w:r>
      <w:r>
        <w:t>mais aux seuls besoins de la nature</w:t>
      </w:r>
      <w:r w:rsidR="0034078D">
        <w:t xml:space="preserve"> : </w:t>
      </w:r>
      <w:r>
        <w:t>ici</w:t>
      </w:r>
      <w:r w:rsidR="0034078D">
        <w:t xml:space="preserve">, </w:t>
      </w:r>
      <w:r>
        <w:t>c</w:t>
      </w:r>
      <w:r w:rsidR="0034078D">
        <w:t>’</w:t>
      </w:r>
      <w:r>
        <w:t>est la volupté de l</w:t>
      </w:r>
      <w:r w:rsidR="0034078D">
        <w:t>’</w:t>
      </w:r>
      <w:r>
        <w:t>esprit attaché à la recherche</w:t>
      </w:r>
      <w:r w:rsidR="0034078D">
        <w:t xml:space="preserve">, </w:t>
      </w:r>
      <w:r>
        <w:t>ou enchanté de la possession de la vérité</w:t>
      </w:r>
      <w:r w:rsidR="0034078D">
        <w:t xml:space="preserve"> ; </w:t>
      </w:r>
      <w:r>
        <w:t>là enfin c</w:t>
      </w:r>
      <w:r w:rsidR="0034078D">
        <w:t>’</w:t>
      </w:r>
      <w:r>
        <w:t>est le contentement de l</w:t>
      </w:r>
      <w:r w:rsidR="0034078D">
        <w:t>’</w:t>
      </w:r>
      <w:r>
        <w:t>esprit</w:t>
      </w:r>
      <w:r w:rsidR="0034078D">
        <w:t xml:space="preserve">, </w:t>
      </w:r>
      <w:r>
        <w:t>le motif &amp; la fin de routes nos actions</w:t>
      </w:r>
      <w:r w:rsidR="0034078D">
        <w:t xml:space="preserve">, </w:t>
      </w:r>
      <w:r>
        <w:t>auquel Épicure a donné encore le nom de volupté</w:t>
      </w:r>
      <w:r w:rsidR="0034078D">
        <w:t xml:space="preserve">, </w:t>
      </w:r>
      <w:r>
        <w:t>nom dangereusement équivoque</w:t>
      </w:r>
      <w:r w:rsidR="0034078D">
        <w:t xml:space="preserve">, </w:t>
      </w:r>
      <w:r>
        <w:t xml:space="preserve">qui est cause que ses disciples ont retiré de son école un fruit bien différent de celui que ce grand personnage </w:t>
      </w:r>
      <w:proofErr w:type="spellStart"/>
      <w:r>
        <w:t>avoit</w:t>
      </w:r>
      <w:proofErr w:type="spellEnd"/>
      <w:r>
        <w:t xml:space="preserve"> lieu d</w:t>
      </w:r>
      <w:r w:rsidR="0034078D">
        <w:t>’</w:t>
      </w:r>
      <w:r>
        <w:t>en attendre</w:t>
      </w:r>
      <w:r w:rsidR="0034078D">
        <w:t xml:space="preserve">. </w:t>
      </w:r>
      <w:r>
        <w:t>Quelques-uns ont mis le souverain bien dans toutes les perfections de l</w:t>
      </w:r>
      <w:r w:rsidR="0034078D">
        <w:t>’</w:t>
      </w:r>
      <w:r>
        <w:t>esprit &amp; du corps</w:t>
      </w:r>
      <w:r w:rsidR="0034078D">
        <w:t xml:space="preserve">. </w:t>
      </w:r>
      <w:r>
        <w:t>L</w:t>
      </w:r>
      <w:r w:rsidR="0034078D">
        <w:t>’</w:t>
      </w:r>
      <w:r>
        <w:t xml:space="preserve">honneur &amp; la vertu le </w:t>
      </w:r>
      <w:proofErr w:type="spellStart"/>
      <w:r>
        <w:t>constituoient</w:t>
      </w:r>
      <w:proofErr w:type="spellEnd"/>
      <w:r>
        <w:t xml:space="preserve"> chez Zénon</w:t>
      </w:r>
      <w:r w:rsidR="0034078D">
        <w:t xml:space="preserve">. </w:t>
      </w:r>
      <w:proofErr w:type="spellStart"/>
      <w:r>
        <w:t>Séneque</w:t>
      </w:r>
      <w:proofErr w:type="spellEnd"/>
      <w:r w:rsidR="0034078D">
        <w:t xml:space="preserve">, </w:t>
      </w:r>
      <w:r>
        <w:t>le plus illustre des Stoïciens</w:t>
      </w:r>
      <w:r w:rsidR="0034078D">
        <w:t xml:space="preserve">, </w:t>
      </w:r>
      <w:r>
        <w:t xml:space="preserve">y a ajouté la </w:t>
      </w:r>
      <w:proofErr w:type="spellStart"/>
      <w:r>
        <w:t>connoissance</w:t>
      </w:r>
      <w:proofErr w:type="spellEnd"/>
      <w:r>
        <w:t xml:space="preserve"> de la vérité</w:t>
      </w:r>
      <w:r w:rsidR="0034078D">
        <w:t xml:space="preserve">, </w:t>
      </w:r>
      <w:r>
        <w:t>sans dire expressément quelle vérité</w:t>
      </w:r>
      <w:r w:rsidR="0034078D">
        <w:t>.</w:t>
      </w:r>
    </w:p>
    <w:p w14:paraId="2FEF9581" w14:textId="77777777" w:rsidR="0034078D" w:rsidRDefault="00000000" w:rsidP="0034078D">
      <w:r>
        <w:t>Vivre tranquille</w:t>
      </w:r>
      <w:r w:rsidR="0034078D">
        <w:t xml:space="preserve">, </w:t>
      </w:r>
      <w:r>
        <w:t>sans ambition</w:t>
      </w:r>
      <w:r w:rsidR="0034078D">
        <w:t xml:space="preserve">, </w:t>
      </w:r>
      <w:r>
        <w:t xml:space="preserve">sans </w:t>
      </w:r>
      <w:proofErr w:type="spellStart"/>
      <w:r>
        <w:t>desir</w:t>
      </w:r>
      <w:proofErr w:type="spellEnd"/>
      <w:r w:rsidR="0034078D">
        <w:t xml:space="preserve"> ; </w:t>
      </w:r>
      <w:r>
        <w:t>user des richesses</w:t>
      </w:r>
      <w:r w:rsidR="0034078D">
        <w:t xml:space="preserve">, </w:t>
      </w:r>
      <w:r>
        <w:t>&amp; non en jouir</w:t>
      </w:r>
      <w:r w:rsidR="0034078D">
        <w:t xml:space="preserve"> ; </w:t>
      </w:r>
      <w:r>
        <w:t>les conserver sans inquiétudes</w:t>
      </w:r>
      <w:r w:rsidR="0034078D">
        <w:t xml:space="preserve">, </w:t>
      </w:r>
      <w:r>
        <w:t>les perdre sans regret</w:t>
      </w:r>
      <w:r w:rsidR="0034078D">
        <w:t xml:space="preserve">, </w:t>
      </w:r>
      <w:r>
        <w:t>les gouverner</w:t>
      </w:r>
      <w:r w:rsidR="0034078D">
        <w:t xml:space="preserve">, </w:t>
      </w:r>
      <w:r>
        <w:t>au lieu d</w:t>
      </w:r>
      <w:r w:rsidR="0034078D">
        <w:t>’</w:t>
      </w:r>
      <w:r>
        <w:t>en être esclave</w:t>
      </w:r>
      <w:r w:rsidR="0034078D">
        <w:t xml:space="preserve"> ; </w:t>
      </w:r>
      <w:r>
        <w:t>n</w:t>
      </w:r>
      <w:r w:rsidR="0034078D">
        <w:t>’</w:t>
      </w:r>
      <w:r>
        <w:t>être troublé</w:t>
      </w:r>
      <w:r w:rsidR="0034078D">
        <w:t xml:space="preserve">, </w:t>
      </w:r>
      <w:r>
        <w:t>ni ému par aucune passion</w:t>
      </w:r>
      <w:r w:rsidR="0034078D">
        <w:t xml:space="preserve">, </w:t>
      </w:r>
      <w:r>
        <w:t xml:space="preserve">ou plutôt </w:t>
      </w:r>
      <w:r>
        <w:rPr>
          <w:bCs/>
        </w:rPr>
        <w:t>n</w:t>
      </w:r>
      <w:r w:rsidR="0034078D">
        <w:rPr>
          <w:bCs/>
        </w:rPr>
        <w:t>’</w:t>
      </w:r>
      <w:r>
        <w:rPr>
          <w:bCs/>
        </w:rPr>
        <w:t xml:space="preserve">en </w:t>
      </w:r>
      <w:r>
        <w:t xml:space="preserve">point </w:t>
      </w:r>
      <w:r>
        <w:lastRenderedPageBreak/>
        <w:t>avoir</w:t>
      </w:r>
      <w:r w:rsidR="0034078D">
        <w:t xml:space="preserve"> ; </w:t>
      </w:r>
      <w:r>
        <w:t xml:space="preserve">être content dans la </w:t>
      </w:r>
      <w:proofErr w:type="spellStart"/>
      <w:r>
        <w:t>misere</w:t>
      </w:r>
      <w:proofErr w:type="spellEnd"/>
      <w:r w:rsidR="0034078D">
        <w:t xml:space="preserve">, </w:t>
      </w:r>
      <w:r>
        <w:t>comme dans l</w:t>
      </w:r>
      <w:r w:rsidR="0034078D">
        <w:t>’</w:t>
      </w:r>
      <w:r>
        <w:t>opulence</w:t>
      </w:r>
      <w:r w:rsidR="0034078D">
        <w:t xml:space="preserve"> ; </w:t>
      </w:r>
      <w:r>
        <w:t>dans la douleur</w:t>
      </w:r>
      <w:r w:rsidR="0034078D">
        <w:t xml:space="preserve">, </w:t>
      </w:r>
      <w:r>
        <w:t>comme dans le plaisir</w:t>
      </w:r>
      <w:r w:rsidR="0034078D">
        <w:t xml:space="preserve"> ; </w:t>
      </w:r>
      <w:r>
        <w:t xml:space="preserve">avoir une </w:t>
      </w:r>
      <w:proofErr w:type="spellStart"/>
      <w:r>
        <w:t>ame</w:t>
      </w:r>
      <w:proofErr w:type="spellEnd"/>
      <w:r>
        <w:t xml:space="preserve"> forte &amp; saine</w:t>
      </w:r>
      <w:r w:rsidR="0034078D">
        <w:t xml:space="preserve">, </w:t>
      </w:r>
      <w:r>
        <w:t xml:space="preserve">dans un corps </w:t>
      </w:r>
      <w:proofErr w:type="spellStart"/>
      <w:r>
        <w:t>foible</w:t>
      </w:r>
      <w:proofErr w:type="spellEnd"/>
      <w:r>
        <w:t xml:space="preserve"> &amp; malade</w:t>
      </w:r>
      <w:r w:rsidR="0034078D">
        <w:t xml:space="preserve"> ; </w:t>
      </w:r>
      <w:r>
        <w:t>n</w:t>
      </w:r>
      <w:r w:rsidR="0034078D">
        <w:t>’</w:t>
      </w:r>
      <w:r>
        <w:t>avoir ni crainte</w:t>
      </w:r>
      <w:r w:rsidR="0034078D">
        <w:t xml:space="preserve">, </w:t>
      </w:r>
      <w:r>
        <w:t>ni frayeurs</w:t>
      </w:r>
      <w:r w:rsidR="0034078D">
        <w:t xml:space="preserve"> ; </w:t>
      </w:r>
      <w:r>
        <w:t>se dépouiller de toute inquiétude</w:t>
      </w:r>
      <w:r w:rsidR="0034078D">
        <w:t xml:space="preserve">, </w:t>
      </w:r>
      <w:r>
        <w:t>dédaigner le plaisir &amp; la volupté</w:t>
      </w:r>
      <w:r w:rsidR="0034078D">
        <w:t xml:space="preserve"> ; </w:t>
      </w:r>
      <w:r>
        <w:t>consentir d</w:t>
      </w:r>
      <w:r w:rsidR="0034078D">
        <w:t>’</w:t>
      </w:r>
      <w:r>
        <w:t>avoir du plaisir comme d</w:t>
      </w:r>
      <w:r w:rsidR="0034078D">
        <w:t>’</w:t>
      </w:r>
      <w:r>
        <w:t>être riche</w:t>
      </w:r>
      <w:r w:rsidR="0034078D">
        <w:t xml:space="preserve">, </w:t>
      </w:r>
      <w:r>
        <w:t xml:space="preserve">sans rechercher ces </w:t>
      </w:r>
      <w:proofErr w:type="spellStart"/>
      <w:r>
        <w:t>agrémens</w:t>
      </w:r>
      <w:proofErr w:type="spellEnd"/>
      <w:r w:rsidR="0034078D">
        <w:t xml:space="preserve"> ; </w:t>
      </w:r>
      <w:r>
        <w:t>mépriser la vie même</w:t>
      </w:r>
      <w:r w:rsidR="0034078D">
        <w:t xml:space="preserve"> : </w:t>
      </w:r>
      <w:r>
        <w:t>enfin arriver à la vertu</w:t>
      </w:r>
      <w:r w:rsidR="0034078D">
        <w:t xml:space="preserve">, </w:t>
      </w:r>
      <w:r>
        <w:t xml:space="preserve">par la </w:t>
      </w:r>
      <w:proofErr w:type="spellStart"/>
      <w:r>
        <w:t>connoissance</w:t>
      </w:r>
      <w:proofErr w:type="spellEnd"/>
      <w:r>
        <w:t xml:space="preserve"> de la vérité</w:t>
      </w:r>
      <w:r w:rsidR="0034078D">
        <w:t xml:space="preserve"> ; </w:t>
      </w:r>
      <w:r>
        <w:t xml:space="preserve">voilà ce qui forme le souverain bien de </w:t>
      </w:r>
      <w:proofErr w:type="spellStart"/>
      <w:r>
        <w:t>Séneque</w:t>
      </w:r>
      <w:proofErr w:type="spellEnd"/>
      <w:r>
        <w:t xml:space="preserve"> &amp; des </w:t>
      </w:r>
      <w:proofErr w:type="spellStart"/>
      <w:r>
        <w:t>Stoïcens</w:t>
      </w:r>
      <w:proofErr w:type="spellEnd"/>
      <w:r>
        <w:t xml:space="preserve"> en général</w:t>
      </w:r>
      <w:r w:rsidR="0034078D">
        <w:t xml:space="preserve">, </w:t>
      </w:r>
      <w:r>
        <w:t>&amp; la parfaite béatitude qui le suit</w:t>
      </w:r>
      <w:r w:rsidR="0034078D">
        <w:t>.</w:t>
      </w:r>
    </w:p>
    <w:p w14:paraId="67994E4D" w14:textId="77777777" w:rsidR="0034078D" w:rsidRDefault="00000000" w:rsidP="0034078D">
      <w:r>
        <w:t>Que nous serons Anti-Stoïciens</w:t>
      </w:r>
      <w:r w:rsidR="0034078D">
        <w:t xml:space="preserve"> ! </w:t>
      </w:r>
      <w:r>
        <w:t xml:space="preserve">Ces philosophes sont </w:t>
      </w:r>
      <w:proofErr w:type="spellStart"/>
      <w:r>
        <w:t>séveres</w:t>
      </w:r>
      <w:proofErr w:type="spellEnd"/>
      <w:r w:rsidR="0034078D">
        <w:t xml:space="preserve">, </w:t>
      </w:r>
      <w:r>
        <w:t>tristes</w:t>
      </w:r>
      <w:r w:rsidR="0034078D">
        <w:t xml:space="preserve">, </w:t>
      </w:r>
      <w:r>
        <w:t>durs</w:t>
      </w:r>
      <w:r w:rsidR="0034078D">
        <w:t xml:space="preserve"> ; </w:t>
      </w:r>
      <w:r>
        <w:t>nous serons doux</w:t>
      </w:r>
      <w:r w:rsidR="0034078D">
        <w:t xml:space="preserve">, </w:t>
      </w:r>
      <w:r>
        <w:t>gais</w:t>
      </w:r>
      <w:r w:rsidR="0034078D">
        <w:t xml:space="preserve">, </w:t>
      </w:r>
      <w:proofErr w:type="spellStart"/>
      <w:r>
        <w:t>complaisans</w:t>
      </w:r>
      <w:proofErr w:type="spellEnd"/>
      <w:r w:rsidR="0034078D">
        <w:t xml:space="preserve">. </w:t>
      </w:r>
      <w:r>
        <w:t xml:space="preserve">Toutes </w:t>
      </w:r>
      <w:proofErr w:type="spellStart"/>
      <w:r>
        <w:t>ames</w:t>
      </w:r>
      <w:proofErr w:type="spellEnd"/>
      <w:r w:rsidR="0034078D">
        <w:t xml:space="preserve">, </w:t>
      </w:r>
      <w:r>
        <w:t>ils font abstraction de leur corps</w:t>
      </w:r>
      <w:r w:rsidR="0034078D">
        <w:t xml:space="preserve"> ; </w:t>
      </w:r>
      <w:r>
        <w:t>tout corps</w:t>
      </w:r>
      <w:r w:rsidR="0034078D">
        <w:t xml:space="preserve">, </w:t>
      </w:r>
      <w:r>
        <w:t xml:space="preserve">nous ferons abstraction de notre </w:t>
      </w:r>
      <w:proofErr w:type="spellStart"/>
      <w:r>
        <w:t>ame</w:t>
      </w:r>
      <w:proofErr w:type="spellEnd"/>
      <w:r w:rsidR="0034078D">
        <w:t xml:space="preserve">. </w:t>
      </w:r>
      <w:r>
        <w:t>Ils se montrent inaccessibles au plaisir &amp; à la douleur</w:t>
      </w:r>
      <w:r w:rsidR="0034078D">
        <w:t xml:space="preserve">, </w:t>
      </w:r>
      <w:r>
        <w:t>nous nous ferons gloire de sentir l</w:t>
      </w:r>
      <w:r w:rsidR="0034078D">
        <w:t>’</w:t>
      </w:r>
      <w:r>
        <w:t>un &amp; l</w:t>
      </w:r>
      <w:r w:rsidR="0034078D">
        <w:t>’</w:t>
      </w:r>
      <w:r>
        <w:t>autre</w:t>
      </w:r>
      <w:r w:rsidR="0034078D">
        <w:t xml:space="preserve">. </w:t>
      </w:r>
      <w:r>
        <w:t>S</w:t>
      </w:r>
      <w:r w:rsidR="0034078D">
        <w:t>’</w:t>
      </w:r>
      <w:r>
        <w:t>évertuant au sublime</w:t>
      </w:r>
      <w:r w:rsidR="0034078D">
        <w:t xml:space="preserve">, </w:t>
      </w:r>
      <w:r>
        <w:t>ils s</w:t>
      </w:r>
      <w:r w:rsidR="0034078D">
        <w:t>’</w:t>
      </w:r>
      <w:proofErr w:type="spellStart"/>
      <w:r>
        <w:t>élevent</w:t>
      </w:r>
      <w:proofErr w:type="spellEnd"/>
      <w:r>
        <w:t xml:space="preserve"> au-dessus de tous les </w:t>
      </w:r>
      <w:proofErr w:type="spellStart"/>
      <w:r>
        <w:t>événemens</w:t>
      </w:r>
      <w:proofErr w:type="spellEnd"/>
      <w:r w:rsidR="0034078D">
        <w:t xml:space="preserve">, </w:t>
      </w:r>
      <w:r>
        <w:t>&amp; ne se croient vraiment hommes</w:t>
      </w:r>
      <w:r w:rsidR="0034078D">
        <w:t xml:space="preserve">, </w:t>
      </w:r>
      <w:r>
        <w:t>qu</w:t>
      </w:r>
      <w:r w:rsidR="0034078D">
        <w:t>’</w:t>
      </w:r>
      <w:r>
        <w:t>autant qu</w:t>
      </w:r>
      <w:r w:rsidR="0034078D">
        <w:t>’</w:t>
      </w:r>
      <w:r>
        <w:t>ils cessent de l</w:t>
      </w:r>
      <w:r w:rsidR="0034078D">
        <w:t>’</w:t>
      </w:r>
      <w:r>
        <w:t>être</w:t>
      </w:r>
      <w:r w:rsidR="0034078D">
        <w:t xml:space="preserve">. </w:t>
      </w:r>
      <w:r>
        <w:t>Nous</w:t>
      </w:r>
      <w:r w:rsidR="0034078D">
        <w:t xml:space="preserve">, </w:t>
      </w:r>
      <w:r>
        <w:t>nous ne disposerons point de ce qui nous gouverne</w:t>
      </w:r>
      <w:r w:rsidR="0034078D">
        <w:t xml:space="preserve"> ; </w:t>
      </w:r>
      <w:r>
        <w:t>nous ne commanderons point à nos sensations</w:t>
      </w:r>
      <w:r w:rsidR="0034078D">
        <w:t xml:space="preserve"> ; </w:t>
      </w:r>
      <w:r>
        <w:t>avouant leur empire &amp; notre esclavage</w:t>
      </w:r>
      <w:r w:rsidR="0034078D">
        <w:t xml:space="preserve">, </w:t>
      </w:r>
      <w:r>
        <w:t>nous tâcherons de nous les rendre agréables</w:t>
      </w:r>
      <w:r w:rsidR="0034078D">
        <w:t xml:space="preserve">, </w:t>
      </w:r>
      <w:r>
        <w:t>persuadés que c</w:t>
      </w:r>
      <w:r w:rsidR="0034078D">
        <w:t>’</w:t>
      </w:r>
      <w:r>
        <w:t>est-là où gît le bonheur de la vie</w:t>
      </w:r>
      <w:r w:rsidR="0034078D">
        <w:t xml:space="preserve"> : </w:t>
      </w:r>
      <w:r>
        <w:t>&amp; enfin nous nous croirons d</w:t>
      </w:r>
      <w:r w:rsidR="0034078D">
        <w:t>’</w:t>
      </w:r>
      <w:r>
        <w:t>autant plus heureux</w:t>
      </w:r>
      <w:r w:rsidR="0034078D">
        <w:t xml:space="preserve">, </w:t>
      </w:r>
      <w:r>
        <w:t>que nous serons plus hommes</w:t>
      </w:r>
      <w:r w:rsidR="0034078D">
        <w:t xml:space="preserve">, </w:t>
      </w:r>
      <w:r>
        <w:t>ou plus dignes de l</w:t>
      </w:r>
      <w:r w:rsidR="0034078D">
        <w:t>’</w:t>
      </w:r>
      <w:r>
        <w:t>être</w:t>
      </w:r>
      <w:r w:rsidR="0034078D">
        <w:t xml:space="preserve"> ; </w:t>
      </w:r>
      <w:r>
        <w:t>que nous sentirons la nature</w:t>
      </w:r>
      <w:r w:rsidR="0034078D">
        <w:t xml:space="preserve">, </w:t>
      </w:r>
      <w:r>
        <w:t>l</w:t>
      </w:r>
      <w:r w:rsidR="0034078D">
        <w:t>’</w:t>
      </w:r>
      <w:r>
        <w:t>humanité</w:t>
      </w:r>
      <w:r w:rsidR="0034078D">
        <w:t xml:space="preserve">, </w:t>
      </w:r>
      <w:r>
        <w:t>&amp; toutes les vertus sociales</w:t>
      </w:r>
      <w:r w:rsidR="0034078D">
        <w:t xml:space="preserve"> ; </w:t>
      </w:r>
      <w:r>
        <w:t>nous n</w:t>
      </w:r>
      <w:r w:rsidR="0034078D">
        <w:t>’</w:t>
      </w:r>
      <w:r>
        <w:t>en admettrons point d</w:t>
      </w:r>
      <w:r w:rsidR="0034078D">
        <w:t>’</w:t>
      </w:r>
      <w:r>
        <w:t>autres</w:t>
      </w:r>
      <w:r w:rsidR="0034078D">
        <w:t xml:space="preserve">, </w:t>
      </w:r>
      <w:r>
        <w:t>ni d</w:t>
      </w:r>
      <w:r w:rsidR="0034078D">
        <w:t>’</w:t>
      </w:r>
      <w:r>
        <w:t>autre vie que celle-ci</w:t>
      </w:r>
      <w:r w:rsidR="0034078D">
        <w:t xml:space="preserve">. </w:t>
      </w:r>
      <w:r>
        <w:t>D</w:t>
      </w:r>
      <w:r w:rsidR="0034078D">
        <w:t>’</w:t>
      </w:r>
      <w:r>
        <w:t>où l</w:t>
      </w:r>
      <w:r w:rsidR="0034078D">
        <w:t>’</w:t>
      </w:r>
      <w:r>
        <w:t>on voit que la chaîne des vérités nécessaires au bonheur sera plus courte que celle d</w:t>
      </w:r>
      <w:r w:rsidR="0034078D">
        <w:t>’</w:t>
      </w:r>
      <w:proofErr w:type="spellStart"/>
      <w:r>
        <w:t>Hégésias</w:t>
      </w:r>
      <w:proofErr w:type="spellEnd"/>
      <w:r w:rsidR="0034078D">
        <w:t xml:space="preserve">, </w:t>
      </w:r>
      <w:r>
        <w:t>de Descartes</w:t>
      </w:r>
      <w:r w:rsidR="0034078D">
        <w:t xml:space="preserve">, </w:t>
      </w:r>
      <w:r>
        <w:t>&amp; de tant d</w:t>
      </w:r>
      <w:r w:rsidR="0034078D">
        <w:t>’</w:t>
      </w:r>
      <w:r>
        <w:t>autres philosophes</w:t>
      </w:r>
      <w:r w:rsidR="0034078D">
        <w:t xml:space="preserve"> ; </w:t>
      </w:r>
      <w:r>
        <w:t>que pour expliquer le mécanisme du bonheur</w:t>
      </w:r>
      <w:r w:rsidR="0034078D">
        <w:t xml:space="preserve">, </w:t>
      </w:r>
      <w:r>
        <w:t>nous ne consulterons que la nature &amp; la raison</w:t>
      </w:r>
      <w:r w:rsidR="0034078D">
        <w:t xml:space="preserve">, </w:t>
      </w:r>
      <w:r>
        <w:t>les seuls astres capables de nous éclairer &amp; de nous conduire</w:t>
      </w:r>
      <w:r w:rsidR="0034078D">
        <w:t xml:space="preserve">, </w:t>
      </w:r>
      <w:r>
        <w:t xml:space="preserve">si nous ouvrons si bien notre </w:t>
      </w:r>
      <w:proofErr w:type="spellStart"/>
      <w:r>
        <w:t>ame</w:t>
      </w:r>
      <w:proofErr w:type="spellEnd"/>
      <w:r>
        <w:t xml:space="preserve"> à leurs rayons</w:t>
      </w:r>
      <w:r w:rsidR="0034078D">
        <w:t xml:space="preserve">, </w:t>
      </w:r>
      <w:r>
        <w:t>qu</w:t>
      </w:r>
      <w:r w:rsidR="0034078D">
        <w:t>’</w:t>
      </w:r>
      <w:r>
        <w:t xml:space="preserve">elle soit absolument fermée à tous ces miasmes </w:t>
      </w:r>
      <w:r>
        <w:lastRenderedPageBreak/>
        <w:t>empoisonnés</w:t>
      </w:r>
      <w:r w:rsidR="0034078D">
        <w:t xml:space="preserve">, </w:t>
      </w:r>
      <w:r>
        <w:t>qui forment comme l</w:t>
      </w:r>
      <w:r w:rsidR="0034078D">
        <w:t>’</w:t>
      </w:r>
      <w:r>
        <w:t>atmosphère du fanatisme &amp; du préjugé</w:t>
      </w:r>
      <w:r w:rsidR="0034078D">
        <w:t xml:space="preserve">. </w:t>
      </w:r>
      <w:r>
        <w:t xml:space="preserve">Entrons en </w:t>
      </w:r>
      <w:proofErr w:type="spellStart"/>
      <w:r>
        <w:t>matiere</w:t>
      </w:r>
      <w:proofErr w:type="spellEnd"/>
      <w:r w:rsidR="0034078D">
        <w:t>.</w:t>
      </w:r>
    </w:p>
    <w:p w14:paraId="4A018E7C" w14:textId="77777777" w:rsidR="0034078D" w:rsidRDefault="00000000" w:rsidP="0034078D">
      <w:r>
        <w:t>Nos organes sont susceptibles d</w:t>
      </w:r>
      <w:r w:rsidR="0034078D">
        <w:t>’</w:t>
      </w:r>
      <w:r>
        <w:t>un sentiment on d</w:t>
      </w:r>
      <w:r w:rsidR="0034078D">
        <w:t>’</w:t>
      </w:r>
      <w:r>
        <w:t>une modification qui nous plaît &amp; nous fait aimer la vie</w:t>
      </w:r>
      <w:r w:rsidR="0034078D">
        <w:t xml:space="preserve">. </w:t>
      </w:r>
      <w:r>
        <w:rPr>
          <w:iCs/>
        </w:rPr>
        <w:t>Si</w:t>
      </w:r>
      <w:r>
        <w:t xml:space="preserve"> l</w:t>
      </w:r>
      <w:r w:rsidR="0034078D">
        <w:t>’</w:t>
      </w:r>
      <w:r>
        <w:t>impression de ce sentiment est courte</w:t>
      </w:r>
      <w:r w:rsidR="0034078D">
        <w:t xml:space="preserve">, </w:t>
      </w:r>
      <w:r>
        <w:t>c</w:t>
      </w:r>
      <w:r w:rsidR="0034078D">
        <w:t>’</w:t>
      </w:r>
      <w:r>
        <w:t>est le plaisir</w:t>
      </w:r>
      <w:r w:rsidR="0034078D">
        <w:t xml:space="preserve"> ; </w:t>
      </w:r>
      <w:r>
        <w:t>plus longue</w:t>
      </w:r>
      <w:r w:rsidR="0034078D">
        <w:t xml:space="preserve">, </w:t>
      </w:r>
      <w:r>
        <w:t>c</w:t>
      </w:r>
      <w:r w:rsidR="0034078D">
        <w:t>’</w:t>
      </w:r>
      <w:r>
        <w:t>est la volupté</w:t>
      </w:r>
      <w:r w:rsidR="0034078D">
        <w:t xml:space="preserve"> : </w:t>
      </w:r>
      <w:r>
        <w:t>permanente</w:t>
      </w:r>
      <w:r w:rsidR="0034078D">
        <w:t xml:space="preserve">, </w:t>
      </w:r>
      <w:r>
        <w:t>on a le bonheur</w:t>
      </w:r>
      <w:r w:rsidR="0034078D">
        <w:t xml:space="preserve"> ; </w:t>
      </w:r>
      <w:r>
        <w:t>c</w:t>
      </w:r>
      <w:r w:rsidR="0034078D">
        <w:t>’</w:t>
      </w:r>
      <w:r>
        <w:t>est toujours la même sensation</w:t>
      </w:r>
      <w:r w:rsidR="0034078D">
        <w:t xml:space="preserve">, </w:t>
      </w:r>
      <w:r>
        <w:t xml:space="preserve">qui ne </w:t>
      </w:r>
      <w:proofErr w:type="spellStart"/>
      <w:r>
        <w:t>differe</w:t>
      </w:r>
      <w:proofErr w:type="spellEnd"/>
      <w:r>
        <w:t xml:space="preserve"> que par sa durée &amp; sa vivacité</w:t>
      </w:r>
      <w:r w:rsidR="0034078D">
        <w:t xml:space="preserve"> ; </w:t>
      </w:r>
      <w:r>
        <w:t>j</w:t>
      </w:r>
      <w:r w:rsidR="0034078D">
        <w:t>’</w:t>
      </w:r>
      <w:r>
        <w:t>ajoute ce mot</w:t>
      </w:r>
      <w:r w:rsidR="0034078D">
        <w:t xml:space="preserve">, </w:t>
      </w:r>
      <w:r>
        <w:t>parce qu</w:t>
      </w:r>
      <w:r w:rsidR="0034078D">
        <w:t>’</w:t>
      </w:r>
      <w:r>
        <w:t>il n</w:t>
      </w:r>
      <w:r w:rsidR="0034078D">
        <w:t>’</w:t>
      </w:r>
      <w:r>
        <w:t>y a point de souverain bien si exquis</w:t>
      </w:r>
      <w:r w:rsidR="0034078D">
        <w:t xml:space="preserve">, </w:t>
      </w:r>
      <w:r>
        <w:t>que le grand plaisir de l</w:t>
      </w:r>
      <w:r w:rsidR="0034078D">
        <w:t>’</w:t>
      </w:r>
      <w:r>
        <w:t>amour</w:t>
      </w:r>
      <w:r w:rsidR="0034078D">
        <w:t>.</w:t>
      </w:r>
    </w:p>
    <w:p w14:paraId="5244526A" w14:textId="77777777" w:rsidR="0034078D" w:rsidRDefault="00000000" w:rsidP="0034078D">
      <w:r>
        <w:t>Plus ce sentiment est durable</w:t>
      </w:r>
      <w:r w:rsidR="0034078D">
        <w:t xml:space="preserve">, </w:t>
      </w:r>
      <w:r>
        <w:t>délicieux</w:t>
      </w:r>
      <w:r w:rsidR="0034078D">
        <w:t xml:space="preserve">, </w:t>
      </w:r>
      <w:r>
        <w:t>flatteur</w:t>
      </w:r>
      <w:r w:rsidR="0034078D">
        <w:t xml:space="preserve">, </w:t>
      </w:r>
      <w:r>
        <w:t>&amp; nullement interrompu ou troublé</w:t>
      </w:r>
      <w:r w:rsidR="0034078D">
        <w:t xml:space="preserve">, </w:t>
      </w:r>
      <w:r>
        <w:t xml:space="preserve">plus on </w:t>
      </w:r>
      <w:r>
        <w:rPr>
          <w:bCs/>
        </w:rPr>
        <w:t xml:space="preserve">est </w:t>
      </w:r>
      <w:r>
        <w:t>heureux</w:t>
      </w:r>
      <w:r w:rsidR="0034078D">
        <w:t>.</w:t>
      </w:r>
    </w:p>
    <w:p w14:paraId="6DD79F0E" w14:textId="77777777" w:rsidR="0034078D" w:rsidRDefault="00000000" w:rsidP="0034078D">
      <w:r>
        <w:t>Plus il est court &amp; vif</w:t>
      </w:r>
      <w:r w:rsidR="0034078D">
        <w:t xml:space="preserve">, </w:t>
      </w:r>
      <w:r>
        <w:t>plus il tient de la nature &amp; du plaisir</w:t>
      </w:r>
      <w:r w:rsidR="0034078D">
        <w:t>.</w:t>
      </w:r>
    </w:p>
    <w:p w14:paraId="3A247538" w14:textId="77777777" w:rsidR="0034078D" w:rsidRDefault="00000000" w:rsidP="0034078D">
      <w:r>
        <w:t>Plus il est long &amp; tranquille</w:t>
      </w:r>
      <w:r w:rsidR="0034078D">
        <w:t xml:space="preserve">, </w:t>
      </w:r>
      <w:r>
        <w:t>plus il s</w:t>
      </w:r>
      <w:r w:rsidR="0034078D">
        <w:t>’</w:t>
      </w:r>
      <w:r>
        <w:t>en éloigne &amp; s</w:t>
      </w:r>
      <w:r w:rsidR="0034078D">
        <w:t>’</w:t>
      </w:r>
      <w:r>
        <w:t>approche du bonheur</w:t>
      </w:r>
      <w:r w:rsidR="0034078D">
        <w:t>.</w:t>
      </w:r>
    </w:p>
    <w:p w14:paraId="7661CFD6" w14:textId="77777777" w:rsidR="0034078D" w:rsidRDefault="00000000" w:rsidP="0034078D">
      <w:r>
        <w:t>Plus l</w:t>
      </w:r>
      <w:r w:rsidR="0034078D">
        <w:t>’</w:t>
      </w:r>
      <w:proofErr w:type="spellStart"/>
      <w:r>
        <w:t>ame</w:t>
      </w:r>
      <w:proofErr w:type="spellEnd"/>
      <w:r>
        <w:t xml:space="preserve"> est </w:t>
      </w:r>
      <w:proofErr w:type="spellStart"/>
      <w:r>
        <w:t>inquiete</w:t>
      </w:r>
      <w:proofErr w:type="spellEnd"/>
      <w:r w:rsidR="0034078D">
        <w:t xml:space="preserve">, </w:t>
      </w:r>
      <w:r>
        <w:t>agitée</w:t>
      </w:r>
      <w:r w:rsidR="0034078D">
        <w:t xml:space="preserve">, </w:t>
      </w:r>
      <w:r>
        <w:t>tourmentée</w:t>
      </w:r>
      <w:r w:rsidR="0034078D">
        <w:t xml:space="preserve">, </w:t>
      </w:r>
      <w:r>
        <w:t xml:space="preserve">plus la </w:t>
      </w:r>
      <w:r>
        <w:rPr>
          <w:iCs/>
        </w:rPr>
        <w:t>félicité</w:t>
      </w:r>
      <w:r>
        <w:t xml:space="preserve"> la </w:t>
      </w:r>
      <w:proofErr w:type="spellStart"/>
      <w:r>
        <w:t>fuit</w:t>
      </w:r>
      <w:proofErr w:type="spellEnd"/>
      <w:r w:rsidR="0034078D">
        <w:t>.</w:t>
      </w:r>
    </w:p>
    <w:p w14:paraId="436A3875" w14:textId="77777777" w:rsidR="0034078D" w:rsidRDefault="00000000" w:rsidP="0034078D">
      <w:r>
        <w:t>N</w:t>
      </w:r>
      <w:r w:rsidR="0034078D">
        <w:t>’</w:t>
      </w:r>
      <w:r>
        <w:t>avoir ni craintes</w:t>
      </w:r>
      <w:r w:rsidR="0034078D">
        <w:t xml:space="preserve">, </w:t>
      </w:r>
      <w:r>
        <w:t xml:space="preserve">ni </w:t>
      </w:r>
      <w:proofErr w:type="spellStart"/>
      <w:r>
        <w:t>desirs</w:t>
      </w:r>
      <w:proofErr w:type="spellEnd"/>
      <w:r w:rsidR="0034078D">
        <w:t xml:space="preserve">, </w:t>
      </w:r>
      <w:r>
        <w:t xml:space="preserve">comme dit </w:t>
      </w:r>
      <w:proofErr w:type="spellStart"/>
      <w:r>
        <w:t>Séneque</w:t>
      </w:r>
      <w:proofErr w:type="spellEnd"/>
      <w:r w:rsidR="0034078D">
        <w:t xml:space="preserve">, </w:t>
      </w:r>
      <w:r>
        <w:t>c</w:t>
      </w:r>
      <w:r w:rsidR="0034078D">
        <w:t>’</w:t>
      </w:r>
      <w:r>
        <w:t>est le bonheur privatif</w:t>
      </w:r>
      <w:r w:rsidR="0034078D">
        <w:t xml:space="preserve">, </w:t>
      </w:r>
      <w:r>
        <w:t>en ce que l</w:t>
      </w:r>
      <w:r w:rsidR="0034078D">
        <w:t>’</w:t>
      </w:r>
      <w:proofErr w:type="spellStart"/>
      <w:r>
        <w:t>ame</w:t>
      </w:r>
      <w:proofErr w:type="spellEnd"/>
      <w:r>
        <w:t xml:space="preserve"> est exempte de ce qui </w:t>
      </w:r>
      <w:proofErr w:type="spellStart"/>
      <w:r>
        <w:t>altere</w:t>
      </w:r>
      <w:proofErr w:type="spellEnd"/>
      <w:r>
        <w:t xml:space="preserve"> sa tranquillité</w:t>
      </w:r>
      <w:r w:rsidR="0034078D">
        <w:t xml:space="preserve">. </w:t>
      </w:r>
      <w:r>
        <w:t>Descartes veut qu</w:t>
      </w:r>
      <w:r w:rsidR="0034078D">
        <w:t>’</w:t>
      </w:r>
      <w:r>
        <w:t xml:space="preserve">on sache pourquoi on ne doit rien </w:t>
      </w:r>
      <w:proofErr w:type="spellStart"/>
      <w:r>
        <w:t>desirer</w:t>
      </w:r>
      <w:proofErr w:type="spellEnd"/>
      <w:r w:rsidR="0034078D">
        <w:t xml:space="preserve">, </w:t>
      </w:r>
      <w:r>
        <w:t>ni craindre</w:t>
      </w:r>
      <w:r w:rsidR="0034078D">
        <w:t xml:space="preserve">. </w:t>
      </w:r>
      <w:r>
        <w:t>Ces raisons</w:t>
      </w:r>
      <w:r w:rsidR="0034078D">
        <w:t xml:space="preserve">, </w:t>
      </w:r>
      <w:r>
        <w:t>que notre Stoïcien a sous-entendues</w:t>
      </w:r>
      <w:r w:rsidR="0034078D">
        <w:t xml:space="preserve">, </w:t>
      </w:r>
      <w:r>
        <w:t>rendent sans doute l</w:t>
      </w:r>
      <w:r w:rsidR="0034078D">
        <w:t>’</w:t>
      </w:r>
      <w:r>
        <w:t>esprit plus ferme</w:t>
      </w:r>
      <w:r w:rsidR="0034078D">
        <w:t xml:space="preserve">, </w:t>
      </w:r>
      <w:r>
        <w:t>plus inébranlable</w:t>
      </w:r>
      <w:r w:rsidR="0034078D">
        <w:t xml:space="preserve"> ; </w:t>
      </w:r>
      <w:r>
        <w:t>mais pourvu qu</w:t>
      </w:r>
      <w:r w:rsidR="0034078D">
        <w:t>’</w:t>
      </w:r>
      <w:r>
        <w:t>on ne craigne rien</w:t>
      </w:r>
      <w:r w:rsidR="0034078D">
        <w:t xml:space="preserve">, </w:t>
      </w:r>
      <w:r>
        <w:t>qu</w:t>
      </w:r>
      <w:r w:rsidR="0034078D">
        <w:t>’</w:t>
      </w:r>
      <w:r>
        <w:t>importe que ce soit par vertu de machine ou de philosophie</w:t>
      </w:r>
      <w:r w:rsidR="0034078D">
        <w:t>.</w:t>
      </w:r>
    </w:p>
    <w:p w14:paraId="1B649D03" w14:textId="77777777" w:rsidR="0034078D" w:rsidRDefault="00000000" w:rsidP="0034078D">
      <w:r>
        <w:t>Avoir tout à souhait</w:t>
      </w:r>
      <w:r w:rsidR="0034078D">
        <w:t xml:space="preserve">, </w:t>
      </w:r>
      <w:r>
        <w:t>heureuse organisation</w:t>
      </w:r>
      <w:r w:rsidR="0034078D">
        <w:t xml:space="preserve">, </w:t>
      </w:r>
      <w:r>
        <w:t>beauté</w:t>
      </w:r>
      <w:r w:rsidR="0034078D">
        <w:t xml:space="preserve">, </w:t>
      </w:r>
      <w:r>
        <w:t>esprit</w:t>
      </w:r>
      <w:r w:rsidR="0034078D">
        <w:t xml:space="preserve">, </w:t>
      </w:r>
      <w:proofErr w:type="spellStart"/>
      <w:r>
        <w:t>graces</w:t>
      </w:r>
      <w:proofErr w:type="spellEnd"/>
      <w:r w:rsidR="0034078D">
        <w:t xml:space="preserve">, </w:t>
      </w:r>
      <w:proofErr w:type="spellStart"/>
      <w:r>
        <w:t>talens</w:t>
      </w:r>
      <w:proofErr w:type="spellEnd"/>
      <w:r w:rsidR="0034078D">
        <w:t xml:space="preserve">, </w:t>
      </w:r>
      <w:r>
        <w:t>honneurs</w:t>
      </w:r>
      <w:r w:rsidR="0034078D">
        <w:t xml:space="preserve">, </w:t>
      </w:r>
      <w:r>
        <w:t>richesses</w:t>
      </w:r>
      <w:r w:rsidR="0034078D">
        <w:t xml:space="preserve">, </w:t>
      </w:r>
      <w:r>
        <w:t>santé</w:t>
      </w:r>
      <w:r w:rsidR="0034078D">
        <w:t xml:space="preserve">, </w:t>
      </w:r>
      <w:r>
        <w:t>plaisirs</w:t>
      </w:r>
      <w:r w:rsidR="0034078D">
        <w:t xml:space="preserve">, </w:t>
      </w:r>
      <w:r>
        <w:t>gloire</w:t>
      </w:r>
      <w:r w:rsidR="0034078D">
        <w:t xml:space="preserve">, </w:t>
      </w:r>
      <w:r>
        <w:t>tel est le bonheur réel &amp; parfait</w:t>
      </w:r>
      <w:r w:rsidR="0034078D">
        <w:t>.</w:t>
      </w:r>
    </w:p>
    <w:p w14:paraId="508C72CD" w14:textId="77777777" w:rsidR="0034078D" w:rsidRDefault="00000000" w:rsidP="0034078D">
      <w:r>
        <w:t>Il suit de tous ces aphorismes</w:t>
      </w:r>
      <w:r w:rsidR="0034078D">
        <w:t xml:space="preserve">, </w:t>
      </w:r>
      <w:r>
        <w:t>que tout ce qui produit</w:t>
      </w:r>
      <w:r w:rsidR="0034078D">
        <w:t xml:space="preserve">, </w:t>
      </w:r>
      <w:r>
        <w:t>entretient</w:t>
      </w:r>
      <w:r w:rsidR="0034078D">
        <w:t xml:space="preserve">, </w:t>
      </w:r>
      <w:r>
        <w:t>nourrit</w:t>
      </w:r>
      <w:r w:rsidR="0034078D">
        <w:t xml:space="preserve">, </w:t>
      </w:r>
      <w:r>
        <w:t>ou excite le sentiment inné du bien-être</w:t>
      </w:r>
      <w:r w:rsidR="0034078D">
        <w:t xml:space="preserve">, </w:t>
      </w:r>
      <w:r>
        <w:t>devient par conséquent cause du bonheur</w:t>
      </w:r>
      <w:r w:rsidR="0034078D">
        <w:t xml:space="preserve"> ; </w:t>
      </w:r>
      <w:r>
        <w:t>&amp; par cette raison</w:t>
      </w:r>
      <w:r w:rsidR="0034078D">
        <w:t xml:space="preserve">, </w:t>
      </w:r>
      <w:r>
        <w:lastRenderedPageBreak/>
        <w:t xml:space="preserve">pour en ouvrir la </w:t>
      </w:r>
      <w:proofErr w:type="spellStart"/>
      <w:r>
        <w:t>carriere</w:t>
      </w:r>
      <w:proofErr w:type="spellEnd"/>
      <w:r w:rsidR="0034078D">
        <w:t xml:space="preserve">, </w:t>
      </w:r>
      <w:r>
        <w:t>il suffit</w:t>
      </w:r>
      <w:r w:rsidR="0034078D">
        <w:t xml:space="preserve">, </w:t>
      </w:r>
      <w:r>
        <w:t>ce me semble</w:t>
      </w:r>
      <w:r w:rsidR="0034078D">
        <w:t xml:space="preserve">, </w:t>
      </w:r>
      <w:r>
        <w:t>d</w:t>
      </w:r>
      <w:r w:rsidR="0034078D">
        <w:t>’</w:t>
      </w:r>
      <w:r>
        <w:t>exposer toutes les causes qui nous donnent une agréable circulation</w:t>
      </w:r>
      <w:r w:rsidR="0034078D">
        <w:t xml:space="preserve">, </w:t>
      </w:r>
      <w:r>
        <w:t>et par elle</w:t>
      </w:r>
      <w:r w:rsidR="0034078D">
        <w:t xml:space="preserve">, </w:t>
      </w:r>
      <w:r>
        <w:t>d</w:t>
      </w:r>
      <w:r w:rsidR="0034078D">
        <w:t>’</w:t>
      </w:r>
      <w:r>
        <w:t>heureuses perceptions</w:t>
      </w:r>
      <w:r w:rsidR="0034078D">
        <w:t xml:space="preserve">. </w:t>
      </w:r>
      <w:r>
        <w:t>Elles sont internes &amp; externes</w:t>
      </w:r>
      <w:r w:rsidR="0034078D">
        <w:t xml:space="preserve">, </w:t>
      </w:r>
      <w:r>
        <w:t xml:space="preserve">ou </w:t>
      </w:r>
      <w:proofErr w:type="spellStart"/>
      <w:r>
        <w:t>intrinseques</w:t>
      </w:r>
      <w:proofErr w:type="spellEnd"/>
      <w:r>
        <w:t xml:space="preserve"> &amp; accessoires</w:t>
      </w:r>
      <w:r w:rsidR="0034078D">
        <w:t>.</w:t>
      </w:r>
    </w:p>
    <w:p w14:paraId="714FB4F8" w14:textId="77777777" w:rsidR="0034078D" w:rsidRDefault="00000000" w:rsidP="0034078D">
      <w:r>
        <w:t xml:space="preserve">Les causes internes ou </w:t>
      </w:r>
      <w:proofErr w:type="spellStart"/>
      <w:r>
        <w:t>intrinseques</w:t>
      </w:r>
      <w:proofErr w:type="spellEnd"/>
      <w:r w:rsidR="0034078D">
        <w:t xml:space="preserve">, </w:t>
      </w:r>
      <w:r>
        <w:t>qui passent pour dépendre de nous</w:t>
      </w:r>
      <w:r w:rsidR="0034078D">
        <w:t xml:space="preserve">, </w:t>
      </w:r>
      <w:r>
        <w:t>n</w:t>
      </w:r>
      <w:r w:rsidR="0034078D">
        <w:t>’</w:t>
      </w:r>
      <w:r>
        <w:t>en dépendent point</w:t>
      </w:r>
      <w:r w:rsidR="0034078D">
        <w:t xml:space="preserve">. </w:t>
      </w:r>
      <w:r>
        <w:t>Elles appartiennent à l</w:t>
      </w:r>
      <w:r w:rsidR="0034078D">
        <w:t>’</w:t>
      </w:r>
      <w:r>
        <w:t>organisation &amp; à l</w:t>
      </w:r>
      <w:r w:rsidR="0034078D">
        <w:t>’</w:t>
      </w:r>
      <w:r>
        <w:t>éducation</w:t>
      </w:r>
      <w:r w:rsidR="0034078D">
        <w:t xml:space="preserve">, </w:t>
      </w:r>
      <w:r>
        <w:t>qui a</w:t>
      </w:r>
      <w:r w:rsidR="0034078D">
        <w:t xml:space="preserve">, </w:t>
      </w:r>
      <w:r>
        <w:t>pour ainsi dire</w:t>
      </w:r>
      <w:r w:rsidR="0034078D">
        <w:t xml:space="preserve">, </w:t>
      </w:r>
      <w:r>
        <w:t xml:space="preserve">plié notre </w:t>
      </w:r>
      <w:proofErr w:type="spellStart"/>
      <w:r>
        <w:t>ame</w:t>
      </w:r>
      <w:proofErr w:type="spellEnd"/>
      <w:r w:rsidR="0034078D">
        <w:t xml:space="preserve">, </w:t>
      </w:r>
      <w:r>
        <w:t>ou mortifié nos organes</w:t>
      </w:r>
      <w:r w:rsidR="0034078D">
        <w:t xml:space="preserve">. </w:t>
      </w:r>
      <w:r>
        <w:t>Les autres viennent de la volupté</w:t>
      </w:r>
      <w:r w:rsidR="0034078D">
        <w:t xml:space="preserve">, </w:t>
      </w:r>
      <w:r>
        <w:t>des richesses</w:t>
      </w:r>
      <w:r w:rsidR="0034078D">
        <w:t xml:space="preserve">, </w:t>
      </w:r>
      <w:r>
        <w:t>des sciences</w:t>
      </w:r>
      <w:r w:rsidR="0034078D">
        <w:t xml:space="preserve">, </w:t>
      </w:r>
      <w:r>
        <w:t>des dignités</w:t>
      </w:r>
      <w:r w:rsidR="0034078D">
        <w:t xml:space="preserve">, </w:t>
      </w:r>
      <w:r>
        <w:t>de la réputation</w:t>
      </w:r>
      <w:r w:rsidR="0034078D">
        <w:t xml:space="preserve">, </w:t>
      </w:r>
      <w:r>
        <w:t>&amp;c</w:t>
      </w:r>
      <w:r w:rsidR="0034078D">
        <w:t>.</w:t>
      </w:r>
    </w:p>
    <w:p w14:paraId="07D82473" w14:textId="77777777" w:rsidR="0034078D" w:rsidRDefault="00000000" w:rsidP="0034078D">
      <w:r>
        <w:t>Le bonheur qui dépend de l</w:t>
      </w:r>
      <w:r w:rsidR="0034078D">
        <w:t>’</w:t>
      </w:r>
      <w:r>
        <w:t>organisation est le plus constant &amp; le plus difficile à ébranler</w:t>
      </w:r>
      <w:r w:rsidR="0034078D">
        <w:t xml:space="preserve"> ; </w:t>
      </w:r>
      <w:r>
        <w:t>il a besoin de peu d</w:t>
      </w:r>
      <w:r w:rsidR="0034078D">
        <w:t>’</w:t>
      </w:r>
      <w:proofErr w:type="spellStart"/>
      <w:r>
        <w:t>alimens</w:t>
      </w:r>
      <w:proofErr w:type="spellEnd"/>
      <w:r w:rsidR="0034078D">
        <w:t xml:space="preserve">, </w:t>
      </w:r>
      <w:r>
        <w:t>c</w:t>
      </w:r>
      <w:r w:rsidR="0034078D">
        <w:t>’</w:t>
      </w:r>
      <w:r>
        <w:t>est le plus beau présent de la nature</w:t>
      </w:r>
      <w:r w:rsidR="0034078D">
        <w:t xml:space="preserve">. </w:t>
      </w:r>
      <w:r>
        <w:t xml:space="preserve">Le malheur qui vient de la même source est sans </w:t>
      </w:r>
      <w:proofErr w:type="spellStart"/>
      <w:r>
        <w:t>remede</w:t>
      </w:r>
      <w:proofErr w:type="spellEnd"/>
      <w:r w:rsidR="0034078D">
        <w:t xml:space="preserve">, </w:t>
      </w:r>
      <w:r>
        <w:t>si ce n</w:t>
      </w:r>
      <w:r w:rsidR="0034078D">
        <w:t>’</w:t>
      </w:r>
      <w:r>
        <w:t>est quelques palliatifs fort incertains</w:t>
      </w:r>
      <w:r w:rsidR="0034078D">
        <w:t>.</w:t>
      </w:r>
    </w:p>
    <w:p w14:paraId="7DC705A3" w14:textId="77777777" w:rsidR="0034078D" w:rsidRDefault="00000000" w:rsidP="0034078D">
      <w:r>
        <w:t>Le bonheur de l</w:t>
      </w:r>
      <w:r w:rsidR="0034078D">
        <w:t>’</w:t>
      </w:r>
      <w:r>
        <w:t xml:space="preserve">éducation consiste à suivre les </w:t>
      </w:r>
      <w:proofErr w:type="spellStart"/>
      <w:r>
        <w:t>sentimens</w:t>
      </w:r>
      <w:proofErr w:type="spellEnd"/>
      <w:r>
        <w:t xml:space="preserve"> qu</w:t>
      </w:r>
      <w:r w:rsidR="0034078D">
        <w:t>’</w:t>
      </w:r>
      <w:r>
        <w:t>elle nous a inspirés</w:t>
      </w:r>
      <w:r w:rsidR="0034078D">
        <w:t xml:space="preserve">, </w:t>
      </w:r>
      <w:r>
        <w:t>&amp; qui s</w:t>
      </w:r>
      <w:r w:rsidR="0034078D">
        <w:t>’</w:t>
      </w:r>
      <w:r>
        <w:t>effacent à peine</w:t>
      </w:r>
      <w:r w:rsidR="0034078D">
        <w:t xml:space="preserve">. </w:t>
      </w:r>
      <w:r>
        <w:t>L</w:t>
      </w:r>
      <w:r w:rsidR="0034078D">
        <w:t>’</w:t>
      </w:r>
      <w:proofErr w:type="spellStart"/>
      <w:r>
        <w:t>ame</w:t>
      </w:r>
      <w:proofErr w:type="spellEnd"/>
      <w:r>
        <w:t xml:space="preserve"> s</w:t>
      </w:r>
      <w:r w:rsidR="0034078D">
        <w:t>’</w:t>
      </w:r>
      <w:r>
        <w:t>y laisse entraîner avec plaisir</w:t>
      </w:r>
      <w:r w:rsidR="0034078D">
        <w:t xml:space="preserve"> ; </w:t>
      </w:r>
      <w:r>
        <w:t>la pente est douce</w:t>
      </w:r>
      <w:r w:rsidR="0034078D">
        <w:t xml:space="preserve">, </w:t>
      </w:r>
      <w:r>
        <w:t>&amp; le chemin bien frayé</w:t>
      </w:r>
      <w:r w:rsidR="0034078D">
        <w:t xml:space="preserve"> ; </w:t>
      </w:r>
      <w:r>
        <w:t>il lui est violent d</w:t>
      </w:r>
      <w:r w:rsidR="0034078D">
        <w:t>’</w:t>
      </w:r>
      <w:r>
        <w:t>y résister</w:t>
      </w:r>
      <w:r w:rsidR="0034078D">
        <w:t xml:space="preserve"> ; </w:t>
      </w:r>
      <w:r>
        <w:t>cependant son chef-d</w:t>
      </w:r>
      <w:r w:rsidR="0034078D">
        <w:t>’</w:t>
      </w:r>
      <w:r>
        <w:t>œuvre est de vaincre cette pente</w:t>
      </w:r>
      <w:r w:rsidR="0034078D">
        <w:t xml:space="preserve">, </w:t>
      </w:r>
      <w:r>
        <w:t>de dissiper les préjugés de l</w:t>
      </w:r>
      <w:r w:rsidR="0034078D">
        <w:t>’</w:t>
      </w:r>
      <w:r>
        <w:t>enfance</w:t>
      </w:r>
      <w:r w:rsidR="0034078D">
        <w:t xml:space="preserve">, </w:t>
      </w:r>
      <w:r>
        <w:t>&amp; d</w:t>
      </w:r>
      <w:r w:rsidR="0034078D">
        <w:t>’</w:t>
      </w:r>
      <w:r>
        <w:t>épurer l</w:t>
      </w:r>
      <w:r w:rsidR="0034078D">
        <w:t>’</w:t>
      </w:r>
      <w:proofErr w:type="spellStart"/>
      <w:r>
        <w:t>ame</w:t>
      </w:r>
      <w:proofErr w:type="spellEnd"/>
      <w:r>
        <w:t xml:space="preserve"> au flambeau de la raison</w:t>
      </w:r>
      <w:r w:rsidR="0034078D">
        <w:t xml:space="preserve">. </w:t>
      </w:r>
      <w:r>
        <w:t>Tel est le bonheur réservé aux philosophes</w:t>
      </w:r>
      <w:r w:rsidR="0034078D">
        <w:t>.</w:t>
      </w:r>
    </w:p>
    <w:p w14:paraId="6DAFA508" w14:textId="77777777" w:rsidR="0034078D" w:rsidRDefault="00000000" w:rsidP="0034078D">
      <w:r>
        <w:t>On peut être heureux</w:t>
      </w:r>
      <w:r w:rsidR="0034078D">
        <w:t xml:space="preserve">, </w:t>
      </w:r>
      <w:r>
        <w:t>j</w:t>
      </w:r>
      <w:r w:rsidR="0034078D">
        <w:t>’</w:t>
      </w:r>
      <w:r>
        <w:t>en conviens</w:t>
      </w:r>
      <w:r w:rsidR="0034078D">
        <w:t xml:space="preserve">, </w:t>
      </w:r>
      <w:r>
        <w:t>en ne faisant point ce qui donne des remords</w:t>
      </w:r>
      <w:r w:rsidR="0034078D">
        <w:t xml:space="preserve"> ; </w:t>
      </w:r>
      <w:r>
        <w:t>mais par-là on s</w:t>
      </w:r>
      <w:r w:rsidR="0034078D">
        <w:t>’</w:t>
      </w:r>
      <w:r>
        <w:t xml:space="preserve">abstient souvent de ce qui </w:t>
      </w:r>
      <w:r>
        <w:rPr>
          <w:iCs/>
        </w:rPr>
        <w:t>fait</w:t>
      </w:r>
      <w:r>
        <w:t xml:space="preserve"> plaisir</w:t>
      </w:r>
      <w:r w:rsidR="0034078D">
        <w:t xml:space="preserve">, </w:t>
      </w:r>
      <w:r>
        <w:t>de ce que demande la nature</w:t>
      </w:r>
      <w:r w:rsidR="0034078D">
        <w:t xml:space="preserve">, </w:t>
      </w:r>
      <w:r>
        <w:t>de ce qui la fait souffrir</w:t>
      </w:r>
      <w:r w:rsidR="0034078D">
        <w:t xml:space="preserve">, </w:t>
      </w:r>
      <w:r>
        <w:t>si on est sourd à sa voix</w:t>
      </w:r>
      <w:r w:rsidR="0034078D">
        <w:t xml:space="preserve"> ; </w:t>
      </w:r>
      <w:r>
        <w:t>on s</w:t>
      </w:r>
      <w:r w:rsidR="0034078D">
        <w:t>’</w:t>
      </w:r>
      <w:r>
        <w:t>abstient de mille choses qu</w:t>
      </w:r>
      <w:r w:rsidR="0034078D">
        <w:t>’</w:t>
      </w:r>
      <w:r>
        <w:t>on ne peut s</w:t>
      </w:r>
      <w:r w:rsidR="0034078D">
        <w:t>’</w:t>
      </w:r>
      <w:r>
        <w:t xml:space="preserve">empêcher de </w:t>
      </w:r>
      <w:proofErr w:type="spellStart"/>
      <w:r>
        <w:t>desirer</w:t>
      </w:r>
      <w:proofErr w:type="spellEnd"/>
      <w:r>
        <w:t xml:space="preserve"> &amp; d</w:t>
      </w:r>
      <w:r w:rsidR="0034078D">
        <w:t>’</w:t>
      </w:r>
      <w:r>
        <w:t>aimer</w:t>
      </w:r>
      <w:r w:rsidR="0034078D">
        <w:t xml:space="preserve">. </w:t>
      </w:r>
      <w:r>
        <w:t>Ce n</w:t>
      </w:r>
      <w:r w:rsidR="0034078D">
        <w:t>’</w:t>
      </w:r>
      <w:r>
        <w:t>est ici qu</w:t>
      </w:r>
      <w:r w:rsidR="0034078D">
        <w:t>’</w:t>
      </w:r>
      <w:r>
        <w:t>un bonheur d</w:t>
      </w:r>
      <w:r w:rsidR="0034078D">
        <w:t>’</w:t>
      </w:r>
      <w:r>
        <w:t>enfant</w:t>
      </w:r>
      <w:r w:rsidR="0034078D">
        <w:t xml:space="preserve">, </w:t>
      </w:r>
      <w:r>
        <w:t>fruit d</w:t>
      </w:r>
      <w:r w:rsidR="0034078D">
        <w:t>’</w:t>
      </w:r>
      <w:r>
        <w:t>une éducation mal entendue</w:t>
      </w:r>
      <w:r w:rsidR="0034078D">
        <w:t xml:space="preserve">, </w:t>
      </w:r>
      <w:r>
        <w:t>&amp; d</w:t>
      </w:r>
      <w:r w:rsidR="0034078D">
        <w:t>’</w:t>
      </w:r>
      <w:r>
        <w:t>une imagination préoccupée</w:t>
      </w:r>
      <w:r w:rsidR="0034078D">
        <w:t xml:space="preserve"> : </w:t>
      </w:r>
      <w:r>
        <w:t>au lieu qu</w:t>
      </w:r>
      <w:r w:rsidR="0034078D">
        <w:t>’</w:t>
      </w:r>
      <w:r>
        <w:t xml:space="preserve">en ne se privant point de mille </w:t>
      </w:r>
      <w:proofErr w:type="spellStart"/>
      <w:r>
        <w:t>agrémens</w:t>
      </w:r>
      <w:proofErr w:type="spellEnd"/>
      <w:r>
        <w:t xml:space="preserve"> &amp; de mille douceurs</w:t>
      </w:r>
      <w:r w:rsidR="0034078D">
        <w:t xml:space="preserve">, </w:t>
      </w:r>
      <w:r>
        <w:t>qui</w:t>
      </w:r>
      <w:r w:rsidR="0034078D">
        <w:t xml:space="preserve">, </w:t>
      </w:r>
      <w:r>
        <w:t>sans faire tort à personne</w:t>
      </w:r>
      <w:r w:rsidR="0034078D">
        <w:t xml:space="preserve">, </w:t>
      </w:r>
      <w:r>
        <w:t xml:space="preserve">font grand bien à ceux qui les </w:t>
      </w:r>
      <w:r>
        <w:lastRenderedPageBreak/>
        <w:t>goûtent</w:t>
      </w:r>
      <w:r w:rsidR="0034078D">
        <w:t xml:space="preserve"> ; </w:t>
      </w:r>
      <w:r>
        <w:t>sachant que c</w:t>
      </w:r>
      <w:r w:rsidR="0034078D">
        <w:t>’</w:t>
      </w:r>
      <w:r>
        <w:t>est pure puérilité de se repentir du plaisir qu</w:t>
      </w:r>
      <w:r w:rsidR="0034078D">
        <w:t>’</w:t>
      </w:r>
      <w:r>
        <w:t>on a eu</w:t>
      </w:r>
      <w:r w:rsidR="0034078D">
        <w:t xml:space="preserve">, </w:t>
      </w:r>
      <w:r>
        <w:rPr>
          <w:bCs/>
        </w:rPr>
        <w:t xml:space="preserve">on </w:t>
      </w:r>
      <w:r>
        <w:t>aura le bonheur réel ou positif</w:t>
      </w:r>
      <w:r w:rsidR="0034078D">
        <w:t xml:space="preserve">, </w:t>
      </w:r>
      <w:r>
        <w:t>félicité raisonnable</w:t>
      </w:r>
      <w:r w:rsidR="0034078D">
        <w:t xml:space="preserve">, </w:t>
      </w:r>
      <w:r>
        <w:t>qui ne sera corrompue par aucuns remords</w:t>
      </w:r>
      <w:r w:rsidR="0034078D">
        <w:t>.</w:t>
      </w:r>
    </w:p>
    <w:p w14:paraId="6EDBD6A4" w14:textId="77777777" w:rsidR="0034078D" w:rsidRDefault="00000000" w:rsidP="0034078D">
      <w:r>
        <w:t>Pour proscrire ces perturbateurs du genre humain</w:t>
      </w:r>
      <w:r w:rsidR="0034078D">
        <w:t xml:space="preserve">, </w:t>
      </w:r>
      <w:r>
        <w:t>il suffira de les expliquer</w:t>
      </w:r>
      <w:r w:rsidR="0034078D">
        <w:t xml:space="preserve">. </w:t>
      </w:r>
      <w:r>
        <w:t>On verra qu</w:t>
      </w:r>
      <w:r w:rsidR="0034078D">
        <w:t>’</w:t>
      </w:r>
      <w:r>
        <w:t>il est aussi avantageux que facile de soulager la société d</w:t>
      </w:r>
      <w:r w:rsidR="0034078D">
        <w:t>’</w:t>
      </w:r>
      <w:r>
        <w:t xml:space="preserve">un fardeau </w:t>
      </w:r>
      <w:r>
        <w:rPr>
          <w:bCs/>
        </w:rPr>
        <w:t xml:space="preserve">qui </w:t>
      </w:r>
      <w:r>
        <w:t>l</w:t>
      </w:r>
      <w:r w:rsidR="0034078D">
        <w:t>’</w:t>
      </w:r>
      <w:r>
        <w:t>opprime</w:t>
      </w:r>
      <w:r w:rsidR="0034078D">
        <w:t xml:space="preserve"> : </w:t>
      </w:r>
      <w:r>
        <w:t>que les vertus de son institution suffisent à son entretien</w:t>
      </w:r>
      <w:r w:rsidR="0034078D">
        <w:t xml:space="preserve">, </w:t>
      </w:r>
      <w:r>
        <w:t>à sa sureté &amp; à son bonheur</w:t>
      </w:r>
      <w:r w:rsidR="0034078D">
        <w:t xml:space="preserve"> : </w:t>
      </w:r>
      <w:r>
        <w:t>qu</w:t>
      </w:r>
      <w:r w:rsidR="0034078D">
        <w:t>’</w:t>
      </w:r>
      <w:r>
        <w:t>il n</w:t>
      </w:r>
      <w:r w:rsidR="0034078D">
        <w:t>’</w:t>
      </w:r>
      <w:r>
        <w:t>y a qu</w:t>
      </w:r>
      <w:r w:rsidR="0034078D">
        <w:t>’</w:t>
      </w:r>
      <w:r>
        <w:t>une vérité qu</w:t>
      </w:r>
      <w:r w:rsidR="0034078D">
        <w:t>’</w:t>
      </w:r>
      <w:r>
        <w:t>il importe aux hommes de savoir</w:t>
      </w:r>
      <w:r w:rsidR="0034078D">
        <w:t xml:space="preserve"> ; </w:t>
      </w:r>
      <w:r>
        <w:t>vérité vis-à-vis de laquelle toutes les autres ne sont que frivolités ou jeux d</w:t>
      </w:r>
      <w:r w:rsidR="0034078D">
        <w:t>’</w:t>
      </w:r>
      <w:r>
        <w:t>esprit plus ou moins difficiles</w:t>
      </w:r>
      <w:r w:rsidR="0034078D">
        <w:t xml:space="preserve">. </w:t>
      </w:r>
      <w:r>
        <w:t xml:space="preserve">Dans ce </w:t>
      </w:r>
      <w:proofErr w:type="spellStart"/>
      <w:r>
        <w:t>systême</w:t>
      </w:r>
      <w:proofErr w:type="spellEnd"/>
      <w:r>
        <w:t xml:space="preserve"> fondé sur la nature &amp; la raison</w:t>
      </w:r>
      <w:r w:rsidR="0034078D">
        <w:t xml:space="preserve">, </w:t>
      </w:r>
      <w:r>
        <w:t xml:space="preserve">le bonheur sera pour les </w:t>
      </w:r>
      <w:proofErr w:type="spellStart"/>
      <w:r>
        <w:t>ignorans</w:t>
      </w:r>
      <w:proofErr w:type="spellEnd"/>
      <w:r>
        <w:t xml:space="preserve"> &amp; pour les pauvres</w:t>
      </w:r>
      <w:r w:rsidR="0034078D">
        <w:t xml:space="preserve">, </w:t>
      </w:r>
      <w:r>
        <w:t xml:space="preserve">comme pour les </w:t>
      </w:r>
      <w:proofErr w:type="spellStart"/>
      <w:r>
        <w:t>savans</w:t>
      </w:r>
      <w:proofErr w:type="spellEnd"/>
      <w:r>
        <w:t xml:space="preserve"> &amp; les riches</w:t>
      </w:r>
      <w:r w:rsidR="0034078D">
        <w:t xml:space="preserve"> : </w:t>
      </w:r>
      <w:r>
        <w:t>il y en aura pour tous les états</w:t>
      </w:r>
      <w:r w:rsidR="0034078D">
        <w:t xml:space="preserve"> ; </w:t>
      </w:r>
      <w:r>
        <w:t>&amp; qui plus est</w:t>
      </w:r>
      <w:r w:rsidR="0034078D">
        <w:t xml:space="preserve">, </w:t>
      </w:r>
      <w:r>
        <w:t>ce qui va révolter les esprits prévenus</w:t>
      </w:r>
      <w:r w:rsidR="0034078D">
        <w:t xml:space="preserve">, </w:t>
      </w:r>
      <w:r>
        <w:t xml:space="preserve">pour les </w:t>
      </w:r>
      <w:proofErr w:type="spellStart"/>
      <w:r>
        <w:t>méchans</w:t>
      </w:r>
      <w:proofErr w:type="spellEnd"/>
      <w:r>
        <w:t xml:space="preserve"> comme pour les bons</w:t>
      </w:r>
      <w:r w:rsidR="0034078D">
        <w:t>.</w:t>
      </w:r>
    </w:p>
    <w:p w14:paraId="0C256407" w14:textId="77777777" w:rsidR="0034078D" w:rsidRDefault="00000000" w:rsidP="0034078D">
      <w:r>
        <w:t>Les causes internes du bonheur sont propres &amp; individuelles à l</w:t>
      </w:r>
      <w:r w:rsidR="0034078D">
        <w:t>’</w:t>
      </w:r>
      <w:r>
        <w:t>homme</w:t>
      </w:r>
      <w:r w:rsidR="0034078D">
        <w:t xml:space="preserve"> ; </w:t>
      </w:r>
      <w:r>
        <w:t>c</w:t>
      </w:r>
      <w:r w:rsidR="0034078D">
        <w:t>’</w:t>
      </w:r>
      <w:r>
        <w:t xml:space="preserve">est pourquoi elles doivent avoir le pas sur les causes externes qui lui sont </w:t>
      </w:r>
      <w:proofErr w:type="spellStart"/>
      <w:r>
        <w:t>étrangeres</w:t>
      </w:r>
      <w:proofErr w:type="spellEnd"/>
      <w:r w:rsidR="0034078D">
        <w:t xml:space="preserve">, </w:t>
      </w:r>
      <w:r>
        <w:t xml:space="preserve">&amp; qui pour cette raison occuperont la plus courte &amp; la </w:t>
      </w:r>
      <w:proofErr w:type="spellStart"/>
      <w:r>
        <w:t>derniere</w:t>
      </w:r>
      <w:proofErr w:type="spellEnd"/>
      <w:r>
        <w:t xml:space="preserve"> place de cet ouvrage</w:t>
      </w:r>
      <w:r w:rsidR="0034078D">
        <w:t xml:space="preserve">. </w:t>
      </w:r>
      <w:r>
        <w:t>Il est naturel à l</w:t>
      </w:r>
      <w:r w:rsidR="0034078D">
        <w:t>’</w:t>
      </w:r>
      <w:r>
        <w:t>homme de sentir</w:t>
      </w:r>
      <w:r w:rsidR="0034078D">
        <w:t xml:space="preserve">, </w:t>
      </w:r>
      <w:r>
        <w:t>parce que c</w:t>
      </w:r>
      <w:r w:rsidR="0034078D">
        <w:t>’</w:t>
      </w:r>
      <w:r>
        <w:t>est un corps animé</w:t>
      </w:r>
      <w:r w:rsidR="0034078D">
        <w:t xml:space="preserve"> ; </w:t>
      </w:r>
      <w:r>
        <w:t>mais il ne lui est pas plus naturel d</w:t>
      </w:r>
      <w:r w:rsidR="0034078D">
        <w:t>’</w:t>
      </w:r>
      <w:r>
        <w:t>être savant &amp; vertueux</w:t>
      </w:r>
      <w:r w:rsidR="0034078D">
        <w:t xml:space="preserve">, </w:t>
      </w:r>
      <w:r>
        <w:t>que richement vêtu</w:t>
      </w:r>
      <w:r w:rsidR="0034078D">
        <w:t xml:space="preserve">. </w:t>
      </w:r>
      <w:r>
        <w:t>La vérité</w:t>
      </w:r>
      <w:r w:rsidR="0034078D">
        <w:t xml:space="preserve">, </w:t>
      </w:r>
      <w:r>
        <w:t>la vertu</w:t>
      </w:r>
      <w:r w:rsidR="0034078D">
        <w:t xml:space="preserve">, </w:t>
      </w:r>
      <w:r>
        <w:t>la science</w:t>
      </w:r>
      <w:r w:rsidR="0034078D">
        <w:t xml:space="preserve">, </w:t>
      </w:r>
      <w:r>
        <w:t>tout ce qui s</w:t>
      </w:r>
      <w:r w:rsidR="0034078D">
        <w:t>’</w:t>
      </w:r>
      <w:r>
        <w:t>apprend &amp; vient du dehors</w:t>
      </w:r>
      <w:r w:rsidR="0034078D">
        <w:t xml:space="preserve">, </w:t>
      </w:r>
      <w:r>
        <w:t>supposant donc le sentiment déjà formé dans l</w:t>
      </w:r>
      <w:r w:rsidR="0034078D">
        <w:t>’</w:t>
      </w:r>
      <w:r>
        <w:t>homme qu</w:t>
      </w:r>
      <w:r w:rsidR="0034078D">
        <w:t>’</w:t>
      </w:r>
      <w:r>
        <w:t>on instruit</w:t>
      </w:r>
      <w:r w:rsidR="0034078D">
        <w:t xml:space="preserve">, </w:t>
      </w:r>
      <w:r>
        <w:t xml:space="preserve">je ne dois parler de ces </w:t>
      </w:r>
      <w:proofErr w:type="spellStart"/>
      <w:r>
        <w:t>brillans</w:t>
      </w:r>
      <w:proofErr w:type="spellEnd"/>
      <w:r>
        <w:t xml:space="preserve"> avantages</w:t>
      </w:r>
      <w:r w:rsidR="0034078D">
        <w:t xml:space="preserve">, </w:t>
      </w:r>
      <w:r>
        <w:t>qu</w:t>
      </w:r>
      <w:r w:rsidR="0034078D">
        <w:t>’</w:t>
      </w:r>
      <w:r>
        <w:t xml:space="preserve">après avoir examiné si ce sentiment nu &amp; sans aucun ornement ne </w:t>
      </w:r>
      <w:proofErr w:type="spellStart"/>
      <w:r>
        <w:t>pourroit</w:t>
      </w:r>
      <w:proofErr w:type="spellEnd"/>
      <w:r>
        <w:t xml:space="preserve"> pas faire la félicité de l</w:t>
      </w:r>
      <w:r w:rsidR="0034078D">
        <w:t>’</w:t>
      </w:r>
      <w:r>
        <w:t>homme</w:t>
      </w:r>
      <w:r w:rsidR="0034078D">
        <w:t xml:space="preserve"> : </w:t>
      </w:r>
      <w:r>
        <w:t>ensuite viendront après tous ceux de la gloire</w:t>
      </w:r>
      <w:r w:rsidR="0034078D">
        <w:t xml:space="preserve">, </w:t>
      </w:r>
      <w:r>
        <w:t>de la fortune &amp; de la volupté</w:t>
      </w:r>
      <w:r w:rsidR="0034078D">
        <w:t>.</w:t>
      </w:r>
    </w:p>
    <w:p w14:paraId="386B9B9D" w14:textId="77777777" w:rsidR="0034078D" w:rsidRDefault="00000000" w:rsidP="0034078D">
      <w:r>
        <w:t>Ce qui me persuade de la vérité de ce que je viens de mettre en question</w:t>
      </w:r>
      <w:r w:rsidR="0034078D">
        <w:t xml:space="preserve">, </w:t>
      </w:r>
      <w:r>
        <w:t>c</w:t>
      </w:r>
      <w:r w:rsidR="0034078D">
        <w:t>’</w:t>
      </w:r>
      <w:r>
        <w:t>est que je vois tant d</w:t>
      </w:r>
      <w:r w:rsidR="0034078D">
        <w:t>’</w:t>
      </w:r>
      <w:proofErr w:type="spellStart"/>
      <w:r>
        <w:t>ignorans</w:t>
      </w:r>
      <w:proofErr w:type="spellEnd"/>
      <w:r>
        <w:t xml:space="preserve"> heureux</w:t>
      </w:r>
      <w:r w:rsidR="0034078D">
        <w:t xml:space="preserve">, </w:t>
      </w:r>
      <w:r>
        <w:t>par leur ignorance même &amp; leurs préjugés</w:t>
      </w:r>
      <w:r w:rsidR="0034078D">
        <w:t xml:space="preserve">. </w:t>
      </w:r>
      <w:r>
        <w:t>S</w:t>
      </w:r>
      <w:r w:rsidR="0034078D">
        <w:t>’</w:t>
      </w:r>
      <w:r>
        <w:t>ils n</w:t>
      </w:r>
      <w:r w:rsidR="0034078D">
        <w:t>’</w:t>
      </w:r>
      <w:r>
        <w:t xml:space="preserve">ont point les </w:t>
      </w:r>
      <w:r>
        <w:lastRenderedPageBreak/>
        <w:t>plaisirs que donne à l</w:t>
      </w:r>
      <w:r w:rsidR="0034078D">
        <w:t>’</w:t>
      </w:r>
      <w:r>
        <w:t>amour-propre la découverte de la plus stérile vérité</w:t>
      </w:r>
      <w:r w:rsidR="0034078D">
        <w:t xml:space="preserve">, </w:t>
      </w:r>
      <w:r>
        <w:t>tout est compensé</w:t>
      </w:r>
      <w:r w:rsidR="0034078D">
        <w:t xml:space="preserve"> ; </w:t>
      </w:r>
      <w:r>
        <w:t>ils n</w:t>
      </w:r>
      <w:r w:rsidR="0034078D">
        <w:t>’</w:t>
      </w:r>
      <w:r>
        <w:t>ont point les peines &amp; les chagrins que donnent les plus importantes</w:t>
      </w:r>
      <w:r w:rsidR="0034078D">
        <w:t xml:space="preserve">. </w:t>
      </w:r>
      <w:r>
        <w:t>Que ce soit la terre qui tourne</w:t>
      </w:r>
      <w:r w:rsidR="0034078D">
        <w:t xml:space="preserve">, </w:t>
      </w:r>
      <w:r>
        <w:t>ou le soleil</w:t>
      </w:r>
      <w:r w:rsidR="0034078D">
        <w:t xml:space="preserve">, </w:t>
      </w:r>
      <w:r>
        <w:t>ils ne s</w:t>
      </w:r>
      <w:r w:rsidR="0034078D">
        <w:t>’</w:t>
      </w:r>
      <w:r>
        <w:t xml:space="preserve">en </w:t>
      </w:r>
      <w:proofErr w:type="spellStart"/>
      <w:r>
        <w:t>inquietent</w:t>
      </w:r>
      <w:proofErr w:type="spellEnd"/>
      <w:r>
        <w:t xml:space="preserve"> point</w:t>
      </w:r>
      <w:r w:rsidR="0034078D">
        <w:t xml:space="preserve"> ; </w:t>
      </w:r>
      <w:r>
        <w:t>loin de s</w:t>
      </w:r>
      <w:r w:rsidR="0034078D">
        <w:t>’</w:t>
      </w:r>
      <w:r>
        <w:t>embarrasser du cours de la nature</w:t>
      </w:r>
      <w:r w:rsidR="0034078D">
        <w:t xml:space="preserve">, </w:t>
      </w:r>
      <w:r>
        <w:t>ils la laissent aller au hasard</w:t>
      </w:r>
      <w:r w:rsidR="0034078D">
        <w:t xml:space="preserve">, </w:t>
      </w:r>
      <w:r>
        <w:t>&amp; vont eux-mêmes rondement &amp; gaiement leur petit train avec le bâton d</w:t>
      </w:r>
      <w:r w:rsidR="0034078D">
        <w:t>’</w:t>
      </w:r>
      <w:r>
        <w:t>aveugle qui les conduit</w:t>
      </w:r>
      <w:r w:rsidR="0034078D">
        <w:t xml:space="preserve">. </w:t>
      </w:r>
      <w:r>
        <w:t>Ils mangent</w:t>
      </w:r>
      <w:r w:rsidR="0034078D">
        <w:t xml:space="preserve">, </w:t>
      </w:r>
      <w:r>
        <w:t>boivent</w:t>
      </w:r>
      <w:r w:rsidR="0034078D">
        <w:t xml:space="preserve">, </w:t>
      </w:r>
      <w:r>
        <w:t>dorment</w:t>
      </w:r>
      <w:r w:rsidR="0034078D">
        <w:t xml:space="preserve">, </w:t>
      </w:r>
      <w:proofErr w:type="spellStart"/>
      <w:r>
        <w:t>végetent</w:t>
      </w:r>
      <w:proofErr w:type="spellEnd"/>
      <w:r>
        <w:t xml:space="preserve"> avec plaisir</w:t>
      </w:r>
      <w:r w:rsidR="0034078D">
        <w:t xml:space="preserve">. </w:t>
      </w:r>
      <w:r>
        <w:t>Trompés à leur profit</w:t>
      </w:r>
      <w:r w:rsidR="0034078D">
        <w:t xml:space="preserve">, </w:t>
      </w:r>
      <w:r>
        <w:t>loin d</w:t>
      </w:r>
      <w:r w:rsidR="0034078D">
        <w:t>’</w:t>
      </w:r>
      <w:r>
        <w:t>avoir des frayeurs</w:t>
      </w:r>
      <w:r w:rsidR="0034078D">
        <w:t xml:space="preserve">, </w:t>
      </w:r>
      <w:r>
        <w:t>s</w:t>
      </w:r>
      <w:r w:rsidR="0034078D">
        <w:t>’</w:t>
      </w:r>
      <w:r>
        <w:t>ils vivent en honnêtes gens</w:t>
      </w:r>
      <w:r w:rsidR="0034078D">
        <w:t xml:space="preserve">, </w:t>
      </w:r>
      <w:r>
        <w:t>ils se repaissent l</w:t>
      </w:r>
      <w:r w:rsidR="0034078D">
        <w:t>’</w:t>
      </w:r>
      <w:r>
        <w:t>imagination d</w:t>
      </w:r>
      <w:r w:rsidR="0034078D">
        <w:t>’</w:t>
      </w:r>
      <w:r>
        <w:t>agréables idées qui les consolent de mourir</w:t>
      </w:r>
      <w:r w:rsidR="0034078D">
        <w:t xml:space="preserve">. </w:t>
      </w:r>
      <w:r>
        <w:t>Le gain qu</w:t>
      </w:r>
      <w:r w:rsidR="0034078D">
        <w:t>’</w:t>
      </w:r>
      <w:r>
        <w:t>on leur promet</w:t>
      </w:r>
      <w:r w:rsidR="0034078D">
        <w:t xml:space="preserve">, </w:t>
      </w:r>
      <w:r>
        <w:t>quoique chimérique</w:t>
      </w:r>
      <w:r w:rsidR="0034078D">
        <w:t xml:space="preserve">, </w:t>
      </w:r>
      <w:r>
        <w:t>fait que la perte n</w:t>
      </w:r>
      <w:r w:rsidR="0034078D">
        <w:t>’</w:t>
      </w:r>
      <w:r>
        <w:t>a pour eux presque rien de réel</w:t>
      </w:r>
      <w:r w:rsidR="0034078D">
        <w:t xml:space="preserve">. </w:t>
      </w:r>
      <w:r>
        <w:t>Est assez habile qui est assez heureux</w:t>
      </w:r>
      <w:r w:rsidR="0034078D">
        <w:t>.</w:t>
      </w:r>
    </w:p>
    <w:p w14:paraId="401F6B1E" w14:textId="77777777" w:rsidR="0034078D" w:rsidRDefault="00000000" w:rsidP="0034078D">
      <w:r>
        <w:t>Pour approfondir ce sujet</w:t>
      </w:r>
      <w:r w:rsidR="0034078D">
        <w:t xml:space="preserve">, </w:t>
      </w:r>
      <w:r>
        <w:t>on me permettra de me livrer à quelques réflexions</w:t>
      </w:r>
      <w:r w:rsidR="0034078D">
        <w:t xml:space="preserve">. </w:t>
      </w:r>
      <w:r>
        <w:t>Toutes choses égales</w:t>
      </w:r>
      <w:r w:rsidR="0034078D">
        <w:t xml:space="preserve">, </w:t>
      </w:r>
      <w:r>
        <w:t>les uns sont plus sujets à la joie</w:t>
      </w:r>
      <w:r w:rsidR="0034078D">
        <w:t xml:space="preserve">, </w:t>
      </w:r>
      <w:r>
        <w:t>à la vanité</w:t>
      </w:r>
      <w:r w:rsidR="0034078D">
        <w:t xml:space="preserve">, </w:t>
      </w:r>
      <w:r>
        <w:t xml:space="preserve">à la </w:t>
      </w:r>
      <w:proofErr w:type="spellStart"/>
      <w:r>
        <w:t>colere</w:t>
      </w:r>
      <w:proofErr w:type="spellEnd"/>
      <w:r w:rsidR="0034078D">
        <w:t xml:space="preserve">, </w:t>
      </w:r>
      <w:r>
        <w:t>à la mélancolie</w:t>
      </w:r>
      <w:r w:rsidR="0034078D">
        <w:t xml:space="preserve">, </w:t>
      </w:r>
      <w:r>
        <w:t>&amp; aux remords même</w:t>
      </w:r>
      <w:r w:rsidR="0034078D">
        <w:t xml:space="preserve">, </w:t>
      </w:r>
      <w:r>
        <w:t>que les autres</w:t>
      </w:r>
      <w:r w:rsidR="0034078D">
        <w:t xml:space="preserve">. </w:t>
      </w:r>
      <w:r>
        <w:t>D</w:t>
      </w:r>
      <w:r w:rsidR="0034078D">
        <w:t>’</w:t>
      </w:r>
      <w:r>
        <w:t>où cela vient-il</w:t>
      </w:r>
      <w:r w:rsidR="0034078D">
        <w:t xml:space="preserve">, </w:t>
      </w:r>
      <w:r>
        <w:t>si ce n</w:t>
      </w:r>
      <w:r w:rsidR="0034078D">
        <w:t>’</w:t>
      </w:r>
      <w:r>
        <w:t xml:space="preserve">est de cette disposition </w:t>
      </w:r>
      <w:proofErr w:type="spellStart"/>
      <w:r>
        <w:t>particuliere</w:t>
      </w:r>
      <w:proofErr w:type="spellEnd"/>
      <w:r>
        <w:t xml:space="preserve"> des organes</w:t>
      </w:r>
      <w:r w:rsidR="0034078D">
        <w:t xml:space="preserve">, </w:t>
      </w:r>
      <w:r>
        <w:t>qui produit la manie</w:t>
      </w:r>
      <w:r w:rsidR="0034078D">
        <w:t xml:space="preserve">, </w:t>
      </w:r>
      <w:r>
        <w:t>l</w:t>
      </w:r>
      <w:r w:rsidR="0034078D">
        <w:t>’</w:t>
      </w:r>
      <w:r>
        <w:t>imbécillité</w:t>
      </w:r>
      <w:r w:rsidR="0034078D">
        <w:t xml:space="preserve">, </w:t>
      </w:r>
      <w:r>
        <w:t>la vivacité</w:t>
      </w:r>
      <w:r w:rsidR="0034078D">
        <w:t xml:space="preserve">, </w:t>
      </w:r>
      <w:r>
        <w:t>la lenteur</w:t>
      </w:r>
      <w:r w:rsidR="0034078D">
        <w:t xml:space="preserve">, </w:t>
      </w:r>
      <w:r>
        <w:t>la tranquillité</w:t>
      </w:r>
      <w:r w:rsidR="0034078D">
        <w:t xml:space="preserve">, </w:t>
      </w:r>
      <w:r>
        <w:t>la pénétration</w:t>
      </w:r>
      <w:r w:rsidR="0034078D">
        <w:t xml:space="preserve">, </w:t>
      </w:r>
      <w:r>
        <w:t>&amp;c</w:t>
      </w:r>
      <w:r w:rsidR="0034078D">
        <w:t xml:space="preserve">. ? </w:t>
      </w:r>
      <w:r>
        <w:t>Or</w:t>
      </w:r>
      <w:r w:rsidR="0034078D">
        <w:t xml:space="preserve">, </w:t>
      </w:r>
      <w:r>
        <w:t>c</w:t>
      </w:r>
      <w:r w:rsidR="0034078D">
        <w:t>’</w:t>
      </w:r>
      <w:r>
        <w:t>est parmi tous ces effets de la structure du corps humain</w:t>
      </w:r>
      <w:r w:rsidR="0034078D">
        <w:t xml:space="preserve">, </w:t>
      </w:r>
      <w:r>
        <w:t>que j</w:t>
      </w:r>
      <w:r w:rsidR="0034078D">
        <w:t>’</w:t>
      </w:r>
      <w:r>
        <w:t>ose ranger le bonheur organique</w:t>
      </w:r>
      <w:r w:rsidR="0034078D">
        <w:t xml:space="preserve">. </w:t>
      </w:r>
      <w:r>
        <w:t>Il a été donné à ces heureux mortels</w:t>
      </w:r>
      <w:r w:rsidR="0034078D">
        <w:t xml:space="preserve">, </w:t>
      </w:r>
      <w:r>
        <w:t>qui</w:t>
      </w:r>
      <w:r w:rsidR="0034078D">
        <w:t xml:space="preserve">, </w:t>
      </w:r>
      <w:r>
        <w:t>pour l</w:t>
      </w:r>
      <w:r w:rsidR="0034078D">
        <w:t>’</w:t>
      </w:r>
      <w:r>
        <w:t>être</w:t>
      </w:r>
      <w:r w:rsidR="0034078D">
        <w:t xml:space="preserve">, </w:t>
      </w:r>
      <w:r>
        <w:t>n</w:t>
      </w:r>
      <w:r w:rsidR="0034078D">
        <w:t>’</w:t>
      </w:r>
      <w:r>
        <w:t>ont besoin que de sentir</w:t>
      </w:r>
      <w:r w:rsidR="0034078D">
        <w:t xml:space="preserve"> ; </w:t>
      </w:r>
      <w:r>
        <w:t xml:space="preserve">à ces heureux </w:t>
      </w:r>
      <w:proofErr w:type="spellStart"/>
      <w:r>
        <w:t>tempéramens</w:t>
      </w:r>
      <w:proofErr w:type="spellEnd"/>
      <w:r w:rsidR="0034078D">
        <w:t xml:space="preserve">, </w:t>
      </w:r>
      <w:r>
        <w:t>ces béats</w:t>
      </w:r>
      <w:r w:rsidR="0034078D">
        <w:t xml:space="preserve">, </w:t>
      </w:r>
      <w:r>
        <w:t>dont on parle tous les jours</w:t>
      </w:r>
      <w:r w:rsidR="0034078D">
        <w:t xml:space="preserve">, </w:t>
      </w:r>
      <w:r>
        <w:t>dont telle est la constitution</w:t>
      </w:r>
      <w:r w:rsidR="0034078D">
        <w:t xml:space="preserve">, </w:t>
      </w:r>
      <w:r>
        <w:t>que le chagrin</w:t>
      </w:r>
      <w:r w:rsidR="0034078D">
        <w:t xml:space="preserve">, </w:t>
      </w:r>
      <w:r>
        <w:t>l</w:t>
      </w:r>
      <w:r w:rsidR="0034078D">
        <w:t>’</w:t>
      </w:r>
      <w:r>
        <w:t>infortune</w:t>
      </w:r>
      <w:r w:rsidR="0034078D">
        <w:t xml:space="preserve">, </w:t>
      </w:r>
      <w:r>
        <w:t>la maladie</w:t>
      </w:r>
      <w:r w:rsidR="0034078D">
        <w:t xml:space="preserve">, </w:t>
      </w:r>
      <w:r>
        <w:t>les douleurs médiocres</w:t>
      </w:r>
      <w:r w:rsidR="0034078D">
        <w:t xml:space="preserve">, </w:t>
      </w:r>
      <w:r>
        <w:t xml:space="preserve">la perte de ce </w:t>
      </w:r>
      <w:r>
        <w:rPr>
          <w:bCs/>
        </w:rPr>
        <w:t>qu</w:t>
      </w:r>
      <w:r w:rsidR="0034078D">
        <w:rPr>
          <w:bCs/>
        </w:rPr>
        <w:t>’</w:t>
      </w:r>
      <w:r>
        <w:rPr>
          <w:bCs/>
        </w:rPr>
        <w:t xml:space="preserve">on a </w:t>
      </w:r>
      <w:r>
        <w:t>de plus cher</w:t>
      </w:r>
      <w:r w:rsidR="0034078D">
        <w:t xml:space="preserve">, </w:t>
      </w:r>
      <w:r>
        <w:t>tout ce qui afflige les autres enfin</w:t>
      </w:r>
      <w:r w:rsidR="0034078D">
        <w:t xml:space="preserve">, </w:t>
      </w:r>
      <w:r>
        <w:t xml:space="preserve">glisse sur leur </w:t>
      </w:r>
      <w:proofErr w:type="spellStart"/>
      <w:r>
        <w:t>ame</w:t>
      </w:r>
      <w:proofErr w:type="spellEnd"/>
      <w:r>
        <w:t xml:space="preserve"> qui se laisse à peine </w:t>
      </w:r>
      <w:r>
        <w:rPr>
          <w:iCs/>
        </w:rPr>
        <w:t>ef</w:t>
      </w:r>
      <w:r>
        <w:t>fleurer</w:t>
      </w:r>
      <w:r w:rsidR="0034078D">
        <w:t xml:space="preserve">. </w:t>
      </w:r>
      <w:r>
        <w:t>Le même concours fortuit</w:t>
      </w:r>
      <w:r w:rsidR="0034078D">
        <w:t xml:space="preserve">, </w:t>
      </w:r>
      <w:r>
        <w:t>la même circulation</w:t>
      </w:r>
      <w:r w:rsidR="0034078D">
        <w:t xml:space="preserve">, </w:t>
      </w:r>
      <w:r>
        <w:t>le même jeu des solides &amp; des fluides</w:t>
      </w:r>
      <w:r w:rsidR="0034078D">
        <w:t xml:space="preserve">, </w:t>
      </w:r>
      <w:r>
        <w:t xml:space="preserve">qui </w:t>
      </w:r>
      <w:r>
        <w:rPr>
          <w:iCs/>
        </w:rPr>
        <w:t>fait</w:t>
      </w:r>
      <w:r>
        <w:t xml:space="preserve"> l</w:t>
      </w:r>
      <w:r w:rsidR="0034078D">
        <w:t>’</w:t>
      </w:r>
      <w:r>
        <w:t>heureux génie &amp; l</w:t>
      </w:r>
      <w:r w:rsidR="0034078D">
        <w:t>’</w:t>
      </w:r>
      <w:r>
        <w:t>esprit borné</w:t>
      </w:r>
      <w:r w:rsidR="0034078D">
        <w:t xml:space="preserve">, </w:t>
      </w:r>
      <w:r>
        <w:t>fait aussi le sentiment qui nous rend heureux ou malheureux</w:t>
      </w:r>
      <w:r w:rsidR="0034078D">
        <w:t xml:space="preserve">. </w:t>
      </w:r>
      <w:r>
        <w:t>Le bonheur n</w:t>
      </w:r>
      <w:r w:rsidR="0034078D">
        <w:t>’</w:t>
      </w:r>
      <w:r>
        <w:t>a point d</w:t>
      </w:r>
      <w:r w:rsidR="0034078D">
        <w:t>’</w:t>
      </w:r>
      <w:r>
        <w:t>autre source</w:t>
      </w:r>
      <w:r w:rsidR="0034078D">
        <w:t xml:space="preserve">, </w:t>
      </w:r>
      <w:r>
        <w:t>comme nous l</w:t>
      </w:r>
      <w:r w:rsidR="0034078D">
        <w:t>’</w:t>
      </w:r>
      <w:r>
        <w:t>enseigne l</w:t>
      </w:r>
      <w:r w:rsidR="0034078D">
        <w:t>’</w:t>
      </w:r>
      <w:r>
        <w:t>uniformité de la nature</w:t>
      </w:r>
      <w:r w:rsidR="0034078D">
        <w:t xml:space="preserve">. </w:t>
      </w:r>
      <w:r>
        <w:t>Que la prédilection est ici remarquable</w:t>
      </w:r>
      <w:r w:rsidR="0034078D">
        <w:t xml:space="preserve"> ! </w:t>
      </w:r>
      <w:r>
        <w:t>celui</w:t>
      </w:r>
      <w:r w:rsidR="0034078D">
        <w:t xml:space="preserve">, </w:t>
      </w:r>
      <w:r>
        <w:t>qu</w:t>
      </w:r>
      <w:r w:rsidR="0034078D">
        <w:t>’</w:t>
      </w:r>
      <w:r>
        <w:t xml:space="preserve">elle </w:t>
      </w:r>
      <w:r>
        <w:lastRenderedPageBreak/>
        <w:t>a favorisé jusqu</w:t>
      </w:r>
      <w:r w:rsidR="0034078D">
        <w:t>’</w:t>
      </w:r>
      <w:r>
        <w:t>à ce point</w:t>
      </w:r>
      <w:r w:rsidR="0034078D">
        <w:t xml:space="preserve">, </w:t>
      </w:r>
      <w:r>
        <w:t>content du plus petit nécessaire</w:t>
      </w:r>
      <w:r w:rsidR="0034078D">
        <w:t xml:space="preserve">, </w:t>
      </w:r>
      <w:r>
        <w:t>ne se souvient pas plus qu</w:t>
      </w:r>
      <w:r w:rsidR="0034078D">
        <w:t>’</w:t>
      </w:r>
      <w:r>
        <w:t>il a nagé</w:t>
      </w:r>
      <w:r w:rsidR="0034078D">
        <w:t xml:space="preserve"> ; </w:t>
      </w:r>
      <w:r>
        <w:t>que dis-je</w:t>
      </w:r>
      <w:r w:rsidR="0034078D">
        <w:t xml:space="preserve"> ? </w:t>
      </w:r>
      <w:r>
        <w:t>qu</w:t>
      </w:r>
      <w:r w:rsidR="0034078D">
        <w:t>’</w:t>
      </w:r>
      <w:r>
        <w:t>il s</w:t>
      </w:r>
      <w:r w:rsidR="0034078D">
        <w:t>’</w:t>
      </w:r>
      <w:r>
        <w:t>est noyé dans le superflu</w:t>
      </w:r>
      <w:r w:rsidR="0034078D">
        <w:t xml:space="preserve"> ; </w:t>
      </w:r>
      <w:r>
        <w:t>&amp; si la fortune revient</w:t>
      </w:r>
      <w:r w:rsidR="0034078D">
        <w:t xml:space="preserve">, </w:t>
      </w:r>
      <w:r>
        <w:t>prodigue par tempérament</w:t>
      </w:r>
      <w:r w:rsidR="0034078D">
        <w:t xml:space="preserve">, </w:t>
      </w:r>
      <w:r>
        <w:t>quand le tempérament suffit au bonheur</w:t>
      </w:r>
      <w:r w:rsidR="0034078D">
        <w:t xml:space="preserve">, </w:t>
      </w:r>
      <w:r>
        <w:t>il regardera encore l</w:t>
      </w:r>
      <w:r w:rsidR="0034078D">
        <w:t>’</w:t>
      </w:r>
      <w:r>
        <w:t>argent comme les feuilles que le vent fait tomber</w:t>
      </w:r>
      <w:r w:rsidR="0034078D">
        <w:t xml:space="preserve"> ; </w:t>
      </w:r>
      <w:r>
        <w:t>le sable ne coulera pas plus aisément de ses mains</w:t>
      </w:r>
      <w:r w:rsidR="0034078D">
        <w:t xml:space="preserve"> : </w:t>
      </w:r>
      <w:r>
        <w:t>tandis que l</w:t>
      </w:r>
      <w:r w:rsidR="0034078D">
        <w:t>’</w:t>
      </w:r>
      <w:r>
        <w:t>avare croit qu</w:t>
      </w:r>
      <w:r w:rsidR="0034078D">
        <w:t>’</w:t>
      </w:r>
      <w:r>
        <w:t>on en aura plus de deux pour le voler</w:t>
      </w:r>
      <w:r w:rsidR="0034078D">
        <w:t xml:space="preserve">, </w:t>
      </w:r>
      <w:r>
        <w:t>&amp; gémit lorsque son coffre-fort n</w:t>
      </w:r>
      <w:r w:rsidR="0034078D">
        <w:t>’</w:t>
      </w:r>
      <w:r>
        <w:t>est qu</w:t>
      </w:r>
      <w:r w:rsidR="0034078D">
        <w:t>’</w:t>
      </w:r>
      <w:r>
        <w:t>à moitié plein</w:t>
      </w:r>
      <w:r w:rsidR="0034078D">
        <w:t xml:space="preserve">. </w:t>
      </w:r>
      <w:r>
        <w:t>Rien ne trouble un homme aussi-bien construit</w:t>
      </w:r>
      <w:r w:rsidR="0034078D">
        <w:t xml:space="preserve">. </w:t>
      </w:r>
      <w:r>
        <w:t>Patient &amp; tranquille</w:t>
      </w:r>
      <w:r w:rsidR="0034078D">
        <w:t xml:space="preserve"> ; </w:t>
      </w:r>
      <w:r>
        <w:t>autant qu</w:t>
      </w:r>
      <w:r w:rsidR="0034078D">
        <w:t>’</w:t>
      </w:r>
      <w:r>
        <w:t>il est possible dans la douleur</w:t>
      </w:r>
      <w:r w:rsidR="0034078D">
        <w:t xml:space="preserve">, </w:t>
      </w:r>
      <w:r>
        <w:t>elle a peine à le déranger de son assiette</w:t>
      </w:r>
      <w:r w:rsidR="0034078D">
        <w:t xml:space="preserve">. </w:t>
      </w:r>
      <w:r>
        <w:t>Jugez s</w:t>
      </w:r>
      <w:r w:rsidR="0034078D">
        <w:t>’</w:t>
      </w:r>
      <w:r>
        <w:t>il est ferme dans l</w:t>
      </w:r>
      <w:r w:rsidR="0034078D">
        <w:t>’</w:t>
      </w:r>
      <w:r>
        <w:t>adversité</w:t>
      </w:r>
      <w:r w:rsidR="0034078D">
        <w:t xml:space="preserve"> ! </w:t>
      </w:r>
      <w:r>
        <w:t>Il rit de voir combien la fortune est dupe d</w:t>
      </w:r>
      <w:r w:rsidR="0034078D">
        <w:t>’</w:t>
      </w:r>
      <w:r>
        <w:t>avoir cru le chagriner</w:t>
      </w:r>
      <w:r w:rsidR="0034078D">
        <w:t xml:space="preserve"> ! </w:t>
      </w:r>
      <w:r>
        <w:t>Il se joue d</w:t>
      </w:r>
      <w:r w:rsidR="0034078D">
        <w:t>’</w:t>
      </w:r>
      <w:r>
        <w:t>elle comme Pyrrhonien de la vérité</w:t>
      </w:r>
      <w:r w:rsidR="0034078D">
        <w:t xml:space="preserve">. </w:t>
      </w:r>
      <w:r>
        <w:t>J</w:t>
      </w:r>
      <w:r w:rsidR="0034078D">
        <w:t>’</w:t>
      </w:r>
      <w:r>
        <w:t xml:space="preserve">en ai vus de ces heureux </w:t>
      </w:r>
      <w:proofErr w:type="spellStart"/>
      <w:r>
        <w:t>caracteres</w:t>
      </w:r>
      <w:proofErr w:type="spellEnd"/>
      <w:r w:rsidR="0034078D">
        <w:t xml:space="preserve">, </w:t>
      </w:r>
      <w:r>
        <w:t xml:space="preserve">qui </w:t>
      </w:r>
      <w:proofErr w:type="spellStart"/>
      <w:r>
        <w:t>étoient</w:t>
      </w:r>
      <w:proofErr w:type="spellEnd"/>
      <w:r>
        <w:t xml:space="preserve"> même </w:t>
      </w:r>
      <w:proofErr w:type="spellStart"/>
      <w:r>
        <w:t>quelque-fois</w:t>
      </w:r>
      <w:proofErr w:type="spellEnd"/>
      <w:r>
        <w:t xml:space="preserve"> de meilleure humeur</w:t>
      </w:r>
      <w:r w:rsidR="0034078D">
        <w:t xml:space="preserve">, </w:t>
      </w:r>
      <w:r>
        <w:t>malades que sains</w:t>
      </w:r>
      <w:r w:rsidR="0034078D">
        <w:t xml:space="preserve">, </w:t>
      </w:r>
      <w:r>
        <w:t>pauvres que riches</w:t>
      </w:r>
      <w:r w:rsidR="0034078D">
        <w:t xml:space="preserve"> ; </w:t>
      </w:r>
      <w:r>
        <w:t xml:space="preserve">&amp; ces </w:t>
      </w:r>
      <w:proofErr w:type="spellStart"/>
      <w:r>
        <w:t>changemens</w:t>
      </w:r>
      <w:proofErr w:type="spellEnd"/>
      <w:r>
        <w:t xml:space="preserve"> de sensations doivent encore être rejetés sur ceux des organes</w:t>
      </w:r>
      <w:r w:rsidR="0034078D">
        <w:t xml:space="preserve">, </w:t>
      </w:r>
      <w:r>
        <w:t>dont ils dépendent visiblement</w:t>
      </w:r>
      <w:r w:rsidR="0034078D">
        <w:t xml:space="preserve">. </w:t>
      </w:r>
      <w:r>
        <w:t>La maladie produit tous les jours aux yeux des médecins de bien plus surprenantes métamorphoses</w:t>
      </w:r>
      <w:r w:rsidR="0034078D">
        <w:t xml:space="preserve"> ; </w:t>
      </w:r>
      <w:r>
        <w:t>elle change l</w:t>
      </w:r>
      <w:r w:rsidR="0034078D">
        <w:t>’</w:t>
      </w:r>
      <w:r>
        <w:t>homme d</w:t>
      </w:r>
      <w:r w:rsidR="0034078D">
        <w:t>’</w:t>
      </w:r>
      <w:r>
        <w:t>esprit en sot qui n</w:t>
      </w:r>
      <w:r w:rsidR="0034078D">
        <w:t>’</w:t>
      </w:r>
      <w:r>
        <w:t xml:space="preserve">en </w:t>
      </w:r>
      <w:proofErr w:type="spellStart"/>
      <w:r>
        <w:t>releve</w:t>
      </w:r>
      <w:proofErr w:type="spellEnd"/>
      <w:r>
        <w:t xml:space="preserve"> jamais</w:t>
      </w:r>
      <w:r w:rsidR="0034078D">
        <w:t xml:space="preserve">, </w:t>
      </w:r>
      <w:r>
        <w:t xml:space="preserve">&amp; </w:t>
      </w:r>
      <w:proofErr w:type="spellStart"/>
      <w:r>
        <w:t>éleve</w:t>
      </w:r>
      <w:proofErr w:type="spellEnd"/>
      <w:r>
        <w:t xml:space="preserve"> le </w:t>
      </w:r>
      <w:proofErr w:type="spellStart"/>
      <w:r>
        <w:t>sot</w:t>
      </w:r>
      <w:proofErr w:type="spellEnd"/>
      <w:r>
        <w:t xml:space="preserve"> à la qualité d</w:t>
      </w:r>
      <w:r w:rsidR="0034078D">
        <w:t>’</w:t>
      </w:r>
      <w:r>
        <w:t>immortel génie</w:t>
      </w:r>
      <w:r w:rsidR="0034078D">
        <w:t xml:space="preserve">. </w:t>
      </w:r>
      <w:r>
        <w:t>Rien n</w:t>
      </w:r>
      <w:r w:rsidR="0034078D">
        <w:t>’</w:t>
      </w:r>
      <w:r>
        <w:t>est bizarre pour la nature</w:t>
      </w:r>
      <w:r w:rsidR="0034078D">
        <w:t xml:space="preserve"> ; </w:t>
      </w:r>
      <w:r>
        <w:t>c</w:t>
      </w:r>
      <w:r w:rsidR="0034078D">
        <w:t>’</w:t>
      </w:r>
      <w:r>
        <w:t>est nous qui le sommes de l</w:t>
      </w:r>
      <w:r w:rsidR="0034078D">
        <w:t>’</w:t>
      </w:r>
      <w:r>
        <w:t>en accuser</w:t>
      </w:r>
      <w:r w:rsidR="0034078D">
        <w:t>.</w:t>
      </w:r>
    </w:p>
    <w:p w14:paraId="63FF1605" w14:textId="77777777" w:rsidR="0034078D" w:rsidRDefault="00000000" w:rsidP="0034078D">
      <w:r>
        <w:t>Rien ne prouve mieux qu</w:t>
      </w:r>
      <w:r w:rsidR="0034078D">
        <w:t>’</w:t>
      </w:r>
      <w:r>
        <w:t>il est un bonheur de tempérament</w:t>
      </w:r>
      <w:r w:rsidR="0034078D">
        <w:t xml:space="preserve">, </w:t>
      </w:r>
      <w:r>
        <w:t xml:space="preserve">que tous ces heureux </w:t>
      </w:r>
      <w:proofErr w:type="spellStart"/>
      <w:r>
        <w:t>imbécilles</w:t>
      </w:r>
      <w:proofErr w:type="spellEnd"/>
      <w:r>
        <w:t xml:space="preserve"> que chacun </w:t>
      </w:r>
      <w:proofErr w:type="spellStart"/>
      <w:r>
        <w:t>connoît</w:t>
      </w:r>
      <w:proofErr w:type="spellEnd"/>
      <w:r w:rsidR="0034078D">
        <w:t xml:space="preserve">, </w:t>
      </w:r>
      <w:r>
        <w:t>tandis que tant de gens d</w:t>
      </w:r>
      <w:r w:rsidR="0034078D">
        <w:t>’</w:t>
      </w:r>
      <w:r>
        <w:t>esprit sont malheureux</w:t>
      </w:r>
      <w:r w:rsidR="0034078D">
        <w:t xml:space="preserve">. </w:t>
      </w:r>
      <w:r>
        <w:t>Il semble que l</w:t>
      </w:r>
      <w:r w:rsidR="0034078D">
        <w:t>’</w:t>
      </w:r>
      <w:r>
        <w:t>esprit donne la torture au sentiment</w:t>
      </w:r>
      <w:r w:rsidR="0034078D">
        <w:t xml:space="preserve">. </w:t>
      </w:r>
      <w:r>
        <w:t>De plus</w:t>
      </w:r>
      <w:r w:rsidR="0034078D">
        <w:t xml:space="preserve">, </w:t>
      </w:r>
      <w:r>
        <w:t>les animaux viennent à l</w:t>
      </w:r>
      <w:r w:rsidR="0034078D">
        <w:t>’</w:t>
      </w:r>
      <w:r>
        <w:t xml:space="preserve">appui de ce </w:t>
      </w:r>
      <w:proofErr w:type="spellStart"/>
      <w:r>
        <w:t>systême</w:t>
      </w:r>
      <w:proofErr w:type="spellEnd"/>
      <w:r w:rsidR="0034078D">
        <w:t xml:space="preserve">. </w:t>
      </w:r>
      <w:r>
        <w:t>Lorsqu</w:t>
      </w:r>
      <w:r w:rsidR="0034078D">
        <w:t>’</w:t>
      </w:r>
      <w:r>
        <w:t>ils sont en bonne santé</w:t>
      </w:r>
      <w:r w:rsidR="0034078D">
        <w:t xml:space="preserve">, </w:t>
      </w:r>
      <w:r>
        <w:t>&amp; que leurs appétits sont satisfaits</w:t>
      </w:r>
      <w:r w:rsidR="0034078D">
        <w:t xml:space="preserve">, </w:t>
      </w:r>
      <w:r>
        <w:t>ils goûtent le sentiment agréable attaché à cette satisfaction</w:t>
      </w:r>
      <w:r w:rsidR="0034078D">
        <w:t xml:space="preserve">, </w:t>
      </w:r>
      <w:r>
        <w:t xml:space="preserve">&amp; par conséquent cette </w:t>
      </w:r>
      <w:proofErr w:type="spellStart"/>
      <w:r>
        <w:t>espece</w:t>
      </w:r>
      <w:proofErr w:type="spellEnd"/>
      <w:r>
        <w:t xml:space="preserve"> est heureuse à sa </w:t>
      </w:r>
      <w:proofErr w:type="spellStart"/>
      <w:r>
        <w:t>maniere</w:t>
      </w:r>
      <w:proofErr w:type="spellEnd"/>
      <w:r w:rsidR="0034078D">
        <w:t xml:space="preserve">. </w:t>
      </w:r>
      <w:proofErr w:type="spellStart"/>
      <w:r>
        <w:t>Séneque</w:t>
      </w:r>
      <w:proofErr w:type="spellEnd"/>
      <w:r>
        <w:t xml:space="preserve"> le nie en vain</w:t>
      </w:r>
      <w:r w:rsidR="0034078D">
        <w:t xml:space="preserve">. </w:t>
      </w:r>
      <w:r>
        <w:t>Il se fonde sur ce qu</w:t>
      </w:r>
      <w:r w:rsidR="0034078D">
        <w:t>’</w:t>
      </w:r>
      <w:r>
        <w:t>ils n</w:t>
      </w:r>
      <w:r w:rsidR="0034078D">
        <w:t>’</w:t>
      </w:r>
      <w:r>
        <w:t xml:space="preserve">ont pas la </w:t>
      </w:r>
      <w:proofErr w:type="spellStart"/>
      <w:r>
        <w:t>connoissance</w:t>
      </w:r>
      <w:proofErr w:type="spellEnd"/>
      <w:r>
        <w:t xml:space="preserve"> intellectuelle du bonheur</w:t>
      </w:r>
      <w:r w:rsidR="0034078D">
        <w:t xml:space="preserve">, </w:t>
      </w:r>
      <w:r>
        <w:t xml:space="preserve">comme si les idées métaphysiques </w:t>
      </w:r>
      <w:proofErr w:type="spellStart"/>
      <w:r>
        <w:t>influoient</w:t>
      </w:r>
      <w:proofErr w:type="spellEnd"/>
      <w:r>
        <w:t xml:space="preserve"> sur le bien-être</w:t>
      </w:r>
      <w:r w:rsidR="0034078D">
        <w:t xml:space="preserve">, </w:t>
      </w:r>
      <w:r>
        <w:t xml:space="preserve">&amp; que la réflexion </w:t>
      </w:r>
      <w:r>
        <w:lastRenderedPageBreak/>
        <w:t>lui fût nécessaire</w:t>
      </w:r>
      <w:r w:rsidR="0034078D">
        <w:t xml:space="preserve">. </w:t>
      </w:r>
      <w:r>
        <w:t>Combien d</w:t>
      </w:r>
      <w:r w:rsidR="0034078D">
        <w:t>’</w:t>
      </w:r>
      <w:r>
        <w:t>hommes stupides</w:t>
      </w:r>
      <w:r w:rsidR="0034078D">
        <w:t xml:space="preserve">, </w:t>
      </w:r>
      <w:r>
        <w:t>qu</w:t>
      </w:r>
      <w:r w:rsidR="0034078D">
        <w:t>’</w:t>
      </w:r>
      <w:r>
        <w:t>on soupçonne moins de réfléchir qu</w:t>
      </w:r>
      <w:r w:rsidR="0034078D">
        <w:t>’</w:t>
      </w:r>
      <w:r>
        <w:t>un animal</w:t>
      </w:r>
      <w:r w:rsidR="0034078D">
        <w:t xml:space="preserve">, </w:t>
      </w:r>
      <w:r>
        <w:t>parfaitement heureux</w:t>
      </w:r>
      <w:r w:rsidR="0034078D">
        <w:t xml:space="preserve"> ! </w:t>
      </w:r>
      <w:r>
        <w:t>La réflexion augmente le sentiment</w:t>
      </w:r>
      <w:r w:rsidR="0034078D">
        <w:t xml:space="preserve">, </w:t>
      </w:r>
      <w:r>
        <w:t>mais elle ne le donne pas plus que la volupté ne fait naître le plaisir</w:t>
      </w:r>
      <w:r w:rsidR="0034078D">
        <w:t xml:space="preserve">. </w:t>
      </w:r>
      <w:r>
        <w:t>Hélas</w:t>
      </w:r>
      <w:r w:rsidR="0034078D">
        <w:t xml:space="preserve"> ! </w:t>
      </w:r>
      <w:r>
        <w:t>doit-on s</w:t>
      </w:r>
      <w:r w:rsidR="0034078D">
        <w:t>’</w:t>
      </w:r>
      <w:r>
        <w:t>applaudir de cette faculté</w:t>
      </w:r>
      <w:r w:rsidR="0034078D">
        <w:t xml:space="preserve"> ? </w:t>
      </w:r>
      <w:r>
        <w:t>Elle vient tous les jours</w:t>
      </w:r>
      <w:r w:rsidR="0034078D">
        <w:t xml:space="preserve">, </w:t>
      </w:r>
      <w:r>
        <w:t>&amp; s</w:t>
      </w:r>
      <w:r w:rsidR="0034078D">
        <w:t>’</w:t>
      </w:r>
      <w:r>
        <w:t>exerce pour ainsi dire si à contre-sens</w:t>
      </w:r>
      <w:r w:rsidR="0034078D">
        <w:t xml:space="preserve">, </w:t>
      </w:r>
      <w:r>
        <w:t>qu</w:t>
      </w:r>
      <w:r w:rsidR="0034078D">
        <w:t>’</w:t>
      </w:r>
      <w:r>
        <w:t>elle écrase le sentiment &amp; déchire tout</w:t>
      </w:r>
      <w:r w:rsidR="0034078D">
        <w:t xml:space="preserve">. </w:t>
      </w:r>
      <w:r>
        <w:t>Je sais que</w:t>
      </w:r>
      <w:r w:rsidR="0034078D">
        <w:t xml:space="preserve">, </w:t>
      </w:r>
      <w:r>
        <w:t>lorsqu</w:t>
      </w:r>
      <w:r w:rsidR="0034078D">
        <w:t>’</w:t>
      </w:r>
      <w:r>
        <w:t>on est heureux par elle</w:t>
      </w:r>
      <w:r w:rsidR="0034078D">
        <w:t xml:space="preserve">, </w:t>
      </w:r>
      <w:r>
        <w:t>&amp; qu</w:t>
      </w:r>
      <w:r w:rsidR="0034078D">
        <w:t>’</w:t>
      </w:r>
      <w:r>
        <w:t>elle se trouve</w:t>
      </w:r>
      <w:r w:rsidR="0034078D">
        <w:t xml:space="preserve">, </w:t>
      </w:r>
      <w:r>
        <w:t>comme dans le droit de fil des sensations</w:t>
      </w:r>
      <w:r w:rsidR="0034078D">
        <w:t xml:space="preserve">, </w:t>
      </w:r>
      <w:r>
        <w:t>on l</w:t>
      </w:r>
      <w:r w:rsidR="0034078D">
        <w:t>’</w:t>
      </w:r>
      <w:r>
        <w:t>est davantage</w:t>
      </w:r>
      <w:r w:rsidR="0034078D">
        <w:t xml:space="preserve"> ; </w:t>
      </w:r>
      <w:r>
        <w:t>le sentiment est excité par cette sorte d</w:t>
      </w:r>
      <w:r w:rsidR="0034078D">
        <w:t>’</w:t>
      </w:r>
      <w:r>
        <w:t>aiguillon</w:t>
      </w:r>
      <w:r w:rsidR="0034078D">
        <w:t xml:space="preserve"> : </w:t>
      </w:r>
      <w:r>
        <w:t xml:space="preserve">mais en </w:t>
      </w:r>
      <w:r>
        <w:rPr>
          <w:iCs/>
        </w:rPr>
        <w:t>fait</w:t>
      </w:r>
      <w:r>
        <w:t xml:space="preserve"> de </w:t>
      </w:r>
      <w:r>
        <w:rPr>
          <w:i/>
          <w:iCs/>
        </w:rPr>
        <w:t>malheur</w:t>
      </w:r>
      <w:r w:rsidR="0034078D">
        <w:rPr>
          <w:iCs/>
        </w:rPr>
        <w:t xml:space="preserve">, </w:t>
      </w:r>
      <w:r>
        <w:t>pris dans mon sens ordinaire</w:t>
      </w:r>
      <w:r w:rsidR="0034078D">
        <w:t xml:space="preserve">, </w:t>
      </w:r>
      <w:r>
        <w:t>quel droit plus cruel &amp; plus funeste</w:t>
      </w:r>
      <w:r w:rsidR="0034078D">
        <w:t xml:space="preserve"> ! </w:t>
      </w:r>
      <w:r>
        <w:t>C</w:t>
      </w:r>
      <w:r w:rsidR="0034078D">
        <w:t>’</w:t>
      </w:r>
      <w:r>
        <w:t>est le poison de la vie</w:t>
      </w:r>
      <w:r w:rsidR="0034078D">
        <w:t xml:space="preserve">. </w:t>
      </w:r>
      <w:r>
        <w:t>La réflexion est souvent presque un remord</w:t>
      </w:r>
      <w:r w:rsidR="0034078D">
        <w:t xml:space="preserve">. </w:t>
      </w:r>
      <w:r>
        <w:t>Au contraire</w:t>
      </w:r>
      <w:r w:rsidR="0034078D">
        <w:t xml:space="preserve">, </w:t>
      </w:r>
      <w:r>
        <w:t>un homme que son instinct rend content</w:t>
      </w:r>
      <w:r w:rsidR="0034078D">
        <w:t xml:space="preserve">, </w:t>
      </w:r>
      <w:r>
        <w:t>l</w:t>
      </w:r>
      <w:r w:rsidR="0034078D">
        <w:t>’</w:t>
      </w:r>
      <w:r>
        <w:t>est toujours</w:t>
      </w:r>
      <w:r w:rsidR="0034078D">
        <w:t xml:space="preserve">, </w:t>
      </w:r>
      <w:r>
        <w:t>sans savoir ni comment</w:t>
      </w:r>
      <w:r w:rsidR="0034078D">
        <w:t xml:space="preserve">, </w:t>
      </w:r>
      <w:r>
        <w:t>ni pourquoi</w:t>
      </w:r>
      <w:r w:rsidR="0034078D">
        <w:t xml:space="preserve">, </w:t>
      </w:r>
      <w:r>
        <w:t>&amp; il l</w:t>
      </w:r>
      <w:r w:rsidR="0034078D">
        <w:t>’</w:t>
      </w:r>
      <w:r>
        <w:t>est à peu de frais</w:t>
      </w:r>
      <w:r w:rsidR="0034078D">
        <w:t xml:space="preserve">. </w:t>
      </w:r>
      <w:r>
        <w:t>Il n</w:t>
      </w:r>
      <w:r w:rsidR="0034078D">
        <w:t>’</w:t>
      </w:r>
      <w:r>
        <w:t>en a pas plus coûté pour faire cette machine</w:t>
      </w:r>
      <w:r w:rsidR="0034078D">
        <w:t xml:space="preserve">, </w:t>
      </w:r>
      <w:r>
        <w:t>que celle d</w:t>
      </w:r>
      <w:r w:rsidR="0034078D">
        <w:t>’</w:t>
      </w:r>
      <w:r>
        <w:t>un animal</w:t>
      </w:r>
      <w:r w:rsidR="0034078D">
        <w:t xml:space="preserve"> : </w:t>
      </w:r>
      <w:r>
        <w:t>tandis qu</w:t>
      </w:r>
      <w:r w:rsidR="0034078D">
        <w:t>’</w:t>
      </w:r>
      <w:r>
        <w:t>il y en a une infinité d</w:t>
      </w:r>
      <w:r w:rsidR="0034078D">
        <w:t>’</w:t>
      </w:r>
      <w:r>
        <w:t>autres</w:t>
      </w:r>
      <w:r w:rsidR="0034078D">
        <w:t xml:space="preserve">, </w:t>
      </w:r>
      <w:r>
        <w:t>pour la félicité desquelles la fortune</w:t>
      </w:r>
      <w:r w:rsidR="0034078D">
        <w:t xml:space="preserve">, </w:t>
      </w:r>
      <w:r>
        <w:t>la renommée</w:t>
      </w:r>
      <w:r w:rsidR="0034078D">
        <w:t xml:space="preserve">, </w:t>
      </w:r>
      <w:r>
        <w:t>l</w:t>
      </w:r>
      <w:r w:rsidR="0034078D">
        <w:t>’</w:t>
      </w:r>
      <w:r>
        <w:t>amour &amp; la nature se sont en vain épuisées</w:t>
      </w:r>
      <w:r w:rsidR="0034078D">
        <w:t xml:space="preserve"> ; </w:t>
      </w:r>
      <w:r>
        <w:t>malheureuses à grands frais</w:t>
      </w:r>
      <w:r w:rsidR="0034078D">
        <w:t xml:space="preserve">, </w:t>
      </w:r>
      <w:r>
        <w:t>parce qu</w:t>
      </w:r>
      <w:r w:rsidR="0034078D">
        <w:t>’</w:t>
      </w:r>
      <w:r>
        <w:t xml:space="preserve">elles sont </w:t>
      </w:r>
      <w:proofErr w:type="spellStart"/>
      <w:r>
        <w:t>inquietes</w:t>
      </w:r>
      <w:proofErr w:type="spellEnd"/>
      <w:r w:rsidR="0034078D">
        <w:t xml:space="preserve">, </w:t>
      </w:r>
      <w:r>
        <w:t>impatientes</w:t>
      </w:r>
      <w:r w:rsidR="0034078D">
        <w:t xml:space="preserve">, </w:t>
      </w:r>
      <w:r>
        <w:t>avares</w:t>
      </w:r>
      <w:r w:rsidR="0034078D">
        <w:t xml:space="preserve">, </w:t>
      </w:r>
      <w:r>
        <w:t>jalouses</w:t>
      </w:r>
      <w:r w:rsidR="0034078D">
        <w:t xml:space="preserve">, </w:t>
      </w:r>
      <w:r>
        <w:t>orgueilleuses</w:t>
      </w:r>
      <w:r w:rsidR="0034078D">
        <w:t xml:space="preserve">, </w:t>
      </w:r>
      <w:r>
        <w:t>esclaves de mille passions</w:t>
      </w:r>
      <w:r w:rsidR="0034078D">
        <w:t xml:space="preserve"> : </w:t>
      </w:r>
      <w:r>
        <w:t xml:space="preserve">on </w:t>
      </w:r>
      <w:proofErr w:type="spellStart"/>
      <w:r>
        <w:t>diroit</w:t>
      </w:r>
      <w:proofErr w:type="spellEnd"/>
      <w:r w:rsidR="0034078D">
        <w:t xml:space="preserve">, </w:t>
      </w:r>
      <w:r>
        <w:t xml:space="preserve">ou que le sentiment ne leur a </w:t>
      </w:r>
      <w:r>
        <w:rPr>
          <w:bCs/>
        </w:rPr>
        <w:t xml:space="preserve">été </w:t>
      </w:r>
      <w:r>
        <w:t>donné que pour les vexer</w:t>
      </w:r>
      <w:r w:rsidR="0034078D">
        <w:t xml:space="preserve">, </w:t>
      </w:r>
      <w:r>
        <w:t>ou que leur génie ne leur est venu que pour tourmenter &amp; dépraver leur sentiment</w:t>
      </w:r>
      <w:r w:rsidR="0034078D">
        <w:t xml:space="preserve">. </w:t>
      </w:r>
      <w:r>
        <w:t>Confirmons notre idée par de nouvelles preuves</w:t>
      </w:r>
      <w:r w:rsidR="0034078D">
        <w:t>.</w:t>
      </w:r>
    </w:p>
    <w:p w14:paraId="35C888E4" w14:textId="77777777" w:rsidR="0034078D" w:rsidRDefault="00000000" w:rsidP="0034078D">
      <w:r>
        <w:t xml:space="preserve">Certains </w:t>
      </w:r>
      <w:proofErr w:type="spellStart"/>
      <w:r>
        <w:t>remedes</w:t>
      </w:r>
      <w:proofErr w:type="spellEnd"/>
      <w:r>
        <w:t xml:space="preserve"> ne sont-ils pas encore une preuve de ce bonheur que j</w:t>
      </w:r>
      <w:r w:rsidR="0034078D">
        <w:t>’</w:t>
      </w:r>
      <w:r>
        <w:t>appelle organique</w:t>
      </w:r>
      <w:r w:rsidR="0034078D">
        <w:t xml:space="preserve">, </w:t>
      </w:r>
      <w:r>
        <w:t>automatique ou naturel</w:t>
      </w:r>
      <w:r w:rsidR="0034078D">
        <w:t xml:space="preserve">, </w:t>
      </w:r>
      <w:r>
        <w:t>parce que l</w:t>
      </w:r>
      <w:r w:rsidR="0034078D">
        <w:t>’</w:t>
      </w:r>
      <w:proofErr w:type="spellStart"/>
      <w:r>
        <w:t>ame</w:t>
      </w:r>
      <w:proofErr w:type="spellEnd"/>
      <w:r>
        <w:t xml:space="preserve"> n</w:t>
      </w:r>
      <w:r w:rsidR="0034078D">
        <w:t>’</w:t>
      </w:r>
      <w:r>
        <w:t>y entre pour rien</w:t>
      </w:r>
      <w:r w:rsidR="0034078D">
        <w:t xml:space="preserve">, </w:t>
      </w:r>
      <w:r>
        <w:t>&amp; qu</w:t>
      </w:r>
      <w:r w:rsidR="0034078D">
        <w:t>’</w:t>
      </w:r>
      <w:r>
        <w:t>elle n</w:t>
      </w:r>
      <w:r w:rsidR="0034078D">
        <w:t>’</w:t>
      </w:r>
      <w:r>
        <w:t>en tire aucun mérite</w:t>
      </w:r>
      <w:r w:rsidR="0034078D">
        <w:t xml:space="preserve">, </w:t>
      </w:r>
      <w:r>
        <w:t>en ce qu</w:t>
      </w:r>
      <w:r w:rsidR="0034078D">
        <w:t>’</w:t>
      </w:r>
      <w:r>
        <w:t>il est indépendant de sa volonté</w:t>
      </w:r>
      <w:r w:rsidR="0034078D">
        <w:t xml:space="preserve">. </w:t>
      </w:r>
      <w:r>
        <w:t>Je veux parler de ces états doux &amp; tranquilles que donne l</w:t>
      </w:r>
      <w:r w:rsidR="0034078D">
        <w:t>’</w:t>
      </w:r>
      <w:r>
        <w:t>opium</w:t>
      </w:r>
      <w:r w:rsidR="0034078D">
        <w:t xml:space="preserve">, </w:t>
      </w:r>
      <w:r>
        <w:t xml:space="preserve">dans lesquels on </w:t>
      </w:r>
      <w:proofErr w:type="spellStart"/>
      <w:r>
        <w:t>voudroit</w:t>
      </w:r>
      <w:proofErr w:type="spellEnd"/>
      <w:r>
        <w:t xml:space="preserve"> demeurer toute une éternité</w:t>
      </w:r>
      <w:r w:rsidR="0034078D">
        <w:t xml:space="preserve">, </w:t>
      </w:r>
      <w:r>
        <w:t>vrai paradis de l</w:t>
      </w:r>
      <w:r w:rsidR="0034078D">
        <w:t>’</w:t>
      </w:r>
      <w:proofErr w:type="spellStart"/>
      <w:r>
        <w:t>ame</w:t>
      </w:r>
      <w:proofErr w:type="spellEnd"/>
      <w:r w:rsidR="0034078D">
        <w:t xml:space="preserve">, </w:t>
      </w:r>
      <w:r>
        <w:t>s</w:t>
      </w:r>
      <w:r w:rsidR="0034078D">
        <w:t>’</w:t>
      </w:r>
      <w:r>
        <w:t xml:space="preserve">ils </w:t>
      </w:r>
      <w:proofErr w:type="spellStart"/>
      <w:r>
        <w:t>étoient</w:t>
      </w:r>
      <w:proofErr w:type="spellEnd"/>
      <w:r>
        <w:t xml:space="preserve"> </w:t>
      </w:r>
      <w:proofErr w:type="spellStart"/>
      <w:r>
        <w:t>permanens</w:t>
      </w:r>
      <w:proofErr w:type="spellEnd"/>
      <w:r w:rsidR="0034078D">
        <w:t xml:space="preserve"> : </w:t>
      </w:r>
      <w:r>
        <w:t>états bienheureux</w:t>
      </w:r>
      <w:r w:rsidR="0034078D">
        <w:t xml:space="preserve">, </w:t>
      </w:r>
      <w:r>
        <w:t>qui n</w:t>
      </w:r>
      <w:r w:rsidR="0034078D">
        <w:t>’</w:t>
      </w:r>
      <w:r>
        <w:t>ont cependant d</w:t>
      </w:r>
      <w:r w:rsidR="0034078D">
        <w:t>’</w:t>
      </w:r>
      <w:r>
        <w:t>autre origine que la paisible égalité de la circulation</w:t>
      </w:r>
      <w:r w:rsidR="0034078D">
        <w:t xml:space="preserve">, </w:t>
      </w:r>
      <w:r>
        <w:t xml:space="preserve">&amp; une détente douce &amp; à moitié paralytique des </w:t>
      </w:r>
      <w:r>
        <w:lastRenderedPageBreak/>
        <w:t>fibres solides</w:t>
      </w:r>
      <w:r w:rsidR="0034078D">
        <w:t xml:space="preserve">. </w:t>
      </w:r>
      <w:r>
        <w:t xml:space="preserve">Quelle merveille </w:t>
      </w:r>
      <w:proofErr w:type="spellStart"/>
      <w:r>
        <w:t>opere</w:t>
      </w:r>
      <w:proofErr w:type="spellEnd"/>
      <w:r>
        <w:t xml:space="preserve"> un seul grain de suc narcotique</w:t>
      </w:r>
      <w:r w:rsidR="0034078D">
        <w:t xml:space="preserve">, </w:t>
      </w:r>
      <w:r>
        <w:t>ajouté au sang</w:t>
      </w:r>
      <w:r w:rsidR="0034078D">
        <w:t xml:space="preserve">, </w:t>
      </w:r>
      <w:r>
        <w:t>&amp; coulant avec lui dans les vaisseaux</w:t>
      </w:r>
      <w:r w:rsidR="0034078D">
        <w:t xml:space="preserve"> ! </w:t>
      </w:r>
      <w:r>
        <w:t>Par quelle magie nous communique-t-il plus de bonheur que tous les traités des philosophes</w:t>
      </w:r>
      <w:r w:rsidR="0034078D">
        <w:t xml:space="preserve"> ? </w:t>
      </w:r>
      <w:r>
        <w:t xml:space="preserve">Et quel </w:t>
      </w:r>
      <w:proofErr w:type="spellStart"/>
      <w:r>
        <w:t>seroit</w:t>
      </w:r>
      <w:proofErr w:type="spellEnd"/>
      <w:r>
        <w:t xml:space="preserve"> le sort d</w:t>
      </w:r>
      <w:r w:rsidR="0034078D">
        <w:t>’</w:t>
      </w:r>
      <w:r>
        <w:t xml:space="preserve">un homme qui </w:t>
      </w:r>
      <w:proofErr w:type="spellStart"/>
      <w:r>
        <w:t>seroit</w:t>
      </w:r>
      <w:proofErr w:type="spellEnd"/>
      <w:r>
        <w:t xml:space="preserve"> organisé toute sa vie</w:t>
      </w:r>
      <w:r w:rsidR="0034078D">
        <w:t xml:space="preserve">, </w:t>
      </w:r>
      <w:r>
        <w:t>comme il l</w:t>
      </w:r>
      <w:r w:rsidR="0034078D">
        <w:t>’</w:t>
      </w:r>
      <w:r>
        <w:t>est</w:t>
      </w:r>
      <w:r w:rsidR="0034078D">
        <w:t xml:space="preserve">, </w:t>
      </w:r>
      <w:r>
        <w:t xml:space="preserve">tant que ce divin </w:t>
      </w:r>
      <w:proofErr w:type="spellStart"/>
      <w:r>
        <w:t>remede</w:t>
      </w:r>
      <w:proofErr w:type="spellEnd"/>
      <w:r>
        <w:t xml:space="preserve"> agit</w:t>
      </w:r>
      <w:r w:rsidR="0034078D">
        <w:t xml:space="preserve"> ! </w:t>
      </w:r>
      <w:r>
        <w:t>qu</w:t>
      </w:r>
      <w:r w:rsidR="0034078D">
        <w:t>’</w:t>
      </w:r>
      <w:r>
        <w:t xml:space="preserve">il </w:t>
      </w:r>
      <w:proofErr w:type="spellStart"/>
      <w:r>
        <w:t>seroit</w:t>
      </w:r>
      <w:proofErr w:type="spellEnd"/>
      <w:r>
        <w:t xml:space="preserve"> heureux</w:t>
      </w:r>
      <w:r w:rsidR="0034078D">
        <w:t> !</w:t>
      </w:r>
    </w:p>
    <w:p w14:paraId="34D02C3E" w14:textId="77777777" w:rsidR="0034078D" w:rsidRDefault="00000000" w:rsidP="0034078D">
      <w:r>
        <w:t>Les rêves</w:t>
      </w:r>
      <w:r w:rsidR="0034078D">
        <w:t xml:space="preserve">, </w:t>
      </w:r>
      <w:r>
        <w:t>qui n</w:t>
      </w:r>
      <w:r w:rsidR="0034078D">
        <w:t>’</w:t>
      </w:r>
      <w:r>
        <w:t>ont pas besoin d</w:t>
      </w:r>
      <w:r w:rsidR="0034078D">
        <w:t>’</w:t>
      </w:r>
      <w:r>
        <w:t>opium pour être souvent fort agréables</w:t>
      </w:r>
      <w:r w:rsidR="0034078D">
        <w:t xml:space="preserve">, </w:t>
      </w:r>
      <w:r>
        <w:t>confirment la même chose</w:t>
      </w:r>
      <w:r w:rsidR="0034078D">
        <w:t xml:space="preserve">. </w:t>
      </w:r>
      <w:r>
        <w:t>Comme un objet aimé se peint mieux absent que présent</w:t>
      </w:r>
      <w:r w:rsidR="0034078D">
        <w:t xml:space="preserve">, </w:t>
      </w:r>
      <w:r>
        <w:t>parce que la réalité offre à l</w:t>
      </w:r>
      <w:r w:rsidR="0034078D">
        <w:t>’</w:t>
      </w:r>
      <w:r>
        <w:t>imagination des bornes qu</w:t>
      </w:r>
      <w:r w:rsidR="0034078D">
        <w:t>’</w:t>
      </w:r>
      <w:r>
        <w:t xml:space="preserve">elle ne </w:t>
      </w:r>
      <w:proofErr w:type="spellStart"/>
      <w:r>
        <w:t>connoît</w:t>
      </w:r>
      <w:proofErr w:type="spellEnd"/>
      <w:r>
        <w:t xml:space="preserve"> plus</w:t>
      </w:r>
      <w:r w:rsidR="0034078D">
        <w:t xml:space="preserve">, </w:t>
      </w:r>
      <w:r>
        <w:t>lorsqu</w:t>
      </w:r>
      <w:r w:rsidR="0034078D">
        <w:t>’</w:t>
      </w:r>
      <w:r>
        <w:t xml:space="preserve">elle est abandonnée à </w:t>
      </w:r>
      <w:proofErr w:type="spellStart"/>
      <w:r>
        <w:t>elle-mème</w:t>
      </w:r>
      <w:proofErr w:type="spellEnd"/>
      <w:r w:rsidR="0034078D">
        <w:t xml:space="preserve">, </w:t>
      </w:r>
      <w:r>
        <w:t>pour la même raison les peintures sont plus vives</w:t>
      </w:r>
      <w:r w:rsidR="0034078D">
        <w:t xml:space="preserve">, </w:t>
      </w:r>
      <w:r>
        <w:t>quand on dort</w:t>
      </w:r>
      <w:r w:rsidR="0034078D">
        <w:t xml:space="preserve">, </w:t>
      </w:r>
      <w:r>
        <w:t>que quand on veille</w:t>
      </w:r>
      <w:r w:rsidR="0034078D">
        <w:t xml:space="preserve">. </w:t>
      </w:r>
      <w:r>
        <w:t>L</w:t>
      </w:r>
      <w:r w:rsidR="0034078D">
        <w:t>’</w:t>
      </w:r>
      <w:proofErr w:type="spellStart"/>
      <w:r>
        <w:t>ame</w:t>
      </w:r>
      <w:proofErr w:type="spellEnd"/>
      <w:r>
        <w:t xml:space="preserve"> que rien ne distrait alors</w:t>
      </w:r>
      <w:r w:rsidR="0034078D">
        <w:t xml:space="preserve">, </w:t>
      </w:r>
      <w:r>
        <w:t>toute livrée au tumulte interne des sens</w:t>
      </w:r>
      <w:r w:rsidR="0034078D">
        <w:t xml:space="preserve">, </w:t>
      </w:r>
      <w:r>
        <w:t>goûte mieux</w:t>
      </w:r>
      <w:r w:rsidR="0034078D">
        <w:t xml:space="preserve">, </w:t>
      </w:r>
      <w:r>
        <w:t>&amp; à plus longs traits</w:t>
      </w:r>
      <w:r w:rsidR="0034078D">
        <w:t xml:space="preserve">, </w:t>
      </w:r>
      <w:r>
        <w:t xml:space="preserve">des plaisirs qui la </w:t>
      </w:r>
      <w:proofErr w:type="spellStart"/>
      <w:r>
        <w:t>pénetrent</w:t>
      </w:r>
      <w:proofErr w:type="spellEnd"/>
      <w:r w:rsidR="0034078D">
        <w:t xml:space="preserve">. </w:t>
      </w:r>
      <w:r>
        <w:t>Réciproquement elle est aussi plus alarmée &amp; plus effrayée par les spectres qui se forment la nuit dans le cerveau</w:t>
      </w:r>
      <w:r w:rsidR="0034078D">
        <w:t xml:space="preserve">, </w:t>
      </w:r>
      <w:r>
        <w:t>&amp; qui ne sont jamais si affreux</w:t>
      </w:r>
      <w:r w:rsidR="0034078D">
        <w:t xml:space="preserve">, </w:t>
      </w:r>
      <w:r>
        <w:t>lorsqu</w:t>
      </w:r>
      <w:r w:rsidR="0034078D">
        <w:t>’</w:t>
      </w:r>
      <w:r>
        <w:t>on veille</w:t>
      </w:r>
      <w:r w:rsidR="0034078D">
        <w:t xml:space="preserve">, </w:t>
      </w:r>
      <w:r>
        <w:t>parce que les objets du dehors les ont bientôt écartés</w:t>
      </w:r>
      <w:r w:rsidR="0034078D">
        <w:t xml:space="preserve"> : </w:t>
      </w:r>
      <w:r>
        <w:t>songes noirs</w:t>
      </w:r>
      <w:r w:rsidR="0034078D">
        <w:t xml:space="preserve">, </w:t>
      </w:r>
      <w:r>
        <w:t>auxquels sont principalement sujets ceux qui s</w:t>
      </w:r>
      <w:r w:rsidR="0034078D">
        <w:t>’</w:t>
      </w:r>
      <w:r>
        <w:t>accoutument durant le jour à n</w:t>
      </w:r>
      <w:r w:rsidR="0034078D">
        <w:t>’</w:t>
      </w:r>
      <w:r>
        <w:t>avoir que des idées tristes</w:t>
      </w:r>
      <w:r w:rsidR="0034078D">
        <w:t xml:space="preserve">, </w:t>
      </w:r>
      <w:r>
        <w:t>lugubres ou sinistres</w:t>
      </w:r>
      <w:r w:rsidR="0034078D">
        <w:t xml:space="preserve">, </w:t>
      </w:r>
      <w:r>
        <w:t>au lieu de les chasser</w:t>
      </w:r>
      <w:r w:rsidR="0034078D">
        <w:t xml:space="preserve">, </w:t>
      </w:r>
      <w:r>
        <w:t>autant qu</w:t>
      </w:r>
      <w:r w:rsidR="0034078D">
        <w:t>’</w:t>
      </w:r>
      <w:r>
        <w:t>il est possible</w:t>
      </w:r>
      <w:r w:rsidR="0034078D">
        <w:t xml:space="preserve">. </w:t>
      </w:r>
      <w:r>
        <w:t xml:space="preserve">Descartes se </w:t>
      </w:r>
      <w:proofErr w:type="spellStart"/>
      <w:r>
        <w:t>felicite</w:t>
      </w:r>
      <w:proofErr w:type="spellEnd"/>
      <w:r w:rsidR="0034078D">
        <w:t xml:space="preserve">, </w:t>
      </w:r>
      <w:r>
        <w:t>dans ses lettres</w:t>
      </w:r>
      <w:r w:rsidR="0034078D">
        <w:t xml:space="preserve">, </w:t>
      </w:r>
      <w:r>
        <w:t>de n</w:t>
      </w:r>
      <w:r w:rsidR="0034078D">
        <w:t>’</w:t>
      </w:r>
      <w:r>
        <w:t>avoir pas la nuit des idées plus fâcheuses que le jour</w:t>
      </w:r>
      <w:r w:rsidR="0034078D">
        <w:t>.</w:t>
      </w:r>
    </w:p>
    <w:p w14:paraId="35B1B560" w14:textId="77777777" w:rsidR="0034078D" w:rsidRDefault="00000000" w:rsidP="0034078D">
      <w:r>
        <w:t>Vous voyez que l</w:t>
      </w:r>
      <w:r w:rsidR="0034078D">
        <w:t>’</w:t>
      </w:r>
      <w:r>
        <w:t>illusion même</w:t>
      </w:r>
      <w:r w:rsidR="0034078D">
        <w:t xml:space="preserve">, </w:t>
      </w:r>
      <w:r>
        <w:t xml:space="preserve">soit </w:t>
      </w:r>
      <w:proofErr w:type="spellStart"/>
      <w:r>
        <w:t>quelle</w:t>
      </w:r>
      <w:proofErr w:type="spellEnd"/>
      <w:r>
        <w:t xml:space="preserve"> soit produite par les </w:t>
      </w:r>
      <w:proofErr w:type="spellStart"/>
      <w:r>
        <w:t>médicamens</w:t>
      </w:r>
      <w:proofErr w:type="spellEnd"/>
      <w:r w:rsidR="0034078D">
        <w:t xml:space="preserve">, </w:t>
      </w:r>
      <w:r>
        <w:t>ou par des rêves</w:t>
      </w:r>
      <w:r w:rsidR="0034078D">
        <w:t xml:space="preserve">, </w:t>
      </w:r>
      <w:r>
        <w:t>est la cause réelle de notre bonheur ou malheur machinal</w:t>
      </w:r>
      <w:r w:rsidR="0034078D">
        <w:t xml:space="preserve"> : </w:t>
      </w:r>
      <w:r>
        <w:t>en sorte que</w:t>
      </w:r>
      <w:r w:rsidR="0034078D">
        <w:t xml:space="preserve">, </w:t>
      </w:r>
      <w:r>
        <w:t>si j</w:t>
      </w:r>
      <w:r w:rsidR="0034078D">
        <w:t>’</w:t>
      </w:r>
      <w:r>
        <w:t>avois à choisir d</w:t>
      </w:r>
      <w:r w:rsidR="0034078D">
        <w:t>’</w:t>
      </w:r>
      <w:r>
        <w:t>être malheureux la nuit &amp; heureux le jour</w:t>
      </w:r>
      <w:r w:rsidR="0034078D">
        <w:t xml:space="preserve">, </w:t>
      </w:r>
      <w:r>
        <w:t>le choix m</w:t>
      </w:r>
      <w:r w:rsidR="0034078D">
        <w:t>’</w:t>
      </w:r>
      <w:proofErr w:type="spellStart"/>
      <w:r>
        <w:t>embarrasseroit</w:t>
      </w:r>
      <w:proofErr w:type="spellEnd"/>
      <w:r w:rsidR="0034078D">
        <w:t xml:space="preserve"> ; </w:t>
      </w:r>
      <w:r>
        <w:t>car que m</w:t>
      </w:r>
      <w:r w:rsidR="0034078D">
        <w:t>’</w:t>
      </w:r>
      <w:r>
        <w:t>importe en quel état soit mon corps</w:t>
      </w:r>
      <w:r w:rsidR="0034078D">
        <w:t xml:space="preserve">, </w:t>
      </w:r>
      <w:r>
        <w:t>lorsque je suis mécontent</w:t>
      </w:r>
      <w:r w:rsidR="0034078D">
        <w:t xml:space="preserve">, </w:t>
      </w:r>
      <w:r>
        <w:t>inquiet</w:t>
      </w:r>
      <w:r w:rsidR="0034078D">
        <w:t xml:space="preserve">, </w:t>
      </w:r>
      <w:r>
        <w:t>chagrin</w:t>
      </w:r>
      <w:r w:rsidR="0034078D">
        <w:t xml:space="preserve">, </w:t>
      </w:r>
      <w:r>
        <w:t>désolé</w:t>
      </w:r>
      <w:r w:rsidR="0034078D">
        <w:t xml:space="preserve">. </w:t>
      </w:r>
      <w:r>
        <w:t>Si dans l</w:t>
      </w:r>
      <w:r w:rsidR="0034078D">
        <w:t>’</w:t>
      </w:r>
      <w:r>
        <w:t>incube</w:t>
      </w:r>
      <w:r w:rsidR="0034078D">
        <w:t xml:space="preserve">, </w:t>
      </w:r>
      <w:r>
        <w:t>il n</w:t>
      </w:r>
      <w:r w:rsidR="0034078D">
        <w:t>’</w:t>
      </w:r>
      <w:r>
        <w:t>y a point de fardeau sur ma poitrine</w:t>
      </w:r>
      <w:r w:rsidR="0034078D">
        <w:t xml:space="preserve">, </w:t>
      </w:r>
      <w:r>
        <w:t xml:space="preserve">mon </w:t>
      </w:r>
      <w:proofErr w:type="spellStart"/>
      <w:r>
        <w:t>ame</w:t>
      </w:r>
      <w:proofErr w:type="spellEnd"/>
      <w:r>
        <w:t xml:space="preserve"> a-t-elle moins le </w:t>
      </w:r>
      <w:proofErr w:type="spellStart"/>
      <w:r>
        <w:rPr>
          <w:i/>
          <w:iCs/>
        </w:rPr>
        <w:t>cochemar</w:t>
      </w:r>
      <w:proofErr w:type="spellEnd"/>
      <w:r w:rsidR="0034078D">
        <w:rPr>
          <w:i/>
          <w:iCs/>
        </w:rPr>
        <w:t xml:space="preserve"> ? </w:t>
      </w:r>
      <w:r>
        <w:t xml:space="preserve">&amp; quoique ces objets </w:t>
      </w:r>
      <w:proofErr w:type="spellStart"/>
      <w:r>
        <w:t>charmans</w:t>
      </w:r>
      <w:proofErr w:type="spellEnd"/>
      <w:r w:rsidR="0034078D">
        <w:t xml:space="preserve">, </w:t>
      </w:r>
      <w:r>
        <w:t>qui me procurent un rêve délicieux</w:t>
      </w:r>
      <w:r w:rsidR="0034078D">
        <w:t xml:space="preserve">, </w:t>
      </w:r>
      <w:r>
        <w:t xml:space="preserve">ne soient point </w:t>
      </w:r>
      <w:r>
        <w:lastRenderedPageBreak/>
        <w:t>avec moi</w:t>
      </w:r>
      <w:r w:rsidR="0034078D">
        <w:t xml:space="preserve">, </w:t>
      </w:r>
      <w:r>
        <w:t>je n</w:t>
      </w:r>
      <w:r w:rsidR="0034078D">
        <w:t>’</w:t>
      </w:r>
      <w:r>
        <w:t>en suis pas moins avec eux</w:t>
      </w:r>
      <w:r w:rsidR="0034078D">
        <w:t xml:space="preserve">, </w:t>
      </w:r>
      <w:r>
        <w:t>je n</w:t>
      </w:r>
      <w:r w:rsidR="0034078D">
        <w:t>’</w:t>
      </w:r>
      <w:r>
        <w:t>en ressens pas moins les mêmes plaisirs que s</w:t>
      </w:r>
      <w:r w:rsidR="0034078D">
        <w:t>’</w:t>
      </w:r>
      <w:r>
        <w:t xml:space="preserve">ils </w:t>
      </w:r>
      <w:proofErr w:type="spellStart"/>
      <w:r>
        <w:t>étoient</w:t>
      </w:r>
      <w:proofErr w:type="spellEnd"/>
      <w:r>
        <w:t xml:space="preserve"> </w:t>
      </w:r>
      <w:proofErr w:type="spellStart"/>
      <w:r>
        <w:t>présens</w:t>
      </w:r>
      <w:proofErr w:type="spellEnd"/>
      <w:r w:rsidR="0034078D">
        <w:t xml:space="preserve">. </w:t>
      </w:r>
      <w:r>
        <w:t>On a les mêmes avantages dans le délire &amp; la folie</w:t>
      </w:r>
      <w:r w:rsidR="0034078D">
        <w:t xml:space="preserve">, </w:t>
      </w:r>
      <w:r>
        <w:t>qui en est un</w:t>
      </w:r>
      <w:r w:rsidR="0034078D">
        <w:t xml:space="preserve">. </w:t>
      </w:r>
      <w:r>
        <w:t>Souvent c</w:t>
      </w:r>
      <w:r w:rsidR="0034078D">
        <w:t>’</w:t>
      </w:r>
      <w:r>
        <w:t>est rendre un mauvais service</w:t>
      </w:r>
      <w:r w:rsidR="0034078D">
        <w:t xml:space="preserve">, </w:t>
      </w:r>
      <w:r>
        <w:t>que de guérir ces maladies</w:t>
      </w:r>
      <w:r w:rsidR="0034078D">
        <w:t xml:space="preserve"> ; </w:t>
      </w:r>
      <w:r>
        <w:t>c</w:t>
      </w:r>
      <w:r w:rsidR="0034078D">
        <w:t>’</w:t>
      </w:r>
      <w:r>
        <w:t>est troubler un songe agréable</w:t>
      </w:r>
      <w:r w:rsidR="0034078D">
        <w:t xml:space="preserve">, </w:t>
      </w:r>
      <w:r>
        <w:t xml:space="preserve">&amp; présenter la triste perspective de la pauvreté à un homme qui ne </w:t>
      </w:r>
      <w:proofErr w:type="spellStart"/>
      <w:r>
        <w:t>voyoit</w:t>
      </w:r>
      <w:proofErr w:type="spellEnd"/>
      <w:r>
        <w:t xml:space="preserve"> que richesses &amp; vaisseaux à lui </w:t>
      </w:r>
      <w:proofErr w:type="spellStart"/>
      <w:r>
        <w:t>appartenans</w:t>
      </w:r>
      <w:proofErr w:type="spellEnd"/>
      <w:r w:rsidR="0034078D">
        <w:t xml:space="preserve">. </w:t>
      </w:r>
      <w:r>
        <w:t>Saine ou malade</w:t>
      </w:r>
      <w:r w:rsidR="0034078D">
        <w:t xml:space="preserve">, </w:t>
      </w:r>
      <w:r>
        <w:t>éveillée ou endormie</w:t>
      </w:r>
      <w:r w:rsidR="0034078D">
        <w:t xml:space="preserve">, </w:t>
      </w:r>
      <w:r>
        <w:t>l</w:t>
      </w:r>
      <w:r w:rsidR="0034078D">
        <w:t>’</w:t>
      </w:r>
      <w:r>
        <w:t>imagination peut donc rendre content</w:t>
      </w:r>
      <w:r w:rsidR="0034078D">
        <w:t>.</w:t>
      </w:r>
    </w:p>
    <w:p w14:paraId="626B4630" w14:textId="77777777" w:rsidR="0034078D" w:rsidRDefault="00000000" w:rsidP="0034078D">
      <w:r>
        <w:t>Le sentiment qui nous affecte agréablement ou désagréablement</w:t>
      </w:r>
      <w:r w:rsidR="0034078D">
        <w:t xml:space="preserve">, </w:t>
      </w:r>
      <w:r>
        <w:t>n</w:t>
      </w:r>
      <w:r w:rsidR="0034078D">
        <w:t>’</w:t>
      </w:r>
      <w:r>
        <w:t>a donc pas besoin de l</w:t>
      </w:r>
      <w:r w:rsidR="0034078D">
        <w:t>’</w:t>
      </w:r>
      <w:r>
        <w:t>action des sens externes pour faire le plaisir ou le désagrément de la vie</w:t>
      </w:r>
      <w:r w:rsidR="0034078D">
        <w:t xml:space="preserve">. </w:t>
      </w:r>
      <w:r>
        <w:t>Il suffit que les sens internes</w:t>
      </w:r>
      <w:r w:rsidR="0034078D">
        <w:t xml:space="preserve">, </w:t>
      </w:r>
      <w:r>
        <w:t>plus ou moins ouverts ou éveillés</w:t>
      </w:r>
      <w:r w:rsidR="0034078D">
        <w:t xml:space="preserve">, </w:t>
      </w:r>
      <w:r>
        <w:t>livrent mon sentiment à leur chaos d</w:t>
      </w:r>
      <w:r w:rsidR="0034078D">
        <w:t>’</w:t>
      </w:r>
      <w:r>
        <w:t>idées</w:t>
      </w:r>
      <w:r w:rsidR="0034078D">
        <w:t xml:space="preserve">, </w:t>
      </w:r>
      <w:r>
        <w:t>sans l</w:t>
      </w:r>
      <w:r w:rsidR="0034078D">
        <w:t>’</w:t>
      </w:r>
      <w:r>
        <w:t>étouffer</w:t>
      </w:r>
      <w:r w:rsidR="0034078D">
        <w:t xml:space="preserve">, </w:t>
      </w:r>
      <w:r>
        <w:t>&amp; donnent</w:t>
      </w:r>
      <w:r w:rsidR="0034078D">
        <w:t xml:space="preserve">, </w:t>
      </w:r>
      <w:r>
        <w:t>pour ainsi dire</w:t>
      </w:r>
      <w:r w:rsidR="0034078D">
        <w:t xml:space="preserve">, </w:t>
      </w:r>
      <w:r>
        <w:t xml:space="preserve">à mon </w:t>
      </w:r>
      <w:proofErr w:type="spellStart"/>
      <w:r>
        <w:t>ame</w:t>
      </w:r>
      <w:proofErr w:type="spellEnd"/>
      <w:r w:rsidR="0034078D">
        <w:t xml:space="preserve">, </w:t>
      </w:r>
      <w:r>
        <w:t>la comédie ou la tragédie</w:t>
      </w:r>
      <w:r w:rsidR="0034078D">
        <w:t xml:space="preserve">, </w:t>
      </w:r>
      <w:r>
        <w:t>les sensations de volupté ou de douleur</w:t>
      </w:r>
      <w:r w:rsidR="0034078D">
        <w:t>.</w:t>
      </w:r>
    </w:p>
    <w:p w14:paraId="225BB741" w14:textId="77777777" w:rsidR="0034078D" w:rsidRDefault="00000000" w:rsidP="0034078D">
      <w:r>
        <w:t>Mais la veille même est-elle bien certainement autre chose qu</w:t>
      </w:r>
      <w:r w:rsidR="0034078D">
        <w:t>’</w:t>
      </w:r>
      <w:r>
        <w:t>un rêve moins confus &amp; mieux arrangé</w:t>
      </w:r>
      <w:r w:rsidR="0034078D">
        <w:t xml:space="preserve">, </w:t>
      </w:r>
      <w:r>
        <w:t>en ce qu</w:t>
      </w:r>
      <w:r w:rsidR="0034078D">
        <w:t>’</w:t>
      </w:r>
      <w:r>
        <w:t>il est plus conforme à la nature &amp; à l</w:t>
      </w:r>
      <w:r w:rsidR="0034078D">
        <w:t>’</w:t>
      </w:r>
      <w:r>
        <w:t xml:space="preserve">ordre des </w:t>
      </w:r>
      <w:proofErr w:type="spellStart"/>
      <w:r>
        <w:t>premieres</w:t>
      </w:r>
      <w:proofErr w:type="spellEnd"/>
      <w:r>
        <w:t xml:space="preserve"> idées qu</w:t>
      </w:r>
      <w:r w:rsidR="0034078D">
        <w:t>’</w:t>
      </w:r>
      <w:r>
        <w:t>on a reçues</w:t>
      </w:r>
      <w:r w:rsidR="0034078D">
        <w:t xml:space="preserve"> ? </w:t>
      </w:r>
      <w:r>
        <w:t>La raison de l</w:t>
      </w:r>
      <w:r w:rsidR="0034078D">
        <w:t>’</w:t>
      </w:r>
      <w:r>
        <w:t xml:space="preserve">homme </w:t>
      </w:r>
      <w:proofErr w:type="spellStart"/>
      <w:r>
        <w:t>pourroit-elle</w:t>
      </w:r>
      <w:proofErr w:type="spellEnd"/>
      <w:r>
        <w:t xml:space="preserve"> bien ne pas toujours rêver</w:t>
      </w:r>
      <w:r w:rsidR="0034078D">
        <w:t xml:space="preserve">, </w:t>
      </w:r>
      <w:r>
        <w:t>elle qui nous trompe si souvent</w:t>
      </w:r>
      <w:r w:rsidR="0034078D">
        <w:t xml:space="preserve">, </w:t>
      </w:r>
      <w:r>
        <w:t>&amp; qui n</w:t>
      </w:r>
      <w:r w:rsidR="0034078D">
        <w:t>’</w:t>
      </w:r>
      <w:r>
        <w:t>est pas même maîtresse</w:t>
      </w:r>
      <w:r w:rsidR="0034078D">
        <w:t xml:space="preserve">, </w:t>
      </w:r>
      <w:r>
        <w:t>comme dit Montagne</w:t>
      </w:r>
      <w:r w:rsidR="0034078D">
        <w:t xml:space="preserve">, </w:t>
      </w:r>
      <w:r>
        <w:t>de faire vouloir à sa volonté ce qu</w:t>
      </w:r>
      <w:r w:rsidR="0034078D">
        <w:t>’</w:t>
      </w:r>
      <w:r>
        <w:t xml:space="preserve">elle </w:t>
      </w:r>
      <w:proofErr w:type="spellStart"/>
      <w:r>
        <w:t>voudroit</w:t>
      </w:r>
      <w:proofErr w:type="spellEnd"/>
      <w:r w:rsidR="0034078D">
        <w:t>.</w:t>
      </w:r>
    </w:p>
    <w:p w14:paraId="02B02249" w14:textId="77777777" w:rsidR="0034078D" w:rsidRDefault="00000000" w:rsidP="0034078D">
      <w:r>
        <w:t>Si tant de rêves</w:t>
      </w:r>
      <w:r w:rsidR="0034078D">
        <w:t xml:space="preserve">, </w:t>
      </w:r>
      <w:r>
        <w:t>comme on n</w:t>
      </w:r>
      <w:r w:rsidR="0034078D">
        <w:t>’</w:t>
      </w:r>
      <w:r>
        <w:t>en peut douter</w:t>
      </w:r>
      <w:r w:rsidR="0034078D">
        <w:t xml:space="preserve">, </w:t>
      </w:r>
      <w:r>
        <w:t>lorsqu</w:t>
      </w:r>
      <w:r w:rsidR="0034078D">
        <w:t>’</w:t>
      </w:r>
      <w:r>
        <w:t xml:space="preserve">on a quelque </w:t>
      </w:r>
      <w:proofErr w:type="spellStart"/>
      <w:r>
        <w:t>connoissance</w:t>
      </w:r>
      <w:proofErr w:type="spellEnd"/>
      <w:r>
        <w:t xml:space="preserve"> de l</w:t>
      </w:r>
      <w:r w:rsidR="0034078D">
        <w:t>’</w:t>
      </w:r>
      <w:r>
        <w:t>économie animale</w:t>
      </w:r>
      <w:r w:rsidR="0034078D">
        <w:t xml:space="preserve">, </w:t>
      </w:r>
      <w:r>
        <w:t>sont des veilles imparfaites</w:t>
      </w:r>
      <w:r w:rsidR="0034078D">
        <w:t xml:space="preserve">, </w:t>
      </w:r>
      <w:r>
        <w:t>sans contredit il y a une infinité de veilles qui ne sont que des songes incomplets</w:t>
      </w:r>
      <w:r w:rsidR="0034078D">
        <w:t xml:space="preserve">. </w:t>
      </w:r>
      <w:r>
        <w:t>On réfléchit souvent</w:t>
      </w:r>
      <w:r w:rsidR="0034078D">
        <w:t xml:space="preserve">, </w:t>
      </w:r>
      <w:r>
        <w:t>endormi comme éveillé</w:t>
      </w:r>
      <w:r w:rsidR="0034078D">
        <w:t xml:space="preserve">, </w:t>
      </w:r>
      <w:r>
        <w:t>&amp; quelquefois mieux</w:t>
      </w:r>
      <w:r w:rsidR="0034078D">
        <w:t xml:space="preserve">. </w:t>
      </w:r>
      <w:r>
        <w:t xml:space="preserve">Il y a des </w:t>
      </w:r>
      <w:proofErr w:type="spellStart"/>
      <w:r>
        <w:t>sots</w:t>
      </w:r>
      <w:proofErr w:type="spellEnd"/>
      <w:r>
        <w:t xml:space="preserve"> qui ont beaucoup d</w:t>
      </w:r>
      <w:r w:rsidR="0034078D">
        <w:t>’</w:t>
      </w:r>
      <w:r>
        <w:t>esprit en rêve</w:t>
      </w:r>
      <w:r w:rsidR="0034078D">
        <w:t xml:space="preserve"> ; </w:t>
      </w:r>
      <w:r>
        <w:t>le prédicateur déclame</w:t>
      </w:r>
      <w:r w:rsidR="0034078D">
        <w:t xml:space="preserve">, </w:t>
      </w:r>
      <w:r>
        <w:t xml:space="preserve">le </w:t>
      </w:r>
      <w:proofErr w:type="spellStart"/>
      <w:r>
        <w:t>poëte</w:t>
      </w:r>
      <w:proofErr w:type="spellEnd"/>
      <w:r>
        <w:t xml:space="preserve"> fait des vers</w:t>
      </w:r>
      <w:r w:rsidR="0034078D">
        <w:t xml:space="preserve">, </w:t>
      </w:r>
      <w:r>
        <w:t>Morphée vaut un Apollon</w:t>
      </w:r>
      <w:r w:rsidR="0034078D">
        <w:t xml:space="preserve">. </w:t>
      </w:r>
      <w:r>
        <w:t>Tel est le pouvoir de l</w:t>
      </w:r>
      <w:r w:rsidR="0034078D">
        <w:t>’</w:t>
      </w:r>
      <w:r>
        <w:t>habitude de penser</w:t>
      </w:r>
      <w:r w:rsidR="0034078D">
        <w:t xml:space="preserve">. </w:t>
      </w:r>
      <w:r>
        <w:t>Mais dans la veille encore</w:t>
      </w:r>
      <w:r w:rsidR="0034078D">
        <w:t xml:space="preserve">, </w:t>
      </w:r>
      <w:r>
        <w:t>on se surprend sans cesse si bien rêvant</w:t>
      </w:r>
      <w:r w:rsidR="0034078D">
        <w:t xml:space="preserve">, </w:t>
      </w:r>
      <w:r>
        <w:t>que</w:t>
      </w:r>
      <w:r w:rsidR="0034078D">
        <w:t xml:space="preserve">, </w:t>
      </w:r>
      <w:r>
        <w:t xml:space="preserve">si cet état </w:t>
      </w:r>
      <w:proofErr w:type="spellStart"/>
      <w:r>
        <w:t>duroit</w:t>
      </w:r>
      <w:proofErr w:type="spellEnd"/>
      <w:r>
        <w:t xml:space="preserve"> </w:t>
      </w:r>
      <w:r>
        <w:lastRenderedPageBreak/>
        <w:t xml:space="preserve">un </w:t>
      </w:r>
      <w:proofErr w:type="spellStart"/>
      <w:r>
        <w:t>siecle</w:t>
      </w:r>
      <w:proofErr w:type="spellEnd"/>
      <w:r w:rsidR="0034078D">
        <w:t xml:space="preserve">, </w:t>
      </w:r>
      <w:r>
        <w:t>c</w:t>
      </w:r>
      <w:r w:rsidR="0034078D">
        <w:t>’</w:t>
      </w:r>
      <w:r>
        <w:t xml:space="preserve">est un </w:t>
      </w:r>
      <w:proofErr w:type="spellStart"/>
      <w:r>
        <w:t>siecle</w:t>
      </w:r>
      <w:proofErr w:type="spellEnd"/>
      <w:r>
        <w:t xml:space="preserve"> qu</w:t>
      </w:r>
      <w:r w:rsidR="0034078D">
        <w:t>’</w:t>
      </w:r>
      <w:r>
        <w:t xml:space="preserve">on </w:t>
      </w:r>
      <w:proofErr w:type="spellStart"/>
      <w:r>
        <w:t>auroit</w:t>
      </w:r>
      <w:proofErr w:type="spellEnd"/>
      <w:r>
        <w:t xml:space="preserve"> passé à n</w:t>
      </w:r>
      <w:r w:rsidR="0034078D">
        <w:t>’</w:t>
      </w:r>
      <w:r>
        <w:t>imaginer rien</w:t>
      </w:r>
      <w:r w:rsidR="0034078D">
        <w:t xml:space="preserve">. </w:t>
      </w:r>
      <w:r>
        <w:t>Nous ressemblons à ces chiens qui n</w:t>
      </w:r>
      <w:r w:rsidR="0034078D">
        <w:t>’</w:t>
      </w:r>
      <w:r>
        <w:t>écoutent</w:t>
      </w:r>
      <w:r w:rsidR="0034078D">
        <w:t xml:space="preserve">, </w:t>
      </w:r>
      <w:r>
        <w:t>que lorsqu</w:t>
      </w:r>
      <w:r w:rsidR="0034078D">
        <w:t>’</w:t>
      </w:r>
      <w:r>
        <w:t>ils dressent les oreilles</w:t>
      </w:r>
      <w:r w:rsidR="0034078D">
        <w:t xml:space="preserve">. </w:t>
      </w:r>
      <w:r>
        <w:t>Sans l</w:t>
      </w:r>
      <w:r w:rsidR="0034078D">
        <w:t>’</w:t>
      </w:r>
      <w:r>
        <w:t>attention qui lie les idées semblables</w:t>
      </w:r>
      <w:r w:rsidR="0034078D">
        <w:t xml:space="preserve">, </w:t>
      </w:r>
      <w:r>
        <w:t>ou celles qui ont coutume d</w:t>
      </w:r>
      <w:r w:rsidR="0034078D">
        <w:t>’</w:t>
      </w:r>
      <w:r>
        <w:t>aller ensemble</w:t>
      </w:r>
      <w:r w:rsidR="0034078D">
        <w:t xml:space="preserve">, </w:t>
      </w:r>
      <w:r>
        <w:t>elles marchent pêle-mêle</w:t>
      </w:r>
      <w:r w:rsidR="0034078D">
        <w:t xml:space="preserve">, </w:t>
      </w:r>
      <w:r>
        <w:t xml:space="preserve">&amp; </w:t>
      </w:r>
      <w:proofErr w:type="spellStart"/>
      <w:r>
        <w:t>galoppent</w:t>
      </w:r>
      <w:proofErr w:type="spellEnd"/>
      <w:r>
        <w:t xml:space="preserve"> si </w:t>
      </w:r>
      <w:proofErr w:type="spellStart"/>
      <w:r>
        <w:t>vîte</w:t>
      </w:r>
      <w:proofErr w:type="spellEnd"/>
      <w:r>
        <w:t xml:space="preserve"> &amp; si </w:t>
      </w:r>
      <w:proofErr w:type="spellStart"/>
      <w:r>
        <w:t>légerement</w:t>
      </w:r>
      <w:proofErr w:type="spellEnd"/>
      <w:r>
        <w:t xml:space="preserve"> qu</w:t>
      </w:r>
      <w:r w:rsidR="0034078D">
        <w:t>’</w:t>
      </w:r>
      <w:r>
        <w:t>on ne les sent pas plus qu</w:t>
      </w:r>
      <w:r w:rsidR="0034078D">
        <w:t>’</w:t>
      </w:r>
      <w:r>
        <w:t>on ne les distingue</w:t>
      </w:r>
      <w:r w:rsidR="0034078D">
        <w:t xml:space="preserve"> : </w:t>
      </w:r>
      <w:r>
        <w:t>c</w:t>
      </w:r>
      <w:r w:rsidR="0034078D">
        <w:t>’</w:t>
      </w:r>
      <w:r>
        <w:t>est encore comme en certains rêves accompagnés de trop de sommeil</w:t>
      </w:r>
      <w:r w:rsidR="0034078D">
        <w:t xml:space="preserve">, </w:t>
      </w:r>
      <w:r>
        <w:t>on n</w:t>
      </w:r>
      <w:r w:rsidR="0034078D">
        <w:t>’</w:t>
      </w:r>
      <w:r>
        <w:t>en retient rien</w:t>
      </w:r>
      <w:r w:rsidR="0034078D">
        <w:t>.</w:t>
      </w:r>
    </w:p>
    <w:p w14:paraId="79FDDEAF" w14:textId="77777777" w:rsidR="0034078D" w:rsidRDefault="00000000" w:rsidP="0034078D">
      <w:r>
        <w:t>Tel est l</w:t>
      </w:r>
      <w:r w:rsidR="0034078D">
        <w:t>’</w:t>
      </w:r>
      <w:r>
        <w:t>empire des sensations</w:t>
      </w:r>
      <w:r w:rsidR="0034078D">
        <w:t xml:space="preserve">. </w:t>
      </w:r>
      <w:r>
        <w:t>Elles ne peuvent jamais nous tromper</w:t>
      </w:r>
      <w:r w:rsidR="0034078D">
        <w:t xml:space="preserve">, </w:t>
      </w:r>
      <w:r>
        <w:t>elles ne sont jamais fausses par rapport à nous</w:t>
      </w:r>
      <w:r w:rsidR="0034078D">
        <w:t xml:space="preserve">, </w:t>
      </w:r>
      <w:r>
        <w:t>dans le sein même de l</w:t>
      </w:r>
      <w:r w:rsidR="0034078D">
        <w:t>’</w:t>
      </w:r>
      <w:r>
        <w:t>illusion</w:t>
      </w:r>
      <w:r w:rsidR="0034078D">
        <w:t xml:space="preserve">, </w:t>
      </w:r>
      <w:r>
        <w:t>puisqu</w:t>
      </w:r>
      <w:r w:rsidR="0034078D">
        <w:t>’</w:t>
      </w:r>
      <w:r>
        <w:t>elles nous représentent &amp; nous font sentir nous-mêmes à nous-mêmes</w:t>
      </w:r>
      <w:r w:rsidR="0034078D">
        <w:t xml:space="preserve">, </w:t>
      </w:r>
      <w:r>
        <w:t xml:space="preserve">tels que nous sommes </w:t>
      </w:r>
      <w:r>
        <w:rPr>
          <w:i/>
          <w:iCs/>
        </w:rPr>
        <w:t>actu</w:t>
      </w:r>
      <w:r w:rsidR="0034078D">
        <w:rPr>
          <w:i/>
          <w:iCs/>
        </w:rPr>
        <w:t xml:space="preserve">, </w:t>
      </w:r>
      <w:r>
        <w:t>ou au moment même que nous les éprouvons</w:t>
      </w:r>
      <w:r w:rsidR="0034078D">
        <w:t xml:space="preserve"> : </w:t>
      </w:r>
      <w:r>
        <w:t>tristes ou gais</w:t>
      </w:r>
      <w:r w:rsidR="0034078D">
        <w:t xml:space="preserve">, </w:t>
      </w:r>
      <w:proofErr w:type="spellStart"/>
      <w:r>
        <w:t>contens</w:t>
      </w:r>
      <w:proofErr w:type="spellEnd"/>
      <w:r>
        <w:t xml:space="preserve"> ou </w:t>
      </w:r>
      <w:proofErr w:type="spellStart"/>
      <w:r>
        <w:t>mécontens</w:t>
      </w:r>
      <w:proofErr w:type="spellEnd"/>
      <w:r w:rsidR="0034078D">
        <w:t xml:space="preserve">, </w:t>
      </w:r>
      <w:r>
        <w:t>selon qu</w:t>
      </w:r>
      <w:r w:rsidR="0034078D">
        <w:t>’</w:t>
      </w:r>
      <w:r>
        <w:t>elles affectent tout notre être en tant que sensitif</w:t>
      </w:r>
      <w:r w:rsidR="0034078D">
        <w:t xml:space="preserve">, </w:t>
      </w:r>
      <w:r>
        <w:t>ou plutôt le constituent lui-même</w:t>
      </w:r>
      <w:r w:rsidR="0034078D">
        <w:t>.</w:t>
      </w:r>
    </w:p>
    <w:p w14:paraId="22C8FF14" w14:textId="77777777" w:rsidR="0034078D" w:rsidRDefault="00000000" w:rsidP="0034078D">
      <w:r>
        <w:t>D</w:t>
      </w:r>
      <w:r w:rsidR="0034078D">
        <w:t>’</w:t>
      </w:r>
      <w:r>
        <w:t>où il s</w:t>
      </w:r>
      <w:r w:rsidR="0034078D">
        <w:t>’</w:t>
      </w:r>
      <w:r>
        <w:t xml:space="preserve">ensuit </w:t>
      </w:r>
      <w:r>
        <w:rPr>
          <w:bCs/>
        </w:rPr>
        <w:t>1</w:t>
      </w:r>
      <w:r>
        <w:rPr>
          <w:bCs/>
          <w:vertAlign w:val="superscript"/>
        </w:rPr>
        <w:t>0</w:t>
      </w:r>
      <w:r w:rsidR="0034078D">
        <w:rPr>
          <w:bCs/>
        </w:rPr>
        <w:t xml:space="preserve">. </w:t>
      </w:r>
      <w:r>
        <w:t>que</w:t>
      </w:r>
      <w:r w:rsidR="0034078D">
        <w:t xml:space="preserve">, </w:t>
      </w:r>
      <w:r>
        <w:rPr>
          <w:iCs/>
        </w:rPr>
        <w:t>soit</w:t>
      </w:r>
      <w:r>
        <w:t xml:space="preserve"> que la vie soit un songe ou qu</w:t>
      </w:r>
      <w:r w:rsidR="0034078D">
        <w:t>’</w:t>
      </w:r>
      <w:r>
        <w:t>il y ait quelque réalité</w:t>
      </w:r>
      <w:r w:rsidR="0034078D">
        <w:t xml:space="preserve">, </w:t>
      </w:r>
      <w:r>
        <w:t>il en résulte le même effet</w:t>
      </w:r>
      <w:r w:rsidR="0034078D">
        <w:t xml:space="preserve">, </w:t>
      </w:r>
      <w:r>
        <w:t>par rapport au bien &amp; au mal-être</w:t>
      </w:r>
      <w:r w:rsidR="0034078D">
        <w:t xml:space="preserve">. </w:t>
      </w:r>
      <w:r>
        <w:rPr>
          <w:bCs/>
        </w:rPr>
        <w:t>2</w:t>
      </w:r>
      <w:r>
        <w:rPr>
          <w:bCs/>
          <w:vertAlign w:val="superscript"/>
        </w:rPr>
        <w:t>0</w:t>
      </w:r>
      <w:r w:rsidR="0034078D">
        <w:rPr>
          <w:bCs/>
        </w:rPr>
        <w:t xml:space="preserve">. </w:t>
      </w:r>
      <w:r>
        <w:t>Contre Descartes</w:t>
      </w:r>
      <w:r w:rsidR="0034078D">
        <w:t xml:space="preserve">, </w:t>
      </w:r>
      <w:r>
        <w:t>qu</w:t>
      </w:r>
      <w:r w:rsidR="0034078D">
        <w:t>’</w:t>
      </w:r>
      <w:r>
        <w:t>une désavantageuse réalité ne vaut pas une de ces illusions charmantes</w:t>
      </w:r>
      <w:r w:rsidR="0034078D">
        <w:t xml:space="preserve">, </w:t>
      </w:r>
      <w:r>
        <w:t>dont parle Fontenelle dans ses églogues</w:t>
      </w:r>
      <w:r w:rsidR="0034078D">
        <w:t xml:space="preserve">, </w:t>
      </w:r>
      <w:r>
        <w:t>qui servent à</w:t>
      </w:r>
      <w:r>
        <w:rPr>
          <w:i/>
          <w:iCs/>
        </w:rPr>
        <w:t xml:space="preserve"> réparer le défaut des vrais biens que la nature avare n</w:t>
      </w:r>
      <w:r w:rsidR="0034078D">
        <w:rPr>
          <w:i/>
          <w:iCs/>
        </w:rPr>
        <w:t>’</w:t>
      </w:r>
      <w:r>
        <w:rPr>
          <w:i/>
          <w:iCs/>
        </w:rPr>
        <w:t>a pas accordés aux humains</w:t>
      </w:r>
      <w:r w:rsidR="0034078D">
        <w:rPr>
          <w:i/>
          <w:iCs/>
        </w:rPr>
        <w:t>.</w:t>
      </w:r>
    </w:p>
    <w:p w14:paraId="3BDD2EDB" w14:textId="77777777" w:rsidR="0034078D" w:rsidRDefault="00000000" w:rsidP="0034078D">
      <w:r>
        <w:t>Si la nature nous trompe à notre profit</w:t>
      </w:r>
      <w:r w:rsidR="0034078D">
        <w:t xml:space="preserve">, </w:t>
      </w:r>
      <w:r>
        <w:t>qu</w:t>
      </w:r>
      <w:r w:rsidR="0034078D">
        <w:t>’</w:t>
      </w:r>
      <w:r>
        <w:t xml:space="preserve">elle nous trompe </w:t>
      </w:r>
      <w:proofErr w:type="spellStart"/>
      <w:r>
        <w:t>toujour</w:t>
      </w:r>
      <w:proofErr w:type="spellEnd"/>
      <w:r w:rsidR="0034078D">
        <w:t xml:space="preserve">. </w:t>
      </w:r>
      <w:r>
        <w:t>Servons-nous de la raison même pour nous égarer</w:t>
      </w:r>
      <w:r w:rsidR="0034078D">
        <w:t xml:space="preserve">, </w:t>
      </w:r>
      <w:r>
        <w:t>si nous pouvons en être plus heureux</w:t>
      </w:r>
      <w:r w:rsidR="0034078D">
        <w:t xml:space="preserve">. </w:t>
      </w:r>
      <w:r>
        <w:t>Qui a trouvé le bonheur</w:t>
      </w:r>
      <w:r w:rsidR="0034078D">
        <w:t xml:space="preserve">, </w:t>
      </w:r>
      <w:r>
        <w:t>a tout trouvé</w:t>
      </w:r>
      <w:r w:rsidR="0034078D">
        <w:t>.</w:t>
      </w:r>
    </w:p>
    <w:p w14:paraId="5FE53587" w14:textId="77777777" w:rsidR="0034078D" w:rsidRDefault="00000000" w:rsidP="0034078D">
      <w:r>
        <w:t>Mais qui a trouvé le bonheur</w:t>
      </w:r>
      <w:r w:rsidR="0034078D">
        <w:t xml:space="preserve">, </w:t>
      </w:r>
      <w:r>
        <w:t>ne l</w:t>
      </w:r>
      <w:r w:rsidR="0034078D">
        <w:t>’</w:t>
      </w:r>
      <w:r>
        <w:t>a point cherché</w:t>
      </w:r>
      <w:r w:rsidR="0034078D">
        <w:t xml:space="preserve">. </w:t>
      </w:r>
      <w:r>
        <w:t>On ne cherche point ce qu</w:t>
      </w:r>
      <w:r w:rsidR="0034078D">
        <w:t>’</w:t>
      </w:r>
      <w:r>
        <w:t>on a</w:t>
      </w:r>
      <w:r w:rsidR="0034078D">
        <w:t xml:space="preserve">, </w:t>
      </w:r>
      <w:r>
        <w:t>&amp; si on ne l</w:t>
      </w:r>
      <w:r w:rsidR="0034078D">
        <w:t>’</w:t>
      </w:r>
      <w:r>
        <w:t>a point</w:t>
      </w:r>
      <w:r w:rsidR="0034078D">
        <w:t xml:space="preserve">, </w:t>
      </w:r>
      <w:r>
        <w:t>on ne l</w:t>
      </w:r>
      <w:r w:rsidR="0034078D">
        <w:t>’</w:t>
      </w:r>
      <w:r>
        <w:t>aura jamais</w:t>
      </w:r>
      <w:r w:rsidR="0034078D">
        <w:t xml:space="preserve">. </w:t>
      </w:r>
      <w:r>
        <w:t xml:space="preserve">La philosophie </w:t>
      </w:r>
      <w:r>
        <w:rPr>
          <w:iCs/>
        </w:rPr>
        <w:t>fait</w:t>
      </w:r>
      <w:r>
        <w:t xml:space="preserve"> sonner bien haut des avantages qu</w:t>
      </w:r>
      <w:r w:rsidR="0034078D">
        <w:t>’</w:t>
      </w:r>
      <w:r>
        <w:t>elle doit à la nature</w:t>
      </w:r>
      <w:r w:rsidR="0034078D">
        <w:t xml:space="preserve">. </w:t>
      </w:r>
      <w:proofErr w:type="spellStart"/>
      <w:r>
        <w:t>Séneque</w:t>
      </w:r>
      <w:proofErr w:type="spellEnd"/>
      <w:r>
        <w:t xml:space="preserve"> </w:t>
      </w:r>
      <w:proofErr w:type="spellStart"/>
      <w:r>
        <w:t>étoit</w:t>
      </w:r>
      <w:proofErr w:type="spellEnd"/>
      <w:r>
        <w:t xml:space="preserve"> malheureux</w:t>
      </w:r>
      <w:r w:rsidR="0034078D">
        <w:t xml:space="preserve">, </w:t>
      </w:r>
      <w:r>
        <w:t xml:space="preserve">en écrivant </w:t>
      </w:r>
      <w:r>
        <w:lastRenderedPageBreak/>
        <w:t>même sur le bonheur</w:t>
      </w:r>
      <w:r w:rsidR="0034078D">
        <w:t xml:space="preserve">. </w:t>
      </w:r>
      <w:r>
        <w:t>Il est vrai qu</w:t>
      </w:r>
      <w:r w:rsidR="0034078D">
        <w:t>’</w:t>
      </w:r>
      <w:r>
        <w:t xml:space="preserve">il </w:t>
      </w:r>
      <w:proofErr w:type="spellStart"/>
      <w:r>
        <w:t>étoit</w:t>
      </w:r>
      <w:proofErr w:type="spellEnd"/>
      <w:r>
        <w:t xml:space="preserve"> Stoïcien</w:t>
      </w:r>
      <w:r w:rsidR="0034078D">
        <w:t xml:space="preserve"> : </w:t>
      </w:r>
      <w:r>
        <w:t>&amp; un Stoïcien n</w:t>
      </w:r>
      <w:r w:rsidR="0034078D">
        <w:t>’</w:t>
      </w:r>
      <w:r>
        <w:t>a pas plus de sentiment qu</w:t>
      </w:r>
      <w:r w:rsidR="0034078D">
        <w:t>’</w:t>
      </w:r>
      <w:r>
        <w:t>un lépreux</w:t>
      </w:r>
      <w:r w:rsidR="0034078D">
        <w:t>.</w:t>
      </w:r>
    </w:p>
    <w:p w14:paraId="6E312609" w14:textId="77777777" w:rsidR="0034078D" w:rsidRDefault="00000000" w:rsidP="0034078D">
      <w:r>
        <w:t>Autre conséquence de tout ce qui a été dit</w:t>
      </w:r>
      <w:r w:rsidR="0034078D">
        <w:t xml:space="preserve"> : </w:t>
      </w:r>
      <w:r>
        <w:t>l</w:t>
      </w:r>
      <w:r w:rsidR="0034078D">
        <w:t>’</w:t>
      </w:r>
      <w:r>
        <w:t>esprit</w:t>
      </w:r>
      <w:r w:rsidR="0034078D">
        <w:t xml:space="preserve">, </w:t>
      </w:r>
      <w:r>
        <w:t>le savoir</w:t>
      </w:r>
      <w:r w:rsidR="0034078D">
        <w:t xml:space="preserve">, </w:t>
      </w:r>
      <w:r>
        <w:t>la raison sont le plus souvent inutiles à la félicité</w:t>
      </w:r>
      <w:r w:rsidR="0034078D">
        <w:t xml:space="preserve">, </w:t>
      </w:r>
      <w:r>
        <w:t>&amp; quelquefois funestes &amp; meurtriers</w:t>
      </w:r>
      <w:r w:rsidR="0034078D">
        <w:t xml:space="preserve"> ; </w:t>
      </w:r>
      <w:r>
        <w:t xml:space="preserve">ce sont des </w:t>
      </w:r>
      <w:proofErr w:type="spellStart"/>
      <w:r>
        <w:t>ornemens</w:t>
      </w:r>
      <w:proofErr w:type="spellEnd"/>
      <w:r>
        <w:t xml:space="preserve"> étrangers</w:t>
      </w:r>
      <w:r w:rsidR="0034078D">
        <w:t xml:space="preserve">, </w:t>
      </w:r>
      <w:r>
        <w:t>dont l</w:t>
      </w:r>
      <w:r w:rsidR="0034078D">
        <w:t>’</w:t>
      </w:r>
      <w:proofErr w:type="spellStart"/>
      <w:r>
        <w:t>ame</w:t>
      </w:r>
      <w:proofErr w:type="spellEnd"/>
      <w:r>
        <w:t xml:space="preserve"> peut se passer</w:t>
      </w:r>
      <w:r w:rsidR="0034078D">
        <w:t xml:space="preserve">, </w:t>
      </w:r>
      <w:r>
        <w:t xml:space="preserve">&amp; elle me </w:t>
      </w:r>
      <w:proofErr w:type="spellStart"/>
      <w:r>
        <w:t>paroît</w:t>
      </w:r>
      <w:proofErr w:type="spellEnd"/>
      <w:r>
        <w:t xml:space="preserve"> toute consolée de ne les point avoir dans la plupart des hommes qui souvent les méprisent &amp; les dédaignent</w:t>
      </w:r>
      <w:r w:rsidR="0034078D">
        <w:t xml:space="preserve"> ; </w:t>
      </w:r>
      <w:proofErr w:type="spellStart"/>
      <w:r>
        <w:t>contens</w:t>
      </w:r>
      <w:proofErr w:type="spellEnd"/>
      <w:r>
        <w:t xml:space="preserve"> du plaisir de sentir</w:t>
      </w:r>
      <w:r w:rsidR="0034078D">
        <w:t xml:space="preserve">, </w:t>
      </w:r>
      <w:r>
        <w:t>ils ne se tourmentent point au fatigant métier de penser</w:t>
      </w:r>
      <w:r w:rsidR="0034078D">
        <w:t xml:space="preserve">. </w:t>
      </w:r>
      <w:r>
        <w:t>Le bonheur semble tout vivifié</w:t>
      </w:r>
      <w:r w:rsidR="0034078D">
        <w:t xml:space="preserve">, </w:t>
      </w:r>
      <w:r>
        <w:t>tout consommé par le sentiment</w:t>
      </w:r>
      <w:r w:rsidR="0034078D">
        <w:t xml:space="preserve">. </w:t>
      </w:r>
      <w:r>
        <w:t xml:space="preserve">La nature en donnant par-là à </w:t>
      </w:r>
      <w:r>
        <w:rPr>
          <w:bCs/>
        </w:rPr>
        <w:t xml:space="preserve">tous </w:t>
      </w:r>
      <w:r>
        <w:t>les hommes le même droit</w:t>
      </w:r>
      <w:r w:rsidR="0034078D">
        <w:t xml:space="preserve">, </w:t>
      </w:r>
      <w:r>
        <w:t>la même prétention à la béatitude</w:t>
      </w:r>
      <w:r w:rsidR="0034078D">
        <w:t xml:space="preserve">, </w:t>
      </w:r>
      <w:r>
        <w:t>les attache tous à la vie &amp; leur fait chérir leur existence</w:t>
      </w:r>
      <w:r w:rsidR="0034078D">
        <w:t>.</w:t>
      </w:r>
    </w:p>
    <w:p w14:paraId="389D59CA" w14:textId="77777777" w:rsidR="0034078D" w:rsidRDefault="00000000" w:rsidP="0034078D">
      <w:r>
        <w:t>Est-ce à dire qu</w:t>
      </w:r>
      <w:r w:rsidR="0034078D">
        <w:t>’</w:t>
      </w:r>
      <w:r>
        <w:t>il n</w:t>
      </w:r>
      <w:r w:rsidR="0034078D">
        <w:t>’</w:t>
      </w:r>
      <w:r>
        <w:t>y a absolument point à compter sur la raison</w:t>
      </w:r>
      <w:r w:rsidR="0034078D">
        <w:t xml:space="preserve">, </w:t>
      </w:r>
      <w:r>
        <w:t>&amp; que</w:t>
      </w:r>
      <w:r w:rsidR="0034078D">
        <w:t xml:space="preserve"> (</w:t>
      </w:r>
      <w:r>
        <w:t>si le bonheur dépend de la vérité</w:t>
      </w:r>
      <w:r w:rsidR="0034078D">
        <w:t xml:space="preserve">) </w:t>
      </w:r>
      <w:r>
        <w:t>nous courons tous par divers chemins après une félicité imaginaire</w:t>
      </w:r>
      <w:r w:rsidR="0034078D">
        <w:t xml:space="preserve">, </w:t>
      </w:r>
      <w:r>
        <w:t>comme un malade après des mouches ou des papillons</w:t>
      </w:r>
      <w:r w:rsidR="0034078D">
        <w:t xml:space="preserve"> ? </w:t>
      </w:r>
      <w:r>
        <w:t>Non</w:t>
      </w:r>
      <w:r w:rsidR="0034078D">
        <w:t xml:space="preserve">, </w:t>
      </w:r>
      <w:r>
        <w:t>rien moins que cela</w:t>
      </w:r>
      <w:r w:rsidR="0034078D">
        <w:t xml:space="preserve"> ; </w:t>
      </w:r>
      <w:r>
        <w:t>si la raison nous trompe</w:t>
      </w:r>
      <w:r w:rsidR="0034078D">
        <w:t xml:space="preserve">, </w:t>
      </w:r>
      <w:r>
        <w:t>c</w:t>
      </w:r>
      <w:r w:rsidR="0034078D">
        <w:t>’</w:t>
      </w:r>
      <w:r>
        <w:t>est lorsqu</w:t>
      </w:r>
      <w:r w:rsidR="0034078D">
        <w:t>’</w:t>
      </w:r>
      <w:r>
        <w:t>elle veut nous conduire</w:t>
      </w:r>
      <w:r w:rsidR="0034078D">
        <w:t xml:space="preserve">, </w:t>
      </w:r>
      <w:r>
        <w:t>moins par elle-même que par ses préjugés</w:t>
      </w:r>
      <w:r w:rsidR="0034078D">
        <w:t xml:space="preserve"> ; </w:t>
      </w:r>
      <w:r>
        <w:t>mais c</w:t>
      </w:r>
      <w:r w:rsidR="0034078D">
        <w:t>’</w:t>
      </w:r>
      <w:r>
        <w:t>est un bon guide</w:t>
      </w:r>
      <w:r w:rsidR="0034078D">
        <w:t xml:space="preserve">, </w:t>
      </w:r>
      <w:r>
        <w:t>quand la nature est le sien</w:t>
      </w:r>
      <w:r w:rsidR="0034078D">
        <w:t xml:space="preserve">. </w:t>
      </w:r>
      <w:r>
        <w:t>Alors l</w:t>
      </w:r>
      <w:r w:rsidR="0034078D">
        <w:t>’</w:t>
      </w:r>
      <w:r>
        <w:t>expérience &amp; l</w:t>
      </w:r>
      <w:r w:rsidR="0034078D">
        <w:t>’</w:t>
      </w:r>
      <w:r>
        <w:t>observation portant le flambeau</w:t>
      </w:r>
      <w:r w:rsidR="0034078D">
        <w:t xml:space="preserve">, </w:t>
      </w:r>
      <w:r>
        <w:t>on pourra marcher d</w:t>
      </w:r>
      <w:r w:rsidR="0034078D">
        <w:t>’</w:t>
      </w:r>
      <w:r>
        <w:t>un pas ferme dans ce chemin équivoque</w:t>
      </w:r>
      <w:r w:rsidR="0034078D">
        <w:t xml:space="preserve">, </w:t>
      </w:r>
      <w:r>
        <w:t>dans ce labyrinthe tortueux</w:t>
      </w:r>
      <w:r w:rsidR="0034078D">
        <w:t xml:space="preserve">, </w:t>
      </w:r>
      <w:r>
        <w:t>dédale humain</w:t>
      </w:r>
      <w:r w:rsidR="0034078D">
        <w:t xml:space="preserve">, </w:t>
      </w:r>
      <w:r>
        <w:t>qui a mille avenues &amp; mille portes d</w:t>
      </w:r>
      <w:r w:rsidR="0034078D">
        <w:t>’</w:t>
      </w:r>
      <w:r>
        <w:t>entrée</w:t>
      </w:r>
      <w:r w:rsidR="0034078D">
        <w:t xml:space="preserve">, </w:t>
      </w:r>
      <w:r>
        <w:t>&amp; à peine une de sortie</w:t>
      </w:r>
      <w:r w:rsidR="0034078D">
        <w:t xml:space="preserve"> ; </w:t>
      </w:r>
      <w:r>
        <w:t>on pourra ne pas toujours s</w:t>
      </w:r>
      <w:r w:rsidR="0034078D">
        <w:t>’</w:t>
      </w:r>
      <w:r>
        <w:t>égarer</w:t>
      </w:r>
      <w:r w:rsidR="0034078D">
        <w:t xml:space="preserve">, </w:t>
      </w:r>
      <w:r>
        <w:t>&amp; élever une partie de son bonheur sur le débris des préjugés</w:t>
      </w:r>
      <w:r w:rsidR="0034078D">
        <w:t>.</w:t>
      </w:r>
    </w:p>
    <w:p w14:paraId="661DBA6E" w14:textId="77777777" w:rsidR="0034078D" w:rsidRDefault="00000000" w:rsidP="0034078D">
      <w:r>
        <w:t xml:space="preserve">De toutes les </w:t>
      </w:r>
      <w:proofErr w:type="spellStart"/>
      <w:r>
        <w:t>especes</w:t>
      </w:r>
      <w:proofErr w:type="spellEnd"/>
      <w:r>
        <w:t xml:space="preserve"> de bonheur</w:t>
      </w:r>
      <w:r w:rsidR="0034078D">
        <w:t xml:space="preserve">, </w:t>
      </w:r>
      <w:r>
        <w:t xml:space="preserve">je </w:t>
      </w:r>
      <w:proofErr w:type="spellStart"/>
      <w:r>
        <w:t>préfere</w:t>
      </w:r>
      <w:proofErr w:type="spellEnd"/>
      <w:r>
        <w:t xml:space="preserve"> elle qui se développe avec nos organes</w:t>
      </w:r>
      <w:r w:rsidR="0034078D">
        <w:t xml:space="preserve">, </w:t>
      </w:r>
      <w:r>
        <w:t>&amp; semble se trouver</w:t>
      </w:r>
      <w:r w:rsidR="0034078D">
        <w:t xml:space="preserve">, </w:t>
      </w:r>
      <w:r>
        <w:t>plus ou moins</w:t>
      </w:r>
      <w:r w:rsidR="0034078D">
        <w:t xml:space="preserve">, </w:t>
      </w:r>
      <w:r>
        <w:t>comme la force</w:t>
      </w:r>
      <w:r w:rsidR="0034078D">
        <w:t xml:space="preserve">, </w:t>
      </w:r>
      <w:r>
        <w:t>dans tous les corps animés</w:t>
      </w:r>
      <w:r w:rsidR="0034078D">
        <w:t xml:space="preserve">. </w:t>
      </w:r>
      <w:r>
        <w:t>Je n</w:t>
      </w:r>
      <w:r w:rsidR="0034078D">
        <w:t>’</w:t>
      </w:r>
      <w:r>
        <w:t>ai point assez d</w:t>
      </w:r>
      <w:r w:rsidR="0034078D">
        <w:t>’</w:t>
      </w:r>
      <w:r>
        <w:t>amour-propre pour être dupe</w:t>
      </w:r>
      <w:r w:rsidR="0034078D">
        <w:t xml:space="preserve"> ; </w:t>
      </w:r>
      <w:r>
        <w:t>mais l</w:t>
      </w:r>
      <w:r w:rsidR="0034078D">
        <w:t>’</w:t>
      </w:r>
      <w:r>
        <w:t>organisation n</w:t>
      </w:r>
      <w:r w:rsidR="0034078D">
        <w:t>’</w:t>
      </w:r>
      <w:r>
        <w:t>étant pas de la plus excellente fabrique</w:t>
      </w:r>
      <w:r w:rsidR="0034078D">
        <w:t xml:space="preserve">, </w:t>
      </w:r>
      <w:r>
        <w:t xml:space="preserve">peut </w:t>
      </w:r>
      <w:r>
        <w:lastRenderedPageBreak/>
        <w:t>se modifier par l</w:t>
      </w:r>
      <w:r w:rsidR="0034078D">
        <w:t>’</w:t>
      </w:r>
      <w:r>
        <w:t>éducation</w:t>
      </w:r>
      <w:r w:rsidR="0034078D">
        <w:t xml:space="preserve">, </w:t>
      </w:r>
      <w:r>
        <w:t>&amp; prendre dans cette source les propriétés qu</w:t>
      </w:r>
      <w:r w:rsidR="0034078D">
        <w:t>’</w:t>
      </w:r>
      <w:r>
        <w:t>elle n</w:t>
      </w:r>
      <w:r w:rsidR="0034078D">
        <w:t>’</w:t>
      </w:r>
      <w:r>
        <w:t>a pas en soi</w:t>
      </w:r>
      <w:r w:rsidR="0034078D">
        <w:t xml:space="preserve">. </w:t>
      </w:r>
      <w:r>
        <w:t>Si elle ne vaut rien</w:t>
      </w:r>
      <w:r w:rsidR="0034078D">
        <w:t xml:space="preserve">, </w:t>
      </w:r>
      <w:r>
        <w:t>comme la bonne en devient meilleure</w:t>
      </w:r>
      <w:r w:rsidR="0034078D">
        <w:t xml:space="preserve">, </w:t>
      </w:r>
      <w:r>
        <w:t>il faut espérer qu</w:t>
      </w:r>
      <w:r w:rsidR="0034078D">
        <w:t>’</w:t>
      </w:r>
      <w:r>
        <w:t>elle en sera moins mauvaise</w:t>
      </w:r>
      <w:r w:rsidR="0034078D">
        <w:t xml:space="preserve">. </w:t>
      </w:r>
      <w:r>
        <w:t>Ne négligeons point le mérite étranger</w:t>
      </w:r>
      <w:r w:rsidR="0034078D">
        <w:t xml:space="preserve"> ; </w:t>
      </w:r>
      <w:r>
        <w:t>il ajoute au naturel qui ne nous a pas été prodigué</w:t>
      </w:r>
      <w:r w:rsidR="0034078D">
        <w:t xml:space="preserve"> ; </w:t>
      </w:r>
      <w:r>
        <w:t>il diminue le démérite de nos organes</w:t>
      </w:r>
      <w:r w:rsidR="0034078D">
        <w:t xml:space="preserve">, </w:t>
      </w:r>
      <w:r>
        <w:t>comme fait l</w:t>
      </w:r>
      <w:r w:rsidR="0034078D">
        <w:t>’</w:t>
      </w:r>
      <w:r>
        <w:t>esprit dans une femme laide</w:t>
      </w:r>
      <w:r w:rsidR="0034078D">
        <w:t xml:space="preserve">. </w:t>
      </w:r>
      <w:r>
        <w:t>Il faut toujours tendre à la perfection</w:t>
      </w:r>
      <w:r w:rsidR="0034078D">
        <w:t xml:space="preserve">, </w:t>
      </w:r>
      <w:r>
        <w:t xml:space="preserve">suivant le noble </w:t>
      </w:r>
      <w:proofErr w:type="spellStart"/>
      <w:r>
        <w:t>systême</w:t>
      </w:r>
      <w:proofErr w:type="spellEnd"/>
      <w:r>
        <w:t xml:space="preserve"> d</w:t>
      </w:r>
      <w:r w:rsidR="0034078D">
        <w:t>’</w:t>
      </w:r>
      <w:r>
        <w:t>Aristote</w:t>
      </w:r>
      <w:r w:rsidR="0034078D">
        <w:t xml:space="preserve">. </w:t>
      </w:r>
      <w:r>
        <w:t>Toutes choses égales</w:t>
      </w:r>
      <w:r w:rsidR="0034078D">
        <w:t xml:space="preserve">, </w:t>
      </w:r>
      <w:r>
        <w:t>n</w:t>
      </w:r>
      <w:r w:rsidR="0034078D">
        <w:t>’</w:t>
      </w:r>
      <w:r>
        <w:t>est-il pas vrai que le savant</w:t>
      </w:r>
      <w:r w:rsidR="0034078D">
        <w:t xml:space="preserve">, </w:t>
      </w:r>
      <w:r>
        <w:t xml:space="preserve">avec plus de </w:t>
      </w:r>
      <w:proofErr w:type="spellStart"/>
      <w:r>
        <w:t>lumieres</w:t>
      </w:r>
      <w:proofErr w:type="spellEnd"/>
      <w:r w:rsidR="0034078D">
        <w:t xml:space="preserve">, </w:t>
      </w:r>
      <w:r>
        <w:t>sera plus heureux que l</w:t>
      </w:r>
      <w:r w:rsidR="0034078D">
        <w:t>’</w:t>
      </w:r>
      <w:r>
        <w:t>ignorant</w:t>
      </w:r>
      <w:r w:rsidR="0034078D">
        <w:t> ?</w:t>
      </w:r>
    </w:p>
    <w:p w14:paraId="355F720B" w14:textId="77777777" w:rsidR="0034078D" w:rsidRDefault="00000000" w:rsidP="0034078D">
      <w:r>
        <w:t>Puisque ce qui peut s</w:t>
      </w:r>
      <w:r w:rsidR="0034078D">
        <w:t>’</w:t>
      </w:r>
      <w:r>
        <w:t>acquérir a une si grande liaison avec notre bien-être</w:t>
      </w:r>
      <w:r w:rsidR="0034078D">
        <w:t xml:space="preserve">, </w:t>
      </w:r>
      <w:r>
        <w:t>tâchons de rendre notre éducation parfaite</w:t>
      </w:r>
      <w:r w:rsidR="0034078D">
        <w:t xml:space="preserve">. </w:t>
      </w:r>
      <w:r>
        <w:t>C</w:t>
      </w:r>
      <w:r w:rsidR="0034078D">
        <w:t>’</w:t>
      </w:r>
      <w:r>
        <w:t>est déjà une perfection</w:t>
      </w:r>
      <w:r w:rsidR="0034078D">
        <w:t xml:space="preserve">, </w:t>
      </w:r>
      <w:r>
        <w:t xml:space="preserve">que de </w:t>
      </w:r>
      <w:proofErr w:type="spellStart"/>
      <w:r>
        <w:t>connoître</w:t>
      </w:r>
      <w:proofErr w:type="spellEnd"/>
      <w:r>
        <w:t xml:space="preserve"> one ou mille vérités stériles</w:t>
      </w:r>
      <w:r w:rsidR="0034078D">
        <w:t xml:space="preserve">, </w:t>
      </w:r>
      <w:r>
        <w:t xml:space="preserve">&amp; qui ne </w:t>
      </w:r>
      <w:r>
        <w:rPr>
          <w:bCs/>
        </w:rPr>
        <w:t xml:space="preserve">nous </w:t>
      </w:r>
      <w:r>
        <w:t>importent pas plus que toutes ces plantes inutiles dont la terre est couverte</w:t>
      </w:r>
      <w:r w:rsidR="0034078D">
        <w:t xml:space="preserve"> ; </w:t>
      </w:r>
      <w:r>
        <w:t>mais c</w:t>
      </w:r>
      <w:r w:rsidR="0034078D">
        <w:t>’</w:t>
      </w:r>
      <w:r>
        <w:t xml:space="preserve">est </w:t>
      </w:r>
      <w:r>
        <w:rPr>
          <w:bCs/>
        </w:rPr>
        <w:t xml:space="preserve">un </w:t>
      </w:r>
      <w:r>
        <w:t>bonheur</w:t>
      </w:r>
      <w:r w:rsidR="0034078D">
        <w:t xml:space="preserve">, </w:t>
      </w:r>
      <w:r>
        <w:t xml:space="preserve">lorsque cette vérité peut tranquilliser notre </w:t>
      </w:r>
      <w:proofErr w:type="spellStart"/>
      <w:r>
        <w:t>ame</w:t>
      </w:r>
      <w:proofErr w:type="spellEnd"/>
      <w:r w:rsidR="0034078D">
        <w:t xml:space="preserve"> ; </w:t>
      </w:r>
      <w:r>
        <w:t>en nous délivrant de toute inquiétude d</w:t>
      </w:r>
      <w:r w:rsidR="0034078D">
        <w:t>’</w:t>
      </w:r>
      <w:r>
        <w:t>esprit</w:t>
      </w:r>
      <w:r w:rsidR="0034078D">
        <w:t xml:space="preserve">, </w:t>
      </w:r>
      <w:r>
        <w:t>&amp; ne nous laissant que celles du corps</w:t>
      </w:r>
      <w:r w:rsidR="0034078D">
        <w:t xml:space="preserve">, </w:t>
      </w:r>
      <w:r>
        <w:t>plus aisées à satisfaire</w:t>
      </w:r>
      <w:r w:rsidR="0034078D">
        <w:t xml:space="preserve">. </w:t>
      </w:r>
      <w:r>
        <w:t>La tranquillité de l</w:t>
      </w:r>
      <w:r w:rsidR="0034078D">
        <w:t>’</w:t>
      </w:r>
      <w:proofErr w:type="spellStart"/>
      <w:r>
        <w:t>ame</w:t>
      </w:r>
      <w:proofErr w:type="spellEnd"/>
      <w:r w:rsidR="0034078D">
        <w:t xml:space="preserve">, </w:t>
      </w:r>
      <w:r>
        <w:t>voilà le but d</w:t>
      </w:r>
      <w:r w:rsidR="0034078D">
        <w:t>’</w:t>
      </w:r>
      <w:r>
        <w:t>un homme sage</w:t>
      </w:r>
      <w:r w:rsidR="0034078D">
        <w:t xml:space="preserve">. </w:t>
      </w:r>
      <w:proofErr w:type="spellStart"/>
      <w:r>
        <w:t>Séneque</w:t>
      </w:r>
      <w:proofErr w:type="spellEnd"/>
      <w:r>
        <w:t xml:space="preserve"> l</w:t>
      </w:r>
      <w:r w:rsidR="0034078D">
        <w:t>’</w:t>
      </w:r>
      <w:proofErr w:type="spellStart"/>
      <w:r>
        <w:t>estimoit</w:t>
      </w:r>
      <w:proofErr w:type="spellEnd"/>
      <w:r>
        <w:t xml:space="preserve"> si fort</w:t>
      </w:r>
      <w:r w:rsidR="0034078D">
        <w:t xml:space="preserve">, </w:t>
      </w:r>
      <w:r>
        <w:t>qu</w:t>
      </w:r>
      <w:r w:rsidR="0034078D">
        <w:t>’</w:t>
      </w:r>
      <w:r>
        <w:t>il en a exprès donné un long traité</w:t>
      </w:r>
      <w:r w:rsidR="0034078D">
        <w:t>.</w:t>
      </w:r>
    </w:p>
    <w:p w14:paraId="6C97F82E" w14:textId="1D85E99A" w:rsidR="0034078D" w:rsidRDefault="00000000" w:rsidP="0034078D">
      <w:r>
        <w:t>Faisons donc tout ce qui peut nous procurer ce doux repos</w:t>
      </w:r>
      <w:r w:rsidR="0034078D">
        <w:t xml:space="preserve">, </w:t>
      </w:r>
      <w:r>
        <w:t>&amp; tâchons de le procurer aux autres</w:t>
      </w:r>
      <w:r w:rsidR="0034078D">
        <w:t xml:space="preserve">. </w:t>
      </w:r>
      <w:r>
        <w:t>Disons-le à haute voix</w:t>
      </w:r>
      <w:r w:rsidR="0034078D">
        <w:t xml:space="preserve">, </w:t>
      </w:r>
      <w:r>
        <w:t>à la face des Pyrrhoniens</w:t>
      </w:r>
      <w:r w:rsidR="0034078D">
        <w:t xml:space="preserve">, </w:t>
      </w:r>
      <w:r>
        <w:t xml:space="preserve">réparons ce que nous croyons supprimé par </w:t>
      </w:r>
      <w:proofErr w:type="spellStart"/>
      <w:r>
        <w:t>Séneque</w:t>
      </w:r>
      <w:proofErr w:type="spellEnd"/>
      <w:r>
        <w:t xml:space="preserve"> dans une sublime</w:t>
      </w:r>
      <w:r>
        <w:rPr>
          <w:rStyle w:val="Appelnotedebasdep"/>
        </w:rPr>
        <w:footnoteReference w:id="1"/>
      </w:r>
      <w:r>
        <w:t xml:space="preserve"> définition qu</w:t>
      </w:r>
      <w:r w:rsidR="0034078D">
        <w:t>’</w:t>
      </w:r>
      <w:r>
        <w:t xml:space="preserve">il nous a </w:t>
      </w:r>
      <w:r>
        <w:rPr>
          <w:i/>
          <w:iCs/>
        </w:rPr>
        <w:t xml:space="preserve">enfin </w:t>
      </w:r>
      <w:r>
        <w:rPr>
          <w:bCs/>
        </w:rPr>
        <w:t xml:space="preserve">donnée </w:t>
      </w:r>
      <w:r>
        <w:t>du bonheur</w:t>
      </w:r>
      <w:r w:rsidR="0034078D">
        <w:t xml:space="preserve"> : </w:t>
      </w:r>
      <w:r>
        <w:t>oui</w:t>
      </w:r>
      <w:r w:rsidR="0034078D">
        <w:t xml:space="preserve">, </w:t>
      </w:r>
      <w:r>
        <w:t>il est une vérité utile &amp; frappante</w:t>
      </w:r>
      <w:r w:rsidR="0034078D">
        <w:t xml:space="preserve">, </w:t>
      </w:r>
      <w:r>
        <w:t>c</w:t>
      </w:r>
      <w:r w:rsidR="0034078D">
        <w:t>’</w:t>
      </w:r>
      <w:r>
        <w:t xml:space="preserve">est </w:t>
      </w:r>
      <w:r>
        <w:rPr>
          <w:bCs/>
        </w:rPr>
        <w:t xml:space="preserve">que </w:t>
      </w:r>
      <w:r>
        <w:t>le sein de la nature qui nous a produit</w:t>
      </w:r>
      <w:r w:rsidR="0034078D">
        <w:t xml:space="preserve">, </w:t>
      </w:r>
      <w:r>
        <w:t>nous attend tous</w:t>
      </w:r>
      <w:r w:rsidR="0034078D">
        <w:t xml:space="preserve"> ; </w:t>
      </w:r>
      <w:r>
        <w:t>il est nécessaire que nous retournions au lieu d</w:t>
      </w:r>
      <w:r w:rsidR="0034078D">
        <w:t>’</w:t>
      </w:r>
      <w:r>
        <w:t>où nous sommes venus</w:t>
      </w:r>
      <w:r w:rsidR="0034078D">
        <w:t xml:space="preserve">. </w:t>
      </w:r>
      <w:r>
        <w:t xml:space="preserve">Si </w:t>
      </w:r>
      <w:proofErr w:type="spellStart"/>
      <w:r>
        <w:t>Séneque</w:t>
      </w:r>
      <w:proofErr w:type="spellEnd"/>
      <w:r>
        <w:t xml:space="preserve"> n</w:t>
      </w:r>
      <w:r w:rsidR="0034078D">
        <w:t>’</w:t>
      </w:r>
      <w:proofErr w:type="spellStart"/>
      <w:r>
        <w:t>avoit</w:t>
      </w:r>
      <w:proofErr w:type="spellEnd"/>
      <w:r>
        <w:t xml:space="preserve"> pas </w:t>
      </w:r>
      <w:r>
        <w:rPr>
          <w:bCs/>
        </w:rPr>
        <w:t xml:space="preserve">eu à </w:t>
      </w:r>
      <w:r>
        <w:rPr>
          <w:bCs/>
        </w:rPr>
        <w:lastRenderedPageBreak/>
        <w:t>cœ</w:t>
      </w:r>
      <w:r>
        <w:t>ur cette grande vérité</w:t>
      </w:r>
      <w:r w:rsidR="0034078D">
        <w:t>, (</w:t>
      </w:r>
      <w:r>
        <w:t xml:space="preserve">dont on trouve </w:t>
      </w:r>
      <w:proofErr w:type="spellStart"/>
      <w:r>
        <w:t>par-tout</w:t>
      </w:r>
      <w:proofErr w:type="spellEnd"/>
      <w:r>
        <w:t xml:space="preserve"> des traces claires &amp; nullement équivoques dans ses ouvrages</w:t>
      </w:r>
      <w:r w:rsidR="0034078D">
        <w:t xml:space="preserve">) </w:t>
      </w:r>
      <w:r>
        <w:t>il n</w:t>
      </w:r>
      <w:r w:rsidR="0034078D">
        <w:t>’</w:t>
      </w:r>
      <w:proofErr w:type="spellStart"/>
      <w:r>
        <w:t>auroit</w:t>
      </w:r>
      <w:proofErr w:type="spellEnd"/>
      <w:r>
        <w:t xml:space="preserve"> pas conseillé la mort</w:t>
      </w:r>
      <w:r w:rsidR="0034078D">
        <w:t xml:space="preserve">, </w:t>
      </w:r>
      <w:r>
        <w:t>non-seulement aux malheureux</w:t>
      </w:r>
      <w:r w:rsidR="0034078D">
        <w:t xml:space="preserve">, </w:t>
      </w:r>
      <w:r>
        <w:t xml:space="preserve">mais à ceux qui </w:t>
      </w:r>
      <w:proofErr w:type="spellStart"/>
      <w:r>
        <w:t>étoient</w:t>
      </w:r>
      <w:proofErr w:type="spellEnd"/>
      <w:r>
        <w:t xml:space="preserve"> plongés dans la volupté</w:t>
      </w:r>
      <w:r w:rsidR="0034078D">
        <w:t xml:space="preserve">, </w:t>
      </w:r>
      <w:r>
        <w:t>supposé qu</w:t>
      </w:r>
      <w:r w:rsidR="0034078D">
        <w:t>’</w:t>
      </w:r>
      <w:r>
        <w:t>ils ne pussent s</w:t>
      </w:r>
      <w:r w:rsidR="0034078D">
        <w:t>’</w:t>
      </w:r>
      <w:r>
        <w:t>y soustraire autrement</w:t>
      </w:r>
      <w:r w:rsidR="0034078D">
        <w:t xml:space="preserve">. </w:t>
      </w:r>
      <w:r>
        <w:t>S</w:t>
      </w:r>
      <w:r w:rsidR="0034078D">
        <w:t>’</w:t>
      </w:r>
      <w:r>
        <w:t>il ne dit point</w:t>
      </w:r>
      <w:r w:rsidR="0034078D">
        <w:t xml:space="preserve">, </w:t>
      </w:r>
      <w:r>
        <w:t xml:space="preserve">comme </w:t>
      </w:r>
      <w:proofErr w:type="spellStart"/>
      <w:r>
        <w:t>Lucrece</w:t>
      </w:r>
      <w:proofErr w:type="spellEnd"/>
      <w:r w:rsidR="0034078D">
        <w:t xml:space="preserve">, </w:t>
      </w:r>
      <w:r>
        <w:t>que la mort ne nous regarde en rien</w:t>
      </w:r>
      <w:r w:rsidR="0034078D">
        <w:t xml:space="preserve">, </w:t>
      </w:r>
      <w:r>
        <w:t>parce qu</w:t>
      </w:r>
      <w:r w:rsidR="0034078D">
        <w:t>’</w:t>
      </w:r>
      <w:r>
        <w:t>elle n</w:t>
      </w:r>
      <w:r w:rsidR="0034078D">
        <w:t>’</w:t>
      </w:r>
      <w:r>
        <w:t>est point encore</w:t>
      </w:r>
      <w:r w:rsidR="0034078D">
        <w:t xml:space="preserve">, </w:t>
      </w:r>
      <w:r>
        <w:t>lorsque nous sommes</w:t>
      </w:r>
      <w:r w:rsidR="0034078D">
        <w:t xml:space="preserve">, </w:t>
      </w:r>
      <w:r>
        <w:t>&amp; que nous ne sommes plus lorsqu</w:t>
      </w:r>
      <w:r w:rsidR="0034078D">
        <w:t>’</w:t>
      </w:r>
      <w:r>
        <w:t>elle est</w:t>
      </w:r>
      <w:r w:rsidR="0034078D">
        <w:t xml:space="preserve">, </w:t>
      </w:r>
      <w:r>
        <w:t>c</w:t>
      </w:r>
      <w:r w:rsidR="0034078D">
        <w:t>’</w:t>
      </w:r>
      <w:r>
        <w:t>est que dans tous les temps les plus reculés</w:t>
      </w:r>
      <w:r w:rsidR="0034078D">
        <w:t xml:space="preserve">, </w:t>
      </w:r>
      <w:r>
        <w:t>l</w:t>
      </w:r>
      <w:r w:rsidR="0034078D">
        <w:t>’</w:t>
      </w:r>
      <w:proofErr w:type="spellStart"/>
      <w:r>
        <w:t>entiere</w:t>
      </w:r>
      <w:proofErr w:type="spellEnd"/>
      <w:r>
        <w:t xml:space="preserve"> destruction de notre être </w:t>
      </w:r>
      <w:proofErr w:type="spellStart"/>
      <w:r>
        <w:t>étoit</w:t>
      </w:r>
      <w:proofErr w:type="spellEnd"/>
      <w:r>
        <w:t xml:space="preserve"> une vérité reçue</w:t>
      </w:r>
      <w:r w:rsidR="0034078D">
        <w:t xml:space="preserve">, </w:t>
      </w:r>
      <w:r>
        <w:t>&amp; si triviale parmi les philosophes</w:t>
      </w:r>
      <w:r w:rsidR="0034078D">
        <w:t xml:space="preserve">, </w:t>
      </w:r>
      <w:r>
        <w:t>qu</w:t>
      </w:r>
      <w:r w:rsidR="0034078D">
        <w:t>’</w:t>
      </w:r>
      <w:r>
        <w:t xml:space="preserve">un </w:t>
      </w:r>
      <w:proofErr w:type="spellStart"/>
      <w:r>
        <w:t>Stoicien</w:t>
      </w:r>
      <w:proofErr w:type="spellEnd"/>
      <w:r>
        <w:t xml:space="preserve"> </w:t>
      </w:r>
      <w:proofErr w:type="spellStart"/>
      <w:r>
        <w:t>pouvoit</w:t>
      </w:r>
      <w:proofErr w:type="spellEnd"/>
      <w:r>
        <w:t xml:space="preserve"> bien se dispenser &amp; comme dédaigner de rassurer les esprits à cet égard</w:t>
      </w:r>
      <w:r w:rsidR="0034078D">
        <w:t xml:space="preserve">. </w:t>
      </w:r>
      <w:r>
        <w:t>Cicéron nomme celui qui s</w:t>
      </w:r>
      <w:r w:rsidR="0034078D">
        <w:t>’</w:t>
      </w:r>
      <w:r>
        <w:t xml:space="preserve">avisa le premier de croire que notre </w:t>
      </w:r>
      <w:proofErr w:type="spellStart"/>
      <w:r>
        <w:t>ame</w:t>
      </w:r>
      <w:proofErr w:type="spellEnd"/>
      <w:r>
        <w:t xml:space="preserve"> </w:t>
      </w:r>
      <w:proofErr w:type="spellStart"/>
      <w:r>
        <w:t>étoit</w:t>
      </w:r>
      <w:proofErr w:type="spellEnd"/>
      <w:r>
        <w:t xml:space="preserve"> immortelle</w:t>
      </w:r>
      <w:r w:rsidR="0034078D">
        <w:t>.</w:t>
      </w:r>
    </w:p>
    <w:p w14:paraId="5EB1DC89" w14:textId="77777777" w:rsidR="0034078D" w:rsidRDefault="00000000" w:rsidP="0034078D">
      <w:r>
        <w:t xml:space="preserve">Quoique notre illustre Stoïcien eût peut-être mieux fait de dire quelle </w:t>
      </w:r>
      <w:r>
        <w:rPr>
          <w:iCs/>
        </w:rPr>
        <w:t xml:space="preserve">vérité </w:t>
      </w:r>
      <w:proofErr w:type="spellStart"/>
      <w:r>
        <w:t>importoit</w:t>
      </w:r>
      <w:proofErr w:type="spellEnd"/>
      <w:r>
        <w:t xml:space="preserve"> au bonheur de la vie</w:t>
      </w:r>
      <w:r w:rsidR="0034078D">
        <w:t xml:space="preserve">, </w:t>
      </w:r>
      <w:r>
        <w:t>en rendant notre esprit tranquille sur l</w:t>
      </w:r>
      <w:r w:rsidR="0034078D">
        <w:t>’</w:t>
      </w:r>
      <w:r>
        <w:t>avenir</w:t>
      </w:r>
      <w:r w:rsidR="0034078D">
        <w:t xml:space="preserve">, </w:t>
      </w:r>
      <w:r>
        <w:t>Descartes ne m</w:t>
      </w:r>
      <w:r w:rsidR="0034078D">
        <w:t>’</w:t>
      </w:r>
      <w:r>
        <w:t xml:space="preserve">en </w:t>
      </w:r>
      <w:proofErr w:type="spellStart"/>
      <w:r>
        <w:t>paroît</w:t>
      </w:r>
      <w:proofErr w:type="spellEnd"/>
      <w:r>
        <w:t xml:space="preserve"> pas moins avoir mal interprété son silence</w:t>
      </w:r>
      <w:r w:rsidR="0034078D">
        <w:t xml:space="preserve">, </w:t>
      </w:r>
      <w:r>
        <w:t>en ne l</w:t>
      </w:r>
      <w:r w:rsidR="0034078D">
        <w:t>’</w:t>
      </w:r>
      <w:r>
        <w:t>interprétant point</w:t>
      </w:r>
      <w:r w:rsidR="0034078D">
        <w:t xml:space="preserve">. </w:t>
      </w:r>
      <w:r>
        <w:t>L</w:t>
      </w:r>
      <w:r w:rsidR="0034078D">
        <w:t>’</w:t>
      </w:r>
      <w:r>
        <w:t>ai-je justifié</w:t>
      </w:r>
      <w:r w:rsidR="0034078D">
        <w:t xml:space="preserve">, </w:t>
      </w:r>
      <w:r>
        <w:t>en l</w:t>
      </w:r>
      <w:r w:rsidR="0034078D">
        <w:t>’</w:t>
      </w:r>
      <w:r>
        <w:t>expliquant</w:t>
      </w:r>
      <w:r w:rsidR="0034078D">
        <w:t> ?</w:t>
      </w:r>
    </w:p>
    <w:p w14:paraId="38DE7E48" w14:textId="77777777" w:rsidR="0034078D" w:rsidRDefault="00000000" w:rsidP="0034078D">
      <w:r>
        <w:t>Quoi qu</w:t>
      </w:r>
      <w:r w:rsidR="0034078D">
        <w:t>’</w:t>
      </w:r>
      <w:r>
        <w:t>il en soit</w:t>
      </w:r>
      <w:r w:rsidR="0034078D">
        <w:t xml:space="preserve">, </w:t>
      </w:r>
      <w:r>
        <w:t xml:space="preserve">dans un </w:t>
      </w:r>
      <w:proofErr w:type="spellStart"/>
      <w:r>
        <w:t>siecle</w:t>
      </w:r>
      <w:proofErr w:type="spellEnd"/>
      <w:r>
        <w:t xml:space="preserve"> aussi éclairé que le nôtre</w:t>
      </w:r>
      <w:r w:rsidR="0034078D">
        <w:t xml:space="preserve">, </w:t>
      </w:r>
      <w:r>
        <w:t>où la nature est si connue</w:t>
      </w:r>
      <w:r w:rsidR="0034078D">
        <w:t xml:space="preserve">, </w:t>
      </w:r>
      <w:r>
        <w:t>qu</w:t>
      </w:r>
      <w:r w:rsidR="0034078D">
        <w:t>’</w:t>
      </w:r>
      <w:r>
        <w:t>à ce sujet elle ne nous laisse rien à désirer</w:t>
      </w:r>
      <w:r w:rsidR="0034078D">
        <w:t xml:space="preserve">, </w:t>
      </w:r>
      <w:r>
        <w:t xml:space="preserve">il est enfin démontré par mille preuves sans </w:t>
      </w:r>
      <w:proofErr w:type="spellStart"/>
      <w:r>
        <w:t>replique</w:t>
      </w:r>
      <w:proofErr w:type="spellEnd"/>
      <w:r w:rsidR="0034078D">
        <w:t xml:space="preserve">, </w:t>
      </w:r>
      <w:r>
        <w:t>qu</w:t>
      </w:r>
      <w:r w:rsidR="0034078D">
        <w:t>’</w:t>
      </w:r>
      <w:r>
        <w:t>il n</w:t>
      </w:r>
      <w:r w:rsidR="0034078D">
        <w:t>’</w:t>
      </w:r>
      <w:r>
        <w:t>y a qu</w:t>
      </w:r>
      <w:r w:rsidR="0034078D">
        <w:t>’</w:t>
      </w:r>
      <w:r>
        <w:t>une vie &amp; qu</w:t>
      </w:r>
      <w:r w:rsidR="0034078D">
        <w:t>’</w:t>
      </w:r>
      <w:r>
        <w:t>une félicité</w:t>
      </w:r>
      <w:r w:rsidR="0034078D">
        <w:t xml:space="preserve">. </w:t>
      </w:r>
      <w:r>
        <w:t xml:space="preserve">La </w:t>
      </w:r>
      <w:proofErr w:type="spellStart"/>
      <w:r>
        <w:t>premiere</w:t>
      </w:r>
      <w:proofErr w:type="spellEnd"/>
      <w:r>
        <w:t xml:space="preserve"> condition du bonheur est de sentir</w:t>
      </w:r>
      <w:r w:rsidR="0034078D">
        <w:t xml:space="preserve">, </w:t>
      </w:r>
      <w:r>
        <w:t>&amp; la mort nous ôte tout sentiment</w:t>
      </w:r>
      <w:r w:rsidR="0034078D">
        <w:t xml:space="preserve">. </w:t>
      </w:r>
      <w:r>
        <w:t>La fausse philosophie peut</w:t>
      </w:r>
      <w:r w:rsidR="0034078D">
        <w:t xml:space="preserve">, </w:t>
      </w:r>
      <w:r>
        <w:t>comme la théologie</w:t>
      </w:r>
      <w:r w:rsidR="0034078D">
        <w:t xml:space="preserve">, </w:t>
      </w:r>
      <w:r>
        <w:t>nous promettre un bonheur éternel</w:t>
      </w:r>
      <w:r w:rsidR="0034078D">
        <w:t xml:space="preserve">, </w:t>
      </w:r>
      <w:r>
        <w:t xml:space="preserve">&amp; nous berçant de belles </w:t>
      </w:r>
      <w:proofErr w:type="spellStart"/>
      <w:r>
        <w:t>chimeres</w:t>
      </w:r>
      <w:proofErr w:type="spellEnd"/>
      <w:r w:rsidR="0034078D">
        <w:t xml:space="preserve">, </w:t>
      </w:r>
      <w:r>
        <w:t>nous y conduire aux dépens de nos jours</w:t>
      </w:r>
      <w:r w:rsidR="0034078D">
        <w:t xml:space="preserve">, </w:t>
      </w:r>
      <w:r>
        <w:t>ou de nos plaisirs</w:t>
      </w:r>
      <w:r w:rsidR="0034078D">
        <w:t xml:space="preserve">. </w:t>
      </w:r>
      <w:r>
        <w:t>La vraie</w:t>
      </w:r>
      <w:r w:rsidR="0034078D">
        <w:t xml:space="preserve">, </w:t>
      </w:r>
      <w:r>
        <w:t>bien différente &amp; plus sage</w:t>
      </w:r>
      <w:r w:rsidR="0034078D">
        <w:t xml:space="preserve">, </w:t>
      </w:r>
      <w:r>
        <w:t>n</w:t>
      </w:r>
      <w:r w:rsidR="0034078D">
        <w:t>’</w:t>
      </w:r>
      <w:r>
        <w:t>admet qu</w:t>
      </w:r>
      <w:r w:rsidR="0034078D">
        <w:t>’</w:t>
      </w:r>
      <w:r>
        <w:t>une félicité temporelle</w:t>
      </w:r>
      <w:r w:rsidR="0034078D">
        <w:t xml:space="preserve">, </w:t>
      </w:r>
      <w:r>
        <w:t xml:space="preserve">elle </w:t>
      </w:r>
      <w:proofErr w:type="spellStart"/>
      <w:r>
        <w:t>seme</w:t>
      </w:r>
      <w:proofErr w:type="spellEnd"/>
      <w:r>
        <w:t xml:space="preserve"> les roses &amp; les fleurs sur nos pas</w:t>
      </w:r>
      <w:r w:rsidR="0034078D">
        <w:t xml:space="preserve">, </w:t>
      </w:r>
      <w:r>
        <w:t>&amp; nous apprend à les cueillir</w:t>
      </w:r>
      <w:r w:rsidR="0034078D">
        <w:t>.</w:t>
      </w:r>
    </w:p>
    <w:p w14:paraId="617E4420" w14:textId="77777777" w:rsidR="0034078D" w:rsidRDefault="00000000" w:rsidP="0034078D">
      <w:r>
        <w:t xml:space="preserve">Telles sont les justes bornes dans lesquelles la sagesse fait se renfermer &amp; contenir ses vœux &amp; ses </w:t>
      </w:r>
      <w:proofErr w:type="spellStart"/>
      <w:r>
        <w:t>desirs</w:t>
      </w:r>
      <w:proofErr w:type="spellEnd"/>
      <w:r w:rsidR="0034078D">
        <w:t>.</w:t>
      </w:r>
    </w:p>
    <w:p w14:paraId="1170C3FB" w14:textId="77777777" w:rsidR="0034078D" w:rsidRDefault="00000000" w:rsidP="0034078D">
      <w:r>
        <w:lastRenderedPageBreak/>
        <w:t>Je sais que Descartes dit que l</w:t>
      </w:r>
      <w:r w:rsidR="0034078D">
        <w:t>’</w:t>
      </w:r>
      <w:r>
        <w:t>immortalité de l</w:t>
      </w:r>
      <w:r w:rsidR="0034078D">
        <w:t>’</w:t>
      </w:r>
      <w:proofErr w:type="spellStart"/>
      <w:r>
        <w:t>ame</w:t>
      </w:r>
      <w:proofErr w:type="spellEnd"/>
      <w:r>
        <w:t xml:space="preserve"> est une de ces vérités</w:t>
      </w:r>
      <w:r w:rsidR="0034078D">
        <w:t xml:space="preserve">, </w:t>
      </w:r>
      <w:r>
        <w:t xml:space="preserve">dont la </w:t>
      </w:r>
      <w:proofErr w:type="spellStart"/>
      <w:r>
        <w:t>connoissance</w:t>
      </w:r>
      <w:proofErr w:type="spellEnd"/>
      <w:r>
        <w:t xml:space="preserve"> est requise pour faciliter l</w:t>
      </w:r>
      <w:r w:rsidR="0034078D">
        <w:t>’</w:t>
      </w:r>
      <w:r>
        <w:t>usage de la vertu &amp; le chemin du bonheur</w:t>
      </w:r>
      <w:r w:rsidR="0034078D">
        <w:t xml:space="preserve">. </w:t>
      </w:r>
      <w:r>
        <w:t>Mais alors il ne parle point en philosophe</w:t>
      </w:r>
      <w:r w:rsidR="0034078D">
        <w:t xml:space="preserve"> : </w:t>
      </w:r>
      <w:r>
        <w:t>&amp; comme il avoue que le souverain bien n</w:t>
      </w:r>
      <w:r w:rsidR="0034078D">
        <w:t>’</w:t>
      </w:r>
      <w:r>
        <w:t xml:space="preserve">est point une </w:t>
      </w:r>
      <w:proofErr w:type="spellStart"/>
      <w:r>
        <w:t>matiere</w:t>
      </w:r>
      <w:proofErr w:type="spellEnd"/>
      <w:r>
        <w:t xml:space="preserve"> qu</w:t>
      </w:r>
      <w:r w:rsidR="0034078D">
        <w:t>’</w:t>
      </w:r>
      <w:r>
        <w:t>il aime à traiter</w:t>
      </w:r>
      <w:r w:rsidR="0034078D">
        <w:t xml:space="preserve">, </w:t>
      </w:r>
      <w:r>
        <w:t>il est facile de voir que la prudence de l</w:t>
      </w:r>
      <w:r w:rsidR="0034078D">
        <w:t>’</w:t>
      </w:r>
      <w:r>
        <w:t>auteur est proportionnée à la délicatesse du sujet</w:t>
      </w:r>
      <w:r w:rsidR="0034078D">
        <w:t xml:space="preserve">. </w:t>
      </w:r>
      <w:r>
        <w:t xml:space="preserve">Il </w:t>
      </w:r>
      <w:proofErr w:type="spellStart"/>
      <w:r>
        <w:t>pouvoit</w:t>
      </w:r>
      <w:proofErr w:type="spellEnd"/>
      <w:r>
        <w:t xml:space="preserve"> craindre la publication de ses </w:t>
      </w:r>
      <w:r>
        <w:rPr>
          <w:i/>
          <w:iCs/>
        </w:rPr>
        <w:t>lettres</w:t>
      </w:r>
      <w:r w:rsidR="0034078D">
        <w:rPr>
          <w:i/>
          <w:iCs/>
        </w:rPr>
        <w:t xml:space="preserve">, </w:t>
      </w:r>
      <w:r>
        <w:t xml:space="preserve">&amp; en conséquence ces bons chrétiens qui ne </w:t>
      </w:r>
      <w:proofErr w:type="spellStart"/>
      <w:r>
        <w:t>cherchoient</w:t>
      </w:r>
      <w:proofErr w:type="spellEnd"/>
      <w:r>
        <w:t xml:space="preserve"> que la cruelle occasion de le perdre</w:t>
      </w:r>
      <w:r w:rsidR="0034078D">
        <w:t xml:space="preserve">, </w:t>
      </w:r>
      <w:r>
        <w:t>comme tous ceux qui osent s</w:t>
      </w:r>
      <w:r w:rsidR="0034078D">
        <w:t>’</w:t>
      </w:r>
      <w:r>
        <w:t>opposer à leurs opinions aveugles &amp; despotiques</w:t>
      </w:r>
      <w:r w:rsidR="0034078D">
        <w:t xml:space="preserve">. </w:t>
      </w:r>
      <w:r>
        <w:t>Lisez ses excellentes lettres</w:t>
      </w:r>
      <w:r w:rsidR="0034078D">
        <w:t xml:space="preserve">, </w:t>
      </w:r>
      <w:r>
        <w:t>pour voir toutes les inquiétudes &amp; tous les chagrins que la saine théologie lui a fait essuyer</w:t>
      </w:r>
      <w:r w:rsidR="0034078D">
        <w:t xml:space="preserve">, </w:t>
      </w:r>
      <w:r>
        <w:t>&amp; tout ce qu</w:t>
      </w:r>
      <w:r w:rsidR="0034078D">
        <w:t>’</w:t>
      </w:r>
      <w:r>
        <w:t>elle a remué pour empêcher ce grand homme d</w:t>
      </w:r>
      <w:r w:rsidR="0034078D">
        <w:t>’</w:t>
      </w:r>
      <w:r>
        <w:t>établir sa philosophie</w:t>
      </w:r>
      <w:r w:rsidR="0034078D">
        <w:t xml:space="preserve">, </w:t>
      </w:r>
      <w:r>
        <w:t>à laquelle</w:t>
      </w:r>
      <w:r w:rsidR="0034078D">
        <w:t xml:space="preserve">, </w:t>
      </w:r>
      <w:r>
        <w:t>toute hypothétique qu</w:t>
      </w:r>
      <w:r w:rsidR="0034078D">
        <w:t>’</w:t>
      </w:r>
      <w:r>
        <w:t>elle est</w:t>
      </w:r>
      <w:r w:rsidR="0034078D">
        <w:t xml:space="preserve">, </w:t>
      </w:r>
      <w:r>
        <w:t>l</w:t>
      </w:r>
      <w:r w:rsidR="0034078D">
        <w:t>’</w:t>
      </w:r>
      <w:r>
        <w:t>esprit humain devra tous les progrès qu</w:t>
      </w:r>
      <w:r w:rsidR="0034078D">
        <w:t>’</w:t>
      </w:r>
      <w:r>
        <w:t>il fera à jamais dans les expériences même</w:t>
      </w:r>
      <w:r w:rsidR="0034078D">
        <w:t xml:space="preserve">, </w:t>
      </w:r>
      <w:r>
        <w:t>dont elle a fait sentir la nécessité</w:t>
      </w:r>
      <w:r w:rsidR="0034078D">
        <w:t>.</w:t>
      </w:r>
    </w:p>
    <w:p w14:paraId="6376E86F" w14:textId="77777777" w:rsidR="0034078D" w:rsidRDefault="00000000" w:rsidP="0034078D">
      <w:r>
        <w:t>Mais où l</w:t>
      </w:r>
      <w:r w:rsidR="0034078D">
        <w:t>’</w:t>
      </w:r>
      <w:r>
        <w:t xml:space="preserve">on </w:t>
      </w:r>
      <w:proofErr w:type="spellStart"/>
      <w:r>
        <w:t>reconnoît</w:t>
      </w:r>
      <w:proofErr w:type="spellEnd"/>
      <w:r>
        <w:t xml:space="preserve"> enfin celui qui a regardé les animaux comme de pures machines</w:t>
      </w:r>
      <w:r w:rsidR="0034078D">
        <w:t xml:space="preserve">, </w:t>
      </w:r>
      <w:r>
        <w:t>imaginant bien que l</w:t>
      </w:r>
      <w:r w:rsidR="0034078D">
        <w:t>’</w:t>
      </w:r>
      <w:r>
        <w:t xml:space="preserve">homme leur </w:t>
      </w:r>
      <w:proofErr w:type="spellStart"/>
      <w:r>
        <w:t>seroit</w:t>
      </w:r>
      <w:proofErr w:type="spellEnd"/>
      <w:r>
        <w:t xml:space="preserve"> un jour comparé par des génies plus médiocres &amp; plus hardis</w:t>
      </w:r>
      <w:r w:rsidR="0034078D">
        <w:t xml:space="preserve"> ; </w:t>
      </w:r>
      <w:r>
        <w:t>c</w:t>
      </w:r>
      <w:r w:rsidR="0034078D">
        <w:t>’</w:t>
      </w:r>
      <w:r>
        <w:t>est lorsqu</w:t>
      </w:r>
      <w:r w:rsidR="0034078D">
        <w:t>’</w:t>
      </w:r>
      <w:r>
        <w:t>il dit qu</w:t>
      </w:r>
      <w:r w:rsidR="0034078D">
        <w:t>’</w:t>
      </w:r>
      <w:r>
        <w:t>on n</w:t>
      </w:r>
      <w:r w:rsidR="0034078D">
        <w:t>’</w:t>
      </w:r>
      <w:r>
        <w:t>a aucune assurance sur l</w:t>
      </w:r>
      <w:r w:rsidR="0034078D">
        <w:t>’</w:t>
      </w:r>
      <w:r>
        <w:t>immortalité de l</w:t>
      </w:r>
      <w:r w:rsidR="0034078D">
        <w:t>’</w:t>
      </w:r>
      <w:proofErr w:type="spellStart"/>
      <w:r>
        <w:t>ame</w:t>
      </w:r>
      <w:proofErr w:type="spellEnd"/>
      <w:r w:rsidR="0034078D">
        <w:t xml:space="preserve">, </w:t>
      </w:r>
      <w:r>
        <w:t>si ce n</w:t>
      </w:r>
      <w:r w:rsidR="0034078D">
        <w:t>’</w:t>
      </w:r>
      <w:r>
        <w:t xml:space="preserve">est dans la </w:t>
      </w:r>
      <w:r>
        <w:rPr>
          <w:i/>
          <w:iCs/>
        </w:rPr>
        <w:t>fausse philosophie d</w:t>
      </w:r>
      <w:r w:rsidR="0034078D">
        <w:rPr>
          <w:i/>
          <w:iCs/>
        </w:rPr>
        <w:t>’</w:t>
      </w:r>
      <w:proofErr w:type="spellStart"/>
      <w:r>
        <w:rPr>
          <w:i/>
          <w:iCs/>
        </w:rPr>
        <w:t>Hegésias</w:t>
      </w:r>
      <w:proofErr w:type="spellEnd"/>
      <w:r w:rsidR="0034078D">
        <w:rPr>
          <w:i/>
          <w:iCs/>
        </w:rPr>
        <w:t xml:space="preserve"> : </w:t>
      </w:r>
      <w:r>
        <w:t>ce sont ses termes</w:t>
      </w:r>
      <w:r w:rsidR="0034078D">
        <w:t xml:space="preserve">. </w:t>
      </w:r>
      <w:r>
        <w:t xml:space="preserve">Il ajoute que le livre de ce philosophe fut défendu par </w:t>
      </w:r>
      <w:proofErr w:type="spellStart"/>
      <w:r>
        <w:t>Ptolomée</w:t>
      </w:r>
      <w:proofErr w:type="spellEnd"/>
      <w:r w:rsidR="0034078D">
        <w:t xml:space="preserve">, </w:t>
      </w:r>
      <w:r>
        <w:t>parce que plusieurs</w:t>
      </w:r>
      <w:r w:rsidR="0034078D">
        <w:t xml:space="preserve">, </w:t>
      </w:r>
      <w:r>
        <w:t xml:space="preserve">ennuyés des </w:t>
      </w:r>
      <w:proofErr w:type="spellStart"/>
      <w:r>
        <w:t>miseres</w:t>
      </w:r>
      <w:proofErr w:type="spellEnd"/>
      <w:r>
        <w:t xml:space="preserve"> de cette vie</w:t>
      </w:r>
      <w:r w:rsidR="0034078D">
        <w:t xml:space="preserve">, </w:t>
      </w:r>
      <w:r>
        <w:t>qu</w:t>
      </w:r>
      <w:r w:rsidR="0034078D">
        <w:t>’</w:t>
      </w:r>
      <w:r>
        <w:t xml:space="preserve">il </w:t>
      </w:r>
      <w:proofErr w:type="spellStart"/>
      <w:r>
        <w:t>exagéroit</w:t>
      </w:r>
      <w:proofErr w:type="spellEnd"/>
      <w:r w:rsidR="0034078D">
        <w:t xml:space="preserve">, </w:t>
      </w:r>
      <w:r>
        <w:t>s</w:t>
      </w:r>
      <w:r w:rsidR="0034078D">
        <w:t>’</w:t>
      </w:r>
      <w:proofErr w:type="spellStart"/>
      <w:r>
        <w:t>étoient</w:t>
      </w:r>
      <w:proofErr w:type="spellEnd"/>
      <w:r>
        <w:t xml:space="preserve"> tués</w:t>
      </w:r>
      <w:r w:rsidR="0034078D">
        <w:t xml:space="preserve">, </w:t>
      </w:r>
      <w:r>
        <w:t>après l</w:t>
      </w:r>
      <w:r w:rsidR="0034078D">
        <w:t>’</w:t>
      </w:r>
      <w:r>
        <w:t>avoir lu</w:t>
      </w:r>
      <w:r w:rsidR="0034078D">
        <w:t xml:space="preserve">, </w:t>
      </w:r>
      <w:r>
        <w:t>pour se dépêcher moins encore d</w:t>
      </w:r>
      <w:r w:rsidR="0034078D">
        <w:t>’</w:t>
      </w:r>
      <w:r>
        <w:t>en sortir</w:t>
      </w:r>
      <w:r w:rsidR="0034078D">
        <w:t xml:space="preserve">, </w:t>
      </w:r>
      <w:r>
        <w:t>que pour aller goûter dans l</w:t>
      </w:r>
      <w:r w:rsidR="0034078D">
        <w:t>’</w:t>
      </w:r>
      <w:r>
        <w:t xml:space="preserve">autre monde les </w:t>
      </w:r>
      <w:r>
        <w:rPr>
          <w:bCs/>
          <w:iCs/>
        </w:rPr>
        <w:t>féli</w:t>
      </w:r>
      <w:r>
        <w:t xml:space="preserve">cités éternelles dont il </w:t>
      </w:r>
      <w:proofErr w:type="spellStart"/>
      <w:r>
        <w:rPr>
          <w:i/>
          <w:iCs/>
        </w:rPr>
        <w:t>leurroit</w:t>
      </w:r>
      <w:proofErr w:type="spellEnd"/>
      <w:r>
        <w:rPr>
          <w:i/>
          <w:iCs/>
        </w:rPr>
        <w:t xml:space="preserve"> </w:t>
      </w:r>
      <w:r>
        <w:rPr>
          <w:bCs/>
          <w:iCs/>
        </w:rPr>
        <w:t>ses</w:t>
      </w:r>
      <w:r>
        <w:t xml:space="preserve"> lecteurs</w:t>
      </w:r>
      <w:r w:rsidR="0034078D">
        <w:t xml:space="preserve"> : </w:t>
      </w:r>
      <w:r>
        <w:t>ce qui fait voir</w:t>
      </w:r>
      <w:r w:rsidR="0034078D">
        <w:t xml:space="preserve">, </w:t>
      </w:r>
      <w:r>
        <w:rPr>
          <w:bCs/>
        </w:rPr>
        <w:t>1</w:t>
      </w:r>
      <w:r>
        <w:rPr>
          <w:bCs/>
          <w:vertAlign w:val="superscript"/>
        </w:rPr>
        <w:t>o</w:t>
      </w:r>
      <w:r w:rsidR="0034078D">
        <w:rPr>
          <w:bCs/>
        </w:rPr>
        <w:t xml:space="preserve">. </w:t>
      </w:r>
      <w:r>
        <w:t>la mode des opinions</w:t>
      </w:r>
      <w:r w:rsidR="0034078D">
        <w:t xml:space="preserve">, </w:t>
      </w:r>
      <w:r>
        <w:t xml:space="preserve">tantôt bien &amp; tantôt mal accueillies en </w:t>
      </w:r>
      <w:proofErr w:type="spellStart"/>
      <w:r>
        <w:t>différens</w:t>
      </w:r>
      <w:proofErr w:type="spellEnd"/>
      <w:r>
        <w:t xml:space="preserve"> </w:t>
      </w:r>
      <w:proofErr w:type="spellStart"/>
      <w:r>
        <w:t>siecles</w:t>
      </w:r>
      <w:proofErr w:type="spellEnd"/>
      <w:r w:rsidR="0034078D">
        <w:t xml:space="preserve"> ; </w:t>
      </w:r>
      <w:r>
        <w:t>2°</w:t>
      </w:r>
      <w:r w:rsidR="0034078D">
        <w:t xml:space="preserve">. </w:t>
      </w:r>
      <w:r>
        <w:t>le danger de celles qu</w:t>
      </w:r>
      <w:r w:rsidR="0034078D">
        <w:t>’</w:t>
      </w:r>
      <w:r>
        <w:t>on croit les plus vertueuses</w:t>
      </w:r>
      <w:r w:rsidR="0034078D">
        <w:t xml:space="preserve">, </w:t>
      </w:r>
      <w:r>
        <w:t>les plus saintes</w:t>
      </w:r>
      <w:r w:rsidR="0034078D">
        <w:t xml:space="preserve">, </w:t>
      </w:r>
      <w:r>
        <w:t>&amp; les plus capables de soutenir l</w:t>
      </w:r>
      <w:r w:rsidR="0034078D">
        <w:t>’</w:t>
      </w:r>
      <w:r>
        <w:t>humanité dans les peines de la vie</w:t>
      </w:r>
      <w:r w:rsidR="0034078D">
        <w:t xml:space="preserve">, </w:t>
      </w:r>
      <w:r>
        <w:t>&amp; même de nous rendre heureux &amp; riches du moins en belles espérances</w:t>
      </w:r>
      <w:r w:rsidR="0034078D">
        <w:t xml:space="preserve">. </w:t>
      </w:r>
      <w:r>
        <w:t xml:space="preserve">Je vois par </w:t>
      </w:r>
      <w:r>
        <w:lastRenderedPageBreak/>
        <w:t>la lecture que les meilleurs esprits</w:t>
      </w:r>
      <w:r w:rsidR="0034078D">
        <w:t xml:space="preserve">, </w:t>
      </w:r>
      <w:r>
        <w:t>généralement reconnus pour tels</w:t>
      </w:r>
      <w:r w:rsidR="0034078D">
        <w:t xml:space="preserve">, </w:t>
      </w:r>
      <w:r>
        <w:t>n</w:t>
      </w:r>
      <w:r w:rsidR="0034078D">
        <w:t>’</w:t>
      </w:r>
      <w:r>
        <w:t>ont jamais pesé dans la même balance les avantages que procurent les deux opinions contraires</w:t>
      </w:r>
      <w:r w:rsidR="0034078D">
        <w:t xml:space="preserve">. </w:t>
      </w:r>
      <w:r>
        <w:t>Rien de plus misérable &amp; de plus à plaindre qu</w:t>
      </w:r>
      <w:r w:rsidR="0034078D">
        <w:t>’</w:t>
      </w:r>
      <w:r>
        <w:t>un esprit qui s</w:t>
      </w:r>
      <w:r w:rsidR="0034078D">
        <w:t>’</w:t>
      </w:r>
      <w:proofErr w:type="spellStart"/>
      <w:r>
        <w:t>inquiete</w:t>
      </w:r>
      <w:proofErr w:type="spellEnd"/>
      <w:r>
        <w:t xml:space="preserve"> &amp; se tourmente pour les choses futures</w:t>
      </w:r>
      <w:r w:rsidR="0034078D">
        <w:t xml:space="preserve">, </w:t>
      </w:r>
      <w:r>
        <w:t xml:space="preserve">selon </w:t>
      </w:r>
      <w:proofErr w:type="spellStart"/>
      <w:r>
        <w:t>Séneque</w:t>
      </w:r>
      <w:proofErr w:type="spellEnd"/>
      <w:r w:rsidR="0034078D">
        <w:t xml:space="preserve"> : </w:t>
      </w:r>
      <w:r>
        <w:t>car n</w:t>
      </w:r>
      <w:r w:rsidR="0034078D">
        <w:t>’</w:t>
      </w:r>
      <w:r>
        <w:t>ayant point de certitude qu</w:t>
      </w:r>
      <w:r w:rsidR="0034078D">
        <w:t>’</w:t>
      </w:r>
      <w:r>
        <w:t xml:space="preserve">elles seront au gré de ses </w:t>
      </w:r>
      <w:proofErr w:type="spellStart"/>
      <w:r>
        <w:t>desirs</w:t>
      </w:r>
      <w:proofErr w:type="spellEnd"/>
      <w:r w:rsidR="0034078D">
        <w:t xml:space="preserve">, </w:t>
      </w:r>
      <w:r>
        <w:t>elles peuvent leur être tout-à-fait contraires</w:t>
      </w:r>
      <w:r w:rsidR="0034078D">
        <w:t xml:space="preserve">. </w:t>
      </w:r>
      <w:r>
        <w:t>Delà par conséquent à quelle fâcheuse incertitude n</w:t>
      </w:r>
      <w:r w:rsidR="0034078D">
        <w:t>’</w:t>
      </w:r>
      <w:r>
        <w:t>est-on pas sans cesse livré</w:t>
      </w:r>
      <w:r w:rsidR="0034078D">
        <w:t xml:space="preserve"> ? </w:t>
      </w:r>
      <w:r>
        <w:t>Pour une idée riante</w:t>
      </w:r>
      <w:r w:rsidR="0034078D">
        <w:t xml:space="preserve">, </w:t>
      </w:r>
      <w:r>
        <w:t>combien d</w:t>
      </w:r>
      <w:r w:rsidR="0034078D">
        <w:t>’</w:t>
      </w:r>
      <w:r>
        <w:t>idées tristes</w:t>
      </w:r>
      <w:r w:rsidR="0034078D">
        <w:t xml:space="preserve">, </w:t>
      </w:r>
      <w:r>
        <w:t>&amp; de frayeurs cruelles</w:t>
      </w:r>
      <w:r w:rsidR="0034078D">
        <w:t xml:space="preserve"> ! </w:t>
      </w:r>
      <w:r>
        <w:t>Au contraire dans notre opinion</w:t>
      </w:r>
      <w:r w:rsidR="0034078D">
        <w:t xml:space="preserve">, </w:t>
      </w:r>
      <w:r>
        <w:t>si on n</w:t>
      </w:r>
      <w:r w:rsidR="0034078D">
        <w:t>’</w:t>
      </w:r>
      <w:r>
        <w:t xml:space="preserve">a pas les roses </w:t>
      </w:r>
      <w:proofErr w:type="spellStart"/>
      <w:r>
        <w:t>phantastiques</w:t>
      </w:r>
      <w:proofErr w:type="spellEnd"/>
      <w:r>
        <w:t xml:space="preserve"> que donne un beau songe</w:t>
      </w:r>
      <w:r w:rsidR="0034078D">
        <w:t xml:space="preserve">, </w:t>
      </w:r>
      <w:r>
        <w:t>du moins est-on exempt des épines réelles qui l</w:t>
      </w:r>
      <w:r w:rsidR="0034078D">
        <w:t>’</w:t>
      </w:r>
      <w:r>
        <w:t>accompagnent</w:t>
      </w:r>
      <w:r w:rsidR="0034078D">
        <w:t xml:space="preserve">. </w:t>
      </w:r>
      <w:r>
        <w:t>Enfin</w:t>
      </w:r>
      <w:r w:rsidR="0034078D">
        <w:t xml:space="preserve">, </w:t>
      </w:r>
      <w:r>
        <w:t>tout bien considéré</w:t>
      </w:r>
      <w:r w:rsidR="0034078D">
        <w:t xml:space="preserve">, </w:t>
      </w:r>
      <w:r>
        <w:t>se borner au présent</w:t>
      </w:r>
      <w:r w:rsidR="0034078D">
        <w:t xml:space="preserve">, </w:t>
      </w:r>
      <w:r>
        <w:t>qui seul est en notre pouvoir</w:t>
      </w:r>
      <w:r w:rsidR="0034078D">
        <w:t xml:space="preserve">, </w:t>
      </w:r>
      <w:r>
        <w:t>c</w:t>
      </w:r>
      <w:r w:rsidR="0034078D">
        <w:t>’</w:t>
      </w:r>
      <w:r>
        <w:t>est un parti digne du sage</w:t>
      </w:r>
      <w:r w:rsidR="0034078D">
        <w:t xml:space="preserve"> ; </w:t>
      </w:r>
      <w:r>
        <w:t xml:space="preserve">nuls </w:t>
      </w:r>
      <w:proofErr w:type="spellStart"/>
      <w:r>
        <w:t>inconvéniens</w:t>
      </w:r>
      <w:proofErr w:type="spellEnd"/>
      <w:r w:rsidR="0034078D">
        <w:t xml:space="preserve">, </w:t>
      </w:r>
      <w:r>
        <w:t>nulles inquiétudes de l</w:t>
      </w:r>
      <w:r w:rsidR="0034078D">
        <w:t>’</w:t>
      </w:r>
      <w:r>
        <w:t xml:space="preserve">avenir dans ce </w:t>
      </w:r>
      <w:proofErr w:type="spellStart"/>
      <w:r>
        <w:t>systême</w:t>
      </w:r>
      <w:proofErr w:type="spellEnd"/>
      <w:r w:rsidR="0034078D">
        <w:t xml:space="preserve">. </w:t>
      </w:r>
      <w:r>
        <w:t>Uniquement occupé à bien remplir le cercle étroit de la vie</w:t>
      </w:r>
      <w:r w:rsidR="0034078D">
        <w:t xml:space="preserve">, </w:t>
      </w:r>
      <w:r>
        <w:t>on se trouve d</w:t>
      </w:r>
      <w:r w:rsidR="0034078D">
        <w:t>’</w:t>
      </w:r>
      <w:r>
        <w:t>autant plus heureux</w:t>
      </w:r>
      <w:r w:rsidR="0034078D">
        <w:t xml:space="preserve">, </w:t>
      </w:r>
      <w:r>
        <w:t>qu</w:t>
      </w:r>
      <w:r w:rsidR="0034078D">
        <w:t>’</w:t>
      </w:r>
      <w:r>
        <w:t>on vit non-seulement pour soi</w:t>
      </w:r>
      <w:r w:rsidR="0034078D">
        <w:t xml:space="preserve">, </w:t>
      </w:r>
      <w:r>
        <w:t>mais pour sa patrie</w:t>
      </w:r>
      <w:r w:rsidR="0034078D">
        <w:t xml:space="preserve">, </w:t>
      </w:r>
      <w:r>
        <w:t>pour son roi</w:t>
      </w:r>
      <w:r w:rsidR="0034078D">
        <w:t xml:space="preserve">, </w:t>
      </w:r>
      <w:r>
        <w:t>&amp; en général pour l</w:t>
      </w:r>
      <w:r w:rsidR="0034078D">
        <w:t>’</w:t>
      </w:r>
      <w:r>
        <w:t>humanité</w:t>
      </w:r>
      <w:r w:rsidR="0034078D">
        <w:t xml:space="preserve">, </w:t>
      </w:r>
      <w:r>
        <w:t>qu</w:t>
      </w:r>
      <w:r w:rsidR="0034078D">
        <w:t>’</w:t>
      </w:r>
      <w:r>
        <w:t>on se fait gloire de servir</w:t>
      </w:r>
      <w:r w:rsidR="0034078D">
        <w:t xml:space="preserve">. </w:t>
      </w:r>
      <w:r>
        <w:t xml:space="preserve">On </w:t>
      </w:r>
      <w:r>
        <w:rPr>
          <w:iCs/>
        </w:rPr>
        <w:t>fait</w:t>
      </w:r>
      <w:r>
        <w:t xml:space="preserve"> le bonheur de la </w:t>
      </w:r>
      <w:proofErr w:type="spellStart"/>
      <w:r>
        <w:t>sociéte</w:t>
      </w:r>
      <w:proofErr w:type="spellEnd"/>
      <w:r w:rsidR="0034078D">
        <w:t xml:space="preserve">, </w:t>
      </w:r>
      <w:r>
        <w:t>avec le sien propre</w:t>
      </w:r>
      <w:r w:rsidR="0034078D">
        <w:t xml:space="preserve">. </w:t>
      </w:r>
      <w:r>
        <w:t>Toutes les vertus consistent à bien mériter d</w:t>
      </w:r>
      <w:r w:rsidR="0034078D">
        <w:t>’</w:t>
      </w:r>
      <w:r>
        <w:t>elle</w:t>
      </w:r>
      <w:r w:rsidR="0034078D">
        <w:t xml:space="preserve">, </w:t>
      </w:r>
      <w:r>
        <w:t>comme nous allons l</w:t>
      </w:r>
      <w:r w:rsidR="0034078D">
        <w:t>’</w:t>
      </w:r>
      <w:r>
        <w:t>expliquer</w:t>
      </w:r>
      <w:r w:rsidR="0034078D">
        <w:t>.</w:t>
      </w:r>
    </w:p>
    <w:p w14:paraId="529285DD" w14:textId="77777777" w:rsidR="0034078D" w:rsidRDefault="00000000" w:rsidP="0034078D">
      <w:r>
        <w:t>Que d</w:t>
      </w:r>
      <w:r w:rsidR="0034078D">
        <w:t>’</w:t>
      </w:r>
      <w:r>
        <w:t>autres s</w:t>
      </w:r>
      <w:r w:rsidR="0034078D">
        <w:t>’</w:t>
      </w:r>
      <w:proofErr w:type="spellStart"/>
      <w:r>
        <w:t>élevent</w:t>
      </w:r>
      <w:proofErr w:type="spellEnd"/>
      <w:r>
        <w:t xml:space="preserve"> sur les </w:t>
      </w:r>
      <w:proofErr w:type="spellStart"/>
      <w:r>
        <w:t>aîles</w:t>
      </w:r>
      <w:proofErr w:type="spellEnd"/>
      <w:r>
        <w:t xml:space="preserve"> du Stoïcisme</w:t>
      </w:r>
      <w:r w:rsidR="0034078D">
        <w:t xml:space="preserve"> (</w:t>
      </w:r>
      <w:r>
        <w:t>s</w:t>
      </w:r>
      <w:r w:rsidR="0034078D">
        <w:t>’</w:t>
      </w:r>
      <w:r>
        <w:t>il lui en reste encore</w:t>
      </w:r>
      <w:r w:rsidR="0034078D">
        <w:t xml:space="preserve">) </w:t>
      </w:r>
      <w:r>
        <w:t>jusqu</w:t>
      </w:r>
      <w:r w:rsidR="0034078D">
        <w:t>’</w:t>
      </w:r>
      <w:r>
        <w:t>au haut de ce roc escarpé</w:t>
      </w:r>
      <w:r w:rsidR="0034078D">
        <w:t xml:space="preserve">, </w:t>
      </w:r>
      <w:r>
        <w:t>où Hésiode a bâti un temple sublime à la vertu</w:t>
      </w:r>
      <w:r w:rsidR="0034078D">
        <w:t xml:space="preserve">, </w:t>
      </w:r>
      <w:r>
        <w:t>toujours piqué des ronces dont le chemin est hérissé</w:t>
      </w:r>
      <w:r w:rsidR="0034078D">
        <w:t xml:space="preserve">, </w:t>
      </w:r>
      <w:r>
        <w:t>sans les sentir</w:t>
      </w:r>
      <w:r w:rsidR="0034078D">
        <w:t xml:space="preserve">, </w:t>
      </w:r>
      <w:r>
        <w:t xml:space="preserve">&amp; toujours </w:t>
      </w:r>
      <w:proofErr w:type="spellStart"/>
      <w:r>
        <w:t>cotoyant</w:t>
      </w:r>
      <w:proofErr w:type="spellEnd"/>
      <w:r>
        <w:t xml:space="preserve"> un précipice</w:t>
      </w:r>
      <w:r w:rsidR="0034078D">
        <w:t xml:space="preserve">, </w:t>
      </w:r>
      <w:r>
        <w:t>sans y tomber</w:t>
      </w:r>
      <w:r w:rsidR="0034078D">
        <w:t xml:space="preserve"> ; </w:t>
      </w:r>
      <w:r>
        <w:t>ils pourront bien donner le nom à quelque secte</w:t>
      </w:r>
      <w:r w:rsidR="0034078D">
        <w:t xml:space="preserve">, </w:t>
      </w:r>
      <w:r>
        <w:t>comme Icare donna le sien aux mers où il tomba</w:t>
      </w:r>
      <w:r w:rsidR="0034078D">
        <w:t xml:space="preserve"> : </w:t>
      </w:r>
      <w:r>
        <w:t>mais plus ils s</w:t>
      </w:r>
      <w:r w:rsidR="0034078D">
        <w:t>’</w:t>
      </w:r>
      <w:r>
        <w:t>éloigneront de la nature</w:t>
      </w:r>
      <w:r w:rsidR="0034078D">
        <w:t xml:space="preserve">, </w:t>
      </w:r>
      <w:r>
        <w:t xml:space="preserve">sans laquelle la morale &amp; la philosophie sont </w:t>
      </w:r>
      <w:proofErr w:type="spellStart"/>
      <w:r>
        <w:t>égalemens</w:t>
      </w:r>
      <w:proofErr w:type="spellEnd"/>
      <w:r>
        <w:t xml:space="preserve"> étranges</w:t>
      </w:r>
      <w:r w:rsidR="0034078D">
        <w:t xml:space="preserve">, </w:t>
      </w:r>
      <w:r>
        <w:t>plus ils s</w:t>
      </w:r>
      <w:r w:rsidR="0034078D">
        <w:t>’</w:t>
      </w:r>
      <w:r>
        <w:t>éloigneront de la vertu</w:t>
      </w:r>
      <w:r w:rsidR="0034078D">
        <w:t xml:space="preserve">. </w:t>
      </w:r>
      <w:r>
        <w:t>Ce n</w:t>
      </w:r>
      <w:r w:rsidR="0034078D">
        <w:t>’</w:t>
      </w:r>
      <w:r>
        <w:t>est point aux philosophes qu</w:t>
      </w:r>
      <w:r w:rsidR="0034078D">
        <w:t>’</w:t>
      </w:r>
      <w:r>
        <w:t xml:space="preserve">elle a </w:t>
      </w:r>
      <w:r>
        <w:rPr>
          <w:bCs/>
        </w:rPr>
        <w:t xml:space="preserve">été </w:t>
      </w:r>
      <w:r>
        <w:t>réserve</w:t>
      </w:r>
      <w:r w:rsidR="0034078D">
        <w:t xml:space="preserve">. </w:t>
      </w:r>
      <w:r>
        <w:t>Tout esprit de parti</w:t>
      </w:r>
      <w:r w:rsidR="0034078D">
        <w:t xml:space="preserve">, </w:t>
      </w:r>
      <w:r>
        <w:t>toute secte</w:t>
      </w:r>
      <w:r w:rsidR="0034078D">
        <w:t xml:space="preserve">, </w:t>
      </w:r>
      <w:r>
        <w:t>tout fanatisme lui tourne le dos</w:t>
      </w:r>
      <w:r w:rsidR="0034078D">
        <w:t xml:space="preserve">. </w:t>
      </w:r>
      <w:r>
        <w:t>Elle a été donnée</w:t>
      </w:r>
      <w:r w:rsidR="0034078D">
        <w:t xml:space="preserve">, </w:t>
      </w:r>
      <w:r>
        <w:t xml:space="preserve">ou plutôt </w:t>
      </w:r>
      <w:r>
        <w:lastRenderedPageBreak/>
        <w:t>enseignée à tous les hommes</w:t>
      </w:r>
      <w:r w:rsidR="0034078D">
        <w:t xml:space="preserve">. </w:t>
      </w:r>
      <w:r>
        <w:t>Soyons hommes seulement</w:t>
      </w:r>
      <w:r w:rsidR="0034078D">
        <w:t xml:space="preserve">, </w:t>
      </w:r>
      <w:r>
        <w:t>&amp; nous serons vertueux</w:t>
      </w:r>
      <w:r w:rsidR="0034078D">
        <w:t xml:space="preserve">. </w:t>
      </w:r>
      <w:r>
        <w:t>Rentrons en nous-mêmes</w:t>
      </w:r>
      <w:r w:rsidR="0034078D">
        <w:t xml:space="preserve">, </w:t>
      </w:r>
      <w:r>
        <w:t>&amp; nous y trouverons la vertu</w:t>
      </w:r>
      <w:r w:rsidR="0034078D">
        <w:t xml:space="preserve"> : </w:t>
      </w:r>
      <w:r>
        <w:t>ce n</w:t>
      </w:r>
      <w:r w:rsidR="0034078D">
        <w:t>’</w:t>
      </w:r>
      <w:r>
        <w:t>est point aux temples</w:t>
      </w:r>
      <w:r w:rsidR="0034078D">
        <w:t xml:space="preserve">, </w:t>
      </w:r>
      <w:r>
        <w:t>c</w:t>
      </w:r>
      <w:r w:rsidR="0034078D">
        <w:t>’</w:t>
      </w:r>
      <w:r>
        <w:t>est dans notre cœur qu</w:t>
      </w:r>
      <w:r w:rsidR="0034078D">
        <w:t>’</w:t>
      </w:r>
      <w:r>
        <w:t>elle habite</w:t>
      </w:r>
      <w:r w:rsidR="0034078D">
        <w:t xml:space="preserve">. </w:t>
      </w:r>
      <w:r>
        <w:t>Ce n</w:t>
      </w:r>
      <w:r w:rsidR="0034078D">
        <w:t>’</w:t>
      </w:r>
      <w:r>
        <w:t xml:space="preserve">est point je ne sais quelle loi naturelle que la nature </w:t>
      </w:r>
      <w:proofErr w:type="spellStart"/>
      <w:r>
        <w:t>méconnoît</w:t>
      </w:r>
      <w:proofErr w:type="spellEnd"/>
      <w:r w:rsidR="0034078D">
        <w:t xml:space="preserve">, </w:t>
      </w:r>
      <w:r>
        <w:t>ce sont les plus sages des hommes qui l</w:t>
      </w:r>
      <w:r w:rsidR="0034078D">
        <w:t>’</w:t>
      </w:r>
      <w:r>
        <w:t>y ont gravée</w:t>
      </w:r>
      <w:r w:rsidR="0034078D">
        <w:t xml:space="preserve"> ; </w:t>
      </w:r>
      <w:r>
        <w:t xml:space="preserve">&amp; en ont jeté les plus utiles </w:t>
      </w:r>
      <w:proofErr w:type="spellStart"/>
      <w:r>
        <w:t>fondemens</w:t>
      </w:r>
      <w:proofErr w:type="spellEnd"/>
      <w:r w:rsidR="0034078D">
        <w:t>.</w:t>
      </w:r>
    </w:p>
    <w:p w14:paraId="0B0F33F2" w14:textId="77777777" w:rsidR="0034078D" w:rsidRDefault="00000000" w:rsidP="0034078D">
      <w:r>
        <w:t xml:space="preserve">En général les hommes sont nés </w:t>
      </w:r>
      <w:proofErr w:type="spellStart"/>
      <w:r>
        <w:t>méchans</w:t>
      </w:r>
      <w:proofErr w:type="spellEnd"/>
      <w:r w:rsidR="0034078D">
        <w:t xml:space="preserve"> ; </w:t>
      </w:r>
      <w:r>
        <w:t>sans l</w:t>
      </w:r>
      <w:r w:rsidR="0034078D">
        <w:t>’</w:t>
      </w:r>
      <w:r>
        <w:t>éducation</w:t>
      </w:r>
      <w:r w:rsidR="0034078D">
        <w:t xml:space="preserve">, </w:t>
      </w:r>
      <w:r>
        <w:t xml:space="preserve">il y en </w:t>
      </w:r>
      <w:proofErr w:type="spellStart"/>
      <w:r>
        <w:t>auroit</w:t>
      </w:r>
      <w:proofErr w:type="spellEnd"/>
      <w:r>
        <w:t xml:space="preserve"> peu de bons</w:t>
      </w:r>
      <w:r w:rsidR="0034078D">
        <w:t xml:space="preserve"> ; </w:t>
      </w:r>
      <w:r>
        <w:t>&amp; encore avec ce secours</w:t>
      </w:r>
      <w:r w:rsidR="0034078D">
        <w:t xml:space="preserve">, </w:t>
      </w:r>
      <w:r>
        <w:t>y en a-t-il beaucoup plus des uns que des autres</w:t>
      </w:r>
      <w:r w:rsidR="0034078D">
        <w:t xml:space="preserve">. </w:t>
      </w:r>
      <w:r>
        <w:t>Tel est le vice de la conformation humaine</w:t>
      </w:r>
      <w:r w:rsidR="0034078D">
        <w:t xml:space="preserve">. </w:t>
      </w:r>
      <w:r>
        <w:t>L</w:t>
      </w:r>
      <w:r w:rsidR="0034078D">
        <w:t>’</w:t>
      </w:r>
      <w:r>
        <w:t>éducation seule a donc amélioré l</w:t>
      </w:r>
      <w:r w:rsidR="0034078D">
        <w:t>’</w:t>
      </w:r>
      <w:r>
        <w:t>organisation</w:t>
      </w:r>
      <w:r w:rsidR="0034078D">
        <w:t xml:space="preserve"> ; </w:t>
      </w:r>
      <w:r>
        <w:t>c</w:t>
      </w:r>
      <w:r w:rsidR="0034078D">
        <w:t>’</w:t>
      </w:r>
      <w:r>
        <w:t>est elle qui a tourné les hommes au profit &amp; à l</w:t>
      </w:r>
      <w:r w:rsidR="0034078D">
        <w:t>’</w:t>
      </w:r>
      <w:r>
        <w:t>avantage des hommes</w:t>
      </w:r>
      <w:r w:rsidR="0034078D">
        <w:t xml:space="preserve"> ; </w:t>
      </w:r>
      <w:r>
        <w:t>elle les a montés</w:t>
      </w:r>
      <w:r w:rsidR="0034078D">
        <w:t xml:space="preserve">, </w:t>
      </w:r>
      <w:r>
        <w:t>comme une horloge</w:t>
      </w:r>
      <w:r w:rsidR="0034078D">
        <w:t xml:space="preserve">, </w:t>
      </w:r>
      <w:r>
        <w:t>au ton qui pût servir</w:t>
      </w:r>
      <w:r w:rsidR="0034078D">
        <w:t xml:space="preserve">, </w:t>
      </w:r>
      <w:r>
        <w:t>au degré le plus utile</w:t>
      </w:r>
      <w:r w:rsidR="0034078D">
        <w:t xml:space="preserve">. </w:t>
      </w:r>
      <w:r>
        <w:t>Telle est l</w:t>
      </w:r>
      <w:r w:rsidR="0034078D">
        <w:t>’</w:t>
      </w:r>
      <w:r>
        <w:t>origine de la vertu</w:t>
      </w:r>
      <w:r w:rsidR="0034078D">
        <w:t xml:space="preserve"> : </w:t>
      </w:r>
      <w:r>
        <w:t>le bien public en est la source</w:t>
      </w:r>
      <w:r w:rsidR="0034078D">
        <w:t>.</w:t>
      </w:r>
    </w:p>
    <w:p w14:paraId="35846FBC" w14:textId="77777777" w:rsidR="0034078D" w:rsidRDefault="00000000" w:rsidP="0034078D">
      <w:r>
        <w:t>Écoutons un philosophe</w:t>
      </w:r>
      <w:r w:rsidR="0034078D">
        <w:t>. « </w:t>
      </w:r>
      <w:r>
        <w:t>Les rois ont leurs vertus &amp; leur justice</w:t>
      </w:r>
      <w:r w:rsidR="0034078D">
        <w:t xml:space="preserve"> ; </w:t>
      </w:r>
      <w:r>
        <w:t xml:space="preserve">elles </w:t>
      </w:r>
      <w:r>
        <w:rPr>
          <w:bCs/>
        </w:rPr>
        <w:t xml:space="preserve">ont </w:t>
      </w:r>
      <w:r>
        <w:t>d</w:t>
      </w:r>
      <w:r w:rsidR="0034078D">
        <w:t>’</w:t>
      </w:r>
      <w:r>
        <w:t>autres limites que chez les particuliers</w:t>
      </w:r>
      <w:r w:rsidR="0034078D">
        <w:t xml:space="preserve">. </w:t>
      </w:r>
      <w:r>
        <w:t>Dieu donna toujours le droit</w:t>
      </w:r>
      <w:r w:rsidR="0034078D">
        <w:t xml:space="preserve">, </w:t>
      </w:r>
      <w:r>
        <w:t>où il donna la force</w:t>
      </w:r>
      <w:r w:rsidR="0034078D">
        <w:t xml:space="preserve">. </w:t>
      </w:r>
      <w:r>
        <w:t>Les voies les plus injustes en apparence</w:t>
      </w:r>
      <w:r w:rsidR="0034078D">
        <w:t xml:space="preserve">, </w:t>
      </w:r>
      <w:r>
        <w:t>deviennent justes</w:t>
      </w:r>
      <w:r w:rsidR="0034078D">
        <w:t xml:space="preserve"> ; </w:t>
      </w:r>
      <w:r>
        <w:t>lorsqu</w:t>
      </w:r>
      <w:r w:rsidR="0034078D">
        <w:t>’</w:t>
      </w:r>
      <w:r>
        <w:t>un prince les croit telles</w:t>
      </w:r>
      <w:r w:rsidR="0034078D">
        <w:t xml:space="preserve"> ; </w:t>
      </w:r>
      <w:r>
        <w:t>comme celles qui semblent justes ne le sont pas</w:t>
      </w:r>
      <w:r w:rsidR="0034078D">
        <w:t xml:space="preserve">, </w:t>
      </w:r>
      <w:r>
        <w:t>lorsqu</w:t>
      </w:r>
      <w:r w:rsidR="0034078D">
        <w:t>’</w:t>
      </w:r>
      <w:r>
        <w:t>il croit faire injustice</w:t>
      </w:r>
      <w:r w:rsidR="0034078D">
        <w:t xml:space="preserve">. </w:t>
      </w:r>
      <w:r>
        <w:t>L</w:t>
      </w:r>
      <w:r w:rsidR="0034078D">
        <w:t>’</w:t>
      </w:r>
      <w:r>
        <w:t>intention fait tout</w:t>
      </w:r>
      <w:r w:rsidR="0034078D">
        <w:t>. »</w:t>
      </w:r>
    </w:p>
    <w:p w14:paraId="28982A3F" w14:textId="77777777" w:rsidR="0034078D" w:rsidRDefault="00000000" w:rsidP="0034078D">
      <w:r>
        <w:t>Voilà à-peu-près</w:t>
      </w:r>
      <w:r w:rsidR="0034078D">
        <w:t xml:space="preserve">, </w:t>
      </w:r>
      <w:r>
        <w:t>si je m</w:t>
      </w:r>
      <w:r w:rsidR="0034078D">
        <w:t>’</w:t>
      </w:r>
      <w:r>
        <w:t>en souviens bien</w:t>
      </w:r>
      <w:r w:rsidR="0034078D">
        <w:t xml:space="preserve">, </w:t>
      </w:r>
      <w:r>
        <w:t>ce que j</w:t>
      </w:r>
      <w:r w:rsidR="0034078D">
        <w:t>’</w:t>
      </w:r>
      <w:r>
        <w:t xml:space="preserve">ai lu dans les </w:t>
      </w:r>
      <w:r>
        <w:rPr>
          <w:i/>
          <w:iCs/>
        </w:rPr>
        <w:t xml:space="preserve">lettres </w:t>
      </w:r>
      <w:r>
        <w:t>de Descartes</w:t>
      </w:r>
      <w:r w:rsidR="0034078D">
        <w:t>.</w:t>
      </w:r>
    </w:p>
    <w:p w14:paraId="4B71077F" w14:textId="77777777" w:rsidR="0034078D" w:rsidRDefault="00000000" w:rsidP="0034078D">
      <w:r>
        <w:t>Si de l</w:t>
      </w:r>
      <w:r w:rsidR="0034078D">
        <w:t>’</w:t>
      </w:r>
      <w:r>
        <w:t>image des dieux</w:t>
      </w:r>
      <w:r w:rsidR="0034078D">
        <w:t xml:space="preserve">, </w:t>
      </w:r>
      <w:r>
        <w:t>on remonte aux dieux même</w:t>
      </w:r>
      <w:r w:rsidR="0034078D">
        <w:t xml:space="preserve">, </w:t>
      </w:r>
      <w:r>
        <w:rPr>
          <w:bCs/>
        </w:rPr>
        <w:t xml:space="preserve">on </w:t>
      </w:r>
      <w:r>
        <w:t>aura une grande idée de leur justice</w:t>
      </w:r>
      <w:r w:rsidR="0034078D">
        <w:t xml:space="preserve">, </w:t>
      </w:r>
      <w:r>
        <w:t>&amp; de la solidité de leurs décrets</w:t>
      </w:r>
      <w:r w:rsidR="0034078D">
        <w:t xml:space="preserve">. </w:t>
      </w:r>
      <w:r>
        <w:t>Si de là on descend à celle des peuples qui suivent aveuglément ce qu</w:t>
      </w:r>
      <w:r w:rsidR="0034078D">
        <w:t>’</w:t>
      </w:r>
      <w:r>
        <w:t>ils trouvent reçu</w:t>
      </w:r>
      <w:r w:rsidR="0034078D">
        <w:t xml:space="preserve">, </w:t>
      </w:r>
      <w:r>
        <w:t>&amp; n</w:t>
      </w:r>
      <w:r w:rsidR="0034078D">
        <w:t>’</w:t>
      </w:r>
      <w:r>
        <w:t>examinent rien</w:t>
      </w:r>
      <w:r w:rsidR="0034078D">
        <w:t xml:space="preserve">, </w:t>
      </w:r>
      <w:r>
        <w:t>que n</w:t>
      </w:r>
      <w:r w:rsidR="0034078D">
        <w:t>’</w:t>
      </w:r>
      <w:r>
        <w:t>en pourra-t-on pas penser</w:t>
      </w:r>
      <w:r w:rsidR="0034078D">
        <w:t> ?</w:t>
      </w:r>
    </w:p>
    <w:p w14:paraId="16EB91F2" w14:textId="77777777" w:rsidR="0034078D" w:rsidRDefault="00000000" w:rsidP="0034078D">
      <w:r>
        <w:lastRenderedPageBreak/>
        <w:t>Si chacun eût pu vivre seul &amp; uniquement pour soi</w:t>
      </w:r>
      <w:r w:rsidR="0034078D">
        <w:t xml:space="preserve">, </w:t>
      </w:r>
      <w:r>
        <w:t xml:space="preserve">il y </w:t>
      </w:r>
      <w:proofErr w:type="spellStart"/>
      <w:r>
        <w:t>auroit</w:t>
      </w:r>
      <w:proofErr w:type="spellEnd"/>
      <w:r>
        <w:t xml:space="preserve"> eu des hommes &amp; </w:t>
      </w:r>
      <w:r>
        <w:rPr>
          <w:bCs/>
        </w:rPr>
        <w:t xml:space="preserve">point </w:t>
      </w:r>
      <w:r>
        <w:t>d</w:t>
      </w:r>
      <w:r w:rsidR="0034078D">
        <w:t>’</w:t>
      </w:r>
      <w:r>
        <w:t>humanité</w:t>
      </w:r>
      <w:r w:rsidR="0034078D">
        <w:t xml:space="preserve">, </w:t>
      </w:r>
      <w:r>
        <w:t>des vices</w:t>
      </w:r>
      <w:r w:rsidR="0034078D">
        <w:t xml:space="preserve">, </w:t>
      </w:r>
      <w:r>
        <w:t>ou soi-disant tels</w:t>
      </w:r>
      <w:r w:rsidR="0034078D">
        <w:t xml:space="preserve">, </w:t>
      </w:r>
      <w:r>
        <w:t>&amp; point de remords</w:t>
      </w:r>
      <w:r w:rsidR="0034078D">
        <w:t xml:space="preserve">. </w:t>
      </w:r>
      <w:r>
        <w:t>Il n</w:t>
      </w:r>
      <w:r w:rsidR="0034078D">
        <w:t>’</w:t>
      </w:r>
      <w:r>
        <w:t xml:space="preserve">y a point </w:t>
      </w:r>
      <w:r>
        <w:rPr>
          <w:i/>
          <w:iCs/>
        </w:rPr>
        <w:t>d</w:t>
      </w:r>
      <w:r w:rsidR="0034078D">
        <w:rPr>
          <w:i/>
          <w:iCs/>
        </w:rPr>
        <w:t>’</w:t>
      </w:r>
      <w:r>
        <w:rPr>
          <w:i/>
          <w:iCs/>
        </w:rPr>
        <w:t>animalité</w:t>
      </w:r>
      <w:r w:rsidR="0034078D">
        <w:rPr>
          <w:i/>
          <w:iCs/>
        </w:rPr>
        <w:t xml:space="preserve">, </w:t>
      </w:r>
      <w:r>
        <w:rPr>
          <w:bCs/>
        </w:rPr>
        <w:t xml:space="preserve">pour employer </w:t>
      </w:r>
      <w:r>
        <w:t>ce mot dans un sens barbare</w:t>
      </w:r>
      <w:r w:rsidR="0034078D">
        <w:t xml:space="preserve">, </w:t>
      </w:r>
      <w:r>
        <w:t>entre les animaux qui n</w:t>
      </w:r>
      <w:r w:rsidR="0034078D">
        <w:t>’</w:t>
      </w:r>
      <w:r>
        <w:t>ont qu</w:t>
      </w:r>
      <w:r w:rsidR="0034078D">
        <w:t>’</w:t>
      </w:r>
      <w:r>
        <w:t xml:space="preserve">un commerce de passions </w:t>
      </w:r>
      <w:r>
        <w:rPr>
          <w:i/>
          <w:iCs/>
        </w:rPr>
        <w:t>vulgivagues</w:t>
      </w:r>
      <w:r w:rsidR="0034078D">
        <w:rPr>
          <w:i/>
          <w:iCs/>
        </w:rPr>
        <w:t>.</w:t>
      </w:r>
    </w:p>
    <w:p w14:paraId="597D1765" w14:textId="77777777" w:rsidR="0034078D" w:rsidRDefault="00000000" w:rsidP="0034078D">
      <w:r>
        <w:t>La nécessité des liaisons de la vie a donc été celle de l</w:t>
      </w:r>
      <w:r w:rsidR="0034078D">
        <w:t>’</w:t>
      </w:r>
      <w:r>
        <w:t>établissement des vertus &amp; des vices</w:t>
      </w:r>
      <w:r w:rsidR="0034078D">
        <w:t xml:space="preserve">, </w:t>
      </w:r>
      <w:r>
        <w:t>dont l</w:t>
      </w:r>
      <w:r w:rsidR="0034078D">
        <w:t>’</w:t>
      </w:r>
      <w:r>
        <w:t>origine est par conséquent d</w:t>
      </w:r>
      <w:r w:rsidR="0034078D">
        <w:t>’</w:t>
      </w:r>
      <w:r>
        <w:t>institution politique</w:t>
      </w:r>
      <w:r w:rsidR="0034078D">
        <w:t xml:space="preserve"> ; </w:t>
      </w:r>
      <w:r>
        <w:t>car sans eux</w:t>
      </w:r>
      <w:r w:rsidR="0034078D">
        <w:t xml:space="preserve">, </w:t>
      </w:r>
      <w:r>
        <w:t>sans ce fondement solide</w:t>
      </w:r>
      <w:r w:rsidR="0034078D">
        <w:t xml:space="preserve">, </w:t>
      </w:r>
      <w:r>
        <w:t>quoique imaginé</w:t>
      </w:r>
      <w:r w:rsidR="0034078D">
        <w:t xml:space="preserve">, </w:t>
      </w:r>
      <w:r>
        <w:t>l</w:t>
      </w:r>
      <w:r w:rsidR="0034078D">
        <w:t>’</w:t>
      </w:r>
      <w:r>
        <w:t xml:space="preserve">édifice ne </w:t>
      </w:r>
      <w:proofErr w:type="spellStart"/>
      <w:r>
        <w:t>pouvoit</w:t>
      </w:r>
      <w:proofErr w:type="spellEnd"/>
      <w:r>
        <w:t xml:space="preserve"> se soutenir &amp; </w:t>
      </w:r>
      <w:proofErr w:type="spellStart"/>
      <w:r>
        <w:t>tomboit</w:t>
      </w:r>
      <w:proofErr w:type="spellEnd"/>
      <w:r>
        <w:t xml:space="preserve"> en ruine</w:t>
      </w:r>
      <w:r w:rsidR="0034078D">
        <w:t xml:space="preserve">. </w:t>
      </w:r>
      <w:r>
        <w:t>Nous pouvons dire des vertus</w:t>
      </w:r>
      <w:r w:rsidR="0034078D">
        <w:t xml:space="preserve">, </w:t>
      </w:r>
      <w:r>
        <w:t>ainsi envisagées</w:t>
      </w:r>
      <w:r w:rsidR="0034078D">
        <w:t xml:space="preserve">, </w:t>
      </w:r>
      <w:r>
        <w:t xml:space="preserve">ce que Zénon </w:t>
      </w:r>
      <w:proofErr w:type="spellStart"/>
      <w:r>
        <w:t>disoit</w:t>
      </w:r>
      <w:proofErr w:type="spellEnd"/>
      <w:r>
        <w:t xml:space="preserve"> des vices</w:t>
      </w:r>
      <w:r w:rsidR="0034078D">
        <w:t xml:space="preserve">, </w:t>
      </w:r>
      <w:r>
        <w:t>qu</w:t>
      </w:r>
      <w:r w:rsidR="0034078D">
        <w:t>’</w:t>
      </w:r>
      <w:r>
        <w:t>elles sont toutes égales</w:t>
      </w:r>
      <w:r w:rsidR="0034078D">
        <w:t xml:space="preserve">. </w:t>
      </w:r>
      <w:r>
        <w:t>Mais l</w:t>
      </w:r>
      <w:r w:rsidR="0034078D">
        <w:t>’</w:t>
      </w:r>
      <w:r>
        <w:t>honneur &amp; la gloire</w:t>
      </w:r>
      <w:r w:rsidR="0034078D">
        <w:t xml:space="preserve">, </w:t>
      </w:r>
      <w:proofErr w:type="spellStart"/>
      <w:r>
        <w:t>séduisans</w:t>
      </w:r>
      <w:proofErr w:type="spellEnd"/>
      <w:r>
        <w:t xml:space="preserve"> </w:t>
      </w:r>
      <w:proofErr w:type="spellStart"/>
      <w:r>
        <w:t>phantômes</w:t>
      </w:r>
      <w:proofErr w:type="spellEnd"/>
      <w:r w:rsidR="0034078D">
        <w:t xml:space="preserve">, </w:t>
      </w:r>
      <w:r>
        <w:t xml:space="preserve">ont été nommés pour servir de </w:t>
      </w:r>
      <w:proofErr w:type="spellStart"/>
      <w:r>
        <w:t>cortege</w:t>
      </w:r>
      <w:proofErr w:type="spellEnd"/>
      <w:r>
        <w:t xml:space="preserve"> à la vertu qu</w:t>
      </w:r>
      <w:r w:rsidR="0034078D">
        <w:t>’</w:t>
      </w:r>
      <w:r>
        <w:t>ils excitent</w:t>
      </w:r>
      <w:r w:rsidR="0034078D">
        <w:t xml:space="preserve">. </w:t>
      </w:r>
      <w:r>
        <w:t>Le mépris</w:t>
      </w:r>
      <w:r w:rsidR="0034078D">
        <w:t xml:space="preserve">, </w:t>
      </w:r>
      <w:r>
        <w:t>l</w:t>
      </w:r>
      <w:r w:rsidR="0034078D">
        <w:t>’</w:t>
      </w:r>
      <w:r>
        <w:t>opprobre</w:t>
      </w:r>
      <w:r w:rsidR="0034078D">
        <w:t xml:space="preserve">, </w:t>
      </w:r>
      <w:r>
        <w:t>la crainte</w:t>
      </w:r>
      <w:r w:rsidR="0034078D">
        <w:t xml:space="preserve">, </w:t>
      </w:r>
      <w:r>
        <w:t>l</w:t>
      </w:r>
      <w:r w:rsidR="0034078D">
        <w:t>’</w:t>
      </w:r>
      <w:r>
        <w:t>ignominie</w:t>
      </w:r>
      <w:r w:rsidR="0034078D">
        <w:t xml:space="preserve">, </w:t>
      </w:r>
      <w:r>
        <w:t>les remords</w:t>
      </w:r>
      <w:r w:rsidR="0034078D">
        <w:t xml:space="preserve">, </w:t>
      </w:r>
      <w:r>
        <w:t>sont attachés aux vices pour les poursuivre</w:t>
      </w:r>
      <w:r w:rsidR="0034078D">
        <w:t xml:space="preserve">, </w:t>
      </w:r>
      <w:r>
        <w:t>les effrayer</w:t>
      </w:r>
      <w:r w:rsidR="0034078D">
        <w:t xml:space="preserve">, </w:t>
      </w:r>
      <w:r>
        <w:t>&amp; leur servir de furie</w:t>
      </w:r>
      <w:r w:rsidR="0034078D">
        <w:t xml:space="preserve">. </w:t>
      </w:r>
      <w:r>
        <w:t>Enfin on a remué l</w:t>
      </w:r>
      <w:r w:rsidR="0034078D">
        <w:t>’</w:t>
      </w:r>
      <w:r>
        <w:t>imagination des hommes</w:t>
      </w:r>
      <w:r w:rsidR="0034078D">
        <w:t xml:space="preserve">, </w:t>
      </w:r>
      <w:r>
        <w:t>&amp; par-là on a tiré parti de leur sentiment</w:t>
      </w:r>
      <w:r w:rsidR="0034078D">
        <w:t xml:space="preserve">, </w:t>
      </w:r>
      <w:r>
        <w:t>&amp; ce qui en soi n</w:t>
      </w:r>
      <w:r w:rsidR="0034078D">
        <w:t>’</w:t>
      </w:r>
      <w:r>
        <w:t xml:space="preserve">est que </w:t>
      </w:r>
      <w:proofErr w:type="spellStart"/>
      <w:r>
        <w:t>chimere</w:t>
      </w:r>
      <w:proofErr w:type="spellEnd"/>
      <w:r w:rsidR="0034078D">
        <w:t xml:space="preserve">, </w:t>
      </w:r>
      <w:r>
        <w:t>devient par relation un bien réel</w:t>
      </w:r>
      <w:r w:rsidR="0034078D">
        <w:t xml:space="preserve">, </w:t>
      </w:r>
      <w:r>
        <w:t>à moins qu</w:t>
      </w:r>
      <w:r w:rsidR="0034078D">
        <w:t>’</w:t>
      </w:r>
      <w:r>
        <w:t>on n</w:t>
      </w:r>
      <w:r w:rsidR="0034078D">
        <w:t>’</w:t>
      </w:r>
      <w:r>
        <w:t>excepte l</w:t>
      </w:r>
      <w:r w:rsidR="0034078D">
        <w:t>’</w:t>
      </w:r>
      <w:r>
        <w:t xml:space="preserve">amour-propre attaché aux belles actions même </w:t>
      </w:r>
      <w:proofErr w:type="spellStart"/>
      <w:r>
        <w:t>secretes</w:t>
      </w:r>
      <w:proofErr w:type="spellEnd"/>
      <w:r w:rsidR="0034078D">
        <w:t xml:space="preserve"> ; </w:t>
      </w:r>
      <w:r>
        <w:t>plus flatté</w:t>
      </w:r>
      <w:r w:rsidR="0034078D">
        <w:t xml:space="preserve">, </w:t>
      </w:r>
      <w:r>
        <w:t>lorsqu</w:t>
      </w:r>
      <w:r w:rsidR="0034078D">
        <w:t>’</w:t>
      </w:r>
      <w:r>
        <w:t>elles sont publiques</w:t>
      </w:r>
      <w:r w:rsidR="0034078D">
        <w:t xml:space="preserve"> ; </w:t>
      </w:r>
      <w:r>
        <w:rPr>
          <w:iCs/>
        </w:rPr>
        <w:t>car</w:t>
      </w:r>
      <w:r>
        <w:t xml:space="preserve"> c</w:t>
      </w:r>
      <w:r w:rsidR="0034078D">
        <w:t>’</w:t>
      </w:r>
      <w:r>
        <w:t>est en cela que consistent l</w:t>
      </w:r>
      <w:r w:rsidR="0034078D">
        <w:t>’</w:t>
      </w:r>
      <w:r>
        <w:t>honneur</w:t>
      </w:r>
      <w:r w:rsidR="0034078D">
        <w:t xml:space="preserve">, </w:t>
      </w:r>
      <w:r>
        <w:t>la gloire</w:t>
      </w:r>
      <w:r w:rsidR="0034078D">
        <w:t xml:space="preserve">, </w:t>
      </w:r>
      <w:r>
        <w:t>la réputation</w:t>
      </w:r>
      <w:r w:rsidR="0034078D">
        <w:t xml:space="preserve">, </w:t>
      </w:r>
      <w:r>
        <w:t>l</w:t>
      </w:r>
      <w:r w:rsidR="0034078D">
        <w:t>’</w:t>
      </w:r>
      <w:r>
        <w:t>estime</w:t>
      </w:r>
      <w:r w:rsidR="0034078D">
        <w:t xml:space="preserve">, </w:t>
      </w:r>
      <w:r>
        <w:t>la considération &amp; autres termes qui n</w:t>
      </w:r>
      <w:r w:rsidR="0034078D">
        <w:t>’</w:t>
      </w:r>
      <w:r>
        <w:t xml:space="preserve">expriment que les </w:t>
      </w:r>
      <w:proofErr w:type="spellStart"/>
      <w:r>
        <w:t>jugemens</w:t>
      </w:r>
      <w:proofErr w:type="spellEnd"/>
      <w:r>
        <w:t xml:space="preserve"> d</w:t>
      </w:r>
      <w:r w:rsidR="0034078D">
        <w:t>’</w:t>
      </w:r>
      <w:r>
        <w:t>autrui qui nous sont favorables &amp; nous font plaisir</w:t>
      </w:r>
      <w:r w:rsidR="0034078D">
        <w:t xml:space="preserve">. </w:t>
      </w:r>
      <w:r>
        <w:t>Au reste la convention</w:t>
      </w:r>
      <w:r w:rsidR="0034078D">
        <w:t xml:space="preserve">, </w:t>
      </w:r>
      <w:r>
        <w:t>un prix arbitraire fait tout le mérite &amp; le démérite de ce qu</w:t>
      </w:r>
      <w:r w:rsidR="0034078D">
        <w:t>’</w:t>
      </w:r>
      <w:r>
        <w:t>on appelle vice &amp; vertu</w:t>
      </w:r>
      <w:r w:rsidR="0034078D">
        <w:t>.</w:t>
      </w:r>
    </w:p>
    <w:p w14:paraId="62EE422E" w14:textId="77777777" w:rsidR="0034078D" w:rsidRDefault="00000000" w:rsidP="0034078D">
      <w:r>
        <w:t>Quoiqu</w:t>
      </w:r>
      <w:r w:rsidR="0034078D">
        <w:t>’</w:t>
      </w:r>
      <w:r>
        <w:t>il n</w:t>
      </w:r>
      <w:r w:rsidR="0034078D">
        <w:t>’</w:t>
      </w:r>
      <w:r>
        <w:t>y ait point de vertu proprement dite</w:t>
      </w:r>
      <w:r w:rsidR="0034078D">
        <w:t xml:space="preserve">, </w:t>
      </w:r>
      <w:r>
        <w:t>ou absolue</w:t>
      </w:r>
      <w:r w:rsidR="0034078D">
        <w:t xml:space="preserve">, </w:t>
      </w:r>
      <w:r>
        <w:t>ce mot ne formant comme tant d</w:t>
      </w:r>
      <w:r w:rsidR="0034078D">
        <w:t>’</w:t>
      </w:r>
      <w:r>
        <w:t>autres qu</w:t>
      </w:r>
      <w:r w:rsidR="0034078D">
        <w:t>’</w:t>
      </w:r>
      <w:r>
        <w:t>un vain son</w:t>
      </w:r>
      <w:r w:rsidR="0034078D">
        <w:t xml:space="preserve">, </w:t>
      </w:r>
      <w:r>
        <w:t>il en est donc de relatives à la société</w:t>
      </w:r>
      <w:r w:rsidR="0034078D">
        <w:t xml:space="preserve">, </w:t>
      </w:r>
      <w:r>
        <w:t>dont elles sont à la fois l</w:t>
      </w:r>
      <w:r w:rsidR="0034078D">
        <w:t>’</w:t>
      </w:r>
      <w:r>
        <w:t>ornement &amp; l</w:t>
      </w:r>
      <w:r w:rsidR="0034078D">
        <w:t>’</w:t>
      </w:r>
      <w:r>
        <w:t>appui</w:t>
      </w:r>
      <w:r w:rsidR="0034078D">
        <w:t xml:space="preserve">. </w:t>
      </w:r>
      <w:r>
        <w:t xml:space="preserve">Qui les </w:t>
      </w:r>
      <w:proofErr w:type="spellStart"/>
      <w:r>
        <w:t>possede</w:t>
      </w:r>
      <w:proofErr w:type="spellEnd"/>
      <w:r>
        <w:t xml:space="preserve"> au plus haut degré</w:t>
      </w:r>
      <w:r w:rsidR="0034078D">
        <w:t xml:space="preserve">, </w:t>
      </w:r>
      <w:r>
        <w:t xml:space="preserve">est le plus heureux de cette </w:t>
      </w:r>
      <w:proofErr w:type="spellStart"/>
      <w:r>
        <w:t>espece</w:t>
      </w:r>
      <w:proofErr w:type="spellEnd"/>
      <w:r>
        <w:t xml:space="preserve"> de bonheur qui appartient à la vertu</w:t>
      </w:r>
      <w:r w:rsidR="0034078D">
        <w:t xml:space="preserve">. </w:t>
      </w:r>
      <w:r>
        <w:t xml:space="preserve">Ceux qui la négligent &amp; ne </w:t>
      </w:r>
      <w:proofErr w:type="spellStart"/>
      <w:r>
        <w:t>connoissent</w:t>
      </w:r>
      <w:proofErr w:type="spellEnd"/>
      <w:r>
        <w:t xml:space="preserve"> </w:t>
      </w:r>
      <w:r>
        <w:lastRenderedPageBreak/>
        <w:t>point le plaisir d</w:t>
      </w:r>
      <w:r w:rsidR="0034078D">
        <w:t>’</w:t>
      </w:r>
      <w:r>
        <w:t>être utiles</w:t>
      </w:r>
      <w:r w:rsidR="0034078D">
        <w:t xml:space="preserve">, </w:t>
      </w:r>
      <w:r>
        <w:t>sont privés de cette sorte de félicité</w:t>
      </w:r>
      <w:r w:rsidR="0034078D">
        <w:t xml:space="preserve">. </w:t>
      </w:r>
      <w:r>
        <w:t>Peut-être</w:t>
      </w:r>
      <w:r w:rsidR="0034078D">
        <w:t xml:space="preserve">, </w:t>
      </w:r>
      <w:r>
        <w:t>tant la nature se suffit</w:t>
      </w:r>
      <w:r w:rsidR="0034078D">
        <w:t xml:space="preserve">, </w:t>
      </w:r>
      <w:r>
        <w:t>sont-ils dédommagés de ne point vivre pour les autres</w:t>
      </w:r>
      <w:r w:rsidR="0034078D">
        <w:t xml:space="preserve">, </w:t>
      </w:r>
      <w:r>
        <w:t>par la satisfaction qu</w:t>
      </w:r>
      <w:r w:rsidR="0034078D">
        <w:t>’</w:t>
      </w:r>
      <w:r>
        <w:t>ils ont de vivre pour eux seuls</w:t>
      </w:r>
      <w:r w:rsidR="0034078D">
        <w:t xml:space="preserve">, </w:t>
      </w:r>
      <w:r>
        <w:t>&amp; d</w:t>
      </w:r>
      <w:r w:rsidR="0034078D">
        <w:t>’</w:t>
      </w:r>
      <w:r>
        <w:t xml:space="preserve">être à eux-mêmes leurs </w:t>
      </w:r>
      <w:proofErr w:type="spellStart"/>
      <w:r>
        <w:t>parens</w:t>
      </w:r>
      <w:proofErr w:type="spellEnd"/>
      <w:r w:rsidR="0034078D">
        <w:t xml:space="preserve">, </w:t>
      </w:r>
      <w:r>
        <w:t>leurs amis</w:t>
      </w:r>
      <w:r w:rsidR="0034078D">
        <w:t xml:space="preserve">, </w:t>
      </w:r>
      <w:r>
        <w:t>leur maîtresse &amp; tout l</w:t>
      </w:r>
      <w:r w:rsidR="0034078D">
        <w:t>’</w:t>
      </w:r>
      <w:r>
        <w:t>univers</w:t>
      </w:r>
      <w:r w:rsidR="0034078D">
        <w:t xml:space="preserve">. </w:t>
      </w:r>
      <w:r>
        <w:t>Ceux-là</w:t>
      </w:r>
      <w:r w:rsidR="0034078D">
        <w:t xml:space="preserve">, </w:t>
      </w:r>
      <w:r>
        <w:t>se trouvant malheureux dans la vie</w:t>
      </w:r>
      <w:r w:rsidR="0034078D">
        <w:t xml:space="preserve">, </w:t>
      </w:r>
      <w:r>
        <w:t>ne se soucieront pas de la conserver</w:t>
      </w:r>
      <w:r w:rsidR="0034078D">
        <w:t xml:space="preserve">, </w:t>
      </w:r>
      <w:r>
        <w:t>uniquement parce qu</w:t>
      </w:r>
      <w:r w:rsidR="0034078D">
        <w:t>’</w:t>
      </w:r>
      <w:r>
        <w:t>elle est aussi utile à leur famille</w:t>
      </w:r>
      <w:r w:rsidR="0034078D">
        <w:t xml:space="preserve">, </w:t>
      </w:r>
      <w:r>
        <w:t>qu</w:t>
      </w:r>
      <w:r w:rsidR="0034078D">
        <w:t>’</w:t>
      </w:r>
      <w:r>
        <w:t>elle leur est à charge</w:t>
      </w:r>
      <w:r w:rsidR="0034078D">
        <w:t xml:space="preserve">, </w:t>
      </w:r>
      <w:r>
        <w:t>&amp; comme je l</w:t>
      </w:r>
      <w:r w:rsidR="0034078D">
        <w:t>’</w:t>
      </w:r>
      <w:r>
        <w:t>ai vu</w:t>
      </w:r>
      <w:r w:rsidR="0034078D">
        <w:t xml:space="preserve">, </w:t>
      </w:r>
      <w:r>
        <w:t>la plus funeste ambition leur fera chercher la mort</w:t>
      </w:r>
      <w:r w:rsidR="0034078D">
        <w:t>.</w:t>
      </w:r>
    </w:p>
    <w:p w14:paraId="31E903E9" w14:textId="77777777" w:rsidR="0034078D" w:rsidRDefault="00000000" w:rsidP="0034078D">
      <w:r>
        <w:t>Le bonheur de l</w:t>
      </w:r>
      <w:r w:rsidR="0034078D">
        <w:t>’</w:t>
      </w:r>
      <w:r>
        <w:t>homme augmente aux yeux des personnes bien nées</w:t>
      </w:r>
      <w:r w:rsidR="0034078D">
        <w:t xml:space="preserve">, </w:t>
      </w:r>
      <w:r>
        <w:t>par le partage &amp; la communication</w:t>
      </w:r>
      <w:r w:rsidR="0034078D">
        <w:t xml:space="preserve">. </w:t>
      </w:r>
      <w:r>
        <w:t>On s</w:t>
      </w:r>
      <w:r w:rsidR="0034078D">
        <w:t>’</w:t>
      </w:r>
      <w:r>
        <w:t>enrichit en quelque sorte du bien qu</w:t>
      </w:r>
      <w:r w:rsidR="0034078D">
        <w:t>’</w:t>
      </w:r>
      <w:r>
        <w:t>on fait</w:t>
      </w:r>
      <w:r w:rsidR="0034078D">
        <w:t xml:space="preserve">, </w:t>
      </w:r>
      <w:r>
        <w:t>on participe à la joie qu</w:t>
      </w:r>
      <w:r w:rsidR="0034078D">
        <w:t>’</w:t>
      </w:r>
      <w:r>
        <w:t>on procure</w:t>
      </w:r>
      <w:r w:rsidR="0034078D">
        <w:t xml:space="preserve">. </w:t>
      </w:r>
      <w:r>
        <w:t xml:space="preserve">Il </w:t>
      </w:r>
      <w:proofErr w:type="spellStart"/>
      <w:r>
        <w:t>étoit</w:t>
      </w:r>
      <w:proofErr w:type="spellEnd"/>
      <w:r>
        <w:t xml:space="preserve"> digne de l</w:t>
      </w:r>
      <w:r w:rsidR="0034078D">
        <w:t>’</w:t>
      </w:r>
      <w:r>
        <w:t>homme que cela fût ainsi</w:t>
      </w:r>
      <w:r w:rsidR="0034078D">
        <w:t xml:space="preserve">. </w:t>
      </w:r>
      <w:r>
        <w:t xml:space="preserve">Il ne </w:t>
      </w:r>
      <w:proofErr w:type="spellStart"/>
      <w:r>
        <w:t>suffisoit</w:t>
      </w:r>
      <w:proofErr w:type="spellEnd"/>
      <w:r>
        <w:t xml:space="preserve"> pas que la vertu fût la beauté de l</w:t>
      </w:r>
      <w:r w:rsidR="0034078D">
        <w:t>’</w:t>
      </w:r>
      <w:proofErr w:type="spellStart"/>
      <w:r>
        <w:t>ame</w:t>
      </w:r>
      <w:proofErr w:type="spellEnd"/>
      <w:r w:rsidR="0034078D">
        <w:t xml:space="preserve"> ; </w:t>
      </w:r>
      <w:r>
        <w:t xml:space="preserve">il </w:t>
      </w:r>
      <w:proofErr w:type="spellStart"/>
      <w:r>
        <w:t>falloit</w:t>
      </w:r>
      <w:proofErr w:type="spellEnd"/>
      <w:r w:rsidR="0034078D">
        <w:t xml:space="preserve">, </w:t>
      </w:r>
      <w:r>
        <w:t>pour nous exciter à faire usage de cette beauté</w:t>
      </w:r>
      <w:r w:rsidR="0034078D">
        <w:t xml:space="preserve">, </w:t>
      </w:r>
      <w:r>
        <w:t>que l</w:t>
      </w:r>
      <w:r w:rsidR="0034078D">
        <w:t>’</w:t>
      </w:r>
      <w:proofErr w:type="spellStart"/>
      <w:r>
        <w:t>ame</w:t>
      </w:r>
      <w:proofErr w:type="spellEnd"/>
      <w:r>
        <w:t xml:space="preserve"> fût flattée d</w:t>
      </w:r>
      <w:r w:rsidR="0034078D">
        <w:t>’</w:t>
      </w:r>
      <w:r>
        <w:t>être belle</w:t>
      </w:r>
      <w:r w:rsidR="0034078D">
        <w:t xml:space="preserve">, </w:t>
      </w:r>
      <w:r>
        <w:t>&amp; surtout</w:t>
      </w:r>
      <w:r w:rsidR="0034078D">
        <w:t xml:space="preserve">, </w:t>
      </w:r>
      <w:r>
        <w:t>d</w:t>
      </w:r>
      <w:r w:rsidR="0034078D">
        <w:t>’</w:t>
      </w:r>
      <w:r>
        <w:t>être trouvée telle</w:t>
      </w:r>
      <w:r w:rsidR="0034078D">
        <w:t xml:space="preserve">, </w:t>
      </w:r>
      <w:r>
        <w:t>&amp; qu</w:t>
      </w:r>
      <w:r w:rsidR="0034078D">
        <w:t>’</w:t>
      </w:r>
      <w:r>
        <w:t>elle y trouvât du plaisir</w:t>
      </w:r>
      <w:r w:rsidR="0034078D">
        <w:t xml:space="preserve"> ; </w:t>
      </w:r>
      <w:r>
        <w:t>comme une jolie femme</w:t>
      </w:r>
      <w:r w:rsidR="0034078D">
        <w:t xml:space="preserve">, </w:t>
      </w:r>
      <w:r>
        <w:t>qui aime la flatterie &amp; les caresses d</w:t>
      </w:r>
      <w:r w:rsidR="0034078D">
        <w:t>’</w:t>
      </w:r>
      <w:r>
        <w:t>amour</w:t>
      </w:r>
      <w:r w:rsidR="0034078D">
        <w:t xml:space="preserve">, </w:t>
      </w:r>
      <w:r>
        <w:t>à cause de la vanité &amp; de la volupté qui les suit</w:t>
      </w:r>
      <w:r w:rsidR="0034078D">
        <w:t xml:space="preserve">, </w:t>
      </w:r>
      <w:r>
        <w:t>forcée d</w:t>
      </w:r>
      <w:r w:rsidR="0034078D">
        <w:t>’</w:t>
      </w:r>
      <w:r>
        <w:t>ailleurs de s</w:t>
      </w:r>
      <w:r w:rsidR="0034078D">
        <w:t>’</w:t>
      </w:r>
      <w:r>
        <w:t>aimer par l</w:t>
      </w:r>
      <w:r w:rsidR="0034078D">
        <w:t>’</w:t>
      </w:r>
      <w:r>
        <w:t>image même de ses charmes</w:t>
      </w:r>
      <w:r w:rsidR="0034078D">
        <w:t xml:space="preserve"> ; </w:t>
      </w:r>
      <w:r>
        <w:t>ou plutôt semblable à cette coquette d</w:t>
      </w:r>
      <w:r w:rsidR="0034078D">
        <w:t>’</w:t>
      </w:r>
      <w:r>
        <w:rPr>
          <w:i/>
          <w:iCs/>
        </w:rPr>
        <w:t>Alcibiade</w:t>
      </w:r>
      <w:r w:rsidR="0034078D">
        <w:rPr>
          <w:i/>
          <w:iCs/>
        </w:rPr>
        <w:t xml:space="preserve">, </w:t>
      </w:r>
      <w:r>
        <w:t>qui dit qu</w:t>
      </w:r>
      <w:r w:rsidR="0034078D">
        <w:t>’</w:t>
      </w:r>
      <w:r>
        <w:t xml:space="preserve">elle </w:t>
      </w:r>
      <w:proofErr w:type="spellStart"/>
      <w:r>
        <w:t>aimeroit</w:t>
      </w:r>
      <w:proofErr w:type="spellEnd"/>
      <w:r>
        <w:t xml:space="preserve"> mieux </w:t>
      </w:r>
      <w:r w:rsidR="0034078D">
        <w:t>« </w:t>
      </w:r>
      <w:r>
        <w:t>être moins aimable</w:t>
      </w:r>
      <w:r w:rsidR="0034078D">
        <w:t xml:space="preserve">, </w:t>
      </w:r>
      <w:r>
        <w:t>&amp; rencontrer quelqu</w:t>
      </w:r>
      <w:r w:rsidR="0034078D">
        <w:t>’</w:t>
      </w:r>
      <w:r>
        <w:t xml:space="preserve">un qui lui </w:t>
      </w:r>
      <w:r>
        <w:rPr>
          <w:iCs/>
        </w:rPr>
        <w:t xml:space="preserve">fît </w:t>
      </w:r>
      <w:r>
        <w:t>compliment</w:t>
      </w:r>
      <w:r w:rsidR="0034078D">
        <w:t xml:space="preserve"> ». </w:t>
      </w:r>
      <w:r>
        <w:t>Qu</w:t>
      </w:r>
      <w:r w:rsidR="0034078D">
        <w:t>’</w:t>
      </w:r>
      <w:r>
        <w:t>importe qu</w:t>
      </w:r>
      <w:r w:rsidR="0034078D">
        <w:t>’</w:t>
      </w:r>
      <w:r>
        <w:t>une femme soit laide</w:t>
      </w:r>
      <w:r w:rsidR="0034078D">
        <w:t xml:space="preserve">, </w:t>
      </w:r>
      <w:r>
        <w:t>si elle passe pour jolie</w:t>
      </w:r>
      <w:r w:rsidR="0034078D">
        <w:t xml:space="preserve"> ; </w:t>
      </w:r>
      <w:r>
        <w:t>qu</w:t>
      </w:r>
      <w:r w:rsidR="0034078D">
        <w:t>’</w:t>
      </w:r>
      <w:r>
        <w:t>un homme soit bien sot</w:t>
      </w:r>
      <w:r w:rsidR="0034078D">
        <w:t xml:space="preserve">, </w:t>
      </w:r>
      <w:r>
        <w:t>s</w:t>
      </w:r>
      <w:r w:rsidR="0034078D">
        <w:t>’</w:t>
      </w:r>
      <w:r>
        <w:t>il passe pour avoir de l</w:t>
      </w:r>
      <w:r w:rsidR="0034078D">
        <w:t>’</w:t>
      </w:r>
      <w:r>
        <w:t>esprit</w:t>
      </w:r>
      <w:r w:rsidR="0034078D">
        <w:t xml:space="preserve"> ; </w:t>
      </w:r>
      <w:r>
        <w:t>qu</w:t>
      </w:r>
      <w:r w:rsidR="0034078D">
        <w:t>’</w:t>
      </w:r>
      <w:r>
        <w:t>un homme soit vicieux</w:t>
      </w:r>
      <w:r w:rsidR="0034078D">
        <w:t xml:space="preserve">, </w:t>
      </w:r>
      <w:r>
        <w:t>s</w:t>
      </w:r>
      <w:r w:rsidR="0034078D">
        <w:t>’</w:t>
      </w:r>
      <w:r>
        <w:t>il passe pour vertueux</w:t>
      </w:r>
      <w:r w:rsidR="0034078D">
        <w:t xml:space="preserve"> ? </w:t>
      </w:r>
      <w:r>
        <w:t xml:space="preserve">Ne dit-on pas tous les jours en </w:t>
      </w:r>
      <w:r>
        <w:rPr>
          <w:iCs/>
        </w:rPr>
        <w:t>fait</w:t>
      </w:r>
      <w:r>
        <w:t xml:space="preserve"> de galanterie</w:t>
      </w:r>
      <w:r w:rsidR="0034078D">
        <w:t xml:space="preserve">, </w:t>
      </w:r>
      <w:r>
        <w:t>que la prudence &amp; la circonspection suffisent</w:t>
      </w:r>
      <w:r w:rsidR="0034078D">
        <w:t xml:space="preserve"> ; </w:t>
      </w:r>
      <w:r>
        <w:t>qu</w:t>
      </w:r>
      <w:r w:rsidR="0034078D">
        <w:t>’</w:t>
      </w:r>
      <w:r>
        <w:t xml:space="preserve">il </w:t>
      </w:r>
      <w:proofErr w:type="spellStart"/>
      <w:r>
        <w:t>vaudroit</w:t>
      </w:r>
      <w:proofErr w:type="spellEnd"/>
      <w:r>
        <w:t xml:space="preserve"> mieux qu</w:t>
      </w:r>
      <w:r w:rsidR="0034078D">
        <w:t>’</w:t>
      </w:r>
      <w:r>
        <w:t>on en soupçonnât moins</w:t>
      </w:r>
      <w:r w:rsidR="0034078D">
        <w:t xml:space="preserve">, </w:t>
      </w:r>
      <w:r>
        <w:t>&amp; qu</w:t>
      </w:r>
      <w:r w:rsidR="0034078D">
        <w:t>’</w:t>
      </w:r>
      <w:r>
        <w:t>on en fît davantage</w:t>
      </w:r>
      <w:r w:rsidR="0034078D">
        <w:t xml:space="preserve"> ? </w:t>
      </w:r>
      <w:r>
        <w:t>on est heureux par l</w:t>
      </w:r>
      <w:r w:rsidR="0034078D">
        <w:t>’</w:t>
      </w:r>
      <w:r>
        <w:t>opinion d</w:t>
      </w:r>
      <w:r w:rsidR="0034078D">
        <w:t>’</w:t>
      </w:r>
      <w:r>
        <w:t>autrui</w:t>
      </w:r>
      <w:r w:rsidR="0034078D">
        <w:t xml:space="preserve">, </w:t>
      </w:r>
      <w:r>
        <w:t>comme par la sienne propre</w:t>
      </w:r>
      <w:r w:rsidR="0034078D">
        <w:t xml:space="preserve">. </w:t>
      </w:r>
      <w:r>
        <w:t>La vanité rend plus de services à l</w:t>
      </w:r>
      <w:r w:rsidR="0034078D">
        <w:t>’</w:t>
      </w:r>
      <w:r>
        <w:t>homme</w:t>
      </w:r>
      <w:r w:rsidR="0034078D">
        <w:t xml:space="preserve">, </w:t>
      </w:r>
      <w:r>
        <w:t>que l</w:t>
      </w:r>
      <w:r w:rsidR="0034078D">
        <w:t>’</w:t>
      </w:r>
      <w:r>
        <w:t>amour-propre le plus juste &amp; le mieux réglé</w:t>
      </w:r>
      <w:r w:rsidR="0034078D">
        <w:t xml:space="preserve"> ; </w:t>
      </w:r>
      <w:r>
        <w:t>demandez-le à cette foule de mauvais auteurs</w:t>
      </w:r>
      <w:r w:rsidR="0034078D">
        <w:t xml:space="preserve">, </w:t>
      </w:r>
      <w:r>
        <w:t xml:space="preserve">qui </w:t>
      </w:r>
      <w:proofErr w:type="spellStart"/>
      <w:r>
        <w:t>pesent</w:t>
      </w:r>
      <w:proofErr w:type="spellEnd"/>
      <w:r>
        <w:t xml:space="preserve"> leur mérite dans la balance de leurs libraires</w:t>
      </w:r>
      <w:r w:rsidR="0034078D">
        <w:t>.</w:t>
      </w:r>
    </w:p>
    <w:p w14:paraId="07CFE94F" w14:textId="77777777" w:rsidR="0034078D" w:rsidRDefault="00000000" w:rsidP="0034078D">
      <w:proofErr w:type="spellStart"/>
      <w:r>
        <w:lastRenderedPageBreak/>
        <w:t>Personifions</w:t>
      </w:r>
      <w:proofErr w:type="spellEnd"/>
      <w:r>
        <w:t xml:space="preserve"> la vertu</w:t>
      </w:r>
      <w:r w:rsidR="0034078D">
        <w:t xml:space="preserve">. </w:t>
      </w:r>
      <w:r>
        <w:t>L</w:t>
      </w:r>
      <w:r w:rsidR="0034078D">
        <w:t>’</w:t>
      </w:r>
      <w:r>
        <w:t>honneur est le diamant qu</w:t>
      </w:r>
      <w:r w:rsidR="0034078D">
        <w:t>’</w:t>
      </w:r>
      <w:r>
        <w:t>elle porte au doigt</w:t>
      </w:r>
      <w:r w:rsidR="0034078D">
        <w:t xml:space="preserve"> : </w:t>
      </w:r>
      <w:r>
        <w:t>amans vils</w:t>
      </w:r>
      <w:r w:rsidR="0034078D">
        <w:t xml:space="preserve">, </w:t>
      </w:r>
      <w:r>
        <w:t>ce n</w:t>
      </w:r>
      <w:r w:rsidR="0034078D">
        <w:t>’</w:t>
      </w:r>
      <w:r>
        <w:t>est point elle qu</w:t>
      </w:r>
      <w:r w:rsidR="0034078D">
        <w:t>’</w:t>
      </w:r>
      <w:r>
        <w:t>on aime</w:t>
      </w:r>
      <w:r w:rsidR="0034078D">
        <w:t xml:space="preserve">, </w:t>
      </w:r>
      <w:r>
        <w:t>c</w:t>
      </w:r>
      <w:r w:rsidR="0034078D">
        <w:t>’</w:t>
      </w:r>
      <w:r>
        <w:t>est son brillant qu</w:t>
      </w:r>
      <w:r w:rsidR="0034078D">
        <w:t>’</w:t>
      </w:r>
      <w:r>
        <w:t xml:space="preserve">on </w:t>
      </w:r>
      <w:proofErr w:type="spellStart"/>
      <w:r>
        <w:t>voudroit</w:t>
      </w:r>
      <w:proofErr w:type="spellEnd"/>
      <w:r>
        <w:t xml:space="preserve"> avoir</w:t>
      </w:r>
      <w:r w:rsidR="0034078D">
        <w:t xml:space="preserve">, </w:t>
      </w:r>
      <w:r>
        <w:t>sans passer par sa rude étamine</w:t>
      </w:r>
      <w:r w:rsidR="0034078D">
        <w:t xml:space="preserve">, </w:t>
      </w:r>
      <w:r>
        <w:t>&amp; cette fortune arrive en effet fort souvent à ceux qui en sont le moins dignes</w:t>
      </w:r>
      <w:r w:rsidR="0034078D">
        <w:t xml:space="preserve">. </w:t>
      </w:r>
      <w:r>
        <w:t>C</w:t>
      </w:r>
      <w:r w:rsidR="0034078D">
        <w:t>’</w:t>
      </w:r>
      <w:r>
        <w:t>est une vieille laide</w:t>
      </w:r>
      <w:r w:rsidR="0034078D">
        <w:t xml:space="preserve">, </w:t>
      </w:r>
      <w:r>
        <w:t>qu</w:t>
      </w:r>
      <w:r w:rsidR="0034078D">
        <w:t>’</w:t>
      </w:r>
      <w:r>
        <w:t>on recherche pour le lustre qui pend à ses oreilles</w:t>
      </w:r>
      <w:r w:rsidR="0034078D">
        <w:t xml:space="preserve">, </w:t>
      </w:r>
      <w:r>
        <w:t>ou pour son argent qu</w:t>
      </w:r>
      <w:r w:rsidR="0034078D">
        <w:t>’</w:t>
      </w:r>
      <w:r>
        <w:t>il faut gagner</w:t>
      </w:r>
      <w:r w:rsidR="0034078D">
        <w:t xml:space="preserve">. </w:t>
      </w:r>
      <w:r>
        <w:t>Tels sont les charmes de cette reine du sage</w:t>
      </w:r>
      <w:r w:rsidR="0034078D">
        <w:t xml:space="preserve">, </w:t>
      </w:r>
      <w:r>
        <w:t>de cette belle par excellence</w:t>
      </w:r>
      <w:r w:rsidR="0034078D">
        <w:t xml:space="preserve">, </w:t>
      </w:r>
      <w:r>
        <w:t>de cette divinité Stoïcienne</w:t>
      </w:r>
      <w:r w:rsidR="0034078D">
        <w:t>.</w:t>
      </w:r>
    </w:p>
    <w:p w14:paraId="0DDF787E" w14:textId="77777777" w:rsidR="0034078D" w:rsidRDefault="00000000" w:rsidP="0034078D">
      <w:r>
        <w:t>La vertu encore</w:t>
      </w:r>
      <w:r w:rsidR="0034078D">
        <w:t xml:space="preserve">, </w:t>
      </w:r>
      <w:r>
        <w:t>si vous voulez</w:t>
      </w:r>
      <w:r w:rsidR="0034078D">
        <w:t xml:space="preserve">, </w:t>
      </w:r>
      <w:r>
        <w:t>tandis que mon auteur me met en goût de faire des comparaisons</w:t>
      </w:r>
      <w:r w:rsidR="0034078D">
        <w:t xml:space="preserve"> (</w:t>
      </w:r>
      <w:r>
        <w:t>dieu me préserve d</w:t>
      </w:r>
      <w:r w:rsidR="0034078D">
        <w:t>’</w:t>
      </w:r>
      <w:r>
        <w:t>en faire d</w:t>
      </w:r>
      <w:r w:rsidR="0034078D">
        <w:t>’</w:t>
      </w:r>
      <w:r>
        <w:t>aussi sérieusement comiques</w:t>
      </w:r>
      <w:r>
        <w:rPr>
          <w:rStyle w:val="Appelnotedebasdep"/>
        </w:rPr>
        <w:footnoteReference w:id="2"/>
      </w:r>
      <w:r>
        <w:t xml:space="preserve"> qu</w:t>
      </w:r>
      <w:r w:rsidR="0034078D">
        <w:t>’</w:t>
      </w:r>
      <w:r>
        <w:t>il en fait quelquefois</w:t>
      </w:r>
      <w:r w:rsidR="0034078D">
        <w:t xml:space="preserve">), </w:t>
      </w:r>
      <w:r>
        <w:t>la vertu</w:t>
      </w:r>
      <w:r w:rsidR="0034078D">
        <w:t xml:space="preserve">, </w:t>
      </w:r>
      <w:r>
        <w:t>dis-je</w:t>
      </w:r>
      <w:r w:rsidR="0034078D">
        <w:t xml:space="preserve">, </w:t>
      </w:r>
      <w:r>
        <w:t>sera l</w:t>
      </w:r>
      <w:r w:rsidR="0034078D">
        <w:t>’</w:t>
      </w:r>
      <w:r>
        <w:t>arbre</w:t>
      </w:r>
      <w:r w:rsidR="0034078D">
        <w:t xml:space="preserve">, </w:t>
      </w:r>
      <w:r>
        <w:t>dont on se soucie peu</w:t>
      </w:r>
      <w:r w:rsidR="0034078D">
        <w:t xml:space="preserve">, </w:t>
      </w:r>
      <w:r>
        <w:t>qu</w:t>
      </w:r>
      <w:r w:rsidR="0034078D">
        <w:t>’</w:t>
      </w:r>
      <w:r>
        <w:t>on regarde à peine</w:t>
      </w:r>
      <w:r w:rsidR="0034078D">
        <w:t xml:space="preserve">, </w:t>
      </w:r>
      <w:r>
        <w:t>&amp; qu</w:t>
      </w:r>
      <w:r w:rsidR="0034078D">
        <w:t>’</w:t>
      </w:r>
      <w:r>
        <w:t>on ne cherche qu</w:t>
      </w:r>
      <w:r w:rsidR="0034078D">
        <w:t>’</w:t>
      </w:r>
      <w:r>
        <w:t>à cause de son ombre</w:t>
      </w:r>
      <w:r w:rsidR="0034078D">
        <w:t xml:space="preserve"> ; </w:t>
      </w:r>
      <w:r>
        <w:t xml:space="preserve">ombre </w:t>
      </w:r>
      <w:proofErr w:type="spellStart"/>
      <w:r>
        <w:t>singuliere</w:t>
      </w:r>
      <w:proofErr w:type="spellEnd"/>
      <w:r w:rsidR="0034078D">
        <w:t xml:space="preserve">, </w:t>
      </w:r>
      <w:r>
        <w:t>en ce qu</w:t>
      </w:r>
      <w:r w:rsidR="0034078D">
        <w:t>’</w:t>
      </w:r>
      <w:r>
        <w:t>elle répond ordinairement fort mal au corps qui la produit</w:t>
      </w:r>
      <w:r w:rsidR="0034078D">
        <w:t xml:space="preserve"> ; </w:t>
      </w:r>
      <w:r>
        <w:t>tantôt trop grande</w:t>
      </w:r>
      <w:r w:rsidR="0034078D">
        <w:t xml:space="preserve">, </w:t>
      </w:r>
      <w:r>
        <w:t>tantôt trop petite</w:t>
      </w:r>
      <w:r w:rsidR="0034078D">
        <w:t xml:space="preserve">, </w:t>
      </w:r>
      <w:r>
        <w:t>suivant que le vent soufflant ou en proue</w:t>
      </w:r>
      <w:r w:rsidR="0034078D">
        <w:t xml:space="preserve">, </w:t>
      </w:r>
      <w:r>
        <w:t>ou en poupe</w:t>
      </w:r>
      <w:r w:rsidR="0034078D">
        <w:t xml:space="preserve">, </w:t>
      </w:r>
      <w:r>
        <w:t>la contracte</w:t>
      </w:r>
      <w:r w:rsidR="0034078D">
        <w:t xml:space="preserve">, </w:t>
      </w:r>
      <w:r>
        <w:t>ou la disperse</w:t>
      </w:r>
      <w:r w:rsidR="0034078D">
        <w:t xml:space="preserve">. </w:t>
      </w:r>
      <w:r>
        <w:t>Enfin nous sommes pour la plupart de vrais petits maîtres en fait de vertu</w:t>
      </w:r>
      <w:r w:rsidR="0034078D">
        <w:t xml:space="preserve"> ; </w:t>
      </w:r>
      <w:r>
        <w:t>les faveurs qu</w:t>
      </w:r>
      <w:r w:rsidR="0034078D">
        <w:t>’</w:t>
      </w:r>
      <w:r>
        <w:t>elle nous accorde</w:t>
      </w:r>
      <w:r w:rsidR="0034078D">
        <w:t xml:space="preserve">, </w:t>
      </w:r>
      <w:r>
        <w:t>ne sont rien</w:t>
      </w:r>
      <w:r w:rsidR="0034078D">
        <w:t xml:space="preserve">, </w:t>
      </w:r>
      <w:r>
        <w:t>si elles ne font du bruit</w:t>
      </w:r>
      <w:r w:rsidR="0034078D">
        <w:t xml:space="preserve">. </w:t>
      </w:r>
      <w:r>
        <w:t>Presque personne ne veut avoir un mérite obscur &amp; inconnu</w:t>
      </w:r>
      <w:r w:rsidR="0034078D">
        <w:t xml:space="preserve"> ; </w:t>
      </w:r>
      <w:r>
        <w:t>on fait tout pour la gloire</w:t>
      </w:r>
      <w:r w:rsidR="0034078D">
        <w:t xml:space="preserve"> ; </w:t>
      </w:r>
      <w:r>
        <w:t>Aristote la regarde comme le premier des biens externes</w:t>
      </w:r>
      <w:r w:rsidR="0034078D">
        <w:t xml:space="preserve"> ; </w:t>
      </w:r>
      <w:r>
        <w:t>Horace dit que la vertu cachée est presque nulle</w:t>
      </w:r>
      <w:r w:rsidR="0034078D">
        <w:t xml:space="preserve"> : </w:t>
      </w:r>
      <w:r>
        <w:t>Cicéron eût dit la même chose</w:t>
      </w:r>
      <w:r w:rsidR="0034078D">
        <w:t xml:space="preserve">, </w:t>
      </w:r>
      <w:r>
        <w:t>s</w:t>
      </w:r>
      <w:r w:rsidR="0034078D">
        <w:t>’</w:t>
      </w:r>
      <w:r>
        <w:t>il eût osé</w:t>
      </w:r>
      <w:r w:rsidR="0034078D">
        <w:t xml:space="preserve"> ; </w:t>
      </w:r>
      <w:r>
        <w:t>il a fait sonner sa vertu aussi haut que son éloquence</w:t>
      </w:r>
      <w:r w:rsidR="0034078D">
        <w:t xml:space="preserve"> : </w:t>
      </w:r>
      <w:r>
        <w:t>pourquoi</w:t>
      </w:r>
      <w:r w:rsidR="0034078D">
        <w:t xml:space="preserve"> ? </w:t>
      </w:r>
      <w:r>
        <w:t>pour en retirer cette gloire</w:t>
      </w:r>
      <w:r w:rsidR="0034078D">
        <w:t xml:space="preserve">, </w:t>
      </w:r>
      <w:r>
        <w:t xml:space="preserve">dont il </w:t>
      </w:r>
      <w:proofErr w:type="spellStart"/>
      <w:r>
        <w:t>étoit</w:t>
      </w:r>
      <w:proofErr w:type="spellEnd"/>
      <w:r>
        <w:t xml:space="preserve"> si avide</w:t>
      </w:r>
      <w:r w:rsidR="0034078D">
        <w:t xml:space="preserve">. </w:t>
      </w:r>
      <w:r>
        <w:t>Il y a peu de vertus dont on ne fasse parade</w:t>
      </w:r>
      <w:r w:rsidR="0034078D">
        <w:t xml:space="preserve">. </w:t>
      </w:r>
      <w:r>
        <w:t xml:space="preserve">Peu de </w:t>
      </w:r>
      <w:proofErr w:type="spellStart"/>
      <w:r>
        <w:t>Carnéades</w:t>
      </w:r>
      <w:proofErr w:type="spellEnd"/>
      <w:r>
        <w:t xml:space="preserve"> font le bien pour le bien</w:t>
      </w:r>
      <w:r w:rsidR="0034078D">
        <w:t xml:space="preserve">, </w:t>
      </w:r>
      <w:r>
        <w:t xml:space="preserve">&amp; même aux dépens de </w:t>
      </w:r>
      <w:r>
        <w:lastRenderedPageBreak/>
        <w:t>leur propre fortune</w:t>
      </w:r>
      <w:r w:rsidR="0034078D">
        <w:t xml:space="preserve"> ; </w:t>
      </w:r>
      <w:r>
        <w:t>peu de gens estiment d</w:t>
      </w:r>
      <w:r w:rsidR="0034078D">
        <w:t>’</w:t>
      </w:r>
      <w:r>
        <w:t>autant plus la vertu</w:t>
      </w:r>
      <w:r w:rsidR="0034078D">
        <w:t xml:space="preserve">, </w:t>
      </w:r>
      <w:r>
        <w:t>qu</w:t>
      </w:r>
      <w:r w:rsidR="0034078D">
        <w:t>’</w:t>
      </w:r>
      <w:r>
        <w:t>elle est plus cachée</w:t>
      </w:r>
      <w:r w:rsidR="0034078D">
        <w:t xml:space="preserve">, </w:t>
      </w:r>
      <w:r>
        <w:t>&amp; d</w:t>
      </w:r>
      <w:r w:rsidR="0034078D">
        <w:t>’</w:t>
      </w:r>
      <w:r>
        <w:t>autant moins</w:t>
      </w:r>
      <w:r w:rsidR="0034078D">
        <w:t xml:space="preserve">, </w:t>
      </w:r>
      <w:r>
        <w:t>qu</w:t>
      </w:r>
      <w:r w:rsidR="0034078D">
        <w:t>’</w:t>
      </w:r>
      <w:r>
        <w:t>elle a déjà transpiré</w:t>
      </w:r>
      <w:r w:rsidR="0034078D">
        <w:t xml:space="preserve">. </w:t>
      </w:r>
      <w:r>
        <w:t xml:space="preserve">Ainsi quoique </w:t>
      </w:r>
      <w:proofErr w:type="spellStart"/>
      <w:r>
        <w:t>Carnéades</w:t>
      </w:r>
      <w:proofErr w:type="spellEnd"/>
      <w:r>
        <w:t xml:space="preserve"> ait été chef d</w:t>
      </w:r>
      <w:r w:rsidR="0034078D">
        <w:t>’</w:t>
      </w:r>
      <w:r>
        <w:t xml:space="preserve">une opinion contraire à celle de Chrysippe &amp; de </w:t>
      </w:r>
      <w:proofErr w:type="spellStart"/>
      <w:r>
        <w:t>Diogene</w:t>
      </w:r>
      <w:proofErr w:type="spellEnd"/>
      <w:r w:rsidR="0034078D">
        <w:t xml:space="preserve">, </w:t>
      </w:r>
      <w:r>
        <w:t>qui pour acquérir toute la gloire du monde</w:t>
      </w:r>
      <w:r w:rsidR="0034078D">
        <w:t xml:space="preserve">, </w:t>
      </w:r>
      <w:r>
        <w:t>n</w:t>
      </w:r>
      <w:r w:rsidR="0034078D">
        <w:t>’</w:t>
      </w:r>
      <w:proofErr w:type="spellStart"/>
      <w:r>
        <w:t>auroient</w:t>
      </w:r>
      <w:proofErr w:type="spellEnd"/>
      <w:r>
        <w:t xml:space="preserve"> pas daigné seulement </w:t>
      </w:r>
      <w:r>
        <w:rPr>
          <w:i/>
          <w:iCs/>
        </w:rPr>
        <w:t>étendre le doigt</w:t>
      </w:r>
      <w:r w:rsidR="0034078D">
        <w:rPr>
          <w:i/>
          <w:iCs/>
        </w:rPr>
        <w:t xml:space="preserve">, </w:t>
      </w:r>
      <w:r>
        <w:t xml:space="preserve">il </w:t>
      </w:r>
      <w:proofErr w:type="spellStart"/>
      <w:r>
        <w:t>paroît</w:t>
      </w:r>
      <w:proofErr w:type="spellEnd"/>
      <w:r>
        <w:t xml:space="preserve"> que</w:t>
      </w:r>
      <w:r w:rsidR="0034078D">
        <w:t xml:space="preserve">, </w:t>
      </w:r>
      <w:r>
        <w:t>tout bien examiné</w:t>
      </w:r>
      <w:r w:rsidR="0034078D">
        <w:t xml:space="preserve">, </w:t>
      </w:r>
      <w:r>
        <w:t>il n</w:t>
      </w:r>
      <w:r w:rsidR="0034078D">
        <w:t>’</w:t>
      </w:r>
      <w:r>
        <w:t>a pas moins méprisé la gloire que ces philosophes</w:t>
      </w:r>
      <w:r w:rsidR="0034078D">
        <w:t> ; (</w:t>
      </w:r>
      <w:r>
        <w:t>j</w:t>
      </w:r>
      <w:r w:rsidR="0034078D">
        <w:t>’</w:t>
      </w:r>
      <w:r>
        <w:t>entends la vaine gloire qui vient du suffrage des hommes</w:t>
      </w:r>
      <w:r w:rsidR="0034078D">
        <w:t xml:space="preserve">, </w:t>
      </w:r>
      <w:r>
        <w:t xml:space="preserve">si on peut appeler </w:t>
      </w:r>
      <w:r>
        <w:rPr>
          <w:i/>
          <w:iCs/>
        </w:rPr>
        <w:t>vaine</w:t>
      </w:r>
      <w:r w:rsidR="0034078D">
        <w:rPr>
          <w:iCs/>
        </w:rPr>
        <w:t xml:space="preserve">, </w:t>
      </w:r>
      <w:r>
        <w:t>une passion qui conduit aux plus belles choses</w:t>
      </w:r>
      <w:r w:rsidR="0034078D">
        <w:t xml:space="preserve">) </w:t>
      </w:r>
      <w:r>
        <w:t>&amp; qu</w:t>
      </w:r>
      <w:r w:rsidR="0034078D">
        <w:t>’</w:t>
      </w:r>
      <w:r>
        <w:t>il a parfaitement connu le vrai mérite</w:t>
      </w:r>
      <w:r w:rsidR="0034078D">
        <w:t xml:space="preserve">, </w:t>
      </w:r>
      <w:r>
        <w:t>en confondant la gloire avec la vertu</w:t>
      </w:r>
      <w:r w:rsidR="0034078D">
        <w:t xml:space="preserve">, </w:t>
      </w:r>
      <w:r>
        <w:t>&amp; dédaignant le plaisir de l</w:t>
      </w:r>
      <w:r w:rsidR="0034078D">
        <w:t>’</w:t>
      </w:r>
      <w:r>
        <w:t>exercer pour un autre but qu</w:t>
      </w:r>
      <w:r w:rsidR="0034078D">
        <w:t>’</w:t>
      </w:r>
      <w:r>
        <w:t>elle-même</w:t>
      </w:r>
      <w:r w:rsidR="0034078D">
        <w:t xml:space="preserve">. </w:t>
      </w:r>
      <w:r>
        <w:t>Si c</w:t>
      </w:r>
      <w:r w:rsidR="0034078D">
        <w:t>’</w:t>
      </w:r>
      <w:r>
        <w:t>est là un raffinement d</w:t>
      </w:r>
      <w:r w:rsidR="0034078D">
        <w:t>’</w:t>
      </w:r>
      <w:r>
        <w:t>amour-propre</w:t>
      </w:r>
      <w:r w:rsidR="0034078D">
        <w:t xml:space="preserve">, </w:t>
      </w:r>
      <w:r>
        <w:t>&amp; que le mépris même de la vanité en marque l</w:t>
      </w:r>
      <w:r w:rsidR="0034078D">
        <w:t>’</w:t>
      </w:r>
      <w:r>
        <w:t>excès</w:t>
      </w:r>
      <w:r w:rsidR="0034078D">
        <w:t>, (</w:t>
      </w:r>
      <w:r>
        <w:t>comme en effet la modestie est souvent un orgueil déguisé</w:t>
      </w:r>
      <w:r w:rsidR="0034078D">
        <w:t xml:space="preserve">) </w:t>
      </w:r>
      <w:r>
        <w:t>c</w:t>
      </w:r>
      <w:r w:rsidR="0034078D">
        <w:t>’</w:t>
      </w:r>
      <w:r>
        <w:t>est dans cette étrange &amp; belle vanité que je place la perfection de la vertu</w:t>
      </w:r>
      <w:r w:rsidR="0034078D">
        <w:t xml:space="preserve">, </w:t>
      </w:r>
      <w:r>
        <w:t>&amp; la plus noble cause de l</w:t>
      </w:r>
      <w:r w:rsidR="0034078D">
        <w:t>’</w:t>
      </w:r>
      <w:r>
        <w:t>héroïsme</w:t>
      </w:r>
      <w:r w:rsidR="0034078D">
        <w:t xml:space="preserve">. </w:t>
      </w:r>
      <w:r>
        <w:t>S</w:t>
      </w:r>
      <w:r w:rsidR="0034078D">
        <w:t>’</w:t>
      </w:r>
      <w:r>
        <w:t>il est délicat de se juger soi-même</w:t>
      </w:r>
      <w:r w:rsidR="0034078D">
        <w:t xml:space="preserve">, </w:t>
      </w:r>
      <w:r>
        <w:t xml:space="preserve">à cause des </w:t>
      </w:r>
      <w:proofErr w:type="spellStart"/>
      <w:r>
        <w:t>pieges</w:t>
      </w:r>
      <w:proofErr w:type="spellEnd"/>
      <w:r>
        <w:t xml:space="preserve"> que nous tend l</w:t>
      </w:r>
      <w:r w:rsidR="0034078D">
        <w:t>’</w:t>
      </w:r>
      <w:r>
        <w:t>amour-propre</w:t>
      </w:r>
      <w:r w:rsidR="0034078D">
        <w:t xml:space="preserve"> ; </w:t>
      </w:r>
      <w:r>
        <w:t>il n</w:t>
      </w:r>
      <w:r w:rsidR="0034078D">
        <w:t>’</w:t>
      </w:r>
      <w:r>
        <w:t>est pas moins beau d</w:t>
      </w:r>
      <w:r w:rsidR="0034078D">
        <w:t>’</w:t>
      </w:r>
      <w:r>
        <w:t>être forcé de s</w:t>
      </w:r>
      <w:r w:rsidR="0034078D">
        <w:t>’</w:t>
      </w:r>
      <w:r>
        <w:t>estimer</w:t>
      </w:r>
      <w:r w:rsidR="0034078D">
        <w:t xml:space="preserve">, </w:t>
      </w:r>
      <w:proofErr w:type="spellStart"/>
      <w:r>
        <w:t>lors</w:t>
      </w:r>
      <w:proofErr w:type="spellEnd"/>
      <w:r>
        <w:t xml:space="preserve"> même qu</w:t>
      </w:r>
      <w:r w:rsidR="0034078D">
        <w:t>’</w:t>
      </w:r>
      <w:r>
        <w:t>on est méprisé par les autres</w:t>
      </w:r>
      <w:r w:rsidR="0034078D">
        <w:t xml:space="preserve">. </w:t>
      </w:r>
      <w:r>
        <w:t>C</w:t>
      </w:r>
      <w:r w:rsidR="0034078D">
        <w:t>’</w:t>
      </w:r>
      <w:r>
        <w:t>est par soi</w:t>
      </w:r>
      <w:r w:rsidR="0034078D">
        <w:t xml:space="preserve">, </w:t>
      </w:r>
      <w:r>
        <w:t>plutôt que par autrui</w:t>
      </w:r>
      <w:r w:rsidR="0034078D">
        <w:t xml:space="preserve">, </w:t>
      </w:r>
      <w:r>
        <w:t>que doit venir le bonheur</w:t>
      </w:r>
      <w:r w:rsidR="0034078D">
        <w:t xml:space="preserve">. </w:t>
      </w:r>
      <w:r>
        <w:t>Il est grand d</w:t>
      </w:r>
      <w:r w:rsidR="0034078D">
        <w:t>’</w:t>
      </w:r>
      <w:r>
        <w:t>avoir à son service la déesse aux cent bouches</w:t>
      </w:r>
      <w:r w:rsidR="0034078D">
        <w:t xml:space="preserve">, </w:t>
      </w:r>
      <w:r>
        <w:t>de les réduire au silence</w:t>
      </w:r>
      <w:r w:rsidR="0034078D">
        <w:t xml:space="preserve">, </w:t>
      </w:r>
      <w:r>
        <w:t>de leur défendre de s</w:t>
      </w:r>
      <w:r w:rsidR="0034078D">
        <w:t>’</w:t>
      </w:r>
      <w:r>
        <w:t>ouvrir</w:t>
      </w:r>
      <w:r w:rsidR="0034078D">
        <w:t xml:space="preserve">, </w:t>
      </w:r>
      <w:r>
        <w:t>d</w:t>
      </w:r>
      <w:r w:rsidR="0034078D">
        <w:t>’</w:t>
      </w:r>
      <w:r>
        <w:t>en dédaigner l</w:t>
      </w:r>
      <w:r w:rsidR="0034078D">
        <w:t>’</w:t>
      </w:r>
      <w:r>
        <w:t>encens</w:t>
      </w:r>
      <w:r w:rsidR="0034078D">
        <w:t xml:space="preserve">, </w:t>
      </w:r>
      <w:r>
        <w:t>&amp; d</w:t>
      </w:r>
      <w:r w:rsidR="0034078D">
        <w:t>’</w:t>
      </w:r>
      <w:r>
        <w:t>être à soi-même sa renommée</w:t>
      </w:r>
      <w:r w:rsidR="0034078D">
        <w:t xml:space="preserve">. </w:t>
      </w:r>
      <w:r>
        <w:t xml:space="preserve">Qui </w:t>
      </w:r>
      <w:proofErr w:type="spellStart"/>
      <w:r>
        <w:t>seroit</w:t>
      </w:r>
      <w:proofErr w:type="spellEnd"/>
      <w:r>
        <w:t xml:space="preserve"> sûr qu</w:t>
      </w:r>
      <w:r w:rsidR="0034078D">
        <w:t>’</w:t>
      </w:r>
      <w:r>
        <w:t>il vaut lui seul toute sa ville</w:t>
      </w:r>
      <w:r w:rsidR="0034078D">
        <w:t xml:space="preserve">, </w:t>
      </w:r>
      <w:proofErr w:type="spellStart"/>
      <w:r>
        <w:t>pourroit</w:t>
      </w:r>
      <w:proofErr w:type="spellEnd"/>
      <w:r>
        <w:t xml:space="preserve"> s</w:t>
      </w:r>
      <w:r w:rsidR="0034078D">
        <w:t>’</w:t>
      </w:r>
      <w:r>
        <w:t>estimer &amp; se respecter autant qu</w:t>
      </w:r>
      <w:r w:rsidR="0034078D">
        <w:t>’</w:t>
      </w:r>
      <w:r>
        <w:t xml:space="preserve">il </w:t>
      </w:r>
      <w:proofErr w:type="spellStart"/>
      <w:r>
        <w:t>pourroit</w:t>
      </w:r>
      <w:proofErr w:type="spellEnd"/>
      <w:r>
        <w:t xml:space="preserve"> l</w:t>
      </w:r>
      <w:r w:rsidR="0034078D">
        <w:t>’</w:t>
      </w:r>
      <w:r>
        <w:t>être par toute cette ville</w:t>
      </w:r>
      <w:r w:rsidR="0034078D">
        <w:t xml:space="preserve">, </w:t>
      </w:r>
      <w:r>
        <w:t xml:space="preserve">&amp; ne </w:t>
      </w:r>
      <w:proofErr w:type="spellStart"/>
      <w:r>
        <w:t>perdroit</w:t>
      </w:r>
      <w:proofErr w:type="spellEnd"/>
      <w:r>
        <w:t xml:space="preserve"> rien à tant d</w:t>
      </w:r>
      <w:r w:rsidR="0034078D">
        <w:t>’</w:t>
      </w:r>
      <w:proofErr w:type="spellStart"/>
      <w:r>
        <w:t>applaudissemens</w:t>
      </w:r>
      <w:proofErr w:type="spellEnd"/>
      <w:r>
        <w:t xml:space="preserve"> méprisés</w:t>
      </w:r>
      <w:r w:rsidR="0034078D">
        <w:t xml:space="preserve">. </w:t>
      </w:r>
      <w:r>
        <w:t>Qu</w:t>
      </w:r>
      <w:r w:rsidR="0034078D">
        <w:t>’</w:t>
      </w:r>
      <w:r>
        <w:t>ont au reste de si flatteur la plupart des louanges</w:t>
      </w:r>
      <w:r w:rsidR="0034078D">
        <w:t xml:space="preserve">, </w:t>
      </w:r>
      <w:r>
        <w:t>pour les briguer tant</w:t>
      </w:r>
      <w:r w:rsidR="0034078D">
        <w:t xml:space="preserve"> ? </w:t>
      </w:r>
      <w:r>
        <w:t>Ceux qui les prodiguent</w:t>
      </w:r>
      <w:r w:rsidR="0034078D">
        <w:t xml:space="preserve">, </w:t>
      </w:r>
      <w:r>
        <w:t xml:space="preserve">sont </w:t>
      </w:r>
      <w:r>
        <w:rPr>
          <w:bCs/>
        </w:rPr>
        <w:t xml:space="preserve">si </w:t>
      </w:r>
      <w:r>
        <w:t>peu dignes de les donner</w:t>
      </w:r>
      <w:r w:rsidR="0034078D">
        <w:t xml:space="preserve">, </w:t>
      </w:r>
      <w:r>
        <w:t>que souvent elles ne méritent pas la peine d</w:t>
      </w:r>
      <w:r w:rsidR="0034078D">
        <w:t>’</w:t>
      </w:r>
      <w:r>
        <w:t>être entendues</w:t>
      </w:r>
      <w:r w:rsidR="0034078D">
        <w:t xml:space="preserve">. </w:t>
      </w:r>
      <w:r>
        <w:t>Un homme d</w:t>
      </w:r>
      <w:r w:rsidR="0034078D">
        <w:t>’</w:t>
      </w:r>
      <w:r>
        <w:t>un mérite supérieur</w:t>
      </w:r>
      <w:r w:rsidR="0034078D">
        <w:t xml:space="preserve">, </w:t>
      </w:r>
      <w:r>
        <w:t>n</w:t>
      </w:r>
      <w:r w:rsidR="0034078D">
        <w:t>’</w:t>
      </w:r>
      <w:r>
        <w:t>est obligé de les écouter</w:t>
      </w:r>
      <w:r w:rsidR="0034078D">
        <w:t xml:space="preserve">, </w:t>
      </w:r>
      <w:r>
        <w:t xml:space="preserve">que comme un grand roi lit de mauvais vers </w:t>
      </w:r>
      <w:r>
        <w:rPr>
          <w:iCs/>
        </w:rPr>
        <w:t>faits à</w:t>
      </w:r>
      <w:r>
        <w:t xml:space="preserve"> son éloge</w:t>
      </w:r>
      <w:r w:rsidR="0034078D">
        <w:t>.</w:t>
      </w:r>
    </w:p>
    <w:p w14:paraId="0CB24DD3" w14:textId="77777777" w:rsidR="0034078D" w:rsidRDefault="00000000" w:rsidP="0034078D">
      <w:r>
        <w:lastRenderedPageBreak/>
        <w:t>Qu</w:t>
      </w:r>
      <w:r w:rsidR="0034078D">
        <w:t>’</w:t>
      </w:r>
      <w:r>
        <w:t xml:space="preserve">il me soit permis de tracer un petit tableau des vertus de la </w:t>
      </w:r>
      <w:proofErr w:type="spellStart"/>
      <w:r>
        <w:t>societé</w:t>
      </w:r>
      <w:proofErr w:type="spellEnd"/>
      <w:r w:rsidR="0034078D">
        <w:t xml:space="preserve">. </w:t>
      </w:r>
      <w:r>
        <w:t>Chacun a les siennes</w:t>
      </w:r>
      <w:r w:rsidR="0034078D">
        <w:t xml:space="preserve">. </w:t>
      </w:r>
      <w:r>
        <w:t>Le médecin</w:t>
      </w:r>
      <w:r w:rsidR="0034078D">
        <w:t xml:space="preserve">, </w:t>
      </w:r>
      <w:r>
        <w:t>par son art de conserver les hommes</w:t>
      </w:r>
      <w:r w:rsidR="0034078D">
        <w:t xml:space="preserve">, </w:t>
      </w:r>
      <w:r>
        <w:t>fait plus que s</w:t>
      </w:r>
      <w:r w:rsidR="0034078D">
        <w:t>’</w:t>
      </w:r>
      <w:r>
        <w:t xml:space="preserve">il les </w:t>
      </w:r>
      <w:proofErr w:type="spellStart"/>
      <w:r>
        <w:t>créoit</w:t>
      </w:r>
      <w:proofErr w:type="spellEnd"/>
      <w:r>
        <w:t xml:space="preserve"> de nouveau</w:t>
      </w:r>
      <w:r w:rsidR="0034078D">
        <w:t xml:space="preserve">. </w:t>
      </w:r>
      <w:r>
        <w:t xml:space="preserve">Le </w:t>
      </w:r>
      <w:proofErr w:type="spellStart"/>
      <w:r>
        <w:t>pere</w:t>
      </w:r>
      <w:proofErr w:type="spellEnd"/>
      <w:r>
        <w:t xml:space="preserve"> de famille </w:t>
      </w:r>
      <w:proofErr w:type="spellStart"/>
      <w:r>
        <w:t>éleve</w:t>
      </w:r>
      <w:proofErr w:type="spellEnd"/>
      <w:r>
        <w:t xml:space="preserve"> des </w:t>
      </w:r>
      <w:proofErr w:type="spellStart"/>
      <w:r>
        <w:t>enfans</w:t>
      </w:r>
      <w:proofErr w:type="spellEnd"/>
      <w:r>
        <w:t xml:space="preserve"> tendres &amp; </w:t>
      </w:r>
      <w:proofErr w:type="spellStart"/>
      <w:r>
        <w:t>reconnoissans</w:t>
      </w:r>
      <w:proofErr w:type="spellEnd"/>
      <w:r w:rsidR="0034078D">
        <w:t xml:space="preserve"> ; </w:t>
      </w:r>
      <w:r>
        <w:t>il leur donne une seconde vie</w:t>
      </w:r>
      <w:r w:rsidR="0034078D">
        <w:t xml:space="preserve">, </w:t>
      </w:r>
      <w:r>
        <w:t xml:space="preserve">plus précieuse que la </w:t>
      </w:r>
      <w:proofErr w:type="spellStart"/>
      <w:r>
        <w:t>premiere</w:t>
      </w:r>
      <w:proofErr w:type="spellEnd"/>
      <w:r w:rsidR="0034078D">
        <w:t xml:space="preserve">. </w:t>
      </w:r>
      <w:r>
        <w:t>L</w:t>
      </w:r>
      <w:r w:rsidR="0034078D">
        <w:t>’</w:t>
      </w:r>
      <w:r>
        <w:t>époux</w:t>
      </w:r>
      <w:r w:rsidR="0034078D">
        <w:t xml:space="preserve">, </w:t>
      </w:r>
      <w:r>
        <w:t>plein d</w:t>
      </w:r>
      <w:r w:rsidR="0034078D">
        <w:t>’</w:t>
      </w:r>
      <w:r>
        <w:t>attentions &amp; d</w:t>
      </w:r>
      <w:r w:rsidR="0034078D">
        <w:t>’</w:t>
      </w:r>
      <w:r>
        <w:t>égards</w:t>
      </w:r>
      <w:r w:rsidR="0034078D">
        <w:t xml:space="preserve">, </w:t>
      </w:r>
      <w:r>
        <w:t>se respecte dans sa compagne</w:t>
      </w:r>
      <w:r w:rsidR="0034078D">
        <w:t xml:space="preserve">, </w:t>
      </w:r>
      <w:r>
        <w:t>&amp; tâche de lui faire une chaîne de fleurs</w:t>
      </w:r>
      <w:r w:rsidR="0034078D">
        <w:t xml:space="preserve">. </w:t>
      </w:r>
      <w:r>
        <w:t>L</w:t>
      </w:r>
      <w:r w:rsidR="0034078D">
        <w:t>’</w:t>
      </w:r>
      <w:r>
        <w:t>amant ne peut jamais trop sentir ce que fait pour lui une maîtresse qui ne lui doit rien</w:t>
      </w:r>
      <w:r w:rsidR="0034078D">
        <w:t xml:space="preserve">, </w:t>
      </w:r>
      <w:r>
        <w:t>&amp; lui sacrifie tout</w:t>
      </w:r>
      <w:r w:rsidR="0034078D">
        <w:t xml:space="preserve">. </w:t>
      </w:r>
      <w:r>
        <w:t>Le véritable ami</w:t>
      </w:r>
      <w:r w:rsidR="0034078D">
        <w:t xml:space="preserve">, </w:t>
      </w:r>
      <w:r>
        <w:t>complaisant sans bassesse</w:t>
      </w:r>
      <w:r w:rsidR="0034078D">
        <w:t xml:space="preserve">, </w:t>
      </w:r>
      <w:r>
        <w:t>vrai sans dureté</w:t>
      </w:r>
      <w:r w:rsidR="0034078D">
        <w:t xml:space="preserve">, </w:t>
      </w:r>
      <w:r>
        <w:t>prudent</w:t>
      </w:r>
      <w:r w:rsidR="0034078D">
        <w:t xml:space="preserve">, </w:t>
      </w:r>
      <w:r>
        <w:t>discret</w:t>
      </w:r>
      <w:r w:rsidR="0034078D">
        <w:t xml:space="preserve">, </w:t>
      </w:r>
      <w:r>
        <w:t>obligeant</w:t>
      </w:r>
      <w:r w:rsidR="0034078D">
        <w:t xml:space="preserve">, </w:t>
      </w:r>
      <w:r>
        <w:t>défend son ami</w:t>
      </w:r>
      <w:r w:rsidR="0034078D">
        <w:t xml:space="preserve">, </w:t>
      </w:r>
      <w:r>
        <w:t xml:space="preserve">lui </w:t>
      </w:r>
      <w:proofErr w:type="gramStart"/>
      <w:r>
        <w:t>donne</w:t>
      </w:r>
      <w:proofErr w:type="gramEnd"/>
      <w:r>
        <w:t xml:space="preserve"> de bons conseils</w:t>
      </w:r>
      <w:r w:rsidR="0034078D">
        <w:t xml:space="preserve">, </w:t>
      </w:r>
      <w:r>
        <w:t>&amp; n</w:t>
      </w:r>
      <w:r w:rsidR="0034078D">
        <w:t>’</w:t>
      </w:r>
      <w:r>
        <w:t>en reçoit point d</w:t>
      </w:r>
      <w:r w:rsidR="0034078D">
        <w:t>’</w:t>
      </w:r>
      <w:r>
        <w:t>autres</w:t>
      </w:r>
      <w:r w:rsidR="0034078D">
        <w:t>.</w:t>
      </w:r>
    </w:p>
    <w:p w14:paraId="1B714B33" w14:textId="77777777" w:rsidR="0034078D" w:rsidRDefault="00000000" w:rsidP="0034078D">
      <w:r>
        <w:t>Il est des vertus de tous les états</w:t>
      </w:r>
      <w:r w:rsidR="0034078D">
        <w:t xml:space="preserve">. </w:t>
      </w:r>
      <w:r>
        <w:t xml:space="preserve">Le citoyen </w:t>
      </w:r>
      <w:proofErr w:type="spellStart"/>
      <w:r>
        <w:t>fidele</w:t>
      </w:r>
      <w:proofErr w:type="spellEnd"/>
      <w:r>
        <w:t xml:space="preserve"> &amp; zélé fait des vœux pour sa patrie &amp; pour son prince</w:t>
      </w:r>
      <w:r w:rsidR="0034078D">
        <w:t xml:space="preserve">. </w:t>
      </w:r>
      <w:r>
        <w:t>L</w:t>
      </w:r>
      <w:r w:rsidR="0034078D">
        <w:t>’</w:t>
      </w:r>
      <w:r>
        <w:t xml:space="preserve">officier brave &amp; éclairé conduit le soldat intrépide &amp; </w:t>
      </w:r>
      <w:proofErr w:type="spellStart"/>
      <w:r>
        <w:t>feroce</w:t>
      </w:r>
      <w:proofErr w:type="spellEnd"/>
      <w:r w:rsidR="0034078D">
        <w:t xml:space="preserve">. </w:t>
      </w:r>
      <w:r>
        <w:t>Le moraliste censé fournit de bons préceptes puisés dans la nature</w:t>
      </w:r>
      <w:r w:rsidR="0034078D">
        <w:t xml:space="preserve">. </w:t>
      </w:r>
      <w:r>
        <w:t>L</w:t>
      </w:r>
      <w:r w:rsidR="0034078D">
        <w:t>’</w:t>
      </w:r>
      <w:r>
        <w:t>historien nous offre les plus grands exemples de l</w:t>
      </w:r>
      <w:r w:rsidR="0034078D">
        <w:t>’</w:t>
      </w:r>
      <w:r>
        <w:t>antiquité la plus reculée</w:t>
      </w:r>
      <w:r w:rsidR="0034078D">
        <w:t xml:space="preserve">. </w:t>
      </w:r>
      <w:r>
        <w:t>La volupté</w:t>
      </w:r>
      <w:r w:rsidR="0034078D">
        <w:t xml:space="preserve">, </w:t>
      </w:r>
      <w:r>
        <w:t>ce charme de la vie</w:t>
      </w:r>
      <w:r w:rsidR="0034078D">
        <w:t xml:space="preserve">, </w:t>
      </w:r>
      <w:r>
        <w:t>coule des plumes qu</w:t>
      </w:r>
      <w:r w:rsidR="0034078D">
        <w:t>’</w:t>
      </w:r>
      <w:r>
        <w:t>elle anime</w:t>
      </w:r>
      <w:r w:rsidR="0034078D">
        <w:t xml:space="preserve">. </w:t>
      </w:r>
      <w:r>
        <w:t>Le comique répand le sel avec la joie</w:t>
      </w:r>
      <w:r w:rsidR="0034078D">
        <w:t xml:space="preserve"> : </w:t>
      </w:r>
      <w:r>
        <w:t>l</w:t>
      </w:r>
      <w:r w:rsidR="0034078D">
        <w:t>’</w:t>
      </w:r>
      <w:r>
        <w:t>un excite l</w:t>
      </w:r>
      <w:r w:rsidR="0034078D">
        <w:t>’</w:t>
      </w:r>
      <w:r>
        <w:t>esprit</w:t>
      </w:r>
      <w:r w:rsidR="0034078D">
        <w:t xml:space="preserve">, </w:t>
      </w:r>
      <w:r>
        <w:t>qu</w:t>
      </w:r>
      <w:r w:rsidR="0034078D">
        <w:t>’</w:t>
      </w:r>
      <w:r>
        <w:t>il pique avec plaisir</w:t>
      </w:r>
      <w:r w:rsidR="0034078D">
        <w:t xml:space="preserve"> ; </w:t>
      </w:r>
      <w:r>
        <w:t>l</w:t>
      </w:r>
      <w:r w:rsidR="0034078D">
        <w:t>’</w:t>
      </w:r>
      <w:r>
        <w:t>autre est le bien des cœurs qu</w:t>
      </w:r>
      <w:r w:rsidR="0034078D">
        <w:t>’</w:t>
      </w:r>
      <w:r>
        <w:t>il dilate</w:t>
      </w:r>
      <w:r w:rsidR="0034078D">
        <w:t xml:space="preserve">. </w:t>
      </w:r>
      <w:r>
        <w:t>Enfin le tragique</w:t>
      </w:r>
      <w:r w:rsidR="0034078D">
        <w:t xml:space="preserve">, </w:t>
      </w:r>
      <w:r>
        <w:t>le romancier</w:t>
      </w:r>
      <w:r w:rsidR="0034078D">
        <w:t xml:space="preserve">, </w:t>
      </w:r>
      <w:r>
        <w:t>&amp;c</w:t>
      </w:r>
      <w:r w:rsidR="0034078D">
        <w:t xml:space="preserve">. </w:t>
      </w:r>
      <w:r>
        <w:t xml:space="preserve">font naître ces </w:t>
      </w:r>
      <w:proofErr w:type="spellStart"/>
      <w:r>
        <w:t>sentimens</w:t>
      </w:r>
      <w:proofErr w:type="spellEnd"/>
      <w:r>
        <w:t xml:space="preserve"> de tendresse &amp; de grandeur</w:t>
      </w:r>
      <w:r w:rsidR="0034078D">
        <w:t xml:space="preserve">, </w:t>
      </w:r>
      <w:r>
        <w:t xml:space="preserve">que le </w:t>
      </w:r>
      <w:proofErr w:type="spellStart"/>
      <w:r>
        <w:t>poëte</w:t>
      </w:r>
      <w:proofErr w:type="spellEnd"/>
      <w:r>
        <w:t xml:space="preserve"> transporté </w:t>
      </w:r>
      <w:proofErr w:type="spellStart"/>
      <w:r>
        <w:t>éleve</w:t>
      </w:r>
      <w:proofErr w:type="spellEnd"/>
      <w:r>
        <w:t xml:space="preserve"> jusqu</w:t>
      </w:r>
      <w:r w:rsidR="0034078D">
        <w:t>’</w:t>
      </w:r>
      <w:r>
        <w:t>à l</w:t>
      </w:r>
      <w:r w:rsidR="0034078D">
        <w:t>’</w:t>
      </w:r>
      <w:r>
        <w:t>enthousiasme</w:t>
      </w:r>
      <w:r w:rsidR="0034078D">
        <w:t>.</w:t>
      </w:r>
    </w:p>
    <w:p w14:paraId="1C46CDDD" w14:textId="77777777" w:rsidR="0034078D" w:rsidRDefault="00000000" w:rsidP="0034078D">
      <w:r>
        <w:t>Sentir le mérite</w:t>
      </w:r>
      <w:r w:rsidR="0034078D">
        <w:t xml:space="preserve">, </w:t>
      </w:r>
      <w:r>
        <w:t>en est un</w:t>
      </w:r>
      <w:r w:rsidR="0034078D">
        <w:t xml:space="preserve"> : </w:t>
      </w:r>
      <w:r>
        <w:t>le récompenser est divin</w:t>
      </w:r>
      <w:r w:rsidR="0034078D">
        <w:t>.</w:t>
      </w:r>
    </w:p>
    <w:p w14:paraId="37BE7EBB" w14:textId="77777777" w:rsidR="0034078D" w:rsidRDefault="00000000" w:rsidP="0034078D">
      <w:r>
        <w:t>Rois</w:t>
      </w:r>
      <w:r w:rsidR="0034078D">
        <w:t xml:space="preserve">, </w:t>
      </w:r>
      <w:r>
        <w:t>imitez le Salomon du nord</w:t>
      </w:r>
      <w:r w:rsidR="0034078D">
        <w:t xml:space="preserve">. </w:t>
      </w:r>
      <w:r>
        <w:t>Soyez les héros de l</w:t>
      </w:r>
      <w:r w:rsidR="0034078D">
        <w:t>’</w:t>
      </w:r>
      <w:r>
        <w:t>humanité</w:t>
      </w:r>
      <w:r w:rsidR="0034078D">
        <w:t xml:space="preserve">, </w:t>
      </w:r>
      <w:r>
        <w:t>comme vous en êtes les chefs</w:t>
      </w:r>
      <w:r w:rsidR="0034078D">
        <w:t xml:space="preserve">. </w:t>
      </w:r>
      <w:r>
        <w:t>Descendre à la qualité de Mécènes</w:t>
      </w:r>
      <w:r w:rsidR="0034078D">
        <w:t xml:space="preserve">, </w:t>
      </w:r>
      <w:r>
        <w:t>c</w:t>
      </w:r>
      <w:r w:rsidR="0034078D">
        <w:t>’</w:t>
      </w:r>
      <w:proofErr w:type="spellStart"/>
      <w:r>
        <w:t>est</w:t>
      </w:r>
      <w:proofErr w:type="spellEnd"/>
      <w:r>
        <w:t xml:space="preserve"> s</w:t>
      </w:r>
      <w:r w:rsidR="0034078D">
        <w:t>’</w:t>
      </w:r>
      <w:r>
        <w:t>élever</w:t>
      </w:r>
      <w:r w:rsidR="0034078D">
        <w:t xml:space="preserve">. </w:t>
      </w:r>
      <w:r>
        <w:t xml:space="preserve">Le courage des </w:t>
      </w:r>
      <w:proofErr w:type="spellStart"/>
      <w:r>
        <w:t>ames</w:t>
      </w:r>
      <w:proofErr w:type="spellEnd"/>
      <w:r>
        <w:t xml:space="preserve"> est autant au-dessus de celui des corps</w:t>
      </w:r>
      <w:r w:rsidR="0034078D">
        <w:t xml:space="preserve">, </w:t>
      </w:r>
      <w:r>
        <w:t>que la guerre des sciences est au-dessus de celle des armes</w:t>
      </w:r>
      <w:r w:rsidR="0034078D">
        <w:t xml:space="preserve">. </w:t>
      </w:r>
      <w:r>
        <w:t>Soutenez ce courage qui fait la gloire d</w:t>
      </w:r>
      <w:r w:rsidR="0034078D">
        <w:t>’</w:t>
      </w:r>
      <w:r>
        <w:t>un état</w:t>
      </w:r>
      <w:r w:rsidR="0034078D">
        <w:t xml:space="preserve"> : </w:t>
      </w:r>
      <w:r>
        <w:t>l</w:t>
      </w:r>
      <w:r w:rsidR="0034078D">
        <w:t>’</w:t>
      </w:r>
      <w:r>
        <w:t>autre n</w:t>
      </w:r>
      <w:r w:rsidR="0034078D">
        <w:t>’</w:t>
      </w:r>
      <w:r>
        <w:t xml:space="preserve">en </w:t>
      </w:r>
      <w:r>
        <w:rPr>
          <w:iCs/>
        </w:rPr>
        <w:t>fait</w:t>
      </w:r>
      <w:r>
        <w:t xml:space="preserve"> que la </w:t>
      </w:r>
      <w:r>
        <w:lastRenderedPageBreak/>
        <w:t>sûreté</w:t>
      </w:r>
      <w:r w:rsidR="0034078D">
        <w:t xml:space="preserve">. </w:t>
      </w:r>
      <w:r>
        <w:t>La protection fait sur le génie</w:t>
      </w:r>
      <w:r w:rsidR="0034078D">
        <w:t xml:space="preserve">, </w:t>
      </w:r>
      <w:r>
        <w:t xml:space="preserve">ce que le soleil </w:t>
      </w:r>
      <w:r>
        <w:rPr>
          <w:iCs/>
        </w:rPr>
        <w:t>fait sur</w:t>
      </w:r>
      <w:r>
        <w:t xml:space="preserve"> la rose</w:t>
      </w:r>
      <w:r w:rsidR="0034078D">
        <w:t xml:space="preserve">, </w:t>
      </w:r>
      <w:r>
        <w:t>qu</w:t>
      </w:r>
      <w:r w:rsidR="0034078D">
        <w:t>’</w:t>
      </w:r>
      <w:r>
        <w:t>il épanouit</w:t>
      </w:r>
      <w:r w:rsidR="0034078D">
        <w:t>.</w:t>
      </w:r>
    </w:p>
    <w:p w14:paraId="737AF12F" w14:textId="77777777" w:rsidR="0034078D" w:rsidRDefault="00000000" w:rsidP="0034078D">
      <w:r>
        <w:t>Vous</w:t>
      </w:r>
      <w:r w:rsidR="0034078D">
        <w:t xml:space="preserve">, </w:t>
      </w:r>
      <w:r>
        <w:t>philosophes</w:t>
      </w:r>
      <w:r w:rsidR="0034078D">
        <w:t xml:space="preserve">, </w:t>
      </w:r>
      <w:r>
        <w:t>secondez-moi</w:t>
      </w:r>
      <w:r w:rsidR="0034078D">
        <w:t xml:space="preserve"> ; </w:t>
      </w:r>
      <w:r>
        <w:t>osez dire la vérité</w:t>
      </w:r>
      <w:r w:rsidR="0034078D">
        <w:t xml:space="preserve">, </w:t>
      </w:r>
      <w:r>
        <w:t>&amp; que l</w:t>
      </w:r>
      <w:r w:rsidR="0034078D">
        <w:t>’</w:t>
      </w:r>
      <w:r>
        <w:t>enfance ne soit pas l</w:t>
      </w:r>
      <w:r w:rsidR="0034078D">
        <w:t>’</w:t>
      </w:r>
      <w:r>
        <w:t>âge éternel de l</w:t>
      </w:r>
      <w:r w:rsidR="0034078D">
        <w:t>’</w:t>
      </w:r>
      <w:r>
        <w:t>homme</w:t>
      </w:r>
      <w:r w:rsidR="0034078D">
        <w:t xml:space="preserve">. </w:t>
      </w:r>
      <w:r>
        <w:t>Ne craignons point la haine des hommes</w:t>
      </w:r>
      <w:r w:rsidR="0034078D">
        <w:t xml:space="preserve">, </w:t>
      </w:r>
      <w:r>
        <w:t xml:space="preserve">ne craignons que de </w:t>
      </w:r>
      <w:r>
        <w:rPr>
          <w:bCs/>
        </w:rPr>
        <w:t xml:space="preserve">la </w:t>
      </w:r>
      <w:r>
        <w:t>mériter</w:t>
      </w:r>
      <w:r w:rsidR="0034078D">
        <w:t xml:space="preserve">. </w:t>
      </w:r>
      <w:r>
        <w:t>Voilà notre vertu</w:t>
      </w:r>
      <w:r w:rsidR="0034078D">
        <w:t xml:space="preserve">. </w:t>
      </w:r>
      <w:r>
        <w:t>Tout ce qui est utile à la société</w:t>
      </w:r>
      <w:r w:rsidR="0034078D">
        <w:t xml:space="preserve">, </w:t>
      </w:r>
      <w:r>
        <w:t>en est une</w:t>
      </w:r>
      <w:r w:rsidR="0034078D">
        <w:t xml:space="preserve">, </w:t>
      </w:r>
      <w:r>
        <w:t xml:space="preserve">le reste est son </w:t>
      </w:r>
      <w:proofErr w:type="spellStart"/>
      <w:r>
        <w:t>phantôme</w:t>
      </w:r>
      <w:proofErr w:type="spellEnd"/>
      <w:r w:rsidR="0034078D">
        <w:t xml:space="preserve">. </w:t>
      </w:r>
      <w:r>
        <w:t>V</w:t>
      </w:r>
      <w:r w:rsidR="0034078D">
        <w:t xml:space="preserve">. </w:t>
      </w:r>
      <w:r>
        <w:rPr>
          <w:i/>
          <w:iCs/>
        </w:rPr>
        <w:t>l</w:t>
      </w:r>
      <w:r w:rsidR="0034078D">
        <w:rPr>
          <w:i/>
          <w:iCs/>
        </w:rPr>
        <w:t>’</w:t>
      </w:r>
      <w:r>
        <w:rPr>
          <w:i/>
          <w:iCs/>
        </w:rPr>
        <w:t xml:space="preserve">essai sur le mérite </w:t>
      </w:r>
      <w:r>
        <w:t xml:space="preserve">&amp; </w:t>
      </w:r>
      <w:r>
        <w:rPr>
          <w:i/>
          <w:iCs/>
        </w:rPr>
        <w:t>la vertu</w:t>
      </w:r>
      <w:r w:rsidR="0034078D">
        <w:rPr>
          <w:i/>
          <w:iCs/>
        </w:rPr>
        <w:t xml:space="preserve">, </w:t>
      </w:r>
      <w:r>
        <w:t>de Mr</w:t>
      </w:r>
      <w:r w:rsidR="0034078D">
        <w:t xml:space="preserve">. </w:t>
      </w:r>
      <w:r>
        <w:t>D</w:t>
      </w:r>
      <w:r w:rsidR="0034078D">
        <w:t>.</w:t>
      </w:r>
    </w:p>
    <w:p w14:paraId="2A3EE47D" w14:textId="77777777" w:rsidR="0034078D" w:rsidRDefault="00000000" w:rsidP="0034078D">
      <w:r>
        <w:t>Où en sommes-nous</w:t>
      </w:r>
      <w:r w:rsidR="0034078D">
        <w:t xml:space="preserve">, </w:t>
      </w:r>
      <w:r>
        <w:t>s</w:t>
      </w:r>
      <w:r w:rsidR="0034078D">
        <w:t>’</w:t>
      </w:r>
      <w:r>
        <w:t>écrient les théologiens</w:t>
      </w:r>
      <w:r w:rsidR="0034078D">
        <w:t xml:space="preserve">, </w:t>
      </w:r>
      <w:r>
        <w:t>s</w:t>
      </w:r>
      <w:r w:rsidR="0034078D">
        <w:t>’</w:t>
      </w:r>
      <w:r>
        <w:t>il n</w:t>
      </w:r>
      <w:r w:rsidR="0034078D">
        <w:t>’</w:t>
      </w:r>
      <w:r>
        <w:t>y a en soi ni vices</w:t>
      </w:r>
      <w:r w:rsidR="0034078D">
        <w:t xml:space="preserve">, </w:t>
      </w:r>
      <w:r>
        <w:t>ni vertus</w:t>
      </w:r>
      <w:r w:rsidR="0034078D">
        <w:t xml:space="preserve">, </w:t>
      </w:r>
      <w:r>
        <w:t>ni bien</w:t>
      </w:r>
      <w:r w:rsidR="0034078D">
        <w:t xml:space="preserve">, </w:t>
      </w:r>
      <w:r>
        <w:t>ni mal moral</w:t>
      </w:r>
      <w:r w:rsidR="0034078D">
        <w:t xml:space="preserve">, </w:t>
      </w:r>
      <w:r>
        <w:t>ni juste</w:t>
      </w:r>
      <w:r w:rsidR="0034078D">
        <w:t xml:space="preserve">, </w:t>
      </w:r>
      <w:r>
        <w:t>ni injuste</w:t>
      </w:r>
      <w:r w:rsidR="0034078D">
        <w:t xml:space="preserve"> ? </w:t>
      </w:r>
      <w:r>
        <w:t>Si tout est arbitraire</w:t>
      </w:r>
      <w:r w:rsidR="0034078D">
        <w:t xml:space="preserve">, </w:t>
      </w:r>
      <w:r>
        <w:t>&amp; fait de main d</w:t>
      </w:r>
      <w:r w:rsidR="0034078D">
        <w:t>’</w:t>
      </w:r>
      <w:r>
        <w:t>hommes</w:t>
      </w:r>
      <w:r w:rsidR="0034078D">
        <w:t xml:space="preserve">, </w:t>
      </w:r>
      <w:r>
        <w:t>pourquoi ces remords</w:t>
      </w:r>
      <w:r w:rsidR="0034078D">
        <w:t xml:space="preserve">, </w:t>
      </w:r>
      <w:r>
        <w:t>dont on est déchiré à la suite d</w:t>
      </w:r>
      <w:r w:rsidR="0034078D">
        <w:t>’</w:t>
      </w:r>
      <w:r>
        <w:t>une mauvaise action</w:t>
      </w:r>
      <w:r w:rsidR="0034078D">
        <w:t xml:space="preserve"> ? </w:t>
      </w:r>
      <w:r>
        <w:t xml:space="preserve">Ôtera-t-on la seule vertu qui reste </w:t>
      </w:r>
      <w:r>
        <w:rPr>
          <w:bCs/>
        </w:rPr>
        <w:t xml:space="preserve">aux </w:t>
      </w:r>
      <w:r>
        <w:t>criminels</w:t>
      </w:r>
      <w:r w:rsidR="0034078D">
        <w:t xml:space="preserve">, </w:t>
      </w:r>
      <w:r>
        <w:t>comme dit V</w:t>
      </w:r>
      <w:r w:rsidR="0034078D">
        <w:t xml:space="preserve">… </w:t>
      </w:r>
      <w:r>
        <w:t xml:space="preserve">dans </w:t>
      </w:r>
      <w:r>
        <w:rPr>
          <w:i/>
          <w:iCs/>
        </w:rPr>
        <w:t>Sémiramis</w:t>
      </w:r>
      <w:r w:rsidR="0034078D">
        <w:rPr>
          <w:i/>
          <w:iCs/>
        </w:rPr>
        <w:t> ?</w:t>
      </w:r>
    </w:p>
    <w:p w14:paraId="59600512" w14:textId="77777777" w:rsidR="0034078D" w:rsidRDefault="00000000" w:rsidP="0034078D">
      <w:r>
        <w:t xml:space="preserve">Laissons déclamer les </w:t>
      </w:r>
      <w:proofErr w:type="spellStart"/>
      <w:r>
        <w:t>ignorans</w:t>
      </w:r>
      <w:proofErr w:type="spellEnd"/>
      <w:r>
        <w:t xml:space="preserve"> &amp; les fanatiques</w:t>
      </w:r>
      <w:r w:rsidR="0034078D">
        <w:t xml:space="preserve">, </w:t>
      </w:r>
      <w:r>
        <w:t xml:space="preserve">&amp; entrons tranquillement dans cette nouvelle </w:t>
      </w:r>
      <w:proofErr w:type="spellStart"/>
      <w:r>
        <w:t>carriere</w:t>
      </w:r>
      <w:proofErr w:type="spellEnd"/>
      <w:r w:rsidR="0034078D">
        <w:t xml:space="preserve">, </w:t>
      </w:r>
      <w:r>
        <w:t>où la meilleure philosophie</w:t>
      </w:r>
      <w:r w:rsidR="0034078D">
        <w:t xml:space="preserve">, </w:t>
      </w:r>
      <w:r>
        <w:t>celle des médecins</w:t>
      </w:r>
      <w:r w:rsidR="0034078D">
        <w:t xml:space="preserve">, </w:t>
      </w:r>
      <w:r>
        <w:t>nous conduit</w:t>
      </w:r>
      <w:r w:rsidR="0034078D">
        <w:t>.</w:t>
      </w:r>
    </w:p>
    <w:p w14:paraId="0ADD358F" w14:textId="77777777" w:rsidR="0034078D" w:rsidRDefault="00000000" w:rsidP="0034078D">
      <w:r>
        <w:t>Rétrogradons vers notre enfance</w:t>
      </w:r>
      <w:r w:rsidR="0034078D">
        <w:t xml:space="preserve"> ; </w:t>
      </w:r>
      <w:r>
        <w:t>nous n</w:t>
      </w:r>
      <w:r w:rsidR="0034078D">
        <w:t>’</w:t>
      </w:r>
      <w:r>
        <w:t>avons que trop peu de pas à faire pour cela</w:t>
      </w:r>
      <w:r w:rsidR="0034078D">
        <w:t xml:space="preserve">, </w:t>
      </w:r>
      <w:r>
        <w:t>&amp; nous trouverons qu</w:t>
      </w:r>
      <w:r w:rsidR="0034078D">
        <w:t>’</w:t>
      </w:r>
      <w:r>
        <w:t>elle est l</w:t>
      </w:r>
      <w:r w:rsidR="0034078D">
        <w:t>’</w:t>
      </w:r>
      <w:r>
        <w:t>époque des remords</w:t>
      </w:r>
      <w:r w:rsidR="0034078D">
        <w:t xml:space="preserve">. </w:t>
      </w:r>
      <w:r>
        <w:t>D</w:t>
      </w:r>
      <w:r w:rsidR="0034078D">
        <w:t>’</w:t>
      </w:r>
      <w:r>
        <w:t>abord ce n</w:t>
      </w:r>
      <w:r w:rsidR="0034078D">
        <w:t>’</w:t>
      </w:r>
      <w:proofErr w:type="spellStart"/>
      <w:r>
        <w:t>étoit</w:t>
      </w:r>
      <w:proofErr w:type="spellEnd"/>
      <w:r>
        <w:t xml:space="preserve"> qu</w:t>
      </w:r>
      <w:r w:rsidR="0034078D">
        <w:t>’</w:t>
      </w:r>
      <w:r>
        <w:t>un simple sentiment</w:t>
      </w:r>
      <w:r w:rsidR="0034078D">
        <w:t xml:space="preserve">, </w:t>
      </w:r>
      <w:r>
        <w:t>reçu sans examen &amp; sans choix</w:t>
      </w:r>
      <w:r w:rsidR="0034078D">
        <w:t xml:space="preserve">, </w:t>
      </w:r>
      <w:r>
        <w:t>&amp; qui s</w:t>
      </w:r>
      <w:r w:rsidR="0034078D">
        <w:t>’</w:t>
      </w:r>
      <w:r>
        <w:t>est aussi fortement gravé dans le cerveau</w:t>
      </w:r>
      <w:r w:rsidR="0034078D">
        <w:t xml:space="preserve">, </w:t>
      </w:r>
      <w:r>
        <w:t>qu</w:t>
      </w:r>
      <w:r w:rsidR="0034078D">
        <w:t>’</w:t>
      </w:r>
      <w:r>
        <w:t>un cachet dans une cire molle</w:t>
      </w:r>
      <w:r w:rsidR="0034078D">
        <w:t xml:space="preserve">. </w:t>
      </w:r>
      <w:r>
        <w:t>La passion</w:t>
      </w:r>
      <w:r w:rsidR="0034078D">
        <w:t xml:space="preserve">, </w:t>
      </w:r>
      <w:r>
        <w:t>maîtresse souveraine de la volonté</w:t>
      </w:r>
      <w:r w:rsidR="0034078D">
        <w:t xml:space="preserve">, </w:t>
      </w:r>
      <w:r>
        <w:t>peut bien étouffer ce sentiment pour un temps</w:t>
      </w:r>
      <w:r w:rsidR="0034078D">
        <w:t xml:space="preserve"> ; </w:t>
      </w:r>
      <w:r>
        <w:t>mais il renaît</w:t>
      </w:r>
      <w:r w:rsidR="0034078D">
        <w:t xml:space="preserve">, </w:t>
      </w:r>
      <w:r>
        <w:t>quand elle cesse</w:t>
      </w:r>
      <w:r w:rsidR="0034078D">
        <w:t xml:space="preserve">, </w:t>
      </w:r>
      <w:r>
        <w:t xml:space="preserve">&amp; </w:t>
      </w:r>
      <w:proofErr w:type="spellStart"/>
      <w:r>
        <w:t>sur-tout</w:t>
      </w:r>
      <w:proofErr w:type="spellEnd"/>
      <w:r>
        <w:t xml:space="preserve"> lorsque l</w:t>
      </w:r>
      <w:r w:rsidR="0034078D">
        <w:t>’</w:t>
      </w:r>
      <w:proofErr w:type="spellStart"/>
      <w:r>
        <w:t>ame</w:t>
      </w:r>
      <w:proofErr w:type="spellEnd"/>
      <w:r w:rsidR="0034078D">
        <w:t xml:space="preserve">, </w:t>
      </w:r>
      <w:r>
        <w:t>rendue à elle-même</w:t>
      </w:r>
      <w:r w:rsidR="0034078D">
        <w:t xml:space="preserve">, </w:t>
      </w:r>
      <w:r>
        <w:t>réfléchit de sens froid</w:t>
      </w:r>
      <w:r w:rsidR="0034078D">
        <w:t xml:space="preserve"> ; </w:t>
      </w:r>
      <w:r>
        <w:t>car alors les premiers principes qui forment la conscience</w:t>
      </w:r>
      <w:r w:rsidR="0034078D">
        <w:t xml:space="preserve">, </w:t>
      </w:r>
      <w:r>
        <w:t>ceux dont elle a été imbue</w:t>
      </w:r>
      <w:r w:rsidR="0034078D">
        <w:t xml:space="preserve">, </w:t>
      </w:r>
      <w:r>
        <w:t>reviennent</w:t>
      </w:r>
      <w:r w:rsidR="0034078D">
        <w:t xml:space="preserve">, </w:t>
      </w:r>
      <w:r>
        <w:t>&amp; c</w:t>
      </w:r>
      <w:r w:rsidR="0034078D">
        <w:t>’</w:t>
      </w:r>
      <w:r>
        <w:t>est ce qu</w:t>
      </w:r>
      <w:r w:rsidR="0034078D">
        <w:t>’</w:t>
      </w:r>
      <w:r>
        <w:t>on appelle remords</w:t>
      </w:r>
      <w:r w:rsidR="0034078D">
        <w:t xml:space="preserve">, </w:t>
      </w:r>
      <w:r>
        <w:t>dont les effets varient à l</w:t>
      </w:r>
      <w:r w:rsidR="0034078D">
        <w:t>’</w:t>
      </w:r>
      <w:r>
        <w:t>infini</w:t>
      </w:r>
      <w:r w:rsidR="0034078D">
        <w:t>.</w:t>
      </w:r>
    </w:p>
    <w:p w14:paraId="6A979D00" w14:textId="77777777" w:rsidR="0034078D" w:rsidRDefault="00000000" w:rsidP="0034078D">
      <w:r>
        <w:lastRenderedPageBreak/>
        <w:t>Le remord n</w:t>
      </w:r>
      <w:r w:rsidR="0034078D">
        <w:t>’</w:t>
      </w:r>
      <w:r>
        <w:t>est donc qu</w:t>
      </w:r>
      <w:r w:rsidR="0034078D">
        <w:t>’</w:t>
      </w:r>
      <w:r>
        <w:t>une fâcheuse réminiscence</w:t>
      </w:r>
      <w:r w:rsidR="0034078D">
        <w:t xml:space="preserve">, </w:t>
      </w:r>
      <w:r>
        <w:t>qu</w:t>
      </w:r>
      <w:r w:rsidR="0034078D">
        <w:t>’</w:t>
      </w:r>
      <w:r>
        <w:t>une ancienne habitude de sentir</w:t>
      </w:r>
      <w:r w:rsidR="0034078D">
        <w:t xml:space="preserve">, </w:t>
      </w:r>
      <w:r>
        <w:t>qui reprend le dessus</w:t>
      </w:r>
      <w:r w:rsidR="0034078D">
        <w:t xml:space="preserve">. </w:t>
      </w:r>
      <w:r>
        <w:t>C</w:t>
      </w:r>
      <w:r w:rsidR="0034078D">
        <w:t>’</w:t>
      </w:r>
      <w:r>
        <w:t>est</w:t>
      </w:r>
      <w:r w:rsidR="0034078D">
        <w:t xml:space="preserve">, </w:t>
      </w:r>
      <w:r>
        <w:t>si l</w:t>
      </w:r>
      <w:r w:rsidR="0034078D">
        <w:t>’</w:t>
      </w:r>
      <w:r>
        <w:t>on veut</w:t>
      </w:r>
      <w:r w:rsidR="0034078D">
        <w:t xml:space="preserve">, </w:t>
      </w:r>
      <w:r>
        <w:t>une trace qui se renouvelle</w:t>
      </w:r>
      <w:r w:rsidR="0034078D">
        <w:t xml:space="preserve">, </w:t>
      </w:r>
      <w:r>
        <w:t>&amp; par conséquent un vieux préjugé que la volupté &amp; les passions n</w:t>
      </w:r>
      <w:r w:rsidR="0034078D">
        <w:t>’</w:t>
      </w:r>
      <w:r>
        <w:t>endorment point si bien</w:t>
      </w:r>
      <w:r w:rsidR="0034078D">
        <w:t xml:space="preserve">, </w:t>
      </w:r>
      <w:r>
        <w:t>qu</w:t>
      </w:r>
      <w:r w:rsidR="0034078D">
        <w:t>’</w:t>
      </w:r>
      <w:r>
        <w:t xml:space="preserve">il ne se réveille presque </w:t>
      </w:r>
      <w:proofErr w:type="spellStart"/>
      <w:r>
        <w:t>toujour</w:t>
      </w:r>
      <w:proofErr w:type="spellEnd"/>
      <w:r>
        <w:t xml:space="preserve"> tôt ou tard</w:t>
      </w:r>
      <w:r w:rsidR="0034078D">
        <w:t xml:space="preserve">. </w:t>
      </w:r>
      <w:r>
        <w:t>L</w:t>
      </w:r>
      <w:r w:rsidR="0034078D">
        <w:t>’</w:t>
      </w:r>
      <w:r>
        <w:t>homme porte ainsi en soi-même le plus grand de ses ennemis</w:t>
      </w:r>
      <w:r w:rsidR="0034078D">
        <w:t xml:space="preserve">. </w:t>
      </w:r>
      <w:r>
        <w:t xml:space="preserve">Il le suit </w:t>
      </w:r>
      <w:proofErr w:type="spellStart"/>
      <w:r>
        <w:t>par-tout</w:t>
      </w:r>
      <w:proofErr w:type="spellEnd"/>
      <w:r w:rsidR="0034078D">
        <w:t xml:space="preserve">, </w:t>
      </w:r>
      <w:r>
        <w:t>&amp; comme Boileau le dit du chagrin</w:t>
      </w:r>
      <w:r w:rsidR="0034078D">
        <w:t xml:space="preserve">, </w:t>
      </w:r>
      <w:r>
        <w:t>d</w:t>
      </w:r>
      <w:r w:rsidR="0034078D">
        <w:t>’</w:t>
      </w:r>
      <w:r>
        <w:t>après Horace</w:t>
      </w:r>
      <w:r w:rsidR="0034078D">
        <w:t xml:space="preserve">, </w:t>
      </w:r>
      <w:r>
        <w:rPr>
          <w:iCs/>
        </w:rPr>
        <w:t xml:space="preserve">il </w:t>
      </w:r>
      <w:r>
        <w:rPr>
          <w:i/>
          <w:iCs/>
        </w:rPr>
        <w:t xml:space="preserve">monte en croupe &amp; </w:t>
      </w:r>
      <w:proofErr w:type="spellStart"/>
      <w:r>
        <w:rPr>
          <w:i/>
          <w:iCs/>
        </w:rPr>
        <w:t>galoppe</w:t>
      </w:r>
      <w:proofErr w:type="spellEnd"/>
      <w:r>
        <w:rPr>
          <w:i/>
          <w:iCs/>
        </w:rPr>
        <w:t xml:space="preserve"> avec lui</w:t>
      </w:r>
      <w:r w:rsidR="0034078D">
        <w:rPr>
          <w:i/>
          <w:iCs/>
        </w:rPr>
        <w:t xml:space="preserve">. </w:t>
      </w:r>
      <w:r>
        <w:t>Heureusement ce cruel ennemi n</w:t>
      </w:r>
      <w:r w:rsidR="0034078D">
        <w:t>’</w:t>
      </w:r>
      <w:r>
        <w:t>est pas toujours vainqueur</w:t>
      </w:r>
      <w:r w:rsidR="0034078D">
        <w:t xml:space="preserve">. </w:t>
      </w:r>
      <w:r>
        <w:t>Toute autre habitude</w:t>
      </w:r>
      <w:r w:rsidR="0034078D">
        <w:t xml:space="preserve">, </w:t>
      </w:r>
      <w:r>
        <w:t>ou plus longue</w:t>
      </w:r>
      <w:r w:rsidR="0034078D">
        <w:t xml:space="preserve">, </w:t>
      </w:r>
      <w:r>
        <w:t>ou plus forte</w:t>
      </w:r>
      <w:r w:rsidR="0034078D">
        <w:t xml:space="preserve">, </w:t>
      </w:r>
      <w:r>
        <w:t>doit le vaincre nécessairement</w:t>
      </w:r>
      <w:r w:rsidR="0034078D">
        <w:t xml:space="preserve">. </w:t>
      </w:r>
      <w:r>
        <w:t>Le sentier le mieux frayé s</w:t>
      </w:r>
      <w:r w:rsidR="0034078D">
        <w:t>’</w:t>
      </w:r>
      <w:r>
        <w:t>efface</w:t>
      </w:r>
      <w:r w:rsidR="0034078D">
        <w:t xml:space="preserve">, </w:t>
      </w:r>
      <w:r>
        <w:t>comme on ferme un chemin</w:t>
      </w:r>
      <w:r w:rsidR="0034078D">
        <w:t xml:space="preserve">, </w:t>
      </w:r>
      <w:r>
        <w:t>ou comble un précipice</w:t>
      </w:r>
      <w:r w:rsidR="0034078D">
        <w:t xml:space="preserve">. </w:t>
      </w:r>
      <w:r>
        <w:t>Autre éducation</w:t>
      </w:r>
      <w:r w:rsidR="0034078D">
        <w:t xml:space="preserve">, </w:t>
      </w:r>
      <w:r>
        <w:t>autre cours des esprits</w:t>
      </w:r>
      <w:r w:rsidR="0034078D">
        <w:t xml:space="preserve">, </w:t>
      </w:r>
      <w:r>
        <w:t>autres traces dominantes</w:t>
      </w:r>
      <w:r w:rsidR="0034078D">
        <w:t xml:space="preserve">, </w:t>
      </w:r>
      <w:r>
        <w:t xml:space="preserve">autres </w:t>
      </w:r>
      <w:proofErr w:type="spellStart"/>
      <w:r>
        <w:t>sentimens</w:t>
      </w:r>
      <w:proofErr w:type="spellEnd"/>
      <w:r>
        <w:t xml:space="preserve"> enfin</w:t>
      </w:r>
      <w:r w:rsidR="0034078D">
        <w:t xml:space="preserve">, </w:t>
      </w:r>
      <w:r>
        <w:t xml:space="preserve">qui ne peuvent pénétrer notre </w:t>
      </w:r>
      <w:proofErr w:type="spellStart"/>
      <w:r>
        <w:t>ame</w:t>
      </w:r>
      <w:proofErr w:type="spellEnd"/>
      <w:r w:rsidR="0034078D">
        <w:t xml:space="preserve">, </w:t>
      </w:r>
      <w:r>
        <w:t>sans s</w:t>
      </w:r>
      <w:r w:rsidR="0034078D">
        <w:t>’</w:t>
      </w:r>
      <w:r>
        <w:t>élever sur les débris des premiers</w:t>
      </w:r>
      <w:r w:rsidR="0034078D">
        <w:t xml:space="preserve">, </w:t>
      </w:r>
      <w:r>
        <w:t>qu</w:t>
      </w:r>
      <w:r w:rsidR="0034078D">
        <w:t>’</w:t>
      </w:r>
      <w:r>
        <w:t>un nouveau mécanisme abolit</w:t>
      </w:r>
      <w:r w:rsidR="0034078D">
        <w:t>.</w:t>
      </w:r>
    </w:p>
    <w:p w14:paraId="1C8DA66C" w14:textId="77777777" w:rsidR="0034078D" w:rsidRDefault="00000000" w:rsidP="0034078D">
      <w:r>
        <w:t>Voici maintenant des faits incontestables</w:t>
      </w:r>
      <w:r w:rsidR="0034078D">
        <w:t xml:space="preserve">. </w:t>
      </w:r>
      <w:r>
        <w:t>Ceux qui sur mer</w:t>
      </w:r>
      <w:r w:rsidR="0034078D">
        <w:t xml:space="preserve">, </w:t>
      </w:r>
      <w:r>
        <w:t>prêts à mourir de faim</w:t>
      </w:r>
      <w:r w:rsidR="0034078D">
        <w:t xml:space="preserve">, </w:t>
      </w:r>
      <w:r>
        <w:t>mangent celui de leurs compagnons que le sort sacrifie</w:t>
      </w:r>
      <w:r w:rsidR="0034078D">
        <w:t xml:space="preserve">, </w:t>
      </w:r>
      <w:r>
        <w:t>n</w:t>
      </w:r>
      <w:r w:rsidR="0034078D">
        <w:t>’</w:t>
      </w:r>
      <w:r>
        <w:t>en ont pas plus de remords</w:t>
      </w:r>
      <w:r w:rsidR="0034078D">
        <w:t xml:space="preserve">, </w:t>
      </w:r>
      <w:r>
        <w:t xml:space="preserve">que les </w:t>
      </w:r>
      <w:proofErr w:type="spellStart"/>
      <w:r>
        <w:t>antropophages</w:t>
      </w:r>
      <w:proofErr w:type="spellEnd"/>
      <w:r w:rsidR="0034078D">
        <w:t xml:space="preserve">. </w:t>
      </w:r>
      <w:r>
        <w:t>Telle est l</w:t>
      </w:r>
      <w:r w:rsidR="0034078D">
        <w:t>’</w:t>
      </w:r>
      <w:r>
        <w:t>habitude</w:t>
      </w:r>
      <w:r w:rsidR="0034078D">
        <w:t xml:space="preserve">, </w:t>
      </w:r>
      <w:r>
        <w:t>telle est la nécessité</w:t>
      </w:r>
      <w:r w:rsidR="0034078D">
        <w:t xml:space="preserve">, </w:t>
      </w:r>
      <w:r>
        <w:t>par qui tout est permis</w:t>
      </w:r>
      <w:r w:rsidR="0034078D">
        <w:t>.</w:t>
      </w:r>
    </w:p>
    <w:p w14:paraId="1A6FBFD4" w14:textId="77777777" w:rsidR="0034078D" w:rsidRDefault="00000000" w:rsidP="0034078D">
      <w:r>
        <w:t>Autre religion</w:t>
      </w:r>
      <w:r w:rsidR="0034078D">
        <w:t xml:space="preserve">, </w:t>
      </w:r>
      <w:r>
        <w:t>autres remords</w:t>
      </w:r>
      <w:r w:rsidR="0034078D">
        <w:t xml:space="preserve"> : </w:t>
      </w:r>
      <w:r>
        <w:t>autre temps</w:t>
      </w:r>
      <w:r w:rsidR="0034078D">
        <w:t xml:space="preserve">, </w:t>
      </w:r>
      <w:r>
        <w:t>autres mœurs</w:t>
      </w:r>
      <w:r w:rsidR="0034078D">
        <w:t xml:space="preserve">. </w:t>
      </w:r>
      <w:r>
        <w:t xml:space="preserve">Lycurgue </w:t>
      </w:r>
      <w:proofErr w:type="spellStart"/>
      <w:r>
        <w:t>faisoit</w:t>
      </w:r>
      <w:proofErr w:type="spellEnd"/>
      <w:r>
        <w:t xml:space="preserve"> </w:t>
      </w:r>
      <w:proofErr w:type="spellStart"/>
      <w:r>
        <w:t>jetter</w:t>
      </w:r>
      <w:proofErr w:type="spellEnd"/>
      <w:r>
        <w:t xml:space="preserve"> à l</w:t>
      </w:r>
      <w:r w:rsidR="0034078D">
        <w:t>’</w:t>
      </w:r>
      <w:r>
        <w:t xml:space="preserve">eau les </w:t>
      </w:r>
      <w:proofErr w:type="spellStart"/>
      <w:r>
        <w:t>enfans</w:t>
      </w:r>
      <w:proofErr w:type="spellEnd"/>
      <w:r>
        <w:t xml:space="preserve"> </w:t>
      </w:r>
      <w:proofErr w:type="spellStart"/>
      <w:r>
        <w:t>foibles</w:t>
      </w:r>
      <w:proofErr w:type="spellEnd"/>
      <w:r>
        <w:t xml:space="preserve"> &amp; mal sains</w:t>
      </w:r>
      <w:r w:rsidR="0034078D">
        <w:t xml:space="preserve">, </w:t>
      </w:r>
      <w:r>
        <w:t>en s</w:t>
      </w:r>
      <w:r w:rsidR="0034078D">
        <w:t>’</w:t>
      </w:r>
      <w:r>
        <w:t>applaudissant de la sagesse</w:t>
      </w:r>
      <w:r w:rsidR="0034078D">
        <w:t xml:space="preserve">. </w:t>
      </w:r>
      <w:r>
        <w:t>Voyez sa vie dans Plutarque</w:t>
      </w:r>
      <w:r w:rsidR="0034078D">
        <w:t xml:space="preserve">, </w:t>
      </w:r>
      <w:r>
        <w:t>elle seule vous fournira en détail la preuve de ce que j</w:t>
      </w:r>
      <w:r w:rsidR="0034078D">
        <w:t>’</w:t>
      </w:r>
      <w:r>
        <w:t>avance en gros</w:t>
      </w:r>
      <w:r w:rsidR="0034078D">
        <w:t xml:space="preserve">. </w:t>
      </w:r>
      <w:r>
        <w:t>Vous verrez qu</w:t>
      </w:r>
      <w:r w:rsidR="0034078D">
        <w:t>’</w:t>
      </w:r>
      <w:r>
        <w:t xml:space="preserve">on ne </w:t>
      </w:r>
      <w:proofErr w:type="spellStart"/>
      <w:r>
        <w:t>connoissoit</w:t>
      </w:r>
      <w:proofErr w:type="spellEnd"/>
      <w:r>
        <w:t xml:space="preserve"> à Sparte</w:t>
      </w:r>
      <w:r w:rsidR="0034078D">
        <w:t xml:space="preserve">, </w:t>
      </w:r>
      <w:r>
        <w:t>ni pudeur</w:t>
      </w:r>
      <w:r w:rsidR="0034078D">
        <w:t xml:space="preserve">, </w:t>
      </w:r>
      <w:r>
        <w:rPr>
          <w:bCs/>
        </w:rPr>
        <w:t xml:space="preserve">ni </w:t>
      </w:r>
      <w:r>
        <w:t>vol</w:t>
      </w:r>
      <w:r w:rsidR="0034078D">
        <w:t xml:space="preserve">, </w:t>
      </w:r>
      <w:r>
        <w:rPr>
          <w:bCs/>
        </w:rPr>
        <w:t xml:space="preserve">ni </w:t>
      </w:r>
      <w:proofErr w:type="spellStart"/>
      <w:r>
        <w:t>adultere</w:t>
      </w:r>
      <w:proofErr w:type="spellEnd"/>
      <w:r w:rsidR="0034078D">
        <w:t xml:space="preserve">, </w:t>
      </w:r>
      <w:r>
        <w:t>&amp;c</w:t>
      </w:r>
      <w:r w:rsidR="0034078D">
        <w:t xml:space="preserve">. </w:t>
      </w:r>
      <w:r>
        <w:t xml:space="preserve">Ailleurs les femmes </w:t>
      </w:r>
      <w:proofErr w:type="spellStart"/>
      <w:r>
        <w:t>étoient</w:t>
      </w:r>
      <w:proofErr w:type="spellEnd"/>
      <w:r>
        <w:t xml:space="preserve"> communes &amp; </w:t>
      </w:r>
      <w:r>
        <w:rPr>
          <w:i/>
          <w:iCs/>
        </w:rPr>
        <w:t>vulgivagues</w:t>
      </w:r>
      <w:r w:rsidR="0034078D">
        <w:rPr>
          <w:i/>
          <w:iCs/>
        </w:rPr>
        <w:t xml:space="preserve">, </w:t>
      </w:r>
      <w:r>
        <w:t>comme les chiennes</w:t>
      </w:r>
      <w:r w:rsidR="0034078D">
        <w:t xml:space="preserve"> ; </w:t>
      </w:r>
      <w:r>
        <w:t xml:space="preserve">ici elles </w:t>
      </w:r>
      <w:proofErr w:type="spellStart"/>
      <w:r>
        <w:t>étoient</w:t>
      </w:r>
      <w:proofErr w:type="spellEnd"/>
      <w:r>
        <w:t xml:space="preserve"> livrées par le mari au premier beau garçon bien fait</w:t>
      </w:r>
      <w:r w:rsidR="0034078D">
        <w:t xml:space="preserve">. </w:t>
      </w:r>
      <w:r>
        <w:t xml:space="preserve">Autrefois les femmes seules </w:t>
      </w:r>
      <w:proofErr w:type="spellStart"/>
      <w:r>
        <w:t>rougissoient</w:t>
      </w:r>
      <w:proofErr w:type="spellEnd"/>
      <w:r>
        <w:t xml:space="preserve"> d</w:t>
      </w:r>
      <w:r w:rsidR="0034078D">
        <w:t>’</w:t>
      </w:r>
      <w:r>
        <w:t>avoir leurs adorateurs pour rivaux</w:t>
      </w:r>
      <w:r w:rsidR="0034078D">
        <w:t xml:space="preserve">, </w:t>
      </w:r>
      <w:r>
        <w:t xml:space="preserve">tandis que ceux-ci </w:t>
      </w:r>
      <w:proofErr w:type="spellStart"/>
      <w:r>
        <w:t>triomphoient</w:t>
      </w:r>
      <w:proofErr w:type="spellEnd"/>
      <w:r>
        <w:t xml:space="preserve"> en méprisant l</w:t>
      </w:r>
      <w:r w:rsidR="0034078D">
        <w:t>’</w:t>
      </w:r>
      <w:r>
        <w:t xml:space="preserve">amour &amp; les </w:t>
      </w:r>
      <w:proofErr w:type="spellStart"/>
      <w:r>
        <w:t>graces</w:t>
      </w:r>
      <w:proofErr w:type="spellEnd"/>
      <w:r w:rsidR="0034078D">
        <w:t xml:space="preserve">. </w:t>
      </w:r>
      <w:r>
        <w:t>Un fléau de l</w:t>
      </w:r>
      <w:r w:rsidR="0034078D">
        <w:t>’</w:t>
      </w:r>
      <w:r>
        <w:t>humanité</w:t>
      </w:r>
      <w:r w:rsidR="0034078D">
        <w:t xml:space="preserve">, </w:t>
      </w:r>
      <w:r>
        <w:t xml:space="preserve">plus </w:t>
      </w:r>
      <w:r>
        <w:lastRenderedPageBreak/>
        <w:t>terrible que tous les vices ensemble</w:t>
      </w:r>
      <w:r w:rsidR="0034078D">
        <w:t xml:space="preserve">, </w:t>
      </w:r>
      <w:r>
        <w:t>&amp; qui n</w:t>
      </w:r>
      <w:r w:rsidR="0034078D">
        <w:t>’</w:t>
      </w:r>
      <w:r>
        <w:t>est suivi d</w:t>
      </w:r>
      <w:r w:rsidR="0034078D">
        <w:t>’</w:t>
      </w:r>
      <w:r>
        <w:t>aucun repentir</w:t>
      </w:r>
      <w:r w:rsidR="0034078D">
        <w:t xml:space="preserve">, </w:t>
      </w:r>
      <w:r>
        <w:t>c</w:t>
      </w:r>
      <w:r w:rsidR="0034078D">
        <w:t>’</w:t>
      </w:r>
      <w:r>
        <w:t>est le carnage de la guerre</w:t>
      </w:r>
      <w:r w:rsidR="0034078D">
        <w:t xml:space="preserve">. </w:t>
      </w:r>
      <w:r>
        <w:t>Ainsi l</w:t>
      </w:r>
      <w:r w:rsidR="0034078D">
        <w:t>’</w:t>
      </w:r>
      <w:r>
        <w:t>a voulu l</w:t>
      </w:r>
      <w:r w:rsidR="0034078D">
        <w:t>’</w:t>
      </w:r>
      <w:r>
        <w:t>ambition des princes</w:t>
      </w:r>
      <w:r w:rsidR="0034078D">
        <w:t xml:space="preserve">. </w:t>
      </w:r>
      <w:r>
        <w:t>Tant la conscience qui produit ce repentir</w:t>
      </w:r>
      <w:r w:rsidR="0034078D">
        <w:t xml:space="preserve">, </w:t>
      </w:r>
      <w:r>
        <w:t>est fille des préjugés</w:t>
      </w:r>
      <w:r w:rsidR="0034078D">
        <w:t> !</w:t>
      </w:r>
    </w:p>
    <w:p w14:paraId="5B69394F" w14:textId="77777777" w:rsidR="0034078D" w:rsidRDefault="00000000" w:rsidP="0034078D">
      <w:r>
        <w:t>Et cependant cet excellent sujet</w:t>
      </w:r>
      <w:r w:rsidR="0034078D">
        <w:t xml:space="preserve">, </w:t>
      </w:r>
      <w:r>
        <w:t>qui</w:t>
      </w:r>
      <w:r w:rsidR="0034078D">
        <w:t xml:space="preserve">, </w:t>
      </w:r>
      <w:r>
        <w:t>emporté par un premier mouvement</w:t>
      </w:r>
      <w:r w:rsidR="0034078D">
        <w:t xml:space="preserve">, </w:t>
      </w:r>
      <w:r>
        <w:t>a assommé un mauvais citoyen</w:t>
      </w:r>
      <w:r w:rsidR="0034078D">
        <w:t xml:space="preserve">, </w:t>
      </w:r>
      <w:r>
        <w:t>ou qui s</w:t>
      </w:r>
      <w:r w:rsidR="0034078D">
        <w:t>’</w:t>
      </w:r>
      <w:r>
        <w:t>abandonne à une passion dont il n</w:t>
      </w:r>
      <w:r w:rsidR="0034078D">
        <w:t>’</w:t>
      </w:r>
      <w:r>
        <w:t>est pas le maître</w:t>
      </w:r>
      <w:r w:rsidR="0034078D">
        <w:t xml:space="preserve"> ; </w:t>
      </w:r>
      <w:r>
        <w:t>cet homme</w:t>
      </w:r>
      <w:r w:rsidR="0034078D">
        <w:t xml:space="preserve">, </w:t>
      </w:r>
      <w:r>
        <w:t>dis-je</w:t>
      </w:r>
      <w:r w:rsidR="0034078D">
        <w:t xml:space="preserve">, </w:t>
      </w:r>
      <w:r>
        <w:t>du plus rare mérite</w:t>
      </w:r>
      <w:r w:rsidR="0034078D">
        <w:t xml:space="preserve">, </w:t>
      </w:r>
      <w:r>
        <w:t>est tourmenté par des remords qu</w:t>
      </w:r>
      <w:r w:rsidR="0034078D">
        <w:t>’</w:t>
      </w:r>
      <w:r>
        <w:t>il n</w:t>
      </w:r>
      <w:r w:rsidR="0034078D">
        <w:t>’</w:t>
      </w:r>
      <w:r>
        <w:t>eût point eu</w:t>
      </w:r>
      <w:r w:rsidR="0034078D">
        <w:t xml:space="preserve">, </w:t>
      </w:r>
      <w:r>
        <w:t>s</w:t>
      </w:r>
      <w:r w:rsidR="0034078D">
        <w:t>’</w:t>
      </w:r>
      <w:r>
        <w:t>il eût tué un adversaire en brave</w:t>
      </w:r>
      <w:r w:rsidR="0034078D">
        <w:t xml:space="preserve">, </w:t>
      </w:r>
      <w:r>
        <w:t>ou si un prêtre légitimant sa tendresse</w:t>
      </w:r>
      <w:r w:rsidR="0034078D">
        <w:t xml:space="preserve">, </w:t>
      </w:r>
      <w:r>
        <w:t xml:space="preserve">lui eût donné le droit de faire ce que </w:t>
      </w:r>
      <w:r>
        <w:rPr>
          <w:iCs/>
        </w:rPr>
        <w:t>fait</w:t>
      </w:r>
      <w:r>
        <w:t xml:space="preserve"> toute la nature</w:t>
      </w:r>
      <w:r w:rsidR="0034078D">
        <w:t xml:space="preserve">. </w:t>
      </w:r>
      <w:r>
        <w:t>Ah</w:t>
      </w:r>
      <w:r w:rsidR="0034078D">
        <w:t xml:space="preserve"> ! </w:t>
      </w:r>
      <w:r>
        <w:t xml:space="preserve">si les </w:t>
      </w:r>
      <w:proofErr w:type="spellStart"/>
      <w:r>
        <w:t>graces</w:t>
      </w:r>
      <w:proofErr w:type="spellEnd"/>
      <w:r>
        <w:t xml:space="preserve"> sont faites pour sauver d</w:t>
      </w:r>
      <w:r w:rsidR="0034078D">
        <w:t>’</w:t>
      </w:r>
      <w:r>
        <w:t>illustres malheureux</w:t>
      </w:r>
      <w:r w:rsidR="0034078D">
        <w:t xml:space="preserve">, </w:t>
      </w:r>
      <w:r>
        <w:t>si en certains cas leur usage est plus auguste &amp; plus royal</w:t>
      </w:r>
      <w:r w:rsidR="0034078D">
        <w:t xml:space="preserve">, </w:t>
      </w:r>
      <w:r>
        <w:t>comme Descartes l</w:t>
      </w:r>
      <w:r w:rsidR="0034078D">
        <w:t>’</w:t>
      </w:r>
      <w:r>
        <w:t>insinue</w:t>
      </w:r>
      <w:r w:rsidR="0034078D">
        <w:t xml:space="preserve">, </w:t>
      </w:r>
      <w:r>
        <w:t xml:space="preserve">que la rigueur des </w:t>
      </w:r>
      <w:proofErr w:type="spellStart"/>
      <w:r>
        <w:t>loix</w:t>
      </w:r>
      <w:proofErr w:type="spellEnd"/>
      <w:r>
        <w:t xml:space="preserve"> n</w:t>
      </w:r>
      <w:r w:rsidR="0034078D">
        <w:t>’</w:t>
      </w:r>
      <w:r>
        <w:t>est terrible</w:t>
      </w:r>
      <w:r w:rsidR="0034078D">
        <w:t xml:space="preserve"> ; </w:t>
      </w:r>
      <w:r>
        <w:t>la plus essentielle</w:t>
      </w:r>
      <w:r w:rsidR="0034078D">
        <w:t xml:space="preserve">, </w:t>
      </w:r>
      <w:r>
        <w:t>à mon avis</w:t>
      </w:r>
      <w:r w:rsidR="0034078D">
        <w:t xml:space="preserve">, </w:t>
      </w:r>
      <w:r>
        <w:t>est de l</w:t>
      </w:r>
      <w:r w:rsidR="0034078D">
        <w:t>’</w:t>
      </w:r>
      <w:r>
        <w:t>exempter de remords</w:t>
      </w:r>
      <w:r w:rsidR="0034078D">
        <w:t xml:space="preserve">. </w:t>
      </w:r>
      <w:r>
        <w:t>L</w:t>
      </w:r>
      <w:r w:rsidR="0034078D">
        <w:t>’</w:t>
      </w:r>
      <w:r>
        <w:t>homme</w:t>
      </w:r>
      <w:r w:rsidR="0034078D">
        <w:t xml:space="preserve">, </w:t>
      </w:r>
      <w:proofErr w:type="spellStart"/>
      <w:r>
        <w:t>sur-tout</w:t>
      </w:r>
      <w:proofErr w:type="spellEnd"/>
      <w:r>
        <w:t xml:space="preserve"> l</w:t>
      </w:r>
      <w:r w:rsidR="0034078D">
        <w:t>’</w:t>
      </w:r>
      <w:r>
        <w:t>honnête homme</w:t>
      </w:r>
      <w:r w:rsidR="0034078D">
        <w:t xml:space="preserve">, </w:t>
      </w:r>
      <w:proofErr w:type="spellStart"/>
      <w:r>
        <w:t>seroit-il</w:t>
      </w:r>
      <w:proofErr w:type="spellEnd"/>
      <w:r>
        <w:t xml:space="preserve"> fait pour être livré à des bourreaux</w:t>
      </w:r>
      <w:r w:rsidR="0034078D">
        <w:t xml:space="preserve">, </w:t>
      </w:r>
      <w:r>
        <w:t>lui que la nature a voulu attacher à la vie par tant d</w:t>
      </w:r>
      <w:r w:rsidR="0034078D">
        <w:t>’</w:t>
      </w:r>
      <w:r>
        <w:t>attraits que détruit un art dépravé</w:t>
      </w:r>
      <w:r w:rsidR="0034078D">
        <w:t xml:space="preserve"> ? </w:t>
      </w:r>
      <w:r>
        <w:t>Non</w:t>
      </w:r>
      <w:r w:rsidR="0034078D">
        <w:t xml:space="preserve"> ; </w:t>
      </w:r>
      <w:r>
        <w:t>je veux qu</w:t>
      </w:r>
      <w:r w:rsidR="0034078D">
        <w:t>’</w:t>
      </w:r>
      <w:r>
        <w:t>il doive à la force de la raison ce que tant de scélérats doivent à la force de l</w:t>
      </w:r>
      <w:r w:rsidR="0034078D">
        <w:t>’</w:t>
      </w:r>
      <w:r>
        <w:t>habitude</w:t>
      </w:r>
      <w:r w:rsidR="0034078D">
        <w:t xml:space="preserve">. </w:t>
      </w:r>
      <w:r>
        <w:t>Pour un fripon qui cessera d</w:t>
      </w:r>
      <w:r w:rsidR="0034078D">
        <w:t>’</w:t>
      </w:r>
      <w:r>
        <w:t>être malheureux</w:t>
      </w:r>
      <w:r w:rsidR="0034078D">
        <w:t xml:space="preserve">, </w:t>
      </w:r>
      <w:r>
        <w:t>reprenant une paix &amp; une tranquillité qu</w:t>
      </w:r>
      <w:r w:rsidR="0034078D">
        <w:t>’</w:t>
      </w:r>
      <w:r>
        <w:t>il n</w:t>
      </w:r>
      <w:r w:rsidR="0034078D">
        <w:t>’</w:t>
      </w:r>
      <w:r>
        <w:t>a pas méritées vis-à-vis des autres hommes</w:t>
      </w:r>
      <w:r w:rsidR="0034078D">
        <w:t xml:space="preserve">, </w:t>
      </w:r>
      <w:r>
        <w:t>combien de sages &amp; vertueuses personnes</w:t>
      </w:r>
      <w:r w:rsidR="0034078D">
        <w:t xml:space="preserve">, </w:t>
      </w:r>
      <w:r>
        <w:t>mal-à-propos tourmentées dans le sein d</w:t>
      </w:r>
      <w:r w:rsidR="0034078D">
        <w:t>’</w:t>
      </w:r>
      <w:r>
        <w:t>une vie innocemment douce &amp; délicieuse</w:t>
      </w:r>
      <w:r w:rsidR="0034078D">
        <w:t xml:space="preserve">, </w:t>
      </w:r>
      <w:r>
        <w:t>secouant enfin le joug d</w:t>
      </w:r>
      <w:r w:rsidR="0034078D">
        <w:t>’</w:t>
      </w:r>
      <w:r>
        <w:t>une éducation trop onéreuse</w:t>
      </w:r>
      <w:r w:rsidR="0034078D">
        <w:t xml:space="preserve">, </w:t>
      </w:r>
      <w:r>
        <w:t>n</w:t>
      </w:r>
      <w:r w:rsidR="0034078D">
        <w:t>’</w:t>
      </w:r>
      <w:r>
        <w:t>auront plus de beaux jours sans nuage</w:t>
      </w:r>
      <w:r w:rsidR="0034078D">
        <w:t xml:space="preserve">, </w:t>
      </w:r>
      <w:r>
        <w:t>&amp; feront succéder un plaisir délicieux à l</w:t>
      </w:r>
      <w:r w:rsidR="0034078D">
        <w:t>’</w:t>
      </w:r>
      <w:r>
        <w:t xml:space="preserve">ennui qui les </w:t>
      </w:r>
      <w:proofErr w:type="spellStart"/>
      <w:r>
        <w:t>devoroit</w:t>
      </w:r>
      <w:proofErr w:type="spellEnd"/>
      <w:r w:rsidR="0034078D">
        <w:t> !</w:t>
      </w:r>
    </w:p>
    <w:p w14:paraId="1CA965BE" w14:textId="77777777" w:rsidR="0034078D" w:rsidRDefault="00000000" w:rsidP="0034078D">
      <w:proofErr w:type="spellStart"/>
      <w:r>
        <w:t>Connoissons</w:t>
      </w:r>
      <w:proofErr w:type="spellEnd"/>
      <w:r>
        <w:t xml:space="preserve"> mieux l</w:t>
      </w:r>
      <w:r w:rsidR="0034078D">
        <w:t>’</w:t>
      </w:r>
      <w:r>
        <w:t>empire de l</w:t>
      </w:r>
      <w:r w:rsidR="0034078D">
        <w:t>’</w:t>
      </w:r>
      <w:r>
        <w:t>organisation</w:t>
      </w:r>
      <w:r w:rsidR="0034078D">
        <w:t xml:space="preserve">. </w:t>
      </w:r>
      <w:r>
        <w:t xml:space="preserve">Sans la crainte des </w:t>
      </w:r>
      <w:proofErr w:type="spellStart"/>
      <w:r>
        <w:t>loix</w:t>
      </w:r>
      <w:proofErr w:type="spellEnd"/>
      <w:r w:rsidR="0034078D">
        <w:t xml:space="preserve">, </w:t>
      </w:r>
      <w:r>
        <w:t xml:space="preserve">nul méchant ne </w:t>
      </w:r>
      <w:proofErr w:type="spellStart"/>
      <w:r>
        <w:t>seroit</w:t>
      </w:r>
      <w:proofErr w:type="spellEnd"/>
      <w:r>
        <w:t xml:space="preserve"> retenu</w:t>
      </w:r>
      <w:r w:rsidR="0034078D">
        <w:t xml:space="preserve">. </w:t>
      </w:r>
      <w:r>
        <w:t>Les remords sont inutiles</w:t>
      </w:r>
      <w:r w:rsidR="0034078D">
        <w:t xml:space="preserve"> (</w:t>
      </w:r>
      <w:r>
        <w:t>ou du moins ce qui les fait</w:t>
      </w:r>
      <w:r w:rsidR="0034078D">
        <w:t xml:space="preserve">) </w:t>
      </w:r>
      <w:r>
        <w:t>avant le crime</w:t>
      </w:r>
      <w:r w:rsidR="0034078D">
        <w:t xml:space="preserve"> ; </w:t>
      </w:r>
      <w:r>
        <w:t>ils ne servent pas plus après</w:t>
      </w:r>
      <w:r w:rsidR="0034078D">
        <w:t xml:space="preserve">, </w:t>
      </w:r>
      <w:r>
        <w:t>que pendant le crime</w:t>
      </w:r>
      <w:r w:rsidR="0034078D">
        <w:t xml:space="preserve">. </w:t>
      </w:r>
      <w:r>
        <w:t xml:space="preserve">Le crime est fait quand ils </w:t>
      </w:r>
      <w:proofErr w:type="spellStart"/>
      <w:r>
        <w:t>paroissent</w:t>
      </w:r>
      <w:proofErr w:type="spellEnd"/>
      <w:r w:rsidR="0034078D">
        <w:t xml:space="preserve"> : </w:t>
      </w:r>
      <w:r>
        <w:t>&amp; il n</w:t>
      </w:r>
      <w:r w:rsidR="0034078D">
        <w:t>’</w:t>
      </w:r>
      <w:r>
        <w:t>y a que ceux qui n</w:t>
      </w:r>
      <w:r w:rsidR="0034078D">
        <w:t>’</w:t>
      </w:r>
      <w:r>
        <w:t xml:space="preserve">en ont pas </w:t>
      </w:r>
      <w:r>
        <w:lastRenderedPageBreak/>
        <w:t>besoin</w:t>
      </w:r>
      <w:r w:rsidR="0034078D">
        <w:t xml:space="preserve">, </w:t>
      </w:r>
      <w:r>
        <w:t>qui puissent en profiter</w:t>
      </w:r>
      <w:r w:rsidR="0034078D">
        <w:t xml:space="preserve">. </w:t>
      </w:r>
      <w:r>
        <w:t>Le tourment des autres empêche rarement</w:t>
      </w:r>
      <w:r w:rsidR="0034078D">
        <w:t xml:space="preserve"> </w:t>
      </w:r>
      <w:r w:rsidR="0034078D">
        <w:rPr>
          <w:bCs/>
          <w:iCs/>
        </w:rPr>
        <w:t>(</w:t>
      </w:r>
      <w:r>
        <w:rPr>
          <w:bCs/>
          <w:iCs/>
        </w:rPr>
        <w:t>si</w:t>
      </w:r>
      <w:r>
        <w:t xml:space="preserve"> jamais</w:t>
      </w:r>
      <w:r w:rsidR="0034078D">
        <w:t xml:space="preserve">) </w:t>
      </w:r>
      <w:r>
        <w:t xml:space="preserve">leur </w:t>
      </w:r>
      <w:proofErr w:type="spellStart"/>
      <w:r>
        <w:t>rechûte</w:t>
      </w:r>
      <w:proofErr w:type="spellEnd"/>
      <w:r w:rsidR="0034078D">
        <w:t>.</w:t>
      </w:r>
    </w:p>
    <w:p w14:paraId="02703AB1" w14:textId="77777777" w:rsidR="0034078D" w:rsidRDefault="00000000" w:rsidP="0034078D">
      <w:r>
        <w:t>Si le remords nuit aux bons &amp; à la vertu</w:t>
      </w:r>
      <w:r w:rsidR="0034078D">
        <w:t xml:space="preserve">, </w:t>
      </w:r>
      <w:r>
        <w:t>dont il corrompt les fruits</w:t>
      </w:r>
      <w:r w:rsidR="0034078D">
        <w:t xml:space="preserve">, </w:t>
      </w:r>
      <w:r>
        <w:t>&amp; qu</w:t>
      </w:r>
      <w:r w:rsidR="0034078D">
        <w:t>’</w:t>
      </w:r>
      <w:r>
        <w:t>il ne puisse servir de frein à la méchanceté</w:t>
      </w:r>
      <w:r w:rsidR="0034078D">
        <w:t xml:space="preserve">, </w:t>
      </w:r>
      <w:r>
        <w:t>il est donc au moins inutile au genre humain</w:t>
      </w:r>
      <w:r w:rsidR="0034078D">
        <w:t xml:space="preserve">. </w:t>
      </w:r>
      <w:r>
        <w:t>Il surcharge des machines aussi à plaindre que mal réglées</w:t>
      </w:r>
      <w:r w:rsidR="0034078D">
        <w:t xml:space="preserve">, </w:t>
      </w:r>
      <w:r>
        <w:t>entraînées vers le mal</w:t>
      </w:r>
      <w:r w:rsidR="0034078D">
        <w:t xml:space="preserve">, </w:t>
      </w:r>
      <w:r>
        <w:t>comme les bons vers le bien</w:t>
      </w:r>
      <w:r w:rsidR="0034078D">
        <w:t xml:space="preserve">, </w:t>
      </w:r>
      <w:r>
        <w:t xml:space="preserve">&amp; ayant déjà trop par conséquent de la frayeur des </w:t>
      </w:r>
      <w:proofErr w:type="spellStart"/>
      <w:r>
        <w:t>loix</w:t>
      </w:r>
      <w:proofErr w:type="spellEnd"/>
      <w:r w:rsidR="0034078D">
        <w:t xml:space="preserve">, </w:t>
      </w:r>
      <w:r>
        <w:t xml:space="preserve">dont le filet nécessaire les prendra </w:t>
      </w:r>
      <w:r>
        <w:rPr>
          <w:bCs/>
        </w:rPr>
        <w:t>tôt o</w:t>
      </w:r>
      <w:r>
        <w:t>u tard</w:t>
      </w:r>
      <w:r w:rsidR="0034078D">
        <w:t xml:space="preserve">. </w:t>
      </w:r>
      <w:r>
        <w:t>Si je les soulage de ce fardeau de la vie</w:t>
      </w:r>
      <w:r w:rsidR="0034078D">
        <w:t xml:space="preserve">, </w:t>
      </w:r>
      <w:r>
        <w:t>elles en seront moins malheureuses &amp; non plus impunies</w:t>
      </w:r>
      <w:r w:rsidR="0034078D">
        <w:t xml:space="preserve">. </w:t>
      </w:r>
      <w:r>
        <w:t>En seront-elles plus méchantes</w:t>
      </w:r>
      <w:r w:rsidR="0034078D">
        <w:t xml:space="preserve"> ? </w:t>
      </w:r>
      <w:r>
        <w:t>Je ne le crois pas</w:t>
      </w:r>
      <w:r w:rsidR="0034078D">
        <w:t xml:space="preserve"> ; </w:t>
      </w:r>
      <w:r>
        <w:t>car puisque le remords ne les rend pas meilleures</w:t>
      </w:r>
      <w:r w:rsidR="0034078D">
        <w:t xml:space="preserve">, </w:t>
      </w:r>
      <w:r>
        <w:t>il n</w:t>
      </w:r>
      <w:r w:rsidR="0034078D">
        <w:t>’</w:t>
      </w:r>
      <w:r>
        <w:t xml:space="preserve">est pas dangereux pour la </w:t>
      </w:r>
      <w:proofErr w:type="spellStart"/>
      <w:r>
        <w:t>societé</w:t>
      </w:r>
      <w:proofErr w:type="spellEnd"/>
      <w:r>
        <w:t xml:space="preserve"> de les en délivrer</w:t>
      </w:r>
      <w:r w:rsidR="0034078D">
        <w:t xml:space="preserve">. </w:t>
      </w:r>
      <w:r>
        <w:t xml:space="preserve">La bonne philosophie se </w:t>
      </w:r>
      <w:proofErr w:type="spellStart"/>
      <w:r>
        <w:t>deshonoreroit</w:t>
      </w:r>
      <w:proofErr w:type="spellEnd"/>
      <w:r>
        <w:t xml:space="preserve"> en pure perte</w:t>
      </w:r>
      <w:r w:rsidR="0034078D">
        <w:t xml:space="preserve">, </w:t>
      </w:r>
      <w:r>
        <w:t>en réalisant des spectres qui n</w:t>
      </w:r>
      <w:r w:rsidR="0034078D">
        <w:t>’</w:t>
      </w:r>
      <w:r>
        <w:t>effrayent que les plus honnêtes gens</w:t>
      </w:r>
      <w:r w:rsidR="0034078D">
        <w:t xml:space="preserve">, </w:t>
      </w:r>
      <w:r>
        <w:t>tant est simple</w:t>
      </w:r>
      <w:r w:rsidR="0034078D">
        <w:t xml:space="preserve">, </w:t>
      </w:r>
      <w:r>
        <w:t>au lieu d</w:t>
      </w:r>
      <w:r w:rsidR="0034078D">
        <w:t>’</w:t>
      </w:r>
      <w:r>
        <w:t>être ferme</w:t>
      </w:r>
      <w:r w:rsidR="0034078D">
        <w:t xml:space="preserve">, </w:t>
      </w:r>
      <w:r>
        <w:t>la probité</w:t>
      </w:r>
      <w:r w:rsidR="0034078D">
        <w:t xml:space="preserve"> ! </w:t>
      </w:r>
      <w:r>
        <w:t>Pour eux</w:t>
      </w:r>
      <w:r w:rsidR="0034078D">
        <w:t xml:space="preserve">, </w:t>
      </w:r>
      <w:r>
        <w:t>c</w:t>
      </w:r>
      <w:r w:rsidR="0034078D">
        <w:t>’</w:t>
      </w:r>
      <w:r>
        <w:t>est un bonheur de plus</w:t>
      </w:r>
      <w:r w:rsidR="0034078D">
        <w:t xml:space="preserve">, </w:t>
      </w:r>
      <w:r>
        <w:t>qu</w:t>
      </w:r>
      <w:r w:rsidR="0034078D">
        <w:t>’</w:t>
      </w:r>
      <w:r>
        <w:t>un malheur de moins</w:t>
      </w:r>
      <w:r w:rsidR="0034078D">
        <w:t xml:space="preserve">. </w:t>
      </w:r>
      <w:r>
        <w:t>Félicitons ceux-ci</w:t>
      </w:r>
      <w:r w:rsidR="0034078D">
        <w:t xml:space="preserve">, </w:t>
      </w:r>
      <w:r>
        <w:t>plaignons les autres</w:t>
      </w:r>
      <w:r w:rsidR="0034078D">
        <w:t xml:space="preserve">, </w:t>
      </w:r>
      <w:r>
        <w:t>que rien ne peut contenir</w:t>
      </w:r>
      <w:r w:rsidR="0034078D">
        <w:t xml:space="preserve"> : </w:t>
      </w:r>
      <w:r>
        <w:t>la nature les a traités plus en marâtre qu</w:t>
      </w:r>
      <w:r w:rsidR="0034078D">
        <w:t>’</w:t>
      </w:r>
      <w:r>
        <w:t xml:space="preserve">en </w:t>
      </w:r>
      <w:proofErr w:type="spellStart"/>
      <w:r>
        <w:t>mere</w:t>
      </w:r>
      <w:proofErr w:type="spellEnd"/>
      <w:r w:rsidR="0034078D">
        <w:t xml:space="preserve">. </w:t>
      </w:r>
      <w:r>
        <w:t>Pour être heureux</w:t>
      </w:r>
      <w:r w:rsidR="0034078D">
        <w:t xml:space="preserve">, </w:t>
      </w:r>
      <w:r>
        <w:t xml:space="preserve">il </w:t>
      </w:r>
      <w:proofErr w:type="spellStart"/>
      <w:r>
        <w:t>faudroit</w:t>
      </w:r>
      <w:proofErr w:type="spellEnd"/>
      <w:r>
        <w:t xml:space="preserve"> qu</w:t>
      </w:r>
      <w:r w:rsidR="0034078D">
        <w:t>’</w:t>
      </w:r>
      <w:r>
        <w:t>ils eussent autant de philosophie que de certitude d</w:t>
      </w:r>
      <w:r w:rsidR="0034078D">
        <w:t>’</w:t>
      </w:r>
      <w:r>
        <w:t>impunité</w:t>
      </w:r>
      <w:r w:rsidR="0034078D">
        <w:t xml:space="preserve">. </w:t>
      </w:r>
      <w:r>
        <w:t xml:space="preserve">Puisque les remords sont un vain </w:t>
      </w:r>
      <w:proofErr w:type="spellStart"/>
      <w:r>
        <w:t>remede</w:t>
      </w:r>
      <w:proofErr w:type="spellEnd"/>
      <w:r>
        <w:t xml:space="preserve"> à nos maux</w:t>
      </w:r>
      <w:r w:rsidR="0034078D">
        <w:t xml:space="preserve">, </w:t>
      </w:r>
      <w:r>
        <w:t>qu</w:t>
      </w:r>
      <w:r w:rsidR="0034078D">
        <w:t>’</w:t>
      </w:r>
      <w:r>
        <w:t>ils troublent même les eaux les plus claires</w:t>
      </w:r>
      <w:r w:rsidR="0034078D">
        <w:t xml:space="preserve">, </w:t>
      </w:r>
      <w:r>
        <w:t>sans clarifier les moins troubles</w:t>
      </w:r>
      <w:r w:rsidR="0034078D">
        <w:t xml:space="preserve">, </w:t>
      </w:r>
      <w:r>
        <w:t>détruisons-les donc</w:t>
      </w:r>
      <w:r w:rsidR="0034078D">
        <w:t xml:space="preserve"> ; </w:t>
      </w:r>
      <w:r>
        <w:t>qu</w:t>
      </w:r>
      <w:r w:rsidR="0034078D">
        <w:t>’</w:t>
      </w:r>
      <w:r>
        <w:t>il n</w:t>
      </w:r>
      <w:r w:rsidR="0034078D">
        <w:t>’</w:t>
      </w:r>
      <w:r>
        <w:t>y ait plus d</w:t>
      </w:r>
      <w:r w:rsidR="0034078D">
        <w:t>’</w:t>
      </w:r>
      <w:proofErr w:type="spellStart"/>
      <w:r>
        <w:t>yvraie</w:t>
      </w:r>
      <w:proofErr w:type="spellEnd"/>
      <w:r>
        <w:t xml:space="preserve"> mêlée au bon grain de la vie</w:t>
      </w:r>
      <w:r w:rsidR="0034078D">
        <w:t xml:space="preserve">, </w:t>
      </w:r>
      <w:r>
        <w:t>&amp; que ce cruel poison soit chassé pour jamais</w:t>
      </w:r>
      <w:r w:rsidR="0034078D">
        <w:t xml:space="preserve">. </w:t>
      </w:r>
      <w:r>
        <w:t>Ou je me trompe fort</w:t>
      </w:r>
      <w:r w:rsidR="0034078D">
        <w:t xml:space="preserve">, </w:t>
      </w:r>
      <w:r>
        <w:t>ou cet antidote peut du moins le corriger</w:t>
      </w:r>
      <w:r w:rsidR="0034078D">
        <w:t xml:space="preserve">. </w:t>
      </w:r>
      <w:r>
        <w:t>Nous sommes donc en droit de conclure que</w:t>
      </w:r>
      <w:r w:rsidR="0034078D">
        <w:t xml:space="preserve">, </w:t>
      </w:r>
      <w:r>
        <w:t>si les joies puisées dans la nature &amp; la raison</w:t>
      </w:r>
      <w:r w:rsidR="0034078D">
        <w:t xml:space="preserve">, </w:t>
      </w:r>
      <w:proofErr w:type="gramStart"/>
      <w:r>
        <w:t>sont</w:t>
      </w:r>
      <w:proofErr w:type="gramEnd"/>
      <w:r>
        <w:t xml:space="preserve"> des crimes</w:t>
      </w:r>
      <w:r w:rsidR="0034078D">
        <w:t xml:space="preserve">, </w:t>
      </w:r>
      <w:r>
        <w:t>le bonheur des hommes est d</w:t>
      </w:r>
      <w:r w:rsidR="0034078D">
        <w:t>’</w:t>
      </w:r>
      <w:r>
        <w:t>être criminels</w:t>
      </w:r>
      <w:r w:rsidR="0034078D">
        <w:t>.</w:t>
      </w:r>
    </w:p>
    <w:p w14:paraId="5590A5D0" w14:textId="77777777" w:rsidR="0034078D" w:rsidRDefault="00000000" w:rsidP="0034078D">
      <w:pPr>
        <w:ind w:firstLine="0"/>
        <w:jc w:val="center"/>
      </w:pPr>
      <w:r w:rsidRPr="0034078D">
        <w:rPr>
          <w:i/>
          <w:iCs/>
        </w:rPr>
        <w:t>Heu</w:t>
      </w:r>
      <w:r w:rsidR="0034078D" w:rsidRPr="0034078D">
        <w:rPr>
          <w:i/>
          <w:iCs/>
        </w:rPr>
        <w:t xml:space="preserve"> ! </w:t>
      </w:r>
      <w:proofErr w:type="spellStart"/>
      <w:r w:rsidRPr="0034078D">
        <w:rPr>
          <w:i/>
          <w:iCs/>
        </w:rPr>
        <w:t>miseri</w:t>
      </w:r>
      <w:proofErr w:type="spellEnd"/>
      <w:r w:rsidR="0034078D" w:rsidRPr="0034078D">
        <w:rPr>
          <w:i/>
          <w:iCs/>
        </w:rPr>
        <w:t xml:space="preserve">, </w:t>
      </w:r>
      <w:r w:rsidRPr="0034078D">
        <w:rPr>
          <w:i/>
          <w:iCs/>
        </w:rPr>
        <w:t xml:space="preserve">quorum </w:t>
      </w:r>
      <w:proofErr w:type="spellStart"/>
      <w:r w:rsidRPr="0034078D">
        <w:rPr>
          <w:i/>
          <w:iCs/>
        </w:rPr>
        <w:t>gaudia</w:t>
      </w:r>
      <w:proofErr w:type="spellEnd"/>
      <w:r w:rsidRPr="0034078D">
        <w:rPr>
          <w:i/>
          <w:iCs/>
        </w:rPr>
        <w:t xml:space="preserve"> </w:t>
      </w:r>
      <w:proofErr w:type="spellStart"/>
      <w:r w:rsidRPr="0034078D">
        <w:rPr>
          <w:i/>
          <w:iCs/>
        </w:rPr>
        <w:t>crimen</w:t>
      </w:r>
      <w:proofErr w:type="spellEnd"/>
      <w:r w:rsidRPr="0034078D">
        <w:rPr>
          <w:i/>
          <w:iCs/>
        </w:rPr>
        <w:t xml:space="preserve"> </w:t>
      </w:r>
      <w:proofErr w:type="spellStart"/>
      <w:r w:rsidRPr="0034078D">
        <w:rPr>
          <w:i/>
          <w:iCs/>
        </w:rPr>
        <w:t>habent</w:t>
      </w:r>
      <w:proofErr w:type="spellEnd"/>
      <w:r w:rsidR="0034078D" w:rsidRPr="0034078D">
        <w:rPr>
          <w:i/>
          <w:iCs/>
        </w:rPr>
        <w:t> !</w:t>
      </w:r>
    </w:p>
    <w:p w14:paraId="15F2C253" w14:textId="77777777" w:rsidR="0034078D" w:rsidRDefault="00000000" w:rsidP="0034078D">
      <w:r>
        <w:t xml:space="preserve">Telle est la nature réduite à </w:t>
      </w:r>
      <w:proofErr w:type="spellStart"/>
      <w:r>
        <w:t>elle-mëme</w:t>
      </w:r>
      <w:proofErr w:type="spellEnd"/>
      <w:r>
        <w:t xml:space="preserve"> &amp; comme à son pur nécessaire</w:t>
      </w:r>
      <w:r w:rsidR="0034078D">
        <w:t xml:space="preserve"> ; </w:t>
      </w:r>
      <w:r>
        <w:t>on croit lui faire beaucoup d</w:t>
      </w:r>
      <w:r w:rsidR="0034078D">
        <w:t>’</w:t>
      </w:r>
      <w:r>
        <w:t>honneur</w:t>
      </w:r>
      <w:r w:rsidR="0034078D">
        <w:t xml:space="preserve">, </w:t>
      </w:r>
      <w:r>
        <w:t xml:space="preserve">de </w:t>
      </w:r>
      <w:r>
        <w:lastRenderedPageBreak/>
        <w:t>vouloir la décorer d</w:t>
      </w:r>
      <w:r w:rsidR="0034078D">
        <w:t>’</w:t>
      </w:r>
      <w:r>
        <w:t>une prétendue loi née avec elle</w:t>
      </w:r>
      <w:r w:rsidR="0034078D">
        <w:t xml:space="preserve">, </w:t>
      </w:r>
      <w:r>
        <w:t>comme de tant d</w:t>
      </w:r>
      <w:r w:rsidR="0034078D">
        <w:t>’</w:t>
      </w:r>
      <w:r>
        <w:t>autres idées acquises</w:t>
      </w:r>
      <w:r w:rsidR="0034078D">
        <w:t xml:space="preserve">. </w:t>
      </w:r>
      <w:r>
        <w:t>Elle n</w:t>
      </w:r>
      <w:r w:rsidR="0034078D">
        <w:t>’</w:t>
      </w:r>
      <w:r>
        <w:t>est point la dupe de cet honneur-là</w:t>
      </w:r>
      <w:r w:rsidR="0034078D">
        <w:t xml:space="preserve">. </w:t>
      </w:r>
      <w:r>
        <w:t xml:space="preserve">Semblable </w:t>
      </w:r>
      <w:r>
        <w:rPr>
          <w:bCs/>
          <w:iCs/>
        </w:rPr>
        <w:t>à un</w:t>
      </w:r>
      <w:r>
        <w:t xml:space="preserve"> bon bourgeois</w:t>
      </w:r>
      <w:r w:rsidR="0034078D">
        <w:t xml:space="preserve">, </w:t>
      </w:r>
      <w:r>
        <w:t xml:space="preserve">qui </w:t>
      </w:r>
      <w:proofErr w:type="spellStart"/>
      <w:r>
        <w:t>préfere</w:t>
      </w:r>
      <w:proofErr w:type="spellEnd"/>
      <w:r>
        <w:t xml:space="preserve"> l</w:t>
      </w:r>
      <w:r w:rsidR="0034078D">
        <w:t>’</w:t>
      </w:r>
      <w:r>
        <w:t>ancienneté de sa roture à une nouvelle noblesse</w:t>
      </w:r>
      <w:r w:rsidR="0034078D">
        <w:t xml:space="preserve">, </w:t>
      </w:r>
      <w:r>
        <w:t>qui ne coûte que de l</w:t>
      </w:r>
      <w:r w:rsidR="0034078D">
        <w:t>’</w:t>
      </w:r>
      <w:r>
        <w:t>argent</w:t>
      </w:r>
      <w:r w:rsidR="0034078D">
        <w:t xml:space="preserve">, </w:t>
      </w:r>
      <w:r>
        <w:t xml:space="preserve">une </w:t>
      </w:r>
      <w:proofErr w:type="spellStart"/>
      <w:r>
        <w:t>ame</w:t>
      </w:r>
      <w:proofErr w:type="spellEnd"/>
      <w:r>
        <w:t xml:space="preserve"> bien organisée</w:t>
      </w:r>
      <w:r w:rsidR="0034078D">
        <w:t xml:space="preserve">, </w:t>
      </w:r>
      <w:r>
        <w:t>contente de ce qu</w:t>
      </w:r>
      <w:r w:rsidR="0034078D">
        <w:t>’</w:t>
      </w:r>
      <w:r>
        <w:t>elle est</w:t>
      </w:r>
      <w:r w:rsidR="0034078D">
        <w:t xml:space="preserve">, </w:t>
      </w:r>
      <w:r>
        <w:t>&amp; ne poussant pas ses vues plus loin</w:t>
      </w:r>
      <w:r w:rsidR="0034078D">
        <w:t xml:space="preserve">, </w:t>
      </w:r>
      <w:r>
        <w:t>dédaigne tout ce qu</w:t>
      </w:r>
      <w:r w:rsidR="0034078D">
        <w:t>’</w:t>
      </w:r>
      <w:r>
        <w:t>on lui accorde au-dessus de ce qui lui appartient en propre</w:t>
      </w:r>
      <w:r w:rsidR="0034078D">
        <w:t xml:space="preserve">, </w:t>
      </w:r>
      <w:r>
        <w:t>&amp; se réduit au sentiment</w:t>
      </w:r>
      <w:r w:rsidR="0034078D">
        <w:t xml:space="preserve">. </w:t>
      </w:r>
      <w:r>
        <w:t>L</w:t>
      </w:r>
      <w:r w:rsidR="0034078D">
        <w:t>’</w:t>
      </w:r>
      <w:r>
        <w:t>art de le manier</w:t>
      </w:r>
      <w:r w:rsidR="0034078D">
        <w:t xml:space="preserve">, </w:t>
      </w:r>
      <w:r>
        <w:t>c</w:t>
      </w:r>
      <w:r w:rsidR="0034078D">
        <w:t>’</w:t>
      </w:r>
      <w:r>
        <w:t xml:space="preserve">est le </w:t>
      </w:r>
      <w:proofErr w:type="spellStart"/>
      <w:r>
        <w:t>manege</w:t>
      </w:r>
      <w:proofErr w:type="spellEnd"/>
      <w:r>
        <w:t xml:space="preserve"> de l</w:t>
      </w:r>
      <w:r w:rsidR="0034078D">
        <w:t>’</w:t>
      </w:r>
      <w:r>
        <w:t>éducation qui le donne</w:t>
      </w:r>
      <w:r w:rsidR="0034078D">
        <w:t xml:space="preserve">. </w:t>
      </w:r>
      <w:r>
        <w:t xml:space="preserve">Les belles </w:t>
      </w:r>
      <w:proofErr w:type="spellStart"/>
      <w:r>
        <w:t>connoissances</w:t>
      </w:r>
      <w:proofErr w:type="spellEnd"/>
      <w:r>
        <w:t xml:space="preserve"> dont l</w:t>
      </w:r>
      <w:r w:rsidR="0034078D">
        <w:t>’</w:t>
      </w:r>
      <w:r>
        <w:t xml:space="preserve">orgueil gratifie si libéralement notre </w:t>
      </w:r>
      <w:proofErr w:type="spellStart"/>
      <w:r>
        <w:t>ame</w:t>
      </w:r>
      <w:proofErr w:type="spellEnd"/>
      <w:r w:rsidR="0034078D">
        <w:t xml:space="preserve">, </w:t>
      </w:r>
      <w:r>
        <w:t>lui font plus de tort qu</w:t>
      </w:r>
      <w:r w:rsidR="0034078D">
        <w:t>’</w:t>
      </w:r>
      <w:r>
        <w:t>elles ne lui donnent de mérite</w:t>
      </w:r>
      <w:r w:rsidR="0034078D">
        <w:t xml:space="preserve">, </w:t>
      </w:r>
      <w:r>
        <w:t>en la privant de celui que leur acquisition suppose</w:t>
      </w:r>
      <w:r w:rsidR="0034078D">
        <w:t xml:space="preserve"> : </w:t>
      </w:r>
      <w:r>
        <w:t>car dans l</w:t>
      </w:r>
      <w:r w:rsidR="0034078D">
        <w:t>’</w:t>
      </w:r>
      <w:proofErr w:type="spellStart"/>
      <w:r>
        <w:t>hypothese</w:t>
      </w:r>
      <w:proofErr w:type="spellEnd"/>
      <w:r>
        <w:t xml:space="preserve"> de la loi prétendue naturelle &amp; des idées innées</w:t>
      </w:r>
      <w:r w:rsidR="0034078D">
        <w:t xml:space="preserve">, </w:t>
      </w:r>
      <w:r>
        <w:t>l</w:t>
      </w:r>
      <w:r w:rsidR="0034078D">
        <w:t>’</w:t>
      </w:r>
      <w:proofErr w:type="spellStart"/>
      <w:r>
        <w:t>ame</w:t>
      </w:r>
      <w:proofErr w:type="spellEnd"/>
      <w:r>
        <w:t xml:space="preserve"> apportant avec elle le discernement de mille choses</w:t>
      </w:r>
      <w:r w:rsidR="0034078D">
        <w:t xml:space="preserve">, </w:t>
      </w:r>
      <w:r>
        <w:t>comme du bien &amp; du mal</w:t>
      </w:r>
      <w:r w:rsidR="0034078D">
        <w:t xml:space="preserve">, </w:t>
      </w:r>
      <w:proofErr w:type="spellStart"/>
      <w:r>
        <w:t>ressembleroit</w:t>
      </w:r>
      <w:proofErr w:type="spellEnd"/>
      <w:r>
        <w:t xml:space="preserve"> à ceux qui</w:t>
      </w:r>
      <w:r w:rsidR="0034078D">
        <w:t xml:space="preserve">, </w:t>
      </w:r>
      <w:r>
        <w:t>favorisés par le hasard de la naissance</w:t>
      </w:r>
      <w:r w:rsidR="0034078D">
        <w:t xml:space="preserve">, </w:t>
      </w:r>
      <w:r>
        <w:t>n</w:t>
      </w:r>
      <w:r w:rsidR="0034078D">
        <w:t>’</w:t>
      </w:r>
      <w:proofErr w:type="spellStart"/>
      <w:r>
        <w:t>auroient</w:t>
      </w:r>
      <w:proofErr w:type="spellEnd"/>
      <w:r>
        <w:t xml:space="preserve"> point mérité leur noblesse</w:t>
      </w:r>
      <w:r w:rsidR="0034078D">
        <w:t>.</w:t>
      </w:r>
    </w:p>
    <w:p w14:paraId="652CAE8A" w14:textId="77777777" w:rsidR="0034078D" w:rsidRDefault="00000000" w:rsidP="0034078D">
      <w:r>
        <w:t xml:space="preserve">Pour expliquer tant de </w:t>
      </w:r>
      <w:proofErr w:type="spellStart"/>
      <w:r>
        <w:t>lumieres</w:t>
      </w:r>
      <w:proofErr w:type="spellEnd"/>
      <w:r>
        <w:t xml:space="preserve"> qu</w:t>
      </w:r>
      <w:r w:rsidR="0034078D">
        <w:t>’</w:t>
      </w:r>
      <w:r>
        <w:t>on a cru infuses</w:t>
      </w:r>
      <w:r w:rsidR="0034078D">
        <w:t xml:space="preserve">, </w:t>
      </w:r>
      <w:r>
        <w:t xml:space="preserve">la nature ne </w:t>
      </w:r>
      <w:proofErr w:type="spellStart"/>
      <w:r>
        <w:t>paroissant</w:t>
      </w:r>
      <w:proofErr w:type="spellEnd"/>
      <w:r>
        <w:t xml:space="preserve"> pas suffire par elle-même à ceux qui la </w:t>
      </w:r>
      <w:proofErr w:type="spellStart"/>
      <w:r>
        <w:t>connoissent</w:t>
      </w:r>
      <w:proofErr w:type="spellEnd"/>
      <w:r>
        <w:t xml:space="preserve"> mal</w:t>
      </w:r>
      <w:r w:rsidR="0034078D">
        <w:t xml:space="preserve">, </w:t>
      </w:r>
      <w:r>
        <w:t>ils ont imaginé plusieurs substances</w:t>
      </w:r>
      <w:r w:rsidR="0034078D">
        <w:t xml:space="preserve">, </w:t>
      </w:r>
      <w:r>
        <w:t>&amp; cherché</w:t>
      </w:r>
      <w:r w:rsidR="0034078D">
        <w:t xml:space="preserve">, </w:t>
      </w:r>
      <w:r>
        <w:t>ce qui est absurde</w:t>
      </w:r>
      <w:r w:rsidR="0034078D">
        <w:t xml:space="preserve">, </w:t>
      </w:r>
      <w:r>
        <w:t>l</w:t>
      </w:r>
      <w:r w:rsidR="0034078D">
        <w:t>’</w:t>
      </w:r>
      <w:r>
        <w:t>intelligence de la raison dans de vrais êtres de raison</w:t>
      </w:r>
      <w:r w:rsidR="0034078D">
        <w:t xml:space="preserve">, </w:t>
      </w:r>
      <w:r>
        <w:t>comme le prouve l</w:t>
      </w:r>
      <w:r w:rsidR="0034078D">
        <w:t>’</w:t>
      </w:r>
      <w:r>
        <w:t>auteur de l</w:t>
      </w:r>
      <w:r w:rsidR="0034078D">
        <w:t>’</w:t>
      </w:r>
      <w:r>
        <w:rPr>
          <w:i/>
          <w:iCs/>
        </w:rPr>
        <w:t>histoire de l</w:t>
      </w:r>
      <w:r w:rsidR="0034078D">
        <w:rPr>
          <w:i/>
          <w:iCs/>
        </w:rPr>
        <w:t>’</w:t>
      </w:r>
      <w:proofErr w:type="spellStart"/>
      <w:r>
        <w:rPr>
          <w:i/>
          <w:iCs/>
        </w:rPr>
        <w:t>ame</w:t>
      </w:r>
      <w:proofErr w:type="spellEnd"/>
      <w:r w:rsidR="0034078D">
        <w:rPr>
          <w:i/>
          <w:iCs/>
        </w:rPr>
        <w:t xml:space="preserve">. </w:t>
      </w:r>
      <w:r>
        <w:t>Mais si les uns ont gratuitement fabriqué les idées innées</w:t>
      </w:r>
      <w:r w:rsidR="0034078D">
        <w:t xml:space="preserve">, </w:t>
      </w:r>
      <w:r>
        <w:t xml:space="preserve">pour donner </w:t>
      </w:r>
      <w:r>
        <w:rPr>
          <w:bCs/>
        </w:rPr>
        <w:t xml:space="preserve">aux </w:t>
      </w:r>
      <w:r>
        <w:t xml:space="preserve">mots de vertu &amp; de vice une </w:t>
      </w:r>
      <w:proofErr w:type="spellStart"/>
      <w:r>
        <w:t>espece</w:t>
      </w:r>
      <w:proofErr w:type="spellEnd"/>
      <w:r>
        <w:t xml:space="preserve"> d</w:t>
      </w:r>
      <w:r w:rsidR="0034078D">
        <w:t>’</w:t>
      </w:r>
      <w:r>
        <w:t>assiette qui en imposât &amp; les fît prendre pour des choses réelles</w:t>
      </w:r>
      <w:r w:rsidR="0034078D">
        <w:t xml:space="preserve">, </w:t>
      </w:r>
      <w:r>
        <w:t>les autres ne sont pas plus fondés à donner des remords à tous les corps animés</w:t>
      </w:r>
      <w:r w:rsidR="0034078D">
        <w:t xml:space="preserve">, </w:t>
      </w:r>
      <w:r>
        <w:t>en vertu d</w:t>
      </w:r>
      <w:r w:rsidR="0034078D">
        <w:t>’</w:t>
      </w:r>
      <w:r>
        <w:t xml:space="preserve">une disposition </w:t>
      </w:r>
      <w:proofErr w:type="spellStart"/>
      <w:r>
        <w:t>particuliere</w:t>
      </w:r>
      <w:proofErr w:type="spellEnd"/>
      <w:r w:rsidR="0034078D">
        <w:t xml:space="preserve">, </w:t>
      </w:r>
      <w:r>
        <w:t xml:space="preserve">qui </w:t>
      </w:r>
      <w:proofErr w:type="spellStart"/>
      <w:r>
        <w:t>suffiroit</w:t>
      </w:r>
      <w:proofErr w:type="spellEnd"/>
      <w:r>
        <w:t xml:space="preserve"> dans les animaux</w:t>
      </w:r>
      <w:r w:rsidR="0034078D">
        <w:t xml:space="preserve">, </w:t>
      </w:r>
      <w:r>
        <w:t>&amp; qui</w:t>
      </w:r>
      <w:r w:rsidR="0034078D">
        <w:t xml:space="preserve">, </w:t>
      </w:r>
      <w:r>
        <w:t>dans l</w:t>
      </w:r>
      <w:r w:rsidR="0034078D">
        <w:t>’</w:t>
      </w:r>
      <w:r>
        <w:t>homme</w:t>
      </w:r>
      <w:r w:rsidR="0034078D">
        <w:t xml:space="preserve">, </w:t>
      </w:r>
      <w:proofErr w:type="spellStart"/>
      <w:r>
        <w:t>seroit</w:t>
      </w:r>
      <w:proofErr w:type="spellEnd"/>
      <w:r>
        <w:t xml:space="preserve"> de moitié avec l</w:t>
      </w:r>
      <w:r w:rsidR="0034078D">
        <w:t>’</w:t>
      </w:r>
      <w:r>
        <w:t>éducation</w:t>
      </w:r>
      <w:r w:rsidR="0034078D">
        <w:t xml:space="preserve"> : </w:t>
      </w:r>
      <w:proofErr w:type="spellStart"/>
      <w:r>
        <w:t>systême</w:t>
      </w:r>
      <w:proofErr w:type="spellEnd"/>
      <w:r>
        <w:t xml:space="preserve"> qui ne peut se soutenir</w:t>
      </w:r>
      <w:r w:rsidR="0034078D">
        <w:t xml:space="preserve">, </w:t>
      </w:r>
      <w:r>
        <w:t xml:space="preserve">quand on </w:t>
      </w:r>
      <w:proofErr w:type="spellStart"/>
      <w:r>
        <w:t>considere</w:t>
      </w:r>
      <w:proofErr w:type="spellEnd"/>
      <w:r>
        <w:t xml:space="preserve"> seulement que</w:t>
      </w:r>
      <w:r w:rsidR="0034078D">
        <w:t xml:space="preserve">, </w:t>
      </w:r>
      <w:r>
        <w:t>toutes choses égales</w:t>
      </w:r>
      <w:r w:rsidR="0034078D">
        <w:t xml:space="preserve">, </w:t>
      </w:r>
      <w:r>
        <w:t>les uns sont plus sujets aux remords que les autres</w:t>
      </w:r>
      <w:r w:rsidR="0034078D">
        <w:t xml:space="preserve">, </w:t>
      </w:r>
      <w:r>
        <w:t>&amp; qu</w:t>
      </w:r>
      <w:r w:rsidR="0034078D">
        <w:t>’</w:t>
      </w:r>
      <w:r>
        <w:t>ils changent &amp; varient avec elle</w:t>
      </w:r>
      <w:r w:rsidR="0034078D">
        <w:t xml:space="preserve">. </w:t>
      </w:r>
      <w:r>
        <w:t>Telle est l</w:t>
      </w:r>
      <w:r w:rsidR="0034078D">
        <w:t>’</w:t>
      </w:r>
      <w:r>
        <w:t>erreur de l</w:t>
      </w:r>
      <w:r w:rsidR="0034078D">
        <w:t>’</w:t>
      </w:r>
      <w:r>
        <w:t>auteur de l</w:t>
      </w:r>
      <w:r w:rsidR="0034078D">
        <w:t>’</w:t>
      </w:r>
      <w:r>
        <w:rPr>
          <w:i/>
          <w:iCs/>
        </w:rPr>
        <w:t>homme machine</w:t>
      </w:r>
      <w:r w:rsidR="0034078D">
        <w:rPr>
          <w:i/>
          <w:iCs/>
        </w:rPr>
        <w:t xml:space="preserve">. </w:t>
      </w:r>
      <w:r>
        <w:t>Ou il n</w:t>
      </w:r>
      <w:r w:rsidR="0034078D">
        <w:t>’</w:t>
      </w:r>
      <w:r>
        <w:t>a pas si bien connu la nature des remords</w:t>
      </w:r>
      <w:r w:rsidR="0034078D">
        <w:t xml:space="preserve">, </w:t>
      </w:r>
      <w:r>
        <w:t>que l</w:t>
      </w:r>
      <w:r w:rsidR="0034078D">
        <w:t>’</w:t>
      </w:r>
      <w:r>
        <w:t>auteur d</w:t>
      </w:r>
      <w:r w:rsidR="0034078D">
        <w:t>’</w:t>
      </w:r>
      <w:r>
        <w:t xml:space="preserve">un petit livre bien fait &amp; </w:t>
      </w:r>
      <w:r>
        <w:lastRenderedPageBreak/>
        <w:t>bien écrit</w:t>
      </w:r>
      <w:r w:rsidR="0034078D">
        <w:t xml:space="preserve">, </w:t>
      </w:r>
      <w:r>
        <w:t xml:space="preserve">attribué à </w:t>
      </w:r>
      <w:r w:rsidR="0034078D">
        <w:t>M. de </w:t>
      </w:r>
      <w:r>
        <w:t>St</w:t>
      </w:r>
      <w:r w:rsidR="0034078D">
        <w:t xml:space="preserve">. </w:t>
      </w:r>
      <w:r>
        <w:t>-</w:t>
      </w:r>
      <w:proofErr w:type="spellStart"/>
      <w:r>
        <w:t>Evremond</w:t>
      </w:r>
      <w:proofErr w:type="spellEnd"/>
      <w:r w:rsidR="0034078D">
        <w:t xml:space="preserve"> : </w:t>
      </w:r>
      <w:r>
        <w:t>ou</w:t>
      </w:r>
      <w:r w:rsidR="0034078D">
        <w:t xml:space="preserve"> (</w:t>
      </w:r>
      <w:r>
        <w:t xml:space="preserve">ce dont je ne </w:t>
      </w:r>
      <w:proofErr w:type="spellStart"/>
      <w:r>
        <w:t>l</w:t>
      </w:r>
      <w:r w:rsidR="0034078D">
        <w:t>’</w:t>
      </w:r>
      <w:r>
        <w:t>aurois</w:t>
      </w:r>
      <w:proofErr w:type="spellEnd"/>
      <w:r>
        <w:t xml:space="preserve"> pas soupçonné</w:t>
      </w:r>
      <w:r w:rsidR="0034078D">
        <w:t xml:space="preserve">) </w:t>
      </w:r>
      <w:r>
        <w:t>il n</w:t>
      </w:r>
      <w:r w:rsidR="0034078D">
        <w:t>’</w:t>
      </w:r>
      <w:r>
        <w:t>a pas osé s</w:t>
      </w:r>
      <w:r w:rsidR="0034078D">
        <w:t>’</w:t>
      </w:r>
      <w:r>
        <w:t>armer contre tous les préjugés à la fois</w:t>
      </w:r>
      <w:r w:rsidR="0034078D">
        <w:t>.</w:t>
      </w:r>
    </w:p>
    <w:p w14:paraId="344A2DB3" w14:textId="77777777" w:rsidR="0034078D" w:rsidRDefault="00000000" w:rsidP="0034078D">
      <w:r>
        <w:t>De même que le mal</w:t>
      </w:r>
      <w:r w:rsidR="0034078D">
        <w:t xml:space="preserve">, </w:t>
      </w:r>
      <w:r>
        <w:t xml:space="preserve">le bien </w:t>
      </w:r>
      <w:proofErr w:type="spellStart"/>
      <w:r>
        <w:rPr>
          <w:i/>
          <w:iCs/>
        </w:rPr>
        <w:t>a</w:t>
      </w:r>
      <w:proofErr w:type="spellEnd"/>
      <w:r>
        <w:rPr>
          <w:i/>
          <w:iCs/>
        </w:rPr>
        <w:t xml:space="preserve"> ses degrés</w:t>
      </w:r>
      <w:r w:rsidR="0034078D">
        <w:rPr>
          <w:i/>
          <w:iCs/>
        </w:rPr>
        <w:t>.</w:t>
      </w:r>
    </w:p>
    <w:p w14:paraId="406229A6" w14:textId="77777777" w:rsidR="0034078D" w:rsidRDefault="00000000" w:rsidP="0034078D">
      <w:r>
        <w:t>L</w:t>
      </w:r>
      <w:r w:rsidR="0034078D">
        <w:t>’</w:t>
      </w:r>
      <w:r>
        <w:t>idée de la vertu nous a été si peu donnée avec l</w:t>
      </w:r>
      <w:r w:rsidR="0034078D">
        <w:t>’</w:t>
      </w:r>
      <w:r>
        <w:t>être</w:t>
      </w:r>
      <w:r w:rsidR="0034078D">
        <w:t xml:space="preserve">, </w:t>
      </w:r>
      <w:r>
        <w:t>qu</w:t>
      </w:r>
      <w:r w:rsidR="0034078D">
        <w:t>’</w:t>
      </w:r>
      <w:r>
        <w:t>elle n</w:t>
      </w:r>
      <w:r w:rsidR="0034078D">
        <w:t>’</w:t>
      </w:r>
      <w:r>
        <w:t>y est pas même stable</w:t>
      </w:r>
      <w:r w:rsidR="0034078D">
        <w:t xml:space="preserve">, </w:t>
      </w:r>
      <w:r>
        <w:t>quand l</w:t>
      </w:r>
      <w:r w:rsidR="0034078D">
        <w:t>’</w:t>
      </w:r>
      <w:r>
        <w:t>éducation &amp; le temps ont développé &amp; orné nos organes</w:t>
      </w:r>
      <w:r w:rsidR="0034078D">
        <w:t xml:space="preserve">. </w:t>
      </w:r>
      <w:r>
        <w:t>C</w:t>
      </w:r>
      <w:r w:rsidR="0034078D">
        <w:t>’</w:t>
      </w:r>
      <w:r>
        <w:t>est un oiseau sur la branche</w:t>
      </w:r>
      <w:r w:rsidR="0034078D">
        <w:t xml:space="preserve">, </w:t>
      </w:r>
      <w:r>
        <w:t>toujours prêt à s</w:t>
      </w:r>
      <w:r w:rsidR="0034078D">
        <w:t>’</w:t>
      </w:r>
      <w:r>
        <w:t>envoler</w:t>
      </w:r>
      <w:r w:rsidR="0034078D">
        <w:t xml:space="preserve">. </w:t>
      </w:r>
      <w:r>
        <w:t>Le premier pli se fait aisément</w:t>
      </w:r>
      <w:r w:rsidR="0034078D">
        <w:t xml:space="preserve"> ; </w:t>
      </w:r>
      <w:r>
        <w:t>l</w:t>
      </w:r>
      <w:r w:rsidR="0034078D">
        <w:t>’</w:t>
      </w:r>
      <w:r>
        <w:t>organisation reprend machinalement ce que l</w:t>
      </w:r>
      <w:r w:rsidR="0034078D">
        <w:t>’</w:t>
      </w:r>
      <w:r>
        <w:t>éducation semble lui avoir dérobé</w:t>
      </w:r>
      <w:r w:rsidR="0034078D">
        <w:t xml:space="preserve">, </w:t>
      </w:r>
      <w:r>
        <w:t>comme si la perfection &amp; l</w:t>
      </w:r>
      <w:r w:rsidR="0034078D">
        <w:t>’</w:t>
      </w:r>
      <w:r>
        <w:t xml:space="preserve">art la </w:t>
      </w:r>
      <w:proofErr w:type="spellStart"/>
      <w:r>
        <w:t>gênoient</w:t>
      </w:r>
      <w:proofErr w:type="spellEnd"/>
      <w:r w:rsidR="0034078D">
        <w:t xml:space="preserve">. </w:t>
      </w:r>
      <w:r>
        <w:t>Qui ignore la contagion des mauvaises lectures</w:t>
      </w:r>
      <w:r w:rsidR="0034078D">
        <w:t xml:space="preserve">, </w:t>
      </w:r>
      <w:r>
        <w:t>le danger des mauvaises compagnies</w:t>
      </w:r>
      <w:r w:rsidR="0034078D">
        <w:t xml:space="preserve"> ? </w:t>
      </w:r>
      <w:r>
        <w:t>Un exemple pervers</w:t>
      </w:r>
      <w:r w:rsidR="0034078D">
        <w:t xml:space="preserve">, </w:t>
      </w:r>
      <w:r>
        <w:t>une seule conversation louche détruit souvent les plus beaux regards de l</w:t>
      </w:r>
      <w:r w:rsidR="0034078D">
        <w:t>’</w:t>
      </w:r>
      <w:r>
        <w:t>éducation</w:t>
      </w:r>
      <w:r w:rsidR="0034078D">
        <w:t xml:space="preserve">, </w:t>
      </w:r>
      <w:r>
        <w:t>&amp; la nature vicieuse s</w:t>
      </w:r>
      <w:r w:rsidR="0034078D">
        <w:t>’</w:t>
      </w:r>
      <w:r>
        <w:t>applaudit dit de le redevenir</w:t>
      </w:r>
      <w:r w:rsidR="0034078D">
        <w:t xml:space="preserve">. </w:t>
      </w:r>
      <w:r>
        <w:t xml:space="preserve">On </w:t>
      </w:r>
      <w:proofErr w:type="spellStart"/>
      <w:r>
        <w:t>diroit</w:t>
      </w:r>
      <w:proofErr w:type="spellEnd"/>
      <w:r>
        <w:t xml:space="preserve"> qu</w:t>
      </w:r>
      <w:r w:rsidR="0034078D">
        <w:t>’</w:t>
      </w:r>
      <w:r>
        <w:t>elle s</w:t>
      </w:r>
      <w:r w:rsidR="0034078D">
        <w:t>’</w:t>
      </w:r>
      <w:r>
        <w:t>en trouve plus à l</w:t>
      </w:r>
      <w:r w:rsidR="0034078D">
        <w:t>’</w:t>
      </w:r>
      <w:r>
        <w:t>aise</w:t>
      </w:r>
      <w:r w:rsidR="0034078D">
        <w:t xml:space="preserve"> ; </w:t>
      </w:r>
      <w:r>
        <w:t>qu</w:t>
      </w:r>
      <w:r w:rsidR="0034078D">
        <w:t>’</w:t>
      </w:r>
      <w:r>
        <w:t>elle boîte avec plaisir</w:t>
      </w:r>
      <w:r w:rsidR="0034078D">
        <w:t xml:space="preserve">, </w:t>
      </w:r>
      <w:r>
        <w:t>comme s</w:t>
      </w:r>
      <w:r w:rsidR="0034078D">
        <w:t>’</w:t>
      </w:r>
      <w:r>
        <w:t xml:space="preserve">il lui </w:t>
      </w:r>
      <w:proofErr w:type="spellStart"/>
      <w:r>
        <w:t>étoit</w:t>
      </w:r>
      <w:proofErr w:type="spellEnd"/>
      <w:r>
        <w:t xml:space="preserve"> violent ou douloureux de marcher droit</w:t>
      </w:r>
      <w:r w:rsidR="0034078D">
        <w:t xml:space="preserve">, </w:t>
      </w:r>
      <w:r>
        <w:rPr>
          <w:i/>
          <w:iCs/>
        </w:rPr>
        <w:t>si droit y a</w:t>
      </w:r>
      <w:r w:rsidR="0034078D">
        <w:rPr>
          <w:i/>
          <w:iCs/>
        </w:rPr>
        <w:t>.</w:t>
      </w:r>
    </w:p>
    <w:p w14:paraId="2D47254A" w14:textId="77777777" w:rsidR="0034078D" w:rsidRDefault="00000000" w:rsidP="0034078D">
      <w:r>
        <w:t>Cette fragile inconstance de la vertu la mieux acquise &amp; la plus fortement enracinée</w:t>
      </w:r>
      <w:r w:rsidR="0034078D">
        <w:t xml:space="preserve">, </w:t>
      </w:r>
      <w:r>
        <w:t>prouve non-seulement la nécessité des bons exemples &amp; des bons conseils pour la soutenir</w:t>
      </w:r>
      <w:r w:rsidR="0034078D">
        <w:t xml:space="preserve"> ; </w:t>
      </w:r>
      <w:r>
        <w:t>mais celle de flatter l</w:t>
      </w:r>
      <w:r w:rsidR="0034078D">
        <w:t>’</w:t>
      </w:r>
      <w:r>
        <w:t>amour-propre par des louanges</w:t>
      </w:r>
      <w:r w:rsidR="0034078D">
        <w:t xml:space="preserve">, </w:t>
      </w:r>
      <w:r>
        <w:t>des récompenses ou des gratifications qui l</w:t>
      </w:r>
      <w:r w:rsidR="0034078D">
        <w:t>’</w:t>
      </w:r>
      <w:r>
        <w:t>encouragent lui-même &amp; l</w:t>
      </w:r>
      <w:r w:rsidR="0034078D">
        <w:t>’</w:t>
      </w:r>
      <w:r>
        <w:t>excitent à la vertu</w:t>
      </w:r>
      <w:r w:rsidR="0034078D">
        <w:t xml:space="preserve">. </w:t>
      </w:r>
      <w:r>
        <w:t>Sans quoi</w:t>
      </w:r>
      <w:r w:rsidR="0034078D">
        <w:t xml:space="preserve">, </w:t>
      </w:r>
      <w:r>
        <w:t>à moins qu</w:t>
      </w:r>
      <w:r w:rsidR="0034078D">
        <w:t>’</w:t>
      </w:r>
      <w:r>
        <w:t>on ne soit piqué par un certain point d</w:t>
      </w:r>
      <w:r w:rsidR="0034078D">
        <w:t>’</w:t>
      </w:r>
      <w:r>
        <w:t>honneur</w:t>
      </w:r>
      <w:r w:rsidR="0034078D">
        <w:t xml:space="preserve">, </w:t>
      </w:r>
      <w:r>
        <w:t>on aura beau exhorter</w:t>
      </w:r>
      <w:r w:rsidR="0034078D">
        <w:t xml:space="preserve">, </w:t>
      </w:r>
      <w:r>
        <w:t>déclamer</w:t>
      </w:r>
      <w:r w:rsidR="0034078D">
        <w:t xml:space="preserve">, </w:t>
      </w:r>
      <w:r>
        <w:t>haranguer</w:t>
      </w:r>
      <w:r w:rsidR="0034078D">
        <w:t xml:space="preserve"> : </w:t>
      </w:r>
      <w:r>
        <w:t>c</w:t>
      </w:r>
      <w:r w:rsidR="0034078D">
        <w:t>’</w:t>
      </w:r>
      <w:r>
        <w:t>est un mauvais soldat qui désertera</w:t>
      </w:r>
      <w:r w:rsidR="0034078D">
        <w:t xml:space="preserve">. </w:t>
      </w:r>
      <w:r>
        <w:t>On dit avec raison qu</w:t>
      </w:r>
      <w:r w:rsidR="0034078D">
        <w:t>’</w:t>
      </w:r>
      <w:r>
        <w:t>un homme qui méprise sa vie peut détruire qui bon lui semble</w:t>
      </w:r>
      <w:r w:rsidR="0034078D">
        <w:t xml:space="preserve">. </w:t>
      </w:r>
      <w:r>
        <w:t>Il en est de même d</w:t>
      </w:r>
      <w:r w:rsidR="0034078D">
        <w:t>’</w:t>
      </w:r>
      <w:r>
        <w:t>un homme qui méprise son amour-propre</w:t>
      </w:r>
      <w:r w:rsidR="0034078D">
        <w:t xml:space="preserve">. </w:t>
      </w:r>
      <w:r>
        <w:t>Adieu toutes les vertus</w:t>
      </w:r>
      <w:r w:rsidR="0034078D">
        <w:t xml:space="preserve">, </w:t>
      </w:r>
      <w:r>
        <w:t>si l</w:t>
      </w:r>
      <w:r w:rsidR="0034078D">
        <w:t>’</w:t>
      </w:r>
      <w:r>
        <w:t>on en vient à ce point d</w:t>
      </w:r>
      <w:r w:rsidR="0034078D">
        <w:t>’</w:t>
      </w:r>
      <w:r>
        <w:t>indolence</w:t>
      </w:r>
      <w:r w:rsidR="0034078D">
        <w:t xml:space="preserve"> ! </w:t>
      </w:r>
      <w:r>
        <w:t>la source en sera nécessairement tarie</w:t>
      </w:r>
      <w:r w:rsidR="0034078D">
        <w:t xml:space="preserve">. </w:t>
      </w:r>
      <w:r>
        <w:t>L</w:t>
      </w:r>
      <w:r w:rsidR="0034078D">
        <w:t>’</w:t>
      </w:r>
      <w:r>
        <w:t>amour-propre seul peut entretenir le goût qu</w:t>
      </w:r>
      <w:r w:rsidR="0034078D">
        <w:t>’</w:t>
      </w:r>
      <w:r>
        <w:t>il a fait naître</w:t>
      </w:r>
      <w:r w:rsidR="0034078D">
        <w:t xml:space="preserve">. </w:t>
      </w:r>
      <w:r>
        <w:t xml:space="preserve">Son défaut est </w:t>
      </w:r>
      <w:r>
        <w:lastRenderedPageBreak/>
        <w:t>beaucoup plus à craindre que son excès</w:t>
      </w:r>
      <w:r w:rsidR="0034078D">
        <w:t xml:space="preserve">. </w:t>
      </w:r>
      <w:r>
        <w:t xml:space="preserve">La belle société qui ne </w:t>
      </w:r>
      <w:proofErr w:type="spellStart"/>
      <w:r>
        <w:t>seroit</w:t>
      </w:r>
      <w:proofErr w:type="spellEnd"/>
      <w:r>
        <w:t xml:space="preserve"> composée que de </w:t>
      </w:r>
      <w:proofErr w:type="spellStart"/>
      <w:r>
        <w:t>Diogenes</w:t>
      </w:r>
      <w:proofErr w:type="spellEnd"/>
      <w:r w:rsidR="0034078D">
        <w:t xml:space="preserve">, </w:t>
      </w:r>
      <w:r>
        <w:t xml:space="preserve">de </w:t>
      </w:r>
      <w:proofErr w:type="spellStart"/>
      <w:r>
        <w:t>Chrisippes</w:t>
      </w:r>
      <w:proofErr w:type="spellEnd"/>
      <w:r>
        <w:t xml:space="preserve"> &amp; autres fous semblables</w:t>
      </w:r>
      <w:r w:rsidR="0034078D">
        <w:t xml:space="preserve">, </w:t>
      </w:r>
      <w:r>
        <w:t>que l</w:t>
      </w:r>
      <w:r w:rsidR="0034078D">
        <w:t>’</w:t>
      </w:r>
      <w:r>
        <w:t>antiquité ne nous fait point tant révérer</w:t>
      </w:r>
      <w:r w:rsidR="0034078D">
        <w:t xml:space="preserve">, </w:t>
      </w:r>
      <w:r>
        <w:t>que nous ne les trouvions dignes des petites maisons</w:t>
      </w:r>
      <w:r w:rsidR="0034078D">
        <w:t> !</w:t>
      </w:r>
    </w:p>
    <w:p w14:paraId="2A8BB737" w14:textId="77777777" w:rsidR="0034078D" w:rsidRDefault="00000000" w:rsidP="0034078D">
      <w:r>
        <w:t>Si la disposition au mal est telle</w:t>
      </w:r>
      <w:r w:rsidR="0034078D">
        <w:t xml:space="preserve">, </w:t>
      </w:r>
      <w:r>
        <w:t>qu</w:t>
      </w:r>
      <w:r w:rsidR="0034078D">
        <w:t>’</w:t>
      </w:r>
      <w:r>
        <w:t xml:space="preserve">il est plus facile aux bons de devenir </w:t>
      </w:r>
      <w:proofErr w:type="spellStart"/>
      <w:r>
        <w:t>méchans</w:t>
      </w:r>
      <w:proofErr w:type="spellEnd"/>
      <w:r w:rsidR="0034078D">
        <w:t xml:space="preserve">, </w:t>
      </w:r>
      <w:r>
        <w:t>qu</w:t>
      </w:r>
      <w:r w:rsidR="0034078D">
        <w:t>’</w:t>
      </w:r>
      <w:r>
        <w:t>à ceux-ci de s</w:t>
      </w:r>
      <w:r w:rsidR="0034078D">
        <w:t>’</w:t>
      </w:r>
      <w:r>
        <w:t>améliorer</w:t>
      </w:r>
      <w:r w:rsidR="0034078D">
        <w:t xml:space="preserve">, </w:t>
      </w:r>
      <w:r>
        <w:t>excusons cette pente inhumaine de l</w:t>
      </w:r>
      <w:r w:rsidR="0034078D">
        <w:t>’</w:t>
      </w:r>
      <w:r>
        <w:t>humanité</w:t>
      </w:r>
      <w:r w:rsidR="0034078D">
        <w:t xml:space="preserve">. </w:t>
      </w:r>
      <w:r>
        <w:t>Ne perdons point de vue les entraves &amp; les fers que nous recevons en naissant</w:t>
      </w:r>
      <w:r w:rsidR="0034078D">
        <w:t xml:space="preserve">, </w:t>
      </w:r>
      <w:r>
        <w:t>&amp; qui nous suivent dans tout l</w:t>
      </w:r>
      <w:r w:rsidR="0034078D">
        <w:t>’</w:t>
      </w:r>
      <w:r>
        <w:t>esclavage de la vie</w:t>
      </w:r>
      <w:r w:rsidR="0034078D">
        <w:t xml:space="preserve">. </w:t>
      </w:r>
      <w:r>
        <w:t>Voyez ces arbres plantés au haut &amp; au pied d</w:t>
      </w:r>
      <w:r w:rsidR="0034078D">
        <w:t>’</w:t>
      </w:r>
      <w:r>
        <w:t>une montagne</w:t>
      </w:r>
      <w:r w:rsidR="0034078D">
        <w:t xml:space="preserve"> ; </w:t>
      </w:r>
      <w:r>
        <w:t>les uns sont petits</w:t>
      </w:r>
      <w:r w:rsidR="0034078D">
        <w:t xml:space="preserve">, </w:t>
      </w:r>
      <w:r>
        <w:t>les autres sont grands</w:t>
      </w:r>
      <w:r w:rsidR="0034078D">
        <w:t xml:space="preserve"> ; </w:t>
      </w:r>
      <w:r>
        <w:t xml:space="preserve">non-seulement ils </w:t>
      </w:r>
      <w:proofErr w:type="spellStart"/>
      <w:r>
        <w:t>different</w:t>
      </w:r>
      <w:proofErr w:type="spellEnd"/>
      <w:r>
        <w:t xml:space="preserve"> par leurs germes</w:t>
      </w:r>
      <w:r w:rsidR="0034078D">
        <w:t xml:space="preserve">, </w:t>
      </w:r>
      <w:r>
        <w:t xml:space="preserve">mais par le </w:t>
      </w:r>
      <w:proofErr w:type="spellStart"/>
      <w:r>
        <w:t>terrein</w:t>
      </w:r>
      <w:proofErr w:type="spellEnd"/>
      <w:r>
        <w:t xml:space="preserve"> plus ou moins chaud où ils sont plan</w:t>
      </w:r>
      <w:r>
        <w:rPr>
          <w:iCs/>
        </w:rPr>
        <w:t>tés</w:t>
      </w:r>
      <w:r w:rsidR="0034078D">
        <w:t xml:space="preserve">. </w:t>
      </w:r>
      <w:r>
        <w:t>L</w:t>
      </w:r>
      <w:r w:rsidR="0034078D">
        <w:t>’</w:t>
      </w:r>
      <w:r>
        <w:t xml:space="preserve">homme </w:t>
      </w:r>
      <w:proofErr w:type="spellStart"/>
      <w:r>
        <w:t>végete</w:t>
      </w:r>
      <w:proofErr w:type="spellEnd"/>
      <w:r w:rsidR="0034078D">
        <w:t xml:space="preserve">, </w:t>
      </w:r>
      <w:r>
        <w:t xml:space="preserve">suivant les mêmes </w:t>
      </w:r>
      <w:proofErr w:type="spellStart"/>
      <w:r>
        <w:t>loix</w:t>
      </w:r>
      <w:proofErr w:type="spellEnd"/>
      <w:r w:rsidR="0034078D">
        <w:t xml:space="preserve"> ; </w:t>
      </w:r>
      <w:r>
        <w:t>il tient du climat où il vit</w:t>
      </w:r>
      <w:r w:rsidR="0034078D">
        <w:t xml:space="preserve">, </w:t>
      </w:r>
      <w:r>
        <w:t xml:space="preserve">comme du </w:t>
      </w:r>
      <w:proofErr w:type="spellStart"/>
      <w:r>
        <w:t>pere</w:t>
      </w:r>
      <w:proofErr w:type="spellEnd"/>
      <w:r>
        <w:t xml:space="preserve"> dont il elle sorti</w:t>
      </w:r>
      <w:r w:rsidR="0034078D">
        <w:t xml:space="preserve"> ; </w:t>
      </w:r>
      <w:r>
        <w:t xml:space="preserve">tous les </w:t>
      </w:r>
      <w:proofErr w:type="spellStart"/>
      <w:r>
        <w:t>élémens</w:t>
      </w:r>
      <w:proofErr w:type="spellEnd"/>
      <w:r>
        <w:t xml:space="preserve"> dominent cette </w:t>
      </w:r>
      <w:proofErr w:type="spellStart"/>
      <w:r>
        <w:t>foible</w:t>
      </w:r>
      <w:proofErr w:type="spellEnd"/>
      <w:r>
        <w:t xml:space="preserve"> machine</w:t>
      </w:r>
      <w:r w:rsidR="0034078D">
        <w:t xml:space="preserve"> ; </w:t>
      </w:r>
      <w:r>
        <w:t>elle ne pense point dans un air humide &amp; lourd</w:t>
      </w:r>
      <w:r w:rsidR="0034078D">
        <w:t xml:space="preserve">, </w:t>
      </w:r>
      <w:r>
        <w:t>comme dans un air pur &amp; sec</w:t>
      </w:r>
      <w:r w:rsidR="0034078D">
        <w:t xml:space="preserve">. </w:t>
      </w:r>
      <w:r>
        <w:t>Ainsi dépendant de tant de causes externes</w:t>
      </w:r>
      <w:r w:rsidR="0034078D">
        <w:t xml:space="preserve">, </w:t>
      </w:r>
      <w:r>
        <w:t>&amp; à plus forte raison de tant d</w:t>
      </w:r>
      <w:r w:rsidR="0034078D">
        <w:t>’</w:t>
      </w:r>
      <w:r>
        <w:t>internes</w:t>
      </w:r>
      <w:r w:rsidR="0034078D">
        <w:t xml:space="preserve">, </w:t>
      </w:r>
      <w:r>
        <w:t>comment pourrions-nous nous dispenser d</w:t>
      </w:r>
      <w:r w:rsidR="0034078D">
        <w:t>’</w:t>
      </w:r>
      <w:r>
        <w:t>être ce que nous sommes</w:t>
      </w:r>
      <w:r w:rsidR="0034078D">
        <w:t xml:space="preserve"> ? </w:t>
      </w:r>
      <w:r>
        <w:t xml:space="preserve">Comment pourrions-nous régler des ressorts que nous ne </w:t>
      </w:r>
      <w:proofErr w:type="spellStart"/>
      <w:r>
        <w:t>connoissons</w:t>
      </w:r>
      <w:proofErr w:type="spellEnd"/>
      <w:r>
        <w:t xml:space="preserve"> pas</w:t>
      </w:r>
      <w:r w:rsidR="0034078D">
        <w:t> ?</w:t>
      </w:r>
    </w:p>
    <w:p w14:paraId="260E0201" w14:textId="77777777" w:rsidR="0034078D" w:rsidRDefault="00000000" w:rsidP="0034078D">
      <w:r>
        <w:t xml:space="preserve">Mais qui le </w:t>
      </w:r>
      <w:proofErr w:type="spellStart"/>
      <w:r>
        <w:t>croiroit</w:t>
      </w:r>
      <w:proofErr w:type="spellEnd"/>
      <w:r w:rsidR="0034078D">
        <w:t xml:space="preserve"> ? </w:t>
      </w:r>
      <w:r>
        <w:t>le bien-être est le motif même dans la méchanceté</w:t>
      </w:r>
      <w:r w:rsidR="0034078D">
        <w:t xml:space="preserve">. </w:t>
      </w:r>
      <w:r>
        <w:t>Il conduit le perfide</w:t>
      </w:r>
      <w:r w:rsidR="0034078D">
        <w:t xml:space="preserve">, </w:t>
      </w:r>
      <w:r>
        <w:t>le tyran</w:t>
      </w:r>
      <w:r w:rsidR="0034078D">
        <w:t xml:space="preserve">, </w:t>
      </w:r>
      <w:r>
        <w:t>l</w:t>
      </w:r>
      <w:r w:rsidR="0034078D">
        <w:t>’</w:t>
      </w:r>
      <w:r>
        <w:t>assassin</w:t>
      </w:r>
      <w:r w:rsidR="0034078D">
        <w:t xml:space="preserve">, </w:t>
      </w:r>
      <w:r>
        <w:t>comme l</w:t>
      </w:r>
      <w:r w:rsidR="0034078D">
        <w:t>’</w:t>
      </w:r>
      <w:r>
        <w:t>honnête homme</w:t>
      </w:r>
      <w:r w:rsidR="0034078D">
        <w:t xml:space="preserve">. </w:t>
      </w:r>
      <w:r>
        <w:t xml:space="preserve">La volonté est nécessairement déterminée à </w:t>
      </w:r>
      <w:proofErr w:type="spellStart"/>
      <w:r>
        <w:t>desirer</w:t>
      </w:r>
      <w:proofErr w:type="spellEnd"/>
      <w:r>
        <w:t xml:space="preserve"> &amp; chercher ce qui peut faire l</w:t>
      </w:r>
      <w:r w:rsidR="0034078D">
        <w:t>’</w:t>
      </w:r>
      <w:r>
        <w:t>avantage actuel de l</w:t>
      </w:r>
      <w:r w:rsidR="0034078D">
        <w:t>’</w:t>
      </w:r>
      <w:proofErr w:type="spellStart"/>
      <w:r>
        <w:t>ame</w:t>
      </w:r>
      <w:proofErr w:type="spellEnd"/>
      <w:r>
        <w:t xml:space="preserve"> &amp; du corps</w:t>
      </w:r>
      <w:r w:rsidR="0034078D">
        <w:t xml:space="preserve"> : </w:t>
      </w:r>
      <w:r>
        <w:t>&amp; comment</w:t>
      </w:r>
      <w:r w:rsidR="0034078D">
        <w:t xml:space="preserve">, </w:t>
      </w:r>
      <w:r>
        <w:t>si ce n</w:t>
      </w:r>
      <w:r w:rsidR="0034078D">
        <w:t>’</w:t>
      </w:r>
      <w:r>
        <w:t>est pas par ce qui la produit elle-même</w:t>
      </w:r>
      <w:r w:rsidR="0034078D">
        <w:t xml:space="preserve">, </w:t>
      </w:r>
      <w:r>
        <w:t>je veux dire par la circulation</w:t>
      </w:r>
      <w:r w:rsidR="0034078D">
        <w:t xml:space="preserve">, </w:t>
      </w:r>
      <w:r>
        <w:t>sans laquelle il n</w:t>
      </w:r>
      <w:r w:rsidR="0034078D">
        <w:t>’</w:t>
      </w:r>
      <w:r>
        <w:t>y a plus ni volonté</w:t>
      </w:r>
      <w:r w:rsidR="0034078D">
        <w:t xml:space="preserve">, </w:t>
      </w:r>
      <w:r>
        <w:t>ni sentiment</w:t>
      </w:r>
      <w:r w:rsidR="0034078D">
        <w:t xml:space="preserve">. </w:t>
      </w:r>
      <w:r>
        <w:t xml:space="preserve">Lorsque je </w:t>
      </w:r>
      <w:r>
        <w:rPr>
          <w:iCs/>
        </w:rPr>
        <w:t>fais</w:t>
      </w:r>
      <w:r>
        <w:t xml:space="preserve"> le bien ou le mal</w:t>
      </w:r>
      <w:r w:rsidR="0034078D">
        <w:t xml:space="preserve"> ; </w:t>
      </w:r>
      <w:r>
        <w:t>que vertueux le matin</w:t>
      </w:r>
      <w:r w:rsidR="0034078D">
        <w:t xml:space="preserve">, </w:t>
      </w:r>
      <w:r>
        <w:t>je suis vicieux le soir</w:t>
      </w:r>
      <w:r w:rsidR="0034078D">
        <w:t xml:space="preserve">, </w:t>
      </w:r>
      <w:r>
        <w:t>c</w:t>
      </w:r>
      <w:r w:rsidR="0034078D">
        <w:t>’</w:t>
      </w:r>
      <w:r>
        <w:t>est mon sang qui en est cause</w:t>
      </w:r>
      <w:r w:rsidR="0034078D">
        <w:t xml:space="preserve">, </w:t>
      </w:r>
      <w:r>
        <w:t>c</w:t>
      </w:r>
      <w:r w:rsidR="0034078D">
        <w:t>’</w:t>
      </w:r>
      <w:r>
        <w:t>est ce qui l</w:t>
      </w:r>
      <w:r w:rsidR="0034078D">
        <w:t>’</w:t>
      </w:r>
      <w:r>
        <w:t>épaissit</w:t>
      </w:r>
      <w:r w:rsidR="0034078D">
        <w:t xml:space="preserve">, </w:t>
      </w:r>
      <w:r>
        <w:t>l</w:t>
      </w:r>
      <w:r w:rsidR="0034078D">
        <w:t>’</w:t>
      </w:r>
      <w:r>
        <w:t>arrête</w:t>
      </w:r>
      <w:r w:rsidR="0034078D">
        <w:t xml:space="preserve">, </w:t>
      </w:r>
      <w:r>
        <w:t>le dissout ou le précipite</w:t>
      </w:r>
      <w:r w:rsidR="0034078D">
        <w:t xml:space="preserve">, </w:t>
      </w:r>
      <w:r>
        <w:t>comme lorsque</w:t>
      </w:r>
      <w:r w:rsidR="0034078D">
        <w:t xml:space="preserve">, </w:t>
      </w:r>
      <w:r>
        <w:t xml:space="preserve">se faisant </w:t>
      </w:r>
      <w:r>
        <w:lastRenderedPageBreak/>
        <w:t>une route plutôt qu</w:t>
      </w:r>
      <w:r w:rsidR="0034078D">
        <w:t>’</w:t>
      </w:r>
      <w:r>
        <w:t>une autre</w:t>
      </w:r>
      <w:r w:rsidR="0034078D">
        <w:t xml:space="preserve">, </w:t>
      </w:r>
      <w:r>
        <w:t>les esprits qu</w:t>
      </w:r>
      <w:r w:rsidR="0034078D">
        <w:t>’</w:t>
      </w:r>
      <w:r>
        <w:t>il a filtrés dans la moëlle de mon cerveau</w:t>
      </w:r>
      <w:r w:rsidR="0034078D">
        <w:t xml:space="preserve">, </w:t>
      </w:r>
      <w:r>
        <w:t>pour être de là renvoyés dans tous les nerfs</w:t>
      </w:r>
      <w:r w:rsidR="0034078D">
        <w:t xml:space="preserve">, </w:t>
      </w:r>
      <w:r>
        <w:t>me font tourner dans un parc</w:t>
      </w:r>
      <w:r w:rsidR="0034078D">
        <w:t xml:space="preserve">, </w:t>
      </w:r>
      <w:r>
        <w:t>à droite plutôt qu</w:t>
      </w:r>
      <w:r w:rsidR="0034078D">
        <w:t>’</w:t>
      </w:r>
      <w:r>
        <w:t>à gauche</w:t>
      </w:r>
      <w:r w:rsidR="0034078D">
        <w:t xml:space="preserve">. </w:t>
      </w:r>
      <w:r>
        <w:t>Je crois cependant avoir choisi</w:t>
      </w:r>
      <w:r w:rsidR="0034078D">
        <w:t xml:space="preserve"> ; </w:t>
      </w:r>
      <w:r>
        <w:t>je m</w:t>
      </w:r>
      <w:r w:rsidR="0034078D">
        <w:t>’</w:t>
      </w:r>
      <w:r>
        <w:t>applaudis de ma liberté</w:t>
      </w:r>
      <w:r w:rsidR="0034078D">
        <w:t xml:space="preserve">. </w:t>
      </w:r>
      <w:r>
        <w:t>Toutes nos actions les plus libres ressemblent à celle-là</w:t>
      </w:r>
      <w:r w:rsidR="0034078D">
        <w:t xml:space="preserve">. </w:t>
      </w:r>
      <w:r>
        <w:t>Une détermination absolument nécessaire nous entraîne</w:t>
      </w:r>
      <w:r w:rsidR="0034078D">
        <w:t xml:space="preserve">, </w:t>
      </w:r>
      <w:r>
        <w:t>&amp; nous ne voulons point être esclaves</w:t>
      </w:r>
      <w:r w:rsidR="0034078D">
        <w:t xml:space="preserve">. </w:t>
      </w:r>
      <w:r>
        <w:t>Que nous sommes fous</w:t>
      </w:r>
      <w:r w:rsidR="0034078D">
        <w:t xml:space="preserve"> ! </w:t>
      </w:r>
      <w:r>
        <w:t>&amp; fous d</w:t>
      </w:r>
      <w:r w:rsidR="0034078D">
        <w:t>’</w:t>
      </w:r>
      <w:r>
        <w:t>autant plus malheureux</w:t>
      </w:r>
      <w:r w:rsidR="0034078D">
        <w:t xml:space="preserve">, </w:t>
      </w:r>
      <w:r>
        <w:t>que nous nous reprochons sans cesse de n</w:t>
      </w:r>
      <w:r w:rsidR="0034078D">
        <w:t>’</w:t>
      </w:r>
      <w:r>
        <w:t>avoir pas fait ce qu</w:t>
      </w:r>
      <w:r w:rsidR="0034078D">
        <w:t>’</w:t>
      </w:r>
      <w:r>
        <w:t>il n</w:t>
      </w:r>
      <w:r w:rsidR="0034078D">
        <w:t>’</w:t>
      </w:r>
      <w:proofErr w:type="spellStart"/>
      <w:r>
        <w:t>étoit</w:t>
      </w:r>
      <w:proofErr w:type="spellEnd"/>
      <w:r>
        <w:t xml:space="preserve"> pas en notre pouvoir de faire</w:t>
      </w:r>
      <w:r w:rsidR="0034078D">
        <w:t> !</w:t>
      </w:r>
    </w:p>
    <w:p w14:paraId="0EDAA185" w14:textId="77777777" w:rsidR="0034078D" w:rsidRDefault="00000000" w:rsidP="0034078D">
      <w:r>
        <w:t>Mais puisque nous sommes machinalement portés à notre bien propre</w:t>
      </w:r>
      <w:r w:rsidR="0034078D">
        <w:t xml:space="preserve">, </w:t>
      </w:r>
      <w:r>
        <w:t>&amp; que nous naissons avec cette pente &amp; cette invincible disposition</w:t>
      </w:r>
      <w:r w:rsidR="0034078D">
        <w:t xml:space="preserve">, </w:t>
      </w:r>
      <w:r>
        <w:t>il s</w:t>
      </w:r>
      <w:r w:rsidR="0034078D">
        <w:t>’</w:t>
      </w:r>
      <w:r>
        <w:t>ensuit que chaque individu</w:t>
      </w:r>
      <w:r w:rsidR="0034078D">
        <w:t xml:space="preserve">, </w:t>
      </w:r>
      <w:r>
        <w:t xml:space="preserve">en se </w:t>
      </w:r>
      <w:proofErr w:type="spellStart"/>
      <w:r>
        <w:t>préferant</w:t>
      </w:r>
      <w:proofErr w:type="spellEnd"/>
      <w:r>
        <w:t xml:space="preserve"> à tout autre</w:t>
      </w:r>
      <w:r w:rsidR="0034078D">
        <w:t xml:space="preserve">, </w:t>
      </w:r>
      <w:r>
        <w:t>comme font tant d</w:t>
      </w:r>
      <w:r w:rsidR="0034078D">
        <w:t>’</w:t>
      </w:r>
      <w:r>
        <w:t>inutiles qui rampent sur la sur</w:t>
      </w:r>
      <w:r>
        <w:rPr>
          <w:iCs/>
        </w:rPr>
        <w:t>face</w:t>
      </w:r>
      <w:r>
        <w:t xml:space="preserve"> de la terre</w:t>
      </w:r>
      <w:r w:rsidR="0034078D">
        <w:t xml:space="preserve">, </w:t>
      </w:r>
      <w:r>
        <w:t>ne fait en cela que suivre l</w:t>
      </w:r>
      <w:r w:rsidR="0034078D">
        <w:t>’</w:t>
      </w:r>
      <w:r>
        <w:t>ordre de la nature</w:t>
      </w:r>
      <w:r w:rsidR="0034078D">
        <w:t xml:space="preserve">, </w:t>
      </w:r>
      <w:r>
        <w:t xml:space="preserve">dans lequel il </w:t>
      </w:r>
      <w:proofErr w:type="spellStart"/>
      <w:r>
        <w:t>faudroit</w:t>
      </w:r>
      <w:proofErr w:type="spellEnd"/>
      <w:r>
        <w:t xml:space="preserve"> être </w:t>
      </w:r>
      <w:proofErr w:type="spellStart"/>
      <w:r>
        <w:t>bisarre</w:t>
      </w:r>
      <w:proofErr w:type="spellEnd"/>
      <w:r>
        <w:t xml:space="preserve"> &amp; bien déraisonnable pour ne pas croire qu</w:t>
      </w:r>
      <w:r w:rsidR="0034078D">
        <w:t>’</w:t>
      </w:r>
      <w:r>
        <w:t>il pût être heureux</w:t>
      </w:r>
      <w:r w:rsidR="0034078D">
        <w:t xml:space="preserve">. </w:t>
      </w:r>
      <w:r>
        <w:t>Si ceux qui font le mal peuvent l</w:t>
      </w:r>
      <w:r w:rsidR="0034078D">
        <w:t>’</w:t>
      </w:r>
      <w:r>
        <w:t>être</w:t>
      </w:r>
      <w:r w:rsidR="0034078D">
        <w:t xml:space="preserve">, </w:t>
      </w:r>
      <w:r>
        <w:t>comme on n</w:t>
      </w:r>
      <w:r w:rsidR="0034078D">
        <w:t>’</w:t>
      </w:r>
      <w:r>
        <w:t>en peut douter</w:t>
      </w:r>
      <w:r w:rsidR="0034078D">
        <w:t xml:space="preserve"> ; </w:t>
      </w:r>
      <w:r>
        <w:t>si non-seulement ils sont sans remords</w:t>
      </w:r>
      <w:r w:rsidR="0034078D">
        <w:t xml:space="preserve">, </w:t>
      </w:r>
      <w:r>
        <w:t>mais s</w:t>
      </w:r>
      <w:r w:rsidR="0034078D">
        <w:t>’</w:t>
      </w:r>
      <w:r>
        <w:t>ils ne craignent point d</w:t>
      </w:r>
      <w:r w:rsidR="0034078D">
        <w:t>’</w:t>
      </w:r>
      <w:r>
        <w:t>expier par les supplices la punition de leurs crimes</w:t>
      </w:r>
      <w:r w:rsidR="0034078D">
        <w:t xml:space="preserve"> ; </w:t>
      </w:r>
      <w:r>
        <w:t>à plus forte raison ceux qui se contentent de ne pas faire le bien</w:t>
      </w:r>
      <w:r w:rsidR="0034078D">
        <w:t xml:space="preserve">, </w:t>
      </w:r>
      <w:r>
        <w:t>ne se croyant point obligés de tenir une parole que d</w:t>
      </w:r>
      <w:r w:rsidR="0034078D">
        <w:t>’</w:t>
      </w:r>
      <w:r>
        <w:t>autres ont donnée pour eux</w:t>
      </w:r>
      <w:r w:rsidR="0034078D">
        <w:t xml:space="preserve">, </w:t>
      </w:r>
      <w:r>
        <w:t>pourront-ils avoir le bonheur</w:t>
      </w:r>
      <w:r w:rsidR="0034078D">
        <w:t xml:space="preserve">, </w:t>
      </w:r>
      <w:r>
        <w:t>qui peut dépendre de leurs aises</w:t>
      </w:r>
      <w:r w:rsidR="0034078D">
        <w:t xml:space="preserve">, </w:t>
      </w:r>
      <w:r>
        <w:t>&amp; en général de leur façon de sentir</w:t>
      </w:r>
      <w:r w:rsidR="0034078D">
        <w:t>. « </w:t>
      </w:r>
      <w:r>
        <w:t>Ou la raison se moque</w:t>
      </w:r>
      <w:r w:rsidR="0034078D">
        <w:t xml:space="preserve"> (</w:t>
      </w:r>
      <w:r>
        <w:t>comme dit fort bien Montaigne</w:t>
      </w:r>
      <w:r w:rsidR="0034078D">
        <w:t xml:space="preserve">), </w:t>
      </w:r>
      <w:r>
        <w:t>ou elle ne doit viser qu</w:t>
      </w:r>
      <w:r w:rsidR="0034078D">
        <w:t>’</w:t>
      </w:r>
      <w:r>
        <w:t>à notre contentement</w:t>
      </w:r>
      <w:r w:rsidR="0034078D">
        <w:t xml:space="preserve">, </w:t>
      </w:r>
      <w:r>
        <w:t>&amp; tout son travail rendre en somme à nous faire bien vivre</w:t>
      </w:r>
      <w:r w:rsidR="0034078D">
        <w:t xml:space="preserve">, </w:t>
      </w:r>
      <w:r>
        <w:t>c</w:t>
      </w:r>
      <w:r w:rsidR="0034078D">
        <w:t>’</w:t>
      </w:r>
      <w:r>
        <w:t>est-à-dire</w:t>
      </w:r>
      <w:r w:rsidR="0034078D">
        <w:t xml:space="preserve">, </w:t>
      </w:r>
      <w:r>
        <w:t>à notre aise</w:t>
      </w:r>
      <w:r w:rsidR="0034078D">
        <w:t xml:space="preserve">. </w:t>
      </w:r>
      <w:r>
        <w:t>Toutes les opinions du monde en sont-là</w:t>
      </w:r>
      <w:r w:rsidR="0034078D">
        <w:t xml:space="preserve">, </w:t>
      </w:r>
      <w:r>
        <w:t>que le plaisir est notre but</w:t>
      </w:r>
      <w:r w:rsidR="0034078D">
        <w:t xml:space="preserve">. </w:t>
      </w:r>
      <w:r>
        <w:t>Quelque personnage que l</w:t>
      </w:r>
      <w:r w:rsidR="0034078D">
        <w:t>’</w:t>
      </w:r>
      <w:r>
        <w:t>homme entreprenne</w:t>
      </w:r>
      <w:r w:rsidR="0034078D">
        <w:t xml:space="preserve">, </w:t>
      </w:r>
      <w:r>
        <w:t>il joue toujours le sien parmi</w:t>
      </w:r>
      <w:r w:rsidR="0034078D">
        <w:t xml:space="preserve"> ; </w:t>
      </w:r>
      <w:r>
        <w:t>&amp; dans la vertu même</w:t>
      </w:r>
      <w:r w:rsidR="0034078D">
        <w:t xml:space="preserve">, </w:t>
      </w:r>
      <w:r>
        <w:t>le dernier but de notre visée</w:t>
      </w:r>
      <w:r w:rsidR="0034078D">
        <w:t xml:space="preserve">, </w:t>
      </w:r>
      <w:r>
        <w:t>c</w:t>
      </w:r>
      <w:r w:rsidR="0034078D">
        <w:t>’</w:t>
      </w:r>
      <w:r>
        <w:t>est la volupté</w:t>
      </w:r>
      <w:r w:rsidR="0034078D">
        <w:t>. »</w:t>
      </w:r>
      <w:r>
        <w:t xml:space="preserve"> Quel plus naïf</w:t>
      </w:r>
      <w:r w:rsidR="0034078D">
        <w:t xml:space="preserve">, </w:t>
      </w:r>
      <w:r>
        <w:t>quel plus charmant Épicurien</w:t>
      </w:r>
      <w:r w:rsidR="0034078D">
        <w:t> !</w:t>
      </w:r>
    </w:p>
    <w:p w14:paraId="013D25BC" w14:textId="77777777" w:rsidR="0034078D" w:rsidRDefault="00000000" w:rsidP="0034078D">
      <w:r>
        <w:lastRenderedPageBreak/>
        <w:t>Le plaisir de l</w:t>
      </w:r>
      <w:r w:rsidR="0034078D">
        <w:t>’</w:t>
      </w:r>
      <w:proofErr w:type="spellStart"/>
      <w:r>
        <w:t>ame</w:t>
      </w:r>
      <w:proofErr w:type="spellEnd"/>
      <w:r>
        <w:t xml:space="preserve"> étant la vraie source du bonheur</w:t>
      </w:r>
      <w:r w:rsidR="0034078D">
        <w:t xml:space="preserve">, </w:t>
      </w:r>
      <w:r>
        <w:t>il est donc très-évident que par rapport à la félicité</w:t>
      </w:r>
      <w:r w:rsidR="0034078D">
        <w:t xml:space="preserve">, </w:t>
      </w:r>
      <w:r>
        <w:t xml:space="preserve">le bien &amp; le mal sont en soi fort </w:t>
      </w:r>
      <w:proofErr w:type="spellStart"/>
      <w:r>
        <w:t>indifférens</w:t>
      </w:r>
      <w:proofErr w:type="spellEnd"/>
      <w:r w:rsidR="0034078D">
        <w:t xml:space="preserve"> ; </w:t>
      </w:r>
      <w:r>
        <w:t>&amp; que celui qui aura une plus grande satisfaction à faire le mal</w:t>
      </w:r>
      <w:r w:rsidR="0034078D">
        <w:t xml:space="preserve">, </w:t>
      </w:r>
      <w:r>
        <w:t>sera plus heureux que quiconque en aura moins à faire le bien</w:t>
      </w:r>
      <w:r w:rsidR="0034078D">
        <w:t xml:space="preserve">. </w:t>
      </w:r>
      <w:r>
        <w:t>Ce qui explique pourquoi tant de coquins sont heureux dans ce monde</w:t>
      </w:r>
      <w:r w:rsidR="0034078D">
        <w:t xml:space="preserve">, </w:t>
      </w:r>
      <w:r>
        <w:t>&amp; fait voir qu</w:t>
      </w:r>
      <w:r w:rsidR="0034078D">
        <w:t>’</w:t>
      </w:r>
      <w:r>
        <w:t>il est un bonheur particulier &amp; individuel qui se trouve</w:t>
      </w:r>
      <w:r w:rsidR="0034078D">
        <w:t xml:space="preserve">, </w:t>
      </w:r>
      <w:r>
        <w:t>&amp; sans vertu</w:t>
      </w:r>
      <w:r w:rsidR="0034078D">
        <w:t xml:space="preserve">, </w:t>
      </w:r>
      <w:r>
        <w:t>&amp; dans le crime même</w:t>
      </w:r>
      <w:r w:rsidR="0034078D">
        <w:t>.</w:t>
      </w:r>
    </w:p>
    <w:p w14:paraId="3FF26A50" w14:textId="77777777" w:rsidR="0034078D" w:rsidRDefault="00000000" w:rsidP="0034078D">
      <w:r>
        <w:t>Une source de bonheur que je ne crois pas plus pure</w:t>
      </w:r>
      <w:r w:rsidR="0034078D">
        <w:t xml:space="preserve">, </w:t>
      </w:r>
      <w:r>
        <w:t>pour être plus noble &amp; plus belle dans l</w:t>
      </w:r>
      <w:r w:rsidR="0034078D">
        <w:t>’</w:t>
      </w:r>
      <w:r>
        <w:t>esprit de presque tous les hommes</w:t>
      </w:r>
      <w:r w:rsidR="0034078D">
        <w:t xml:space="preserve">, </w:t>
      </w:r>
      <w:r>
        <w:t>c</w:t>
      </w:r>
      <w:r w:rsidR="0034078D">
        <w:t>’</w:t>
      </w:r>
      <w:r>
        <w:t>est celle qui coule de l</w:t>
      </w:r>
      <w:r w:rsidR="0034078D">
        <w:t>’</w:t>
      </w:r>
      <w:r>
        <w:t xml:space="preserve">ordre de la </w:t>
      </w:r>
      <w:proofErr w:type="spellStart"/>
      <w:r>
        <w:t>societé</w:t>
      </w:r>
      <w:proofErr w:type="spellEnd"/>
      <w:r w:rsidR="0034078D">
        <w:t xml:space="preserve">. </w:t>
      </w:r>
      <w:r>
        <w:t>Plus la détermination naturelle de l</w:t>
      </w:r>
      <w:r w:rsidR="0034078D">
        <w:t>’</w:t>
      </w:r>
      <w:r>
        <w:t xml:space="preserve">homme a paru vicieuse &amp; </w:t>
      </w:r>
      <w:r>
        <w:rPr>
          <w:bCs/>
        </w:rPr>
        <w:t xml:space="preserve">comme </w:t>
      </w:r>
      <w:r>
        <w:t xml:space="preserve">monstrueuse par rapport à la </w:t>
      </w:r>
      <w:proofErr w:type="spellStart"/>
      <w:r>
        <w:t>societé</w:t>
      </w:r>
      <w:proofErr w:type="spellEnd"/>
      <w:r w:rsidR="0034078D">
        <w:t xml:space="preserve">, </w:t>
      </w:r>
      <w:r>
        <w:t xml:space="preserve">plus on a cru devoir y rapporter </w:t>
      </w:r>
      <w:proofErr w:type="spellStart"/>
      <w:r>
        <w:t>différens</w:t>
      </w:r>
      <w:proofErr w:type="spellEnd"/>
      <w:r>
        <w:t xml:space="preserve"> correctifs</w:t>
      </w:r>
      <w:r w:rsidR="0034078D">
        <w:t xml:space="preserve">. </w:t>
      </w:r>
      <w:r>
        <w:t xml:space="preserve">On </w:t>
      </w:r>
      <w:r>
        <w:rPr>
          <w:bCs/>
        </w:rPr>
        <w:t>a li</w:t>
      </w:r>
      <w:r>
        <w:rPr>
          <w:iCs/>
        </w:rPr>
        <w:t>é</w:t>
      </w:r>
      <w:r>
        <w:t xml:space="preserve"> l</w:t>
      </w:r>
      <w:r w:rsidR="0034078D">
        <w:t>’</w:t>
      </w:r>
      <w:r>
        <w:t>idée de générosité</w:t>
      </w:r>
      <w:r w:rsidR="0034078D">
        <w:t xml:space="preserve">, </w:t>
      </w:r>
      <w:r>
        <w:t>de grandeur</w:t>
      </w:r>
      <w:r w:rsidR="0034078D">
        <w:t xml:space="preserve">, </w:t>
      </w:r>
      <w:r>
        <w:t>d</w:t>
      </w:r>
      <w:r w:rsidR="0034078D">
        <w:t>’</w:t>
      </w:r>
      <w:r>
        <w:t>humanité aux actions importantes au commerce des hommes</w:t>
      </w:r>
      <w:r w:rsidR="0034078D">
        <w:t xml:space="preserve"> ; </w:t>
      </w:r>
      <w:r>
        <w:t>on a donné de l</w:t>
      </w:r>
      <w:r w:rsidR="0034078D">
        <w:t>’</w:t>
      </w:r>
      <w:r>
        <w:t xml:space="preserve">estime &amp; de la considération à qui ne </w:t>
      </w:r>
      <w:proofErr w:type="spellStart"/>
      <w:r>
        <w:t>nuiroit</w:t>
      </w:r>
      <w:proofErr w:type="spellEnd"/>
      <w:r>
        <w:t xml:space="preserve"> jamais</w:t>
      </w:r>
      <w:r w:rsidR="0034078D">
        <w:t xml:space="preserve">, </w:t>
      </w:r>
      <w:r>
        <w:t>quelque bien qui lui en pût arriver</w:t>
      </w:r>
      <w:r w:rsidR="0034078D">
        <w:t xml:space="preserve"> ; </w:t>
      </w:r>
      <w:r>
        <w:t>du respect</w:t>
      </w:r>
      <w:r w:rsidR="0034078D">
        <w:t xml:space="preserve">, </w:t>
      </w:r>
      <w:r>
        <w:t xml:space="preserve">des honneurs &amp; de la gloire à qui </w:t>
      </w:r>
      <w:proofErr w:type="spellStart"/>
      <w:r>
        <w:t>serviroit</w:t>
      </w:r>
      <w:proofErr w:type="spellEnd"/>
      <w:r>
        <w:t xml:space="preserve"> la patrie</w:t>
      </w:r>
      <w:r w:rsidR="0034078D">
        <w:t xml:space="preserve">, </w:t>
      </w:r>
      <w:r>
        <w:t>l</w:t>
      </w:r>
      <w:r w:rsidR="0034078D">
        <w:t>’</w:t>
      </w:r>
      <w:r>
        <w:t>amitié</w:t>
      </w:r>
      <w:r w:rsidR="0034078D">
        <w:t xml:space="preserve">, </w:t>
      </w:r>
      <w:r>
        <w:t>l</w:t>
      </w:r>
      <w:r w:rsidR="0034078D">
        <w:t>’</w:t>
      </w:r>
      <w:r>
        <w:t>amour ou l</w:t>
      </w:r>
      <w:r w:rsidR="0034078D">
        <w:t>’</w:t>
      </w:r>
      <w:r>
        <w:t>humanité</w:t>
      </w:r>
      <w:r w:rsidR="0034078D">
        <w:t xml:space="preserve">, </w:t>
      </w:r>
      <w:r>
        <w:t>même à ses propres dépens</w:t>
      </w:r>
      <w:r w:rsidR="0034078D">
        <w:t xml:space="preserve"> ; </w:t>
      </w:r>
      <w:r>
        <w:t>&amp; par ces aiguillons</w:t>
      </w:r>
      <w:r w:rsidR="0034078D">
        <w:t xml:space="preserve">, </w:t>
      </w:r>
      <w:r>
        <w:t>tant d</w:t>
      </w:r>
      <w:r w:rsidR="0034078D">
        <w:t>’</w:t>
      </w:r>
      <w:r>
        <w:t>animaux à figure humaine sont devenus héros</w:t>
      </w:r>
      <w:r w:rsidR="0034078D">
        <w:t xml:space="preserve">. </w:t>
      </w:r>
      <w:r>
        <w:t>Loin d</w:t>
      </w:r>
      <w:r w:rsidR="0034078D">
        <w:t>’</w:t>
      </w:r>
      <w:r>
        <w:t>abandonner les hommes à leur propre nature</w:t>
      </w:r>
      <w:r w:rsidR="0034078D">
        <w:t xml:space="preserve">, </w:t>
      </w:r>
      <w:r>
        <w:t>hélas</w:t>
      </w:r>
      <w:r w:rsidR="0034078D">
        <w:t xml:space="preserve"> ! </w:t>
      </w:r>
      <w:r>
        <w:t xml:space="preserve">trop stérile pour leur </w:t>
      </w:r>
      <w:r>
        <w:rPr>
          <w:iCs/>
        </w:rPr>
        <w:t>faire</w:t>
      </w:r>
      <w:r>
        <w:t xml:space="preserve"> porter du fruit</w:t>
      </w:r>
      <w:r w:rsidR="0034078D">
        <w:t xml:space="preserve">, </w:t>
      </w:r>
      <w:r>
        <w:t xml:space="preserve">il a fallu les élever &amp; les greffer en quelque sorte dans le temps que la </w:t>
      </w:r>
      <w:proofErr w:type="spellStart"/>
      <w:r>
        <w:t>séve</w:t>
      </w:r>
      <w:proofErr w:type="spellEnd"/>
      <w:r>
        <w:t xml:space="preserve"> </w:t>
      </w:r>
      <w:proofErr w:type="spellStart"/>
      <w:r>
        <w:t>pouvoit</w:t>
      </w:r>
      <w:proofErr w:type="spellEnd"/>
      <w:r>
        <w:t xml:space="preserve"> le mieux passer dans la branche qu</w:t>
      </w:r>
      <w:r w:rsidR="0034078D">
        <w:t>’</w:t>
      </w:r>
      <w:r>
        <w:t xml:space="preserve">on leur </w:t>
      </w:r>
      <w:proofErr w:type="spellStart"/>
      <w:r>
        <w:t>entoit</w:t>
      </w:r>
      <w:proofErr w:type="spellEnd"/>
      <w:r w:rsidR="0034078D">
        <w:t>.</w:t>
      </w:r>
    </w:p>
    <w:p w14:paraId="67582EA3" w14:textId="77777777" w:rsidR="0034078D" w:rsidRDefault="00000000" w:rsidP="0034078D">
      <w:r>
        <w:t>On voit que je ne me lasse point de revenir à l</w:t>
      </w:r>
      <w:r w:rsidR="0034078D">
        <w:t>’</w:t>
      </w:r>
      <w:r>
        <w:t>éducation</w:t>
      </w:r>
      <w:r w:rsidR="0034078D">
        <w:t xml:space="preserve">, </w:t>
      </w:r>
      <w:r>
        <w:t xml:space="preserve">qui seule peut nous donner des </w:t>
      </w:r>
      <w:proofErr w:type="spellStart"/>
      <w:r>
        <w:t>sentimens</w:t>
      </w:r>
      <w:proofErr w:type="spellEnd"/>
      <w:r>
        <w:t xml:space="preserve"> &amp; un bonheur contraires à ceux que nous aurions eus sans elle</w:t>
      </w:r>
      <w:r w:rsidR="0034078D">
        <w:t xml:space="preserve">. </w:t>
      </w:r>
      <w:r>
        <w:t>Tel est l</w:t>
      </w:r>
      <w:r w:rsidR="0034078D">
        <w:t>’</w:t>
      </w:r>
      <w:r>
        <w:t>effet de la modification ou du changement qu</w:t>
      </w:r>
      <w:r w:rsidR="0034078D">
        <w:t>’</w:t>
      </w:r>
      <w:r>
        <w:t>elle procure à notre instinct ou à notre façon de sentir</w:t>
      </w:r>
      <w:r w:rsidR="0034078D">
        <w:t xml:space="preserve">. </w:t>
      </w:r>
      <w:r>
        <w:t>L</w:t>
      </w:r>
      <w:r w:rsidR="0034078D">
        <w:t>’</w:t>
      </w:r>
      <w:proofErr w:type="spellStart"/>
      <w:r>
        <w:t>ame</w:t>
      </w:r>
      <w:proofErr w:type="spellEnd"/>
      <w:r>
        <w:t xml:space="preserve"> instruite ne veut</w:t>
      </w:r>
      <w:r w:rsidR="0034078D">
        <w:t xml:space="preserve">, </w:t>
      </w:r>
      <w:r>
        <w:t>ne suit</w:t>
      </w:r>
      <w:r w:rsidR="0034078D">
        <w:t xml:space="preserve">, </w:t>
      </w:r>
      <w:r>
        <w:t>ne fait plus ce qu</w:t>
      </w:r>
      <w:r w:rsidR="0034078D">
        <w:t>’</w:t>
      </w:r>
      <w:r>
        <w:t xml:space="preserve">elle </w:t>
      </w:r>
      <w:proofErr w:type="spellStart"/>
      <w:r>
        <w:t>faisoit</w:t>
      </w:r>
      <w:proofErr w:type="spellEnd"/>
      <w:r>
        <w:t xml:space="preserve"> auparavant</w:t>
      </w:r>
      <w:r w:rsidR="0034078D">
        <w:t xml:space="preserve">, </w:t>
      </w:r>
      <w:r>
        <w:t>lorsqu</w:t>
      </w:r>
      <w:r w:rsidR="0034078D">
        <w:t>’</w:t>
      </w:r>
      <w:r>
        <w:t>elle n</w:t>
      </w:r>
      <w:r w:rsidR="0034078D">
        <w:t>’</w:t>
      </w:r>
      <w:proofErr w:type="spellStart"/>
      <w:r>
        <w:t>étoit</w:t>
      </w:r>
      <w:proofErr w:type="spellEnd"/>
      <w:r>
        <w:t xml:space="preserve"> guidée que par elle</w:t>
      </w:r>
      <w:r w:rsidR="0034078D">
        <w:t xml:space="preserve">. </w:t>
      </w:r>
      <w:r>
        <w:t xml:space="preserve">Éclairée par mille sensations </w:t>
      </w:r>
      <w:r>
        <w:lastRenderedPageBreak/>
        <w:t>nouvelles</w:t>
      </w:r>
      <w:r w:rsidR="0034078D">
        <w:t xml:space="preserve">, </w:t>
      </w:r>
      <w:r>
        <w:t>elle trouve mauvais ce qu</w:t>
      </w:r>
      <w:r w:rsidR="0034078D">
        <w:t>’</w:t>
      </w:r>
      <w:r>
        <w:t xml:space="preserve">elle </w:t>
      </w:r>
      <w:proofErr w:type="spellStart"/>
      <w:r>
        <w:t>trouvoit</w:t>
      </w:r>
      <w:proofErr w:type="spellEnd"/>
      <w:r>
        <w:t xml:space="preserve"> bon</w:t>
      </w:r>
      <w:r w:rsidR="0034078D">
        <w:t xml:space="preserve">, </w:t>
      </w:r>
      <w:r>
        <w:t>elle loue en autrui ce qu</w:t>
      </w:r>
      <w:r w:rsidR="0034078D">
        <w:t>’</w:t>
      </w:r>
      <w:r>
        <w:t xml:space="preserve">elle y </w:t>
      </w:r>
      <w:proofErr w:type="spellStart"/>
      <w:r>
        <w:t>blâmoit</w:t>
      </w:r>
      <w:proofErr w:type="spellEnd"/>
      <w:r w:rsidR="0034078D">
        <w:t xml:space="preserve">. </w:t>
      </w:r>
      <w:r>
        <w:t>Vraies girouettes</w:t>
      </w:r>
      <w:r w:rsidR="0034078D">
        <w:t xml:space="preserve">, </w:t>
      </w:r>
      <w:r>
        <w:t>nous tournons donc sans-cesse au vent de l</w:t>
      </w:r>
      <w:r w:rsidR="0034078D">
        <w:t>’</w:t>
      </w:r>
      <w:r>
        <w:t>éducation</w:t>
      </w:r>
      <w:r w:rsidR="0034078D">
        <w:t xml:space="preserve">, </w:t>
      </w:r>
      <w:r>
        <w:t>&amp; nous retournons ensuite à notre premier point</w:t>
      </w:r>
      <w:r w:rsidR="0034078D">
        <w:t xml:space="preserve">, </w:t>
      </w:r>
      <w:r>
        <w:t>quand nos organes remis à leur ton naturel</w:t>
      </w:r>
      <w:r w:rsidR="0034078D">
        <w:t xml:space="preserve">, </w:t>
      </w:r>
      <w:r>
        <w:t xml:space="preserve">nous rappellent à </w:t>
      </w:r>
      <w:r>
        <w:rPr>
          <w:bCs/>
        </w:rPr>
        <w:t>eux</w:t>
      </w:r>
      <w:r w:rsidR="0034078D">
        <w:rPr>
          <w:bCs/>
        </w:rPr>
        <w:t xml:space="preserve">, </w:t>
      </w:r>
      <w:r>
        <w:t xml:space="preserve">&amp; </w:t>
      </w:r>
      <w:r>
        <w:rPr>
          <w:bCs/>
        </w:rPr>
        <w:t xml:space="preserve">nous </w:t>
      </w:r>
      <w:r>
        <w:t>sont suivre leurs dispositions primitives</w:t>
      </w:r>
      <w:r w:rsidR="0034078D">
        <w:t xml:space="preserve">. </w:t>
      </w:r>
      <w:r>
        <w:t>Alors les anciennes déterminations renaissent</w:t>
      </w:r>
      <w:r w:rsidR="0034078D">
        <w:t xml:space="preserve"> ; </w:t>
      </w:r>
      <w:r>
        <w:t>celles que l</w:t>
      </w:r>
      <w:r w:rsidR="0034078D">
        <w:t>’</w:t>
      </w:r>
      <w:r>
        <w:t xml:space="preserve">art </w:t>
      </w:r>
      <w:proofErr w:type="spellStart"/>
      <w:r>
        <w:t>avoit</w:t>
      </w:r>
      <w:proofErr w:type="spellEnd"/>
      <w:r>
        <w:t xml:space="preserve"> produites s</w:t>
      </w:r>
      <w:r w:rsidR="0034078D">
        <w:t>’</w:t>
      </w:r>
      <w:r>
        <w:t>effacent</w:t>
      </w:r>
      <w:r w:rsidR="0034078D">
        <w:t xml:space="preserve"> : </w:t>
      </w:r>
      <w:r>
        <w:t>on n</w:t>
      </w:r>
      <w:r w:rsidR="0034078D">
        <w:t>’</w:t>
      </w:r>
      <w:r>
        <w:t>est pas même le maître de profiter de son éducation</w:t>
      </w:r>
      <w:r w:rsidR="0034078D">
        <w:t xml:space="preserve">, </w:t>
      </w:r>
      <w:r>
        <w:t>autant qu</w:t>
      </w:r>
      <w:r w:rsidR="0034078D">
        <w:t>’</w:t>
      </w:r>
      <w:r>
        <w:t xml:space="preserve">on le </w:t>
      </w:r>
      <w:proofErr w:type="spellStart"/>
      <w:r>
        <w:t>voudroit</w:t>
      </w:r>
      <w:proofErr w:type="spellEnd"/>
      <w:r w:rsidR="0034078D">
        <w:t xml:space="preserve">, </w:t>
      </w:r>
      <w:r>
        <w:t xml:space="preserve">pour le bien de la </w:t>
      </w:r>
      <w:proofErr w:type="spellStart"/>
      <w:r>
        <w:rPr>
          <w:iCs/>
        </w:rPr>
        <w:t>societé</w:t>
      </w:r>
      <w:proofErr w:type="spellEnd"/>
      <w:r w:rsidR="0034078D">
        <w:rPr>
          <w:iCs/>
        </w:rPr>
        <w:t>.</w:t>
      </w:r>
    </w:p>
    <w:p w14:paraId="13DC6B27" w14:textId="77777777" w:rsidR="0034078D" w:rsidRDefault="00000000" w:rsidP="0034078D">
      <w:r>
        <w:t>Ce matérialisme mérite des égards</w:t>
      </w:r>
      <w:r w:rsidR="0034078D">
        <w:t xml:space="preserve"> : </w:t>
      </w:r>
      <w:r>
        <w:t>il doit être la source des indulgences</w:t>
      </w:r>
      <w:r w:rsidR="0034078D">
        <w:t xml:space="preserve">, </w:t>
      </w:r>
      <w:r>
        <w:t>des excuses</w:t>
      </w:r>
      <w:r w:rsidR="0034078D">
        <w:t xml:space="preserve">, </w:t>
      </w:r>
      <w:r>
        <w:t>des pardons</w:t>
      </w:r>
      <w:r w:rsidR="0034078D">
        <w:t xml:space="preserve">, </w:t>
      </w:r>
      <w:r>
        <w:t xml:space="preserve">des </w:t>
      </w:r>
      <w:proofErr w:type="spellStart"/>
      <w:r>
        <w:t>graces</w:t>
      </w:r>
      <w:proofErr w:type="spellEnd"/>
      <w:r w:rsidR="0034078D">
        <w:t xml:space="preserve">, </w:t>
      </w:r>
      <w:r>
        <w:t>des éloges</w:t>
      </w:r>
      <w:r w:rsidR="0034078D">
        <w:t xml:space="preserve">, </w:t>
      </w:r>
      <w:r>
        <w:t>de la modération dans les supplices</w:t>
      </w:r>
      <w:r w:rsidR="0034078D">
        <w:t xml:space="preserve">, </w:t>
      </w:r>
      <w:r>
        <w:t>qu</w:t>
      </w:r>
      <w:r w:rsidR="0034078D">
        <w:t>’</w:t>
      </w:r>
      <w:r>
        <w:t>on doit ordonner à regret</w:t>
      </w:r>
      <w:r w:rsidR="0034078D">
        <w:t xml:space="preserve">, </w:t>
      </w:r>
      <w:r>
        <w:t>&amp; des récompenses dues à la vertu qu</w:t>
      </w:r>
      <w:r w:rsidR="0034078D">
        <w:t>’</w:t>
      </w:r>
      <w:r>
        <w:t xml:space="preserve">on ne </w:t>
      </w:r>
      <w:proofErr w:type="spellStart"/>
      <w:r>
        <w:t>sauroit</w:t>
      </w:r>
      <w:proofErr w:type="spellEnd"/>
      <w:r>
        <w:t xml:space="preserve"> accorder de trop grand cœur</w:t>
      </w:r>
      <w:r w:rsidR="0034078D">
        <w:t xml:space="preserve">. </w:t>
      </w:r>
      <w:r>
        <w:t xml:space="preserve">La vertu étant une </w:t>
      </w:r>
      <w:proofErr w:type="spellStart"/>
      <w:r>
        <w:t>espece</w:t>
      </w:r>
      <w:proofErr w:type="spellEnd"/>
      <w:r>
        <w:t xml:space="preserve"> de hors-d</w:t>
      </w:r>
      <w:r w:rsidR="0034078D">
        <w:t>’</w:t>
      </w:r>
      <w:r>
        <w:t>œuvre</w:t>
      </w:r>
      <w:r w:rsidR="0034078D">
        <w:t xml:space="preserve">, </w:t>
      </w:r>
      <w:r>
        <w:t>un ornement étranger</w:t>
      </w:r>
      <w:r w:rsidR="0034078D">
        <w:t xml:space="preserve">, </w:t>
      </w:r>
      <w:r>
        <w:t>toujours prêt à fuir</w:t>
      </w:r>
      <w:r w:rsidR="0034078D">
        <w:t xml:space="preserve">, </w:t>
      </w:r>
      <w:r>
        <w:t>ou tomber</w:t>
      </w:r>
      <w:r w:rsidR="0034078D">
        <w:t xml:space="preserve">, </w:t>
      </w:r>
      <w:r>
        <w:t>faute d</w:t>
      </w:r>
      <w:r w:rsidR="0034078D">
        <w:t>’</w:t>
      </w:r>
      <w:r>
        <w:t>appui</w:t>
      </w:r>
      <w:r w:rsidR="0034078D">
        <w:t xml:space="preserve"> : </w:t>
      </w:r>
      <w:r>
        <w:t>en tout cependant</w:t>
      </w:r>
      <w:r w:rsidR="0034078D">
        <w:t xml:space="preserve">, </w:t>
      </w:r>
      <w:r>
        <w:t>l</w:t>
      </w:r>
      <w:r w:rsidR="0034078D">
        <w:t>’</w:t>
      </w:r>
      <w:r>
        <w:t>intérêt public mérite d</w:t>
      </w:r>
      <w:r w:rsidR="0034078D">
        <w:t>’</w:t>
      </w:r>
      <w:proofErr w:type="spellStart"/>
      <w:r>
        <w:t>étre</w:t>
      </w:r>
      <w:proofErr w:type="spellEnd"/>
      <w:r>
        <w:t xml:space="preserve"> consulté</w:t>
      </w:r>
      <w:r w:rsidR="0034078D">
        <w:t xml:space="preserve">, </w:t>
      </w:r>
      <w:r>
        <w:t xml:space="preserve">car il </w:t>
      </w:r>
      <w:r>
        <w:rPr>
          <w:iCs/>
        </w:rPr>
        <w:t>faut</w:t>
      </w:r>
      <w:r>
        <w:t xml:space="preserve"> bien tuer les chiens enragés</w:t>
      </w:r>
      <w:r w:rsidR="0034078D">
        <w:t xml:space="preserve">, </w:t>
      </w:r>
      <w:r>
        <w:t xml:space="preserve">&amp; écraser les </w:t>
      </w:r>
      <w:proofErr w:type="spellStart"/>
      <w:r>
        <w:t>serpens</w:t>
      </w:r>
      <w:proofErr w:type="spellEnd"/>
      <w:r w:rsidR="0034078D">
        <w:t>.</w:t>
      </w:r>
    </w:p>
    <w:p w14:paraId="5B0E7C8A" w14:textId="77777777" w:rsidR="0034078D" w:rsidRDefault="00000000" w:rsidP="0034078D">
      <w:r>
        <w:t>On voit que toute la différence qu</w:t>
      </w:r>
      <w:r w:rsidR="0034078D">
        <w:t>’</w:t>
      </w:r>
      <w:r>
        <w:t xml:space="preserve">il y a entre les </w:t>
      </w:r>
      <w:proofErr w:type="spellStart"/>
      <w:r>
        <w:t>méchans</w:t>
      </w:r>
      <w:proofErr w:type="spellEnd"/>
      <w:r>
        <w:t xml:space="preserve"> &amp; les bons</w:t>
      </w:r>
      <w:r w:rsidR="0034078D">
        <w:t xml:space="preserve">, </w:t>
      </w:r>
      <w:r>
        <w:t>c</w:t>
      </w:r>
      <w:r w:rsidR="0034078D">
        <w:t>’</w:t>
      </w:r>
      <w:r>
        <w:t>est que chez les uns</w:t>
      </w:r>
      <w:r w:rsidR="0034078D">
        <w:t xml:space="preserve">, </w:t>
      </w:r>
      <w:r>
        <w:t>l</w:t>
      </w:r>
      <w:r w:rsidR="0034078D">
        <w:t>’</w:t>
      </w:r>
      <w:r>
        <w:t>intérêt particulier est préféré à l</w:t>
      </w:r>
      <w:r w:rsidR="0034078D">
        <w:t>’</w:t>
      </w:r>
      <w:r>
        <w:t>intérêt général</w:t>
      </w:r>
      <w:r w:rsidR="0034078D">
        <w:t xml:space="preserve">, </w:t>
      </w:r>
      <w:r>
        <w:t>tandis que les autres sacrifient leur bien propre à celui d</w:t>
      </w:r>
      <w:r w:rsidR="0034078D">
        <w:t>’</w:t>
      </w:r>
      <w:r>
        <w:t>un autre ami on du public</w:t>
      </w:r>
      <w:r w:rsidR="0034078D">
        <w:t>.</w:t>
      </w:r>
    </w:p>
    <w:p w14:paraId="28FB9397" w14:textId="77777777" w:rsidR="0034078D" w:rsidRDefault="00000000" w:rsidP="0034078D">
      <w:r>
        <w:t>Il me reste à ouvrir cette nouvelle source de vertu</w:t>
      </w:r>
      <w:r w:rsidR="0034078D">
        <w:t xml:space="preserve">, </w:t>
      </w:r>
      <w:r>
        <w:t>qu</w:t>
      </w:r>
      <w:r w:rsidR="0034078D">
        <w:t>’</w:t>
      </w:r>
      <w:r>
        <w:t>on appelle courage</w:t>
      </w:r>
      <w:r w:rsidR="0034078D">
        <w:t xml:space="preserve">. </w:t>
      </w:r>
      <w:r>
        <w:t xml:space="preserve">Les cœurs </w:t>
      </w:r>
      <w:proofErr w:type="spellStart"/>
      <w:r>
        <w:t>foibles</w:t>
      </w:r>
      <w:proofErr w:type="spellEnd"/>
      <w:r>
        <w:t xml:space="preserve"> &amp; lâches succombent sous le poids de l</w:t>
      </w:r>
      <w:r w:rsidR="0034078D">
        <w:t>’</w:t>
      </w:r>
      <w:r>
        <w:t>adversité</w:t>
      </w:r>
      <w:r w:rsidR="0034078D">
        <w:t xml:space="preserve"> ; </w:t>
      </w:r>
      <w:r>
        <w:t xml:space="preserve">les </w:t>
      </w:r>
      <w:proofErr w:type="spellStart"/>
      <w:r>
        <w:t>ames</w:t>
      </w:r>
      <w:proofErr w:type="spellEnd"/>
      <w:r>
        <w:t xml:space="preserve"> fortes &amp; courageuses la supportent</w:t>
      </w:r>
      <w:r w:rsidR="0034078D">
        <w:t xml:space="preserve">, </w:t>
      </w:r>
      <w:r>
        <w:t>&amp; principalement celles qui sont éclairées</w:t>
      </w:r>
      <w:r w:rsidR="0034078D">
        <w:t xml:space="preserve">, </w:t>
      </w:r>
      <w:r>
        <w:t>&amp; joignent de salutaires études à une heureuse organisation</w:t>
      </w:r>
      <w:r w:rsidR="0034078D">
        <w:t xml:space="preserve">. </w:t>
      </w:r>
      <w:r>
        <w:t>Marchons donc sans reprendre haleine</w:t>
      </w:r>
      <w:r w:rsidR="0034078D">
        <w:t xml:space="preserve">, </w:t>
      </w:r>
      <w:r>
        <w:t>&amp; tâchons de ne point broncher en si beau chemin</w:t>
      </w:r>
      <w:r w:rsidR="0034078D">
        <w:t>.</w:t>
      </w:r>
    </w:p>
    <w:p w14:paraId="4E6B5B68" w14:textId="77777777" w:rsidR="0034078D" w:rsidRDefault="00000000" w:rsidP="0034078D">
      <w:r>
        <w:t>L</w:t>
      </w:r>
      <w:r w:rsidR="0034078D">
        <w:t>’</w:t>
      </w:r>
      <w:proofErr w:type="spellStart"/>
      <w:r>
        <w:t>ame</w:t>
      </w:r>
      <w:proofErr w:type="spellEnd"/>
      <w:r>
        <w:t xml:space="preserve"> a sa commotion</w:t>
      </w:r>
      <w:r w:rsidR="0034078D">
        <w:t xml:space="preserve">, </w:t>
      </w:r>
      <w:r>
        <w:t>comme le corps</w:t>
      </w:r>
      <w:r w:rsidR="0034078D">
        <w:t xml:space="preserve"> ; </w:t>
      </w:r>
      <w:r>
        <w:t>la fortune peut la bouleverser à son gré</w:t>
      </w:r>
      <w:r w:rsidR="0034078D">
        <w:t xml:space="preserve"> ; </w:t>
      </w:r>
      <w:r>
        <w:t>mais c</w:t>
      </w:r>
      <w:r w:rsidR="0034078D">
        <w:t>’</w:t>
      </w:r>
      <w:r>
        <w:t>est une maladie qui n</w:t>
      </w:r>
      <w:r w:rsidR="0034078D">
        <w:t>’</w:t>
      </w:r>
      <w:r>
        <w:t xml:space="preserve">est ni </w:t>
      </w:r>
      <w:r>
        <w:lastRenderedPageBreak/>
        <w:t>sans médecins</w:t>
      </w:r>
      <w:r w:rsidR="0034078D">
        <w:t xml:space="preserve">, </w:t>
      </w:r>
      <w:r>
        <w:t xml:space="preserve">ni sans </w:t>
      </w:r>
      <w:proofErr w:type="spellStart"/>
      <w:r>
        <w:t>remedes</w:t>
      </w:r>
      <w:proofErr w:type="spellEnd"/>
      <w:r w:rsidR="0034078D">
        <w:t xml:space="preserve"> ; </w:t>
      </w:r>
      <w:r>
        <w:t>Épicure</w:t>
      </w:r>
      <w:r w:rsidR="0034078D">
        <w:t xml:space="preserve">, </w:t>
      </w:r>
      <w:proofErr w:type="spellStart"/>
      <w:r>
        <w:t>Séneque</w:t>
      </w:r>
      <w:proofErr w:type="spellEnd"/>
      <w:r w:rsidR="0034078D">
        <w:t xml:space="preserve">, </w:t>
      </w:r>
      <w:r>
        <w:t>Épictète</w:t>
      </w:r>
      <w:r w:rsidR="0034078D">
        <w:t xml:space="preserve">, </w:t>
      </w:r>
      <w:r>
        <w:t>Marc-</w:t>
      </w:r>
      <w:proofErr w:type="spellStart"/>
      <w:r>
        <w:t>Aurele</w:t>
      </w:r>
      <w:proofErr w:type="spellEnd"/>
      <w:r w:rsidR="0034078D">
        <w:t xml:space="preserve">, </w:t>
      </w:r>
      <w:r>
        <w:t>Montagne</w:t>
      </w:r>
      <w:r w:rsidR="0034078D">
        <w:t xml:space="preserve">, </w:t>
      </w:r>
      <w:r>
        <w:t>voilà mes médecins dans l</w:t>
      </w:r>
      <w:r w:rsidR="0034078D">
        <w:t>’</w:t>
      </w:r>
      <w:r>
        <w:t>adversité</w:t>
      </w:r>
      <w:r w:rsidR="0034078D">
        <w:t xml:space="preserve"> : </w:t>
      </w:r>
      <w:r>
        <w:t xml:space="preserve">leur courage en est le </w:t>
      </w:r>
      <w:proofErr w:type="spellStart"/>
      <w:r>
        <w:t>remede</w:t>
      </w:r>
      <w:proofErr w:type="spellEnd"/>
      <w:r w:rsidR="0034078D">
        <w:t xml:space="preserve">. </w:t>
      </w:r>
      <w:r>
        <w:t>Vous savez qu</w:t>
      </w:r>
      <w:r w:rsidR="0034078D">
        <w:t>’</w:t>
      </w:r>
      <w:r>
        <w:t xml:space="preserve">après une violente </w:t>
      </w:r>
      <w:proofErr w:type="spellStart"/>
      <w:r>
        <w:t>chûte</w:t>
      </w:r>
      <w:proofErr w:type="spellEnd"/>
      <w:r w:rsidR="0034078D">
        <w:t xml:space="preserve">, </w:t>
      </w:r>
      <w:r>
        <w:t>le sentiment s</w:t>
      </w:r>
      <w:r w:rsidR="0034078D">
        <w:t>’</w:t>
      </w:r>
      <w:r>
        <w:t>affaisse avec les fibres du cerveau</w:t>
      </w:r>
      <w:r w:rsidR="0034078D">
        <w:t xml:space="preserve"> ; </w:t>
      </w:r>
      <w:r>
        <w:t>pour le relever</w:t>
      </w:r>
      <w:r w:rsidR="0034078D">
        <w:t xml:space="preserve">, </w:t>
      </w:r>
      <w:r>
        <w:t xml:space="preserve">il </w:t>
      </w:r>
      <w:r>
        <w:rPr>
          <w:iCs/>
        </w:rPr>
        <w:t>fau</w:t>
      </w:r>
      <w:r>
        <w:t>t rétablir par la saignée les ressorts étouffés</w:t>
      </w:r>
      <w:r w:rsidR="0034078D">
        <w:t xml:space="preserve">. </w:t>
      </w:r>
      <w:r>
        <w:t>Il en est de même ici</w:t>
      </w:r>
      <w:r w:rsidR="0034078D">
        <w:t xml:space="preserve">. </w:t>
      </w:r>
      <w:r>
        <w:t>La force</w:t>
      </w:r>
      <w:r w:rsidR="0034078D">
        <w:t xml:space="preserve">, </w:t>
      </w:r>
      <w:r>
        <w:t>la grandeur</w:t>
      </w:r>
      <w:r w:rsidR="0034078D">
        <w:t xml:space="preserve">, </w:t>
      </w:r>
      <w:r>
        <w:t>l</w:t>
      </w:r>
      <w:r w:rsidR="0034078D">
        <w:t>’</w:t>
      </w:r>
      <w:r>
        <w:t>héroïsme de ces écrivains passe dans l</w:t>
      </w:r>
      <w:r w:rsidR="0034078D">
        <w:t>’</w:t>
      </w:r>
      <w:proofErr w:type="spellStart"/>
      <w:r>
        <w:t>ame</w:t>
      </w:r>
      <w:proofErr w:type="spellEnd"/>
      <w:r>
        <w:t xml:space="preserve"> étonnée</w:t>
      </w:r>
      <w:r w:rsidR="0034078D">
        <w:t xml:space="preserve"> ; </w:t>
      </w:r>
      <w:r>
        <w:t xml:space="preserve">comme une </w:t>
      </w:r>
      <w:proofErr w:type="spellStart"/>
      <w:r>
        <w:t>espece</w:t>
      </w:r>
      <w:proofErr w:type="spellEnd"/>
      <w:r>
        <w:t xml:space="preserve"> de cardiaque qui la soutient &amp; la restaure</w:t>
      </w:r>
      <w:r w:rsidR="0034078D">
        <w:t xml:space="preserve">, </w:t>
      </w:r>
      <w:r>
        <w:t>pour ainsi dire</w:t>
      </w:r>
      <w:r w:rsidR="0034078D">
        <w:t xml:space="preserve">, </w:t>
      </w:r>
      <w:r>
        <w:t xml:space="preserve">dans les </w:t>
      </w:r>
      <w:proofErr w:type="spellStart"/>
      <w:r>
        <w:t>foiblesses</w:t>
      </w:r>
      <w:proofErr w:type="spellEnd"/>
      <w:r>
        <w:t xml:space="preserve"> de l</w:t>
      </w:r>
      <w:r w:rsidR="0034078D">
        <w:t>’</w:t>
      </w:r>
      <w:r>
        <w:t>infortune</w:t>
      </w:r>
      <w:r w:rsidR="0034078D">
        <w:t>.</w:t>
      </w:r>
    </w:p>
    <w:p w14:paraId="6A0A01CA" w14:textId="77777777" w:rsidR="0034078D" w:rsidRDefault="00000000" w:rsidP="0034078D">
      <w:r>
        <w:t>Le stoïcisme tant raillé</w:t>
      </w:r>
      <w:r w:rsidR="0034078D">
        <w:t xml:space="preserve">, </w:t>
      </w:r>
      <w:r>
        <w:t>tant décrié nous prête donc des armes victorieuses</w:t>
      </w:r>
      <w:r w:rsidR="0034078D">
        <w:t xml:space="preserve"> ; </w:t>
      </w:r>
      <w:r>
        <w:t xml:space="preserve">il nous offre une </w:t>
      </w:r>
      <w:proofErr w:type="spellStart"/>
      <w:r>
        <w:t>espece</w:t>
      </w:r>
      <w:proofErr w:type="spellEnd"/>
      <w:r>
        <w:t xml:space="preserve"> de rade</w:t>
      </w:r>
      <w:r w:rsidR="0034078D">
        <w:t xml:space="preserve">, </w:t>
      </w:r>
      <w:r>
        <w:t>où nous pouvons radouber notre vaisseau battu par la tempête</w:t>
      </w:r>
      <w:r w:rsidR="0034078D">
        <w:t xml:space="preserve">. </w:t>
      </w:r>
      <w:r>
        <w:t>Quelle meilleure boussole</w:t>
      </w:r>
      <w:r w:rsidR="0034078D">
        <w:t xml:space="preserve"> ! </w:t>
      </w:r>
      <w:r>
        <w:t>Quel plus utile exercice</w:t>
      </w:r>
      <w:r w:rsidR="0034078D">
        <w:t xml:space="preserve"> ! </w:t>
      </w:r>
      <w:r>
        <w:t>J</w:t>
      </w:r>
      <w:r w:rsidR="0034078D">
        <w:t>’</w:t>
      </w:r>
      <w:r>
        <w:t>apprends à lutter</w:t>
      </w:r>
      <w:r w:rsidR="0034078D">
        <w:t xml:space="preserve"> : </w:t>
      </w:r>
      <w:r>
        <w:t xml:space="preserve">je deviens </w:t>
      </w:r>
      <w:proofErr w:type="spellStart"/>
      <w:r>
        <w:t>athlete</w:t>
      </w:r>
      <w:proofErr w:type="spellEnd"/>
      <w:r>
        <w:t xml:space="preserve"> avec ceux qui le sont</w:t>
      </w:r>
      <w:r w:rsidR="0034078D">
        <w:t xml:space="preserve">. </w:t>
      </w:r>
      <w:r>
        <w:t>Pour ne pas faire naufrage ou n</w:t>
      </w:r>
      <w:r w:rsidR="0034078D">
        <w:t>’</w:t>
      </w:r>
      <w:r>
        <w:t>être pas terrassé</w:t>
      </w:r>
      <w:r w:rsidR="0034078D">
        <w:t xml:space="preserve">, </w:t>
      </w:r>
      <w:r>
        <w:t>il ne faut que se servir des muscles de la raison</w:t>
      </w:r>
      <w:r w:rsidR="0034078D">
        <w:t xml:space="preserve">. </w:t>
      </w:r>
      <w:r>
        <w:t>C</w:t>
      </w:r>
      <w:r w:rsidR="0034078D">
        <w:t>’</w:t>
      </w:r>
      <w:r>
        <w:t>est par le courage qu</w:t>
      </w:r>
      <w:r w:rsidR="0034078D">
        <w:t>’</w:t>
      </w:r>
      <w:r>
        <w:t>on peut sortir vainqueur du combat</w:t>
      </w:r>
      <w:r w:rsidR="0034078D">
        <w:t xml:space="preserve">. </w:t>
      </w:r>
      <w:r>
        <w:t>Telle est la ressource des gens de lettres</w:t>
      </w:r>
      <w:r w:rsidR="0034078D">
        <w:t xml:space="preserve">, </w:t>
      </w:r>
      <w:r>
        <w:t>interdite à ceux qui ne les cultivent point</w:t>
      </w:r>
      <w:r w:rsidR="0034078D">
        <w:t xml:space="preserve">, </w:t>
      </w:r>
      <w:r>
        <w:t xml:space="preserve">&amp; qui </w:t>
      </w:r>
      <w:proofErr w:type="spellStart"/>
      <w:r>
        <w:t>cede</w:t>
      </w:r>
      <w:proofErr w:type="spellEnd"/>
      <w:r>
        <w:t xml:space="preserve"> cependant à celle de tant d</w:t>
      </w:r>
      <w:r w:rsidR="0034078D">
        <w:t>’</w:t>
      </w:r>
      <w:proofErr w:type="spellStart"/>
      <w:r>
        <w:t>ignorans</w:t>
      </w:r>
      <w:proofErr w:type="spellEnd"/>
      <w:r>
        <w:t xml:space="preserve"> bien organisés</w:t>
      </w:r>
      <w:r w:rsidR="0034078D">
        <w:t xml:space="preserve">, </w:t>
      </w:r>
      <w:r>
        <w:t>comme eût été</w:t>
      </w:r>
      <w:r w:rsidR="0034078D">
        <w:t xml:space="preserve">, </w:t>
      </w:r>
      <w:r>
        <w:t>par exemple</w:t>
      </w:r>
      <w:r w:rsidR="0034078D">
        <w:t xml:space="preserve">, </w:t>
      </w:r>
      <w:proofErr w:type="spellStart"/>
      <w:r>
        <w:t>Scaron</w:t>
      </w:r>
      <w:proofErr w:type="spellEnd"/>
      <w:r w:rsidR="0034078D">
        <w:t xml:space="preserve">, </w:t>
      </w:r>
      <w:r>
        <w:t xml:space="preserve">dont le tempérament seul </w:t>
      </w:r>
      <w:proofErr w:type="spellStart"/>
      <w:r>
        <w:t>faisoit</w:t>
      </w:r>
      <w:proofErr w:type="spellEnd"/>
      <w:r>
        <w:t xml:space="preserve"> la gaieté</w:t>
      </w:r>
      <w:r w:rsidR="0034078D">
        <w:t xml:space="preserve">, </w:t>
      </w:r>
      <w:r>
        <w:t>indépendamment de toute littérature</w:t>
      </w:r>
      <w:r w:rsidR="0034078D">
        <w:t>.</w:t>
      </w:r>
    </w:p>
    <w:p w14:paraId="463BCDFF" w14:textId="77777777" w:rsidR="0034078D" w:rsidRDefault="00000000" w:rsidP="0034078D">
      <w:r>
        <w:t>La nature a ses droits</w:t>
      </w:r>
      <w:r w:rsidR="0034078D">
        <w:t xml:space="preserve"> ; </w:t>
      </w:r>
      <w:r>
        <w:t>on peut sentir</w:t>
      </w:r>
      <w:r w:rsidR="0034078D">
        <w:t xml:space="preserve">, </w:t>
      </w:r>
      <w:r>
        <w:t>&amp; même on le doit</w:t>
      </w:r>
      <w:r w:rsidR="0034078D">
        <w:t xml:space="preserve">, </w:t>
      </w:r>
      <w:r>
        <w:t>non en lâche</w:t>
      </w:r>
      <w:r w:rsidR="0034078D">
        <w:t xml:space="preserve">, </w:t>
      </w:r>
      <w:r>
        <w:t>ou comme le vulgaire</w:t>
      </w:r>
      <w:r w:rsidR="0034078D">
        <w:t xml:space="preserve"> ; </w:t>
      </w:r>
      <w:r>
        <w:t>mais en homme de courage</w:t>
      </w:r>
      <w:r w:rsidR="0034078D">
        <w:t xml:space="preserve">, </w:t>
      </w:r>
      <w:r>
        <w:t>ou en philosophe animé par tant de beaux exemples</w:t>
      </w:r>
      <w:r w:rsidR="0034078D">
        <w:t xml:space="preserve">. </w:t>
      </w:r>
      <w:r>
        <w:t>Comme tel</w:t>
      </w:r>
      <w:r w:rsidR="0034078D">
        <w:t xml:space="preserve">, </w:t>
      </w:r>
      <w:r>
        <w:t>je me suis soumis à l</w:t>
      </w:r>
      <w:r w:rsidR="0034078D">
        <w:t>’</w:t>
      </w:r>
      <w:r>
        <w:t>adversité</w:t>
      </w:r>
      <w:r w:rsidR="0034078D">
        <w:t xml:space="preserve">, </w:t>
      </w:r>
      <w:r>
        <w:t>en qualité d</w:t>
      </w:r>
      <w:r w:rsidR="0034078D">
        <w:t>’</w:t>
      </w:r>
      <w:r>
        <w:t>homme</w:t>
      </w:r>
      <w:r w:rsidR="0034078D">
        <w:t xml:space="preserve">, </w:t>
      </w:r>
      <w:r>
        <w:t xml:space="preserve">je </w:t>
      </w:r>
      <w:r>
        <w:rPr>
          <w:iCs/>
        </w:rPr>
        <w:t>l</w:t>
      </w:r>
      <w:r w:rsidR="0034078D">
        <w:rPr>
          <w:iCs/>
        </w:rPr>
        <w:t>’</w:t>
      </w:r>
      <w:r>
        <w:rPr>
          <w:iCs/>
        </w:rPr>
        <w:t xml:space="preserve">ai </w:t>
      </w:r>
      <w:r>
        <w:t>sentie</w:t>
      </w:r>
      <w:r w:rsidR="0034078D">
        <w:t xml:space="preserve">. </w:t>
      </w:r>
      <w:r>
        <w:t>Si le premier titre me fait honneur</w:t>
      </w:r>
      <w:r w:rsidR="0034078D">
        <w:t xml:space="preserve">, </w:t>
      </w:r>
      <w:r>
        <w:t xml:space="preserve">le second ne me </w:t>
      </w:r>
      <w:r>
        <w:rPr>
          <w:iCs/>
        </w:rPr>
        <w:t>fait</w:t>
      </w:r>
      <w:r>
        <w:t xml:space="preserve"> point rougir</w:t>
      </w:r>
      <w:r w:rsidR="0034078D">
        <w:t xml:space="preserve">, </w:t>
      </w:r>
      <w:r>
        <w:rPr>
          <w:i/>
          <w:iCs/>
        </w:rPr>
        <w:t xml:space="preserve">nihil </w:t>
      </w:r>
      <w:proofErr w:type="spellStart"/>
      <w:r>
        <w:rPr>
          <w:i/>
          <w:iCs/>
        </w:rPr>
        <w:t>humani</w:t>
      </w:r>
      <w:proofErr w:type="spellEnd"/>
      <w:r>
        <w:rPr>
          <w:i/>
          <w:iCs/>
        </w:rPr>
        <w:t xml:space="preserve"> a me </w:t>
      </w:r>
      <w:proofErr w:type="spellStart"/>
      <w:r>
        <w:rPr>
          <w:i/>
          <w:iCs/>
        </w:rPr>
        <w:t>alienum</w:t>
      </w:r>
      <w:proofErr w:type="spellEnd"/>
      <w:r>
        <w:rPr>
          <w:i/>
          <w:iCs/>
        </w:rPr>
        <w:t xml:space="preserve"> </w:t>
      </w:r>
      <w:proofErr w:type="spellStart"/>
      <w:r>
        <w:rPr>
          <w:i/>
          <w:iCs/>
        </w:rPr>
        <w:t>puto</w:t>
      </w:r>
      <w:proofErr w:type="spellEnd"/>
      <w:r w:rsidR="0034078D">
        <w:rPr>
          <w:i/>
          <w:iCs/>
        </w:rPr>
        <w:t xml:space="preserve">. </w:t>
      </w:r>
      <w:r>
        <w:t xml:space="preserve">Que la </w:t>
      </w:r>
      <w:proofErr w:type="spellStart"/>
      <w:r>
        <w:t>disgrace</w:t>
      </w:r>
      <w:proofErr w:type="spellEnd"/>
      <w:r>
        <w:t xml:space="preserve"> revienne</w:t>
      </w:r>
      <w:r w:rsidR="0034078D">
        <w:t xml:space="preserve">, </w:t>
      </w:r>
      <w:r>
        <w:t>dont me préservent</w:t>
      </w:r>
      <w:r w:rsidR="0034078D">
        <w:t xml:space="preserve">, </w:t>
      </w:r>
      <w:r>
        <w:t>non les dieux inutiles au monde</w:t>
      </w:r>
      <w:r w:rsidR="0034078D">
        <w:t xml:space="preserve">, </w:t>
      </w:r>
      <w:r>
        <w:t>mais le plus grand des rois</w:t>
      </w:r>
      <w:r w:rsidR="0034078D">
        <w:t xml:space="preserve"> ; </w:t>
      </w:r>
      <w:r>
        <w:t>je la sentirai encore</w:t>
      </w:r>
      <w:r w:rsidR="0034078D">
        <w:t xml:space="preserve">, </w:t>
      </w:r>
      <w:r>
        <w:t>mais je la supporterai</w:t>
      </w:r>
      <w:r w:rsidR="0034078D">
        <w:t xml:space="preserve">. </w:t>
      </w:r>
      <w:r>
        <w:t>Elle est le creuset</w:t>
      </w:r>
      <w:r w:rsidR="0034078D">
        <w:t xml:space="preserve">, </w:t>
      </w:r>
      <w:r>
        <w:t xml:space="preserve">ou </w:t>
      </w:r>
      <w:r>
        <w:rPr>
          <w:i/>
          <w:iCs/>
        </w:rPr>
        <w:t>l</w:t>
      </w:r>
      <w:r w:rsidR="0034078D">
        <w:rPr>
          <w:i/>
          <w:iCs/>
        </w:rPr>
        <w:t>’</w:t>
      </w:r>
      <w:r>
        <w:rPr>
          <w:i/>
          <w:iCs/>
        </w:rPr>
        <w:t xml:space="preserve">accoucheuse </w:t>
      </w:r>
      <w:r>
        <w:t>de la vertu</w:t>
      </w:r>
      <w:r w:rsidR="0034078D">
        <w:t xml:space="preserve">, </w:t>
      </w:r>
      <w:r>
        <w:t>comme dit l</w:t>
      </w:r>
      <w:r w:rsidR="0034078D">
        <w:t>’</w:t>
      </w:r>
      <w:r>
        <w:t xml:space="preserve">aimable auteur des </w:t>
      </w:r>
      <w:r>
        <w:rPr>
          <w:i/>
          <w:iCs/>
        </w:rPr>
        <w:t>lettres sur les physionomies</w:t>
      </w:r>
      <w:r w:rsidR="0034078D">
        <w:rPr>
          <w:i/>
          <w:iCs/>
        </w:rPr>
        <w:t>.</w:t>
      </w:r>
    </w:p>
    <w:p w14:paraId="4FC61A14" w14:textId="77777777" w:rsidR="0034078D" w:rsidRDefault="00000000" w:rsidP="0034078D">
      <w:r>
        <w:lastRenderedPageBreak/>
        <w:t>Mais n</w:t>
      </w:r>
      <w:r w:rsidR="0034078D">
        <w:t>’</w:t>
      </w:r>
      <w:r>
        <w:t xml:space="preserve">en </w:t>
      </w:r>
      <w:proofErr w:type="spellStart"/>
      <w:r>
        <w:t>étoit</w:t>
      </w:r>
      <w:proofErr w:type="spellEnd"/>
      <w:r>
        <w:t>-elle pas quelquefois la peste</w:t>
      </w:r>
      <w:r w:rsidR="0034078D">
        <w:t xml:space="preserve">, </w:t>
      </w:r>
      <w:r>
        <w:t>ou l</w:t>
      </w:r>
      <w:r w:rsidR="0034078D">
        <w:t>’</w:t>
      </w:r>
      <w:r>
        <w:t>écueil</w:t>
      </w:r>
      <w:r w:rsidR="0034078D">
        <w:t xml:space="preserve"> ? </w:t>
      </w:r>
      <w:r>
        <w:t>Hélas</w:t>
      </w:r>
      <w:r w:rsidR="0034078D">
        <w:t xml:space="preserve"> ! </w:t>
      </w:r>
      <w:r>
        <w:t xml:space="preserve">dans quelles tristes &amp; déplorables </w:t>
      </w:r>
      <w:proofErr w:type="spellStart"/>
      <w:r>
        <w:t>extrêmités</w:t>
      </w:r>
      <w:proofErr w:type="spellEnd"/>
      <w:r>
        <w:t xml:space="preserve"> nous réduisent la pauvreté</w:t>
      </w:r>
      <w:r w:rsidR="0034078D">
        <w:t xml:space="preserve">, </w:t>
      </w:r>
      <w:r>
        <w:t xml:space="preserve">la </w:t>
      </w:r>
      <w:proofErr w:type="spellStart"/>
      <w:r>
        <w:t>misere</w:t>
      </w:r>
      <w:proofErr w:type="spellEnd"/>
      <w:r w:rsidR="0034078D">
        <w:t xml:space="preserve">, </w:t>
      </w:r>
      <w:r>
        <w:t>la douleur</w:t>
      </w:r>
      <w:r w:rsidR="0034078D">
        <w:t xml:space="preserve">, </w:t>
      </w:r>
      <w:r>
        <w:t>les fers</w:t>
      </w:r>
      <w:r w:rsidR="0034078D">
        <w:t xml:space="preserve"> ! </w:t>
      </w:r>
      <w:r>
        <w:t>L</w:t>
      </w:r>
      <w:r w:rsidR="0034078D">
        <w:t>’</w:t>
      </w:r>
      <w:r>
        <w:t>horreur &amp; le désespoir marchent à leur suite</w:t>
      </w:r>
      <w:r w:rsidR="0034078D">
        <w:t xml:space="preserve"> ; </w:t>
      </w:r>
      <w:r>
        <w:t>l</w:t>
      </w:r>
      <w:r w:rsidR="0034078D">
        <w:t>’</w:t>
      </w:r>
      <w:proofErr w:type="spellStart"/>
      <w:r>
        <w:t>ame</w:t>
      </w:r>
      <w:proofErr w:type="spellEnd"/>
      <w:r>
        <w:t xml:space="preserve"> avilie</w:t>
      </w:r>
      <w:r w:rsidR="0034078D">
        <w:t xml:space="preserve">, </w:t>
      </w:r>
      <w:r>
        <w:t>sans courage</w:t>
      </w:r>
      <w:r w:rsidR="0034078D">
        <w:t xml:space="preserve">, </w:t>
      </w:r>
      <w:r>
        <w:t>n</w:t>
      </w:r>
      <w:r w:rsidR="0034078D">
        <w:t>’</w:t>
      </w:r>
      <w:r>
        <w:t>a plus d</w:t>
      </w:r>
      <w:r w:rsidR="0034078D">
        <w:t>’</w:t>
      </w:r>
      <w:r>
        <w:t>espoir</w:t>
      </w:r>
      <w:r w:rsidR="0034078D">
        <w:t xml:space="preserve">, </w:t>
      </w:r>
      <w:r>
        <w:t>plus de prétentions qu</w:t>
      </w:r>
      <w:r w:rsidR="0034078D">
        <w:t>’</w:t>
      </w:r>
      <w:r>
        <w:t>à la mort</w:t>
      </w:r>
      <w:r w:rsidR="0034078D">
        <w:t xml:space="preserve">. </w:t>
      </w:r>
      <w:r>
        <w:t xml:space="preserve">Rarement la </w:t>
      </w:r>
      <w:proofErr w:type="spellStart"/>
      <w:r>
        <w:t>differe</w:t>
      </w:r>
      <w:proofErr w:type="spellEnd"/>
      <w:r>
        <w:t>-t-elle</w:t>
      </w:r>
      <w:r w:rsidR="0034078D">
        <w:t xml:space="preserve">, </w:t>
      </w:r>
      <w:r>
        <w:t>sans se reprocher</w:t>
      </w:r>
      <w:r w:rsidR="0034078D">
        <w:t xml:space="preserve">, </w:t>
      </w:r>
      <w:r>
        <w:t>ou sa lâcheté</w:t>
      </w:r>
      <w:r w:rsidR="0034078D">
        <w:t xml:space="preserve">, </w:t>
      </w:r>
      <w:r>
        <w:t>ou les préjugés qui la retiennent</w:t>
      </w:r>
      <w:r w:rsidR="0034078D">
        <w:t xml:space="preserve"> : </w:t>
      </w:r>
      <w:r>
        <w:t>regardant le néant comme un bien</w:t>
      </w:r>
      <w:r w:rsidR="0034078D">
        <w:t xml:space="preserve">, </w:t>
      </w:r>
      <w:r>
        <w:t>parce que son être est un mal</w:t>
      </w:r>
      <w:r w:rsidR="0034078D">
        <w:t xml:space="preserve">, </w:t>
      </w:r>
      <w:r>
        <w:t xml:space="preserve">elle se </w:t>
      </w:r>
      <w:r>
        <w:rPr>
          <w:iCs/>
        </w:rPr>
        <w:t>fait u</w:t>
      </w:r>
      <w:r>
        <w:t>n devoir de s</w:t>
      </w:r>
      <w:r w:rsidR="0034078D">
        <w:t>’</w:t>
      </w:r>
      <w:r>
        <w:t>y précipiter</w:t>
      </w:r>
      <w:r w:rsidR="0034078D">
        <w:t xml:space="preserve">. </w:t>
      </w:r>
      <w:r>
        <w:t>Sans doute c</w:t>
      </w:r>
      <w:r w:rsidR="0034078D">
        <w:t>’</w:t>
      </w:r>
      <w:r>
        <w:t>est violer la nature</w:t>
      </w:r>
      <w:r w:rsidR="0034078D">
        <w:t xml:space="preserve">, </w:t>
      </w:r>
      <w:r>
        <w:t>que de la conserver pour son propre tourment</w:t>
      </w:r>
      <w:r w:rsidR="0034078D">
        <w:t xml:space="preserve">. </w:t>
      </w:r>
      <w:r>
        <w:t>J</w:t>
      </w:r>
      <w:r w:rsidR="0034078D">
        <w:t>’</w:t>
      </w:r>
      <w:r>
        <w:t>ai vu les plus saints personnages</w:t>
      </w:r>
      <w:r w:rsidR="0034078D">
        <w:t xml:space="preserve">, </w:t>
      </w:r>
      <w:r>
        <w:t xml:space="preserve">les plus fortes </w:t>
      </w:r>
      <w:proofErr w:type="spellStart"/>
      <w:r>
        <w:t>ames</w:t>
      </w:r>
      <w:proofErr w:type="spellEnd"/>
      <w:r w:rsidR="0034078D">
        <w:t xml:space="preserve">, </w:t>
      </w:r>
      <w:r>
        <w:t xml:space="preserve">forcées de </w:t>
      </w:r>
      <w:proofErr w:type="spellStart"/>
      <w:r>
        <w:t>desirer</w:t>
      </w:r>
      <w:proofErr w:type="spellEnd"/>
      <w:r>
        <w:t xml:space="preserve"> </w:t>
      </w:r>
      <w:r>
        <w:rPr>
          <w:bCs/>
        </w:rPr>
        <w:t xml:space="preserve">la </w:t>
      </w:r>
      <w:r>
        <w:t>mort</w:t>
      </w:r>
      <w:r w:rsidR="0034078D">
        <w:t xml:space="preserve">, </w:t>
      </w:r>
      <w:r>
        <w:t>&amp; leurs amis l</w:t>
      </w:r>
      <w:r w:rsidR="0034078D">
        <w:t>’</w:t>
      </w:r>
      <w:r>
        <w:t>implorer pour eux</w:t>
      </w:r>
      <w:r w:rsidR="0034078D">
        <w:t xml:space="preserve">. </w:t>
      </w:r>
      <w:r>
        <w:t xml:space="preserve">La triste destinée du grand </w:t>
      </w:r>
      <w:r w:rsidR="0034078D">
        <w:t>Boer</w:t>
      </w:r>
      <w:r>
        <w:t xml:space="preserve">haave en </w:t>
      </w:r>
      <w:r>
        <w:rPr>
          <w:iCs/>
        </w:rPr>
        <w:t>fai</w:t>
      </w:r>
      <w:r>
        <w:t>t foi</w:t>
      </w:r>
      <w:r w:rsidR="0034078D">
        <w:t xml:space="preserve">. </w:t>
      </w:r>
      <w:r>
        <w:t>Lorsque la vie est absolument sans aucun bien</w:t>
      </w:r>
      <w:r w:rsidR="0034078D">
        <w:t xml:space="preserve">, </w:t>
      </w:r>
      <w:r>
        <w:t>&amp; qu</w:t>
      </w:r>
      <w:r w:rsidR="0034078D">
        <w:t>’</w:t>
      </w:r>
      <w:r>
        <w:t>au contraire elle est assiégée d</w:t>
      </w:r>
      <w:r w:rsidR="0034078D">
        <w:t>’</w:t>
      </w:r>
      <w:r>
        <w:t xml:space="preserve">une </w:t>
      </w:r>
      <w:r>
        <w:rPr>
          <w:iCs/>
        </w:rPr>
        <w:t>foule</w:t>
      </w:r>
      <w:r>
        <w:t xml:space="preserve"> de maux terribles</w:t>
      </w:r>
      <w:r w:rsidR="0034078D">
        <w:t xml:space="preserve">, </w:t>
      </w:r>
      <w:r>
        <w:t>faut-il attendre une mort ignominieuse</w:t>
      </w:r>
      <w:r w:rsidR="0034078D">
        <w:t> ?</w:t>
      </w:r>
    </w:p>
    <w:p w14:paraId="133B22B1" w14:textId="77777777" w:rsidR="0034078D" w:rsidRDefault="00000000" w:rsidP="0034078D">
      <w:r>
        <w:t>Je ne prétends pas dire qu</w:t>
      </w:r>
      <w:r w:rsidR="0034078D">
        <w:t>’</w:t>
      </w:r>
      <w:r>
        <w:t xml:space="preserve">on ne doive pas supporter la </w:t>
      </w:r>
      <w:r>
        <w:rPr>
          <w:iCs/>
        </w:rPr>
        <w:t>pauvreté</w:t>
      </w:r>
      <w:r>
        <w:t xml:space="preserve"> &amp; la douleur</w:t>
      </w:r>
      <w:r w:rsidR="0034078D">
        <w:t xml:space="preserve"> ; </w:t>
      </w:r>
      <w:r>
        <w:t>il faut se plier à la dureté des temps</w:t>
      </w:r>
      <w:r w:rsidR="0034078D">
        <w:t xml:space="preserve">. </w:t>
      </w:r>
      <w:r>
        <w:t xml:space="preserve">Tous ces </w:t>
      </w:r>
      <w:proofErr w:type="spellStart"/>
      <w:r>
        <w:t>momens</w:t>
      </w:r>
      <w:proofErr w:type="spellEnd"/>
      <w:r>
        <w:t xml:space="preserve"> de courage</w:t>
      </w:r>
      <w:r w:rsidR="0034078D">
        <w:t xml:space="preserve"> (</w:t>
      </w:r>
      <w:r>
        <w:t>ou plutôt de fureur</w:t>
      </w:r>
      <w:r w:rsidR="0034078D">
        <w:t xml:space="preserve">) </w:t>
      </w:r>
      <w:r>
        <w:t>tant vantés</w:t>
      </w:r>
      <w:r w:rsidR="0034078D">
        <w:t xml:space="preserve">, </w:t>
      </w:r>
      <w:r>
        <w:t>ne viennent souvent que pour dispenser un lâche d</w:t>
      </w:r>
      <w:r w:rsidR="0034078D">
        <w:t>’</w:t>
      </w:r>
      <w:r>
        <w:t>en avoir toute sa vie</w:t>
      </w:r>
      <w:r w:rsidR="0034078D">
        <w:t xml:space="preserve">. </w:t>
      </w:r>
      <w:r>
        <w:t>Sophisme captieux</w:t>
      </w:r>
      <w:r w:rsidR="0034078D">
        <w:t xml:space="preserve">, </w:t>
      </w:r>
      <w:r>
        <w:t xml:space="preserve">enthousiasme </w:t>
      </w:r>
      <w:proofErr w:type="spellStart"/>
      <w:r>
        <w:t>poëtique</w:t>
      </w:r>
      <w:proofErr w:type="spellEnd"/>
      <w:r w:rsidR="0034078D">
        <w:t xml:space="preserve">, </w:t>
      </w:r>
      <w:r>
        <w:t>petite grandeur d</w:t>
      </w:r>
      <w:r w:rsidR="0034078D">
        <w:t>’</w:t>
      </w:r>
      <w:proofErr w:type="spellStart"/>
      <w:r>
        <w:t>ame</w:t>
      </w:r>
      <w:proofErr w:type="spellEnd"/>
      <w:r w:rsidR="0034078D">
        <w:t xml:space="preserve">, </w:t>
      </w:r>
      <w:r>
        <w:t>tout ce qui a été dit en faveur du suicide</w:t>
      </w:r>
      <w:r w:rsidR="0034078D">
        <w:t> !</w:t>
      </w:r>
    </w:p>
    <w:p w14:paraId="6B428122" w14:textId="77777777" w:rsidR="0034078D" w:rsidRDefault="00000000" w:rsidP="0034078D">
      <w:r>
        <w:t xml:space="preserve">Voilà certes un grand courage &amp; une </w:t>
      </w:r>
      <w:proofErr w:type="spellStart"/>
      <w:r>
        <w:t>ame</w:t>
      </w:r>
      <w:proofErr w:type="spellEnd"/>
      <w:r>
        <w:t xml:space="preserve"> bien forte dans les revers</w:t>
      </w:r>
      <w:r w:rsidR="0034078D">
        <w:t xml:space="preserve">, </w:t>
      </w:r>
      <w:r>
        <w:t>qui ne peut supporter la pauvreté</w:t>
      </w:r>
      <w:r w:rsidR="0034078D">
        <w:t xml:space="preserve"> ! </w:t>
      </w:r>
      <w:r>
        <w:t xml:space="preserve">Et comment se peut-il que ceux qui </w:t>
      </w:r>
      <w:proofErr w:type="spellStart"/>
      <w:r>
        <w:t>one</w:t>
      </w:r>
      <w:proofErr w:type="spellEnd"/>
      <w:r>
        <w:t xml:space="preserve"> montré tant de vigueur dans le sein des richesses</w:t>
      </w:r>
      <w:r w:rsidR="0034078D">
        <w:t xml:space="preserve">, </w:t>
      </w:r>
      <w:r>
        <w:t xml:space="preserve">la perdent dans celui de la </w:t>
      </w:r>
      <w:proofErr w:type="spellStart"/>
      <w:r>
        <w:t>misere</w:t>
      </w:r>
      <w:proofErr w:type="spellEnd"/>
      <w:r w:rsidR="0034078D">
        <w:t xml:space="preserve"> ? </w:t>
      </w:r>
      <w:r>
        <w:t xml:space="preserve">Et </w:t>
      </w:r>
      <w:proofErr w:type="spellStart"/>
      <w:r>
        <w:t>sur-tout</w:t>
      </w:r>
      <w:proofErr w:type="spellEnd"/>
      <w:r>
        <w:t xml:space="preserve"> que tel qui s</w:t>
      </w:r>
      <w:r w:rsidR="0034078D">
        <w:t>’</w:t>
      </w:r>
      <w:proofErr w:type="spellStart"/>
      <w:r>
        <w:t>étoit</w:t>
      </w:r>
      <w:proofErr w:type="spellEnd"/>
      <w:r>
        <w:t xml:space="preserve"> élevé il n</w:t>
      </w:r>
      <w:r w:rsidR="0034078D">
        <w:t>’</w:t>
      </w:r>
      <w:r>
        <w:t>y a qu</w:t>
      </w:r>
      <w:r w:rsidR="0034078D">
        <w:t>’</w:t>
      </w:r>
      <w:r>
        <w:t>un moment au-dessus de l</w:t>
      </w:r>
      <w:r w:rsidR="0034078D">
        <w:t>’</w:t>
      </w:r>
      <w:r>
        <w:t>humanité</w:t>
      </w:r>
      <w:r w:rsidR="0034078D">
        <w:t xml:space="preserve">, </w:t>
      </w:r>
      <w:r>
        <w:t xml:space="preserve">pour qui la douleur &amp; la pauvreté </w:t>
      </w:r>
      <w:r>
        <w:rPr>
          <w:bCs/>
        </w:rPr>
        <w:t>n</w:t>
      </w:r>
      <w:r w:rsidR="0034078D">
        <w:rPr>
          <w:bCs/>
        </w:rPr>
        <w:t>’</w:t>
      </w:r>
      <w:proofErr w:type="spellStart"/>
      <w:r>
        <w:rPr>
          <w:bCs/>
        </w:rPr>
        <w:t>étoient</w:t>
      </w:r>
      <w:proofErr w:type="spellEnd"/>
      <w:r>
        <w:rPr>
          <w:bCs/>
        </w:rPr>
        <w:t xml:space="preserve"> point un mal</w:t>
      </w:r>
      <w:r w:rsidR="0034078D">
        <w:rPr>
          <w:bCs/>
        </w:rPr>
        <w:t xml:space="preserve">, </w:t>
      </w:r>
      <w:r>
        <w:rPr>
          <w:bCs/>
        </w:rPr>
        <w:t xml:space="preserve">ne se </w:t>
      </w:r>
      <w:r>
        <w:t xml:space="preserve">souvenant </w:t>
      </w:r>
      <w:r>
        <w:rPr>
          <w:bCs/>
        </w:rPr>
        <w:t xml:space="preserve">plus de son </w:t>
      </w:r>
      <w:proofErr w:type="spellStart"/>
      <w:r>
        <w:t>systême</w:t>
      </w:r>
      <w:proofErr w:type="spellEnd"/>
      <w:r w:rsidR="0034078D">
        <w:t xml:space="preserve">, </w:t>
      </w:r>
      <w:r>
        <w:t>conseille le suicide</w:t>
      </w:r>
      <w:r w:rsidR="0034078D">
        <w:t> ! « </w:t>
      </w:r>
      <w:r>
        <w:t>Tu pleures</w:t>
      </w:r>
      <w:r w:rsidR="0034078D">
        <w:t xml:space="preserve">, </w:t>
      </w:r>
      <w:r>
        <w:rPr>
          <w:bCs/>
        </w:rPr>
        <w:t xml:space="preserve">dit </w:t>
      </w:r>
      <w:r>
        <w:t xml:space="preserve">mon </w:t>
      </w:r>
      <w:r>
        <w:rPr>
          <w:bCs/>
        </w:rPr>
        <w:t>Stoïcien</w:t>
      </w:r>
      <w:r w:rsidR="0034078D">
        <w:rPr>
          <w:bCs/>
        </w:rPr>
        <w:t xml:space="preserve">, </w:t>
      </w:r>
      <w:r>
        <w:rPr>
          <w:bCs/>
        </w:rPr>
        <w:t xml:space="preserve">parce que le pain te </w:t>
      </w:r>
      <w:r>
        <w:t>manque</w:t>
      </w:r>
      <w:r w:rsidR="0034078D">
        <w:t xml:space="preserve"> ! </w:t>
      </w:r>
      <w:r>
        <w:t>&amp; que t</w:t>
      </w:r>
      <w:r w:rsidR="0034078D">
        <w:t>’</w:t>
      </w:r>
      <w:r>
        <w:t>importe</w:t>
      </w:r>
      <w:r w:rsidR="0034078D">
        <w:t xml:space="preserve">, </w:t>
      </w:r>
      <w:r>
        <w:t xml:space="preserve">puisque les moyens de </w:t>
      </w:r>
      <w:r>
        <w:rPr>
          <w:bCs/>
        </w:rPr>
        <w:t xml:space="preserve">mourir </w:t>
      </w:r>
      <w:r>
        <w:t>ne te manquent pas</w:t>
      </w:r>
      <w:r w:rsidR="0034078D">
        <w:t xml:space="preserve"> ? </w:t>
      </w:r>
      <w:r>
        <w:t>pour un moyen de venir au monde</w:t>
      </w:r>
      <w:r w:rsidR="0034078D">
        <w:t xml:space="preserve">, </w:t>
      </w:r>
      <w:r>
        <w:t xml:space="preserve">la </w:t>
      </w:r>
      <w:r>
        <w:lastRenderedPageBreak/>
        <w:t>nature</w:t>
      </w:r>
      <w:r w:rsidR="0034078D">
        <w:t xml:space="preserve">, </w:t>
      </w:r>
      <w:r>
        <w:t>qui ne retient personne</w:t>
      </w:r>
      <w:r w:rsidR="0034078D">
        <w:t xml:space="preserve">, </w:t>
      </w:r>
      <w:r>
        <w:t>t</w:t>
      </w:r>
      <w:r w:rsidR="0034078D">
        <w:t>’</w:t>
      </w:r>
      <w:r>
        <w:t>en offre cent d</w:t>
      </w:r>
      <w:r w:rsidR="0034078D">
        <w:t>’</w:t>
      </w:r>
      <w:r>
        <w:t>en sortir</w:t>
      </w:r>
      <w:r w:rsidR="0034078D">
        <w:t xml:space="preserve"> ». </w:t>
      </w:r>
      <w:r>
        <w:t>Et un moment auparavant</w:t>
      </w:r>
      <w:r w:rsidR="0034078D">
        <w:t xml:space="preserve">, </w:t>
      </w:r>
      <w:r>
        <w:t xml:space="preserve">on ne </w:t>
      </w:r>
      <w:proofErr w:type="spellStart"/>
      <w:r>
        <w:t>pouvoit</w:t>
      </w:r>
      <w:proofErr w:type="spellEnd"/>
      <w:r>
        <w:t xml:space="preserve"> être malheureux dans l</w:t>
      </w:r>
      <w:r w:rsidR="0034078D">
        <w:t>’</w:t>
      </w:r>
      <w:r>
        <w:t>indigence avec de la vertu</w:t>
      </w:r>
      <w:r w:rsidR="0034078D">
        <w:t xml:space="preserve"> ! </w:t>
      </w:r>
      <w:r>
        <w:t>Je t</w:t>
      </w:r>
      <w:r w:rsidR="0034078D">
        <w:t>’</w:t>
      </w:r>
      <w:r>
        <w:t>entends</w:t>
      </w:r>
      <w:r w:rsidR="0034078D">
        <w:t xml:space="preserve"> ; </w:t>
      </w:r>
      <w:r>
        <w:t>c</w:t>
      </w:r>
      <w:r w:rsidR="0034078D">
        <w:t>’</w:t>
      </w:r>
      <w:r>
        <w:t>est que cette vertu consiste apparemment plus à secouer le joug</w:t>
      </w:r>
      <w:r w:rsidR="0034078D">
        <w:t xml:space="preserve">, </w:t>
      </w:r>
      <w:r>
        <w:t>lorsqu</w:t>
      </w:r>
      <w:r w:rsidR="0034078D">
        <w:t>’</w:t>
      </w:r>
      <w:r>
        <w:t>il est très difficile à porter</w:t>
      </w:r>
      <w:r w:rsidR="0034078D">
        <w:t xml:space="preserve">, </w:t>
      </w:r>
      <w:r>
        <w:t>qu</w:t>
      </w:r>
      <w:r w:rsidR="0034078D">
        <w:t>’</w:t>
      </w:r>
      <w:r>
        <w:t>à le porter</w:t>
      </w:r>
      <w:r w:rsidR="0034078D">
        <w:t xml:space="preserve">, </w:t>
      </w:r>
      <w:proofErr w:type="spellStart"/>
      <w:r>
        <w:t>lors</w:t>
      </w:r>
      <w:proofErr w:type="spellEnd"/>
      <w:r>
        <w:t xml:space="preserve"> même que cela ne coûte pas beaucoup de peine</w:t>
      </w:r>
      <w:r w:rsidR="0034078D">
        <w:t>.</w:t>
      </w:r>
    </w:p>
    <w:p w14:paraId="2EB665F9" w14:textId="77777777" w:rsidR="0034078D" w:rsidRDefault="00000000" w:rsidP="0034078D">
      <w:r>
        <w:t>Faire parade d</w:t>
      </w:r>
      <w:r w:rsidR="0034078D">
        <w:t>’</w:t>
      </w:r>
      <w:r>
        <w:t xml:space="preserve">un courage qui enfle nos </w:t>
      </w:r>
      <w:proofErr w:type="spellStart"/>
      <w:r>
        <w:t>ames</w:t>
      </w:r>
      <w:proofErr w:type="spellEnd"/>
      <w:r w:rsidR="0034078D">
        <w:t xml:space="preserve">, </w:t>
      </w:r>
      <w:r>
        <w:t>&amp; s</w:t>
      </w:r>
      <w:r w:rsidR="0034078D">
        <w:t>’</w:t>
      </w:r>
      <w:r>
        <w:t>arrête ainsi dans le plus beau chemin</w:t>
      </w:r>
      <w:r w:rsidR="0034078D">
        <w:t xml:space="preserve"> ! </w:t>
      </w:r>
      <w:r>
        <w:t>dire que la pauvreté &amp; la maladie ne sont point des maux</w:t>
      </w:r>
      <w:r w:rsidR="0034078D">
        <w:t xml:space="preserve">, </w:t>
      </w:r>
      <w:r>
        <w:t>&amp; vouloir qu</w:t>
      </w:r>
      <w:r w:rsidR="0034078D">
        <w:t>’</w:t>
      </w:r>
      <w:r>
        <w:t>on se tue pour s</w:t>
      </w:r>
      <w:r w:rsidR="0034078D">
        <w:t>’</w:t>
      </w:r>
      <w:r>
        <w:t>en délivrer</w:t>
      </w:r>
      <w:r w:rsidR="0034078D">
        <w:t xml:space="preserve"> ! </w:t>
      </w:r>
      <w:r>
        <w:t>ce n</w:t>
      </w:r>
      <w:r w:rsidR="0034078D">
        <w:t>’</w:t>
      </w:r>
      <w:r>
        <w:t>est pas la seule contradiction digne d</w:t>
      </w:r>
      <w:r w:rsidR="0034078D">
        <w:t>’</w:t>
      </w:r>
      <w:r>
        <w:t>un bel esprit</w:t>
      </w:r>
      <w:r w:rsidR="0034078D">
        <w:t xml:space="preserve">. </w:t>
      </w:r>
      <w:r>
        <w:t>Notre païen ne prétend-il pas encore que la principale affaire d</w:t>
      </w:r>
      <w:r w:rsidR="0034078D">
        <w:t>’</w:t>
      </w:r>
      <w:r>
        <w:t>un philosophe</w:t>
      </w:r>
      <w:r w:rsidR="0034078D">
        <w:t xml:space="preserve">, </w:t>
      </w:r>
      <w:r>
        <w:t>est d</w:t>
      </w:r>
      <w:r w:rsidR="0034078D">
        <w:t>’</w:t>
      </w:r>
      <w:r>
        <w:t>apprendre tous les jours à mourir</w:t>
      </w:r>
      <w:r w:rsidR="0034078D">
        <w:t xml:space="preserve">. </w:t>
      </w:r>
      <w:r>
        <w:t>Or c</w:t>
      </w:r>
      <w:r w:rsidR="0034078D">
        <w:t>’</w:t>
      </w:r>
      <w:r>
        <w:t>est aller sur les brisées du christianisme</w:t>
      </w:r>
      <w:r w:rsidR="0034078D">
        <w:t xml:space="preserve">. </w:t>
      </w:r>
      <w:r>
        <w:t>Lorsqu</w:t>
      </w:r>
      <w:r w:rsidR="0034078D">
        <w:t>’</w:t>
      </w:r>
      <w:r>
        <w:t>on ne craint &amp; ne croit pas même les suites de la mort</w:t>
      </w:r>
      <w:r w:rsidR="0034078D">
        <w:t xml:space="preserve">, </w:t>
      </w:r>
      <w:r>
        <w:t>si on ne meurt pas toujours trop tôt</w:t>
      </w:r>
      <w:r w:rsidR="0034078D">
        <w:t>, (</w:t>
      </w:r>
      <w:r>
        <w:t>car je ne vois pas qu</w:t>
      </w:r>
      <w:r w:rsidR="0034078D">
        <w:t>’</w:t>
      </w:r>
      <w:r>
        <w:t>on ait rien de mieux à faire que de vivre</w:t>
      </w:r>
      <w:r w:rsidR="0034078D">
        <w:t xml:space="preserve">) </w:t>
      </w:r>
      <w:r>
        <w:t xml:space="preserve">du moins ne doit-on pas plus </w:t>
      </w:r>
      <w:proofErr w:type="spellStart"/>
      <w:r>
        <w:t>desirer</w:t>
      </w:r>
      <w:proofErr w:type="spellEnd"/>
      <w:r w:rsidR="0034078D">
        <w:t xml:space="preserve">, </w:t>
      </w:r>
      <w:r>
        <w:t>que craindre le ciseau d</w:t>
      </w:r>
      <w:r w:rsidR="0034078D">
        <w:t>’</w:t>
      </w:r>
      <w:r>
        <w:t>Atropos</w:t>
      </w:r>
      <w:r w:rsidR="0034078D">
        <w:t xml:space="preserve">. </w:t>
      </w:r>
      <w:r>
        <w:t>Il faut lui laisser couper le fil</w:t>
      </w:r>
      <w:r w:rsidR="0034078D">
        <w:t xml:space="preserve">, </w:t>
      </w:r>
      <w:r>
        <w:t>quand elle voudra</w:t>
      </w:r>
      <w:r w:rsidR="0034078D">
        <w:t xml:space="preserve">, </w:t>
      </w:r>
      <w:r>
        <w:t>&amp; ne point s</w:t>
      </w:r>
      <w:r w:rsidR="0034078D">
        <w:t>’</w:t>
      </w:r>
      <w:r>
        <w:t>en mettre en peine</w:t>
      </w:r>
      <w:r w:rsidR="0034078D">
        <w:t xml:space="preserve"> ; </w:t>
      </w:r>
      <w:r>
        <w:t>soit que cela se fasse machinalement</w:t>
      </w:r>
      <w:r w:rsidR="0034078D">
        <w:t xml:space="preserve">, </w:t>
      </w:r>
      <w:r>
        <w:t>ou par raison</w:t>
      </w:r>
      <w:r w:rsidR="0034078D">
        <w:t xml:space="preserve">, </w:t>
      </w:r>
      <w:r>
        <w:t>ou qu</w:t>
      </w:r>
      <w:r w:rsidR="0034078D">
        <w:t>’</w:t>
      </w:r>
      <w:r>
        <w:t>on soit tellement emporté par le tourbillon des plaisirs</w:t>
      </w:r>
      <w:r w:rsidR="0034078D">
        <w:t xml:space="preserve">, </w:t>
      </w:r>
      <w:r>
        <w:t>qu</w:t>
      </w:r>
      <w:r w:rsidR="0034078D">
        <w:t>’</w:t>
      </w:r>
      <w:r>
        <w:t>on n</w:t>
      </w:r>
      <w:r w:rsidR="0034078D">
        <w:t>’</w:t>
      </w:r>
      <w:r>
        <w:t>ait pas le temps d</w:t>
      </w:r>
      <w:r w:rsidR="0034078D">
        <w:t>’</w:t>
      </w:r>
      <w:r>
        <w:t>y songer</w:t>
      </w:r>
      <w:r w:rsidR="0034078D">
        <w:t xml:space="preserve">, </w:t>
      </w:r>
      <w:r>
        <w:t>il n</w:t>
      </w:r>
      <w:r w:rsidR="0034078D">
        <w:t>’</w:t>
      </w:r>
      <w:r>
        <w:t>importe</w:t>
      </w:r>
      <w:r w:rsidR="0034078D">
        <w:t xml:space="preserve">, </w:t>
      </w:r>
      <w:r>
        <w:t>pourvu qu</w:t>
      </w:r>
      <w:r w:rsidR="0034078D">
        <w:t>’</w:t>
      </w:r>
      <w:r>
        <w:t>on n</w:t>
      </w:r>
      <w:r w:rsidR="0034078D">
        <w:t>’</w:t>
      </w:r>
      <w:r>
        <w:t>ait aucune inquiétude</w:t>
      </w:r>
      <w:r w:rsidR="0034078D">
        <w:t xml:space="preserve">. </w:t>
      </w:r>
      <w:r>
        <w:t>J</w:t>
      </w:r>
      <w:r w:rsidR="0034078D">
        <w:t>’</w:t>
      </w:r>
      <w:r>
        <w:t>aime autant n</w:t>
      </w:r>
      <w:r w:rsidR="0034078D">
        <w:t>’</w:t>
      </w:r>
      <w:r>
        <w:t>avoir jamais l</w:t>
      </w:r>
      <w:r w:rsidR="0034078D">
        <w:t>’</w:t>
      </w:r>
      <w:r>
        <w:t>idée de la mort</w:t>
      </w:r>
      <w:r w:rsidR="0034078D">
        <w:t xml:space="preserve">, </w:t>
      </w:r>
      <w:r>
        <w:t>si elle m</w:t>
      </w:r>
      <w:r w:rsidR="0034078D">
        <w:t>’</w:t>
      </w:r>
      <w:r>
        <w:t>importune</w:t>
      </w:r>
      <w:r w:rsidR="0034078D">
        <w:t xml:space="preserve">, </w:t>
      </w:r>
      <w:r>
        <w:t>ou m</w:t>
      </w:r>
      <w:r w:rsidR="0034078D">
        <w:t>’</w:t>
      </w:r>
      <w:r>
        <w:t>effraie</w:t>
      </w:r>
      <w:r w:rsidR="0034078D">
        <w:t xml:space="preserve">, </w:t>
      </w:r>
      <w:r>
        <w:t xml:space="preserve">comme elle </w:t>
      </w:r>
      <w:proofErr w:type="spellStart"/>
      <w:r>
        <w:t>effrayoit</w:t>
      </w:r>
      <w:proofErr w:type="spellEnd"/>
      <w:r>
        <w:t xml:space="preserve"> Cicéron</w:t>
      </w:r>
      <w:r w:rsidR="0034078D">
        <w:t xml:space="preserve">, </w:t>
      </w:r>
      <w:r>
        <w:t>que l</w:t>
      </w:r>
      <w:r w:rsidR="0034078D">
        <w:t>’</w:t>
      </w:r>
      <w:r>
        <w:t>honneur d</w:t>
      </w:r>
      <w:r w:rsidR="0034078D">
        <w:t>’</w:t>
      </w:r>
      <w:r>
        <w:t>être en présence &amp; de la braver</w:t>
      </w:r>
      <w:r w:rsidR="0034078D">
        <w:t xml:space="preserve">. </w:t>
      </w:r>
      <w:r>
        <w:t xml:space="preserve">La </w:t>
      </w:r>
      <w:proofErr w:type="spellStart"/>
      <w:r>
        <w:t>faulx</w:t>
      </w:r>
      <w:proofErr w:type="spellEnd"/>
      <w:r>
        <w:t xml:space="preserve"> est levée pour tous les hommes</w:t>
      </w:r>
      <w:r w:rsidR="0034078D">
        <w:t xml:space="preserve">, </w:t>
      </w:r>
      <w:r>
        <w:t>je m</w:t>
      </w:r>
      <w:r w:rsidR="0034078D">
        <w:t>’</w:t>
      </w:r>
      <w:r>
        <w:t>y soumets</w:t>
      </w:r>
      <w:r w:rsidR="0034078D">
        <w:t xml:space="preserve"> ; </w:t>
      </w:r>
      <w:r>
        <w:t>c</w:t>
      </w:r>
      <w:r w:rsidR="0034078D">
        <w:t>’</w:t>
      </w:r>
      <w:r>
        <w:t>est au vulgaire à trembler</w:t>
      </w:r>
      <w:r w:rsidR="0034078D">
        <w:t xml:space="preserve"> ; </w:t>
      </w:r>
      <w:r>
        <w:t>il est aussi ridicule à qui n</w:t>
      </w:r>
      <w:r w:rsidR="0034078D">
        <w:t>’</w:t>
      </w:r>
      <w:r>
        <w:t>admet qu</w:t>
      </w:r>
      <w:r w:rsidR="0034078D">
        <w:t>’</w:t>
      </w:r>
      <w:r>
        <w:t>une vie</w:t>
      </w:r>
      <w:r w:rsidR="0034078D">
        <w:t xml:space="preserve"> (</w:t>
      </w:r>
      <w:r>
        <w:t>qu</w:t>
      </w:r>
      <w:r w:rsidR="0034078D">
        <w:t>’</w:t>
      </w:r>
      <w:r>
        <w:t>il trouve belle &amp; bonne</w:t>
      </w:r>
      <w:r w:rsidR="0034078D">
        <w:t xml:space="preserve">, </w:t>
      </w:r>
      <w:r>
        <w:t>s</w:t>
      </w:r>
      <w:r w:rsidR="0034078D">
        <w:t>’</w:t>
      </w:r>
      <w:r>
        <w:t>il n</w:t>
      </w:r>
      <w:r w:rsidR="0034078D">
        <w:t>’</w:t>
      </w:r>
      <w:r>
        <w:t>est pas hypocondriaque</w:t>
      </w:r>
      <w:r w:rsidR="0034078D">
        <w:t xml:space="preserve">) </w:t>
      </w:r>
      <w:r>
        <w:t>de se préparer à recevoir le coup qu</w:t>
      </w:r>
      <w:r w:rsidR="0034078D">
        <w:t>’</w:t>
      </w:r>
      <w:r>
        <w:t>il ne craint point</w:t>
      </w:r>
      <w:r w:rsidR="0034078D">
        <w:t xml:space="preserve">, </w:t>
      </w:r>
      <w:r>
        <w:t>que de l</w:t>
      </w:r>
      <w:r w:rsidR="0034078D">
        <w:t>’</w:t>
      </w:r>
      <w:r>
        <w:t>accélérer</w:t>
      </w:r>
      <w:r w:rsidR="0034078D">
        <w:t xml:space="preserve">, </w:t>
      </w:r>
      <w:r>
        <w:t>lorsque la vie non-seulement est supportable</w:t>
      </w:r>
      <w:r w:rsidR="0034078D">
        <w:t xml:space="preserve">, </w:t>
      </w:r>
      <w:r>
        <w:t>mais pleine d</w:t>
      </w:r>
      <w:r w:rsidR="0034078D">
        <w:t>’</w:t>
      </w:r>
      <w:proofErr w:type="spellStart"/>
      <w:r>
        <w:t>agrémens</w:t>
      </w:r>
      <w:proofErr w:type="spellEnd"/>
      <w:r w:rsidR="0034078D">
        <w:t>.</w:t>
      </w:r>
    </w:p>
    <w:p w14:paraId="1E680EE3" w14:textId="77777777" w:rsidR="0034078D" w:rsidRDefault="00000000" w:rsidP="0034078D">
      <w:r>
        <w:t>Quelle folie de préférer la mort au plus délicieux train de vie</w:t>
      </w:r>
      <w:r w:rsidR="0034078D">
        <w:t xml:space="preserve"> ! </w:t>
      </w:r>
      <w:r>
        <w:t>de croire</w:t>
      </w:r>
      <w:r w:rsidR="0034078D">
        <w:t xml:space="preserve">, </w:t>
      </w:r>
      <w:r>
        <w:t xml:space="preserve">que qui ne peut mener une vie solitaire &amp; </w:t>
      </w:r>
      <w:r>
        <w:lastRenderedPageBreak/>
        <w:t>philosophique</w:t>
      </w:r>
      <w:r w:rsidR="0034078D">
        <w:t xml:space="preserve">, </w:t>
      </w:r>
      <w:r>
        <w:t>ne puisse être heureux</w:t>
      </w:r>
      <w:r w:rsidR="0034078D">
        <w:t xml:space="preserve">, </w:t>
      </w:r>
      <w:r>
        <w:t>&amp; doive en conséquence quitter la vie</w:t>
      </w:r>
      <w:r w:rsidR="0034078D">
        <w:t xml:space="preserve">, </w:t>
      </w:r>
      <w:r>
        <w:t>plutôt que de porter des chaînes de fleurs</w:t>
      </w:r>
      <w:r w:rsidR="0034078D">
        <w:t xml:space="preserve"> ! </w:t>
      </w:r>
      <w:r>
        <w:t>De bonne foi</w:t>
      </w:r>
      <w:r w:rsidR="0034078D">
        <w:t xml:space="preserve">, </w:t>
      </w:r>
      <w:proofErr w:type="spellStart"/>
      <w:r>
        <w:t>Séneque</w:t>
      </w:r>
      <w:proofErr w:type="spellEnd"/>
      <w:r>
        <w:t xml:space="preserve"> a-t-il pu sérieusement conseiller la mort à un ami aussi puissant</w:t>
      </w:r>
      <w:r w:rsidR="0034078D">
        <w:t xml:space="preserve">, </w:t>
      </w:r>
      <w:r>
        <w:t>aussi élevé en dignités</w:t>
      </w:r>
      <w:r w:rsidR="0034078D">
        <w:t xml:space="preserve">, </w:t>
      </w:r>
      <w:r>
        <w:t>aussi riche &amp; entouré de plaisirs que Lucilius</w:t>
      </w:r>
      <w:r w:rsidR="0034078D">
        <w:t xml:space="preserve">, </w:t>
      </w:r>
      <w:r>
        <w:t>à qui ses lettres sont adressées</w:t>
      </w:r>
      <w:r w:rsidR="0034078D">
        <w:t xml:space="preserve">, </w:t>
      </w:r>
      <w:r>
        <w:t>sous prétexte que tant d</w:t>
      </w:r>
      <w:r w:rsidR="0034078D">
        <w:t>’</w:t>
      </w:r>
      <w:r>
        <w:t>honneurs &amp; de voluptés sont un trop petit fardeau</w:t>
      </w:r>
      <w:r w:rsidR="0034078D">
        <w:t xml:space="preserve"> ? </w:t>
      </w:r>
      <w:r>
        <w:t>Mais Montagne lui-même</w:t>
      </w:r>
      <w:r w:rsidR="0034078D">
        <w:t xml:space="preserve">, </w:t>
      </w:r>
      <w:r>
        <w:t>qui a été si vivement frappé de ce goût surprenant pour la mort</w:t>
      </w:r>
      <w:r w:rsidR="0034078D">
        <w:t xml:space="preserve">, </w:t>
      </w:r>
      <w:r>
        <w:t>n</w:t>
      </w:r>
      <w:r w:rsidR="0034078D">
        <w:t>’</w:t>
      </w:r>
      <w:r>
        <w:t>est pas pardonnable</w:t>
      </w:r>
      <w:r w:rsidR="0034078D">
        <w:t xml:space="preserve">, </w:t>
      </w:r>
      <w:r>
        <w:t>ce me semble</w:t>
      </w:r>
      <w:r w:rsidR="0034078D">
        <w:t xml:space="preserve">, </w:t>
      </w:r>
      <w:r>
        <w:t>d</w:t>
      </w:r>
      <w:r w:rsidR="0034078D">
        <w:t>’</w:t>
      </w:r>
      <w:r>
        <w:t>avoir cru</w:t>
      </w:r>
      <w:r w:rsidR="0034078D">
        <w:t xml:space="preserve">, </w:t>
      </w:r>
      <w:r>
        <w:t>comme les Stoïciens</w:t>
      </w:r>
      <w:r w:rsidR="0034078D">
        <w:t xml:space="preserve">, </w:t>
      </w:r>
      <w:r>
        <w:t xml:space="preserve">que la mort </w:t>
      </w:r>
      <w:proofErr w:type="spellStart"/>
      <w:r>
        <w:t>devoit</w:t>
      </w:r>
      <w:proofErr w:type="spellEnd"/>
      <w:r>
        <w:t xml:space="preserve"> faire la principale étude d</w:t>
      </w:r>
      <w:r w:rsidR="0034078D">
        <w:t>’</w:t>
      </w:r>
      <w:r>
        <w:t>un philosophe</w:t>
      </w:r>
      <w:r w:rsidR="0034078D">
        <w:t xml:space="preserve">. </w:t>
      </w:r>
      <w:r>
        <w:t>C</w:t>
      </w:r>
      <w:r w:rsidR="0034078D">
        <w:t>’</w:t>
      </w:r>
      <w:r>
        <w:t>est peut-être accuser sa peur</w:t>
      </w:r>
      <w:r w:rsidR="0034078D">
        <w:t xml:space="preserve">, </w:t>
      </w:r>
      <w:r>
        <w:t>&amp; comme dit cet auteur même</w:t>
      </w:r>
      <w:r w:rsidR="0034078D">
        <w:t xml:space="preserve">, </w:t>
      </w:r>
      <w:r>
        <w:t xml:space="preserve">sa </w:t>
      </w:r>
      <w:r>
        <w:rPr>
          <w:i/>
          <w:iCs/>
        </w:rPr>
        <w:t>couardise</w:t>
      </w:r>
      <w:r w:rsidR="0034078D">
        <w:t xml:space="preserve">, </w:t>
      </w:r>
      <w:r>
        <w:t>que d</w:t>
      </w:r>
      <w:r w:rsidR="0034078D">
        <w:t>’</w:t>
      </w:r>
      <w:r>
        <w:t>employer sans-cesse tous les moyens de s</w:t>
      </w:r>
      <w:r w:rsidR="0034078D">
        <w:t>’</w:t>
      </w:r>
      <w:r>
        <w:t>apprivoiser avec la mort</w:t>
      </w:r>
      <w:r w:rsidR="0034078D">
        <w:t xml:space="preserve"> ; </w:t>
      </w:r>
      <w:r>
        <w:t>c</w:t>
      </w:r>
      <w:r w:rsidR="0034078D">
        <w:t>’</w:t>
      </w:r>
      <w:r>
        <w:t>est afin de n</w:t>
      </w:r>
      <w:r w:rsidR="0034078D">
        <w:t>’</w:t>
      </w:r>
      <w:r>
        <w:t xml:space="preserve">être pas si déconcerté quand elle </w:t>
      </w:r>
      <w:proofErr w:type="spellStart"/>
      <w:r>
        <w:t>paroîtra</w:t>
      </w:r>
      <w:proofErr w:type="spellEnd"/>
      <w:r w:rsidR="0034078D">
        <w:t xml:space="preserve">, </w:t>
      </w:r>
      <w:r>
        <w:t xml:space="preserve">semblable à un enfant qui </w:t>
      </w:r>
      <w:proofErr w:type="spellStart"/>
      <w:r>
        <w:t>auroit</w:t>
      </w:r>
      <w:proofErr w:type="spellEnd"/>
      <w:r>
        <w:t xml:space="preserve"> peur d</w:t>
      </w:r>
      <w:r w:rsidR="0034078D">
        <w:t>’</w:t>
      </w:r>
      <w:r>
        <w:t>une souris</w:t>
      </w:r>
      <w:r w:rsidR="0034078D">
        <w:t xml:space="preserve">, </w:t>
      </w:r>
      <w:r>
        <w:t>&amp; à qui</w:t>
      </w:r>
      <w:r w:rsidR="0034078D">
        <w:t xml:space="preserve">, </w:t>
      </w:r>
      <w:r>
        <w:t>pour le corriger de ce défaut</w:t>
      </w:r>
      <w:r w:rsidR="0034078D">
        <w:t xml:space="preserve">, </w:t>
      </w:r>
      <w:r>
        <w:t>on la fera voir en peinture</w:t>
      </w:r>
      <w:r w:rsidR="0034078D">
        <w:t xml:space="preserve">, </w:t>
      </w:r>
      <w:r>
        <w:t>chaque partie</w:t>
      </w:r>
      <w:r w:rsidR="0034078D">
        <w:t xml:space="preserve">, </w:t>
      </w:r>
      <w:r>
        <w:t>l</w:t>
      </w:r>
      <w:r w:rsidR="0034078D">
        <w:t>’</w:t>
      </w:r>
      <w:r>
        <w:t>une après l</w:t>
      </w:r>
      <w:r w:rsidR="0034078D">
        <w:t>’</w:t>
      </w:r>
      <w:r>
        <w:t>autre</w:t>
      </w:r>
      <w:r w:rsidR="0034078D">
        <w:t xml:space="preserve">, </w:t>
      </w:r>
      <w:r>
        <w:t>avant de risquer de lui montrer l</w:t>
      </w:r>
      <w:r w:rsidR="0034078D">
        <w:t>’</w:t>
      </w:r>
      <w:r>
        <w:t>original</w:t>
      </w:r>
      <w:r w:rsidR="0034078D">
        <w:t xml:space="preserve">. </w:t>
      </w:r>
      <w:r>
        <w:t xml:space="preserve">Mais devinez par qui notre aimable &amp; judicieux Pyrrhonien a été entraîné dans ce </w:t>
      </w:r>
      <w:proofErr w:type="spellStart"/>
      <w:r>
        <w:t>piége</w:t>
      </w:r>
      <w:proofErr w:type="spellEnd"/>
      <w:r w:rsidR="0034078D">
        <w:t xml:space="preserve"> ? </w:t>
      </w:r>
      <w:r>
        <w:t xml:space="preserve">Par un homme qui dit que </w:t>
      </w:r>
      <w:r>
        <w:rPr>
          <w:i/>
          <w:iCs/>
        </w:rPr>
        <w:t>la philosophie n</w:t>
      </w:r>
      <w:r w:rsidR="0034078D">
        <w:rPr>
          <w:i/>
          <w:iCs/>
        </w:rPr>
        <w:t>’</w:t>
      </w:r>
      <w:r>
        <w:rPr>
          <w:i/>
          <w:iCs/>
        </w:rPr>
        <w:t>est rien</w:t>
      </w:r>
      <w:r w:rsidR="0034078D">
        <w:rPr>
          <w:i/>
          <w:iCs/>
        </w:rPr>
        <w:t xml:space="preserve">, </w:t>
      </w:r>
      <w:r>
        <w:rPr>
          <w:i/>
          <w:iCs/>
        </w:rPr>
        <w:t>si elle n</w:t>
      </w:r>
      <w:r w:rsidR="0034078D">
        <w:rPr>
          <w:i/>
          <w:iCs/>
        </w:rPr>
        <w:t>’</w:t>
      </w:r>
      <w:r>
        <w:rPr>
          <w:i/>
          <w:iCs/>
        </w:rPr>
        <w:t>est ornée</w:t>
      </w:r>
      <w:r w:rsidR="0034078D">
        <w:rPr>
          <w:i/>
          <w:iCs/>
        </w:rPr>
        <w:t xml:space="preserve"> ; </w:t>
      </w:r>
      <w:r>
        <w:t>plus déraisonnable en cela qu</w:t>
      </w:r>
      <w:r w:rsidR="0034078D">
        <w:t>’</w:t>
      </w:r>
      <w:r>
        <w:t xml:space="preserve">un </w:t>
      </w:r>
      <w:proofErr w:type="spellStart"/>
      <w:r>
        <w:t>chymiste</w:t>
      </w:r>
      <w:proofErr w:type="spellEnd"/>
      <w:r w:rsidR="0034078D">
        <w:t xml:space="preserve">, </w:t>
      </w:r>
      <w:r>
        <w:t xml:space="preserve">qui </w:t>
      </w:r>
      <w:proofErr w:type="spellStart"/>
      <w:r>
        <w:t>diroit</w:t>
      </w:r>
      <w:proofErr w:type="spellEnd"/>
      <w:r>
        <w:t xml:space="preserve"> qu</w:t>
      </w:r>
      <w:r w:rsidR="0034078D">
        <w:t>’</w:t>
      </w:r>
      <w:r>
        <w:t>il n</w:t>
      </w:r>
      <w:r w:rsidR="0034078D">
        <w:t>’</w:t>
      </w:r>
      <w:r>
        <w:t xml:space="preserve">y a point de médecine sans la </w:t>
      </w:r>
      <w:proofErr w:type="spellStart"/>
      <w:r>
        <w:t>chymie</w:t>
      </w:r>
      <w:proofErr w:type="spellEnd"/>
      <w:r w:rsidR="0034078D">
        <w:t xml:space="preserve">. </w:t>
      </w:r>
      <w:r>
        <w:t>La philosophie bien réglée conduit à l</w:t>
      </w:r>
      <w:r w:rsidR="0034078D">
        <w:t>’</w:t>
      </w:r>
      <w:r>
        <w:t>amour de la vie</w:t>
      </w:r>
      <w:r w:rsidR="0034078D">
        <w:t xml:space="preserve">, </w:t>
      </w:r>
      <w:r>
        <w:t>dont nous éloigne son fanatisme</w:t>
      </w:r>
      <w:r w:rsidR="0034078D">
        <w:t xml:space="preserve"> (</w:t>
      </w:r>
      <w:r>
        <w:t>car elle a le sien</w:t>
      </w:r>
      <w:r w:rsidR="0034078D">
        <w:t xml:space="preserve">) ; </w:t>
      </w:r>
      <w:r>
        <w:t>mais enfin elle apprend à mourir quand l</w:t>
      </w:r>
      <w:r w:rsidR="0034078D">
        <w:t>’</w:t>
      </w:r>
      <w:r>
        <w:t>heure est venue</w:t>
      </w:r>
      <w:r w:rsidR="0034078D">
        <w:t>.</w:t>
      </w:r>
    </w:p>
    <w:p w14:paraId="12F13376" w14:textId="77777777" w:rsidR="0034078D" w:rsidRDefault="00000000" w:rsidP="0034078D">
      <w:proofErr w:type="spellStart"/>
      <w:r>
        <w:t>Séneque</w:t>
      </w:r>
      <w:proofErr w:type="spellEnd"/>
      <w:r w:rsidR="0034078D">
        <w:t xml:space="preserve">, </w:t>
      </w:r>
      <w:r>
        <w:t>si inconséquent d</w:t>
      </w:r>
      <w:r w:rsidR="0034078D">
        <w:t>’</w:t>
      </w:r>
      <w:r>
        <w:t>ailleurs</w:t>
      </w:r>
      <w:r w:rsidR="0034078D">
        <w:t xml:space="preserve">, </w:t>
      </w:r>
      <w:r>
        <w:t>a su mourir quand il l</w:t>
      </w:r>
      <w:r w:rsidR="0034078D">
        <w:t>’</w:t>
      </w:r>
      <w:r>
        <w:t>a fallu</w:t>
      </w:r>
      <w:r w:rsidR="0034078D">
        <w:t xml:space="preserve">. </w:t>
      </w:r>
      <w:r>
        <w:t xml:space="preserve">Comme il </w:t>
      </w:r>
      <w:proofErr w:type="spellStart"/>
      <w:r>
        <w:t>avoit</w:t>
      </w:r>
      <w:proofErr w:type="spellEnd"/>
      <w:r>
        <w:t xml:space="preserve"> employé sa pénétration à voir de loin l</w:t>
      </w:r>
      <w:r w:rsidR="0034078D">
        <w:t>’</w:t>
      </w:r>
      <w:r>
        <w:t xml:space="preserve">orage qui le </w:t>
      </w:r>
      <w:proofErr w:type="spellStart"/>
      <w:r>
        <w:t>menaçoit</w:t>
      </w:r>
      <w:proofErr w:type="spellEnd"/>
      <w:r w:rsidR="0034078D">
        <w:t xml:space="preserve">, </w:t>
      </w:r>
      <w:r>
        <w:t>&amp; sa philosophie</w:t>
      </w:r>
      <w:r w:rsidR="0034078D">
        <w:t xml:space="preserve"> (</w:t>
      </w:r>
      <w:r>
        <w:t>alors bien placée</w:t>
      </w:r>
      <w:r w:rsidR="0034078D">
        <w:t xml:space="preserve">) </w:t>
      </w:r>
      <w:r>
        <w:t>à en recevoir le coup</w:t>
      </w:r>
      <w:r w:rsidR="0034078D">
        <w:t xml:space="preserve"> ; </w:t>
      </w:r>
      <w:r>
        <w:t>dès qu</w:t>
      </w:r>
      <w:r w:rsidR="0034078D">
        <w:t>’</w:t>
      </w:r>
      <w:r>
        <w:t>il eut ordre de mourir</w:t>
      </w:r>
      <w:r w:rsidR="0034078D">
        <w:t xml:space="preserve">, </w:t>
      </w:r>
      <w:r>
        <w:t>il choisit de sang-froid son genre de mort</w:t>
      </w:r>
      <w:r w:rsidR="0034078D">
        <w:t xml:space="preserve">, </w:t>
      </w:r>
      <w:r>
        <w:t>&amp; fit voir que</w:t>
      </w:r>
      <w:r w:rsidR="0034078D">
        <w:t xml:space="preserve">, </w:t>
      </w:r>
      <w:r>
        <w:t>s</w:t>
      </w:r>
      <w:r w:rsidR="0034078D">
        <w:t>’</w:t>
      </w:r>
      <w:r>
        <w:t xml:space="preserve">il </w:t>
      </w:r>
      <w:proofErr w:type="spellStart"/>
      <w:r>
        <w:t>avoit</w:t>
      </w:r>
      <w:proofErr w:type="spellEnd"/>
      <w:r>
        <w:t xml:space="preserve"> été homme durant sa vie</w:t>
      </w:r>
      <w:r w:rsidR="0034078D">
        <w:t xml:space="preserve">, </w:t>
      </w:r>
      <w:r>
        <w:t>s</w:t>
      </w:r>
      <w:r w:rsidR="0034078D">
        <w:t>’</w:t>
      </w:r>
      <w:r>
        <w:t xml:space="preserve">il </w:t>
      </w:r>
      <w:proofErr w:type="spellStart"/>
      <w:r>
        <w:t>avoit</w:t>
      </w:r>
      <w:proofErr w:type="spellEnd"/>
      <w:r>
        <w:t xml:space="preserve"> été attaché à ces grands biens</w:t>
      </w:r>
      <w:r w:rsidR="0034078D">
        <w:t xml:space="preserve">, </w:t>
      </w:r>
      <w:r>
        <w:t>objets de la jalousie publique</w:t>
      </w:r>
      <w:r w:rsidR="0034078D">
        <w:t xml:space="preserve">, </w:t>
      </w:r>
      <w:r>
        <w:t xml:space="preserve">&amp; funestes </w:t>
      </w:r>
      <w:proofErr w:type="spellStart"/>
      <w:r>
        <w:t>présens</w:t>
      </w:r>
      <w:proofErr w:type="spellEnd"/>
      <w:r>
        <w:t xml:space="preserve"> du plus cruel des princes</w:t>
      </w:r>
      <w:r w:rsidR="0034078D">
        <w:t xml:space="preserve">, </w:t>
      </w:r>
      <w:r>
        <w:t xml:space="preserve">il </w:t>
      </w:r>
      <w:proofErr w:type="spellStart"/>
      <w:r>
        <w:t>savoit</w:t>
      </w:r>
      <w:proofErr w:type="spellEnd"/>
      <w:r>
        <w:t xml:space="preserve"> tout quitter &amp; rompre ses chaînes</w:t>
      </w:r>
      <w:r w:rsidR="0034078D">
        <w:t xml:space="preserve">, </w:t>
      </w:r>
      <w:r>
        <w:lastRenderedPageBreak/>
        <w:t xml:space="preserve">comme un autre </w:t>
      </w:r>
      <w:proofErr w:type="spellStart"/>
      <w:r>
        <w:t>Samsom</w:t>
      </w:r>
      <w:proofErr w:type="spellEnd"/>
      <w:r w:rsidR="0034078D">
        <w:t xml:space="preserve">, </w:t>
      </w:r>
      <w:r>
        <w:t>pour périr en héros de sa secte</w:t>
      </w:r>
      <w:r w:rsidR="0034078D">
        <w:t xml:space="preserve">. </w:t>
      </w:r>
      <w:r>
        <w:t>Autant</w:t>
      </w:r>
      <w:r w:rsidR="0034078D">
        <w:t xml:space="preserve"> (</w:t>
      </w:r>
      <w:r>
        <w:t>il l</w:t>
      </w:r>
      <w:r w:rsidR="0034078D">
        <w:t>’</w:t>
      </w:r>
      <w:r>
        <w:t>insinue lui-même</w:t>
      </w:r>
      <w:r w:rsidR="0034078D">
        <w:t xml:space="preserve">) </w:t>
      </w:r>
      <w:r>
        <w:t>il est honteux de se laisser traîner</w:t>
      </w:r>
      <w:r w:rsidR="0034078D">
        <w:t xml:space="preserve">, </w:t>
      </w:r>
      <w:r>
        <w:t>au lieu de marcher</w:t>
      </w:r>
      <w:r w:rsidR="0034078D">
        <w:t xml:space="preserve">, </w:t>
      </w:r>
      <w:r>
        <w:t>quand il faut obéir</w:t>
      </w:r>
      <w:r w:rsidR="0034078D">
        <w:t xml:space="preserve"> ; </w:t>
      </w:r>
      <w:r>
        <w:t>autant il est beau de s</w:t>
      </w:r>
      <w:r w:rsidR="0034078D">
        <w:t>’</w:t>
      </w:r>
      <w:r>
        <w:t>élever au-dessus de la mort par la grandeur du mépris</w:t>
      </w:r>
      <w:r w:rsidR="0034078D">
        <w:t xml:space="preserve">. </w:t>
      </w:r>
      <w:r>
        <w:t>Il n</w:t>
      </w:r>
      <w:r w:rsidR="0034078D">
        <w:t>’</w:t>
      </w:r>
      <w:r>
        <w:t>y a qu</w:t>
      </w:r>
      <w:r w:rsidR="0034078D">
        <w:t>’</w:t>
      </w:r>
      <w:r>
        <w:t>une action que je trouve encore plus belle</w:t>
      </w:r>
      <w:r w:rsidR="0034078D">
        <w:t xml:space="preserve">, </w:t>
      </w:r>
      <w:r>
        <w:t>c</w:t>
      </w:r>
      <w:r w:rsidR="0034078D">
        <w:t>’</w:t>
      </w:r>
      <w:r>
        <w:t>est d</w:t>
      </w:r>
      <w:r w:rsidR="0034078D">
        <w:t>’</w:t>
      </w:r>
      <w:r>
        <w:t>avoir le courage de supporter le fardeau de la vie &amp; des revers</w:t>
      </w:r>
      <w:r w:rsidR="0034078D">
        <w:t xml:space="preserve">, </w:t>
      </w:r>
      <w:r>
        <w:t>quand ce n</w:t>
      </w:r>
      <w:r w:rsidR="0034078D">
        <w:t>’</w:t>
      </w:r>
      <w:r>
        <w:t>est pas pour soi seul qu</w:t>
      </w:r>
      <w:r w:rsidR="0034078D">
        <w:t>’</w:t>
      </w:r>
      <w:r>
        <w:t>on vit</w:t>
      </w:r>
      <w:r w:rsidR="0034078D">
        <w:t>.</w:t>
      </w:r>
    </w:p>
    <w:p w14:paraId="77A35C08" w14:textId="77777777" w:rsidR="0034078D" w:rsidRDefault="00000000" w:rsidP="0034078D">
      <w:r>
        <w:t>Combien d</w:t>
      </w:r>
      <w:r w:rsidR="0034078D">
        <w:t>’</w:t>
      </w:r>
      <w:r>
        <w:t xml:space="preserve">autres </w:t>
      </w:r>
      <w:proofErr w:type="spellStart"/>
      <w:r>
        <w:t>especes</w:t>
      </w:r>
      <w:proofErr w:type="spellEnd"/>
      <w:r>
        <w:t xml:space="preserve"> de gloire</w:t>
      </w:r>
      <w:r w:rsidR="0034078D">
        <w:t xml:space="preserve"> ! </w:t>
      </w:r>
      <w:r>
        <w:t>Celles que donnent les armes</w:t>
      </w:r>
      <w:r w:rsidR="0034078D">
        <w:t xml:space="preserve">, </w:t>
      </w:r>
      <w:r>
        <w:t>les sciences</w:t>
      </w:r>
      <w:r w:rsidR="0034078D">
        <w:t xml:space="preserve">, </w:t>
      </w:r>
      <w:r>
        <w:t xml:space="preserve">les </w:t>
      </w:r>
      <w:proofErr w:type="spellStart"/>
      <w:r>
        <w:t>beaux arts</w:t>
      </w:r>
      <w:proofErr w:type="spellEnd"/>
      <w:r w:rsidR="0034078D">
        <w:t xml:space="preserve"> ! </w:t>
      </w:r>
      <w:r>
        <w:t>le beau champ à parcourir</w:t>
      </w:r>
      <w:r w:rsidR="0034078D">
        <w:t xml:space="preserve">, </w:t>
      </w:r>
      <w:r>
        <w:t xml:space="preserve">pour qui </w:t>
      </w:r>
      <w:proofErr w:type="spellStart"/>
      <w:r>
        <w:t>voudroit</w:t>
      </w:r>
      <w:proofErr w:type="spellEnd"/>
      <w:r>
        <w:t xml:space="preserve"> s</w:t>
      </w:r>
      <w:r w:rsidR="0034078D">
        <w:t>’</w:t>
      </w:r>
      <w:r>
        <w:t>étendre</w:t>
      </w:r>
      <w:r w:rsidR="0034078D">
        <w:t xml:space="preserve"> ! </w:t>
      </w:r>
      <w:r>
        <w:t>Bornons-nous</w:t>
      </w:r>
      <w:r w:rsidR="0034078D">
        <w:t xml:space="preserve">, </w:t>
      </w:r>
      <w:r>
        <w:t>craignons la stérile fécondité de tant d</w:t>
      </w:r>
      <w:r w:rsidR="0034078D">
        <w:t>’</w:t>
      </w:r>
      <w:r>
        <w:t>écrivains</w:t>
      </w:r>
      <w:r w:rsidR="0034078D">
        <w:t>.</w:t>
      </w:r>
    </w:p>
    <w:p w14:paraId="3A033B05" w14:textId="77777777" w:rsidR="0034078D" w:rsidRDefault="00000000" w:rsidP="0034078D">
      <w:r>
        <w:t>Qui n</w:t>
      </w:r>
      <w:r w:rsidR="0034078D">
        <w:t>’</w:t>
      </w:r>
      <w:r>
        <w:t>a de passion que pour les lettres</w:t>
      </w:r>
      <w:r w:rsidR="0034078D">
        <w:t xml:space="preserve">, </w:t>
      </w:r>
      <w:r>
        <w:t>peut bien se contenter de la gloire qui les suit</w:t>
      </w:r>
      <w:r w:rsidR="0034078D">
        <w:t>.</w:t>
      </w:r>
    </w:p>
    <w:p w14:paraId="698B73B1" w14:textId="77777777" w:rsidR="0034078D" w:rsidRDefault="00000000" w:rsidP="0034078D">
      <w:r>
        <w:t>Je dis de ceux qui craignant de quitter le chemin battu</w:t>
      </w:r>
      <w:r w:rsidR="0034078D">
        <w:t xml:space="preserve">, </w:t>
      </w:r>
      <w:r>
        <w:t>n</w:t>
      </w:r>
      <w:r w:rsidR="0034078D">
        <w:t>’</w:t>
      </w:r>
      <w:r>
        <w:t>osent s</w:t>
      </w:r>
      <w:r w:rsidR="0034078D">
        <w:t>’</w:t>
      </w:r>
      <w:r>
        <w:t>écarter des opinions reçues &amp; penser autrement que les autres</w:t>
      </w:r>
      <w:r w:rsidR="0034078D">
        <w:t xml:space="preserve">, </w:t>
      </w:r>
      <w:r>
        <w:t>ce qu</w:t>
      </w:r>
      <w:r w:rsidR="0034078D">
        <w:t>’</w:t>
      </w:r>
      <w:r>
        <w:t>Horace dit des imitateurs</w:t>
      </w:r>
      <w:r w:rsidR="0034078D">
        <w:t xml:space="preserve">, </w:t>
      </w:r>
      <w:proofErr w:type="spellStart"/>
      <w:r>
        <w:rPr>
          <w:i/>
          <w:iCs/>
        </w:rPr>
        <w:t>servum</w:t>
      </w:r>
      <w:proofErr w:type="spellEnd"/>
      <w:r>
        <w:rPr>
          <w:i/>
          <w:iCs/>
        </w:rPr>
        <w:t xml:space="preserve"> pecus</w:t>
      </w:r>
      <w:r w:rsidR="0034078D">
        <w:rPr>
          <w:i/>
          <w:iCs/>
        </w:rPr>
        <w:t xml:space="preserve"> ! </w:t>
      </w:r>
      <w:r>
        <w:rPr>
          <w:iCs/>
        </w:rPr>
        <w:t>Ô</w:t>
      </w:r>
      <w:r>
        <w:t xml:space="preserve"> vous que la démangeaison d</w:t>
      </w:r>
      <w:r w:rsidR="0034078D">
        <w:t>’</w:t>
      </w:r>
      <w:r>
        <w:t>écrire tourmente</w:t>
      </w:r>
      <w:r w:rsidR="0034078D">
        <w:t xml:space="preserve">, </w:t>
      </w:r>
      <w:r>
        <w:t>comme un démon</w:t>
      </w:r>
      <w:r w:rsidR="0034078D">
        <w:t xml:space="preserve">, </w:t>
      </w:r>
      <w:r>
        <w:t>&amp; qui pour un grain de réputation donneriez volontiers les mines du Pérou</w:t>
      </w:r>
      <w:r w:rsidR="0034078D">
        <w:t xml:space="preserve">, </w:t>
      </w:r>
      <w:r>
        <w:t>laissez-là tout ce vil troupeau d</w:t>
      </w:r>
      <w:r w:rsidR="0034078D">
        <w:t>’</w:t>
      </w:r>
      <w:r>
        <w:t>auteurs vulgaires</w:t>
      </w:r>
      <w:r w:rsidR="0034078D">
        <w:t xml:space="preserve">, </w:t>
      </w:r>
      <w:r>
        <w:t>qui rampent à la suite des autres</w:t>
      </w:r>
      <w:r w:rsidR="0034078D">
        <w:t xml:space="preserve">, </w:t>
      </w:r>
      <w:r>
        <w:t xml:space="preserve">ou dans la </w:t>
      </w:r>
      <w:proofErr w:type="spellStart"/>
      <w:r>
        <w:t>poussiere</w:t>
      </w:r>
      <w:proofErr w:type="spellEnd"/>
      <w:r>
        <w:t xml:space="preserve"> de l</w:t>
      </w:r>
      <w:r w:rsidR="0034078D">
        <w:t>’</w:t>
      </w:r>
      <w:r>
        <w:t>érudition</w:t>
      </w:r>
      <w:r w:rsidR="0034078D">
        <w:t xml:space="preserve"> ; </w:t>
      </w:r>
      <w:r>
        <w:t xml:space="preserve">laisse-là ces fastidieux </w:t>
      </w:r>
      <w:proofErr w:type="spellStart"/>
      <w:r>
        <w:t>savans</w:t>
      </w:r>
      <w:proofErr w:type="spellEnd"/>
      <w:r>
        <w:t xml:space="preserve"> dont les ouvrages peuvent assez bien être comparés à ces vastes landes tristement uniformes sans fleurs &amp; sans fin</w:t>
      </w:r>
      <w:r w:rsidR="0034078D">
        <w:t xml:space="preserve">. </w:t>
      </w:r>
      <w:r>
        <w:t>Ou n</w:t>
      </w:r>
      <w:r w:rsidR="0034078D">
        <w:t>’</w:t>
      </w:r>
      <w:r>
        <w:t>écrivez point</w:t>
      </w:r>
      <w:r w:rsidR="0034078D">
        <w:t xml:space="preserve">, </w:t>
      </w:r>
      <w:r>
        <w:t>ou prenez un autre essor</w:t>
      </w:r>
      <w:r w:rsidR="0034078D">
        <w:t xml:space="preserve">. </w:t>
      </w:r>
      <w:r>
        <w:t>Soyez libres &amp; grands dans vos écrits comme dans vos actions</w:t>
      </w:r>
      <w:r w:rsidR="0034078D">
        <w:t xml:space="preserve"> ; </w:t>
      </w:r>
      <w:r>
        <w:t xml:space="preserve">montrez une </w:t>
      </w:r>
      <w:proofErr w:type="spellStart"/>
      <w:r>
        <w:t>ame</w:t>
      </w:r>
      <w:proofErr w:type="spellEnd"/>
      <w:r>
        <w:t xml:space="preserve"> élevée</w:t>
      </w:r>
      <w:r w:rsidR="0034078D">
        <w:t xml:space="preserve">, </w:t>
      </w:r>
      <w:r>
        <w:t>indépendante</w:t>
      </w:r>
      <w:r w:rsidR="0034078D">
        <w:t xml:space="preserve">. </w:t>
      </w:r>
      <w:r>
        <w:t>Cette voie est risquable</w:t>
      </w:r>
      <w:r w:rsidR="0034078D">
        <w:t xml:space="preserve">, </w:t>
      </w:r>
      <w:r>
        <w:t>je le sais</w:t>
      </w:r>
      <w:r w:rsidR="0034078D">
        <w:t xml:space="preserve"> ; </w:t>
      </w:r>
      <w:r>
        <w:t>qui fait son étude de l</w:t>
      </w:r>
      <w:r w:rsidR="0034078D">
        <w:t>’</w:t>
      </w:r>
      <w:r>
        <w:t>homme</w:t>
      </w:r>
      <w:r w:rsidR="0034078D">
        <w:t xml:space="preserve">, </w:t>
      </w:r>
      <w:r>
        <w:t>doit s</w:t>
      </w:r>
      <w:r w:rsidR="0034078D">
        <w:t>’</w:t>
      </w:r>
      <w:r>
        <w:t>attendre à avoir l</w:t>
      </w:r>
      <w:r w:rsidR="0034078D">
        <w:t>’</w:t>
      </w:r>
      <w:r>
        <w:t>homme pour ennemi</w:t>
      </w:r>
      <w:r w:rsidR="0034078D">
        <w:t xml:space="preserve">. </w:t>
      </w:r>
      <w:r>
        <w:t>Galilée fut enfermé dans les prisons de l</w:t>
      </w:r>
      <w:r w:rsidR="0034078D">
        <w:t>’</w:t>
      </w:r>
      <w:r>
        <w:t xml:space="preserve">inquisition pour avoir osé penser que la terre </w:t>
      </w:r>
      <w:proofErr w:type="spellStart"/>
      <w:r>
        <w:t>tournoit</w:t>
      </w:r>
      <w:proofErr w:type="spellEnd"/>
      <w:r w:rsidR="0034078D">
        <w:t xml:space="preserve"> : </w:t>
      </w:r>
      <w:r>
        <w:t xml:space="preserve">exemple de la tyrannie ecclésiastique qui fit grande peur à </w:t>
      </w:r>
      <w:r>
        <w:lastRenderedPageBreak/>
        <w:t>Descartes</w:t>
      </w:r>
      <w:r w:rsidR="0034078D">
        <w:t xml:space="preserve">. </w:t>
      </w:r>
      <w:r>
        <w:t>Mais si la gloire augmente avec le péril</w:t>
      </w:r>
      <w:r w:rsidR="0034078D">
        <w:t xml:space="preserve">, </w:t>
      </w:r>
      <w:r>
        <w:t>le bonheur n</w:t>
      </w:r>
      <w:r w:rsidR="0034078D">
        <w:t>’</w:t>
      </w:r>
      <w:proofErr w:type="spellStart"/>
      <w:r>
        <w:t>augmenteroit</w:t>
      </w:r>
      <w:proofErr w:type="spellEnd"/>
      <w:r>
        <w:t>-il point avec la gloire</w:t>
      </w:r>
      <w:r w:rsidR="0034078D">
        <w:t> ?</w:t>
      </w:r>
    </w:p>
    <w:p w14:paraId="7126B4AF" w14:textId="77777777" w:rsidR="0034078D" w:rsidRDefault="00000000" w:rsidP="0034078D">
      <w:r>
        <w:t>C</w:t>
      </w:r>
      <w:r w:rsidR="0034078D">
        <w:t>’</w:t>
      </w:r>
      <w:r>
        <w:t>est ce que je ne décide point</w:t>
      </w:r>
      <w:r w:rsidR="0034078D">
        <w:t xml:space="preserve">, </w:t>
      </w:r>
      <w:r>
        <w:t>pour ne pas séduire ceux qui habitent de moins heureuses contrées</w:t>
      </w:r>
      <w:r w:rsidR="0034078D">
        <w:t xml:space="preserve"> : </w:t>
      </w:r>
      <w:r>
        <w:t>car d</w:t>
      </w:r>
      <w:r w:rsidR="0034078D">
        <w:t>’</w:t>
      </w:r>
      <w:r>
        <w:t xml:space="preserve">ailleurs je vois que la philosophie </w:t>
      </w:r>
      <w:proofErr w:type="spellStart"/>
      <w:r>
        <w:t>paroît</w:t>
      </w:r>
      <w:proofErr w:type="spellEnd"/>
      <w:r>
        <w:t xml:space="preserve"> à tous belle &amp; bonne</w:t>
      </w:r>
      <w:r w:rsidR="0034078D">
        <w:t xml:space="preserve">, </w:t>
      </w:r>
      <w:r>
        <w:t>mais que ce n</w:t>
      </w:r>
      <w:r w:rsidR="0034078D">
        <w:t>’</w:t>
      </w:r>
      <w:r>
        <w:t>est pas pour ses beaux yeux</w:t>
      </w:r>
      <w:r w:rsidR="0034078D">
        <w:t xml:space="preserve">, </w:t>
      </w:r>
      <w:r>
        <w:t>du moins pour l</w:t>
      </w:r>
      <w:r w:rsidR="0034078D">
        <w:t>’</w:t>
      </w:r>
      <w:r>
        <w:t>ordinaire</w:t>
      </w:r>
      <w:r w:rsidR="0034078D">
        <w:t xml:space="preserve">, </w:t>
      </w:r>
      <w:r>
        <w:t>qu</w:t>
      </w:r>
      <w:r w:rsidR="0034078D">
        <w:t>’</w:t>
      </w:r>
      <w:r>
        <w:t xml:space="preserve">on lui </w:t>
      </w:r>
      <w:r>
        <w:rPr>
          <w:iCs/>
        </w:rPr>
        <w:t>fait</w:t>
      </w:r>
      <w:r>
        <w:t xml:space="preserve"> la cour</w:t>
      </w:r>
      <w:r w:rsidR="0034078D">
        <w:t xml:space="preserve">. </w:t>
      </w:r>
      <w:r>
        <w:t>Peu se sentent un certain génie</w:t>
      </w:r>
      <w:r w:rsidR="0034078D">
        <w:t xml:space="preserve">, </w:t>
      </w:r>
      <w:r>
        <w:t>cette étoile du bonheur ou du malheur de notre vie</w:t>
      </w:r>
      <w:r w:rsidR="0034078D">
        <w:t xml:space="preserve">, </w:t>
      </w:r>
      <w:r>
        <w:t>sans courir après la gloire</w:t>
      </w:r>
      <w:r w:rsidR="0034078D">
        <w:t xml:space="preserve"> ; </w:t>
      </w:r>
      <w:r>
        <w:t>spectre brillant</w:t>
      </w:r>
      <w:r w:rsidR="0034078D">
        <w:t xml:space="preserve">, </w:t>
      </w:r>
      <w:r>
        <w:t>quand c</w:t>
      </w:r>
      <w:r w:rsidR="0034078D">
        <w:t>’</w:t>
      </w:r>
      <w:r>
        <w:t>est la vérité qui l</w:t>
      </w:r>
      <w:r w:rsidR="0034078D">
        <w:t>’</w:t>
      </w:r>
      <w:r>
        <w:t>enfante</w:t>
      </w:r>
      <w:r w:rsidR="0034078D">
        <w:t xml:space="preserve"> ; </w:t>
      </w:r>
      <w:r>
        <w:t>puissant quand c</w:t>
      </w:r>
      <w:r w:rsidR="0034078D">
        <w:t>’</w:t>
      </w:r>
      <w:r>
        <w:t>est l</w:t>
      </w:r>
      <w:r w:rsidR="0034078D">
        <w:t>’</w:t>
      </w:r>
      <w:r>
        <w:t>opinion</w:t>
      </w:r>
      <w:r w:rsidR="0034078D">
        <w:t xml:space="preserve">, </w:t>
      </w:r>
      <w:r>
        <w:t>reine plus dominante &amp; plus despotique</w:t>
      </w:r>
      <w:r w:rsidR="0034078D">
        <w:t xml:space="preserve">. </w:t>
      </w:r>
      <w:r>
        <w:t>La renommée n</w:t>
      </w:r>
      <w:r w:rsidR="0034078D">
        <w:t>’</w:t>
      </w:r>
      <w:r>
        <w:t>a point trop de ses cent bouches pour redire &amp; publier les découvertes &amp; les conquêtes faites dans l</w:t>
      </w:r>
      <w:r w:rsidR="0034078D">
        <w:t>’</w:t>
      </w:r>
      <w:r>
        <w:t>empire de l</w:t>
      </w:r>
      <w:r w:rsidR="0034078D">
        <w:t>’</w:t>
      </w:r>
      <w:r>
        <w:t>esprit</w:t>
      </w:r>
      <w:r w:rsidR="0034078D">
        <w:t xml:space="preserve">. </w:t>
      </w:r>
      <w:r>
        <w:t>Elles sont le prix &amp; la récompense de tous les travaux littéraires</w:t>
      </w:r>
      <w:r w:rsidR="0034078D">
        <w:t xml:space="preserve">, </w:t>
      </w:r>
      <w:r>
        <w:t xml:space="preserve">qui sans cette flatteuse amorce </w:t>
      </w:r>
      <w:proofErr w:type="spellStart"/>
      <w:r>
        <w:t>seroient</w:t>
      </w:r>
      <w:proofErr w:type="spellEnd"/>
      <w:r>
        <w:t xml:space="preserve"> beaucoup plus rares &amp; plus imparfaits</w:t>
      </w:r>
      <w:r w:rsidR="0034078D">
        <w:t xml:space="preserve">. </w:t>
      </w:r>
      <w:r>
        <w:t xml:space="preserve">On </w:t>
      </w:r>
      <w:proofErr w:type="spellStart"/>
      <w:r>
        <w:t>penseroit</w:t>
      </w:r>
      <w:proofErr w:type="spellEnd"/>
      <w:r>
        <w:t xml:space="preserve"> pour soi</w:t>
      </w:r>
      <w:r w:rsidR="0034078D">
        <w:t xml:space="preserve">, </w:t>
      </w:r>
      <w:r>
        <w:t>&amp; non pour les autres</w:t>
      </w:r>
      <w:r w:rsidR="0034078D">
        <w:t xml:space="preserve">, </w:t>
      </w:r>
      <w:r>
        <w:t xml:space="preserve">ou plutôt on </w:t>
      </w:r>
      <w:proofErr w:type="spellStart"/>
      <w:r>
        <w:t>penseroit</w:t>
      </w:r>
      <w:proofErr w:type="spellEnd"/>
      <w:r>
        <w:t xml:space="preserve"> moins</w:t>
      </w:r>
      <w:r w:rsidR="0034078D">
        <w:t xml:space="preserve">, </w:t>
      </w:r>
      <w:r>
        <w:t xml:space="preserve">&amp; on </w:t>
      </w:r>
      <w:proofErr w:type="spellStart"/>
      <w:r>
        <w:t>sentiroit</w:t>
      </w:r>
      <w:proofErr w:type="spellEnd"/>
      <w:r>
        <w:t xml:space="preserve"> davantage</w:t>
      </w:r>
      <w:r w:rsidR="0034078D">
        <w:t xml:space="preserve">. </w:t>
      </w:r>
      <w:r>
        <w:t>Mais non</w:t>
      </w:r>
      <w:r w:rsidR="0034078D">
        <w:t xml:space="preserve"> : </w:t>
      </w:r>
      <w:r>
        <w:t>traitant la philosophie comme nos maîtresses</w:t>
      </w:r>
      <w:r w:rsidR="0034078D">
        <w:t xml:space="preserve">, </w:t>
      </w:r>
      <w:r>
        <w:t>nous voudrions avoir l</w:t>
      </w:r>
      <w:r w:rsidR="0034078D">
        <w:t>’</w:t>
      </w:r>
      <w:r>
        <w:t>univers pour confident des faveurs qu</w:t>
      </w:r>
      <w:r w:rsidR="0034078D">
        <w:t>’</w:t>
      </w:r>
      <w:r>
        <w:t>elle nous accorde</w:t>
      </w:r>
      <w:r w:rsidR="0034078D">
        <w:t xml:space="preserve">. </w:t>
      </w:r>
      <w:r>
        <w:t>Nous sommes donc philosophes</w:t>
      </w:r>
      <w:r w:rsidR="0034078D">
        <w:t xml:space="preserve">, </w:t>
      </w:r>
      <w:r>
        <w:t>comme on a vu que nous sommes vertueux</w:t>
      </w:r>
      <w:r w:rsidR="0034078D">
        <w:t xml:space="preserve"> ; </w:t>
      </w:r>
      <w:r>
        <w:t>il y a plus de vanité que de curiosité &amp; d</w:t>
      </w:r>
      <w:r w:rsidR="0034078D">
        <w:t>’</w:t>
      </w:r>
      <w:r>
        <w:t>envie d</w:t>
      </w:r>
      <w:r w:rsidR="0034078D">
        <w:t>’</w:t>
      </w:r>
      <w:r>
        <w:t>obliger dans nos études &amp; dans les services que nous rendons</w:t>
      </w:r>
      <w:r w:rsidR="0034078D">
        <w:t xml:space="preserve">. </w:t>
      </w:r>
      <w:r>
        <w:t xml:space="preserve">Il </w:t>
      </w:r>
      <w:proofErr w:type="spellStart"/>
      <w:r>
        <w:t>étoit</w:t>
      </w:r>
      <w:proofErr w:type="spellEnd"/>
      <w:r>
        <w:t xml:space="preserve"> bien juste de trouver en soi un sentiment qui nous dédommageât de l</w:t>
      </w:r>
      <w:r w:rsidR="0034078D">
        <w:t>’</w:t>
      </w:r>
      <w:r>
        <w:t>ingratitude &amp; nous fît oublier tant de gens qui n</w:t>
      </w:r>
      <w:r w:rsidR="0034078D">
        <w:t>’</w:t>
      </w:r>
      <w:r>
        <w:t>en ont point</w:t>
      </w:r>
      <w:r w:rsidR="0034078D">
        <w:t>.</w:t>
      </w:r>
    </w:p>
    <w:p w14:paraId="01F3C3F0" w14:textId="77777777" w:rsidR="0034078D" w:rsidRDefault="00000000" w:rsidP="0034078D">
      <w:r>
        <w:t>Qu</w:t>
      </w:r>
      <w:r w:rsidR="0034078D">
        <w:t>’</w:t>
      </w:r>
      <w:r>
        <w:t xml:space="preserve">est-ce donc que cette réputation qui </w:t>
      </w:r>
      <w:r>
        <w:rPr>
          <w:iCs/>
        </w:rPr>
        <w:t>fait</w:t>
      </w:r>
      <w:r>
        <w:t xml:space="preserve"> tant de bruit dans le monde</w:t>
      </w:r>
      <w:r w:rsidR="0034078D">
        <w:t xml:space="preserve">, </w:t>
      </w:r>
      <w:r>
        <w:t>après laquelle on court</w:t>
      </w:r>
      <w:r w:rsidR="0034078D">
        <w:t xml:space="preserve">, </w:t>
      </w:r>
      <w:r>
        <w:t>dès qu</w:t>
      </w:r>
      <w:r w:rsidR="0034078D">
        <w:t>’</w:t>
      </w:r>
      <w:r>
        <w:t>on sait barbouiller du papier</w:t>
      </w:r>
      <w:r w:rsidR="0034078D">
        <w:t xml:space="preserve">, </w:t>
      </w:r>
      <w:r>
        <w:t>&amp; qu</w:t>
      </w:r>
      <w:r w:rsidR="0034078D">
        <w:t>’</w:t>
      </w:r>
      <w:r>
        <w:t>on méprise autant</w:t>
      </w:r>
      <w:r w:rsidR="0034078D">
        <w:t xml:space="preserve">, </w:t>
      </w:r>
      <w:r>
        <w:t>lorsqu</w:t>
      </w:r>
      <w:r w:rsidR="0034078D">
        <w:t>’</w:t>
      </w:r>
      <w:r>
        <w:t>on ne peut l</w:t>
      </w:r>
      <w:r w:rsidR="0034078D">
        <w:t>’</w:t>
      </w:r>
      <w:r>
        <w:t>atteindre</w:t>
      </w:r>
      <w:r w:rsidR="0034078D">
        <w:t xml:space="preserve">, </w:t>
      </w:r>
      <w:r>
        <w:t>qu</w:t>
      </w:r>
      <w:r w:rsidR="0034078D">
        <w:t>’</w:t>
      </w:r>
      <w:r>
        <w:t>on feint de la mépriser lorsqu</w:t>
      </w:r>
      <w:r w:rsidR="0034078D">
        <w:t>’</w:t>
      </w:r>
      <w:r>
        <w:t xml:space="preserve">on est </w:t>
      </w:r>
      <w:proofErr w:type="spellStart"/>
      <w:r>
        <w:t>célebre</w:t>
      </w:r>
      <w:proofErr w:type="spellEnd"/>
      <w:r w:rsidR="0034078D">
        <w:t xml:space="preserve"> ? </w:t>
      </w:r>
      <w:r>
        <w:t>Quelle est cette trompette</w:t>
      </w:r>
      <w:r w:rsidR="0034078D">
        <w:t xml:space="preserve">, </w:t>
      </w:r>
      <w:r>
        <w:t>qui plus puissante que celle de Mars &amp; de Bellone</w:t>
      </w:r>
      <w:r w:rsidR="0034078D">
        <w:t xml:space="preserve">, </w:t>
      </w:r>
      <w:r>
        <w:t>élevant notre courage &amp; nous étourdissant sur les dangers</w:t>
      </w:r>
      <w:r w:rsidR="0034078D">
        <w:t xml:space="preserve">, </w:t>
      </w:r>
      <w:r>
        <w:t xml:space="preserve">nous appelle à combattre par les </w:t>
      </w:r>
      <w:r>
        <w:lastRenderedPageBreak/>
        <w:t>seules armes de la raison</w:t>
      </w:r>
      <w:r w:rsidR="0034078D">
        <w:t xml:space="preserve">, </w:t>
      </w:r>
      <w:r>
        <w:t>des ennemis vainqueurs de la raison &amp; des temps</w:t>
      </w:r>
      <w:r w:rsidR="0034078D">
        <w:t xml:space="preserve"> ? </w:t>
      </w:r>
      <w:r>
        <w:rPr>
          <w:i/>
          <w:iCs/>
        </w:rPr>
        <w:t xml:space="preserve">verba &amp; </w:t>
      </w:r>
      <w:proofErr w:type="spellStart"/>
      <w:r>
        <w:rPr>
          <w:i/>
          <w:iCs/>
        </w:rPr>
        <w:t>voces</w:t>
      </w:r>
      <w:proofErr w:type="spellEnd"/>
      <w:r w:rsidR="0034078D">
        <w:rPr>
          <w:i/>
          <w:iCs/>
        </w:rPr>
        <w:t xml:space="preserve">, </w:t>
      </w:r>
      <w:r>
        <w:t>une vaine image</w:t>
      </w:r>
      <w:r w:rsidR="0034078D">
        <w:t xml:space="preserve">, </w:t>
      </w:r>
      <w:r>
        <w:t>comme on l</w:t>
      </w:r>
      <w:r w:rsidR="0034078D">
        <w:t>’</w:t>
      </w:r>
      <w:r>
        <w:t>a dit avant moi</w:t>
      </w:r>
      <w:r w:rsidR="0034078D">
        <w:t xml:space="preserve">, </w:t>
      </w:r>
      <w:r>
        <w:t>un songe</w:t>
      </w:r>
      <w:r w:rsidR="0034078D">
        <w:t xml:space="preserve">, </w:t>
      </w:r>
      <w:r>
        <w:t>l</w:t>
      </w:r>
      <w:r w:rsidR="0034078D">
        <w:t>’</w:t>
      </w:r>
      <w:r>
        <w:t>ombre d</w:t>
      </w:r>
      <w:r w:rsidR="0034078D">
        <w:t>’</w:t>
      </w:r>
      <w:r>
        <w:t>un songe</w:t>
      </w:r>
      <w:r w:rsidR="0034078D">
        <w:t xml:space="preserve">, </w:t>
      </w:r>
      <w:r>
        <w:t>un écho</w:t>
      </w:r>
      <w:r w:rsidR="0034078D">
        <w:t xml:space="preserve">, </w:t>
      </w:r>
      <w:r>
        <w:t>&amp;c</w:t>
      </w:r>
      <w:r w:rsidR="0034078D">
        <w:t xml:space="preserve">. </w:t>
      </w:r>
      <w:r>
        <w:t xml:space="preserve">Mais aussi fous que les </w:t>
      </w:r>
      <w:proofErr w:type="spellStart"/>
      <w:r>
        <w:t>poëtes</w:t>
      </w:r>
      <w:proofErr w:type="spellEnd"/>
      <w:r w:rsidR="0034078D">
        <w:t xml:space="preserve">, </w:t>
      </w:r>
      <w:r>
        <w:t>&amp; peut-être plus</w:t>
      </w:r>
      <w:r w:rsidR="0034078D">
        <w:t xml:space="preserve">, </w:t>
      </w:r>
      <w:r>
        <w:t>les philosophes métamorphosent cet écho en nymphe</w:t>
      </w:r>
      <w:r w:rsidR="0034078D">
        <w:t xml:space="preserve">, </w:t>
      </w:r>
      <w:r>
        <w:t>en nymphe charmante</w:t>
      </w:r>
      <w:r w:rsidR="0034078D">
        <w:t xml:space="preserve">, </w:t>
      </w:r>
      <w:r>
        <w:t>que dis-je</w:t>
      </w:r>
      <w:r w:rsidR="0034078D">
        <w:t xml:space="preserve"> ? </w:t>
      </w:r>
      <w:r>
        <w:t>en impérieuse divinité</w:t>
      </w:r>
      <w:r w:rsidR="0034078D">
        <w:t xml:space="preserve"> : </w:t>
      </w:r>
      <w:r>
        <w:t>&amp; c</w:t>
      </w:r>
      <w:r w:rsidR="0034078D">
        <w:t>’</w:t>
      </w:r>
      <w:r>
        <w:t>est ainsi que notre pauvre imagination se repaît</w:t>
      </w:r>
      <w:r w:rsidR="0034078D">
        <w:t xml:space="preserve">, </w:t>
      </w:r>
      <w:r>
        <w:t>comme la leur</w:t>
      </w:r>
      <w:r w:rsidR="0034078D">
        <w:t xml:space="preserve">, </w:t>
      </w:r>
      <w:r>
        <w:t xml:space="preserve">de belles </w:t>
      </w:r>
      <w:proofErr w:type="spellStart"/>
      <w:r>
        <w:t>chimeres</w:t>
      </w:r>
      <w:proofErr w:type="spellEnd"/>
      <w:r w:rsidR="0034078D">
        <w:t xml:space="preserve">. </w:t>
      </w:r>
      <w:r>
        <w:t xml:space="preserve">Vrais </w:t>
      </w:r>
      <w:proofErr w:type="spellStart"/>
      <w:r>
        <w:t>Ixions</w:t>
      </w:r>
      <w:proofErr w:type="spellEnd"/>
      <w:r w:rsidR="0034078D">
        <w:t xml:space="preserve">, </w:t>
      </w:r>
      <w:r>
        <w:t>prendrons-nous toujours la nue pour Junon</w:t>
      </w:r>
      <w:r w:rsidR="0034078D">
        <w:t xml:space="preserve"> ; </w:t>
      </w:r>
      <w:r>
        <w:t>le frivole pour l</w:t>
      </w:r>
      <w:r w:rsidR="0034078D">
        <w:t>’</w:t>
      </w:r>
      <w:r>
        <w:t>utile</w:t>
      </w:r>
      <w:r w:rsidR="0034078D">
        <w:t xml:space="preserve"> ; </w:t>
      </w:r>
      <w:r>
        <w:t>ce qu</w:t>
      </w:r>
      <w:r w:rsidR="0034078D">
        <w:t>’</w:t>
      </w:r>
      <w:r>
        <w:t>il y a de plus stérile pour ce qu</w:t>
      </w:r>
      <w:r w:rsidR="0034078D">
        <w:t>’</w:t>
      </w:r>
      <w:r>
        <w:t>il y a de plus fécond</w:t>
      </w:r>
      <w:r w:rsidR="0034078D">
        <w:t xml:space="preserve"> ? </w:t>
      </w:r>
      <w:r>
        <w:t>Prendrons-nous toujours l</w:t>
      </w:r>
      <w:r w:rsidR="0034078D">
        <w:t>’</w:t>
      </w:r>
      <w:r>
        <w:t>esprit pour le sentiment</w:t>
      </w:r>
      <w:r w:rsidR="0034078D">
        <w:t xml:space="preserve">, </w:t>
      </w:r>
      <w:r>
        <w:t>&amp; la vanité pour ce juste amour-propre qui nous a été donné en partage</w:t>
      </w:r>
      <w:r w:rsidR="0034078D">
        <w:t xml:space="preserve"> ? </w:t>
      </w:r>
      <w:r>
        <w:t>Nous laissons</w:t>
      </w:r>
      <w:r w:rsidR="0034078D">
        <w:t xml:space="preserve">, </w:t>
      </w:r>
      <w:r>
        <w:t xml:space="preserve">je le dis dans un sens bien différent de </w:t>
      </w:r>
      <w:proofErr w:type="spellStart"/>
      <w:r>
        <w:t>Séneque</w:t>
      </w:r>
      <w:proofErr w:type="spellEnd"/>
      <w:r w:rsidR="0034078D">
        <w:t xml:space="preserve">, </w:t>
      </w:r>
      <w:r>
        <w:t>nous dédaignons les plus grands biens</w:t>
      </w:r>
      <w:r w:rsidR="0034078D">
        <w:t xml:space="preserve">, </w:t>
      </w:r>
      <w:r>
        <w:t>le plaisir de jouir à longs traits de nous-même &amp; des corps qui nous environnent</w:t>
      </w:r>
      <w:r w:rsidR="0034078D">
        <w:t xml:space="preserve">, </w:t>
      </w:r>
      <w:r>
        <w:t>pour courir après des biens imaginaires</w:t>
      </w:r>
      <w:r w:rsidR="0034078D">
        <w:t xml:space="preserve">, </w:t>
      </w:r>
      <w:r>
        <w:t>après des sons &amp; des douceurs</w:t>
      </w:r>
      <w:r w:rsidR="0034078D">
        <w:t xml:space="preserve">, </w:t>
      </w:r>
      <w:r>
        <w:t>si l</w:t>
      </w:r>
      <w:r w:rsidR="0034078D">
        <w:t>’</w:t>
      </w:r>
      <w:r>
        <w:t>on peut donner ce nom à ce qui est mêlé de tant d</w:t>
      </w:r>
      <w:r w:rsidR="0034078D">
        <w:t>’</w:t>
      </w:r>
      <w:r>
        <w:t>amertumes</w:t>
      </w:r>
      <w:r w:rsidR="0034078D">
        <w:t>.</w:t>
      </w:r>
    </w:p>
    <w:p w14:paraId="2FD8BA8A" w14:textId="77777777" w:rsidR="0034078D" w:rsidRDefault="00000000" w:rsidP="0034078D">
      <w:r>
        <w:t>Sommes-nous dans ce monde pour chercher &amp; goûter la célébrité ou les plaisirs de la vie</w:t>
      </w:r>
      <w:r w:rsidR="0034078D">
        <w:t xml:space="preserve"> ? </w:t>
      </w:r>
      <w:r>
        <w:t>Puisque le hasard nous y a jetés</w:t>
      </w:r>
      <w:r w:rsidR="0034078D">
        <w:t xml:space="preserve">, </w:t>
      </w:r>
      <w:r>
        <w:t>je ne dirai point au préjudice de tant d</w:t>
      </w:r>
      <w:r w:rsidR="0034078D">
        <w:t>’</w:t>
      </w:r>
      <w:r>
        <w:t>autres que mille causes empêchent tous les jours de sortir du néant</w:t>
      </w:r>
      <w:r w:rsidR="0034078D">
        <w:t xml:space="preserve">, </w:t>
      </w:r>
      <w:r>
        <w:t xml:space="preserve">il </w:t>
      </w:r>
      <w:proofErr w:type="spellStart"/>
      <w:r>
        <w:t>paroît</w:t>
      </w:r>
      <w:proofErr w:type="spellEnd"/>
      <w:r>
        <w:t xml:space="preserve"> que le premier but</w:t>
      </w:r>
      <w:r w:rsidR="0034078D">
        <w:t xml:space="preserve">, </w:t>
      </w:r>
      <w:r>
        <w:t>&amp; le plus raisonnable</w:t>
      </w:r>
      <w:r w:rsidR="0034078D">
        <w:t xml:space="preserve">, </w:t>
      </w:r>
      <w:r>
        <w:t>est d</w:t>
      </w:r>
      <w:r w:rsidR="0034078D">
        <w:t>’</w:t>
      </w:r>
      <w:r>
        <w:t>y vivre tranquille</w:t>
      </w:r>
      <w:r w:rsidR="0034078D">
        <w:t xml:space="preserve">, </w:t>
      </w:r>
      <w:r>
        <w:t>à l</w:t>
      </w:r>
      <w:r w:rsidR="0034078D">
        <w:t>’</w:t>
      </w:r>
      <w:r>
        <w:t>aise &amp; content</w:t>
      </w:r>
      <w:r w:rsidR="0034078D">
        <w:t xml:space="preserve">. </w:t>
      </w:r>
      <w:r>
        <w:t>C</w:t>
      </w:r>
      <w:r w:rsidR="0034078D">
        <w:t>’</w:t>
      </w:r>
      <w:r>
        <w:t>est une chose décidée</w:t>
      </w:r>
      <w:r w:rsidR="0034078D">
        <w:t xml:space="preserve">, </w:t>
      </w:r>
      <w:r>
        <w:t>beaucoup mieux par la conduite de tous les hommes</w:t>
      </w:r>
      <w:r w:rsidR="0034078D">
        <w:t xml:space="preserve">, </w:t>
      </w:r>
      <w:r>
        <w:t>que par toutes les opinions diverses de ceux d</w:t>
      </w:r>
      <w:r w:rsidR="0034078D">
        <w:t>’</w:t>
      </w:r>
      <w:r>
        <w:t>entr</w:t>
      </w:r>
      <w:r w:rsidR="0034078D">
        <w:t>’</w:t>
      </w:r>
      <w:r>
        <w:t>eux qui se sont érigés en précepteurs du genre-humain</w:t>
      </w:r>
      <w:r w:rsidR="0034078D">
        <w:t xml:space="preserve">. </w:t>
      </w:r>
      <w:r>
        <w:t>Songer au corps avant que de songer à l</w:t>
      </w:r>
      <w:r w:rsidR="0034078D">
        <w:t>’</w:t>
      </w:r>
      <w:proofErr w:type="spellStart"/>
      <w:r>
        <w:t>ame</w:t>
      </w:r>
      <w:proofErr w:type="spellEnd"/>
      <w:r w:rsidR="0034078D">
        <w:t xml:space="preserve">, </w:t>
      </w:r>
      <w:r>
        <w:t>c</w:t>
      </w:r>
      <w:r w:rsidR="0034078D">
        <w:t>’</w:t>
      </w:r>
      <w:r>
        <w:t>est imiter la nature qui a fait l</w:t>
      </w:r>
      <w:r w:rsidR="0034078D">
        <w:t>’</w:t>
      </w:r>
      <w:r>
        <w:t>un avant l</w:t>
      </w:r>
      <w:r w:rsidR="0034078D">
        <w:t>’</w:t>
      </w:r>
      <w:r>
        <w:t>autre</w:t>
      </w:r>
      <w:r w:rsidR="0034078D">
        <w:t xml:space="preserve">. </w:t>
      </w:r>
      <w:r>
        <w:t>Quel autre guide plus sûr</w:t>
      </w:r>
      <w:r w:rsidR="0034078D">
        <w:t xml:space="preserve"> ! </w:t>
      </w:r>
      <w:r>
        <w:t>N</w:t>
      </w:r>
      <w:r w:rsidR="0034078D">
        <w:t>’</w:t>
      </w:r>
      <w:r>
        <w:t>est-ce pas à la fois suivre l</w:t>
      </w:r>
      <w:r w:rsidR="0034078D">
        <w:t>’</w:t>
      </w:r>
      <w:r>
        <w:t>instinct des hommes &amp; des animaux</w:t>
      </w:r>
      <w:r w:rsidR="0034078D">
        <w:t xml:space="preserve"> ? </w:t>
      </w:r>
      <w:r>
        <w:t>Disons plus &amp; prêchons une doctrine que nous avons eu l</w:t>
      </w:r>
      <w:r w:rsidR="0034078D">
        <w:t>’</w:t>
      </w:r>
      <w:r>
        <w:t>honneur de ne pas suivre</w:t>
      </w:r>
      <w:r w:rsidR="0034078D">
        <w:t xml:space="preserve"> : </w:t>
      </w:r>
      <w:r>
        <w:t xml:space="preserve">il ne faut cultiver son </w:t>
      </w:r>
      <w:proofErr w:type="spellStart"/>
      <w:r>
        <w:t>ame</w:t>
      </w:r>
      <w:proofErr w:type="spellEnd"/>
      <w:r>
        <w:t xml:space="preserve"> que pour procurer plus de commodités à son corps</w:t>
      </w:r>
      <w:r w:rsidR="0034078D">
        <w:t xml:space="preserve"> ; </w:t>
      </w:r>
      <w:r>
        <w:t>peut-être ne faut-il écrire</w:t>
      </w:r>
      <w:r w:rsidR="0034078D">
        <w:t xml:space="preserve">, </w:t>
      </w:r>
      <w:r>
        <w:lastRenderedPageBreak/>
        <w:t>comme tant d</w:t>
      </w:r>
      <w:r w:rsidR="0034078D">
        <w:t>’</w:t>
      </w:r>
      <w:r>
        <w:t>auteurs</w:t>
      </w:r>
      <w:r w:rsidR="0034078D">
        <w:t xml:space="preserve">, </w:t>
      </w:r>
      <w:r>
        <w:t>que pour attraper ou l</w:t>
      </w:r>
      <w:r w:rsidR="0034078D">
        <w:t>’</w:t>
      </w:r>
      <w:r>
        <w:t>argent des libraires</w:t>
      </w:r>
      <w:r w:rsidR="0034078D">
        <w:t xml:space="preserve">, </w:t>
      </w:r>
      <w:r>
        <w:t>ou une estime encore plus lucrative</w:t>
      </w:r>
      <w:r w:rsidR="0034078D">
        <w:t xml:space="preserve">. </w:t>
      </w:r>
      <w:r>
        <w:t>S</w:t>
      </w:r>
      <w:r w:rsidR="0034078D">
        <w:t>’</w:t>
      </w:r>
      <w:r>
        <w:t>il est des causes finales</w:t>
      </w:r>
      <w:r w:rsidR="0034078D">
        <w:t xml:space="preserve">, </w:t>
      </w:r>
      <w:r>
        <w:t>celle-ci en est une</w:t>
      </w:r>
      <w:r w:rsidR="0034078D">
        <w:t xml:space="preserve">, </w:t>
      </w:r>
      <w:r>
        <w:t>&amp; des plus sensées</w:t>
      </w:r>
      <w:r w:rsidR="0034078D">
        <w:t xml:space="preserve"> ; </w:t>
      </w:r>
      <w:r>
        <w:t>l</w:t>
      </w:r>
      <w:r w:rsidR="0034078D">
        <w:t>’</w:t>
      </w:r>
      <w:r>
        <w:t>amour de la vie &amp; du bien-être a évidemment des droits plus pressés que ceux de l</w:t>
      </w:r>
      <w:r w:rsidR="0034078D">
        <w:t>’</w:t>
      </w:r>
      <w:r>
        <w:t>amour-propre</w:t>
      </w:r>
      <w:r w:rsidR="0034078D">
        <w:t xml:space="preserve"> ; </w:t>
      </w:r>
      <w:r>
        <w:t>&amp; comme le plaisir va devant l</w:t>
      </w:r>
      <w:r w:rsidR="0034078D">
        <w:t>’</w:t>
      </w:r>
      <w:r>
        <w:t>honneur</w:t>
      </w:r>
      <w:r w:rsidR="0034078D">
        <w:t xml:space="preserve">, </w:t>
      </w:r>
      <w:r>
        <w:t>pour qui a le goût bon</w:t>
      </w:r>
      <w:r w:rsidR="0034078D">
        <w:t xml:space="preserve">, </w:t>
      </w:r>
      <w:r>
        <w:t>le pain est un aliment plus solide que la réputation</w:t>
      </w:r>
      <w:r w:rsidR="0034078D">
        <w:t>.</w:t>
      </w:r>
    </w:p>
    <w:p w14:paraId="46C40FB3" w14:textId="77777777" w:rsidR="0034078D" w:rsidRDefault="00000000" w:rsidP="0034078D">
      <w:r>
        <w:t>Travaillons donc d</w:t>
      </w:r>
      <w:r w:rsidR="0034078D">
        <w:t>’</w:t>
      </w:r>
      <w:r>
        <w:t>abord par nous l</w:t>
      </w:r>
      <w:r w:rsidR="0034078D">
        <w:t>’</w:t>
      </w:r>
      <w:r>
        <w:t>assurer</w:t>
      </w:r>
      <w:r w:rsidR="0034078D">
        <w:t xml:space="preserve"> ; </w:t>
      </w:r>
      <w:r>
        <w:t>c</w:t>
      </w:r>
      <w:r w:rsidR="0034078D">
        <w:t>’</w:t>
      </w:r>
      <w:r>
        <w:t>est le meilleur parti qu</w:t>
      </w:r>
      <w:r w:rsidR="0034078D">
        <w:t>’</w:t>
      </w:r>
      <w:r>
        <w:t>on puisse tirer du préjugé des hommes</w:t>
      </w:r>
      <w:r w:rsidR="0034078D">
        <w:t xml:space="preserve">, </w:t>
      </w:r>
      <w:r>
        <w:t>assez simples pour croire qu</w:t>
      </w:r>
      <w:r w:rsidR="0034078D">
        <w:t>’</w:t>
      </w:r>
      <w:r>
        <w:t>un savant vaut mieux qu</w:t>
      </w:r>
      <w:r w:rsidR="0034078D">
        <w:t>’</w:t>
      </w:r>
      <w:r>
        <w:t>un ignorant</w:t>
      </w:r>
      <w:r w:rsidR="0034078D">
        <w:t xml:space="preserve">. </w:t>
      </w:r>
      <w:r>
        <w:t>La gloire au reste viendra quand elle voudra</w:t>
      </w:r>
      <w:r w:rsidR="0034078D">
        <w:t xml:space="preserve">. </w:t>
      </w:r>
      <w:r>
        <w:t>Que nous sommes vains &amp; dupes</w:t>
      </w:r>
      <w:r w:rsidR="0034078D">
        <w:t xml:space="preserve">, </w:t>
      </w:r>
      <w:r>
        <w:t>qui pis est</w:t>
      </w:r>
      <w:r w:rsidR="0034078D">
        <w:t xml:space="preserve">, </w:t>
      </w:r>
      <w:r>
        <w:t>de nous sacrifier au chimérique honneur d</w:t>
      </w:r>
      <w:r w:rsidR="0034078D">
        <w:t>’</w:t>
      </w:r>
      <w:r>
        <w:t>immortaliser les lettres de l</w:t>
      </w:r>
      <w:r w:rsidR="0034078D">
        <w:t>’</w:t>
      </w:r>
      <w:r>
        <w:t>alphabet qui composent nos noms</w:t>
      </w:r>
      <w:r w:rsidR="0034078D">
        <w:t xml:space="preserve"> ! </w:t>
      </w:r>
      <w:r>
        <w:t>Soyons meilleurs pilotes de la vie</w:t>
      </w:r>
      <w:r w:rsidR="0034078D">
        <w:t xml:space="preserve"> ; </w:t>
      </w:r>
      <w:r>
        <w:t>que le sentiment seul nous serve de boussole</w:t>
      </w:r>
      <w:r w:rsidR="0034078D">
        <w:t xml:space="preserve">, </w:t>
      </w:r>
      <w:r>
        <w:t>&amp; nous ne ferons voile que vers le port de la liberté</w:t>
      </w:r>
      <w:r w:rsidR="0034078D">
        <w:t xml:space="preserve">, </w:t>
      </w:r>
      <w:r>
        <w:t>de l</w:t>
      </w:r>
      <w:r w:rsidR="0034078D">
        <w:t>’</w:t>
      </w:r>
      <w:r>
        <w:t>indépendance &amp; du plaisir</w:t>
      </w:r>
      <w:r w:rsidR="0034078D">
        <w:t>.</w:t>
      </w:r>
    </w:p>
    <w:p w14:paraId="5E6CBEF0" w14:textId="77777777" w:rsidR="0034078D" w:rsidRDefault="00000000" w:rsidP="0034078D">
      <w:r>
        <w:t xml:space="preserve">Encore un mot sur les dangers de la </w:t>
      </w:r>
      <w:proofErr w:type="spellStart"/>
      <w:r>
        <w:t>carriere</w:t>
      </w:r>
      <w:proofErr w:type="spellEnd"/>
      <w:r>
        <w:t xml:space="preserve"> où je suis entré</w:t>
      </w:r>
      <w:r w:rsidR="0034078D">
        <w:t xml:space="preserve"> : </w:t>
      </w:r>
      <w:r>
        <w:t>il est beau</w:t>
      </w:r>
      <w:r w:rsidR="0034078D">
        <w:t xml:space="preserve">, </w:t>
      </w:r>
      <w:r>
        <w:t>je le veux</w:t>
      </w:r>
      <w:r w:rsidR="0034078D">
        <w:t xml:space="preserve">, </w:t>
      </w:r>
      <w:r>
        <w:t>de pouvoir compter</w:t>
      </w:r>
      <w:r w:rsidR="0034078D">
        <w:t xml:space="preserve">, </w:t>
      </w:r>
      <w:r>
        <w:t>non sur le suffrage de la postérité qu</w:t>
      </w:r>
      <w:r w:rsidR="0034078D">
        <w:t>’</w:t>
      </w:r>
      <w:r>
        <w:t>on ne rencontre point</w:t>
      </w:r>
      <w:r w:rsidR="0034078D">
        <w:t xml:space="preserve">, </w:t>
      </w:r>
      <w:r>
        <w:t xml:space="preserve">mais sur celui de quelques contemporains </w:t>
      </w:r>
      <w:proofErr w:type="spellStart"/>
      <w:r>
        <w:t>connoisseurs</w:t>
      </w:r>
      <w:proofErr w:type="spellEnd"/>
      <w:r w:rsidR="0034078D">
        <w:t xml:space="preserve">. </w:t>
      </w:r>
      <w:r>
        <w:t xml:space="preserve">Il est agréable de voir sa raison &amp; ses </w:t>
      </w:r>
      <w:proofErr w:type="spellStart"/>
      <w:r>
        <w:t>lumieres</w:t>
      </w:r>
      <w:proofErr w:type="spellEnd"/>
      <w:r>
        <w:t xml:space="preserve"> croître &amp; s</w:t>
      </w:r>
      <w:r w:rsidR="0034078D">
        <w:t>’</w:t>
      </w:r>
      <w:r>
        <w:t xml:space="preserve">étendre sous les </w:t>
      </w:r>
      <w:proofErr w:type="spellStart"/>
      <w:r>
        <w:t>aîles</w:t>
      </w:r>
      <w:proofErr w:type="spellEnd"/>
      <w:r>
        <w:t xml:space="preserve"> de la philosophie &amp; des muses</w:t>
      </w:r>
      <w:r w:rsidR="0034078D">
        <w:t xml:space="preserve"> ; </w:t>
      </w:r>
      <w:r>
        <w:t>mais il y faut être en sûreté</w:t>
      </w:r>
      <w:r w:rsidR="0034078D">
        <w:t xml:space="preserve">, </w:t>
      </w:r>
      <w:r>
        <w:t>&amp; que la poule ne laisse pas prendre ses poussins</w:t>
      </w:r>
      <w:r w:rsidR="0034078D">
        <w:t xml:space="preserve">, </w:t>
      </w:r>
      <w:r>
        <w:t>ou c</w:t>
      </w:r>
      <w:r w:rsidR="0034078D">
        <w:t>’</w:t>
      </w:r>
      <w:r>
        <w:t>est être fou que de cultiver la sagesse</w:t>
      </w:r>
      <w:r w:rsidR="0034078D">
        <w:t xml:space="preserve">. </w:t>
      </w:r>
      <w:r>
        <w:t>Aristote ne s</w:t>
      </w:r>
      <w:r w:rsidR="0034078D">
        <w:t>’</w:t>
      </w:r>
      <w:r>
        <w:t>y fia pas plus que moi</w:t>
      </w:r>
      <w:r w:rsidR="0034078D">
        <w:t xml:space="preserve">, </w:t>
      </w:r>
      <w:r>
        <w:t>&amp; fit bien</w:t>
      </w:r>
      <w:r w:rsidR="0034078D">
        <w:t xml:space="preserve"> : </w:t>
      </w:r>
      <w:r>
        <w:t>la république d</w:t>
      </w:r>
      <w:r w:rsidR="0034078D">
        <w:t>’</w:t>
      </w:r>
      <w:proofErr w:type="spellStart"/>
      <w:r>
        <w:t>Athenes</w:t>
      </w:r>
      <w:proofErr w:type="spellEnd"/>
      <w:r w:rsidR="0034078D">
        <w:t xml:space="preserve">, </w:t>
      </w:r>
      <w:r>
        <w:t>qui s</w:t>
      </w:r>
      <w:r w:rsidR="0034078D">
        <w:t>’</w:t>
      </w:r>
      <w:proofErr w:type="spellStart"/>
      <w:r>
        <w:t>étoit</w:t>
      </w:r>
      <w:proofErr w:type="spellEnd"/>
      <w:r>
        <w:t xml:space="preserve"> déshonorée en condamnant à mort un homme qui </w:t>
      </w:r>
      <w:proofErr w:type="spellStart"/>
      <w:r>
        <w:t>valoit</w:t>
      </w:r>
      <w:proofErr w:type="spellEnd"/>
      <w:r>
        <w:t xml:space="preserve"> mieux qu</w:t>
      </w:r>
      <w:r w:rsidR="0034078D">
        <w:t>’</w:t>
      </w:r>
      <w:r>
        <w:t>elle</w:t>
      </w:r>
      <w:r w:rsidR="0034078D">
        <w:t xml:space="preserve">, </w:t>
      </w:r>
      <w:r>
        <w:t>n</w:t>
      </w:r>
      <w:r w:rsidR="0034078D">
        <w:t>’</w:t>
      </w:r>
      <w:r>
        <w:t xml:space="preserve">eût pas rougi de se déshonorer une seconde &amp; une </w:t>
      </w:r>
      <w:proofErr w:type="spellStart"/>
      <w:r>
        <w:t>troisieme</w:t>
      </w:r>
      <w:proofErr w:type="spellEnd"/>
      <w:r>
        <w:t xml:space="preserve"> fois</w:t>
      </w:r>
      <w:r w:rsidR="0034078D">
        <w:t xml:space="preserve">. </w:t>
      </w:r>
      <w:r>
        <w:t xml:space="preserve">La politique qui a </w:t>
      </w:r>
      <w:r>
        <w:rPr>
          <w:iCs/>
        </w:rPr>
        <w:t>fait</w:t>
      </w:r>
      <w:r>
        <w:t xml:space="preserve"> la honte</w:t>
      </w:r>
      <w:r w:rsidR="0034078D">
        <w:t xml:space="preserve">, </w:t>
      </w:r>
      <w:r>
        <w:t xml:space="preserve">ne la </w:t>
      </w:r>
      <w:proofErr w:type="spellStart"/>
      <w:r>
        <w:t>connoît</w:t>
      </w:r>
      <w:proofErr w:type="spellEnd"/>
      <w:r>
        <w:t xml:space="preserve"> point</w:t>
      </w:r>
      <w:r w:rsidR="0034078D">
        <w:t xml:space="preserve">. </w:t>
      </w:r>
      <w:r>
        <w:t>Descartes s</w:t>
      </w:r>
      <w:r w:rsidR="0034078D">
        <w:t>’</w:t>
      </w:r>
      <w:r>
        <w:t>absenta aussi fort à propos</w:t>
      </w:r>
      <w:r w:rsidR="0034078D">
        <w:t xml:space="preserve">, </w:t>
      </w:r>
      <w:r>
        <w:t>au moindre murmure de la mer théologique aisément en fureur</w:t>
      </w:r>
      <w:r w:rsidR="0034078D">
        <w:t xml:space="preserve">. </w:t>
      </w:r>
      <w:r>
        <w:t xml:space="preserve">Prêt à </w:t>
      </w:r>
      <w:proofErr w:type="spellStart"/>
      <w:r>
        <w:t>jetter</w:t>
      </w:r>
      <w:proofErr w:type="spellEnd"/>
      <w:r>
        <w:t xml:space="preserve"> au feu un travail de 4 ans</w:t>
      </w:r>
      <w:r w:rsidR="0034078D">
        <w:t xml:space="preserve">, </w:t>
      </w:r>
      <w:r>
        <w:t>combien n</w:t>
      </w:r>
      <w:r w:rsidR="0034078D">
        <w:t>’</w:t>
      </w:r>
      <w:r>
        <w:t xml:space="preserve">a-t-il point </w:t>
      </w:r>
      <w:r>
        <w:lastRenderedPageBreak/>
        <w:t>craint que l</w:t>
      </w:r>
      <w:r w:rsidR="0034078D">
        <w:t>’</w:t>
      </w:r>
      <w:r>
        <w:t>église</w:t>
      </w:r>
      <w:r w:rsidR="0034078D">
        <w:t xml:space="preserve"> (</w:t>
      </w:r>
      <w:r>
        <w:t>ce que je ne puis voir sans rire de sa simplicité</w:t>
      </w:r>
      <w:r w:rsidR="0034078D">
        <w:t xml:space="preserve">) </w:t>
      </w:r>
      <w:r>
        <w:t>n</w:t>
      </w:r>
      <w:r w:rsidR="0034078D">
        <w:t>’</w:t>
      </w:r>
      <w:r>
        <w:t>approuvât point ses opinions &amp; ses conjectures physiques</w:t>
      </w:r>
      <w:r w:rsidR="0034078D">
        <w:t>.</w:t>
      </w:r>
    </w:p>
    <w:p w14:paraId="68E4344C" w14:textId="77777777" w:rsidR="0034078D" w:rsidRDefault="00000000" w:rsidP="0034078D">
      <w:r>
        <w:t>La gloire qui marche à la suite des muses</w:t>
      </w:r>
      <w:r w:rsidR="0034078D">
        <w:t xml:space="preserve">, </w:t>
      </w:r>
      <w:r>
        <w:t>ne peut donc nous dédommager de la perte des biens du corps</w:t>
      </w:r>
      <w:r w:rsidR="0034078D">
        <w:t xml:space="preserve"> ; </w:t>
      </w:r>
      <w:r>
        <w:t>c</w:t>
      </w:r>
      <w:r w:rsidR="0034078D">
        <w:t>’</w:t>
      </w:r>
      <w:r>
        <w:t>est un bien trop étranger &amp; trop loin de nous</w:t>
      </w:r>
      <w:r w:rsidR="0034078D">
        <w:t xml:space="preserve"> ; </w:t>
      </w:r>
      <w:r>
        <w:t>pourquoi donc lui immole-t-on ce qu</w:t>
      </w:r>
      <w:r w:rsidR="0034078D">
        <w:t>’</w:t>
      </w:r>
      <w:r>
        <w:t>on a de plus cher au monde</w:t>
      </w:r>
      <w:r w:rsidR="0034078D">
        <w:t xml:space="preserve"> ? </w:t>
      </w:r>
      <w:r>
        <w:t>C</w:t>
      </w:r>
      <w:r w:rsidR="0034078D">
        <w:t>’</w:t>
      </w:r>
      <w:r>
        <w:t>est que la vanité se l</w:t>
      </w:r>
      <w:r w:rsidR="0034078D">
        <w:t>’</w:t>
      </w:r>
      <w:r>
        <w:t>approprie</w:t>
      </w:r>
      <w:r w:rsidR="0034078D">
        <w:t xml:space="preserve">. </w:t>
      </w:r>
      <w:r>
        <w:t>Notre imagination enflée &amp; comme bouffie par les éloges</w:t>
      </w:r>
      <w:r w:rsidR="0034078D">
        <w:t xml:space="preserve">, </w:t>
      </w:r>
      <w:r>
        <w:t>fait passer l</w:t>
      </w:r>
      <w:r w:rsidR="0034078D">
        <w:t>’</w:t>
      </w:r>
      <w:r>
        <w:t>estime d</w:t>
      </w:r>
      <w:r w:rsidR="0034078D">
        <w:t>’</w:t>
      </w:r>
      <w:r>
        <w:t>autrui chez nous-mêmes</w:t>
      </w:r>
      <w:r w:rsidR="0034078D">
        <w:t xml:space="preserve">, </w:t>
      </w:r>
      <w:r>
        <w:t>où elle se change en si haute considération</w:t>
      </w:r>
      <w:r w:rsidR="0034078D">
        <w:t xml:space="preserve">, </w:t>
      </w:r>
      <w:r>
        <w:t>que nous nous regardons comme des personnages de grande importance</w:t>
      </w:r>
      <w:r w:rsidR="0034078D">
        <w:t xml:space="preserve">, </w:t>
      </w:r>
      <w:r>
        <w:t xml:space="preserve">&amp; ne voyant en nous que </w:t>
      </w:r>
      <w:proofErr w:type="spellStart"/>
      <w:r>
        <w:t>matiere</w:t>
      </w:r>
      <w:proofErr w:type="spellEnd"/>
      <w:r>
        <w:t xml:space="preserve"> &amp; forme</w:t>
      </w:r>
      <w:r w:rsidR="0034078D">
        <w:t xml:space="preserve">, </w:t>
      </w:r>
      <w:r>
        <w:t xml:space="preserve">nous croyons cependant avoir non-seulement une </w:t>
      </w:r>
      <w:proofErr w:type="spellStart"/>
      <w:r>
        <w:t>ame</w:t>
      </w:r>
      <w:proofErr w:type="spellEnd"/>
      <w:r w:rsidR="0034078D">
        <w:t xml:space="preserve"> ; </w:t>
      </w:r>
      <w:r>
        <w:t xml:space="preserve">mais une </w:t>
      </w:r>
      <w:proofErr w:type="spellStart"/>
      <w:r>
        <w:t>ame</w:t>
      </w:r>
      <w:proofErr w:type="spellEnd"/>
      <w:r>
        <w:t xml:space="preserve"> d</w:t>
      </w:r>
      <w:r w:rsidR="0034078D">
        <w:t>’</w:t>
      </w:r>
      <w:r>
        <w:t xml:space="preserve">une trempe </w:t>
      </w:r>
      <w:proofErr w:type="spellStart"/>
      <w:r>
        <w:t>particuliere</w:t>
      </w:r>
      <w:proofErr w:type="spellEnd"/>
      <w:r w:rsidR="0034078D">
        <w:t xml:space="preserve">, </w:t>
      </w:r>
      <w:r>
        <w:t>supérieure</w:t>
      </w:r>
      <w:r w:rsidR="0034078D">
        <w:t xml:space="preserve">, </w:t>
      </w:r>
      <w:r>
        <w:t>&amp; faite exprès pour nous</w:t>
      </w:r>
      <w:r w:rsidR="0034078D">
        <w:t xml:space="preserve">. </w:t>
      </w:r>
      <w:r>
        <w:t>Delà viennent tous les avantages que l</w:t>
      </w:r>
      <w:r w:rsidR="0034078D">
        <w:t>’</w:t>
      </w:r>
      <w:r>
        <w:t>esprit peut procurer au corps</w:t>
      </w:r>
      <w:r w:rsidR="0034078D">
        <w:t xml:space="preserve"> ; </w:t>
      </w:r>
      <w:r>
        <w:t>car sans-doute les liqueurs circulent avec plus d</w:t>
      </w:r>
      <w:r w:rsidR="0034078D">
        <w:t>’</w:t>
      </w:r>
      <w:r>
        <w:t>aisance</w:t>
      </w:r>
      <w:r w:rsidR="0034078D">
        <w:t xml:space="preserve">, </w:t>
      </w:r>
      <w:r>
        <w:t>lorsque l</w:t>
      </w:r>
      <w:r w:rsidR="0034078D">
        <w:t>’</w:t>
      </w:r>
      <w:proofErr w:type="spellStart"/>
      <w:r>
        <w:t>ame</w:t>
      </w:r>
      <w:proofErr w:type="spellEnd"/>
      <w:r>
        <w:t xml:space="preserve"> est agréablement affectée</w:t>
      </w:r>
      <w:r w:rsidR="0034078D">
        <w:t xml:space="preserve"> : </w:t>
      </w:r>
      <w:r>
        <w:t>&amp; toutes choses égales</w:t>
      </w:r>
      <w:r w:rsidR="0034078D">
        <w:t xml:space="preserve">, </w:t>
      </w:r>
      <w:r>
        <w:t>c</w:t>
      </w:r>
      <w:r w:rsidR="0034078D">
        <w:t>’</w:t>
      </w:r>
      <w:r>
        <w:t>est-à-dire lorsque notre individu n</w:t>
      </w:r>
      <w:r w:rsidR="0034078D">
        <w:t>’</w:t>
      </w:r>
      <w:r>
        <w:t>en souffre point</w:t>
      </w:r>
      <w:r w:rsidR="0034078D">
        <w:t xml:space="preserve">, </w:t>
      </w:r>
      <w:r>
        <w:t>s</w:t>
      </w:r>
      <w:r w:rsidR="0034078D">
        <w:t>’</w:t>
      </w:r>
      <w:r>
        <w:t>acquérir de la gloire est un plus grand bien que de n</w:t>
      </w:r>
      <w:r w:rsidR="0034078D">
        <w:t>’</w:t>
      </w:r>
      <w:r>
        <w:t>en point avoir</w:t>
      </w:r>
      <w:r w:rsidR="0034078D">
        <w:t>.</w:t>
      </w:r>
    </w:p>
    <w:p w14:paraId="32C0CE71" w14:textId="77777777" w:rsidR="0034078D" w:rsidRDefault="00000000" w:rsidP="0034078D">
      <w:r>
        <w:t>N</w:t>
      </w:r>
      <w:r w:rsidR="0034078D">
        <w:t>’</w:t>
      </w:r>
      <w:r>
        <w:t xml:space="preserve">y </w:t>
      </w:r>
      <w:proofErr w:type="spellStart"/>
      <w:r>
        <w:t>auroit-il</w:t>
      </w:r>
      <w:proofErr w:type="spellEnd"/>
      <w:r>
        <w:t xml:space="preserve"> point plus de grandeur d</w:t>
      </w:r>
      <w:r w:rsidR="0034078D">
        <w:t>’</w:t>
      </w:r>
      <w:proofErr w:type="spellStart"/>
      <w:r>
        <w:t>ame</w:t>
      </w:r>
      <w:proofErr w:type="spellEnd"/>
      <w:r>
        <w:t xml:space="preserve"> à la mépriser</w:t>
      </w:r>
      <w:r w:rsidR="0034078D">
        <w:t xml:space="preserve"> ? </w:t>
      </w:r>
      <w:r>
        <w:t>C</w:t>
      </w:r>
      <w:r w:rsidR="0034078D">
        <w:t>’</w:t>
      </w:r>
      <w:r>
        <w:t>est ce qu</w:t>
      </w:r>
      <w:r w:rsidR="0034078D">
        <w:t>’</w:t>
      </w:r>
      <w:r>
        <w:t>il faut demander aux Stoïciens</w:t>
      </w:r>
      <w:r w:rsidR="0034078D">
        <w:t xml:space="preserve">. </w:t>
      </w:r>
      <w:r>
        <w:t>Voyez</w:t>
      </w:r>
      <w:r w:rsidR="0034078D">
        <w:t xml:space="preserve">, </w:t>
      </w:r>
      <w:r>
        <w:t>disent-ils</w:t>
      </w:r>
      <w:r w:rsidR="0034078D">
        <w:t xml:space="preserve">, </w:t>
      </w:r>
      <w:r>
        <w:t>en levant d</w:t>
      </w:r>
      <w:r w:rsidR="0034078D">
        <w:t>’</w:t>
      </w:r>
      <w:r>
        <w:t>orgueilleux sourcils</w:t>
      </w:r>
      <w:r w:rsidR="0034078D">
        <w:t xml:space="preserve">, </w:t>
      </w:r>
      <w:r>
        <w:t>voyez courir tous ces fous</w:t>
      </w:r>
      <w:r w:rsidR="0034078D">
        <w:t xml:space="preserve"> ; </w:t>
      </w:r>
      <w:r>
        <w:t>la gloire est leur objet</w:t>
      </w:r>
      <w:r w:rsidR="0034078D">
        <w:t xml:space="preserve"> ; </w:t>
      </w:r>
      <w:r>
        <w:t>ils cherchent l</w:t>
      </w:r>
      <w:r w:rsidR="0034078D">
        <w:t>’</w:t>
      </w:r>
      <w:r>
        <w:t>estime publique</w:t>
      </w:r>
      <w:r w:rsidR="0034078D">
        <w:t xml:space="preserve">, </w:t>
      </w:r>
      <w:r>
        <w:t>&amp; nous la nôtre</w:t>
      </w:r>
      <w:r w:rsidR="0034078D">
        <w:t xml:space="preserve">. </w:t>
      </w:r>
      <w:r>
        <w:t xml:space="preserve">Nous avons trop de vertu pour en </w:t>
      </w:r>
      <w:r>
        <w:rPr>
          <w:iCs/>
        </w:rPr>
        <w:t xml:space="preserve">faire </w:t>
      </w:r>
      <w:r>
        <w:t>parade</w:t>
      </w:r>
      <w:r w:rsidR="0034078D">
        <w:t xml:space="preserve">. </w:t>
      </w:r>
      <w:r>
        <w:t>Nous verrons dans la suite que ces même hommes ne méprisent pas plus la réputation &amp; l</w:t>
      </w:r>
      <w:r w:rsidR="0034078D">
        <w:t>’</w:t>
      </w:r>
      <w:r>
        <w:t>honneur</w:t>
      </w:r>
      <w:r w:rsidR="0034078D">
        <w:t xml:space="preserve">, </w:t>
      </w:r>
      <w:r>
        <w:t>que les richesses</w:t>
      </w:r>
      <w:r w:rsidR="0034078D">
        <w:t xml:space="preserve"> ; </w:t>
      </w:r>
      <w:r>
        <w:t>qu</w:t>
      </w:r>
      <w:r w:rsidR="0034078D">
        <w:t>’</w:t>
      </w:r>
      <w:r>
        <w:t>ils font tout pour en avoir</w:t>
      </w:r>
      <w:r w:rsidR="0034078D">
        <w:t xml:space="preserve">. </w:t>
      </w:r>
      <w:r>
        <w:t>Je n</w:t>
      </w:r>
      <w:r w:rsidR="0034078D">
        <w:t>’</w:t>
      </w:r>
      <w:r>
        <w:t xml:space="preserve">en </w:t>
      </w:r>
      <w:proofErr w:type="spellStart"/>
      <w:r>
        <w:t>voudrois</w:t>
      </w:r>
      <w:proofErr w:type="spellEnd"/>
      <w:r>
        <w:t xml:space="preserve"> pas d</w:t>
      </w:r>
      <w:r w:rsidR="0034078D">
        <w:t>’</w:t>
      </w:r>
      <w:r>
        <w:t>autre preuve</w:t>
      </w:r>
      <w:r w:rsidR="0034078D">
        <w:t xml:space="preserve">, </w:t>
      </w:r>
      <w:r>
        <w:t>que toutes ces recherches d</w:t>
      </w:r>
      <w:r w:rsidR="0034078D">
        <w:t>’</w:t>
      </w:r>
      <w:r>
        <w:t>esprit étudié</w:t>
      </w:r>
      <w:r w:rsidR="0034078D">
        <w:t xml:space="preserve">, </w:t>
      </w:r>
      <w:r>
        <w:t xml:space="preserve">que </w:t>
      </w:r>
      <w:proofErr w:type="spellStart"/>
      <w:r>
        <w:t>Séneque</w:t>
      </w:r>
      <w:proofErr w:type="spellEnd"/>
      <w:r>
        <w:t xml:space="preserve"> montre dans ses écrits</w:t>
      </w:r>
      <w:r w:rsidR="0034078D">
        <w:t xml:space="preserve">, </w:t>
      </w:r>
      <w:r>
        <w:t>&amp; notamment dans celui-ci dont j</w:t>
      </w:r>
      <w:r w:rsidR="0034078D">
        <w:t>’</w:t>
      </w:r>
      <w:r>
        <w:t>ai adouci de mon mieux l</w:t>
      </w:r>
      <w:r w:rsidR="0034078D">
        <w:t>’</w:t>
      </w:r>
      <w:r>
        <w:t>affectation</w:t>
      </w:r>
      <w:r w:rsidR="0034078D">
        <w:t>.</w:t>
      </w:r>
    </w:p>
    <w:p w14:paraId="44FD18EE" w14:textId="77777777" w:rsidR="0034078D" w:rsidRDefault="00000000" w:rsidP="0034078D">
      <w:r>
        <w:lastRenderedPageBreak/>
        <w:t>Le mépris n</w:t>
      </w:r>
      <w:r w:rsidR="0034078D">
        <w:t>’</w:t>
      </w:r>
      <w:r>
        <w:t>est pas plus un mal</w:t>
      </w:r>
      <w:r w:rsidR="0034078D">
        <w:t xml:space="preserve">, </w:t>
      </w:r>
      <w:r>
        <w:t>que la louange n</w:t>
      </w:r>
      <w:r w:rsidR="0034078D">
        <w:t>’</w:t>
      </w:r>
      <w:r>
        <w:t>est un bien</w:t>
      </w:r>
      <w:r w:rsidR="0034078D">
        <w:t xml:space="preserve">. </w:t>
      </w:r>
      <w:r>
        <w:t>Mais nous sommes assez dupes</w:t>
      </w:r>
      <w:r w:rsidR="0034078D">
        <w:t xml:space="preserve">, </w:t>
      </w:r>
      <w:r>
        <w:t>encore une fois</w:t>
      </w:r>
      <w:r w:rsidR="0034078D">
        <w:t xml:space="preserve">, </w:t>
      </w:r>
      <w:r>
        <w:t>pour tenir par l</w:t>
      </w:r>
      <w:r w:rsidR="0034078D">
        <w:t>’</w:t>
      </w:r>
      <w:r>
        <w:t>imagination</w:t>
      </w:r>
      <w:r w:rsidR="0034078D">
        <w:t xml:space="preserve">, </w:t>
      </w:r>
      <w:r>
        <w:t>à celle des autres</w:t>
      </w:r>
      <w:r w:rsidR="0034078D">
        <w:t xml:space="preserve">, </w:t>
      </w:r>
      <w:r>
        <w:t>qui nous flatte</w:t>
      </w:r>
      <w:r w:rsidR="0034078D">
        <w:t xml:space="preserve">, </w:t>
      </w:r>
      <w:r>
        <w:t>ou nous blesse par l</w:t>
      </w:r>
      <w:r w:rsidR="0034078D">
        <w:t>’</w:t>
      </w:r>
      <w:r>
        <w:t>image agréable</w:t>
      </w:r>
      <w:r w:rsidR="0034078D">
        <w:t xml:space="preserve">, </w:t>
      </w:r>
      <w:r>
        <w:t>ou désagréable qui en résulte dans le cerveau</w:t>
      </w:r>
      <w:r w:rsidR="0034078D">
        <w:t xml:space="preserve">. </w:t>
      </w:r>
      <w:r>
        <w:t>Un discours choquant ou flatteur agit</w:t>
      </w:r>
      <w:r w:rsidR="0034078D">
        <w:t xml:space="preserve">, </w:t>
      </w:r>
      <w:r>
        <w:t>comme un tableau beau ou laid</w:t>
      </w:r>
      <w:r w:rsidR="0034078D">
        <w:t xml:space="preserve">, </w:t>
      </w:r>
      <w:r>
        <w:t xml:space="preserve">par le </w:t>
      </w:r>
      <w:r>
        <w:rPr>
          <w:i/>
          <w:iCs/>
        </w:rPr>
        <w:t xml:space="preserve">bene </w:t>
      </w:r>
      <w:r>
        <w:t xml:space="preserve">ou le </w:t>
      </w:r>
      <w:r>
        <w:rPr>
          <w:i/>
          <w:iCs/>
        </w:rPr>
        <w:t xml:space="preserve">male </w:t>
      </w:r>
      <w:proofErr w:type="spellStart"/>
      <w:r>
        <w:rPr>
          <w:i/>
          <w:iCs/>
        </w:rPr>
        <w:t>placitum</w:t>
      </w:r>
      <w:proofErr w:type="spellEnd"/>
      <w:r>
        <w:rPr>
          <w:i/>
          <w:iCs/>
        </w:rPr>
        <w:t xml:space="preserve"> </w:t>
      </w:r>
      <w:r>
        <w:t>des anciens</w:t>
      </w:r>
      <w:r w:rsidR="0034078D">
        <w:t xml:space="preserve">. </w:t>
      </w:r>
      <w:r>
        <w:t>C</w:t>
      </w:r>
      <w:r w:rsidR="0034078D">
        <w:t>’</w:t>
      </w:r>
      <w:r>
        <w:t>est pourquoi on dit</w:t>
      </w:r>
      <w:r w:rsidR="0034078D">
        <w:t xml:space="preserve"> : </w:t>
      </w:r>
      <w:r>
        <w:t>telle chose fait honneur</w:t>
      </w:r>
      <w:r w:rsidR="0034078D">
        <w:t xml:space="preserve">, </w:t>
      </w:r>
      <w:r>
        <w:t>telle autre n</w:t>
      </w:r>
      <w:r w:rsidR="0034078D">
        <w:t>’</w:t>
      </w:r>
      <w:r>
        <w:t>en fait point</w:t>
      </w:r>
      <w:r w:rsidR="0034078D">
        <w:t xml:space="preserve">. </w:t>
      </w:r>
      <w:r>
        <w:t>Honneur</w:t>
      </w:r>
      <w:r w:rsidR="0034078D">
        <w:t xml:space="preserve"> ! </w:t>
      </w:r>
      <w:r>
        <w:t>ah</w:t>
      </w:r>
      <w:r w:rsidR="0034078D">
        <w:t xml:space="preserve"> ! </w:t>
      </w:r>
      <w:r>
        <w:t>qu</w:t>
      </w:r>
      <w:r w:rsidR="0034078D">
        <w:t>’</w:t>
      </w:r>
      <w:r>
        <w:t>on est sot</w:t>
      </w:r>
      <w:r w:rsidR="0034078D">
        <w:t xml:space="preserve">, </w:t>
      </w:r>
      <w:r>
        <w:t>qu</w:t>
      </w:r>
      <w:r w:rsidR="0034078D">
        <w:t>’</w:t>
      </w:r>
      <w:r>
        <w:t>on est à plaindre</w:t>
      </w:r>
      <w:r w:rsidR="0034078D">
        <w:t xml:space="preserve">, </w:t>
      </w:r>
      <w:r>
        <w:t>quand on n</w:t>
      </w:r>
      <w:r w:rsidR="0034078D">
        <w:t>’</w:t>
      </w:r>
      <w:r>
        <w:t>est point philosophe</w:t>
      </w:r>
      <w:r w:rsidR="0034078D">
        <w:t xml:space="preserve"> ! </w:t>
      </w:r>
      <w:r>
        <w:t>&amp; que bien des gens à qui on donne ce nom le méritent peu</w:t>
      </w:r>
      <w:r w:rsidR="0034078D">
        <w:t xml:space="preserve"> ! </w:t>
      </w:r>
      <w:r>
        <w:t xml:space="preserve">Je </w:t>
      </w:r>
      <w:proofErr w:type="spellStart"/>
      <w:r>
        <w:t>voudrois</w:t>
      </w:r>
      <w:proofErr w:type="spellEnd"/>
      <w:r>
        <w:t xml:space="preserve"> bien savoir</w:t>
      </w:r>
      <w:r w:rsidR="0034078D">
        <w:t xml:space="preserve">, </w:t>
      </w:r>
      <w:r>
        <w:t>si les idées que les Indiens ont des Chinois &amp; des François</w:t>
      </w:r>
      <w:r w:rsidR="0034078D">
        <w:t xml:space="preserve">, </w:t>
      </w:r>
      <w:r>
        <w:t>les Turcs des chrétiens</w:t>
      </w:r>
      <w:r w:rsidR="0034078D">
        <w:t xml:space="preserve">, </w:t>
      </w:r>
      <w:r>
        <w:t>&amp; ceux-ci des Turcs</w:t>
      </w:r>
      <w:r w:rsidR="0034078D">
        <w:t xml:space="preserve">, </w:t>
      </w:r>
      <w:r>
        <w:t>les touchent &amp; les mortifient</w:t>
      </w:r>
      <w:r w:rsidR="0034078D">
        <w:t xml:space="preserve">. </w:t>
      </w:r>
      <w:r>
        <w:t>Non</w:t>
      </w:r>
      <w:r w:rsidR="0034078D">
        <w:t xml:space="preserve">, </w:t>
      </w:r>
      <w:r>
        <w:t>répondez-vous</w:t>
      </w:r>
      <w:r w:rsidR="0034078D">
        <w:t xml:space="preserve">. </w:t>
      </w:r>
      <w:r>
        <w:t>Pourquoi donc ce qu</w:t>
      </w:r>
      <w:r w:rsidR="0034078D">
        <w:t>’</w:t>
      </w:r>
      <w:r>
        <w:t>on dit</w:t>
      </w:r>
      <w:r w:rsidR="0034078D">
        <w:t xml:space="preserve">, </w:t>
      </w:r>
      <w:r>
        <w:t>ou ce qu</w:t>
      </w:r>
      <w:r w:rsidR="0034078D">
        <w:t>’</w:t>
      </w:r>
      <w:r>
        <w:t>on pense de vous</w:t>
      </w:r>
      <w:r w:rsidR="0034078D">
        <w:t xml:space="preserve">, </w:t>
      </w:r>
      <w:r>
        <w:t>vous fait-il tant de peine</w:t>
      </w:r>
      <w:r w:rsidR="0034078D">
        <w:t xml:space="preserve"> ? </w:t>
      </w:r>
      <w:proofErr w:type="spellStart"/>
      <w:r>
        <w:t>Medecins</w:t>
      </w:r>
      <w:proofErr w:type="spellEnd"/>
      <w:r w:rsidR="0034078D">
        <w:t xml:space="preserve">, </w:t>
      </w:r>
      <w:r>
        <w:t>pourquoi faites-vous des choses qu</w:t>
      </w:r>
      <w:r w:rsidR="0034078D">
        <w:t>’</w:t>
      </w:r>
      <w:r>
        <w:t>on ne peut exposer aux yeux du public</w:t>
      </w:r>
      <w:r w:rsidR="0034078D">
        <w:t xml:space="preserve">, </w:t>
      </w:r>
      <w:r>
        <w:t>sans vous faire rougir</w:t>
      </w:r>
      <w:r w:rsidR="0034078D">
        <w:t xml:space="preserve"> ? </w:t>
      </w:r>
      <w:r>
        <w:t>Souffrez que je vous offre en moi-même un meilleur exemple à suivre</w:t>
      </w:r>
      <w:r w:rsidR="0034078D">
        <w:t>.</w:t>
      </w:r>
    </w:p>
    <w:p w14:paraId="1CF9A50F" w14:textId="77777777" w:rsidR="0034078D" w:rsidRDefault="00000000" w:rsidP="0034078D">
      <w:r>
        <w:t>La plus utile médisance vous met en fureur</w:t>
      </w:r>
      <w:r w:rsidR="0034078D">
        <w:t xml:space="preserve">, </w:t>
      </w:r>
      <w:r>
        <w:t>parce que vous en êtes l</w:t>
      </w:r>
      <w:r w:rsidR="0034078D">
        <w:t>’</w:t>
      </w:r>
      <w:r>
        <w:t>objet décrié</w:t>
      </w:r>
      <w:r w:rsidR="0034078D">
        <w:t xml:space="preserve"> : </w:t>
      </w:r>
      <w:r>
        <w:t>on me calomnie dans bien des libelles &amp; notamment dans un extrait &amp; un avis au lecteur qui ne mérite pas d</w:t>
      </w:r>
      <w:r w:rsidR="0034078D">
        <w:t>’</w:t>
      </w:r>
      <w:r>
        <w:t>être autrement qualifié</w:t>
      </w:r>
      <w:r w:rsidR="0034078D">
        <w:t xml:space="preserve"> : </w:t>
      </w:r>
      <w:r>
        <w:t>&amp; je ne sors pas de ma modération &amp; de ma tranquillité naturelle</w:t>
      </w:r>
      <w:r w:rsidR="0034078D">
        <w:t xml:space="preserve">. </w:t>
      </w:r>
      <w:r>
        <w:t>Un autre eût été furieux comme vous</w:t>
      </w:r>
      <w:r w:rsidR="0034078D">
        <w:t xml:space="preserve">, </w:t>
      </w:r>
      <w:r>
        <w:t>à la lecture de l</w:t>
      </w:r>
      <w:r w:rsidR="0034078D">
        <w:t>’</w:t>
      </w:r>
      <w:r>
        <w:t xml:space="preserve">avertissement des </w:t>
      </w:r>
      <w:r>
        <w:rPr>
          <w:i/>
          <w:iCs/>
        </w:rPr>
        <w:t>pensées chrétiennes</w:t>
      </w:r>
      <w:r w:rsidR="0034078D">
        <w:rPr>
          <w:i/>
          <w:iCs/>
        </w:rPr>
        <w:t xml:space="preserve"> : </w:t>
      </w:r>
      <w:r>
        <w:t>que n</w:t>
      </w:r>
      <w:r w:rsidR="0034078D">
        <w:t>’</w:t>
      </w:r>
      <w:r>
        <w:t>eût-il pas fait pour détromper le public</w:t>
      </w:r>
      <w:r w:rsidR="0034078D">
        <w:t xml:space="preserve"> ? </w:t>
      </w:r>
      <w:r>
        <w:t>Pour moi</w:t>
      </w:r>
      <w:r w:rsidR="0034078D">
        <w:t xml:space="preserve">, </w:t>
      </w:r>
      <w:r>
        <w:t>qui sais à quoi m</w:t>
      </w:r>
      <w:r w:rsidR="0034078D">
        <w:t>’</w:t>
      </w:r>
      <w:r>
        <w:t>en tenir</w:t>
      </w:r>
      <w:r w:rsidR="0034078D">
        <w:t xml:space="preserve">, </w:t>
      </w:r>
      <w:r>
        <w:t>&amp; qui n</w:t>
      </w:r>
      <w:r w:rsidR="0034078D">
        <w:t>’</w:t>
      </w:r>
      <w:proofErr w:type="spellStart"/>
      <w:r>
        <w:t>apprendrois</w:t>
      </w:r>
      <w:proofErr w:type="spellEnd"/>
      <w:r>
        <w:t xml:space="preserve"> rien de nouveau à ceux qui me </w:t>
      </w:r>
      <w:proofErr w:type="spellStart"/>
      <w:r>
        <w:t>connoissent</w:t>
      </w:r>
      <w:proofErr w:type="spellEnd"/>
      <w:r>
        <w:t xml:space="preserve"> &amp; qui savent mon histoire</w:t>
      </w:r>
      <w:r w:rsidR="0034078D">
        <w:t xml:space="preserve">, </w:t>
      </w:r>
      <w:r>
        <w:t>j</w:t>
      </w:r>
      <w:r w:rsidR="0034078D">
        <w:t>’</w:t>
      </w:r>
      <w:r>
        <w:t>ai bien voulu le lire une fois</w:t>
      </w:r>
      <w:r w:rsidR="0034078D">
        <w:t xml:space="preserve">, </w:t>
      </w:r>
      <w:r>
        <w:t>mais sans prendre la peine de lui répondre</w:t>
      </w:r>
      <w:r w:rsidR="0034078D">
        <w:t xml:space="preserve">. </w:t>
      </w:r>
      <w:r>
        <w:t>Ce qui n</w:t>
      </w:r>
      <w:r w:rsidR="0034078D">
        <w:t>’</w:t>
      </w:r>
      <w:r>
        <w:t>est pas vrai</w:t>
      </w:r>
      <w:r w:rsidR="0034078D">
        <w:t xml:space="preserve">, </w:t>
      </w:r>
      <w:r>
        <w:t>ne mérite pas qu</w:t>
      </w:r>
      <w:r w:rsidR="0034078D">
        <w:t>’</w:t>
      </w:r>
      <w:r>
        <w:t>on s</w:t>
      </w:r>
      <w:r w:rsidR="0034078D">
        <w:t>’</w:t>
      </w:r>
      <w:r>
        <w:t>en justifie</w:t>
      </w:r>
      <w:r w:rsidR="0034078D">
        <w:t xml:space="preserve">. </w:t>
      </w:r>
      <w:r>
        <w:t>Piqués de mon silence</w:t>
      </w:r>
      <w:r w:rsidR="0034078D">
        <w:t xml:space="preserve">, </w:t>
      </w:r>
      <w:r>
        <w:t>mes adversaires ont paru sous une autre forme</w:t>
      </w:r>
      <w:r w:rsidR="0034078D">
        <w:t xml:space="preserve"> : </w:t>
      </w:r>
      <w:r>
        <w:t>ils m</w:t>
      </w:r>
      <w:r w:rsidR="0034078D">
        <w:t>’</w:t>
      </w:r>
      <w:r>
        <w:t>ont</w:t>
      </w:r>
      <w:r w:rsidR="0034078D">
        <w:t xml:space="preserve">, </w:t>
      </w:r>
      <w:r>
        <w:t>dit-on</w:t>
      </w:r>
      <w:r w:rsidR="0034078D">
        <w:t xml:space="preserve">, </w:t>
      </w:r>
      <w:r>
        <w:t xml:space="preserve">attaqué dans je ne sais quel volume de la </w:t>
      </w:r>
      <w:proofErr w:type="spellStart"/>
      <w:r>
        <w:t>bibliotheque</w:t>
      </w:r>
      <w:proofErr w:type="spellEnd"/>
      <w:r>
        <w:t xml:space="preserve"> raisonnée </w:t>
      </w:r>
      <w:r>
        <w:rPr>
          <w:bCs/>
        </w:rPr>
        <w:t xml:space="preserve">que </w:t>
      </w:r>
      <w:r>
        <w:t>je n</w:t>
      </w:r>
      <w:r w:rsidR="0034078D">
        <w:t>’</w:t>
      </w:r>
      <w:r>
        <w:t>ai lu</w:t>
      </w:r>
      <w:r w:rsidR="0034078D">
        <w:t xml:space="preserve">, </w:t>
      </w:r>
      <w:r>
        <w:t>ni ne veux lire</w:t>
      </w:r>
      <w:r w:rsidR="0034078D">
        <w:t xml:space="preserve">, </w:t>
      </w:r>
      <w:r>
        <w:t xml:space="preserve">quoique je puisse le </w:t>
      </w:r>
      <w:r>
        <w:lastRenderedPageBreak/>
        <w:t>faire sans émotion</w:t>
      </w:r>
      <w:r w:rsidR="0034078D">
        <w:t xml:space="preserve">. </w:t>
      </w:r>
      <w:r>
        <w:t>Enfin ils ont tout tenté</w:t>
      </w:r>
      <w:r w:rsidR="0034078D">
        <w:t xml:space="preserve">, </w:t>
      </w:r>
      <w:r>
        <w:t>mais vainement pour être tirés de l</w:t>
      </w:r>
      <w:r w:rsidR="0034078D">
        <w:t>’</w:t>
      </w:r>
      <w:r>
        <w:t>obscurité où sont condamnés des auteurs qui se mêlent de littérature</w:t>
      </w:r>
      <w:r w:rsidR="0034078D">
        <w:t xml:space="preserve">, </w:t>
      </w:r>
      <w:r>
        <w:t>sans en être plus instruits</w:t>
      </w:r>
      <w:r w:rsidR="0034078D">
        <w:t xml:space="preserve">, </w:t>
      </w:r>
      <w:r>
        <w:t>que de ma conduite &amp; de mes mœurs</w:t>
      </w:r>
      <w:r w:rsidR="0034078D">
        <w:t xml:space="preserve">. </w:t>
      </w:r>
      <w:r>
        <w:t>Mais dans l</w:t>
      </w:r>
      <w:r w:rsidR="0034078D">
        <w:t>’</w:t>
      </w:r>
      <w:r>
        <w:t>extrait dont je parle</w:t>
      </w:r>
      <w:r w:rsidR="0034078D">
        <w:t xml:space="preserve">, </w:t>
      </w:r>
      <w:r>
        <w:t>je suis fort mal mené</w:t>
      </w:r>
      <w:r w:rsidR="0034078D">
        <w:t xml:space="preserve">, </w:t>
      </w:r>
      <w:r>
        <w:t>m</w:t>
      </w:r>
      <w:r w:rsidR="0034078D">
        <w:t>’</w:t>
      </w:r>
      <w:r>
        <w:t>écrivent mes amis d</w:t>
      </w:r>
      <w:r w:rsidR="0034078D">
        <w:t>’</w:t>
      </w:r>
      <w:r>
        <w:t>Amsterdam</w:t>
      </w:r>
      <w:r w:rsidR="0034078D">
        <w:t xml:space="preserve">. </w:t>
      </w:r>
      <w:r>
        <w:t>Je le crois bien</w:t>
      </w:r>
      <w:r w:rsidR="0034078D">
        <w:t xml:space="preserve">, </w:t>
      </w:r>
      <w:r>
        <w:t>leur ai-je répondu</w:t>
      </w:r>
      <w:r w:rsidR="0034078D">
        <w:t xml:space="preserve">, </w:t>
      </w:r>
      <w:r>
        <w:t>car j</w:t>
      </w:r>
      <w:r w:rsidR="0034078D">
        <w:t>’</w:t>
      </w:r>
      <w:r>
        <w:t>y suis calomnié</w:t>
      </w:r>
      <w:r w:rsidR="0034078D">
        <w:t xml:space="preserve"> ; </w:t>
      </w:r>
      <w:r>
        <w:t>&amp; moi qui n</w:t>
      </w:r>
      <w:r w:rsidR="0034078D">
        <w:t>’</w:t>
      </w:r>
      <w:r>
        <w:t>ai que médit</w:t>
      </w:r>
      <w:r w:rsidR="0034078D">
        <w:t xml:space="preserve">, </w:t>
      </w:r>
      <w:r>
        <w:t xml:space="preserve">pour </w:t>
      </w:r>
      <w:proofErr w:type="spellStart"/>
      <w:r>
        <w:t>jetter</w:t>
      </w:r>
      <w:proofErr w:type="spellEnd"/>
      <w:r>
        <w:t xml:space="preserve"> mes </w:t>
      </w:r>
      <w:proofErr w:type="spellStart"/>
      <w:r>
        <w:t>confreres</w:t>
      </w:r>
      <w:proofErr w:type="spellEnd"/>
      <w:r>
        <w:t xml:space="preserve"> en meilleur moule</w:t>
      </w:r>
      <w:r w:rsidR="0034078D">
        <w:t xml:space="preserve">, </w:t>
      </w:r>
      <w:r>
        <w:t>je ne les ai pas moins mal menés</w:t>
      </w:r>
      <w:r w:rsidR="0034078D">
        <w:t xml:space="preserve">. </w:t>
      </w:r>
      <w:r>
        <w:t>J</w:t>
      </w:r>
      <w:r w:rsidR="0034078D">
        <w:t>’</w:t>
      </w:r>
      <w:r>
        <w:t>ai passé les bornes de la critique envers les autres</w:t>
      </w:r>
      <w:r w:rsidR="0034078D">
        <w:t xml:space="preserve">, </w:t>
      </w:r>
      <w:r>
        <w:t xml:space="preserve">&amp; on a passé envers </w:t>
      </w:r>
      <w:r>
        <w:rPr>
          <w:iCs/>
        </w:rPr>
        <w:t>moi</w:t>
      </w:r>
      <w:r>
        <w:t xml:space="preserve"> les bornes de la médisance</w:t>
      </w:r>
      <w:r w:rsidR="0034078D">
        <w:t xml:space="preserve"> : </w:t>
      </w:r>
      <w:r>
        <w:t>voilà à quoi se réduit tout le grand mal qu</w:t>
      </w:r>
      <w:r w:rsidR="0034078D">
        <w:t>’</w:t>
      </w:r>
      <w:r>
        <w:t>on m</w:t>
      </w:r>
      <w:r w:rsidR="0034078D">
        <w:t>’</w:t>
      </w:r>
      <w:r>
        <w:t>a fait</w:t>
      </w:r>
      <w:r w:rsidR="0034078D">
        <w:t xml:space="preserve">. </w:t>
      </w:r>
      <w:r>
        <w:t>Je suis bien aise que mes ennemis soient plus coupables que moi</w:t>
      </w:r>
      <w:r w:rsidR="0034078D">
        <w:t>.</w:t>
      </w:r>
    </w:p>
    <w:p w14:paraId="5631D529" w14:textId="77777777" w:rsidR="0034078D" w:rsidRDefault="00000000" w:rsidP="0034078D">
      <w:r>
        <w:t>Au reste les opinions d</w:t>
      </w:r>
      <w:r w:rsidR="0034078D">
        <w:t>’</w:t>
      </w:r>
      <w:r>
        <w:t xml:space="preserve">autrui sont aussi </w:t>
      </w:r>
      <w:proofErr w:type="spellStart"/>
      <w:r>
        <w:t>étrangeres</w:t>
      </w:r>
      <w:proofErr w:type="spellEnd"/>
      <w:r>
        <w:t xml:space="preserve"> à mon être</w:t>
      </w:r>
      <w:r w:rsidR="0034078D">
        <w:t xml:space="preserve">, </w:t>
      </w:r>
      <w:r>
        <w:t>que ce qu</w:t>
      </w:r>
      <w:r w:rsidR="0034078D">
        <w:t>’</w:t>
      </w:r>
      <w:r>
        <w:t>un autre sent est différent de ce que je sens</w:t>
      </w:r>
      <w:r w:rsidR="0034078D">
        <w:t xml:space="preserve">. </w:t>
      </w:r>
      <w:r>
        <w:t>À coup sûr</w:t>
      </w:r>
      <w:r w:rsidR="0034078D">
        <w:t xml:space="preserve">, </w:t>
      </w:r>
      <w:r>
        <w:t>celui qui me méprise</w:t>
      </w:r>
      <w:r w:rsidR="0034078D">
        <w:t xml:space="preserve">, </w:t>
      </w:r>
      <w:r>
        <w:t>ne pense pas comme moi sur mon compte</w:t>
      </w:r>
      <w:r w:rsidR="0034078D">
        <w:t xml:space="preserve">, </w:t>
      </w:r>
      <w:r>
        <w:t>&amp; celui qui me loue</w:t>
      </w:r>
      <w:r w:rsidR="0034078D">
        <w:t xml:space="preserve">, </w:t>
      </w:r>
      <w:r>
        <w:t>ne me loue peut-être pas tant que moi-même</w:t>
      </w:r>
      <w:r w:rsidR="0034078D">
        <w:t xml:space="preserve">. </w:t>
      </w:r>
      <w:r>
        <w:t xml:space="preserve">Un </w:t>
      </w:r>
      <w:proofErr w:type="spellStart"/>
      <w:r>
        <w:t>connoisseur</w:t>
      </w:r>
      <w:proofErr w:type="spellEnd"/>
      <w:r>
        <w:t xml:space="preserve"> qui lit un ouvrage</w:t>
      </w:r>
      <w:r w:rsidR="0034078D">
        <w:t xml:space="preserve">, </w:t>
      </w:r>
      <w:r>
        <w:t>en juge par la juste balance</w:t>
      </w:r>
      <w:r w:rsidR="0034078D">
        <w:t xml:space="preserve">, </w:t>
      </w:r>
      <w:r>
        <w:t xml:space="preserve">où il le </w:t>
      </w:r>
      <w:proofErr w:type="spellStart"/>
      <w:r>
        <w:t>pese</w:t>
      </w:r>
      <w:proofErr w:type="spellEnd"/>
      <w:r w:rsidR="0034078D">
        <w:t xml:space="preserve"> ; </w:t>
      </w:r>
      <w:r>
        <w:t>l</w:t>
      </w:r>
      <w:r w:rsidR="0034078D">
        <w:t>’</w:t>
      </w:r>
      <w:r>
        <w:t>auteur seul l</w:t>
      </w:r>
      <w:r w:rsidR="0034078D">
        <w:t>’</w:t>
      </w:r>
      <w:r>
        <w:t>estime plus que son poids</w:t>
      </w:r>
      <w:r w:rsidR="0034078D">
        <w:t xml:space="preserve">. </w:t>
      </w:r>
      <w:r>
        <w:t>Je m</w:t>
      </w:r>
      <w:r w:rsidR="0034078D">
        <w:t>’</w:t>
      </w:r>
      <w:r>
        <w:t>arrête à ce dilemme</w:t>
      </w:r>
      <w:r w:rsidR="0034078D">
        <w:t xml:space="preserve">, </w:t>
      </w:r>
      <w:r>
        <w:t xml:space="preserve">&amp; les médecins </w:t>
      </w:r>
      <w:proofErr w:type="spellStart"/>
      <w:r>
        <w:t>auroient</w:t>
      </w:r>
      <w:proofErr w:type="spellEnd"/>
      <w:r>
        <w:t xml:space="preserve"> bien fait de s</w:t>
      </w:r>
      <w:r w:rsidR="0034078D">
        <w:t>’</w:t>
      </w:r>
      <w:r>
        <w:t>y tenir aussi</w:t>
      </w:r>
      <w:r w:rsidR="0034078D">
        <w:t xml:space="preserve">. </w:t>
      </w:r>
      <w:r>
        <w:t>Ou les idées qu</w:t>
      </w:r>
      <w:r w:rsidR="0034078D">
        <w:t>’</w:t>
      </w:r>
      <w:r>
        <w:t>on a de moi sont vraies</w:t>
      </w:r>
      <w:r w:rsidR="0034078D">
        <w:t xml:space="preserve">, </w:t>
      </w:r>
      <w:r>
        <w:t>ou elles sont fausses</w:t>
      </w:r>
      <w:r w:rsidR="0034078D">
        <w:t xml:space="preserve">. </w:t>
      </w:r>
      <w:r>
        <w:t>Si elles sont vraies</w:t>
      </w:r>
      <w:r w:rsidR="0034078D">
        <w:t xml:space="preserve">, </w:t>
      </w:r>
      <w:r>
        <w:t>c</w:t>
      </w:r>
      <w:r w:rsidR="0034078D">
        <w:t>’</w:t>
      </w:r>
      <w:r>
        <w:t>est à moi de me corriger</w:t>
      </w:r>
      <w:r w:rsidR="0034078D">
        <w:t xml:space="preserve">, </w:t>
      </w:r>
      <w:r>
        <w:t xml:space="preserve">supposé que je </w:t>
      </w:r>
      <w:proofErr w:type="spellStart"/>
      <w:r>
        <w:t>reconnoisse</w:t>
      </w:r>
      <w:proofErr w:type="spellEnd"/>
      <w:r>
        <w:t xml:space="preserve"> avoir tort</w:t>
      </w:r>
      <w:r w:rsidR="0034078D">
        <w:t xml:space="preserve">. </w:t>
      </w:r>
      <w:r>
        <w:t>Si elles sont fausses</w:t>
      </w:r>
      <w:r w:rsidR="0034078D">
        <w:t xml:space="preserve">, </w:t>
      </w:r>
      <w:proofErr w:type="spellStart"/>
      <w:r>
        <w:rPr>
          <w:i/>
          <w:iCs/>
        </w:rPr>
        <w:t>omnis</w:t>
      </w:r>
      <w:proofErr w:type="spellEnd"/>
      <w:r>
        <w:rPr>
          <w:i/>
          <w:iCs/>
        </w:rPr>
        <w:t xml:space="preserve"> homo </w:t>
      </w:r>
      <w:proofErr w:type="spellStart"/>
      <w:r>
        <w:rPr>
          <w:i/>
          <w:iCs/>
        </w:rPr>
        <w:t>mendax</w:t>
      </w:r>
      <w:proofErr w:type="spellEnd"/>
      <w:r w:rsidR="0034078D">
        <w:rPr>
          <w:i/>
          <w:iCs/>
        </w:rPr>
        <w:t xml:space="preserve">, </w:t>
      </w:r>
      <w:r>
        <w:t>ce n</w:t>
      </w:r>
      <w:r w:rsidR="0034078D">
        <w:t>’</w:t>
      </w:r>
      <w:r>
        <w:t>est qu</w:t>
      </w:r>
      <w:r w:rsidR="0034078D">
        <w:t>’</w:t>
      </w:r>
      <w:r>
        <w:t>une erreur qui retombe sur celui qui la commet</w:t>
      </w:r>
      <w:r w:rsidR="0034078D">
        <w:t xml:space="preserve">, </w:t>
      </w:r>
      <w:r>
        <w:t>&amp; qu</w:t>
      </w:r>
      <w:r w:rsidR="0034078D">
        <w:t>’</w:t>
      </w:r>
      <w:r>
        <w:t>il faut lui pardonner</w:t>
      </w:r>
      <w:r w:rsidR="0034078D">
        <w:t xml:space="preserve">, </w:t>
      </w:r>
      <w:r>
        <w:t>si elle est involontaire</w:t>
      </w:r>
      <w:r w:rsidR="0034078D">
        <w:t xml:space="preserve"> ; </w:t>
      </w:r>
      <w:r>
        <w:t>comment le plaindre</w:t>
      </w:r>
      <w:r w:rsidR="0034078D">
        <w:t xml:space="preserve">, </w:t>
      </w:r>
      <w:r>
        <w:t>s</w:t>
      </w:r>
      <w:r w:rsidR="0034078D">
        <w:t>’</w:t>
      </w:r>
      <w:r>
        <w:t>il y a de la méchanceté</w:t>
      </w:r>
      <w:r w:rsidR="0034078D">
        <w:t xml:space="preserve">, </w:t>
      </w:r>
      <w:r>
        <w:t>s</w:t>
      </w:r>
      <w:r w:rsidR="0034078D">
        <w:t>’</w:t>
      </w:r>
      <w:r>
        <w:t>il ne cherche qu</w:t>
      </w:r>
      <w:r w:rsidR="0034078D">
        <w:t>’</w:t>
      </w:r>
      <w:r>
        <w:t>à nuire</w:t>
      </w:r>
      <w:r w:rsidR="0034078D">
        <w:t xml:space="preserve">, </w:t>
      </w:r>
      <w:r>
        <w:t>uniquement pour nuire</w:t>
      </w:r>
      <w:r w:rsidR="0034078D">
        <w:t xml:space="preserve">, </w:t>
      </w:r>
      <w:r>
        <w:t>&amp; sans qu</w:t>
      </w:r>
      <w:r w:rsidR="0034078D">
        <w:t>’</w:t>
      </w:r>
      <w:r>
        <w:t>il en résulte aucun bien</w:t>
      </w:r>
      <w:r w:rsidR="0034078D">
        <w:t xml:space="preserve"> ? </w:t>
      </w:r>
      <w:r>
        <w:t xml:space="preserve">Je suis une </w:t>
      </w:r>
      <w:proofErr w:type="spellStart"/>
      <w:r>
        <w:t>espece</w:t>
      </w:r>
      <w:proofErr w:type="spellEnd"/>
      <w:r>
        <w:t xml:space="preserve"> fort </w:t>
      </w:r>
      <w:proofErr w:type="spellStart"/>
      <w:r>
        <w:t>singuliere</w:t>
      </w:r>
      <w:proofErr w:type="spellEnd"/>
      <w:r w:rsidR="0034078D">
        <w:t xml:space="preserve"> ; </w:t>
      </w:r>
      <w:r>
        <w:t>j</w:t>
      </w:r>
      <w:r w:rsidR="0034078D">
        <w:t>’</w:t>
      </w:r>
      <w:r>
        <w:t>ai plus ri de l</w:t>
      </w:r>
      <w:r w:rsidR="0034078D">
        <w:t>’</w:t>
      </w:r>
      <w:r>
        <w:t>ignorance &amp; des bévues de mes antagonistes</w:t>
      </w:r>
      <w:r w:rsidR="0034078D">
        <w:t xml:space="preserve">, </w:t>
      </w:r>
      <w:r>
        <w:t>que je ne me suis fâché de leur acharnement</w:t>
      </w:r>
      <w:r w:rsidR="0034078D">
        <w:t xml:space="preserve">. </w:t>
      </w:r>
      <w:r>
        <w:t>Je traite tout de même</w:t>
      </w:r>
      <w:r w:rsidR="0034078D">
        <w:t xml:space="preserve">. </w:t>
      </w:r>
      <w:r>
        <w:t>Le chagrin</w:t>
      </w:r>
      <w:r w:rsidR="0034078D">
        <w:t xml:space="preserve">, </w:t>
      </w:r>
      <w:r>
        <w:t>l</w:t>
      </w:r>
      <w:r w:rsidR="0034078D">
        <w:t>’</w:t>
      </w:r>
      <w:r>
        <w:t>adversité</w:t>
      </w:r>
      <w:r w:rsidR="0034078D">
        <w:t xml:space="preserve">, </w:t>
      </w:r>
      <w:r>
        <w:t>les maux</w:t>
      </w:r>
      <w:r w:rsidR="0034078D">
        <w:t xml:space="preserve">, </w:t>
      </w:r>
      <w:r>
        <w:t>les petites mortifications de la vie ne m</w:t>
      </w:r>
      <w:r w:rsidR="0034078D">
        <w:t>’</w:t>
      </w:r>
      <w:r>
        <w:t>atteignent point ou fort peu</w:t>
      </w:r>
      <w:r w:rsidR="0034078D">
        <w:t xml:space="preserve">. </w:t>
      </w:r>
      <w:r>
        <w:t>On crie</w:t>
      </w:r>
      <w:r w:rsidR="0034078D">
        <w:t xml:space="preserve">, </w:t>
      </w:r>
      <w:r>
        <w:t>on déclame</w:t>
      </w:r>
      <w:r w:rsidR="0034078D">
        <w:t xml:space="preserve">, </w:t>
      </w:r>
      <w:r>
        <w:t>&amp; je ris</w:t>
      </w:r>
      <w:r w:rsidR="0034078D">
        <w:t xml:space="preserve">. </w:t>
      </w:r>
      <w:r>
        <w:t>Tous les traits de la malignité &amp; de l</w:t>
      </w:r>
      <w:r w:rsidR="0034078D">
        <w:t>’</w:t>
      </w:r>
      <w:r>
        <w:t xml:space="preserve">envie ne percent point ce rempart de </w:t>
      </w:r>
      <w:r>
        <w:lastRenderedPageBreak/>
        <w:t>douceur</w:t>
      </w:r>
      <w:r w:rsidR="0034078D">
        <w:t xml:space="preserve">, </w:t>
      </w:r>
      <w:r>
        <w:t>de gaieté</w:t>
      </w:r>
      <w:r w:rsidR="0034078D">
        <w:t xml:space="preserve">, </w:t>
      </w:r>
      <w:r>
        <w:t>de patience</w:t>
      </w:r>
      <w:r w:rsidR="0034078D">
        <w:t xml:space="preserve">, </w:t>
      </w:r>
      <w:r>
        <w:t>de tranquillité</w:t>
      </w:r>
      <w:r w:rsidR="0034078D">
        <w:t xml:space="preserve">, </w:t>
      </w:r>
      <w:r>
        <w:t>d</w:t>
      </w:r>
      <w:r w:rsidR="0034078D">
        <w:t>’</w:t>
      </w:r>
      <w:r>
        <w:t>humanité</w:t>
      </w:r>
      <w:r w:rsidR="0034078D">
        <w:t xml:space="preserve">, </w:t>
      </w:r>
      <w:r>
        <w:t>en un mot de vertus</w:t>
      </w:r>
      <w:r w:rsidR="0034078D">
        <w:t xml:space="preserve">, </w:t>
      </w:r>
      <w:r>
        <w:t>sinon théologiques</w:t>
      </w:r>
      <w:r w:rsidR="0034078D">
        <w:t xml:space="preserve">, </w:t>
      </w:r>
      <w:r>
        <w:t>du moins morales &amp; politique</w:t>
      </w:r>
      <w:r w:rsidR="0034078D">
        <w:t xml:space="preserve">, </w:t>
      </w:r>
      <w:r>
        <w:t>que la nature m</w:t>
      </w:r>
      <w:r w:rsidR="0034078D">
        <w:t>’</w:t>
      </w:r>
      <w:r>
        <w:t>a données</w:t>
      </w:r>
      <w:r w:rsidR="0034078D">
        <w:t xml:space="preserve">, </w:t>
      </w:r>
      <w:r>
        <w:t>&amp; que la philosophie a renforcées</w:t>
      </w:r>
      <w:r w:rsidR="0034078D">
        <w:t xml:space="preserve">. </w:t>
      </w:r>
      <w:r>
        <w:t>Je me suis vu battu par la tempête</w:t>
      </w:r>
      <w:r w:rsidR="0034078D">
        <w:t xml:space="preserve">, </w:t>
      </w:r>
      <w:r>
        <w:t>mais comme un rocher</w:t>
      </w:r>
      <w:r w:rsidR="0034078D">
        <w:t xml:space="preserve"> : </w:t>
      </w:r>
      <w:r>
        <w:t xml:space="preserve">je le dis sans songer que </w:t>
      </w:r>
      <w:proofErr w:type="spellStart"/>
      <w:r>
        <w:t>Séneque</w:t>
      </w:r>
      <w:proofErr w:type="spellEnd"/>
      <w:r>
        <w:t xml:space="preserve"> l</w:t>
      </w:r>
      <w:r w:rsidR="0034078D">
        <w:t>’</w:t>
      </w:r>
      <w:r>
        <w:t>a dit avant moi</w:t>
      </w:r>
      <w:r w:rsidR="0034078D">
        <w:t xml:space="preserve">. </w:t>
      </w:r>
      <w:r>
        <w:t>Enfin assez Stoïcien sur la douleur</w:t>
      </w:r>
      <w:r w:rsidR="0034078D">
        <w:t xml:space="preserve">, </w:t>
      </w:r>
      <w:r>
        <w:t>sur les maladies</w:t>
      </w:r>
      <w:r w:rsidR="0034078D">
        <w:t xml:space="preserve">, </w:t>
      </w:r>
      <w:r>
        <w:t>sur les calomnies</w:t>
      </w:r>
      <w:r w:rsidR="0034078D">
        <w:t xml:space="preserve">, </w:t>
      </w:r>
      <w:r>
        <w:t>&amp;c</w:t>
      </w:r>
      <w:r w:rsidR="0034078D">
        <w:t xml:space="preserve">. </w:t>
      </w:r>
      <w:r>
        <w:t xml:space="preserve">je </w:t>
      </w:r>
      <w:r>
        <w:rPr>
          <w:iCs/>
        </w:rPr>
        <w:t>su</w:t>
      </w:r>
      <w:r>
        <w:t>is peut-être trop Épicurien sur le plaisir</w:t>
      </w:r>
      <w:r w:rsidR="0034078D">
        <w:t xml:space="preserve">, </w:t>
      </w:r>
      <w:r>
        <w:t>sur la santé &amp; les éloges</w:t>
      </w:r>
      <w:r w:rsidR="0034078D">
        <w:t xml:space="preserve">. </w:t>
      </w:r>
      <w:r>
        <w:t>Si ce n</w:t>
      </w:r>
      <w:r w:rsidR="0034078D">
        <w:t>’</w:t>
      </w:r>
      <w:r>
        <w:t>est pas là ce qu</w:t>
      </w:r>
      <w:r w:rsidR="0034078D">
        <w:t>’</w:t>
      </w:r>
      <w:r>
        <w:t>on appelle un heureux tempérament</w:t>
      </w:r>
      <w:r w:rsidR="0034078D">
        <w:t xml:space="preserve">, </w:t>
      </w:r>
      <w:r>
        <w:t>qu</w:t>
      </w:r>
      <w:r w:rsidR="0034078D">
        <w:t>’</w:t>
      </w:r>
      <w:r>
        <w:t>on me dise donc où il est</w:t>
      </w:r>
      <w:r w:rsidR="0034078D">
        <w:t xml:space="preserve"> ; </w:t>
      </w:r>
      <w:r>
        <w:t>car quoi de plus fortuné que de pouvoir sentir toujours la douce ardeur des rayons du soleil</w:t>
      </w:r>
      <w:r w:rsidR="0034078D">
        <w:t xml:space="preserve">, </w:t>
      </w:r>
      <w:r>
        <w:t>sans être incommodé de l</w:t>
      </w:r>
      <w:r w:rsidR="0034078D">
        <w:t>’</w:t>
      </w:r>
      <w:r>
        <w:t>ombre &amp; du froid que donnent les nuages qui le couvrent</w:t>
      </w:r>
      <w:r w:rsidR="0034078D">
        <w:t> !</w:t>
      </w:r>
    </w:p>
    <w:p w14:paraId="23F98E6C" w14:textId="77777777" w:rsidR="0034078D" w:rsidRDefault="00000000" w:rsidP="0034078D">
      <w:r>
        <w:t>Poursuivons notre chemin</w:t>
      </w:r>
      <w:r w:rsidR="0034078D">
        <w:t xml:space="preserve">. </w:t>
      </w:r>
      <w:r>
        <w:t>Si le bonheur ne peut consister dans la gloire qui suit les lettres</w:t>
      </w:r>
      <w:r w:rsidR="0034078D">
        <w:t xml:space="preserve">, </w:t>
      </w:r>
      <w:r>
        <w:t>le mettra-t-on dans le plaisir de les cultiver</w:t>
      </w:r>
      <w:r w:rsidR="0034078D">
        <w:t xml:space="preserve"> ? </w:t>
      </w:r>
      <w:r>
        <w:t>Je ne le crois pas</w:t>
      </w:r>
      <w:r w:rsidR="0034078D">
        <w:t xml:space="preserve">. </w:t>
      </w:r>
      <w:r>
        <w:t>Je sais que l</w:t>
      </w:r>
      <w:r w:rsidR="0034078D">
        <w:t>’</w:t>
      </w:r>
      <w:r>
        <w:t xml:space="preserve">étude affecte immédiatement notre </w:t>
      </w:r>
      <w:proofErr w:type="spellStart"/>
      <w:r>
        <w:t>ame</w:t>
      </w:r>
      <w:proofErr w:type="spellEnd"/>
      <w:r w:rsidR="0034078D">
        <w:t xml:space="preserve">, </w:t>
      </w:r>
      <w:r>
        <w:t>ou en satisfaisant sa curiosité</w:t>
      </w:r>
      <w:r w:rsidR="0034078D">
        <w:t xml:space="preserve">, </w:t>
      </w:r>
      <w:r>
        <w:t>ou par le charme du goût</w:t>
      </w:r>
      <w:r w:rsidR="0034078D">
        <w:t xml:space="preserve">, </w:t>
      </w:r>
      <w:r>
        <w:t>d</w:t>
      </w:r>
      <w:r w:rsidR="0034078D">
        <w:t>’</w:t>
      </w:r>
      <w:r>
        <w:t>images agréables</w:t>
      </w:r>
      <w:r w:rsidR="0034078D">
        <w:t xml:space="preserve">, </w:t>
      </w:r>
      <w:r>
        <w:t xml:space="preserve">&amp; de mille </w:t>
      </w:r>
      <w:proofErr w:type="spellStart"/>
      <w:r>
        <w:t>sentimens</w:t>
      </w:r>
      <w:proofErr w:type="spellEnd"/>
      <w:r>
        <w:t xml:space="preserve"> divers</w:t>
      </w:r>
      <w:r w:rsidR="0034078D">
        <w:t xml:space="preserve">. </w:t>
      </w:r>
      <w:r>
        <w:t>Je sais que penser n</w:t>
      </w:r>
      <w:r w:rsidR="0034078D">
        <w:t>’</w:t>
      </w:r>
      <w:r>
        <w:t>est qu</w:t>
      </w:r>
      <w:r w:rsidR="0034078D">
        <w:t>’</w:t>
      </w:r>
      <w:r>
        <w:t xml:space="preserve">une </w:t>
      </w:r>
      <w:proofErr w:type="spellStart"/>
      <w:r>
        <w:t>maniere</w:t>
      </w:r>
      <w:proofErr w:type="spellEnd"/>
      <w:r>
        <w:t xml:space="preserve"> de sentir</w:t>
      </w:r>
      <w:r w:rsidR="0034078D">
        <w:t xml:space="preserve">, </w:t>
      </w:r>
      <w:r>
        <w:t>qu</w:t>
      </w:r>
      <w:r w:rsidR="0034078D">
        <w:t>’</w:t>
      </w:r>
      <w:r>
        <w:t>un sentiment en quelque sorte replié</w:t>
      </w:r>
      <w:r w:rsidR="0034078D">
        <w:t xml:space="preserve"> ; </w:t>
      </w:r>
      <w:r>
        <w:t>&amp; que par conséquent vaquer aux lectures et aux méditations qui nous rient</w:t>
      </w:r>
      <w:r w:rsidR="0034078D">
        <w:t xml:space="preserve">, </w:t>
      </w:r>
      <w:r>
        <w:t>penser à des choses qui plaisent</w:t>
      </w:r>
      <w:r w:rsidR="0034078D">
        <w:t xml:space="preserve">, </w:t>
      </w:r>
      <w:r>
        <w:t>c</w:t>
      </w:r>
      <w:r w:rsidR="0034078D">
        <w:t>’</w:t>
      </w:r>
      <w:r>
        <w:t>est sentir presque sans cesse agréablement</w:t>
      </w:r>
      <w:r w:rsidR="0034078D">
        <w:t xml:space="preserve">. </w:t>
      </w:r>
      <w:r>
        <w:t>Telle est la volupté de l</w:t>
      </w:r>
      <w:r w:rsidR="0034078D">
        <w:t>’</w:t>
      </w:r>
      <w:r>
        <w:t>esprit</w:t>
      </w:r>
      <w:r w:rsidR="0034078D">
        <w:t xml:space="preserve">, </w:t>
      </w:r>
      <w:r>
        <w:t>qui a excité dans l</w:t>
      </w:r>
      <w:r w:rsidR="0034078D">
        <w:t>’</w:t>
      </w:r>
      <w:r>
        <w:t xml:space="preserve">auteur de </w:t>
      </w:r>
      <w:r>
        <w:rPr>
          <w:i/>
          <w:iCs/>
        </w:rPr>
        <w:t>l</w:t>
      </w:r>
      <w:r w:rsidR="0034078D">
        <w:rPr>
          <w:i/>
          <w:iCs/>
        </w:rPr>
        <w:t>’</w:t>
      </w:r>
      <w:r>
        <w:rPr>
          <w:i/>
          <w:iCs/>
        </w:rPr>
        <w:t>homme machine</w:t>
      </w:r>
      <w:r w:rsidR="0034078D">
        <w:rPr>
          <w:i/>
          <w:iCs/>
        </w:rPr>
        <w:t xml:space="preserve">, </w:t>
      </w:r>
      <w:r>
        <w:t>tous ces transports si dignement adressés</w:t>
      </w:r>
      <w:r w:rsidR="0034078D">
        <w:t xml:space="preserve">, </w:t>
      </w:r>
      <w:r>
        <w:t>&amp; je ne sais pourquoi si mal reçus</w:t>
      </w:r>
      <w:r w:rsidR="0034078D">
        <w:t xml:space="preserve">. </w:t>
      </w:r>
      <w:r>
        <w:t>Mais n</w:t>
      </w:r>
      <w:r w:rsidR="0034078D">
        <w:t>’</w:t>
      </w:r>
      <w:r>
        <w:t>outrons rien</w:t>
      </w:r>
      <w:r w:rsidR="0034078D">
        <w:t xml:space="preserve"> ; </w:t>
      </w:r>
      <w:r>
        <w:t>il a fallu que l</w:t>
      </w:r>
      <w:r w:rsidR="0034078D">
        <w:t>’</w:t>
      </w:r>
      <w:r>
        <w:t xml:space="preserve">homme </w:t>
      </w:r>
      <w:r>
        <w:rPr>
          <w:iCs/>
        </w:rPr>
        <w:t xml:space="preserve">fût </w:t>
      </w:r>
      <w:r>
        <w:t>non-seulement organisé</w:t>
      </w:r>
      <w:r w:rsidR="0034078D">
        <w:t xml:space="preserve">, </w:t>
      </w:r>
      <w:r>
        <w:t>mais préparé de loin &amp; par degrés à recevoir l</w:t>
      </w:r>
      <w:r w:rsidR="0034078D">
        <w:t>’</w:t>
      </w:r>
      <w:r>
        <w:t>impression de cette volupté</w:t>
      </w:r>
      <w:r w:rsidR="0034078D">
        <w:t xml:space="preserve"> : </w:t>
      </w:r>
      <w:r>
        <w:rPr>
          <w:bCs/>
        </w:rPr>
        <w:t xml:space="preserve">nous </w:t>
      </w:r>
      <w:r>
        <w:t>n</w:t>
      </w:r>
      <w:r w:rsidR="0034078D">
        <w:t>’</w:t>
      </w:r>
      <w:r>
        <w:t>en serions point susceptibles</w:t>
      </w:r>
      <w:r w:rsidR="0034078D">
        <w:t xml:space="preserve">, </w:t>
      </w:r>
      <w:r>
        <w:t>sans l</w:t>
      </w:r>
      <w:r w:rsidR="0034078D">
        <w:t>’</w:t>
      </w:r>
      <w:r>
        <w:t>éducation</w:t>
      </w:r>
      <w:r w:rsidR="0034078D">
        <w:t xml:space="preserve">, </w:t>
      </w:r>
      <w:r>
        <w:t xml:space="preserve">dont la variété en </w:t>
      </w:r>
      <w:proofErr w:type="spellStart"/>
      <w:r>
        <w:t>met tant</w:t>
      </w:r>
      <w:proofErr w:type="spellEnd"/>
      <w:r>
        <w:t xml:space="preserve"> ici</w:t>
      </w:r>
      <w:r w:rsidR="0034078D">
        <w:t xml:space="preserve">. </w:t>
      </w:r>
      <w:r>
        <w:t xml:space="preserve">Encore ne le sommes-nous pas fort </w:t>
      </w:r>
      <w:proofErr w:type="spellStart"/>
      <w:r>
        <w:t>long-temps</w:t>
      </w:r>
      <w:proofErr w:type="spellEnd"/>
      <w:r w:rsidR="0034078D">
        <w:t xml:space="preserve">. </w:t>
      </w:r>
      <w:r>
        <w:t>Un arc ne peut toujours être tendu</w:t>
      </w:r>
      <w:r w:rsidR="0034078D">
        <w:t xml:space="preserve"> ; </w:t>
      </w:r>
      <w:r>
        <w:t>les cordes de violon détendues ne donnent plus de son sous l</w:t>
      </w:r>
      <w:r w:rsidR="0034078D">
        <w:t>’</w:t>
      </w:r>
      <w:r>
        <w:t>archet</w:t>
      </w:r>
      <w:r w:rsidR="0034078D">
        <w:t xml:space="preserve"> : </w:t>
      </w:r>
      <w:r>
        <w:t>de même les muscles de l</w:t>
      </w:r>
      <w:r w:rsidR="0034078D">
        <w:t>’</w:t>
      </w:r>
      <w:proofErr w:type="spellStart"/>
      <w:r>
        <w:t>ame</w:t>
      </w:r>
      <w:proofErr w:type="spellEnd"/>
      <w:r>
        <w:t xml:space="preserve"> venant </w:t>
      </w:r>
      <w:r>
        <w:rPr>
          <w:bCs/>
        </w:rPr>
        <w:t xml:space="preserve">à se </w:t>
      </w:r>
      <w:r>
        <w:t>relâcher</w:t>
      </w:r>
      <w:r w:rsidR="0034078D">
        <w:t xml:space="preserve">, </w:t>
      </w:r>
      <w:r>
        <w:t>le plaisir diminue proportionnellement</w:t>
      </w:r>
      <w:r w:rsidR="0034078D">
        <w:t xml:space="preserve"> ; </w:t>
      </w:r>
      <w:r>
        <w:t>les yeux se fatiguent</w:t>
      </w:r>
      <w:r w:rsidR="0034078D">
        <w:t xml:space="preserve">, </w:t>
      </w:r>
      <w:r>
        <w:t xml:space="preserve">quand les </w:t>
      </w:r>
      <w:proofErr w:type="spellStart"/>
      <w:r>
        <w:lastRenderedPageBreak/>
        <w:t>ligamens</w:t>
      </w:r>
      <w:proofErr w:type="spellEnd"/>
      <w:r>
        <w:t xml:space="preserve"> ciliaires qui approchent le </w:t>
      </w:r>
      <w:proofErr w:type="spellStart"/>
      <w:r>
        <w:t>crystallin</w:t>
      </w:r>
      <w:proofErr w:type="spellEnd"/>
      <w:r>
        <w:t xml:space="preserve"> de l</w:t>
      </w:r>
      <w:r w:rsidR="0034078D">
        <w:t>’</w:t>
      </w:r>
      <w:r>
        <w:t>uvée</w:t>
      </w:r>
      <w:r w:rsidR="0034078D">
        <w:t xml:space="preserve">, </w:t>
      </w:r>
      <w:r>
        <w:t>sont las de se contracter</w:t>
      </w:r>
      <w:r w:rsidR="0034078D">
        <w:t xml:space="preserve">. </w:t>
      </w:r>
      <w:r>
        <w:t xml:space="preserve">Voyez les nerf les plus sensibles &amp; les plus </w:t>
      </w:r>
      <w:proofErr w:type="spellStart"/>
      <w:r>
        <w:rPr>
          <w:i/>
          <w:iCs/>
        </w:rPr>
        <w:t>érigibles</w:t>
      </w:r>
      <w:proofErr w:type="spellEnd"/>
      <w:r>
        <w:rPr>
          <w:i/>
          <w:iCs/>
        </w:rPr>
        <w:t xml:space="preserve"> </w:t>
      </w:r>
      <w:r>
        <w:t>de tout le corps</w:t>
      </w:r>
      <w:r w:rsidR="0034078D">
        <w:t xml:space="preserve">, </w:t>
      </w:r>
      <w:r>
        <w:t>ils ne peuvent plus se roidir après un seul commerce</w:t>
      </w:r>
      <w:r w:rsidR="0034078D">
        <w:t xml:space="preserve">, </w:t>
      </w:r>
      <w:r>
        <w:t>ils ne sentent rien</w:t>
      </w:r>
      <w:r w:rsidR="0034078D">
        <w:t xml:space="preserve"> : </w:t>
      </w:r>
      <w:r>
        <w:t>plus morts que vifs</w:t>
      </w:r>
      <w:r w:rsidR="0034078D">
        <w:t xml:space="preserve">, </w:t>
      </w:r>
      <w:r>
        <w:t>on peut bien dire avec Pétrone</w:t>
      </w:r>
      <w:r w:rsidR="0034078D">
        <w:t xml:space="preserve">, </w:t>
      </w:r>
      <w:proofErr w:type="spellStart"/>
      <w:r>
        <w:rPr>
          <w:i/>
          <w:iCs/>
        </w:rPr>
        <w:t>funerata</w:t>
      </w:r>
      <w:proofErr w:type="spellEnd"/>
      <w:r>
        <w:rPr>
          <w:i/>
          <w:iCs/>
        </w:rPr>
        <w:t xml:space="preserve"> est pars </w:t>
      </w:r>
      <w:proofErr w:type="spellStart"/>
      <w:r>
        <w:rPr>
          <w:i/>
          <w:iCs/>
        </w:rPr>
        <w:t>illa</w:t>
      </w:r>
      <w:proofErr w:type="spellEnd"/>
      <w:r w:rsidR="0034078D">
        <w:rPr>
          <w:i/>
          <w:iCs/>
        </w:rPr>
        <w:t xml:space="preserve">, </w:t>
      </w:r>
      <w:r>
        <w:t>&amp;c</w:t>
      </w:r>
      <w:r w:rsidR="0034078D">
        <w:t xml:space="preserve">. </w:t>
      </w:r>
      <w:r>
        <w:t>en même temps la volonté ne veut plus ce qu</w:t>
      </w:r>
      <w:r w:rsidR="0034078D">
        <w:t>’</w:t>
      </w:r>
      <w:r>
        <w:t>elle eût parié qu</w:t>
      </w:r>
      <w:r w:rsidR="0034078D">
        <w:t>’</w:t>
      </w:r>
      <w:r>
        <w:t xml:space="preserve">elle </w:t>
      </w:r>
      <w:proofErr w:type="spellStart"/>
      <w:r>
        <w:t>voudroit</w:t>
      </w:r>
      <w:proofErr w:type="spellEnd"/>
      <w:r w:rsidR="0034078D">
        <w:t xml:space="preserve">. </w:t>
      </w:r>
      <w:r>
        <w:t>On se dégoûte de lire &amp; d</w:t>
      </w:r>
      <w:r w:rsidR="0034078D">
        <w:t>’</w:t>
      </w:r>
      <w:r>
        <w:t>écrire</w:t>
      </w:r>
      <w:r w:rsidR="0034078D">
        <w:t xml:space="preserve">, </w:t>
      </w:r>
      <w:r>
        <w:t>par la même raison qu</w:t>
      </w:r>
      <w:r w:rsidR="0034078D">
        <w:t>’</w:t>
      </w:r>
      <w:r>
        <w:t>on se dégoûte d</w:t>
      </w:r>
      <w:r w:rsidR="0034078D">
        <w:t>’</w:t>
      </w:r>
      <w:r>
        <w:t>une femme</w:t>
      </w:r>
      <w:r w:rsidR="0034078D">
        <w:t xml:space="preserve">. </w:t>
      </w:r>
      <w:r>
        <w:t>Comme le plaisir du commerce amoureux diminue</w:t>
      </w:r>
      <w:r w:rsidR="0034078D">
        <w:t xml:space="preserve">, </w:t>
      </w:r>
      <w:r>
        <w:t>à mesure que le besoin &amp; la passion décroissent</w:t>
      </w:r>
      <w:r w:rsidR="0034078D">
        <w:t xml:space="preserve"> ; </w:t>
      </w:r>
      <w:r>
        <w:t>le charme de l</w:t>
      </w:r>
      <w:r w:rsidR="0034078D">
        <w:t>’</w:t>
      </w:r>
      <w:r>
        <w:t>étude</w:t>
      </w:r>
      <w:r w:rsidR="0034078D">
        <w:t xml:space="preserve">, </w:t>
      </w:r>
      <w:r>
        <w:t>la première heure</w:t>
      </w:r>
      <w:r w:rsidR="0034078D">
        <w:t xml:space="preserve">, </w:t>
      </w:r>
      <w:r>
        <w:t>est bien plus vif que quelques heures après</w:t>
      </w:r>
      <w:r w:rsidR="0034078D">
        <w:t xml:space="preserve">. </w:t>
      </w:r>
      <w:r>
        <w:t>Je sens bien qu</w:t>
      </w:r>
      <w:r w:rsidR="0034078D">
        <w:t>’</w:t>
      </w:r>
      <w:r>
        <w:t>il en est de la passion des lettres &amp; des arts</w:t>
      </w:r>
      <w:r w:rsidR="0034078D">
        <w:t xml:space="preserve">, </w:t>
      </w:r>
      <w:r>
        <w:t>comme de toute autre</w:t>
      </w:r>
      <w:r w:rsidR="0034078D">
        <w:t xml:space="preserve">, </w:t>
      </w:r>
      <w:r>
        <w:t>qu</w:t>
      </w:r>
      <w:r w:rsidR="0034078D">
        <w:t>’</w:t>
      </w:r>
      <w:r>
        <w:t>il faut satisfaire ou être malheureux</w:t>
      </w:r>
      <w:r w:rsidR="0034078D">
        <w:t xml:space="preserve">. </w:t>
      </w:r>
      <w:r>
        <w:t xml:space="preserve">Je ne crains </w:t>
      </w:r>
      <w:r>
        <w:rPr>
          <w:bCs/>
        </w:rPr>
        <w:t xml:space="preserve">point </w:t>
      </w:r>
      <w:r>
        <w:t>les fers</w:t>
      </w:r>
      <w:r w:rsidR="0034078D">
        <w:t xml:space="preserve">, </w:t>
      </w:r>
      <w:r>
        <w:t>ni la tyrannie</w:t>
      </w:r>
      <w:r w:rsidR="0034078D">
        <w:t xml:space="preserve">, </w:t>
      </w:r>
      <w:r>
        <w:t>parce que l</w:t>
      </w:r>
      <w:r w:rsidR="0034078D">
        <w:t>’</w:t>
      </w:r>
      <w:r>
        <w:t>esprit ne peut s</w:t>
      </w:r>
      <w:r w:rsidR="0034078D">
        <w:t>’</w:t>
      </w:r>
      <w:r>
        <w:t>enchaîner</w:t>
      </w:r>
      <w:r w:rsidR="0034078D">
        <w:t xml:space="preserve"> : </w:t>
      </w:r>
      <w:r>
        <w:t>mais vif comme je suis</w:t>
      </w:r>
      <w:r w:rsidR="0034078D">
        <w:t xml:space="preserve">, </w:t>
      </w:r>
      <w:r>
        <w:t xml:space="preserve">je </w:t>
      </w:r>
      <w:proofErr w:type="spellStart"/>
      <w:r>
        <w:t>serois</w:t>
      </w:r>
      <w:proofErr w:type="spellEnd"/>
      <w:r>
        <w:t xml:space="preserve"> fort à plaindre</w:t>
      </w:r>
      <w:r w:rsidR="0034078D">
        <w:t xml:space="preserve">, </w:t>
      </w:r>
      <w:r>
        <w:t>si je n</w:t>
      </w:r>
      <w:r w:rsidR="0034078D">
        <w:t>’</w:t>
      </w:r>
      <w:r>
        <w:t>avois ni livres</w:t>
      </w:r>
      <w:r w:rsidR="0034078D">
        <w:t xml:space="preserve">, </w:t>
      </w:r>
      <w:r>
        <w:t>ni plumes</w:t>
      </w:r>
      <w:r w:rsidR="0034078D">
        <w:t xml:space="preserve">, </w:t>
      </w:r>
      <w:r>
        <w:t>ni encre</w:t>
      </w:r>
      <w:r w:rsidR="0034078D">
        <w:t xml:space="preserve">, </w:t>
      </w:r>
      <w:r>
        <w:t>ni papier</w:t>
      </w:r>
      <w:r w:rsidR="0034078D">
        <w:t xml:space="preserve">. </w:t>
      </w:r>
      <w:r>
        <w:t>La liberté de satisfaire un goût dominant</w:t>
      </w:r>
      <w:r w:rsidR="0034078D">
        <w:t xml:space="preserve">, </w:t>
      </w:r>
      <w:r>
        <w:t>ne suffit cependant pas</w:t>
      </w:r>
      <w:r w:rsidR="0034078D">
        <w:t xml:space="preserve">, </w:t>
      </w:r>
      <w:r>
        <w:t>pour rendre heureux</w:t>
      </w:r>
      <w:r w:rsidR="0034078D">
        <w:t xml:space="preserve">. </w:t>
      </w:r>
      <w:r>
        <w:t>Il y a trop d</w:t>
      </w:r>
      <w:r w:rsidR="0034078D">
        <w:t>’</w:t>
      </w:r>
      <w:r>
        <w:t>autres vuides</w:t>
      </w:r>
      <w:r w:rsidR="0034078D">
        <w:t xml:space="preserve">, </w:t>
      </w:r>
      <w:r>
        <w:t>trop d</w:t>
      </w:r>
      <w:r w:rsidR="0034078D">
        <w:t>’</w:t>
      </w:r>
      <w:r>
        <w:t>autres besoins à remplir</w:t>
      </w:r>
      <w:r w:rsidR="0034078D">
        <w:t xml:space="preserve">. </w:t>
      </w:r>
      <w:r>
        <w:t>Jugez du bien-être de ceux qui aiment si peu l</w:t>
      </w:r>
      <w:r w:rsidR="0034078D">
        <w:t>’</w:t>
      </w:r>
      <w:r>
        <w:t>étude</w:t>
      </w:r>
      <w:r w:rsidR="0034078D">
        <w:t xml:space="preserve">, </w:t>
      </w:r>
      <w:r>
        <w:t>qui s</w:t>
      </w:r>
      <w:r w:rsidR="0034078D">
        <w:t>’</w:t>
      </w:r>
      <w:r>
        <w:t>appliquent à leur profession avec si peu de goût &amp; de plaisir</w:t>
      </w:r>
      <w:r w:rsidR="0034078D">
        <w:t xml:space="preserve">, </w:t>
      </w:r>
      <w:r>
        <w:t xml:space="preserve">que mille écus de rente leur en </w:t>
      </w:r>
      <w:proofErr w:type="spellStart"/>
      <w:r>
        <w:t>laisseroient</w:t>
      </w:r>
      <w:proofErr w:type="spellEnd"/>
      <w:r>
        <w:t xml:space="preserve"> à peine une étincelle</w:t>
      </w:r>
      <w:r w:rsidR="0034078D">
        <w:t xml:space="preserve"> ; </w:t>
      </w:r>
      <w:r>
        <w:t>pour ne rien dire de ces génies bornés</w:t>
      </w:r>
      <w:r w:rsidR="0034078D">
        <w:t xml:space="preserve">, </w:t>
      </w:r>
      <w:r>
        <w:t>qui étudiant malgré Minerve</w:t>
      </w:r>
      <w:r w:rsidR="0034078D">
        <w:t xml:space="preserve">, </w:t>
      </w:r>
      <w:r>
        <w:t>surchargent leur pauvre mémoire de mille faits</w:t>
      </w:r>
      <w:r w:rsidR="0034078D">
        <w:t xml:space="preserve">, </w:t>
      </w:r>
      <w:r>
        <w:t xml:space="preserve">qui leur </w:t>
      </w:r>
      <w:proofErr w:type="spellStart"/>
      <w:r>
        <w:t>feroient</w:t>
      </w:r>
      <w:proofErr w:type="spellEnd"/>
      <w:r>
        <w:t xml:space="preserve"> perdre le jugement</w:t>
      </w:r>
      <w:r w:rsidR="0034078D">
        <w:t xml:space="preserve">, </w:t>
      </w:r>
      <w:r>
        <w:t>s</w:t>
      </w:r>
      <w:r w:rsidR="0034078D">
        <w:t>’</w:t>
      </w:r>
      <w:r>
        <w:t>ils en avoient</w:t>
      </w:r>
      <w:r w:rsidR="0034078D">
        <w:t xml:space="preserve"> ; </w:t>
      </w:r>
      <w:r>
        <w:t>souvent forcés d</w:t>
      </w:r>
      <w:r w:rsidR="0034078D">
        <w:t>’</w:t>
      </w:r>
      <w:r>
        <w:t>ailleurs de se dévouer tout entiers à des choses ingrates</w:t>
      </w:r>
      <w:r w:rsidR="0034078D">
        <w:t xml:space="preserve"> (</w:t>
      </w:r>
      <w:r>
        <w:t>&amp; qui le sont encore mieux qu</w:t>
      </w:r>
      <w:r w:rsidR="0034078D">
        <w:t>’</w:t>
      </w:r>
      <w:r>
        <w:t>eux</w:t>
      </w:r>
      <w:r w:rsidR="0034078D">
        <w:t xml:space="preserve">) ; </w:t>
      </w:r>
      <w:r>
        <w:t>ils regardent les livres dont ils sont entourés</w:t>
      </w:r>
      <w:r w:rsidR="0034078D">
        <w:t xml:space="preserve">, </w:t>
      </w:r>
      <w:r>
        <w:t>comme leurs plus cruels ennemis</w:t>
      </w:r>
      <w:r w:rsidR="0034078D">
        <w:t xml:space="preserve">. </w:t>
      </w:r>
      <w:r>
        <w:t>Enfin quelle multitude innombrable d</w:t>
      </w:r>
      <w:r w:rsidR="0034078D">
        <w:t>’</w:t>
      </w:r>
      <w:r>
        <w:t xml:space="preserve">heureux </w:t>
      </w:r>
      <w:proofErr w:type="spellStart"/>
      <w:r>
        <w:t>ignorans</w:t>
      </w:r>
      <w:proofErr w:type="spellEnd"/>
      <w:r>
        <w:t xml:space="preserve"> dont nous avons parlé</w:t>
      </w:r>
      <w:r w:rsidR="0034078D">
        <w:t xml:space="preserve">, </w:t>
      </w:r>
      <w:r>
        <w:t>qui</w:t>
      </w:r>
      <w:r w:rsidR="0034078D">
        <w:t xml:space="preserve">, </w:t>
      </w:r>
      <w:r>
        <w:t>s</w:t>
      </w:r>
      <w:r w:rsidR="0034078D">
        <w:t>’</w:t>
      </w:r>
      <w:r>
        <w:t>ils n</w:t>
      </w:r>
      <w:r w:rsidR="0034078D">
        <w:t>’</w:t>
      </w:r>
      <w:r>
        <w:t>ont point d</w:t>
      </w:r>
      <w:r w:rsidR="0034078D">
        <w:t>’</w:t>
      </w:r>
      <w:r>
        <w:t>honneur</w:t>
      </w:r>
      <w:r w:rsidR="0034078D">
        <w:t xml:space="preserve">, </w:t>
      </w:r>
      <w:r>
        <w:t>ou le plaisir d</w:t>
      </w:r>
      <w:r w:rsidR="0034078D">
        <w:t>’</w:t>
      </w:r>
      <w:r>
        <w:t xml:space="preserve">acquérir de belles </w:t>
      </w:r>
      <w:proofErr w:type="spellStart"/>
      <w:r>
        <w:t>connoissances</w:t>
      </w:r>
      <w:proofErr w:type="spellEnd"/>
      <w:r w:rsidR="0034078D">
        <w:t xml:space="preserve">, </w:t>
      </w:r>
      <w:r>
        <w:t>&amp; le goût de l</w:t>
      </w:r>
      <w:r w:rsidR="0034078D">
        <w:t>’</w:t>
      </w:r>
      <w:r>
        <w:t>esprit</w:t>
      </w:r>
      <w:r w:rsidR="0034078D">
        <w:t xml:space="preserve">, </w:t>
      </w:r>
      <w:r>
        <w:t>qui plus est</w:t>
      </w:r>
      <w:r w:rsidR="0034078D">
        <w:t xml:space="preserve">, </w:t>
      </w:r>
      <w:r>
        <w:t>s</w:t>
      </w:r>
      <w:r w:rsidR="0034078D">
        <w:t>’</w:t>
      </w:r>
      <w:r>
        <w:t>en vengent par le mépris</w:t>
      </w:r>
      <w:r w:rsidR="0034078D">
        <w:t xml:space="preserve">, </w:t>
      </w:r>
      <w:r>
        <w:t>&amp; ne croient pas valoir moins</w:t>
      </w:r>
      <w:r w:rsidR="0034078D">
        <w:t xml:space="preserve"> (</w:t>
      </w:r>
      <w:r>
        <w:t>tant s</w:t>
      </w:r>
      <w:r w:rsidR="0034078D">
        <w:t>’</w:t>
      </w:r>
      <w:r>
        <w:t xml:space="preserve">en </w:t>
      </w:r>
      <w:r>
        <w:rPr>
          <w:iCs/>
        </w:rPr>
        <w:t>faut</w:t>
      </w:r>
      <w:r w:rsidR="0034078D">
        <w:t xml:space="preserve">), </w:t>
      </w:r>
      <w:r>
        <w:lastRenderedPageBreak/>
        <w:t>parce qu</w:t>
      </w:r>
      <w:r w:rsidR="0034078D">
        <w:t>’</w:t>
      </w:r>
      <w:r>
        <w:t>avec leur instinct ils ont fait fortune</w:t>
      </w:r>
      <w:r w:rsidR="0034078D">
        <w:t xml:space="preserve">, </w:t>
      </w:r>
      <w:r>
        <w:t>tandis que les autres ont été conduits par l</w:t>
      </w:r>
      <w:r w:rsidR="0034078D">
        <w:t>’</w:t>
      </w:r>
      <w:r>
        <w:t>esprit au précipice</w:t>
      </w:r>
      <w:r w:rsidR="0034078D">
        <w:t>.</w:t>
      </w:r>
    </w:p>
    <w:p w14:paraId="2DE46530" w14:textId="77777777" w:rsidR="0034078D" w:rsidRDefault="00000000" w:rsidP="0034078D">
      <w:r>
        <w:t>Concluons donc que ceux qui</w:t>
      </w:r>
      <w:r w:rsidR="0034078D">
        <w:t xml:space="preserve">, </w:t>
      </w:r>
      <w:r>
        <w:t>comme Cicéron</w:t>
      </w:r>
      <w:r w:rsidR="0034078D">
        <w:t xml:space="preserve">, </w:t>
      </w:r>
      <w:r>
        <w:t>Pline le jeune</w:t>
      </w:r>
      <w:r w:rsidR="0034078D">
        <w:t xml:space="preserve">, </w:t>
      </w:r>
      <w:r>
        <w:t>l</w:t>
      </w:r>
      <w:r w:rsidR="0034078D">
        <w:t>’</w:t>
      </w:r>
      <w:r>
        <w:t>auteur que j</w:t>
      </w:r>
      <w:r w:rsidR="0034078D">
        <w:t>’</w:t>
      </w:r>
      <w:r>
        <w:t>ai nommé</w:t>
      </w:r>
      <w:r w:rsidR="0034078D">
        <w:t xml:space="preserve">, </w:t>
      </w:r>
      <w:r>
        <w:t>&amp;c</w:t>
      </w:r>
      <w:r w:rsidR="0034078D">
        <w:t xml:space="preserve">. </w:t>
      </w:r>
      <w:r>
        <w:t>ont mis le bonheur</w:t>
      </w:r>
      <w:r w:rsidR="0034078D">
        <w:t xml:space="preserve">, </w:t>
      </w:r>
      <w:r>
        <w:t>soit dans la volupté de l</w:t>
      </w:r>
      <w:r w:rsidR="0034078D">
        <w:t>’</w:t>
      </w:r>
      <w:r>
        <w:t>esprit</w:t>
      </w:r>
      <w:r w:rsidR="0034078D">
        <w:t xml:space="preserve">, </w:t>
      </w:r>
      <w:r>
        <w:t xml:space="preserve">soit dans la gloire qui marche à la suite des </w:t>
      </w:r>
      <w:proofErr w:type="spellStart"/>
      <w:r>
        <w:t>beaux arts</w:t>
      </w:r>
      <w:proofErr w:type="spellEnd"/>
      <w:r w:rsidR="0034078D">
        <w:t xml:space="preserve">, </w:t>
      </w:r>
      <w:r>
        <w:t>ont donné dans l</w:t>
      </w:r>
      <w:r w:rsidR="0034078D">
        <w:t>’</w:t>
      </w:r>
      <w:r>
        <w:t>exagération &amp; l</w:t>
      </w:r>
      <w:r w:rsidR="0034078D">
        <w:t>’</w:t>
      </w:r>
      <w:r>
        <w:t>enthousiasme de leur goût</w:t>
      </w:r>
      <w:r w:rsidR="0034078D">
        <w:t xml:space="preserve">, </w:t>
      </w:r>
      <w:r>
        <w:t>&amp; ont ainsi fait deux fautes dans une</w:t>
      </w:r>
      <w:r w:rsidR="0034078D">
        <w:t xml:space="preserve"> ; </w:t>
      </w:r>
      <w:r>
        <w:t>car non-seulement ils ont</w:t>
      </w:r>
      <w:r w:rsidR="0034078D">
        <w:t xml:space="preserve">, </w:t>
      </w:r>
      <w:r>
        <w:t>contre toute logique</w:t>
      </w:r>
      <w:r w:rsidR="0034078D">
        <w:t xml:space="preserve">, </w:t>
      </w:r>
      <w:r>
        <w:t>étendu &amp; généralisé ce qui est borné &amp; particulier</w:t>
      </w:r>
      <w:r w:rsidR="0034078D">
        <w:t xml:space="preserve">, </w:t>
      </w:r>
      <w:r>
        <w:t>j</w:t>
      </w:r>
      <w:r w:rsidR="0034078D">
        <w:t>’</w:t>
      </w:r>
      <w:r>
        <w:t>entends le plaisir de l</w:t>
      </w:r>
      <w:r w:rsidR="0034078D">
        <w:t>’</w:t>
      </w:r>
      <w:r>
        <w:t>étude</w:t>
      </w:r>
      <w:r w:rsidR="0034078D">
        <w:t xml:space="preserve"> ; </w:t>
      </w:r>
      <w:r>
        <w:t>mais ils ont à la fois borné ce qui a été si universellement accordé à toutes les créatures animées par l</w:t>
      </w:r>
      <w:r w:rsidR="0034078D">
        <w:t>’</w:t>
      </w:r>
      <w:r>
        <w:t>adorable auteur qui les a faites</w:t>
      </w:r>
      <w:r w:rsidR="0034078D">
        <w:t xml:space="preserve">, </w:t>
      </w:r>
      <w:r>
        <w:t>je veux dire la faculté d</w:t>
      </w:r>
      <w:r w:rsidR="0034078D">
        <w:t>’</w:t>
      </w:r>
      <w:r>
        <w:t>être heureux</w:t>
      </w:r>
      <w:r w:rsidR="0034078D">
        <w:t xml:space="preserve">, </w:t>
      </w:r>
      <w:r>
        <w:t>&amp; de l</w:t>
      </w:r>
      <w:r w:rsidR="0034078D">
        <w:t>’</w:t>
      </w:r>
      <w:r>
        <w:t xml:space="preserve">être chacun à sa </w:t>
      </w:r>
      <w:proofErr w:type="spellStart"/>
      <w:r>
        <w:t>maniere</w:t>
      </w:r>
      <w:proofErr w:type="spellEnd"/>
      <w:r>
        <w:t xml:space="preserve"> &amp; à sa fantaisie</w:t>
      </w:r>
      <w:r w:rsidR="0034078D">
        <w:t xml:space="preserve">. </w:t>
      </w:r>
      <w:r>
        <w:rPr>
          <w:i/>
          <w:iCs/>
        </w:rPr>
        <w:t xml:space="preserve">Trahit sua </w:t>
      </w:r>
      <w:proofErr w:type="spellStart"/>
      <w:r>
        <w:rPr>
          <w:i/>
          <w:iCs/>
        </w:rPr>
        <w:t>quemque</w:t>
      </w:r>
      <w:proofErr w:type="spellEnd"/>
      <w:r>
        <w:rPr>
          <w:i/>
          <w:iCs/>
        </w:rPr>
        <w:t xml:space="preserve"> </w:t>
      </w:r>
      <w:proofErr w:type="spellStart"/>
      <w:r>
        <w:rPr>
          <w:i/>
          <w:iCs/>
        </w:rPr>
        <w:t>voluptas</w:t>
      </w:r>
      <w:proofErr w:type="spellEnd"/>
      <w:r w:rsidR="0034078D">
        <w:rPr>
          <w:i/>
          <w:iCs/>
        </w:rPr>
        <w:t xml:space="preserve">. </w:t>
      </w:r>
      <w:r>
        <w:t>Placer en général la félicité dans la culture des lettres</w:t>
      </w:r>
      <w:r w:rsidR="0034078D">
        <w:t xml:space="preserve">, </w:t>
      </w:r>
      <w:r>
        <w:t>pour le plaisir qu</w:t>
      </w:r>
      <w:r w:rsidR="0034078D">
        <w:t>’</w:t>
      </w:r>
      <w:r>
        <w:t>on en retire</w:t>
      </w:r>
      <w:r w:rsidR="0034078D">
        <w:t xml:space="preserve">, </w:t>
      </w:r>
      <w:r>
        <w:t>c</w:t>
      </w:r>
      <w:r w:rsidR="0034078D">
        <w:t>’</w:t>
      </w:r>
      <w:r>
        <w:t>est négliger les biens du monde &amp; se moquer de la nature</w:t>
      </w:r>
      <w:r w:rsidR="0034078D">
        <w:t xml:space="preserve">. </w:t>
      </w:r>
      <w:r>
        <w:t>Attacher le bonheur au char de la gloire &amp; de la renommée</w:t>
      </w:r>
      <w:r w:rsidR="0034078D">
        <w:t xml:space="preserve">, </w:t>
      </w:r>
      <w:r>
        <w:t>c</w:t>
      </w:r>
      <w:r w:rsidR="0034078D">
        <w:t>’</w:t>
      </w:r>
      <w:r>
        <w:t xml:space="preserve">est le </w:t>
      </w:r>
      <w:proofErr w:type="spellStart"/>
      <w:r>
        <w:t>mettre</w:t>
      </w:r>
      <w:proofErr w:type="spellEnd"/>
      <w:r w:rsidR="0034078D">
        <w:t xml:space="preserve">, </w:t>
      </w:r>
      <w:r>
        <w:t>comme un enfant</w:t>
      </w:r>
      <w:r w:rsidR="0034078D">
        <w:t xml:space="preserve">, </w:t>
      </w:r>
      <w:r>
        <w:t>dans un joujou</w:t>
      </w:r>
      <w:r w:rsidR="0034078D">
        <w:t xml:space="preserve">, </w:t>
      </w:r>
      <w:r>
        <w:t>ou dans le bruit que fait une trompette</w:t>
      </w:r>
      <w:r w:rsidR="0034078D">
        <w:t>.</w:t>
      </w:r>
    </w:p>
    <w:p w14:paraId="682E77C8" w14:textId="77777777" w:rsidR="0034078D" w:rsidRDefault="00000000" w:rsidP="0034078D">
      <w:r>
        <w:t>Montrons le reste du tableau</w:t>
      </w:r>
      <w:r w:rsidR="0034078D">
        <w:t xml:space="preserve">, </w:t>
      </w:r>
      <w:r>
        <w:t>&amp; tirons tout-à-fait le rideau</w:t>
      </w:r>
      <w:r w:rsidR="0034078D">
        <w:t xml:space="preserve">, </w:t>
      </w:r>
      <w:proofErr w:type="spellStart"/>
      <w:r>
        <w:t>derriere</w:t>
      </w:r>
      <w:proofErr w:type="spellEnd"/>
      <w:r>
        <w:t xml:space="preserve"> lequel est caché </w:t>
      </w:r>
      <w:proofErr w:type="spellStart"/>
      <w:r>
        <w:t>Séneque</w:t>
      </w:r>
      <w:proofErr w:type="spellEnd"/>
      <w:r w:rsidR="0034078D">
        <w:t>.</w:t>
      </w:r>
    </w:p>
    <w:p w14:paraId="38CBCBD3" w14:textId="77777777" w:rsidR="0034078D" w:rsidRDefault="00000000" w:rsidP="0034078D">
      <w:r>
        <w:t>Tant de gens sont heureux sans richesses &amp; sans volupté</w:t>
      </w:r>
      <w:r w:rsidR="0034078D">
        <w:t xml:space="preserve">, </w:t>
      </w:r>
      <w:r>
        <w:t xml:space="preserve">ainsi que sans science &amp; sans réputation &amp; </w:t>
      </w:r>
      <w:proofErr w:type="spellStart"/>
      <w:r>
        <w:t>sur-tout</w:t>
      </w:r>
      <w:proofErr w:type="spellEnd"/>
      <w:r>
        <w:t xml:space="preserve"> dans le sein d</w:t>
      </w:r>
      <w:r w:rsidR="0034078D">
        <w:t>’</w:t>
      </w:r>
      <w:r>
        <w:t>une obscure &amp; tranquille médiocrité</w:t>
      </w:r>
      <w:r w:rsidR="0034078D">
        <w:t xml:space="preserve">, </w:t>
      </w:r>
      <w:r>
        <w:t>qu</w:t>
      </w:r>
      <w:r w:rsidR="0034078D">
        <w:t>’</w:t>
      </w:r>
      <w:r>
        <w:t>en plaçant si loin du bonheur</w:t>
      </w:r>
      <w:r w:rsidR="0034078D">
        <w:t xml:space="preserve">, </w:t>
      </w:r>
      <w:r>
        <w:t>des biens que d</w:t>
      </w:r>
      <w:r w:rsidR="0034078D">
        <w:t>’</w:t>
      </w:r>
      <w:r>
        <w:t>autres en ont mis si près</w:t>
      </w:r>
      <w:r w:rsidR="0034078D">
        <w:t xml:space="preserve">, </w:t>
      </w:r>
      <w:r>
        <w:t>j</w:t>
      </w:r>
      <w:r w:rsidR="0034078D">
        <w:t>’</w:t>
      </w:r>
      <w:r>
        <w:t>ai cru leur faire encore plus d</w:t>
      </w:r>
      <w:r w:rsidR="0034078D">
        <w:t>’</w:t>
      </w:r>
      <w:r>
        <w:t>honneur qu</w:t>
      </w:r>
      <w:r w:rsidR="0034078D">
        <w:t>’</w:t>
      </w:r>
      <w:r>
        <w:t>ils ne méritent</w:t>
      </w:r>
      <w:r w:rsidR="0034078D">
        <w:t>.</w:t>
      </w:r>
    </w:p>
    <w:p w14:paraId="170CA208" w14:textId="77777777" w:rsidR="0034078D" w:rsidRDefault="00000000" w:rsidP="0034078D">
      <w:r>
        <w:t>Examinons donc la nouvelle corde qui se trouve à notre arc</w:t>
      </w:r>
      <w:r w:rsidR="0034078D">
        <w:t xml:space="preserve">, </w:t>
      </w:r>
      <w:r>
        <w:t>sans nous laisser plus séduire par sa belle couleur d</w:t>
      </w:r>
      <w:r w:rsidR="0034078D">
        <w:t>’</w:t>
      </w:r>
      <w:r>
        <w:t>or</w:t>
      </w:r>
      <w:r w:rsidR="0034078D">
        <w:t xml:space="preserve">, </w:t>
      </w:r>
      <w:r>
        <w:t>que par toutes les bouches flatteuses de la renommée</w:t>
      </w:r>
      <w:r w:rsidR="0034078D">
        <w:t xml:space="preserve">. </w:t>
      </w:r>
      <w:r>
        <w:t>Mais comme nous sommes sensibles à l</w:t>
      </w:r>
      <w:r w:rsidR="0034078D">
        <w:t>’</w:t>
      </w:r>
      <w:r>
        <w:t>avantage d</w:t>
      </w:r>
      <w:r w:rsidR="0034078D">
        <w:t>’</w:t>
      </w:r>
      <w:r>
        <w:t>être estimés</w:t>
      </w:r>
      <w:r w:rsidR="0034078D">
        <w:t xml:space="preserve">, </w:t>
      </w:r>
      <w:r>
        <w:t xml:space="preserve">sans cependant vouloir désormais sacrifier notre tranquillité </w:t>
      </w:r>
      <w:r>
        <w:lastRenderedPageBreak/>
        <w:t>au plaisir de faire un vain bruit</w:t>
      </w:r>
      <w:r w:rsidR="0034078D">
        <w:t xml:space="preserve">, </w:t>
      </w:r>
      <w:r>
        <w:t>ne soyons point aussi dupes de l</w:t>
      </w:r>
      <w:r w:rsidR="0034078D">
        <w:t>’</w:t>
      </w:r>
      <w:r>
        <w:t>opinion de ceux qui ne font point assez de cas du plus puissant des dieux</w:t>
      </w:r>
      <w:r w:rsidR="0034078D">
        <w:t xml:space="preserve">. </w:t>
      </w:r>
      <w:r>
        <w:t xml:space="preserve">Quel animal farouche </w:t>
      </w:r>
      <w:proofErr w:type="spellStart"/>
      <w:r>
        <w:t>seroit</w:t>
      </w:r>
      <w:proofErr w:type="spellEnd"/>
      <w:r>
        <w:t xml:space="preserve"> donc la vertu</w:t>
      </w:r>
      <w:r w:rsidR="0034078D">
        <w:t xml:space="preserve">, </w:t>
      </w:r>
      <w:r>
        <w:t>ou la philosophie</w:t>
      </w:r>
      <w:r w:rsidR="0034078D">
        <w:t xml:space="preserve">, </w:t>
      </w:r>
      <w:r>
        <w:t>si l</w:t>
      </w:r>
      <w:r w:rsidR="0034078D">
        <w:t>’</w:t>
      </w:r>
      <w:r>
        <w:t>or ne l</w:t>
      </w:r>
      <w:r w:rsidR="0034078D">
        <w:t>’</w:t>
      </w:r>
      <w:proofErr w:type="spellStart"/>
      <w:r>
        <w:t>apprivoisoit</w:t>
      </w:r>
      <w:proofErr w:type="spellEnd"/>
      <w:r w:rsidR="0034078D">
        <w:t xml:space="preserve"> ; </w:t>
      </w:r>
      <w:r>
        <w:t>si la pluie de Jupiter n</w:t>
      </w:r>
      <w:r w:rsidR="0034078D">
        <w:t>’</w:t>
      </w:r>
      <w:proofErr w:type="spellStart"/>
      <w:r>
        <w:t>amollissoit</w:t>
      </w:r>
      <w:proofErr w:type="spellEnd"/>
      <w:r>
        <w:t xml:space="preserve"> sa dureté</w:t>
      </w:r>
      <w:r w:rsidR="0034078D">
        <w:t xml:space="preserve"> ? </w:t>
      </w:r>
      <w:r>
        <w:t xml:space="preserve">Aussi </w:t>
      </w:r>
      <w:proofErr w:type="spellStart"/>
      <w:r>
        <w:t>Séneque</w:t>
      </w:r>
      <w:proofErr w:type="spellEnd"/>
      <w:r w:rsidR="0034078D">
        <w:t xml:space="preserve">, </w:t>
      </w:r>
      <w:r>
        <w:t>cet ennemi déclaré de ce qu</w:t>
      </w:r>
      <w:r w:rsidR="0034078D">
        <w:t>’</w:t>
      </w:r>
      <w:r>
        <w:t xml:space="preserve">il </w:t>
      </w:r>
      <w:proofErr w:type="spellStart"/>
      <w:r>
        <w:t>aimoit</w:t>
      </w:r>
      <w:proofErr w:type="spellEnd"/>
      <w:r>
        <w:t xml:space="preserve"> tant</w:t>
      </w:r>
      <w:r w:rsidR="0034078D">
        <w:t xml:space="preserve">, </w:t>
      </w:r>
      <w:r>
        <w:t>convient-il qu</w:t>
      </w:r>
      <w:r w:rsidR="0034078D">
        <w:t>’</w:t>
      </w:r>
      <w:r>
        <w:t>il est aussi doux &amp; agréable d</w:t>
      </w:r>
      <w:r w:rsidR="0034078D">
        <w:t>’</w:t>
      </w:r>
      <w:r>
        <w:t>être riche</w:t>
      </w:r>
      <w:r w:rsidR="0034078D">
        <w:t xml:space="preserve">, </w:t>
      </w:r>
      <w:r>
        <w:t>que de se promener en hiver dans une belle allée que le soleil échauffe</w:t>
      </w:r>
      <w:r w:rsidR="0034078D">
        <w:t xml:space="preserve"> ; </w:t>
      </w:r>
      <w:r>
        <w:t>mais par un contraste évident</w:t>
      </w:r>
      <w:r w:rsidR="0034078D">
        <w:t xml:space="preserve">, </w:t>
      </w:r>
      <w:r>
        <w:t>qu</w:t>
      </w:r>
      <w:r w:rsidR="0034078D">
        <w:t>’</w:t>
      </w:r>
      <w:r>
        <w:t xml:space="preserve">il </w:t>
      </w:r>
      <w:proofErr w:type="spellStart"/>
      <w:r>
        <w:t>paroît</w:t>
      </w:r>
      <w:proofErr w:type="spellEnd"/>
      <w:r>
        <w:t xml:space="preserve"> avoir exprès éludé</w:t>
      </w:r>
      <w:r w:rsidR="0034078D">
        <w:t xml:space="preserve">, </w:t>
      </w:r>
      <w:r>
        <w:t>la pauvreté est l</w:t>
      </w:r>
      <w:r w:rsidR="0034078D">
        <w:t>’</w:t>
      </w:r>
      <w:r>
        <w:t>ombre</w:t>
      </w:r>
      <w:r w:rsidR="0034078D">
        <w:t xml:space="preserve">, </w:t>
      </w:r>
      <w:r>
        <w:t>où il fait froid</w:t>
      </w:r>
      <w:r w:rsidR="0034078D">
        <w:t xml:space="preserve">. </w:t>
      </w:r>
      <w:r>
        <w:t>On a beau se pénétrer du souverain bien</w:t>
      </w:r>
      <w:r w:rsidR="0034078D">
        <w:t xml:space="preserve">, </w:t>
      </w:r>
      <w:r>
        <w:t>&amp; s</w:t>
      </w:r>
      <w:r w:rsidR="0034078D">
        <w:t>’</w:t>
      </w:r>
      <w:r>
        <w:t>envelopper dans toute sa vertu</w:t>
      </w:r>
      <w:r w:rsidR="0034078D">
        <w:t xml:space="preserve"> ; </w:t>
      </w:r>
      <w:r>
        <w:t>ni la vertu</w:t>
      </w:r>
      <w:r w:rsidR="0034078D">
        <w:t xml:space="preserve">, </w:t>
      </w:r>
      <w:r>
        <w:rPr>
          <w:iCs/>
        </w:rPr>
        <w:t>ni</w:t>
      </w:r>
      <w:r>
        <w:t xml:space="preserve"> la philosophie</w:t>
      </w:r>
      <w:r w:rsidR="0034078D">
        <w:t xml:space="preserve">, </w:t>
      </w:r>
      <w:r>
        <w:t>ne peuvent avec toutes leurs rames</w:t>
      </w:r>
      <w:r w:rsidR="0034078D">
        <w:t xml:space="preserve">, </w:t>
      </w:r>
      <w:r>
        <w:t xml:space="preserve">nous conduire au port </w:t>
      </w:r>
      <w:proofErr w:type="spellStart"/>
      <w:r>
        <w:t>desiré</w:t>
      </w:r>
      <w:proofErr w:type="spellEnd"/>
      <w:r w:rsidR="0034078D">
        <w:t xml:space="preserve">. </w:t>
      </w:r>
      <w:r>
        <w:t>Pauvre manteau d</w:t>
      </w:r>
      <w:r w:rsidR="0034078D">
        <w:t>’</w:t>
      </w:r>
      <w:r>
        <w:t>hiver</w:t>
      </w:r>
      <w:r w:rsidR="0034078D">
        <w:t xml:space="preserve">, </w:t>
      </w:r>
      <w:r>
        <w:t>qui n</w:t>
      </w:r>
      <w:r w:rsidR="0034078D">
        <w:t>’</w:t>
      </w:r>
      <w:r>
        <w:t>empêche pas le vent du nord de glacer l</w:t>
      </w:r>
      <w:r w:rsidR="0034078D">
        <w:t>’</w:t>
      </w:r>
      <w:proofErr w:type="spellStart"/>
      <w:r>
        <w:t>ame</w:t>
      </w:r>
      <w:proofErr w:type="spellEnd"/>
      <w:r>
        <w:t xml:space="preserve"> avec tout son courage</w:t>
      </w:r>
      <w:r w:rsidR="0034078D">
        <w:t> !</w:t>
      </w:r>
    </w:p>
    <w:p w14:paraId="4DB99444" w14:textId="77777777" w:rsidR="0034078D" w:rsidRDefault="00000000" w:rsidP="0034078D">
      <w:r>
        <w:t>Mais peut-être l</w:t>
      </w:r>
      <w:r w:rsidR="0034078D">
        <w:t>’</w:t>
      </w:r>
      <w:proofErr w:type="spellStart"/>
      <w:r>
        <w:t>ame</w:t>
      </w:r>
      <w:proofErr w:type="spellEnd"/>
      <w:r>
        <w:t xml:space="preserve"> des Stoïciens habite-t-elle hors du corps</w:t>
      </w:r>
      <w:r w:rsidR="0034078D">
        <w:t xml:space="preserve">, </w:t>
      </w:r>
      <w:r>
        <w:t xml:space="preserve">comme celle des </w:t>
      </w:r>
      <w:proofErr w:type="spellStart"/>
      <w:r>
        <w:t>Leibnitiens</w:t>
      </w:r>
      <w:proofErr w:type="spellEnd"/>
      <w:r w:rsidR="0034078D">
        <w:t xml:space="preserve">, </w:t>
      </w:r>
      <w:r>
        <w:t xml:space="preserve">sans être sujette aux </w:t>
      </w:r>
      <w:proofErr w:type="spellStart"/>
      <w:r>
        <w:t>loix</w:t>
      </w:r>
      <w:proofErr w:type="spellEnd"/>
      <w:r>
        <w:t xml:space="preserve"> imaginaires de la même harmonie</w:t>
      </w:r>
      <w:r w:rsidR="0034078D">
        <w:t xml:space="preserve"> ? </w:t>
      </w:r>
      <w:r>
        <w:t>D</w:t>
      </w:r>
      <w:r w:rsidR="0034078D">
        <w:t>’</w:t>
      </w:r>
      <w:r>
        <w:t>ailleurs pour qui la douleur n</w:t>
      </w:r>
      <w:r w:rsidR="0034078D">
        <w:t>’</w:t>
      </w:r>
      <w:r>
        <w:t>est point un mal</w:t>
      </w:r>
      <w:r w:rsidR="0034078D">
        <w:t xml:space="preserve">, </w:t>
      </w:r>
      <w:r>
        <w:t>le froid qui en est un diminutif</w:t>
      </w:r>
      <w:r w:rsidR="0034078D">
        <w:t xml:space="preserve">, </w:t>
      </w:r>
      <w:r>
        <w:t xml:space="preserve">ne </w:t>
      </w:r>
      <w:proofErr w:type="spellStart"/>
      <w:r>
        <w:t>seroit</w:t>
      </w:r>
      <w:proofErr w:type="spellEnd"/>
      <w:r>
        <w:t xml:space="preserve"> il point un bien</w:t>
      </w:r>
      <w:r w:rsidR="0034078D">
        <w:t> ?</w:t>
      </w:r>
    </w:p>
    <w:p w14:paraId="56709413" w14:textId="77777777" w:rsidR="0034078D" w:rsidRDefault="00000000" w:rsidP="0034078D">
      <w:r>
        <w:t>Laissons Lucien railler</w:t>
      </w:r>
      <w:r w:rsidR="0034078D">
        <w:t xml:space="preserve">, </w:t>
      </w:r>
      <w:r>
        <w:t xml:space="preserve">il </w:t>
      </w:r>
      <w:proofErr w:type="spellStart"/>
      <w:r>
        <w:t>seroit</w:t>
      </w:r>
      <w:proofErr w:type="spellEnd"/>
      <w:r>
        <w:t xml:space="preserve"> difficile d</w:t>
      </w:r>
      <w:r w:rsidR="0034078D">
        <w:t>’</w:t>
      </w:r>
      <w:r>
        <w:t xml:space="preserve">imiter sa </w:t>
      </w:r>
      <w:proofErr w:type="spellStart"/>
      <w:r>
        <w:t>légereté</w:t>
      </w:r>
      <w:proofErr w:type="spellEnd"/>
      <w:r w:rsidR="0034078D">
        <w:t xml:space="preserve"> ; </w:t>
      </w:r>
      <w:proofErr w:type="spellStart"/>
      <w:r>
        <w:t>Séneque</w:t>
      </w:r>
      <w:proofErr w:type="spellEnd"/>
      <w:r>
        <w:t xml:space="preserve"> convient que le sage peut &amp; doit même consentir d</w:t>
      </w:r>
      <w:r w:rsidR="0034078D">
        <w:t>’</w:t>
      </w:r>
      <w:r>
        <w:t>être riche</w:t>
      </w:r>
      <w:r w:rsidR="0034078D">
        <w:t xml:space="preserve"> ; </w:t>
      </w:r>
      <w:r>
        <w:t>c</w:t>
      </w:r>
      <w:r w:rsidR="0034078D">
        <w:t>’</w:t>
      </w:r>
      <w:r>
        <w:t>est-à-dire qu</w:t>
      </w:r>
      <w:r w:rsidR="0034078D">
        <w:t>’</w:t>
      </w:r>
      <w:r>
        <w:t>il ne fera point de bassesses pour le devenir</w:t>
      </w:r>
      <w:r w:rsidR="0034078D">
        <w:t xml:space="preserve">, </w:t>
      </w:r>
      <w:r>
        <w:t>&amp; qu</w:t>
      </w:r>
      <w:r w:rsidR="0034078D">
        <w:t>’</w:t>
      </w:r>
      <w:r>
        <w:t>il n</w:t>
      </w:r>
      <w:r w:rsidR="0034078D">
        <w:t>’</w:t>
      </w:r>
      <w:r>
        <w:t>aura point aussi à rougir d</w:t>
      </w:r>
      <w:r w:rsidR="0034078D">
        <w:t>’</w:t>
      </w:r>
      <w:r>
        <w:t>avoir reçu les richesses à bras ouverts</w:t>
      </w:r>
      <w:r w:rsidR="0034078D">
        <w:t xml:space="preserve"> ; </w:t>
      </w:r>
      <w:r>
        <w:t>mais qu</w:t>
      </w:r>
      <w:r w:rsidR="0034078D">
        <w:t>’</w:t>
      </w:r>
      <w:r>
        <w:t xml:space="preserve">il leur donnera une </w:t>
      </w:r>
      <w:proofErr w:type="spellStart"/>
      <w:r>
        <w:t>espece</w:t>
      </w:r>
      <w:proofErr w:type="spellEnd"/>
      <w:r>
        <w:t xml:space="preserve"> d</w:t>
      </w:r>
      <w:r w:rsidR="0034078D">
        <w:t>’</w:t>
      </w:r>
      <w:r>
        <w:t>hospitalité</w:t>
      </w:r>
      <w:r w:rsidR="0034078D">
        <w:t xml:space="preserve">, </w:t>
      </w:r>
      <w:r>
        <w:t>que les pauvres &amp; d</w:t>
      </w:r>
      <w:r w:rsidR="0034078D">
        <w:t>’</w:t>
      </w:r>
      <w:r>
        <w:t>illustres malheureux partageront avec elles</w:t>
      </w:r>
      <w:r w:rsidR="0034078D">
        <w:t xml:space="preserve">. </w:t>
      </w:r>
      <w:r>
        <w:t>Il n</w:t>
      </w:r>
      <w:r w:rsidR="0034078D">
        <w:t>’</w:t>
      </w:r>
      <w:r>
        <w:t xml:space="preserve">y a </w:t>
      </w:r>
      <w:proofErr w:type="spellStart"/>
      <w:r>
        <w:t>gueres</w:t>
      </w:r>
      <w:proofErr w:type="spellEnd"/>
      <w:r>
        <w:t xml:space="preserve"> qu</w:t>
      </w:r>
      <w:r w:rsidR="0034078D">
        <w:t>’</w:t>
      </w:r>
      <w:r>
        <w:t>un homme de mérite</w:t>
      </w:r>
      <w:r w:rsidR="0034078D">
        <w:t xml:space="preserve">, </w:t>
      </w:r>
      <w:r>
        <w:t>qui rende service à qui en a</w:t>
      </w:r>
      <w:r w:rsidR="0034078D">
        <w:t xml:space="preserve">. </w:t>
      </w:r>
      <w:r>
        <w:t>C</w:t>
      </w:r>
      <w:r w:rsidR="0034078D">
        <w:t>’</w:t>
      </w:r>
      <w:r>
        <w:t>est pourquoi le sage</w:t>
      </w:r>
      <w:r w:rsidR="0034078D">
        <w:t xml:space="preserve">, </w:t>
      </w:r>
      <w:r>
        <w:t>ou quiconque fait user des richesses</w:t>
      </w:r>
      <w:r w:rsidR="0034078D">
        <w:t xml:space="preserve">, </w:t>
      </w:r>
      <w:r>
        <w:t>soulagera les malheureux</w:t>
      </w:r>
      <w:r w:rsidR="0034078D">
        <w:t xml:space="preserve">, </w:t>
      </w:r>
      <w:r>
        <w:t>excitera la vertu</w:t>
      </w:r>
      <w:r w:rsidR="0034078D">
        <w:t xml:space="preserve">, </w:t>
      </w:r>
      <w:r>
        <w:t xml:space="preserve">encouragera les </w:t>
      </w:r>
      <w:proofErr w:type="spellStart"/>
      <w:r>
        <w:t>talens</w:t>
      </w:r>
      <w:proofErr w:type="spellEnd"/>
      <w:r w:rsidR="0034078D">
        <w:t xml:space="preserve">, </w:t>
      </w:r>
      <w:proofErr w:type="spellStart"/>
      <w:r>
        <w:t>relevera</w:t>
      </w:r>
      <w:proofErr w:type="spellEnd"/>
      <w:r>
        <w:t xml:space="preserve"> le mérite opprimé</w:t>
      </w:r>
      <w:r w:rsidR="0034078D">
        <w:t xml:space="preserve">, </w:t>
      </w:r>
      <w:r>
        <w:t>&amp; en un mot s</w:t>
      </w:r>
      <w:r w:rsidR="0034078D">
        <w:t>’</w:t>
      </w:r>
      <w:r>
        <w:t>en servira</w:t>
      </w:r>
      <w:r w:rsidR="0034078D">
        <w:t xml:space="preserve">, </w:t>
      </w:r>
      <w:r>
        <w:t>plus en économe</w:t>
      </w:r>
      <w:r w:rsidR="0034078D">
        <w:t xml:space="preserve">, </w:t>
      </w:r>
      <w:r>
        <w:t>qu</w:t>
      </w:r>
      <w:r w:rsidR="0034078D">
        <w:t>’</w:t>
      </w:r>
      <w:r>
        <w:t>en maître</w:t>
      </w:r>
      <w:r w:rsidR="0034078D">
        <w:t xml:space="preserve">. </w:t>
      </w:r>
      <w:r>
        <w:t>Quelle différence d</w:t>
      </w:r>
      <w:r w:rsidR="0034078D">
        <w:t>’</w:t>
      </w:r>
      <w:r>
        <w:t>un tel homme</w:t>
      </w:r>
      <w:r w:rsidR="0034078D">
        <w:t xml:space="preserve">, </w:t>
      </w:r>
      <w:r>
        <w:t xml:space="preserve">à </w:t>
      </w:r>
      <w:r>
        <w:lastRenderedPageBreak/>
        <w:t xml:space="preserve">ces </w:t>
      </w:r>
      <w:proofErr w:type="spellStart"/>
      <w:r>
        <w:t>ames</w:t>
      </w:r>
      <w:proofErr w:type="spellEnd"/>
      <w:r>
        <w:t xml:space="preserve"> basses &amp; triviales</w:t>
      </w:r>
      <w:r w:rsidR="0034078D">
        <w:t xml:space="preserve">, </w:t>
      </w:r>
      <w:r>
        <w:t>que la fortune enorgueillit</w:t>
      </w:r>
      <w:r w:rsidR="0034078D">
        <w:t xml:space="preserve">, </w:t>
      </w:r>
      <w:r>
        <w:t>infiniment flattés de ce qu</w:t>
      </w:r>
      <w:r w:rsidR="0034078D">
        <w:t>’</w:t>
      </w:r>
      <w:r>
        <w:t>il y a de plus étranger &amp; de moins flatteur</w:t>
      </w:r>
      <w:r w:rsidR="0034078D">
        <w:t xml:space="preserve">, </w:t>
      </w:r>
      <w:r>
        <w:t xml:space="preserve">&amp; qui ne partagent avec qui que ce </w:t>
      </w:r>
      <w:proofErr w:type="gramStart"/>
      <w:r>
        <w:t>soit</w:t>
      </w:r>
      <w:proofErr w:type="gramEnd"/>
      <w:r>
        <w:t xml:space="preserve"> les commodités qu</w:t>
      </w:r>
      <w:r w:rsidR="0034078D">
        <w:t>’</w:t>
      </w:r>
      <w:r>
        <w:t>ils en reçoivent</w:t>
      </w:r>
      <w:r w:rsidR="0034078D">
        <w:t xml:space="preserve"> ! </w:t>
      </w:r>
      <w:r>
        <w:t>Mais comme il n</w:t>
      </w:r>
      <w:r w:rsidR="0034078D">
        <w:t>’</w:t>
      </w:r>
      <w:r>
        <w:t>y a qu</w:t>
      </w:r>
      <w:r w:rsidR="0034078D">
        <w:t>’</w:t>
      </w:r>
      <w:r>
        <w:t xml:space="preserve">un </w:t>
      </w:r>
      <w:r>
        <w:rPr>
          <w:iCs/>
        </w:rPr>
        <w:t>fou</w:t>
      </w:r>
      <w:r w:rsidR="0034078D">
        <w:rPr>
          <w:iCs/>
        </w:rPr>
        <w:t xml:space="preserve">, </w:t>
      </w:r>
      <w:r>
        <w:t>qui dissipe son bien au gré de ses caprices</w:t>
      </w:r>
      <w:r w:rsidR="0034078D">
        <w:t xml:space="preserve">, </w:t>
      </w:r>
      <w:r>
        <w:t>dont la voix couvre celle de tant de misérables</w:t>
      </w:r>
      <w:r w:rsidR="0034078D">
        <w:t xml:space="preserve">, </w:t>
      </w:r>
      <w:r>
        <w:t>il n</w:t>
      </w:r>
      <w:r w:rsidR="0034078D">
        <w:t>’</w:t>
      </w:r>
      <w:r>
        <w:t>y a qu</w:t>
      </w:r>
      <w:r w:rsidR="0034078D">
        <w:t>’</w:t>
      </w:r>
      <w:r>
        <w:t>un lâche qui s</w:t>
      </w:r>
      <w:r w:rsidR="0034078D">
        <w:t>’</w:t>
      </w:r>
      <w:r>
        <w:t>en serve pour tourmenter les hommes</w:t>
      </w:r>
      <w:r w:rsidR="0034078D">
        <w:t xml:space="preserve">, </w:t>
      </w:r>
      <w:r>
        <w:t>&amp; qui trouve</w:t>
      </w:r>
      <w:r w:rsidR="0034078D">
        <w:t xml:space="preserve">, </w:t>
      </w:r>
      <w:r>
        <w:t xml:space="preserve">comme le </w:t>
      </w:r>
      <w:r>
        <w:rPr>
          <w:i/>
          <w:iCs/>
        </w:rPr>
        <w:t xml:space="preserve">Narcisse </w:t>
      </w:r>
      <w:r>
        <w:t xml:space="preserve">de </w:t>
      </w:r>
      <w:r>
        <w:rPr>
          <w:i/>
          <w:iCs/>
        </w:rPr>
        <w:t>Britannicus</w:t>
      </w:r>
      <w:r w:rsidR="0034078D">
        <w:rPr>
          <w:i/>
          <w:iCs/>
        </w:rPr>
        <w:t xml:space="preserve">, </w:t>
      </w:r>
      <w:r>
        <w:t xml:space="preserve">sa </w:t>
      </w:r>
      <w:proofErr w:type="spellStart"/>
      <w:r>
        <w:t>felicité</w:t>
      </w:r>
      <w:proofErr w:type="spellEnd"/>
      <w:r>
        <w:t xml:space="preserve"> dans les malheurs dont il est cause</w:t>
      </w:r>
      <w:r w:rsidR="0034078D">
        <w:t>.</w:t>
      </w:r>
    </w:p>
    <w:p w14:paraId="2FE4FB2D" w14:textId="77777777" w:rsidR="0034078D" w:rsidRDefault="00000000" w:rsidP="0034078D">
      <w:r>
        <w:t>Faire le bien de la société</w:t>
      </w:r>
      <w:r w:rsidR="0034078D">
        <w:t xml:space="preserve">, </w:t>
      </w:r>
      <w:r>
        <w:t>rendre les cœurs heureux de sa joie</w:t>
      </w:r>
      <w:r w:rsidR="0034078D">
        <w:t xml:space="preserve">, </w:t>
      </w:r>
      <w:r>
        <w:t>c</w:t>
      </w:r>
      <w:r w:rsidR="0034078D">
        <w:t>’</w:t>
      </w:r>
      <w:r>
        <w:t>est le devoir d</w:t>
      </w:r>
      <w:r w:rsidR="0034078D">
        <w:t>’</w:t>
      </w:r>
      <w:r>
        <w:t>un homme riche</w:t>
      </w:r>
      <w:r w:rsidR="0034078D">
        <w:t xml:space="preserve">. </w:t>
      </w:r>
      <w:r>
        <w:t>S</w:t>
      </w:r>
      <w:r w:rsidR="0034078D">
        <w:t>’</w:t>
      </w:r>
      <w:r>
        <w:t>il ne s</w:t>
      </w:r>
      <w:r w:rsidR="0034078D">
        <w:t>’</w:t>
      </w:r>
      <w:r>
        <w:t>en acquitte pas</w:t>
      </w:r>
      <w:r w:rsidR="0034078D">
        <w:t xml:space="preserve">, </w:t>
      </w:r>
      <w:r>
        <w:t>s</w:t>
      </w:r>
      <w:r w:rsidR="0034078D">
        <w:t>’</w:t>
      </w:r>
      <w:r>
        <w:t>il n</w:t>
      </w:r>
      <w:r w:rsidR="0034078D">
        <w:t>’</w:t>
      </w:r>
      <w:r>
        <w:t>est point compatissant</w:t>
      </w:r>
      <w:r w:rsidR="0034078D">
        <w:t xml:space="preserve">, </w:t>
      </w:r>
      <w:r>
        <w:t>libéral</w:t>
      </w:r>
      <w:r w:rsidR="0034078D">
        <w:t xml:space="preserve">, </w:t>
      </w:r>
      <w:r>
        <w:t>s</w:t>
      </w:r>
      <w:r w:rsidR="0034078D">
        <w:t>’</w:t>
      </w:r>
      <w:r>
        <w:t>il ne souffre point à la vue de tant de pauvres que le plus opulent ne peut soulager</w:t>
      </w:r>
      <w:r w:rsidR="0034078D">
        <w:t xml:space="preserve">, </w:t>
      </w:r>
      <w:r>
        <w:t>le dépôt a été mal confié</w:t>
      </w:r>
      <w:r w:rsidR="0034078D">
        <w:t xml:space="preserve"> ; </w:t>
      </w:r>
      <w:r>
        <w:t xml:space="preserve">il ne </w:t>
      </w:r>
      <w:proofErr w:type="spellStart"/>
      <w:r>
        <w:t>pouvoit</w:t>
      </w:r>
      <w:proofErr w:type="spellEnd"/>
      <w:r>
        <w:t xml:space="preserve"> être en de plus mauvaises mains</w:t>
      </w:r>
      <w:r w:rsidR="0034078D">
        <w:t>.</w:t>
      </w:r>
    </w:p>
    <w:p w14:paraId="421D44AF" w14:textId="77777777" w:rsidR="0034078D" w:rsidRDefault="00000000" w:rsidP="0034078D">
      <w:r>
        <w:t xml:space="preserve">Je ne </w:t>
      </w:r>
      <w:proofErr w:type="spellStart"/>
      <w:r>
        <w:t>desire</w:t>
      </w:r>
      <w:proofErr w:type="spellEnd"/>
      <w:r>
        <w:t xml:space="preserve"> point d</w:t>
      </w:r>
      <w:r w:rsidR="0034078D">
        <w:t>’</w:t>
      </w:r>
      <w:r>
        <w:t>être riche</w:t>
      </w:r>
      <w:r w:rsidR="0034078D">
        <w:t xml:space="preserve">, </w:t>
      </w:r>
      <w:r>
        <w:t>pour avoir chez moi une foule de flatteurs &amp; de faux amis</w:t>
      </w:r>
      <w:r w:rsidR="0034078D">
        <w:t xml:space="preserve">, </w:t>
      </w:r>
      <w:r>
        <w:t>qui sans un reste de mauvaise honte</w:t>
      </w:r>
      <w:r w:rsidR="0034078D">
        <w:t xml:space="preserve">, </w:t>
      </w:r>
      <w:r>
        <w:t>ou plutôt de perfidie</w:t>
      </w:r>
      <w:r w:rsidR="0034078D">
        <w:t xml:space="preserve">, </w:t>
      </w:r>
      <w:r>
        <w:t xml:space="preserve">me </w:t>
      </w:r>
      <w:proofErr w:type="spellStart"/>
      <w:r>
        <w:t>tourneroient</w:t>
      </w:r>
      <w:proofErr w:type="spellEnd"/>
      <w:r>
        <w:t xml:space="preserve"> le dos presque aussi </w:t>
      </w:r>
      <w:proofErr w:type="spellStart"/>
      <w:r>
        <w:t>vîte</w:t>
      </w:r>
      <w:proofErr w:type="spellEnd"/>
      <w:r>
        <w:t xml:space="preserve"> que la fortune</w:t>
      </w:r>
      <w:r w:rsidR="0034078D">
        <w:t xml:space="preserve"> ; </w:t>
      </w:r>
      <w:r>
        <w:t xml:space="preserve">je ne </w:t>
      </w:r>
      <w:proofErr w:type="spellStart"/>
      <w:r>
        <w:t>voudrois</w:t>
      </w:r>
      <w:proofErr w:type="spellEnd"/>
      <w:r>
        <w:t xml:space="preserve"> posséder de grands biens</w:t>
      </w:r>
      <w:r w:rsidR="0034078D">
        <w:t xml:space="preserve">, </w:t>
      </w:r>
      <w:r>
        <w:t xml:space="preserve">que pour </w:t>
      </w:r>
      <w:r>
        <w:rPr>
          <w:bCs/>
        </w:rPr>
        <w:t xml:space="preserve">jouir </w:t>
      </w:r>
      <w:r>
        <w:t>de cette belle prérogative</w:t>
      </w:r>
      <w:r w:rsidR="0034078D">
        <w:t xml:space="preserve">, </w:t>
      </w:r>
      <w:r>
        <w:t>le plaisir d</w:t>
      </w:r>
      <w:r w:rsidR="0034078D">
        <w:t>’</w:t>
      </w:r>
      <w:r>
        <w:t>obliger</w:t>
      </w:r>
      <w:r w:rsidR="0034078D">
        <w:t xml:space="preserve"> ; </w:t>
      </w:r>
      <w:r>
        <w:t xml:space="preserve">la générosité </w:t>
      </w:r>
      <w:proofErr w:type="spellStart"/>
      <w:r>
        <w:t>seroit</w:t>
      </w:r>
      <w:proofErr w:type="spellEnd"/>
      <w:r>
        <w:t xml:space="preserve"> toute ma magnificence</w:t>
      </w:r>
      <w:r w:rsidR="0034078D">
        <w:t xml:space="preserve">. </w:t>
      </w:r>
      <w:r>
        <w:t xml:space="preserve">Je ne </w:t>
      </w:r>
      <w:proofErr w:type="spellStart"/>
      <w:r>
        <w:t>mépriserois</w:t>
      </w:r>
      <w:proofErr w:type="spellEnd"/>
      <w:r>
        <w:t xml:space="preserve"> point les richesses</w:t>
      </w:r>
      <w:r w:rsidR="0034078D">
        <w:t xml:space="preserve">, </w:t>
      </w:r>
      <w:r>
        <w:t xml:space="preserve">je </w:t>
      </w:r>
      <w:proofErr w:type="spellStart"/>
      <w:r>
        <w:t>saurois</w:t>
      </w:r>
      <w:proofErr w:type="spellEnd"/>
      <w:r>
        <w:t xml:space="preserve"> les dépenser &amp; les distribuer</w:t>
      </w:r>
      <w:r w:rsidR="0034078D">
        <w:t xml:space="preserve">. </w:t>
      </w:r>
      <w:r>
        <w:t>Je regarde l</w:t>
      </w:r>
      <w:r w:rsidR="0034078D">
        <w:t>’</w:t>
      </w:r>
      <w:r>
        <w:t>avarice</w:t>
      </w:r>
      <w:r w:rsidR="0034078D">
        <w:t xml:space="preserve">, </w:t>
      </w:r>
      <w:r>
        <w:t>comme la source de tous les vices</w:t>
      </w:r>
      <w:r w:rsidR="0034078D">
        <w:t xml:space="preserve">. </w:t>
      </w:r>
      <w:r>
        <w:t xml:space="preserve">Et </w:t>
      </w:r>
      <w:r>
        <w:rPr>
          <w:iCs/>
        </w:rPr>
        <w:t>sans</w:t>
      </w:r>
      <w:r>
        <w:t xml:space="preserve"> générosité</w:t>
      </w:r>
      <w:r w:rsidR="0034078D">
        <w:t xml:space="preserve">, </w:t>
      </w:r>
      <w:r>
        <w:t>est-il quelque vertu</w:t>
      </w:r>
      <w:r w:rsidR="0034078D">
        <w:t> ?</w:t>
      </w:r>
    </w:p>
    <w:p w14:paraId="072669F9" w14:textId="77777777" w:rsidR="0034078D" w:rsidRDefault="00000000" w:rsidP="0034078D">
      <w:r>
        <w:t>Ma félicité n</w:t>
      </w:r>
      <w:r w:rsidR="0034078D">
        <w:t>’</w:t>
      </w:r>
      <w:r>
        <w:t>est point d</w:t>
      </w:r>
      <w:r w:rsidR="0034078D">
        <w:t>’</w:t>
      </w:r>
      <w:r>
        <w:t>avoir des chevaux</w:t>
      </w:r>
      <w:r w:rsidR="0034078D">
        <w:t xml:space="preserve">, </w:t>
      </w:r>
      <w:r>
        <w:t xml:space="preserve">des </w:t>
      </w:r>
      <w:proofErr w:type="spellStart"/>
      <w:r>
        <w:t>couriers</w:t>
      </w:r>
      <w:proofErr w:type="spellEnd"/>
      <w:r w:rsidR="0034078D">
        <w:t xml:space="preserve">, </w:t>
      </w:r>
      <w:r>
        <w:t>des chiens</w:t>
      </w:r>
      <w:r w:rsidR="0034078D">
        <w:t xml:space="preserve">, </w:t>
      </w:r>
      <w:r>
        <w:t>&amp; tout cet amas de laquais pressés</w:t>
      </w:r>
      <w:r w:rsidR="0034078D">
        <w:t xml:space="preserve">, </w:t>
      </w:r>
      <w:r>
        <w:t>dont le poids semble menacer d</w:t>
      </w:r>
      <w:r w:rsidR="0034078D">
        <w:t>’</w:t>
      </w:r>
      <w:r>
        <w:t xml:space="preserve">enfoncer le </w:t>
      </w:r>
      <w:proofErr w:type="spellStart"/>
      <w:r>
        <w:t>derriere</w:t>
      </w:r>
      <w:proofErr w:type="spellEnd"/>
      <w:r>
        <w:t xml:space="preserve"> d</w:t>
      </w:r>
      <w:r w:rsidR="0034078D">
        <w:t>’</w:t>
      </w:r>
      <w:r>
        <w:t>un carrosse</w:t>
      </w:r>
      <w:r w:rsidR="0034078D">
        <w:t xml:space="preserve">. </w:t>
      </w:r>
      <w:r>
        <w:t>Tant d</w:t>
      </w:r>
      <w:r w:rsidR="0034078D">
        <w:t>’</w:t>
      </w:r>
      <w:r>
        <w:t>animaux domestiques ne me sont point nécessaires</w:t>
      </w:r>
      <w:r w:rsidR="0034078D">
        <w:t xml:space="preserve">. </w:t>
      </w:r>
      <w:r>
        <w:t>Je ne me crois point décoré d</w:t>
      </w:r>
      <w:r w:rsidR="0034078D">
        <w:t>’</w:t>
      </w:r>
      <w:r>
        <w:t>avoir à ma porte un suisse menteur</w:t>
      </w:r>
      <w:r w:rsidR="0034078D">
        <w:t xml:space="preserve">, </w:t>
      </w:r>
      <w:r>
        <w:t>qui refuse l</w:t>
      </w:r>
      <w:r w:rsidR="0034078D">
        <w:t>’</w:t>
      </w:r>
      <w:r>
        <w:t>entrée à des créanciers</w:t>
      </w:r>
      <w:r w:rsidR="0034078D">
        <w:t xml:space="preserve">, </w:t>
      </w:r>
      <w:r>
        <w:t>qu</w:t>
      </w:r>
      <w:r w:rsidR="0034078D">
        <w:t>’</w:t>
      </w:r>
      <w:r>
        <w:t>un honnête homme ne doit point craindre</w:t>
      </w:r>
      <w:r w:rsidR="0034078D">
        <w:t xml:space="preserve">, </w:t>
      </w:r>
      <w:r>
        <w:t>parce qu</w:t>
      </w:r>
      <w:r w:rsidR="0034078D">
        <w:t>’</w:t>
      </w:r>
      <w:r>
        <w:t xml:space="preserve">il ne les a </w:t>
      </w:r>
      <w:r>
        <w:rPr>
          <w:iCs/>
        </w:rPr>
        <w:t>faits</w:t>
      </w:r>
      <w:r>
        <w:t xml:space="preserve"> que pour les </w:t>
      </w:r>
      <w:r>
        <w:lastRenderedPageBreak/>
        <w:t>payer</w:t>
      </w:r>
      <w:r w:rsidR="0034078D">
        <w:t xml:space="preserve">. </w:t>
      </w:r>
      <w:r>
        <w:t>Passe encore</w:t>
      </w:r>
      <w:r w:rsidR="0034078D">
        <w:t xml:space="preserve">, </w:t>
      </w:r>
      <w:r>
        <w:t>si sa hallebarde &amp; sa moustache</w:t>
      </w:r>
      <w:r w:rsidR="0034078D">
        <w:t xml:space="preserve">, </w:t>
      </w:r>
      <w:r>
        <w:t>faisant peur à qui la fait à tous les autres</w:t>
      </w:r>
      <w:r w:rsidR="0034078D">
        <w:t xml:space="preserve">, </w:t>
      </w:r>
      <w:proofErr w:type="spellStart"/>
      <w:r>
        <w:t>pouvoit</w:t>
      </w:r>
      <w:proofErr w:type="spellEnd"/>
      <w:r>
        <w:t xml:space="preserve"> empêcher la mort d</w:t>
      </w:r>
      <w:r w:rsidR="0034078D">
        <w:t>’</w:t>
      </w:r>
      <w:r>
        <w:t>entrer</w:t>
      </w:r>
      <w:r w:rsidR="0034078D">
        <w:t xml:space="preserve"> ! </w:t>
      </w:r>
      <w:r>
        <w:t>mais non</w:t>
      </w:r>
      <w:r w:rsidR="0034078D">
        <w:t xml:space="preserve"> ; </w:t>
      </w:r>
      <w:r>
        <w:t>Horace l</w:t>
      </w:r>
      <w:r w:rsidR="0034078D">
        <w:t>’</w:t>
      </w:r>
      <w:r>
        <w:t>a dit en latin</w:t>
      </w:r>
      <w:r w:rsidR="0034078D">
        <w:t xml:space="preserve">, </w:t>
      </w:r>
      <w:r>
        <w:t xml:space="preserve">&amp; Malherbe en </w:t>
      </w:r>
      <w:proofErr w:type="spellStart"/>
      <w:r>
        <w:t>françois</w:t>
      </w:r>
      <w:proofErr w:type="spellEnd"/>
      <w:r w:rsidR="0034078D">
        <w:t> :</w:t>
      </w:r>
    </w:p>
    <w:p w14:paraId="4487121A" w14:textId="77E0D3B3" w:rsidR="0034078D" w:rsidRPr="0034078D" w:rsidRDefault="00000000" w:rsidP="0034078D">
      <w:pPr>
        <w:ind w:firstLine="0"/>
        <w:jc w:val="center"/>
        <w:rPr>
          <w:bCs/>
          <w:i/>
          <w:iCs/>
        </w:rPr>
      </w:pPr>
      <w:r w:rsidRPr="0034078D">
        <w:rPr>
          <w:i/>
          <w:iCs/>
        </w:rPr>
        <w:t>Le pauvre en sa cabane</w:t>
      </w:r>
      <w:r w:rsidR="0034078D" w:rsidRPr="0034078D">
        <w:rPr>
          <w:i/>
          <w:iCs/>
        </w:rPr>
        <w:t xml:space="preserve">, </w:t>
      </w:r>
      <w:r w:rsidRPr="0034078D">
        <w:rPr>
          <w:i/>
          <w:iCs/>
        </w:rPr>
        <w:t xml:space="preserve">où le chaume le </w:t>
      </w:r>
      <w:r w:rsidRPr="0034078D">
        <w:rPr>
          <w:bCs/>
          <w:i/>
          <w:iCs/>
        </w:rPr>
        <w:t>couvre</w:t>
      </w:r>
      <w:r w:rsidR="0034078D" w:rsidRPr="0034078D">
        <w:rPr>
          <w:bCs/>
          <w:i/>
          <w:iCs/>
        </w:rPr>
        <w:t>,</w:t>
      </w:r>
    </w:p>
    <w:p w14:paraId="5FE15292" w14:textId="77777777" w:rsidR="0034078D" w:rsidRPr="0034078D" w:rsidRDefault="00000000" w:rsidP="0034078D">
      <w:pPr>
        <w:ind w:firstLine="0"/>
        <w:jc w:val="center"/>
        <w:rPr>
          <w:i/>
          <w:iCs/>
        </w:rPr>
      </w:pPr>
      <w:r w:rsidRPr="0034078D">
        <w:rPr>
          <w:bCs/>
          <w:i/>
          <w:iCs/>
        </w:rPr>
        <w:t xml:space="preserve">est sujet </w:t>
      </w:r>
      <w:r w:rsidRPr="0034078D">
        <w:rPr>
          <w:i/>
          <w:iCs/>
        </w:rPr>
        <w:t xml:space="preserve">à ses </w:t>
      </w:r>
      <w:proofErr w:type="spellStart"/>
      <w:r w:rsidRPr="0034078D">
        <w:rPr>
          <w:i/>
          <w:iCs/>
        </w:rPr>
        <w:t>loix</w:t>
      </w:r>
      <w:proofErr w:type="spellEnd"/>
      <w:r w:rsidR="0034078D" w:rsidRPr="0034078D">
        <w:rPr>
          <w:i/>
          <w:iCs/>
        </w:rPr>
        <w:t> ;</w:t>
      </w:r>
    </w:p>
    <w:p w14:paraId="7065202E" w14:textId="77777777" w:rsidR="0034078D" w:rsidRPr="0034078D" w:rsidRDefault="00000000" w:rsidP="0034078D">
      <w:pPr>
        <w:ind w:firstLine="0"/>
        <w:jc w:val="center"/>
        <w:rPr>
          <w:i/>
          <w:iCs/>
        </w:rPr>
      </w:pPr>
      <w:r w:rsidRPr="0034078D">
        <w:rPr>
          <w:i/>
          <w:iCs/>
        </w:rPr>
        <w:t xml:space="preserve">Et la garde qui veille aux </w:t>
      </w:r>
      <w:proofErr w:type="spellStart"/>
      <w:r w:rsidRPr="0034078D">
        <w:rPr>
          <w:i/>
          <w:iCs/>
        </w:rPr>
        <w:t>barrieres</w:t>
      </w:r>
      <w:proofErr w:type="spellEnd"/>
      <w:r w:rsidRPr="0034078D">
        <w:rPr>
          <w:i/>
          <w:iCs/>
        </w:rPr>
        <w:t xml:space="preserve"> du Louvre</w:t>
      </w:r>
      <w:r w:rsidR="0034078D" w:rsidRPr="0034078D">
        <w:rPr>
          <w:i/>
          <w:iCs/>
        </w:rPr>
        <w:t>,</w:t>
      </w:r>
    </w:p>
    <w:p w14:paraId="3AA311AB" w14:textId="77777777" w:rsidR="0034078D" w:rsidRDefault="00000000" w:rsidP="0034078D">
      <w:pPr>
        <w:ind w:firstLine="0"/>
        <w:jc w:val="center"/>
      </w:pPr>
      <w:r w:rsidRPr="0034078D">
        <w:rPr>
          <w:i/>
          <w:iCs/>
        </w:rPr>
        <w:t>N</w:t>
      </w:r>
      <w:r w:rsidR="0034078D" w:rsidRPr="0034078D">
        <w:rPr>
          <w:i/>
          <w:iCs/>
        </w:rPr>
        <w:t>’</w:t>
      </w:r>
      <w:r w:rsidRPr="0034078D">
        <w:rPr>
          <w:i/>
          <w:iCs/>
        </w:rPr>
        <w:t>en défend pas nos rois</w:t>
      </w:r>
      <w:r w:rsidR="0034078D" w:rsidRPr="0034078D">
        <w:rPr>
          <w:i/>
          <w:iCs/>
        </w:rPr>
        <w:t>.</w:t>
      </w:r>
    </w:p>
    <w:p w14:paraId="470DE733" w14:textId="77777777" w:rsidR="0034078D" w:rsidRDefault="00000000" w:rsidP="0034078D">
      <w:r>
        <w:t>Loin d</w:t>
      </w:r>
      <w:r w:rsidR="0034078D">
        <w:t>’</w:t>
      </w:r>
      <w:r>
        <w:t>ici tout superflu</w:t>
      </w:r>
      <w:r w:rsidR="0034078D">
        <w:t xml:space="preserve">. </w:t>
      </w:r>
      <w:r>
        <w:t xml:space="preserve">Le sage ne le </w:t>
      </w:r>
      <w:proofErr w:type="spellStart"/>
      <w:r>
        <w:t>connoît</w:t>
      </w:r>
      <w:proofErr w:type="spellEnd"/>
      <w:r w:rsidR="0034078D">
        <w:t xml:space="preserve">, </w:t>
      </w:r>
      <w:r>
        <w:t>que pour le mépriser</w:t>
      </w:r>
      <w:r w:rsidR="0034078D">
        <w:t xml:space="preserve">. </w:t>
      </w:r>
      <w:r>
        <w:t>Ô</w:t>
      </w:r>
      <w:r w:rsidR="0034078D">
        <w:t xml:space="preserve"> ! </w:t>
      </w:r>
      <w:r>
        <w:t>malheureux cent fois qui ajoute aux besoins de la nature</w:t>
      </w:r>
      <w:r w:rsidR="0034078D">
        <w:t xml:space="preserve">, </w:t>
      </w:r>
      <w:r>
        <w:t>qui sont déjà en trop grand nombre</w:t>
      </w:r>
      <w:r w:rsidR="0034078D">
        <w:t xml:space="preserve">, </w:t>
      </w:r>
      <w:r>
        <w:t xml:space="preserve">ceux que le faste ou la vanité lui </w:t>
      </w:r>
      <w:r>
        <w:rPr>
          <w:iCs/>
        </w:rPr>
        <w:t>fait</w:t>
      </w:r>
      <w:r w:rsidR="0034078D">
        <w:rPr>
          <w:iCs/>
        </w:rPr>
        <w:t xml:space="preserve"> ! </w:t>
      </w:r>
      <w:r>
        <w:t>pour être heureux</w:t>
      </w:r>
      <w:r w:rsidR="0034078D">
        <w:t xml:space="preserve">, </w:t>
      </w:r>
      <w:r>
        <w:t>si ce n</w:t>
      </w:r>
      <w:r w:rsidR="0034078D">
        <w:t>’</w:t>
      </w:r>
      <w:r>
        <w:t>est point assez d</w:t>
      </w:r>
      <w:r w:rsidR="0034078D">
        <w:t>’</w:t>
      </w:r>
      <w:r>
        <w:t>un nécessaire trop exact</w:t>
      </w:r>
      <w:r w:rsidR="0034078D">
        <w:t xml:space="preserve">, </w:t>
      </w:r>
      <w:r>
        <w:t>du moins suffit-il de pouvoir dire</w:t>
      </w:r>
      <w:r w:rsidR="0034078D">
        <w:t xml:space="preserve"> : </w:t>
      </w:r>
      <w:r>
        <w:t>j</w:t>
      </w:r>
      <w:r w:rsidR="0034078D">
        <w:t>’</w:t>
      </w:r>
      <w:r>
        <w:t>aime à vivre</w:t>
      </w:r>
      <w:r w:rsidR="0034078D">
        <w:t xml:space="preserve">, </w:t>
      </w:r>
      <w:r>
        <w:t>parce qu</w:t>
      </w:r>
      <w:r w:rsidR="0034078D">
        <w:t>’</w:t>
      </w:r>
      <w:r>
        <w:t>avec peu de choses je ne manque de rien</w:t>
      </w:r>
      <w:r w:rsidR="0034078D">
        <w:t xml:space="preserve">. </w:t>
      </w:r>
      <w:r>
        <w:t xml:space="preserve">Socrate </w:t>
      </w:r>
      <w:proofErr w:type="spellStart"/>
      <w:r>
        <w:t>préféroit</w:t>
      </w:r>
      <w:proofErr w:type="spellEnd"/>
      <w:r>
        <w:t xml:space="preserve"> la mort à l</w:t>
      </w:r>
      <w:r w:rsidR="0034078D">
        <w:t>’</w:t>
      </w:r>
      <w:r>
        <w:t>exil</w:t>
      </w:r>
      <w:r w:rsidR="0034078D">
        <w:t xml:space="preserve"> ; </w:t>
      </w:r>
      <w:r>
        <w:t>je n</w:t>
      </w:r>
      <w:r w:rsidR="0034078D">
        <w:t>’</w:t>
      </w:r>
      <w:r>
        <w:t>ai pas jusqu</w:t>
      </w:r>
      <w:r w:rsidR="0034078D">
        <w:t>’</w:t>
      </w:r>
      <w:r>
        <w:t xml:space="preserve">à ce point la </w:t>
      </w:r>
      <w:r>
        <w:rPr>
          <w:i/>
          <w:iCs/>
        </w:rPr>
        <w:t>maladie du pays</w:t>
      </w:r>
      <w:r w:rsidR="0034078D">
        <w:rPr>
          <w:i/>
          <w:iCs/>
        </w:rPr>
        <w:t xml:space="preserve">. </w:t>
      </w:r>
      <w:r>
        <w:t>Je crois que la patrie &amp; le bonheur peuvent aller ensemble</w:t>
      </w:r>
      <w:r w:rsidR="0034078D">
        <w:t xml:space="preserve">, </w:t>
      </w:r>
      <w:r>
        <w:t>&amp; sont en effet où l</w:t>
      </w:r>
      <w:r w:rsidR="0034078D">
        <w:t>’</w:t>
      </w:r>
      <w:r>
        <w:t>on est bien</w:t>
      </w:r>
      <w:r w:rsidR="0034078D">
        <w:t xml:space="preserve">. </w:t>
      </w:r>
      <w:r>
        <w:t>C</w:t>
      </w:r>
      <w:r w:rsidR="0034078D">
        <w:t>’</w:t>
      </w:r>
      <w:r>
        <w:t xml:space="preserve">est une vérité dont on </w:t>
      </w:r>
      <w:proofErr w:type="spellStart"/>
      <w:r>
        <w:t>auroit</w:t>
      </w:r>
      <w:proofErr w:type="spellEnd"/>
      <w:r>
        <w:t xml:space="preserve"> peine à dissuader qui la sent avec une aussi vive </w:t>
      </w:r>
      <w:proofErr w:type="spellStart"/>
      <w:r>
        <w:t>reconnoissance</w:t>
      </w:r>
      <w:proofErr w:type="spellEnd"/>
      <w:r>
        <w:t xml:space="preserve"> que moi</w:t>
      </w:r>
      <w:r w:rsidR="0034078D">
        <w:t xml:space="preserve">. </w:t>
      </w:r>
      <w:r>
        <w:t>Pourquoi faut-il qu</w:t>
      </w:r>
      <w:r w:rsidR="0034078D">
        <w:t>’</w:t>
      </w:r>
      <w:r>
        <w:t xml:space="preserve">on soit réduit à </w:t>
      </w:r>
      <w:proofErr w:type="spellStart"/>
      <w:r>
        <w:t>desirer</w:t>
      </w:r>
      <w:proofErr w:type="spellEnd"/>
      <w:r>
        <w:t xml:space="preserve"> du moins la conservation de ce qu</w:t>
      </w:r>
      <w:r w:rsidR="0034078D">
        <w:t>’</w:t>
      </w:r>
      <w:r>
        <w:t>on a</w:t>
      </w:r>
      <w:r w:rsidR="0034078D">
        <w:t xml:space="preserve"> ? </w:t>
      </w:r>
      <w:r>
        <w:t>Sans la crainte de le perdre</w:t>
      </w:r>
      <w:r w:rsidR="0034078D">
        <w:t xml:space="preserve">, </w:t>
      </w:r>
      <w:r>
        <w:t xml:space="preserve">un philosophe </w:t>
      </w:r>
      <w:proofErr w:type="spellStart"/>
      <w:r>
        <w:t>seroit</w:t>
      </w:r>
      <w:proofErr w:type="spellEnd"/>
      <w:r>
        <w:t xml:space="preserve"> heureux</w:t>
      </w:r>
      <w:r w:rsidR="0034078D">
        <w:t xml:space="preserve">. </w:t>
      </w:r>
      <w:r>
        <w:t>Mais enfin est-il de si beaux jours qui ne soient obscurcis par de petits nuages que les rayons de la plus belle espérance ont bien de la peine à dissiper</w:t>
      </w:r>
      <w:r w:rsidR="0034078D">
        <w:t xml:space="preserve"> ? </w:t>
      </w:r>
      <w:r>
        <w:t>Celui même qui vit de ses propres revenus</w:t>
      </w:r>
      <w:r w:rsidR="0034078D">
        <w:t xml:space="preserve">, </w:t>
      </w:r>
      <w:r>
        <w:t>est-il sûr que son fermier sera toujours solvable</w:t>
      </w:r>
      <w:r w:rsidR="0034078D">
        <w:t> ?</w:t>
      </w:r>
    </w:p>
    <w:p w14:paraId="62C18C4D" w14:textId="77777777" w:rsidR="0034078D" w:rsidRDefault="00000000" w:rsidP="0034078D">
      <w:r>
        <w:t>Regardons la prospérité la mieux fondée en apparence</w:t>
      </w:r>
      <w:r w:rsidR="0034078D">
        <w:t xml:space="preserve">, </w:t>
      </w:r>
      <w:r>
        <w:t>comme un calme auquel peut succéder la tempête</w:t>
      </w:r>
      <w:r w:rsidR="0034078D">
        <w:t xml:space="preserve">. </w:t>
      </w:r>
      <w:r>
        <w:t>Le vaisseau périra</w:t>
      </w:r>
      <w:r w:rsidR="0034078D">
        <w:t xml:space="preserve">, </w:t>
      </w:r>
      <w:r>
        <w:t xml:space="preserve">si tout ne se trouve prêt sur le champ pour </w:t>
      </w:r>
      <w:proofErr w:type="spellStart"/>
      <w:r>
        <w:t>jetter</w:t>
      </w:r>
      <w:proofErr w:type="spellEnd"/>
      <w:r>
        <w:t xml:space="preserve"> l</w:t>
      </w:r>
      <w:r w:rsidR="0034078D">
        <w:t>’</w:t>
      </w:r>
      <w:r>
        <w:t>ancre</w:t>
      </w:r>
      <w:r w:rsidR="0034078D">
        <w:t xml:space="preserve">, </w:t>
      </w:r>
      <w:r>
        <w:t>&amp; la parer</w:t>
      </w:r>
      <w:r w:rsidR="0034078D">
        <w:t xml:space="preserve">. </w:t>
      </w:r>
      <w:r>
        <w:t xml:space="preserve">Accoutumons-nous donc peu-à-peu </w:t>
      </w:r>
      <w:r>
        <w:lastRenderedPageBreak/>
        <w:t>à être moins attachés à ce qu</w:t>
      </w:r>
      <w:r w:rsidR="0034078D">
        <w:t>’</w:t>
      </w:r>
      <w:r>
        <w:t>il sera très-incommode de ne pas avoir</w:t>
      </w:r>
      <w:r w:rsidR="0034078D">
        <w:t xml:space="preserve">, </w:t>
      </w:r>
      <w:r>
        <w:t>afin de le regretter moins</w:t>
      </w:r>
      <w:r w:rsidR="0034078D">
        <w:t xml:space="preserve">, </w:t>
      </w:r>
      <w:r>
        <w:t>quand véritablement nous aurons le malheur d</w:t>
      </w:r>
      <w:r w:rsidR="0034078D">
        <w:t>’</w:t>
      </w:r>
      <w:r>
        <w:t>en être privés</w:t>
      </w:r>
      <w:r w:rsidR="0034078D">
        <w:t xml:space="preserve">. </w:t>
      </w:r>
      <w:r>
        <w:t>Le fardeau est la moitié moins pesant</w:t>
      </w:r>
      <w:r w:rsidR="0034078D">
        <w:t xml:space="preserve">, </w:t>
      </w:r>
      <w:r>
        <w:t xml:space="preserve">quand </w:t>
      </w:r>
      <w:r>
        <w:rPr>
          <w:bCs/>
        </w:rPr>
        <w:t xml:space="preserve">on </w:t>
      </w:r>
      <w:r>
        <w:t>s</w:t>
      </w:r>
      <w:r w:rsidR="0034078D">
        <w:t>’</w:t>
      </w:r>
      <w:r>
        <w:t>est préparé à le porter</w:t>
      </w:r>
      <w:r w:rsidR="0034078D">
        <w:t xml:space="preserve">. </w:t>
      </w:r>
      <w:r>
        <w:t>Ce que je dis de la pauvreté</w:t>
      </w:r>
      <w:r w:rsidR="0034078D">
        <w:t xml:space="preserve">, </w:t>
      </w:r>
      <w:r>
        <w:t>je l</w:t>
      </w:r>
      <w:r w:rsidR="0034078D">
        <w:t>’</w:t>
      </w:r>
      <w:r>
        <w:t>ai dit ci-devant de la vie</w:t>
      </w:r>
      <w:r w:rsidR="0034078D">
        <w:t xml:space="preserve">, </w:t>
      </w:r>
      <w:r>
        <w:t>dont le joug est quelquefois bien dur dans le sein même des richesses &amp; des grandeurs</w:t>
      </w:r>
      <w:r w:rsidR="0034078D">
        <w:t xml:space="preserve">. </w:t>
      </w:r>
      <w:r>
        <w:t>C</w:t>
      </w:r>
      <w:r w:rsidR="0034078D">
        <w:t>’</w:t>
      </w:r>
      <w:r>
        <w:t>est alors qu</w:t>
      </w:r>
      <w:r w:rsidR="0034078D">
        <w:t>’</w:t>
      </w:r>
      <w:r>
        <w:t>il faut se munir de plus de force</w:t>
      </w:r>
      <w:r w:rsidR="0034078D">
        <w:t xml:space="preserve">, </w:t>
      </w:r>
      <w:r>
        <w:t>pour ne pas céder à la facilité de briser ses liens</w:t>
      </w:r>
      <w:r w:rsidR="0034078D">
        <w:t xml:space="preserve">. </w:t>
      </w:r>
      <w:r>
        <w:t>Il est moins glorieux de savoir mourir</w:t>
      </w:r>
      <w:r w:rsidR="0034078D">
        <w:t xml:space="preserve">, </w:t>
      </w:r>
      <w:r>
        <w:t>que de savoir vivre dans les douleurs &amp; les revers</w:t>
      </w:r>
      <w:r w:rsidR="0034078D">
        <w:t xml:space="preserve">. </w:t>
      </w:r>
      <w:r>
        <w:t>Il y a d</w:t>
      </w:r>
      <w:r w:rsidR="0034078D">
        <w:t>’</w:t>
      </w:r>
      <w:r>
        <w:t xml:space="preserve">ailleurs </w:t>
      </w:r>
      <w:r>
        <w:rPr>
          <w:bCs/>
        </w:rPr>
        <w:t xml:space="preserve">si </w:t>
      </w:r>
      <w:r>
        <w:t>peu d</w:t>
      </w:r>
      <w:r w:rsidR="0034078D">
        <w:t>’</w:t>
      </w:r>
      <w:r>
        <w:t>occasions d</w:t>
      </w:r>
      <w:r w:rsidR="0034078D">
        <w:t>’</w:t>
      </w:r>
      <w:r>
        <w:t>acquérir cette gloire du dernier moment</w:t>
      </w:r>
      <w:r w:rsidR="0034078D">
        <w:t xml:space="preserve">, </w:t>
      </w:r>
      <w:r>
        <w:t>qu</w:t>
      </w:r>
      <w:r w:rsidR="0034078D">
        <w:t>’</w:t>
      </w:r>
      <w:r>
        <w:t>il vaut mieux apprendre à pouvoir vivre</w:t>
      </w:r>
      <w:r w:rsidR="0034078D">
        <w:t xml:space="preserve">, </w:t>
      </w:r>
      <w:r>
        <w:t>qu</w:t>
      </w:r>
      <w:r w:rsidR="0034078D">
        <w:t>’</w:t>
      </w:r>
      <w:r>
        <w:t>à oser mourir</w:t>
      </w:r>
      <w:r w:rsidR="0034078D">
        <w:t xml:space="preserve">. </w:t>
      </w:r>
      <w:r>
        <w:t>J</w:t>
      </w:r>
      <w:r w:rsidR="0034078D">
        <w:t>’</w:t>
      </w:r>
      <w:r>
        <w:t>ai cru devoir revenir à un article aussi intéressant pour la société</w:t>
      </w:r>
      <w:r w:rsidR="0034078D">
        <w:t>.</w:t>
      </w:r>
    </w:p>
    <w:p w14:paraId="7748BAFC" w14:textId="77777777" w:rsidR="0034078D" w:rsidRDefault="00000000" w:rsidP="0034078D">
      <w:r>
        <w:t>Qui est digne des faveurs de la fortune</w:t>
      </w:r>
      <w:r w:rsidR="0034078D">
        <w:t xml:space="preserve">, </w:t>
      </w:r>
      <w:r>
        <w:t>peut bien l</w:t>
      </w:r>
      <w:r w:rsidR="0034078D">
        <w:t>’</w:t>
      </w:r>
      <w:r>
        <w:t>être de celles de la nature</w:t>
      </w:r>
      <w:r w:rsidR="0034078D">
        <w:t xml:space="preserve">, </w:t>
      </w:r>
      <w:r>
        <w:t>&amp; par conséquent de la volupté</w:t>
      </w:r>
      <w:r w:rsidR="0034078D">
        <w:t xml:space="preserve">. </w:t>
      </w:r>
      <w:r>
        <w:t xml:space="preserve">La raison pour laquelle </w:t>
      </w:r>
      <w:proofErr w:type="spellStart"/>
      <w:r>
        <w:t>Séneque</w:t>
      </w:r>
      <w:proofErr w:type="spellEnd"/>
      <w:r>
        <w:t xml:space="preserve"> se déclare si vivement contre elle</w:t>
      </w:r>
      <w:r w:rsidR="0034078D">
        <w:t xml:space="preserve">, </w:t>
      </w:r>
      <w:r>
        <w:t>c</w:t>
      </w:r>
      <w:r w:rsidR="0034078D">
        <w:t>’</w:t>
      </w:r>
      <w:r>
        <w:t>est qu</w:t>
      </w:r>
      <w:r w:rsidR="0034078D">
        <w:t>’</w:t>
      </w:r>
      <w:r>
        <w:t>il prétend que le voluptueux ne peut être ni bon ami</w:t>
      </w:r>
      <w:r w:rsidR="0034078D">
        <w:t xml:space="preserve">, </w:t>
      </w:r>
      <w:r>
        <w:t>ni bon soldat</w:t>
      </w:r>
      <w:r w:rsidR="0034078D">
        <w:t xml:space="preserve">, </w:t>
      </w:r>
      <w:r>
        <w:t>ni bon citoyen</w:t>
      </w:r>
      <w:r w:rsidR="0034078D">
        <w:t xml:space="preserve">, </w:t>
      </w:r>
      <w:r>
        <w:t>mais sans raison</w:t>
      </w:r>
      <w:r w:rsidR="0034078D">
        <w:t xml:space="preserve">. </w:t>
      </w:r>
      <w:r>
        <w:t>L</w:t>
      </w:r>
      <w:r w:rsidR="0034078D">
        <w:t>’</w:t>
      </w:r>
      <w:r>
        <w:t>expérience le prouve</w:t>
      </w:r>
      <w:r w:rsidR="0034078D">
        <w:t xml:space="preserve">. </w:t>
      </w:r>
      <w:r>
        <w:t>La volupté n</w:t>
      </w:r>
      <w:r w:rsidR="0034078D">
        <w:t>’</w:t>
      </w:r>
      <w:r>
        <w:t>énerve pas toujours ses favoris</w:t>
      </w:r>
      <w:r w:rsidR="0034078D">
        <w:t xml:space="preserve"> : </w:t>
      </w:r>
      <w:r>
        <w:t>on lui sacrifie beaucoup</w:t>
      </w:r>
      <w:r w:rsidR="0034078D">
        <w:t xml:space="preserve">, </w:t>
      </w:r>
      <w:r>
        <w:t>mais on ne lui sacrifie pas tout</w:t>
      </w:r>
      <w:r w:rsidR="0034078D">
        <w:t xml:space="preserve"> ; </w:t>
      </w:r>
      <w:r>
        <w:t xml:space="preserve">&amp; quelque puissant que soit </w:t>
      </w:r>
      <w:r>
        <w:rPr>
          <w:iCs/>
        </w:rPr>
        <w:t>son</w:t>
      </w:r>
      <w:r>
        <w:t xml:space="preserve"> empire</w:t>
      </w:r>
      <w:r w:rsidR="0034078D">
        <w:t xml:space="preserve">, </w:t>
      </w:r>
      <w:r>
        <w:t>le devoir s</w:t>
      </w:r>
      <w:r w:rsidR="0034078D">
        <w:t>’</w:t>
      </w:r>
      <w:r>
        <w:t xml:space="preserve">allie si bien au plaisir dans une </w:t>
      </w:r>
      <w:proofErr w:type="spellStart"/>
      <w:r>
        <w:t>ame</w:t>
      </w:r>
      <w:proofErr w:type="spellEnd"/>
      <w:r>
        <w:t xml:space="preserve"> raisonnable</w:t>
      </w:r>
      <w:r w:rsidR="0034078D">
        <w:t xml:space="preserve">, </w:t>
      </w:r>
      <w:r>
        <w:t>que loin de se nuire</w:t>
      </w:r>
      <w:r w:rsidR="0034078D">
        <w:t xml:space="preserve">, </w:t>
      </w:r>
      <w:r>
        <w:t>ils se prêtent des forces mutuelles</w:t>
      </w:r>
      <w:r w:rsidR="0034078D">
        <w:t xml:space="preserve">. </w:t>
      </w:r>
      <w:r>
        <w:t>L</w:t>
      </w:r>
      <w:r w:rsidR="0034078D">
        <w:t>’</w:t>
      </w:r>
      <w:r>
        <w:t>art de sentir</w:t>
      </w:r>
      <w:r w:rsidR="0034078D">
        <w:t xml:space="preserve">, </w:t>
      </w:r>
      <w:r>
        <w:t>de goûter</w:t>
      </w:r>
      <w:r w:rsidR="0034078D">
        <w:t xml:space="preserve">, </w:t>
      </w:r>
      <w:r>
        <w:t>de perfectionner en quelque sorte le plaisir</w:t>
      </w:r>
      <w:r w:rsidR="0034078D">
        <w:t xml:space="preserve">, </w:t>
      </w:r>
      <w:r>
        <w:t>est assez généralement accordé aux François</w:t>
      </w:r>
      <w:r w:rsidR="0034078D">
        <w:t xml:space="preserve">, </w:t>
      </w:r>
      <w:r>
        <w:t>peut-être parce qu</w:t>
      </w:r>
      <w:r w:rsidR="0034078D">
        <w:t>’</w:t>
      </w:r>
      <w:r>
        <w:t>on leur en fait un démérite</w:t>
      </w:r>
      <w:r w:rsidR="0034078D">
        <w:t xml:space="preserve">. </w:t>
      </w:r>
      <w:r>
        <w:t>Cette nation si voluptueuse cependant</w:t>
      </w:r>
      <w:r w:rsidR="0034078D">
        <w:t xml:space="preserve">, </w:t>
      </w:r>
      <w:r>
        <w:t>en est-elle moins capable d</w:t>
      </w:r>
      <w:r w:rsidR="0034078D">
        <w:t>’</w:t>
      </w:r>
      <w:r>
        <w:t>amitié</w:t>
      </w:r>
      <w:r w:rsidR="0034078D">
        <w:t xml:space="preserve"> ? </w:t>
      </w:r>
      <w:r>
        <w:t>L</w:t>
      </w:r>
      <w:r w:rsidR="0034078D">
        <w:t>’</w:t>
      </w:r>
      <w:r>
        <w:t>amour de la patrie en est-il moins gravé dans son cœur</w:t>
      </w:r>
      <w:r w:rsidR="0034078D">
        <w:t xml:space="preserve"> ? </w:t>
      </w:r>
      <w:proofErr w:type="spellStart"/>
      <w:r>
        <w:t>connoît</w:t>
      </w:r>
      <w:proofErr w:type="spellEnd"/>
      <w:r>
        <w:t>-elle le danger</w:t>
      </w:r>
      <w:r w:rsidR="0034078D">
        <w:t xml:space="preserve">, </w:t>
      </w:r>
      <w:r>
        <w:t>où l</w:t>
      </w:r>
      <w:r w:rsidR="0034078D">
        <w:t>’</w:t>
      </w:r>
      <w:r>
        <w:t>honneur</w:t>
      </w:r>
      <w:r w:rsidR="0034078D">
        <w:t xml:space="preserve">, </w:t>
      </w:r>
      <w:r>
        <w:t>où son roi l</w:t>
      </w:r>
      <w:r w:rsidR="0034078D">
        <w:t>’</w:t>
      </w:r>
      <w:r>
        <w:t>appelle</w:t>
      </w:r>
      <w:r w:rsidR="0034078D">
        <w:t xml:space="preserve"> ? </w:t>
      </w:r>
      <w:r>
        <w:t>la volupté d</w:t>
      </w:r>
      <w:r w:rsidR="0034078D">
        <w:t>’</w:t>
      </w:r>
      <w:r>
        <w:t>Épicure n</w:t>
      </w:r>
      <w:r w:rsidR="0034078D">
        <w:t>’</w:t>
      </w:r>
      <w:r>
        <w:t>est qu</w:t>
      </w:r>
      <w:r w:rsidR="0034078D">
        <w:t>’</w:t>
      </w:r>
      <w:r>
        <w:t>une robe de femme sur un corps robuste</w:t>
      </w:r>
      <w:r w:rsidR="0034078D">
        <w:t xml:space="preserve">, </w:t>
      </w:r>
      <w:r>
        <w:t>comme leur dit figurément notre auteur</w:t>
      </w:r>
      <w:r w:rsidR="0034078D">
        <w:t xml:space="preserve"> ; </w:t>
      </w:r>
      <w:r>
        <w:t>ne puis-je pas dire dans le même sens</w:t>
      </w:r>
      <w:r w:rsidR="0034078D">
        <w:t xml:space="preserve">, </w:t>
      </w:r>
      <w:r>
        <w:t>que nos seigneurs François portent le courage d</w:t>
      </w:r>
      <w:r w:rsidR="0034078D">
        <w:t>’</w:t>
      </w:r>
      <w:r>
        <w:t>Hercule</w:t>
      </w:r>
      <w:r w:rsidR="0034078D">
        <w:t xml:space="preserve">, </w:t>
      </w:r>
      <w:r>
        <w:t>dans les habits d</w:t>
      </w:r>
      <w:r w:rsidR="0034078D">
        <w:t>’</w:t>
      </w:r>
      <w:r>
        <w:t>Omphale</w:t>
      </w:r>
      <w:r w:rsidR="0034078D">
        <w:t xml:space="preserve"> ? </w:t>
      </w:r>
      <w:r>
        <w:t>Voltaire</w:t>
      </w:r>
      <w:r w:rsidR="0034078D">
        <w:t xml:space="preserve">, </w:t>
      </w:r>
      <w:r>
        <w:t xml:space="preserve">&amp; </w:t>
      </w:r>
      <w:r>
        <w:lastRenderedPageBreak/>
        <w:t xml:space="preserve">tous ceux qui </w:t>
      </w:r>
      <w:proofErr w:type="spellStart"/>
      <w:r>
        <w:t>connoissent</w:t>
      </w:r>
      <w:proofErr w:type="spellEnd"/>
      <w:r>
        <w:t xml:space="preserve"> la nation</w:t>
      </w:r>
      <w:r w:rsidR="0034078D">
        <w:t xml:space="preserve">, </w:t>
      </w:r>
      <w:r>
        <w:t>ne me démentiront pas</w:t>
      </w:r>
      <w:r w:rsidR="0034078D">
        <w:t xml:space="preserve">. </w:t>
      </w:r>
      <w:r>
        <w:t>Voici comment l</w:t>
      </w:r>
      <w:r w:rsidR="0034078D">
        <w:t>’</w:t>
      </w:r>
      <w:r>
        <w:t>a peint ce beau génie</w:t>
      </w:r>
      <w:r w:rsidR="0034078D">
        <w:t> :</w:t>
      </w:r>
    </w:p>
    <w:p w14:paraId="1B2E1768" w14:textId="36305564" w:rsidR="0034078D" w:rsidRDefault="00000000">
      <w:pPr>
        <w:rPr>
          <w:i/>
        </w:rPr>
      </w:pPr>
      <w:r>
        <w:rPr>
          <w:i/>
        </w:rPr>
        <w:t xml:space="preserve">Des courtisans François tel est le </w:t>
      </w:r>
      <w:proofErr w:type="spellStart"/>
      <w:r>
        <w:rPr>
          <w:i/>
        </w:rPr>
        <w:t>caractere</w:t>
      </w:r>
      <w:proofErr w:type="spellEnd"/>
      <w:r w:rsidR="0034078D">
        <w:rPr>
          <w:i/>
        </w:rPr>
        <w:t>,</w:t>
      </w:r>
    </w:p>
    <w:p w14:paraId="2F24A0BA" w14:textId="77777777" w:rsidR="0034078D" w:rsidRDefault="00000000">
      <w:pPr>
        <w:rPr>
          <w:i/>
        </w:rPr>
      </w:pPr>
      <w:r>
        <w:rPr>
          <w:i/>
        </w:rPr>
        <w:t xml:space="preserve">Du sein de la </w:t>
      </w:r>
      <w:proofErr w:type="spellStart"/>
      <w:r>
        <w:rPr>
          <w:i/>
        </w:rPr>
        <w:t>mollese</w:t>
      </w:r>
      <w:proofErr w:type="spellEnd"/>
      <w:r>
        <w:rPr>
          <w:i/>
        </w:rPr>
        <w:t xml:space="preserve"> ils courent aux hasards</w:t>
      </w:r>
      <w:r w:rsidR="0034078D">
        <w:rPr>
          <w:i/>
        </w:rPr>
        <w:t> ;</w:t>
      </w:r>
    </w:p>
    <w:p w14:paraId="25433523" w14:textId="77777777" w:rsidR="0034078D" w:rsidRDefault="00000000" w:rsidP="0034078D">
      <w:r>
        <w:rPr>
          <w:i/>
        </w:rPr>
        <w:t>Vils flatteurs à la cour</w:t>
      </w:r>
      <w:r w:rsidR="0034078D">
        <w:rPr>
          <w:i/>
        </w:rPr>
        <w:t xml:space="preserve">, </w:t>
      </w:r>
      <w:r>
        <w:rPr>
          <w:i/>
        </w:rPr>
        <w:t>héros aux champs de Mars</w:t>
      </w:r>
    </w:p>
    <w:p w14:paraId="07957784" w14:textId="77777777" w:rsidR="0034078D" w:rsidRDefault="00000000" w:rsidP="0034078D">
      <w:proofErr w:type="spellStart"/>
      <w:r>
        <w:t>Séneque</w:t>
      </w:r>
      <w:proofErr w:type="spellEnd"/>
      <w:r>
        <w:t xml:space="preserve"> ne défend pas absolument l</w:t>
      </w:r>
      <w:r w:rsidR="0034078D">
        <w:t>’</w:t>
      </w:r>
      <w:r>
        <w:t>usage de la volupté</w:t>
      </w:r>
      <w:r w:rsidR="0034078D">
        <w:t xml:space="preserve">. </w:t>
      </w:r>
      <w:r>
        <w:t xml:space="preserve">Vous </w:t>
      </w:r>
      <w:proofErr w:type="spellStart"/>
      <w:r>
        <w:t>connoissez</w:t>
      </w:r>
      <w:proofErr w:type="spellEnd"/>
      <w:r>
        <w:t xml:space="preserve"> ces bluets</w:t>
      </w:r>
      <w:r w:rsidR="0034078D">
        <w:t xml:space="preserve">, </w:t>
      </w:r>
      <w:r>
        <w:t>image du vaudeville pour la durée</w:t>
      </w:r>
      <w:r w:rsidR="0034078D">
        <w:t xml:space="preserve">, </w:t>
      </w:r>
      <w:proofErr w:type="spellStart"/>
      <w:r>
        <w:t>ornemens</w:t>
      </w:r>
      <w:proofErr w:type="spellEnd"/>
      <w:r>
        <w:t xml:space="preserve"> de Cérès</w:t>
      </w:r>
      <w:r w:rsidR="0034078D">
        <w:t xml:space="preserve">, </w:t>
      </w:r>
      <w:r>
        <w:t>que le hasard des graines &amp; des vents fait naître au milieu des bleds</w:t>
      </w:r>
      <w:r w:rsidR="0034078D">
        <w:t xml:space="preserve"> ; </w:t>
      </w:r>
      <w:r>
        <w:t>la volupté</w:t>
      </w:r>
      <w:r w:rsidR="0034078D">
        <w:t xml:space="preserve">, </w:t>
      </w:r>
      <w:r>
        <w:t>insinue-t-il</w:t>
      </w:r>
      <w:r w:rsidR="0034078D">
        <w:t xml:space="preserve">, </w:t>
      </w:r>
      <w:r>
        <w:t>croît ainsi quelquefois sur les pas d</w:t>
      </w:r>
      <w:r w:rsidR="0034078D">
        <w:t>’</w:t>
      </w:r>
      <w:r>
        <w:t>un homme vertueux</w:t>
      </w:r>
      <w:r w:rsidR="0034078D">
        <w:t xml:space="preserve"> ; </w:t>
      </w:r>
      <w:r>
        <w:t>il peut la cueillir</w:t>
      </w:r>
      <w:r w:rsidR="0034078D">
        <w:t xml:space="preserve">, </w:t>
      </w:r>
      <w:r>
        <w:t>lorsqu</w:t>
      </w:r>
      <w:r w:rsidR="0034078D">
        <w:t>’</w:t>
      </w:r>
      <w:r>
        <w:t>elle se présente</w:t>
      </w:r>
      <w:r w:rsidR="0034078D">
        <w:t xml:space="preserve">, </w:t>
      </w:r>
      <w:r>
        <w:t>sans qu</w:t>
      </w:r>
      <w:r w:rsidR="0034078D">
        <w:t>’</w:t>
      </w:r>
      <w:r>
        <w:t>il la cherche</w:t>
      </w:r>
      <w:r w:rsidR="0034078D">
        <w:t xml:space="preserve">, </w:t>
      </w:r>
      <w:r>
        <w:t>comme on cueille une fleur en passant</w:t>
      </w:r>
      <w:r w:rsidR="0034078D">
        <w:t xml:space="preserve">. </w:t>
      </w:r>
      <w:r>
        <w:t>Suivant cette idée</w:t>
      </w:r>
      <w:r w:rsidR="0034078D">
        <w:t xml:space="preserve">, </w:t>
      </w:r>
      <w:r>
        <w:t xml:space="preserve">la </w:t>
      </w:r>
      <w:r>
        <w:rPr>
          <w:bCs/>
        </w:rPr>
        <w:t xml:space="preserve">volupté </w:t>
      </w:r>
      <w:proofErr w:type="spellStart"/>
      <w:r>
        <w:t>seroit</w:t>
      </w:r>
      <w:proofErr w:type="spellEnd"/>
      <w:r>
        <w:t xml:space="preserve"> donc la fleur de la vertu</w:t>
      </w:r>
      <w:r w:rsidR="0034078D">
        <w:t xml:space="preserve">, </w:t>
      </w:r>
      <w:r>
        <w:t>comme l</w:t>
      </w:r>
      <w:r w:rsidR="0034078D">
        <w:t>’</w:t>
      </w:r>
      <w:r>
        <w:t>esprit du plaisir</w:t>
      </w:r>
      <w:r w:rsidR="0034078D">
        <w:t xml:space="preserve"> ; </w:t>
      </w:r>
      <w:r>
        <w:t xml:space="preserve">elle </w:t>
      </w:r>
      <w:proofErr w:type="spellStart"/>
      <w:r>
        <w:t>germeroit</w:t>
      </w:r>
      <w:proofErr w:type="spellEnd"/>
      <w:r>
        <w:t xml:space="preserve"> dans son sein d</w:t>
      </w:r>
      <w:r w:rsidR="0034078D">
        <w:t>’</w:t>
      </w:r>
      <w:r>
        <w:t>autant plus belle &amp; plus pure</w:t>
      </w:r>
      <w:r w:rsidR="0034078D">
        <w:t xml:space="preserve">, </w:t>
      </w:r>
      <w:r>
        <w:t xml:space="preserve">&amp; plus </w:t>
      </w:r>
      <w:r>
        <w:rPr>
          <w:i/>
          <w:iCs/>
        </w:rPr>
        <w:t>vierge</w:t>
      </w:r>
      <w:r w:rsidR="0034078D">
        <w:rPr>
          <w:iCs/>
        </w:rPr>
        <w:t xml:space="preserve">, </w:t>
      </w:r>
      <w:r>
        <w:rPr>
          <w:iCs/>
        </w:rPr>
        <w:t>si</w:t>
      </w:r>
      <w:r>
        <w:t xml:space="preserve"> l</w:t>
      </w:r>
      <w:r w:rsidR="0034078D">
        <w:t>’</w:t>
      </w:r>
      <w:r>
        <w:t xml:space="preserve">on me permet cette expression </w:t>
      </w:r>
      <w:proofErr w:type="spellStart"/>
      <w:r>
        <w:t>chymique</w:t>
      </w:r>
      <w:proofErr w:type="spellEnd"/>
      <w:r w:rsidR="0034078D">
        <w:t>.</w:t>
      </w:r>
    </w:p>
    <w:p w14:paraId="5FD9FAB1" w14:textId="77777777" w:rsidR="0034078D" w:rsidRDefault="00000000" w:rsidP="0034078D">
      <w:r>
        <w:t>Ce n</w:t>
      </w:r>
      <w:r w:rsidR="0034078D">
        <w:t>’</w:t>
      </w:r>
      <w:r>
        <w:t>est pas tout-à-fait défendre l</w:t>
      </w:r>
      <w:r w:rsidR="0034078D">
        <w:t>’</w:t>
      </w:r>
      <w:r>
        <w:t>usage d</w:t>
      </w:r>
      <w:r w:rsidR="0034078D">
        <w:t>’</w:t>
      </w:r>
      <w:r>
        <w:t>un fleur</w:t>
      </w:r>
      <w:r w:rsidR="0034078D">
        <w:t xml:space="preserve">, </w:t>
      </w:r>
      <w:r>
        <w:t>que de permettre de la flairer</w:t>
      </w:r>
      <w:r w:rsidR="0034078D">
        <w:t xml:space="preserve"> ; </w:t>
      </w:r>
      <w:r>
        <w:t>mais faut-il en respirer si négligemment la délicieuse odeur</w:t>
      </w:r>
      <w:r w:rsidR="0034078D">
        <w:t xml:space="preserve"> ? </w:t>
      </w:r>
      <w:r>
        <w:t>S</w:t>
      </w:r>
      <w:r w:rsidR="0034078D">
        <w:t>’</w:t>
      </w:r>
      <w:r>
        <w:t>il est dans la volupté</w:t>
      </w:r>
      <w:r w:rsidR="0034078D">
        <w:t xml:space="preserve">, </w:t>
      </w:r>
      <w:r>
        <w:t>comme dans toutes les plantes</w:t>
      </w:r>
      <w:r w:rsidR="0034078D">
        <w:t xml:space="preserve">, </w:t>
      </w:r>
      <w:r>
        <w:t>une quintessence</w:t>
      </w:r>
      <w:r w:rsidR="0034078D">
        <w:t xml:space="preserve">, </w:t>
      </w:r>
      <w:r>
        <w:t xml:space="preserve">ou comme dit </w:t>
      </w:r>
      <w:r w:rsidR="0034078D">
        <w:t>Boer</w:t>
      </w:r>
      <w:r>
        <w:t>haave</w:t>
      </w:r>
      <w:r w:rsidR="0034078D">
        <w:t xml:space="preserve">, </w:t>
      </w:r>
      <w:r>
        <w:t>un esprit recteur</w:t>
      </w:r>
      <w:r w:rsidR="0034078D">
        <w:t xml:space="preserve">, </w:t>
      </w:r>
      <w:r>
        <w:t>en prendre la fleur</w:t>
      </w:r>
      <w:r w:rsidR="0034078D">
        <w:t xml:space="preserve">, </w:t>
      </w:r>
      <w:r>
        <w:t>la sentir avec nonchalance</w:t>
      </w:r>
      <w:r w:rsidR="0034078D">
        <w:t xml:space="preserve">, </w:t>
      </w:r>
      <w:r>
        <w:t>ce n</w:t>
      </w:r>
      <w:r w:rsidR="0034078D">
        <w:t>’</w:t>
      </w:r>
      <w:r>
        <w:t>est pas le moyen de goûter cet esprit ravissant</w:t>
      </w:r>
      <w:r w:rsidR="0034078D">
        <w:t xml:space="preserve">. </w:t>
      </w:r>
      <w:r>
        <w:t>Le dédaigner</w:t>
      </w:r>
      <w:r w:rsidR="0034078D">
        <w:t xml:space="preserve">, </w:t>
      </w:r>
      <w:r>
        <w:t>n</w:t>
      </w:r>
      <w:r w:rsidR="0034078D">
        <w:t>’</w:t>
      </w:r>
      <w:r>
        <w:t>est-ce point une indolence coupable</w:t>
      </w:r>
      <w:r w:rsidR="0034078D">
        <w:t xml:space="preserve"> ? </w:t>
      </w:r>
      <w:r>
        <w:t>N</w:t>
      </w:r>
      <w:r w:rsidR="0034078D">
        <w:t>’</w:t>
      </w:r>
      <w:r>
        <w:t>y a-t-il point une sorte d</w:t>
      </w:r>
      <w:r w:rsidR="0034078D">
        <w:t>’</w:t>
      </w:r>
      <w:r>
        <w:t>inhumanité à laisser flétrir</w:t>
      </w:r>
      <w:r w:rsidR="0034078D">
        <w:t xml:space="preserve">, </w:t>
      </w:r>
      <w:r>
        <w:t>qui pis est</w:t>
      </w:r>
      <w:r w:rsidR="0034078D">
        <w:t xml:space="preserve">, </w:t>
      </w:r>
      <w:r>
        <w:t>une rose mieux employée à notre usage</w:t>
      </w:r>
      <w:r w:rsidR="0034078D">
        <w:t xml:space="preserve"> ? </w:t>
      </w:r>
      <w:r>
        <w:t>Laissons cette indifférence stoïque</w:t>
      </w:r>
      <w:r w:rsidR="0034078D">
        <w:t xml:space="preserve"> ; </w:t>
      </w:r>
      <w:r>
        <w:t xml:space="preserve">les bienfaits de la nature méritent des transports de tendresse &amp; de </w:t>
      </w:r>
      <w:proofErr w:type="spellStart"/>
      <w:r>
        <w:t>reconnoissance</w:t>
      </w:r>
      <w:proofErr w:type="spellEnd"/>
      <w:r>
        <w:t xml:space="preserve"> que nos ingrats lui refusent</w:t>
      </w:r>
      <w:r w:rsidR="0034078D">
        <w:t>.</w:t>
      </w:r>
    </w:p>
    <w:p w14:paraId="05DBC651" w14:textId="77777777" w:rsidR="0034078D" w:rsidRDefault="00000000" w:rsidP="0034078D">
      <w:r>
        <w:t>Je ne prétends pas faire consister le bonheur dans la volupté</w:t>
      </w:r>
      <w:r w:rsidR="0034078D">
        <w:t xml:space="preserve"> ; </w:t>
      </w:r>
      <w:r>
        <w:t>car</w:t>
      </w:r>
      <w:r w:rsidR="0034078D">
        <w:t xml:space="preserve">, </w:t>
      </w:r>
      <w:r>
        <w:t>quoique j</w:t>
      </w:r>
      <w:r w:rsidR="0034078D">
        <w:t>’</w:t>
      </w:r>
      <w:r>
        <w:t xml:space="preserve">aye autrefois </w:t>
      </w:r>
      <w:r>
        <w:rPr>
          <w:iCs/>
        </w:rPr>
        <w:t>fait</w:t>
      </w:r>
      <w:r>
        <w:t xml:space="preserve"> couler de ma plume </w:t>
      </w:r>
      <w:r>
        <w:lastRenderedPageBreak/>
        <w:t>toute l</w:t>
      </w:r>
      <w:r w:rsidR="0034078D">
        <w:t>’</w:t>
      </w:r>
      <w:r>
        <w:t>ivresse qu</w:t>
      </w:r>
      <w:r w:rsidR="0034078D">
        <w:t>’</w:t>
      </w:r>
      <w:r>
        <w:t xml:space="preserve">elle </w:t>
      </w:r>
      <w:proofErr w:type="spellStart"/>
      <w:r>
        <w:t>avoit</w:t>
      </w:r>
      <w:proofErr w:type="spellEnd"/>
      <w:r>
        <w:t xml:space="preserve"> répandue dans mes sens</w:t>
      </w:r>
      <w:r w:rsidR="0034078D">
        <w:t xml:space="preserve">, </w:t>
      </w:r>
      <w:r>
        <w:t>me dégageant aujourd</w:t>
      </w:r>
      <w:r w:rsidR="0034078D">
        <w:t>’</w:t>
      </w:r>
      <w:r>
        <w:t xml:space="preserve">hui des </w:t>
      </w:r>
      <w:proofErr w:type="spellStart"/>
      <w:r>
        <w:t>piéges</w:t>
      </w:r>
      <w:proofErr w:type="spellEnd"/>
      <w:r>
        <w:t xml:space="preserve"> de la </w:t>
      </w:r>
      <w:proofErr w:type="spellStart"/>
      <w:r>
        <w:t>Syrene</w:t>
      </w:r>
      <w:proofErr w:type="spellEnd"/>
      <w:r w:rsidR="0034078D">
        <w:t xml:space="preserve">, </w:t>
      </w:r>
      <w:r>
        <w:t>je souscris</w:t>
      </w:r>
      <w:r w:rsidR="0034078D">
        <w:t xml:space="preserve"> (</w:t>
      </w:r>
      <w:r>
        <w:t>par tempérament peut-être</w:t>
      </w:r>
      <w:r w:rsidR="0034078D">
        <w:t xml:space="preserve">) </w:t>
      </w:r>
      <w:r>
        <w:t>à plus de modération</w:t>
      </w:r>
      <w:r w:rsidR="0034078D">
        <w:t xml:space="preserve">, </w:t>
      </w:r>
      <w:r>
        <w:t>&amp; veux que le besoin seul</w:t>
      </w:r>
      <w:r w:rsidR="0034078D">
        <w:t xml:space="preserve">, </w:t>
      </w:r>
      <w:r>
        <w:t xml:space="preserve">ce </w:t>
      </w:r>
      <w:proofErr w:type="spellStart"/>
      <w:r>
        <w:t>pere</w:t>
      </w:r>
      <w:proofErr w:type="spellEnd"/>
      <w:r>
        <w:t xml:space="preserve"> du plaisir</w:t>
      </w:r>
      <w:r w:rsidR="0034078D">
        <w:t xml:space="preserve">, </w:t>
      </w:r>
      <w:r>
        <w:t>l</w:t>
      </w:r>
      <w:r w:rsidR="0034078D">
        <w:t>’</w:t>
      </w:r>
      <w:r>
        <w:t>appelle désormais</w:t>
      </w:r>
      <w:r w:rsidR="0034078D">
        <w:t xml:space="preserve">, </w:t>
      </w:r>
      <w:r>
        <w:t>&amp; sonne</w:t>
      </w:r>
      <w:r w:rsidR="0034078D">
        <w:t xml:space="preserve">, </w:t>
      </w:r>
      <w:r>
        <w:t>pour ainsi m</w:t>
      </w:r>
      <w:r w:rsidR="0034078D">
        <w:t>’</w:t>
      </w:r>
      <w:r>
        <w:t>exprimer</w:t>
      </w:r>
      <w:r w:rsidR="0034078D">
        <w:t xml:space="preserve">, </w:t>
      </w:r>
      <w:r>
        <w:t>l</w:t>
      </w:r>
      <w:r w:rsidR="0034078D">
        <w:t>’</w:t>
      </w:r>
      <w:r>
        <w:t>heure de ma volupté</w:t>
      </w:r>
      <w:r w:rsidR="0034078D">
        <w:t xml:space="preserve">. </w:t>
      </w:r>
      <w:r>
        <w:t xml:space="preserve">Mais si les plaisirs des sens sont essentiellement trop courts &amp; trop peu </w:t>
      </w:r>
      <w:proofErr w:type="spellStart"/>
      <w:r>
        <w:t>fréquens</w:t>
      </w:r>
      <w:proofErr w:type="spellEnd"/>
      <w:r>
        <w:t xml:space="preserve"> pour constituer un état aussi permanent que la félicité</w:t>
      </w:r>
      <w:r w:rsidR="0034078D">
        <w:t xml:space="preserve">, </w:t>
      </w:r>
      <w:r>
        <w:t>regardons-les du moins comme des éclairs de bonheur</w:t>
      </w:r>
      <w:r w:rsidR="0034078D">
        <w:t xml:space="preserve">, </w:t>
      </w:r>
      <w:r>
        <w:t>qui ne peuvent manquer</w:t>
      </w:r>
      <w:r w:rsidR="0034078D">
        <w:t xml:space="preserve">, </w:t>
      </w:r>
      <w:r>
        <w:t>sans rendre les joies de la vie imparfaites &amp; tronquées</w:t>
      </w:r>
      <w:r w:rsidR="0034078D">
        <w:t xml:space="preserve">, </w:t>
      </w:r>
      <w:r>
        <w:t>&amp; sans laisser tant de petites plaies</w:t>
      </w:r>
      <w:r w:rsidR="0034078D">
        <w:t xml:space="preserve">, </w:t>
      </w:r>
      <w:r>
        <w:t>dont le cœur est souvent ulcéré</w:t>
      </w:r>
      <w:r w:rsidR="0034078D">
        <w:t xml:space="preserve">, </w:t>
      </w:r>
      <w:r>
        <w:t>dans le besoin du seul baume qui les adoucit &amp; les cicatrise</w:t>
      </w:r>
      <w:r w:rsidR="0034078D">
        <w:t>.</w:t>
      </w:r>
    </w:p>
    <w:p w14:paraId="3573DD96" w14:textId="77777777" w:rsidR="0034078D" w:rsidRDefault="00000000" w:rsidP="0034078D">
      <w:r>
        <w:t>Ne prenons point pour des besoins</w:t>
      </w:r>
      <w:r w:rsidR="0034078D">
        <w:t xml:space="preserve">, </w:t>
      </w:r>
      <w:r>
        <w:t xml:space="preserve">les </w:t>
      </w:r>
      <w:proofErr w:type="spellStart"/>
      <w:r>
        <w:t>desirs</w:t>
      </w:r>
      <w:proofErr w:type="spellEnd"/>
      <w:r>
        <w:t xml:space="preserve"> d</w:t>
      </w:r>
      <w:r w:rsidR="0034078D">
        <w:t>’</w:t>
      </w:r>
      <w:r>
        <w:t>une imagination qui aime à s</w:t>
      </w:r>
      <w:r w:rsidR="0034078D">
        <w:t>’</w:t>
      </w:r>
      <w:r>
        <w:t>irriter</w:t>
      </w:r>
      <w:r w:rsidR="0034078D">
        <w:t xml:space="preserve"> ; </w:t>
      </w:r>
      <w:r>
        <w:t>il y aura moins de gourmands</w:t>
      </w:r>
      <w:r w:rsidR="0034078D">
        <w:t xml:space="preserve">, </w:t>
      </w:r>
      <w:r>
        <w:t>moins d</w:t>
      </w:r>
      <w:r w:rsidR="0034078D">
        <w:t>’</w:t>
      </w:r>
      <w:r>
        <w:t>ivrognes &amp; moins de voluptueux</w:t>
      </w:r>
      <w:r w:rsidR="0034078D">
        <w:t xml:space="preserve"> ; </w:t>
      </w:r>
      <w:r>
        <w:t>mais donnons à la nature ce qui appartient à la nature</w:t>
      </w:r>
      <w:r w:rsidR="0034078D">
        <w:t xml:space="preserve">. </w:t>
      </w:r>
      <w:r>
        <w:t xml:space="preserve">On boit quand on a </w:t>
      </w:r>
      <w:r>
        <w:rPr>
          <w:iCs/>
        </w:rPr>
        <w:t>soif</w:t>
      </w:r>
      <w:r w:rsidR="0034078D">
        <w:rPr>
          <w:iCs/>
        </w:rPr>
        <w:t xml:space="preserve">, </w:t>
      </w:r>
      <w:r>
        <w:t>on mange quand on a faim</w:t>
      </w:r>
      <w:r w:rsidR="0034078D">
        <w:t xml:space="preserve">. </w:t>
      </w:r>
      <w:r>
        <w:t xml:space="preserve">Or </w:t>
      </w:r>
      <w:r>
        <w:rPr>
          <w:bCs/>
        </w:rPr>
        <w:t xml:space="preserve">ici </w:t>
      </w:r>
      <w:r>
        <w:t>on éprouve quelquefois ce double effet de la même cause</w:t>
      </w:r>
      <w:r w:rsidR="0034078D">
        <w:t xml:space="preserve"> ; </w:t>
      </w:r>
      <w:r>
        <w:t>car quel homme n</w:t>
      </w:r>
      <w:r w:rsidR="0034078D">
        <w:t>’</w:t>
      </w:r>
      <w:r>
        <w:t>a pas quelquefois faim &amp; soif de certaines voluptés</w:t>
      </w:r>
      <w:r w:rsidR="0034078D">
        <w:t xml:space="preserve"> ? </w:t>
      </w:r>
      <w:r>
        <w:t>Faute de s</w:t>
      </w:r>
      <w:r w:rsidR="0034078D">
        <w:t>’</w:t>
      </w:r>
      <w:r>
        <w:t>y livrer</w:t>
      </w:r>
      <w:r w:rsidR="0034078D">
        <w:t xml:space="preserve">, </w:t>
      </w:r>
      <w:r>
        <w:t xml:space="preserve">combien de nuages &amp; de </w:t>
      </w:r>
      <w:proofErr w:type="spellStart"/>
      <w:r>
        <w:t>mécontentemens</w:t>
      </w:r>
      <w:proofErr w:type="spellEnd"/>
      <w:r>
        <w:t xml:space="preserve"> s</w:t>
      </w:r>
      <w:r w:rsidR="0034078D">
        <w:t>’</w:t>
      </w:r>
      <w:proofErr w:type="spellStart"/>
      <w:r>
        <w:t>élevent</w:t>
      </w:r>
      <w:proofErr w:type="spellEnd"/>
      <w:r>
        <w:t xml:space="preserve"> dans l</w:t>
      </w:r>
      <w:r w:rsidR="0034078D">
        <w:t>’</w:t>
      </w:r>
      <w:proofErr w:type="spellStart"/>
      <w:r>
        <w:t>ame</w:t>
      </w:r>
      <w:proofErr w:type="spellEnd"/>
      <w:r w:rsidR="0034078D">
        <w:t xml:space="preserve">, </w:t>
      </w:r>
      <w:r>
        <w:t>que la volupté seule peut dissiper</w:t>
      </w:r>
      <w:r w:rsidR="0034078D">
        <w:t xml:space="preserve"> ? </w:t>
      </w:r>
      <w:r>
        <w:t>Je n</w:t>
      </w:r>
      <w:r w:rsidR="0034078D">
        <w:t>’</w:t>
      </w:r>
      <w:r>
        <w:t xml:space="preserve">ignore pas que certains </w:t>
      </w:r>
      <w:proofErr w:type="spellStart"/>
      <w:r>
        <w:t>tempéramens</w:t>
      </w:r>
      <w:proofErr w:type="spellEnd"/>
      <w:r>
        <w:t xml:space="preserve"> </w:t>
      </w:r>
      <w:proofErr w:type="spellStart"/>
      <w:r>
        <w:t>foibles</w:t>
      </w:r>
      <w:proofErr w:type="spellEnd"/>
      <w:r>
        <w:t xml:space="preserve"> peuvent</w:t>
      </w:r>
      <w:r w:rsidR="0034078D">
        <w:t xml:space="preserve">, </w:t>
      </w:r>
      <w:r>
        <w:t>ou plutôt doivent s</w:t>
      </w:r>
      <w:r w:rsidR="0034078D">
        <w:t>’</w:t>
      </w:r>
      <w:r>
        <w:t>en priver</w:t>
      </w:r>
      <w:r w:rsidR="0034078D">
        <w:t xml:space="preserve">, </w:t>
      </w:r>
      <w:r>
        <w:t>pour se bien porter</w:t>
      </w:r>
      <w:r w:rsidR="0034078D">
        <w:t xml:space="preserve">, </w:t>
      </w:r>
      <w:r>
        <w:t>&amp; mieux jouir des autres plaisirs</w:t>
      </w:r>
      <w:r w:rsidR="0034078D">
        <w:t xml:space="preserve"> ; </w:t>
      </w:r>
      <w:r>
        <w:t>mais d</w:t>
      </w:r>
      <w:r w:rsidR="0034078D">
        <w:t>’</w:t>
      </w:r>
      <w:r>
        <w:t>ailleurs la volupté</w:t>
      </w:r>
      <w:r w:rsidR="0034078D">
        <w:t xml:space="preserve">, </w:t>
      </w:r>
      <w:r>
        <w:t>prudemment conduite</w:t>
      </w:r>
      <w:r w:rsidR="0034078D">
        <w:t xml:space="preserve">, </w:t>
      </w:r>
      <w:r>
        <w:t>est d</w:t>
      </w:r>
      <w:r w:rsidR="0034078D">
        <w:t>’</w:t>
      </w:r>
      <w:r>
        <w:t>une aussi grande nécessité que les autres besoins</w:t>
      </w:r>
      <w:r w:rsidR="0034078D">
        <w:t xml:space="preserve">, </w:t>
      </w:r>
      <w:r>
        <w:t>&amp; la nature a employé les mêmes moyens pour faire naître celui-là</w:t>
      </w:r>
      <w:r w:rsidR="0034078D">
        <w:t xml:space="preserve">. </w:t>
      </w:r>
      <w:r>
        <w:t>De-là vient que Celse</w:t>
      </w:r>
      <w:r w:rsidR="0034078D">
        <w:t xml:space="preserve">, </w:t>
      </w:r>
      <w:r>
        <w:t xml:space="preserve">son commentateur </w:t>
      </w:r>
      <w:proofErr w:type="spellStart"/>
      <w:r>
        <w:t>Lommius</w:t>
      </w:r>
      <w:proofErr w:type="spellEnd"/>
      <w:r w:rsidR="0034078D">
        <w:t xml:space="preserve">, </w:t>
      </w:r>
      <w:r>
        <w:t>Venette</w:t>
      </w:r>
      <w:r w:rsidR="0034078D">
        <w:t>, Boer</w:t>
      </w:r>
      <w:r>
        <w:t>haave</w:t>
      </w:r>
      <w:r w:rsidR="0034078D">
        <w:t xml:space="preserve">, </w:t>
      </w:r>
      <w:r>
        <w:t>&amp; tous les plus graves philosophes &amp; médecins</w:t>
      </w:r>
      <w:r w:rsidR="0034078D">
        <w:t xml:space="preserve">, </w:t>
      </w:r>
      <w:r>
        <w:t>n</w:t>
      </w:r>
      <w:r w:rsidR="0034078D">
        <w:t>’</w:t>
      </w:r>
      <w:r>
        <w:t>ont point fait difficulté de la recommander dans leurs écrits</w:t>
      </w:r>
      <w:r w:rsidR="0034078D">
        <w:t xml:space="preserve">, </w:t>
      </w:r>
      <w:r>
        <w:t>&amp; d</w:t>
      </w:r>
      <w:r w:rsidR="0034078D">
        <w:t>’</w:t>
      </w:r>
      <w:r>
        <w:t>y donner de vraies &amp; sages leçons d</w:t>
      </w:r>
      <w:r w:rsidR="0034078D">
        <w:t>’</w:t>
      </w:r>
      <w:r>
        <w:t>amour</w:t>
      </w:r>
      <w:r w:rsidR="0034078D">
        <w:t xml:space="preserve">. </w:t>
      </w:r>
      <w:r>
        <w:t>J</w:t>
      </w:r>
      <w:r w:rsidR="0034078D">
        <w:t>’</w:t>
      </w:r>
      <w:r>
        <w:t>avois suivi moi-même leur exemple dans une lettre</w:t>
      </w:r>
      <w:r w:rsidR="0034078D">
        <w:t xml:space="preserve">, </w:t>
      </w:r>
      <w:r>
        <w:t xml:space="preserve">qui </w:t>
      </w:r>
      <w:proofErr w:type="spellStart"/>
      <w:r>
        <w:t>terminoit</w:t>
      </w:r>
      <w:proofErr w:type="spellEnd"/>
      <w:r>
        <w:t xml:space="preserve"> celles que j</w:t>
      </w:r>
      <w:r w:rsidR="0034078D">
        <w:t>’</w:t>
      </w:r>
      <w:r>
        <w:t xml:space="preserve">ai données </w:t>
      </w:r>
      <w:r>
        <w:rPr>
          <w:i/>
          <w:iCs/>
        </w:rPr>
        <w:t>sur la santé</w:t>
      </w:r>
      <w:r w:rsidR="0034078D">
        <w:rPr>
          <w:i/>
          <w:iCs/>
        </w:rPr>
        <w:t xml:space="preserve"> ; </w:t>
      </w:r>
      <w:r>
        <w:t xml:space="preserve">mais je ne sais quel scrupuleux censeur a jugé à propos </w:t>
      </w:r>
      <w:r>
        <w:lastRenderedPageBreak/>
        <w:t>d</w:t>
      </w:r>
      <w:r w:rsidR="0034078D">
        <w:t>’</w:t>
      </w:r>
      <w:r>
        <w:t>en supprimer la seule copie que j</w:t>
      </w:r>
      <w:r w:rsidR="0034078D">
        <w:t>’</w:t>
      </w:r>
      <w:r>
        <w:t>eusse</w:t>
      </w:r>
      <w:r w:rsidR="0034078D">
        <w:t xml:space="preserve">, </w:t>
      </w:r>
      <w:r>
        <w:t xml:space="preserve">&amp; qui </w:t>
      </w:r>
      <w:proofErr w:type="spellStart"/>
      <w:r>
        <w:t>contenoit</w:t>
      </w:r>
      <w:proofErr w:type="spellEnd"/>
      <w:r>
        <w:t xml:space="preserve"> Venette rajeuni</w:t>
      </w:r>
      <w:r w:rsidR="0034078D">
        <w:t xml:space="preserve"> (</w:t>
      </w:r>
      <w:r>
        <w:t>moins bien qu</w:t>
      </w:r>
      <w:r w:rsidR="0034078D">
        <w:t>’</w:t>
      </w:r>
      <w:r>
        <w:t xml:space="preserve">il ne va </w:t>
      </w:r>
      <w:proofErr w:type="spellStart"/>
      <w:r>
        <w:t>paroître</w:t>
      </w:r>
      <w:proofErr w:type="spellEnd"/>
      <w:r w:rsidR="0034078D">
        <w:t xml:space="preserve">), </w:t>
      </w:r>
      <w:r>
        <w:t xml:space="preserve">avec le </w:t>
      </w:r>
      <w:proofErr w:type="spellStart"/>
      <w:r>
        <w:t>precis</w:t>
      </w:r>
      <w:proofErr w:type="spellEnd"/>
      <w:r>
        <w:t xml:space="preserve"> de tout ce que nos meilleurs auteurs nous ont laissé sur un sujet plus important qu</w:t>
      </w:r>
      <w:r w:rsidR="0034078D">
        <w:t>’</w:t>
      </w:r>
      <w:r>
        <w:t>on ne pense</w:t>
      </w:r>
      <w:r w:rsidR="0034078D">
        <w:t>.</w:t>
      </w:r>
    </w:p>
    <w:p w14:paraId="181E935C" w14:textId="77777777" w:rsidR="0034078D" w:rsidRDefault="00000000" w:rsidP="0034078D">
      <w:r>
        <w:t>Quoique le bonheur ne doive pas être placé en général dans la volupté des sens</w:t>
      </w:r>
      <w:r w:rsidR="0034078D">
        <w:t xml:space="preserve">, </w:t>
      </w:r>
      <w:r>
        <w:t>il y a cependant des sens pour qui c</w:t>
      </w:r>
      <w:r w:rsidR="0034078D">
        <w:t>’</w:t>
      </w:r>
      <w:r>
        <w:t>est un besoin si urgent</w:t>
      </w:r>
      <w:r w:rsidR="0034078D">
        <w:t xml:space="preserve">, </w:t>
      </w:r>
      <w:r>
        <w:t>qui ont tellement faim &amp; soif du coït</w:t>
      </w:r>
      <w:r w:rsidR="0034078D">
        <w:t xml:space="preserve">, </w:t>
      </w:r>
      <w:r>
        <w:t>que sans cet acte vénérien</w:t>
      </w:r>
      <w:r w:rsidR="0034078D">
        <w:t xml:space="preserve">, </w:t>
      </w:r>
      <w:r>
        <w:t>qu</w:t>
      </w:r>
      <w:r w:rsidR="0034078D">
        <w:t>’</w:t>
      </w:r>
      <w:r>
        <w:t>il leur faut souvent répéter chaque jour</w:t>
      </w:r>
      <w:r w:rsidR="0034078D">
        <w:t xml:space="preserve">, </w:t>
      </w:r>
      <w:r>
        <w:t xml:space="preserve">ils </w:t>
      </w:r>
      <w:proofErr w:type="spellStart"/>
      <w:r>
        <w:t>seroient</w:t>
      </w:r>
      <w:proofErr w:type="spellEnd"/>
      <w:r>
        <w:t xml:space="preserve"> malheureux</w:t>
      </w:r>
      <w:r w:rsidR="0034078D">
        <w:t xml:space="preserve">, </w:t>
      </w:r>
      <w:r>
        <w:t>&amp; fort à plaindre</w:t>
      </w:r>
      <w:r w:rsidR="0034078D">
        <w:t xml:space="preserve">. </w:t>
      </w:r>
      <w:r>
        <w:t>Au contraire</w:t>
      </w:r>
      <w:r w:rsidR="0034078D">
        <w:t xml:space="preserve">, </w:t>
      </w:r>
      <w:r>
        <w:t xml:space="preserve">donner une ample </w:t>
      </w:r>
      <w:proofErr w:type="spellStart"/>
      <w:r>
        <w:t>carriere</w:t>
      </w:r>
      <w:proofErr w:type="spellEnd"/>
      <w:r>
        <w:t xml:space="preserve"> à leur tempérament</w:t>
      </w:r>
      <w:r w:rsidR="0034078D">
        <w:t xml:space="preserve">, </w:t>
      </w:r>
      <w:r>
        <w:t>ils sont heureux</w:t>
      </w:r>
      <w:r w:rsidR="0034078D">
        <w:t xml:space="preserve">, </w:t>
      </w:r>
      <w:r>
        <w:t>non-seulement dans la volupté &amp; par la volupté même</w:t>
      </w:r>
      <w:r w:rsidR="0034078D">
        <w:t xml:space="preserve">, </w:t>
      </w:r>
      <w:r>
        <w:t>mais dans le sein de la débauche</w:t>
      </w:r>
      <w:r w:rsidR="0034078D">
        <w:t xml:space="preserve">, </w:t>
      </w:r>
      <w:r>
        <w:t>de la folie &amp; du désordre</w:t>
      </w:r>
      <w:r w:rsidR="0034078D">
        <w:t xml:space="preserve">. </w:t>
      </w:r>
      <w:r>
        <w:t>Quelle preuve en demandez-vous</w:t>
      </w:r>
      <w:r w:rsidR="0034078D">
        <w:t xml:space="preserve"> ? </w:t>
      </w:r>
      <w:r>
        <w:t>Leurs jours se coulent</w:t>
      </w:r>
      <w:r w:rsidR="0034078D">
        <w:t xml:space="preserve">, </w:t>
      </w:r>
      <w:r>
        <w:t>presque sans qu</w:t>
      </w:r>
      <w:r w:rsidR="0034078D">
        <w:t>’</w:t>
      </w:r>
      <w:r>
        <w:t>ils s</w:t>
      </w:r>
      <w:r w:rsidR="0034078D">
        <w:t>’</w:t>
      </w:r>
      <w:r>
        <w:t xml:space="preserve">en </w:t>
      </w:r>
      <w:proofErr w:type="spellStart"/>
      <w:r>
        <w:t>apperçoivent</w:t>
      </w:r>
      <w:proofErr w:type="spellEnd"/>
      <w:r w:rsidR="0034078D">
        <w:t xml:space="preserve">, </w:t>
      </w:r>
      <w:r>
        <w:t>parce qu</w:t>
      </w:r>
      <w:r w:rsidR="0034078D">
        <w:t>’</w:t>
      </w:r>
      <w:r>
        <w:t>ils sentent &amp; ne réfléchissent point</w:t>
      </w:r>
      <w:r w:rsidR="0034078D">
        <w:t xml:space="preserve"> : </w:t>
      </w:r>
      <w:r>
        <w:t xml:space="preserve">toujours gais &amp; </w:t>
      </w:r>
      <w:proofErr w:type="spellStart"/>
      <w:r>
        <w:t>contens</w:t>
      </w:r>
      <w:proofErr w:type="spellEnd"/>
      <w:r w:rsidR="0034078D">
        <w:t xml:space="preserve">, </w:t>
      </w:r>
      <w:r>
        <w:t>ils ne respirent que la joie</w:t>
      </w:r>
      <w:r w:rsidR="0034078D">
        <w:t xml:space="preserve">, </w:t>
      </w:r>
      <w:r>
        <w:t xml:space="preserve">ils la portent </w:t>
      </w:r>
      <w:proofErr w:type="spellStart"/>
      <w:r>
        <w:t>par-tout</w:t>
      </w:r>
      <w:proofErr w:type="spellEnd"/>
      <w:r w:rsidR="0034078D">
        <w:t xml:space="preserve">. </w:t>
      </w:r>
      <w:r>
        <w:t>C</w:t>
      </w:r>
      <w:r w:rsidR="0034078D">
        <w:t>’</w:t>
      </w:r>
      <w:r>
        <w:t>est</w:t>
      </w:r>
      <w:r w:rsidR="0034078D">
        <w:t xml:space="preserve">, </w:t>
      </w:r>
      <w:r>
        <w:t>pour ainsi-dire</w:t>
      </w:r>
      <w:r w:rsidR="0034078D">
        <w:t xml:space="preserve">, </w:t>
      </w:r>
      <w:r>
        <w:t xml:space="preserve">la </w:t>
      </w:r>
      <w:proofErr w:type="spellStart"/>
      <w:r>
        <w:t>monnoie</w:t>
      </w:r>
      <w:proofErr w:type="spellEnd"/>
      <w:r>
        <w:t xml:space="preserve"> courante de nos cœurs</w:t>
      </w:r>
      <w:r w:rsidR="0034078D">
        <w:t xml:space="preserve">, </w:t>
      </w:r>
      <w:r>
        <w:t>c</w:t>
      </w:r>
      <w:r w:rsidR="0034078D">
        <w:t>’</w:t>
      </w:r>
      <w:r>
        <w:t>est un substitut de l</w:t>
      </w:r>
      <w:r w:rsidR="0034078D">
        <w:t>’</w:t>
      </w:r>
      <w:r>
        <w:t>esprit</w:t>
      </w:r>
      <w:r w:rsidR="0034078D">
        <w:t xml:space="preserve">, </w:t>
      </w:r>
      <w:r>
        <w:t>plus agréable que l</w:t>
      </w:r>
      <w:r w:rsidR="0034078D">
        <w:t>’</w:t>
      </w:r>
      <w:r>
        <w:t>esprit même</w:t>
      </w:r>
      <w:r w:rsidR="0034078D">
        <w:t xml:space="preserve">, </w:t>
      </w:r>
      <w:r>
        <w:t>&amp; plus à portée de tout le monde</w:t>
      </w:r>
      <w:r w:rsidR="0034078D">
        <w:t xml:space="preserve"> : </w:t>
      </w:r>
      <w:r>
        <w:t xml:space="preserve">comment ne </w:t>
      </w:r>
      <w:proofErr w:type="spellStart"/>
      <w:r>
        <w:t>seroit-il</w:t>
      </w:r>
      <w:proofErr w:type="spellEnd"/>
      <w:r>
        <w:t xml:space="preserve"> pas de toutes les fêtes &amp; de tous les banquets</w:t>
      </w:r>
      <w:r w:rsidR="0034078D">
        <w:t xml:space="preserve"> ? </w:t>
      </w:r>
      <w:r>
        <w:t>La joie est assise avec eux</w:t>
      </w:r>
      <w:r w:rsidR="0034078D">
        <w:t xml:space="preserve">, </w:t>
      </w:r>
      <w:r>
        <w:t>elle rit aux convives</w:t>
      </w:r>
      <w:r w:rsidR="0034078D">
        <w:t xml:space="preserve">, </w:t>
      </w:r>
      <w:r>
        <w:t>qu</w:t>
      </w:r>
      <w:r w:rsidR="0034078D">
        <w:t>’</w:t>
      </w:r>
      <w:r>
        <w:t>elle réjouit</w:t>
      </w:r>
      <w:r w:rsidR="0034078D">
        <w:t xml:space="preserve"> ; </w:t>
      </w:r>
      <w:r>
        <w:t>ils la font circuler dans les cercles</w:t>
      </w:r>
      <w:r w:rsidR="0034078D">
        <w:t xml:space="preserve">, </w:t>
      </w:r>
      <w:r>
        <w:t>&amp; en quelque sorte mousser</w:t>
      </w:r>
      <w:r w:rsidR="0034078D">
        <w:t xml:space="preserve">, </w:t>
      </w:r>
      <w:r>
        <w:t xml:space="preserve">&amp; boire à longs traits dans </w:t>
      </w:r>
      <w:proofErr w:type="spellStart"/>
      <w:r>
        <w:t>differens</w:t>
      </w:r>
      <w:proofErr w:type="spellEnd"/>
      <w:r>
        <w:t xml:space="preserve"> vins exquis</w:t>
      </w:r>
      <w:r w:rsidR="0034078D">
        <w:t xml:space="preserve">. </w:t>
      </w:r>
      <w:r>
        <w:t>Cependant ils sont perdus de dettes &amp; d</w:t>
      </w:r>
      <w:r w:rsidR="0034078D">
        <w:t>’</w:t>
      </w:r>
      <w:r>
        <w:t>honneur</w:t>
      </w:r>
      <w:r w:rsidR="0034078D">
        <w:t xml:space="preserve">. </w:t>
      </w:r>
      <w:r>
        <w:t xml:space="preserve">Tant il </w:t>
      </w:r>
      <w:proofErr w:type="spellStart"/>
      <w:r>
        <w:t>et</w:t>
      </w:r>
      <w:proofErr w:type="spellEnd"/>
      <w:r>
        <w:t xml:space="preserve"> vrai que la vertu &amp; la probité sont choses </w:t>
      </w:r>
      <w:proofErr w:type="spellStart"/>
      <w:r>
        <w:t>étrangeres</w:t>
      </w:r>
      <w:proofErr w:type="spellEnd"/>
      <w:r>
        <w:t xml:space="preserve"> à la nature de notre être</w:t>
      </w:r>
      <w:r w:rsidR="0034078D">
        <w:t xml:space="preserve"> ; </w:t>
      </w:r>
      <w:proofErr w:type="spellStart"/>
      <w:r>
        <w:t>ornemens</w:t>
      </w:r>
      <w:proofErr w:type="spellEnd"/>
      <w:r>
        <w:t xml:space="preserve"> &amp; non </w:t>
      </w:r>
      <w:proofErr w:type="spellStart"/>
      <w:r>
        <w:t>fondemens</w:t>
      </w:r>
      <w:proofErr w:type="spellEnd"/>
      <w:r>
        <w:t xml:space="preserve"> de la félicité</w:t>
      </w:r>
      <w:r w:rsidR="0034078D">
        <w:t xml:space="preserve">. </w:t>
      </w:r>
      <w:r>
        <w:t>Combien d</w:t>
      </w:r>
      <w:r w:rsidR="0034078D">
        <w:t>’</w:t>
      </w:r>
      <w:r>
        <w:t>autres sont aussi vertueux qu</w:t>
      </w:r>
      <w:r w:rsidR="0034078D">
        <w:t>’</w:t>
      </w:r>
      <w:r>
        <w:t>honnêtes</w:t>
      </w:r>
      <w:r w:rsidR="0034078D">
        <w:t xml:space="preserve">, </w:t>
      </w:r>
      <w:r>
        <w:t>chastes</w:t>
      </w:r>
      <w:r w:rsidR="0034078D">
        <w:t xml:space="preserve">, </w:t>
      </w:r>
      <w:r>
        <w:t>sobres &amp; malheureux</w:t>
      </w:r>
      <w:r w:rsidR="0034078D">
        <w:t xml:space="preserve"> ? </w:t>
      </w:r>
      <w:r>
        <w:t>Leur candeur</w:t>
      </w:r>
      <w:r w:rsidR="0034078D">
        <w:t xml:space="preserve">, </w:t>
      </w:r>
      <w:r>
        <w:t>leur sagesse</w:t>
      </w:r>
      <w:r w:rsidR="0034078D">
        <w:t xml:space="preserve">, </w:t>
      </w:r>
      <w:r>
        <w:t xml:space="preserve">leur humanité est </w:t>
      </w:r>
      <w:r>
        <w:rPr>
          <w:bCs/>
        </w:rPr>
        <w:t xml:space="preserve">à </w:t>
      </w:r>
      <w:r>
        <w:t>toute épreuve</w:t>
      </w:r>
      <w:r w:rsidR="0034078D">
        <w:t xml:space="preserve"> ; </w:t>
      </w:r>
      <w:r>
        <w:t>mais ils n</w:t>
      </w:r>
      <w:r w:rsidR="0034078D">
        <w:t>’</w:t>
      </w:r>
      <w:r>
        <w:t>en traînent pas moins après eux l</w:t>
      </w:r>
      <w:r w:rsidR="0034078D">
        <w:t>’</w:t>
      </w:r>
      <w:r>
        <w:t>ennui de la solitude</w:t>
      </w:r>
      <w:r w:rsidR="0034078D">
        <w:t xml:space="preserve">, </w:t>
      </w:r>
      <w:r>
        <w:t xml:space="preserve">la dureté de leur </w:t>
      </w:r>
      <w:proofErr w:type="spellStart"/>
      <w:r>
        <w:t>caractere</w:t>
      </w:r>
      <w:proofErr w:type="spellEnd"/>
      <w:r>
        <w:t xml:space="preserve"> &amp; l</w:t>
      </w:r>
      <w:r w:rsidR="0034078D">
        <w:t>’</w:t>
      </w:r>
      <w:r>
        <w:t>onéreux fardeau d</w:t>
      </w:r>
      <w:r w:rsidR="0034078D">
        <w:t>’</w:t>
      </w:r>
      <w:r>
        <w:t>une raison qui ne se déride jamais</w:t>
      </w:r>
      <w:r w:rsidR="0034078D">
        <w:t xml:space="preserve"> : </w:t>
      </w:r>
      <w:r>
        <w:t xml:space="preserve">aussi durs &amp; </w:t>
      </w:r>
      <w:proofErr w:type="spellStart"/>
      <w:r>
        <w:t>séveres</w:t>
      </w:r>
      <w:proofErr w:type="spellEnd"/>
      <w:r w:rsidR="0034078D">
        <w:t xml:space="preserve">, </w:t>
      </w:r>
      <w:r>
        <w:t>que graves &amp; silencieux</w:t>
      </w:r>
      <w:r w:rsidR="0034078D">
        <w:t xml:space="preserve">, </w:t>
      </w:r>
      <w:r>
        <w:t>aussi froids &amp; tristes</w:t>
      </w:r>
      <w:r w:rsidR="0034078D">
        <w:t xml:space="preserve">, </w:t>
      </w:r>
      <w:r>
        <w:t>qu</w:t>
      </w:r>
      <w:r w:rsidR="0034078D">
        <w:t>’</w:t>
      </w:r>
      <w:r>
        <w:t>hommes sûrs &amp; vrais</w:t>
      </w:r>
      <w:r w:rsidR="0034078D">
        <w:t xml:space="preserve"> ; </w:t>
      </w:r>
      <w:r>
        <w:t>leur mélancolie</w:t>
      </w:r>
      <w:r w:rsidR="0034078D">
        <w:t xml:space="preserve">, </w:t>
      </w:r>
      <w:r>
        <w:t>leur figure atrabilaire</w:t>
      </w:r>
      <w:r w:rsidR="0034078D">
        <w:t xml:space="preserve">, </w:t>
      </w:r>
      <w:r>
        <w:t xml:space="preserve">font fuir les jeux </w:t>
      </w:r>
      <w:r>
        <w:lastRenderedPageBreak/>
        <w:t>&amp; les ris déconcertés</w:t>
      </w:r>
      <w:r w:rsidR="0034078D">
        <w:t xml:space="preserve">, </w:t>
      </w:r>
      <w:r>
        <w:t>effarouchés à leur aspect</w:t>
      </w:r>
      <w:r w:rsidR="0034078D">
        <w:t xml:space="preserve">. </w:t>
      </w:r>
      <w:r>
        <w:t>On les respecte &amp; on les fuit</w:t>
      </w:r>
      <w:r w:rsidR="0034078D">
        <w:t xml:space="preserve">, </w:t>
      </w:r>
      <w:r>
        <w:t>c</w:t>
      </w:r>
      <w:r w:rsidR="0034078D">
        <w:t>’</w:t>
      </w:r>
      <w:r>
        <w:t>est le sort de la vertu</w:t>
      </w:r>
      <w:r w:rsidR="0034078D">
        <w:t xml:space="preserve"> ; </w:t>
      </w:r>
      <w:r>
        <w:t>tandis qu</w:t>
      </w:r>
      <w:r w:rsidR="0034078D">
        <w:t>’</w:t>
      </w:r>
      <w:r>
        <w:t>on recherche avec empressement d</w:t>
      </w:r>
      <w:r w:rsidR="0034078D">
        <w:t>’</w:t>
      </w:r>
      <w:r>
        <w:t>aimables vicieux qu</w:t>
      </w:r>
      <w:r w:rsidR="0034078D">
        <w:t>’</w:t>
      </w:r>
      <w:r>
        <w:t>on méprise</w:t>
      </w:r>
      <w:r w:rsidR="0034078D">
        <w:t xml:space="preserve"> : </w:t>
      </w:r>
      <w:r>
        <w:t>c</w:t>
      </w:r>
      <w:r w:rsidR="0034078D">
        <w:t>’</w:t>
      </w:r>
      <w:r>
        <w:t>est le sort de l</w:t>
      </w:r>
      <w:r w:rsidR="0034078D">
        <w:t>’</w:t>
      </w:r>
      <w:r>
        <w:t xml:space="preserve">urbanité &amp; des </w:t>
      </w:r>
      <w:proofErr w:type="spellStart"/>
      <w:r>
        <w:t>graces</w:t>
      </w:r>
      <w:proofErr w:type="spellEnd"/>
      <w:r w:rsidR="0034078D">
        <w:t xml:space="preserve">. </w:t>
      </w:r>
      <w:r>
        <w:t>L</w:t>
      </w:r>
      <w:r w:rsidR="0034078D">
        <w:t>’</w:t>
      </w:r>
      <w:r>
        <w:t>art de plaire est un grand acheminement au bonheur</w:t>
      </w:r>
      <w:r w:rsidR="0034078D">
        <w:t xml:space="preserve">. </w:t>
      </w:r>
      <w:r>
        <w:t>Ici les uns sont heureux en ne pensant pas plus qu</w:t>
      </w:r>
      <w:r w:rsidR="0034078D">
        <w:t>’</w:t>
      </w:r>
      <w:r>
        <w:t>une P***</w:t>
      </w:r>
      <w:r w:rsidR="0034078D">
        <w:t xml:space="preserve">, </w:t>
      </w:r>
      <w:r>
        <w:t>&amp; en ne faisant pas plus de cas de la réputation</w:t>
      </w:r>
      <w:r w:rsidR="0034078D">
        <w:t xml:space="preserve">. </w:t>
      </w:r>
      <w:r>
        <w:t>Là</w:t>
      </w:r>
      <w:r w:rsidR="0034078D">
        <w:t xml:space="preserve">, </w:t>
      </w:r>
      <w:r>
        <w:t>le malheur des autres vient de trop penser</w:t>
      </w:r>
      <w:r w:rsidR="0034078D">
        <w:t xml:space="preserve">, </w:t>
      </w:r>
      <w:r>
        <w:t>&amp; à des objets noirs &amp; lugubres</w:t>
      </w:r>
      <w:r w:rsidR="0034078D">
        <w:t xml:space="preserve">, </w:t>
      </w:r>
      <w:r>
        <w:t>images tristes que la nature tire</w:t>
      </w:r>
      <w:r w:rsidR="0034078D">
        <w:t xml:space="preserve">, </w:t>
      </w:r>
      <w:r>
        <w:t>comme un rideau</w:t>
      </w:r>
      <w:r w:rsidR="0034078D">
        <w:t xml:space="preserve">, </w:t>
      </w:r>
      <w:r>
        <w:t>devant l</w:t>
      </w:r>
      <w:r w:rsidR="0034078D">
        <w:t>’</w:t>
      </w:r>
      <w:r>
        <w:t>imagination bouchée</w:t>
      </w:r>
      <w:r w:rsidR="0034078D">
        <w:t xml:space="preserve">. </w:t>
      </w:r>
      <w:r>
        <w:t>Quelle ressource ont ceux-ci</w:t>
      </w:r>
      <w:r w:rsidR="0034078D">
        <w:t xml:space="preserve"> ? </w:t>
      </w:r>
      <w:r>
        <w:t>Quelques palliatifs d</w:t>
      </w:r>
      <w:r w:rsidR="0034078D">
        <w:t>’</w:t>
      </w:r>
      <w:r>
        <w:t>un moment</w:t>
      </w:r>
      <w:r w:rsidR="0034078D">
        <w:t xml:space="preserve"> ; </w:t>
      </w:r>
      <w:r>
        <w:t>le vin qui nuit ensuite</w:t>
      </w:r>
      <w:r w:rsidR="0034078D">
        <w:t xml:space="preserve"> ; </w:t>
      </w:r>
      <w:r>
        <w:t>les compagnies</w:t>
      </w:r>
      <w:r w:rsidR="0034078D">
        <w:t xml:space="preserve">, </w:t>
      </w:r>
      <w:r>
        <w:t>les spectacles</w:t>
      </w:r>
      <w:r w:rsidR="0034078D">
        <w:t xml:space="preserve">, </w:t>
      </w:r>
      <w:r>
        <w:t>la dissipation</w:t>
      </w:r>
      <w:r w:rsidR="0034078D">
        <w:t xml:space="preserve">, </w:t>
      </w:r>
      <w:r>
        <w:t>qui ne réussissent pas toujours</w:t>
      </w:r>
      <w:r w:rsidR="0034078D">
        <w:t xml:space="preserve">. </w:t>
      </w:r>
      <w:r>
        <w:t>La société des personnes extrêmement joyeuses</w:t>
      </w:r>
      <w:r w:rsidR="0034078D">
        <w:t xml:space="preserve">, </w:t>
      </w:r>
      <w:r>
        <w:t>afflige d</w:t>
      </w:r>
      <w:r w:rsidR="0034078D">
        <w:t>’</w:t>
      </w:r>
      <w:r>
        <w:t>autant plus celles qui ne le sont pas</w:t>
      </w:r>
      <w:r w:rsidR="0034078D">
        <w:t xml:space="preserve">. </w:t>
      </w:r>
      <w:r>
        <w:t>Ceux-là</w:t>
      </w:r>
      <w:r w:rsidR="0034078D">
        <w:t xml:space="preserve">, </w:t>
      </w:r>
      <w:r>
        <w:t>direz-vous</w:t>
      </w:r>
      <w:r w:rsidR="0034078D">
        <w:t xml:space="preserve">, </w:t>
      </w:r>
      <w:r>
        <w:t>ne sont capables que de goûter la volupté</w:t>
      </w:r>
      <w:r w:rsidR="0034078D">
        <w:t xml:space="preserve">, </w:t>
      </w:r>
      <w:r>
        <w:t>&amp; de se ménager les délices d</w:t>
      </w:r>
      <w:r w:rsidR="0034078D">
        <w:t>’</w:t>
      </w:r>
      <w:r>
        <w:t>un doux prurit</w:t>
      </w:r>
      <w:r w:rsidR="0034078D">
        <w:t xml:space="preserve">. </w:t>
      </w:r>
      <w:r>
        <w:t>Eh bien</w:t>
      </w:r>
      <w:r w:rsidR="0034078D">
        <w:t xml:space="preserve"> ! </w:t>
      </w:r>
      <w:r>
        <w:t>en sont-ils moins heureux</w:t>
      </w:r>
      <w:r w:rsidR="0034078D">
        <w:t xml:space="preserve"> ? </w:t>
      </w:r>
      <w:r>
        <w:t>Ne suivent-ils pas cet instinct &amp; ce goût</w:t>
      </w:r>
      <w:r w:rsidR="0034078D">
        <w:t xml:space="preserve">, </w:t>
      </w:r>
      <w:r>
        <w:t>par lequel chaque animal tend à son bien-être</w:t>
      </w:r>
      <w:r w:rsidR="0034078D">
        <w:t xml:space="preserve"> ? </w:t>
      </w:r>
      <w:r>
        <w:t>N</w:t>
      </w:r>
      <w:r w:rsidR="0034078D">
        <w:t>’</w:t>
      </w:r>
      <w:r>
        <w:t>ont-ils pas enfin la seule sorte de félicité qui soit réellement à la portée de leurs organes</w:t>
      </w:r>
      <w:r w:rsidR="0034078D">
        <w:t> ?</w:t>
      </w:r>
    </w:p>
    <w:p w14:paraId="123A5AAB" w14:textId="77777777" w:rsidR="0034078D" w:rsidRDefault="00000000" w:rsidP="0034078D">
      <w:r>
        <w:t xml:space="preserve">Il en est de même de tous les </w:t>
      </w:r>
      <w:proofErr w:type="spellStart"/>
      <w:r>
        <w:t>méchans</w:t>
      </w:r>
      <w:proofErr w:type="spellEnd"/>
      <w:r w:rsidR="0034078D">
        <w:t xml:space="preserve">. </w:t>
      </w:r>
      <w:r>
        <w:t>Ils peuvent être heureux</w:t>
      </w:r>
      <w:r w:rsidR="0034078D">
        <w:t xml:space="preserve">, </w:t>
      </w:r>
      <w:r>
        <w:t>s</w:t>
      </w:r>
      <w:r w:rsidR="0034078D">
        <w:t>’</w:t>
      </w:r>
      <w:r>
        <w:t xml:space="preserve">ils peuvent être </w:t>
      </w:r>
      <w:proofErr w:type="spellStart"/>
      <w:r>
        <w:t>méchans</w:t>
      </w:r>
      <w:proofErr w:type="spellEnd"/>
      <w:r>
        <w:t xml:space="preserve"> sans remords</w:t>
      </w:r>
      <w:r w:rsidR="0034078D">
        <w:t xml:space="preserve">. </w:t>
      </w:r>
      <w:r>
        <w:t>J</w:t>
      </w:r>
      <w:r w:rsidR="0034078D">
        <w:t>’</w:t>
      </w:r>
      <w:r>
        <w:t>ose dire plus</w:t>
      </w:r>
      <w:r w:rsidR="0034078D">
        <w:t xml:space="preserve"> ; </w:t>
      </w:r>
      <w:r>
        <w:t>celui qui n</w:t>
      </w:r>
      <w:r w:rsidR="0034078D">
        <w:t>’</w:t>
      </w:r>
      <w:r>
        <w:t>aura point de remords</w:t>
      </w:r>
      <w:r w:rsidR="0034078D">
        <w:t xml:space="preserve">, </w:t>
      </w:r>
      <w:r>
        <w:t>dans une telle familiarité avec le crime</w:t>
      </w:r>
      <w:r w:rsidR="0034078D">
        <w:t xml:space="preserve">, </w:t>
      </w:r>
      <w:r>
        <w:t>que les vices soient pour lui des vertus</w:t>
      </w:r>
      <w:r w:rsidR="0034078D">
        <w:t xml:space="preserve">, </w:t>
      </w:r>
      <w:r>
        <w:t>sera plus heureux que tel autre</w:t>
      </w:r>
      <w:r w:rsidR="0034078D">
        <w:t xml:space="preserve">, </w:t>
      </w:r>
      <w:r>
        <w:t>qui</w:t>
      </w:r>
      <w:r w:rsidR="0034078D">
        <w:t xml:space="preserve">, </w:t>
      </w:r>
      <w:r>
        <w:t>après une belle action</w:t>
      </w:r>
      <w:r w:rsidR="0034078D">
        <w:t xml:space="preserve">, </w:t>
      </w:r>
      <w:r>
        <w:t>se repentira de l</w:t>
      </w:r>
      <w:r w:rsidR="0034078D">
        <w:t>’</w:t>
      </w:r>
      <w:r>
        <w:t>avoir faite</w:t>
      </w:r>
      <w:r w:rsidR="0034078D">
        <w:t xml:space="preserve">, </w:t>
      </w:r>
      <w:r>
        <w:t>&amp; par-là en perdra tout le prix</w:t>
      </w:r>
      <w:r w:rsidR="0034078D">
        <w:t xml:space="preserve">. </w:t>
      </w:r>
      <w:r>
        <w:t>Tel est le merveilleux empire d</w:t>
      </w:r>
      <w:r w:rsidR="0034078D">
        <w:t>’</w:t>
      </w:r>
      <w:r>
        <w:t>une tranquillité que rien ne peut troubler</w:t>
      </w:r>
      <w:r w:rsidR="0034078D">
        <w:t>.</w:t>
      </w:r>
    </w:p>
    <w:p w14:paraId="34C3D7D0" w14:textId="77777777" w:rsidR="0034078D" w:rsidRDefault="00000000" w:rsidP="0034078D">
      <w:r>
        <w:t>Ô toi</w:t>
      </w:r>
      <w:r w:rsidR="0034078D">
        <w:t xml:space="preserve"> ! </w:t>
      </w:r>
      <w:r>
        <w:t>qu</w:t>
      </w:r>
      <w:r w:rsidR="0034078D">
        <w:t>’</w:t>
      </w:r>
      <w:r>
        <w:t>on appelle communément malheureux</w:t>
      </w:r>
      <w:r w:rsidR="0034078D">
        <w:t xml:space="preserve">, </w:t>
      </w:r>
      <w:r>
        <w:t>&amp; qui l</w:t>
      </w:r>
      <w:r w:rsidR="0034078D">
        <w:t>’</w:t>
      </w:r>
      <w:r>
        <w:t>est en effet vis-à-vis de la société</w:t>
      </w:r>
      <w:r w:rsidR="0034078D">
        <w:t xml:space="preserve">, </w:t>
      </w:r>
      <w:proofErr w:type="spellStart"/>
      <w:r>
        <w:t>devans</w:t>
      </w:r>
      <w:proofErr w:type="spellEnd"/>
      <w:r>
        <w:t xml:space="preserve"> toi-même</w:t>
      </w:r>
      <w:r w:rsidR="0034078D">
        <w:t xml:space="preserve">, </w:t>
      </w:r>
      <w:r>
        <w:t>tu peux donc être tranquille</w:t>
      </w:r>
      <w:r w:rsidR="0034078D">
        <w:t xml:space="preserve">. </w:t>
      </w:r>
      <w:r>
        <w:t>Tu n</w:t>
      </w:r>
      <w:r w:rsidR="0034078D">
        <w:t>’</w:t>
      </w:r>
      <w:r>
        <w:t>as qu</w:t>
      </w:r>
      <w:r w:rsidR="0034078D">
        <w:t>’</w:t>
      </w:r>
      <w:r>
        <w:t>à étouffer les remords par la réflexion</w:t>
      </w:r>
      <w:r w:rsidR="0034078D">
        <w:t xml:space="preserve"> (</w:t>
      </w:r>
      <w:r>
        <w:t>si elle en a la force</w:t>
      </w:r>
      <w:r w:rsidR="0034078D">
        <w:t xml:space="preserve">), </w:t>
      </w:r>
      <w:r>
        <w:t>ou par des habitudes contraires</w:t>
      </w:r>
      <w:r w:rsidR="0034078D">
        <w:t xml:space="preserve">, </w:t>
      </w:r>
      <w:r>
        <w:lastRenderedPageBreak/>
        <w:t>beaucoup plus puissantes</w:t>
      </w:r>
      <w:r w:rsidR="0034078D">
        <w:t xml:space="preserve">. </w:t>
      </w:r>
      <w:r>
        <w:t>Si tu eusses été élevé sans les idées qui en sont la base</w:t>
      </w:r>
      <w:r w:rsidR="0034078D">
        <w:t xml:space="preserve">, </w:t>
      </w:r>
      <w:r>
        <w:t>tu n</w:t>
      </w:r>
      <w:r w:rsidR="0034078D">
        <w:t>’</w:t>
      </w:r>
      <w:proofErr w:type="spellStart"/>
      <w:r>
        <w:t>aurois</w:t>
      </w:r>
      <w:proofErr w:type="spellEnd"/>
      <w:r>
        <w:t xml:space="preserve"> point eu ces ennemis à combattre</w:t>
      </w:r>
      <w:r w:rsidR="0034078D">
        <w:t xml:space="preserve">. </w:t>
      </w:r>
      <w:r>
        <w:t>Ce n</w:t>
      </w:r>
      <w:r w:rsidR="0034078D">
        <w:t>’</w:t>
      </w:r>
      <w:r>
        <w:t>est pas tout</w:t>
      </w:r>
      <w:r w:rsidR="0034078D">
        <w:t xml:space="preserve">, </w:t>
      </w:r>
      <w:r>
        <w:t>il faut que tu méprises la vie autant que l</w:t>
      </w:r>
      <w:r w:rsidR="0034078D">
        <w:t>’</w:t>
      </w:r>
      <w:r>
        <w:t>estime ou la haine publique</w:t>
      </w:r>
      <w:r w:rsidR="0034078D">
        <w:t xml:space="preserve">. </w:t>
      </w:r>
      <w:r>
        <w:t>Alors en effet</w:t>
      </w:r>
      <w:r w:rsidR="0034078D">
        <w:t xml:space="preserve">, </w:t>
      </w:r>
      <w:r>
        <w:t>je le soutiens</w:t>
      </w:r>
      <w:r w:rsidR="0034078D">
        <w:t xml:space="preserve">, </w:t>
      </w:r>
      <w:r>
        <w:t>parricide</w:t>
      </w:r>
      <w:r w:rsidR="0034078D">
        <w:t xml:space="preserve">, </w:t>
      </w:r>
      <w:r>
        <w:t>incestueux</w:t>
      </w:r>
      <w:r w:rsidR="0034078D">
        <w:t xml:space="preserve">, </w:t>
      </w:r>
      <w:r>
        <w:t>voleur</w:t>
      </w:r>
      <w:r w:rsidR="0034078D">
        <w:t xml:space="preserve">, </w:t>
      </w:r>
      <w:r>
        <w:t>scélérat</w:t>
      </w:r>
      <w:r w:rsidR="0034078D">
        <w:t xml:space="preserve">, </w:t>
      </w:r>
      <w:r>
        <w:t>infame</w:t>
      </w:r>
      <w:r w:rsidR="0034078D">
        <w:t xml:space="preserve">, </w:t>
      </w:r>
      <w:r>
        <w:t>&amp; juste objet de l</w:t>
      </w:r>
      <w:r w:rsidR="0034078D">
        <w:t>’</w:t>
      </w:r>
      <w:r>
        <w:t>exécration des honnêtes gens</w:t>
      </w:r>
      <w:r w:rsidR="0034078D">
        <w:t xml:space="preserve">, </w:t>
      </w:r>
      <w:r>
        <w:t>tu seras heureux cependant</w:t>
      </w:r>
      <w:r w:rsidR="0034078D">
        <w:t xml:space="preserve">. </w:t>
      </w:r>
      <w:r>
        <w:t>Car quel malheur ou quel chagrin peuvent causer des actions qui</w:t>
      </w:r>
      <w:r w:rsidR="0034078D">
        <w:t xml:space="preserve">, </w:t>
      </w:r>
      <w:r>
        <w:t>si noires &amp; si horribles qu</w:t>
      </w:r>
      <w:r w:rsidR="0034078D">
        <w:t>’</w:t>
      </w:r>
      <w:r>
        <w:t>on les suppose</w:t>
      </w:r>
      <w:r w:rsidR="0034078D">
        <w:t xml:space="preserve">, </w:t>
      </w:r>
      <w:r>
        <w:t xml:space="preserve">ne </w:t>
      </w:r>
      <w:proofErr w:type="spellStart"/>
      <w:r>
        <w:t>laisseroient</w:t>
      </w:r>
      <w:proofErr w:type="spellEnd"/>
      <w:r w:rsidR="0034078D">
        <w:t xml:space="preserve"> (</w:t>
      </w:r>
      <w:r>
        <w:t>suivant l</w:t>
      </w:r>
      <w:r w:rsidR="0034078D">
        <w:t>’</w:t>
      </w:r>
      <w:proofErr w:type="spellStart"/>
      <w:r>
        <w:t>hypothese</w:t>
      </w:r>
      <w:proofErr w:type="spellEnd"/>
      <w:r w:rsidR="0034078D">
        <w:t xml:space="preserve">) </w:t>
      </w:r>
      <w:r>
        <w:t>aucune trace de crime dans l</w:t>
      </w:r>
      <w:r w:rsidR="0034078D">
        <w:t>’</w:t>
      </w:r>
      <w:proofErr w:type="spellStart"/>
      <w:r>
        <w:t>ame</w:t>
      </w:r>
      <w:proofErr w:type="spellEnd"/>
      <w:r>
        <w:t xml:space="preserve"> du criminel</w:t>
      </w:r>
      <w:r w:rsidR="0034078D">
        <w:t xml:space="preserve">. </w:t>
      </w:r>
      <w:r>
        <w:t>Mais si tu veux vivre</w:t>
      </w:r>
      <w:r w:rsidR="0034078D">
        <w:t xml:space="preserve">, </w:t>
      </w:r>
      <w:r>
        <w:t>prends-y garde</w:t>
      </w:r>
      <w:r w:rsidR="0034078D">
        <w:t xml:space="preserve"> : </w:t>
      </w:r>
      <w:r>
        <w:t>la politique n</w:t>
      </w:r>
      <w:r w:rsidR="0034078D">
        <w:t>’</w:t>
      </w:r>
      <w:r>
        <w:t>est pas si commode que ma philosophie</w:t>
      </w:r>
      <w:r w:rsidR="0034078D">
        <w:t xml:space="preserve">. </w:t>
      </w:r>
      <w:r>
        <w:rPr>
          <w:iCs/>
        </w:rPr>
        <w:t>La</w:t>
      </w:r>
      <w:r>
        <w:rPr>
          <w:i/>
          <w:iCs/>
        </w:rPr>
        <w:t xml:space="preserve"> justice </w:t>
      </w:r>
      <w:r>
        <w:rPr>
          <w:iCs/>
        </w:rPr>
        <w:t xml:space="preserve">est </w:t>
      </w:r>
      <w:r>
        <w:t>sa fille</w:t>
      </w:r>
      <w:r w:rsidR="0034078D">
        <w:t xml:space="preserve"> ; </w:t>
      </w:r>
      <w:r>
        <w:t>les bourreaux &amp; les gibets sont à ses ordres</w:t>
      </w:r>
      <w:r w:rsidR="0034078D">
        <w:t xml:space="preserve"> : </w:t>
      </w:r>
      <w:r>
        <w:t>crains-les plus que ta conscience &amp; les dieux</w:t>
      </w:r>
      <w:r w:rsidR="0034078D">
        <w:t>.</w:t>
      </w:r>
    </w:p>
    <w:p w14:paraId="6D8815E9" w14:textId="77777777" w:rsidR="0034078D" w:rsidRDefault="00000000" w:rsidP="0034078D">
      <w:r>
        <w:t>Les premiers hommes</w:t>
      </w:r>
      <w:r w:rsidR="0034078D">
        <w:t xml:space="preserve">, </w:t>
      </w:r>
      <w:r>
        <w:t>qui en ont eu d</w:t>
      </w:r>
      <w:r w:rsidR="0034078D">
        <w:t>’</w:t>
      </w:r>
      <w:r>
        <w:t>autres à gouverner</w:t>
      </w:r>
      <w:r w:rsidR="0034078D">
        <w:t xml:space="preserve">, </w:t>
      </w:r>
      <w:r>
        <w:t xml:space="preserve">ont senti la </w:t>
      </w:r>
      <w:proofErr w:type="spellStart"/>
      <w:r>
        <w:t>foiblesse</w:t>
      </w:r>
      <w:proofErr w:type="spellEnd"/>
      <w:r>
        <w:t xml:space="preserve"> de ce double frein</w:t>
      </w:r>
      <w:r w:rsidR="0034078D">
        <w:t xml:space="preserve">. </w:t>
      </w:r>
      <w:r>
        <w:t>De-là est venue la nécessité d</w:t>
      </w:r>
      <w:r w:rsidR="0034078D">
        <w:t>’</w:t>
      </w:r>
      <w:r>
        <w:t>étrangler une partie des citoyens</w:t>
      </w:r>
      <w:r w:rsidR="0034078D">
        <w:t xml:space="preserve">, </w:t>
      </w:r>
      <w:r>
        <w:t>pour conserver le reste</w:t>
      </w:r>
      <w:r w:rsidR="0034078D">
        <w:t xml:space="preserve">, </w:t>
      </w:r>
      <w:r>
        <w:t>comme on ampute un membre gangrené</w:t>
      </w:r>
      <w:r w:rsidR="0034078D">
        <w:t xml:space="preserve">, </w:t>
      </w:r>
      <w:r>
        <w:t>pour le salut du corps</w:t>
      </w:r>
      <w:r w:rsidR="0034078D">
        <w:t>.</w:t>
      </w:r>
    </w:p>
    <w:p w14:paraId="2B7070E6" w14:textId="583B1456" w:rsidR="0034078D" w:rsidRDefault="00000000">
      <w:r>
        <w:t>Goûtes aussi</w:t>
      </w:r>
      <w:r w:rsidR="0034078D">
        <w:t xml:space="preserve">, </w:t>
      </w:r>
      <w:r>
        <w:t>puisque l</w:t>
      </w:r>
      <w:r w:rsidR="0034078D">
        <w:t>’</w:t>
      </w:r>
      <w:r>
        <w:t>ingrate nature te le permet</w:t>
      </w:r>
      <w:r w:rsidR="0034078D">
        <w:t xml:space="preserve">, </w:t>
      </w:r>
      <w:r>
        <w:t>prince cruel &amp; lâche</w:t>
      </w:r>
      <w:r w:rsidR="0034078D">
        <w:t xml:space="preserve">, </w:t>
      </w:r>
      <w:r>
        <w:t>savoures à longs traits la tyrannie</w:t>
      </w:r>
      <w:r w:rsidR="0034078D">
        <w:t xml:space="preserve">. </w:t>
      </w:r>
      <w:r>
        <w:t>Érostrate voulut s</w:t>
      </w:r>
      <w:r w:rsidR="0034078D">
        <w:t>’</w:t>
      </w:r>
      <w:r>
        <w:t>immortaliser par le feu</w:t>
      </w:r>
      <w:r w:rsidR="0034078D">
        <w:t xml:space="preserve"> ; </w:t>
      </w:r>
      <w:r>
        <w:t>immortalise-toi par le sang</w:t>
      </w:r>
      <w:r w:rsidR="0034078D">
        <w:t xml:space="preserve"> ; </w:t>
      </w:r>
      <w:r>
        <w:t>raffine dans l</w:t>
      </w:r>
      <w:r w:rsidR="0034078D">
        <w:t>’</w:t>
      </w:r>
      <w:r>
        <w:t xml:space="preserve">invention des </w:t>
      </w:r>
      <w:proofErr w:type="spellStart"/>
      <w:r>
        <w:t>tourmens</w:t>
      </w:r>
      <w:proofErr w:type="spellEnd"/>
      <w:r w:rsidR="0034078D">
        <w:t xml:space="preserve">, </w:t>
      </w:r>
      <w:r>
        <w:t>comme un homme à bonnes fortunes dans celle des voluptés</w:t>
      </w:r>
      <w:r w:rsidR="0034078D">
        <w:t xml:space="preserve">, </w:t>
      </w:r>
      <w:r>
        <w:t>&amp; trouves-y</w:t>
      </w:r>
      <w:r w:rsidR="0034078D">
        <w:t xml:space="preserve">, </w:t>
      </w:r>
      <w:r>
        <w:t>s</w:t>
      </w:r>
      <w:r w:rsidR="0034078D">
        <w:t>’</w:t>
      </w:r>
      <w:r>
        <w:t>il se peut</w:t>
      </w:r>
      <w:r w:rsidR="0034078D">
        <w:t xml:space="preserve">, </w:t>
      </w:r>
      <w:r>
        <w:t>le même plaisir</w:t>
      </w:r>
      <w:r w:rsidR="0034078D">
        <w:t xml:space="preserve">. </w:t>
      </w:r>
      <w:r>
        <w:t>Le seul bien qui soit en ton pouvoir est de faire du mal</w:t>
      </w:r>
      <w:r w:rsidR="0034078D">
        <w:t xml:space="preserve"> : </w:t>
      </w:r>
      <w:r>
        <w:t xml:space="preserve">faire le bien </w:t>
      </w:r>
      <w:proofErr w:type="spellStart"/>
      <w:r>
        <w:t>seroit</w:t>
      </w:r>
      <w:proofErr w:type="spellEnd"/>
      <w:r>
        <w:t xml:space="preserve"> ton supplice</w:t>
      </w:r>
      <w:r w:rsidR="0034078D">
        <w:t xml:space="preserve">. </w:t>
      </w:r>
      <w:r>
        <w:t>Je ne t</w:t>
      </w:r>
      <w:r w:rsidR="0034078D">
        <w:t>’</w:t>
      </w:r>
      <w:r>
        <w:t>arrache point au maudit penchant qui t</w:t>
      </w:r>
      <w:r w:rsidR="0034078D">
        <w:t>’</w:t>
      </w:r>
      <w:r>
        <w:t>entraîne</w:t>
      </w:r>
      <w:r w:rsidR="0034078D">
        <w:t xml:space="preserve">. </w:t>
      </w:r>
      <w:r>
        <w:t>Eh</w:t>
      </w:r>
      <w:r w:rsidR="0034078D">
        <w:t xml:space="preserve"> ! </w:t>
      </w:r>
      <w:r>
        <w:t>le puis-je</w:t>
      </w:r>
      <w:r w:rsidR="0034078D">
        <w:t xml:space="preserve"> ? </w:t>
      </w:r>
      <w:r>
        <w:t>il est la source de ton malheureux bonheur</w:t>
      </w:r>
      <w:r w:rsidR="0034078D">
        <w:t xml:space="preserve">. </w:t>
      </w:r>
      <w:r>
        <w:t>Les ours</w:t>
      </w:r>
      <w:r w:rsidR="0034078D">
        <w:t xml:space="preserve">, </w:t>
      </w:r>
      <w:r>
        <w:t>les lions</w:t>
      </w:r>
      <w:r w:rsidR="0034078D">
        <w:t xml:space="preserve">, </w:t>
      </w:r>
      <w:r>
        <w:t>les tigres</w:t>
      </w:r>
      <w:r w:rsidR="0034078D">
        <w:t xml:space="preserve">, </w:t>
      </w:r>
      <w:r>
        <w:t>aiment à déchirer les autres animaux</w:t>
      </w:r>
      <w:r w:rsidR="0034078D">
        <w:t xml:space="preserve">. </w:t>
      </w:r>
      <w:r>
        <w:t>Féroce comme eux</w:t>
      </w:r>
      <w:r w:rsidR="0034078D">
        <w:t xml:space="preserve">, </w:t>
      </w:r>
      <w:r>
        <w:t xml:space="preserve">il est trop juste que tu </w:t>
      </w:r>
      <w:proofErr w:type="spellStart"/>
      <w:r>
        <w:t>cedes</w:t>
      </w:r>
      <w:proofErr w:type="spellEnd"/>
      <w:r>
        <w:t xml:space="preserve"> aux mêmes inclinations</w:t>
      </w:r>
      <w:r w:rsidR="0034078D">
        <w:t xml:space="preserve">. </w:t>
      </w:r>
      <w:r>
        <w:t>Je te plains cependant</w:t>
      </w:r>
      <w:r w:rsidR="0034078D">
        <w:t xml:space="preserve">, </w:t>
      </w:r>
      <w:r>
        <w:t>de te repaître ainsi des calamités publiques</w:t>
      </w:r>
      <w:r w:rsidR="0034078D">
        <w:t xml:space="preserve"> ; </w:t>
      </w:r>
      <w:r>
        <w:t xml:space="preserve">mais qui ne </w:t>
      </w:r>
      <w:proofErr w:type="spellStart"/>
      <w:r>
        <w:t>plaindroit</w:t>
      </w:r>
      <w:proofErr w:type="spellEnd"/>
      <w:r>
        <w:t xml:space="preserve"> encore plus un </w:t>
      </w:r>
      <w:r>
        <w:lastRenderedPageBreak/>
        <w:t xml:space="preserve">état où il ne se </w:t>
      </w:r>
      <w:proofErr w:type="spellStart"/>
      <w:r>
        <w:t>trouveroit</w:t>
      </w:r>
      <w:proofErr w:type="spellEnd"/>
      <w:r>
        <w:t xml:space="preserve"> pas un homme</w:t>
      </w:r>
      <w:r w:rsidR="0034078D">
        <w:t xml:space="preserve">, </w:t>
      </w:r>
      <w:r>
        <w:t>un homme assez vertueux pour le délivrer</w:t>
      </w:r>
      <w:r w:rsidR="0034078D">
        <w:t xml:space="preserve">, </w:t>
      </w:r>
      <w:r>
        <w:t>aux dépens même de sa vie</w:t>
      </w:r>
      <w:r w:rsidR="0034078D">
        <w:t xml:space="preserve">, </w:t>
      </w:r>
      <w:r>
        <w:t>d</w:t>
      </w:r>
      <w:r w:rsidR="0034078D">
        <w:t>’</w:t>
      </w:r>
      <w:r>
        <w:t>un monstre tel que toi</w:t>
      </w:r>
      <w:r w:rsidR="0034078D">
        <w:t> ?</w:t>
      </w:r>
    </w:p>
    <w:p w14:paraId="511CB6DD" w14:textId="678D1BCD" w:rsidR="007E53F0" w:rsidRDefault="007E53F0">
      <w:pPr>
        <w:pStyle w:val="En-tte"/>
        <w:tabs>
          <w:tab w:val="clear" w:pos="4536"/>
          <w:tab w:val="clear" w:pos="9072"/>
        </w:tabs>
      </w:pPr>
    </w:p>
    <w:p w14:paraId="368BE4F8" w14:textId="77777777" w:rsidR="0034078D" w:rsidRDefault="00000000" w:rsidP="0034078D">
      <w:r>
        <w:t>Et toi-même</w:t>
      </w:r>
      <w:r w:rsidR="0034078D">
        <w:t xml:space="preserve">, </w:t>
      </w:r>
      <w:r>
        <w:t>voluptueux</w:t>
      </w:r>
      <w:r w:rsidR="0034078D">
        <w:t xml:space="preserve"> (</w:t>
      </w:r>
      <w:r>
        <w:t>pour m</w:t>
      </w:r>
      <w:r w:rsidR="0034078D">
        <w:t>’</w:t>
      </w:r>
      <w:r>
        <w:t xml:space="preserve">accommoder à ta </w:t>
      </w:r>
      <w:proofErr w:type="spellStart"/>
      <w:r>
        <w:t>foiblesse</w:t>
      </w:r>
      <w:proofErr w:type="spellEnd"/>
      <w:r w:rsidR="0034078D">
        <w:t xml:space="preserve">, </w:t>
      </w:r>
      <w:r>
        <w:t>comme un chirurgien au vuide des vaisseaux</w:t>
      </w:r>
      <w:r w:rsidR="0034078D">
        <w:t xml:space="preserve">), </w:t>
      </w:r>
      <w:r>
        <w:t>puisque sans plaisirs vifs tu ne peux parvenir à la vie heureuse</w:t>
      </w:r>
      <w:r w:rsidR="0034078D">
        <w:t xml:space="preserve">, </w:t>
      </w:r>
      <w:r>
        <w:t xml:space="preserve">laisse-là ton </w:t>
      </w:r>
      <w:proofErr w:type="spellStart"/>
      <w:r>
        <w:t>ame</w:t>
      </w:r>
      <w:proofErr w:type="spellEnd"/>
      <w:r>
        <w:t xml:space="preserve"> &amp; </w:t>
      </w:r>
      <w:proofErr w:type="spellStart"/>
      <w:r>
        <w:t>Séneque</w:t>
      </w:r>
      <w:proofErr w:type="spellEnd"/>
      <w:r w:rsidR="0034078D">
        <w:t xml:space="preserve"> ; </w:t>
      </w:r>
      <w:r>
        <w:t>chansons pour toi que toutes les vertus stoïques</w:t>
      </w:r>
      <w:r w:rsidR="0034078D">
        <w:t xml:space="preserve">, </w:t>
      </w:r>
      <w:r>
        <w:t>ne songes qu</w:t>
      </w:r>
      <w:r w:rsidR="0034078D">
        <w:t>’</w:t>
      </w:r>
      <w:r>
        <w:t>à ton corps</w:t>
      </w:r>
      <w:r w:rsidR="0034078D">
        <w:t xml:space="preserve">. </w:t>
      </w:r>
      <w:r>
        <w:t>Ce que tu as d</w:t>
      </w:r>
      <w:r w:rsidR="0034078D">
        <w:t>’</w:t>
      </w:r>
      <w:proofErr w:type="spellStart"/>
      <w:r>
        <w:t>ame</w:t>
      </w:r>
      <w:proofErr w:type="spellEnd"/>
      <w:r>
        <w:t xml:space="preserve"> ne mérite pas en effet d</w:t>
      </w:r>
      <w:r w:rsidR="0034078D">
        <w:t>’</w:t>
      </w:r>
      <w:r>
        <w:t>en être distingué</w:t>
      </w:r>
      <w:r w:rsidR="0034078D">
        <w:t xml:space="preserve">. </w:t>
      </w:r>
      <w:r>
        <w:t>Les préjugés</w:t>
      </w:r>
      <w:r w:rsidR="0034078D">
        <w:t xml:space="preserve">, </w:t>
      </w:r>
      <w:r>
        <w:t xml:space="preserve">les </w:t>
      </w:r>
      <w:proofErr w:type="spellStart"/>
      <w:r>
        <w:t>pédans</w:t>
      </w:r>
      <w:proofErr w:type="spellEnd"/>
      <w:r w:rsidR="0034078D">
        <w:t xml:space="preserve">, </w:t>
      </w:r>
      <w:r>
        <w:t>les fanatiques s</w:t>
      </w:r>
      <w:r w:rsidR="0034078D">
        <w:t>’</w:t>
      </w:r>
      <w:r>
        <w:t>armeront contre toi</w:t>
      </w:r>
      <w:r w:rsidR="0034078D">
        <w:t xml:space="preserve"> ; </w:t>
      </w:r>
      <w:r>
        <w:t xml:space="preserve">mais quand tous les </w:t>
      </w:r>
      <w:proofErr w:type="spellStart"/>
      <w:r>
        <w:t>élémens</w:t>
      </w:r>
      <w:proofErr w:type="spellEnd"/>
      <w:r>
        <w:t xml:space="preserve"> </w:t>
      </w:r>
      <w:r>
        <w:rPr>
          <w:iCs/>
        </w:rPr>
        <w:t>s</w:t>
      </w:r>
      <w:r w:rsidR="0034078D">
        <w:rPr>
          <w:iCs/>
        </w:rPr>
        <w:t>’</w:t>
      </w:r>
      <w:r>
        <w:rPr>
          <w:iCs/>
        </w:rPr>
        <w:t>y</w:t>
      </w:r>
      <w:r>
        <w:t xml:space="preserve"> </w:t>
      </w:r>
      <w:proofErr w:type="spellStart"/>
      <w:r>
        <w:t>joindroient</w:t>
      </w:r>
      <w:proofErr w:type="spellEnd"/>
      <w:r w:rsidR="0034078D">
        <w:t xml:space="preserve">… </w:t>
      </w:r>
      <w:r>
        <w:t xml:space="preserve">Que </w:t>
      </w:r>
      <w:proofErr w:type="spellStart"/>
      <w:r>
        <w:t>faisoient</w:t>
      </w:r>
      <w:proofErr w:type="spellEnd"/>
      <w:r>
        <w:t xml:space="preserve"> à Tibulle</w:t>
      </w:r>
      <w:r w:rsidR="0034078D">
        <w:t xml:space="preserve">, </w:t>
      </w:r>
      <w:r>
        <w:t xml:space="preserve">dans les bras de sa </w:t>
      </w:r>
      <w:proofErr w:type="spellStart"/>
      <w:r>
        <w:t>Cloris</w:t>
      </w:r>
      <w:proofErr w:type="spellEnd"/>
      <w:r w:rsidR="0034078D">
        <w:t xml:space="preserve">, </w:t>
      </w:r>
      <w:r>
        <w:t>la pluie</w:t>
      </w:r>
      <w:r w:rsidR="0034078D">
        <w:t xml:space="preserve">, </w:t>
      </w:r>
      <w:r>
        <w:t>la grêle &amp; les vents déchaînés</w:t>
      </w:r>
      <w:r w:rsidR="0034078D">
        <w:t xml:space="preserve"> ? </w:t>
      </w:r>
      <w:r>
        <w:t xml:space="preserve">Ils </w:t>
      </w:r>
      <w:proofErr w:type="spellStart"/>
      <w:r>
        <w:t>ajoutoient</w:t>
      </w:r>
      <w:proofErr w:type="spellEnd"/>
      <w:r>
        <w:t xml:space="preserve"> à sa félicité qui les </w:t>
      </w:r>
      <w:proofErr w:type="spellStart"/>
      <w:r>
        <w:t>bravoit</w:t>
      </w:r>
      <w:proofErr w:type="spellEnd"/>
      <w:r w:rsidR="0034078D">
        <w:t xml:space="preserve">. </w:t>
      </w:r>
      <w:r>
        <w:t>Prends donc le bon temps quand</w:t>
      </w:r>
      <w:r w:rsidR="0034078D">
        <w:t xml:space="preserve">, </w:t>
      </w:r>
      <w:r>
        <w:t xml:space="preserve">&amp; </w:t>
      </w:r>
      <w:proofErr w:type="spellStart"/>
      <w:r>
        <w:t>par-tout</w:t>
      </w:r>
      <w:proofErr w:type="spellEnd"/>
      <w:r>
        <w:t xml:space="preserve"> où il vient</w:t>
      </w:r>
      <w:r w:rsidR="0034078D">
        <w:t xml:space="preserve"> ; </w:t>
      </w:r>
      <w:r>
        <w:t>jouis du présent</w:t>
      </w:r>
      <w:r w:rsidR="0034078D">
        <w:t xml:space="preserve"> ; </w:t>
      </w:r>
      <w:r>
        <w:t>oublies le passé qui n</w:t>
      </w:r>
      <w:r w:rsidR="0034078D">
        <w:t>’</w:t>
      </w:r>
      <w:r>
        <w:t>est plus</w:t>
      </w:r>
      <w:r w:rsidR="0034078D">
        <w:t xml:space="preserve">, </w:t>
      </w:r>
      <w:r>
        <w:t>&amp; ne crains point l</w:t>
      </w:r>
      <w:r w:rsidR="0034078D">
        <w:t>’</w:t>
      </w:r>
      <w:r>
        <w:t>avenir</w:t>
      </w:r>
      <w:r w:rsidR="0034078D">
        <w:t xml:space="preserve">. </w:t>
      </w:r>
      <w:r>
        <w:t>Songes que le bled qui est semé hors du champ est toujours du bled</w:t>
      </w:r>
      <w:r w:rsidR="0034078D">
        <w:t xml:space="preserve"> ; </w:t>
      </w:r>
      <w:r>
        <w:t>qu</w:t>
      </w:r>
      <w:r w:rsidR="0034078D">
        <w:t>’</w:t>
      </w:r>
      <w:r>
        <w:t>un grain perdu n</w:t>
      </w:r>
      <w:r w:rsidR="0034078D">
        <w:t>’</w:t>
      </w:r>
      <w:r>
        <w:t>est pas plus pour la nature qu</w:t>
      </w:r>
      <w:r w:rsidR="0034078D">
        <w:t>’</w:t>
      </w:r>
      <w:r>
        <w:t>une goutte d</w:t>
      </w:r>
      <w:r w:rsidR="0034078D">
        <w:t>’</w:t>
      </w:r>
      <w:r>
        <w:t>eau pour la mer</w:t>
      </w:r>
      <w:r w:rsidR="0034078D">
        <w:t xml:space="preserve"> ; </w:t>
      </w:r>
      <w:r>
        <w:t>que tout ce qui la délecte est plaisir</w:t>
      </w:r>
      <w:r w:rsidR="0034078D">
        <w:t xml:space="preserve">, </w:t>
      </w:r>
      <w:r>
        <w:t>&amp; que rien n</w:t>
      </w:r>
      <w:r w:rsidR="0034078D">
        <w:t>’</w:t>
      </w:r>
      <w:r>
        <w:t xml:space="preserve">est </w:t>
      </w:r>
      <w:proofErr w:type="spellStart"/>
      <w:r>
        <w:t>contr</w:t>
      </w:r>
      <w:r w:rsidR="0034078D">
        <w:t>’</w:t>
      </w:r>
      <w:r>
        <w:t>elle</w:t>
      </w:r>
      <w:proofErr w:type="spellEnd"/>
      <w:r>
        <w:t xml:space="preserve"> que la douleur</w:t>
      </w:r>
      <w:r w:rsidR="0034078D">
        <w:t xml:space="preserve">. </w:t>
      </w:r>
      <w:r>
        <w:t>Que la pollution &amp; la jouissance</w:t>
      </w:r>
      <w:r w:rsidR="0034078D">
        <w:t xml:space="preserve">, </w:t>
      </w:r>
      <w:r>
        <w:t>lubriques</w:t>
      </w:r>
      <w:r w:rsidR="0034078D">
        <w:t xml:space="preserve">, </w:t>
      </w:r>
      <w:r>
        <w:t>rivales</w:t>
      </w:r>
      <w:r w:rsidR="0034078D">
        <w:t xml:space="preserve">, </w:t>
      </w:r>
      <w:r>
        <w:t>se succédant tour-à-tour</w:t>
      </w:r>
      <w:r w:rsidR="0034078D">
        <w:t xml:space="preserve">, </w:t>
      </w:r>
      <w:r>
        <w:t xml:space="preserve">&amp; te </w:t>
      </w:r>
      <w:r>
        <w:rPr>
          <w:iCs/>
        </w:rPr>
        <w:t>faisant</w:t>
      </w:r>
      <w:r>
        <w:t xml:space="preserve"> nuit &amp; jour fondre de volupté</w:t>
      </w:r>
      <w:r w:rsidR="0034078D">
        <w:t xml:space="preserve">, </w:t>
      </w:r>
      <w:r>
        <w:t xml:space="preserve">rendent ton </w:t>
      </w:r>
      <w:proofErr w:type="spellStart"/>
      <w:r>
        <w:t>ame</w:t>
      </w:r>
      <w:proofErr w:type="spellEnd"/>
      <w:r w:rsidR="0034078D">
        <w:t xml:space="preserve">, </w:t>
      </w:r>
      <w:r>
        <w:t>s</w:t>
      </w:r>
      <w:r w:rsidR="0034078D">
        <w:t>’</w:t>
      </w:r>
      <w:r>
        <w:t>il se peut</w:t>
      </w:r>
      <w:r w:rsidR="0034078D">
        <w:t xml:space="preserve">, </w:t>
      </w:r>
      <w:r>
        <w:t>aussi gluante &amp; lascive que ton corps</w:t>
      </w:r>
      <w:r w:rsidR="0034078D">
        <w:t xml:space="preserve">. </w:t>
      </w:r>
      <w:r>
        <w:t>Enfin puisque tu n</w:t>
      </w:r>
      <w:r w:rsidR="0034078D">
        <w:t>’</w:t>
      </w:r>
      <w:r>
        <w:t>as point d</w:t>
      </w:r>
      <w:r w:rsidR="0034078D">
        <w:t>’</w:t>
      </w:r>
      <w:r>
        <w:t>autres ressources</w:t>
      </w:r>
      <w:r w:rsidR="0034078D">
        <w:t xml:space="preserve">, </w:t>
      </w:r>
      <w:r>
        <w:t>tires-en parti</w:t>
      </w:r>
      <w:r w:rsidR="0034078D">
        <w:t xml:space="preserve"> : </w:t>
      </w:r>
      <w:r>
        <w:t>Bois</w:t>
      </w:r>
      <w:r w:rsidR="0034078D">
        <w:t xml:space="preserve">, </w:t>
      </w:r>
      <w:r>
        <w:t>manges</w:t>
      </w:r>
      <w:r w:rsidR="0034078D">
        <w:t xml:space="preserve">, </w:t>
      </w:r>
      <w:r>
        <w:t>dors</w:t>
      </w:r>
      <w:r w:rsidR="0034078D">
        <w:t xml:space="preserve">, </w:t>
      </w:r>
      <w:r>
        <w:t>ronfles</w:t>
      </w:r>
      <w:r w:rsidR="0034078D">
        <w:t xml:space="preserve">, </w:t>
      </w:r>
      <w:r>
        <w:t>rêves</w:t>
      </w:r>
      <w:r w:rsidR="0034078D">
        <w:t xml:space="preserve"> ; </w:t>
      </w:r>
      <w:r>
        <w:t>&amp; si tu penses quelquefois</w:t>
      </w:r>
      <w:r w:rsidR="0034078D">
        <w:t xml:space="preserve">, </w:t>
      </w:r>
      <w:r>
        <w:t>que ce soit entre deux vins</w:t>
      </w:r>
      <w:r w:rsidR="0034078D">
        <w:t xml:space="preserve">, </w:t>
      </w:r>
      <w:r>
        <w:t>&amp; toujours</w:t>
      </w:r>
      <w:r w:rsidR="0034078D">
        <w:t xml:space="preserve">, </w:t>
      </w:r>
      <w:r>
        <w:t>ou au plaisir du moment présent</w:t>
      </w:r>
      <w:r w:rsidR="0034078D">
        <w:t xml:space="preserve">, </w:t>
      </w:r>
      <w:r>
        <w:t xml:space="preserve">ou au </w:t>
      </w:r>
      <w:proofErr w:type="spellStart"/>
      <w:r>
        <w:t>desir</w:t>
      </w:r>
      <w:proofErr w:type="spellEnd"/>
      <w:r>
        <w:t xml:space="preserve"> ménagé pour l</w:t>
      </w:r>
      <w:r w:rsidR="0034078D">
        <w:t>’</w:t>
      </w:r>
      <w:r>
        <w:t>heure suivante</w:t>
      </w:r>
      <w:r w:rsidR="0034078D">
        <w:t xml:space="preserve">. </w:t>
      </w:r>
      <w:r>
        <w:t>Ou si</w:t>
      </w:r>
      <w:r w:rsidR="0034078D">
        <w:t xml:space="preserve">, </w:t>
      </w:r>
      <w:r>
        <w:t>non content d</w:t>
      </w:r>
      <w:r w:rsidR="0034078D">
        <w:t>’</w:t>
      </w:r>
      <w:r>
        <w:t>exceller dans le grand art des voluptés</w:t>
      </w:r>
      <w:r w:rsidR="0034078D">
        <w:t xml:space="preserve">, </w:t>
      </w:r>
      <w:r>
        <w:t>la crapule &amp; la débauche n</w:t>
      </w:r>
      <w:r w:rsidR="0034078D">
        <w:t>’</w:t>
      </w:r>
      <w:r>
        <w:t>ont rien de trop fort pour toi</w:t>
      </w:r>
      <w:r w:rsidR="0034078D">
        <w:t xml:space="preserve">, </w:t>
      </w:r>
      <w:r>
        <w:t>l</w:t>
      </w:r>
      <w:r w:rsidR="0034078D">
        <w:t>’</w:t>
      </w:r>
      <w:r>
        <w:t>ordure &amp; l</w:t>
      </w:r>
      <w:r w:rsidR="0034078D">
        <w:t>’</w:t>
      </w:r>
      <w:r>
        <w:t>infamie sont ton partage</w:t>
      </w:r>
      <w:r w:rsidR="0034078D">
        <w:t xml:space="preserve"> ; </w:t>
      </w:r>
      <w:r>
        <w:t>vautres-toi</w:t>
      </w:r>
      <w:r w:rsidR="0034078D">
        <w:t xml:space="preserve">, </w:t>
      </w:r>
      <w:r>
        <w:t>comme font les porcs</w:t>
      </w:r>
      <w:r w:rsidR="0034078D">
        <w:t xml:space="preserve">, </w:t>
      </w:r>
      <w:r>
        <w:t xml:space="preserve">&amp; tu seras heureux à leur </w:t>
      </w:r>
      <w:proofErr w:type="spellStart"/>
      <w:r>
        <w:t>maniere</w:t>
      </w:r>
      <w:proofErr w:type="spellEnd"/>
      <w:r w:rsidR="0034078D">
        <w:t xml:space="preserve">. </w:t>
      </w:r>
      <w:r>
        <w:t xml:space="preserve">Je ne te dis au reste que ce que tu te conseilles à toi-même &amp; </w:t>
      </w:r>
      <w:r>
        <w:lastRenderedPageBreak/>
        <w:t>ce que tu fais</w:t>
      </w:r>
      <w:r w:rsidR="0034078D">
        <w:t xml:space="preserve">. </w:t>
      </w:r>
      <w:r>
        <w:t xml:space="preserve">Je </w:t>
      </w:r>
      <w:proofErr w:type="spellStart"/>
      <w:r>
        <w:t>perdrois</w:t>
      </w:r>
      <w:proofErr w:type="spellEnd"/>
      <w:r>
        <w:t xml:space="preserve"> mon temps &amp; ma peine à prendre un autre ton</w:t>
      </w:r>
      <w:r w:rsidR="0034078D">
        <w:t xml:space="preserve"> : </w:t>
      </w:r>
      <w:r>
        <w:t>parler de tempérance à un débauché</w:t>
      </w:r>
      <w:r w:rsidR="0034078D">
        <w:t xml:space="preserve">, </w:t>
      </w:r>
      <w:r>
        <w:t>c</w:t>
      </w:r>
      <w:r w:rsidR="0034078D">
        <w:t>’</w:t>
      </w:r>
      <w:r>
        <w:t>est parler d</w:t>
      </w:r>
      <w:r w:rsidR="0034078D">
        <w:t>’</w:t>
      </w:r>
      <w:r>
        <w:t>humanité à un tyran</w:t>
      </w:r>
      <w:r w:rsidR="0034078D">
        <w:t>.</w:t>
      </w:r>
    </w:p>
    <w:p w14:paraId="1C96846D" w14:textId="77777777" w:rsidR="0034078D" w:rsidRDefault="00000000" w:rsidP="0034078D">
      <w:r>
        <w:t>Qu</w:t>
      </w:r>
      <w:r w:rsidR="0034078D">
        <w:t>’</w:t>
      </w:r>
      <w:r>
        <w:t>on ne dise point que j</w:t>
      </w:r>
      <w:r w:rsidR="0034078D">
        <w:t>’</w:t>
      </w:r>
      <w:r>
        <w:t>invite au crime</w:t>
      </w:r>
      <w:r w:rsidR="0034078D">
        <w:t xml:space="preserve"> ; </w:t>
      </w:r>
      <w:r>
        <w:t>car je n</w:t>
      </w:r>
      <w:r w:rsidR="0034078D">
        <w:t>’</w:t>
      </w:r>
      <w:r>
        <w:t>invite qu</w:t>
      </w:r>
      <w:r w:rsidR="0034078D">
        <w:t>’</w:t>
      </w:r>
      <w:r>
        <w:t>au repos dans le crime</w:t>
      </w:r>
      <w:r w:rsidR="0034078D">
        <w:t xml:space="preserve">. </w:t>
      </w:r>
      <w:r>
        <w:t>L</w:t>
      </w:r>
      <w:r w:rsidR="0034078D">
        <w:t>’</w:t>
      </w:r>
      <w:r>
        <w:t xml:space="preserve">homme </w:t>
      </w:r>
      <w:proofErr w:type="spellStart"/>
      <w:r>
        <w:t>paroît</w:t>
      </w:r>
      <w:proofErr w:type="spellEnd"/>
      <w:r>
        <w:t xml:space="preserve"> en général un animal faux</w:t>
      </w:r>
      <w:r w:rsidR="0034078D">
        <w:t xml:space="preserve">, </w:t>
      </w:r>
      <w:r>
        <w:t>rusé</w:t>
      </w:r>
      <w:r w:rsidR="0034078D">
        <w:t xml:space="preserve">, </w:t>
      </w:r>
      <w:r>
        <w:t>dangereux</w:t>
      </w:r>
      <w:r w:rsidR="0034078D">
        <w:t xml:space="preserve">, </w:t>
      </w:r>
      <w:r>
        <w:t>perfide</w:t>
      </w:r>
      <w:r w:rsidR="0034078D">
        <w:t xml:space="preserve">, </w:t>
      </w:r>
      <w:r>
        <w:t>&amp;c</w:t>
      </w:r>
      <w:r w:rsidR="0034078D">
        <w:t xml:space="preserve">. </w:t>
      </w:r>
      <w:r>
        <w:t>il semble suivre plutôt la fougue du sang &amp; de ses passions</w:t>
      </w:r>
      <w:r w:rsidR="0034078D">
        <w:t xml:space="preserve">, </w:t>
      </w:r>
      <w:r>
        <w:t>que les idées qu</w:t>
      </w:r>
      <w:r w:rsidR="0034078D">
        <w:t>’</w:t>
      </w:r>
      <w:r>
        <w:t xml:space="preserve">il a reçues </w:t>
      </w:r>
      <w:r>
        <w:rPr>
          <w:iCs/>
        </w:rPr>
        <w:t>dès</w:t>
      </w:r>
      <w:r>
        <w:t xml:space="preserve"> l</w:t>
      </w:r>
      <w:r w:rsidR="0034078D">
        <w:t>’</w:t>
      </w:r>
      <w:r>
        <w:t>enfance &amp; qui font la base de la loi naturelle &amp; des remords</w:t>
      </w:r>
      <w:r w:rsidR="0034078D">
        <w:t xml:space="preserve">. </w:t>
      </w:r>
      <w:r>
        <w:t>Voilà à quoi se réduit en substance tout ce que je dis</w:t>
      </w:r>
      <w:r w:rsidR="0034078D">
        <w:t xml:space="preserve">. </w:t>
      </w:r>
      <w:r>
        <w:t>Mon but est de raisonner &amp; d</w:t>
      </w:r>
      <w:r w:rsidR="0034078D">
        <w:t>’</w:t>
      </w:r>
      <w:r>
        <w:t>aller aux causes</w:t>
      </w:r>
      <w:r w:rsidR="0034078D">
        <w:t xml:space="preserve">, </w:t>
      </w:r>
      <w:r>
        <w:t>en faisant abstraction des conséquences</w:t>
      </w:r>
      <w:r w:rsidR="0034078D">
        <w:t xml:space="preserve">, </w:t>
      </w:r>
      <w:r>
        <w:t>qui cependant n</w:t>
      </w:r>
      <w:r w:rsidR="0034078D">
        <w:t>’</w:t>
      </w:r>
      <w:r>
        <w:t>en seront ni plus fâcheuses</w:t>
      </w:r>
      <w:r w:rsidR="0034078D">
        <w:t xml:space="preserve">, </w:t>
      </w:r>
      <w:r>
        <w:t xml:space="preserve">ni plus difficiles à </w:t>
      </w:r>
      <w:r>
        <w:rPr>
          <w:bCs/>
        </w:rPr>
        <w:t>réprimer</w:t>
      </w:r>
      <w:r w:rsidR="0034078D">
        <w:rPr>
          <w:bCs/>
        </w:rPr>
        <w:t xml:space="preserve">. </w:t>
      </w:r>
      <w:r>
        <w:t xml:space="preserve">Si tant de </w:t>
      </w:r>
      <w:proofErr w:type="spellStart"/>
      <w:r>
        <w:t>méchans</w:t>
      </w:r>
      <w:proofErr w:type="spellEnd"/>
      <w:r w:rsidR="0034078D">
        <w:t xml:space="preserve">, </w:t>
      </w:r>
      <w:r>
        <w:t>malgré tous les préjugés</w:t>
      </w:r>
      <w:r w:rsidR="0034078D">
        <w:t xml:space="preserve">, </w:t>
      </w:r>
      <w:r>
        <w:t>contraires à leurs actions</w:t>
      </w:r>
      <w:r w:rsidR="0034078D">
        <w:t xml:space="preserve">, </w:t>
      </w:r>
      <w:r>
        <w:t>dans lesquels ils ont été élevés</w:t>
      </w:r>
      <w:r w:rsidR="0034078D">
        <w:t xml:space="preserve">, </w:t>
      </w:r>
      <w:r>
        <w:t>ne sont pas toujours malheureux</w:t>
      </w:r>
      <w:r w:rsidR="0034078D">
        <w:t xml:space="preserve">, </w:t>
      </w:r>
      <w:r>
        <w:t>n</w:t>
      </w:r>
      <w:r w:rsidR="0034078D">
        <w:t>’</w:t>
      </w:r>
      <w:r>
        <w:t>est-il pas évident qu</w:t>
      </w:r>
      <w:r w:rsidR="0034078D">
        <w:t>’</w:t>
      </w:r>
      <w:r>
        <w:t xml:space="preserve">ils le </w:t>
      </w:r>
      <w:proofErr w:type="spellStart"/>
      <w:r>
        <w:t>seroient</w:t>
      </w:r>
      <w:proofErr w:type="spellEnd"/>
      <w:r>
        <w:t xml:space="preserve"> conséquemment encore moins</w:t>
      </w:r>
      <w:r w:rsidR="0034078D">
        <w:t xml:space="preserve">, </w:t>
      </w:r>
      <w:r>
        <w:t>dans la double supposition</w:t>
      </w:r>
      <w:r w:rsidR="0034078D">
        <w:t xml:space="preserve">, </w:t>
      </w:r>
      <w:r>
        <w:t>ou qu</w:t>
      </w:r>
      <w:r w:rsidR="0034078D">
        <w:t>’</w:t>
      </w:r>
      <w:r>
        <w:t xml:space="preserve">ils en </w:t>
      </w:r>
      <w:proofErr w:type="spellStart"/>
      <w:r>
        <w:t>pourroient</w:t>
      </w:r>
      <w:proofErr w:type="spellEnd"/>
      <w:r>
        <w:t xml:space="preserve"> secouer le joug</w:t>
      </w:r>
      <w:r w:rsidR="0034078D">
        <w:t xml:space="preserve">, </w:t>
      </w:r>
      <w:r>
        <w:t xml:space="preserve">ou </w:t>
      </w:r>
      <w:proofErr w:type="spellStart"/>
      <w:r>
        <w:t>sur-tout</w:t>
      </w:r>
      <w:proofErr w:type="spellEnd"/>
      <w:r>
        <w:t xml:space="preserve"> qu</w:t>
      </w:r>
      <w:r w:rsidR="0034078D">
        <w:t>’</w:t>
      </w:r>
      <w:r>
        <w:t>ils ne l</w:t>
      </w:r>
      <w:r w:rsidR="0034078D">
        <w:t>’</w:t>
      </w:r>
      <w:r>
        <w:t>eussent jamais porté</w:t>
      </w:r>
      <w:r w:rsidR="0034078D">
        <w:t xml:space="preserve">. </w:t>
      </w:r>
      <w:r>
        <w:t>Je dis donc ce qui me semble</w:t>
      </w:r>
      <w:r w:rsidR="0034078D">
        <w:t xml:space="preserve">, </w:t>
      </w:r>
      <w:r>
        <w:t>&amp; ne donne qu</w:t>
      </w:r>
      <w:r w:rsidR="0034078D">
        <w:t>’</w:t>
      </w:r>
      <w:r>
        <w:t xml:space="preserve">une </w:t>
      </w:r>
      <w:proofErr w:type="spellStart"/>
      <w:r>
        <w:t>hypothese</w:t>
      </w:r>
      <w:proofErr w:type="spellEnd"/>
      <w:r>
        <w:t xml:space="preserve"> philosophique</w:t>
      </w:r>
      <w:r w:rsidR="0034078D">
        <w:t xml:space="preserve">. </w:t>
      </w:r>
      <w:r>
        <w:t>Je ne soutiens point</w:t>
      </w:r>
      <w:r w:rsidR="0034078D">
        <w:t xml:space="preserve">, </w:t>
      </w:r>
      <w:r>
        <w:t>à dieu ne plaise</w:t>
      </w:r>
      <w:r w:rsidR="0034078D">
        <w:t xml:space="preserve"> ! </w:t>
      </w:r>
      <w:r>
        <w:t>la méchanceté</w:t>
      </w:r>
      <w:r w:rsidR="0034078D">
        <w:t xml:space="preserve">, </w:t>
      </w:r>
      <w:r>
        <w:t xml:space="preserve">trop opposée à mon </w:t>
      </w:r>
      <w:proofErr w:type="spellStart"/>
      <w:r>
        <w:t>caractere</w:t>
      </w:r>
      <w:proofErr w:type="spellEnd"/>
      <w:r w:rsidR="0034078D">
        <w:t xml:space="preserve"> ; </w:t>
      </w:r>
      <w:r>
        <w:t>j</w:t>
      </w:r>
      <w:r w:rsidR="0034078D">
        <w:t>’</w:t>
      </w:r>
      <w:r>
        <w:t xml:space="preserve">y </w:t>
      </w:r>
      <w:proofErr w:type="spellStart"/>
      <w:r>
        <w:t>compâtis</w:t>
      </w:r>
      <w:proofErr w:type="spellEnd"/>
      <w:r w:rsidR="0034078D">
        <w:t xml:space="preserve">, </w:t>
      </w:r>
      <w:r>
        <w:t>parce que j</w:t>
      </w:r>
      <w:r w:rsidR="0034078D">
        <w:t>’</w:t>
      </w:r>
      <w:r>
        <w:t>en trouve l</w:t>
      </w:r>
      <w:r w:rsidR="0034078D">
        <w:t>’</w:t>
      </w:r>
      <w:r>
        <w:t>excuse dans l</w:t>
      </w:r>
      <w:r w:rsidR="0034078D">
        <w:t>’</w:t>
      </w:r>
      <w:r>
        <w:t>organisation même</w:t>
      </w:r>
      <w:r w:rsidR="0034078D">
        <w:t xml:space="preserve">, </w:t>
      </w:r>
      <w:r>
        <w:t>quelquefois difficile &amp; même impossible à dompter</w:t>
      </w:r>
      <w:r w:rsidR="0034078D">
        <w:t xml:space="preserve">. </w:t>
      </w:r>
      <w:r>
        <w:t>Les chevaux ne sont pas les seuls animaux qui prennent le mors aux dents</w:t>
      </w:r>
      <w:r w:rsidR="0034078D">
        <w:t xml:space="preserve">. </w:t>
      </w:r>
      <w:r>
        <w:t>Que chacun s</w:t>
      </w:r>
      <w:r w:rsidR="0034078D">
        <w:t>’</w:t>
      </w:r>
      <w:r>
        <w:t>examine</w:t>
      </w:r>
      <w:r w:rsidR="0034078D">
        <w:t xml:space="preserve"> ; </w:t>
      </w:r>
      <w:r>
        <w:t>qu</w:t>
      </w:r>
      <w:r w:rsidR="0034078D">
        <w:t>’</w:t>
      </w:r>
      <w:r>
        <w:t xml:space="preserve">il se rappelle ses anciennes </w:t>
      </w:r>
      <w:proofErr w:type="spellStart"/>
      <w:r>
        <w:t>coleres</w:t>
      </w:r>
      <w:proofErr w:type="spellEnd"/>
      <w:r w:rsidR="0034078D">
        <w:t xml:space="preserve">, </w:t>
      </w:r>
      <w:r>
        <w:t>ses vengeances</w:t>
      </w:r>
      <w:r w:rsidR="0034078D">
        <w:t xml:space="preserve">, </w:t>
      </w:r>
      <w:r>
        <w:t>ses querelles &amp; tant d</w:t>
      </w:r>
      <w:r w:rsidR="0034078D">
        <w:t>’</w:t>
      </w:r>
      <w:r>
        <w:t xml:space="preserve">autres </w:t>
      </w:r>
      <w:proofErr w:type="spellStart"/>
      <w:r>
        <w:t>mouvemens</w:t>
      </w:r>
      <w:proofErr w:type="spellEnd"/>
      <w:r>
        <w:t xml:space="preserve"> qui l</w:t>
      </w:r>
      <w:r w:rsidR="0034078D">
        <w:t>’</w:t>
      </w:r>
      <w:r>
        <w:t>ont emporté</w:t>
      </w:r>
      <w:r w:rsidR="0034078D">
        <w:t xml:space="preserve">, </w:t>
      </w:r>
      <w:r>
        <w:t>il se trouvera cheval comme un autre</w:t>
      </w:r>
      <w:r w:rsidR="0034078D">
        <w:t xml:space="preserve">. </w:t>
      </w:r>
      <w:r>
        <w:t>Tout homme fougueux &amp; violent en est un</w:t>
      </w:r>
      <w:r w:rsidR="0034078D">
        <w:t>.</w:t>
      </w:r>
    </w:p>
    <w:p w14:paraId="536DDE3C" w14:textId="77777777" w:rsidR="0034078D" w:rsidRDefault="00000000" w:rsidP="0034078D">
      <w:r>
        <w:t>Mais</w:t>
      </w:r>
      <w:r w:rsidR="0034078D">
        <w:t xml:space="preserve"> (</w:t>
      </w:r>
      <w:r>
        <w:t>pour me parler à l</w:t>
      </w:r>
      <w:r w:rsidR="0034078D">
        <w:t>’</w:t>
      </w:r>
      <w:r>
        <w:t xml:space="preserve">imitation de </w:t>
      </w:r>
      <w:proofErr w:type="spellStart"/>
      <w:r>
        <w:t>Séneque</w:t>
      </w:r>
      <w:proofErr w:type="spellEnd"/>
      <w:r w:rsidR="0034078D">
        <w:t xml:space="preserve">), </w:t>
      </w:r>
      <w:r>
        <w:rPr>
          <w:bCs/>
        </w:rPr>
        <w:t xml:space="preserve">tu </w:t>
      </w:r>
      <w:r>
        <w:t>ne poursuis point les vices &amp; les crimes avec un style de fer</w:t>
      </w:r>
      <w:r w:rsidR="0034078D">
        <w:t xml:space="preserve"> ? </w:t>
      </w:r>
      <w:r>
        <w:t>Je ne suis point tenu de remplir une tâche qui n</w:t>
      </w:r>
      <w:r w:rsidR="0034078D">
        <w:t>’</w:t>
      </w:r>
      <w:r>
        <w:t>est point la mienne</w:t>
      </w:r>
      <w:r w:rsidR="0034078D">
        <w:t xml:space="preserve">. </w:t>
      </w:r>
      <w:r>
        <w:t>Je la laisse aux satyriques &amp; aux prédicateurs</w:t>
      </w:r>
      <w:r w:rsidR="0034078D">
        <w:t xml:space="preserve">. </w:t>
      </w:r>
      <w:r>
        <w:t xml:space="preserve">Je ne </w:t>
      </w:r>
      <w:r>
        <w:lastRenderedPageBreak/>
        <w:t>moralise</w:t>
      </w:r>
      <w:r w:rsidR="0034078D">
        <w:t xml:space="preserve">, </w:t>
      </w:r>
      <w:r>
        <w:rPr>
          <w:bCs/>
        </w:rPr>
        <w:t xml:space="preserve">ni ne </w:t>
      </w:r>
      <w:r>
        <w:t>prêche</w:t>
      </w:r>
      <w:r w:rsidR="0034078D">
        <w:t xml:space="preserve">, </w:t>
      </w:r>
      <w:r>
        <w:t>ni ne déclame</w:t>
      </w:r>
      <w:r w:rsidR="0034078D">
        <w:t xml:space="preserve">, </w:t>
      </w:r>
      <w:r>
        <w:t>j</w:t>
      </w:r>
      <w:r w:rsidR="0034078D">
        <w:t>’</w:t>
      </w:r>
      <w:r>
        <w:t>explique</w:t>
      </w:r>
      <w:r w:rsidR="0034078D">
        <w:t xml:space="preserve">. </w:t>
      </w:r>
      <w:r>
        <w:t>Je suis &amp; me fais l</w:t>
      </w:r>
      <w:r w:rsidR="0034078D">
        <w:t>’</w:t>
      </w:r>
      <w:r>
        <w:t>honneur d</w:t>
      </w:r>
      <w:r w:rsidR="0034078D">
        <w:t>’</w:t>
      </w:r>
      <w:r>
        <w:t>être citoyen zélé</w:t>
      </w:r>
      <w:r w:rsidR="0034078D">
        <w:t xml:space="preserve"> ; </w:t>
      </w:r>
      <w:r>
        <w:t>mais ce n</w:t>
      </w:r>
      <w:r w:rsidR="0034078D">
        <w:t>’</w:t>
      </w:r>
      <w:r>
        <w:t>est point en cette qualité que j</w:t>
      </w:r>
      <w:r w:rsidR="0034078D">
        <w:t>’</w:t>
      </w:r>
      <w:r>
        <w:t>écris</w:t>
      </w:r>
      <w:r w:rsidR="0034078D">
        <w:t xml:space="preserve">, </w:t>
      </w:r>
      <w:r>
        <w:t>c</w:t>
      </w:r>
      <w:r w:rsidR="0034078D">
        <w:t>’</w:t>
      </w:r>
      <w:r>
        <w:t>est comme philosophe</w:t>
      </w:r>
      <w:r w:rsidR="0034078D">
        <w:t xml:space="preserve">. </w:t>
      </w:r>
      <w:r>
        <w:t>Comme tel</w:t>
      </w:r>
      <w:r w:rsidR="0034078D">
        <w:t xml:space="preserve">, </w:t>
      </w:r>
      <w:r>
        <w:t xml:space="preserve">je vois que Cartouche </w:t>
      </w:r>
      <w:proofErr w:type="spellStart"/>
      <w:r>
        <w:t>étoit</w:t>
      </w:r>
      <w:proofErr w:type="spellEnd"/>
      <w:r>
        <w:t xml:space="preserve"> fait pour être Cartouche</w:t>
      </w:r>
      <w:r w:rsidR="0034078D">
        <w:t xml:space="preserve">, </w:t>
      </w:r>
      <w:r>
        <w:t>comme Pyrrhus pour être Pyrrhus</w:t>
      </w:r>
      <w:r w:rsidR="0034078D">
        <w:t xml:space="preserve"> : </w:t>
      </w:r>
      <w:r>
        <w:t>je vois que l</w:t>
      </w:r>
      <w:r w:rsidR="0034078D">
        <w:t>’</w:t>
      </w:r>
      <w:r>
        <w:t xml:space="preserve">un </w:t>
      </w:r>
      <w:proofErr w:type="spellStart"/>
      <w:r>
        <w:t>étoit</w:t>
      </w:r>
      <w:proofErr w:type="spellEnd"/>
      <w:r>
        <w:t xml:space="preserve"> </w:t>
      </w:r>
      <w:r>
        <w:rPr>
          <w:iCs/>
        </w:rPr>
        <w:t xml:space="preserve">fait </w:t>
      </w:r>
      <w:r>
        <w:t>pour voler &amp; tuer à force cachée</w:t>
      </w:r>
      <w:r w:rsidR="0034078D">
        <w:t xml:space="preserve">, </w:t>
      </w:r>
      <w:r>
        <w:t>&amp; l</w:t>
      </w:r>
      <w:r w:rsidR="0034078D">
        <w:t>’</w:t>
      </w:r>
      <w:r>
        <w:t>autre à force ouverte</w:t>
      </w:r>
      <w:r w:rsidR="0034078D">
        <w:t xml:space="preserve">. </w:t>
      </w:r>
      <w:r>
        <w:t>Les conseils sont inutiles à qui est né avec la soif du carnage &amp; du sang</w:t>
      </w:r>
      <w:r w:rsidR="0034078D">
        <w:t xml:space="preserve">. </w:t>
      </w:r>
      <w:r>
        <w:t>On pourra bien les écouter</w:t>
      </w:r>
      <w:r w:rsidR="0034078D">
        <w:t xml:space="preserve">, </w:t>
      </w:r>
      <w:r>
        <w:t>&amp; même les applaudir</w:t>
      </w:r>
      <w:r w:rsidR="0034078D">
        <w:t xml:space="preserve">, </w:t>
      </w:r>
      <w:r>
        <w:t>mais non les suivre</w:t>
      </w:r>
      <w:r w:rsidR="0034078D">
        <w:t xml:space="preserve">. </w:t>
      </w:r>
      <w:r>
        <w:t>Voilà ce que me dicte la philosophie</w:t>
      </w:r>
      <w:r w:rsidR="0034078D">
        <w:t xml:space="preserve">. </w:t>
      </w:r>
      <w:r>
        <w:t>L</w:t>
      </w:r>
      <w:r w:rsidR="0034078D">
        <w:t>’</w:t>
      </w:r>
      <w:r>
        <w:t>amour du public me dicte autre chose</w:t>
      </w:r>
      <w:r w:rsidR="0034078D">
        <w:t xml:space="preserve">. </w:t>
      </w:r>
      <w:r>
        <w:t>Je déplore le sort de l</w:t>
      </w:r>
      <w:r w:rsidR="0034078D">
        <w:t>’</w:t>
      </w:r>
      <w:r>
        <w:t>humanité</w:t>
      </w:r>
      <w:r w:rsidR="0034078D">
        <w:t xml:space="preserve">, </w:t>
      </w:r>
      <w:r>
        <w:t>d</w:t>
      </w:r>
      <w:r w:rsidR="0034078D">
        <w:t>’</w:t>
      </w:r>
      <w:r>
        <w:t>être</w:t>
      </w:r>
      <w:r w:rsidR="0034078D">
        <w:t xml:space="preserve">, </w:t>
      </w:r>
      <w:r>
        <w:t>pour ainsi dire</w:t>
      </w:r>
      <w:r w:rsidR="0034078D">
        <w:t xml:space="preserve">, </w:t>
      </w:r>
      <w:r>
        <w:t>en d</w:t>
      </w:r>
      <w:r w:rsidR="0034078D">
        <w:t>’</w:t>
      </w:r>
      <w:r>
        <w:t>aussi mauvaises mains que les siennes</w:t>
      </w:r>
      <w:r w:rsidR="0034078D">
        <w:t xml:space="preserve">. </w:t>
      </w:r>
      <w:r>
        <w:t>Je suis fâché de croire tout ce que je dis</w:t>
      </w:r>
      <w:r w:rsidR="0034078D">
        <w:t xml:space="preserve"> ; </w:t>
      </w:r>
      <w:r>
        <w:t>mais je ne me repens point de dire ce que je crois</w:t>
      </w:r>
      <w:r w:rsidR="0034078D">
        <w:t xml:space="preserve">. </w:t>
      </w:r>
      <w:r>
        <w:t>Au travers de ce qui me semble révolter au premier coup-d</w:t>
      </w:r>
      <w:r w:rsidR="0034078D">
        <w:t>’</w:t>
      </w:r>
      <w:r>
        <w:t>œil</w:t>
      </w:r>
      <w:r w:rsidR="0034078D">
        <w:t xml:space="preserve">, </w:t>
      </w:r>
      <w:r>
        <w:t>les gens qui ne sont pas sans odorat</w:t>
      </w:r>
      <w:r w:rsidR="0034078D">
        <w:t xml:space="preserve">, </w:t>
      </w:r>
      <w:r>
        <w:t>pénétrant l</w:t>
      </w:r>
      <w:r w:rsidR="0034078D">
        <w:t>’</w:t>
      </w:r>
      <w:r>
        <w:t>écorce</w:t>
      </w:r>
      <w:r w:rsidR="0034078D">
        <w:t xml:space="preserve">, </w:t>
      </w:r>
      <w:r>
        <w:t>trouveront que ma philosophie ne s</w:t>
      </w:r>
      <w:r w:rsidR="0034078D">
        <w:t>’</w:t>
      </w:r>
      <w:proofErr w:type="spellStart"/>
      <w:r>
        <w:t>éleve</w:t>
      </w:r>
      <w:proofErr w:type="spellEnd"/>
      <w:r>
        <w:t xml:space="preserve"> point sur les débris de la société</w:t>
      </w:r>
      <w:r w:rsidR="0034078D">
        <w:t xml:space="preserve">. </w:t>
      </w:r>
      <w:r>
        <w:t>Je ne puis trop insister sur cet article</w:t>
      </w:r>
      <w:r w:rsidR="0034078D">
        <w:t xml:space="preserve">. </w:t>
      </w:r>
      <w:r>
        <w:t>Qu</w:t>
      </w:r>
      <w:r w:rsidR="0034078D">
        <w:t>’</w:t>
      </w:r>
      <w:r>
        <w:t>on y prenne bien garde</w:t>
      </w:r>
      <w:r w:rsidR="0034078D">
        <w:t xml:space="preserve">, </w:t>
      </w:r>
      <w:r>
        <w:t>&amp; qu</w:t>
      </w:r>
      <w:r w:rsidR="0034078D">
        <w:t>’</w:t>
      </w:r>
      <w:r>
        <w:t>on distingue en même temps l</w:t>
      </w:r>
      <w:r w:rsidR="0034078D">
        <w:t>’</w:t>
      </w:r>
      <w:r>
        <w:t>homme de l</w:t>
      </w:r>
      <w:r w:rsidR="0034078D">
        <w:t>’</w:t>
      </w:r>
      <w:r>
        <w:t>auteur</w:t>
      </w:r>
      <w:r w:rsidR="0034078D">
        <w:t xml:space="preserve">. </w:t>
      </w:r>
      <w:r>
        <w:t>Je n</w:t>
      </w:r>
      <w:r w:rsidR="0034078D">
        <w:t>’</w:t>
      </w:r>
      <w:r>
        <w:t xml:space="preserve">enhardis point les </w:t>
      </w:r>
      <w:proofErr w:type="spellStart"/>
      <w:r>
        <w:t>méchans</w:t>
      </w:r>
      <w:proofErr w:type="spellEnd"/>
      <w:r w:rsidR="0034078D">
        <w:t xml:space="preserve">, </w:t>
      </w:r>
      <w:r>
        <w:t>je les plains par humanité</w:t>
      </w:r>
      <w:r w:rsidR="0034078D">
        <w:t xml:space="preserve">, </w:t>
      </w:r>
      <w:r>
        <w:t>&amp; je les tranquillise par raison</w:t>
      </w:r>
      <w:r w:rsidR="0034078D">
        <w:t xml:space="preserve">. </w:t>
      </w:r>
      <w:r>
        <w:t>Si je les soulage d</w:t>
      </w:r>
      <w:r w:rsidR="0034078D">
        <w:t>’</w:t>
      </w:r>
      <w:r>
        <w:t>un pesant fardeau</w:t>
      </w:r>
      <w:r w:rsidR="0034078D">
        <w:t xml:space="preserve">, </w:t>
      </w:r>
      <w:r>
        <w:t xml:space="preserve">je ne </w:t>
      </w:r>
      <w:proofErr w:type="spellStart"/>
      <w:r>
        <w:t>reconnois</w:t>
      </w:r>
      <w:proofErr w:type="spellEnd"/>
      <w:r>
        <w:t xml:space="preserve"> pas moins qu</w:t>
      </w:r>
      <w:r w:rsidR="0034078D">
        <w:t>’</w:t>
      </w:r>
      <w:r>
        <w:t>ils en sont eux-mêmes un bien plus onéreux pour la société</w:t>
      </w:r>
      <w:r w:rsidR="0034078D">
        <w:t xml:space="preserve">. </w:t>
      </w:r>
      <w:r>
        <w:t xml:space="preserve">Elle a ses coutumes &amp; ses </w:t>
      </w:r>
      <w:proofErr w:type="spellStart"/>
      <w:r>
        <w:t>loix</w:t>
      </w:r>
      <w:proofErr w:type="spellEnd"/>
      <w:r w:rsidR="0034078D">
        <w:t xml:space="preserve">, </w:t>
      </w:r>
      <w:r>
        <w:t>&amp; ses armes</w:t>
      </w:r>
      <w:r w:rsidR="0034078D">
        <w:t xml:space="preserve">, </w:t>
      </w:r>
      <w:r>
        <w:t>quand on les a blessées</w:t>
      </w:r>
      <w:r w:rsidR="0034078D">
        <w:t xml:space="preserve"> ; </w:t>
      </w:r>
      <w:r>
        <w:t>je ne suis point ici son vengeur</w:t>
      </w:r>
      <w:r w:rsidR="0034078D">
        <w:t xml:space="preserve">, </w:t>
      </w:r>
      <w:r>
        <w:t>ni son appui</w:t>
      </w:r>
      <w:r w:rsidR="0034078D">
        <w:t xml:space="preserve">. </w:t>
      </w:r>
      <w:r>
        <w:t>Thémis ne m</w:t>
      </w:r>
      <w:r w:rsidR="0034078D">
        <w:t>’</w:t>
      </w:r>
      <w:r>
        <w:t>a point remis sa balance</w:t>
      </w:r>
      <w:r w:rsidR="0034078D">
        <w:t xml:space="preserve">, </w:t>
      </w:r>
      <w:r>
        <w:t>elle ne m</w:t>
      </w:r>
      <w:r w:rsidR="0034078D">
        <w:t>’</w:t>
      </w:r>
      <w:r>
        <w:t>a point chargé de peser les vices &amp; les vertus</w:t>
      </w:r>
      <w:r w:rsidR="0034078D">
        <w:t xml:space="preserve">, </w:t>
      </w:r>
      <w:r>
        <w:t xml:space="preserve">les peines </w:t>
      </w:r>
      <w:r>
        <w:rPr>
          <w:bCs/>
        </w:rPr>
        <w:t xml:space="preserve">&amp; </w:t>
      </w:r>
      <w:r>
        <w:t>les récompenses</w:t>
      </w:r>
      <w:r w:rsidR="0034078D">
        <w:t xml:space="preserve">. </w:t>
      </w:r>
      <w:r>
        <w:t xml:space="preserve">Et comme </w:t>
      </w:r>
      <w:proofErr w:type="spellStart"/>
      <w:r>
        <w:t>Crébillion</w:t>
      </w:r>
      <w:proofErr w:type="spellEnd"/>
      <w:r>
        <w:t xml:space="preserve"> n</w:t>
      </w:r>
      <w:r w:rsidR="0034078D">
        <w:t>’</w:t>
      </w:r>
      <w:r>
        <w:t xml:space="preserve">en est pas plus noir pour avoir </w:t>
      </w:r>
      <w:r>
        <w:rPr>
          <w:iCs/>
        </w:rPr>
        <w:t>fait</w:t>
      </w:r>
      <w:r>
        <w:t xml:space="preserve"> la tragédie d</w:t>
      </w:r>
      <w:r w:rsidR="0034078D">
        <w:t>’</w:t>
      </w:r>
      <w:r>
        <w:rPr>
          <w:i/>
          <w:iCs/>
        </w:rPr>
        <w:t>Atrée &amp; de Thyeste</w:t>
      </w:r>
      <w:r w:rsidR="0034078D">
        <w:rPr>
          <w:i/>
          <w:iCs/>
        </w:rPr>
        <w:t xml:space="preserve">, </w:t>
      </w:r>
      <w:r>
        <w:t>je n</w:t>
      </w:r>
      <w:r w:rsidR="0034078D">
        <w:t>’</w:t>
      </w:r>
      <w:r>
        <w:t>en suis pas moins vertueux</w:t>
      </w:r>
      <w:r w:rsidR="0034078D">
        <w:t xml:space="preserve">, </w:t>
      </w:r>
      <w:r>
        <w:t>pour avoir essayé de détruire les vices absolus</w:t>
      </w:r>
      <w:r w:rsidR="0034078D">
        <w:t xml:space="preserve">. </w:t>
      </w:r>
      <w:r>
        <w:t>Pour exempter des remords</w:t>
      </w:r>
      <w:r w:rsidR="0034078D">
        <w:t xml:space="preserve">, </w:t>
      </w:r>
      <w:r>
        <w:t>il ne s</w:t>
      </w:r>
      <w:r w:rsidR="0034078D">
        <w:t>’</w:t>
      </w:r>
      <w:r>
        <w:t>ensuit pas que je sois capable de ce qui les donne</w:t>
      </w:r>
      <w:r w:rsidR="0034078D">
        <w:t xml:space="preserve">. </w:t>
      </w:r>
      <w:r>
        <w:t>Pour savoir apprécier les hommes</w:t>
      </w:r>
      <w:r w:rsidR="0034078D">
        <w:t xml:space="preserve">, </w:t>
      </w:r>
      <w:r>
        <w:t>il ne s</w:t>
      </w:r>
      <w:r w:rsidR="0034078D">
        <w:t>’</w:t>
      </w:r>
      <w:r>
        <w:t>ensuit pas que je dédaigne de les servir &amp; que je tende à la ruine</w:t>
      </w:r>
      <w:r w:rsidR="0034078D">
        <w:t xml:space="preserve">. </w:t>
      </w:r>
      <w:r>
        <w:t xml:space="preserve">Je déteste au contraire tout ce qui nuit à la </w:t>
      </w:r>
      <w:proofErr w:type="spellStart"/>
      <w:r>
        <w:t>societé</w:t>
      </w:r>
      <w:proofErr w:type="spellEnd"/>
      <w:r w:rsidR="0034078D">
        <w:t xml:space="preserve">. </w:t>
      </w:r>
      <w:r>
        <w:t xml:space="preserve">Je </w:t>
      </w:r>
      <w:proofErr w:type="spellStart"/>
      <w:r>
        <w:t>voudrois</w:t>
      </w:r>
      <w:proofErr w:type="spellEnd"/>
      <w:r>
        <w:t xml:space="preserve"> que ces </w:t>
      </w:r>
      <w:r>
        <w:lastRenderedPageBreak/>
        <w:t>armes de la politique</w:t>
      </w:r>
      <w:r w:rsidR="0034078D">
        <w:t xml:space="preserve"> (</w:t>
      </w:r>
      <w:r>
        <w:t>les remords</w:t>
      </w:r>
      <w:r w:rsidR="0034078D">
        <w:t xml:space="preserve">), </w:t>
      </w:r>
      <w:r>
        <w:t>fussent aussi effrayantes &amp; efficaces que la potence &amp; l</w:t>
      </w:r>
      <w:r w:rsidR="0034078D">
        <w:t>’</w:t>
      </w:r>
      <w:proofErr w:type="spellStart"/>
      <w:r>
        <w:t>échafaut</w:t>
      </w:r>
      <w:proofErr w:type="spellEnd"/>
      <w:r w:rsidR="0034078D">
        <w:t xml:space="preserve">. </w:t>
      </w:r>
      <w:r>
        <w:t>Ou plutôt que ne puis-je empêcher les hommes de se nuire les uns aux autres</w:t>
      </w:r>
      <w:r w:rsidR="0034078D">
        <w:t xml:space="preserve"> ? </w:t>
      </w:r>
      <w:r>
        <w:t>Que ne puis-je les pétrir</w:t>
      </w:r>
      <w:r w:rsidR="0034078D">
        <w:t xml:space="preserve">, </w:t>
      </w:r>
      <w:r>
        <w:t>en quelque sorte</w:t>
      </w:r>
      <w:r w:rsidR="0034078D">
        <w:t xml:space="preserve">, </w:t>
      </w:r>
      <w:r>
        <w:t>comme une pâte excellente</w:t>
      </w:r>
      <w:r w:rsidR="0034078D">
        <w:t xml:space="preserve">, </w:t>
      </w:r>
      <w:r>
        <w:t>les tourner à la sûreté</w:t>
      </w:r>
      <w:r w:rsidR="0034078D">
        <w:t xml:space="preserve">, </w:t>
      </w:r>
      <w:r>
        <w:t>à l</w:t>
      </w:r>
      <w:r w:rsidR="0034078D">
        <w:t>’</w:t>
      </w:r>
      <w:r>
        <w:t>avantage &amp; à l</w:t>
      </w:r>
      <w:r w:rsidR="0034078D">
        <w:t>’</w:t>
      </w:r>
      <w:r>
        <w:t>agrément de la patrie</w:t>
      </w:r>
      <w:r w:rsidR="0034078D">
        <w:t xml:space="preserve"> ! </w:t>
      </w:r>
      <w:r>
        <w:t>Qu</w:t>
      </w:r>
      <w:r w:rsidR="0034078D">
        <w:t>’</w:t>
      </w:r>
      <w:r>
        <w:t xml:space="preserve">ils </w:t>
      </w:r>
      <w:proofErr w:type="spellStart"/>
      <w:r>
        <w:t>seroient</w:t>
      </w:r>
      <w:proofErr w:type="spellEnd"/>
      <w:r>
        <w:t xml:space="preserve"> nobles</w:t>
      </w:r>
      <w:r w:rsidR="0034078D">
        <w:t xml:space="preserve">, </w:t>
      </w:r>
      <w:r>
        <w:t>doux</w:t>
      </w:r>
      <w:r w:rsidR="0034078D">
        <w:t xml:space="preserve">, </w:t>
      </w:r>
      <w:r>
        <w:t>tendres</w:t>
      </w:r>
      <w:r w:rsidR="0034078D">
        <w:t xml:space="preserve">, </w:t>
      </w:r>
      <w:r>
        <w:t>désintéressés</w:t>
      </w:r>
      <w:r w:rsidR="0034078D">
        <w:t xml:space="preserve">, </w:t>
      </w:r>
      <w:r>
        <w:t>généreux</w:t>
      </w:r>
      <w:r w:rsidR="0034078D">
        <w:t xml:space="preserve">, </w:t>
      </w:r>
      <w:proofErr w:type="spellStart"/>
      <w:r>
        <w:t>compatissans</w:t>
      </w:r>
      <w:proofErr w:type="spellEnd"/>
      <w:r w:rsidR="0034078D">
        <w:t xml:space="preserve">, </w:t>
      </w:r>
      <w:r>
        <w:t>sans envie</w:t>
      </w:r>
      <w:r w:rsidR="0034078D">
        <w:t xml:space="preserve">, </w:t>
      </w:r>
      <w:r>
        <w:t>sans autre ambition que d</w:t>
      </w:r>
      <w:r w:rsidR="0034078D">
        <w:t>’</w:t>
      </w:r>
      <w:r>
        <w:t>être utiles</w:t>
      </w:r>
      <w:r w:rsidR="0034078D">
        <w:t xml:space="preserve">, </w:t>
      </w:r>
      <w:proofErr w:type="spellStart"/>
      <w:r>
        <w:t>contens</w:t>
      </w:r>
      <w:proofErr w:type="spellEnd"/>
      <w:r>
        <w:t xml:space="preserve"> de tout</w:t>
      </w:r>
      <w:r w:rsidR="0034078D">
        <w:t xml:space="preserve">, </w:t>
      </w:r>
      <w:r>
        <w:t>sans excepter la for</w:t>
      </w:r>
      <w:r>
        <w:rPr>
          <w:bCs/>
        </w:rPr>
        <w:t xml:space="preserve">tune </w:t>
      </w:r>
      <w:r>
        <w:t>&amp; les succès de leurs propres ennemis</w:t>
      </w:r>
      <w:r w:rsidR="0034078D">
        <w:t xml:space="preserve"> ; </w:t>
      </w:r>
      <w:r>
        <w:t>mais il n</w:t>
      </w:r>
      <w:r w:rsidR="0034078D">
        <w:t>’</w:t>
      </w:r>
      <w:r>
        <w:t xml:space="preserve">y en </w:t>
      </w:r>
      <w:proofErr w:type="spellStart"/>
      <w:r>
        <w:t>auroit</w:t>
      </w:r>
      <w:proofErr w:type="spellEnd"/>
      <w:r>
        <w:t xml:space="preserve"> point dans la </w:t>
      </w:r>
      <w:proofErr w:type="spellStart"/>
      <w:r>
        <w:t>societé</w:t>
      </w:r>
      <w:proofErr w:type="spellEnd"/>
      <w:r>
        <w:t xml:space="preserve"> que je suppose</w:t>
      </w:r>
      <w:r w:rsidR="0034078D">
        <w:t xml:space="preserve"> ; </w:t>
      </w:r>
      <w:r>
        <w:t xml:space="preserve">elle ne </w:t>
      </w:r>
      <w:proofErr w:type="spellStart"/>
      <w:r>
        <w:t>formeroit</w:t>
      </w:r>
      <w:proofErr w:type="spellEnd"/>
      <w:r>
        <w:t xml:space="preserve"> qu</w:t>
      </w:r>
      <w:r w:rsidR="0034078D">
        <w:t>’</w:t>
      </w:r>
      <w:r>
        <w:t>une famille</w:t>
      </w:r>
      <w:r w:rsidR="0034078D">
        <w:t xml:space="preserve">, </w:t>
      </w:r>
      <w:r>
        <w:t xml:space="preserve">dans laquelle chacun </w:t>
      </w:r>
      <w:proofErr w:type="spellStart"/>
      <w:r>
        <w:t>couleroit</w:t>
      </w:r>
      <w:proofErr w:type="spellEnd"/>
      <w:r>
        <w:t xml:space="preserve"> dans le sein d</w:t>
      </w:r>
      <w:r w:rsidR="0034078D">
        <w:t>’</w:t>
      </w:r>
      <w:r>
        <w:t>une tranquille &amp; vertueuse volupté</w:t>
      </w:r>
      <w:r w:rsidR="0034078D">
        <w:t xml:space="preserve">, </w:t>
      </w:r>
      <w:r>
        <w:t>des jours purs &amp; sereins</w:t>
      </w:r>
      <w:r w:rsidR="0034078D">
        <w:t xml:space="preserve">, </w:t>
      </w:r>
      <w:r>
        <w:t>semblables à ces ruisseaux</w:t>
      </w:r>
      <w:r w:rsidR="0034078D">
        <w:t xml:space="preserve">, </w:t>
      </w:r>
      <w:r>
        <w:t>dont l</w:t>
      </w:r>
      <w:r w:rsidR="0034078D">
        <w:t>’</w:t>
      </w:r>
      <w:r>
        <w:t>onde claire &amp; filtrée au travers de pierres poreuses</w:t>
      </w:r>
      <w:r w:rsidR="0034078D">
        <w:t xml:space="preserve">, </w:t>
      </w:r>
      <w:r>
        <w:t>qui la rendent encore plus belle</w:t>
      </w:r>
      <w:r w:rsidR="0034078D">
        <w:t xml:space="preserve">, </w:t>
      </w:r>
      <w:r>
        <w:t>se répand dans la prairie</w:t>
      </w:r>
      <w:r w:rsidR="0034078D">
        <w:t xml:space="preserve">, </w:t>
      </w:r>
      <w:r>
        <w:t>suivant un cours si naturel &amp; une pente si douce</w:t>
      </w:r>
      <w:r w:rsidR="0034078D">
        <w:t xml:space="preserve">, </w:t>
      </w:r>
      <w:r>
        <w:t>qu</w:t>
      </w:r>
      <w:r w:rsidR="0034078D">
        <w:t>’</w:t>
      </w:r>
      <w:r>
        <w:t xml:space="preserve">elle </w:t>
      </w:r>
      <w:proofErr w:type="spellStart"/>
      <w:r>
        <w:t>paroît</w:t>
      </w:r>
      <w:proofErr w:type="spellEnd"/>
      <w:r>
        <w:t xml:space="preserve"> véritablement ne pas l</w:t>
      </w:r>
      <w:r w:rsidR="0034078D">
        <w:t>’</w:t>
      </w:r>
      <w:r>
        <w:t>arroser sans plaisir</w:t>
      </w:r>
      <w:r w:rsidR="0034078D">
        <w:t xml:space="preserve">. </w:t>
      </w:r>
      <w:r>
        <w:t>C</w:t>
      </w:r>
      <w:r w:rsidR="0034078D">
        <w:t>’</w:t>
      </w:r>
      <w:r>
        <w:t>est l</w:t>
      </w:r>
      <w:r w:rsidR="0034078D">
        <w:t>’</w:t>
      </w:r>
      <w:r>
        <w:t>image de la vie d</w:t>
      </w:r>
      <w:r w:rsidR="0034078D">
        <w:t>’</w:t>
      </w:r>
      <w:r>
        <w:t>un bon citoyen</w:t>
      </w:r>
      <w:r w:rsidR="0034078D">
        <w:t>.</w:t>
      </w:r>
    </w:p>
    <w:p w14:paraId="71ABB66D" w14:textId="77777777" w:rsidR="0034078D" w:rsidRDefault="00000000" w:rsidP="0034078D">
      <w:r>
        <w:t>J</w:t>
      </w:r>
      <w:r w:rsidR="0034078D">
        <w:t>’</w:t>
      </w:r>
      <w:r>
        <w:t xml:space="preserve">ai cru cette </w:t>
      </w:r>
      <w:proofErr w:type="spellStart"/>
      <w:r>
        <w:t>espece</w:t>
      </w:r>
      <w:proofErr w:type="spellEnd"/>
      <w:r>
        <w:t xml:space="preserve"> d</w:t>
      </w:r>
      <w:r w:rsidR="0034078D">
        <w:t>’</w:t>
      </w:r>
      <w:r>
        <w:t>apologie &amp; de digression nécessaire</w:t>
      </w:r>
      <w:r w:rsidR="0034078D">
        <w:t xml:space="preserve">, </w:t>
      </w:r>
      <w:r>
        <w:t>&amp; je viens enfin à la conclusion</w:t>
      </w:r>
      <w:r w:rsidR="0034078D">
        <w:t>.</w:t>
      </w:r>
    </w:p>
    <w:p w14:paraId="1BAD5329" w14:textId="77777777" w:rsidR="0034078D" w:rsidRDefault="00000000" w:rsidP="0034078D">
      <w:r>
        <w:t xml:space="preserve">Puisque tout est sacrifié dans la vie à ce contentement </w:t>
      </w:r>
      <w:proofErr w:type="spellStart"/>
      <w:r>
        <w:t>interieur</w:t>
      </w:r>
      <w:proofErr w:type="spellEnd"/>
      <w:r w:rsidR="0034078D">
        <w:t xml:space="preserve">, </w:t>
      </w:r>
      <w:r>
        <w:t>auquel Épicure a donné le nom de volupté</w:t>
      </w:r>
      <w:r w:rsidR="0034078D">
        <w:t xml:space="preserve">, </w:t>
      </w:r>
      <w:r>
        <w:t>concluons qu</w:t>
      </w:r>
      <w:r w:rsidR="0034078D">
        <w:t>’</w:t>
      </w:r>
      <w:r>
        <w:t xml:space="preserve">il est la source de cette béatitude qui </w:t>
      </w:r>
      <w:r>
        <w:rPr>
          <w:iCs/>
        </w:rPr>
        <w:t>fait</w:t>
      </w:r>
      <w:r>
        <w:t xml:space="preserve"> le souverain bien</w:t>
      </w:r>
      <w:r w:rsidR="0034078D">
        <w:t xml:space="preserve">. </w:t>
      </w:r>
      <w:r>
        <w:t>Toutes les opinions des philosophes reviennent donc à celle-là</w:t>
      </w:r>
      <w:r w:rsidR="0034078D">
        <w:t xml:space="preserve">, </w:t>
      </w:r>
      <w:r>
        <w:t>&amp; la nôtre même</w:t>
      </w:r>
      <w:r w:rsidR="0034078D">
        <w:t xml:space="preserve">, </w:t>
      </w:r>
      <w:r>
        <w:t>au fond</w:t>
      </w:r>
      <w:r w:rsidR="0034078D">
        <w:t xml:space="preserve">, </w:t>
      </w:r>
      <w:r>
        <w:t>n</w:t>
      </w:r>
      <w:r w:rsidR="0034078D">
        <w:t>’</w:t>
      </w:r>
      <w:r>
        <w:t>en est pas différente</w:t>
      </w:r>
      <w:r w:rsidR="0034078D">
        <w:t xml:space="preserve">. </w:t>
      </w:r>
      <w:r>
        <w:t>Épicure dit que c</w:t>
      </w:r>
      <w:r w:rsidR="0034078D">
        <w:t>’</w:t>
      </w:r>
      <w:r>
        <w:t>est toujours l</w:t>
      </w:r>
      <w:r w:rsidR="0034078D">
        <w:t>’</w:t>
      </w:r>
      <w:r>
        <w:t>envie de satisfaire</w:t>
      </w:r>
      <w:r w:rsidR="0034078D">
        <w:t xml:space="preserve">, </w:t>
      </w:r>
      <w:r>
        <w:t>qui fait commettre les actions bonnes ou mauvaises</w:t>
      </w:r>
      <w:r w:rsidR="0034078D">
        <w:t xml:space="preserve"> : </w:t>
      </w:r>
      <w:r>
        <w:t>&amp; moi je dis que c</w:t>
      </w:r>
      <w:r w:rsidR="0034078D">
        <w:t>’</w:t>
      </w:r>
      <w:r>
        <w:t>est le sentiment du bien-être qui nous détermine</w:t>
      </w:r>
      <w:r w:rsidR="0034078D">
        <w:t xml:space="preserve">. </w:t>
      </w:r>
      <w:r>
        <w:t>J</w:t>
      </w:r>
      <w:r w:rsidR="0034078D">
        <w:t>’</w:t>
      </w:r>
      <w:r>
        <w:t xml:space="preserve">en </w:t>
      </w:r>
      <w:proofErr w:type="spellStart"/>
      <w:r>
        <w:t>infere</w:t>
      </w:r>
      <w:proofErr w:type="spellEnd"/>
      <w:r>
        <w:t xml:space="preserve"> que le bonheur est</w:t>
      </w:r>
      <w:r w:rsidR="0034078D">
        <w:t xml:space="preserve">, </w:t>
      </w:r>
      <w:r>
        <w:t>comme la volupté</w:t>
      </w:r>
      <w:r w:rsidR="0034078D">
        <w:t xml:space="preserve">, </w:t>
      </w:r>
      <w:r>
        <w:t>à la portée de tout le monde</w:t>
      </w:r>
      <w:r w:rsidR="0034078D">
        <w:t xml:space="preserve"> ; </w:t>
      </w:r>
      <w:r>
        <w:t xml:space="preserve">des bons comme des </w:t>
      </w:r>
      <w:proofErr w:type="spellStart"/>
      <w:r>
        <w:t>méchans</w:t>
      </w:r>
      <w:proofErr w:type="spellEnd"/>
      <w:r w:rsidR="0034078D">
        <w:t xml:space="preserve"> ; </w:t>
      </w:r>
      <w:r>
        <w:t>que les plus vertueux ne sont pas plus heureux</w:t>
      </w:r>
      <w:r w:rsidR="0034078D">
        <w:t xml:space="preserve"> : </w:t>
      </w:r>
      <w:r>
        <w:t>ou que</w:t>
      </w:r>
      <w:r w:rsidR="0034078D">
        <w:t xml:space="preserve">, </w:t>
      </w:r>
      <w:r>
        <w:t>s</w:t>
      </w:r>
      <w:r w:rsidR="0034078D">
        <w:t>’</w:t>
      </w:r>
      <w:r>
        <w:t>ils le sont</w:t>
      </w:r>
      <w:r w:rsidR="0034078D">
        <w:t xml:space="preserve">, </w:t>
      </w:r>
      <w:r>
        <w:t>ce n</w:t>
      </w:r>
      <w:r w:rsidR="0034078D">
        <w:t>’</w:t>
      </w:r>
      <w:r>
        <w:t>est qu</w:t>
      </w:r>
      <w:r w:rsidR="0034078D">
        <w:t>’</w:t>
      </w:r>
      <w:r>
        <w:t>autant qu</w:t>
      </w:r>
      <w:r w:rsidR="0034078D">
        <w:t>’</w:t>
      </w:r>
      <w:r>
        <w:t xml:space="preserve">ils sentent avec délices leur </w:t>
      </w:r>
      <w:proofErr w:type="spellStart"/>
      <w:r>
        <w:t>maniere</w:t>
      </w:r>
      <w:proofErr w:type="spellEnd"/>
      <w:r>
        <w:t xml:space="preserve"> d</w:t>
      </w:r>
      <w:r w:rsidR="0034078D">
        <w:t>’</w:t>
      </w:r>
      <w:r>
        <w:t>exister &amp; d</w:t>
      </w:r>
      <w:r w:rsidR="0034078D">
        <w:t>’</w:t>
      </w:r>
      <w:r>
        <w:t>agir</w:t>
      </w:r>
      <w:r w:rsidR="0034078D">
        <w:t xml:space="preserve">. </w:t>
      </w:r>
      <w:r>
        <w:t>J</w:t>
      </w:r>
      <w:r w:rsidR="0034078D">
        <w:t>’</w:t>
      </w:r>
      <w:r>
        <w:t xml:space="preserve">en </w:t>
      </w:r>
      <w:proofErr w:type="spellStart"/>
      <w:r>
        <w:t>infere</w:t>
      </w:r>
      <w:proofErr w:type="spellEnd"/>
      <w:r>
        <w:t xml:space="preserve"> que</w:t>
      </w:r>
      <w:r w:rsidR="0034078D">
        <w:t xml:space="preserve">, </w:t>
      </w:r>
      <w:r>
        <w:t xml:space="preserve">faute de cette </w:t>
      </w:r>
      <w:r>
        <w:lastRenderedPageBreak/>
        <w:t>modification des nerfs</w:t>
      </w:r>
      <w:r w:rsidR="0034078D">
        <w:t xml:space="preserve">, </w:t>
      </w:r>
      <w:r>
        <w:t>les bons peuvent être malheureux</w:t>
      </w:r>
      <w:r w:rsidR="0034078D">
        <w:t xml:space="preserve">, </w:t>
      </w:r>
      <w:r>
        <w:t>tandis que ces mauvais sujets qui sont à eux-mêmes leur patrie</w:t>
      </w:r>
      <w:r w:rsidR="0034078D">
        <w:t xml:space="preserve">, </w:t>
      </w:r>
      <w:r>
        <w:t>leurs amis</w:t>
      </w:r>
      <w:r w:rsidR="0034078D">
        <w:t xml:space="preserve">, </w:t>
      </w:r>
      <w:r>
        <w:t>leur maîtresse</w:t>
      </w:r>
      <w:r w:rsidR="0034078D">
        <w:t xml:space="preserve">, </w:t>
      </w:r>
      <w:r>
        <w:t xml:space="preserve">leur femme &amp; leurs </w:t>
      </w:r>
      <w:proofErr w:type="spellStart"/>
      <w:r>
        <w:t>enfans</w:t>
      </w:r>
      <w:proofErr w:type="spellEnd"/>
      <w:r w:rsidR="0034078D">
        <w:t xml:space="preserve"> ; </w:t>
      </w:r>
      <w:r>
        <w:t xml:space="preserve">éternels </w:t>
      </w:r>
      <w:r>
        <w:rPr>
          <w:bCs/>
        </w:rPr>
        <w:t>con</w:t>
      </w:r>
      <w:r>
        <w:t xml:space="preserve">tempteurs de la vertu &amp; des </w:t>
      </w:r>
      <w:r>
        <w:rPr>
          <w:i/>
          <w:iCs/>
        </w:rPr>
        <w:t xml:space="preserve">vrais biens </w:t>
      </w:r>
      <w:r>
        <w:t>ainsi nommés</w:t>
      </w:r>
      <w:r w:rsidR="0034078D">
        <w:t xml:space="preserve">, </w:t>
      </w:r>
      <w:r>
        <w:t xml:space="preserve">vivent </w:t>
      </w:r>
      <w:proofErr w:type="spellStart"/>
      <w:r>
        <w:t>contens</w:t>
      </w:r>
      <w:proofErr w:type="spellEnd"/>
      <w:r>
        <w:t xml:space="preserve"> seuls &amp; inutiles au monde</w:t>
      </w:r>
      <w:r w:rsidR="0034078D">
        <w:t xml:space="preserve">, </w:t>
      </w:r>
      <w:r>
        <w:rPr>
          <w:i/>
          <w:iCs/>
        </w:rPr>
        <w:t xml:space="preserve">pondus inutile </w:t>
      </w:r>
      <w:proofErr w:type="spellStart"/>
      <w:r>
        <w:rPr>
          <w:i/>
          <w:iCs/>
        </w:rPr>
        <w:t>terræ</w:t>
      </w:r>
      <w:proofErr w:type="spellEnd"/>
      <w:r w:rsidR="0034078D">
        <w:rPr>
          <w:i/>
          <w:iCs/>
        </w:rPr>
        <w:t xml:space="preserve">, </w:t>
      </w:r>
      <w:r>
        <w:t xml:space="preserve">dans la jouissance des </w:t>
      </w:r>
      <w:r>
        <w:rPr>
          <w:i/>
          <w:iCs/>
        </w:rPr>
        <w:t>faux biens</w:t>
      </w:r>
      <w:r w:rsidR="0034078D">
        <w:rPr>
          <w:i/>
          <w:iCs/>
        </w:rPr>
        <w:t xml:space="preserve">, </w:t>
      </w:r>
      <w:r>
        <w:t>qui ne sont apparemment si faux que de nom</w:t>
      </w:r>
      <w:r w:rsidR="0034078D">
        <w:t xml:space="preserve">. </w:t>
      </w:r>
      <w:r>
        <w:t>J</w:t>
      </w:r>
      <w:r w:rsidR="0034078D">
        <w:t>’</w:t>
      </w:r>
      <w:r>
        <w:t xml:space="preserve">en conclus que chacun a sa portion de </w:t>
      </w:r>
      <w:proofErr w:type="spellStart"/>
      <w:r>
        <w:t>felicité</w:t>
      </w:r>
      <w:proofErr w:type="spellEnd"/>
      <w:r w:rsidR="0034078D">
        <w:t xml:space="preserve">, </w:t>
      </w:r>
      <w:r>
        <w:t>les gueux comme les riches</w:t>
      </w:r>
      <w:r w:rsidR="0034078D">
        <w:t xml:space="preserve">, </w:t>
      </w:r>
      <w:r>
        <w:t xml:space="preserve">les </w:t>
      </w:r>
      <w:proofErr w:type="spellStart"/>
      <w:r>
        <w:t>ignorans</w:t>
      </w:r>
      <w:proofErr w:type="spellEnd"/>
      <w:r>
        <w:t xml:space="preserve"> comme les </w:t>
      </w:r>
      <w:proofErr w:type="spellStart"/>
      <w:r>
        <w:t>savans</w:t>
      </w:r>
      <w:proofErr w:type="spellEnd"/>
      <w:r w:rsidR="0034078D">
        <w:t xml:space="preserve">, </w:t>
      </w:r>
      <w:r>
        <w:t>les animaux comme les hommes</w:t>
      </w:r>
      <w:r w:rsidR="0034078D">
        <w:t xml:space="preserve"> (</w:t>
      </w:r>
      <w:r>
        <w:t>car le temps d</w:t>
      </w:r>
      <w:r w:rsidR="0034078D">
        <w:t>’</w:t>
      </w:r>
      <w:r>
        <w:t>en faire des machines dépourvues de sentiment est passé</w:t>
      </w:r>
      <w:r w:rsidR="0034078D">
        <w:t xml:space="preserve">), </w:t>
      </w:r>
      <w:r>
        <w:t>que chaque individu parvient conséquemment à son degré de bonheur</w:t>
      </w:r>
      <w:r w:rsidR="0034078D">
        <w:t xml:space="preserve">, </w:t>
      </w:r>
      <w:r>
        <w:t>comme à la santé</w:t>
      </w:r>
      <w:r w:rsidR="0034078D">
        <w:t xml:space="preserve">, </w:t>
      </w:r>
      <w:r>
        <w:t>à la gaieté</w:t>
      </w:r>
      <w:r w:rsidR="0034078D">
        <w:t xml:space="preserve">, </w:t>
      </w:r>
      <w:r>
        <w:t>à l</w:t>
      </w:r>
      <w:r w:rsidR="0034078D">
        <w:t>’</w:t>
      </w:r>
      <w:r>
        <w:t>esprit</w:t>
      </w:r>
      <w:r w:rsidR="0034078D">
        <w:t xml:space="preserve">, </w:t>
      </w:r>
      <w:r>
        <w:t>à la force</w:t>
      </w:r>
      <w:r w:rsidR="0034078D">
        <w:t xml:space="preserve">, </w:t>
      </w:r>
      <w:r>
        <w:t>au courage &amp; à l</w:t>
      </w:r>
      <w:r w:rsidR="0034078D">
        <w:t>’</w:t>
      </w:r>
      <w:r>
        <w:t>humanité possibles</w:t>
      </w:r>
      <w:r w:rsidR="0034078D">
        <w:t xml:space="preserve"> ; </w:t>
      </w:r>
      <w:r>
        <w:t>&amp; qu</w:t>
      </w:r>
      <w:r w:rsidR="0034078D">
        <w:t>’</w:t>
      </w:r>
      <w:r>
        <w:t>ainsi on est construit pour être heureux ou malheureux</w:t>
      </w:r>
      <w:r w:rsidR="0034078D">
        <w:t xml:space="preserve">, </w:t>
      </w:r>
      <w:r>
        <w:t>&amp; presque à un tel ou tel point</w:t>
      </w:r>
      <w:r w:rsidR="0034078D">
        <w:t xml:space="preserve">, </w:t>
      </w:r>
      <w:r>
        <w:t>comme pour mourir</w:t>
      </w:r>
      <w:r w:rsidR="0034078D">
        <w:t xml:space="preserve">, </w:t>
      </w:r>
      <w:r>
        <w:t>jeune ou vieux</w:t>
      </w:r>
      <w:r w:rsidR="0034078D">
        <w:t xml:space="preserve">, </w:t>
      </w:r>
      <w:r>
        <w:t>de tel ou tel mal</w:t>
      </w:r>
      <w:r w:rsidR="0034078D">
        <w:t xml:space="preserve">, </w:t>
      </w:r>
      <w:r>
        <w:t>entouré de médecins</w:t>
      </w:r>
      <w:r w:rsidR="0034078D">
        <w:t>.</w:t>
      </w:r>
    </w:p>
    <w:p w14:paraId="5CC24146" w14:textId="77777777" w:rsidR="0034078D" w:rsidRDefault="00000000" w:rsidP="0034078D">
      <w:r>
        <w:t>On voit encore par ce qui a été dit</w:t>
      </w:r>
      <w:r w:rsidR="0034078D">
        <w:t xml:space="preserve">, </w:t>
      </w:r>
      <w:r>
        <w:t>le cas qu</w:t>
      </w:r>
      <w:r w:rsidR="0034078D">
        <w:t>’</w:t>
      </w:r>
      <w:r>
        <w:t>on doit faire des riches</w:t>
      </w:r>
      <w:r w:rsidR="0034078D">
        <w:t xml:space="preserve">, </w:t>
      </w:r>
      <w:r>
        <w:t>de la volupté des sens</w:t>
      </w:r>
      <w:r w:rsidR="0034078D">
        <w:t xml:space="preserve">, </w:t>
      </w:r>
      <w:r>
        <w:t>de la société</w:t>
      </w:r>
      <w:r w:rsidR="0034078D">
        <w:t xml:space="preserve">, </w:t>
      </w:r>
      <w:r>
        <w:t xml:space="preserve">de la vertu &amp; des </w:t>
      </w:r>
      <w:proofErr w:type="spellStart"/>
      <w:r>
        <w:t>loix</w:t>
      </w:r>
      <w:proofErr w:type="spellEnd"/>
      <w:r w:rsidR="0034078D">
        <w:t xml:space="preserve">. </w:t>
      </w:r>
      <w:r>
        <w:t>Montagne</w:t>
      </w:r>
      <w:r w:rsidR="0034078D">
        <w:t xml:space="preserve">, </w:t>
      </w:r>
      <w:r>
        <w:t>le premier François qui ait osé penser</w:t>
      </w:r>
      <w:r w:rsidR="0034078D">
        <w:t xml:space="preserve">, </w:t>
      </w:r>
      <w:r>
        <w:t xml:space="preserve">dit que celui qui obéit aux </w:t>
      </w:r>
      <w:proofErr w:type="spellStart"/>
      <w:r>
        <w:t>loix</w:t>
      </w:r>
      <w:proofErr w:type="spellEnd"/>
      <w:r w:rsidR="0034078D">
        <w:t xml:space="preserve">, </w:t>
      </w:r>
      <w:r>
        <w:t>parce qu</w:t>
      </w:r>
      <w:r w:rsidR="0034078D">
        <w:t>’</w:t>
      </w:r>
      <w:r>
        <w:t xml:space="preserve">il </w:t>
      </w:r>
      <w:r>
        <w:rPr>
          <w:iCs/>
        </w:rPr>
        <w:t>les</w:t>
      </w:r>
      <w:r>
        <w:t xml:space="preserve"> croit justes</w:t>
      </w:r>
      <w:r w:rsidR="0034078D">
        <w:t xml:space="preserve">, </w:t>
      </w:r>
      <w:r>
        <w:t xml:space="preserve">ne leur obéit pas </w:t>
      </w:r>
      <w:r>
        <w:rPr>
          <w:i/>
          <w:iCs/>
        </w:rPr>
        <w:t>justement</w:t>
      </w:r>
      <w:r w:rsidR="0034078D">
        <w:rPr>
          <w:i/>
          <w:iCs/>
        </w:rPr>
        <w:t xml:space="preserve">, </w:t>
      </w:r>
      <w:r>
        <w:t>par ce qu</w:t>
      </w:r>
      <w:r w:rsidR="0034078D">
        <w:t>’</w:t>
      </w:r>
      <w:r>
        <w:t>elles valent</w:t>
      </w:r>
      <w:r w:rsidR="0034078D">
        <w:t xml:space="preserve">. </w:t>
      </w:r>
      <w:r>
        <w:t>Ce n</w:t>
      </w:r>
      <w:r w:rsidR="0034078D">
        <w:t>’</w:t>
      </w:r>
      <w:r>
        <w:t xml:space="preserve">est que comme </w:t>
      </w:r>
      <w:proofErr w:type="spellStart"/>
      <w:r>
        <w:t>loix</w:t>
      </w:r>
      <w:proofErr w:type="spellEnd"/>
      <w:r>
        <w:t xml:space="preserve"> qu</w:t>
      </w:r>
      <w:r w:rsidR="0034078D">
        <w:t>’</w:t>
      </w:r>
      <w:r>
        <w:t>elles sont respectables</w:t>
      </w:r>
      <w:r w:rsidR="0034078D">
        <w:t xml:space="preserve">, </w:t>
      </w:r>
      <w:r>
        <w:t>autrement on n</w:t>
      </w:r>
      <w:r w:rsidR="0034078D">
        <w:t>’</w:t>
      </w:r>
      <w:r>
        <w:t>eût point suivi toutes celles dont l</w:t>
      </w:r>
      <w:r w:rsidR="0034078D">
        <w:t>’</w:t>
      </w:r>
      <w:r>
        <w:t>histoire fourmille</w:t>
      </w:r>
      <w:r w:rsidR="0034078D">
        <w:t xml:space="preserve">, </w:t>
      </w:r>
      <w:r>
        <w:t>qui me semblent si souvent injustes &amp; cruelles</w:t>
      </w:r>
      <w:r w:rsidR="0034078D">
        <w:t xml:space="preserve"> ; </w:t>
      </w:r>
      <w:r>
        <w:t>&amp; on se fût cent fois révolté contre les décrets du sénat romain</w:t>
      </w:r>
      <w:r w:rsidR="0034078D">
        <w:t xml:space="preserve">. </w:t>
      </w:r>
      <w:r>
        <w:t xml:space="preserve">Les </w:t>
      </w:r>
      <w:proofErr w:type="spellStart"/>
      <w:r>
        <w:t>loix</w:t>
      </w:r>
      <w:proofErr w:type="spellEnd"/>
      <w:r w:rsidR="0034078D">
        <w:t xml:space="preserve">, </w:t>
      </w:r>
      <w:r>
        <w:t>la vérité &amp; la justice</w:t>
      </w:r>
      <w:r w:rsidR="0034078D">
        <w:t xml:space="preserve">, </w:t>
      </w:r>
      <w:proofErr w:type="spellStart"/>
      <w:r>
        <w:t>paroissent</w:t>
      </w:r>
      <w:proofErr w:type="spellEnd"/>
      <w:r>
        <w:t xml:space="preserve"> mériter la même considération</w:t>
      </w:r>
      <w:r w:rsidR="0034078D">
        <w:t xml:space="preserve"> ; </w:t>
      </w:r>
      <w:r>
        <w:t>les unes comme émanées des mains de la politique</w:t>
      </w:r>
      <w:r w:rsidR="0034078D">
        <w:t xml:space="preserve">, </w:t>
      </w:r>
      <w:r>
        <w:t>les autres</w:t>
      </w:r>
      <w:r w:rsidR="0034078D">
        <w:t xml:space="preserve">, </w:t>
      </w:r>
      <w:r>
        <w:t>comme filles du sentiment</w:t>
      </w:r>
      <w:r w:rsidR="0034078D">
        <w:t xml:space="preserve">. </w:t>
      </w:r>
      <w:r>
        <w:t>Mais puisqu</w:t>
      </w:r>
      <w:r w:rsidR="0034078D">
        <w:t>’</w:t>
      </w:r>
      <w:r>
        <w:t>il y a eu dans tous les temps</w:t>
      </w:r>
      <w:r w:rsidR="0034078D">
        <w:t xml:space="preserve">, </w:t>
      </w:r>
      <w:r>
        <w:t>qu</w:t>
      </w:r>
      <w:r w:rsidR="0034078D">
        <w:t>’</w:t>
      </w:r>
      <w:r>
        <w:t>il y a aujourd</w:t>
      </w:r>
      <w:r w:rsidR="0034078D">
        <w:t>’</w:t>
      </w:r>
      <w:r>
        <w:t>hui</w:t>
      </w:r>
      <w:r w:rsidR="0034078D">
        <w:t xml:space="preserve">, </w:t>
      </w:r>
      <w:r>
        <w:t xml:space="preserve">&amp; y aura toujours des </w:t>
      </w:r>
      <w:proofErr w:type="spellStart"/>
      <w:r>
        <w:t>loix</w:t>
      </w:r>
      <w:proofErr w:type="spellEnd"/>
      <w:r>
        <w:t xml:space="preserve"> contraires à ce qu</w:t>
      </w:r>
      <w:r w:rsidR="0034078D">
        <w:t>’</w:t>
      </w:r>
      <w:r>
        <w:t>on appelle vérité</w:t>
      </w:r>
      <w:r w:rsidR="0034078D">
        <w:t xml:space="preserve">, </w:t>
      </w:r>
      <w:r>
        <w:t xml:space="preserve">ou à ce qui </w:t>
      </w:r>
      <w:proofErr w:type="spellStart"/>
      <w:r>
        <w:t>paroît</w:t>
      </w:r>
      <w:proofErr w:type="spellEnd"/>
      <w:r>
        <w:t xml:space="preserve"> justice</w:t>
      </w:r>
      <w:r w:rsidR="0034078D">
        <w:t xml:space="preserve">, </w:t>
      </w:r>
      <w:r>
        <w:t>comment concilier ensemble des intérêts si opposés</w:t>
      </w:r>
      <w:r w:rsidR="0034078D">
        <w:t xml:space="preserve"> ? </w:t>
      </w:r>
      <w:r>
        <w:t>À qui donner la préférence</w:t>
      </w:r>
      <w:r w:rsidR="0034078D">
        <w:t xml:space="preserve"> ? </w:t>
      </w:r>
      <w:r>
        <w:t>La vérité</w:t>
      </w:r>
      <w:r w:rsidR="0034078D">
        <w:t xml:space="preserve">, </w:t>
      </w:r>
      <w:r>
        <w:t>comme tout bon parti</w:t>
      </w:r>
      <w:r w:rsidR="0034078D">
        <w:t>, (</w:t>
      </w:r>
      <w:r>
        <w:t>c</w:t>
      </w:r>
      <w:r w:rsidR="0034078D">
        <w:t>’</w:t>
      </w:r>
      <w:r>
        <w:t>est encore l</w:t>
      </w:r>
      <w:r w:rsidR="0034078D">
        <w:t>’</w:t>
      </w:r>
      <w:r>
        <w:t>idée de mon philosophe</w:t>
      </w:r>
      <w:r w:rsidR="0034078D">
        <w:t xml:space="preserve">, </w:t>
      </w:r>
      <w:r>
        <w:t>&amp; de celui de la nature</w:t>
      </w:r>
      <w:r w:rsidR="0034078D">
        <w:t xml:space="preserve">) </w:t>
      </w:r>
      <w:r>
        <w:t xml:space="preserve">doit </w:t>
      </w:r>
      <w:r>
        <w:lastRenderedPageBreak/>
        <w:t xml:space="preserve">se soutenir </w:t>
      </w:r>
      <w:r>
        <w:rPr>
          <w:i/>
          <w:iCs/>
        </w:rPr>
        <w:t>jusqu</w:t>
      </w:r>
      <w:r w:rsidR="0034078D">
        <w:rPr>
          <w:i/>
          <w:iCs/>
        </w:rPr>
        <w:t>’</w:t>
      </w:r>
      <w:r>
        <w:rPr>
          <w:i/>
          <w:iCs/>
        </w:rPr>
        <w:t>au feu</w:t>
      </w:r>
      <w:r w:rsidR="0034078D">
        <w:rPr>
          <w:i/>
          <w:iCs/>
        </w:rPr>
        <w:t xml:space="preserve"> ; </w:t>
      </w:r>
      <w:r>
        <w:rPr>
          <w:i/>
          <w:iCs/>
        </w:rPr>
        <w:t>mais exclusivement</w:t>
      </w:r>
      <w:r w:rsidR="0034078D">
        <w:rPr>
          <w:i/>
          <w:iCs/>
        </w:rPr>
        <w:t xml:space="preserve">. </w:t>
      </w:r>
      <w:r>
        <w:t xml:space="preserve">Les </w:t>
      </w:r>
      <w:proofErr w:type="spellStart"/>
      <w:r>
        <w:t>loix</w:t>
      </w:r>
      <w:proofErr w:type="spellEnd"/>
      <w:r>
        <w:t xml:space="preserve"> les plus injustes ont la force en main</w:t>
      </w:r>
      <w:r w:rsidR="0034078D">
        <w:t xml:space="preserve"> ; </w:t>
      </w:r>
      <w:r>
        <w:t>il n</w:t>
      </w:r>
      <w:r w:rsidR="0034078D">
        <w:t>’</w:t>
      </w:r>
      <w:r>
        <w:t>y a qu</w:t>
      </w:r>
      <w:r w:rsidR="0034078D">
        <w:t>’</w:t>
      </w:r>
      <w:r>
        <w:t>un fou qui ose les braver</w:t>
      </w:r>
      <w:r w:rsidR="0034078D">
        <w:t xml:space="preserve">. </w:t>
      </w:r>
      <w:r>
        <w:t>La loi de nature</w:t>
      </w:r>
      <w:r w:rsidR="0034078D">
        <w:t xml:space="preserve">, </w:t>
      </w:r>
      <w:r>
        <w:t xml:space="preserve">faite avant toutes les autres </w:t>
      </w:r>
      <w:proofErr w:type="spellStart"/>
      <w:r>
        <w:t>loix</w:t>
      </w:r>
      <w:proofErr w:type="spellEnd"/>
      <w:r w:rsidR="0034078D">
        <w:t xml:space="preserve">, </w:t>
      </w:r>
      <w:r>
        <w:t>nous dicte de leur livrer plutôt la vérité que nos corps</w:t>
      </w:r>
      <w:r w:rsidR="0034078D">
        <w:t xml:space="preserve">. </w:t>
      </w:r>
      <w:r>
        <w:t>Il est naturel de traiter la vertu</w:t>
      </w:r>
      <w:r w:rsidR="0034078D">
        <w:t xml:space="preserve">, </w:t>
      </w:r>
      <w:r>
        <w:t>comme la vérité</w:t>
      </w:r>
      <w:r w:rsidR="0034078D">
        <w:t xml:space="preserve">. </w:t>
      </w:r>
      <w:r>
        <w:t>Ce sont des êtres qui ne valent</w:t>
      </w:r>
      <w:r w:rsidR="0034078D">
        <w:t xml:space="preserve">, </w:t>
      </w:r>
      <w:r>
        <w:t>qu</w:t>
      </w:r>
      <w:r w:rsidR="0034078D">
        <w:t>’</w:t>
      </w:r>
      <w:r>
        <w:t>autant qu</w:t>
      </w:r>
      <w:r w:rsidR="0034078D">
        <w:t>’</w:t>
      </w:r>
      <w:r>
        <w:t xml:space="preserve">ils servent à celui qui les </w:t>
      </w:r>
      <w:proofErr w:type="spellStart"/>
      <w:r>
        <w:t>possede</w:t>
      </w:r>
      <w:proofErr w:type="spellEnd"/>
      <w:r w:rsidR="0034078D">
        <w:t xml:space="preserve">. </w:t>
      </w:r>
      <w:r>
        <w:t>Vous éclairez les hommes</w:t>
      </w:r>
      <w:r w:rsidR="0034078D">
        <w:t xml:space="preserve">, </w:t>
      </w:r>
      <w:r>
        <w:t xml:space="preserve">vous servez la société à </w:t>
      </w:r>
      <w:r>
        <w:rPr>
          <w:bCs/>
        </w:rPr>
        <w:t xml:space="preserve">vos </w:t>
      </w:r>
      <w:r>
        <w:t>dépens</w:t>
      </w:r>
      <w:r w:rsidR="0034078D">
        <w:t xml:space="preserve"> ; </w:t>
      </w:r>
      <w:r>
        <w:t>c</w:t>
      </w:r>
      <w:r w:rsidR="0034078D">
        <w:t>’</w:t>
      </w:r>
      <w:r>
        <w:t>est le fruit de l</w:t>
      </w:r>
      <w:r w:rsidR="0034078D">
        <w:t>’</w:t>
      </w:r>
      <w:r>
        <w:t>éducation</w:t>
      </w:r>
      <w:r w:rsidR="0034078D">
        <w:t xml:space="preserve">, </w:t>
      </w:r>
      <w:r>
        <w:t>le germe en est dans l</w:t>
      </w:r>
      <w:r w:rsidR="0034078D">
        <w:t>’</w:t>
      </w:r>
      <w:r>
        <w:t>amour-propre</w:t>
      </w:r>
      <w:r w:rsidR="0034078D">
        <w:t xml:space="preserve">, </w:t>
      </w:r>
      <w:r>
        <w:t>mais non dans la nature</w:t>
      </w:r>
      <w:r w:rsidR="0034078D">
        <w:t xml:space="preserve">. </w:t>
      </w:r>
      <w:r>
        <w:t>Mais faute de telle ou telle vertu</w:t>
      </w:r>
      <w:r w:rsidR="0034078D">
        <w:t xml:space="preserve">, </w:t>
      </w:r>
      <w:r>
        <w:t>de telle ou telle vérité</w:t>
      </w:r>
      <w:r w:rsidR="0034078D">
        <w:t xml:space="preserve">, </w:t>
      </w:r>
      <w:r>
        <w:t>les sciences &amp; la société en souffriront</w:t>
      </w:r>
      <w:r w:rsidR="0034078D">
        <w:t xml:space="preserve"> ? </w:t>
      </w:r>
      <w:r>
        <w:t>Soit</w:t>
      </w:r>
      <w:r w:rsidR="0034078D">
        <w:t xml:space="preserve"> ; </w:t>
      </w:r>
      <w:r>
        <w:t>mais si je ne la prive point de ces avantages</w:t>
      </w:r>
      <w:r w:rsidR="0034078D">
        <w:t xml:space="preserve">, </w:t>
      </w:r>
      <w:r>
        <w:t>moi j</w:t>
      </w:r>
      <w:r w:rsidR="0034078D">
        <w:t>’</w:t>
      </w:r>
      <w:r>
        <w:t>en souffrirai</w:t>
      </w:r>
      <w:r w:rsidR="0034078D">
        <w:t xml:space="preserve">. </w:t>
      </w:r>
      <w:r>
        <w:t>Est-ce pour autrui</w:t>
      </w:r>
      <w:r w:rsidR="0034078D">
        <w:t xml:space="preserve">, </w:t>
      </w:r>
      <w:r>
        <w:t>ou pour moi</w:t>
      </w:r>
      <w:r w:rsidR="0034078D">
        <w:t xml:space="preserve">, </w:t>
      </w:r>
      <w:r>
        <w:t>que la nature &amp; la raison m</w:t>
      </w:r>
      <w:r w:rsidR="0034078D">
        <w:t>’</w:t>
      </w:r>
      <w:r>
        <w:t>ordonnent d</w:t>
      </w:r>
      <w:r w:rsidR="0034078D">
        <w:t>’</w:t>
      </w:r>
      <w:r>
        <w:t>être heureux</w:t>
      </w:r>
      <w:r w:rsidR="0034078D">
        <w:t xml:space="preserve"> ? </w:t>
      </w:r>
      <w:r>
        <w:t xml:space="preserve">Le </w:t>
      </w:r>
      <w:proofErr w:type="spellStart"/>
      <w:r>
        <w:t>poëte</w:t>
      </w:r>
      <w:proofErr w:type="spellEnd"/>
      <w:r>
        <w:t xml:space="preserve"> </w:t>
      </w:r>
      <w:proofErr w:type="spellStart"/>
      <w:r>
        <w:t>Auterau</w:t>
      </w:r>
      <w:proofErr w:type="spellEnd"/>
      <w:r w:rsidR="0034078D">
        <w:t xml:space="preserve">, </w:t>
      </w:r>
      <w:r>
        <w:t xml:space="preserve">dans </w:t>
      </w:r>
      <w:r>
        <w:rPr>
          <w:i/>
          <w:iCs/>
        </w:rPr>
        <w:t>Démocrite prétendu fou</w:t>
      </w:r>
      <w:r w:rsidR="0034078D">
        <w:rPr>
          <w:i/>
          <w:iCs/>
        </w:rPr>
        <w:t xml:space="preserve">, </w:t>
      </w:r>
      <w:r>
        <w:t>répond en vrai philosophe</w:t>
      </w:r>
      <w:r w:rsidR="0034078D">
        <w:t xml:space="preserve">, </w:t>
      </w:r>
      <w:r>
        <w:rPr>
          <w:i/>
          <w:iCs/>
        </w:rPr>
        <w:t>on est heureux pour les autres</w:t>
      </w:r>
      <w:r w:rsidR="0034078D">
        <w:rPr>
          <w:i/>
          <w:iCs/>
        </w:rPr>
        <w:t>.</w:t>
      </w:r>
    </w:p>
    <w:p w14:paraId="2B72F966" w14:textId="77777777" w:rsidR="0034078D" w:rsidRDefault="00000000" w:rsidP="0034078D">
      <w:r>
        <w:t>Cela posé</w:t>
      </w:r>
      <w:r w:rsidR="0034078D">
        <w:t xml:space="preserve">, </w:t>
      </w:r>
      <w:r>
        <w:t>à combien peu de frais</w:t>
      </w:r>
      <w:r w:rsidR="0034078D">
        <w:t xml:space="preserve">, </w:t>
      </w:r>
      <w:r>
        <w:t>&amp; de combien de façons on peut être heureux</w:t>
      </w:r>
      <w:r w:rsidR="0034078D">
        <w:t xml:space="preserve"> ! </w:t>
      </w:r>
      <w:r>
        <w:t>Et qui n</w:t>
      </w:r>
      <w:r w:rsidR="0034078D">
        <w:t>’</w:t>
      </w:r>
      <w:proofErr w:type="spellStart"/>
      <w:r>
        <w:t>admireroit</w:t>
      </w:r>
      <w:proofErr w:type="spellEnd"/>
      <w:r>
        <w:t xml:space="preserve"> la magnificence de la nature dans sa grande simplicité</w:t>
      </w:r>
      <w:r w:rsidR="0034078D">
        <w:t xml:space="preserve"> ? </w:t>
      </w:r>
      <w:r>
        <w:t>Comme toutes les veines portent le sang au cœur par une seule</w:t>
      </w:r>
      <w:r w:rsidR="0034078D">
        <w:t xml:space="preserve">, </w:t>
      </w:r>
      <w:r>
        <w:t>le plaisir &amp; la douleur</w:t>
      </w:r>
      <w:r w:rsidR="0034078D">
        <w:t xml:space="preserve">, </w:t>
      </w:r>
      <w:r>
        <w:t>modifiés à l</w:t>
      </w:r>
      <w:r w:rsidR="0034078D">
        <w:t>’</w:t>
      </w:r>
      <w:r>
        <w:t>infini</w:t>
      </w:r>
      <w:r w:rsidR="0034078D">
        <w:t xml:space="preserve">, </w:t>
      </w:r>
      <w:r>
        <w:t>arrivent à l</w:t>
      </w:r>
      <w:r w:rsidR="0034078D">
        <w:t>’</w:t>
      </w:r>
      <w:proofErr w:type="spellStart"/>
      <w:r>
        <w:t>ame</w:t>
      </w:r>
      <w:proofErr w:type="spellEnd"/>
      <w:r>
        <w:t xml:space="preserve"> par un seul chemin</w:t>
      </w:r>
      <w:r w:rsidR="0034078D">
        <w:t xml:space="preserve">, </w:t>
      </w:r>
      <w:r>
        <w:t>qui est le sentiment</w:t>
      </w:r>
      <w:r w:rsidR="0034078D">
        <w:t xml:space="preserve">. </w:t>
      </w:r>
      <w:r>
        <w:t>Pour le former</w:t>
      </w:r>
      <w:r w:rsidR="0034078D">
        <w:t xml:space="preserve">, </w:t>
      </w:r>
      <w:r>
        <w:t>il a fallu que tous les nerfs se donnassent</w:t>
      </w:r>
      <w:r w:rsidR="0034078D">
        <w:t xml:space="preserve">, </w:t>
      </w:r>
      <w:r>
        <w:t>pour ainsi-dire</w:t>
      </w:r>
      <w:r w:rsidR="0034078D">
        <w:t xml:space="preserve">, </w:t>
      </w:r>
      <w:r>
        <w:t xml:space="preserve">un </w:t>
      </w:r>
      <w:r>
        <w:rPr>
          <w:i/>
          <w:iCs/>
        </w:rPr>
        <w:t>rendez-vous</w:t>
      </w:r>
      <w:r w:rsidR="0034078D">
        <w:rPr>
          <w:i/>
          <w:iCs/>
        </w:rPr>
        <w:t xml:space="preserve">, </w:t>
      </w:r>
      <w:r>
        <w:t>dans un endroit particulier du cerveau</w:t>
      </w:r>
      <w:r w:rsidR="0034078D">
        <w:t xml:space="preserve">, </w:t>
      </w:r>
      <w:r>
        <w:t xml:space="preserve">où </w:t>
      </w:r>
      <w:r>
        <w:rPr>
          <w:iCs/>
        </w:rPr>
        <w:t>ils</w:t>
      </w:r>
      <w:r>
        <w:t xml:space="preserve"> sont tous réunis</w:t>
      </w:r>
      <w:r w:rsidR="0034078D">
        <w:t xml:space="preserve">. </w:t>
      </w:r>
      <w:r>
        <w:t>Et comme encore le cœur se contracte plus souvent</w:t>
      </w:r>
      <w:r w:rsidR="0034078D">
        <w:t xml:space="preserve">, </w:t>
      </w:r>
      <w:r>
        <w:t>ou plus fortement</w:t>
      </w:r>
      <w:r w:rsidR="0034078D">
        <w:t xml:space="preserve">, </w:t>
      </w:r>
      <w:r>
        <w:t>quand le sang &amp; les esprits y sont abondamment précipités par diverses causes</w:t>
      </w:r>
      <w:r w:rsidR="0034078D">
        <w:t xml:space="preserve"> ; </w:t>
      </w:r>
      <w:r>
        <w:t>de même le sentiment de notre bien ou mal-être s</w:t>
      </w:r>
      <w:r w:rsidR="0034078D">
        <w:t>’</w:t>
      </w:r>
      <w:r>
        <w:t>aiguise &amp; s</w:t>
      </w:r>
      <w:r w:rsidR="0034078D">
        <w:t>’</w:t>
      </w:r>
      <w:r>
        <w:t>excite par celles qui agissent intérieurement ou extérieurement sur nos organes sensitifs</w:t>
      </w:r>
      <w:r w:rsidR="0034078D">
        <w:t xml:space="preserve">. </w:t>
      </w:r>
      <w:r>
        <w:t>De sorte que celui dont les nerfs sont le plus agréablement affectés par quelque cause que ce soit</w:t>
      </w:r>
      <w:r w:rsidR="0034078D">
        <w:t xml:space="preserve">, </w:t>
      </w:r>
      <w:r>
        <w:t>est nécessairement le plus heureux</w:t>
      </w:r>
      <w:r w:rsidR="0034078D">
        <w:t>.</w:t>
      </w:r>
    </w:p>
    <w:p w14:paraId="63C54972" w14:textId="77777777" w:rsidR="0034078D" w:rsidRDefault="00000000" w:rsidP="0034078D">
      <w:r>
        <w:lastRenderedPageBreak/>
        <w:t>Tel est le tronc</w:t>
      </w:r>
      <w:r w:rsidR="0034078D">
        <w:t xml:space="preserve">, </w:t>
      </w:r>
      <w:r>
        <w:t>duquel partent toutes les branches du bonheur</w:t>
      </w:r>
      <w:r w:rsidR="0034078D">
        <w:t xml:space="preserve">, </w:t>
      </w:r>
      <w:r>
        <w:t>luxe charmant de l</w:t>
      </w:r>
      <w:r w:rsidR="0034078D">
        <w:t>’</w:t>
      </w:r>
      <w:r>
        <w:t>arbre de la vie</w:t>
      </w:r>
      <w:r w:rsidR="0034078D">
        <w:t xml:space="preserve">, </w:t>
      </w:r>
      <w:r>
        <w:t>à l</w:t>
      </w:r>
      <w:r w:rsidR="0034078D">
        <w:t>’</w:t>
      </w:r>
      <w:r>
        <w:t>ombre duquel</w:t>
      </w:r>
      <w:r w:rsidR="0034078D">
        <w:t xml:space="preserve">, </w:t>
      </w:r>
      <w:r>
        <w:t xml:space="preserve">si </w:t>
      </w:r>
      <w:proofErr w:type="spellStart"/>
      <w:r>
        <w:t>par fois</w:t>
      </w:r>
      <w:proofErr w:type="spellEnd"/>
      <w:r>
        <w:t xml:space="preserve"> nos chagrins nous éclairent trop vivement sur notre condition</w:t>
      </w:r>
      <w:r w:rsidR="0034078D">
        <w:t xml:space="preserve">, </w:t>
      </w:r>
      <w:r>
        <w:t>il faut être bien peu sage</w:t>
      </w:r>
      <w:r w:rsidR="0034078D">
        <w:t xml:space="preserve">, </w:t>
      </w:r>
      <w:r>
        <w:t>pour ne pouvoir pas les supporter avec patience</w:t>
      </w:r>
      <w:r w:rsidR="0034078D">
        <w:t>.</w:t>
      </w:r>
    </w:p>
    <w:p w14:paraId="5B55669C" w14:textId="77777777" w:rsidR="0034078D" w:rsidRDefault="00000000" w:rsidP="0034078D">
      <w:r>
        <w:t>Voilà le but que nous nous étions proposé d</w:t>
      </w:r>
      <w:r w:rsidR="0034078D">
        <w:t>’</w:t>
      </w:r>
      <w:r>
        <w:t>atteindre</w:t>
      </w:r>
      <w:r w:rsidR="0034078D">
        <w:t xml:space="preserve"> : </w:t>
      </w:r>
      <w:r>
        <w:t>le champ est vaste</w:t>
      </w:r>
      <w:r w:rsidR="0034078D">
        <w:t xml:space="preserve">, </w:t>
      </w:r>
      <w:r>
        <w:t xml:space="preserve">la </w:t>
      </w:r>
      <w:proofErr w:type="spellStart"/>
      <w:r>
        <w:t>carriere</w:t>
      </w:r>
      <w:proofErr w:type="spellEnd"/>
      <w:r>
        <w:t xml:space="preserve"> brillante</w:t>
      </w:r>
      <w:r w:rsidR="0034078D">
        <w:t xml:space="preserve"> : </w:t>
      </w:r>
      <w:r>
        <w:t>si nous avons su la remplir avec autant de distinction</w:t>
      </w:r>
      <w:r w:rsidR="0034078D">
        <w:t xml:space="preserve">, </w:t>
      </w:r>
      <w:r>
        <w:t>que nous nous sommes écartés de la route ordinaire des philosophes &amp; des beaux esprits</w:t>
      </w:r>
      <w:r w:rsidR="0034078D">
        <w:t>.</w:t>
      </w:r>
    </w:p>
    <w:p w14:paraId="36E6FCBE" w14:textId="77777777" w:rsidR="0034078D" w:rsidRDefault="00000000" w:rsidP="0034078D">
      <w:r>
        <w:t>Il ne me reste plus qu</w:t>
      </w:r>
      <w:r w:rsidR="0034078D">
        <w:t>’</w:t>
      </w:r>
      <w:r>
        <w:t>à parler de mon auteur</w:t>
      </w:r>
      <w:r w:rsidR="0034078D">
        <w:t xml:space="preserve">, </w:t>
      </w:r>
      <w:r>
        <w:t xml:space="preserve">plus </w:t>
      </w:r>
      <w:proofErr w:type="spellStart"/>
      <w:r>
        <w:t>particuliérement</w:t>
      </w:r>
      <w:proofErr w:type="spellEnd"/>
      <w:r>
        <w:t xml:space="preserve"> que je n</w:t>
      </w:r>
      <w:r w:rsidR="0034078D">
        <w:t>’</w:t>
      </w:r>
      <w:r>
        <w:t>ai pu faire jusqu</w:t>
      </w:r>
      <w:r w:rsidR="0034078D">
        <w:t>’</w:t>
      </w:r>
      <w:r>
        <w:t>ici</w:t>
      </w:r>
      <w:r>
        <w:rPr>
          <w:rStyle w:val="Appelnotedebasdep"/>
        </w:rPr>
        <w:footnoteReference w:id="3"/>
      </w:r>
      <w:r w:rsidR="0034078D">
        <w:t xml:space="preserve">. </w:t>
      </w:r>
      <w:r>
        <w:t xml:space="preserve">Son </w:t>
      </w:r>
      <w:r>
        <w:rPr>
          <w:i/>
          <w:iCs/>
        </w:rPr>
        <w:t>traité de la vie heureuse</w:t>
      </w:r>
      <w:r w:rsidR="0034078D">
        <w:rPr>
          <w:i/>
          <w:iCs/>
        </w:rPr>
        <w:t xml:space="preserve">, </w:t>
      </w:r>
      <w:r>
        <w:t>tel que je le donne</w:t>
      </w:r>
      <w:r w:rsidR="0034078D">
        <w:t xml:space="preserve">, </w:t>
      </w:r>
      <w:r>
        <w:t>est très-fameux</w:t>
      </w:r>
      <w:r w:rsidR="0034078D">
        <w:t xml:space="preserve">. </w:t>
      </w:r>
      <w:r>
        <w:t>La dignité du sujet</w:t>
      </w:r>
      <w:r w:rsidR="0034078D">
        <w:t xml:space="preserve">, </w:t>
      </w:r>
      <w:r>
        <w:t>la réputation de l</w:t>
      </w:r>
      <w:r w:rsidR="0034078D">
        <w:t>’</w:t>
      </w:r>
      <w:r>
        <w:t>écrivain</w:t>
      </w:r>
      <w:r w:rsidR="0034078D">
        <w:t xml:space="preserve">, </w:t>
      </w:r>
      <w:r>
        <w:t>ce que tant d</w:t>
      </w:r>
      <w:r w:rsidR="0034078D">
        <w:t>’</w:t>
      </w:r>
      <w:r>
        <w:t>auteurs en ont écrit</w:t>
      </w:r>
      <w:r w:rsidR="0034078D">
        <w:t xml:space="preserve">, </w:t>
      </w:r>
      <w:r>
        <w:t xml:space="preserve">&amp; </w:t>
      </w:r>
      <w:proofErr w:type="spellStart"/>
      <w:r>
        <w:t>sur-tout</w:t>
      </w:r>
      <w:proofErr w:type="spellEnd"/>
      <w:r>
        <w:t xml:space="preserve"> Descartes à son illustre princesse Palatine</w:t>
      </w:r>
      <w:r w:rsidR="0034078D">
        <w:t xml:space="preserve">, </w:t>
      </w:r>
      <w:r>
        <w:t>tout m</w:t>
      </w:r>
      <w:r w:rsidR="0034078D">
        <w:t>’</w:t>
      </w:r>
      <w:r>
        <w:t xml:space="preserve">a intéressé à </w:t>
      </w:r>
      <w:proofErr w:type="spellStart"/>
      <w:r>
        <w:t>Séneque</w:t>
      </w:r>
      <w:proofErr w:type="spellEnd"/>
      <w:r>
        <w:t xml:space="preserve"> &amp; à son ouvrage</w:t>
      </w:r>
      <w:r w:rsidR="0034078D">
        <w:t xml:space="preserve">. </w:t>
      </w:r>
      <w:r>
        <w:t>Non-seulement j</w:t>
      </w:r>
      <w:r w:rsidR="0034078D">
        <w:t>’</w:t>
      </w:r>
      <w:r>
        <w:t>ai cru qu</w:t>
      </w:r>
      <w:r w:rsidR="0034078D">
        <w:t>’</w:t>
      </w:r>
      <w:r>
        <w:t xml:space="preserve">il </w:t>
      </w:r>
      <w:proofErr w:type="spellStart"/>
      <w:r>
        <w:t>méritoit</w:t>
      </w:r>
      <w:proofErr w:type="spellEnd"/>
      <w:r>
        <w:t xml:space="preserve"> d</w:t>
      </w:r>
      <w:r w:rsidR="0034078D">
        <w:t>’</w:t>
      </w:r>
      <w:r>
        <w:t>être mieux examiné &amp; autrement réfuté qu</w:t>
      </w:r>
      <w:r w:rsidR="0034078D">
        <w:t>’</w:t>
      </w:r>
      <w:r>
        <w:t>il ne l</w:t>
      </w:r>
      <w:r w:rsidR="0034078D">
        <w:t>’</w:t>
      </w:r>
      <w:r>
        <w:t>a encore été</w:t>
      </w:r>
      <w:r w:rsidR="0034078D">
        <w:t xml:space="preserve"> ; </w:t>
      </w:r>
      <w:r>
        <w:t>mais quoiqu</w:t>
      </w:r>
      <w:r w:rsidR="0034078D">
        <w:t>’</w:t>
      </w:r>
      <w:r>
        <w:t>en dise Descartes</w:t>
      </w:r>
      <w:r w:rsidR="0034078D">
        <w:t xml:space="preserve">, </w:t>
      </w:r>
      <w:r>
        <w:t>je l</w:t>
      </w:r>
      <w:r w:rsidR="0034078D">
        <w:t>’</w:t>
      </w:r>
      <w:r>
        <w:t>ai jugé digne d</w:t>
      </w:r>
      <w:r w:rsidR="0034078D">
        <w:t>’</w:t>
      </w:r>
      <w:r>
        <w:t>être traduit</w:t>
      </w:r>
      <w:r w:rsidR="0034078D">
        <w:t xml:space="preserve">, </w:t>
      </w:r>
      <w:r>
        <w:t>sans avoir égard aux traductions qui ont précédé la mienne</w:t>
      </w:r>
      <w:r w:rsidR="0034078D">
        <w:t xml:space="preserve">. </w:t>
      </w:r>
      <w:r>
        <w:t>Tous les défauts</w:t>
      </w:r>
      <w:r w:rsidR="0034078D">
        <w:t xml:space="preserve">, </w:t>
      </w:r>
      <w:r>
        <w:t>&amp; l</w:t>
      </w:r>
      <w:r w:rsidR="0034078D">
        <w:t>’</w:t>
      </w:r>
      <w:r>
        <w:t>imperfection avec laquelle il est probable qu</w:t>
      </w:r>
      <w:r w:rsidR="0034078D">
        <w:t>’</w:t>
      </w:r>
      <w:r>
        <w:t>il nous est parvenu</w:t>
      </w:r>
      <w:r w:rsidR="0034078D">
        <w:t xml:space="preserve">, </w:t>
      </w:r>
      <w:r>
        <w:t>ne m</w:t>
      </w:r>
      <w:r w:rsidR="0034078D">
        <w:t>’</w:t>
      </w:r>
      <w:r>
        <w:t>ont pas empêché d</w:t>
      </w:r>
      <w:r w:rsidR="0034078D">
        <w:t>’</w:t>
      </w:r>
      <w:r>
        <w:t>y trouver de grandes beautés</w:t>
      </w:r>
      <w:r w:rsidR="0034078D">
        <w:t>.</w:t>
      </w:r>
    </w:p>
    <w:p w14:paraId="40B3ADC1" w14:textId="77777777" w:rsidR="0034078D" w:rsidRDefault="00000000" w:rsidP="0034078D">
      <w:proofErr w:type="spellStart"/>
      <w:r>
        <w:t>Séneque</w:t>
      </w:r>
      <w:proofErr w:type="spellEnd"/>
      <w:r w:rsidR="0034078D">
        <w:t xml:space="preserve">, </w:t>
      </w:r>
      <w:r>
        <w:t>il est vrai</w:t>
      </w:r>
      <w:r w:rsidR="0034078D">
        <w:t xml:space="preserve">, </w:t>
      </w:r>
      <w:r>
        <w:t>n</w:t>
      </w:r>
      <w:r w:rsidR="0034078D">
        <w:t>’</w:t>
      </w:r>
      <w:r>
        <w:t>a pas traité son sujet avec assez de précision &amp; d</w:t>
      </w:r>
      <w:r w:rsidR="0034078D">
        <w:t>’</w:t>
      </w:r>
      <w:r>
        <w:t>exactitude</w:t>
      </w:r>
      <w:r w:rsidR="0034078D">
        <w:t xml:space="preserve">. </w:t>
      </w:r>
      <w:r>
        <w:t xml:space="preserve">Pour être capable de former un </w:t>
      </w:r>
      <w:proofErr w:type="spellStart"/>
      <w:r>
        <w:t>systême</w:t>
      </w:r>
      <w:proofErr w:type="spellEnd"/>
      <w:r>
        <w:t xml:space="preserve"> dont les parties bien liées &amp; enchaînées </w:t>
      </w:r>
      <w:proofErr w:type="spellStart"/>
      <w:r>
        <w:t>entr</w:t>
      </w:r>
      <w:r w:rsidR="0034078D">
        <w:t>’</w:t>
      </w:r>
      <w:r>
        <w:t>elles</w:t>
      </w:r>
      <w:proofErr w:type="spellEnd"/>
      <w:r>
        <w:t xml:space="preserve"> se répondent toutes parfaitement</w:t>
      </w:r>
      <w:r w:rsidR="0034078D">
        <w:t xml:space="preserve">, </w:t>
      </w:r>
      <w:r>
        <w:t>il faut un esprit d</w:t>
      </w:r>
      <w:r w:rsidR="0034078D">
        <w:t>’</w:t>
      </w:r>
      <w:r>
        <w:t>ordre</w:t>
      </w:r>
      <w:r w:rsidR="0034078D">
        <w:t xml:space="preserve">, </w:t>
      </w:r>
      <w:r>
        <w:t xml:space="preserve">un art </w:t>
      </w:r>
      <w:r>
        <w:lastRenderedPageBreak/>
        <w:t>d</w:t>
      </w:r>
      <w:r w:rsidR="0034078D">
        <w:t>’</w:t>
      </w:r>
      <w:r>
        <w:t>écrire</w:t>
      </w:r>
      <w:r w:rsidR="0034078D">
        <w:t xml:space="preserve">, </w:t>
      </w:r>
      <w:r>
        <w:t>plus commun aujourd</w:t>
      </w:r>
      <w:r w:rsidR="0034078D">
        <w:t>’</w:t>
      </w:r>
      <w:r>
        <w:t>hui qu</w:t>
      </w:r>
      <w:r w:rsidR="0034078D">
        <w:t>’</w:t>
      </w:r>
      <w:r>
        <w:t>autrefois</w:t>
      </w:r>
      <w:r w:rsidR="0034078D">
        <w:t xml:space="preserve">, </w:t>
      </w:r>
      <w:r>
        <w:t>une marche d</w:t>
      </w:r>
      <w:r w:rsidR="0034078D">
        <w:t>’</w:t>
      </w:r>
      <w:r>
        <w:t>esprit suivie</w:t>
      </w:r>
      <w:r w:rsidR="0034078D">
        <w:t xml:space="preserve">, </w:t>
      </w:r>
      <w:r>
        <w:t>un génie vaste</w:t>
      </w:r>
      <w:r w:rsidR="0034078D">
        <w:t xml:space="preserve">, </w:t>
      </w:r>
      <w:r>
        <w:t>pénétrant &amp; vraiment philosophique</w:t>
      </w:r>
      <w:r w:rsidR="0034078D">
        <w:t xml:space="preserve">. </w:t>
      </w:r>
      <w:r>
        <w:t xml:space="preserve">Celui de </w:t>
      </w:r>
      <w:proofErr w:type="spellStart"/>
      <w:r>
        <w:t>Séneque</w:t>
      </w:r>
      <w:proofErr w:type="spellEnd"/>
      <w:r>
        <w:t xml:space="preserve"> me </w:t>
      </w:r>
      <w:proofErr w:type="spellStart"/>
      <w:r>
        <w:t>paroît</w:t>
      </w:r>
      <w:proofErr w:type="spellEnd"/>
      <w:r>
        <w:t xml:space="preserve"> consister dans une imagination riche qui le </w:t>
      </w:r>
      <w:proofErr w:type="spellStart"/>
      <w:r>
        <w:t>maîtrisoit</w:t>
      </w:r>
      <w:proofErr w:type="spellEnd"/>
      <w:r w:rsidR="0034078D">
        <w:t xml:space="preserve">. </w:t>
      </w:r>
      <w:r>
        <w:t>Esprit précieux</w:t>
      </w:r>
      <w:r w:rsidR="0034078D">
        <w:t xml:space="preserve">, </w:t>
      </w:r>
      <w:r>
        <w:t>le néologisme ne remonte pas plus haut que lui</w:t>
      </w:r>
      <w:r w:rsidR="0034078D">
        <w:t xml:space="preserve"> ; </w:t>
      </w:r>
      <w:r>
        <w:t>raisonneur étudié</w:t>
      </w:r>
      <w:r w:rsidR="0034078D">
        <w:t xml:space="preserve">, </w:t>
      </w:r>
      <w:r>
        <w:t>le plus souvent peintre de colifichets</w:t>
      </w:r>
      <w:r w:rsidR="0034078D">
        <w:t xml:space="preserve">, </w:t>
      </w:r>
      <w:r>
        <w:t xml:space="preserve">je compare les </w:t>
      </w:r>
      <w:proofErr w:type="spellStart"/>
      <w:r>
        <w:t>lumieres</w:t>
      </w:r>
      <w:proofErr w:type="spellEnd"/>
      <w:r>
        <w:t xml:space="preserve"> dont il brille</w:t>
      </w:r>
      <w:r w:rsidR="0034078D">
        <w:t xml:space="preserve">, </w:t>
      </w:r>
      <w:r>
        <w:t>tant elles sentent l</w:t>
      </w:r>
      <w:r w:rsidR="0034078D">
        <w:t>’</w:t>
      </w:r>
      <w:r>
        <w:t>artifice</w:t>
      </w:r>
      <w:r w:rsidR="0034078D">
        <w:t xml:space="preserve">, </w:t>
      </w:r>
      <w:r>
        <w:t>à ces étoiles que les fusées laissent dans l</w:t>
      </w:r>
      <w:r w:rsidR="0034078D">
        <w:t>’</w:t>
      </w:r>
      <w:r>
        <w:t xml:space="preserve">air après </w:t>
      </w:r>
      <w:r>
        <w:rPr>
          <w:iCs/>
        </w:rPr>
        <w:t>elles</w:t>
      </w:r>
      <w:r w:rsidR="0034078D">
        <w:t xml:space="preserve">. </w:t>
      </w:r>
      <w:r>
        <w:t>Génie obscur lorsqu</w:t>
      </w:r>
      <w:r w:rsidR="0034078D">
        <w:t>’</w:t>
      </w:r>
      <w:r>
        <w:t>il veut être concis</w:t>
      </w:r>
      <w:r w:rsidR="0034078D">
        <w:t xml:space="preserve">, </w:t>
      </w:r>
      <w:r>
        <w:t xml:space="preserve">entrecoupé de plus de </w:t>
      </w:r>
      <w:proofErr w:type="spellStart"/>
      <w:r>
        <w:t>ténebres</w:t>
      </w:r>
      <w:proofErr w:type="spellEnd"/>
      <w:r>
        <w:t xml:space="preserve"> que de lueurs philosophiques</w:t>
      </w:r>
      <w:r w:rsidR="0034078D">
        <w:t xml:space="preserve">, </w:t>
      </w:r>
      <w:r>
        <w:t>peu consistant ou peu solide</w:t>
      </w:r>
      <w:r w:rsidR="0034078D">
        <w:t xml:space="preserve">, </w:t>
      </w:r>
      <w:r>
        <w:t>de-là peu conséquent</w:t>
      </w:r>
      <w:r w:rsidR="0034078D">
        <w:t xml:space="preserve">, </w:t>
      </w:r>
      <w:r>
        <w:t xml:space="preserve">éloquent à sa </w:t>
      </w:r>
      <w:proofErr w:type="spellStart"/>
      <w:r>
        <w:t>maniere</w:t>
      </w:r>
      <w:proofErr w:type="spellEnd"/>
      <w:r w:rsidR="0034078D">
        <w:t xml:space="preserve">, </w:t>
      </w:r>
      <w:r>
        <w:t xml:space="preserve">en </w:t>
      </w:r>
      <w:proofErr w:type="spellStart"/>
      <w:r>
        <w:t>paroissant</w:t>
      </w:r>
      <w:proofErr w:type="spellEnd"/>
      <w:r>
        <w:t xml:space="preserve"> mépriser l</w:t>
      </w:r>
      <w:r w:rsidR="0034078D">
        <w:t>’</w:t>
      </w:r>
      <w:r>
        <w:t>éloquence</w:t>
      </w:r>
      <w:r w:rsidR="0034078D">
        <w:t xml:space="preserve">, </w:t>
      </w:r>
      <w:r>
        <w:t>vigoureux par vertu</w:t>
      </w:r>
      <w:r w:rsidR="0034078D">
        <w:t xml:space="preserve">, </w:t>
      </w:r>
      <w:r>
        <w:t>vertueux par secte</w:t>
      </w:r>
      <w:r w:rsidR="0034078D">
        <w:t xml:space="preserve">, </w:t>
      </w:r>
      <w:r>
        <w:t>fort de choses par secousses</w:t>
      </w:r>
      <w:r w:rsidR="0034078D">
        <w:t xml:space="preserve">, </w:t>
      </w:r>
      <w:r>
        <w:t>fort d</w:t>
      </w:r>
      <w:r w:rsidR="0034078D">
        <w:t>’</w:t>
      </w:r>
      <w:r>
        <w:t>esprit par affectation</w:t>
      </w:r>
      <w:r w:rsidR="0034078D">
        <w:t xml:space="preserve">, </w:t>
      </w:r>
      <w:r>
        <w:t>pointilleux par minauderie</w:t>
      </w:r>
      <w:r w:rsidR="0034078D">
        <w:t xml:space="preserve"> : </w:t>
      </w:r>
      <w:r>
        <w:t>enfin s</w:t>
      </w:r>
      <w:r w:rsidR="0034078D">
        <w:t>’</w:t>
      </w:r>
      <w:r>
        <w:t>appliquant plus à orner son langage qu</w:t>
      </w:r>
      <w:r w:rsidR="0034078D">
        <w:t>’</w:t>
      </w:r>
      <w:r>
        <w:t>à se faire entendre ou à s</w:t>
      </w:r>
      <w:r w:rsidR="0034078D">
        <w:t>’</w:t>
      </w:r>
      <w:r>
        <w:t>entendre lui-même</w:t>
      </w:r>
      <w:r w:rsidR="0034078D">
        <w:t xml:space="preserve">, </w:t>
      </w:r>
      <w:r>
        <w:t>je conviens qu</w:t>
      </w:r>
      <w:r w:rsidR="0034078D">
        <w:t>’</w:t>
      </w:r>
      <w:r>
        <w:t>il a mieux aimé se répéter en termes artistement variés</w:t>
      </w:r>
      <w:r w:rsidR="0034078D">
        <w:t xml:space="preserve">, </w:t>
      </w:r>
      <w:r>
        <w:t xml:space="preserve">content de briller par des phrases &amp; des </w:t>
      </w:r>
      <w:proofErr w:type="spellStart"/>
      <w:r>
        <w:t>antitheses</w:t>
      </w:r>
      <w:proofErr w:type="spellEnd"/>
      <w:r>
        <w:t xml:space="preserve"> qui marquent le jeu &amp; l</w:t>
      </w:r>
      <w:r w:rsidR="0034078D">
        <w:t>’</w:t>
      </w:r>
      <w:r>
        <w:t>enfance de l</w:t>
      </w:r>
      <w:r w:rsidR="0034078D">
        <w:t>’</w:t>
      </w:r>
      <w:r>
        <w:t>esprit</w:t>
      </w:r>
      <w:r w:rsidR="0034078D">
        <w:t xml:space="preserve">, </w:t>
      </w:r>
      <w:proofErr w:type="spellStart"/>
      <w:r>
        <w:t>piege</w:t>
      </w:r>
      <w:proofErr w:type="spellEnd"/>
      <w:r>
        <w:t xml:space="preserve"> inévitable pour qui cherchant toujours l</w:t>
      </w:r>
      <w:r w:rsidR="0034078D">
        <w:t>’</w:t>
      </w:r>
      <w:r>
        <w:t>agrément de la diction &amp; la vanité des paroles</w:t>
      </w:r>
      <w:r w:rsidR="0034078D">
        <w:t xml:space="preserve">, </w:t>
      </w:r>
      <w:proofErr w:type="spellStart"/>
      <w:r>
        <w:t>préfere</w:t>
      </w:r>
      <w:proofErr w:type="spellEnd"/>
      <w:r>
        <w:t xml:space="preserve"> le </w:t>
      </w:r>
      <w:proofErr w:type="spellStart"/>
      <w:r>
        <w:t>fard</w:t>
      </w:r>
      <w:proofErr w:type="spellEnd"/>
      <w:r>
        <w:t xml:space="preserve"> de l</w:t>
      </w:r>
      <w:r w:rsidR="0034078D">
        <w:t>’</w:t>
      </w:r>
      <w:r>
        <w:t>éloquence à ces beautés naturelles qui sont bien mieux sans ornement</w:t>
      </w:r>
      <w:r w:rsidR="0034078D">
        <w:t xml:space="preserve"> : </w:t>
      </w:r>
      <w:r>
        <w:t>panneau couvert de clinquant</w:t>
      </w:r>
      <w:r w:rsidR="0034078D">
        <w:t xml:space="preserve">, </w:t>
      </w:r>
      <w:r>
        <w:t>où donneront toujours ces beaux esprits peu philosophes</w:t>
      </w:r>
      <w:r w:rsidR="0034078D">
        <w:t xml:space="preserve">, </w:t>
      </w:r>
      <w:r>
        <w:t>que la variété des images éblouit jusqu</w:t>
      </w:r>
      <w:r w:rsidR="0034078D">
        <w:t>’</w:t>
      </w:r>
      <w:r>
        <w:t>à leur faire prendre pour de nouvelles choses un brillant tissu d</w:t>
      </w:r>
      <w:r w:rsidR="0034078D">
        <w:t>’</w:t>
      </w:r>
      <w:r>
        <w:t>autres mots joliment arrangés</w:t>
      </w:r>
      <w:r w:rsidR="0034078D">
        <w:t xml:space="preserve">. </w:t>
      </w:r>
      <w:r>
        <w:t>Mais</w:t>
      </w:r>
      <w:r w:rsidR="0034078D">
        <w:t xml:space="preserve">, </w:t>
      </w:r>
      <w:r>
        <w:t>au reste</w:t>
      </w:r>
      <w:r w:rsidR="0034078D">
        <w:t xml:space="preserve">, </w:t>
      </w:r>
      <w:r>
        <w:t xml:space="preserve">je trouve que </w:t>
      </w:r>
      <w:proofErr w:type="spellStart"/>
      <w:r>
        <w:t>Séneque</w:t>
      </w:r>
      <w:proofErr w:type="spellEnd"/>
      <w:r>
        <w:t xml:space="preserve"> a plus de force que Cicéron</w:t>
      </w:r>
      <w:r w:rsidR="0034078D">
        <w:t xml:space="preserve">. </w:t>
      </w:r>
      <w:r>
        <w:t xml:space="preserve">Si celui-ci </w:t>
      </w:r>
      <w:proofErr w:type="spellStart"/>
      <w:r>
        <w:t>étoit</w:t>
      </w:r>
      <w:proofErr w:type="spellEnd"/>
      <w:r>
        <w:t xml:space="preserve"> plus philosophe dans la théorie</w:t>
      </w:r>
      <w:r w:rsidR="0034078D">
        <w:t xml:space="preserve">, </w:t>
      </w:r>
      <w:proofErr w:type="spellStart"/>
      <w:r>
        <w:t>Séneque</w:t>
      </w:r>
      <w:proofErr w:type="spellEnd"/>
      <w:r>
        <w:t xml:space="preserve"> l</w:t>
      </w:r>
      <w:r w:rsidR="0034078D">
        <w:t>’</w:t>
      </w:r>
      <w:proofErr w:type="spellStart"/>
      <w:r>
        <w:t>étoit</w:t>
      </w:r>
      <w:proofErr w:type="spellEnd"/>
      <w:r>
        <w:t xml:space="preserve"> plus dans la pratique</w:t>
      </w:r>
      <w:r w:rsidR="0034078D">
        <w:t xml:space="preserve"> ; </w:t>
      </w:r>
      <w:r>
        <w:t>moins incertain</w:t>
      </w:r>
      <w:r w:rsidR="0034078D">
        <w:t xml:space="preserve">, </w:t>
      </w:r>
      <w:r>
        <w:t>quoique moins conséquent</w:t>
      </w:r>
      <w:r w:rsidR="0034078D">
        <w:t xml:space="preserve"> ; </w:t>
      </w:r>
      <w:r>
        <w:t>marchant à la mort d</w:t>
      </w:r>
      <w:r w:rsidR="0034078D">
        <w:t>’</w:t>
      </w:r>
      <w:r>
        <w:t>un pas ferme &amp; intrépide</w:t>
      </w:r>
      <w:r w:rsidR="0034078D">
        <w:t xml:space="preserve">, </w:t>
      </w:r>
      <w:r>
        <w:t xml:space="preserve">il a </w:t>
      </w:r>
      <w:r>
        <w:rPr>
          <w:iCs/>
        </w:rPr>
        <w:t>fait</w:t>
      </w:r>
      <w:r>
        <w:t xml:space="preserve"> une fin</w:t>
      </w:r>
      <w:r w:rsidR="0034078D">
        <w:t xml:space="preserve">, </w:t>
      </w:r>
      <w:r>
        <w:t>non aussi gaie que celle de Pétrone</w:t>
      </w:r>
      <w:r w:rsidR="0034078D">
        <w:t xml:space="preserve">, </w:t>
      </w:r>
      <w:r>
        <w:t>mais glorieuse</w:t>
      </w:r>
      <w:r w:rsidR="0034078D">
        <w:t xml:space="preserve">, </w:t>
      </w:r>
      <w:r>
        <w:t>&amp; telle</w:t>
      </w:r>
      <w:r w:rsidR="0034078D">
        <w:t xml:space="preserve">, </w:t>
      </w:r>
      <w:r>
        <w:t>en un mot</w:t>
      </w:r>
      <w:r w:rsidR="0034078D">
        <w:t xml:space="preserve">, </w:t>
      </w:r>
      <w:r>
        <w:t>que Cicéron l</w:t>
      </w:r>
      <w:r w:rsidR="0034078D">
        <w:t>’</w:t>
      </w:r>
      <w:r>
        <w:t>eût enviée</w:t>
      </w:r>
      <w:r w:rsidR="0034078D">
        <w:t xml:space="preserve">, </w:t>
      </w:r>
      <w:r>
        <w:t>&amp; jamais suivie</w:t>
      </w:r>
      <w:r w:rsidR="0034078D">
        <w:t xml:space="preserve">. </w:t>
      </w:r>
      <w:r>
        <w:t>Quant au courage &amp; à la vertu</w:t>
      </w:r>
      <w:r w:rsidR="0034078D">
        <w:t xml:space="preserve">, </w:t>
      </w:r>
      <w:r>
        <w:t>quoique trop fanatique</w:t>
      </w:r>
      <w:r w:rsidR="0034078D">
        <w:t xml:space="preserve">, </w:t>
      </w:r>
      <w:r>
        <w:t xml:space="preserve">il </w:t>
      </w:r>
      <w:proofErr w:type="spellStart"/>
      <w:r>
        <w:t>avoit</w:t>
      </w:r>
      <w:proofErr w:type="spellEnd"/>
      <w:r>
        <w:t xml:space="preserve"> une </w:t>
      </w:r>
      <w:proofErr w:type="spellStart"/>
      <w:r>
        <w:t>ame</w:t>
      </w:r>
      <w:proofErr w:type="spellEnd"/>
      <w:r>
        <w:t xml:space="preserve"> d</w:t>
      </w:r>
      <w:r w:rsidR="0034078D">
        <w:t>’</w:t>
      </w:r>
      <w:r>
        <w:t>une toute autre trempe</w:t>
      </w:r>
      <w:r w:rsidR="0034078D">
        <w:t xml:space="preserve">. </w:t>
      </w:r>
      <w:r>
        <w:t>L</w:t>
      </w:r>
      <w:r w:rsidR="0034078D">
        <w:t>’</w:t>
      </w:r>
      <w:r>
        <w:t>éloquence</w:t>
      </w:r>
      <w:r w:rsidR="0034078D">
        <w:t xml:space="preserve">, </w:t>
      </w:r>
      <w:r>
        <w:t xml:space="preserve">le savoir &amp; la </w:t>
      </w:r>
      <w:r>
        <w:lastRenderedPageBreak/>
        <w:t xml:space="preserve">vanité </w:t>
      </w:r>
      <w:proofErr w:type="spellStart"/>
      <w:r>
        <w:t>faisoient</w:t>
      </w:r>
      <w:proofErr w:type="spellEnd"/>
      <w:r>
        <w:t xml:space="preserve"> toute l</w:t>
      </w:r>
      <w:r w:rsidR="0034078D">
        <w:t>’</w:t>
      </w:r>
      <w:r>
        <w:t>excellence du consul Romain</w:t>
      </w:r>
      <w:r w:rsidR="0034078D">
        <w:t xml:space="preserve">. </w:t>
      </w:r>
      <w:r>
        <w:t>Montagne estime peu l</w:t>
      </w:r>
      <w:r w:rsidR="0034078D">
        <w:t>’</w:t>
      </w:r>
      <w:r>
        <w:t>homme dans l</w:t>
      </w:r>
      <w:r w:rsidR="0034078D">
        <w:t>’</w:t>
      </w:r>
      <w:r>
        <w:t>orateur qu</w:t>
      </w:r>
      <w:r w:rsidR="0034078D">
        <w:t>’</w:t>
      </w:r>
      <w:r>
        <w:t>il admire</w:t>
      </w:r>
      <w:r w:rsidR="0034078D">
        <w:t>.</w:t>
      </w:r>
    </w:p>
    <w:p w14:paraId="31FD989C" w14:textId="77777777" w:rsidR="0034078D" w:rsidRDefault="00000000" w:rsidP="0034078D">
      <w:r>
        <w:t>Critiquons</w:t>
      </w:r>
      <w:r w:rsidR="0034078D">
        <w:t xml:space="preserve">, </w:t>
      </w:r>
      <w:r>
        <w:t xml:space="preserve">blâmons même </w:t>
      </w:r>
      <w:proofErr w:type="spellStart"/>
      <w:r>
        <w:t>Séneque</w:t>
      </w:r>
      <w:proofErr w:type="spellEnd"/>
      <w:r w:rsidR="0034078D">
        <w:t xml:space="preserve">, </w:t>
      </w:r>
      <w:r>
        <w:t>admirons-le quelquefois</w:t>
      </w:r>
      <w:r w:rsidR="0034078D">
        <w:t xml:space="preserve">, </w:t>
      </w:r>
      <w:r>
        <w:t>&amp; estimons-le toujours</w:t>
      </w:r>
      <w:r w:rsidR="0034078D">
        <w:t xml:space="preserve">. </w:t>
      </w:r>
      <w:r>
        <w:t xml:space="preserve">Une </w:t>
      </w:r>
      <w:proofErr w:type="spellStart"/>
      <w:r>
        <w:t>ame</w:t>
      </w:r>
      <w:proofErr w:type="spellEnd"/>
      <w:r>
        <w:t xml:space="preserve"> médiocre n</w:t>
      </w:r>
      <w:r w:rsidR="0034078D">
        <w:t>’</w:t>
      </w:r>
      <w:r>
        <w:t>outre rien</w:t>
      </w:r>
      <w:r w:rsidR="0034078D">
        <w:t xml:space="preserve"> ; </w:t>
      </w:r>
      <w:r>
        <w:t>elle ne s</w:t>
      </w:r>
      <w:r w:rsidR="0034078D">
        <w:t>’</w:t>
      </w:r>
      <w:proofErr w:type="spellStart"/>
      <w:r>
        <w:t>éleve</w:t>
      </w:r>
      <w:proofErr w:type="spellEnd"/>
      <w:r>
        <w:t xml:space="preserve"> point</w:t>
      </w:r>
      <w:r w:rsidR="0034078D">
        <w:t xml:space="preserve">, </w:t>
      </w:r>
      <w:r>
        <w:t>elle nage</w:t>
      </w:r>
      <w:r w:rsidR="0034078D">
        <w:t xml:space="preserve">, </w:t>
      </w:r>
      <w:r>
        <w:t>pour ainsi dire</w:t>
      </w:r>
      <w:r w:rsidR="0034078D">
        <w:t xml:space="preserve">, </w:t>
      </w:r>
      <w:r>
        <w:t>entre deux eaux</w:t>
      </w:r>
      <w:r w:rsidR="0034078D">
        <w:t xml:space="preserve">. </w:t>
      </w:r>
      <w:r>
        <w:t>Louons les plus vains efforts</w:t>
      </w:r>
      <w:r w:rsidR="0034078D">
        <w:t xml:space="preserve"> ; </w:t>
      </w:r>
      <w:r>
        <w:t>pardonnons</w:t>
      </w:r>
      <w:r w:rsidR="0034078D">
        <w:t xml:space="preserve">, </w:t>
      </w:r>
      <w:r>
        <w:t>comme sur nos théâtres</w:t>
      </w:r>
      <w:r w:rsidR="0034078D">
        <w:t xml:space="preserve">, </w:t>
      </w:r>
      <w:r>
        <w:t>une exagération qui invite à la vertu</w:t>
      </w:r>
      <w:r w:rsidR="0034078D">
        <w:t xml:space="preserve">. </w:t>
      </w:r>
      <w:proofErr w:type="spellStart"/>
      <w:r>
        <w:t>Séneque</w:t>
      </w:r>
      <w:proofErr w:type="spellEnd"/>
      <w:r>
        <w:t xml:space="preserve"> a cherché à être vertueux</w:t>
      </w:r>
      <w:r w:rsidR="0034078D">
        <w:t xml:space="preserve">, </w:t>
      </w:r>
      <w:r>
        <w:t>comme Pascal à croire</w:t>
      </w:r>
      <w:r w:rsidR="0034078D">
        <w:t xml:space="preserve">. </w:t>
      </w:r>
      <w:r>
        <w:t>Du fond des vices</w:t>
      </w:r>
      <w:r w:rsidR="0034078D">
        <w:t xml:space="preserve">, </w:t>
      </w:r>
      <w:r>
        <w:t>il est difficile de monter au sommet des vertus</w:t>
      </w:r>
      <w:r w:rsidR="0034078D">
        <w:t xml:space="preserve">. </w:t>
      </w:r>
      <w:r>
        <w:t>L</w:t>
      </w:r>
      <w:r w:rsidR="0034078D">
        <w:t>’</w:t>
      </w:r>
      <w:r>
        <w:t>un a le courage de l</w:t>
      </w:r>
      <w:r w:rsidR="0034078D">
        <w:t>’</w:t>
      </w:r>
      <w:r>
        <w:t>aigle</w:t>
      </w:r>
      <w:r w:rsidR="0034078D">
        <w:t xml:space="preserve">, </w:t>
      </w:r>
      <w:r>
        <w:t>l</w:t>
      </w:r>
      <w:r w:rsidR="0034078D">
        <w:t>’</w:t>
      </w:r>
      <w:r>
        <w:t>autre en a le vol</w:t>
      </w:r>
      <w:r w:rsidR="0034078D">
        <w:t xml:space="preserve">, </w:t>
      </w:r>
      <w:r>
        <w:t>peu en ont la vue</w:t>
      </w:r>
      <w:r w:rsidR="0034078D">
        <w:t xml:space="preserve"> ; </w:t>
      </w:r>
      <w:r>
        <w:t>l</w:t>
      </w:r>
      <w:r w:rsidR="0034078D">
        <w:t>’</w:t>
      </w:r>
      <w:r>
        <w:t>homme est porté par son génie</w:t>
      </w:r>
      <w:r w:rsidR="0034078D">
        <w:t xml:space="preserve">, </w:t>
      </w:r>
      <w:r>
        <w:t>comme l</w:t>
      </w:r>
      <w:r w:rsidR="0034078D">
        <w:t>’</w:t>
      </w:r>
      <w:r>
        <w:t xml:space="preserve">oiseau par ses </w:t>
      </w:r>
      <w:proofErr w:type="spellStart"/>
      <w:r>
        <w:t>aîles</w:t>
      </w:r>
      <w:proofErr w:type="spellEnd"/>
      <w:r w:rsidR="0034078D">
        <w:t xml:space="preserve">. </w:t>
      </w:r>
      <w:r>
        <w:t>Mais n</w:t>
      </w:r>
      <w:r w:rsidR="0034078D">
        <w:t>’</w:t>
      </w:r>
      <w:r>
        <w:t>est-ce pas assez</w:t>
      </w:r>
      <w:r w:rsidR="0034078D">
        <w:t xml:space="preserve">, </w:t>
      </w:r>
      <w:r>
        <w:t>comme notre auteur l</w:t>
      </w:r>
      <w:r w:rsidR="0034078D">
        <w:t>’</w:t>
      </w:r>
      <w:r>
        <w:t>insinue lui-même</w:t>
      </w:r>
      <w:r w:rsidR="0034078D">
        <w:t xml:space="preserve">, </w:t>
      </w:r>
      <w:r>
        <w:t>qu</w:t>
      </w:r>
      <w:r w:rsidR="0034078D">
        <w:t>’</w:t>
      </w:r>
      <w:r>
        <w:t>il s</w:t>
      </w:r>
      <w:r w:rsidR="0034078D">
        <w:t>’</w:t>
      </w:r>
      <w:r>
        <w:t>évertue</w:t>
      </w:r>
      <w:r w:rsidR="0034078D">
        <w:t xml:space="preserve">, </w:t>
      </w:r>
      <w:r>
        <w:t>s</w:t>
      </w:r>
      <w:r w:rsidR="0034078D">
        <w:t>’</w:t>
      </w:r>
      <w:r>
        <w:t>excite</w:t>
      </w:r>
      <w:r w:rsidR="0034078D">
        <w:t xml:space="preserve">, </w:t>
      </w:r>
      <w:r>
        <w:t>&amp; rampe moins</w:t>
      </w:r>
      <w:r w:rsidR="0034078D">
        <w:t xml:space="preserve"> ? </w:t>
      </w:r>
      <w:r>
        <w:t>Heureux cent fois qui aux facultés naturelles d</w:t>
      </w:r>
      <w:r w:rsidR="0034078D">
        <w:t>’</w:t>
      </w:r>
      <w:r>
        <w:t>être heureux</w:t>
      </w:r>
      <w:r w:rsidR="0034078D">
        <w:t xml:space="preserve">, </w:t>
      </w:r>
      <w:r>
        <w:t>joint celle de rendre son bonheur communicatif</w:t>
      </w:r>
      <w:r w:rsidR="0034078D">
        <w:t xml:space="preserve">, </w:t>
      </w:r>
      <w:r>
        <w:t xml:space="preserve">comme est la vertu &amp; le courage de </w:t>
      </w:r>
      <w:proofErr w:type="spellStart"/>
      <w:r>
        <w:t>Séneque</w:t>
      </w:r>
      <w:proofErr w:type="spellEnd"/>
      <w:r w:rsidR="0034078D">
        <w:t>.</w:t>
      </w:r>
    </w:p>
    <w:p w14:paraId="367C7CD1" w14:textId="77777777" w:rsidR="0034078D" w:rsidRDefault="00000000" w:rsidP="0034078D">
      <w:r>
        <w:t>Voilà mes idées fur le bonheur</w:t>
      </w:r>
      <w:r w:rsidR="0034078D">
        <w:t xml:space="preserve">, </w:t>
      </w:r>
      <w:r>
        <w:t>&amp; ce que je pense de l</w:t>
      </w:r>
      <w:r w:rsidR="0034078D">
        <w:t>’</w:t>
      </w:r>
      <w:r>
        <w:t>auteur illustre qui m</w:t>
      </w:r>
      <w:r w:rsidR="0034078D">
        <w:t>’</w:t>
      </w:r>
      <w:r>
        <w:t xml:space="preserve">a </w:t>
      </w:r>
      <w:r>
        <w:rPr>
          <w:iCs/>
        </w:rPr>
        <w:t xml:space="preserve">fait </w:t>
      </w:r>
      <w:r>
        <w:t>naître l</w:t>
      </w:r>
      <w:r w:rsidR="0034078D">
        <w:t>’</w:t>
      </w:r>
      <w:r>
        <w:t xml:space="preserve">envie </w:t>
      </w:r>
      <w:proofErr w:type="spellStart"/>
      <w:r>
        <w:t>le</w:t>
      </w:r>
      <w:proofErr w:type="spellEnd"/>
      <w:r>
        <w:t xml:space="preserve"> les mettre par écrit</w:t>
      </w:r>
      <w:r w:rsidR="0034078D">
        <w:t xml:space="preserve">. </w:t>
      </w:r>
      <w:r>
        <w:t>Bien des gens seront peut-être choqués de ma façon de penser</w:t>
      </w:r>
      <w:r w:rsidR="0034078D">
        <w:t xml:space="preserve">, </w:t>
      </w:r>
      <w:r>
        <w:t>principalement sur la vertu &amp; les remords</w:t>
      </w:r>
      <w:r w:rsidR="0034078D">
        <w:t xml:space="preserve">, </w:t>
      </w:r>
      <w:r>
        <w:t>d</w:t>
      </w:r>
      <w:r w:rsidR="0034078D">
        <w:t>’</w:t>
      </w:r>
      <w:r>
        <w:t>autant plus qu</w:t>
      </w:r>
      <w:r w:rsidR="0034078D">
        <w:t>’</w:t>
      </w:r>
      <w:r>
        <w:t>elle est quelquefois aussi nouvelle que hardie</w:t>
      </w:r>
      <w:r w:rsidR="0034078D">
        <w:t xml:space="preserve"> : </w:t>
      </w:r>
      <w:r>
        <w:t>car je n</w:t>
      </w:r>
      <w:r w:rsidR="0034078D">
        <w:t>’</w:t>
      </w:r>
      <w:r>
        <w:t xml:space="preserve">ai consulté </w:t>
      </w:r>
      <w:r>
        <w:rPr>
          <w:bCs/>
        </w:rPr>
        <w:t xml:space="preserve">ni </w:t>
      </w:r>
      <w:r>
        <w:t>Hobbes</w:t>
      </w:r>
      <w:r w:rsidR="0034078D">
        <w:t xml:space="preserve">, </w:t>
      </w:r>
      <w:r>
        <w:rPr>
          <w:bCs/>
        </w:rPr>
        <w:t xml:space="preserve">ni </w:t>
      </w:r>
      <w:proofErr w:type="spellStart"/>
      <w:r>
        <w:t>Mylord</w:t>
      </w:r>
      <w:proofErr w:type="spellEnd"/>
      <w:r>
        <w:t xml:space="preserve"> S</w:t>
      </w:r>
      <w:r w:rsidR="0034078D">
        <w:t xml:space="preserve">…, </w:t>
      </w:r>
      <w:r>
        <w:t>&amp; j</w:t>
      </w:r>
      <w:r w:rsidR="0034078D">
        <w:t>’</w:t>
      </w:r>
      <w:r>
        <w:t>ai tout puisé dans la nature</w:t>
      </w:r>
      <w:r w:rsidR="0034078D">
        <w:t xml:space="preserve">. </w:t>
      </w:r>
      <w:r>
        <w:t>Mais qu</w:t>
      </w:r>
      <w:r w:rsidR="0034078D">
        <w:t>’</w:t>
      </w:r>
      <w:r>
        <w:t>ils sachent</w:t>
      </w:r>
      <w:r w:rsidR="0034078D">
        <w:t xml:space="preserve">, </w:t>
      </w:r>
      <w:r>
        <w:t>ces esclaves de l</w:t>
      </w:r>
      <w:r w:rsidR="0034078D">
        <w:t>’</w:t>
      </w:r>
      <w:r>
        <w:t>exemple &amp; de la superstition</w:t>
      </w:r>
      <w:r w:rsidR="0034078D">
        <w:t xml:space="preserve">, </w:t>
      </w:r>
      <w:r>
        <w:t>ces petits génies qu</w:t>
      </w:r>
      <w:r w:rsidR="0034078D">
        <w:t>’</w:t>
      </w:r>
      <w:r>
        <w:t xml:space="preserve">on ne voit point où la vérité </w:t>
      </w:r>
      <w:proofErr w:type="spellStart"/>
      <w:r>
        <w:t>paroît</w:t>
      </w:r>
      <w:proofErr w:type="spellEnd"/>
      <w:r w:rsidR="0034078D">
        <w:t xml:space="preserve">, </w:t>
      </w:r>
      <w:r>
        <w:t>qu</w:t>
      </w:r>
      <w:r w:rsidR="0034078D">
        <w:t>’</w:t>
      </w:r>
      <w:r>
        <w:t>on peut ici</w:t>
      </w:r>
      <w:r w:rsidR="0034078D">
        <w:t xml:space="preserve"> (</w:t>
      </w:r>
      <w:r>
        <w:t>quelle plus belle invitation à ses amateurs</w:t>
      </w:r>
      <w:r w:rsidR="0034078D">
        <w:t xml:space="preserve"> !) </w:t>
      </w:r>
      <w:r>
        <w:t>braver les préjugés &amp; tous les ennemis de la philosophie</w:t>
      </w:r>
      <w:r w:rsidR="0034078D">
        <w:t xml:space="preserve">, </w:t>
      </w:r>
      <w:r>
        <w:t>comme on se rit du courroux des flots dans un port tranquille</w:t>
      </w:r>
      <w:r w:rsidR="0034078D">
        <w:t xml:space="preserve"> ! </w:t>
      </w:r>
      <w:r>
        <w:t>Je n</w:t>
      </w:r>
      <w:r w:rsidR="0034078D">
        <w:t>’</w:t>
      </w:r>
      <w:r>
        <w:t>entends plus en effet gronder les miens que de loin</w:t>
      </w:r>
      <w:r w:rsidR="0034078D">
        <w:t xml:space="preserve">, </w:t>
      </w:r>
      <w:r>
        <w:t>&amp; comme la tempête qui bat le vaisseau dont je me suis échappé</w:t>
      </w:r>
      <w:r w:rsidR="0034078D">
        <w:t xml:space="preserve">. </w:t>
      </w:r>
      <w:r>
        <w:t>Ici</w:t>
      </w:r>
      <w:r w:rsidR="0034078D">
        <w:t xml:space="preserve">, </w:t>
      </w:r>
      <w:r>
        <w:t>encore une fois</w:t>
      </w:r>
      <w:r w:rsidR="0034078D">
        <w:t xml:space="preserve">, </w:t>
      </w:r>
      <w:r>
        <w:t>quel plaisir pour un philosophe</w:t>
      </w:r>
      <w:r w:rsidR="0034078D">
        <w:t xml:space="preserve"> ! </w:t>
      </w:r>
      <w:r>
        <w:t>chacun peut à son gré cultiver la philosophie</w:t>
      </w:r>
      <w:r w:rsidR="0034078D">
        <w:t xml:space="preserve">, </w:t>
      </w:r>
      <w:r>
        <w:t xml:space="preserve">les sciences &amp; les </w:t>
      </w:r>
      <w:proofErr w:type="spellStart"/>
      <w:r>
        <w:t>beaux arts</w:t>
      </w:r>
      <w:proofErr w:type="spellEnd"/>
      <w:r w:rsidR="0034078D">
        <w:t xml:space="preserve"> ; </w:t>
      </w:r>
      <w:r>
        <w:t xml:space="preserve">la </w:t>
      </w:r>
      <w:proofErr w:type="spellStart"/>
      <w:r>
        <w:t>carriere</w:t>
      </w:r>
      <w:proofErr w:type="spellEnd"/>
      <w:r>
        <w:t xml:space="preserve"> est ouverte par le prince </w:t>
      </w:r>
      <w:r>
        <w:lastRenderedPageBreak/>
        <w:t>qui s</w:t>
      </w:r>
      <w:r w:rsidR="0034078D">
        <w:t>’</w:t>
      </w:r>
      <w:r>
        <w:t>y est distingué presque dès l</w:t>
      </w:r>
      <w:r w:rsidR="0034078D">
        <w:t>’</w:t>
      </w:r>
      <w:r>
        <w:t>enfance</w:t>
      </w:r>
      <w:r w:rsidR="0034078D">
        <w:t xml:space="preserve"> ? </w:t>
      </w:r>
      <w:r>
        <w:rPr>
          <w:i/>
          <w:iCs/>
        </w:rPr>
        <w:t xml:space="preserve">Dux &amp; exemplum &amp; </w:t>
      </w:r>
      <w:proofErr w:type="spellStart"/>
      <w:r>
        <w:rPr>
          <w:i/>
          <w:iCs/>
        </w:rPr>
        <w:t>necessitas</w:t>
      </w:r>
      <w:proofErr w:type="spellEnd"/>
      <w:r w:rsidR="0034078D">
        <w:rPr>
          <w:i/>
          <w:iCs/>
        </w:rPr>
        <w:t xml:space="preserve">, </w:t>
      </w:r>
      <w:r>
        <w:t>comme dit Pline le jeune en un autre sujet</w:t>
      </w:r>
      <w:r w:rsidR="0034078D">
        <w:t xml:space="preserve">. </w:t>
      </w:r>
      <w:r>
        <w:t>Tous ces sacrés perturbateurs d</w:t>
      </w:r>
      <w:r w:rsidR="0034078D">
        <w:t>’</w:t>
      </w:r>
      <w:r>
        <w:t>un repos plus respectable qu</w:t>
      </w:r>
      <w:r w:rsidR="0034078D">
        <w:t>’</w:t>
      </w:r>
      <w:r>
        <w:t>eux</w:t>
      </w:r>
      <w:r w:rsidR="0034078D">
        <w:t xml:space="preserve">, </w:t>
      </w:r>
      <w:r>
        <w:t>ne se troublent point dans ces heureux climats</w:t>
      </w:r>
      <w:r w:rsidR="0034078D">
        <w:t xml:space="preserve">. </w:t>
      </w:r>
      <w:r>
        <w:t>On peut élever la voix</w:t>
      </w:r>
      <w:r w:rsidR="0034078D">
        <w:t xml:space="preserve">, </w:t>
      </w:r>
      <w:r>
        <w:t>se servir de sa raison</w:t>
      </w:r>
      <w:r w:rsidR="0034078D">
        <w:t xml:space="preserve">, </w:t>
      </w:r>
      <w:r>
        <w:t>&amp; jouir enfin du plus bel apanage de l</w:t>
      </w:r>
      <w:r w:rsidR="0034078D">
        <w:t>’</w:t>
      </w:r>
      <w:r>
        <w:t>humanité</w:t>
      </w:r>
      <w:r w:rsidR="0034078D">
        <w:t xml:space="preserve">, </w:t>
      </w:r>
      <w:r>
        <w:t>la faculté de penser</w:t>
      </w:r>
      <w:r w:rsidR="0034078D">
        <w:t xml:space="preserve">. </w:t>
      </w:r>
      <w:r>
        <w:t>Les théologiens juges des philosophes</w:t>
      </w:r>
      <w:r w:rsidR="0034078D">
        <w:t xml:space="preserve"> ! </w:t>
      </w:r>
      <w:r>
        <w:t>Quelle pitié</w:t>
      </w:r>
      <w:r w:rsidR="0034078D">
        <w:t xml:space="preserve"> ! </w:t>
      </w:r>
      <w:r>
        <w:t>C</w:t>
      </w:r>
      <w:r w:rsidR="0034078D">
        <w:t>’</w:t>
      </w:r>
      <w:r>
        <w:t>est vouloir ramener la superstition &amp; la barbarie</w:t>
      </w:r>
      <w:r w:rsidR="0034078D">
        <w:t xml:space="preserve">. </w:t>
      </w:r>
      <w:r>
        <w:t>Au contraire</w:t>
      </w:r>
      <w:r w:rsidR="0034078D">
        <w:t xml:space="preserve">, </w:t>
      </w:r>
      <w:r>
        <w:t>brider ces bêtes arrogantes</w:t>
      </w:r>
      <w:r w:rsidR="0034078D">
        <w:t xml:space="preserve">, </w:t>
      </w:r>
      <w:r>
        <w:t>leur laisser peu de pouvoir</w:t>
      </w:r>
      <w:r w:rsidR="0034078D">
        <w:t xml:space="preserve"> (</w:t>
      </w:r>
      <w:r>
        <w:t>ils en usurpent assez</w:t>
      </w:r>
      <w:r w:rsidR="0034078D">
        <w:t xml:space="preserve">), </w:t>
      </w:r>
      <w:r>
        <w:t>c</w:t>
      </w:r>
      <w:r w:rsidR="0034078D">
        <w:t>’</w:t>
      </w:r>
      <w:r>
        <w:t>est le moyen de favoriser le progrès des lettres</w:t>
      </w:r>
      <w:r w:rsidR="0034078D">
        <w:t xml:space="preserve">, </w:t>
      </w:r>
      <w:r>
        <w:t>&amp; de faire fleurir les états</w:t>
      </w:r>
      <w:r w:rsidR="0034078D">
        <w:t xml:space="preserve">. </w:t>
      </w:r>
      <w:r>
        <w:t>L</w:t>
      </w:r>
      <w:r w:rsidR="0034078D">
        <w:t>’</w:t>
      </w:r>
      <w:r>
        <w:t>ignorance commence par les avilir</w:t>
      </w:r>
      <w:r w:rsidR="0034078D">
        <w:t xml:space="preserve">, </w:t>
      </w:r>
      <w:r>
        <w:t>&amp; finit par les détruire</w:t>
      </w:r>
      <w:r w:rsidR="0034078D">
        <w:t>.</w:t>
      </w:r>
    </w:p>
    <w:p w14:paraId="3D065EAF" w14:textId="77777777" w:rsidR="0034078D" w:rsidRDefault="00000000" w:rsidP="0034078D">
      <w:r>
        <w:t>Ô</w:t>
      </w:r>
      <w:r w:rsidR="0034078D">
        <w:t xml:space="preserve"> ! </w:t>
      </w:r>
      <w:r>
        <w:t xml:space="preserve">que ma </w:t>
      </w:r>
      <w:proofErr w:type="spellStart"/>
      <w:r>
        <w:t>reconnoissance</w:t>
      </w:r>
      <w:proofErr w:type="spellEnd"/>
      <w:r>
        <w:t xml:space="preserve"> &amp; mon </w:t>
      </w:r>
      <w:proofErr w:type="spellStart"/>
      <w:r>
        <w:t>zele</w:t>
      </w:r>
      <w:proofErr w:type="spellEnd"/>
      <w:r>
        <w:t xml:space="preserve"> s</w:t>
      </w:r>
      <w:r w:rsidR="0034078D">
        <w:t>’</w:t>
      </w:r>
      <w:proofErr w:type="spellStart"/>
      <w:r>
        <w:t>exerceroient</w:t>
      </w:r>
      <w:proofErr w:type="spellEnd"/>
      <w:r>
        <w:t xml:space="preserve"> avec plaisir à célébrer les vertus de </w:t>
      </w:r>
      <w:r>
        <w:rPr>
          <w:i/>
          <w:iCs/>
        </w:rPr>
        <w:t>Salomon du Nord</w:t>
      </w:r>
      <w:r w:rsidR="0034078D">
        <w:rPr>
          <w:i/>
          <w:iCs/>
        </w:rPr>
        <w:t xml:space="preserve">, </w:t>
      </w:r>
      <w:r>
        <w:t>s</w:t>
      </w:r>
      <w:r w:rsidR="0034078D">
        <w:t>’</w:t>
      </w:r>
      <w:r>
        <w:t>il m</w:t>
      </w:r>
      <w:r w:rsidR="0034078D">
        <w:t>’</w:t>
      </w:r>
      <w:proofErr w:type="spellStart"/>
      <w:r>
        <w:t>étoit</w:t>
      </w:r>
      <w:proofErr w:type="spellEnd"/>
      <w:r>
        <w:t xml:space="preserve"> aussi facile de le suivre que de l</w:t>
      </w:r>
      <w:r w:rsidR="0034078D">
        <w:t>’</w:t>
      </w:r>
      <w:r>
        <w:t>admirer</w:t>
      </w:r>
      <w:r w:rsidR="0034078D">
        <w:t xml:space="preserve"> ! </w:t>
      </w:r>
      <w:r>
        <w:t xml:space="preserve">Mais ce </w:t>
      </w:r>
      <w:proofErr w:type="spellStart"/>
      <w:r>
        <w:t>seroit</w:t>
      </w:r>
      <w:proofErr w:type="spellEnd"/>
      <w:r>
        <w:t xml:space="preserve"> trop présumer de mon peu de forces</w:t>
      </w:r>
      <w:r w:rsidR="0034078D">
        <w:t xml:space="preserve">, </w:t>
      </w:r>
      <w:r>
        <w:t>car que peut-on ajouter à la gloire d</w:t>
      </w:r>
      <w:r w:rsidR="0034078D">
        <w:t>’</w:t>
      </w:r>
      <w:r>
        <w:t>un prince</w:t>
      </w:r>
      <w:r w:rsidR="0034078D">
        <w:t xml:space="preserve">, </w:t>
      </w:r>
      <w:r>
        <w:t>qui</w:t>
      </w:r>
      <w:r w:rsidR="0034078D">
        <w:t xml:space="preserve">, </w:t>
      </w:r>
      <w:r>
        <w:t>tandis que presque tous les autres rois font consister leur bonheur à s</w:t>
      </w:r>
      <w:r w:rsidR="0034078D">
        <w:t>’</w:t>
      </w:r>
      <w:r>
        <w:t>endormir mollement dans les bras de la volupté</w:t>
      </w:r>
      <w:r w:rsidR="0034078D">
        <w:t xml:space="preserve">, </w:t>
      </w:r>
      <w:r>
        <w:t>n</w:t>
      </w:r>
      <w:r w:rsidR="0034078D">
        <w:t>’</w:t>
      </w:r>
      <w:r>
        <w:t xml:space="preserve">en </w:t>
      </w:r>
      <w:proofErr w:type="spellStart"/>
      <w:r>
        <w:t>connoît</w:t>
      </w:r>
      <w:proofErr w:type="spellEnd"/>
      <w:r>
        <w:t xml:space="preserve"> d</w:t>
      </w:r>
      <w:r w:rsidR="0034078D">
        <w:t>’</w:t>
      </w:r>
      <w:r>
        <w:t>autre</w:t>
      </w:r>
      <w:r w:rsidR="0034078D">
        <w:t xml:space="preserve">, </w:t>
      </w:r>
      <w:r>
        <w:t>que celui qui résulte de l</w:t>
      </w:r>
      <w:r w:rsidR="0034078D">
        <w:t>’</w:t>
      </w:r>
      <w:r>
        <w:t>humanité la plus éclairée</w:t>
      </w:r>
      <w:r w:rsidR="0034078D">
        <w:t xml:space="preserve">, </w:t>
      </w:r>
      <w:r>
        <w:t>&amp; du parfait héroïsme</w:t>
      </w:r>
      <w:r w:rsidR="0034078D">
        <w:t xml:space="preserve"> ; </w:t>
      </w:r>
      <w:r>
        <w:t>d</w:t>
      </w:r>
      <w:r w:rsidR="0034078D">
        <w:t>’</w:t>
      </w:r>
      <w:r>
        <w:t>un prince qui met dans ses études la même discipline que dans ses troupes</w:t>
      </w:r>
      <w:r w:rsidR="0034078D">
        <w:t xml:space="preserve">, </w:t>
      </w:r>
      <w:r>
        <w:t>dont l</w:t>
      </w:r>
      <w:r w:rsidR="0034078D">
        <w:t>’</w:t>
      </w:r>
      <w:r>
        <w:t>esprit est plus vif que leur feu</w:t>
      </w:r>
      <w:r w:rsidR="0034078D">
        <w:t xml:space="preserve">, </w:t>
      </w:r>
      <w:r>
        <w:t>plus brillant</w:t>
      </w:r>
      <w:r w:rsidR="0034078D">
        <w:t xml:space="preserve">, </w:t>
      </w:r>
      <w:r>
        <w:t>plus conquérant</w:t>
      </w:r>
      <w:r w:rsidR="0034078D">
        <w:t xml:space="preserve">, </w:t>
      </w:r>
      <w:r>
        <w:t>plus victorieux que leurs armes</w:t>
      </w:r>
      <w:r w:rsidR="0034078D">
        <w:t xml:space="preserve"> ; </w:t>
      </w:r>
      <w:r>
        <w:t>d</w:t>
      </w:r>
      <w:r w:rsidR="0034078D">
        <w:t>’</w:t>
      </w:r>
      <w:r>
        <w:t xml:space="preserve">un prince enfin rempli de sagesse &amp; de </w:t>
      </w:r>
      <w:proofErr w:type="spellStart"/>
      <w:r>
        <w:t>lumieres</w:t>
      </w:r>
      <w:proofErr w:type="spellEnd"/>
      <w:r w:rsidR="0034078D">
        <w:t xml:space="preserve">, </w:t>
      </w:r>
      <w:r>
        <w:t>qui jeune encore</w:t>
      </w:r>
      <w:r w:rsidR="0034078D">
        <w:t xml:space="preserve">, </w:t>
      </w:r>
      <w:r>
        <w:t>n</w:t>
      </w:r>
      <w:r w:rsidR="0034078D">
        <w:t>’</w:t>
      </w:r>
      <w:r>
        <w:t>a eu besoin que de lui-même pour aller de plein vol à l</w:t>
      </w:r>
      <w:r w:rsidR="0034078D">
        <w:t>’</w:t>
      </w:r>
      <w:r>
        <w:t>immortalité</w:t>
      </w:r>
      <w:r w:rsidR="0034078D">
        <w:t xml:space="preserve">. </w:t>
      </w:r>
      <w:r>
        <w:t>Qu</w:t>
      </w:r>
      <w:r w:rsidR="0034078D">
        <w:t>’</w:t>
      </w:r>
      <w:r>
        <w:t>il me suffise donc de sentir</w:t>
      </w:r>
      <w:r w:rsidR="0034078D">
        <w:t>, (</w:t>
      </w:r>
      <w:r>
        <w:t xml:space="preserve">quoi de plus flatteur pour le maître &amp; pour les </w:t>
      </w:r>
      <w:proofErr w:type="spellStart"/>
      <w:r>
        <w:t>savans</w:t>
      </w:r>
      <w:proofErr w:type="spellEnd"/>
      <w:r>
        <w:t xml:space="preserve"> de son royaume</w:t>
      </w:r>
      <w:r w:rsidR="0034078D">
        <w:t xml:space="preserve"> !) </w:t>
      </w:r>
      <w:r>
        <w:t>que c</w:t>
      </w:r>
      <w:r w:rsidR="0034078D">
        <w:t>’</w:t>
      </w:r>
      <w:r>
        <w:t>est à son puissant génie que nous devons tous</w:t>
      </w:r>
      <w:r w:rsidR="0034078D">
        <w:t xml:space="preserve">, </w:t>
      </w:r>
      <w:r>
        <w:t>ce que tant d</w:t>
      </w:r>
      <w:r w:rsidR="0034078D">
        <w:t>’</w:t>
      </w:r>
      <w:r>
        <w:t>autres doivent ailleurs à la faveur</w:t>
      </w:r>
      <w:r w:rsidR="0034078D">
        <w:t xml:space="preserve">, </w:t>
      </w:r>
      <w:r>
        <w:t>à l</w:t>
      </w:r>
      <w:r w:rsidR="0034078D">
        <w:t>’</w:t>
      </w:r>
      <w:r>
        <w:t>intrigue</w:t>
      </w:r>
      <w:r w:rsidR="0034078D">
        <w:t xml:space="preserve">, </w:t>
      </w:r>
      <w:r>
        <w:t>à la bassesse</w:t>
      </w:r>
      <w:r w:rsidR="0034078D">
        <w:t xml:space="preserve">, </w:t>
      </w:r>
      <w:r>
        <w:t xml:space="preserve">&amp; à tout ce vil </w:t>
      </w:r>
      <w:proofErr w:type="spellStart"/>
      <w:r>
        <w:t>manege</w:t>
      </w:r>
      <w:proofErr w:type="spellEnd"/>
      <w:r>
        <w:t xml:space="preserve"> de dévots</w:t>
      </w:r>
      <w:r w:rsidR="0034078D">
        <w:t xml:space="preserve">, </w:t>
      </w:r>
      <w:r>
        <w:t>de femmes &amp; de courtisans qui n</w:t>
      </w:r>
      <w:r w:rsidR="0034078D">
        <w:t>’</w:t>
      </w:r>
      <w:r>
        <w:t>a point lieu devant un roi philosophe</w:t>
      </w:r>
      <w:r w:rsidR="0034078D">
        <w:t>.</w:t>
      </w:r>
    </w:p>
    <w:p w14:paraId="5BE02E80" w14:textId="60CD3F68" w:rsidR="0034078D" w:rsidRDefault="00000000" w:rsidP="0034078D">
      <w:pPr>
        <w:spacing w:before="0" w:after="0"/>
        <w:rPr>
          <w:i/>
          <w:iCs/>
        </w:rPr>
      </w:pPr>
      <w:r>
        <w:rPr>
          <w:i/>
          <w:iCs/>
        </w:rPr>
        <w:lastRenderedPageBreak/>
        <w:t>Tous les arts à la fois composent sa science</w:t>
      </w:r>
      <w:r w:rsidR="0034078D">
        <w:rPr>
          <w:i/>
          <w:iCs/>
        </w:rPr>
        <w:t>.</w:t>
      </w:r>
    </w:p>
    <w:p w14:paraId="304845DD" w14:textId="77777777" w:rsidR="0034078D" w:rsidRDefault="00000000" w:rsidP="0034078D">
      <w:pPr>
        <w:spacing w:before="0" w:after="0"/>
        <w:rPr>
          <w:i/>
          <w:iCs/>
        </w:rPr>
      </w:pPr>
      <w:r>
        <w:rPr>
          <w:i/>
          <w:iCs/>
        </w:rPr>
        <w:t>Rival de Cicéron</w:t>
      </w:r>
      <w:r w:rsidR="0034078D">
        <w:rPr>
          <w:i/>
          <w:iCs/>
        </w:rPr>
        <w:t xml:space="preserve">, </w:t>
      </w:r>
      <w:r>
        <w:rPr>
          <w:i/>
          <w:iCs/>
        </w:rPr>
        <w:t>il brille en éloquence</w:t>
      </w:r>
      <w:r w:rsidR="0034078D">
        <w:rPr>
          <w:i/>
          <w:iCs/>
        </w:rPr>
        <w:t> :</w:t>
      </w:r>
    </w:p>
    <w:p w14:paraId="07C0564A" w14:textId="77777777" w:rsidR="0034078D" w:rsidRDefault="00000000" w:rsidP="0034078D">
      <w:pPr>
        <w:spacing w:before="0" w:after="0"/>
        <w:rPr>
          <w:i/>
          <w:iCs/>
        </w:rPr>
      </w:pPr>
      <w:r>
        <w:rPr>
          <w:i/>
          <w:iCs/>
        </w:rPr>
        <w:t>De la nature il a sondé les profondeurs</w:t>
      </w:r>
      <w:r w:rsidR="0034078D">
        <w:rPr>
          <w:i/>
          <w:iCs/>
        </w:rPr>
        <w:t>,</w:t>
      </w:r>
    </w:p>
    <w:p w14:paraId="3B3977B7" w14:textId="77777777" w:rsidR="0034078D" w:rsidRDefault="00000000" w:rsidP="0034078D">
      <w:pPr>
        <w:spacing w:before="0" w:after="0"/>
        <w:rPr>
          <w:i/>
          <w:iCs/>
        </w:rPr>
      </w:pPr>
      <w:r>
        <w:rPr>
          <w:i/>
          <w:iCs/>
        </w:rPr>
        <w:t>Des charlatans dévots confondu les erreurs</w:t>
      </w:r>
      <w:r w:rsidR="0034078D">
        <w:rPr>
          <w:i/>
          <w:iCs/>
        </w:rPr>
        <w:t>.</w:t>
      </w:r>
    </w:p>
    <w:p w14:paraId="267196FC" w14:textId="77777777" w:rsidR="0034078D" w:rsidRDefault="00000000" w:rsidP="0034078D">
      <w:pPr>
        <w:spacing w:before="0" w:after="0"/>
        <w:rPr>
          <w:i/>
          <w:iCs/>
        </w:rPr>
      </w:pPr>
      <w:r>
        <w:rPr>
          <w:i/>
          <w:iCs/>
        </w:rPr>
        <w:t>Voyez ce savant roi sans soin &amp; sans affaire</w:t>
      </w:r>
      <w:r w:rsidR="0034078D">
        <w:rPr>
          <w:i/>
          <w:iCs/>
        </w:rPr>
        <w:t> ;</w:t>
      </w:r>
    </w:p>
    <w:p w14:paraId="70EDE259" w14:textId="77777777" w:rsidR="0034078D" w:rsidRDefault="00000000" w:rsidP="0034078D">
      <w:pPr>
        <w:spacing w:before="0" w:after="0"/>
        <w:rPr>
          <w:i/>
          <w:iCs/>
        </w:rPr>
      </w:pPr>
      <w:r>
        <w:rPr>
          <w:i/>
          <w:iCs/>
        </w:rPr>
        <w:t>Il passe un ignorant dans l</w:t>
      </w:r>
      <w:r w:rsidR="0034078D">
        <w:rPr>
          <w:i/>
          <w:iCs/>
        </w:rPr>
        <w:t>’</w:t>
      </w:r>
      <w:r>
        <w:rPr>
          <w:i/>
          <w:iCs/>
        </w:rPr>
        <w:t>art heureux de plaire</w:t>
      </w:r>
      <w:r w:rsidR="0034078D">
        <w:rPr>
          <w:i/>
          <w:iCs/>
        </w:rPr>
        <w:t>.</w:t>
      </w:r>
    </w:p>
    <w:p w14:paraId="410C3813" w14:textId="77777777" w:rsidR="0034078D" w:rsidRDefault="00000000" w:rsidP="0034078D">
      <w:pPr>
        <w:spacing w:before="0" w:after="0"/>
        <w:rPr>
          <w:i/>
          <w:iCs/>
        </w:rPr>
      </w:pPr>
      <w:r>
        <w:rPr>
          <w:i/>
          <w:iCs/>
        </w:rPr>
        <w:t>Il sait tout</w:t>
      </w:r>
      <w:r w:rsidR="0034078D">
        <w:rPr>
          <w:i/>
          <w:iCs/>
        </w:rPr>
        <w:t xml:space="preserve">, </w:t>
      </w:r>
      <w:r>
        <w:rPr>
          <w:i/>
          <w:iCs/>
        </w:rPr>
        <w:t>il fait tout</w:t>
      </w:r>
      <w:r w:rsidR="0034078D">
        <w:rPr>
          <w:i/>
          <w:iCs/>
        </w:rPr>
        <w:t xml:space="preserve">, </w:t>
      </w:r>
      <w:r>
        <w:rPr>
          <w:i/>
          <w:iCs/>
        </w:rPr>
        <w:t>il s</w:t>
      </w:r>
      <w:r w:rsidR="0034078D">
        <w:rPr>
          <w:i/>
          <w:iCs/>
        </w:rPr>
        <w:t>’</w:t>
      </w:r>
      <w:r>
        <w:rPr>
          <w:i/>
          <w:iCs/>
        </w:rPr>
        <w:t>élance à grands pas</w:t>
      </w:r>
      <w:r w:rsidR="0034078D">
        <w:rPr>
          <w:i/>
          <w:iCs/>
        </w:rPr>
        <w:t>,</w:t>
      </w:r>
    </w:p>
    <w:p w14:paraId="04B4671D" w14:textId="77777777" w:rsidR="0034078D" w:rsidRDefault="00000000" w:rsidP="0034078D">
      <w:pPr>
        <w:spacing w:before="0" w:after="0"/>
      </w:pPr>
      <w:r>
        <w:rPr>
          <w:i/>
          <w:iCs/>
        </w:rPr>
        <w:t>Du Parnasse à l</w:t>
      </w:r>
      <w:r w:rsidR="0034078D">
        <w:rPr>
          <w:i/>
          <w:iCs/>
        </w:rPr>
        <w:t>’</w:t>
      </w:r>
      <w:r>
        <w:rPr>
          <w:i/>
          <w:iCs/>
        </w:rPr>
        <w:t>Olympe</w:t>
      </w:r>
      <w:r w:rsidR="0034078D">
        <w:rPr>
          <w:i/>
          <w:iCs/>
        </w:rPr>
        <w:t xml:space="preserve">, </w:t>
      </w:r>
      <w:r>
        <w:rPr>
          <w:i/>
          <w:iCs/>
        </w:rPr>
        <w:t>&amp; des jeux aux combats</w:t>
      </w:r>
      <w:r w:rsidR="0034078D">
        <w:rPr>
          <w:i/>
          <w:iCs/>
        </w:rPr>
        <w:t>.</w:t>
      </w:r>
    </w:p>
    <w:p w14:paraId="16601725" w14:textId="386B3A9D" w:rsidR="007E53F0" w:rsidRDefault="007E53F0">
      <w:pPr>
        <w:sectPr w:rsidR="007E53F0" w:rsidSect="0034078D">
          <w:footerReference w:type="default" r:id="rId11"/>
          <w:pgSz w:w="11906" w:h="16838" w:code="9"/>
          <w:pgMar w:top="1134" w:right="1134" w:bottom="1134" w:left="1134" w:header="709" w:footer="709" w:gutter="0"/>
          <w:cols w:space="708"/>
          <w:titlePg/>
          <w:docGrid w:linePitch="360"/>
        </w:sectPr>
      </w:pPr>
    </w:p>
    <w:p w14:paraId="7F649D49" w14:textId="77777777" w:rsidR="007E53F0" w:rsidRDefault="00000000" w:rsidP="0034078D">
      <w:pPr>
        <w:pStyle w:val="Titre1"/>
        <w:spacing w:before="0" w:after="480"/>
      </w:pPr>
      <w:bookmarkStart w:id="0" w:name="_Toc239079986"/>
      <w:r>
        <w:lastRenderedPageBreak/>
        <w:t>À propos de cette édition électronique</w:t>
      </w:r>
      <w:bookmarkEnd w:id="0"/>
    </w:p>
    <w:p w14:paraId="6DD8813D" w14:textId="77777777" w:rsidR="0034078D" w:rsidRPr="00633842" w:rsidRDefault="0034078D" w:rsidP="0034078D">
      <w:pPr>
        <w:spacing w:before="180" w:after="180"/>
        <w:ind w:firstLine="0"/>
        <w:jc w:val="center"/>
        <w:rPr>
          <w:b/>
          <w:bCs/>
          <w:szCs w:val="32"/>
        </w:rPr>
      </w:pPr>
      <w:r w:rsidRPr="00633842">
        <w:rPr>
          <w:b/>
          <w:bCs/>
          <w:szCs w:val="32"/>
        </w:rPr>
        <w:t>Texte libre de droits.</w:t>
      </w:r>
    </w:p>
    <w:p w14:paraId="25E2E5B7" w14:textId="77777777" w:rsidR="0034078D" w:rsidRPr="00633842" w:rsidRDefault="0034078D" w:rsidP="0034078D">
      <w:pPr>
        <w:pStyle w:val="Centr"/>
        <w:spacing w:before="180" w:after="180"/>
      </w:pPr>
      <w:r w:rsidRPr="00633842">
        <w:t>Corrections, édition, conversion informatique et publication par le groupe :</w:t>
      </w:r>
    </w:p>
    <w:p w14:paraId="0C936E55" w14:textId="77777777" w:rsidR="0034078D" w:rsidRPr="00633842" w:rsidRDefault="0034078D" w:rsidP="0034078D">
      <w:pPr>
        <w:spacing w:before="180" w:after="180"/>
        <w:ind w:firstLine="0"/>
        <w:jc w:val="center"/>
        <w:rPr>
          <w:b/>
          <w:bCs/>
          <w:i/>
          <w:iCs/>
          <w:szCs w:val="32"/>
        </w:rPr>
      </w:pPr>
      <w:proofErr w:type="gramStart"/>
      <w:r w:rsidRPr="00633842">
        <w:rPr>
          <w:b/>
          <w:bCs/>
          <w:i/>
          <w:iCs/>
          <w:szCs w:val="32"/>
        </w:rPr>
        <w:t>Ebooks</w:t>
      </w:r>
      <w:proofErr w:type="gramEnd"/>
      <w:r w:rsidRPr="00633842">
        <w:rPr>
          <w:b/>
          <w:bCs/>
          <w:i/>
          <w:iCs/>
          <w:szCs w:val="32"/>
        </w:rPr>
        <w:t xml:space="preserve"> libres et gratuits</w:t>
      </w:r>
    </w:p>
    <w:p w14:paraId="0EFC65FC" w14:textId="77777777" w:rsidR="0034078D" w:rsidRPr="00633842" w:rsidRDefault="0034078D" w:rsidP="0034078D">
      <w:pPr>
        <w:pStyle w:val="Centr"/>
        <w:spacing w:before="180" w:after="180"/>
      </w:pPr>
      <w:hyperlink r:id="rId12" w:history="1">
        <w:r w:rsidRPr="00F74CD6">
          <w:rPr>
            <w:rStyle w:val="Lienhypertexte"/>
          </w:rPr>
          <w:t>https://groups.google.com/g/ebooksgratuits</w:t>
        </w:r>
      </w:hyperlink>
    </w:p>
    <w:p w14:paraId="03E12362" w14:textId="35E1B6F1" w:rsidR="0034078D" w:rsidRPr="00633842" w:rsidRDefault="0034078D" w:rsidP="0034078D">
      <w:pPr>
        <w:pStyle w:val="Centr"/>
        <w:spacing w:before="180" w:after="180"/>
      </w:pPr>
      <w:r w:rsidRPr="00633842">
        <w:t>Adresse du site web du groupe :</w:t>
      </w:r>
      <w:r w:rsidRPr="00633842">
        <w:br/>
      </w:r>
      <w:hyperlink r:id="rId13" w:history="1">
        <w:r w:rsidRPr="001869BC">
          <w:rPr>
            <w:rStyle w:val="Lienhypertexte"/>
            <w:b/>
            <w:bCs/>
            <w:szCs w:val="32"/>
          </w:rPr>
          <w:t>https://www.ebooksgratuits.com/</w:t>
        </w:r>
      </w:hyperlink>
    </w:p>
    <w:p w14:paraId="6F1707DE" w14:textId="77777777" w:rsidR="0034078D" w:rsidRPr="00633842" w:rsidRDefault="0034078D" w:rsidP="0034078D">
      <w:pPr>
        <w:pStyle w:val="Centr"/>
        <w:spacing w:before="180" w:after="180"/>
      </w:pPr>
      <w:r w:rsidRPr="00633842">
        <w:t>—</w:t>
      </w:r>
    </w:p>
    <w:p w14:paraId="6195C25D" w14:textId="4DC34324" w:rsidR="0034078D" w:rsidRPr="00633842" w:rsidRDefault="0034078D" w:rsidP="0034078D">
      <w:pPr>
        <w:spacing w:before="180" w:after="180"/>
        <w:ind w:firstLine="0"/>
        <w:jc w:val="center"/>
        <w:rPr>
          <w:b/>
          <w:bCs/>
          <w:szCs w:val="32"/>
        </w:rPr>
      </w:pPr>
      <w:r>
        <w:rPr>
          <w:b/>
          <w:bCs/>
          <w:szCs w:val="32"/>
        </w:rPr>
        <w:t>Mai 2025</w:t>
      </w:r>
    </w:p>
    <w:p w14:paraId="494E4738" w14:textId="77777777" w:rsidR="0034078D" w:rsidRPr="00633842" w:rsidRDefault="0034078D" w:rsidP="0034078D">
      <w:pPr>
        <w:pStyle w:val="Centr"/>
        <w:spacing w:before="180" w:after="180"/>
      </w:pPr>
      <w:r w:rsidRPr="00633842">
        <w:t>—</w:t>
      </w:r>
    </w:p>
    <w:p w14:paraId="5B0F1C96" w14:textId="77777777" w:rsidR="0034078D" w:rsidRPr="00633842" w:rsidRDefault="0034078D" w:rsidP="0034078D">
      <w:pPr>
        <w:spacing w:before="180" w:after="180"/>
      </w:pPr>
      <w:r w:rsidRPr="00633842">
        <w:t>– </w:t>
      </w:r>
      <w:r w:rsidRPr="00633842">
        <w:rPr>
          <w:b/>
        </w:rPr>
        <w:t>Élaboration de ce livre électronique</w:t>
      </w:r>
      <w:r w:rsidRPr="00633842">
        <w:t> :</w:t>
      </w:r>
    </w:p>
    <w:p w14:paraId="6DC8A040" w14:textId="0B638696" w:rsidR="0034078D" w:rsidRPr="00633842" w:rsidRDefault="0034078D" w:rsidP="0034078D">
      <w:pPr>
        <w:spacing w:before="180" w:after="180"/>
      </w:pPr>
      <w:r w:rsidRPr="00633842">
        <w:t xml:space="preserve">Les membres de </w:t>
      </w:r>
      <w:proofErr w:type="gramStart"/>
      <w:r w:rsidRPr="00633842">
        <w:rPr>
          <w:i/>
        </w:rPr>
        <w:t>Ebooks</w:t>
      </w:r>
      <w:proofErr w:type="gramEnd"/>
      <w:r w:rsidRPr="00633842">
        <w:rPr>
          <w:i/>
        </w:rPr>
        <w:t xml:space="preserve"> libres et gratuits</w:t>
      </w:r>
      <w:r w:rsidRPr="00633842">
        <w:t xml:space="preserve"> qui ont participé à l’élaboration de ce livre, sont :</w:t>
      </w:r>
      <w:r>
        <w:t xml:space="preserve"> </w:t>
      </w:r>
      <w:r w:rsidRPr="0034078D">
        <w:t xml:space="preserve">Tomas Eden, Jean-Marc, </w:t>
      </w:r>
      <w:proofErr w:type="spellStart"/>
      <w:r w:rsidRPr="0034078D">
        <w:t>PatriceC</w:t>
      </w:r>
      <w:proofErr w:type="spellEnd"/>
      <w:r>
        <w:t>.</w:t>
      </w:r>
    </w:p>
    <w:p w14:paraId="44B89775" w14:textId="77777777" w:rsidR="0034078D" w:rsidRPr="00633842" w:rsidRDefault="0034078D" w:rsidP="0034078D">
      <w:pPr>
        <w:spacing w:before="180" w:after="180"/>
      </w:pPr>
      <w:r w:rsidRPr="00633842">
        <w:t>– </w:t>
      </w:r>
      <w:r w:rsidRPr="00633842">
        <w:rPr>
          <w:b/>
        </w:rPr>
        <w:t>Dispositions</w:t>
      </w:r>
      <w:r w:rsidRPr="00633842">
        <w:t> :</w:t>
      </w:r>
    </w:p>
    <w:p w14:paraId="78974608" w14:textId="77777777" w:rsidR="0034078D" w:rsidRPr="00633842" w:rsidRDefault="0034078D" w:rsidP="0034078D">
      <w:pPr>
        <w:spacing w:before="180" w:after="180"/>
      </w:pPr>
      <w:r w:rsidRPr="00633842">
        <w:t xml:space="preserve">Les livres que nous mettons à votre disposition, sont des textes libres de droits, que vous pouvez utiliser librement, </w:t>
      </w:r>
      <w:r w:rsidRPr="00633842">
        <w:rPr>
          <w:u w:val="single"/>
        </w:rPr>
        <w:t>à une fin non commerciale et non professionnelle</w:t>
      </w:r>
      <w:r w:rsidRPr="00633842">
        <w:t>. Tout lien vers notre site est bienvenu…</w:t>
      </w:r>
    </w:p>
    <w:p w14:paraId="5E669BA3" w14:textId="77777777" w:rsidR="0034078D" w:rsidRPr="00633842" w:rsidRDefault="0034078D" w:rsidP="0034078D">
      <w:pPr>
        <w:spacing w:before="180" w:after="180"/>
      </w:pPr>
      <w:r w:rsidRPr="00633842">
        <w:t>– </w:t>
      </w:r>
      <w:r w:rsidRPr="00633842">
        <w:rPr>
          <w:b/>
        </w:rPr>
        <w:t>Qualité</w:t>
      </w:r>
      <w:r w:rsidRPr="00633842">
        <w:t> :</w:t>
      </w:r>
    </w:p>
    <w:p w14:paraId="216DAA70" w14:textId="77777777" w:rsidR="0034078D" w:rsidRPr="00633842" w:rsidRDefault="0034078D" w:rsidP="0034078D">
      <w:pPr>
        <w:spacing w:before="180" w:after="180"/>
      </w:pPr>
      <w:r w:rsidRPr="00633842">
        <w:t>Les textes sont livrés tels quels sans garantie de leur intégrité parfaite par rapport à l'original. Nous rappelons que c'est un travail d'amateurs non rétribués et que nous essayons de promouvoir la culture littéraire avec de maigres moyens.</w:t>
      </w:r>
    </w:p>
    <w:p w14:paraId="07304596" w14:textId="77777777" w:rsidR="0034078D" w:rsidRPr="00633842" w:rsidRDefault="0034078D" w:rsidP="0034078D">
      <w:pPr>
        <w:spacing w:before="180" w:after="180"/>
        <w:ind w:firstLine="0"/>
        <w:jc w:val="center"/>
        <w:rPr>
          <w:i/>
          <w:iCs/>
          <w:szCs w:val="32"/>
        </w:rPr>
      </w:pPr>
      <w:r w:rsidRPr="00633842">
        <w:rPr>
          <w:i/>
          <w:iCs/>
          <w:szCs w:val="32"/>
        </w:rPr>
        <w:t>Votre aide est la bienvenue !</w:t>
      </w:r>
    </w:p>
    <w:p w14:paraId="0C007761" w14:textId="025E28C4" w:rsidR="008E4DAA" w:rsidRPr="0034078D" w:rsidRDefault="0034078D" w:rsidP="0034078D">
      <w:pPr>
        <w:pStyle w:val="Centr"/>
        <w:suppressAutoHyphens/>
        <w:spacing w:before="180" w:after="180"/>
      </w:pPr>
      <w:r w:rsidRPr="00633842">
        <w:t>VOUS POUVEZ NOUS AIDER À FAIRE CONNAÎTRE CES CLASSIQUES LITTÉRAIRES.</w:t>
      </w:r>
    </w:p>
    <w:sectPr w:rsidR="008E4DAA" w:rsidRPr="0034078D" w:rsidSect="0034078D">
      <w:pgSz w:w="11906" w:h="16838" w:code="9"/>
      <w:pgMar w:top="567" w:right="567" w:bottom="567" w:left="56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CCBC04" w14:textId="77777777" w:rsidR="00B31BF1" w:rsidRDefault="00B31BF1">
      <w:r>
        <w:separator/>
      </w:r>
    </w:p>
  </w:endnote>
  <w:endnote w:type="continuationSeparator" w:id="0">
    <w:p w14:paraId="26B8BE8A" w14:textId="77777777" w:rsidR="00B31BF1" w:rsidRDefault="00B31B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asis30">
    <w:panose1 w:val="02000603050000020003"/>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F015A" w14:textId="77777777" w:rsidR="007E53F0" w:rsidRDefault="00000000">
    <w:pPr>
      <w:pStyle w:val="Pieddepage"/>
    </w:pPr>
    <w:r>
      <w:t xml:space="preserve">– </w:t>
    </w: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38298D" w14:textId="0669A514" w:rsidR="007E53F0" w:rsidRPr="0034078D" w:rsidRDefault="007E53F0" w:rsidP="0034078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458422" w14:textId="77777777" w:rsidR="00B31BF1" w:rsidRDefault="00B31BF1">
      <w:r>
        <w:separator/>
      </w:r>
    </w:p>
  </w:footnote>
  <w:footnote w:type="continuationSeparator" w:id="0">
    <w:p w14:paraId="27887A43" w14:textId="77777777" w:rsidR="00B31BF1" w:rsidRDefault="00B31BF1">
      <w:r>
        <w:continuationSeparator/>
      </w:r>
    </w:p>
  </w:footnote>
  <w:footnote w:id="1">
    <w:p w14:paraId="205AE8DC" w14:textId="00016F7A" w:rsidR="007E53F0" w:rsidRDefault="00000000">
      <w:pPr>
        <w:pStyle w:val="Notedebasdepage"/>
      </w:pPr>
      <w:r>
        <w:rPr>
          <w:rStyle w:val="Appelnotedebasdep"/>
        </w:rPr>
        <w:footnoteRef/>
      </w:r>
      <w:r>
        <w:t xml:space="preserve"> Celui-là est heureux</w:t>
      </w:r>
      <w:r w:rsidR="0034078D">
        <w:t xml:space="preserve">, </w:t>
      </w:r>
      <w:r>
        <w:t xml:space="preserve">qui par raison </w:t>
      </w:r>
      <w:r>
        <w:rPr>
          <w:bCs/>
        </w:rPr>
        <w:t xml:space="preserve">ne </w:t>
      </w:r>
      <w:r>
        <w:t>craint</w:t>
      </w:r>
      <w:r w:rsidR="0034078D">
        <w:t xml:space="preserve">, </w:t>
      </w:r>
      <w:r>
        <w:t>ni ne désire</w:t>
      </w:r>
      <w:r w:rsidR="0034078D">
        <w:t>.</w:t>
      </w:r>
    </w:p>
  </w:footnote>
  <w:footnote w:id="2">
    <w:p w14:paraId="5AA40946" w14:textId="521E38EB" w:rsidR="007E53F0" w:rsidRDefault="00000000">
      <w:pPr>
        <w:pStyle w:val="Notedebasdepage"/>
      </w:pPr>
      <w:r>
        <w:rPr>
          <w:rStyle w:val="Appelnotedebasdep"/>
        </w:rPr>
        <w:footnoteRef/>
      </w:r>
      <w:r>
        <w:t xml:space="preserve"> Séneque compare une définition plus </w:t>
      </w:r>
      <w:r>
        <w:rPr>
          <w:bCs/>
        </w:rPr>
        <w:t xml:space="preserve">ou </w:t>
      </w:r>
      <w:r>
        <w:t>moins étendue</w:t>
      </w:r>
      <w:r w:rsidR="0034078D">
        <w:t xml:space="preserve">, </w:t>
      </w:r>
      <w:r>
        <w:t xml:space="preserve">à une armée qui occupe plus ou moins de </w:t>
      </w:r>
      <w:r>
        <w:t>terrein</w:t>
      </w:r>
      <w:r w:rsidR="0034078D">
        <w:t>.</w:t>
      </w:r>
    </w:p>
  </w:footnote>
  <w:footnote w:id="3">
    <w:p w14:paraId="6204BBF6" w14:textId="6C7A5F8B" w:rsidR="007E53F0" w:rsidRDefault="00000000">
      <w:pPr>
        <w:pStyle w:val="Notedebasdepage"/>
      </w:pPr>
      <w:r>
        <w:rPr>
          <w:rStyle w:val="Appelnotedebasdep"/>
        </w:rPr>
        <w:footnoteRef/>
      </w:r>
      <w:r>
        <w:t xml:space="preserve"> Ceci se rapporte à la traduction du </w:t>
      </w:r>
      <w:r>
        <w:rPr>
          <w:i/>
          <w:iCs/>
        </w:rPr>
        <w:t xml:space="preserve">Traité de la vie bienheureuse de </w:t>
      </w:r>
      <w:r>
        <w:rPr>
          <w:i/>
          <w:iCs/>
        </w:rPr>
        <w:t>Séneque</w:t>
      </w:r>
      <w:r w:rsidR="0034078D">
        <w:rPr>
          <w:i/>
          <w:iCs/>
        </w:rPr>
        <w:t xml:space="preserve">, </w:t>
      </w:r>
      <w:r>
        <w:t>que l</w:t>
      </w:r>
      <w:r w:rsidR="0034078D">
        <w:t>’</w:t>
      </w:r>
      <w:r>
        <w:t>auteur a publié</w:t>
      </w:r>
      <w:r w:rsidR="0034078D">
        <w:t xml:space="preserve">, </w:t>
      </w:r>
      <w:r>
        <w:t>&amp; qui étoit précédé de ce discours</w:t>
      </w:r>
      <w:r w:rsidR="0034078D">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888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D055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8052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B4E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1ED9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3CBE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A653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4415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D8D8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4C26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08A6C0B"/>
    <w:multiLevelType w:val="hybridMultilevel"/>
    <w:tmpl w:val="5E0C6452"/>
    <w:lvl w:ilvl="0" w:tplc="1796595E">
      <w:start w:val="1"/>
      <w:numFmt w:val="bullet"/>
      <w:lvlText w:val=""/>
      <w:lvlJc w:val="left"/>
      <w:pPr>
        <w:tabs>
          <w:tab w:val="num" w:pos="720"/>
        </w:tabs>
        <w:ind w:left="720" w:hanging="360"/>
      </w:pPr>
      <w:rPr>
        <w:rFonts w:ascii="Symbol" w:hAnsi="Symbol" w:hint="default"/>
        <w:sz w:val="20"/>
      </w:rPr>
    </w:lvl>
    <w:lvl w:ilvl="1" w:tplc="004A6EDA" w:tentative="1">
      <w:start w:val="1"/>
      <w:numFmt w:val="bullet"/>
      <w:lvlText w:val="o"/>
      <w:lvlJc w:val="left"/>
      <w:pPr>
        <w:tabs>
          <w:tab w:val="num" w:pos="1440"/>
        </w:tabs>
        <w:ind w:left="1440" w:hanging="360"/>
      </w:pPr>
      <w:rPr>
        <w:rFonts w:ascii="Courier New" w:hAnsi="Courier New" w:hint="default"/>
        <w:sz w:val="20"/>
      </w:rPr>
    </w:lvl>
    <w:lvl w:ilvl="2" w:tplc="23781F22" w:tentative="1">
      <w:start w:val="1"/>
      <w:numFmt w:val="bullet"/>
      <w:lvlText w:val=""/>
      <w:lvlJc w:val="left"/>
      <w:pPr>
        <w:tabs>
          <w:tab w:val="num" w:pos="2160"/>
        </w:tabs>
        <w:ind w:left="2160" w:hanging="360"/>
      </w:pPr>
      <w:rPr>
        <w:rFonts w:ascii="Wingdings" w:hAnsi="Wingdings" w:hint="default"/>
        <w:sz w:val="20"/>
      </w:rPr>
    </w:lvl>
    <w:lvl w:ilvl="3" w:tplc="C0A2B518" w:tentative="1">
      <w:start w:val="1"/>
      <w:numFmt w:val="bullet"/>
      <w:lvlText w:val=""/>
      <w:lvlJc w:val="left"/>
      <w:pPr>
        <w:tabs>
          <w:tab w:val="num" w:pos="2880"/>
        </w:tabs>
        <w:ind w:left="2880" w:hanging="360"/>
      </w:pPr>
      <w:rPr>
        <w:rFonts w:ascii="Wingdings" w:hAnsi="Wingdings" w:hint="default"/>
        <w:sz w:val="20"/>
      </w:rPr>
    </w:lvl>
    <w:lvl w:ilvl="4" w:tplc="DC7E530C" w:tentative="1">
      <w:start w:val="1"/>
      <w:numFmt w:val="bullet"/>
      <w:lvlText w:val=""/>
      <w:lvlJc w:val="left"/>
      <w:pPr>
        <w:tabs>
          <w:tab w:val="num" w:pos="3600"/>
        </w:tabs>
        <w:ind w:left="3600" w:hanging="360"/>
      </w:pPr>
      <w:rPr>
        <w:rFonts w:ascii="Wingdings" w:hAnsi="Wingdings" w:hint="default"/>
        <w:sz w:val="20"/>
      </w:rPr>
    </w:lvl>
    <w:lvl w:ilvl="5" w:tplc="79261CE2" w:tentative="1">
      <w:start w:val="1"/>
      <w:numFmt w:val="bullet"/>
      <w:lvlText w:val=""/>
      <w:lvlJc w:val="left"/>
      <w:pPr>
        <w:tabs>
          <w:tab w:val="num" w:pos="4320"/>
        </w:tabs>
        <w:ind w:left="4320" w:hanging="360"/>
      </w:pPr>
      <w:rPr>
        <w:rFonts w:ascii="Wingdings" w:hAnsi="Wingdings" w:hint="default"/>
        <w:sz w:val="20"/>
      </w:rPr>
    </w:lvl>
    <w:lvl w:ilvl="6" w:tplc="7B60B998" w:tentative="1">
      <w:start w:val="1"/>
      <w:numFmt w:val="bullet"/>
      <w:lvlText w:val=""/>
      <w:lvlJc w:val="left"/>
      <w:pPr>
        <w:tabs>
          <w:tab w:val="num" w:pos="5040"/>
        </w:tabs>
        <w:ind w:left="5040" w:hanging="360"/>
      </w:pPr>
      <w:rPr>
        <w:rFonts w:ascii="Wingdings" w:hAnsi="Wingdings" w:hint="default"/>
        <w:sz w:val="20"/>
      </w:rPr>
    </w:lvl>
    <w:lvl w:ilvl="7" w:tplc="74F0A4DA" w:tentative="1">
      <w:start w:val="1"/>
      <w:numFmt w:val="bullet"/>
      <w:lvlText w:val=""/>
      <w:lvlJc w:val="left"/>
      <w:pPr>
        <w:tabs>
          <w:tab w:val="num" w:pos="5760"/>
        </w:tabs>
        <w:ind w:left="5760" w:hanging="360"/>
      </w:pPr>
      <w:rPr>
        <w:rFonts w:ascii="Wingdings" w:hAnsi="Wingdings" w:hint="default"/>
        <w:sz w:val="20"/>
      </w:rPr>
    </w:lvl>
    <w:lvl w:ilvl="8" w:tplc="E24C3D06"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3691385"/>
    <w:multiLevelType w:val="hybridMultilevel"/>
    <w:tmpl w:val="2EAA8648"/>
    <w:lvl w:ilvl="0" w:tplc="144E4258">
      <w:start w:val="1"/>
      <w:numFmt w:val="bullet"/>
      <w:lvlText w:val=""/>
      <w:lvlJc w:val="left"/>
      <w:pPr>
        <w:tabs>
          <w:tab w:val="num" w:pos="720"/>
        </w:tabs>
        <w:ind w:left="720" w:hanging="360"/>
      </w:pPr>
      <w:rPr>
        <w:rFonts w:ascii="Symbol" w:hAnsi="Symbol" w:hint="default"/>
        <w:sz w:val="20"/>
      </w:rPr>
    </w:lvl>
    <w:lvl w:ilvl="1" w:tplc="B6508ADC" w:tentative="1">
      <w:start w:val="1"/>
      <w:numFmt w:val="bullet"/>
      <w:lvlText w:val="o"/>
      <w:lvlJc w:val="left"/>
      <w:pPr>
        <w:tabs>
          <w:tab w:val="num" w:pos="1440"/>
        </w:tabs>
        <w:ind w:left="1440" w:hanging="360"/>
      </w:pPr>
      <w:rPr>
        <w:rFonts w:ascii="Courier New" w:hAnsi="Courier New" w:hint="default"/>
        <w:sz w:val="20"/>
      </w:rPr>
    </w:lvl>
    <w:lvl w:ilvl="2" w:tplc="8D988CCE" w:tentative="1">
      <w:start w:val="1"/>
      <w:numFmt w:val="bullet"/>
      <w:lvlText w:val=""/>
      <w:lvlJc w:val="left"/>
      <w:pPr>
        <w:tabs>
          <w:tab w:val="num" w:pos="2160"/>
        </w:tabs>
        <w:ind w:left="2160" w:hanging="360"/>
      </w:pPr>
      <w:rPr>
        <w:rFonts w:ascii="Wingdings" w:hAnsi="Wingdings" w:hint="default"/>
        <w:sz w:val="20"/>
      </w:rPr>
    </w:lvl>
    <w:lvl w:ilvl="3" w:tplc="1ED42906" w:tentative="1">
      <w:start w:val="1"/>
      <w:numFmt w:val="bullet"/>
      <w:lvlText w:val=""/>
      <w:lvlJc w:val="left"/>
      <w:pPr>
        <w:tabs>
          <w:tab w:val="num" w:pos="2880"/>
        </w:tabs>
        <w:ind w:left="2880" w:hanging="360"/>
      </w:pPr>
      <w:rPr>
        <w:rFonts w:ascii="Wingdings" w:hAnsi="Wingdings" w:hint="default"/>
        <w:sz w:val="20"/>
      </w:rPr>
    </w:lvl>
    <w:lvl w:ilvl="4" w:tplc="3AB83200" w:tentative="1">
      <w:start w:val="1"/>
      <w:numFmt w:val="bullet"/>
      <w:lvlText w:val=""/>
      <w:lvlJc w:val="left"/>
      <w:pPr>
        <w:tabs>
          <w:tab w:val="num" w:pos="3600"/>
        </w:tabs>
        <w:ind w:left="3600" w:hanging="360"/>
      </w:pPr>
      <w:rPr>
        <w:rFonts w:ascii="Wingdings" w:hAnsi="Wingdings" w:hint="default"/>
        <w:sz w:val="20"/>
      </w:rPr>
    </w:lvl>
    <w:lvl w:ilvl="5" w:tplc="B7502204" w:tentative="1">
      <w:start w:val="1"/>
      <w:numFmt w:val="bullet"/>
      <w:lvlText w:val=""/>
      <w:lvlJc w:val="left"/>
      <w:pPr>
        <w:tabs>
          <w:tab w:val="num" w:pos="4320"/>
        </w:tabs>
        <w:ind w:left="4320" w:hanging="360"/>
      </w:pPr>
      <w:rPr>
        <w:rFonts w:ascii="Wingdings" w:hAnsi="Wingdings" w:hint="default"/>
        <w:sz w:val="20"/>
      </w:rPr>
    </w:lvl>
    <w:lvl w:ilvl="6" w:tplc="4DB0ACFE" w:tentative="1">
      <w:start w:val="1"/>
      <w:numFmt w:val="bullet"/>
      <w:lvlText w:val=""/>
      <w:lvlJc w:val="left"/>
      <w:pPr>
        <w:tabs>
          <w:tab w:val="num" w:pos="5040"/>
        </w:tabs>
        <w:ind w:left="5040" w:hanging="360"/>
      </w:pPr>
      <w:rPr>
        <w:rFonts w:ascii="Wingdings" w:hAnsi="Wingdings" w:hint="default"/>
        <w:sz w:val="20"/>
      </w:rPr>
    </w:lvl>
    <w:lvl w:ilvl="7" w:tplc="F8E4C920" w:tentative="1">
      <w:start w:val="1"/>
      <w:numFmt w:val="bullet"/>
      <w:lvlText w:val=""/>
      <w:lvlJc w:val="left"/>
      <w:pPr>
        <w:tabs>
          <w:tab w:val="num" w:pos="5760"/>
        </w:tabs>
        <w:ind w:left="5760" w:hanging="360"/>
      </w:pPr>
      <w:rPr>
        <w:rFonts w:ascii="Wingdings" w:hAnsi="Wingdings" w:hint="default"/>
        <w:sz w:val="20"/>
      </w:rPr>
    </w:lvl>
    <w:lvl w:ilvl="8" w:tplc="584E42FE"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A91EB8"/>
    <w:multiLevelType w:val="hybridMultilevel"/>
    <w:tmpl w:val="47F4B040"/>
    <w:lvl w:ilvl="0" w:tplc="30B642FC">
      <w:start w:val="1"/>
      <w:numFmt w:val="bullet"/>
      <w:lvlText w:val=""/>
      <w:lvlJc w:val="left"/>
      <w:pPr>
        <w:tabs>
          <w:tab w:val="num" w:pos="720"/>
        </w:tabs>
        <w:ind w:left="720" w:hanging="360"/>
      </w:pPr>
      <w:rPr>
        <w:rFonts w:ascii="Symbol" w:hAnsi="Symbol" w:hint="default"/>
        <w:sz w:val="20"/>
      </w:rPr>
    </w:lvl>
    <w:lvl w:ilvl="1" w:tplc="35F0C21A" w:tentative="1">
      <w:start w:val="1"/>
      <w:numFmt w:val="bullet"/>
      <w:lvlText w:val="o"/>
      <w:lvlJc w:val="left"/>
      <w:pPr>
        <w:tabs>
          <w:tab w:val="num" w:pos="1440"/>
        </w:tabs>
        <w:ind w:left="1440" w:hanging="360"/>
      </w:pPr>
      <w:rPr>
        <w:rFonts w:ascii="Courier New" w:hAnsi="Courier New" w:hint="default"/>
        <w:sz w:val="20"/>
      </w:rPr>
    </w:lvl>
    <w:lvl w:ilvl="2" w:tplc="14AC85A6" w:tentative="1">
      <w:start w:val="1"/>
      <w:numFmt w:val="bullet"/>
      <w:lvlText w:val=""/>
      <w:lvlJc w:val="left"/>
      <w:pPr>
        <w:tabs>
          <w:tab w:val="num" w:pos="2160"/>
        </w:tabs>
        <w:ind w:left="2160" w:hanging="360"/>
      </w:pPr>
      <w:rPr>
        <w:rFonts w:ascii="Wingdings" w:hAnsi="Wingdings" w:hint="default"/>
        <w:sz w:val="20"/>
      </w:rPr>
    </w:lvl>
    <w:lvl w:ilvl="3" w:tplc="D3D42862" w:tentative="1">
      <w:start w:val="1"/>
      <w:numFmt w:val="bullet"/>
      <w:lvlText w:val=""/>
      <w:lvlJc w:val="left"/>
      <w:pPr>
        <w:tabs>
          <w:tab w:val="num" w:pos="2880"/>
        </w:tabs>
        <w:ind w:left="2880" w:hanging="360"/>
      </w:pPr>
      <w:rPr>
        <w:rFonts w:ascii="Wingdings" w:hAnsi="Wingdings" w:hint="default"/>
        <w:sz w:val="20"/>
      </w:rPr>
    </w:lvl>
    <w:lvl w:ilvl="4" w:tplc="A5A8C902" w:tentative="1">
      <w:start w:val="1"/>
      <w:numFmt w:val="bullet"/>
      <w:lvlText w:val=""/>
      <w:lvlJc w:val="left"/>
      <w:pPr>
        <w:tabs>
          <w:tab w:val="num" w:pos="3600"/>
        </w:tabs>
        <w:ind w:left="3600" w:hanging="360"/>
      </w:pPr>
      <w:rPr>
        <w:rFonts w:ascii="Wingdings" w:hAnsi="Wingdings" w:hint="default"/>
        <w:sz w:val="20"/>
      </w:rPr>
    </w:lvl>
    <w:lvl w:ilvl="5" w:tplc="06CE7BD2" w:tentative="1">
      <w:start w:val="1"/>
      <w:numFmt w:val="bullet"/>
      <w:lvlText w:val=""/>
      <w:lvlJc w:val="left"/>
      <w:pPr>
        <w:tabs>
          <w:tab w:val="num" w:pos="4320"/>
        </w:tabs>
        <w:ind w:left="4320" w:hanging="360"/>
      </w:pPr>
      <w:rPr>
        <w:rFonts w:ascii="Wingdings" w:hAnsi="Wingdings" w:hint="default"/>
        <w:sz w:val="20"/>
      </w:rPr>
    </w:lvl>
    <w:lvl w:ilvl="6" w:tplc="957E85E2" w:tentative="1">
      <w:start w:val="1"/>
      <w:numFmt w:val="bullet"/>
      <w:lvlText w:val=""/>
      <w:lvlJc w:val="left"/>
      <w:pPr>
        <w:tabs>
          <w:tab w:val="num" w:pos="5040"/>
        </w:tabs>
        <w:ind w:left="5040" w:hanging="360"/>
      </w:pPr>
      <w:rPr>
        <w:rFonts w:ascii="Wingdings" w:hAnsi="Wingdings" w:hint="default"/>
        <w:sz w:val="20"/>
      </w:rPr>
    </w:lvl>
    <w:lvl w:ilvl="7" w:tplc="C5B68E2C" w:tentative="1">
      <w:start w:val="1"/>
      <w:numFmt w:val="bullet"/>
      <w:lvlText w:val=""/>
      <w:lvlJc w:val="left"/>
      <w:pPr>
        <w:tabs>
          <w:tab w:val="num" w:pos="5760"/>
        </w:tabs>
        <w:ind w:left="5760" w:hanging="360"/>
      </w:pPr>
      <w:rPr>
        <w:rFonts w:ascii="Wingdings" w:hAnsi="Wingdings" w:hint="default"/>
        <w:sz w:val="20"/>
      </w:rPr>
    </w:lvl>
    <w:lvl w:ilvl="8" w:tplc="B02CF76E"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0E56A04"/>
    <w:multiLevelType w:val="hybridMultilevel"/>
    <w:tmpl w:val="AE8CBB82"/>
    <w:lvl w:ilvl="0" w:tplc="106C64E4">
      <w:start w:val="1"/>
      <w:numFmt w:val="bullet"/>
      <w:lvlText w:val=""/>
      <w:lvlJc w:val="left"/>
      <w:pPr>
        <w:tabs>
          <w:tab w:val="num" w:pos="720"/>
        </w:tabs>
        <w:ind w:left="720" w:hanging="360"/>
      </w:pPr>
      <w:rPr>
        <w:rFonts w:ascii="Symbol" w:hAnsi="Symbol" w:hint="default"/>
        <w:sz w:val="20"/>
      </w:rPr>
    </w:lvl>
    <w:lvl w:ilvl="1" w:tplc="F52884FE" w:tentative="1">
      <w:start w:val="1"/>
      <w:numFmt w:val="bullet"/>
      <w:lvlText w:val="o"/>
      <w:lvlJc w:val="left"/>
      <w:pPr>
        <w:tabs>
          <w:tab w:val="num" w:pos="1440"/>
        </w:tabs>
        <w:ind w:left="1440" w:hanging="360"/>
      </w:pPr>
      <w:rPr>
        <w:rFonts w:ascii="Courier New" w:hAnsi="Courier New" w:hint="default"/>
        <w:sz w:val="20"/>
      </w:rPr>
    </w:lvl>
    <w:lvl w:ilvl="2" w:tplc="8A8C97F0" w:tentative="1">
      <w:start w:val="1"/>
      <w:numFmt w:val="bullet"/>
      <w:lvlText w:val=""/>
      <w:lvlJc w:val="left"/>
      <w:pPr>
        <w:tabs>
          <w:tab w:val="num" w:pos="2160"/>
        </w:tabs>
        <w:ind w:left="2160" w:hanging="360"/>
      </w:pPr>
      <w:rPr>
        <w:rFonts w:ascii="Wingdings" w:hAnsi="Wingdings" w:hint="default"/>
        <w:sz w:val="20"/>
      </w:rPr>
    </w:lvl>
    <w:lvl w:ilvl="3" w:tplc="604CAF0E" w:tentative="1">
      <w:start w:val="1"/>
      <w:numFmt w:val="bullet"/>
      <w:lvlText w:val=""/>
      <w:lvlJc w:val="left"/>
      <w:pPr>
        <w:tabs>
          <w:tab w:val="num" w:pos="2880"/>
        </w:tabs>
        <w:ind w:left="2880" w:hanging="360"/>
      </w:pPr>
      <w:rPr>
        <w:rFonts w:ascii="Wingdings" w:hAnsi="Wingdings" w:hint="default"/>
        <w:sz w:val="20"/>
      </w:rPr>
    </w:lvl>
    <w:lvl w:ilvl="4" w:tplc="34B42966" w:tentative="1">
      <w:start w:val="1"/>
      <w:numFmt w:val="bullet"/>
      <w:lvlText w:val=""/>
      <w:lvlJc w:val="left"/>
      <w:pPr>
        <w:tabs>
          <w:tab w:val="num" w:pos="3600"/>
        </w:tabs>
        <w:ind w:left="3600" w:hanging="360"/>
      </w:pPr>
      <w:rPr>
        <w:rFonts w:ascii="Wingdings" w:hAnsi="Wingdings" w:hint="default"/>
        <w:sz w:val="20"/>
      </w:rPr>
    </w:lvl>
    <w:lvl w:ilvl="5" w:tplc="A9C67F1A" w:tentative="1">
      <w:start w:val="1"/>
      <w:numFmt w:val="bullet"/>
      <w:lvlText w:val=""/>
      <w:lvlJc w:val="left"/>
      <w:pPr>
        <w:tabs>
          <w:tab w:val="num" w:pos="4320"/>
        </w:tabs>
        <w:ind w:left="4320" w:hanging="360"/>
      </w:pPr>
      <w:rPr>
        <w:rFonts w:ascii="Wingdings" w:hAnsi="Wingdings" w:hint="default"/>
        <w:sz w:val="20"/>
      </w:rPr>
    </w:lvl>
    <w:lvl w:ilvl="6" w:tplc="6574B432" w:tentative="1">
      <w:start w:val="1"/>
      <w:numFmt w:val="bullet"/>
      <w:lvlText w:val=""/>
      <w:lvlJc w:val="left"/>
      <w:pPr>
        <w:tabs>
          <w:tab w:val="num" w:pos="5040"/>
        </w:tabs>
        <w:ind w:left="5040" w:hanging="360"/>
      </w:pPr>
      <w:rPr>
        <w:rFonts w:ascii="Wingdings" w:hAnsi="Wingdings" w:hint="default"/>
        <w:sz w:val="20"/>
      </w:rPr>
    </w:lvl>
    <w:lvl w:ilvl="7" w:tplc="64FEDE56" w:tentative="1">
      <w:start w:val="1"/>
      <w:numFmt w:val="bullet"/>
      <w:lvlText w:val=""/>
      <w:lvlJc w:val="left"/>
      <w:pPr>
        <w:tabs>
          <w:tab w:val="num" w:pos="5760"/>
        </w:tabs>
        <w:ind w:left="5760" w:hanging="360"/>
      </w:pPr>
      <w:rPr>
        <w:rFonts w:ascii="Wingdings" w:hAnsi="Wingdings" w:hint="default"/>
        <w:sz w:val="20"/>
      </w:rPr>
    </w:lvl>
    <w:lvl w:ilvl="8" w:tplc="12803640" w:tentative="1">
      <w:start w:val="1"/>
      <w:numFmt w:val="bullet"/>
      <w:lvlText w:val=""/>
      <w:lvlJc w:val="left"/>
      <w:pPr>
        <w:tabs>
          <w:tab w:val="num" w:pos="6480"/>
        </w:tabs>
        <w:ind w:left="6480" w:hanging="360"/>
      </w:pPr>
      <w:rPr>
        <w:rFonts w:ascii="Wingdings" w:hAnsi="Wingdings" w:hint="default"/>
        <w:sz w:val="20"/>
      </w:rPr>
    </w:lvl>
  </w:abstractNum>
  <w:num w:numId="1" w16cid:durableId="936670301">
    <w:abstractNumId w:val="10"/>
  </w:num>
  <w:num w:numId="2" w16cid:durableId="1412044275">
    <w:abstractNumId w:val="11"/>
  </w:num>
  <w:num w:numId="3" w16cid:durableId="908922279">
    <w:abstractNumId w:val="12"/>
  </w:num>
  <w:num w:numId="4" w16cid:durableId="1762409296">
    <w:abstractNumId w:val="13"/>
  </w:num>
  <w:num w:numId="5" w16cid:durableId="1037510477">
    <w:abstractNumId w:val="8"/>
  </w:num>
  <w:num w:numId="6" w16cid:durableId="2051882417">
    <w:abstractNumId w:val="3"/>
  </w:num>
  <w:num w:numId="7" w16cid:durableId="2123263240">
    <w:abstractNumId w:val="2"/>
  </w:num>
  <w:num w:numId="8" w16cid:durableId="438525522">
    <w:abstractNumId w:val="1"/>
  </w:num>
  <w:num w:numId="9" w16cid:durableId="1010524544">
    <w:abstractNumId w:val="0"/>
  </w:num>
  <w:num w:numId="10" w16cid:durableId="867790530">
    <w:abstractNumId w:val="9"/>
  </w:num>
  <w:num w:numId="11" w16cid:durableId="1690445887">
    <w:abstractNumId w:val="7"/>
  </w:num>
  <w:num w:numId="12" w16cid:durableId="721053557">
    <w:abstractNumId w:val="6"/>
  </w:num>
  <w:num w:numId="13" w16cid:durableId="1168441989">
    <w:abstractNumId w:val="5"/>
  </w:num>
  <w:num w:numId="14" w16cid:durableId="176884630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709"/>
  <w:hyphenationZone w:val="567"/>
  <w:doNotHyphenateCap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580"/>
    <w:rsid w:val="0034078D"/>
    <w:rsid w:val="00545EB8"/>
    <w:rsid w:val="00603CC5"/>
    <w:rsid w:val="007E53F0"/>
    <w:rsid w:val="008E4DAA"/>
    <w:rsid w:val="00B31BF1"/>
    <w:rsid w:val="00ED3046"/>
    <w:rsid w:val="00F70A5B"/>
    <w:rsid w:val="00FA65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41DA4E"/>
  <w15:chartTrackingRefBased/>
  <w15:docId w15:val="{17FAC420-A825-4F32-ADF5-0497E0A39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3CC5"/>
    <w:pPr>
      <w:spacing w:before="240" w:after="240"/>
      <w:ind w:firstLine="680"/>
      <w:jc w:val="both"/>
    </w:pPr>
    <w:rPr>
      <w:rFonts w:ascii="Amasis30" w:hAnsi="Amasis30"/>
      <w:sz w:val="36"/>
      <w:szCs w:val="24"/>
    </w:rPr>
  </w:style>
  <w:style w:type="paragraph" w:styleId="Titre1">
    <w:name w:val="heading 1"/>
    <w:basedOn w:val="Normal"/>
    <w:next w:val="Normal"/>
    <w:qFormat/>
    <w:rsid w:val="00603CC5"/>
    <w:pPr>
      <w:keepNext/>
      <w:pageBreakBefore/>
      <w:suppressAutoHyphens/>
      <w:spacing w:before="960" w:after="720"/>
      <w:ind w:firstLine="0"/>
      <w:jc w:val="center"/>
      <w:outlineLvl w:val="0"/>
    </w:pPr>
    <w:rPr>
      <w:rFonts w:cs="Arial"/>
      <w:b/>
      <w:bCs/>
      <w:sz w:val="48"/>
      <w:szCs w:val="44"/>
    </w:rPr>
  </w:style>
  <w:style w:type="paragraph" w:styleId="Titre2">
    <w:name w:val="heading 2"/>
    <w:basedOn w:val="Normal"/>
    <w:next w:val="Normal"/>
    <w:qFormat/>
    <w:rsid w:val="00603CC5"/>
    <w:pPr>
      <w:keepNext/>
      <w:keepLines/>
      <w:suppressAutoHyphens/>
      <w:spacing w:before="960" w:after="720"/>
      <w:ind w:firstLine="0"/>
      <w:jc w:val="center"/>
      <w:outlineLvl w:val="1"/>
    </w:pPr>
    <w:rPr>
      <w:rFonts w:cs="Arial"/>
      <w:b/>
      <w:bCs/>
      <w:iCs/>
      <w:sz w:val="44"/>
      <w:szCs w:val="40"/>
    </w:rPr>
  </w:style>
  <w:style w:type="paragraph" w:styleId="Titre3">
    <w:name w:val="heading 3"/>
    <w:basedOn w:val="Normal"/>
    <w:next w:val="Normal"/>
    <w:qFormat/>
    <w:rsid w:val="00603CC5"/>
    <w:pPr>
      <w:keepNext/>
      <w:suppressAutoHyphens/>
      <w:spacing w:before="480"/>
      <w:ind w:firstLine="0"/>
      <w:jc w:val="center"/>
      <w:outlineLvl w:val="2"/>
    </w:pPr>
    <w:rPr>
      <w:rFonts w:cs="Arial"/>
      <w:b/>
      <w:bCs/>
      <w:sz w:val="40"/>
      <w:szCs w:val="36"/>
    </w:rPr>
  </w:style>
  <w:style w:type="character" w:default="1" w:styleId="Policepardfaut">
    <w:name w:val="Default Paragraph Font"/>
    <w:semiHidden/>
    <w:rsid w:val="00603CC5"/>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semiHidden/>
    <w:rsid w:val="00603CC5"/>
  </w:style>
  <w:style w:type="character" w:styleId="Lienhypertexte">
    <w:name w:val="Hyperlink"/>
    <w:uiPriority w:val="99"/>
    <w:rsid w:val="00603CC5"/>
    <w:rPr>
      <w:rFonts w:ascii="Amasis30" w:hAnsi="Amasis30"/>
      <w:color w:val="004080"/>
      <w:u w:val="single"/>
    </w:rPr>
  </w:style>
  <w:style w:type="paragraph" w:styleId="Explorateurdedocuments">
    <w:name w:val="Document Map"/>
    <w:basedOn w:val="Normal"/>
    <w:semiHidden/>
    <w:rsid w:val="00603CC5"/>
    <w:pPr>
      <w:shd w:val="clear" w:color="auto" w:fill="000080"/>
    </w:pPr>
    <w:rPr>
      <w:rFonts w:ascii="Tahoma" w:hAnsi="Tahoma" w:cs="Tahoma"/>
    </w:rPr>
  </w:style>
  <w:style w:type="paragraph" w:styleId="TM1">
    <w:name w:val="toc 1"/>
    <w:basedOn w:val="Normal"/>
    <w:next w:val="Normal"/>
    <w:autoRedefine/>
    <w:uiPriority w:val="39"/>
    <w:rsid w:val="00603CC5"/>
    <w:pPr>
      <w:tabs>
        <w:tab w:val="right" w:leader="dot" w:pos="9639"/>
      </w:tabs>
      <w:spacing w:before="180" w:after="180"/>
      <w:ind w:firstLine="0"/>
      <w:jc w:val="left"/>
    </w:pPr>
    <w:rPr>
      <w:bCs/>
      <w:iCs/>
      <w:noProof/>
      <w:color w:val="000080"/>
      <w:szCs w:val="28"/>
    </w:rPr>
  </w:style>
  <w:style w:type="paragraph" w:styleId="En-tte">
    <w:name w:val="header"/>
    <w:basedOn w:val="Normal"/>
    <w:rsid w:val="00603CC5"/>
    <w:pPr>
      <w:tabs>
        <w:tab w:val="center" w:pos="4536"/>
        <w:tab w:val="right" w:pos="9072"/>
      </w:tabs>
    </w:pPr>
  </w:style>
  <w:style w:type="paragraph" w:styleId="Pieddepage">
    <w:name w:val="footer"/>
    <w:basedOn w:val="Normal"/>
    <w:rsid w:val="00603CC5"/>
    <w:pPr>
      <w:tabs>
        <w:tab w:val="center" w:pos="4536"/>
        <w:tab w:val="right" w:pos="9072"/>
      </w:tabs>
      <w:ind w:firstLine="0"/>
      <w:jc w:val="center"/>
    </w:pPr>
    <w:rPr>
      <w:sz w:val="32"/>
    </w:rPr>
  </w:style>
  <w:style w:type="character" w:styleId="Numrodepage">
    <w:name w:val="page number"/>
    <w:basedOn w:val="Policepardfaut"/>
    <w:rsid w:val="00603CC5"/>
  </w:style>
  <w:style w:type="paragraph" w:styleId="TM2">
    <w:name w:val="toc 2"/>
    <w:basedOn w:val="Normal"/>
    <w:next w:val="Normal"/>
    <w:autoRedefine/>
    <w:uiPriority w:val="39"/>
    <w:rsid w:val="00603CC5"/>
    <w:pPr>
      <w:tabs>
        <w:tab w:val="right" w:leader="dot" w:pos="9639"/>
      </w:tabs>
      <w:spacing w:before="120" w:after="120"/>
      <w:ind w:left="284" w:firstLine="0"/>
      <w:jc w:val="left"/>
    </w:pPr>
    <w:rPr>
      <w:noProof/>
      <w:color w:val="000080"/>
      <w:sz w:val="34"/>
    </w:rPr>
  </w:style>
  <w:style w:type="paragraph" w:styleId="TM3">
    <w:name w:val="toc 3"/>
    <w:basedOn w:val="Normal"/>
    <w:next w:val="Normal"/>
    <w:autoRedefine/>
    <w:uiPriority w:val="39"/>
    <w:rsid w:val="00603CC5"/>
    <w:pPr>
      <w:tabs>
        <w:tab w:val="right" w:leader="dot" w:pos="9639"/>
      </w:tabs>
      <w:spacing w:before="120" w:after="120"/>
      <w:ind w:left="567" w:firstLine="0"/>
      <w:jc w:val="left"/>
    </w:pPr>
    <w:rPr>
      <w:color w:val="000080"/>
      <w:sz w:val="32"/>
    </w:rPr>
  </w:style>
  <w:style w:type="paragraph" w:styleId="TM4">
    <w:name w:val="toc 4"/>
    <w:basedOn w:val="Normal"/>
    <w:next w:val="Normal"/>
    <w:autoRedefine/>
    <w:semiHidden/>
    <w:rsid w:val="00603CC5"/>
    <w:pPr>
      <w:ind w:left="780"/>
    </w:pPr>
  </w:style>
  <w:style w:type="paragraph" w:styleId="TM5">
    <w:name w:val="toc 5"/>
    <w:basedOn w:val="Normal"/>
    <w:next w:val="Normal"/>
    <w:autoRedefine/>
    <w:semiHidden/>
    <w:rsid w:val="00603CC5"/>
    <w:pPr>
      <w:ind w:left="1040"/>
    </w:pPr>
  </w:style>
  <w:style w:type="paragraph" w:styleId="TM6">
    <w:name w:val="toc 6"/>
    <w:basedOn w:val="Normal"/>
    <w:next w:val="Normal"/>
    <w:autoRedefine/>
    <w:semiHidden/>
    <w:rsid w:val="00603CC5"/>
    <w:pPr>
      <w:ind w:left="1300"/>
    </w:pPr>
  </w:style>
  <w:style w:type="paragraph" w:styleId="TM7">
    <w:name w:val="toc 7"/>
    <w:basedOn w:val="Normal"/>
    <w:next w:val="Normal"/>
    <w:autoRedefine/>
    <w:semiHidden/>
    <w:rsid w:val="00603CC5"/>
    <w:pPr>
      <w:ind w:left="1560"/>
    </w:pPr>
  </w:style>
  <w:style w:type="paragraph" w:styleId="TM8">
    <w:name w:val="toc 8"/>
    <w:basedOn w:val="Normal"/>
    <w:next w:val="Normal"/>
    <w:autoRedefine/>
    <w:semiHidden/>
    <w:rsid w:val="00603CC5"/>
    <w:pPr>
      <w:ind w:left="1820"/>
    </w:pPr>
  </w:style>
  <w:style w:type="paragraph" w:styleId="TM9">
    <w:name w:val="toc 9"/>
    <w:basedOn w:val="Normal"/>
    <w:next w:val="Normal"/>
    <w:autoRedefine/>
    <w:semiHidden/>
    <w:rsid w:val="00603CC5"/>
    <w:pPr>
      <w:ind w:left="2080"/>
    </w:pPr>
  </w:style>
  <w:style w:type="paragraph" w:styleId="Retraitcorpsdetexte">
    <w:name w:val="Body Text Indent"/>
    <w:basedOn w:val="Normal"/>
    <w:semiHidden/>
    <w:pPr>
      <w:jc w:val="center"/>
    </w:pPr>
    <w:rPr>
      <w:rFonts w:ascii="Arial" w:hAnsi="Arial"/>
    </w:rPr>
  </w:style>
  <w:style w:type="character" w:styleId="Appelnotedebasdep">
    <w:name w:val="footnote reference"/>
    <w:qFormat/>
    <w:rsid w:val="00603CC5"/>
    <w:rPr>
      <w:rFonts w:ascii="Amasis30" w:hAnsi="Amasis30"/>
      <w:b/>
      <w:sz w:val="36"/>
      <w:vertAlign w:val="superscript"/>
    </w:rPr>
  </w:style>
  <w:style w:type="paragraph" w:styleId="Notedebasdepage">
    <w:name w:val="footnote text"/>
    <w:basedOn w:val="Taille-1Normal"/>
    <w:qFormat/>
    <w:rsid w:val="00603CC5"/>
    <w:rPr>
      <w:szCs w:val="30"/>
    </w:rPr>
  </w:style>
  <w:style w:type="paragraph" w:styleId="Retraitcorpsdetexte3">
    <w:name w:val="Body Text Indent 3"/>
    <w:basedOn w:val="Normal"/>
    <w:semiHidden/>
    <w:pPr>
      <w:ind w:left="540" w:firstLine="27"/>
    </w:pPr>
    <w:rPr>
      <w:rFonts w:ascii="Helvetica" w:hAnsi="Helvetica"/>
      <w:color w:val="000000"/>
      <w:sz w:val="20"/>
    </w:rPr>
  </w:style>
  <w:style w:type="paragraph" w:customStyle="1" w:styleId="Auteur">
    <w:name w:val="Auteur"/>
    <w:basedOn w:val="Normal"/>
    <w:rsid w:val="00603CC5"/>
    <w:pPr>
      <w:spacing w:before="0" w:after="1800"/>
      <w:ind w:right="851" w:firstLine="0"/>
      <w:jc w:val="right"/>
    </w:pPr>
    <w:rPr>
      <w:sz w:val="48"/>
    </w:rPr>
  </w:style>
  <w:style w:type="paragraph" w:customStyle="1" w:styleId="Titrelivre">
    <w:name w:val="Titre_livre"/>
    <w:basedOn w:val="Normal"/>
    <w:rsid w:val="00603CC5"/>
    <w:pPr>
      <w:spacing w:before="0" w:after="1200"/>
      <w:ind w:left="2268" w:right="851" w:firstLine="0"/>
      <w:jc w:val="right"/>
    </w:pPr>
    <w:rPr>
      <w:b/>
      <w:bCs/>
      <w:sz w:val="72"/>
    </w:rPr>
  </w:style>
  <w:style w:type="paragraph" w:customStyle="1" w:styleId="Soustitrelivre">
    <w:name w:val="Sous_titre_livre"/>
    <w:basedOn w:val="Normal"/>
    <w:rsid w:val="00603CC5"/>
    <w:pPr>
      <w:spacing w:before="0" w:after="2160"/>
      <w:ind w:left="2268" w:right="851" w:firstLine="0"/>
      <w:jc w:val="right"/>
    </w:pPr>
    <w:rPr>
      <w:bCs/>
      <w:sz w:val="44"/>
      <w:szCs w:val="36"/>
    </w:rPr>
  </w:style>
  <w:style w:type="paragraph" w:customStyle="1" w:styleId="Aproposdispositions">
    <w:name w:val="A_propos_dispositions"/>
    <w:basedOn w:val="Normal"/>
    <w:pPr>
      <w:ind w:left="567" w:firstLine="0"/>
    </w:pPr>
    <w:rPr>
      <w:sz w:val="30"/>
    </w:rPr>
  </w:style>
  <w:style w:type="paragraph" w:customStyle="1" w:styleId="Photoauteur">
    <w:name w:val="Photo_auteur"/>
    <w:basedOn w:val="Normal"/>
    <w:rsid w:val="00603CC5"/>
    <w:pPr>
      <w:spacing w:after="1080"/>
      <w:ind w:left="2268" w:firstLine="0"/>
      <w:jc w:val="center"/>
    </w:pPr>
    <w:rPr>
      <w:noProof/>
    </w:rPr>
  </w:style>
  <w:style w:type="paragraph" w:customStyle="1" w:styleId="DateSortie">
    <w:name w:val="Date_Sortie"/>
    <w:basedOn w:val="Normal"/>
    <w:rsid w:val="00603CC5"/>
    <w:pPr>
      <w:spacing w:before="0" w:after="0"/>
      <w:ind w:right="1418" w:firstLine="0"/>
      <w:jc w:val="right"/>
    </w:pPr>
    <w:rPr>
      <w:bCs/>
      <w:sz w:val="40"/>
    </w:rPr>
  </w:style>
  <w:style w:type="paragraph" w:customStyle="1" w:styleId="Titretablematires">
    <w:name w:val="Titre table matières"/>
    <w:basedOn w:val="Normal"/>
    <w:rsid w:val="00603CC5"/>
    <w:pPr>
      <w:pBdr>
        <w:top w:val="single" w:sz="8" w:space="1" w:color="auto"/>
        <w:bottom w:val="single" w:sz="8" w:space="1" w:color="auto"/>
      </w:pBdr>
      <w:ind w:left="2552" w:right="2552" w:firstLine="0"/>
      <w:jc w:val="center"/>
    </w:pPr>
    <w:rPr>
      <w:bCs/>
    </w:rPr>
  </w:style>
  <w:style w:type="paragraph" w:styleId="NormalWeb">
    <w:name w:val="Normal (Web)"/>
    <w:basedOn w:val="Normal"/>
    <w:semiHidden/>
    <w:pPr>
      <w:spacing w:before="100" w:beforeAutospacing="1" w:after="100" w:afterAutospacing="1"/>
    </w:pPr>
    <w:rPr>
      <w:rFonts w:ascii="Times New Roman" w:hAnsi="Times New Roman"/>
      <w:sz w:val="24"/>
    </w:rPr>
  </w:style>
  <w:style w:type="paragraph" w:styleId="Commentaire">
    <w:name w:val="annotation text"/>
    <w:basedOn w:val="Normal"/>
    <w:semiHidden/>
    <w:rPr>
      <w:sz w:val="20"/>
      <w:szCs w:val="20"/>
    </w:rPr>
  </w:style>
  <w:style w:type="character" w:styleId="Marquedecommentaire">
    <w:name w:val="annotation reference"/>
    <w:basedOn w:val="Policepardfaut"/>
    <w:semiHidden/>
    <w:rPr>
      <w:sz w:val="16"/>
      <w:szCs w:val="16"/>
    </w:rPr>
  </w:style>
  <w:style w:type="paragraph" w:customStyle="1" w:styleId="Centr">
    <w:name w:val="Centré"/>
    <w:basedOn w:val="Normal"/>
    <w:rsid w:val="00603CC5"/>
    <w:pPr>
      <w:ind w:firstLine="0"/>
      <w:jc w:val="center"/>
    </w:pPr>
    <w:rPr>
      <w:szCs w:val="20"/>
    </w:rPr>
  </w:style>
  <w:style w:type="paragraph" w:customStyle="1" w:styleId="NormalSansIndent">
    <w:name w:val="NormalSansIndent"/>
    <w:basedOn w:val="Normal"/>
    <w:rsid w:val="00603CC5"/>
    <w:pPr>
      <w:ind w:firstLine="0"/>
    </w:pPr>
    <w:rPr>
      <w:szCs w:val="20"/>
    </w:rPr>
  </w:style>
  <w:style w:type="paragraph" w:customStyle="1" w:styleId="NormalSolidaire">
    <w:name w:val="NormalSolidaire"/>
    <w:basedOn w:val="Normal"/>
    <w:qFormat/>
    <w:rsid w:val="00603CC5"/>
    <w:pPr>
      <w:keepNext/>
    </w:pPr>
  </w:style>
  <w:style w:type="paragraph" w:customStyle="1" w:styleId="NormalSautPageAvant">
    <w:name w:val="NormalSautPageAvant"/>
    <w:basedOn w:val="Normal"/>
    <w:qFormat/>
    <w:rsid w:val="00603CC5"/>
    <w:pPr>
      <w:pageBreakBefore/>
    </w:pPr>
  </w:style>
  <w:style w:type="paragraph" w:customStyle="1" w:styleId="NormalEspAvtGrand">
    <w:name w:val="NormalEspAvtGrand"/>
    <w:basedOn w:val="Normal"/>
    <w:rsid w:val="00603CC5"/>
    <w:pPr>
      <w:spacing w:before="2640"/>
    </w:pPr>
    <w:rPr>
      <w:szCs w:val="20"/>
    </w:rPr>
  </w:style>
  <w:style w:type="paragraph" w:customStyle="1" w:styleId="CentrEspAvt0">
    <w:name w:val="CentréEspAvt0"/>
    <w:basedOn w:val="Centr"/>
    <w:next w:val="CentrEspAvt0EspApr0"/>
    <w:rsid w:val="00603CC5"/>
    <w:pPr>
      <w:spacing w:before="0"/>
    </w:pPr>
  </w:style>
  <w:style w:type="paragraph" w:customStyle="1" w:styleId="CentrEspApr0">
    <w:name w:val="CentréEspApr0"/>
    <w:basedOn w:val="Centr"/>
    <w:next w:val="Normal"/>
    <w:rsid w:val="00603CC5"/>
    <w:pPr>
      <w:spacing w:after="0"/>
    </w:pPr>
  </w:style>
  <w:style w:type="paragraph" w:customStyle="1" w:styleId="CentrEspAvt0EspApr0">
    <w:name w:val="CentréEspAvt0EspApr0"/>
    <w:basedOn w:val="Centr"/>
    <w:rsid w:val="00603CC5"/>
    <w:pPr>
      <w:spacing w:before="0" w:after="0"/>
    </w:pPr>
  </w:style>
  <w:style w:type="paragraph" w:customStyle="1" w:styleId="Droite">
    <w:name w:val="Droite"/>
    <w:basedOn w:val="Normal"/>
    <w:next w:val="Normal"/>
    <w:rsid w:val="00603CC5"/>
    <w:pPr>
      <w:ind w:firstLine="0"/>
      <w:jc w:val="right"/>
    </w:pPr>
    <w:rPr>
      <w:szCs w:val="20"/>
    </w:rPr>
  </w:style>
  <w:style w:type="paragraph" w:customStyle="1" w:styleId="DroiteRetraitGauche1X">
    <w:name w:val="DroiteRetraitGauche1X"/>
    <w:basedOn w:val="Droite"/>
    <w:next w:val="Normal"/>
    <w:rsid w:val="00603CC5"/>
    <w:pPr>
      <w:ind w:left="680"/>
    </w:pPr>
  </w:style>
  <w:style w:type="paragraph" w:customStyle="1" w:styleId="DroiteRetraitGauche2X">
    <w:name w:val="DroiteRetraitGauche2X"/>
    <w:basedOn w:val="Droite"/>
    <w:next w:val="Normal"/>
    <w:rsid w:val="00603CC5"/>
    <w:pPr>
      <w:ind w:left="1361"/>
    </w:pPr>
  </w:style>
  <w:style w:type="paragraph" w:customStyle="1" w:styleId="DroiteRetraitGauche3X">
    <w:name w:val="DroiteRetraitGauche3X"/>
    <w:basedOn w:val="Droite"/>
    <w:next w:val="Normal"/>
    <w:rsid w:val="00603CC5"/>
    <w:pPr>
      <w:ind w:left="2041"/>
    </w:pPr>
  </w:style>
  <w:style w:type="paragraph" w:customStyle="1" w:styleId="DroiteRetraitGauche4X">
    <w:name w:val="DroiteRetraitGauche4X"/>
    <w:basedOn w:val="Droite"/>
    <w:next w:val="Normal"/>
    <w:rsid w:val="00603CC5"/>
    <w:pPr>
      <w:ind w:left="2722"/>
    </w:pPr>
  </w:style>
  <w:style w:type="paragraph" w:customStyle="1" w:styleId="Taille-1Normal">
    <w:name w:val="Taille-1Normal"/>
    <w:basedOn w:val="Normal"/>
    <w:rsid w:val="00603CC5"/>
    <w:rPr>
      <w:sz w:val="32"/>
      <w:szCs w:val="28"/>
    </w:rPr>
  </w:style>
  <w:style w:type="paragraph" w:customStyle="1" w:styleId="Taille-1RetraitGauche1X">
    <w:name w:val="Taille-1RetraitGauche1X"/>
    <w:basedOn w:val="Taille-1Normal"/>
    <w:rsid w:val="00603CC5"/>
    <w:pPr>
      <w:ind w:left="680"/>
    </w:pPr>
    <w:rPr>
      <w:szCs w:val="20"/>
    </w:rPr>
  </w:style>
  <w:style w:type="paragraph" w:customStyle="1" w:styleId="Taille-1RetraitGauche2X">
    <w:name w:val="Taille-1RetraitGauche2X"/>
    <w:basedOn w:val="Taille-1Normal"/>
    <w:rsid w:val="00603CC5"/>
    <w:pPr>
      <w:ind w:left="1361"/>
    </w:pPr>
    <w:rPr>
      <w:szCs w:val="20"/>
    </w:rPr>
  </w:style>
  <w:style w:type="paragraph" w:customStyle="1" w:styleId="Taille-1RetraitGauche3X">
    <w:name w:val="Taille-1RetraitGauche3X"/>
    <w:basedOn w:val="Taille-1Normal"/>
    <w:rsid w:val="00603CC5"/>
    <w:pPr>
      <w:ind w:left="2041"/>
    </w:pPr>
    <w:rPr>
      <w:szCs w:val="20"/>
    </w:rPr>
  </w:style>
  <w:style w:type="paragraph" w:customStyle="1" w:styleId="Taille-1RetraitGauche1XIndent0">
    <w:name w:val="Taille-1RetraitGauche1XIndent0"/>
    <w:basedOn w:val="Taille-1RetraitGauche1X"/>
    <w:rsid w:val="00603CC5"/>
    <w:pPr>
      <w:ind w:firstLine="0"/>
    </w:pPr>
  </w:style>
  <w:style w:type="paragraph" w:customStyle="1" w:styleId="Taille-1RetraitGauche2XIndent0">
    <w:name w:val="Taille-1RetraitGauche2XIndent0"/>
    <w:basedOn w:val="Taille-1RetraitGauche2X"/>
    <w:rsid w:val="00603CC5"/>
    <w:pPr>
      <w:ind w:firstLine="0"/>
    </w:pPr>
  </w:style>
  <w:style w:type="paragraph" w:customStyle="1" w:styleId="Taille-1RetraitGauche3XIndent0">
    <w:name w:val="Taille-1RetraitGauche3XIndent0"/>
    <w:basedOn w:val="Taille-1RetraitGauche3X"/>
    <w:rsid w:val="00603CC5"/>
    <w:pPr>
      <w:ind w:firstLine="0"/>
    </w:pPr>
  </w:style>
  <w:style w:type="paragraph" w:customStyle="1" w:styleId="Taille-1RetraitGauche4XIndent0">
    <w:name w:val="Taille-1RetraitGauche4XIndent0"/>
    <w:basedOn w:val="Taille-1Normal"/>
    <w:rsid w:val="00603CC5"/>
    <w:pPr>
      <w:ind w:left="2722" w:firstLine="0"/>
    </w:pPr>
    <w:rPr>
      <w:szCs w:val="20"/>
    </w:rPr>
  </w:style>
  <w:style w:type="paragraph" w:customStyle="1" w:styleId="NormalRetraitGauche1X">
    <w:name w:val="NormalRetraitGauche1X"/>
    <w:basedOn w:val="Normal"/>
    <w:rsid w:val="00603CC5"/>
    <w:pPr>
      <w:ind w:left="680"/>
    </w:pPr>
    <w:rPr>
      <w:szCs w:val="20"/>
    </w:rPr>
  </w:style>
  <w:style w:type="paragraph" w:customStyle="1" w:styleId="NormalRetraitGauche2X">
    <w:name w:val="NormalRetraitGauche2X"/>
    <w:basedOn w:val="Normal"/>
    <w:rsid w:val="00603CC5"/>
    <w:pPr>
      <w:ind w:left="1361"/>
    </w:pPr>
    <w:rPr>
      <w:szCs w:val="20"/>
    </w:rPr>
  </w:style>
  <w:style w:type="paragraph" w:customStyle="1" w:styleId="NormalRetraitGauche3X">
    <w:name w:val="NormalRetraitGauche3X"/>
    <w:basedOn w:val="Normal"/>
    <w:rsid w:val="00603CC5"/>
    <w:pPr>
      <w:ind w:left="2041"/>
    </w:pPr>
    <w:rPr>
      <w:szCs w:val="20"/>
    </w:rPr>
  </w:style>
  <w:style w:type="paragraph" w:customStyle="1" w:styleId="NormalRetraitGauche1XIndent0">
    <w:name w:val="NormalRetraitGauche1XIndent0"/>
    <w:basedOn w:val="NormalRetraitGauche1X"/>
    <w:rsid w:val="00603CC5"/>
    <w:pPr>
      <w:ind w:firstLine="0"/>
    </w:pPr>
  </w:style>
  <w:style w:type="paragraph" w:customStyle="1" w:styleId="NormalRetraitGauche2XIndent0">
    <w:name w:val="NormalRetraitGauche2XIndent0"/>
    <w:basedOn w:val="NormalRetraitGauche2X"/>
    <w:rsid w:val="00603CC5"/>
    <w:pPr>
      <w:ind w:firstLine="0"/>
    </w:pPr>
  </w:style>
  <w:style w:type="paragraph" w:customStyle="1" w:styleId="NormalRetraitGauche3XIndent0">
    <w:name w:val="NormalRetraitGauche3XIndent0"/>
    <w:basedOn w:val="NormalRetraitGauche3X"/>
    <w:rsid w:val="00603CC5"/>
    <w:pPr>
      <w:ind w:firstLine="0"/>
    </w:pPr>
  </w:style>
  <w:style w:type="paragraph" w:customStyle="1" w:styleId="NormalRetraitGauche4XIndent0">
    <w:name w:val="NormalRetraitGauche4XIndent0"/>
    <w:basedOn w:val="Normal"/>
    <w:rsid w:val="00603CC5"/>
    <w:pPr>
      <w:ind w:left="2722" w:firstLine="0"/>
    </w:pPr>
    <w:rPr>
      <w:szCs w:val="20"/>
    </w:rPr>
  </w:style>
  <w:style w:type="paragraph" w:styleId="Notedefin">
    <w:name w:val="endnote text"/>
    <w:basedOn w:val="Taille-1Normal"/>
    <w:link w:val="NotedefinCar"/>
    <w:uiPriority w:val="99"/>
    <w:semiHidden/>
    <w:unhideWhenUsed/>
    <w:qFormat/>
    <w:rsid w:val="00603CC5"/>
    <w:rPr>
      <w:szCs w:val="20"/>
      <w:lang w:val="x-none" w:eastAsia="x-none"/>
    </w:rPr>
  </w:style>
  <w:style w:type="character" w:customStyle="1" w:styleId="NotedefinCar">
    <w:name w:val="Note de fin Car"/>
    <w:link w:val="Notedefin"/>
    <w:uiPriority w:val="99"/>
    <w:semiHidden/>
    <w:rsid w:val="00603CC5"/>
    <w:rPr>
      <w:rFonts w:ascii="Amasis30" w:hAnsi="Amasis30"/>
      <w:sz w:val="32"/>
      <w:lang w:val="x-none" w:eastAsia="x-none"/>
    </w:rPr>
  </w:style>
  <w:style w:type="character" w:styleId="Appeldenotedefin">
    <w:name w:val="endnote reference"/>
    <w:uiPriority w:val="99"/>
    <w:unhideWhenUsed/>
    <w:qFormat/>
    <w:rsid w:val="00603CC5"/>
    <w:rPr>
      <w:rFonts w:ascii="Amasis30" w:hAnsi="Amasis30"/>
      <w:b/>
      <w:sz w:val="36"/>
      <w:vertAlign w:val="superscript"/>
    </w:rPr>
  </w:style>
  <w:style w:type="paragraph" w:customStyle="1" w:styleId="NormalSuspendu1X">
    <w:name w:val="NormalSuspendu1X"/>
    <w:basedOn w:val="Normal"/>
    <w:rsid w:val="00603CC5"/>
    <w:pPr>
      <w:ind w:left="680" w:hanging="680"/>
    </w:pPr>
    <w:rPr>
      <w:szCs w:val="20"/>
    </w:rPr>
  </w:style>
  <w:style w:type="paragraph" w:customStyle="1" w:styleId="NormalSuspendu1XRetrait1X">
    <w:name w:val="NormalSuspendu1XRetrait1X"/>
    <w:basedOn w:val="Normal"/>
    <w:rsid w:val="00603CC5"/>
    <w:pPr>
      <w:ind w:left="1360" w:hanging="680"/>
    </w:pPr>
  </w:style>
  <w:style w:type="paragraph" w:customStyle="1" w:styleId="NormalEspAvt0EspApr0">
    <w:name w:val="NormalEspAvt0EspApr0"/>
    <w:basedOn w:val="Normal"/>
    <w:rsid w:val="00603CC5"/>
    <w:pPr>
      <w:spacing w:before="0" w:after="0"/>
    </w:pPr>
    <w:rPr>
      <w:szCs w:val="20"/>
    </w:rPr>
  </w:style>
  <w:style w:type="paragraph" w:customStyle="1" w:styleId="NormalSuspendu1XRetrait2X">
    <w:name w:val="NormalSuspendu1XRetrait2X"/>
    <w:basedOn w:val="Normal"/>
    <w:rsid w:val="00603CC5"/>
    <w:pPr>
      <w:ind w:left="2041" w:hanging="680"/>
    </w:pPr>
  </w:style>
  <w:style w:type="paragraph" w:customStyle="1" w:styleId="NormalSuspendu1XRetrait3X">
    <w:name w:val="NormalSuspendu1XRetrait3X"/>
    <w:basedOn w:val="Normal"/>
    <w:rsid w:val="00603CC5"/>
    <w:pPr>
      <w:ind w:left="2721" w:hanging="680"/>
    </w:pPr>
    <w:rPr>
      <w:szCs w:val="20"/>
    </w:rPr>
  </w:style>
  <w:style w:type="paragraph" w:customStyle="1" w:styleId="NormalSuspendu1XRetrait4X">
    <w:name w:val="NormalSuspendu1XRetrait4X"/>
    <w:basedOn w:val="Normal"/>
    <w:rsid w:val="00603CC5"/>
    <w:pPr>
      <w:ind w:left="3402" w:hanging="680"/>
    </w:pPr>
    <w:rPr>
      <w:szCs w:val="20"/>
    </w:rPr>
  </w:style>
  <w:style w:type="character" w:customStyle="1" w:styleId="Taille-1Caracteres">
    <w:name w:val="Taille-1Caracteres"/>
    <w:qFormat/>
    <w:rsid w:val="00603CC5"/>
    <w:rPr>
      <w:sz w:val="32"/>
      <w:szCs w:val="20"/>
    </w:rPr>
  </w:style>
  <w:style w:type="paragraph" w:customStyle="1" w:styleId="Etoile">
    <w:name w:val="Etoile"/>
    <w:basedOn w:val="Normal"/>
    <w:qFormat/>
    <w:rsid w:val="00603CC5"/>
    <w:pPr>
      <w:ind w:firstLine="0"/>
      <w:jc w:val="center"/>
    </w:pPr>
    <w:rPr>
      <w:b/>
      <w:sz w:val="40"/>
      <w:szCs w:val="28"/>
    </w:rPr>
  </w:style>
  <w:style w:type="paragraph" w:customStyle="1" w:styleId="Taille-1Suspendu1XRetrait1XEsp0">
    <w:name w:val="Taille-1Suspendu1XRetrait1XEsp0"/>
    <w:basedOn w:val="Taille-1RetraitGauche1X"/>
    <w:qFormat/>
    <w:rsid w:val="00603CC5"/>
    <w:pPr>
      <w:spacing w:before="0" w:after="0"/>
      <w:ind w:left="1360" w:hanging="680"/>
    </w:pPr>
  </w:style>
  <w:style w:type="character" w:styleId="Mentionnonrsolue">
    <w:name w:val="Unresolved Mention"/>
    <w:uiPriority w:val="99"/>
    <w:semiHidden/>
    <w:unhideWhenUsed/>
    <w:rsid w:val="00603CC5"/>
    <w:rPr>
      <w:color w:val="605E5C"/>
      <w:shd w:val="clear" w:color="auto" w:fill="E1DFDD"/>
    </w:rPr>
  </w:style>
  <w:style w:type="paragraph" w:customStyle="1" w:styleId="Taille-1Suspendu1XRetrait2XEsp0">
    <w:name w:val="Taille-1Suspendu1XRetrait2XEsp0"/>
    <w:basedOn w:val="Taille-1RetraitGauche2X"/>
    <w:qFormat/>
    <w:rsid w:val="00603CC5"/>
    <w:pPr>
      <w:spacing w:before="0" w:after="0"/>
      <w:ind w:left="2041" w:hanging="680"/>
      <w:jc w:val="left"/>
    </w:pPr>
    <w:rPr>
      <w:szCs w:val="28"/>
    </w:rPr>
  </w:style>
  <w:style w:type="paragraph" w:customStyle="1" w:styleId="NormalSuspendu1XRetrait1XEsp0">
    <w:name w:val="NormalSuspendu1XRetrait1XEsp0"/>
    <w:basedOn w:val="NormalSuspendu1XRetrait1X"/>
    <w:qFormat/>
    <w:rsid w:val="00603CC5"/>
    <w:pPr>
      <w:spacing w:before="0" w:after="0"/>
    </w:pPr>
  </w:style>
  <w:style w:type="paragraph" w:customStyle="1" w:styleId="NormalSuspendu1XEsp0">
    <w:name w:val="NormalSuspendu1XEsp0"/>
    <w:basedOn w:val="NormalSuspendu1X"/>
    <w:qFormat/>
    <w:rsid w:val="00603CC5"/>
    <w:pPr>
      <w:spacing w:before="0" w:after="0"/>
    </w:pPr>
  </w:style>
  <w:style w:type="paragraph" w:customStyle="1" w:styleId="NormalSuspendu1XRetrait2XEsp0">
    <w:name w:val="NormalSuspendu1XRetrait2XEsp0"/>
    <w:basedOn w:val="NormalSuspendu1XRetrait2X"/>
    <w:qFormat/>
    <w:rsid w:val="00603CC5"/>
    <w:pPr>
      <w:spacing w:before="0" w:after="0"/>
    </w:pPr>
  </w:style>
  <w:style w:type="paragraph" w:customStyle="1" w:styleId="ParagrapheVideNormal">
    <w:name w:val="ParagrapheVideNormal"/>
    <w:basedOn w:val="Normal"/>
    <w:next w:val="Normal"/>
    <w:qFormat/>
    <w:rsid w:val="00603CC5"/>
  </w:style>
  <w:style w:type="paragraph" w:customStyle="1" w:styleId="ParagrapheVideNormal2">
    <w:name w:val="ParagrapheVideNormal2"/>
    <w:basedOn w:val="ParagrapheVideNormal"/>
    <w:next w:val="Normal"/>
    <w:qFormat/>
    <w:rsid w:val="00603CC5"/>
  </w:style>
  <w:style w:type="paragraph" w:customStyle="1" w:styleId="Image">
    <w:name w:val="Image"/>
    <w:basedOn w:val="Centr"/>
    <w:next w:val="Normal"/>
    <w:qFormat/>
    <w:rsid w:val="00603CC5"/>
  </w:style>
  <w:style w:type="paragraph" w:styleId="Rvision">
    <w:name w:val="Revision"/>
    <w:hidden/>
    <w:uiPriority w:val="99"/>
    <w:semiHidden/>
    <w:rsid w:val="00ED3046"/>
    <w:rPr>
      <w:rFonts w:ascii="Amasis30" w:hAnsi="Amasis30"/>
      <w:sz w:val="3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ebooksgratuits.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roups.google.com/g/ebooksgratuit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odeles\Ebooks\livr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1FE340-6D9E-4A14-8658-E2EE54EA1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livres.dot</Template>
  <TotalTime>9</TotalTime>
  <Pages>68</Pages>
  <Words>18695</Words>
  <Characters>102824</Characters>
  <Application>Microsoft Office Word</Application>
  <DocSecurity>0</DocSecurity>
  <Lines>856</Lines>
  <Paragraphs>242</Paragraphs>
  <ScaleCrop>false</ScaleCrop>
  <HeadingPairs>
    <vt:vector size="2" baseType="variant">
      <vt:variant>
        <vt:lpstr>Titre</vt:lpstr>
      </vt:variant>
      <vt:variant>
        <vt:i4>1</vt:i4>
      </vt:variant>
    </vt:vector>
  </HeadingPairs>
  <TitlesOfParts>
    <vt:vector size="1" baseType="lpstr">
      <vt:lpstr>Anti-Senèque ou Discours sur le Bonheur</vt:lpstr>
    </vt:vector>
  </TitlesOfParts>
  <Company>Ebooks libres et gratuits</Company>
  <LinksUpToDate>false</LinksUpToDate>
  <CharactersWithSpaces>121277</CharactersWithSpaces>
  <SharedDoc>false</SharedDoc>
  <HLinks>
    <vt:vector size="24" baseType="variant">
      <vt:variant>
        <vt:i4>2293820</vt:i4>
      </vt:variant>
      <vt:variant>
        <vt:i4>12</vt:i4>
      </vt:variant>
      <vt:variant>
        <vt:i4>0</vt:i4>
      </vt:variant>
      <vt:variant>
        <vt:i4>5</vt:i4>
      </vt:variant>
      <vt:variant>
        <vt:lpwstr>http://www.ebooksgratuits.com/</vt:lpwstr>
      </vt:variant>
      <vt:variant>
        <vt:lpwstr/>
      </vt:variant>
      <vt:variant>
        <vt:i4>7929972</vt:i4>
      </vt:variant>
      <vt:variant>
        <vt:i4>9</vt:i4>
      </vt:variant>
      <vt:variant>
        <vt:i4>0</vt:i4>
      </vt:variant>
      <vt:variant>
        <vt:i4>5</vt:i4>
      </vt:variant>
      <vt:variant>
        <vt:lpwstr>http://fr.groups.yahoo.com/group/ebooksgratuits</vt:lpwstr>
      </vt:variant>
      <vt:variant>
        <vt:lpwstr/>
      </vt:variant>
      <vt:variant>
        <vt:i4>1376309</vt:i4>
      </vt:variant>
      <vt:variant>
        <vt:i4>2</vt:i4>
      </vt:variant>
      <vt:variant>
        <vt:i4>0</vt:i4>
      </vt:variant>
      <vt:variant>
        <vt:i4>5</vt:i4>
      </vt:variant>
      <vt:variant>
        <vt:lpwstr/>
      </vt:variant>
      <vt:variant>
        <vt:lpwstr>_Toc239079986</vt:lpwstr>
      </vt:variant>
      <vt:variant>
        <vt:i4>4194409</vt:i4>
      </vt:variant>
      <vt:variant>
        <vt:i4>-1</vt:i4>
      </vt:variant>
      <vt:variant>
        <vt:i4>1032</vt:i4>
      </vt:variant>
      <vt:variant>
        <vt:i4>1</vt:i4>
      </vt:variant>
      <vt:variant>
        <vt:lpwstr>bandeau_couverture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Anti-Senèque ou Discours sur le Bonheur</dc:title>
  <dc:subject>Documents &amp; Essais</dc:subject>
  <dc:creator>Julien Offray de Lamettrie</dc:creator>
  <cp:keywords/>
  <dc:description>Dans ce texte provocateur et matérialiste, La Mettrie s'oppose frontalement à la pensée stoïcienne incarnée par Sénèque, qu'il juge sévère, abstraite et inhumaine. Il développe une conception du bonheur centrée sur le sentiment de plaisir et sur l'organisation corporelle, niant ainsi la primauté de l'âme ou de la raison dans l'accès au bonheur.
Principales idées :
Critique du stoïcisme : La Mettrie rejette l'idéal stoïcien d'insensibilité, d'ascèse et de domination des passions. Il y voit une négation de l'humanité.
Le bonheur vient du corps : Selon lui, le bonheur découle de l'organisation physiologique, du bon fonctionnement des organes et de la capacité à ressentir agréablement. Il introduit l'idée d'un « bonheur organique ».
Le rôle de l'éducation : Il admet que l'éducation peut façonner nos inclinations, mais souligne aussi sa fragilité face aux dispositions naturelles.
La raison et la vertu sont accessoires : La raison n'est utile que lorsqu'elle suit la nature. La vertu est une construction sociale utile à la cohésion, mais elle n'a pas de valeur absolue.
Le remords est un préjugé : Il naît de l'éducation, non de la nature. Il n'a pas de vertu morale intrinsèque et peut même nuire aux individus vertueux.
Matérialisme assumé : L'homme n'est qu'une machine sensible. Le libre arbitre est une illusion, nos actes découlent de notre constitution physique.
Épicurisme modéré : La Mettrie préconise un hédonisme raisonnable et lucide, détaché des illusions religieuses et métaphysiques.
Contre l'idée de l'au-delà : Il affirme qu'il n'y a qu'une seule vie, et donc qu'un seul bonheur possible, ici et maintenant.
En somme, La Mettrie plaide pour une philosophie du bonheur sensible, naturel et immédiat, fondée sur le corps et la lucidité, contre les abstractions morales ou religieuses.</dc:description>
  <cp:lastModifiedBy>Cool Micro</cp:lastModifiedBy>
  <cp:revision>4</cp:revision>
  <cp:lastPrinted>2008-07-10T16:25:00Z</cp:lastPrinted>
  <dcterms:created xsi:type="dcterms:W3CDTF">2025-04-24T10:54:00Z</dcterms:created>
  <dcterms:modified xsi:type="dcterms:W3CDTF">2025-04-24T11:06:00Z</dcterms:modified>
  <cp:category>Documents &amp; Essais</cp:category>
</cp:coreProperties>
</file>