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D79ED" w14:textId="67F8272F" w:rsidR="00033562" w:rsidRPr="0099306C" w:rsidRDefault="00066FC3" w:rsidP="0035031C">
      <w:pPr>
        <w:pStyle w:val="Photoauteur"/>
        <w:spacing w:after="2040"/>
        <w:rPr>
          <w:noProof w:val="0"/>
        </w:rPr>
      </w:pPr>
      <w:r>
        <w:drawing>
          <wp:anchor distT="0" distB="0" distL="114300" distR="114300" simplePos="0" relativeHeight="251657728" behindDoc="0" locked="0" layoutInCell="1" allowOverlap="1" wp14:anchorId="2C5DFE6E" wp14:editId="4C6B7DF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8" name="Image 7" descr="bandeau_couvertur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bandeau_couverture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AB5B40" w14:textId="77777777" w:rsidR="00033562" w:rsidRPr="0099306C" w:rsidRDefault="002B3119">
      <w:pPr>
        <w:pStyle w:val="Auteur"/>
      </w:pPr>
      <w:r w:rsidRPr="0099306C">
        <w:t>André Dumas</w:t>
      </w:r>
    </w:p>
    <w:p w14:paraId="62D8A481" w14:textId="77777777" w:rsidR="00033562" w:rsidRPr="0099306C" w:rsidRDefault="002B3119" w:rsidP="007C1C6B">
      <w:pPr>
        <w:pStyle w:val="Titrelivre"/>
      </w:pPr>
      <w:r w:rsidRPr="0099306C">
        <w:t>MA PETITE YVETTE</w:t>
      </w:r>
    </w:p>
    <w:p w14:paraId="524EF698" w14:textId="6D5A1720" w:rsidR="00033562" w:rsidRPr="0099306C" w:rsidRDefault="00A62666" w:rsidP="00A62666">
      <w:pPr>
        <w:pStyle w:val="DateSortie"/>
      </w:pPr>
      <w:r>
        <w:t>1922</w:t>
      </w:r>
    </w:p>
    <w:p w14:paraId="3A56FFCF" w14:textId="77777777" w:rsidR="00033562" w:rsidRPr="0099306C" w:rsidRDefault="00033562" w:rsidP="007C1C6B">
      <w:pPr>
        <w:sectPr w:rsidR="00033562" w:rsidRPr="0099306C">
          <w:footerReference w:type="default" r:id="rId9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36A072D4" w14:textId="77777777" w:rsidR="00033562" w:rsidRPr="0099306C" w:rsidRDefault="00033562" w:rsidP="00E4444A">
      <w:pPr>
        <w:pStyle w:val="Titretablematires"/>
      </w:pPr>
      <w:r w:rsidRPr="0099306C">
        <w:lastRenderedPageBreak/>
        <w:t>Table des matières</w:t>
      </w:r>
    </w:p>
    <w:p w14:paraId="4462058F" w14:textId="77777777" w:rsidR="00033562" w:rsidRPr="0099306C" w:rsidRDefault="00033562"/>
    <w:p w14:paraId="5F27E080" w14:textId="5DD1AC8E" w:rsidR="0035031C" w:rsidRDefault="00033562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 w:rsidRPr="00A51174">
        <w:rPr>
          <w:noProof w:val="0"/>
        </w:rPr>
        <w:fldChar w:fldCharType="begin"/>
      </w:r>
      <w:r w:rsidRPr="00A51174">
        <w:rPr>
          <w:noProof w:val="0"/>
        </w:rPr>
        <w:instrText xml:space="preserve"> TOC \o "1-3" \h \z </w:instrText>
      </w:r>
      <w:r w:rsidRPr="00A51174">
        <w:rPr>
          <w:noProof w:val="0"/>
        </w:rPr>
        <w:fldChar w:fldCharType="separate"/>
      </w:r>
      <w:hyperlink w:anchor="_Toc197514956" w:history="1">
        <w:r w:rsidR="0035031C" w:rsidRPr="006411F1">
          <w:rPr>
            <w:rStyle w:val="Lienhypertexte"/>
          </w:rPr>
          <w:t>PREMIÈRE PARTIE</w:t>
        </w:r>
        <w:r w:rsidR="0035031C">
          <w:rPr>
            <w:webHidden/>
          </w:rPr>
          <w:tab/>
        </w:r>
        <w:r w:rsidR="0035031C">
          <w:rPr>
            <w:webHidden/>
          </w:rPr>
          <w:fldChar w:fldCharType="begin"/>
        </w:r>
        <w:r w:rsidR="0035031C">
          <w:rPr>
            <w:webHidden/>
          </w:rPr>
          <w:instrText xml:space="preserve"> PAGEREF _Toc197514956 \h </w:instrText>
        </w:r>
        <w:r w:rsidR="0035031C">
          <w:rPr>
            <w:webHidden/>
          </w:rPr>
        </w:r>
        <w:r w:rsidR="0035031C">
          <w:rPr>
            <w:webHidden/>
          </w:rPr>
          <w:fldChar w:fldCharType="separate"/>
        </w:r>
        <w:r w:rsidR="0046302D">
          <w:rPr>
            <w:webHidden/>
          </w:rPr>
          <w:t>4</w:t>
        </w:r>
        <w:r w:rsidR="0035031C">
          <w:rPr>
            <w:webHidden/>
          </w:rPr>
          <w:fldChar w:fldCharType="end"/>
        </w:r>
      </w:hyperlink>
    </w:p>
    <w:p w14:paraId="17DC6904" w14:textId="239EAD2E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57" w:history="1">
        <w:r w:rsidRPr="006411F1">
          <w:rPr>
            <w:rStyle w:val="Lienhypertexte"/>
          </w:rPr>
          <w:t>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DB5821C" w14:textId="0C66F537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58" w:history="1">
        <w:r w:rsidRPr="006411F1">
          <w:rPr>
            <w:rStyle w:val="Lienhypertexte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74D6D33" w14:textId="162C1BB7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59" w:history="1">
        <w:r w:rsidRPr="006411F1">
          <w:rPr>
            <w:rStyle w:val="Lienhypertexte"/>
          </w:rPr>
          <w:t>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0630F46" w14:textId="0E085AFC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60" w:history="1">
        <w:r w:rsidRPr="006411F1">
          <w:rPr>
            <w:rStyle w:val="Lienhypertexte"/>
          </w:rPr>
          <w:t>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634DD0C9" w14:textId="5101C659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61" w:history="1">
        <w:r w:rsidRPr="006411F1">
          <w:rPr>
            <w:rStyle w:val="Lienhypertexte"/>
          </w:rPr>
          <w:t>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3B4F9F7D" w14:textId="7BFE3BFF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62" w:history="1">
        <w:r w:rsidRPr="006411F1">
          <w:rPr>
            <w:rStyle w:val="Lienhypertexte"/>
          </w:rPr>
          <w:t>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78A64A89" w14:textId="2602D15B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63" w:history="1">
        <w:r w:rsidRPr="006411F1">
          <w:rPr>
            <w:rStyle w:val="Lienhypertexte"/>
          </w:rPr>
          <w:t>VII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1E865897" w14:textId="3CED5769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64" w:history="1">
        <w:r w:rsidRPr="006411F1">
          <w:rPr>
            <w:rStyle w:val="Lienhypertexte"/>
          </w:rPr>
          <w:t>VIII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23016536" w14:textId="2910BEB3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65" w:history="1">
        <w:r w:rsidRPr="006411F1">
          <w:rPr>
            <w:rStyle w:val="Lienhypertexte"/>
          </w:rPr>
          <w:t>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14:paraId="07947F9E" w14:textId="33AB3873" w:rsidR="0035031C" w:rsidRDefault="0035031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514966" w:history="1">
        <w:r w:rsidRPr="006411F1">
          <w:rPr>
            <w:rStyle w:val="Lienhypertexte"/>
          </w:rPr>
          <w:t>DEUXIÈME PARTIE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74</w:t>
        </w:r>
        <w:r>
          <w:rPr>
            <w:webHidden/>
          </w:rPr>
          <w:fldChar w:fldCharType="end"/>
        </w:r>
      </w:hyperlink>
    </w:p>
    <w:p w14:paraId="66F0904F" w14:textId="2BB848F1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67" w:history="1">
        <w:r w:rsidRPr="006411F1">
          <w:rPr>
            <w:rStyle w:val="Lienhypertexte"/>
          </w:rPr>
          <w:t>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75</w:t>
        </w:r>
        <w:r>
          <w:rPr>
            <w:webHidden/>
          </w:rPr>
          <w:fldChar w:fldCharType="end"/>
        </w:r>
      </w:hyperlink>
    </w:p>
    <w:p w14:paraId="35DD2494" w14:textId="55042391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68" w:history="1">
        <w:r w:rsidRPr="006411F1">
          <w:rPr>
            <w:rStyle w:val="Lienhypertexte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83</w:t>
        </w:r>
        <w:r>
          <w:rPr>
            <w:webHidden/>
          </w:rPr>
          <w:fldChar w:fldCharType="end"/>
        </w:r>
      </w:hyperlink>
    </w:p>
    <w:p w14:paraId="7FD12198" w14:textId="03B07947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69" w:history="1">
        <w:r w:rsidRPr="006411F1">
          <w:rPr>
            <w:rStyle w:val="Lienhypertexte"/>
          </w:rPr>
          <w:t>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93</w:t>
        </w:r>
        <w:r>
          <w:rPr>
            <w:webHidden/>
          </w:rPr>
          <w:fldChar w:fldCharType="end"/>
        </w:r>
      </w:hyperlink>
    </w:p>
    <w:p w14:paraId="1502D0A3" w14:textId="5CA5442A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70" w:history="1">
        <w:r w:rsidRPr="006411F1">
          <w:rPr>
            <w:rStyle w:val="Lienhypertexte"/>
          </w:rPr>
          <w:t>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103</w:t>
        </w:r>
        <w:r>
          <w:rPr>
            <w:webHidden/>
          </w:rPr>
          <w:fldChar w:fldCharType="end"/>
        </w:r>
      </w:hyperlink>
    </w:p>
    <w:p w14:paraId="280ABFFA" w14:textId="46007FAD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71" w:history="1">
        <w:r w:rsidRPr="006411F1">
          <w:rPr>
            <w:rStyle w:val="Lienhypertexte"/>
          </w:rPr>
          <w:t>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112</w:t>
        </w:r>
        <w:r>
          <w:rPr>
            <w:webHidden/>
          </w:rPr>
          <w:fldChar w:fldCharType="end"/>
        </w:r>
      </w:hyperlink>
    </w:p>
    <w:p w14:paraId="3F73AD97" w14:textId="4E6EBA9E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72" w:history="1">
        <w:r w:rsidRPr="006411F1">
          <w:rPr>
            <w:rStyle w:val="Lienhypertexte"/>
          </w:rPr>
          <w:t>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123</w:t>
        </w:r>
        <w:r>
          <w:rPr>
            <w:webHidden/>
          </w:rPr>
          <w:fldChar w:fldCharType="end"/>
        </w:r>
      </w:hyperlink>
    </w:p>
    <w:p w14:paraId="53D7568A" w14:textId="7F7B95C0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73" w:history="1">
        <w:r w:rsidRPr="006411F1">
          <w:rPr>
            <w:rStyle w:val="Lienhypertexte"/>
          </w:rPr>
          <w:t>VII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136</w:t>
        </w:r>
        <w:r>
          <w:rPr>
            <w:webHidden/>
          </w:rPr>
          <w:fldChar w:fldCharType="end"/>
        </w:r>
      </w:hyperlink>
    </w:p>
    <w:p w14:paraId="071FE06D" w14:textId="29A572D8" w:rsidR="0035031C" w:rsidRDefault="0035031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514974" w:history="1">
        <w:r w:rsidRPr="006411F1">
          <w:rPr>
            <w:rStyle w:val="Lienhypertexte"/>
          </w:rPr>
          <w:t>TROISIÈME PARTIE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144</w:t>
        </w:r>
        <w:r>
          <w:rPr>
            <w:webHidden/>
          </w:rPr>
          <w:fldChar w:fldCharType="end"/>
        </w:r>
      </w:hyperlink>
    </w:p>
    <w:p w14:paraId="6CF16579" w14:textId="1500B83B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75" w:history="1">
        <w:r w:rsidRPr="006411F1">
          <w:rPr>
            <w:rStyle w:val="Lienhypertexte"/>
          </w:rPr>
          <w:t>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145</w:t>
        </w:r>
        <w:r>
          <w:rPr>
            <w:webHidden/>
          </w:rPr>
          <w:fldChar w:fldCharType="end"/>
        </w:r>
      </w:hyperlink>
    </w:p>
    <w:p w14:paraId="03CED5C9" w14:textId="72B92CDF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76" w:history="1">
        <w:r w:rsidRPr="006411F1">
          <w:rPr>
            <w:rStyle w:val="Lienhypertexte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155</w:t>
        </w:r>
        <w:r>
          <w:rPr>
            <w:webHidden/>
          </w:rPr>
          <w:fldChar w:fldCharType="end"/>
        </w:r>
      </w:hyperlink>
    </w:p>
    <w:p w14:paraId="30EC3931" w14:textId="7C8B1119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77" w:history="1">
        <w:r w:rsidRPr="006411F1">
          <w:rPr>
            <w:rStyle w:val="Lienhypertexte"/>
          </w:rPr>
          <w:t>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167</w:t>
        </w:r>
        <w:r>
          <w:rPr>
            <w:webHidden/>
          </w:rPr>
          <w:fldChar w:fldCharType="end"/>
        </w:r>
      </w:hyperlink>
    </w:p>
    <w:p w14:paraId="715AD6FA" w14:textId="11F68AD1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78" w:history="1">
        <w:r w:rsidRPr="006411F1">
          <w:rPr>
            <w:rStyle w:val="Lienhypertexte"/>
          </w:rPr>
          <w:t>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177</w:t>
        </w:r>
        <w:r>
          <w:rPr>
            <w:webHidden/>
          </w:rPr>
          <w:fldChar w:fldCharType="end"/>
        </w:r>
      </w:hyperlink>
    </w:p>
    <w:p w14:paraId="44F62E47" w14:textId="180FE34C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79" w:history="1">
        <w:r w:rsidRPr="006411F1">
          <w:rPr>
            <w:rStyle w:val="Lienhypertexte"/>
          </w:rPr>
          <w:t>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181</w:t>
        </w:r>
        <w:r>
          <w:rPr>
            <w:webHidden/>
          </w:rPr>
          <w:fldChar w:fldCharType="end"/>
        </w:r>
      </w:hyperlink>
    </w:p>
    <w:p w14:paraId="335A4491" w14:textId="0638C667" w:rsidR="0035031C" w:rsidRDefault="0035031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514980" w:history="1">
        <w:r w:rsidRPr="006411F1">
          <w:rPr>
            <w:rStyle w:val="Lienhypertexte"/>
          </w:rPr>
          <w:t>QUATRIÈME PARTIE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189</w:t>
        </w:r>
        <w:r>
          <w:rPr>
            <w:webHidden/>
          </w:rPr>
          <w:fldChar w:fldCharType="end"/>
        </w:r>
      </w:hyperlink>
    </w:p>
    <w:p w14:paraId="2905424C" w14:textId="2A73D900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81" w:history="1">
        <w:r w:rsidRPr="006411F1">
          <w:rPr>
            <w:rStyle w:val="Lienhypertexte"/>
          </w:rPr>
          <w:t>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190</w:t>
        </w:r>
        <w:r>
          <w:rPr>
            <w:webHidden/>
          </w:rPr>
          <w:fldChar w:fldCharType="end"/>
        </w:r>
      </w:hyperlink>
    </w:p>
    <w:p w14:paraId="49CD2C5C" w14:textId="175E20A1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82" w:history="1">
        <w:r w:rsidRPr="006411F1">
          <w:rPr>
            <w:rStyle w:val="Lienhypertexte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196</w:t>
        </w:r>
        <w:r>
          <w:rPr>
            <w:webHidden/>
          </w:rPr>
          <w:fldChar w:fldCharType="end"/>
        </w:r>
      </w:hyperlink>
    </w:p>
    <w:p w14:paraId="5F2B9B96" w14:textId="26FE0A4C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83" w:history="1">
        <w:r w:rsidRPr="006411F1">
          <w:rPr>
            <w:rStyle w:val="Lienhypertexte"/>
          </w:rPr>
          <w:t>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206</w:t>
        </w:r>
        <w:r>
          <w:rPr>
            <w:webHidden/>
          </w:rPr>
          <w:fldChar w:fldCharType="end"/>
        </w:r>
      </w:hyperlink>
    </w:p>
    <w:p w14:paraId="26FCC55A" w14:textId="2C8753D0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84" w:history="1">
        <w:r w:rsidRPr="006411F1">
          <w:rPr>
            <w:rStyle w:val="Lienhypertexte"/>
          </w:rPr>
          <w:t>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212</w:t>
        </w:r>
        <w:r>
          <w:rPr>
            <w:webHidden/>
          </w:rPr>
          <w:fldChar w:fldCharType="end"/>
        </w:r>
      </w:hyperlink>
    </w:p>
    <w:p w14:paraId="4A2BCAD6" w14:textId="4D1D4B93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85" w:history="1">
        <w:r w:rsidRPr="006411F1">
          <w:rPr>
            <w:rStyle w:val="Lienhypertexte"/>
          </w:rPr>
          <w:t>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220</w:t>
        </w:r>
        <w:r>
          <w:rPr>
            <w:webHidden/>
          </w:rPr>
          <w:fldChar w:fldCharType="end"/>
        </w:r>
      </w:hyperlink>
    </w:p>
    <w:p w14:paraId="0D1155FA" w14:textId="45A37AE7" w:rsidR="0035031C" w:rsidRDefault="0035031C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7514986" w:history="1">
        <w:r w:rsidRPr="006411F1">
          <w:rPr>
            <w:rStyle w:val="Lienhypertexte"/>
          </w:rPr>
          <w:t>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224</w:t>
        </w:r>
        <w:r>
          <w:rPr>
            <w:webHidden/>
          </w:rPr>
          <w:fldChar w:fldCharType="end"/>
        </w:r>
      </w:hyperlink>
    </w:p>
    <w:p w14:paraId="6D1C1050" w14:textId="6B006ED6" w:rsidR="0035031C" w:rsidRDefault="0035031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514987" w:history="1">
        <w:r w:rsidRPr="006411F1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_Toc197514987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6302D">
          <w:rPr>
            <w:webHidden/>
          </w:rPr>
          <w:t>226</w:t>
        </w:r>
        <w:r>
          <w:rPr>
            <w:webHidden/>
          </w:rPr>
          <w:fldChar w:fldCharType="end"/>
        </w:r>
      </w:hyperlink>
    </w:p>
    <w:p w14:paraId="60199BEE" w14:textId="68AACB9D" w:rsidR="00033562" w:rsidRPr="00A51174" w:rsidRDefault="00033562">
      <w:r w:rsidRPr="00A51174">
        <w:fldChar w:fldCharType="end"/>
      </w:r>
    </w:p>
    <w:p w14:paraId="517FF265" w14:textId="77777777" w:rsidR="002B3119" w:rsidRPr="0099306C" w:rsidRDefault="002B3119" w:rsidP="00E4444A">
      <w:pPr>
        <w:pStyle w:val="Titre1"/>
      </w:pPr>
      <w:bookmarkStart w:id="0" w:name="_Toc197514956"/>
      <w:r w:rsidRPr="0099306C">
        <w:lastRenderedPageBreak/>
        <w:t>PREMIÈRE PARTIE</w:t>
      </w:r>
      <w:bookmarkEnd w:id="0"/>
    </w:p>
    <w:p w14:paraId="3482ECFA" w14:textId="77777777" w:rsidR="00B4016A" w:rsidRPr="0099306C" w:rsidRDefault="00B4016A" w:rsidP="00E4444A">
      <w:pPr>
        <w:pStyle w:val="Titre2"/>
      </w:pPr>
      <w:bookmarkStart w:id="1" w:name="_gyult2hhc1mr" w:colFirst="0" w:colLast="0"/>
      <w:bookmarkStart w:id="2" w:name="_Toc197514957"/>
      <w:bookmarkEnd w:id="1"/>
      <w:r w:rsidRPr="0099306C">
        <w:lastRenderedPageBreak/>
        <w:t>I</w:t>
      </w:r>
      <w:bookmarkEnd w:id="2"/>
    </w:p>
    <w:p w14:paraId="1DC9F5F5" w14:textId="77777777" w:rsidR="00E4444A" w:rsidRPr="0099306C" w:rsidRDefault="002B3119" w:rsidP="002B3119">
      <w:r w:rsidRPr="002B3119">
        <w:t>Qu</w:t>
      </w:r>
      <w:r w:rsidR="00E4444A" w:rsidRPr="0099306C">
        <w:t>’</w:t>
      </w:r>
      <w:r w:rsidRPr="002B3119">
        <w:t>y a-t-il donc de changé</w:t>
      </w:r>
      <w:r w:rsidR="00E4444A" w:rsidRPr="0099306C">
        <w:t xml:space="preserve">, </w:t>
      </w:r>
      <w:r w:rsidRPr="002B3119">
        <w:t>ce matin</w:t>
      </w:r>
      <w:r w:rsidR="00E4444A" w:rsidRPr="0099306C">
        <w:t xml:space="preserve">, </w:t>
      </w:r>
      <w:r w:rsidRPr="002B3119">
        <w:t>dans mon cabinet de travail pour que cet ancien souvenir me revienne avec tant de précision</w:t>
      </w:r>
      <w:r w:rsidR="00E4444A" w:rsidRPr="0099306C">
        <w:t> ?</w:t>
      </w:r>
    </w:p>
    <w:p w14:paraId="67ED8840" w14:textId="77777777" w:rsidR="00E4444A" w:rsidRPr="0099306C" w:rsidRDefault="00D30A6B" w:rsidP="002B3119">
      <w:r w:rsidRPr="002B3119">
        <w:t>Évidemment</w:t>
      </w:r>
      <w:r w:rsidR="00E4444A" w:rsidRPr="0099306C">
        <w:t xml:space="preserve">, </w:t>
      </w:r>
      <w:r w:rsidR="002B3119" w:rsidRPr="002B3119">
        <w:t>depuis quatre semaines que je suis marié</w:t>
      </w:r>
      <w:r w:rsidR="00E4444A" w:rsidRPr="0099306C">
        <w:t xml:space="preserve">, </w:t>
      </w:r>
      <w:r w:rsidR="002B3119" w:rsidRPr="002B3119">
        <w:t>la maison n</w:t>
      </w:r>
      <w:r w:rsidR="00E4444A" w:rsidRPr="0099306C">
        <w:t>’</w:t>
      </w:r>
      <w:r w:rsidR="002B3119" w:rsidRPr="002B3119">
        <w:t>est plus la même</w:t>
      </w:r>
      <w:r w:rsidR="00E4444A" w:rsidRPr="0099306C">
        <w:t xml:space="preserve">. </w:t>
      </w:r>
      <w:r w:rsidR="002B3119" w:rsidRPr="002B3119">
        <w:t>Tout est plus clair</w:t>
      </w:r>
      <w:r w:rsidR="00E4444A" w:rsidRPr="0099306C">
        <w:t xml:space="preserve">, </w:t>
      </w:r>
      <w:r w:rsidR="002B3119" w:rsidRPr="002B3119">
        <w:t>plus gai</w:t>
      </w:r>
      <w:r w:rsidR="00E4444A" w:rsidRPr="0099306C">
        <w:t xml:space="preserve">, </w:t>
      </w:r>
      <w:r w:rsidR="002B3119" w:rsidRPr="002B3119">
        <w:t>plus vivant</w:t>
      </w:r>
      <w:r w:rsidR="00E4444A" w:rsidRPr="0099306C">
        <w:t xml:space="preserve">. </w:t>
      </w:r>
      <w:r w:rsidR="002B3119" w:rsidRPr="002B3119">
        <w:t>Ma vieille bonne de célibataire a cédé la place à deux jeunes servantes aux tabliers propres</w:t>
      </w:r>
      <w:r w:rsidR="00E4444A" w:rsidRPr="0099306C">
        <w:t xml:space="preserve">, </w:t>
      </w:r>
      <w:r w:rsidR="002B3119" w:rsidRPr="002B3119">
        <w:t>qui sourient sous leurs coiffes blanches</w:t>
      </w:r>
      <w:r w:rsidR="00E4444A" w:rsidRPr="0099306C">
        <w:t xml:space="preserve">, </w:t>
      </w:r>
      <w:r w:rsidR="002B3119" w:rsidRPr="002B3119">
        <w:t>car nous habitons en ce moment la Bretagne</w:t>
      </w:r>
      <w:r w:rsidR="00E4444A" w:rsidRPr="0099306C">
        <w:t xml:space="preserve">. </w:t>
      </w:r>
      <w:r w:rsidR="002B3119" w:rsidRPr="002B3119">
        <w:t>Mon pas</w:t>
      </w:r>
      <w:r w:rsidR="00E4444A" w:rsidRPr="0099306C">
        <w:t xml:space="preserve">, </w:t>
      </w:r>
      <w:r w:rsidR="002B3119" w:rsidRPr="002B3119">
        <w:t>si je traverse la salle à manger</w:t>
      </w:r>
      <w:r w:rsidR="00E4444A" w:rsidRPr="0099306C">
        <w:t xml:space="preserve">, </w:t>
      </w:r>
      <w:r w:rsidR="002B3119" w:rsidRPr="002B3119">
        <w:t>fait trembler sur le dressoir toute une batterie d</w:t>
      </w:r>
      <w:r w:rsidR="00E4444A" w:rsidRPr="0099306C">
        <w:t>’</w:t>
      </w:r>
      <w:r w:rsidR="002B3119" w:rsidRPr="002B3119">
        <w:t>argenterie et d</w:t>
      </w:r>
      <w:r w:rsidR="00E4444A" w:rsidRPr="0099306C">
        <w:t>’</w:t>
      </w:r>
      <w:r w:rsidR="002B3119" w:rsidRPr="002B3119">
        <w:t>étain</w:t>
      </w:r>
      <w:r w:rsidR="00E4444A" w:rsidRPr="0099306C">
        <w:t xml:space="preserve">. </w:t>
      </w:r>
      <w:r w:rsidR="002B3119" w:rsidRPr="002B3119">
        <w:t>Des napperons brodés égayent le buffet</w:t>
      </w:r>
      <w:r w:rsidR="00E4444A" w:rsidRPr="0099306C">
        <w:t xml:space="preserve">. </w:t>
      </w:r>
      <w:r w:rsidR="002B3119" w:rsidRPr="002B3119">
        <w:t>La chambre à coucher</w:t>
      </w:r>
      <w:r w:rsidR="00E4444A" w:rsidRPr="0099306C">
        <w:t xml:space="preserve">, </w:t>
      </w:r>
      <w:r w:rsidR="002B3119" w:rsidRPr="002B3119">
        <w:t>avec son dessus de cheminée rose</w:t>
      </w:r>
      <w:r w:rsidR="00E4444A" w:rsidRPr="0099306C">
        <w:t xml:space="preserve">, </w:t>
      </w:r>
      <w:r w:rsidR="002B3119" w:rsidRPr="002B3119">
        <w:t>sa chaise longue encombrée de coussins</w:t>
      </w:r>
      <w:r w:rsidR="00E4444A" w:rsidRPr="0099306C">
        <w:t xml:space="preserve">, </w:t>
      </w:r>
      <w:r w:rsidR="002B3119" w:rsidRPr="002B3119">
        <w:t>sa table de toilette couverte de plus de ciseaux</w:t>
      </w:r>
      <w:r w:rsidR="00E4444A" w:rsidRPr="0099306C">
        <w:t xml:space="preserve">, </w:t>
      </w:r>
      <w:r w:rsidR="002B3119" w:rsidRPr="002B3119">
        <w:t>de limes</w:t>
      </w:r>
      <w:r w:rsidR="00E4444A" w:rsidRPr="0099306C">
        <w:t xml:space="preserve">, </w:t>
      </w:r>
      <w:r w:rsidR="002B3119" w:rsidRPr="002B3119">
        <w:t>d</w:t>
      </w:r>
      <w:r w:rsidR="00E4444A" w:rsidRPr="0099306C">
        <w:t>’</w:t>
      </w:r>
      <w:r w:rsidR="002B3119" w:rsidRPr="002B3119">
        <w:t>instruments de toutes sortes que la tablette d</w:t>
      </w:r>
      <w:r w:rsidR="00E4444A" w:rsidRPr="0099306C">
        <w:t>’</w:t>
      </w:r>
      <w:r w:rsidR="002B3119" w:rsidRPr="002B3119">
        <w:t>un chirurgien</w:t>
      </w:r>
      <w:r w:rsidR="00E4444A" w:rsidRPr="0099306C">
        <w:t xml:space="preserve">, </w:t>
      </w:r>
      <w:r w:rsidR="002B3119" w:rsidRPr="002B3119">
        <w:t>donne une telle impression de confort que je me demande</w:t>
      </w:r>
      <w:r w:rsidR="00E4444A" w:rsidRPr="0099306C">
        <w:t xml:space="preserve">, </w:t>
      </w:r>
      <w:r w:rsidR="002B3119" w:rsidRPr="002B3119">
        <w:t>chaque fois que j</w:t>
      </w:r>
      <w:r w:rsidR="00E4444A" w:rsidRPr="0099306C">
        <w:t>’</w:t>
      </w:r>
      <w:r w:rsidR="002B3119" w:rsidRPr="002B3119">
        <w:t>y pénètre</w:t>
      </w:r>
      <w:r w:rsidR="00E4444A" w:rsidRPr="0099306C">
        <w:t xml:space="preserve">, </w:t>
      </w:r>
      <w:r w:rsidR="002B3119" w:rsidRPr="002B3119">
        <w:t>si je suis vraiment là chez moi</w:t>
      </w:r>
      <w:r w:rsidR="00E4444A" w:rsidRPr="0099306C">
        <w:t xml:space="preserve">. </w:t>
      </w:r>
      <w:r w:rsidR="002B3119" w:rsidRPr="002B3119">
        <w:t>Les fournisseurs</w:t>
      </w:r>
      <w:r w:rsidR="00E4444A" w:rsidRPr="0099306C">
        <w:t xml:space="preserve">, </w:t>
      </w:r>
      <w:r w:rsidR="002B3119" w:rsidRPr="002B3119">
        <w:t>qui devaient ignorer mon adresse</w:t>
      </w:r>
      <w:r w:rsidR="00E4444A" w:rsidRPr="0099306C">
        <w:t xml:space="preserve">, </w:t>
      </w:r>
      <w:r w:rsidR="002B3119" w:rsidRPr="002B3119">
        <w:t>sonnent à tout moment</w:t>
      </w:r>
      <w:r w:rsidR="00E4444A" w:rsidRPr="0099306C">
        <w:t xml:space="preserve">. </w:t>
      </w:r>
      <w:r w:rsidR="002B3119" w:rsidRPr="002B3119">
        <w:t>En peu de jours</w:t>
      </w:r>
      <w:r w:rsidR="00E4444A" w:rsidRPr="0099306C">
        <w:t xml:space="preserve">, </w:t>
      </w:r>
      <w:r w:rsidR="002B3119" w:rsidRPr="002B3119">
        <w:t>la présence de Jeanne a transformé la maison</w:t>
      </w:r>
      <w:r w:rsidR="00E4444A" w:rsidRPr="0099306C">
        <w:t>.</w:t>
      </w:r>
    </w:p>
    <w:p w14:paraId="1E90EDB2" w14:textId="77777777" w:rsidR="00E4444A" w:rsidRPr="0099306C" w:rsidRDefault="002B3119" w:rsidP="002B3119">
      <w:r w:rsidRPr="002B3119">
        <w:t>Mais mon cabinet de travail n</w:t>
      </w:r>
      <w:r w:rsidR="00E4444A" w:rsidRPr="0099306C">
        <w:t>’</w:t>
      </w:r>
      <w:r w:rsidRPr="002B3119">
        <w:t>a pas subi grande modif</w:t>
      </w:r>
      <w:r w:rsidRPr="002B3119">
        <w:t>i</w:t>
      </w:r>
      <w:r w:rsidRPr="002B3119">
        <w:t>cation</w:t>
      </w:r>
      <w:r w:rsidR="00E4444A" w:rsidRPr="0099306C">
        <w:t xml:space="preserve">. </w:t>
      </w:r>
      <w:r w:rsidRPr="002B3119">
        <w:t>Ici</w:t>
      </w:r>
      <w:r w:rsidR="00E4444A" w:rsidRPr="0099306C">
        <w:t xml:space="preserve">, </w:t>
      </w:r>
      <w:r w:rsidRPr="002B3119">
        <w:t>comme dit ma femme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mon domaine</w:t>
      </w:r>
      <w:r w:rsidR="00E4444A" w:rsidRPr="0099306C">
        <w:t xml:space="preserve">, </w:t>
      </w:r>
      <w:r w:rsidRPr="002B3119">
        <w:t>et cette pièce</w:t>
      </w:r>
      <w:r w:rsidR="00E4444A" w:rsidRPr="0099306C">
        <w:t xml:space="preserve">, </w:t>
      </w:r>
      <w:r w:rsidRPr="002B3119">
        <w:t>où je me tenais d</w:t>
      </w:r>
      <w:r w:rsidR="00E4444A" w:rsidRPr="0099306C">
        <w:t>’</w:t>
      </w:r>
      <w:r w:rsidRPr="002B3119">
        <w:t>habitude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avais meublée suffisamment</w:t>
      </w:r>
      <w:r w:rsidR="00E4444A" w:rsidRPr="0099306C">
        <w:t xml:space="preserve">. </w:t>
      </w:r>
      <w:r w:rsidRPr="002B3119">
        <w:t>La même pendule martèle le silence à petits coups</w:t>
      </w:r>
      <w:r w:rsidR="00E4444A" w:rsidRPr="0099306C">
        <w:t xml:space="preserve">. </w:t>
      </w:r>
      <w:r w:rsidRPr="002B3119">
        <w:t>Ma bibliothèque est là</w:t>
      </w:r>
      <w:r w:rsidR="00E4444A" w:rsidRPr="0099306C">
        <w:t xml:space="preserve">, </w:t>
      </w:r>
      <w:r w:rsidRPr="002B3119">
        <w:t>pleine de volumes</w:t>
      </w:r>
      <w:r w:rsidR="00E4444A" w:rsidRPr="0099306C">
        <w:t xml:space="preserve">, </w:t>
      </w:r>
      <w:r w:rsidRPr="002B3119">
        <w:t>parmi le</w:t>
      </w:r>
      <w:r w:rsidRPr="002B3119">
        <w:t>s</w:t>
      </w:r>
      <w:r w:rsidRPr="002B3119">
        <w:t>quels doit dormir quelque part la vieille Bible que ma grand</w:t>
      </w:r>
      <w:r w:rsidR="00E4444A" w:rsidRPr="0099306C">
        <w:t>’</w:t>
      </w:r>
      <w:r w:rsidRPr="002B3119">
        <w:t>mère huguenote me donna jadis</w:t>
      </w:r>
      <w:r w:rsidR="00E4444A" w:rsidRPr="0099306C">
        <w:t xml:space="preserve">. </w:t>
      </w:r>
      <w:r w:rsidRPr="002B3119">
        <w:t>Et j</w:t>
      </w:r>
      <w:r w:rsidR="00E4444A" w:rsidRPr="0099306C">
        <w:t>’</w:t>
      </w:r>
      <w:r w:rsidRPr="002B3119">
        <w:t>ai toujours sous la main</w:t>
      </w:r>
      <w:r w:rsidR="00E4444A" w:rsidRPr="0099306C">
        <w:t xml:space="preserve">, </w:t>
      </w:r>
      <w:r w:rsidRPr="002B3119">
        <w:t>réunis dans une autre bibliothèque</w:t>
      </w:r>
      <w:r w:rsidR="00E4444A" w:rsidRPr="0099306C">
        <w:t xml:space="preserve">, </w:t>
      </w:r>
      <w:r w:rsidRPr="002B3119">
        <w:t>tournante celle-ci</w:t>
      </w:r>
      <w:r w:rsidR="00E4444A" w:rsidRPr="0099306C">
        <w:t xml:space="preserve">, </w:t>
      </w:r>
      <w:r w:rsidRPr="002B3119">
        <w:t>mes livres préférés</w:t>
      </w:r>
      <w:r w:rsidR="00E4444A" w:rsidRPr="0099306C">
        <w:t xml:space="preserve">, </w:t>
      </w:r>
      <w:r w:rsidRPr="002B3119">
        <w:t xml:space="preserve">les </w:t>
      </w:r>
      <w:r w:rsidRPr="002B3119">
        <w:rPr>
          <w:i/>
          <w:iCs/>
        </w:rPr>
        <w:t>Pensées</w:t>
      </w:r>
      <w:r w:rsidRPr="002B3119">
        <w:t xml:space="preserve"> de Pascal</w:t>
      </w:r>
      <w:r w:rsidR="00E4444A" w:rsidRPr="0099306C">
        <w:t xml:space="preserve">, </w:t>
      </w:r>
      <w:r w:rsidRPr="002B3119">
        <w:t xml:space="preserve">les </w:t>
      </w:r>
      <w:r w:rsidRPr="002B3119">
        <w:rPr>
          <w:i/>
          <w:iCs/>
        </w:rPr>
        <w:t>Contempl</w:t>
      </w:r>
      <w:r w:rsidRPr="002B3119">
        <w:rPr>
          <w:i/>
          <w:iCs/>
        </w:rPr>
        <w:t>a</w:t>
      </w:r>
      <w:r w:rsidRPr="002B3119">
        <w:rPr>
          <w:i/>
          <w:iCs/>
        </w:rPr>
        <w:t>tions</w:t>
      </w:r>
      <w:r w:rsidR="00E4444A" w:rsidRPr="0099306C">
        <w:t xml:space="preserve">, </w:t>
      </w:r>
      <w:r w:rsidRPr="002B3119">
        <w:t>Racine</w:t>
      </w:r>
      <w:r w:rsidR="00E4444A" w:rsidRPr="0099306C">
        <w:t xml:space="preserve">, </w:t>
      </w:r>
      <w:r w:rsidRPr="002B3119">
        <w:t>Verlaine</w:t>
      </w:r>
      <w:r w:rsidR="00E4444A" w:rsidRPr="0099306C">
        <w:t xml:space="preserve">, </w:t>
      </w:r>
      <w:r w:rsidRPr="002B3119">
        <w:t>Rodenbach</w:t>
      </w:r>
      <w:r w:rsidR="00E4444A" w:rsidRPr="0099306C">
        <w:t xml:space="preserve">, </w:t>
      </w:r>
      <w:r w:rsidRPr="002B3119">
        <w:t>Albert Samain</w:t>
      </w:r>
      <w:r w:rsidR="00E4444A" w:rsidRPr="0099306C">
        <w:t>…</w:t>
      </w:r>
    </w:p>
    <w:p w14:paraId="38FB9577" w14:textId="77777777" w:rsidR="00E4444A" w:rsidRPr="0099306C" w:rsidRDefault="002B3119" w:rsidP="002B3119">
      <w:r w:rsidRPr="002B3119">
        <w:lastRenderedPageBreak/>
        <w:t>En y réfléchissant</w:t>
      </w:r>
      <w:r w:rsidR="00E4444A" w:rsidRPr="0099306C">
        <w:t xml:space="preserve">, </w:t>
      </w:r>
      <w:r w:rsidRPr="002B3119">
        <w:t>je dois reconnaître que je leur suis bien infidèle</w:t>
      </w:r>
      <w:r w:rsidR="00E4444A" w:rsidRPr="0099306C">
        <w:t xml:space="preserve">, </w:t>
      </w:r>
      <w:r w:rsidRPr="002B3119">
        <w:t>depuis quelque temps</w:t>
      </w:r>
      <w:r w:rsidR="00E4444A" w:rsidRPr="0099306C">
        <w:t xml:space="preserve">, </w:t>
      </w:r>
      <w:r w:rsidRPr="002B3119">
        <w:t>à mes chers poètes</w:t>
      </w:r>
      <w:r w:rsidR="00E4444A" w:rsidRPr="0099306C">
        <w:t xml:space="preserve">. </w:t>
      </w:r>
      <w:r w:rsidRPr="002B3119">
        <w:t>Combien d</w:t>
      </w:r>
      <w:r w:rsidR="00E4444A" w:rsidRPr="0099306C">
        <w:t>’</w:t>
      </w:r>
      <w:r w:rsidRPr="002B3119">
        <w:t>années</w:t>
      </w:r>
      <w:r w:rsidR="00E4444A" w:rsidRPr="0099306C">
        <w:t xml:space="preserve">, </w:t>
      </w:r>
      <w:r w:rsidRPr="002B3119">
        <w:t>replié sur moi-même</w:t>
      </w:r>
      <w:r w:rsidR="00E4444A" w:rsidRPr="0099306C">
        <w:t xml:space="preserve">, </w:t>
      </w:r>
      <w:r w:rsidRPr="002B3119">
        <w:t>ai-je vécu dans leur intimité</w:t>
      </w:r>
      <w:r w:rsidR="00E4444A" w:rsidRPr="0099306C">
        <w:t xml:space="preserve"> ! </w:t>
      </w:r>
      <w:r w:rsidRPr="002B3119">
        <w:t>Que d</w:t>
      </w:r>
      <w:r w:rsidR="00E4444A" w:rsidRPr="0099306C">
        <w:t>’</w:t>
      </w:r>
      <w:r w:rsidRPr="002B3119">
        <w:t>après-midi j</w:t>
      </w:r>
      <w:r w:rsidR="00E4444A" w:rsidRPr="0099306C">
        <w:t>’</w:t>
      </w:r>
      <w:r w:rsidRPr="002B3119">
        <w:t>ai perdus</w:t>
      </w:r>
      <w:r w:rsidR="00E4444A" w:rsidRPr="0099306C">
        <w:t xml:space="preserve">, </w:t>
      </w:r>
      <w:r w:rsidRPr="002B3119">
        <w:t>le front contre la vitre</w:t>
      </w:r>
      <w:r w:rsidR="00E4444A" w:rsidRPr="0099306C">
        <w:t xml:space="preserve">, </w:t>
      </w:r>
      <w:r w:rsidRPr="002B3119">
        <w:t>à rêver dans ce même cabinet</w:t>
      </w:r>
      <w:r w:rsidR="00E4444A" w:rsidRPr="0099306C">
        <w:t xml:space="preserve"> ! </w:t>
      </w:r>
      <w:r w:rsidRPr="002B3119">
        <w:t>Que de soirs</w:t>
      </w:r>
      <w:r w:rsidR="00E4444A" w:rsidRPr="0099306C">
        <w:t xml:space="preserve">, </w:t>
      </w:r>
      <w:r w:rsidRPr="002B3119">
        <w:t>fixant un point dans l</w:t>
      </w:r>
      <w:r w:rsidR="00E4444A" w:rsidRPr="0099306C">
        <w:t>’</w:t>
      </w:r>
      <w:r w:rsidRPr="002B3119">
        <w:t>ombre</w:t>
      </w:r>
      <w:r w:rsidR="00E4444A" w:rsidRPr="0099306C">
        <w:t xml:space="preserve">, </w:t>
      </w:r>
      <w:r w:rsidRPr="002B3119">
        <w:t>je me suis enivré de poésie</w:t>
      </w:r>
      <w:r w:rsidR="00E4444A" w:rsidRPr="0099306C">
        <w:t xml:space="preserve">, </w:t>
      </w:r>
      <w:r w:rsidRPr="002B3119">
        <w:t>tandis que les heures tombaient</w:t>
      </w:r>
      <w:r w:rsidR="00E4444A" w:rsidRPr="0099306C">
        <w:t xml:space="preserve">, </w:t>
      </w:r>
      <w:r w:rsidRPr="002B3119">
        <w:t>une à une</w:t>
      </w:r>
      <w:r w:rsidR="00E4444A" w:rsidRPr="0099306C">
        <w:t xml:space="preserve">, </w:t>
      </w:r>
      <w:r w:rsidRPr="002B3119">
        <w:t>dans la nuit</w:t>
      </w:r>
      <w:r w:rsidR="00E4444A" w:rsidRPr="0099306C">
        <w:t xml:space="preserve"> ! </w:t>
      </w:r>
      <w:r w:rsidR="00333A9B" w:rsidRPr="0099306C">
        <w:t>À</w:t>
      </w:r>
      <w:r w:rsidRPr="002B3119">
        <w:t xml:space="preserve"> présent</w:t>
      </w:r>
      <w:r w:rsidR="00E4444A" w:rsidRPr="0099306C">
        <w:t xml:space="preserve">, </w:t>
      </w:r>
      <w:r w:rsidRPr="002B3119">
        <w:t>je suis un homme posé</w:t>
      </w:r>
      <w:r w:rsidR="00E4444A" w:rsidRPr="0099306C">
        <w:t xml:space="preserve">, </w:t>
      </w:r>
      <w:r w:rsidRPr="002B3119">
        <w:t>un homme heureux</w:t>
      </w:r>
      <w:r w:rsidR="00E4444A" w:rsidRPr="0099306C">
        <w:t xml:space="preserve">, </w:t>
      </w:r>
      <w:r w:rsidRPr="002B3119">
        <w:t>qui n</w:t>
      </w:r>
      <w:r w:rsidR="00E4444A" w:rsidRPr="0099306C">
        <w:t>’</w:t>
      </w:r>
      <w:r w:rsidRPr="002B3119">
        <w:t>a plus de ces langueurs sans cause ni de ces interminables rêveries</w:t>
      </w:r>
      <w:r w:rsidR="00E4444A" w:rsidRPr="0099306C">
        <w:t xml:space="preserve">. </w:t>
      </w:r>
      <w:r w:rsidRPr="002B3119">
        <w:t>Bien des petites choses ont perdu pour moi leur importance</w:t>
      </w:r>
      <w:r w:rsidR="00E4444A" w:rsidRPr="0099306C">
        <w:t xml:space="preserve">. </w:t>
      </w:r>
      <w:r w:rsidRPr="002B3119">
        <w:t xml:space="preserve">Ce </w:t>
      </w:r>
      <w:r w:rsidR="008F4AF8" w:rsidRPr="002B3119">
        <w:t>tic-tac</w:t>
      </w:r>
      <w:r w:rsidR="00E4444A" w:rsidRPr="0099306C">
        <w:t xml:space="preserve">, </w:t>
      </w:r>
      <w:r w:rsidRPr="002B3119">
        <w:t>qui remplissait la chambre</w:t>
      </w:r>
      <w:r w:rsidR="00E4444A" w:rsidRPr="0099306C">
        <w:t xml:space="preserve">, </w:t>
      </w:r>
      <w:r w:rsidRPr="002B3119">
        <w:t>à peine l</w:t>
      </w:r>
      <w:r w:rsidR="00E4444A" w:rsidRPr="0099306C">
        <w:t>’</w:t>
      </w:r>
      <w:r w:rsidRPr="002B3119">
        <w:t>ai-je entendu depuis un mois</w:t>
      </w:r>
      <w:r w:rsidR="00E4444A" w:rsidRPr="0099306C">
        <w:t xml:space="preserve">. </w:t>
      </w:r>
      <w:r w:rsidRPr="002B3119">
        <w:t>Il y a dans mon existence moins de sol</w:t>
      </w:r>
      <w:r w:rsidRPr="002B3119">
        <w:t>i</w:t>
      </w:r>
      <w:r w:rsidRPr="002B3119">
        <w:t>tude</w:t>
      </w:r>
      <w:r w:rsidR="00E4444A" w:rsidRPr="0099306C">
        <w:t xml:space="preserve"> ; </w:t>
      </w:r>
      <w:r w:rsidRPr="002B3119">
        <w:t>ma femme</w:t>
      </w:r>
      <w:r w:rsidR="00E4444A" w:rsidRPr="0099306C">
        <w:t xml:space="preserve">, </w:t>
      </w:r>
      <w:r w:rsidRPr="002B3119">
        <w:t>mes domestiques ont apporté de la vie dans la maison</w:t>
      </w:r>
      <w:r w:rsidR="00E4444A" w:rsidRPr="0099306C">
        <w:t xml:space="preserve">. </w:t>
      </w:r>
      <w:r w:rsidRPr="002B3119">
        <w:t>Et je me sens plus fort</w:t>
      </w:r>
      <w:r w:rsidR="00E4444A" w:rsidRPr="0099306C">
        <w:t xml:space="preserve">, </w:t>
      </w:r>
      <w:r w:rsidRPr="002B3119">
        <w:t>plus normal</w:t>
      </w:r>
      <w:r w:rsidR="00E4444A" w:rsidRPr="0099306C">
        <w:t xml:space="preserve">, </w:t>
      </w:r>
      <w:r w:rsidRPr="002B3119">
        <w:t>moins accessible aux tristesses inutiles</w:t>
      </w:r>
      <w:r w:rsidR="00E4444A" w:rsidRPr="0099306C">
        <w:t xml:space="preserve">, </w:t>
      </w:r>
      <w:r w:rsidRPr="002B3119">
        <w:t>moins sensible aux plus f</w:t>
      </w:r>
      <w:r w:rsidRPr="002B3119">
        <w:t>u</w:t>
      </w:r>
      <w:r w:rsidRPr="002B3119">
        <w:t>gitives impressions</w:t>
      </w:r>
      <w:r w:rsidR="00E4444A" w:rsidRPr="0099306C">
        <w:t>.</w:t>
      </w:r>
    </w:p>
    <w:p w14:paraId="26A1BADE" w14:textId="77777777" w:rsidR="00E4444A" w:rsidRPr="0099306C" w:rsidRDefault="002B3119" w:rsidP="002B3119">
      <w:r w:rsidRPr="002B3119">
        <w:t>Pourtant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y a-t-il de changé ce matin</w:t>
      </w:r>
      <w:r w:rsidR="00E4444A" w:rsidRPr="0099306C">
        <w:t xml:space="preserve">, </w:t>
      </w:r>
      <w:r w:rsidRPr="002B3119">
        <w:t>pour que cet ancien souvenir me revienne avec une pareille insistance</w:t>
      </w:r>
      <w:r w:rsidR="00E4444A" w:rsidRPr="0099306C">
        <w:t> ?</w:t>
      </w:r>
    </w:p>
    <w:p w14:paraId="258A98D0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est le plus ancien souvenir que je possède</w:t>
      </w:r>
      <w:r w:rsidR="00E4444A" w:rsidRPr="0099306C">
        <w:t xml:space="preserve">, </w:t>
      </w:r>
      <w:r w:rsidRPr="002B3119">
        <w:t>un souv</w:t>
      </w:r>
      <w:r w:rsidRPr="002B3119">
        <w:t>e</w:t>
      </w:r>
      <w:r w:rsidRPr="002B3119">
        <w:t>nir de l</w:t>
      </w:r>
      <w:r w:rsidR="00E4444A" w:rsidRPr="0099306C">
        <w:t>’</w:t>
      </w:r>
      <w:r w:rsidRPr="002B3119">
        <w:t>époque où j</w:t>
      </w:r>
      <w:r w:rsidR="00E4444A" w:rsidRPr="0099306C">
        <w:t>’</w:t>
      </w:r>
      <w:r w:rsidRPr="002B3119">
        <w:t>avais trois ans</w:t>
      </w:r>
      <w:r w:rsidR="00E4444A" w:rsidRPr="0099306C">
        <w:t xml:space="preserve">. </w:t>
      </w:r>
      <w:r w:rsidRPr="002B3119">
        <w:t>Des trois années qui pr</w:t>
      </w:r>
      <w:r w:rsidRPr="002B3119">
        <w:t>é</w:t>
      </w:r>
      <w:r w:rsidRPr="002B3119">
        <w:t>cédèrent ou qui suivirent</w:t>
      </w:r>
      <w:r w:rsidR="00E4444A" w:rsidRPr="0099306C">
        <w:t xml:space="preserve">, </w:t>
      </w:r>
      <w:r w:rsidRPr="002B3119">
        <w:t>mon cerveau n</w:t>
      </w:r>
      <w:r w:rsidR="00E4444A" w:rsidRPr="0099306C">
        <w:t>’</w:t>
      </w:r>
      <w:r w:rsidRPr="002B3119">
        <w:t>a pas conservé la moindre trace</w:t>
      </w:r>
      <w:r w:rsidR="00E4444A" w:rsidRPr="0099306C">
        <w:t xml:space="preserve">. </w:t>
      </w:r>
      <w:r w:rsidRPr="002B3119">
        <w:t>Les plaques sensibles se sont voilées</w:t>
      </w:r>
      <w:r w:rsidR="00E4444A" w:rsidRPr="0099306C">
        <w:t xml:space="preserve">. </w:t>
      </w:r>
      <w:r w:rsidRPr="002B3119">
        <w:t>Avant</w:t>
      </w:r>
      <w:r w:rsidR="00E4444A" w:rsidRPr="0099306C">
        <w:t xml:space="preserve">, </w:t>
      </w:r>
      <w:r w:rsidRPr="002B3119">
        <w:t>après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la nuit</w:t>
      </w:r>
      <w:r w:rsidR="00E4444A" w:rsidRPr="0099306C">
        <w:t xml:space="preserve">. </w:t>
      </w:r>
      <w:r w:rsidRPr="002B3119">
        <w:t>Mais ce lumineux souvenir dut se graver bien fortement</w:t>
      </w:r>
      <w:r w:rsidR="00E4444A" w:rsidRPr="0099306C">
        <w:t xml:space="preserve">, </w:t>
      </w:r>
      <w:r w:rsidRPr="002B3119">
        <w:t>car il se détache toujours dans les ténèbres</w:t>
      </w:r>
      <w:r w:rsidR="00E4444A" w:rsidRPr="0099306C">
        <w:t xml:space="preserve">. </w:t>
      </w:r>
      <w:r w:rsidRPr="002B3119">
        <w:t>Je crois bien qu</w:t>
      </w:r>
      <w:r w:rsidR="00E4444A" w:rsidRPr="0099306C">
        <w:t>’</w:t>
      </w:r>
      <w:r w:rsidRPr="002B3119">
        <w:t>il ne s</w:t>
      </w:r>
      <w:r w:rsidR="00E4444A" w:rsidRPr="0099306C">
        <w:t>’</w:t>
      </w:r>
      <w:r w:rsidRPr="002B3119">
        <w:t>effacera jamais</w:t>
      </w:r>
      <w:r w:rsidR="00E4444A" w:rsidRPr="0099306C">
        <w:t>.</w:t>
      </w:r>
    </w:p>
    <w:p w14:paraId="511525F3" w14:textId="77777777" w:rsidR="00E4444A" w:rsidRPr="0099306C" w:rsidRDefault="002B3119" w:rsidP="002B3119">
      <w:r w:rsidRPr="002B3119">
        <w:t>Et je revois le clair matin de ma prime enfance où l</w:t>
      </w:r>
      <w:r w:rsidR="00E4444A" w:rsidRPr="0099306C">
        <w:t>’</w:t>
      </w:r>
      <w:r w:rsidRPr="002B3119">
        <w:t>on nous avait menés</w:t>
      </w:r>
      <w:r w:rsidR="00E4444A" w:rsidRPr="0099306C">
        <w:t xml:space="preserve"> – </w:t>
      </w:r>
      <w:r w:rsidRPr="002B3119">
        <w:t>mes frères</w:t>
      </w:r>
      <w:r w:rsidR="00E4444A" w:rsidRPr="0099306C">
        <w:t xml:space="preserve">, </w:t>
      </w:r>
      <w:r w:rsidRPr="002B3119">
        <w:t>mes sœurs et le tout petit garçon que j</w:t>
      </w:r>
      <w:r w:rsidR="00E4444A" w:rsidRPr="0099306C">
        <w:t>’</w:t>
      </w:r>
      <w:r w:rsidRPr="002B3119">
        <w:t>étais alors</w:t>
      </w:r>
      <w:r w:rsidR="00E4444A" w:rsidRPr="0099306C">
        <w:t xml:space="preserve"> – </w:t>
      </w:r>
      <w:r w:rsidRPr="002B3119">
        <w:t>contempler une dernière fois notre maman qui s</w:t>
      </w:r>
      <w:r w:rsidR="00E4444A" w:rsidRPr="0099306C">
        <w:t>’</w:t>
      </w:r>
      <w:r w:rsidRPr="002B3119">
        <w:t>était endormie pour toujours</w:t>
      </w:r>
      <w:r w:rsidR="00E4444A" w:rsidRPr="0099306C">
        <w:t>.</w:t>
      </w:r>
    </w:p>
    <w:p w14:paraId="335DB292" w14:textId="77777777" w:rsidR="00E4444A" w:rsidRPr="0099306C" w:rsidRDefault="002B3119" w:rsidP="002B3119">
      <w:r w:rsidRPr="002B3119">
        <w:t>De l</w:t>
      </w:r>
      <w:r w:rsidR="00E4444A" w:rsidRPr="0099306C">
        <w:t>’</w:t>
      </w:r>
      <w:r w:rsidRPr="002B3119">
        <w:t>accent</w:t>
      </w:r>
      <w:r w:rsidR="00E4444A" w:rsidRPr="0099306C">
        <w:t xml:space="preserve">, </w:t>
      </w:r>
      <w:r w:rsidRPr="002B3119">
        <w:t>du regard de ma mère</w:t>
      </w:r>
      <w:r w:rsidR="00E4444A" w:rsidRPr="0099306C">
        <w:t xml:space="preserve">, </w:t>
      </w:r>
      <w:r w:rsidRPr="002B3119">
        <w:t>de ses gestes</w:t>
      </w:r>
      <w:r w:rsidR="00E4444A" w:rsidRPr="0099306C">
        <w:t xml:space="preserve">, </w:t>
      </w:r>
      <w:r w:rsidRPr="002B3119">
        <w:t>des câlineries qu</w:t>
      </w:r>
      <w:r w:rsidR="00E4444A" w:rsidRPr="0099306C">
        <w:t>’</w:t>
      </w:r>
      <w:r w:rsidRPr="002B3119">
        <w:t>elle devait avoir</w:t>
      </w:r>
      <w:r w:rsidR="00E4444A" w:rsidRPr="0099306C">
        <w:t xml:space="preserve">, </w:t>
      </w:r>
      <w:r w:rsidRPr="002B3119">
        <w:t>aucune impression ne m</w:t>
      </w:r>
      <w:r w:rsidR="00E4444A" w:rsidRPr="0099306C">
        <w:t>’</w:t>
      </w:r>
      <w:r w:rsidRPr="002B3119">
        <w:t xml:space="preserve">est </w:t>
      </w:r>
      <w:r w:rsidRPr="002B3119">
        <w:lastRenderedPageBreak/>
        <w:t>restée</w:t>
      </w:r>
      <w:r w:rsidR="00E4444A" w:rsidRPr="0099306C">
        <w:t xml:space="preserve">. </w:t>
      </w:r>
      <w:r w:rsidRPr="002B3119">
        <w:t>Parfois je tâche de me la représenter allant et venant dans l</w:t>
      </w:r>
      <w:r w:rsidR="00E4444A" w:rsidRPr="0099306C">
        <w:t>’</w:t>
      </w:r>
      <w:r w:rsidRPr="002B3119">
        <w:t>appartement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ai beau chercher</w:t>
      </w:r>
      <w:r w:rsidR="00E4444A" w:rsidRPr="0099306C">
        <w:t xml:space="preserve">, </w:t>
      </w:r>
      <w:r w:rsidRPr="002B3119">
        <w:t>je ne retrouve a</w:t>
      </w:r>
      <w:r w:rsidRPr="002B3119">
        <w:t>b</w:t>
      </w:r>
      <w:r w:rsidRPr="002B3119">
        <w:t>solument rien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du matin que j</w:t>
      </w:r>
      <w:r w:rsidR="00E4444A" w:rsidRPr="0099306C">
        <w:t>’</w:t>
      </w:r>
      <w:r w:rsidRPr="002B3119">
        <w:t>évoque</w:t>
      </w:r>
      <w:r w:rsidR="00E4444A" w:rsidRPr="0099306C">
        <w:t xml:space="preserve">, </w:t>
      </w:r>
      <w:r w:rsidRPr="002B3119">
        <w:t>pas un détail ne s</w:t>
      </w:r>
      <w:r w:rsidR="00E4444A" w:rsidRPr="0099306C">
        <w:t>’</w:t>
      </w:r>
      <w:r w:rsidRPr="002B3119">
        <w:t>est perdu</w:t>
      </w:r>
      <w:r w:rsidR="00E4444A" w:rsidRPr="0099306C">
        <w:t xml:space="preserve">. </w:t>
      </w:r>
      <w:r w:rsidRPr="002B3119">
        <w:t>Sur son lit</w:t>
      </w:r>
      <w:r w:rsidR="00E4444A" w:rsidRPr="0099306C">
        <w:t xml:space="preserve">, </w:t>
      </w:r>
      <w:r w:rsidRPr="002B3119">
        <w:t>appuyé à la muraille</w:t>
      </w:r>
      <w:r w:rsidR="00E4444A" w:rsidRPr="0099306C">
        <w:t xml:space="preserve">, </w:t>
      </w:r>
      <w:r w:rsidRPr="002B3119">
        <w:t>la tête du lit près de la fenêtre</w:t>
      </w:r>
      <w:r w:rsidR="00E4444A" w:rsidRPr="0099306C">
        <w:t xml:space="preserve">, </w:t>
      </w:r>
      <w:r w:rsidRPr="002B3119">
        <w:t>ma mère était étendue</w:t>
      </w:r>
      <w:r w:rsidR="00E4444A" w:rsidRPr="0099306C">
        <w:t xml:space="preserve">, </w:t>
      </w:r>
      <w:r w:rsidRPr="002B3119">
        <w:t>les mains jointes comme si elle priait</w:t>
      </w:r>
      <w:r w:rsidR="00E4444A" w:rsidRPr="0099306C">
        <w:t xml:space="preserve">. </w:t>
      </w:r>
      <w:r w:rsidRPr="002B3119">
        <w:t>Sa figure apparaissait sous un voile de gaze dont la présence m</w:t>
      </w:r>
      <w:r w:rsidR="00E4444A" w:rsidRPr="0099306C">
        <w:t>’</w:t>
      </w:r>
      <w:r w:rsidRPr="002B3119">
        <w:t>intrigua</w:t>
      </w:r>
      <w:r w:rsidR="00E4444A" w:rsidRPr="0099306C">
        <w:t xml:space="preserve">. </w:t>
      </w:r>
      <w:r w:rsidRPr="002B3119">
        <w:t>Garçons et filles</w:t>
      </w:r>
      <w:r w:rsidR="00E4444A" w:rsidRPr="0099306C">
        <w:t xml:space="preserve">, </w:t>
      </w:r>
      <w:r w:rsidRPr="002B3119">
        <w:t>rangés le long du lit</w:t>
      </w:r>
      <w:r w:rsidR="00E4444A" w:rsidRPr="0099306C">
        <w:t xml:space="preserve">, </w:t>
      </w:r>
      <w:r w:rsidRPr="002B3119">
        <w:t>nous regardions sans mot dire</w:t>
      </w:r>
      <w:r w:rsidR="00E4444A" w:rsidRPr="0099306C">
        <w:t xml:space="preserve">. </w:t>
      </w:r>
      <w:r w:rsidRPr="002B3119">
        <w:t>Moi-même</w:t>
      </w:r>
      <w:r w:rsidR="00E4444A" w:rsidRPr="0099306C">
        <w:t xml:space="preserve">, </w:t>
      </w:r>
      <w:r w:rsidRPr="002B3119">
        <w:t>le premier à gauche des enfants</w:t>
      </w:r>
      <w:r w:rsidR="00E4444A" w:rsidRPr="0099306C">
        <w:t xml:space="preserve">, </w:t>
      </w:r>
      <w:r w:rsidRPr="002B3119">
        <w:t>tenu sur le bras par quelque domestique</w:t>
      </w:r>
      <w:r w:rsidR="00E4444A" w:rsidRPr="0099306C">
        <w:t xml:space="preserve">, </w:t>
      </w:r>
      <w:r w:rsidRPr="002B3119">
        <w:t>je tournais le dos à la croisée</w:t>
      </w:r>
      <w:r w:rsidR="00E4444A" w:rsidRPr="0099306C">
        <w:t xml:space="preserve">. </w:t>
      </w:r>
      <w:r w:rsidRPr="002B3119">
        <w:t>Je ne pleurais pas</w:t>
      </w:r>
      <w:r w:rsidR="00E4444A" w:rsidRPr="0099306C">
        <w:t xml:space="preserve">. </w:t>
      </w:r>
      <w:r w:rsidRPr="002B3119">
        <w:t>Une grande sensation de paix nous baignait tous</w:t>
      </w:r>
      <w:r w:rsidR="00E4444A" w:rsidRPr="0099306C">
        <w:t xml:space="preserve">. </w:t>
      </w:r>
      <w:r w:rsidRPr="002B3119">
        <w:t>Po</w:t>
      </w:r>
      <w:r w:rsidRPr="002B3119">
        <w:t>u</w:t>
      </w:r>
      <w:r w:rsidRPr="002B3119">
        <w:t>vais-je deviner</w:t>
      </w:r>
      <w:r w:rsidR="00E4444A" w:rsidRPr="0099306C">
        <w:t xml:space="preserve">, </w:t>
      </w:r>
      <w:r w:rsidRPr="002B3119">
        <w:t>parce que ma mère venait de mourir</w:t>
      </w:r>
      <w:r w:rsidR="00E4444A" w:rsidRPr="0099306C">
        <w:t xml:space="preserve">, </w:t>
      </w:r>
      <w:r w:rsidRPr="002B3119">
        <w:t>que mon enfance allait s</w:t>
      </w:r>
      <w:r w:rsidR="00E4444A" w:rsidRPr="0099306C">
        <w:t>’</w:t>
      </w:r>
      <w:r w:rsidRPr="002B3119">
        <w:t xml:space="preserve">écouler sans caresses et que </w:t>
      </w:r>
      <w:r w:rsidR="00333A9B" w:rsidRPr="0099306C">
        <w:t>j</w:t>
      </w:r>
      <w:r w:rsidR="00E4444A" w:rsidRPr="0099306C">
        <w:t>’</w:t>
      </w:r>
      <w:r w:rsidRPr="002B3119">
        <w:t>arriverais à l</w:t>
      </w:r>
      <w:r w:rsidR="00E4444A" w:rsidRPr="0099306C">
        <w:t>’</w:t>
      </w:r>
      <w:r w:rsidRPr="002B3119">
        <w:t>âge d</w:t>
      </w:r>
      <w:r w:rsidR="00E4444A" w:rsidRPr="0099306C">
        <w:t>’</w:t>
      </w:r>
      <w:r w:rsidRPr="002B3119">
        <w:t>homme trop enclin à croire à la sympathie des autres</w:t>
      </w:r>
      <w:r w:rsidR="00E4444A" w:rsidRPr="0099306C">
        <w:t xml:space="preserve">, </w:t>
      </w:r>
      <w:r w:rsidRPr="002B3119">
        <w:t>avec mes quinze ans de tendresse en retard</w:t>
      </w:r>
      <w:r w:rsidR="00E4444A" w:rsidRPr="0099306C">
        <w:t> ?</w:t>
      </w:r>
    </w:p>
    <w:p w14:paraId="2C9855F8" w14:textId="77777777" w:rsidR="00E4444A" w:rsidRPr="0099306C" w:rsidRDefault="002B3119" w:rsidP="002B3119">
      <w:r w:rsidRPr="002B3119">
        <w:t>Mais ce qui m</w:t>
      </w:r>
      <w:r w:rsidR="00E4444A" w:rsidRPr="0099306C">
        <w:t>’</w:t>
      </w:r>
      <w:r w:rsidRPr="002B3119">
        <w:t>impressionna plus que tout le reste</w:t>
      </w:r>
      <w:r w:rsidR="00E4444A" w:rsidRPr="0099306C">
        <w:t xml:space="preserve">, </w:t>
      </w:r>
      <w:r w:rsidRPr="002B3119">
        <w:t>ce fut la lumière de ce matin-là</w:t>
      </w:r>
      <w:r w:rsidR="00E4444A" w:rsidRPr="0099306C">
        <w:t xml:space="preserve">, </w:t>
      </w:r>
      <w:r w:rsidRPr="002B3119">
        <w:t>cette clarté d</w:t>
      </w:r>
      <w:r w:rsidR="00E4444A" w:rsidRPr="0099306C">
        <w:t>’</w:t>
      </w:r>
      <w:r w:rsidRPr="002B3119">
        <w:t>un beau matin de fin novembre</w:t>
      </w:r>
      <w:r w:rsidR="00E4444A" w:rsidRPr="0099306C">
        <w:t xml:space="preserve">, </w:t>
      </w:r>
      <w:r w:rsidRPr="002B3119">
        <w:t>cette clarté sans soleil</w:t>
      </w:r>
      <w:r w:rsidR="00E4444A" w:rsidRPr="0099306C">
        <w:t xml:space="preserve">, </w:t>
      </w:r>
      <w:r w:rsidRPr="002B3119">
        <w:t>fluide</w:t>
      </w:r>
      <w:r w:rsidR="00E4444A" w:rsidRPr="0099306C">
        <w:t xml:space="preserve">, </w:t>
      </w:r>
      <w:r w:rsidRPr="002B3119">
        <w:t>blanche</w:t>
      </w:r>
      <w:r w:rsidR="00E4444A" w:rsidRPr="0099306C">
        <w:t xml:space="preserve">, </w:t>
      </w:r>
      <w:r w:rsidRPr="002B3119">
        <w:t>hivernale</w:t>
      </w:r>
      <w:r w:rsidR="00E4444A" w:rsidRPr="0099306C">
        <w:t xml:space="preserve">, </w:t>
      </w:r>
      <w:r w:rsidRPr="002B3119">
        <w:t>presque céleste</w:t>
      </w:r>
      <w:r w:rsidR="00E4444A" w:rsidRPr="0099306C">
        <w:t xml:space="preserve">, </w:t>
      </w:r>
      <w:r w:rsidRPr="002B3119">
        <w:t>qui</w:t>
      </w:r>
      <w:r w:rsidR="00E4444A" w:rsidRPr="0099306C">
        <w:t xml:space="preserve">, </w:t>
      </w:r>
      <w:r w:rsidRPr="002B3119">
        <w:t>filtrant à travers les rideaux de vitrage</w:t>
      </w:r>
      <w:r w:rsidR="00E4444A" w:rsidRPr="0099306C">
        <w:t xml:space="preserve">, </w:t>
      </w:r>
      <w:r w:rsidRPr="002B3119">
        <w:t>enveloppait le sommeil calme de maman</w:t>
      </w:r>
      <w:r w:rsidR="00E4444A" w:rsidRPr="0099306C">
        <w:t>.</w:t>
      </w:r>
    </w:p>
    <w:p w14:paraId="6B26D725" w14:textId="77777777" w:rsidR="00E4444A" w:rsidRPr="0099306C" w:rsidRDefault="002B3119" w:rsidP="002B3119">
      <w:r w:rsidRPr="002B3119">
        <w:t>Et seul dans mon cabinet de travail</w:t>
      </w:r>
      <w:r w:rsidR="00E4444A" w:rsidRPr="0099306C">
        <w:t xml:space="preserve">, – </w:t>
      </w:r>
      <w:r w:rsidRPr="002B3119">
        <w:t>puisque a</w:t>
      </w:r>
      <w:r w:rsidRPr="002B3119">
        <w:t>u</w:t>
      </w:r>
      <w:r w:rsidRPr="002B3119">
        <w:t>jourd</w:t>
      </w:r>
      <w:r w:rsidR="00E4444A" w:rsidRPr="0099306C">
        <w:t>’</w:t>
      </w:r>
      <w:r w:rsidRPr="002B3119">
        <w:t>hui ma femme</w:t>
      </w:r>
      <w:r w:rsidR="00E4444A" w:rsidRPr="0099306C">
        <w:t xml:space="preserve">, </w:t>
      </w:r>
      <w:r w:rsidRPr="002B3119">
        <w:t>un peu souffrante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est attardée au lit</w:t>
      </w:r>
      <w:r w:rsidR="00E4444A" w:rsidRPr="0099306C">
        <w:t xml:space="preserve">, </w:t>
      </w:r>
      <w:r w:rsidRPr="002B3119">
        <w:t>attendant la visite du médecin</w:t>
      </w:r>
      <w:r w:rsidR="00E4444A" w:rsidRPr="0099306C">
        <w:t xml:space="preserve">, – </w:t>
      </w:r>
      <w:r w:rsidRPr="002B3119">
        <w:t>je ressuscite la douce v</w:t>
      </w:r>
      <w:r w:rsidRPr="002B3119">
        <w:t>i</w:t>
      </w:r>
      <w:r w:rsidRPr="002B3119">
        <w:t>sion</w:t>
      </w:r>
      <w:r w:rsidR="00E4444A" w:rsidRPr="0099306C">
        <w:t xml:space="preserve">. </w:t>
      </w:r>
      <w:r w:rsidRPr="002B3119">
        <w:t>Revit-elle en ce moment</w:t>
      </w:r>
      <w:r w:rsidR="00E4444A" w:rsidRPr="0099306C">
        <w:t xml:space="preserve">, </w:t>
      </w:r>
      <w:r w:rsidRPr="002B3119">
        <w:t>cette mère que je n</w:t>
      </w:r>
      <w:r w:rsidR="00E4444A" w:rsidRPr="0099306C">
        <w:t>’</w:t>
      </w:r>
      <w:r w:rsidRPr="002B3119">
        <w:t>ai pas connue</w:t>
      </w:r>
      <w:r w:rsidR="00E4444A" w:rsidRPr="0099306C">
        <w:t xml:space="preserve">, </w:t>
      </w:r>
      <w:r w:rsidRPr="002B3119">
        <w:t>dans ce paradis auquel elle croyait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des bords de quelque lointaine étoile</w:t>
      </w:r>
      <w:r w:rsidR="00E4444A" w:rsidRPr="0099306C">
        <w:t xml:space="preserve">, </w:t>
      </w:r>
      <w:r w:rsidRPr="002B3119">
        <w:t>a-t-elle su</w:t>
      </w:r>
      <w:r w:rsidR="00E4444A" w:rsidRPr="0099306C">
        <w:t xml:space="preserve">, </w:t>
      </w:r>
      <w:r w:rsidRPr="002B3119">
        <w:t>a-t-elle approuvé</w:t>
      </w:r>
      <w:r w:rsidR="00E4444A" w:rsidRPr="0099306C">
        <w:t xml:space="preserve">, </w:t>
      </w:r>
      <w:r w:rsidRPr="002B3119">
        <w:t>a-t-elle béni le mariage de son enfant</w:t>
      </w:r>
      <w:r w:rsidR="00E4444A" w:rsidRPr="0099306C">
        <w:t> ?</w:t>
      </w:r>
    </w:p>
    <w:p w14:paraId="4C188E4B" w14:textId="77777777" w:rsidR="002B3119" w:rsidRPr="002B3119" w:rsidRDefault="002B3119" w:rsidP="002B3119"/>
    <w:p w14:paraId="6517A3CB" w14:textId="77777777" w:rsidR="00E4444A" w:rsidRPr="0099306C" w:rsidRDefault="002B3119" w:rsidP="002B3119">
      <w:r w:rsidRPr="002B3119">
        <w:t>Un coup frappé à la porte me tire de mes songeries</w:t>
      </w:r>
      <w:r w:rsidR="00E4444A" w:rsidRPr="0099306C">
        <w:t xml:space="preserve">. </w:t>
      </w:r>
      <w:r w:rsidRPr="002B3119">
        <w:t>On m</w:t>
      </w:r>
      <w:r w:rsidR="00E4444A" w:rsidRPr="0099306C">
        <w:t>’</w:t>
      </w:r>
      <w:r w:rsidRPr="002B3119">
        <w:t>annonce l</w:t>
      </w:r>
      <w:r w:rsidR="00E4444A" w:rsidRPr="0099306C">
        <w:t>’</w:t>
      </w:r>
      <w:r w:rsidRPr="002B3119">
        <w:t>arrivée du docteur</w:t>
      </w:r>
      <w:r w:rsidR="00E4444A" w:rsidRPr="0099306C">
        <w:t>.</w:t>
      </w:r>
    </w:p>
    <w:p w14:paraId="56F386B3" w14:textId="77777777" w:rsidR="00E4444A" w:rsidRPr="0099306C" w:rsidRDefault="002B3119" w:rsidP="002B3119">
      <w:r w:rsidRPr="002B3119">
        <w:lastRenderedPageBreak/>
        <w:t>Je l</w:t>
      </w:r>
      <w:r w:rsidR="00E4444A" w:rsidRPr="0099306C">
        <w:t>’</w:t>
      </w:r>
      <w:r w:rsidRPr="002B3119">
        <w:t>attends avec impatience</w:t>
      </w:r>
      <w:r w:rsidR="00E4444A" w:rsidRPr="0099306C">
        <w:t xml:space="preserve">, </w:t>
      </w:r>
      <w:r w:rsidRPr="002B3119">
        <w:t>moi aussi</w:t>
      </w:r>
      <w:r w:rsidR="00E4444A" w:rsidRPr="0099306C">
        <w:t xml:space="preserve">, </w:t>
      </w:r>
      <w:r w:rsidRPr="002B3119">
        <w:t>curieux de s</w:t>
      </w:r>
      <w:r w:rsidRPr="002B3119">
        <w:t>a</w:t>
      </w:r>
      <w:r w:rsidRPr="002B3119">
        <w:t>voir s</w:t>
      </w:r>
      <w:r w:rsidR="00E4444A" w:rsidRPr="0099306C">
        <w:t>’</w:t>
      </w:r>
      <w:r w:rsidRPr="002B3119">
        <w:t>il va confirmer ce qui n</w:t>
      </w:r>
      <w:r w:rsidR="00E4444A" w:rsidRPr="0099306C">
        <w:t>’</w:t>
      </w:r>
      <w:r w:rsidRPr="002B3119">
        <w:t>est encore qu</w:t>
      </w:r>
      <w:r w:rsidR="00E4444A" w:rsidRPr="0099306C">
        <w:t>’</w:t>
      </w:r>
      <w:r w:rsidRPr="002B3119">
        <w:t>un simple pre</w:t>
      </w:r>
      <w:r w:rsidRPr="002B3119">
        <w:t>s</w:t>
      </w:r>
      <w:r w:rsidRPr="002B3119">
        <w:t>sentiment</w:t>
      </w:r>
      <w:r w:rsidR="00E4444A" w:rsidRPr="0099306C">
        <w:t xml:space="preserve">. </w:t>
      </w:r>
      <w:r w:rsidRPr="002B3119">
        <w:t>Et nous montons ensemble retrouver la patiente</w:t>
      </w:r>
      <w:r w:rsidR="00E4444A" w:rsidRPr="0099306C">
        <w:t>.</w:t>
      </w:r>
    </w:p>
    <w:p w14:paraId="578366B4" w14:textId="77777777" w:rsidR="00E4444A" w:rsidRPr="0099306C" w:rsidRDefault="00333A9B" w:rsidP="002B3119">
      <w:r w:rsidRPr="0099306C">
        <w:t>À</w:t>
      </w:r>
      <w:r w:rsidR="002B3119" w:rsidRPr="002B3119">
        <w:t xml:space="preserve"> peine avons-nous ouvert la porte qu</w:t>
      </w:r>
      <w:r w:rsidR="00E4444A" w:rsidRPr="0099306C">
        <w:t>’</w:t>
      </w:r>
      <w:r w:rsidR="002B3119" w:rsidRPr="002B3119">
        <w:t>une sensation de bien-être nous accueille</w:t>
      </w:r>
      <w:r w:rsidR="00E4444A" w:rsidRPr="0099306C">
        <w:t xml:space="preserve">. </w:t>
      </w:r>
      <w:r w:rsidR="002B3119" w:rsidRPr="002B3119">
        <w:t>Le feu de bois éclaire joyeusement la cheminée</w:t>
      </w:r>
      <w:r w:rsidR="00E4444A" w:rsidRPr="0099306C">
        <w:t xml:space="preserve">. </w:t>
      </w:r>
      <w:r w:rsidR="002B3119" w:rsidRPr="002B3119">
        <w:t>La chambre est en ordre et le lit bien bordé</w:t>
      </w:r>
      <w:r w:rsidR="00E4444A" w:rsidRPr="0099306C">
        <w:t xml:space="preserve">. </w:t>
      </w:r>
      <w:r w:rsidR="002B3119" w:rsidRPr="002B3119">
        <w:t>La malade</w:t>
      </w:r>
      <w:r w:rsidR="00E4444A" w:rsidRPr="0099306C">
        <w:t xml:space="preserve">, </w:t>
      </w:r>
      <w:r w:rsidR="002B3119" w:rsidRPr="002B3119">
        <w:t>coquettement parée et coiffée pour la visite du m</w:t>
      </w:r>
      <w:r w:rsidR="002B3119" w:rsidRPr="002B3119">
        <w:t>é</w:t>
      </w:r>
      <w:r w:rsidR="002B3119" w:rsidRPr="002B3119">
        <w:t>decin</w:t>
      </w:r>
      <w:r w:rsidR="00E4444A" w:rsidRPr="0099306C">
        <w:t xml:space="preserve">, </w:t>
      </w:r>
      <w:r w:rsidR="002B3119" w:rsidRPr="002B3119">
        <w:t>n</w:t>
      </w:r>
      <w:r w:rsidR="00E4444A" w:rsidRPr="0099306C">
        <w:t>’</w:t>
      </w:r>
      <w:r w:rsidR="002B3119" w:rsidRPr="002B3119">
        <w:t>a pas</w:t>
      </w:r>
      <w:r w:rsidR="00E4444A" w:rsidRPr="0099306C">
        <w:t xml:space="preserve">, </w:t>
      </w:r>
      <w:r w:rsidR="002B3119" w:rsidRPr="002B3119">
        <w:t>mon Dieu</w:t>
      </w:r>
      <w:r w:rsidR="00E4444A" w:rsidRPr="0099306C">
        <w:t xml:space="preserve"> ! </w:t>
      </w:r>
      <w:r w:rsidR="002B3119" w:rsidRPr="002B3119">
        <w:t>trop mauvaise mine</w:t>
      </w:r>
      <w:r w:rsidR="00E4444A" w:rsidRPr="0099306C">
        <w:t xml:space="preserve">. </w:t>
      </w:r>
      <w:r w:rsidR="002B3119" w:rsidRPr="002B3119">
        <w:t>Sa glace à main et sa boîte à poudre sont encore sur le lit</w:t>
      </w:r>
      <w:r w:rsidR="00E4444A" w:rsidRPr="0099306C">
        <w:t xml:space="preserve">, </w:t>
      </w:r>
      <w:r w:rsidR="002B3119" w:rsidRPr="002B3119">
        <w:t>à sa portée</w:t>
      </w:r>
      <w:r w:rsidR="00E4444A" w:rsidRPr="0099306C">
        <w:t xml:space="preserve">. </w:t>
      </w:r>
      <w:r w:rsidR="002B3119" w:rsidRPr="002B3119">
        <w:t>Des rubans courent dans les entre-deux de sa chemise de nuit</w:t>
      </w:r>
      <w:r w:rsidR="00E4444A" w:rsidRPr="0099306C">
        <w:t xml:space="preserve">. </w:t>
      </w:r>
      <w:r w:rsidR="002B3119" w:rsidRPr="002B3119">
        <w:t>Je suis un peu fier</w:t>
      </w:r>
      <w:r w:rsidR="00E4444A" w:rsidRPr="0099306C">
        <w:t xml:space="preserve">, </w:t>
      </w:r>
      <w:r w:rsidR="002B3119" w:rsidRPr="002B3119">
        <w:t>au fond</w:t>
      </w:r>
      <w:r w:rsidR="00E4444A" w:rsidRPr="0099306C">
        <w:t xml:space="preserve">, </w:t>
      </w:r>
      <w:r w:rsidR="002B3119" w:rsidRPr="002B3119">
        <w:t>de laisser voir un intérieur aussi avenant</w:t>
      </w:r>
      <w:r w:rsidR="00E4444A" w:rsidRPr="0099306C">
        <w:t xml:space="preserve">, </w:t>
      </w:r>
      <w:r w:rsidR="002B3119" w:rsidRPr="002B3119">
        <w:t>une alitée aussi jolie</w:t>
      </w:r>
      <w:r w:rsidR="00E4444A" w:rsidRPr="0099306C">
        <w:t xml:space="preserve">. </w:t>
      </w:r>
      <w:r w:rsidR="002B3119" w:rsidRPr="002B3119">
        <w:t>Le docteur tend la main</w:t>
      </w:r>
      <w:r w:rsidR="00E4444A" w:rsidRPr="0099306C">
        <w:t xml:space="preserve">, </w:t>
      </w:r>
      <w:r w:rsidR="002B3119" w:rsidRPr="002B3119">
        <w:t>Jeanne répond aux questions</w:t>
      </w:r>
      <w:r w:rsidR="00E4444A" w:rsidRPr="0099306C">
        <w:t xml:space="preserve">, </w:t>
      </w:r>
      <w:r w:rsidR="002B3119" w:rsidRPr="002B3119">
        <w:t>s</w:t>
      </w:r>
      <w:r w:rsidR="00E4444A" w:rsidRPr="0099306C">
        <w:t>’</w:t>
      </w:r>
      <w:r w:rsidR="002B3119" w:rsidRPr="002B3119">
        <w:t>assoit pour se laisser auscu</w:t>
      </w:r>
      <w:r w:rsidR="002B3119" w:rsidRPr="002B3119">
        <w:t>l</w:t>
      </w:r>
      <w:r w:rsidR="002B3119" w:rsidRPr="002B3119">
        <w:t>ter</w:t>
      </w:r>
      <w:r w:rsidR="00E4444A" w:rsidRPr="0099306C">
        <w:t xml:space="preserve">. </w:t>
      </w:r>
      <w:r w:rsidR="002B3119" w:rsidRPr="002B3119">
        <w:t>J</w:t>
      </w:r>
      <w:r w:rsidR="00E4444A" w:rsidRPr="0099306C">
        <w:t>’</w:t>
      </w:r>
      <w:r w:rsidR="002B3119" w:rsidRPr="002B3119">
        <w:t>attends</w:t>
      </w:r>
      <w:r w:rsidR="00E4444A" w:rsidRPr="0099306C">
        <w:t xml:space="preserve">, </w:t>
      </w:r>
      <w:r w:rsidR="002B3119" w:rsidRPr="002B3119">
        <w:t>muet</w:t>
      </w:r>
      <w:r w:rsidR="00E4444A" w:rsidRPr="0099306C">
        <w:t xml:space="preserve">, </w:t>
      </w:r>
      <w:r w:rsidR="002B3119" w:rsidRPr="002B3119">
        <w:t>le verdict</w:t>
      </w:r>
      <w:r w:rsidR="00E4444A" w:rsidRPr="0099306C">
        <w:t>.</w:t>
      </w:r>
    </w:p>
    <w:p w14:paraId="6707F3E2" w14:textId="77777777" w:rsidR="00E4444A" w:rsidRPr="0099306C" w:rsidRDefault="002B3119" w:rsidP="002B3119">
      <w:r w:rsidRPr="002B3119">
        <w:t>Décidément</w:t>
      </w:r>
      <w:r w:rsidR="00E4444A" w:rsidRPr="0099306C">
        <w:t xml:space="preserve">, </w:t>
      </w:r>
      <w:r w:rsidRPr="002B3119">
        <w:t>la maladie n</w:t>
      </w:r>
      <w:r w:rsidR="00E4444A" w:rsidRPr="0099306C">
        <w:t>’</w:t>
      </w:r>
      <w:r w:rsidRPr="002B3119">
        <w:t>est pas bien grave</w:t>
      </w:r>
      <w:r w:rsidR="00E4444A" w:rsidRPr="0099306C">
        <w:t xml:space="preserve">. </w:t>
      </w:r>
      <w:r w:rsidRPr="002B3119">
        <w:t>Le docteur interroge</w:t>
      </w:r>
      <w:r w:rsidR="00E4444A" w:rsidRPr="0099306C">
        <w:t xml:space="preserve">, </w:t>
      </w:r>
      <w:r w:rsidRPr="002B3119">
        <w:t>examine et sourit</w:t>
      </w:r>
      <w:r w:rsidR="00E4444A" w:rsidRPr="0099306C">
        <w:t xml:space="preserve">. </w:t>
      </w:r>
      <w:r w:rsidRPr="002B3119">
        <w:t>La grande nouvelle</w:t>
      </w:r>
      <w:r w:rsidR="00E4444A" w:rsidRPr="0099306C">
        <w:t xml:space="preserve">, </w:t>
      </w:r>
      <w:r w:rsidRPr="002B3119">
        <w:t>vaguement pressentie</w:t>
      </w:r>
      <w:r w:rsidR="00E4444A" w:rsidRPr="0099306C">
        <w:t xml:space="preserve">, </w:t>
      </w:r>
      <w:r w:rsidRPr="002B3119">
        <w:t>se confirme</w:t>
      </w:r>
      <w:r w:rsidR="00E4444A" w:rsidRPr="0099306C">
        <w:t xml:space="preserve">. </w:t>
      </w:r>
      <w:r w:rsidRPr="002B3119">
        <w:t>Pour Noël</w:t>
      </w:r>
      <w:r w:rsidR="00E4444A" w:rsidRPr="0099306C">
        <w:t xml:space="preserve">, </w:t>
      </w:r>
      <w:r w:rsidRPr="002B3119">
        <w:t>nous achèterons des dr</w:t>
      </w:r>
      <w:r w:rsidRPr="002B3119">
        <w:t>a</w:t>
      </w:r>
      <w:r w:rsidRPr="002B3119">
        <w:t>gées</w:t>
      </w:r>
      <w:r w:rsidR="00E4444A" w:rsidRPr="0099306C">
        <w:t>.</w:t>
      </w:r>
    </w:p>
    <w:p w14:paraId="372425E7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avais toujours supposé qu</w:t>
      </w:r>
      <w:r w:rsidR="00E4444A" w:rsidRPr="0099306C">
        <w:t>’</w:t>
      </w:r>
      <w:r w:rsidRPr="002B3119">
        <w:t>un honnête homme</w:t>
      </w:r>
      <w:r w:rsidR="00E4444A" w:rsidRPr="0099306C">
        <w:t xml:space="preserve">, </w:t>
      </w:r>
      <w:r w:rsidRPr="002B3119">
        <w:t>à qui l</w:t>
      </w:r>
      <w:r w:rsidR="00E4444A" w:rsidRPr="0099306C">
        <w:t>’</w:t>
      </w:r>
      <w:r w:rsidRPr="002B3119">
        <w:t>on fait l</w:t>
      </w:r>
      <w:r w:rsidR="00E4444A" w:rsidRPr="0099306C">
        <w:t>’</w:t>
      </w:r>
      <w:r w:rsidRPr="002B3119">
        <w:t>annonce de sa prochaine paternité</w:t>
      </w:r>
      <w:r w:rsidR="00E4444A" w:rsidRPr="0099306C">
        <w:t xml:space="preserve">, </w:t>
      </w:r>
      <w:r w:rsidRPr="002B3119">
        <w:t>devait être transporté d</w:t>
      </w:r>
      <w:r w:rsidR="00E4444A" w:rsidRPr="0099306C">
        <w:t>’</w:t>
      </w:r>
      <w:r w:rsidRPr="002B3119">
        <w:t>allégresse</w:t>
      </w:r>
      <w:r w:rsidR="00E4444A" w:rsidRPr="0099306C">
        <w:t xml:space="preserve">. </w:t>
      </w:r>
      <w:r w:rsidRPr="002B3119">
        <w:t>Pourtant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avoue au risque d</w:t>
      </w:r>
      <w:r w:rsidR="00E4444A" w:rsidRPr="0099306C">
        <w:t>’</w:t>
      </w:r>
      <w:r w:rsidRPr="002B3119">
        <w:t>encourir tous les mépris</w:t>
      </w:r>
      <w:r w:rsidR="00E4444A" w:rsidRPr="0099306C">
        <w:t xml:space="preserve">, </w:t>
      </w:r>
      <w:r w:rsidRPr="002B3119">
        <w:t>je ne ressentis pas alors cette plénitude</w:t>
      </w:r>
      <w:r w:rsidR="00E4444A" w:rsidRPr="0099306C">
        <w:t xml:space="preserve">. </w:t>
      </w:r>
      <w:r w:rsidRPr="002B3119">
        <w:t>Les enfants</w:t>
      </w:r>
      <w:r w:rsidR="00E4444A" w:rsidRPr="0099306C">
        <w:t xml:space="preserve">, </w:t>
      </w:r>
      <w:r w:rsidRPr="002B3119">
        <w:t>certes</w:t>
      </w:r>
      <w:r w:rsidR="00E4444A" w:rsidRPr="0099306C">
        <w:t xml:space="preserve">, </w:t>
      </w:r>
      <w:r w:rsidRPr="002B3119">
        <w:t>je les avais toujours aimés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espérais bien en avoir plus tard</w:t>
      </w:r>
      <w:r w:rsidR="00E4444A" w:rsidRPr="0099306C">
        <w:t xml:space="preserve">, – </w:t>
      </w:r>
      <w:r w:rsidRPr="002B3119">
        <w:t>mais plus tard seulement</w:t>
      </w:r>
      <w:r w:rsidR="00E4444A" w:rsidRPr="0099306C">
        <w:t xml:space="preserve">, – </w:t>
      </w:r>
      <w:r w:rsidRPr="002B3119">
        <w:t>après une longue période de vie à deux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extase des pr</w:t>
      </w:r>
      <w:r w:rsidRPr="002B3119">
        <w:t>e</w:t>
      </w:r>
      <w:r w:rsidRPr="002B3119">
        <w:t>miers réveils</w:t>
      </w:r>
      <w:r w:rsidR="00E4444A" w:rsidRPr="0099306C">
        <w:t xml:space="preserve">, </w:t>
      </w:r>
      <w:r w:rsidRPr="002B3119">
        <w:t>la griserie des premiers printemps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enchantement des radieux étés où l</w:t>
      </w:r>
      <w:r w:rsidR="00E4444A" w:rsidRPr="0099306C">
        <w:t>’</w:t>
      </w:r>
      <w:r w:rsidRPr="002B3119">
        <w:t>on rêve ensemble</w:t>
      </w:r>
      <w:r w:rsidR="00E4444A" w:rsidRPr="0099306C">
        <w:t xml:space="preserve">, </w:t>
      </w:r>
      <w:r w:rsidRPr="002B3119">
        <w:t>d</w:t>
      </w:r>
      <w:r w:rsidRPr="002B3119">
        <w:t>u</w:t>
      </w:r>
      <w:r w:rsidRPr="002B3119">
        <w:t>rant des heures</w:t>
      </w:r>
      <w:r w:rsidR="00E4444A" w:rsidRPr="0099306C">
        <w:t xml:space="preserve">, </w:t>
      </w:r>
      <w:r w:rsidRPr="002B3119">
        <w:t>devant la mer</w:t>
      </w:r>
      <w:r w:rsidR="00E4444A" w:rsidRPr="0099306C">
        <w:t xml:space="preserve">, </w:t>
      </w:r>
      <w:r w:rsidRPr="002B3119">
        <w:t>la douceur des retours d</w:t>
      </w:r>
      <w:r w:rsidR="00E4444A" w:rsidRPr="0099306C">
        <w:t>’</w:t>
      </w:r>
      <w:r w:rsidRPr="002B3119">
        <w:t>hiver</w:t>
      </w:r>
      <w:r w:rsidR="00E4444A" w:rsidRPr="0099306C">
        <w:t xml:space="preserve">, </w:t>
      </w:r>
      <w:r w:rsidRPr="002B3119">
        <w:t>quand le coin du feu resserre l</w:t>
      </w:r>
      <w:r w:rsidR="00E4444A" w:rsidRPr="0099306C">
        <w:t>’</w:t>
      </w:r>
      <w:r w:rsidRPr="002B3119">
        <w:t>intimité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so</w:t>
      </w:r>
      <w:r w:rsidRPr="002B3119">
        <w:t>u</w:t>
      </w:r>
      <w:r w:rsidRPr="002B3119">
        <w:t>haité de savourer toutes ces joies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une après l</w:t>
      </w:r>
      <w:r w:rsidR="00E4444A" w:rsidRPr="0099306C">
        <w:t>’</w:t>
      </w:r>
      <w:r w:rsidRPr="002B3119">
        <w:t>autre</w:t>
      </w:r>
      <w:r w:rsidR="00E4444A" w:rsidRPr="0099306C">
        <w:t xml:space="preserve">, </w:t>
      </w:r>
      <w:r w:rsidRPr="002B3119">
        <w:t>sans jamais brûler une étape</w:t>
      </w:r>
      <w:r w:rsidR="00E4444A" w:rsidRPr="0099306C">
        <w:t xml:space="preserve">. </w:t>
      </w:r>
      <w:r w:rsidRPr="002B3119">
        <w:t>Adieu</w:t>
      </w:r>
      <w:r w:rsidR="00E4444A" w:rsidRPr="0099306C">
        <w:t xml:space="preserve">, </w:t>
      </w:r>
      <w:r w:rsidRPr="002B3119">
        <w:t>les beaux voyages projetés</w:t>
      </w:r>
      <w:r w:rsidR="00E4444A" w:rsidRPr="0099306C">
        <w:t xml:space="preserve"> ! </w:t>
      </w:r>
      <w:r w:rsidRPr="002B3119">
        <w:t>Cet enfant trop précoce</w:t>
      </w:r>
      <w:r w:rsidR="00E4444A" w:rsidRPr="0099306C">
        <w:t xml:space="preserve">, </w:t>
      </w:r>
      <w:r w:rsidRPr="002B3119">
        <w:t xml:space="preserve">qui si tôt </w:t>
      </w:r>
      <w:r w:rsidRPr="002B3119">
        <w:lastRenderedPageBreak/>
        <w:t>changeait en vie à trois notre vie à deux</w:t>
      </w:r>
      <w:r w:rsidR="00E4444A" w:rsidRPr="0099306C">
        <w:t xml:space="preserve">, </w:t>
      </w:r>
      <w:r w:rsidRPr="002B3119">
        <w:t>dérangeait un peu nos beaux projets</w:t>
      </w:r>
      <w:r w:rsidR="00E4444A" w:rsidRPr="0099306C">
        <w:t>.</w:t>
      </w:r>
    </w:p>
    <w:p w14:paraId="00CEF1FA" w14:textId="77777777" w:rsidR="00E4444A" w:rsidRPr="0099306C" w:rsidRDefault="002B3119" w:rsidP="002B3119">
      <w:r w:rsidRPr="002B3119">
        <w:t>Et le docteur ne trouva peut-être point tout l</w:t>
      </w:r>
      <w:r w:rsidR="00E4444A" w:rsidRPr="0099306C">
        <w:t>’</w:t>
      </w:r>
      <w:r w:rsidRPr="002B3119">
        <w:t>enthousiasme qui doit être de mise en pareil cas</w:t>
      </w:r>
      <w:r w:rsidR="00E4444A" w:rsidRPr="0099306C">
        <w:t>.</w:t>
      </w:r>
    </w:p>
    <w:p w14:paraId="1E25BC3E" w14:textId="77777777" w:rsidR="00E4444A" w:rsidRPr="0099306C" w:rsidRDefault="002B3119" w:rsidP="002B3119">
      <w:r w:rsidRPr="002B3119">
        <w:t>Il conseille quelques précautions</w:t>
      </w:r>
      <w:r w:rsidR="00E4444A" w:rsidRPr="0099306C">
        <w:t xml:space="preserve">, </w:t>
      </w:r>
      <w:r w:rsidRPr="002B3119">
        <w:t>recommande sag</w:t>
      </w:r>
      <w:r w:rsidRPr="002B3119">
        <w:t>e</w:t>
      </w:r>
      <w:r w:rsidRPr="002B3119">
        <w:t>ment d</w:t>
      </w:r>
      <w:r w:rsidR="00E4444A" w:rsidRPr="0099306C">
        <w:t>’</w:t>
      </w:r>
      <w:r w:rsidRPr="002B3119">
        <w:t>attendre avec confiance l</w:t>
      </w:r>
      <w:r w:rsidR="00E4444A" w:rsidRPr="0099306C">
        <w:t>’</w:t>
      </w:r>
      <w:r w:rsidRPr="002B3119">
        <w:t>événement le plus naturel du monde</w:t>
      </w:r>
      <w:r w:rsidR="00E4444A" w:rsidRPr="0099306C">
        <w:t xml:space="preserve">, </w:t>
      </w:r>
      <w:r w:rsidRPr="002B3119">
        <w:t>et disparaît en promettant qu</w:t>
      </w:r>
      <w:r w:rsidR="00E4444A" w:rsidRPr="0099306C">
        <w:t>’</w:t>
      </w:r>
      <w:r w:rsidRPr="002B3119">
        <w:t>il reviendra</w:t>
      </w:r>
      <w:r w:rsidR="00E4444A" w:rsidRPr="0099306C">
        <w:t>.</w:t>
      </w:r>
    </w:p>
    <w:p w14:paraId="28B367C0" w14:textId="77777777" w:rsidR="00E4444A" w:rsidRPr="0099306C" w:rsidRDefault="002B3119" w:rsidP="002B3119">
      <w:r w:rsidRPr="002B3119">
        <w:t>Alors nous restons seuls</w:t>
      </w:r>
      <w:r w:rsidR="00E4444A" w:rsidRPr="0099306C">
        <w:t xml:space="preserve">, </w:t>
      </w:r>
      <w:r w:rsidRPr="002B3119">
        <w:t>la future maman et moi</w:t>
      </w:r>
      <w:r w:rsidR="00E4444A" w:rsidRPr="0099306C">
        <w:t xml:space="preserve">, </w:t>
      </w:r>
      <w:r w:rsidRPr="002B3119">
        <w:t>un peu émus</w:t>
      </w:r>
      <w:r w:rsidR="00E4444A" w:rsidRPr="0099306C">
        <w:t xml:space="preserve">, </w:t>
      </w:r>
      <w:r w:rsidRPr="002B3119">
        <w:t>très légèrement déçus aussi</w:t>
      </w:r>
      <w:r w:rsidR="00E4444A" w:rsidRPr="0099306C">
        <w:t xml:space="preserve">, </w:t>
      </w:r>
      <w:r w:rsidRPr="002B3119">
        <w:t>mais n</w:t>
      </w:r>
      <w:r w:rsidR="00E4444A" w:rsidRPr="0099306C">
        <w:t>’</w:t>
      </w:r>
      <w:r w:rsidRPr="002B3119">
        <w:t>osant tout de même pas l</w:t>
      </w:r>
      <w:r w:rsidR="00E4444A" w:rsidRPr="0099306C">
        <w:t>’</w:t>
      </w:r>
      <w:r w:rsidRPr="002B3119">
        <w:t>avouer</w:t>
      </w:r>
      <w:r w:rsidR="00E4444A" w:rsidRPr="0099306C">
        <w:t xml:space="preserve">. </w:t>
      </w:r>
      <w:r w:rsidRPr="002B3119">
        <w:t>Elle sera courte</w:t>
      </w:r>
      <w:r w:rsidR="00E4444A" w:rsidRPr="0099306C">
        <w:t xml:space="preserve">, </w:t>
      </w:r>
      <w:r w:rsidRPr="002B3119">
        <w:t>la lune de miel</w:t>
      </w:r>
      <w:r w:rsidR="00E4444A" w:rsidRPr="0099306C">
        <w:t xml:space="preserve">. </w:t>
      </w:r>
      <w:r w:rsidRPr="002B3119">
        <w:t>Déjà les devoirs de la vie</w:t>
      </w:r>
      <w:r w:rsidR="00E4444A" w:rsidRPr="0099306C">
        <w:t xml:space="preserve"> ! </w:t>
      </w:r>
      <w:r w:rsidRPr="002B3119">
        <w:t>Peut-être</w:t>
      </w:r>
      <w:r w:rsidR="00E4444A" w:rsidRPr="0099306C">
        <w:t xml:space="preserve">, </w:t>
      </w:r>
      <w:r w:rsidRPr="002B3119">
        <w:t>au fond</w:t>
      </w:r>
      <w:r w:rsidR="00E4444A" w:rsidRPr="0099306C">
        <w:t xml:space="preserve">, </w:t>
      </w:r>
      <w:r w:rsidRPr="002B3119">
        <w:t>si le médecin avait pa</w:t>
      </w:r>
      <w:r w:rsidRPr="002B3119">
        <w:t>r</w:t>
      </w:r>
      <w:r w:rsidRPr="002B3119">
        <w:t>lé d</w:t>
      </w:r>
      <w:r w:rsidR="00E4444A" w:rsidRPr="0099306C">
        <w:t>’</w:t>
      </w:r>
      <w:r w:rsidRPr="002B3119">
        <w:t>une légère grippe</w:t>
      </w:r>
      <w:r w:rsidR="00E4444A" w:rsidRPr="0099306C">
        <w:t xml:space="preserve">, </w:t>
      </w:r>
      <w:r w:rsidRPr="002B3119">
        <w:t>eussions-nous mieux accepté son di</w:t>
      </w:r>
      <w:r w:rsidRPr="002B3119">
        <w:t>a</w:t>
      </w:r>
      <w:r w:rsidRPr="002B3119">
        <w:t>gnostic</w:t>
      </w:r>
      <w:r w:rsidR="00E4444A" w:rsidRPr="0099306C">
        <w:t xml:space="preserve">. </w:t>
      </w:r>
      <w:r w:rsidRPr="002B3119">
        <w:t>Mais nous nous gardons bien de le dire</w:t>
      </w:r>
      <w:r w:rsidR="00E4444A" w:rsidRPr="0099306C">
        <w:t xml:space="preserve">, </w:t>
      </w:r>
      <w:r w:rsidRPr="002B3119">
        <w:t>et nos pe</w:t>
      </w:r>
      <w:r w:rsidRPr="002B3119">
        <w:t>n</w:t>
      </w:r>
      <w:r w:rsidRPr="002B3119">
        <w:t>sées doivent prendre un autre cours</w:t>
      </w:r>
      <w:r w:rsidR="00E4444A" w:rsidRPr="0099306C">
        <w:t xml:space="preserve">, </w:t>
      </w:r>
      <w:r w:rsidRPr="002B3119">
        <w:t>car Jeanne sort son bras de la couverture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assieds près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et nous re</w:t>
      </w:r>
      <w:r w:rsidRPr="002B3119">
        <w:t>s</w:t>
      </w:r>
      <w:r w:rsidRPr="002B3119">
        <w:t>tons longtemps</w:t>
      </w:r>
      <w:r w:rsidR="00E4444A" w:rsidRPr="0099306C">
        <w:t xml:space="preserve">, </w:t>
      </w:r>
      <w:r w:rsidRPr="002B3119">
        <w:t>nous tenant par la main</w:t>
      </w:r>
      <w:r w:rsidR="00E4444A" w:rsidRPr="0099306C">
        <w:t xml:space="preserve">, </w:t>
      </w:r>
      <w:r w:rsidRPr="002B3119">
        <w:t>perdus dans nos pensées d</w:t>
      </w:r>
      <w:r w:rsidR="00E4444A" w:rsidRPr="0099306C">
        <w:t>’</w:t>
      </w:r>
      <w:r w:rsidRPr="002B3119">
        <w:t>avenir</w:t>
      </w:r>
      <w:r w:rsidR="00E4444A" w:rsidRPr="0099306C">
        <w:t>.</w:t>
      </w:r>
    </w:p>
    <w:p w14:paraId="059FEBD6" w14:textId="77777777" w:rsidR="00E4444A" w:rsidRPr="0099306C" w:rsidRDefault="002B3119" w:rsidP="002B3119">
      <w:r w:rsidRPr="002B3119">
        <w:t>Le tintement de midi nous rappelle au moment présent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ai beau me répéter que je vais être père</w:t>
      </w:r>
      <w:r w:rsidR="00E4444A" w:rsidRPr="0099306C">
        <w:t xml:space="preserve">, </w:t>
      </w:r>
      <w:r w:rsidRPr="002B3119">
        <w:t>cette idée n</w:t>
      </w:r>
      <w:r w:rsidR="00E4444A" w:rsidRPr="0099306C">
        <w:t>’</w:t>
      </w:r>
      <w:r w:rsidRPr="002B3119">
        <w:t>éveille pas en moi toute l</w:t>
      </w:r>
      <w:r w:rsidR="00E4444A" w:rsidRPr="0099306C">
        <w:t>’</w:t>
      </w:r>
      <w:r w:rsidRPr="002B3119">
        <w:t>émotion qu</w:t>
      </w:r>
      <w:r w:rsidR="00E4444A" w:rsidRPr="0099306C">
        <w:t>’</w:t>
      </w:r>
      <w:r w:rsidRPr="002B3119">
        <w:t>il faudrait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éprouve un b</w:t>
      </w:r>
      <w:r w:rsidRPr="002B3119">
        <w:t>e</w:t>
      </w:r>
      <w:r w:rsidRPr="002B3119">
        <w:t>soin de me ressaisir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être seul quelques minutes</w:t>
      </w:r>
      <w:r w:rsidR="00E4444A" w:rsidRPr="0099306C">
        <w:t xml:space="preserve">, </w:t>
      </w:r>
      <w:r w:rsidRPr="002B3119">
        <w:t>et pe</w:t>
      </w:r>
      <w:r w:rsidRPr="002B3119">
        <w:t>n</w:t>
      </w:r>
      <w:r w:rsidRPr="002B3119">
        <w:t>dant que Jeanne s</w:t>
      </w:r>
      <w:r w:rsidR="00E4444A" w:rsidRPr="0099306C">
        <w:t>’</w:t>
      </w:r>
      <w:r w:rsidRPr="002B3119">
        <w:t>habille pour le déjeuner</w:t>
      </w:r>
      <w:r w:rsidR="00E4444A" w:rsidRPr="0099306C">
        <w:t xml:space="preserve">, </w:t>
      </w:r>
      <w:r w:rsidRPr="002B3119">
        <w:t>je retourne à mon cabinet de travail</w:t>
      </w:r>
      <w:r w:rsidR="00E4444A" w:rsidRPr="0099306C">
        <w:t>.</w:t>
      </w:r>
    </w:p>
    <w:p w14:paraId="6327199D" w14:textId="77777777" w:rsidR="002B3119" w:rsidRPr="002B3119" w:rsidRDefault="002B3119" w:rsidP="002B3119"/>
    <w:p w14:paraId="6E0E8C50" w14:textId="77777777" w:rsidR="00E4444A" w:rsidRPr="0099306C" w:rsidRDefault="00333A9B" w:rsidP="002B3119">
      <w:r w:rsidRPr="0099306C">
        <w:t>À</w:t>
      </w:r>
      <w:r w:rsidR="002B3119" w:rsidRPr="002B3119">
        <w:t xml:space="preserve"> peine suis-je assis à ma table que la vision de ma mère morte me revient</w:t>
      </w:r>
      <w:r w:rsidR="00E4444A" w:rsidRPr="0099306C">
        <w:t xml:space="preserve">, </w:t>
      </w:r>
      <w:r w:rsidR="002B3119" w:rsidRPr="002B3119">
        <w:t>plus précise que jamais</w:t>
      </w:r>
      <w:r w:rsidR="00E4444A" w:rsidRPr="0099306C">
        <w:t xml:space="preserve">. </w:t>
      </w:r>
      <w:r w:rsidR="002B3119" w:rsidRPr="002B3119">
        <w:t>Je comprends pourquoi le lointain souvenir ressuscite avec une pareille netteté</w:t>
      </w:r>
      <w:r w:rsidR="00E4444A" w:rsidRPr="0099306C">
        <w:t xml:space="preserve">. </w:t>
      </w:r>
      <w:r w:rsidR="002B3119" w:rsidRPr="002B3119">
        <w:t>Les vieux rideaux</w:t>
      </w:r>
      <w:r w:rsidR="00E4444A" w:rsidRPr="0099306C">
        <w:t xml:space="preserve">, </w:t>
      </w:r>
      <w:r w:rsidR="002B3119" w:rsidRPr="002B3119">
        <w:t>un peu jaunis</w:t>
      </w:r>
      <w:r w:rsidR="00E4444A" w:rsidRPr="0099306C">
        <w:t xml:space="preserve">, </w:t>
      </w:r>
      <w:r w:rsidR="002B3119" w:rsidRPr="002B3119">
        <w:t>un peu passés</w:t>
      </w:r>
      <w:r w:rsidR="00E4444A" w:rsidRPr="0099306C">
        <w:t xml:space="preserve">, </w:t>
      </w:r>
      <w:r w:rsidR="002B3119" w:rsidRPr="002B3119">
        <w:t>Jeanne les a remplacés sans me le dire par d</w:t>
      </w:r>
      <w:r w:rsidR="00E4444A" w:rsidRPr="0099306C">
        <w:t>’</w:t>
      </w:r>
      <w:r w:rsidR="002B3119" w:rsidRPr="002B3119">
        <w:t>autres</w:t>
      </w:r>
      <w:r w:rsidR="00E4444A" w:rsidRPr="0099306C">
        <w:t xml:space="preserve">, </w:t>
      </w:r>
      <w:r w:rsidR="002B3119" w:rsidRPr="002B3119">
        <w:t>très neufs</w:t>
      </w:r>
      <w:r w:rsidR="00E4444A" w:rsidRPr="0099306C">
        <w:t xml:space="preserve">, </w:t>
      </w:r>
      <w:r w:rsidR="002B3119" w:rsidRPr="002B3119">
        <w:t>très blancs</w:t>
      </w:r>
      <w:r w:rsidR="00E4444A" w:rsidRPr="0099306C">
        <w:t xml:space="preserve">, </w:t>
      </w:r>
      <w:r w:rsidR="002B3119" w:rsidRPr="002B3119">
        <w:t>de tulle léger</w:t>
      </w:r>
      <w:r w:rsidR="00E4444A" w:rsidRPr="0099306C">
        <w:t xml:space="preserve">. </w:t>
      </w:r>
      <w:r w:rsidR="002B3119" w:rsidRPr="002B3119">
        <w:t>Et</w:t>
      </w:r>
      <w:r w:rsidR="00E4444A" w:rsidRPr="0099306C">
        <w:t xml:space="preserve">, </w:t>
      </w:r>
      <w:r w:rsidR="002B3119" w:rsidRPr="002B3119">
        <w:t>par ce clair matin de f</w:t>
      </w:r>
      <w:r w:rsidR="002B3119" w:rsidRPr="002B3119">
        <w:t>é</w:t>
      </w:r>
      <w:r w:rsidR="002B3119" w:rsidRPr="002B3119">
        <w:t>vrier</w:t>
      </w:r>
      <w:r w:rsidR="00E4444A" w:rsidRPr="0099306C">
        <w:t xml:space="preserve">, </w:t>
      </w:r>
      <w:r w:rsidR="002B3119" w:rsidRPr="002B3119">
        <w:t>c</w:t>
      </w:r>
      <w:r w:rsidR="00E4444A" w:rsidRPr="0099306C">
        <w:t>’</w:t>
      </w:r>
      <w:r w:rsidR="002B3119" w:rsidRPr="002B3119">
        <w:t xml:space="preserve">est la </w:t>
      </w:r>
      <w:r w:rsidR="002B3119" w:rsidRPr="002B3119">
        <w:lastRenderedPageBreak/>
        <w:t>même lumière</w:t>
      </w:r>
      <w:r w:rsidR="00E4444A" w:rsidRPr="0099306C">
        <w:t xml:space="preserve">, </w:t>
      </w:r>
      <w:r w:rsidR="002B3119" w:rsidRPr="002B3119">
        <w:t>l</w:t>
      </w:r>
      <w:r w:rsidR="00E4444A" w:rsidRPr="0099306C">
        <w:t>’</w:t>
      </w:r>
      <w:r w:rsidR="002B3119" w:rsidRPr="002B3119">
        <w:t>éclairage exact d</w:t>
      </w:r>
      <w:r w:rsidR="00E4444A" w:rsidRPr="0099306C">
        <w:t>’</w:t>
      </w:r>
      <w:r w:rsidR="002B3119" w:rsidRPr="002B3119">
        <w:t>autrefois</w:t>
      </w:r>
      <w:r w:rsidR="00E4444A" w:rsidRPr="0099306C">
        <w:t xml:space="preserve">, </w:t>
      </w:r>
      <w:r w:rsidR="002B3119" w:rsidRPr="002B3119">
        <w:t>qui m</w:t>
      </w:r>
      <w:r w:rsidR="00E4444A" w:rsidRPr="0099306C">
        <w:t>’</w:t>
      </w:r>
      <w:r w:rsidR="002B3119" w:rsidRPr="002B3119">
        <w:t>enveloppe encore après vingt-cinq ans</w:t>
      </w:r>
      <w:r w:rsidR="00E4444A" w:rsidRPr="0099306C">
        <w:t>.</w:t>
      </w:r>
    </w:p>
    <w:p w14:paraId="3F29CD5A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dans ma pensée</w:t>
      </w:r>
      <w:r w:rsidR="00E4444A" w:rsidRPr="0099306C">
        <w:t xml:space="preserve">, </w:t>
      </w:r>
      <w:r w:rsidRPr="002B3119">
        <w:t>tout se mêle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enfant que je vais avoir et la mère que j</w:t>
      </w:r>
      <w:r w:rsidR="00E4444A" w:rsidRPr="0099306C">
        <w:t>’</w:t>
      </w:r>
      <w:r w:rsidRPr="002B3119">
        <w:t>avais jadis</w:t>
      </w:r>
      <w:r w:rsidR="00E4444A" w:rsidRPr="0099306C">
        <w:t xml:space="preserve">. </w:t>
      </w:r>
      <w:r w:rsidRPr="002B3119">
        <w:t>Était-ce vraiment moi</w:t>
      </w:r>
      <w:r w:rsidR="00E4444A" w:rsidRPr="0099306C">
        <w:t xml:space="preserve">, </w:t>
      </w:r>
      <w:r w:rsidRPr="002B3119">
        <w:t>ce petit bonhomme avec qui je n</w:t>
      </w:r>
      <w:r w:rsidR="00E4444A" w:rsidRPr="0099306C">
        <w:t>’</w:t>
      </w:r>
      <w:r w:rsidRPr="002B3119">
        <w:t>ai plus rien de commun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une femme de service</w:t>
      </w:r>
      <w:r w:rsidR="00E4444A" w:rsidRPr="0099306C">
        <w:t xml:space="preserve">, </w:t>
      </w:r>
      <w:r w:rsidRPr="002B3119">
        <w:t>par une matinée semblable</w:t>
      </w:r>
      <w:r w:rsidR="00E4444A" w:rsidRPr="0099306C">
        <w:t xml:space="preserve">, </w:t>
      </w:r>
      <w:r w:rsidRPr="002B3119">
        <w:t>tenait sur son bras gauche</w:t>
      </w:r>
      <w:r w:rsidR="00E4444A" w:rsidRPr="0099306C">
        <w:t xml:space="preserve"> ? </w:t>
      </w:r>
      <w:r w:rsidRPr="002B3119">
        <w:t>Quelle voix</w:t>
      </w:r>
      <w:r w:rsidR="00E4444A" w:rsidRPr="0099306C">
        <w:t xml:space="preserve">, </w:t>
      </w:r>
      <w:r w:rsidRPr="002B3119">
        <w:t>quels yeux avait-elle</w:t>
      </w:r>
      <w:r w:rsidR="00E4444A" w:rsidRPr="0099306C">
        <w:t xml:space="preserve">, </w:t>
      </w:r>
      <w:r w:rsidRPr="002B3119">
        <w:t>cette mère dont je ne sais rien</w:t>
      </w:r>
      <w:r w:rsidR="00E4444A" w:rsidRPr="0099306C">
        <w:t xml:space="preserve">, </w:t>
      </w:r>
      <w:r w:rsidRPr="002B3119">
        <w:t>sinon qu</w:t>
      </w:r>
      <w:r w:rsidR="00E4444A" w:rsidRPr="0099306C">
        <w:t>’</w:t>
      </w:r>
      <w:r w:rsidRPr="002B3119">
        <w:t>elle pleura de me quitter</w:t>
      </w:r>
      <w:r w:rsidR="00E4444A" w:rsidRPr="0099306C">
        <w:t xml:space="preserve"> ? </w:t>
      </w:r>
      <w:r w:rsidRPr="002B3119">
        <w:t>Que sera-t-il</w:t>
      </w:r>
      <w:r w:rsidR="00E4444A" w:rsidRPr="0099306C">
        <w:t xml:space="preserve">, </w:t>
      </w:r>
      <w:r w:rsidRPr="002B3119">
        <w:t>ce petit être dont je ne sais rien e</w:t>
      </w:r>
      <w:r w:rsidRPr="002B3119">
        <w:t>n</w:t>
      </w:r>
      <w:r w:rsidRPr="002B3119">
        <w:t>core</w:t>
      </w:r>
      <w:r w:rsidR="00E4444A" w:rsidRPr="0099306C">
        <w:t xml:space="preserve">, </w:t>
      </w:r>
      <w:r w:rsidRPr="002B3119">
        <w:t>sinon la date approximative de sa naissance</w:t>
      </w:r>
      <w:r w:rsidR="00E4444A" w:rsidRPr="0099306C">
        <w:t xml:space="preserve"> ? </w:t>
      </w:r>
      <w:r w:rsidRPr="002B3119">
        <w:t>N</w:t>
      </w:r>
      <w:r w:rsidR="00E4444A" w:rsidRPr="0099306C">
        <w:t>’</w:t>
      </w:r>
      <w:r w:rsidRPr="002B3119">
        <w:t>ai-je donc vécu que pour ce moment</w:t>
      </w:r>
      <w:r w:rsidR="00E4444A" w:rsidRPr="0099306C">
        <w:t xml:space="preserve">, </w:t>
      </w:r>
      <w:r w:rsidRPr="002B3119">
        <w:t>pour être le chaînon d</w:t>
      </w:r>
      <w:r w:rsidR="00E4444A" w:rsidRPr="0099306C">
        <w:t>’</w:t>
      </w:r>
      <w:r w:rsidRPr="002B3119">
        <w:t>une chaîne</w:t>
      </w:r>
      <w:r w:rsidR="00E4444A" w:rsidRPr="0099306C">
        <w:t xml:space="preserve">, </w:t>
      </w:r>
      <w:r w:rsidRPr="002B3119">
        <w:t>transmettre à un nouveau venu le flambeau de vie qu</w:t>
      </w:r>
      <w:r w:rsidR="00E4444A" w:rsidRPr="0099306C">
        <w:t>’</w:t>
      </w:r>
      <w:r w:rsidRPr="002B3119">
        <w:t>une morte m</w:t>
      </w:r>
      <w:r w:rsidR="00E4444A" w:rsidRPr="0099306C">
        <w:t>’</w:t>
      </w:r>
      <w:r w:rsidRPr="002B3119">
        <w:t>avait passé</w:t>
      </w:r>
      <w:r w:rsidR="00E4444A" w:rsidRPr="0099306C">
        <w:t> ?</w:t>
      </w:r>
    </w:p>
    <w:p w14:paraId="41B7CBF0" w14:textId="77777777" w:rsidR="00E4444A" w:rsidRPr="0099306C" w:rsidRDefault="002B3119" w:rsidP="002B3119">
      <w:r w:rsidRPr="002B3119">
        <w:t>Je n</w:t>
      </w:r>
      <w:r w:rsidR="00E4444A" w:rsidRPr="0099306C">
        <w:t>’</w:t>
      </w:r>
      <w:r w:rsidRPr="002B3119">
        <w:t>ai pas une foi très solide et ne pratique pas bea</w:t>
      </w:r>
      <w:r w:rsidRPr="002B3119">
        <w:t>u</w:t>
      </w:r>
      <w:r w:rsidRPr="002B3119">
        <w:t>coup ma religion</w:t>
      </w:r>
      <w:r w:rsidR="00E4444A" w:rsidRPr="0099306C">
        <w:t xml:space="preserve">, </w:t>
      </w:r>
      <w:r w:rsidRPr="002B3119">
        <w:t>mais je ne sais quelle force m</w:t>
      </w:r>
      <w:r w:rsidR="00E4444A" w:rsidRPr="0099306C">
        <w:t>’</w:t>
      </w:r>
      <w:r w:rsidRPr="002B3119">
        <w:t>a poussé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ai entr</w:t>
      </w:r>
      <w:r w:rsidR="00E4444A" w:rsidRPr="0099306C">
        <w:t>’</w:t>
      </w:r>
      <w:r w:rsidRPr="002B3119">
        <w:t>ouvert la porte</w:t>
      </w:r>
      <w:r w:rsidR="00E4444A" w:rsidRPr="0099306C">
        <w:t xml:space="preserve">, </w:t>
      </w:r>
      <w:r w:rsidRPr="002B3119">
        <w:t>sans bruit</w:t>
      </w:r>
      <w:r w:rsidR="00E4444A" w:rsidRPr="0099306C">
        <w:t xml:space="preserve">, </w:t>
      </w:r>
      <w:r w:rsidRPr="002B3119">
        <w:t>pour m</w:t>
      </w:r>
      <w:r w:rsidR="00E4444A" w:rsidRPr="0099306C">
        <w:t>’</w:t>
      </w:r>
      <w:r w:rsidRPr="002B3119">
        <w:t>assurer que pe</w:t>
      </w:r>
      <w:r w:rsidRPr="002B3119">
        <w:t>r</w:t>
      </w:r>
      <w:r w:rsidRPr="002B3119">
        <w:t>sonne ne venait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dans une muette prière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ai appelé</w:t>
      </w:r>
      <w:r w:rsidR="00E4444A" w:rsidRPr="0099306C">
        <w:t xml:space="preserve">, </w:t>
      </w:r>
      <w:r w:rsidRPr="002B3119">
        <w:t>sur l</w:t>
      </w:r>
      <w:r w:rsidR="00E4444A" w:rsidRPr="0099306C">
        <w:t>’</w:t>
      </w:r>
      <w:r w:rsidRPr="002B3119">
        <w:t>enfant que je ne connais pas encore</w:t>
      </w:r>
      <w:r w:rsidR="00E4444A" w:rsidRPr="0099306C">
        <w:t xml:space="preserve">, </w:t>
      </w:r>
      <w:r w:rsidRPr="002B3119">
        <w:t>la bénédiction de la mère que je n</w:t>
      </w:r>
      <w:r w:rsidR="00E4444A" w:rsidRPr="0099306C">
        <w:t>’</w:t>
      </w:r>
      <w:r w:rsidRPr="002B3119">
        <w:t>ai jamais connue</w:t>
      </w:r>
      <w:r w:rsidR="00E4444A" w:rsidRPr="0099306C">
        <w:t>.</w:t>
      </w:r>
    </w:p>
    <w:p w14:paraId="431792A6" w14:textId="77777777" w:rsidR="00B4016A" w:rsidRPr="0099306C" w:rsidRDefault="002B3119" w:rsidP="00E4444A">
      <w:pPr>
        <w:pStyle w:val="Titre2"/>
      </w:pPr>
      <w:bookmarkStart w:id="3" w:name="_johgqq1p66pa" w:colFirst="0" w:colLast="0"/>
      <w:bookmarkStart w:id="4" w:name="_Toc197514958"/>
      <w:bookmarkEnd w:id="3"/>
      <w:r w:rsidRPr="002B3119">
        <w:lastRenderedPageBreak/>
        <w:t>I</w:t>
      </w:r>
      <w:r w:rsidR="00B4016A" w:rsidRPr="0099306C">
        <w:t>I</w:t>
      </w:r>
      <w:bookmarkEnd w:id="4"/>
    </w:p>
    <w:p w14:paraId="7A61C9AF" w14:textId="77777777" w:rsidR="00E4444A" w:rsidRPr="00DC18CB" w:rsidRDefault="002B3119" w:rsidP="002B3119">
      <w:r w:rsidRPr="00DC18CB">
        <w:t>Il n</w:t>
      </w:r>
      <w:r w:rsidR="00E4444A" w:rsidRPr="00DC18CB">
        <w:t>’</w:t>
      </w:r>
      <w:r w:rsidRPr="00DC18CB">
        <w:t>y a plus de doute à présent</w:t>
      </w:r>
      <w:r w:rsidR="00E4444A" w:rsidRPr="00DC18CB">
        <w:t xml:space="preserve"> : </w:t>
      </w:r>
      <w:r w:rsidRPr="00DC18CB">
        <w:t>ce sera pour la fin de l</w:t>
      </w:r>
      <w:r w:rsidR="00E4444A" w:rsidRPr="00DC18CB">
        <w:t>’</w:t>
      </w:r>
      <w:r w:rsidRPr="00DC18CB">
        <w:t>automne</w:t>
      </w:r>
      <w:r w:rsidR="00E4444A" w:rsidRPr="00DC18CB">
        <w:t>.</w:t>
      </w:r>
    </w:p>
    <w:p w14:paraId="1483478C" w14:textId="77777777" w:rsidR="00E4444A" w:rsidRPr="0099306C" w:rsidRDefault="002B3119" w:rsidP="002B3119">
      <w:r w:rsidRPr="00DC18CB">
        <w:t>Ainsi un petit être qui portera mon nom</w:t>
      </w:r>
      <w:r w:rsidR="00E4444A" w:rsidRPr="00DC18CB">
        <w:t xml:space="preserve">, </w:t>
      </w:r>
      <w:r w:rsidRPr="00DC18CB">
        <w:t>qui aimera quelqu</w:t>
      </w:r>
      <w:r w:rsidR="00E4444A" w:rsidRPr="00DC18CB">
        <w:t>’</w:t>
      </w:r>
      <w:r w:rsidRPr="00DC18CB">
        <w:t>un et</w:t>
      </w:r>
      <w:r w:rsidRPr="002B3119">
        <w:t xml:space="preserve"> que quelqu</w:t>
      </w:r>
      <w:r w:rsidR="00E4444A" w:rsidRPr="0099306C">
        <w:t>’</w:t>
      </w:r>
      <w:r w:rsidRPr="002B3119">
        <w:t>un aimera</w:t>
      </w:r>
      <w:r w:rsidR="00E4444A" w:rsidRPr="0099306C">
        <w:t xml:space="preserve">, </w:t>
      </w:r>
      <w:r w:rsidRPr="002B3119">
        <w:t>qui vivra quelque temps</w:t>
      </w:r>
      <w:r w:rsidR="00E4444A" w:rsidRPr="0099306C">
        <w:t xml:space="preserve">, </w:t>
      </w:r>
      <w:r w:rsidRPr="002B3119">
        <w:t>aura sa part des joies et des douleurs humaines</w:t>
      </w:r>
      <w:r w:rsidR="00E4444A" w:rsidRPr="0099306C">
        <w:t xml:space="preserve">, </w:t>
      </w:r>
      <w:r w:rsidRPr="002B3119">
        <w:t>puis disp</w:t>
      </w:r>
      <w:r w:rsidRPr="002B3119">
        <w:t>a</w:t>
      </w:r>
      <w:r w:rsidRPr="002B3119">
        <w:t>raîtra suivant la loi commune</w:t>
      </w:r>
      <w:r w:rsidR="00E4444A" w:rsidRPr="0099306C">
        <w:t xml:space="preserve">, </w:t>
      </w:r>
      <w:r w:rsidRPr="002B3119">
        <w:t>va faire</w:t>
      </w:r>
      <w:r w:rsidR="00E4444A" w:rsidRPr="0099306C">
        <w:t xml:space="preserve">, </w:t>
      </w:r>
      <w:r w:rsidRPr="002B3119">
        <w:t>à cause de moi</w:t>
      </w:r>
      <w:r w:rsidR="00E4444A" w:rsidRPr="0099306C">
        <w:t xml:space="preserve">, </w:t>
      </w:r>
      <w:r w:rsidRPr="002B3119">
        <w:t>son apparition dans le monde</w:t>
      </w:r>
      <w:r w:rsidR="00E4444A" w:rsidRPr="0099306C">
        <w:t>.</w:t>
      </w:r>
    </w:p>
    <w:p w14:paraId="0B5C7AD6" w14:textId="77777777" w:rsidR="00E4444A" w:rsidRPr="0099306C" w:rsidRDefault="002B3119" w:rsidP="002B3119">
      <w:r w:rsidRPr="002B3119">
        <w:t>Pourtant je n</w:t>
      </w:r>
      <w:r w:rsidR="00E4444A" w:rsidRPr="0099306C">
        <w:t>’</w:t>
      </w:r>
      <w:r w:rsidRPr="002B3119">
        <w:t>aime pas encore mon enfant</w:t>
      </w:r>
      <w:r w:rsidR="00E4444A" w:rsidRPr="0099306C">
        <w:t xml:space="preserve"> ; </w:t>
      </w:r>
      <w:r w:rsidRPr="002B3119">
        <w:t>je ne l</w:t>
      </w:r>
      <w:r w:rsidR="00E4444A" w:rsidRPr="0099306C">
        <w:t>’</w:t>
      </w:r>
      <w:r w:rsidRPr="002B3119">
        <w:t>aime pas d</w:t>
      </w:r>
      <w:r w:rsidR="00E4444A" w:rsidRPr="0099306C">
        <w:t>’</w:t>
      </w:r>
      <w:r w:rsidRPr="002B3119">
        <w:t>avance comme il aurait fallu</w:t>
      </w:r>
      <w:r w:rsidR="00E4444A" w:rsidRPr="0099306C">
        <w:t>.</w:t>
      </w:r>
    </w:p>
    <w:p w14:paraId="75E12753" w14:textId="77777777" w:rsidR="00E4444A" w:rsidRPr="0099306C" w:rsidRDefault="002B3119" w:rsidP="002B3119">
      <w:r w:rsidRPr="002B3119">
        <w:t>Je sais qu</w:t>
      </w:r>
      <w:r w:rsidR="00E4444A" w:rsidRPr="0099306C">
        <w:t>’</w:t>
      </w:r>
      <w:r w:rsidRPr="002B3119">
        <w:t>il va naître parce qu</w:t>
      </w:r>
      <w:r w:rsidR="00E4444A" w:rsidRPr="0099306C">
        <w:t>’</w:t>
      </w:r>
      <w:r w:rsidRPr="002B3119">
        <w:t>un médecin me l</w:t>
      </w:r>
      <w:r w:rsidR="00E4444A" w:rsidRPr="0099306C">
        <w:t>’</w:t>
      </w:r>
      <w:r w:rsidRPr="002B3119">
        <w:t>a décl</w:t>
      </w:r>
      <w:r w:rsidRPr="002B3119">
        <w:t>a</w:t>
      </w:r>
      <w:r w:rsidRPr="002B3119">
        <w:t>ré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une chose qu</w:t>
      </w:r>
      <w:r w:rsidR="00E4444A" w:rsidRPr="0099306C">
        <w:t>’</w:t>
      </w:r>
      <w:r w:rsidRPr="002B3119">
        <w:t>on m</w:t>
      </w:r>
      <w:r w:rsidR="00E4444A" w:rsidRPr="0099306C">
        <w:t>’</w:t>
      </w:r>
      <w:r w:rsidRPr="002B3119">
        <w:t>a dite</w:t>
      </w:r>
      <w:r w:rsidR="00E4444A" w:rsidRPr="0099306C">
        <w:t xml:space="preserve">, </w:t>
      </w:r>
      <w:r w:rsidRPr="002B3119">
        <w:t>et mon émotion reste</w:t>
      </w:r>
      <w:r w:rsidR="00E4444A" w:rsidRPr="0099306C">
        <w:t xml:space="preserve">, </w:t>
      </w:r>
      <w:r w:rsidRPr="002B3119">
        <w:t>en quelque sorte</w:t>
      </w:r>
      <w:r w:rsidR="00E4444A" w:rsidRPr="0099306C">
        <w:t xml:space="preserve">, </w:t>
      </w:r>
      <w:r w:rsidRPr="002B3119">
        <w:t>intellectuelle</w:t>
      </w:r>
      <w:r w:rsidR="00E4444A" w:rsidRPr="0099306C">
        <w:t xml:space="preserve">. </w:t>
      </w:r>
      <w:r w:rsidRPr="002B3119">
        <w:t>Mais rien encore n</w:t>
      </w:r>
      <w:r w:rsidR="00E4444A" w:rsidRPr="0099306C">
        <w:t>’</w:t>
      </w:r>
      <w:r w:rsidRPr="002B3119">
        <w:t>a tressailli dans ma chair</w:t>
      </w:r>
      <w:r w:rsidR="00E4444A" w:rsidRPr="0099306C">
        <w:t xml:space="preserve">. </w:t>
      </w:r>
      <w:r w:rsidRPr="002B3119">
        <w:t>Et si j</w:t>
      </w:r>
      <w:r w:rsidR="00E4444A" w:rsidRPr="0099306C">
        <w:t>’</w:t>
      </w:r>
      <w:r w:rsidRPr="002B3119">
        <w:t>étais parti en voyage</w:t>
      </w:r>
      <w:r w:rsidR="00E4444A" w:rsidRPr="0099306C">
        <w:t xml:space="preserve">, </w:t>
      </w:r>
      <w:r w:rsidRPr="002B3119">
        <w:t>si j</w:t>
      </w:r>
      <w:r w:rsidR="00E4444A" w:rsidRPr="0099306C">
        <w:t>’</w:t>
      </w:r>
      <w:r w:rsidRPr="002B3119">
        <w:t>étais demeuré absent et sans nouvelles</w:t>
      </w:r>
      <w:r w:rsidR="00E4444A" w:rsidRPr="0099306C">
        <w:t xml:space="preserve">, </w:t>
      </w:r>
      <w:r w:rsidRPr="002B3119">
        <w:t>aucune voix secrète ne m</w:t>
      </w:r>
      <w:r w:rsidR="00E4444A" w:rsidRPr="0099306C">
        <w:t>’</w:t>
      </w:r>
      <w:r w:rsidRPr="002B3119">
        <w:t>aurait averti du grand événement</w:t>
      </w:r>
      <w:r w:rsidR="00E4444A" w:rsidRPr="0099306C">
        <w:t>.</w:t>
      </w:r>
    </w:p>
    <w:p w14:paraId="59AE9536" w14:textId="77777777" w:rsidR="00E4444A" w:rsidRPr="0099306C" w:rsidRDefault="002B3119" w:rsidP="002B3119">
      <w:r w:rsidRPr="002B3119">
        <w:t>La naissance de ce petit être</w:t>
      </w:r>
      <w:r w:rsidR="00E4444A" w:rsidRPr="0099306C">
        <w:t xml:space="preserve">, </w:t>
      </w:r>
      <w:r w:rsidRPr="002B3119">
        <w:t>qui sera un garçon ou une fille</w:t>
      </w:r>
      <w:r w:rsidR="00E4444A" w:rsidRPr="0099306C">
        <w:t xml:space="preserve">, </w:t>
      </w:r>
      <w:r w:rsidRPr="002B3119">
        <w:t>quel jour</w:t>
      </w:r>
      <w:r w:rsidR="00E4444A" w:rsidRPr="0099306C">
        <w:t xml:space="preserve">, </w:t>
      </w:r>
      <w:r w:rsidRPr="002B3119">
        <w:t>à quelle heure la nature l</w:t>
      </w:r>
      <w:r w:rsidR="00E4444A" w:rsidRPr="0099306C">
        <w:t>’</w:t>
      </w:r>
      <w:r w:rsidRPr="002B3119">
        <w:t>a-t-elle décidée</w:t>
      </w:r>
      <w:r w:rsidR="00E4444A" w:rsidRPr="0099306C">
        <w:t xml:space="preserve"> ? </w:t>
      </w:r>
      <w:r w:rsidRPr="002B3119">
        <w:t>Je l</w:t>
      </w:r>
      <w:r w:rsidR="00E4444A" w:rsidRPr="0099306C">
        <w:t>’</w:t>
      </w:r>
      <w:r w:rsidRPr="002B3119">
        <w:t>ignore</w:t>
      </w:r>
      <w:r w:rsidR="00E4444A" w:rsidRPr="0099306C">
        <w:t xml:space="preserve">. </w:t>
      </w:r>
      <w:r w:rsidRPr="002B3119">
        <w:t>Sera-t-il mélancolique ou gai</w:t>
      </w:r>
      <w:r w:rsidR="00E4444A" w:rsidRPr="0099306C">
        <w:t xml:space="preserve">, </w:t>
      </w:r>
      <w:r w:rsidRPr="002B3119">
        <w:t>fils d</w:t>
      </w:r>
      <w:r w:rsidR="00E4444A" w:rsidRPr="0099306C">
        <w:t>’</w:t>
      </w:r>
      <w:r w:rsidRPr="002B3119">
        <w:t>un de ces soirs de pluie qui révèlent la douceur du chez soi</w:t>
      </w:r>
      <w:r w:rsidR="00E4444A" w:rsidRPr="0099306C">
        <w:t xml:space="preserve">, </w:t>
      </w:r>
      <w:r w:rsidRPr="002B3119">
        <w:t>ou d</w:t>
      </w:r>
      <w:r w:rsidR="00E4444A" w:rsidRPr="0099306C">
        <w:t>’</w:t>
      </w:r>
      <w:r w:rsidRPr="002B3119">
        <w:t>un de ces beaux clairs de lune qui nous ont émerveillés</w:t>
      </w:r>
      <w:r w:rsidR="00E4444A" w:rsidRPr="0099306C">
        <w:t xml:space="preserve"> ? </w:t>
      </w:r>
      <w:r w:rsidRPr="002B3119">
        <w:t>Je ne sais</w:t>
      </w:r>
      <w:r w:rsidR="00E4444A" w:rsidRPr="0099306C">
        <w:t xml:space="preserve">. </w:t>
      </w:r>
      <w:r w:rsidRPr="002B3119">
        <w:t>Que de circonstances fortuites le destin n</w:t>
      </w:r>
      <w:r w:rsidR="00E4444A" w:rsidRPr="0099306C">
        <w:t>’</w:t>
      </w:r>
      <w:r w:rsidRPr="002B3119">
        <w:t>a-t-il point p</w:t>
      </w:r>
      <w:r w:rsidRPr="002B3119">
        <w:t>a</w:t>
      </w:r>
      <w:r w:rsidRPr="002B3119">
        <w:t>tiemment rassemblées pour assurer la venue au monde d</w:t>
      </w:r>
      <w:r w:rsidR="00E4444A" w:rsidRPr="0099306C">
        <w:t>’</w:t>
      </w:r>
      <w:r w:rsidRPr="002B3119">
        <w:t>un enfant</w:t>
      </w:r>
      <w:r w:rsidR="00E4444A" w:rsidRPr="0099306C">
        <w:t xml:space="preserve"> ! </w:t>
      </w:r>
      <w:r w:rsidRPr="002B3119">
        <w:t>Si</w:t>
      </w:r>
      <w:r w:rsidR="00E4444A" w:rsidRPr="0099306C">
        <w:t xml:space="preserve">, </w:t>
      </w:r>
      <w:r w:rsidRPr="002B3119">
        <w:t>de toutes les rencontres nécessaires</w:t>
      </w:r>
      <w:r w:rsidR="00E4444A" w:rsidRPr="0099306C">
        <w:t xml:space="preserve">, </w:t>
      </w:r>
      <w:r w:rsidRPr="002B3119">
        <w:t>une seule avait manqué</w:t>
      </w:r>
      <w:r w:rsidR="00E4444A" w:rsidRPr="0099306C">
        <w:t xml:space="preserve">, </w:t>
      </w:r>
      <w:r w:rsidRPr="002B3119">
        <w:t>le petit être n</w:t>
      </w:r>
      <w:r w:rsidR="00E4444A" w:rsidRPr="0099306C">
        <w:t>’</w:t>
      </w:r>
      <w:r w:rsidRPr="002B3119">
        <w:t>aurait jamais existé</w:t>
      </w:r>
      <w:r w:rsidR="00E4444A" w:rsidRPr="0099306C">
        <w:t xml:space="preserve">, </w:t>
      </w:r>
      <w:r w:rsidRPr="002B3119">
        <w:t>ni lui</w:t>
      </w:r>
      <w:r w:rsidR="00E4444A" w:rsidRPr="0099306C">
        <w:t xml:space="preserve">, </w:t>
      </w:r>
      <w:r w:rsidRPr="002B3119">
        <w:t>ni ses enfants</w:t>
      </w:r>
      <w:r w:rsidR="00E4444A" w:rsidRPr="0099306C">
        <w:t xml:space="preserve">, </w:t>
      </w:r>
      <w:r w:rsidRPr="002B3119">
        <w:t>ni les enfants de ses enfants</w:t>
      </w:r>
      <w:r w:rsidR="00E4444A" w:rsidRPr="0099306C">
        <w:t>.</w:t>
      </w:r>
    </w:p>
    <w:p w14:paraId="199F0E6A" w14:textId="77777777" w:rsidR="00E4444A" w:rsidRPr="0099306C" w:rsidRDefault="002B3119" w:rsidP="002B3119">
      <w:r w:rsidRPr="002B3119">
        <w:t xml:space="preserve">Et je rapproche toutes les coïncidences sans prendre garde que tous les enfants du globe sont issus de pareils </w:t>
      </w:r>
      <w:r w:rsidRPr="002B3119">
        <w:lastRenderedPageBreak/>
        <w:t>h</w:t>
      </w:r>
      <w:r w:rsidRPr="002B3119">
        <w:t>a</w:t>
      </w:r>
      <w:r w:rsidRPr="002B3119">
        <w:t>sards</w:t>
      </w:r>
      <w:r w:rsidR="00E4444A" w:rsidRPr="0099306C">
        <w:t xml:space="preserve">, </w:t>
      </w:r>
      <w:r w:rsidRPr="002B3119">
        <w:t>et que toutes ces réflexions</w:t>
      </w:r>
      <w:r w:rsidR="00E4444A" w:rsidRPr="0099306C">
        <w:t xml:space="preserve">, </w:t>
      </w:r>
      <w:r w:rsidRPr="002B3119">
        <w:t>des milliers d</w:t>
      </w:r>
      <w:r w:rsidR="00E4444A" w:rsidRPr="0099306C">
        <w:t>’</w:t>
      </w:r>
      <w:r w:rsidRPr="002B3119">
        <w:t>hommes les font chaque jour depuis la création du monde</w:t>
      </w:r>
      <w:r w:rsidR="00E4444A" w:rsidRPr="0099306C">
        <w:t>.</w:t>
      </w:r>
    </w:p>
    <w:p w14:paraId="05F8AB2A" w14:textId="77777777" w:rsidR="00E4444A" w:rsidRPr="0099306C" w:rsidRDefault="002B3119" w:rsidP="002B3119">
      <w:r w:rsidRPr="002B3119">
        <w:t>Car il va naître</w:t>
      </w:r>
      <w:r w:rsidR="00E4444A" w:rsidRPr="0099306C">
        <w:t xml:space="preserve">, </w:t>
      </w:r>
      <w:r w:rsidRPr="002B3119">
        <w:t>ce petit</w:t>
      </w:r>
      <w:r w:rsidR="00E4444A" w:rsidRPr="0099306C">
        <w:t xml:space="preserve">, </w:t>
      </w:r>
      <w:r w:rsidRPr="002B3119">
        <w:t>ou</w:t>
      </w:r>
      <w:r w:rsidR="00E4444A" w:rsidRPr="0099306C">
        <w:t xml:space="preserve">, </w:t>
      </w:r>
      <w:r w:rsidRPr="002B3119">
        <w:t>mieux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est-il pas déjà né</w:t>
      </w:r>
      <w:r w:rsidR="00E4444A" w:rsidRPr="0099306C">
        <w:t> ?</w:t>
      </w:r>
    </w:p>
    <w:p w14:paraId="2FCB15A5" w14:textId="77777777" w:rsidR="00E4444A" w:rsidRPr="0099306C" w:rsidRDefault="002B3119" w:rsidP="002B3119">
      <w:r w:rsidRPr="002B3119">
        <w:t>Oui</w:t>
      </w:r>
      <w:r w:rsidR="00E4444A" w:rsidRPr="0099306C">
        <w:t xml:space="preserve">, </w:t>
      </w:r>
      <w:r w:rsidRPr="002B3119">
        <w:t>quelque temps encore</w:t>
      </w:r>
      <w:r w:rsidR="00E4444A" w:rsidRPr="0099306C">
        <w:t xml:space="preserve">, </w:t>
      </w:r>
      <w:r w:rsidRPr="002B3119">
        <w:t>il grandira dans la tiédeur de la prison maternelle</w:t>
      </w:r>
      <w:r w:rsidR="00E4444A" w:rsidRPr="0099306C">
        <w:t xml:space="preserve">, </w:t>
      </w:r>
      <w:r w:rsidRPr="002B3119">
        <w:t>et quand nous le connaîtrons</w:t>
      </w:r>
      <w:r w:rsidR="00E4444A" w:rsidRPr="0099306C">
        <w:t xml:space="preserve">, </w:t>
      </w:r>
      <w:r w:rsidRPr="002B3119">
        <w:t>il sera déjà vieux de plusieurs mois</w:t>
      </w:r>
      <w:r w:rsidR="00E4444A" w:rsidRPr="0099306C">
        <w:t xml:space="preserve">. </w:t>
      </w:r>
      <w:r w:rsidRPr="002B3119">
        <w:t>Mais il existe dès à présent</w:t>
      </w:r>
      <w:r w:rsidR="00E4444A" w:rsidRPr="0099306C">
        <w:t xml:space="preserve">, </w:t>
      </w:r>
      <w:r w:rsidRPr="002B3119">
        <w:t>il est</w:t>
      </w:r>
      <w:r w:rsidR="00E4444A" w:rsidRPr="0099306C">
        <w:t xml:space="preserve">. </w:t>
      </w:r>
      <w:r w:rsidRPr="002B3119">
        <w:t>Une cellule microscopique le contient déjà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il existe déjà physiquement</w:t>
      </w:r>
      <w:r w:rsidR="00E4444A" w:rsidRPr="0099306C">
        <w:t xml:space="preserve">, </w:t>
      </w:r>
      <w:r w:rsidRPr="002B3119">
        <w:t>avec son corps qui n</w:t>
      </w:r>
      <w:r w:rsidR="00E4444A" w:rsidRPr="0099306C">
        <w:t>’</w:t>
      </w:r>
      <w:r w:rsidRPr="002B3119">
        <w:t>a plus qu</w:t>
      </w:r>
      <w:r w:rsidR="00E4444A" w:rsidRPr="0099306C">
        <w:t>’</w:t>
      </w:r>
      <w:r w:rsidRPr="002B3119">
        <w:t>à se dév</w:t>
      </w:r>
      <w:r w:rsidRPr="002B3119">
        <w:t>e</w:t>
      </w:r>
      <w:r w:rsidRPr="002B3119">
        <w:t>lopper</w:t>
      </w:r>
      <w:r w:rsidR="00E4444A" w:rsidRPr="0099306C">
        <w:t xml:space="preserve">, </w:t>
      </w:r>
      <w:r w:rsidRPr="002B3119">
        <w:t>il existe aussi moralement</w:t>
      </w:r>
      <w:r w:rsidR="00E4444A" w:rsidRPr="0099306C">
        <w:t xml:space="preserve">, </w:t>
      </w:r>
      <w:r w:rsidRPr="002B3119">
        <w:t>avec toutes ses hérédités</w:t>
      </w:r>
      <w:r w:rsidR="00E4444A" w:rsidRPr="0099306C">
        <w:t xml:space="preserve">. </w:t>
      </w:r>
      <w:r w:rsidRPr="002B3119">
        <w:t>S</w:t>
      </w:r>
      <w:r w:rsidR="00E4444A" w:rsidRPr="0099306C">
        <w:t>’</w:t>
      </w:r>
      <w:r w:rsidRPr="002B3119">
        <w:t>il doit être fait à mon image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il doit avoir mon nez ou mes yeux</w:t>
      </w:r>
      <w:r w:rsidR="00E4444A" w:rsidRPr="0099306C">
        <w:t xml:space="preserve">, </w:t>
      </w:r>
      <w:r w:rsidRPr="002B3119">
        <w:t>ou l</w:t>
      </w:r>
      <w:r w:rsidR="00E4444A" w:rsidRPr="0099306C">
        <w:t>’</w:t>
      </w:r>
      <w:r w:rsidRPr="002B3119">
        <w:t>un de mes tics</w:t>
      </w:r>
      <w:r w:rsidR="00E4444A" w:rsidRPr="0099306C">
        <w:t xml:space="preserve">, </w:t>
      </w:r>
      <w:r w:rsidRPr="002B3119">
        <w:t>ou la marque que j</w:t>
      </w:r>
      <w:r w:rsidR="00E4444A" w:rsidRPr="0099306C">
        <w:t>’</w:t>
      </w:r>
      <w:r w:rsidRPr="002B3119">
        <w:t>ai sur la joue</w:t>
      </w:r>
      <w:r w:rsidR="00DC18CB">
        <w:t>,</w:t>
      </w:r>
      <w:r w:rsidRPr="002B3119">
        <w:t xml:space="preserve"> s</w:t>
      </w:r>
      <w:r w:rsidR="00E4444A" w:rsidRPr="0099306C">
        <w:t>’</w:t>
      </w:r>
      <w:r w:rsidRPr="002B3119">
        <w:t>il doit tenir de moi quelque disposition pour le calcul ou pour la poésie</w:t>
      </w:r>
      <w:r w:rsidR="00E4444A" w:rsidRPr="0099306C">
        <w:t xml:space="preserve">, </w:t>
      </w:r>
      <w:r w:rsidRPr="002B3119">
        <w:t>ce nez</w:t>
      </w:r>
      <w:r w:rsidR="00E4444A" w:rsidRPr="0099306C">
        <w:t xml:space="preserve">, </w:t>
      </w:r>
      <w:r w:rsidRPr="002B3119">
        <w:t>ces yeux</w:t>
      </w:r>
      <w:r w:rsidR="00333A9B" w:rsidRPr="0099306C">
        <w:t>,</w:t>
      </w:r>
      <w:r w:rsidR="00E4444A" w:rsidRPr="0099306C">
        <w:t xml:space="preserve"> </w:t>
      </w:r>
      <w:r w:rsidRPr="002B3119">
        <w:t>ce tic</w:t>
      </w:r>
      <w:r w:rsidR="00E4444A" w:rsidRPr="0099306C">
        <w:t xml:space="preserve">, </w:t>
      </w:r>
      <w:r w:rsidRPr="002B3119">
        <w:t>cette marque</w:t>
      </w:r>
      <w:r w:rsidR="00E4444A" w:rsidRPr="0099306C">
        <w:t xml:space="preserve">, </w:t>
      </w:r>
      <w:r w:rsidRPr="002B3119">
        <w:t>cette disposition</w:t>
      </w:r>
      <w:r w:rsidR="00E4444A" w:rsidRPr="0099306C">
        <w:t xml:space="preserve">, </w:t>
      </w:r>
      <w:r w:rsidRPr="002B3119">
        <w:t>il les possède déjà</w:t>
      </w:r>
      <w:r w:rsidR="00E4444A" w:rsidRPr="0099306C">
        <w:t xml:space="preserve">. </w:t>
      </w:r>
      <w:r w:rsidRPr="002B3119">
        <w:t>Tel il est</w:t>
      </w:r>
      <w:r w:rsidR="00E4444A" w:rsidRPr="0099306C">
        <w:t xml:space="preserve">, </w:t>
      </w:r>
      <w:r w:rsidRPr="002B3119">
        <w:t>tel il grandira</w:t>
      </w:r>
      <w:r w:rsidR="00E4444A" w:rsidRPr="0099306C">
        <w:t xml:space="preserve">. </w:t>
      </w:r>
      <w:r w:rsidRPr="002B3119">
        <w:t>Jusqu</w:t>
      </w:r>
      <w:r w:rsidR="00E4444A" w:rsidRPr="0099306C">
        <w:t>’</w:t>
      </w:r>
      <w:r w:rsidRPr="002B3119">
        <w:t>à sa venue au monde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ai plus rien à lui apporter</w:t>
      </w:r>
      <w:r w:rsidR="00E4444A" w:rsidRPr="0099306C">
        <w:t xml:space="preserve">. </w:t>
      </w:r>
      <w:r w:rsidRPr="002B3119">
        <w:t>Et je mourrais demain que rien n</w:t>
      </w:r>
      <w:r w:rsidR="00E4444A" w:rsidRPr="0099306C">
        <w:t>’</w:t>
      </w:r>
      <w:r w:rsidRPr="002B3119">
        <w:t>empêcherait mon enfant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il doit me ressembler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avoir les traits ou le caractère p</w:t>
      </w:r>
      <w:r w:rsidRPr="002B3119">
        <w:t>a</w:t>
      </w:r>
      <w:r w:rsidRPr="002B3119">
        <w:t>ternels</w:t>
      </w:r>
      <w:r w:rsidR="00E4444A" w:rsidRPr="0099306C">
        <w:t>.</w:t>
      </w:r>
    </w:p>
    <w:p w14:paraId="1D0A14F0" w14:textId="77777777" w:rsidR="00E4444A" w:rsidRPr="0099306C" w:rsidRDefault="002B3119" w:rsidP="002B3119">
      <w:r w:rsidRPr="001D1DA9">
        <w:t>Mais les ressemblances</w:t>
      </w:r>
      <w:r w:rsidR="00E4444A" w:rsidRPr="001D1DA9">
        <w:t xml:space="preserve">, </w:t>
      </w:r>
      <w:r w:rsidRPr="001D1DA9">
        <w:t>comme on dit</w:t>
      </w:r>
      <w:r w:rsidR="00E4444A" w:rsidRPr="001D1DA9">
        <w:t xml:space="preserve">, </w:t>
      </w:r>
      <w:r w:rsidRPr="001D1DA9">
        <w:rPr>
          <w:i/>
        </w:rPr>
        <w:t>sautent</w:t>
      </w:r>
      <w:r w:rsidRPr="001D1DA9">
        <w:t xml:space="preserve"> souvent une génération</w:t>
      </w:r>
      <w:r w:rsidR="00E4444A" w:rsidRPr="001D1DA9">
        <w:t xml:space="preserve">. </w:t>
      </w:r>
      <w:r w:rsidRPr="001D1DA9">
        <w:t>Quels que soient les héritages que mon e</w:t>
      </w:r>
      <w:r w:rsidRPr="001D1DA9">
        <w:t>n</w:t>
      </w:r>
      <w:r w:rsidRPr="001D1DA9">
        <w:t xml:space="preserve">fant pourra </w:t>
      </w:r>
      <w:r w:rsidRPr="002B3119">
        <w:t>recueillir de sa mère ou de ses grands-parents maternels</w:t>
      </w:r>
      <w:r w:rsidR="00E4444A" w:rsidRPr="0099306C">
        <w:t xml:space="preserve">, </w:t>
      </w:r>
      <w:r w:rsidRPr="002B3119">
        <w:t>il peut hériter</w:t>
      </w:r>
      <w:r w:rsidR="00E4444A" w:rsidRPr="0099306C">
        <w:t xml:space="preserve">, </w:t>
      </w:r>
      <w:r w:rsidRPr="002B3119">
        <w:t>à travers moi</w:t>
      </w:r>
      <w:r w:rsidR="00E4444A" w:rsidRPr="0099306C">
        <w:t xml:space="preserve">, </w:t>
      </w:r>
      <w:r w:rsidRPr="002B3119">
        <w:t>de la mère que je n</w:t>
      </w:r>
      <w:r w:rsidR="00E4444A" w:rsidRPr="0099306C">
        <w:t>’</w:t>
      </w:r>
      <w:r w:rsidRPr="002B3119">
        <w:t>ai pas connue</w:t>
      </w:r>
      <w:r w:rsidR="00E4444A" w:rsidRPr="0099306C">
        <w:t xml:space="preserve">. </w:t>
      </w:r>
      <w:r w:rsidRPr="002B3119">
        <w:t>Cette douce autorité du regard que ma mère possédait et que je ne possède point</w:t>
      </w:r>
      <w:r w:rsidR="00E4444A" w:rsidRPr="0099306C">
        <w:t xml:space="preserve">, </w:t>
      </w:r>
      <w:r w:rsidRPr="002B3119">
        <w:t>peut-être</w:t>
      </w:r>
      <w:r w:rsidR="00E4444A" w:rsidRPr="0099306C">
        <w:t xml:space="preserve">, </w:t>
      </w:r>
      <w:r w:rsidRPr="002B3119">
        <w:t>à un demi-siècle de distance</w:t>
      </w:r>
      <w:r w:rsidR="00E4444A" w:rsidRPr="0099306C">
        <w:t xml:space="preserve">, </w:t>
      </w:r>
      <w:r w:rsidRPr="002B3119">
        <w:t>la retrouvera-t-on plus tard dans les yeux de mon enfant</w:t>
      </w:r>
      <w:r w:rsidR="00E4444A" w:rsidRPr="0099306C">
        <w:t xml:space="preserve"> ? </w:t>
      </w:r>
      <w:r w:rsidRPr="002B3119">
        <w:t>Peut-être</w:t>
      </w:r>
      <w:r w:rsidR="00E4444A" w:rsidRPr="0099306C">
        <w:t xml:space="preserve">, </w:t>
      </w:r>
      <w:r w:rsidRPr="002B3119">
        <w:t>un jour</w:t>
      </w:r>
      <w:r w:rsidR="00E4444A" w:rsidRPr="0099306C">
        <w:t xml:space="preserve">, </w:t>
      </w:r>
      <w:r w:rsidRPr="002B3119">
        <w:t>quelque vieille tante</w:t>
      </w:r>
      <w:r w:rsidR="00E4444A" w:rsidRPr="0099306C">
        <w:t xml:space="preserve">, </w:t>
      </w:r>
      <w:r w:rsidRPr="002B3119">
        <w:t>gardienne de souvenirs</w:t>
      </w:r>
      <w:r w:rsidR="00E4444A" w:rsidRPr="0099306C">
        <w:t xml:space="preserve">, </w:t>
      </w:r>
      <w:r w:rsidRPr="002B3119">
        <w:t>découvrira que mon enfant ressemble à son aïeule</w:t>
      </w:r>
      <w:r w:rsidR="00E4444A" w:rsidRPr="0099306C">
        <w:t xml:space="preserve">, </w:t>
      </w:r>
      <w:r w:rsidRPr="002B3119">
        <w:t>et s</w:t>
      </w:r>
      <w:r w:rsidR="00E4444A" w:rsidRPr="0099306C">
        <w:t>’</w:t>
      </w:r>
      <w:r w:rsidRPr="002B3119">
        <w:t>émerveillera de rencontrer chez lui quelque signe distinctif que j</w:t>
      </w:r>
      <w:r w:rsidR="00E4444A" w:rsidRPr="0099306C">
        <w:t>’</w:t>
      </w:r>
      <w:r w:rsidRPr="002B3119">
        <w:t>ignore</w:t>
      </w:r>
      <w:r w:rsidR="00E4444A" w:rsidRPr="0099306C">
        <w:t xml:space="preserve">, </w:t>
      </w:r>
      <w:r w:rsidRPr="002B3119">
        <w:t>et que j</w:t>
      </w:r>
      <w:r w:rsidR="00E4444A" w:rsidRPr="0099306C">
        <w:t>’</w:t>
      </w:r>
      <w:r w:rsidRPr="002B3119">
        <w:t>aurai cha</w:t>
      </w:r>
      <w:r w:rsidRPr="002B3119">
        <w:t>r</w:t>
      </w:r>
      <w:r w:rsidRPr="002B3119">
        <w:t>rié</w:t>
      </w:r>
      <w:r w:rsidR="00E4444A" w:rsidRPr="0099306C">
        <w:t xml:space="preserve">, </w:t>
      </w:r>
      <w:r w:rsidRPr="002B3119">
        <w:t>sans le savoir</w:t>
      </w:r>
      <w:r w:rsidR="00E4444A" w:rsidRPr="0099306C">
        <w:t xml:space="preserve">, </w:t>
      </w:r>
      <w:r w:rsidRPr="002B3119">
        <w:t>à travers les générations</w:t>
      </w:r>
      <w:r w:rsidR="00E4444A" w:rsidRPr="0099306C">
        <w:t>.</w:t>
      </w:r>
    </w:p>
    <w:p w14:paraId="26D2054B" w14:textId="77777777" w:rsidR="00E4444A" w:rsidRPr="0099306C" w:rsidRDefault="002B3119" w:rsidP="002B3119">
      <w:r w:rsidRPr="002B3119">
        <w:lastRenderedPageBreak/>
        <w:t>Et tandis que je me perds dans ces pensées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entends Jeanne qui marche au-dessus de moi</w:t>
      </w:r>
      <w:r w:rsidR="00E4444A" w:rsidRPr="0099306C">
        <w:t xml:space="preserve">, </w:t>
      </w:r>
      <w:r w:rsidRPr="002B3119">
        <w:t>dans la pièce contiguë à la chambre à coucher</w:t>
      </w:r>
      <w:r w:rsidR="00E4444A" w:rsidRPr="0099306C">
        <w:t>.</w:t>
      </w:r>
    </w:p>
    <w:p w14:paraId="6221DA5F" w14:textId="77777777" w:rsidR="00E4444A" w:rsidRPr="0099306C" w:rsidRDefault="002B3119" w:rsidP="002B3119">
      <w:r w:rsidRPr="002B3119">
        <w:t>Elle ne fait pas tant de philosophie</w:t>
      </w:r>
      <w:r w:rsidR="00E4444A" w:rsidRPr="0099306C">
        <w:t xml:space="preserve">, </w:t>
      </w:r>
      <w:r w:rsidRPr="002B3119">
        <w:t>la future maman</w:t>
      </w:r>
      <w:r w:rsidR="00E4444A" w:rsidRPr="0099306C">
        <w:t xml:space="preserve">, </w:t>
      </w:r>
      <w:r w:rsidRPr="002B3119">
        <w:t>et aime son enfant comme on doit l</w:t>
      </w:r>
      <w:r w:rsidR="00E4444A" w:rsidRPr="0099306C">
        <w:t>’</w:t>
      </w:r>
      <w:r w:rsidRPr="002B3119">
        <w:t>aimer</w:t>
      </w:r>
      <w:r w:rsidR="00E4444A" w:rsidRPr="0099306C">
        <w:t xml:space="preserve">, </w:t>
      </w:r>
      <w:r w:rsidRPr="002B3119">
        <w:t>de cet éternel amour</w:t>
      </w:r>
      <w:r w:rsidR="00E4444A" w:rsidRPr="0099306C">
        <w:t xml:space="preserve">, </w:t>
      </w:r>
      <w:r w:rsidRPr="002B3119">
        <w:t>instinctif et sacré</w:t>
      </w:r>
      <w:r w:rsidR="00E4444A" w:rsidRPr="0099306C">
        <w:t xml:space="preserve">, </w:t>
      </w:r>
      <w:r w:rsidRPr="002B3119">
        <w:t>dont femmes et bêtes aiment leurs petits</w:t>
      </w:r>
      <w:r w:rsidR="00E4444A" w:rsidRPr="0099306C">
        <w:t xml:space="preserve">. </w:t>
      </w:r>
      <w:r w:rsidRPr="002B3119">
        <w:t>En ce même instant</w:t>
      </w:r>
      <w:r w:rsidR="00E4444A" w:rsidRPr="0099306C">
        <w:t xml:space="preserve">, </w:t>
      </w:r>
      <w:r w:rsidRPr="002B3119">
        <w:t>sans doute</w:t>
      </w:r>
      <w:r w:rsidR="00E4444A" w:rsidRPr="0099306C">
        <w:t xml:space="preserve">, </w:t>
      </w:r>
      <w:r w:rsidRPr="002B3119">
        <w:t>elle fait quelque doux préparatif pour la petite fille qu</w:t>
      </w:r>
      <w:r w:rsidR="00E4444A" w:rsidRPr="0099306C">
        <w:t>’</w:t>
      </w:r>
      <w:r w:rsidRPr="002B3119">
        <w:t>elle attend</w:t>
      </w:r>
      <w:r w:rsidR="00E4444A" w:rsidRPr="0099306C">
        <w:t>.</w:t>
      </w:r>
    </w:p>
    <w:p w14:paraId="47C35D55" w14:textId="77777777" w:rsidR="00E4444A" w:rsidRPr="0099306C" w:rsidRDefault="002B3119" w:rsidP="002B3119">
      <w:r w:rsidRPr="002B3119">
        <w:t>Car ce sera une fille</w:t>
      </w:r>
      <w:r w:rsidR="00E4444A" w:rsidRPr="0099306C">
        <w:t xml:space="preserve"> : </w:t>
      </w:r>
      <w:r w:rsidRPr="002B3119">
        <w:t>nous en avons décidé ainsi</w:t>
      </w:r>
      <w:r w:rsidR="00E4444A" w:rsidRPr="0099306C">
        <w:t>.</w:t>
      </w:r>
    </w:p>
    <w:p w14:paraId="2CE05228" w14:textId="77777777" w:rsidR="002B3119" w:rsidRPr="002B3119" w:rsidRDefault="002B3119" w:rsidP="002B3119">
      <w:r w:rsidRPr="002B3119">
        <w:t>Pas une fois nous n</w:t>
      </w:r>
      <w:r w:rsidR="00E4444A" w:rsidRPr="0099306C">
        <w:t>’</w:t>
      </w:r>
      <w:r w:rsidRPr="002B3119">
        <w:t>avons cherché un prénom masculin</w:t>
      </w:r>
      <w:r w:rsidR="00E4444A" w:rsidRPr="0099306C">
        <w:t xml:space="preserve">. </w:t>
      </w:r>
      <w:r w:rsidRPr="002B3119">
        <w:t>Des Hervé</w:t>
      </w:r>
      <w:r w:rsidR="00E4444A" w:rsidRPr="0099306C">
        <w:t xml:space="preserve">, </w:t>
      </w:r>
      <w:r w:rsidRPr="002B3119">
        <w:t>des Michel</w:t>
      </w:r>
      <w:r w:rsidR="00E4444A" w:rsidRPr="0099306C">
        <w:t xml:space="preserve">, </w:t>
      </w:r>
      <w:r w:rsidRPr="002B3119">
        <w:t>des Lucien</w:t>
      </w:r>
      <w:r w:rsidR="00E4444A" w:rsidRPr="0099306C">
        <w:t xml:space="preserve">, </w:t>
      </w:r>
      <w:r w:rsidRPr="002B3119">
        <w:t>pas question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un nom de fille qu</w:t>
      </w:r>
      <w:r w:rsidR="00E4444A" w:rsidRPr="0099306C">
        <w:t>’</w:t>
      </w:r>
      <w:r w:rsidRPr="002B3119">
        <w:t>il fallait et que nous avons découvert</w:t>
      </w:r>
      <w:r w:rsidR="00E4444A" w:rsidRPr="0099306C">
        <w:t xml:space="preserve">. </w:t>
      </w:r>
      <w:r w:rsidRPr="002B3119">
        <w:t>Est-ce une prédilection naturelle pour ces trois syllabes</w:t>
      </w:r>
      <w:r w:rsidR="00E4444A" w:rsidRPr="0099306C">
        <w:t xml:space="preserve"> ? </w:t>
      </w:r>
      <w:r w:rsidRPr="002B3119">
        <w:t>Est-ce une obscure sympathie pour une personne ainsi préno</w:t>
      </w:r>
      <w:r w:rsidRPr="002B3119">
        <w:t>m</w:t>
      </w:r>
      <w:r w:rsidRPr="002B3119">
        <w:t>mée</w:t>
      </w:r>
      <w:r w:rsidR="00E4444A" w:rsidRPr="0099306C">
        <w:t xml:space="preserve"> ? </w:t>
      </w:r>
      <w:r w:rsidRPr="002B3119">
        <w:t>Est-ce parce que nous habitons la Bretagne où mo</w:t>
      </w:r>
      <w:r w:rsidRPr="002B3119">
        <w:t>n</w:t>
      </w:r>
      <w:r w:rsidRPr="002B3119">
        <w:t>sieur saint Yves est grand patron</w:t>
      </w:r>
      <w:r w:rsidR="00E4444A" w:rsidRPr="0099306C">
        <w:t xml:space="preserve"> ? </w:t>
      </w:r>
      <w:r w:rsidRPr="002B3119">
        <w:t>Toujours est-il que nous baptiserons notre fille</w:t>
      </w:r>
      <w:r w:rsidR="00E4444A" w:rsidRPr="0099306C">
        <w:t> : « </w:t>
      </w:r>
      <w:r w:rsidRPr="002B3119">
        <w:t>Yvette</w:t>
      </w:r>
      <w:r w:rsidR="00E4444A" w:rsidRPr="0099306C">
        <w:t>. »</w:t>
      </w:r>
    </w:p>
    <w:p w14:paraId="34BC9EED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sans cesse</w:t>
      </w:r>
      <w:r w:rsidR="00E4444A" w:rsidRPr="0099306C">
        <w:t xml:space="preserve">, </w:t>
      </w:r>
      <w:r w:rsidRPr="002B3119">
        <w:t>il est question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On parle d</w:t>
      </w:r>
      <w:r w:rsidR="00E4444A" w:rsidRPr="0099306C">
        <w:t>’</w:t>
      </w:r>
      <w:r w:rsidRPr="002B3119">
        <w:t>elle comme de quelqu</w:t>
      </w:r>
      <w:r w:rsidR="00E4444A" w:rsidRPr="0099306C">
        <w:t>’</w:t>
      </w:r>
      <w:r w:rsidRPr="002B3119">
        <w:t>un d</w:t>
      </w:r>
      <w:r w:rsidR="00E4444A" w:rsidRPr="0099306C">
        <w:t>’</w:t>
      </w:r>
      <w:r w:rsidRPr="002B3119">
        <w:t>existant</w:t>
      </w:r>
      <w:r w:rsidR="00E4444A" w:rsidRPr="0099306C">
        <w:t xml:space="preserve">. </w:t>
      </w:r>
      <w:r w:rsidRPr="002B3119">
        <w:t>Ceci</w:t>
      </w:r>
      <w:r w:rsidR="00E4444A" w:rsidRPr="0099306C">
        <w:t xml:space="preserve">, </w:t>
      </w:r>
      <w:r w:rsidRPr="002B3119">
        <w:t>cela sera pour Yvette</w:t>
      </w:r>
      <w:r w:rsidR="00E4444A" w:rsidRPr="0099306C">
        <w:t xml:space="preserve">. </w:t>
      </w:r>
      <w:r w:rsidRPr="002B3119">
        <w:t>Les bonnes s</w:t>
      </w:r>
      <w:r w:rsidR="00E4444A" w:rsidRPr="0099306C">
        <w:t>’</w:t>
      </w:r>
      <w:r w:rsidRPr="002B3119">
        <w:t>entendent inviter</w:t>
      </w:r>
      <w:r w:rsidR="00E4444A" w:rsidRPr="0099306C">
        <w:t xml:space="preserve">, </w:t>
      </w:r>
      <w:r w:rsidRPr="002B3119">
        <w:t>sans en être surprises</w:t>
      </w:r>
      <w:r w:rsidR="00E4444A" w:rsidRPr="0099306C">
        <w:t xml:space="preserve">, </w:t>
      </w:r>
      <w:r w:rsidRPr="002B3119">
        <w:t>à po</w:t>
      </w:r>
      <w:r w:rsidRPr="002B3119">
        <w:t>r</w:t>
      </w:r>
      <w:r w:rsidRPr="002B3119">
        <w:t>ter quelque objet dans la chambre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Décidément</w:t>
      </w:r>
      <w:r w:rsidR="00E4444A" w:rsidRPr="0099306C">
        <w:t xml:space="preserve">, </w:t>
      </w:r>
      <w:r w:rsidRPr="002B3119">
        <w:t>même aurions-nous une hésitation</w:t>
      </w:r>
      <w:r w:rsidR="00E4444A" w:rsidRPr="0099306C">
        <w:t xml:space="preserve">, </w:t>
      </w:r>
      <w:r w:rsidRPr="002B3119">
        <w:t>même un autre prénom nous tenterait-il</w:t>
      </w:r>
      <w:r w:rsidR="00E4444A" w:rsidRPr="0099306C">
        <w:t xml:space="preserve">, </w:t>
      </w:r>
      <w:r w:rsidRPr="002B3119">
        <w:t>il serait trop tard pour changer</w:t>
      </w:r>
      <w:r w:rsidR="00E4444A" w:rsidRPr="0099306C">
        <w:t xml:space="preserve">. </w:t>
      </w:r>
      <w:r w:rsidRPr="002B3119">
        <w:t>Nous ne pouvons plus débaptiser Yvette</w:t>
      </w:r>
      <w:r w:rsidR="00E4444A" w:rsidRPr="0099306C">
        <w:t>.</w:t>
      </w:r>
    </w:p>
    <w:p w14:paraId="4329AE22" w14:textId="77777777" w:rsidR="002B3119" w:rsidRPr="002B3119" w:rsidRDefault="002B3119" w:rsidP="002B3119"/>
    <w:p w14:paraId="310A257F" w14:textId="77777777" w:rsidR="00E4444A" w:rsidRPr="0099306C" w:rsidRDefault="002B3119" w:rsidP="002B3119">
      <w:r w:rsidRPr="002B3119">
        <w:t>Et Jeanne</w:t>
      </w:r>
      <w:r w:rsidR="00E4444A" w:rsidRPr="0099306C">
        <w:t xml:space="preserve">, </w:t>
      </w:r>
      <w:r w:rsidRPr="002B3119">
        <w:t>chaque après-midi</w:t>
      </w:r>
      <w:r w:rsidR="00E4444A" w:rsidRPr="0099306C">
        <w:t xml:space="preserve">, </w:t>
      </w:r>
      <w:r w:rsidRPr="002B3119">
        <w:t>reste longtemps dans la chambre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Dans une armoire dont elle garde jalo</w:t>
      </w:r>
      <w:r w:rsidRPr="002B3119">
        <w:t>u</w:t>
      </w:r>
      <w:r w:rsidRPr="002B3119">
        <w:t>sement la clef</w:t>
      </w:r>
      <w:r w:rsidR="00E4444A" w:rsidRPr="0099306C">
        <w:t xml:space="preserve">, </w:t>
      </w:r>
      <w:r w:rsidRPr="002B3119">
        <w:t>de menus objets sont rangés avec soin</w:t>
      </w:r>
      <w:r w:rsidR="00E4444A" w:rsidRPr="0099306C">
        <w:t xml:space="preserve">. </w:t>
      </w:r>
      <w:r w:rsidRPr="002B3119">
        <w:t>Pa</w:t>
      </w:r>
      <w:r w:rsidRPr="002B3119">
        <w:t>r</w:t>
      </w:r>
      <w:r w:rsidRPr="002B3119">
        <w:t>fois</w:t>
      </w:r>
      <w:r w:rsidR="00E4444A" w:rsidRPr="0099306C">
        <w:t xml:space="preserve">, </w:t>
      </w:r>
      <w:r w:rsidRPr="002B3119">
        <w:t>elle sort</w:t>
      </w:r>
      <w:r w:rsidR="00E4444A" w:rsidRPr="0099306C">
        <w:t xml:space="preserve">, </w:t>
      </w:r>
      <w:r w:rsidRPr="002B3119">
        <w:t>va faire une course</w:t>
      </w:r>
      <w:r w:rsidR="00E4444A" w:rsidRPr="0099306C">
        <w:t xml:space="preserve">, </w:t>
      </w:r>
      <w:r w:rsidRPr="002B3119">
        <w:t>revient une heure après</w:t>
      </w:r>
      <w:r w:rsidR="00E4444A" w:rsidRPr="0099306C">
        <w:t xml:space="preserve">, </w:t>
      </w:r>
      <w:r w:rsidRPr="002B3119">
        <w:t xml:space="preserve">toute </w:t>
      </w:r>
      <w:r w:rsidRPr="002B3119">
        <w:lastRenderedPageBreak/>
        <w:t>souriante</w:t>
      </w:r>
      <w:r w:rsidR="00E4444A" w:rsidRPr="0099306C">
        <w:t xml:space="preserve">, </w:t>
      </w:r>
      <w:r w:rsidRPr="002B3119">
        <w:t>et va s</w:t>
      </w:r>
      <w:r w:rsidR="00E4444A" w:rsidRPr="0099306C">
        <w:t>’</w:t>
      </w:r>
      <w:r w:rsidRPr="002B3119">
        <w:t>enfermer</w:t>
      </w:r>
      <w:r w:rsidR="00E4444A" w:rsidRPr="0099306C">
        <w:t xml:space="preserve">, </w:t>
      </w:r>
      <w:r w:rsidRPr="002B3119">
        <w:t>en grand mystère</w:t>
      </w:r>
      <w:r w:rsidR="00E4444A" w:rsidRPr="0099306C">
        <w:t xml:space="preserve">, </w:t>
      </w:r>
      <w:r w:rsidRPr="002B3119">
        <w:t>avec son précieux butin</w:t>
      </w:r>
      <w:r w:rsidR="00E4444A" w:rsidRPr="0099306C">
        <w:t>.</w:t>
      </w:r>
    </w:p>
    <w:p w14:paraId="6D4D3620" w14:textId="77777777" w:rsidR="002B3119" w:rsidRPr="002B3119" w:rsidRDefault="002B3119" w:rsidP="002B3119"/>
    <w:p w14:paraId="46226448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est son heure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écoute</w:t>
      </w:r>
      <w:r w:rsidR="00E4444A" w:rsidRPr="0099306C">
        <w:t xml:space="preserve"> : </w:t>
      </w:r>
      <w:r w:rsidRPr="002B3119">
        <w:t>le plancher craque douc</w:t>
      </w:r>
      <w:r w:rsidRPr="002B3119">
        <w:t>e</w:t>
      </w:r>
      <w:r w:rsidRPr="002B3119">
        <w:t>ment sous son pas</w:t>
      </w:r>
      <w:r w:rsidR="00E4444A" w:rsidRPr="0099306C">
        <w:t xml:space="preserve">. </w:t>
      </w:r>
      <w:r w:rsidRPr="002B3119">
        <w:t>Bientôt je n</w:t>
      </w:r>
      <w:r w:rsidR="00E4444A" w:rsidRPr="0099306C">
        <w:t>’</w:t>
      </w:r>
      <w:r w:rsidRPr="002B3119">
        <w:t>y peux plus tenir</w:t>
      </w:r>
      <w:r w:rsidR="00E4444A" w:rsidRPr="0099306C">
        <w:t xml:space="preserve">. </w:t>
      </w:r>
      <w:r w:rsidRPr="002B3119">
        <w:t>Si le travail presse</w:t>
      </w:r>
      <w:r w:rsidR="00E4444A" w:rsidRPr="0099306C">
        <w:t xml:space="preserve">, </w:t>
      </w:r>
      <w:r w:rsidRPr="002B3119">
        <w:t>tant pis</w:t>
      </w:r>
      <w:r w:rsidR="00E4444A" w:rsidRPr="0099306C">
        <w:t xml:space="preserve"> ! </w:t>
      </w:r>
      <w:r w:rsidRPr="002B3119">
        <w:t>Et</w:t>
      </w:r>
      <w:r w:rsidR="00E4444A" w:rsidRPr="0099306C">
        <w:t xml:space="preserve">, </w:t>
      </w:r>
      <w:r w:rsidRPr="002B3119">
        <w:t>grimpant d</w:t>
      </w:r>
      <w:r w:rsidR="00E4444A" w:rsidRPr="0099306C">
        <w:t>’</w:t>
      </w:r>
      <w:r w:rsidRPr="002B3119">
        <w:t>un étage</w:t>
      </w:r>
      <w:r w:rsidR="00E4444A" w:rsidRPr="0099306C">
        <w:t xml:space="preserve">, </w:t>
      </w:r>
      <w:r w:rsidRPr="002B3119">
        <w:t>je vais frapper à la porte de la chambre consacrée</w:t>
      </w:r>
      <w:r w:rsidR="00E4444A" w:rsidRPr="0099306C">
        <w:t>.</w:t>
      </w:r>
    </w:p>
    <w:p w14:paraId="07CF6C4B" w14:textId="77777777" w:rsidR="00E4444A" w:rsidRPr="0099306C" w:rsidRDefault="002B3119" w:rsidP="002B3119">
      <w:r w:rsidRPr="002B3119">
        <w:t>Jeanne est là</w:t>
      </w:r>
      <w:r w:rsidR="00E4444A" w:rsidRPr="0099306C">
        <w:t xml:space="preserve">, </w:t>
      </w:r>
      <w:r w:rsidRPr="002B3119">
        <w:t>très occupée</w:t>
      </w:r>
      <w:r w:rsidR="00E4444A" w:rsidRPr="0099306C">
        <w:t xml:space="preserve">. </w:t>
      </w:r>
      <w:r w:rsidRPr="002B3119">
        <w:t>Sur une table</w:t>
      </w:r>
      <w:r w:rsidR="00E4444A" w:rsidRPr="0099306C">
        <w:t xml:space="preserve">, </w:t>
      </w:r>
      <w:r w:rsidRPr="002B3119">
        <w:t>elle a fait une exposition complète</w:t>
      </w:r>
      <w:r w:rsidR="00E4444A" w:rsidRPr="0099306C">
        <w:t xml:space="preserve">. </w:t>
      </w:r>
      <w:r w:rsidRPr="002B3119">
        <w:t>Que de merveilles rassemblées</w:t>
      </w:r>
      <w:r w:rsidR="00E4444A" w:rsidRPr="0099306C">
        <w:t xml:space="preserve"> ! </w:t>
      </w:r>
      <w:r w:rsidRPr="002B3119">
        <w:t>M</w:t>
      </w:r>
      <w:r w:rsidRPr="002B3119">
        <w:t>i</w:t>
      </w:r>
      <w:r w:rsidRPr="002B3119">
        <w:t>gnons bonnets</w:t>
      </w:r>
      <w:r w:rsidR="00E4444A" w:rsidRPr="0099306C">
        <w:t xml:space="preserve">, </w:t>
      </w:r>
      <w:r w:rsidRPr="002B3119">
        <w:t>minuscules chaussons</w:t>
      </w:r>
      <w:r w:rsidR="00E4444A" w:rsidRPr="0099306C">
        <w:t xml:space="preserve">, </w:t>
      </w:r>
      <w:r w:rsidRPr="002B3119">
        <w:t xml:space="preserve">fines brassières et manteaux </w:t>
      </w:r>
      <w:r w:rsidR="00E4444A" w:rsidRPr="0099306C">
        <w:t>moel</w:t>
      </w:r>
      <w:r w:rsidRPr="002B3119">
        <w:t>leux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tout une garde-robe de poupée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tous ces objets</w:t>
      </w:r>
      <w:r w:rsidR="00E4444A" w:rsidRPr="0099306C">
        <w:t xml:space="preserve">, </w:t>
      </w:r>
      <w:r w:rsidRPr="002B3119">
        <w:t>elle les prend</w:t>
      </w:r>
      <w:r w:rsidR="00E4444A" w:rsidRPr="0099306C">
        <w:t xml:space="preserve">, </w:t>
      </w:r>
      <w:r w:rsidRPr="002B3119">
        <w:t>les groupe</w:t>
      </w:r>
      <w:r w:rsidR="00E4444A" w:rsidRPr="0099306C">
        <w:t xml:space="preserve">, </w:t>
      </w:r>
      <w:r w:rsidRPr="002B3119">
        <w:t>les vérifie</w:t>
      </w:r>
      <w:r w:rsidR="00E4444A" w:rsidRPr="0099306C">
        <w:t xml:space="preserve">, </w:t>
      </w:r>
      <w:r w:rsidRPr="002B3119">
        <w:t>les c</w:t>
      </w:r>
      <w:r w:rsidRPr="002B3119">
        <w:t>a</w:t>
      </w:r>
      <w:r w:rsidRPr="002B3119">
        <w:t>talogue</w:t>
      </w:r>
      <w:r w:rsidR="00E4444A" w:rsidRPr="0099306C">
        <w:t xml:space="preserve">, </w:t>
      </w:r>
      <w:r w:rsidRPr="002B3119">
        <w:t>heureuse</w:t>
      </w:r>
      <w:r w:rsidR="00E4444A" w:rsidRPr="0099306C">
        <w:t xml:space="preserve">, </w:t>
      </w:r>
      <w:r w:rsidRPr="002B3119">
        <w:t>quand elle s</w:t>
      </w:r>
      <w:r w:rsidR="00E4444A" w:rsidRPr="0099306C">
        <w:t>’</w:t>
      </w:r>
      <w:r w:rsidRPr="002B3119">
        <w:t>est trompée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avoir une o</w:t>
      </w:r>
      <w:r w:rsidRPr="002B3119">
        <w:t>c</w:t>
      </w:r>
      <w:r w:rsidRPr="002B3119">
        <w:t>casion de les reprendre et de les toucher encore</w:t>
      </w:r>
      <w:r w:rsidR="00E4444A" w:rsidRPr="0099306C">
        <w:t>.</w:t>
      </w:r>
    </w:p>
    <w:p w14:paraId="3B7A27A1" w14:textId="77777777" w:rsidR="00E4444A" w:rsidRPr="0099306C" w:rsidRDefault="002B3119" w:rsidP="002B3119">
      <w:r w:rsidRPr="002B3119">
        <w:t>Surprise un peu</w:t>
      </w:r>
      <w:r w:rsidR="00E4444A" w:rsidRPr="0099306C">
        <w:t xml:space="preserve">, </w:t>
      </w:r>
      <w:r w:rsidRPr="002B3119">
        <w:t>elle rougit</w:t>
      </w:r>
      <w:r w:rsidR="00E4444A" w:rsidRPr="0099306C">
        <w:t xml:space="preserve">. </w:t>
      </w:r>
      <w:r w:rsidRPr="002B3119">
        <w:t>Moi</w:t>
      </w:r>
      <w:r w:rsidR="00E4444A" w:rsidRPr="0099306C">
        <w:t xml:space="preserve">, </w:t>
      </w:r>
      <w:r w:rsidRPr="002B3119">
        <w:t>je souris</w:t>
      </w:r>
      <w:r w:rsidR="00E4444A" w:rsidRPr="0099306C">
        <w:t xml:space="preserve">, </w:t>
      </w:r>
      <w:r w:rsidRPr="002B3119">
        <w:t>mais c</w:t>
      </w:r>
      <w:r w:rsidR="00E4444A" w:rsidRPr="0099306C">
        <w:t>’</w:t>
      </w:r>
      <w:r w:rsidRPr="002B3119">
        <w:t>est de tendresse et d</w:t>
      </w:r>
      <w:r w:rsidR="00E4444A" w:rsidRPr="0099306C">
        <w:t>’</w:t>
      </w:r>
      <w:r w:rsidRPr="002B3119">
        <w:t>émotion</w:t>
      </w:r>
      <w:r w:rsidR="00E4444A" w:rsidRPr="0099306C">
        <w:t xml:space="preserve">. </w:t>
      </w:r>
      <w:r w:rsidRPr="002B3119">
        <w:t>Une larme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en souviens</w:t>
      </w:r>
      <w:r w:rsidR="00E4444A" w:rsidRPr="0099306C">
        <w:t xml:space="preserve">, </w:t>
      </w:r>
      <w:r w:rsidRPr="002B3119">
        <w:t>me mouille les yeux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cette larme-là</w:t>
      </w:r>
      <w:r w:rsidR="00E4444A" w:rsidRPr="0099306C">
        <w:t xml:space="preserve">, </w:t>
      </w:r>
      <w:r w:rsidRPr="002B3119">
        <w:t>je sais bien que je ne la renierai jamais</w:t>
      </w:r>
      <w:r w:rsidR="00E4444A" w:rsidRPr="0099306C">
        <w:t>.</w:t>
      </w:r>
    </w:p>
    <w:p w14:paraId="584F0FAC" w14:textId="77777777" w:rsidR="00B4016A" w:rsidRPr="0099306C" w:rsidRDefault="002B3119" w:rsidP="00E4444A">
      <w:pPr>
        <w:pStyle w:val="Titre2"/>
      </w:pPr>
      <w:bookmarkStart w:id="5" w:name="_7g5bqs8s5myd" w:colFirst="0" w:colLast="0"/>
      <w:bookmarkStart w:id="6" w:name="_Toc197514959"/>
      <w:bookmarkEnd w:id="5"/>
      <w:r w:rsidRPr="002B3119">
        <w:lastRenderedPageBreak/>
        <w:t>II</w:t>
      </w:r>
      <w:r w:rsidR="00B4016A" w:rsidRPr="0099306C">
        <w:t>I</w:t>
      </w:r>
      <w:bookmarkEnd w:id="6"/>
    </w:p>
    <w:p w14:paraId="6C191E8F" w14:textId="77777777" w:rsidR="00E4444A" w:rsidRPr="0099306C" w:rsidRDefault="002B3119" w:rsidP="002B3119">
      <w:r w:rsidRPr="002B3119">
        <w:t>Et ce fut le printemps</w:t>
      </w:r>
      <w:r w:rsidR="00E4444A" w:rsidRPr="0099306C">
        <w:t xml:space="preserve">, </w:t>
      </w:r>
      <w:r w:rsidRPr="002B3119">
        <w:t>le délicieux printemps breton</w:t>
      </w:r>
      <w:r w:rsidR="00E4444A" w:rsidRPr="0099306C">
        <w:t>.</w:t>
      </w:r>
    </w:p>
    <w:p w14:paraId="1AB6556E" w14:textId="77777777" w:rsidR="00E4444A" w:rsidRPr="0099306C" w:rsidRDefault="002B3119" w:rsidP="002B3119">
      <w:r w:rsidRPr="002B3119">
        <w:t>Probablement</w:t>
      </w:r>
      <w:r w:rsidR="00E4444A" w:rsidRPr="0099306C">
        <w:t xml:space="preserve">, </w:t>
      </w:r>
      <w:r w:rsidRPr="002B3119">
        <w:t>comme toutes les autres</w:t>
      </w:r>
      <w:r w:rsidR="00E4444A" w:rsidRPr="0099306C">
        <w:t xml:space="preserve">, </w:t>
      </w:r>
      <w:r w:rsidRPr="002B3119">
        <w:t>eut-elle aussi son été</w:t>
      </w:r>
      <w:r w:rsidR="00E4444A" w:rsidRPr="0099306C">
        <w:t xml:space="preserve">, </w:t>
      </w:r>
      <w:r w:rsidRPr="002B3119">
        <w:t>cette année-là</w:t>
      </w:r>
      <w:r w:rsidR="00E4444A" w:rsidRPr="0099306C">
        <w:t xml:space="preserve">, </w:t>
      </w:r>
      <w:r w:rsidRPr="002B3119">
        <w:t>mais cet été ne se délimite plus très bien dans mon esprit</w:t>
      </w:r>
      <w:r w:rsidR="00E4444A" w:rsidRPr="0099306C">
        <w:t xml:space="preserve">. </w:t>
      </w:r>
      <w:r w:rsidRPr="002B3119">
        <w:t>Un peu resserrés entre le printemps qui s</w:t>
      </w:r>
      <w:r w:rsidR="00E4444A" w:rsidRPr="0099306C">
        <w:t>’</w:t>
      </w:r>
      <w:r w:rsidRPr="002B3119">
        <w:t>allonge</w:t>
      </w:r>
      <w:r w:rsidR="00E4444A" w:rsidRPr="0099306C">
        <w:t xml:space="preserve">, </w:t>
      </w:r>
      <w:r w:rsidRPr="002B3119">
        <w:t>avec ses beaux crépuscules</w:t>
      </w:r>
      <w:r w:rsidR="00E4444A" w:rsidRPr="0099306C">
        <w:t xml:space="preserve">, </w:t>
      </w:r>
      <w:r w:rsidRPr="002B3119">
        <w:t>et le précoce a</w:t>
      </w:r>
      <w:r w:rsidRPr="002B3119">
        <w:t>u</w:t>
      </w:r>
      <w:r w:rsidRPr="002B3119">
        <w:t>tomne qui s</w:t>
      </w:r>
      <w:r w:rsidR="00E4444A" w:rsidRPr="0099306C">
        <w:t>’</w:t>
      </w:r>
      <w:r w:rsidRPr="002B3119">
        <w:t>installe en septembre</w:t>
      </w:r>
      <w:r w:rsidR="00E4444A" w:rsidRPr="0099306C">
        <w:t xml:space="preserve">, </w:t>
      </w:r>
      <w:r w:rsidRPr="002B3119">
        <w:t>les étés de Bretagne ne font pas trop figure d</w:t>
      </w:r>
      <w:r w:rsidR="00E4444A" w:rsidRPr="0099306C">
        <w:t>’</w:t>
      </w:r>
      <w:r w:rsidRPr="002B3119">
        <w:t>étés</w:t>
      </w:r>
      <w:r w:rsidR="00E4444A" w:rsidRPr="0099306C">
        <w:t xml:space="preserve">. </w:t>
      </w:r>
      <w:r w:rsidRPr="002B3119">
        <w:t>Aussi</w:t>
      </w:r>
      <w:r w:rsidR="00E4444A" w:rsidRPr="0099306C">
        <w:t xml:space="preserve">, </w:t>
      </w:r>
      <w:r w:rsidRPr="002B3119">
        <w:t>quand j</w:t>
      </w:r>
      <w:r w:rsidR="00E4444A" w:rsidRPr="0099306C">
        <w:t>’</w:t>
      </w:r>
      <w:r w:rsidRPr="002B3119">
        <w:t>évoque les mois où nous attendions Yvette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ai la sensation qu</w:t>
      </w:r>
      <w:r w:rsidR="00E4444A" w:rsidRPr="0099306C">
        <w:t>’</w:t>
      </w:r>
      <w:r w:rsidRPr="002B3119">
        <w:t>un long pri</w:t>
      </w:r>
      <w:r w:rsidRPr="002B3119">
        <w:t>n</w:t>
      </w:r>
      <w:r w:rsidRPr="002B3119">
        <w:t>temps rêveur nous mena tranquillement de l</w:t>
      </w:r>
      <w:r w:rsidR="00E4444A" w:rsidRPr="0099306C">
        <w:t>’</w:t>
      </w:r>
      <w:r w:rsidRPr="002B3119">
        <w:t>hiver à l</w:t>
      </w:r>
      <w:r w:rsidR="00E4444A" w:rsidRPr="0099306C">
        <w:t>’</w:t>
      </w:r>
      <w:r w:rsidRPr="002B3119">
        <w:t>automne dans le doux pays aux trois saisons</w:t>
      </w:r>
      <w:r w:rsidR="00E4444A" w:rsidRPr="0099306C">
        <w:t>.</w:t>
      </w:r>
    </w:p>
    <w:p w14:paraId="5FF80BA4" w14:textId="77777777" w:rsidR="00E4444A" w:rsidRPr="0099306C" w:rsidRDefault="002B3119" w:rsidP="002B3119">
      <w:r w:rsidRPr="002B3119">
        <w:t>Et puis</w:t>
      </w:r>
      <w:r w:rsidR="00E4444A" w:rsidRPr="0099306C">
        <w:t xml:space="preserve">, </w:t>
      </w:r>
      <w:r w:rsidRPr="002B3119">
        <w:t>dans nos c</w:t>
      </w:r>
      <w:r w:rsidR="00E4444A" w:rsidRPr="0099306C">
        <w:t>œ</w:t>
      </w:r>
      <w:r w:rsidRPr="002B3119">
        <w:t>urs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aussi le printemps</w:t>
      </w:r>
      <w:r w:rsidR="00E4444A" w:rsidRPr="0099306C">
        <w:t>.</w:t>
      </w:r>
    </w:p>
    <w:p w14:paraId="49E372A3" w14:textId="77777777" w:rsidR="00E4444A" w:rsidRPr="0099306C" w:rsidRDefault="002B3119" w:rsidP="002B3119">
      <w:r w:rsidRPr="002B3119">
        <w:t>La chaste Bretagne ne s</w:t>
      </w:r>
      <w:r w:rsidR="00E4444A" w:rsidRPr="0099306C">
        <w:t>’</w:t>
      </w:r>
      <w:r w:rsidRPr="002B3119">
        <w:t>abandonne pas au premier v</w:t>
      </w:r>
      <w:r w:rsidRPr="002B3119">
        <w:t>e</w:t>
      </w:r>
      <w:r w:rsidRPr="002B3119">
        <w:t>nu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avoue</w:t>
      </w:r>
      <w:r w:rsidR="00E4444A" w:rsidRPr="0099306C">
        <w:t xml:space="preserve">, </w:t>
      </w:r>
      <w:r w:rsidRPr="002B3119">
        <w:t>je ne l</w:t>
      </w:r>
      <w:r w:rsidR="00E4444A" w:rsidRPr="0099306C">
        <w:t>’</w:t>
      </w:r>
      <w:r w:rsidRPr="002B3119">
        <w:t>avais pas aimée tout de suite</w:t>
      </w:r>
      <w:r w:rsidR="00E4444A" w:rsidRPr="0099306C">
        <w:t xml:space="preserve">. </w:t>
      </w:r>
      <w:r w:rsidRPr="002B3119">
        <w:t>Le soir qu</w:t>
      </w:r>
      <w:r w:rsidR="00E4444A" w:rsidRPr="0099306C">
        <w:t>’</w:t>
      </w:r>
      <w:r w:rsidRPr="002B3119">
        <w:t>un ministre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 trait de plume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avait chargé d</w:t>
      </w:r>
      <w:r w:rsidR="00E4444A" w:rsidRPr="0099306C">
        <w:t>’</w:t>
      </w:r>
      <w:r w:rsidRPr="002B3119">
        <w:t>enseigner l</w:t>
      </w:r>
      <w:r w:rsidR="00E4444A" w:rsidRPr="0099306C">
        <w:t>’</w:t>
      </w:r>
      <w:r w:rsidRPr="002B3119">
        <w:t>histoire aux gamins du lointain collège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regretté de n</w:t>
      </w:r>
      <w:r w:rsidR="00E4444A" w:rsidRPr="0099306C">
        <w:t>’</w:t>
      </w:r>
      <w:r w:rsidRPr="002B3119">
        <w:t>être point neveu d</w:t>
      </w:r>
      <w:r w:rsidR="00E4444A" w:rsidRPr="0099306C">
        <w:t>’</w:t>
      </w:r>
      <w:r w:rsidRPr="002B3119">
        <w:t>un parlementaire de marque</w:t>
      </w:r>
      <w:r w:rsidR="00E4444A" w:rsidRPr="0099306C">
        <w:t xml:space="preserve">, </w:t>
      </w:r>
      <w:r w:rsidRPr="002B3119">
        <w:t>qui m</w:t>
      </w:r>
      <w:r w:rsidR="00E4444A" w:rsidRPr="0099306C">
        <w:t>’</w:t>
      </w:r>
      <w:r w:rsidRPr="002B3119">
        <w:t>aurait fait obtenir un poste plus voisin de P</w:t>
      </w:r>
      <w:r w:rsidRPr="002B3119">
        <w:t>a</w:t>
      </w:r>
      <w:r w:rsidRPr="002B3119">
        <w:t>ris</w:t>
      </w:r>
      <w:r w:rsidR="00E4444A" w:rsidRPr="0099306C">
        <w:t>.</w:t>
      </w:r>
    </w:p>
    <w:p w14:paraId="35B1ABCF" w14:textId="77777777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depuis trois ans que j</w:t>
      </w:r>
      <w:r w:rsidR="00E4444A" w:rsidRPr="0099306C">
        <w:t>’</w:t>
      </w:r>
      <w:r w:rsidRPr="002B3119">
        <w:t>habitais cette petite ville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compris la Bretagne et je l</w:t>
      </w:r>
      <w:r w:rsidR="00E4444A" w:rsidRPr="0099306C">
        <w:t>’</w:t>
      </w:r>
      <w:r w:rsidRPr="002B3119">
        <w:t>aimais comme l</w:t>
      </w:r>
      <w:r w:rsidR="00E4444A" w:rsidRPr="0099306C">
        <w:t>’</w:t>
      </w:r>
      <w:r w:rsidRPr="002B3119">
        <w:t>aiment</w:t>
      </w:r>
      <w:r w:rsidR="00E4444A" w:rsidRPr="0099306C">
        <w:t xml:space="preserve">, </w:t>
      </w:r>
      <w:r w:rsidRPr="002B3119">
        <w:t>à la longue</w:t>
      </w:r>
      <w:r w:rsidR="00E4444A" w:rsidRPr="0099306C">
        <w:t xml:space="preserve">, </w:t>
      </w:r>
      <w:r w:rsidRPr="002B3119">
        <w:t>tous les provençaux</w:t>
      </w:r>
      <w:r w:rsidR="00E4444A" w:rsidRPr="0099306C">
        <w:t xml:space="preserve">. </w:t>
      </w:r>
      <w:r w:rsidRPr="002B3119">
        <w:t>Entre les deux pays</w:t>
      </w:r>
      <w:r w:rsidR="00E4444A" w:rsidRPr="0099306C">
        <w:t xml:space="preserve">, </w:t>
      </w:r>
      <w:r w:rsidRPr="002B3119">
        <w:t>des aff</w:t>
      </w:r>
      <w:r w:rsidRPr="002B3119">
        <w:t>i</w:t>
      </w:r>
      <w:r w:rsidRPr="002B3119">
        <w:t>nités existent</w:t>
      </w:r>
      <w:r w:rsidR="00E4444A" w:rsidRPr="0099306C">
        <w:t xml:space="preserve">. </w:t>
      </w:r>
      <w:r w:rsidRPr="002B3119">
        <w:t>Serait-ce parce que</w:t>
      </w:r>
      <w:r w:rsidR="00E4444A" w:rsidRPr="0099306C">
        <w:t xml:space="preserve">, </w:t>
      </w:r>
      <w:r w:rsidRPr="002B3119">
        <w:t>plus que les autres pr</w:t>
      </w:r>
      <w:r w:rsidRPr="002B3119">
        <w:t>o</w:t>
      </w:r>
      <w:r w:rsidRPr="002B3119">
        <w:t>vinces</w:t>
      </w:r>
      <w:r w:rsidR="00E4444A" w:rsidRPr="0099306C">
        <w:t xml:space="preserve">, </w:t>
      </w:r>
      <w:r w:rsidRPr="002B3119">
        <w:t>avec leurs m</w:t>
      </w:r>
      <w:r w:rsidR="00E4444A" w:rsidRPr="0099306C">
        <w:t>œ</w:t>
      </w:r>
      <w:r w:rsidRPr="002B3119">
        <w:t>urs</w:t>
      </w:r>
      <w:r w:rsidR="00E4444A" w:rsidRPr="0099306C">
        <w:t xml:space="preserve">, </w:t>
      </w:r>
      <w:r w:rsidRPr="002B3119">
        <w:t>leurs langues</w:t>
      </w:r>
      <w:r w:rsidR="00E4444A" w:rsidRPr="0099306C">
        <w:t xml:space="preserve">, </w:t>
      </w:r>
      <w:r w:rsidRPr="002B3119">
        <w:t>leurs costumes</w:t>
      </w:r>
      <w:r w:rsidR="00E4444A" w:rsidRPr="0099306C">
        <w:t xml:space="preserve">, </w:t>
      </w:r>
      <w:r w:rsidRPr="002B3119">
        <w:t>Bretagne et Provence ont su garder une âme</w:t>
      </w:r>
      <w:r w:rsidR="00E4444A" w:rsidRPr="0099306C">
        <w:t xml:space="preserve"> ? </w:t>
      </w:r>
      <w:r w:rsidRPr="002B3119">
        <w:t>Serait-ce parce que la Bretagne</w:t>
      </w:r>
      <w:r w:rsidR="00E4444A" w:rsidRPr="0099306C">
        <w:t xml:space="preserve">, </w:t>
      </w:r>
      <w:r w:rsidRPr="002B3119">
        <w:t>malgré ses brumes et ses pluies</w:t>
      </w:r>
      <w:r w:rsidR="00E4444A" w:rsidRPr="0099306C">
        <w:t xml:space="preserve">, </w:t>
      </w:r>
      <w:r w:rsidRPr="002B3119">
        <w:t>reste encore</w:t>
      </w:r>
      <w:r w:rsidR="00E4444A" w:rsidRPr="0099306C">
        <w:t xml:space="preserve">, </w:t>
      </w:r>
      <w:r w:rsidRPr="002B3119">
        <w:t>avec sa clarté fondue qui baigne les choses</w:t>
      </w:r>
      <w:r w:rsidR="00E4444A" w:rsidRPr="0099306C">
        <w:t xml:space="preserve">, </w:t>
      </w:r>
      <w:r w:rsidRPr="002B3119">
        <w:t>le pays de la lumière et de la couleur</w:t>
      </w:r>
      <w:r w:rsidR="00E4444A" w:rsidRPr="0099306C">
        <w:t xml:space="preserve"> ? </w:t>
      </w:r>
      <w:r w:rsidRPr="002B3119">
        <w:t>Toujours est-il que peintres bretons et peintres du Midi se rapprochent</w:t>
      </w:r>
      <w:r w:rsidR="00E4444A" w:rsidRPr="0099306C">
        <w:t xml:space="preserve">. </w:t>
      </w:r>
      <w:r w:rsidRPr="002B3119">
        <w:t>Les vues de C</w:t>
      </w:r>
      <w:r w:rsidRPr="002B3119">
        <w:t>a</w:t>
      </w:r>
      <w:r w:rsidRPr="002B3119">
        <w:t>maret</w:t>
      </w:r>
      <w:r w:rsidR="00E4444A" w:rsidRPr="0099306C">
        <w:t xml:space="preserve">, </w:t>
      </w:r>
      <w:r w:rsidRPr="002B3119">
        <w:t>de Pont-Aven voisinent</w:t>
      </w:r>
      <w:r w:rsidR="00E4444A" w:rsidRPr="0099306C">
        <w:t xml:space="preserve">, </w:t>
      </w:r>
      <w:r w:rsidRPr="002B3119">
        <w:t>aux Salons des orientalistes</w:t>
      </w:r>
      <w:r w:rsidR="00E4444A" w:rsidRPr="0099306C">
        <w:t xml:space="preserve">, </w:t>
      </w:r>
      <w:r w:rsidRPr="002B3119">
        <w:t xml:space="preserve">avec celles du Caire et </w:t>
      </w:r>
      <w:r w:rsidRPr="002B3119">
        <w:lastRenderedPageBreak/>
        <w:t>de Bou-</w:t>
      </w:r>
      <w:proofErr w:type="spellStart"/>
      <w:r w:rsidRPr="002B3119">
        <w:t>Saâda</w:t>
      </w:r>
      <w:proofErr w:type="spellEnd"/>
      <w:r w:rsidR="00E4444A" w:rsidRPr="0099306C">
        <w:t xml:space="preserve">. </w:t>
      </w:r>
      <w:r w:rsidRPr="002B3119">
        <w:t>Souvent elles sont s</w:t>
      </w:r>
      <w:r w:rsidRPr="002B3119">
        <w:t>i</w:t>
      </w:r>
      <w:r w:rsidRPr="002B3119">
        <w:t>gnées des mêmes noms</w:t>
      </w:r>
      <w:r w:rsidR="00E4444A" w:rsidRPr="0099306C">
        <w:t xml:space="preserve">. </w:t>
      </w:r>
      <w:r w:rsidRPr="002B3119">
        <w:t>Et Maupassant</w:t>
      </w:r>
      <w:r w:rsidR="00E4444A" w:rsidRPr="0099306C">
        <w:t xml:space="preserve">, </w:t>
      </w:r>
      <w:r w:rsidRPr="002B3119">
        <w:t>qui s</w:t>
      </w:r>
      <w:r w:rsidR="00E4444A" w:rsidRPr="0099306C">
        <w:t>’</w:t>
      </w:r>
      <w:r w:rsidRPr="002B3119">
        <w:t>y connaissait</w:t>
      </w:r>
      <w:r w:rsidR="00E4444A" w:rsidRPr="0099306C">
        <w:t xml:space="preserve">, </w:t>
      </w:r>
      <w:r w:rsidRPr="002B3119">
        <w:t>termine son livre</w:t>
      </w:r>
      <w:r w:rsidR="00E4444A" w:rsidRPr="0099306C">
        <w:t xml:space="preserve"> : </w:t>
      </w:r>
      <w:r w:rsidRPr="002B3119">
        <w:rPr>
          <w:i/>
        </w:rPr>
        <w:t>Au soleil</w:t>
      </w:r>
      <w:r w:rsidR="00E4444A" w:rsidRPr="0099306C">
        <w:t xml:space="preserve">, </w:t>
      </w:r>
      <w:r w:rsidRPr="002B3119">
        <w:t>par soixante pages consacrées à la Bretagne</w:t>
      </w:r>
      <w:r w:rsidR="00E4444A" w:rsidRPr="0099306C">
        <w:t>.</w:t>
      </w:r>
    </w:p>
    <w:p w14:paraId="7C1900CF" w14:textId="2067F46E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aimais donc la Bretagne pour la mélancolie de ses h</w:t>
      </w:r>
      <w:r w:rsidRPr="002B3119">
        <w:t>o</w:t>
      </w:r>
      <w:r w:rsidRPr="002B3119">
        <w:t>rizons</w:t>
      </w:r>
      <w:r w:rsidR="00E4444A" w:rsidRPr="0099306C">
        <w:t xml:space="preserve">, </w:t>
      </w:r>
      <w:r w:rsidRPr="002B3119">
        <w:t>pour ses ciels bas</w:t>
      </w:r>
      <w:r w:rsidR="00E4444A" w:rsidRPr="0099306C">
        <w:t xml:space="preserve">, </w:t>
      </w:r>
      <w:r w:rsidRPr="002B3119">
        <w:t>pour sa fine lumière qui se pose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aimais les bretons pour leur gaucherie</w:t>
      </w:r>
      <w:r w:rsidR="00E4444A" w:rsidRPr="0099306C">
        <w:t xml:space="preserve">, </w:t>
      </w:r>
      <w:r w:rsidRPr="002B3119">
        <w:t>leur indolence co</w:t>
      </w:r>
      <w:r w:rsidRPr="002B3119">
        <w:t>n</w:t>
      </w:r>
      <w:r w:rsidRPr="002B3119">
        <w:t>templative</w:t>
      </w:r>
      <w:r w:rsidR="00E4444A" w:rsidRPr="0099306C">
        <w:t xml:space="preserve">, </w:t>
      </w:r>
      <w:r w:rsidRPr="002B3119">
        <w:t>leur défaut absolu du sens des affaires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su</w:t>
      </w:r>
      <w:r w:rsidRPr="002B3119">
        <w:t>r</w:t>
      </w:r>
      <w:r w:rsidRPr="002B3119">
        <w:t>tout</w:t>
      </w:r>
      <w:r w:rsidR="00E4444A" w:rsidRPr="0099306C">
        <w:t xml:space="preserve">, </w:t>
      </w:r>
      <w:r w:rsidRPr="002B3119">
        <w:t>leur totale incompréhension de la blague et de l</w:t>
      </w:r>
      <w:r w:rsidR="00E4444A" w:rsidRPr="0099306C">
        <w:t>’</w:t>
      </w:r>
      <w:r w:rsidRPr="002B3119">
        <w:t>ironie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aimais les jeunes filles pour leurs yeux limpides que Renan comparait à de</w:t>
      </w:r>
      <w:r w:rsidR="00BE4B9E">
        <w:t xml:space="preserve"> claires </w:t>
      </w:r>
      <w:r w:rsidRPr="002B3119">
        <w:t>fontaines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espérais bien qu</w:t>
      </w:r>
      <w:r w:rsidR="00E4444A" w:rsidRPr="0099306C">
        <w:t>’</w:t>
      </w:r>
      <w:r w:rsidRPr="002B3119">
        <w:t xml:space="preserve">Yvette aurait de ces </w:t>
      </w:r>
      <w:proofErr w:type="spellStart"/>
      <w:r w:rsidRPr="002B3119">
        <w:t>yeux-là</w:t>
      </w:r>
      <w:proofErr w:type="spellEnd"/>
      <w:r w:rsidR="00E4444A" w:rsidRPr="0099306C">
        <w:t xml:space="preserve">, </w:t>
      </w:r>
      <w:r w:rsidRPr="002B3119">
        <w:t>puisque notre fille serait un peu br</w:t>
      </w:r>
      <w:r w:rsidRPr="002B3119">
        <w:t>e</w:t>
      </w:r>
      <w:r w:rsidRPr="002B3119">
        <w:t>tonne</w:t>
      </w:r>
      <w:r w:rsidR="00E4444A" w:rsidRPr="0099306C">
        <w:t>.</w:t>
      </w:r>
    </w:p>
    <w:p w14:paraId="6640F285" w14:textId="77777777" w:rsidR="00E4444A" w:rsidRPr="0099306C" w:rsidRDefault="002B3119" w:rsidP="002B3119">
      <w:r w:rsidRPr="002B3119">
        <w:t>Une rivière canalisée traversait la petite ville</w:t>
      </w:r>
      <w:r w:rsidR="00E4444A" w:rsidRPr="0099306C">
        <w:t xml:space="preserve">. </w:t>
      </w:r>
      <w:r w:rsidRPr="002B3119">
        <w:t>Un pont de pierre</w:t>
      </w:r>
      <w:r w:rsidR="00E4444A" w:rsidRPr="0099306C">
        <w:t xml:space="preserve">, </w:t>
      </w:r>
      <w:r w:rsidRPr="002B3119">
        <w:t>grand centre de la vie locale</w:t>
      </w:r>
      <w:r w:rsidR="00E4444A" w:rsidRPr="0099306C">
        <w:t xml:space="preserve">, </w:t>
      </w:r>
      <w:r w:rsidRPr="002B3119">
        <w:t>enjambait de ses trois arches la rivière</w:t>
      </w:r>
      <w:r w:rsidR="00E4444A" w:rsidRPr="0099306C">
        <w:t xml:space="preserve">. </w:t>
      </w:r>
      <w:r w:rsidRPr="002B3119">
        <w:t>Et s</w:t>
      </w:r>
      <w:r w:rsidR="00E4444A" w:rsidRPr="0099306C">
        <w:t>’</w:t>
      </w:r>
      <w:r w:rsidRPr="002B3119">
        <w:t>alignant sur l</w:t>
      </w:r>
      <w:r w:rsidR="00E4444A" w:rsidRPr="0099306C">
        <w:t>’</w:t>
      </w:r>
      <w:r w:rsidRPr="002B3119">
        <w:t>une et l</w:t>
      </w:r>
      <w:r w:rsidR="00E4444A" w:rsidRPr="0099306C">
        <w:t>’</w:t>
      </w:r>
      <w:r w:rsidRPr="002B3119">
        <w:t>autre rives</w:t>
      </w:r>
      <w:r w:rsidR="00E4444A" w:rsidRPr="0099306C">
        <w:t xml:space="preserve">, </w:t>
      </w:r>
      <w:r w:rsidRPr="002B3119">
        <w:t>deux rangées de maisons passaient leurs journées à se mirer dans l</w:t>
      </w:r>
      <w:r w:rsidR="00E4444A" w:rsidRPr="0099306C">
        <w:t>’</w:t>
      </w:r>
      <w:r w:rsidRPr="002B3119">
        <w:t>eau</w:t>
      </w:r>
      <w:r w:rsidR="00E4444A" w:rsidRPr="0099306C">
        <w:t xml:space="preserve">, </w:t>
      </w:r>
      <w:r w:rsidRPr="002B3119">
        <w:t>de sorte qu</w:t>
      </w:r>
      <w:r w:rsidR="00E4444A" w:rsidRPr="0099306C">
        <w:t>’</w:t>
      </w:r>
      <w:r w:rsidRPr="002B3119">
        <w:t>on les voyait deux fois</w:t>
      </w:r>
      <w:r w:rsidR="00E4444A" w:rsidRPr="0099306C">
        <w:t>.</w:t>
      </w:r>
    </w:p>
    <w:p w14:paraId="64A4B2C1" w14:textId="77777777" w:rsidR="00E4444A" w:rsidRPr="0099306C" w:rsidRDefault="002B3119" w:rsidP="002B3119">
      <w:r w:rsidRPr="002B3119">
        <w:t>Comme tout le monde</w:t>
      </w:r>
      <w:r w:rsidR="00E4444A" w:rsidRPr="0099306C">
        <w:t xml:space="preserve">, </w:t>
      </w:r>
      <w:r w:rsidRPr="002B3119">
        <w:t>nous habitions quelque part sur les quais</w:t>
      </w:r>
      <w:r w:rsidR="00E4444A" w:rsidRPr="0099306C">
        <w:t xml:space="preserve">. </w:t>
      </w:r>
      <w:r w:rsidRPr="002B3119">
        <w:t>Devant nous</w:t>
      </w:r>
      <w:r w:rsidR="00E4444A" w:rsidRPr="0099306C">
        <w:t xml:space="preserve">, </w:t>
      </w:r>
      <w:r w:rsidRPr="002B3119">
        <w:t>derrière les maisons d</w:t>
      </w:r>
      <w:r w:rsidR="00E4444A" w:rsidRPr="0099306C">
        <w:t>’</w:t>
      </w:r>
      <w:r w:rsidRPr="002B3119">
        <w:t>en face</w:t>
      </w:r>
      <w:r w:rsidR="00E4444A" w:rsidRPr="0099306C">
        <w:t xml:space="preserve">, </w:t>
      </w:r>
      <w:r w:rsidRPr="002B3119">
        <w:t>se dressait une colline</w:t>
      </w:r>
      <w:r w:rsidR="00E4444A" w:rsidRPr="0099306C">
        <w:t xml:space="preserve">, </w:t>
      </w:r>
      <w:r w:rsidRPr="002B3119">
        <w:t>toute boisée de sapins</w:t>
      </w:r>
      <w:r w:rsidR="00E4444A" w:rsidRPr="0099306C">
        <w:t xml:space="preserve">, </w:t>
      </w:r>
      <w:r w:rsidRPr="002B3119">
        <w:t>et tout en haut</w:t>
      </w:r>
      <w:r w:rsidR="00E4444A" w:rsidRPr="0099306C">
        <w:t xml:space="preserve">, </w:t>
      </w:r>
      <w:r w:rsidRPr="002B3119">
        <w:t>parmi les arbres</w:t>
      </w:r>
      <w:r w:rsidR="00E4444A" w:rsidRPr="0099306C">
        <w:t xml:space="preserve">, </w:t>
      </w:r>
      <w:r w:rsidRPr="002B3119">
        <w:t>bien à l</w:t>
      </w:r>
      <w:r w:rsidR="00E4444A" w:rsidRPr="0099306C">
        <w:t>’</w:t>
      </w:r>
      <w:r w:rsidRPr="002B3119">
        <w:t>abri des expulsions</w:t>
      </w:r>
      <w:r w:rsidR="00E4444A" w:rsidRPr="0099306C">
        <w:t xml:space="preserve">, </w:t>
      </w:r>
      <w:r w:rsidRPr="002B3119">
        <w:t>se cachait un hospice</w:t>
      </w:r>
      <w:r w:rsidR="00E4444A" w:rsidRPr="0099306C">
        <w:t xml:space="preserve">, </w:t>
      </w:r>
      <w:r w:rsidRPr="002B3119">
        <w:t>où des s</w:t>
      </w:r>
      <w:r w:rsidR="00E4444A" w:rsidRPr="0099306C">
        <w:t>œ</w:t>
      </w:r>
      <w:r w:rsidRPr="002B3119">
        <w:t>urs blanches soignaient une vingtaine de vieillards</w:t>
      </w:r>
      <w:r w:rsidR="00E4444A" w:rsidRPr="0099306C">
        <w:t>.</w:t>
      </w:r>
    </w:p>
    <w:p w14:paraId="1D6A792C" w14:textId="77777777" w:rsidR="00E4444A" w:rsidRPr="0099306C" w:rsidRDefault="002B3119" w:rsidP="002B3119">
      <w:r w:rsidRPr="002B3119">
        <w:t>Et c</w:t>
      </w:r>
      <w:r w:rsidR="00E4444A" w:rsidRPr="0099306C">
        <w:t>’</w:t>
      </w:r>
      <w:r w:rsidRPr="002B3119">
        <w:t>est dans ce paysage que nous attendions Yvette</w:t>
      </w:r>
      <w:r w:rsidR="00E4444A" w:rsidRPr="0099306C">
        <w:t>…</w:t>
      </w:r>
    </w:p>
    <w:p w14:paraId="18B74568" w14:textId="5B8C6A94" w:rsidR="00E4444A" w:rsidRPr="0099306C" w:rsidRDefault="002B3119" w:rsidP="002B3119">
      <w:r w:rsidRPr="002B3119">
        <w:t>Jours heureux qui n</w:t>
      </w:r>
      <w:r w:rsidR="00E4444A" w:rsidRPr="0099306C">
        <w:t>’</w:t>
      </w:r>
      <w:r w:rsidRPr="002B3119">
        <w:t>ont pas d</w:t>
      </w:r>
      <w:r w:rsidR="00E4444A" w:rsidRPr="0099306C">
        <w:t>’</w:t>
      </w:r>
      <w:r w:rsidRPr="002B3119">
        <w:t>histoire</w:t>
      </w:r>
      <w:r w:rsidR="00E4444A" w:rsidRPr="0099306C">
        <w:t xml:space="preserve"> !… </w:t>
      </w:r>
      <w:r w:rsidRPr="002B3119">
        <w:t>Jours heureux où rien ne se passe</w:t>
      </w:r>
      <w:r w:rsidR="00E4444A" w:rsidRPr="0099306C">
        <w:t xml:space="preserve"> !… </w:t>
      </w:r>
      <w:r w:rsidRPr="002B3119">
        <w:t xml:space="preserve">Comment laissent-ils les </w:t>
      </w:r>
      <w:r w:rsidR="00BE4B9E" w:rsidRPr="002B3119">
        <w:t>cœ</w:t>
      </w:r>
      <w:r w:rsidR="00BE4B9E">
        <w:t>u</w:t>
      </w:r>
      <w:r w:rsidR="00BE4B9E" w:rsidRPr="002B3119">
        <w:t>rs</w:t>
      </w:r>
      <w:r w:rsidRPr="002B3119">
        <w:t xml:space="preserve"> si remplis de souvenirs</w:t>
      </w:r>
      <w:r w:rsidR="00E4444A" w:rsidRPr="0099306C">
        <w:t> ?…</w:t>
      </w:r>
    </w:p>
    <w:p w14:paraId="49EE7801" w14:textId="77777777" w:rsidR="00E4444A" w:rsidRPr="0099306C" w:rsidRDefault="002B3119" w:rsidP="002B3119">
      <w:r w:rsidRPr="002B3119">
        <w:t>Mai nous apporta toute une série de belles journées transparentes</w:t>
      </w:r>
      <w:r w:rsidR="00E4444A" w:rsidRPr="0099306C">
        <w:t>.</w:t>
      </w:r>
    </w:p>
    <w:p w14:paraId="5C7E944E" w14:textId="77777777" w:rsidR="00E4444A" w:rsidRPr="0099306C" w:rsidRDefault="002B3119" w:rsidP="002B3119">
      <w:r w:rsidRPr="002B3119">
        <w:t>Le mois de mai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le mois des cloches</w:t>
      </w:r>
      <w:r w:rsidR="00E4444A" w:rsidRPr="0099306C">
        <w:t xml:space="preserve">, </w:t>
      </w:r>
      <w:r w:rsidRPr="002B3119">
        <w:t>qui</w:t>
      </w:r>
      <w:r w:rsidR="00E4444A" w:rsidRPr="0099306C">
        <w:t xml:space="preserve">, </w:t>
      </w:r>
      <w:r w:rsidRPr="002B3119">
        <w:t>dans ces villages bretons</w:t>
      </w:r>
      <w:r w:rsidR="00E4444A" w:rsidRPr="0099306C">
        <w:t xml:space="preserve">, </w:t>
      </w:r>
      <w:r w:rsidRPr="002B3119">
        <w:t>à quelque heure qu</w:t>
      </w:r>
      <w:r w:rsidR="00E4444A" w:rsidRPr="0099306C">
        <w:t>’</w:t>
      </w:r>
      <w:r w:rsidRPr="002B3119">
        <w:t>on arrive</w:t>
      </w:r>
      <w:r w:rsidR="00E4444A" w:rsidRPr="0099306C">
        <w:t xml:space="preserve">, </w:t>
      </w:r>
      <w:r w:rsidRPr="002B3119">
        <w:t xml:space="preserve">tintinnabulent </w:t>
      </w:r>
      <w:r w:rsidRPr="002B3119">
        <w:lastRenderedPageBreak/>
        <w:t>toujours un peu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angélus du matin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angélus du soir</w:t>
      </w:r>
      <w:r w:rsidR="00E4444A" w:rsidRPr="0099306C">
        <w:t xml:space="preserve">, </w:t>
      </w:r>
      <w:r w:rsidRPr="002B3119">
        <w:t>la messe</w:t>
      </w:r>
      <w:r w:rsidR="00E4444A" w:rsidRPr="0099306C">
        <w:t xml:space="preserve">, </w:t>
      </w:r>
      <w:r w:rsidRPr="002B3119">
        <w:t>les vêpres</w:t>
      </w:r>
      <w:r w:rsidR="00E4444A" w:rsidRPr="0099306C">
        <w:t xml:space="preserve">, </w:t>
      </w:r>
      <w:r w:rsidRPr="002B3119">
        <w:t>le salut</w:t>
      </w:r>
      <w:r w:rsidR="00E4444A" w:rsidRPr="0099306C">
        <w:t xml:space="preserve">, </w:t>
      </w:r>
      <w:r w:rsidRPr="002B3119">
        <w:t>tout leur est prétexte à se mettre en mouvement</w:t>
      </w:r>
      <w:r w:rsidR="00E4444A" w:rsidRPr="0099306C">
        <w:t xml:space="preserve">. </w:t>
      </w:r>
      <w:r w:rsidRPr="002B3119">
        <w:t>Dès l</w:t>
      </w:r>
      <w:r w:rsidR="00E4444A" w:rsidRPr="0099306C">
        <w:t>’</w:t>
      </w:r>
      <w:r w:rsidRPr="002B3119">
        <w:t>aube</w:t>
      </w:r>
      <w:r w:rsidR="00E4444A" w:rsidRPr="0099306C">
        <w:t xml:space="preserve">, </w:t>
      </w:r>
      <w:r w:rsidRPr="002B3119">
        <w:t>pressées</w:t>
      </w:r>
      <w:r w:rsidR="00E4444A" w:rsidRPr="0099306C">
        <w:t xml:space="preserve">, </w:t>
      </w:r>
      <w:r w:rsidRPr="002B3119">
        <w:t>bien sûr</w:t>
      </w:r>
      <w:r w:rsidR="00E4444A" w:rsidRPr="0099306C">
        <w:t xml:space="preserve">, </w:t>
      </w:r>
      <w:r w:rsidRPr="002B3119">
        <w:t>de s</w:t>
      </w:r>
      <w:r w:rsidR="00E4444A" w:rsidRPr="0099306C">
        <w:t>’</w:t>
      </w:r>
      <w:r w:rsidRPr="002B3119">
        <w:t>ébattre après toute une nuit de repos</w:t>
      </w:r>
      <w:r w:rsidR="00E4444A" w:rsidRPr="0099306C">
        <w:t xml:space="preserve">, </w:t>
      </w:r>
      <w:r w:rsidRPr="002B3119">
        <w:t>elles s</w:t>
      </w:r>
      <w:r w:rsidR="00E4444A" w:rsidRPr="0099306C">
        <w:t>’</w:t>
      </w:r>
      <w:r w:rsidRPr="002B3119">
        <w:t>ébranlent pour la pr</w:t>
      </w:r>
      <w:r w:rsidRPr="002B3119">
        <w:t>e</w:t>
      </w:r>
      <w:r w:rsidRPr="002B3119">
        <w:t>mière messe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tel un vol de colombes</w:t>
      </w:r>
      <w:r w:rsidR="00E4444A" w:rsidRPr="0099306C">
        <w:t xml:space="preserve">, </w:t>
      </w:r>
      <w:r w:rsidRPr="002B3119">
        <w:t>les claires sonn</w:t>
      </w:r>
      <w:r w:rsidRPr="002B3119">
        <w:t>e</w:t>
      </w:r>
      <w:r w:rsidRPr="002B3119">
        <w:t>ries</w:t>
      </w:r>
      <w:r w:rsidR="00E4444A" w:rsidRPr="0099306C">
        <w:t xml:space="preserve">, </w:t>
      </w:r>
      <w:r w:rsidRPr="002B3119">
        <w:t>nichées dans les clochers à jour</w:t>
      </w:r>
      <w:r w:rsidR="00E4444A" w:rsidRPr="0099306C">
        <w:t xml:space="preserve">, </w:t>
      </w:r>
      <w:r w:rsidRPr="002B3119">
        <w:t>planent et virent à grands coups d</w:t>
      </w:r>
      <w:r w:rsidR="00E4444A" w:rsidRPr="0099306C">
        <w:t>’</w:t>
      </w:r>
      <w:r w:rsidRPr="002B3119">
        <w:t>ailes</w:t>
      </w:r>
      <w:r w:rsidR="00E4444A" w:rsidRPr="0099306C">
        <w:t>.</w:t>
      </w:r>
    </w:p>
    <w:p w14:paraId="7F0C5B49" w14:textId="77777777" w:rsidR="00E4444A" w:rsidRPr="0099306C" w:rsidRDefault="002B3119" w:rsidP="002B3119">
      <w:r w:rsidRPr="002B3119">
        <w:t>Et les jours de fêtes</w:t>
      </w:r>
      <w:r w:rsidR="00E4444A" w:rsidRPr="0099306C">
        <w:t xml:space="preserve">, </w:t>
      </w:r>
      <w:r w:rsidRPr="002B3119">
        <w:t>comme elles s</w:t>
      </w:r>
      <w:r w:rsidR="00E4444A" w:rsidRPr="0099306C">
        <w:t>’</w:t>
      </w:r>
      <w:r w:rsidRPr="002B3119">
        <w:t>en donnent</w:t>
      </w:r>
      <w:r w:rsidR="00E4444A" w:rsidRPr="0099306C">
        <w:t> !</w:t>
      </w:r>
    </w:p>
    <w:p w14:paraId="1816EF64" w14:textId="77777777" w:rsidR="00E4444A" w:rsidRPr="0099306C" w:rsidRDefault="002B3119" w:rsidP="002B3119">
      <w:r w:rsidRPr="002B3119">
        <w:t>Il me semble les mieux aimer</w:t>
      </w:r>
      <w:r w:rsidR="00E4444A" w:rsidRPr="0099306C">
        <w:t xml:space="preserve">, </w:t>
      </w:r>
      <w:r w:rsidRPr="002B3119">
        <w:t>à présent</w:t>
      </w:r>
      <w:r w:rsidR="00E4444A" w:rsidRPr="0099306C">
        <w:t xml:space="preserve">, </w:t>
      </w:r>
      <w:r w:rsidRPr="002B3119">
        <w:t>ces cloches qui marquent de leur tintement les heures de la journée</w:t>
      </w:r>
      <w:r w:rsidR="00E4444A" w:rsidRPr="0099306C">
        <w:t xml:space="preserve">, </w:t>
      </w:r>
      <w:r w:rsidRPr="002B3119">
        <w:t>et je me rends compte du changement qui s</w:t>
      </w:r>
      <w:r w:rsidR="00E4444A" w:rsidRPr="0099306C">
        <w:t>’</w:t>
      </w:r>
      <w:r w:rsidRPr="002B3119">
        <w:t>opère en moi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vrai</w:t>
      </w:r>
      <w:r w:rsidR="00E4444A" w:rsidRPr="0099306C">
        <w:t xml:space="preserve">. </w:t>
      </w:r>
      <w:r w:rsidRPr="002B3119">
        <w:t>Le mariage nous embourgeoise toujours un peu</w:t>
      </w:r>
      <w:r w:rsidR="00E4444A" w:rsidRPr="0099306C">
        <w:t xml:space="preserve">. </w:t>
      </w:r>
      <w:r w:rsidRPr="002B3119">
        <w:t>Il y a dans mon existence</w:t>
      </w:r>
      <w:r w:rsidR="00E4444A" w:rsidRPr="0099306C">
        <w:t xml:space="preserve">, </w:t>
      </w:r>
      <w:r w:rsidRPr="002B3119">
        <w:t>depuis quelques semaines</w:t>
      </w:r>
      <w:r w:rsidR="00E4444A" w:rsidRPr="0099306C">
        <w:t xml:space="preserve">, </w:t>
      </w:r>
      <w:r w:rsidRPr="002B3119">
        <w:t>moins de ces r</w:t>
      </w:r>
      <w:r w:rsidRPr="002B3119">
        <w:t>ê</w:t>
      </w:r>
      <w:r w:rsidRPr="002B3119">
        <w:t>veries</w:t>
      </w:r>
      <w:r w:rsidR="00E4444A" w:rsidRPr="0099306C">
        <w:t xml:space="preserve">, </w:t>
      </w:r>
      <w:r w:rsidRPr="002B3119">
        <w:t>souvent stériles</w:t>
      </w:r>
      <w:r w:rsidR="00E4444A" w:rsidRPr="0099306C">
        <w:t xml:space="preserve">, </w:t>
      </w:r>
      <w:r w:rsidRPr="002B3119">
        <w:t>où l</w:t>
      </w:r>
      <w:r w:rsidR="00E4444A" w:rsidRPr="0099306C">
        <w:t>’</w:t>
      </w:r>
      <w:r w:rsidRPr="002B3119">
        <w:t>on s</w:t>
      </w:r>
      <w:r w:rsidR="00E4444A" w:rsidRPr="0099306C">
        <w:t>’</w:t>
      </w:r>
      <w:r w:rsidRPr="002B3119">
        <w:t>analyse</w:t>
      </w:r>
      <w:r w:rsidR="00E4444A" w:rsidRPr="0099306C">
        <w:t xml:space="preserve">, </w:t>
      </w:r>
      <w:r w:rsidRPr="002B3119">
        <w:t>où l</w:t>
      </w:r>
      <w:r w:rsidR="00E4444A" w:rsidRPr="0099306C">
        <w:t>’</w:t>
      </w:r>
      <w:r w:rsidRPr="002B3119">
        <w:t>on défriche un coin secret de son cœur</w:t>
      </w:r>
      <w:r w:rsidR="00E4444A" w:rsidRPr="0099306C">
        <w:t xml:space="preserve">. </w:t>
      </w:r>
      <w:r w:rsidRPr="002B3119">
        <w:t>Les heures que j</w:t>
      </w:r>
      <w:r w:rsidR="00E4444A" w:rsidRPr="0099306C">
        <w:t>’</w:t>
      </w:r>
      <w:r w:rsidRPr="002B3119">
        <w:t>ai tant connues</w:t>
      </w:r>
      <w:r w:rsidR="00E4444A" w:rsidRPr="0099306C">
        <w:t xml:space="preserve">, </w:t>
      </w:r>
      <w:r w:rsidRPr="002B3119">
        <w:t>où</w:t>
      </w:r>
      <w:r w:rsidR="00E4444A" w:rsidRPr="0099306C">
        <w:t xml:space="preserve">, </w:t>
      </w:r>
      <w:r w:rsidRPr="002B3119">
        <w:t>crispé sur un fauteuil</w:t>
      </w:r>
      <w:r w:rsidR="00E4444A" w:rsidRPr="0099306C">
        <w:t xml:space="preserve">, </w:t>
      </w:r>
      <w:r w:rsidRPr="002B3119">
        <w:t>je pourchassais une rime ou foui</w:t>
      </w:r>
      <w:r w:rsidRPr="002B3119">
        <w:t>l</w:t>
      </w:r>
      <w:r w:rsidRPr="002B3119">
        <w:t>lais une pensée</w:t>
      </w:r>
      <w:r w:rsidR="00E4444A" w:rsidRPr="0099306C">
        <w:t xml:space="preserve">, </w:t>
      </w:r>
      <w:r w:rsidRPr="002B3119">
        <w:t>devant ma femme je ne les oserais pas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entends plus</w:t>
      </w:r>
      <w:r w:rsidR="00E4444A" w:rsidRPr="0099306C">
        <w:t xml:space="preserve">, </w:t>
      </w:r>
      <w:r w:rsidRPr="002B3119">
        <w:t>quand je m</w:t>
      </w:r>
      <w:r w:rsidR="00E4444A" w:rsidRPr="0099306C">
        <w:t>’</w:t>
      </w:r>
      <w:r w:rsidRPr="002B3119">
        <w:t>enferme dans mon cabinet de travail</w:t>
      </w:r>
      <w:r w:rsidR="00E4444A" w:rsidRPr="0099306C">
        <w:t xml:space="preserve">, </w:t>
      </w:r>
      <w:r w:rsidRPr="002B3119">
        <w:t>rôder autour de moi la Solitude</w:t>
      </w:r>
      <w:r w:rsidR="00E4444A" w:rsidRPr="0099306C">
        <w:t xml:space="preserve">, </w:t>
      </w:r>
      <w:r w:rsidRPr="002B3119">
        <w:t>et le baiser de la Muse est plus rare au front des poètes mariés</w:t>
      </w:r>
      <w:r w:rsidR="00E4444A" w:rsidRPr="0099306C">
        <w:t xml:space="preserve">. </w:t>
      </w:r>
      <w:r w:rsidRPr="002B3119">
        <w:t>Mais aussi</w:t>
      </w:r>
      <w:r w:rsidR="00E4444A" w:rsidRPr="0099306C">
        <w:t xml:space="preserve">, </w:t>
      </w:r>
      <w:r w:rsidRPr="002B3119">
        <w:t>depuis quelque temps</w:t>
      </w:r>
      <w:r w:rsidR="00E4444A" w:rsidRPr="0099306C">
        <w:t xml:space="preserve">, </w:t>
      </w:r>
      <w:r w:rsidRPr="002B3119">
        <w:t>ma vie est plus harmonieuse</w:t>
      </w:r>
      <w:r w:rsidR="00E4444A" w:rsidRPr="0099306C">
        <w:t xml:space="preserve">, </w:t>
      </w:r>
      <w:r w:rsidRPr="002B3119">
        <w:t>mieux ordonnée</w:t>
      </w:r>
      <w:r w:rsidR="00E4444A" w:rsidRPr="0099306C">
        <w:t xml:space="preserve">. </w:t>
      </w:r>
      <w:r w:rsidRPr="002B3119">
        <w:t>Le lever du matin</w:t>
      </w:r>
      <w:r w:rsidR="00E4444A" w:rsidRPr="0099306C">
        <w:t xml:space="preserve">, </w:t>
      </w:r>
      <w:r w:rsidRPr="002B3119">
        <w:t>le premier déjeuner dans la chambre commune</w:t>
      </w:r>
      <w:r w:rsidR="00E4444A" w:rsidRPr="0099306C">
        <w:t xml:space="preserve">, </w:t>
      </w:r>
      <w:r w:rsidRPr="002B3119">
        <w:t>le départ pour le collège</w:t>
      </w:r>
      <w:r w:rsidR="00E4444A" w:rsidRPr="0099306C">
        <w:t xml:space="preserve">, </w:t>
      </w:r>
      <w:r w:rsidRPr="002B3119">
        <w:t>les repas</w:t>
      </w:r>
      <w:r w:rsidR="00E4444A" w:rsidRPr="0099306C">
        <w:t xml:space="preserve">, </w:t>
      </w:r>
      <w:r w:rsidRPr="002B3119">
        <w:t>la promenade</w:t>
      </w:r>
      <w:r w:rsidR="00E4444A" w:rsidRPr="0099306C">
        <w:t xml:space="preserve">, </w:t>
      </w:r>
      <w:r w:rsidRPr="002B3119">
        <w:t>par leur régulier retour</w:t>
      </w:r>
      <w:r w:rsidR="00E4444A" w:rsidRPr="0099306C">
        <w:t xml:space="preserve">, </w:t>
      </w:r>
      <w:r w:rsidRPr="002B3119">
        <w:t>césurent et scandent les journées</w:t>
      </w:r>
      <w:r w:rsidR="00E4444A" w:rsidRPr="0099306C">
        <w:t xml:space="preserve">. </w:t>
      </w:r>
      <w:r w:rsidRPr="002B3119">
        <w:t>Et j</w:t>
      </w:r>
      <w:r w:rsidR="00E4444A" w:rsidRPr="0099306C">
        <w:t>’</w:t>
      </w:r>
      <w:r w:rsidRPr="002B3119">
        <w:t>aime ces cloches qui me font mieux sentir la poésie de l</w:t>
      </w:r>
      <w:r w:rsidR="00E4444A" w:rsidRPr="0099306C">
        <w:t>’</w:t>
      </w:r>
      <w:r w:rsidRPr="002B3119">
        <w:t>habitude</w:t>
      </w:r>
      <w:r w:rsidR="00E4444A" w:rsidRPr="0099306C">
        <w:t xml:space="preserve">, </w:t>
      </w:r>
      <w:r w:rsidRPr="002B3119">
        <w:t>qui m</w:t>
      </w:r>
      <w:r w:rsidR="00E4444A" w:rsidRPr="0099306C">
        <w:t>’</w:t>
      </w:r>
      <w:r w:rsidRPr="002B3119">
        <w:t>aident à donner un rythme à ma vie</w:t>
      </w:r>
      <w:r w:rsidR="00E4444A" w:rsidRPr="0099306C">
        <w:t>.</w:t>
      </w:r>
    </w:p>
    <w:p w14:paraId="42EA8A26" w14:textId="77777777" w:rsidR="002B3119" w:rsidRPr="002B3119" w:rsidRDefault="002B3119" w:rsidP="002B3119"/>
    <w:p w14:paraId="3AC29DD6" w14:textId="77777777" w:rsidR="00E4444A" w:rsidRPr="0099306C" w:rsidRDefault="002B3119" w:rsidP="002B3119">
      <w:r w:rsidRPr="002B3119">
        <w:t>Chaque matin</w:t>
      </w:r>
      <w:r w:rsidR="00E4444A" w:rsidRPr="0099306C">
        <w:t xml:space="preserve">, </w:t>
      </w:r>
      <w:r w:rsidRPr="002B3119">
        <w:t>pendant que Jeanne</w:t>
      </w:r>
      <w:r w:rsidR="00E4444A" w:rsidRPr="0099306C">
        <w:t xml:space="preserve">, </w:t>
      </w:r>
      <w:r w:rsidRPr="002B3119">
        <w:t>obéissante aux conseils du docteur</w:t>
      </w:r>
      <w:r w:rsidR="00E4444A" w:rsidRPr="0099306C">
        <w:t xml:space="preserve">, </w:t>
      </w:r>
      <w:r w:rsidRPr="002B3119">
        <w:t>se repose et donne de son lit des ordres aux domestiques</w:t>
      </w:r>
      <w:r w:rsidR="00E4444A" w:rsidRPr="0099306C">
        <w:t xml:space="preserve">, </w:t>
      </w:r>
      <w:r w:rsidRPr="002B3119">
        <w:t>je pars pour le collège</w:t>
      </w:r>
      <w:r w:rsidR="00E4444A" w:rsidRPr="0099306C">
        <w:t xml:space="preserve">. </w:t>
      </w:r>
      <w:r w:rsidRPr="002B3119">
        <w:t>Je parle à mes jeunes bretons des premiers Capétiens ou de l</w:t>
      </w:r>
      <w:r w:rsidR="00E4444A" w:rsidRPr="0099306C">
        <w:t>’</w:t>
      </w:r>
      <w:r w:rsidRPr="002B3119">
        <w:t xml:space="preserve">avènement de </w:t>
      </w:r>
      <w:r w:rsidR="00E4444A" w:rsidRPr="002B3119">
        <w:lastRenderedPageBreak/>
        <w:t>Henri</w:t>
      </w:r>
      <w:r w:rsidR="00E4444A" w:rsidRPr="0099306C">
        <w:t> </w:t>
      </w:r>
      <w:r w:rsidR="00E4444A" w:rsidRPr="002B3119">
        <w:t>IV</w:t>
      </w:r>
      <w:r w:rsidR="00E4444A" w:rsidRPr="0099306C">
        <w:t xml:space="preserve">. </w:t>
      </w:r>
      <w:r w:rsidRPr="002B3119">
        <w:t>Mais les hauts faits de ces hommes illustres ne les passionnent guère</w:t>
      </w:r>
      <w:r w:rsidR="00E4444A" w:rsidRPr="0099306C">
        <w:t xml:space="preserve">, </w:t>
      </w:r>
      <w:r w:rsidRPr="002B3119">
        <w:t>et je sens bien que pour moi-même</w:t>
      </w:r>
      <w:r w:rsidR="00E4444A" w:rsidRPr="0099306C">
        <w:t xml:space="preserve">, </w:t>
      </w:r>
      <w:r w:rsidRPr="002B3119">
        <w:t>dans peu de mois</w:t>
      </w:r>
      <w:r w:rsidR="00E4444A" w:rsidRPr="0099306C">
        <w:t xml:space="preserve">, </w:t>
      </w:r>
      <w:r w:rsidRPr="002B3119">
        <w:t>les moindres gestes d</w:t>
      </w:r>
      <w:r w:rsidR="00E4444A" w:rsidRPr="0099306C">
        <w:t>’</w:t>
      </w:r>
      <w:r w:rsidRPr="002B3119">
        <w:t>Yvette seront d</w:t>
      </w:r>
      <w:r w:rsidR="00E4444A" w:rsidRPr="0099306C">
        <w:t>’</w:t>
      </w:r>
      <w:r w:rsidRPr="002B3119">
        <w:t>une tout autre importance</w:t>
      </w:r>
      <w:r w:rsidR="00E4444A" w:rsidRPr="0099306C">
        <w:t>.</w:t>
      </w:r>
    </w:p>
    <w:p w14:paraId="572DDFE6" w14:textId="77777777" w:rsidR="00E4444A" w:rsidRPr="0099306C" w:rsidRDefault="00333A9B" w:rsidP="002B3119">
      <w:r w:rsidRPr="0099306C">
        <w:t>À</w:t>
      </w:r>
      <w:r w:rsidR="002B3119" w:rsidRPr="002B3119">
        <w:t xml:space="preserve"> quatre heures</w:t>
      </w:r>
      <w:r w:rsidR="00E4444A" w:rsidRPr="0099306C">
        <w:t xml:space="preserve">, </w:t>
      </w:r>
      <w:r w:rsidR="002B3119" w:rsidRPr="002B3119">
        <w:t>si le temps le permet</w:t>
      </w:r>
      <w:r w:rsidR="00E4444A" w:rsidRPr="0099306C">
        <w:t xml:space="preserve">, </w:t>
      </w:r>
      <w:r w:rsidR="002B3119" w:rsidRPr="002B3119">
        <w:t>je vais retrouver Jeanne</w:t>
      </w:r>
      <w:r w:rsidR="00E4444A" w:rsidRPr="0099306C">
        <w:t xml:space="preserve">. </w:t>
      </w:r>
      <w:r w:rsidR="002B3119" w:rsidRPr="002B3119">
        <w:t>Nous sortons ensemble</w:t>
      </w:r>
      <w:r w:rsidR="00E4444A" w:rsidRPr="0099306C">
        <w:t xml:space="preserve">, </w:t>
      </w:r>
      <w:r w:rsidR="002B3119" w:rsidRPr="002B3119">
        <w:t>et ce sont les meilleures heures de la journée</w:t>
      </w:r>
      <w:r w:rsidR="00E4444A" w:rsidRPr="0099306C">
        <w:t>.</w:t>
      </w:r>
    </w:p>
    <w:p w14:paraId="15F36D7F" w14:textId="77777777" w:rsidR="00E4444A" w:rsidRPr="0099306C" w:rsidRDefault="002B3119" w:rsidP="002B3119">
      <w:r w:rsidRPr="002B3119">
        <w:t>En quelques minutes nous avons quitté la ville et nous suivons le chemin qui longe le canal</w:t>
      </w:r>
      <w:r w:rsidR="00E4444A" w:rsidRPr="0099306C">
        <w:t xml:space="preserve">. </w:t>
      </w:r>
      <w:r w:rsidRPr="002B3119">
        <w:t>Nous avançons à pas lents</w:t>
      </w:r>
      <w:r w:rsidR="00E4444A" w:rsidRPr="0099306C">
        <w:t xml:space="preserve">, </w:t>
      </w:r>
      <w:r w:rsidRPr="002B3119">
        <w:t>car la future maman ne doit pas se fatiguer</w:t>
      </w:r>
      <w:r w:rsidR="00E4444A" w:rsidRPr="0099306C">
        <w:t xml:space="preserve">. </w:t>
      </w:r>
      <w:r w:rsidRPr="002B3119">
        <w:t>Le fardeau qu</w:t>
      </w:r>
      <w:r w:rsidR="00E4444A" w:rsidRPr="0099306C">
        <w:t>’</w:t>
      </w:r>
      <w:r w:rsidRPr="002B3119">
        <w:t>elle porte ne gêne pas trop sa marche</w:t>
      </w:r>
      <w:r w:rsidR="00E4444A" w:rsidRPr="0099306C">
        <w:t xml:space="preserve">, </w:t>
      </w:r>
      <w:r w:rsidRPr="002B3119">
        <w:t>et ses genoux se meuvent librement sous les plis de sa jupe légère</w:t>
      </w:r>
      <w:r w:rsidR="00E4444A" w:rsidRPr="0099306C">
        <w:t xml:space="preserve">. </w:t>
      </w:r>
      <w:r w:rsidRPr="002B3119">
        <w:t>Jeanne n</w:t>
      </w:r>
      <w:r w:rsidR="00E4444A" w:rsidRPr="0099306C">
        <w:t>’</w:t>
      </w:r>
      <w:r w:rsidRPr="002B3119">
        <w:t>est ni grande ni petite</w:t>
      </w:r>
      <w:r w:rsidR="00E4444A" w:rsidRPr="0099306C">
        <w:t xml:space="preserve">, </w:t>
      </w:r>
      <w:r w:rsidRPr="002B3119">
        <w:t>et conserve toujours sa grâce</w:t>
      </w:r>
      <w:r w:rsidR="00E4444A" w:rsidRPr="0099306C">
        <w:t xml:space="preserve">, </w:t>
      </w:r>
      <w:r w:rsidRPr="002B3119">
        <w:t>son élégance naturelles</w:t>
      </w:r>
      <w:r w:rsidR="00E4444A" w:rsidRPr="0099306C">
        <w:t xml:space="preserve">. </w:t>
      </w:r>
      <w:r w:rsidRPr="002B3119">
        <w:t>Son enfance orpheline lui laissait</w:t>
      </w:r>
      <w:r w:rsidR="00E4444A" w:rsidRPr="0099306C">
        <w:t xml:space="preserve">, </w:t>
      </w:r>
      <w:r w:rsidRPr="002B3119">
        <w:t>par moments</w:t>
      </w:r>
      <w:r w:rsidR="00E4444A" w:rsidRPr="0099306C">
        <w:t xml:space="preserve">, </w:t>
      </w:r>
      <w:r w:rsidRPr="002B3119">
        <w:t>un voile de tristesse dont je m</w:t>
      </w:r>
      <w:r w:rsidR="00E4444A" w:rsidRPr="0099306C">
        <w:t>’</w:t>
      </w:r>
      <w:r w:rsidRPr="002B3119">
        <w:t>étais préoccupé a</w:t>
      </w:r>
      <w:r w:rsidRPr="002B3119">
        <w:t>u</w:t>
      </w:r>
      <w:r w:rsidRPr="002B3119">
        <w:t>trefois</w:t>
      </w:r>
      <w:r w:rsidR="00E4444A" w:rsidRPr="0099306C">
        <w:t xml:space="preserve">. </w:t>
      </w:r>
      <w:r w:rsidRPr="002B3119">
        <w:t>Toute jeune</w:t>
      </w:r>
      <w:r w:rsidR="00E4444A" w:rsidRPr="0099306C">
        <w:t xml:space="preserve">, </w:t>
      </w:r>
      <w:r w:rsidRPr="002B3119">
        <w:t>elle avait perdu ses parents</w:t>
      </w:r>
      <w:r w:rsidR="00E4444A" w:rsidRPr="0099306C">
        <w:t xml:space="preserve">. </w:t>
      </w:r>
      <w:r w:rsidRPr="002B3119">
        <w:t>Sa mère</w:t>
      </w:r>
      <w:r w:rsidR="00E4444A" w:rsidRPr="0099306C">
        <w:t xml:space="preserve">, </w:t>
      </w:r>
      <w:r w:rsidRPr="002B3119">
        <w:t>neurasthénique</w:t>
      </w:r>
      <w:r w:rsidR="00E4444A" w:rsidRPr="0099306C">
        <w:t xml:space="preserve">, </w:t>
      </w:r>
      <w:r w:rsidRPr="002B3119">
        <w:t>était morte dans une maison de santé</w:t>
      </w:r>
      <w:r w:rsidR="00E4444A" w:rsidRPr="0099306C">
        <w:t xml:space="preserve">. </w:t>
      </w:r>
      <w:r w:rsidRPr="002B3119">
        <w:t>Son père</w:t>
      </w:r>
      <w:r w:rsidR="00E4444A" w:rsidRPr="0099306C">
        <w:t xml:space="preserve">, </w:t>
      </w:r>
      <w:r w:rsidRPr="002B3119">
        <w:t>vieilli par le chagrin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avait survécu que peu de temps</w:t>
      </w:r>
      <w:r w:rsidR="00E4444A" w:rsidRPr="0099306C">
        <w:t xml:space="preserve">. </w:t>
      </w:r>
      <w:r w:rsidRPr="002B3119">
        <w:t>La pensée de ce drame obscur m</w:t>
      </w:r>
      <w:r w:rsidR="00E4444A" w:rsidRPr="0099306C">
        <w:t>’</w:t>
      </w:r>
      <w:r w:rsidRPr="002B3119">
        <w:t>avait valu des heures d</w:t>
      </w:r>
      <w:r w:rsidR="00E4444A" w:rsidRPr="0099306C">
        <w:t>’</w:t>
      </w:r>
      <w:r w:rsidRPr="002B3119">
        <w:t>angoisse</w:t>
      </w:r>
      <w:r w:rsidR="00E4444A" w:rsidRPr="0099306C">
        <w:t xml:space="preserve">. </w:t>
      </w:r>
      <w:r w:rsidRPr="002B3119">
        <w:t>Mais la sérénité de Jeanne achève de dissiper mes appréhensions</w:t>
      </w:r>
      <w:r w:rsidR="00E4444A" w:rsidRPr="0099306C">
        <w:t xml:space="preserve">. </w:t>
      </w:r>
      <w:r w:rsidRPr="002B3119">
        <w:t>Son expression volontaire</w:t>
      </w:r>
      <w:r w:rsidR="00E4444A" w:rsidRPr="0099306C">
        <w:t xml:space="preserve">, </w:t>
      </w:r>
      <w:r w:rsidRPr="002B3119">
        <w:t>qui m</w:t>
      </w:r>
      <w:r w:rsidR="00E4444A" w:rsidRPr="0099306C">
        <w:t>’</w:t>
      </w:r>
      <w:r w:rsidRPr="002B3119">
        <w:t>étonnait quelquefois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est radoucie depuis qu</w:t>
      </w:r>
      <w:r w:rsidR="00E4444A" w:rsidRPr="0099306C">
        <w:t>’</w:t>
      </w:r>
      <w:r w:rsidRPr="002B3119">
        <w:t>elle attend un bébé</w:t>
      </w:r>
      <w:r w:rsidR="00E4444A" w:rsidRPr="0099306C">
        <w:t xml:space="preserve">. </w:t>
      </w:r>
      <w:r w:rsidRPr="002B3119">
        <w:t>Et si elle est un peu déçue</w:t>
      </w:r>
      <w:r w:rsidR="00E4444A" w:rsidRPr="0099306C">
        <w:t xml:space="preserve">, </w:t>
      </w:r>
      <w:r w:rsidRPr="002B3119">
        <w:t>ce printemps</w:t>
      </w:r>
      <w:r w:rsidR="00E4444A" w:rsidRPr="0099306C">
        <w:t xml:space="preserve">, </w:t>
      </w:r>
      <w:r w:rsidRPr="002B3119">
        <w:t>de ne pouvoir porter ses jolies robes de jeune mariée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elle ne devine pas</w:t>
      </w:r>
      <w:r w:rsidR="00E4444A" w:rsidRPr="0099306C">
        <w:t xml:space="preserve">, </w:t>
      </w:r>
      <w:r w:rsidRPr="002B3119">
        <w:t>semblable à beaucoup de femmes</w:t>
      </w:r>
      <w:r w:rsidR="00E4444A" w:rsidRPr="0099306C">
        <w:t xml:space="preserve">, </w:t>
      </w:r>
      <w:r w:rsidRPr="002B3119">
        <w:t>combien sa maternité l</w:t>
      </w:r>
      <w:r w:rsidR="00E4444A" w:rsidRPr="0099306C">
        <w:t>’</w:t>
      </w:r>
      <w:r w:rsidRPr="002B3119">
        <w:t>embellit</w:t>
      </w:r>
      <w:r w:rsidR="00E4444A" w:rsidRPr="0099306C">
        <w:t>.</w:t>
      </w:r>
    </w:p>
    <w:p w14:paraId="36BC6D0A" w14:textId="77777777" w:rsidR="00E4444A" w:rsidRPr="0099306C" w:rsidRDefault="002B3119" w:rsidP="002B3119">
      <w:r w:rsidRPr="002B3119">
        <w:t>Ce chemin de halage est notre promenade favorite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endroit est délicieusement calme</w:t>
      </w:r>
      <w:r w:rsidR="00E4444A" w:rsidRPr="0099306C">
        <w:t xml:space="preserve">, </w:t>
      </w:r>
      <w:r w:rsidRPr="002B3119">
        <w:t>et le murmure des aulnes</w:t>
      </w:r>
      <w:r w:rsidR="00E4444A" w:rsidRPr="0099306C">
        <w:t xml:space="preserve">, </w:t>
      </w:r>
      <w:r w:rsidRPr="002B3119">
        <w:t>dont le feuillage bruit au moindre souffle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 pas l</w:t>
      </w:r>
      <w:r w:rsidR="00E4444A" w:rsidRPr="0099306C">
        <w:t>’</w:t>
      </w:r>
      <w:r w:rsidRPr="002B3119">
        <w:t xml:space="preserve">air </w:t>
      </w:r>
      <w:r w:rsidR="00BE4B9E">
        <w:t xml:space="preserve">de </w:t>
      </w:r>
      <w:r w:rsidRPr="002B3119">
        <w:t>troubler le silence</w:t>
      </w:r>
      <w:r w:rsidR="00E4444A" w:rsidRPr="0099306C">
        <w:t xml:space="preserve">. </w:t>
      </w:r>
      <w:r w:rsidRPr="002B3119">
        <w:t>De l</w:t>
      </w:r>
      <w:r w:rsidR="00E4444A" w:rsidRPr="0099306C">
        <w:t>’</w:t>
      </w:r>
      <w:r w:rsidRPr="002B3119">
        <w:t xml:space="preserve">autre côté de </w:t>
      </w:r>
      <w:r w:rsidR="00BE4B9E">
        <w:t xml:space="preserve">la </w:t>
      </w:r>
      <w:r w:rsidRPr="002B3119">
        <w:t>rivière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horizon s</w:t>
      </w:r>
      <w:r w:rsidR="00E4444A" w:rsidRPr="0099306C">
        <w:t>’</w:t>
      </w:r>
      <w:r w:rsidRPr="002B3119">
        <w:t>élargit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harmonie des coteaux</w:t>
      </w:r>
      <w:r w:rsidR="00E4444A" w:rsidRPr="0099306C">
        <w:t xml:space="preserve">, </w:t>
      </w:r>
      <w:r w:rsidRPr="002B3119">
        <w:t>la pureté de l</w:t>
      </w:r>
      <w:r w:rsidR="00E4444A" w:rsidRPr="0099306C">
        <w:t>’</w:t>
      </w:r>
      <w:r w:rsidRPr="002B3119">
        <w:t>air font de ce lieu</w:t>
      </w:r>
      <w:r w:rsidR="00E4444A" w:rsidRPr="0099306C">
        <w:t xml:space="preserve">, </w:t>
      </w:r>
      <w:r w:rsidRPr="002B3119">
        <w:t>dirait Verlaine</w:t>
      </w:r>
      <w:r w:rsidR="00E4444A" w:rsidRPr="0099306C">
        <w:t xml:space="preserve">, </w:t>
      </w:r>
      <w:r w:rsidRPr="002B3119">
        <w:rPr>
          <w:i/>
        </w:rPr>
        <w:t>un paysage choisi</w:t>
      </w:r>
      <w:r w:rsidR="00E4444A" w:rsidRPr="0099306C">
        <w:t xml:space="preserve">. </w:t>
      </w:r>
      <w:r w:rsidRPr="002B3119">
        <w:t>Et nous songeons que l</w:t>
      </w:r>
      <w:r w:rsidR="00E4444A" w:rsidRPr="0099306C">
        <w:t>’</w:t>
      </w:r>
      <w:r w:rsidRPr="002B3119">
        <w:t xml:space="preserve">an </w:t>
      </w:r>
      <w:r w:rsidRPr="002B3119">
        <w:lastRenderedPageBreak/>
        <w:t>prochain</w:t>
      </w:r>
      <w:r w:rsidR="00E4444A" w:rsidRPr="0099306C">
        <w:t xml:space="preserve">, </w:t>
      </w:r>
      <w:r w:rsidRPr="002B3119">
        <w:t>sur ce même sentier et par un printemps pareil</w:t>
      </w:r>
      <w:r w:rsidR="00E4444A" w:rsidRPr="0099306C">
        <w:t xml:space="preserve">, </w:t>
      </w:r>
      <w:r w:rsidRPr="002B3119">
        <w:t>une jolie voiture d</w:t>
      </w:r>
      <w:r w:rsidR="00E4444A" w:rsidRPr="0099306C">
        <w:t>’</w:t>
      </w:r>
      <w:r w:rsidRPr="002B3119">
        <w:t>enfant bercera les sommeils d</w:t>
      </w:r>
      <w:r w:rsidR="00E4444A" w:rsidRPr="0099306C">
        <w:t>’</w:t>
      </w:r>
      <w:r w:rsidRPr="002B3119">
        <w:t>Yvette</w:t>
      </w:r>
      <w:r w:rsidR="00E4444A" w:rsidRPr="0099306C">
        <w:t>.</w:t>
      </w:r>
    </w:p>
    <w:p w14:paraId="75AFF28B" w14:textId="77777777" w:rsidR="00E4444A" w:rsidRPr="0099306C" w:rsidRDefault="002B3119" w:rsidP="002B3119">
      <w:r w:rsidRPr="002B3119">
        <w:t>Une petite fille</w:t>
      </w:r>
      <w:r w:rsidR="00E4444A" w:rsidRPr="0099306C">
        <w:t xml:space="preserve">, </w:t>
      </w:r>
      <w:r w:rsidRPr="002B3119">
        <w:t>assise sur un talus</w:t>
      </w:r>
      <w:r w:rsidR="00E4444A" w:rsidRPr="0099306C">
        <w:t xml:space="preserve">, </w:t>
      </w:r>
      <w:r w:rsidRPr="002B3119">
        <w:t>qui tricote un bas tout en gardant sa vache</w:t>
      </w:r>
      <w:r w:rsidR="00E4444A" w:rsidRPr="0099306C">
        <w:t xml:space="preserve">, </w:t>
      </w:r>
      <w:r w:rsidRPr="002B3119">
        <w:t>nous dit bonjour au passage</w:t>
      </w:r>
      <w:r w:rsidR="00E4444A" w:rsidRPr="0099306C">
        <w:t xml:space="preserve">, </w:t>
      </w:r>
      <w:r w:rsidRPr="002B3119">
        <w:t>et la vache elle-même</w:t>
      </w:r>
      <w:r w:rsidR="00E4444A" w:rsidRPr="0099306C">
        <w:t xml:space="preserve">, </w:t>
      </w:r>
      <w:r w:rsidRPr="002B3119">
        <w:t>enfoncée jusqu</w:t>
      </w:r>
      <w:r w:rsidR="00E4444A" w:rsidRPr="0099306C">
        <w:t>’</w:t>
      </w:r>
      <w:r w:rsidRPr="002B3119">
        <w:t>au poitrail dans les herbes de la rive</w:t>
      </w:r>
      <w:r w:rsidR="00E4444A" w:rsidRPr="0099306C">
        <w:t xml:space="preserve">, </w:t>
      </w:r>
      <w:r w:rsidRPr="002B3119">
        <w:t>lève les yeux</w:t>
      </w:r>
      <w:r w:rsidR="00E4444A" w:rsidRPr="0099306C">
        <w:t xml:space="preserve">, </w:t>
      </w:r>
      <w:r w:rsidRPr="002B3119">
        <w:t>nous considère</w:t>
      </w:r>
      <w:r w:rsidR="00E4444A" w:rsidRPr="0099306C">
        <w:t xml:space="preserve">, </w:t>
      </w:r>
      <w:r w:rsidRPr="002B3119">
        <w:t>puis se remet à paître</w:t>
      </w:r>
      <w:r w:rsidR="00E4444A" w:rsidRPr="0099306C">
        <w:t xml:space="preserve">, </w:t>
      </w:r>
      <w:r w:rsidRPr="002B3119">
        <w:t>rassurée</w:t>
      </w:r>
      <w:r w:rsidR="00E4444A" w:rsidRPr="0099306C">
        <w:t>.</w:t>
      </w:r>
    </w:p>
    <w:p w14:paraId="79F8BD7F" w14:textId="77777777" w:rsidR="00E4444A" w:rsidRPr="0099306C" w:rsidRDefault="002B3119" w:rsidP="002B3119">
      <w:r w:rsidRPr="002B3119">
        <w:t>Il y a un banc que nous connaissons bien</w:t>
      </w:r>
      <w:r w:rsidR="00E4444A" w:rsidRPr="0099306C">
        <w:t xml:space="preserve">, </w:t>
      </w:r>
      <w:r w:rsidRPr="002B3119">
        <w:t>et que nous appelons</w:t>
      </w:r>
      <w:r w:rsidR="00E4444A" w:rsidRPr="0099306C">
        <w:t xml:space="preserve">, </w:t>
      </w:r>
      <w:r w:rsidRPr="002B3119">
        <w:t>comme de juste</w:t>
      </w:r>
      <w:r w:rsidR="00E4444A" w:rsidRPr="0099306C">
        <w:t xml:space="preserve">, </w:t>
      </w:r>
      <w:r w:rsidRPr="00506709">
        <w:rPr>
          <w:i/>
        </w:rPr>
        <w:t>notre</w:t>
      </w:r>
      <w:r w:rsidRPr="002B3119">
        <w:t xml:space="preserve"> banc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la halte que nous aimons</w:t>
      </w:r>
      <w:r w:rsidR="00E4444A" w:rsidRPr="0099306C">
        <w:t xml:space="preserve">, </w:t>
      </w:r>
      <w:r w:rsidRPr="002B3119">
        <w:t>heureux de jouir de l</w:t>
      </w:r>
      <w:r w:rsidR="00E4444A" w:rsidRPr="0099306C">
        <w:t>’</w:t>
      </w:r>
      <w:r w:rsidRPr="002B3119">
        <w:t>heure</w:t>
      </w:r>
      <w:r w:rsidR="00E4444A" w:rsidRPr="0099306C">
        <w:t xml:space="preserve">, </w:t>
      </w:r>
      <w:r w:rsidRPr="002B3119">
        <w:t>de respirer tout le ciel</w:t>
      </w:r>
      <w:r w:rsidR="00E4444A" w:rsidRPr="0099306C">
        <w:t xml:space="preserve">. </w:t>
      </w:r>
      <w:r w:rsidRPr="002B3119">
        <w:t>Tout est joli dans ce grand silence</w:t>
      </w:r>
      <w:r w:rsidR="00E4444A" w:rsidRPr="0099306C">
        <w:t xml:space="preserve">. </w:t>
      </w:r>
      <w:r w:rsidRPr="002B3119">
        <w:t>Le moindre bruit lointain a son importance</w:t>
      </w:r>
      <w:r w:rsidR="00E4444A" w:rsidRPr="0099306C">
        <w:t xml:space="preserve">, </w:t>
      </w:r>
      <w:r w:rsidRPr="002B3119">
        <w:t>sa signification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dans le pri</w:t>
      </w:r>
      <w:r w:rsidRPr="002B3119">
        <w:t>n</w:t>
      </w:r>
      <w:r w:rsidRPr="002B3119">
        <w:t>temps sonore</w:t>
      </w:r>
      <w:r w:rsidR="00E4444A" w:rsidRPr="0099306C">
        <w:t xml:space="preserve">, </w:t>
      </w:r>
      <w:r w:rsidRPr="002B3119">
        <w:t>prend je ne sais quoi de cristallin</w:t>
      </w:r>
      <w:r w:rsidR="00E4444A" w:rsidRPr="0099306C">
        <w:t xml:space="preserve">. </w:t>
      </w:r>
      <w:r w:rsidRPr="002B3119">
        <w:t>Parfois</w:t>
      </w:r>
      <w:r w:rsidR="00E4444A" w:rsidRPr="0099306C">
        <w:t xml:space="preserve">, </w:t>
      </w:r>
      <w:r w:rsidRPr="002B3119">
        <w:t>à quelques mètres de nous</w:t>
      </w:r>
      <w:r w:rsidR="00E4444A" w:rsidRPr="0099306C">
        <w:t xml:space="preserve">, </w:t>
      </w:r>
      <w:r w:rsidRPr="002B3119">
        <w:t>passe un bateau de marinier</w:t>
      </w:r>
      <w:r w:rsidR="00E4444A" w:rsidRPr="0099306C">
        <w:t xml:space="preserve">, </w:t>
      </w:r>
      <w:r w:rsidRPr="002B3119">
        <w:t>qui glisse lentement au fil de l</w:t>
      </w:r>
      <w:r w:rsidR="00E4444A" w:rsidRPr="0099306C">
        <w:t>’</w:t>
      </w:r>
      <w:r w:rsidRPr="002B3119">
        <w:t>eau sans même déranger le so</w:t>
      </w:r>
      <w:r w:rsidRPr="002B3119">
        <w:t>m</w:t>
      </w:r>
      <w:r w:rsidRPr="002B3119">
        <w:t>meil de la rivière</w:t>
      </w:r>
      <w:r w:rsidR="00E4444A" w:rsidRPr="0099306C">
        <w:t xml:space="preserve">. </w:t>
      </w:r>
      <w:r w:rsidRPr="002B3119">
        <w:t>Un peu de fumée</w:t>
      </w:r>
      <w:r w:rsidR="00E4444A" w:rsidRPr="0099306C">
        <w:t xml:space="preserve">, </w:t>
      </w:r>
      <w:r w:rsidRPr="002B3119">
        <w:t>qui sort de la cuisine</w:t>
      </w:r>
      <w:r w:rsidR="00E4444A" w:rsidRPr="0099306C">
        <w:t xml:space="preserve">, </w:t>
      </w:r>
      <w:r w:rsidRPr="002B3119">
        <w:t>annonce le repas préparé</w:t>
      </w:r>
      <w:r w:rsidR="00E4444A" w:rsidRPr="0099306C">
        <w:t xml:space="preserve">. </w:t>
      </w:r>
      <w:r w:rsidRPr="002B3119">
        <w:t>Un enfant regarde</w:t>
      </w:r>
      <w:r w:rsidR="00E4444A" w:rsidRPr="0099306C">
        <w:t xml:space="preserve">, </w:t>
      </w:r>
      <w:r w:rsidRPr="002B3119">
        <w:t>assis sur le pont</w:t>
      </w:r>
      <w:r w:rsidR="00E4444A" w:rsidRPr="0099306C">
        <w:t xml:space="preserve">. </w:t>
      </w:r>
      <w:r w:rsidRPr="002B3119">
        <w:t>Une femme le surveille</w:t>
      </w:r>
      <w:r w:rsidR="00E4444A" w:rsidRPr="0099306C">
        <w:t xml:space="preserve">, </w:t>
      </w:r>
      <w:r w:rsidRPr="002B3119">
        <w:t>tout en achevant quelque tr</w:t>
      </w:r>
      <w:r w:rsidRPr="002B3119">
        <w:t>a</w:t>
      </w:r>
      <w:r w:rsidRPr="002B3119">
        <w:t>vail d</w:t>
      </w:r>
      <w:r w:rsidR="00E4444A" w:rsidRPr="0099306C">
        <w:t>’</w:t>
      </w:r>
      <w:r w:rsidRPr="002B3119">
        <w:t>aiguille</w:t>
      </w:r>
      <w:r w:rsidR="00E4444A" w:rsidRPr="0099306C">
        <w:t xml:space="preserve">. </w:t>
      </w:r>
      <w:r w:rsidRPr="002B3119">
        <w:t>Et le profil de l</w:t>
      </w:r>
      <w:r w:rsidR="00E4444A" w:rsidRPr="0099306C">
        <w:t>’</w:t>
      </w:r>
      <w:r w:rsidRPr="002B3119">
        <w:t>homme</w:t>
      </w:r>
      <w:r w:rsidR="00E4444A" w:rsidRPr="0099306C">
        <w:t xml:space="preserve">, </w:t>
      </w:r>
      <w:r w:rsidRPr="002B3119">
        <w:t>debout à la barre</w:t>
      </w:r>
      <w:r w:rsidR="00E4444A" w:rsidRPr="0099306C">
        <w:t xml:space="preserve">, </w:t>
      </w:r>
      <w:r w:rsidRPr="002B3119">
        <w:t>se découpe</w:t>
      </w:r>
      <w:r w:rsidR="00E4444A" w:rsidRPr="0099306C">
        <w:t xml:space="preserve">, </w:t>
      </w:r>
      <w:r w:rsidRPr="002B3119">
        <w:t>très en relief sur la pâleur du ciel</w:t>
      </w:r>
      <w:r w:rsidR="00E4444A" w:rsidRPr="0099306C">
        <w:t>.</w:t>
      </w:r>
    </w:p>
    <w:p w14:paraId="568AACD8" w14:textId="77777777" w:rsidR="00E4444A" w:rsidRPr="0099306C" w:rsidRDefault="002B3119" w:rsidP="002B3119">
      <w:r w:rsidRPr="0069659E">
        <w:t>Quand Jeanne a envie de marcher</w:t>
      </w:r>
      <w:r w:rsidR="00E4444A" w:rsidRPr="0069659E">
        <w:t xml:space="preserve">, </w:t>
      </w:r>
      <w:r w:rsidRPr="0069659E">
        <w:t>nous poussons un peu plus loin</w:t>
      </w:r>
      <w:r w:rsidR="00E4444A" w:rsidRPr="0069659E">
        <w:t xml:space="preserve">, </w:t>
      </w:r>
      <w:r w:rsidRPr="0069659E">
        <w:t>jusqu</w:t>
      </w:r>
      <w:r w:rsidR="00E4444A" w:rsidRPr="0069659E">
        <w:t>’</w:t>
      </w:r>
      <w:r w:rsidRPr="0069659E">
        <w:t>à l</w:t>
      </w:r>
      <w:r w:rsidR="00E4444A" w:rsidRPr="0069659E">
        <w:t>’</w:t>
      </w:r>
      <w:r w:rsidRPr="0069659E">
        <w:t>écluse</w:t>
      </w:r>
      <w:r w:rsidR="00E4444A" w:rsidRPr="0069659E">
        <w:t xml:space="preserve">. </w:t>
      </w:r>
      <w:r w:rsidRPr="0069659E">
        <w:t>La femme de l</w:t>
      </w:r>
      <w:r w:rsidR="00E4444A" w:rsidRPr="0069659E">
        <w:t>’</w:t>
      </w:r>
      <w:r w:rsidRPr="0069659E">
        <w:t>éclusier nous accueille dans son jardinet de garde-barrière</w:t>
      </w:r>
      <w:r w:rsidR="00E4444A" w:rsidRPr="0069659E">
        <w:t xml:space="preserve">, </w:t>
      </w:r>
      <w:r w:rsidRPr="0069659E">
        <w:t xml:space="preserve">contente de nous faire </w:t>
      </w:r>
      <w:r w:rsidRPr="002B3119">
        <w:t>admirer son dernier-né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une belle fille</w:t>
      </w:r>
      <w:r w:rsidR="00E4444A" w:rsidRPr="0099306C">
        <w:t xml:space="preserve">, </w:t>
      </w:r>
      <w:r w:rsidRPr="002B3119">
        <w:t>un peu hâlée par le grand air</w:t>
      </w:r>
      <w:r w:rsidR="00E4444A" w:rsidRPr="0099306C">
        <w:t xml:space="preserve">, </w:t>
      </w:r>
      <w:r w:rsidRPr="002B3119">
        <w:t>jeune encore et bien campée</w:t>
      </w:r>
      <w:r w:rsidR="00E4444A" w:rsidRPr="0099306C">
        <w:t xml:space="preserve">, </w:t>
      </w:r>
      <w:r w:rsidRPr="002B3119">
        <w:t>avec sa jupe trop courte et ses pieds nus dans ses sabots</w:t>
      </w:r>
      <w:r w:rsidR="00E4444A" w:rsidRPr="0099306C">
        <w:t xml:space="preserve">. </w:t>
      </w:r>
      <w:r w:rsidRPr="002B3119">
        <w:t>Deux autres enfants s</w:t>
      </w:r>
      <w:r w:rsidR="00E4444A" w:rsidRPr="0099306C">
        <w:t>’</w:t>
      </w:r>
      <w:r w:rsidRPr="002B3119">
        <w:t>accrochent à son tablier</w:t>
      </w:r>
      <w:r w:rsidR="00E4444A" w:rsidRPr="0099306C">
        <w:t xml:space="preserve">, </w:t>
      </w:r>
      <w:r w:rsidRPr="002B3119">
        <w:t>mais c</w:t>
      </w:r>
      <w:r w:rsidR="00E4444A" w:rsidRPr="0099306C">
        <w:t>’</w:t>
      </w:r>
      <w:r w:rsidRPr="002B3119">
        <w:t>est le petit qui nous intéresse</w:t>
      </w:r>
      <w:r w:rsidR="00E4444A" w:rsidRPr="0099306C">
        <w:t xml:space="preserve">. </w:t>
      </w:r>
      <w:r w:rsidRPr="002B3119">
        <w:t>Les deux femmes s</w:t>
      </w:r>
      <w:r w:rsidR="00E4444A" w:rsidRPr="0099306C">
        <w:t>’</w:t>
      </w:r>
      <w:r w:rsidRPr="002B3119">
        <w:t>interrogent et se comprennent</w:t>
      </w:r>
      <w:r w:rsidR="00E4444A" w:rsidRPr="0099306C">
        <w:t xml:space="preserve">, </w:t>
      </w:r>
      <w:r w:rsidRPr="002B3119">
        <w:t>tout de suite d</w:t>
      </w:r>
      <w:r w:rsidR="00E4444A" w:rsidRPr="0099306C">
        <w:t>’</w:t>
      </w:r>
      <w:r w:rsidRPr="002B3119">
        <w:t>accord</w:t>
      </w:r>
      <w:r w:rsidR="00E4444A" w:rsidRPr="0099306C">
        <w:t xml:space="preserve">, </w:t>
      </w:r>
      <w:r w:rsidRPr="002B3119">
        <w:t>réunies par leur co</w:t>
      </w:r>
      <w:r w:rsidRPr="002B3119">
        <w:t>m</w:t>
      </w:r>
      <w:r w:rsidRPr="002B3119">
        <w:t>mune maternité</w:t>
      </w:r>
      <w:r w:rsidR="00E4444A" w:rsidRPr="0099306C">
        <w:t xml:space="preserve">. </w:t>
      </w:r>
      <w:r w:rsidRPr="002B3119">
        <w:t>Jeanne n</w:t>
      </w:r>
      <w:r w:rsidR="00E4444A" w:rsidRPr="0099306C">
        <w:t>’</w:t>
      </w:r>
      <w:r w:rsidRPr="002B3119">
        <w:t>a plus rien de ce qu</w:t>
      </w:r>
      <w:r w:rsidR="00E4444A" w:rsidRPr="0099306C">
        <w:t>’</w:t>
      </w:r>
      <w:r w:rsidRPr="002B3119">
        <w:t>elle eut pa</w:t>
      </w:r>
      <w:r w:rsidRPr="002B3119">
        <w:t>r</w:t>
      </w:r>
      <w:r w:rsidRPr="002B3119">
        <w:t>fois dans le regard d</w:t>
      </w:r>
      <w:r w:rsidR="00E4444A" w:rsidRPr="0099306C">
        <w:t>’</w:t>
      </w:r>
      <w:r w:rsidRPr="002B3119">
        <w:t>un peu distant et de trop réservé</w:t>
      </w:r>
      <w:r w:rsidR="00E4444A" w:rsidRPr="0099306C">
        <w:t xml:space="preserve">. </w:t>
      </w:r>
      <w:r w:rsidRPr="002B3119">
        <w:t>Mais le beau poupon</w:t>
      </w:r>
      <w:r w:rsidR="00E4444A" w:rsidRPr="0099306C">
        <w:t xml:space="preserve">, </w:t>
      </w:r>
      <w:r w:rsidRPr="002B3119">
        <w:t xml:space="preserve">à </w:t>
      </w:r>
      <w:r w:rsidRPr="002B3119">
        <w:lastRenderedPageBreak/>
        <w:t>qui les compliments ne suffisent point</w:t>
      </w:r>
      <w:r w:rsidR="00E4444A" w:rsidRPr="0099306C">
        <w:t xml:space="preserve">, </w:t>
      </w:r>
      <w:r w:rsidRPr="002B3119">
        <w:t>r</w:t>
      </w:r>
      <w:r w:rsidRPr="002B3119">
        <w:t>é</w:t>
      </w:r>
      <w:r w:rsidRPr="002B3119">
        <w:t>clame impérieusement sa tétée</w:t>
      </w:r>
      <w:r w:rsidR="00E4444A" w:rsidRPr="0099306C">
        <w:t xml:space="preserve">. </w:t>
      </w:r>
      <w:r w:rsidRPr="002B3119">
        <w:t>Et sans gêne</w:t>
      </w:r>
      <w:r w:rsidR="00E4444A" w:rsidRPr="0099306C">
        <w:t xml:space="preserve">, </w:t>
      </w:r>
      <w:r w:rsidRPr="002B3119">
        <w:t>sans hâte</w:t>
      </w:r>
      <w:r w:rsidR="00E4444A" w:rsidRPr="0099306C">
        <w:t xml:space="preserve">, </w:t>
      </w:r>
      <w:r w:rsidRPr="002B3119">
        <w:t>avec la belle naïveté des êtres sains</w:t>
      </w:r>
      <w:r w:rsidR="00E4444A" w:rsidRPr="0099306C">
        <w:t xml:space="preserve">, </w:t>
      </w:r>
      <w:r w:rsidRPr="002B3119">
        <w:t>la mère ouvre son co</w:t>
      </w:r>
      <w:r w:rsidRPr="002B3119">
        <w:t>r</w:t>
      </w:r>
      <w:r w:rsidRPr="002B3119">
        <w:t>sage et tend à l</w:t>
      </w:r>
      <w:r w:rsidR="00E4444A" w:rsidRPr="0099306C">
        <w:t>’</w:t>
      </w:r>
      <w:r w:rsidRPr="002B3119">
        <w:t>enfant glouton le sein gonflé de lait</w:t>
      </w:r>
      <w:r w:rsidR="00E4444A" w:rsidRPr="0099306C">
        <w:t>.</w:t>
      </w:r>
    </w:p>
    <w:p w14:paraId="2115B01D" w14:textId="77777777" w:rsidR="00E4444A" w:rsidRPr="0099306C" w:rsidRDefault="002B3119" w:rsidP="002B3119">
      <w:r w:rsidRPr="002B3119">
        <w:t>Et nous revenons par le même chemin</w:t>
      </w:r>
      <w:r w:rsidR="00E4444A" w:rsidRPr="0099306C">
        <w:t xml:space="preserve">. </w:t>
      </w:r>
      <w:r w:rsidRPr="002B3119">
        <w:t>La vision de cette mère et de son petit nous a troublés</w:t>
      </w:r>
      <w:r w:rsidR="00E4444A" w:rsidRPr="0099306C">
        <w:t xml:space="preserve">. </w:t>
      </w:r>
      <w:r w:rsidRPr="002B3119">
        <w:t>Jeanne</w:t>
      </w:r>
      <w:r w:rsidR="00E4444A" w:rsidRPr="0099306C">
        <w:t xml:space="preserve">, </w:t>
      </w:r>
      <w:r w:rsidRPr="002B3119">
        <w:t>un peu songeuse</w:t>
      </w:r>
      <w:r w:rsidR="00E4444A" w:rsidRPr="0099306C">
        <w:t xml:space="preserve">, </w:t>
      </w:r>
      <w:r w:rsidRPr="002B3119">
        <w:t>un peu lasse</w:t>
      </w:r>
      <w:r w:rsidR="00E4444A" w:rsidRPr="0099306C">
        <w:t xml:space="preserve">, </w:t>
      </w:r>
      <w:r w:rsidRPr="002B3119">
        <w:t>de la bonne lassitude des futures mamans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appuie plus lourdement à mon bras</w:t>
      </w:r>
      <w:r w:rsidR="00E4444A" w:rsidRPr="0099306C">
        <w:t xml:space="preserve">. </w:t>
      </w:r>
      <w:r w:rsidRPr="002B3119">
        <w:t>Le calme paysage nous enveloppe et nous sentons nos c</w:t>
      </w:r>
      <w:r w:rsidR="00E4444A" w:rsidRPr="0099306C">
        <w:t>œ</w:t>
      </w:r>
      <w:r w:rsidRPr="002B3119">
        <w:t>urs à l</w:t>
      </w:r>
      <w:r w:rsidR="00E4444A" w:rsidRPr="0099306C">
        <w:t>’</w:t>
      </w:r>
      <w:r w:rsidRPr="002B3119">
        <w:t>unisson</w:t>
      </w:r>
      <w:r w:rsidR="00E4444A" w:rsidRPr="0099306C">
        <w:t xml:space="preserve">. </w:t>
      </w:r>
      <w:r w:rsidRPr="002B3119">
        <w:t>Décidément cette hérédité maladive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eus bien tort de m</w:t>
      </w:r>
      <w:r w:rsidR="00E4444A" w:rsidRPr="0099306C">
        <w:t>’</w:t>
      </w:r>
      <w:r w:rsidRPr="002B3119">
        <w:t>en inquiéter jamais</w:t>
      </w:r>
      <w:r w:rsidR="00E4444A" w:rsidRPr="0099306C">
        <w:t xml:space="preserve">. </w:t>
      </w:r>
      <w:r w:rsidRPr="002B3119">
        <w:t>Une vapeur bleue s</w:t>
      </w:r>
      <w:r w:rsidR="00E4444A" w:rsidRPr="0099306C">
        <w:t>’</w:t>
      </w:r>
      <w:r w:rsidRPr="002B3119">
        <w:t>exhale des campagnes</w:t>
      </w:r>
      <w:r w:rsidR="00E4444A" w:rsidRPr="0099306C">
        <w:t xml:space="preserve">. </w:t>
      </w:r>
      <w:r w:rsidRPr="002B3119">
        <w:t>La première étoile s</w:t>
      </w:r>
      <w:r w:rsidR="00E4444A" w:rsidRPr="0099306C">
        <w:t>’</w:t>
      </w:r>
      <w:r w:rsidRPr="002B3119">
        <w:t>allume</w:t>
      </w:r>
      <w:r w:rsidR="00E4444A" w:rsidRPr="0099306C">
        <w:t xml:space="preserve">. </w:t>
      </w:r>
      <w:r w:rsidRPr="002B3119">
        <w:t>Des fumées tre</w:t>
      </w:r>
      <w:r w:rsidRPr="002B3119">
        <w:t>m</w:t>
      </w:r>
      <w:r w:rsidRPr="002B3119">
        <w:t>blent aux toits de la petite ville</w:t>
      </w:r>
      <w:r w:rsidR="00E4444A" w:rsidRPr="0099306C">
        <w:t xml:space="preserve">. </w:t>
      </w:r>
      <w:r w:rsidRPr="002B3119">
        <w:t>Sur nos lèvres</w:t>
      </w:r>
      <w:r w:rsidR="00E4444A" w:rsidRPr="0099306C">
        <w:t xml:space="preserve">, </w:t>
      </w:r>
      <w:r w:rsidRPr="002B3119">
        <w:t>les mots in</w:t>
      </w:r>
      <w:r w:rsidRPr="002B3119">
        <w:t>u</w:t>
      </w:r>
      <w:r w:rsidRPr="002B3119">
        <w:t>tiles hésitent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entends le bruit des pas de Jeanne qui se posent sur le gravier</w:t>
      </w:r>
      <w:r w:rsidR="00E4444A" w:rsidRPr="0099306C">
        <w:t>.</w:t>
      </w:r>
    </w:p>
    <w:p w14:paraId="5812139D" w14:textId="77777777" w:rsidR="00E4444A" w:rsidRPr="0099306C" w:rsidRDefault="002B3119" w:rsidP="002B3119">
      <w:r w:rsidRPr="002B3119">
        <w:t>Quand nous rentrons</w:t>
      </w:r>
      <w:r w:rsidR="00E4444A" w:rsidRPr="0099306C">
        <w:t xml:space="preserve">, </w:t>
      </w:r>
      <w:r w:rsidRPr="002B3119">
        <w:t>il fait jour encore</w:t>
      </w:r>
      <w:r w:rsidR="00E4444A" w:rsidRPr="0099306C">
        <w:t xml:space="preserve">. </w:t>
      </w:r>
      <w:r w:rsidRPr="002B3119">
        <w:t>La table est mise et le dîner prêt</w:t>
      </w:r>
      <w:r w:rsidR="00E4444A" w:rsidRPr="0099306C">
        <w:t xml:space="preserve">. </w:t>
      </w:r>
      <w:r w:rsidRPr="002B3119">
        <w:t>Et le repas s</w:t>
      </w:r>
      <w:r w:rsidR="00E4444A" w:rsidRPr="0099306C">
        <w:t>’</w:t>
      </w:r>
      <w:r w:rsidRPr="002B3119">
        <w:t>achève sans lampe dans le crépuscule paisible de mai</w:t>
      </w:r>
      <w:r w:rsidR="00E4444A" w:rsidRPr="0099306C">
        <w:t>.</w:t>
      </w:r>
    </w:p>
    <w:p w14:paraId="48874806" w14:textId="77777777" w:rsidR="002B3119" w:rsidRPr="002B3119" w:rsidRDefault="002B3119" w:rsidP="002B3119"/>
    <w:p w14:paraId="08E2EDCB" w14:textId="77777777" w:rsidR="00E4444A" w:rsidRPr="0099306C" w:rsidRDefault="002B3119" w:rsidP="002B3119">
      <w:r w:rsidRPr="002B3119">
        <w:t>Ce soir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ai poussé vers la fenêtre ouverte la chaise longue de Jeanne</w:t>
      </w:r>
      <w:r w:rsidR="00E4444A" w:rsidRPr="0099306C">
        <w:t xml:space="preserve">. </w:t>
      </w:r>
      <w:r w:rsidRPr="002B3119">
        <w:t>Les cloches sonnent</w:t>
      </w:r>
      <w:r w:rsidR="00E4444A" w:rsidRPr="0099306C">
        <w:t xml:space="preserve">, </w:t>
      </w:r>
      <w:r w:rsidRPr="002B3119">
        <w:t>les jolies cloches du mois de Marie</w:t>
      </w:r>
      <w:r w:rsidR="00E4444A" w:rsidRPr="0099306C">
        <w:t xml:space="preserve">. </w:t>
      </w:r>
      <w:r w:rsidRPr="002B3119">
        <w:t>Les s</w:t>
      </w:r>
      <w:r w:rsidR="00E4444A" w:rsidRPr="0099306C">
        <w:t>œ</w:t>
      </w:r>
      <w:r w:rsidRPr="002B3119">
        <w:t>urs de l</w:t>
      </w:r>
      <w:r w:rsidR="00E4444A" w:rsidRPr="0099306C">
        <w:t>’</w:t>
      </w:r>
      <w:r w:rsidRPr="002B3119">
        <w:t>hospice</w:t>
      </w:r>
      <w:r w:rsidR="00E4444A" w:rsidRPr="0099306C">
        <w:t xml:space="preserve">, </w:t>
      </w:r>
      <w:r w:rsidRPr="002B3119">
        <w:t>pour se rendre à l</w:t>
      </w:r>
      <w:r w:rsidR="00E4444A" w:rsidRPr="0099306C">
        <w:t>’</w:t>
      </w:r>
      <w:r w:rsidRPr="002B3119">
        <w:t>église</w:t>
      </w:r>
      <w:r w:rsidR="00E4444A" w:rsidRPr="0099306C">
        <w:t xml:space="preserve">, </w:t>
      </w:r>
      <w:r w:rsidRPr="002B3119">
        <w:t>descendent le petit sentier qui serpente sur la co</w:t>
      </w:r>
      <w:r w:rsidRPr="002B3119">
        <w:t>l</w:t>
      </w:r>
      <w:r w:rsidRPr="002B3119">
        <w:t>line</w:t>
      </w:r>
      <w:r w:rsidR="00E4444A" w:rsidRPr="0099306C">
        <w:t xml:space="preserve">, </w:t>
      </w:r>
      <w:r w:rsidRPr="002B3119">
        <w:t>et leurs blanches silhouettes apparaissent et disparai</w:t>
      </w:r>
      <w:r w:rsidRPr="002B3119">
        <w:t>s</w:t>
      </w:r>
      <w:r w:rsidRPr="002B3119">
        <w:t>sent parmi les sapins</w:t>
      </w:r>
      <w:r w:rsidR="00E4444A" w:rsidRPr="0099306C">
        <w:t>.</w:t>
      </w:r>
    </w:p>
    <w:p w14:paraId="04C92F89" w14:textId="77777777" w:rsidR="00E4444A" w:rsidRPr="0099306C" w:rsidRDefault="002B3119" w:rsidP="002B3119">
      <w:r w:rsidRPr="002B3119">
        <w:t>Les cloches sonnent</w:t>
      </w:r>
      <w:r w:rsidR="00E4444A" w:rsidRPr="0099306C">
        <w:t xml:space="preserve">, </w:t>
      </w:r>
      <w:r w:rsidRPr="002B3119">
        <w:t>les jolies cloches du mois de M</w:t>
      </w:r>
      <w:r w:rsidRPr="002B3119">
        <w:t>a</w:t>
      </w:r>
      <w:r w:rsidRPr="002B3119">
        <w:t>rie</w:t>
      </w:r>
      <w:r w:rsidR="00E4444A" w:rsidRPr="0099306C">
        <w:t xml:space="preserve">. </w:t>
      </w:r>
      <w:r w:rsidRPr="002B3119">
        <w:t>Les quais s</w:t>
      </w:r>
      <w:r w:rsidR="00E4444A" w:rsidRPr="0099306C">
        <w:t>’</w:t>
      </w:r>
      <w:r w:rsidRPr="002B3119">
        <w:t>emplissent d</w:t>
      </w:r>
      <w:r w:rsidR="00E4444A" w:rsidRPr="0099306C">
        <w:t>’</w:t>
      </w:r>
      <w:r w:rsidRPr="002B3119">
        <w:t>un bruit de sabots</w:t>
      </w:r>
      <w:r w:rsidR="00E4444A" w:rsidRPr="0099306C">
        <w:t xml:space="preserve">. </w:t>
      </w:r>
      <w:r w:rsidRPr="002B3119">
        <w:t>Femmes et filles</w:t>
      </w:r>
      <w:r w:rsidR="00E4444A" w:rsidRPr="0099306C">
        <w:t xml:space="preserve">, </w:t>
      </w:r>
      <w:r w:rsidRPr="002B3119">
        <w:t>un peu émues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en vont</w:t>
      </w:r>
      <w:r w:rsidR="00E4444A" w:rsidRPr="0099306C">
        <w:t xml:space="preserve">, </w:t>
      </w:r>
      <w:r w:rsidRPr="002B3119">
        <w:t>à son autel fleuri</w:t>
      </w:r>
      <w:r w:rsidR="00E4444A" w:rsidRPr="0099306C">
        <w:t xml:space="preserve">, </w:t>
      </w:r>
      <w:r w:rsidRPr="002B3119">
        <w:t>adorer la pâle sainte de la maternité</w:t>
      </w:r>
      <w:r w:rsidR="00E4444A" w:rsidRPr="0099306C">
        <w:t xml:space="preserve">, </w:t>
      </w:r>
      <w:r w:rsidRPr="002B3119">
        <w:t>qui traîna sa divine grossesse sur les routes poudreuses de Galilée</w:t>
      </w:r>
      <w:r w:rsidR="00E4444A" w:rsidRPr="0099306C">
        <w:t>.</w:t>
      </w:r>
    </w:p>
    <w:p w14:paraId="35314362" w14:textId="77777777" w:rsidR="00E4444A" w:rsidRPr="0099306C" w:rsidRDefault="002B3119" w:rsidP="002B3119">
      <w:r w:rsidRPr="002B3119">
        <w:lastRenderedPageBreak/>
        <w:t>Soudain</w:t>
      </w:r>
      <w:r w:rsidR="00E4444A" w:rsidRPr="0099306C">
        <w:t xml:space="preserve">, </w:t>
      </w:r>
      <w:r w:rsidRPr="002B3119">
        <w:t>Jeanne a un sursaut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une impression nouvelle</w:t>
      </w:r>
      <w:r w:rsidR="00E4444A" w:rsidRPr="0099306C">
        <w:t xml:space="preserve">, </w:t>
      </w:r>
      <w:r w:rsidRPr="002B3119">
        <w:t>délicieuse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n</w:t>
      </w:r>
      <w:r w:rsidR="00E4444A" w:rsidRPr="0099306C">
        <w:t>’</w:t>
      </w:r>
      <w:r w:rsidRPr="002B3119">
        <w:t>avait pas prévue</w:t>
      </w:r>
      <w:r w:rsidR="00E4444A" w:rsidRPr="0099306C">
        <w:t xml:space="preserve">. </w:t>
      </w:r>
      <w:r w:rsidRPr="002B3119">
        <w:t>Pour la pr</w:t>
      </w:r>
      <w:r w:rsidRPr="002B3119">
        <w:t>e</w:t>
      </w:r>
      <w:r w:rsidRPr="002B3119">
        <w:t>mière fois</w:t>
      </w:r>
      <w:r w:rsidR="00E4444A" w:rsidRPr="0099306C">
        <w:t xml:space="preserve">, </w:t>
      </w:r>
      <w:r w:rsidRPr="002B3119">
        <w:t>le petit être a remué</w:t>
      </w:r>
      <w:r w:rsidR="00E4444A" w:rsidRPr="0099306C">
        <w:t>.</w:t>
      </w:r>
    </w:p>
    <w:p w14:paraId="3DF2CB50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les yeux perdus dans le bleu crépuscule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aime à penser que le doux fruit mûrit lentement</w:t>
      </w:r>
      <w:r w:rsidR="00E4444A" w:rsidRPr="0099306C">
        <w:t xml:space="preserve">, </w:t>
      </w:r>
      <w:r w:rsidRPr="002B3119">
        <w:t>loin du tourbillon des villes</w:t>
      </w:r>
      <w:r w:rsidR="00E4444A" w:rsidRPr="0099306C">
        <w:t xml:space="preserve">, </w:t>
      </w:r>
      <w:r w:rsidRPr="002B3119">
        <w:t>dans un pareil décor d</w:t>
      </w:r>
      <w:r w:rsidR="00E4444A" w:rsidRPr="0099306C">
        <w:t>’</w:t>
      </w:r>
      <w:r w:rsidRPr="002B3119">
        <w:t>apaisement et de beauté</w:t>
      </w:r>
      <w:r w:rsidR="00E4444A" w:rsidRPr="0099306C">
        <w:t>.</w:t>
      </w:r>
    </w:p>
    <w:p w14:paraId="266E8532" w14:textId="77777777" w:rsidR="00B4016A" w:rsidRPr="0099306C" w:rsidRDefault="002B3119" w:rsidP="00E4444A">
      <w:pPr>
        <w:pStyle w:val="Titre2"/>
      </w:pPr>
      <w:bookmarkStart w:id="7" w:name="_c25th9v4748h" w:colFirst="0" w:colLast="0"/>
      <w:bookmarkStart w:id="8" w:name="_Toc197514960"/>
      <w:bookmarkEnd w:id="7"/>
      <w:r w:rsidRPr="002B3119">
        <w:lastRenderedPageBreak/>
        <w:t>I</w:t>
      </w:r>
      <w:r w:rsidR="00B4016A" w:rsidRPr="0099306C">
        <w:t>V</w:t>
      </w:r>
      <w:bookmarkEnd w:id="8"/>
    </w:p>
    <w:p w14:paraId="78F88D6D" w14:textId="77777777" w:rsidR="00E4444A" w:rsidRPr="0099306C" w:rsidRDefault="00333A9B" w:rsidP="002B3119">
      <w:r w:rsidRPr="0099306C">
        <w:t>À</w:t>
      </w:r>
      <w:r w:rsidR="002B3119" w:rsidRPr="002B3119">
        <w:t xml:space="preserve"> la fin de l</w:t>
      </w:r>
      <w:r w:rsidR="00E4444A" w:rsidRPr="0099306C">
        <w:t>’</w:t>
      </w:r>
      <w:r w:rsidR="002B3119" w:rsidRPr="002B3119">
        <w:t>automne</w:t>
      </w:r>
      <w:r w:rsidR="00E4444A" w:rsidRPr="0099306C">
        <w:t xml:space="preserve">, </w:t>
      </w:r>
      <w:r w:rsidR="002B3119" w:rsidRPr="002B3119">
        <w:t>nous attendons Yvette</w:t>
      </w:r>
      <w:r w:rsidR="00E4444A" w:rsidRPr="0099306C">
        <w:t>.</w:t>
      </w:r>
    </w:p>
    <w:p w14:paraId="72568CA0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depuis deux bonnes semaines</w:t>
      </w:r>
      <w:r w:rsidR="00E4444A" w:rsidRPr="0099306C">
        <w:t xml:space="preserve">, </w:t>
      </w:r>
      <w:r w:rsidRPr="002B3119">
        <w:t>tout est prêt pour la recevoir</w:t>
      </w:r>
      <w:r w:rsidR="00E4444A" w:rsidRPr="0099306C">
        <w:t xml:space="preserve">, </w:t>
      </w:r>
      <w:r w:rsidRPr="002B3119">
        <w:t>la petite demoiselle qui tient à se faire désirer</w:t>
      </w:r>
      <w:r w:rsidR="00E4444A" w:rsidRPr="0099306C">
        <w:t xml:space="preserve">. </w:t>
      </w:r>
      <w:r w:rsidRPr="002B3119">
        <w:t>La sage-femme déclare que tout s</w:t>
      </w:r>
      <w:r w:rsidR="00E4444A" w:rsidRPr="0099306C">
        <w:t>’</w:t>
      </w:r>
      <w:r w:rsidRPr="002B3119">
        <w:t>annonce bien</w:t>
      </w:r>
      <w:r w:rsidR="00E4444A" w:rsidRPr="0099306C">
        <w:t xml:space="preserve">. </w:t>
      </w:r>
      <w:r w:rsidRPr="002B3119">
        <w:t>Dans la chambre à donner</w:t>
      </w:r>
      <w:r w:rsidR="00E4444A" w:rsidRPr="0099306C">
        <w:t xml:space="preserve">, </w:t>
      </w:r>
      <w:r w:rsidRPr="002B3119">
        <w:t>où notre futur tyran m</w:t>
      </w:r>
      <w:r w:rsidR="00E4444A" w:rsidRPr="0099306C">
        <w:t>’</w:t>
      </w:r>
      <w:r w:rsidRPr="002B3119">
        <w:t>exile déjà</w:t>
      </w:r>
      <w:r w:rsidR="00E4444A" w:rsidRPr="0099306C">
        <w:t xml:space="preserve">, </w:t>
      </w:r>
      <w:r w:rsidRPr="002B3119">
        <w:t>on m</w:t>
      </w:r>
      <w:r w:rsidR="00E4444A" w:rsidRPr="0099306C">
        <w:t>’</w:t>
      </w:r>
      <w:r w:rsidRPr="002B3119">
        <w:t>a dressé un lit de fer</w:t>
      </w:r>
      <w:r w:rsidR="00E4444A" w:rsidRPr="0099306C">
        <w:t xml:space="preserve">, </w:t>
      </w:r>
      <w:r w:rsidRPr="002B3119">
        <w:t>tandis qu</w:t>
      </w:r>
      <w:r w:rsidR="00E4444A" w:rsidRPr="0099306C">
        <w:t>’</w:t>
      </w:r>
      <w:r w:rsidRPr="002B3119">
        <w:t>au chevet nuptial vacille</w:t>
      </w:r>
      <w:r w:rsidR="00E4444A" w:rsidRPr="0099306C">
        <w:t xml:space="preserve">, </w:t>
      </w:r>
      <w:r w:rsidRPr="002B3119">
        <w:t>toute capitonnée de satin et de soie</w:t>
      </w:r>
      <w:r w:rsidR="00E4444A" w:rsidRPr="0099306C">
        <w:t xml:space="preserve">, </w:t>
      </w:r>
      <w:r w:rsidRPr="002B3119">
        <w:t>une jolie nef aux voiles blanches</w:t>
      </w:r>
      <w:r w:rsidR="00E4444A" w:rsidRPr="0099306C">
        <w:t xml:space="preserve">, </w:t>
      </w:r>
      <w:r w:rsidRPr="002B3119">
        <w:t>qui n</w:t>
      </w:r>
      <w:r w:rsidR="00E4444A" w:rsidRPr="0099306C">
        <w:t>’</w:t>
      </w:r>
      <w:r w:rsidRPr="002B3119">
        <w:t>attend plus que son passager</w:t>
      </w:r>
      <w:r w:rsidR="00E4444A" w:rsidRPr="0099306C">
        <w:t>.</w:t>
      </w:r>
    </w:p>
    <w:p w14:paraId="7D5DC40B" w14:textId="77777777" w:rsidR="00E4444A" w:rsidRPr="0099306C" w:rsidRDefault="002B3119" w:rsidP="002B3119">
      <w:r w:rsidRPr="002B3119">
        <w:t>Sera-ce pour aujourd</w:t>
      </w:r>
      <w:r w:rsidR="00E4444A" w:rsidRPr="0099306C">
        <w:t>’</w:t>
      </w:r>
      <w:r w:rsidRPr="002B3119">
        <w:t>hui</w:t>
      </w:r>
      <w:r w:rsidR="00E4444A" w:rsidRPr="0099306C">
        <w:t xml:space="preserve"> ? </w:t>
      </w:r>
      <w:r w:rsidRPr="002B3119">
        <w:t>Sera-ce pour demain</w:t>
      </w:r>
      <w:r w:rsidR="00E4444A" w:rsidRPr="0099306C">
        <w:t xml:space="preserve"> ? </w:t>
      </w:r>
      <w:r w:rsidRPr="002B3119">
        <w:t>Quelle sera-t-elle</w:t>
      </w:r>
      <w:r w:rsidR="00E4444A" w:rsidRPr="0099306C">
        <w:t xml:space="preserve">, </w:t>
      </w:r>
      <w:r w:rsidRPr="002B3119">
        <w:t>la date fameuse que va longtemps commémorer le joyeux retour des anniversaires</w:t>
      </w:r>
      <w:r w:rsidR="00E4444A" w:rsidRPr="0099306C">
        <w:t> ?</w:t>
      </w:r>
    </w:p>
    <w:p w14:paraId="1136C5D2" w14:textId="77777777" w:rsidR="00E4444A" w:rsidRPr="0099306C" w:rsidRDefault="002B3119" w:rsidP="002B3119">
      <w:r w:rsidRPr="002B3119">
        <w:t>En tout cas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agite déjà vigoureusement</w:t>
      </w:r>
      <w:r w:rsidR="00E4444A" w:rsidRPr="0099306C">
        <w:t xml:space="preserve">, </w:t>
      </w:r>
      <w:r w:rsidRPr="002B3119">
        <w:t>la m</w:t>
      </w:r>
      <w:r w:rsidRPr="002B3119">
        <w:t>i</w:t>
      </w:r>
      <w:r w:rsidRPr="002B3119">
        <w:t>gnonne créature que Jeanne</w:t>
      </w:r>
      <w:r w:rsidR="00E4444A" w:rsidRPr="0099306C">
        <w:t xml:space="preserve">, </w:t>
      </w:r>
      <w:r w:rsidRPr="002B3119">
        <w:t>deux fois vivante</w:t>
      </w:r>
      <w:r w:rsidR="00E4444A" w:rsidRPr="0099306C">
        <w:t xml:space="preserve">, </w:t>
      </w:r>
      <w:r w:rsidRPr="002B3119">
        <w:t>porte en elle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si</w:t>
      </w:r>
      <w:r w:rsidR="00E4444A" w:rsidRPr="0099306C">
        <w:t xml:space="preserve">, </w:t>
      </w:r>
      <w:r w:rsidRPr="002B3119">
        <w:t>dès à présent</w:t>
      </w:r>
      <w:r w:rsidR="00E4444A" w:rsidRPr="0099306C">
        <w:t xml:space="preserve">, </w:t>
      </w:r>
      <w:r w:rsidRPr="002B3119">
        <w:t>elle possédait quelque intelligence</w:t>
      </w:r>
      <w:r w:rsidR="00E4444A" w:rsidRPr="0099306C">
        <w:t xml:space="preserve">, </w:t>
      </w:r>
      <w:r w:rsidRPr="002B3119">
        <w:t>quelles questions ne se poserait-elle pas</w:t>
      </w:r>
      <w:r w:rsidR="00E4444A" w:rsidRPr="0099306C">
        <w:t> ?</w:t>
      </w:r>
    </w:p>
    <w:p w14:paraId="7D4FCB73" w14:textId="77777777" w:rsidR="00E4444A" w:rsidRPr="0099306C" w:rsidRDefault="002B3119" w:rsidP="002B3119">
      <w:r w:rsidRPr="002B3119">
        <w:t>Dans quel milieu va-t-elle faire son apparition</w:t>
      </w:r>
      <w:r w:rsidR="00E4444A" w:rsidRPr="0099306C">
        <w:t xml:space="preserve"> ? </w:t>
      </w:r>
      <w:r w:rsidRPr="002B3119">
        <w:t>Naîtra-t-elle riche ou pauvre</w:t>
      </w:r>
      <w:r w:rsidR="00E4444A" w:rsidRPr="0099306C">
        <w:t xml:space="preserve"> ? </w:t>
      </w:r>
      <w:r w:rsidRPr="002B3119">
        <w:t>Dans le palais du prince ou la hutte du charbonnier</w:t>
      </w:r>
      <w:r w:rsidR="00E4444A" w:rsidRPr="0099306C">
        <w:t> ?</w:t>
      </w:r>
    </w:p>
    <w:p w14:paraId="793CE386" w14:textId="77777777" w:rsidR="00E4444A" w:rsidRPr="0099306C" w:rsidRDefault="002B3119" w:rsidP="002B3119">
      <w:r w:rsidRPr="002B3119">
        <w:t>Mais elle ne sait rien</w:t>
      </w:r>
      <w:r w:rsidR="00E4444A" w:rsidRPr="0099306C">
        <w:t xml:space="preserve">. </w:t>
      </w:r>
      <w:r w:rsidRPr="002B3119">
        <w:t>Le globe où nous vivons reste pour elle aussi inconcevable que l</w:t>
      </w:r>
      <w:r w:rsidR="00E4444A" w:rsidRPr="0099306C">
        <w:t>’</w:t>
      </w:r>
      <w:r w:rsidRPr="002B3119">
        <w:t>est pour nous-mêmes le monde où nous renaîtrons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il existe une vie d</w:t>
      </w:r>
      <w:r w:rsidR="00E4444A" w:rsidRPr="0099306C">
        <w:t>’</w:t>
      </w:r>
      <w:r w:rsidRPr="002B3119">
        <w:t>outre-tombe</w:t>
      </w:r>
      <w:r w:rsidR="00E4444A" w:rsidRPr="0099306C">
        <w:t xml:space="preserve">. </w:t>
      </w:r>
      <w:r w:rsidRPr="002B3119">
        <w:t>Cette terre où nous marchons</w:t>
      </w:r>
      <w:r w:rsidR="00E4444A" w:rsidRPr="0099306C">
        <w:t xml:space="preserve">, </w:t>
      </w:r>
      <w:r w:rsidRPr="002B3119">
        <w:t>travaillons</w:t>
      </w:r>
      <w:r w:rsidR="00E4444A" w:rsidRPr="0099306C">
        <w:t xml:space="preserve">, </w:t>
      </w:r>
      <w:r w:rsidRPr="002B3119">
        <w:t>aimons</w:t>
      </w:r>
      <w:r w:rsidR="00E4444A" w:rsidRPr="0099306C">
        <w:t xml:space="preserve">, </w:t>
      </w:r>
      <w:r w:rsidRPr="002B3119">
        <w:t>voy</w:t>
      </w:r>
      <w:r w:rsidRPr="002B3119">
        <w:t>a</w:t>
      </w:r>
      <w:r w:rsidRPr="002B3119">
        <w:t>geons</w:t>
      </w:r>
      <w:r w:rsidR="00E4444A" w:rsidRPr="0099306C">
        <w:t xml:space="preserve">, </w:t>
      </w:r>
      <w:r w:rsidRPr="002B3119">
        <w:t>cette terre enrichie de toutes les conquêtes m</w:t>
      </w:r>
      <w:r w:rsidRPr="002B3119">
        <w:t>o</w:t>
      </w:r>
      <w:r w:rsidRPr="002B3119">
        <w:t>dernes</w:t>
      </w:r>
      <w:r w:rsidR="00E4444A" w:rsidRPr="0099306C">
        <w:t xml:space="preserve">, </w:t>
      </w:r>
      <w:r w:rsidRPr="002B3119">
        <w:t>elle ne pourrait pas plus en avoir l</w:t>
      </w:r>
      <w:r w:rsidR="00E4444A" w:rsidRPr="0099306C">
        <w:t>’</w:t>
      </w:r>
      <w:r w:rsidRPr="002B3119">
        <w:t>idée que nous n</w:t>
      </w:r>
      <w:r w:rsidR="00E4444A" w:rsidRPr="0099306C">
        <w:t>’</w:t>
      </w:r>
      <w:r w:rsidRPr="002B3119">
        <w:t>imaginons</w:t>
      </w:r>
      <w:r w:rsidR="00E4444A" w:rsidRPr="0099306C">
        <w:t xml:space="preserve">, </w:t>
      </w:r>
      <w:r w:rsidRPr="002B3119">
        <w:t>nous</w:t>
      </w:r>
      <w:r w:rsidR="00E4444A" w:rsidRPr="0099306C">
        <w:t xml:space="preserve">, </w:t>
      </w:r>
      <w:r w:rsidRPr="002B3119">
        <w:t>les étoiles supérieures où s</w:t>
      </w:r>
      <w:r w:rsidR="00E4444A" w:rsidRPr="0099306C">
        <w:t>’</w:t>
      </w:r>
      <w:r w:rsidRPr="002B3119">
        <w:t>agitent peut-être des âmes sans corps</w:t>
      </w:r>
      <w:r w:rsidR="00E4444A" w:rsidRPr="0099306C">
        <w:t xml:space="preserve">, </w:t>
      </w:r>
      <w:r w:rsidRPr="002B3119">
        <w:t>affranchies de la faim</w:t>
      </w:r>
      <w:r w:rsidR="00E4444A" w:rsidRPr="0099306C">
        <w:t xml:space="preserve">, </w:t>
      </w:r>
      <w:r w:rsidRPr="002B3119">
        <w:t>de la do</w:t>
      </w:r>
      <w:r w:rsidRPr="002B3119">
        <w:t>u</w:t>
      </w:r>
      <w:r w:rsidRPr="002B3119">
        <w:t>leur et de la mort</w:t>
      </w:r>
      <w:r w:rsidR="00E4444A" w:rsidRPr="0099306C">
        <w:t>.</w:t>
      </w:r>
    </w:p>
    <w:p w14:paraId="2FF1897C" w14:textId="77777777" w:rsidR="00E4444A" w:rsidRPr="0099306C" w:rsidRDefault="002B3119" w:rsidP="002B3119">
      <w:r w:rsidRPr="002B3119">
        <w:lastRenderedPageBreak/>
        <w:t>Et</w:t>
      </w:r>
      <w:r w:rsidR="00E4444A" w:rsidRPr="0099306C">
        <w:t xml:space="preserve">, </w:t>
      </w:r>
      <w:r w:rsidRPr="002B3119">
        <w:t>sans doute</w:t>
      </w:r>
      <w:r w:rsidR="00E4444A" w:rsidRPr="0099306C">
        <w:t xml:space="preserve">, </w:t>
      </w:r>
      <w:r w:rsidRPr="002B3119">
        <w:t>si le petit être était capable de raisonn</w:t>
      </w:r>
      <w:r w:rsidRPr="002B3119">
        <w:t>e</w:t>
      </w:r>
      <w:r w:rsidRPr="002B3119">
        <w:t>ment</w:t>
      </w:r>
      <w:r w:rsidR="00E4444A" w:rsidRPr="0099306C">
        <w:t xml:space="preserve">, </w:t>
      </w:r>
      <w:r w:rsidRPr="002B3119">
        <w:t>voyant ses propres conditions d</w:t>
      </w:r>
      <w:r w:rsidR="00E4444A" w:rsidRPr="0099306C">
        <w:t>’</w:t>
      </w:r>
      <w:r w:rsidRPr="002B3119">
        <w:t>existence</w:t>
      </w:r>
      <w:r w:rsidR="00E4444A" w:rsidRPr="0099306C">
        <w:t xml:space="preserve">, </w:t>
      </w:r>
      <w:r w:rsidRPr="002B3119">
        <w:t>nierait-il</w:t>
      </w:r>
      <w:r w:rsidR="00E4444A" w:rsidRPr="0099306C">
        <w:t xml:space="preserve">, </w:t>
      </w:r>
      <w:r w:rsidRPr="002B3119">
        <w:t>incrédule à sa manière</w:t>
      </w:r>
      <w:r w:rsidR="00E4444A" w:rsidRPr="0099306C">
        <w:t xml:space="preserve">, </w:t>
      </w:r>
      <w:r w:rsidRPr="002B3119">
        <w:t>la possibilité même du monde où nous évoluons aujourd</w:t>
      </w:r>
      <w:r w:rsidR="00E4444A" w:rsidRPr="0099306C">
        <w:t>’</w:t>
      </w:r>
      <w:r w:rsidRPr="002B3119">
        <w:t>hui</w:t>
      </w:r>
      <w:r w:rsidR="00E4444A" w:rsidRPr="0099306C">
        <w:t>.</w:t>
      </w:r>
    </w:p>
    <w:p w14:paraId="603432FC" w14:textId="77777777" w:rsidR="00E4444A" w:rsidRPr="0099306C" w:rsidRDefault="002B3119" w:rsidP="002B3119">
      <w:r w:rsidRPr="002B3119">
        <w:t>Sa conscience nous semble embryonnaire</w:t>
      </w:r>
      <w:r w:rsidR="00E4444A" w:rsidRPr="0099306C">
        <w:t xml:space="preserve">, </w:t>
      </w:r>
      <w:r w:rsidRPr="002B3119">
        <w:t>mais nous</w:t>
      </w:r>
      <w:r w:rsidR="00E4444A" w:rsidRPr="0099306C">
        <w:t xml:space="preserve">, </w:t>
      </w:r>
      <w:r w:rsidRPr="002B3119">
        <w:t>citoyens d</w:t>
      </w:r>
      <w:r w:rsidR="00E4444A" w:rsidRPr="0099306C">
        <w:t>’</w:t>
      </w:r>
      <w:r w:rsidRPr="002B3119">
        <w:t>un univers aux millions d</w:t>
      </w:r>
      <w:r w:rsidR="00E4444A" w:rsidRPr="0099306C">
        <w:t>’</w:t>
      </w:r>
      <w:r w:rsidRPr="002B3119">
        <w:t>étoiles dont nous ne s</w:t>
      </w:r>
      <w:r w:rsidRPr="002B3119">
        <w:t>a</w:t>
      </w:r>
      <w:r w:rsidRPr="002B3119">
        <w:t>vons rien</w:t>
      </w:r>
      <w:r w:rsidR="00E4444A" w:rsidRPr="0099306C">
        <w:t xml:space="preserve">, </w:t>
      </w:r>
      <w:r w:rsidRPr="002B3119">
        <w:t>sommes-nous beaucoup plus avancés</w:t>
      </w:r>
      <w:r w:rsidR="00E4444A" w:rsidRPr="0099306C">
        <w:t xml:space="preserve"> ? </w:t>
      </w:r>
      <w:r w:rsidRPr="002B3119">
        <w:t>Qu</w:t>
      </w:r>
      <w:r w:rsidR="00E4444A" w:rsidRPr="0099306C">
        <w:t>’</w:t>
      </w:r>
      <w:r w:rsidRPr="002B3119">
        <w:t>est-elle</w:t>
      </w:r>
      <w:r w:rsidR="00E4444A" w:rsidRPr="0099306C">
        <w:t xml:space="preserve">, </w:t>
      </w:r>
      <w:r w:rsidRPr="002B3119">
        <w:t>notre pauvre intelligence obscure</w:t>
      </w:r>
      <w:r w:rsidR="00E4444A" w:rsidRPr="0099306C">
        <w:t xml:space="preserve">, </w:t>
      </w:r>
      <w:r w:rsidRPr="002B3119">
        <w:t>comparée aux intell</w:t>
      </w:r>
      <w:r w:rsidRPr="002B3119">
        <w:t>i</w:t>
      </w:r>
      <w:r w:rsidRPr="002B3119">
        <w:t>gences lucides de ceux qui peuvent exister quelque part</w:t>
      </w:r>
      <w:r w:rsidR="00E4444A" w:rsidRPr="0099306C">
        <w:t xml:space="preserve">, </w:t>
      </w:r>
      <w:r w:rsidRPr="002B3119">
        <w:t>et qui voient tout</w:t>
      </w:r>
      <w:r w:rsidR="00E4444A" w:rsidRPr="0099306C">
        <w:t xml:space="preserve">, </w:t>
      </w:r>
      <w:r w:rsidRPr="002B3119">
        <w:t>peut-être</w:t>
      </w:r>
      <w:r w:rsidR="00E4444A" w:rsidRPr="0099306C">
        <w:t xml:space="preserve">, </w:t>
      </w:r>
      <w:r w:rsidRPr="002B3119">
        <w:t>et savent tout</w:t>
      </w:r>
      <w:r w:rsidR="00E4444A" w:rsidRPr="0099306C">
        <w:t> ?</w:t>
      </w:r>
    </w:p>
    <w:p w14:paraId="4D94DEB0" w14:textId="77777777" w:rsidR="00E4444A" w:rsidRPr="0099306C" w:rsidRDefault="002B3119" w:rsidP="002B3119">
      <w:r w:rsidRPr="002B3119">
        <w:t>Jeanne est très vaillante</w:t>
      </w:r>
      <w:r w:rsidR="00E4444A" w:rsidRPr="0099306C">
        <w:t xml:space="preserve">. </w:t>
      </w:r>
      <w:r w:rsidRPr="002B3119">
        <w:t>Avec son teint plus pâle</w:t>
      </w:r>
      <w:r w:rsidR="00E4444A" w:rsidRPr="0099306C">
        <w:t xml:space="preserve">, </w:t>
      </w:r>
      <w:r w:rsidRPr="002B3119">
        <w:t>son regard plus grave</w:t>
      </w:r>
      <w:r w:rsidR="00E4444A" w:rsidRPr="0099306C">
        <w:t xml:space="preserve">, </w:t>
      </w:r>
      <w:r w:rsidRPr="002B3119">
        <w:t>je la trouve plus jolie que jamais</w:t>
      </w:r>
      <w:r w:rsidR="00E4444A" w:rsidRPr="0099306C">
        <w:t xml:space="preserve">. </w:t>
      </w:r>
      <w:r w:rsidRPr="002B3119">
        <w:t>Jamais elle n</w:t>
      </w:r>
      <w:r w:rsidR="00E4444A" w:rsidRPr="0099306C">
        <w:t>’</w:t>
      </w:r>
      <w:r w:rsidRPr="002B3119">
        <w:t>avait mieux possédé cette sérénité qui me rassure</w:t>
      </w:r>
      <w:r w:rsidR="00E4444A" w:rsidRPr="0099306C">
        <w:t xml:space="preserve">, </w:t>
      </w:r>
      <w:r w:rsidRPr="002B3119">
        <w:t>j</w:t>
      </w:r>
      <w:r w:rsidRPr="002B3119">
        <w:t>a</w:t>
      </w:r>
      <w:r w:rsidRPr="002B3119">
        <w:t>mais son cher visage n</w:t>
      </w:r>
      <w:r w:rsidR="00E4444A" w:rsidRPr="0099306C">
        <w:t>’</w:t>
      </w:r>
      <w:r w:rsidRPr="002B3119">
        <w:t>avait revêtu pareille expression de bonté</w:t>
      </w:r>
      <w:r w:rsidR="00E4444A" w:rsidRPr="0099306C">
        <w:t xml:space="preserve">. </w:t>
      </w:r>
      <w:r w:rsidRPr="002B3119">
        <w:t>Souvent je m</w:t>
      </w:r>
      <w:r w:rsidR="00E4444A" w:rsidRPr="0099306C">
        <w:t>’</w:t>
      </w:r>
      <w:r w:rsidRPr="002B3119">
        <w:t>approche de son lit et lui prends la main</w:t>
      </w:r>
      <w:r w:rsidR="00E4444A" w:rsidRPr="0099306C">
        <w:t xml:space="preserve">, – </w:t>
      </w:r>
      <w:r w:rsidRPr="002B3119">
        <w:t>car le simple contact de deux mains</w:t>
      </w:r>
      <w:r w:rsidR="00E4444A" w:rsidRPr="0099306C">
        <w:t xml:space="preserve">, </w:t>
      </w:r>
      <w:r w:rsidRPr="002B3119">
        <w:t>librement abandonnées en toute confiance</w:t>
      </w:r>
      <w:r w:rsidR="00E4444A" w:rsidRPr="0099306C">
        <w:t xml:space="preserve">, </w:t>
      </w:r>
      <w:r w:rsidRPr="002B3119">
        <w:t>est la plus douce caresse qui soit</w:t>
      </w:r>
      <w:r w:rsidR="00E4444A" w:rsidRPr="0099306C">
        <w:t xml:space="preserve">, – </w:t>
      </w:r>
      <w:r w:rsidRPr="002B3119">
        <w:t>et nous restons longtemps</w:t>
      </w:r>
      <w:r w:rsidR="00E4444A" w:rsidRPr="0099306C">
        <w:t xml:space="preserve">, </w:t>
      </w:r>
      <w:r w:rsidRPr="002B3119">
        <w:t>sans parler</w:t>
      </w:r>
      <w:r w:rsidR="00E4444A" w:rsidRPr="0099306C">
        <w:t xml:space="preserve">, </w:t>
      </w:r>
      <w:r w:rsidRPr="002B3119">
        <w:t>les yeux fixés sur le berceau</w:t>
      </w:r>
      <w:r w:rsidR="00E4444A" w:rsidRPr="0099306C">
        <w:t>.</w:t>
      </w:r>
    </w:p>
    <w:p w14:paraId="632FEA6A" w14:textId="77777777" w:rsidR="00E4444A" w:rsidRPr="0099306C" w:rsidRDefault="002B3119" w:rsidP="002B3119">
      <w:r w:rsidRPr="002B3119">
        <w:t>Une seule ombre au tableau</w:t>
      </w:r>
      <w:r w:rsidR="00E4444A" w:rsidRPr="0099306C">
        <w:t xml:space="preserve"> : </w:t>
      </w:r>
      <w:r w:rsidRPr="002B3119">
        <w:t>la tante de Jeanne</w:t>
      </w:r>
      <w:r w:rsidR="00E4444A" w:rsidRPr="0099306C">
        <w:t xml:space="preserve">, </w:t>
      </w:r>
      <w:r w:rsidRPr="002B3119">
        <w:t>dont le mari</w:t>
      </w:r>
      <w:r w:rsidR="00E4444A" w:rsidRPr="0099306C">
        <w:t xml:space="preserve">, </w:t>
      </w:r>
      <w:r w:rsidRPr="002B3119">
        <w:t xml:space="preserve">qui me rappelle un peu </w:t>
      </w:r>
      <w:r w:rsidR="00E4444A" w:rsidRPr="0099306C">
        <w:t>M. </w:t>
      </w:r>
      <w:r w:rsidRPr="002B3119">
        <w:t>Bergeret</w:t>
      </w:r>
      <w:r w:rsidR="00E4444A" w:rsidRPr="0099306C">
        <w:t xml:space="preserve">, </w:t>
      </w:r>
      <w:r w:rsidRPr="002B3119">
        <w:t>enseigne la phil</w:t>
      </w:r>
      <w:r w:rsidRPr="002B3119">
        <w:t>o</w:t>
      </w:r>
      <w:r w:rsidRPr="002B3119">
        <w:t>sophie aux lycéens de Versailles</w:t>
      </w:r>
      <w:r w:rsidR="00E4444A" w:rsidRPr="0099306C">
        <w:t xml:space="preserve">, </w:t>
      </w:r>
      <w:r w:rsidRPr="002B3119">
        <w:t>a tenu à venir pour le grand événement</w:t>
      </w:r>
      <w:r w:rsidR="00E4444A" w:rsidRPr="0099306C">
        <w:t>.</w:t>
      </w:r>
    </w:p>
    <w:p w14:paraId="4040D49A" w14:textId="77777777" w:rsidR="00E4444A" w:rsidRPr="0099306C" w:rsidRDefault="002B3119" w:rsidP="002B3119">
      <w:r w:rsidRPr="002B3119">
        <w:t>Elle est un peu commune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excellente femme</w:t>
      </w:r>
      <w:r w:rsidR="00E4444A" w:rsidRPr="0099306C">
        <w:t xml:space="preserve">, </w:t>
      </w:r>
      <w:r w:rsidRPr="002B3119">
        <w:t>malgré ses prétentions à l</w:t>
      </w:r>
      <w:r w:rsidR="00E4444A" w:rsidRPr="0099306C">
        <w:t>’</w:t>
      </w:r>
      <w:r w:rsidRPr="002B3119">
        <w:t>élégance</w:t>
      </w:r>
      <w:r w:rsidR="00E4444A" w:rsidRPr="0099306C">
        <w:t xml:space="preserve">. </w:t>
      </w:r>
      <w:r w:rsidRPr="002B3119">
        <w:t>Il est des jours où elle parle trop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anime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irrite sans raison</w:t>
      </w:r>
      <w:r w:rsidR="00E4444A" w:rsidRPr="0099306C">
        <w:t xml:space="preserve">, </w:t>
      </w:r>
      <w:r w:rsidRPr="002B3119">
        <w:t>laissant paraître quelque chose de la nervosité maladive de sa s</w:t>
      </w:r>
      <w:r w:rsidR="00E4444A" w:rsidRPr="0099306C">
        <w:t>œ</w:t>
      </w:r>
      <w:r w:rsidRPr="002B3119">
        <w:t>ur</w:t>
      </w:r>
      <w:r w:rsidR="00E4444A" w:rsidRPr="0099306C">
        <w:t xml:space="preserve">. </w:t>
      </w:r>
      <w:r w:rsidRPr="002B3119">
        <w:t>Notre oncle</w:t>
      </w:r>
      <w:r w:rsidR="00E4444A" w:rsidRPr="0099306C">
        <w:t xml:space="preserve">, </w:t>
      </w:r>
      <w:r w:rsidRPr="002B3119">
        <w:t>pour la supporter</w:t>
      </w:r>
      <w:r w:rsidR="00E4444A" w:rsidRPr="0099306C">
        <w:t xml:space="preserve">, </w:t>
      </w:r>
      <w:r w:rsidRPr="002B3119">
        <w:t>doit souvent faire appel à toute la philosophie qu</w:t>
      </w:r>
      <w:r w:rsidR="00E4444A" w:rsidRPr="0099306C">
        <w:t>’</w:t>
      </w:r>
      <w:r w:rsidRPr="002B3119">
        <w:t>il professe</w:t>
      </w:r>
      <w:r w:rsidR="00E4444A" w:rsidRPr="0099306C">
        <w:t xml:space="preserve">. </w:t>
      </w:r>
      <w:r w:rsidRPr="002B3119">
        <w:t>Bien qu</w:t>
      </w:r>
      <w:r w:rsidR="00E4444A" w:rsidRPr="0099306C">
        <w:t>’</w:t>
      </w:r>
      <w:r w:rsidRPr="002B3119">
        <w:t>elle eût recueilli Jeanne dans un mouvement de générosité</w:t>
      </w:r>
      <w:r w:rsidR="00E4444A" w:rsidRPr="0099306C">
        <w:t xml:space="preserve">, </w:t>
      </w:r>
      <w:r w:rsidRPr="002B3119">
        <w:t>elle n</w:t>
      </w:r>
      <w:r w:rsidR="00E4444A" w:rsidRPr="0099306C">
        <w:t>’</w:t>
      </w:r>
      <w:r w:rsidRPr="002B3119">
        <w:t>aimait pas beaucoup sa nièce</w:t>
      </w:r>
      <w:r w:rsidR="00E4444A" w:rsidRPr="0099306C">
        <w:t xml:space="preserve">, </w:t>
      </w:r>
      <w:r w:rsidRPr="002B3119">
        <w:t>qui pour le ménage était une charge</w:t>
      </w:r>
      <w:r w:rsidR="00E4444A" w:rsidRPr="0099306C">
        <w:t xml:space="preserve">, </w:t>
      </w:r>
      <w:r w:rsidRPr="002B3119">
        <w:t>et elle avait eu hâte de lui trouver un mari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depuis le mariage</w:t>
      </w:r>
      <w:r w:rsidR="00E4444A" w:rsidRPr="0099306C">
        <w:t xml:space="preserve">, </w:t>
      </w:r>
      <w:r w:rsidRPr="002B3119">
        <w:t xml:space="preserve">son immense </w:t>
      </w:r>
      <w:r w:rsidRPr="002B3119">
        <w:lastRenderedPageBreak/>
        <w:t>tendresse s</w:t>
      </w:r>
      <w:r w:rsidR="00E4444A" w:rsidRPr="0099306C">
        <w:t>’</w:t>
      </w:r>
      <w:r w:rsidRPr="002B3119">
        <w:t>est révélée</w:t>
      </w:r>
      <w:r w:rsidR="00E4444A" w:rsidRPr="0099306C">
        <w:t xml:space="preserve">. </w:t>
      </w:r>
      <w:r w:rsidRPr="002B3119">
        <w:t>Jamais elle ne me pardo</w:t>
      </w:r>
      <w:r w:rsidRPr="002B3119">
        <w:t>n</w:t>
      </w:r>
      <w:r w:rsidRPr="002B3119">
        <w:t xml:space="preserve">nera de lui avoir arraché </w:t>
      </w:r>
      <w:r w:rsidR="00E4444A" w:rsidRPr="0099306C">
        <w:t>« </w:t>
      </w:r>
      <w:r w:rsidRPr="002B3119">
        <w:t>sa chérie</w:t>
      </w:r>
      <w:r w:rsidR="00E4444A" w:rsidRPr="0099306C">
        <w:t> ».</w:t>
      </w:r>
    </w:p>
    <w:p w14:paraId="1228E799" w14:textId="77777777" w:rsidR="00E4444A" w:rsidRPr="0099306C" w:rsidRDefault="002B3119" w:rsidP="002B3119">
      <w:r w:rsidRPr="002B3119">
        <w:t>Et quand je me demande comment Jeanne</w:t>
      </w:r>
      <w:r w:rsidR="00E4444A" w:rsidRPr="0099306C">
        <w:t xml:space="preserve">, </w:t>
      </w:r>
      <w:r w:rsidRPr="002B3119">
        <w:t>avec sa f</w:t>
      </w:r>
      <w:r w:rsidRPr="002B3119">
        <w:t>i</w:t>
      </w:r>
      <w:r w:rsidRPr="002B3119">
        <w:t>nesse et sa distinction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est pas choquée par un certain manque de tact</w:t>
      </w:r>
      <w:r w:rsidR="00E4444A" w:rsidRPr="0099306C">
        <w:t xml:space="preserve">, </w:t>
      </w:r>
      <w:r w:rsidRPr="002B3119">
        <w:t>je me dis que la Providence</w:t>
      </w:r>
      <w:r w:rsidR="00E4444A" w:rsidRPr="0099306C">
        <w:t xml:space="preserve">, </w:t>
      </w:r>
      <w:r w:rsidRPr="002B3119">
        <w:t>en sa toute s</w:t>
      </w:r>
      <w:r w:rsidRPr="002B3119">
        <w:t>a</w:t>
      </w:r>
      <w:r w:rsidRPr="002B3119">
        <w:t>gesse</w:t>
      </w:r>
      <w:r w:rsidR="00E4444A" w:rsidRPr="0099306C">
        <w:t xml:space="preserve">, </w:t>
      </w:r>
      <w:r w:rsidRPr="002B3119">
        <w:t>nous aveugle sur les petits défauts de ceux que nous devons respecter</w:t>
      </w:r>
      <w:r w:rsidR="00E4444A" w:rsidRPr="0099306C">
        <w:t>.</w:t>
      </w:r>
    </w:p>
    <w:p w14:paraId="46498F48" w14:textId="77777777" w:rsidR="00E4444A" w:rsidRPr="0099306C" w:rsidRDefault="002B3119" w:rsidP="002B3119">
      <w:r w:rsidRPr="002B3119">
        <w:t>D</w:t>
      </w:r>
      <w:r w:rsidR="00E4444A" w:rsidRPr="0099306C">
        <w:t>’</w:t>
      </w:r>
      <w:r w:rsidRPr="002B3119">
        <w:t>ailleurs</w:t>
      </w:r>
      <w:r w:rsidR="00E4444A" w:rsidRPr="0099306C">
        <w:t xml:space="preserve">, </w:t>
      </w:r>
      <w:r w:rsidRPr="002B3119">
        <w:t>moi-même</w:t>
      </w:r>
      <w:r w:rsidR="00E4444A" w:rsidRPr="0099306C">
        <w:t xml:space="preserve">, </w:t>
      </w:r>
      <w:r w:rsidRPr="002B3119">
        <w:t>en ce moment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 xml:space="preserve">ai le </w:t>
      </w:r>
      <w:r w:rsidR="00D82209" w:rsidRPr="0099306C">
        <w:t xml:space="preserve">cœur </w:t>
      </w:r>
      <w:r w:rsidRPr="002B3119">
        <w:t>si plein</w:t>
      </w:r>
      <w:r w:rsidR="00E4444A" w:rsidRPr="0099306C">
        <w:t xml:space="preserve">, </w:t>
      </w:r>
      <w:r w:rsidRPr="002B3119">
        <w:t>que je serais bien incapable d</w:t>
      </w:r>
      <w:r w:rsidR="00E4444A" w:rsidRPr="0099306C">
        <w:t>’</w:t>
      </w:r>
      <w:r w:rsidRPr="002B3119">
        <w:t>avoir le moindre resse</w:t>
      </w:r>
      <w:r w:rsidRPr="002B3119">
        <w:t>n</w:t>
      </w:r>
      <w:r w:rsidRPr="002B3119">
        <w:t>timent envers personne</w:t>
      </w:r>
      <w:r w:rsidR="00E4444A" w:rsidRPr="0099306C">
        <w:t xml:space="preserve">. </w:t>
      </w:r>
      <w:r w:rsidRPr="002B3119">
        <w:t>Je sais à ma tante une reconnai</w:t>
      </w:r>
      <w:r w:rsidRPr="002B3119">
        <w:t>s</w:t>
      </w:r>
      <w:r w:rsidRPr="002B3119">
        <w:t>sance infinie de s</w:t>
      </w:r>
      <w:r w:rsidR="00E4444A" w:rsidRPr="0099306C">
        <w:t>’</w:t>
      </w:r>
      <w:r w:rsidRPr="002B3119">
        <w:t>être dérangée pour la naissance de notre enfant</w:t>
      </w:r>
      <w:r w:rsidR="00E4444A" w:rsidRPr="0099306C">
        <w:t xml:space="preserve">. </w:t>
      </w:r>
      <w:r w:rsidRPr="002B3119">
        <w:t>Quand elle détaille à sa nièce ses projets de robes pour la saison prochaine</w:t>
      </w:r>
      <w:r w:rsidR="00E4444A" w:rsidRPr="0099306C">
        <w:t xml:space="preserve">, </w:t>
      </w:r>
      <w:r w:rsidRPr="002B3119">
        <w:t>je finis par m</w:t>
      </w:r>
      <w:r w:rsidR="00E4444A" w:rsidRPr="0099306C">
        <w:t>’</w:t>
      </w:r>
      <w:r w:rsidRPr="002B3119">
        <w:t>intéresser à ses b</w:t>
      </w:r>
      <w:r w:rsidRPr="002B3119">
        <w:t>a</w:t>
      </w:r>
      <w:r w:rsidRPr="002B3119">
        <w:t>vardages</w:t>
      </w:r>
      <w:r w:rsidR="00E4444A" w:rsidRPr="0099306C">
        <w:t xml:space="preserve">, </w:t>
      </w:r>
      <w:r w:rsidRPr="002B3119">
        <w:t>par lui trouver même beaucoup de goût</w:t>
      </w:r>
      <w:r w:rsidR="00E4444A" w:rsidRPr="0099306C">
        <w:t>.</w:t>
      </w:r>
    </w:p>
    <w:p w14:paraId="0F0A8790" w14:textId="77777777" w:rsidR="00E4444A" w:rsidRPr="0099306C" w:rsidRDefault="002B3119" w:rsidP="002B3119">
      <w:r w:rsidRPr="002B3119">
        <w:t>Et lorsque</w:t>
      </w:r>
      <w:r w:rsidR="00E4444A" w:rsidRPr="0099306C">
        <w:t xml:space="preserve">, </w:t>
      </w:r>
      <w:r w:rsidRPr="002B3119">
        <w:t>à quatre heures</w:t>
      </w:r>
      <w:r w:rsidR="00E4444A" w:rsidRPr="0099306C">
        <w:t xml:space="preserve">, </w:t>
      </w:r>
      <w:r w:rsidRPr="002B3119">
        <w:t>nous nous réunissons tous les trois autour de la table à thé où fume la bouilloire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ai l</w:t>
      </w:r>
      <w:r w:rsidR="00E4444A" w:rsidRPr="0099306C">
        <w:t>’</w:t>
      </w:r>
      <w:r w:rsidRPr="002B3119">
        <w:t>agréable sensation d</w:t>
      </w:r>
      <w:r w:rsidR="00E4444A" w:rsidRPr="0099306C">
        <w:t>’</w:t>
      </w:r>
      <w:r w:rsidRPr="002B3119">
        <w:t>une chambre plus confortable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une maison plus vivante et plus gaie</w:t>
      </w:r>
      <w:r w:rsidR="00E4444A" w:rsidRPr="0099306C">
        <w:t>.</w:t>
      </w:r>
    </w:p>
    <w:p w14:paraId="21FF60F4" w14:textId="77777777" w:rsidR="002B3119" w:rsidRPr="002B3119" w:rsidRDefault="002B3119" w:rsidP="002B3119"/>
    <w:p w14:paraId="5D37289C" w14:textId="49B4F672" w:rsidR="00E4444A" w:rsidRPr="0099306C" w:rsidRDefault="002B3119" w:rsidP="002B3119">
      <w:r w:rsidRPr="002B3119">
        <w:t>Un dimanche après midi</w:t>
      </w:r>
      <w:r w:rsidR="00E4444A" w:rsidRPr="0099306C">
        <w:t xml:space="preserve">, </w:t>
      </w:r>
      <w:r w:rsidRPr="002B3119">
        <w:t>nous avions fait ensemble une promenade en voiture</w:t>
      </w:r>
      <w:r w:rsidR="00E4444A" w:rsidRPr="0099306C">
        <w:t xml:space="preserve">. </w:t>
      </w:r>
      <w:r w:rsidRPr="002B3119">
        <w:t>Jeanne et sa tante</w:t>
      </w:r>
      <w:r w:rsidR="00E4444A" w:rsidRPr="0099306C">
        <w:t xml:space="preserve">, </w:t>
      </w:r>
      <w:r w:rsidRPr="002B3119">
        <w:t>bien emmito</w:t>
      </w:r>
      <w:r w:rsidRPr="002B3119">
        <w:t>u</w:t>
      </w:r>
      <w:r w:rsidRPr="002B3119">
        <w:t>flées dans leurs fourrures</w:t>
      </w:r>
      <w:r w:rsidR="00E4444A" w:rsidRPr="0099306C">
        <w:t xml:space="preserve">, </w:t>
      </w:r>
      <w:r w:rsidRPr="002B3119">
        <w:t>étaient assises côte à côte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étais en face d</w:t>
      </w:r>
      <w:r w:rsidR="00E4444A" w:rsidRPr="0099306C">
        <w:t>’</w:t>
      </w:r>
      <w:r w:rsidRPr="002B3119">
        <w:t>elles sur la banquette</w:t>
      </w:r>
      <w:r w:rsidR="00E4444A" w:rsidRPr="0099306C">
        <w:t xml:space="preserve">. </w:t>
      </w:r>
      <w:r w:rsidRPr="002B3119">
        <w:t>Déjà</w:t>
      </w:r>
      <w:r w:rsidR="00E4444A" w:rsidRPr="0099306C">
        <w:t xml:space="preserve">, </w:t>
      </w:r>
      <w:r w:rsidRPr="002B3119">
        <w:t>sur la campagne bretonne s</w:t>
      </w:r>
      <w:r w:rsidR="00E4444A" w:rsidRPr="0099306C">
        <w:t>’</w:t>
      </w:r>
      <w:r w:rsidRPr="002B3119">
        <w:t>installait ce grand silence sonore</w:t>
      </w:r>
      <w:r w:rsidR="00E4444A" w:rsidRPr="0099306C">
        <w:t xml:space="preserve">, </w:t>
      </w:r>
      <w:r w:rsidRPr="002B3119">
        <w:t>précurseur de l</w:t>
      </w:r>
      <w:r w:rsidR="00E4444A" w:rsidRPr="0099306C">
        <w:t>’</w:t>
      </w:r>
      <w:r w:rsidRPr="002B3119">
        <w:t>hiver</w:t>
      </w:r>
      <w:r w:rsidR="00E4444A" w:rsidRPr="0099306C">
        <w:t xml:space="preserve">. </w:t>
      </w:r>
      <w:r w:rsidRPr="002B3119">
        <w:t>Une sorte de lumière grise</w:t>
      </w:r>
      <w:r w:rsidR="00E4444A" w:rsidRPr="0099306C">
        <w:t xml:space="preserve">, </w:t>
      </w:r>
      <w:r w:rsidRPr="002B3119">
        <w:t>où du brouillard était en suspens</w:t>
      </w:r>
      <w:r w:rsidR="00E4444A" w:rsidRPr="0099306C">
        <w:t xml:space="preserve">, </w:t>
      </w:r>
      <w:r w:rsidRPr="002B3119">
        <w:t>enveloppait les choses</w:t>
      </w:r>
      <w:r w:rsidR="00E4444A" w:rsidRPr="0099306C">
        <w:t xml:space="preserve">, </w:t>
      </w:r>
      <w:r w:rsidRPr="002B3119">
        <w:t xml:space="preserve">et de </w:t>
      </w:r>
      <w:r w:rsidR="00A676AD" w:rsidRPr="002B3119">
        <w:t>l</w:t>
      </w:r>
      <w:r w:rsidR="00A676AD" w:rsidRPr="0099306C">
        <w:t>’</w:t>
      </w:r>
      <w:r w:rsidR="00A676AD" w:rsidRPr="002B3119">
        <w:t>ombr</w:t>
      </w:r>
      <w:r w:rsidR="00A676AD">
        <w:t>e</w:t>
      </w:r>
      <w:r w:rsidR="00A676AD" w:rsidRPr="002B3119">
        <w:t xml:space="preserve"> </w:t>
      </w:r>
      <w:r w:rsidRPr="002B3119">
        <w:t>traînait au pied des collines</w:t>
      </w:r>
      <w:r w:rsidR="00E4444A" w:rsidRPr="0099306C">
        <w:t xml:space="preserve">, </w:t>
      </w:r>
      <w:r w:rsidRPr="002B3119">
        <w:t>comme si</w:t>
      </w:r>
      <w:r w:rsidR="00E4444A" w:rsidRPr="0099306C">
        <w:t xml:space="preserve">, </w:t>
      </w:r>
      <w:r w:rsidRPr="002B3119">
        <w:t>par ces brèves journées de n</w:t>
      </w:r>
      <w:r w:rsidRPr="002B3119">
        <w:t>o</w:t>
      </w:r>
      <w:r w:rsidRPr="002B3119">
        <w:t>vembre</w:t>
      </w:r>
      <w:r w:rsidR="00E4444A" w:rsidRPr="0099306C">
        <w:t xml:space="preserve">, </w:t>
      </w:r>
      <w:r w:rsidRPr="002B3119">
        <w:t>la nuit ne trouvait plus le temps de s</w:t>
      </w:r>
      <w:r w:rsidR="00E4444A" w:rsidRPr="0099306C">
        <w:t>’</w:t>
      </w:r>
      <w:r w:rsidRPr="002B3119">
        <w:t>éloigner co</w:t>
      </w:r>
      <w:r w:rsidRPr="002B3119">
        <w:t>m</w:t>
      </w:r>
      <w:r w:rsidRPr="002B3119">
        <w:t>plètement</w:t>
      </w:r>
      <w:r w:rsidR="00E4444A" w:rsidRPr="0099306C">
        <w:t>.</w:t>
      </w:r>
    </w:p>
    <w:p w14:paraId="281DDCD0" w14:textId="77777777" w:rsidR="00E4444A" w:rsidRPr="0099306C" w:rsidRDefault="002B3119" w:rsidP="002B3119">
      <w:r w:rsidRPr="002B3119">
        <w:t>Le cheval allait lentement</w:t>
      </w:r>
      <w:r w:rsidR="00E4444A" w:rsidRPr="0099306C">
        <w:t xml:space="preserve">, </w:t>
      </w:r>
      <w:r w:rsidRPr="002B3119">
        <w:t>se mettant au pas à la moindre côte</w:t>
      </w:r>
      <w:r w:rsidR="00E4444A" w:rsidRPr="0099306C">
        <w:t xml:space="preserve">. </w:t>
      </w:r>
      <w:r w:rsidRPr="002B3119">
        <w:t>La route était presque déserte</w:t>
      </w:r>
      <w:r w:rsidR="00E4444A" w:rsidRPr="0099306C">
        <w:t xml:space="preserve">, </w:t>
      </w:r>
      <w:r w:rsidRPr="002B3119">
        <w:t xml:space="preserve">et les Christs solitaires </w:t>
      </w:r>
      <w:r w:rsidRPr="002B3119">
        <w:lastRenderedPageBreak/>
        <w:t>des carrefours avaient l</w:t>
      </w:r>
      <w:r w:rsidR="00E4444A" w:rsidRPr="0099306C">
        <w:t>’</w:t>
      </w:r>
      <w:r w:rsidRPr="002B3119">
        <w:t>air de pauvres êtres délai</w:t>
      </w:r>
      <w:r w:rsidRPr="002B3119">
        <w:t>s</w:t>
      </w:r>
      <w:r w:rsidRPr="002B3119">
        <w:t>sés</w:t>
      </w:r>
      <w:r w:rsidR="00E4444A" w:rsidRPr="0099306C">
        <w:t xml:space="preserve">. </w:t>
      </w:r>
      <w:r w:rsidRPr="002B3119">
        <w:t>Dans les chaumières bâties aux pentes des coteaux et qui se faisaient toutes petites</w:t>
      </w:r>
      <w:r w:rsidR="00E4444A" w:rsidRPr="0099306C">
        <w:t xml:space="preserve">, </w:t>
      </w:r>
      <w:r w:rsidRPr="002B3119">
        <w:t>comme si elles avaient peur du grand mystère environnant</w:t>
      </w:r>
      <w:r w:rsidR="00E4444A" w:rsidRPr="0099306C">
        <w:t xml:space="preserve">, </w:t>
      </w:r>
      <w:r w:rsidRPr="002B3119">
        <w:t>la vie humaine se blottissait</w:t>
      </w:r>
      <w:r w:rsidR="00E4444A" w:rsidRPr="0099306C">
        <w:t xml:space="preserve">. </w:t>
      </w:r>
      <w:r w:rsidRPr="002B3119">
        <w:t>Seules des fillettes rêveuses</w:t>
      </w:r>
      <w:r w:rsidR="00E4444A" w:rsidRPr="0099306C">
        <w:t xml:space="preserve">, </w:t>
      </w:r>
      <w:r w:rsidRPr="002B3119">
        <w:t>aux cheveux serrés dans leurs béguins noirs</w:t>
      </w:r>
      <w:r w:rsidR="00E4444A" w:rsidRPr="0099306C">
        <w:t xml:space="preserve">, </w:t>
      </w:r>
      <w:r w:rsidRPr="002B3119">
        <w:t>nous saluaient du seuil des portes</w:t>
      </w:r>
      <w:r w:rsidR="00E4444A" w:rsidRPr="0099306C">
        <w:t>.</w:t>
      </w:r>
    </w:p>
    <w:p w14:paraId="1CACDFDF" w14:textId="77777777" w:rsidR="00E4444A" w:rsidRPr="0099306C" w:rsidRDefault="002B3119" w:rsidP="002B3119">
      <w:r w:rsidRPr="002B3119">
        <w:t>Quand nous rentrâmes</w:t>
      </w:r>
      <w:r w:rsidR="00E4444A" w:rsidRPr="0099306C">
        <w:t xml:space="preserve">, </w:t>
      </w:r>
      <w:r w:rsidRPr="002B3119">
        <w:t>il faisait nuit</w:t>
      </w:r>
      <w:r w:rsidR="00E4444A" w:rsidRPr="0099306C">
        <w:t xml:space="preserve">. </w:t>
      </w:r>
      <w:r w:rsidRPr="002B3119">
        <w:t>Cet instinctif b</w:t>
      </w:r>
      <w:r w:rsidRPr="002B3119">
        <w:t>e</w:t>
      </w:r>
      <w:r w:rsidRPr="002B3119">
        <w:t>soin de se resserrer dans son nid qu</w:t>
      </w:r>
      <w:r w:rsidR="00E4444A" w:rsidRPr="0099306C">
        <w:t>’</w:t>
      </w:r>
      <w:r w:rsidRPr="002B3119">
        <w:t>éveillent dans tous les êtres les fins de saisons</w:t>
      </w:r>
      <w:r w:rsidR="00E4444A" w:rsidRPr="0099306C">
        <w:t xml:space="preserve">, </w:t>
      </w:r>
      <w:r w:rsidRPr="002B3119">
        <w:t>nous le subissions nous aussi</w:t>
      </w:r>
      <w:r w:rsidR="00E4444A" w:rsidRPr="0099306C">
        <w:t xml:space="preserve">. </w:t>
      </w:r>
      <w:r w:rsidRPr="002B3119">
        <w:t>Après cette promenade</w:t>
      </w:r>
      <w:r w:rsidR="00E4444A" w:rsidRPr="0099306C">
        <w:t xml:space="preserve">, </w:t>
      </w:r>
      <w:r w:rsidRPr="002B3119">
        <w:t>notre intérieur semblait plus tiède et plus doux</w:t>
      </w:r>
      <w:r w:rsidR="00E4444A" w:rsidRPr="0099306C">
        <w:t>.</w:t>
      </w:r>
    </w:p>
    <w:p w14:paraId="2F152C5A" w14:textId="2D72520D" w:rsidR="00E4444A" w:rsidRPr="0099306C" w:rsidRDefault="002B3119" w:rsidP="002B3119">
      <w:r w:rsidRPr="002B3119">
        <w:t>Jeanne</w:t>
      </w:r>
      <w:r w:rsidR="00E4444A" w:rsidRPr="0099306C">
        <w:t xml:space="preserve">, </w:t>
      </w:r>
      <w:r w:rsidRPr="002B3119">
        <w:t>qui s</w:t>
      </w:r>
      <w:r w:rsidR="00E4444A" w:rsidRPr="0099306C">
        <w:t>’</w:t>
      </w:r>
      <w:r w:rsidRPr="002B3119">
        <w:t>était étendue</w:t>
      </w:r>
      <w:r w:rsidR="00E4444A" w:rsidRPr="0099306C">
        <w:t xml:space="preserve">, </w:t>
      </w:r>
      <w:r w:rsidRPr="002B3119">
        <w:t>un peu lasse</w:t>
      </w:r>
      <w:r w:rsidR="00E4444A" w:rsidRPr="0099306C">
        <w:t xml:space="preserve">, </w:t>
      </w:r>
      <w:r w:rsidRPr="002B3119">
        <w:t>sur un canapé</w:t>
      </w:r>
      <w:r w:rsidR="00E4444A" w:rsidRPr="0099306C">
        <w:t xml:space="preserve">, </w:t>
      </w:r>
      <w:r w:rsidRPr="002B3119">
        <w:t>voulut se mettre à table avec nous</w:t>
      </w:r>
      <w:r w:rsidR="00E4444A" w:rsidRPr="0099306C">
        <w:t xml:space="preserve">. </w:t>
      </w:r>
      <w:r w:rsidRPr="002B3119">
        <w:t>Mais elle quitta sa chaise au dessert</w:t>
      </w:r>
      <w:r w:rsidR="00E4444A" w:rsidRPr="0099306C">
        <w:t xml:space="preserve">, </w:t>
      </w:r>
      <w:r w:rsidRPr="002B3119">
        <w:t>et l</w:t>
      </w:r>
      <w:r w:rsidR="00E4444A" w:rsidRPr="0099306C">
        <w:t>’</w:t>
      </w:r>
      <w:r w:rsidRPr="002B3119">
        <w:t>on me conseilla d</w:t>
      </w:r>
      <w:r w:rsidR="00E4444A" w:rsidRPr="0099306C">
        <w:t>’</w:t>
      </w:r>
      <w:r w:rsidRPr="002B3119">
        <w:t xml:space="preserve">aller chercher la </w:t>
      </w:r>
      <w:r w:rsidR="00A676AD" w:rsidRPr="002B3119">
        <w:t>sage</w:t>
      </w:r>
      <w:r w:rsidR="00A676AD">
        <w:t>-</w:t>
      </w:r>
      <w:r w:rsidRPr="002B3119">
        <w:t>femme</w:t>
      </w:r>
      <w:r w:rsidR="00E4444A" w:rsidRPr="0099306C">
        <w:t>.</w:t>
      </w:r>
    </w:p>
    <w:p w14:paraId="5A535754" w14:textId="77777777" w:rsidR="002B3119" w:rsidRPr="002B3119" w:rsidRDefault="002B3119" w:rsidP="002B3119"/>
    <w:p w14:paraId="4A4A1B2A" w14:textId="72FBD463" w:rsidR="00E4444A" w:rsidRPr="0099306C" w:rsidRDefault="002B3119" w:rsidP="002B3119">
      <w:r w:rsidRPr="002B3119">
        <w:t>Cette digne personne finissait de dîner</w:t>
      </w:r>
      <w:r w:rsidR="00E4444A" w:rsidRPr="0099306C">
        <w:t xml:space="preserve">. </w:t>
      </w:r>
      <w:r w:rsidRPr="002B3119">
        <w:t xml:space="preserve">Une fille de </w:t>
      </w:r>
      <w:proofErr w:type="spellStart"/>
      <w:r w:rsidR="00E4444A" w:rsidRPr="0099306C">
        <w:t>Goe</w:t>
      </w:r>
      <w:r w:rsidRPr="002B3119">
        <w:t>zec</w:t>
      </w:r>
      <w:proofErr w:type="spellEnd"/>
      <w:r w:rsidR="00E4444A" w:rsidRPr="0099306C">
        <w:t xml:space="preserve">, </w:t>
      </w:r>
      <w:r w:rsidRPr="002B3119">
        <w:t>dont la coiffe</w:t>
      </w:r>
      <w:r w:rsidR="00E4444A" w:rsidRPr="0099306C">
        <w:t xml:space="preserve">, </w:t>
      </w:r>
      <w:r w:rsidRPr="002B3119">
        <w:t>en forme de bélier</w:t>
      </w:r>
      <w:r w:rsidR="00E4444A" w:rsidRPr="0099306C">
        <w:t xml:space="preserve">, </w:t>
      </w:r>
      <w:r w:rsidRPr="002B3119">
        <w:t>imitait les armes de son pays natal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introduisit dans le salon et posa son bougeoir sur un piano fermé</w:t>
      </w:r>
      <w:r w:rsidR="00E4444A" w:rsidRPr="0099306C">
        <w:t xml:space="preserve">. </w:t>
      </w:r>
      <w:r w:rsidRPr="002B3119">
        <w:t>Sur la cheminée</w:t>
      </w:r>
      <w:r w:rsidR="00E4444A" w:rsidRPr="0099306C">
        <w:t xml:space="preserve">, </w:t>
      </w:r>
      <w:r w:rsidRPr="002B3119">
        <w:t>entre deux candélabres d</w:t>
      </w:r>
      <w:r w:rsidR="00E4444A" w:rsidRPr="0099306C">
        <w:t>’</w:t>
      </w:r>
      <w:r w:rsidRPr="002B3119">
        <w:t>albâtre gagnés à quelque loterie et qu</w:t>
      </w:r>
      <w:r w:rsidR="00E4444A" w:rsidRPr="0099306C">
        <w:t>’</w:t>
      </w:r>
      <w:r w:rsidRPr="002B3119">
        <w:t>une gaze jaune protégeait des mouches</w:t>
      </w:r>
      <w:r w:rsidR="00E4444A" w:rsidRPr="0099306C">
        <w:t xml:space="preserve">, </w:t>
      </w:r>
      <w:r w:rsidRPr="002B3119">
        <w:t xml:space="preserve">le </w:t>
      </w:r>
      <w:proofErr w:type="spellStart"/>
      <w:r w:rsidR="008F4AF8" w:rsidRPr="002B3119">
        <w:t>tic</w:t>
      </w:r>
      <w:r w:rsidR="00A676AD">
        <w:t xml:space="preserve"> </w:t>
      </w:r>
      <w:r w:rsidR="008F4AF8" w:rsidRPr="002B3119">
        <w:t>tac</w:t>
      </w:r>
      <w:proofErr w:type="spellEnd"/>
      <w:r w:rsidRPr="002B3119">
        <w:t xml:space="preserve"> d</w:t>
      </w:r>
      <w:r w:rsidR="00E4444A" w:rsidRPr="0099306C">
        <w:t>’</w:t>
      </w:r>
      <w:r w:rsidRPr="002B3119">
        <w:t>une pendule hachait les minutes</w:t>
      </w:r>
      <w:r w:rsidR="00E4444A" w:rsidRPr="0099306C">
        <w:t xml:space="preserve">, </w:t>
      </w:r>
      <w:r w:rsidRPr="002B3119">
        <w:t>et des portraits s</w:t>
      </w:r>
      <w:r w:rsidR="00E4444A" w:rsidRPr="0099306C">
        <w:t>’</w:t>
      </w:r>
      <w:r w:rsidRPr="002B3119">
        <w:t>accrochaient aux murs</w:t>
      </w:r>
      <w:r w:rsidR="00E4444A" w:rsidRPr="0099306C">
        <w:t xml:space="preserve">, </w:t>
      </w:r>
      <w:r w:rsidRPr="002B3119">
        <w:t>où de bonnes gens aux yeux vagues souriaient b</w:t>
      </w:r>
      <w:r w:rsidR="00D30A6B">
        <w:t>é</w:t>
      </w:r>
      <w:r w:rsidRPr="002B3119">
        <w:t>at</w:t>
      </w:r>
      <w:r w:rsidRPr="002B3119">
        <w:t>e</w:t>
      </w:r>
      <w:r w:rsidRPr="002B3119">
        <w:t>ment</w:t>
      </w:r>
      <w:r w:rsidR="00E4444A" w:rsidRPr="0099306C">
        <w:t xml:space="preserve">, </w:t>
      </w:r>
      <w:r w:rsidRPr="002B3119">
        <w:t>avec le peu d</w:t>
      </w:r>
      <w:r w:rsidR="00E4444A" w:rsidRPr="0099306C">
        <w:t>’</w:t>
      </w:r>
      <w:r w:rsidRPr="002B3119">
        <w:t xml:space="preserve">expression que </w:t>
      </w:r>
      <w:r w:rsidR="00E4444A" w:rsidRPr="0099306C">
        <w:t>« </w:t>
      </w:r>
      <w:r w:rsidRPr="002B3119">
        <w:t>l</w:t>
      </w:r>
      <w:r w:rsidR="00E4444A" w:rsidRPr="0099306C">
        <w:t>’</w:t>
      </w:r>
      <w:r w:rsidRPr="002B3119">
        <w:t>agrandissement d</w:t>
      </w:r>
      <w:r w:rsidR="00E4444A" w:rsidRPr="0099306C">
        <w:t>’</w:t>
      </w:r>
      <w:r w:rsidRPr="002B3119">
        <w:t>art</w:t>
      </w:r>
      <w:r w:rsidR="00E4444A" w:rsidRPr="0099306C">
        <w:t> »</w:t>
      </w:r>
      <w:r w:rsidRPr="002B3119">
        <w:t xml:space="preserve"> leur avait laissé</w:t>
      </w:r>
      <w:r w:rsidR="00E4444A" w:rsidRPr="0099306C">
        <w:t>.</w:t>
      </w:r>
    </w:p>
    <w:p w14:paraId="1800F872" w14:textId="7C9C0714" w:rsidR="00E4444A" w:rsidRPr="0099306C" w:rsidRDefault="002B3119" w:rsidP="002B3119">
      <w:r w:rsidRPr="002B3119">
        <w:t>Tout à coup</w:t>
      </w:r>
      <w:r w:rsidR="00E4444A" w:rsidRPr="0099306C">
        <w:t xml:space="preserve">, </w:t>
      </w:r>
      <w:r w:rsidRPr="002B3119">
        <w:t>un sentiment étrange s</w:t>
      </w:r>
      <w:r w:rsidR="00E4444A" w:rsidRPr="0099306C">
        <w:t>’</w:t>
      </w:r>
      <w:r w:rsidRPr="002B3119">
        <w:t>empara de moi</w:t>
      </w:r>
      <w:r w:rsidR="00E4444A" w:rsidRPr="0099306C">
        <w:t xml:space="preserve">, </w:t>
      </w:r>
      <w:r w:rsidRPr="002B3119">
        <w:t>une sorte d</w:t>
      </w:r>
      <w:r w:rsidR="00E4444A" w:rsidRPr="0099306C">
        <w:t>’</w:t>
      </w:r>
      <w:r w:rsidRPr="002B3119">
        <w:t xml:space="preserve">étonnement de me trouver dans ce médiocre salon de </w:t>
      </w:r>
      <w:r w:rsidR="00A676AD" w:rsidRPr="002B3119">
        <w:t>sage</w:t>
      </w:r>
      <w:r w:rsidR="00A676AD">
        <w:t>-</w:t>
      </w:r>
      <w:r w:rsidRPr="002B3119">
        <w:t>femme</w:t>
      </w:r>
      <w:r w:rsidR="00E4444A" w:rsidRPr="0099306C">
        <w:t xml:space="preserve">, </w:t>
      </w:r>
      <w:r w:rsidRPr="002B3119">
        <w:t>aux prises avec la vie réelle</w:t>
      </w:r>
      <w:r w:rsidR="00E4444A" w:rsidRPr="0099306C">
        <w:t xml:space="preserve">. </w:t>
      </w:r>
      <w:r w:rsidRPr="002B3119">
        <w:t>Alors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bien vrai</w:t>
      </w:r>
      <w:r w:rsidR="00E4444A" w:rsidRPr="0099306C">
        <w:t xml:space="preserve">. </w:t>
      </w:r>
      <w:r w:rsidRPr="002B3119">
        <w:t>Depuis quelques mois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une femme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dans quelques heures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aurais un enfant</w:t>
      </w:r>
      <w:r w:rsidR="00E4444A" w:rsidRPr="0099306C">
        <w:t xml:space="preserve">. </w:t>
      </w:r>
      <w:r w:rsidRPr="002B3119">
        <w:t xml:space="preserve">Nos existences se </w:t>
      </w:r>
      <w:r w:rsidRPr="002B3119">
        <w:lastRenderedPageBreak/>
        <w:t>déc</w:t>
      </w:r>
      <w:r w:rsidRPr="002B3119">
        <w:t>i</w:t>
      </w:r>
      <w:r w:rsidRPr="002B3119">
        <w:t>dent-elles donc ainsi</w:t>
      </w:r>
      <w:r w:rsidR="00E4444A" w:rsidRPr="0099306C">
        <w:t xml:space="preserve">, </w:t>
      </w:r>
      <w:r w:rsidRPr="002B3119">
        <w:t>presque en dehors de nous</w:t>
      </w:r>
      <w:r w:rsidR="00E4444A" w:rsidRPr="0099306C">
        <w:t xml:space="preserve">, </w:t>
      </w:r>
      <w:r w:rsidRPr="002B3119">
        <w:t>soumises aux volontés du destin</w:t>
      </w:r>
      <w:r w:rsidR="00E4444A" w:rsidRPr="0099306C">
        <w:t xml:space="preserve"> ? </w:t>
      </w:r>
      <w:r w:rsidR="00D82209" w:rsidRPr="0099306C">
        <w:t>À</w:t>
      </w:r>
      <w:r w:rsidRPr="002B3119">
        <w:t xml:space="preserve"> telle parole dite</w:t>
      </w:r>
      <w:r w:rsidR="00E4444A" w:rsidRPr="0099306C">
        <w:t xml:space="preserve">, </w:t>
      </w:r>
      <w:r w:rsidRPr="002B3119">
        <w:t>telle autre su</w:t>
      </w:r>
      <w:r w:rsidRPr="002B3119">
        <w:t>c</w:t>
      </w:r>
      <w:r w:rsidRPr="002B3119">
        <w:t>cède</w:t>
      </w:r>
      <w:r w:rsidR="00E4444A" w:rsidRPr="0099306C">
        <w:t xml:space="preserve">, </w:t>
      </w:r>
      <w:r w:rsidRPr="002B3119">
        <w:t>si bien qu</w:t>
      </w:r>
      <w:r w:rsidR="00E4444A" w:rsidRPr="0099306C">
        <w:t>’</w:t>
      </w:r>
      <w:r w:rsidRPr="002B3119">
        <w:t>un beau matin</w:t>
      </w:r>
      <w:r w:rsidR="00E4444A" w:rsidRPr="0099306C">
        <w:t xml:space="preserve">, </w:t>
      </w:r>
      <w:r w:rsidRPr="002B3119">
        <w:t xml:space="preserve">sans nous expliquer </w:t>
      </w:r>
      <w:r w:rsidR="00D03EE9">
        <w:t xml:space="preserve">au </w:t>
      </w:r>
      <w:r w:rsidRPr="002B3119">
        <w:t>juste comment</w:t>
      </w:r>
      <w:r w:rsidR="00E4444A" w:rsidRPr="0099306C">
        <w:t xml:space="preserve">, </w:t>
      </w:r>
      <w:r w:rsidRPr="002B3119">
        <w:t>nous nous réveillons mariés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un jour</w:t>
      </w:r>
      <w:r w:rsidR="00E4444A" w:rsidRPr="0099306C">
        <w:t xml:space="preserve">, </w:t>
      </w:r>
      <w:r w:rsidRPr="002B3119">
        <w:t>nous sommes pères</w:t>
      </w:r>
      <w:r w:rsidR="00E4444A" w:rsidRPr="0099306C">
        <w:t xml:space="preserve">, </w:t>
      </w:r>
      <w:r w:rsidRPr="002B3119">
        <w:t>nous avons fondé une famille sans que notre volonté soit véritablement intervenue</w:t>
      </w:r>
      <w:r w:rsidR="00E4444A" w:rsidRPr="0099306C">
        <w:t xml:space="preserve">, </w:t>
      </w:r>
      <w:r w:rsidRPr="002B3119">
        <w:t>sans que nous ayons encore bien considéré la vie face à face</w:t>
      </w:r>
      <w:r w:rsidR="00E4444A" w:rsidRPr="0099306C">
        <w:t>.</w:t>
      </w:r>
    </w:p>
    <w:p w14:paraId="7847ED40" w14:textId="77777777" w:rsidR="00E4444A" w:rsidRPr="0099306C" w:rsidRDefault="002B3119" w:rsidP="002B3119">
      <w:r w:rsidRPr="002B3119">
        <w:t>Et je me sentais comme un passager à bord d</w:t>
      </w:r>
      <w:r w:rsidR="00E4444A" w:rsidRPr="0099306C">
        <w:t>’</w:t>
      </w:r>
      <w:r w:rsidRPr="002B3119">
        <w:t>un navire qui s</w:t>
      </w:r>
      <w:r w:rsidR="00E4444A" w:rsidRPr="0099306C">
        <w:t>’</w:t>
      </w:r>
      <w:r w:rsidRPr="002B3119">
        <w:t>abandonne</w:t>
      </w:r>
      <w:r w:rsidR="00E4444A" w:rsidRPr="0099306C">
        <w:t xml:space="preserve">, </w:t>
      </w:r>
      <w:r w:rsidRPr="002B3119">
        <w:t>les yeux fermés</w:t>
      </w:r>
      <w:r w:rsidR="00D03EE9">
        <w:t>,</w:t>
      </w:r>
      <w:r w:rsidRPr="002B3119">
        <w:t xml:space="preserve"> sachant bien qu</w:t>
      </w:r>
      <w:r w:rsidR="00E4444A" w:rsidRPr="0099306C">
        <w:t>’</w:t>
      </w:r>
      <w:r w:rsidRPr="002B3119">
        <w:t>il ne d</w:t>
      </w:r>
      <w:r w:rsidRPr="002B3119">
        <w:t>é</w:t>
      </w:r>
      <w:r w:rsidRPr="002B3119">
        <w:t>pend pas de lui de régler la marche et de choisir une dire</w:t>
      </w:r>
      <w:r w:rsidRPr="002B3119">
        <w:t>c</w:t>
      </w:r>
      <w:r w:rsidRPr="002B3119">
        <w:t>tion</w:t>
      </w:r>
      <w:r w:rsidR="00E4444A" w:rsidRPr="0099306C">
        <w:t xml:space="preserve">, </w:t>
      </w:r>
      <w:r w:rsidRPr="002B3119">
        <w:t>mais entend tout de même bourdonner à ses oreilles les coups de piston du vaisseau qui l</w:t>
      </w:r>
      <w:r w:rsidR="00E4444A" w:rsidRPr="0099306C">
        <w:t>’</w:t>
      </w:r>
      <w:r w:rsidRPr="002B3119">
        <w:t>emporte</w:t>
      </w:r>
      <w:r w:rsidR="00E4444A" w:rsidRPr="0099306C">
        <w:t>.</w:t>
      </w:r>
    </w:p>
    <w:p w14:paraId="7A65A728" w14:textId="77777777" w:rsidR="00E4444A" w:rsidRPr="0099306C" w:rsidRDefault="002B3119" w:rsidP="002B3119">
      <w:r w:rsidRPr="002B3119">
        <w:t>Je m</w:t>
      </w:r>
      <w:r w:rsidR="00E4444A" w:rsidRPr="0099306C">
        <w:t>’</w:t>
      </w:r>
      <w:r w:rsidRPr="002B3119">
        <w:t>arrêtai devant la cheminée</w:t>
      </w:r>
      <w:r w:rsidR="00E4444A" w:rsidRPr="0099306C">
        <w:t xml:space="preserve">. </w:t>
      </w:r>
      <w:r w:rsidRPr="002B3119">
        <w:t>La glace</w:t>
      </w:r>
      <w:r w:rsidR="00E4444A" w:rsidRPr="0099306C">
        <w:t xml:space="preserve">, </w:t>
      </w:r>
      <w:r w:rsidRPr="002B3119">
        <w:t>mal éclairée par la bougie de la table</w:t>
      </w:r>
      <w:r w:rsidR="00E4444A" w:rsidRPr="0099306C">
        <w:t xml:space="preserve">, </w:t>
      </w:r>
      <w:r w:rsidRPr="002B3119">
        <w:t>me renvoya mon image confuse</w:t>
      </w:r>
      <w:r w:rsidR="00E4444A" w:rsidRPr="0099306C">
        <w:t xml:space="preserve">. </w:t>
      </w:r>
      <w:r w:rsidRPr="002B3119">
        <w:t>Était-ce vraiment moi</w:t>
      </w:r>
      <w:r w:rsidR="00E4444A" w:rsidRPr="0099306C">
        <w:t xml:space="preserve">, </w:t>
      </w:r>
      <w:r w:rsidRPr="002B3119">
        <w:t>ce personnage blafard</w:t>
      </w:r>
      <w:r w:rsidR="00E4444A" w:rsidRPr="0099306C">
        <w:t xml:space="preserve">, </w:t>
      </w:r>
      <w:r w:rsidRPr="002B3119">
        <w:t>qui attendait une sage-femme et allait avoir un enfant</w:t>
      </w:r>
      <w:r w:rsidR="00E4444A" w:rsidRPr="0099306C">
        <w:t> ?</w:t>
      </w:r>
    </w:p>
    <w:p w14:paraId="28CAB3ED" w14:textId="77777777" w:rsidR="00E4444A" w:rsidRPr="0099306C" w:rsidRDefault="002B3119" w:rsidP="002B3119">
      <w:r w:rsidRPr="002B3119">
        <w:t>Un enfant</w:t>
      </w:r>
      <w:r w:rsidR="00E4444A" w:rsidRPr="0099306C">
        <w:t xml:space="preserve"> ! </w:t>
      </w:r>
      <w:r w:rsidRPr="002B3119">
        <w:t>Mais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abord</w:t>
      </w:r>
      <w:r w:rsidR="00E4444A" w:rsidRPr="0099306C">
        <w:t xml:space="preserve">, </w:t>
      </w:r>
      <w:r w:rsidRPr="002B3119">
        <w:t>serait-ce une fille comme nous l</w:t>
      </w:r>
      <w:r w:rsidR="00E4444A" w:rsidRPr="0099306C">
        <w:t>’</w:t>
      </w:r>
      <w:r w:rsidRPr="002B3119">
        <w:t>avions imprudemment décidé</w:t>
      </w:r>
      <w:r w:rsidR="00E4444A" w:rsidRPr="0099306C">
        <w:t xml:space="preserve"> ? </w:t>
      </w:r>
      <w:r w:rsidRPr="002B3119">
        <w:t>En n</w:t>
      </w:r>
      <w:r w:rsidR="00E4444A" w:rsidRPr="0099306C">
        <w:t>’</w:t>
      </w:r>
      <w:r w:rsidRPr="002B3119">
        <w:t>envisageant même pas l</w:t>
      </w:r>
      <w:r w:rsidR="00E4444A" w:rsidRPr="0099306C">
        <w:t>’</w:t>
      </w:r>
      <w:r w:rsidRPr="002B3119">
        <w:t>idée d</w:t>
      </w:r>
      <w:r w:rsidR="00E4444A" w:rsidRPr="0099306C">
        <w:t>’</w:t>
      </w:r>
      <w:r w:rsidRPr="002B3119">
        <w:t>avoir un garçon</w:t>
      </w:r>
      <w:r w:rsidR="00E4444A" w:rsidRPr="0099306C">
        <w:t xml:space="preserve">, </w:t>
      </w:r>
      <w:r w:rsidRPr="002B3119">
        <w:t>ne nous étions-nous pas</w:t>
      </w:r>
      <w:r w:rsidR="00E4444A" w:rsidRPr="0099306C">
        <w:t xml:space="preserve">, </w:t>
      </w:r>
      <w:r w:rsidRPr="002B3119">
        <w:t>Jeanne et moi</w:t>
      </w:r>
      <w:r w:rsidR="00E4444A" w:rsidRPr="0099306C">
        <w:t xml:space="preserve">, </w:t>
      </w:r>
      <w:r w:rsidRPr="002B3119">
        <w:t>préparé d</w:t>
      </w:r>
      <w:r w:rsidR="00E4444A" w:rsidRPr="0099306C">
        <w:t>’</w:t>
      </w:r>
      <w:r w:rsidRPr="002B3119">
        <w:t>inutiles déceptions</w:t>
      </w:r>
      <w:r w:rsidR="00E4444A" w:rsidRPr="0099306C">
        <w:t xml:space="preserve"> ? </w:t>
      </w:r>
      <w:r w:rsidRPr="002B3119">
        <w:t>J</w:t>
      </w:r>
      <w:r w:rsidR="00E4444A" w:rsidRPr="0099306C">
        <w:t>’</w:t>
      </w:r>
      <w:r w:rsidRPr="002B3119">
        <w:t>avais hâte de savoir à présent</w:t>
      </w:r>
      <w:r w:rsidR="00E4444A" w:rsidRPr="0099306C">
        <w:t xml:space="preserve">, </w:t>
      </w:r>
      <w:r w:rsidRPr="002B3119">
        <w:t>plein d</w:t>
      </w:r>
      <w:r w:rsidR="00E4444A" w:rsidRPr="0099306C">
        <w:t>’</w:t>
      </w:r>
      <w:r w:rsidRPr="002B3119">
        <w:t>une impatience qui grandissait de minute en minute</w:t>
      </w:r>
      <w:r w:rsidR="00E4444A" w:rsidRPr="0099306C">
        <w:t>.</w:t>
      </w:r>
    </w:p>
    <w:p w14:paraId="03655176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fille ou garçon</w:t>
      </w:r>
      <w:r w:rsidR="00E4444A" w:rsidRPr="0099306C">
        <w:t xml:space="preserve">, </w:t>
      </w:r>
      <w:r w:rsidRPr="002B3119">
        <w:t>étais-je absolument sûr de l</w:t>
      </w:r>
      <w:r w:rsidR="00E4444A" w:rsidRPr="0099306C">
        <w:t>’</w:t>
      </w:r>
      <w:r w:rsidRPr="002B3119">
        <w:t>aimer</w:t>
      </w:r>
      <w:r w:rsidR="00E4444A" w:rsidRPr="0099306C">
        <w:t xml:space="preserve">, </w:t>
      </w:r>
      <w:r w:rsidRPr="002B3119">
        <w:t>cet enfant</w:t>
      </w:r>
      <w:r w:rsidR="00E4444A" w:rsidRPr="0099306C">
        <w:t xml:space="preserve"> ? </w:t>
      </w:r>
      <w:r w:rsidRPr="002B3119">
        <w:t>Certes</w:t>
      </w:r>
      <w:r w:rsidR="00E4444A" w:rsidRPr="0099306C">
        <w:t xml:space="preserve">, </w:t>
      </w:r>
      <w:r w:rsidRPr="002B3119">
        <w:t>depuis quelques semaines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étais a</w:t>
      </w:r>
      <w:r w:rsidRPr="002B3119">
        <w:t>t</w:t>
      </w:r>
      <w:r w:rsidRPr="002B3119">
        <w:t>taché à lui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en cet instant</w:t>
      </w:r>
      <w:r w:rsidR="00E4444A" w:rsidRPr="0099306C">
        <w:t xml:space="preserve">, </w:t>
      </w:r>
      <w:r w:rsidRPr="002B3119">
        <w:t>chez cette sage-femme</w:t>
      </w:r>
      <w:r w:rsidR="00E4444A" w:rsidRPr="0099306C">
        <w:t xml:space="preserve">, </w:t>
      </w:r>
      <w:r w:rsidRPr="002B3119">
        <w:t>ma tendresse n</w:t>
      </w:r>
      <w:r w:rsidR="00E4444A" w:rsidRPr="0099306C">
        <w:t>’</w:t>
      </w:r>
      <w:r w:rsidRPr="002B3119">
        <w:t>existait plus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étais comme ce patient dont la douleur s</w:t>
      </w:r>
      <w:r w:rsidR="00E4444A" w:rsidRPr="0099306C">
        <w:t>’</w:t>
      </w:r>
      <w:r w:rsidRPr="002B3119">
        <w:t>apaise dès qu</w:t>
      </w:r>
      <w:r w:rsidR="00E4444A" w:rsidRPr="0099306C">
        <w:t>’</w:t>
      </w:r>
      <w:r w:rsidRPr="002B3119">
        <w:t>il gravit l</w:t>
      </w:r>
      <w:r w:rsidR="00E4444A" w:rsidRPr="0099306C">
        <w:t>’</w:t>
      </w:r>
      <w:r w:rsidRPr="002B3119">
        <w:t>escalier du dentiste</w:t>
      </w:r>
      <w:r w:rsidR="00E4444A" w:rsidRPr="0099306C">
        <w:t xml:space="preserve">. </w:t>
      </w:r>
      <w:r w:rsidRPr="002B3119">
        <w:t>Je ne savais pas</w:t>
      </w:r>
      <w:r w:rsidR="00E4444A" w:rsidRPr="0099306C">
        <w:t xml:space="preserve">. </w:t>
      </w:r>
      <w:r w:rsidRPr="002B3119">
        <w:t>Je ne savais plus</w:t>
      </w:r>
      <w:r w:rsidR="00E4444A" w:rsidRPr="0099306C">
        <w:t xml:space="preserve">. </w:t>
      </w:r>
      <w:r w:rsidRPr="002B3119">
        <w:t>Serais-je donc un père dénat</w:t>
      </w:r>
      <w:r w:rsidRPr="002B3119">
        <w:t>u</w:t>
      </w:r>
      <w:r w:rsidRPr="002B3119">
        <w:t>ré qui n</w:t>
      </w:r>
      <w:r w:rsidR="00E4444A" w:rsidRPr="0099306C">
        <w:t>’</w:t>
      </w:r>
      <w:r w:rsidRPr="002B3119">
        <w:t>allait pas aimer son petit</w:t>
      </w:r>
      <w:r w:rsidR="00E4444A" w:rsidRPr="0099306C">
        <w:t> ?</w:t>
      </w:r>
    </w:p>
    <w:p w14:paraId="60F2BE7B" w14:textId="77777777" w:rsidR="002B3119" w:rsidRPr="002B3119" w:rsidRDefault="002B3119" w:rsidP="002B3119"/>
    <w:p w14:paraId="5B8271BD" w14:textId="77777777" w:rsidR="00E4444A" w:rsidRPr="0099306C" w:rsidRDefault="002B3119" w:rsidP="002B3119">
      <w:r w:rsidRPr="002B3119">
        <w:lastRenderedPageBreak/>
        <w:t>La sage-femme parut enfin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essuyant la bouche avec une serviette encore pendue à son cou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sans qu</w:t>
      </w:r>
      <w:r w:rsidR="00E4444A" w:rsidRPr="0099306C">
        <w:t>’</w:t>
      </w:r>
      <w:r w:rsidRPr="002B3119">
        <w:t>elle se donnât le temps de mettre un chapeau</w:t>
      </w:r>
      <w:r w:rsidR="00E4444A" w:rsidRPr="0099306C">
        <w:t xml:space="preserve">, </w:t>
      </w:r>
      <w:r w:rsidRPr="002B3119">
        <w:t>nous prîmes e</w:t>
      </w:r>
      <w:r w:rsidRPr="002B3119">
        <w:t>n</w:t>
      </w:r>
      <w:r w:rsidRPr="002B3119">
        <w:t>semble le chemin de la maison</w:t>
      </w:r>
      <w:r w:rsidR="00E4444A" w:rsidRPr="0099306C">
        <w:t>.</w:t>
      </w:r>
    </w:p>
    <w:p w14:paraId="36523F92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une quadragénaire</w:t>
      </w:r>
      <w:r w:rsidR="00E4444A" w:rsidRPr="0099306C">
        <w:t xml:space="preserve">, </w:t>
      </w:r>
      <w:r w:rsidRPr="002B3119">
        <w:t>un peu rougeaude</w:t>
      </w:r>
      <w:r w:rsidR="00E4444A" w:rsidRPr="0099306C">
        <w:t xml:space="preserve">, </w:t>
      </w:r>
      <w:r w:rsidRPr="002B3119">
        <w:t>qui sou</w:t>
      </w:r>
      <w:r w:rsidRPr="002B3119">
        <w:t>f</w:t>
      </w:r>
      <w:r w:rsidRPr="002B3119">
        <w:t>flait tout en marchant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malgré la saison</w:t>
      </w:r>
      <w:r w:rsidR="00E4444A" w:rsidRPr="0099306C">
        <w:t xml:space="preserve">, </w:t>
      </w:r>
      <w:r w:rsidRPr="002B3119">
        <w:t>avait toujours chaud et s</w:t>
      </w:r>
      <w:r w:rsidR="00E4444A" w:rsidRPr="0099306C">
        <w:t>’</w:t>
      </w:r>
      <w:r w:rsidRPr="002B3119">
        <w:t>éventait avec son mouchoir</w:t>
      </w:r>
      <w:r w:rsidR="00E4444A" w:rsidRPr="0099306C">
        <w:t xml:space="preserve">. </w:t>
      </w:r>
      <w:r w:rsidRPr="002B3119">
        <w:t>Son accent alsacien détonnait dans ce pays breton</w:t>
      </w:r>
      <w:r w:rsidR="00E4444A" w:rsidRPr="0099306C">
        <w:t xml:space="preserve">. </w:t>
      </w:r>
      <w:r w:rsidRPr="002B3119">
        <w:t>Elle m</w:t>
      </w:r>
      <w:r w:rsidR="00E4444A" w:rsidRPr="0099306C">
        <w:t>’</w:t>
      </w:r>
      <w:r w:rsidRPr="002B3119">
        <w:t>assura que je devais n</w:t>
      </w:r>
      <w:r w:rsidR="00E4444A" w:rsidRPr="0099306C">
        <w:t>’</w:t>
      </w:r>
      <w:r w:rsidRPr="002B3119">
        <w:t>avoir aucune inquiétude et qu</w:t>
      </w:r>
      <w:r w:rsidR="00E4444A" w:rsidRPr="0099306C">
        <w:t>’</w:t>
      </w:r>
      <w:r w:rsidRPr="002B3119">
        <w:t>avec elle</w:t>
      </w:r>
      <w:r w:rsidR="00E4444A" w:rsidRPr="0099306C">
        <w:t xml:space="preserve">, </w:t>
      </w:r>
      <w:r w:rsidRPr="002B3119">
        <w:t>du reste</w:t>
      </w:r>
      <w:r w:rsidR="00E4444A" w:rsidRPr="0099306C">
        <w:t xml:space="preserve">, </w:t>
      </w:r>
      <w:r w:rsidRPr="002B3119">
        <w:t>tout se passait toujours bien</w:t>
      </w:r>
      <w:r w:rsidR="00E4444A" w:rsidRPr="0099306C">
        <w:t>.</w:t>
      </w:r>
    </w:p>
    <w:p w14:paraId="0C5D8AB3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impression charmante qui m</w:t>
      </w:r>
      <w:r w:rsidR="00E4444A" w:rsidRPr="0099306C">
        <w:t>’</w:t>
      </w:r>
      <w:r w:rsidRPr="002B3119">
        <w:t>accueillit au retour eut bientôt dissipé ma tristesse</w:t>
      </w:r>
      <w:r w:rsidR="00E4444A" w:rsidRPr="0099306C">
        <w:t>.</w:t>
      </w:r>
    </w:p>
    <w:p w14:paraId="7B9EB384" w14:textId="77777777" w:rsidR="00E4444A" w:rsidRPr="0099306C" w:rsidRDefault="002B3119" w:rsidP="002B3119">
      <w:r w:rsidRPr="002B3119">
        <w:t>Jeanne</w:t>
      </w:r>
      <w:r w:rsidR="00E4444A" w:rsidRPr="0099306C">
        <w:t xml:space="preserve">, </w:t>
      </w:r>
      <w:r w:rsidRPr="002B3119">
        <w:t>pendant mon absence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était mise au lit</w:t>
      </w:r>
      <w:r w:rsidR="00E4444A" w:rsidRPr="0099306C">
        <w:t xml:space="preserve">. </w:t>
      </w:r>
      <w:r w:rsidRPr="002B3119">
        <w:t>Les grands rideaux de sa chambre étaient bien tirés</w:t>
      </w:r>
      <w:r w:rsidR="00E4444A" w:rsidRPr="0099306C">
        <w:t xml:space="preserve">. </w:t>
      </w:r>
      <w:r w:rsidRPr="002B3119">
        <w:t>Rien n</w:t>
      </w:r>
      <w:r w:rsidR="00E4444A" w:rsidRPr="0099306C">
        <w:t>’</w:t>
      </w:r>
      <w:r w:rsidRPr="002B3119">
        <w:t>arrivait de la nuit du dehors</w:t>
      </w:r>
      <w:r w:rsidR="00E4444A" w:rsidRPr="0099306C">
        <w:t xml:space="preserve">, </w:t>
      </w:r>
      <w:r w:rsidRPr="002B3119">
        <w:t>et le feu clair de la cheminée dorait le pare-étincelles</w:t>
      </w:r>
      <w:r w:rsidR="00E4444A" w:rsidRPr="0099306C">
        <w:t>.</w:t>
      </w:r>
    </w:p>
    <w:p w14:paraId="1259BB87" w14:textId="77777777" w:rsidR="00E4444A" w:rsidRPr="0099306C" w:rsidRDefault="002B3119" w:rsidP="002B3119">
      <w:r w:rsidRPr="002B3119">
        <w:t>Un détail surtout me frappa</w:t>
      </w:r>
      <w:r w:rsidR="00E4444A" w:rsidRPr="0099306C">
        <w:t xml:space="preserve">. </w:t>
      </w:r>
      <w:r w:rsidRPr="002B3119">
        <w:t>La bercelonnette avait changé de place</w:t>
      </w:r>
      <w:r w:rsidR="00E4444A" w:rsidRPr="0099306C">
        <w:t xml:space="preserve">. </w:t>
      </w:r>
      <w:r w:rsidRPr="002B3119">
        <w:t>Les rideaux de tulle</w:t>
      </w:r>
      <w:r w:rsidR="00E4444A" w:rsidRPr="0099306C">
        <w:t xml:space="preserve">, </w:t>
      </w:r>
      <w:r w:rsidRPr="002B3119">
        <w:t>blancs comme des voiles de mariées</w:t>
      </w:r>
      <w:r w:rsidR="007A4A49">
        <w:t>,</w:t>
      </w:r>
      <w:r w:rsidRPr="002B3119">
        <w:t xml:space="preserve"> s</w:t>
      </w:r>
      <w:r w:rsidR="00E4444A" w:rsidRPr="0099306C">
        <w:t>’</w:t>
      </w:r>
      <w:r w:rsidRPr="002B3119">
        <w:t>étaient ouverts</w:t>
      </w:r>
      <w:r w:rsidR="00E4444A" w:rsidRPr="0099306C">
        <w:t xml:space="preserve">. </w:t>
      </w:r>
      <w:r w:rsidRPr="002B3119">
        <w:t xml:space="preserve">Le petit drap brodé </w:t>
      </w:r>
      <w:r w:rsidR="007A4A49">
        <w:t xml:space="preserve">se </w:t>
      </w:r>
      <w:r w:rsidRPr="002B3119">
        <w:t>rabattait sur le couvre-lit de satin</w:t>
      </w:r>
      <w:r w:rsidR="00E4444A" w:rsidRPr="0099306C">
        <w:t>.</w:t>
      </w:r>
    </w:p>
    <w:p w14:paraId="177BE52A" w14:textId="77777777" w:rsidR="00E4444A" w:rsidRPr="0099306C" w:rsidRDefault="002B3119" w:rsidP="002B3119">
      <w:r w:rsidRPr="002B3119">
        <w:t>Le lit de mademoiselle était fait</w:t>
      </w:r>
      <w:r w:rsidR="00E4444A" w:rsidRPr="0099306C">
        <w:t>.</w:t>
      </w:r>
    </w:p>
    <w:p w14:paraId="07133BCD" w14:textId="77777777" w:rsidR="00E4444A" w:rsidRPr="0099306C" w:rsidRDefault="002B3119" w:rsidP="002B3119">
      <w:r w:rsidRPr="002B3119">
        <w:t xml:space="preserve">La sage-femme se pencha sur Jeanne et </w:t>
      </w:r>
      <w:r w:rsidR="007A4A49">
        <w:t xml:space="preserve">se </w:t>
      </w:r>
      <w:r w:rsidRPr="002B3119">
        <w:t>déclara sati</w:t>
      </w:r>
      <w:r w:rsidRPr="002B3119">
        <w:t>s</w:t>
      </w:r>
      <w:r w:rsidRPr="002B3119">
        <w:t>faite de son examen</w:t>
      </w:r>
      <w:r w:rsidR="00E4444A" w:rsidRPr="0099306C">
        <w:t xml:space="preserve">. </w:t>
      </w:r>
      <w:r w:rsidRPr="002B3119">
        <w:t>Puis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étant installée auprès de la m</w:t>
      </w:r>
      <w:r w:rsidRPr="002B3119">
        <w:t>a</w:t>
      </w:r>
      <w:r w:rsidRPr="002B3119">
        <w:t>lade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appelait</w:t>
      </w:r>
      <w:r w:rsidR="007A4A49">
        <w:t>,</w:t>
      </w:r>
      <w:r w:rsidRPr="002B3119">
        <w:t xml:space="preserve"> comme notre tante</w:t>
      </w:r>
      <w:r w:rsidR="00E4444A" w:rsidRPr="0099306C">
        <w:t>, « </w:t>
      </w:r>
      <w:r w:rsidRPr="002B3119">
        <w:t>sa chérie</w:t>
      </w:r>
      <w:r w:rsidR="00E4444A" w:rsidRPr="0099306C">
        <w:t xml:space="preserve"> », </w:t>
      </w:r>
      <w:r w:rsidRPr="002B3119">
        <w:t>elle ne cessa de l</w:t>
      </w:r>
      <w:r w:rsidR="00E4444A" w:rsidRPr="0099306C">
        <w:t>’</w:t>
      </w:r>
      <w:r w:rsidRPr="002B3119">
        <w:t>encourager par mille phrases familières qui doivent être de circonstance en pareil cas</w:t>
      </w:r>
      <w:r w:rsidR="00E4444A" w:rsidRPr="0099306C">
        <w:t>.</w:t>
      </w:r>
    </w:p>
    <w:p w14:paraId="07E9DC27" w14:textId="77777777" w:rsidR="00E4444A" w:rsidRPr="0099306C" w:rsidRDefault="002B3119" w:rsidP="002B3119">
      <w:r w:rsidRPr="002B3119">
        <w:t>Une domestique posa devant le feu la cuvette où notre petite fille devait prendre son premier bain</w:t>
      </w:r>
      <w:r w:rsidR="00E4444A" w:rsidRPr="0099306C">
        <w:t>.</w:t>
      </w:r>
    </w:p>
    <w:p w14:paraId="31AF6BE2" w14:textId="77777777" w:rsidR="00E4444A" w:rsidRPr="0099306C" w:rsidRDefault="002B3119" w:rsidP="002B3119">
      <w:r w:rsidRPr="002B3119">
        <w:lastRenderedPageBreak/>
        <w:t>Mais</w:t>
      </w:r>
      <w:r w:rsidR="00E4444A" w:rsidRPr="0099306C">
        <w:t xml:space="preserve">, </w:t>
      </w:r>
      <w:r w:rsidRPr="002B3119">
        <w:t>vers une heure du matin</w:t>
      </w:r>
      <w:r w:rsidR="00E4444A" w:rsidRPr="0099306C">
        <w:t xml:space="preserve">, </w:t>
      </w:r>
      <w:r w:rsidRPr="002B3119">
        <w:t>cet éternel drame dont notre chambre était l</w:t>
      </w:r>
      <w:r w:rsidR="00E4444A" w:rsidRPr="0099306C">
        <w:t>’</w:t>
      </w:r>
      <w:r w:rsidRPr="002B3119">
        <w:t>humble théâtre devint plus angoissant</w:t>
      </w:r>
      <w:r w:rsidR="00E4444A" w:rsidRPr="0099306C">
        <w:t xml:space="preserve">. </w:t>
      </w:r>
      <w:r w:rsidRPr="002B3119">
        <w:t>Ma tante</w:t>
      </w:r>
      <w:r w:rsidR="00E4444A" w:rsidRPr="0099306C">
        <w:t xml:space="preserve">, </w:t>
      </w:r>
      <w:r w:rsidRPr="002B3119">
        <w:t>me considérant avec des yeux chargés de r</w:t>
      </w:r>
      <w:r w:rsidRPr="002B3119">
        <w:t>e</w:t>
      </w:r>
      <w:r w:rsidRPr="002B3119">
        <w:t>proches</w:t>
      </w:r>
      <w:r w:rsidR="00E4444A" w:rsidRPr="0099306C">
        <w:t xml:space="preserve">, </w:t>
      </w:r>
      <w:r w:rsidRPr="002B3119">
        <w:t>redit deux ou trois fois</w:t>
      </w:r>
      <w:r w:rsidR="00E4444A" w:rsidRPr="0099306C">
        <w:t> : « </w:t>
      </w:r>
      <w:r w:rsidRPr="002B3119">
        <w:t>La pauvre enfant</w:t>
      </w:r>
      <w:r w:rsidR="00E4444A" w:rsidRPr="0099306C">
        <w:t> ! »</w:t>
      </w:r>
      <w:r w:rsidRPr="002B3119">
        <w:t xml:space="preserve"> La sage-femme</w:t>
      </w:r>
      <w:r w:rsidR="00E4444A" w:rsidRPr="0099306C">
        <w:t xml:space="preserve">, </w:t>
      </w:r>
      <w:r w:rsidRPr="002B3119">
        <w:t>plus calme</w:t>
      </w:r>
      <w:r w:rsidR="00E4444A" w:rsidRPr="0099306C">
        <w:t xml:space="preserve">, </w:t>
      </w:r>
      <w:r w:rsidRPr="002B3119">
        <w:t>répétait de temps en temps</w:t>
      </w:r>
      <w:r w:rsidR="00E4444A" w:rsidRPr="0099306C">
        <w:t> : « </w:t>
      </w:r>
      <w:r w:rsidRPr="002B3119">
        <w:t>C</w:t>
      </w:r>
      <w:r w:rsidR="00E4444A" w:rsidRPr="0099306C">
        <w:t>’</w:t>
      </w:r>
      <w:r w:rsidRPr="002B3119">
        <w:t>est fini</w:t>
      </w:r>
      <w:r w:rsidR="00E4444A" w:rsidRPr="0099306C">
        <w:t xml:space="preserve">, </w:t>
      </w:r>
      <w:r w:rsidRPr="002B3119">
        <w:t>ma chérie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fini</w:t>
      </w:r>
      <w:r w:rsidR="00E4444A" w:rsidRPr="0099306C">
        <w:t>. »</w:t>
      </w:r>
      <w:r w:rsidRPr="002B3119">
        <w:t xml:space="preserve"> Mais je sus bientôt qu</w:t>
      </w:r>
      <w:r w:rsidR="00E4444A" w:rsidRPr="0099306C">
        <w:t>’</w:t>
      </w:r>
      <w:r w:rsidRPr="002B3119">
        <w:t>elle mentait</w:t>
      </w:r>
      <w:r w:rsidR="00E4444A" w:rsidRPr="0099306C">
        <w:t xml:space="preserve">, </w:t>
      </w:r>
      <w:r w:rsidRPr="002B3119">
        <w:t>car elle murmura</w:t>
      </w:r>
      <w:r w:rsidR="00E4444A" w:rsidRPr="0099306C">
        <w:t xml:space="preserve">, </w:t>
      </w:r>
      <w:r w:rsidRPr="002B3119">
        <w:t>en allant prendre quelque chose dans la chambre voisine</w:t>
      </w:r>
      <w:r w:rsidR="00E4444A" w:rsidRPr="0099306C">
        <w:t xml:space="preserve"> : </w:t>
      </w:r>
      <w:r w:rsidRPr="002B3119">
        <w:rPr>
          <w:i/>
        </w:rPr>
        <w:t>Ce sera pour le petit jour</w:t>
      </w:r>
      <w:r w:rsidR="00E4444A" w:rsidRPr="0099306C">
        <w:t>.</w:t>
      </w:r>
    </w:p>
    <w:p w14:paraId="31CA7AEB" w14:textId="77777777" w:rsidR="00E4444A" w:rsidRPr="0099306C" w:rsidRDefault="00D82209" w:rsidP="002B3119">
      <w:r w:rsidRPr="0099306C">
        <w:t>À</w:t>
      </w:r>
      <w:r w:rsidR="002B3119" w:rsidRPr="002B3119">
        <w:t xml:space="preserve"> genoux près du lit</w:t>
      </w:r>
      <w:r w:rsidR="00E4444A" w:rsidRPr="0099306C">
        <w:t xml:space="preserve">, </w:t>
      </w:r>
      <w:r w:rsidR="002B3119" w:rsidRPr="002B3119">
        <w:t>je tenais dans mes mains celles de Jeanne</w:t>
      </w:r>
      <w:r w:rsidR="00E4444A" w:rsidRPr="0099306C">
        <w:t xml:space="preserve">. </w:t>
      </w:r>
      <w:r w:rsidR="002B3119" w:rsidRPr="002B3119">
        <w:t>Je ne pensais plus qu</w:t>
      </w:r>
      <w:r w:rsidR="00E4444A" w:rsidRPr="0099306C">
        <w:t>’</w:t>
      </w:r>
      <w:r w:rsidR="002B3119" w:rsidRPr="002B3119">
        <w:t>à elle</w:t>
      </w:r>
      <w:r w:rsidR="00E4444A" w:rsidRPr="0099306C">
        <w:t xml:space="preserve">. </w:t>
      </w:r>
      <w:r w:rsidR="002B3119" w:rsidRPr="002B3119">
        <w:t>Peu me souciait</w:t>
      </w:r>
      <w:r w:rsidR="00E4444A" w:rsidRPr="0099306C">
        <w:t xml:space="preserve">, </w:t>
      </w:r>
      <w:r w:rsidR="002B3119" w:rsidRPr="002B3119">
        <w:t>à pr</w:t>
      </w:r>
      <w:r w:rsidR="002B3119" w:rsidRPr="002B3119">
        <w:t>é</w:t>
      </w:r>
      <w:r w:rsidR="002B3119" w:rsidRPr="002B3119">
        <w:t>sent</w:t>
      </w:r>
      <w:r w:rsidR="00E4444A" w:rsidRPr="0099306C">
        <w:t xml:space="preserve">, </w:t>
      </w:r>
      <w:r w:rsidR="002B3119" w:rsidRPr="002B3119">
        <w:t>le petit être</w:t>
      </w:r>
      <w:r w:rsidR="00E4444A" w:rsidRPr="0099306C">
        <w:t xml:space="preserve">. </w:t>
      </w:r>
      <w:r w:rsidR="002B3119" w:rsidRPr="002B3119">
        <w:t>Serait-ce une fille ou un garçon</w:t>
      </w:r>
      <w:r w:rsidR="00E4444A" w:rsidRPr="0099306C">
        <w:t xml:space="preserve"> ? </w:t>
      </w:r>
      <w:r w:rsidR="002B3119" w:rsidRPr="002B3119">
        <w:t>La que</w:t>
      </w:r>
      <w:r w:rsidR="002B3119" w:rsidRPr="002B3119">
        <w:t>s</w:t>
      </w:r>
      <w:r w:rsidR="002B3119" w:rsidRPr="002B3119">
        <w:t>tion ne me préoccupait plus</w:t>
      </w:r>
      <w:r w:rsidR="00E4444A" w:rsidRPr="0099306C">
        <w:t xml:space="preserve">. </w:t>
      </w:r>
      <w:r w:rsidR="002B3119" w:rsidRPr="002B3119">
        <w:t>Soudain</w:t>
      </w:r>
      <w:r w:rsidR="00E4444A" w:rsidRPr="0099306C">
        <w:t xml:space="preserve">, </w:t>
      </w:r>
      <w:r w:rsidR="002B3119" w:rsidRPr="002B3119">
        <w:t>deux cris successifs</w:t>
      </w:r>
      <w:r w:rsidR="00E4444A" w:rsidRPr="0099306C">
        <w:t xml:space="preserve">, </w:t>
      </w:r>
      <w:r w:rsidR="002B3119" w:rsidRPr="002B3119">
        <w:t>et dont le second ressemblait à un miaulement</w:t>
      </w:r>
      <w:r w:rsidR="00E4444A" w:rsidRPr="0099306C">
        <w:t xml:space="preserve">, </w:t>
      </w:r>
      <w:r w:rsidR="002B3119" w:rsidRPr="002B3119">
        <w:t>me rappel</w:t>
      </w:r>
      <w:r w:rsidR="002B3119" w:rsidRPr="002B3119">
        <w:t>è</w:t>
      </w:r>
      <w:r w:rsidR="002B3119" w:rsidRPr="002B3119">
        <w:t>rent à la réalité</w:t>
      </w:r>
      <w:r w:rsidR="00E4444A" w:rsidRPr="0099306C">
        <w:t xml:space="preserve">. </w:t>
      </w:r>
      <w:r w:rsidR="002B3119" w:rsidRPr="002B3119">
        <w:t>Jeanne était sortie victorieuse de cette lutte où la vie et la mort sont étroitement mêlées</w:t>
      </w:r>
      <w:r w:rsidR="00E4444A" w:rsidRPr="0099306C">
        <w:t>.</w:t>
      </w:r>
    </w:p>
    <w:p w14:paraId="3FDA5D97" w14:textId="77777777" w:rsidR="00E4444A" w:rsidRPr="0099306C" w:rsidRDefault="002B3119" w:rsidP="002B3119">
      <w:r w:rsidRPr="002B3119">
        <w:t>Et quand la sage-femme déclara triomphalement</w:t>
      </w:r>
      <w:r w:rsidR="00E4444A" w:rsidRPr="0099306C">
        <w:t> : « </w:t>
      </w:r>
      <w:r w:rsidRPr="002B3119">
        <w:t>Une belle petite fille</w:t>
      </w:r>
      <w:r w:rsidR="00E4444A" w:rsidRPr="0099306C">
        <w:t> ! »</w:t>
      </w:r>
      <w:r w:rsidRPr="002B3119">
        <w:t xml:space="preserve"> sa voix me parut venir de très loin</w:t>
      </w:r>
      <w:r w:rsidR="00E4444A" w:rsidRPr="0099306C">
        <w:t xml:space="preserve">, </w:t>
      </w:r>
      <w:r w:rsidRPr="002B3119">
        <w:t>r</w:t>
      </w:r>
      <w:r w:rsidRPr="002B3119">
        <w:t>é</w:t>
      </w:r>
      <w:r w:rsidRPr="002B3119">
        <w:t>pondant à une question que je ne songeais même plus à lui poser</w:t>
      </w:r>
      <w:r w:rsidR="00E4444A" w:rsidRPr="0099306C">
        <w:t>.</w:t>
      </w:r>
    </w:p>
    <w:p w14:paraId="374549FD" w14:textId="77777777" w:rsidR="00E4444A" w:rsidRPr="0099306C" w:rsidRDefault="002B3119" w:rsidP="002B3119">
      <w:r w:rsidRPr="002B3119">
        <w:t>Yvette</w:t>
      </w:r>
      <w:r w:rsidR="00E4444A" w:rsidRPr="0099306C">
        <w:t xml:space="preserve">, </w:t>
      </w:r>
      <w:r w:rsidRPr="002B3119">
        <w:t>enfin</w:t>
      </w:r>
      <w:r w:rsidR="00E4444A" w:rsidRPr="0099306C">
        <w:t xml:space="preserve"> !… </w:t>
      </w:r>
      <w:r w:rsidRPr="002B3119">
        <w:t>C</w:t>
      </w:r>
      <w:r w:rsidR="00E4444A" w:rsidRPr="0099306C">
        <w:t>’</w:t>
      </w:r>
      <w:r w:rsidRPr="002B3119">
        <w:t>était donc elle</w:t>
      </w:r>
      <w:r w:rsidR="00E4444A" w:rsidRPr="0099306C">
        <w:t xml:space="preserve">, </w:t>
      </w:r>
      <w:r w:rsidRPr="002B3119">
        <w:t>Yvette</w:t>
      </w:r>
      <w:r w:rsidR="00E4444A" w:rsidRPr="0099306C">
        <w:t xml:space="preserve"> !… </w:t>
      </w:r>
      <w:r w:rsidRPr="002B3119">
        <w:t>Comment dire ce qui se passait en moi</w:t>
      </w:r>
      <w:r w:rsidR="00E4444A" w:rsidRPr="0099306C">
        <w:t xml:space="preserve"> ? </w:t>
      </w:r>
      <w:r w:rsidRPr="002B3119">
        <w:t>Tout à coup</w:t>
      </w:r>
      <w:r w:rsidR="00E4444A" w:rsidRPr="0099306C">
        <w:t xml:space="preserve">, </w:t>
      </w:r>
      <w:r w:rsidRPr="002B3119">
        <w:t>un immense amour s</w:t>
      </w:r>
      <w:r w:rsidR="00E4444A" w:rsidRPr="0099306C">
        <w:t>’</w:t>
      </w:r>
      <w:r w:rsidRPr="002B3119">
        <w:t>était fondu dans toute ma chair</w:t>
      </w:r>
      <w:r w:rsidR="00E4444A" w:rsidRPr="0099306C">
        <w:t xml:space="preserve">. </w:t>
      </w:r>
      <w:r w:rsidRPr="002B3119">
        <w:t>Saint Paul</w:t>
      </w:r>
      <w:r w:rsidR="00E4444A" w:rsidRPr="0099306C">
        <w:t xml:space="preserve">, </w:t>
      </w:r>
      <w:r w:rsidRPr="002B3119">
        <w:t>sur le chemin de Damas</w:t>
      </w:r>
      <w:r w:rsidR="00E4444A" w:rsidRPr="0099306C">
        <w:t xml:space="preserve">, </w:t>
      </w:r>
      <w:r w:rsidRPr="002B3119">
        <w:t>dut éprouver une sensation semblable</w:t>
      </w:r>
      <w:r w:rsidR="00E4444A" w:rsidRPr="0099306C">
        <w:t xml:space="preserve">. </w:t>
      </w:r>
      <w:r w:rsidRPr="002B3119">
        <w:t>Tout ce qui</w:t>
      </w:r>
      <w:r w:rsidR="00E4444A" w:rsidRPr="0099306C">
        <w:t xml:space="preserve">, </w:t>
      </w:r>
      <w:r w:rsidRPr="002B3119">
        <w:t>jusqu</w:t>
      </w:r>
      <w:r w:rsidR="00E4444A" w:rsidRPr="0099306C">
        <w:t>’</w:t>
      </w:r>
      <w:r w:rsidRPr="002B3119">
        <w:t>à ce jour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avait semblé le plus impo</w:t>
      </w:r>
      <w:r w:rsidRPr="002B3119">
        <w:t>r</w:t>
      </w:r>
      <w:r w:rsidRPr="002B3119">
        <w:t>tant devenait secondaire pour moi</w:t>
      </w:r>
      <w:r w:rsidR="00E4444A" w:rsidRPr="0099306C">
        <w:t xml:space="preserve">. </w:t>
      </w:r>
      <w:r w:rsidRPr="002B3119">
        <w:t>Ce fut comme une rév</w:t>
      </w:r>
      <w:r w:rsidRPr="002B3119">
        <w:t>é</w:t>
      </w:r>
      <w:r w:rsidRPr="002B3119">
        <w:t>lation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étais un homme nouveau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ayant vécu tant d</w:t>
      </w:r>
      <w:r w:rsidR="00E4444A" w:rsidRPr="0099306C">
        <w:t>’</w:t>
      </w:r>
      <w:r w:rsidRPr="002B3119">
        <w:t>années que pour arriver à cette minute-là</w:t>
      </w:r>
      <w:r w:rsidR="00E4444A" w:rsidRPr="0099306C">
        <w:t>.</w:t>
      </w:r>
    </w:p>
    <w:p w14:paraId="78344A78" w14:textId="77777777" w:rsidR="00E4444A" w:rsidRPr="0099306C" w:rsidRDefault="002B3119" w:rsidP="002B3119">
      <w:r w:rsidRPr="002B3119">
        <w:t>La sage-femme prit l</w:t>
      </w:r>
      <w:r w:rsidR="00E4444A" w:rsidRPr="0099306C">
        <w:t>’</w:t>
      </w:r>
      <w:r w:rsidRPr="002B3119">
        <w:t>enfant</w:t>
      </w:r>
      <w:r w:rsidR="00E4444A" w:rsidRPr="0099306C">
        <w:t xml:space="preserve">. </w:t>
      </w:r>
      <w:r w:rsidRPr="002B3119">
        <w:t>Yvette et Jeanne étaient devenues deux êtres distincts</w:t>
      </w:r>
      <w:r w:rsidR="00E4444A" w:rsidRPr="0099306C">
        <w:t xml:space="preserve">. </w:t>
      </w:r>
      <w:r w:rsidRPr="002B3119">
        <w:t>Une petite fille avait fait son apparition dans le monde</w:t>
      </w:r>
      <w:r w:rsidR="00E4444A" w:rsidRPr="0099306C">
        <w:t>.</w:t>
      </w:r>
    </w:p>
    <w:p w14:paraId="0919DC73" w14:textId="77777777" w:rsidR="00E4444A" w:rsidRPr="0099306C" w:rsidRDefault="002B3119" w:rsidP="002B3119">
      <w:r w:rsidRPr="002B3119">
        <w:lastRenderedPageBreak/>
        <w:t>Et ce fut le bain</w:t>
      </w:r>
      <w:r w:rsidR="00E4444A" w:rsidRPr="0099306C">
        <w:t xml:space="preserve">, </w:t>
      </w:r>
      <w:r w:rsidRPr="002B3119">
        <w:t>ce fut la première toilette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alsacienne</w:t>
      </w:r>
      <w:r w:rsidR="00E4444A" w:rsidRPr="0099306C">
        <w:t xml:space="preserve">, </w:t>
      </w:r>
      <w:r w:rsidRPr="002B3119">
        <w:t>tournant dans ses mains la mignonne poupée aux membres de caoutchouc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eut bientôt emmaillotée</w:t>
      </w:r>
      <w:r w:rsidR="00E4444A" w:rsidRPr="0099306C">
        <w:t xml:space="preserve">. </w:t>
      </w:r>
      <w:r w:rsidRPr="002B3119">
        <w:t xml:space="preserve">Mais </w:t>
      </w:r>
      <w:r w:rsidR="007A4A49">
        <w:t xml:space="preserve">la </w:t>
      </w:r>
      <w:r w:rsidRPr="002B3119">
        <w:t>petite Yvette</w:t>
      </w:r>
      <w:r w:rsidR="00E4444A" w:rsidRPr="0099306C">
        <w:t xml:space="preserve">, </w:t>
      </w:r>
      <w:r w:rsidRPr="002B3119">
        <w:t>vieille à peine d</w:t>
      </w:r>
      <w:r w:rsidR="00E4444A" w:rsidRPr="0099306C">
        <w:t>’</w:t>
      </w:r>
      <w:r w:rsidRPr="002B3119">
        <w:t>une demi-heure</w:t>
      </w:r>
      <w:r w:rsidR="00C96140">
        <w:t>,</w:t>
      </w:r>
      <w:r w:rsidRPr="002B3119">
        <w:t xml:space="preserve"> avait déjà sommeil</w:t>
      </w:r>
      <w:r w:rsidR="00E4444A" w:rsidRPr="0099306C">
        <w:t xml:space="preserve">. </w:t>
      </w:r>
      <w:r w:rsidRPr="002B3119">
        <w:t>La sage-femme éteignit la lampe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allongea dans un fauteuil</w:t>
      </w:r>
      <w:r w:rsidR="00E4444A" w:rsidRPr="0099306C">
        <w:t xml:space="preserve">, </w:t>
      </w:r>
      <w:r w:rsidRPr="002B3119">
        <w:t>et la mère et la fille</w:t>
      </w:r>
      <w:r w:rsidR="00E4444A" w:rsidRPr="0099306C">
        <w:t xml:space="preserve">, </w:t>
      </w:r>
      <w:r w:rsidRPr="002B3119">
        <w:t>brisées par le grand effort l</w:t>
      </w:r>
      <w:r w:rsidR="00E4444A" w:rsidRPr="0099306C">
        <w:t>’</w:t>
      </w:r>
      <w:r w:rsidRPr="002B3119">
        <w:t>une dans son grand lit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autre dans son berceau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endormirent paisibl</w:t>
      </w:r>
      <w:r w:rsidRPr="002B3119">
        <w:t>e</w:t>
      </w:r>
      <w:r w:rsidRPr="002B3119">
        <w:t>ment</w:t>
      </w:r>
      <w:r w:rsidR="00E4444A" w:rsidRPr="0099306C">
        <w:t>.</w:t>
      </w:r>
    </w:p>
    <w:p w14:paraId="402AEF2F" w14:textId="77777777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moi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avais pas sommeil</w:t>
      </w:r>
      <w:r w:rsidR="00E4444A" w:rsidRPr="0099306C">
        <w:t xml:space="preserve">. </w:t>
      </w:r>
      <w:r w:rsidRPr="002B3119">
        <w:t>Ayant baisé le front de Jeanne</w:t>
      </w:r>
      <w:r w:rsidR="00E4444A" w:rsidRPr="0099306C">
        <w:t xml:space="preserve">, </w:t>
      </w:r>
      <w:r w:rsidRPr="002B3119">
        <w:t>je traversai ma chambre pour aller fumer une c</w:t>
      </w:r>
      <w:r w:rsidRPr="002B3119">
        <w:t>i</w:t>
      </w:r>
      <w:r w:rsidRPr="002B3119">
        <w:t>garette au balcon</w:t>
      </w:r>
      <w:r w:rsidR="00E4444A" w:rsidRPr="0099306C">
        <w:t xml:space="preserve">. </w:t>
      </w:r>
      <w:r w:rsidRPr="002B3119">
        <w:t>Il faisait déjà clair</w:t>
      </w:r>
      <w:r w:rsidR="00E4444A" w:rsidRPr="0099306C">
        <w:t xml:space="preserve">. </w:t>
      </w:r>
      <w:r w:rsidRPr="002B3119">
        <w:t>La sage-femme avait dit vrai</w:t>
      </w:r>
      <w:r w:rsidR="00E4444A" w:rsidRPr="0099306C">
        <w:t> : « </w:t>
      </w:r>
      <w:r w:rsidRPr="002B3119">
        <w:t>Ce devait être pour le petit jour</w:t>
      </w:r>
      <w:r w:rsidR="00E4444A" w:rsidRPr="0099306C">
        <w:t>. »</w:t>
      </w:r>
      <w:r w:rsidRPr="002B3119">
        <w:t xml:space="preserve"> La vie reprenait dans la ville</w:t>
      </w:r>
      <w:r w:rsidR="00E4444A" w:rsidRPr="0099306C">
        <w:t xml:space="preserve">. </w:t>
      </w:r>
      <w:r w:rsidRPr="002B3119">
        <w:t>Les quais retentissaient des premiers bruits de sabots</w:t>
      </w:r>
      <w:r w:rsidR="00E4444A" w:rsidRPr="0099306C">
        <w:t xml:space="preserve">. </w:t>
      </w:r>
      <w:r w:rsidRPr="002B3119">
        <w:t>Des coqs chantaient dans les cours voisines</w:t>
      </w:r>
      <w:r w:rsidR="00E4444A" w:rsidRPr="0099306C">
        <w:t xml:space="preserve">. </w:t>
      </w:r>
      <w:r w:rsidRPr="002B3119">
        <w:t>Un la</w:t>
      </w:r>
      <w:r w:rsidRPr="002B3119">
        <w:t>i</w:t>
      </w:r>
      <w:r w:rsidRPr="002B3119">
        <w:t>tier sifflait en menant sa charrette</w:t>
      </w:r>
      <w:r w:rsidR="00E4444A" w:rsidRPr="0099306C">
        <w:t>.</w:t>
      </w:r>
    </w:p>
    <w:p w14:paraId="4A26BBE2" w14:textId="77777777" w:rsidR="00E4444A" w:rsidRPr="0099306C" w:rsidRDefault="002B3119" w:rsidP="002B3119">
      <w:r w:rsidRPr="002B3119">
        <w:t>Comme il me tardait d</w:t>
      </w:r>
      <w:r w:rsidR="00E4444A" w:rsidRPr="0099306C">
        <w:t>’</w:t>
      </w:r>
      <w:r w:rsidRPr="002B3119">
        <w:t>annoncer à tout le monde la naissance de mon enfant</w:t>
      </w:r>
      <w:r w:rsidR="00E4444A" w:rsidRPr="0099306C">
        <w:t xml:space="preserve"> ! </w:t>
      </w:r>
      <w:r w:rsidRPr="002B3119">
        <w:t>Quelle joie de commander les faire-part</w:t>
      </w:r>
      <w:r w:rsidR="00E4444A" w:rsidRPr="0099306C">
        <w:t xml:space="preserve"> ! </w:t>
      </w:r>
      <w:r w:rsidRPr="002B3119">
        <w:t>Je me sentais meilleur</w:t>
      </w:r>
      <w:r w:rsidR="00E4444A" w:rsidRPr="0099306C">
        <w:t xml:space="preserve">, </w:t>
      </w:r>
      <w:r w:rsidRPr="002B3119">
        <w:t>plus heureux</w:t>
      </w:r>
      <w:r w:rsidR="00E4444A" w:rsidRPr="0099306C">
        <w:t xml:space="preserve">, </w:t>
      </w:r>
      <w:r w:rsidRPr="002B3119">
        <w:t>plus léger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 avaient les honneurs</w:t>
      </w:r>
      <w:r w:rsidR="00E4444A" w:rsidRPr="0099306C">
        <w:t xml:space="preserve">, </w:t>
      </w:r>
      <w:r w:rsidRPr="002B3119">
        <w:t>le pouvoir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argent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moi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ma fille</w:t>
      </w:r>
      <w:r w:rsidR="00E4444A" w:rsidRPr="0099306C">
        <w:t>.</w:t>
      </w:r>
    </w:p>
    <w:p w14:paraId="4B02B6D3" w14:textId="77777777" w:rsidR="00E4444A" w:rsidRPr="0099306C" w:rsidRDefault="00D82209" w:rsidP="002B3119">
      <w:r w:rsidRPr="0099306C">
        <w:t>À</w:t>
      </w:r>
      <w:r w:rsidR="002B3119" w:rsidRPr="002B3119">
        <w:t xml:space="preserve"> pas de loup</w:t>
      </w:r>
      <w:r w:rsidR="00E4444A" w:rsidRPr="0099306C">
        <w:t xml:space="preserve">, </w:t>
      </w:r>
      <w:r w:rsidR="002B3119" w:rsidRPr="002B3119">
        <w:t>je revins dans la chambre obscure de Jeanne</w:t>
      </w:r>
      <w:r w:rsidR="00E4444A" w:rsidRPr="0099306C">
        <w:t xml:space="preserve">. </w:t>
      </w:r>
      <w:r w:rsidR="002B3119" w:rsidRPr="002B3119">
        <w:t>La clarté pâle du matin filtrait à peine à travers les grands rideaux</w:t>
      </w:r>
      <w:r w:rsidR="00E4444A" w:rsidRPr="0099306C">
        <w:t xml:space="preserve">. </w:t>
      </w:r>
      <w:r w:rsidR="002B3119" w:rsidRPr="002B3119">
        <w:t>Sans bruit</w:t>
      </w:r>
      <w:r w:rsidR="00E4444A" w:rsidRPr="0099306C">
        <w:t xml:space="preserve">, </w:t>
      </w:r>
      <w:r w:rsidR="002B3119" w:rsidRPr="002B3119">
        <w:t>je posai mon premier baiser de père sur le front d</w:t>
      </w:r>
      <w:r w:rsidR="00E4444A" w:rsidRPr="0099306C">
        <w:t>’</w:t>
      </w:r>
      <w:r w:rsidR="002B3119" w:rsidRPr="002B3119">
        <w:t>Yvette et glissai le doigt dans la petite main tiède qui se referma doucement</w:t>
      </w:r>
      <w:r w:rsidR="00E4444A" w:rsidRPr="0099306C">
        <w:t>.</w:t>
      </w:r>
    </w:p>
    <w:p w14:paraId="422CA1CE" w14:textId="77777777" w:rsidR="00E4444A" w:rsidRPr="0099306C" w:rsidRDefault="002B3119" w:rsidP="002B3119">
      <w:r w:rsidRPr="002B3119">
        <w:t>Oui</w:t>
      </w:r>
      <w:r w:rsidR="00E4444A" w:rsidRPr="0099306C">
        <w:t xml:space="preserve">, </w:t>
      </w:r>
      <w:r w:rsidRPr="002B3119">
        <w:t>moi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une fille</w:t>
      </w:r>
      <w:r w:rsidR="00E4444A" w:rsidRPr="0099306C">
        <w:t xml:space="preserve"> ! </w:t>
      </w:r>
      <w:r w:rsidRPr="002B3119">
        <w:t>j</w:t>
      </w:r>
      <w:r w:rsidR="00E4444A" w:rsidRPr="0099306C">
        <w:t>’</w:t>
      </w:r>
      <w:r w:rsidRPr="002B3119">
        <w:t>avais une fille</w:t>
      </w:r>
      <w:r w:rsidR="00E4444A" w:rsidRPr="0099306C">
        <w:t> !</w:t>
      </w:r>
    </w:p>
    <w:p w14:paraId="45483DEB" w14:textId="77777777" w:rsidR="00B4016A" w:rsidRPr="0099306C" w:rsidRDefault="00B4016A" w:rsidP="00E4444A">
      <w:pPr>
        <w:pStyle w:val="Titre2"/>
      </w:pPr>
      <w:bookmarkStart w:id="9" w:name="_tb4he6nvaptg" w:colFirst="0" w:colLast="0"/>
      <w:bookmarkStart w:id="10" w:name="_Toc197514961"/>
      <w:bookmarkEnd w:id="9"/>
      <w:r w:rsidRPr="0099306C">
        <w:lastRenderedPageBreak/>
        <w:t>V</w:t>
      </w:r>
      <w:bookmarkEnd w:id="10"/>
    </w:p>
    <w:p w14:paraId="7F7C314A" w14:textId="77777777" w:rsidR="002B3119" w:rsidRPr="003D2F10" w:rsidRDefault="00E4444A" w:rsidP="002B3119">
      <w:r w:rsidRPr="003D2F10">
        <w:t>« </w:t>
      </w:r>
      <w:r w:rsidR="002B3119" w:rsidRPr="003D2F10">
        <w:t>Il n</w:t>
      </w:r>
      <w:r w:rsidRPr="003D2F10">
        <w:t>’</w:t>
      </w:r>
      <w:r w:rsidR="002B3119" w:rsidRPr="003D2F10">
        <w:t>y a pas de vie heureuse</w:t>
      </w:r>
      <w:r w:rsidRPr="003D2F10">
        <w:t xml:space="preserve">, </w:t>
      </w:r>
      <w:r w:rsidR="002B3119" w:rsidRPr="003D2F10">
        <w:t>a dit Sophie Arnould</w:t>
      </w:r>
      <w:r w:rsidRPr="003D2F10">
        <w:t xml:space="preserve">, </w:t>
      </w:r>
      <w:r w:rsidR="002B3119" w:rsidRPr="003D2F10">
        <w:t>il y a seulement des jours heureux</w:t>
      </w:r>
      <w:r w:rsidRPr="003D2F10">
        <w:t>. »</w:t>
      </w:r>
    </w:p>
    <w:p w14:paraId="5A7BEAAD" w14:textId="77777777" w:rsidR="00E4444A" w:rsidRPr="0099306C" w:rsidRDefault="002B3119" w:rsidP="002B3119">
      <w:r w:rsidRPr="003D2F10">
        <w:t>Ainsi</w:t>
      </w:r>
      <w:r w:rsidR="00E4444A" w:rsidRPr="003D2F10">
        <w:t xml:space="preserve">, </w:t>
      </w:r>
      <w:r w:rsidRPr="003D2F10">
        <w:t>ce n</w:t>
      </w:r>
      <w:r w:rsidR="00E4444A" w:rsidRPr="003D2F10">
        <w:t>’</w:t>
      </w:r>
      <w:r w:rsidRPr="003D2F10">
        <w:t>est pas un simple rêve que j</w:t>
      </w:r>
      <w:r w:rsidR="00E4444A" w:rsidRPr="003D2F10">
        <w:t>’</w:t>
      </w:r>
      <w:r w:rsidRPr="003D2F10">
        <w:t>aurais fait</w:t>
      </w:r>
      <w:r w:rsidR="00E4444A" w:rsidRPr="003D2F10">
        <w:t xml:space="preserve">. </w:t>
      </w:r>
      <w:r w:rsidRPr="003D2F10">
        <w:t xml:space="preserve">Il exista </w:t>
      </w:r>
      <w:r w:rsidRPr="002B3119">
        <w:t>véritablement à un moment donné</w:t>
      </w:r>
      <w:r w:rsidR="00E4444A" w:rsidRPr="0099306C">
        <w:t xml:space="preserve">, </w:t>
      </w:r>
      <w:r w:rsidRPr="002B3119">
        <w:t>dans un coin de Bretagne</w:t>
      </w:r>
      <w:r w:rsidR="00E4444A" w:rsidRPr="0099306C">
        <w:t xml:space="preserve">, </w:t>
      </w:r>
      <w:r w:rsidRPr="002B3119">
        <w:t>un homme qui vécut de calmes jours entre sa femme et sa fille</w:t>
      </w:r>
      <w:r w:rsidR="00E4444A" w:rsidRPr="0099306C">
        <w:t xml:space="preserve">, </w:t>
      </w:r>
      <w:r w:rsidRPr="002B3119">
        <w:t>et je fus cet homme-là</w:t>
      </w:r>
      <w:r w:rsidR="00E4444A" w:rsidRPr="0099306C">
        <w:t>.</w:t>
      </w:r>
    </w:p>
    <w:p w14:paraId="5EE6E65B" w14:textId="77777777" w:rsidR="00E4444A" w:rsidRPr="0099306C" w:rsidRDefault="002B3119" w:rsidP="002B3119">
      <w:r w:rsidRPr="002B3119">
        <w:t>Dire qu</w:t>
      </w:r>
      <w:r w:rsidR="00E4444A" w:rsidRPr="0099306C">
        <w:t>’</w:t>
      </w:r>
      <w:r w:rsidRPr="002B3119">
        <w:t>il y a</w:t>
      </w:r>
      <w:r w:rsidR="00E4444A" w:rsidRPr="0099306C">
        <w:t xml:space="preserve">, </w:t>
      </w:r>
      <w:r w:rsidRPr="002B3119">
        <w:t>dans la plupart des villes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immenses magasins remplis de petits chaussons et de jouets</w:t>
      </w:r>
      <w:r w:rsidR="00E4444A" w:rsidRPr="0099306C">
        <w:t xml:space="preserve"> ! </w:t>
      </w:r>
      <w:r w:rsidRPr="002B3119">
        <w:t>Des hommes</w:t>
      </w:r>
      <w:r w:rsidR="00E4444A" w:rsidRPr="0099306C">
        <w:t xml:space="preserve">, </w:t>
      </w:r>
      <w:r w:rsidRPr="002B3119">
        <w:t>des femmes vont dans ces magasins acheter des vêtements ou des poupées</w:t>
      </w:r>
      <w:r w:rsidR="00E4444A" w:rsidRPr="0099306C">
        <w:t xml:space="preserve">, </w:t>
      </w:r>
      <w:r w:rsidRPr="002B3119">
        <w:t>et rien ne leur paraît plus no</w:t>
      </w:r>
      <w:r w:rsidRPr="002B3119">
        <w:t>r</w:t>
      </w:r>
      <w:r w:rsidRPr="002B3119">
        <w:t>mal</w:t>
      </w:r>
      <w:r w:rsidR="00E4444A" w:rsidRPr="0099306C">
        <w:t>.</w:t>
      </w:r>
    </w:p>
    <w:p w14:paraId="5B202665" w14:textId="713408DF" w:rsidR="00E4444A" w:rsidRPr="0099306C" w:rsidRDefault="002B3119" w:rsidP="002B3119">
      <w:r w:rsidRPr="002B3119">
        <w:t>Mais j</w:t>
      </w:r>
      <w:r w:rsidR="00E4444A" w:rsidRPr="0099306C">
        <w:t>’</w:t>
      </w:r>
      <w:r w:rsidRPr="002B3119">
        <w:t>ai besoin maintenant d</w:t>
      </w:r>
      <w:r w:rsidR="00E4444A" w:rsidRPr="0099306C">
        <w:t>’</w:t>
      </w:r>
      <w:r w:rsidRPr="002B3119">
        <w:t>un effort pour me rendre compte que rien d</w:t>
      </w:r>
      <w:r w:rsidR="00E4444A" w:rsidRPr="0099306C">
        <w:t>’</w:t>
      </w:r>
      <w:r w:rsidRPr="002B3119">
        <w:t>extraordinaire ne m</w:t>
      </w:r>
      <w:r w:rsidR="00E4444A" w:rsidRPr="0099306C">
        <w:t>’</w:t>
      </w:r>
      <w:r w:rsidRPr="002B3119">
        <w:t>était arrivé</w:t>
      </w:r>
      <w:r w:rsidR="00E4444A" w:rsidRPr="0099306C">
        <w:t xml:space="preserve">. </w:t>
      </w:r>
      <w:r w:rsidRPr="002B3119">
        <w:t>Les gens dont je parle habitent un pays de rêve d</w:t>
      </w:r>
      <w:r w:rsidR="00E4444A" w:rsidRPr="0099306C">
        <w:t>’</w:t>
      </w:r>
      <w:r w:rsidRPr="002B3119">
        <w:t>où je suis</w:t>
      </w:r>
      <w:r w:rsidR="00D82209" w:rsidRPr="0099306C">
        <w:t xml:space="preserve"> </w:t>
      </w:r>
      <w:r w:rsidRPr="002B3119">
        <w:t>déso</w:t>
      </w:r>
      <w:r w:rsidRPr="002B3119">
        <w:t>r</w:t>
      </w:r>
      <w:r w:rsidRPr="002B3119">
        <w:t>mais exilé</w:t>
      </w:r>
      <w:r w:rsidR="00E4444A" w:rsidRPr="0099306C">
        <w:t xml:space="preserve">. </w:t>
      </w:r>
      <w:r w:rsidRPr="002B3119">
        <w:t>Ces petites filles pour qui l</w:t>
      </w:r>
      <w:r w:rsidR="00E4444A" w:rsidRPr="0099306C">
        <w:t>’</w:t>
      </w:r>
      <w:r w:rsidRPr="002B3119">
        <w:t>on achète des robes et des joujoux</w:t>
      </w:r>
      <w:r w:rsidR="00E4444A" w:rsidRPr="0099306C">
        <w:t xml:space="preserve">, </w:t>
      </w:r>
      <w:r w:rsidRPr="002B3119">
        <w:t>je les considère comme des êtres surnaturels</w:t>
      </w:r>
      <w:r w:rsidR="00E4444A" w:rsidRPr="0099306C">
        <w:t xml:space="preserve">, </w:t>
      </w:r>
      <w:r w:rsidRPr="002B3119">
        <w:t>comme de petites fées</w:t>
      </w:r>
      <w:r w:rsidR="00E4444A" w:rsidRPr="0099306C">
        <w:t xml:space="preserve">. </w:t>
      </w:r>
      <w:r w:rsidRPr="002B3119">
        <w:t>Et quand je me dis que j</w:t>
      </w:r>
      <w:r w:rsidR="00E4444A" w:rsidRPr="0099306C">
        <w:t>’</w:t>
      </w:r>
      <w:r w:rsidRPr="002B3119">
        <w:t>ai eu</w:t>
      </w:r>
      <w:r w:rsidR="00E4444A" w:rsidRPr="0099306C">
        <w:t xml:space="preserve">, </w:t>
      </w:r>
      <w:r w:rsidRPr="002B3119">
        <w:t>moi aussi</w:t>
      </w:r>
      <w:r w:rsidR="00E4444A" w:rsidRPr="0099306C">
        <w:t xml:space="preserve">, </w:t>
      </w:r>
      <w:r w:rsidRPr="002B3119">
        <w:t>ma fille à moi</w:t>
      </w:r>
      <w:r w:rsidR="00E4444A" w:rsidRPr="0099306C">
        <w:t xml:space="preserve">, </w:t>
      </w:r>
      <w:r w:rsidRPr="002B3119">
        <w:t>je comprends que cela ne pouvait se passer qu</w:t>
      </w:r>
      <w:r w:rsidR="00E4444A" w:rsidRPr="0099306C">
        <w:t>’</w:t>
      </w:r>
      <w:r w:rsidRPr="002B3119">
        <w:t>en songe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un pareil bonheur ne pouvait durer</w:t>
      </w:r>
      <w:r w:rsidR="00E4444A" w:rsidRPr="0099306C">
        <w:t>.</w:t>
      </w:r>
    </w:p>
    <w:p w14:paraId="7B6DDBC3" w14:textId="77777777" w:rsidR="00E4444A" w:rsidRPr="0099306C" w:rsidRDefault="002B3119" w:rsidP="002B3119">
      <w:r w:rsidRPr="002B3119">
        <w:t>Et je cherche</w:t>
      </w:r>
      <w:r w:rsidR="00E4444A" w:rsidRPr="0099306C">
        <w:t xml:space="preserve">, </w:t>
      </w:r>
      <w:r w:rsidRPr="002B3119">
        <w:t>en évoquant des détails précis</w:t>
      </w:r>
      <w:r w:rsidR="00E4444A" w:rsidRPr="0099306C">
        <w:t xml:space="preserve">, </w:t>
      </w:r>
      <w:r w:rsidRPr="002B3119">
        <w:t>à lutter contre l</w:t>
      </w:r>
      <w:r w:rsidR="00E4444A" w:rsidRPr="0099306C">
        <w:t>’</w:t>
      </w:r>
      <w:r w:rsidRPr="002B3119">
        <w:t>ombre qui monte</w:t>
      </w:r>
      <w:r w:rsidR="00E4444A" w:rsidRPr="0099306C">
        <w:t xml:space="preserve">, </w:t>
      </w:r>
      <w:r w:rsidRPr="002B3119">
        <w:t>qui monte</w:t>
      </w:r>
      <w:r w:rsidR="00E4444A" w:rsidRPr="0099306C">
        <w:t xml:space="preserve">, </w:t>
      </w:r>
      <w:r w:rsidRPr="002B3119">
        <w:t>et déjà me sépare un peu du passé</w:t>
      </w:r>
      <w:r w:rsidR="00E4444A" w:rsidRPr="0099306C">
        <w:t xml:space="preserve">, </w:t>
      </w:r>
      <w:r w:rsidRPr="002B3119">
        <w:t>à prolonger cette lutte avec la brume</w:t>
      </w:r>
      <w:r w:rsidR="00E4444A" w:rsidRPr="0099306C">
        <w:t xml:space="preserve">, </w:t>
      </w:r>
      <w:r w:rsidRPr="002B3119">
        <w:t>où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avance</w:t>
      </w:r>
      <w:r w:rsidR="00E4444A" w:rsidRPr="0099306C">
        <w:t xml:space="preserve">, </w:t>
      </w:r>
      <w:r w:rsidRPr="002B3119">
        <w:t>je sais bien que je serai vaincu</w:t>
      </w:r>
      <w:r w:rsidR="00E4444A" w:rsidRPr="0099306C">
        <w:t>.</w:t>
      </w:r>
    </w:p>
    <w:p w14:paraId="4094B755" w14:textId="77777777" w:rsidR="002B3119" w:rsidRPr="002B3119" w:rsidRDefault="002B3119" w:rsidP="002B3119"/>
    <w:p w14:paraId="244A1C82" w14:textId="77777777" w:rsidR="00E4444A" w:rsidRPr="0099306C" w:rsidRDefault="002B3119" w:rsidP="002B3119">
      <w:r w:rsidRPr="002B3119">
        <w:t>Donc</w:t>
      </w:r>
      <w:r w:rsidR="00E4444A" w:rsidRPr="0099306C">
        <w:t xml:space="preserve">, </w:t>
      </w:r>
      <w:r w:rsidRPr="002B3119">
        <w:t>un beau jour</w:t>
      </w:r>
      <w:r w:rsidR="00E4444A" w:rsidRPr="0099306C">
        <w:t xml:space="preserve">, </w:t>
      </w:r>
      <w:r w:rsidRPr="002B3119">
        <w:t>Yvette ayant fait son apparition chez nous</w:t>
      </w:r>
      <w:r w:rsidR="00E4444A" w:rsidRPr="0099306C">
        <w:t xml:space="preserve">, </w:t>
      </w:r>
      <w:r w:rsidRPr="002B3119">
        <w:t>Jeanne prend la résolution de la nourrir elle-même</w:t>
      </w:r>
      <w:r w:rsidR="00E4444A" w:rsidRPr="0099306C">
        <w:t xml:space="preserve">, </w:t>
      </w:r>
      <w:r w:rsidRPr="002B3119">
        <w:t>et le docteur approuve sa décision</w:t>
      </w:r>
      <w:r w:rsidR="00E4444A" w:rsidRPr="0099306C">
        <w:t>.</w:t>
      </w:r>
    </w:p>
    <w:p w14:paraId="4A347EE4" w14:textId="77777777" w:rsidR="00E4444A" w:rsidRPr="0099306C" w:rsidRDefault="002B3119" w:rsidP="002B3119">
      <w:r w:rsidRPr="002B3119">
        <w:lastRenderedPageBreak/>
        <w:t>Quels jolis yeux elle a quand elle contemple son enfant</w:t>
      </w:r>
      <w:r w:rsidR="00E4444A" w:rsidRPr="0099306C">
        <w:t xml:space="preserve"> ! </w:t>
      </w:r>
      <w:r w:rsidRPr="002B3119">
        <w:t>Où peuvent-ils bien prendre ce velouté</w:t>
      </w:r>
      <w:r w:rsidR="00E4444A" w:rsidRPr="0099306C">
        <w:t xml:space="preserve"> ? </w:t>
      </w:r>
      <w:r w:rsidRPr="002B3119">
        <w:t>Son regard</w:t>
      </w:r>
      <w:r w:rsidR="00E4444A" w:rsidRPr="0099306C">
        <w:t xml:space="preserve">, </w:t>
      </w:r>
      <w:r w:rsidRPr="002B3119">
        <w:t>se p</w:t>
      </w:r>
      <w:r w:rsidRPr="002B3119">
        <w:t>o</w:t>
      </w:r>
      <w:r w:rsidRPr="002B3119">
        <w:t>sant comme une caresse</w:t>
      </w:r>
      <w:r w:rsidR="00E4444A" w:rsidRPr="0099306C">
        <w:t xml:space="preserve">, </w:t>
      </w:r>
      <w:r w:rsidRPr="002B3119">
        <w:t>embrasse le petit être tout entier</w:t>
      </w:r>
      <w:r w:rsidR="00E4444A" w:rsidRPr="0099306C">
        <w:t xml:space="preserve">. </w:t>
      </w:r>
      <w:r w:rsidRPr="002B3119">
        <w:t>Dans son doux orgueil</w:t>
      </w:r>
      <w:r w:rsidR="00E4444A" w:rsidRPr="0099306C">
        <w:t xml:space="preserve">, </w:t>
      </w:r>
      <w:r w:rsidRPr="002B3119">
        <w:t>elle ne se lasse pas d</w:t>
      </w:r>
      <w:r w:rsidR="00E4444A" w:rsidRPr="0099306C">
        <w:t>’</w:t>
      </w:r>
      <w:r w:rsidRPr="002B3119">
        <w:t>inspecter les mains</w:t>
      </w:r>
      <w:r w:rsidR="00E4444A" w:rsidRPr="0099306C">
        <w:t xml:space="preserve">, </w:t>
      </w:r>
      <w:r w:rsidRPr="002B3119">
        <w:t>la bouche</w:t>
      </w:r>
      <w:r w:rsidR="00E4444A" w:rsidRPr="0099306C">
        <w:t xml:space="preserve">, </w:t>
      </w:r>
      <w:r w:rsidRPr="002B3119">
        <w:t>le petit nez encore aplati</w:t>
      </w:r>
      <w:r w:rsidR="00E4444A" w:rsidRPr="0099306C">
        <w:t xml:space="preserve">, </w:t>
      </w:r>
      <w:r w:rsidRPr="002B3119">
        <w:t>de passer en r</w:t>
      </w:r>
      <w:r w:rsidRPr="002B3119">
        <w:t>e</w:t>
      </w:r>
      <w:r w:rsidRPr="002B3119">
        <w:t>vue chaque ligne du visage</w:t>
      </w:r>
      <w:r w:rsidR="00E4444A" w:rsidRPr="0099306C">
        <w:t xml:space="preserve">, </w:t>
      </w:r>
      <w:r w:rsidRPr="002B3119">
        <w:t>chaque grain de la peau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écouter battre le cœur</w:t>
      </w:r>
      <w:r w:rsidR="00E4444A" w:rsidRPr="0099306C">
        <w:t xml:space="preserve">, </w:t>
      </w:r>
      <w:r w:rsidRPr="002B3119">
        <w:t>palpiter la respiration et de r</w:t>
      </w:r>
      <w:r w:rsidRPr="002B3119">
        <w:t>e</w:t>
      </w:r>
      <w:r w:rsidRPr="002B3119">
        <w:t>commencer cent fois son examen</w:t>
      </w:r>
      <w:r w:rsidR="00E4444A" w:rsidRPr="0099306C">
        <w:t xml:space="preserve">. </w:t>
      </w:r>
      <w:r w:rsidRPr="002B3119">
        <w:t>Elle n</w:t>
      </w:r>
      <w:r w:rsidR="00E4444A" w:rsidRPr="0099306C">
        <w:t>’</w:t>
      </w:r>
      <w:r w:rsidRPr="002B3119">
        <w:t>envie plus rien à personne</w:t>
      </w:r>
      <w:r w:rsidR="00E4444A" w:rsidRPr="0099306C">
        <w:t xml:space="preserve">, </w:t>
      </w:r>
      <w:r w:rsidRPr="002B3119">
        <w:t>assez riche de son cher trésor</w:t>
      </w:r>
      <w:r w:rsidR="00E4444A" w:rsidRPr="0099306C">
        <w:t xml:space="preserve">. </w:t>
      </w:r>
      <w:r w:rsidRPr="002B3119">
        <w:t>Cette joie perp</w:t>
      </w:r>
      <w:r w:rsidRPr="002B3119">
        <w:t>é</w:t>
      </w:r>
      <w:r w:rsidRPr="002B3119">
        <w:t>tuelle d</w:t>
      </w:r>
      <w:r w:rsidR="00E4444A" w:rsidRPr="0099306C">
        <w:t>’</w:t>
      </w:r>
      <w:r w:rsidRPr="002B3119">
        <w:t>être mère la fait l</w:t>
      </w:r>
      <w:r w:rsidR="00E4444A" w:rsidRPr="0099306C">
        <w:t>’</w:t>
      </w:r>
      <w:r w:rsidRPr="002B3119">
        <w:t>égale des plus grands</w:t>
      </w:r>
      <w:r w:rsidR="00E4444A" w:rsidRPr="0099306C">
        <w:t xml:space="preserve">. </w:t>
      </w:r>
      <w:r w:rsidRPr="002B3119">
        <w:t>Pour être fière</w:t>
      </w:r>
      <w:r w:rsidR="00E4444A" w:rsidRPr="0099306C">
        <w:t xml:space="preserve">, </w:t>
      </w:r>
      <w:r w:rsidRPr="002B3119">
        <w:t>elle n</w:t>
      </w:r>
      <w:r w:rsidR="00E4444A" w:rsidRPr="0099306C">
        <w:t>’</w:t>
      </w:r>
      <w:r w:rsidRPr="002B3119">
        <w:t>a pas besoin d</w:t>
      </w:r>
      <w:r w:rsidR="00E4444A" w:rsidRPr="0099306C">
        <w:t>’</w:t>
      </w:r>
      <w:r w:rsidRPr="002B3119">
        <w:t>être regardée</w:t>
      </w:r>
      <w:r w:rsidR="00E4444A" w:rsidRPr="0099306C">
        <w:t xml:space="preserve">. </w:t>
      </w:r>
      <w:r w:rsidRPr="002B3119">
        <w:t>Son bonheur se su</w:t>
      </w:r>
      <w:r w:rsidRPr="002B3119">
        <w:t>f</w:t>
      </w:r>
      <w:r w:rsidRPr="002B3119">
        <w:t>fit à lui à lui-même</w:t>
      </w:r>
      <w:r w:rsidR="00E4444A" w:rsidRPr="0099306C">
        <w:t xml:space="preserve">, </w:t>
      </w:r>
      <w:r w:rsidRPr="002B3119">
        <w:t>flotte autour d</w:t>
      </w:r>
      <w:r w:rsidR="00E4444A" w:rsidRPr="0099306C">
        <w:t>’</w:t>
      </w:r>
      <w:r w:rsidRPr="002B3119">
        <w:t>elle et l</w:t>
      </w:r>
      <w:r w:rsidR="00E4444A" w:rsidRPr="0099306C">
        <w:t>’</w:t>
      </w:r>
      <w:r w:rsidRPr="002B3119">
        <w:t>entoure comme une clarté</w:t>
      </w:r>
      <w:r w:rsidR="00E4444A" w:rsidRPr="0099306C">
        <w:t>.</w:t>
      </w:r>
    </w:p>
    <w:p w14:paraId="5AF4DE99" w14:textId="77777777" w:rsidR="00E4444A" w:rsidRPr="0099306C" w:rsidRDefault="002B3119" w:rsidP="002B3119">
      <w:r w:rsidRPr="002B3119">
        <w:t>Du premier coup</w:t>
      </w:r>
      <w:r w:rsidR="00E4444A" w:rsidRPr="0099306C">
        <w:t xml:space="preserve">, </w:t>
      </w:r>
      <w:r w:rsidRPr="002B3119">
        <w:t>sans avoir reçu de conseils de pe</w:t>
      </w:r>
      <w:r w:rsidRPr="002B3119">
        <w:t>r</w:t>
      </w:r>
      <w:r w:rsidRPr="002B3119">
        <w:t>sonne</w:t>
      </w:r>
      <w:r w:rsidR="00E4444A" w:rsidRPr="0099306C">
        <w:t xml:space="preserve">, </w:t>
      </w:r>
      <w:r w:rsidRPr="002B3119">
        <w:t>elle a su emmailloter sa chérie</w:t>
      </w:r>
      <w:r w:rsidR="00E4444A" w:rsidRPr="0099306C">
        <w:t xml:space="preserve">. </w:t>
      </w:r>
      <w:r w:rsidRPr="002B3119">
        <w:t>Elle s</w:t>
      </w:r>
      <w:r w:rsidR="00E4444A" w:rsidRPr="0099306C">
        <w:t>’</w:t>
      </w:r>
      <w:r w:rsidRPr="002B3119">
        <w:t>installe dans un fauteuil</w:t>
      </w:r>
      <w:r w:rsidR="00E4444A" w:rsidRPr="0099306C">
        <w:t xml:space="preserve">, </w:t>
      </w:r>
      <w:r w:rsidRPr="002B3119">
        <w:t>ayant auprès d</w:t>
      </w:r>
      <w:r w:rsidR="00E4444A" w:rsidRPr="0099306C">
        <w:t>’</w:t>
      </w:r>
      <w:r w:rsidRPr="002B3119">
        <w:t>elle l</w:t>
      </w:r>
      <w:r w:rsidR="00E4444A" w:rsidRPr="0099306C">
        <w:t>’</w:t>
      </w:r>
      <w:r w:rsidRPr="002B3119">
        <w:t>eau chaude et l</w:t>
      </w:r>
      <w:r w:rsidR="00E4444A" w:rsidRPr="0099306C">
        <w:t>’</w:t>
      </w:r>
      <w:r w:rsidRPr="002B3119">
        <w:t>éponge dans la cuvette à trois cloisons</w:t>
      </w:r>
      <w:r w:rsidR="00E4444A" w:rsidRPr="0099306C">
        <w:t xml:space="preserve">. </w:t>
      </w:r>
      <w:r w:rsidRPr="002B3119">
        <w:t>Sur ses genoux qu</w:t>
      </w:r>
      <w:r w:rsidR="00E4444A" w:rsidRPr="0099306C">
        <w:t>’</w:t>
      </w:r>
      <w:r w:rsidRPr="002B3119">
        <w:t>un tabouret r</w:t>
      </w:r>
      <w:r w:rsidRPr="002B3119">
        <w:t>e</w:t>
      </w:r>
      <w:r w:rsidRPr="002B3119">
        <w:t>lève</w:t>
      </w:r>
      <w:r w:rsidR="00E4444A" w:rsidRPr="0099306C">
        <w:t xml:space="preserve">, </w:t>
      </w:r>
      <w:r w:rsidRPr="002B3119">
        <w:t>elle pose sa fille</w:t>
      </w:r>
      <w:r w:rsidR="00E4444A" w:rsidRPr="0099306C">
        <w:t xml:space="preserve">, </w:t>
      </w:r>
      <w:r w:rsidRPr="002B3119">
        <w:t>la déshabille</w:t>
      </w:r>
      <w:r w:rsidR="00E4444A" w:rsidRPr="0099306C">
        <w:t xml:space="preserve">, </w:t>
      </w:r>
      <w:r w:rsidRPr="002B3119">
        <w:t>la lave</w:t>
      </w:r>
      <w:r w:rsidR="00E4444A" w:rsidRPr="0099306C">
        <w:t xml:space="preserve">, </w:t>
      </w:r>
      <w:r w:rsidRPr="002B3119">
        <w:t>la place sur le ventre</w:t>
      </w:r>
      <w:r w:rsidR="00E4444A" w:rsidRPr="0099306C">
        <w:t xml:space="preserve">, </w:t>
      </w:r>
      <w:r w:rsidRPr="002B3119">
        <w:t>sur le dos</w:t>
      </w:r>
      <w:r w:rsidR="00E4444A" w:rsidRPr="0099306C">
        <w:t xml:space="preserve">, </w:t>
      </w:r>
      <w:r w:rsidRPr="002B3119">
        <w:t>dans mille positions que je pourrais juger incommodes</w:t>
      </w:r>
      <w:r w:rsidR="00E4444A" w:rsidRPr="0099306C">
        <w:t xml:space="preserve">, </w:t>
      </w:r>
      <w:r w:rsidRPr="002B3119">
        <w:t>sans qu</w:t>
      </w:r>
      <w:r w:rsidR="00E4444A" w:rsidRPr="0099306C">
        <w:t>’</w:t>
      </w:r>
      <w:r w:rsidRPr="002B3119">
        <w:t>Yvette songe même à protester</w:t>
      </w:r>
      <w:r w:rsidR="00E4444A" w:rsidRPr="0099306C">
        <w:t xml:space="preserve">. </w:t>
      </w:r>
      <w:r w:rsidRPr="002B3119">
        <w:t>Femmes et chattes savent d</w:t>
      </w:r>
      <w:r w:rsidR="00E4444A" w:rsidRPr="0099306C">
        <w:t>’</w:t>
      </w:r>
      <w:r w:rsidRPr="002B3119">
        <w:t>instinct la façon de saisir leurs petits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malgré toutes nos précautions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nous qui leur ferions mal si nous voulions les prendre d</w:t>
      </w:r>
      <w:r w:rsidR="00E4444A" w:rsidRPr="0099306C">
        <w:t>’</w:t>
      </w:r>
      <w:r w:rsidRPr="002B3119">
        <w:t>une autre manière</w:t>
      </w:r>
      <w:r w:rsidR="00E4444A" w:rsidRPr="0099306C">
        <w:t>.</w:t>
      </w:r>
    </w:p>
    <w:p w14:paraId="7F0C7164" w14:textId="77777777" w:rsidR="00E4444A" w:rsidRPr="0099306C" w:rsidRDefault="002B3119" w:rsidP="002B3119">
      <w:r w:rsidRPr="002B3119">
        <w:t>Puis Jeanne</w:t>
      </w:r>
      <w:r w:rsidR="00E4444A" w:rsidRPr="0099306C">
        <w:t xml:space="preserve">, </w:t>
      </w:r>
      <w:r w:rsidRPr="002B3119">
        <w:t>ayant achevé la toilette du bébé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entortille dans ses langes</w:t>
      </w:r>
      <w:r w:rsidR="00E4444A" w:rsidRPr="0099306C">
        <w:t xml:space="preserve">, </w:t>
      </w:r>
      <w:r w:rsidRPr="002B3119">
        <w:t>le plie dans une couche chaude</w:t>
      </w:r>
      <w:r w:rsidR="00E4444A" w:rsidRPr="0099306C">
        <w:t xml:space="preserve">, </w:t>
      </w:r>
      <w:r w:rsidRPr="002B3119">
        <w:t>fixe les épingles doubles et dégrafe lentement son corsage pour le repas de l</w:t>
      </w:r>
      <w:r w:rsidR="00E4444A" w:rsidRPr="0099306C">
        <w:t>’</w:t>
      </w:r>
      <w:r w:rsidRPr="002B3119">
        <w:t>enfant</w:t>
      </w:r>
      <w:r w:rsidR="00E4444A" w:rsidRPr="0099306C">
        <w:t>.</w:t>
      </w:r>
    </w:p>
    <w:p w14:paraId="1B66F30E" w14:textId="77777777" w:rsidR="00E4444A" w:rsidRPr="0099306C" w:rsidRDefault="002B3119" w:rsidP="002B3119">
      <w:r w:rsidRPr="002B3119">
        <w:t>Yvette</w:t>
      </w:r>
      <w:r w:rsidR="00E4444A" w:rsidRPr="0099306C">
        <w:t xml:space="preserve">, </w:t>
      </w:r>
      <w:r w:rsidRPr="002B3119">
        <w:t>bien résolue à vivre</w:t>
      </w:r>
      <w:r w:rsidR="00E4444A" w:rsidRPr="0099306C">
        <w:t xml:space="preserve">, </w:t>
      </w:r>
      <w:r w:rsidRPr="002B3119">
        <w:t>se précipite sur la mamelle offerte et mordille tout en chantonnant aux anges</w:t>
      </w:r>
      <w:r w:rsidR="00E4444A" w:rsidRPr="0099306C">
        <w:t xml:space="preserve">. </w:t>
      </w:r>
      <w:r w:rsidRPr="002B3119">
        <w:t xml:space="preserve">Et la jeune maman </w:t>
      </w:r>
      <w:r w:rsidR="00D30A6B">
        <w:t>s</w:t>
      </w:r>
      <w:r w:rsidRPr="002B3119">
        <w:t>e renverse dans son fauteuil</w:t>
      </w:r>
      <w:r w:rsidR="00E4444A" w:rsidRPr="0099306C">
        <w:t xml:space="preserve">, </w:t>
      </w:r>
      <w:r w:rsidRPr="002B3119">
        <w:t>ferme les yeux pour mieux savourer l</w:t>
      </w:r>
      <w:r w:rsidR="00E4444A" w:rsidRPr="0099306C">
        <w:t>’</w:t>
      </w:r>
      <w:r w:rsidRPr="002B3119">
        <w:t>exquise sensation</w:t>
      </w:r>
      <w:r w:rsidR="00E4444A" w:rsidRPr="0099306C">
        <w:t xml:space="preserve">, </w:t>
      </w:r>
      <w:r w:rsidRPr="002B3119">
        <w:t xml:space="preserve">mieux sentir un peu de sa </w:t>
      </w:r>
      <w:r w:rsidRPr="002B3119">
        <w:lastRenderedPageBreak/>
        <w:t>propre vie</w:t>
      </w:r>
      <w:r w:rsidR="00E4444A" w:rsidRPr="0099306C">
        <w:t xml:space="preserve">, </w:t>
      </w:r>
      <w:r w:rsidRPr="002B3119">
        <w:t>de son propre sang passer dans le petit être qui puise goulûment à son sein</w:t>
      </w:r>
      <w:r w:rsidR="00E4444A" w:rsidRPr="0099306C">
        <w:t>.</w:t>
      </w:r>
    </w:p>
    <w:p w14:paraId="57871EF3" w14:textId="77777777" w:rsidR="00E4444A" w:rsidRPr="0099306C" w:rsidRDefault="002B3119" w:rsidP="002B3119">
      <w:r w:rsidRPr="002B3119">
        <w:t>Le plus souvent</w:t>
      </w:r>
      <w:r w:rsidR="00E4444A" w:rsidRPr="0099306C">
        <w:t xml:space="preserve">, </w:t>
      </w:r>
      <w:r w:rsidRPr="002B3119">
        <w:t>au bout de quelques minutes</w:t>
      </w:r>
      <w:r w:rsidR="00E4444A" w:rsidRPr="0099306C">
        <w:t xml:space="preserve">, </w:t>
      </w:r>
      <w:r w:rsidRPr="002B3119">
        <w:t>toute gr</w:t>
      </w:r>
      <w:r w:rsidRPr="002B3119">
        <w:t>i</w:t>
      </w:r>
      <w:r w:rsidRPr="002B3119">
        <w:t>sée de lait tiède</w:t>
      </w:r>
      <w:r w:rsidR="00E4444A" w:rsidRPr="0099306C">
        <w:t xml:space="preserve">, </w:t>
      </w:r>
      <w:r w:rsidRPr="002B3119">
        <w:t>Yvette s</w:t>
      </w:r>
      <w:r w:rsidR="00E4444A" w:rsidRPr="0099306C">
        <w:t>’</w:t>
      </w:r>
      <w:r w:rsidRPr="002B3119">
        <w:t>endort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 xml:space="preserve">tout en suivant je ne </w:t>
      </w:r>
      <w:r w:rsidR="002E5A0B">
        <w:t xml:space="preserve">sais </w:t>
      </w:r>
      <w:r w:rsidRPr="002B3119">
        <w:t>quel songe</w:t>
      </w:r>
      <w:r w:rsidR="00E4444A" w:rsidRPr="0099306C">
        <w:t xml:space="preserve">, </w:t>
      </w:r>
      <w:r w:rsidRPr="002B3119">
        <w:t>continue de ses lèvres le mouvement m</w:t>
      </w:r>
      <w:r w:rsidRPr="002B3119">
        <w:t>a</w:t>
      </w:r>
      <w:r w:rsidRPr="002B3119">
        <w:t>chinal de la tétée</w:t>
      </w:r>
      <w:r w:rsidR="00E4444A" w:rsidRPr="0099306C">
        <w:t>.</w:t>
      </w:r>
    </w:p>
    <w:p w14:paraId="75BB3953" w14:textId="77777777" w:rsidR="002B3119" w:rsidRPr="002B3119" w:rsidRDefault="002B3119" w:rsidP="002B3119"/>
    <w:p w14:paraId="2A931852" w14:textId="77777777" w:rsidR="00E4444A" w:rsidRPr="0099306C" w:rsidRDefault="002B3119" w:rsidP="002B3119">
      <w:r w:rsidRPr="002B3119">
        <w:t>Et moi aussi</w:t>
      </w:r>
      <w:r w:rsidR="00E4444A" w:rsidRPr="0099306C">
        <w:t xml:space="preserve">, </w:t>
      </w:r>
      <w:r w:rsidRPr="002B3119">
        <w:t>je resterais des heures en contemplation</w:t>
      </w:r>
      <w:r w:rsidR="00E4444A" w:rsidRPr="0099306C">
        <w:t>.</w:t>
      </w:r>
    </w:p>
    <w:p w14:paraId="6818BC4E" w14:textId="77777777" w:rsidR="00E4444A" w:rsidRPr="0099306C" w:rsidRDefault="002B3119" w:rsidP="002B3119">
      <w:r w:rsidRPr="002B3119">
        <w:t>Comme mon existence est plus belle</w:t>
      </w:r>
      <w:r w:rsidR="00E4444A" w:rsidRPr="0099306C">
        <w:t xml:space="preserve">, </w:t>
      </w:r>
      <w:r w:rsidRPr="002B3119">
        <w:t>plus riche à pr</w:t>
      </w:r>
      <w:r w:rsidRPr="002B3119">
        <w:t>é</w:t>
      </w:r>
      <w:r w:rsidRPr="002B3119">
        <w:t>sent</w:t>
      </w:r>
      <w:r w:rsidR="00E4444A" w:rsidRPr="0099306C">
        <w:t xml:space="preserve"> ! </w:t>
      </w:r>
      <w:r w:rsidRPr="002B3119">
        <w:t>Ces confuses tristesses qui suivaient mes réveils ont disparu tout à coup</w:t>
      </w:r>
      <w:r w:rsidR="00E4444A" w:rsidRPr="0099306C">
        <w:t xml:space="preserve">. </w:t>
      </w:r>
      <w:r w:rsidRPr="002B3119">
        <w:t>Ce bonheur</w:t>
      </w:r>
      <w:r w:rsidR="00E4444A" w:rsidRPr="0099306C">
        <w:t xml:space="preserve">, </w:t>
      </w:r>
      <w:r w:rsidRPr="002B3119">
        <w:t>cette paix qui m</w:t>
      </w:r>
      <w:r w:rsidR="00E4444A" w:rsidRPr="0099306C">
        <w:t>’</w:t>
      </w:r>
      <w:r w:rsidRPr="002B3119">
        <w:t>enveloppent me semblent une chose imprévue</w:t>
      </w:r>
      <w:r w:rsidR="00E4444A" w:rsidRPr="0099306C">
        <w:t xml:space="preserve">. </w:t>
      </w:r>
      <w:r w:rsidRPr="002B3119">
        <w:t>Ma vie de professeur que je trouvais médiocre</w:t>
      </w:r>
      <w:r w:rsidR="00E4444A" w:rsidRPr="0099306C">
        <w:t xml:space="preserve">, </w:t>
      </w:r>
      <w:r w:rsidRPr="002B3119">
        <w:t>je lui découvre un int</w:t>
      </w:r>
      <w:r w:rsidRPr="002B3119">
        <w:t>é</w:t>
      </w:r>
      <w:r w:rsidRPr="002B3119">
        <w:t>rêt nouveau</w:t>
      </w:r>
      <w:r w:rsidR="00E4444A" w:rsidRPr="0099306C">
        <w:t xml:space="preserve">. </w:t>
      </w:r>
      <w:r w:rsidRPr="002B3119">
        <w:t>Et je serais cantonnier</w:t>
      </w:r>
      <w:r w:rsidR="00E4444A" w:rsidRPr="0099306C">
        <w:t xml:space="preserve">, </w:t>
      </w:r>
      <w:r w:rsidRPr="002B3119">
        <w:t>que j</w:t>
      </w:r>
      <w:r w:rsidR="00E4444A" w:rsidRPr="0099306C">
        <w:t>’</w:t>
      </w:r>
      <w:r w:rsidRPr="002B3119">
        <w:t>estimerais noble de casser des pierres</w:t>
      </w:r>
      <w:r w:rsidR="00E4444A" w:rsidRPr="0099306C">
        <w:t xml:space="preserve">, </w:t>
      </w:r>
      <w:r w:rsidRPr="002B3119">
        <w:t>puisque</w:t>
      </w:r>
      <w:r w:rsidR="00E4444A" w:rsidRPr="0099306C">
        <w:t xml:space="preserve">, </w:t>
      </w:r>
      <w:r w:rsidRPr="002B3119">
        <w:t>du travail de mes mains</w:t>
      </w:r>
      <w:r w:rsidR="00E4444A" w:rsidRPr="0099306C">
        <w:t xml:space="preserve">, </w:t>
      </w:r>
      <w:r w:rsidRPr="002B3119">
        <w:t>je nourrirais ma femme et mon enfant</w:t>
      </w:r>
      <w:r w:rsidR="00E4444A" w:rsidRPr="0099306C">
        <w:t>.</w:t>
      </w:r>
    </w:p>
    <w:p w14:paraId="17FCF739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aime à me dire que ni Jeanne ni moi n</w:t>
      </w:r>
      <w:r w:rsidR="00E4444A" w:rsidRPr="0099306C">
        <w:t>’</w:t>
      </w:r>
      <w:r w:rsidRPr="002B3119">
        <w:t>avons de fo</w:t>
      </w:r>
      <w:r w:rsidRPr="002B3119">
        <w:t>r</w:t>
      </w:r>
      <w:r w:rsidRPr="002B3119">
        <w:t>tune</w:t>
      </w:r>
      <w:r w:rsidR="00E4444A" w:rsidRPr="0099306C">
        <w:t xml:space="preserve">, </w:t>
      </w:r>
      <w:r w:rsidRPr="002B3119">
        <w:t>que mon traitement subvient à nos besoins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une l</w:t>
      </w:r>
      <w:r w:rsidRPr="002B3119">
        <w:t>e</w:t>
      </w:r>
      <w:r w:rsidRPr="002B3119">
        <w:t>çon sur le traité d</w:t>
      </w:r>
      <w:r w:rsidR="00E4444A" w:rsidRPr="0099306C">
        <w:t>’</w:t>
      </w:r>
      <w:r w:rsidRPr="002B3119">
        <w:t>Utrecht gagna le prix de ce petit bonnet</w:t>
      </w:r>
      <w:r w:rsidR="00E4444A" w:rsidRPr="0099306C">
        <w:t xml:space="preserve">, </w:t>
      </w:r>
      <w:r w:rsidRPr="002B3119">
        <w:t>que cette robe fut une nouvelle conquête de la bataille de Marignan</w:t>
      </w:r>
      <w:r w:rsidR="00E4444A" w:rsidRPr="0099306C">
        <w:t>.</w:t>
      </w:r>
    </w:p>
    <w:p w14:paraId="5EA4F4FC" w14:textId="77777777" w:rsidR="00E4444A" w:rsidRPr="0099306C" w:rsidRDefault="002B3119" w:rsidP="002B3119">
      <w:r w:rsidRPr="002B3119">
        <w:t>Ma fille</w:t>
      </w:r>
      <w:r w:rsidR="00E4444A" w:rsidRPr="0099306C">
        <w:t xml:space="preserve">, </w:t>
      </w:r>
      <w:r w:rsidRPr="002B3119">
        <w:t>qui ne me connaît pas encore</w:t>
      </w:r>
      <w:r w:rsidR="00E4444A" w:rsidRPr="0099306C">
        <w:t xml:space="preserve">, </w:t>
      </w:r>
      <w:r w:rsidRPr="002B3119">
        <w:t>je resterais des heures à la regarder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 xml:space="preserve">efforçant de deviner ce qui peut bien se passer dans </w:t>
      </w:r>
      <w:r w:rsidR="002E5A0B">
        <w:t xml:space="preserve">sa </w:t>
      </w:r>
      <w:r w:rsidRPr="002B3119">
        <w:t>petite tête</w:t>
      </w:r>
      <w:r w:rsidR="00E4444A" w:rsidRPr="0099306C">
        <w:t>.</w:t>
      </w:r>
    </w:p>
    <w:p w14:paraId="795758FC" w14:textId="77777777" w:rsidR="00E4444A" w:rsidRPr="0099306C" w:rsidRDefault="002B3119" w:rsidP="002B3119">
      <w:r w:rsidRPr="002B3119">
        <w:t>A-t-elle une âme</w:t>
      </w:r>
      <w:r w:rsidR="00E4444A" w:rsidRPr="0099306C">
        <w:t xml:space="preserve">, </w:t>
      </w:r>
      <w:r w:rsidRPr="002B3119">
        <w:t>comme disent les chrétiens</w:t>
      </w:r>
      <w:r w:rsidR="00E4444A" w:rsidRPr="0099306C">
        <w:t xml:space="preserve">, </w:t>
      </w:r>
      <w:r w:rsidRPr="002B3119">
        <w:t>un pri</w:t>
      </w:r>
      <w:r w:rsidRPr="002B3119">
        <w:t>n</w:t>
      </w:r>
      <w:r w:rsidRPr="002B3119">
        <w:t>cipe d</w:t>
      </w:r>
      <w:r w:rsidR="00E4444A" w:rsidRPr="0099306C">
        <w:t>’</w:t>
      </w:r>
      <w:r w:rsidRPr="002B3119">
        <w:t>immortalité</w:t>
      </w:r>
      <w:r w:rsidR="00E4444A" w:rsidRPr="0099306C">
        <w:t xml:space="preserve"> ? </w:t>
      </w:r>
      <w:r w:rsidRPr="002B3119">
        <w:t>Et</w:t>
      </w:r>
      <w:r w:rsidR="00E4444A" w:rsidRPr="0099306C">
        <w:t xml:space="preserve">, </w:t>
      </w:r>
      <w:r w:rsidRPr="002B3119">
        <w:t>cette âme</w:t>
      </w:r>
      <w:r w:rsidR="00E4444A" w:rsidRPr="0099306C">
        <w:t xml:space="preserve">, </w:t>
      </w:r>
      <w:r w:rsidRPr="002B3119">
        <w:t>à quel moment a-t-elle pris existence</w:t>
      </w:r>
      <w:r w:rsidR="00E4444A" w:rsidRPr="0099306C">
        <w:t xml:space="preserve"> ? </w:t>
      </w:r>
      <w:r w:rsidRPr="002B3119">
        <w:t>Date-t-elle du jour de sa venue au monde</w:t>
      </w:r>
      <w:r w:rsidR="00E4444A" w:rsidRPr="0099306C">
        <w:t xml:space="preserve"> ? </w:t>
      </w:r>
      <w:r w:rsidRPr="002B3119">
        <w:t>l</w:t>
      </w:r>
      <w:r w:rsidR="00E4444A" w:rsidRPr="0099306C">
        <w:t>’</w:t>
      </w:r>
      <w:r w:rsidRPr="002B3119">
        <w:t>aura-t-elle seulement quand elle aura pris conscience des choses</w:t>
      </w:r>
      <w:r w:rsidR="00E4444A" w:rsidRPr="0099306C">
        <w:t xml:space="preserve">, </w:t>
      </w:r>
      <w:r w:rsidRPr="002B3119">
        <w:t>ou</w:t>
      </w:r>
      <w:r w:rsidR="00E4444A" w:rsidRPr="0099306C">
        <w:t xml:space="preserve">, </w:t>
      </w:r>
      <w:r w:rsidRPr="002B3119">
        <w:t>dans le sein de sa mère</w:t>
      </w:r>
      <w:r w:rsidR="00E4444A" w:rsidRPr="0099306C">
        <w:t xml:space="preserve">, </w:t>
      </w:r>
      <w:r w:rsidRPr="002B3119">
        <w:t>avait-elle une âme di</w:t>
      </w:r>
      <w:r w:rsidRPr="002B3119">
        <w:t>s</w:t>
      </w:r>
      <w:r w:rsidRPr="002B3119">
        <w:t>tincte déjà</w:t>
      </w:r>
      <w:r w:rsidR="00E4444A" w:rsidRPr="0099306C">
        <w:t> ?</w:t>
      </w:r>
    </w:p>
    <w:p w14:paraId="26FDBBE7" w14:textId="4DA79FDB" w:rsidR="00E4444A" w:rsidRPr="0099306C" w:rsidRDefault="002B3119" w:rsidP="002B3119">
      <w:r w:rsidRPr="002B3119">
        <w:lastRenderedPageBreak/>
        <w:t>En tout cas</w:t>
      </w:r>
      <w:r w:rsidR="00E4444A" w:rsidRPr="0099306C">
        <w:t xml:space="preserve">, </w:t>
      </w:r>
      <w:r w:rsidRPr="002B3119">
        <w:t>elle a un corps</w:t>
      </w:r>
      <w:r w:rsidR="00E4444A" w:rsidRPr="0099306C">
        <w:t xml:space="preserve">, </w:t>
      </w:r>
      <w:r w:rsidRPr="002B3119">
        <w:t>un beau petit corps bien p</w:t>
      </w:r>
      <w:r w:rsidRPr="002B3119">
        <w:t>o</w:t>
      </w:r>
      <w:r w:rsidRPr="002B3119">
        <w:t>telé</w:t>
      </w:r>
      <w:r w:rsidR="00E4444A" w:rsidRPr="0099306C">
        <w:t xml:space="preserve">, </w:t>
      </w:r>
      <w:r w:rsidRPr="002B3119">
        <w:t>dont le pèse-bébé constate les progrès quotidiens</w:t>
      </w:r>
      <w:r w:rsidR="00E4444A" w:rsidRPr="0099306C">
        <w:t xml:space="preserve">. </w:t>
      </w:r>
      <w:r w:rsidRPr="002B3119">
        <w:t>Rien ne lui manque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pourtant</w:t>
      </w:r>
      <w:r w:rsidR="00E4444A" w:rsidRPr="0099306C">
        <w:t xml:space="preserve">, </w:t>
      </w:r>
      <w:r w:rsidRPr="002B3119">
        <w:t>quels inavouables soucis m</w:t>
      </w:r>
      <w:r w:rsidR="00E4444A" w:rsidRPr="0099306C">
        <w:t>’</w:t>
      </w:r>
      <w:r w:rsidRPr="002B3119">
        <w:t>ont tourmenté pendant la grossesse</w:t>
      </w:r>
      <w:r w:rsidR="00E4444A" w:rsidRPr="0099306C">
        <w:t xml:space="preserve"> ! </w:t>
      </w:r>
      <w:r w:rsidRPr="002B3119">
        <w:t>Était-il bien certain qu</w:t>
      </w:r>
      <w:r w:rsidR="00E4444A" w:rsidRPr="0099306C">
        <w:t>’</w:t>
      </w:r>
      <w:r w:rsidRPr="002B3119">
        <w:t xml:space="preserve">il </w:t>
      </w:r>
      <w:r w:rsidR="008F2229" w:rsidRPr="0099306C">
        <w:t>se</w:t>
      </w:r>
      <w:r w:rsidRPr="002B3119">
        <w:t xml:space="preserve"> formerait</w:t>
      </w:r>
      <w:r w:rsidR="00E4444A" w:rsidRPr="0099306C">
        <w:t xml:space="preserve">, </w:t>
      </w:r>
      <w:r w:rsidRPr="002B3119">
        <w:t>exactement au bon endroit</w:t>
      </w:r>
      <w:r w:rsidR="00E4444A" w:rsidRPr="0099306C">
        <w:t xml:space="preserve">, </w:t>
      </w:r>
      <w:r w:rsidRPr="002B3119">
        <w:t>des oreilles capables d</w:t>
      </w:r>
      <w:r w:rsidR="00E4444A" w:rsidRPr="0099306C">
        <w:t>’</w:t>
      </w:r>
      <w:r w:rsidRPr="002B3119">
        <w:t>entendre et des yeux qui verraient bien</w:t>
      </w:r>
      <w:r w:rsidR="00E4444A" w:rsidRPr="0099306C">
        <w:t xml:space="preserve"> ? </w:t>
      </w:r>
      <w:r w:rsidRPr="002B3119">
        <w:t>Mais l</w:t>
      </w:r>
      <w:r w:rsidR="00E4444A" w:rsidRPr="0099306C">
        <w:t>’œ</w:t>
      </w:r>
      <w:r w:rsidRPr="002B3119">
        <w:t>uvre de la nature est harmonieuse et parfaite</w:t>
      </w:r>
      <w:r w:rsidR="00E4444A" w:rsidRPr="0099306C">
        <w:t xml:space="preserve">. </w:t>
      </w:r>
      <w:r w:rsidR="008F2229" w:rsidRPr="0099306C">
        <w:t>À</w:t>
      </w:r>
      <w:r w:rsidRPr="002B3119">
        <w:t xml:space="preserve"> notre petite Yvette rien ne </w:t>
      </w:r>
      <w:r w:rsidR="00F60AFA" w:rsidRPr="002B3119">
        <w:t>manqu</w:t>
      </w:r>
      <w:r w:rsidR="00F60AFA">
        <w:t>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par une loi mystérieuse</w:t>
      </w:r>
      <w:r w:rsidR="00E4444A" w:rsidRPr="0099306C">
        <w:t xml:space="preserve">, </w:t>
      </w:r>
      <w:r w:rsidRPr="002B3119">
        <w:t>la cellule prim</w:t>
      </w:r>
      <w:r w:rsidRPr="002B3119">
        <w:t>i</w:t>
      </w:r>
      <w:r w:rsidRPr="002B3119">
        <w:t>tive est devenue un être humain</w:t>
      </w:r>
      <w:r w:rsidR="00E4444A" w:rsidRPr="0099306C">
        <w:t>.</w:t>
      </w:r>
    </w:p>
    <w:p w14:paraId="6F1E463C" w14:textId="77777777" w:rsidR="00E4444A" w:rsidRPr="0099306C" w:rsidRDefault="002B3119" w:rsidP="002B3119">
      <w:r w:rsidRPr="002B3119">
        <w:t>Vers la fin de 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quand je travaille</w:t>
      </w:r>
      <w:r w:rsidR="00E4444A" w:rsidRPr="0099306C">
        <w:t xml:space="preserve">, </w:t>
      </w:r>
      <w:r w:rsidRPr="002B3119">
        <w:t>Jeanne s</w:t>
      </w:r>
      <w:r w:rsidR="00E4444A" w:rsidRPr="0099306C">
        <w:t>’</w:t>
      </w:r>
      <w:r w:rsidRPr="002B3119">
        <w:t>installe auprès de moi</w:t>
      </w:r>
      <w:r w:rsidR="00E4444A" w:rsidRPr="0099306C">
        <w:t xml:space="preserve">, </w:t>
      </w:r>
      <w:r w:rsidRPr="002B3119">
        <w:t>Yvette somnole dans le moïse que nous transportons de pièce en pièce</w:t>
      </w:r>
      <w:r w:rsidR="00E4444A" w:rsidRPr="0099306C">
        <w:t xml:space="preserve">. </w:t>
      </w:r>
      <w:r w:rsidRPr="002B3119">
        <w:t>Jeanne</w:t>
      </w:r>
      <w:r w:rsidR="00E4444A" w:rsidRPr="0099306C">
        <w:t xml:space="preserve">, </w:t>
      </w:r>
      <w:r w:rsidRPr="002B3119">
        <w:t>de temps en temps</w:t>
      </w:r>
      <w:r w:rsidR="00E4444A" w:rsidRPr="0099306C">
        <w:t xml:space="preserve">, </w:t>
      </w:r>
      <w:r w:rsidRPr="002B3119">
        <w:t>lui parle</w:t>
      </w:r>
      <w:r w:rsidR="00E4444A" w:rsidRPr="0099306C">
        <w:t xml:space="preserve">, </w:t>
      </w:r>
      <w:r w:rsidRPr="002B3119">
        <w:t>avec ce charmant gazouillis des mamans qui ressemble au babillage de l</w:t>
      </w:r>
      <w:r w:rsidR="00E4444A" w:rsidRPr="0099306C">
        <w:t>’</w:t>
      </w:r>
      <w:r w:rsidRPr="002B3119">
        <w:t>amour heureux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pour l</w:t>
      </w:r>
      <w:r w:rsidR="00E4444A" w:rsidRPr="0099306C">
        <w:t>’</w:t>
      </w:r>
      <w:r w:rsidRPr="002B3119">
        <w:t>endormir</w:t>
      </w:r>
      <w:r w:rsidR="00E4444A" w:rsidRPr="0099306C">
        <w:t xml:space="preserve">, </w:t>
      </w:r>
      <w:r w:rsidRPr="002B3119">
        <w:t>elle a une jolie chanson</w:t>
      </w:r>
      <w:r w:rsidR="00E4444A" w:rsidRPr="0099306C">
        <w:t> :</w:t>
      </w:r>
    </w:p>
    <w:p w14:paraId="77796A46" w14:textId="77777777" w:rsidR="002B3119" w:rsidRPr="002B3119" w:rsidRDefault="002B3119" w:rsidP="002B3119"/>
    <w:p w14:paraId="07EEF0A6" w14:textId="77777777" w:rsidR="00E4444A" w:rsidRPr="0099306C" w:rsidRDefault="002B3119" w:rsidP="00506709">
      <w:pPr>
        <w:spacing w:before="0" w:after="0"/>
        <w:ind w:left="2268" w:firstLine="0"/>
        <w:jc w:val="left"/>
        <w:rPr>
          <w:i/>
        </w:rPr>
      </w:pPr>
      <w:r w:rsidRPr="002B3119">
        <w:rPr>
          <w:i/>
        </w:rPr>
        <w:t xml:space="preserve">Dodo </w:t>
      </w:r>
      <w:proofErr w:type="spellStart"/>
      <w:r w:rsidRPr="002B3119">
        <w:rPr>
          <w:i/>
        </w:rPr>
        <w:t>rirette</w:t>
      </w:r>
      <w:proofErr w:type="spellEnd"/>
      <w:r w:rsidR="00E4444A" w:rsidRPr="0099306C">
        <w:rPr>
          <w:i/>
        </w:rPr>
        <w:t>,</w:t>
      </w:r>
    </w:p>
    <w:p w14:paraId="7492D576" w14:textId="2875C85F" w:rsidR="00E4444A" w:rsidRPr="0099306C" w:rsidRDefault="002B3119" w:rsidP="00506709">
      <w:pPr>
        <w:spacing w:before="0" w:after="0"/>
        <w:ind w:left="2268" w:firstLine="0"/>
        <w:jc w:val="left"/>
        <w:rPr>
          <w:i/>
        </w:rPr>
      </w:pPr>
      <w:r w:rsidRPr="002B3119">
        <w:rPr>
          <w:i/>
        </w:rPr>
        <w:t xml:space="preserve">Dodo </w:t>
      </w:r>
      <w:proofErr w:type="spellStart"/>
      <w:r w:rsidRPr="002B3119">
        <w:rPr>
          <w:i/>
        </w:rPr>
        <w:t>ronrette</w:t>
      </w:r>
      <w:proofErr w:type="spellEnd"/>
      <w:r w:rsidR="00E4444A" w:rsidRPr="0099306C">
        <w:rPr>
          <w:i/>
        </w:rPr>
        <w:t>,</w:t>
      </w:r>
    </w:p>
    <w:p w14:paraId="401402CF" w14:textId="77777777" w:rsidR="002B3119" w:rsidRPr="002B3119" w:rsidRDefault="002B3119" w:rsidP="00506709">
      <w:pPr>
        <w:spacing w:before="0" w:after="0"/>
        <w:ind w:left="2268" w:firstLine="0"/>
        <w:jc w:val="left"/>
        <w:rPr>
          <w:i/>
        </w:rPr>
      </w:pPr>
      <w:r w:rsidRPr="002B3119">
        <w:rPr>
          <w:i/>
        </w:rPr>
        <w:t>La petite fille</w:t>
      </w:r>
    </w:p>
    <w:p w14:paraId="5ABC8B40" w14:textId="754C35AC" w:rsidR="00E4444A" w:rsidRPr="008C2C66" w:rsidRDefault="008F2229" w:rsidP="00506709">
      <w:pPr>
        <w:spacing w:before="0" w:after="0"/>
        <w:ind w:left="2268" w:firstLine="0"/>
        <w:jc w:val="left"/>
      </w:pPr>
      <w:r w:rsidRPr="0099306C">
        <w:rPr>
          <w:i/>
          <w:iCs/>
        </w:rPr>
        <w:t>À</w:t>
      </w:r>
      <w:r w:rsidR="002B3119" w:rsidRPr="002B3119">
        <w:rPr>
          <w:i/>
        </w:rPr>
        <w:t xml:space="preserve"> sa maman</w:t>
      </w:r>
      <w:r w:rsidR="00E4444A" w:rsidRPr="0099306C">
        <w:rPr>
          <w:i/>
        </w:rPr>
        <w:t>.</w:t>
      </w:r>
    </w:p>
    <w:p w14:paraId="0E36FE1B" w14:textId="77777777" w:rsidR="002B3119" w:rsidRPr="002B3119" w:rsidRDefault="002B3119" w:rsidP="00506709"/>
    <w:p w14:paraId="6EBEFBD7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je lève la tête</w:t>
      </w:r>
      <w:r w:rsidR="00E4444A" w:rsidRPr="0099306C">
        <w:t xml:space="preserve"> ; </w:t>
      </w:r>
      <w:r w:rsidRPr="002B3119">
        <w:t>ma plume s</w:t>
      </w:r>
      <w:r w:rsidR="00E4444A" w:rsidRPr="0099306C">
        <w:t>’</w:t>
      </w:r>
      <w:r w:rsidRPr="002B3119">
        <w:t>arrête de courir sur le papier</w:t>
      </w:r>
      <w:r w:rsidR="00E4444A" w:rsidRPr="0099306C">
        <w:t xml:space="preserve">. </w:t>
      </w:r>
      <w:r w:rsidRPr="002B3119">
        <w:t>Jours heureux</w:t>
      </w:r>
      <w:r w:rsidR="00E4444A" w:rsidRPr="0099306C">
        <w:t xml:space="preserve"> ! </w:t>
      </w:r>
      <w:r w:rsidRPr="002B3119">
        <w:t>jours heureux qui n</w:t>
      </w:r>
      <w:r w:rsidR="00E4444A" w:rsidRPr="0099306C">
        <w:t>’</w:t>
      </w:r>
      <w:r w:rsidRPr="002B3119">
        <w:t>ont pas d</w:t>
      </w:r>
      <w:r w:rsidR="00E4444A" w:rsidRPr="0099306C">
        <w:t>’</w:t>
      </w:r>
      <w:r w:rsidRPr="002B3119">
        <w:t>histoire</w:t>
      </w:r>
      <w:r w:rsidR="00E4444A" w:rsidRPr="0099306C">
        <w:t xml:space="preserve"> ! </w:t>
      </w:r>
      <w:r w:rsidRPr="002B3119">
        <w:t>Pourquoi faut-il que mon bonheur soit gâté que</w:t>
      </w:r>
      <w:r w:rsidRPr="002B3119">
        <w:t>l</w:t>
      </w:r>
      <w:r w:rsidRPr="002B3119">
        <w:t>quefois par des pressentiments ridicules</w:t>
      </w:r>
      <w:r w:rsidR="00E4444A" w:rsidRPr="0099306C">
        <w:t xml:space="preserve"> ? </w:t>
      </w:r>
      <w:r w:rsidRPr="002B3119">
        <w:t>D</w:t>
      </w:r>
      <w:r w:rsidR="00E4444A" w:rsidRPr="0099306C">
        <w:t>’</w:t>
      </w:r>
      <w:r w:rsidRPr="002B3119">
        <w:t>où me vient</w:t>
      </w:r>
      <w:r w:rsidR="00E4444A" w:rsidRPr="0099306C">
        <w:t xml:space="preserve">, </w:t>
      </w:r>
      <w:r w:rsidRPr="002B3119">
        <w:t>devant ce joli groupe</w:t>
      </w:r>
      <w:r w:rsidR="00E4444A" w:rsidRPr="0099306C">
        <w:t xml:space="preserve">, </w:t>
      </w:r>
      <w:r w:rsidRPr="002B3119">
        <w:t>cette sensation de fragilité</w:t>
      </w:r>
      <w:r w:rsidR="00E4444A" w:rsidRPr="0099306C">
        <w:t xml:space="preserve">, </w:t>
      </w:r>
      <w:r w:rsidRPr="002B3119">
        <w:t>le sent</w:t>
      </w:r>
      <w:r w:rsidRPr="002B3119">
        <w:t>i</w:t>
      </w:r>
      <w:r w:rsidRPr="002B3119">
        <w:t>ment d</w:t>
      </w:r>
      <w:r w:rsidR="00E4444A" w:rsidRPr="0099306C">
        <w:t>’</w:t>
      </w:r>
      <w:r w:rsidRPr="002B3119">
        <w:t>un bonheur qui n</w:t>
      </w:r>
      <w:r w:rsidR="00E4444A" w:rsidRPr="0099306C">
        <w:t>’</w:t>
      </w:r>
      <w:r w:rsidRPr="002B3119">
        <w:t>est pas fait pour durer</w:t>
      </w:r>
      <w:r w:rsidR="00E4444A" w:rsidRPr="0099306C">
        <w:t> ?</w:t>
      </w:r>
    </w:p>
    <w:p w14:paraId="2FD0637D" w14:textId="77777777" w:rsidR="002B3119" w:rsidRPr="002B3119" w:rsidRDefault="002B3119" w:rsidP="002B3119"/>
    <w:p w14:paraId="688579F7" w14:textId="77777777" w:rsidR="00E4444A" w:rsidRPr="0099306C" w:rsidRDefault="002B3119" w:rsidP="002B3119">
      <w:r w:rsidRPr="002B3119">
        <w:lastRenderedPageBreak/>
        <w:t>Le soir</w:t>
      </w:r>
      <w:r w:rsidR="00E4444A" w:rsidRPr="0099306C">
        <w:t xml:space="preserve">, </w:t>
      </w:r>
      <w:r w:rsidRPr="002B3119">
        <w:t>après la flânerie qui suit le dîner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accompagne Jeanne dans notre chambre</w:t>
      </w:r>
      <w:r w:rsidR="00E4444A" w:rsidRPr="0099306C">
        <w:t xml:space="preserve">. </w:t>
      </w:r>
      <w:r w:rsidRPr="002B3119">
        <w:t>Elle se dégrafe encore pour la dernière tétée</w:t>
      </w:r>
      <w:r w:rsidR="00E4444A" w:rsidRPr="0099306C">
        <w:t xml:space="preserve">, </w:t>
      </w:r>
      <w:r w:rsidRPr="002B3119">
        <w:t>puis replace dans le berceau blanc le petit ange endormi</w:t>
      </w:r>
      <w:r w:rsidR="00E4444A" w:rsidRPr="0099306C">
        <w:t>.</w:t>
      </w:r>
    </w:p>
    <w:p w14:paraId="63A4E47A" w14:textId="77777777" w:rsidR="00E4444A" w:rsidRPr="0099306C" w:rsidRDefault="002B3119" w:rsidP="002B3119">
      <w:r w:rsidRPr="002B3119">
        <w:t>Nous éteignons la lampe pour favoriser le sommeil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Jeanne défait sa robe aux lueurs de la cheminée</w:t>
      </w:r>
      <w:r w:rsidR="00E4444A" w:rsidRPr="0099306C">
        <w:t xml:space="preserve">. </w:t>
      </w:r>
      <w:r w:rsidRPr="002B3119">
        <w:t>Dehors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la tempête bretonne</w:t>
      </w:r>
      <w:r w:rsidR="00E4444A" w:rsidRPr="0099306C">
        <w:t xml:space="preserve">. </w:t>
      </w:r>
      <w:r w:rsidRPr="002B3119">
        <w:t>Le vent souffle</w:t>
      </w:r>
      <w:r w:rsidR="00E4444A" w:rsidRPr="0099306C">
        <w:t xml:space="preserve">, </w:t>
      </w:r>
      <w:r w:rsidRPr="002B3119">
        <w:t>siffle et rabat la pluie</w:t>
      </w:r>
      <w:r w:rsidR="00E4444A" w:rsidRPr="0099306C">
        <w:t xml:space="preserve">. </w:t>
      </w:r>
      <w:r w:rsidRPr="002B3119">
        <w:t>Chez nous</w:t>
      </w:r>
      <w:r w:rsidR="00E4444A" w:rsidRPr="0099306C">
        <w:t xml:space="preserve">, </w:t>
      </w:r>
      <w:r w:rsidRPr="002B3119">
        <w:t>il fait tiède</w:t>
      </w:r>
      <w:r w:rsidR="00E4444A" w:rsidRPr="0099306C">
        <w:t xml:space="preserve">, </w:t>
      </w:r>
      <w:r w:rsidRPr="002B3119">
        <w:t>il fait bon</w:t>
      </w:r>
      <w:r w:rsidR="00E4444A" w:rsidRPr="0099306C">
        <w:t xml:space="preserve">. </w:t>
      </w:r>
      <w:r w:rsidRPr="002B3119">
        <w:t>Les grands rideaux sont bien tirés</w:t>
      </w:r>
      <w:r w:rsidR="00E4444A" w:rsidRPr="0099306C">
        <w:t xml:space="preserve">. </w:t>
      </w:r>
      <w:r w:rsidRPr="002B3119">
        <w:t>Quelquefois nous restons debout</w:t>
      </w:r>
      <w:r w:rsidR="00E4444A" w:rsidRPr="0099306C">
        <w:t xml:space="preserve">, </w:t>
      </w:r>
      <w:r w:rsidRPr="002B3119">
        <w:t>sans mot dire</w:t>
      </w:r>
      <w:r w:rsidR="00E4444A" w:rsidRPr="0099306C">
        <w:t xml:space="preserve">, </w:t>
      </w:r>
      <w:r w:rsidRPr="002B3119">
        <w:t>à contempler notre enfant</w:t>
      </w:r>
      <w:r w:rsidR="00E4444A" w:rsidRPr="0099306C">
        <w:t>.</w:t>
      </w:r>
    </w:p>
    <w:p w14:paraId="47DDFDCD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eux-mêmes</w:t>
      </w:r>
      <w:r w:rsidR="00E4444A" w:rsidRPr="0099306C">
        <w:t xml:space="preserve">, </w:t>
      </w:r>
      <w:r w:rsidRPr="002B3119">
        <w:t>nos doigts s</w:t>
      </w:r>
      <w:r w:rsidR="00E4444A" w:rsidRPr="0099306C">
        <w:t>’</w:t>
      </w:r>
      <w:r w:rsidRPr="002B3119">
        <w:t>enlacent</w:t>
      </w:r>
      <w:r w:rsidR="00E4444A" w:rsidRPr="0099306C">
        <w:t xml:space="preserve">. </w:t>
      </w:r>
      <w:r w:rsidRPr="002B3119">
        <w:t>Qui dira les pensées qui naissent au bord des berceaux</w:t>
      </w:r>
      <w:r w:rsidR="00E4444A" w:rsidRPr="0099306C">
        <w:t> ?</w:t>
      </w:r>
    </w:p>
    <w:p w14:paraId="2A5E8760" w14:textId="77777777" w:rsidR="00E4444A" w:rsidRPr="0099306C" w:rsidRDefault="002B3119" w:rsidP="002B3119">
      <w:r w:rsidRPr="002B3119">
        <w:t xml:space="preserve">Les jeunes mamans doivent </w:t>
      </w:r>
      <w:r w:rsidR="0091541B">
        <w:t xml:space="preserve">ménager </w:t>
      </w:r>
      <w:r w:rsidRPr="002B3119">
        <w:t>leur</w:t>
      </w:r>
      <w:r w:rsidR="00BC2744" w:rsidRPr="0099306C">
        <w:t>s</w:t>
      </w:r>
      <w:r w:rsidRPr="002B3119">
        <w:t xml:space="preserve"> forces</w:t>
      </w:r>
      <w:r w:rsidR="00E4444A" w:rsidRPr="0099306C">
        <w:t xml:space="preserve">. </w:t>
      </w:r>
      <w:r w:rsidRPr="002B3119">
        <w:t>Quand Yvette pleure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moi qui me lève pour lui porter secours</w:t>
      </w:r>
      <w:r w:rsidR="00E4444A" w:rsidRPr="0099306C">
        <w:t>.</w:t>
      </w:r>
    </w:p>
    <w:p w14:paraId="077C48EB" w14:textId="77777777" w:rsidR="00E4444A" w:rsidRPr="0099306C" w:rsidRDefault="002B3119" w:rsidP="002B3119">
      <w:r w:rsidRPr="002B3119">
        <w:t>Et presque chaque nuit</w:t>
      </w:r>
      <w:r w:rsidR="00E4444A" w:rsidRPr="0099306C">
        <w:t xml:space="preserve">, </w:t>
      </w:r>
      <w:r w:rsidRPr="002B3119">
        <w:t>alors que tout repose autour de nous</w:t>
      </w:r>
      <w:r w:rsidR="00E4444A" w:rsidRPr="0099306C">
        <w:t xml:space="preserve">, </w:t>
      </w:r>
      <w:r w:rsidRPr="002B3119">
        <w:t>je me laisse glisser des couvertures pour aller prendre Yvette entre mes bras</w:t>
      </w:r>
      <w:r w:rsidR="00E4444A" w:rsidRPr="0099306C">
        <w:t xml:space="preserve">. </w:t>
      </w:r>
      <w:r w:rsidRPr="002B3119">
        <w:t>Les bûches de la cheminée jettent encore de grandes illuminations subites</w:t>
      </w:r>
      <w:r w:rsidR="00E4444A" w:rsidRPr="0099306C">
        <w:t xml:space="preserve">. </w:t>
      </w:r>
      <w:r w:rsidRPr="002B3119">
        <w:t>Je berce Yvette</w:t>
      </w:r>
      <w:r w:rsidR="00E4444A" w:rsidRPr="0099306C">
        <w:t xml:space="preserve">, </w:t>
      </w:r>
      <w:r w:rsidRPr="002B3119">
        <w:t>en faisant mille fois le tour de la chambre</w:t>
      </w:r>
      <w:r w:rsidR="00E4444A" w:rsidRPr="0099306C">
        <w:t xml:space="preserve">, </w:t>
      </w:r>
      <w:r w:rsidRPr="002B3119">
        <w:t>du pas rythmé que Jeanne m</w:t>
      </w:r>
      <w:r w:rsidR="00E4444A" w:rsidRPr="0099306C">
        <w:t>’</w:t>
      </w:r>
      <w:r w:rsidRPr="002B3119">
        <w:t>apprit</w:t>
      </w:r>
      <w:r w:rsidR="00E4444A" w:rsidRPr="0099306C">
        <w:t xml:space="preserve">, </w:t>
      </w:r>
      <w:r w:rsidRPr="002B3119">
        <w:t>et fredonne pour l</w:t>
      </w:r>
      <w:r w:rsidR="00E4444A" w:rsidRPr="0099306C">
        <w:t>’</w:t>
      </w:r>
      <w:r w:rsidRPr="002B3119">
        <w:t>endormir tous les airs que j</w:t>
      </w:r>
      <w:r w:rsidR="00E4444A" w:rsidRPr="0099306C">
        <w:t>’</w:t>
      </w:r>
      <w:r w:rsidRPr="002B3119">
        <w:t>aie jamais connus</w:t>
      </w:r>
      <w:r w:rsidR="00E4444A" w:rsidRPr="0099306C">
        <w:t xml:space="preserve">. </w:t>
      </w:r>
      <w:r w:rsidRPr="002B3119">
        <w:t>Vieux refrains</w:t>
      </w:r>
      <w:r w:rsidR="00E4444A" w:rsidRPr="0099306C">
        <w:t xml:space="preserve">, </w:t>
      </w:r>
      <w:r w:rsidRPr="002B3119">
        <w:t>chansons populaires</w:t>
      </w:r>
      <w:r w:rsidR="00E4444A" w:rsidRPr="0099306C">
        <w:t xml:space="preserve">, </w:t>
      </w:r>
      <w:r w:rsidRPr="002B3119">
        <w:t>souvenirs d</w:t>
      </w:r>
      <w:r w:rsidR="00E4444A" w:rsidRPr="0099306C">
        <w:t>’</w:t>
      </w:r>
      <w:r w:rsidRPr="002B3119">
        <w:t>opéras</w:t>
      </w:r>
      <w:r w:rsidR="00E4444A" w:rsidRPr="0099306C">
        <w:t xml:space="preserve">, </w:t>
      </w:r>
      <w:r w:rsidRPr="002B3119">
        <w:t>entre deux et trois heures du matin</w:t>
      </w:r>
      <w:r w:rsidR="00E4444A" w:rsidRPr="0099306C">
        <w:t xml:space="preserve">, </w:t>
      </w:r>
      <w:r w:rsidRPr="002B3119">
        <w:t>tout y passe</w:t>
      </w:r>
      <w:r w:rsidR="00E4444A" w:rsidRPr="0099306C">
        <w:t xml:space="preserve">. </w:t>
      </w:r>
      <w:r w:rsidRPr="002B3119">
        <w:t>Il fait bon</w:t>
      </w:r>
      <w:r w:rsidR="00E4444A" w:rsidRPr="0099306C">
        <w:t xml:space="preserve">. </w:t>
      </w:r>
      <w:r w:rsidRPr="002B3119">
        <w:t>Jeanne dort</w:t>
      </w:r>
      <w:r w:rsidR="00E4444A" w:rsidRPr="0099306C">
        <w:t xml:space="preserve">. </w:t>
      </w:r>
      <w:r w:rsidRPr="002B3119">
        <w:t>Les langes sèchent sur le pare-étincelles</w:t>
      </w:r>
      <w:r w:rsidR="00E4444A" w:rsidRPr="0099306C">
        <w:t>.</w:t>
      </w:r>
    </w:p>
    <w:p w14:paraId="46060715" w14:textId="77777777" w:rsidR="00E4444A" w:rsidRPr="0099306C" w:rsidRDefault="002B3119" w:rsidP="002B3119">
      <w:r w:rsidRPr="002B3119">
        <w:t>Puis</w:t>
      </w:r>
      <w:r w:rsidR="00E4444A" w:rsidRPr="0099306C">
        <w:t xml:space="preserve">, </w:t>
      </w:r>
      <w:r w:rsidRPr="002B3119">
        <w:t>Yvette calmée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allonge dans le lit tiède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entends la respiration de Jeanne à mon côté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ai une femme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ai un enfant</w:t>
      </w:r>
      <w:r w:rsidR="00E4444A" w:rsidRPr="0099306C">
        <w:t xml:space="preserve"> : </w:t>
      </w:r>
      <w:r w:rsidRPr="002B3119">
        <w:t>je me sens dans la vérité des choses</w:t>
      </w:r>
      <w:r w:rsidR="00E4444A" w:rsidRPr="0099306C">
        <w:t xml:space="preserve">. </w:t>
      </w:r>
      <w:r w:rsidRPr="002B3119">
        <w:t>Je tiens par toutes ses racines à la vie</w:t>
      </w:r>
      <w:r w:rsidR="00E4444A" w:rsidRPr="0099306C">
        <w:t xml:space="preserve">. </w:t>
      </w:r>
      <w:r w:rsidRPr="002B3119">
        <w:t>Et parfois</w:t>
      </w:r>
      <w:r w:rsidR="00E4444A" w:rsidRPr="0099306C">
        <w:t xml:space="preserve">, </w:t>
      </w:r>
      <w:r w:rsidRPr="002B3119">
        <w:t>avant de me rendormir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accoude un instant sur l</w:t>
      </w:r>
      <w:r w:rsidR="00E4444A" w:rsidRPr="0099306C">
        <w:t>’</w:t>
      </w:r>
      <w:r w:rsidRPr="002B3119">
        <w:t>oreiller pour e</w:t>
      </w:r>
      <w:r w:rsidRPr="002B3119">
        <w:t>n</w:t>
      </w:r>
      <w:r w:rsidRPr="002B3119">
        <w:t xml:space="preserve">tendre </w:t>
      </w:r>
      <w:r w:rsidRPr="002B3119">
        <w:lastRenderedPageBreak/>
        <w:t>bourdonner autour de moi le doux murmure d</w:t>
      </w:r>
      <w:r w:rsidR="00E4444A" w:rsidRPr="0099306C">
        <w:t>’</w:t>
      </w:r>
      <w:r w:rsidRPr="002B3119">
        <w:t>une maison heureuse</w:t>
      </w:r>
      <w:r w:rsidR="00E4444A" w:rsidRPr="0099306C">
        <w:t>.</w:t>
      </w:r>
    </w:p>
    <w:p w14:paraId="704A94CE" w14:textId="77777777" w:rsidR="00B4016A" w:rsidRPr="0099306C" w:rsidRDefault="002B3119" w:rsidP="00E4444A">
      <w:pPr>
        <w:pStyle w:val="Titre2"/>
      </w:pPr>
      <w:bookmarkStart w:id="11" w:name="_y0t1hxxof9z0" w:colFirst="0" w:colLast="0"/>
      <w:bookmarkStart w:id="12" w:name="_Toc197514962"/>
      <w:bookmarkEnd w:id="11"/>
      <w:r w:rsidRPr="002B3119">
        <w:lastRenderedPageBreak/>
        <w:t>V</w:t>
      </w:r>
      <w:r w:rsidR="00B4016A" w:rsidRPr="0099306C">
        <w:t>I</w:t>
      </w:r>
      <w:bookmarkEnd w:id="12"/>
    </w:p>
    <w:p w14:paraId="783B9D6A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aime à l</w:t>
      </w:r>
      <w:r w:rsidR="00E4444A" w:rsidRPr="0099306C">
        <w:t>’</w:t>
      </w:r>
      <w:r w:rsidRPr="002B3119">
        <w:t>évoquer</w:t>
      </w:r>
      <w:r w:rsidR="00E4444A" w:rsidRPr="0099306C">
        <w:t xml:space="preserve">, </w:t>
      </w:r>
      <w:r w:rsidRPr="002B3119">
        <w:t>cette douce époque</w:t>
      </w:r>
      <w:r w:rsidR="00E4444A" w:rsidRPr="0099306C">
        <w:t xml:space="preserve">, </w:t>
      </w:r>
      <w:r w:rsidRPr="002B3119">
        <w:t>où l</w:t>
      </w:r>
      <w:r w:rsidR="00E4444A" w:rsidRPr="0099306C">
        <w:t>’</w:t>
      </w:r>
      <w:r w:rsidRPr="002B3119">
        <w:t>âge d</w:t>
      </w:r>
      <w:r w:rsidR="00E4444A" w:rsidRPr="0099306C">
        <w:t>’</w:t>
      </w:r>
      <w:r w:rsidRPr="002B3119">
        <w:t>Yvette ne se comptait pas encore en années</w:t>
      </w:r>
      <w:r w:rsidR="00E4444A" w:rsidRPr="0099306C">
        <w:t xml:space="preserve">, </w:t>
      </w:r>
      <w:r w:rsidRPr="002B3119">
        <w:t>mais seul</w:t>
      </w:r>
      <w:r w:rsidRPr="002B3119">
        <w:t>e</w:t>
      </w:r>
      <w:r w:rsidRPr="002B3119">
        <w:t>ment en jours</w:t>
      </w:r>
      <w:r w:rsidR="00E4444A" w:rsidRPr="0099306C">
        <w:t xml:space="preserve">, </w:t>
      </w:r>
      <w:r w:rsidRPr="002B3119">
        <w:t>puis en semaines</w:t>
      </w:r>
      <w:r w:rsidR="00E4444A" w:rsidRPr="0099306C">
        <w:t xml:space="preserve">, </w:t>
      </w:r>
      <w:r w:rsidRPr="002B3119">
        <w:t>puis en mois</w:t>
      </w:r>
      <w:r w:rsidR="00E4444A" w:rsidRPr="0099306C">
        <w:t>.</w:t>
      </w:r>
    </w:p>
    <w:p w14:paraId="2212F202" w14:textId="77777777" w:rsidR="00E4444A" w:rsidRPr="0099306C" w:rsidRDefault="002B3119" w:rsidP="002B3119">
      <w:r w:rsidRPr="002B3119">
        <w:t>Époque si proche et pourtant si lointaine</w:t>
      </w:r>
      <w:r w:rsidR="00E4444A" w:rsidRPr="0099306C">
        <w:t xml:space="preserve">, </w:t>
      </w:r>
      <w:r w:rsidRPr="002B3119">
        <w:t>à jamais to</w:t>
      </w:r>
      <w:r w:rsidRPr="002B3119">
        <w:t>m</w:t>
      </w:r>
      <w:r w:rsidRPr="002B3119">
        <w:t>bée dans le passé</w:t>
      </w:r>
      <w:r w:rsidR="00E4444A" w:rsidRPr="0099306C">
        <w:t xml:space="preserve">, </w:t>
      </w:r>
      <w:r w:rsidRPr="002B3119">
        <w:t xml:space="preserve">où chaque </w:t>
      </w:r>
      <w:r w:rsidR="008F4AF8" w:rsidRPr="002B3119">
        <w:t>tic-tac</w:t>
      </w:r>
      <w:r w:rsidRPr="002B3119">
        <w:t xml:space="preserve"> de la pendule fait so</w:t>
      </w:r>
      <w:r w:rsidRPr="002B3119">
        <w:t>m</w:t>
      </w:r>
      <w:r w:rsidRPr="002B3119">
        <w:t>brer une seconde de plus</w:t>
      </w:r>
      <w:r w:rsidR="00E4444A" w:rsidRPr="0099306C">
        <w:t xml:space="preserve">, </w:t>
      </w:r>
      <w:r w:rsidRPr="002B3119">
        <w:t>à jamais noyée dans le gouffre où la journée d</w:t>
      </w:r>
      <w:r w:rsidR="00E4444A" w:rsidRPr="0099306C">
        <w:t>’</w:t>
      </w:r>
      <w:r w:rsidRPr="002B3119">
        <w:t>hier va rejoindre celle des premiers âges</w:t>
      </w:r>
      <w:r w:rsidR="00E4444A" w:rsidRPr="0099306C">
        <w:t xml:space="preserve">, </w:t>
      </w:r>
      <w:r w:rsidRPr="002B3119">
        <w:t>puisque toutes les choses mortes sont pareillement éloignées de nous</w:t>
      </w:r>
      <w:r w:rsidR="00E4444A" w:rsidRPr="0099306C">
        <w:t>.</w:t>
      </w:r>
    </w:p>
    <w:p w14:paraId="4BDAEC00" w14:textId="08804FB1" w:rsidR="00E4444A" w:rsidRPr="0099306C" w:rsidRDefault="002B3119" w:rsidP="002B3119">
      <w:r w:rsidRPr="002B3119">
        <w:t>Plusieurs années ont fui depuis celles dont je voudrais parler</w:t>
      </w:r>
      <w:r w:rsidR="00E4444A" w:rsidRPr="0099306C">
        <w:t xml:space="preserve">. </w:t>
      </w:r>
      <w:r w:rsidRPr="002B3119">
        <w:t>Quelques hivers ont fait place à des printemps</w:t>
      </w:r>
      <w:r w:rsidR="00E4444A" w:rsidRPr="0099306C">
        <w:t xml:space="preserve">. </w:t>
      </w:r>
      <w:r w:rsidRPr="002B3119">
        <w:t>Et c</w:t>
      </w:r>
      <w:r w:rsidRPr="002B3119">
        <w:t>e</w:t>
      </w:r>
      <w:r w:rsidRPr="002B3119">
        <w:t>la suffit pour que</w:t>
      </w:r>
      <w:r w:rsidR="00E4444A" w:rsidRPr="0099306C">
        <w:t xml:space="preserve">, </w:t>
      </w:r>
      <w:r w:rsidRPr="002B3119">
        <w:t>dans ma mémoire de père</w:t>
      </w:r>
      <w:r w:rsidR="00E4444A" w:rsidRPr="0099306C">
        <w:t xml:space="preserve">, </w:t>
      </w:r>
      <w:r w:rsidRPr="002B3119">
        <w:t>maint détail se soit déjà terni</w:t>
      </w:r>
      <w:r w:rsidR="00E4444A" w:rsidRPr="0099306C">
        <w:t xml:space="preserve">. </w:t>
      </w:r>
      <w:r w:rsidRPr="002B3119">
        <w:t>Sur bien des minutes que j</w:t>
      </w:r>
      <w:r w:rsidR="00E4444A" w:rsidRPr="0099306C">
        <w:t>’</w:t>
      </w:r>
      <w:r w:rsidRPr="002B3119">
        <w:t>aimerais à revivre un peu de temps a mis sa brume</w:t>
      </w:r>
      <w:r w:rsidR="00E4444A" w:rsidRPr="0099306C">
        <w:t xml:space="preserve">. </w:t>
      </w:r>
      <w:r w:rsidRPr="002B3119">
        <w:t>Quelquefois une subite tristesse m</w:t>
      </w:r>
      <w:r w:rsidR="00E4444A" w:rsidRPr="0099306C">
        <w:t>’</w:t>
      </w:r>
      <w:r w:rsidRPr="002B3119">
        <w:t>en avertit mystérieusement</w:t>
      </w:r>
      <w:r w:rsidR="00E4444A" w:rsidRPr="0099306C">
        <w:t xml:space="preserve">. </w:t>
      </w:r>
      <w:r w:rsidRPr="002B3119">
        <w:t>Au fond de moi</w:t>
      </w:r>
      <w:r w:rsidR="00E4444A" w:rsidRPr="0099306C">
        <w:t xml:space="preserve">, </w:t>
      </w:r>
      <w:r w:rsidRPr="002B3119">
        <w:t>quelque chose s</w:t>
      </w:r>
      <w:r w:rsidR="00E4444A" w:rsidRPr="0099306C">
        <w:t>’</w:t>
      </w:r>
      <w:r w:rsidRPr="002B3119">
        <w:t>évanouit</w:t>
      </w:r>
      <w:r w:rsidR="00E4444A" w:rsidRPr="0099306C">
        <w:t xml:space="preserve">. </w:t>
      </w:r>
      <w:r w:rsidRPr="002B3119">
        <w:t>Encore une petite phrase que j</w:t>
      </w:r>
      <w:r w:rsidR="00E4444A" w:rsidRPr="0099306C">
        <w:t>’</w:t>
      </w:r>
      <w:r w:rsidRPr="002B3119">
        <w:t>aimais à me redire et que plus jamais je ne répéterai</w:t>
      </w:r>
      <w:r w:rsidR="00E4444A" w:rsidRPr="0099306C">
        <w:t xml:space="preserve"> ! </w:t>
      </w:r>
      <w:r w:rsidRPr="002B3119">
        <w:t>E</w:t>
      </w:r>
      <w:r w:rsidRPr="002B3119">
        <w:t>n</w:t>
      </w:r>
      <w:r w:rsidRPr="002B3119">
        <w:t>core une petite robe dont hier encore je conservais l</w:t>
      </w:r>
      <w:r w:rsidR="00E4444A" w:rsidRPr="0099306C">
        <w:t>’</w:t>
      </w:r>
      <w:r w:rsidRPr="002B3119">
        <w:t>image</w:t>
      </w:r>
      <w:r w:rsidR="004B7B58">
        <w:t>,</w:t>
      </w:r>
      <w:r w:rsidRPr="002B3119">
        <w:t xml:space="preserve"> et que je ne reverrai jamais plus</w:t>
      </w:r>
      <w:r w:rsidR="00E4444A" w:rsidRPr="0099306C">
        <w:t xml:space="preserve">. </w:t>
      </w:r>
      <w:r w:rsidRPr="002B3119">
        <w:t>Un souvenir m</w:t>
      </w:r>
      <w:r w:rsidR="00E4444A" w:rsidRPr="0099306C">
        <w:t>’</w:t>
      </w:r>
      <w:r w:rsidRPr="002B3119">
        <w:t>échappe</w:t>
      </w:r>
      <w:r w:rsidR="00E4444A" w:rsidRPr="0099306C">
        <w:t xml:space="preserve">, </w:t>
      </w:r>
      <w:r w:rsidRPr="002B3119">
        <w:t>je le sens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quand je voudrais le retenir</w:t>
      </w:r>
      <w:r w:rsidR="00E4444A" w:rsidRPr="0099306C">
        <w:t xml:space="preserve">, </w:t>
      </w:r>
      <w:r w:rsidRPr="002B3119">
        <w:t>il est trop tard</w:t>
      </w:r>
      <w:r w:rsidR="00E4444A" w:rsidRPr="0099306C">
        <w:t xml:space="preserve">. </w:t>
      </w:r>
      <w:r w:rsidRPr="002B3119">
        <w:t>Déjà</w:t>
      </w:r>
      <w:r w:rsidR="00E4444A" w:rsidRPr="0099306C">
        <w:t xml:space="preserve">, </w:t>
      </w:r>
      <w:r w:rsidRPr="002B3119">
        <w:t>comme l</w:t>
      </w:r>
      <w:r w:rsidR="00E4444A" w:rsidRPr="0099306C">
        <w:t>’</w:t>
      </w:r>
      <w:r w:rsidRPr="002B3119">
        <w:t>a dit Henry Bataille dans son beau poème triste</w:t>
      </w:r>
      <w:r w:rsidR="00E4444A" w:rsidRPr="0099306C">
        <w:t> :</w:t>
      </w:r>
    </w:p>
    <w:p w14:paraId="289C9B76" w14:textId="77777777" w:rsidR="002B3119" w:rsidRPr="002B3119" w:rsidRDefault="002B3119" w:rsidP="002B3119"/>
    <w:p w14:paraId="1B04C115" w14:textId="77777777" w:rsidR="00E4444A" w:rsidRPr="0099306C" w:rsidRDefault="002B3119" w:rsidP="002B3119">
      <w:pPr>
        <w:rPr>
          <w:i/>
        </w:rPr>
      </w:pPr>
      <w:r w:rsidRPr="002B3119">
        <w:rPr>
          <w:i/>
        </w:rPr>
        <w:t>Je sens en moi se fermer des paupières</w:t>
      </w:r>
      <w:r w:rsidR="00E4444A" w:rsidRPr="0099306C">
        <w:rPr>
          <w:i/>
        </w:rPr>
        <w:t>.</w:t>
      </w:r>
    </w:p>
    <w:p w14:paraId="206FF37C" w14:textId="77777777" w:rsidR="002B3119" w:rsidRPr="002B3119" w:rsidRDefault="002B3119" w:rsidP="002B3119"/>
    <w:p w14:paraId="01DCA003" w14:textId="77777777" w:rsidR="00E4444A" w:rsidRPr="0099306C" w:rsidRDefault="002B3119" w:rsidP="002B3119">
      <w:r w:rsidRPr="002B3119">
        <w:t>Et dans quelques années</w:t>
      </w:r>
      <w:r w:rsidR="00E4444A" w:rsidRPr="0099306C">
        <w:t xml:space="preserve">, </w:t>
      </w:r>
      <w:r w:rsidRPr="002B3119">
        <w:t>quand j</w:t>
      </w:r>
      <w:r w:rsidR="00E4444A" w:rsidRPr="0099306C">
        <w:t>’</w:t>
      </w:r>
      <w:r w:rsidRPr="002B3119">
        <w:t>aurai disparu aussi</w:t>
      </w:r>
      <w:r w:rsidR="00E4444A" w:rsidRPr="0099306C">
        <w:t xml:space="preserve">, </w:t>
      </w:r>
      <w:r w:rsidRPr="002B3119">
        <w:t>la cendre sera pour toujours dispersée</w:t>
      </w:r>
      <w:r w:rsidR="00E4444A" w:rsidRPr="0099306C">
        <w:t xml:space="preserve">. </w:t>
      </w:r>
      <w:r w:rsidRPr="002B3119">
        <w:t>De la petite fille qui fit mon enchantement</w:t>
      </w:r>
      <w:r w:rsidR="00E4444A" w:rsidRPr="0099306C">
        <w:t xml:space="preserve">, </w:t>
      </w:r>
      <w:r w:rsidRPr="002B3119">
        <w:t>aucune mémoire humaine ne gardera la trace</w:t>
      </w:r>
      <w:r w:rsidR="00E4444A" w:rsidRPr="0099306C">
        <w:t xml:space="preserve">. </w:t>
      </w:r>
      <w:r w:rsidRPr="002B3119">
        <w:t>Ce sera comme si elle n</w:t>
      </w:r>
      <w:r w:rsidR="00E4444A" w:rsidRPr="0099306C">
        <w:t>’</w:t>
      </w:r>
      <w:r w:rsidRPr="002B3119">
        <w:t>avait jamais vécu</w:t>
      </w:r>
      <w:r w:rsidR="00E4444A" w:rsidRPr="0099306C">
        <w:t>.</w:t>
      </w:r>
    </w:p>
    <w:p w14:paraId="07F33CE7" w14:textId="77777777" w:rsidR="00E4444A" w:rsidRPr="0099306C" w:rsidRDefault="002B3119" w:rsidP="002B3119">
      <w:r w:rsidRPr="002B3119">
        <w:lastRenderedPageBreak/>
        <w:t>Pourtant bien des souvenirs</w:t>
      </w:r>
      <w:r w:rsidR="00E4444A" w:rsidRPr="0099306C">
        <w:t xml:space="preserve">, </w:t>
      </w:r>
      <w:r w:rsidRPr="002B3119">
        <w:t>nets</w:t>
      </w:r>
      <w:r w:rsidR="00E4444A" w:rsidRPr="0099306C">
        <w:t xml:space="preserve">, </w:t>
      </w:r>
      <w:r w:rsidRPr="002B3119">
        <w:t>précis</w:t>
      </w:r>
      <w:r w:rsidR="00E4444A" w:rsidRPr="0099306C">
        <w:t xml:space="preserve">, </w:t>
      </w:r>
      <w:r w:rsidRPr="002B3119">
        <w:t>demeurent e</w:t>
      </w:r>
      <w:r w:rsidRPr="002B3119">
        <w:t>n</w:t>
      </w:r>
      <w:r w:rsidRPr="002B3119">
        <w:t>core lumineux</w:t>
      </w:r>
      <w:r w:rsidR="00E4444A" w:rsidRPr="0099306C">
        <w:t xml:space="preserve">. </w:t>
      </w:r>
      <w:r w:rsidRPr="002B3119">
        <w:t>Est-ce à cause de leur éclairage spécial</w:t>
      </w:r>
      <w:r w:rsidR="00E4444A" w:rsidRPr="0099306C">
        <w:t xml:space="preserve">, </w:t>
      </w:r>
      <w:r w:rsidRPr="002B3119">
        <w:t>de leur enveloppement de clarté qu</w:t>
      </w:r>
      <w:r w:rsidR="00E4444A" w:rsidRPr="0099306C">
        <w:t>’</w:t>
      </w:r>
      <w:r w:rsidRPr="002B3119">
        <w:t>ils percent mieux la brume du temps</w:t>
      </w:r>
      <w:r w:rsidR="00E4444A" w:rsidRPr="0099306C">
        <w:t xml:space="preserve"> ? </w:t>
      </w:r>
      <w:r w:rsidRPr="002B3119">
        <w:t>Peut-être</w:t>
      </w:r>
      <w:r w:rsidR="00E4444A" w:rsidRPr="0099306C">
        <w:t xml:space="preserve">. </w:t>
      </w:r>
      <w:r w:rsidRPr="002B3119">
        <w:t>Aussi</w:t>
      </w:r>
      <w:r w:rsidR="00E4444A" w:rsidRPr="0099306C">
        <w:t xml:space="preserve">, </w:t>
      </w:r>
      <w:r w:rsidRPr="002B3119">
        <w:t>quand j</w:t>
      </w:r>
      <w:r w:rsidR="00E4444A" w:rsidRPr="0099306C">
        <w:t>’</w:t>
      </w:r>
      <w:r w:rsidRPr="002B3119">
        <w:t>évoque un événement de notre calme vie quotidienne</w:t>
      </w:r>
      <w:r w:rsidR="00E4444A" w:rsidRPr="0099306C">
        <w:t xml:space="preserve">, </w:t>
      </w:r>
      <w:r w:rsidRPr="002B3119">
        <w:t>je ne sais pas toujours quelles personnes furent présentes</w:t>
      </w:r>
      <w:r w:rsidR="00E4444A" w:rsidRPr="0099306C">
        <w:t xml:space="preserve">, </w:t>
      </w:r>
      <w:r w:rsidRPr="002B3119">
        <w:t>quels mots furent écha</w:t>
      </w:r>
      <w:r w:rsidRPr="002B3119">
        <w:t>n</w:t>
      </w:r>
      <w:r w:rsidRPr="002B3119">
        <w:t>gés</w:t>
      </w:r>
      <w:r w:rsidR="00E4444A" w:rsidRPr="0099306C">
        <w:t xml:space="preserve">, </w:t>
      </w:r>
      <w:r w:rsidRPr="002B3119">
        <w:t>mais je pourrais toujours dire la lumière de ce jour-là</w:t>
      </w:r>
      <w:r w:rsidR="00E4444A" w:rsidRPr="0099306C">
        <w:t>.</w:t>
      </w:r>
    </w:p>
    <w:p w14:paraId="19742B09" w14:textId="77777777" w:rsidR="002B3119" w:rsidRPr="002B3119" w:rsidRDefault="002B3119" w:rsidP="002B3119"/>
    <w:p w14:paraId="18A3BCD3" w14:textId="09447539" w:rsidR="00E4444A" w:rsidRPr="0099306C" w:rsidRDefault="002B3119" w:rsidP="002B3119">
      <w:r w:rsidRPr="002B3119">
        <w:t>Jeanne</w:t>
      </w:r>
      <w:r w:rsidR="00E4444A" w:rsidRPr="0099306C">
        <w:t xml:space="preserve">, </w:t>
      </w:r>
      <w:r w:rsidRPr="002B3119">
        <w:t>à force d</w:t>
      </w:r>
      <w:r w:rsidR="00E4444A" w:rsidRPr="0099306C">
        <w:t>’</w:t>
      </w:r>
      <w:r w:rsidRPr="002B3119">
        <w:t>observer le babillage de sa fille</w:t>
      </w:r>
      <w:r w:rsidR="00E4444A" w:rsidRPr="0099306C">
        <w:t xml:space="preserve">, </w:t>
      </w:r>
      <w:r w:rsidRPr="002B3119">
        <w:t>crut être sûre</w:t>
      </w:r>
      <w:r w:rsidR="00E4444A" w:rsidRPr="0099306C">
        <w:t xml:space="preserve">, </w:t>
      </w:r>
      <w:r w:rsidRPr="002B3119">
        <w:t>un beau matin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avait dit</w:t>
      </w:r>
      <w:r w:rsidR="00E4444A" w:rsidRPr="0099306C">
        <w:t> : « </w:t>
      </w:r>
      <w:r w:rsidRPr="002B3119">
        <w:t>Maman</w:t>
      </w:r>
      <w:r w:rsidR="00E4444A" w:rsidRPr="0099306C">
        <w:t>. »</w:t>
      </w:r>
    </w:p>
    <w:p w14:paraId="5C8F9699" w14:textId="77777777" w:rsidR="00E4444A" w:rsidRPr="0099306C" w:rsidRDefault="002B3119" w:rsidP="002B3119">
      <w:r w:rsidRPr="002B3119">
        <w:t>Moi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plutôt l</w:t>
      </w:r>
      <w:r w:rsidR="00E4444A" w:rsidRPr="0099306C">
        <w:t>’</w:t>
      </w:r>
      <w:r w:rsidRPr="002B3119">
        <w:t>impression qu</w:t>
      </w:r>
      <w:r w:rsidR="00E4444A" w:rsidRPr="0099306C">
        <w:t>’</w:t>
      </w:r>
      <w:r w:rsidRPr="002B3119">
        <w:t>elle avait dit</w:t>
      </w:r>
      <w:r w:rsidR="00E4444A" w:rsidRPr="0099306C">
        <w:t> : « </w:t>
      </w:r>
      <w:r w:rsidRPr="002B3119">
        <w:t>P</w:t>
      </w:r>
      <w:r w:rsidRPr="002B3119">
        <w:t>a</w:t>
      </w:r>
      <w:r w:rsidRPr="002B3119">
        <w:t>pa</w:t>
      </w:r>
      <w:r w:rsidR="00E4444A" w:rsidRPr="0099306C">
        <w:t>. »</w:t>
      </w:r>
      <w:r w:rsidRPr="002B3119">
        <w:t xml:space="preserve"> Mais je ne voulais pas me montrer contrariant</w:t>
      </w:r>
      <w:r w:rsidR="00E4444A" w:rsidRPr="0099306C">
        <w:t>.</w:t>
      </w:r>
    </w:p>
    <w:p w14:paraId="0B9146A9" w14:textId="77777777" w:rsidR="00E4444A" w:rsidRPr="0099306C" w:rsidRDefault="002B3119" w:rsidP="002B3119">
      <w:r w:rsidRPr="002B3119">
        <w:t>En tout cas</w:t>
      </w:r>
      <w:r w:rsidR="00E4444A" w:rsidRPr="0099306C">
        <w:t xml:space="preserve">, </w:t>
      </w:r>
      <w:r w:rsidRPr="002B3119">
        <w:t>il fallait bien reconnaître qu</w:t>
      </w:r>
      <w:r w:rsidR="00E4444A" w:rsidRPr="0099306C">
        <w:t>’</w:t>
      </w:r>
      <w:r w:rsidRPr="002B3119">
        <w:t>une répétition de syllabes labiales qu</w:t>
      </w:r>
      <w:r w:rsidR="00E4444A" w:rsidRPr="0099306C">
        <w:t>’</w:t>
      </w:r>
      <w:r w:rsidRPr="002B3119">
        <w:t xml:space="preserve">on pouvait à la rigueur prendre pour </w:t>
      </w:r>
      <w:r w:rsidR="00E4444A" w:rsidRPr="0099306C">
        <w:t>« </w:t>
      </w:r>
      <w:r w:rsidRPr="002B3119">
        <w:t>maman</w:t>
      </w:r>
      <w:r w:rsidR="00BC2744" w:rsidRPr="0099306C">
        <w:t> »</w:t>
      </w:r>
      <w:r w:rsidRPr="002B3119">
        <w:t xml:space="preserve"> sortait des lèvres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qui faisaient</w:t>
      </w:r>
      <w:r w:rsidR="00E4444A" w:rsidRPr="0099306C">
        <w:t xml:space="preserve">, </w:t>
      </w:r>
      <w:r w:rsidRPr="002B3119">
        <w:t>pour émettre un son à peu près le même mouvement que pour t</w:t>
      </w:r>
      <w:r w:rsidRPr="002B3119">
        <w:t>é</w:t>
      </w:r>
      <w:r w:rsidRPr="002B3119">
        <w:t>ter</w:t>
      </w:r>
      <w:r w:rsidR="00E4444A" w:rsidRPr="0099306C">
        <w:t xml:space="preserve">, </w:t>
      </w:r>
      <w:r w:rsidRPr="002B3119">
        <w:t>comme si l</w:t>
      </w:r>
      <w:r w:rsidR="00E4444A" w:rsidRPr="0099306C">
        <w:t>’</w:t>
      </w:r>
      <w:r w:rsidRPr="002B3119">
        <w:t>ingénieuse nature avait voulu que les petites bouches</w:t>
      </w:r>
      <w:r w:rsidR="00E4444A" w:rsidRPr="0099306C">
        <w:t xml:space="preserve">, </w:t>
      </w:r>
      <w:r w:rsidRPr="002B3119">
        <w:t>en puisant au sein maternel</w:t>
      </w:r>
      <w:r w:rsidR="00E4444A" w:rsidRPr="0099306C">
        <w:t xml:space="preserve">, </w:t>
      </w:r>
      <w:r w:rsidRPr="002B3119">
        <w:t>fissent leurs premières gymnastiques d</w:t>
      </w:r>
      <w:r w:rsidR="00E4444A" w:rsidRPr="0099306C">
        <w:t>’</w:t>
      </w:r>
      <w:r w:rsidRPr="002B3119">
        <w:t>articulation</w:t>
      </w:r>
      <w:r w:rsidR="00E4444A" w:rsidRPr="0099306C">
        <w:t>.</w:t>
      </w:r>
    </w:p>
    <w:p w14:paraId="5F507FBC" w14:textId="77777777" w:rsidR="00E4444A" w:rsidRPr="0099306C" w:rsidRDefault="002B3119" w:rsidP="002B3119">
      <w:r w:rsidRPr="002B3119">
        <w:t>Yvette n</w:t>
      </w:r>
      <w:r w:rsidR="00E4444A" w:rsidRPr="0099306C">
        <w:t>’</w:t>
      </w:r>
      <w:r w:rsidRPr="002B3119">
        <w:t>était plus un tout petit bébé</w:t>
      </w:r>
      <w:r w:rsidR="00E4444A" w:rsidRPr="0099306C">
        <w:t xml:space="preserve">. </w:t>
      </w:r>
      <w:r w:rsidRPr="002B3119">
        <w:t>Ses cheveux n</w:t>
      </w:r>
      <w:r w:rsidR="00E4444A" w:rsidRPr="0099306C">
        <w:t>’</w:t>
      </w:r>
      <w:r w:rsidRPr="002B3119">
        <w:t>étaient pas bien longs encore</w:t>
      </w:r>
      <w:r w:rsidR="00E4444A" w:rsidRPr="0099306C">
        <w:t xml:space="preserve">, </w:t>
      </w:r>
      <w:r w:rsidRPr="002B3119">
        <w:t>mais une courte mèche</w:t>
      </w:r>
      <w:r w:rsidR="00E4444A" w:rsidRPr="0099306C">
        <w:t xml:space="preserve">, </w:t>
      </w:r>
      <w:r w:rsidRPr="002B3119">
        <w:t>qui s</w:t>
      </w:r>
      <w:r w:rsidR="00E4444A" w:rsidRPr="0099306C">
        <w:t>’</w:t>
      </w:r>
      <w:r w:rsidRPr="002B3119">
        <w:t>arrondissait sur son front bombé</w:t>
      </w:r>
      <w:r w:rsidR="00E4444A" w:rsidRPr="0099306C">
        <w:t xml:space="preserve">, </w:t>
      </w:r>
      <w:r w:rsidRPr="002B3119">
        <w:t>lui donnait cet air de p</w:t>
      </w:r>
      <w:r w:rsidRPr="002B3119">
        <w:t>e</w:t>
      </w:r>
      <w:r w:rsidRPr="002B3119">
        <w:t>tit Napoléon qu</w:t>
      </w:r>
      <w:r w:rsidR="00E4444A" w:rsidRPr="0099306C">
        <w:t>’</w:t>
      </w:r>
      <w:r w:rsidRPr="002B3119">
        <w:t>on trouve chez beaucoup d</w:t>
      </w:r>
      <w:r w:rsidR="00E4444A" w:rsidRPr="0099306C">
        <w:t>’</w:t>
      </w:r>
      <w:r w:rsidRPr="002B3119">
        <w:t>enfants</w:t>
      </w:r>
      <w:r w:rsidR="00E4444A" w:rsidRPr="0099306C">
        <w:t xml:space="preserve">. </w:t>
      </w:r>
      <w:r w:rsidRPr="002B3119">
        <w:t>Déjà elle devenait un peu lourde à porter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pourquoi nous avions fait l</w:t>
      </w:r>
      <w:r w:rsidR="00E4444A" w:rsidRPr="0099306C">
        <w:t>’</w:t>
      </w:r>
      <w:r w:rsidRPr="002B3119">
        <w:t>emplette d</w:t>
      </w:r>
      <w:r w:rsidR="00E4444A" w:rsidRPr="0099306C">
        <w:t>’</w:t>
      </w:r>
      <w:r w:rsidRPr="002B3119">
        <w:t>une belle voiture dont je devais le prix aux premiers Mérovingiens</w:t>
      </w:r>
      <w:r w:rsidR="00E4444A" w:rsidRPr="0099306C">
        <w:t>.</w:t>
      </w:r>
    </w:p>
    <w:p w14:paraId="2E412DEF" w14:textId="77777777" w:rsidR="00E4444A" w:rsidRPr="0099306C" w:rsidRDefault="002B3119" w:rsidP="002B3119">
      <w:r w:rsidRPr="002B3119">
        <w:t>La conscience de la vie que pouvait avoir Yvette était encore bien obscure</w:t>
      </w:r>
      <w:r w:rsidR="00E4444A" w:rsidRPr="0099306C">
        <w:t xml:space="preserve">. </w:t>
      </w:r>
      <w:r w:rsidRPr="002B3119">
        <w:t>Sa notion ne dépassait guère celle que peut posséder une petite plante qui puise dans le sol le suc nourricier</w:t>
      </w:r>
      <w:r w:rsidR="00E4444A" w:rsidRPr="0099306C">
        <w:t xml:space="preserve">. </w:t>
      </w:r>
      <w:r w:rsidRPr="002B3119">
        <w:t>Mais son intelligence allait s</w:t>
      </w:r>
      <w:r w:rsidR="00E4444A" w:rsidRPr="0099306C">
        <w:t>’</w:t>
      </w:r>
      <w:r w:rsidRPr="002B3119">
        <w:t>éveiller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 xml:space="preserve">comme je </w:t>
      </w:r>
      <w:r w:rsidRPr="002B3119">
        <w:lastRenderedPageBreak/>
        <w:t>m</w:t>
      </w:r>
      <w:r w:rsidR="00E4444A" w:rsidRPr="0099306C">
        <w:t>’</w:t>
      </w:r>
      <w:r w:rsidRPr="002B3119">
        <w:t>efforçais d</w:t>
      </w:r>
      <w:r w:rsidR="00E4444A" w:rsidRPr="0099306C">
        <w:t>’</w:t>
      </w:r>
      <w:r w:rsidRPr="002B3119">
        <w:t>en surprendre les toutes premières lueurs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aperçus qu</w:t>
      </w:r>
      <w:r w:rsidR="00E4444A" w:rsidRPr="0099306C">
        <w:t>’</w:t>
      </w:r>
      <w:r w:rsidRPr="002B3119">
        <w:t>Yvette ne se laissait plus aller indifféremment dans les bras du premier venu</w:t>
      </w:r>
      <w:r w:rsidR="00E4444A" w:rsidRPr="0099306C">
        <w:t xml:space="preserve">. </w:t>
      </w:r>
      <w:r w:rsidRPr="002B3119">
        <w:t>Ce n</w:t>
      </w:r>
      <w:r w:rsidR="00E4444A" w:rsidRPr="0099306C">
        <w:t>’</w:t>
      </w:r>
      <w:r w:rsidRPr="002B3119">
        <w:t>était plus qu</w:t>
      </w:r>
      <w:r w:rsidR="00E4444A" w:rsidRPr="0099306C">
        <w:t>’</w:t>
      </w:r>
      <w:r w:rsidRPr="002B3119">
        <w:t>à sa mère</w:t>
      </w:r>
      <w:r w:rsidR="00E4444A" w:rsidRPr="0099306C">
        <w:t xml:space="preserve">, </w:t>
      </w:r>
      <w:r w:rsidRPr="002B3119">
        <w:t>à sa bonne et à moi qu</w:t>
      </w:r>
      <w:r w:rsidR="00E4444A" w:rsidRPr="0099306C">
        <w:t>’</w:t>
      </w:r>
      <w:r w:rsidRPr="002B3119">
        <w:t>elle s</w:t>
      </w:r>
      <w:r w:rsidR="00E4444A" w:rsidRPr="0099306C">
        <w:t>’</w:t>
      </w:r>
      <w:r w:rsidRPr="002B3119">
        <w:t>abandonnait en toute co</w:t>
      </w:r>
      <w:r w:rsidRPr="002B3119">
        <w:t>n</w:t>
      </w:r>
      <w:r w:rsidRPr="002B3119">
        <w:t>fiance</w:t>
      </w:r>
      <w:r w:rsidR="00E4444A" w:rsidRPr="0099306C">
        <w:t xml:space="preserve">. </w:t>
      </w:r>
      <w:r w:rsidRPr="002B3119">
        <w:t>Donc</w:t>
      </w:r>
      <w:r w:rsidR="00E4444A" w:rsidRPr="0099306C">
        <w:t xml:space="preserve">, </w:t>
      </w:r>
      <w:r w:rsidRPr="002B3119">
        <w:t>elle nous connaissait</w:t>
      </w:r>
      <w:r w:rsidR="00E4444A" w:rsidRPr="0099306C">
        <w:t xml:space="preserve">, </w:t>
      </w:r>
      <w:r w:rsidRPr="002B3119">
        <w:t>et c</w:t>
      </w:r>
      <w:r w:rsidR="00E4444A" w:rsidRPr="0099306C">
        <w:t>’</w:t>
      </w:r>
      <w:r w:rsidRPr="002B3119">
        <w:t>était la première manifestation de sa conscience du monde extérieur</w:t>
      </w:r>
      <w:r w:rsidR="00E4444A" w:rsidRPr="0099306C">
        <w:t>.</w:t>
      </w:r>
    </w:p>
    <w:p w14:paraId="158BED1D" w14:textId="77777777" w:rsidR="002B3119" w:rsidRPr="002B3119" w:rsidRDefault="002B3119" w:rsidP="002B3119"/>
    <w:p w14:paraId="3414295C" w14:textId="77777777" w:rsidR="00E4444A" w:rsidRPr="0099306C" w:rsidRDefault="002B3119" w:rsidP="002B3119">
      <w:r w:rsidRPr="002B3119">
        <w:t>Un dimanche après-midi de juin</w:t>
      </w:r>
      <w:r w:rsidR="00E4444A" w:rsidRPr="0099306C">
        <w:t xml:space="preserve">, </w:t>
      </w:r>
      <w:r w:rsidRPr="002B3119">
        <w:t>nous avions pris</w:t>
      </w:r>
      <w:r w:rsidR="00E4444A" w:rsidRPr="0099306C">
        <w:t xml:space="preserve">, </w:t>
      </w:r>
      <w:r w:rsidRPr="002B3119">
        <w:t>le long du canal</w:t>
      </w:r>
      <w:r w:rsidR="00E4444A" w:rsidRPr="0099306C">
        <w:t xml:space="preserve">, </w:t>
      </w:r>
      <w:r w:rsidRPr="002B3119">
        <w:t>notre promenade favorite</w:t>
      </w:r>
      <w:r w:rsidR="00E4444A" w:rsidRPr="0099306C">
        <w:t xml:space="preserve">. </w:t>
      </w:r>
      <w:r w:rsidRPr="002B3119">
        <w:t>Les mêmes vaches</w:t>
      </w:r>
      <w:r w:rsidR="00E4444A" w:rsidRPr="0099306C">
        <w:t xml:space="preserve">, </w:t>
      </w:r>
      <w:r w:rsidRPr="002B3119">
        <w:t>gardées par les mêmes petites bretonnes tricoteuses de bas</w:t>
      </w:r>
      <w:r w:rsidR="00E4444A" w:rsidRPr="0099306C">
        <w:t xml:space="preserve">, </w:t>
      </w:r>
      <w:r w:rsidRPr="002B3119">
        <w:t>nous considéraient avec bienveillance comme si elles nous avaient reconnus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bien installée dans ses coussins</w:t>
      </w:r>
      <w:r w:rsidR="00E4444A" w:rsidRPr="0099306C">
        <w:t xml:space="preserve">, </w:t>
      </w:r>
      <w:r w:rsidRPr="002B3119">
        <w:t>regardait autour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et ses yeux entraient en relations avec l</w:t>
      </w:r>
      <w:r w:rsidR="00E4444A" w:rsidRPr="0099306C">
        <w:t>’</w:t>
      </w:r>
      <w:r w:rsidRPr="002B3119">
        <w:t>air</w:t>
      </w:r>
      <w:r w:rsidR="00E4444A" w:rsidRPr="0099306C">
        <w:t xml:space="preserve">, </w:t>
      </w:r>
      <w:r w:rsidRPr="002B3119">
        <w:t>les arbres</w:t>
      </w:r>
      <w:r w:rsidR="00E4444A" w:rsidRPr="0099306C">
        <w:t xml:space="preserve">, </w:t>
      </w:r>
      <w:r w:rsidRPr="002B3119">
        <w:t>le ciel et la fine lumière qui baignait la campagne</w:t>
      </w:r>
      <w:r w:rsidR="00E4444A" w:rsidRPr="0099306C">
        <w:t>.</w:t>
      </w:r>
    </w:p>
    <w:p w14:paraId="04836E44" w14:textId="77777777" w:rsidR="00E4444A" w:rsidRPr="0099306C" w:rsidRDefault="002B3119" w:rsidP="002B3119">
      <w:r w:rsidRPr="002B3119">
        <w:t>Nous allâmes jusqu</w:t>
      </w:r>
      <w:r w:rsidR="00E4444A" w:rsidRPr="0099306C">
        <w:t>’</w:t>
      </w:r>
      <w:r w:rsidRPr="002B3119">
        <w:t>à l</w:t>
      </w:r>
      <w:r w:rsidR="00E4444A" w:rsidRPr="0099306C">
        <w:t>’</w:t>
      </w:r>
      <w:r w:rsidRPr="002B3119">
        <w:t>écluse</w:t>
      </w:r>
      <w:r w:rsidR="00E4444A" w:rsidRPr="0099306C">
        <w:t xml:space="preserve">. </w:t>
      </w:r>
      <w:r w:rsidRPr="002B3119">
        <w:t>Averti par un appel loi</w:t>
      </w:r>
      <w:r w:rsidRPr="002B3119">
        <w:t>n</w:t>
      </w:r>
      <w:r w:rsidRPr="002B3119">
        <w:t>tain</w:t>
      </w:r>
      <w:r w:rsidR="00E4444A" w:rsidRPr="0099306C">
        <w:t xml:space="preserve"> – </w:t>
      </w:r>
      <w:r w:rsidRPr="002B3119">
        <w:t>si joli dans la sonorité printanière</w:t>
      </w:r>
      <w:r w:rsidR="00E4444A" w:rsidRPr="0099306C">
        <w:t xml:space="preserve"> ! – </w:t>
      </w:r>
      <w:r w:rsidRPr="002B3119">
        <w:t>de l</w:t>
      </w:r>
      <w:r w:rsidR="00E4444A" w:rsidRPr="0099306C">
        <w:t>’</w:t>
      </w:r>
      <w:r w:rsidRPr="002B3119">
        <w:t>approche d</w:t>
      </w:r>
      <w:r w:rsidR="00E4444A" w:rsidRPr="0099306C">
        <w:t>’</w:t>
      </w:r>
      <w:r w:rsidRPr="002B3119">
        <w:t>un convoi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éclusier man</w:t>
      </w:r>
      <w:r w:rsidR="00E4444A" w:rsidRPr="0099306C">
        <w:t>œ</w:t>
      </w:r>
      <w:r w:rsidRPr="002B3119">
        <w:t>uvrait ses vannes</w:t>
      </w:r>
      <w:r w:rsidR="00E4444A" w:rsidRPr="0099306C">
        <w:t xml:space="preserve">. </w:t>
      </w:r>
      <w:r w:rsidRPr="002B3119">
        <w:t>La femme</w:t>
      </w:r>
      <w:r w:rsidR="00E4444A" w:rsidRPr="0099306C">
        <w:t xml:space="preserve">, </w:t>
      </w:r>
      <w:r w:rsidRPr="002B3119">
        <w:t>avec son dernier-né qui finissait son repas</w:t>
      </w:r>
      <w:r w:rsidR="00E4444A" w:rsidRPr="0099306C">
        <w:t xml:space="preserve">, </w:t>
      </w:r>
      <w:r w:rsidRPr="002B3119">
        <w:t>était assise d</w:t>
      </w:r>
      <w:r w:rsidRPr="002B3119">
        <w:t>e</w:t>
      </w:r>
      <w:r w:rsidRPr="002B3119">
        <w:t>vant la maisonnette</w:t>
      </w:r>
      <w:r w:rsidR="00E4444A" w:rsidRPr="0099306C">
        <w:t xml:space="preserve">, </w:t>
      </w:r>
      <w:r w:rsidRPr="002B3119">
        <w:t>les jambes pendantes</w:t>
      </w:r>
      <w:r w:rsidR="00E4444A" w:rsidRPr="0099306C">
        <w:t xml:space="preserve">, </w:t>
      </w:r>
      <w:r w:rsidRPr="002B3119">
        <w:t>et les sabots avaient glissé de ses pieds nus</w:t>
      </w:r>
      <w:r w:rsidR="00E4444A" w:rsidRPr="0099306C">
        <w:t>.</w:t>
      </w:r>
    </w:p>
    <w:p w14:paraId="4129D0E3" w14:textId="77777777" w:rsidR="00E4444A" w:rsidRPr="0099306C" w:rsidRDefault="002B3119" w:rsidP="002B3119">
      <w:r w:rsidRPr="002B3119">
        <w:t>Les deux mamans</w:t>
      </w:r>
      <w:r w:rsidR="00E4444A" w:rsidRPr="0099306C">
        <w:t xml:space="preserve">, </w:t>
      </w:r>
      <w:r w:rsidRPr="002B3119">
        <w:t>que leur maternité faisait égales</w:t>
      </w:r>
      <w:r w:rsidR="00E4444A" w:rsidRPr="0099306C">
        <w:t xml:space="preserve">, </w:t>
      </w:r>
      <w:r w:rsidRPr="002B3119">
        <w:t>étaient contentes de se revoir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une plus fine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autre plus robuste</w:t>
      </w:r>
      <w:r w:rsidR="00E4444A" w:rsidRPr="0099306C">
        <w:t xml:space="preserve">, </w:t>
      </w:r>
      <w:r w:rsidRPr="002B3119">
        <w:t xml:space="preserve">elles ne </w:t>
      </w:r>
      <w:r w:rsidR="004B7B58">
        <w:t xml:space="preserve">se </w:t>
      </w:r>
      <w:r w:rsidRPr="002B3119">
        <w:t>ressemblaient évidemment pas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toutes deux</w:t>
      </w:r>
      <w:r w:rsidR="00E4444A" w:rsidRPr="0099306C">
        <w:t xml:space="preserve">, </w:t>
      </w:r>
      <w:r w:rsidRPr="002B3119">
        <w:t>elles avaient cette fraîcheur de peau</w:t>
      </w:r>
      <w:r w:rsidR="00E4444A" w:rsidRPr="0099306C">
        <w:t xml:space="preserve">, </w:t>
      </w:r>
      <w:r w:rsidRPr="002B3119">
        <w:t>cette pur</w:t>
      </w:r>
      <w:r w:rsidRPr="002B3119">
        <w:t>e</w:t>
      </w:r>
      <w:r w:rsidRPr="002B3119">
        <w:t>té de sang qui donne aux femmes une jeunesse nouvelle au lendemain de couches heureuses</w:t>
      </w:r>
      <w:r w:rsidR="00E4444A" w:rsidRPr="0099306C">
        <w:t>.</w:t>
      </w:r>
    </w:p>
    <w:p w14:paraId="7C3F786A" w14:textId="77777777" w:rsidR="00E4444A" w:rsidRPr="0099306C" w:rsidRDefault="002B3119" w:rsidP="002B3119">
      <w:r w:rsidRPr="002B3119">
        <w:t>Quelle bonne figure elle avait</w:t>
      </w:r>
      <w:r w:rsidR="00E4444A" w:rsidRPr="0099306C">
        <w:t xml:space="preserve">, </w:t>
      </w:r>
      <w:r w:rsidRPr="002B3119">
        <w:t>cette éclusière</w:t>
      </w:r>
      <w:r w:rsidR="00E4444A" w:rsidRPr="0099306C">
        <w:t xml:space="preserve"> ! </w:t>
      </w:r>
      <w:r w:rsidRPr="002B3119">
        <w:t>Par la camisole entr</w:t>
      </w:r>
      <w:r w:rsidR="00E4444A" w:rsidRPr="0099306C">
        <w:t>’</w:t>
      </w:r>
      <w:r w:rsidRPr="002B3119">
        <w:t>ouverte apparaissaient la courbe de l</w:t>
      </w:r>
      <w:r w:rsidR="00E4444A" w:rsidRPr="0099306C">
        <w:t>’</w:t>
      </w:r>
      <w:r w:rsidRPr="002B3119">
        <w:t>épaule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attache du bras</w:t>
      </w:r>
      <w:r w:rsidR="00E4444A" w:rsidRPr="0099306C">
        <w:t xml:space="preserve">. </w:t>
      </w:r>
      <w:r w:rsidRPr="002B3119">
        <w:t>Son corps souple</w:t>
      </w:r>
      <w:r w:rsidR="00E4444A" w:rsidRPr="0099306C">
        <w:t xml:space="preserve">, </w:t>
      </w:r>
      <w:r w:rsidRPr="002B3119">
        <w:t>libre d</w:t>
      </w:r>
      <w:r w:rsidR="00E4444A" w:rsidRPr="0099306C">
        <w:t>’</w:t>
      </w:r>
      <w:r w:rsidRPr="002B3119">
        <w:t>entraves</w:t>
      </w:r>
      <w:r w:rsidR="00E4444A" w:rsidRPr="0099306C">
        <w:t xml:space="preserve">, </w:t>
      </w:r>
      <w:r w:rsidRPr="002B3119">
        <w:t>respirait par tous ses pores l</w:t>
      </w:r>
      <w:r w:rsidR="00E4444A" w:rsidRPr="0099306C">
        <w:t>’</w:t>
      </w:r>
      <w:r w:rsidRPr="002B3119">
        <w:t>air vivifiant du bon Dieu</w:t>
      </w:r>
      <w:r w:rsidR="00E4444A" w:rsidRPr="0099306C">
        <w:t xml:space="preserve">. </w:t>
      </w:r>
      <w:r w:rsidRPr="002B3119">
        <w:t>Et on la sentait saine</w:t>
      </w:r>
      <w:r w:rsidR="00E4444A" w:rsidRPr="0099306C">
        <w:t xml:space="preserve">, </w:t>
      </w:r>
      <w:r w:rsidRPr="002B3119">
        <w:lastRenderedPageBreak/>
        <w:t>contente</w:t>
      </w:r>
      <w:r w:rsidR="00E4444A" w:rsidRPr="0099306C">
        <w:t xml:space="preserve">, </w:t>
      </w:r>
      <w:r w:rsidRPr="002B3119">
        <w:t>satisfaite de la santé de ses enfants</w:t>
      </w:r>
      <w:r w:rsidR="00E4444A" w:rsidRPr="0099306C">
        <w:t xml:space="preserve">, </w:t>
      </w:r>
      <w:r w:rsidRPr="002B3119">
        <w:t>du s</w:t>
      </w:r>
      <w:r w:rsidRPr="002B3119">
        <w:t>a</w:t>
      </w:r>
      <w:r w:rsidRPr="002B3119">
        <w:t>laire de son mari</w:t>
      </w:r>
      <w:r w:rsidR="00E4444A" w:rsidRPr="0099306C">
        <w:t xml:space="preserve">, </w:t>
      </w:r>
      <w:r w:rsidRPr="002B3119">
        <w:t>de la transparence du ciel</w:t>
      </w:r>
      <w:r w:rsidR="00E4444A" w:rsidRPr="0099306C">
        <w:t xml:space="preserve">, </w:t>
      </w:r>
      <w:r w:rsidRPr="002B3119">
        <w:t>du lait de ses vaches et des fleurs de ses pommiers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ayant d</w:t>
      </w:r>
      <w:r w:rsidR="00E4444A" w:rsidRPr="0099306C">
        <w:t>’</w:t>
      </w:r>
      <w:r w:rsidRPr="002B3119">
        <w:t>autre amb</w:t>
      </w:r>
      <w:r w:rsidRPr="002B3119">
        <w:t>i</w:t>
      </w:r>
      <w:r w:rsidRPr="002B3119">
        <w:t>tion au monde que de dormir dans les bras de son homme</w:t>
      </w:r>
      <w:r w:rsidR="00E4444A" w:rsidRPr="0099306C">
        <w:t xml:space="preserve">, </w:t>
      </w:r>
      <w:r w:rsidRPr="002B3119">
        <w:t>quelques années encore</w:t>
      </w:r>
      <w:r w:rsidR="00E4444A" w:rsidRPr="0099306C">
        <w:t xml:space="preserve">, </w:t>
      </w:r>
      <w:r w:rsidRPr="002B3119">
        <w:t>des nuits fécondes</w:t>
      </w:r>
      <w:r w:rsidR="00E4444A" w:rsidRPr="0099306C">
        <w:t xml:space="preserve">, </w:t>
      </w:r>
      <w:r w:rsidRPr="002B3119">
        <w:t>bercées par le bruit monotone de l</w:t>
      </w:r>
      <w:r w:rsidR="00E4444A" w:rsidRPr="0099306C">
        <w:t>’</w:t>
      </w:r>
      <w:r w:rsidRPr="002B3119">
        <w:t>eau qui tombait du barrage voisin</w:t>
      </w:r>
      <w:r w:rsidR="00E4444A" w:rsidRPr="0099306C">
        <w:t>.</w:t>
      </w:r>
    </w:p>
    <w:p w14:paraId="29FB868D" w14:textId="77777777" w:rsidR="00E4444A" w:rsidRPr="0099306C" w:rsidRDefault="002B3119" w:rsidP="002B3119">
      <w:r w:rsidRPr="002B3119">
        <w:t>La femme pour nous accueillir arrêta la tétée</w:t>
      </w:r>
      <w:r w:rsidR="00E4444A" w:rsidRPr="0099306C">
        <w:t xml:space="preserve">, </w:t>
      </w:r>
      <w:r w:rsidRPr="002B3119">
        <w:t>sans pe</w:t>
      </w:r>
      <w:r w:rsidRPr="002B3119">
        <w:t>n</w:t>
      </w:r>
      <w:r w:rsidRPr="002B3119">
        <w:t>ser tout d</w:t>
      </w:r>
      <w:r w:rsidR="00E4444A" w:rsidRPr="0099306C">
        <w:t>’</w:t>
      </w:r>
      <w:r w:rsidRPr="002B3119">
        <w:t>abord à resserrer sa camisole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enfant</w:t>
      </w:r>
      <w:r w:rsidR="00E4444A" w:rsidRPr="0099306C">
        <w:t xml:space="preserve">, </w:t>
      </w:r>
      <w:r w:rsidRPr="002B3119">
        <w:t>dont le r</w:t>
      </w:r>
      <w:r w:rsidRPr="002B3119">
        <w:t>e</w:t>
      </w:r>
      <w:r w:rsidRPr="002B3119">
        <w:t>pas était trop vite interrompu</w:t>
      </w:r>
      <w:r w:rsidR="00E4444A" w:rsidRPr="0099306C">
        <w:t xml:space="preserve">, </w:t>
      </w:r>
      <w:r w:rsidRPr="002B3119">
        <w:t>protesta si violemment que satisfaction lui dut être accordée</w:t>
      </w:r>
      <w:r w:rsidR="00E4444A" w:rsidRPr="0099306C">
        <w:t xml:space="preserve">. </w:t>
      </w:r>
      <w:r w:rsidRPr="002B3119">
        <w:t>Pas de plus joli spectacle que celui des mères caressant</w:t>
      </w:r>
      <w:r w:rsidR="00E4444A" w:rsidRPr="0099306C">
        <w:t xml:space="preserve">, </w:t>
      </w:r>
      <w:r w:rsidRPr="002B3119">
        <w:t>allaitant leurs petits</w:t>
      </w:r>
      <w:r w:rsidR="00E4444A" w:rsidRPr="0099306C">
        <w:t xml:space="preserve">. </w:t>
      </w:r>
      <w:r w:rsidRPr="002B3119">
        <w:t>Leur tendresse a je ne sais quoi d</w:t>
      </w:r>
      <w:r w:rsidR="00E4444A" w:rsidRPr="0099306C">
        <w:t>’</w:t>
      </w:r>
      <w:r w:rsidRPr="002B3119">
        <w:t>animal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justement ce qui la rend sacrée</w:t>
      </w:r>
      <w:r w:rsidR="00E4444A" w:rsidRPr="0099306C">
        <w:t>.</w:t>
      </w:r>
    </w:p>
    <w:p w14:paraId="3165956F" w14:textId="77777777" w:rsidR="00E4444A" w:rsidRPr="0099306C" w:rsidRDefault="002B3119" w:rsidP="002B3119">
      <w:r w:rsidRPr="002B3119">
        <w:t>Les deux femmes se congratulèrent réciproquement</w:t>
      </w:r>
      <w:r w:rsidR="00E4444A" w:rsidRPr="0099306C">
        <w:t xml:space="preserve">, </w:t>
      </w:r>
      <w:r w:rsidRPr="002B3119">
        <w:t>sans faire usage de ces compliments fades</w:t>
      </w:r>
      <w:r w:rsidR="00E4444A" w:rsidRPr="0099306C">
        <w:t xml:space="preserve">, </w:t>
      </w:r>
      <w:r w:rsidRPr="002B3119">
        <w:t>de ces phrases toutes faites qu</w:t>
      </w:r>
      <w:r w:rsidR="00E4444A" w:rsidRPr="0099306C">
        <w:t>’</w:t>
      </w:r>
      <w:r w:rsidRPr="002B3119">
        <w:t xml:space="preserve">inspire à la banalité mondaine la vue </w:t>
      </w:r>
      <w:r w:rsidR="00B03172">
        <w:t xml:space="preserve">des </w:t>
      </w:r>
      <w:r w:rsidRPr="002B3119">
        <w:t>nouveau-nés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éclusière se pencha sur la voiture avec une e</w:t>
      </w:r>
      <w:r w:rsidRPr="002B3119">
        <w:t>x</w:t>
      </w:r>
      <w:r w:rsidRPr="002B3119">
        <w:t>pression si rassurante</w:t>
      </w:r>
      <w:r w:rsidR="00E4444A" w:rsidRPr="0099306C">
        <w:t xml:space="preserve">, </w:t>
      </w:r>
      <w:r w:rsidRPr="002B3119">
        <w:t>un regard si maternel qu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à notre grand étonnement</w:t>
      </w:r>
      <w:r w:rsidR="00E4444A" w:rsidRPr="0099306C">
        <w:t xml:space="preserve">, </w:t>
      </w:r>
      <w:r w:rsidRPr="002B3119">
        <w:t>se laissa prendre dans ses bras</w:t>
      </w:r>
      <w:r w:rsidR="00E4444A" w:rsidRPr="0099306C">
        <w:t xml:space="preserve">. </w:t>
      </w:r>
      <w:r w:rsidRPr="002B3119">
        <w:t>Et notre fille contempla les enfants qui mangeaient leurs ta</w:t>
      </w:r>
      <w:r w:rsidRPr="002B3119">
        <w:t>r</w:t>
      </w:r>
      <w:r w:rsidRPr="002B3119">
        <w:t>tines</w:t>
      </w:r>
      <w:r w:rsidR="00E4444A" w:rsidRPr="0099306C">
        <w:t xml:space="preserve">, </w:t>
      </w:r>
      <w:r w:rsidRPr="002B3119">
        <w:t>les tournesols jaunes du jardinet</w:t>
      </w:r>
      <w:r w:rsidR="00E4444A" w:rsidRPr="0099306C">
        <w:t xml:space="preserve">, </w:t>
      </w:r>
      <w:r w:rsidRPr="002B3119">
        <w:t>une vache qui trave</w:t>
      </w:r>
      <w:r w:rsidRPr="002B3119">
        <w:t>r</w:t>
      </w:r>
      <w:r w:rsidRPr="002B3119">
        <w:t>sait le chemin</w:t>
      </w:r>
      <w:r w:rsidR="00E4444A" w:rsidRPr="0099306C">
        <w:t xml:space="preserve">, </w:t>
      </w:r>
      <w:r w:rsidRPr="002B3119">
        <w:t>et ses yeux agrandis se fixaient sur les choses</w:t>
      </w:r>
      <w:r w:rsidR="00E4444A" w:rsidRPr="0099306C">
        <w:t xml:space="preserve">. </w:t>
      </w:r>
      <w:r w:rsidRPr="002B3119">
        <w:t>Elle prenait conscience du monde où elle vivait</w:t>
      </w:r>
      <w:r w:rsidR="00E4444A" w:rsidRPr="0099306C">
        <w:t>.</w:t>
      </w:r>
    </w:p>
    <w:p w14:paraId="21227E5F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éclusière fut presque surprise que Jeanne n</w:t>
      </w:r>
      <w:r w:rsidR="00E4444A" w:rsidRPr="0099306C">
        <w:t>’</w:t>
      </w:r>
      <w:r w:rsidRPr="002B3119">
        <w:t>attendît pas encore un second bébé</w:t>
      </w:r>
      <w:r w:rsidR="00E4444A" w:rsidRPr="0099306C">
        <w:t xml:space="preserve">. </w:t>
      </w:r>
      <w:r w:rsidRPr="002B3119">
        <w:t>Un par an</w:t>
      </w:r>
      <w:r w:rsidR="00E4444A" w:rsidRPr="0099306C">
        <w:t xml:space="preserve">, </w:t>
      </w:r>
      <w:r w:rsidRPr="002B3119">
        <w:t>cela lui paraissait n</w:t>
      </w:r>
      <w:r w:rsidRPr="002B3119">
        <w:t>a</w:t>
      </w:r>
      <w:r w:rsidRPr="002B3119">
        <w:t>turel</w:t>
      </w:r>
      <w:r w:rsidR="00E4444A" w:rsidRPr="0099306C">
        <w:t xml:space="preserve">. </w:t>
      </w:r>
      <w:r w:rsidRPr="002B3119">
        <w:t>Elle et son homme</w:t>
      </w:r>
      <w:r w:rsidR="00E4444A" w:rsidRPr="0099306C">
        <w:t xml:space="preserve">, </w:t>
      </w:r>
      <w:r w:rsidRPr="002B3119">
        <w:t>les premiers temps</w:t>
      </w:r>
      <w:r w:rsidR="00E4444A" w:rsidRPr="0099306C">
        <w:t xml:space="preserve">, </w:t>
      </w:r>
      <w:r w:rsidRPr="002B3119">
        <w:t>avaient eu leurs petites disputes</w:t>
      </w:r>
      <w:r w:rsidR="00E4444A" w:rsidRPr="0099306C">
        <w:t xml:space="preserve">. </w:t>
      </w:r>
      <w:r w:rsidRPr="002B3119">
        <w:t>Une normande</w:t>
      </w:r>
      <w:r w:rsidR="00E4444A" w:rsidRPr="0099306C">
        <w:t xml:space="preserve">, </w:t>
      </w:r>
      <w:r w:rsidRPr="002B3119">
        <w:t>un breton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forcé</w:t>
      </w:r>
      <w:r w:rsidR="00E4444A" w:rsidRPr="0099306C">
        <w:t xml:space="preserve"> ! </w:t>
      </w:r>
      <w:r w:rsidRPr="002B3119">
        <w:t>chacun d</w:t>
      </w:r>
      <w:r w:rsidR="00E4444A" w:rsidRPr="0099306C">
        <w:t>’</w:t>
      </w:r>
      <w:r w:rsidRPr="002B3119">
        <w:t>eux avait ses habitudes</w:t>
      </w:r>
      <w:r w:rsidR="00E4444A" w:rsidRPr="0099306C">
        <w:t xml:space="preserve">. </w:t>
      </w:r>
      <w:r w:rsidRPr="002B3119">
        <w:t>Mais les mioches avaient tout arrangé</w:t>
      </w:r>
      <w:r w:rsidR="00E4444A" w:rsidRPr="0099306C">
        <w:t xml:space="preserve">. </w:t>
      </w:r>
      <w:r w:rsidRPr="002B3119">
        <w:t>Maintenant</w:t>
      </w:r>
      <w:r w:rsidR="00E4444A" w:rsidRPr="0099306C">
        <w:t xml:space="preserve">, </w:t>
      </w:r>
      <w:r w:rsidRPr="002B3119">
        <w:t>à chaque naissance nouvelle</w:t>
      </w:r>
      <w:r w:rsidR="00E4444A" w:rsidRPr="0099306C">
        <w:t xml:space="preserve">, </w:t>
      </w:r>
      <w:r w:rsidRPr="002B3119">
        <w:t>les deux époux s</w:t>
      </w:r>
      <w:r w:rsidR="00E4444A" w:rsidRPr="0099306C">
        <w:t>’</w:t>
      </w:r>
      <w:r w:rsidRPr="002B3119">
        <w:t>aimaient un peu plus</w:t>
      </w:r>
      <w:r w:rsidR="00E4444A" w:rsidRPr="0099306C">
        <w:t>.</w:t>
      </w:r>
    </w:p>
    <w:p w14:paraId="4356BB15" w14:textId="77777777" w:rsidR="00E4444A" w:rsidRPr="0099306C" w:rsidRDefault="002B3119" w:rsidP="002B3119">
      <w:r w:rsidRPr="002B3119">
        <w:lastRenderedPageBreak/>
        <w:t xml:space="preserve">Et les phrases tant répétées dans les villes sur </w:t>
      </w:r>
      <w:r w:rsidR="00E4444A" w:rsidRPr="0099306C">
        <w:t>« </w:t>
      </w:r>
      <w:r w:rsidRPr="002B3119">
        <w:t>la peine qu</w:t>
      </w:r>
      <w:r w:rsidR="00E4444A" w:rsidRPr="0099306C">
        <w:t>’</w:t>
      </w:r>
      <w:r w:rsidRPr="002B3119">
        <w:t>on a d</w:t>
      </w:r>
      <w:r w:rsidR="00E4444A" w:rsidRPr="0099306C">
        <w:t>’</w:t>
      </w:r>
      <w:r w:rsidRPr="002B3119">
        <w:t>élever les enfants</w:t>
      </w:r>
      <w:r w:rsidR="00E4444A" w:rsidRPr="0099306C">
        <w:t xml:space="preserve"> », </w:t>
      </w:r>
      <w:r w:rsidRPr="002B3119">
        <w:t xml:space="preserve">sur </w:t>
      </w:r>
      <w:r w:rsidR="00E4444A" w:rsidRPr="0099306C">
        <w:t>« </w:t>
      </w:r>
      <w:r w:rsidRPr="002B3119">
        <w:t>l</w:t>
      </w:r>
      <w:r w:rsidR="00E4444A" w:rsidRPr="0099306C">
        <w:t>’</w:t>
      </w:r>
      <w:r w:rsidRPr="002B3119">
        <w:t>argent qu</w:t>
      </w:r>
      <w:r w:rsidR="00E4444A" w:rsidRPr="0099306C">
        <w:t>’</w:t>
      </w:r>
      <w:r w:rsidRPr="002B3119">
        <w:t>il faut pour les nourrir</w:t>
      </w:r>
      <w:r w:rsidR="00E4444A" w:rsidRPr="0099306C">
        <w:t xml:space="preserve"> », </w:t>
      </w:r>
      <w:r w:rsidRPr="002B3119">
        <w:t>ne lui venaient même pas à l</w:t>
      </w:r>
      <w:r w:rsidR="00E4444A" w:rsidRPr="0099306C">
        <w:t>’</w:t>
      </w:r>
      <w:r w:rsidRPr="002B3119">
        <w:t>esprit</w:t>
      </w:r>
      <w:r w:rsidR="00E4444A" w:rsidRPr="0099306C">
        <w:t>.</w:t>
      </w:r>
    </w:p>
    <w:p w14:paraId="7153F3C9" w14:textId="77777777" w:rsidR="00E4444A" w:rsidRPr="0099306C" w:rsidRDefault="002B3119" w:rsidP="002B3119">
      <w:r w:rsidRPr="002B3119">
        <w:t>Puis l</w:t>
      </w:r>
      <w:r w:rsidR="00E4444A" w:rsidRPr="0099306C">
        <w:t>’</w:t>
      </w:r>
      <w:r w:rsidRPr="002B3119">
        <w:t>éclusière se mit à nous considérer avec attention tous les trois et découvrit des ressemblances qui ne nous avaient pas encore frappés</w:t>
      </w:r>
      <w:r w:rsidR="00E4444A" w:rsidRPr="0099306C">
        <w:t>.</w:t>
      </w:r>
    </w:p>
    <w:p w14:paraId="3CBC5A16" w14:textId="77777777" w:rsidR="00E4444A" w:rsidRPr="0099306C" w:rsidRDefault="002B3119" w:rsidP="002B3119">
      <w:r w:rsidRPr="002B3119">
        <w:t>Évidemment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ensemble</w:t>
      </w:r>
      <w:r w:rsidR="00E4444A" w:rsidRPr="0099306C">
        <w:t xml:space="preserve">, </w:t>
      </w:r>
      <w:r w:rsidRPr="002B3119">
        <w:t>la petite tenait surtout du père</w:t>
      </w:r>
      <w:r w:rsidR="00E4444A" w:rsidRPr="0099306C">
        <w:t xml:space="preserve">, </w:t>
      </w:r>
      <w:r w:rsidRPr="002B3119">
        <w:t>mais elle avait aussi bien des choses de sa maman</w:t>
      </w:r>
      <w:r w:rsidR="00E4444A" w:rsidRPr="0099306C">
        <w:t> : « </w:t>
      </w:r>
      <w:r w:rsidRPr="002B3119">
        <w:t>Tenez</w:t>
      </w:r>
      <w:r w:rsidR="00E4444A" w:rsidRPr="0099306C">
        <w:t xml:space="preserve"> ! </w:t>
      </w:r>
      <w:r w:rsidRPr="002B3119">
        <w:t>dit-elle finement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expression de monsieur avec les traits de madame</w:t>
      </w:r>
      <w:r w:rsidR="00E4444A" w:rsidRPr="0099306C">
        <w:t>. »</w:t>
      </w:r>
      <w:r w:rsidRPr="002B3119">
        <w:t xml:space="preserve"> C</w:t>
      </w:r>
      <w:r w:rsidR="00E4444A" w:rsidRPr="0099306C">
        <w:t>’</w:t>
      </w:r>
      <w:r w:rsidRPr="002B3119">
        <w:t>était l</w:t>
      </w:r>
      <w:r w:rsidR="00E4444A" w:rsidRPr="0099306C">
        <w:t>’</w:t>
      </w:r>
      <w:r w:rsidRPr="002B3119">
        <w:t>oreille de Jeanne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étaient même ses yeux aux cils déjà longs</w:t>
      </w:r>
      <w:r w:rsidR="00E4444A" w:rsidRPr="0099306C">
        <w:t xml:space="preserve">, </w:t>
      </w:r>
      <w:r w:rsidRPr="002B3119">
        <w:t>avec quelque chose de mon regard</w:t>
      </w:r>
      <w:r w:rsidR="00E4444A" w:rsidRPr="0099306C">
        <w:t xml:space="preserve">. </w:t>
      </w:r>
      <w:r w:rsidRPr="002B3119">
        <w:t>Et je ne me lassais pas d</w:t>
      </w:r>
      <w:r w:rsidR="00E4444A" w:rsidRPr="0099306C">
        <w:t>’</w:t>
      </w:r>
      <w:r w:rsidRPr="002B3119">
        <w:t>écouter cette femme</w:t>
      </w:r>
      <w:r w:rsidR="00E4444A" w:rsidRPr="0099306C">
        <w:t xml:space="preserve">. </w:t>
      </w:r>
      <w:r w:rsidRPr="002B3119">
        <w:t>Je songeais au mystère de ces ressemblances enchevêtrées</w:t>
      </w:r>
      <w:r w:rsidR="00E4444A" w:rsidRPr="0099306C">
        <w:t xml:space="preserve">. </w:t>
      </w:r>
      <w:r w:rsidRPr="002B3119">
        <w:t>Nous avions beau être mariés devant le maire et devant l</w:t>
      </w:r>
      <w:r w:rsidR="00E4444A" w:rsidRPr="0099306C">
        <w:t>’</w:t>
      </w:r>
      <w:r w:rsidRPr="002B3119">
        <w:t>Église</w:t>
      </w:r>
      <w:r w:rsidR="00E4444A" w:rsidRPr="0099306C">
        <w:t xml:space="preserve">, </w:t>
      </w:r>
      <w:r w:rsidRPr="002B3119">
        <w:t>ni la loi</w:t>
      </w:r>
      <w:r w:rsidR="00E4444A" w:rsidRPr="0099306C">
        <w:t xml:space="preserve">, </w:t>
      </w:r>
      <w:r w:rsidRPr="002B3119">
        <w:t>ni le lit conjugal ne nous avaient à jamais confondus</w:t>
      </w:r>
      <w:r w:rsidR="00E4444A" w:rsidRPr="0099306C">
        <w:t xml:space="preserve">. </w:t>
      </w:r>
      <w:r w:rsidRPr="002B3119">
        <w:t>Mari et femme</w:t>
      </w:r>
      <w:r w:rsidR="00E4444A" w:rsidRPr="0099306C">
        <w:t xml:space="preserve">, </w:t>
      </w:r>
      <w:r w:rsidRPr="002B3119">
        <w:t>nous restions deux êtres di</w:t>
      </w:r>
      <w:r w:rsidRPr="002B3119">
        <w:t>s</w:t>
      </w:r>
      <w:r w:rsidRPr="002B3119">
        <w:t>tincts</w:t>
      </w:r>
      <w:r w:rsidR="00E4444A" w:rsidRPr="0099306C">
        <w:t xml:space="preserve">, </w:t>
      </w:r>
      <w:r w:rsidRPr="002B3119">
        <w:t>avec leurs pensées propres</w:t>
      </w:r>
      <w:r w:rsidR="00E4444A" w:rsidRPr="0099306C">
        <w:t xml:space="preserve">, </w:t>
      </w:r>
      <w:r w:rsidRPr="002B3119">
        <w:t>qui continuaient à suivre leurs routes parallèles</w:t>
      </w:r>
      <w:r w:rsidR="00E4444A" w:rsidRPr="0099306C">
        <w:t xml:space="preserve">. </w:t>
      </w:r>
      <w:r w:rsidRPr="002B3119">
        <w:t>Mais nous étions unis par Yvette</w:t>
      </w:r>
      <w:r w:rsidR="00E4444A" w:rsidRPr="0099306C">
        <w:t xml:space="preserve">. </w:t>
      </w:r>
      <w:r w:rsidRPr="002B3119">
        <w:t>Notre vrai mariage</w:t>
      </w:r>
      <w:r w:rsidR="00E4444A" w:rsidRPr="0099306C">
        <w:t xml:space="preserve">, </w:t>
      </w:r>
      <w:r w:rsidRPr="002B3119">
        <w:t>elle l</w:t>
      </w:r>
      <w:r w:rsidR="00E4444A" w:rsidRPr="0099306C">
        <w:t>’</w:t>
      </w:r>
      <w:r w:rsidRPr="002B3119">
        <w:t>avait réalisé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était en elle</w:t>
      </w:r>
      <w:r w:rsidR="00E4444A" w:rsidRPr="0099306C">
        <w:t xml:space="preserve">, </w:t>
      </w:r>
      <w:r w:rsidRPr="002B3119">
        <w:t>par elle</w:t>
      </w:r>
      <w:r w:rsidR="00E4444A" w:rsidRPr="0099306C">
        <w:t xml:space="preserve">, </w:t>
      </w:r>
      <w:r w:rsidRPr="002B3119">
        <w:t>par ses veines où se mélangeait le sang de nos deux c</w:t>
      </w:r>
      <w:r w:rsidR="00E4444A" w:rsidRPr="0099306C">
        <w:t>œ</w:t>
      </w:r>
      <w:r w:rsidRPr="002B3119">
        <w:t>urs</w:t>
      </w:r>
      <w:r w:rsidR="00E4444A" w:rsidRPr="0099306C">
        <w:t xml:space="preserve">, </w:t>
      </w:r>
      <w:r w:rsidRPr="002B3119">
        <w:t>que nous étions inextricablement mariés et mêlés</w:t>
      </w:r>
      <w:r w:rsidR="00E4444A" w:rsidRPr="0099306C">
        <w:t>.</w:t>
      </w:r>
    </w:p>
    <w:p w14:paraId="20D8BF68" w14:textId="77777777" w:rsidR="002B3119" w:rsidRPr="002B3119" w:rsidRDefault="002B3119" w:rsidP="002B3119"/>
    <w:p w14:paraId="3633C236" w14:textId="77777777" w:rsidR="00E4444A" w:rsidRPr="0099306C" w:rsidRDefault="002B3119" w:rsidP="002B3119">
      <w:r w:rsidRPr="002B3119">
        <w:t>Quand nous arrivâmes à la maison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heure du dîner était proche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tout émoustillée par sa promenade</w:t>
      </w:r>
      <w:r w:rsidR="00E4444A" w:rsidRPr="0099306C">
        <w:t xml:space="preserve">, </w:t>
      </w:r>
      <w:r w:rsidRPr="002B3119">
        <w:t>semblait plus vivante</w:t>
      </w:r>
      <w:r w:rsidR="00E4444A" w:rsidRPr="0099306C">
        <w:t xml:space="preserve">, </w:t>
      </w:r>
      <w:r w:rsidRPr="002B3119">
        <w:t>plus éveillée que jamais</w:t>
      </w:r>
      <w:r w:rsidR="00E4444A" w:rsidRPr="0099306C">
        <w:t xml:space="preserve">. </w:t>
      </w:r>
      <w:r w:rsidRPr="002B3119">
        <w:t>Jeanne la porta dans notre</w:t>
      </w:r>
      <w:r w:rsidR="00B03172">
        <w:t xml:space="preserve"> chambre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allaita</w:t>
      </w:r>
      <w:r w:rsidR="00E4444A" w:rsidRPr="0099306C">
        <w:t xml:space="preserve">, </w:t>
      </w:r>
      <w:r w:rsidRPr="002B3119">
        <w:t>la déshabilla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avant de l</w:t>
      </w:r>
      <w:r w:rsidR="00E4444A" w:rsidRPr="0099306C">
        <w:t>’</w:t>
      </w:r>
      <w:r w:rsidRPr="002B3119">
        <w:t>emmailloter pour la nuit</w:t>
      </w:r>
      <w:r w:rsidR="00E4444A" w:rsidRPr="0099306C">
        <w:t xml:space="preserve">, </w:t>
      </w:r>
      <w:r w:rsidRPr="002B3119">
        <w:t>de l</w:t>
      </w:r>
      <w:r w:rsidR="00E4444A" w:rsidRPr="0099306C">
        <w:t>’</w:t>
      </w:r>
      <w:r w:rsidRPr="002B3119">
        <w:t>installer dans son berceau</w:t>
      </w:r>
      <w:r w:rsidR="00E4444A" w:rsidRPr="0099306C">
        <w:t xml:space="preserve">, </w:t>
      </w:r>
      <w:r w:rsidRPr="002B3119">
        <w:t>la posa sur notre grand lit comme elle faisait depuis quelques soirs</w:t>
      </w:r>
      <w:r w:rsidR="00E4444A" w:rsidRPr="0099306C">
        <w:t>.</w:t>
      </w:r>
    </w:p>
    <w:p w14:paraId="7AAE6BC1" w14:textId="77777777" w:rsidR="00E4444A" w:rsidRPr="0099306C" w:rsidRDefault="002B3119" w:rsidP="002B3119">
      <w:r w:rsidRPr="002B3119">
        <w:t>Ce fut la date d</w:t>
      </w:r>
      <w:r w:rsidR="00E4444A" w:rsidRPr="0099306C">
        <w:t>’</w:t>
      </w:r>
      <w:r w:rsidRPr="002B3119">
        <w:t>un événement mémorable</w:t>
      </w:r>
      <w:r w:rsidR="00E4444A" w:rsidRPr="0099306C">
        <w:t xml:space="preserve">. </w:t>
      </w:r>
      <w:r w:rsidRPr="002B3119">
        <w:t>Yvette sourit pour la première fois</w:t>
      </w:r>
      <w:r w:rsidR="00E4444A" w:rsidRPr="0099306C">
        <w:t>.</w:t>
      </w:r>
    </w:p>
    <w:p w14:paraId="1068B8A9" w14:textId="77777777" w:rsidR="00E4444A" w:rsidRPr="0099306C" w:rsidRDefault="002B3119" w:rsidP="002B3119">
      <w:r w:rsidRPr="002B3119">
        <w:lastRenderedPageBreak/>
        <w:t>La petite fille en chemise adorait cette minute où</w:t>
      </w:r>
      <w:r w:rsidR="00E4444A" w:rsidRPr="0099306C">
        <w:t xml:space="preserve">, </w:t>
      </w:r>
      <w:r w:rsidRPr="002B3119">
        <w:t>déba</w:t>
      </w:r>
      <w:r w:rsidRPr="002B3119">
        <w:t>r</w:t>
      </w:r>
      <w:r w:rsidRPr="002B3119">
        <w:t>rassée de toute entrave elle pouvait gigoter à son aise</w:t>
      </w:r>
      <w:r w:rsidR="00E4444A" w:rsidRPr="0099306C">
        <w:t xml:space="preserve">. </w:t>
      </w:r>
      <w:r w:rsidRPr="002B3119">
        <w:t>Elle s</w:t>
      </w:r>
      <w:r w:rsidR="00E4444A" w:rsidRPr="0099306C">
        <w:t>’</w:t>
      </w:r>
      <w:r w:rsidRPr="002B3119">
        <w:t>en donnait à c</w:t>
      </w:r>
      <w:r w:rsidR="00E4444A" w:rsidRPr="0099306C">
        <w:t>œ</w:t>
      </w:r>
      <w:r w:rsidRPr="002B3119">
        <w:t>ur joie</w:t>
      </w:r>
      <w:r w:rsidR="00E4444A" w:rsidRPr="0099306C">
        <w:t xml:space="preserve">, </w:t>
      </w:r>
      <w:r w:rsidRPr="002B3119">
        <w:t>et nous nous réjouissions de ce d</w:t>
      </w:r>
      <w:r w:rsidRPr="002B3119">
        <w:t>é</w:t>
      </w:r>
      <w:r w:rsidRPr="002B3119">
        <w:t>bordement de vie</w:t>
      </w:r>
      <w:r w:rsidR="00E4444A" w:rsidRPr="0099306C">
        <w:t xml:space="preserve">, </w:t>
      </w:r>
      <w:r w:rsidRPr="002B3119">
        <w:t>nous amusant à chatouiller les petites jambes</w:t>
      </w:r>
      <w:r w:rsidR="00E4444A" w:rsidRPr="0099306C">
        <w:t xml:space="preserve">, </w:t>
      </w:r>
      <w:r w:rsidRPr="002B3119">
        <w:t>quand Jeanne</w:t>
      </w:r>
      <w:r w:rsidR="00E4444A" w:rsidRPr="0099306C">
        <w:t xml:space="preserve">, </w:t>
      </w:r>
      <w:r w:rsidRPr="002B3119">
        <w:t>tout à coup</w:t>
      </w:r>
      <w:r w:rsidR="00E4444A" w:rsidRPr="0099306C">
        <w:t xml:space="preserve">, </w:t>
      </w:r>
      <w:r w:rsidRPr="002B3119">
        <w:t>murmura</w:t>
      </w:r>
      <w:r w:rsidR="00E4444A" w:rsidRPr="0099306C">
        <w:t> :</w:t>
      </w:r>
    </w:p>
    <w:p w14:paraId="1C80F474" w14:textId="77777777" w:rsidR="00E4444A" w:rsidRPr="0099306C" w:rsidRDefault="00E4444A" w:rsidP="002B3119">
      <w:r w:rsidRPr="0099306C">
        <w:t>— </w:t>
      </w:r>
      <w:r w:rsidR="002B3119" w:rsidRPr="002B3119">
        <w:t>Regarde</w:t>
      </w:r>
      <w:r w:rsidRPr="0099306C">
        <w:t>…</w:t>
      </w:r>
    </w:p>
    <w:p w14:paraId="1A2EBD71" w14:textId="77777777" w:rsidR="00E4444A" w:rsidRPr="0099306C" w:rsidRDefault="002B3119" w:rsidP="002B3119">
      <w:r w:rsidRPr="002B3119">
        <w:t>Un bon sourire</w:t>
      </w:r>
      <w:r w:rsidR="00E4444A" w:rsidRPr="0099306C">
        <w:t xml:space="preserve">, </w:t>
      </w:r>
      <w:r w:rsidRPr="002B3119">
        <w:t>frais comme une source</w:t>
      </w:r>
      <w:r w:rsidR="00E4444A" w:rsidRPr="0099306C">
        <w:t xml:space="preserve">, </w:t>
      </w:r>
      <w:r w:rsidRPr="002B3119">
        <w:t>illuminait la f</w:t>
      </w:r>
      <w:r w:rsidRPr="002B3119">
        <w:t>i</w:t>
      </w:r>
      <w:r w:rsidRPr="002B3119">
        <w:t>gure d</w:t>
      </w:r>
      <w:r w:rsidR="00E4444A" w:rsidRPr="0099306C">
        <w:t>’</w:t>
      </w:r>
      <w:r w:rsidRPr="002B3119">
        <w:t>Yvette</w:t>
      </w:r>
      <w:r w:rsidR="00E4444A" w:rsidRPr="0099306C">
        <w:t>.</w:t>
      </w:r>
    </w:p>
    <w:p w14:paraId="0E264D7A" w14:textId="77777777" w:rsidR="00E4444A" w:rsidRPr="0099306C" w:rsidRDefault="002B3119" w:rsidP="002B3119">
      <w:r w:rsidRPr="002B3119">
        <w:t>Pour mieux voir son sourire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assis sur son séant</w:t>
      </w:r>
      <w:r w:rsidR="00E4444A" w:rsidRPr="0099306C">
        <w:t xml:space="preserve">, </w:t>
      </w:r>
      <w:r w:rsidRPr="002B3119">
        <w:t>la calant avec un coussin</w:t>
      </w:r>
      <w:r w:rsidR="00E4444A" w:rsidRPr="0099306C">
        <w:t xml:space="preserve">. </w:t>
      </w:r>
      <w:r w:rsidRPr="002B3119">
        <w:t>La petite nous regarda en souriant encore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subitement</w:t>
      </w:r>
      <w:r w:rsidR="00E4444A" w:rsidRPr="0099306C">
        <w:t xml:space="preserve">, </w:t>
      </w:r>
      <w:r w:rsidRPr="002B3119">
        <w:t xml:space="preserve">décocha un </w:t>
      </w:r>
      <w:r w:rsidR="00E4444A" w:rsidRPr="0099306C">
        <w:t>« </w:t>
      </w:r>
      <w:r w:rsidRPr="002B3119">
        <w:t>papa</w:t>
      </w:r>
      <w:r w:rsidR="00E4444A" w:rsidRPr="0099306C">
        <w:t> »</w:t>
      </w:r>
      <w:r w:rsidRPr="002B3119">
        <w:t xml:space="preserve"> si net</w:t>
      </w:r>
      <w:r w:rsidR="00E4444A" w:rsidRPr="0099306C">
        <w:t xml:space="preserve">, </w:t>
      </w:r>
      <w:r w:rsidRPr="002B3119">
        <w:t>si clair</w:t>
      </w:r>
      <w:r w:rsidR="00E4444A" w:rsidRPr="0099306C">
        <w:t xml:space="preserve">, </w:t>
      </w:r>
      <w:r w:rsidRPr="002B3119">
        <w:t>si provocant</w:t>
      </w:r>
      <w:r w:rsidR="00E4444A" w:rsidRPr="0099306C">
        <w:t xml:space="preserve">, </w:t>
      </w:r>
      <w:r w:rsidRPr="002B3119">
        <w:t>que nous en fûmes tout surpris</w:t>
      </w:r>
      <w:r w:rsidR="00E4444A" w:rsidRPr="0099306C">
        <w:t xml:space="preserve">, </w:t>
      </w:r>
      <w:r w:rsidRPr="002B3119">
        <w:t>et qu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cette fois</w:t>
      </w:r>
      <w:r w:rsidR="00E4444A" w:rsidRPr="0099306C">
        <w:t xml:space="preserve">, </w:t>
      </w:r>
      <w:r w:rsidRPr="002B3119">
        <w:t>se mit à rire franchement</w:t>
      </w:r>
      <w:r w:rsidR="00E4444A" w:rsidRPr="0099306C">
        <w:t xml:space="preserve">, </w:t>
      </w:r>
      <w:r w:rsidRPr="002B3119">
        <w:t>ravie du bon tour qu</w:t>
      </w:r>
      <w:r w:rsidR="00E4444A" w:rsidRPr="0099306C">
        <w:t>’</w:t>
      </w:r>
      <w:r w:rsidRPr="002B3119">
        <w:t>elle nous avait joué</w:t>
      </w:r>
      <w:r w:rsidR="00E4444A" w:rsidRPr="0099306C">
        <w:t>.</w:t>
      </w:r>
    </w:p>
    <w:p w14:paraId="6E77085A" w14:textId="77777777" w:rsidR="002B3119" w:rsidRPr="002B3119" w:rsidRDefault="002B3119" w:rsidP="002B3119">
      <w:r w:rsidRPr="002B3119">
        <w:t>Ah</w:t>
      </w:r>
      <w:r w:rsidR="00E4444A" w:rsidRPr="0099306C">
        <w:t xml:space="preserve"> ! </w:t>
      </w:r>
      <w:r w:rsidRPr="002B3119">
        <w:t>bien-aimée petite Yvette</w:t>
      </w:r>
      <w:r w:rsidR="00E4444A" w:rsidRPr="0099306C">
        <w:t xml:space="preserve"> ! </w:t>
      </w:r>
      <w:r w:rsidRPr="002B3119">
        <w:t>Comme il était frais et bon</w:t>
      </w:r>
      <w:r w:rsidR="00E4444A" w:rsidRPr="0099306C">
        <w:t xml:space="preserve">, </w:t>
      </w:r>
      <w:r w:rsidRPr="002B3119">
        <w:t>ton sourire</w:t>
      </w:r>
      <w:r w:rsidR="00E4444A" w:rsidRPr="0099306C">
        <w:t xml:space="preserve">, </w:t>
      </w:r>
      <w:r w:rsidRPr="002B3119">
        <w:t>comme il reflétait toute la tendresse dont ton petit c</w:t>
      </w:r>
      <w:r w:rsidR="00E4444A" w:rsidRPr="0099306C">
        <w:t>œ</w:t>
      </w:r>
      <w:r w:rsidRPr="002B3119">
        <w:t>ur était inondé</w:t>
      </w:r>
      <w:r w:rsidR="00E4444A" w:rsidRPr="0099306C">
        <w:t xml:space="preserve"> ! </w:t>
      </w:r>
      <w:r w:rsidRPr="002B3119">
        <w:t>Ton sourire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ai bien compris ce qu</w:t>
      </w:r>
      <w:r w:rsidR="00E4444A" w:rsidRPr="0099306C">
        <w:t>’</w:t>
      </w:r>
      <w:r w:rsidRPr="002B3119">
        <w:t>il signifiait</w:t>
      </w:r>
      <w:r w:rsidR="00E4444A" w:rsidRPr="0099306C">
        <w:t> : « </w:t>
      </w:r>
      <w:r w:rsidRPr="002B3119">
        <w:t>J</w:t>
      </w:r>
      <w:r w:rsidR="00E4444A" w:rsidRPr="0099306C">
        <w:t>’</w:t>
      </w:r>
      <w:r w:rsidRPr="002B3119">
        <w:t>ignore votre langage</w:t>
      </w:r>
      <w:r w:rsidR="00E4444A" w:rsidRPr="0099306C">
        <w:t xml:space="preserve">, </w:t>
      </w:r>
      <w:r w:rsidRPr="002B3119">
        <w:t>nous disais-tu</w:t>
      </w:r>
      <w:r w:rsidR="00E4444A" w:rsidRPr="0099306C">
        <w:t xml:space="preserve">. </w:t>
      </w:r>
      <w:r w:rsidRPr="002B3119">
        <w:t>Je ne peux pas vous faire savoir grand</w:t>
      </w:r>
      <w:r w:rsidR="00E4444A" w:rsidRPr="0099306C">
        <w:t>’</w:t>
      </w:r>
      <w:r w:rsidRPr="002B3119">
        <w:t>chose</w:t>
      </w:r>
      <w:r w:rsidR="00E4444A" w:rsidRPr="0099306C">
        <w:t xml:space="preserve"> ; </w:t>
      </w:r>
      <w:r w:rsidRPr="002B3119">
        <w:t>patientez donc e</w:t>
      </w:r>
      <w:r w:rsidRPr="002B3119">
        <w:t>n</w:t>
      </w:r>
      <w:r w:rsidRPr="002B3119">
        <w:t>core un peu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dès aujourd</w:t>
      </w:r>
      <w:r w:rsidR="00E4444A" w:rsidRPr="0099306C">
        <w:t>’</w:t>
      </w:r>
      <w:r w:rsidRPr="002B3119">
        <w:t>hui</w:t>
      </w:r>
      <w:r w:rsidR="00E4444A" w:rsidRPr="0099306C">
        <w:t xml:space="preserve">, </w:t>
      </w:r>
      <w:r w:rsidRPr="002B3119">
        <w:t>sachez-le</w:t>
      </w:r>
      <w:r w:rsidR="00E4444A" w:rsidRPr="0099306C">
        <w:t xml:space="preserve">, </w:t>
      </w:r>
      <w:r w:rsidRPr="002B3119">
        <w:t>je vous co</w:t>
      </w:r>
      <w:r w:rsidRPr="002B3119">
        <w:t>n</w:t>
      </w:r>
      <w:r w:rsidRPr="002B3119">
        <w:t>nais et je sais qui vous êtes</w:t>
      </w:r>
      <w:r w:rsidR="00E4444A" w:rsidRPr="0099306C">
        <w:t xml:space="preserve">. </w:t>
      </w:r>
      <w:r w:rsidRPr="002B3119">
        <w:t>Vous êtes papa et maman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de loin que je vous souris</w:t>
      </w:r>
      <w:r w:rsidR="00E4444A" w:rsidRPr="0099306C">
        <w:t xml:space="preserve">, </w:t>
      </w:r>
      <w:r w:rsidRPr="002B3119">
        <w:t>comme se feraient signe</w:t>
      </w:r>
      <w:r w:rsidR="00E4444A" w:rsidRPr="0099306C">
        <w:t xml:space="preserve">, </w:t>
      </w:r>
      <w:r w:rsidRPr="002B3119">
        <w:t>des deux côtés d</w:t>
      </w:r>
      <w:r w:rsidR="00E4444A" w:rsidRPr="0099306C">
        <w:t>’</w:t>
      </w:r>
      <w:r w:rsidRPr="002B3119">
        <w:t>une rivière</w:t>
      </w:r>
      <w:r w:rsidR="00E4444A" w:rsidRPr="0099306C">
        <w:t xml:space="preserve">, </w:t>
      </w:r>
      <w:r w:rsidRPr="002B3119">
        <w:t>deux amis qui ne pourraient se parler</w:t>
      </w:r>
      <w:r w:rsidR="00E4444A" w:rsidRPr="0099306C">
        <w:t xml:space="preserve">. </w:t>
      </w:r>
      <w:r w:rsidRPr="002B3119">
        <w:t>Mais je vous aime</w:t>
      </w:r>
      <w:r w:rsidR="00E4444A" w:rsidRPr="0099306C">
        <w:t xml:space="preserve">, </w:t>
      </w:r>
      <w:r w:rsidRPr="002B3119">
        <w:t>je vous aime autant que vous m</w:t>
      </w:r>
      <w:r w:rsidR="00E4444A" w:rsidRPr="0099306C">
        <w:t>’</w:t>
      </w:r>
      <w:r w:rsidRPr="002B3119">
        <w:t>aimez</w:t>
      </w:r>
      <w:r w:rsidR="00E4444A" w:rsidRPr="0099306C">
        <w:t>. »</w:t>
      </w:r>
    </w:p>
    <w:p w14:paraId="67884606" w14:textId="77777777" w:rsidR="00E4444A" w:rsidRPr="0099306C" w:rsidRDefault="002B3119" w:rsidP="002B3119">
      <w:r w:rsidRPr="002B3119">
        <w:t>Yvette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 ! </w:t>
      </w:r>
      <w:r w:rsidRPr="002B3119">
        <w:t>comme nous t</w:t>
      </w:r>
      <w:r w:rsidR="00E4444A" w:rsidRPr="0099306C">
        <w:t>’</w:t>
      </w:r>
      <w:r w:rsidRPr="002B3119">
        <w:t>aimions</w:t>
      </w:r>
      <w:r w:rsidR="00E4444A" w:rsidRPr="0099306C">
        <w:t xml:space="preserve"> ! </w:t>
      </w:r>
      <w:r w:rsidRPr="002B3119">
        <w:t>Cette soirée-là fut un enchantement</w:t>
      </w:r>
      <w:r w:rsidR="00E4444A" w:rsidRPr="0099306C">
        <w:t xml:space="preserve">. </w:t>
      </w:r>
      <w:r w:rsidRPr="002B3119">
        <w:t>Jeanne et moi</w:t>
      </w:r>
      <w:r w:rsidR="00E4444A" w:rsidRPr="0099306C">
        <w:t xml:space="preserve">, </w:t>
      </w:r>
      <w:r w:rsidRPr="002B3119">
        <w:t>délicieusement émus</w:t>
      </w:r>
      <w:r w:rsidR="00E4444A" w:rsidRPr="0099306C">
        <w:t xml:space="preserve">, </w:t>
      </w:r>
      <w:r w:rsidRPr="002B3119">
        <w:t>nous rapprochâmes nos chaises quand nous fûmes à table</w:t>
      </w:r>
      <w:r w:rsidR="00E4444A" w:rsidRPr="0099306C">
        <w:t xml:space="preserve">, </w:t>
      </w:r>
      <w:r w:rsidRPr="002B3119">
        <w:t>avec le besoin de nous sentir plus près</w:t>
      </w:r>
      <w:r w:rsidR="00E4444A" w:rsidRPr="0099306C">
        <w:t xml:space="preserve">. </w:t>
      </w:r>
      <w:r w:rsidRPr="002B3119">
        <w:t>Puis</w:t>
      </w:r>
      <w:r w:rsidR="00E4444A" w:rsidRPr="0099306C">
        <w:t xml:space="preserve">, </w:t>
      </w:r>
      <w:r w:rsidRPr="002B3119">
        <w:t>après dîner</w:t>
      </w:r>
      <w:r w:rsidR="00E4444A" w:rsidRPr="0099306C">
        <w:t xml:space="preserve">, </w:t>
      </w:r>
      <w:r w:rsidRPr="002B3119">
        <w:t xml:space="preserve">le </w:t>
      </w:r>
      <w:r w:rsidR="008F4AF8">
        <w:t xml:space="preserve">cœur </w:t>
      </w:r>
      <w:r w:rsidRPr="002B3119">
        <w:t>trop léger pour rester en place</w:t>
      </w:r>
      <w:r w:rsidR="00E4444A" w:rsidRPr="0099306C">
        <w:t xml:space="preserve">, </w:t>
      </w:r>
      <w:r w:rsidRPr="002B3119">
        <w:t xml:space="preserve">presque soulevés de </w:t>
      </w:r>
      <w:r w:rsidRPr="002B3119">
        <w:lastRenderedPageBreak/>
        <w:t>terre par notre joie</w:t>
      </w:r>
      <w:r w:rsidR="00E4444A" w:rsidRPr="0099306C">
        <w:t xml:space="preserve">, </w:t>
      </w:r>
      <w:r w:rsidRPr="002B3119">
        <w:t>nous sortîmes ensemble dans le crépu</w:t>
      </w:r>
      <w:r w:rsidRPr="002B3119">
        <w:t>s</w:t>
      </w:r>
      <w:r w:rsidRPr="002B3119">
        <w:t>cule transparent</w:t>
      </w:r>
      <w:r w:rsidR="00E4444A" w:rsidRPr="0099306C">
        <w:t>.</w:t>
      </w:r>
    </w:p>
    <w:p w14:paraId="71F35295" w14:textId="77777777" w:rsidR="002B3119" w:rsidRPr="002B3119" w:rsidRDefault="002B3119" w:rsidP="002B3119"/>
    <w:p w14:paraId="1EB40861" w14:textId="77777777" w:rsidR="00E4444A" w:rsidRPr="0099306C" w:rsidRDefault="002B3119" w:rsidP="002B3119">
      <w:r w:rsidRPr="002B3119">
        <w:t>Oh</w:t>
      </w:r>
      <w:r w:rsidR="00E4444A" w:rsidRPr="0099306C">
        <w:t xml:space="preserve"> ! </w:t>
      </w:r>
      <w:r w:rsidRPr="002B3119">
        <w:t>ces limpides soirées bretonnes</w:t>
      </w:r>
      <w:r w:rsidR="00E4444A" w:rsidRPr="0099306C">
        <w:t> !</w:t>
      </w:r>
    </w:p>
    <w:p w14:paraId="7BB23A97" w14:textId="77777777" w:rsidR="00E4444A" w:rsidRPr="0099306C" w:rsidRDefault="002B3119" w:rsidP="002B3119">
      <w:r w:rsidRPr="002B3119">
        <w:t>La Bretagne est le pays des longs crépuscules dont j</w:t>
      </w:r>
      <w:r w:rsidRPr="002B3119">
        <w:t>a</w:t>
      </w:r>
      <w:r w:rsidRPr="002B3119">
        <w:t>mais mieux qu</w:t>
      </w:r>
      <w:r w:rsidR="00E4444A" w:rsidRPr="0099306C">
        <w:t>’</w:t>
      </w:r>
      <w:r w:rsidRPr="002B3119">
        <w:t>ici je n</w:t>
      </w:r>
      <w:r w:rsidR="00E4444A" w:rsidRPr="0099306C">
        <w:t>’</w:t>
      </w:r>
      <w:r w:rsidRPr="002B3119">
        <w:t>ai goûté la bienfaisante vertu</w:t>
      </w:r>
      <w:r w:rsidR="00E4444A" w:rsidRPr="0099306C">
        <w:t xml:space="preserve">. </w:t>
      </w:r>
      <w:r w:rsidRPr="002B3119">
        <w:t>Les peintres</w:t>
      </w:r>
      <w:r w:rsidR="00E4444A" w:rsidRPr="0099306C">
        <w:t xml:space="preserve">, </w:t>
      </w:r>
      <w:r w:rsidRPr="002B3119">
        <w:t>les poètes du crépuscule sont presque tous des peintres et des poètes bretons</w:t>
      </w:r>
      <w:r w:rsidR="00E4444A" w:rsidRPr="0099306C">
        <w:t xml:space="preserve">. </w:t>
      </w:r>
      <w:r w:rsidRPr="002B3119">
        <w:t>Et quand je me demande pourquoi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explication que je trouve va sembler artificielle peut-être</w:t>
      </w:r>
      <w:r w:rsidR="00E4444A" w:rsidRPr="0099306C">
        <w:t xml:space="preserve">, </w:t>
      </w:r>
      <w:r w:rsidRPr="002B3119">
        <w:t>mais peut contenir tout de même une part de vér</w:t>
      </w:r>
      <w:r w:rsidRPr="002B3119">
        <w:t>i</w:t>
      </w:r>
      <w:r w:rsidRPr="002B3119">
        <w:t>té</w:t>
      </w:r>
      <w:r w:rsidR="00E4444A" w:rsidRPr="0099306C">
        <w:t>.</w:t>
      </w:r>
    </w:p>
    <w:p w14:paraId="7F7EAC63" w14:textId="77777777" w:rsidR="00E4444A" w:rsidRPr="0099306C" w:rsidRDefault="002B3119" w:rsidP="002B3119">
      <w:r w:rsidRPr="002B3119">
        <w:t>Sa poésie crépusculaire</w:t>
      </w:r>
      <w:r w:rsidR="00E4444A" w:rsidRPr="0099306C">
        <w:t xml:space="preserve">, </w:t>
      </w:r>
      <w:r w:rsidRPr="002B3119">
        <w:t>la Bretagne la doit</w:t>
      </w:r>
      <w:r w:rsidR="00657F37">
        <w:t>,</w:t>
      </w:r>
      <w:r w:rsidRPr="002B3119">
        <w:t xml:space="preserve"> en partie</w:t>
      </w:r>
      <w:r w:rsidR="00E4444A" w:rsidRPr="0099306C">
        <w:t xml:space="preserve">, </w:t>
      </w:r>
      <w:r w:rsidRPr="002B3119">
        <w:t>à sa longitude</w:t>
      </w:r>
      <w:r w:rsidR="00E4444A" w:rsidRPr="0099306C">
        <w:t xml:space="preserve">. </w:t>
      </w:r>
      <w:r w:rsidRPr="002B3119">
        <w:t>Presque tous</w:t>
      </w:r>
      <w:r w:rsidR="00E4444A" w:rsidRPr="0099306C">
        <w:t xml:space="preserve">, </w:t>
      </w:r>
      <w:r w:rsidRPr="002B3119">
        <w:t>aux pendules qui règlent nos l</w:t>
      </w:r>
      <w:r w:rsidRPr="002B3119">
        <w:t>e</w:t>
      </w:r>
      <w:r w:rsidRPr="002B3119">
        <w:t>vers</w:t>
      </w:r>
      <w:r w:rsidR="00E4444A" w:rsidRPr="0099306C">
        <w:t xml:space="preserve">, </w:t>
      </w:r>
      <w:r w:rsidRPr="002B3119">
        <w:t>nos travaux</w:t>
      </w:r>
      <w:r w:rsidR="00657F37">
        <w:t>,</w:t>
      </w:r>
      <w:r w:rsidRPr="002B3119">
        <w:t xml:space="preserve"> nos repas</w:t>
      </w:r>
      <w:r w:rsidR="00E4444A" w:rsidRPr="0099306C">
        <w:t xml:space="preserve">, </w:t>
      </w:r>
      <w:r w:rsidRPr="002B3119">
        <w:t>nous avons l</w:t>
      </w:r>
      <w:r w:rsidR="00E4444A" w:rsidRPr="0099306C">
        <w:t>’</w:t>
      </w:r>
      <w:r w:rsidRPr="002B3119">
        <w:t>heure de Paris que donnent les horloges des gares</w:t>
      </w:r>
      <w:r w:rsidR="00E4444A" w:rsidRPr="0099306C">
        <w:t xml:space="preserve">. </w:t>
      </w:r>
      <w:r w:rsidRPr="002B3119">
        <w:t>Que nous habitions Brest ou Nancy</w:t>
      </w:r>
      <w:r w:rsidR="00E4444A" w:rsidRPr="0099306C">
        <w:t xml:space="preserve">, </w:t>
      </w:r>
      <w:r w:rsidRPr="002B3119">
        <w:t>nos montres</w:t>
      </w:r>
      <w:r w:rsidR="00E4444A" w:rsidRPr="0099306C">
        <w:t xml:space="preserve">, </w:t>
      </w:r>
      <w:r w:rsidRPr="002B3119">
        <w:t>aux mêmes instants</w:t>
      </w:r>
      <w:r w:rsidR="00E4444A" w:rsidRPr="0099306C">
        <w:t xml:space="preserve">, </w:t>
      </w:r>
      <w:r w:rsidRPr="002B3119">
        <w:t>marquent les mêmes heures</w:t>
      </w:r>
      <w:r w:rsidR="00E4444A" w:rsidRPr="0099306C">
        <w:t xml:space="preserve">. </w:t>
      </w:r>
      <w:r w:rsidRPr="002B3119">
        <w:t>Aussi la journée bretonne s</w:t>
      </w:r>
      <w:r w:rsidR="00E4444A" w:rsidRPr="0099306C">
        <w:t>’</w:t>
      </w:r>
      <w:r w:rsidRPr="002B3119">
        <w:t>étire-t-elle et f</w:t>
      </w:r>
      <w:r w:rsidRPr="002B3119">
        <w:t>i</w:t>
      </w:r>
      <w:r w:rsidRPr="002B3119">
        <w:t>nit-elle un peu plus tard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par les beaux soirs de juin</w:t>
      </w:r>
      <w:r w:rsidR="00E4444A" w:rsidRPr="0099306C">
        <w:t xml:space="preserve">, </w:t>
      </w:r>
      <w:r w:rsidRPr="002B3119">
        <w:t>quand nous sortons après dîner</w:t>
      </w:r>
      <w:r w:rsidR="00E4444A" w:rsidRPr="0099306C">
        <w:t xml:space="preserve">, </w:t>
      </w:r>
      <w:r w:rsidRPr="002B3119">
        <w:t>il nous reste trois quarts d</w:t>
      </w:r>
      <w:r w:rsidR="00E4444A" w:rsidRPr="0099306C">
        <w:t>’</w:t>
      </w:r>
      <w:r w:rsidRPr="002B3119">
        <w:t xml:space="preserve">heure de crépuscule que les </w:t>
      </w:r>
      <w:r w:rsidR="008F4AF8" w:rsidRPr="002B3119">
        <w:t>Français</w:t>
      </w:r>
      <w:r w:rsidRPr="002B3119">
        <w:t xml:space="preserve"> de l</w:t>
      </w:r>
      <w:r w:rsidR="00E4444A" w:rsidRPr="0099306C">
        <w:t>’</w:t>
      </w:r>
      <w:r w:rsidRPr="002B3119">
        <w:t>Est ne connai</w:t>
      </w:r>
      <w:r w:rsidRPr="002B3119">
        <w:t>s</w:t>
      </w:r>
      <w:r w:rsidRPr="002B3119">
        <w:t>sent pas</w:t>
      </w:r>
      <w:r w:rsidR="00E4444A" w:rsidRPr="0099306C">
        <w:t>.</w:t>
      </w:r>
    </w:p>
    <w:p w14:paraId="39A843C8" w14:textId="77777777" w:rsidR="00E4444A" w:rsidRPr="0099306C" w:rsidRDefault="002B3119" w:rsidP="002B3119">
      <w:r w:rsidRPr="002B3119">
        <w:t>Mais la soirée dont je parle est demeurée gravée dans ma mémoire</w:t>
      </w:r>
      <w:r w:rsidR="00E4444A" w:rsidRPr="0099306C">
        <w:t>.</w:t>
      </w:r>
    </w:p>
    <w:p w14:paraId="073D2634" w14:textId="77777777" w:rsidR="00E4444A" w:rsidRPr="0099306C" w:rsidRDefault="002B3119" w:rsidP="002B3119">
      <w:r w:rsidRPr="002B3119">
        <w:t>Dans l</w:t>
      </w:r>
      <w:r w:rsidR="00E4444A" w:rsidRPr="0099306C">
        <w:t>’</w:t>
      </w:r>
      <w:r w:rsidRPr="002B3119">
        <w:t>apaisement du soir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augmentait encore la s</w:t>
      </w:r>
      <w:r w:rsidRPr="002B3119">
        <w:t>a</w:t>
      </w:r>
      <w:r w:rsidRPr="002B3119">
        <w:t>tisfaction du travail achevé</w:t>
      </w:r>
      <w:r w:rsidR="00E4444A" w:rsidRPr="0099306C">
        <w:t xml:space="preserve">, </w:t>
      </w:r>
      <w:r w:rsidRPr="002B3119">
        <w:t>de la journée faite</w:t>
      </w:r>
      <w:r w:rsidR="00E4444A" w:rsidRPr="0099306C">
        <w:t xml:space="preserve">, </w:t>
      </w:r>
      <w:r w:rsidRPr="002B3119">
        <w:t>des hommes aux grands chapeaux ronds</w:t>
      </w:r>
      <w:r w:rsidR="00E4444A" w:rsidRPr="0099306C">
        <w:t xml:space="preserve">, </w:t>
      </w:r>
      <w:r w:rsidRPr="002B3119">
        <w:t>avec des rubans de velours leur retombant sur la nuque</w:t>
      </w:r>
      <w:r w:rsidR="00E4444A" w:rsidRPr="0099306C">
        <w:t xml:space="preserve">, </w:t>
      </w:r>
      <w:r w:rsidRPr="002B3119">
        <w:t>fumaient leurs pipes sur le pas des portes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>par groupes</w:t>
      </w:r>
      <w:r w:rsidR="00E4444A" w:rsidRPr="0099306C">
        <w:t xml:space="preserve">, </w:t>
      </w:r>
      <w:r w:rsidRPr="002B3119">
        <w:t>avec cette curiosité de l</w:t>
      </w:r>
      <w:r w:rsidR="00E4444A" w:rsidRPr="0099306C">
        <w:t>’</w:t>
      </w:r>
      <w:r w:rsidRPr="002B3119">
        <w:t>atmosphère qu</w:t>
      </w:r>
      <w:r w:rsidR="00E4444A" w:rsidRPr="0099306C">
        <w:t>’</w:t>
      </w:r>
      <w:r w:rsidRPr="002B3119">
        <w:t>ont toujours les gens du littoral</w:t>
      </w:r>
      <w:r w:rsidR="00E4444A" w:rsidRPr="0099306C">
        <w:t xml:space="preserve">, </w:t>
      </w:r>
      <w:r w:rsidRPr="002B3119">
        <w:t>interr</w:t>
      </w:r>
      <w:r w:rsidRPr="002B3119">
        <w:t>o</w:t>
      </w:r>
      <w:r w:rsidRPr="002B3119">
        <w:t>geaient l</w:t>
      </w:r>
      <w:r w:rsidR="00E4444A" w:rsidRPr="0099306C">
        <w:t>’</w:t>
      </w:r>
      <w:r w:rsidRPr="002B3119">
        <w:t>horizon</w:t>
      </w:r>
      <w:r w:rsidR="00E4444A" w:rsidRPr="0099306C">
        <w:t xml:space="preserve">, </w:t>
      </w:r>
      <w:r w:rsidRPr="002B3119">
        <w:t>prévoyaient le temps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la détente après le repas du soir</w:t>
      </w:r>
      <w:r w:rsidR="00E4444A" w:rsidRPr="0099306C">
        <w:t xml:space="preserve">, </w:t>
      </w:r>
      <w:r w:rsidRPr="002B3119">
        <w:t>la flânerie bien gagnée</w:t>
      </w:r>
      <w:r w:rsidR="00E4444A" w:rsidRPr="0099306C">
        <w:t xml:space="preserve">, </w:t>
      </w:r>
      <w:r w:rsidRPr="002B3119">
        <w:t>le bien-être crépusculaire</w:t>
      </w:r>
      <w:r w:rsidR="00E4444A" w:rsidRPr="0099306C">
        <w:t xml:space="preserve">. </w:t>
      </w:r>
      <w:r w:rsidRPr="002B3119">
        <w:t>Des jeunes gens</w:t>
      </w:r>
      <w:r w:rsidR="00E4444A" w:rsidRPr="0099306C">
        <w:t xml:space="preserve">, </w:t>
      </w:r>
      <w:r w:rsidRPr="002B3119">
        <w:t>des jeunes filles</w:t>
      </w:r>
      <w:r w:rsidR="00E4444A" w:rsidRPr="0099306C">
        <w:t xml:space="preserve">, </w:t>
      </w:r>
      <w:r w:rsidRPr="002B3119">
        <w:t>assez graves et mélancoliques</w:t>
      </w:r>
      <w:r w:rsidR="00E4444A" w:rsidRPr="0099306C">
        <w:t xml:space="preserve">, </w:t>
      </w:r>
      <w:r w:rsidRPr="002B3119">
        <w:lastRenderedPageBreak/>
        <w:t>comme le sont toujours un peu les amoureux bretons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accoudaient aux parapets et rega</w:t>
      </w:r>
      <w:r w:rsidRPr="002B3119">
        <w:t>r</w:t>
      </w:r>
      <w:r w:rsidRPr="002B3119">
        <w:t>daient le jour s</w:t>
      </w:r>
      <w:r w:rsidR="00E4444A" w:rsidRPr="0099306C">
        <w:t>’</w:t>
      </w:r>
      <w:r w:rsidRPr="002B3119">
        <w:t>éteindre dans le canal</w:t>
      </w:r>
      <w:r w:rsidR="00E4444A" w:rsidRPr="0099306C">
        <w:t xml:space="preserve">. </w:t>
      </w:r>
      <w:r w:rsidRPr="002B3119">
        <w:t>Des fumées grisâtres que n</w:t>
      </w:r>
      <w:r w:rsidR="00E4444A" w:rsidRPr="0099306C">
        <w:t>’</w:t>
      </w:r>
      <w:r w:rsidRPr="002B3119">
        <w:t>agitait aucun souffle s</w:t>
      </w:r>
      <w:r w:rsidR="00E4444A" w:rsidRPr="0099306C">
        <w:t>’</w:t>
      </w:r>
      <w:r w:rsidRPr="002B3119">
        <w:t>exhalaient des maisons</w:t>
      </w:r>
      <w:r w:rsidR="00E4444A" w:rsidRPr="0099306C">
        <w:t xml:space="preserve">. </w:t>
      </w:r>
      <w:r w:rsidRPr="002B3119">
        <w:t>Et ce printemps de Bretagne avec son ciel pâle</w:t>
      </w:r>
      <w:r w:rsidR="00E4444A" w:rsidRPr="0099306C">
        <w:t xml:space="preserve">, </w:t>
      </w:r>
      <w:r w:rsidRPr="002B3119">
        <w:t>avec sa bonne torpeur enveloppante</w:t>
      </w:r>
      <w:r w:rsidR="00E4444A" w:rsidRPr="0099306C">
        <w:t xml:space="preserve">, </w:t>
      </w:r>
      <w:r w:rsidRPr="002B3119">
        <w:t>ne suscitait point un désir d</w:t>
      </w:r>
      <w:r w:rsidR="00E4444A" w:rsidRPr="0099306C">
        <w:t>’</w:t>
      </w:r>
      <w:r w:rsidRPr="002B3119">
        <w:t>impossibles amours ou de joies défendues</w:t>
      </w:r>
      <w:r w:rsidR="00E4444A" w:rsidRPr="0099306C">
        <w:t xml:space="preserve">, </w:t>
      </w:r>
      <w:r w:rsidRPr="002B3119">
        <w:t>mais la simple espérance d</w:t>
      </w:r>
      <w:r w:rsidR="00E4444A" w:rsidRPr="0099306C">
        <w:t>’</w:t>
      </w:r>
      <w:r w:rsidRPr="002B3119">
        <w:t>un bonheur calme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 foyer sûr</w:t>
      </w:r>
      <w:r w:rsidR="00E4444A" w:rsidRPr="0099306C">
        <w:t xml:space="preserve">, </w:t>
      </w:r>
      <w:r w:rsidRPr="002B3119">
        <w:t>solidement bâti</w:t>
      </w:r>
      <w:r w:rsidR="00E4444A" w:rsidRPr="0099306C">
        <w:t xml:space="preserve">, </w:t>
      </w:r>
      <w:r w:rsidRPr="002B3119">
        <w:t>loin des tempêtes du monde</w:t>
      </w:r>
      <w:r w:rsidR="00E4444A" w:rsidRPr="0099306C">
        <w:t xml:space="preserve">, </w:t>
      </w:r>
      <w:r w:rsidRPr="002B3119">
        <w:t>dans la petite ville fam</w:t>
      </w:r>
      <w:r w:rsidRPr="002B3119">
        <w:t>i</w:t>
      </w:r>
      <w:r w:rsidRPr="002B3119">
        <w:t>liale</w:t>
      </w:r>
      <w:r w:rsidR="00E4444A" w:rsidRPr="0099306C">
        <w:t>.</w:t>
      </w:r>
    </w:p>
    <w:p w14:paraId="4FEF4480" w14:textId="77777777" w:rsidR="00E4444A" w:rsidRPr="0099306C" w:rsidRDefault="002B3119" w:rsidP="002B3119">
      <w:r w:rsidRPr="002B3119">
        <w:t>Tournant le dos au chemin qui serpentait sous les aulnes</w:t>
      </w:r>
      <w:r w:rsidR="00E4444A" w:rsidRPr="0099306C">
        <w:t xml:space="preserve">, </w:t>
      </w:r>
      <w:r w:rsidRPr="002B3119">
        <w:t>nous suivîmes le canal dans la direction de la mer</w:t>
      </w:r>
      <w:r w:rsidR="00E4444A" w:rsidRPr="0099306C">
        <w:t xml:space="preserve">. </w:t>
      </w:r>
      <w:r w:rsidRPr="002B3119">
        <w:t>Ici la route était plus large</w:t>
      </w:r>
      <w:r w:rsidR="00E4444A" w:rsidRPr="0099306C">
        <w:t xml:space="preserve">, </w:t>
      </w:r>
      <w:r w:rsidRPr="002B3119">
        <w:t>plus aérée</w:t>
      </w:r>
      <w:r w:rsidR="00E4444A" w:rsidRPr="0099306C">
        <w:t xml:space="preserve">, </w:t>
      </w:r>
      <w:r w:rsidRPr="002B3119">
        <w:t>et l</w:t>
      </w:r>
      <w:r w:rsidR="00E4444A" w:rsidRPr="0099306C">
        <w:t>’</w:t>
      </w:r>
      <w:r w:rsidRPr="002B3119">
        <w:t>on découvrait tout le ciel</w:t>
      </w:r>
      <w:r w:rsidR="00E4444A" w:rsidRPr="0099306C">
        <w:t xml:space="preserve">. </w:t>
      </w:r>
      <w:r w:rsidRPr="002B3119">
        <w:t>Jeanne marchait près de moi</w:t>
      </w:r>
      <w:r w:rsidR="00E4444A" w:rsidRPr="0099306C">
        <w:t xml:space="preserve">, </w:t>
      </w:r>
      <w:r w:rsidRPr="002B3119">
        <w:t>et son bras touchait le mien de temps en temps</w:t>
      </w:r>
      <w:r w:rsidR="00E4444A" w:rsidRPr="0099306C">
        <w:t xml:space="preserve">. </w:t>
      </w:r>
      <w:r w:rsidRPr="002B3119">
        <w:t>Les premières étoiles s</w:t>
      </w:r>
      <w:r w:rsidR="00E4444A" w:rsidRPr="0099306C">
        <w:t>’</w:t>
      </w:r>
      <w:r w:rsidRPr="002B3119">
        <w:t>allumaient</w:t>
      </w:r>
      <w:r w:rsidR="00E4444A" w:rsidRPr="0099306C">
        <w:t xml:space="preserve">, </w:t>
      </w:r>
      <w:r w:rsidRPr="002B3119">
        <w:t>répétées par le miroir de la rivière</w:t>
      </w:r>
      <w:r w:rsidR="00E4444A" w:rsidRPr="0099306C">
        <w:t xml:space="preserve">. </w:t>
      </w:r>
      <w:r w:rsidRPr="002B3119">
        <w:t>Sur les champs</w:t>
      </w:r>
      <w:r w:rsidR="00E4444A" w:rsidRPr="0099306C">
        <w:t xml:space="preserve">, </w:t>
      </w:r>
      <w:r w:rsidRPr="002B3119">
        <w:t>comme pour amortir la chute de la nuit</w:t>
      </w:r>
      <w:r w:rsidR="00E4444A" w:rsidRPr="0099306C">
        <w:t xml:space="preserve">, </w:t>
      </w:r>
      <w:r w:rsidRPr="002B3119">
        <w:t>tremblaient des vapeurs r</w:t>
      </w:r>
      <w:r w:rsidRPr="002B3119">
        <w:t>o</w:t>
      </w:r>
      <w:r w:rsidRPr="002B3119">
        <w:t>sées</w:t>
      </w:r>
      <w:r w:rsidR="00E4444A" w:rsidRPr="0099306C">
        <w:t xml:space="preserve">. </w:t>
      </w:r>
      <w:r w:rsidRPr="002B3119">
        <w:t>Des couples assis sur des bancs de pierre</w:t>
      </w:r>
      <w:r w:rsidR="00E4444A" w:rsidRPr="0099306C">
        <w:t xml:space="preserve">, </w:t>
      </w:r>
      <w:r w:rsidRPr="002B3119">
        <w:t>les yeux perdus dans le vide</w:t>
      </w:r>
      <w:r w:rsidR="00E4444A" w:rsidRPr="0099306C">
        <w:t xml:space="preserve">, </w:t>
      </w:r>
      <w:r w:rsidRPr="002B3119">
        <w:t>échangeaient sans se regarder des p</w:t>
      </w:r>
      <w:r w:rsidRPr="002B3119">
        <w:t>a</w:t>
      </w:r>
      <w:r w:rsidRPr="002B3119">
        <w:t>roles mystérieuses</w:t>
      </w:r>
      <w:r w:rsidR="00E4444A" w:rsidRPr="0099306C">
        <w:t xml:space="preserve">. </w:t>
      </w:r>
      <w:r w:rsidRPr="002B3119">
        <w:t>Mais leur chuchotement s</w:t>
      </w:r>
      <w:r w:rsidR="00E4444A" w:rsidRPr="0099306C">
        <w:t>’</w:t>
      </w:r>
      <w:r w:rsidRPr="002B3119">
        <w:t>arrêtait quand nous passions à leur hauteur</w:t>
      </w:r>
      <w:r w:rsidR="00E4444A" w:rsidRPr="0099306C">
        <w:t>.</w:t>
      </w:r>
    </w:p>
    <w:p w14:paraId="2923B167" w14:textId="77777777" w:rsidR="00E4444A" w:rsidRPr="0099306C" w:rsidRDefault="002B3119" w:rsidP="002B3119">
      <w:r w:rsidRPr="002B3119">
        <w:t>Soudain</w:t>
      </w:r>
      <w:r w:rsidR="00E4444A" w:rsidRPr="0099306C">
        <w:t xml:space="preserve">, </w:t>
      </w:r>
      <w:r w:rsidRPr="002B3119">
        <w:t>à quelque église</w:t>
      </w:r>
      <w:r w:rsidR="00E4444A" w:rsidRPr="0099306C">
        <w:t xml:space="preserve">, </w:t>
      </w:r>
      <w:r w:rsidRPr="002B3119">
        <w:t>une cloche tinta pour un de</w:t>
      </w:r>
      <w:r w:rsidRPr="002B3119">
        <w:t>r</w:t>
      </w:r>
      <w:r w:rsidRPr="002B3119">
        <w:t>nier salut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presque au même moment</w:t>
      </w:r>
      <w:r w:rsidR="00E4444A" w:rsidRPr="0099306C">
        <w:t xml:space="preserve">, </w:t>
      </w:r>
      <w:r w:rsidRPr="002B3119">
        <w:t>la nuit se précisa</w:t>
      </w:r>
      <w:r w:rsidR="00E4444A" w:rsidRPr="0099306C">
        <w:t xml:space="preserve">, </w:t>
      </w:r>
      <w:r w:rsidRPr="002B3119">
        <w:t>comme si les sonneries du soir se diluaient en brume</w:t>
      </w:r>
      <w:r w:rsidR="00E4444A" w:rsidRPr="0099306C">
        <w:t xml:space="preserve">. </w:t>
      </w:r>
      <w:r w:rsidRPr="002B3119">
        <w:t>Nous prîmes alors le chemin du retour</w:t>
      </w:r>
      <w:r w:rsidR="00E4444A" w:rsidRPr="0099306C">
        <w:t xml:space="preserve">. </w:t>
      </w:r>
      <w:r w:rsidRPr="002B3119">
        <w:t>Pas une parole ne sortait de nos lèvres</w:t>
      </w:r>
      <w:r w:rsidR="00E4444A" w:rsidRPr="0099306C">
        <w:t xml:space="preserve">. </w:t>
      </w:r>
      <w:r w:rsidRPr="002B3119">
        <w:t>Les paysans avaient regagné leurs gîtes</w:t>
      </w:r>
      <w:r w:rsidR="00E4444A" w:rsidRPr="0099306C">
        <w:t xml:space="preserve">. </w:t>
      </w:r>
      <w:r w:rsidRPr="002B3119">
        <w:t>De</w:t>
      </w:r>
      <w:r w:rsidRPr="002B3119">
        <w:t>r</w:t>
      </w:r>
      <w:r w:rsidRPr="002B3119">
        <w:t>rière les fenêtres</w:t>
      </w:r>
      <w:r w:rsidR="00E4444A" w:rsidRPr="0099306C">
        <w:t xml:space="preserve">, </w:t>
      </w:r>
      <w:r w:rsidRPr="002B3119">
        <w:t>qui découpaient leurs rectangles pâles</w:t>
      </w:r>
      <w:r w:rsidR="00E4444A" w:rsidRPr="0099306C">
        <w:t xml:space="preserve">, </w:t>
      </w:r>
      <w:r w:rsidRPr="002B3119">
        <w:t>la vie humaine se blottissait</w:t>
      </w:r>
      <w:r w:rsidR="00E4444A" w:rsidRPr="0099306C">
        <w:t xml:space="preserve">. </w:t>
      </w:r>
      <w:r w:rsidRPr="002B3119">
        <w:t>Les maisons avaient l</w:t>
      </w:r>
      <w:r w:rsidR="00E4444A" w:rsidRPr="0099306C">
        <w:t>’</w:t>
      </w:r>
      <w:r w:rsidRPr="002B3119">
        <w:t>air de nous attendre</w:t>
      </w:r>
      <w:r w:rsidR="00E4444A" w:rsidRPr="0099306C">
        <w:t xml:space="preserve">, </w:t>
      </w:r>
      <w:r w:rsidRPr="002B3119">
        <w:t>et comme</w:t>
      </w:r>
      <w:r w:rsidR="00E4444A" w:rsidRPr="0099306C">
        <w:t xml:space="preserve">, </w:t>
      </w:r>
      <w:r w:rsidRPr="002B3119">
        <w:t>à chaque pas</w:t>
      </w:r>
      <w:r w:rsidR="00E4444A" w:rsidRPr="0099306C">
        <w:t xml:space="preserve">, </w:t>
      </w:r>
      <w:r w:rsidRPr="002B3119">
        <w:t>la nuit était un peu plus dense</w:t>
      </w:r>
      <w:r w:rsidR="00E4444A" w:rsidRPr="0099306C">
        <w:t xml:space="preserve">, </w:t>
      </w:r>
      <w:r w:rsidRPr="002B3119">
        <w:t>nous avions la sensation qu</w:t>
      </w:r>
      <w:r w:rsidR="00E4444A" w:rsidRPr="0099306C">
        <w:t>’</w:t>
      </w:r>
      <w:r w:rsidRPr="002B3119">
        <w:t>elle venait au</w:t>
      </w:r>
      <w:r w:rsidR="00BC2744" w:rsidRPr="0099306C">
        <w:t>-</w:t>
      </w:r>
      <w:r w:rsidRPr="002B3119">
        <w:t>devant de nous</w:t>
      </w:r>
      <w:r w:rsidR="00E4444A" w:rsidRPr="0099306C">
        <w:t>.</w:t>
      </w:r>
    </w:p>
    <w:p w14:paraId="59597A28" w14:textId="77777777" w:rsidR="00E4444A" w:rsidRPr="0099306C" w:rsidRDefault="002B3119" w:rsidP="002B3119">
      <w:r w:rsidRPr="002B3119">
        <w:t>Comme elle fut belle</w:t>
      </w:r>
      <w:r w:rsidR="00E4444A" w:rsidRPr="0099306C">
        <w:t xml:space="preserve">, </w:t>
      </w:r>
      <w:r w:rsidRPr="002B3119">
        <w:t>cette soirée-là</w:t>
      </w:r>
      <w:r w:rsidR="00E4444A" w:rsidRPr="0099306C">
        <w:t> !</w:t>
      </w:r>
    </w:p>
    <w:p w14:paraId="58B04425" w14:textId="77777777" w:rsidR="00B4016A" w:rsidRPr="0099306C" w:rsidRDefault="002B3119" w:rsidP="00E4444A">
      <w:pPr>
        <w:pStyle w:val="Titre2"/>
      </w:pPr>
      <w:bookmarkStart w:id="13" w:name="_pzbnmb69cgb7" w:colFirst="0" w:colLast="0"/>
      <w:bookmarkStart w:id="14" w:name="_Toc197514963"/>
      <w:bookmarkEnd w:id="13"/>
      <w:r w:rsidRPr="002B3119">
        <w:lastRenderedPageBreak/>
        <w:t>VI</w:t>
      </w:r>
      <w:r w:rsidR="00B4016A" w:rsidRPr="0099306C">
        <w:t>I</w:t>
      </w:r>
      <w:bookmarkEnd w:id="14"/>
    </w:p>
    <w:p w14:paraId="7D3323B1" w14:textId="77777777" w:rsidR="00E4444A" w:rsidRPr="0099306C" w:rsidRDefault="002B3119" w:rsidP="002B3119">
      <w:r w:rsidRPr="002B3119">
        <w:t>Les feux de la Saint-Jean rallumèrent leurs incendies</w:t>
      </w:r>
      <w:r w:rsidR="00E4444A" w:rsidRPr="0099306C">
        <w:t xml:space="preserve">. </w:t>
      </w:r>
      <w:r w:rsidRPr="002B3119">
        <w:t>Toutes les collines des environs eurent leurs joyeuses fla</w:t>
      </w:r>
      <w:r w:rsidRPr="002B3119">
        <w:t>m</w:t>
      </w:r>
      <w:r w:rsidRPr="002B3119">
        <w:t>bées</w:t>
      </w:r>
      <w:r w:rsidR="00E4444A" w:rsidRPr="0099306C">
        <w:t xml:space="preserve">. </w:t>
      </w:r>
      <w:r w:rsidRPr="002B3119">
        <w:t>Sur les quais</w:t>
      </w:r>
      <w:r w:rsidR="00E4444A" w:rsidRPr="0099306C">
        <w:t xml:space="preserve">, </w:t>
      </w:r>
      <w:r w:rsidRPr="002B3119">
        <w:t>un grand bûcher se dressa</w:t>
      </w:r>
      <w:r w:rsidR="00E4444A" w:rsidRPr="0099306C">
        <w:t xml:space="preserve">, </w:t>
      </w:r>
      <w:r w:rsidRPr="002B3119">
        <w:t>où chacun avait apporté son fagot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comme dans un tableau de Co</w:t>
      </w:r>
      <w:r w:rsidRPr="002B3119">
        <w:t>t</w:t>
      </w:r>
      <w:r w:rsidRPr="002B3119">
        <w:t>tet</w:t>
      </w:r>
      <w:r w:rsidR="00E4444A" w:rsidRPr="0099306C">
        <w:t xml:space="preserve">, </w:t>
      </w:r>
      <w:r w:rsidRPr="002B3119">
        <w:t>de petites bretonnes</w:t>
      </w:r>
      <w:r w:rsidR="00E4444A" w:rsidRPr="0099306C">
        <w:t xml:space="preserve">, </w:t>
      </w:r>
      <w:r w:rsidRPr="002B3119">
        <w:t>dont la flamme illuminait les f</w:t>
      </w:r>
      <w:r w:rsidRPr="002B3119">
        <w:t>i</w:t>
      </w:r>
      <w:r w:rsidRPr="002B3119">
        <w:t>gures graves</w:t>
      </w:r>
      <w:r w:rsidR="00E4444A" w:rsidRPr="0099306C">
        <w:t xml:space="preserve">, </w:t>
      </w:r>
      <w:r w:rsidRPr="002B3119">
        <w:t>contemplèrent le feu de leurs grands yeux émerveillés</w:t>
      </w:r>
      <w:r w:rsidR="00E4444A" w:rsidRPr="0099306C">
        <w:t>.</w:t>
      </w:r>
    </w:p>
    <w:p w14:paraId="2DED3EDA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le lendemain</w:t>
      </w:r>
      <w:r w:rsidR="00E4444A" w:rsidRPr="0099306C">
        <w:t xml:space="preserve">, </w:t>
      </w:r>
      <w:r w:rsidRPr="002B3119">
        <w:t>ce fut l</w:t>
      </w:r>
      <w:r w:rsidR="00E4444A" w:rsidRPr="0099306C">
        <w:t>’</w:t>
      </w:r>
      <w:r w:rsidRPr="002B3119">
        <w:t>été</w:t>
      </w:r>
      <w:r w:rsidR="00E4444A" w:rsidRPr="0099306C">
        <w:t>.</w:t>
      </w:r>
    </w:p>
    <w:p w14:paraId="01910D49" w14:textId="77777777" w:rsidR="00E4444A" w:rsidRPr="0099306C" w:rsidRDefault="002B3119" w:rsidP="002B3119">
      <w:r w:rsidRPr="002B3119">
        <w:t>Les progrès d</w:t>
      </w:r>
      <w:r w:rsidR="00E4444A" w:rsidRPr="0099306C">
        <w:t>’</w:t>
      </w:r>
      <w:r w:rsidRPr="002B3119">
        <w:t>Yvette nous remplissaient d</w:t>
      </w:r>
      <w:r w:rsidR="00E4444A" w:rsidRPr="0099306C">
        <w:t>’</w:t>
      </w:r>
      <w:r w:rsidRPr="002B3119">
        <w:t>orgueil</w:t>
      </w:r>
      <w:r w:rsidR="00E4444A" w:rsidRPr="0099306C">
        <w:t xml:space="preserve">. </w:t>
      </w:r>
      <w:r w:rsidRPr="002B3119">
        <w:t>Si elle ne savait pas encore se tenir debout</w:t>
      </w:r>
      <w:r w:rsidR="00E4444A" w:rsidRPr="0099306C">
        <w:t xml:space="preserve">, </w:t>
      </w:r>
      <w:r w:rsidRPr="002B3119">
        <w:t>elle avait assez de force pour rester assise</w:t>
      </w:r>
      <w:r w:rsidR="00E4444A" w:rsidRPr="0099306C">
        <w:t xml:space="preserve">. </w:t>
      </w:r>
      <w:r w:rsidRPr="002B3119">
        <w:t>Quand nous sortions</w:t>
      </w:r>
      <w:r w:rsidR="00E4444A" w:rsidRPr="0099306C">
        <w:t xml:space="preserve">, </w:t>
      </w:r>
      <w:r w:rsidRPr="002B3119">
        <w:t>nous l</w:t>
      </w:r>
      <w:r w:rsidR="00E4444A" w:rsidRPr="0099306C">
        <w:t>’</w:t>
      </w:r>
      <w:r w:rsidRPr="002B3119">
        <w:t>installions dans sa voiture</w:t>
      </w:r>
      <w:r w:rsidR="00E4444A" w:rsidRPr="0099306C">
        <w:t xml:space="preserve">, </w:t>
      </w:r>
      <w:r w:rsidRPr="002B3119">
        <w:t>et elle regardait autour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intéressant à tout</w:t>
      </w:r>
      <w:r w:rsidR="00E4444A" w:rsidRPr="0099306C">
        <w:t xml:space="preserve">. </w:t>
      </w:r>
      <w:r w:rsidRPr="002B3119">
        <w:t>Et souvent</w:t>
      </w:r>
      <w:r w:rsidR="00E4444A" w:rsidRPr="0099306C">
        <w:t xml:space="preserve">, </w:t>
      </w:r>
      <w:r w:rsidRPr="002B3119">
        <w:t>au retour</w:t>
      </w:r>
      <w:r w:rsidR="00E4444A" w:rsidRPr="0099306C">
        <w:t xml:space="preserve">, </w:t>
      </w:r>
      <w:r w:rsidRPr="002B3119">
        <w:t>Jeanne l</w:t>
      </w:r>
      <w:r w:rsidR="00E4444A" w:rsidRPr="0099306C">
        <w:t>’</w:t>
      </w:r>
      <w:r w:rsidRPr="002B3119">
        <w:t>asseyait sur l</w:t>
      </w:r>
      <w:r w:rsidR="00E4444A" w:rsidRPr="0099306C">
        <w:t>’</w:t>
      </w:r>
      <w:r w:rsidRPr="002B3119">
        <w:t>épais tapis du salon</w:t>
      </w:r>
      <w:r w:rsidR="00E4444A" w:rsidRPr="0099306C">
        <w:t xml:space="preserve">, </w:t>
      </w:r>
      <w:r w:rsidRPr="002B3119">
        <w:t>où</w:t>
      </w:r>
      <w:r w:rsidR="00E4444A" w:rsidRPr="0099306C">
        <w:t xml:space="preserve">, </w:t>
      </w:r>
      <w:r w:rsidRPr="002B3119">
        <w:t>tout en jouant</w:t>
      </w:r>
      <w:r w:rsidR="00E4444A" w:rsidRPr="0099306C">
        <w:t xml:space="preserve">, </w:t>
      </w:r>
      <w:r w:rsidRPr="002B3119">
        <w:t>elle gazouillait</w:t>
      </w:r>
      <w:r w:rsidR="00E4444A" w:rsidRPr="0099306C">
        <w:t>.</w:t>
      </w:r>
    </w:p>
    <w:p w14:paraId="34B76610" w14:textId="77777777" w:rsidR="00E4444A" w:rsidRPr="0099306C" w:rsidRDefault="002B3119" w:rsidP="002B3119">
      <w:r w:rsidRPr="002B3119">
        <w:t>Car elle savait jouer</w:t>
      </w:r>
      <w:r w:rsidR="00E4444A" w:rsidRPr="0099306C">
        <w:t xml:space="preserve">, </w:t>
      </w:r>
      <w:r w:rsidRPr="002B3119">
        <w:t>à présent</w:t>
      </w:r>
      <w:r w:rsidR="00E4444A" w:rsidRPr="0099306C">
        <w:t xml:space="preserve">. </w:t>
      </w:r>
      <w:r w:rsidRPr="002B3119">
        <w:t>Le sapin de la bergerie</w:t>
      </w:r>
      <w:r w:rsidR="00E4444A" w:rsidRPr="0099306C">
        <w:t xml:space="preserve">, </w:t>
      </w:r>
      <w:r w:rsidRPr="002B3119">
        <w:t>le bonhomme de l</w:t>
      </w:r>
      <w:r w:rsidR="00E4444A" w:rsidRPr="0099306C">
        <w:t>’</w:t>
      </w:r>
      <w:r w:rsidRPr="002B3119">
        <w:t>arche de Noé n</w:t>
      </w:r>
      <w:r w:rsidR="00E4444A" w:rsidRPr="0099306C">
        <w:t>’</w:t>
      </w:r>
      <w:r w:rsidRPr="002B3119">
        <w:t>étaient plus indistinct</w:t>
      </w:r>
      <w:r w:rsidRPr="002B3119">
        <w:t>e</w:t>
      </w:r>
      <w:r w:rsidRPr="002B3119">
        <w:t>ment voués à prendre le chemin immédiat de sa bouche</w:t>
      </w:r>
      <w:r w:rsidR="00E4444A" w:rsidRPr="0099306C">
        <w:t xml:space="preserve">. </w:t>
      </w:r>
      <w:r w:rsidRPr="002B3119">
        <w:t>Elle rangeait sur le tapis ses poupées qu</w:t>
      </w:r>
      <w:r w:rsidR="00E4444A" w:rsidRPr="0099306C">
        <w:t>’</w:t>
      </w:r>
      <w:r w:rsidRPr="002B3119">
        <w:t>elle reconnaissait l</w:t>
      </w:r>
      <w:r w:rsidR="00E4444A" w:rsidRPr="0099306C">
        <w:t>’</w:t>
      </w:r>
      <w:r w:rsidRPr="002B3119">
        <w:t>une de l</w:t>
      </w:r>
      <w:r w:rsidR="00E4444A" w:rsidRPr="0099306C">
        <w:t>’</w:t>
      </w:r>
      <w:r w:rsidRPr="002B3119">
        <w:t>autre</w:t>
      </w:r>
      <w:r w:rsidR="00E4444A" w:rsidRPr="0099306C">
        <w:t xml:space="preserve">, </w:t>
      </w:r>
      <w:r w:rsidRPr="002B3119">
        <w:t>et leur racontait d</w:t>
      </w:r>
      <w:r w:rsidR="00E4444A" w:rsidRPr="0099306C">
        <w:t>’</w:t>
      </w:r>
      <w:r w:rsidRPr="002B3119">
        <w:t>interminables histoires que</w:t>
      </w:r>
      <w:r w:rsidR="00E4444A" w:rsidRPr="0099306C">
        <w:t xml:space="preserve">, </w:t>
      </w:r>
      <w:r w:rsidRPr="002B3119">
        <w:t>par malheur</w:t>
      </w:r>
      <w:r w:rsidR="00E4444A" w:rsidRPr="0099306C">
        <w:t xml:space="preserve">, </w:t>
      </w:r>
      <w:r w:rsidRPr="002B3119">
        <w:t>nous ne comprenions pas</w:t>
      </w:r>
      <w:r w:rsidR="00E4444A" w:rsidRPr="0099306C">
        <w:t>.</w:t>
      </w:r>
    </w:p>
    <w:p w14:paraId="7AD344A8" w14:textId="77777777" w:rsidR="00E4444A" w:rsidRPr="0099306C" w:rsidRDefault="002B3119" w:rsidP="002B3119">
      <w:r w:rsidRPr="002B3119">
        <w:t>Ses premières dents avaient apparu</w:t>
      </w:r>
      <w:r w:rsidR="00E4444A" w:rsidRPr="0099306C">
        <w:t xml:space="preserve">. </w:t>
      </w:r>
      <w:r w:rsidRPr="002B3119">
        <w:t>Jeanne</w:t>
      </w:r>
      <w:r w:rsidR="00E4444A" w:rsidRPr="0099306C">
        <w:t xml:space="preserve">, </w:t>
      </w:r>
      <w:r w:rsidRPr="002B3119">
        <w:t>quand elle l</w:t>
      </w:r>
      <w:r w:rsidR="00E4444A" w:rsidRPr="0099306C">
        <w:t>’</w:t>
      </w:r>
      <w:r w:rsidRPr="002B3119">
        <w:t>allaitait</w:t>
      </w:r>
      <w:r w:rsidR="00E4444A" w:rsidRPr="0099306C">
        <w:t xml:space="preserve">, </w:t>
      </w:r>
      <w:r w:rsidRPr="002B3119">
        <w:t>poussait parfois un léger cri</w:t>
      </w:r>
      <w:r w:rsidR="00E4444A" w:rsidRPr="0099306C">
        <w:t xml:space="preserve">, </w:t>
      </w:r>
      <w:r w:rsidRPr="002B3119">
        <w:t>les petites quenottes ayant mordillé un peu trop fort</w:t>
      </w:r>
      <w:r w:rsidR="00E4444A" w:rsidRPr="0099306C">
        <w:t>.</w:t>
      </w:r>
    </w:p>
    <w:p w14:paraId="15FDEC5D" w14:textId="77777777" w:rsidR="00E4444A" w:rsidRPr="0099306C" w:rsidRDefault="002B3119" w:rsidP="002B3119">
      <w:r w:rsidRPr="002B3119">
        <w:t xml:space="preserve">Les mots de </w:t>
      </w:r>
      <w:r w:rsidR="00E4444A" w:rsidRPr="0099306C">
        <w:t>« </w:t>
      </w:r>
      <w:r w:rsidRPr="002B3119">
        <w:t>papa</w:t>
      </w:r>
      <w:r w:rsidR="00E4444A" w:rsidRPr="0099306C">
        <w:t xml:space="preserve"> », </w:t>
      </w:r>
      <w:r w:rsidRPr="002B3119">
        <w:t xml:space="preserve">de </w:t>
      </w:r>
      <w:r w:rsidR="00E4444A" w:rsidRPr="0099306C">
        <w:t>« </w:t>
      </w:r>
      <w:r w:rsidRPr="002B3119">
        <w:t>maman</w:t>
      </w:r>
      <w:r w:rsidR="00E4444A" w:rsidRPr="0099306C">
        <w:t> »</w:t>
      </w:r>
      <w:r w:rsidRPr="002B3119">
        <w:t xml:space="preserve"> sortaient comm</w:t>
      </w:r>
      <w:r w:rsidRPr="002B3119">
        <w:t>u</w:t>
      </w:r>
      <w:r w:rsidRPr="002B3119">
        <w:t>nément de ses lèvres</w:t>
      </w:r>
      <w:r w:rsidR="00E4444A" w:rsidRPr="0099306C">
        <w:t xml:space="preserve">, </w:t>
      </w:r>
      <w:r w:rsidRPr="002B3119">
        <w:t>ces premiers mots que prononce l</w:t>
      </w:r>
      <w:r w:rsidR="00E4444A" w:rsidRPr="0099306C">
        <w:t>’</w:t>
      </w:r>
      <w:r w:rsidRPr="002B3119">
        <w:t>enfant</w:t>
      </w:r>
      <w:r w:rsidR="00E4444A" w:rsidRPr="0099306C">
        <w:t xml:space="preserve">, </w:t>
      </w:r>
      <w:r w:rsidRPr="002B3119">
        <w:t>sans doute parce que pères et mères</w:t>
      </w:r>
      <w:r w:rsidR="00E4444A" w:rsidRPr="0099306C">
        <w:t xml:space="preserve">, </w:t>
      </w:r>
      <w:r w:rsidRPr="002B3119">
        <w:t>dans leur hâte de s</w:t>
      </w:r>
      <w:r w:rsidR="00E4444A" w:rsidRPr="0099306C">
        <w:t>’</w:t>
      </w:r>
      <w:r w:rsidRPr="002B3119">
        <w:t>entendre nommer par leurs tout petits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 xml:space="preserve">adjugent leur initial </w:t>
      </w:r>
      <w:r w:rsidRPr="002B3119">
        <w:lastRenderedPageBreak/>
        <w:t>balbutiement et se sont fait un nom des premières sy</w:t>
      </w:r>
      <w:r w:rsidRPr="002B3119">
        <w:t>l</w:t>
      </w:r>
      <w:r w:rsidRPr="002B3119">
        <w:t>labes qu</w:t>
      </w:r>
      <w:r w:rsidR="00E4444A" w:rsidRPr="0099306C">
        <w:t>’</w:t>
      </w:r>
      <w:r w:rsidRPr="002B3119">
        <w:t>ils soient capables d</w:t>
      </w:r>
      <w:r w:rsidR="00E4444A" w:rsidRPr="0099306C">
        <w:t>’</w:t>
      </w:r>
      <w:r w:rsidRPr="002B3119">
        <w:t>articuler</w:t>
      </w:r>
      <w:r w:rsidR="00E4444A" w:rsidRPr="0099306C">
        <w:t>.</w:t>
      </w:r>
    </w:p>
    <w:p w14:paraId="4961694D" w14:textId="77777777" w:rsidR="00E4444A" w:rsidRPr="0099306C" w:rsidRDefault="002B3119" w:rsidP="002B3119">
      <w:r w:rsidRPr="002B3119">
        <w:t>Quand Jeanne se mettait au piano</w:t>
      </w:r>
      <w:r w:rsidR="00E4444A" w:rsidRPr="0099306C">
        <w:t xml:space="preserve">, </w:t>
      </w:r>
      <w:r w:rsidRPr="002B3119">
        <w:t>Yvette tout à coup sérieuse</w:t>
      </w:r>
      <w:r w:rsidR="00E4444A" w:rsidRPr="0099306C">
        <w:t xml:space="preserve">, </w:t>
      </w:r>
      <w:r w:rsidRPr="002B3119">
        <w:t>laissait ses joujoux pour écouter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quand Jeanne chantait</w:t>
      </w:r>
      <w:r w:rsidR="00E4444A" w:rsidRPr="0099306C">
        <w:t xml:space="preserve">, </w:t>
      </w:r>
      <w:r w:rsidRPr="002B3119">
        <w:t>elle fredonnait aussi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unisson</w:t>
      </w:r>
      <w:r w:rsidR="00E4444A" w:rsidRPr="0099306C">
        <w:t>.</w:t>
      </w:r>
    </w:p>
    <w:p w14:paraId="39118DAF" w14:textId="77777777" w:rsidR="00E4444A" w:rsidRPr="0099306C" w:rsidRDefault="002B3119" w:rsidP="002B3119">
      <w:r w:rsidRPr="002B3119">
        <w:t>Mais il arrivait qu</w:t>
      </w:r>
      <w:r w:rsidR="00E4444A" w:rsidRPr="0099306C">
        <w:t>’</w:t>
      </w:r>
      <w:r w:rsidRPr="002B3119">
        <w:t>au beau milieu du concert montât un cri que n</w:t>
      </w:r>
      <w:r w:rsidR="00E4444A" w:rsidRPr="0099306C">
        <w:t>’</w:t>
      </w:r>
      <w:r w:rsidRPr="002B3119">
        <w:t>avaient prévu ni Beethoven</w:t>
      </w:r>
      <w:r w:rsidR="00E4444A" w:rsidRPr="0099306C">
        <w:t xml:space="preserve">, </w:t>
      </w:r>
      <w:r w:rsidRPr="002B3119">
        <w:t>ni Mozart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ayant basculé sur son petit derrière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étendait tout de son long sur le tapis</w:t>
      </w:r>
      <w:r w:rsidR="00E4444A" w:rsidRPr="0099306C">
        <w:t xml:space="preserve">, </w:t>
      </w:r>
      <w:r w:rsidRPr="002B3119">
        <w:t>et nous courions ensemble à son secours</w:t>
      </w:r>
      <w:r w:rsidR="00E4444A" w:rsidRPr="0099306C">
        <w:t>.</w:t>
      </w:r>
    </w:p>
    <w:p w14:paraId="71753CD3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l</w:t>
      </w:r>
      <w:r w:rsidR="00E4444A" w:rsidRPr="0099306C">
        <w:t>’</w:t>
      </w:r>
      <w:r w:rsidRPr="002B3119">
        <w:t>été</w:t>
      </w:r>
      <w:r w:rsidR="00E4444A" w:rsidRPr="0099306C">
        <w:t xml:space="preserve">, </w:t>
      </w:r>
      <w:r w:rsidRPr="002B3119">
        <w:t>saison des fêtes et des pardons</w:t>
      </w:r>
      <w:r w:rsidR="00E4444A" w:rsidRPr="0099306C">
        <w:t xml:space="preserve">. </w:t>
      </w:r>
      <w:r w:rsidRPr="002B3119">
        <w:t>Il y avait</w:t>
      </w:r>
      <w:r w:rsidR="00E4444A" w:rsidRPr="0099306C">
        <w:t xml:space="preserve">, </w:t>
      </w:r>
      <w:r w:rsidRPr="002B3119">
        <w:t>pas très loin</w:t>
      </w:r>
      <w:r w:rsidR="00E4444A" w:rsidRPr="0099306C">
        <w:t xml:space="preserve">, </w:t>
      </w:r>
      <w:r w:rsidRPr="002B3119">
        <w:t xml:space="preserve">le pardon de </w:t>
      </w:r>
      <w:proofErr w:type="spellStart"/>
      <w:r w:rsidRPr="002B3119">
        <w:t>Rumengol</w:t>
      </w:r>
      <w:proofErr w:type="spellEnd"/>
      <w:r w:rsidR="00E4444A" w:rsidRPr="0099306C">
        <w:t xml:space="preserve">, </w:t>
      </w:r>
      <w:r w:rsidRPr="002B3119">
        <w:t>où les pénitents gr</w:t>
      </w:r>
      <w:r w:rsidRPr="002B3119">
        <w:t>a</w:t>
      </w:r>
      <w:r w:rsidRPr="002B3119">
        <w:t>vissent</w:t>
      </w:r>
      <w:r w:rsidR="00E4444A" w:rsidRPr="0099306C">
        <w:t xml:space="preserve">, </w:t>
      </w:r>
      <w:r w:rsidRPr="002B3119">
        <w:t>pieds nus</w:t>
      </w:r>
      <w:r w:rsidR="00E4444A" w:rsidRPr="0099306C">
        <w:t xml:space="preserve">, </w:t>
      </w:r>
      <w:r w:rsidRPr="002B3119">
        <w:t>la montagne pierreuse</w:t>
      </w:r>
      <w:r w:rsidR="00E4444A" w:rsidRPr="0099306C">
        <w:t xml:space="preserve"> ; </w:t>
      </w:r>
      <w:r w:rsidRPr="002B3119">
        <w:t>le pardon de Sainte</w:t>
      </w:r>
      <w:r w:rsidR="00631FE9">
        <w:t>-</w:t>
      </w:r>
      <w:r w:rsidRPr="002B3119">
        <w:t>Anne</w:t>
      </w:r>
      <w:r w:rsidR="00E4444A" w:rsidRPr="0099306C">
        <w:t xml:space="preserve">, </w:t>
      </w:r>
      <w:r w:rsidRPr="002B3119">
        <w:t>à la Palud</w:t>
      </w:r>
      <w:r w:rsidR="00E4444A" w:rsidRPr="0099306C">
        <w:t xml:space="preserve">, </w:t>
      </w:r>
      <w:r w:rsidRPr="002B3119">
        <w:t>au bord de l</w:t>
      </w:r>
      <w:r w:rsidR="00E4444A" w:rsidRPr="0099306C">
        <w:t>’</w:t>
      </w:r>
      <w:r w:rsidRPr="002B3119">
        <w:t>Océan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endroit où débarquèrent les saintes que le vent avait d</w:t>
      </w:r>
      <w:r w:rsidR="00E4444A" w:rsidRPr="0099306C">
        <w:t>’</w:t>
      </w:r>
      <w:r w:rsidRPr="002B3119">
        <w:t>abord conduites en Camargue</w:t>
      </w:r>
      <w:r w:rsidR="00E4444A" w:rsidRPr="0099306C">
        <w:t xml:space="preserve"> ; </w:t>
      </w:r>
      <w:r w:rsidRPr="002B3119">
        <w:t xml:space="preserve">le pardon de la </w:t>
      </w:r>
      <w:proofErr w:type="spellStart"/>
      <w:r w:rsidRPr="002B3119">
        <w:t>Trôménie</w:t>
      </w:r>
      <w:proofErr w:type="spellEnd"/>
      <w:r w:rsidR="00E4444A" w:rsidRPr="0099306C">
        <w:t xml:space="preserve">, </w:t>
      </w:r>
      <w:r w:rsidRPr="002B3119">
        <w:t>à Locronan</w:t>
      </w:r>
      <w:r w:rsidR="00E4444A" w:rsidRPr="0099306C">
        <w:t xml:space="preserve">, </w:t>
      </w:r>
      <w:r w:rsidRPr="002B3119">
        <w:t>très fréquenté des femmes désireuses de maternité</w:t>
      </w:r>
      <w:r w:rsidR="00E4444A" w:rsidRPr="0099306C">
        <w:t xml:space="preserve">. </w:t>
      </w:r>
      <w:r w:rsidRPr="002B3119">
        <w:t>Les ma</w:t>
      </w:r>
      <w:r w:rsidRPr="002B3119">
        <w:t>u</w:t>
      </w:r>
      <w:r w:rsidRPr="002B3119">
        <w:t>vaises langues</w:t>
      </w:r>
      <w:r w:rsidR="00E4444A" w:rsidRPr="0099306C">
        <w:t xml:space="preserve">, </w:t>
      </w:r>
      <w:r w:rsidRPr="002B3119">
        <w:t>il est vrai</w:t>
      </w:r>
      <w:r w:rsidR="00E4444A" w:rsidRPr="0099306C">
        <w:t xml:space="preserve">, </w:t>
      </w:r>
      <w:r w:rsidRPr="002B3119">
        <w:t>racontaient à ce propos des hi</w:t>
      </w:r>
      <w:r w:rsidRPr="002B3119">
        <w:t>s</w:t>
      </w:r>
      <w:r w:rsidRPr="002B3119">
        <w:t>toires</w:t>
      </w:r>
      <w:r w:rsidR="00E4444A" w:rsidRPr="0099306C">
        <w:t xml:space="preserve">. </w:t>
      </w:r>
      <w:r w:rsidRPr="002B3119">
        <w:t>Il y avait bien d</w:t>
      </w:r>
      <w:r w:rsidR="00E4444A" w:rsidRPr="0099306C">
        <w:t>’</w:t>
      </w:r>
      <w:r w:rsidRPr="002B3119">
        <w:t>autres pardons encore</w:t>
      </w:r>
      <w:r w:rsidR="00E4444A" w:rsidRPr="0099306C">
        <w:t>.</w:t>
      </w:r>
    </w:p>
    <w:p w14:paraId="39AB6B15" w14:textId="77777777" w:rsidR="00E4444A" w:rsidRPr="0099306C" w:rsidRDefault="002B3119" w:rsidP="002B3119">
      <w:r w:rsidRPr="002B3119">
        <w:t>Presque chaque dimanche</w:t>
      </w:r>
      <w:r w:rsidR="00E4444A" w:rsidRPr="0099306C">
        <w:t xml:space="preserve">, </w:t>
      </w:r>
      <w:r w:rsidRPr="002B3119">
        <w:t>les quais s</w:t>
      </w:r>
      <w:r w:rsidR="00E4444A" w:rsidRPr="0099306C">
        <w:t>’</w:t>
      </w:r>
      <w:r w:rsidRPr="002B3119">
        <w:t>emplissaient d</w:t>
      </w:r>
      <w:r w:rsidR="00E4444A" w:rsidRPr="0099306C">
        <w:t>’</w:t>
      </w:r>
      <w:r w:rsidRPr="002B3119">
        <w:t>un bruit de grelots</w:t>
      </w:r>
      <w:r w:rsidR="00E4444A" w:rsidRPr="0099306C">
        <w:t xml:space="preserve">. </w:t>
      </w:r>
      <w:r w:rsidR="00BC2744" w:rsidRPr="0099306C">
        <w:t>À</w:t>
      </w:r>
      <w:r w:rsidRPr="002B3119">
        <w:t xml:space="preserve"> pied ou en carriole</w:t>
      </w:r>
      <w:r w:rsidR="00E4444A" w:rsidRPr="0099306C">
        <w:t xml:space="preserve">, </w:t>
      </w:r>
      <w:r w:rsidRPr="002B3119">
        <w:t>les hommes</w:t>
      </w:r>
      <w:r w:rsidR="00E4444A" w:rsidRPr="0099306C">
        <w:t xml:space="preserve">, </w:t>
      </w:r>
      <w:r w:rsidRPr="002B3119">
        <w:t>les femmes partaient de grand matin</w:t>
      </w:r>
      <w:r w:rsidR="00E4444A" w:rsidRPr="0099306C">
        <w:t>, « </w:t>
      </w:r>
      <w:r w:rsidRPr="002B3119">
        <w:t>envoyant</w:t>
      </w:r>
      <w:r w:rsidR="00E4444A" w:rsidRPr="0099306C">
        <w:t> »</w:t>
      </w:r>
      <w:r w:rsidRPr="002B3119">
        <w:t xml:space="preserve"> leurs petits avec eux</w:t>
      </w:r>
      <w:r w:rsidR="00E4444A" w:rsidRPr="0099306C">
        <w:t xml:space="preserve">. </w:t>
      </w:r>
      <w:r w:rsidRPr="002B3119">
        <w:t>Le soir</w:t>
      </w:r>
      <w:r w:rsidR="00E4444A" w:rsidRPr="0099306C">
        <w:t xml:space="preserve">, </w:t>
      </w:r>
      <w:r w:rsidRPr="002B3119">
        <w:t>ils rentraient de la fête religieuse et pr</w:t>
      </w:r>
      <w:r w:rsidRPr="002B3119">
        <w:t>o</w:t>
      </w:r>
      <w:r w:rsidRPr="002B3119">
        <w:t>fane</w:t>
      </w:r>
      <w:r w:rsidR="00E4444A" w:rsidRPr="0099306C">
        <w:t xml:space="preserve">, </w:t>
      </w:r>
      <w:r w:rsidRPr="002B3119">
        <w:t>chargés d</w:t>
      </w:r>
      <w:r w:rsidR="00E4444A" w:rsidRPr="0099306C">
        <w:t>’</w:t>
      </w:r>
      <w:r w:rsidRPr="002B3119">
        <w:t>ivresse et de bénédictions</w:t>
      </w:r>
      <w:r w:rsidR="00E4444A" w:rsidRPr="0099306C">
        <w:t xml:space="preserve">, </w:t>
      </w:r>
      <w:r w:rsidRPr="002B3119">
        <w:t>avec leurs gosses accrochés à leurs cous</w:t>
      </w:r>
      <w:r w:rsidR="00E4444A" w:rsidRPr="0099306C">
        <w:t xml:space="preserve">. </w:t>
      </w:r>
      <w:r w:rsidRPr="002B3119">
        <w:t>Et la petite ville s</w:t>
      </w:r>
      <w:r w:rsidR="00E4444A" w:rsidRPr="0099306C">
        <w:t>’</w:t>
      </w:r>
      <w:r w:rsidRPr="002B3119">
        <w:t>endormait lent</w:t>
      </w:r>
      <w:r w:rsidRPr="002B3119">
        <w:t>e</w:t>
      </w:r>
      <w:r w:rsidRPr="002B3119">
        <w:t>ment</w:t>
      </w:r>
      <w:r w:rsidR="00E4444A" w:rsidRPr="0099306C">
        <w:t xml:space="preserve">, </w:t>
      </w:r>
      <w:r w:rsidRPr="002B3119">
        <w:t>tout appesantie de bonne lassitude humaine</w:t>
      </w:r>
      <w:r w:rsidR="00E4444A" w:rsidRPr="0099306C">
        <w:t>.</w:t>
      </w:r>
    </w:p>
    <w:p w14:paraId="0037C4FF" w14:textId="77777777" w:rsidR="00E4444A" w:rsidRPr="0099306C" w:rsidRDefault="002B3119" w:rsidP="002B3119">
      <w:r w:rsidRPr="002B3119">
        <w:t>Nous l</w:t>
      </w:r>
      <w:r w:rsidR="00E4444A" w:rsidRPr="0099306C">
        <w:t>’</w:t>
      </w:r>
      <w:r w:rsidRPr="002B3119">
        <w:t>aimions</w:t>
      </w:r>
      <w:r w:rsidR="00E4444A" w:rsidRPr="0099306C">
        <w:t xml:space="preserve">, </w:t>
      </w:r>
      <w:r w:rsidRPr="002B3119">
        <w:t>ce joli pays de la naissance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et pourtant</w:t>
      </w:r>
      <w:r w:rsidR="00E4444A" w:rsidRPr="0099306C">
        <w:t xml:space="preserve">, </w:t>
      </w:r>
      <w:r w:rsidRPr="002B3119">
        <w:t>il faut l</w:t>
      </w:r>
      <w:r w:rsidR="00E4444A" w:rsidRPr="0099306C">
        <w:t>’</w:t>
      </w:r>
      <w:r w:rsidRPr="002B3119">
        <w:t>avouer</w:t>
      </w:r>
      <w:r w:rsidR="00E4444A" w:rsidRPr="0099306C">
        <w:t xml:space="preserve">, </w:t>
      </w:r>
      <w:r w:rsidRPr="002B3119">
        <w:t>nous attendions avec quelque i</w:t>
      </w:r>
      <w:r w:rsidRPr="002B3119">
        <w:t>m</w:t>
      </w:r>
      <w:r w:rsidRPr="002B3119">
        <w:t>patience une nomination dans un moins lointain collège</w:t>
      </w:r>
      <w:r w:rsidR="00E4444A" w:rsidRPr="0099306C">
        <w:t xml:space="preserve">. </w:t>
      </w:r>
      <w:r w:rsidRPr="002B3119">
        <w:t>Nous songions aux amis</w:t>
      </w:r>
      <w:r w:rsidR="00E4444A" w:rsidRPr="0099306C">
        <w:t xml:space="preserve">, </w:t>
      </w:r>
      <w:r w:rsidRPr="002B3119">
        <w:t>aux théâtres</w:t>
      </w:r>
      <w:r w:rsidR="00E4444A" w:rsidRPr="0099306C">
        <w:t xml:space="preserve">, </w:t>
      </w:r>
      <w:r w:rsidRPr="002B3119">
        <w:t xml:space="preserve">aux manuscrits qui se </w:t>
      </w:r>
      <w:r w:rsidRPr="002B3119">
        <w:lastRenderedPageBreak/>
        <w:t>froissaient dans les tiroirs</w:t>
      </w:r>
      <w:r w:rsidR="00E4444A" w:rsidRPr="0099306C">
        <w:t xml:space="preserve">, </w:t>
      </w:r>
      <w:r w:rsidRPr="002B3119">
        <w:t>et le voisinage de Paris offrait d</w:t>
      </w:r>
      <w:r w:rsidRPr="002B3119">
        <w:t>i</w:t>
      </w:r>
      <w:r w:rsidRPr="002B3119">
        <w:t>vers avantages qui ne nous laissaient pas indifférents</w:t>
      </w:r>
      <w:r w:rsidR="00E4444A" w:rsidRPr="0099306C">
        <w:t>.</w:t>
      </w:r>
    </w:p>
    <w:p w14:paraId="768D1F3C" w14:textId="77777777" w:rsidR="00E4444A" w:rsidRPr="0099306C" w:rsidRDefault="002B3119" w:rsidP="002B3119">
      <w:r w:rsidRPr="002B3119">
        <w:t>Les vacances arrivèrent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oncle et la tante de Jeanne eurent l</w:t>
      </w:r>
      <w:r w:rsidR="00E4444A" w:rsidRPr="0099306C">
        <w:t>’</w:t>
      </w:r>
      <w:r w:rsidRPr="002B3119">
        <w:t>idée de nous venir voir</w:t>
      </w:r>
      <w:r w:rsidR="00E4444A" w:rsidRPr="0099306C">
        <w:t xml:space="preserve">, </w:t>
      </w:r>
      <w:r w:rsidRPr="002B3119">
        <w:t>et nous allâmes ensemble passer quelques jours dans un petit port si proche qu</w:t>
      </w:r>
      <w:r w:rsidR="00E4444A" w:rsidRPr="0099306C">
        <w:t>’</w:t>
      </w:r>
      <w:r w:rsidRPr="002B3119">
        <w:t>on pouvait s</w:t>
      </w:r>
      <w:r w:rsidR="00E4444A" w:rsidRPr="0099306C">
        <w:t>’</w:t>
      </w:r>
      <w:r w:rsidRPr="002B3119">
        <w:t>y rendre en voiture</w:t>
      </w:r>
      <w:r w:rsidR="00E4444A" w:rsidRPr="0099306C">
        <w:t>.</w:t>
      </w:r>
    </w:p>
    <w:p w14:paraId="1EF42E45" w14:textId="77777777" w:rsidR="002B3119" w:rsidRPr="002B3119" w:rsidRDefault="002B3119" w:rsidP="002B3119"/>
    <w:p w14:paraId="189FDD78" w14:textId="77777777" w:rsidR="00E4444A" w:rsidRPr="0099306C" w:rsidRDefault="002B3119" w:rsidP="002B3119">
      <w:r w:rsidRPr="002B3119">
        <w:t>Nous partîmes après déjeuner</w:t>
      </w:r>
      <w:r w:rsidR="00E4444A" w:rsidRPr="0099306C">
        <w:t xml:space="preserve">, </w:t>
      </w:r>
      <w:r w:rsidRPr="002B3119">
        <w:t>par un bel après-midi d</w:t>
      </w:r>
      <w:r w:rsidR="00E4444A" w:rsidRPr="0099306C">
        <w:t>’</w:t>
      </w:r>
      <w:r w:rsidRPr="002B3119">
        <w:t>août</w:t>
      </w:r>
      <w:r w:rsidR="00E4444A" w:rsidRPr="0099306C">
        <w:t xml:space="preserve">. </w:t>
      </w:r>
      <w:r w:rsidRPr="002B3119">
        <w:t>Mon bon oncle</w:t>
      </w:r>
      <w:r w:rsidR="00E4444A" w:rsidRPr="0099306C">
        <w:t xml:space="preserve">, </w:t>
      </w:r>
      <w:r w:rsidRPr="002B3119">
        <w:t>curieux du nom du moindre village</w:t>
      </w:r>
      <w:r w:rsidR="00E4444A" w:rsidRPr="0099306C">
        <w:t xml:space="preserve">, </w:t>
      </w:r>
      <w:r w:rsidRPr="002B3119">
        <w:t>intéressé par chaque calvaire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était assis sur le siège</w:t>
      </w:r>
      <w:r w:rsidR="00E4444A" w:rsidRPr="0099306C">
        <w:t xml:space="preserve">, </w:t>
      </w:r>
      <w:r w:rsidRPr="002B3119">
        <w:t>à côté du cocher qu</w:t>
      </w:r>
      <w:r w:rsidR="00E4444A" w:rsidRPr="0099306C">
        <w:t>’</w:t>
      </w:r>
      <w:r w:rsidRPr="002B3119">
        <w:t>il interrogeait à plaisir</w:t>
      </w:r>
      <w:r w:rsidR="00E4444A" w:rsidRPr="0099306C">
        <w:t xml:space="preserve">. </w:t>
      </w:r>
      <w:r w:rsidRPr="002B3119">
        <w:t>Une sorte de torpeur blafarde baignait la campagne bretonne</w:t>
      </w:r>
      <w:r w:rsidR="00E4444A" w:rsidRPr="0099306C">
        <w:t xml:space="preserve">. </w:t>
      </w:r>
      <w:r w:rsidRPr="002B3119">
        <w:t>La route montait</w:t>
      </w:r>
      <w:r w:rsidR="00E4444A" w:rsidRPr="0099306C">
        <w:t xml:space="preserve">, </w:t>
      </w:r>
      <w:r w:rsidRPr="002B3119">
        <w:t>puis redescendait</w:t>
      </w:r>
      <w:r w:rsidR="00E4444A" w:rsidRPr="0099306C">
        <w:t xml:space="preserve">, </w:t>
      </w:r>
      <w:r w:rsidRPr="002B3119">
        <w:t>dans une longue succession de côtes et de pentes douces</w:t>
      </w:r>
      <w:r w:rsidR="00E4444A" w:rsidRPr="0099306C">
        <w:t xml:space="preserve">, </w:t>
      </w:r>
      <w:r w:rsidRPr="002B3119">
        <w:t>et parfois</w:t>
      </w:r>
      <w:r w:rsidR="00E4444A" w:rsidRPr="0099306C">
        <w:t xml:space="preserve">, </w:t>
      </w:r>
      <w:r w:rsidRPr="002B3119">
        <w:t>à flanc de coteau</w:t>
      </w:r>
      <w:r w:rsidR="00E4444A" w:rsidRPr="0099306C">
        <w:t xml:space="preserve">, </w:t>
      </w:r>
      <w:r w:rsidRPr="002B3119">
        <w:t>tournait autour de grands ravins dénudés en forme de cirques</w:t>
      </w:r>
      <w:r w:rsidR="00E4444A" w:rsidRPr="0099306C">
        <w:t xml:space="preserve">. </w:t>
      </w:r>
      <w:r w:rsidRPr="002B3119">
        <w:t>Yvette s</w:t>
      </w:r>
      <w:r w:rsidR="00E4444A" w:rsidRPr="0099306C">
        <w:t>’</w:t>
      </w:r>
      <w:r w:rsidRPr="002B3119">
        <w:t>était endormie sur mes genoux</w:t>
      </w:r>
      <w:r w:rsidR="00E4444A" w:rsidRPr="0099306C">
        <w:t xml:space="preserve">, </w:t>
      </w:r>
      <w:r w:rsidRPr="002B3119">
        <w:t>et notre tante</w:t>
      </w:r>
      <w:r w:rsidR="00E4444A" w:rsidRPr="0099306C">
        <w:t xml:space="preserve">, </w:t>
      </w:r>
      <w:r w:rsidRPr="002B3119">
        <w:t>un peu déçue</w:t>
      </w:r>
      <w:r w:rsidR="00E4444A" w:rsidRPr="0099306C">
        <w:t xml:space="preserve">, </w:t>
      </w:r>
      <w:r w:rsidRPr="002B3119">
        <w:t>ne parlait guère</w:t>
      </w:r>
      <w:r w:rsidR="00E4444A" w:rsidRPr="0099306C">
        <w:t xml:space="preserve">, </w:t>
      </w:r>
      <w:r w:rsidRPr="002B3119">
        <w:t>sinon pour s</w:t>
      </w:r>
      <w:r w:rsidR="00E4444A" w:rsidRPr="0099306C">
        <w:t>’</w:t>
      </w:r>
      <w:r w:rsidRPr="002B3119">
        <w:t>apitoyer sur le sort de sa pauvre nièce</w:t>
      </w:r>
      <w:r w:rsidR="00E4444A" w:rsidRPr="0099306C">
        <w:t xml:space="preserve">, </w:t>
      </w:r>
      <w:r w:rsidRPr="002B3119">
        <w:t>dont les jeunes ans s</w:t>
      </w:r>
      <w:r w:rsidR="00E4444A" w:rsidRPr="0099306C">
        <w:t>’</w:t>
      </w:r>
      <w:r w:rsidRPr="002B3119">
        <w:t>écoulaient dans un pays aussi triste</w:t>
      </w:r>
      <w:r w:rsidR="00E4444A" w:rsidRPr="0099306C">
        <w:t>.</w:t>
      </w:r>
    </w:p>
    <w:p w14:paraId="47FFF43F" w14:textId="77777777" w:rsidR="00E4444A" w:rsidRPr="0099306C" w:rsidRDefault="002B3119" w:rsidP="002B3119">
      <w:r w:rsidRPr="002B3119">
        <w:t>Au bout de trois ou quatre heures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odeur de sel que charriait l</w:t>
      </w:r>
      <w:r w:rsidR="00E4444A" w:rsidRPr="0099306C">
        <w:t>’</w:t>
      </w:r>
      <w:r w:rsidRPr="002B3119">
        <w:t>air</w:t>
      </w:r>
      <w:r w:rsidR="00E4444A" w:rsidRPr="0099306C">
        <w:t xml:space="preserve">, </w:t>
      </w:r>
      <w:r w:rsidRPr="002B3119">
        <w:t>la brise plus vive faisant gesticuler les moulins</w:t>
      </w:r>
      <w:r w:rsidR="00E4444A" w:rsidRPr="0099306C">
        <w:t xml:space="preserve">, </w:t>
      </w:r>
      <w:r w:rsidRPr="002B3119">
        <w:t>nous révélèrent l</w:t>
      </w:r>
      <w:r w:rsidR="00E4444A" w:rsidRPr="0099306C">
        <w:t>’</w:t>
      </w:r>
      <w:r w:rsidRPr="002B3119">
        <w:t>approche de l</w:t>
      </w:r>
      <w:r w:rsidR="00E4444A" w:rsidRPr="0099306C">
        <w:t>’</w:t>
      </w:r>
      <w:r w:rsidRPr="002B3119">
        <w:t>Océan</w:t>
      </w:r>
      <w:r w:rsidR="00E4444A" w:rsidRPr="0099306C">
        <w:t xml:space="preserve">. </w:t>
      </w:r>
      <w:r w:rsidRPr="002B3119">
        <w:t>Le cocher</w:t>
      </w:r>
      <w:r w:rsidR="00E4444A" w:rsidRPr="0099306C">
        <w:t xml:space="preserve">, </w:t>
      </w:r>
      <w:r w:rsidRPr="002B3119">
        <w:t>qui avait quitté son siège et raccommodait son fouet tout en ma</w:t>
      </w:r>
      <w:r w:rsidRPr="002B3119">
        <w:t>r</w:t>
      </w:r>
      <w:r w:rsidRPr="002B3119">
        <w:t>chant</w:t>
      </w:r>
      <w:r w:rsidR="00E4444A" w:rsidRPr="0099306C">
        <w:t xml:space="preserve">, </w:t>
      </w:r>
      <w:r w:rsidRPr="002B3119">
        <w:t>nous annonça la dernière montée</w:t>
      </w:r>
      <w:r w:rsidR="00E4444A" w:rsidRPr="0099306C">
        <w:t>.</w:t>
      </w:r>
    </w:p>
    <w:p w14:paraId="414A02CF" w14:textId="77777777" w:rsidR="00E4444A" w:rsidRPr="0099306C" w:rsidRDefault="002B3119" w:rsidP="002B3119">
      <w:r w:rsidRPr="002B3119">
        <w:t>En effet</w:t>
      </w:r>
      <w:r w:rsidR="00E4444A" w:rsidRPr="0099306C">
        <w:t xml:space="preserve">, </w:t>
      </w:r>
      <w:r w:rsidRPr="002B3119">
        <w:t>au sommet de la côte</w:t>
      </w:r>
      <w:r w:rsidR="00E4444A" w:rsidRPr="0099306C">
        <w:t xml:space="preserve">, </w:t>
      </w:r>
      <w:r w:rsidRPr="002B3119">
        <w:t>la mer nous apparut tout à coup</w:t>
      </w:r>
      <w:r w:rsidR="00E4444A" w:rsidRPr="0099306C">
        <w:t xml:space="preserve">, </w:t>
      </w:r>
      <w:r w:rsidRPr="002B3119">
        <w:t>non point étincelante au soleil ou tumultueuse de vagues</w:t>
      </w:r>
      <w:r w:rsidR="00E4444A" w:rsidRPr="0099306C">
        <w:t xml:space="preserve">, </w:t>
      </w:r>
      <w:r w:rsidRPr="002B3119">
        <w:t>mais grise et calme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encadrement d</w:t>
      </w:r>
      <w:r w:rsidR="00E4444A" w:rsidRPr="0099306C">
        <w:t>’</w:t>
      </w:r>
      <w:r w:rsidRPr="002B3119">
        <w:t>une crique en demi-cercle</w:t>
      </w:r>
      <w:r w:rsidR="00E4444A" w:rsidRPr="0099306C">
        <w:t xml:space="preserve">. </w:t>
      </w:r>
      <w:r w:rsidRPr="002B3119">
        <w:t>Le village reposait au bas de la pente que le cheval descendit en trottinant</w:t>
      </w:r>
      <w:r w:rsidR="00E4444A" w:rsidRPr="0099306C">
        <w:t xml:space="preserve">. </w:t>
      </w:r>
      <w:r w:rsidRPr="002B3119">
        <w:t>Les maisons basses</w:t>
      </w:r>
      <w:r w:rsidR="00E4444A" w:rsidRPr="0099306C">
        <w:t xml:space="preserve">, </w:t>
      </w:r>
      <w:r w:rsidRPr="002B3119">
        <w:t xml:space="preserve">adossées </w:t>
      </w:r>
      <w:r w:rsidRPr="002B3119">
        <w:lastRenderedPageBreak/>
        <w:t>à la colline</w:t>
      </w:r>
      <w:r w:rsidR="00E4444A" w:rsidRPr="0099306C">
        <w:t xml:space="preserve">, </w:t>
      </w:r>
      <w:r w:rsidRPr="002B3119">
        <w:t>avaient fini par épouser la courbe</w:t>
      </w:r>
      <w:r w:rsidR="00E4444A" w:rsidRPr="0099306C">
        <w:t xml:space="preserve">, </w:t>
      </w:r>
      <w:r w:rsidRPr="002B3119">
        <w:t>la tonalité du sol</w:t>
      </w:r>
      <w:r w:rsidR="00E4444A" w:rsidRPr="0099306C">
        <w:t xml:space="preserve">. </w:t>
      </w:r>
      <w:r w:rsidRPr="002B3119">
        <w:t>Le paysage</w:t>
      </w:r>
      <w:r w:rsidR="00E4444A" w:rsidRPr="0099306C">
        <w:t xml:space="preserve">, </w:t>
      </w:r>
      <w:r w:rsidRPr="002B3119">
        <w:t>à la longue</w:t>
      </w:r>
      <w:r w:rsidR="00E4444A" w:rsidRPr="0099306C">
        <w:t xml:space="preserve">, </w:t>
      </w:r>
      <w:r w:rsidRPr="002B3119">
        <w:t>les avait adoptées</w:t>
      </w:r>
      <w:r w:rsidR="00E4444A" w:rsidRPr="0099306C">
        <w:t>.</w:t>
      </w:r>
    </w:p>
    <w:p w14:paraId="4F5A8495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un samedi soir</w:t>
      </w:r>
      <w:r w:rsidR="00E4444A" w:rsidRPr="0099306C">
        <w:t xml:space="preserve">, </w:t>
      </w:r>
      <w:r w:rsidRPr="002B3119">
        <w:t>tous les pêcheurs étaient rentrés</w:t>
      </w:r>
      <w:r w:rsidR="00E4444A" w:rsidRPr="0099306C">
        <w:t xml:space="preserve">. </w:t>
      </w:r>
      <w:r w:rsidRPr="002B3119">
        <w:t>Les barques</w:t>
      </w:r>
      <w:r w:rsidR="00E4444A" w:rsidRPr="0099306C">
        <w:t xml:space="preserve">, </w:t>
      </w:r>
      <w:r w:rsidRPr="002B3119">
        <w:t>régulièrement alignées sur quatre rangs</w:t>
      </w:r>
      <w:r w:rsidR="00E4444A" w:rsidRPr="0099306C">
        <w:t xml:space="preserve">, </w:t>
      </w:r>
      <w:r w:rsidRPr="002B3119">
        <w:t>do</w:t>
      </w:r>
      <w:r w:rsidRPr="002B3119">
        <w:t>r</w:t>
      </w:r>
      <w:r w:rsidRPr="002B3119">
        <w:t>maient immobiles</w:t>
      </w:r>
      <w:r w:rsidR="00E4444A" w:rsidRPr="0099306C">
        <w:t xml:space="preserve">. </w:t>
      </w:r>
      <w:r w:rsidR="00BC2744" w:rsidRPr="0099306C">
        <w:t>À</w:t>
      </w:r>
      <w:r w:rsidRPr="002B3119">
        <w:t xml:space="preserve"> gauche</w:t>
      </w:r>
      <w:r w:rsidR="00E4444A" w:rsidRPr="0099306C">
        <w:t xml:space="preserve">, </w:t>
      </w:r>
      <w:r w:rsidRPr="002B3119">
        <w:t>un môle s</w:t>
      </w:r>
      <w:r w:rsidR="00E4444A" w:rsidRPr="0099306C">
        <w:t>’</w:t>
      </w:r>
      <w:r w:rsidRPr="002B3119">
        <w:t>allongeait en étroit promontoire</w:t>
      </w:r>
      <w:r w:rsidR="00E4444A" w:rsidRPr="0099306C">
        <w:t xml:space="preserve">, </w:t>
      </w:r>
      <w:r w:rsidRPr="002B3119">
        <w:t>avec une chapelle à son extrémité</w:t>
      </w:r>
      <w:r w:rsidR="00E4444A" w:rsidRPr="0099306C">
        <w:t xml:space="preserve">. </w:t>
      </w:r>
      <w:r w:rsidRPr="002B3119">
        <w:t>Il n</w:t>
      </w:r>
      <w:r w:rsidR="00E4444A" w:rsidRPr="0099306C">
        <w:t>’</w:t>
      </w:r>
      <w:r w:rsidRPr="002B3119">
        <w:t>y avait pas de brouillard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vu de quelque distance</w:t>
      </w:r>
      <w:r w:rsidR="00E4444A" w:rsidRPr="0099306C">
        <w:t xml:space="preserve">, </w:t>
      </w:r>
      <w:r w:rsidRPr="002B3119">
        <w:t>tout ce d</w:t>
      </w:r>
      <w:r w:rsidRPr="002B3119">
        <w:t>é</w:t>
      </w:r>
      <w:r w:rsidRPr="002B3119">
        <w:t>cor</w:t>
      </w:r>
      <w:r w:rsidR="00E4444A" w:rsidRPr="0099306C">
        <w:t xml:space="preserve">, </w:t>
      </w:r>
      <w:r w:rsidRPr="002B3119">
        <w:t>mélancolique à force de douceur</w:t>
      </w:r>
      <w:r w:rsidR="00E4444A" w:rsidRPr="0099306C">
        <w:t xml:space="preserve">, </w:t>
      </w:r>
      <w:r w:rsidRPr="002B3119">
        <w:t>à travers la vapeur d</w:t>
      </w:r>
      <w:r w:rsidR="00E4444A" w:rsidRPr="0099306C">
        <w:t>’</w:t>
      </w:r>
      <w:r w:rsidRPr="002B3119">
        <w:t>eau suspendue dans l</w:t>
      </w:r>
      <w:r w:rsidR="00E4444A" w:rsidRPr="0099306C">
        <w:t>’</w:t>
      </w:r>
      <w:r w:rsidRPr="002B3119">
        <w:t>air</w:t>
      </w:r>
      <w:r w:rsidR="00E4444A" w:rsidRPr="0099306C">
        <w:t xml:space="preserve">, </w:t>
      </w:r>
      <w:r w:rsidRPr="002B3119">
        <w:t>prenait un ton grisâtre de fusain</w:t>
      </w:r>
      <w:r w:rsidR="00E4444A" w:rsidRPr="0099306C">
        <w:t>.</w:t>
      </w:r>
    </w:p>
    <w:p w14:paraId="5E9D299C" w14:textId="77777777" w:rsidR="00E4444A" w:rsidRPr="0099306C" w:rsidRDefault="002B3119" w:rsidP="002B3119">
      <w:r w:rsidRPr="002B3119">
        <w:t>Nous descendîmes dans une auberge qui s</w:t>
      </w:r>
      <w:r w:rsidR="00E4444A" w:rsidRPr="0099306C">
        <w:t>’</w:t>
      </w:r>
      <w:r w:rsidRPr="002B3119">
        <w:t xml:space="preserve">intitulait </w:t>
      </w:r>
      <w:r w:rsidR="00E4444A" w:rsidRPr="0099306C">
        <w:t>« </w:t>
      </w:r>
      <w:r w:rsidRPr="002B3119">
        <w:t>le Grand Hôtel</w:t>
      </w:r>
      <w:r w:rsidR="00E4444A" w:rsidRPr="0099306C">
        <w:t xml:space="preserve"> », </w:t>
      </w:r>
      <w:r w:rsidRPr="002B3119">
        <w:t>et sentait bon la mer et le varech</w:t>
      </w:r>
      <w:r w:rsidR="00E4444A" w:rsidRPr="0099306C">
        <w:t xml:space="preserve">. </w:t>
      </w:r>
      <w:r w:rsidRPr="002B3119">
        <w:t>Deux chambres voisines nous furent offertes</w:t>
      </w:r>
      <w:r w:rsidR="00E4444A" w:rsidRPr="0099306C">
        <w:t xml:space="preserve">, </w:t>
      </w:r>
      <w:r w:rsidRPr="002B3119">
        <w:t>dont l</w:t>
      </w:r>
      <w:r w:rsidR="00E4444A" w:rsidRPr="0099306C">
        <w:t>’</w:t>
      </w:r>
      <w:r w:rsidRPr="002B3119">
        <w:t>une ajoutait au mobilier d</w:t>
      </w:r>
      <w:r w:rsidR="00E4444A" w:rsidRPr="0099306C">
        <w:t>’</w:t>
      </w:r>
      <w:r w:rsidRPr="002B3119">
        <w:t>usage un berceau convenable pour Yvette</w:t>
      </w:r>
      <w:r w:rsidR="00E4444A" w:rsidRPr="0099306C">
        <w:t xml:space="preserve">. </w:t>
      </w:r>
      <w:r w:rsidRPr="002B3119">
        <w:t>Du dîner qu</w:t>
      </w:r>
      <w:r w:rsidR="00E4444A" w:rsidRPr="0099306C">
        <w:t>’</w:t>
      </w:r>
      <w:r w:rsidRPr="002B3119">
        <w:t>on nous servit</w:t>
      </w:r>
      <w:r w:rsidR="00E4444A" w:rsidRPr="0099306C">
        <w:t xml:space="preserve">, </w:t>
      </w:r>
      <w:r w:rsidRPr="002B3119">
        <w:t>crustacés et coquillages firent su</w:t>
      </w:r>
      <w:r w:rsidRPr="002B3119">
        <w:t>r</w:t>
      </w:r>
      <w:r w:rsidRPr="002B3119">
        <w:t>tout les frais</w:t>
      </w:r>
      <w:r w:rsidR="00E4444A" w:rsidRPr="0099306C">
        <w:t xml:space="preserve">. </w:t>
      </w:r>
      <w:r w:rsidRPr="002B3119">
        <w:t>Le clapotis de l</w:t>
      </w:r>
      <w:r w:rsidR="00E4444A" w:rsidRPr="0099306C">
        <w:t>’</w:t>
      </w:r>
      <w:r w:rsidRPr="002B3119">
        <w:t>eau</w:t>
      </w:r>
      <w:r w:rsidR="00E4444A" w:rsidRPr="0099306C">
        <w:t xml:space="preserve">, </w:t>
      </w:r>
      <w:r w:rsidRPr="002B3119">
        <w:t>dans le port</w:t>
      </w:r>
      <w:r w:rsidR="00E4444A" w:rsidRPr="0099306C">
        <w:t xml:space="preserve">, </w:t>
      </w:r>
      <w:r w:rsidRPr="002B3119">
        <w:t>faisait son p</w:t>
      </w:r>
      <w:r w:rsidRPr="002B3119">
        <w:t>e</w:t>
      </w:r>
      <w:r w:rsidRPr="002B3119">
        <w:t>tit bruit</w:t>
      </w:r>
      <w:r w:rsidR="00E4444A" w:rsidRPr="0099306C">
        <w:t xml:space="preserve">. </w:t>
      </w:r>
      <w:r w:rsidRPr="002B3119">
        <w:t>Des pêcheurs en berret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on découvrait par la f</w:t>
      </w:r>
      <w:r w:rsidRPr="002B3119">
        <w:t>e</w:t>
      </w:r>
      <w:r w:rsidRPr="002B3119">
        <w:t>nêtre ouverte</w:t>
      </w:r>
      <w:r w:rsidR="00E4444A" w:rsidRPr="0099306C">
        <w:t xml:space="preserve">, </w:t>
      </w:r>
      <w:r w:rsidRPr="002B3119">
        <w:t>fumaient leurs pipes sur le quai</w:t>
      </w:r>
      <w:r w:rsidR="00E4444A" w:rsidRPr="0099306C">
        <w:t xml:space="preserve">. </w:t>
      </w:r>
      <w:r w:rsidRPr="002B3119">
        <w:t>Mon oncle était ravi</w:t>
      </w:r>
      <w:r w:rsidR="00E4444A" w:rsidRPr="0099306C">
        <w:t xml:space="preserve">, </w:t>
      </w:r>
      <w:r w:rsidRPr="002B3119">
        <w:t>mais sa femme ne faisait aucun effort pour diss</w:t>
      </w:r>
      <w:r w:rsidRPr="002B3119">
        <w:t>i</w:t>
      </w:r>
      <w:r w:rsidRPr="002B3119">
        <w:t>muler sa déception</w:t>
      </w:r>
      <w:r w:rsidR="00E4444A" w:rsidRPr="0099306C">
        <w:t xml:space="preserve">. </w:t>
      </w:r>
      <w:r w:rsidRPr="002B3119">
        <w:t>En vain l</w:t>
      </w:r>
      <w:r w:rsidR="00E4444A" w:rsidRPr="0099306C">
        <w:t>’</w:t>
      </w:r>
      <w:r w:rsidRPr="002B3119">
        <w:t>avions-nous avertie que l</w:t>
      </w:r>
      <w:r w:rsidR="00E4444A" w:rsidRPr="0099306C">
        <w:t>’</w:t>
      </w:r>
      <w:r w:rsidRPr="002B3119">
        <w:t>endroit était inconnu des mondains</w:t>
      </w:r>
      <w:r w:rsidR="00E4444A" w:rsidRPr="0099306C">
        <w:t xml:space="preserve">. </w:t>
      </w:r>
      <w:r w:rsidRPr="002B3119">
        <w:t>La mer</w:t>
      </w:r>
      <w:r w:rsidR="00E4444A" w:rsidRPr="0099306C">
        <w:t xml:space="preserve">, </w:t>
      </w:r>
      <w:r w:rsidRPr="002B3119">
        <w:t>dans son e</w:t>
      </w:r>
      <w:r w:rsidRPr="002B3119">
        <w:t>s</w:t>
      </w:r>
      <w:r w:rsidRPr="002B3119">
        <w:t>prit</w:t>
      </w:r>
      <w:r w:rsidR="00E4444A" w:rsidRPr="0099306C">
        <w:t xml:space="preserve">, </w:t>
      </w:r>
      <w:r w:rsidRPr="002B3119">
        <w:t>évoquait des idées de plages</w:t>
      </w:r>
      <w:r w:rsidR="00E4444A" w:rsidRPr="0099306C">
        <w:t xml:space="preserve">, </w:t>
      </w:r>
      <w:r w:rsidRPr="002B3119">
        <w:t>de casinos</w:t>
      </w:r>
      <w:r w:rsidR="00E4444A" w:rsidRPr="0099306C">
        <w:t xml:space="preserve">, </w:t>
      </w:r>
      <w:r w:rsidRPr="002B3119">
        <w:t>de musiques nocturnes et d</w:t>
      </w:r>
      <w:r w:rsidR="00E4444A" w:rsidRPr="0099306C">
        <w:t>’</w:t>
      </w:r>
      <w:r w:rsidRPr="002B3119">
        <w:t>élégantes promeneuses que cet humble vi</w:t>
      </w:r>
      <w:r w:rsidRPr="002B3119">
        <w:t>l</w:t>
      </w:r>
      <w:r w:rsidRPr="002B3119">
        <w:t>lage</w:t>
      </w:r>
      <w:r w:rsidR="00E4444A" w:rsidRPr="0099306C">
        <w:t xml:space="preserve">, </w:t>
      </w:r>
      <w:r w:rsidRPr="002B3119">
        <w:t>perdu parmi les rochers</w:t>
      </w:r>
      <w:r w:rsidR="00E4444A" w:rsidRPr="0099306C">
        <w:t xml:space="preserve">, </w:t>
      </w:r>
      <w:r w:rsidRPr="002B3119">
        <w:t>ne réalisait en aucune façon</w:t>
      </w:r>
      <w:r w:rsidR="00E4444A" w:rsidRPr="0099306C">
        <w:t>.</w:t>
      </w:r>
    </w:p>
    <w:p w14:paraId="4E522B93" w14:textId="77777777" w:rsidR="00E4444A" w:rsidRPr="0099306C" w:rsidRDefault="002B3119" w:rsidP="002B3119">
      <w:r w:rsidRPr="002B3119">
        <w:t>Des cloches tintèrent</w:t>
      </w:r>
      <w:r w:rsidR="00E4444A" w:rsidRPr="0099306C">
        <w:t xml:space="preserve">. </w:t>
      </w:r>
      <w:r w:rsidRPr="002B3119">
        <w:t>Des femmes en capuchons noirs défilèrent le long du môle allant au dernier office</w:t>
      </w:r>
      <w:r w:rsidR="00E4444A" w:rsidRPr="0099306C">
        <w:t xml:space="preserve">. </w:t>
      </w:r>
      <w:r w:rsidRPr="002B3119">
        <w:t>La nuit se faisait plus précise</w:t>
      </w:r>
      <w:r w:rsidR="00E4444A" w:rsidRPr="0099306C">
        <w:t xml:space="preserve">. </w:t>
      </w:r>
      <w:r w:rsidRPr="002B3119">
        <w:t>Tout à coup</w:t>
      </w:r>
      <w:r w:rsidR="00E4444A" w:rsidRPr="0099306C">
        <w:t xml:space="preserve">, </w:t>
      </w:r>
      <w:r w:rsidRPr="002B3119">
        <w:t>Yvette</w:t>
      </w:r>
      <w:r w:rsidR="00E4444A" w:rsidRPr="0099306C">
        <w:t xml:space="preserve">, </w:t>
      </w:r>
      <w:r w:rsidRPr="002B3119">
        <w:t>assise sur une chaise haute entre Jeanne et moi</w:t>
      </w:r>
      <w:r w:rsidR="00E4444A" w:rsidRPr="0099306C">
        <w:t xml:space="preserve">, </w:t>
      </w:r>
      <w:r w:rsidRPr="002B3119">
        <w:t>leva le bras pour montrer quelque chose</w:t>
      </w:r>
      <w:r w:rsidR="00E4444A" w:rsidRPr="0099306C">
        <w:t xml:space="preserve">. </w:t>
      </w:r>
      <w:r w:rsidRPr="002B3119">
        <w:t>Un phare qu</w:t>
      </w:r>
      <w:r w:rsidR="00E4444A" w:rsidRPr="0099306C">
        <w:t>’</w:t>
      </w:r>
      <w:r w:rsidRPr="002B3119">
        <w:t>on venait d</w:t>
      </w:r>
      <w:r w:rsidR="00E4444A" w:rsidRPr="0099306C">
        <w:t>’</w:t>
      </w:r>
      <w:r w:rsidRPr="002B3119">
        <w:t>allumer promenait sur la mer son faisceau blanc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était un de ces soirs où nous aurions pu être heureux</w:t>
      </w:r>
      <w:r w:rsidR="00E4444A" w:rsidRPr="0099306C">
        <w:t xml:space="preserve">, </w:t>
      </w:r>
      <w:r w:rsidRPr="002B3119">
        <w:t xml:space="preserve">où le bonheur semble passer à portée des </w:t>
      </w:r>
      <w:r w:rsidRPr="002B3119">
        <w:lastRenderedPageBreak/>
        <w:t>hommes</w:t>
      </w:r>
      <w:r w:rsidR="00E4444A" w:rsidRPr="0099306C">
        <w:t xml:space="preserve">. </w:t>
      </w:r>
      <w:r w:rsidRPr="002B3119">
        <w:t>Pourquoi fallut-il qu</w:t>
      </w:r>
      <w:r w:rsidR="00E4444A" w:rsidRPr="0099306C">
        <w:t>’</w:t>
      </w:r>
      <w:r w:rsidRPr="002B3119">
        <w:t>un banal incident nous en fît oublier le charme</w:t>
      </w:r>
      <w:r w:rsidR="00E4444A" w:rsidRPr="0099306C">
        <w:t> ?</w:t>
      </w:r>
    </w:p>
    <w:p w14:paraId="415E8171" w14:textId="77777777" w:rsidR="00E4444A" w:rsidRPr="0099306C" w:rsidRDefault="002B3119" w:rsidP="002B3119">
      <w:r w:rsidRPr="00BD6EC3">
        <w:t>L</w:t>
      </w:r>
      <w:r w:rsidR="00E4444A" w:rsidRPr="00BD6EC3">
        <w:t>’</w:t>
      </w:r>
      <w:r w:rsidRPr="00BD6EC3">
        <w:t>harmonie de l</w:t>
      </w:r>
      <w:r w:rsidR="00E4444A" w:rsidRPr="00BD6EC3">
        <w:t>’</w:t>
      </w:r>
      <w:r w:rsidRPr="00BD6EC3">
        <w:t>heure</w:t>
      </w:r>
      <w:r w:rsidR="00E4444A" w:rsidRPr="00BD6EC3">
        <w:t xml:space="preserve">, </w:t>
      </w:r>
      <w:r w:rsidRPr="00BD6EC3">
        <w:t>l</w:t>
      </w:r>
      <w:r w:rsidR="00E4444A" w:rsidRPr="00BD6EC3">
        <w:t>’</w:t>
      </w:r>
      <w:r w:rsidRPr="00BD6EC3">
        <w:t>éveil des phares</w:t>
      </w:r>
      <w:r w:rsidR="00E4444A" w:rsidRPr="00BD6EC3">
        <w:t xml:space="preserve">, </w:t>
      </w:r>
      <w:r w:rsidRPr="00BD6EC3">
        <w:t>la lente pr</w:t>
      </w:r>
      <w:r w:rsidRPr="00BD6EC3">
        <w:t>o</w:t>
      </w:r>
      <w:r w:rsidRPr="00BD6EC3">
        <w:t>cession des femmes dans la brume n</w:t>
      </w:r>
      <w:r w:rsidR="00E4444A" w:rsidRPr="00BD6EC3">
        <w:t>’</w:t>
      </w:r>
      <w:r w:rsidRPr="00BD6EC3">
        <w:t>intéressaient pas la tante de Jeanne</w:t>
      </w:r>
      <w:r w:rsidR="00E4444A" w:rsidRPr="00BD6EC3">
        <w:t xml:space="preserve">, </w:t>
      </w:r>
      <w:r w:rsidRPr="00BD6EC3">
        <w:t>qui parla du manteau dont elle avait fait choix pour l</w:t>
      </w:r>
      <w:r w:rsidR="00E4444A" w:rsidRPr="00BD6EC3">
        <w:t>’</w:t>
      </w:r>
      <w:r w:rsidRPr="00BD6EC3">
        <w:t>hiver</w:t>
      </w:r>
      <w:r w:rsidR="00E4444A" w:rsidRPr="00BD6EC3">
        <w:t xml:space="preserve">. </w:t>
      </w:r>
      <w:r w:rsidRPr="00BD6EC3">
        <w:t>Son mari</w:t>
      </w:r>
      <w:r w:rsidR="00E4444A" w:rsidRPr="00BD6EC3">
        <w:t xml:space="preserve">, </w:t>
      </w:r>
      <w:r w:rsidRPr="00BD6EC3">
        <w:t>timidement</w:t>
      </w:r>
      <w:r w:rsidR="00E4444A" w:rsidRPr="00BD6EC3">
        <w:t xml:space="preserve">, </w:t>
      </w:r>
      <w:r w:rsidRPr="00BD6EC3">
        <w:t xml:space="preserve">observa que le prix dépassait </w:t>
      </w:r>
      <w:r w:rsidRPr="002B3119">
        <w:t>les ressources du ménage</w:t>
      </w:r>
      <w:r w:rsidR="00E4444A" w:rsidRPr="0099306C">
        <w:t xml:space="preserve">, </w:t>
      </w:r>
      <w:r w:rsidRPr="002B3119">
        <w:t>sur quoi la pauvre sacr</w:t>
      </w:r>
      <w:r w:rsidRPr="002B3119">
        <w:t>i</w:t>
      </w:r>
      <w:r w:rsidRPr="002B3119">
        <w:t>fiée soupira longuement</w:t>
      </w:r>
      <w:r w:rsidR="00E4444A" w:rsidRPr="0099306C">
        <w:t xml:space="preserve">, </w:t>
      </w:r>
      <w:r w:rsidRPr="002B3119">
        <w:t>leva les yeux au ciel et ne parla plus de tout le dîner</w:t>
      </w:r>
      <w:r w:rsidR="00E4444A" w:rsidRPr="0099306C">
        <w:t>.</w:t>
      </w:r>
    </w:p>
    <w:p w14:paraId="61989A20" w14:textId="77777777" w:rsidR="00E4444A" w:rsidRPr="0099306C" w:rsidRDefault="002B3119" w:rsidP="002B3119">
      <w:r w:rsidRPr="002B3119">
        <w:t>Notre oncle acheva sagement son fromage</w:t>
      </w:r>
      <w:r w:rsidR="00E4444A" w:rsidRPr="0099306C">
        <w:t xml:space="preserve">, </w:t>
      </w:r>
      <w:r w:rsidRPr="002B3119">
        <w:t>puis sortit fumer un cigare sur le quai</w:t>
      </w:r>
      <w:r w:rsidR="00E4444A" w:rsidRPr="0099306C">
        <w:t xml:space="preserve">. </w:t>
      </w:r>
      <w:r w:rsidRPr="002B3119">
        <w:t>Jeanne monta coucher Yvette</w:t>
      </w:r>
      <w:r w:rsidR="00E4444A" w:rsidRPr="0099306C">
        <w:t xml:space="preserve">, </w:t>
      </w:r>
      <w:r w:rsidRPr="002B3119">
        <w:t>et sa tante l</w:t>
      </w:r>
      <w:r w:rsidR="00E4444A" w:rsidRPr="0099306C">
        <w:t>’</w:t>
      </w:r>
      <w:r w:rsidRPr="002B3119">
        <w:t>accompagna</w:t>
      </w:r>
      <w:r w:rsidR="00E4444A" w:rsidRPr="0099306C">
        <w:t xml:space="preserve">. </w:t>
      </w:r>
      <w:r w:rsidRPr="002B3119">
        <w:t>Quand j</w:t>
      </w:r>
      <w:r w:rsidR="00E4444A" w:rsidRPr="0099306C">
        <w:t>’</w:t>
      </w:r>
      <w:r w:rsidRPr="002B3119">
        <w:t>allai peu après prendre mon pardessus dans notre chambre</w:t>
      </w:r>
      <w:r w:rsidR="00E4444A" w:rsidRPr="0099306C">
        <w:t xml:space="preserve">, </w:t>
      </w:r>
      <w:r w:rsidRPr="002B3119">
        <w:t>je surpris dans la pièce vo</w:t>
      </w:r>
      <w:r w:rsidRPr="002B3119">
        <w:t>i</w:t>
      </w:r>
      <w:r w:rsidRPr="002B3119">
        <w:t>sine un bruit de sanglots</w:t>
      </w:r>
      <w:r w:rsidR="00E4444A" w:rsidRPr="0099306C">
        <w:t xml:space="preserve">. </w:t>
      </w:r>
      <w:r w:rsidRPr="002B3119">
        <w:t>La pauvre tante se lamentait</w:t>
      </w:r>
      <w:r w:rsidR="00E4444A" w:rsidRPr="0099306C">
        <w:t xml:space="preserve">. </w:t>
      </w:r>
      <w:r w:rsidRPr="002B3119">
        <w:t>Avec son goût de luxe</w:t>
      </w:r>
      <w:r w:rsidR="00E4444A" w:rsidRPr="0099306C">
        <w:t xml:space="preserve">, </w:t>
      </w:r>
      <w:r w:rsidRPr="002B3119">
        <w:t>son amour du beau</w:t>
      </w:r>
      <w:r w:rsidR="00E4444A" w:rsidRPr="0099306C">
        <w:t xml:space="preserve">, </w:t>
      </w:r>
      <w:r w:rsidRPr="002B3119">
        <w:t>il lui fallait regarder au prix des moindres choses</w:t>
      </w:r>
      <w:r w:rsidR="00E4444A" w:rsidRPr="0099306C">
        <w:t xml:space="preserve">. </w:t>
      </w:r>
      <w:r w:rsidRPr="002B3119">
        <w:t>Aussi quelle folie d</w:t>
      </w:r>
      <w:r w:rsidR="00E4444A" w:rsidRPr="0099306C">
        <w:t>’</w:t>
      </w:r>
      <w:r w:rsidRPr="002B3119">
        <w:t>avoir épousé un professeur</w:t>
      </w:r>
      <w:r w:rsidR="00E4444A" w:rsidRPr="0099306C">
        <w:t xml:space="preserve"> ! </w:t>
      </w:r>
      <w:r w:rsidRPr="002B3119">
        <w:t>Que n</w:t>
      </w:r>
      <w:r w:rsidR="00E4444A" w:rsidRPr="0099306C">
        <w:t>’</w:t>
      </w:r>
      <w:r w:rsidRPr="002B3119">
        <w:t>avait-elle encore l</w:t>
      </w:r>
      <w:r w:rsidR="00E4444A" w:rsidRPr="0099306C">
        <w:t>’</w:t>
      </w:r>
      <w:r w:rsidRPr="002B3119">
        <w:t>âge de sa nièce</w:t>
      </w:r>
      <w:r w:rsidR="00E4444A" w:rsidRPr="0099306C">
        <w:t xml:space="preserve"> ! </w:t>
      </w:r>
      <w:r w:rsidRPr="002B3119">
        <w:t>Comme elle saurait refaire sa vie</w:t>
      </w:r>
      <w:r w:rsidR="00E4444A" w:rsidRPr="0099306C">
        <w:t> !</w:t>
      </w:r>
    </w:p>
    <w:p w14:paraId="365DA1CE" w14:textId="77777777" w:rsidR="00E4444A" w:rsidRPr="0099306C" w:rsidRDefault="002B3119" w:rsidP="002B3119">
      <w:r w:rsidRPr="002B3119">
        <w:t>Jeanne la consolait de son mieux</w:t>
      </w:r>
      <w:r w:rsidR="00E4444A" w:rsidRPr="0099306C">
        <w:t xml:space="preserve">, </w:t>
      </w:r>
      <w:r w:rsidRPr="002B3119">
        <w:t>se gardant avec soin de la contredire</w:t>
      </w:r>
      <w:r w:rsidR="00E4444A" w:rsidRPr="0099306C">
        <w:t xml:space="preserve">. </w:t>
      </w:r>
      <w:r w:rsidRPr="002B3119">
        <w:t>Et je sentais qu</w:t>
      </w:r>
      <w:r w:rsidR="00E4444A" w:rsidRPr="0099306C">
        <w:t>’</w:t>
      </w:r>
      <w:r w:rsidRPr="002B3119">
        <w:t>elle avait raison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un mot aurait déchaîné la fureur de la digne femme</w:t>
      </w:r>
      <w:r w:rsidR="00E4444A" w:rsidRPr="0099306C">
        <w:t xml:space="preserve">. </w:t>
      </w:r>
      <w:r w:rsidRPr="002B3119">
        <w:t>Je savais Jeanne trop sage pour que de tels propos pussent l</w:t>
      </w:r>
      <w:r w:rsidR="00E4444A" w:rsidRPr="0099306C">
        <w:t>’</w:t>
      </w:r>
      <w:r w:rsidRPr="002B3119">
        <w:t>ébranler un seul instant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embrassai tendrement Yvette</w:t>
      </w:r>
      <w:r w:rsidR="00E4444A" w:rsidRPr="0099306C">
        <w:t xml:space="preserve">, </w:t>
      </w:r>
      <w:r w:rsidRPr="002B3119">
        <w:t>bien ce</w:t>
      </w:r>
      <w:r w:rsidRPr="002B3119">
        <w:t>r</w:t>
      </w:r>
      <w:r w:rsidRPr="002B3119">
        <w:t>tain que ses petits bras étaient assez forts pour nous garder toujours étroitement unis</w:t>
      </w:r>
      <w:r w:rsidR="00E4444A" w:rsidRPr="0099306C">
        <w:t>.</w:t>
      </w:r>
    </w:p>
    <w:p w14:paraId="4115300E" w14:textId="77777777" w:rsidR="00E4444A" w:rsidRPr="0099306C" w:rsidRDefault="002B3119" w:rsidP="002B3119">
      <w:r w:rsidRPr="002B3119">
        <w:t>Le lendemain matin</w:t>
      </w:r>
      <w:r w:rsidR="00E4444A" w:rsidRPr="0099306C">
        <w:t xml:space="preserve">, </w:t>
      </w:r>
      <w:r w:rsidRPr="002B3119">
        <w:t>le gazouillis d</w:t>
      </w:r>
      <w:r w:rsidR="00E4444A" w:rsidRPr="0099306C">
        <w:t>’</w:t>
      </w:r>
      <w:r w:rsidRPr="002B3119">
        <w:t>Yvette nous réveilla</w:t>
      </w:r>
      <w:r w:rsidR="00E4444A" w:rsidRPr="0099306C">
        <w:t xml:space="preserve">. </w:t>
      </w:r>
      <w:r w:rsidRPr="002B3119">
        <w:t>Quand j</w:t>
      </w:r>
      <w:r w:rsidR="00E4444A" w:rsidRPr="0099306C">
        <w:t>’</w:t>
      </w:r>
      <w:r w:rsidRPr="002B3119">
        <w:t xml:space="preserve">écartai </w:t>
      </w:r>
      <w:r w:rsidR="008F4AF8" w:rsidRPr="002B3119">
        <w:t>les rideaux</w:t>
      </w:r>
      <w:r w:rsidR="00E4444A" w:rsidRPr="0099306C">
        <w:t xml:space="preserve">, </w:t>
      </w:r>
      <w:r w:rsidRPr="002B3119">
        <w:t>il faisait déjà grand jour</w:t>
      </w:r>
      <w:r w:rsidR="00E4444A" w:rsidRPr="0099306C">
        <w:t xml:space="preserve">. </w:t>
      </w:r>
      <w:r w:rsidRPr="002B3119">
        <w:t>Notre bon oncle debout depuis une heure</w:t>
      </w:r>
      <w:r w:rsidR="00E4444A" w:rsidRPr="0099306C">
        <w:t xml:space="preserve">, </w:t>
      </w:r>
      <w:r w:rsidRPr="002B3119">
        <w:t>était parti à la déco</w:t>
      </w:r>
      <w:r w:rsidRPr="002B3119">
        <w:t>u</w:t>
      </w:r>
      <w:r w:rsidRPr="002B3119">
        <w:t>verte</w:t>
      </w:r>
      <w:r w:rsidR="00E4444A" w:rsidRPr="0099306C">
        <w:t xml:space="preserve">. </w:t>
      </w:r>
      <w:r w:rsidRPr="002B3119">
        <w:t>La mer</w:t>
      </w:r>
      <w:r w:rsidR="00E4444A" w:rsidRPr="0099306C">
        <w:t xml:space="preserve">, </w:t>
      </w:r>
      <w:r w:rsidRPr="002B3119">
        <w:t>là-bas</w:t>
      </w:r>
      <w:r w:rsidR="00E4444A" w:rsidRPr="0099306C">
        <w:t xml:space="preserve">, </w:t>
      </w:r>
      <w:r w:rsidRPr="002B3119">
        <w:t>radieuse</w:t>
      </w:r>
      <w:r w:rsidR="00E4444A" w:rsidRPr="0099306C">
        <w:t xml:space="preserve">, </w:t>
      </w:r>
      <w:r w:rsidRPr="002B3119">
        <w:t>nous appelait</w:t>
      </w:r>
      <w:r w:rsidR="00E4444A" w:rsidRPr="0099306C">
        <w:t>.</w:t>
      </w:r>
    </w:p>
    <w:p w14:paraId="64E16938" w14:textId="77777777" w:rsidR="002B3119" w:rsidRPr="002B3119" w:rsidRDefault="002B3119" w:rsidP="002B3119">
      <w:r w:rsidRPr="002B3119">
        <w:lastRenderedPageBreak/>
        <w:t>Mais la tante de Jeanne la retint et le soin d</w:t>
      </w:r>
      <w:r w:rsidR="00E4444A" w:rsidRPr="0099306C">
        <w:t>’</w:t>
      </w:r>
      <w:r w:rsidRPr="002B3119">
        <w:t>Yvette me fut confié</w:t>
      </w:r>
      <w:r w:rsidR="00E4444A" w:rsidRPr="0099306C">
        <w:t xml:space="preserve">. </w:t>
      </w:r>
      <w:r w:rsidRPr="002B3119">
        <w:t>Je l</w:t>
      </w:r>
      <w:r w:rsidR="00E4444A" w:rsidRPr="0099306C">
        <w:t>’</w:t>
      </w:r>
      <w:r w:rsidRPr="002B3119">
        <w:t>emportai</w:t>
      </w:r>
      <w:r w:rsidR="00E4444A" w:rsidRPr="0099306C">
        <w:t xml:space="preserve">, </w:t>
      </w:r>
      <w:r w:rsidRPr="002B3119">
        <w:t>aussitôt prête</w:t>
      </w:r>
      <w:r w:rsidR="00E4444A" w:rsidRPr="0099306C">
        <w:t xml:space="preserve">, </w:t>
      </w:r>
      <w:r w:rsidRPr="002B3119">
        <w:t>vers un tout petit coin de plage</w:t>
      </w:r>
      <w:r w:rsidR="001525CC">
        <w:t>,</w:t>
      </w:r>
      <w:r w:rsidRPr="002B3119">
        <w:t xml:space="preserve"> encadré de rochers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on m</w:t>
      </w:r>
      <w:r w:rsidR="00E4444A" w:rsidRPr="0099306C">
        <w:t>’</w:t>
      </w:r>
      <w:r w:rsidRPr="002B3119">
        <w:t>avait indiqué à l</w:t>
      </w:r>
      <w:r w:rsidR="00E4444A" w:rsidRPr="0099306C">
        <w:t>’</w:t>
      </w:r>
      <w:r w:rsidRPr="002B3119">
        <w:t>hôtel</w:t>
      </w:r>
      <w:r w:rsidR="00E4444A" w:rsidRPr="0099306C">
        <w:t xml:space="preserve">. </w:t>
      </w:r>
      <w:r w:rsidRPr="002B3119">
        <w:t>Nous nous assîmes dans une ouverture de grotte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où l</w:t>
      </w:r>
      <w:r w:rsidR="00E4444A" w:rsidRPr="0099306C">
        <w:t>’</w:t>
      </w:r>
      <w:r w:rsidRPr="002B3119">
        <w:t>on découvrait bien la mer</w:t>
      </w:r>
      <w:r w:rsidR="00E4444A" w:rsidRPr="0099306C">
        <w:t xml:space="preserve">. </w:t>
      </w:r>
      <w:r w:rsidRPr="002B3119">
        <w:t>Peu de barques dehors</w:t>
      </w:r>
      <w:r w:rsidR="00E4444A" w:rsidRPr="0099306C">
        <w:t xml:space="preserve">, </w:t>
      </w:r>
      <w:r w:rsidRPr="002B3119">
        <w:t>en ce matin de dimanche</w:t>
      </w:r>
      <w:r w:rsidR="00E4444A" w:rsidRPr="0099306C">
        <w:t xml:space="preserve">, </w:t>
      </w:r>
      <w:r w:rsidRPr="002B3119">
        <w:t>mais des pêcheurs</w:t>
      </w:r>
      <w:r w:rsidR="00E4444A" w:rsidRPr="0099306C">
        <w:t xml:space="preserve">, </w:t>
      </w:r>
      <w:r w:rsidRPr="002B3119">
        <w:t>pantalons r</w:t>
      </w:r>
      <w:r w:rsidRPr="002B3119">
        <w:t>e</w:t>
      </w:r>
      <w:r w:rsidRPr="002B3119">
        <w:t>troussés</w:t>
      </w:r>
      <w:r w:rsidR="00E4444A" w:rsidRPr="0099306C">
        <w:t xml:space="preserve">, </w:t>
      </w:r>
      <w:r w:rsidRPr="002B3119">
        <w:t>marchaient dans l</w:t>
      </w:r>
      <w:r w:rsidR="00E4444A" w:rsidRPr="0099306C">
        <w:t>’</w:t>
      </w:r>
      <w:r w:rsidRPr="002B3119">
        <w:t>eau</w:t>
      </w:r>
      <w:r w:rsidR="00E4444A" w:rsidRPr="0099306C">
        <w:t xml:space="preserve">, </w:t>
      </w:r>
      <w:r w:rsidRPr="002B3119">
        <w:t>ayant l</w:t>
      </w:r>
      <w:r w:rsidR="00E4444A" w:rsidRPr="0099306C">
        <w:t>’</w:t>
      </w:r>
      <w:r w:rsidRPr="002B3119">
        <w:t>air de chercher quelque chose</w:t>
      </w:r>
      <w:r w:rsidR="00E4444A" w:rsidRPr="0099306C">
        <w:t xml:space="preserve">. </w:t>
      </w:r>
      <w:r w:rsidRPr="002B3119">
        <w:t>La mer heureuse rayonnait au soleil de toutes ses facettes</w:t>
      </w:r>
      <w:r w:rsidR="00E4444A" w:rsidRPr="0099306C">
        <w:t xml:space="preserve">. </w:t>
      </w:r>
      <w:r w:rsidRPr="002B3119">
        <w:t>Des vagues lentes se succédaient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allongeaient sur le sable</w:t>
      </w:r>
      <w:r w:rsidR="00E4444A" w:rsidRPr="0099306C">
        <w:t xml:space="preserve">, </w:t>
      </w:r>
      <w:r w:rsidRPr="002B3119">
        <w:t>arrivaient presque à nos pieds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accrochaient aux galets qu</w:t>
      </w:r>
      <w:r w:rsidR="00E4444A" w:rsidRPr="0099306C">
        <w:t>’</w:t>
      </w:r>
      <w:r w:rsidRPr="002B3119">
        <w:t>elles coloraient de rouge</w:t>
      </w:r>
      <w:r w:rsidR="00E4444A" w:rsidRPr="0099306C">
        <w:t xml:space="preserve">, </w:t>
      </w:r>
      <w:r w:rsidRPr="002B3119">
        <w:t>de bleu</w:t>
      </w:r>
      <w:r w:rsidR="00E4444A" w:rsidRPr="0099306C">
        <w:t xml:space="preserve">, </w:t>
      </w:r>
      <w:r w:rsidRPr="002B3119">
        <w:t>comme des pierres précieuses</w:t>
      </w:r>
      <w:r w:rsidR="00E4444A" w:rsidRPr="0099306C">
        <w:t xml:space="preserve">. </w:t>
      </w:r>
      <w:r w:rsidRPr="002B3119">
        <w:t>Une joie flottait autour de nous</w:t>
      </w:r>
      <w:r w:rsidR="00E4444A" w:rsidRPr="0099306C">
        <w:t xml:space="preserve">. </w:t>
      </w:r>
      <w:r w:rsidRPr="002B3119">
        <w:t>La limpidité du ciel avait je ne sais quoi de domin</w:t>
      </w:r>
      <w:r w:rsidRPr="002B3119">
        <w:t>i</w:t>
      </w:r>
      <w:r w:rsidRPr="002B3119">
        <w:t>cal</w:t>
      </w:r>
      <w:r w:rsidR="00E4444A" w:rsidRPr="0099306C">
        <w:t xml:space="preserve">. </w:t>
      </w:r>
      <w:r w:rsidRPr="002B3119">
        <w:t>Parfois une voile glissait à l</w:t>
      </w:r>
      <w:r w:rsidR="00E4444A" w:rsidRPr="0099306C">
        <w:t>’</w:t>
      </w:r>
      <w:r w:rsidRPr="002B3119">
        <w:t>horizon comme un jouet gracieux</w:t>
      </w:r>
      <w:r w:rsidR="00E4444A" w:rsidRPr="0099306C">
        <w:t xml:space="preserve">. </w:t>
      </w:r>
      <w:r w:rsidRPr="002B3119">
        <w:t>Yvette la désignait du doigt en s</w:t>
      </w:r>
      <w:r w:rsidR="00E4444A" w:rsidRPr="0099306C">
        <w:t>’</w:t>
      </w:r>
      <w:r w:rsidRPr="002B3119">
        <w:t>écriant</w:t>
      </w:r>
      <w:r w:rsidR="00E4444A" w:rsidRPr="0099306C">
        <w:t> : « </w:t>
      </w:r>
      <w:r w:rsidRPr="002B3119">
        <w:t>P</w:t>
      </w:r>
      <w:r w:rsidRPr="002B3119">
        <w:t>a</w:t>
      </w:r>
      <w:r w:rsidRPr="002B3119">
        <w:t>pa</w:t>
      </w:r>
      <w:r w:rsidR="00E4444A" w:rsidRPr="0099306C">
        <w:t xml:space="preserve"> !… </w:t>
      </w:r>
      <w:r w:rsidRPr="002B3119">
        <w:t>papa</w:t>
      </w:r>
      <w:r w:rsidR="00E4444A" w:rsidRPr="0099306C">
        <w:t>… »</w:t>
      </w:r>
    </w:p>
    <w:p w14:paraId="368E64E8" w14:textId="77777777" w:rsidR="00E4444A" w:rsidRPr="0099306C" w:rsidRDefault="002B3119" w:rsidP="002B3119">
      <w:r w:rsidRPr="002B3119">
        <w:t>Bien qu</w:t>
      </w:r>
      <w:r w:rsidR="00E4444A" w:rsidRPr="0099306C">
        <w:t>’</w:t>
      </w:r>
      <w:r w:rsidRPr="002B3119">
        <w:t>elle ne fût pas d</w:t>
      </w:r>
      <w:r w:rsidR="00E4444A" w:rsidRPr="0099306C">
        <w:t>’</w:t>
      </w:r>
      <w:r w:rsidRPr="002B3119">
        <w:t>âge encore à jouer sur le sable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amusai à la déchausser</w:t>
      </w:r>
      <w:r w:rsidR="00E4444A" w:rsidRPr="0099306C">
        <w:t xml:space="preserve">. </w:t>
      </w:r>
      <w:r w:rsidRPr="002B3119">
        <w:t>Elle agitait ses petits pieds nus</w:t>
      </w:r>
      <w:r w:rsidR="00E4444A" w:rsidRPr="0099306C">
        <w:t xml:space="preserve">. </w:t>
      </w:r>
      <w:r w:rsidRPr="002B3119">
        <w:t>Puis elle s</w:t>
      </w:r>
      <w:r w:rsidR="00E4444A" w:rsidRPr="0099306C">
        <w:t>’</w:t>
      </w:r>
      <w:r w:rsidRPr="002B3119">
        <w:t>arrêtait</w:t>
      </w:r>
      <w:r w:rsidR="00E4444A" w:rsidRPr="0099306C">
        <w:t xml:space="preserve">, </w:t>
      </w:r>
      <w:r w:rsidRPr="002B3119">
        <w:t>demeurait un instant contemplative</w:t>
      </w:r>
      <w:r w:rsidR="00E4444A" w:rsidRPr="0099306C">
        <w:t xml:space="preserve">. </w:t>
      </w:r>
      <w:r w:rsidRPr="002B3119">
        <w:t xml:space="preserve">Qui sait comment </w:t>
      </w:r>
      <w:r w:rsidR="001525CC">
        <w:t xml:space="preserve">elles </w:t>
      </w:r>
      <w:r w:rsidRPr="002B3119">
        <w:t>se forment</w:t>
      </w:r>
      <w:r w:rsidR="00E4444A" w:rsidRPr="0099306C">
        <w:t xml:space="preserve">, </w:t>
      </w:r>
      <w:r w:rsidRPr="002B3119">
        <w:t>ces premières impressions qui subsistent dans les dessous insondables de nos êtres</w:t>
      </w:r>
      <w:r w:rsidR="00E4444A" w:rsidRPr="0099306C">
        <w:t xml:space="preserve"> ? </w:t>
      </w:r>
      <w:r w:rsidRPr="002B3119">
        <w:t>Peut-être recevait-elle du ciel léger</w:t>
      </w:r>
      <w:r w:rsidR="00E4444A" w:rsidRPr="0099306C">
        <w:t xml:space="preserve">, </w:t>
      </w:r>
      <w:r w:rsidRPr="002B3119">
        <w:t>de la mer lumineuse une de ces visions que nous retrouvons un jour avec l</w:t>
      </w:r>
      <w:r w:rsidR="00E4444A" w:rsidRPr="0099306C">
        <w:t>’</w:t>
      </w:r>
      <w:r w:rsidRPr="002B3119">
        <w:t xml:space="preserve">étrange sensation du </w:t>
      </w:r>
      <w:r w:rsidR="00E4444A" w:rsidRPr="0099306C">
        <w:t>« </w:t>
      </w:r>
      <w:r w:rsidRPr="002B3119">
        <w:t>déjà vu</w:t>
      </w:r>
      <w:r w:rsidR="00E4444A" w:rsidRPr="0099306C">
        <w:t> ».</w:t>
      </w:r>
    </w:p>
    <w:p w14:paraId="0FC1F0C6" w14:textId="77777777" w:rsidR="00E4444A" w:rsidRPr="0099306C" w:rsidRDefault="002B3119" w:rsidP="002B3119">
      <w:r w:rsidRPr="002B3119">
        <w:t>Des gens passèrent</w:t>
      </w:r>
      <w:r w:rsidR="00E4444A" w:rsidRPr="0099306C">
        <w:t xml:space="preserve">, </w:t>
      </w:r>
      <w:r w:rsidRPr="002B3119">
        <w:t>bourgeois de la ville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homme</w:t>
      </w:r>
      <w:r w:rsidR="00E4444A" w:rsidRPr="0099306C">
        <w:t xml:space="preserve">, </w:t>
      </w:r>
      <w:r w:rsidRPr="002B3119">
        <w:t>la femme</w:t>
      </w:r>
      <w:r w:rsidR="00E4444A" w:rsidRPr="0099306C">
        <w:t xml:space="preserve">, </w:t>
      </w:r>
      <w:r w:rsidRPr="002B3119">
        <w:t xml:space="preserve">la </w:t>
      </w:r>
      <w:r w:rsidR="00E4444A" w:rsidRPr="0099306C">
        <w:t>« </w:t>
      </w:r>
      <w:r w:rsidRPr="002B3119">
        <w:t>demoiselle</w:t>
      </w:r>
      <w:r w:rsidR="00E4444A" w:rsidRPr="0099306C">
        <w:t xml:space="preserve"> ». </w:t>
      </w:r>
      <w:r w:rsidRPr="002B3119">
        <w:t>Ils nous regardèrent en passant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comme le groupe s</w:t>
      </w:r>
      <w:r w:rsidR="00E4444A" w:rsidRPr="0099306C">
        <w:t>’</w:t>
      </w:r>
      <w:r w:rsidRPr="002B3119">
        <w:t>éloignait sous les claires ombrelles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entendis l</w:t>
      </w:r>
      <w:r w:rsidR="00E4444A" w:rsidRPr="0099306C">
        <w:t>’</w:t>
      </w:r>
      <w:r w:rsidRPr="002B3119">
        <w:t>une des femmes murmurer</w:t>
      </w:r>
      <w:r w:rsidR="00E4444A" w:rsidRPr="0099306C">
        <w:t> :</w:t>
      </w:r>
    </w:p>
    <w:p w14:paraId="1E3EA344" w14:textId="77777777" w:rsidR="00E4444A" w:rsidRPr="0099306C" w:rsidRDefault="00E4444A" w:rsidP="002B3119">
      <w:r w:rsidRPr="0099306C">
        <w:t>— </w:t>
      </w:r>
      <w:r w:rsidR="002B3119" w:rsidRPr="002B3119">
        <w:t>Oh</w:t>
      </w:r>
      <w:r w:rsidRPr="0099306C">
        <w:t xml:space="preserve"> ! </w:t>
      </w:r>
      <w:r w:rsidR="002B3119" w:rsidRPr="002B3119">
        <w:t>cette petite fille</w:t>
      </w:r>
      <w:r w:rsidRPr="0099306C">
        <w:t xml:space="preserve">, </w:t>
      </w:r>
      <w:r w:rsidR="002B3119" w:rsidRPr="002B3119">
        <w:t>comme elle ressemble à son père</w:t>
      </w:r>
      <w:r w:rsidRPr="0099306C">
        <w:t> !</w:t>
      </w:r>
    </w:p>
    <w:p w14:paraId="640A182E" w14:textId="77777777" w:rsidR="00E4444A" w:rsidRPr="0099306C" w:rsidRDefault="002B3119" w:rsidP="002B3119">
      <w:r w:rsidRPr="002B3119">
        <w:lastRenderedPageBreak/>
        <w:t>Et cette enfant</w:t>
      </w:r>
      <w:r w:rsidR="00E4444A" w:rsidRPr="0099306C">
        <w:t xml:space="preserve">, </w:t>
      </w:r>
      <w:r w:rsidRPr="002B3119">
        <w:t>qui était si profondément mon enfant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entourai d</w:t>
      </w:r>
      <w:r w:rsidR="00E4444A" w:rsidRPr="0099306C">
        <w:t>’</w:t>
      </w:r>
      <w:r w:rsidRPr="002B3119">
        <w:t>un tel regard</w:t>
      </w:r>
      <w:r w:rsidR="00E4444A" w:rsidRPr="0099306C">
        <w:t xml:space="preserve">, </w:t>
      </w:r>
      <w:r w:rsidRPr="002B3119">
        <w:t>que</w:t>
      </w:r>
      <w:r w:rsidR="00E4444A" w:rsidRPr="0099306C">
        <w:t xml:space="preserve">, </w:t>
      </w:r>
      <w:r w:rsidRPr="002B3119">
        <w:t>toute enveloppée de te</w:t>
      </w:r>
      <w:r w:rsidRPr="002B3119">
        <w:t>n</w:t>
      </w:r>
      <w:r w:rsidRPr="002B3119">
        <w:t>dresse</w:t>
      </w:r>
      <w:r w:rsidR="00E4444A" w:rsidRPr="0099306C">
        <w:t xml:space="preserve">, </w:t>
      </w:r>
      <w:r w:rsidRPr="002B3119">
        <w:t>elle tendit vers moi ses bras en s</w:t>
      </w:r>
      <w:r w:rsidR="00E4444A" w:rsidRPr="0099306C">
        <w:t>’</w:t>
      </w:r>
      <w:r w:rsidRPr="002B3119">
        <w:t>écriant encore</w:t>
      </w:r>
      <w:r w:rsidR="00E4444A" w:rsidRPr="0099306C">
        <w:t> :</w:t>
      </w:r>
    </w:p>
    <w:p w14:paraId="724E8A8E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> !</w:t>
      </w:r>
    </w:p>
    <w:p w14:paraId="4A264E5D" w14:textId="77777777" w:rsidR="00E4444A" w:rsidRPr="0099306C" w:rsidRDefault="002B3119" w:rsidP="002B3119">
      <w:r w:rsidRPr="002B3119">
        <w:t>La mer</w:t>
      </w:r>
      <w:r w:rsidR="00E4444A" w:rsidRPr="0099306C">
        <w:t xml:space="preserve">, </w:t>
      </w:r>
      <w:r w:rsidRPr="002B3119">
        <w:t>je ne l</w:t>
      </w:r>
      <w:r w:rsidR="00E4444A" w:rsidRPr="0099306C">
        <w:t>’</w:t>
      </w:r>
      <w:r w:rsidRPr="002B3119">
        <w:t>avais pas connue tout petit</w:t>
      </w:r>
      <w:r w:rsidR="00E4444A" w:rsidRPr="0099306C">
        <w:t xml:space="preserve">. </w:t>
      </w:r>
      <w:r w:rsidRPr="002B3119">
        <w:t>Les beaux jeux que racontent les livres</w:t>
      </w:r>
      <w:r w:rsidR="00E4444A" w:rsidRPr="0099306C">
        <w:t xml:space="preserve">, </w:t>
      </w:r>
      <w:r w:rsidRPr="002B3119">
        <w:t>je ne les avais imaginés qu</w:t>
      </w:r>
      <w:r w:rsidR="00E4444A" w:rsidRPr="0099306C">
        <w:t>’</w:t>
      </w:r>
      <w:r w:rsidRPr="002B3119">
        <w:t>en rêve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les châteaux de sable</w:t>
      </w:r>
      <w:r w:rsidR="00E4444A" w:rsidRPr="0099306C">
        <w:t xml:space="preserve"> !… </w:t>
      </w:r>
      <w:r w:rsidRPr="002B3119">
        <w:t>châteaux en Espagne pour l</w:t>
      </w:r>
      <w:r w:rsidR="00E4444A" w:rsidRPr="0099306C">
        <w:t>’</w:t>
      </w:r>
      <w:r w:rsidRPr="002B3119">
        <w:t>orphelin triste que j</w:t>
      </w:r>
      <w:r w:rsidR="00E4444A" w:rsidRPr="0099306C">
        <w:t>’</w:t>
      </w:r>
      <w:r w:rsidRPr="002B3119">
        <w:t>avais été</w:t>
      </w:r>
      <w:r w:rsidR="00E4444A" w:rsidRPr="0099306C">
        <w:t xml:space="preserve"> ! </w:t>
      </w:r>
      <w:r w:rsidRPr="002B3119">
        <w:t>Mais j</w:t>
      </w:r>
      <w:r w:rsidR="00E4444A" w:rsidRPr="0099306C">
        <w:t>’</w:t>
      </w:r>
      <w:r w:rsidRPr="002B3119">
        <w:t>allais prendre ma revanche</w:t>
      </w:r>
      <w:r w:rsidR="00E4444A" w:rsidRPr="0099306C">
        <w:t xml:space="preserve">. </w:t>
      </w:r>
      <w:r w:rsidRPr="002B3119">
        <w:t>Ces joies que m</w:t>
      </w:r>
      <w:r w:rsidR="00E4444A" w:rsidRPr="0099306C">
        <w:t>’</w:t>
      </w:r>
      <w:r w:rsidRPr="002B3119">
        <w:t>avait refusées la vie</w:t>
      </w:r>
      <w:r w:rsidR="00E4444A" w:rsidRPr="0099306C">
        <w:t xml:space="preserve">, </w:t>
      </w:r>
      <w:r w:rsidRPr="002B3119">
        <w:t>je les connaîtrais par Yvette</w:t>
      </w:r>
      <w:r w:rsidR="00E4444A" w:rsidRPr="0099306C">
        <w:t xml:space="preserve">. </w:t>
      </w:r>
      <w:r w:rsidRPr="002B3119">
        <w:t>Son enfance heureuse en serait tout illuminée</w:t>
      </w:r>
      <w:r w:rsidR="00E4444A" w:rsidRPr="0099306C">
        <w:t>.</w:t>
      </w:r>
    </w:p>
    <w:p w14:paraId="3A992B77" w14:textId="77777777" w:rsidR="00E4444A" w:rsidRPr="0099306C" w:rsidRDefault="002B3119" w:rsidP="002B3119">
      <w:r w:rsidRPr="002B3119">
        <w:t>Vers midi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essuyai les petits pieds tout remplis de sable fin</w:t>
      </w:r>
      <w:r w:rsidR="00E4444A" w:rsidRPr="0099306C">
        <w:t xml:space="preserve">. </w:t>
      </w:r>
      <w:r w:rsidRPr="002B3119">
        <w:t>Je remis souliers et chaussettes</w:t>
      </w:r>
      <w:r w:rsidR="00E4444A" w:rsidRPr="0099306C">
        <w:t xml:space="preserve">, </w:t>
      </w:r>
      <w:r w:rsidRPr="002B3119">
        <w:t>et nous retournâmes à l</w:t>
      </w:r>
      <w:r w:rsidR="00E4444A" w:rsidRPr="0099306C">
        <w:t>’</w:t>
      </w:r>
      <w:r w:rsidRPr="002B3119">
        <w:t>hôtel où notre oncle nous attendait</w:t>
      </w:r>
      <w:r w:rsidR="00E4444A" w:rsidRPr="0099306C">
        <w:t>. « </w:t>
      </w:r>
      <w:r w:rsidRPr="002B3119">
        <w:t>Ces dames</w:t>
      </w:r>
      <w:r w:rsidR="00E4444A" w:rsidRPr="0099306C">
        <w:t> »</w:t>
      </w:r>
      <w:r w:rsidRPr="002B3119">
        <w:t xml:space="preserve"> n</w:t>
      </w:r>
      <w:r w:rsidR="00E4444A" w:rsidRPr="0099306C">
        <w:t>’</w:t>
      </w:r>
      <w:r w:rsidRPr="002B3119">
        <w:t>étaient pas encore descendues</w:t>
      </w:r>
      <w:r w:rsidR="00E4444A" w:rsidRPr="0099306C">
        <w:t xml:space="preserve">, </w:t>
      </w:r>
      <w:r w:rsidRPr="002B3119">
        <w:t>ayant longtemps bavardé dans leurs chambres</w:t>
      </w:r>
      <w:r w:rsidR="00E4444A" w:rsidRPr="0099306C">
        <w:t xml:space="preserve">. </w:t>
      </w:r>
      <w:r w:rsidRPr="002B3119">
        <w:t>Le déjeuner commença</w:t>
      </w:r>
      <w:r w:rsidR="00E4444A" w:rsidRPr="0099306C">
        <w:t xml:space="preserve">. </w:t>
      </w:r>
      <w:r w:rsidRPr="002B3119">
        <w:t>Les stores baissés entouraient la table d</w:t>
      </w:r>
      <w:r w:rsidR="00E4444A" w:rsidRPr="0099306C">
        <w:t>’</w:t>
      </w:r>
      <w:r w:rsidRPr="002B3119">
        <w:t>une obscurité verte</w:t>
      </w:r>
      <w:r w:rsidR="00E4444A" w:rsidRPr="0099306C">
        <w:t>.</w:t>
      </w:r>
    </w:p>
    <w:p w14:paraId="21253A5E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le plus souvent</w:t>
      </w:r>
      <w:r w:rsidR="00E4444A" w:rsidRPr="0099306C">
        <w:t xml:space="preserve">, </w:t>
      </w:r>
      <w:r w:rsidRPr="002B3119">
        <w:t>nos journées se passaient ainsi</w:t>
      </w:r>
      <w:r w:rsidR="00E4444A" w:rsidRPr="0099306C">
        <w:t xml:space="preserve">. </w:t>
      </w:r>
      <w:r w:rsidRPr="002B3119">
        <w:t>Je prenais un livre et j</w:t>
      </w:r>
      <w:r w:rsidR="00E4444A" w:rsidRPr="0099306C">
        <w:t>’</w:t>
      </w:r>
      <w:r w:rsidRPr="002B3119">
        <w:t>allais m</w:t>
      </w:r>
      <w:r w:rsidR="00E4444A" w:rsidRPr="0099306C">
        <w:t>’</w:t>
      </w:r>
      <w:r w:rsidRPr="002B3119">
        <w:t>installer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ombre des rochers</w:t>
      </w:r>
      <w:r w:rsidR="00E4444A" w:rsidRPr="0099306C">
        <w:t xml:space="preserve">, </w:t>
      </w:r>
      <w:r w:rsidRPr="002B3119">
        <w:t>avec Yvette</w:t>
      </w:r>
      <w:r w:rsidR="00E4444A" w:rsidRPr="0099306C">
        <w:t xml:space="preserve">. </w:t>
      </w:r>
      <w:r w:rsidRPr="002B3119">
        <w:t>Jamais je n</w:t>
      </w:r>
      <w:r w:rsidR="00E4444A" w:rsidRPr="0099306C">
        <w:t>’</w:t>
      </w:r>
      <w:r w:rsidRPr="002B3119">
        <w:t>avais tant vécu dans son intimité</w:t>
      </w:r>
      <w:r w:rsidR="00E4444A" w:rsidRPr="0099306C">
        <w:t xml:space="preserve">. </w:t>
      </w:r>
      <w:r w:rsidRPr="002B3119">
        <w:t>Je la découvrais un peu plus tous les jours</w:t>
      </w:r>
      <w:r w:rsidR="00E4444A" w:rsidRPr="0099306C">
        <w:t xml:space="preserve">. </w:t>
      </w:r>
      <w:r w:rsidRPr="002B3119">
        <w:t>Mille gentillesses d</w:t>
      </w:r>
      <w:r w:rsidR="00E4444A" w:rsidRPr="0099306C">
        <w:t>’</w:t>
      </w:r>
      <w:r w:rsidRPr="002B3119">
        <w:t>enfant se révélaient à moi</w:t>
      </w:r>
      <w:r w:rsidR="00E4444A" w:rsidRPr="0099306C">
        <w:t xml:space="preserve">. </w:t>
      </w:r>
      <w:r w:rsidRPr="002B3119">
        <w:t>Nous ne nous ennuyions jamais ensemble et nous nous suffisions l</w:t>
      </w:r>
      <w:r w:rsidR="00E4444A" w:rsidRPr="0099306C">
        <w:t>’</w:t>
      </w:r>
      <w:r w:rsidRPr="002B3119">
        <w:t>un à l</w:t>
      </w:r>
      <w:r w:rsidR="00E4444A" w:rsidRPr="0099306C">
        <w:t>’</w:t>
      </w:r>
      <w:r w:rsidRPr="002B3119">
        <w:t>autre</w:t>
      </w:r>
      <w:r w:rsidR="00E4444A" w:rsidRPr="0099306C">
        <w:t xml:space="preserve">. </w:t>
      </w:r>
      <w:r w:rsidRPr="002B3119">
        <w:t>Et Jeanne d</w:t>
      </w:r>
      <w:r w:rsidRPr="002B3119">
        <w:t>i</w:t>
      </w:r>
      <w:r w:rsidRPr="002B3119">
        <w:t>sait quelquefois en souriant</w:t>
      </w:r>
      <w:r w:rsidR="00E4444A" w:rsidRPr="0099306C">
        <w:t> :</w:t>
      </w:r>
    </w:p>
    <w:p w14:paraId="2C3CDC3A" w14:textId="77777777" w:rsidR="002B3119" w:rsidRPr="002B3119" w:rsidRDefault="00E4444A" w:rsidP="002B3119">
      <w:r w:rsidRPr="0099306C">
        <w:t>« </w:t>
      </w:r>
      <w:r w:rsidR="002B3119" w:rsidRPr="002B3119">
        <w:t>Oh</w:t>
      </w:r>
      <w:r w:rsidRPr="0099306C">
        <w:t xml:space="preserve"> ! </w:t>
      </w:r>
      <w:r w:rsidR="002B3119" w:rsidRPr="002B3119">
        <w:t>mon mari</w:t>
      </w:r>
      <w:r w:rsidRPr="0099306C">
        <w:t xml:space="preserve">, </w:t>
      </w:r>
      <w:r w:rsidR="002B3119" w:rsidRPr="002B3119">
        <w:t>pourvu qu</w:t>
      </w:r>
      <w:r w:rsidRPr="0099306C">
        <w:t>’</w:t>
      </w:r>
      <w:r w:rsidR="002B3119" w:rsidRPr="002B3119">
        <w:t>il soit avec sa fille</w:t>
      </w:r>
      <w:r w:rsidRPr="0099306C">
        <w:t> !… »</w:t>
      </w:r>
    </w:p>
    <w:p w14:paraId="35D959C3" w14:textId="77777777" w:rsidR="00E4444A" w:rsidRPr="0099306C" w:rsidRDefault="002B3119" w:rsidP="002B3119">
      <w:r w:rsidRPr="002B3119">
        <w:t>Vers la fin de 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quand le soleil commençait à baisser</w:t>
      </w:r>
      <w:r w:rsidR="00E4444A" w:rsidRPr="0099306C">
        <w:t xml:space="preserve">, </w:t>
      </w:r>
      <w:r w:rsidRPr="002B3119">
        <w:t>Jeanne et sa tante venaient nous rejoindre</w:t>
      </w:r>
      <w:r w:rsidR="00E4444A" w:rsidRPr="0099306C">
        <w:t xml:space="preserve">. </w:t>
      </w:r>
      <w:r w:rsidRPr="002B3119">
        <w:t>De loin je les apercevais</w:t>
      </w:r>
      <w:r w:rsidR="00E4444A" w:rsidRPr="0099306C">
        <w:t xml:space="preserve">, </w:t>
      </w:r>
      <w:r w:rsidRPr="002B3119">
        <w:t>avançant ensemble sur la plage</w:t>
      </w:r>
      <w:r w:rsidR="00E4444A" w:rsidRPr="0099306C">
        <w:t xml:space="preserve">, </w:t>
      </w:r>
      <w:r w:rsidRPr="002B3119">
        <w:t>faciles à distinguer avec leurs silhouettes élégantes qui détonnaient un peu dans cet humble port</w:t>
      </w:r>
      <w:r w:rsidR="00E4444A" w:rsidRPr="0099306C">
        <w:t xml:space="preserve">, </w:t>
      </w:r>
      <w:r w:rsidRPr="002B3119">
        <w:t>et leurs souliers blancs qui se posaient sur le sable</w:t>
      </w:r>
      <w:r w:rsidR="00E4444A" w:rsidRPr="0099306C">
        <w:t xml:space="preserve">. </w:t>
      </w:r>
      <w:r w:rsidRPr="002B3119">
        <w:t>Elles venaient lentement</w:t>
      </w:r>
      <w:r w:rsidR="00E4444A" w:rsidRPr="0099306C">
        <w:t xml:space="preserve">, </w:t>
      </w:r>
      <w:r w:rsidRPr="002B3119">
        <w:t xml:space="preserve">parlant de je ne </w:t>
      </w:r>
      <w:r w:rsidRPr="002B3119">
        <w:lastRenderedPageBreak/>
        <w:t>sais quoi et ralentissant encore le pas quand elles nous avaient vu</w:t>
      </w:r>
      <w:r w:rsidR="0081478A">
        <w:t>s</w:t>
      </w:r>
      <w:r w:rsidR="00E4444A" w:rsidRPr="0099306C">
        <w:t xml:space="preserve">, </w:t>
      </w:r>
      <w:r w:rsidRPr="002B3119">
        <w:t>comme pour achever l</w:t>
      </w:r>
      <w:r w:rsidR="00E4444A" w:rsidRPr="0099306C">
        <w:t>’</w:t>
      </w:r>
      <w:r w:rsidRPr="002B3119">
        <w:t>échange de réflexions auxquelles il n</w:t>
      </w:r>
      <w:r w:rsidR="00E4444A" w:rsidRPr="0099306C">
        <w:t>’</w:t>
      </w:r>
      <w:r w:rsidRPr="002B3119">
        <w:t>était pas utile que je fusse mêlé</w:t>
      </w:r>
      <w:r w:rsidR="00E4444A" w:rsidRPr="0099306C">
        <w:t>.</w:t>
      </w:r>
    </w:p>
    <w:p w14:paraId="6E556C9F" w14:textId="77777777" w:rsidR="00E4444A" w:rsidRPr="0099306C" w:rsidRDefault="002B3119" w:rsidP="002B3119">
      <w:r w:rsidRPr="002B3119">
        <w:t>Et pourtant</w:t>
      </w:r>
      <w:r w:rsidR="00E4444A" w:rsidRPr="0099306C">
        <w:t xml:space="preserve">, </w:t>
      </w:r>
      <w:r w:rsidRPr="002B3119">
        <w:t>malgré la joie qui me venait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ce ne furent pas tout à fait les vacances heureuses que j</w:t>
      </w:r>
      <w:r w:rsidR="00E4444A" w:rsidRPr="0099306C">
        <w:t>’</w:t>
      </w:r>
      <w:r w:rsidRPr="002B3119">
        <w:t>avais r</w:t>
      </w:r>
      <w:r w:rsidRPr="002B3119">
        <w:t>ê</w:t>
      </w:r>
      <w:r w:rsidRPr="002B3119">
        <w:t>vées</w:t>
      </w:r>
      <w:r w:rsidR="00E4444A" w:rsidRPr="0099306C">
        <w:t xml:space="preserve">. </w:t>
      </w:r>
      <w:r w:rsidRPr="002B3119">
        <w:t>Pas une fois</w:t>
      </w:r>
      <w:r w:rsidR="00E4444A" w:rsidRPr="0099306C">
        <w:t xml:space="preserve">, </w:t>
      </w:r>
      <w:r w:rsidRPr="002B3119">
        <w:t>depuis le jour de notre mariage</w:t>
      </w:r>
      <w:r w:rsidR="00E4444A" w:rsidRPr="0099306C">
        <w:t xml:space="preserve">, </w:t>
      </w:r>
      <w:r w:rsidRPr="002B3119">
        <w:t>Jeanne et moi n</w:t>
      </w:r>
      <w:r w:rsidR="00E4444A" w:rsidRPr="0099306C">
        <w:t>’</w:t>
      </w:r>
      <w:r w:rsidRPr="002B3119">
        <w:t>avions autant vécu d</w:t>
      </w:r>
      <w:r w:rsidR="00E4444A" w:rsidRPr="0099306C">
        <w:t>’</w:t>
      </w:r>
      <w:r w:rsidRPr="002B3119">
        <w:t>heures séparés</w:t>
      </w:r>
      <w:r w:rsidR="00E4444A" w:rsidRPr="0099306C">
        <w:t xml:space="preserve">. </w:t>
      </w:r>
      <w:r w:rsidRPr="002B3119">
        <w:t>Elle se devait à sa tante</w:t>
      </w:r>
      <w:r w:rsidR="00E4444A" w:rsidRPr="0099306C">
        <w:t xml:space="preserve">, </w:t>
      </w:r>
      <w:r w:rsidRPr="002B3119">
        <w:t>je le savais bien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quand nous nous retro</w:t>
      </w:r>
      <w:r w:rsidRPr="002B3119">
        <w:t>u</w:t>
      </w:r>
      <w:r w:rsidRPr="002B3119">
        <w:t>vions le soir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le sentiment de je ne sais quel vide</w:t>
      </w:r>
      <w:r w:rsidR="00E4444A" w:rsidRPr="0099306C">
        <w:t xml:space="preserve">, </w:t>
      </w:r>
      <w:r w:rsidRPr="002B3119">
        <w:t>je ne savais plus tout ce qu</w:t>
      </w:r>
      <w:r w:rsidR="00E4444A" w:rsidRPr="0099306C">
        <w:t>’</w:t>
      </w:r>
      <w:r w:rsidRPr="002B3119">
        <w:t>elle avait pensé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avais pas eu part à toutes ses conversations</w:t>
      </w:r>
      <w:r w:rsidR="00E4444A" w:rsidRPr="0099306C">
        <w:t xml:space="preserve">. </w:t>
      </w:r>
      <w:r w:rsidRPr="002B3119">
        <w:t>Et je ne pouvais rien repr</w:t>
      </w:r>
      <w:r w:rsidRPr="002B3119">
        <w:t>o</w:t>
      </w:r>
      <w:r w:rsidRPr="002B3119">
        <w:t>cher à Jeanne</w:t>
      </w:r>
      <w:r w:rsidR="00E4444A" w:rsidRPr="0099306C">
        <w:t xml:space="preserve">, </w:t>
      </w:r>
      <w:r w:rsidRPr="002B3119">
        <w:t>mais j</w:t>
      </w:r>
      <w:r w:rsidR="00E4444A" w:rsidRPr="0099306C">
        <w:t>’</w:t>
      </w:r>
      <w:r w:rsidRPr="002B3119">
        <w:t>étais un peu chagriné de sentir qu</w:t>
      </w:r>
      <w:r w:rsidR="00E4444A" w:rsidRPr="0099306C">
        <w:t>’</w:t>
      </w:r>
      <w:r w:rsidRPr="002B3119">
        <w:t>elle ne souffrait pas de cet éloignement</w:t>
      </w:r>
      <w:r w:rsidR="00E4444A" w:rsidRPr="0099306C">
        <w:t>.</w:t>
      </w:r>
    </w:p>
    <w:p w14:paraId="5E350759" w14:textId="77777777" w:rsidR="002B3119" w:rsidRPr="002B3119" w:rsidRDefault="002B3119" w:rsidP="002B3119"/>
    <w:p w14:paraId="3367B747" w14:textId="77777777" w:rsidR="00E4444A" w:rsidRPr="0099306C" w:rsidRDefault="002B3119" w:rsidP="002B3119">
      <w:r w:rsidRPr="002B3119">
        <w:t>Mais il est un soir que je ne peux oublier</w:t>
      </w:r>
      <w:r w:rsidR="00E4444A" w:rsidRPr="0099306C">
        <w:t>.</w:t>
      </w:r>
    </w:p>
    <w:p w14:paraId="2CEEDF62" w14:textId="77777777" w:rsidR="00E4444A" w:rsidRPr="0099306C" w:rsidRDefault="002B3119" w:rsidP="002B3119">
      <w:r w:rsidRPr="002B3119">
        <w:t>Mon oncle</w:t>
      </w:r>
      <w:r w:rsidR="00E4444A" w:rsidRPr="0099306C">
        <w:t xml:space="preserve">, </w:t>
      </w:r>
      <w:r w:rsidRPr="002B3119">
        <w:t>au cours de ses pérégrinations</w:t>
      </w:r>
      <w:r w:rsidR="00E4444A" w:rsidRPr="0099306C">
        <w:t xml:space="preserve">, </w:t>
      </w:r>
      <w:r w:rsidRPr="002B3119">
        <w:t>avait fait la connaissance d</w:t>
      </w:r>
      <w:r w:rsidR="00E4444A" w:rsidRPr="0099306C">
        <w:t>’</w:t>
      </w:r>
      <w:r w:rsidRPr="002B3119">
        <w:t>un gardien de phare</w:t>
      </w:r>
      <w:r w:rsidR="00E4444A" w:rsidRPr="0099306C">
        <w:t xml:space="preserve">, </w:t>
      </w:r>
      <w:r w:rsidRPr="002B3119">
        <w:t>et les deux hommes étaient devenus si bons amis que nous obtînmes l</w:t>
      </w:r>
      <w:r w:rsidR="00E4444A" w:rsidRPr="0099306C">
        <w:t>’</w:t>
      </w:r>
      <w:r w:rsidRPr="002B3119">
        <w:t>autorisation d</w:t>
      </w:r>
      <w:r w:rsidR="00E4444A" w:rsidRPr="0099306C">
        <w:t>’</w:t>
      </w:r>
      <w:r w:rsidRPr="002B3119">
        <w:t>une visite nocturne</w:t>
      </w:r>
      <w:r w:rsidR="00E4444A" w:rsidRPr="0099306C">
        <w:t>.</w:t>
      </w:r>
    </w:p>
    <w:p w14:paraId="62FC7C1B" w14:textId="77777777" w:rsidR="00E4444A" w:rsidRPr="0099306C" w:rsidRDefault="002B3119" w:rsidP="002B3119">
      <w:r w:rsidRPr="002B3119">
        <w:t>Nous nous mîmes en route après dîner</w:t>
      </w:r>
      <w:r w:rsidR="00E4444A" w:rsidRPr="0099306C">
        <w:t xml:space="preserve">. </w:t>
      </w:r>
      <w:r w:rsidRPr="002B3119">
        <w:t xml:space="preserve">Ma </w:t>
      </w:r>
      <w:r w:rsidR="00D30A6B">
        <w:t>tan</w:t>
      </w:r>
      <w:r w:rsidRPr="002B3119">
        <w:t>te</w:t>
      </w:r>
      <w:r w:rsidR="00E4444A" w:rsidRPr="0099306C">
        <w:t xml:space="preserve">, </w:t>
      </w:r>
      <w:r w:rsidRPr="002B3119">
        <w:t>que la promenade ne tentait guère</w:t>
      </w:r>
      <w:r w:rsidR="00E4444A" w:rsidRPr="0099306C">
        <w:t xml:space="preserve">, </w:t>
      </w:r>
      <w:r w:rsidRPr="002B3119">
        <w:t>se d</w:t>
      </w:r>
      <w:r w:rsidR="00D30A6B">
        <w:t>é</w:t>
      </w:r>
      <w:r w:rsidRPr="002B3119">
        <w:t>voua pour garder Yvette</w:t>
      </w:r>
      <w:r w:rsidR="00E4444A" w:rsidRPr="0099306C">
        <w:t>.</w:t>
      </w:r>
    </w:p>
    <w:p w14:paraId="0B31F8EB" w14:textId="77777777" w:rsidR="00E4444A" w:rsidRPr="0099306C" w:rsidRDefault="002B3119" w:rsidP="002B3119">
      <w:r w:rsidRPr="002B3119">
        <w:t>Quelle nuit</w:t>
      </w:r>
      <w:r w:rsidR="00E4444A" w:rsidRPr="0099306C">
        <w:t xml:space="preserve"> ! </w:t>
      </w:r>
      <w:r w:rsidRPr="002B3119">
        <w:t>Pas de lune</w:t>
      </w:r>
      <w:r w:rsidR="00E4444A" w:rsidRPr="0099306C">
        <w:t xml:space="preserve">, </w:t>
      </w:r>
      <w:r w:rsidRPr="002B3119">
        <w:t>mais toutes les étoiles étaient dehors</w:t>
      </w:r>
      <w:r w:rsidR="00E4444A" w:rsidRPr="0099306C">
        <w:t xml:space="preserve">, </w:t>
      </w:r>
      <w:r w:rsidRPr="002B3119">
        <w:t>scintillantes</w:t>
      </w:r>
      <w:r w:rsidR="00E4444A" w:rsidRPr="0099306C">
        <w:t xml:space="preserve">, </w:t>
      </w:r>
      <w:r w:rsidRPr="002B3119">
        <w:t>vivantes</w:t>
      </w:r>
      <w:r w:rsidR="00E4444A" w:rsidRPr="0099306C">
        <w:t xml:space="preserve">, </w:t>
      </w:r>
      <w:r w:rsidRPr="002B3119">
        <w:t>affairées</w:t>
      </w:r>
      <w:r w:rsidR="00E4444A" w:rsidRPr="0099306C">
        <w:t xml:space="preserve">. </w:t>
      </w:r>
      <w:r w:rsidRPr="002B3119">
        <w:t>Plus d</w:t>
      </w:r>
      <w:r w:rsidR="00E4444A" w:rsidRPr="0099306C">
        <w:t>’</w:t>
      </w:r>
      <w:r w:rsidRPr="002B3119">
        <w:t>une heure</w:t>
      </w:r>
      <w:r w:rsidR="00E4444A" w:rsidRPr="0099306C">
        <w:t xml:space="preserve">, </w:t>
      </w:r>
      <w:r w:rsidRPr="002B3119">
        <w:t>nous march</w:t>
      </w:r>
      <w:r w:rsidR="00E4444A" w:rsidRPr="0099306C">
        <w:t>â</w:t>
      </w:r>
      <w:r w:rsidRPr="002B3119">
        <w:t>mes</w:t>
      </w:r>
      <w:r w:rsidR="00E4444A" w:rsidRPr="0099306C">
        <w:t xml:space="preserve">, </w:t>
      </w:r>
      <w:r w:rsidRPr="002B3119">
        <w:t>suivant d</w:t>
      </w:r>
      <w:r w:rsidR="00E4444A" w:rsidRPr="0099306C">
        <w:t>’</w:t>
      </w:r>
      <w:r w:rsidRPr="002B3119">
        <w:t>abord un sentier qui traversait la lande</w:t>
      </w:r>
      <w:r w:rsidR="00E4444A" w:rsidRPr="0099306C">
        <w:t xml:space="preserve">. </w:t>
      </w:r>
      <w:r w:rsidRPr="002B3119">
        <w:t>Des chaumi</w:t>
      </w:r>
      <w:r w:rsidRPr="002B3119">
        <w:rPr>
          <w:rFonts w:cs="Amasis30"/>
        </w:rPr>
        <w:t>è</w:t>
      </w:r>
      <w:r w:rsidRPr="002B3119">
        <w:t>res dormaient</w:t>
      </w:r>
      <w:r w:rsidR="00E4444A" w:rsidRPr="0099306C">
        <w:t xml:space="preserve">, </w:t>
      </w:r>
      <w:r w:rsidRPr="002B3119">
        <w:t>blotties dans un pli de te</w:t>
      </w:r>
      <w:r w:rsidRPr="002B3119">
        <w:t>r</w:t>
      </w:r>
      <w:r w:rsidRPr="002B3119">
        <w:t>rain</w:t>
      </w:r>
      <w:r w:rsidR="00E4444A" w:rsidRPr="0099306C">
        <w:t xml:space="preserve">, </w:t>
      </w:r>
      <w:r w:rsidRPr="002B3119">
        <w:t>comme pour se cache</w:t>
      </w:r>
      <w:r w:rsidR="0081478A">
        <w:t>r</w:t>
      </w:r>
      <w:r w:rsidRPr="002B3119">
        <w:t xml:space="preserve"> de la tempête et des ténèbres</w:t>
      </w:r>
      <w:r w:rsidR="00E4444A" w:rsidRPr="0099306C">
        <w:t xml:space="preserve">. </w:t>
      </w:r>
      <w:r w:rsidRPr="002B3119">
        <w:t>Par moment</w:t>
      </w:r>
      <w:r w:rsidR="0081478A">
        <w:t>,</w:t>
      </w:r>
      <w:r w:rsidRPr="002B3119">
        <w:t xml:space="preserve"> d</w:t>
      </w:r>
      <w:r w:rsidR="00E4444A" w:rsidRPr="0099306C">
        <w:t>’</w:t>
      </w:r>
      <w:r w:rsidRPr="002B3119">
        <w:t>on ne sait où</w:t>
      </w:r>
      <w:r w:rsidR="00E4444A" w:rsidRPr="0099306C">
        <w:t xml:space="preserve">, </w:t>
      </w:r>
      <w:r w:rsidRPr="002B3119">
        <w:t>nous arrivait la voix rau</w:t>
      </w:r>
      <w:r w:rsidR="00D30A6B">
        <w:t>que</w:t>
      </w:r>
      <w:r w:rsidRPr="002B3119">
        <w:t xml:space="preserve"> d</w:t>
      </w:r>
      <w:r w:rsidR="00E4444A" w:rsidRPr="0099306C">
        <w:t>’</w:t>
      </w:r>
      <w:r w:rsidRPr="002B3119">
        <w:t>un chien</w:t>
      </w:r>
      <w:r w:rsidR="00E4444A" w:rsidRPr="0099306C">
        <w:t xml:space="preserve">, </w:t>
      </w:r>
      <w:r w:rsidRPr="002B3119">
        <w:t>qui aboyait longuement dans le silence</w:t>
      </w:r>
      <w:r w:rsidR="00E4444A" w:rsidRPr="0099306C">
        <w:t xml:space="preserve">. </w:t>
      </w:r>
      <w:r w:rsidRPr="002B3119">
        <w:t>Jeanne avait un plaid d</w:t>
      </w:r>
      <w:r w:rsidR="00E4444A" w:rsidRPr="0099306C">
        <w:t>’</w:t>
      </w:r>
      <w:r w:rsidRPr="002B3119">
        <w:t>Écosse</w:t>
      </w:r>
      <w:r w:rsidR="00E4444A" w:rsidRPr="0099306C">
        <w:t xml:space="preserve">, </w:t>
      </w:r>
      <w:r w:rsidRPr="002B3119">
        <w:t>dont j</w:t>
      </w:r>
      <w:r w:rsidR="00E4444A" w:rsidRPr="0099306C">
        <w:t>’</w:t>
      </w:r>
      <w:r w:rsidRPr="002B3119">
        <w:t>aimais le bon air honnête</w:t>
      </w:r>
      <w:r w:rsidR="00E4444A" w:rsidRPr="0099306C">
        <w:t xml:space="preserve">, </w:t>
      </w:r>
      <w:r w:rsidRPr="002B3119">
        <w:t>mais qui déplaisait à sa tante par son extrême simplicité</w:t>
      </w:r>
      <w:r w:rsidR="00E4444A" w:rsidRPr="0099306C">
        <w:t xml:space="preserve">. </w:t>
      </w:r>
      <w:r w:rsidRPr="002B3119">
        <w:t>Et</w:t>
      </w:r>
      <w:r w:rsidR="00BC2744" w:rsidRPr="0099306C">
        <w:t>,</w:t>
      </w:r>
      <w:r w:rsidR="00E4444A" w:rsidRPr="0099306C">
        <w:t xml:space="preserve"> </w:t>
      </w:r>
      <w:r w:rsidRPr="002B3119">
        <w:t xml:space="preserve">quand il </w:t>
      </w:r>
      <w:r w:rsidRPr="002B3119">
        <w:lastRenderedPageBreak/>
        <w:t>fallut quitter la lande pour s</w:t>
      </w:r>
      <w:r w:rsidR="00E4444A" w:rsidRPr="0099306C">
        <w:t>’</w:t>
      </w:r>
      <w:r w:rsidRPr="002B3119">
        <w:t>avancer parmi les r</w:t>
      </w:r>
      <w:r w:rsidRPr="002B3119">
        <w:t>é</w:t>
      </w:r>
      <w:r w:rsidRPr="002B3119">
        <w:t>cifs</w:t>
      </w:r>
      <w:r w:rsidR="00E4444A" w:rsidRPr="0099306C">
        <w:t xml:space="preserve">, </w:t>
      </w:r>
      <w:r w:rsidRPr="002B3119">
        <w:t>je passai le bras sous le plaid de Jeanne pour la soutenir parmi les rochers</w:t>
      </w:r>
      <w:r w:rsidR="00E4444A" w:rsidRPr="0099306C">
        <w:t>.</w:t>
      </w:r>
    </w:p>
    <w:p w14:paraId="1727126F" w14:textId="77777777" w:rsidR="00E4444A" w:rsidRPr="0099306C" w:rsidRDefault="002B3119" w:rsidP="002B3119">
      <w:r w:rsidRPr="002B3119">
        <w:t>Le gardien nous attendait</w:t>
      </w:r>
      <w:r w:rsidR="00E4444A" w:rsidRPr="0099306C">
        <w:t xml:space="preserve">, </w:t>
      </w:r>
      <w:r w:rsidRPr="002B3119">
        <w:t>tenant à la main sa lanterne dont la lueur éclaboussait la nuit</w:t>
      </w:r>
      <w:r w:rsidR="00E4444A" w:rsidRPr="0099306C">
        <w:t xml:space="preserve">. </w:t>
      </w:r>
      <w:r w:rsidRPr="002B3119">
        <w:t>Le décor était si fanta</w:t>
      </w:r>
      <w:r w:rsidRPr="002B3119">
        <w:t>s</w:t>
      </w:r>
      <w:r w:rsidRPr="002B3119">
        <w:t>tique que nous restions silencieux</w:t>
      </w:r>
      <w:r w:rsidR="00E4444A" w:rsidRPr="0099306C">
        <w:t xml:space="preserve">. </w:t>
      </w:r>
      <w:r w:rsidRPr="002B3119">
        <w:t>Sur un roc</w:t>
      </w:r>
      <w:r w:rsidR="00E4444A" w:rsidRPr="0099306C">
        <w:t xml:space="preserve">, </w:t>
      </w:r>
      <w:r w:rsidRPr="002B3119">
        <w:t>face à l</w:t>
      </w:r>
      <w:r w:rsidR="00E4444A" w:rsidRPr="0099306C">
        <w:t>’</w:t>
      </w:r>
      <w:r w:rsidRPr="002B3119">
        <w:t>infini</w:t>
      </w:r>
      <w:r w:rsidR="00E4444A" w:rsidRPr="0099306C">
        <w:t xml:space="preserve">, </w:t>
      </w:r>
      <w:r w:rsidRPr="002B3119">
        <w:t>se dressait le phare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extrême pointe du continent</w:t>
      </w:r>
      <w:r w:rsidR="00E4444A" w:rsidRPr="0099306C">
        <w:t>.</w:t>
      </w:r>
    </w:p>
    <w:p w14:paraId="50FAF59A" w14:textId="77777777" w:rsidR="00E4444A" w:rsidRPr="0099306C" w:rsidRDefault="002B3119" w:rsidP="002B3119">
      <w:r w:rsidRPr="002B3119">
        <w:t>Nous gravîmes l</w:t>
      </w:r>
      <w:r w:rsidR="00E4444A" w:rsidRPr="0099306C">
        <w:t>’</w:t>
      </w:r>
      <w:r w:rsidRPr="002B3119">
        <w:t>escalier en colimaçon</w:t>
      </w:r>
      <w:r w:rsidR="00E4444A" w:rsidRPr="0099306C">
        <w:t xml:space="preserve">, </w:t>
      </w:r>
      <w:r w:rsidRPr="002B3119">
        <w:t>suivis du gardien dont la lanterne nous éclairait par alternatives</w:t>
      </w:r>
      <w:r w:rsidR="00E4444A" w:rsidRPr="0099306C">
        <w:t xml:space="preserve">, </w:t>
      </w:r>
      <w:r w:rsidRPr="002B3119">
        <w:t>selon sa pos</w:t>
      </w:r>
      <w:r w:rsidRPr="002B3119">
        <w:t>i</w:t>
      </w:r>
      <w:r w:rsidRPr="002B3119">
        <w:t>tion sur les marches par rapport à nous</w:t>
      </w:r>
      <w:r w:rsidR="00E4444A" w:rsidRPr="0099306C">
        <w:t xml:space="preserve">. </w:t>
      </w:r>
      <w:r w:rsidRPr="002B3119">
        <w:t>Un coup de vent faillit emporter mon chapeau</w:t>
      </w:r>
      <w:r w:rsidR="00E4444A" w:rsidRPr="0099306C">
        <w:t xml:space="preserve">, </w:t>
      </w:r>
      <w:r w:rsidRPr="002B3119">
        <w:t>et nous nous trouvâmes sur la plate-forme devant les cieux grands ouverts</w:t>
      </w:r>
      <w:r w:rsidR="00E4444A" w:rsidRPr="0099306C">
        <w:t xml:space="preserve">, </w:t>
      </w:r>
      <w:r w:rsidRPr="002B3119">
        <w:t>face à face avec l</w:t>
      </w:r>
      <w:r w:rsidR="00E4444A" w:rsidRPr="0099306C">
        <w:t>’</w:t>
      </w:r>
      <w:r w:rsidRPr="002B3119">
        <w:t>Océan</w:t>
      </w:r>
      <w:r w:rsidR="00E4444A" w:rsidRPr="0099306C">
        <w:t>.</w:t>
      </w:r>
    </w:p>
    <w:p w14:paraId="46AD0783" w14:textId="77777777" w:rsidR="00E4444A" w:rsidRPr="0099306C" w:rsidRDefault="002B3119" w:rsidP="002B3119">
      <w:r w:rsidRPr="002B3119">
        <w:t>Saisis</w:t>
      </w:r>
      <w:r w:rsidR="00E4444A" w:rsidRPr="0099306C">
        <w:t xml:space="preserve">, </w:t>
      </w:r>
      <w:r w:rsidRPr="002B3119">
        <w:t>nous contemplions le panorama</w:t>
      </w:r>
      <w:r w:rsidR="00E4444A" w:rsidRPr="0099306C">
        <w:t xml:space="preserve">. </w:t>
      </w:r>
      <w:r w:rsidR="00BC2744" w:rsidRPr="0099306C">
        <w:t>À</w:t>
      </w:r>
      <w:r w:rsidRPr="002B3119">
        <w:t xml:space="preserve"> nos pieds</w:t>
      </w:r>
      <w:r w:rsidR="00E4444A" w:rsidRPr="0099306C">
        <w:t xml:space="preserve">, </w:t>
      </w:r>
      <w:r w:rsidRPr="002B3119">
        <w:t>o</w:t>
      </w:r>
      <w:r w:rsidRPr="002B3119">
        <w:t>c</w:t>
      </w:r>
      <w:r w:rsidRPr="002B3119">
        <w:t>cupée à de mystérieux remue-ménage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eau clapotait parmi les roches</w:t>
      </w:r>
      <w:r w:rsidR="00E4444A" w:rsidRPr="0099306C">
        <w:t xml:space="preserve">. </w:t>
      </w:r>
      <w:r w:rsidRPr="002B3119">
        <w:t>Toutes les étoiles étaient là</w:t>
      </w:r>
      <w:r w:rsidR="00E4444A" w:rsidRPr="0099306C">
        <w:t xml:space="preserve"> : </w:t>
      </w:r>
      <w:r w:rsidRPr="002B3119">
        <w:t>les sept étoiles de la Grande-Ourse</w:t>
      </w:r>
      <w:r w:rsidR="00E4444A" w:rsidRPr="0099306C">
        <w:t xml:space="preserve">, </w:t>
      </w:r>
      <w:r w:rsidRPr="002B3119">
        <w:t>qui se découpait très nettement vers le nord</w:t>
      </w:r>
      <w:r w:rsidR="00E4444A" w:rsidRPr="0099306C">
        <w:t xml:space="preserve">, </w:t>
      </w:r>
      <w:r w:rsidRPr="002B3119">
        <w:t>la Voie Lactée</w:t>
      </w:r>
      <w:r w:rsidR="00E4444A" w:rsidRPr="0099306C">
        <w:t xml:space="preserve">, </w:t>
      </w:r>
      <w:r w:rsidRPr="002B3119">
        <w:t>traînant sa chevelure phosphorescente faite de poussière de soleils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étoile polaire</w:t>
      </w:r>
      <w:r w:rsidR="00E4444A" w:rsidRPr="0099306C">
        <w:t xml:space="preserve">, </w:t>
      </w:r>
      <w:r w:rsidRPr="002B3119">
        <w:t>que suivirent les premiers navigateurs</w:t>
      </w:r>
      <w:r w:rsidR="00E4444A" w:rsidRPr="0099306C">
        <w:t xml:space="preserve">, </w:t>
      </w:r>
      <w:proofErr w:type="spellStart"/>
      <w:r w:rsidRPr="002B3119">
        <w:t>Cassiopé</w:t>
      </w:r>
      <w:proofErr w:type="spellEnd"/>
      <w:r w:rsidR="00E4444A" w:rsidRPr="0099306C">
        <w:t xml:space="preserve">, </w:t>
      </w:r>
      <w:r w:rsidRPr="002B3119">
        <w:t>Pé</w:t>
      </w:r>
      <w:r w:rsidR="00D30A6B">
        <w:t>g</w:t>
      </w:r>
      <w:r w:rsidRPr="002B3119">
        <w:t>ase</w:t>
      </w:r>
      <w:r w:rsidR="00E4444A" w:rsidRPr="0099306C">
        <w:t xml:space="preserve">, </w:t>
      </w:r>
      <w:r w:rsidRPr="002B3119">
        <w:t xml:space="preserve">Sirius que les prêtres des Pharaons </w:t>
      </w:r>
      <w:r w:rsidR="00D30A6B">
        <w:t>g</w:t>
      </w:r>
      <w:r w:rsidRPr="002B3119">
        <w:t>uettaient de leurs observatoires</w:t>
      </w:r>
      <w:r w:rsidR="00E4444A" w:rsidRPr="0099306C">
        <w:t xml:space="preserve">, </w:t>
      </w:r>
      <w:r w:rsidRPr="002B3119">
        <w:t>et toutes les étoiles</w:t>
      </w:r>
      <w:r w:rsidR="00E4444A" w:rsidRPr="0099306C">
        <w:t xml:space="preserve">, </w:t>
      </w:r>
      <w:r w:rsidRPr="002B3119">
        <w:t>toutes les étoiles qu</w:t>
      </w:r>
      <w:r w:rsidR="00E4444A" w:rsidRPr="0099306C">
        <w:t>’</w:t>
      </w:r>
      <w:r w:rsidRPr="002B3119">
        <w:t>invoquent les amants en extase et les marins en détresse</w:t>
      </w:r>
      <w:r w:rsidR="00E4444A" w:rsidRPr="0099306C">
        <w:t xml:space="preserve">, </w:t>
      </w:r>
      <w:r w:rsidRPr="002B3119">
        <w:t>tous les astres connus ou inconnus</w:t>
      </w:r>
      <w:r w:rsidR="00E4444A" w:rsidRPr="0099306C">
        <w:t xml:space="preserve">, </w:t>
      </w:r>
      <w:r w:rsidRPr="002B3119">
        <w:t>tous ces millions de mondes que les hommes r</w:t>
      </w:r>
      <w:r w:rsidRPr="002B3119">
        <w:t>e</w:t>
      </w:r>
      <w:r w:rsidRPr="002B3119">
        <w:t>gardent à peine</w:t>
      </w:r>
      <w:r w:rsidR="00E4444A" w:rsidRPr="0099306C">
        <w:t xml:space="preserve">, </w:t>
      </w:r>
      <w:r w:rsidRPr="002B3119">
        <w:t>scintillaient</w:t>
      </w:r>
      <w:r w:rsidR="00E4444A" w:rsidRPr="0099306C">
        <w:t xml:space="preserve">, </w:t>
      </w:r>
      <w:r w:rsidRPr="002B3119">
        <w:t>scintillaient dans un po</w:t>
      </w:r>
      <w:r w:rsidRPr="002B3119">
        <w:t>u</w:t>
      </w:r>
      <w:r w:rsidRPr="002B3119">
        <w:t>droiement vertigineux</w:t>
      </w:r>
      <w:r w:rsidR="00E4444A" w:rsidRPr="0099306C">
        <w:t>.</w:t>
      </w:r>
    </w:p>
    <w:p w14:paraId="7705FC03" w14:textId="77777777" w:rsidR="00E4444A" w:rsidRPr="0099306C" w:rsidRDefault="002B3119" w:rsidP="002B3119">
      <w:r w:rsidRPr="002B3119">
        <w:t>Nous nous taisions</w:t>
      </w:r>
      <w:r w:rsidR="00E4444A" w:rsidRPr="0099306C">
        <w:t xml:space="preserve">, </w:t>
      </w:r>
      <w:r w:rsidRPr="002B3119">
        <w:t>et je me gardais de briser le silence</w:t>
      </w:r>
      <w:r w:rsidR="00E4444A" w:rsidRPr="0099306C">
        <w:t xml:space="preserve">, </w:t>
      </w:r>
      <w:r w:rsidRPr="002B3119">
        <w:t>heureux que Jeanne m</w:t>
      </w:r>
      <w:r w:rsidR="00E4444A" w:rsidRPr="0099306C">
        <w:t>’</w:t>
      </w:r>
      <w:r w:rsidRPr="002B3119">
        <w:t>eût accompagné ce soir-là</w:t>
      </w:r>
      <w:r w:rsidR="00E4444A" w:rsidRPr="0099306C">
        <w:t xml:space="preserve">. </w:t>
      </w:r>
      <w:r w:rsidRPr="002B3119">
        <w:t>Le grand air du large devait purifier son esprit des médiocres histoires que sa tante lui ressassait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immense ciel semé d</w:t>
      </w:r>
      <w:r w:rsidR="00E4444A" w:rsidRPr="0099306C">
        <w:t>’</w:t>
      </w:r>
      <w:r w:rsidRPr="002B3119">
        <w:t>étoiles protégeait notre amour et nous rapprochait</w:t>
      </w:r>
      <w:r w:rsidR="00E4444A" w:rsidRPr="0099306C">
        <w:t>.</w:t>
      </w:r>
    </w:p>
    <w:p w14:paraId="3BA1ED9C" w14:textId="5D05B78C" w:rsidR="00E4444A" w:rsidRPr="0099306C" w:rsidRDefault="002B3119" w:rsidP="002B3119">
      <w:r w:rsidRPr="002B3119">
        <w:lastRenderedPageBreak/>
        <w:t>Plus près de nous</w:t>
      </w:r>
      <w:r w:rsidR="00E4444A" w:rsidRPr="0099306C">
        <w:t xml:space="preserve">, </w:t>
      </w:r>
      <w:r w:rsidRPr="002B3119">
        <w:t>dans un vaste demi</w:t>
      </w:r>
      <w:r w:rsidR="00D30A6B">
        <w:t>-</w:t>
      </w:r>
      <w:r w:rsidRPr="002B3119">
        <w:t>cercle</w:t>
      </w:r>
      <w:r w:rsidR="00E4444A" w:rsidRPr="0099306C">
        <w:t xml:space="preserve">, </w:t>
      </w:r>
      <w:r w:rsidRPr="002B3119">
        <w:t>clign</w:t>
      </w:r>
      <w:r w:rsidRPr="002B3119">
        <w:t>o</w:t>
      </w:r>
      <w:r w:rsidRPr="002B3119">
        <w:t>tants</w:t>
      </w:r>
      <w:r w:rsidR="00E4444A" w:rsidRPr="0099306C">
        <w:t xml:space="preserve">, </w:t>
      </w:r>
      <w:r w:rsidRPr="002B3119">
        <w:t>virants</w:t>
      </w:r>
      <w:r w:rsidR="00E4444A" w:rsidRPr="0099306C">
        <w:t xml:space="preserve">, </w:t>
      </w:r>
      <w:r w:rsidRPr="002B3119">
        <w:t>vivants</w:t>
      </w:r>
      <w:r w:rsidR="00E4444A" w:rsidRPr="0099306C">
        <w:t xml:space="preserve">, </w:t>
      </w:r>
      <w:r w:rsidRPr="002B3119">
        <w:t>des phares étincelaient dans la nuit</w:t>
      </w:r>
      <w:r w:rsidR="00E4444A" w:rsidRPr="0099306C">
        <w:t xml:space="preserve">. </w:t>
      </w:r>
      <w:r w:rsidRPr="002B3119">
        <w:t>Le gardien en nomma quelques-uns</w:t>
      </w:r>
      <w:r w:rsidR="00E4444A" w:rsidRPr="0099306C">
        <w:t xml:space="preserve"> : </w:t>
      </w:r>
      <w:r w:rsidRPr="002B3119">
        <w:t>tout là-bas</w:t>
      </w:r>
      <w:r w:rsidR="00E4444A" w:rsidRPr="0099306C">
        <w:t xml:space="preserve">, </w:t>
      </w:r>
      <w:r w:rsidRPr="002B3119">
        <w:t>le phare d</w:t>
      </w:r>
      <w:r w:rsidR="00E4444A" w:rsidRPr="0099306C">
        <w:t>’</w:t>
      </w:r>
      <w:r w:rsidRPr="002B3119">
        <w:t>Ouessant</w:t>
      </w:r>
      <w:r w:rsidR="00E4444A" w:rsidRPr="0099306C">
        <w:t xml:space="preserve">, </w:t>
      </w:r>
      <w:r w:rsidRPr="002B3119">
        <w:t>avec ses éclats rouges</w:t>
      </w:r>
      <w:r w:rsidR="00E4444A" w:rsidRPr="0099306C">
        <w:t xml:space="preserve">, </w:t>
      </w:r>
      <w:r w:rsidRPr="002B3119">
        <w:t>et les phares d</w:t>
      </w:r>
      <w:r w:rsidR="00E4444A" w:rsidRPr="0099306C">
        <w:t>’</w:t>
      </w:r>
      <w:proofErr w:type="spellStart"/>
      <w:r w:rsidRPr="002B3119">
        <w:t>Armen</w:t>
      </w:r>
      <w:proofErr w:type="spellEnd"/>
      <w:r w:rsidR="00E4444A" w:rsidRPr="0099306C">
        <w:t xml:space="preserve">, </w:t>
      </w:r>
      <w:r w:rsidRPr="002B3119">
        <w:t>du Minou</w:t>
      </w:r>
      <w:r w:rsidR="00E4444A" w:rsidRPr="0099306C">
        <w:t xml:space="preserve">, </w:t>
      </w:r>
      <w:r w:rsidRPr="002B3119">
        <w:t>de la pointe Saint-Mathieu</w:t>
      </w:r>
      <w:r w:rsidR="00E4444A" w:rsidRPr="0099306C">
        <w:t xml:space="preserve">, </w:t>
      </w:r>
      <w:r w:rsidRPr="002B3119">
        <w:t>qui fouillaient les t</w:t>
      </w:r>
      <w:r w:rsidRPr="002B3119">
        <w:t>é</w:t>
      </w:r>
      <w:r w:rsidRPr="002B3119">
        <w:t>nèbres et scrutaient l</w:t>
      </w:r>
      <w:r w:rsidR="00E4444A" w:rsidRPr="0099306C">
        <w:t>’</w:t>
      </w:r>
      <w:r w:rsidRPr="002B3119">
        <w:t>étendue</w:t>
      </w:r>
      <w:r w:rsidR="00E4444A" w:rsidRPr="0099306C">
        <w:t xml:space="preserve">, </w:t>
      </w:r>
      <w:r w:rsidRPr="002B3119">
        <w:t>pareils à des pâtres fidèles</w:t>
      </w:r>
      <w:r w:rsidR="00E4444A" w:rsidRPr="0099306C">
        <w:t xml:space="preserve">, </w:t>
      </w:r>
      <w:r w:rsidRPr="002B3119">
        <w:t>veillant sans relâche sur les flots</w:t>
      </w:r>
      <w:r w:rsidR="00E4444A" w:rsidRPr="0099306C">
        <w:t xml:space="preserve">. </w:t>
      </w:r>
      <w:r w:rsidRPr="002B3119">
        <w:t>Au sud</w:t>
      </w:r>
      <w:r w:rsidR="00E4444A" w:rsidRPr="0099306C">
        <w:t xml:space="preserve">, </w:t>
      </w:r>
      <w:r w:rsidRPr="002B3119">
        <w:t>des feux tournants balayaient le ciel</w:t>
      </w:r>
      <w:r w:rsidR="00E4444A" w:rsidRPr="0099306C">
        <w:t xml:space="preserve">, </w:t>
      </w:r>
      <w:r w:rsidRPr="002B3119">
        <w:t>et c</w:t>
      </w:r>
      <w:r w:rsidR="00E4444A" w:rsidRPr="0099306C">
        <w:t>’</w:t>
      </w:r>
      <w:r w:rsidRPr="002B3119">
        <w:t>était le faisceau d</w:t>
      </w:r>
      <w:r w:rsidR="00E4444A" w:rsidRPr="0099306C">
        <w:t>’</w:t>
      </w:r>
      <w:r w:rsidRPr="002B3119">
        <w:t xml:space="preserve">Eckmühl passant </w:t>
      </w:r>
      <w:r w:rsidR="00AF5692" w:rsidRPr="002B3119">
        <w:t>par</w:t>
      </w:r>
      <w:r w:rsidR="00AF5692">
        <w:t>-</w:t>
      </w:r>
      <w:r w:rsidRPr="002B3119">
        <w:t>dessus la presqu</w:t>
      </w:r>
      <w:r w:rsidR="00E4444A" w:rsidRPr="0099306C">
        <w:t>’</w:t>
      </w:r>
      <w:r w:rsidRPr="002B3119">
        <w:t>île</w:t>
      </w:r>
      <w:r w:rsidR="00E4444A" w:rsidRPr="0099306C">
        <w:t xml:space="preserve">. </w:t>
      </w:r>
      <w:r w:rsidRPr="002B3119">
        <w:t>Et 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>plus petits</w:t>
      </w:r>
      <w:r w:rsidR="00AF5692">
        <w:t>,</w:t>
      </w:r>
      <w:r w:rsidRPr="002B3119">
        <w:t xml:space="preserve"> reprenaient soir après soir leur tâche</w:t>
      </w:r>
      <w:r w:rsidR="00E4444A" w:rsidRPr="0099306C">
        <w:t xml:space="preserve">, </w:t>
      </w:r>
      <w:r w:rsidRPr="002B3119">
        <w:t>toujours exacts au rendez-vous</w:t>
      </w:r>
      <w:r w:rsidR="00E4444A" w:rsidRPr="0099306C">
        <w:t>.</w:t>
      </w:r>
    </w:p>
    <w:p w14:paraId="4E255083" w14:textId="77777777" w:rsidR="00E4444A" w:rsidRPr="0099306C" w:rsidRDefault="002B3119" w:rsidP="002B3119">
      <w:r w:rsidRPr="002B3119">
        <w:t>Mon oncle</w:t>
      </w:r>
      <w:r w:rsidR="00E4444A" w:rsidRPr="0099306C">
        <w:t xml:space="preserve">, </w:t>
      </w:r>
      <w:r w:rsidRPr="002B3119">
        <w:t>curieux de chaque chose</w:t>
      </w:r>
      <w:r w:rsidR="00E4444A" w:rsidRPr="0099306C">
        <w:t xml:space="preserve">, </w:t>
      </w:r>
      <w:r w:rsidRPr="002B3119">
        <w:t>voulut connaître le mécanisme du phare et les deux hommes disparurent e</w:t>
      </w:r>
      <w:r w:rsidRPr="002B3119">
        <w:t>n</w:t>
      </w:r>
      <w:r w:rsidRPr="002B3119">
        <w:t>semble dans la chambre des lanternes</w:t>
      </w:r>
      <w:r w:rsidR="00E4444A" w:rsidRPr="0099306C">
        <w:t xml:space="preserve">. </w:t>
      </w:r>
      <w:r w:rsidRPr="002B3119">
        <w:t>Leurs voix nous pa</w:t>
      </w:r>
      <w:r w:rsidRPr="002B3119">
        <w:t>r</w:t>
      </w:r>
      <w:r w:rsidRPr="002B3119">
        <w:t>venaient encore par instants</w:t>
      </w:r>
      <w:r w:rsidR="00E4444A" w:rsidRPr="0099306C">
        <w:t xml:space="preserve">. </w:t>
      </w:r>
      <w:r w:rsidRPr="002B3119">
        <w:t>La mer</w:t>
      </w:r>
      <w:r w:rsidR="00E4444A" w:rsidRPr="0099306C">
        <w:t xml:space="preserve">, </w:t>
      </w:r>
      <w:r w:rsidRPr="002B3119">
        <w:t>à peine visible</w:t>
      </w:r>
      <w:r w:rsidR="00E4444A" w:rsidRPr="0099306C">
        <w:t xml:space="preserve">, </w:t>
      </w:r>
      <w:r w:rsidRPr="002B3119">
        <w:t>faisait une grande nappe noire et les vagues s</w:t>
      </w:r>
      <w:r w:rsidR="00E4444A" w:rsidRPr="0099306C">
        <w:t>’</w:t>
      </w:r>
      <w:r w:rsidRPr="002B3119">
        <w:t>étiraient avec un long murmure de marée montante</w:t>
      </w:r>
      <w:r w:rsidR="00E4444A" w:rsidRPr="0099306C">
        <w:t>.</w:t>
      </w:r>
    </w:p>
    <w:p w14:paraId="088E9F70" w14:textId="77777777" w:rsidR="002B3119" w:rsidRPr="002B3119" w:rsidRDefault="002B3119" w:rsidP="002B3119"/>
    <w:p w14:paraId="62874A1A" w14:textId="77777777" w:rsidR="00E4444A" w:rsidRPr="009060C4" w:rsidRDefault="002B3119" w:rsidP="002B3119">
      <w:pPr>
        <w:rPr>
          <w:iCs/>
          <w:sz w:val="32"/>
          <w:szCs w:val="32"/>
        </w:rPr>
      </w:pPr>
      <w:r w:rsidRPr="009060C4">
        <w:rPr>
          <w:iCs/>
          <w:sz w:val="32"/>
          <w:szCs w:val="32"/>
        </w:rPr>
        <w:t>Oh</w:t>
      </w:r>
      <w:r w:rsidR="00E4444A" w:rsidRPr="009060C4">
        <w:rPr>
          <w:iCs/>
          <w:sz w:val="32"/>
          <w:szCs w:val="32"/>
        </w:rPr>
        <w:t xml:space="preserve"> ! </w:t>
      </w:r>
      <w:r w:rsidRPr="009060C4">
        <w:rPr>
          <w:iCs/>
          <w:sz w:val="32"/>
          <w:szCs w:val="32"/>
        </w:rPr>
        <w:t>combien de marins</w:t>
      </w:r>
      <w:r w:rsidR="00E4444A" w:rsidRPr="009060C4">
        <w:rPr>
          <w:iCs/>
          <w:sz w:val="32"/>
          <w:szCs w:val="32"/>
        </w:rPr>
        <w:t xml:space="preserve">, </w:t>
      </w:r>
      <w:r w:rsidRPr="009060C4">
        <w:rPr>
          <w:iCs/>
          <w:sz w:val="32"/>
          <w:szCs w:val="32"/>
        </w:rPr>
        <w:t>combien de capitaines</w:t>
      </w:r>
      <w:r w:rsidR="00E4444A" w:rsidRPr="009060C4">
        <w:rPr>
          <w:iCs/>
          <w:sz w:val="32"/>
          <w:szCs w:val="32"/>
        </w:rPr>
        <w:t>…</w:t>
      </w:r>
    </w:p>
    <w:p w14:paraId="7B32AD0B" w14:textId="77777777" w:rsidR="002B3119" w:rsidRPr="002B3119" w:rsidRDefault="002B3119" w:rsidP="002B3119"/>
    <w:p w14:paraId="62258AE3" w14:textId="6510E937" w:rsidR="00E4444A" w:rsidRPr="0099306C" w:rsidRDefault="002B3119" w:rsidP="002B3119">
      <w:r w:rsidRPr="002B3119">
        <w:t>Plus encore que bruyante ou courroucée</w:t>
      </w:r>
      <w:r w:rsidR="00E4444A" w:rsidRPr="0099306C">
        <w:t xml:space="preserve">, </w:t>
      </w:r>
      <w:r w:rsidRPr="002B3119">
        <w:t>elle nous do</w:t>
      </w:r>
      <w:r w:rsidRPr="002B3119">
        <w:t>n</w:t>
      </w:r>
      <w:r w:rsidRPr="002B3119">
        <w:t>nait</w:t>
      </w:r>
      <w:r w:rsidR="00E4444A" w:rsidRPr="0099306C">
        <w:t xml:space="preserve">, </w:t>
      </w:r>
      <w:r w:rsidRPr="002B3119">
        <w:t>cette mer tranquille</w:t>
      </w:r>
      <w:r w:rsidR="00E4444A" w:rsidRPr="0099306C">
        <w:t xml:space="preserve">, </w:t>
      </w:r>
      <w:r w:rsidRPr="002B3119">
        <w:t>une étrange sensation d</w:t>
      </w:r>
      <w:r w:rsidR="00E4444A" w:rsidRPr="0099306C">
        <w:t>’</w:t>
      </w:r>
      <w:r w:rsidRPr="002B3119">
        <w:t>infini</w:t>
      </w:r>
      <w:r w:rsidR="00E4444A" w:rsidRPr="0099306C">
        <w:t xml:space="preserve">. </w:t>
      </w:r>
      <w:r w:rsidRPr="002B3119">
        <w:t>Et pensant aux millions d</w:t>
      </w:r>
      <w:r w:rsidR="00E4444A" w:rsidRPr="0099306C">
        <w:t>’</w:t>
      </w:r>
      <w:r w:rsidRPr="002B3119">
        <w:t>habitants de l</w:t>
      </w:r>
      <w:r w:rsidR="00E4444A" w:rsidRPr="0099306C">
        <w:t>’</w:t>
      </w:r>
      <w:r w:rsidRPr="002B3119">
        <w:t>ancien monde</w:t>
      </w:r>
      <w:r w:rsidR="00E4444A" w:rsidRPr="0099306C">
        <w:t xml:space="preserve">, </w:t>
      </w:r>
      <w:r w:rsidRPr="002B3119">
        <w:t>aux peuples de toutes races qui s</w:t>
      </w:r>
      <w:r w:rsidR="00E4444A" w:rsidRPr="0099306C">
        <w:t>’</w:t>
      </w:r>
      <w:r w:rsidRPr="002B3119">
        <w:t>échelonnent de la mer de Chine à l</w:t>
      </w:r>
      <w:r w:rsidR="00E4444A" w:rsidRPr="0099306C">
        <w:t>’</w:t>
      </w:r>
      <w:r w:rsidRPr="002B3119">
        <w:t>Océan</w:t>
      </w:r>
      <w:r w:rsidR="00E4444A" w:rsidRPr="0099306C">
        <w:t xml:space="preserve">, </w:t>
      </w:r>
      <w:r w:rsidRPr="002B3119">
        <w:t>nous songions qu</w:t>
      </w:r>
      <w:r w:rsidR="00E4444A" w:rsidRPr="0099306C">
        <w:t>’</w:t>
      </w:r>
      <w:r w:rsidRPr="002B3119">
        <w:t>à cette minute</w:t>
      </w:r>
      <w:r w:rsidR="00E4444A" w:rsidRPr="0099306C">
        <w:t xml:space="preserve">, </w:t>
      </w:r>
      <w:r w:rsidRPr="002B3119">
        <w:t>debout sur notre rocher</w:t>
      </w:r>
      <w:r w:rsidR="00E4444A" w:rsidRPr="0099306C">
        <w:t xml:space="preserve">, </w:t>
      </w:r>
      <w:r w:rsidRPr="002B3119">
        <w:t>les plus occidentaux de tous les êtres</w:t>
      </w:r>
      <w:r w:rsidR="00E4444A" w:rsidRPr="0099306C">
        <w:t xml:space="preserve">, </w:t>
      </w:r>
      <w:r w:rsidRPr="002B3119">
        <w:t>nous nous dressions</w:t>
      </w:r>
      <w:r w:rsidR="00E4444A" w:rsidRPr="0099306C">
        <w:t xml:space="preserve">, </w:t>
      </w:r>
      <w:r w:rsidRPr="002B3119">
        <w:t>en face de l</w:t>
      </w:r>
      <w:r w:rsidR="00E4444A" w:rsidRPr="0099306C">
        <w:t>’</w:t>
      </w:r>
      <w:r w:rsidRPr="002B3119">
        <w:t>immensité</w:t>
      </w:r>
      <w:r w:rsidR="00E4444A" w:rsidRPr="0099306C">
        <w:t xml:space="preserve">, </w:t>
      </w:r>
      <w:r w:rsidRPr="002B3119">
        <w:t xml:space="preserve">à </w:t>
      </w:r>
      <w:r w:rsidR="00A46F19" w:rsidRPr="002B3119">
        <w:t>l</w:t>
      </w:r>
      <w:r w:rsidR="00A46F19" w:rsidRPr="0099306C">
        <w:t>’</w:t>
      </w:r>
      <w:r w:rsidR="00A46F19" w:rsidRPr="002B3119">
        <w:t>avant</w:t>
      </w:r>
      <w:r w:rsidR="00A46F19">
        <w:t>-</w:t>
      </w:r>
      <w:r w:rsidRPr="002B3119">
        <w:t>garde du continent</w:t>
      </w:r>
      <w:r w:rsidR="00E4444A" w:rsidRPr="0099306C">
        <w:t>.</w:t>
      </w:r>
    </w:p>
    <w:p w14:paraId="554E0519" w14:textId="77777777" w:rsidR="00E4444A" w:rsidRPr="0099306C" w:rsidRDefault="002B3119" w:rsidP="002B3119">
      <w:r w:rsidRPr="002B3119">
        <w:t>Les voix d</w:t>
      </w:r>
      <w:r w:rsidR="00E4444A" w:rsidRPr="0099306C">
        <w:t>’</w:t>
      </w:r>
      <w:r w:rsidRPr="002B3119">
        <w:t>hommes ne nous parvinrent plus</w:t>
      </w:r>
      <w:r w:rsidR="00E4444A" w:rsidRPr="0099306C">
        <w:t xml:space="preserve">. </w:t>
      </w:r>
      <w:r w:rsidRPr="002B3119">
        <w:t>Alors nous nous trouvâmes plus seuls encore</w:t>
      </w:r>
      <w:r w:rsidR="00E4444A" w:rsidRPr="0099306C">
        <w:t xml:space="preserve">, </w:t>
      </w:r>
      <w:r w:rsidRPr="002B3119">
        <w:t>le mari et la femme</w:t>
      </w:r>
      <w:r w:rsidR="00E4444A" w:rsidRPr="0099306C">
        <w:t xml:space="preserve">, </w:t>
      </w:r>
      <w:r w:rsidRPr="002B3119">
        <w:t>dans la grande nuit semée d</w:t>
      </w:r>
      <w:r w:rsidR="00E4444A" w:rsidRPr="0099306C">
        <w:t>’</w:t>
      </w:r>
      <w:r w:rsidRPr="002B3119">
        <w:t>étoiles</w:t>
      </w:r>
      <w:r w:rsidR="00E4444A" w:rsidRPr="0099306C">
        <w:t xml:space="preserve">. </w:t>
      </w:r>
      <w:r w:rsidRPr="002B3119">
        <w:t>Les phares à éclats jetaient leurs éclats réguliers</w:t>
      </w:r>
      <w:r w:rsidR="00E4444A" w:rsidRPr="0099306C">
        <w:t xml:space="preserve"> ; </w:t>
      </w:r>
      <w:r w:rsidRPr="002B3119">
        <w:t xml:space="preserve">les phares à feux tournants tournaient </w:t>
      </w:r>
      <w:r w:rsidRPr="002B3119">
        <w:lastRenderedPageBreak/>
        <w:t>toujours dans le lointain</w:t>
      </w:r>
      <w:r w:rsidR="00E4444A" w:rsidRPr="0099306C">
        <w:t xml:space="preserve">, </w:t>
      </w:r>
      <w:r w:rsidRPr="002B3119">
        <w:t>et les phares à éclipses</w:t>
      </w:r>
      <w:r w:rsidR="00E4444A" w:rsidRPr="0099306C">
        <w:t xml:space="preserve">, </w:t>
      </w:r>
      <w:r w:rsidRPr="002B3119">
        <w:t>toutes les quatre ou cinq secondes</w:t>
      </w:r>
      <w:r w:rsidR="00E4444A" w:rsidRPr="0099306C">
        <w:t xml:space="preserve">, </w:t>
      </w:r>
      <w:r w:rsidRPr="002B3119">
        <w:t>rayonnaient pour s</w:t>
      </w:r>
      <w:r w:rsidR="00E4444A" w:rsidRPr="0099306C">
        <w:t>’</w:t>
      </w:r>
      <w:r w:rsidRPr="002B3119">
        <w:t>éteindre auss</w:t>
      </w:r>
      <w:r w:rsidRPr="002B3119">
        <w:t>i</w:t>
      </w:r>
      <w:r w:rsidRPr="002B3119">
        <w:t>tôt</w:t>
      </w:r>
      <w:r w:rsidR="00E4444A" w:rsidRPr="0099306C">
        <w:t xml:space="preserve">. </w:t>
      </w:r>
      <w:r w:rsidRPr="002B3119">
        <w:t>Tous</w:t>
      </w:r>
      <w:r w:rsidR="00E4444A" w:rsidRPr="0099306C">
        <w:t xml:space="preserve">, – </w:t>
      </w:r>
      <w:r w:rsidRPr="002B3119">
        <w:t>sentinelles attentives</w:t>
      </w:r>
      <w:r w:rsidR="00E4444A" w:rsidRPr="0099306C">
        <w:t xml:space="preserve">, – </w:t>
      </w:r>
      <w:r w:rsidRPr="002B3119">
        <w:t>orgueilleux d</w:t>
      </w:r>
      <w:r w:rsidR="00E4444A" w:rsidRPr="0099306C">
        <w:t>’</w:t>
      </w:r>
      <w:r w:rsidRPr="002B3119">
        <w:t>être des lumières</w:t>
      </w:r>
      <w:r w:rsidR="00E4444A" w:rsidRPr="0099306C">
        <w:t xml:space="preserve">, </w:t>
      </w:r>
      <w:r w:rsidRPr="002B3119">
        <w:t>remplissaient leur devoir d</w:t>
      </w:r>
      <w:r w:rsidR="00E4444A" w:rsidRPr="0099306C">
        <w:t>’</w:t>
      </w:r>
      <w:r w:rsidRPr="002B3119">
        <w:t>éclairer et toute une prodigieuse vie nocturne nous était révélée tout à coup</w:t>
      </w:r>
      <w:r w:rsidR="00E4444A" w:rsidRPr="0099306C">
        <w:t>.</w:t>
      </w:r>
    </w:p>
    <w:p w14:paraId="2D2679BB" w14:textId="77777777" w:rsidR="00E4444A" w:rsidRPr="0099306C" w:rsidRDefault="002B3119" w:rsidP="002B3119">
      <w:r w:rsidRPr="002B3119">
        <w:t>Jeanne</w:t>
      </w:r>
      <w:r w:rsidR="00E4444A" w:rsidRPr="0099306C">
        <w:t xml:space="preserve">, </w:t>
      </w:r>
      <w:r w:rsidRPr="002B3119">
        <w:t>émue</w:t>
      </w:r>
      <w:r w:rsidR="00E4444A" w:rsidRPr="0099306C">
        <w:t xml:space="preserve">, </w:t>
      </w:r>
      <w:r w:rsidRPr="002B3119">
        <w:t>murmura</w:t>
      </w:r>
      <w:r w:rsidR="00E4444A" w:rsidRPr="0099306C">
        <w:t> :</w:t>
      </w:r>
    </w:p>
    <w:p w14:paraId="3818D91F" w14:textId="77777777" w:rsidR="00E4444A" w:rsidRPr="0099306C" w:rsidRDefault="00E4444A" w:rsidP="002B3119">
      <w:r w:rsidRPr="0099306C">
        <w:t>— </w:t>
      </w:r>
      <w:r w:rsidR="002B3119" w:rsidRPr="002B3119">
        <w:t>Que c</w:t>
      </w:r>
      <w:r w:rsidRPr="0099306C">
        <w:t>’</w:t>
      </w:r>
      <w:r w:rsidR="002B3119" w:rsidRPr="002B3119">
        <w:t>est beau</w:t>
      </w:r>
      <w:r w:rsidRPr="0099306C">
        <w:t> !</w:t>
      </w:r>
    </w:p>
    <w:p w14:paraId="2C4E3A1A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sous les cieux grands ouverts</w:t>
      </w:r>
      <w:r w:rsidR="00E4444A" w:rsidRPr="0099306C">
        <w:t xml:space="preserve">, </w:t>
      </w:r>
      <w:r w:rsidRPr="002B3119">
        <w:t>sur cette extrême pointe du vieux monde</w:t>
      </w:r>
      <w:r w:rsidR="00E4444A" w:rsidRPr="0099306C">
        <w:t xml:space="preserve">, </w:t>
      </w:r>
      <w:r w:rsidRPr="002B3119">
        <w:t>je pressai longuement ma femme sur mon c</w:t>
      </w:r>
      <w:r w:rsidR="00E4444A" w:rsidRPr="0099306C">
        <w:t>œ</w:t>
      </w:r>
      <w:r w:rsidRPr="002B3119">
        <w:t>ur</w:t>
      </w:r>
      <w:r w:rsidR="00E4444A" w:rsidRPr="0099306C">
        <w:t xml:space="preserve">, </w:t>
      </w:r>
      <w:r w:rsidRPr="002B3119">
        <w:t>heureux de la sentir encore toute frémissante entre mes bras</w:t>
      </w:r>
      <w:r w:rsidR="00E4444A" w:rsidRPr="0099306C">
        <w:t>.</w:t>
      </w:r>
    </w:p>
    <w:p w14:paraId="5017C7FE" w14:textId="77777777" w:rsidR="00B4016A" w:rsidRPr="0099306C" w:rsidRDefault="002B3119" w:rsidP="00E4444A">
      <w:pPr>
        <w:pStyle w:val="Titre2"/>
      </w:pPr>
      <w:bookmarkStart w:id="15" w:name="_jd8w66nrkc6i" w:colFirst="0" w:colLast="0"/>
      <w:bookmarkStart w:id="16" w:name="_Toc197514964"/>
      <w:bookmarkEnd w:id="15"/>
      <w:r w:rsidRPr="002B3119">
        <w:lastRenderedPageBreak/>
        <w:t>VII</w:t>
      </w:r>
      <w:r w:rsidR="00B4016A" w:rsidRPr="0099306C">
        <w:t>I</w:t>
      </w:r>
      <w:bookmarkEnd w:id="16"/>
    </w:p>
    <w:p w14:paraId="3B603F3A" w14:textId="77777777" w:rsidR="00E4444A" w:rsidRPr="0099306C" w:rsidRDefault="002B3119" w:rsidP="002B3119">
      <w:r w:rsidRPr="002B3119">
        <w:t>Vers la fin de l</w:t>
      </w:r>
      <w:r w:rsidR="00E4444A" w:rsidRPr="0099306C">
        <w:t>’</w:t>
      </w:r>
      <w:r w:rsidRPr="002B3119">
        <w:t>année</w:t>
      </w:r>
      <w:r w:rsidR="00E4444A" w:rsidRPr="0099306C">
        <w:t xml:space="preserve">, </w:t>
      </w:r>
      <w:r w:rsidRPr="002B3119">
        <w:t>un grand changement se produisit dans l</w:t>
      </w:r>
      <w:r w:rsidR="00E4444A" w:rsidRPr="0099306C">
        <w:t>’</w:t>
      </w:r>
      <w:r w:rsidRPr="002B3119">
        <w:t>existence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De portative</w:t>
      </w:r>
      <w:r w:rsidR="00E4444A" w:rsidRPr="0099306C">
        <w:t xml:space="preserve">, </w:t>
      </w:r>
      <w:r w:rsidRPr="002B3119">
        <w:t>elle devint autom</w:t>
      </w:r>
      <w:r w:rsidRPr="002B3119">
        <w:t>o</w:t>
      </w:r>
      <w:r w:rsidRPr="002B3119">
        <w:t>trice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est-à-dire qu</w:t>
      </w:r>
      <w:r w:rsidR="00E4444A" w:rsidRPr="0099306C">
        <w:t>’</w:t>
      </w:r>
      <w:r w:rsidRPr="002B3119">
        <w:t>elle apprit à marcher</w:t>
      </w:r>
      <w:r w:rsidR="00E4444A" w:rsidRPr="0099306C">
        <w:t xml:space="preserve">, </w:t>
      </w:r>
      <w:r w:rsidRPr="002B3119">
        <w:t>à se déplacer par ses propres moyens</w:t>
      </w:r>
      <w:r w:rsidR="00E4444A" w:rsidRPr="0099306C">
        <w:t>.</w:t>
      </w:r>
    </w:p>
    <w:p w14:paraId="766679BF" w14:textId="7AB79E26" w:rsidR="00E4444A" w:rsidRPr="0099306C" w:rsidRDefault="002B3119" w:rsidP="002B3119">
      <w:r w:rsidRPr="002B3119">
        <w:t>Ce ne fut pas en Bretagne</w:t>
      </w:r>
      <w:r w:rsidR="00E4444A" w:rsidRPr="0099306C">
        <w:t xml:space="preserve">, </w:t>
      </w:r>
      <w:r w:rsidRPr="002B3119">
        <w:t>mais dans une jolie ville des environs de Paris que s</w:t>
      </w:r>
      <w:r w:rsidR="00E4444A" w:rsidRPr="0099306C">
        <w:t>’</w:t>
      </w:r>
      <w:r w:rsidRPr="002B3119">
        <w:t>opéra cette transformation</w:t>
      </w:r>
      <w:r w:rsidR="00E4444A" w:rsidRPr="0099306C">
        <w:t xml:space="preserve">. </w:t>
      </w:r>
      <w:r w:rsidRPr="002B3119">
        <w:t>Nos</w:t>
      </w:r>
      <w:r w:rsidR="00E4444A" w:rsidRPr="0099306C">
        <w:t xml:space="preserve"> </w:t>
      </w:r>
      <w:r w:rsidR="005E5C3B" w:rsidRPr="002B3119">
        <w:t>v</w:t>
      </w:r>
      <w:r w:rsidR="005E5C3B">
        <w:t>œu</w:t>
      </w:r>
      <w:r w:rsidR="005E5C3B" w:rsidRPr="002B3119">
        <w:t xml:space="preserve">x </w:t>
      </w:r>
      <w:r w:rsidRPr="002B3119">
        <w:t>s</w:t>
      </w:r>
      <w:r w:rsidR="00E4444A" w:rsidRPr="0099306C">
        <w:t>’</w:t>
      </w:r>
      <w:r w:rsidRPr="002B3119">
        <w:t>étaient enfin réalisés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été nommé dans un collège de banlieue</w:t>
      </w:r>
      <w:r w:rsidR="00E4444A" w:rsidRPr="0099306C">
        <w:t>.</w:t>
      </w:r>
    </w:p>
    <w:p w14:paraId="545980E2" w14:textId="77777777" w:rsidR="00E4444A" w:rsidRPr="0099306C" w:rsidRDefault="002B3119" w:rsidP="002B3119">
      <w:r w:rsidRPr="002B3119">
        <w:t>Heureux événement</w:t>
      </w:r>
      <w:r w:rsidR="00E4444A" w:rsidRPr="0099306C">
        <w:t xml:space="preserve"> ! </w:t>
      </w:r>
      <w:r w:rsidRPr="002B3119">
        <w:t>pensions-nous</w:t>
      </w:r>
      <w:r w:rsidR="00E4444A" w:rsidRPr="0099306C">
        <w:t xml:space="preserve">. </w:t>
      </w:r>
      <w:r w:rsidRPr="002B3119">
        <w:t>Mais qui saurait prévoir les conséquences des choses</w:t>
      </w:r>
      <w:r w:rsidR="00E4444A" w:rsidRPr="0099306C">
        <w:t xml:space="preserve"> ! </w:t>
      </w:r>
      <w:r w:rsidR="00BC2744" w:rsidRPr="0099306C">
        <w:t>À</w:t>
      </w:r>
      <w:r w:rsidRPr="002B3119">
        <w:t xml:space="preserve"> quel mystérieux signe reconnaître un heureux événement</w:t>
      </w:r>
      <w:r w:rsidR="00E4444A" w:rsidRPr="0099306C">
        <w:t> ?</w:t>
      </w:r>
    </w:p>
    <w:p w14:paraId="08B2388B" w14:textId="77777777" w:rsidR="00E4444A" w:rsidRPr="0099306C" w:rsidRDefault="002B3119" w:rsidP="002B3119">
      <w:r w:rsidRPr="002B3119">
        <w:t>Nous avions trouvé sur les bords de la Seine une ma</w:t>
      </w:r>
      <w:r w:rsidRPr="002B3119">
        <w:t>i</w:t>
      </w:r>
      <w:r w:rsidRPr="002B3119">
        <w:t>sonnette à deux étages qui nous avait tout de suite séduits</w:t>
      </w:r>
      <w:r w:rsidR="00E4444A" w:rsidRPr="0099306C">
        <w:t xml:space="preserve">. </w:t>
      </w:r>
      <w:r w:rsidRPr="002B3119">
        <w:t>Les murs</w:t>
      </w:r>
      <w:r w:rsidR="00E4444A" w:rsidRPr="0099306C">
        <w:t xml:space="preserve">, </w:t>
      </w:r>
      <w:r w:rsidRPr="002B3119">
        <w:t>en meulières roses parmi l</w:t>
      </w:r>
      <w:r w:rsidR="00E4444A" w:rsidRPr="0099306C">
        <w:t>’</w:t>
      </w:r>
      <w:r w:rsidRPr="002B3119">
        <w:t>encadrement des pierres de taille</w:t>
      </w:r>
      <w:r w:rsidR="00E4444A" w:rsidRPr="0099306C">
        <w:t xml:space="preserve">, </w:t>
      </w:r>
      <w:r w:rsidRPr="002B3119">
        <w:t>la toiture de tuiles donnaient à la façade un aspect clair et souriant</w:t>
      </w:r>
      <w:r w:rsidR="00E4444A" w:rsidRPr="0099306C">
        <w:t xml:space="preserve">. </w:t>
      </w:r>
      <w:r w:rsidRPr="002B3119">
        <w:t>Rien qu</w:t>
      </w:r>
      <w:r w:rsidR="00E4444A" w:rsidRPr="0099306C">
        <w:t>’</w:t>
      </w:r>
      <w:r w:rsidRPr="002B3119">
        <w:t>en franchissant la porte</w:t>
      </w:r>
      <w:r w:rsidR="00E4444A" w:rsidRPr="0099306C">
        <w:t xml:space="preserve">, </w:t>
      </w:r>
      <w:r w:rsidRPr="002B3119">
        <w:t>on sentait bien que le bonheur devait pouvoir se nicher là</w:t>
      </w:r>
      <w:r w:rsidR="00E4444A" w:rsidRPr="0099306C">
        <w:t xml:space="preserve">. </w:t>
      </w:r>
      <w:r w:rsidRPr="002B3119">
        <w:t>Deux allées</w:t>
      </w:r>
      <w:r w:rsidR="00E4444A" w:rsidRPr="0099306C">
        <w:t xml:space="preserve">, </w:t>
      </w:r>
      <w:r w:rsidRPr="002B3119">
        <w:t>embrassant une pelouse</w:t>
      </w:r>
      <w:r w:rsidR="00E4444A" w:rsidRPr="0099306C">
        <w:t xml:space="preserve">, </w:t>
      </w:r>
      <w:r w:rsidRPr="002B3119">
        <w:t>formaient un jardin</w:t>
      </w:r>
      <w:r w:rsidR="00E4444A" w:rsidRPr="0099306C">
        <w:t xml:space="preserve">, </w:t>
      </w:r>
      <w:r w:rsidRPr="002B3119">
        <w:t>qui s</w:t>
      </w:r>
      <w:r w:rsidR="00E4444A" w:rsidRPr="0099306C">
        <w:t>’</w:t>
      </w:r>
      <w:r w:rsidRPr="002B3119">
        <w:t>achevait en verger dans le fond</w:t>
      </w:r>
      <w:r w:rsidR="00E4444A" w:rsidRPr="0099306C">
        <w:t xml:space="preserve">. </w:t>
      </w:r>
      <w:r w:rsidRPr="002B3119">
        <w:t>Le salon</w:t>
      </w:r>
      <w:r w:rsidR="00E4444A" w:rsidRPr="0099306C">
        <w:t xml:space="preserve">, </w:t>
      </w:r>
      <w:r w:rsidRPr="002B3119">
        <w:t>la salle à ma</w:t>
      </w:r>
      <w:r w:rsidRPr="002B3119">
        <w:t>n</w:t>
      </w:r>
      <w:r w:rsidRPr="002B3119">
        <w:t>ger</w:t>
      </w:r>
      <w:r w:rsidR="00E4444A" w:rsidRPr="0099306C">
        <w:t xml:space="preserve">, </w:t>
      </w:r>
      <w:r w:rsidRPr="002B3119">
        <w:t>les principales chambres du premier étage donnaient sur la rivière</w:t>
      </w:r>
      <w:r w:rsidR="00E4444A" w:rsidRPr="0099306C">
        <w:t xml:space="preserve">, </w:t>
      </w:r>
      <w:r w:rsidRPr="002B3119">
        <w:t>qui s</w:t>
      </w:r>
      <w:r w:rsidR="00E4444A" w:rsidRPr="0099306C">
        <w:t>’</w:t>
      </w:r>
      <w:r w:rsidRPr="002B3119">
        <w:t>élargissait en cet endroit</w:t>
      </w:r>
      <w:r w:rsidR="00E4444A" w:rsidRPr="0099306C">
        <w:t xml:space="preserve">, </w:t>
      </w:r>
      <w:r w:rsidRPr="002B3119">
        <w:t>de sorte que rien ne barrait la vue</w:t>
      </w:r>
      <w:r w:rsidR="00E4444A" w:rsidRPr="0099306C">
        <w:t xml:space="preserve">. </w:t>
      </w:r>
      <w:r w:rsidRPr="002B3119">
        <w:t>Et nous vivions dans un grand enveloppement d</w:t>
      </w:r>
      <w:r w:rsidR="00E4444A" w:rsidRPr="0099306C">
        <w:t>’</w:t>
      </w:r>
      <w:r w:rsidRPr="002B3119">
        <w:t>air et de lumière</w:t>
      </w:r>
      <w:r w:rsidR="00E4444A" w:rsidRPr="0099306C">
        <w:t xml:space="preserve">, </w:t>
      </w:r>
      <w:r w:rsidRPr="002B3119">
        <w:t>en face de beaucoup de ciel</w:t>
      </w:r>
      <w:r w:rsidR="00E4444A" w:rsidRPr="0099306C">
        <w:t>.</w:t>
      </w:r>
    </w:p>
    <w:p w14:paraId="382FE930" w14:textId="77777777" w:rsidR="00E4444A" w:rsidRPr="0099306C" w:rsidRDefault="002B3119" w:rsidP="002B3119">
      <w:r w:rsidRPr="002B3119">
        <w:t>Nos meubles</w:t>
      </w:r>
      <w:r w:rsidR="00E4444A" w:rsidRPr="0099306C">
        <w:t xml:space="preserve">, </w:t>
      </w:r>
      <w:r w:rsidRPr="002B3119">
        <w:t>transportés de Bretagne</w:t>
      </w:r>
      <w:r w:rsidR="00E4444A" w:rsidRPr="0099306C">
        <w:t xml:space="preserve">, </w:t>
      </w:r>
      <w:r w:rsidRPr="002B3119">
        <w:t>parurent d</w:t>
      </w:r>
      <w:r w:rsidR="00E4444A" w:rsidRPr="0099306C">
        <w:t>’</w:t>
      </w:r>
      <w:r w:rsidRPr="002B3119">
        <w:t>abord bien dépaysés</w:t>
      </w:r>
      <w:r w:rsidR="00E4444A" w:rsidRPr="0099306C">
        <w:t xml:space="preserve">. </w:t>
      </w:r>
      <w:r w:rsidRPr="002B3119">
        <w:t>Ils étaient mal en place et semblaient s</w:t>
      </w:r>
      <w:r w:rsidR="00E4444A" w:rsidRPr="0099306C">
        <w:t>’</w:t>
      </w:r>
      <w:r w:rsidRPr="002B3119">
        <w:t>étonner du changement</w:t>
      </w:r>
      <w:r w:rsidR="00E4444A" w:rsidRPr="0099306C">
        <w:t xml:space="preserve">. </w:t>
      </w:r>
      <w:r w:rsidRPr="002B3119">
        <w:t>Puis ils s</w:t>
      </w:r>
      <w:r w:rsidR="00E4444A" w:rsidRPr="0099306C">
        <w:t>’</w:t>
      </w:r>
      <w:r w:rsidRPr="002B3119">
        <w:t>adaptèrent aux no</w:t>
      </w:r>
      <w:r w:rsidRPr="002B3119">
        <w:t>u</w:t>
      </w:r>
      <w:r w:rsidRPr="002B3119">
        <w:t>velles pièces</w:t>
      </w:r>
      <w:r w:rsidR="00E4444A" w:rsidRPr="0099306C">
        <w:t xml:space="preserve">, </w:t>
      </w:r>
      <w:r w:rsidRPr="002B3119">
        <w:t>reprirent leurs airs de camarades</w:t>
      </w:r>
      <w:r w:rsidR="00E4444A" w:rsidRPr="0099306C">
        <w:t xml:space="preserve">. </w:t>
      </w:r>
      <w:r w:rsidRPr="002B3119">
        <w:t>Les de</w:t>
      </w:r>
      <w:r w:rsidRPr="002B3119">
        <w:t>r</w:t>
      </w:r>
      <w:r w:rsidRPr="002B3119">
        <w:t>nières caisses</w:t>
      </w:r>
      <w:r w:rsidR="00E4444A" w:rsidRPr="0099306C">
        <w:t xml:space="preserve">, </w:t>
      </w:r>
      <w:r w:rsidRPr="002B3119">
        <w:t>déposées d</w:t>
      </w:r>
      <w:r w:rsidR="00E4444A" w:rsidRPr="0099306C">
        <w:t>’</w:t>
      </w:r>
      <w:r w:rsidRPr="002B3119">
        <w:t>abord à la cave</w:t>
      </w:r>
      <w:r w:rsidR="00E4444A" w:rsidRPr="0099306C">
        <w:t xml:space="preserve">, </w:t>
      </w:r>
      <w:r w:rsidRPr="002B3119">
        <w:t>furent défaites</w:t>
      </w:r>
      <w:r w:rsidR="00E4444A" w:rsidRPr="0099306C">
        <w:t xml:space="preserve">. </w:t>
      </w:r>
      <w:r w:rsidRPr="002B3119">
        <w:t xml:space="preserve">Et nous </w:t>
      </w:r>
      <w:r w:rsidRPr="002B3119">
        <w:lastRenderedPageBreak/>
        <w:t>eûmes la sensation</w:t>
      </w:r>
      <w:r w:rsidR="00E4444A" w:rsidRPr="0099306C">
        <w:t xml:space="preserve">, </w:t>
      </w:r>
      <w:r w:rsidRPr="002B3119">
        <w:t>en retrouvant les objets familiers</w:t>
      </w:r>
      <w:r w:rsidR="00E4444A" w:rsidRPr="0099306C">
        <w:t xml:space="preserve">, </w:t>
      </w:r>
      <w:r w:rsidRPr="002B3119">
        <w:t>de revoir des visages amis</w:t>
      </w:r>
      <w:r w:rsidR="00E4444A" w:rsidRPr="0099306C">
        <w:t>.</w:t>
      </w:r>
    </w:p>
    <w:p w14:paraId="2111B539" w14:textId="77777777" w:rsidR="00E4444A" w:rsidRPr="0099306C" w:rsidRDefault="002B3119" w:rsidP="002B3119">
      <w:r w:rsidRPr="002B3119">
        <w:t>Ce fut dans cette maison qu</w:t>
      </w:r>
      <w:r w:rsidR="00E4444A" w:rsidRPr="0099306C">
        <w:t>’</w:t>
      </w:r>
      <w:r w:rsidRPr="002B3119">
        <w:t>Yvette fit ses premiers pas</w:t>
      </w:r>
      <w:r w:rsidR="00E4444A" w:rsidRPr="0099306C">
        <w:t xml:space="preserve">, </w:t>
      </w:r>
      <w:r w:rsidRPr="002B3119">
        <w:t>sous les yeux d</w:t>
      </w:r>
      <w:r w:rsidR="00E4444A" w:rsidRPr="0099306C">
        <w:t>’</w:t>
      </w:r>
      <w:r w:rsidRPr="002B3119">
        <w:t>un Bouddha qui décorait mon cabinet de travail</w:t>
      </w:r>
      <w:r w:rsidR="00E4444A" w:rsidRPr="0099306C">
        <w:t xml:space="preserve">, </w:t>
      </w:r>
      <w:r w:rsidRPr="002B3119">
        <w:t>et des personnages joufflus d</w:t>
      </w:r>
      <w:r w:rsidR="00E4444A" w:rsidRPr="0099306C">
        <w:t>’</w:t>
      </w:r>
      <w:r w:rsidRPr="002B3119">
        <w:t xml:space="preserve">un </w:t>
      </w:r>
      <w:r w:rsidRPr="002B3119">
        <w:rPr>
          <w:i/>
          <w:iCs/>
        </w:rPr>
        <w:t>Greuze</w:t>
      </w:r>
      <w:r w:rsidR="00E4444A" w:rsidRPr="0099306C">
        <w:t xml:space="preserve">, </w:t>
      </w:r>
      <w:r w:rsidRPr="002B3119">
        <w:t>hérité de quelque grand-parent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abord elle apprit à se maintenir sur ses petites jambes</w:t>
      </w:r>
      <w:r w:rsidR="00E4444A" w:rsidRPr="0099306C">
        <w:t xml:space="preserve">, </w:t>
      </w:r>
      <w:r w:rsidRPr="002B3119">
        <w:t>à peine soutenue par nous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repou</w:t>
      </w:r>
      <w:r w:rsidRPr="002B3119">
        <w:t>s</w:t>
      </w:r>
      <w:r w:rsidRPr="002B3119">
        <w:t>sant notre concours inutile</w:t>
      </w:r>
      <w:r w:rsidR="00E4444A" w:rsidRPr="0099306C">
        <w:t xml:space="preserve">, </w:t>
      </w:r>
      <w:r w:rsidRPr="002B3119">
        <w:t>elle parvint à se dresser toute seule</w:t>
      </w:r>
      <w:r w:rsidR="00E4444A" w:rsidRPr="0099306C">
        <w:t xml:space="preserve">, </w:t>
      </w:r>
      <w:r w:rsidRPr="002B3119">
        <w:t>en s</w:t>
      </w:r>
      <w:r w:rsidR="00E4444A" w:rsidRPr="0099306C">
        <w:t>’</w:t>
      </w:r>
      <w:r w:rsidRPr="002B3119">
        <w:t>aidant des meubles voisins</w:t>
      </w:r>
      <w:r w:rsidR="00E4444A" w:rsidRPr="0099306C">
        <w:t xml:space="preserve">. </w:t>
      </w:r>
      <w:r w:rsidRPr="002B3119">
        <w:t>Plus tard</w:t>
      </w:r>
      <w:r w:rsidR="00E4444A" w:rsidRPr="0099306C">
        <w:t xml:space="preserve">, </w:t>
      </w:r>
      <w:r w:rsidRPr="002B3119">
        <w:t>après bien des tentatives hésitantes</w:t>
      </w:r>
      <w:r w:rsidR="00E4444A" w:rsidRPr="0099306C">
        <w:t xml:space="preserve">, </w:t>
      </w:r>
      <w:r w:rsidRPr="002B3119">
        <w:t>elle risqua son premier grand voyage à travers la chambre</w:t>
      </w:r>
      <w:r w:rsidR="00E4444A" w:rsidRPr="0099306C">
        <w:t xml:space="preserve">. </w:t>
      </w:r>
      <w:r w:rsidRPr="002B3119">
        <w:t>Le pouf et le canapé en ma</w:t>
      </w:r>
      <w:r w:rsidRPr="002B3119">
        <w:t>r</w:t>
      </w:r>
      <w:r w:rsidRPr="002B3119">
        <w:t>quèrent les principales étapes</w:t>
      </w:r>
      <w:r w:rsidR="00E4444A" w:rsidRPr="0099306C">
        <w:t xml:space="preserve">. </w:t>
      </w:r>
      <w:r w:rsidRPr="002B3119">
        <w:t>Enfin</w:t>
      </w:r>
      <w:r w:rsidR="00E4444A" w:rsidRPr="0099306C">
        <w:t xml:space="preserve">, </w:t>
      </w:r>
      <w:r w:rsidRPr="002B3119">
        <w:t>un beau jour</w:t>
      </w:r>
      <w:r w:rsidR="00E4444A" w:rsidRPr="0099306C">
        <w:t xml:space="preserve">, </w:t>
      </w:r>
      <w:r w:rsidRPr="002B3119">
        <w:t>dans un superbe élan d</w:t>
      </w:r>
      <w:r w:rsidR="00E4444A" w:rsidRPr="0099306C">
        <w:t>’</w:t>
      </w:r>
      <w:r w:rsidRPr="002B3119">
        <w:t>indépendance</w:t>
      </w:r>
      <w:r w:rsidR="00E4444A" w:rsidRPr="0099306C">
        <w:t xml:space="preserve">, </w:t>
      </w:r>
      <w:r w:rsidRPr="002B3119">
        <w:t>Yvette</w:t>
      </w:r>
      <w:r w:rsidR="00E4444A" w:rsidRPr="0099306C">
        <w:t xml:space="preserve">, </w:t>
      </w:r>
      <w:r w:rsidRPr="002B3119">
        <w:t>prenant son vol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évada du cercle de nos bras</w:t>
      </w:r>
      <w:r w:rsidR="00E4444A" w:rsidRPr="0099306C">
        <w:t>.</w:t>
      </w:r>
    </w:p>
    <w:p w14:paraId="3F621CEE" w14:textId="77777777" w:rsidR="00E4444A" w:rsidRPr="0099306C" w:rsidRDefault="002B3119" w:rsidP="002B3119">
      <w:r w:rsidRPr="002B3119">
        <w:t>Oh</w:t>
      </w:r>
      <w:r w:rsidR="00E4444A" w:rsidRPr="0099306C">
        <w:t xml:space="preserve"> ! </w:t>
      </w:r>
      <w:r w:rsidRPr="002B3119">
        <w:t>l</w:t>
      </w:r>
      <w:r w:rsidR="00E4444A" w:rsidRPr="0099306C">
        <w:t>’</w:t>
      </w:r>
      <w:r w:rsidRPr="002B3119">
        <w:t>orgueil de ses premiers succès</w:t>
      </w:r>
      <w:r w:rsidR="00E4444A" w:rsidRPr="0099306C">
        <w:t xml:space="preserve">, </w:t>
      </w:r>
      <w:r w:rsidRPr="002B3119">
        <w:t>la joie de courir toute seule</w:t>
      </w:r>
      <w:r w:rsidR="00E4444A" w:rsidRPr="0099306C">
        <w:t xml:space="preserve">, </w:t>
      </w:r>
      <w:r w:rsidRPr="002B3119">
        <w:t>de ne pouvoir être rattrapée par papa</w:t>
      </w:r>
      <w:r w:rsidR="00E4444A" w:rsidRPr="0099306C">
        <w:t xml:space="preserve"> ! </w:t>
      </w:r>
      <w:r w:rsidRPr="002B3119">
        <w:t>Un m</w:t>
      </w:r>
      <w:r w:rsidRPr="002B3119">
        <w:t>a</w:t>
      </w:r>
      <w:r w:rsidRPr="002B3119">
        <w:t>tin</w:t>
      </w:r>
      <w:r w:rsidR="00E4444A" w:rsidRPr="0099306C">
        <w:t xml:space="preserve">, </w:t>
      </w:r>
      <w:r w:rsidRPr="002B3119">
        <w:t>comme je rentrais du collège</w:t>
      </w:r>
      <w:r w:rsidR="00E4444A" w:rsidRPr="0099306C">
        <w:t xml:space="preserve">, </w:t>
      </w:r>
      <w:r w:rsidRPr="002B3119">
        <w:t>des cris de triomphe m</w:t>
      </w:r>
      <w:r w:rsidR="00E4444A" w:rsidRPr="0099306C">
        <w:t>’</w:t>
      </w:r>
      <w:r w:rsidRPr="002B3119">
        <w:t>appelèrent au salon</w:t>
      </w:r>
      <w:r w:rsidR="00E4444A" w:rsidRPr="0099306C">
        <w:t xml:space="preserve">. </w:t>
      </w:r>
      <w:r w:rsidRPr="002B3119">
        <w:t>Montée sur un tabouret qu</w:t>
      </w:r>
      <w:r w:rsidR="00E4444A" w:rsidRPr="0099306C">
        <w:t>’</w:t>
      </w:r>
      <w:r w:rsidRPr="002B3119">
        <w:t>elle avait rapproché d</w:t>
      </w:r>
      <w:r w:rsidR="00E4444A" w:rsidRPr="0099306C">
        <w:t>’</w:t>
      </w:r>
      <w:r w:rsidRPr="002B3119">
        <w:t>une chaise</w:t>
      </w:r>
      <w:r w:rsidR="00E4444A" w:rsidRPr="0099306C">
        <w:t xml:space="preserve">, </w:t>
      </w:r>
      <w:r w:rsidRPr="002B3119">
        <w:t>Yvette m</w:t>
      </w:r>
      <w:r w:rsidR="00E4444A" w:rsidRPr="0099306C">
        <w:t>’</w:t>
      </w:r>
      <w:r w:rsidRPr="002B3119">
        <w:t>émerveillait de son pr</w:t>
      </w:r>
      <w:r w:rsidRPr="002B3119">
        <w:t>e</w:t>
      </w:r>
      <w:r w:rsidRPr="002B3119">
        <w:t>mier tour de force</w:t>
      </w:r>
      <w:r w:rsidR="00E4444A" w:rsidRPr="0099306C">
        <w:t>.</w:t>
      </w:r>
    </w:p>
    <w:p w14:paraId="31FCAC68" w14:textId="77777777" w:rsidR="00E4444A" w:rsidRPr="0099306C" w:rsidRDefault="002B3119" w:rsidP="002B3119">
      <w:r w:rsidRPr="002B3119">
        <w:t>Combien de temps dura-t-il</w:t>
      </w:r>
      <w:r w:rsidR="00E4444A" w:rsidRPr="0099306C">
        <w:t xml:space="preserve">, </w:t>
      </w:r>
      <w:r w:rsidRPr="002B3119">
        <w:t>son apprentissage</w:t>
      </w:r>
      <w:r w:rsidR="00E4444A" w:rsidRPr="0099306C">
        <w:t xml:space="preserve"> ? </w:t>
      </w:r>
      <w:r w:rsidR="00BC2744" w:rsidRPr="0099306C">
        <w:t>À</w:t>
      </w:r>
      <w:r w:rsidRPr="002B3119">
        <w:t xml:space="preserve"> pr</w:t>
      </w:r>
      <w:r w:rsidRPr="002B3119">
        <w:t>é</w:t>
      </w:r>
      <w:r w:rsidRPr="002B3119">
        <w:t>sent</w:t>
      </w:r>
      <w:r w:rsidR="00E4444A" w:rsidRPr="0099306C">
        <w:t xml:space="preserve">, </w:t>
      </w:r>
      <w:r w:rsidRPr="002B3119">
        <w:t>après plusieurs années</w:t>
      </w:r>
      <w:r w:rsidR="00E4444A" w:rsidRPr="0099306C">
        <w:t xml:space="preserve">, </w:t>
      </w:r>
      <w:r w:rsidRPr="002B3119">
        <w:t>je ne saurais plus fixer de dates</w:t>
      </w:r>
      <w:r w:rsidR="00E4444A" w:rsidRPr="0099306C">
        <w:t xml:space="preserve">. </w:t>
      </w:r>
      <w:r w:rsidRPr="002B3119">
        <w:t>Les progrès des enfants s</w:t>
      </w:r>
      <w:r w:rsidR="00E4444A" w:rsidRPr="0099306C">
        <w:t>’</w:t>
      </w:r>
      <w:r w:rsidRPr="002B3119">
        <w:t>ébauchent dans le mystère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instant précis où leurs aptitudes s</w:t>
      </w:r>
      <w:r w:rsidR="00E4444A" w:rsidRPr="0099306C">
        <w:t>’</w:t>
      </w:r>
      <w:r w:rsidRPr="002B3119">
        <w:t>élaborent nous échappe</w:t>
      </w:r>
      <w:r w:rsidR="00E4444A" w:rsidRPr="0099306C">
        <w:t xml:space="preserve">, </w:t>
      </w:r>
      <w:r w:rsidRPr="002B3119">
        <w:t>comme la minute où le fruit se forme</w:t>
      </w:r>
      <w:r w:rsidR="00E4444A" w:rsidRPr="0099306C">
        <w:t xml:space="preserve">, </w:t>
      </w:r>
      <w:r w:rsidRPr="002B3119">
        <w:t xml:space="preserve">où la fleur </w:t>
      </w:r>
      <w:proofErr w:type="spellStart"/>
      <w:r w:rsidRPr="002B3119">
        <w:t>éclôt</w:t>
      </w:r>
      <w:proofErr w:type="spellEnd"/>
      <w:r w:rsidR="00E4444A" w:rsidRPr="0099306C">
        <w:t xml:space="preserve">. </w:t>
      </w:r>
      <w:r w:rsidRPr="002B3119">
        <w:t>Un jour seulement nous constatons qu</w:t>
      </w:r>
      <w:r w:rsidR="00E4444A" w:rsidRPr="0099306C">
        <w:t>’</w:t>
      </w:r>
      <w:r w:rsidRPr="002B3119">
        <w:t>il y a des pommes et des roses</w:t>
      </w:r>
      <w:r w:rsidR="00E4444A" w:rsidRPr="0099306C">
        <w:t>.</w:t>
      </w:r>
    </w:p>
    <w:p w14:paraId="456ED25F" w14:textId="77777777" w:rsidR="00E4444A" w:rsidRPr="0099306C" w:rsidRDefault="002B3119" w:rsidP="002B3119">
      <w:r w:rsidRPr="002B3119">
        <w:t>Souvent</w:t>
      </w:r>
      <w:r w:rsidR="00E4444A" w:rsidRPr="0099306C">
        <w:t xml:space="preserve">, </w:t>
      </w:r>
      <w:r w:rsidRPr="002B3119">
        <w:t>au milieu d</w:t>
      </w:r>
      <w:r w:rsidR="00E4444A" w:rsidRPr="0099306C">
        <w:t>’</w:t>
      </w:r>
      <w:r w:rsidRPr="002B3119">
        <w:t>une course</w:t>
      </w:r>
      <w:r w:rsidR="00E4444A" w:rsidRPr="0099306C">
        <w:t xml:space="preserve">, </w:t>
      </w:r>
      <w:r w:rsidRPr="002B3119">
        <w:t>Yvette s</w:t>
      </w:r>
      <w:r w:rsidR="00E4444A" w:rsidRPr="0099306C">
        <w:t>’</w:t>
      </w:r>
      <w:r w:rsidRPr="002B3119">
        <w:t>étendait par terre tout de son long</w:t>
      </w:r>
      <w:r w:rsidR="00E4444A" w:rsidRPr="0099306C">
        <w:t xml:space="preserve">. </w:t>
      </w:r>
      <w:r w:rsidRPr="002B3119">
        <w:t>Oh</w:t>
      </w:r>
      <w:r w:rsidR="00E4444A" w:rsidRPr="0099306C">
        <w:t xml:space="preserve"> ! </w:t>
      </w:r>
      <w:r w:rsidRPr="002B3119">
        <w:t>sa façon de se relever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tout un poème</w:t>
      </w:r>
      <w:r w:rsidR="00E4444A" w:rsidRPr="0099306C">
        <w:t xml:space="preserve"> ! </w:t>
      </w:r>
      <w:r w:rsidRPr="002B3119">
        <w:t>Elle commençait par s</w:t>
      </w:r>
      <w:r w:rsidR="00E4444A" w:rsidRPr="0099306C">
        <w:t>’</w:t>
      </w:r>
      <w:r w:rsidRPr="002B3119">
        <w:t>agenouiller</w:t>
      </w:r>
      <w:r w:rsidR="00E4444A" w:rsidRPr="0099306C">
        <w:t xml:space="preserve">, </w:t>
      </w:r>
      <w:r w:rsidRPr="002B3119">
        <w:t>soul</w:t>
      </w:r>
      <w:r w:rsidRPr="002B3119">
        <w:t>e</w:t>
      </w:r>
      <w:r w:rsidRPr="002B3119">
        <w:t>vant la partie postérieure de son corps</w:t>
      </w:r>
      <w:r w:rsidR="00E4444A" w:rsidRPr="0099306C">
        <w:t xml:space="preserve">, </w:t>
      </w:r>
      <w:r w:rsidRPr="002B3119">
        <w:t>sans faire encore de rétablissement sur les mains</w:t>
      </w:r>
      <w:r w:rsidR="00E4444A" w:rsidRPr="0099306C">
        <w:t xml:space="preserve">, </w:t>
      </w:r>
      <w:r w:rsidRPr="002B3119">
        <w:t>puis après mille efforts</w:t>
      </w:r>
      <w:r w:rsidR="00E4444A" w:rsidRPr="0099306C">
        <w:t xml:space="preserve">, </w:t>
      </w:r>
      <w:r w:rsidRPr="002B3119">
        <w:t>elle a</w:t>
      </w:r>
      <w:r w:rsidRPr="002B3119">
        <w:t>r</w:t>
      </w:r>
      <w:r w:rsidRPr="002B3119">
        <w:t xml:space="preserve">rivait à se </w:t>
      </w:r>
      <w:r w:rsidRPr="002B3119">
        <w:lastRenderedPageBreak/>
        <w:t>retourner</w:t>
      </w:r>
      <w:r w:rsidR="00E4444A" w:rsidRPr="0099306C">
        <w:t xml:space="preserve">, </w:t>
      </w:r>
      <w:r w:rsidRPr="002B3119">
        <w:t xml:space="preserve">à se retrouver assise et le bon vieillard de la </w:t>
      </w:r>
      <w:r w:rsidRPr="002B3119">
        <w:rPr>
          <w:i/>
        </w:rPr>
        <w:t>Lecture de la Bible</w:t>
      </w:r>
      <w:r w:rsidRPr="002B3119">
        <w:t xml:space="preserve"> lui souriait par-dessus ses lunettes</w:t>
      </w:r>
      <w:r w:rsidR="00E4444A" w:rsidRPr="0099306C">
        <w:t>.</w:t>
      </w:r>
    </w:p>
    <w:p w14:paraId="47895004" w14:textId="77777777" w:rsidR="002B3119" w:rsidRPr="002B3119" w:rsidRDefault="002B3119" w:rsidP="002B3119"/>
    <w:p w14:paraId="79CF8A8F" w14:textId="77777777" w:rsidR="00E4444A" w:rsidRPr="0099306C" w:rsidRDefault="002B3119" w:rsidP="002B3119">
      <w:r w:rsidRPr="002B3119">
        <w:t>Yvette apprit à marcher</w:t>
      </w:r>
      <w:r w:rsidR="00E4444A" w:rsidRPr="0099306C">
        <w:t xml:space="preserve">. </w:t>
      </w:r>
      <w:r w:rsidRPr="002B3119">
        <w:t>Elle apprit aussi à regarder et à voir</w:t>
      </w:r>
      <w:r w:rsidR="00E4444A" w:rsidRPr="0099306C">
        <w:t xml:space="preserve">, </w:t>
      </w:r>
      <w:r w:rsidRPr="002B3119">
        <w:t>non pas à voir seulement les objets qu</w:t>
      </w:r>
      <w:r w:rsidR="00E4444A" w:rsidRPr="0099306C">
        <w:t>’</w:t>
      </w:r>
      <w:r w:rsidRPr="002B3119">
        <w:t>on peut toucher</w:t>
      </w:r>
      <w:r w:rsidR="00E4444A" w:rsidRPr="0099306C">
        <w:t xml:space="preserve">, </w:t>
      </w:r>
      <w:r w:rsidRPr="002B3119">
        <w:t>les mains servant à l</w:t>
      </w:r>
      <w:r w:rsidR="00E4444A" w:rsidRPr="0099306C">
        <w:t>’</w:t>
      </w:r>
      <w:r w:rsidRPr="002B3119">
        <w:t>éducation des yeux</w:t>
      </w:r>
      <w:r w:rsidR="00E4444A" w:rsidRPr="0099306C">
        <w:t xml:space="preserve">, </w:t>
      </w:r>
      <w:r w:rsidRPr="002B3119">
        <w:t>mais à reconnaître aussi</w:t>
      </w:r>
      <w:r w:rsidR="00E4444A" w:rsidRPr="0099306C">
        <w:t xml:space="preserve">, </w:t>
      </w:r>
      <w:r w:rsidRPr="002B3119">
        <w:t>sur les livres</w:t>
      </w:r>
      <w:r w:rsidR="00E4444A" w:rsidRPr="0099306C">
        <w:t xml:space="preserve">, </w:t>
      </w:r>
      <w:r w:rsidRPr="002B3119">
        <w:t>des objets figurés</w:t>
      </w:r>
      <w:r w:rsidR="00E4444A" w:rsidRPr="0099306C">
        <w:t xml:space="preserve">. </w:t>
      </w:r>
      <w:r w:rsidRPr="002B3119">
        <w:t xml:space="preserve">Les petits enfants ne </w:t>
      </w:r>
      <w:r w:rsidR="00E4444A" w:rsidRPr="0099306C">
        <w:t>« </w:t>
      </w:r>
      <w:r w:rsidRPr="002B3119">
        <w:t>voient</w:t>
      </w:r>
      <w:r w:rsidR="00E4444A" w:rsidRPr="0099306C">
        <w:t> »</w:t>
      </w:r>
      <w:r w:rsidRPr="002B3119">
        <w:t xml:space="preserve"> pas d</w:t>
      </w:r>
      <w:r w:rsidR="00E4444A" w:rsidRPr="0099306C">
        <w:t>’</w:t>
      </w:r>
      <w:r w:rsidRPr="002B3119">
        <w:t>abord une image</w:t>
      </w:r>
      <w:r w:rsidR="00E4444A" w:rsidRPr="0099306C">
        <w:t xml:space="preserve">. </w:t>
      </w:r>
      <w:r w:rsidRPr="002B3119">
        <w:t>Ils tournent un dessin dans tous les sens sans discerner ce qu</w:t>
      </w:r>
      <w:r w:rsidR="00E4444A" w:rsidRPr="0099306C">
        <w:t>’</w:t>
      </w:r>
      <w:r w:rsidRPr="002B3119">
        <w:t>il représente</w:t>
      </w:r>
      <w:r w:rsidR="00E4444A" w:rsidRPr="0099306C">
        <w:t xml:space="preserve">. </w:t>
      </w:r>
      <w:r w:rsidRPr="002B3119">
        <w:t>Puis la notion de la perspective leur vient</w:t>
      </w:r>
      <w:r w:rsidR="00E4444A" w:rsidRPr="0099306C">
        <w:t xml:space="preserve">. </w:t>
      </w:r>
      <w:r w:rsidRPr="002B3119">
        <w:t>Ils distinguent un arbre d</w:t>
      </w:r>
      <w:r w:rsidR="00E4444A" w:rsidRPr="0099306C">
        <w:t>’</w:t>
      </w:r>
      <w:r w:rsidRPr="002B3119">
        <w:t>un personnage</w:t>
      </w:r>
      <w:r w:rsidR="00E4444A" w:rsidRPr="0099306C">
        <w:t xml:space="preserve">. </w:t>
      </w:r>
      <w:r w:rsidRPr="002B3119">
        <w:t>Et Yvette pouvait rester</w:t>
      </w:r>
      <w:r w:rsidR="00E4444A" w:rsidRPr="0099306C">
        <w:t xml:space="preserve">, </w:t>
      </w:r>
      <w:r w:rsidRPr="002B3119">
        <w:t>une heure à feui</w:t>
      </w:r>
      <w:r w:rsidRPr="002B3119">
        <w:t>l</w:t>
      </w:r>
      <w:r w:rsidRPr="002B3119">
        <w:t>leter un catalogue jusqu</w:t>
      </w:r>
      <w:r w:rsidR="00E4444A" w:rsidRPr="0099306C">
        <w:t>’</w:t>
      </w:r>
      <w:r w:rsidRPr="002B3119">
        <w:t>au moment où</w:t>
      </w:r>
      <w:r w:rsidR="00E4444A" w:rsidRPr="0099306C">
        <w:t xml:space="preserve">, </w:t>
      </w:r>
      <w:r w:rsidRPr="002B3119">
        <w:t>le doigt sur une fig</w:t>
      </w:r>
      <w:r w:rsidRPr="002B3119">
        <w:t>u</w:t>
      </w:r>
      <w:r w:rsidRPr="002B3119">
        <w:t>rine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écriait</w:t>
      </w:r>
      <w:r w:rsidR="00E4444A" w:rsidRPr="0099306C">
        <w:t> : « </w:t>
      </w:r>
      <w:r w:rsidRPr="002B3119">
        <w:t>Maman</w:t>
      </w:r>
      <w:r w:rsidR="00E4444A" w:rsidRPr="0099306C">
        <w:t> »</w:t>
      </w:r>
      <w:r w:rsidRPr="002B3119">
        <w:t xml:space="preserve"> ou </w:t>
      </w:r>
      <w:r w:rsidR="00E4444A" w:rsidRPr="0099306C">
        <w:t>« </w:t>
      </w:r>
      <w:r w:rsidRPr="002B3119">
        <w:t>Papa</w:t>
      </w:r>
      <w:r w:rsidR="00E4444A" w:rsidRPr="0099306C">
        <w:t> ».</w:t>
      </w:r>
    </w:p>
    <w:p w14:paraId="6254213A" w14:textId="4F485765" w:rsidR="00E4444A" w:rsidRPr="0099306C" w:rsidRDefault="002B3119" w:rsidP="002B3119">
      <w:r w:rsidRPr="002B3119">
        <w:t>Presque chaque après-midi nous nous installions e</w:t>
      </w:r>
      <w:r w:rsidRPr="002B3119">
        <w:t>n</w:t>
      </w:r>
      <w:r w:rsidRPr="002B3119">
        <w:t>semble</w:t>
      </w:r>
      <w:r w:rsidR="00E4444A" w:rsidRPr="0099306C">
        <w:t xml:space="preserve">, </w:t>
      </w:r>
      <w:r w:rsidRPr="002B3119">
        <w:t>tous les trois dans la même pièce</w:t>
      </w:r>
      <w:r w:rsidR="00E4444A" w:rsidRPr="0099306C">
        <w:t xml:space="preserve">. </w:t>
      </w:r>
      <w:r w:rsidRPr="002B3119">
        <w:t>Yvette aimait cette heure-là</w:t>
      </w:r>
      <w:r w:rsidR="00E4444A" w:rsidRPr="0099306C">
        <w:t xml:space="preserve">. </w:t>
      </w:r>
      <w:r w:rsidRPr="002B3119">
        <w:t>Jeanne lisait ou brodait</w:t>
      </w:r>
      <w:r w:rsidR="00E4444A" w:rsidRPr="0099306C">
        <w:t xml:space="preserve">. </w:t>
      </w:r>
      <w:r w:rsidRPr="002B3119">
        <w:t>Yvette jouait sans trop de bruit</w:t>
      </w:r>
      <w:r w:rsidR="00E4444A" w:rsidRPr="0099306C">
        <w:t xml:space="preserve">. </w:t>
      </w:r>
      <w:r w:rsidRPr="002B3119">
        <w:t>Et moi</w:t>
      </w:r>
      <w:r w:rsidR="00E4444A" w:rsidRPr="0099306C">
        <w:t xml:space="preserve">, </w:t>
      </w:r>
      <w:r w:rsidRPr="002B3119">
        <w:t>levant parfois les yeux de la page commencée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observais ma femme et mon enfant</w:t>
      </w:r>
      <w:r w:rsidR="00E4444A" w:rsidRPr="0099306C">
        <w:t xml:space="preserve">. </w:t>
      </w:r>
      <w:r w:rsidRPr="002B3119">
        <w:t>Il est une notion de la famille que notre déplacement avait fortifiée en moi</w:t>
      </w:r>
      <w:r w:rsidR="00E4444A" w:rsidRPr="0099306C">
        <w:t>.</w:t>
      </w:r>
      <w:r w:rsidR="00C02E45">
        <w:t xml:space="preserve"> </w:t>
      </w:r>
      <w:r w:rsidRPr="002B3119">
        <w:t xml:space="preserve">Nous étions trois </w:t>
      </w:r>
      <w:proofErr w:type="spellStart"/>
      <w:r w:rsidRPr="002B3119">
        <w:t>êtres</w:t>
      </w:r>
      <w:proofErr w:type="spellEnd"/>
      <w:r w:rsidRPr="002B3119">
        <w:t xml:space="preserve"> solidaires</w:t>
      </w:r>
      <w:r w:rsidR="00E4444A" w:rsidRPr="0099306C">
        <w:t xml:space="preserve">. </w:t>
      </w:r>
      <w:r w:rsidRPr="002B3119">
        <w:t>Nos avenirs étaient faits des mêmes espérances</w:t>
      </w:r>
      <w:r w:rsidR="00E4444A" w:rsidRPr="0099306C">
        <w:t xml:space="preserve">. </w:t>
      </w:r>
      <w:r w:rsidRPr="002B3119">
        <w:t>Le même pain nous nourrissait</w:t>
      </w:r>
      <w:r w:rsidR="00E4444A" w:rsidRPr="0099306C">
        <w:t xml:space="preserve">, </w:t>
      </w:r>
      <w:r w:rsidRPr="002B3119">
        <w:t>le même toit nous gardait de la grande nuit environnante</w:t>
      </w:r>
      <w:r w:rsidR="00E4444A" w:rsidRPr="0099306C">
        <w:t xml:space="preserve">. </w:t>
      </w:r>
      <w:r w:rsidRPr="002B3119">
        <w:t>Nous serions ensemble riches ou pauvres</w:t>
      </w:r>
      <w:r w:rsidR="00E4444A" w:rsidRPr="0099306C">
        <w:t xml:space="preserve">, </w:t>
      </w:r>
      <w:r w:rsidRPr="002B3119">
        <w:t>heureux ou ma</w:t>
      </w:r>
      <w:r w:rsidRPr="002B3119">
        <w:t>l</w:t>
      </w:r>
      <w:r w:rsidRPr="002B3119">
        <w:t>heureux</w:t>
      </w:r>
      <w:r w:rsidR="00E4444A" w:rsidRPr="0099306C">
        <w:t xml:space="preserve">. </w:t>
      </w:r>
      <w:r w:rsidRPr="002B3119">
        <w:t>Aucun événement ne pouvait toucher l</w:t>
      </w:r>
      <w:r w:rsidR="00E4444A" w:rsidRPr="0099306C">
        <w:t>’</w:t>
      </w:r>
      <w:r w:rsidRPr="002B3119">
        <w:t>un de nous sans atteindre en même temps les deux autres</w:t>
      </w:r>
      <w:r w:rsidR="00E4444A" w:rsidRPr="0099306C">
        <w:t xml:space="preserve">. </w:t>
      </w:r>
      <w:r w:rsidRPr="002B3119">
        <w:t>Nous po</w:t>
      </w:r>
      <w:r w:rsidRPr="002B3119">
        <w:t>u</w:t>
      </w:r>
      <w:r w:rsidRPr="002B3119">
        <w:t>vions quitter nos amis</w:t>
      </w:r>
      <w:r w:rsidR="00E4444A" w:rsidRPr="0099306C">
        <w:t xml:space="preserve">, </w:t>
      </w:r>
      <w:r w:rsidRPr="002B3119">
        <w:t>notre pays</w:t>
      </w:r>
      <w:r w:rsidR="00E4444A" w:rsidRPr="0099306C">
        <w:t xml:space="preserve">, </w:t>
      </w:r>
      <w:r w:rsidRPr="002B3119">
        <w:t>mais nous</w:t>
      </w:r>
      <w:r w:rsidR="00E4444A" w:rsidRPr="0099306C">
        <w:t xml:space="preserve">, </w:t>
      </w:r>
      <w:r w:rsidRPr="002B3119">
        <w:t>parmi les choses qui passent</w:t>
      </w:r>
      <w:r w:rsidR="00E4444A" w:rsidRPr="0099306C">
        <w:t xml:space="preserve">, </w:t>
      </w:r>
      <w:r w:rsidRPr="002B3119">
        <w:t>jamais nous ne nous séparerions</w:t>
      </w:r>
      <w:r w:rsidR="00E4444A" w:rsidRPr="0099306C">
        <w:t xml:space="preserve">. </w:t>
      </w:r>
      <w:r w:rsidRPr="002B3119">
        <w:t>Et notre réinstallation dans cette maison nouvelle</w:t>
      </w:r>
      <w:r w:rsidR="00E4444A" w:rsidRPr="0099306C">
        <w:t xml:space="preserve">, </w:t>
      </w:r>
      <w:r w:rsidRPr="002B3119">
        <w:t>cette déc</w:t>
      </w:r>
      <w:r w:rsidRPr="002B3119">
        <w:t>i</w:t>
      </w:r>
      <w:r w:rsidRPr="002B3119">
        <w:t>sion d</w:t>
      </w:r>
      <w:r w:rsidR="00E4444A" w:rsidRPr="0099306C">
        <w:t>’</w:t>
      </w:r>
      <w:r w:rsidRPr="002B3119">
        <w:t>un ministre qui</w:t>
      </w:r>
      <w:r w:rsidR="00E4444A" w:rsidRPr="0099306C">
        <w:t xml:space="preserve">, </w:t>
      </w:r>
      <w:r w:rsidRPr="002B3119">
        <w:t>en me changeant de collège</w:t>
      </w:r>
      <w:r w:rsidR="00E4444A" w:rsidRPr="0099306C">
        <w:t xml:space="preserve">, </w:t>
      </w:r>
      <w:r w:rsidRPr="002B3119">
        <w:t>nous fa</w:t>
      </w:r>
      <w:r w:rsidRPr="002B3119">
        <w:t>i</w:t>
      </w:r>
      <w:r w:rsidRPr="002B3119">
        <w:t>sait une autre vie à tous les trois</w:t>
      </w:r>
      <w:r w:rsidR="00E4444A" w:rsidRPr="0099306C">
        <w:t xml:space="preserve">, </w:t>
      </w:r>
      <w:r w:rsidRPr="002B3119">
        <w:t>me faisait mieux sentir que nous formions un tout</w:t>
      </w:r>
      <w:r w:rsidR="00E4444A" w:rsidRPr="0099306C">
        <w:t xml:space="preserve">, </w:t>
      </w:r>
      <w:r w:rsidRPr="002B3119">
        <w:t xml:space="preserve">que </w:t>
      </w:r>
      <w:r w:rsidRPr="002B3119">
        <w:lastRenderedPageBreak/>
        <w:t>nous étions trois êtres réunis en un seul</w:t>
      </w:r>
      <w:r w:rsidR="00E4444A" w:rsidRPr="0099306C">
        <w:t xml:space="preserve">, </w:t>
      </w:r>
      <w:r w:rsidRPr="002B3119">
        <w:t>qui s</w:t>
      </w:r>
      <w:r w:rsidR="00E4444A" w:rsidRPr="0099306C">
        <w:t>’</w:t>
      </w:r>
      <w:r w:rsidRPr="002B3119">
        <w:t>offraient ensemble à la destinée</w:t>
      </w:r>
      <w:r w:rsidR="00E4444A" w:rsidRPr="0099306C">
        <w:t>.</w:t>
      </w:r>
    </w:p>
    <w:p w14:paraId="508BA79A" w14:textId="77777777" w:rsidR="00E4444A" w:rsidRPr="0099306C" w:rsidRDefault="002B3119" w:rsidP="002B3119">
      <w:r w:rsidRPr="00252B9B">
        <w:t>Yvette se tenait tranquille</w:t>
      </w:r>
      <w:r w:rsidR="00E4444A" w:rsidRPr="00252B9B">
        <w:t xml:space="preserve">, </w:t>
      </w:r>
      <w:r w:rsidRPr="00252B9B">
        <w:t>mais</w:t>
      </w:r>
      <w:r w:rsidR="00E4444A" w:rsidRPr="00252B9B">
        <w:t xml:space="preserve">, </w:t>
      </w:r>
      <w:r w:rsidRPr="00252B9B">
        <w:t>quand le jour se faisait plus sombre</w:t>
      </w:r>
      <w:r w:rsidR="00E4444A" w:rsidRPr="00252B9B">
        <w:t xml:space="preserve">, </w:t>
      </w:r>
      <w:r w:rsidRPr="00252B9B">
        <w:t>que Jeanne posait son ouvrage et que je n</w:t>
      </w:r>
      <w:r w:rsidR="00E4444A" w:rsidRPr="00252B9B">
        <w:t>’</w:t>
      </w:r>
      <w:r w:rsidRPr="00252B9B">
        <w:t>avais plus l</w:t>
      </w:r>
      <w:r w:rsidR="00E4444A" w:rsidRPr="00252B9B">
        <w:t>’</w:t>
      </w:r>
      <w:r w:rsidRPr="00252B9B">
        <w:t>air de travailler</w:t>
      </w:r>
      <w:r w:rsidR="00E4444A" w:rsidRPr="00252B9B">
        <w:t xml:space="preserve">, </w:t>
      </w:r>
      <w:r w:rsidRPr="00252B9B">
        <w:t>elle savait bien dire</w:t>
      </w:r>
      <w:r w:rsidR="00E4444A" w:rsidRPr="00252B9B">
        <w:t xml:space="preserve">, </w:t>
      </w:r>
      <w:r w:rsidRPr="00252B9B">
        <w:t xml:space="preserve">dans son langage télégraphique </w:t>
      </w:r>
      <w:r w:rsidRPr="002B3119">
        <w:t>d</w:t>
      </w:r>
      <w:r w:rsidR="00E4444A" w:rsidRPr="0099306C">
        <w:t>’</w:t>
      </w:r>
      <w:r w:rsidRPr="002B3119">
        <w:t>enfant</w:t>
      </w:r>
      <w:r w:rsidR="00E4444A" w:rsidRPr="0099306C">
        <w:t> :</w:t>
      </w:r>
    </w:p>
    <w:p w14:paraId="18A9B09D" w14:textId="77777777" w:rsidR="00E4444A" w:rsidRPr="0099306C" w:rsidRDefault="00E4444A" w:rsidP="002B3119">
      <w:r w:rsidRPr="0099306C">
        <w:t>— </w:t>
      </w:r>
      <w:r w:rsidR="002B3119" w:rsidRPr="002B3119">
        <w:t>Piano</w:t>
      </w:r>
      <w:r w:rsidRPr="0099306C">
        <w:t xml:space="preserve">, </w:t>
      </w:r>
      <w:r w:rsidR="002B3119" w:rsidRPr="002B3119">
        <w:t>maman</w:t>
      </w:r>
      <w:r w:rsidRPr="0099306C">
        <w:t>…</w:t>
      </w:r>
    </w:p>
    <w:p w14:paraId="40E93F91" w14:textId="77777777" w:rsidR="00E4444A" w:rsidRPr="0099306C" w:rsidRDefault="002B3119" w:rsidP="002B3119">
      <w:r w:rsidRPr="002B3119">
        <w:t>Alors Jeanne s</w:t>
      </w:r>
      <w:r w:rsidR="00E4444A" w:rsidRPr="0099306C">
        <w:t>’</w:t>
      </w:r>
      <w:r w:rsidRPr="002B3119">
        <w:t>exécutait</w:t>
      </w:r>
      <w:r w:rsidR="00E4444A" w:rsidRPr="0099306C">
        <w:t xml:space="preserve">. </w:t>
      </w:r>
      <w:r w:rsidRPr="002B3119">
        <w:t>Yvette grimpait sur mes g</w:t>
      </w:r>
      <w:r w:rsidRPr="002B3119">
        <w:t>e</w:t>
      </w:r>
      <w:r w:rsidRPr="002B3119">
        <w:t>noux</w:t>
      </w:r>
      <w:r w:rsidR="00E4444A" w:rsidRPr="0099306C">
        <w:t xml:space="preserve">, </w:t>
      </w:r>
      <w:r w:rsidRPr="002B3119">
        <w:t>et nous restions tous deux à écouter</w:t>
      </w:r>
      <w:r w:rsidR="00E4444A" w:rsidRPr="0099306C">
        <w:t xml:space="preserve">. </w:t>
      </w:r>
      <w:r w:rsidRPr="002B3119">
        <w:t>Les doigts de Jeanne couraient sur le clavier</w:t>
      </w:r>
      <w:r w:rsidR="00E4444A" w:rsidRPr="0099306C">
        <w:t xml:space="preserve">. </w:t>
      </w:r>
      <w:r w:rsidRPr="002B3119">
        <w:t>Quand elle s</w:t>
      </w:r>
      <w:r w:rsidR="00E4444A" w:rsidRPr="0099306C">
        <w:t>’</w:t>
      </w:r>
      <w:r w:rsidRPr="002B3119">
        <w:t>arrêtait</w:t>
      </w:r>
      <w:r w:rsidR="00E4444A" w:rsidRPr="0099306C">
        <w:t xml:space="preserve">, </w:t>
      </w:r>
      <w:r w:rsidRPr="002B3119">
        <w:t>la r</w:t>
      </w:r>
      <w:r w:rsidRPr="002B3119">
        <w:t>ê</w:t>
      </w:r>
      <w:r w:rsidRPr="002B3119">
        <w:t>veuse Yvette murmurait</w:t>
      </w:r>
      <w:r w:rsidR="00E4444A" w:rsidRPr="0099306C">
        <w:t> : « </w:t>
      </w:r>
      <w:r w:rsidRPr="002B3119">
        <w:t>Encore</w:t>
      </w:r>
      <w:r w:rsidR="00E4444A" w:rsidRPr="0099306C">
        <w:t> ! »</w:t>
      </w:r>
      <w:r w:rsidRPr="002B3119">
        <w:t xml:space="preserve"> Et je songeais que cette paisible scène devait se graver dans sa mémoire</w:t>
      </w:r>
      <w:r w:rsidR="00E4444A" w:rsidRPr="0099306C">
        <w:t xml:space="preserve">. </w:t>
      </w:r>
      <w:r w:rsidRPr="002B3119">
        <w:t>De ses premiers mois de Bretagne</w:t>
      </w:r>
      <w:r w:rsidR="00E4444A" w:rsidRPr="0099306C">
        <w:t xml:space="preserve">, </w:t>
      </w:r>
      <w:r w:rsidRPr="002B3119">
        <w:t>elle ne garderait aucune trace</w:t>
      </w:r>
      <w:r w:rsidR="00E4444A" w:rsidRPr="0099306C">
        <w:t xml:space="preserve">, </w:t>
      </w:r>
      <w:r w:rsidRPr="002B3119">
        <w:t>mais cette maison demeurerait celle de son enfance</w:t>
      </w:r>
      <w:r w:rsidR="00E4444A" w:rsidRPr="0099306C">
        <w:t xml:space="preserve">. </w:t>
      </w:r>
      <w:r w:rsidRPr="002B3119">
        <w:t>Plus tard</w:t>
      </w:r>
      <w:r w:rsidR="00E4444A" w:rsidRPr="0099306C">
        <w:t xml:space="preserve">, </w:t>
      </w:r>
      <w:r w:rsidRPr="002B3119">
        <w:t>quand Jeanne serait morte et que je serais mort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par une soirée pareille</w:t>
      </w:r>
      <w:r w:rsidR="00E4444A" w:rsidRPr="0099306C">
        <w:t xml:space="preserve">, </w:t>
      </w:r>
      <w:r w:rsidRPr="002B3119">
        <w:t>dans cette atmosphère de do</w:t>
      </w:r>
      <w:r w:rsidRPr="002B3119">
        <w:t>u</w:t>
      </w:r>
      <w:r w:rsidRPr="002B3119">
        <w:t>ceur et de musique qu</w:t>
      </w:r>
      <w:r w:rsidR="00E4444A" w:rsidRPr="0099306C">
        <w:t>’</w:t>
      </w:r>
      <w:r w:rsidRPr="002B3119">
        <w:t>elle reverrait son père et sa mère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est à cette lumière diffuse qui s</w:t>
      </w:r>
      <w:r w:rsidR="00E4444A" w:rsidRPr="0099306C">
        <w:t>’</w:t>
      </w:r>
      <w:r w:rsidRPr="002B3119">
        <w:t>attardait dans la pièce</w:t>
      </w:r>
      <w:r w:rsidR="00E4444A" w:rsidRPr="0099306C">
        <w:t xml:space="preserve">, </w:t>
      </w:r>
      <w:r w:rsidRPr="002B3119">
        <w:t>à ces murs</w:t>
      </w:r>
      <w:r w:rsidR="00E4444A" w:rsidRPr="0099306C">
        <w:t xml:space="preserve">, </w:t>
      </w:r>
      <w:r w:rsidRPr="002B3119">
        <w:t>à ces tableaux</w:t>
      </w:r>
      <w:r w:rsidR="00E4444A" w:rsidRPr="0099306C">
        <w:t xml:space="preserve">, </w:t>
      </w:r>
      <w:r w:rsidRPr="002B3119">
        <w:t>aux fleurs de cette tapisserie que s</w:t>
      </w:r>
      <w:r w:rsidR="00E4444A" w:rsidRPr="0099306C">
        <w:t>’</w:t>
      </w:r>
      <w:r w:rsidRPr="002B3119">
        <w:t>associerait notre souvenir</w:t>
      </w:r>
      <w:r w:rsidR="00E4444A" w:rsidRPr="0099306C">
        <w:t>.</w:t>
      </w:r>
    </w:p>
    <w:p w14:paraId="4F3870EC" w14:textId="77777777" w:rsidR="00E4444A" w:rsidRPr="0099306C" w:rsidRDefault="002B3119" w:rsidP="002B3119">
      <w:r w:rsidRPr="002B3119">
        <w:t>Et le temps fuyait</w:t>
      </w:r>
      <w:r w:rsidR="00E4444A" w:rsidRPr="0099306C">
        <w:t xml:space="preserve">, </w:t>
      </w:r>
      <w:r w:rsidRPr="002B3119">
        <w:t>léger comme du sable fin qui coul</w:t>
      </w:r>
      <w:r w:rsidRPr="002B3119">
        <w:t>e</w:t>
      </w:r>
      <w:r w:rsidRPr="002B3119">
        <w:t>rait entre les doigts</w:t>
      </w:r>
      <w:r w:rsidR="00E4444A" w:rsidRPr="0099306C">
        <w:t xml:space="preserve">. </w:t>
      </w:r>
      <w:r w:rsidRPr="002B3119">
        <w:t>Le voisinage de Paris nous procurait des joies nouvelles</w:t>
      </w:r>
      <w:r w:rsidR="00E4444A" w:rsidRPr="0099306C">
        <w:t xml:space="preserve">. </w:t>
      </w:r>
      <w:r w:rsidRPr="002B3119">
        <w:t>Souvent</w:t>
      </w:r>
      <w:r w:rsidR="00E4444A" w:rsidRPr="0099306C">
        <w:t xml:space="preserve">, </w:t>
      </w:r>
      <w:r w:rsidRPr="002B3119">
        <w:t>le jeudi</w:t>
      </w:r>
      <w:r w:rsidR="00E4444A" w:rsidRPr="0099306C">
        <w:t xml:space="preserve">, </w:t>
      </w:r>
      <w:r w:rsidRPr="002B3119">
        <w:t>nous partions ensemble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accompagnais Jeanne dans ses courses</w:t>
      </w:r>
      <w:r w:rsidR="00E4444A" w:rsidRPr="0099306C">
        <w:t xml:space="preserve">. </w:t>
      </w:r>
      <w:r w:rsidRPr="002B3119">
        <w:t>Parfois nous a</w:t>
      </w:r>
      <w:r w:rsidRPr="002B3119">
        <w:t>l</w:t>
      </w:r>
      <w:r w:rsidRPr="002B3119">
        <w:t>lions au théâtre voir les pièces que nous avions lues e</w:t>
      </w:r>
      <w:r w:rsidRPr="002B3119">
        <w:t>n</w:t>
      </w:r>
      <w:r w:rsidRPr="002B3119">
        <w:t>semble</w:t>
      </w:r>
      <w:r w:rsidR="00E4444A" w:rsidRPr="0099306C">
        <w:t xml:space="preserve">, </w:t>
      </w:r>
      <w:r w:rsidRPr="002B3119">
        <w:t>entendre les op</w:t>
      </w:r>
      <w:r w:rsidR="002C25DB">
        <w:t>é</w:t>
      </w:r>
      <w:r w:rsidRPr="002B3119">
        <w:t>ras dont nous ne connaissions e</w:t>
      </w:r>
      <w:r w:rsidRPr="002B3119">
        <w:t>n</w:t>
      </w:r>
      <w:r w:rsidRPr="002B3119">
        <w:t>core que des fragments</w:t>
      </w:r>
      <w:r w:rsidR="00E4444A" w:rsidRPr="0099306C">
        <w:t xml:space="preserve">. </w:t>
      </w:r>
      <w:r w:rsidRPr="002B3119">
        <w:t>Et nous revenions par le dernier train</w:t>
      </w:r>
      <w:r w:rsidR="00E4444A" w:rsidRPr="0099306C">
        <w:t xml:space="preserve">, </w:t>
      </w:r>
      <w:r w:rsidRPr="002B3119">
        <w:t>les oreilles encore pleines de musique</w:t>
      </w:r>
      <w:r w:rsidR="00E4444A" w:rsidRPr="0099306C">
        <w:t xml:space="preserve">, </w:t>
      </w:r>
      <w:r w:rsidRPr="002B3119">
        <w:t>fatigués et r</w:t>
      </w:r>
      <w:r w:rsidRPr="002B3119">
        <w:t>a</w:t>
      </w:r>
      <w:r w:rsidRPr="002B3119">
        <w:t>vis</w:t>
      </w:r>
      <w:r w:rsidR="00E4444A" w:rsidRPr="0099306C">
        <w:t xml:space="preserve">. </w:t>
      </w:r>
      <w:r w:rsidRPr="002B3119">
        <w:t>Nous sortions de la gare</w:t>
      </w:r>
      <w:r w:rsidR="00E4444A" w:rsidRPr="0099306C">
        <w:t xml:space="preserve">, </w:t>
      </w:r>
      <w:r w:rsidRPr="002B3119">
        <w:t>donnant nos billets à un e</w:t>
      </w:r>
      <w:r w:rsidRPr="002B3119">
        <w:t>m</w:t>
      </w:r>
      <w:r w:rsidRPr="002B3119">
        <w:t>ployé ensommeillé</w:t>
      </w:r>
      <w:r w:rsidR="00E4444A" w:rsidRPr="0099306C">
        <w:t xml:space="preserve">. </w:t>
      </w:r>
      <w:r w:rsidRPr="002B3119">
        <w:t>Pour traverser la ville obscure</w:t>
      </w:r>
      <w:r w:rsidR="00E4444A" w:rsidRPr="0099306C">
        <w:t xml:space="preserve">, </w:t>
      </w:r>
      <w:r w:rsidRPr="002B3119">
        <w:t>Jeanne</w:t>
      </w:r>
      <w:r w:rsidR="00E4444A" w:rsidRPr="0099306C">
        <w:t xml:space="preserve">, </w:t>
      </w:r>
      <w:r w:rsidRPr="002B3119">
        <w:t>un peu craintive</w:t>
      </w:r>
      <w:r w:rsidR="00E4444A" w:rsidRPr="0099306C">
        <w:t xml:space="preserve">, </w:t>
      </w:r>
      <w:r w:rsidRPr="002B3119">
        <w:t>se serrait contre moi</w:t>
      </w:r>
      <w:r w:rsidR="00E4444A" w:rsidRPr="0099306C">
        <w:t xml:space="preserve">, </w:t>
      </w:r>
      <w:r w:rsidRPr="002B3119">
        <w:t>et ce contact furtif m</w:t>
      </w:r>
      <w:r w:rsidR="00E4444A" w:rsidRPr="0099306C">
        <w:t>’</w:t>
      </w:r>
      <w:r w:rsidRPr="002B3119">
        <w:t>emplissait d</w:t>
      </w:r>
      <w:r w:rsidR="00E4444A" w:rsidRPr="0099306C">
        <w:t>’</w:t>
      </w:r>
      <w:r w:rsidRPr="002B3119">
        <w:t xml:space="preserve">un trouble </w:t>
      </w:r>
      <w:r w:rsidRPr="002B3119">
        <w:lastRenderedPageBreak/>
        <w:t>délicieux</w:t>
      </w:r>
      <w:r w:rsidR="00E4444A" w:rsidRPr="0099306C">
        <w:t xml:space="preserve">. </w:t>
      </w:r>
      <w:r w:rsidRPr="002B3119">
        <w:t>Le passage du pont l</w:t>
      </w:r>
      <w:r w:rsidR="00E4444A" w:rsidRPr="0099306C">
        <w:t>’</w:t>
      </w:r>
      <w:r w:rsidRPr="002B3119">
        <w:t>émouvait un peu</w:t>
      </w:r>
      <w:r w:rsidR="00E4444A" w:rsidRPr="0099306C">
        <w:t xml:space="preserve">, </w:t>
      </w:r>
      <w:r w:rsidRPr="002B3119">
        <w:t>à cause de cette rivière noire</w:t>
      </w:r>
      <w:r w:rsidR="00E4444A" w:rsidRPr="0099306C">
        <w:t xml:space="preserve">, </w:t>
      </w:r>
      <w:r w:rsidRPr="002B3119">
        <w:t>de ce cl</w:t>
      </w:r>
      <w:r w:rsidRPr="002B3119">
        <w:t>a</w:t>
      </w:r>
      <w:r w:rsidRPr="002B3119">
        <w:t>potis de l</w:t>
      </w:r>
      <w:r w:rsidR="00E4444A" w:rsidRPr="0099306C">
        <w:t>’</w:t>
      </w:r>
      <w:r w:rsidRPr="002B3119">
        <w:t>eau dans les ténèbres</w:t>
      </w:r>
      <w:r w:rsidR="00E4444A" w:rsidRPr="0099306C">
        <w:t xml:space="preserve">. </w:t>
      </w:r>
      <w:r w:rsidRPr="002B3119">
        <w:t>Et nous nous hâtions</w:t>
      </w:r>
      <w:r w:rsidR="00E4444A" w:rsidRPr="0099306C">
        <w:t xml:space="preserve">, </w:t>
      </w:r>
      <w:r w:rsidRPr="002B3119">
        <w:t>go</w:t>
      </w:r>
      <w:r w:rsidRPr="002B3119">
        <w:t>û</w:t>
      </w:r>
      <w:r w:rsidRPr="002B3119">
        <w:t>tant mieux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arrivée</w:t>
      </w:r>
      <w:r w:rsidR="00E4444A" w:rsidRPr="0099306C">
        <w:t xml:space="preserve">, </w:t>
      </w:r>
      <w:r w:rsidRPr="002B3119">
        <w:t>le tiède accueil de la maison</w:t>
      </w:r>
      <w:r w:rsidR="00E4444A" w:rsidRPr="0099306C">
        <w:t>.</w:t>
      </w:r>
    </w:p>
    <w:p w14:paraId="4350E001" w14:textId="77777777" w:rsidR="00E4444A" w:rsidRPr="0099306C" w:rsidRDefault="00BC2744" w:rsidP="002B3119">
      <w:r w:rsidRPr="0099306C">
        <w:t>À</w:t>
      </w:r>
      <w:r w:rsidR="002B3119" w:rsidRPr="002B3119">
        <w:t xml:space="preserve"> pas de loup</w:t>
      </w:r>
      <w:r w:rsidR="00E4444A" w:rsidRPr="0099306C">
        <w:t xml:space="preserve">, </w:t>
      </w:r>
      <w:r w:rsidR="002B3119" w:rsidRPr="002B3119">
        <w:t>nous regagnions notre chambre</w:t>
      </w:r>
      <w:r w:rsidR="00E4444A" w:rsidRPr="0099306C">
        <w:t xml:space="preserve">. </w:t>
      </w:r>
      <w:r w:rsidR="002B3119" w:rsidRPr="002B3119">
        <w:t>Nous nous penchions sur le berceau d</w:t>
      </w:r>
      <w:r w:rsidR="00E4444A" w:rsidRPr="0099306C">
        <w:t>’</w:t>
      </w:r>
      <w:r w:rsidR="002B3119" w:rsidRPr="002B3119">
        <w:t>Yvette qui rêvait aux anges</w:t>
      </w:r>
      <w:r w:rsidR="00E4444A" w:rsidRPr="0099306C">
        <w:t xml:space="preserve">. </w:t>
      </w:r>
      <w:r w:rsidR="002B3119" w:rsidRPr="002B3119">
        <w:t>Ah</w:t>
      </w:r>
      <w:r w:rsidR="00E4444A" w:rsidRPr="0099306C">
        <w:t xml:space="preserve"> ! </w:t>
      </w:r>
      <w:r w:rsidR="002B3119" w:rsidRPr="002B3119">
        <w:t>comme elle dormait</w:t>
      </w:r>
      <w:r w:rsidR="00E4444A" w:rsidRPr="0099306C">
        <w:t xml:space="preserve">, </w:t>
      </w:r>
      <w:r w:rsidR="002B3119" w:rsidRPr="002B3119">
        <w:t>d</w:t>
      </w:r>
      <w:r w:rsidR="00E4444A" w:rsidRPr="0099306C">
        <w:t>’</w:t>
      </w:r>
      <w:r w:rsidR="002B3119" w:rsidRPr="002B3119">
        <w:t>un bon sommeil d</w:t>
      </w:r>
      <w:r w:rsidR="00E4444A" w:rsidRPr="0099306C">
        <w:t>’</w:t>
      </w:r>
      <w:r w:rsidR="002B3119" w:rsidRPr="002B3119">
        <w:t>enfant sage</w:t>
      </w:r>
      <w:r w:rsidR="00E4444A" w:rsidRPr="0099306C">
        <w:t xml:space="preserve">, </w:t>
      </w:r>
      <w:r w:rsidR="002B3119" w:rsidRPr="002B3119">
        <w:t>les bras allongés hors des couvertures</w:t>
      </w:r>
      <w:r w:rsidR="00E4444A" w:rsidRPr="0099306C">
        <w:t xml:space="preserve">, </w:t>
      </w:r>
      <w:r w:rsidR="002B3119" w:rsidRPr="002B3119">
        <w:t>la tête encadrée de boucles blondes</w:t>
      </w:r>
      <w:r w:rsidR="00E4444A" w:rsidRPr="0099306C">
        <w:t xml:space="preserve">, </w:t>
      </w:r>
      <w:r w:rsidR="002B3119" w:rsidRPr="002B3119">
        <w:t>toute blanche dans sa petite chemise de nuit bien boutonnée aux poignets et au cou</w:t>
      </w:r>
      <w:r w:rsidR="00E4444A" w:rsidRPr="0099306C">
        <w:t>.</w:t>
      </w:r>
    </w:p>
    <w:p w14:paraId="10AE7124" w14:textId="77777777" w:rsidR="002B3119" w:rsidRPr="002B3119" w:rsidRDefault="002B3119" w:rsidP="002B3119"/>
    <w:p w14:paraId="0F371F57" w14:textId="77777777" w:rsidR="00E4444A" w:rsidRPr="0099306C" w:rsidRDefault="002B3119" w:rsidP="002B3119">
      <w:r w:rsidRPr="002B3119">
        <w:t>Les jours passaient</w:t>
      </w:r>
      <w:r w:rsidR="00E4444A" w:rsidRPr="0099306C">
        <w:t xml:space="preserve">, </w:t>
      </w:r>
      <w:r w:rsidRPr="002B3119">
        <w:t>passaient</w:t>
      </w:r>
      <w:r w:rsidR="00E4444A" w:rsidRPr="0099306C">
        <w:t xml:space="preserve">, </w:t>
      </w:r>
      <w:r w:rsidRPr="002B3119">
        <w:t>tranquilles comme les eaux de la Seine qui s</w:t>
      </w:r>
      <w:r w:rsidR="00E4444A" w:rsidRPr="0099306C">
        <w:t>’</w:t>
      </w:r>
      <w:r w:rsidRPr="002B3119">
        <w:t>écoulait sous nos fenêtres</w:t>
      </w:r>
      <w:r w:rsidR="00E4444A" w:rsidRPr="0099306C">
        <w:t>.</w:t>
      </w:r>
    </w:p>
    <w:p w14:paraId="50B9F4FE" w14:textId="77777777" w:rsidR="00E4444A" w:rsidRPr="0099306C" w:rsidRDefault="002B3119" w:rsidP="002B3119">
      <w:r w:rsidRPr="002B3119">
        <w:t>Deux années s</w:t>
      </w:r>
      <w:r w:rsidR="00E4444A" w:rsidRPr="0099306C">
        <w:t>’</w:t>
      </w:r>
      <w:r w:rsidRPr="002B3119">
        <w:t>étaient achevées depuis notre mariage</w:t>
      </w:r>
      <w:r w:rsidR="00E4444A" w:rsidRPr="0099306C">
        <w:t xml:space="preserve">. </w:t>
      </w:r>
      <w:r w:rsidRPr="002B3119">
        <w:t>Deux années avec leurs retours réguliers de saisons et d</w:t>
      </w:r>
      <w:r w:rsidR="00E4444A" w:rsidRPr="0099306C">
        <w:t>’</w:t>
      </w:r>
      <w:r w:rsidRPr="002B3119">
        <w:t>anniversaires s</w:t>
      </w:r>
      <w:r w:rsidR="00E4444A" w:rsidRPr="0099306C">
        <w:t>’</w:t>
      </w:r>
      <w:r w:rsidRPr="002B3119">
        <w:t>étaient refermées sur nous</w:t>
      </w:r>
      <w:r w:rsidR="00E4444A" w:rsidRPr="0099306C">
        <w:t xml:space="preserve">. </w:t>
      </w:r>
      <w:r w:rsidRPr="002B3119">
        <w:t>Il me semblait que leurs cycles</w:t>
      </w:r>
      <w:r w:rsidR="00E4444A" w:rsidRPr="0099306C">
        <w:t xml:space="preserve">, </w:t>
      </w:r>
      <w:r w:rsidRPr="002B3119">
        <w:t>en se bouclant</w:t>
      </w:r>
      <w:r w:rsidR="00E4444A" w:rsidRPr="0099306C">
        <w:t xml:space="preserve">, </w:t>
      </w:r>
      <w:r w:rsidRPr="002B3119">
        <w:t>nous resserraient un peu davantage</w:t>
      </w:r>
      <w:r w:rsidR="00E4444A" w:rsidRPr="0099306C">
        <w:t xml:space="preserve">. </w:t>
      </w:r>
      <w:r w:rsidRPr="002B3119">
        <w:t>Que de souvenirs déjà</w:t>
      </w:r>
      <w:r w:rsidR="00E4444A" w:rsidRPr="0099306C">
        <w:t xml:space="preserve"> ! </w:t>
      </w:r>
      <w:r w:rsidRPr="002B3119">
        <w:t>que d</w:t>
      </w:r>
      <w:r w:rsidR="00E4444A" w:rsidRPr="0099306C">
        <w:t>’</w:t>
      </w:r>
      <w:r w:rsidRPr="002B3119">
        <w:t>émotions part</w:t>
      </w:r>
      <w:r w:rsidRPr="002B3119">
        <w:t>a</w:t>
      </w:r>
      <w:r w:rsidRPr="002B3119">
        <w:t>gées</w:t>
      </w:r>
      <w:r w:rsidR="00E4444A" w:rsidRPr="0099306C">
        <w:t xml:space="preserve">, </w:t>
      </w:r>
      <w:r w:rsidRPr="002B3119">
        <w:t>profondes</w:t>
      </w:r>
      <w:r w:rsidR="00E4444A" w:rsidRPr="0099306C">
        <w:t xml:space="preserve">, </w:t>
      </w:r>
      <w:r w:rsidRPr="002B3119">
        <w:t>mais inexprimables</w:t>
      </w:r>
      <w:r w:rsidR="00E4444A" w:rsidRPr="0099306C">
        <w:t xml:space="preserve">, </w:t>
      </w:r>
      <w:r w:rsidRPr="002B3119">
        <w:t>trop ténues pour être comprises des autres</w:t>
      </w:r>
      <w:r w:rsidR="00E4444A" w:rsidRPr="0099306C">
        <w:t xml:space="preserve">, </w:t>
      </w:r>
      <w:r w:rsidRPr="002B3119">
        <w:t>et dont le survivant ne pourrait jamais plus parler à personne si l</w:t>
      </w:r>
      <w:r w:rsidR="00E4444A" w:rsidRPr="0099306C">
        <w:t>’</w:t>
      </w:r>
      <w:r w:rsidRPr="002B3119">
        <w:t>un de nous venait à disparaître</w:t>
      </w:r>
      <w:r w:rsidR="00E4444A" w:rsidRPr="0099306C">
        <w:t> !</w:t>
      </w:r>
    </w:p>
    <w:p w14:paraId="08F88A72" w14:textId="77777777" w:rsidR="00E4444A" w:rsidRPr="0099306C" w:rsidRDefault="002B3119" w:rsidP="002B3119">
      <w:r w:rsidRPr="002B3119">
        <w:t>Le vocabulaire d</w:t>
      </w:r>
      <w:r w:rsidR="00E4444A" w:rsidRPr="0099306C">
        <w:t>’</w:t>
      </w:r>
      <w:r w:rsidRPr="002B3119">
        <w:t>Yvette s</w:t>
      </w:r>
      <w:r w:rsidR="00E4444A" w:rsidRPr="0099306C">
        <w:t>’</w:t>
      </w:r>
      <w:r w:rsidRPr="002B3119">
        <w:t>enrichissait sans cesse de mots nouveaux</w:t>
      </w:r>
      <w:r w:rsidR="00E4444A" w:rsidRPr="0099306C">
        <w:t xml:space="preserve">. </w:t>
      </w:r>
      <w:r w:rsidRPr="002B3119">
        <w:t>Elle avait une drôle de façon de parler</w:t>
      </w:r>
      <w:r w:rsidR="00E4444A" w:rsidRPr="0099306C">
        <w:t xml:space="preserve">, </w:t>
      </w:r>
      <w:r w:rsidRPr="002B3119">
        <w:t>en supprimant les premières syllabes</w:t>
      </w:r>
      <w:r w:rsidR="00E4444A" w:rsidRPr="0099306C">
        <w:t xml:space="preserve">. </w:t>
      </w:r>
      <w:r w:rsidRPr="002B3119">
        <w:t xml:space="preserve">Elle connaissait les </w:t>
      </w:r>
      <w:r w:rsidR="00E4444A" w:rsidRPr="0099306C">
        <w:t>« </w:t>
      </w:r>
      <w:proofErr w:type="spellStart"/>
      <w:r w:rsidRPr="002B3119">
        <w:t>g</w:t>
      </w:r>
      <w:r w:rsidRPr="002B3119">
        <w:t>a</w:t>
      </w:r>
      <w:r w:rsidRPr="002B3119">
        <w:t>rettes</w:t>
      </w:r>
      <w:proofErr w:type="spellEnd"/>
      <w:r w:rsidR="00E4444A" w:rsidRPr="0099306C">
        <w:t> »</w:t>
      </w:r>
      <w:r w:rsidRPr="002B3119">
        <w:t xml:space="preserve"> de papa et les </w:t>
      </w:r>
      <w:r w:rsidR="00E4444A" w:rsidRPr="0099306C">
        <w:t>« </w:t>
      </w:r>
      <w:proofErr w:type="spellStart"/>
      <w:r w:rsidRPr="002B3119">
        <w:t>bliers</w:t>
      </w:r>
      <w:proofErr w:type="spellEnd"/>
      <w:r w:rsidR="00E4444A" w:rsidRPr="0099306C">
        <w:t> »</w:t>
      </w:r>
      <w:r w:rsidRPr="002B3119">
        <w:t xml:space="preserve"> blancs de sa bonne</w:t>
      </w:r>
      <w:r w:rsidR="00E4444A" w:rsidRPr="0099306C">
        <w:t xml:space="preserve">. </w:t>
      </w:r>
      <w:r w:rsidRPr="002B3119">
        <w:t>Ses fa</w:t>
      </w:r>
      <w:r w:rsidRPr="002B3119">
        <w:t>n</w:t>
      </w:r>
      <w:r w:rsidRPr="002B3119">
        <w:t>taisies de langage n</w:t>
      </w:r>
      <w:r w:rsidR="00E4444A" w:rsidRPr="0099306C">
        <w:t>’</w:t>
      </w:r>
      <w:r w:rsidRPr="002B3119">
        <w:t>étaient pas toujours dénuées de logique</w:t>
      </w:r>
      <w:r w:rsidR="00E4444A" w:rsidRPr="0099306C">
        <w:t xml:space="preserve">. </w:t>
      </w:r>
      <w:r w:rsidRPr="002B3119">
        <w:t>Puisqu</w:t>
      </w:r>
      <w:r w:rsidR="00E4444A" w:rsidRPr="0099306C">
        <w:t>’</w:t>
      </w:r>
      <w:r w:rsidRPr="002B3119">
        <w:t xml:space="preserve">on disait </w:t>
      </w:r>
      <w:r w:rsidR="00E4444A" w:rsidRPr="0099306C">
        <w:t>« </w:t>
      </w:r>
      <w:r w:rsidRPr="002B3119">
        <w:t>deux assiettes</w:t>
      </w:r>
      <w:r w:rsidR="00E4444A" w:rsidRPr="0099306C">
        <w:t> »</w:t>
      </w:r>
      <w:r w:rsidRPr="002B3119">
        <w:t xml:space="preserve"> c</w:t>
      </w:r>
      <w:r w:rsidR="00E4444A" w:rsidRPr="0099306C">
        <w:t>’</w:t>
      </w:r>
      <w:r w:rsidRPr="002B3119">
        <w:t xml:space="preserve">était évidemment </w:t>
      </w:r>
      <w:r w:rsidR="00E4444A" w:rsidRPr="0099306C">
        <w:t>« </w:t>
      </w:r>
      <w:r w:rsidRPr="002B3119">
        <w:t xml:space="preserve">une </w:t>
      </w:r>
      <w:proofErr w:type="spellStart"/>
      <w:r w:rsidRPr="002B3119">
        <w:t>sassiette</w:t>
      </w:r>
      <w:proofErr w:type="spellEnd"/>
      <w:r w:rsidR="00E4444A" w:rsidRPr="0099306C">
        <w:t> »</w:t>
      </w:r>
      <w:r w:rsidRPr="002B3119">
        <w:t xml:space="preserve"> qu</w:t>
      </w:r>
      <w:r w:rsidR="00E4444A" w:rsidRPr="0099306C">
        <w:t>’</w:t>
      </w:r>
      <w:r w:rsidRPr="002B3119">
        <w:t>il fallait dire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puisqu</w:t>
      </w:r>
      <w:r w:rsidR="00E4444A" w:rsidRPr="0099306C">
        <w:t>’</w:t>
      </w:r>
      <w:r w:rsidRPr="002B3119">
        <w:t xml:space="preserve">on disait </w:t>
      </w:r>
      <w:r w:rsidR="00E4444A" w:rsidRPr="0099306C">
        <w:t>« </w:t>
      </w:r>
      <w:r w:rsidRPr="002B3119">
        <w:t xml:space="preserve">un </w:t>
      </w:r>
      <w:r w:rsidR="00E4444A" w:rsidRPr="0099306C">
        <w:t>œ</w:t>
      </w:r>
      <w:r w:rsidRPr="002B3119">
        <w:t>uf</w:t>
      </w:r>
      <w:r w:rsidR="00E4444A" w:rsidRPr="0099306C">
        <w:t xml:space="preserve"> », </w:t>
      </w:r>
      <w:r w:rsidRPr="002B3119">
        <w:t xml:space="preserve">pas de doute que </w:t>
      </w:r>
      <w:r w:rsidR="00E4444A" w:rsidRPr="0099306C">
        <w:t>« </w:t>
      </w:r>
      <w:r w:rsidRPr="002B3119">
        <w:t xml:space="preserve">deux </w:t>
      </w:r>
      <w:proofErr w:type="spellStart"/>
      <w:r w:rsidRPr="002B3119">
        <w:t>n</w:t>
      </w:r>
      <w:r w:rsidR="00E4444A" w:rsidRPr="0099306C">
        <w:t>œ</w:t>
      </w:r>
      <w:r w:rsidRPr="002B3119">
        <w:t>ufs</w:t>
      </w:r>
      <w:proofErr w:type="spellEnd"/>
      <w:r w:rsidR="00E4444A" w:rsidRPr="0099306C">
        <w:t> »</w:t>
      </w:r>
      <w:r w:rsidRPr="002B3119">
        <w:t xml:space="preserve"> ne fût d</w:t>
      </w:r>
      <w:r w:rsidR="00E4444A" w:rsidRPr="0099306C">
        <w:t>’</w:t>
      </w:r>
      <w:r w:rsidRPr="002B3119">
        <w:t>une parfaite co</w:t>
      </w:r>
      <w:r w:rsidRPr="002B3119">
        <w:t>r</w:t>
      </w:r>
      <w:r w:rsidRPr="002B3119">
        <w:t>rection</w:t>
      </w:r>
      <w:r w:rsidR="00E4444A" w:rsidRPr="0099306C">
        <w:t>.</w:t>
      </w:r>
    </w:p>
    <w:p w14:paraId="41E3E68B" w14:textId="77777777" w:rsidR="00E4444A" w:rsidRPr="0099306C" w:rsidRDefault="002B3119" w:rsidP="002B3119">
      <w:r w:rsidRPr="002B3119">
        <w:lastRenderedPageBreak/>
        <w:t>Nous revenions rarement de Paris sans lui rapporter quelque jouet qu</w:t>
      </w:r>
      <w:r w:rsidR="00E4444A" w:rsidRPr="0099306C">
        <w:t>’</w:t>
      </w:r>
      <w:r w:rsidRPr="002B3119">
        <w:t>elle malmenait fort à notre grande déco</w:t>
      </w:r>
      <w:r w:rsidRPr="002B3119">
        <w:t>n</w:t>
      </w:r>
      <w:r w:rsidRPr="002B3119">
        <w:t>venue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ce n</w:t>
      </w:r>
      <w:r w:rsidR="00E4444A" w:rsidRPr="0099306C">
        <w:t>’</w:t>
      </w:r>
      <w:r w:rsidRPr="002B3119">
        <w:t>était pas une sinécure que d</w:t>
      </w:r>
      <w:r w:rsidR="00E4444A" w:rsidRPr="0099306C">
        <w:t>’</w:t>
      </w:r>
      <w:r w:rsidRPr="002B3119">
        <w:t>être la poupée d</w:t>
      </w:r>
      <w:r w:rsidR="00E4444A" w:rsidRPr="0099306C">
        <w:t>’</w:t>
      </w:r>
      <w:r w:rsidRPr="002B3119">
        <w:t>Yvette</w:t>
      </w:r>
      <w:r w:rsidR="00E4444A" w:rsidRPr="0099306C">
        <w:t xml:space="preserve"> ! </w:t>
      </w:r>
      <w:r w:rsidRPr="002B3119">
        <w:t>quel crime avaient-elles donc toutes commis pour être ainsi vouées à l</w:t>
      </w:r>
      <w:r w:rsidR="00E4444A" w:rsidRPr="0099306C">
        <w:t>’</w:t>
      </w:r>
      <w:r w:rsidRPr="002B3119">
        <w:t>exécution capitale</w:t>
      </w:r>
      <w:r w:rsidR="00E4444A" w:rsidRPr="0099306C">
        <w:t xml:space="preserve"> ? </w:t>
      </w:r>
      <w:r w:rsidRPr="002B3119">
        <w:t xml:space="preserve">Les </w:t>
      </w:r>
      <w:r w:rsidRPr="002B3119">
        <w:rPr>
          <w:i/>
        </w:rPr>
        <w:t>incassables</w:t>
      </w:r>
      <w:r w:rsidRPr="002B3119">
        <w:t xml:space="preserve"> se cassaient</w:t>
      </w:r>
      <w:r w:rsidR="00E4444A" w:rsidRPr="0099306C">
        <w:t xml:space="preserve">. </w:t>
      </w:r>
      <w:r w:rsidRPr="002B3119">
        <w:t>Mais les accidents dont ses filles étaient victimes n</w:t>
      </w:r>
      <w:r w:rsidR="00E4444A" w:rsidRPr="0099306C">
        <w:t>’</w:t>
      </w:r>
      <w:r w:rsidRPr="002B3119">
        <w:t>impressionnaient pas trop Yvette</w:t>
      </w:r>
      <w:r w:rsidR="00E4444A" w:rsidRPr="0099306C">
        <w:t xml:space="preserve">. </w:t>
      </w:r>
      <w:r w:rsidRPr="002B3119">
        <w:t>Sans doute</w:t>
      </w:r>
      <w:r w:rsidR="00E4444A" w:rsidRPr="0099306C">
        <w:t xml:space="preserve">, </w:t>
      </w:r>
      <w:r w:rsidRPr="002B3119">
        <w:t>la décapit</w:t>
      </w:r>
      <w:r w:rsidRPr="002B3119">
        <w:t>a</w:t>
      </w:r>
      <w:r w:rsidRPr="002B3119">
        <w:t>tion ne les empêchait pas d</w:t>
      </w:r>
      <w:r w:rsidR="00E4444A" w:rsidRPr="0099306C">
        <w:t>’</w:t>
      </w:r>
      <w:r w:rsidRPr="002B3119">
        <w:t>entendre</w:t>
      </w:r>
      <w:r w:rsidR="00E4444A" w:rsidRPr="0099306C">
        <w:t xml:space="preserve">, </w:t>
      </w:r>
      <w:r w:rsidRPr="002B3119">
        <w:t>car elle avait de jolies histoires qu</w:t>
      </w:r>
      <w:r w:rsidR="00E4444A" w:rsidRPr="0099306C">
        <w:t>’</w:t>
      </w:r>
      <w:r w:rsidRPr="002B3119">
        <w:t>elle narrait avec complaisance à ses poupées acéphales</w:t>
      </w:r>
      <w:r w:rsidR="00E4444A" w:rsidRPr="0099306C">
        <w:t>.</w:t>
      </w:r>
    </w:p>
    <w:p w14:paraId="5F104600" w14:textId="77777777" w:rsidR="00E4444A" w:rsidRPr="0099306C" w:rsidRDefault="002B3119" w:rsidP="002B3119">
      <w:r w:rsidRPr="002B3119">
        <w:t>Comme elle était joueuse</w:t>
      </w:r>
      <w:r w:rsidR="00E4444A" w:rsidRPr="0099306C">
        <w:t xml:space="preserve">, </w:t>
      </w:r>
      <w:r w:rsidRPr="002B3119">
        <w:t>notre petite Yvette</w:t>
      </w:r>
      <w:r w:rsidR="00E4444A" w:rsidRPr="0099306C">
        <w:t xml:space="preserve"> ! </w:t>
      </w:r>
      <w:r w:rsidRPr="002B3119">
        <w:t>Les moindres objets devenaient poupées entre ses mains</w:t>
      </w:r>
      <w:r w:rsidR="00E4444A" w:rsidRPr="0099306C">
        <w:t xml:space="preserve">. </w:t>
      </w:r>
      <w:r w:rsidRPr="002B3119">
        <w:t>Faute du Bouddha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considérait avec envie</w:t>
      </w:r>
      <w:r w:rsidR="00E4444A" w:rsidRPr="0099306C">
        <w:t xml:space="preserve">, </w:t>
      </w:r>
      <w:r w:rsidRPr="002B3119">
        <w:t>et qui aurait si bien fait son affaire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emparait de règles</w:t>
      </w:r>
      <w:r w:rsidR="00E4444A" w:rsidRPr="0099306C">
        <w:t xml:space="preserve">, </w:t>
      </w:r>
      <w:r w:rsidRPr="002B3119">
        <w:t>de flacons</w:t>
      </w:r>
      <w:r w:rsidR="00E4444A" w:rsidRPr="0099306C">
        <w:t xml:space="preserve">, </w:t>
      </w:r>
      <w:r w:rsidRPr="002B3119">
        <w:t>de brosses pour accroître le nombre de ses enfants</w:t>
      </w:r>
      <w:r w:rsidR="00E4444A" w:rsidRPr="0099306C">
        <w:t xml:space="preserve">. </w:t>
      </w:r>
      <w:r w:rsidRPr="002B3119">
        <w:t>Son imag</w:t>
      </w:r>
      <w:r w:rsidRPr="002B3119">
        <w:t>i</w:t>
      </w:r>
      <w:r w:rsidRPr="002B3119">
        <w:t>nation</w:t>
      </w:r>
      <w:r w:rsidR="00E4444A" w:rsidRPr="0099306C">
        <w:t xml:space="preserve">, </w:t>
      </w:r>
      <w:r w:rsidRPr="002B3119">
        <w:t>sans la moindre peine</w:t>
      </w:r>
      <w:r w:rsidR="00E4444A" w:rsidRPr="0099306C">
        <w:t xml:space="preserve">, </w:t>
      </w:r>
      <w:r w:rsidRPr="002B3119">
        <w:t>remplaçait les membres a</w:t>
      </w:r>
      <w:r w:rsidRPr="002B3119">
        <w:t>b</w:t>
      </w:r>
      <w:r w:rsidRPr="002B3119">
        <w:t>sents</w:t>
      </w:r>
      <w:r w:rsidR="00E4444A" w:rsidRPr="0099306C">
        <w:t xml:space="preserve">. </w:t>
      </w:r>
      <w:r w:rsidRPr="002B3119">
        <w:t>Un jour que nous étions réunis dans mon cabinet de travail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amusait à vêtir d</w:t>
      </w:r>
      <w:r w:rsidR="00E4444A" w:rsidRPr="0099306C">
        <w:t>’</w:t>
      </w:r>
      <w:r w:rsidRPr="002B3119">
        <w:t>un bout d</w:t>
      </w:r>
      <w:r w:rsidR="00E4444A" w:rsidRPr="0099306C">
        <w:t>’</w:t>
      </w:r>
      <w:r w:rsidRPr="002B3119">
        <w:t>étoffe un gros c</w:t>
      </w:r>
      <w:r w:rsidRPr="002B3119">
        <w:t>a</w:t>
      </w:r>
      <w:r w:rsidRPr="002B3119">
        <w:t>chet pris sur ma table qu</w:t>
      </w:r>
      <w:r w:rsidR="00E4444A" w:rsidRPr="0099306C">
        <w:t>’</w:t>
      </w:r>
      <w:r w:rsidRPr="002B3119">
        <w:t>elle appelait sa petite fille</w:t>
      </w:r>
      <w:r w:rsidR="00E4444A" w:rsidRPr="0099306C">
        <w:t>.</w:t>
      </w:r>
    </w:p>
    <w:p w14:paraId="0E5A503C" w14:textId="77777777" w:rsidR="00E4444A" w:rsidRPr="0099306C" w:rsidRDefault="002B3119" w:rsidP="002B3119">
      <w:r w:rsidRPr="002B3119">
        <w:t>Jeanne leva les yeux et dit en souriant</w:t>
      </w:r>
      <w:r w:rsidR="00E4444A" w:rsidRPr="0099306C">
        <w:t> :</w:t>
      </w:r>
    </w:p>
    <w:p w14:paraId="39C4C64B" w14:textId="77777777" w:rsidR="00E4444A" w:rsidRPr="0099306C" w:rsidRDefault="00E4444A" w:rsidP="002B3119">
      <w:r w:rsidRPr="0099306C">
        <w:t>— </w:t>
      </w:r>
      <w:r w:rsidR="002B3119" w:rsidRPr="002B3119">
        <w:t>Ah</w:t>
      </w:r>
      <w:r w:rsidRPr="0099306C">
        <w:t xml:space="preserve"> ! </w:t>
      </w:r>
      <w:r w:rsidR="002B3119" w:rsidRPr="002B3119">
        <w:t>comme elle est sotte</w:t>
      </w:r>
      <w:r w:rsidRPr="0099306C">
        <w:t xml:space="preserve">, </w:t>
      </w:r>
      <w:r w:rsidR="002B3119" w:rsidRPr="002B3119">
        <w:t>ma petite Yvette</w:t>
      </w:r>
      <w:r w:rsidRPr="0099306C">
        <w:t> !</w:t>
      </w:r>
    </w:p>
    <w:p w14:paraId="4CF80370" w14:textId="0A985088" w:rsidR="00E4444A" w:rsidRPr="0099306C" w:rsidRDefault="002B3119" w:rsidP="002B3119">
      <w:r w:rsidRPr="002B3119">
        <w:t>Alors Yvette</w:t>
      </w:r>
      <w:r w:rsidR="00E4444A" w:rsidRPr="0099306C">
        <w:t xml:space="preserve">, </w:t>
      </w:r>
      <w:r w:rsidRPr="002B3119">
        <w:t>prise en flagrant délit</w:t>
      </w:r>
      <w:r w:rsidR="00E4444A" w:rsidRPr="0099306C">
        <w:t xml:space="preserve">, </w:t>
      </w:r>
      <w:r w:rsidRPr="002B3119">
        <w:t>parut un peu gênée</w:t>
      </w:r>
      <w:r w:rsidR="00E4444A" w:rsidRPr="0099306C">
        <w:t xml:space="preserve">. </w:t>
      </w:r>
      <w:r w:rsidRPr="002B3119">
        <w:t>Elle nous regarda comme pour dire</w:t>
      </w:r>
      <w:r w:rsidR="00E4444A" w:rsidRPr="0099306C">
        <w:t> : « </w:t>
      </w:r>
      <w:r w:rsidRPr="002B3119">
        <w:t>Oui</w:t>
      </w:r>
      <w:r w:rsidR="00E4444A" w:rsidRPr="0099306C">
        <w:t xml:space="preserve">, </w:t>
      </w:r>
      <w:r w:rsidRPr="002B3119">
        <w:t>je sais bien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le cachet dont papa se sert pour ses lettres</w:t>
      </w:r>
      <w:r w:rsidR="00E4444A" w:rsidRPr="0099306C">
        <w:t xml:space="preserve">. </w:t>
      </w:r>
      <w:r w:rsidRPr="002B3119">
        <w:t>Mais moi</w:t>
      </w:r>
      <w:r w:rsidR="00E4444A" w:rsidRPr="0099306C">
        <w:t xml:space="preserve">, </w:t>
      </w:r>
      <w:r w:rsidRPr="002B3119">
        <w:t>dans ce cachet</w:t>
      </w:r>
      <w:r w:rsidR="00E4444A" w:rsidRPr="0099306C">
        <w:t xml:space="preserve">, </w:t>
      </w:r>
      <w:r w:rsidRPr="002B3119">
        <w:t>je vois une petite fille</w:t>
      </w:r>
      <w:r w:rsidR="00E4444A" w:rsidRPr="0099306C">
        <w:t xml:space="preserve">. </w:t>
      </w:r>
      <w:r w:rsidRPr="002B3119">
        <w:t>La tête</w:t>
      </w:r>
      <w:r w:rsidR="00E4444A" w:rsidRPr="0099306C">
        <w:t xml:space="preserve">, </w:t>
      </w:r>
      <w:r w:rsidRPr="002B3119">
        <w:t>les bras</w:t>
      </w:r>
      <w:r w:rsidR="00E4444A" w:rsidRPr="0099306C">
        <w:t xml:space="preserve">, </w:t>
      </w:r>
      <w:r w:rsidRPr="002B3119">
        <w:t>les jambes</w:t>
      </w:r>
      <w:r w:rsidR="00E4444A" w:rsidRPr="0099306C">
        <w:t xml:space="preserve">, </w:t>
      </w:r>
      <w:r w:rsidRPr="002B3119">
        <w:t>je me les imagine parfaitement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vous qui avez tort</w:t>
      </w:r>
      <w:r w:rsidR="00E4444A" w:rsidRPr="0099306C">
        <w:t xml:space="preserve">, </w:t>
      </w:r>
      <w:r w:rsidRPr="002B3119">
        <w:t>avec votre besoin de réalité</w:t>
      </w:r>
      <w:r w:rsidR="00E4444A" w:rsidRPr="0099306C">
        <w:t xml:space="preserve">. </w:t>
      </w:r>
      <w:r w:rsidRPr="002B3119">
        <w:t>Pourquoi m</w:t>
      </w:r>
      <w:r w:rsidR="00E4444A" w:rsidRPr="0099306C">
        <w:t>’</w:t>
      </w:r>
      <w:r w:rsidRPr="002B3119">
        <w:t>enlever mes petites illusions</w:t>
      </w:r>
      <w:r w:rsidR="00E4444A" w:rsidRPr="0099306C">
        <w:t> ? »</w:t>
      </w:r>
    </w:p>
    <w:p w14:paraId="61A8B182" w14:textId="6A3F5C7C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parmi tous les jeux</w:t>
      </w:r>
      <w:r w:rsidR="00E4444A" w:rsidRPr="0099306C">
        <w:t xml:space="preserve">, </w:t>
      </w:r>
      <w:r w:rsidRPr="002B3119">
        <w:t>il en était un auquel excellait Yvette</w:t>
      </w:r>
      <w:r w:rsidR="00E4444A" w:rsidRPr="0099306C">
        <w:t xml:space="preserve">, </w:t>
      </w:r>
      <w:r w:rsidRPr="002B3119">
        <w:t>et c</w:t>
      </w:r>
      <w:r w:rsidR="00E4444A" w:rsidRPr="0099306C">
        <w:t>’</w:t>
      </w:r>
      <w:r w:rsidRPr="002B3119">
        <w:t>était le jeu de cache-cache</w:t>
      </w:r>
      <w:r w:rsidR="00E4444A" w:rsidRPr="0099306C">
        <w:t xml:space="preserve">. </w:t>
      </w:r>
      <w:r w:rsidRPr="002B3119">
        <w:t xml:space="preserve">Elle avait découvert </w:t>
      </w:r>
      <w:r w:rsidRPr="002B3119">
        <w:lastRenderedPageBreak/>
        <w:t>dans le salon</w:t>
      </w:r>
      <w:r w:rsidR="00E4444A" w:rsidRPr="0099306C">
        <w:t xml:space="preserve">, </w:t>
      </w:r>
      <w:r w:rsidRPr="002B3119">
        <w:t>derrière le rideau de la fenêtre</w:t>
      </w:r>
      <w:r w:rsidR="00E4444A" w:rsidRPr="0099306C">
        <w:t xml:space="preserve">, </w:t>
      </w:r>
      <w:r w:rsidRPr="002B3119">
        <w:t>une cachette</w:t>
      </w:r>
      <w:r w:rsidR="00E4444A" w:rsidRPr="0099306C">
        <w:t xml:space="preserve">, </w:t>
      </w:r>
      <w:r w:rsidRPr="002B3119">
        <w:t>toujours la même</w:t>
      </w:r>
      <w:r w:rsidR="00E4444A" w:rsidRPr="0099306C">
        <w:t xml:space="preserve">, </w:t>
      </w:r>
      <w:r w:rsidRPr="002B3119">
        <w:t>où elle se croyait introuvable</w:t>
      </w:r>
      <w:r w:rsidR="00E4444A" w:rsidRPr="0099306C">
        <w:t xml:space="preserve">. </w:t>
      </w:r>
      <w:r w:rsidRPr="002B3119">
        <w:t>Il fallait</w:t>
      </w:r>
      <w:r w:rsidR="00E4444A" w:rsidRPr="0099306C">
        <w:t xml:space="preserve">, </w:t>
      </w:r>
      <w:r w:rsidRPr="002B3119">
        <w:t>pour qu</w:t>
      </w:r>
      <w:r w:rsidR="00E4444A" w:rsidRPr="0099306C">
        <w:t>’</w:t>
      </w:r>
      <w:r w:rsidRPr="002B3119">
        <w:t>elle fût contente</w:t>
      </w:r>
      <w:r w:rsidR="00E4444A" w:rsidRPr="0099306C">
        <w:t xml:space="preserve">, </w:t>
      </w:r>
      <w:r w:rsidRPr="002B3119">
        <w:t>la chercher longtemps</w:t>
      </w:r>
      <w:r w:rsidR="00E4444A" w:rsidRPr="0099306C">
        <w:t>. « </w:t>
      </w:r>
      <w:r w:rsidRPr="002B3119">
        <w:t>Où est Yvette</w:t>
      </w:r>
      <w:r w:rsidR="00E4444A" w:rsidRPr="0099306C">
        <w:t xml:space="preserve"> ?… </w:t>
      </w:r>
      <w:r w:rsidRPr="002B3119">
        <w:t>où est Yvette</w:t>
      </w:r>
      <w:r w:rsidR="00E4444A" w:rsidRPr="0099306C">
        <w:t>… »</w:t>
      </w:r>
      <w:r w:rsidRPr="002B3119">
        <w:t xml:space="preserve"> et elle se blottissait derrière le rideau que dépassaient les mollets nus</w:t>
      </w:r>
      <w:r w:rsidR="00E4444A" w:rsidRPr="0099306C">
        <w:t> : « </w:t>
      </w:r>
      <w:r w:rsidRPr="002B3119">
        <w:t>Voyons</w:t>
      </w:r>
      <w:r w:rsidR="00E4444A" w:rsidRPr="0099306C">
        <w:t xml:space="preserve"> ! </w:t>
      </w:r>
      <w:r w:rsidRPr="002B3119">
        <w:t>Yvette est perdue</w:t>
      </w:r>
      <w:r w:rsidR="00E4444A" w:rsidRPr="0099306C">
        <w:t xml:space="preserve"> !… </w:t>
      </w:r>
      <w:r w:rsidRPr="002B3119">
        <w:t>Où peut bien être Yvette</w:t>
      </w:r>
      <w:r w:rsidR="00E4444A" w:rsidRPr="0099306C">
        <w:t> ? »</w:t>
      </w:r>
      <w:r w:rsidRPr="002B3119">
        <w:t xml:space="preserve"> Et je la cherchais partout</w:t>
      </w:r>
      <w:r w:rsidR="00E4444A" w:rsidRPr="0099306C">
        <w:t>. « </w:t>
      </w:r>
      <w:r w:rsidRPr="002B3119">
        <w:t>Dans la bibliothèque</w:t>
      </w:r>
      <w:r w:rsidR="00E4444A" w:rsidRPr="0099306C">
        <w:t xml:space="preserve"> ?… </w:t>
      </w:r>
      <w:r w:rsidRPr="002B3119">
        <w:t>Non</w:t>
      </w:r>
      <w:r w:rsidR="00AF267B">
        <w:t>…</w:t>
      </w:r>
      <w:r w:rsidRPr="002B3119">
        <w:t xml:space="preserve"> sous le canapé</w:t>
      </w:r>
      <w:r w:rsidR="00E4444A" w:rsidRPr="0099306C">
        <w:t xml:space="preserve"> ?… </w:t>
      </w:r>
      <w:r w:rsidRPr="002B3119">
        <w:t>Non plus</w:t>
      </w:r>
      <w:r w:rsidR="00E4444A" w:rsidRPr="0099306C">
        <w:t xml:space="preserve">… </w:t>
      </w:r>
      <w:r w:rsidRPr="002B3119">
        <w:t>Dans le coffre à bois</w:t>
      </w:r>
      <w:r w:rsidR="00E4444A" w:rsidRPr="0099306C">
        <w:t xml:space="preserve"> ?… </w:t>
      </w:r>
      <w:r w:rsidRPr="002B3119">
        <w:t>Non</w:t>
      </w:r>
      <w:r w:rsidR="00E4444A" w:rsidRPr="0099306C">
        <w:t xml:space="preserve">. </w:t>
      </w:r>
      <w:r w:rsidRPr="002B3119">
        <w:t>Pas d</w:t>
      </w:r>
      <w:r w:rsidR="00E4444A" w:rsidRPr="0099306C">
        <w:t>’</w:t>
      </w:r>
      <w:r w:rsidRPr="002B3119">
        <w:t>Yvette</w:t>
      </w:r>
      <w:r w:rsidR="00AF267B">
        <w:t> !</w:t>
      </w:r>
      <w:r w:rsidR="00E4444A" w:rsidRPr="0099306C">
        <w:t>… »</w:t>
      </w:r>
      <w:r w:rsidRPr="002B3119">
        <w:t xml:space="preserve"> Et papa remuait tous les meubles</w:t>
      </w:r>
      <w:r w:rsidR="00E4444A" w:rsidRPr="0099306C">
        <w:t xml:space="preserve">, </w:t>
      </w:r>
      <w:r w:rsidRPr="002B3119">
        <w:t>visitait tous les coins avant de découvrir sa petite fille qui riait alors aux éclats</w:t>
      </w:r>
      <w:r w:rsidR="00E4444A" w:rsidRPr="0099306C">
        <w:t>.</w:t>
      </w:r>
    </w:p>
    <w:p w14:paraId="1FAEAF8E" w14:textId="77777777" w:rsidR="00E4444A" w:rsidRPr="0099306C" w:rsidRDefault="002B3119" w:rsidP="002B3119">
      <w:r w:rsidRPr="002B3119">
        <w:t>Quand on ne l</w:t>
      </w:r>
      <w:r w:rsidR="00E4444A" w:rsidRPr="0099306C">
        <w:t>’</w:t>
      </w:r>
      <w:r w:rsidRPr="002B3119">
        <w:t>avait pas assez cherchée</w:t>
      </w:r>
      <w:r w:rsidR="00E4444A" w:rsidRPr="0099306C">
        <w:t xml:space="preserve">, </w:t>
      </w:r>
      <w:r w:rsidRPr="002B3119">
        <w:t>Yvette n</w:t>
      </w:r>
      <w:r w:rsidR="00E4444A" w:rsidRPr="0099306C">
        <w:t>’</w:t>
      </w:r>
      <w:r w:rsidRPr="002B3119">
        <w:t>était pas très contente et nous recommencions la partie</w:t>
      </w:r>
      <w:r w:rsidR="00E4444A" w:rsidRPr="0099306C">
        <w:t xml:space="preserve">. </w:t>
      </w:r>
      <w:r w:rsidRPr="002B3119">
        <w:t>Il fallait que papa tournât le dos pendant qu</w:t>
      </w:r>
      <w:r w:rsidR="00E4444A" w:rsidRPr="0099306C">
        <w:t>’</w:t>
      </w:r>
      <w:r w:rsidRPr="002B3119">
        <w:t>elle reprenait exact</w:t>
      </w:r>
      <w:r w:rsidRPr="002B3119">
        <w:t>e</w:t>
      </w:r>
      <w:r w:rsidRPr="002B3119">
        <w:t>ment la même place et qu</w:t>
      </w:r>
      <w:r w:rsidR="00E4444A" w:rsidRPr="0099306C">
        <w:t>’</w:t>
      </w:r>
      <w:r w:rsidRPr="002B3119">
        <w:t>on sentît bien ensuite que j</w:t>
      </w:r>
      <w:r w:rsidR="00E4444A" w:rsidRPr="0099306C">
        <w:t>’</w:t>
      </w:r>
      <w:r w:rsidRPr="002B3119">
        <w:t>avais beaucoup de mal à la trouver</w:t>
      </w:r>
      <w:r w:rsidR="00E4444A" w:rsidRPr="0099306C">
        <w:t>.</w:t>
      </w:r>
    </w:p>
    <w:p w14:paraId="0B91A093" w14:textId="77777777" w:rsidR="00E4444A" w:rsidRPr="0099306C" w:rsidRDefault="002B3119" w:rsidP="002B3119">
      <w:r w:rsidRPr="002B3119">
        <w:t>Humble histoire qui ressemble à beaucoup d</w:t>
      </w:r>
      <w:r w:rsidR="00E4444A" w:rsidRPr="0099306C">
        <w:t>’</w:t>
      </w:r>
      <w:r w:rsidRPr="002B3119">
        <w:t>autres hi</w:t>
      </w:r>
      <w:r w:rsidRPr="002B3119">
        <w:t>s</w:t>
      </w:r>
      <w:r w:rsidRPr="002B3119">
        <w:t>toires</w:t>
      </w:r>
      <w:r w:rsidR="00E4444A" w:rsidRPr="0099306C">
        <w:t xml:space="preserve"> ! </w:t>
      </w:r>
      <w:r w:rsidRPr="002B3119">
        <w:t>Tous les pères en pourraient raconter de semblables</w:t>
      </w:r>
      <w:r w:rsidR="00E4444A" w:rsidRPr="0099306C">
        <w:t xml:space="preserve">. </w:t>
      </w:r>
      <w:r w:rsidRPr="002B3119">
        <w:t>Les heureux souriront de ces enfantillages</w:t>
      </w:r>
      <w:r w:rsidR="00E4444A" w:rsidRPr="0099306C">
        <w:t xml:space="preserve">. </w:t>
      </w:r>
      <w:r w:rsidRPr="002B3119">
        <w:t>Mais ils savent bien</w:t>
      </w:r>
      <w:r w:rsidR="00E4444A" w:rsidRPr="0099306C">
        <w:t xml:space="preserve">, </w:t>
      </w:r>
      <w:r w:rsidRPr="002B3119">
        <w:t>ceux dont les petits ne sont plus</w:t>
      </w:r>
      <w:r w:rsidR="00E4444A" w:rsidRPr="0099306C">
        <w:t xml:space="preserve">, </w:t>
      </w:r>
      <w:r w:rsidRPr="002B3119">
        <w:t>que</w:t>
      </w:r>
      <w:r w:rsidR="00E4444A" w:rsidRPr="0099306C">
        <w:t xml:space="preserve">, </w:t>
      </w:r>
      <w:r w:rsidRPr="002B3119">
        <w:t>de ces pauvres souvenirs</w:t>
      </w:r>
      <w:r w:rsidR="00E4444A" w:rsidRPr="0099306C">
        <w:t xml:space="preserve">, </w:t>
      </w:r>
      <w:r w:rsidRPr="002B3119">
        <w:t>ils font leurs plus précieuses reliques</w:t>
      </w:r>
      <w:r w:rsidR="00E4444A" w:rsidRPr="0099306C">
        <w:t>.</w:t>
      </w:r>
    </w:p>
    <w:p w14:paraId="6CC9CD8A" w14:textId="77777777" w:rsidR="002B3119" w:rsidRPr="002B3119" w:rsidRDefault="002B3119" w:rsidP="002B3119"/>
    <w:p w14:paraId="14DF126F" w14:textId="77777777" w:rsidR="00E4444A" w:rsidRPr="0099306C" w:rsidRDefault="002B3119" w:rsidP="002B3119">
      <w:r w:rsidRPr="002B3119">
        <w:t>Oui</w:t>
      </w:r>
      <w:r w:rsidR="00E4444A" w:rsidRPr="0099306C">
        <w:t xml:space="preserve">. </w:t>
      </w:r>
      <w:r w:rsidRPr="002B3119">
        <w:t>Jours heureux</w:t>
      </w:r>
      <w:r w:rsidR="00E4444A" w:rsidRPr="0099306C">
        <w:t xml:space="preserve"> ! </w:t>
      </w:r>
      <w:r w:rsidRPr="002B3119">
        <w:t>Rien ne subsistait plus de mes m</w:t>
      </w:r>
      <w:r w:rsidRPr="002B3119">
        <w:t>é</w:t>
      </w:r>
      <w:r w:rsidRPr="002B3119">
        <w:t>lancolies d</w:t>
      </w:r>
      <w:r w:rsidR="00E4444A" w:rsidRPr="0099306C">
        <w:t>’</w:t>
      </w:r>
      <w:r w:rsidRPr="002B3119">
        <w:t>autrefois</w:t>
      </w:r>
      <w:r w:rsidR="00E4444A" w:rsidRPr="0099306C">
        <w:t xml:space="preserve"> ? </w:t>
      </w:r>
      <w:r w:rsidRPr="002B3119">
        <w:t>C</w:t>
      </w:r>
      <w:r w:rsidR="00E4444A" w:rsidRPr="0099306C">
        <w:t>’</w:t>
      </w:r>
      <w:r w:rsidRPr="002B3119">
        <w:t>était donc vrai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une femme</w:t>
      </w:r>
      <w:r w:rsidR="00E4444A" w:rsidRPr="0099306C">
        <w:t xml:space="preserve">, </w:t>
      </w:r>
      <w:r w:rsidRPr="002B3119">
        <w:t>un enfant</w:t>
      </w:r>
      <w:r w:rsidR="00E4444A" w:rsidRPr="0099306C">
        <w:t xml:space="preserve">, </w:t>
      </w:r>
      <w:r w:rsidRPr="002B3119">
        <w:t>cet intérieur était le mien</w:t>
      </w:r>
      <w:r w:rsidR="00E4444A" w:rsidRPr="0099306C">
        <w:t xml:space="preserve"> ? </w:t>
      </w:r>
      <w:r w:rsidRPr="002B3119">
        <w:t>Pourquoi me rev</w:t>
      </w:r>
      <w:r w:rsidRPr="002B3119">
        <w:t>e</w:t>
      </w:r>
      <w:r w:rsidRPr="002B3119">
        <w:t>naient-ils encore</w:t>
      </w:r>
      <w:r w:rsidR="00E4444A" w:rsidRPr="0099306C">
        <w:t xml:space="preserve">, </w:t>
      </w:r>
      <w:r w:rsidRPr="002B3119">
        <w:t>mes obscurs pressentiments</w:t>
      </w:r>
      <w:r w:rsidR="00E4444A" w:rsidRPr="0099306C">
        <w:t xml:space="preserve"> ? </w:t>
      </w:r>
      <w:r w:rsidRPr="002B3119">
        <w:t>N</w:t>
      </w:r>
      <w:r w:rsidR="00E4444A" w:rsidRPr="0099306C">
        <w:t>’</w:t>
      </w:r>
      <w:r w:rsidRPr="002B3119">
        <w:t>allais-je pas me réveiller d</w:t>
      </w:r>
      <w:r w:rsidR="00E4444A" w:rsidRPr="0099306C">
        <w:t>’</w:t>
      </w:r>
      <w:r w:rsidRPr="002B3119">
        <w:t>un rêve</w:t>
      </w:r>
      <w:r w:rsidR="00E4444A" w:rsidRPr="0099306C">
        <w:t xml:space="preserve"> ? </w:t>
      </w:r>
      <w:r w:rsidRPr="002B3119">
        <w:t>Ce bonheur était-il vraiment fait pour moi</w:t>
      </w:r>
      <w:r w:rsidR="00E4444A" w:rsidRPr="0099306C">
        <w:t> ?</w:t>
      </w:r>
    </w:p>
    <w:p w14:paraId="4CD2E3FF" w14:textId="77777777" w:rsidR="00E4444A" w:rsidRPr="0099306C" w:rsidRDefault="002B3119" w:rsidP="002B3119">
      <w:r w:rsidRPr="002B3119">
        <w:t>La tante de Jeanne n</w:t>
      </w:r>
      <w:r w:rsidR="00E4444A" w:rsidRPr="0099306C">
        <w:t>’</w:t>
      </w:r>
      <w:r w:rsidRPr="002B3119">
        <w:t>était pas très contente de nous</w:t>
      </w:r>
      <w:r w:rsidR="00E4444A" w:rsidRPr="0099306C">
        <w:t xml:space="preserve">. </w:t>
      </w:r>
      <w:r w:rsidRPr="002B3119">
        <w:t>De notre rapprochement de Paris</w:t>
      </w:r>
      <w:r w:rsidR="00E4444A" w:rsidRPr="0099306C">
        <w:t xml:space="preserve">, </w:t>
      </w:r>
      <w:r w:rsidRPr="002B3119">
        <w:t>elle avait escompté des joies qui ne s</w:t>
      </w:r>
      <w:r w:rsidR="00E4444A" w:rsidRPr="0099306C">
        <w:t>’</w:t>
      </w:r>
      <w:r w:rsidRPr="002B3119">
        <w:t>étaient pas réalisées</w:t>
      </w:r>
      <w:r w:rsidR="00E4444A" w:rsidRPr="0099306C">
        <w:t xml:space="preserve">. </w:t>
      </w:r>
      <w:r w:rsidRPr="002B3119">
        <w:t xml:space="preserve">Puisque le père et sa fille </w:t>
      </w:r>
      <w:r w:rsidRPr="002B3119">
        <w:lastRenderedPageBreak/>
        <w:t>s</w:t>
      </w:r>
      <w:r w:rsidR="00E4444A" w:rsidRPr="0099306C">
        <w:t>’</w:t>
      </w:r>
      <w:r w:rsidRPr="002B3119">
        <w:t>entendaient si bien</w:t>
      </w:r>
      <w:r w:rsidR="00E4444A" w:rsidRPr="0099306C">
        <w:t xml:space="preserve">, </w:t>
      </w:r>
      <w:r w:rsidRPr="002B3119">
        <w:t>la jeune maman pouvait bien les qui</w:t>
      </w:r>
      <w:r w:rsidRPr="002B3119">
        <w:t>t</w:t>
      </w:r>
      <w:r w:rsidRPr="002B3119">
        <w:t>ter de temps en temps pour aller passer une quinzaine chez elle</w:t>
      </w:r>
      <w:r w:rsidR="00E4444A" w:rsidRPr="0099306C">
        <w:t xml:space="preserve">. </w:t>
      </w:r>
      <w:r w:rsidRPr="002B3119">
        <w:t>Justement il y avait</w:t>
      </w:r>
      <w:r w:rsidR="00E4444A" w:rsidRPr="0099306C">
        <w:t xml:space="preserve">, </w:t>
      </w:r>
      <w:r w:rsidRPr="002B3119">
        <w:t>cet hiver-là</w:t>
      </w:r>
      <w:r w:rsidR="00E4444A" w:rsidRPr="0099306C">
        <w:t xml:space="preserve">, </w:t>
      </w:r>
      <w:r w:rsidRPr="002B3119">
        <w:t>plusieurs réunions</w:t>
      </w:r>
      <w:r w:rsidR="00E4444A" w:rsidRPr="0099306C">
        <w:t xml:space="preserve">, </w:t>
      </w:r>
      <w:r w:rsidRPr="002B3119">
        <w:t>où la bonne tante avait grand désir d</w:t>
      </w:r>
      <w:r w:rsidR="00E4444A" w:rsidRPr="0099306C">
        <w:t>’</w:t>
      </w:r>
      <w:r w:rsidRPr="002B3119">
        <w:t>escorter sa jolie nièce</w:t>
      </w:r>
      <w:r w:rsidR="00E4444A" w:rsidRPr="0099306C">
        <w:t>.</w:t>
      </w:r>
    </w:p>
    <w:p w14:paraId="518185E7" w14:textId="77777777" w:rsidR="00E4444A" w:rsidRPr="0099306C" w:rsidRDefault="002B3119" w:rsidP="002B3119">
      <w:r w:rsidRPr="002B3119">
        <w:t>Jeanne avait résisté d</w:t>
      </w:r>
      <w:r w:rsidR="00E4444A" w:rsidRPr="0099306C">
        <w:t>’</w:t>
      </w:r>
      <w:r w:rsidRPr="002B3119">
        <w:t>abord</w:t>
      </w:r>
      <w:r w:rsidR="00E4444A" w:rsidRPr="0099306C">
        <w:t xml:space="preserve">, </w:t>
      </w:r>
      <w:r w:rsidRPr="002B3119">
        <w:t>faisant comprendre qu</w:t>
      </w:r>
      <w:r w:rsidR="00E4444A" w:rsidRPr="0099306C">
        <w:t>’</w:t>
      </w:r>
      <w:r w:rsidRPr="002B3119">
        <w:t>elle se devait avant tout à son ménage</w:t>
      </w:r>
      <w:r w:rsidR="00E4444A" w:rsidRPr="0099306C">
        <w:t xml:space="preserve">. </w:t>
      </w:r>
      <w:r w:rsidRPr="002B3119">
        <w:t>Mais elle finit par céder un peu</w:t>
      </w:r>
      <w:r w:rsidR="00E4444A" w:rsidRPr="0099306C">
        <w:t xml:space="preserve">. </w:t>
      </w:r>
      <w:r w:rsidRPr="002B3119">
        <w:t>Presque chaque semaine</w:t>
      </w:r>
      <w:r w:rsidR="00E4444A" w:rsidRPr="0099306C">
        <w:t xml:space="preserve">, </w:t>
      </w:r>
      <w:r w:rsidRPr="002B3119">
        <w:t>sa tante lui donnait re</w:t>
      </w:r>
      <w:r w:rsidRPr="002B3119">
        <w:t>n</w:t>
      </w:r>
      <w:r w:rsidRPr="002B3119">
        <w:t>dez-vous à Paris</w:t>
      </w:r>
      <w:r w:rsidR="00E4444A" w:rsidRPr="0099306C">
        <w:t xml:space="preserve">. </w:t>
      </w:r>
      <w:r w:rsidRPr="002B3119">
        <w:t>Elles déjeunaient ensemble au restaurant et passaient des heures entières à visiter les grands mag</w:t>
      </w:r>
      <w:r w:rsidRPr="002B3119">
        <w:t>a</w:t>
      </w:r>
      <w:r w:rsidRPr="002B3119">
        <w:t>sins</w:t>
      </w:r>
      <w:r w:rsidR="00E4444A" w:rsidRPr="0099306C">
        <w:t>.</w:t>
      </w:r>
    </w:p>
    <w:p w14:paraId="70FAC7B5" w14:textId="77777777" w:rsidR="00E4444A" w:rsidRPr="0099306C" w:rsidRDefault="002B3119" w:rsidP="002B3119">
      <w:r w:rsidRPr="002B3119">
        <w:t>Le soir</w:t>
      </w:r>
      <w:r w:rsidR="00E4444A" w:rsidRPr="0099306C">
        <w:t xml:space="preserve">, </w:t>
      </w:r>
      <w:r w:rsidRPr="002B3119">
        <w:t>Jeanne revenait éreintée</w:t>
      </w:r>
      <w:r w:rsidR="00E4444A" w:rsidRPr="0099306C">
        <w:t> : « </w:t>
      </w:r>
      <w:r w:rsidRPr="002B3119">
        <w:t>Si tu savais comme nous avons couru</w:t>
      </w:r>
      <w:r w:rsidR="00E4444A" w:rsidRPr="0099306C">
        <w:t xml:space="preserve"> ! </w:t>
      </w:r>
      <w:r w:rsidRPr="002B3119">
        <w:t>J</w:t>
      </w:r>
      <w:r w:rsidR="00E4444A" w:rsidRPr="0099306C">
        <w:t>’</w:t>
      </w:r>
      <w:r w:rsidRPr="002B3119">
        <w:t>ai failli rater le train</w:t>
      </w:r>
      <w:r w:rsidR="00E4444A" w:rsidRPr="0099306C">
        <w:t> ! »</w:t>
      </w:r>
      <w:r w:rsidRPr="002B3119">
        <w:t xml:space="preserve"> Nous n</w:t>
      </w:r>
      <w:r w:rsidR="00E4444A" w:rsidRPr="0099306C">
        <w:t>’</w:t>
      </w:r>
      <w:r w:rsidRPr="002B3119">
        <w:t>avions pas de piano ces jours-là</w:t>
      </w:r>
      <w:r w:rsidR="00E4444A" w:rsidRPr="0099306C">
        <w:t xml:space="preserve">. </w:t>
      </w:r>
      <w:r w:rsidRPr="002B3119">
        <w:t>Jeanne voulait revoir ses achats</w:t>
      </w:r>
      <w:r w:rsidR="00E4444A" w:rsidRPr="0099306C">
        <w:t xml:space="preserve">, </w:t>
      </w:r>
      <w:r w:rsidRPr="002B3119">
        <w:t xml:space="preserve">me faire admirer les superbes </w:t>
      </w:r>
      <w:r w:rsidR="00E4444A" w:rsidRPr="0099306C">
        <w:t>« </w:t>
      </w:r>
      <w:r w:rsidRPr="002B3119">
        <w:t>occasions</w:t>
      </w:r>
      <w:r w:rsidR="00E4444A" w:rsidRPr="0099306C">
        <w:t> »</w:t>
      </w:r>
      <w:r w:rsidRPr="002B3119">
        <w:t xml:space="preserve"> que son habile tante avait su découvrir</w:t>
      </w:r>
      <w:r w:rsidR="00E4444A" w:rsidRPr="0099306C">
        <w:t>.</w:t>
      </w:r>
    </w:p>
    <w:p w14:paraId="5FCC4DF5" w14:textId="77777777" w:rsidR="00E4444A" w:rsidRPr="0099306C" w:rsidRDefault="002B3119" w:rsidP="002B3119">
      <w:r w:rsidRPr="002B3119">
        <w:t>Le fait est qu</w:t>
      </w:r>
      <w:r w:rsidR="00E4444A" w:rsidRPr="0099306C">
        <w:t>’</w:t>
      </w:r>
      <w:r w:rsidRPr="002B3119">
        <w:t>elle devenait plus élégante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éprouvais quelque orgueil d</w:t>
      </w:r>
      <w:r w:rsidR="00E4444A" w:rsidRPr="0099306C">
        <w:t>’</w:t>
      </w:r>
      <w:r w:rsidRPr="002B3119">
        <w:t>avoir une femme aussi gentiment mise</w:t>
      </w:r>
      <w:r w:rsidR="00E4444A" w:rsidRPr="0099306C">
        <w:t xml:space="preserve">. </w:t>
      </w:r>
      <w:r w:rsidRPr="002B3119">
        <w:t>Pourtant</w:t>
      </w:r>
      <w:r w:rsidR="00E4444A" w:rsidRPr="0099306C">
        <w:t xml:space="preserve">, </w:t>
      </w:r>
      <w:r w:rsidRPr="002B3119">
        <w:t>quand elle rentrait</w:t>
      </w:r>
      <w:r w:rsidR="00E4444A" w:rsidRPr="0099306C">
        <w:t xml:space="preserve">, </w:t>
      </w:r>
      <w:r w:rsidRPr="002B3119">
        <w:t>Jeanne paraissait plus ne</w:t>
      </w:r>
      <w:r w:rsidRPr="002B3119">
        <w:t>r</w:t>
      </w:r>
      <w:r w:rsidRPr="002B3119">
        <w:t>veuse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avait plus cette parfaite sérénité qui m</w:t>
      </w:r>
      <w:r w:rsidR="00E4444A" w:rsidRPr="0099306C">
        <w:t>’</w:t>
      </w:r>
      <w:r w:rsidRPr="002B3119">
        <w:t>avait rassuré les premiers temps</w:t>
      </w:r>
      <w:r w:rsidR="00E4444A" w:rsidRPr="0099306C">
        <w:t xml:space="preserve">. </w:t>
      </w:r>
      <w:r w:rsidRPr="002B3119">
        <w:t>On aurait dit que son bonheur paisible ne lui suffisait plus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pourquoi je me sentais triste les jours où Jeanne nous quittait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malgré moi</w:t>
      </w:r>
      <w:r w:rsidR="00E4444A" w:rsidRPr="0099306C">
        <w:t xml:space="preserve">, </w:t>
      </w:r>
      <w:r w:rsidRPr="002B3119">
        <w:t>je lui en vo</w:t>
      </w:r>
      <w:r w:rsidRPr="002B3119">
        <w:t>u</w:t>
      </w:r>
      <w:r w:rsidRPr="002B3119">
        <w:t>lais un peu de ne pas s</w:t>
      </w:r>
      <w:r w:rsidR="00E4444A" w:rsidRPr="0099306C">
        <w:t>’</w:t>
      </w:r>
      <w:r w:rsidRPr="002B3119">
        <w:t>en apercevoir</w:t>
      </w:r>
      <w:r w:rsidR="00E4444A" w:rsidRPr="0099306C">
        <w:t>.</w:t>
      </w:r>
    </w:p>
    <w:p w14:paraId="3BD79CBA" w14:textId="77777777" w:rsidR="00E4444A" w:rsidRPr="0099306C" w:rsidRDefault="002B3119" w:rsidP="002B3119">
      <w:r w:rsidRPr="002B3119">
        <w:t>Même</w:t>
      </w:r>
      <w:r w:rsidR="00E4444A" w:rsidRPr="0099306C">
        <w:t xml:space="preserve">, </w:t>
      </w:r>
      <w:r w:rsidRPr="002B3119">
        <w:t>un soir de février qu</w:t>
      </w:r>
      <w:r w:rsidR="00E4444A" w:rsidRPr="0099306C">
        <w:t>’</w:t>
      </w:r>
      <w:r w:rsidRPr="002B3119">
        <w:t>elle revenait après qu</w:t>
      </w:r>
      <w:r w:rsidRPr="002B3119">
        <w:t>a</w:t>
      </w:r>
      <w:r w:rsidRPr="002B3119">
        <w:t>rante-huit heures d</w:t>
      </w:r>
      <w:r w:rsidR="00E4444A" w:rsidRPr="0099306C">
        <w:t>’</w:t>
      </w:r>
      <w:r w:rsidRPr="002B3119">
        <w:t>absence</w:t>
      </w:r>
      <w:r w:rsidR="00E4444A" w:rsidRPr="0099306C">
        <w:t xml:space="preserve">, </w:t>
      </w:r>
      <w:r w:rsidRPr="002B3119">
        <w:t>je remarquai sur toute sa ph</w:t>
      </w:r>
      <w:r w:rsidRPr="002B3119">
        <w:t>y</w:t>
      </w:r>
      <w:r w:rsidRPr="002B3119">
        <w:t>sionomie une expression que je ne connaissais pas</w:t>
      </w:r>
      <w:r w:rsidR="00E4444A" w:rsidRPr="0099306C">
        <w:t xml:space="preserve">. </w:t>
      </w:r>
      <w:r w:rsidRPr="002B3119">
        <w:t>Elle n</w:t>
      </w:r>
      <w:r w:rsidR="00E4444A" w:rsidRPr="0099306C">
        <w:t>’</w:t>
      </w:r>
      <w:r w:rsidRPr="002B3119">
        <w:t>était pas là où elle était</w:t>
      </w:r>
      <w:r w:rsidR="00E4444A" w:rsidRPr="0099306C">
        <w:t xml:space="preserve">. </w:t>
      </w:r>
      <w:r w:rsidRPr="002B3119">
        <w:t>Les yeux fixes</w:t>
      </w:r>
      <w:r w:rsidR="00E4444A" w:rsidRPr="0099306C">
        <w:t xml:space="preserve">, </w:t>
      </w:r>
      <w:r w:rsidRPr="002B3119">
        <w:t>elle semblait a</w:t>
      </w:r>
      <w:r w:rsidRPr="002B3119">
        <w:t>b</w:t>
      </w:r>
      <w:r w:rsidRPr="002B3119">
        <w:t>sorbée par des préoccupations où je n</w:t>
      </w:r>
      <w:r w:rsidR="00E4444A" w:rsidRPr="0099306C">
        <w:t>’</w:t>
      </w:r>
      <w:r w:rsidRPr="002B3119">
        <w:t>avais pas de part</w:t>
      </w:r>
      <w:r w:rsidR="00E4444A" w:rsidRPr="0099306C">
        <w:t xml:space="preserve">. </w:t>
      </w:r>
      <w:r w:rsidRPr="002B3119">
        <w:t>Elle avait un regard énigmatique</w:t>
      </w:r>
      <w:r w:rsidR="00E4444A" w:rsidRPr="0099306C">
        <w:t xml:space="preserve">, </w:t>
      </w:r>
      <w:r w:rsidRPr="002B3119">
        <w:t>avec quelque chose d</w:t>
      </w:r>
      <w:r w:rsidR="00E4444A" w:rsidRPr="0099306C">
        <w:t>’</w:t>
      </w:r>
      <w:r w:rsidRPr="002B3119">
        <w:t>un peu dur qui m</w:t>
      </w:r>
      <w:r w:rsidR="00E4444A" w:rsidRPr="0099306C">
        <w:t>’</w:t>
      </w:r>
      <w:r w:rsidRPr="002B3119">
        <w:t>étonnait chez elle</w:t>
      </w:r>
      <w:r w:rsidR="00E4444A" w:rsidRPr="0099306C">
        <w:t xml:space="preserve">. </w:t>
      </w:r>
      <w:r w:rsidRPr="002B3119">
        <w:t>Et pour la première fois j</w:t>
      </w:r>
      <w:r w:rsidR="00E4444A" w:rsidRPr="0099306C">
        <w:t>’</w:t>
      </w:r>
      <w:r w:rsidRPr="002B3119">
        <w:t>eus une crainte</w:t>
      </w:r>
      <w:r w:rsidR="00E4444A" w:rsidRPr="0099306C">
        <w:t xml:space="preserve">. </w:t>
      </w:r>
      <w:r w:rsidRPr="002B3119">
        <w:t>Je surpris le premier signe d</w:t>
      </w:r>
      <w:r w:rsidR="00E4444A" w:rsidRPr="0099306C">
        <w:t>’</w:t>
      </w:r>
      <w:r w:rsidRPr="002B3119">
        <w:t>un malheur qui d</w:t>
      </w:r>
      <w:r w:rsidRPr="002B3119">
        <w:t>e</w:t>
      </w:r>
      <w:r w:rsidRPr="002B3119">
        <w:t>vait arriver</w:t>
      </w:r>
      <w:r w:rsidR="00E4444A" w:rsidRPr="0099306C">
        <w:t xml:space="preserve">. </w:t>
      </w:r>
      <w:r w:rsidRPr="002B3119">
        <w:t>Je sentis entre elle et moi comme un mur de verre</w:t>
      </w:r>
      <w:r w:rsidR="00E4444A" w:rsidRPr="0099306C">
        <w:t>.</w:t>
      </w:r>
    </w:p>
    <w:p w14:paraId="59A4548D" w14:textId="77777777" w:rsidR="00E4444A" w:rsidRPr="0099306C" w:rsidRDefault="002B3119" w:rsidP="002B3119">
      <w:r w:rsidRPr="002B3119">
        <w:lastRenderedPageBreak/>
        <w:t>N</w:t>
      </w:r>
      <w:r w:rsidR="00E4444A" w:rsidRPr="0099306C">
        <w:t>’</w:t>
      </w:r>
      <w:r w:rsidRPr="002B3119">
        <w:t>y pouvant plus tenir</w:t>
      </w:r>
      <w:r w:rsidR="00E4444A" w:rsidRPr="0099306C">
        <w:t xml:space="preserve">, </w:t>
      </w:r>
      <w:r w:rsidRPr="002B3119">
        <w:t>je lui demandai</w:t>
      </w:r>
      <w:r w:rsidR="00E4444A" w:rsidRPr="0099306C">
        <w:t> :</w:t>
      </w:r>
    </w:p>
    <w:p w14:paraId="104C7BEB" w14:textId="77777777" w:rsidR="00E4444A" w:rsidRPr="0099306C" w:rsidRDefault="00E4444A" w:rsidP="002B3119">
      <w:r w:rsidRPr="0099306C">
        <w:t>— </w:t>
      </w:r>
      <w:r w:rsidR="002B3119" w:rsidRPr="002B3119">
        <w:t>Voyons</w:t>
      </w:r>
      <w:r w:rsidRPr="0099306C">
        <w:t xml:space="preserve">, </w:t>
      </w:r>
      <w:r w:rsidR="002B3119" w:rsidRPr="002B3119">
        <w:t>Jeanne</w:t>
      </w:r>
      <w:r w:rsidRPr="0099306C">
        <w:t xml:space="preserve">, </w:t>
      </w:r>
      <w:r w:rsidR="002B3119" w:rsidRPr="002B3119">
        <w:t>qu</w:t>
      </w:r>
      <w:r w:rsidRPr="0099306C">
        <w:t>’</w:t>
      </w:r>
      <w:r w:rsidR="002B3119" w:rsidRPr="002B3119">
        <w:t>est-ce qu</w:t>
      </w:r>
      <w:r w:rsidRPr="0099306C">
        <w:t>’</w:t>
      </w:r>
      <w:r w:rsidR="002B3119" w:rsidRPr="002B3119">
        <w:t>il y a</w:t>
      </w:r>
      <w:r w:rsidRPr="0099306C">
        <w:t> ?</w:t>
      </w:r>
    </w:p>
    <w:p w14:paraId="613A9FEA" w14:textId="77777777" w:rsidR="00E4444A" w:rsidRPr="0099306C" w:rsidRDefault="002B3119" w:rsidP="002B3119">
      <w:r w:rsidRPr="002B3119">
        <w:t>Ses yeux se mouillèrent</w:t>
      </w:r>
      <w:r w:rsidR="00E4444A" w:rsidRPr="0099306C">
        <w:t xml:space="preserve">. </w:t>
      </w:r>
      <w:r w:rsidRPr="002B3119">
        <w:t>Elle se ressaisit et changea d</w:t>
      </w:r>
      <w:r w:rsidR="00E4444A" w:rsidRPr="0099306C">
        <w:t>’</w:t>
      </w:r>
      <w:r w:rsidRPr="002B3119">
        <w:t>expression</w:t>
      </w:r>
      <w:r w:rsidR="00E4444A" w:rsidRPr="0099306C">
        <w:t xml:space="preserve">. </w:t>
      </w:r>
      <w:r w:rsidRPr="002B3119">
        <w:t>Puis</w:t>
      </w:r>
      <w:r w:rsidR="00E4444A" w:rsidRPr="0099306C">
        <w:t xml:space="preserve">, </w:t>
      </w:r>
      <w:r w:rsidRPr="002B3119">
        <w:t>comme si elle revenait tout à coup de très loin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approcha</w:t>
      </w:r>
      <w:r w:rsidR="00E4444A" w:rsidRPr="0099306C">
        <w:t xml:space="preserve">, </w:t>
      </w:r>
      <w:r w:rsidRPr="002B3119">
        <w:t>sourit et m</w:t>
      </w:r>
      <w:r w:rsidR="00E4444A" w:rsidRPr="0099306C">
        <w:t>’</w:t>
      </w:r>
      <w:r w:rsidRPr="002B3119">
        <w:t>embrassa en disant</w:t>
      </w:r>
      <w:r w:rsidR="00E4444A" w:rsidRPr="0099306C">
        <w:t> :</w:t>
      </w:r>
    </w:p>
    <w:p w14:paraId="2115C108" w14:textId="77777777" w:rsidR="00E4444A" w:rsidRPr="0099306C" w:rsidRDefault="00E4444A" w:rsidP="002B3119">
      <w:r w:rsidRPr="0099306C">
        <w:t>— </w:t>
      </w:r>
      <w:r w:rsidR="002B3119" w:rsidRPr="002B3119">
        <w:t>Que tu es drôle</w:t>
      </w:r>
      <w:r w:rsidRPr="0099306C">
        <w:t xml:space="preserve">, </w:t>
      </w:r>
      <w:r w:rsidR="002B3119" w:rsidRPr="002B3119">
        <w:t>mon chéri</w:t>
      </w:r>
      <w:r w:rsidRPr="0099306C">
        <w:t xml:space="preserve"> ! </w:t>
      </w:r>
      <w:r w:rsidR="002B3119" w:rsidRPr="002B3119">
        <w:t>Que veux-tu qu</w:t>
      </w:r>
      <w:r w:rsidRPr="0099306C">
        <w:t>’</w:t>
      </w:r>
      <w:r w:rsidR="002B3119" w:rsidRPr="002B3119">
        <w:t>il y ait</w:t>
      </w:r>
      <w:r w:rsidRPr="0099306C">
        <w:t> ?</w:t>
      </w:r>
    </w:p>
    <w:p w14:paraId="5A9B0E65" w14:textId="77777777" w:rsidR="00E4444A" w:rsidRPr="0099306C" w:rsidRDefault="002B3119" w:rsidP="002B3119">
      <w:r w:rsidRPr="002B3119">
        <w:t>Mais ce n</w:t>
      </w:r>
      <w:r w:rsidR="00E4444A" w:rsidRPr="0099306C">
        <w:t>’</w:t>
      </w:r>
      <w:r w:rsidRPr="002B3119">
        <w:t>était pas tout à fait son baiser habituel</w:t>
      </w:r>
      <w:r w:rsidR="00E4444A" w:rsidRPr="0099306C">
        <w:t>.</w:t>
      </w:r>
    </w:p>
    <w:p w14:paraId="09842544" w14:textId="77777777" w:rsidR="00B4016A" w:rsidRPr="0099306C" w:rsidRDefault="002B3119" w:rsidP="00E4444A">
      <w:pPr>
        <w:pStyle w:val="Titre2"/>
      </w:pPr>
      <w:bookmarkStart w:id="17" w:name="_gab5okl2bdn1" w:colFirst="0" w:colLast="0"/>
      <w:bookmarkStart w:id="18" w:name="_Toc197514965"/>
      <w:bookmarkEnd w:id="17"/>
      <w:r w:rsidRPr="002B3119">
        <w:lastRenderedPageBreak/>
        <w:t>I</w:t>
      </w:r>
      <w:r w:rsidR="00B4016A" w:rsidRPr="0099306C">
        <w:t>X</w:t>
      </w:r>
      <w:bookmarkEnd w:id="18"/>
    </w:p>
    <w:p w14:paraId="2D965CC0" w14:textId="77777777" w:rsidR="00E4444A" w:rsidRPr="0099306C" w:rsidRDefault="002B3119" w:rsidP="002B3119">
      <w:r w:rsidRPr="002B3119">
        <w:t>Deux années passèrent encore déroulant</w:t>
      </w:r>
      <w:r w:rsidR="00E4444A" w:rsidRPr="0099306C">
        <w:t xml:space="preserve">, </w:t>
      </w:r>
      <w:r w:rsidRPr="002B3119">
        <w:t>comme un poème déroule ses strophes</w:t>
      </w:r>
      <w:r w:rsidR="00E4444A" w:rsidRPr="0099306C">
        <w:t xml:space="preserve">, </w:t>
      </w:r>
      <w:r w:rsidRPr="002B3119">
        <w:t>leurs suites de saisons alte</w:t>
      </w:r>
      <w:r w:rsidRPr="002B3119">
        <w:t>r</w:t>
      </w:r>
      <w:r w:rsidRPr="002B3119">
        <w:t>nées</w:t>
      </w:r>
      <w:r w:rsidR="00E4444A" w:rsidRPr="0099306C">
        <w:t xml:space="preserve"> ; </w:t>
      </w:r>
      <w:r w:rsidRPr="002B3119">
        <w:t>deux ans durant lesquels furent portées bien des p</w:t>
      </w:r>
      <w:r w:rsidRPr="002B3119">
        <w:t>e</w:t>
      </w:r>
      <w:r w:rsidRPr="002B3119">
        <w:t>tites robes que je n</w:t>
      </w:r>
      <w:r w:rsidR="00E4444A" w:rsidRPr="0099306C">
        <w:t>’</w:t>
      </w:r>
      <w:r w:rsidRPr="002B3119">
        <w:t>arrive plus à me figurer</w:t>
      </w:r>
      <w:r w:rsidR="00E4444A" w:rsidRPr="0099306C">
        <w:t xml:space="preserve"> ; </w:t>
      </w:r>
      <w:r w:rsidRPr="002B3119">
        <w:t>deux ans qui f</w:t>
      </w:r>
      <w:r w:rsidRPr="002B3119">
        <w:t>i</w:t>
      </w:r>
      <w:r w:rsidRPr="002B3119">
        <w:t>rent du bébé de jadis une petite fille</w:t>
      </w:r>
      <w:r w:rsidR="00E4444A" w:rsidRPr="0099306C">
        <w:t xml:space="preserve">, </w:t>
      </w:r>
      <w:r w:rsidRPr="002B3119">
        <w:t>au corps plus effilé</w:t>
      </w:r>
      <w:r w:rsidR="00E4444A" w:rsidRPr="0099306C">
        <w:t xml:space="preserve">, </w:t>
      </w:r>
      <w:r w:rsidRPr="002B3119">
        <w:t>s</w:t>
      </w:r>
      <w:r w:rsidRPr="002B3119">
        <w:t>a</w:t>
      </w:r>
      <w:r w:rsidRPr="002B3119">
        <w:t>chant causer</w:t>
      </w:r>
      <w:r w:rsidR="00E4444A" w:rsidRPr="0099306C">
        <w:t xml:space="preserve">, </w:t>
      </w:r>
      <w:r w:rsidRPr="002B3119">
        <w:t>manger à table</w:t>
      </w:r>
      <w:r w:rsidR="00E4444A" w:rsidRPr="0099306C">
        <w:t xml:space="preserve">, </w:t>
      </w:r>
      <w:r w:rsidRPr="002B3119">
        <w:t>et sortir à pied avec maman</w:t>
      </w:r>
      <w:r w:rsidR="00E4444A" w:rsidRPr="0099306C">
        <w:t> !</w:t>
      </w:r>
    </w:p>
    <w:p w14:paraId="7C70EA51" w14:textId="77777777" w:rsidR="00E4444A" w:rsidRPr="0099306C" w:rsidRDefault="002B3119" w:rsidP="002B3119">
      <w:r w:rsidRPr="002B3119">
        <w:t>Yvette allait de surprise en surprise</w:t>
      </w:r>
      <w:r w:rsidR="00E4444A" w:rsidRPr="0099306C">
        <w:t xml:space="preserve">. </w:t>
      </w:r>
      <w:r w:rsidRPr="002B3119">
        <w:t>Pour son âme neuve</w:t>
      </w:r>
      <w:r w:rsidR="00E4444A" w:rsidRPr="0099306C">
        <w:t xml:space="preserve">, </w:t>
      </w:r>
      <w:r w:rsidRPr="002B3119">
        <w:t>tout était sujet d</w:t>
      </w:r>
      <w:r w:rsidR="00E4444A" w:rsidRPr="0099306C">
        <w:t>’</w:t>
      </w:r>
      <w:r w:rsidRPr="002B3119">
        <w:t>étonnement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éclosion des pr</w:t>
      </w:r>
      <w:r w:rsidRPr="002B3119">
        <w:t>e</w:t>
      </w:r>
      <w:r w:rsidRPr="002B3119">
        <w:t>mières fleurs</w:t>
      </w:r>
      <w:r w:rsidR="00E4444A" w:rsidRPr="0099306C">
        <w:t xml:space="preserve">, </w:t>
      </w:r>
      <w:r w:rsidRPr="002B3119">
        <w:t>la chute des premières neiges</w:t>
      </w:r>
      <w:r w:rsidR="00E4444A" w:rsidRPr="0099306C">
        <w:t xml:space="preserve">, </w:t>
      </w:r>
      <w:r w:rsidRPr="002B3119">
        <w:t>quelles que</w:t>
      </w:r>
      <w:r w:rsidRPr="002B3119">
        <w:t>s</w:t>
      </w:r>
      <w:r w:rsidRPr="002B3119">
        <w:t>tions ne suscitaient-elles pas</w:t>
      </w:r>
      <w:r w:rsidR="00E4444A" w:rsidRPr="0099306C">
        <w:t xml:space="preserve"> ! </w:t>
      </w:r>
      <w:r w:rsidRPr="002B3119">
        <w:t>Un couple d</w:t>
      </w:r>
      <w:r w:rsidR="00E4444A" w:rsidRPr="0099306C">
        <w:t>’</w:t>
      </w:r>
      <w:r w:rsidRPr="002B3119">
        <w:t>hirondelles</w:t>
      </w:r>
      <w:r w:rsidR="00E4444A" w:rsidRPr="0099306C">
        <w:t xml:space="preserve">, </w:t>
      </w:r>
      <w:r w:rsidRPr="002B3119">
        <w:t>un jour</w:t>
      </w:r>
      <w:r w:rsidR="00E4444A" w:rsidRPr="0099306C">
        <w:t xml:space="preserve">, </w:t>
      </w:r>
      <w:r w:rsidRPr="002B3119">
        <w:t>bâtit son nid sous l</w:t>
      </w:r>
      <w:r w:rsidR="00E4444A" w:rsidRPr="0099306C">
        <w:t>’</w:t>
      </w:r>
      <w:r w:rsidRPr="002B3119">
        <w:t>avant-toit de tôle qui faisait ma</w:t>
      </w:r>
      <w:r w:rsidRPr="002B3119">
        <w:t>r</w:t>
      </w:r>
      <w:r w:rsidRPr="002B3119">
        <w:t>quise sur le jardin</w:t>
      </w:r>
      <w:r w:rsidR="00E4444A" w:rsidRPr="0099306C">
        <w:t xml:space="preserve">. </w:t>
      </w:r>
      <w:r w:rsidRPr="002B3119">
        <w:t>La construction du nid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 xml:space="preserve">apparition des </w:t>
      </w:r>
      <w:r w:rsidR="00E4444A" w:rsidRPr="0099306C">
        <w:t>œ</w:t>
      </w:r>
      <w:r w:rsidRPr="002B3119">
        <w:t>ufs</w:t>
      </w:r>
      <w:r w:rsidR="00E4444A" w:rsidRPr="0099306C">
        <w:t xml:space="preserve">, </w:t>
      </w:r>
      <w:r w:rsidRPr="002B3119">
        <w:t>les allées et venues du père</w:t>
      </w:r>
      <w:r w:rsidR="00E4444A" w:rsidRPr="0099306C">
        <w:t xml:space="preserve">, </w:t>
      </w:r>
      <w:r w:rsidRPr="002B3119">
        <w:t>les piaillements des petits</w:t>
      </w:r>
      <w:r w:rsidR="00E4444A" w:rsidRPr="0099306C">
        <w:t xml:space="preserve">, </w:t>
      </w:r>
      <w:r w:rsidRPr="002B3119">
        <w:t>que d</w:t>
      </w:r>
      <w:r w:rsidR="00E4444A" w:rsidRPr="0099306C">
        <w:t>’</w:t>
      </w:r>
      <w:r w:rsidRPr="002B3119">
        <w:t>événements pour Yvette</w:t>
      </w:r>
      <w:r w:rsidR="00E4444A" w:rsidRPr="0099306C">
        <w:t xml:space="preserve"> ! </w:t>
      </w:r>
      <w:r w:rsidRPr="002B3119">
        <w:t>Par ses yeux d</w:t>
      </w:r>
      <w:r w:rsidR="00E4444A" w:rsidRPr="0099306C">
        <w:t>’</w:t>
      </w:r>
      <w:r w:rsidRPr="002B3119">
        <w:t>enfant</w:t>
      </w:r>
      <w:r w:rsidR="00E4444A" w:rsidRPr="0099306C">
        <w:t xml:space="preserve">, </w:t>
      </w:r>
      <w:r w:rsidRPr="002B3119">
        <w:t>je r</w:t>
      </w:r>
      <w:r w:rsidRPr="002B3119">
        <w:t>e</w:t>
      </w:r>
      <w:r w:rsidRPr="002B3119">
        <w:t>voyais les choses dans leur fraîcheur première</w:t>
      </w:r>
      <w:r w:rsidR="00E4444A" w:rsidRPr="0099306C">
        <w:t xml:space="preserve">, </w:t>
      </w:r>
      <w:r w:rsidRPr="002B3119">
        <w:t>comme si je les apercevais pour la première fois</w:t>
      </w:r>
      <w:r w:rsidR="00E4444A" w:rsidRPr="0099306C">
        <w:t>.</w:t>
      </w:r>
    </w:p>
    <w:p w14:paraId="12DA2AF3" w14:textId="77777777" w:rsidR="00E4444A" w:rsidRPr="0099306C" w:rsidRDefault="002B3119" w:rsidP="002B3119">
      <w:r w:rsidRPr="002B3119">
        <w:t>Les grandes personnes ne s</w:t>
      </w:r>
      <w:r w:rsidR="00E4444A" w:rsidRPr="0099306C">
        <w:t>’</w:t>
      </w:r>
      <w:r w:rsidRPr="002B3119">
        <w:t>étonnent plus des miracles de la nature</w:t>
      </w:r>
      <w:r w:rsidR="00E4444A" w:rsidRPr="0099306C">
        <w:t xml:space="preserve">. </w:t>
      </w:r>
      <w:r w:rsidRPr="002B3119">
        <w:t>Seules nous émerveillent les découvertes dont nous sommes contemporains</w:t>
      </w:r>
      <w:r w:rsidR="00E4444A" w:rsidRPr="0099306C">
        <w:t xml:space="preserve">. </w:t>
      </w:r>
      <w:r w:rsidRPr="002B3119">
        <w:t>Comment admirerions-nous ce que nous avons vu de tout temps</w:t>
      </w:r>
      <w:r w:rsidR="00E4444A" w:rsidRPr="0099306C">
        <w:t xml:space="preserve"> ? </w:t>
      </w:r>
      <w:r w:rsidRPr="002B3119">
        <w:t>Mais pour Yvette tout était nouveau</w:t>
      </w:r>
      <w:r w:rsidR="00E4444A" w:rsidRPr="0099306C">
        <w:t xml:space="preserve">. </w:t>
      </w:r>
      <w:r w:rsidRPr="002B3119">
        <w:t>Le vol d</w:t>
      </w:r>
      <w:r w:rsidR="00E4444A" w:rsidRPr="0099306C">
        <w:t>’</w:t>
      </w:r>
      <w:r w:rsidRPr="002B3119">
        <w:t>un aéroplane n</w:t>
      </w:r>
      <w:r w:rsidR="00E4444A" w:rsidRPr="0099306C">
        <w:t>’</w:t>
      </w:r>
      <w:r w:rsidRPr="002B3119">
        <w:t>était pas plus me</w:t>
      </w:r>
      <w:r w:rsidRPr="002B3119">
        <w:t>r</w:t>
      </w:r>
      <w:r w:rsidRPr="002B3119">
        <w:t>veilleux que le vol d</w:t>
      </w:r>
      <w:r w:rsidR="00E4444A" w:rsidRPr="0099306C">
        <w:t>’</w:t>
      </w:r>
      <w:r w:rsidRPr="002B3119">
        <w:t>un papillon</w:t>
      </w:r>
      <w:r w:rsidR="00E4444A" w:rsidRPr="0099306C">
        <w:t>.</w:t>
      </w:r>
    </w:p>
    <w:p w14:paraId="56AE7A20" w14:textId="77777777" w:rsidR="00E4444A" w:rsidRPr="0099306C" w:rsidRDefault="002B3119" w:rsidP="002B3119">
      <w:r w:rsidRPr="002B3119">
        <w:t>Le jardin était son domaine</w:t>
      </w:r>
      <w:r w:rsidR="00E4444A" w:rsidRPr="0099306C">
        <w:t xml:space="preserve">, </w:t>
      </w:r>
      <w:r w:rsidRPr="002B3119">
        <w:t>avec ses rosiers</w:t>
      </w:r>
      <w:r w:rsidR="00E4444A" w:rsidRPr="0099306C">
        <w:t xml:space="preserve">, </w:t>
      </w:r>
      <w:r w:rsidRPr="002B3119">
        <w:t>ses po</w:t>
      </w:r>
      <w:r w:rsidRPr="002B3119">
        <w:t>m</w:t>
      </w:r>
      <w:r w:rsidRPr="002B3119">
        <w:t>miers</w:t>
      </w:r>
      <w:r w:rsidR="00E4444A" w:rsidRPr="0099306C">
        <w:t xml:space="preserve">, </w:t>
      </w:r>
      <w:r w:rsidRPr="002B3119">
        <w:t>son bassin</w:t>
      </w:r>
      <w:r w:rsidR="00E4444A" w:rsidRPr="0099306C">
        <w:t xml:space="preserve">. </w:t>
      </w:r>
      <w:r w:rsidRPr="002B3119">
        <w:t>Elle avait fait choix d</w:t>
      </w:r>
      <w:r w:rsidR="00E4444A" w:rsidRPr="0099306C">
        <w:t>’</w:t>
      </w:r>
      <w:r w:rsidRPr="002B3119">
        <w:t>un tout petit coin</w:t>
      </w:r>
      <w:r w:rsidR="00E4444A" w:rsidRPr="0099306C">
        <w:t xml:space="preserve">, </w:t>
      </w:r>
      <w:r w:rsidRPr="002B3119">
        <w:t>au bout d</w:t>
      </w:r>
      <w:r w:rsidR="00E4444A" w:rsidRPr="0099306C">
        <w:t>’</w:t>
      </w:r>
      <w:r w:rsidRPr="002B3119">
        <w:t>une allée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 xml:space="preserve">elle avait appelé </w:t>
      </w:r>
      <w:r w:rsidR="00E4444A" w:rsidRPr="0099306C">
        <w:t>« </w:t>
      </w:r>
      <w:r w:rsidRPr="002B3119">
        <w:t>son jardin</w:t>
      </w:r>
      <w:r w:rsidR="00E4444A" w:rsidRPr="0099306C">
        <w:t xml:space="preserve"> ». </w:t>
      </w:r>
      <w:r w:rsidRPr="002B3119">
        <w:t>Elle y piquait quelques boutures</w:t>
      </w:r>
      <w:r w:rsidR="00E4444A" w:rsidRPr="0099306C">
        <w:t xml:space="preserve">. </w:t>
      </w:r>
      <w:r w:rsidRPr="002B3119">
        <w:t>Son instinct de la propriété s</w:t>
      </w:r>
      <w:r w:rsidR="00E4444A" w:rsidRPr="0099306C">
        <w:t>’</w:t>
      </w:r>
      <w:r w:rsidRPr="002B3119">
        <w:t>exerçait en cet endroit</w:t>
      </w:r>
      <w:r w:rsidR="00E4444A" w:rsidRPr="0099306C">
        <w:t xml:space="preserve">. </w:t>
      </w:r>
      <w:r w:rsidRPr="002B3119">
        <w:t>Le verger avait pour elle tout le mystère d</w:t>
      </w:r>
      <w:r w:rsidR="00E4444A" w:rsidRPr="0099306C">
        <w:t>’</w:t>
      </w:r>
      <w:r w:rsidRPr="002B3119">
        <w:t>une jungle</w:t>
      </w:r>
      <w:r w:rsidR="00E4444A" w:rsidRPr="0099306C">
        <w:t xml:space="preserve">. </w:t>
      </w:r>
      <w:r w:rsidRPr="002B3119">
        <w:t>Elle s</w:t>
      </w:r>
      <w:r w:rsidR="00E4444A" w:rsidRPr="0099306C">
        <w:t>’</w:t>
      </w:r>
      <w:r w:rsidRPr="002B3119">
        <w:t>y aventurait avec émotion</w:t>
      </w:r>
      <w:r w:rsidR="00E4444A" w:rsidRPr="0099306C">
        <w:t xml:space="preserve">, </w:t>
      </w:r>
      <w:r w:rsidRPr="002B3119">
        <w:t>dés</w:t>
      </w:r>
      <w:r w:rsidRPr="002B3119">
        <w:t>i</w:t>
      </w:r>
      <w:r w:rsidRPr="002B3119">
        <w:t xml:space="preserve">reuse </w:t>
      </w:r>
      <w:r w:rsidRPr="002B3119">
        <w:lastRenderedPageBreak/>
        <w:t>d</w:t>
      </w:r>
      <w:r w:rsidR="00E4444A" w:rsidRPr="0099306C">
        <w:t>’</w:t>
      </w:r>
      <w:r w:rsidRPr="002B3119">
        <w:t>avoir un peu peur et rêvant de pays lointains</w:t>
      </w:r>
      <w:r w:rsidR="00E4444A" w:rsidRPr="0099306C">
        <w:t xml:space="preserve">. </w:t>
      </w:r>
      <w:r w:rsidRPr="002B3119">
        <w:t>Un jour peut-être</w:t>
      </w:r>
      <w:r w:rsidR="00E4444A" w:rsidRPr="0099306C">
        <w:t xml:space="preserve">, </w:t>
      </w:r>
      <w:r w:rsidRPr="002B3119">
        <w:t>si la vie la ramenait ici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écrierait avec Perdican</w:t>
      </w:r>
      <w:r w:rsidR="00E4444A" w:rsidRPr="0099306C">
        <w:t> : « </w:t>
      </w:r>
      <w:r w:rsidRPr="002B3119">
        <w:t>J</w:t>
      </w:r>
      <w:r w:rsidR="00E4444A" w:rsidRPr="0099306C">
        <w:t>’</w:t>
      </w:r>
      <w:r w:rsidRPr="002B3119">
        <w:t>avais emporté dans ma tête un océan et des forêts</w:t>
      </w:r>
      <w:r w:rsidR="00E4444A" w:rsidRPr="0099306C">
        <w:t xml:space="preserve">, </w:t>
      </w:r>
      <w:r w:rsidRPr="002B3119">
        <w:t>et je retrouve une goutte d</w:t>
      </w:r>
      <w:r w:rsidR="00E4444A" w:rsidRPr="0099306C">
        <w:t>’</w:t>
      </w:r>
      <w:r w:rsidRPr="002B3119">
        <w:t>eau et des brins d</w:t>
      </w:r>
      <w:r w:rsidR="00E4444A" w:rsidRPr="0099306C">
        <w:t>’</w:t>
      </w:r>
      <w:r w:rsidRPr="002B3119">
        <w:t>herbe</w:t>
      </w:r>
      <w:r w:rsidR="00E4444A" w:rsidRPr="0099306C">
        <w:t> ! »</w:t>
      </w:r>
      <w:r w:rsidRPr="002B3119">
        <w:t xml:space="preserve"> En attendant</w:t>
      </w:r>
      <w:r w:rsidR="00E4444A" w:rsidRPr="0099306C">
        <w:t xml:space="preserve">, </w:t>
      </w:r>
      <w:r w:rsidRPr="002B3119">
        <w:t>les brins d</w:t>
      </w:r>
      <w:r w:rsidR="00E4444A" w:rsidRPr="0099306C">
        <w:t>’</w:t>
      </w:r>
      <w:r w:rsidRPr="002B3119">
        <w:t>herbe étaient bien pour elle une f</w:t>
      </w:r>
      <w:r w:rsidRPr="002B3119">
        <w:t>o</w:t>
      </w:r>
      <w:r w:rsidRPr="002B3119">
        <w:t>rêt</w:t>
      </w:r>
      <w:r w:rsidR="00E4444A" w:rsidRPr="0099306C">
        <w:t xml:space="preserve">, </w:t>
      </w:r>
      <w:r w:rsidRPr="002B3119">
        <w:t>et le bassin un océan</w:t>
      </w:r>
      <w:r w:rsidR="00E4444A" w:rsidRPr="0099306C">
        <w:t>.</w:t>
      </w:r>
    </w:p>
    <w:p w14:paraId="7E901342" w14:textId="77777777" w:rsidR="00E4444A" w:rsidRPr="0099306C" w:rsidRDefault="002B3119" w:rsidP="002B3119">
      <w:r w:rsidRPr="002B3119">
        <w:t>Je la revois sur la pelouse par un matin de printemps</w:t>
      </w:r>
      <w:r w:rsidR="00E4444A" w:rsidRPr="0099306C">
        <w:t xml:space="preserve">. </w:t>
      </w:r>
      <w:r w:rsidRPr="002B3119">
        <w:t>Les oiseaux se poursuivaient dans les branches</w:t>
      </w:r>
      <w:r w:rsidR="00E4444A" w:rsidRPr="0099306C">
        <w:t xml:space="preserve">, </w:t>
      </w:r>
      <w:r w:rsidRPr="002B3119">
        <w:t>joyeux de la claire matinée</w:t>
      </w:r>
      <w:r w:rsidR="00E4444A" w:rsidRPr="0099306C">
        <w:t xml:space="preserve">. </w:t>
      </w:r>
      <w:r w:rsidRPr="002B3119">
        <w:t>Les pommiers en fleurs</w:t>
      </w:r>
      <w:r w:rsidR="00E4444A" w:rsidRPr="0099306C">
        <w:t xml:space="preserve">, </w:t>
      </w:r>
      <w:r w:rsidRPr="002B3119">
        <w:t>tout blancs</w:t>
      </w:r>
      <w:r w:rsidR="00E4444A" w:rsidRPr="0099306C">
        <w:t xml:space="preserve">, </w:t>
      </w:r>
      <w:r w:rsidRPr="002B3119">
        <w:t>avaient l</w:t>
      </w:r>
      <w:r w:rsidR="00E4444A" w:rsidRPr="0099306C">
        <w:t>’</w:t>
      </w:r>
      <w:r w:rsidRPr="002B3119">
        <w:t>air de grands bouquets de noces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dans son joli t</w:t>
      </w:r>
      <w:r w:rsidRPr="002B3119">
        <w:t>a</w:t>
      </w:r>
      <w:r w:rsidRPr="002B3119">
        <w:t>blier propre</w:t>
      </w:r>
      <w:r w:rsidR="00E4444A" w:rsidRPr="0099306C">
        <w:t xml:space="preserve">, </w:t>
      </w:r>
      <w:r w:rsidRPr="002B3119">
        <w:t>émergeant de l</w:t>
      </w:r>
      <w:r w:rsidR="00E4444A" w:rsidRPr="0099306C">
        <w:t>’</w:t>
      </w:r>
      <w:r w:rsidRPr="002B3119">
        <w:t>herbe verte</w:t>
      </w:r>
      <w:r w:rsidR="00E4444A" w:rsidRPr="0099306C">
        <w:t xml:space="preserve">, </w:t>
      </w:r>
      <w:r w:rsidRPr="002B3119">
        <w:t>regardait</w:t>
      </w:r>
      <w:r w:rsidR="00E4444A" w:rsidRPr="0099306C">
        <w:t xml:space="preserve">. </w:t>
      </w:r>
      <w:r w:rsidRPr="002B3119">
        <w:t>Elle jouissait</w:t>
      </w:r>
      <w:r w:rsidR="00E4444A" w:rsidRPr="0099306C">
        <w:t xml:space="preserve">, </w:t>
      </w:r>
      <w:r w:rsidRPr="002B3119">
        <w:t>on le voyait bien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 ineffable bien-être</w:t>
      </w:r>
      <w:r w:rsidR="00E4444A" w:rsidRPr="0099306C">
        <w:t xml:space="preserve">. </w:t>
      </w:r>
      <w:r w:rsidRPr="002B3119">
        <w:t>La bonne chaleur du soleil la baignait</w:t>
      </w:r>
      <w:r w:rsidR="00E4444A" w:rsidRPr="0099306C">
        <w:t xml:space="preserve">. </w:t>
      </w:r>
      <w:r w:rsidRPr="002B3119">
        <w:t>Elle faisait la découverte du printemps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allai m</w:t>
      </w:r>
      <w:r w:rsidR="00E4444A" w:rsidRPr="0099306C">
        <w:t>’</w:t>
      </w:r>
      <w:r w:rsidRPr="002B3119">
        <w:t>asseoir à côté d</w:t>
      </w:r>
      <w:r w:rsidR="00E4444A" w:rsidRPr="0099306C">
        <w:t>’</w:t>
      </w:r>
      <w:r w:rsidRPr="002B3119">
        <w:t>elle et retrouvai une sensation exacte d</w:t>
      </w:r>
      <w:r w:rsidR="00E4444A" w:rsidRPr="0099306C">
        <w:t>’</w:t>
      </w:r>
      <w:r w:rsidRPr="002B3119">
        <w:t>autrefois</w:t>
      </w:r>
      <w:r w:rsidR="00E4444A" w:rsidRPr="0099306C">
        <w:t xml:space="preserve">. </w:t>
      </w:r>
      <w:r w:rsidRPr="002B3119">
        <w:t>Sans doute à l</w:t>
      </w:r>
      <w:r w:rsidR="00E4444A" w:rsidRPr="0099306C">
        <w:t>’</w:t>
      </w:r>
      <w:r w:rsidRPr="002B3119">
        <w:t>âge d</w:t>
      </w:r>
      <w:r w:rsidR="00E4444A" w:rsidRPr="0099306C">
        <w:t>’</w:t>
      </w:r>
      <w:r w:rsidRPr="002B3119">
        <w:t>Yvette avais-je été</w:t>
      </w:r>
      <w:r w:rsidR="00E4444A" w:rsidRPr="0099306C">
        <w:t xml:space="preserve">, </w:t>
      </w:r>
      <w:r w:rsidRPr="002B3119">
        <w:t>par un matin semblable</w:t>
      </w:r>
      <w:r w:rsidR="00E4444A" w:rsidRPr="0099306C">
        <w:t xml:space="preserve">, </w:t>
      </w:r>
      <w:r w:rsidRPr="002B3119">
        <w:t>un petit bonhomme a</w:t>
      </w:r>
      <w:r w:rsidRPr="002B3119">
        <w:t>s</w:t>
      </w:r>
      <w:r w:rsidRPr="002B3119">
        <w:t>sis dans le gazon</w:t>
      </w:r>
      <w:r w:rsidR="00E4444A" w:rsidRPr="0099306C">
        <w:t xml:space="preserve">. </w:t>
      </w:r>
      <w:r w:rsidRPr="002B3119">
        <w:t>Mêmes gazouillis d</w:t>
      </w:r>
      <w:r w:rsidR="00E4444A" w:rsidRPr="0099306C">
        <w:t>’</w:t>
      </w:r>
      <w:r w:rsidRPr="002B3119">
        <w:t>oiseaux</w:t>
      </w:r>
      <w:r w:rsidR="00E4444A" w:rsidRPr="0099306C">
        <w:t xml:space="preserve">, </w:t>
      </w:r>
      <w:r w:rsidRPr="002B3119">
        <w:t>même je</w:t>
      </w:r>
      <w:r w:rsidRPr="002B3119">
        <w:t>u</w:t>
      </w:r>
      <w:r w:rsidRPr="002B3119">
        <w:t>nesse des choses</w:t>
      </w:r>
      <w:r w:rsidR="00E4444A" w:rsidRPr="0099306C">
        <w:t xml:space="preserve">, </w:t>
      </w:r>
      <w:r w:rsidRPr="002B3119">
        <w:t>même ciel tout bleu</w:t>
      </w:r>
      <w:r w:rsidR="00E4444A" w:rsidRPr="0099306C">
        <w:t xml:space="preserve">, </w:t>
      </w:r>
      <w:r w:rsidRPr="002B3119">
        <w:t>même tiédeur print</w:t>
      </w:r>
      <w:r w:rsidRPr="002B3119">
        <w:t>a</w:t>
      </w:r>
      <w:r w:rsidRPr="002B3119">
        <w:t>nière me pénétrant</w:t>
      </w:r>
      <w:r w:rsidR="00E4444A" w:rsidRPr="0099306C">
        <w:t xml:space="preserve">. </w:t>
      </w:r>
      <w:r w:rsidRPr="002B3119">
        <w:t>Quelque chose de lointain</w:t>
      </w:r>
      <w:r w:rsidR="00E4444A" w:rsidRPr="0099306C">
        <w:t xml:space="preserve">, </w:t>
      </w:r>
      <w:r w:rsidRPr="002B3119">
        <w:t>de longtemps oublié</w:t>
      </w:r>
      <w:r w:rsidR="00E4444A" w:rsidRPr="0099306C">
        <w:t xml:space="preserve">, </w:t>
      </w:r>
      <w:r w:rsidRPr="002B3119">
        <w:t>se réveillait en moi tout à coup</w:t>
      </w:r>
      <w:r w:rsidR="00E4444A" w:rsidRPr="0099306C">
        <w:t>.</w:t>
      </w:r>
    </w:p>
    <w:p w14:paraId="783FD1EB" w14:textId="77777777" w:rsidR="00E4444A" w:rsidRPr="0099306C" w:rsidRDefault="002B3119" w:rsidP="002B3119">
      <w:r w:rsidRPr="002B3119">
        <w:t>Mais je n</w:t>
      </w:r>
      <w:r w:rsidR="00E4444A" w:rsidRPr="0099306C">
        <w:t>’</w:t>
      </w:r>
      <w:r w:rsidRPr="002B3119">
        <w:t>étais pas toujours libre</w:t>
      </w:r>
      <w:r w:rsidR="00E4444A" w:rsidRPr="0099306C">
        <w:t xml:space="preserve">, </w:t>
      </w:r>
      <w:r w:rsidRPr="002B3119">
        <w:t>et Jeanne</w:t>
      </w:r>
      <w:r w:rsidR="00E4444A" w:rsidRPr="0099306C">
        <w:t xml:space="preserve">, </w:t>
      </w:r>
      <w:r w:rsidRPr="002B3119">
        <w:t>absente ou fatiguée</w:t>
      </w:r>
      <w:r w:rsidR="00E4444A" w:rsidRPr="0099306C">
        <w:t xml:space="preserve">, </w:t>
      </w:r>
      <w:r w:rsidRPr="002B3119">
        <w:t>ne pouvait toujours descendre au jardin</w:t>
      </w:r>
      <w:r w:rsidR="00E4444A" w:rsidRPr="0099306C">
        <w:t xml:space="preserve">. </w:t>
      </w:r>
      <w:r w:rsidRPr="002B3119">
        <w:t>Aussi le plus souvent Yvette avait pour compagne sa bonne</w:t>
      </w:r>
      <w:r w:rsidR="00E4444A" w:rsidRPr="0099306C">
        <w:t xml:space="preserve">, </w:t>
      </w:r>
      <w:r w:rsidRPr="002B3119">
        <w:t>et je les voyais jouer ensemble par la porte vitrée de mon cabinet</w:t>
      </w:r>
      <w:r w:rsidR="00E4444A" w:rsidRPr="0099306C">
        <w:t xml:space="preserve">. </w:t>
      </w:r>
      <w:r w:rsidRPr="002B3119">
        <w:t>Marie-Anne était la grande confidente</w:t>
      </w:r>
      <w:r w:rsidR="00E4444A" w:rsidRPr="0099306C">
        <w:t xml:space="preserve">. </w:t>
      </w:r>
      <w:r w:rsidRPr="002B3119">
        <w:t>Elle savait tous les noms des fleurs</w:t>
      </w:r>
      <w:r w:rsidR="00E4444A" w:rsidRPr="0099306C">
        <w:t xml:space="preserve">, </w:t>
      </w:r>
      <w:r w:rsidRPr="002B3119">
        <w:t>des légumes</w:t>
      </w:r>
      <w:r w:rsidR="00E4444A" w:rsidRPr="0099306C">
        <w:t xml:space="preserve">. </w:t>
      </w:r>
      <w:r w:rsidRPr="002B3119">
        <w:t>Ces âmes naïves pouvaient s</w:t>
      </w:r>
      <w:r w:rsidR="00E4444A" w:rsidRPr="0099306C">
        <w:t>’</w:t>
      </w:r>
      <w:r w:rsidRPr="002B3119">
        <w:t>entendre</w:t>
      </w:r>
      <w:r w:rsidR="00E4444A" w:rsidRPr="0099306C">
        <w:t xml:space="preserve">. </w:t>
      </w:r>
      <w:r w:rsidRPr="002B3119">
        <w:t>Pour les enfants comme pour les hommes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étranger jouit d</w:t>
      </w:r>
      <w:r w:rsidR="00E4444A" w:rsidRPr="0099306C">
        <w:t>’</w:t>
      </w:r>
      <w:r w:rsidRPr="002B3119">
        <w:t>un prestige spécial</w:t>
      </w:r>
      <w:r w:rsidR="00E4444A" w:rsidRPr="0099306C">
        <w:t xml:space="preserve">, </w:t>
      </w:r>
      <w:r w:rsidRPr="002B3119">
        <w:t>et Marie-Anne</w:t>
      </w:r>
      <w:r w:rsidR="00E4444A" w:rsidRPr="0099306C">
        <w:t xml:space="preserve">, </w:t>
      </w:r>
      <w:r w:rsidRPr="002B3119">
        <w:t>pour notre petite Yvette</w:t>
      </w:r>
      <w:r w:rsidR="00E4444A" w:rsidRPr="0099306C">
        <w:t xml:space="preserve">, </w:t>
      </w:r>
      <w:r w:rsidRPr="002B3119">
        <w:t>résumait toute la sagesse humaine</w:t>
      </w:r>
      <w:r w:rsidR="00E4444A" w:rsidRPr="0099306C">
        <w:t>.</w:t>
      </w:r>
    </w:p>
    <w:p w14:paraId="436529D2" w14:textId="77777777" w:rsidR="002B3119" w:rsidRPr="002B3119" w:rsidRDefault="002B3119" w:rsidP="002B3119"/>
    <w:p w14:paraId="1B022419" w14:textId="77777777" w:rsidR="00E4444A" w:rsidRPr="0099306C" w:rsidRDefault="002B3119" w:rsidP="002B3119">
      <w:r w:rsidRPr="002B3119">
        <w:lastRenderedPageBreak/>
        <w:t>Les rendez-vous de Paris devinrent plus fréquents</w:t>
      </w:r>
      <w:r w:rsidR="00E4444A" w:rsidRPr="0099306C">
        <w:t xml:space="preserve">. </w:t>
      </w:r>
      <w:r w:rsidRPr="002B3119">
        <w:t>La tante de Jeanne l</w:t>
      </w:r>
      <w:r w:rsidR="00E4444A" w:rsidRPr="0099306C">
        <w:t>’</w:t>
      </w:r>
      <w:r w:rsidRPr="002B3119">
        <w:t>accaparait de plus en plus</w:t>
      </w:r>
      <w:r w:rsidR="00E4444A" w:rsidRPr="0099306C">
        <w:t xml:space="preserve">. </w:t>
      </w:r>
      <w:r w:rsidRPr="002B3119">
        <w:t>Elle partait le matin</w:t>
      </w:r>
      <w:r w:rsidR="00E4444A" w:rsidRPr="0099306C">
        <w:t xml:space="preserve">, </w:t>
      </w:r>
      <w:r w:rsidRPr="002B3119">
        <w:t>aussitôt prête</w:t>
      </w:r>
      <w:r w:rsidR="00E4444A" w:rsidRPr="0099306C">
        <w:t xml:space="preserve">, </w:t>
      </w:r>
      <w:r w:rsidRPr="002B3119">
        <w:t>et revenait le soir nerveuse et lasse</w:t>
      </w:r>
      <w:r w:rsidR="00E4444A" w:rsidRPr="0099306C">
        <w:t xml:space="preserve">. </w:t>
      </w:r>
      <w:r w:rsidRPr="002B3119">
        <w:t>Ces jours-là</w:t>
      </w:r>
      <w:r w:rsidR="00E4444A" w:rsidRPr="0099306C">
        <w:t xml:space="preserve">, </w:t>
      </w:r>
      <w:r w:rsidRPr="002B3119">
        <w:t>nous déjeunions seuls</w:t>
      </w:r>
      <w:r w:rsidR="00E4444A" w:rsidRPr="0099306C">
        <w:t xml:space="preserve">, </w:t>
      </w:r>
      <w:r w:rsidRPr="002B3119">
        <w:t>Yvette et moi</w:t>
      </w:r>
      <w:r w:rsidR="00E4444A" w:rsidRPr="0099306C">
        <w:t xml:space="preserve">, </w:t>
      </w:r>
      <w:r w:rsidRPr="002B3119">
        <w:t>en vis-à-vis</w:t>
      </w:r>
      <w:r w:rsidR="00E4444A" w:rsidRPr="0099306C">
        <w:t xml:space="preserve">. </w:t>
      </w:r>
      <w:r w:rsidRPr="002B3119">
        <w:t>Ainsi</w:t>
      </w:r>
      <w:r w:rsidR="00E4444A" w:rsidRPr="0099306C">
        <w:t xml:space="preserve">, </w:t>
      </w:r>
      <w:r w:rsidRPr="002B3119">
        <w:t>entre le père et l</w:t>
      </w:r>
      <w:r w:rsidR="00E4444A" w:rsidRPr="0099306C">
        <w:t>’</w:t>
      </w:r>
      <w:r w:rsidRPr="002B3119">
        <w:t>enfant</w:t>
      </w:r>
      <w:r w:rsidR="00E4444A" w:rsidRPr="0099306C">
        <w:t xml:space="preserve">, </w:t>
      </w:r>
      <w:r w:rsidRPr="002B3119">
        <w:t>se nouait une habitude de vie à deux</w:t>
      </w:r>
      <w:r w:rsidR="00E4444A" w:rsidRPr="0099306C">
        <w:t xml:space="preserve">, </w:t>
      </w:r>
      <w:r w:rsidRPr="002B3119">
        <w:t>une intimité plus étroite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en l</w:t>
      </w:r>
      <w:r w:rsidR="00E4444A" w:rsidRPr="0099306C">
        <w:t>’</w:t>
      </w:r>
      <w:r w:rsidRPr="002B3119">
        <w:t>absence de sa mère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asseyait en face de moi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assurait que le couvert était bien mis</w:t>
      </w:r>
      <w:r w:rsidR="00E4444A" w:rsidRPr="0099306C">
        <w:t xml:space="preserve">, </w:t>
      </w:r>
      <w:r w:rsidRPr="002B3119">
        <w:t>que papa ne manquerait de rien</w:t>
      </w:r>
      <w:r w:rsidR="00E4444A" w:rsidRPr="0099306C">
        <w:t>.</w:t>
      </w:r>
    </w:p>
    <w:p w14:paraId="3C2F9F82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le soir</w:t>
      </w:r>
      <w:r w:rsidR="00E4444A" w:rsidRPr="0099306C">
        <w:t xml:space="preserve">, </w:t>
      </w:r>
      <w:r w:rsidRPr="002B3119">
        <w:t>quand il faisait beau</w:t>
      </w:r>
      <w:r w:rsidR="00E4444A" w:rsidRPr="0099306C">
        <w:t xml:space="preserve">, </w:t>
      </w:r>
      <w:r w:rsidRPr="002B3119">
        <w:t>nous allions à la gare a</w:t>
      </w:r>
      <w:r w:rsidRPr="002B3119">
        <w:t>t</w:t>
      </w:r>
      <w:r w:rsidRPr="002B3119">
        <w:t>tendre maman</w:t>
      </w:r>
      <w:r w:rsidR="00E4444A" w:rsidRPr="0099306C">
        <w:t>.</w:t>
      </w:r>
    </w:p>
    <w:p w14:paraId="0A07228F" w14:textId="77777777" w:rsidR="00E4444A" w:rsidRPr="0099306C" w:rsidRDefault="002B3119" w:rsidP="002B3119">
      <w:r w:rsidRPr="002B3119">
        <w:t>Le mouvement des trains impressionnait Yvette dont la main ne me quittait pas</w:t>
      </w:r>
      <w:r w:rsidR="00E4444A" w:rsidRPr="0099306C">
        <w:t xml:space="preserve">. </w:t>
      </w:r>
      <w:r w:rsidRPr="002B3119">
        <w:t>Elle épiait aux portières le visage attendu</w:t>
      </w:r>
      <w:r w:rsidR="00E4444A" w:rsidRPr="0099306C">
        <w:t xml:space="preserve">, </w:t>
      </w:r>
      <w:r w:rsidRPr="002B3119">
        <w:t>et souvent l</w:t>
      </w:r>
      <w:r w:rsidR="00E4444A" w:rsidRPr="0099306C">
        <w:t>’</w:t>
      </w:r>
      <w:r w:rsidRPr="002B3119">
        <w:t>apercevait avant moi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par les rues où s</w:t>
      </w:r>
      <w:r w:rsidR="00E4444A" w:rsidRPr="0099306C">
        <w:t>’</w:t>
      </w:r>
      <w:r w:rsidRPr="002B3119">
        <w:t>allongeait le crépuscule</w:t>
      </w:r>
      <w:r w:rsidR="00E4444A" w:rsidRPr="0099306C">
        <w:t xml:space="preserve">, </w:t>
      </w:r>
      <w:r w:rsidRPr="002B3119">
        <w:t>nous revenions ensemble avec Yvette entre nous deux</w:t>
      </w:r>
      <w:r w:rsidR="00E4444A" w:rsidRPr="0099306C">
        <w:t>.</w:t>
      </w:r>
    </w:p>
    <w:p w14:paraId="4EC583BE" w14:textId="77777777" w:rsidR="00E4444A" w:rsidRPr="0099306C" w:rsidRDefault="002B3119" w:rsidP="002B3119">
      <w:r w:rsidRPr="002B3119">
        <w:t>Les premiers temps</w:t>
      </w:r>
      <w:r w:rsidR="00E4444A" w:rsidRPr="0099306C">
        <w:t xml:space="preserve">, </w:t>
      </w:r>
      <w:r w:rsidRPr="002B3119">
        <w:t>quand Jeanne arrivait de Paris</w:t>
      </w:r>
      <w:r w:rsidR="00E4444A" w:rsidRPr="0099306C">
        <w:t xml:space="preserve">, </w:t>
      </w:r>
      <w:r w:rsidRPr="002B3119">
        <w:t>elle nous interrogeait longuement sur l</w:t>
      </w:r>
      <w:r w:rsidR="00E4444A" w:rsidRPr="0099306C">
        <w:t>’</w:t>
      </w:r>
      <w:r w:rsidRPr="002B3119">
        <w:t>emploi de notre journée</w:t>
      </w:r>
      <w:r w:rsidR="00E4444A" w:rsidRPr="0099306C">
        <w:t xml:space="preserve">, </w:t>
      </w:r>
      <w:r w:rsidRPr="002B3119">
        <w:t>nous racontait avec détails ses courses et ses emplettes</w:t>
      </w:r>
      <w:r w:rsidR="00E4444A" w:rsidRPr="0099306C">
        <w:t xml:space="preserve">. </w:t>
      </w:r>
      <w:r w:rsidRPr="002B3119">
        <w:t>Cette joie du retour se manifestait moins à présent</w:t>
      </w:r>
      <w:r w:rsidR="00E4444A" w:rsidRPr="0099306C">
        <w:t xml:space="preserve">. </w:t>
      </w:r>
      <w:r w:rsidRPr="002B3119">
        <w:t>Souvent elle manquait le train annoncé</w:t>
      </w:r>
      <w:r w:rsidR="00E4444A" w:rsidRPr="0099306C">
        <w:t xml:space="preserve">. </w:t>
      </w:r>
      <w:r w:rsidRPr="002B3119">
        <w:t>Nous revenions</w:t>
      </w:r>
      <w:r w:rsidR="00E4444A" w:rsidRPr="0099306C">
        <w:t xml:space="preserve">, </w:t>
      </w:r>
      <w:r w:rsidRPr="002B3119">
        <w:t>Yvette et moi</w:t>
      </w:r>
      <w:r w:rsidR="00E4444A" w:rsidRPr="0099306C">
        <w:t xml:space="preserve">, </w:t>
      </w:r>
      <w:r w:rsidRPr="002B3119">
        <w:t>un peu tristes</w:t>
      </w:r>
      <w:r w:rsidR="00E4444A" w:rsidRPr="0099306C">
        <w:t xml:space="preserve">, </w:t>
      </w:r>
      <w:r w:rsidRPr="002B3119">
        <w:t>et je retournais attendre Jeanne à un autre train</w:t>
      </w:r>
      <w:r w:rsidR="00E4444A" w:rsidRPr="0099306C">
        <w:t>.</w:t>
      </w:r>
    </w:p>
    <w:p w14:paraId="0A5BE7EB" w14:textId="77777777" w:rsidR="00E4444A" w:rsidRPr="0099306C" w:rsidRDefault="002B3119" w:rsidP="002B3119">
      <w:r w:rsidRPr="002B3119">
        <w:t>Décidément ces voyages répétés fatiguaient Jeanne</w:t>
      </w:r>
      <w:r w:rsidR="00E4444A" w:rsidRPr="0099306C">
        <w:t xml:space="preserve">, </w:t>
      </w:r>
      <w:r w:rsidRPr="002B3119">
        <w:t>qui n</w:t>
      </w:r>
      <w:r w:rsidR="00E4444A" w:rsidRPr="0099306C">
        <w:t>’</w:t>
      </w:r>
      <w:r w:rsidRPr="002B3119">
        <w:t>avait plus sa tranquille expression des jours heureux</w:t>
      </w:r>
      <w:r w:rsidR="00E4444A" w:rsidRPr="0099306C">
        <w:t xml:space="preserve">. </w:t>
      </w:r>
      <w:r w:rsidRPr="002B3119">
        <w:t>Pa</w:t>
      </w:r>
      <w:r w:rsidRPr="002B3119">
        <w:t>r</w:t>
      </w:r>
      <w:r w:rsidRPr="002B3119">
        <w:t>fois on aurait dit qu</w:t>
      </w:r>
      <w:r w:rsidR="00E4444A" w:rsidRPr="0099306C">
        <w:t>’</w:t>
      </w:r>
      <w:r w:rsidRPr="002B3119">
        <w:t>elle m</w:t>
      </w:r>
      <w:r w:rsidR="00E4444A" w:rsidRPr="0099306C">
        <w:t>’</w:t>
      </w:r>
      <w:r w:rsidRPr="002B3119">
        <w:t>évitait</w:t>
      </w:r>
      <w:r w:rsidR="00E4444A" w:rsidRPr="0099306C">
        <w:t xml:space="preserve">. </w:t>
      </w:r>
      <w:r w:rsidRPr="002B3119">
        <w:t>Et des craintes me revi</w:t>
      </w:r>
      <w:r w:rsidRPr="002B3119">
        <w:t>n</w:t>
      </w:r>
      <w:r w:rsidRPr="002B3119">
        <w:t>rent</w:t>
      </w:r>
      <w:r w:rsidR="00E4444A" w:rsidRPr="0099306C">
        <w:t xml:space="preserve">. </w:t>
      </w:r>
      <w:r w:rsidRPr="002B3119">
        <w:t>Je repensai à la maladie de sa mère</w:t>
      </w:r>
      <w:r w:rsidR="00E4444A" w:rsidRPr="0099306C">
        <w:t xml:space="preserve">. </w:t>
      </w:r>
      <w:r w:rsidRPr="002B3119">
        <w:t>Un jour</w:t>
      </w:r>
      <w:r w:rsidR="00E4444A" w:rsidRPr="0099306C">
        <w:t xml:space="preserve">, </w:t>
      </w:r>
      <w:r w:rsidRPr="002B3119">
        <w:t>à table</w:t>
      </w:r>
      <w:r w:rsidR="00E4444A" w:rsidRPr="0099306C">
        <w:t xml:space="preserve">, </w:t>
      </w:r>
      <w:r w:rsidRPr="002B3119">
        <w:t>elle me fit l</w:t>
      </w:r>
      <w:r w:rsidR="00E4444A" w:rsidRPr="0099306C">
        <w:t>’</w:t>
      </w:r>
      <w:r w:rsidRPr="002B3119">
        <w:t>effet d</w:t>
      </w:r>
      <w:r w:rsidR="00E4444A" w:rsidRPr="0099306C">
        <w:t>’</w:t>
      </w:r>
      <w:r w:rsidRPr="002B3119">
        <w:t>une étrangère</w:t>
      </w:r>
      <w:r w:rsidR="00E4444A" w:rsidRPr="0099306C">
        <w:t xml:space="preserve">, </w:t>
      </w:r>
      <w:r w:rsidRPr="002B3119">
        <w:t>comme si notre bonheur n</w:t>
      </w:r>
      <w:r w:rsidR="00E4444A" w:rsidRPr="0099306C">
        <w:t>’</w:t>
      </w:r>
      <w:r w:rsidRPr="002B3119">
        <w:t>avait pas été chose durable</w:t>
      </w:r>
      <w:r w:rsidR="00E4444A" w:rsidRPr="0099306C">
        <w:t xml:space="preserve">, </w:t>
      </w:r>
      <w:r w:rsidRPr="002B3119">
        <w:t>comme s</w:t>
      </w:r>
      <w:r w:rsidR="00E4444A" w:rsidRPr="0099306C">
        <w:t>’</w:t>
      </w:r>
      <w:r w:rsidRPr="002B3119">
        <w:t>il avait été naturel qu</w:t>
      </w:r>
      <w:r w:rsidR="00E4444A" w:rsidRPr="0099306C">
        <w:t>’</w:t>
      </w:r>
      <w:r w:rsidRPr="002B3119">
        <w:t>elle disparût tôt ou tard de ma vie</w:t>
      </w:r>
      <w:r w:rsidR="00E4444A" w:rsidRPr="0099306C">
        <w:t xml:space="preserve">. </w:t>
      </w:r>
      <w:r w:rsidRPr="002B3119">
        <w:t>Dans notre calme int</w:t>
      </w:r>
      <w:r w:rsidRPr="002B3119">
        <w:t>é</w:t>
      </w:r>
      <w:r w:rsidRPr="002B3119">
        <w:t>rieur</w:t>
      </w:r>
      <w:r w:rsidR="00E4444A" w:rsidRPr="0099306C">
        <w:t xml:space="preserve">, </w:t>
      </w:r>
      <w:r w:rsidRPr="002B3119">
        <w:t>elle ne semblait plus être à sa place</w:t>
      </w:r>
      <w:r w:rsidR="00E4444A" w:rsidRPr="0099306C">
        <w:t xml:space="preserve">. </w:t>
      </w:r>
      <w:r w:rsidRPr="002B3119">
        <w:t>Un soir</w:t>
      </w:r>
      <w:r w:rsidR="00E4444A" w:rsidRPr="0099306C">
        <w:t xml:space="preserve">, </w:t>
      </w:r>
      <w:r w:rsidRPr="002B3119">
        <w:t>à peine rentrée</w:t>
      </w:r>
      <w:r w:rsidR="00E4444A" w:rsidRPr="0099306C">
        <w:t xml:space="preserve">, </w:t>
      </w:r>
      <w:r w:rsidRPr="002B3119">
        <w:t>elle dîna vite et s</w:t>
      </w:r>
      <w:r w:rsidR="00E4444A" w:rsidRPr="0099306C">
        <w:t>’</w:t>
      </w:r>
      <w:r w:rsidRPr="002B3119">
        <w:t>enferma dans sa chambre</w:t>
      </w:r>
      <w:r w:rsidR="00E4444A" w:rsidRPr="0099306C">
        <w:t xml:space="preserve">. </w:t>
      </w:r>
      <w:r w:rsidRPr="002B3119">
        <w:t>Je la r</w:t>
      </w:r>
      <w:r w:rsidRPr="002B3119">
        <w:t>e</w:t>
      </w:r>
      <w:r w:rsidRPr="002B3119">
        <w:t>trouvai debout devant la glace</w:t>
      </w:r>
      <w:r w:rsidR="00E4444A" w:rsidRPr="0099306C">
        <w:t xml:space="preserve">, </w:t>
      </w:r>
      <w:r w:rsidRPr="002B3119">
        <w:t>les coudes sur la cheminée</w:t>
      </w:r>
      <w:r w:rsidR="00E4444A" w:rsidRPr="0099306C">
        <w:t xml:space="preserve">, </w:t>
      </w:r>
      <w:r w:rsidRPr="002B3119">
        <w:t xml:space="preserve">le menton dans </w:t>
      </w:r>
      <w:r w:rsidRPr="002B3119">
        <w:lastRenderedPageBreak/>
        <w:t>les mains</w:t>
      </w:r>
      <w:r w:rsidR="00E4444A" w:rsidRPr="0099306C">
        <w:t xml:space="preserve">, </w:t>
      </w:r>
      <w:r w:rsidRPr="002B3119">
        <w:t>scrutant son propre regard</w:t>
      </w:r>
      <w:r w:rsidR="00E4444A" w:rsidRPr="0099306C">
        <w:t xml:space="preserve">. </w:t>
      </w:r>
      <w:r w:rsidRPr="002B3119">
        <w:t>Elle eut un sursaut en m</w:t>
      </w:r>
      <w:r w:rsidR="00E4444A" w:rsidRPr="0099306C">
        <w:t>’</w:t>
      </w:r>
      <w:r w:rsidRPr="002B3119">
        <w:t>entendant</w:t>
      </w:r>
      <w:r w:rsidR="00E4444A" w:rsidRPr="0099306C">
        <w:t xml:space="preserve">. </w:t>
      </w:r>
      <w:r w:rsidRPr="002B3119">
        <w:t>Son air d</w:t>
      </w:r>
      <w:r w:rsidR="00E4444A" w:rsidRPr="0099306C">
        <w:t>’</w:t>
      </w:r>
      <w:r w:rsidRPr="002B3119">
        <w:t>absente me frappa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allais parler</w:t>
      </w:r>
      <w:r w:rsidR="00E4444A" w:rsidRPr="0099306C">
        <w:t xml:space="preserve">. </w:t>
      </w:r>
      <w:r w:rsidRPr="002B3119">
        <w:t>Elle ne pleurait pas à vrai dire</w:t>
      </w:r>
      <w:r w:rsidR="00E4444A" w:rsidRPr="0099306C">
        <w:t xml:space="preserve">, </w:t>
      </w:r>
      <w:r w:rsidRPr="002B3119">
        <w:t>mais une sorte de buée</w:t>
      </w:r>
      <w:r w:rsidR="00E4444A" w:rsidRPr="0099306C">
        <w:t xml:space="preserve">, </w:t>
      </w:r>
      <w:r w:rsidRPr="002B3119">
        <w:t>sans pourtant se convertir en larmes</w:t>
      </w:r>
      <w:r w:rsidR="00E4444A" w:rsidRPr="0099306C">
        <w:t xml:space="preserve">, </w:t>
      </w:r>
      <w:r w:rsidRPr="002B3119">
        <w:t>noyait ses yeux hagards</w:t>
      </w:r>
      <w:r w:rsidR="00E4444A" w:rsidRPr="0099306C">
        <w:t xml:space="preserve">. </w:t>
      </w:r>
      <w:r w:rsidRPr="002B3119">
        <w:t>Alors</w:t>
      </w:r>
      <w:r w:rsidR="00E4444A" w:rsidRPr="0099306C">
        <w:t xml:space="preserve">, </w:t>
      </w:r>
      <w:r w:rsidRPr="002B3119">
        <w:t>par crainte de déterminer une crise</w:t>
      </w:r>
      <w:r w:rsidR="00E4444A" w:rsidRPr="0099306C">
        <w:t xml:space="preserve">, </w:t>
      </w:r>
      <w:r w:rsidRPr="002B3119">
        <w:t>de susciter des mots que nous ne pourrions plus oublier ensuite</w:t>
      </w:r>
      <w:r w:rsidR="00E4444A" w:rsidRPr="0099306C">
        <w:t xml:space="preserve">, </w:t>
      </w:r>
      <w:r w:rsidRPr="002B3119">
        <w:t>la parole que je comptais dire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osai pas la prononcer</w:t>
      </w:r>
      <w:r w:rsidR="00E4444A" w:rsidRPr="0099306C">
        <w:t>.</w:t>
      </w:r>
    </w:p>
    <w:p w14:paraId="02DCD853" w14:textId="77777777" w:rsidR="00E4444A" w:rsidRPr="0099306C" w:rsidRDefault="002B3119" w:rsidP="002B3119">
      <w:r w:rsidRPr="002B3119">
        <w:t>Ce fut elle qui parla</w:t>
      </w:r>
      <w:r w:rsidR="00E4444A" w:rsidRPr="0099306C">
        <w:t xml:space="preserve">, </w:t>
      </w:r>
      <w:r w:rsidRPr="002B3119">
        <w:t>en s</w:t>
      </w:r>
      <w:r w:rsidR="00E4444A" w:rsidRPr="0099306C">
        <w:t>’</w:t>
      </w:r>
      <w:r w:rsidRPr="002B3119">
        <w:t>essuyant les yeux</w:t>
      </w:r>
      <w:r w:rsidR="00E4444A" w:rsidRPr="0099306C">
        <w:t xml:space="preserve">, </w:t>
      </w:r>
      <w:r w:rsidRPr="002B3119">
        <w:t>comme si elle répondait à une interrogation muette</w:t>
      </w:r>
      <w:r w:rsidR="00E4444A" w:rsidRPr="0099306C">
        <w:t>.</w:t>
      </w:r>
    </w:p>
    <w:p w14:paraId="6D63933C" w14:textId="77777777" w:rsidR="00E4444A" w:rsidRPr="0099306C" w:rsidRDefault="00E4444A" w:rsidP="002B3119">
      <w:r w:rsidRPr="0099306C">
        <w:t>— </w:t>
      </w:r>
      <w:r w:rsidR="002B3119" w:rsidRPr="002B3119">
        <w:t>Ah</w:t>
      </w:r>
      <w:r w:rsidRPr="0099306C">
        <w:t xml:space="preserve"> ! </w:t>
      </w:r>
      <w:r w:rsidR="002B3119" w:rsidRPr="002B3119">
        <w:t>j</w:t>
      </w:r>
      <w:r w:rsidRPr="0099306C">
        <w:t>’</w:t>
      </w:r>
      <w:r w:rsidR="002B3119" w:rsidRPr="002B3119">
        <w:t>aurais mieux fait de ne jamais me marier</w:t>
      </w:r>
      <w:r w:rsidRPr="0099306C">
        <w:t>…</w:t>
      </w:r>
    </w:p>
    <w:p w14:paraId="20144FA6" w14:textId="77777777" w:rsidR="00E4444A" w:rsidRPr="0099306C" w:rsidRDefault="00E4444A" w:rsidP="002B3119">
      <w:r w:rsidRPr="0099306C">
        <w:t>— </w:t>
      </w:r>
      <w:r w:rsidR="002B3119" w:rsidRPr="002B3119">
        <w:t>Enfin</w:t>
      </w:r>
      <w:r w:rsidRPr="0099306C">
        <w:t xml:space="preserve">, </w:t>
      </w:r>
      <w:r w:rsidR="002B3119" w:rsidRPr="002B3119">
        <w:t>Jeanne</w:t>
      </w:r>
      <w:r w:rsidRPr="0099306C">
        <w:t xml:space="preserve">, </w:t>
      </w:r>
      <w:r w:rsidR="002B3119" w:rsidRPr="002B3119">
        <w:t>explique-moi</w:t>
      </w:r>
      <w:r w:rsidRPr="0099306C">
        <w:t xml:space="preserve">. </w:t>
      </w:r>
      <w:r w:rsidR="002B3119" w:rsidRPr="002B3119">
        <w:t>As-tu un reproche à me faire</w:t>
      </w:r>
      <w:r w:rsidRPr="0099306C">
        <w:t xml:space="preserve"> ? </w:t>
      </w:r>
      <w:r w:rsidR="002B3119" w:rsidRPr="002B3119">
        <w:t>Confie-moi ce que tu as</w:t>
      </w:r>
      <w:r w:rsidRPr="0099306C">
        <w:t>.</w:t>
      </w:r>
    </w:p>
    <w:p w14:paraId="46405E9C" w14:textId="77777777" w:rsidR="00E4444A" w:rsidRPr="0099306C" w:rsidRDefault="00E4444A" w:rsidP="002B3119">
      <w:r w:rsidRPr="0099306C">
        <w:t>— </w:t>
      </w:r>
      <w:r w:rsidR="002B3119" w:rsidRPr="002B3119">
        <w:t>Rien</w:t>
      </w:r>
      <w:r w:rsidRPr="0099306C">
        <w:t xml:space="preserve">, </w:t>
      </w:r>
      <w:r w:rsidR="002B3119" w:rsidRPr="002B3119">
        <w:t>rien</w:t>
      </w:r>
      <w:r w:rsidRPr="0099306C">
        <w:t xml:space="preserve">, </w:t>
      </w:r>
      <w:r w:rsidR="002B3119" w:rsidRPr="002B3119">
        <w:t>je t</w:t>
      </w:r>
      <w:r w:rsidRPr="0099306C">
        <w:t>’</w:t>
      </w:r>
      <w:r w:rsidR="002B3119" w:rsidRPr="002B3119">
        <w:t>assure</w:t>
      </w:r>
      <w:r w:rsidRPr="0099306C">
        <w:t xml:space="preserve">. </w:t>
      </w:r>
      <w:r w:rsidR="002B3119" w:rsidRPr="002B3119">
        <w:t>Je ne sais pas</w:t>
      </w:r>
      <w:r w:rsidRPr="0099306C">
        <w:t xml:space="preserve"> </w:t>
      </w:r>
      <w:r w:rsidR="002B3119" w:rsidRPr="002B3119">
        <w:t>ce que j</w:t>
      </w:r>
      <w:r w:rsidRPr="0099306C">
        <w:t>’</w:t>
      </w:r>
      <w:r w:rsidR="002B3119" w:rsidRPr="002B3119">
        <w:t>ai</w:t>
      </w:r>
      <w:r w:rsidRPr="0099306C">
        <w:t>.</w:t>
      </w:r>
    </w:p>
    <w:p w14:paraId="2E7A4F34" w14:textId="2EC8AD0F" w:rsidR="00E4444A" w:rsidRPr="0099306C" w:rsidRDefault="002B3119" w:rsidP="002B3119">
      <w:r w:rsidRPr="002B3119">
        <w:t>Elle resta impénétrable</w:t>
      </w:r>
      <w:r w:rsidR="00E4444A" w:rsidRPr="0099306C">
        <w:t xml:space="preserve">. </w:t>
      </w:r>
      <w:r w:rsidR="007926D5" w:rsidRPr="0099306C">
        <w:t>À</w:t>
      </w:r>
      <w:r w:rsidRPr="002B3119">
        <w:t xml:space="preserve"> partir de ce moment</w:t>
      </w:r>
      <w:r w:rsidR="00E4444A" w:rsidRPr="0099306C">
        <w:t xml:space="preserve">, </w:t>
      </w:r>
      <w:r w:rsidRPr="002B3119">
        <w:t>notre vie ne fut plus complètement la même</w:t>
      </w:r>
      <w:r w:rsidR="00E4444A" w:rsidRPr="0099306C">
        <w:t xml:space="preserve">. </w:t>
      </w:r>
      <w:r w:rsidRPr="002B3119">
        <w:t>Jamais de scène</w:t>
      </w:r>
      <w:r w:rsidR="00E4444A" w:rsidRPr="0099306C">
        <w:t xml:space="preserve">, </w:t>
      </w:r>
      <w:r w:rsidRPr="002B3119">
        <w:t>ni d</w:t>
      </w:r>
      <w:r w:rsidR="00E4444A" w:rsidRPr="0099306C">
        <w:t>’</w:t>
      </w:r>
      <w:r w:rsidRPr="002B3119">
        <w:t>explication</w:t>
      </w:r>
      <w:r w:rsidR="00E4444A" w:rsidRPr="0099306C">
        <w:t xml:space="preserve">, </w:t>
      </w:r>
      <w:r w:rsidRPr="002B3119">
        <w:t>mais une moindre recherche du tête-à-tête</w:t>
      </w:r>
      <w:r w:rsidR="00E4444A" w:rsidRPr="0099306C">
        <w:t xml:space="preserve">. </w:t>
      </w:r>
      <w:r w:rsidRPr="002B3119">
        <w:t>Nous nous sentions plus à l</w:t>
      </w:r>
      <w:r w:rsidR="00E4444A" w:rsidRPr="0099306C">
        <w:t>’</w:t>
      </w:r>
      <w:r w:rsidRPr="002B3119">
        <w:t>aise lorsque Yvette était avec nous</w:t>
      </w:r>
      <w:r w:rsidR="00E4444A" w:rsidRPr="0099306C">
        <w:t xml:space="preserve">, </w:t>
      </w:r>
      <w:r w:rsidRPr="002B3119">
        <w:t xml:space="preserve">et quand nous étions </w:t>
      </w:r>
      <w:r w:rsidR="008F4AF8" w:rsidRPr="002B3119">
        <w:t>seuls ensemble</w:t>
      </w:r>
      <w:r w:rsidR="00E4444A" w:rsidRPr="0099306C">
        <w:t xml:space="preserve">, </w:t>
      </w:r>
      <w:r w:rsidRPr="002B3119">
        <w:t>nous parlions de choses indifférentes</w:t>
      </w:r>
      <w:r w:rsidR="00E4444A" w:rsidRPr="0099306C">
        <w:t xml:space="preserve">, </w:t>
      </w:r>
      <w:r w:rsidRPr="002B3119">
        <w:t>comme si l</w:t>
      </w:r>
      <w:r w:rsidR="00E4444A" w:rsidRPr="0099306C">
        <w:t>’</w:t>
      </w:r>
      <w:r w:rsidRPr="002B3119">
        <w:t>intimité du silence nous causait quelque appréhension</w:t>
      </w:r>
      <w:r w:rsidR="00E4444A" w:rsidRPr="0099306C">
        <w:t>.</w:t>
      </w:r>
    </w:p>
    <w:p w14:paraId="253D5123" w14:textId="77777777" w:rsidR="00E4444A" w:rsidRPr="0099306C" w:rsidRDefault="002B3119" w:rsidP="002B3119">
      <w:r w:rsidRPr="002B3119">
        <w:t>Un médecin de mes amis sourit de mes inquiétudes</w:t>
      </w:r>
      <w:r w:rsidR="00E4444A" w:rsidRPr="0099306C">
        <w:t> :</w:t>
      </w:r>
    </w:p>
    <w:p w14:paraId="3C5E7DFD" w14:textId="77777777" w:rsidR="00E4444A" w:rsidRPr="0099306C" w:rsidRDefault="00E4444A" w:rsidP="002B3119">
      <w:r w:rsidRPr="0099306C">
        <w:t>— </w:t>
      </w:r>
      <w:r w:rsidR="002B3119" w:rsidRPr="002B3119">
        <w:t>Oh</w:t>
      </w:r>
      <w:r w:rsidRPr="0099306C">
        <w:t xml:space="preserve"> ! </w:t>
      </w:r>
      <w:r w:rsidR="002B3119" w:rsidRPr="002B3119">
        <w:t>ce n</w:t>
      </w:r>
      <w:r w:rsidRPr="0099306C">
        <w:t>’</w:t>
      </w:r>
      <w:r w:rsidR="002B3119" w:rsidRPr="002B3119">
        <w:t>est rien</w:t>
      </w:r>
      <w:r w:rsidRPr="0099306C">
        <w:t xml:space="preserve">. </w:t>
      </w:r>
      <w:r w:rsidR="002B3119" w:rsidRPr="002B3119">
        <w:t>Cinq ans de mariage</w:t>
      </w:r>
      <w:r w:rsidRPr="0099306C">
        <w:t xml:space="preserve">. </w:t>
      </w:r>
      <w:r w:rsidR="002B3119" w:rsidRPr="002B3119">
        <w:t>Un peu de neurasthénie</w:t>
      </w:r>
      <w:r w:rsidRPr="0099306C">
        <w:t xml:space="preserve">. </w:t>
      </w:r>
      <w:r w:rsidR="002B3119" w:rsidRPr="002B3119">
        <w:t>Toutes les jeunes femmes ont passé par là</w:t>
      </w:r>
      <w:r w:rsidRPr="0099306C">
        <w:t>…</w:t>
      </w:r>
    </w:p>
    <w:p w14:paraId="10141753" w14:textId="77777777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heureusement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Yvette</w:t>
      </w:r>
      <w:r w:rsidR="00E4444A" w:rsidRPr="0099306C">
        <w:t xml:space="preserve">. </w:t>
      </w:r>
      <w:r w:rsidRPr="002B3119">
        <w:t>Un soir que Jeanne était en retard</w:t>
      </w:r>
      <w:r w:rsidR="00E4444A" w:rsidRPr="0099306C">
        <w:t xml:space="preserve">, </w:t>
      </w:r>
      <w:r w:rsidRPr="002B3119">
        <w:t>je me penchai sur son petit lit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en sa douceur</w:t>
      </w:r>
      <w:r w:rsidR="00E4444A" w:rsidRPr="0099306C">
        <w:t xml:space="preserve">, </w:t>
      </w:r>
      <w:r w:rsidRPr="002B3119">
        <w:t>en sa grâce</w:t>
      </w:r>
      <w:r w:rsidR="00E4444A" w:rsidRPr="0099306C">
        <w:t xml:space="preserve">, </w:t>
      </w:r>
      <w:r w:rsidRPr="002B3119">
        <w:t>dans la tendresse qu</w:t>
      </w:r>
      <w:r w:rsidR="00E4444A" w:rsidRPr="0099306C">
        <w:t>’</w:t>
      </w:r>
      <w:r w:rsidRPr="002B3119">
        <w:t>elle inspirait que je mettais ma confiance</w:t>
      </w:r>
      <w:r w:rsidR="00E4444A" w:rsidRPr="0099306C">
        <w:t xml:space="preserve">. </w:t>
      </w:r>
      <w:r w:rsidRPr="002B3119">
        <w:t>Et j</w:t>
      </w:r>
      <w:r w:rsidR="00E4444A" w:rsidRPr="0099306C">
        <w:t>’</w:t>
      </w:r>
      <w:r w:rsidRPr="002B3119">
        <w:t>avais la sensation qu</w:t>
      </w:r>
      <w:r w:rsidR="00E4444A" w:rsidRPr="0099306C">
        <w:t>’</w:t>
      </w:r>
      <w:r w:rsidRPr="002B3119">
        <w:t>elle était plus forte que moi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protégeait notre bonheur</w:t>
      </w:r>
      <w:r w:rsidR="00E4444A" w:rsidRPr="0099306C">
        <w:t xml:space="preserve">, </w:t>
      </w:r>
      <w:r w:rsidRPr="002B3119">
        <w:t>et que d</w:t>
      </w:r>
      <w:r w:rsidR="00E4444A" w:rsidRPr="0099306C">
        <w:t>’</w:t>
      </w:r>
      <w:r w:rsidRPr="002B3119">
        <w:t xml:space="preserve">elle </w:t>
      </w:r>
      <w:r w:rsidRPr="002B3119">
        <w:lastRenderedPageBreak/>
        <w:t>seule je pouvais attendre un secours</w:t>
      </w:r>
      <w:r w:rsidR="00E4444A" w:rsidRPr="0099306C">
        <w:t xml:space="preserve">, </w:t>
      </w:r>
      <w:r w:rsidRPr="002B3119">
        <w:t>si ce bonheur était jamais menacé</w:t>
      </w:r>
      <w:r w:rsidR="00E4444A" w:rsidRPr="0099306C">
        <w:t>.</w:t>
      </w:r>
    </w:p>
    <w:p w14:paraId="6DCF7868" w14:textId="77777777" w:rsidR="002B3119" w:rsidRPr="002B3119" w:rsidRDefault="002B3119" w:rsidP="002B3119"/>
    <w:p w14:paraId="4B4B22E5" w14:textId="77777777" w:rsidR="00E4444A" w:rsidRPr="0099306C" w:rsidRDefault="002B3119" w:rsidP="002B3119">
      <w:r w:rsidRPr="002B3119">
        <w:t>La Pentecôte fut tardive cette année-là</w:t>
      </w:r>
      <w:r w:rsidR="00E4444A" w:rsidRPr="0099306C">
        <w:t xml:space="preserve">, </w:t>
      </w:r>
      <w:r w:rsidRPr="002B3119">
        <w:t>reculée par les caprices de l</w:t>
      </w:r>
      <w:r w:rsidR="00E4444A" w:rsidRPr="0099306C">
        <w:t>’</w:t>
      </w:r>
      <w:r w:rsidRPr="002B3119">
        <w:t>astronomie jusqu</w:t>
      </w:r>
      <w:r w:rsidR="00E4444A" w:rsidRPr="0099306C">
        <w:t>’</w:t>
      </w:r>
      <w:r w:rsidRPr="002B3119">
        <w:t>au milieu de juin</w:t>
      </w:r>
      <w:r w:rsidR="00E4444A" w:rsidRPr="0099306C">
        <w:t xml:space="preserve">. </w:t>
      </w:r>
      <w:r w:rsidRPr="002B3119">
        <w:t>Les parents de Jeanne vinrent passer les vacances avec nous</w:t>
      </w:r>
      <w:r w:rsidR="00E4444A" w:rsidRPr="0099306C">
        <w:t>.</w:t>
      </w:r>
    </w:p>
    <w:p w14:paraId="1C868170" w14:textId="77777777" w:rsidR="00E4444A" w:rsidRPr="0099306C" w:rsidRDefault="002B3119" w:rsidP="002B3119">
      <w:r w:rsidRPr="002B3119">
        <w:t>Comme elle fut gâtée</w:t>
      </w:r>
      <w:r w:rsidR="00E4444A" w:rsidRPr="0099306C">
        <w:t xml:space="preserve">, </w:t>
      </w:r>
      <w:r w:rsidRPr="002B3119">
        <w:t>notre petite Yvette</w:t>
      </w:r>
      <w:r w:rsidR="00E4444A" w:rsidRPr="0099306C">
        <w:t xml:space="preserve">. </w:t>
      </w:r>
      <w:r w:rsidRPr="002B3119">
        <w:t>Que de jouets</w:t>
      </w:r>
      <w:r w:rsidR="00E4444A" w:rsidRPr="0099306C">
        <w:t xml:space="preserve"> ! </w:t>
      </w:r>
      <w:r w:rsidRPr="002B3119">
        <w:t>des Marthe et des Madeleine</w:t>
      </w:r>
      <w:r w:rsidR="00E4444A" w:rsidRPr="0099306C">
        <w:t xml:space="preserve"> ! </w:t>
      </w:r>
      <w:r w:rsidRPr="002B3119">
        <w:t>Toute une famille de poupées</w:t>
      </w:r>
      <w:r w:rsidR="00E4444A" w:rsidRPr="0099306C">
        <w:t> !</w:t>
      </w:r>
    </w:p>
    <w:p w14:paraId="6F205BC8" w14:textId="77777777" w:rsidR="00E4444A" w:rsidRPr="0099306C" w:rsidRDefault="002B3119" w:rsidP="002B3119">
      <w:r w:rsidRPr="002B3119">
        <w:t>Le matin</w:t>
      </w:r>
      <w:r w:rsidR="00E4444A" w:rsidRPr="0099306C">
        <w:t xml:space="preserve">, </w:t>
      </w:r>
      <w:r w:rsidRPr="002B3119">
        <w:t>très affairée</w:t>
      </w:r>
      <w:r w:rsidR="00E4444A" w:rsidRPr="0099306C">
        <w:t xml:space="preserve">, </w:t>
      </w:r>
      <w:r w:rsidRPr="002B3119">
        <w:t>elle aida sa mère à cueillir des fleurs pour décorer la maison</w:t>
      </w:r>
      <w:r w:rsidR="00E4444A" w:rsidRPr="0099306C">
        <w:t xml:space="preserve">. </w:t>
      </w:r>
      <w:r w:rsidRPr="002B3119">
        <w:t>Jeanne</w:t>
      </w:r>
      <w:r w:rsidR="00E4444A" w:rsidRPr="0099306C">
        <w:t xml:space="preserve">, </w:t>
      </w:r>
      <w:r w:rsidRPr="002B3119">
        <w:t>dans son peignoir l</w:t>
      </w:r>
      <w:r w:rsidRPr="002B3119">
        <w:t>i</w:t>
      </w:r>
      <w:r w:rsidRPr="002B3119">
        <w:t>berty</w:t>
      </w:r>
      <w:r w:rsidR="00E4444A" w:rsidRPr="0099306C">
        <w:t xml:space="preserve">, </w:t>
      </w:r>
      <w:r w:rsidRPr="002B3119">
        <w:t>traversait la pelouse dont l</w:t>
      </w:r>
      <w:r w:rsidR="00E4444A" w:rsidRPr="0099306C">
        <w:t>’</w:t>
      </w:r>
      <w:r w:rsidRPr="002B3119">
        <w:t>herbe lui montait presque aux genoux</w:t>
      </w:r>
      <w:r w:rsidR="00E4444A" w:rsidRPr="0099306C">
        <w:t xml:space="preserve">. </w:t>
      </w:r>
      <w:r w:rsidRPr="002B3119">
        <w:t>S</w:t>
      </w:r>
      <w:r w:rsidR="00E4444A" w:rsidRPr="0099306C">
        <w:t>’</w:t>
      </w:r>
      <w:r w:rsidRPr="002B3119">
        <w:t>arrêtant au pied des lilas</w:t>
      </w:r>
      <w:r w:rsidR="00E4444A" w:rsidRPr="0099306C">
        <w:t xml:space="preserve">, </w:t>
      </w:r>
      <w:r w:rsidRPr="002B3119">
        <w:t>elle levait les mains pour saisir les rameaux</w:t>
      </w:r>
      <w:r w:rsidR="00E4444A" w:rsidRPr="0099306C">
        <w:t xml:space="preserve">. </w:t>
      </w:r>
      <w:r w:rsidRPr="002B3119">
        <w:t>Le glissement jusqu</w:t>
      </w:r>
      <w:r w:rsidR="00E4444A" w:rsidRPr="0099306C">
        <w:t>’</w:t>
      </w:r>
      <w:r w:rsidRPr="002B3119">
        <w:t>aux épaules des larges manches faisait luire ses bras nus</w:t>
      </w:r>
      <w:r w:rsidR="00E4444A" w:rsidRPr="0099306C">
        <w:t xml:space="preserve">. </w:t>
      </w:r>
      <w:r w:rsidRPr="002B3119">
        <w:t>Yvette tendait son tablier pour recueillir les branches parfumées</w:t>
      </w:r>
      <w:r w:rsidR="00E4444A" w:rsidRPr="0099306C">
        <w:t>.</w:t>
      </w:r>
    </w:p>
    <w:p w14:paraId="476E0D67" w14:textId="77777777" w:rsidR="00E4444A" w:rsidRPr="0099306C" w:rsidRDefault="002B3119" w:rsidP="002B3119">
      <w:r w:rsidRPr="002B3119">
        <w:t>Puis</w:t>
      </w:r>
      <w:r w:rsidR="00E4444A" w:rsidRPr="0099306C">
        <w:t xml:space="preserve">, </w:t>
      </w:r>
      <w:r w:rsidRPr="002B3119">
        <w:t>tout 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elle joua sur le gazon</w:t>
      </w:r>
      <w:r w:rsidR="00E4444A" w:rsidRPr="0099306C">
        <w:t xml:space="preserve">, </w:t>
      </w:r>
      <w:r w:rsidRPr="002B3119">
        <w:t>jusqu</w:t>
      </w:r>
      <w:r w:rsidR="00E4444A" w:rsidRPr="0099306C">
        <w:t>’</w:t>
      </w:r>
      <w:r w:rsidRPr="002B3119">
        <w:t>à l</w:t>
      </w:r>
      <w:r w:rsidR="00E4444A" w:rsidRPr="0099306C">
        <w:t>’</w:t>
      </w:r>
      <w:r w:rsidRPr="002B3119">
        <w:t>heure du dîner en plein air</w:t>
      </w:r>
      <w:r w:rsidR="00E4444A" w:rsidRPr="0099306C">
        <w:t>.</w:t>
      </w:r>
    </w:p>
    <w:p w14:paraId="64050B19" w14:textId="77777777" w:rsidR="00E4444A" w:rsidRPr="0099306C" w:rsidRDefault="002B3119" w:rsidP="002B3119">
      <w:r w:rsidRPr="002B3119">
        <w:t>De cette soirée de printemps</w:t>
      </w:r>
      <w:r w:rsidR="00E4444A" w:rsidRPr="0099306C">
        <w:t xml:space="preserve">, </w:t>
      </w:r>
      <w:r w:rsidRPr="002B3119">
        <w:t>pas un détail ne m</w:t>
      </w:r>
      <w:r w:rsidR="00E4444A" w:rsidRPr="0099306C">
        <w:t>’</w:t>
      </w:r>
      <w:r w:rsidRPr="002B3119">
        <w:t>échappe</w:t>
      </w:r>
      <w:r w:rsidR="00E4444A" w:rsidRPr="0099306C">
        <w:t xml:space="preserve">. </w:t>
      </w:r>
      <w:r w:rsidRPr="002B3119">
        <w:t>La table ronde</w:t>
      </w:r>
      <w:r w:rsidR="00E4444A" w:rsidRPr="0099306C">
        <w:t xml:space="preserve">, </w:t>
      </w:r>
      <w:r w:rsidRPr="002B3119">
        <w:t>le dessin de la nappe</w:t>
      </w:r>
      <w:r w:rsidR="00E4444A" w:rsidRPr="0099306C">
        <w:t xml:space="preserve">, </w:t>
      </w:r>
      <w:r w:rsidRPr="002B3119">
        <w:t>les carafes dorées</w:t>
      </w:r>
      <w:r w:rsidR="00E4444A" w:rsidRPr="0099306C">
        <w:t xml:space="preserve">, </w:t>
      </w:r>
      <w:r w:rsidRPr="002B3119">
        <w:t>je revois tout</w:t>
      </w:r>
      <w:r w:rsidR="00E4444A" w:rsidRPr="0099306C">
        <w:t xml:space="preserve">. </w:t>
      </w:r>
      <w:r w:rsidRPr="002B3119">
        <w:t>Ma tante</w:t>
      </w:r>
      <w:r w:rsidR="00E4444A" w:rsidRPr="0099306C">
        <w:t xml:space="preserve">, </w:t>
      </w:r>
      <w:r w:rsidRPr="002B3119">
        <w:t>de bonne humeur</w:t>
      </w:r>
      <w:r w:rsidR="00E4444A" w:rsidRPr="0099306C">
        <w:t xml:space="preserve">, </w:t>
      </w:r>
      <w:r w:rsidRPr="002B3119">
        <w:t>parlait d</w:t>
      </w:r>
      <w:r w:rsidR="00E4444A" w:rsidRPr="0099306C">
        <w:t>’</w:t>
      </w:r>
      <w:r w:rsidRPr="002B3119">
        <w:t>une voix plus douce</w:t>
      </w:r>
      <w:r w:rsidR="00E4444A" w:rsidRPr="0099306C">
        <w:t xml:space="preserve">. </w:t>
      </w:r>
      <w:r w:rsidRPr="002B3119">
        <w:t>Cette impression d</w:t>
      </w:r>
      <w:r w:rsidR="00E4444A" w:rsidRPr="0099306C">
        <w:t>’</w:t>
      </w:r>
      <w:r w:rsidRPr="002B3119">
        <w:t>électricité dans l</w:t>
      </w:r>
      <w:r w:rsidR="00E4444A" w:rsidRPr="0099306C">
        <w:t>’</w:t>
      </w:r>
      <w:r w:rsidRPr="002B3119">
        <w:t>air que provoquait souvent sa présence</w:t>
      </w:r>
      <w:r w:rsidR="00E4444A" w:rsidRPr="0099306C">
        <w:t xml:space="preserve">, </w:t>
      </w:r>
      <w:r w:rsidRPr="002B3119">
        <w:t>je ne la ressentis nullement ce soir-là</w:t>
      </w:r>
      <w:r w:rsidR="00E4444A" w:rsidRPr="0099306C">
        <w:t xml:space="preserve">. </w:t>
      </w:r>
      <w:r w:rsidRPr="002B3119">
        <w:t>Comme nous finissions de dîner</w:t>
      </w:r>
      <w:r w:rsidR="00E4444A" w:rsidRPr="0099306C">
        <w:t xml:space="preserve">, </w:t>
      </w:r>
      <w:r w:rsidRPr="002B3119">
        <w:t>la lune apparut par-dessus les fusains</w:t>
      </w:r>
      <w:r w:rsidR="00E4444A" w:rsidRPr="0099306C">
        <w:t xml:space="preserve">. </w:t>
      </w:r>
      <w:r w:rsidRPr="002B3119">
        <w:t>Marie-Anne</w:t>
      </w:r>
      <w:r w:rsidR="00E4444A" w:rsidRPr="0099306C">
        <w:t xml:space="preserve">, </w:t>
      </w:r>
      <w:r w:rsidRPr="002B3119">
        <w:t>apportant le c</w:t>
      </w:r>
      <w:r w:rsidRPr="002B3119">
        <w:t>a</w:t>
      </w:r>
      <w:r w:rsidRPr="002B3119">
        <w:t>fé</w:t>
      </w:r>
      <w:r w:rsidR="00E4444A" w:rsidRPr="0099306C">
        <w:t xml:space="preserve">, </w:t>
      </w:r>
      <w:r w:rsidRPr="002B3119">
        <w:t>rappela que c</w:t>
      </w:r>
      <w:r w:rsidR="00E4444A" w:rsidRPr="0099306C">
        <w:t>’</w:t>
      </w:r>
      <w:r w:rsidRPr="002B3119">
        <w:t>était l</w:t>
      </w:r>
      <w:r w:rsidR="00E4444A" w:rsidRPr="0099306C">
        <w:t>’</w:t>
      </w:r>
      <w:r w:rsidRPr="002B3119">
        <w:t>heure du dodo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sagement</w:t>
      </w:r>
      <w:r w:rsidR="00E4444A" w:rsidRPr="0099306C">
        <w:t xml:space="preserve">, </w:t>
      </w:r>
      <w:r w:rsidRPr="002B3119">
        <w:t>Yvette</w:t>
      </w:r>
      <w:r w:rsidR="00E4444A" w:rsidRPr="0099306C">
        <w:t xml:space="preserve">, </w:t>
      </w:r>
      <w:r w:rsidRPr="002B3119">
        <w:t>escaladant les genoux des quatre personnes</w:t>
      </w:r>
      <w:r w:rsidR="00E4444A" w:rsidRPr="0099306C">
        <w:t xml:space="preserve">, </w:t>
      </w:r>
      <w:r w:rsidRPr="002B3119">
        <w:t>leur mit au cou ses petits bras et donna le baiser du soir</w:t>
      </w:r>
      <w:r w:rsidR="00E4444A" w:rsidRPr="0099306C">
        <w:t xml:space="preserve">. </w:t>
      </w:r>
      <w:r w:rsidRPr="002B3119">
        <w:t>Mon oncle</w:t>
      </w:r>
      <w:r w:rsidR="00E4444A" w:rsidRPr="0099306C">
        <w:t xml:space="preserve">, </w:t>
      </w:r>
      <w:r w:rsidRPr="002B3119">
        <w:t>renve</w:t>
      </w:r>
      <w:r w:rsidRPr="002B3119">
        <w:t>r</w:t>
      </w:r>
      <w:r w:rsidRPr="002B3119">
        <w:t>sé dans son fauteuil d</w:t>
      </w:r>
      <w:r w:rsidR="00E4444A" w:rsidRPr="0099306C">
        <w:t>’</w:t>
      </w:r>
      <w:r w:rsidRPr="002B3119">
        <w:t>osier</w:t>
      </w:r>
      <w:r w:rsidR="00E4444A" w:rsidRPr="0099306C">
        <w:t xml:space="preserve">, </w:t>
      </w:r>
      <w:r w:rsidRPr="002B3119">
        <w:t>fumait tranquillement</w:t>
      </w:r>
      <w:r w:rsidR="00E4444A" w:rsidRPr="0099306C">
        <w:t xml:space="preserve">, </w:t>
      </w:r>
      <w:r w:rsidRPr="002B3119">
        <w:t>et par instants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ombre</w:t>
      </w:r>
      <w:r w:rsidR="00E4444A" w:rsidRPr="0099306C">
        <w:t xml:space="preserve">, </w:t>
      </w:r>
      <w:r w:rsidRPr="002B3119">
        <w:t>son cigare mettait un point lumineux</w:t>
      </w:r>
      <w:r w:rsidR="00E4444A" w:rsidRPr="0099306C">
        <w:t xml:space="preserve">. </w:t>
      </w:r>
      <w:r w:rsidRPr="002B3119">
        <w:t>Jeanne était près de moi</w:t>
      </w:r>
      <w:r w:rsidR="00E4444A" w:rsidRPr="0099306C">
        <w:t xml:space="preserve"> ; </w:t>
      </w:r>
      <w:r w:rsidRPr="002B3119">
        <w:t>je l</w:t>
      </w:r>
      <w:r w:rsidR="00E4444A" w:rsidRPr="0099306C">
        <w:t>’</w:t>
      </w:r>
      <w:r w:rsidRPr="002B3119">
        <w:t>observais à la dérobée</w:t>
      </w:r>
      <w:r w:rsidR="00E4444A" w:rsidRPr="0099306C">
        <w:t xml:space="preserve">. </w:t>
      </w:r>
      <w:r w:rsidRPr="002B3119">
        <w:t xml:space="preserve">Un rayon de lune </w:t>
      </w:r>
      <w:r w:rsidRPr="002B3119">
        <w:lastRenderedPageBreak/>
        <w:t>frôla son visage qui sembla plus pâle et plus finement modelé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air fraîchissant un peu</w:t>
      </w:r>
      <w:r w:rsidR="00E4444A" w:rsidRPr="0099306C">
        <w:t xml:space="preserve">, </w:t>
      </w:r>
      <w:r w:rsidRPr="002B3119">
        <w:t>elle me demanda son plaid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tendrement</w:t>
      </w:r>
      <w:r w:rsidR="00E4444A" w:rsidRPr="0099306C">
        <w:t xml:space="preserve">, </w:t>
      </w:r>
      <w:r w:rsidRPr="002B3119">
        <w:t>comme pour me remercier</w:t>
      </w:r>
      <w:r w:rsidR="00E4444A" w:rsidRPr="0099306C">
        <w:t xml:space="preserve">, </w:t>
      </w:r>
      <w:r w:rsidRPr="002B3119">
        <w:t>elle rapprocha son fauteuil du mien</w:t>
      </w:r>
      <w:r w:rsidR="00E4444A" w:rsidRPr="0099306C">
        <w:t xml:space="preserve">. </w:t>
      </w:r>
      <w:r w:rsidRPr="002B3119">
        <w:t>Mon bras glissa sous le sien et nos mains se joignirent sous le plaid</w:t>
      </w:r>
      <w:r w:rsidR="00E4444A" w:rsidRPr="0099306C">
        <w:t xml:space="preserve">. </w:t>
      </w:r>
      <w:r w:rsidRPr="002B3119">
        <w:t>Elle n</w:t>
      </w:r>
      <w:r w:rsidR="00E4444A" w:rsidRPr="0099306C">
        <w:t>’</w:t>
      </w:r>
      <w:r w:rsidRPr="002B3119">
        <w:t>avait plus</w:t>
      </w:r>
      <w:r w:rsidR="00E4444A" w:rsidRPr="0099306C">
        <w:t xml:space="preserve">, </w:t>
      </w:r>
      <w:r w:rsidRPr="002B3119">
        <w:t>le soir dont je parle</w:t>
      </w:r>
      <w:r w:rsidR="00E4444A" w:rsidRPr="0099306C">
        <w:t xml:space="preserve">, </w:t>
      </w:r>
      <w:r w:rsidRPr="002B3119">
        <w:t>cet air absent qui m</w:t>
      </w:r>
      <w:r w:rsidR="00E4444A" w:rsidRPr="0099306C">
        <w:t>’</w:t>
      </w:r>
      <w:r w:rsidRPr="002B3119">
        <w:t>avait tant préoccupé</w:t>
      </w:r>
      <w:r w:rsidR="00E4444A" w:rsidRPr="0099306C">
        <w:t xml:space="preserve">. </w:t>
      </w:r>
      <w:r w:rsidRPr="002B3119">
        <w:t>De blan</w:t>
      </w:r>
      <w:r w:rsidR="002C25DB">
        <w:t>c</w:t>
      </w:r>
      <w:r w:rsidRPr="002B3119">
        <w:t>s nuages passaient par instants sur la lune</w:t>
      </w:r>
      <w:r w:rsidR="00E4444A" w:rsidRPr="0099306C">
        <w:t xml:space="preserve">, </w:t>
      </w:r>
      <w:r w:rsidRPr="002B3119">
        <w:t>poussés par un léger vent</w:t>
      </w:r>
      <w:r w:rsidR="00E4444A" w:rsidRPr="0099306C">
        <w:t xml:space="preserve">, </w:t>
      </w:r>
      <w:r w:rsidRPr="002B3119">
        <w:t>puis la lune</w:t>
      </w:r>
      <w:r w:rsidR="00E4444A" w:rsidRPr="0099306C">
        <w:t xml:space="preserve">, </w:t>
      </w:r>
      <w:r w:rsidRPr="002B3119">
        <w:t>dégagée des nuages</w:t>
      </w:r>
      <w:r w:rsidR="00E4444A" w:rsidRPr="0099306C">
        <w:t xml:space="preserve">, </w:t>
      </w:r>
      <w:r w:rsidRPr="002B3119">
        <w:t>trônait de nouveau dans le ciel</w:t>
      </w:r>
      <w:r w:rsidR="00E4444A" w:rsidRPr="0099306C">
        <w:t xml:space="preserve">. </w:t>
      </w:r>
      <w:r w:rsidRPr="002B3119">
        <w:t>Les minutes s</w:t>
      </w:r>
      <w:r w:rsidR="00E4444A" w:rsidRPr="0099306C">
        <w:t>’</w:t>
      </w:r>
      <w:r w:rsidRPr="002B3119">
        <w:t>envolaient</w:t>
      </w:r>
      <w:r w:rsidR="00E4444A" w:rsidRPr="0099306C">
        <w:t xml:space="preserve">, </w:t>
      </w:r>
      <w:r w:rsidRPr="002B3119">
        <w:t>légères</w:t>
      </w:r>
      <w:r w:rsidR="00E4444A" w:rsidRPr="0099306C">
        <w:t xml:space="preserve">. </w:t>
      </w:r>
      <w:r w:rsidRPr="002B3119">
        <w:t>On percevait presque leur bruissement d</w:t>
      </w:r>
      <w:r w:rsidR="00E4444A" w:rsidRPr="0099306C">
        <w:t>’</w:t>
      </w:r>
      <w:r w:rsidRPr="002B3119">
        <w:t>ailes</w:t>
      </w:r>
      <w:r w:rsidR="00E4444A" w:rsidRPr="0099306C">
        <w:t xml:space="preserve">. </w:t>
      </w:r>
      <w:r w:rsidRPr="002B3119">
        <w:t>Et ce furent</w:t>
      </w:r>
      <w:r w:rsidR="00E4444A" w:rsidRPr="0099306C">
        <w:t xml:space="preserve">, </w:t>
      </w:r>
      <w:r w:rsidRPr="002B3119">
        <w:t>pour les deux ménages réunis autour de cette table</w:t>
      </w:r>
      <w:r w:rsidR="00E4444A" w:rsidRPr="0099306C">
        <w:t xml:space="preserve">, </w:t>
      </w:r>
      <w:r w:rsidRPr="002B3119">
        <w:t>un de ces moments heureux où les vers de Lamartine chantent d</w:t>
      </w:r>
      <w:r w:rsidR="00E4444A" w:rsidRPr="0099306C">
        <w:t>’</w:t>
      </w:r>
      <w:r w:rsidRPr="002B3119">
        <w:t>eux-mêmes dans nos mémoires</w:t>
      </w:r>
      <w:r w:rsidR="00E4444A" w:rsidRPr="0099306C">
        <w:t> :</w:t>
      </w:r>
    </w:p>
    <w:p w14:paraId="3087A064" w14:textId="77777777" w:rsidR="002B3119" w:rsidRPr="002B3119" w:rsidRDefault="002B3119" w:rsidP="002B3119">
      <w:r w:rsidRPr="002B3119">
        <w:tab/>
      </w:r>
    </w:p>
    <w:p w14:paraId="5E20DBCA" w14:textId="77777777" w:rsidR="00E4444A" w:rsidRPr="009060C4" w:rsidRDefault="007926D5" w:rsidP="008C2C66">
      <w:pPr>
        <w:jc w:val="center"/>
        <w:rPr>
          <w:iCs/>
          <w:sz w:val="32"/>
          <w:szCs w:val="32"/>
        </w:rPr>
      </w:pPr>
      <w:r w:rsidRPr="009060C4">
        <w:rPr>
          <w:iCs/>
          <w:sz w:val="32"/>
          <w:szCs w:val="32"/>
        </w:rPr>
        <w:t>Ô</w:t>
      </w:r>
      <w:r w:rsidR="002B3119" w:rsidRPr="009060C4">
        <w:rPr>
          <w:iCs/>
          <w:sz w:val="32"/>
          <w:szCs w:val="32"/>
        </w:rPr>
        <w:t xml:space="preserve"> temps</w:t>
      </w:r>
      <w:r w:rsidR="00E4444A" w:rsidRPr="009060C4">
        <w:rPr>
          <w:iCs/>
          <w:sz w:val="32"/>
          <w:szCs w:val="32"/>
        </w:rPr>
        <w:t xml:space="preserve"> !… </w:t>
      </w:r>
      <w:r w:rsidR="002B3119" w:rsidRPr="009060C4">
        <w:rPr>
          <w:iCs/>
          <w:sz w:val="32"/>
          <w:szCs w:val="32"/>
        </w:rPr>
        <w:t>suspend ton vol</w:t>
      </w:r>
      <w:r w:rsidR="00E4444A" w:rsidRPr="009060C4">
        <w:rPr>
          <w:iCs/>
          <w:sz w:val="32"/>
          <w:szCs w:val="32"/>
        </w:rPr>
        <w:t>…</w:t>
      </w:r>
    </w:p>
    <w:p w14:paraId="2D9CCED1" w14:textId="77777777" w:rsidR="002B3119" w:rsidRPr="002B3119" w:rsidRDefault="002B3119" w:rsidP="002B3119"/>
    <w:p w14:paraId="73B6FA1F" w14:textId="77777777" w:rsidR="00E4444A" w:rsidRPr="0099306C" w:rsidRDefault="002B3119" w:rsidP="002B3119">
      <w:r w:rsidRPr="002B3119">
        <w:t>Soudain</w:t>
      </w:r>
      <w:r w:rsidR="00E4444A" w:rsidRPr="0099306C">
        <w:t xml:space="preserve">, </w:t>
      </w:r>
      <w:r w:rsidRPr="002B3119">
        <w:t>une brise plus forte agita le feuillage</w:t>
      </w:r>
      <w:r w:rsidR="00E4444A" w:rsidRPr="0099306C">
        <w:t xml:space="preserve">. </w:t>
      </w:r>
      <w:r w:rsidRPr="002B3119">
        <w:t>La lune disparut sous des nuages plus noirs</w:t>
      </w:r>
      <w:r w:rsidR="00E4444A" w:rsidRPr="0099306C">
        <w:t xml:space="preserve">. </w:t>
      </w:r>
      <w:r w:rsidRPr="002B3119">
        <w:t>Une goutte tomba</w:t>
      </w:r>
      <w:r w:rsidR="00E4444A" w:rsidRPr="0099306C">
        <w:t xml:space="preserve">, </w:t>
      </w:r>
      <w:r w:rsidRPr="002B3119">
        <w:t>puis une autre</w:t>
      </w:r>
      <w:r w:rsidR="00E4444A" w:rsidRPr="0099306C">
        <w:t xml:space="preserve">, </w:t>
      </w:r>
      <w:r w:rsidRPr="002B3119">
        <w:t>puis une autre</w:t>
      </w:r>
      <w:r w:rsidR="00E4444A" w:rsidRPr="0099306C">
        <w:t xml:space="preserve">… </w:t>
      </w:r>
      <w:r w:rsidRPr="002B3119">
        <w:t>Une menace d</w:t>
      </w:r>
      <w:r w:rsidR="00E4444A" w:rsidRPr="0099306C">
        <w:t>’</w:t>
      </w:r>
      <w:r w:rsidRPr="002B3119">
        <w:t>orage nous fit r</w:t>
      </w:r>
      <w:r w:rsidRPr="002B3119">
        <w:t>e</w:t>
      </w:r>
      <w:r w:rsidRPr="002B3119">
        <w:t>gagner nos chambres</w:t>
      </w:r>
      <w:r w:rsidR="00E4444A" w:rsidRPr="0099306C">
        <w:t xml:space="preserve">. </w:t>
      </w:r>
      <w:r w:rsidRPr="002B3119">
        <w:t>Yvette dans son lit sommeillait si pr</w:t>
      </w:r>
      <w:r w:rsidRPr="002B3119">
        <w:t>o</w:t>
      </w:r>
      <w:r w:rsidRPr="002B3119">
        <w:t>fondément que Jeanne put la retourner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installer de no</w:t>
      </w:r>
      <w:r w:rsidRPr="002B3119">
        <w:t>u</w:t>
      </w:r>
      <w:r w:rsidRPr="002B3119">
        <w:t>veau dans ses couvertures</w:t>
      </w:r>
      <w:r w:rsidR="00E4444A" w:rsidRPr="0099306C">
        <w:t xml:space="preserve">, </w:t>
      </w:r>
      <w:r w:rsidRPr="002B3119">
        <w:t>sans qu</w:t>
      </w:r>
      <w:r w:rsidR="00E4444A" w:rsidRPr="0099306C">
        <w:t>’</w:t>
      </w:r>
      <w:r w:rsidRPr="002B3119">
        <w:t>elle songeât à se révei</w:t>
      </w:r>
      <w:r w:rsidRPr="002B3119">
        <w:t>l</w:t>
      </w:r>
      <w:r w:rsidRPr="002B3119">
        <w:t>ler</w:t>
      </w:r>
      <w:r w:rsidR="00E4444A" w:rsidRPr="0099306C">
        <w:t xml:space="preserve">. </w:t>
      </w:r>
      <w:r w:rsidRPr="002B3119">
        <w:t>Jeanne</w:t>
      </w:r>
      <w:r w:rsidR="00E4444A" w:rsidRPr="0099306C">
        <w:t xml:space="preserve">, </w:t>
      </w:r>
      <w:r w:rsidRPr="002B3119">
        <w:t>heureuse de la bonne journée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endormit bie</w:t>
      </w:r>
      <w:r w:rsidRPr="002B3119">
        <w:t>n</w:t>
      </w:r>
      <w:r w:rsidRPr="002B3119">
        <w:t>tôt à son tour</w:t>
      </w:r>
      <w:r w:rsidR="00E4444A" w:rsidRPr="0099306C">
        <w:t xml:space="preserve">, </w:t>
      </w:r>
      <w:r w:rsidRPr="002B3119">
        <w:t>et moi</w:t>
      </w:r>
      <w:r w:rsidR="00E4444A" w:rsidRPr="0099306C">
        <w:t xml:space="preserve">, </w:t>
      </w:r>
      <w:r w:rsidRPr="002B3119">
        <w:t>longtemps</w:t>
      </w:r>
      <w:r w:rsidR="00E4444A" w:rsidRPr="0099306C">
        <w:t xml:space="preserve">, </w:t>
      </w:r>
      <w:r w:rsidRPr="002B3119">
        <w:t>le coude sur l</w:t>
      </w:r>
      <w:r w:rsidR="00E4444A" w:rsidRPr="0099306C">
        <w:t>’</w:t>
      </w:r>
      <w:r w:rsidRPr="002B3119">
        <w:t>oreiller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observai dans l</w:t>
      </w:r>
      <w:r w:rsidR="00E4444A" w:rsidRPr="0099306C">
        <w:t>’</w:t>
      </w:r>
      <w:r w:rsidRPr="002B3119">
        <w:t>ombre</w:t>
      </w:r>
      <w:r w:rsidR="00E4444A" w:rsidRPr="0099306C">
        <w:t xml:space="preserve">, </w:t>
      </w:r>
      <w:r w:rsidRPr="002B3119">
        <w:t>tandis que l</w:t>
      </w:r>
      <w:r w:rsidR="00E4444A" w:rsidRPr="0099306C">
        <w:t>’</w:t>
      </w:r>
      <w:r w:rsidRPr="002B3119">
        <w:t>orage à grosses gouttes martelait la tôle de l</w:t>
      </w:r>
      <w:r w:rsidR="00E4444A" w:rsidRPr="0099306C">
        <w:t>’</w:t>
      </w:r>
      <w:r w:rsidRPr="002B3119">
        <w:t>avant-toit</w:t>
      </w:r>
      <w:r w:rsidR="00E4444A" w:rsidRPr="0099306C">
        <w:t>.</w:t>
      </w:r>
    </w:p>
    <w:p w14:paraId="4DA65B11" w14:textId="77777777" w:rsidR="00E4444A" w:rsidRPr="0099306C" w:rsidRDefault="002B3119" w:rsidP="002B3119">
      <w:r w:rsidRPr="002B3119">
        <w:t>Le lendemain</w:t>
      </w:r>
      <w:r w:rsidR="00E4444A" w:rsidRPr="0099306C">
        <w:t xml:space="preserve">, </w:t>
      </w:r>
      <w:r w:rsidRPr="002B3119">
        <w:t>le temps s</w:t>
      </w:r>
      <w:r w:rsidR="00E4444A" w:rsidRPr="0099306C">
        <w:t>’</w:t>
      </w:r>
      <w:r w:rsidRPr="002B3119">
        <w:t>était remis au beau</w:t>
      </w:r>
      <w:r w:rsidR="00E4444A" w:rsidRPr="0099306C">
        <w:t xml:space="preserve">. </w:t>
      </w:r>
      <w:r w:rsidRPr="002B3119">
        <w:t>Yvette avait hâte de retrouver ses jouets que j</w:t>
      </w:r>
      <w:r w:rsidR="00E4444A" w:rsidRPr="0099306C">
        <w:t>’</w:t>
      </w:r>
      <w:r w:rsidRPr="002B3119">
        <w:t>aperçus en poussant les persiennes</w:t>
      </w:r>
      <w:r w:rsidR="00E4444A" w:rsidRPr="0099306C">
        <w:t xml:space="preserve">. </w:t>
      </w:r>
      <w:r w:rsidRPr="002B3119">
        <w:t>Mais notre petite fille n</w:t>
      </w:r>
      <w:r w:rsidR="00E4444A" w:rsidRPr="0099306C">
        <w:t>’</w:t>
      </w:r>
      <w:r w:rsidRPr="002B3119">
        <w:t>était pas très so</w:t>
      </w:r>
      <w:r w:rsidRPr="002B3119">
        <w:t>i</w:t>
      </w:r>
      <w:r w:rsidRPr="002B3119">
        <w:t>gneuse</w:t>
      </w:r>
      <w:r w:rsidR="00E4444A" w:rsidRPr="0099306C">
        <w:t xml:space="preserve">. </w:t>
      </w:r>
      <w:r w:rsidRPr="002B3119">
        <w:t xml:space="preserve">La </w:t>
      </w:r>
      <w:r w:rsidRPr="002B3119">
        <w:lastRenderedPageBreak/>
        <w:t>pelouse</w:t>
      </w:r>
      <w:r w:rsidR="00E4444A" w:rsidRPr="0099306C">
        <w:t xml:space="preserve">, </w:t>
      </w:r>
      <w:r w:rsidRPr="002B3119">
        <w:t>jonchée de poupées</w:t>
      </w:r>
      <w:r w:rsidR="00E4444A" w:rsidRPr="0099306C">
        <w:t xml:space="preserve">, </w:t>
      </w:r>
      <w:r w:rsidRPr="002B3119">
        <w:t>avait l</w:t>
      </w:r>
      <w:r w:rsidR="00E4444A" w:rsidRPr="0099306C">
        <w:t>’</w:t>
      </w:r>
      <w:r w:rsidRPr="002B3119">
        <w:t>air d</w:t>
      </w:r>
      <w:r w:rsidR="00E4444A" w:rsidRPr="0099306C">
        <w:t>’</w:t>
      </w:r>
      <w:r w:rsidRPr="002B3119">
        <w:t>un champ de bataille au lendemain de combats furieux</w:t>
      </w:r>
      <w:r w:rsidR="00E4444A" w:rsidRPr="0099306C">
        <w:t>.</w:t>
      </w:r>
    </w:p>
    <w:p w14:paraId="020072EC" w14:textId="77777777" w:rsidR="002B3119" w:rsidRPr="002B3119" w:rsidRDefault="002B3119" w:rsidP="002B3119"/>
    <w:p w14:paraId="66456FBE" w14:textId="77777777" w:rsidR="002B3119" w:rsidRPr="002B3119" w:rsidRDefault="002B3119" w:rsidP="002B3119">
      <w:r w:rsidRPr="002B3119">
        <w:t>L</w:t>
      </w:r>
      <w:r w:rsidR="00E4444A" w:rsidRPr="0099306C">
        <w:t>’</w:t>
      </w:r>
      <w:r w:rsidRPr="002B3119">
        <w:t>été vint</w:t>
      </w:r>
      <w:r w:rsidR="00E4444A" w:rsidRPr="0099306C">
        <w:t xml:space="preserve">. </w:t>
      </w:r>
      <w:r w:rsidRPr="002B3119">
        <w:t>Ses chaleurs éprouvèrent Jeanne extrêm</w:t>
      </w:r>
      <w:r w:rsidRPr="002B3119">
        <w:t>e</w:t>
      </w:r>
      <w:r w:rsidRPr="002B3119">
        <w:t>ment</w:t>
      </w:r>
      <w:r w:rsidR="00E4444A" w:rsidRPr="0099306C">
        <w:t xml:space="preserve">. </w:t>
      </w:r>
      <w:r w:rsidRPr="002B3119">
        <w:t>Il m</w:t>
      </w:r>
      <w:r w:rsidR="00E4444A" w:rsidRPr="0099306C">
        <w:t>’</w:t>
      </w:r>
      <w:r w:rsidRPr="002B3119">
        <w:t>arrivait</w:t>
      </w:r>
      <w:r w:rsidR="00E4444A" w:rsidRPr="0099306C">
        <w:t xml:space="preserve">, </w:t>
      </w:r>
      <w:r w:rsidRPr="002B3119">
        <w:t>en la voyant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éprouver une sensation étrange</w:t>
      </w:r>
      <w:r w:rsidR="00E4444A" w:rsidRPr="0099306C">
        <w:t>. « </w:t>
      </w:r>
      <w:r w:rsidRPr="002B3119">
        <w:t>Oh</w:t>
      </w:r>
      <w:r w:rsidR="00E4444A" w:rsidRPr="0099306C">
        <w:t xml:space="preserve"> ! </w:t>
      </w:r>
      <w:r w:rsidRPr="002B3119">
        <w:t>je suis si lasse</w:t>
      </w:r>
      <w:r w:rsidR="00E4444A" w:rsidRPr="0099306C">
        <w:t xml:space="preserve">, </w:t>
      </w:r>
      <w:r w:rsidRPr="002B3119">
        <w:t>si lasse</w:t>
      </w:r>
      <w:r w:rsidR="00E4444A" w:rsidRPr="0099306C">
        <w:t xml:space="preserve">, </w:t>
      </w:r>
      <w:r w:rsidRPr="002B3119">
        <w:t>disait-elle</w:t>
      </w:r>
      <w:r w:rsidR="00E4444A" w:rsidRPr="0099306C">
        <w:t xml:space="preserve">, </w:t>
      </w:r>
      <w:r w:rsidRPr="002B3119">
        <w:t>ne fais pas attention à moi</w:t>
      </w:r>
      <w:r w:rsidR="00E4444A" w:rsidRPr="0099306C">
        <w:t>… »</w:t>
      </w:r>
    </w:p>
    <w:p w14:paraId="10DCCC15" w14:textId="77777777" w:rsidR="00E4444A" w:rsidRPr="0099306C" w:rsidRDefault="002B3119" w:rsidP="002B3119">
      <w:r w:rsidRPr="002B3119">
        <w:t>Une fois</w:t>
      </w:r>
      <w:r w:rsidR="00E4444A" w:rsidRPr="0099306C">
        <w:t xml:space="preserve">, </w:t>
      </w:r>
      <w:r w:rsidRPr="002B3119">
        <w:t>nous étions sortis après dîner</w:t>
      </w:r>
      <w:r w:rsidR="00E4444A" w:rsidRPr="0099306C">
        <w:t xml:space="preserve">. </w:t>
      </w:r>
      <w:r w:rsidRPr="002B3119">
        <w:t>Les premiers souffles nocturnes nous éventaient au passage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le d</w:t>
      </w:r>
      <w:r w:rsidRPr="002B3119">
        <w:t>é</w:t>
      </w:r>
      <w:r w:rsidRPr="002B3119">
        <w:t>clin d</w:t>
      </w:r>
      <w:r w:rsidR="00E4444A" w:rsidRPr="0099306C">
        <w:t>’</w:t>
      </w:r>
      <w:r w:rsidRPr="002B3119">
        <w:t>un de ces jours de juillet si torrides qu</w:t>
      </w:r>
      <w:r w:rsidR="00E4444A" w:rsidRPr="0099306C">
        <w:t>’</w:t>
      </w:r>
      <w:r w:rsidRPr="002B3119">
        <w:t>on ne vit que le soir</w:t>
      </w:r>
      <w:r w:rsidR="00E4444A" w:rsidRPr="0099306C">
        <w:t xml:space="preserve">. </w:t>
      </w:r>
      <w:r w:rsidRPr="002B3119">
        <w:t>De quelque fête lointaine</w:t>
      </w:r>
      <w:r w:rsidR="00E4444A" w:rsidRPr="0099306C">
        <w:t xml:space="preserve">, </w:t>
      </w:r>
      <w:r w:rsidRPr="002B3119">
        <w:t>assoupies par la distance</w:t>
      </w:r>
      <w:r w:rsidR="00E4444A" w:rsidRPr="0099306C">
        <w:t xml:space="preserve">, </w:t>
      </w:r>
      <w:r w:rsidRPr="002B3119">
        <w:t>nous arrivaient des rumeurs vagues</w:t>
      </w:r>
      <w:r w:rsidR="00E4444A" w:rsidRPr="0099306C">
        <w:t xml:space="preserve"> : </w:t>
      </w:r>
      <w:r w:rsidRPr="002B3119">
        <w:t>chants de violons et rires de femmes</w:t>
      </w:r>
      <w:r w:rsidR="00E4444A" w:rsidRPr="0099306C">
        <w:t xml:space="preserve">. </w:t>
      </w:r>
      <w:r w:rsidRPr="002B3119">
        <w:t>La dernière lueur du jour s</w:t>
      </w:r>
      <w:r w:rsidR="00E4444A" w:rsidRPr="0099306C">
        <w:t>’</w:t>
      </w:r>
      <w:r w:rsidRPr="002B3119">
        <w:t>éteignait dans la rivière</w:t>
      </w:r>
      <w:r w:rsidR="00E4444A" w:rsidRPr="0099306C">
        <w:t>.</w:t>
      </w:r>
    </w:p>
    <w:p w14:paraId="018DF602" w14:textId="77777777" w:rsidR="00E4444A" w:rsidRPr="0099306C" w:rsidRDefault="002B3119" w:rsidP="002B3119">
      <w:r w:rsidRPr="002B3119">
        <w:t>Jeanne</w:t>
      </w:r>
      <w:r w:rsidR="00E4444A" w:rsidRPr="0099306C">
        <w:t xml:space="preserve">, </w:t>
      </w:r>
      <w:r w:rsidRPr="002B3119">
        <w:t>sans lever la tête</w:t>
      </w:r>
      <w:r w:rsidR="00E4444A" w:rsidRPr="0099306C">
        <w:t xml:space="preserve">, </w:t>
      </w:r>
      <w:r w:rsidRPr="002B3119">
        <w:t>parla</w:t>
      </w:r>
      <w:r w:rsidR="00E4444A" w:rsidRPr="0099306C">
        <w:t> :</w:t>
      </w:r>
    </w:p>
    <w:p w14:paraId="3E235CEE" w14:textId="77777777" w:rsidR="00E4444A" w:rsidRPr="0099306C" w:rsidRDefault="00E4444A" w:rsidP="002B3119">
      <w:r w:rsidRPr="0099306C">
        <w:t>— </w:t>
      </w:r>
      <w:r w:rsidR="002B3119" w:rsidRPr="002B3119">
        <w:t>Mon ami</w:t>
      </w:r>
      <w:r w:rsidRPr="0099306C">
        <w:t xml:space="preserve">, </w:t>
      </w:r>
      <w:r w:rsidR="002B3119" w:rsidRPr="002B3119">
        <w:t>dit-elle</w:t>
      </w:r>
      <w:r w:rsidRPr="0099306C">
        <w:t xml:space="preserve">, </w:t>
      </w:r>
      <w:r w:rsidR="002B3119" w:rsidRPr="002B3119">
        <w:t>laisse-moi te demander quelque chose</w:t>
      </w:r>
      <w:r w:rsidRPr="0099306C">
        <w:t xml:space="preserve">… </w:t>
      </w:r>
      <w:r w:rsidR="002B3119" w:rsidRPr="002B3119">
        <w:t>N</w:t>
      </w:r>
      <w:r w:rsidRPr="0099306C">
        <w:t>’</w:t>
      </w:r>
      <w:r w:rsidR="002B3119" w:rsidRPr="002B3119">
        <w:t>est-ce pas</w:t>
      </w:r>
      <w:r w:rsidRPr="0099306C">
        <w:t xml:space="preserve"> ? </w:t>
      </w:r>
      <w:r w:rsidR="002B3119" w:rsidRPr="002B3119">
        <w:t>tu saurais élever Yvette</w:t>
      </w:r>
      <w:r w:rsidRPr="0099306C">
        <w:t xml:space="preserve">, </w:t>
      </w:r>
      <w:r w:rsidR="002B3119" w:rsidRPr="002B3119">
        <w:t>si jamais j</w:t>
      </w:r>
      <w:r w:rsidRPr="0099306C">
        <w:t>’</w:t>
      </w:r>
      <w:r w:rsidR="002B3119" w:rsidRPr="002B3119">
        <w:t>étais éloignée de toi</w:t>
      </w:r>
      <w:r w:rsidRPr="0099306C">
        <w:t> ?</w:t>
      </w:r>
    </w:p>
    <w:p w14:paraId="6DB0E4C2" w14:textId="77777777" w:rsidR="00E4444A" w:rsidRPr="0099306C" w:rsidRDefault="002B3119" w:rsidP="002B3119">
      <w:r w:rsidRPr="002B3119">
        <w:t>Une crainte d</w:t>
      </w:r>
      <w:r w:rsidR="00E4444A" w:rsidRPr="0099306C">
        <w:t>’</w:t>
      </w:r>
      <w:r w:rsidRPr="002B3119">
        <w:t>aggraver les choses</w:t>
      </w:r>
      <w:r w:rsidR="00E4444A" w:rsidRPr="0099306C">
        <w:t xml:space="preserve">, </w:t>
      </w:r>
      <w:r w:rsidRPr="002B3119">
        <w:t>de leur donner un tour tragique m</w:t>
      </w:r>
      <w:r w:rsidR="00E4444A" w:rsidRPr="0099306C">
        <w:t>’</w:t>
      </w:r>
      <w:r w:rsidRPr="002B3119">
        <w:t>empêcha de me récrier</w:t>
      </w:r>
      <w:r w:rsidR="00E4444A" w:rsidRPr="0099306C">
        <w:t>.</w:t>
      </w:r>
    </w:p>
    <w:p w14:paraId="3644EB07" w14:textId="77777777" w:rsidR="00E4444A" w:rsidRPr="0099306C" w:rsidRDefault="00E4444A" w:rsidP="002B3119">
      <w:r w:rsidRPr="0099306C">
        <w:t>— </w:t>
      </w:r>
      <w:r w:rsidR="002B3119" w:rsidRPr="002B3119">
        <w:t>Voyons</w:t>
      </w:r>
      <w:r w:rsidRPr="0099306C">
        <w:t xml:space="preserve">, </w:t>
      </w:r>
      <w:r w:rsidR="002B3119" w:rsidRPr="002B3119">
        <w:t>lui dis-je</w:t>
      </w:r>
      <w:r w:rsidRPr="0099306C">
        <w:t xml:space="preserve">, </w:t>
      </w:r>
      <w:r w:rsidR="002B3119" w:rsidRPr="002B3119">
        <w:t>quelle question bizarre</w:t>
      </w:r>
      <w:r w:rsidRPr="0099306C">
        <w:t xml:space="preserve"> ! </w:t>
      </w:r>
      <w:r w:rsidR="002B3119" w:rsidRPr="002B3119">
        <w:t>Tu sour</w:t>
      </w:r>
      <w:r w:rsidR="002B3119" w:rsidRPr="002B3119">
        <w:t>i</w:t>
      </w:r>
      <w:r w:rsidR="002B3119" w:rsidRPr="002B3119">
        <w:t>ras plus tard de tout cela</w:t>
      </w:r>
      <w:r w:rsidRPr="0099306C">
        <w:t>.</w:t>
      </w:r>
    </w:p>
    <w:p w14:paraId="0CF92B76" w14:textId="77777777" w:rsidR="00E4444A" w:rsidRPr="0099306C" w:rsidRDefault="00E4444A" w:rsidP="002B3119">
      <w:r w:rsidRPr="0099306C">
        <w:t>— </w:t>
      </w:r>
      <w:r w:rsidR="002B3119" w:rsidRPr="002B3119">
        <w:t>Plus tard</w:t>
      </w:r>
      <w:r w:rsidRPr="0099306C">
        <w:t xml:space="preserve">, </w:t>
      </w:r>
      <w:r w:rsidR="002B3119" w:rsidRPr="002B3119">
        <w:t>murmura-t-elle</w:t>
      </w:r>
      <w:r w:rsidRPr="0099306C">
        <w:t xml:space="preserve">, </w:t>
      </w:r>
      <w:r w:rsidR="002B3119" w:rsidRPr="002B3119">
        <w:t>plus tard</w:t>
      </w:r>
      <w:r w:rsidRPr="0099306C">
        <w:t xml:space="preserve">… </w:t>
      </w:r>
      <w:r w:rsidR="002B3119" w:rsidRPr="002B3119">
        <w:t>Sait-on ce qui peut arriver</w:t>
      </w:r>
      <w:r w:rsidRPr="0099306C">
        <w:t> ?</w:t>
      </w:r>
    </w:p>
    <w:p w14:paraId="4E04FF05" w14:textId="77777777" w:rsidR="00E4444A" w:rsidRPr="0099306C" w:rsidRDefault="002B3119" w:rsidP="002B3119">
      <w:r w:rsidRPr="002B3119">
        <w:t>Et nous revînmes</w:t>
      </w:r>
      <w:r w:rsidR="00E4444A" w:rsidRPr="0099306C">
        <w:t xml:space="preserve">, </w:t>
      </w:r>
      <w:r w:rsidRPr="002B3119">
        <w:t>plus silencieux encore</w:t>
      </w:r>
      <w:r w:rsidR="00E4444A" w:rsidRPr="0099306C">
        <w:t xml:space="preserve">, </w:t>
      </w:r>
      <w:r w:rsidRPr="002B3119">
        <w:t>comme deux personnes qui n</w:t>
      </w:r>
      <w:r w:rsidR="00E4444A" w:rsidRPr="0099306C">
        <w:t>’</w:t>
      </w:r>
      <w:r w:rsidRPr="002B3119">
        <w:t>auraient plus rien à se dire parce qu</w:t>
      </w:r>
      <w:r w:rsidR="00E4444A" w:rsidRPr="0099306C">
        <w:t>’</w:t>
      </w:r>
      <w:r w:rsidRPr="002B3119">
        <w:t>elles sauraient bien que leurs routes vont se séparer</w:t>
      </w:r>
      <w:r w:rsidR="00E4444A" w:rsidRPr="0099306C">
        <w:t>.</w:t>
      </w:r>
    </w:p>
    <w:p w14:paraId="30B842A7" w14:textId="77777777" w:rsidR="00E4444A" w:rsidRPr="0099306C" w:rsidRDefault="002B3119" w:rsidP="002B3119">
      <w:r w:rsidRPr="002B3119">
        <w:lastRenderedPageBreak/>
        <w:t>Le lendemain</w:t>
      </w:r>
      <w:r w:rsidR="00E4444A" w:rsidRPr="0099306C">
        <w:t xml:space="preserve">, </w:t>
      </w:r>
      <w:r w:rsidRPr="002B3119">
        <w:t>comme nous passions au salon après d</w:t>
      </w:r>
      <w:r w:rsidRPr="002B3119">
        <w:t>é</w:t>
      </w:r>
      <w:r w:rsidRPr="002B3119">
        <w:t>jeuner</w:t>
      </w:r>
      <w:r w:rsidR="00E4444A" w:rsidRPr="0099306C">
        <w:t xml:space="preserve">, </w:t>
      </w:r>
      <w:r w:rsidRPr="002B3119">
        <w:t>Jeanne me dit</w:t>
      </w:r>
      <w:r w:rsidR="00E4444A" w:rsidRPr="0099306C">
        <w:t> :</w:t>
      </w:r>
    </w:p>
    <w:p w14:paraId="27E1C05C" w14:textId="77777777" w:rsidR="00E4444A" w:rsidRPr="0099306C" w:rsidRDefault="00E4444A" w:rsidP="002B3119">
      <w:r w:rsidRPr="0099306C">
        <w:t>— </w:t>
      </w:r>
      <w:r w:rsidR="002B3119" w:rsidRPr="002B3119">
        <w:t>Décidément</w:t>
      </w:r>
      <w:r w:rsidRPr="0099306C">
        <w:t xml:space="preserve">, </w:t>
      </w:r>
      <w:r w:rsidR="002B3119" w:rsidRPr="002B3119">
        <w:t>je ne vais pas bien</w:t>
      </w:r>
      <w:r w:rsidRPr="0099306C">
        <w:t xml:space="preserve">. </w:t>
      </w:r>
      <w:r w:rsidR="002B3119" w:rsidRPr="002B3119">
        <w:t>Je voudrais passer quelques jours chez mon oncle</w:t>
      </w:r>
      <w:r w:rsidRPr="0099306C">
        <w:t>.</w:t>
      </w:r>
    </w:p>
    <w:p w14:paraId="1A9D4C09" w14:textId="77777777" w:rsidR="00E4444A" w:rsidRPr="0099306C" w:rsidRDefault="00E4444A" w:rsidP="002B3119">
      <w:r w:rsidRPr="0099306C">
        <w:t>— </w:t>
      </w:r>
      <w:r w:rsidR="002B3119" w:rsidRPr="002B3119">
        <w:t>Et quand veux-tu partir</w:t>
      </w:r>
      <w:r w:rsidRPr="0099306C">
        <w:t xml:space="preserve"> ? </w:t>
      </w:r>
      <w:r w:rsidR="002B3119" w:rsidRPr="002B3119">
        <w:t>lui demandai-je</w:t>
      </w:r>
      <w:r w:rsidRPr="0099306C">
        <w:t>.</w:t>
      </w:r>
    </w:p>
    <w:p w14:paraId="1F7ABB1B" w14:textId="77777777" w:rsidR="00E4444A" w:rsidRPr="0099306C" w:rsidRDefault="00E4444A" w:rsidP="002B3119">
      <w:r w:rsidRPr="0099306C">
        <w:t>— </w:t>
      </w:r>
      <w:r w:rsidR="002B3119" w:rsidRPr="002B3119">
        <w:t>Ma malle sera bientôt faite</w:t>
      </w:r>
      <w:r w:rsidRPr="0099306C">
        <w:t xml:space="preserve">. </w:t>
      </w:r>
      <w:r w:rsidR="002B3119" w:rsidRPr="002B3119">
        <w:t>Je pourrais partir cet après-midi</w:t>
      </w:r>
      <w:r w:rsidRPr="0099306C">
        <w:t>.</w:t>
      </w:r>
    </w:p>
    <w:p w14:paraId="4268B960" w14:textId="77777777" w:rsidR="00E4444A" w:rsidRPr="0099306C" w:rsidRDefault="002B3119" w:rsidP="002B3119">
      <w:r w:rsidRPr="002B3119">
        <w:t>Je me gardai de rien objecter et Jeanne monta dans sa chambre faire ses préparatifs</w:t>
      </w:r>
      <w:r w:rsidR="00E4444A" w:rsidRPr="0099306C">
        <w:t xml:space="preserve">. </w:t>
      </w:r>
      <w:r w:rsidRPr="002B3119">
        <w:t>Resté dans le salon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entendais aller et venir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innocente Yvette gambadait dans le jardin</w:t>
      </w:r>
      <w:r w:rsidR="00E4444A" w:rsidRPr="0099306C">
        <w:t>.</w:t>
      </w:r>
    </w:p>
    <w:p w14:paraId="469C650D" w14:textId="77777777" w:rsidR="00E4444A" w:rsidRPr="0099306C" w:rsidRDefault="002B3119" w:rsidP="002B3119">
      <w:r w:rsidRPr="002B3119">
        <w:t>La voix de Jeanne m</w:t>
      </w:r>
      <w:r w:rsidR="00E4444A" w:rsidRPr="0099306C">
        <w:t>’</w:t>
      </w:r>
      <w:r w:rsidRPr="002B3119">
        <w:t>arriva du premier</w:t>
      </w:r>
      <w:r w:rsidR="00E4444A" w:rsidRPr="0099306C">
        <w:t>.</w:t>
      </w:r>
    </w:p>
    <w:p w14:paraId="78DD8101" w14:textId="77777777" w:rsidR="00E4444A" w:rsidRPr="0099306C" w:rsidRDefault="00E4444A" w:rsidP="002B3119">
      <w:r w:rsidRPr="0099306C">
        <w:t>— </w:t>
      </w:r>
      <w:r w:rsidR="002B3119" w:rsidRPr="002B3119">
        <w:t>Veux-tu me choisir quelques livres</w:t>
      </w:r>
      <w:r w:rsidRPr="0099306C">
        <w:t xml:space="preserve"> ?… </w:t>
      </w:r>
      <w:r w:rsidR="002B3119" w:rsidRPr="002B3119">
        <w:t>des volumes de vers si tu veux</w:t>
      </w:r>
      <w:r w:rsidRPr="0099306C">
        <w:t>…</w:t>
      </w:r>
    </w:p>
    <w:p w14:paraId="64AB0909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étais heureux qu</w:t>
      </w:r>
      <w:r w:rsidR="00E4444A" w:rsidRPr="0099306C">
        <w:t>’</w:t>
      </w:r>
      <w:r w:rsidRPr="002B3119">
        <w:t>elle exprimât ce désir</w:t>
      </w:r>
      <w:r w:rsidR="00E4444A" w:rsidRPr="0099306C">
        <w:t xml:space="preserve">. </w:t>
      </w:r>
      <w:r w:rsidRPr="002B3119">
        <w:t>Ainsi</w:t>
      </w:r>
      <w:r w:rsidR="00E4444A" w:rsidRPr="0099306C">
        <w:t xml:space="preserve">, </w:t>
      </w:r>
      <w:r w:rsidRPr="002B3119">
        <w:t>nos belles heures de plénitude</w:t>
      </w:r>
      <w:r w:rsidR="00E4444A" w:rsidRPr="0099306C">
        <w:t xml:space="preserve">, </w:t>
      </w:r>
      <w:r w:rsidRPr="002B3119">
        <w:t>elle ne les avait pas tout à fait oubliées</w:t>
      </w:r>
      <w:r w:rsidR="00E4444A" w:rsidRPr="0099306C">
        <w:t xml:space="preserve">. </w:t>
      </w:r>
      <w:r w:rsidRPr="002B3119">
        <w:t>Ces pages que nous avions lues ensemble</w:t>
      </w:r>
      <w:r w:rsidR="00E4444A" w:rsidRPr="0099306C">
        <w:t xml:space="preserve">, </w:t>
      </w:r>
      <w:r w:rsidRPr="002B3119">
        <w:t>elle éprouvait le besoin de les relire</w:t>
      </w:r>
      <w:r w:rsidR="00E4444A" w:rsidRPr="0099306C">
        <w:t xml:space="preserve">. </w:t>
      </w:r>
      <w:r w:rsidRPr="002B3119">
        <w:t>Même serions</w:t>
      </w:r>
      <w:r w:rsidR="002C25DB">
        <w:t>-</w:t>
      </w:r>
      <w:r w:rsidRPr="002B3119">
        <w:t>nous loin l</w:t>
      </w:r>
      <w:r w:rsidR="00E4444A" w:rsidRPr="0099306C">
        <w:t>’</w:t>
      </w:r>
      <w:r w:rsidRPr="002B3119">
        <w:t>un de l</w:t>
      </w:r>
      <w:r w:rsidR="00E4444A" w:rsidRPr="0099306C">
        <w:t>’</w:t>
      </w:r>
      <w:r w:rsidRPr="002B3119">
        <w:t>autre</w:t>
      </w:r>
      <w:r w:rsidR="00E4444A" w:rsidRPr="0099306C">
        <w:t xml:space="preserve">, </w:t>
      </w:r>
      <w:r w:rsidRPr="002B3119">
        <w:t>nos chers poètes</w:t>
      </w:r>
      <w:r w:rsidR="00E4444A" w:rsidRPr="0099306C">
        <w:t xml:space="preserve">, </w:t>
      </w:r>
      <w:r w:rsidRPr="002B3119">
        <w:t>qui avaient éveillé dans nos cœurs des résonances profondes</w:t>
      </w:r>
      <w:r w:rsidR="00E4444A" w:rsidRPr="0099306C">
        <w:t xml:space="preserve">, </w:t>
      </w:r>
      <w:r w:rsidRPr="002B3119">
        <w:t>nous maintiendraient unis</w:t>
      </w:r>
      <w:r w:rsidR="00E4444A" w:rsidRPr="0099306C">
        <w:t xml:space="preserve">, </w:t>
      </w:r>
      <w:r w:rsidRPr="002B3119">
        <w:t>et plus les vers seraient beaux</w:t>
      </w:r>
      <w:r w:rsidR="00E4444A" w:rsidRPr="0099306C">
        <w:t xml:space="preserve">, </w:t>
      </w:r>
      <w:r w:rsidRPr="002B3119">
        <w:t>plus ils nous rapprocheraient</w:t>
      </w:r>
      <w:r w:rsidR="00E4444A" w:rsidRPr="0099306C">
        <w:t>.</w:t>
      </w:r>
    </w:p>
    <w:p w14:paraId="108679E9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apportai Vigny</w:t>
      </w:r>
      <w:r w:rsidR="00E4444A" w:rsidRPr="0099306C">
        <w:t xml:space="preserve">, </w:t>
      </w:r>
      <w:r w:rsidRPr="002B3119">
        <w:t xml:space="preserve">la </w:t>
      </w:r>
      <w:r w:rsidRPr="002B3119">
        <w:rPr>
          <w:i/>
        </w:rPr>
        <w:t>Légende des siècles</w:t>
      </w:r>
      <w:r w:rsidR="00E4444A" w:rsidRPr="0099306C">
        <w:t xml:space="preserve">, </w:t>
      </w:r>
      <w:r w:rsidRPr="002B3119">
        <w:t xml:space="preserve">les </w:t>
      </w:r>
      <w:r w:rsidRPr="002B3119">
        <w:rPr>
          <w:i/>
        </w:rPr>
        <w:t>Poèmes a</w:t>
      </w:r>
      <w:r w:rsidRPr="002B3119">
        <w:rPr>
          <w:i/>
        </w:rPr>
        <w:t>n</w:t>
      </w:r>
      <w:r w:rsidRPr="002B3119">
        <w:rPr>
          <w:i/>
        </w:rPr>
        <w:t>tiques</w:t>
      </w:r>
      <w:r w:rsidR="00E4444A" w:rsidRPr="0099306C">
        <w:t xml:space="preserve">. </w:t>
      </w:r>
      <w:r w:rsidRPr="002B3119">
        <w:t>La malle</w:t>
      </w:r>
      <w:r w:rsidR="00E4444A" w:rsidRPr="0099306C">
        <w:t xml:space="preserve">, </w:t>
      </w:r>
      <w:r w:rsidRPr="002B3119">
        <w:t>à moitié faite</w:t>
      </w:r>
      <w:r w:rsidR="00E4444A" w:rsidRPr="0099306C">
        <w:t xml:space="preserve">, </w:t>
      </w:r>
      <w:r w:rsidRPr="002B3119">
        <w:t>bâillait dans la chambre pa</w:t>
      </w:r>
      <w:r w:rsidRPr="002B3119">
        <w:t>r</w:t>
      </w:r>
      <w:r w:rsidRPr="002B3119">
        <w:t>mi les lingeries en désordre</w:t>
      </w:r>
      <w:r w:rsidR="00E4444A" w:rsidRPr="0099306C">
        <w:t xml:space="preserve">. </w:t>
      </w:r>
      <w:r w:rsidRPr="002B3119">
        <w:t>Jeanne s</w:t>
      </w:r>
      <w:r w:rsidR="00E4444A" w:rsidRPr="0099306C">
        <w:t>’</w:t>
      </w:r>
      <w:r w:rsidRPr="002B3119">
        <w:t>était assise</w:t>
      </w:r>
      <w:r w:rsidR="00E4444A" w:rsidRPr="0099306C">
        <w:t xml:space="preserve">, </w:t>
      </w:r>
      <w:r w:rsidRPr="002B3119">
        <w:t>un m</w:t>
      </w:r>
      <w:r w:rsidRPr="002B3119">
        <w:t>o</w:t>
      </w:r>
      <w:r w:rsidRPr="002B3119">
        <w:t>ment</w:t>
      </w:r>
      <w:r w:rsidR="00E4444A" w:rsidRPr="0099306C">
        <w:t xml:space="preserve">, </w:t>
      </w:r>
      <w:r w:rsidRPr="002B3119">
        <w:t>sur sa chaise longue pour se reposer</w:t>
      </w:r>
      <w:r w:rsidR="00E4444A" w:rsidRPr="0099306C">
        <w:t>.</w:t>
      </w:r>
    </w:p>
    <w:p w14:paraId="11FF98BE" w14:textId="77777777" w:rsidR="00E4444A" w:rsidRPr="0099306C" w:rsidRDefault="002B3119" w:rsidP="002B3119">
      <w:r w:rsidRPr="002B3119">
        <w:t>Elle se leva</w:t>
      </w:r>
      <w:r w:rsidR="00E4444A" w:rsidRPr="0099306C">
        <w:t xml:space="preserve">, </w:t>
      </w:r>
      <w:r w:rsidRPr="002B3119">
        <w:t>arrangea ma cravate d</w:t>
      </w:r>
      <w:r w:rsidR="00E4444A" w:rsidRPr="0099306C">
        <w:t>’</w:t>
      </w:r>
      <w:r w:rsidRPr="002B3119">
        <w:t>un geste dont je lui sus gré</w:t>
      </w:r>
      <w:r w:rsidR="00E4444A" w:rsidRPr="0099306C">
        <w:t xml:space="preserve">, </w:t>
      </w:r>
      <w:r w:rsidRPr="002B3119">
        <w:t>puis se rassit</w:t>
      </w:r>
      <w:r w:rsidR="00E4444A" w:rsidRPr="0099306C">
        <w:t xml:space="preserve">. </w:t>
      </w:r>
      <w:r w:rsidRPr="002B3119">
        <w:t>Cette attention banale</w:t>
      </w:r>
      <w:r w:rsidR="00E4444A" w:rsidRPr="0099306C">
        <w:t xml:space="preserve">, </w:t>
      </w:r>
      <w:r w:rsidRPr="002B3119">
        <w:t>qui ne m</w:t>
      </w:r>
      <w:r w:rsidR="00E4444A" w:rsidRPr="0099306C">
        <w:t>’</w:t>
      </w:r>
      <w:r w:rsidRPr="002B3119">
        <w:t xml:space="preserve">aurait </w:t>
      </w:r>
      <w:r w:rsidRPr="002B3119">
        <w:lastRenderedPageBreak/>
        <w:t>pas frappé dans les circonstances ordinaires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le se</w:t>
      </w:r>
      <w:r w:rsidRPr="002B3119">
        <w:t>n</w:t>
      </w:r>
      <w:r w:rsidRPr="002B3119">
        <w:t>timent que Jeanne me l</w:t>
      </w:r>
      <w:r w:rsidR="00E4444A" w:rsidRPr="0099306C">
        <w:t>’</w:t>
      </w:r>
      <w:r w:rsidRPr="002B3119">
        <w:t>accordait un peu comme une char</w:t>
      </w:r>
      <w:r w:rsidRPr="002B3119">
        <w:t>i</w:t>
      </w:r>
      <w:r w:rsidRPr="002B3119">
        <w:t>té</w:t>
      </w:r>
      <w:r w:rsidR="00E4444A" w:rsidRPr="0099306C">
        <w:t>.</w:t>
      </w:r>
    </w:p>
    <w:p w14:paraId="1593743D" w14:textId="77777777" w:rsidR="00E4444A" w:rsidRPr="0099306C" w:rsidRDefault="002B3119" w:rsidP="002B3119">
      <w:r w:rsidRPr="002B3119">
        <w:t>Vers la fin de 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accompagnai à la gare</w:t>
      </w:r>
      <w:r w:rsidR="00E4444A" w:rsidRPr="0099306C">
        <w:t xml:space="preserve">. </w:t>
      </w:r>
      <w:r w:rsidRPr="002B3119">
        <w:t>Nous étions tous les deux un peu troublés</w:t>
      </w:r>
      <w:r w:rsidR="00E4444A" w:rsidRPr="0099306C">
        <w:t xml:space="preserve">. </w:t>
      </w:r>
      <w:r w:rsidRPr="002B3119">
        <w:t>Le train s</w:t>
      </w:r>
      <w:r w:rsidR="00E4444A" w:rsidRPr="0099306C">
        <w:t>’</w:t>
      </w:r>
      <w:r w:rsidRPr="002B3119">
        <w:t>ébranla et elle se mit à la portière</w:t>
      </w:r>
      <w:r w:rsidR="00E4444A" w:rsidRPr="0099306C">
        <w:t xml:space="preserve">, </w:t>
      </w:r>
      <w:r w:rsidRPr="002B3119">
        <w:t>me disant</w:t>
      </w:r>
      <w:r w:rsidR="00E4444A" w:rsidRPr="0099306C">
        <w:t> : « </w:t>
      </w:r>
      <w:r w:rsidRPr="002B3119">
        <w:t>Au revoir</w:t>
      </w:r>
      <w:r w:rsidR="00E4444A" w:rsidRPr="0099306C">
        <w:t> ! »</w:t>
      </w:r>
      <w:r w:rsidRPr="002B3119">
        <w:t xml:space="preserve"> de la main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lorsque je revins dans la chambre déserte</w:t>
      </w:r>
      <w:r w:rsidR="00E4444A" w:rsidRPr="0099306C">
        <w:t xml:space="preserve">, </w:t>
      </w:r>
      <w:r w:rsidRPr="002B3119">
        <w:t>si pleine encore de sa présence</w:t>
      </w:r>
      <w:r w:rsidR="00E4444A" w:rsidRPr="0099306C">
        <w:t xml:space="preserve">, </w:t>
      </w:r>
      <w:r w:rsidRPr="002B3119">
        <w:t>je reconnus sur la coiffeuse les trois livres qu</w:t>
      </w:r>
      <w:r w:rsidR="00E4444A" w:rsidRPr="0099306C">
        <w:t>’</w:t>
      </w:r>
      <w:r w:rsidRPr="002B3119">
        <w:t>elle</w:t>
      </w:r>
      <w:r w:rsidR="00E4444A" w:rsidRPr="0099306C">
        <w:t xml:space="preserve"> </w:t>
      </w:r>
      <w:r w:rsidRPr="002B3119">
        <w:t>avait oubliés</w:t>
      </w:r>
      <w:r w:rsidR="00E4444A" w:rsidRPr="0099306C">
        <w:t>.</w:t>
      </w:r>
    </w:p>
    <w:p w14:paraId="54DEF903" w14:textId="77777777" w:rsidR="002B3119" w:rsidRPr="002B3119" w:rsidRDefault="002B3119" w:rsidP="002B3119"/>
    <w:p w14:paraId="0903D26B" w14:textId="77777777" w:rsidR="00E4444A" w:rsidRPr="0099306C" w:rsidRDefault="002B3119" w:rsidP="002B3119">
      <w:r w:rsidRPr="002B3119">
        <w:t>Jeanne</w:t>
      </w:r>
      <w:r w:rsidR="00E4444A" w:rsidRPr="0099306C">
        <w:t xml:space="preserve">, </w:t>
      </w:r>
      <w:r w:rsidRPr="002B3119">
        <w:t>absente depuis une quinzaine</w:t>
      </w:r>
      <w:r w:rsidR="00E4444A" w:rsidRPr="0099306C">
        <w:t xml:space="preserve">, </w:t>
      </w:r>
      <w:r w:rsidRPr="002B3119">
        <w:t>avait annoncé son retour</w:t>
      </w:r>
      <w:r w:rsidR="00E4444A" w:rsidRPr="0099306C">
        <w:t xml:space="preserve">. </w:t>
      </w:r>
      <w:r w:rsidRPr="002B3119">
        <w:t>Nous l</w:t>
      </w:r>
      <w:r w:rsidR="00E4444A" w:rsidRPr="0099306C">
        <w:t>’</w:t>
      </w:r>
      <w:r w:rsidRPr="002B3119">
        <w:t>attendions pour le soir même</w:t>
      </w:r>
      <w:r w:rsidR="00E4444A" w:rsidRPr="0099306C">
        <w:t xml:space="preserve">. </w:t>
      </w:r>
      <w:r w:rsidRPr="002B3119">
        <w:t>Notre brave Marie-Anne avait nettoyé la maison de fond en comble</w:t>
      </w:r>
      <w:r w:rsidR="00E4444A" w:rsidRPr="0099306C">
        <w:t xml:space="preserve">. </w:t>
      </w:r>
      <w:r w:rsidRPr="002B3119">
        <w:t>Elle avait changé des rideaux</w:t>
      </w:r>
      <w:r w:rsidR="00E4444A" w:rsidRPr="0099306C">
        <w:t xml:space="preserve">, </w:t>
      </w:r>
      <w:r w:rsidRPr="002B3119">
        <w:t>ratissé le jardin</w:t>
      </w:r>
      <w:r w:rsidR="00E4444A" w:rsidRPr="0099306C">
        <w:t xml:space="preserve">, </w:t>
      </w:r>
      <w:r w:rsidRPr="002B3119">
        <w:t>fait briller les a</w:t>
      </w:r>
      <w:r w:rsidRPr="002B3119">
        <w:t>r</w:t>
      </w:r>
      <w:r w:rsidRPr="002B3119">
        <w:t>genteries</w:t>
      </w:r>
      <w:r w:rsidR="00E4444A" w:rsidRPr="0099306C">
        <w:t xml:space="preserve">, </w:t>
      </w:r>
      <w:r w:rsidRPr="002B3119">
        <w:t>mis des fleurs dans chaque pièce</w:t>
      </w:r>
      <w:r w:rsidR="00E4444A" w:rsidRPr="0099306C">
        <w:t xml:space="preserve">. </w:t>
      </w:r>
      <w:r w:rsidRPr="002B3119">
        <w:t>Dans sa bonne intelligence simple</w:t>
      </w:r>
      <w:r w:rsidR="00E4444A" w:rsidRPr="0099306C">
        <w:t xml:space="preserve">, </w:t>
      </w:r>
      <w:r w:rsidRPr="002B3119">
        <w:t>elle n</w:t>
      </w:r>
      <w:r w:rsidR="00E4444A" w:rsidRPr="0099306C">
        <w:t>’</w:t>
      </w:r>
      <w:r w:rsidRPr="002B3119">
        <w:t>avait pas eu besoin de mes ordres</w:t>
      </w:r>
      <w:r w:rsidR="00E4444A" w:rsidRPr="0099306C">
        <w:t xml:space="preserve">. </w:t>
      </w:r>
      <w:r w:rsidRPr="002B3119">
        <w:t xml:space="preserve">Il importait que </w:t>
      </w:r>
      <w:r w:rsidR="00E4444A" w:rsidRPr="0099306C">
        <w:t>« </w:t>
      </w:r>
      <w:r w:rsidRPr="002B3119">
        <w:t>madame</w:t>
      </w:r>
      <w:r w:rsidR="00E4444A" w:rsidRPr="0099306C">
        <w:t xml:space="preserve"> », </w:t>
      </w:r>
      <w:r w:rsidRPr="002B3119">
        <w:t>dès son premier regard</w:t>
      </w:r>
      <w:r w:rsidR="00E4444A" w:rsidRPr="0099306C">
        <w:t xml:space="preserve">, </w:t>
      </w:r>
      <w:r w:rsidRPr="002B3119">
        <w:t>tro</w:t>
      </w:r>
      <w:r w:rsidRPr="002B3119">
        <w:t>u</w:t>
      </w:r>
      <w:r w:rsidRPr="002B3119">
        <w:t>vât un intérieur qui lui plût</w:t>
      </w:r>
      <w:r w:rsidR="00E4444A" w:rsidRPr="0099306C">
        <w:t xml:space="preserve">. </w:t>
      </w:r>
      <w:r w:rsidRPr="002B3119">
        <w:t>Marie-Anne était ma discrète a</w:t>
      </w:r>
      <w:r w:rsidRPr="002B3119">
        <w:t>l</w:t>
      </w:r>
      <w:r w:rsidRPr="002B3119">
        <w:t>liée</w:t>
      </w:r>
      <w:r w:rsidR="00E4444A" w:rsidRPr="0099306C">
        <w:t>.</w:t>
      </w:r>
    </w:p>
    <w:p w14:paraId="72ABFCAE" w14:textId="77777777" w:rsidR="00E4444A" w:rsidRPr="0099306C" w:rsidRDefault="002B3119" w:rsidP="002B3119">
      <w:r w:rsidRPr="002B3119">
        <w:t>Tout en déjeunant</w:t>
      </w:r>
      <w:r w:rsidR="00E4444A" w:rsidRPr="0099306C">
        <w:t xml:space="preserve">, </w:t>
      </w:r>
      <w:r w:rsidRPr="002B3119">
        <w:t>Yvette et moi nous avions cent fois répété</w:t>
      </w:r>
      <w:r w:rsidR="00E4444A" w:rsidRPr="0099306C">
        <w:t> :</w:t>
      </w:r>
    </w:p>
    <w:p w14:paraId="4B0986B0" w14:textId="77777777" w:rsidR="00E4444A" w:rsidRPr="0099306C" w:rsidRDefault="00E4444A" w:rsidP="002B3119">
      <w:r w:rsidRPr="0099306C">
        <w:t>— </w:t>
      </w:r>
      <w:r w:rsidR="002B3119" w:rsidRPr="002B3119">
        <w:t>Maman rentre aujourd</w:t>
      </w:r>
      <w:r w:rsidRPr="0099306C">
        <w:t>’</w:t>
      </w:r>
      <w:r w:rsidR="002B3119" w:rsidRPr="002B3119">
        <w:t>hui</w:t>
      </w:r>
      <w:r w:rsidRPr="0099306C">
        <w:t xml:space="preserve">… </w:t>
      </w:r>
      <w:r w:rsidR="002B3119" w:rsidRPr="002B3119">
        <w:t>Maman rentre a</w:t>
      </w:r>
      <w:r w:rsidR="002B3119" w:rsidRPr="002B3119">
        <w:t>u</w:t>
      </w:r>
      <w:r w:rsidR="002B3119" w:rsidRPr="002B3119">
        <w:t>jourd</w:t>
      </w:r>
      <w:r w:rsidRPr="0099306C">
        <w:t>’</w:t>
      </w:r>
      <w:r w:rsidR="002B3119" w:rsidRPr="002B3119">
        <w:t>hui</w:t>
      </w:r>
      <w:r w:rsidRPr="0099306C">
        <w:t>…</w:t>
      </w:r>
    </w:p>
    <w:p w14:paraId="4780E1EF" w14:textId="77777777" w:rsidR="00E4444A" w:rsidRPr="0099306C" w:rsidRDefault="002B3119" w:rsidP="002B3119">
      <w:r w:rsidRPr="002B3119">
        <w:t>Le train arrivait vers cinq heures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prête au moins une heure d</w:t>
      </w:r>
      <w:r w:rsidR="00E4444A" w:rsidRPr="0099306C">
        <w:t>’</w:t>
      </w:r>
      <w:r w:rsidRPr="002B3119">
        <w:t>avance</w:t>
      </w:r>
      <w:r w:rsidR="00E4444A" w:rsidRPr="0099306C">
        <w:t xml:space="preserve">, </w:t>
      </w:r>
      <w:r w:rsidRPr="002B3119">
        <w:t>commençait à s</w:t>
      </w:r>
      <w:r w:rsidR="00E4444A" w:rsidRPr="0099306C">
        <w:t>’</w:t>
      </w:r>
      <w:r w:rsidRPr="002B3119">
        <w:t>impatienter</w:t>
      </w:r>
      <w:r w:rsidR="00E4444A" w:rsidRPr="0099306C">
        <w:t xml:space="preserve">. </w:t>
      </w:r>
      <w:r w:rsidRPr="002B3119">
        <w:t>Il ne fallait pas qu</w:t>
      </w:r>
      <w:r w:rsidR="00E4444A" w:rsidRPr="0099306C">
        <w:t>’</w:t>
      </w:r>
      <w:r w:rsidRPr="002B3119">
        <w:t>elle jouât</w:t>
      </w:r>
      <w:r w:rsidR="00E4444A" w:rsidRPr="0099306C">
        <w:t xml:space="preserve">, </w:t>
      </w:r>
      <w:r w:rsidRPr="002B3119">
        <w:t>de peur de trop froisser sa robe</w:t>
      </w:r>
      <w:r w:rsidR="00E4444A" w:rsidRPr="0099306C">
        <w:t xml:space="preserve">. </w:t>
      </w:r>
      <w:r w:rsidRPr="002B3119">
        <w:t>Marie</w:t>
      </w:r>
      <w:r w:rsidR="002C25DB">
        <w:t>-</w:t>
      </w:r>
      <w:r w:rsidRPr="002B3119">
        <w:t>Anne n</w:t>
      </w:r>
      <w:r w:rsidR="00E4444A" w:rsidRPr="0099306C">
        <w:t>’</w:t>
      </w:r>
      <w:r w:rsidRPr="002B3119">
        <w:t>avait jamais tant mis de soin à la faire jolie</w:t>
      </w:r>
      <w:r w:rsidR="00E4444A" w:rsidRPr="0099306C">
        <w:t xml:space="preserve">. </w:t>
      </w:r>
      <w:r w:rsidRPr="002B3119">
        <w:t>Comme ses cheveux étaient bien brossés</w:t>
      </w:r>
      <w:r w:rsidR="00E4444A" w:rsidRPr="0099306C">
        <w:t xml:space="preserve"> ! </w:t>
      </w:r>
      <w:r w:rsidRPr="002B3119">
        <w:t>Nous allâmes tous les deux à la gare</w:t>
      </w:r>
      <w:r w:rsidR="00E4444A" w:rsidRPr="0099306C">
        <w:t xml:space="preserve">. </w:t>
      </w:r>
      <w:r w:rsidRPr="002B3119">
        <w:t>Le train en retard finit par arriver</w:t>
      </w:r>
      <w:r w:rsidR="00E4444A" w:rsidRPr="0099306C">
        <w:t xml:space="preserve">. </w:t>
      </w:r>
      <w:r w:rsidRPr="002B3119">
        <w:t>Jeanne n</w:t>
      </w:r>
      <w:r w:rsidR="00E4444A" w:rsidRPr="0099306C">
        <w:t>’</w:t>
      </w:r>
      <w:r w:rsidRPr="002B3119">
        <w:t>y était pas</w:t>
      </w:r>
      <w:r w:rsidR="00E4444A" w:rsidRPr="0099306C">
        <w:t>.</w:t>
      </w:r>
    </w:p>
    <w:p w14:paraId="3668590E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un samedi soir</w:t>
      </w:r>
      <w:r w:rsidR="00E4444A" w:rsidRPr="0099306C">
        <w:t xml:space="preserve">. </w:t>
      </w:r>
      <w:r w:rsidRPr="002B3119">
        <w:t>Un autre train devait suivre une heure après</w:t>
      </w:r>
      <w:r w:rsidR="00E4444A" w:rsidRPr="0099306C">
        <w:t xml:space="preserve">. </w:t>
      </w:r>
      <w:r w:rsidR="007926D5" w:rsidRPr="0099306C">
        <w:t>À</w:t>
      </w:r>
      <w:r w:rsidRPr="002B3119">
        <w:t xml:space="preserve"> son tour</w:t>
      </w:r>
      <w:r w:rsidR="00E4444A" w:rsidRPr="0099306C">
        <w:t xml:space="preserve">, </w:t>
      </w:r>
      <w:r w:rsidRPr="002B3119">
        <w:t>il s</w:t>
      </w:r>
      <w:r w:rsidR="00E4444A" w:rsidRPr="0099306C">
        <w:t>’</w:t>
      </w:r>
      <w:r w:rsidRPr="002B3119">
        <w:t>arrêta</w:t>
      </w:r>
      <w:r w:rsidR="00E4444A" w:rsidRPr="0099306C">
        <w:t xml:space="preserve">, </w:t>
      </w:r>
      <w:r w:rsidRPr="002B3119">
        <w:t>bondé</w:t>
      </w:r>
      <w:r w:rsidR="00E4444A" w:rsidRPr="0099306C">
        <w:t xml:space="preserve">. </w:t>
      </w:r>
      <w:r w:rsidRPr="002B3119">
        <w:t xml:space="preserve">Des Parisiens </w:t>
      </w:r>
      <w:r w:rsidRPr="002B3119">
        <w:lastRenderedPageBreak/>
        <w:t>v</w:t>
      </w:r>
      <w:r w:rsidRPr="002B3119">
        <w:t>e</w:t>
      </w:r>
      <w:r w:rsidRPr="002B3119">
        <w:t>naient passer le dimanche à la campagne</w:t>
      </w:r>
      <w:r w:rsidR="00E4444A" w:rsidRPr="0099306C">
        <w:t xml:space="preserve">. </w:t>
      </w:r>
      <w:r w:rsidRPr="002B3119">
        <w:t>Toute une foule stationnait à la sortie</w:t>
      </w:r>
      <w:r w:rsidR="00E4444A" w:rsidRPr="0099306C">
        <w:t xml:space="preserve">. </w:t>
      </w:r>
      <w:r w:rsidRPr="002B3119">
        <w:t>Ce furent des appels</w:t>
      </w:r>
      <w:r w:rsidR="00E4444A" w:rsidRPr="0099306C">
        <w:t xml:space="preserve">, </w:t>
      </w:r>
      <w:r w:rsidRPr="002B3119">
        <w:t>des signaux</w:t>
      </w:r>
      <w:r w:rsidR="00E4444A" w:rsidRPr="0099306C">
        <w:t xml:space="preserve">, </w:t>
      </w:r>
      <w:r w:rsidRPr="002B3119">
        <w:t>des embrassements</w:t>
      </w:r>
      <w:r w:rsidR="00E4444A" w:rsidRPr="0099306C">
        <w:t xml:space="preserve">. </w:t>
      </w:r>
      <w:r w:rsidRPr="002B3119">
        <w:t>Vainement je cherchai Jeanne dans cette cohue</w:t>
      </w:r>
      <w:r w:rsidR="00E4444A" w:rsidRPr="0099306C">
        <w:t xml:space="preserve">, </w:t>
      </w:r>
      <w:r w:rsidRPr="002B3119">
        <w:t>qui lentement s</w:t>
      </w:r>
      <w:r w:rsidR="00E4444A" w:rsidRPr="0099306C">
        <w:t>’</w:t>
      </w:r>
      <w:r w:rsidRPr="002B3119">
        <w:t>écoula</w:t>
      </w:r>
      <w:r w:rsidR="00E4444A" w:rsidRPr="0099306C">
        <w:t>.</w:t>
      </w:r>
    </w:p>
    <w:p w14:paraId="5C2D2FA6" w14:textId="77777777" w:rsidR="00E4444A" w:rsidRPr="0099306C" w:rsidRDefault="002B3119" w:rsidP="002B3119">
      <w:r w:rsidRPr="002B3119">
        <w:t>Je ramenai Yvette à la maison</w:t>
      </w:r>
      <w:r w:rsidR="00E4444A" w:rsidRPr="0099306C">
        <w:t xml:space="preserve">. </w:t>
      </w:r>
      <w:r w:rsidRPr="002B3119">
        <w:t>Il nous parut triste le fin repas qu</w:t>
      </w:r>
      <w:r w:rsidR="00E4444A" w:rsidRPr="0099306C">
        <w:t>’</w:t>
      </w:r>
      <w:r w:rsidRPr="002B3119">
        <w:t>avait préparé Marie-Anne pour fêter le retour de maman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tombant de sommeil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endormit de bonne heure</w:t>
      </w:r>
      <w:r w:rsidR="00E4444A" w:rsidRPr="0099306C">
        <w:t xml:space="preserve">. </w:t>
      </w:r>
      <w:r w:rsidRPr="002B3119">
        <w:t xml:space="preserve">Je retournai </w:t>
      </w:r>
      <w:r w:rsidR="00E4444A" w:rsidRPr="0099306C">
        <w:t>« </w:t>
      </w:r>
      <w:r w:rsidRPr="002B3119">
        <w:t>au train des théâtres</w:t>
      </w:r>
      <w:r w:rsidR="00E4444A" w:rsidRPr="0099306C">
        <w:t> »</w:t>
      </w:r>
      <w:r w:rsidRPr="002B3119">
        <w:t xml:space="preserve"> attendre Jeanne une dernière fois</w:t>
      </w:r>
      <w:r w:rsidR="00E4444A" w:rsidRPr="0099306C">
        <w:t>.</w:t>
      </w:r>
    </w:p>
    <w:p w14:paraId="4C89CAAC" w14:textId="77777777" w:rsidR="00E4444A" w:rsidRPr="0099306C" w:rsidRDefault="002B3119" w:rsidP="002B3119">
      <w:r w:rsidRPr="002B3119">
        <w:t>La gare était presque déserte</w:t>
      </w:r>
      <w:r w:rsidR="00E4444A" w:rsidRPr="0099306C">
        <w:t xml:space="preserve">. </w:t>
      </w:r>
      <w:r w:rsidRPr="002B3119">
        <w:t>Des employés passaient</w:t>
      </w:r>
      <w:r w:rsidR="00E4444A" w:rsidRPr="0099306C">
        <w:t xml:space="preserve">, </w:t>
      </w:r>
      <w:r w:rsidRPr="002B3119">
        <w:t>balançant leurs lanternes à bout de bras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extrémité du quai</w:t>
      </w:r>
      <w:r w:rsidR="00E4444A" w:rsidRPr="0099306C">
        <w:t xml:space="preserve">, </w:t>
      </w:r>
      <w:r w:rsidRPr="002B3119">
        <w:t>vérifiaient un chariot de bagages</w:t>
      </w:r>
      <w:r w:rsidR="00E4444A" w:rsidRPr="0099306C">
        <w:t xml:space="preserve">. </w:t>
      </w:r>
      <w:r w:rsidRPr="002B3119">
        <w:t>Trois jeunes hommes hagards</w:t>
      </w:r>
      <w:r w:rsidR="00E4444A" w:rsidRPr="0099306C">
        <w:t xml:space="preserve">, </w:t>
      </w:r>
      <w:r w:rsidRPr="002B3119">
        <w:t>pauvres chemineaux poudreux</w:t>
      </w:r>
      <w:r w:rsidR="00E4444A" w:rsidRPr="0099306C">
        <w:t xml:space="preserve">, </w:t>
      </w:r>
      <w:r w:rsidRPr="002B3119">
        <w:t>sommeillaient dans un coin</w:t>
      </w:r>
      <w:r w:rsidR="00E4444A" w:rsidRPr="0099306C">
        <w:t xml:space="preserve">, </w:t>
      </w:r>
      <w:r w:rsidRPr="002B3119">
        <w:t xml:space="preserve">attendant je ne sais quelle </w:t>
      </w:r>
      <w:r w:rsidR="00E4444A" w:rsidRPr="0099306C">
        <w:t>« </w:t>
      </w:r>
      <w:r w:rsidRPr="002B3119">
        <w:t>correspondance</w:t>
      </w:r>
      <w:r w:rsidR="00E4444A" w:rsidRPr="0099306C">
        <w:t> »</w:t>
      </w:r>
      <w:r w:rsidRPr="002B3119">
        <w:t xml:space="preserve"> qui ne devait partir qu</w:t>
      </w:r>
      <w:r w:rsidR="00E4444A" w:rsidRPr="0099306C">
        <w:t>’</w:t>
      </w:r>
      <w:r w:rsidRPr="002B3119">
        <w:t>au matin</w:t>
      </w:r>
      <w:r w:rsidR="00E4444A" w:rsidRPr="0099306C">
        <w:t xml:space="preserve">. </w:t>
      </w:r>
      <w:r w:rsidRPr="002B3119">
        <w:t>Il y eut un sifflement</w:t>
      </w:r>
      <w:r w:rsidR="00E4444A" w:rsidRPr="0099306C">
        <w:t xml:space="preserve">, </w:t>
      </w:r>
      <w:r w:rsidRPr="002B3119">
        <w:t>de la fumée</w:t>
      </w:r>
      <w:r w:rsidR="00E4444A" w:rsidRPr="0099306C">
        <w:t xml:space="preserve">. </w:t>
      </w:r>
      <w:r w:rsidRPr="002B3119">
        <w:t>Une poussive locomotive</w:t>
      </w:r>
      <w:r w:rsidR="00E4444A" w:rsidRPr="0099306C">
        <w:t xml:space="preserve">, </w:t>
      </w:r>
      <w:r w:rsidRPr="002B3119">
        <w:t>tra</w:t>
      </w:r>
      <w:r w:rsidRPr="002B3119">
        <w:t>î</w:t>
      </w:r>
      <w:r w:rsidRPr="002B3119">
        <w:t>nant une longue rame de wagons à bestiaux</w:t>
      </w:r>
      <w:r w:rsidR="00E4444A" w:rsidRPr="0099306C">
        <w:t xml:space="preserve">, </w:t>
      </w:r>
      <w:r w:rsidRPr="002B3119">
        <w:t>alla se ranger sur une voie de garage</w:t>
      </w:r>
      <w:r w:rsidR="00E4444A" w:rsidRPr="0099306C">
        <w:t xml:space="preserve">. </w:t>
      </w:r>
      <w:r w:rsidRPr="002B3119">
        <w:t>Beaucoup de temps passa encore</w:t>
      </w:r>
      <w:r w:rsidR="00E4444A" w:rsidRPr="0099306C">
        <w:t xml:space="preserve">. </w:t>
      </w:r>
      <w:r w:rsidRPr="002B3119">
        <w:t>Enfin le train de nuit entra en gare</w:t>
      </w:r>
      <w:r w:rsidR="00E4444A" w:rsidRPr="0099306C">
        <w:t xml:space="preserve">. </w:t>
      </w:r>
      <w:r w:rsidRPr="002B3119">
        <w:t>Une demi-douzaine de voyageurs pressés en descendirent</w:t>
      </w:r>
      <w:r w:rsidR="00E4444A" w:rsidRPr="0099306C">
        <w:t>.</w:t>
      </w:r>
    </w:p>
    <w:p w14:paraId="5D30FA61" w14:textId="77777777" w:rsidR="00E4444A" w:rsidRPr="0099306C" w:rsidRDefault="002B3119" w:rsidP="002B3119">
      <w:r w:rsidRPr="002B3119">
        <w:t>Jeanne n</w:t>
      </w:r>
      <w:r w:rsidR="00E4444A" w:rsidRPr="0099306C">
        <w:t>’</w:t>
      </w:r>
      <w:r w:rsidRPr="002B3119">
        <w:t>était pas là</w:t>
      </w:r>
      <w:r w:rsidR="00E4444A" w:rsidRPr="0099306C">
        <w:t xml:space="preserve">. </w:t>
      </w:r>
      <w:r w:rsidRPr="002B3119">
        <w:t>Je traversai la gare sombre comme si je marchais dans un mauvais rêve</w:t>
      </w:r>
      <w:r w:rsidR="00E4444A" w:rsidRPr="0099306C">
        <w:t xml:space="preserve">. </w:t>
      </w:r>
      <w:r w:rsidRPr="002B3119">
        <w:t>Les tristes dormeurs se retournèrent</w:t>
      </w:r>
      <w:r w:rsidR="00E4444A" w:rsidRPr="0099306C">
        <w:t xml:space="preserve">, </w:t>
      </w:r>
      <w:r w:rsidRPr="002B3119">
        <w:t>cherchant une position plus commode</w:t>
      </w:r>
      <w:r w:rsidR="00E4444A" w:rsidRPr="0099306C">
        <w:t xml:space="preserve">. </w:t>
      </w:r>
      <w:r w:rsidRPr="002B3119">
        <w:t>Des vaches beuglèrent dans les fourgons</w:t>
      </w:r>
      <w:r w:rsidR="00E4444A" w:rsidRPr="0099306C">
        <w:t>.</w:t>
      </w:r>
    </w:p>
    <w:p w14:paraId="3B024989" w14:textId="77777777" w:rsidR="002B3119" w:rsidRPr="0099306C" w:rsidRDefault="002B3119" w:rsidP="00E4444A">
      <w:pPr>
        <w:pStyle w:val="Titre1"/>
      </w:pPr>
      <w:bookmarkStart w:id="19" w:name="_1fr8zklno7s2" w:colFirst="0" w:colLast="0"/>
      <w:bookmarkStart w:id="20" w:name="_Toc197514966"/>
      <w:bookmarkEnd w:id="19"/>
      <w:r w:rsidRPr="0099306C">
        <w:lastRenderedPageBreak/>
        <w:t>DEUXIÈME PARTIE</w:t>
      </w:r>
      <w:bookmarkEnd w:id="20"/>
    </w:p>
    <w:p w14:paraId="61CBCEA1" w14:textId="77777777" w:rsidR="00B4016A" w:rsidRPr="0099306C" w:rsidRDefault="00B4016A" w:rsidP="00E4444A">
      <w:pPr>
        <w:pStyle w:val="Titre2"/>
      </w:pPr>
      <w:bookmarkStart w:id="21" w:name="_vvj6jv1z9srx" w:colFirst="0" w:colLast="0"/>
      <w:bookmarkStart w:id="22" w:name="_Toc197514967"/>
      <w:bookmarkEnd w:id="21"/>
      <w:r w:rsidRPr="0099306C">
        <w:lastRenderedPageBreak/>
        <w:t>I</w:t>
      </w:r>
      <w:bookmarkEnd w:id="22"/>
    </w:p>
    <w:p w14:paraId="62C2E9BA" w14:textId="77777777" w:rsidR="00E4444A" w:rsidRPr="0099306C" w:rsidRDefault="002B3119" w:rsidP="002B3119">
      <w:r w:rsidRPr="002B3119">
        <w:t>Un dimanche de novembre</w:t>
      </w:r>
      <w:r w:rsidR="00E4444A" w:rsidRPr="0099306C">
        <w:t xml:space="preserve">, </w:t>
      </w:r>
      <w:r w:rsidRPr="002B3119">
        <w:t>le train de Versailles ram</w:t>
      </w:r>
      <w:r w:rsidRPr="002B3119">
        <w:t>e</w:t>
      </w:r>
      <w:r w:rsidRPr="002B3119">
        <w:t>nait à Paris un homme et sa petite fille</w:t>
      </w:r>
      <w:r w:rsidR="00E4444A" w:rsidRPr="0099306C">
        <w:t xml:space="preserve">, </w:t>
      </w:r>
      <w:r w:rsidRPr="002B3119">
        <w:t>assis seuls dans leur compartiment</w:t>
      </w:r>
      <w:r w:rsidR="00E4444A" w:rsidRPr="0099306C">
        <w:t>.</w:t>
      </w:r>
    </w:p>
    <w:p w14:paraId="6A8D6C58" w14:textId="77777777" w:rsidR="00E4444A" w:rsidRPr="0099306C" w:rsidRDefault="002B3119" w:rsidP="002B3119">
      <w:r w:rsidRPr="002B3119">
        <w:t>Bien morne</w:t>
      </w:r>
      <w:r w:rsidR="00E4444A" w:rsidRPr="0099306C">
        <w:t xml:space="preserve">, </w:t>
      </w:r>
      <w:r w:rsidRPr="002B3119">
        <w:t>sans l</w:t>
      </w:r>
      <w:r w:rsidR="00E4444A" w:rsidRPr="0099306C">
        <w:t>’</w:t>
      </w:r>
      <w:r w:rsidRPr="002B3119">
        <w:t>animation grouillante des jours de fête</w:t>
      </w:r>
      <w:r w:rsidR="00E4444A" w:rsidRPr="0099306C">
        <w:t xml:space="preserve">, </w:t>
      </w:r>
      <w:r w:rsidRPr="002B3119">
        <w:t>cet omnibus d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qui partait à une heure bête</w:t>
      </w:r>
      <w:r w:rsidR="00E4444A" w:rsidRPr="0099306C">
        <w:t xml:space="preserve">, </w:t>
      </w:r>
      <w:r w:rsidRPr="002B3119">
        <w:t>trop tôt pour reconduire les touristes du dimanche</w:t>
      </w:r>
      <w:r w:rsidR="00E4444A" w:rsidRPr="0099306C">
        <w:t xml:space="preserve">. </w:t>
      </w:r>
      <w:r w:rsidRPr="002B3119">
        <w:t>Viroflay</w:t>
      </w:r>
      <w:r w:rsidR="00E4444A" w:rsidRPr="0099306C">
        <w:t xml:space="preserve">, </w:t>
      </w:r>
      <w:r w:rsidRPr="002B3119">
        <w:t>Chaville</w:t>
      </w:r>
      <w:r w:rsidR="00E4444A" w:rsidRPr="0099306C">
        <w:t xml:space="preserve">, </w:t>
      </w:r>
      <w:r w:rsidRPr="002B3119">
        <w:t>Saint-Cloud</w:t>
      </w:r>
      <w:r w:rsidR="00E4444A" w:rsidRPr="0099306C">
        <w:t xml:space="preserve">, </w:t>
      </w:r>
      <w:r w:rsidRPr="002B3119">
        <w:t>tous ces jolis noms</w:t>
      </w:r>
      <w:r w:rsidR="00E4444A" w:rsidRPr="0099306C">
        <w:t xml:space="preserve">, </w:t>
      </w:r>
      <w:r w:rsidRPr="002B3119">
        <w:t>évocateurs de printemps et de lilas</w:t>
      </w:r>
      <w:r w:rsidR="00E4444A" w:rsidRPr="0099306C">
        <w:t xml:space="preserve">, </w:t>
      </w:r>
      <w:r w:rsidRPr="002B3119">
        <w:t>sonnaient tristement dans la clarté pâle d</w:t>
      </w:r>
      <w:r w:rsidR="00E4444A" w:rsidRPr="0099306C">
        <w:t>’</w:t>
      </w:r>
      <w:r w:rsidRPr="002B3119">
        <w:t>automne</w:t>
      </w:r>
      <w:r w:rsidR="00E4444A" w:rsidRPr="0099306C">
        <w:t xml:space="preserve">. </w:t>
      </w:r>
      <w:r w:rsidRPr="002B3119">
        <w:t>Et la locomotive tirait</w:t>
      </w:r>
      <w:r w:rsidR="00E4444A" w:rsidRPr="0099306C">
        <w:t xml:space="preserve">, </w:t>
      </w:r>
      <w:r w:rsidRPr="002B3119">
        <w:t>avec une lenteur d</w:t>
      </w:r>
      <w:r w:rsidR="00E4444A" w:rsidRPr="0099306C">
        <w:t>’</w:t>
      </w:r>
      <w:r w:rsidRPr="002B3119">
        <w:t>ennui</w:t>
      </w:r>
      <w:r w:rsidR="00E4444A" w:rsidRPr="0099306C">
        <w:t xml:space="preserve">, </w:t>
      </w:r>
      <w:r w:rsidRPr="002B3119">
        <w:t>sa longue file de wagons inhabités</w:t>
      </w:r>
      <w:r w:rsidR="00E4444A" w:rsidRPr="0099306C">
        <w:t>.</w:t>
      </w:r>
    </w:p>
    <w:p w14:paraId="4E825BC3" w14:textId="77777777" w:rsidR="00E4444A" w:rsidRPr="0099306C" w:rsidRDefault="002B3119" w:rsidP="002B3119">
      <w:r w:rsidRPr="002B3119">
        <w:t>Mais le grincement du train</w:t>
      </w:r>
      <w:r w:rsidR="00E4444A" w:rsidRPr="0099306C">
        <w:t xml:space="preserve">, </w:t>
      </w:r>
      <w:r w:rsidRPr="002B3119">
        <w:t>la grisaille de novembre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affectaient guère la petite fille amusée par le voyage</w:t>
      </w:r>
      <w:r w:rsidR="00E4444A" w:rsidRPr="0099306C">
        <w:t>.</w:t>
      </w:r>
    </w:p>
    <w:p w14:paraId="7A0721FA" w14:textId="77777777" w:rsidR="00E4444A" w:rsidRPr="0099306C" w:rsidRDefault="002B3119" w:rsidP="002B3119">
      <w:r w:rsidRPr="002B3119">
        <w:t>Par moments</w:t>
      </w:r>
      <w:r w:rsidR="00E4444A" w:rsidRPr="0099306C">
        <w:t xml:space="preserve">, </w:t>
      </w:r>
      <w:r w:rsidRPr="002B3119">
        <w:t>elle posait des questions enfantines au</w:t>
      </w:r>
      <w:r w:rsidRPr="002B3119">
        <w:t>x</w:t>
      </w:r>
      <w:r w:rsidRPr="002B3119">
        <w:t>quelles répondait son père</w:t>
      </w:r>
      <w:r w:rsidR="00E4444A" w:rsidRPr="0099306C">
        <w:t xml:space="preserve">, </w:t>
      </w:r>
      <w:r w:rsidRPr="002B3119">
        <w:t>sans qu</w:t>
      </w:r>
      <w:r w:rsidR="00E4444A" w:rsidRPr="0099306C">
        <w:t>’</w:t>
      </w:r>
      <w:r w:rsidRPr="002B3119">
        <w:t>elle se doutât de l</w:t>
      </w:r>
      <w:r w:rsidR="00E4444A" w:rsidRPr="0099306C">
        <w:t>’</w:t>
      </w:r>
      <w:r w:rsidRPr="002B3119">
        <w:t>effort que pouvaient lui coûter ces réponses</w:t>
      </w:r>
      <w:r w:rsidR="00E4444A" w:rsidRPr="0099306C">
        <w:t xml:space="preserve">. </w:t>
      </w:r>
      <w:r w:rsidRPr="002B3119">
        <w:t>Il n</w:t>
      </w:r>
      <w:r w:rsidR="00E4444A" w:rsidRPr="0099306C">
        <w:t>’</w:t>
      </w:r>
      <w:r w:rsidRPr="002B3119">
        <w:t>éprouvait plus qu</w:t>
      </w:r>
      <w:r w:rsidR="00E4444A" w:rsidRPr="0099306C">
        <w:t>’</w:t>
      </w:r>
      <w:r w:rsidRPr="002B3119">
        <w:t>un besoin d</w:t>
      </w:r>
      <w:r w:rsidR="00E4444A" w:rsidRPr="0099306C">
        <w:t>’</w:t>
      </w:r>
      <w:r w:rsidRPr="002B3119">
        <w:t>être seul</w:t>
      </w:r>
      <w:r w:rsidR="00E4444A" w:rsidRPr="0099306C">
        <w:t xml:space="preserve">, </w:t>
      </w:r>
      <w:r w:rsidRPr="002B3119">
        <w:t>de s</w:t>
      </w:r>
      <w:r w:rsidR="00E4444A" w:rsidRPr="0099306C">
        <w:t>’</w:t>
      </w:r>
      <w:r w:rsidRPr="002B3119">
        <w:t>affaler dans un coin</w:t>
      </w:r>
      <w:r w:rsidR="00E4444A" w:rsidRPr="0099306C">
        <w:t xml:space="preserve">, </w:t>
      </w:r>
      <w:r w:rsidRPr="002B3119">
        <w:t>de rouler sans parler</w:t>
      </w:r>
      <w:r w:rsidR="00E4444A" w:rsidRPr="0099306C">
        <w:t xml:space="preserve">, </w:t>
      </w:r>
      <w:r w:rsidRPr="002B3119">
        <w:t>ni penser</w:t>
      </w:r>
      <w:r w:rsidR="00E4444A" w:rsidRPr="0099306C">
        <w:t>.</w:t>
      </w:r>
    </w:p>
    <w:p w14:paraId="7EAF615D" w14:textId="77777777" w:rsidR="00E4444A" w:rsidRPr="0099306C" w:rsidRDefault="002B3119" w:rsidP="002B3119">
      <w:r w:rsidRPr="002B3119">
        <w:t>Il songeait aux mystères de nos existences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étrange visage que la vie peut revêtir tout à coup</w:t>
      </w:r>
      <w:r w:rsidR="00E4444A" w:rsidRPr="0099306C">
        <w:t xml:space="preserve">. </w:t>
      </w:r>
      <w:r w:rsidRPr="002B3119">
        <w:t>Les choses lui a</w:t>
      </w:r>
      <w:r w:rsidRPr="002B3119">
        <w:t>p</w:t>
      </w:r>
      <w:r w:rsidRPr="002B3119">
        <w:t>paraissaient vagues</w:t>
      </w:r>
      <w:r w:rsidR="00E4444A" w:rsidRPr="0099306C">
        <w:t xml:space="preserve">, </w:t>
      </w:r>
      <w:r w:rsidRPr="002B3119">
        <w:t>diluées dans le brouillard</w:t>
      </w:r>
      <w:r w:rsidR="00E4444A" w:rsidRPr="0099306C">
        <w:t xml:space="preserve">. </w:t>
      </w:r>
      <w:r w:rsidRPr="002B3119">
        <w:t>Et il rega</w:t>
      </w:r>
      <w:r w:rsidRPr="002B3119">
        <w:t>r</w:t>
      </w:r>
      <w:r w:rsidRPr="002B3119">
        <w:t>dait</w:t>
      </w:r>
      <w:r w:rsidR="00E4444A" w:rsidRPr="0099306C">
        <w:t xml:space="preserve">, </w:t>
      </w:r>
      <w:r w:rsidRPr="002B3119">
        <w:t>les yeux perdus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les jours heureux avaient passé vite</w:t>
      </w:r>
      <w:r w:rsidR="00E4444A" w:rsidRPr="0099306C">
        <w:t xml:space="preserve"> ! </w:t>
      </w:r>
      <w:r w:rsidRPr="002B3119">
        <w:t>Une étape de sa vie d</w:t>
      </w:r>
      <w:r w:rsidR="00E4444A" w:rsidRPr="0099306C">
        <w:t>’</w:t>
      </w:r>
      <w:r w:rsidRPr="002B3119">
        <w:t>homme était pour toujours rév</w:t>
      </w:r>
      <w:r w:rsidRPr="002B3119">
        <w:t>o</w:t>
      </w:r>
      <w:r w:rsidRPr="002B3119">
        <w:t>lue</w:t>
      </w:r>
      <w:r w:rsidR="00E4444A" w:rsidRPr="0099306C">
        <w:t>.</w:t>
      </w:r>
    </w:p>
    <w:p w14:paraId="29371C35" w14:textId="77777777" w:rsidR="00E4444A" w:rsidRPr="0099306C" w:rsidRDefault="002B3119" w:rsidP="002B3119">
      <w:r w:rsidRPr="002B3119">
        <w:t>La petite fille leva les yeux vers lui</w:t>
      </w:r>
      <w:r w:rsidR="00E4444A" w:rsidRPr="0099306C">
        <w:t xml:space="preserve">, </w:t>
      </w:r>
      <w:r w:rsidRPr="002B3119">
        <w:t>comme si elle allait poser une question plus précise</w:t>
      </w:r>
      <w:r w:rsidR="00E4444A" w:rsidRPr="0099306C">
        <w:t xml:space="preserve">. </w:t>
      </w:r>
      <w:r w:rsidRPr="002B3119">
        <w:t>Elle allait peut-être parler de sa mère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étonner de son absence</w:t>
      </w:r>
      <w:r w:rsidR="00E4444A" w:rsidRPr="0099306C">
        <w:t xml:space="preserve">. </w:t>
      </w:r>
      <w:r w:rsidRPr="002B3119">
        <w:t>Mais l</w:t>
      </w:r>
      <w:r w:rsidR="00E4444A" w:rsidRPr="0099306C">
        <w:t>’</w:t>
      </w:r>
      <w:r w:rsidRPr="002B3119">
        <w:t>enfant cette fois ne dit rien</w:t>
      </w:r>
      <w:r w:rsidR="00E4444A" w:rsidRPr="0099306C">
        <w:t xml:space="preserve">, </w:t>
      </w:r>
      <w:r w:rsidRPr="002B3119">
        <w:t>par crainte d</w:t>
      </w:r>
      <w:r w:rsidR="00E4444A" w:rsidRPr="0099306C">
        <w:t>’</w:t>
      </w:r>
      <w:r w:rsidRPr="002B3119">
        <w:t>affliger son père sans doute</w:t>
      </w:r>
      <w:r w:rsidR="00E4444A" w:rsidRPr="0099306C">
        <w:t xml:space="preserve">. </w:t>
      </w:r>
      <w:r w:rsidRPr="002B3119">
        <w:t>Sait-on ce qui se passe dans l</w:t>
      </w:r>
      <w:r w:rsidR="00E4444A" w:rsidRPr="0099306C">
        <w:t>’</w:t>
      </w:r>
      <w:r w:rsidRPr="002B3119">
        <w:t>âme de ces petits êtres</w:t>
      </w:r>
      <w:r w:rsidR="00E4444A" w:rsidRPr="0099306C">
        <w:t xml:space="preserve"> ? </w:t>
      </w:r>
      <w:r w:rsidRPr="002B3119">
        <w:t xml:space="preserve">Les enfants sont </w:t>
      </w:r>
      <w:r w:rsidRPr="002B3119">
        <w:lastRenderedPageBreak/>
        <w:t>capables d</w:t>
      </w:r>
      <w:r w:rsidR="00E4444A" w:rsidRPr="0099306C">
        <w:t>’</w:t>
      </w:r>
      <w:r w:rsidRPr="002B3119">
        <w:t>étranges divinations</w:t>
      </w:r>
      <w:r w:rsidR="00E4444A" w:rsidRPr="0099306C">
        <w:t xml:space="preserve">. </w:t>
      </w:r>
      <w:r w:rsidRPr="002B3119">
        <w:t>Le père eut</w:t>
      </w:r>
      <w:r w:rsidR="002C25DB">
        <w:t>-</w:t>
      </w:r>
      <w:r w:rsidRPr="002B3119">
        <w:t>il peur cependant des interrogations possibles</w:t>
      </w:r>
      <w:r w:rsidR="00E4444A" w:rsidRPr="0099306C">
        <w:t xml:space="preserve"> ? </w:t>
      </w:r>
      <w:r w:rsidRPr="002B3119">
        <w:t>Voulut-il s</w:t>
      </w:r>
      <w:r w:rsidR="00E4444A" w:rsidRPr="0099306C">
        <w:t>’</w:t>
      </w:r>
      <w:r w:rsidRPr="002B3119">
        <w:t>accorder une larme que la petite fille ne verrait point</w:t>
      </w:r>
      <w:r w:rsidR="00E4444A" w:rsidRPr="0099306C">
        <w:t xml:space="preserve"> ? </w:t>
      </w:r>
      <w:r w:rsidRPr="002B3119">
        <w:t>Il la prit dans ses bras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installa sur ses genoux</w:t>
      </w:r>
      <w:r w:rsidR="00E4444A" w:rsidRPr="0099306C">
        <w:t xml:space="preserve">, </w:t>
      </w:r>
      <w:r w:rsidRPr="002B3119">
        <w:t>la caressa sile</w:t>
      </w:r>
      <w:r w:rsidRPr="002B3119">
        <w:t>n</w:t>
      </w:r>
      <w:r w:rsidRPr="002B3119">
        <w:t>cieusement</w:t>
      </w:r>
      <w:r w:rsidR="00E4444A" w:rsidRPr="0099306C">
        <w:t xml:space="preserve">, </w:t>
      </w:r>
      <w:r w:rsidRPr="002B3119">
        <w:t>démêlant de ses doigts les cheveux blonds ta</w:t>
      </w:r>
      <w:r w:rsidRPr="002B3119">
        <w:t>n</w:t>
      </w:r>
      <w:r w:rsidRPr="002B3119">
        <w:t>dis qu</w:t>
      </w:r>
      <w:r w:rsidR="00E4444A" w:rsidRPr="0099306C">
        <w:t>’</w:t>
      </w:r>
      <w:r w:rsidRPr="002B3119">
        <w:t>elle regardait par la portière</w:t>
      </w:r>
      <w:r w:rsidR="00E4444A" w:rsidRPr="0099306C">
        <w:t xml:space="preserve">. </w:t>
      </w:r>
      <w:r w:rsidRPr="002B3119">
        <w:t>Il pensait à cette enfant pour qui</w:t>
      </w:r>
      <w:r w:rsidR="00E4444A" w:rsidRPr="0099306C">
        <w:t xml:space="preserve">, </w:t>
      </w:r>
      <w:r w:rsidRPr="002B3119">
        <w:t>plus encore que pour lui</w:t>
      </w:r>
      <w:r w:rsidR="00E4444A" w:rsidRPr="0099306C">
        <w:t xml:space="preserve">, </w:t>
      </w:r>
      <w:r w:rsidRPr="002B3119">
        <w:t>cette journée marquait une date</w:t>
      </w:r>
      <w:r w:rsidR="00E4444A" w:rsidRPr="0099306C">
        <w:t xml:space="preserve">. </w:t>
      </w:r>
      <w:r w:rsidRPr="002B3119">
        <w:t>Mais elle souriait</w:t>
      </w:r>
      <w:r w:rsidR="00E4444A" w:rsidRPr="0099306C">
        <w:t xml:space="preserve">, </w:t>
      </w:r>
      <w:r w:rsidRPr="002B3119">
        <w:t>innocente</w:t>
      </w:r>
      <w:r w:rsidR="00E4444A" w:rsidRPr="0099306C">
        <w:t xml:space="preserve">, </w:t>
      </w:r>
      <w:r w:rsidRPr="002B3119">
        <w:t>intéressée par tout ce qu</w:t>
      </w:r>
      <w:r w:rsidR="00E4444A" w:rsidRPr="0099306C">
        <w:t>’</w:t>
      </w:r>
      <w:r w:rsidRPr="002B3119">
        <w:t>elle voyait</w:t>
      </w:r>
      <w:r w:rsidR="00E4444A" w:rsidRPr="0099306C">
        <w:t>.</w:t>
      </w:r>
    </w:p>
    <w:p w14:paraId="4241D4A0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ai peine à me représenter que je fus cet homme-là</w:t>
      </w:r>
      <w:r w:rsidR="00E4444A" w:rsidRPr="0099306C">
        <w:t> !</w:t>
      </w:r>
    </w:p>
    <w:p w14:paraId="7286E0E1" w14:textId="77777777" w:rsidR="002B3119" w:rsidRPr="002B3119" w:rsidRDefault="002B3119" w:rsidP="002B3119"/>
    <w:p w14:paraId="3B6E0103" w14:textId="77777777" w:rsidR="00E4444A" w:rsidRPr="0099306C" w:rsidRDefault="002B3119" w:rsidP="002B3119">
      <w:r w:rsidRPr="002B3119">
        <w:t>Quand nous arrivâmes à la gare Montparnasse</w:t>
      </w:r>
      <w:r w:rsidR="00E4444A" w:rsidRPr="0099306C">
        <w:t xml:space="preserve">, </w:t>
      </w:r>
      <w:r w:rsidRPr="002B3119">
        <w:t>Yvette me dit</w:t>
      </w:r>
      <w:r w:rsidR="00E4444A" w:rsidRPr="0099306C">
        <w:t> :</w:t>
      </w:r>
    </w:p>
    <w:p w14:paraId="0629B1E0" w14:textId="77777777" w:rsidR="00E4444A" w:rsidRPr="0099306C" w:rsidRDefault="00E4444A" w:rsidP="002B3119">
      <w:r w:rsidRPr="0099306C">
        <w:t>— </w:t>
      </w:r>
      <w:r w:rsidR="002B3119" w:rsidRPr="002B3119">
        <w:t>Si l</w:t>
      </w:r>
      <w:r w:rsidRPr="0099306C">
        <w:t>’</w:t>
      </w:r>
      <w:r w:rsidR="002B3119" w:rsidRPr="002B3119">
        <w:t>on allait goûter</w:t>
      </w:r>
      <w:r w:rsidRPr="0099306C">
        <w:t xml:space="preserve">, </w:t>
      </w:r>
      <w:r w:rsidR="002B3119" w:rsidRPr="002B3119">
        <w:t>papa</w:t>
      </w:r>
      <w:r w:rsidRPr="0099306C">
        <w:t>…</w:t>
      </w:r>
    </w:p>
    <w:p w14:paraId="0899936E" w14:textId="77777777" w:rsidR="00E4444A" w:rsidRPr="0099306C" w:rsidRDefault="002B3119" w:rsidP="002B3119">
      <w:r w:rsidRPr="002B3119">
        <w:t>Cette proposition me fut agréable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étais heureux qu</w:t>
      </w:r>
      <w:r w:rsidR="00E4444A" w:rsidRPr="0099306C">
        <w:t>’</w:t>
      </w:r>
      <w:r w:rsidRPr="002B3119">
        <w:t>Yvette manifestât un désir</w:t>
      </w:r>
      <w:r w:rsidR="00E4444A" w:rsidRPr="0099306C">
        <w:t xml:space="preserve">, </w:t>
      </w:r>
      <w:r w:rsidRPr="002B3119">
        <w:t>heureux de quitter ce train mélancolique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entrer dans une boutique claire</w:t>
      </w:r>
      <w:r w:rsidR="00E4444A" w:rsidRPr="0099306C">
        <w:t>.</w:t>
      </w:r>
    </w:p>
    <w:p w14:paraId="06B98728" w14:textId="77777777" w:rsidR="00E4444A" w:rsidRPr="0099306C" w:rsidRDefault="002B3119" w:rsidP="002B3119">
      <w:r w:rsidRPr="002B3119">
        <w:t>Les marches descendues</w:t>
      </w:r>
      <w:r w:rsidR="00E4444A" w:rsidRPr="0099306C">
        <w:t xml:space="preserve">, </w:t>
      </w:r>
      <w:r w:rsidRPr="002B3119">
        <w:t>la place traversée</w:t>
      </w:r>
      <w:r w:rsidR="00E4444A" w:rsidRPr="0099306C">
        <w:t xml:space="preserve">, </w:t>
      </w:r>
      <w:r w:rsidRPr="002B3119">
        <w:t>nous tro</w:t>
      </w:r>
      <w:r w:rsidRPr="002B3119">
        <w:t>u</w:t>
      </w:r>
      <w:r w:rsidRPr="002B3119">
        <w:t>vâmes une pâtisserie</w:t>
      </w:r>
      <w:r w:rsidR="00E4444A" w:rsidRPr="0099306C">
        <w:t xml:space="preserve">. </w:t>
      </w:r>
      <w:r w:rsidRPr="002B3119">
        <w:t>Des gens</w:t>
      </w:r>
      <w:r w:rsidR="00E4444A" w:rsidRPr="0099306C">
        <w:t xml:space="preserve">, </w:t>
      </w:r>
      <w:r w:rsidRPr="002B3119">
        <w:t>réunis par tables dans tous les coins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y étaient installés en famille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avec une a</w:t>
      </w:r>
      <w:r w:rsidRPr="002B3119">
        <w:t>i</w:t>
      </w:r>
      <w:r w:rsidRPr="002B3119">
        <w:t>sance qui m</w:t>
      </w:r>
      <w:r w:rsidR="00E4444A" w:rsidRPr="0099306C">
        <w:t>’</w:t>
      </w:r>
      <w:r w:rsidRPr="002B3119">
        <w:t>étonna</w:t>
      </w:r>
      <w:r w:rsidR="00E4444A" w:rsidRPr="0099306C">
        <w:t xml:space="preserve">, </w:t>
      </w:r>
      <w:r w:rsidRPr="002B3119">
        <w:t>entra la première</w:t>
      </w:r>
      <w:r w:rsidR="00E4444A" w:rsidRPr="0099306C">
        <w:t xml:space="preserve">, </w:t>
      </w:r>
      <w:r w:rsidRPr="002B3119">
        <w:t>découvrit deux chaises voisines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comme la demoiselle de magasin atte</w:t>
      </w:r>
      <w:r w:rsidRPr="002B3119">
        <w:t>n</w:t>
      </w:r>
      <w:r w:rsidRPr="002B3119">
        <w:t>dait des ordres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approcha pour me murmurer à l</w:t>
      </w:r>
      <w:r w:rsidR="00E4444A" w:rsidRPr="0099306C">
        <w:t>’</w:t>
      </w:r>
      <w:r w:rsidRPr="002B3119">
        <w:t>oreille</w:t>
      </w:r>
      <w:r w:rsidR="00E4444A" w:rsidRPr="0099306C">
        <w:t> :</w:t>
      </w:r>
    </w:p>
    <w:p w14:paraId="1682B2BF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je voudrais un verre de sirop</w:t>
      </w:r>
      <w:r w:rsidRPr="0099306C">
        <w:t>.</w:t>
      </w:r>
    </w:p>
    <w:p w14:paraId="2F0FF91E" w14:textId="77777777" w:rsidR="00E4444A" w:rsidRPr="0099306C" w:rsidRDefault="002B3119" w:rsidP="002B3119">
      <w:r w:rsidRPr="002B3119">
        <w:t>Puis elle se leva</w:t>
      </w:r>
      <w:r w:rsidR="00E4444A" w:rsidRPr="0099306C">
        <w:t xml:space="preserve">, </w:t>
      </w:r>
      <w:r w:rsidRPr="002B3119">
        <w:t>prit une assiette comme elle avait vu des jeunes filles le faire</w:t>
      </w:r>
      <w:r w:rsidR="00E4444A" w:rsidRPr="0099306C">
        <w:t xml:space="preserve">, </w:t>
      </w:r>
      <w:r w:rsidRPr="002B3119">
        <w:t>choisit des gâteaux</w:t>
      </w:r>
      <w:r w:rsidR="00E4444A" w:rsidRPr="0099306C">
        <w:t>.</w:t>
      </w:r>
    </w:p>
    <w:p w14:paraId="12D4C26D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admirais la distinction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cette liberté de gestes et de mouvement qui lui donnait tant de grâce</w:t>
      </w:r>
      <w:r w:rsidR="00E4444A" w:rsidRPr="0099306C">
        <w:t xml:space="preserve">, </w:t>
      </w:r>
      <w:r w:rsidRPr="002B3119">
        <w:t xml:space="preserve">et que </w:t>
      </w:r>
      <w:r w:rsidRPr="002B3119">
        <w:lastRenderedPageBreak/>
        <w:t>n</w:t>
      </w:r>
      <w:r w:rsidR="00E4444A" w:rsidRPr="0099306C">
        <w:t>’</w:t>
      </w:r>
      <w:r w:rsidRPr="002B3119">
        <w:t>avait pas eue</w:t>
      </w:r>
      <w:r w:rsidR="00E4444A" w:rsidRPr="0099306C">
        <w:t xml:space="preserve">, </w:t>
      </w:r>
      <w:r w:rsidRPr="002B3119">
        <w:t>certainement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enfant un peu gauche que j</w:t>
      </w:r>
      <w:r w:rsidR="00E4444A" w:rsidRPr="0099306C">
        <w:t>’</w:t>
      </w:r>
      <w:r w:rsidRPr="002B3119">
        <w:t>avais été</w:t>
      </w:r>
      <w:r w:rsidR="00E4444A" w:rsidRPr="0099306C">
        <w:t>.</w:t>
      </w:r>
    </w:p>
    <w:p w14:paraId="073390DD" w14:textId="77777777" w:rsidR="00E4444A" w:rsidRPr="0099306C" w:rsidRDefault="002B3119" w:rsidP="002B3119">
      <w:r w:rsidRPr="005F71C7">
        <w:t>Avec son manteau de velours</w:t>
      </w:r>
      <w:r w:rsidR="00E4444A" w:rsidRPr="005F71C7">
        <w:t xml:space="preserve">, </w:t>
      </w:r>
      <w:r w:rsidRPr="005F71C7">
        <w:t>son chapeau doublé de soie qui encadrait bien sa tête</w:t>
      </w:r>
      <w:r w:rsidR="00E4444A" w:rsidRPr="005F71C7">
        <w:t xml:space="preserve">, </w:t>
      </w:r>
      <w:r w:rsidRPr="005F71C7">
        <w:t>Yvette était coquettement mise et tout</w:t>
      </w:r>
      <w:r w:rsidRPr="009016FD">
        <w:t xml:space="preserve"> </w:t>
      </w:r>
      <w:r w:rsidRPr="002B3119">
        <w:t>le magasin lui souriait</w:t>
      </w:r>
      <w:r w:rsidR="00E4444A" w:rsidRPr="0099306C">
        <w:t xml:space="preserve">. </w:t>
      </w:r>
      <w:r w:rsidRPr="002B3119">
        <w:t>De toutes les petites filles présentes</w:t>
      </w:r>
      <w:r w:rsidR="00E4444A" w:rsidRPr="0099306C">
        <w:t xml:space="preserve">, </w:t>
      </w:r>
      <w:r w:rsidRPr="002B3119">
        <w:t>elle était bien la plus jolie</w:t>
      </w:r>
      <w:r w:rsidR="00E4444A" w:rsidRPr="0099306C">
        <w:t xml:space="preserve">. </w:t>
      </w:r>
      <w:r w:rsidRPr="002B3119">
        <w:t>Les femmes la r</w:t>
      </w:r>
      <w:r w:rsidRPr="002B3119">
        <w:t>e</w:t>
      </w:r>
      <w:r w:rsidRPr="002B3119">
        <w:t>gardaient</w:t>
      </w:r>
      <w:r w:rsidR="00E4444A" w:rsidRPr="0099306C">
        <w:t xml:space="preserve">, </w:t>
      </w:r>
      <w:r w:rsidRPr="002B3119">
        <w:t>me regardaient</w:t>
      </w:r>
      <w:r w:rsidR="00E4444A" w:rsidRPr="0099306C">
        <w:t xml:space="preserve">, </w:t>
      </w:r>
      <w:r w:rsidRPr="002B3119">
        <w:t>remarquaient l</w:t>
      </w:r>
      <w:r w:rsidR="00E4444A" w:rsidRPr="0099306C">
        <w:t>’</w:t>
      </w:r>
      <w:r w:rsidRPr="002B3119">
        <w:t>absence de mère</w:t>
      </w:r>
      <w:r w:rsidR="00E4444A" w:rsidRPr="0099306C">
        <w:t xml:space="preserve">, </w:t>
      </w:r>
      <w:r w:rsidRPr="002B3119">
        <w:t>et se tournaient vers leurs maris pour quelque réflexion à voix basse que je ne percevais pas</w:t>
      </w:r>
      <w:r w:rsidR="00E4444A" w:rsidRPr="0099306C">
        <w:t>.</w:t>
      </w:r>
    </w:p>
    <w:p w14:paraId="604929C7" w14:textId="77777777" w:rsidR="00E4444A" w:rsidRPr="0099306C" w:rsidRDefault="002B3119" w:rsidP="002B3119">
      <w:r w:rsidRPr="002B3119">
        <w:t>Yvette ne se rendait pas compte de l</w:t>
      </w:r>
      <w:r w:rsidR="00E4444A" w:rsidRPr="0099306C">
        <w:t>’</w:t>
      </w:r>
      <w:r w:rsidRPr="002B3119">
        <w:t>intérêt qu</w:t>
      </w:r>
      <w:r w:rsidR="00E4444A" w:rsidRPr="0099306C">
        <w:t>’</w:t>
      </w:r>
      <w:r w:rsidRPr="002B3119">
        <w:t>elle su</w:t>
      </w:r>
      <w:r w:rsidRPr="002B3119">
        <w:t>s</w:t>
      </w:r>
      <w:r w:rsidRPr="002B3119">
        <w:t>citait</w:t>
      </w:r>
      <w:r w:rsidR="00E4444A" w:rsidRPr="0099306C">
        <w:t xml:space="preserve">, </w:t>
      </w:r>
      <w:r w:rsidRPr="002B3119">
        <w:t>mais elle était fière de goûter à Paris</w:t>
      </w:r>
      <w:r w:rsidR="00E4444A" w:rsidRPr="0099306C">
        <w:t xml:space="preserve">, </w:t>
      </w:r>
      <w:r w:rsidRPr="002B3119">
        <w:t>dans une pâti</w:t>
      </w:r>
      <w:r w:rsidRPr="002B3119">
        <w:t>s</w:t>
      </w:r>
      <w:r w:rsidRPr="002B3119">
        <w:t>serie</w:t>
      </w:r>
      <w:r w:rsidR="00E4444A" w:rsidRPr="0099306C">
        <w:t xml:space="preserve">, </w:t>
      </w:r>
      <w:r w:rsidRPr="002B3119">
        <w:t>avec papa</w:t>
      </w:r>
      <w:r w:rsidR="00E4444A" w:rsidRPr="0099306C">
        <w:t xml:space="preserve">, </w:t>
      </w:r>
      <w:r w:rsidRPr="002B3119">
        <w:t>et montrait le souci de se bien comporter comme une grande fille</w:t>
      </w:r>
      <w:r w:rsidR="00E4444A" w:rsidRPr="0099306C">
        <w:t xml:space="preserve">. </w:t>
      </w:r>
      <w:r w:rsidRPr="002B3119">
        <w:t>Cependant la nuit s</w:t>
      </w:r>
      <w:r w:rsidR="00E4444A" w:rsidRPr="0099306C">
        <w:t>’</w:t>
      </w:r>
      <w:r w:rsidRPr="002B3119">
        <w:t>était faite</w:t>
      </w:r>
      <w:r w:rsidR="00E4444A" w:rsidRPr="0099306C">
        <w:t xml:space="preserve">. </w:t>
      </w:r>
      <w:r w:rsidRPr="002B3119">
        <w:t>Un taxi nous conduisit à l</w:t>
      </w:r>
      <w:r w:rsidR="00E4444A" w:rsidRPr="0099306C">
        <w:t>’</w:t>
      </w:r>
      <w:r w:rsidRPr="002B3119">
        <w:t>autre gare</w:t>
      </w:r>
      <w:r w:rsidR="00E4444A" w:rsidRPr="0099306C">
        <w:t xml:space="preserve">. </w:t>
      </w:r>
      <w:r w:rsidRPr="002B3119">
        <w:t>Les boulevards étaient animés</w:t>
      </w:r>
      <w:r w:rsidR="00E4444A" w:rsidRPr="0099306C">
        <w:t xml:space="preserve">. </w:t>
      </w:r>
      <w:r w:rsidRPr="002B3119">
        <w:t>Les pavés humides luisaient sous les becs de gaz</w:t>
      </w:r>
      <w:r w:rsidR="00E4444A" w:rsidRPr="0099306C">
        <w:t xml:space="preserve">. </w:t>
      </w:r>
      <w:r w:rsidRPr="002B3119">
        <w:t>Les wattmans des tramways faisaient sonner leurs timbres pour traverser la foule sortant des cinémas</w:t>
      </w:r>
      <w:r w:rsidR="00E4444A" w:rsidRPr="0099306C">
        <w:t>.</w:t>
      </w:r>
    </w:p>
    <w:p w14:paraId="71D499AC" w14:textId="77777777" w:rsidR="00E4444A" w:rsidRPr="0099306C" w:rsidRDefault="002B3119" w:rsidP="002B3119">
      <w:r w:rsidRPr="002B3119">
        <w:t>Quand nous arrivâmes à la maison</w:t>
      </w:r>
      <w:r w:rsidR="00E4444A" w:rsidRPr="0099306C">
        <w:t xml:space="preserve">, </w:t>
      </w:r>
      <w:r w:rsidRPr="002B3119">
        <w:t>Yvette était bien f</w:t>
      </w:r>
      <w:r w:rsidRPr="002B3119">
        <w:t>a</w:t>
      </w:r>
      <w:r w:rsidRPr="002B3119">
        <w:t>tiguée</w:t>
      </w:r>
      <w:r w:rsidR="00E4444A" w:rsidRPr="0099306C">
        <w:t xml:space="preserve">. </w:t>
      </w:r>
      <w:r w:rsidRPr="002B3119">
        <w:t>Nous nous mîmes à table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endormit au dessert</w:t>
      </w:r>
      <w:r w:rsidR="00E4444A" w:rsidRPr="0099306C">
        <w:t xml:space="preserve">. </w:t>
      </w:r>
      <w:r w:rsidRPr="002B3119">
        <w:t>Marie-Anne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emportant au lit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approcha de moi pour un baiser ensommeillé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embrassai ma petite fille</w:t>
      </w:r>
      <w:r w:rsidR="00E4444A" w:rsidRPr="0099306C">
        <w:t xml:space="preserve">, </w:t>
      </w:r>
      <w:r w:rsidRPr="002B3119">
        <w:t>puis passai seul dans mon cabinet de travail</w:t>
      </w:r>
      <w:r w:rsidR="00E4444A" w:rsidRPr="0099306C">
        <w:t>.</w:t>
      </w:r>
    </w:p>
    <w:p w14:paraId="04184849" w14:textId="77777777" w:rsidR="002B3119" w:rsidRPr="002B3119" w:rsidRDefault="002B3119" w:rsidP="002B3119"/>
    <w:p w14:paraId="3299C21B" w14:textId="77777777" w:rsidR="00E4444A" w:rsidRPr="0099306C" w:rsidRDefault="002B3119" w:rsidP="002B3119">
      <w:r w:rsidRPr="002B3119">
        <w:t>Nos meubles m</w:t>
      </w:r>
      <w:r w:rsidR="00E4444A" w:rsidRPr="0099306C">
        <w:t>’</w:t>
      </w:r>
      <w:r w:rsidRPr="002B3119">
        <w:t>attendaient</w:t>
      </w:r>
      <w:r w:rsidR="00E4444A" w:rsidRPr="0099306C">
        <w:t xml:space="preserve">, </w:t>
      </w:r>
      <w:r w:rsidRPr="002B3119">
        <w:t>comme d</w:t>
      </w:r>
      <w:r w:rsidR="00E4444A" w:rsidRPr="0099306C">
        <w:t>’</w:t>
      </w:r>
      <w:r w:rsidRPr="002B3119">
        <w:t>habitude</w:t>
      </w:r>
      <w:r w:rsidR="00E4444A" w:rsidRPr="0099306C">
        <w:t xml:space="preserve">. </w:t>
      </w:r>
      <w:r w:rsidRPr="002B3119">
        <w:t>La même lampe projetait sur la table un cercle de lumière rose</w:t>
      </w:r>
      <w:r w:rsidR="00E4444A" w:rsidRPr="0099306C">
        <w:t xml:space="preserve">. </w:t>
      </w:r>
      <w:r w:rsidRPr="002B3119">
        <w:t>Des manuscrits traînaient dans les tiroirs entr</w:t>
      </w:r>
      <w:r w:rsidR="00E4444A" w:rsidRPr="0099306C">
        <w:t>’</w:t>
      </w:r>
      <w:r w:rsidRPr="002B3119">
        <w:t>ouverts</w:t>
      </w:r>
      <w:r w:rsidR="00E4444A" w:rsidRPr="0099306C">
        <w:t xml:space="preserve">. </w:t>
      </w:r>
      <w:r w:rsidRPr="002B3119">
        <w:t>Les bibliothèques m</w:t>
      </w:r>
      <w:r w:rsidR="00E4444A" w:rsidRPr="0099306C">
        <w:t>’</w:t>
      </w:r>
      <w:r w:rsidRPr="002B3119">
        <w:t>offraient toujours leurs livres par leurs portes entre-bâillées</w:t>
      </w:r>
      <w:r w:rsidR="00E4444A" w:rsidRPr="0099306C">
        <w:t xml:space="preserve">. </w:t>
      </w:r>
      <w:r w:rsidRPr="002B3119">
        <w:t>Le canapé</w:t>
      </w:r>
      <w:r w:rsidR="00E4444A" w:rsidRPr="0099306C">
        <w:t xml:space="preserve">, </w:t>
      </w:r>
      <w:r w:rsidRPr="002B3119">
        <w:t>témoin de tant de rêves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allongeait toujours à la même place</w:t>
      </w:r>
      <w:r w:rsidR="00E4444A" w:rsidRPr="0099306C">
        <w:t xml:space="preserve">. </w:t>
      </w:r>
      <w:r w:rsidRPr="002B3119">
        <w:t>Les mêmes portraits souriaient dans leurs cadres comme s</w:t>
      </w:r>
      <w:r w:rsidR="00E4444A" w:rsidRPr="0099306C">
        <w:t>’</w:t>
      </w:r>
      <w:r w:rsidRPr="002B3119">
        <w:t>ils ne s</w:t>
      </w:r>
      <w:r w:rsidR="00E4444A" w:rsidRPr="0099306C">
        <w:t>’</w:t>
      </w:r>
      <w:r w:rsidRPr="002B3119">
        <w:t xml:space="preserve">étaient aperçus de </w:t>
      </w:r>
      <w:r w:rsidRPr="002B3119">
        <w:lastRenderedPageBreak/>
        <w:t>rien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étais presque surpris de retrouver aux choses leur ordinaire aspect</w:t>
      </w:r>
      <w:r w:rsidR="00E4444A" w:rsidRPr="0099306C">
        <w:t>.</w:t>
      </w:r>
    </w:p>
    <w:p w14:paraId="4FB85861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allumai une cigarette</w:t>
      </w:r>
      <w:r w:rsidR="00E4444A" w:rsidRPr="0099306C">
        <w:t xml:space="preserve">, </w:t>
      </w:r>
      <w:r w:rsidRPr="002B3119">
        <w:t>puis une autre</w:t>
      </w:r>
      <w:r w:rsidR="00E4444A" w:rsidRPr="0099306C">
        <w:t xml:space="preserve">, </w:t>
      </w:r>
      <w:r w:rsidRPr="002B3119">
        <w:t>puis une autre</w:t>
      </w:r>
      <w:r w:rsidR="00E4444A" w:rsidRPr="0099306C">
        <w:t xml:space="preserve">. </w:t>
      </w:r>
      <w:r w:rsidRPr="002B3119">
        <w:t>Quelque temps les bruits de la maison me parvinrent</w:t>
      </w:r>
      <w:r w:rsidR="00E4444A" w:rsidRPr="0099306C">
        <w:t xml:space="preserve">. </w:t>
      </w:r>
      <w:r w:rsidRPr="002B3119">
        <w:t>Marie-Anne</w:t>
      </w:r>
      <w:r w:rsidR="00E4444A" w:rsidRPr="0099306C">
        <w:t xml:space="preserve">, </w:t>
      </w:r>
      <w:r w:rsidRPr="002B3119">
        <w:t>allant et venant</w:t>
      </w:r>
      <w:r w:rsidR="00E4444A" w:rsidRPr="0099306C">
        <w:t xml:space="preserve">, </w:t>
      </w:r>
      <w:r w:rsidRPr="002B3119">
        <w:t>passait de la cuisine à la salle à ma</w:t>
      </w:r>
      <w:r w:rsidRPr="002B3119">
        <w:t>n</w:t>
      </w:r>
      <w:r w:rsidRPr="002B3119">
        <w:t>ger</w:t>
      </w:r>
      <w:r w:rsidR="00E4444A" w:rsidRPr="0099306C">
        <w:t xml:space="preserve">. </w:t>
      </w:r>
      <w:r w:rsidRPr="002B3119">
        <w:t>Puis tout se tut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eus le sentiment de ma solitude</w:t>
      </w:r>
      <w:r w:rsidR="00E4444A" w:rsidRPr="0099306C">
        <w:t>.</w:t>
      </w:r>
    </w:p>
    <w:p w14:paraId="6E236185" w14:textId="77777777" w:rsidR="00E4444A" w:rsidRPr="0099306C" w:rsidRDefault="002B3119" w:rsidP="002B3119">
      <w:r w:rsidRPr="002B3119">
        <w:t>Une page était devant moi</w:t>
      </w:r>
      <w:r w:rsidR="00E4444A" w:rsidRPr="0099306C">
        <w:t xml:space="preserve">, </w:t>
      </w:r>
      <w:r w:rsidRPr="002B3119">
        <w:t>inachevée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eus beau</w:t>
      </w:r>
      <w:r w:rsidR="00E4444A" w:rsidRPr="0099306C">
        <w:t xml:space="preserve">, </w:t>
      </w:r>
      <w:r w:rsidRPr="002B3119">
        <w:t>pour retrouver le fil</w:t>
      </w:r>
      <w:r w:rsidR="00E4444A" w:rsidRPr="0099306C">
        <w:t xml:space="preserve">, </w:t>
      </w:r>
      <w:r w:rsidRPr="002B3119">
        <w:t>recopier deux ou trois fois le dernier passage</w:t>
      </w:r>
      <w:r w:rsidR="00E4444A" w:rsidRPr="0099306C">
        <w:t xml:space="preserve">, </w:t>
      </w:r>
      <w:r w:rsidRPr="002B3119">
        <w:t>les mots</w:t>
      </w:r>
      <w:r w:rsidR="00E4444A" w:rsidRPr="0099306C">
        <w:t xml:space="preserve">, </w:t>
      </w:r>
      <w:r w:rsidRPr="002B3119">
        <w:t>les idées ne venaient pas</w:t>
      </w:r>
      <w:r w:rsidR="00E4444A" w:rsidRPr="0099306C">
        <w:t xml:space="preserve">. </w:t>
      </w:r>
      <w:r w:rsidRPr="002B3119">
        <w:t>Je pris un livre</w:t>
      </w:r>
      <w:r w:rsidR="00E4444A" w:rsidRPr="0099306C">
        <w:t xml:space="preserve">, </w:t>
      </w:r>
      <w:r w:rsidRPr="002B3119">
        <w:t>et tou</w:t>
      </w:r>
      <w:r w:rsidRPr="002B3119">
        <w:t>r</w:t>
      </w:r>
      <w:r w:rsidRPr="002B3119">
        <w:t>nai machinalement quelques feuillets</w:t>
      </w:r>
      <w:r w:rsidR="00E4444A" w:rsidRPr="0099306C">
        <w:t xml:space="preserve">, </w:t>
      </w:r>
      <w:r w:rsidRPr="002B3119">
        <w:t>mais je m</w:t>
      </w:r>
      <w:r w:rsidR="00E4444A" w:rsidRPr="0099306C">
        <w:t>’</w:t>
      </w:r>
      <w:r w:rsidRPr="002B3119">
        <w:t>aperçus bientôt que je ne lisais point</w:t>
      </w:r>
      <w:r w:rsidR="00E4444A" w:rsidRPr="0099306C">
        <w:t>.</w:t>
      </w:r>
    </w:p>
    <w:p w14:paraId="5E6114D0" w14:textId="77777777" w:rsidR="00E4444A" w:rsidRPr="0099306C" w:rsidRDefault="002B3119" w:rsidP="002B3119">
      <w:r w:rsidRPr="002B3119">
        <w:t>Que s</w:t>
      </w:r>
      <w:r w:rsidR="00E4444A" w:rsidRPr="0099306C">
        <w:t>’</w:t>
      </w:r>
      <w:r w:rsidRPr="002B3119">
        <w:t>était-il donc passé</w:t>
      </w:r>
      <w:r w:rsidR="00E4444A" w:rsidRPr="0099306C">
        <w:t xml:space="preserve"> ? </w:t>
      </w:r>
      <w:r w:rsidRPr="002B3119">
        <w:t>Un des portraits de Jeanne était sur ma table</w:t>
      </w:r>
      <w:r w:rsidR="00E4444A" w:rsidRPr="0099306C">
        <w:t xml:space="preserve">, </w:t>
      </w:r>
      <w:r w:rsidRPr="002B3119">
        <w:t>un autre sur la cheminée d</w:t>
      </w:r>
      <w:r w:rsidR="00E4444A" w:rsidRPr="0099306C">
        <w:t>’</w:t>
      </w:r>
      <w:r w:rsidRPr="002B3119">
        <w:t>où elle me r</w:t>
      </w:r>
      <w:r w:rsidRPr="002B3119">
        <w:t>e</w:t>
      </w:r>
      <w:r w:rsidRPr="002B3119">
        <w:t>gardait encore</w:t>
      </w:r>
      <w:r w:rsidR="00E4444A" w:rsidRPr="0099306C">
        <w:t xml:space="preserve">. </w:t>
      </w:r>
      <w:r w:rsidRPr="002B3119">
        <w:t>Voyons</w:t>
      </w:r>
      <w:r w:rsidR="00E4444A" w:rsidRPr="0099306C">
        <w:t xml:space="preserve"> ! </w:t>
      </w:r>
      <w:r w:rsidRPr="002B3119">
        <w:t>il fallait me ressaisir</w:t>
      </w:r>
      <w:r w:rsidR="00E4444A" w:rsidRPr="0099306C">
        <w:t xml:space="preserve">. </w:t>
      </w:r>
      <w:r w:rsidRPr="002B3119">
        <w:t>Pour mieux réfléchir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étendis sur le canapé</w:t>
      </w:r>
      <w:r w:rsidR="00E4444A" w:rsidRPr="0099306C">
        <w:t xml:space="preserve">, </w:t>
      </w:r>
      <w:r w:rsidRPr="002B3119">
        <w:t>la figure entre mes mains</w:t>
      </w:r>
      <w:r w:rsidR="00E4444A" w:rsidRPr="0099306C">
        <w:t xml:space="preserve">, </w:t>
      </w:r>
      <w:r w:rsidRPr="002B3119">
        <w:t>la tête contre le mur</w:t>
      </w:r>
      <w:r w:rsidR="00E4444A" w:rsidRPr="0099306C">
        <w:t xml:space="preserve">, </w:t>
      </w:r>
      <w:r w:rsidRPr="002B3119">
        <w:t>comme je faisais autrefois pour m</w:t>
      </w:r>
      <w:r w:rsidR="00E4444A" w:rsidRPr="0099306C">
        <w:t>’</w:t>
      </w:r>
      <w:r w:rsidRPr="002B3119">
        <w:t>abstraire quand je voulais mieux suivre une idée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depuis mon mariage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osais prendre devant ma femme cette attitude paresseuse</w:t>
      </w:r>
      <w:r w:rsidR="00E4444A" w:rsidRPr="0099306C">
        <w:t>.</w:t>
      </w:r>
    </w:p>
    <w:p w14:paraId="4D68662C" w14:textId="77777777" w:rsidR="00E4444A" w:rsidRPr="0099306C" w:rsidRDefault="002B3119" w:rsidP="002B3119">
      <w:r w:rsidRPr="002B3119">
        <w:t>Je me relevai quand minuit sonna</w:t>
      </w:r>
      <w:r w:rsidR="00E4444A" w:rsidRPr="0099306C">
        <w:t xml:space="preserve">. </w:t>
      </w:r>
      <w:r w:rsidRPr="002B3119">
        <w:t>Les douze coups m</w:t>
      </w:r>
      <w:r w:rsidRPr="002B3119">
        <w:t>é</w:t>
      </w:r>
      <w:r w:rsidRPr="002B3119">
        <w:t>talliques me frappèrent un peu durement le tympan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la tête vide</w:t>
      </w:r>
      <w:r w:rsidR="00E4444A" w:rsidRPr="0099306C">
        <w:t xml:space="preserve">, </w:t>
      </w:r>
      <w:r w:rsidRPr="002B3119">
        <w:t>les yeux tuméfiés</w:t>
      </w:r>
      <w:r w:rsidR="00E4444A" w:rsidRPr="0099306C">
        <w:t xml:space="preserve">. </w:t>
      </w:r>
      <w:r w:rsidRPr="002B3119">
        <w:t>Le silence de la maison bou</w:t>
      </w:r>
      <w:r w:rsidRPr="002B3119">
        <w:t>r</w:t>
      </w:r>
      <w:r w:rsidRPr="002B3119">
        <w:t>donnait à mes oreilles</w:t>
      </w:r>
      <w:r w:rsidR="00E4444A" w:rsidRPr="0099306C">
        <w:t>.</w:t>
      </w:r>
    </w:p>
    <w:p w14:paraId="3924946E" w14:textId="77777777" w:rsidR="00E4444A" w:rsidRPr="0099306C" w:rsidRDefault="002B3119" w:rsidP="002B3119">
      <w:r w:rsidRPr="002B3119">
        <w:t>Tout à coup je me surpris debout devant la glace</w:t>
      </w:r>
      <w:r w:rsidR="00E4444A" w:rsidRPr="0099306C">
        <w:t xml:space="preserve">, </w:t>
      </w:r>
      <w:r w:rsidRPr="002B3119">
        <w:t>les coudes sur la cheminée</w:t>
      </w:r>
      <w:r w:rsidR="00E4444A" w:rsidRPr="0099306C">
        <w:t xml:space="preserve">, </w:t>
      </w:r>
      <w:r w:rsidRPr="002B3119">
        <w:t>dans cette même pose où j</w:t>
      </w:r>
      <w:r w:rsidR="00E4444A" w:rsidRPr="0099306C">
        <w:t>’</w:t>
      </w:r>
      <w:r w:rsidRPr="002B3119">
        <w:t>avais trouvé Jeanne quelques mois auparavant</w:t>
      </w:r>
      <w:r w:rsidR="00E4444A" w:rsidRPr="0099306C">
        <w:t xml:space="preserve">. </w:t>
      </w:r>
      <w:r w:rsidRPr="002B3119">
        <w:t>Un étranger</w:t>
      </w:r>
      <w:r w:rsidR="00E4444A" w:rsidRPr="0099306C">
        <w:t xml:space="preserve">, </w:t>
      </w:r>
      <w:r w:rsidRPr="002B3119">
        <w:t>crus-je un instant</w:t>
      </w:r>
      <w:r w:rsidR="00E4444A" w:rsidRPr="0099306C">
        <w:t xml:space="preserve">, </w:t>
      </w:r>
      <w:r w:rsidRPr="002B3119">
        <w:t>me scrutait du fond du miroir</w:t>
      </w:r>
      <w:r w:rsidR="00E4444A" w:rsidRPr="0099306C">
        <w:t xml:space="preserve"> ? </w:t>
      </w:r>
      <w:r w:rsidRPr="002B3119">
        <w:t>Qui donc étaient-ils ces deux hommes qui se dressaient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un contre l</w:t>
      </w:r>
      <w:r w:rsidR="00E4444A" w:rsidRPr="0099306C">
        <w:t>’</w:t>
      </w:r>
      <w:r w:rsidRPr="002B3119">
        <w:t>autre</w:t>
      </w:r>
      <w:r w:rsidR="00E4444A" w:rsidRPr="0099306C">
        <w:t xml:space="preserve">, </w:t>
      </w:r>
      <w:r w:rsidRPr="002B3119">
        <w:t>dans la nuit</w:t>
      </w:r>
      <w:r w:rsidR="00E4444A" w:rsidRPr="0099306C">
        <w:t xml:space="preserve"> ? </w:t>
      </w:r>
      <w:r w:rsidR="007926D5" w:rsidRPr="0099306C">
        <w:t>À</w:t>
      </w:r>
      <w:r w:rsidRPr="002B3119">
        <w:t xml:space="preserve"> la fin je me reconnus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je ne les connaissais que trop ces yeux effarés</w:t>
      </w:r>
      <w:r w:rsidR="00E4444A" w:rsidRPr="0099306C">
        <w:t xml:space="preserve">, </w:t>
      </w:r>
      <w:r w:rsidRPr="002B3119">
        <w:t xml:space="preserve">ce visage blafard qui se noyait tout </w:t>
      </w:r>
      <w:r w:rsidRPr="002B3119">
        <w:lastRenderedPageBreak/>
        <w:t>à l</w:t>
      </w:r>
      <w:r w:rsidR="00E4444A" w:rsidRPr="0099306C">
        <w:t>’</w:t>
      </w:r>
      <w:r w:rsidRPr="002B3119">
        <w:t>heure parmi les coussins</w:t>
      </w:r>
      <w:r w:rsidR="00E4444A" w:rsidRPr="0099306C">
        <w:t xml:space="preserve">. </w:t>
      </w:r>
      <w:r w:rsidRPr="002B3119">
        <w:t>Tel j</w:t>
      </w:r>
      <w:r w:rsidR="00E4444A" w:rsidRPr="0099306C">
        <w:t>’</w:t>
      </w:r>
      <w:r w:rsidRPr="002B3119">
        <w:t>étais jadis</w:t>
      </w:r>
      <w:r w:rsidR="00E4444A" w:rsidRPr="0099306C">
        <w:t xml:space="preserve">, </w:t>
      </w:r>
      <w:r w:rsidRPr="002B3119">
        <w:t>tel j</w:t>
      </w:r>
      <w:r w:rsidR="00E4444A" w:rsidRPr="0099306C">
        <w:t>’</w:t>
      </w:r>
      <w:r w:rsidRPr="002B3119">
        <w:t>étais resté</w:t>
      </w:r>
      <w:r w:rsidR="00E4444A" w:rsidRPr="0099306C">
        <w:t xml:space="preserve">. </w:t>
      </w:r>
      <w:r w:rsidRPr="002B3119">
        <w:t>Les calmes joies du ménage</w:t>
      </w:r>
      <w:r w:rsidR="00E4444A" w:rsidRPr="0099306C">
        <w:t xml:space="preserve">, </w:t>
      </w:r>
      <w:r w:rsidRPr="002B3119">
        <w:t>la douceur d</w:t>
      </w:r>
      <w:r w:rsidR="00E4444A" w:rsidRPr="0099306C">
        <w:t>’</w:t>
      </w:r>
      <w:r w:rsidRPr="002B3119">
        <w:t>une présence féminine</w:t>
      </w:r>
      <w:r w:rsidR="00E4444A" w:rsidRPr="0099306C">
        <w:t xml:space="preserve">, </w:t>
      </w:r>
      <w:r w:rsidRPr="002B3119">
        <w:t>étaient-elles faites</w:t>
      </w:r>
      <w:r w:rsidR="00E4444A" w:rsidRPr="0099306C">
        <w:t xml:space="preserve">, </w:t>
      </w:r>
      <w:r w:rsidRPr="002B3119">
        <w:t>ces choses</w:t>
      </w:r>
      <w:r w:rsidR="00E4444A" w:rsidRPr="0099306C">
        <w:t xml:space="preserve">, </w:t>
      </w:r>
      <w:r w:rsidRPr="002B3119">
        <w:t>pour moi</w:t>
      </w:r>
      <w:r w:rsidR="00E4444A" w:rsidRPr="0099306C">
        <w:t xml:space="preserve"> ? </w:t>
      </w:r>
      <w:r w:rsidRPr="002B3119">
        <w:t>Si je l</w:t>
      </w:r>
      <w:r w:rsidR="00E4444A" w:rsidRPr="0099306C">
        <w:t>’</w:t>
      </w:r>
      <w:r w:rsidRPr="002B3119">
        <w:t>avais pu croire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alors que j</w:t>
      </w:r>
      <w:r w:rsidR="00E4444A" w:rsidRPr="0099306C">
        <w:t>’</w:t>
      </w:r>
      <w:r w:rsidRPr="002B3119">
        <w:t>avais r</w:t>
      </w:r>
      <w:r w:rsidRPr="002B3119">
        <w:t>ê</w:t>
      </w:r>
      <w:r w:rsidRPr="002B3119">
        <w:t>vé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étais plus</w:t>
      </w:r>
      <w:r w:rsidR="00E4444A" w:rsidRPr="0099306C">
        <w:t xml:space="preserve">, </w:t>
      </w:r>
      <w:r w:rsidRPr="002B3119">
        <w:t>mais j</w:t>
      </w:r>
      <w:r w:rsidR="00E4444A" w:rsidRPr="0099306C">
        <w:t>’</w:t>
      </w:r>
      <w:r w:rsidRPr="002B3119">
        <w:t>avais été le jouet d</w:t>
      </w:r>
      <w:r w:rsidR="00E4444A" w:rsidRPr="0099306C">
        <w:t>’</w:t>
      </w:r>
      <w:r w:rsidRPr="002B3119">
        <w:t>une illusion</w:t>
      </w:r>
      <w:r w:rsidR="00E4444A" w:rsidRPr="0099306C">
        <w:t>.</w:t>
      </w:r>
    </w:p>
    <w:p w14:paraId="4B5F0FC2" w14:textId="77777777" w:rsidR="00E4444A" w:rsidRPr="0099306C" w:rsidRDefault="002B3119" w:rsidP="002B3119">
      <w:r w:rsidRPr="002B3119">
        <w:t>Et pourtant Yvette était là-haut</w:t>
      </w:r>
      <w:r w:rsidR="00E4444A" w:rsidRPr="0099306C">
        <w:t xml:space="preserve">, </w:t>
      </w:r>
      <w:r w:rsidRPr="002B3119">
        <w:t>dans sa chambre</w:t>
      </w:r>
      <w:r w:rsidR="00E4444A" w:rsidRPr="0099306C">
        <w:t>…</w:t>
      </w:r>
    </w:p>
    <w:p w14:paraId="18EC707A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étais comme ivre</w:t>
      </w:r>
      <w:r w:rsidR="00E4444A" w:rsidRPr="0099306C">
        <w:t xml:space="preserve">. </w:t>
      </w:r>
      <w:r w:rsidRPr="002B3119">
        <w:t>Je ne savais plus</w:t>
      </w:r>
      <w:r w:rsidR="00E4444A" w:rsidRPr="0099306C">
        <w:t xml:space="preserve">. </w:t>
      </w:r>
      <w:r w:rsidRPr="002B3119">
        <w:t>Je montai l</w:t>
      </w:r>
      <w:r w:rsidR="00E4444A" w:rsidRPr="0099306C">
        <w:t>’</w:t>
      </w:r>
      <w:r w:rsidRPr="002B3119">
        <w:t>escalier dans les ténèbres et me glissai dans mon lit où je m</w:t>
      </w:r>
      <w:r w:rsidR="00E4444A" w:rsidRPr="0099306C">
        <w:t>’</w:t>
      </w:r>
      <w:r w:rsidRPr="002B3119">
        <w:t>endormis d</w:t>
      </w:r>
      <w:r w:rsidR="00E4444A" w:rsidRPr="0099306C">
        <w:t>’</w:t>
      </w:r>
      <w:r w:rsidRPr="002B3119">
        <w:t>un sommeil lourd</w:t>
      </w:r>
      <w:r w:rsidR="00E4444A" w:rsidRPr="0099306C">
        <w:t>.</w:t>
      </w:r>
    </w:p>
    <w:p w14:paraId="41A3BA7B" w14:textId="77777777" w:rsidR="002B3119" w:rsidRPr="002B3119" w:rsidRDefault="002B3119" w:rsidP="002B3119"/>
    <w:p w14:paraId="4135E96F" w14:textId="77777777" w:rsidR="00E4444A" w:rsidRPr="0099306C" w:rsidRDefault="002B3119" w:rsidP="002B3119">
      <w:r w:rsidRPr="002B3119">
        <w:t>Il revint tout de même</w:t>
      </w:r>
      <w:r w:rsidR="00E4444A" w:rsidRPr="0099306C">
        <w:t xml:space="preserve">, </w:t>
      </w:r>
      <w:r w:rsidRPr="002B3119">
        <w:t>le jour tardif d</w:t>
      </w:r>
      <w:r w:rsidR="00E4444A" w:rsidRPr="0099306C">
        <w:t>’</w:t>
      </w:r>
      <w:r w:rsidRPr="002B3119">
        <w:t>automne fini</w:t>
      </w:r>
      <w:r w:rsidRPr="002B3119">
        <w:t>s</w:t>
      </w:r>
      <w:r w:rsidRPr="002B3119">
        <w:t>sant</w:t>
      </w:r>
      <w:r w:rsidR="00E4444A" w:rsidRPr="0099306C">
        <w:t xml:space="preserve">. </w:t>
      </w:r>
      <w:r w:rsidRPr="002B3119">
        <w:t>Sa terne lumière filtra par les persiennes</w:t>
      </w:r>
      <w:r w:rsidR="00E4444A" w:rsidRPr="0099306C">
        <w:t>.</w:t>
      </w:r>
    </w:p>
    <w:p w14:paraId="4C491E9E" w14:textId="77777777" w:rsidR="00E4444A" w:rsidRPr="0099306C" w:rsidRDefault="002B3119" w:rsidP="002B3119">
      <w:r w:rsidRPr="002B3119">
        <w:t>Les chaises</w:t>
      </w:r>
      <w:r w:rsidR="00E4444A" w:rsidRPr="0099306C">
        <w:t xml:space="preserve">, </w:t>
      </w:r>
      <w:r w:rsidRPr="002B3119">
        <w:t>les tables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armoire à glace émergèrent le</w:t>
      </w:r>
      <w:r w:rsidRPr="002B3119">
        <w:t>n</w:t>
      </w:r>
      <w:r w:rsidRPr="002B3119">
        <w:t>tement de l</w:t>
      </w:r>
      <w:r w:rsidR="00E4444A" w:rsidRPr="0099306C">
        <w:t>’</w:t>
      </w:r>
      <w:r w:rsidRPr="002B3119">
        <w:t>ombre</w:t>
      </w:r>
      <w:r w:rsidR="00E4444A" w:rsidRPr="0099306C">
        <w:t xml:space="preserve">, </w:t>
      </w:r>
      <w:r w:rsidRPr="002B3119">
        <w:t>comme des îlots sortant d</w:t>
      </w:r>
      <w:r w:rsidR="00E4444A" w:rsidRPr="0099306C">
        <w:t>’</w:t>
      </w:r>
      <w:r w:rsidRPr="002B3119">
        <w:t>un brouillard</w:t>
      </w:r>
      <w:r w:rsidR="00E4444A" w:rsidRPr="0099306C">
        <w:t xml:space="preserve">. </w:t>
      </w:r>
      <w:r w:rsidRPr="002B3119">
        <w:t>Dans un coin</w:t>
      </w:r>
      <w:r w:rsidR="00E4444A" w:rsidRPr="0099306C">
        <w:t xml:space="preserve">, </w:t>
      </w:r>
      <w:r w:rsidRPr="002B3119">
        <w:t>encore obscur</w:t>
      </w:r>
      <w:r w:rsidR="00E4444A" w:rsidRPr="0099306C">
        <w:t xml:space="preserve">, </w:t>
      </w:r>
      <w:r w:rsidRPr="002B3119">
        <w:t>quelque chose pendait à un portemanteau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un vêtement de Jeanne qui gardait encore sa forme</w:t>
      </w:r>
      <w:r w:rsidR="00E4444A" w:rsidRPr="0099306C">
        <w:t xml:space="preserve">. </w:t>
      </w:r>
      <w:r w:rsidRPr="002B3119">
        <w:t>Puis les clartés éparses se rejoignirent</w:t>
      </w:r>
      <w:r w:rsidR="00E4444A" w:rsidRPr="0099306C">
        <w:t xml:space="preserve">, </w:t>
      </w:r>
      <w:r w:rsidRPr="002B3119">
        <w:t>m</w:t>
      </w:r>
      <w:r w:rsidRPr="002B3119">
        <w:t>ê</w:t>
      </w:r>
      <w:r w:rsidRPr="002B3119">
        <w:t>lées dans un demi-jour diffus</w:t>
      </w:r>
      <w:r w:rsidR="00E4444A" w:rsidRPr="0099306C">
        <w:t>.</w:t>
      </w:r>
    </w:p>
    <w:p w14:paraId="2C285E54" w14:textId="77777777" w:rsidR="00E4444A" w:rsidRPr="0099306C" w:rsidRDefault="002B3119" w:rsidP="002B3119">
      <w:r w:rsidRPr="002B3119">
        <w:t>Yvette</w:t>
      </w:r>
      <w:r w:rsidR="00E4444A" w:rsidRPr="0099306C">
        <w:t xml:space="preserve">, </w:t>
      </w:r>
      <w:r w:rsidRPr="002B3119">
        <w:t>déjà debout</w:t>
      </w:r>
      <w:r w:rsidR="00E4444A" w:rsidRPr="0099306C">
        <w:t xml:space="preserve">, </w:t>
      </w:r>
      <w:r w:rsidRPr="002B3119">
        <w:t>babillait avec Marie</w:t>
      </w:r>
      <w:r w:rsidR="002C25DB">
        <w:t>-</w:t>
      </w:r>
      <w:r w:rsidRPr="002B3119">
        <w:t>Anne</w:t>
      </w:r>
      <w:r w:rsidR="00E4444A" w:rsidRPr="0099306C">
        <w:t xml:space="preserve">. </w:t>
      </w:r>
      <w:r w:rsidRPr="002B3119">
        <w:t>Gaie comme à l</w:t>
      </w:r>
      <w:r w:rsidR="00E4444A" w:rsidRPr="0099306C">
        <w:t>’</w:t>
      </w:r>
      <w:r w:rsidRPr="002B3119">
        <w:t>ordinaire</w:t>
      </w:r>
      <w:r w:rsidR="00E4444A" w:rsidRPr="0099306C">
        <w:t xml:space="preserve">, </w:t>
      </w:r>
      <w:r w:rsidRPr="002B3119">
        <w:t>elle prenait son déjeuner matinal</w:t>
      </w:r>
      <w:r w:rsidR="00E4444A" w:rsidRPr="0099306C">
        <w:t xml:space="preserve">. </w:t>
      </w:r>
      <w:r w:rsidRPr="002B3119">
        <w:t>Ses cinq ans ignoraient la mélancolie</w:t>
      </w:r>
      <w:r w:rsidR="00E4444A" w:rsidRPr="0099306C">
        <w:t>.</w:t>
      </w:r>
    </w:p>
    <w:p w14:paraId="23B78892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lundi</w:t>
      </w:r>
      <w:r w:rsidR="00E4444A" w:rsidRPr="0099306C">
        <w:t xml:space="preserve">, </w:t>
      </w:r>
      <w:r w:rsidRPr="002B3119">
        <w:t>jour de classe</w:t>
      </w:r>
      <w:r w:rsidR="00E4444A" w:rsidRPr="0099306C">
        <w:t xml:space="preserve">. </w:t>
      </w:r>
      <w:r w:rsidRPr="002B3119">
        <w:t>La vie indifférente suivait son cours</w:t>
      </w:r>
      <w:r w:rsidR="00E4444A" w:rsidRPr="0099306C">
        <w:t>.</w:t>
      </w:r>
    </w:p>
    <w:p w14:paraId="52FF0A87" w14:textId="77777777" w:rsidR="00E4444A" w:rsidRPr="0099306C" w:rsidRDefault="002B3119" w:rsidP="002B3119">
      <w:r w:rsidRPr="002B3119">
        <w:t>Quand je rentrai du collège</w:t>
      </w:r>
      <w:r w:rsidR="00E4444A" w:rsidRPr="0099306C">
        <w:t xml:space="preserve">, </w:t>
      </w:r>
      <w:r w:rsidRPr="002B3119">
        <w:t>Marie-Anne me vint so</w:t>
      </w:r>
      <w:r w:rsidRPr="002B3119">
        <w:t>u</w:t>
      </w:r>
      <w:r w:rsidRPr="002B3119">
        <w:t>mettre son livre de cuisine et demanda des ordres pour le ménage</w:t>
      </w:r>
      <w:r w:rsidR="00E4444A" w:rsidRPr="0099306C">
        <w:t xml:space="preserve">. </w:t>
      </w:r>
      <w:r w:rsidRPr="002B3119">
        <w:t>Elle ne l</w:t>
      </w:r>
      <w:r w:rsidR="00E4444A" w:rsidRPr="0099306C">
        <w:t>’</w:t>
      </w:r>
      <w:r w:rsidRPr="002B3119">
        <w:t>avait pas fait jusqu</w:t>
      </w:r>
      <w:r w:rsidR="00E4444A" w:rsidRPr="0099306C">
        <w:t>’</w:t>
      </w:r>
      <w:r w:rsidRPr="002B3119">
        <w:t>alors</w:t>
      </w:r>
      <w:r w:rsidR="00E4444A" w:rsidRPr="0099306C">
        <w:t xml:space="preserve">, </w:t>
      </w:r>
      <w:r w:rsidRPr="002B3119">
        <w:t>attendant le r</w:t>
      </w:r>
      <w:r w:rsidRPr="002B3119">
        <w:t>e</w:t>
      </w:r>
      <w:r w:rsidRPr="002B3119">
        <w:t>tour de Jeanne qui vérifierait ses comptes</w:t>
      </w:r>
      <w:r w:rsidR="00E4444A" w:rsidRPr="0099306C">
        <w:t xml:space="preserve">. </w:t>
      </w:r>
      <w:r w:rsidRPr="002B3119">
        <w:t>Comme il sign</w:t>
      </w:r>
      <w:r w:rsidRPr="002B3119">
        <w:t>i</w:t>
      </w:r>
      <w:r w:rsidRPr="002B3119">
        <w:t>fiait bien</w:t>
      </w:r>
      <w:r w:rsidR="00E4444A" w:rsidRPr="0099306C">
        <w:t xml:space="preserve">, </w:t>
      </w:r>
      <w:r w:rsidRPr="002B3119">
        <w:t>cet incident menu</w:t>
      </w:r>
      <w:r w:rsidR="00E4444A" w:rsidRPr="0099306C">
        <w:t xml:space="preserve">, </w:t>
      </w:r>
      <w:r w:rsidRPr="002B3119">
        <w:t>un changement d</w:t>
      </w:r>
      <w:r w:rsidR="00E4444A" w:rsidRPr="0099306C">
        <w:t>’</w:t>
      </w:r>
      <w:r w:rsidRPr="002B3119">
        <w:t>habitudes</w:t>
      </w:r>
      <w:r w:rsidR="00E4444A" w:rsidRPr="0099306C">
        <w:t xml:space="preserve">, </w:t>
      </w:r>
      <w:r w:rsidRPr="002B3119">
        <w:t>le commencement d</w:t>
      </w:r>
      <w:r w:rsidR="00E4444A" w:rsidRPr="0099306C">
        <w:t>’</w:t>
      </w:r>
      <w:r w:rsidRPr="002B3119">
        <w:t>un autre genre de vie</w:t>
      </w:r>
      <w:r w:rsidR="00E4444A" w:rsidRPr="0099306C">
        <w:t> !</w:t>
      </w:r>
    </w:p>
    <w:p w14:paraId="1D43AD72" w14:textId="77777777" w:rsidR="00E4444A" w:rsidRPr="0099306C" w:rsidRDefault="002B3119" w:rsidP="002B3119">
      <w:r w:rsidRPr="002B3119">
        <w:lastRenderedPageBreak/>
        <w:t>Jeanne</w:t>
      </w:r>
      <w:r w:rsidR="00E4444A" w:rsidRPr="0099306C">
        <w:t xml:space="preserve"> !… </w:t>
      </w:r>
      <w:r w:rsidRPr="002B3119">
        <w:t>Je poussai la porte d</w:t>
      </w:r>
      <w:r w:rsidR="00E4444A" w:rsidRPr="0099306C">
        <w:t>’</w:t>
      </w:r>
      <w:r w:rsidRPr="002B3119">
        <w:t>un cabinet de toilette où rien encore n</w:t>
      </w:r>
      <w:r w:rsidR="00E4444A" w:rsidRPr="0099306C">
        <w:t>’</w:t>
      </w:r>
      <w:r w:rsidRPr="002B3119">
        <w:t>avait été dérangé</w:t>
      </w:r>
      <w:r w:rsidR="00E4444A" w:rsidRPr="0099306C">
        <w:t xml:space="preserve">. </w:t>
      </w:r>
      <w:r w:rsidRPr="002B3119">
        <w:t>La pièce m</w:t>
      </w:r>
      <w:r w:rsidR="00E4444A" w:rsidRPr="0099306C">
        <w:t>’</w:t>
      </w:r>
      <w:r w:rsidRPr="002B3119">
        <w:t>apparut vide comme si elle avait perdu son âme</w:t>
      </w:r>
      <w:r w:rsidR="00E4444A" w:rsidRPr="0099306C">
        <w:t xml:space="preserve">. </w:t>
      </w:r>
      <w:r w:rsidRPr="002B3119">
        <w:t>Brosses</w:t>
      </w:r>
      <w:r w:rsidR="00E4444A" w:rsidRPr="0099306C">
        <w:t xml:space="preserve">, </w:t>
      </w:r>
      <w:r w:rsidRPr="002B3119">
        <w:t>flacons</w:t>
      </w:r>
      <w:r w:rsidR="00E4444A" w:rsidRPr="0099306C">
        <w:t xml:space="preserve">, </w:t>
      </w:r>
      <w:r w:rsidRPr="002B3119">
        <w:t>boîtes à poudre gardaient sur la coiffeuse leur place habituelle</w:t>
      </w:r>
      <w:r w:rsidR="00E4444A" w:rsidRPr="0099306C">
        <w:t xml:space="preserve">. </w:t>
      </w:r>
      <w:r w:rsidRPr="002B3119">
        <w:t>Des sachets</w:t>
      </w:r>
      <w:r w:rsidR="00E4444A" w:rsidRPr="0099306C">
        <w:t xml:space="preserve">, </w:t>
      </w:r>
      <w:r w:rsidRPr="002B3119">
        <w:t>dans une armoire</w:t>
      </w:r>
      <w:r w:rsidR="00E4444A" w:rsidRPr="0099306C">
        <w:t xml:space="preserve">, </w:t>
      </w:r>
      <w:r w:rsidRPr="002B3119">
        <w:t>dormaient parmi des linges fins</w:t>
      </w:r>
      <w:r w:rsidR="00E4444A" w:rsidRPr="0099306C">
        <w:t xml:space="preserve">. </w:t>
      </w:r>
      <w:r w:rsidRPr="002B3119">
        <w:t>Les jupes</w:t>
      </w:r>
      <w:r w:rsidR="00E4444A" w:rsidRPr="0099306C">
        <w:t xml:space="preserve">, </w:t>
      </w:r>
      <w:r w:rsidRPr="002B3119">
        <w:t>les corsages de Jeanne encombraient une pend</w:t>
      </w:r>
      <w:r w:rsidRPr="002B3119">
        <w:t>e</w:t>
      </w:r>
      <w:r w:rsidRPr="002B3119">
        <w:t>rie</w:t>
      </w:r>
      <w:r w:rsidR="00E4444A" w:rsidRPr="0099306C">
        <w:t xml:space="preserve">. </w:t>
      </w:r>
      <w:r w:rsidRPr="002B3119">
        <w:t>Rien qu</w:t>
      </w:r>
      <w:r w:rsidR="00E4444A" w:rsidRPr="0099306C">
        <w:t>’</w:t>
      </w:r>
      <w:r w:rsidRPr="002B3119">
        <w:t>en les remuant</w:t>
      </w:r>
      <w:r w:rsidR="00E4444A" w:rsidRPr="0099306C">
        <w:t xml:space="preserve">, </w:t>
      </w:r>
      <w:r w:rsidRPr="002B3119">
        <w:t>je fus tout enveloppé de son pa</w:t>
      </w:r>
      <w:r w:rsidRPr="002B3119">
        <w:t>r</w:t>
      </w:r>
      <w:r w:rsidRPr="002B3119">
        <w:t>fum</w:t>
      </w:r>
      <w:r w:rsidR="00E4444A" w:rsidRPr="0099306C">
        <w:t>.</w:t>
      </w:r>
    </w:p>
    <w:p w14:paraId="48619E11" w14:textId="77777777" w:rsidR="00E4444A" w:rsidRPr="0099306C" w:rsidRDefault="002B3119" w:rsidP="002B3119">
      <w:r w:rsidRPr="002B3119">
        <w:t>Alors un besoin me prit de sortir</w:t>
      </w:r>
      <w:r w:rsidR="00E4444A" w:rsidRPr="0099306C">
        <w:t xml:space="preserve">, </w:t>
      </w:r>
      <w:r w:rsidRPr="002B3119">
        <w:t>de m</w:t>
      </w:r>
      <w:r w:rsidR="00E4444A" w:rsidRPr="0099306C">
        <w:t>’</w:t>
      </w:r>
      <w:r w:rsidRPr="002B3119">
        <w:t>évader</w:t>
      </w:r>
      <w:r w:rsidR="00E4444A" w:rsidRPr="0099306C">
        <w:t xml:space="preserve">, </w:t>
      </w:r>
      <w:r w:rsidRPr="002B3119">
        <w:t>de fuir ces choses trop pleines encore de souvenirs</w:t>
      </w:r>
      <w:r w:rsidR="00E4444A" w:rsidRPr="0099306C">
        <w:t xml:space="preserve">. </w:t>
      </w:r>
      <w:r w:rsidRPr="002B3119">
        <w:t>Rarement les classes me retenaient l</w:t>
      </w:r>
      <w:r w:rsidR="00E4444A" w:rsidRPr="0099306C">
        <w:t>’</w:t>
      </w:r>
      <w:r w:rsidRPr="002B3119">
        <w:t>après-midi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allai à Paris par le pr</w:t>
      </w:r>
      <w:r w:rsidRPr="002B3119">
        <w:t>e</w:t>
      </w:r>
      <w:r w:rsidRPr="002B3119">
        <w:t>mier train</w:t>
      </w:r>
      <w:r w:rsidR="00E4444A" w:rsidRPr="0099306C">
        <w:t xml:space="preserve">. </w:t>
      </w:r>
      <w:r w:rsidRPr="002B3119">
        <w:t>Il me fallait marcher</w:t>
      </w:r>
      <w:r w:rsidR="00E4444A" w:rsidRPr="0099306C">
        <w:t xml:space="preserve">, </w:t>
      </w:r>
      <w:r w:rsidRPr="002B3119">
        <w:t>me distraire</w:t>
      </w:r>
      <w:r w:rsidR="00E4444A" w:rsidRPr="0099306C">
        <w:t xml:space="preserve">, </w:t>
      </w:r>
      <w:r w:rsidRPr="002B3119">
        <w:t>me perdre dans la foule anonyme</w:t>
      </w:r>
      <w:r w:rsidR="00E4444A" w:rsidRPr="0099306C">
        <w:t xml:space="preserve">, </w:t>
      </w:r>
      <w:r w:rsidRPr="002B3119">
        <w:t>quitter les lieux</w:t>
      </w:r>
      <w:r w:rsidR="00E4444A" w:rsidRPr="0099306C">
        <w:t xml:space="preserve">, </w:t>
      </w:r>
      <w:r w:rsidRPr="002B3119">
        <w:t>les personnages f</w:t>
      </w:r>
      <w:r w:rsidRPr="002B3119">
        <w:t>a</w:t>
      </w:r>
      <w:r w:rsidRPr="002B3119">
        <w:t>miliers</w:t>
      </w:r>
      <w:r w:rsidR="00E4444A" w:rsidRPr="0099306C">
        <w:t xml:space="preserve">. </w:t>
      </w:r>
      <w:r w:rsidRPr="002B3119">
        <w:t>La pensée même d</w:t>
      </w:r>
      <w:r w:rsidR="00E4444A" w:rsidRPr="0099306C">
        <w:t>’</w:t>
      </w:r>
      <w:r w:rsidRPr="002B3119">
        <w:t>Yvette ne me retint pas</w:t>
      </w:r>
      <w:r w:rsidR="00E4444A" w:rsidRPr="0099306C">
        <w:t>.</w:t>
      </w:r>
    </w:p>
    <w:p w14:paraId="63F9E018" w14:textId="77777777" w:rsidR="00E4444A" w:rsidRPr="0099306C" w:rsidRDefault="002B3119" w:rsidP="002B3119">
      <w:r w:rsidRPr="002B3119">
        <w:t>Toute une semaine s</w:t>
      </w:r>
      <w:r w:rsidR="00E4444A" w:rsidRPr="0099306C">
        <w:t>’</w:t>
      </w:r>
      <w:r w:rsidRPr="002B3119">
        <w:t>écoula ainsi</w:t>
      </w:r>
      <w:r w:rsidR="00E4444A" w:rsidRPr="0099306C">
        <w:t xml:space="preserve">. </w:t>
      </w:r>
      <w:r w:rsidRPr="002B3119">
        <w:t>Aimais-je encore Yvette ces jours-là</w:t>
      </w:r>
      <w:r w:rsidR="00E4444A" w:rsidRPr="0099306C">
        <w:t xml:space="preserve"> ? </w:t>
      </w:r>
      <w:r w:rsidRPr="002B3119">
        <w:t>N</w:t>
      </w:r>
      <w:r w:rsidR="00E4444A" w:rsidRPr="0099306C">
        <w:t>’</w:t>
      </w:r>
      <w:proofErr w:type="spellStart"/>
      <w:r w:rsidRPr="002B3119">
        <w:t>eus-je</w:t>
      </w:r>
      <w:proofErr w:type="spellEnd"/>
      <w:r w:rsidRPr="002B3119">
        <w:t xml:space="preserve"> pas l</w:t>
      </w:r>
      <w:r w:rsidR="00E4444A" w:rsidRPr="0099306C">
        <w:t>’</w:t>
      </w:r>
      <w:r w:rsidRPr="002B3119">
        <w:t>impression d</w:t>
      </w:r>
      <w:r w:rsidR="00E4444A" w:rsidRPr="0099306C">
        <w:t>’</w:t>
      </w:r>
      <w:r w:rsidRPr="002B3119">
        <w:t>un devoir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une charge</w:t>
      </w:r>
      <w:r w:rsidR="00E4444A" w:rsidRPr="0099306C">
        <w:t xml:space="preserve">, </w:t>
      </w:r>
      <w:r w:rsidRPr="002B3119">
        <w:t>qui gênaient un besoin inavouable de m</w:t>
      </w:r>
      <w:r w:rsidR="00E4444A" w:rsidRPr="0099306C">
        <w:t>’</w:t>
      </w:r>
      <w:r w:rsidRPr="002B3119">
        <w:t>étourdir et d</w:t>
      </w:r>
      <w:r w:rsidR="00E4444A" w:rsidRPr="0099306C">
        <w:t>’</w:t>
      </w:r>
      <w:r w:rsidRPr="002B3119">
        <w:t>oublier</w:t>
      </w:r>
      <w:r w:rsidR="00E4444A" w:rsidRPr="0099306C">
        <w:t xml:space="preserve"> ? </w:t>
      </w:r>
      <w:r w:rsidRPr="002B3119">
        <w:t>Je ne sais quelle âme dénaturée de mauvais père se réveillait en moi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allais au hasard</w:t>
      </w:r>
      <w:r w:rsidR="00E4444A" w:rsidRPr="0099306C">
        <w:t xml:space="preserve">, </w:t>
      </w:r>
      <w:r w:rsidRPr="002B3119">
        <w:t>et le bonheur des autres me faisait mal</w:t>
      </w:r>
      <w:r w:rsidR="00E4444A" w:rsidRPr="0099306C">
        <w:t xml:space="preserve">. </w:t>
      </w:r>
      <w:r w:rsidRPr="002B3119">
        <w:t>Je croisais des gens dans les gares</w:t>
      </w:r>
      <w:r w:rsidR="00E4444A" w:rsidRPr="0099306C">
        <w:t xml:space="preserve">, </w:t>
      </w:r>
      <w:r w:rsidRPr="002B3119">
        <w:t>dont la plupart pouvaient se répartir en deux cat</w:t>
      </w:r>
      <w:r w:rsidRPr="002B3119">
        <w:t>é</w:t>
      </w:r>
      <w:r w:rsidRPr="002B3119">
        <w:t>gories</w:t>
      </w:r>
      <w:r w:rsidR="00E4444A" w:rsidRPr="0099306C">
        <w:t xml:space="preserve"> : </w:t>
      </w:r>
      <w:r w:rsidRPr="002B3119">
        <w:t>d</w:t>
      </w:r>
      <w:r w:rsidR="00E4444A" w:rsidRPr="0099306C">
        <w:t>’</w:t>
      </w:r>
      <w:r w:rsidRPr="002B3119">
        <w:t>heureux ménages</w:t>
      </w:r>
      <w:r w:rsidR="00E4444A" w:rsidRPr="0099306C">
        <w:t xml:space="preserve">, </w:t>
      </w:r>
      <w:r w:rsidRPr="002B3119">
        <w:t>pères</w:t>
      </w:r>
      <w:r w:rsidR="00E4444A" w:rsidRPr="0099306C">
        <w:t xml:space="preserve">, </w:t>
      </w:r>
      <w:r w:rsidRPr="002B3119">
        <w:t>mères</w:t>
      </w:r>
      <w:r w:rsidR="00E4444A" w:rsidRPr="0099306C">
        <w:t xml:space="preserve">, </w:t>
      </w:r>
      <w:r w:rsidRPr="002B3119">
        <w:t>enfants</w:t>
      </w:r>
      <w:r w:rsidR="00E4444A" w:rsidRPr="0099306C">
        <w:t xml:space="preserve">, </w:t>
      </w:r>
      <w:r w:rsidRPr="002B3119">
        <w:t>qui go</w:t>
      </w:r>
      <w:r w:rsidRPr="002B3119">
        <w:t>û</w:t>
      </w:r>
      <w:r w:rsidRPr="002B3119">
        <w:t>taient le sûr bonheur</w:t>
      </w:r>
      <w:r w:rsidR="00E4444A" w:rsidRPr="0099306C">
        <w:t xml:space="preserve">, </w:t>
      </w:r>
      <w:r w:rsidRPr="002B3119">
        <w:t>avec ses joies permises et ses te</w:t>
      </w:r>
      <w:r w:rsidRPr="002B3119">
        <w:t>n</w:t>
      </w:r>
      <w:r w:rsidRPr="002B3119">
        <w:t>dresses durables</w:t>
      </w:r>
      <w:r w:rsidR="00E4444A" w:rsidRPr="0099306C">
        <w:t xml:space="preserve"> ; </w:t>
      </w:r>
      <w:r w:rsidRPr="002B3119">
        <w:t>ou des couples éphémères</w:t>
      </w:r>
      <w:r w:rsidR="00E4444A" w:rsidRPr="0099306C">
        <w:t xml:space="preserve">, </w:t>
      </w:r>
      <w:r w:rsidRPr="002B3119">
        <w:t>qui s</w:t>
      </w:r>
      <w:r w:rsidR="00E4444A" w:rsidRPr="0099306C">
        <w:t>’</w:t>
      </w:r>
      <w:r w:rsidRPr="002B3119">
        <w:t>étreignaient à chaque rencontre avec un élan dont j</w:t>
      </w:r>
      <w:r w:rsidR="00E4444A" w:rsidRPr="0099306C">
        <w:t>’</w:t>
      </w:r>
      <w:r w:rsidRPr="002B3119">
        <w:t>étais jaloux</w:t>
      </w:r>
      <w:r w:rsidR="00E4444A" w:rsidRPr="0099306C">
        <w:t xml:space="preserve"> ! </w:t>
      </w:r>
      <w:r w:rsidRPr="002B3119">
        <w:t>Et j</w:t>
      </w:r>
      <w:r w:rsidR="00E4444A" w:rsidRPr="0099306C">
        <w:t>’</w:t>
      </w:r>
      <w:r w:rsidRPr="002B3119">
        <w:t>allais</w:t>
      </w:r>
      <w:r w:rsidR="00E4444A" w:rsidRPr="0099306C">
        <w:t xml:space="preserve">, </w:t>
      </w:r>
      <w:r w:rsidRPr="002B3119">
        <w:t>bousculé par la foule</w:t>
      </w:r>
      <w:r w:rsidR="00E4444A" w:rsidRPr="0099306C">
        <w:t xml:space="preserve">, </w:t>
      </w:r>
      <w:r w:rsidRPr="002B3119">
        <w:t>parmi les sifflements des locomotives qui précipitaient les baisers d</w:t>
      </w:r>
      <w:r w:rsidR="00E4444A" w:rsidRPr="0099306C">
        <w:t>’</w:t>
      </w:r>
      <w:r w:rsidRPr="002B3119">
        <w:t>adieu</w:t>
      </w:r>
      <w:r w:rsidR="00E4444A" w:rsidRPr="0099306C">
        <w:t xml:space="preserve">, </w:t>
      </w:r>
      <w:r w:rsidRPr="002B3119">
        <w:t>imp</w:t>
      </w:r>
      <w:r w:rsidRPr="002B3119">
        <w:t>a</w:t>
      </w:r>
      <w:r w:rsidRPr="002B3119">
        <w:t>tientes de quitter la gare enfumée pour s</w:t>
      </w:r>
      <w:r w:rsidR="00E4444A" w:rsidRPr="0099306C">
        <w:t>’</w:t>
      </w:r>
      <w:r w:rsidRPr="002B3119">
        <w:t>élancer à travers la campagne</w:t>
      </w:r>
      <w:r w:rsidR="00E4444A" w:rsidRPr="0099306C">
        <w:t>.</w:t>
      </w:r>
    </w:p>
    <w:p w14:paraId="0416E478" w14:textId="77777777" w:rsidR="00E4444A" w:rsidRPr="0099306C" w:rsidRDefault="002B3119" w:rsidP="002B3119">
      <w:r w:rsidRPr="002B3119">
        <w:t>Un soir qu</w:t>
      </w:r>
      <w:r w:rsidR="00E4444A" w:rsidRPr="0099306C">
        <w:t>’</w:t>
      </w:r>
      <w:r w:rsidRPr="002B3119">
        <w:t>ayant rôdé dans Paris je me dirigeais trist</w:t>
      </w:r>
      <w:r w:rsidRPr="002B3119">
        <w:t>e</w:t>
      </w:r>
      <w:r w:rsidRPr="002B3119">
        <w:t>ment vers la gare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arrêtai devant les affiches criardes d</w:t>
      </w:r>
      <w:r w:rsidR="00E4444A" w:rsidRPr="0099306C">
        <w:t>’</w:t>
      </w:r>
      <w:r w:rsidRPr="002B3119">
        <w:t>un café-concert</w:t>
      </w:r>
      <w:r w:rsidR="00E4444A" w:rsidRPr="0099306C">
        <w:t xml:space="preserve">. </w:t>
      </w:r>
      <w:r w:rsidRPr="002B3119">
        <w:t>Des pitres obscurs et des danseuses i</w:t>
      </w:r>
      <w:r w:rsidRPr="002B3119">
        <w:t>n</w:t>
      </w:r>
      <w:r w:rsidRPr="002B3119">
        <w:t>connues rappelaient aux passants leurs réputations mo</w:t>
      </w:r>
      <w:r w:rsidRPr="002B3119">
        <w:t>n</w:t>
      </w:r>
      <w:r w:rsidRPr="002B3119">
        <w:t>diales</w:t>
      </w:r>
      <w:r w:rsidR="00E4444A" w:rsidRPr="0099306C">
        <w:t xml:space="preserve">. </w:t>
      </w:r>
      <w:r w:rsidRPr="002B3119">
        <w:lastRenderedPageBreak/>
        <w:t>Ce triste spectacle me tenta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allai dîner dans un re</w:t>
      </w:r>
      <w:r w:rsidRPr="002B3119">
        <w:t>s</w:t>
      </w:r>
      <w:r w:rsidRPr="002B3119">
        <w:t>taurant et passai la soirée au concert</w:t>
      </w:r>
      <w:r w:rsidR="00E4444A" w:rsidRPr="0099306C">
        <w:t xml:space="preserve">, </w:t>
      </w:r>
      <w:r w:rsidRPr="002B3119">
        <w:t>distrait par les l</w:t>
      </w:r>
      <w:r w:rsidRPr="002B3119">
        <w:t>u</w:t>
      </w:r>
      <w:r w:rsidRPr="002B3119">
        <w:t>mières vives</w:t>
      </w:r>
      <w:r w:rsidR="00E4444A" w:rsidRPr="0099306C">
        <w:t xml:space="preserve">, </w:t>
      </w:r>
      <w:r w:rsidRPr="002B3119">
        <w:t>le brouhaha du public</w:t>
      </w:r>
      <w:r w:rsidR="00E4444A" w:rsidRPr="0099306C">
        <w:t xml:space="preserve">, </w:t>
      </w:r>
      <w:r w:rsidRPr="002B3119">
        <w:t>les flonflons de l</w:t>
      </w:r>
      <w:r w:rsidR="00E4444A" w:rsidRPr="0099306C">
        <w:t>’</w:t>
      </w:r>
      <w:r w:rsidRPr="002B3119">
        <w:t>orchestre</w:t>
      </w:r>
      <w:r w:rsidR="00E4444A" w:rsidRPr="0099306C">
        <w:t>.</w:t>
      </w:r>
    </w:p>
    <w:p w14:paraId="7D478AB5" w14:textId="77777777" w:rsidR="00E4444A" w:rsidRPr="0099306C" w:rsidRDefault="002B3119" w:rsidP="002B3119">
      <w:r w:rsidRPr="002B3119">
        <w:t>La foule</w:t>
      </w:r>
      <w:r w:rsidR="00E4444A" w:rsidRPr="0099306C">
        <w:t xml:space="preserve">, </w:t>
      </w:r>
      <w:r w:rsidRPr="002B3119">
        <w:t>à la sortie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écoula rapidement</w:t>
      </w:r>
      <w:r w:rsidR="00E4444A" w:rsidRPr="0099306C">
        <w:t xml:space="preserve">. </w:t>
      </w:r>
      <w:r w:rsidRPr="002B3119">
        <w:t>Je me trouvai seul sur le boulevard</w:t>
      </w:r>
      <w:r w:rsidR="00E4444A" w:rsidRPr="0099306C">
        <w:t xml:space="preserve">. </w:t>
      </w:r>
      <w:r w:rsidRPr="002B3119">
        <w:t>Les cafés avaient clos leurs deva</w:t>
      </w:r>
      <w:r w:rsidRPr="002B3119">
        <w:t>n</w:t>
      </w:r>
      <w:r w:rsidRPr="002B3119">
        <w:t>tures</w:t>
      </w:r>
      <w:r w:rsidR="00E4444A" w:rsidRPr="0099306C">
        <w:t xml:space="preserve">. </w:t>
      </w:r>
      <w:r w:rsidRPr="002B3119">
        <w:t>Seuls des bars</w:t>
      </w:r>
      <w:r w:rsidR="00E4444A" w:rsidRPr="0099306C">
        <w:t xml:space="preserve">, </w:t>
      </w:r>
      <w:r w:rsidRPr="002B3119">
        <w:t>de loin en loin</w:t>
      </w:r>
      <w:r w:rsidR="00E4444A" w:rsidRPr="0099306C">
        <w:t xml:space="preserve">, </w:t>
      </w:r>
      <w:r w:rsidRPr="002B3119">
        <w:t>rougeoyaient comme des forges</w:t>
      </w:r>
      <w:r w:rsidR="00E4444A" w:rsidRPr="0099306C">
        <w:t xml:space="preserve">. </w:t>
      </w:r>
      <w:r w:rsidRPr="002B3119">
        <w:t>Déjà sur les bancs humides dormaient des mis</w:t>
      </w:r>
      <w:r w:rsidRPr="002B3119">
        <w:t>é</w:t>
      </w:r>
      <w:r w:rsidRPr="002B3119">
        <w:t>reux sans asile</w:t>
      </w:r>
      <w:r w:rsidR="00E4444A" w:rsidRPr="0099306C">
        <w:t xml:space="preserve">, </w:t>
      </w:r>
      <w:r w:rsidRPr="002B3119">
        <w:t>jusqu</w:t>
      </w:r>
      <w:r w:rsidR="00E4444A" w:rsidRPr="0099306C">
        <w:t>’</w:t>
      </w:r>
      <w:r w:rsidRPr="002B3119">
        <w:t>à l</w:t>
      </w:r>
      <w:r w:rsidR="00E4444A" w:rsidRPr="0099306C">
        <w:t>’</w:t>
      </w:r>
      <w:r w:rsidRPr="002B3119">
        <w:t>heure où l</w:t>
      </w:r>
      <w:r w:rsidR="00E4444A" w:rsidRPr="0099306C">
        <w:t>’</w:t>
      </w:r>
      <w:r w:rsidRPr="002B3119">
        <w:t>aube tardive de n</w:t>
      </w:r>
      <w:r w:rsidRPr="002B3119">
        <w:t>o</w:t>
      </w:r>
      <w:r w:rsidRPr="002B3119">
        <w:t>vembre les réchaufferait de ses pâles rayons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>au</w:t>
      </w:r>
      <w:r w:rsidRPr="002B3119">
        <w:t>x</w:t>
      </w:r>
      <w:r w:rsidRPr="002B3119">
        <w:t>quels le brouillard nocturne donnait je ne sais quel air de fantômes</w:t>
      </w:r>
      <w:r w:rsidR="00E4444A" w:rsidRPr="0099306C">
        <w:t xml:space="preserve">, </w:t>
      </w:r>
      <w:r w:rsidRPr="002B3119">
        <w:t>erraient sans but sur le trottoir gras</w:t>
      </w:r>
      <w:r w:rsidR="00E4444A" w:rsidRPr="0099306C">
        <w:t xml:space="preserve">, </w:t>
      </w:r>
      <w:r w:rsidRPr="002B3119">
        <w:t>méditant peut-être un mauvais coup qui leur vaudrait un peu de pain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les tristes promeneurs</w:t>
      </w:r>
      <w:r w:rsidR="00E4444A" w:rsidRPr="0099306C">
        <w:t xml:space="preserve"> ! </w:t>
      </w:r>
      <w:r w:rsidRPr="002B3119">
        <w:t>Ils disaient toute la détresse humaine</w:t>
      </w:r>
      <w:r w:rsidR="00E4444A" w:rsidRPr="0099306C">
        <w:t xml:space="preserve">. </w:t>
      </w:r>
      <w:r w:rsidRPr="002B3119">
        <w:t>Leur vue me serrait le cœur</w:t>
      </w:r>
      <w:r w:rsidR="00E4444A" w:rsidRPr="0099306C">
        <w:t>.</w:t>
      </w:r>
    </w:p>
    <w:p w14:paraId="3CA14E05" w14:textId="77777777" w:rsidR="00E4444A" w:rsidRPr="0099306C" w:rsidRDefault="002B3119" w:rsidP="002B3119">
      <w:r w:rsidRPr="002B3119">
        <w:t>Et je rentrai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esprit mauvais</w:t>
      </w:r>
      <w:r w:rsidR="00E4444A" w:rsidRPr="0099306C">
        <w:t xml:space="preserve">, </w:t>
      </w:r>
      <w:r w:rsidRPr="002B3119">
        <w:t>la bouche mauvaise</w:t>
      </w:r>
      <w:r w:rsidR="00E4444A" w:rsidRPr="0099306C">
        <w:t xml:space="preserve">, </w:t>
      </w:r>
      <w:r w:rsidRPr="002B3119">
        <w:t>ayant fumé trop de cigarettes</w:t>
      </w:r>
      <w:r w:rsidR="00E4444A" w:rsidRPr="0099306C">
        <w:t>.</w:t>
      </w:r>
    </w:p>
    <w:p w14:paraId="133AF0DB" w14:textId="77777777" w:rsidR="002B3119" w:rsidRPr="002B3119" w:rsidRDefault="002B3119" w:rsidP="002B3119"/>
    <w:p w14:paraId="5736CFA2" w14:textId="77777777" w:rsidR="00E4444A" w:rsidRPr="0099306C" w:rsidRDefault="007926D5" w:rsidP="002B3119">
      <w:r w:rsidRPr="0099306C">
        <w:t>À</w:t>
      </w:r>
      <w:r w:rsidR="002B3119" w:rsidRPr="002B3119">
        <w:t xml:space="preserve"> l</w:t>
      </w:r>
      <w:r w:rsidR="00E4444A" w:rsidRPr="0099306C">
        <w:t>’</w:t>
      </w:r>
      <w:r w:rsidR="002B3119" w:rsidRPr="002B3119">
        <w:t>instant où je mettais la clef dans la serrure</w:t>
      </w:r>
      <w:r w:rsidR="00E4444A" w:rsidRPr="0099306C">
        <w:t xml:space="preserve">, </w:t>
      </w:r>
      <w:r w:rsidR="002B3119" w:rsidRPr="002B3119">
        <w:t>j</w:t>
      </w:r>
      <w:r w:rsidR="00E4444A" w:rsidRPr="0099306C">
        <w:t>’</w:t>
      </w:r>
      <w:r w:rsidR="002B3119" w:rsidRPr="002B3119">
        <w:t>eus une surprise</w:t>
      </w:r>
      <w:r w:rsidR="00E4444A" w:rsidRPr="0099306C">
        <w:t xml:space="preserve">. </w:t>
      </w:r>
      <w:r w:rsidR="002B3119" w:rsidRPr="002B3119">
        <w:t>La chambre d</w:t>
      </w:r>
      <w:r w:rsidR="00E4444A" w:rsidRPr="0099306C">
        <w:t>’</w:t>
      </w:r>
      <w:r w:rsidR="002B3119" w:rsidRPr="002B3119">
        <w:t>Yvette était encore éclairée</w:t>
      </w:r>
      <w:r w:rsidR="00E4444A" w:rsidRPr="0099306C">
        <w:t xml:space="preserve">. </w:t>
      </w:r>
      <w:r w:rsidR="002B3119" w:rsidRPr="002B3119">
        <w:t>Marie-Anne descendit au-devant de moi</w:t>
      </w:r>
      <w:r w:rsidR="00E4444A" w:rsidRPr="0099306C">
        <w:t xml:space="preserve">. </w:t>
      </w:r>
      <w:r w:rsidR="002B3119" w:rsidRPr="002B3119">
        <w:t>Yvette avait pleuré</w:t>
      </w:r>
      <w:r w:rsidR="00E4444A" w:rsidRPr="0099306C">
        <w:t xml:space="preserve">, </w:t>
      </w:r>
      <w:r w:rsidR="002B3119" w:rsidRPr="002B3119">
        <w:t>en appelant papa</w:t>
      </w:r>
      <w:r w:rsidR="00E4444A" w:rsidRPr="0099306C">
        <w:t xml:space="preserve">, </w:t>
      </w:r>
      <w:r w:rsidR="002B3119" w:rsidRPr="002B3119">
        <w:t>et n</w:t>
      </w:r>
      <w:r w:rsidR="00E4444A" w:rsidRPr="0099306C">
        <w:t>’</w:t>
      </w:r>
      <w:r w:rsidR="002B3119" w:rsidRPr="002B3119">
        <w:t>était pas encore endormie</w:t>
      </w:r>
      <w:r w:rsidR="00E4444A" w:rsidRPr="0099306C">
        <w:t>.</w:t>
      </w:r>
    </w:p>
    <w:p w14:paraId="6CC85E07" w14:textId="77777777" w:rsidR="00E4444A" w:rsidRPr="0099306C" w:rsidRDefault="002B3119" w:rsidP="002B3119">
      <w:r w:rsidRPr="002B3119">
        <w:t>Subitement je compris ma faute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étais lâche d</w:t>
      </w:r>
      <w:r w:rsidR="00E4444A" w:rsidRPr="0099306C">
        <w:t>’</w:t>
      </w:r>
      <w:r w:rsidRPr="002B3119">
        <w:t>avoir abandonné mon enfant</w:t>
      </w:r>
      <w:r w:rsidR="00E4444A" w:rsidRPr="0099306C">
        <w:t xml:space="preserve">. </w:t>
      </w:r>
      <w:r w:rsidRPr="002B3119">
        <w:t>Après avoir tant frôlé de misères</w:t>
      </w:r>
      <w:r w:rsidR="00E4444A" w:rsidRPr="0099306C">
        <w:t xml:space="preserve">, </w:t>
      </w:r>
      <w:r w:rsidRPr="002B3119">
        <w:t>étais-je seulement digne de l</w:t>
      </w:r>
      <w:r w:rsidR="00E4444A" w:rsidRPr="0099306C">
        <w:t>’</w:t>
      </w:r>
      <w:r w:rsidRPr="002B3119">
        <w:t>approcher</w:t>
      </w:r>
      <w:r w:rsidR="00E4444A" w:rsidRPr="0099306C">
        <w:t xml:space="preserve"> ? </w:t>
      </w:r>
      <w:r w:rsidRPr="002B3119">
        <w:t>Je me penchai sur le lit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Elle répéta</w:t>
      </w:r>
      <w:r w:rsidR="00E4444A" w:rsidRPr="0099306C">
        <w:t> : « </w:t>
      </w:r>
      <w:r w:rsidRPr="002B3119">
        <w:t>Papa</w:t>
      </w:r>
      <w:r w:rsidR="00E4444A" w:rsidRPr="0099306C">
        <w:t xml:space="preserve">… </w:t>
      </w:r>
      <w:r w:rsidRPr="002B3119">
        <w:t>papa</w:t>
      </w:r>
      <w:r w:rsidR="00E4444A" w:rsidRPr="0099306C">
        <w:t>… »</w:t>
      </w:r>
      <w:r w:rsidRPr="002B3119">
        <w:t xml:space="preserve"> en m</w:t>
      </w:r>
      <w:r w:rsidR="00E4444A" w:rsidRPr="0099306C">
        <w:t>’</w:t>
      </w:r>
      <w:r w:rsidRPr="002B3119">
        <w:t>entourant le cou de ses petits bras comme pour me ret</w:t>
      </w:r>
      <w:r w:rsidRPr="002B3119">
        <w:t>e</w:t>
      </w:r>
      <w:r w:rsidRPr="002B3119">
        <w:t>nir</w:t>
      </w:r>
      <w:r w:rsidR="00E4444A" w:rsidRPr="0099306C">
        <w:t xml:space="preserve">. </w:t>
      </w:r>
      <w:r w:rsidRPr="002B3119">
        <w:t>Et elle me câlinait tout en pleurant</w:t>
      </w:r>
      <w:r w:rsidR="00E4444A" w:rsidRPr="0099306C">
        <w:t xml:space="preserve">, </w:t>
      </w:r>
      <w:r w:rsidRPr="002B3119">
        <w:t>se pressait contre moi</w:t>
      </w:r>
      <w:r w:rsidR="00E4444A" w:rsidRPr="0099306C">
        <w:t xml:space="preserve">, </w:t>
      </w:r>
      <w:r w:rsidRPr="002B3119">
        <w:t>joue contre joue</w:t>
      </w:r>
      <w:r w:rsidR="00E4444A" w:rsidRPr="0099306C">
        <w:t xml:space="preserve">, </w:t>
      </w:r>
      <w:r w:rsidRPr="002B3119">
        <w:t>et ses larmes me mouillaient la figure</w:t>
      </w:r>
      <w:r w:rsidR="00E4444A" w:rsidRPr="0099306C">
        <w:t>.</w:t>
      </w:r>
    </w:p>
    <w:p w14:paraId="5DCC2D20" w14:textId="77777777" w:rsidR="002B3119" w:rsidRPr="002B3119" w:rsidRDefault="00E4444A" w:rsidP="002B3119">
      <w:r w:rsidRPr="0099306C">
        <w:t>« </w:t>
      </w:r>
      <w:r w:rsidR="002B3119" w:rsidRPr="002B3119">
        <w:t>Papa</w:t>
      </w:r>
      <w:r w:rsidRPr="0099306C">
        <w:t xml:space="preserve"> ! </w:t>
      </w:r>
      <w:r w:rsidR="002B3119" w:rsidRPr="002B3119">
        <w:t>papa</w:t>
      </w:r>
      <w:r w:rsidRPr="0099306C">
        <w:t xml:space="preserve"> ! </w:t>
      </w:r>
      <w:r w:rsidR="002B3119" w:rsidRPr="002B3119">
        <w:t>j</w:t>
      </w:r>
      <w:r w:rsidRPr="0099306C">
        <w:t>’</w:t>
      </w:r>
      <w:r w:rsidR="002B3119" w:rsidRPr="002B3119">
        <w:t>avais peur que tu ne me quittes</w:t>
      </w:r>
      <w:r w:rsidRPr="0099306C">
        <w:t xml:space="preserve">, </w:t>
      </w:r>
      <w:r w:rsidR="002B3119" w:rsidRPr="002B3119">
        <w:t>toi au</w:t>
      </w:r>
      <w:r w:rsidR="002B3119" w:rsidRPr="002B3119">
        <w:t>s</w:t>
      </w:r>
      <w:r w:rsidR="002B3119" w:rsidRPr="002B3119">
        <w:t>si</w:t>
      </w:r>
      <w:r w:rsidRPr="0099306C">
        <w:t>. »</w:t>
      </w:r>
    </w:p>
    <w:p w14:paraId="7CEC04C1" w14:textId="77777777" w:rsidR="00E4444A" w:rsidRPr="0099306C" w:rsidRDefault="002B3119" w:rsidP="002B3119">
      <w:r w:rsidRPr="002B3119">
        <w:lastRenderedPageBreak/>
        <w:t>Toi aussi</w:t>
      </w:r>
      <w:r w:rsidR="00E4444A" w:rsidRPr="0099306C">
        <w:t xml:space="preserve"> ! </w:t>
      </w:r>
      <w:r w:rsidRPr="002B3119">
        <w:t>Elle avait donc compris bien des choses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la seule allusion qu</w:t>
      </w:r>
      <w:r w:rsidR="00E4444A" w:rsidRPr="0099306C">
        <w:t>’</w:t>
      </w:r>
      <w:r w:rsidRPr="002B3119">
        <w:t>elle devait faire à la disparition de Jeanne</w:t>
      </w:r>
      <w:r w:rsidR="00E4444A" w:rsidRPr="0099306C">
        <w:t xml:space="preserve">. </w:t>
      </w:r>
      <w:r w:rsidRPr="002B3119">
        <w:t>Pouvait-elle savoir quelle humeur bizarre avait hér</w:t>
      </w:r>
      <w:r w:rsidRPr="002B3119">
        <w:t>i</w:t>
      </w:r>
      <w:r w:rsidRPr="002B3119">
        <w:t>tée de sa mère celle qui nous avait délaissés</w:t>
      </w:r>
      <w:r w:rsidR="00E4444A" w:rsidRPr="0099306C">
        <w:t xml:space="preserve"> ? </w:t>
      </w:r>
      <w:r w:rsidRPr="002B3119">
        <w:t>La supposait-elle malade ou morte</w:t>
      </w:r>
      <w:r w:rsidR="00E4444A" w:rsidRPr="0099306C">
        <w:t xml:space="preserve"> ? </w:t>
      </w:r>
      <w:r w:rsidRPr="002B3119">
        <w:t>ou</w:t>
      </w:r>
      <w:r w:rsidR="00E4444A" w:rsidRPr="0099306C">
        <w:t xml:space="preserve">, </w:t>
      </w:r>
      <w:r w:rsidRPr="002B3119">
        <w:t>par une sorte d</w:t>
      </w:r>
      <w:r w:rsidR="00E4444A" w:rsidRPr="0099306C">
        <w:t>’</w:t>
      </w:r>
      <w:r w:rsidRPr="002B3119">
        <w:t>accord tacite</w:t>
      </w:r>
      <w:r w:rsidR="00E4444A" w:rsidRPr="0099306C">
        <w:t xml:space="preserve">, </w:t>
      </w:r>
      <w:r w:rsidRPr="002B3119">
        <w:t>év</w:t>
      </w:r>
      <w:r w:rsidRPr="002B3119">
        <w:t>i</w:t>
      </w:r>
      <w:r w:rsidRPr="002B3119">
        <w:t>tait-elle un sujet douloureux que je n</w:t>
      </w:r>
      <w:r w:rsidR="00E4444A" w:rsidRPr="0099306C">
        <w:t>’</w:t>
      </w:r>
      <w:r w:rsidRPr="002B3119">
        <w:t>abordais pas</w:t>
      </w:r>
      <w:r w:rsidR="00E4444A" w:rsidRPr="0099306C">
        <w:t> ?</w:t>
      </w:r>
    </w:p>
    <w:p w14:paraId="057F620B" w14:textId="77777777" w:rsidR="00E4444A" w:rsidRPr="0099306C" w:rsidRDefault="00E4444A" w:rsidP="002B3119">
      <w:r w:rsidRPr="0099306C">
        <w:t>— </w:t>
      </w:r>
      <w:r w:rsidR="002B3119" w:rsidRPr="002B3119">
        <w:t>Non</w:t>
      </w:r>
      <w:r w:rsidRPr="0099306C">
        <w:t xml:space="preserve">, </w:t>
      </w:r>
      <w:r w:rsidR="002B3119" w:rsidRPr="002B3119">
        <w:t>Yvette</w:t>
      </w:r>
      <w:r w:rsidRPr="0099306C">
        <w:t xml:space="preserve">, </w:t>
      </w:r>
      <w:r w:rsidR="002B3119" w:rsidRPr="002B3119">
        <w:t>lui dis-je</w:t>
      </w:r>
      <w:r w:rsidRPr="0099306C">
        <w:t xml:space="preserve">, </w:t>
      </w:r>
      <w:r w:rsidR="002B3119" w:rsidRPr="002B3119">
        <w:t>papa ne te quittera plus j</w:t>
      </w:r>
      <w:r w:rsidR="002B3119" w:rsidRPr="002B3119">
        <w:t>a</w:t>
      </w:r>
      <w:r w:rsidR="002B3119" w:rsidRPr="002B3119">
        <w:t>mais</w:t>
      </w:r>
      <w:r w:rsidRPr="0099306C">
        <w:t>.</w:t>
      </w:r>
    </w:p>
    <w:p w14:paraId="02E0F247" w14:textId="77777777" w:rsidR="002B3119" w:rsidRPr="002B3119" w:rsidRDefault="002B3119" w:rsidP="002B3119">
      <w:r w:rsidRPr="002B3119">
        <w:t>Comme je la sentais faible et fragile</w:t>
      </w:r>
      <w:r w:rsidR="00E4444A" w:rsidRPr="0099306C">
        <w:t xml:space="preserve">, </w:t>
      </w:r>
      <w:r w:rsidRPr="002B3119">
        <w:t>ma petite Yvette</w:t>
      </w:r>
      <w:r w:rsidR="00E4444A" w:rsidRPr="0099306C">
        <w:t xml:space="preserve"> ! </w:t>
      </w:r>
      <w:r w:rsidRPr="002B3119">
        <w:t>De toutes ces détresses</w:t>
      </w:r>
      <w:r w:rsidR="00E4444A" w:rsidRPr="0099306C">
        <w:t xml:space="preserve">, </w:t>
      </w:r>
      <w:r w:rsidRPr="002B3119">
        <w:t>dont cette soirée m</w:t>
      </w:r>
      <w:r w:rsidR="00E4444A" w:rsidRPr="0099306C">
        <w:t>’</w:t>
      </w:r>
      <w:r w:rsidRPr="002B3119">
        <w:t>avait fait t</w:t>
      </w:r>
      <w:r w:rsidRPr="002B3119">
        <w:t>é</w:t>
      </w:r>
      <w:r w:rsidRPr="002B3119">
        <w:t>moin</w:t>
      </w:r>
      <w:r w:rsidR="00E4444A" w:rsidRPr="0099306C">
        <w:t xml:space="preserve">, </w:t>
      </w:r>
      <w:r w:rsidRPr="002B3119">
        <w:t>comme je sentais le besoin de la préserver</w:t>
      </w:r>
      <w:r w:rsidR="00E4444A" w:rsidRPr="0099306C">
        <w:t xml:space="preserve"> ! </w:t>
      </w:r>
      <w:r w:rsidRPr="002B3119">
        <w:t>Je m</w:t>
      </w:r>
      <w:r w:rsidR="00E4444A" w:rsidRPr="0099306C">
        <w:t>’</w:t>
      </w:r>
      <w:r w:rsidRPr="002B3119">
        <w:t>agenouillai près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pris ses mains dans les miennes</w:t>
      </w:r>
      <w:r w:rsidR="00E4444A" w:rsidRPr="0099306C">
        <w:t xml:space="preserve">, </w:t>
      </w:r>
      <w:r w:rsidRPr="002B3119">
        <w:t>et elle murmura comme tous les soirs</w:t>
      </w:r>
      <w:r w:rsidR="00E4444A" w:rsidRPr="0099306C">
        <w:t> : « </w:t>
      </w:r>
      <w:r w:rsidRPr="002B3119">
        <w:t>Notre Père</w:t>
      </w:r>
      <w:r w:rsidR="00E4444A" w:rsidRPr="0099306C">
        <w:t>… »</w:t>
      </w:r>
    </w:p>
    <w:p w14:paraId="0ABB3CB4" w14:textId="35471B3A" w:rsidR="00E4444A" w:rsidRPr="0099306C" w:rsidRDefault="002B3119" w:rsidP="002B3119">
      <w:r w:rsidRPr="002B3119">
        <w:t>La prière faite</w:t>
      </w:r>
      <w:r w:rsidR="00E4444A" w:rsidRPr="0099306C">
        <w:t xml:space="preserve">, </w:t>
      </w:r>
      <w:r w:rsidRPr="002B3119">
        <w:t>Yvette</w:t>
      </w:r>
      <w:r w:rsidR="00E4444A" w:rsidRPr="0099306C">
        <w:t xml:space="preserve">, </w:t>
      </w:r>
      <w:r w:rsidRPr="002B3119">
        <w:t>rassé</w:t>
      </w:r>
      <w:r w:rsidR="008478DE">
        <w:t>r</w:t>
      </w:r>
      <w:r w:rsidRPr="002B3119">
        <w:t>é</w:t>
      </w:r>
      <w:r w:rsidR="008478DE">
        <w:t>n</w:t>
      </w:r>
      <w:r w:rsidRPr="002B3119">
        <w:t>ée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endormit</w:t>
      </w:r>
      <w:r w:rsidR="00E4444A" w:rsidRPr="0099306C">
        <w:t>.</w:t>
      </w:r>
    </w:p>
    <w:p w14:paraId="4C146DA1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très ému</w:t>
      </w:r>
      <w:r w:rsidR="00E4444A" w:rsidRPr="0099306C">
        <w:t xml:space="preserve">, </w:t>
      </w:r>
      <w:r w:rsidRPr="002B3119">
        <w:t>je baisai le front de ma petite fille</w:t>
      </w:r>
      <w:r w:rsidR="00E4444A" w:rsidRPr="0099306C">
        <w:t xml:space="preserve">, </w:t>
      </w:r>
      <w:r w:rsidRPr="002B3119">
        <w:t>en disant à mi-voix</w:t>
      </w:r>
      <w:r w:rsidR="00E4444A" w:rsidRPr="0099306C">
        <w:t> : « </w:t>
      </w:r>
      <w:r w:rsidRPr="002B3119">
        <w:t>Mon trésor</w:t>
      </w:r>
      <w:r w:rsidR="00E4444A" w:rsidRPr="0099306C">
        <w:t>. »</w:t>
      </w:r>
      <w:r w:rsidRPr="002B3119">
        <w:t xml:space="preserve"> Mais le sens profond de ce mot banal m</w:t>
      </w:r>
      <w:r w:rsidR="00E4444A" w:rsidRPr="0099306C">
        <w:t>’</w:t>
      </w:r>
      <w:r w:rsidRPr="002B3119">
        <w:t>apparut tout à coup</w:t>
      </w:r>
      <w:r w:rsidR="00E4444A" w:rsidRPr="0099306C">
        <w:t xml:space="preserve">. </w:t>
      </w:r>
      <w:r w:rsidRPr="002B3119">
        <w:t>Oui</w:t>
      </w:r>
      <w:r w:rsidR="00E4444A" w:rsidRPr="0099306C">
        <w:t xml:space="preserve">. </w:t>
      </w:r>
      <w:r w:rsidRPr="002B3119">
        <w:t>Je possédais vra</w:t>
      </w:r>
      <w:r w:rsidRPr="002B3119">
        <w:t>i</w:t>
      </w:r>
      <w:r w:rsidRPr="002B3119">
        <w:t>ment un trésor sur la terre</w:t>
      </w:r>
      <w:r w:rsidR="00E4444A" w:rsidRPr="0099306C">
        <w:t xml:space="preserve">, </w:t>
      </w:r>
      <w:r w:rsidRPr="002B3119">
        <w:t>un trésor à garder</w:t>
      </w:r>
      <w:r w:rsidR="00E4444A" w:rsidRPr="0099306C">
        <w:t xml:space="preserve">, </w:t>
      </w:r>
      <w:r w:rsidRPr="002B3119">
        <w:t>à défendre</w:t>
      </w:r>
      <w:r w:rsidR="00E4444A" w:rsidRPr="0099306C">
        <w:t xml:space="preserve">, </w:t>
      </w:r>
      <w:r w:rsidRPr="002B3119">
        <w:t>qui serait mon but et ma richesse dans la vie</w:t>
      </w:r>
      <w:r w:rsidR="00E4444A" w:rsidRPr="0099306C">
        <w:t>.</w:t>
      </w:r>
    </w:p>
    <w:p w14:paraId="46BE98B6" w14:textId="77777777" w:rsidR="00E4444A" w:rsidRPr="0099306C" w:rsidRDefault="002B3119" w:rsidP="002B3119">
      <w:r w:rsidRPr="002B3119">
        <w:t>Un trésor</w:t>
      </w:r>
      <w:r w:rsidR="00E4444A" w:rsidRPr="0099306C">
        <w:t xml:space="preserve"> ! </w:t>
      </w:r>
      <w:r w:rsidRPr="002B3119">
        <w:t>De bonnes larmes inattendues me mouill</w:t>
      </w:r>
      <w:r w:rsidRPr="002B3119">
        <w:t>è</w:t>
      </w:r>
      <w:r w:rsidRPr="002B3119">
        <w:t>rent enfin les yeux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la première fois depuis des s</w:t>
      </w:r>
      <w:r w:rsidRPr="002B3119">
        <w:t>e</w:t>
      </w:r>
      <w:r w:rsidRPr="002B3119">
        <w:t>maines</w:t>
      </w:r>
      <w:r w:rsidR="00E4444A" w:rsidRPr="0099306C">
        <w:t xml:space="preserve">. </w:t>
      </w:r>
      <w:r w:rsidRPr="002B3119">
        <w:t>La journée si mal commencée finissait bien et je m</w:t>
      </w:r>
      <w:r w:rsidR="00E4444A" w:rsidRPr="0099306C">
        <w:t>’</w:t>
      </w:r>
      <w:r w:rsidRPr="002B3119">
        <w:t>endormis</w:t>
      </w:r>
      <w:r w:rsidR="00E4444A" w:rsidRPr="0099306C">
        <w:t xml:space="preserve">, </w:t>
      </w:r>
      <w:r w:rsidRPr="002B3119">
        <w:t>ce soir-là</w:t>
      </w:r>
      <w:r w:rsidR="00E4444A" w:rsidRPr="0099306C">
        <w:t xml:space="preserve">, </w:t>
      </w:r>
      <w:r w:rsidRPr="002B3119">
        <w:t>plus léger d</w:t>
      </w:r>
      <w:r w:rsidR="00E4444A" w:rsidRPr="0099306C">
        <w:t>’</w:t>
      </w:r>
      <w:r w:rsidRPr="002B3119">
        <w:t>esprit et de c</w:t>
      </w:r>
      <w:r w:rsidR="00E4444A" w:rsidRPr="0099306C">
        <w:t>œ</w:t>
      </w:r>
      <w:r w:rsidRPr="002B3119">
        <w:t>ur</w:t>
      </w:r>
      <w:r w:rsidR="00E4444A" w:rsidRPr="0099306C">
        <w:t>.</w:t>
      </w:r>
    </w:p>
    <w:p w14:paraId="18F569DE" w14:textId="77777777" w:rsidR="00B4016A" w:rsidRPr="0099306C" w:rsidRDefault="002B3119" w:rsidP="00E4444A">
      <w:pPr>
        <w:pStyle w:val="Titre2"/>
      </w:pPr>
      <w:bookmarkStart w:id="23" w:name="_f5lano43la53" w:colFirst="0" w:colLast="0"/>
      <w:bookmarkStart w:id="24" w:name="_Toc197514968"/>
      <w:bookmarkEnd w:id="23"/>
      <w:r w:rsidRPr="002B3119">
        <w:lastRenderedPageBreak/>
        <w:t>I</w:t>
      </w:r>
      <w:r w:rsidR="00B4016A" w:rsidRPr="0099306C">
        <w:t>I</w:t>
      </w:r>
      <w:bookmarkEnd w:id="24"/>
    </w:p>
    <w:p w14:paraId="19EB24C5" w14:textId="77777777" w:rsidR="00E4444A" w:rsidRPr="0099306C" w:rsidRDefault="002B3119" w:rsidP="002B3119">
      <w:r w:rsidRPr="002B3119">
        <w:t>Le lit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dont le berceau depuis beau temps était remisé au grenier</w:t>
      </w:r>
      <w:r w:rsidR="00E4444A" w:rsidRPr="0099306C">
        <w:t xml:space="preserve">, </w:t>
      </w:r>
      <w:r w:rsidRPr="002B3119">
        <w:t>se trouvait installé dans une petite chambre séparant celle de la bonne de la chambre principale dont nous avions fait naturellement la nôtre</w:t>
      </w:r>
      <w:r w:rsidR="00E4444A" w:rsidRPr="0099306C">
        <w:t>.</w:t>
      </w:r>
    </w:p>
    <w:p w14:paraId="6CEE591A" w14:textId="77777777" w:rsidR="00E4444A" w:rsidRPr="0099306C" w:rsidRDefault="002B3119" w:rsidP="002B3119">
      <w:r w:rsidRPr="002B3119">
        <w:t>Et si</w:t>
      </w:r>
      <w:r w:rsidR="00E4444A" w:rsidRPr="0099306C">
        <w:t xml:space="preserve">, </w:t>
      </w:r>
      <w:r w:rsidRPr="002B3119">
        <w:t>la nuit</w:t>
      </w:r>
      <w:r w:rsidR="00E4444A" w:rsidRPr="0099306C">
        <w:t xml:space="preserve">, </w:t>
      </w:r>
      <w:r w:rsidRPr="002B3119">
        <w:t>Yvette avait besoin de quelque chose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Marie-Anne qui lui portait secours</w:t>
      </w:r>
      <w:r w:rsidR="00E4444A" w:rsidRPr="0099306C">
        <w:t>.</w:t>
      </w:r>
    </w:p>
    <w:p w14:paraId="0EDD3BDA" w14:textId="77777777" w:rsidR="00E4444A" w:rsidRPr="0099306C" w:rsidRDefault="002B3119" w:rsidP="002B3119">
      <w:r w:rsidRPr="002B3119">
        <w:t>Pourtant</w:t>
      </w:r>
      <w:r w:rsidR="00E4444A" w:rsidRPr="0099306C">
        <w:t xml:space="preserve">, </w:t>
      </w:r>
      <w:r w:rsidRPr="002B3119">
        <w:t>le soir dont je viens de parler</w:t>
      </w:r>
      <w:r w:rsidR="00E4444A" w:rsidRPr="0099306C">
        <w:t xml:space="preserve">, </w:t>
      </w:r>
      <w:r w:rsidRPr="002B3119">
        <w:t>Marie-Anne s</w:t>
      </w:r>
      <w:r w:rsidR="00E4444A" w:rsidRPr="0099306C">
        <w:t>’</w:t>
      </w:r>
      <w:r w:rsidRPr="002B3119">
        <w:t>était retirée dans sa chambre pendant que je me penchais sur le petit lit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avais laissé ma porte ouverte pour le cas où Yvette appellerait</w:t>
      </w:r>
      <w:r w:rsidR="00E4444A" w:rsidRPr="0099306C">
        <w:t>.</w:t>
      </w:r>
    </w:p>
    <w:p w14:paraId="584DC1FB" w14:textId="77777777" w:rsidR="00E4444A" w:rsidRPr="0099306C" w:rsidRDefault="002B3119" w:rsidP="002B3119">
      <w:r w:rsidRPr="002B3119">
        <w:t>De bonnes larmes</w:t>
      </w:r>
      <w:r w:rsidR="00E4444A" w:rsidRPr="0099306C">
        <w:t xml:space="preserve">, </w:t>
      </w:r>
      <w:r w:rsidRPr="002B3119">
        <w:t>bien consolées</w:t>
      </w:r>
      <w:r w:rsidR="00E4444A" w:rsidRPr="0099306C">
        <w:t xml:space="preserve">, </w:t>
      </w:r>
      <w:r w:rsidRPr="002B3119">
        <w:t>rien ne procure un meilleur sommeil</w:t>
      </w:r>
      <w:r w:rsidR="00E4444A" w:rsidRPr="0099306C">
        <w:t xml:space="preserve">. </w:t>
      </w:r>
      <w:r w:rsidRPr="002B3119">
        <w:t>Yvette s</w:t>
      </w:r>
      <w:r w:rsidR="00E4444A" w:rsidRPr="0099306C">
        <w:t>’</w:t>
      </w:r>
      <w:r w:rsidRPr="002B3119">
        <w:t>était endormie</w:t>
      </w:r>
      <w:r w:rsidR="00E4444A" w:rsidRPr="0099306C">
        <w:t xml:space="preserve">, </w:t>
      </w:r>
      <w:r w:rsidRPr="002B3119">
        <w:t xml:space="preserve">le </w:t>
      </w:r>
      <w:r w:rsidR="002C25DB">
        <w:t xml:space="preserve">cœur </w:t>
      </w:r>
      <w:r w:rsidRPr="002B3119">
        <w:t>tra</w:t>
      </w:r>
      <w:r w:rsidRPr="002B3119">
        <w:t>n</w:t>
      </w:r>
      <w:r w:rsidRPr="002B3119">
        <w:t>quille</w:t>
      </w:r>
      <w:r w:rsidR="00E4444A" w:rsidRPr="0099306C">
        <w:t xml:space="preserve">, </w:t>
      </w:r>
      <w:r w:rsidRPr="002B3119">
        <w:t>et n</w:t>
      </w:r>
      <w:r w:rsidR="00E4444A" w:rsidRPr="0099306C">
        <w:t>’</w:t>
      </w:r>
      <w:r w:rsidRPr="002B3119">
        <w:t>avait plus bougé de la nuit</w:t>
      </w:r>
      <w:r w:rsidR="00E4444A" w:rsidRPr="0099306C">
        <w:t>.</w:t>
      </w:r>
    </w:p>
    <w:p w14:paraId="3A17A555" w14:textId="77777777" w:rsidR="00E4444A" w:rsidRPr="0099306C" w:rsidRDefault="002B3119" w:rsidP="002B3119">
      <w:r w:rsidRPr="002B3119">
        <w:t>Le lendemain matin</w:t>
      </w:r>
      <w:r w:rsidR="00E4444A" w:rsidRPr="0099306C">
        <w:t xml:space="preserve">, </w:t>
      </w:r>
      <w:r w:rsidRPr="002B3119">
        <w:t>réveillé d</w:t>
      </w:r>
      <w:r w:rsidR="00E4444A" w:rsidRPr="0099306C">
        <w:t>’</w:t>
      </w:r>
      <w:r w:rsidRPr="002B3119">
        <w:t>assez bonne heure</w:t>
      </w:r>
      <w:r w:rsidR="00E4444A" w:rsidRPr="0099306C">
        <w:t xml:space="preserve">, </w:t>
      </w:r>
      <w:r w:rsidRPr="002B3119">
        <w:t>je r</w:t>
      </w:r>
      <w:r w:rsidRPr="002B3119">
        <w:t>e</w:t>
      </w:r>
      <w:r w:rsidRPr="002B3119">
        <w:t>gardais pensivement la place où dormait Jeanne</w:t>
      </w:r>
      <w:r w:rsidR="00E4444A" w:rsidRPr="0099306C">
        <w:t xml:space="preserve">, </w:t>
      </w:r>
      <w:r w:rsidRPr="002B3119">
        <w:t>quand j</w:t>
      </w:r>
      <w:r w:rsidR="00E4444A" w:rsidRPr="0099306C">
        <w:t>’</w:t>
      </w:r>
      <w:r w:rsidRPr="002B3119">
        <w:t>entendis un léger craquement</w:t>
      </w:r>
      <w:r w:rsidR="00E4444A" w:rsidRPr="0099306C">
        <w:t xml:space="preserve">. </w:t>
      </w:r>
      <w:r w:rsidRPr="002B3119">
        <w:t>La porte entre-bâillée s</w:t>
      </w:r>
      <w:r w:rsidR="00E4444A" w:rsidRPr="0099306C">
        <w:t>’</w:t>
      </w:r>
      <w:r w:rsidRPr="002B3119">
        <w:t>ouvrit un peu plus</w:t>
      </w:r>
      <w:r w:rsidR="00E4444A" w:rsidRPr="0099306C">
        <w:t xml:space="preserve">. </w:t>
      </w:r>
      <w:r w:rsidRPr="002B3119">
        <w:t>Un petit fantôme blanc</w:t>
      </w:r>
      <w:r w:rsidR="00E4444A" w:rsidRPr="0099306C">
        <w:t xml:space="preserve">, </w:t>
      </w:r>
      <w:r w:rsidRPr="002B3119">
        <w:t>les pieds e</w:t>
      </w:r>
      <w:r w:rsidRPr="002B3119">
        <w:t>m</w:t>
      </w:r>
      <w:r w:rsidRPr="002B3119">
        <w:t>barrassés dans la longue chemise de nuit</w:t>
      </w:r>
      <w:r w:rsidR="00E4444A" w:rsidRPr="0099306C">
        <w:t xml:space="preserve">, </w:t>
      </w:r>
      <w:r w:rsidRPr="002B3119">
        <w:t>courant comme dans une course au sac</w:t>
      </w:r>
      <w:r w:rsidR="00E4444A" w:rsidRPr="0099306C">
        <w:t xml:space="preserve">, </w:t>
      </w:r>
      <w:r w:rsidRPr="002B3119">
        <w:t>vint dire bonjour à papa</w:t>
      </w:r>
      <w:r w:rsidR="00E4444A" w:rsidRPr="0099306C">
        <w:t>.</w:t>
      </w:r>
    </w:p>
    <w:p w14:paraId="382E7DFA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accrochant aux couvertures</w:t>
      </w:r>
      <w:r w:rsidR="00E4444A" w:rsidRPr="0099306C">
        <w:t xml:space="preserve">, </w:t>
      </w:r>
      <w:r w:rsidRPr="002B3119">
        <w:t>faisant</w:t>
      </w:r>
      <w:r w:rsidR="00E4444A" w:rsidRPr="0099306C">
        <w:t xml:space="preserve">, </w:t>
      </w:r>
      <w:r w:rsidRPr="002B3119">
        <w:t>des bras et des jambes tous les efforts du nageur qui veut monter dans une barque</w:t>
      </w:r>
      <w:r w:rsidR="00E4444A" w:rsidRPr="0099306C">
        <w:t xml:space="preserve">, </w:t>
      </w:r>
      <w:r w:rsidRPr="002B3119">
        <w:t>Yvette parvint à grimper sur mon lit et les boucles d</w:t>
      </w:r>
      <w:r w:rsidR="00E4444A" w:rsidRPr="0099306C">
        <w:t>’</w:t>
      </w:r>
      <w:r w:rsidRPr="002B3119">
        <w:t>or s</w:t>
      </w:r>
      <w:r w:rsidR="00E4444A" w:rsidRPr="0099306C">
        <w:t>’</w:t>
      </w:r>
      <w:r w:rsidRPr="002B3119">
        <w:t>épandirent sur l</w:t>
      </w:r>
      <w:r w:rsidR="00E4444A" w:rsidRPr="0099306C">
        <w:t>’</w:t>
      </w:r>
      <w:r w:rsidRPr="002B3119">
        <w:t>oreiller</w:t>
      </w:r>
      <w:r w:rsidR="00E4444A" w:rsidRPr="0099306C">
        <w:t>.</w:t>
      </w:r>
    </w:p>
    <w:p w14:paraId="6AA3C053" w14:textId="0A655B3C" w:rsidR="00E4444A" w:rsidRPr="0099306C" w:rsidRDefault="002B3119" w:rsidP="002B3119">
      <w:r w:rsidRPr="002B3119">
        <w:t>La bonne vint frapper à la porte</w:t>
      </w:r>
      <w:r w:rsidR="00E4444A" w:rsidRPr="0099306C">
        <w:t xml:space="preserve">. </w:t>
      </w:r>
      <w:r w:rsidRPr="002B3119">
        <w:t>La petite joueuse eut une idée</w:t>
      </w:r>
      <w:r w:rsidR="00E4444A" w:rsidRPr="0099306C">
        <w:t xml:space="preserve"> : </w:t>
      </w:r>
      <w:r w:rsidRPr="002B3119">
        <w:t>vite</w:t>
      </w:r>
      <w:r w:rsidR="00E4444A" w:rsidRPr="0099306C">
        <w:t xml:space="preserve">, </w:t>
      </w:r>
      <w:r w:rsidRPr="002B3119">
        <w:t>elle se cacha sous les draps pendant que je disais</w:t>
      </w:r>
      <w:r w:rsidR="00E4444A" w:rsidRPr="0099306C">
        <w:t xml:space="preserve"> : </w:t>
      </w:r>
      <w:r w:rsidR="0094732E">
        <w:t>« </w:t>
      </w:r>
      <w:r w:rsidRPr="002B3119">
        <w:t>Entrez</w:t>
      </w:r>
      <w:r w:rsidR="00E4444A" w:rsidRPr="0099306C">
        <w:t>. »</w:t>
      </w:r>
      <w:r w:rsidRPr="002B3119">
        <w:t xml:space="preserve"> Marie-Anne poussa les persiennes</w:t>
      </w:r>
      <w:r w:rsidR="00E4444A" w:rsidRPr="0099306C">
        <w:t xml:space="preserve">, </w:t>
      </w:r>
      <w:r w:rsidRPr="002B3119">
        <w:t xml:space="preserve">fut tout de suite informée de la présence insolite par les boucles qui </w:t>
      </w:r>
      <w:r w:rsidRPr="002B3119">
        <w:lastRenderedPageBreak/>
        <w:t>passaient</w:t>
      </w:r>
      <w:r w:rsidR="00E4444A" w:rsidRPr="0099306C">
        <w:t xml:space="preserve">, </w:t>
      </w:r>
      <w:r w:rsidRPr="002B3119">
        <w:t>mais fit semblant de chercher tout de même</w:t>
      </w:r>
      <w:r w:rsidR="00E4444A" w:rsidRPr="0099306C">
        <w:t xml:space="preserve">, </w:t>
      </w:r>
      <w:r w:rsidRPr="002B3119">
        <w:t>souleva les rideaux</w:t>
      </w:r>
      <w:r w:rsidR="00E4444A" w:rsidRPr="0099306C">
        <w:t xml:space="preserve">, </w:t>
      </w:r>
      <w:r w:rsidRPr="002B3119">
        <w:t>fouilla le petit lit</w:t>
      </w:r>
      <w:r w:rsidR="00E4444A" w:rsidRPr="0099306C">
        <w:t xml:space="preserve">, </w:t>
      </w:r>
      <w:r w:rsidRPr="002B3119">
        <w:t>tandis qu</w:t>
      </w:r>
      <w:r w:rsidR="00E4444A" w:rsidRPr="0099306C">
        <w:t>’</w:t>
      </w:r>
      <w:r w:rsidRPr="002B3119">
        <w:t>Yvette pou</w:t>
      </w:r>
      <w:r w:rsidRPr="002B3119">
        <w:t>f</w:t>
      </w:r>
      <w:r w:rsidRPr="002B3119">
        <w:t>fait de rire sous les couvertures</w:t>
      </w:r>
      <w:r w:rsidR="00E4444A" w:rsidRPr="0099306C">
        <w:t>.</w:t>
      </w:r>
    </w:p>
    <w:p w14:paraId="27162E8F" w14:textId="67879710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un jeudi</w:t>
      </w:r>
      <w:r w:rsidR="00E4444A" w:rsidRPr="0099306C">
        <w:t xml:space="preserve"> : </w:t>
      </w:r>
      <w:r w:rsidRPr="002B3119">
        <w:t>je pourrais dire la date exacte</w:t>
      </w:r>
      <w:r w:rsidR="0094732E">
        <w:t>.</w:t>
      </w:r>
      <w:r w:rsidR="0094732E" w:rsidRPr="0099306C">
        <w:t xml:space="preserve"> </w:t>
      </w:r>
      <w:r w:rsidRPr="002B3119">
        <w:t>Marie-Anne apporta le plateau du déjeuner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bien calée parmi les coussins</w:t>
      </w:r>
      <w:r w:rsidR="00E4444A" w:rsidRPr="0099306C">
        <w:t xml:space="preserve">, </w:t>
      </w:r>
      <w:r w:rsidRPr="002B3119">
        <w:t>ma petite fille</w:t>
      </w:r>
      <w:r w:rsidR="00E4444A" w:rsidRPr="0099306C">
        <w:t xml:space="preserve">, </w:t>
      </w:r>
      <w:r w:rsidRPr="002B3119">
        <w:t>pour qui cette opération était chose sérieuse</w:t>
      </w:r>
      <w:r w:rsidR="00E4444A" w:rsidRPr="0099306C">
        <w:t xml:space="preserve">, </w:t>
      </w:r>
      <w:r w:rsidRPr="002B3119">
        <w:t>prit auprès de moi son café au lait matinal</w:t>
      </w:r>
      <w:r w:rsidR="00E4444A" w:rsidRPr="0099306C">
        <w:t xml:space="preserve">, </w:t>
      </w:r>
      <w:r w:rsidRPr="002B3119">
        <w:t>très a</w:t>
      </w:r>
      <w:r w:rsidRPr="002B3119">
        <w:t>t</w:t>
      </w:r>
      <w:r w:rsidRPr="002B3119">
        <w:t>tentive à ne point tacher les draps brodés</w:t>
      </w:r>
      <w:r w:rsidR="00E4444A" w:rsidRPr="0099306C">
        <w:t>.</w:t>
      </w:r>
    </w:p>
    <w:p w14:paraId="1904E7D6" w14:textId="77777777" w:rsidR="00E4444A" w:rsidRPr="0099306C" w:rsidRDefault="002B3119" w:rsidP="002B3119">
      <w:r w:rsidRPr="002B3119">
        <w:t>Bientôt habillé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allai m</w:t>
      </w:r>
      <w:r w:rsidR="00E4444A" w:rsidRPr="0099306C">
        <w:t>’</w:t>
      </w:r>
      <w:r w:rsidRPr="002B3119">
        <w:t>asseoir dans mon cabinet de travail</w:t>
      </w:r>
      <w:r w:rsidR="007926D5" w:rsidRPr="0099306C">
        <w:t>.</w:t>
      </w:r>
      <w:r w:rsidR="00E4444A" w:rsidRPr="0099306C">
        <w:t xml:space="preserve"> </w:t>
      </w:r>
      <w:r w:rsidRPr="002B3119">
        <w:t>Marie-Anne entreprit la</w:t>
      </w:r>
      <w:r w:rsidR="007926D5" w:rsidRPr="0099306C">
        <w:t xml:space="preserve"> toilet</w:t>
      </w:r>
      <w:r w:rsidRPr="002B3119">
        <w:t xml:space="preserve">te de </w:t>
      </w:r>
      <w:r w:rsidR="00E4444A" w:rsidRPr="0099306C">
        <w:t>« </w:t>
      </w:r>
      <w:r w:rsidRPr="002B3119">
        <w:t>Mademoiselle</w:t>
      </w:r>
      <w:r w:rsidR="00E4444A" w:rsidRPr="0099306C">
        <w:t> »</w:t>
      </w:r>
      <w:r w:rsidR="007926D5" w:rsidRPr="0099306C">
        <w:t>.</w:t>
      </w:r>
      <w:r w:rsidR="00E4444A" w:rsidRPr="0099306C">
        <w:t xml:space="preserve"> </w:t>
      </w:r>
      <w:r w:rsidRPr="002B3119">
        <w:t>Quelque temps après des pas feutrés traversèrent l</w:t>
      </w:r>
      <w:r w:rsidR="00E4444A" w:rsidRPr="0099306C">
        <w:t>’</w:t>
      </w:r>
      <w:r w:rsidRPr="002B3119">
        <w:t>antichambre</w:t>
      </w:r>
      <w:r w:rsidR="00E4444A" w:rsidRPr="0099306C">
        <w:t xml:space="preserve">. </w:t>
      </w:r>
      <w:r w:rsidRPr="002B3119">
        <w:t>La porte trembla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se haussant sur la pointe des pieds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efforçait de tourner le bouton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allai o</w:t>
      </w:r>
      <w:r w:rsidRPr="002B3119">
        <w:t>u</w:t>
      </w:r>
      <w:r w:rsidRPr="002B3119">
        <w:t>vrir</w:t>
      </w:r>
      <w:r w:rsidR="00E4444A" w:rsidRPr="0099306C">
        <w:t xml:space="preserve">. </w:t>
      </w:r>
      <w:r w:rsidRPr="002B3119">
        <w:t xml:space="preserve">Les vers des </w:t>
      </w:r>
      <w:r w:rsidRPr="002B3119">
        <w:rPr>
          <w:i/>
        </w:rPr>
        <w:t>Contemplations</w:t>
      </w:r>
      <w:r w:rsidRPr="002B3119">
        <w:t xml:space="preserve"> s</w:t>
      </w:r>
      <w:r w:rsidR="00E4444A" w:rsidRPr="0099306C">
        <w:t>’</w:t>
      </w:r>
      <w:r w:rsidRPr="002B3119">
        <w:t>imposèrent à ma m</w:t>
      </w:r>
      <w:r w:rsidRPr="002B3119">
        <w:t>é</w:t>
      </w:r>
      <w:r w:rsidRPr="002B3119">
        <w:t>moire</w:t>
      </w:r>
      <w:r w:rsidR="00E4444A" w:rsidRPr="0099306C">
        <w:t> :</w:t>
      </w:r>
    </w:p>
    <w:p w14:paraId="6C3EC5F2" w14:textId="77777777" w:rsidR="002B3119" w:rsidRPr="002B3119" w:rsidRDefault="002B3119" w:rsidP="002B3119"/>
    <w:p w14:paraId="3F3CC083" w14:textId="77777777" w:rsidR="00E4444A" w:rsidRPr="009060C4" w:rsidRDefault="002B3119" w:rsidP="00465D9F">
      <w:pPr>
        <w:jc w:val="left"/>
        <w:rPr>
          <w:sz w:val="32"/>
          <w:szCs w:val="32"/>
        </w:rPr>
      </w:pPr>
      <w:r w:rsidRPr="009060C4">
        <w:rPr>
          <w:sz w:val="32"/>
          <w:szCs w:val="32"/>
        </w:rPr>
        <w:t>Tenez</w:t>
      </w:r>
      <w:r w:rsidR="00E4444A" w:rsidRPr="009060C4">
        <w:rPr>
          <w:sz w:val="32"/>
          <w:szCs w:val="32"/>
        </w:rPr>
        <w:t xml:space="preserve"> ! </w:t>
      </w:r>
      <w:r w:rsidRPr="009060C4">
        <w:rPr>
          <w:sz w:val="32"/>
          <w:szCs w:val="32"/>
        </w:rPr>
        <w:t>voici le bruit de sa main sur la clé</w:t>
      </w:r>
      <w:r w:rsidR="00E4444A" w:rsidRPr="009060C4">
        <w:rPr>
          <w:sz w:val="32"/>
          <w:szCs w:val="32"/>
        </w:rPr>
        <w:t>…</w:t>
      </w:r>
    </w:p>
    <w:p w14:paraId="18B23523" w14:textId="77777777" w:rsidR="002B3119" w:rsidRPr="002B3119" w:rsidRDefault="002B3119" w:rsidP="00465D9F">
      <w:pPr>
        <w:jc w:val="left"/>
      </w:pPr>
    </w:p>
    <w:p w14:paraId="07AD4780" w14:textId="77777777" w:rsidR="00E4444A" w:rsidRPr="0099306C" w:rsidRDefault="002B3119" w:rsidP="002B3119">
      <w:r w:rsidRPr="002B3119">
        <w:t>Dehors il faisait beau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une de ces journées sereines d</w:t>
      </w:r>
      <w:r w:rsidR="00E4444A" w:rsidRPr="0099306C">
        <w:t>’</w:t>
      </w:r>
      <w:r w:rsidRPr="002B3119">
        <w:t>arrière-saison que l</w:t>
      </w:r>
      <w:r w:rsidR="00E4444A" w:rsidRPr="0099306C">
        <w:t>’</w:t>
      </w:r>
      <w:r w:rsidRPr="002B3119">
        <w:t xml:space="preserve">été </w:t>
      </w:r>
      <w:proofErr w:type="spellStart"/>
      <w:r w:rsidRPr="002B3119">
        <w:t>semble</w:t>
      </w:r>
      <w:proofErr w:type="spellEnd"/>
      <w:r w:rsidRPr="002B3119">
        <w:t xml:space="preserve"> laisser derrière lui</w:t>
      </w:r>
      <w:r w:rsidR="00E4444A" w:rsidRPr="0099306C">
        <w:t xml:space="preserve">, </w:t>
      </w:r>
      <w:r w:rsidRPr="002B3119">
        <w:t>mais qui</w:t>
      </w:r>
      <w:r w:rsidR="00E4444A" w:rsidRPr="0099306C">
        <w:t xml:space="preserve">, </w:t>
      </w:r>
      <w:r w:rsidRPr="002B3119">
        <w:t>recueillies par l</w:t>
      </w:r>
      <w:r w:rsidR="00E4444A" w:rsidRPr="0099306C">
        <w:t>’</w:t>
      </w:r>
      <w:r w:rsidRPr="002B3119">
        <w:t>automne</w:t>
      </w:r>
      <w:r w:rsidR="00E4444A" w:rsidRPr="0099306C">
        <w:t xml:space="preserve">, </w:t>
      </w:r>
      <w:r w:rsidRPr="002B3119">
        <w:t>prennent plus de charme e</w:t>
      </w:r>
      <w:r w:rsidRPr="002B3119">
        <w:t>n</w:t>
      </w:r>
      <w:r w:rsidRPr="002B3119">
        <w:t>core</w:t>
      </w:r>
      <w:r w:rsidR="00B10C00" w:rsidRPr="0099306C">
        <w:t>.</w:t>
      </w:r>
      <w:r w:rsidR="00E4444A" w:rsidRPr="0099306C">
        <w:t xml:space="preserve"> </w:t>
      </w:r>
      <w:r w:rsidRPr="002B3119">
        <w:t>Avec son tablier clair</w:t>
      </w:r>
      <w:r w:rsidR="00E4444A" w:rsidRPr="0099306C">
        <w:t xml:space="preserve">, </w:t>
      </w:r>
      <w:r w:rsidRPr="002B3119">
        <w:t>le ruban neuf de ses cheveux</w:t>
      </w:r>
      <w:r w:rsidR="00E4444A" w:rsidRPr="0099306C">
        <w:t xml:space="preserve">, </w:t>
      </w:r>
      <w:r w:rsidR="00D528AD" w:rsidRPr="002B3119">
        <w:t>Yvette</w:t>
      </w:r>
      <w:r w:rsidRPr="002B3119">
        <w:t xml:space="preserve"> avait un air soigné d</w:t>
      </w:r>
      <w:r w:rsidR="00E4444A" w:rsidRPr="0099306C">
        <w:t>’</w:t>
      </w:r>
      <w:r w:rsidRPr="002B3119">
        <w:t>enfant sage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accord avec M</w:t>
      </w:r>
      <w:r w:rsidRPr="002B3119">
        <w:t>a</w:t>
      </w:r>
      <w:r w:rsidRPr="002B3119">
        <w:t>rie-Anne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était faite belle pour être admise dans mon cabinet</w:t>
      </w:r>
      <w:r w:rsidR="00E4444A" w:rsidRPr="0099306C">
        <w:t>.</w:t>
      </w:r>
    </w:p>
    <w:p w14:paraId="1D9CAD6E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eus la sensation d</w:t>
      </w:r>
      <w:r w:rsidR="00E4444A" w:rsidRPr="0099306C">
        <w:t>’</w:t>
      </w:r>
      <w:r w:rsidRPr="002B3119">
        <w:t>une autre vie qui s</w:t>
      </w:r>
      <w:r w:rsidR="00E4444A" w:rsidRPr="0099306C">
        <w:t>’</w:t>
      </w:r>
      <w:r w:rsidRPr="002B3119">
        <w:t>engageait</w:t>
      </w:r>
      <w:r w:rsidR="00E4444A" w:rsidRPr="0099306C">
        <w:t xml:space="preserve">, </w:t>
      </w:r>
      <w:r w:rsidRPr="002B3119">
        <w:t>de quelque chose de très doux et de très nouveau</w:t>
      </w:r>
      <w:r w:rsidR="00E4444A" w:rsidRPr="0099306C">
        <w:t xml:space="preserve">. </w:t>
      </w:r>
      <w:r w:rsidRPr="002B3119">
        <w:t>Yvette très correctement s</w:t>
      </w:r>
      <w:r w:rsidR="00E4444A" w:rsidRPr="0099306C">
        <w:t>’</w:t>
      </w:r>
      <w:r w:rsidRPr="002B3119">
        <w:t>assit</w:t>
      </w:r>
      <w:r w:rsidR="00E4444A" w:rsidRPr="0099306C">
        <w:t xml:space="preserve">, </w:t>
      </w:r>
      <w:r w:rsidRPr="002B3119">
        <w:t>tenant un grand livre d</w:t>
      </w:r>
      <w:r w:rsidR="00E4444A" w:rsidRPr="0099306C">
        <w:t>’</w:t>
      </w:r>
      <w:r w:rsidRPr="002B3119">
        <w:t>images</w:t>
      </w:r>
      <w:r w:rsidR="00E4444A" w:rsidRPr="0099306C">
        <w:t xml:space="preserve">. </w:t>
      </w:r>
      <w:r w:rsidRPr="002B3119">
        <w:t>Ses pieds chaussés de pantoufles légères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accrochant par leurs pattes autour des bas bien tirés</w:t>
      </w:r>
      <w:r w:rsidR="00E4444A" w:rsidRPr="0099306C">
        <w:t xml:space="preserve">, </w:t>
      </w:r>
      <w:r w:rsidRPr="002B3119">
        <w:t>pendaient du canapé</w:t>
      </w:r>
      <w:r w:rsidR="00E4444A" w:rsidRPr="0099306C">
        <w:t xml:space="preserve">. </w:t>
      </w:r>
      <w:r w:rsidRPr="002B3119">
        <w:t xml:space="preserve">Pas de ces poses paresseuses qui fripent une robe ou embrouillent </w:t>
      </w:r>
      <w:r w:rsidRPr="002B3119">
        <w:lastRenderedPageBreak/>
        <w:t>des cheveux</w:t>
      </w:r>
      <w:r w:rsidR="00E4444A" w:rsidRPr="0099306C">
        <w:t xml:space="preserve">, </w:t>
      </w:r>
      <w:r w:rsidRPr="002B3119">
        <w:t>mais un souci de se bien comporter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être une enfant sérieuse qui sait tenir compagnie à papa</w:t>
      </w:r>
      <w:r w:rsidR="00E4444A" w:rsidRPr="0099306C">
        <w:t>.</w:t>
      </w:r>
    </w:p>
    <w:p w14:paraId="1EB603B8" w14:textId="77777777" w:rsidR="00E4444A" w:rsidRPr="0099306C" w:rsidRDefault="002B3119" w:rsidP="002B3119">
      <w:r w:rsidRPr="002B3119">
        <w:t>Yvette</w:t>
      </w:r>
      <w:r w:rsidR="00E4444A" w:rsidRPr="0099306C">
        <w:t xml:space="preserve">, </w:t>
      </w:r>
      <w:r w:rsidRPr="002B3119">
        <w:t>évidemment</w:t>
      </w:r>
      <w:r w:rsidR="00E4444A" w:rsidRPr="0099306C">
        <w:t xml:space="preserve">, </w:t>
      </w:r>
      <w:r w:rsidRPr="002B3119">
        <w:t>me ressemblait</w:t>
      </w:r>
      <w:r w:rsidR="00E4444A" w:rsidRPr="0099306C">
        <w:t xml:space="preserve">. </w:t>
      </w:r>
      <w:r w:rsidRPr="002B3119">
        <w:t>Elle avait des e</w:t>
      </w:r>
      <w:r w:rsidRPr="002B3119">
        <w:t>x</w:t>
      </w:r>
      <w:r w:rsidRPr="002B3119">
        <w:t>pressions que je comprenais bien et qui auraient pu devenir tristes</w:t>
      </w:r>
      <w:r w:rsidR="00E4444A" w:rsidRPr="0099306C">
        <w:t xml:space="preserve">, </w:t>
      </w:r>
      <w:r w:rsidRPr="002B3119">
        <w:t>si beaucoup d</w:t>
      </w:r>
      <w:r w:rsidR="00E4444A" w:rsidRPr="0099306C">
        <w:t>’</w:t>
      </w:r>
      <w:r w:rsidRPr="002B3119">
        <w:t>affection ne l</w:t>
      </w:r>
      <w:r w:rsidR="00E4444A" w:rsidRPr="0099306C">
        <w:t>’</w:t>
      </w:r>
      <w:r w:rsidRPr="002B3119">
        <w:t>avait entourée</w:t>
      </w:r>
      <w:r w:rsidR="00E4444A" w:rsidRPr="0099306C">
        <w:t xml:space="preserve">. </w:t>
      </w:r>
      <w:r w:rsidRPr="002B3119">
        <w:t>Quand je la voyais chercher mon regard pour s</w:t>
      </w:r>
      <w:r w:rsidR="00E4444A" w:rsidRPr="0099306C">
        <w:t>’</w:t>
      </w:r>
      <w:r w:rsidRPr="002B3119">
        <w:t>assurer que j</w:t>
      </w:r>
      <w:r w:rsidR="00E4444A" w:rsidRPr="0099306C">
        <w:t>’</w:t>
      </w:r>
      <w:r w:rsidRPr="002B3119">
        <w:t>étais co</w:t>
      </w:r>
      <w:r w:rsidRPr="002B3119">
        <w:t>n</w:t>
      </w:r>
      <w:r w:rsidRPr="002B3119">
        <w:t>tent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je devinais en elle une sorte de sensibilité crai</w:t>
      </w:r>
      <w:r w:rsidRPr="002B3119">
        <w:t>n</w:t>
      </w:r>
      <w:r w:rsidRPr="002B3119">
        <w:t>tive analogue à celle d</w:t>
      </w:r>
      <w:r w:rsidR="00E4444A" w:rsidRPr="0099306C">
        <w:t>’</w:t>
      </w:r>
      <w:r w:rsidRPr="002B3119">
        <w:t>un enfant que je n</w:t>
      </w:r>
      <w:r w:rsidR="00E4444A" w:rsidRPr="0099306C">
        <w:t>’</w:t>
      </w:r>
      <w:r w:rsidRPr="002B3119">
        <w:t>avais que trop connu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une certaine élégance de port</w:t>
      </w:r>
      <w:r w:rsidR="00E4444A" w:rsidRPr="0099306C">
        <w:t xml:space="preserve">, </w:t>
      </w:r>
      <w:r w:rsidRPr="002B3119">
        <w:t>une certaine aristocratie d</w:t>
      </w:r>
      <w:r w:rsidR="00E4444A" w:rsidRPr="0099306C">
        <w:t>’</w:t>
      </w:r>
      <w:r w:rsidRPr="002B3119">
        <w:t>attitudes lui venaient de l</w:t>
      </w:r>
      <w:r w:rsidR="00E4444A" w:rsidRPr="0099306C">
        <w:t>’</w:t>
      </w:r>
      <w:r w:rsidRPr="002B3119">
        <w:t>héritage maternel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beau ressusciter mes souvenirs d</w:t>
      </w:r>
      <w:r w:rsidR="00E4444A" w:rsidRPr="0099306C">
        <w:t>’</w:t>
      </w:r>
      <w:r w:rsidRPr="002B3119">
        <w:t>enfance</w:t>
      </w:r>
      <w:r w:rsidR="00E4444A" w:rsidRPr="0099306C">
        <w:t xml:space="preserve">, </w:t>
      </w:r>
      <w:r w:rsidRPr="002B3119">
        <w:t>il y avait des gestes qui m</w:t>
      </w:r>
      <w:r w:rsidR="00E4444A" w:rsidRPr="0099306C">
        <w:t>’</w:t>
      </w:r>
      <w:r w:rsidRPr="002B3119">
        <w:t>étonnaient quelquefois</w:t>
      </w:r>
      <w:r w:rsidR="00E4444A" w:rsidRPr="0099306C">
        <w:t xml:space="preserve">. </w:t>
      </w:r>
      <w:r w:rsidRPr="002B3119">
        <w:t>Une petite pe</w:t>
      </w:r>
      <w:r w:rsidRPr="002B3119">
        <w:t>r</w:t>
      </w:r>
      <w:r w:rsidRPr="002B3119">
        <w:t>sonne se révélait avec des allures qui n</w:t>
      </w:r>
      <w:r w:rsidR="00E4444A" w:rsidRPr="0099306C">
        <w:t>’</w:t>
      </w:r>
      <w:r w:rsidRPr="002B3119">
        <w:t>étaient pas toujours les miennes</w:t>
      </w:r>
      <w:r w:rsidR="00E4444A" w:rsidRPr="0099306C">
        <w:t xml:space="preserve">, </w:t>
      </w:r>
      <w:r w:rsidRPr="002B3119">
        <w:t>des réflexions où s</w:t>
      </w:r>
      <w:r w:rsidR="00E4444A" w:rsidRPr="0099306C">
        <w:t>’</w:t>
      </w:r>
      <w:r w:rsidRPr="002B3119">
        <w:t>affirmait je ne sais quel a</w:t>
      </w:r>
      <w:r w:rsidRPr="002B3119">
        <w:t>p</w:t>
      </w:r>
      <w:r w:rsidRPr="002B3119">
        <w:t>port étranger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insondables dessous qui me surprenaient par instants</w:t>
      </w:r>
      <w:r w:rsidR="00E4444A" w:rsidRPr="0099306C">
        <w:t xml:space="preserve">. </w:t>
      </w:r>
      <w:r w:rsidRPr="002B3119">
        <w:t>Qu</w:t>
      </w:r>
      <w:r w:rsidR="00E4444A" w:rsidRPr="0099306C">
        <w:t>’</w:t>
      </w:r>
      <w:r w:rsidRPr="002B3119">
        <w:t>est-ce qui pouvait se passer dans cette p</w:t>
      </w:r>
      <w:r w:rsidRPr="002B3119">
        <w:t>e</w:t>
      </w:r>
      <w:r w:rsidRPr="002B3119">
        <w:t>tite tête</w:t>
      </w:r>
      <w:r w:rsidR="00E4444A" w:rsidRPr="0099306C">
        <w:t xml:space="preserve"> ? </w:t>
      </w:r>
      <w:r w:rsidRPr="002B3119">
        <w:t>Et je ne me lassais pas de considérer cette inco</w:t>
      </w:r>
      <w:r w:rsidRPr="002B3119">
        <w:t>n</w:t>
      </w:r>
      <w:r w:rsidRPr="002B3119">
        <w:t>nue qu</w:t>
      </w:r>
      <w:r w:rsidR="00E4444A" w:rsidRPr="0099306C">
        <w:t>’</w:t>
      </w:r>
      <w:r w:rsidRPr="002B3119">
        <w:t>était mon enfant</w:t>
      </w:r>
      <w:r w:rsidR="00E4444A" w:rsidRPr="0099306C">
        <w:t>.</w:t>
      </w:r>
    </w:p>
    <w:p w14:paraId="47B96A82" w14:textId="77777777" w:rsidR="00E4444A" w:rsidRPr="0099306C" w:rsidRDefault="002B3119" w:rsidP="002B3119">
      <w:r w:rsidRPr="002B3119">
        <w:t>Je me mis au travail</w:t>
      </w:r>
      <w:r w:rsidR="00E4444A" w:rsidRPr="0099306C">
        <w:t xml:space="preserve">. </w:t>
      </w:r>
      <w:r w:rsidRPr="002B3119">
        <w:t>Le temps passa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malgré tout son désir de rester tranquille</w:t>
      </w:r>
      <w:r w:rsidR="00E4444A" w:rsidRPr="0099306C">
        <w:t xml:space="preserve">, </w:t>
      </w:r>
      <w:r w:rsidRPr="002B3119">
        <w:t>eut besoin de remuer</w:t>
      </w:r>
      <w:r w:rsidR="00E4444A" w:rsidRPr="0099306C">
        <w:t xml:space="preserve">. </w:t>
      </w:r>
      <w:r w:rsidRPr="002B3119">
        <w:t>Nos yeux se rencontrèrent</w:t>
      </w:r>
      <w:r w:rsidR="00E4444A" w:rsidRPr="0099306C">
        <w:t xml:space="preserve"> : </w:t>
      </w:r>
      <w:r w:rsidRPr="002B3119">
        <w:t>elle grimpa sur mes genoux et je la serrai sur mon cœur</w:t>
      </w:r>
      <w:r w:rsidR="00E4444A" w:rsidRPr="0099306C">
        <w:t xml:space="preserve">. </w:t>
      </w:r>
      <w:r w:rsidRPr="002B3119">
        <w:t>Dès à présent</w:t>
      </w:r>
      <w:r w:rsidR="00E4444A" w:rsidRPr="0099306C">
        <w:t xml:space="preserve">, </w:t>
      </w:r>
      <w:r w:rsidRPr="002B3119">
        <w:t>le miracle était opéré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étais bien rattaché à la vie par des chaînes solides</w:t>
      </w:r>
      <w:r w:rsidR="00E4444A" w:rsidRPr="0099306C">
        <w:t xml:space="preserve">. </w:t>
      </w:r>
      <w:r w:rsidRPr="002B3119">
        <w:t>Une belle existence s</w:t>
      </w:r>
      <w:r w:rsidR="00E4444A" w:rsidRPr="0099306C">
        <w:t>’</w:t>
      </w:r>
      <w:r w:rsidRPr="002B3119">
        <w:t>offrait encore</w:t>
      </w:r>
      <w:r w:rsidR="00E4444A" w:rsidRPr="0099306C">
        <w:t xml:space="preserve">, </w:t>
      </w:r>
      <w:r w:rsidRPr="002B3119">
        <w:t>digne d</w:t>
      </w:r>
      <w:r w:rsidR="00E4444A" w:rsidRPr="0099306C">
        <w:t>’</w:t>
      </w:r>
      <w:r w:rsidRPr="002B3119">
        <w:t>être vécue</w:t>
      </w:r>
      <w:r w:rsidR="00E4444A" w:rsidRPr="0099306C">
        <w:t xml:space="preserve">. </w:t>
      </w:r>
      <w:r w:rsidRPr="002B3119">
        <w:t>Je serais sauvé par mon enfant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attendais d</w:t>
      </w:r>
      <w:r w:rsidR="00E4444A" w:rsidRPr="0099306C">
        <w:t>’</w:t>
      </w:r>
      <w:r w:rsidRPr="002B3119">
        <w:t>elle autant qu</w:t>
      </w:r>
      <w:r w:rsidR="00E4444A" w:rsidRPr="0099306C">
        <w:t>’</w:t>
      </w:r>
      <w:r w:rsidRPr="002B3119">
        <w:t>elle atte</w:t>
      </w:r>
      <w:r w:rsidRPr="002B3119">
        <w:t>n</w:t>
      </w:r>
      <w:r w:rsidRPr="002B3119">
        <w:t>dait de moi</w:t>
      </w:r>
      <w:r w:rsidR="00E4444A" w:rsidRPr="0099306C">
        <w:t xml:space="preserve">. </w:t>
      </w:r>
      <w:r w:rsidRPr="002B3119">
        <w:t>Ce serait encore une vie à deux</w:t>
      </w:r>
      <w:r w:rsidR="00E4444A" w:rsidRPr="0099306C">
        <w:t xml:space="preserve">. </w:t>
      </w:r>
      <w:r w:rsidRPr="002B3119">
        <w:t>Grâce à Yvette</w:t>
      </w:r>
      <w:r w:rsidR="00E4444A" w:rsidRPr="0099306C">
        <w:t xml:space="preserve">, </w:t>
      </w:r>
      <w:r w:rsidRPr="002B3119">
        <w:t>la maison ne serait point solitaire</w:t>
      </w:r>
      <w:r w:rsidR="00E4444A" w:rsidRPr="0099306C">
        <w:t xml:space="preserve">, </w:t>
      </w:r>
      <w:r w:rsidRPr="002B3119">
        <w:t>ni ma carrière de profe</w:t>
      </w:r>
      <w:r w:rsidRPr="002B3119">
        <w:t>s</w:t>
      </w:r>
      <w:r w:rsidRPr="002B3119">
        <w:t>seur dépourvue de but</w:t>
      </w:r>
      <w:r w:rsidR="00E4444A" w:rsidRPr="0099306C">
        <w:t xml:space="preserve">, </w:t>
      </w:r>
      <w:r w:rsidRPr="002B3119">
        <w:t>ni mon existence sèche et sans amour</w:t>
      </w:r>
      <w:r w:rsidR="00E4444A" w:rsidRPr="0099306C">
        <w:t xml:space="preserve">. </w:t>
      </w:r>
      <w:r w:rsidRPr="002B3119">
        <w:t>Par elle</w:t>
      </w:r>
      <w:r w:rsidR="00E4444A" w:rsidRPr="0099306C">
        <w:t xml:space="preserve">, </w:t>
      </w:r>
      <w:r w:rsidRPr="002B3119">
        <w:t>je connaîtrais cette joie suprême dont s</w:t>
      </w:r>
      <w:r w:rsidR="00E4444A" w:rsidRPr="0099306C">
        <w:t>’</w:t>
      </w:r>
      <w:r w:rsidRPr="002B3119">
        <w:t>éclairent les taudis des déshérités</w:t>
      </w:r>
      <w:r w:rsidR="00E4444A" w:rsidRPr="0099306C">
        <w:t xml:space="preserve">, </w:t>
      </w:r>
      <w:r w:rsidRPr="002B3119">
        <w:t>cet amour toujours en éveil</w:t>
      </w:r>
      <w:r w:rsidR="00E4444A" w:rsidRPr="0099306C">
        <w:t xml:space="preserve">, </w:t>
      </w:r>
      <w:r w:rsidRPr="002B3119">
        <w:t>fait d</w:t>
      </w:r>
      <w:r w:rsidR="00E4444A" w:rsidRPr="0099306C">
        <w:t>’</w:t>
      </w:r>
      <w:r w:rsidRPr="002B3119">
        <w:t>orgueil et de dévouement</w:t>
      </w:r>
      <w:r w:rsidR="00E4444A" w:rsidRPr="0099306C">
        <w:t xml:space="preserve">, </w:t>
      </w:r>
      <w:r w:rsidRPr="002B3119">
        <w:t>qui ne laisse aucun vide</w:t>
      </w:r>
      <w:r w:rsidR="00E4444A" w:rsidRPr="0099306C">
        <w:t xml:space="preserve">, </w:t>
      </w:r>
      <w:r w:rsidRPr="002B3119">
        <w:t>le seul amour auquel rien d</w:t>
      </w:r>
      <w:r w:rsidR="00E4444A" w:rsidRPr="0099306C">
        <w:t>’</w:t>
      </w:r>
      <w:r w:rsidRPr="002B3119">
        <w:t>impur ne se mêle</w:t>
      </w:r>
      <w:r w:rsidR="00E4444A" w:rsidRPr="0099306C">
        <w:t xml:space="preserve">, </w:t>
      </w:r>
      <w:r w:rsidRPr="002B3119">
        <w:t>ni calcul</w:t>
      </w:r>
      <w:r w:rsidR="00E4444A" w:rsidRPr="0099306C">
        <w:t xml:space="preserve">, </w:t>
      </w:r>
      <w:r w:rsidRPr="002B3119">
        <w:t>ni intérêt</w:t>
      </w:r>
      <w:r w:rsidR="00E4444A" w:rsidRPr="0099306C">
        <w:t xml:space="preserve">, </w:t>
      </w:r>
      <w:r w:rsidRPr="002B3119">
        <w:t>le seul amour qui ne trahisse pas</w:t>
      </w:r>
      <w:r w:rsidR="00E4444A" w:rsidRPr="0099306C">
        <w:t>.</w:t>
      </w:r>
    </w:p>
    <w:p w14:paraId="2F37CDB3" w14:textId="77777777" w:rsidR="00E4444A" w:rsidRPr="0099306C" w:rsidRDefault="002B3119" w:rsidP="002B3119">
      <w:r w:rsidRPr="002B3119">
        <w:lastRenderedPageBreak/>
        <w:t>Yvette était futée</w:t>
      </w:r>
      <w:r w:rsidR="00E4444A" w:rsidRPr="0099306C">
        <w:t xml:space="preserve">. </w:t>
      </w:r>
      <w:r w:rsidRPr="002B3119">
        <w:t>Elle fit la câline</w:t>
      </w:r>
      <w:r w:rsidR="00E4444A" w:rsidRPr="0099306C">
        <w:t xml:space="preserve">, </w:t>
      </w:r>
      <w:r w:rsidRPr="002B3119">
        <w:t>car elle avait quelque chose à obtenir de moi</w:t>
      </w:r>
      <w:r w:rsidR="00E4444A" w:rsidRPr="0099306C">
        <w:t xml:space="preserve">. </w:t>
      </w:r>
      <w:r w:rsidRPr="002B3119">
        <w:t>Elle s</w:t>
      </w:r>
      <w:r w:rsidR="00E4444A" w:rsidRPr="0099306C">
        <w:t>’</w:t>
      </w:r>
      <w:r w:rsidRPr="002B3119">
        <w:t>agenouilla sur mes genoux</w:t>
      </w:r>
      <w:r w:rsidR="00E4444A" w:rsidRPr="0099306C">
        <w:t xml:space="preserve">, </w:t>
      </w:r>
      <w:r w:rsidRPr="002B3119">
        <w:t>me tortilla les moustaches avec ses petits doigts</w:t>
      </w:r>
      <w:r w:rsidR="00E4444A" w:rsidRPr="0099306C">
        <w:t xml:space="preserve">, </w:t>
      </w:r>
      <w:r w:rsidRPr="002B3119">
        <w:t>me confia son grand secret</w:t>
      </w:r>
      <w:r w:rsidR="00E4444A" w:rsidRPr="0099306C">
        <w:t> :</w:t>
      </w:r>
    </w:p>
    <w:p w14:paraId="0ADB2904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J</w:t>
      </w:r>
      <w:r w:rsidRPr="0099306C">
        <w:t>’</w:t>
      </w:r>
      <w:r w:rsidR="002B3119" w:rsidRPr="002B3119">
        <w:t>ai cinq ans</w:t>
      </w:r>
      <w:r w:rsidRPr="0099306C">
        <w:t xml:space="preserve">… </w:t>
      </w:r>
      <w:r w:rsidR="002B3119" w:rsidRPr="002B3119">
        <w:t>Je voudrais bien aller en classe</w:t>
      </w:r>
      <w:r w:rsidRPr="0099306C">
        <w:t>.</w:t>
      </w:r>
    </w:p>
    <w:p w14:paraId="14C141E4" w14:textId="77777777" w:rsidR="00E4444A" w:rsidRPr="0099306C" w:rsidRDefault="002B3119" w:rsidP="002B3119">
      <w:r w:rsidRPr="002B3119">
        <w:t>La requête d</w:t>
      </w:r>
      <w:r w:rsidR="00E4444A" w:rsidRPr="0099306C">
        <w:t>’</w:t>
      </w:r>
      <w:r w:rsidRPr="002B3119">
        <w:t>Yvette était raisonnable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déjà pensé qu</w:t>
      </w:r>
      <w:r w:rsidR="00E4444A" w:rsidRPr="0099306C">
        <w:t>’</w:t>
      </w:r>
      <w:r w:rsidRPr="002B3119">
        <w:t>il était temps pour elle d</w:t>
      </w:r>
      <w:r w:rsidR="00E4444A" w:rsidRPr="0099306C">
        <w:t>’</w:t>
      </w:r>
      <w:r w:rsidRPr="002B3119">
        <w:t>apprendre à lire</w:t>
      </w:r>
      <w:r w:rsidR="00E4444A" w:rsidRPr="0099306C">
        <w:t xml:space="preserve">, </w:t>
      </w:r>
      <w:r w:rsidRPr="002B3119">
        <w:t>de prendre l</w:t>
      </w:r>
      <w:r w:rsidR="00E4444A" w:rsidRPr="0099306C">
        <w:t>’</w:t>
      </w:r>
      <w:r w:rsidRPr="002B3119">
        <w:t>habitude d</w:t>
      </w:r>
      <w:r w:rsidR="00E4444A" w:rsidRPr="0099306C">
        <w:t>’</w:t>
      </w:r>
      <w:r w:rsidRPr="002B3119">
        <w:t>un peu de discipline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avoir des petites cam</w:t>
      </w:r>
      <w:r w:rsidRPr="002B3119">
        <w:t>a</w:t>
      </w:r>
      <w:r w:rsidRPr="002B3119">
        <w:t>rades</w:t>
      </w:r>
      <w:r w:rsidR="00E4444A" w:rsidRPr="0099306C">
        <w:t xml:space="preserve">. </w:t>
      </w:r>
      <w:r w:rsidRPr="002B3119">
        <w:t>Deux s</w:t>
      </w:r>
      <w:r w:rsidR="00E4444A" w:rsidRPr="0099306C">
        <w:t>œ</w:t>
      </w:r>
      <w:r w:rsidRPr="002B3119">
        <w:t>urs dont on m</w:t>
      </w:r>
      <w:r w:rsidR="00E4444A" w:rsidRPr="0099306C">
        <w:t>’</w:t>
      </w:r>
      <w:r w:rsidRPr="002B3119">
        <w:t>avait parlé</w:t>
      </w:r>
      <w:r w:rsidR="00E4444A" w:rsidRPr="0099306C">
        <w:t xml:space="preserve">, </w:t>
      </w:r>
      <w:r w:rsidRPr="002B3119">
        <w:t>bonnes</w:t>
      </w:r>
      <w:r w:rsidR="00E4444A" w:rsidRPr="0099306C">
        <w:t xml:space="preserve">, </w:t>
      </w:r>
      <w:r w:rsidRPr="002B3119">
        <w:t>patientes</w:t>
      </w:r>
      <w:r w:rsidR="00E4444A" w:rsidRPr="0099306C">
        <w:t xml:space="preserve">, </w:t>
      </w:r>
      <w:r w:rsidRPr="002B3119">
        <w:t>affectueuses</w:t>
      </w:r>
      <w:r w:rsidR="00E4444A" w:rsidRPr="0099306C">
        <w:t xml:space="preserve">, </w:t>
      </w:r>
      <w:r w:rsidRPr="002B3119">
        <w:t>recevaient</w:t>
      </w:r>
      <w:r w:rsidR="00E4444A" w:rsidRPr="0099306C">
        <w:t xml:space="preserve">, </w:t>
      </w:r>
      <w:r w:rsidRPr="002B3119">
        <w:t>dans une école voisine</w:t>
      </w:r>
      <w:r w:rsidR="00E4444A" w:rsidRPr="0099306C">
        <w:t xml:space="preserve">, </w:t>
      </w:r>
      <w:r w:rsidRPr="002B3119">
        <w:t>une vin</w:t>
      </w:r>
      <w:r w:rsidRPr="002B3119">
        <w:t>g</w:t>
      </w:r>
      <w:r w:rsidRPr="002B3119">
        <w:t>taine de fillettes des environs</w:t>
      </w:r>
      <w:r w:rsidR="00E4444A" w:rsidRPr="0099306C">
        <w:t xml:space="preserve">. </w:t>
      </w:r>
      <w:r w:rsidRPr="002B3119">
        <w:t>Je pouvais leur confier ma p</w:t>
      </w:r>
      <w:r w:rsidRPr="002B3119">
        <w:t>e</w:t>
      </w:r>
      <w:r w:rsidRPr="002B3119">
        <w:t>tite Yvette</w:t>
      </w:r>
      <w:r w:rsidR="00E4444A" w:rsidRPr="0099306C">
        <w:t>.</w:t>
      </w:r>
    </w:p>
    <w:p w14:paraId="55098D96" w14:textId="77777777" w:rsidR="00E4444A" w:rsidRPr="0099306C" w:rsidRDefault="002B3119" w:rsidP="002B3119">
      <w:r w:rsidRPr="002B3119">
        <w:t>Mon consentement obtenu</w:t>
      </w:r>
      <w:r w:rsidR="00E4444A" w:rsidRPr="0099306C">
        <w:t xml:space="preserve">, </w:t>
      </w:r>
      <w:r w:rsidRPr="002B3119">
        <w:t>elle renouvela ses caresses en signe de remerciement</w:t>
      </w:r>
      <w:r w:rsidR="00E4444A" w:rsidRPr="0099306C">
        <w:t xml:space="preserve">, </w:t>
      </w:r>
      <w:r w:rsidRPr="002B3119">
        <w:t>puis elle resta pensive</w:t>
      </w:r>
      <w:r w:rsidR="00E4444A" w:rsidRPr="0099306C">
        <w:t xml:space="preserve">, </w:t>
      </w:r>
      <w:r w:rsidRPr="002B3119">
        <w:t>les yeux fixés sur la croisée</w:t>
      </w:r>
      <w:r w:rsidR="00E4444A" w:rsidRPr="0099306C">
        <w:t xml:space="preserve">. </w:t>
      </w:r>
      <w:r w:rsidRPr="002B3119">
        <w:t>Une secrète voix l</w:t>
      </w:r>
      <w:r w:rsidR="00E4444A" w:rsidRPr="0099306C">
        <w:t>’</w:t>
      </w:r>
      <w:r w:rsidRPr="002B3119">
        <w:t>avertissait peut-être qu</w:t>
      </w:r>
      <w:r w:rsidR="00E4444A" w:rsidRPr="0099306C">
        <w:t>’</w:t>
      </w:r>
      <w:r w:rsidRPr="002B3119">
        <w:t>une heure grave de sa vie venait de sonner</w:t>
      </w:r>
      <w:r w:rsidR="00E4444A" w:rsidRPr="0099306C">
        <w:t xml:space="preserve">. </w:t>
      </w:r>
      <w:r w:rsidRPr="002B3119">
        <w:t>Demain commencerait pour elle cette longue série d</w:t>
      </w:r>
      <w:r w:rsidR="00E4444A" w:rsidRPr="0099306C">
        <w:t>’</w:t>
      </w:r>
      <w:r w:rsidRPr="002B3119">
        <w:t>années d</w:t>
      </w:r>
      <w:r w:rsidR="00E4444A" w:rsidRPr="0099306C">
        <w:t>’</w:t>
      </w:r>
      <w:r w:rsidRPr="002B3119">
        <w:t>études qui transforment une petite bambine aux mollets nus en une grande fille bonne à marier</w:t>
      </w:r>
      <w:r w:rsidR="00E4444A" w:rsidRPr="0099306C">
        <w:t>.</w:t>
      </w:r>
    </w:p>
    <w:p w14:paraId="6A899173" w14:textId="77777777" w:rsidR="00E4444A" w:rsidRPr="0099306C" w:rsidRDefault="002B3119" w:rsidP="002B3119">
      <w:r w:rsidRPr="002B3119">
        <w:t>Mais les songeries d</w:t>
      </w:r>
      <w:r w:rsidR="00E4444A" w:rsidRPr="0099306C">
        <w:t>’</w:t>
      </w:r>
      <w:r w:rsidRPr="002B3119">
        <w:t>Yvette n</w:t>
      </w:r>
      <w:r w:rsidR="00E4444A" w:rsidRPr="0099306C">
        <w:t>’</w:t>
      </w:r>
      <w:r w:rsidRPr="002B3119">
        <w:t>étaient jamais de bien longue durée</w:t>
      </w:r>
      <w:r w:rsidR="00E4444A" w:rsidRPr="0099306C">
        <w:t xml:space="preserve">. </w:t>
      </w:r>
      <w:r w:rsidRPr="002B3119">
        <w:t>Elle m</w:t>
      </w:r>
      <w:r w:rsidR="00E4444A" w:rsidRPr="0099306C">
        <w:t>’</w:t>
      </w:r>
      <w:r w:rsidRPr="002B3119">
        <w:t>échappa soudain</w:t>
      </w:r>
      <w:r w:rsidR="00E4444A" w:rsidRPr="0099306C">
        <w:t xml:space="preserve">, </w:t>
      </w:r>
      <w:r w:rsidRPr="002B3119">
        <w:t>pressée d</w:t>
      </w:r>
      <w:r w:rsidR="00E4444A" w:rsidRPr="0099306C">
        <w:t>’</w:t>
      </w:r>
      <w:r w:rsidRPr="002B3119">
        <w:t>informer Marie-Anne du grand événement</w:t>
      </w:r>
      <w:r w:rsidR="00E4444A" w:rsidRPr="0099306C">
        <w:t>.</w:t>
      </w:r>
    </w:p>
    <w:p w14:paraId="3A9DE070" w14:textId="77777777" w:rsidR="00E4444A" w:rsidRPr="0099306C" w:rsidRDefault="002B3119" w:rsidP="002B3119">
      <w:r w:rsidRPr="002B3119">
        <w:t>Comme midi sonnait</w:t>
      </w:r>
      <w:r w:rsidR="00E4444A" w:rsidRPr="0099306C">
        <w:t xml:space="preserve">, </w:t>
      </w:r>
      <w:r w:rsidRPr="002B3119">
        <w:t>elle revint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annonça que le d</w:t>
      </w:r>
      <w:r w:rsidRPr="002B3119">
        <w:t>é</w:t>
      </w:r>
      <w:r w:rsidRPr="002B3119">
        <w:t>jeuner était servi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me prenant par la main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entraîna dans la salle à manger</w:t>
      </w:r>
      <w:r w:rsidR="00E4444A" w:rsidRPr="0099306C">
        <w:t>.</w:t>
      </w:r>
    </w:p>
    <w:p w14:paraId="55B80599" w14:textId="77777777" w:rsidR="002B3119" w:rsidRPr="002B3119" w:rsidRDefault="002B3119" w:rsidP="002B3119"/>
    <w:p w14:paraId="0FBBA16A" w14:textId="2F651654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nous sortîmes ensemble</w:t>
      </w:r>
      <w:r w:rsidR="00E4444A" w:rsidRPr="0099306C">
        <w:t xml:space="preserve">, </w:t>
      </w:r>
      <w:r w:rsidRPr="002B3119">
        <w:t>sur la promenade du bord de l</w:t>
      </w:r>
      <w:r w:rsidR="00E4444A" w:rsidRPr="0099306C">
        <w:t>’</w:t>
      </w:r>
      <w:r w:rsidRPr="002B3119">
        <w:t>eau</w:t>
      </w:r>
      <w:r w:rsidR="00E4444A" w:rsidRPr="0099306C">
        <w:t xml:space="preserve">, </w:t>
      </w:r>
      <w:r w:rsidRPr="002B3119">
        <w:t>sous les platanes dont les feuilles sèches craquaient sous nos pieds</w:t>
      </w:r>
      <w:r w:rsidR="00E4444A" w:rsidRPr="0099306C">
        <w:t xml:space="preserve">. </w:t>
      </w:r>
      <w:r w:rsidRPr="002B3119">
        <w:t>Des collègues</w:t>
      </w:r>
      <w:r w:rsidR="00E4444A" w:rsidRPr="0099306C">
        <w:t xml:space="preserve">, </w:t>
      </w:r>
      <w:r w:rsidRPr="002B3119">
        <w:t>en promenade avec leurs femmes et leurs enfants</w:t>
      </w:r>
      <w:r w:rsidR="00E4444A" w:rsidRPr="0099306C">
        <w:t xml:space="preserve">, </w:t>
      </w:r>
      <w:r w:rsidRPr="002B3119">
        <w:t xml:space="preserve">nous disaient bonjour au </w:t>
      </w:r>
      <w:r w:rsidRPr="002B3119">
        <w:lastRenderedPageBreak/>
        <w:t>passage</w:t>
      </w:r>
      <w:r w:rsidR="00E4444A" w:rsidRPr="0099306C">
        <w:t xml:space="preserve">. </w:t>
      </w:r>
      <w:r w:rsidR="00AF5092" w:rsidRPr="002B3119">
        <w:t>Quelques-uns</w:t>
      </w:r>
      <w:r w:rsidRPr="002B3119">
        <w:t xml:space="preserve"> nous abordaient</w:t>
      </w:r>
      <w:r w:rsidR="00E4444A" w:rsidRPr="0099306C">
        <w:t xml:space="preserve">. </w:t>
      </w:r>
      <w:r w:rsidRPr="002B3119">
        <w:t>Et je sentais bien qu</w:t>
      </w:r>
      <w:r w:rsidR="00E4444A" w:rsidRPr="0099306C">
        <w:t>’</w:t>
      </w:r>
      <w:r w:rsidRPr="002B3119">
        <w:t>il est très sympathique à tout le monde</w:t>
      </w:r>
      <w:r w:rsidR="00E4444A" w:rsidRPr="0099306C">
        <w:t xml:space="preserve">, </w:t>
      </w:r>
      <w:r w:rsidRPr="002B3119">
        <w:t>le joli ménage que forment une petite fille et son papa</w:t>
      </w:r>
      <w:r w:rsidR="00E4444A" w:rsidRPr="0099306C">
        <w:t>.</w:t>
      </w:r>
    </w:p>
    <w:p w14:paraId="2C2C2963" w14:textId="77777777" w:rsidR="00E4444A" w:rsidRPr="0099306C" w:rsidRDefault="002B3119" w:rsidP="002B3119">
      <w:r w:rsidRPr="002B3119">
        <w:t>Les femmes demandaient l</w:t>
      </w:r>
      <w:r w:rsidR="00E4444A" w:rsidRPr="0099306C">
        <w:t>’</w:t>
      </w:r>
      <w:r w:rsidRPr="002B3119">
        <w:t>âge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puis obse</w:t>
      </w:r>
      <w:r w:rsidRPr="002B3119">
        <w:t>r</w:t>
      </w:r>
      <w:r w:rsidRPr="002B3119">
        <w:t>vaient machinalement</w:t>
      </w:r>
      <w:r w:rsidR="00E4444A" w:rsidRPr="0099306C">
        <w:t> :</w:t>
      </w:r>
    </w:p>
    <w:p w14:paraId="353C988D" w14:textId="77777777" w:rsidR="00E4444A" w:rsidRPr="0099306C" w:rsidRDefault="00E4444A" w:rsidP="002B3119">
      <w:r w:rsidRPr="0099306C">
        <w:t>— </w:t>
      </w:r>
      <w:r w:rsidR="00D528AD">
        <w:t>C</w:t>
      </w:r>
      <w:r w:rsidR="002B3119" w:rsidRPr="002B3119">
        <w:t>inq ans</w:t>
      </w:r>
      <w:r w:rsidRPr="0099306C">
        <w:t xml:space="preserve">… </w:t>
      </w:r>
      <w:r w:rsidR="002B3119" w:rsidRPr="002B3119">
        <w:t>C</w:t>
      </w:r>
      <w:r w:rsidRPr="0099306C">
        <w:t>’</w:t>
      </w:r>
      <w:r w:rsidR="002B3119" w:rsidRPr="002B3119">
        <w:t>est gentil à cet âge-là</w:t>
      </w:r>
      <w:r w:rsidRPr="0099306C">
        <w:t>…</w:t>
      </w:r>
    </w:p>
    <w:p w14:paraId="70B52E0A" w14:textId="77777777" w:rsidR="00E4444A" w:rsidRPr="0099306C" w:rsidRDefault="002B3119" w:rsidP="002B3119">
      <w:r w:rsidRPr="002B3119">
        <w:t>Quand Yvette avait huit jours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entendu cette même réplique</w:t>
      </w:r>
      <w:r w:rsidR="00E4444A" w:rsidRPr="0099306C">
        <w:t xml:space="preserve">, </w:t>
      </w:r>
      <w:r w:rsidRPr="002B3119">
        <w:t>que j</w:t>
      </w:r>
      <w:r w:rsidR="00E4444A" w:rsidRPr="0099306C">
        <w:t>’</w:t>
      </w:r>
      <w:r w:rsidRPr="002B3119">
        <w:t>entendis aussi quand elle eut six mois et deux ans</w:t>
      </w:r>
      <w:r w:rsidR="00E4444A" w:rsidRPr="0099306C">
        <w:t xml:space="preserve">. </w:t>
      </w:r>
      <w:r w:rsidRPr="002B3119">
        <w:t>Plus tard</w:t>
      </w:r>
      <w:r w:rsidR="00E4444A" w:rsidRPr="0099306C">
        <w:t xml:space="preserve">, </w:t>
      </w:r>
      <w:r w:rsidRPr="002B3119">
        <w:t>quand elle aurait huit</w:t>
      </w:r>
      <w:r w:rsidR="00E4444A" w:rsidRPr="0099306C">
        <w:t xml:space="preserve">, </w:t>
      </w:r>
      <w:r w:rsidRPr="002B3119">
        <w:t>dix</w:t>
      </w:r>
      <w:r w:rsidR="00E4444A" w:rsidRPr="0099306C">
        <w:t xml:space="preserve">, </w:t>
      </w:r>
      <w:r w:rsidRPr="002B3119">
        <w:t>quinze ans</w:t>
      </w:r>
      <w:r w:rsidR="00E4444A" w:rsidRPr="0099306C">
        <w:t xml:space="preserve">, </w:t>
      </w:r>
      <w:r w:rsidRPr="002B3119">
        <w:t>il est probable que je l</w:t>
      </w:r>
      <w:r w:rsidR="00E4444A" w:rsidRPr="0099306C">
        <w:t>’</w:t>
      </w:r>
      <w:r w:rsidRPr="002B3119">
        <w:t>entendrais encore</w:t>
      </w:r>
      <w:r w:rsidR="00E4444A" w:rsidRPr="0099306C">
        <w:t xml:space="preserve">. </w:t>
      </w:r>
      <w:r w:rsidRPr="002B3119">
        <w:t>Mais sa banalité ne me choquait point</w:t>
      </w:r>
      <w:r w:rsidR="00E4444A" w:rsidRPr="0099306C">
        <w:t xml:space="preserve">. </w:t>
      </w:r>
      <w:r w:rsidRPr="002B3119">
        <w:t>Quel que fût l</w:t>
      </w:r>
      <w:r w:rsidR="00E4444A" w:rsidRPr="0099306C">
        <w:t>’</w:t>
      </w:r>
      <w:r w:rsidRPr="002B3119">
        <w:t>âge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je trouvais toujours qu</w:t>
      </w:r>
      <w:r w:rsidR="00E4444A" w:rsidRPr="0099306C">
        <w:t>’</w:t>
      </w:r>
      <w:r w:rsidRPr="002B3119">
        <w:t>on avait raison</w:t>
      </w:r>
      <w:r w:rsidR="00E4444A" w:rsidRPr="0099306C">
        <w:t>.</w:t>
      </w:r>
    </w:p>
    <w:p w14:paraId="71B42725" w14:textId="77777777" w:rsidR="00E4444A" w:rsidRPr="0099306C" w:rsidRDefault="002B3119" w:rsidP="002B3119">
      <w:r w:rsidRPr="002B3119">
        <w:t>Yvette avait une jolie façon de donner la main que je n</w:t>
      </w:r>
      <w:r w:rsidR="00E4444A" w:rsidRPr="0099306C">
        <w:t>’</w:t>
      </w:r>
      <w:r w:rsidRPr="002B3119">
        <w:t>avais pas encore bien remarquée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un geste amusant</w:t>
      </w:r>
      <w:r w:rsidR="00E4444A" w:rsidRPr="0099306C">
        <w:t xml:space="preserve">, </w:t>
      </w:r>
      <w:r w:rsidRPr="002B3119">
        <w:t>sans pli du coude</w:t>
      </w:r>
      <w:r w:rsidR="00E4444A" w:rsidRPr="0099306C">
        <w:t xml:space="preserve">, </w:t>
      </w:r>
      <w:r w:rsidRPr="002B3119">
        <w:t>son bras se relevait depuis l</w:t>
      </w:r>
      <w:r w:rsidR="00E4444A" w:rsidRPr="0099306C">
        <w:t>’</w:t>
      </w:r>
      <w:r w:rsidRPr="002B3119">
        <w:t>épaule</w:t>
      </w:r>
      <w:r w:rsidR="00E4444A" w:rsidRPr="0099306C">
        <w:t xml:space="preserve">, </w:t>
      </w:r>
      <w:r w:rsidRPr="002B3119">
        <w:t>et la main s</w:t>
      </w:r>
      <w:r w:rsidR="00E4444A" w:rsidRPr="0099306C">
        <w:t>’</w:t>
      </w:r>
      <w:r w:rsidRPr="002B3119">
        <w:t>offrait</w:t>
      </w:r>
      <w:r w:rsidR="00E4444A" w:rsidRPr="0099306C">
        <w:t xml:space="preserve">, </w:t>
      </w:r>
      <w:r w:rsidRPr="002B3119">
        <w:t>confiante</w:t>
      </w:r>
      <w:r w:rsidR="00E4444A" w:rsidRPr="0099306C">
        <w:t xml:space="preserve">, </w:t>
      </w:r>
      <w:r w:rsidRPr="002B3119">
        <w:t>au bout du bras tendu</w:t>
      </w:r>
      <w:r w:rsidR="00E4444A" w:rsidRPr="0099306C">
        <w:t xml:space="preserve">. </w:t>
      </w:r>
      <w:r w:rsidRPr="002B3119">
        <w:t>Elle donnait l</w:t>
      </w:r>
      <w:r w:rsidR="00E4444A" w:rsidRPr="0099306C">
        <w:t>’</w:t>
      </w:r>
      <w:r w:rsidRPr="002B3119">
        <w:t>impression d</w:t>
      </w:r>
      <w:r w:rsidR="00E4444A" w:rsidRPr="0099306C">
        <w:t>’</w:t>
      </w:r>
      <w:r w:rsidRPr="002B3119">
        <w:t>une petite bonne femme correcte</w:t>
      </w:r>
      <w:r w:rsidR="00E4444A" w:rsidRPr="0099306C">
        <w:t xml:space="preserve">, </w:t>
      </w:r>
      <w:r w:rsidRPr="002B3119">
        <w:t>qui sait la politesse</w:t>
      </w:r>
      <w:r w:rsidR="00E4444A" w:rsidRPr="0099306C">
        <w:t xml:space="preserve">, </w:t>
      </w:r>
      <w:r w:rsidRPr="002B3119">
        <w:t>mais n</w:t>
      </w:r>
      <w:r w:rsidR="00E4444A" w:rsidRPr="0099306C">
        <w:t>’</w:t>
      </w:r>
      <w:r w:rsidRPr="002B3119">
        <w:t>a pas souci tout de même d</w:t>
      </w:r>
      <w:r w:rsidR="00E4444A" w:rsidRPr="0099306C">
        <w:t>’</w:t>
      </w:r>
      <w:r w:rsidRPr="002B3119">
        <w:t>être embrassée par n</w:t>
      </w:r>
      <w:r w:rsidR="00E4444A" w:rsidRPr="0099306C">
        <w:t>’</w:t>
      </w:r>
      <w:r w:rsidRPr="002B3119">
        <w:t>importe qui</w:t>
      </w:r>
      <w:r w:rsidR="00E4444A" w:rsidRPr="0099306C">
        <w:t xml:space="preserve">. </w:t>
      </w:r>
      <w:r w:rsidRPr="002B3119">
        <w:t>Les passants n</w:t>
      </w:r>
      <w:r w:rsidR="00E4444A" w:rsidRPr="0099306C">
        <w:t>’</w:t>
      </w:r>
      <w:r w:rsidRPr="002B3119">
        <w:t>avaient pour elle que des sourires</w:t>
      </w:r>
      <w:r w:rsidR="00E4444A" w:rsidRPr="0099306C">
        <w:t xml:space="preserve">, </w:t>
      </w:r>
      <w:r w:rsidRPr="002B3119">
        <w:t>et je savais bien que je lui serais débiteur d</w:t>
      </w:r>
      <w:r w:rsidR="00E4444A" w:rsidRPr="0099306C">
        <w:t>’</w:t>
      </w:r>
      <w:r w:rsidRPr="002B3119">
        <w:t>une bonne part de l</w:t>
      </w:r>
      <w:r w:rsidR="00E4444A" w:rsidRPr="0099306C">
        <w:t>’</w:t>
      </w:r>
      <w:r w:rsidRPr="002B3119">
        <w:t>affection que les autres me témoigneraient</w:t>
      </w:r>
      <w:r w:rsidR="00E4444A" w:rsidRPr="0099306C">
        <w:t>.</w:t>
      </w:r>
    </w:p>
    <w:p w14:paraId="274EBDD7" w14:textId="77777777" w:rsidR="00E4444A" w:rsidRPr="0099306C" w:rsidRDefault="002B3119" w:rsidP="002B3119">
      <w:r w:rsidRPr="002B3119">
        <w:t>Légère</w:t>
      </w:r>
      <w:r w:rsidR="00E4444A" w:rsidRPr="0099306C">
        <w:t xml:space="preserve">, </w:t>
      </w:r>
      <w:r w:rsidRPr="002B3119">
        <w:t>elle cheminait près de moi</w:t>
      </w:r>
      <w:r w:rsidR="00E4444A" w:rsidRPr="0099306C">
        <w:t xml:space="preserve">. </w:t>
      </w:r>
      <w:r w:rsidRPr="002B3119">
        <w:t>Elle sautillait plus qu</w:t>
      </w:r>
      <w:r w:rsidR="00E4444A" w:rsidRPr="0099306C">
        <w:t>’</w:t>
      </w:r>
      <w:r w:rsidRPr="002B3119">
        <w:t>elle ne marchait</w:t>
      </w:r>
      <w:r w:rsidR="00E4444A" w:rsidRPr="0099306C">
        <w:t xml:space="preserve">. </w:t>
      </w:r>
      <w:r w:rsidRPr="002B3119">
        <w:t>Comme nous passions devant un bazar</w:t>
      </w:r>
      <w:r w:rsidR="00E4444A" w:rsidRPr="0099306C">
        <w:t xml:space="preserve">, </w:t>
      </w:r>
      <w:r w:rsidRPr="002B3119">
        <w:t>nous fîmes choix d</w:t>
      </w:r>
      <w:r w:rsidR="00E4444A" w:rsidRPr="0099306C">
        <w:t>’</w:t>
      </w:r>
      <w:r w:rsidRPr="002B3119">
        <w:t>une serviette que la future écolière e</w:t>
      </w:r>
      <w:r w:rsidRPr="002B3119">
        <w:t>m</w:t>
      </w:r>
      <w:r w:rsidRPr="002B3119">
        <w:t>porta sous le bras</w:t>
      </w:r>
      <w:r w:rsidR="00E4444A" w:rsidRPr="0099306C">
        <w:t>.</w:t>
      </w:r>
    </w:p>
    <w:p w14:paraId="12D59D47" w14:textId="77777777" w:rsidR="002B3119" w:rsidRPr="002B3119" w:rsidRDefault="002B3119" w:rsidP="002B3119"/>
    <w:p w14:paraId="27FF5ACD" w14:textId="77777777" w:rsidR="00E4444A" w:rsidRPr="0099306C" w:rsidRDefault="002B3119" w:rsidP="002B3119">
      <w:r w:rsidRPr="00A271A9">
        <w:t>Pas de danger qu</w:t>
      </w:r>
      <w:r w:rsidR="00E4444A" w:rsidRPr="00A271A9">
        <w:t>’</w:t>
      </w:r>
      <w:r w:rsidRPr="00A271A9">
        <w:t>Yvette fût en retard le lendemain m</w:t>
      </w:r>
      <w:r w:rsidRPr="00A271A9">
        <w:t>a</w:t>
      </w:r>
      <w:r w:rsidRPr="00A271A9">
        <w:t>tin</w:t>
      </w:r>
      <w:r w:rsidR="00E4444A" w:rsidRPr="00A271A9">
        <w:t xml:space="preserve"> ! </w:t>
      </w:r>
      <w:r w:rsidRPr="00A271A9">
        <w:t>Ah</w:t>
      </w:r>
      <w:r w:rsidR="00E4444A" w:rsidRPr="00A271A9">
        <w:t> </w:t>
      </w:r>
      <w:r w:rsidR="00E4444A" w:rsidRPr="0099306C">
        <w:t xml:space="preserve">! </w:t>
      </w:r>
      <w:r w:rsidRPr="002B3119">
        <w:t>elle ne pleura pas pour sa toilette</w:t>
      </w:r>
      <w:r w:rsidR="00E4444A" w:rsidRPr="0099306C">
        <w:t>.</w:t>
      </w:r>
    </w:p>
    <w:p w14:paraId="0A4B322F" w14:textId="77777777" w:rsidR="00E4444A" w:rsidRPr="0099306C" w:rsidRDefault="00E4444A" w:rsidP="002B3119">
      <w:r w:rsidRPr="0099306C">
        <w:lastRenderedPageBreak/>
        <w:t>— </w:t>
      </w:r>
      <w:r w:rsidR="002B3119" w:rsidRPr="002B3119">
        <w:t>Marie-Anne</w:t>
      </w:r>
      <w:r w:rsidRPr="0099306C">
        <w:t xml:space="preserve">… </w:t>
      </w:r>
      <w:r w:rsidR="002B3119" w:rsidRPr="002B3119">
        <w:t>Dépêchons-nous</w:t>
      </w:r>
      <w:r w:rsidRPr="0099306C">
        <w:t xml:space="preserve">… </w:t>
      </w:r>
      <w:r w:rsidR="002B3119" w:rsidRPr="002B3119">
        <w:t>La classe co</w:t>
      </w:r>
      <w:r w:rsidR="002B3119" w:rsidRPr="002B3119">
        <w:t>m</w:t>
      </w:r>
      <w:r w:rsidR="002B3119" w:rsidRPr="002B3119">
        <w:t>mence à neuf heures</w:t>
      </w:r>
      <w:r w:rsidRPr="0099306C">
        <w:t>.</w:t>
      </w:r>
    </w:p>
    <w:p w14:paraId="01D0E209" w14:textId="510068EE" w:rsidR="00E4444A" w:rsidRPr="0099306C" w:rsidRDefault="002B3119" w:rsidP="002B3119">
      <w:r w:rsidRPr="002B3119">
        <w:t>Une bonne demi-heure d</w:t>
      </w:r>
      <w:r w:rsidR="00E4444A" w:rsidRPr="0099306C">
        <w:t>’</w:t>
      </w:r>
      <w:r w:rsidRPr="002B3119">
        <w:t>avance</w:t>
      </w:r>
      <w:r w:rsidR="00E4444A" w:rsidRPr="0099306C">
        <w:t xml:space="preserve">, </w:t>
      </w:r>
      <w:r w:rsidRPr="002B3119">
        <w:t>chapeautée</w:t>
      </w:r>
      <w:r w:rsidR="00E4444A" w:rsidRPr="0099306C">
        <w:t xml:space="preserve">, </w:t>
      </w:r>
      <w:r w:rsidRPr="002B3119">
        <w:t>chaussée</w:t>
      </w:r>
      <w:r w:rsidR="00E4444A" w:rsidRPr="0099306C">
        <w:t xml:space="preserve">, </w:t>
      </w:r>
      <w:r w:rsidRPr="002B3119">
        <w:t>gantée</w:t>
      </w:r>
      <w:r w:rsidR="00E4444A" w:rsidRPr="0099306C">
        <w:t xml:space="preserve">, </w:t>
      </w:r>
      <w:r w:rsidRPr="002B3119">
        <w:t>la serviette</w:t>
      </w:r>
      <w:r w:rsidR="00E4444A" w:rsidRPr="0099306C">
        <w:t xml:space="preserve"> </w:t>
      </w:r>
      <w:r w:rsidRPr="002B3119">
        <w:t>déjà pleine de livres</w:t>
      </w:r>
      <w:r w:rsidR="00E4444A" w:rsidRPr="0099306C">
        <w:t xml:space="preserve">, </w:t>
      </w:r>
      <w:r w:rsidRPr="002B3119">
        <w:t>elle déambulait dans le corridor</w:t>
      </w:r>
      <w:r w:rsidR="00E4444A" w:rsidRPr="0099306C">
        <w:t>.</w:t>
      </w:r>
    </w:p>
    <w:p w14:paraId="457C2625" w14:textId="77777777" w:rsidR="00E4444A" w:rsidRPr="0099306C" w:rsidRDefault="002B3119" w:rsidP="002B3119">
      <w:r w:rsidRPr="002B3119">
        <w:t>Elle m</w:t>
      </w:r>
      <w:r w:rsidR="00E4444A" w:rsidRPr="0099306C">
        <w:t>’</w:t>
      </w:r>
      <w:r w:rsidRPr="002B3119">
        <w:t>accompagna</w:t>
      </w:r>
      <w:r w:rsidR="00E4444A" w:rsidRPr="0099306C">
        <w:t xml:space="preserve">, </w:t>
      </w:r>
      <w:r w:rsidRPr="002B3119">
        <w:t>joyeuse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une fois à l</w:t>
      </w:r>
      <w:r w:rsidR="00E4444A" w:rsidRPr="0099306C">
        <w:t>’</w:t>
      </w:r>
      <w:r w:rsidRPr="002B3119">
        <w:t>école</w:t>
      </w:r>
      <w:r w:rsidR="00E4444A" w:rsidRPr="0099306C">
        <w:t xml:space="preserve">, </w:t>
      </w:r>
      <w:r w:rsidRPr="002B3119">
        <w:t>perdit un peu de sa belle assurance</w:t>
      </w:r>
      <w:r w:rsidR="00E4444A" w:rsidRPr="0099306C">
        <w:t xml:space="preserve">. </w:t>
      </w:r>
      <w:r w:rsidRPr="002B3119">
        <w:t>La maîtresse fit bon a</w:t>
      </w:r>
      <w:r w:rsidRPr="002B3119">
        <w:t>c</w:t>
      </w:r>
      <w:r w:rsidRPr="002B3119">
        <w:t>cueil à sa nouvelle élève</w:t>
      </w:r>
      <w:r w:rsidR="00E4444A" w:rsidRPr="0099306C">
        <w:t xml:space="preserve">, </w:t>
      </w:r>
      <w:r w:rsidRPr="002B3119">
        <w:t>la regarda d</w:t>
      </w:r>
      <w:r w:rsidR="00E4444A" w:rsidRPr="0099306C">
        <w:t>’</w:t>
      </w:r>
      <w:r w:rsidRPr="002B3119">
        <w:t xml:space="preserve">un </w:t>
      </w:r>
      <w:r w:rsidR="00E4444A" w:rsidRPr="0099306C">
        <w:t>œ</w:t>
      </w:r>
      <w:r w:rsidRPr="002B3119">
        <w:t>il où je lus cette tendresse particulière qu</w:t>
      </w:r>
      <w:r w:rsidR="00E4444A" w:rsidRPr="0099306C">
        <w:t>’</w:t>
      </w:r>
      <w:r w:rsidRPr="002B3119">
        <w:t>inspirent les petites filles sans m</w:t>
      </w:r>
      <w:r w:rsidRPr="002B3119">
        <w:t>a</w:t>
      </w:r>
      <w:r w:rsidRPr="002B3119">
        <w:t>man</w:t>
      </w:r>
      <w:r w:rsidR="00E4444A" w:rsidRPr="0099306C">
        <w:t xml:space="preserve">, </w:t>
      </w:r>
      <w:r w:rsidRPr="002B3119">
        <w:t>lui mit le tablier d</w:t>
      </w:r>
      <w:r w:rsidR="00E4444A" w:rsidRPr="0099306C">
        <w:t>’</w:t>
      </w:r>
      <w:r w:rsidRPr="002B3119">
        <w:t>école que nous avions apporté</w:t>
      </w:r>
      <w:r w:rsidR="00E4444A" w:rsidRPr="0099306C">
        <w:t xml:space="preserve">, </w:t>
      </w:r>
      <w:r w:rsidRPr="002B3119">
        <w:t>la r</w:t>
      </w:r>
      <w:r w:rsidRPr="002B3119">
        <w:t>e</w:t>
      </w:r>
      <w:r w:rsidRPr="002B3119">
        <w:t>tourna doucement</w:t>
      </w:r>
      <w:r w:rsidR="00E4444A" w:rsidRPr="0099306C">
        <w:t xml:space="preserve">, </w:t>
      </w:r>
      <w:r w:rsidRPr="002B3119">
        <w:t>afin d</w:t>
      </w:r>
      <w:r w:rsidR="00E4444A" w:rsidRPr="0099306C">
        <w:t>’</w:t>
      </w:r>
      <w:r w:rsidRPr="002B3119">
        <w:t>accrocher par derrière les boutons de la ceinture et du col</w:t>
      </w:r>
      <w:r w:rsidR="00E4444A" w:rsidRPr="0099306C">
        <w:t xml:space="preserve">, </w:t>
      </w:r>
      <w:r w:rsidRPr="002B3119">
        <w:t>passa la main sous les cheveux blonds pour délivrer quelques boucles prises dans le tablier</w:t>
      </w:r>
      <w:r w:rsidR="00E4444A" w:rsidRPr="0099306C">
        <w:t>.</w:t>
      </w:r>
    </w:p>
    <w:p w14:paraId="46D04018" w14:textId="77777777" w:rsidR="00E4444A" w:rsidRPr="0099306C" w:rsidRDefault="002B3119" w:rsidP="002B3119">
      <w:r w:rsidRPr="002B3119">
        <w:t>Deux douzaines de jolies fillettes</w:t>
      </w:r>
      <w:r w:rsidR="00E4444A" w:rsidRPr="0099306C">
        <w:t xml:space="preserve">, </w:t>
      </w:r>
      <w:r w:rsidRPr="002B3119">
        <w:t>blondes ou brunes</w:t>
      </w:r>
      <w:r w:rsidR="00E4444A" w:rsidRPr="0099306C">
        <w:t xml:space="preserve">, – </w:t>
      </w:r>
      <w:r w:rsidRPr="002B3119">
        <w:t>bonnes faces réjouies de petites espiègles</w:t>
      </w:r>
      <w:r w:rsidR="00E4444A" w:rsidRPr="0099306C">
        <w:t xml:space="preserve">, </w:t>
      </w:r>
      <w:r w:rsidRPr="002B3119">
        <w:t>figures pâles d</w:t>
      </w:r>
      <w:r w:rsidR="00E4444A" w:rsidRPr="0099306C">
        <w:t>’</w:t>
      </w:r>
      <w:r w:rsidRPr="002B3119">
        <w:t>enfants délicats dont la gravité précoce étonne</w:t>
      </w:r>
      <w:r w:rsidR="00E4444A" w:rsidRPr="0099306C">
        <w:t xml:space="preserve"> – </w:t>
      </w:r>
      <w:r w:rsidRPr="002B3119">
        <w:t>dévis</w:t>
      </w:r>
      <w:r w:rsidRPr="002B3119">
        <w:t>a</w:t>
      </w:r>
      <w:r w:rsidRPr="002B3119">
        <w:t>geaient Yvette</w:t>
      </w:r>
      <w:r w:rsidR="00E4444A" w:rsidRPr="0099306C">
        <w:t xml:space="preserve">. </w:t>
      </w:r>
      <w:r w:rsidRPr="002B3119">
        <w:t>En cet instant solennel où les petites cam</w:t>
      </w:r>
      <w:r w:rsidRPr="002B3119">
        <w:t>a</w:t>
      </w:r>
      <w:r w:rsidRPr="002B3119">
        <w:t>rades jugeaient la nouvelle venue</w:t>
      </w:r>
      <w:r w:rsidR="00E4444A" w:rsidRPr="0099306C">
        <w:t xml:space="preserve">, </w:t>
      </w:r>
      <w:r w:rsidRPr="002B3119">
        <w:t>Yvette fit bonne cont</w:t>
      </w:r>
      <w:r w:rsidRPr="002B3119">
        <w:t>e</w:t>
      </w:r>
      <w:r w:rsidRPr="002B3119">
        <w:t>nance</w:t>
      </w:r>
      <w:r w:rsidR="00E4444A" w:rsidRPr="0099306C">
        <w:t xml:space="preserve">, </w:t>
      </w:r>
      <w:r w:rsidRPr="002B3119">
        <w:t>discernant toute l</w:t>
      </w:r>
      <w:r w:rsidR="00E4444A" w:rsidRPr="0099306C">
        <w:t>’</w:t>
      </w:r>
      <w:r w:rsidRPr="002B3119">
        <w:t>importance de chaque mot</w:t>
      </w:r>
      <w:r w:rsidR="00E4444A" w:rsidRPr="0099306C">
        <w:t xml:space="preserve">. </w:t>
      </w:r>
      <w:r w:rsidRPr="002B3119">
        <w:t>Peut-être</w:t>
      </w:r>
      <w:r w:rsidR="00E4444A" w:rsidRPr="0099306C">
        <w:t xml:space="preserve">, </w:t>
      </w:r>
      <w:r w:rsidRPr="002B3119">
        <w:t>si j</w:t>
      </w:r>
      <w:r w:rsidR="00E4444A" w:rsidRPr="0099306C">
        <w:t>’</w:t>
      </w:r>
      <w:r w:rsidRPr="002B3119">
        <w:t>avais insisté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aurait-elle pas demandé mieux que de s</w:t>
      </w:r>
      <w:r w:rsidR="00E4444A" w:rsidRPr="0099306C">
        <w:t>’</w:t>
      </w:r>
      <w:r w:rsidRPr="002B3119">
        <w:t>en retourner avec papa</w:t>
      </w:r>
      <w:r w:rsidR="00E4444A" w:rsidRPr="0099306C">
        <w:t xml:space="preserve">. </w:t>
      </w:r>
      <w:r w:rsidRPr="002B3119">
        <w:t>Mais elle fut héroïque</w:t>
      </w:r>
      <w:r w:rsidR="00E4444A" w:rsidRPr="0099306C">
        <w:t xml:space="preserve">, </w:t>
      </w:r>
      <w:r w:rsidRPr="002B3119">
        <w:t>ne laissa paraître aucun trouble</w:t>
      </w:r>
      <w:r w:rsidR="00E4444A" w:rsidRPr="0099306C">
        <w:t xml:space="preserve">, </w:t>
      </w:r>
      <w:r w:rsidRPr="002B3119">
        <w:t>et je partis pour le collège laissant</w:t>
      </w:r>
      <w:r w:rsidR="00E4444A" w:rsidRPr="0099306C">
        <w:t xml:space="preserve">, </w:t>
      </w:r>
      <w:r w:rsidRPr="002B3119">
        <w:t>pour la première fois</w:t>
      </w:r>
      <w:r w:rsidR="00E4444A" w:rsidRPr="0099306C">
        <w:t xml:space="preserve">, </w:t>
      </w:r>
      <w:r w:rsidRPr="002B3119">
        <w:t>ma petite fille seule</w:t>
      </w:r>
      <w:r w:rsidR="00E4444A" w:rsidRPr="0099306C">
        <w:t xml:space="preserve">, </w:t>
      </w:r>
      <w:r w:rsidRPr="002B3119">
        <w:t>toute seule parmi des étrangers</w:t>
      </w:r>
      <w:r w:rsidR="00E4444A" w:rsidRPr="0099306C">
        <w:t>.</w:t>
      </w:r>
    </w:p>
    <w:p w14:paraId="3E37C3B7" w14:textId="3ABF1062" w:rsidR="00E4444A" w:rsidRPr="0099306C" w:rsidRDefault="002B3119" w:rsidP="002B3119">
      <w:r w:rsidRPr="002B3119">
        <w:t>Quand je revins à la maison</w:t>
      </w:r>
      <w:r w:rsidR="00E4444A" w:rsidRPr="0099306C">
        <w:t xml:space="preserve">, </w:t>
      </w:r>
      <w:r w:rsidRPr="002B3119">
        <w:t>Yvette était déjà de retour</w:t>
      </w:r>
      <w:r w:rsidR="00E4444A" w:rsidRPr="0099306C">
        <w:t xml:space="preserve">, </w:t>
      </w:r>
      <w:r w:rsidRPr="002B3119">
        <w:t>elle narrait à Marie-Anne</w:t>
      </w:r>
      <w:r w:rsidR="00E4444A" w:rsidRPr="0099306C">
        <w:t xml:space="preserve">, </w:t>
      </w:r>
      <w:r w:rsidRPr="002B3119">
        <w:t>avec force détails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emploi de sa matinée</w:t>
      </w:r>
      <w:r w:rsidR="00E4444A" w:rsidRPr="0099306C">
        <w:t xml:space="preserve">. </w:t>
      </w:r>
      <w:r w:rsidRPr="002B3119">
        <w:t>Elle recommença pour moi son récit</w:t>
      </w:r>
      <w:r w:rsidR="00E4444A" w:rsidRPr="0099306C">
        <w:t xml:space="preserve">, </w:t>
      </w:r>
      <w:r w:rsidRPr="002B3119">
        <w:t>ayant tant de choses à dire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s</w:t>
      </w:r>
      <w:r w:rsidR="00E4444A" w:rsidRPr="0099306C">
        <w:t>’</w:t>
      </w:r>
      <w:r w:rsidRPr="002B3119">
        <w:t>interrompait au milieu des phrases pour respirer</w:t>
      </w:r>
      <w:r w:rsidR="00E4444A" w:rsidRPr="0099306C">
        <w:t xml:space="preserve">. </w:t>
      </w:r>
      <w:r w:rsidRPr="002B3119">
        <w:t>Déjà</w:t>
      </w:r>
      <w:r w:rsidR="00E4444A" w:rsidRPr="0099306C">
        <w:t xml:space="preserve">, </w:t>
      </w:r>
      <w:r w:rsidRPr="002B3119">
        <w:t>elle connaissait par leurs noms la plupart de ses camarades</w:t>
      </w:r>
      <w:r w:rsidR="00E4444A" w:rsidRPr="0099306C">
        <w:t xml:space="preserve">. </w:t>
      </w:r>
      <w:r w:rsidRPr="002B3119">
        <w:t>Les exploits des Renée</w:t>
      </w:r>
      <w:r w:rsidR="00E4444A" w:rsidRPr="0099306C">
        <w:t xml:space="preserve">, </w:t>
      </w:r>
      <w:r w:rsidRPr="002B3119">
        <w:t>des Marie-Louise et des Maud me furent longuement exposés</w:t>
      </w:r>
      <w:r w:rsidR="00E4444A" w:rsidRPr="0099306C">
        <w:t xml:space="preserve">. </w:t>
      </w:r>
      <w:r w:rsidRPr="002B3119">
        <w:t xml:space="preserve">Il y avait aussi des </w:t>
      </w:r>
      <w:r w:rsidR="00E4444A" w:rsidRPr="0099306C">
        <w:t>« </w:t>
      </w:r>
      <w:r w:rsidRPr="002B3119">
        <w:t>grandes</w:t>
      </w:r>
      <w:r w:rsidR="00E4444A" w:rsidRPr="0099306C">
        <w:t> »</w:t>
      </w:r>
      <w:r w:rsidRPr="002B3119">
        <w:t xml:space="preserve"> dont elle parlait avec vénération</w:t>
      </w:r>
      <w:r w:rsidR="00E4444A" w:rsidRPr="0099306C">
        <w:t xml:space="preserve">. </w:t>
      </w:r>
      <w:r w:rsidRPr="002B3119">
        <w:t xml:space="preserve">Le </w:t>
      </w:r>
      <w:r w:rsidRPr="002B3119">
        <w:lastRenderedPageBreak/>
        <w:t>vocab</w:t>
      </w:r>
      <w:r w:rsidRPr="002B3119">
        <w:t>u</w:t>
      </w:r>
      <w:r w:rsidRPr="002B3119">
        <w:t>laire de l</w:t>
      </w:r>
      <w:r w:rsidR="00E4444A" w:rsidRPr="0099306C">
        <w:t>’</w:t>
      </w:r>
      <w:r w:rsidRPr="002B3119">
        <w:t>école commençait à lui devenir familier</w:t>
      </w:r>
      <w:r w:rsidR="00E4444A" w:rsidRPr="0099306C">
        <w:t xml:space="preserve">. </w:t>
      </w:r>
      <w:r w:rsidRPr="002B3119">
        <w:t>Elle ne s</w:t>
      </w:r>
      <w:r w:rsidRPr="002B3119">
        <w:t>a</w:t>
      </w:r>
      <w:r w:rsidRPr="002B3119">
        <w:t>vait pas exactement ce qu</w:t>
      </w:r>
      <w:r w:rsidR="00E4444A" w:rsidRPr="0099306C">
        <w:t>’</w:t>
      </w:r>
      <w:r w:rsidRPr="002B3119">
        <w:t>elle avait bien pu faire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 </w:t>
      </w:r>
      <w:r w:rsidRPr="002B3119">
        <w:t>puisque d</w:t>
      </w:r>
      <w:r w:rsidR="00E4444A" w:rsidRPr="0099306C">
        <w:t>’</w:t>
      </w:r>
      <w:r w:rsidRPr="002B3119">
        <w:t>autres élèves avaient fait certains devoirs</w:t>
      </w:r>
      <w:r w:rsidR="00E4444A" w:rsidRPr="0099306C">
        <w:t xml:space="preserve">, </w:t>
      </w:r>
      <w:r w:rsidRPr="002B3119">
        <w:t>il lui semblait probable qu</w:t>
      </w:r>
      <w:r w:rsidR="00E4444A" w:rsidRPr="0099306C">
        <w:t>’</w:t>
      </w:r>
      <w:r w:rsidRPr="002B3119">
        <w:t>elle s</w:t>
      </w:r>
      <w:r w:rsidR="00E4444A" w:rsidRPr="0099306C">
        <w:t>’</w:t>
      </w:r>
      <w:r w:rsidRPr="002B3119">
        <w:t>était livrée aux mêmes exercices</w:t>
      </w:r>
      <w:r w:rsidR="00E4444A" w:rsidRPr="0099306C">
        <w:t xml:space="preserve">. </w:t>
      </w:r>
      <w:r w:rsidRPr="002B3119">
        <w:t>Aussi</w:t>
      </w:r>
      <w:r w:rsidR="00E4444A" w:rsidRPr="0099306C">
        <w:t xml:space="preserve">, </w:t>
      </w:r>
      <w:r w:rsidRPr="002B3119">
        <w:t>quand je lui posai la question</w:t>
      </w:r>
      <w:r w:rsidR="00E4444A" w:rsidRPr="0099306C">
        <w:t> :</w:t>
      </w:r>
    </w:p>
    <w:p w14:paraId="7C5C2C01" w14:textId="77777777" w:rsidR="00E4444A" w:rsidRPr="0099306C" w:rsidRDefault="00E4444A" w:rsidP="002B3119">
      <w:r w:rsidRPr="0099306C">
        <w:t>— </w:t>
      </w:r>
      <w:r w:rsidR="002B3119" w:rsidRPr="002B3119">
        <w:t>Alors</w:t>
      </w:r>
      <w:r w:rsidRPr="0099306C">
        <w:t xml:space="preserve">, </w:t>
      </w:r>
      <w:r w:rsidR="002B3119" w:rsidRPr="002B3119">
        <w:t>qu</w:t>
      </w:r>
      <w:r w:rsidRPr="0099306C">
        <w:t>’</w:t>
      </w:r>
      <w:r w:rsidR="002B3119" w:rsidRPr="002B3119">
        <w:t>as-tu fait ce matin</w:t>
      </w:r>
      <w:r w:rsidRPr="0099306C">
        <w:t> ?</w:t>
      </w:r>
    </w:p>
    <w:p w14:paraId="77110B1C" w14:textId="77777777" w:rsidR="00E4444A" w:rsidRPr="0099306C" w:rsidRDefault="002B3119" w:rsidP="002B3119">
      <w:r w:rsidRPr="002B3119">
        <w:t>Ce fut avec le plus grand sérieux qu</w:t>
      </w:r>
      <w:r w:rsidR="00E4444A" w:rsidRPr="0099306C">
        <w:t>’</w:t>
      </w:r>
      <w:r w:rsidRPr="002B3119">
        <w:t>elle répondit</w:t>
      </w:r>
      <w:r w:rsidR="00E4444A" w:rsidRPr="0099306C">
        <w:t> :</w:t>
      </w:r>
    </w:p>
    <w:p w14:paraId="63E42EFA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une analyse logique</w:t>
      </w:r>
      <w:r w:rsidRPr="0099306C">
        <w:t>…</w:t>
      </w:r>
    </w:p>
    <w:p w14:paraId="43EB05C3" w14:textId="77777777" w:rsidR="00E4444A" w:rsidRPr="0099306C" w:rsidRDefault="00B10C00" w:rsidP="002B3119">
      <w:r w:rsidRPr="0099306C">
        <w:t>À</w:t>
      </w:r>
      <w:r w:rsidR="002B3119" w:rsidRPr="002B3119">
        <w:t xml:space="preserve"> quatre heures</w:t>
      </w:r>
      <w:r w:rsidR="00E4444A" w:rsidRPr="0099306C">
        <w:t xml:space="preserve">, </w:t>
      </w:r>
      <w:r w:rsidR="002B3119" w:rsidRPr="002B3119">
        <w:t>j</w:t>
      </w:r>
      <w:r w:rsidR="00E4444A" w:rsidRPr="0099306C">
        <w:t>’</w:t>
      </w:r>
      <w:r w:rsidR="002B3119" w:rsidRPr="002B3119">
        <w:t>allai la chercher</w:t>
      </w:r>
      <w:r w:rsidR="00E4444A" w:rsidRPr="0099306C">
        <w:t xml:space="preserve">. </w:t>
      </w:r>
      <w:r w:rsidR="002B3119" w:rsidRPr="002B3119">
        <w:t>Toute une nichée de blondinettes jouaient dans le jardin</w:t>
      </w:r>
      <w:r w:rsidR="00E4444A" w:rsidRPr="0099306C">
        <w:t xml:space="preserve">, </w:t>
      </w:r>
      <w:r w:rsidR="002B3119" w:rsidRPr="002B3119">
        <w:t>attendant leurs bonnes ou leurs mamans</w:t>
      </w:r>
      <w:r w:rsidR="00E4444A" w:rsidRPr="0099306C">
        <w:t xml:space="preserve">. </w:t>
      </w:r>
      <w:r w:rsidR="002B3119" w:rsidRPr="002B3119">
        <w:t>Yvette</w:t>
      </w:r>
      <w:r w:rsidR="00E4444A" w:rsidRPr="0099306C">
        <w:t xml:space="preserve">, </w:t>
      </w:r>
      <w:r w:rsidR="002B3119" w:rsidRPr="002B3119">
        <w:t xml:space="preserve">déjà </w:t>
      </w:r>
      <w:proofErr w:type="gramStart"/>
      <w:r w:rsidR="002B3119" w:rsidRPr="002B3119">
        <w:t>toute</w:t>
      </w:r>
      <w:proofErr w:type="gramEnd"/>
      <w:r w:rsidR="002B3119" w:rsidRPr="002B3119">
        <w:t xml:space="preserve"> acclimatée</w:t>
      </w:r>
      <w:r w:rsidR="00E4444A" w:rsidRPr="0099306C">
        <w:t xml:space="preserve">, </w:t>
      </w:r>
      <w:r w:rsidR="002B3119" w:rsidRPr="002B3119">
        <w:t>leur dit au revoir comme à de vieilles connaissances</w:t>
      </w:r>
      <w:r w:rsidR="00E4444A" w:rsidRPr="0099306C">
        <w:t xml:space="preserve">, </w:t>
      </w:r>
      <w:r w:rsidR="002B3119" w:rsidRPr="002B3119">
        <w:t>et nous allâmes faire quelques emplettes tellement urgentes qu</w:t>
      </w:r>
      <w:r w:rsidR="00E4444A" w:rsidRPr="0099306C">
        <w:t>’</w:t>
      </w:r>
      <w:r w:rsidR="002B3119" w:rsidRPr="002B3119">
        <w:t>il était vra</w:t>
      </w:r>
      <w:r w:rsidR="002B3119" w:rsidRPr="002B3119">
        <w:t>i</w:t>
      </w:r>
      <w:r w:rsidR="002B3119" w:rsidRPr="002B3119">
        <w:t>ment impossible de les remettre au lendemain</w:t>
      </w:r>
      <w:r w:rsidR="00E4444A" w:rsidRPr="0099306C">
        <w:t>.</w:t>
      </w:r>
    </w:p>
    <w:p w14:paraId="2A48D49F" w14:textId="77777777" w:rsidR="00E4444A" w:rsidRPr="0099306C" w:rsidRDefault="00E4444A" w:rsidP="002B3119">
      <w:r w:rsidRPr="0099306C">
        <w:t>— </w:t>
      </w:r>
      <w:r w:rsidR="002B3119" w:rsidRPr="002B3119">
        <w:t>Pense donc</w:t>
      </w:r>
      <w:r w:rsidRPr="0099306C">
        <w:t xml:space="preserve">, </w:t>
      </w:r>
      <w:r w:rsidR="002B3119" w:rsidRPr="002B3119">
        <w:t>papa</w:t>
      </w:r>
      <w:r w:rsidRPr="0099306C">
        <w:t xml:space="preserve"> ! </w:t>
      </w:r>
      <w:r w:rsidR="002B3119" w:rsidRPr="002B3119">
        <w:t>j</w:t>
      </w:r>
      <w:r w:rsidRPr="0099306C">
        <w:t>’</w:t>
      </w:r>
      <w:r w:rsidR="002B3119" w:rsidRPr="002B3119">
        <w:t>ai dû emprunter la gomme éla</w:t>
      </w:r>
      <w:r w:rsidR="002B3119" w:rsidRPr="002B3119">
        <w:t>s</w:t>
      </w:r>
      <w:r w:rsidR="002B3119" w:rsidRPr="002B3119">
        <w:t>tique de Geneviève</w:t>
      </w:r>
      <w:r w:rsidRPr="0099306C">
        <w:t>.</w:t>
      </w:r>
    </w:p>
    <w:p w14:paraId="471195E1" w14:textId="77777777" w:rsidR="00E4444A" w:rsidRPr="0099306C" w:rsidRDefault="002B3119" w:rsidP="002B3119">
      <w:r w:rsidRPr="002B3119">
        <w:t>Évidemment</w:t>
      </w:r>
      <w:r w:rsidR="00E4444A" w:rsidRPr="0099306C">
        <w:t xml:space="preserve">, </w:t>
      </w:r>
      <w:r w:rsidRPr="002B3119">
        <w:t>pareil scandale ne pouvait durer</w:t>
      </w:r>
      <w:r w:rsidR="00E4444A" w:rsidRPr="0099306C">
        <w:t xml:space="preserve">. </w:t>
      </w:r>
      <w:r w:rsidRPr="002B3119">
        <w:t>Nous achetâmes donc une gomme</w:t>
      </w:r>
      <w:r w:rsidR="00E4444A" w:rsidRPr="0099306C">
        <w:t xml:space="preserve">, </w:t>
      </w:r>
      <w:r w:rsidRPr="002B3119">
        <w:t>un plumier</w:t>
      </w:r>
      <w:r w:rsidR="00E4444A" w:rsidRPr="0099306C">
        <w:t xml:space="preserve">, </w:t>
      </w:r>
      <w:r w:rsidRPr="002B3119">
        <w:t>des crayons</w:t>
      </w:r>
      <w:r w:rsidR="00E4444A" w:rsidRPr="0099306C">
        <w:t xml:space="preserve">, </w:t>
      </w:r>
      <w:r w:rsidRPr="002B3119">
        <w:t>des cahiers qu</w:t>
      </w:r>
      <w:r w:rsidR="00E4444A" w:rsidRPr="0099306C">
        <w:t>’</w:t>
      </w:r>
      <w:r w:rsidRPr="002B3119">
        <w:t>Yvette arrangea dans sa serviette neuve</w:t>
      </w:r>
      <w:r w:rsidR="00E4444A" w:rsidRPr="0099306C">
        <w:t>.</w:t>
      </w:r>
    </w:p>
    <w:p w14:paraId="08AFA279" w14:textId="77777777" w:rsidR="00E4444A" w:rsidRPr="0099306C" w:rsidRDefault="002B3119" w:rsidP="002B3119">
      <w:r w:rsidRPr="002B3119">
        <w:t>Le lendemain</w:t>
      </w:r>
      <w:r w:rsidR="00E4444A" w:rsidRPr="0099306C">
        <w:t xml:space="preserve">, </w:t>
      </w:r>
      <w:r w:rsidRPr="002B3119">
        <w:t>cela recommença</w:t>
      </w:r>
      <w:r w:rsidR="00E4444A" w:rsidRPr="0099306C">
        <w:t xml:space="preserve">. </w:t>
      </w:r>
      <w:r w:rsidRPr="002B3119">
        <w:t>Et tous les jours</w:t>
      </w:r>
      <w:r w:rsidR="00E4444A" w:rsidRPr="0099306C">
        <w:t xml:space="preserve">, </w:t>
      </w:r>
      <w:r w:rsidRPr="002B3119">
        <w:t>M</w:t>
      </w:r>
      <w:r w:rsidRPr="002B3119">
        <w:t>a</w:t>
      </w:r>
      <w:r w:rsidRPr="002B3119">
        <w:t>rie-Anne</w:t>
      </w:r>
      <w:r w:rsidR="00E4444A" w:rsidRPr="0099306C">
        <w:t xml:space="preserve">, </w:t>
      </w:r>
      <w:r w:rsidRPr="002B3119">
        <w:t>bon public</w:t>
      </w:r>
      <w:r w:rsidR="00E4444A" w:rsidRPr="0099306C">
        <w:t xml:space="preserve">, </w:t>
      </w:r>
      <w:r w:rsidRPr="002B3119">
        <w:t>écoutait les merveilleux récits que lui faisait Yvette avec sa volubilité de petite écolière</w:t>
      </w:r>
      <w:r w:rsidR="00E4444A" w:rsidRPr="0099306C">
        <w:t>.</w:t>
      </w:r>
    </w:p>
    <w:p w14:paraId="54F8A53E" w14:textId="77777777" w:rsidR="002B3119" w:rsidRPr="002B3119" w:rsidRDefault="002B3119" w:rsidP="002B3119"/>
    <w:p w14:paraId="61E81895" w14:textId="77777777" w:rsidR="00E4444A" w:rsidRPr="0099306C" w:rsidRDefault="002B3119" w:rsidP="002B3119">
      <w:r w:rsidRPr="002B3119">
        <w:t>Ainsi l</w:t>
      </w:r>
      <w:r w:rsidR="00E4444A" w:rsidRPr="0099306C">
        <w:t>’</w:t>
      </w:r>
      <w:r w:rsidRPr="002B3119">
        <w:t>insinuante habitude nous reprenait dans son inv</w:t>
      </w:r>
      <w:r w:rsidRPr="002B3119">
        <w:t>i</w:t>
      </w:r>
      <w:r w:rsidRPr="002B3119">
        <w:t>sible réseau</w:t>
      </w:r>
      <w:r w:rsidR="00E4444A" w:rsidRPr="0099306C">
        <w:t>.</w:t>
      </w:r>
    </w:p>
    <w:p w14:paraId="2003FCE6" w14:textId="77777777" w:rsidR="00E4444A" w:rsidRPr="0099306C" w:rsidRDefault="002B3119" w:rsidP="002B3119">
      <w:r w:rsidRPr="002B3119">
        <w:t>En ai-je entendu perler</w:t>
      </w:r>
      <w:r w:rsidR="00E4444A" w:rsidRPr="0099306C">
        <w:t xml:space="preserve">, </w:t>
      </w:r>
      <w:r w:rsidRPr="002B3119">
        <w:t>aux repas</w:t>
      </w:r>
      <w:r w:rsidR="00E4444A" w:rsidRPr="0099306C">
        <w:t xml:space="preserve">, </w:t>
      </w:r>
      <w:r w:rsidRPr="002B3119">
        <w:t>des hauts faits des petites compagnes</w:t>
      </w:r>
      <w:r w:rsidR="00E4444A" w:rsidRPr="0099306C">
        <w:t> : « </w:t>
      </w:r>
      <w:r w:rsidRPr="002B3119">
        <w:t>Mimi Humbert a fait ceci</w:t>
      </w:r>
      <w:r w:rsidR="00E4444A" w:rsidRPr="0099306C">
        <w:t xml:space="preserve">… </w:t>
      </w:r>
      <w:r w:rsidRPr="002B3119">
        <w:t>Lili Ga</w:t>
      </w:r>
      <w:r w:rsidRPr="002B3119">
        <w:t>u</w:t>
      </w:r>
      <w:r w:rsidRPr="002B3119">
        <w:t xml:space="preserve">tier à </w:t>
      </w:r>
      <w:r w:rsidRPr="002B3119">
        <w:lastRenderedPageBreak/>
        <w:t>fait cela</w:t>
      </w:r>
      <w:r w:rsidR="00E4444A" w:rsidRPr="0099306C">
        <w:t xml:space="preserve">… </w:t>
      </w:r>
      <w:r w:rsidRPr="002B3119">
        <w:t>Monique a renversé l</w:t>
      </w:r>
      <w:r w:rsidR="00E4444A" w:rsidRPr="0099306C">
        <w:t>’</w:t>
      </w:r>
      <w:r w:rsidRPr="002B3119">
        <w:t>encrier</w:t>
      </w:r>
      <w:r w:rsidR="00E4444A" w:rsidRPr="0099306C">
        <w:t xml:space="preserve"> !… ». </w:t>
      </w:r>
      <w:r w:rsidRPr="002B3119">
        <w:t>Toute une société nouvelle de petites fées</w:t>
      </w:r>
      <w:r w:rsidR="00E4444A" w:rsidRPr="0099306C">
        <w:t xml:space="preserve">, </w:t>
      </w:r>
      <w:r w:rsidRPr="002B3119">
        <w:t>que je distinguais mal les unes des autres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agitait autour de moi</w:t>
      </w:r>
      <w:r w:rsidR="00E4444A" w:rsidRPr="0099306C">
        <w:t xml:space="preserve">. </w:t>
      </w:r>
      <w:r w:rsidRPr="002B3119">
        <w:t>Je vivais dans un petit monde aux noms d</w:t>
      </w:r>
      <w:r w:rsidR="00E4444A" w:rsidRPr="0099306C">
        <w:t>’</w:t>
      </w:r>
      <w:r w:rsidRPr="002B3119">
        <w:t>oiseaux</w:t>
      </w:r>
      <w:r w:rsidR="00E4444A" w:rsidRPr="0099306C">
        <w:t xml:space="preserve">, </w:t>
      </w:r>
      <w:r w:rsidRPr="002B3119">
        <w:t>comme dans une volière enchantée qui serait habitée par des anges</w:t>
      </w:r>
      <w:r w:rsidR="00E4444A" w:rsidRPr="0099306C">
        <w:t>.</w:t>
      </w:r>
    </w:p>
    <w:p w14:paraId="5409C531" w14:textId="77777777" w:rsidR="00E4444A" w:rsidRPr="0099306C" w:rsidRDefault="002B3119" w:rsidP="002B3119">
      <w:r w:rsidRPr="002B3119">
        <w:t>Le soir</w:t>
      </w:r>
      <w:r w:rsidR="00E4444A" w:rsidRPr="0099306C">
        <w:t xml:space="preserve">, </w:t>
      </w:r>
      <w:r w:rsidRPr="002B3119">
        <w:t>quand Yvette arrivait de l</w:t>
      </w:r>
      <w:r w:rsidR="00E4444A" w:rsidRPr="0099306C">
        <w:t>’</w:t>
      </w:r>
      <w:r w:rsidRPr="002B3119">
        <w:t>école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étais installé dans mon cabinet</w:t>
      </w:r>
      <w:r w:rsidR="00E4444A" w:rsidRPr="0099306C">
        <w:t xml:space="preserve">. </w:t>
      </w:r>
      <w:r w:rsidRPr="002B3119">
        <w:t>Marie-Anne lavait les mains</w:t>
      </w:r>
      <w:r w:rsidR="00E4444A" w:rsidRPr="0099306C">
        <w:t xml:space="preserve">, </w:t>
      </w:r>
      <w:r w:rsidRPr="002B3119">
        <w:t>donnait le goûter</w:t>
      </w:r>
      <w:r w:rsidR="00E4444A" w:rsidRPr="0099306C">
        <w:t xml:space="preserve">. </w:t>
      </w:r>
      <w:r w:rsidRPr="002B3119">
        <w:t>Yvette approchait de ma porte en mordant ses ta</w:t>
      </w:r>
      <w:r w:rsidRPr="002B3119">
        <w:t>r</w:t>
      </w:r>
      <w:r w:rsidRPr="002B3119">
        <w:t>tines</w:t>
      </w:r>
      <w:r w:rsidR="00E4444A" w:rsidRPr="0099306C">
        <w:t xml:space="preserve">, </w:t>
      </w:r>
      <w:r w:rsidRPr="002B3119">
        <w:t>faisait mille efforts pour tourner le loquet</w:t>
      </w:r>
      <w:r w:rsidR="00E4444A" w:rsidRPr="0099306C">
        <w:t xml:space="preserve">, </w:t>
      </w:r>
      <w:r w:rsidRPr="002B3119">
        <w:t>venait dire bonsoir à papa</w:t>
      </w:r>
      <w:r w:rsidR="00E4444A" w:rsidRPr="0099306C">
        <w:t>.</w:t>
      </w:r>
    </w:p>
    <w:p w14:paraId="15DEC723" w14:textId="77777777" w:rsidR="00E4444A" w:rsidRPr="0099306C" w:rsidRDefault="002B3119" w:rsidP="002B3119">
      <w:r w:rsidRPr="002B3119">
        <w:t>Puis</w:t>
      </w:r>
      <w:r w:rsidR="00E4444A" w:rsidRPr="0099306C">
        <w:t xml:space="preserve">, </w:t>
      </w:r>
      <w:r w:rsidRPr="002B3119">
        <w:t>souvent</w:t>
      </w:r>
      <w:r w:rsidR="00E4444A" w:rsidRPr="0099306C">
        <w:t xml:space="preserve">, </w:t>
      </w:r>
      <w:r w:rsidRPr="002B3119">
        <w:t>elle allait jouer dans l</w:t>
      </w:r>
      <w:r w:rsidR="00E4444A" w:rsidRPr="0099306C">
        <w:t>’</w:t>
      </w:r>
      <w:r w:rsidRPr="002B3119">
        <w:t>antichambre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comme l</w:t>
      </w:r>
      <w:r w:rsidR="00E4444A" w:rsidRPr="0099306C">
        <w:t>’</w:t>
      </w:r>
      <w:r w:rsidRPr="002B3119">
        <w:t>école ne lui suffisait pas</w:t>
      </w:r>
      <w:r w:rsidR="00E4444A" w:rsidRPr="0099306C">
        <w:t xml:space="preserve">, </w:t>
      </w:r>
      <w:r w:rsidRPr="002B3119">
        <w:t>elle s</w:t>
      </w:r>
      <w:r w:rsidR="00E4444A" w:rsidRPr="0099306C">
        <w:t>’</w:t>
      </w:r>
      <w:r w:rsidRPr="002B3119">
        <w:t>amusait à faire la classe</w:t>
      </w:r>
      <w:r w:rsidR="00E4444A" w:rsidRPr="0099306C">
        <w:t>.</w:t>
      </w:r>
    </w:p>
    <w:p w14:paraId="1E8A577E" w14:textId="77777777" w:rsidR="00E4444A" w:rsidRPr="0099306C" w:rsidRDefault="002B3119" w:rsidP="002B3119">
      <w:r w:rsidRPr="002B3119">
        <w:t>Yvette passait au rang de maîtresse</w:t>
      </w:r>
      <w:r w:rsidR="00E4444A" w:rsidRPr="0099306C">
        <w:t xml:space="preserve">. </w:t>
      </w:r>
      <w:r w:rsidRPr="002B3119">
        <w:t>Des poupées</w:t>
      </w:r>
      <w:r w:rsidR="00E4444A" w:rsidRPr="0099306C">
        <w:t xml:space="preserve">, </w:t>
      </w:r>
      <w:r w:rsidRPr="002B3119">
        <w:t>le bouddha</w:t>
      </w:r>
      <w:r w:rsidR="00E4444A" w:rsidRPr="0099306C">
        <w:t xml:space="preserve">, </w:t>
      </w:r>
      <w:r w:rsidRPr="002B3119">
        <w:t>enfin descendu de sa niche</w:t>
      </w:r>
      <w:r w:rsidR="00E4444A" w:rsidRPr="0099306C">
        <w:t xml:space="preserve">, </w:t>
      </w:r>
      <w:r w:rsidRPr="002B3119">
        <w:t>un chat</w:t>
      </w:r>
      <w:r w:rsidR="00E4444A" w:rsidRPr="0099306C">
        <w:t xml:space="preserve">, </w:t>
      </w:r>
      <w:r w:rsidRPr="002B3119">
        <w:t>qui faisait parfois l</w:t>
      </w:r>
      <w:r w:rsidR="00E4444A" w:rsidRPr="0099306C">
        <w:t>’</w:t>
      </w:r>
      <w:r w:rsidRPr="002B3119">
        <w:t>école buissonnière</w:t>
      </w:r>
      <w:r w:rsidR="00E4444A" w:rsidRPr="0099306C">
        <w:t xml:space="preserve">, </w:t>
      </w:r>
      <w:r w:rsidRPr="002B3119">
        <w:t>représentaient les élèves au</w:t>
      </w:r>
      <w:r w:rsidRPr="002B3119">
        <w:t>x</w:t>
      </w:r>
      <w:r w:rsidRPr="002B3119">
        <w:t>quels s</w:t>
      </w:r>
      <w:r w:rsidR="00E4444A" w:rsidRPr="0099306C">
        <w:t>’</w:t>
      </w:r>
      <w:r w:rsidRPr="002B3119">
        <w:t>ajoutait</w:t>
      </w:r>
      <w:r w:rsidR="00E4444A" w:rsidRPr="0099306C">
        <w:t xml:space="preserve">, </w:t>
      </w:r>
      <w:r w:rsidRPr="002B3119">
        <w:t>deux fois par semaine</w:t>
      </w:r>
      <w:r w:rsidR="00E4444A" w:rsidRPr="0099306C">
        <w:t xml:space="preserve">, </w:t>
      </w:r>
      <w:r w:rsidRPr="002B3119">
        <w:t>le petit garçon de la lessiveuse</w:t>
      </w:r>
      <w:r w:rsidR="00E4444A" w:rsidRPr="0099306C">
        <w:t>.</w:t>
      </w:r>
    </w:p>
    <w:p w14:paraId="3C4B4514" w14:textId="77777777" w:rsidR="00E4444A" w:rsidRPr="0099306C" w:rsidRDefault="002B3119" w:rsidP="002B3119">
      <w:r w:rsidRPr="002B3119">
        <w:t>Et les journées se trouvaient si bien remplies que</w:t>
      </w:r>
      <w:r w:rsidR="00E4444A" w:rsidRPr="0099306C">
        <w:t xml:space="preserve">, </w:t>
      </w:r>
      <w:r w:rsidRPr="002B3119">
        <w:t>vers la fin du repas</w:t>
      </w:r>
      <w:r w:rsidR="00E4444A" w:rsidRPr="0099306C">
        <w:t xml:space="preserve">, </w:t>
      </w:r>
      <w:r w:rsidRPr="002B3119">
        <w:t>les petits yeux commençaient à clignoter</w:t>
      </w:r>
      <w:r w:rsidR="00E4444A" w:rsidRPr="0099306C">
        <w:t xml:space="preserve">. </w:t>
      </w:r>
      <w:r w:rsidRPr="002B3119">
        <w:t>Les paupières retombaient pesamment et j</w:t>
      </w:r>
      <w:r w:rsidR="00E4444A" w:rsidRPr="0099306C">
        <w:t>’</w:t>
      </w:r>
      <w:r w:rsidRPr="002B3119">
        <w:t>emportais dans sa chambre ma petite Yvette accrochée à mon cou</w:t>
      </w:r>
      <w:r w:rsidR="00E4444A" w:rsidRPr="0099306C">
        <w:t>.</w:t>
      </w:r>
    </w:p>
    <w:p w14:paraId="2EA5F4F8" w14:textId="77777777" w:rsidR="00E4444A" w:rsidRPr="0099306C" w:rsidRDefault="002B3119" w:rsidP="002B3119">
      <w:r w:rsidRPr="002B3119">
        <w:t>Cette promenade la réveillait un peu</w:t>
      </w:r>
      <w:r w:rsidR="00E4444A" w:rsidRPr="0099306C">
        <w:t xml:space="preserve">. </w:t>
      </w:r>
      <w:r w:rsidRPr="002B3119">
        <w:t>Mais elle affirmait en vain qu</w:t>
      </w:r>
      <w:r w:rsidR="00E4444A" w:rsidRPr="0099306C">
        <w:t>’</w:t>
      </w:r>
      <w:r w:rsidRPr="002B3119">
        <w:t>elle n</w:t>
      </w:r>
      <w:r w:rsidR="00E4444A" w:rsidRPr="0099306C">
        <w:t>’</w:t>
      </w:r>
      <w:r w:rsidRPr="002B3119">
        <w:t>avait plus du tout sommeil</w:t>
      </w:r>
      <w:r w:rsidR="00E4444A" w:rsidRPr="0099306C">
        <w:t xml:space="preserve">, </w:t>
      </w:r>
      <w:r w:rsidRPr="002B3119">
        <w:t>je tenais bon de toute mon énergie</w:t>
      </w:r>
      <w:r w:rsidR="00E4444A" w:rsidRPr="0099306C">
        <w:t xml:space="preserve">. </w:t>
      </w:r>
      <w:r w:rsidRPr="002B3119">
        <w:t>Marie-Anne défaisait lacets et boutons</w:t>
      </w:r>
      <w:r w:rsidR="00E4444A" w:rsidRPr="0099306C">
        <w:t xml:space="preserve">, </w:t>
      </w:r>
      <w:r w:rsidRPr="002B3119">
        <w:t>passait la longue chemise de nuit</w:t>
      </w:r>
      <w:r w:rsidR="00E4444A" w:rsidRPr="0099306C">
        <w:t xml:space="preserve">, </w:t>
      </w:r>
      <w:r w:rsidRPr="002B3119">
        <w:t>brossait les boucles r</w:t>
      </w:r>
      <w:r w:rsidRPr="002B3119">
        <w:t>e</w:t>
      </w:r>
      <w:r w:rsidRPr="002B3119">
        <w:t>belles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 xml:space="preserve">ayant installé </w:t>
      </w:r>
      <w:r w:rsidR="00E4444A" w:rsidRPr="0099306C">
        <w:t>« </w:t>
      </w:r>
      <w:r w:rsidRPr="002B3119">
        <w:t>Mademoiselle</w:t>
      </w:r>
      <w:r w:rsidR="00E4444A" w:rsidRPr="0099306C">
        <w:t> »</w:t>
      </w:r>
      <w:r w:rsidRPr="002B3119">
        <w:t xml:space="preserve"> sur son siège de porcelaine</w:t>
      </w:r>
      <w:r w:rsidR="00E4444A" w:rsidRPr="0099306C">
        <w:t xml:space="preserve">, </w:t>
      </w:r>
      <w:r w:rsidRPr="002B3119">
        <w:t>mettait à profit cet instant pour fermer les pe</w:t>
      </w:r>
      <w:r w:rsidRPr="002B3119">
        <w:t>r</w:t>
      </w:r>
      <w:r w:rsidRPr="002B3119">
        <w:t>siennes</w:t>
      </w:r>
      <w:r w:rsidR="00E4444A" w:rsidRPr="0099306C">
        <w:t xml:space="preserve">, </w:t>
      </w:r>
      <w:r w:rsidRPr="002B3119">
        <w:t xml:space="preserve">faire la couverture du lit de </w:t>
      </w:r>
      <w:r w:rsidR="00E4444A" w:rsidRPr="0099306C">
        <w:t>« </w:t>
      </w:r>
      <w:r w:rsidRPr="002B3119">
        <w:t>Monsieur</w:t>
      </w:r>
      <w:r w:rsidR="00E4444A" w:rsidRPr="0099306C">
        <w:t xml:space="preserve"> ». </w:t>
      </w:r>
      <w:r w:rsidRPr="002B3119">
        <w:t>Mais l</w:t>
      </w:r>
      <w:r w:rsidR="00E4444A" w:rsidRPr="0099306C">
        <w:t>’</w:t>
      </w:r>
      <w:r w:rsidRPr="002B3119">
        <w:t xml:space="preserve">homme au sable abusait lâchement de la minute où </w:t>
      </w:r>
      <w:r w:rsidRPr="002B3119">
        <w:lastRenderedPageBreak/>
        <w:t>l</w:t>
      </w:r>
      <w:r w:rsidR="00E4444A" w:rsidRPr="0099306C">
        <w:t>’</w:t>
      </w:r>
      <w:r w:rsidRPr="002B3119">
        <w:t>immobilité d</w:t>
      </w:r>
      <w:r w:rsidR="00E4444A" w:rsidRPr="0099306C">
        <w:t>’</w:t>
      </w:r>
      <w:r w:rsidRPr="002B3119">
        <w:t>Yvette lui rendait la lutte malaisée</w:t>
      </w:r>
      <w:r w:rsidR="00E4444A" w:rsidRPr="0099306C">
        <w:t xml:space="preserve">. </w:t>
      </w:r>
      <w:r w:rsidRPr="002B3119">
        <w:t>Les lourdes paupières tombaient encore</w:t>
      </w:r>
      <w:r w:rsidR="00E4444A" w:rsidRPr="0099306C">
        <w:t xml:space="preserve">, </w:t>
      </w:r>
      <w:r w:rsidRPr="002B3119">
        <w:t>et le prompt retour de Marie-Anne préservait seul d</w:t>
      </w:r>
      <w:r w:rsidR="00E4444A" w:rsidRPr="0099306C">
        <w:t>’</w:t>
      </w:r>
      <w:r w:rsidRPr="002B3119">
        <w:t>une chute regrettable la petite fille qui s</w:t>
      </w:r>
      <w:r w:rsidR="00E4444A" w:rsidRPr="0099306C">
        <w:t>’</w:t>
      </w:r>
      <w:r w:rsidRPr="002B3119">
        <w:t>endormait</w:t>
      </w:r>
      <w:r w:rsidR="00E4444A" w:rsidRPr="0099306C">
        <w:t>.</w:t>
      </w:r>
    </w:p>
    <w:p w14:paraId="2FB3ACBB" w14:textId="77777777" w:rsidR="00E4444A" w:rsidRPr="0099306C" w:rsidRDefault="002B3119" w:rsidP="002B3119">
      <w:r w:rsidRPr="002B3119">
        <w:t>Yvette couchée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inclinais sur son petit lit</w:t>
      </w:r>
      <w:r w:rsidR="00E4444A" w:rsidRPr="0099306C">
        <w:t xml:space="preserve">. </w:t>
      </w:r>
      <w:r w:rsidRPr="002B3119">
        <w:t>Elle murmurait</w:t>
      </w:r>
      <w:r w:rsidR="00E4444A" w:rsidRPr="0099306C">
        <w:t> : « </w:t>
      </w:r>
      <w:r w:rsidRPr="002B3119">
        <w:t>Notre Père</w:t>
      </w:r>
      <w:r w:rsidR="00E4444A" w:rsidRPr="0099306C">
        <w:t xml:space="preserve"> », </w:t>
      </w:r>
      <w:r w:rsidRPr="002B3119">
        <w:t>puis répétait quelques mots de prière enfantine</w:t>
      </w:r>
      <w:r w:rsidR="00E4444A" w:rsidRPr="0099306C">
        <w:t xml:space="preserve">. </w:t>
      </w:r>
      <w:r w:rsidRPr="002B3119">
        <w:t>Sur les êtres qui lui étaient le plus chers et dont elle énumérait les noms</w:t>
      </w:r>
      <w:r w:rsidR="00E4444A" w:rsidRPr="0099306C">
        <w:t xml:space="preserve">, </w:t>
      </w:r>
      <w:r w:rsidRPr="002B3119">
        <w:t>soir après soir</w:t>
      </w:r>
      <w:r w:rsidR="00E4444A" w:rsidRPr="0099306C">
        <w:t xml:space="preserve">, </w:t>
      </w:r>
      <w:r w:rsidRPr="002B3119">
        <w:t>elle appelait les bénédictions du ciel</w:t>
      </w:r>
      <w:r w:rsidR="00E4444A" w:rsidRPr="0099306C">
        <w:t xml:space="preserve">, </w:t>
      </w:r>
      <w:r w:rsidRPr="002B3119">
        <w:t>sans jamais oublier sa maman</w:t>
      </w:r>
      <w:r w:rsidR="00E4444A" w:rsidRPr="0099306C">
        <w:t>.</w:t>
      </w:r>
    </w:p>
    <w:p w14:paraId="1AF64539" w14:textId="77777777" w:rsidR="00E4444A" w:rsidRPr="0099306C" w:rsidRDefault="002B3119" w:rsidP="002B3119">
      <w:r w:rsidRPr="002B3119">
        <w:t>Mais pendant le jour</w:t>
      </w:r>
      <w:r w:rsidR="00E4444A" w:rsidRPr="0099306C">
        <w:t xml:space="preserve">, </w:t>
      </w:r>
      <w:r w:rsidRPr="002B3119">
        <w:t>elle ne parlait jamais de l</w:t>
      </w:r>
      <w:r w:rsidR="00E4444A" w:rsidRPr="0099306C">
        <w:t>’</w:t>
      </w:r>
      <w:r w:rsidRPr="002B3119">
        <w:t>absente</w:t>
      </w:r>
      <w:r w:rsidR="00E4444A" w:rsidRPr="0099306C">
        <w:t xml:space="preserve">. </w:t>
      </w:r>
      <w:r w:rsidRPr="002B3119">
        <w:t>Que supposait-elle</w:t>
      </w:r>
      <w:r w:rsidR="00E4444A" w:rsidRPr="0099306C">
        <w:t xml:space="preserve"> ? </w:t>
      </w:r>
      <w:r w:rsidRPr="002B3119">
        <w:t>Que se passait-il dans son cœur d</w:t>
      </w:r>
      <w:r w:rsidR="00E4444A" w:rsidRPr="0099306C">
        <w:t>’</w:t>
      </w:r>
      <w:r w:rsidRPr="002B3119">
        <w:t>enfant</w:t>
      </w:r>
      <w:r w:rsidR="00E4444A" w:rsidRPr="0099306C">
        <w:t> ?</w:t>
      </w:r>
    </w:p>
    <w:p w14:paraId="74CA5387" w14:textId="77777777" w:rsidR="002B3119" w:rsidRPr="002B3119" w:rsidRDefault="002B3119" w:rsidP="002B3119"/>
    <w:p w14:paraId="10F34840" w14:textId="77777777" w:rsidR="00E4444A" w:rsidRPr="0099306C" w:rsidRDefault="002B3119" w:rsidP="002B3119">
      <w:r w:rsidRPr="002B3119">
        <w:t>En devenant plus grande</w:t>
      </w:r>
      <w:r w:rsidR="00E4444A" w:rsidRPr="0099306C">
        <w:t xml:space="preserve">, </w:t>
      </w:r>
      <w:r w:rsidRPr="002B3119">
        <w:t>Yvette était devenue plus ne</w:t>
      </w:r>
      <w:r w:rsidRPr="002B3119">
        <w:t>r</w:t>
      </w:r>
      <w:r w:rsidRPr="002B3119">
        <w:t>veuse et redoutait un peu l</w:t>
      </w:r>
      <w:r w:rsidR="00E4444A" w:rsidRPr="0099306C">
        <w:t>’</w:t>
      </w:r>
      <w:r w:rsidRPr="002B3119">
        <w:t>obscurité</w:t>
      </w:r>
      <w:r w:rsidR="00E4444A" w:rsidRPr="0099306C">
        <w:t xml:space="preserve">. </w:t>
      </w:r>
      <w:r w:rsidRPr="002B3119">
        <w:t>Elle savait obtenir de moi que je passerais la soirée dans la pièce voisine</w:t>
      </w:r>
      <w:r w:rsidR="00E4444A" w:rsidRPr="0099306C">
        <w:t xml:space="preserve">. </w:t>
      </w:r>
      <w:r w:rsidRPr="002B3119">
        <w:t>Nous éteignions la lumière dans sa chambre</w:t>
      </w:r>
      <w:r w:rsidR="00E4444A" w:rsidRPr="0099306C">
        <w:t xml:space="preserve">, </w:t>
      </w:r>
      <w:r w:rsidRPr="002B3119">
        <w:t>mais la clarté de ma lampe la rassurait</w:t>
      </w:r>
      <w:r w:rsidR="00E4444A" w:rsidRPr="0099306C">
        <w:t xml:space="preserve">. </w:t>
      </w:r>
      <w:r w:rsidRPr="002B3119">
        <w:t>Elle se méfiait cependant</w:t>
      </w:r>
      <w:r w:rsidR="00E4444A" w:rsidRPr="0099306C">
        <w:t xml:space="preserve">. </w:t>
      </w:r>
      <w:r w:rsidRPr="002B3119">
        <w:t>Il m</w:t>
      </w:r>
      <w:r w:rsidR="00E4444A" w:rsidRPr="0099306C">
        <w:t>’</w:t>
      </w:r>
      <w:r w:rsidRPr="002B3119">
        <w:t>était arrivé de laisser la lampe allumée sur la table et de redescendre à pas de loup dans mon cabinet</w:t>
      </w:r>
      <w:r w:rsidR="00E4444A" w:rsidRPr="0099306C">
        <w:t xml:space="preserve">. </w:t>
      </w:r>
      <w:r w:rsidRPr="002B3119">
        <w:t>Aussi voulait-elle s</w:t>
      </w:r>
      <w:r w:rsidR="00E4444A" w:rsidRPr="0099306C">
        <w:t>’</w:t>
      </w:r>
      <w:r w:rsidRPr="002B3119">
        <w:t>assurer de ma présence</w:t>
      </w:r>
      <w:r w:rsidR="00E4444A" w:rsidRPr="0099306C">
        <w:t>.</w:t>
      </w:r>
    </w:p>
    <w:p w14:paraId="6027696F" w14:textId="77777777" w:rsidR="004877FF" w:rsidRDefault="00E4444A" w:rsidP="002B3119">
      <w:r w:rsidRPr="0099306C"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Tu es là</w:t>
      </w:r>
      <w:r w:rsidRPr="0099306C">
        <w:t> ?.</w:t>
      </w:r>
      <w:r w:rsidR="004877FF">
        <w:t>.</w:t>
      </w:r>
      <w:r w:rsidRPr="0099306C">
        <w:t>.</w:t>
      </w:r>
    </w:p>
    <w:p w14:paraId="6304AB47" w14:textId="64D05B7E" w:rsidR="004877FF" w:rsidRDefault="002B3119" w:rsidP="002B3119">
      <w:r w:rsidRPr="002B3119">
        <w:t>Je répondais</w:t>
      </w:r>
      <w:r w:rsidR="00E4444A" w:rsidRPr="0099306C">
        <w:t> :</w:t>
      </w:r>
    </w:p>
    <w:p w14:paraId="452BA878" w14:textId="4F427A1A" w:rsidR="00E4444A" w:rsidRPr="0099306C" w:rsidRDefault="004877FF" w:rsidP="002B3119">
      <w:r>
        <w:t>— </w:t>
      </w:r>
      <w:r w:rsidR="002B3119" w:rsidRPr="002B3119">
        <w:t>Oui</w:t>
      </w:r>
      <w:r w:rsidR="00E4444A" w:rsidRPr="0099306C">
        <w:t xml:space="preserve">… </w:t>
      </w:r>
      <w:r w:rsidR="002B3119" w:rsidRPr="002B3119">
        <w:t>oui</w:t>
      </w:r>
      <w:r w:rsidR="00E4444A" w:rsidRPr="0099306C">
        <w:t xml:space="preserve">… </w:t>
      </w:r>
      <w:r w:rsidR="002B3119" w:rsidRPr="002B3119">
        <w:t>D</w:t>
      </w:r>
      <w:r w:rsidR="002B3119" w:rsidRPr="002B3119">
        <w:t>o</w:t>
      </w:r>
      <w:r w:rsidR="002B3119" w:rsidRPr="002B3119">
        <w:t>do</w:t>
      </w:r>
      <w:r w:rsidR="00E4444A" w:rsidRPr="0099306C">
        <w:t xml:space="preserve">, </w:t>
      </w:r>
      <w:r w:rsidR="002B3119" w:rsidRPr="002B3119">
        <w:t>ma petite Yvette</w:t>
      </w:r>
      <w:r w:rsidR="00E4444A" w:rsidRPr="0099306C">
        <w:t> !</w:t>
      </w:r>
    </w:p>
    <w:p w14:paraId="36EAF017" w14:textId="77777777" w:rsidR="00E4444A" w:rsidRPr="0099306C" w:rsidRDefault="002B3119" w:rsidP="002B3119">
      <w:r w:rsidRPr="002B3119">
        <w:t>Quelques moments après la même question</w:t>
      </w:r>
      <w:r w:rsidR="00E4444A" w:rsidRPr="0099306C">
        <w:t xml:space="preserve">, </w:t>
      </w:r>
      <w:r w:rsidRPr="002B3119">
        <w:t>répétée d</w:t>
      </w:r>
      <w:r w:rsidR="00E4444A" w:rsidRPr="0099306C">
        <w:t>’</w:t>
      </w:r>
      <w:r w:rsidRPr="002B3119">
        <w:t>une voix plus faible</w:t>
      </w:r>
      <w:r w:rsidR="00E4444A" w:rsidRPr="0099306C">
        <w:t xml:space="preserve">, </w:t>
      </w:r>
      <w:r w:rsidRPr="002B3119">
        <w:t>recevait la même réponse</w:t>
      </w:r>
      <w:r w:rsidR="00E4444A" w:rsidRPr="0099306C">
        <w:t xml:space="preserve">, </w:t>
      </w:r>
      <w:r w:rsidRPr="002B3119">
        <w:t>plusieurs minutes passaient encore</w:t>
      </w:r>
      <w:r w:rsidR="00E4444A" w:rsidRPr="0099306C">
        <w:t xml:space="preserve">. </w:t>
      </w:r>
      <w:r w:rsidRPr="002B3119">
        <w:t>Une troisième fois la question a</w:t>
      </w:r>
      <w:r w:rsidRPr="002B3119">
        <w:t>l</w:t>
      </w:r>
      <w:r w:rsidRPr="002B3119">
        <w:t>lait se poser</w:t>
      </w:r>
      <w:r w:rsidR="00E4444A" w:rsidRPr="0099306C">
        <w:t> :</w:t>
      </w:r>
    </w:p>
    <w:p w14:paraId="6E097CCB" w14:textId="77777777" w:rsidR="00E4444A" w:rsidRPr="0099306C" w:rsidRDefault="00E4444A" w:rsidP="002B3119">
      <w:r w:rsidRPr="0099306C">
        <w:lastRenderedPageBreak/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tu</w:t>
      </w:r>
      <w:r w:rsidRPr="0099306C">
        <w:t>…</w:t>
      </w:r>
    </w:p>
    <w:p w14:paraId="7D055ACC" w14:textId="77777777" w:rsidR="00E4444A" w:rsidRPr="0099306C" w:rsidRDefault="002B3119" w:rsidP="002B3119">
      <w:r w:rsidRPr="002B3119">
        <w:t>Mais la phrase restait en suspens</w:t>
      </w:r>
      <w:r w:rsidR="00E4444A" w:rsidRPr="0099306C">
        <w:t xml:space="preserve">. </w:t>
      </w:r>
      <w:r w:rsidRPr="002B3119">
        <w:t>Yvette était partie pour le pays des rêves</w:t>
      </w:r>
      <w:r w:rsidR="00E4444A" w:rsidRPr="0099306C">
        <w:t>.</w:t>
      </w:r>
    </w:p>
    <w:p w14:paraId="51794968" w14:textId="77777777" w:rsidR="00B4016A" w:rsidRPr="0099306C" w:rsidRDefault="002B3119" w:rsidP="00E4444A">
      <w:pPr>
        <w:pStyle w:val="Titre2"/>
      </w:pPr>
      <w:bookmarkStart w:id="25" w:name="_vzdox3k96y83" w:colFirst="0" w:colLast="0"/>
      <w:bookmarkStart w:id="26" w:name="_Toc197514969"/>
      <w:bookmarkEnd w:id="25"/>
      <w:r w:rsidRPr="002B3119">
        <w:lastRenderedPageBreak/>
        <w:t>II</w:t>
      </w:r>
      <w:r w:rsidR="00B4016A" w:rsidRPr="0099306C">
        <w:t>I</w:t>
      </w:r>
      <w:bookmarkEnd w:id="26"/>
    </w:p>
    <w:p w14:paraId="3501FA04" w14:textId="28B0A502" w:rsidR="00E4444A" w:rsidRPr="0099306C" w:rsidRDefault="002B3119" w:rsidP="002B3119">
      <w:r w:rsidRPr="002B3119">
        <w:t>Décembre avait ramené ses mauvais jours</w:t>
      </w:r>
      <w:r w:rsidR="00E4444A" w:rsidRPr="0099306C">
        <w:t xml:space="preserve">. </w:t>
      </w:r>
      <w:r w:rsidRPr="002B3119">
        <w:t>La pluie tombait</w:t>
      </w:r>
      <w:r w:rsidR="00E4444A" w:rsidRPr="0099306C">
        <w:t xml:space="preserve">, </w:t>
      </w:r>
      <w:r w:rsidRPr="002B3119">
        <w:t>tombait</w:t>
      </w:r>
      <w:r w:rsidR="00E4444A" w:rsidRPr="0099306C">
        <w:t xml:space="preserve">, </w:t>
      </w:r>
      <w:r w:rsidRPr="002B3119">
        <w:t>cinglant les vitres</w:t>
      </w:r>
      <w:r w:rsidR="00E4444A" w:rsidRPr="0099306C">
        <w:t xml:space="preserve">. </w:t>
      </w:r>
      <w:r w:rsidRPr="002B3119">
        <w:t>Nous prenions en pitié les malheureux rosiers qui grelottaient dans le jardin</w:t>
      </w:r>
      <w:r w:rsidR="00E4444A" w:rsidRPr="0099306C">
        <w:t xml:space="preserve">. </w:t>
      </w:r>
      <w:r w:rsidRPr="002B3119">
        <w:t>Et br</w:t>
      </w:r>
      <w:r w:rsidRPr="002B3119">
        <w:t>a</w:t>
      </w:r>
      <w:r w:rsidRPr="002B3119">
        <w:t>vement</w:t>
      </w:r>
      <w:r w:rsidR="00E4444A" w:rsidRPr="0099306C">
        <w:t xml:space="preserve">, </w:t>
      </w:r>
      <w:r w:rsidRPr="002B3119">
        <w:t>tout entière enfouie sous son capuchon</w:t>
      </w:r>
      <w:r w:rsidR="00E4444A" w:rsidRPr="0099306C">
        <w:t xml:space="preserve">, </w:t>
      </w:r>
      <w:r w:rsidRPr="002B3119">
        <w:t>Yvette a</w:t>
      </w:r>
      <w:r w:rsidRPr="002B3119">
        <w:t>l</w:t>
      </w:r>
      <w:r w:rsidRPr="002B3119">
        <w:t>lait à l</w:t>
      </w:r>
      <w:r w:rsidR="00E4444A" w:rsidRPr="0099306C">
        <w:t>’</w:t>
      </w:r>
      <w:r w:rsidRPr="002B3119">
        <w:t>école</w:t>
      </w:r>
      <w:r w:rsidR="00E4444A" w:rsidRPr="0099306C">
        <w:t xml:space="preserve">, </w:t>
      </w:r>
      <w:r w:rsidRPr="002B3119">
        <w:t>affrontant l</w:t>
      </w:r>
      <w:r w:rsidR="00E4444A" w:rsidRPr="0099306C">
        <w:t>’</w:t>
      </w:r>
      <w:r w:rsidRPr="002B3119">
        <w:t>orage et le froid</w:t>
      </w:r>
      <w:r w:rsidR="00E4444A" w:rsidRPr="0099306C">
        <w:t xml:space="preserve">. </w:t>
      </w:r>
      <w:r w:rsidRPr="002B3119">
        <w:t>Mais l</w:t>
      </w:r>
      <w:r w:rsidR="00E4444A" w:rsidRPr="0099306C">
        <w:t>’</w:t>
      </w:r>
      <w:r w:rsidRPr="002B3119">
        <w:t xml:space="preserve">hiver aussi </w:t>
      </w:r>
      <w:proofErr w:type="spellStart"/>
      <w:r w:rsidR="004877FF">
        <w:t>a</w:t>
      </w:r>
      <w:proofErr w:type="spellEnd"/>
      <w:r w:rsidR="004877FF" w:rsidRPr="002B3119">
        <w:t xml:space="preserve"> </w:t>
      </w:r>
      <w:r w:rsidRPr="002B3119">
        <w:t>son charme</w:t>
      </w:r>
      <w:r w:rsidR="00E4444A" w:rsidRPr="0099306C">
        <w:t xml:space="preserve">. </w:t>
      </w:r>
      <w:r w:rsidRPr="002B3119">
        <w:t xml:space="preserve">Il réveille ce vieil amour du </w:t>
      </w:r>
      <w:r w:rsidR="00E4444A" w:rsidRPr="0099306C">
        <w:t>« </w:t>
      </w:r>
      <w:r w:rsidRPr="002B3119">
        <w:t>home</w:t>
      </w:r>
      <w:r w:rsidR="00E4444A" w:rsidRPr="0099306C">
        <w:t> »</w:t>
      </w:r>
      <w:r w:rsidRPr="002B3119">
        <w:t xml:space="preserve"> qui dort au fond de tous les êtres</w:t>
      </w:r>
      <w:r w:rsidR="00E4444A" w:rsidRPr="0099306C">
        <w:t>.</w:t>
      </w:r>
    </w:p>
    <w:p w14:paraId="27E14020" w14:textId="1DAD5BB3" w:rsidR="00E4444A" w:rsidRPr="0099306C" w:rsidRDefault="002B3119" w:rsidP="002B3119">
      <w:r w:rsidRPr="002B3119">
        <w:t>Souvent</w:t>
      </w:r>
      <w:r w:rsidR="00E4444A" w:rsidRPr="0099306C">
        <w:t xml:space="preserve">, </w:t>
      </w:r>
      <w:r w:rsidRPr="002B3119">
        <w:t>à son retour de l</w:t>
      </w:r>
      <w:r w:rsidR="00E4444A" w:rsidRPr="0099306C">
        <w:t>’</w:t>
      </w:r>
      <w:r w:rsidRPr="002B3119">
        <w:t>école</w:t>
      </w:r>
      <w:r w:rsidR="00E4444A" w:rsidRPr="0099306C">
        <w:t xml:space="preserve">, </w:t>
      </w:r>
      <w:r w:rsidRPr="002B3119">
        <w:t>nous bavardions</w:t>
      </w:r>
      <w:r w:rsidR="00E4444A" w:rsidRPr="0099306C">
        <w:t xml:space="preserve">, </w:t>
      </w:r>
      <w:r w:rsidRPr="002B3119">
        <w:t>Yvette et moi</w:t>
      </w:r>
      <w:r w:rsidR="00E4444A" w:rsidRPr="0099306C">
        <w:t xml:space="preserve">, </w:t>
      </w:r>
      <w:r w:rsidRPr="002B3119">
        <w:t>devant la cheminée de mon bureau</w:t>
      </w:r>
      <w:r w:rsidR="00E4444A" w:rsidRPr="0099306C">
        <w:t xml:space="preserve">. </w:t>
      </w:r>
      <w:r w:rsidRPr="002B3119">
        <w:t>Nous ne nous hâtions pas d</w:t>
      </w:r>
      <w:r w:rsidR="00E4444A" w:rsidRPr="0099306C">
        <w:t>’</w:t>
      </w:r>
      <w:r w:rsidRPr="002B3119">
        <w:t>allumer les lampes</w:t>
      </w:r>
      <w:r w:rsidR="00E4444A" w:rsidRPr="0099306C">
        <w:t xml:space="preserve">. </w:t>
      </w:r>
      <w:r w:rsidRPr="002B3119">
        <w:t>Le jour diminuait au dehors et le crépuscule envahissait la pièce qu</w:t>
      </w:r>
      <w:r w:rsidR="00E4444A" w:rsidRPr="0099306C">
        <w:t>’</w:t>
      </w:r>
      <w:r w:rsidRPr="002B3119">
        <w:t>illuminait seul le feu de bois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l</w:t>
      </w:r>
      <w:r w:rsidR="00E4444A" w:rsidRPr="0099306C">
        <w:t>’</w:t>
      </w:r>
      <w:r w:rsidRPr="002B3119">
        <w:t>éternel décor des contes merveilleux</w:t>
      </w:r>
      <w:r w:rsidR="00E4444A" w:rsidRPr="0099306C">
        <w:t xml:space="preserve"> ! </w:t>
      </w:r>
      <w:r w:rsidRPr="002B3119">
        <w:t>Je ne voulais pas impressionner Yvette avec ces récits qui font peur</w:t>
      </w:r>
      <w:r w:rsidR="00E4444A" w:rsidRPr="0099306C">
        <w:t xml:space="preserve">, </w:t>
      </w:r>
      <w:r w:rsidRPr="002B3119">
        <w:t>ces mensongères histoires de loup-garou</w:t>
      </w:r>
      <w:r w:rsidR="00E4444A" w:rsidRPr="0099306C">
        <w:t xml:space="preserve">. </w:t>
      </w:r>
      <w:r w:rsidRPr="002B3119">
        <w:t>Il fallait que cette heure demeurât pour elle la douce heure crépusc</w:t>
      </w:r>
      <w:r w:rsidRPr="002B3119">
        <w:t>u</w:t>
      </w:r>
      <w:r w:rsidRPr="002B3119">
        <w:t>laire</w:t>
      </w:r>
      <w:r w:rsidR="00E4444A" w:rsidRPr="0099306C">
        <w:t xml:space="preserve">, </w:t>
      </w:r>
      <w:r w:rsidRPr="002B3119">
        <w:t>où les souvenirs se pressent en foule</w:t>
      </w:r>
      <w:r w:rsidR="00E4444A" w:rsidRPr="0099306C">
        <w:t xml:space="preserve">, </w:t>
      </w:r>
      <w:r w:rsidRPr="002B3119">
        <w:t>où l</w:t>
      </w:r>
      <w:r w:rsidR="00E4444A" w:rsidRPr="0099306C">
        <w:t>’</w:t>
      </w:r>
      <w:r w:rsidRPr="002B3119">
        <w:t>on évoque paisiblement le passé</w:t>
      </w:r>
      <w:r w:rsidR="00E4444A" w:rsidRPr="0099306C">
        <w:t xml:space="preserve">. </w:t>
      </w:r>
      <w:r w:rsidRPr="002B3119">
        <w:t>De grosses souches</w:t>
      </w:r>
      <w:r w:rsidR="00E4444A" w:rsidRPr="0099306C">
        <w:t xml:space="preserve">, </w:t>
      </w:r>
      <w:r w:rsidRPr="002B3119">
        <w:t>qui sentaient e</w:t>
      </w:r>
      <w:r w:rsidRPr="002B3119">
        <w:t>n</w:t>
      </w:r>
      <w:r w:rsidRPr="002B3119">
        <w:t>core la forêt mouillée</w:t>
      </w:r>
      <w:r w:rsidR="00E4444A" w:rsidRPr="0099306C">
        <w:t xml:space="preserve">, </w:t>
      </w:r>
      <w:r w:rsidRPr="002B3119">
        <w:t>rôtissaient voluptueusement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écume blanche bavait sous l</w:t>
      </w:r>
      <w:r w:rsidR="00E4444A" w:rsidRPr="0099306C">
        <w:t>’</w:t>
      </w:r>
      <w:r w:rsidRPr="002B3119">
        <w:t>écorce</w:t>
      </w:r>
      <w:r w:rsidR="00E4444A" w:rsidRPr="0099306C">
        <w:t xml:space="preserve">. </w:t>
      </w:r>
      <w:r w:rsidRPr="002B3119">
        <w:t xml:space="preserve">Une bûche détachait soudain une belle </w:t>
      </w:r>
      <w:proofErr w:type="spellStart"/>
      <w:r w:rsidR="004877FF" w:rsidRPr="002B3119">
        <w:t>m</w:t>
      </w:r>
      <w:r w:rsidR="004877FF">
        <w:t>ê</w:t>
      </w:r>
      <w:r w:rsidR="004877FF" w:rsidRPr="002B3119">
        <w:t>che</w:t>
      </w:r>
      <w:proofErr w:type="spellEnd"/>
      <w:r w:rsidR="004877FF" w:rsidRPr="002B3119">
        <w:t xml:space="preserve"> </w:t>
      </w:r>
      <w:r w:rsidRPr="002B3119">
        <w:t>bleue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toute la forêt profonde qui j</w:t>
      </w:r>
      <w:r w:rsidRPr="002B3119">
        <w:t>a</w:t>
      </w:r>
      <w:r w:rsidRPr="002B3119">
        <w:t>sait</w:t>
      </w:r>
      <w:r w:rsidR="00E4444A" w:rsidRPr="0099306C">
        <w:t>.</w:t>
      </w:r>
    </w:p>
    <w:p w14:paraId="0765C8D8" w14:textId="5E0E40E0" w:rsidR="00E4444A" w:rsidRPr="0099306C" w:rsidRDefault="002B3119" w:rsidP="002B3119">
      <w:r w:rsidRPr="002B3119">
        <w:t>Et je savais bien que toutes ces choses resteraient gr</w:t>
      </w:r>
      <w:r w:rsidRPr="002B3119">
        <w:t>a</w:t>
      </w:r>
      <w:r w:rsidRPr="002B3119">
        <w:t>vées dans les souvenirs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Elle écoutait</w:t>
      </w:r>
      <w:r w:rsidR="00E4444A" w:rsidRPr="0099306C">
        <w:t xml:space="preserve">, </w:t>
      </w:r>
      <w:r w:rsidRPr="002B3119">
        <w:t>penchée un peu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attitude des petites filles de Greuze</w:t>
      </w:r>
      <w:r w:rsidR="00E4444A" w:rsidRPr="0099306C">
        <w:t xml:space="preserve">, </w:t>
      </w:r>
      <w:r w:rsidRPr="002B3119">
        <w:t>qui la rega</w:t>
      </w:r>
      <w:r w:rsidRPr="002B3119">
        <w:t>r</w:t>
      </w:r>
      <w:r w:rsidRPr="002B3119">
        <w:t>daient comme une camarade</w:t>
      </w:r>
      <w:r w:rsidR="00E4444A" w:rsidRPr="0099306C">
        <w:t xml:space="preserve">, </w:t>
      </w:r>
      <w:r w:rsidRPr="002B3119">
        <w:t>et dont elle subissait la muette influence</w:t>
      </w:r>
      <w:r w:rsidR="00E4444A" w:rsidRPr="0099306C">
        <w:t xml:space="preserve">. </w:t>
      </w:r>
      <w:r w:rsidRPr="002B3119">
        <w:t>Plus tard</w:t>
      </w:r>
      <w:r w:rsidR="00E4444A" w:rsidRPr="0099306C">
        <w:t xml:space="preserve">, </w:t>
      </w:r>
      <w:r w:rsidRPr="002B3119">
        <w:t>elle me reverrait ainsi</w:t>
      </w:r>
      <w:r w:rsidR="00E4444A" w:rsidRPr="0099306C">
        <w:t xml:space="preserve">, </w:t>
      </w:r>
      <w:r w:rsidRPr="002B3119">
        <w:t>aux lueurs de ce foyer</w:t>
      </w:r>
      <w:r w:rsidR="004877FF">
        <w:t>.</w:t>
      </w:r>
      <w:r w:rsidR="004877FF" w:rsidRPr="0099306C">
        <w:t xml:space="preserve"> </w:t>
      </w:r>
      <w:r w:rsidR="004877FF">
        <w:t>M</w:t>
      </w:r>
      <w:r w:rsidR="004877FF" w:rsidRPr="002B3119">
        <w:t xml:space="preserve">es </w:t>
      </w:r>
      <w:r w:rsidRPr="002B3119">
        <w:t>petits ridicules</w:t>
      </w:r>
      <w:r w:rsidR="00E4444A" w:rsidRPr="0099306C">
        <w:t xml:space="preserve">, </w:t>
      </w:r>
      <w:r w:rsidRPr="002B3119">
        <w:t>mes menus tics</w:t>
      </w:r>
      <w:r w:rsidR="00E4444A" w:rsidRPr="0099306C">
        <w:t xml:space="preserve">, </w:t>
      </w:r>
      <w:r w:rsidRPr="002B3119">
        <w:t>elle ne s</w:t>
      </w:r>
      <w:r w:rsidR="00E4444A" w:rsidRPr="0099306C">
        <w:t>’</w:t>
      </w:r>
      <w:r w:rsidRPr="002B3119">
        <w:t>en ape</w:t>
      </w:r>
      <w:r w:rsidRPr="002B3119">
        <w:t>r</w:t>
      </w:r>
      <w:r w:rsidRPr="002B3119">
        <w:t>cevait pas</w:t>
      </w:r>
      <w:r w:rsidR="00E4444A" w:rsidRPr="0099306C">
        <w:t xml:space="preserve">. </w:t>
      </w:r>
      <w:r w:rsidRPr="002B3119">
        <w:t>Quelle responsabilité m</w:t>
      </w:r>
      <w:r w:rsidR="00E4444A" w:rsidRPr="0099306C">
        <w:t>’</w:t>
      </w:r>
      <w:r w:rsidRPr="002B3119">
        <w:t>imposait sa tendresse</w:t>
      </w:r>
      <w:r w:rsidR="00E4444A" w:rsidRPr="0099306C">
        <w:t xml:space="preserve"> ! </w:t>
      </w:r>
      <w:proofErr w:type="spellStart"/>
      <w:r w:rsidR="004877FF">
        <w:t>s</w:t>
      </w:r>
      <w:r w:rsidR="004877FF" w:rsidRPr="002B3119">
        <w:t>aurait</w:t>
      </w:r>
      <w:r w:rsidRPr="002B3119">
        <w:t>-il</w:t>
      </w:r>
      <w:proofErr w:type="spellEnd"/>
      <w:r w:rsidR="00E4444A" w:rsidRPr="0099306C">
        <w:t xml:space="preserve">, </w:t>
      </w:r>
      <w:r w:rsidRPr="002B3119">
        <w:t>ce faible père dont je connaissais les défaillances</w:t>
      </w:r>
      <w:r w:rsidR="00E4444A" w:rsidRPr="0099306C">
        <w:t xml:space="preserve">, </w:t>
      </w:r>
      <w:r w:rsidRPr="002B3119">
        <w:lastRenderedPageBreak/>
        <w:t>rester pour elle la figure sacrée qu</w:t>
      </w:r>
      <w:r w:rsidR="00E4444A" w:rsidRPr="0099306C">
        <w:t>’</w:t>
      </w:r>
      <w:r w:rsidRPr="002B3119">
        <w:t>un enfant vénère jusqu</w:t>
      </w:r>
      <w:r w:rsidR="00E4444A" w:rsidRPr="0099306C">
        <w:t>’</w:t>
      </w:r>
      <w:r w:rsidRPr="002B3119">
        <w:t>à sa mort</w:t>
      </w:r>
      <w:r w:rsidR="00E4444A" w:rsidRPr="0099306C">
        <w:t> ?</w:t>
      </w:r>
    </w:p>
    <w:p w14:paraId="66D6C94E" w14:textId="77777777" w:rsidR="00E4444A" w:rsidRPr="0099306C" w:rsidRDefault="002B3119" w:rsidP="002B3119">
      <w:r w:rsidRPr="002B3119">
        <w:t>Un beau matin</w:t>
      </w:r>
      <w:r w:rsidR="00E4444A" w:rsidRPr="0099306C">
        <w:t xml:space="preserve">, </w:t>
      </w:r>
      <w:r w:rsidRPr="002B3119">
        <w:t>le vent s</w:t>
      </w:r>
      <w:r w:rsidR="00E4444A" w:rsidRPr="0099306C">
        <w:t>’</w:t>
      </w:r>
      <w:r w:rsidRPr="002B3119">
        <w:t>éleva</w:t>
      </w:r>
      <w:r w:rsidR="00910928" w:rsidRPr="0099306C">
        <w:t>.</w:t>
      </w:r>
      <w:r w:rsidR="00E4444A" w:rsidRPr="0099306C">
        <w:t xml:space="preserve"> </w:t>
      </w:r>
      <w:r w:rsidRPr="002B3119">
        <w:t>D</w:t>
      </w:r>
      <w:r w:rsidR="00E4444A" w:rsidRPr="0099306C">
        <w:t>’</w:t>
      </w:r>
      <w:r w:rsidRPr="002B3119">
        <w:t>un coup</w:t>
      </w:r>
      <w:r w:rsidR="00E4444A" w:rsidRPr="0099306C">
        <w:t xml:space="preserve">, </w:t>
      </w:r>
      <w:r w:rsidRPr="002B3119">
        <w:t>il nettoya l</w:t>
      </w:r>
      <w:r w:rsidR="00E4444A" w:rsidRPr="0099306C">
        <w:t>’</w:t>
      </w:r>
      <w:r w:rsidRPr="002B3119">
        <w:t>horizon brumeux</w:t>
      </w:r>
      <w:r w:rsidR="00E4444A" w:rsidRPr="0099306C">
        <w:t xml:space="preserve">, </w:t>
      </w:r>
      <w:r w:rsidRPr="002B3119">
        <w:t>balaya les feuilles mortes des avenues</w:t>
      </w:r>
      <w:r w:rsidR="00E4444A" w:rsidRPr="0099306C">
        <w:t xml:space="preserve">, </w:t>
      </w:r>
      <w:r w:rsidRPr="002B3119">
        <w:t>que les brises d</w:t>
      </w:r>
      <w:r w:rsidR="00E4444A" w:rsidRPr="0099306C">
        <w:t>’</w:t>
      </w:r>
      <w:r w:rsidRPr="002B3119">
        <w:t>automne transportaient seulement de place en place</w:t>
      </w:r>
      <w:r w:rsidR="00E4444A" w:rsidRPr="0099306C">
        <w:t xml:space="preserve">. </w:t>
      </w:r>
      <w:r w:rsidRPr="002B3119">
        <w:t>Le temps se fit clair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air vif et léger</w:t>
      </w:r>
      <w:r w:rsidR="00E4444A" w:rsidRPr="0099306C">
        <w:t xml:space="preserve">. </w:t>
      </w:r>
      <w:r w:rsidRPr="002B3119">
        <w:t>Le ciel de d</w:t>
      </w:r>
      <w:r w:rsidRPr="002B3119">
        <w:t>é</w:t>
      </w:r>
      <w:r w:rsidRPr="002B3119">
        <w:t>cembre avait fait sa toilette de Noël</w:t>
      </w:r>
      <w:r w:rsidR="00E4444A" w:rsidRPr="0099306C">
        <w:t>.</w:t>
      </w:r>
    </w:p>
    <w:p w14:paraId="58F59013" w14:textId="77777777" w:rsidR="00E4444A" w:rsidRPr="0099306C" w:rsidRDefault="002B3119" w:rsidP="002B3119">
      <w:r w:rsidRPr="002B3119">
        <w:t>Noël</w:t>
      </w:r>
      <w:r w:rsidR="00E4444A" w:rsidRPr="0099306C">
        <w:t xml:space="preserve"> !… </w:t>
      </w:r>
      <w:r w:rsidRPr="002B3119">
        <w:t>La plus jolie fête qui soit</w:t>
      </w:r>
      <w:r w:rsidR="00E4444A" w:rsidRPr="0099306C">
        <w:t xml:space="preserve"> ! </w:t>
      </w:r>
      <w:r w:rsidRPr="002B3119">
        <w:t>Je l</w:t>
      </w:r>
      <w:r w:rsidR="00E4444A" w:rsidRPr="0099306C">
        <w:t>’</w:t>
      </w:r>
      <w:r w:rsidRPr="002B3119">
        <w:t>avais aimée de tout temps</w:t>
      </w:r>
      <w:r w:rsidR="00E4444A" w:rsidRPr="0099306C">
        <w:t xml:space="preserve">, </w:t>
      </w:r>
      <w:r w:rsidRPr="002B3119">
        <w:t>mais Yvette me la faisait aimer plus encore</w:t>
      </w:r>
      <w:r w:rsidR="00E4444A" w:rsidRPr="0099306C">
        <w:t xml:space="preserve">. </w:t>
      </w:r>
      <w:r w:rsidRPr="002B3119">
        <w:t>La crèche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étoile</w:t>
      </w:r>
      <w:r w:rsidR="00E4444A" w:rsidRPr="0099306C">
        <w:t xml:space="preserve">, </w:t>
      </w:r>
      <w:r w:rsidRPr="002B3119">
        <w:t>les rois mages</w:t>
      </w:r>
      <w:r w:rsidR="00E4444A" w:rsidRPr="0099306C">
        <w:t xml:space="preserve"> ! </w:t>
      </w:r>
      <w:r w:rsidRPr="002B3119">
        <w:t>Nulle imagerie n</w:t>
      </w:r>
      <w:r w:rsidR="00E4444A" w:rsidRPr="0099306C">
        <w:t>’</w:t>
      </w:r>
      <w:r w:rsidRPr="002B3119">
        <w:t>illustrera plus belle légende</w:t>
      </w:r>
      <w:r w:rsidR="00E4444A" w:rsidRPr="0099306C">
        <w:t xml:space="preserve">. </w:t>
      </w:r>
      <w:r w:rsidRPr="002B3119">
        <w:t>Le Christ en croix</w:t>
      </w:r>
      <w:r w:rsidR="00E4444A" w:rsidRPr="0099306C">
        <w:t xml:space="preserve">, </w:t>
      </w:r>
      <w:r w:rsidRPr="002B3119">
        <w:t>le Dieu ressuscité peuvent rencontrer des sceptiques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Enfant Jésus n</w:t>
      </w:r>
      <w:r w:rsidR="00E4444A" w:rsidRPr="0099306C">
        <w:t>’</w:t>
      </w:r>
      <w:r w:rsidRPr="002B3119">
        <w:t>a pas d</w:t>
      </w:r>
      <w:r w:rsidR="00E4444A" w:rsidRPr="0099306C">
        <w:t>’</w:t>
      </w:r>
      <w:r w:rsidRPr="002B3119">
        <w:t>incroyants</w:t>
      </w:r>
      <w:r w:rsidR="00E4444A" w:rsidRPr="0099306C">
        <w:t>.</w:t>
      </w:r>
    </w:p>
    <w:p w14:paraId="5FA50177" w14:textId="2844DD65" w:rsidR="00E4444A" w:rsidRPr="0099306C" w:rsidRDefault="002B3119" w:rsidP="002B3119">
      <w:r w:rsidRPr="002B3119">
        <w:t>Comment un simple mot peut-il s</w:t>
      </w:r>
      <w:r w:rsidR="00E4444A" w:rsidRPr="0099306C">
        <w:t>’</w:t>
      </w:r>
      <w:r w:rsidRPr="002B3119">
        <w:t>envelopper de tant de rêve</w:t>
      </w:r>
      <w:r w:rsidR="00E4444A" w:rsidRPr="0099306C">
        <w:t xml:space="preserve"> ? </w:t>
      </w:r>
      <w:r w:rsidRPr="002B3119">
        <w:t>Rien qu</w:t>
      </w:r>
      <w:r w:rsidR="00E4444A" w:rsidRPr="0099306C">
        <w:t>’</w:t>
      </w:r>
      <w:r w:rsidRPr="002B3119">
        <w:t>en l</w:t>
      </w:r>
      <w:r w:rsidR="00E4444A" w:rsidRPr="0099306C">
        <w:t>’</w:t>
      </w:r>
      <w:r w:rsidRPr="002B3119">
        <w:t>articulant</w:t>
      </w:r>
      <w:r w:rsidR="00E4444A" w:rsidRPr="0099306C">
        <w:t xml:space="preserve">, </w:t>
      </w:r>
      <w:r w:rsidRPr="002B3119">
        <w:t>nous devenons meilleurs</w:t>
      </w:r>
      <w:r w:rsidR="00E4444A" w:rsidRPr="0099306C">
        <w:t xml:space="preserve">. </w:t>
      </w:r>
      <w:r w:rsidRPr="002B3119">
        <w:t>Oh</w:t>
      </w:r>
      <w:r w:rsidR="00E4444A" w:rsidRPr="0099306C">
        <w:t xml:space="preserve"> ! </w:t>
      </w:r>
      <w:r w:rsidRPr="002B3119">
        <w:t>l</w:t>
      </w:r>
      <w:r w:rsidR="00E4444A" w:rsidRPr="0099306C">
        <w:t>’</w:t>
      </w:r>
      <w:r w:rsidRPr="002B3119">
        <w:t>arbre merveilleux où poussent des oranges</w:t>
      </w:r>
      <w:r w:rsidR="00E4444A" w:rsidRPr="0099306C">
        <w:t xml:space="preserve">, </w:t>
      </w:r>
      <w:r w:rsidRPr="002B3119">
        <w:t>des trompettes et des étoiles</w:t>
      </w:r>
      <w:r w:rsidR="00E4444A" w:rsidRPr="0099306C">
        <w:t xml:space="preserve">, </w:t>
      </w:r>
      <w:r w:rsidRPr="002B3119">
        <w:t>dont les fleurs sont des bougies</w:t>
      </w:r>
      <w:r w:rsidR="00E4444A" w:rsidRPr="0099306C">
        <w:t xml:space="preserve">, </w:t>
      </w:r>
      <w:r w:rsidRPr="002B3119">
        <w:t>dont les branches ont des guirlandes</w:t>
      </w:r>
      <w:r w:rsidR="00E4444A" w:rsidRPr="0099306C">
        <w:t xml:space="preserve">. </w:t>
      </w:r>
      <w:r w:rsidRPr="002B3119">
        <w:t>Tout ce que notre enfance eu</w:t>
      </w:r>
      <w:r w:rsidR="00910928" w:rsidRPr="0099306C">
        <w:t>t</w:t>
      </w:r>
      <w:r w:rsidRPr="002B3119">
        <w:t xml:space="preserve"> de naïf et de pur remonte miraculeusement à la surface</w:t>
      </w:r>
      <w:r w:rsidR="00E4444A" w:rsidRPr="0099306C">
        <w:t>.</w:t>
      </w:r>
    </w:p>
    <w:p w14:paraId="583626E5" w14:textId="77777777" w:rsidR="002B3119" w:rsidRPr="002B3119" w:rsidRDefault="002B3119" w:rsidP="002B3119">
      <w:r w:rsidRPr="002B3119">
        <w:t>Noël</w:t>
      </w:r>
      <w:r w:rsidR="00E4444A" w:rsidRPr="0099306C">
        <w:t xml:space="preserve"> !… </w:t>
      </w:r>
      <w:r w:rsidRPr="002B3119">
        <w:t>Noël</w:t>
      </w:r>
      <w:r w:rsidR="00E4444A" w:rsidRPr="0099306C">
        <w:t xml:space="preserve"> !… </w:t>
      </w:r>
      <w:r w:rsidRPr="002B3119">
        <w:t>Moi aussi</w:t>
      </w:r>
      <w:r w:rsidR="00E4444A" w:rsidRPr="0099306C">
        <w:t xml:space="preserve">, </w:t>
      </w:r>
      <w:r w:rsidRPr="002B3119">
        <w:t>je les avais connues jadis les joies sans égales de Noël</w:t>
      </w:r>
      <w:r w:rsidR="00E4444A" w:rsidRPr="0099306C">
        <w:t xml:space="preserve">. </w:t>
      </w:r>
      <w:r w:rsidRPr="002B3119">
        <w:t>Puis la vie était venue</w:t>
      </w:r>
      <w:r w:rsidR="00E4444A" w:rsidRPr="0099306C">
        <w:t xml:space="preserve">, </w:t>
      </w:r>
      <w:r w:rsidRPr="002B3119">
        <w:t>la vie âpre et morne qui nous dessèche toujours un peu</w:t>
      </w:r>
      <w:r w:rsidR="00E4444A" w:rsidRPr="0099306C">
        <w:t xml:space="preserve">. </w:t>
      </w:r>
      <w:r w:rsidRPr="002B3119">
        <w:t>Je r</w:t>
      </w:r>
      <w:r w:rsidRPr="002B3119">
        <w:t>e</w:t>
      </w:r>
      <w:r w:rsidRPr="002B3119">
        <w:t>voyais Noël dans une clarté lointaine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autre bout d</w:t>
      </w:r>
      <w:r w:rsidR="00E4444A" w:rsidRPr="0099306C">
        <w:t>’</w:t>
      </w:r>
      <w:r w:rsidRPr="002B3119">
        <w:t>un long tunnel que j</w:t>
      </w:r>
      <w:r w:rsidR="00E4444A" w:rsidRPr="0099306C">
        <w:t>’</w:t>
      </w:r>
      <w:r w:rsidRPr="002B3119">
        <w:t>aurais mis des ans à traverser</w:t>
      </w:r>
      <w:r w:rsidR="00910928" w:rsidRPr="0099306C">
        <w:t>.</w:t>
      </w:r>
    </w:p>
    <w:p w14:paraId="307EF1EA" w14:textId="77777777" w:rsidR="00E4444A" w:rsidRPr="0099306C" w:rsidRDefault="002B3119" w:rsidP="002B3119">
      <w:r w:rsidRPr="002B3119">
        <w:t>Yvette me rendait Noël</w:t>
      </w:r>
      <w:r w:rsidR="00E4444A" w:rsidRPr="0099306C">
        <w:t>.</w:t>
      </w:r>
    </w:p>
    <w:p w14:paraId="111365DE" w14:textId="77777777" w:rsidR="002B3119" w:rsidRPr="002B3119" w:rsidRDefault="002B3119" w:rsidP="002B3119"/>
    <w:p w14:paraId="3037B08B" w14:textId="77777777" w:rsidR="00E4444A" w:rsidRPr="0099306C" w:rsidRDefault="002B3119" w:rsidP="002B3119">
      <w:r w:rsidRPr="002B3119">
        <w:t>La veille du grand jour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annonçai que j</w:t>
      </w:r>
      <w:r w:rsidR="00E4444A" w:rsidRPr="0099306C">
        <w:t>’</w:t>
      </w:r>
      <w:r w:rsidRPr="002B3119">
        <w:t>allais faire une course à Paris</w:t>
      </w:r>
      <w:r w:rsidR="00E4444A" w:rsidRPr="0099306C">
        <w:t xml:space="preserve">. </w:t>
      </w:r>
      <w:r w:rsidRPr="002B3119">
        <w:t>La curieuse Yvette flaira vaguement quelque chose</w:t>
      </w:r>
      <w:r w:rsidR="00E4444A" w:rsidRPr="0099306C">
        <w:t xml:space="preserve">, </w:t>
      </w:r>
      <w:r w:rsidRPr="002B3119">
        <w:t>mais eut le bon sens de ne pas m</w:t>
      </w:r>
      <w:r w:rsidR="00E4444A" w:rsidRPr="0099306C">
        <w:t>’</w:t>
      </w:r>
      <w:r w:rsidRPr="002B3119">
        <w:t>interroger</w:t>
      </w:r>
      <w:r w:rsidR="00E4444A" w:rsidRPr="0099306C">
        <w:t>.</w:t>
      </w:r>
    </w:p>
    <w:p w14:paraId="637C957E" w14:textId="77777777" w:rsidR="00E4444A" w:rsidRPr="0099306C" w:rsidRDefault="002B3119" w:rsidP="002B3119">
      <w:r w:rsidRPr="002B3119">
        <w:lastRenderedPageBreak/>
        <w:t>Les magasins étaient bondés</w:t>
      </w:r>
      <w:r w:rsidR="00E4444A" w:rsidRPr="0099306C">
        <w:t xml:space="preserve">. </w:t>
      </w:r>
      <w:r w:rsidRPr="002B3119">
        <w:t>Tout un peuple de po</w:t>
      </w:r>
      <w:r w:rsidRPr="002B3119">
        <w:t>u</w:t>
      </w:r>
      <w:r w:rsidRPr="002B3119">
        <w:t>pées encombrait les rayons</w:t>
      </w:r>
      <w:r w:rsidR="00E4444A" w:rsidRPr="0099306C">
        <w:t xml:space="preserve">, </w:t>
      </w:r>
      <w:r w:rsidRPr="002B3119">
        <w:t>et les figures de porcelaine so</w:t>
      </w:r>
      <w:r w:rsidRPr="002B3119">
        <w:t>u</w:t>
      </w:r>
      <w:r w:rsidRPr="002B3119">
        <w:t>riaient</w:t>
      </w:r>
      <w:r w:rsidR="00E4444A" w:rsidRPr="0099306C">
        <w:t xml:space="preserve">, </w:t>
      </w:r>
      <w:r w:rsidRPr="002B3119">
        <w:t>attendant l</w:t>
      </w:r>
      <w:r w:rsidR="00E4444A" w:rsidRPr="0099306C">
        <w:t>’</w:t>
      </w:r>
      <w:r w:rsidRPr="002B3119">
        <w:t>acheteur</w:t>
      </w:r>
      <w:r w:rsidR="00E4444A" w:rsidRPr="0099306C">
        <w:t xml:space="preserve">, </w:t>
      </w:r>
      <w:r w:rsidRPr="002B3119">
        <w:t>comme chez un marchand d</w:t>
      </w:r>
      <w:r w:rsidR="00E4444A" w:rsidRPr="0099306C">
        <w:t>’</w:t>
      </w:r>
      <w:r w:rsidRPr="002B3119">
        <w:t>esclaves</w:t>
      </w:r>
      <w:r w:rsidR="00E4444A" w:rsidRPr="0099306C">
        <w:t xml:space="preserve">. </w:t>
      </w:r>
      <w:r w:rsidRPr="002B3119">
        <w:t>Des fusils</w:t>
      </w:r>
      <w:r w:rsidR="00E4444A" w:rsidRPr="0099306C">
        <w:t xml:space="preserve">, </w:t>
      </w:r>
      <w:r w:rsidRPr="002B3119">
        <w:t>des tambours</w:t>
      </w:r>
      <w:r w:rsidR="00E4444A" w:rsidRPr="0099306C">
        <w:t xml:space="preserve">, </w:t>
      </w:r>
      <w:r w:rsidRPr="002B3119">
        <w:t>des panoplies</w:t>
      </w:r>
      <w:r w:rsidR="00E4444A" w:rsidRPr="0099306C">
        <w:t xml:space="preserve">, </w:t>
      </w:r>
      <w:r w:rsidRPr="002B3119">
        <w:t>de quoi équiper des régiments</w:t>
      </w:r>
      <w:r w:rsidR="00E4444A" w:rsidRPr="0099306C">
        <w:t xml:space="preserve"> ! </w:t>
      </w:r>
      <w:r w:rsidRPr="002B3119">
        <w:t>Des phonographes chantaient dans les halls</w:t>
      </w:r>
      <w:r w:rsidR="00E4444A" w:rsidRPr="0099306C">
        <w:t xml:space="preserve"> ; </w:t>
      </w:r>
      <w:r w:rsidRPr="002B3119">
        <w:t>le vent</w:t>
      </w:r>
      <w:r w:rsidR="00E4444A" w:rsidRPr="0099306C">
        <w:t xml:space="preserve">, </w:t>
      </w:r>
      <w:r w:rsidRPr="002B3119">
        <w:t>quand on ouvrait les portes</w:t>
      </w:r>
      <w:r w:rsidR="00E4444A" w:rsidRPr="0099306C">
        <w:t xml:space="preserve">, </w:t>
      </w:r>
      <w:r w:rsidRPr="002B3119">
        <w:t>faisait palpiter des ballons et des oriflammes</w:t>
      </w:r>
      <w:r w:rsidR="00E4444A" w:rsidRPr="0099306C">
        <w:t xml:space="preserve">. </w:t>
      </w:r>
      <w:r w:rsidRPr="002B3119">
        <w:t>Des papas</w:t>
      </w:r>
      <w:r w:rsidR="00E4444A" w:rsidRPr="0099306C">
        <w:t xml:space="preserve">, </w:t>
      </w:r>
      <w:r w:rsidRPr="002B3119">
        <w:t>des mamans</w:t>
      </w:r>
      <w:r w:rsidR="00E4444A" w:rsidRPr="0099306C">
        <w:t xml:space="preserve">, </w:t>
      </w:r>
      <w:r w:rsidRPr="002B3119">
        <w:t>par centaines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arrêtaient devant les étalages</w:t>
      </w:r>
      <w:r w:rsidR="00E4444A" w:rsidRPr="0099306C">
        <w:t xml:space="preserve">, </w:t>
      </w:r>
      <w:r w:rsidRPr="002B3119">
        <w:t>se consultaient du regard</w:t>
      </w:r>
      <w:r w:rsidR="00E4444A" w:rsidRPr="0099306C">
        <w:t xml:space="preserve">, </w:t>
      </w:r>
      <w:r w:rsidRPr="002B3119">
        <w:t>heureux à l</w:t>
      </w:r>
      <w:r w:rsidR="00E4444A" w:rsidRPr="0099306C">
        <w:t>’</w:t>
      </w:r>
      <w:r w:rsidRPr="002B3119">
        <w:t>avance du bonheur qu</w:t>
      </w:r>
      <w:r w:rsidR="00E4444A" w:rsidRPr="0099306C">
        <w:t>’</w:t>
      </w:r>
      <w:r w:rsidRPr="002B3119">
        <w:t>ils allaient décha</w:t>
      </w:r>
      <w:r w:rsidRPr="002B3119">
        <w:t>î</w:t>
      </w:r>
      <w:r w:rsidRPr="002B3119">
        <w:t>ner</w:t>
      </w:r>
      <w:r w:rsidR="00E4444A" w:rsidRPr="0099306C">
        <w:t xml:space="preserve">. </w:t>
      </w:r>
      <w:r w:rsidRPr="002B3119">
        <w:t>Mais je n</w:t>
      </w:r>
      <w:r w:rsidR="00E4444A" w:rsidRPr="0099306C">
        <w:t>’</w:t>
      </w:r>
      <w:r w:rsidRPr="002B3119">
        <w:t>étais pas jaloux de leur joie</w:t>
      </w:r>
      <w:r w:rsidR="00E4444A" w:rsidRPr="0099306C">
        <w:t xml:space="preserve">. </w:t>
      </w:r>
      <w:r w:rsidRPr="002B3119">
        <w:t>Moi aussi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quelqu</w:t>
      </w:r>
      <w:r w:rsidR="00E4444A" w:rsidRPr="0099306C">
        <w:t>’</w:t>
      </w:r>
      <w:r w:rsidRPr="002B3119">
        <w:t>un pour qui acheter des joujoux</w:t>
      </w:r>
      <w:r w:rsidR="00E4444A" w:rsidRPr="0099306C">
        <w:t>.</w:t>
      </w:r>
    </w:p>
    <w:p w14:paraId="3D7FEA2D" w14:textId="77777777" w:rsidR="00E4444A" w:rsidRPr="0099306C" w:rsidRDefault="002B3119" w:rsidP="002B3119">
      <w:r w:rsidRPr="002B3119">
        <w:t>Une vendeuse s</w:t>
      </w:r>
      <w:r w:rsidR="00E4444A" w:rsidRPr="0099306C">
        <w:t>’</w:t>
      </w:r>
      <w:r w:rsidRPr="002B3119">
        <w:t>approcha</w:t>
      </w:r>
      <w:r w:rsidR="00E4444A" w:rsidRPr="0099306C">
        <w:t> :</w:t>
      </w:r>
    </w:p>
    <w:p w14:paraId="6F478D4C" w14:textId="77777777" w:rsidR="00E4444A" w:rsidRPr="0099306C" w:rsidRDefault="00E4444A" w:rsidP="002B3119">
      <w:r w:rsidRPr="0099306C">
        <w:t>— </w:t>
      </w:r>
      <w:r w:rsidR="002B3119" w:rsidRPr="002B3119">
        <w:t>Vous voulez voir des poupées</w:t>
      </w:r>
      <w:r w:rsidRPr="0099306C">
        <w:t xml:space="preserve">, </w:t>
      </w:r>
      <w:r w:rsidR="002B3119" w:rsidRPr="002B3119">
        <w:t>monsieur</w:t>
      </w:r>
      <w:r w:rsidRPr="0099306C">
        <w:t> ?…</w:t>
      </w:r>
    </w:p>
    <w:p w14:paraId="27048B5B" w14:textId="77777777" w:rsidR="00E4444A" w:rsidRPr="0099306C" w:rsidRDefault="00E4444A" w:rsidP="002B3119">
      <w:r w:rsidRPr="0099306C">
        <w:t>— </w:t>
      </w:r>
      <w:r w:rsidR="002B3119" w:rsidRPr="002B3119">
        <w:t>Oui</w:t>
      </w:r>
      <w:r w:rsidRPr="0099306C">
        <w:t xml:space="preserve">, </w:t>
      </w:r>
      <w:r w:rsidR="002B3119" w:rsidRPr="002B3119">
        <w:t>mademoiselle</w:t>
      </w:r>
      <w:r w:rsidRPr="0099306C">
        <w:t xml:space="preserve">, </w:t>
      </w:r>
      <w:r w:rsidR="002B3119" w:rsidRPr="002B3119">
        <w:t>pour une petite fille de cinq ans</w:t>
      </w:r>
      <w:r w:rsidRPr="0099306C">
        <w:t>.</w:t>
      </w:r>
    </w:p>
    <w:p w14:paraId="7462E784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étais fier de dire cela</w:t>
      </w:r>
      <w:r w:rsidR="00E4444A" w:rsidRPr="0099306C">
        <w:t xml:space="preserve">, </w:t>
      </w:r>
      <w:r w:rsidRPr="002B3119">
        <w:t>si fier que je rougis un peu</w:t>
      </w:r>
      <w:r w:rsidR="00E4444A" w:rsidRPr="0099306C">
        <w:t xml:space="preserve">. </w:t>
      </w:r>
      <w:r w:rsidRPr="002B3119">
        <w:t>Comme si</w:t>
      </w:r>
      <w:r w:rsidR="00E4444A" w:rsidRPr="0099306C">
        <w:t xml:space="preserve">, </w:t>
      </w:r>
      <w:r w:rsidRPr="002B3119">
        <w:t>connaissant elle-même Yvette</w:t>
      </w:r>
      <w:r w:rsidR="00E4444A" w:rsidRPr="0099306C">
        <w:t xml:space="preserve">, </w:t>
      </w:r>
      <w:r w:rsidRPr="002B3119">
        <w:t>elle eût partagé mon désir de lui rapporter un joli cadeau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aimable ve</w:t>
      </w:r>
      <w:r w:rsidRPr="002B3119">
        <w:t>n</w:t>
      </w:r>
      <w:r w:rsidRPr="002B3119">
        <w:t>deuse me présenta des poupées</w:t>
      </w:r>
      <w:r w:rsidR="00E4444A" w:rsidRPr="0099306C">
        <w:t xml:space="preserve">. </w:t>
      </w:r>
      <w:r w:rsidRPr="002B3119">
        <w:t>Elle en écarta plusieurs qu</w:t>
      </w:r>
      <w:r w:rsidR="00E4444A" w:rsidRPr="0099306C">
        <w:t>’</w:t>
      </w:r>
      <w:r w:rsidRPr="002B3119">
        <w:t>elle ne trouvait décidément pas assez bien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aurais voulu la féliciter de son goût</w:t>
      </w:r>
      <w:r w:rsidR="00E4444A" w:rsidRPr="0099306C">
        <w:t xml:space="preserve">. </w:t>
      </w:r>
      <w:r w:rsidRPr="002B3119">
        <w:t>Je lui savais gré de collaborer au Noël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Décidément</w:t>
      </w:r>
      <w:r w:rsidR="00E4444A" w:rsidRPr="0099306C">
        <w:t xml:space="preserve">, </w:t>
      </w:r>
      <w:r w:rsidRPr="002B3119">
        <w:t>toutes les femmes sourient aux heureux pères qui achètent de beaux jouets pour leurs p</w:t>
      </w:r>
      <w:r w:rsidRPr="002B3119">
        <w:t>e</w:t>
      </w:r>
      <w:r w:rsidRPr="002B3119">
        <w:t>tites filles de cinq ans</w:t>
      </w:r>
      <w:r w:rsidR="00E4444A" w:rsidRPr="0099306C">
        <w:t>.</w:t>
      </w:r>
    </w:p>
    <w:p w14:paraId="11589B68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deux cartons sous les bras</w:t>
      </w:r>
      <w:r w:rsidR="00E4444A" w:rsidRPr="0099306C">
        <w:t xml:space="preserve">, </w:t>
      </w:r>
      <w:r w:rsidRPr="002B3119">
        <w:t>je repris le train où tout le monde avait l</w:t>
      </w:r>
      <w:r w:rsidR="00E4444A" w:rsidRPr="0099306C">
        <w:t>’</w:t>
      </w:r>
      <w:r w:rsidRPr="002B3119">
        <w:t>air content</w:t>
      </w:r>
      <w:r w:rsidR="00E4444A" w:rsidRPr="0099306C">
        <w:t xml:space="preserve">. </w:t>
      </w:r>
      <w:r w:rsidRPr="002B3119">
        <w:t>Les wagons étaient pleins de bonne humeur</w:t>
      </w:r>
      <w:r w:rsidR="00E4444A" w:rsidRPr="0099306C">
        <w:t xml:space="preserve">. </w:t>
      </w:r>
      <w:r w:rsidRPr="002B3119">
        <w:t>Les autres voyageurs rapportaient aussi de mystérieuses boîtes</w:t>
      </w:r>
      <w:r w:rsidR="00E4444A" w:rsidRPr="0099306C">
        <w:t>.</w:t>
      </w:r>
    </w:p>
    <w:p w14:paraId="0F4EA05A" w14:textId="77777777" w:rsidR="002B3119" w:rsidRPr="002B3119" w:rsidRDefault="002B3119" w:rsidP="002B3119"/>
    <w:p w14:paraId="566A5FAE" w14:textId="77777777" w:rsidR="00E4444A" w:rsidRPr="0099306C" w:rsidRDefault="002B3119" w:rsidP="002B3119">
      <w:r w:rsidRPr="002B3119">
        <w:lastRenderedPageBreak/>
        <w:t>Yvette n</w:t>
      </w:r>
      <w:r w:rsidR="00E4444A" w:rsidRPr="0099306C">
        <w:t>’</w:t>
      </w:r>
      <w:r w:rsidRPr="002B3119">
        <w:t>était plus tout à fait sûre qu</w:t>
      </w:r>
      <w:r w:rsidR="00E4444A" w:rsidRPr="0099306C">
        <w:t>’</w:t>
      </w:r>
      <w:r w:rsidRPr="002B3119">
        <w:t>un vieux bo</w:t>
      </w:r>
      <w:r w:rsidRPr="002B3119">
        <w:t>n</w:t>
      </w:r>
      <w:r w:rsidRPr="002B3119">
        <w:t>homme à barbe blanche descendît la nuit de Noël par la cheminée</w:t>
      </w:r>
      <w:r w:rsidR="00E4444A" w:rsidRPr="0099306C">
        <w:t xml:space="preserve">. </w:t>
      </w:r>
      <w:r w:rsidRPr="002B3119">
        <w:t>Elle n</w:t>
      </w:r>
      <w:r w:rsidR="00E4444A" w:rsidRPr="0099306C">
        <w:t>’</w:t>
      </w:r>
      <w:r w:rsidRPr="002B3119">
        <w:t>était pas bien certaine</w:t>
      </w:r>
      <w:r w:rsidR="00E4444A" w:rsidRPr="0099306C">
        <w:t xml:space="preserve">, </w:t>
      </w:r>
      <w:r w:rsidRPr="002B3119">
        <w:t>non plus</w:t>
      </w:r>
      <w:r w:rsidR="00E4444A" w:rsidRPr="0099306C">
        <w:t xml:space="preserve">, </w:t>
      </w:r>
      <w:r w:rsidRPr="002B3119">
        <w:t>que le bonhomme n</w:t>
      </w:r>
      <w:r w:rsidR="00E4444A" w:rsidRPr="0099306C">
        <w:t>’</w:t>
      </w:r>
      <w:r w:rsidRPr="002B3119">
        <w:t>existât pas</w:t>
      </w:r>
      <w:r w:rsidR="00E4444A" w:rsidRPr="0099306C">
        <w:t xml:space="preserve">. </w:t>
      </w:r>
      <w:r w:rsidRPr="002B3119">
        <w:t>Mieux valait</w:t>
      </w:r>
      <w:r w:rsidR="00E4444A" w:rsidRPr="0099306C">
        <w:t xml:space="preserve">, </w:t>
      </w:r>
      <w:r w:rsidRPr="002B3119">
        <w:t>pensait-elle</w:t>
      </w:r>
      <w:r w:rsidR="00E4444A" w:rsidRPr="0099306C">
        <w:t xml:space="preserve">, </w:t>
      </w:r>
      <w:r w:rsidRPr="002B3119">
        <w:t>être prudente et ne pas risquer de lui déplaire par un scepticisme de mauvais ton</w:t>
      </w:r>
      <w:r w:rsidR="00910928" w:rsidRPr="0099306C">
        <w:t>.</w:t>
      </w:r>
      <w:r w:rsidR="00E4444A" w:rsidRPr="0099306C">
        <w:t xml:space="preserve"> </w:t>
      </w:r>
      <w:r w:rsidRPr="002B3119">
        <w:t>Et puis</w:t>
      </w:r>
      <w:r w:rsidR="00E4444A" w:rsidRPr="0099306C">
        <w:t xml:space="preserve">, </w:t>
      </w:r>
      <w:r w:rsidRPr="002B3119">
        <w:t>du moment que les parents raco</w:t>
      </w:r>
      <w:r w:rsidRPr="002B3119">
        <w:t>n</w:t>
      </w:r>
      <w:r w:rsidRPr="002B3119">
        <w:t>tent cette histoire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que la foi des enfants leur est agréable</w:t>
      </w:r>
      <w:r w:rsidR="00E4444A" w:rsidRPr="0099306C">
        <w:t xml:space="preserve">. </w:t>
      </w:r>
      <w:r w:rsidRPr="002B3119">
        <w:t>Yvette n</w:t>
      </w:r>
      <w:r w:rsidR="00E4444A" w:rsidRPr="0099306C">
        <w:t>’</w:t>
      </w:r>
      <w:r w:rsidRPr="002B3119">
        <w:t>était pas une petite fille raisonneuse a</w:t>
      </w:r>
      <w:r w:rsidRPr="002B3119">
        <w:t>i</w:t>
      </w:r>
      <w:r w:rsidRPr="002B3119">
        <w:t>mant à controverser</w:t>
      </w:r>
      <w:r w:rsidR="00E4444A" w:rsidRPr="0099306C">
        <w:t>.</w:t>
      </w:r>
    </w:p>
    <w:p w14:paraId="49E57EE3" w14:textId="77777777" w:rsidR="00E4444A" w:rsidRPr="0099306C" w:rsidRDefault="002B3119" w:rsidP="002B3119">
      <w:r w:rsidRPr="002B3119">
        <w:t>Quand elle monta se coucher</w:t>
      </w:r>
      <w:r w:rsidR="00E4444A" w:rsidRPr="0099306C">
        <w:t xml:space="preserve">, </w:t>
      </w:r>
      <w:r w:rsidRPr="002B3119">
        <w:t>une petite gêne l</w:t>
      </w:r>
      <w:r w:rsidR="00E4444A" w:rsidRPr="0099306C">
        <w:t>’</w:t>
      </w:r>
      <w:r w:rsidRPr="002B3119">
        <w:t>empêcha de mettre</w:t>
      </w:r>
      <w:r w:rsidR="00E4444A" w:rsidRPr="0099306C">
        <w:t xml:space="preserve">, </w:t>
      </w:r>
      <w:r w:rsidRPr="002B3119">
        <w:t>en ma présence</w:t>
      </w:r>
      <w:r w:rsidR="00E4444A" w:rsidRPr="0099306C">
        <w:t xml:space="preserve">, </w:t>
      </w:r>
      <w:r w:rsidRPr="002B3119">
        <w:t>ses chaussures devant la chem</w:t>
      </w:r>
      <w:r w:rsidRPr="002B3119">
        <w:t>i</w:t>
      </w:r>
      <w:r w:rsidRPr="002B3119">
        <w:t>née</w:t>
      </w:r>
      <w:r w:rsidR="00E4444A" w:rsidRPr="0099306C">
        <w:t xml:space="preserve">. </w:t>
      </w:r>
      <w:r w:rsidRPr="002B3119">
        <w:t>Mais je disparus un moment dans ma chambre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lor</w:t>
      </w:r>
      <w:r w:rsidRPr="002B3119">
        <w:t>s</w:t>
      </w:r>
      <w:r w:rsidRPr="002B3119">
        <w:t>que je revins embrasser Yvette</w:t>
      </w:r>
      <w:r w:rsidR="00E4444A" w:rsidRPr="0099306C">
        <w:t xml:space="preserve">, </w:t>
      </w:r>
      <w:r w:rsidRPr="002B3119">
        <w:t>elle était au lit</w:t>
      </w:r>
      <w:r w:rsidR="00E4444A" w:rsidRPr="0099306C">
        <w:t xml:space="preserve">, </w:t>
      </w:r>
      <w:r w:rsidRPr="002B3119">
        <w:t>et deux paires de petites bottines se trouvaient bel et bien en bonne place</w:t>
      </w:r>
      <w:r w:rsidR="00E4444A" w:rsidRPr="0099306C">
        <w:t>.</w:t>
      </w:r>
    </w:p>
    <w:p w14:paraId="04419ACB" w14:textId="77777777" w:rsidR="00E4444A" w:rsidRPr="0099306C" w:rsidRDefault="002B3119" w:rsidP="002B3119">
      <w:r w:rsidRPr="002B3119">
        <w:t>Yvette s</w:t>
      </w:r>
      <w:r w:rsidR="00E4444A" w:rsidRPr="0099306C">
        <w:t>’</w:t>
      </w:r>
      <w:r w:rsidRPr="002B3119">
        <w:t>endormit presque aussitôt</w:t>
      </w:r>
      <w:r w:rsidR="00E4444A" w:rsidRPr="0099306C">
        <w:t xml:space="preserve">, </w:t>
      </w:r>
      <w:r w:rsidRPr="002B3119">
        <w:t>les poings posés sur les draps</w:t>
      </w:r>
      <w:r w:rsidR="00E4444A" w:rsidRPr="0099306C">
        <w:t xml:space="preserve">, </w:t>
      </w:r>
      <w:r w:rsidRPr="002B3119">
        <w:t>la tête au creux de l</w:t>
      </w:r>
      <w:r w:rsidR="00E4444A" w:rsidRPr="0099306C">
        <w:t>’</w:t>
      </w:r>
      <w:r w:rsidRPr="002B3119">
        <w:t>oreiller parmi le flot des boucles</w:t>
      </w:r>
      <w:r w:rsidR="00E4444A" w:rsidRPr="0099306C">
        <w:t xml:space="preserve">. </w:t>
      </w:r>
      <w:r w:rsidRPr="002B3119">
        <w:t>Elle ressemblait à ces petites filles des numéros de Christmas</w:t>
      </w:r>
      <w:r w:rsidR="00E4444A" w:rsidRPr="0099306C">
        <w:t xml:space="preserve">, </w:t>
      </w:r>
      <w:r w:rsidRPr="002B3119">
        <w:t>qui dorment d</w:t>
      </w:r>
      <w:r w:rsidR="00E4444A" w:rsidRPr="0099306C">
        <w:t>’</w:t>
      </w:r>
      <w:r w:rsidRPr="002B3119">
        <w:t>un sommeil calme en rêvant de jouets merveilleux</w:t>
      </w:r>
      <w:r w:rsidR="00E4444A" w:rsidRPr="0099306C">
        <w:t>.</w:t>
      </w:r>
    </w:p>
    <w:p w14:paraId="63DC066E" w14:textId="77777777" w:rsidR="00E4444A" w:rsidRPr="0099306C" w:rsidRDefault="002B3119" w:rsidP="002B3119">
      <w:r w:rsidRPr="002B3119">
        <w:t>Je la passai dans la chambre voisine</w:t>
      </w:r>
      <w:r w:rsidR="00E4444A" w:rsidRPr="0099306C">
        <w:t xml:space="preserve">, </w:t>
      </w:r>
      <w:r w:rsidRPr="002B3119">
        <w:t>ma veillée solitaire de Noël</w:t>
      </w:r>
      <w:r w:rsidR="00910928" w:rsidRPr="0099306C">
        <w:t>.</w:t>
      </w:r>
      <w:r w:rsidR="00E4444A" w:rsidRPr="0099306C">
        <w:t xml:space="preserve"> </w:t>
      </w:r>
      <w:r w:rsidRPr="002B3119">
        <w:t>La lampe de ma table tremblait doucement sous l</w:t>
      </w:r>
      <w:r w:rsidR="00E4444A" w:rsidRPr="0099306C">
        <w:t>’</w:t>
      </w:r>
      <w:r w:rsidRPr="002B3119">
        <w:t>abat-jour</w:t>
      </w:r>
      <w:r w:rsidR="00E4444A" w:rsidRPr="0099306C">
        <w:t xml:space="preserve">. </w:t>
      </w:r>
      <w:r w:rsidRPr="002B3119">
        <w:t>Quelques livres étaient ouverts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 xml:space="preserve">cette </w:t>
      </w:r>
      <w:r w:rsidR="00C4629E" w:rsidRPr="002B3119">
        <w:t>nuit-là</w:t>
      </w:r>
      <w:r w:rsidR="00E4444A" w:rsidRPr="0099306C">
        <w:t xml:space="preserve">, </w:t>
      </w:r>
      <w:r w:rsidRPr="002B3119">
        <w:t>je ne lus pas beaucoup</w:t>
      </w:r>
      <w:r w:rsidR="00E4444A" w:rsidRPr="0099306C">
        <w:t xml:space="preserve">. </w:t>
      </w:r>
      <w:r w:rsidRPr="002B3119">
        <w:t>Les bruits de la maison s</w:t>
      </w:r>
      <w:r w:rsidR="00E4444A" w:rsidRPr="0099306C">
        <w:t>’</w:t>
      </w:r>
      <w:r w:rsidRPr="002B3119">
        <w:t>étaient tus l</w:t>
      </w:r>
      <w:r w:rsidR="00E4444A" w:rsidRPr="0099306C">
        <w:t>’</w:t>
      </w:r>
      <w:r w:rsidRPr="002B3119">
        <w:t>un après l</w:t>
      </w:r>
      <w:r w:rsidR="00E4444A" w:rsidRPr="0099306C">
        <w:t>’</w:t>
      </w:r>
      <w:r w:rsidRPr="002B3119">
        <w:t>autre</w:t>
      </w:r>
      <w:r w:rsidR="00E4444A" w:rsidRPr="0099306C">
        <w:t xml:space="preserve">. </w:t>
      </w:r>
      <w:r w:rsidRPr="002B3119">
        <w:t>Pensivement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écoutais le silence</w:t>
      </w:r>
      <w:r w:rsidR="00E4444A" w:rsidRPr="0099306C">
        <w:t xml:space="preserve">. </w:t>
      </w:r>
      <w:r w:rsidRPr="002B3119">
        <w:t>Je songeais à ma vie</w:t>
      </w:r>
      <w:r w:rsidR="00E4444A" w:rsidRPr="0099306C">
        <w:t xml:space="preserve">, </w:t>
      </w:r>
      <w:r w:rsidRPr="002B3119">
        <w:t>à la vie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à notre avenir</w:t>
      </w:r>
      <w:r w:rsidR="00E4444A" w:rsidRPr="0099306C">
        <w:t xml:space="preserve">. </w:t>
      </w:r>
      <w:r w:rsidRPr="002B3119">
        <w:t>Et par ce beau soir de réveillon où tant de familles étaient en fête</w:t>
      </w:r>
      <w:r w:rsidR="00E4444A" w:rsidRPr="0099306C">
        <w:t xml:space="preserve">, </w:t>
      </w:r>
      <w:r w:rsidRPr="002B3119">
        <w:t>nu</w:t>
      </w:r>
      <w:r w:rsidRPr="002B3119">
        <w:t>l</w:t>
      </w:r>
      <w:r w:rsidRPr="002B3119">
        <w:t>lement envieux de la joie des autres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étais baigné d</w:t>
      </w:r>
      <w:r w:rsidR="00E4444A" w:rsidRPr="0099306C">
        <w:t>’</w:t>
      </w:r>
      <w:r w:rsidRPr="002B3119">
        <w:t>un bo</w:t>
      </w:r>
      <w:r w:rsidRPr="002B3119">
        <w:t>n</w:t>
      </w:r>
      <w:r w:rsidRPr="002B3119">
        <w:t>heur dont j</w:t>
      </w:r>
      <w:r w:rsidR="00E4444A" w:rsidRPr="0099306C">
        <w:t>’</w:t>
      </w:r>
      <w:r w:rsidRPr="002B3119">
        <w:t>étais presque surpris</w:t>
      </w:r>
      <w:r w:rsidR="00E4444A" w:rsidRPr="0099306C">
        <w:t>.</w:t>
      </w:r>
    </w:p>
    <w:p w14:paraId="0AEF9C01" w14:textId="77777777" w:rsidR="00E4444A" w:rsidRPr="0099306C" w:rsidRDefault="002B3119" w:rsidP="002B3119">
      <w:r w:rsidRPr="002B3119">
        <w:t>Autrefois</w:t>
      </w:r>
      <w:r w:rsidR="00E4444A" w:rsidRPr="0099306C">
        <w:t xml:space="preserve">, </w:t>
      </w:r>
      <w:r w:rsidRPr="002B3119">
        <w:t>petit garçon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admiré le sort de certains camarades</w:t>
      </w:r>
      <w:r w:rsidR="00E4444A" w:rsidRPr="0099306C">
        <w:t xml:space="preserve">, </w:t>
      </w:r>
      <w:r w:rsidRPr="002B3119">
        <w:t>fils uniques de mères veuves dont la tendresse leur était tout entière consacrée</w:t>
      </w:r>
      <w:r w:rsidR="00E4444A" w:rsidRPr="0099306C">
        <w:t xml:space="preserve">. </w:t>
      </w:r>
      <w:r w:rsidRPr="002B3119">
        <w:t>Mes relations avec Yvette étaient empreintes de la même douceur</w:t>
      </w:r>
      <w:r w:rsidR="00E4444A" w:rsidRPr="0099306C">
        <w:t xml:space="preserve">, </w:t>
      </w:r>
      <w:r w:rsidRPr="002B3119">
        <w:t>douceur d</w:t>
      </w:r>
      <w:r w:rsidR="00E4444A" w:rsidRPr="0099306C">
        <w:t>’</w:t>
      </w:r>
      <w:r w:rsidRPr="002B3119">
        <w:t xml:space="preserve">une vie </w:t>
      </w:r>
      <w:r w:rsidRPr="002B3119">
        <w:lastRenderedPageBreak/>
        <w:t>lente et sans secousse</w:t>
      </w:r>
      <w:r w:rsidR="00E4444A" w:rsidRPr="0099306C">
        <w:t xml:space="preserve">, </w:t>
      </w:r>
      <w:r w:rsidRPr="002B3119">
        <w:t>un peu ouatée de deuil</w:t>
      </w:r>
      <w:r w:rsidR="00E4444A" w:rsidRPr="0099306C">
        <w:t xml:space="preserve">, </w:t>
      </w:r>
      <w:r w:rsidRPr="002B3119">
        <w:t>mais éclairée par la joie des réveils enfantins</w:t>
      </w:r>
      <w:r w:rsidR="00E4444A" w:rsidRPr="0099306C">
        <w:t xml:space="preserve">, </w:t>
      </w:r>
      <w:r w:rsidRPr="002B3119">
        <w:t>des repas en commun</w:t>
      </w:r>
      <w:r w:rsidR="00E4444A" w:rsidRPr="0099306C">
        <w:t xml:space="preserve">, </w:t>
      </w:r>
      <w:r w:rsidRPr="002B3119">
        <w:t>e</w:t>
      </w:r>
      <w:r w:rsidRPr="002B3119">
        <w:t>n</w:t>
      </w:r>
      <w:r w:rsidRPr="002B3119">
        <w:t>noblie par le bonheur de se dévouer à un petit être</w:t>
      </w:r>
      <w:r w:rsidR="00E4444A" w:rsidRPr="0099306C">
        <w:t xml:space="preserve">, </w:t>
      </w:r>
      <w:r w:rsidRPr="002B3119">
        <w:t>avec beaucoup de place pour le silence et pour la rêverie</w:t>
      </w:r>
      <w:r w:rsidR="00E4444A" w:rsidRPr="0099306C">
        <w:t>.</w:t>
      </w:r>
    </w:p>
    <w:p w14:paraId="25409760" w14:textId="77777777" w:rsidR="002B3119" w:rsidRPr="002B3119" w:rsidRDefault="002B3119" w:rsidP="002B3119">
      <w:r w:rsidRPr="002B3119">
        <w:t>Longtemps je songeai</w:t>
      </w:r>
      <w:r w:rsidR="00E4444A" w:rsidRPr="0099306C">
        <w:t xml:space="preserve">, </w:t>
      </w:r>
      <w:r w:rsidRPr="002B3119">
        <w:t>les yeux clos</w:t>
      </w:r>
      <w:r w:rsidR="00E4444A" w:rsidRPr="0099306C">
        <w:t xml:space="preserve">, </w:t>
      </w:r>
      <w:r w:rsidRPr="002B3119">
        <w:t>adossé dans mon fauteuil</w:t>
      </w:r>
      <w:r w:rsidR="00E4444A" w:rsidRPr="0099306C">
        <w:t xml:space="preserve">. </w:t>
      </w:r>
      <w:r w:rsidRPr="002B3119">
        <w:t xml:space="preserve">Le même </w:t>
      </w:r>
      <w:r w:rsidR="00C4629E" w:rsidRPr="002B3119">
        <w:t>tic-tac</w:t>
      </w:r>
      <w:r w:rsidRPr="002B3119">
        <w:t xml:space="preserve"> de pendule</w:t>
      </w:r>
      <w:r w:rsidR="00E4444A" w:rsidRPr="0099306C">
        <w:t xml:space="preserve">, </w:t>
      </w:r>
      <w:r w:rsidRPr="002B3119">
        <w:t>qui scandait les m</w:t>
      </w:r>
      <w:r w:rsidRPr="002B3119">
        <w:t>i</w:t>
      </w:r>
      <w:r w:rsidRPr="002B3119">
        <w:t>nutes avant mon mariage</w:t>
      </w:r>
      <w:r w:rsidR="00E4444A" w:rsidRPr="0099306C">
        <w:t xml:space="preserve">, </w:t>
      </w:r>
      <w:r w:rsidRPr="002B3119">
        <w:t>martelait encore la nuit</w:t>
      </w:r>
      <w:r w:rsidR="00E4444A" w:rsidRPr="0099306C">
        <w:t xml:space="preserve">. </w:t>
      </w:r>
      <w:r w:rsidRPr="002B3119">
        <w:t>Des i</w:t>
      </w:r>
      <w:r w:rsidRPr="002B3119">
        <w:t>m</w:t>
      </w:r>
      <w:r w:rsidRPr="002B3119">
        <w:t>pressions revenaient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homme que j</w:t>
      </w:r>
      <w:r w:rsidR="00E4444A" w:rsidRPr="0099306C">
        <w:t>’</w:t>
      </w:r>
      <w:r w:rsidRPr="002B3119">
        <w:t>avais été ressuscitait en moi</w:t>
      </w:r>
      <w:r w:rsidR="00E4444A" w:rsidRPr="0099306C">
        <w:t xml:space="preserve">. </w:t>
      </w:r>
      <w:r w:rsidRPr="002B3119">
        <w:t>M</w:t>
      </w:r>
      <w:r w:rsidR="00E4444A" w:rsidRPr="0099306C">
        <w:t>’</w:t>
      </w:r>
      <w:r w:rsidRPr="002B3119">
        <w:t>étant assoupi</w:t>
      </w:r>
      <w:r w:rsidR="00E4444A" w:rsidRPr="0099306C">
        <w:t xml:space="preserve">, </w:t>
      </w:r>
      <w:r w:rsidRPr="002B3119">
        <w:t>je me réveillai tout à coup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eu l</w:t>
      </w:r>
      <w:r w:rsidR="00E4444A" w:rsidRPr="0099306C">
        <w:t>’</w:t>
      </w:r>
      <w:r w:rsidRPr="002B3119">
        <w:t>impression si nette d</w:t>
      </w:r>
      <w:r w:rsidR="00E4444A" w:rsidRPr="0099306C">
        <w:t>’</w:t>
      </w:r>
      <w:r w:rsidRPr="002B3119">
        <w:t>une présence invisible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si bien senti sur mon front une haleine</w:t>
      </w:r>
      <w:r w:rsidR="00E4444A" w:rsidRPr="0099306C">
        <w:t xml:space="preserve">, </w:t>
      </w:r>
      <w:r w:rsidRPr="002B3119">
        <w:t>que je me retournai en murmurant</w:t>
      </w:r>
      <w:r w:rsidR="00E4444A" w:rsidRPr="0099306C">
        <w:t> : « </w:t>
      </w:r>
      <w:r w:rsidRPr="002B3119">
        <w:t>Qui est là</w:t>
      </w:r>
      <w:r w:rsidR="00E4444A" w:rsidRPr="0099306C">
        <w:t> ? »</w:t>
      </w:r>
    </w:p>
    <w:p w14:paraId="39FBFC84" w14:textId="77777777" w:rsidR="00E4444A" w:rsidRPr="0099306C" w:rsidRDefault="002B3119" w:rsidP="002B3119">
      <w:r w:rsidRPr="002B3119">
        <w:t>Qui c</w:t>
      </w:r>
      <w:r w:rsidR="00E4444A" w:rsidRPr="0099306C">
        <w:t>’</w:t>
      </w:r>
      <w:r w:rsidRPr="002B3119">
        <w:t>était</w:t>
      </w:r>
      <w:r w:rsidR="00E4444A" w:rsidRPr="0099306C">
        <w:t xml:space="preserve"> ?… </w:t>
      </w:r>
      <w:r w:rsidRPr="002B3119">
        <w:t>Ah</w:t>
      </w:r>
      <w:r w:rsidR="00E4444A" w:rsidRPr="0099306C">
        <w:t xml:space="preserve"> ! </w:t>
      </w:r>
      <w:r w:rsidRPr="002B3119">
        <w:t>l</w:t>
      </w:r>
      <w:r w:rsidR="00E4444A" w:rsidRPr="0099306C">
        <w:t>’</w:t>
      </w:r>
      <w:r w:rsidRPr="002B3119">
        <w:t>amie oubliée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amie d</w:t>
      </w:r>
      <w:r w:rsidR="00E4444A" w:rsidRPr="0099306C">
        <w:t>’</w:t>
      </w:r>
      <w:r w:rsidRPr="002B3119">
        <w:t>autrefois</w:t>
      </w:r>
      <w:r w:rsidR="00E4444A" w:rsidRPr="0099306C">
        <w:t xml:space="preserve">, </w:t>
      </w:r>
      <w:r w:rsidRPr="002B3119">
        <w:t>la compagne des veufs et des poètes</w:t>
      </w:r>
      <w:r w:rsidR="00E4444A" w:rsidRPr="0099306C">
        <w:t xml:space="preserve">, </w:t>
      </w:r>
      <w:r w:rsidRPr="002B3119">
        <w:t>la fidèle Solitude</w:t>
      </w:r>
      <w:r w:rsidR="00E4444A" w:rsidRPr="0099306C">
        <w:t xml:space="preserve">, </w:t>
      </w:r>
      <w:r w:rsidRPr="002B3119">
        <w:t>qui r</w:t>
      </w:r>
      <w:r w:rsidRPr="002B3119">
        <w:t>ô</w:t>
      </w:r>
      <w:r w:rsidRPr="002B3119">
        <w:t>dait à pas lents sur le tapis</w:t>
      </w:r>
      <w:r w:rsidR="00E4444A" w:rsidRPr="0099306C">
        <w:t>.</w:t>
      </w:r>
    </w:p>
    <w:p w14:paraId="1313281A" w14:textId="77777777" w:rsidR="002B3119" w:rsidRPr="002B3119" w:rsidRDefault="002B3119" w:rsidP="002B3119"/>
    <w:p w14:paraId="60F6203F" w14:textId="77777777" w:rsidR="00E4444A" w:rsidRPr="0099306C" w:rsidRDefault="002B3119" w:rsidP="002B3119">
      <w:r w:rsidRPr="002B3119">
        <w:t>Minuit sonna</w:t>
      </w:r>
      <w:r w:rsidR="00E4444A" w:rsidRPr="0099306C">
        <w:t xml:space="preserve">. </w:t>
      </w:r>
      <w:r w:rsidRPr="002B3119">
        <w:t>La cloche d</w:t>
      </w:r>
      <w:r w:rsidR="00E4444A" w:rsidRPr="0099306C">
        <w:t>’</w:t>
      </w:r>
      <w:r w:rsidRPr="002B3119">
        <w:t>une église voisine s</w:t>
      </w:r>
      <w:r w:rsidR="00E4444A" w:rsidRPr="0099306C">
        <w:t>’</w:t>
      </w:r>
      <w:r w:rsidRPr="002B3119">
        <w:t>ébranla d</w:t>
      </w:r>
      <w:r w:rsidR="00E4444A" w:rsidRPr="0099306C">
        <w:t>’</w:t>
      </w:r>
      <w:r w:rsidRPr="002B3119">
        <w:t>abord</w:t>
      </w:r>
      <w:r w:rsidR="00E4444A" w:rsidRPr="0099306C">
        <w:t xml:space="preserve">, </w:t>
      </w:r>
      <w:r w:rsidRPr="002B3119">
        <w:t>puis d</w:t>
      </w:r>
      <w:r w:rsidR="00E4444A" w:rsidRPr="0099306C">
        <w:t>’</w:t>
      </w:r>
      <w:r w:rsidRPr="002B3119">
        <w:t>autres cloches</w:t>
      </w:r>
      <w:r w:rsidR="00E4444A" w:rsidRPr="0099306C">
        <w:t xml:space="preserve">, </w:t>
      </w:r>
      <w:r w:rsidRPr="002B3119">
        <w:t>plus lointaines</w:t>
      </w:r>
      <w:r w:rsidR="00E4444A" w:rsidRPr="0099306C">
        <w:t xml:space="preserve">, </w:t>
      </w:r>
      <w:r w:rsidRPr="002B3119">
        <w:t>se mirent en branle à leur tour</w:t>
      </w:r>
      <w:r w:rsidR="00E4444A" w:rsidRPr="0099306C">
        <w:t xml:space="preserve">. </w:t>
      </w:r>
      <w:r w:rsidRPr="002B3119">
        <w:t>Minuit</w:t>
      </w:r>
      <w:r w:rsidR="00E4444A" w:rsidRPr="0099306C">
        <w:t xml:space="preserve"> ! </w:t>
      </w:r>
      <w:r w:rsidRPr="002B3119">
        <w:t>Minuit chrétien</w:t>
      </w:r>
      <w:r w:rsidR="00E4444A" w:rsidRPr="0099306C">
        <w:t xml:space="preserve"> ! </w:t>
      </w:r>
      <w:r w:rsidRPr="002B3119">
        <w:t>L</w:t>
      </w:r>
      <w:r w:rsidR="00E4444A" w:rsidRPr="0099306C">
        <w:t>’</w:t>
      </w:r>
      <w:r w:rsidRPr="002B3119">
        <w:t>heure où la grande joie fut révélée au monde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heure où les vitraux s</w:t>
      </w:r>
      <w:r w:rsidR="00E4444A" w:rsidRPr="0099306C">
        <w:t>’</w:t>
      </w:r>
      <w:r w:rsidRPr="002B3119">
        <w:t>allument</w:t>
      </w:r>
      <w:r w:rsidR="00E4444A" w:rsidRPr="0099306C">
        <w:t xml:space="preserve">, </w:t>
      </w:r>
      <w:r w:rsidRPr="002B3119">
        <w:t>où les rues s</w:t>
      </w:r>
      <w:r w:rsidR="00E4444A" w:rsidRPr="0099306C">
        <w:t>’</w:t>
      </w:r>
      <w:r w:rsidRPr="002B3119">
        <w:t>emplissent de tant de monde que les passants en retard n</w:t>
      </w:r>
      <w:r w:rsidR="00E4444A" w:rsidRPr="0099306C">
        <w:t>’</w:t>
      </w:r>
      <w:r w:rsidRPr="002B3119">
        <w:t>ont plus la sensation de l</w:t>
      </w:r>
      <w:r w:rsidR="00E4444A" w:rsidRPr="0099306C">
        <w:t>’</w:t>
      </w:r>
      <w:r w:rsidRPr="002B3119">
        <w:t>hiver et de l</w:t>
      </w:r>
      <w:r w:rsidR="00E4444A" w:rsidRPr="0099306C">
        <w:t>’</w:t>
      </w:r>
      <w:r w:rsidRPr="002B3119">
        <w:t>obscurité</w:t>
      </w:r>
      <w:r w:rsidR="00E4444A" w:rsidRPr="0099306C">
        <w:t xml:space="preserve"> ! </w:t>
      </w:r>
      <w:r w:rsidRPr="002B3119">
        <w:t>Noël chantait dans tous les cœurs</w:t>
      </w:r>
      <w:r w:rsidR="00E4444A" w:rsidRPr="0099306C">
        <w:t xml:space="preserve">. </w:t>
      </w:r>
      <w:r w:rsidRPr="002B3119">
        <w:t>Dans ma chambre calme où je veillais auprès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il m</w:t>
      </w:r>
      <w:r w:rsidR="00E4444A" w:rsidRPr="0099306C">
        <w:t>’</w:t>
      </w:r>
      <w:r w:rsidRPr="002B3119">
        <w:t>arrivait aussi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heureux message</w:t>
      </w:r>
      <w:r w:rsidR="00E4444A" w:rsidRPr="0099306C">
        <w:t>.</w:t>
      </w:r>
    </w:p>
    <w:p w14:paraId="5D3FF092" w14:textId="77777777" w:rsidR="00E4444A" w:rsidRDefault="002B3119" w:rsidP="002B3119">
      <w:r w:rsidRPr="002B3119">
        <w:t>Devant l</w:t>
      </w:r>
      <w:r w:rsidR="00E4444A" w:rsidRPr="0099306C">
        <w:t>’</w:t>
      </w:r>
      <w:r w:rsidRPr="002B3119">
        <w:t>âtre</w:t>
      </w:r>
      <w:r w:rsidR="00E4444A" w:rsidRPr="0099306C">
        <w:t xml:space="preserve">, </w:t>
      </w:r>
      <w:r w:rsidRPr="002B3119">
        <w:t>parmi les petites bottines</w:t>
      </w:r>
      <w:r w:rsidR="00E4444A" w:rsidRPr="0099306C">
        <w:t xml:space="preserve">, </w:t>
      </w:r>
      <w:r w:rsidRPr="002B3119">
        <w:t>je plaçai les longues boîtes</w:t>
      </w:r>
      <w:r w:rsidR="00E4444A" w:rsidRPr="0099306C">
        <w:t xml:space="preserve">. </w:t>
      </w:r>
      <w:r w:rsidRPr="002B3119">
        <w:t>Yvette dormait toujours paisiblement</w:t>
      </w:r>
      <w:r w:rsidR="00E4444A" w:rsidRPr="0099306C">
        <w:t xml:space="preserve">. </w:t>
      </w:r>
      <w:r w:rsidRPr="002B3119">
        <w:t>Je lui mis au front un baiser qui ne la réveilla pas</w:t>
      </w:r>
      <w:r w:rsidR="00E4444A" w:rsidRPr="0099306C">
        <w:t xml:space="preserve">. </w:t>
      </w:r>
      <w:r w:rsidRPr="002B3119">
        <w:t>Des anges flo</w:t>
      </w:r>
      <w:r w:rsidRPr="002B3119">
        <w:t>t</w:t>
      </w:r>
      <w:r w:rsidRPr="002B3119">
        <w:t>taient peut-être autour de son oreiller</w:t>
      </w:r>
      <w:r w:rsidR="00E4444A" w:rsidRPr="0099306C">
        <w:t xml:space="preserve">. </w:t>
      </w:r>
      <w:r w:rsidRPr="002B3119">
        <w:t>Et les tristes presse</w:t>
      </w:r>
      <w:r w:rsidRPr="002B3119">
        <w:t>n</w:t>
      </w:r>
      <w:r w:rsidRPr="002B3119">
        <w:t>timents qui m</w:t>
      </w:r>
      <w:r w:rsidR="00E4444A" w:rsidRPr="0099306C">
        <w:t>’</w:t>
      </w:r>
      <w:r w:rsidRPr="002B3119">
        <w:t>avaient quelquefois étreint</w:t>
      </w:r>
      <w:r w:rsidR="00E4444A" w:rsidRPr="0099306C">
        <w:t xml:space="preserve">, </w:t>
      </w:r>
      <w:r w:rsidRPr="002B3119">
        <w:t xml:space="preserve">cette impression que </w:t>
      </w:r>
      <w:r w:rsidRPr="002B3119">
        <w:lastRenderedPageBreak/>
        <w:t>cette petite fille était un bien trop précieux pour moi</w:t>
      </w:r>
      <w:r w:rsidR="00E4444A" w:rsidRPr="0099306C">
        <w:t xml:space="preserve">, </w:t>
      </w:r>
      <w:r w:rsidRPr="002B3119">
        <w:t>je ne les éprouvai point ce soir-là</w:t>
      </w:r>
      <w:r w:rsidR="00E4444A" w:rsidRPr="0099306C">
        <w:t>.</w:t>
      </w:r>
    </w:p>
    <w:p w14:paraId="78FCE927" w14:textId="77777777" w:rsidR="009E29BF" w:rsidRPr="0099306C" w:rsidRDefault="009E29BF" w:rsidP="002B3119"/>
    <w:p w14:paraId="19896E63" w14:textId="77777777" w:rsidR="00E4444A" w:rsidRPr="0099306C" w:rsidRDefault="002B3119" w:rsidP="002B3119">
      <w:r w:rsidRPr="009E29BF">
        <w:t>Noël</w:t>
      </w:r>
      <w:r w:rsidR="00E4444A" w:rsidRPr="009E29BF">
        <w:t xml:space="preserve"> !… </w:t>
      </w:r>
      <w:r w:rsidRPr="009E29BF">
        <w:t>Noël</w:t>
      </w:r>
      <w:r w:rsidR="00E4444A" w:rsidRPr="009E29BF">
        <w:t xml:space="preserve"> !… </w:t>
      </w:r>
      <w:r w:rsidRPr="009E29BF">
        <w:t>Dès le matin</w:t>
      </w:r>
      <w:r w:rsidR="00E4444A" w:rsidRPr="009E29BF">
        <w:t xml:space="preserve">, </w:t>
      </w:r>
      <w:r w:rsidRPr="009E29BF">
        <w:t>les cloches se remirent à sonner</w:t>
      </w:r>
      <w:r w:rsidR="00E4444A" w:rsidRPr="009E29BF">
        <w:t xml:space="preserve">, </w:t>
      </w:r>
      <w:r w:rsidRPr="009E29BF">
        <w:t>les belles cloches qui n</w:t>
      </w:r>
      <w:r w:rsidR="00E4444A" w:rsidRPr="009E29BF">
        <w:t>’</w:t>
      </w:r>
      <w:r w:rsidRPr="009E29BF">
        <w:t>avaient guère dû se reposer de la nuit</w:t>
      </w:r>
      <w:r w:rsidR="00E4444A" w:rsidRPr="009E29BF">
        <w:t xml:space="preserve">. </w:t>
      </w:r>
      <w:r w:rsidRPr="009E29BF">
        <w:t>Un craquement dans la chambre voisine m</w:t>
      </w:r>
      <w:r w:rsidR="00E4444A" w:rsidRPr="009E29BF">
        <w:t>’</w:t>
      </w:r>
      <w:r w:rsidRPr="009E29BF">
        <w:t>indiqua qu</w:t>
      </w:r>
      <w:r w:rsidR="00E4444A" w:rsidRPr="009E29BF">
        <w:t>’</w:t>
      </w:r>
      <w:r w:rsidRPr="009E29BF">
        <w:t xml:space="preserve">Yvette </w:t>
      </w:r>
      <w:r w:rsidRPr="002B3119">
        <w:t>se réveillait</w:t>
      </w:r>
      <w:r w:rsidR="00E4444A" w:rsidRPr="0099306C">
        <w:t xml:space="preserve">. </w:t>
      </w:r>
      <w:r w:rsidRPr="002B3119">
        <w:t>Sans la voir</w:t>
      </w:r>
      <w:r w:rsidR="00E4444A" w:rsidRPr="0099306C">
        <w:t xml:space="preserve">, </w:t>
      </w:r>
      <w:r w:rsidRPr="002B3119">
        <w:t>je devinais ses gestes</w:t>
      </w:r>
      <w:r w:rsidR="00E4444A" w:rsidRPr="0099306C">
        <w:t xml:space="preserve">. </w:t>
      </w:r>
      <w:r w:rsidRPr="002B3119">
        <w:t>Elle se frottait les yeux sans doute</w:t>
      </w:r>
      <w:r w:rsidR="00E4444A" w:rsidRPr="0099306C">
        <w:t xml:space="preserve">, </w:t>
      </w:r>
      <w:r w:rsidRPr="002B3119">
        <w:t>regardait autour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reprenait conscience des choses</w:t>
      </w:r>
      <w:r w:rsidR="00E4444A" w:rsidRPr="0099306C">
        <w:t xml:space="preserve">. </w:t>
      </w:r>
      <w:r w:rsidRPr="002B3119">
        <w:t>Dans l</w:t>
      </w:r>
      <w:r w:rsidR="00E4444A" w:rsidRPr="0099306C">
        <w:t>’</w:t>
      </w:r>
      <w:r w:rsidRPr="002B3119">
        <w:t>ombre</w:t>
      </w:r>
      <w:r w:rsidR="00E4444A" w:rsidRPr="0099306C">
        <w:t xml:space="preserve">, </w:t>
      </w:r>
      <w:r w:rsidRPr="002B3119">
        <w:t>elle ne distinguait pas tout de suite les boîtes</w:t>
      </w:r>
      <w:r w:rsidR="00E4444A" w:rsidRPr="0099306C">
        <w:t xml:space="preserve">. </w:t>
      </w:r>
      <w:r w:rsidRPr="002B3119">
        <w:t>Elle dut se retou</w:t>
      </w:r>
      <w:r w:rsidRPr="002B3119">
        <w:t>r</w:t>
      </w:r>
      <w:r w:rsidRPr="002B3119">
        <w:t>ner</w:t>
      </w:r>
      <w:r w:rsidR="00E4444A" w:rsidRPr="0099306C">
        <w:t xml:space="preserve">, </w:t>
      </w:r>
      <w:r w:rsidRPr="002B3119">
        <w:t>regarder avec plus d</w:t>
      </w:r>
      <w:r w:rsidR="00E4444A" w:rsidRPr="0099306C">
        <w:t>’</w:t>
      </w:r>
      <w:r w:rsidRPr="002B3119">
        <w:t>attention</w:t>
      </w:r>
      <w:r w:rsidR="00E4444A" w:rsidRPr="0099306C">
        <w:t xml:space="preserve">, </w:t>
      </w:r>
      <w:r w:rsidRPr="002B3119">
        <w:t>puis quand elle fut bien certaine d</w:t>
      </w:r>
      <w:r w:rsidR="00E4444A" w:rsidRPr="0099306C">
        <w:t>’</w:t>
      </w:r>
      <w:r w:rsidRPr="002B3119">
        <w:t>avoir reconnu les formes obscures</w:t>
      </w:r>
      <w:r w:rsidR="00E4444A" w:rsidRPr="0099306C">
        <w:t xml:space="preserve">, </w:t>
      </w:r>
      <w:r w:rsidRPr="002B3119">
        <w:t>elle m</w:t>
      </w:r>
      <w:r w:rsidR="00E4444A" w:rsidRPr="0099306C">
        <w:t>’</w:t>
      </w:r>
      <w:r w:rsidRPr="002B3119">
        <w:t>annonça</w:t>
      </w:r>
      <w:r w:rsidR="00E4444A" w:rsidRPr="0099306C">
        <w:t xml:space="preserve">, </w:t>
      </w:r>
      <w:r w:rsidRPr="002B3119">
        <w:t>joyeuse</w:t>
      </w:r>
      <w:r w:rsidR="00E4444A" w:rsidRPr="0099306C">
        <w:t xml:space="preserve">, </w:t>
      </w:r>
      <w:r w:rsidRPr="002B3119">
        <w:t>que le miracle encore une fois s</w:t>
      </w:r>
      <w:r w:rsidR="00E4444A" w:rsidRPr="0099306C">
        <w:t>’</w:t>
      </w:r>
      <w:r w:rsidRPr="002B3119">
        <w:t>était accompli</w:t>
      </w:r>
      <w:r w:rsidR="00E4444A" w:rsidRPr="0099306C">
        <w:t> :</w:t>
      </w:r>
    </w:p>
    <w:p w14:paraId="485C9120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 !… </w:t>
      </w:r>
      <w:r w:rsidR="002B3119" w:rsidRPr="002B3119">
        <w:t>papa</w:t>
      </w:r>
      <w:r w:rsidRPr="0099306C">
        <w:t xml:space="preserve">… </w:t>
      </w:r>
      <w:r w:rsidR="002B3119" w:rsidRPr="002B3119">
        <w:t>il y a des cartons dans la cheminée</w:t>
      </w:r>
      <w:r w:rsidRPr="0099306C">
        <w:t> !</w:t>
      </w:r>
    </w:p>
    <w:p w14:paraId="22384534" w14:textId="77777777" w:rsidR="00E4444A" w:rsidRPr="0099306C" w:rsidRDefault="002B3119" w:rsidP="002B3119">
      <w:r w:rsidRPr="002B3119">
        <w:t>Et le petit fantôme blanc vint à moi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assit à mon côté</w:t>
      </w:r>
      <w:r w:rsidR="00E4444A" w:rsidRPr="0099306C">
        <w:t xml:space="preserve">, </w:t>
      </w:r>
      <w:r w:rsidRPr="002B3119">
        <w:t>défit les paquets merveilleux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un d</w:t>
      </w:r>
      <w:r w:rsidR="00E4444A" w:rsidRPr="0099306C">
        <w:t>’</w:t>
      </w:r>
      <w:r w:rsidRPr="002B3119">
        <w:t>eux contenait des robes</w:t>
      </w:r>
      <w:r w:rsidR="00E4444A" w:rsidRPr="0099306C">
        <w:t xml:space="preserve">, </w:t>
      </w:r>
      <w:r w:rsidRPr="002B3119">
        <w:t>des bottines</w:t>
      </w:r>
      <w:r w:rsidR="00E4444A" w:rsidRPr="0099306C">
        <w:t xml:space="preserve">, </w:t>
      </w:r>
      <w:r w:rsidRPr="002B3119">
        <w:t>des chapeaux de paille et de feutre</w:t>
      </w:r>
      <w:r w:rsidR="00E4444A" w:rsidRPr="0099306C">
        <w:t xml:space="preserve">, </w:t>
      </w:r>
      <w:r w:rsidRPr="002B3119">
        <w:t>des pantalons</w:t>
      </w:r>
      <w:r w:rsidR="00E4444A" w:rsidRPr="0099306C">
        <w:t xml:space="preserve">, </w:t>
      </w:r>
      <w:r w:rsidRPr="002B3119">
        <w:t>des chemises</w:t>
      </w:r>
      <w:r w:rsidR="00E4444A" w:rsidRPr="0099306C">
        <w:t xml:space="preserve">, </w:t>
      </w:r>
      <w:r w:rsidRPr="002B3119">
        <w:t>toute une garde-robe de poupée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autre</w:t>
      </w:r>
      <w:r w:rsidR="00E4444A" w:rsidRPr="0099306C">
        <w:t xml:space="preserve">, </w:t>
      </w:r>
      <w:r w:rsidRPr="002B3119">
        <w:t>la jeune personne pour qui ces belles choses étaient faites</w:t>
      </w:r>
      <w:r w:rsidR="00E4444A" w:rsidRPr="0099306C">
        <w:t xml:space="preserve">, </w:t>
      </w:r>
      <w:r w:rsidRPr="002B3119">
        <w:t>un bébé jumeau aux joues très roses</w:t>
      </w:r>
      <w:r w:rsidR="00E4444A" w:rsidRPr="0099306C">
        <w:t xml:space="preserve">, </w:t>
      </w:r>
      <w:r w:rsidRPr="002B3119">
        <w:t>qui pa</w:t>
      </w:r>
      <w:r w:rsidRPr="002B3119">
        <w:t>r</w:t>
      </w:r>
      <w:r w:rsidRPr="002B3119">
        <w:t>lait</w:t>
      </w:r>
      <w:r w:rsidR="00E4444A" w:rsidRPr="0099306C">
        <w:t xml:space="preserve">, </w:t>
      </w:r>
      <w:r w:rsidRPr="002B3119">
        <w:t>fermait les yeux</w:t>
      </w:r>
      <w:r w:rsidR="00E4444A" w:rsidRPr="0099306C">
        <w:t xml:space="preserve">, </w:t>
      </w:r>
      <w:r w:rsidRPr="002B3119">
        <w:t>pouvait se laver</w:t>
      </w:r>
      <w:r w:rsidR="00E4444A" w:rsidRPr="0099306C">
        <w:t>.</w:t>
      </w:r>
    </w:p>
    <w:p w14:paraId="63C3A7CB" w14:textId="77777777" w:rsidR="00E4444A" w:rsidRPr="0099306C" w:rsidRDefault="00E4444A" w:rsidP="002B3119">
      <w:r w:rsidRPr="0099306C">
        <w:t>— </w:t>
      </w:r>
      <w:r w:rsidR="002B3119" w:rsidRPr="002B3119">
        <w:t>Vrai</w:t>
      </w:r>
      <w:r w:rsidRPr="0099306C">
        <w:t xml:space="preserve">, </w:t>
      </w:r>
      <w:r w:rsidR="002B3119" w:rsidRPr="002B3119">
        <w:t>papa</w:t>
      </w:r>
      <w:r w:rsidRPr="0099306C">
        <w:t xml:space="preserve">, </w:t>
      </w:r>
      <w:r w:rsidR="002B3119" w:rsidRPr="002B3119">
        <w:t>c</w:t>
      </w:r>
      <w:r w:rsidRPr="0099306C">
        <w:t>’</w:t>
      </w:r>
      <w:r w:rsidR="002B3119" w:rsidRPr="002B3119">
        <w:t>est Noël qui l</w:t>
      </w:r>
      <w:r w:rsidRPr="0099306C">
        <w:t>’</w:t>
      </w:r>
      <w:r w:rsidR="002B3119" w:rsidRPr="002B3119">
        <w:t>a apporté</w:t>
      </w:r>
      <w:r w:rsidRPr="0099306C">
        <w:t> ?</w:t>
      </w:r>
    </w:p>
    <w:p w14:paraId="6408F0A8" w14:textId="77777777" w:rsidR="00E4444A" w:rsidRPr="0099306C" w:rsidRDefault="00E4444A" w:rsidP="002B3119">
      <w:r w:rsidRPr="0099306C">
        <w:t>— </w:t>
      </w:r>
      <w:r w:rsidR="002B3119" w:rsidRPr="002B3119">
        <w:t>Mais qui veux-tu que ce soit</w:t>
      </w:r>
      <w:r w:rsidRPr="0099306C">
        <w:t xml:space="preserve">, </w:t>
      </w:r>
      <w:r w:rsidR="002B3119" w:rsidRPr="002B3119">
        <w:t>ma chérie</w:t>
      </w:r>
      <w:r w:rsidRPr="0099306C">
        <w:t> ?</w:t>
      </w:r>
    </w:p>
    <w:p w14:paraId="46055C09" w14:textId="77777777" w:rsidR="00E4444A" w:rsidRPr="0099306C" w:rsidRDefault="00E4444A" w:rsidP="002B3119">
      <w:r w:rsidRPr="0099306C">
        <w:t>— </w:t>
      </w:r>
      <w:r w:rsidR="002B3119" w:rsidRPr="002B3119">
        <w:t>Ça ne fait rien</w:t>
      </w:r>
      <w:r w:rsidRPr="0099306C">
        <w:t xml:space="preserve">, </w:t>
      </w:r>
      <w:r w:rsidR="002B3119" w:rsidRPr="002B3119">
        <w:t>je t</w:t>
      </w:r>
      <w:r w:rsidRPr="0099306C">
        <w:t>’</w:t>
      </w:r>
      <w:r w:rsidR="002B3119" w:rsidRPr="002B3119">
        <w:t>embrasse tout de même</w:t>
      </w:r>
      <w:r w:rsidRPr="0099306C">
        <w:t xml:space="preserve">, </w:t>
      </w:r>
      <w:r w:rsidR="002B3119" w:rsidRPr="002B3119">
        <w:t>mon petit papa</w:t>
      </w:r>
      <w:r w:rsidRPr="0099306C">
        <w:t>.</w:t>
      </w:r>
    </w:p>
    <w:p w14:paraId="56A89A89" w14:textId="77777777" w:rsidR="00E4444A" w:rsidRPr="0099306C" w:rsidRDefault="002B3119" w:rsidP="002B3119">
      <w:r w:rsidRPr="002B3119">
        <w:t>Comme elle était heureuse</w:t>
      </w:r>
      <w:r w:rsidR="00E4444A" w:rsidRPr="0099306C">
        <w:t xml:space="preserve"> ! </w:t>
      </w:r>
      <w:r w:rsidRPr="002B3119">
        <w:t>L</w:t>
      </w:r>
      <w:r w:rsidR="00E4444A" w:rsidRPr="0099306C">
        <w:t>’</w:t>
      </w:r>
      <w:r w:rsidRPr="002B3119">
        <w:t>arrivée de Marie-Anne renouvela l</w:t>
      </w:r>
      <w:r w:rsidR="00E4444A" w:rsidRPr="0099306C">
        <w:t>’</w:t>
      </w:r>
      <w:r w:rsidRPr="002B3119">
        <w:t>explosion de joie</w:t>
      </w:r>
      <w:r w:rsidR="00E4444A" w:rsidRPr="0099306C">
        <w:t>.</w:t>
      </w:r>
    </w:p>
    <w:p w14:paraId="1D3D6EBC" w14:textId="77777777" w:rsidR="00E4444A" w:rsidRPr="0099306C" w:rsidRDefault="00E4444A" w:rsidP="002B3119">
      <w:r w:rsidRPr="0099306C">
        <w:t>— </w:t>
      </w:r>
      <w:r w:rsidR="002B3119" w:rsidRPr="002B3119">
        <w:t>Regardez</w:t>
      </w:r>
      <w:r w:rsidRPr="0099306C">
        <w:t xml:space="preserve"> !… </w:t>
      </w:r>
      <w:r w:rsidR="002B3119" w:rsidRPr="002B3119">
        <w:t>regardez</w:t>
      </w:r>
      <w:r w:rsidRPr="0099306C">
        <w:t xml:space="preserve"> !… </w:t>
      </w:r>
      <w:r w:rsidR="002B3119" w:rsidRPr="002B3119">
        <w:t>Noël est venu</w:t>
      </w:r>
      <w:r w:rsidRPr="0099306C">
        <w:t> !…</w:t>
      </w:r>
    </w:p>
    <w:p w14:paraId="58CDEA87" w14:textId="77777777" w:rsidR="009E29BF" w:rsidRDefault="00E4444A" w:rsidP="002B3119">
      <w:r w:rsidRPr="0099306C">
        <w:lastRenderedPageBreak/>
        <w:t>— </w:t>
      </w:r>
      <w:r w:rsidR="002B3119" w:rsidRPr="002B3119">
        <w:t>Pas possible</w:t>
      </w:r>
      <w:r w:rsidRPr="0099306C">
        <w:t> !…</w:t>
      </w:r>
    </w:p>
    <w:p w14:paraId="6EAB1AC7" w14:textId="05051398" w:rsidR="00E4444A" w:rsidRPr="0099306C" w:rsidRDefault="009E29BF" w:rsidP="002B3119">
      <w:r>
        <w:t>— </w:t>
      </w:r>
      <w:r w:rsidR="002B3119" w:rsidRPr="002B3119">
        <w:t>Si</w:t>
      </w:r>
      <w:r w:rsidR="00E4444A" w:rsidRPr="0099306C">
        <w:t xml:space="preserve">… </w:t>
      </w:r>
      <w:r w:rsidR="002B3119" w:rsidRPr="002B3119">
        <w:t>si</w:t>
      </w:r>
      <w:r w:rsidR="00E4444A" w:rsidRPr="0099306C">
        <w:t xml:space="preserve">… </w:t>
      </w:r>
      <w:r w:rsidR="002B3119" w:rsidRPr="002B3119">
        <w:t>voyez Marie-Anne</w:t>
      </w:r>
      <w:r w:rsidR="00E4444A" w:rsidRPr="0099306C">
        <w:t xml:space="preserve">, </w:t>
      </w:r>
      <w:r w:rsidR="002B3119" w:rsidRPr="002B3119">
        <w:t>voyez</w:t>
      </w:r>
      <w:r w:rsidR="00E4444A" w:rsidRPr="0099306C">
        <w:t> !…</w:t>
      </w:r>
    </w:p>
    <w:p w14:paraId="352F270D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admirative Marie-Anne s</w:t>
      </w:r>
      <w:r w:rsidR="00E4444A" w:rsidRPr="0099306C">
        <w:t>’</w:t>
      </w:r>
      <w:r w:rsidRPr="002B3119">
        <w:t>émerveilla des beaux jouets</w:t>
      </w:r>
      <w:r w:rsidR="00E4444A" w:rsidRPr="0099306C">
        <w:t>.</w:t>
      </w:r>
    </w:p>
    <w:p w14:paraId="6CF9E0C8" w14:textId="77777777" w:rsidR="00E4444A" w:rsidRPr="0099306C" w:rsidRDefault="00E4444A" w:rsidP="002B3119">
      <w:r w:rsidRPr="0099306C">
        <w:t>— </w:t>
      </w:r>
      <w:r w:rsidR="002B3119" w:rsidRPr="002B3119">
        <w:t>Ah</w:t>
      </w:r>
      <w:r w:rsidRPr="0099306C">
        <w:t xml:space="preserve"> ! </w:t>
      </w:r>
      <w:r w:rsidR="002B3119" w:rsidRPr="002B3119">
        <w:t>vous en avez de la chance</w:t>
      </w:r>
      <w:r w:rsidRPr="0099306C">
        <w:t xml:space="preserve">, </w:t>
      </w:r>
      <w:r w:rsidR="002B3119" w:rsidRPr="002B3119">
        <w:t>ma petite Yvette</w:t>
      </w:r>
      <w:r w:rsidRPr="0099306C">
        <w:t> !</w:t>
      </w:r>
    </w:p>
    <w:p w14:paraId="4931484D" w14:textId="77777777" w:rsidR="00E4444A" w:rsidRPr="0099306C" w:rsidRDefault="002B3119" w:rsidP="002B3119">
      <w:r w:rsidRPr="002B3119">
        <w:t>Yvette prenait chaque objet</w:t>
      </w:r>
      <w:r w:rsidR="00E4444A" w:rsidRPr="0099306C">
        <w:t xml:space="preserve">, </w:t>
      </w:r>
      <w:r w:rsidRPr="002B3119">
        <w:t>énumérait ses richesses</w:t>
      </w:r>
      <w:r w:rsidR="00E4444A" w:rsidRPr="0099306C">
        <w:t xml:space="preserve">, </w:t>
      </w:r>
      <w:r w:rsidRPr="002B3119">
        <w:t>disposait des choses en maman avisée</w:t>
      </w:r>
      <w:r w:rsidR="00E4444A" w:rsidRPr="0099306C">
        <w:t>.</w:t>
      </w:r>
    </w:p>
    <w:p w14:paraId="02AF7E54" w14:textId="77777777" w:rsidR="00E4444A" w:rsidRPr="0099306C" w:rsidRDefault="00E4444A" w:rsidP="002B3119">
      <w:r w:rsidRPr="0099306C">
        <w:t>— </w:t>
      </w:r>
      <w:r w:rsidR="002B3119" w:rsidRPr="002B3119">
        <w:t>Cette robe</w:t>
      </w:r>
      <w:r w:rsidRPr="0099306C">
        <w:t xml:space="preserve">, </w:t>
      </w:r>
      <w:r w:rsidR="002B3119" w:rsidRPr="002B3119">
        <w:t>Marie-Anne</w:t>
      </w:r>
      <w:r w:rsidRPr="0099306C">
        <w:t xml:space="preserve">, </w:t>
      </w:r>
      <w:r w:rsidR="002B3119" w:rsidRPr="002B3119">
        <w:t>sera pour l</w:t>
      </w:r>
      <w:r w:rsidRPr="0099306C">
        <w:t>’</w:t>
      </w:r>
      <w:r w:rsidR="002B3119" w:rsidRPr="002B3119">
        <w:t>hiver</w:t>
      </w:r>
      <w:r w:rsidRPr="0099306C">
        <w:t xml:space="preserve">. </w:t>
      </w:r>
      <w:r w:rsidR="002B3119" w:rsidRPr="002B3119">
        <w:t>Nous ga</w:t>
      </w:r>
      <w:r w:rsidR="002B3119" w:rsidRPr="002B3119">
        <w:t>r</w:t>
      </w:r>
      <w:r w:rsidR="002B3119" w:rsidRPr="002B3119">
        <w:t>derons la blanche pour l</w:t>
      </w:r>
      <w:r w:rsidRPr="0099306C">
        <w:t>’</w:t>
      </w:r>
      <w:r w:rsidR="002B3119" w:rsidRPr="002B3119">
        <w:t>été</w:t>
      </w:r>
      <w:r w:rsidRPr="0099306C">
        <w:t>.</w:t>
      </w:r>
    </w:p>
    <w:p w14:paraId="218E1384" w14:textId="77777777" w:rsidR="00E4444A" w:rsidRPr="0099306C" w:rsidRDefault="002B3119" w:rsidP="002B3119">
      <w:r w:rsidRPr="002B3119">
        <w:t>Dire qu</w:t>
      </w:r>
      <w:r w:rsidR="00E4444A" w:rsidRPr="0099306C">
        <w:t>’</w:t>
      </w:r>
      <w:r w:rsidRPr="002B3119">
        <w:t>il y avait</w:t>
      </w:r>
      <w:r w:rsidR="00E4444A" w:rsidRPr="0099306C">
        <w:t xml:space="preserve">, </w:t>
      </w:r>
      <w:r w:rsidRPr="002B3119">
        <w:t>à la même heure</w:t>
      </w:r>
      <w:r w:rsidR="00E4444A" w:rsidRPr="0099306C">
        <w:t xml:space="preserve">, </w:t>
      </w:r>
      <w:r w:rsidRPr="002B3119">
        <w:t>des parents à qui Noël n</w:t>
      </w:r>
      <w:r w:rsidR="00E4444A" w:rsidRPr="0099306C">
        <w:t>’</w:t>
      </w:r>
      <w:r w:rsidRPr="002B3119">
        <w:t>apportait aucune joie</w:t>
      </w:r>
      <w:r w:rsidR="00E4444A" w:rsidRPr="0099306C">
        <w:t xml:space="preserve"> ! </w:t>
      </w:r>
      <w:r w:rsidRPr="002B3119">
        <w:t>des hommes</w:t>
      </w:r>
      <w:r w:rsidR="00E4444A" w:rsidRPr="0099306C">
        <w:t xml:space="preserve">, </w:t>
      </w:r>
      <w:r w:rsidRPr="002B3119">
        <w:t>des femmes</w:t>
      </w:r>
      <w:r w:rsidR="00E4444A" w:rsidRPr="0099306C">
        <w:t xml:space="preserve">, </w:t>
      </w:r>
      <w:r w:rsidRPr="002B3119">
        <w:t>ne sachant pas tout ce qu</w:t>
      </w:r>
      <w:r w:rsidR="00E4444A" w:rsidRPr="0099306C">
        <w:t>’</w:t>
      </w:r>
      <w:r w:rsidRPr="002B3119">
        <w:t>un simple mot</w:t>
      </w:r>
      <w:r w:rsidR="00E4444A" w:rsidRPr="0099306C">
        <w:t xml:space="preserve">, </w:t>
      </w:r>
      <w:r w:rsidRPr="002B3119">
        <w:t>vieux de deux mille ans</w:t>
      </w:r>
      <w:r w:rsidR="00E4444A" w:rsidRPr="0099306C">
        <w:t xml:space="preserve">, </w:t>
      </w:r>
      <w:r w:rsidRPr="002B3119">
        <w:t>contient de tendre poésie</w:t>
      </w:r>
      <w:r w:rsidR="00E4444A" w:rsidRPr="0099306C">
        <w:t xml:space="preserve"> ! </w:t>
      </w:r>
      <w:r w:rsidRPr="002B3119">
        <w:t>Noël</w:t>
      </w:r>
      <w:r w:rsidR="00E4444A" w:rsidRPr="0099306C">
        <w:t xml:space="preserve"> ! </w:t>
      </w:r>
      <w:r w:rsidRPr="002B3119">
        <w:t>Noël</w:t>
      </w:r>
      <w:r w:rsidR="00E4444A" w:rsidRPr="0099306C">
        <w:t xml:space="preserve"> ! </w:t>
      </w:r>
      <w:r w:rsidRPr="002B3119">
        <w:t>fête des grands</w:t>
      </w:r>
      <w:r w:rsidR="00E4444A" w:rsidRPr="0099306C">
        <w:t xml:space="preserve">, </w:t>
      </w:r>
      <w:r w:rsidRPr="002B3119">
        <w:t>fête des petits</w:t>
      </w:r>
      <w:r w:rsidR="00E4444A" w:rsidRPr="0099306C">
        <w:t xml:space="preserve">, </w:t>
      </w:r>
      <w:r w:rsidRPr="002B3119">
        <w:t>le plus joli jour de l</w:t>
      </w:r>
      <w:r w:rsidR="00E4444A" w:rsidRPr="0099306C">
        <w:t>’</w:t>
      </w:r>
      <w:r w:rsidRPr="002B3119">
        <w:t>année</w:t>
      </w:r>
      <w:r w:rsidR="00E4444A" w:rsidRPr="0099306C">
        <w:t> !</w:t>
      </w:r>
    </w:p>
    <w:p w14:paraId="628F6EDE" w14:textId="2F1403EC" w:rsidR="00E4444A" w:rsidRPr="0099306C" w:rsidRDefault="002B3119" w:rsidP="002B3119">
      <w:r w:rsidRPr="002B3119">
        <w:t>Plusieurs fois dans la matinée</w:t>
      </w:r>
      <w:r w:rsidR="00E4444A" w:rsidRPr="0099306C">
        <w:t xml:space="preserve">, </w:t>
      </w:r>
      <w:r w:rsidRPr="002B3119">
        <w:t>Yvette habilla</w:t>
      </w:r>
      <w:r w:rsidR="00E4444A" w:rsidRPr="0099306C">
        <w:t xml:space="preserve">, </w:t>
      </w:r>
      <w:r w:rsidRPr="002B3119">
        <w:t>déshabilla sa patiente poupée</w:t>
      </w:r>
      <w:r w:rsidR="00E4444A" w:rsidRPr="0099306C">
        <w:t xml:space="preserve">. </w:t>
      </w:r>
      <w:r w:rsidRPr="002B3119">
        <w:t>Toujours quelque raison d</w:t>
      </w:r>
      <w:r w:rsidR="00E4444A" w:rsidRPr="0099306C">
        <w:t>’</w:t>
      </w:r>
      <w:r w:rsidRPr="002B3119">
        <w:t>apporter un changement à sa toilette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 ! </w:t>
      </w:r>
      <w:r w:rsidRPr="002B3119">
        <w:t>qu</w:t>
      </w:r>
      <w:r w:rsidR="00E4444A" w:rsidRPr="0099306C">
        <w:t>’</w:t>
      </w:r>
      <w:r w:rsidRPr="002B3119">
        <w:t>il suffisait de peu de chose pour la rendre heureuse</w:t>
      </w:r>
      <w:r w:rsidR="00E4444A" w:rsidRPr="0099306C">
        <w:t xml:space="preserve"> ! </w:t>
      </w:r>
      <w:proofErr w:type="spellStart"/>
      <w:r w:rsidR="009E29BF" w:rsidRPr="002B3119">
        <w:t>P</w:t>
      </w:r>
      <w:r w:rsidR="009E29BF">
        <w:t>û</w:t>
      </w:r>
      <w:r w:rsidR="009E29BF" w:rsidRPr="002B3119">
        <w:t>t</w:t>
      </w:r>
      <w:r w:rsidRPr="002B3119">
        <w:t>-elle</w:t>
      </w:r>
      <w:proofErr w:type="spellEnd"/>
      <w:r w:rsidRPr="002B3119">
        <w:t xml:space="preserve"> conserver to</w:t>
      </w:r>
      <w:r w:rsidRPr="002B3119">
        <w:t>u</w:t>
      </w:r>
      <w:r w:rsidRPr="002B3119">
        <w:t>jours cette légèreté d</w:t>
      </w:r>
      <w:r w:rsidR="00E4444A" w:rsidRPr="0099306C">
        <w:t>’</w:t>
      </w:r>
      <w:r w:rsidRPr="002B3119">
        <w:t>âme</w:t>
      </w:r>
      <w:r w:rsidR="00E4444A" w:rsidRPr="0099306C">
        <w:t xml:space="preserve">, </w:t>
      </w:r>
      <w:r w:rsidRPr="002B3119">
        <w:t>cette petite fille pensive que le destin m</w:t>
      </w:r>
      <w:r w:rsidR="00E4444A" w:rsidRPr="0099306C">
        <w:t>’</w:t>
      </w:r>
      <w:r w:rsidRPr="002B3119">
        <w:t>avait confiée</w:t>
      </w:r>
      <w:r w:rsidR="00E4444A" w:rsidRPr="0099306C">
        <w:t> !</w:t>
      </w:r>
    </w:p>
    <w:p w14:paraId="339D292B" w14:textId="77777777" w:rsidR="002B3119" w:rsidRPr="002B3119" w:rsidRDefault="002B3119" w:rsidP="002B3119"/>
    <w:p w14:paraId="2F412D64" w14:textId="77777777" w:rsidR="00E4444A" w:rsidRPr="0099306C" w:rsidRDefault="002B3119" w:rsidP="002B3119">
      <w:r w:rsidRPr="002B3119">
        <w:t>Notre petite Yvette devait grandir dans la religion pr</w:t>
      </w:r>
      <w:r w:rsidRPr="002B3119">
        <w:t>o</w:t>
      </w:r>
      <w:r w:rsidRPr="002B3119">
        <w:t>testante où ma mère elle-même comptait m</w:t>
      </w:r>
      <w:r w:rsidR="00E4444A" w:rsidRPr="0099306C">
        <w:t>’</w:t>
      </w:r>
      <w:r w:rsidRPr="002B3119">
        <w:t>élever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après-midi nous allâmes au temple</w:t>
      </w:r>
      <w:r w:rsidR="00E4444A" w:rsidRPr="0099306C">
        <w:t xml:space="preserve">. </w:t>
      </w:r>
      <w:r w:rsidRPr="002B3119">
        <w:t>Le pasteur offrait un arbre de Noël aux enfants de ses paroissiens</w:t>
      </w:r>
      <w:r w:rsidR="00E4444A" w:rsidRPr="0099306C">
        <w:t>.</w:t>
      </w:r>
    </w:p>
    <w:p w14:paraId="727715D7" w14:textId="77777777" w:rsidR="002B3119" w:rsidRPr="002B3119" w:rsidRDefault="002B3119" w:rsidP="002B3119">
      <w:r w:rsidRPr="002B3119">
        <w:t>Bien modeste</w:t>
      </w:r>
      <w:r w:rsidR="00E4444A" w:rsidRPr="0099306C">
        <w:t xml:space="preserve">, </w:t>
      </w:r>
      <w:r w:rsidRPr="002B3119">
        <w:t>ce temple de petite ville où nous allions de temps en temps</w:t>
      </w:r>
      <w:r w:rsidR="00E4444A" w:rsidRPr="0099306C">
        <w:t xml:space="preserve">, </w:t>
      </w:r>
      <w:r w:rsidRPr="002B3119">
        <w:t>bien simple</w:t>
      </w:r>
      <w:r w:rsidR="00E4444A" w:rsidRPr="0099306C">
        <w:t xml:space="preserve">, </w:t>
      </w:r>
      <w:r w:rsidRPr="002B3119">
        <w:t>avec le petit jardin qui l</w:t>
      </w:r>
      <w:r w:rsidR="00E4444A" w:rsidRPr="0099306C">
        <w:t>’</w:t>
      </w:r>
      <w:r w:rsidRPr="002B3119">
        <w:t>entourait et ses vieux murs</w:t>
      </w:r>
      <w:r w:rsidR="00E4444A" w:rsidRPr="0099306C">
        <w:t xml:space="preserve">, </w:t>
      </w:r>
      <w:r w:rsidRPr="002B3119">
        <w:t>couverts d</w:t>
      </w:r>
      <w:r w:rsidR="00E4444A" w:rsidRPr="0099306C">
        <w:t>’</w:t>
      </w:r>
      <w:r w:rsidRPr="002B3119">
        <w:t>un lierre qui entr</w:t>
      </w:r>
      <w:r w:rsidRPr="002B3119">
        <w:t>e</w:t>
      </w:r>
      <w:r w:rsidRPr="002B3119">
        <w:t xml:space="preserve">tenait </w:t>
      </w:r>
      <w:r w:rsidRPr="002B3119">
        <w:lastRenderedPageBreak/>
        <w:t>l</w:t>
      </w:r>
      <w:r w:rsidR="00E4444A" w:rsidRPr="0099306C">
        <w:t>’</w:t>
      </w:r>
      <w:r w:rsidRPr="002B3119">
        <w:t>humidité</w:t>
      </w:r>
      <w:r w:rsidR="00E4444A" w:rsidRPr="0099306C">
        <w:t xml:space="preserve">. </w:t>
      </w:r>
      <w:r w:rsidRPr="002B3119">
        <w:t>Quelques rares personnes s</w:t>
      </w:r>
      <w:r w:rsidR="00E4444A" w:rsidRPr="0099306C">
        <w:t>’</w:t>
      </w:r>
      <w:r w:rsidRPr="002B3119">
        <w:t>y rasse</w:t>
      </w:r>
      <w:r w:rsidRPr="002B3119">
        <w:t>m</w:t>
      </w:r>
      <w:r w:rsidRPr="002B3119">
        <w:t>blaient le dimanche pour l</w:t>
      </w:r>
      <w:r w:rsidR="00E4444A" w:rsidRPr="0099306C">
        <w:t>’</w:t>
      </w:r>
      <w:r w:rsidRPr="002B3119">
        <w:t>office</w:t>
      </w:r>
      <w:r w:rsidR="00E4444A" w:rsidRPr="0099306C">
        <w:t xml:space="preserve">. </w:t>
      </w:r>
      <w:r w:rsidRPr="002B3119">
        <w:t>La parole de l</w:t>
      </w:r>
      <w:r w:rsidR="00E4444A" w:rsidRPr="0099306C">
        <w:t>’</w:t>
      </w:r>
      <w:r w:rsidR="00F30070" w:rsidRPr="002B3119">
        <w:t>Évangile</w:t>
      </w:r>
      <w:r w:rsidR="00E4444A" w:rsidRPr="0099306C">
        <w:t xml:space="preserve">, </w:t>
      </w:r>
      <w:r w:rsidRPr="002B3119">
        <w:t>que le pasteur répétait dans chaque sermon</w:t>
      </w:r>
      <w:r w:rsidR="00E4444A" w:rsidRPr="0099306C">
        <w:t xml:space="preserve">, </w:t>
      </w:r>
      <w:r w:rsidRPr="002B3119">
        <w:t>était vraiment de circonstance</w:t>
      </w:r>
      <w:r w:rsidR="00E4444A" w:rsidRPr="0099306C">
        <w:t> : « </w:t>
      </w:r>
      <w:r w:rsidRPr="002B3119">
        <w:t>Là où deux ou trois personnes sont ré</w:t>
      </w:r>
      <w:r w:rsidRPr="002B3119">
        <w:t>u</w:t>
      </w:r>
      <w:r w:rsidRPr="002B3119">
        <w:t>nies en mon nom</w:t>
      </w:r>
      <w:r w:rsidR="00E4444A" w:rsidRPr="0099306C">
        <w:t xml:space="preserve">, </w:t>
      </w:r>
      <w:r w:rsidRPr="002B3119">
        <w:t>je suis au milieu d</w:t>
      </w:r>
      <w:r w:rsidR="00E4444A" w:rsidRPr="0099306C">
        <w:t>’</w:t>
      </w:r>
      <w:r w:rsidRPr="002B3119">
        <w:t>eux</w:t>
      </w:r>
      <w:r w:rsidR="00E4444A" w:rsidRPr="0099306C">
        <w:t>. »</w:t>
      </w:r>
    </w:p>
    <w:p w14:paraId="5D8DC201" w14:textId="77777777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ce jour-là</w:t>
      </w:r>
      <w:r w:rsidR="00E4444A" w:rsidRPr="0099306C">
        <w:t xml:space="preserve">, </w:t>
      </w:r>
      <w:r w:rsidRPr="002B3119">
        <w:t>en passant la porte</w:t>
      </w:r>
      <w:r w:rsidR="00E4444A" w:rsidRPr="0099306C">
        <w:t xml:space="preserve">, </w:t>
      </w:r>
      <w:r w:rsidRPr="002B3119">
        <w:t>je fus surpris de trouver le temple plein</w:t>
      </w:r>
      <w:r w:rsidR="00E4444A" w:rsidRPr="0099306C">
        <w:t xml:space="preserve">. </w:t>
      </w:r>
      <w:r w:rsidRPr="002B3119">
        <w:t>Des petits garçons</w:t>
      </w:r>
      <w:r w:rsidR="00E4444A" w:rsidRPr="0099306C">
        <w:t xml:space="preserve">, </w:t>
      </w:r>
      <w:r w:rsidRPr="002B3119">
        <w:t>des petites filles</w:t>
      </w:r>
      <w:r w:rsidR="00E4444A" w:rsidRPr="0099306C">
        <w:t xml:space="preserve">, </w:t>
      </w:r>
      <w:r w:rsidRPr="002B3119">
        <w:t>assis sur les premières chaises</w:t>
      </w:r>
      <w:r w:rsidR="00E4444A" w:rsidRPr="0099306C">
        <w:t xml:space="preserve">, </w:t>
      </w:r>
      <w:r w:rsidRPr="002B3119">
        <w:t>contemplaient l</w:t>
      </w:r>
      <w:r w:rsidR="00E4444A" w:rsidRPr="0099306C">
        <w:t>’</w:t>
      </w:r>
      <w:r w:rsidRPr="002B3119">
        <w:t>arbre et leurs yeux se dilataient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dès le seuil</w:t>
      </w:r>
      <w:r w:rsidR="00E4444A" w:rsidRPr="0099306C">
        <w:t xml:space="preserve">, </w:t>
      </w:r>
      <w:r w:rsidRPr="002B3119">
        <w:t>ravie d</w:t>
      </w:r>
      <w:r w:rsidR="00E4444A" w:rsidRPr="0099306C">
        <w:t>’</w:t>
      </w:r>
      <w:r w:rsidRPr="002B3119">
        <w:t>admiration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écria</w:t>
      </w:r>
      <w:r w:rsidR="00E4444A" w:rsidRPr="0099306C">
        <w:t> :</w:t>
      </w:r>
    </w:p>
    <w:p w14:paraId="22588598" w14:textId="77777777" w:rsidR="00E4444A" w:rsidRPr="0099306C" w:rsidRDefault="00E4444A" w:rsidP="002B3119">
      <w:r w:rsidRPr="0099306C">
        <w:t>— </w:t>
      </w:r>
      <w:r w:rsidR="002B3119" w:rsidRPr="002B3119">
        <w:t>Oh</w:t>
      </w:r>
      <w:r w:rsidRPr="0099306C">
        <w:t xml:space="preserve"> ! </w:t>
      </w:r>
      <w:r w:rsidR="002B3119" w:rsidRPr="002B3119">
        <w:t>papa</w:t>
      </w:r>
      <w:r w:rsidRPr="0099306C">
        <w:t> !</w:t>
      </w:r>
    </w:p>
    <w:p w14:paraId="3909DAE8" w14:textId="77777777" w:rsidR="00E4444A" w:rsidRPr="0099306C" w:rsidRDefault="002B3119" w:rsidP="002B3119">
      <w:r w:rsidRPr="002B3119">
        <w:t>Le pasteur gentiment la prit par la main</w:t>
      </w:r>
      <w:r w:rsidR="00E4444A" w:rsidRPr="0099306C">
        <w:t xml:space="preserve">, </w:t>
      </w:r>
      <w:r w:rsidRPr="002B3119">
        <w:t>lui trouva</w:t>
      </w:r>
      <w:r w:rsidR="00E4444A" w:rsidRPr="0099306C">
        <w:t xml:space="preserve">, </w:t>
      </w:r>
      <w:r w:rsidRPr="002B3119">
        <w:t>vers le milieu du premier rang</w:t>
      </w:r>
      <w:r w:rsidR="00E4444A" w:rsidRPr="0099306C">
        <w:t xml:space="preserve">, </w:t>
      </w:r>
      <w:r w:rsidRPr="002B3119">
        <w:t>une place libre</w:t>
      </w:r>
      <w:r w:rsidR="00E4444A" w:rsidRPr="0099306C">
        <w:t xml:space="preserve">, </w:t>
      </w:r>
      <w:r w:rsidRPr="002B3119">
        <w:t>et je m</w:t>
      </w:r>
      <w:r w:rsidR="00E4444A" w:rsidRPr="0099306C">
        <w:t>’</w:t>
      </w:r>
      <w:r w:rsidRPr="002B3119">
        <w:t>assis</w:t>
      </w:r>
      <w:r w:rsidR="00E4444A" w:rsidRPr="0099306C">
        <w:t xml:space="preserve">, </w:t>
      </w:r>
      <w:r w:rsidRPr="002B3119">
        <w:t>par derrière</w:t>
      </w:r>
      <w:r w:rsidR="00E4444A" w:rsidRPr="0099306C">
        <w:t xml:space="preserve">, </w:t>
      </w:r>
      <w:r w:rsidRPr="002B3119">
        <w:t>parmi les parents</w:t>
      </w:r>
      <w:r w:rsidR="00E4444A" w:rsidRPr="0099306C">
        <w:t>.</w:t>
      </w:r>
    </w:p>
    <w:p w14:paraId="4A1FC315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en avais beaucoup vu</w:t>
      </w:r>
      <w:r w:rsidR="00E4444A" w:rsidRPr="0099306C">
        <w:t xml:space="preserve">, </w:t>
      </w:r>
      <w:r w:rsidRPr="002B3119">
        <w:t>dans mon enfance</w:t>
      </w:r>
      <w:r w:rsidR="00E4444A" w:rsidRPr="0099306C">
        <w:t xml:space="preserve">, </w:t>
      </w:r>
      <w:r w:rsidRPr="002B3119">
        <w:t>de ces arbres de Noël</w:t>
      </w:r>
      <w:r w:rsidR="00E4444A" w:rsidRPr="0099306C">
        <w:t xml:space="preserve">, </w:t>
      </w:r>
      <w:r w:rsidRPr="002B3119">
        <w:t>tous beaucoup plus beaux</w:t>
      </w:r>
      <w:r w:rsidR="00E4444A" w:rsidRPr="0099306C">
        <w:t xml:space="preserve">, </w:t>
      </w:r>
      <w:r w:rsidRPr="002B3119">
        <w:t>plus riches</w:t>
      </w:r>
      <w:r w:rsidR="00E4444A" w:rsidRPr="0099306C">
        <w:t xml:space="preserve">, </w:t>
      </w:r>
      <w:r w:rsidRPr="002B3119">
        <w:t>dre</w:t>
      </w:r>
      <w:r w:rsidRPr="002B3119">
        <w:t>s</w:t>
      </w:r>
      <w:r w:rsidRPr="002B3119">
        <w:t>sés dans les grands temples du Midi fréquentés par des f</w:t>
      </w:r>
      <w:r w:rsidRPr="002B3119">
        <w:t>a</w:t>
      </w:r>
      <w:r w:rsidRPr="002B3119">
        <w:t>milles nombreuses</w:t>
      </w:r>
      <w:r w:rsidR="00E4444A" w:rsidRPr="0099306C">
        <w:t xml:space="preserve">. </w:t>
      </w:r>
      <w:r w:rsidRPr="002B3119">
        <w:t>Mais cet humble sapin suffisait à la joie de ces petits</w:t>
      </w:r>
      <w:r w:rsidR="00E4444A" w:rsidRPr="0099306C">
        <w:t>.</w:t>
      </w:r>
    </w:p>
    <w:p w14:paraId="3F8BDD70" w14:textId="77777777" w:rsidR="00E4444A" w:rsidRPr="0099306C" w:rsidRDefault="002B3119" w:rsidP="002B3119">
      <w:r w:rsidRPr="002B3119">
        <w:t>Le pasteur joignit les mains et dit</w:t>
      </w:r>
      <w:r w:rsidR="00E4444A" w:rsidRPr="0099306C">
        <w:t> :</w:t>
      </w:r>
    </w:p>
    <w:p w14:paraId="73BADF3C" w14:textId="77777777" w:rsidR="00E4444A" w:rsidRPr="0099306C" w:rsidRDefault="00E4444A" w:rsidP="002B3119">
      <w:r w:rsidRPr="0099306C">
        <w:t>— </w:t>
      </w:r>
      <w:r w:rsidR="002B3119" w:rsidRPr="002B3119">
        <w:t>Mes enfants</w:t>
      </w:r>
      <w:r w:rsidRPr="0099306C">
        <w:t xml:space="preserve">, </w:t>
      </w:r>
      <w:r w:rsidR="002B3119" w:rsidRPr="002B3119">
        <w:t>prions Dieu</w:t>
      </w:r>
      <w:r w:rsidRPr="0099306C">
        <w:t>.</w:t>
      </w:r>
    </w:p>
    <w:p w14:paraId="631300EC" w14:textId="77777777" w:rsidR="00E4444A" w:rsidRPr="0099306C" w:rsidRDefault="002B3119" w:rsidP="002B3119">
      <w:r w:rsidRPr="002B3119">
        <w:t>Et tous se levèrent</w:t>
      </w:r>
      <w:r w:rsidR="00E4444A" w:rsidRPr="0099306C">
        <w:t xml:space="preserve">, </w:t>
      </w:r>
      <w:r w:rsidRPr="002B3119">
        <w:t>et c</w:t>
      </w:r>
      <w:r w:rsidR="00E4444A" w:rsidRPr="0099306C">
        <w:t>’</w:t>
      </w:r>
      <w:r w:rsidRPr="002B3119">
        <w:t>était très pur et très émouvant</w:t>
      </w:r>
      <w:r w:rsidR="00E4444A" w:rsidRPr="0099306C">
        <w:t>.</w:t>
      </w:r>
    </w:p>
    <w:p w14:paraId="6B174EF3" w14:textId="77777777" w:rsidR="00E4444A" w:rsidRPr="0099306C" w:rsidRDefault="002B3119" w:rsidP="002B3119">
      <w:r w:rsidRPr="002B3119">
        <w:t>On chanta un cantique qu</w:t>
      </w:r>
      <w:r w:rsidR="00E4444A" w:rsidRPr="0099306C">
        <w:t>’</w:t>
      </w:r>
      <w:r w:rsidRPr="002B3119">
        <w:t>on avait dû souvent répéter</w:t>
      </w:r>
      <w:r w:rsidR="00E4444A" w:rsidRPr="0099306C">
        <w:t xml:space="preserve">. </w:t>
      </w:r>
      <w:r w:rsidRPr="002B3119">
        <w:t xml:space="preserve">Garçons et filles chantaient de bon </w:t>
      </w:r>
      <w:r w:rsidR="00C4629E">
        <w:t>cœur</w:t>
      </w:r>
      <w:r w:rsidR="00E4444A" w:rsidRPr="0099306C">
        <w:t xml:space="preserve">, </w:t>
      </w:r>
      <w:r w:rsidRPr="002B3119">
        <w:t>avec un tel élan qu</w:t>
      </w:r>
      <w:r w:rsidR="00E4444A" w:rsidRPr="0099306C">
        <w:t>’</w:t>
      </w:r>
      <w:r w:rsidRPr="002B3119">
        <w:t>ils allaient un peu trop vite</w:t>
      </w:r>
      <w:r w:rsidR="00E4444A" w:rsidRPr="0099306C">
        <w:t xml:space="preserve">. </w:t>
      </w:r>
      <w:r w:rsidRPr="002B3119">
        <w:t>La jeune fille de l</w:t>
      </w:r>
      <w:r w:rsidR="00E4444A" w:rsidRPr="0099306C">
        <w:t>’</w:t>
      </w:r>
      <w:r w:rsidRPr="002B3119">
        <w:t>harmonium avait peine à leur tenir pied</w:t>
      </w:r>
      <w:r w:rsidR="00E4444A" w:rsidRPr="0099306C">
        <w:t xml:space="preserve">. </w:t>
      </w:r>
      <w:r w:rsidRPr="002B3119">
        <w:t>De ma place</w:t>
      </w:r>
      <w:r w:rsidR="005B6C9F">
        <w:t>,</w:t>
      </w:r>
      <w:r w:rsidRPr="002B3119">
        <w:t xml:space="preserve"> je voyais Yvette</w:t>
      </w:r>
      <w:r w:rsidR="00E4444A" w:rsidRPr="0099306C">
        <w:t xml:space="preserve">. </w:t>
      </w:r>
      <w:r w:rsidRPr="002B3119">
        <w:t>Elle regardait l</w:t>
      </w:r>
      <w:r w:rsidR="00E4444A" w:rsidRPr="0099306C">
        <w:t>’</w:t>
      </w:r>
      <w:r w:rsidRPr="002B3119">
        <w:t>arbre</w:t>
      </w:r>
      <w:r w:rsidR="00E4444A" w:rsidRPr="0099306C">
        <w:t xml:space="preserve">, </w:t>
      </w:r>
      <w:r w:rsidRPr="002B3119">
        <w:t>pleine de considération pour un grand garçon</w:t>
      </w:r>
      <w:r w:rsidR="00E4444A" w:rsidRPr="0099306C">
        <w:t xml:space="preserve">, </w:t>
      </w:r>
      <w:r w:rsidRPr="002B3119">
        <w:t>très convaincu de son importance</w:t>
      </w:r>
      <w:r w:rsidR="00E4444A" w:rsidRPr="0099306C">
        <w:t xml:space="preserve">, </w:t>
      </w:r>
      <w:r w:rsidRPr="002B3119">
        <w:t>qui maniait deux bambous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un terminé par un rat de cave</w:t>
      </w:r>
      <w:r w:rsidR="00E4444A" w:rsidRPr="0099306C">
        <w:t xml:space="preserve">, </w:t>
      </w:r>
      <w:r w:rsidRPr="002B3119">
        <w:t>pour rallumer les bougies éteintes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autre muni</w:t>
      </w:r>
      <w:r w:rsidR="00E4444A" w:rsidRPr="0099306C">
        <w:t xml:space="preserve">, </w:t>
      </w:r>
      <w:r w:rsidRPr="002B3119">
        <w:t>à son extrémité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une éponge</w:t>
      </w:r>
      <w:r w:rsidR="00E4444A" w:rsidRPr="0099306C">
        <w:t xml:space="preserve">, </w:t>
      </w:r>
      <w:r w:rsidRPr="002B3119">
        <w:t>pour le cas où une guirlande s</w:t>
      </w:r>
      <w:r w:rsidR="00E4444A" w:rsidRPr="0099306C">
        <w:t>’</w:t>
      </w:r>
      <w:r w:rsidRPr="002B3119">
        <w:t>enflammerait</w:t>
      </w:r>
      <w:r w:rsidR="00E4444A" w:rsidRPr="0099306C">
        <w:t>.</w:t>
      </w:r>
    </w:p>
    <w:p w14:paraId="783CABB9" w14:textId="77777777" w:rsidR="00E4444A" w:rsidRPr="0099306C" w:rsidRDefault="002B3119" w:rsidP="002B3119">
      <w:r w:rsidRPr="002B3119">
        <w:lastRenderedPageBreak/>
        <w:t xml:space="preserve">Le pasteur fit une </w:t>
      </w:r>
      <w:proofErr w:type="gramStart"/>
      <w:r w:rsidRPr="002B3119">
        <w:t>brève allocution</w:t>
      </w:r>
      <w:proofErr w:type="gramEnd"/>
      <w:r w:rsidR="00E4444A" w:rsidRPr="0099306C">
        <w:t xml:space="preserve">. </w:t>
      </w:r>
      <w:r w:rsidRPr="002B3119">
        <w:t>Les enfants n</w:t>
      </w:r>
      <w:r w:rsidR="00E4444A" w:rsidRPr="0099306C">
        <w:t>’</w:t>
      </w:r>
      <w:r w:rsidRPr="002B3119">
        <w:t>avaient pas les yeux distraits</w:t>
      </w:r>
      <w:r w:rsidR="00E4444A" w:rsidRPr="0099306C">
        <w:t xml:space="preserve">, </w:t>
      </w:r>
      <w:r w:rsidRPr="002B3119">
        <w:t>malgré la distribution prochaine de joujoux</w:t>
      </w:r>
      <w:r w:rsidR="00E4444A" w:rsidRPr="0099306C">
        <w:t xml:space="preserve">, </w:t>
      </w:r>
      <w:r w:rsidRPr="002B3119">
        <w:t>mais écoutaient avec attention</w:t>
      </w:r>
      <w:r w:rsidR="00E4444A" w:rsidRPr="0099306C">
        <w:t xml:space="preserve">, </w:t>
      </w:r>
      <w:r w:rsidRPr="002B3119">
        <w:t>visiblement intére</w:t>
      </w:r>
      <w:r w:rsidRPr="002B3119">
        <w:t>s</w:t>
      </w:r>
      <w:r w:rsidRPr="002B3119">
        <w:t>sés</w:t>
      </w:r>
      <w:r w:rsidR="00E4444A" w:rsidRPr="0099306C">
        <w:t xml:space="preserve">. </w:t>
      </w:r>
      <w:r w:rsidRPr="002B3119">
        <w:t>Plus grands</w:t>
      </w:r>
      <w:r w:rsidR="00E4444A" w:rsidRPr="0099306C">
        <w:t xml:space="preserve">, </w:t>
      </w:r>
      <w:r w:rsidRPr="002B3119">
        <w:t>peut-être ils croiraient de bon ton d</w:t>
      </w:r>
      <w:r w:rsidR="00E4444A" w:rsidRPr="0099306C">
        <w:t>’</w:t>
      </w:r>
      <w:r w:rsidRPr="002B3119">
        <w:t>affecter de l</w:t>
      </w:r>
      <w:r w:rsidR="00E4444A" w:rsidRPr="0099306C">
        <w:t>’</w:t>
      </w:r>
      <w:r w:rsidRPr="002B3119">
        <w:t>indifférence</w:t>
      </w:r>
      <w:r w:rsidR="00E4444A" w:rsidRPr="0099306C">
        <w:t xml:space="preserve">, </w:t>
      </w:r>
      <w:r w:rsidRPr="002B3119">
        <w:t>de railler un peu ce qui les avait charmés</w:t>
      </w:r>
      <w:r w:rsidR="00E4444A" w:rsidRPr="0099306C">
        <w:t xml:space="preserve">. </w:t>
      </w:r>
      <w:r w:rsidRPr="002B3119">
        <w:t>En attendant</w:t>
      </w:r>
      <w:r w:rsidR="00E4444A" w:rsidRPr="0099306C">
        <w:t xml:space="preserve">, </w:t>
      </w:r>
      <w:r w:rsidRPr="002B3119">
        <w:t>les vieux récits de l</w:t>
      </w:r>
      <w:r w:rsidR="00E4444A" w:rsidRPr="0099306C">
        <w:t>’</w:t>
      </w:r>
      <w:r w:rsidRPr="002B3119">
        <w:t>Évangile leur semblaient la plus belle histoire du monde</w:t>
      </w:r>
      <w:r w:rsidR="00E4444A" w:rsidRPr="0099306C">
        <w:t>.</w:t>
      </w:r>
    </w:p>
    <w:p w14:paraId="4A94C454" w14:textId="77777777" w:rsidR="00E4444A" w:rsidRPr="0099306C" w:rsidRDefault="002B3119" w:rsidP="002B3119">
      <w:r w:rsidRPr="002B3119">
        <w:t>Par moment</w:t>
      </w:r>
      <w:r w:rsidR="00E4444A" w:rsidRPr="0099306C">
        <w:t xml:space="preserve">, </w:t>
      </w:r>
      <w:r w:rsidRPr="002B3119">
        <w:t>une guirlande flambait</w:t>
      </w:r>
      <w:r w:rsidR="00E4444A" w:rsidRPr="0099306C">
        <w:t xml:space="preserve">, </w:t>
      </w:r>
      <w:r w:rsidRPr="002B3119">
        <w:t>faisant roussir quelques aiguilles</w:t>
      </w:r>
      <w:r w:rsidR="00E4444A" w:rsidRPr="0099306C">
        <w:t xml:space="preserve">. </w:t>
      </w:r>
      <w:r w:rsidRPr="002B3119">
        <w:t>Et tout</w:t>
      </w:r>
      <w:r w:rsidR="00E4444A" w:rsidRPr="0099306C">
        <w:t xml:space="preserve">, </w:t>
      </w:r>
      <w:r w:rsidRPr="002B3119">
        <w:t>ces mots éternels</w:t>
      </w:r>
      <w:r w:rsidR="00E4444A" w:rsidRPr="0099306C">
        <w:t xml:space="preserve">, </w:t>
      </w:r>
      <w:r w:rsidRPr="002B3119">
        <w:t>toujours neufs</w:t>
      </w:r>
      <w:r w:rsidR="00E4444A" w:rsidRPr="0099306C">
        <w:t xml:space="preserve">, </w:t>
      </w:r>
      <w:r w:rsidRPr="002B3119">
        <w:t>qui revenaient dans la bouche du pasteur</w:t>
      </w:r>
      <w:r w:rsidR="00E4444A" w:rsidRPr="0099306C">
        <w:t xml:space="preserve">, </w:t>
      </w:r>
      <w:r w:rsidRPr="002B3119">
        <w:t>la clarté</w:t>
      </w:r>
      <w:r w:rsidR="00E4444A" w:rsidRPr="0099306C">
        <w:t xml:space="preserve">, </w:t>
      </w:r>
      <w:r w:rsidRPr="002B3119">
        <w:t>presque céleste</w:t>
      </w:r>
      <w:r w:rsidR="00E4444A" w:rsidRPr="0099306C">
        <w:t xml:space="preserve">, </w:t>
      </w:r>
      <w:r w:rsidRPr="002B3119">
        <w:t>qui environnait l</w:t>
      </w:r>
      <w:r w:rsidR="00E4444A" w:rsidRPr="0099306C">
        <w:t>’</w:t>
      </w:r>
      <w:r w:rsidRPr="002B3119">
        <w:t>arbre</w:t>
      </w:r>
      <w:r w:rsidR="00E4444A" w:rsidRPr="0099306C">
        <w:t xml:space="preserve">, </w:t>
      </w:r>
      <w:r w:rsidRPr="002B3119">
        <w:t>cette odeur surtout de ve</w:t>
      </w:r>
      <w:r w:rsidRPr="002B3119">
        <w:t>r</w:t>
      </w:r>
      <w:r w:rsidRPr="002B3119">
        <w:t>dure brûlée</w:t>
      </w:r>
      <w:r w:rsidR="00E4444A" w:rsidRPr="0099306C">
        <w:t xml:space="preserve">, </w:t>
      </w:r>
      <w:r w:rsidRPr="002B3119">
        <w:t>me rappelait mes Noëls d</w:t>
      </w:r>
      <w:r w:rsidR="00E4444A" w:rsidRPr="0099306C">
        <w:t>’</w:t>
      </w:r>
      <w:r w:rsidRPr="002B3119">
        <w:t>autrefois</w:t>
      </w:r>
      <w:r w:rsidR="00E4444A" w:rsidRPr="0099306C">
        <w:t xml:space="preserve">. </w:t>
      </w:r>
      <w:r w:rsidRPr="002B3119">
        <w:t>Je me r</w:t>
      </w:r>
      <w:r w:rsidRPr="002B3119">
        <w:t>e</w:t>
      </w:r>
      <w:r w:rsidRPr="002B3119">
        <w:t>voyais tout petit</w:t>
      </w:r>
      <w:r w:rsidR="00E4444A" w:rsidRPr="0099306C">
        <w:t xml:space="preserve">. </w:t>
      </w:r>
      <w:r w:rsidRPr="002B3119">
        <w:t>Et je savais bien que le bel arbre lumineux revivrait toujours dans les souvenirs d</w:t>
      </w:r>
      <w:r w:rsidR="00E4444A" w:rsidRPr="0099306C">
        <w:t>’</w:t>
      </w:r>
      <w:r w:rsidRPr="002B3119">
        <w:t>Yvette comme les arbres de mon enfance brillaient encore dans ma mémoire</w:t>
      </w:r>
      <w:r w:rsidR="00E4444A" w:rsidRPr="0099306C">
        <w:t>.</w:t>
      </w:r>
    </w:p>
    <w:p w14:paraId="483CA88D" w14:textId="77777777" w:rsidR="00E4444A" w:rsidRPr="0099306C" w:rsidRDefault="002B3119" w:rsidP="002B3119">
      <w:r w:rsidRPr="002B3119">
        <w:t>Aidé par la jeune fille de l</w:t>
      </w:r>
      <w:r w:rsidR="00E4444A" w:rsidRPr="0099306C">
        <w:t>’</w:t>
      </w:r>
      <w:r w:rsidRPr="002B3119">
        <w:t>harmonium</w:t>
      </w:r>
      <w:r w:rsidR="00E4444A" w:rsidRPr="0099306C">
        <w:t xml:space="preserve">, </w:t>
      </w:r>
      <w:r w:rsidRPr="002B3119">
        <w:t>le pasteur co</w:t>
      </w:r>
      <w:r w:rsidRPr="002B3119">
        <w:t>m</w:t>
      </w:r>
      <w:r w:rsidRPr="002B3119">
        <w:t>mença la distribution</w:t>
      </w:r>
      <w:r w:rsidR="00E4444A" w:rsidRPr="0099306C">
        <w:t xml:space="preserve">. </w:t>
      </w:r>
      <w:r w:rsidRPr="002B3119">
        <w:t>Chaque petit recevait une brioche</w:t>
      </w:r>
      <w:r w:rsidR="00E4444A" w:rsidRPr="0099306C">
        <w:t xml:space="preserve">, </w:t>
      </w:r>
      <w:r w:rsidRPr="002B3119">
        <w:t>une orange et un jouet</w:t>
      </w:r>
      <w:r w:rsidR="00E4444A" w:rsidRPr="0099306C">
        <w:t xml:space="preserve"> : </w:t>
      </w:r>
      <w:r w:rsidRPr="002B3119">
        <w:t>trompettes</w:t>
      </w:r>
      <w:r w:rsidR="00E4444A" w:rsidRPr="0099306C">
        <w:t xml:space="preserve">, </w:t>
      </w:r>
      <w:r w:rsidRPr="002B3119">
        <w:t>tambours</w:t>
      </w:r>
      <w:r w:rsidR="00E4444A" w:rsidRPr="0099306C">
        <w:t xml:space="preserve">, </w:t>
      </w:r>
      <w:r w:rsidRPr="002B3119">
        <w:t>chevaux pour les garçons</w:t>
      </w:r>
      <w:r w:rsidR="00E4444A" w:rsidRPr="0099306C">
        <w:t xml:space="preserve">, </w:t>
      </w:r>
      <w:r w:rsidRPr="002B3119">
        <w:t>poupées</w:t>
      </w:r>
      <w:r w:rsidR="00E4444A" w:rsidRPr="0099306C">
        <w:t xml:space="preserve">, </w:t>
      </w:r>
      <w:r w:rsidRPr="002B3119">
        <w:t>dînettes</w:t>
      </w:r>
      <w:r w:rsidR="00E4444A" w:rsidRPr="0099306C">
        <w:t xml:space="preserve">, </w:t>
      </w:r>
      <w:r w:rsidRPr="002B3119">
        <w:t>jeux de patience pour les filles</w:t>
      </w:r>
      <w:r w:rsidR="00E4444A" w:rsidRPr="0099306C">
        <w:t xml:space="preserve">. </w:t>
      </w:r>
      <w:r w:rsidRPr="002B3119">
        <w:t>Aux plus pauvres</w:t>
      </w:r>
      <w:r w:rsidR="00E4444A" w:rsidRPr="0099306C">
        <w:t xml:space="preserve">, </w:t>
      </w:r>
      <w:r w:rsidRPr="002B3119">
        <w:t>des vêtements aussi étaient donnés</w:t>
      </w:r>
      <w:r w:rsidR="00E4444A" w:rsidRPr="0099306C">
        <w:t xml:space="preserve">. </w:t>
      </w:r>
      <w:r w:rsidRPr="002B3119">
        <w:t>Sur chaque paquet</w:t>
      </w:r>
      <w:r w:rsidR="00E4444A" w:rsidRPr="0099306C">
        <w:t xml:space="preserve">, </w:t>
      </w:r>
      <w:r w:rsidRPr="002B3119">
        <w:t>un nom avait été inscrit</w:t>
      </w:r>
      <w:r w:rsidR="00E4444A" w:rsidRPr="0099306C">
        <w:t xml:space="preserve">. </w:t>
      </w:r>
      <w:r w:rsidRPr="002B3119">
        <w:t>Que de longs e</w:t>
      </w:r>
      <w:r w:rsidRPr="002B3119">
        <w:t>f</w:t>
      </w:r>
      <w:r w:rsidRPr="002B3119">
        <w:t>forts</w:t>
      </w:r>
      <w:r w:rsidR="00E4444A" w:rsidRPr="0099306C">
        <w:t xml:space="preserve">, </w:t>
      </w:r>
      <w:r w:rsidRPr="002B3119">
        <w:t>de tendre patience avait exigés la préparation</w:t>
      </w:r>
      <w:r w:rsidR="00E4444A" w:rsidRPr="0099306C">
        <w:t xml:space="preserve"> ! </w:t>
      </w:r>
      <w:r w:rsidRPr="002B3119">
        <w:t>Yvette reçut un petit ménage et elle se retourna sur sa chaise</w:t>
      </w:r>
      <w:r w:rsidR="00E4444A" w:rsidRPr="0099306C">
        <w:t xml:space="preserve">, </w:t>
      </w:r>
      <w:r w:rsidRPr="002B3119">
        <w:t>me cherchant des yeux comme elle avait coutume de le faire</w:t>
      </w:r>
      <w:r w:rsidR="00E4444A" w:rsidRPr="0099306C">
        <w:t xml:space="preserve">, </w:t>
      </w:r>
      <w:r w:rsidRPr="002B3119">
        <w:t>pour me prendre à témoin de son bonheur</w:t>
      </w:r>
      <w:r w:rsidR="00E4444A" w:rsidRPr="0099306C">
        <w:t>.</w:t>
      </w:r>
    </w:p>
    <w:p w14:paraId="5A1B017D" w14:textId="77777777" w:rsidR="00E4444A" w:rsidRPr="0099306C" w:rsidRDefault="002B3119" w:rsidP="002B3119">
      <w:r w:rsidRPr="002B3119">
        <w:t>Les petites filles avaient hâte d</w:t>
      </w:r>
      <w:r w:rsidR="00E4444A" w:rsidRPr="0099306C">
        <w:t>’</w:t>
      </w:r>
      <w:r w:rsidRPr="002B3119">
        <w:t>ouvrir leurs boîtes</w:t>
      </w:r>
      <w:r w:rsidR="00E4444A" w:rsidRPr="0099306C">
        <w:t xml:space="preserve">. </w:t>
      </w:r>
      <w:r w:rsidRPr="002B3119">
        <w:t>Les petits garçons mettaient déjà la trompette aux lèvres</w:t>
      </w:r>
      <w:r w:rsidR="00E4444A" w:rsidRPr="0099306C">
        <w:t xml:space="preserve">, </w:t>
      </w:r>
      <w:r w:rsidRPr="002B3119">
        <w:t>comme des clairons au garde à vous</w:t>
      </w:r>
      <w:r w:rsidR="00E4444A" w:rsidRPr="0099306C">
        <w:t xml:space="preserve">. </w:t>
      </w:r>
      <w:r w:rsidRPr="002B3119">
        <w:t>Il arriva même</w:t>
      </w:r>
      <w:r w:rsidR="00E4444A" w:rsidRPr="0099306C">
        <w:t xml:space="preserve">, </w:t>
      </w:r>
      <w:r w:rsidRPr="002B3119">
        <w:t>par suite d</w:t>
      </w:r>
      <w:r w:rsidR="00E4444A" w:rsidRPr="0099306C">
        <w:t>’</w:t>
      </w:r>
      <w:r w:rsidRPr="002B3119">
        <w:t>un mouvement involontaire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une sonnerie</w:t>
      </w:r>
      <w:r w:rsidR="00E4444A" w:rsidRPr="0099306C">
        <w:t xml:space="preserve">, </w:t>
      </w:r>
      <w:r w:rsidRPr="002B3119">
        <w:t>qui n</w:t>
      </w:r>
      <w:r w:rsidR="00E4444A" w:rsidRPr="0099306C">
        <w:t>’</w:t>
      </w:r>
      <w:r w:rsidRPr="002B3119">
        <w:t>était pas du programme</w:t>
      </w:r>
      <w:r w:rsidR="00E4444A" w:rsidRPr="0099306C">
        <w:t xml:space="preserve">, </w:t>
      </w:r>
      <w:r w:rsidRPr="002B3119">
        <w:t>éclata tout à coup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auditoire devenait houleux</w:t>
      </w:r>
      <w:r w:rsidR="00E4444A" w:rsidRPr="0099306C">
        <w:t xml:space="preserve">. </w:t>
      </w:r>
      <w:r w:rsidRPr="002B3119">
        <w:lastRenderedPageBreak/>
        <w:t>Les bougies commençaient à s</w:t>
      </w:r>
      <w:r w:rsidR="00E4444A" w:rsidRPr="0099306C">
        <w:t>’</w:t>
      </w:r>
      <w:r w:rsidRPr="002B3119">
        <w:t>éteindre</w:t>
      </w:r>
      <w:r w:rsidR="00E4444A" w:rsidRPr="0099306C">
        <w:t xml:space="preserve">. </w:t>
      </w:r>
      <w:r w:rsidRPr="002B3119">
        <w:t>Il était temps de terminer la cérémonie</w:t>
      </w:r>
      <w:r w:rsidR="00E4444A" w:rsidRPr="0099306C">
        <w:t>.</w:t>
      </w:r>
    </w:p>
    <w:p w14:paraId="5914F133" w14:textId="77777777" w:rsidR="00E4444A" w:rsidRPr="0099306C" w:rsidRDefault="002B3119" w:rsidP="002B3119">
      <w:r w:rsidRPr="002B3119">
        <w:t>Elle s</w:t>
      </w:r>
      <w:r w:rsidR="00E4444A" w:rsidRPr="0099306C">
        <w:t>’</w:t>
      </w:r>
      <w:r w:rsidRPr="002B3119">
        <w:t>acheva par une autre prière</w:t>
      </w:r>
      <w:r w:rsidR="00E4444A" w:rsidRPr="0099306C">
        <w:t xml:space="preserve">. </w:t>
      </w:r>
      <w:r w:rsidRPr="002B3119">
        <w:t>Garçonnets et fillettes se levèrent encore une fois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un geste de père</w:t>
      </w:r>
      <w:r w:rsidR="00E4444A" w:rsidRPr="0099306C">
        <w:t xml:space="preserve">, </w:t>
      </w:r>
      <w:r w:rsidRPr="002B3119">
        <w:t>avec un b</w:t>
      </w:r>
      <w:r w:rsidRPr="002B3119">
        <w:t>e</w:t>
      </w:r>
      <w:r w:rsidRPr="002B3119">
        <w:t>soin angoissé de préserver ces petits de tous les dangers du monde</w:t>
      </w:r>
      <w:r w:rsidR="00E4444A" w:rsidRPr="0099306C">
        <w:t xml:space="preserve">, </w:t>
      </w:r>
      <w:r w:rsidRPr="002B3119">
        <w:t>le pasteur étendit les bras pour bénir tous ces e</w:t>
      </w:r>
      <w:r w:rsidRPr="002B3119">
        <w:t>n</w:t>
      </w:r>
      <w:r w:rsidRPr="002B3119">
        <w:t>fants</w:t>
      </w:r>
      <w:r w:rsidR="00E4444A" w:rsidRPr="0099306C">
        <w:t xml:space="preserve">. </w:t>
      </w:r>
      <w:r w:rsidRPr="002B3119">
        <w:t>Il était debout</w:t>
      </w:r>
      <w:r w:rsidR="00E4444A" w:rsidRPr="0099306C">
        <w:t xml:space="preserve">, </w:t>
      </w:r>
      <w:r w:rsidRPr="002B3119">
        <w:t>devant l</w:t>
      </w:r>
      <w:r w:rsidR="00E4444A" w:rsidRPr="0099306C">
        <w:t>’</w:t>
      </w:r>
      <w:r w:rsidRPr="002B3119">
        <w:t>arbre</w:t>
      </w:r>
      <w:r w:rsidR="00E4444A" w:rsidRPr="0099306C">
        <w:t xml:space="preserve">, </w:t>
      </w:r>
      <w:r w:rsidRPr="002B3119">
        <w:t>et comme Yvette était juste en face de lui</w:t>
      </w:r>
      <w:r w:rsidR="00E4444A" w:rsidRPr="0099306C">
        <w:t xml:space="preserve">, </w:t>
      </w:r>
      <w:r w:rsidRPr="002B3119">
        <w:t>les bras du pasteur s</w:t>
      </w:r>
      <w:r w:rsidR="00E4444A" w:rsidRPr="0099306C">
        <w:t>’</w:t>
      </w:r>
      <w:r w:rsidRPr="002B3119">
        <w:t>étendaient par-dessus sa tête</w:t>
      </w:r>
      <w:r w:rsidR="00E4444A" w:rsidRPr="0099306C">
        <w:t xml:space="preserve">. </w:t>
      </w:r>
      <w:r w:rsidRPr="002B3119">
        <w:t>Elle reçut toute la bénédiction</w:t>
      </w:r>
      <w:r w:rsidR="00E4444A" w:rsidRPr="0099306C">
        <w:t>.</w:t>
      </w:r>
    </w:p>
    <w:p w14:paraId="137614BC" w14:textId="77777777" w:rsidR="00E4444A" w:rsidRPr="0099306C" w:rsidRDefault="002B3119" w:rsidP="002B3119">
      <w:r w:rsidRPr="002B3119">
        <w:t>Yvette</w:t>
      </w:r>
      <w:r w:rsidR="00E4444A" w:rsidRPr="0099306C">
        <w:t xml:space="preserve">, </w:t>
      </w:r>
      <w:r w:rsidRPr="002B3119">
        <w:t>un peu émue</w:t>
      </w:r>
      <w:r w:rsidR="00E4444A" w:rsidRPr="0099306C">
        <w:t xml:space="preserve">, </w:t>
      </w:r>
      <w:r w:rsidRPr="002B3119">
        <w:t>leva les yeux</w:t>
      </w:r>
      <w:r w:rsidR="00E4444A" w:rsidRPr="0099306C">
        <w:t xml:space="preserve">, </w:t>
      </w:r>
      <w:r w:rsidRPr="002B3119">
        <w:t>puis baissa le front</w:t>
      </w:r>
      <w:r w:rsidR="00E4444A" w:rsidRPr="0099306C">
        <w:t xml:space="preserve">, </w:t>
      </w:r>
      <w:r w:rsidRPr="002B3119">
        <w:t>joignit les mains</w:t>
      </w:r>
      <w:r w:rsidR="00E4444A" w:rsidRPr="0099306C">
        <w:t xml:space="preserve">, </w:t>
      </w:r>
      <w:r w:rsidRPr="002B3119">
        <w:t>se tint immobile</w:t>
      </w:r>
      <w:r w:rsidR="00E4444A" w:rsidRPr="0099306C">
        <w:t xml:space="preserve">, </w:t>
      </w:r>
      <w:r w:rsidRPr="002B3119">
        <w:t>avec le vague sentiment qu</w:t>
      </w:r>
      <w:r w:rsidR="00E4444A" w:rsidRPr="0099306C">
        <w:t>’</w:t>
      </w:r>
      <w:r w:rsidRPr="002B3119">
        <w:t>elle était bénie</w:t>
      </w:r>
      <w:r w:rsidR="00E4444A" w:rsidRPr="0099306C">
        <w:t>.</w:t>
      </w:r>
    </w:p>
    <w:p w14:paraId="340636A8" w14:textId="77777777" w:rsidR="002B3119" w:rsidRPr="002B3119" w:rsidRDefault="002B3119" w:rsidP="002B3119"/>
    <w:p w14:paraId="6D6B9402" w14:textId="77777777" w:rsidR="00E4444A" w:rsidRPr="0099306C" w:rsidRDefault="002B3119" w:rsidP="002B3119">
      <w:r w:rsidRPr="002B3119">
        <w:t>Oh</w:t>
      </w:r>
      <w:r w:rsidR="00E4444A" w:rsidRPr="0099306C">
        <w:t xml:space="preserve"> ! </w:t>
      </w:r>
      <w:r w:rsidRPr="002B3119">
        <w:t>le premier arbre de Noël</w:t>
      </w:r>
      <w:r w:rsidR="00E4444A" w:rsidRPr="0099306C">
        <w:t xml:space="preserve"> ! </w:t>
      </w:r>
      <w:r w:rsidRPr="002B3119">
        <w:t>Jésus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étoile</w:t>
      </w:r>
      <w:r w:rsidR="00E4444A" w:rsidRPr="0099306C">
        <w:t xml:space="preserve">, </w:t>
      </w:r>
      <w:r w:rsidRPr="002B3119">
        <w:t>la crèche</w:t>
      </w:r>
      <w:r w:rsidR="00E4444A" w:rsidRPr="0099306C">
        <w:t xml:space="preserve">, </w:t>
      </w:r>
      <w:r w:rsidRPr="002B3119">
        <w:t>les bougies allumées et les cantiques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odeur résineuse du sapin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parmi cette lumière</w:t>
      </w:r>
      <w:r w:rsidR="00E4444A" w:rsidRPr="0099306C">
        <w:t xml:space="preserve">, </w:t>
      </w:r>
      <w:r w:rsidRPr="002B3119">
        <w:t>Yvette me cherchant du r</w:t>
      </w:r>
      <w:r w:rsidRPr="002B3119">
        <w:t>e</w:t>
      </w:r>
      <w:r w:rsidRPr="002B3119">
        <w:t>gard</w:t>
      </w:r>
      <w:r w:rsidR="00E4444A" w:rsidRPr="0099306C">
        <w:t xml:space="preserve"> ! </w:t>
      </w:r>
      <w:r w:rsidRPr="002B3119">
        <w:t>Toutes ces choses demeurent si précises que j</w:t>
      </w:r>
      <w:r w:rsidR="00E4444A" w:rsidRPr="0099306C">
        <w:t>’</w:t>
      </w:r>
      <w:r w:rsidRPr="002B3119">
        <w:t>ai des larmes aux yeux en les évoquant</w:t>
      </w:r>
      <w:r w:rsidR="00E4444A" w:rsidRPr="0099306C">
        <w:t>.</w:t>
      </w:r>
    </w:p>
    <w:p w14:paraId="531A0DC8" w14:textId="77777777" w:rsidR="00B4016A" w:rsidRPr="0099306C" w:rsidRDefault="002B3119" w:rsidP="00E4444A">
      <w:pPr>
        <w:pStyle w:val="Titre2"/>
      </w:pPr>
      <w:bookmarkStart w:id="27" w:name="_2nr1fg6xswvt" w:colFirst="0" w:colLast="0"/>
      <w:bookmarkStart w:id="28" w:name="_Toc197514970"/>
      <w:bookmarkEnd w:id="27"/>
      <w:r w:rsidRPr="002B3119">
        <w:lastRenderedPageBreak/>
        <w:t>I</w:t>
      </w:r>
      <w:r w:rsidR="00B4016A" w:rsidRPr="0099306C">
        <w:t>V</w:t>
      </w:r>
      <w:bookmarkEnd w:id="28"/>
    </w:p>
    <w:p w14:paraId="298F91A4" w14:textId="77777777" w:rsidR="00E4444A" w:rsidRPr="0099306C" w:rsidRDefault="002B3119" w:rsidP="002B3119">
      <w:r w:rsidRPr="002B3119">
        <w:t>Jamais hiver n</w:t>
      </w:r>
      <w:r w:rsidR="00E4444A" w:rsidRPr="0099306C">
        <w:t>’</w:t>
      </w:r>
      <w:r w:rsidRPr="002B3119">
        <w:t>avait passé si vite</w:t>
      </w:r>
      <w:r w:rsidR="00E4444A" w:rsidRPr="0099306C">
        <w:t xml:space="preserve">. </w:t>
      </w:r>
      <w:r w:rsidRPr="002B3119">
        <w:t>Les jours allongeaient</w:t>
      </w:r>
      <w:r w:rsidR="00E4444A" w:rsidRPr="0099306C">
        <w:t xml:space="preserve">, </w:t>
      </w:r>
      <w:r w:rsidRPr="002B3119">
        <w:t>allongeaient</w:t>
      </w:r>
      <w:r w:rsidR="00E4444A" w:rsidRPr="0099306C">
        <w:t xml:space="preserve">. </w:t>
      </w:r>
      <w:r w:rsidRPr="002B3119">
        <w:t>Les merles du jardin</w:t>
      </w:r>
      <w:r w:rsidR="00E4444A" w:rsidRPr="0099306C">
        <w:t xml:space="preserve">, </w:t>
      </w:r>
      <w:r w:rsidRPr="002B3119">
        <w:t>dès la pointe de l</w:t>
      </w:r>
      <w:r w:rsidR="00E4444A" w:rsidRPr="0099306C">
        <w:t>’</w:t>
      </w:r>
      <w:r w:rsidRPr="002B3119">
        <w:t>aube</w:t>
      </w:r>
      <w:r w:rsidR="00E4444A" w:rsidRPr="0099306C">
        <w:t xml:space="preserve">, </w:t>
      </w:r>
      <w:r w:rsidRPr="002B3119">
        <w:t>se mettaient tous à jacasser à la fois</w:t>
      </w:r>
      <w:r w:rsidR="00E4444A" w:rsidRPr="0099306C">
        <w:t xml:space="preserve">. </w:t>
      </w:r>
      <w:r w:rsidRPr="002B3119">
        <w:t>Un printemps de plus r</w:t>
      </w:r>
      <w:r w:rsidRPr="002B3119">
        <w:t>e</w:t>
      </w:r>
      <w:r w:rsidRPr="002B3119">
        <w:t>fleurissait la terre</w:t>
      </w:r>
      <w:r w:rsidR="00E4444A" w:rsidRPr="0099306C">
        <w:t xml:space="preserve">, </w:t>
      </w:r>
      <w:r w:rsidRPr="002B3119">
        <w:t>avec ses herbes neuves</w:t>
      </w:r>
      <w:r w:rsidR="00E4444A" w:rsidRPr="0099306C">
        <w:t xml:space="preserve">, </w:t>
      </w:r>
      <w:r w:rsidRPr="002B3119">
        <w:t>ses jeunes pousses et ses mystérieuses germinations</w:t>
      </w:r>
      <w:r w:rsidR="00E4444A" w:rsidRPr="0099306C">
        <w:t>.</w:t>
      </w:r>
    </w:p>
    <w:p w14:paraId="03D30E35" w14:textId="77777777" w:rsidR="00E4444A" w:rsidRPr="0099306C" w:rsidRDefault="002B3119" w:rsidP="002B3119">
      <w:r w:rsidRPr="002B3119">
        <w:t>Chaque matin</w:t>
      </w:r>
      <w:r w:rsidR="00E4444A" w:rsidRPr="0099306C">
        <w:t xml:space="preserve">, </w:t>
      </w:r>
      <w:r w:rsidRPr="002B3119">
        <w:t>dès son réveil</w:t>
      </w:r>
      <w:r w:rsidR="00E4444A" w:rsidRPr="0099306C">
        <w:t xml:space="preserve">, </w:t>
      </w:r>
      <w:r w:rsidRPr="002B3119">
        <w:t>avec le geste amusant d</w:t>
      </w:r>
      <w:r w:rsidR="00E4444A" w:rsidRPr="0099306C">
        <w:t>’</w:t>
      </w:r>
      <w:r w:rsidRPr="002B3119">
        <w:t>une dame qui se retrousse</w:t>
      </w:r>
      <w:r w:rsidR="00E4444A" w:rsidRPr="0099306C">
        <w:t xml:space="preserve">, </w:t>
      </w:r>
      <w:r w:rsidRPr="002B3119">
        <w:t>le petit fantôme blanc accourait vers moi</w:t>
      </w:r>
      <w:r w:rsidR="00E4444A" w:rsidRPr="0099306C">
        <w:t xml:space="preserve">. </w:t>
      </w:r>
      <w:r w:rsidR="00F30070" w:rsidRPr="002B3119">
        <w:t>Marie-Anne</w:t>
      </w:r>
      <w:r w:rsidRPr="002B3119">
        <w:t xml:space="preserve"> arrivait</w:t>
      </w:r>
      <w:r w:rsidR="00E4444A" w:rsidRPr="0099306C">
        <w:t xml:space="preserve">, </w:t>
      </w:r>
      <w:r w:rsidRPr="002B3119">
        <w:t>ouvrait les fenêtres</w:t>
      </w:r>
      <w:r w:rsidR="00E4444A" w:rsidRPr="0099306C">
        <w:t xml:space="preserve">. </w:t>
      </w:r>
      <w:r w:rsidRPr="002B3119">
        <w:t>Les pe</w:t>
      </w:r>
      <w:r w:rsidRPr="002B3119">
        <w:t>r</w:t>
      </w:r>
      <w:r w:rsidRPr="002B3119">
        <w:t>siennes heurtaient la muraille d</w:t>
      </w:r>
      <w:r w:rsidR="00E4444A" w:rsidRPr="0099306C">
        <w:t>’</w:t>
      </w:r>
      <w:r w:rsidRPr="002B3119">
        <w:t>un double soufflet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air</w:t>
      </w:r>
      <w:r w:rsidR="00E4444A" w:rsidRPr="0099306C">
        <w:t xml:space="preserve">, </w:t>
      </w:r>
      <w:r w:rsidRPr="002B3119">
        <w:t>la lumière</w:t>
      </w:r>
      <w:r w:rsidR="00E4444A" w:rsidRPr="0099306C">
        <w:t xml:space="preserve">, </w:t>
      </w:r>
      <w:r w:rsidRPr="002B3119">
        <w:t>qui semblaient attendre au dehors la permission d</w:t>
      </w:r>
      <w:r w:rsidR="00E4444A" w:rsidRPr="0099306C">
        <w:t>’</w:t>
      </w:r>
      <w:r w:rsidRPr="002B3119">
        <w:t>entrer</w:t>
      </w:r>
      <w:r w:rsidR="00E4444A" w:rsidRPr="0099306C">
        <w:t xml:space="preserve">, </w:t>
      </w:r>
      <w:r w:rsidRPr="002B3119">
        <w:t>faisaient irruption dans la chambre</w:t>
      </w:r>
      <w:r w:rsidR="00E4444A" w:rsidRPr="0099306C">
        <w:t xml:space="preserve">. </w:t>
      </w:r>
      <w:r w:rsidRPr="002B3119">
        <w:t>Puis c</w:t>
      </w:r>
      <w:r w:rsidR="00E4444A" w:rsidRPr="0099306C">
        <w:t>’</w:t>
      </w:r>
      <w:r w:rsidRPr="002B3119">
        <w:t>était le déjeuner</w:t>
      </w:r>
      <w:r w:rsidR="00E4444A" w:rsidRPr="0099306C">
        <w:t xml:space="preserve">, </w:t>
      </w:r>
      <w:r w:rsidRPr="002B3119">
        <w:t>la toilette</w:t>
      </w:r>
      <w:r w:rsidR="00E4444A" w:rsidRPr="0099306C">
        <w:t xml:space="preserve">, </w:t>
      </w:r>
      <w:r w:rsidRPr="002B3119">
        <w:t>et quand je partais pour le collège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m</w:t>
      </w:r>
      <w:r w:rsidR="00E4444A" w:rsidRPr="0099306C">
        <w:t>’</w:t>
      </w:r>
      <w:r w:rsidRPr="002B3119">
        <w:t>entendait ouvrir la porte</w:t>
      </w:r>
      <w:r w:rsidR="00E4444A" w:rsidRPr="0099306C">
        <w:t xml:space="preserve">, </w:t>
      </w:r>
      <w:r w:rsidRPr="002B3119">
        <w:t>ma petite fille</w:t>
      </w:r>
      <w:r w:rsidR="00E4444A" w:rsidRPr="0099306C">
        <w:t xml:space="preserve">, </w:t>
      </w:r>
      <w:r w:rsidRPr="002B3119">
        <w:t>les pieds dans l</w:t>
      </w:r>
      <w:r w:rsidR="00E4444A" w:rsidRPr="0099306C">
        <w:t>’</w:t>
      </w:r>
      <w:r w:rsidRPr="002B3119">
        <w:t>eau</w:t>
      </w:r>
      <w:r w:rsidR="00E4444A" w:rsidRPr="0099306C">
        <w:t xml:space="preserve">, </w:t>
      </w:r>
      <w:r w:rsidRPr="002B3119">
        <w:t>debout dans la cuvette où Marie-Anne l</w:t>
      </w:r>
      <w:r w:rsidR="00E4444A" w:rsidRPr="0099306C">
        <w:t>’</w:t>
      </w:r>
      <w:r w:rsidRPr="002B3119">
        <w:t>immobilisait</w:t>
      </w:r>
      <w:r w:rsidR="00E4444A" w:rsidRPr="0099306C">
        <w:t xml:space="preserve">, </w:t>
      </w:r>
      <w:r w:rsidRPr="002B3119">
        <w:t>me jetait du premier étage</w:t>
      </w:r>
      <w:r w:rsidR="00E4444A" w:rsidRPr="0099306C">
        <w:t> :</w:t>
      </w:r>
    </w:p>
    <w:p w14:paraId="52D4C19F" w14:textId="77777777" w:rsidR="00E4444A" w:rsidRPr="0099306C" w:rsidRDefault="00E4444A" w:rsidP="002B3119">
      <w:r w:rsidRPr="0099306C">
        <w:t>— </w:t>
      </w:r>
      <w:r w:rsidR="002B3119" w:rsidRPr="002B3119">
        <w:t>Au revoir</w:t>
      </w:r>
      <w:r w:rsidRPr="0099306C">
        <w:t xml:space="preserve">, </w:t>
      </w:r>
      <w:r w:rsidR="002B3119" w:rsidRPr="002B3119">
        <w:t>papa</w:t>
      </w:r>
      <w:r w:rsidRPr="0099306C">
        <w:t> !</w:t>
      </w:r>
    </w:p>
    <w:p w14:paraId="4714DDB5" w14:textId="7D3E7658" w:rsidR="00E4444A" w:rsidRPr="0099306C" w:rsidRDefault="002B3119" w:rsidP="002B3119">
      <w:r w:rsidRPr="002B3119">
        <w:t>Vers neuf heures</w:t>
      </w:r>
      <w:r w:rsidR="00E4444A" w:rsidRPr="0099306C">
        <w:t xml:space="preserve">, </w:t>
      </w:r>
      <w:r w:rsidRPr="002B3119">
        <w:t>Marie-Anne l</w:t>
      </w:r>
      <w:r w:rsidR="00E4444A" w:rsidRPr="0099306C">
        <w:t>’</w:t>
      </w:r>
      <w:r w:rsidRPr="002B3119">
        <w:t>amenait à l</w:t>
      </w:r>
      <w:r w:rsidR="00E4444A" w:rsidRPr="0099306C">
        <w:t>’</w:t>
      </w:r>
      <w:r w:rsidRPr="002B3119">
        <w:t>école</w:t>
      </w:r>
      <w:r w:rsidR="00E4444A" w:rsidRPr="0099306C">
        <w:t xml:space="preserve">, </w:t>
      </w:r>
      <w:r w:rsidRPr="002B3119">
        <w:t>où j</w:t>
      </w:r>
      <w:r w:rsidR="00E4444A" w:rsidRPr="0099306C">
        <w:t>’</w:t>
      </w:r>
      <w:r w:rsidRPr="002B3119">
        <w:t>allais la chercher moi-même</w:t>
      </w:r>
      <w:r w:rsidR="00E4444A" w:rsidRPr="0099306C">
        <w:t xml:space="preserve">, </w:t>
      </w:r>
      <w:r w:rsidRPr="002B3119">
        <w:t>en sortant de classe</w:t>
      </w:r>
      <w:r w:rsidR="00E4444A" w:rsidRPr="0099306C">
        <w:t xml:space="preserve">, </w:t>
      </w:r>
      <w:r w:rsidRPr="002B3119">
        <w:t>quand les heures concordaient</w:t>
      </w:r>
      <w:r w:rsidR="00E4444A" w:rsidRPr="0099306C">
        <w:t xml:space="preserve">. </w:t>
      </w:r>
      <w:r w:rsidRPr="002B3119">
        <w:t>La porte d</w:t>
      </w:r>
      <w:r w:rsidR="00E4444A" w:rsidRPr="0099306C">
        <w:t>’</w:t>
      </w:r>
      <w:r w:rsidRPr="002B3119">
        <w:t xml:space="preserve">entrée donnait </w:t>
      </w:r>
      <w:r w:rsidR="00C04E9F" w:rsidRPr="002B3119">
        <w:t>su</w:t>
      </w:r>
      <w:r w:rsidR="00C04E9F">
        <w:t>r</w:t>
      </w:r>
      <w:r w:rsidR="00C04E9F" w:rsidRPr="002B3119">
        <w:t xml:space="preserve"> </w:t>
      </w:r>
      <w:r w:rsidR="00C04E9F">
        <w:t xml:space="preserve">un </w:t>
      </w:r>
      <w:r w:rsidRPr="002B3119">
        <w:t>jardin où deux ou trois petites filles</w:t>
      </w:r>
      <w:r w:rsidR="00E4444A" w:rsidRPr="0099306C">
        <w:t xml:space="preserve">, </w:t>
      </w:r>
      <w:r w:rsidRPr="002B3119">
        <w:t>qui jouaient en atte</w:t>
      </w:r>
      <w:r w:rsidRPr="002B3119">
        <w:t>n</w:t>
      </w:r>
      <w:r w:rsidRPr="002B3119">
        <w:t>dant leurs bonnes</w:t>
      </w:r>
      <w:r w:rsidR="00E4444A" w:rsidRPr="0099306C">
        <w:t xml:space="preserve">, </w:t>
      </w:r>
      <w:r w:rsidRPr="002B3119">
        <w:t>criaient dès qu</w:t>
      </w:r>
      <w:r w:rsidR="00E4444A" w:rsidRPr="0099306C">
        <w:t>’</w:t>
      </w:r>
      <w:r w:rsidRPr="002B3119">
        <w:t>elles m</w:t>
      </w:r>
      <w:r w:rsidR="00E4444A" w:rsidRPr="0099306C">
        <w:t>’</w:t>
      </w:r>
      <w:r w:rsidRPr="002B3119">
        <w:t>avaient aperçu</w:t>
      </w:r>
      <w:r w:rsidR="00E4444A" w:rsidRPr="0099306C">
        <w:t> :</w:t>
      </w:r>
    </w:p>
    <w:p w14:paraId="068A46A5" w14:textId="77777777" w:rsidR="00E4444A" w:rsidRPr="0099306C" w:rsidRDefault="00E4444A" w:rsidP="002B3119">
      <w:r w:rsidRPr="0099306C">
        <w:t>— </w:t>
      </w:r>
      <w:r w:rsidR="002B3119" w:rsidRPr="002B3119">
        <w:t>Yvette</w:t>
      </w:r>
      <w:r w:rsidRPr="0099306C">
        <w:t xml:space="preserve">… </w:t>
      </w:r>
      <w:r w:rsidR="002B3119" w:rsidRPr="002B3119">
        <w:t>Yvette</w:t>
      </w:r>
      <w:r w:rsidRPr="0099306C">
        <w:t xml:space="preserve">… </w:t>
      </w:r>
      <w:r w:rsidR="002B3119" w:rsidRPr="002B3119">
        <w:t>Ton papa</w:t>
      </w:r>
      <w:r w:rsidRPr="0099306C">
        <w:t> !</w:t>
      </w:r>
    </w:p>
    <w:p w14:paraId="01C4CBE9" w14:textId="77777777" w:rsidR="00E4444A" w:rsidRPr="0099306C" w:rsidRDefault="00E4444A" w:rsidP="002B3119">
      <w:r w:rsidRPr="0099306C">
        <w:t>— </w:t>
      </w:r>
      <w:r w:rsidR="002B3119" w:rsidRPr="002B3119">
        <w:t>Allons</w:t>
      </w:r>
      <w:r w:rsidRPr="0099306C">
        <w:t xml:space="preserve">, </w:t>
      </w:r>
      <w:r w:rsidR="002B3119" w:rsidRPr="002B3119">
        <w:t>ma petite Yvette</w:t>
      </w:r>
      <w:r w:rsidRPr="0099306C">
        <w:t xml:space="preserve">, </w:t>
      </w:r>
      <w:r w:rsidR="002B3119" w:rsidRPr="002B3119">
        <w:t>dépêchons-nous</w:t>
      </w:r>
      <w:r w:rsidRPr="0099306C">
        <w:t xml:space="preserve"> ! </w:t>
      </w:r>
      <w:r w:rsidR="002B3119" w:rsidRPr="002B3119">
        <w:t>répétait à son tour la maîtresse</w:t>
      </w:r>
      <w:r w:rsidRPr="0099306C">
        <w:t xml:space="preserve">. </w:t>
      </w:r>
      <w:r w:rsidR="002B3119" w:rsidRPr="002B3119">
        <w:t>Yvette fermait son plumier</w:t>
      </w:r>
      <w:r w:rsidRPr="0099306C">
        <w:t xml:space="preserve">, </w:t>
      </w:r>
      <w:r w:rsidR="002B3119" w:rsidRPr="002B3119">
        <w:t>remettait des cahiers dans sa serviette</w:t>
      </w:r>
      <w:r w:rsidRPr="0099306C">
        <w:t xml:space="preserve">, </w:t>
      </w:r>
      <w:r w:rsidR="002B3119" w:rsidRPr="002B3119">
        <w:t>levait les bras pour ôter son tablier d</w:t>
      </w:r>
      <w:r w:rsidRPr="0099306C">
        <w:t>’</w:t>
      </w:r>
      <w:r w:rsidR="002B3119" w:rsidRPr="002B3119">
        <w:t>école</w:t>
      </w:r>
      <w:r w:rsidRPr="0099306C">
        <w:t xml:space="preserve">, </w:t>
      </w:r>
      <w:r w:rsidR="002B3119" w:rsidRPr="002B3119">
        <w:t>puis arrivait vite</w:t>
      </w:r>
      <w:r w:rsidRPr="0099306C">
        <w:t xml:space="preserve">, </w:t>
      </w:r>
      <w:r w:rsidR="002B3119" w:rsidRPr="002B3119">
        <w:t>m</w:t>
      </w:r>
      <w:r w:rsidRPr="0099306C">
        <w:t>’</w:t>
      </w:r>
      <w:r w:rsidR="002B3119" w:rsidRPr="002B3119">
        <w:t>offrant</w:t>
      </w:r>
      <w:r w:rsidRPr="0099306C">
        <w:t xml:space="preserve">, </w:t>
      </w:r>
      <w:r w:rsidR="002B3119" w:rsidRPr="002B3119">
        <w:t>de son bras te</w:t>
      </w:r>
      <w:r w:rsidR="002B3119" w:rsidRPr="002B3119">
        <w:t>n</w:t>
      </w:r>
      <w:r w:rsidR="002B3119" w:rsidRPr="002B3119">
        <w:t>du</w:t>
      </w:r>
      <w:r w:rsidRPr="0099306C">
        <w:t xml:space="preserve">, </w:t>
      </w:r>
      <w:r w:rsidR="002B3119" w:rsidRPr="002B3119">
        <w:t>son bon point</w:t>
      </w:r>
      <w:r w:rsidRPr="0099306C">
        <w:t>.</w:t>
      </w:r>
    </w:p>
    <w:p w14:paraId="75CF644F" w14:textId="77777777" w:rsidR="00E4444A" w:rsidRPr="0099306C" w:rsidRDefault="002B3119" w:rsidP="002B3119">
      <w:r w:rsidRPr="002B3119">
        <w:lastRenderedPageBreak/>
        <w:t>Comme elle était lourde</w:t>
      </w:r>
      <w:r w:rsidR="00E4444A" w:rsidRPr="0099306C">
        <w:t xml:space="preserve">, </w:t>
      </w:r>
      <w:r w:rsidRPr="002B3119">
        <w:t>sa serviette de classe</w:t>
      </w:r>
      <w:r w:rsidR="00E4444A" w:rsidRPr="0099306C">
        <w:t xml:space="preserve"> ! </w:t>
      </w:r>
      <w:r w:rsidRPr="002B3119">
        <w:t>Elle mettait son orgueil à l</w:t>
      </w:r>
      <w:r w:rsidR="00E4444A" w:rsidRPr="0099306C">
        <w:t>’</w:t>
      </w:r>
      <w:r w:rsidRPr="002B3119">
        <w:t>avoir bien garnie</w:t>
      </w:r>
      <w:r w:rsidR="00E4444A" w:rsidRPr="0099306C">
        <w:t xml:space="preserve">. </w:t>
      </w:r>
      <w:r w:rsidRPr="002B3119">
        <w:t>Pour la bourrer</w:t>
      </w:r>
      <w:r w:rsidR="00E4444A" w:rsidRPr="0099306C">
        <w:t xml:space="preserve">, </w:t>
      </w:r>
      <w:r w:rsidRPr="002B3119">
        <w:t>elle me dérobait des livres</w:t>
      </w:r>
      <w:r w:rsidR="00E4444A" w:rsidRPr="0099306C">
        <w:t xml:space="preserve">. </w:t>
      </w:r>
      <w:r w:rsidRPr="002B3119">
        <w:t xml:space="preserve">Combien de fois ont disparu des </w:t>
      </w:r>
      <w:r w:rsidRPr="002B3119">
        <w:rPr>
          <w:i/>
        </w:rPr>
        <w:t>Anabase</w:t>
      </w:r>
      <w:r w:rsidRPr="002B3119">
        <w:t xml:space="preserve"> et des </w:t>
      </w:r>
      <w:r w:rsidRPr="002B3119">
        <w:rPr>
          <w:i/>
        </w:rPr>
        <w:t>Commentaires</w:t>
      </w:r>
      <w:r w:rsidRPr="002B3119">
        <w:t xml:space="preserve"> qui</w:t>
      </w:r>
      <w:r w:rsidR="00E4444A" w:rsidRPr="0099306C">
        <w:t xml:space="preserve">, </w:t>
      </w:r>
      <w:r w:rsidRPr="002B3119">
        <w:t>depuis une semaine</w:t>
      </w:r>
      <w:r w:rsidR="00E4444A" w:rsidRPr="0099306C">
        <w:t xml:space="preserve">, </w:t>
      </w:r>
      <w:r w:rsidRPr="002B3119">
        <w:t>deux fois par jour</w:t>
      </w:r>
      <w:r w:rsidR="00E4444A" w:rsidRPr="0099306C">
        <w:t xml:space="preserve">, </w:t>
      </w:r>
      <w:r w:rsidRPr="002B3119">
        <w:t>prenaient le chemin de l</w:t>
      </w:r>
      <w:r w:rsidR="00E4444A" w:rsidRPr="0099306C">
        <w:t>’</w:t>
      </w:r>
      <w:r w:rsidRPr="002B3119">
        <w:t>école</w:t>
      </w:r>
      <w:r w:rsidR="00E4444A" w:rsidRPr="0099306C">
        <w:t> !</w:t>
      </w:r>
    </w:p>
    <w:p w14:paraId="30483386" w14:textId="77777777" w:rsidR="00E4444A" w:rsidRPr="0099306C" w:rsidRDefault="002B3119" w:rsidP="00EF1B15">
      <w:pPr>
        <w:tabs>
          <w:tab w:val="left" w:pos="5954"/>
        </w:tabs>
      </w:pPr>
      <w:r w:rsidRPr="00EF1B15">
        <w:t>Quand nous avions le temps</w:t>
      </w:r>
      <w:r w:rsidR="00E4444A" w:rsidRPr="00EF1B15">
        <w:t xml:space="preserve">, </w:t>
      </w:r>
      <w:r w:rsidRPr="00EF1B15">
        <w:t>nous faisions un détour</w:t>
      </w:r>
      <w:r w:rsidR="00E4444A" w:rsidRPr="00EF1B15">
        <w:t xml:space="preserve">. </w:t>
      </w:r>
      <w:r w:rsidRPr="00EF1B15">
        <w:t>La route bordait un cimetière</w:t>
      </w:r>
      <w:r w:rsidR="00E4444A" w:rsidRPr="00EF1B15">
        <w:t xml:space="preserve">. </w:t>
      </w:r>
      <w:r w:rsidRPr="00EF1B15">
        <w:t>Par-dessus les murs</w:t>
      </w:r>
      <w:r w:rsidR="00E4444A" w:rsidRPr="00EF1B15">
        <w:t xml:space="preserve">, </w:t>
      </w:r>
      <w:r w:rsidRPr="00EF1B15">
        <w:t>des sapins allongeaient leurs branches</w:t>
      </w:r>
      <w:r w:rsidR="00E4444A" w:rsidRPr="00EF1B15">
        <w:t xml:space="preserve">. </w:t>
      </w:r>
      <w:r w:rsidRPr="00EF1B15">
        <w:t>Les sommets arrondis des m</w:t>
      </w:r>
      <w:r w:rsidRPr="00EF1B15">
        <w:t>o</w:t>
      </w:r>
      <w:r w:rsidRPr="00EF1B15">
        <w:t xml:space="preserve">numents </w:t>
      </w:r>
      <w:r w:rsidRPr="002B3119">
        <w:t>funéraires dépassaient la muraille par endroits</w:t>
      </w:r>
      <w:r w:rsidR="00E4444A" w:rsidRPr="0099306C">
        <w:t xml:space="preserve">. </w:t>
      </w:r>
      <w:r w:rsidRPr="002B3119">
        <w:t>Par une petite porte</w:t>
      </w:r>
      <w:r w:rsidR="00E4444A" w:rsidRPr="0099306C">
        <w:t xml:space="preserve">, </w:t>
      </w:r>
      <w:r w:rsidRPr="002B3119">
        <w:t>des femmes entraient</w:t>
      </w:r>
      <w:r w:rsidR="00E4444A" w:rsidRPr="0099306C">
        <w:t xml:space="preserve">, </w:t>
      </w:r>
      <w:r w:rsidRPr="002B3119">
        <w:t>portant des fleurs</w:t>
      </w:r>
      <w:r w:rsidR="00E4444A" w:rsidRPr="0099306C">
        <w:t xml:space="preserve">. </w:t>
      </w:r>
      <w:r w:rsidRPr="002B3119">
        <w:t>Yvette me demanda quel était ce mystérieux jardin</w:t>
      </w:r>
      <w:r w:rsidR="004F5412" w:rsidRPr="0099306C">
        <w:t>,</w:t>
      </w:r>
      <w:r w:rsidR="00E4444A" w:rsidRPr="0099306C">
        <w:t xml:space="preserve"> </w:t>
      </w:r>
      <w:r w:rsidRPr="002B3119">
        <w:t>mais j</w:t>
      </w:r>
      <w:r w:rsidR="00E4444A" w:rsidRPr="0099306C">
        <w:t>’</w:t>
      </w:r>
      <w:r w:rsidRPr="002B3119">
        <w:t>éludai la réponse</w:t>
      </w:r>
      <w:r w:rsidR="00E4444A" w:rsidRPr="0099306C">
        <w:t xml:space="preserve">. </w:t>
      </w:r>
      <w:r w:rsidR="004F5412" w:rsidRPr="0099306C">
        <w:t>À</w:t>
      </w:r>
      <w:r w:rsidRPr="002B3119">
        <w:t xml:space="preserve"> quoi bon l</w:t>
      </w:r>
      <w:r w:rsidR="00E4444A" w:rsidRPr="0099306C">
        <w:t>’</w:t>
      </w:r>
      <w:r w:rsidRPr="002B3119">
        <w:t>attrister à son âge</w:t>
      </w:r>
      <w:r w:rsidR="00E4444A" w:rsidRPr="0099306C">
        <w:t xml:space="preserve"> ? </w:t>
      </w:r>
      <w:r w:rsidRPr="002B3119">
        <w:t>Pou</w:t>
      </w:r>
      <w:r w:rsidRPr="002B3119">
        <w:t>r</w:t>
      </w:r>
      <w:r w:rsidRPr="002B3119">
        <w:t>quoi lui donner trop tôt la notion grave de la mort</w:t>
      </w:r>
      <w:r w:rsidR="00E4444A" w:rsidRPr="0099306C">
        <w:t> ?</w:t>
      </w:r>
    </w:p>
    <w:p w14:paraId="5CED59CB" w14:textId="77777777" w:rsidR="00E4444A" w:rsidRPr="0099306C" w:rsidRDefault="002B3119" w:rsidP="002B3119">
      <w:r w:rsidRPr="002B3119">
        <w:t>Nous rentrions</w:t>
      </w:r>
      <w:r w:rsidR="00E4444A" w:rsidRPr="0099306C">
        <w:t xml:space="preserve">, </w:t>
      </w:r>
      <w:r w:rsidRPr="002B3119">
        <w:t>Marie-Anne lavait les petites mains t</w:t>
      </w:r>
      <w:r w:rsidRPr="002B3119">
        <w:t>a</w:t>
      </w:r>
      <w:r w:rsidRPr="002B3119">
        <w:t>chées d</w:t>
      </w:r>
      <w:r w:rsidR="00E4444A" w:rsidRPr="0099306C">
        <w:t>’</w:t>
      </w:r>
      <w:r w:rsidRPr="002B3119">
        <w:t>encre</w:t>
      </w:r>
      <w:r w:rsidR="00E4444A" w:rsidRPr="0099306C">
        <w:t xml:space="preserve">. </w:t>
      </w:r>
      <w:r w:rsidRPr="002B3119">
        <w:t>Yvette faisait le tour de la maison</w:t>
      </w:r>
      <w:r w:rsidR="00E4444A" w:rsidRPr="0099306C">
        <w:t xml:space="preserve">, </w:t>
      </w:r>
      <w:r w:rsidRPr="002B3119">
        <w:t>apportait aux fleurs</w:t>
      </w:r>
      <w:r w:rsidR="00E4444A" w:rsidRPr="0099306C">
        <w:t xml:space="preserve">, </w:t>
      </w:r>
      <w:r w:rsidRPr="002B3119">
        <w:t>aux poupées son bonjour quotidien</w:t>
      </w:r>
      <w:r w:rsidR="00E4444A" w:rsidRPr="0099306C">
        <w:t xml:space="preserve">, </w:t>
      </w:r>
      <w:r w:rsidRPr="002B3119">
        <w:t>allait</w:t>
      </w:r>
      <w:r w:rsidR="00E4444A" w:rsidRPr="0099306C">
        <w:t xml:space="preserve">, </w:t>
      </w:r>
      <w:r w:rsidRPr="002B3119">
        <w:t>dans sa remise</w:t>
      </w:r>
      <w:r w:rsidR="00E4444A" w:rsidRPr="0099306C">
        <w:t xml:space="preserve">, </w:t>
      </w:r>
      <w:r w:rsidRPr="002B3119">
        <w:t>saluer la biquette blanche que nous venions d</w:t>
      </w:r>
      <w:r w:rsidR="00E4444A" w:rsidRPr="0099306C">
        <w:t>’</w:t>
      </w:r>
      <w:r w:rsidRPr="002B3119">
        <w:t>acheter</w:t>
      </w:r>
      <w:r w:rsidR="00E4444A" w:rsidRPr="0099306C">
        <w:t xml:space="preserve">, </w:t>
      </w:r>
      <w:r w:rsidRPr="002B3119">
        <w:t>faisait dans la cuisine son inspection</w:t>
      </w:r>
      <w:r w:rsidR="00E4444A" w:rsidRPr="0099306C">
        <w:t xml:space="preserve">. </w:t>
      </w:r>
      <w:r w:rsidRPr="002B3119">
        <w:t>Puis nous nous mettions à table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maîtresse de maison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annonçait le menu et j</w:t>
      </w:r>
      <w:r w:rsidR="00E4444A" w:rsidRPr="0099306C">
        <w:t>’</w:t>
      </w:r>
      <w:r w:rsidRPr="002B3119">
        <w:t>essayais de meubler sa mémoire</w:t>
      </w:r>
      <w:r w:rsidR="00E4444A" w:rsidRPr="0099306C">
        <w:t xml:space="preserve">, </w:t>
      </w:r>
      <w:r w:rsidRPr="002B3119">
        <w:t>de lui apprendre quelque poésie enfantine qu</w:t>
      </w:r>
      <w:r w:rsidR="00E4444A" w:rsidRPr="0099306C">
        <w:t>’</w:t>
      </w:r>
      <w:r w:rsidRPr="002B3119">
        <w:t>elle répétait</w:t>
      </w:r>
      <w:r w:rsidR="00E4444A" w:rsidRPr="0099306C">
        <w:t xml:space="preserve">, </w:t>
      </w:r>
      <w:r w:rsidRPr="002B3119">
        <w:t>lentement</w:t>
      </w:r>
      <w:r w:rsidR="00E4444A" w:rsidRPr="0099306C">
        <w:t xml:space="preserve">, </w:t>
      </w:r>
      <w:r w:rsidRPr="002B3119">
        <w:t>avec soin</w:t>
      </w:r>
      <w:r w:rsidR="00E4444A" w:rsidRPr="0099306C">
        <w:t>.</w:t>
      </w:r>
    </w:p>
    <w:p w14:paraId="189AB0D7" w14:textId="77777777" w:rsidR="002B3119" w:rsidRPr="002B3119" w:rsidRDefault="002B3119" w:rsidP="002B3119"/>
    <w:p w14:paraId="017EF7C2" w14:textId="77777777" w:rsidR="00E4444A" w:rsidRPr="0099306C" w:rsidRDefault="002B3119" w:rsidP="002B3119">
      <w:r w:rsidRPr="002B3119">
        <w:t>Ce joli printemps</w:t>
      </w:r>
      <w:r w:rsidR="00E4444A" w:rsidRPr="0099306C">
        <w:t xml:space="preserve">, </w:t>
      </w:r>
      <w:r w:rsidRPr="002B3119">
        <w:t>tout neuf</w:t>
      </w:r>
      <w:r w:rsidR="00E4444A" w:rsidRPr="0099306C">
        <w:t xml:space="preserve">, </w:t>
      </w:r>
      <w:r w:rsidRPr="002B3119">
        <w:t>tenait une grande place dans la pensée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Avec les beaux jours</w:t>
      </w:r>
      <w:r w:rsidR="00E4444A" w:rsidRPr="0099306C">
        <w:t xml:space="preserve">, </w:t>
      </w:r>
      <w:r w:rsidRPr="002B3119">
        <w:t>le jardin r</w:t>
      </w:r>
      <w:r w:rsidRPr="002B3119">
        <w:t>e</w:t>
      </w:r>
      <w:r w:rsidRPr="002B3119">
        <w:t>devenait son domaine</w:t>
      </w:r>
      <w:r w:rsidR="00E4444A" w:rsidRPr="0099306C">
        <w:t xml:space="preserve">. </w:t>
      </w:r>
      <w:r w:rsidRPr="002B3119">
        <w:t>Chaque plante lui était familière</w:t>
      </w:r>
      <w:r w:rsidR="00E4444A" w:rsidRPr="0099306C">
        <w:t xml:space="preserve">. </w:t>
      </w:r>
      <w:r w:rsidRPr="002B3119">
        <w:t>Chaque arbre était son ami</w:t>
      </w:r>
      <w:r w:rsidR="00E4444A" w:rsidRPr="0099306C">
        <w:t xml:space="preserve">. </w:t>
      </w:r>
      <w:r w:rsidRPr="002B3119">
        <w:t>Elle s</w:t>
      </w:r>
      <w:r w:rsidR="00E4444A" w:rsidRPr="0099306C">
        <w:t>’</w:t>
      </w:r>
      <w:r w:rsidRPr="002B3119">
        <w:t>était découvert des c</w:t>
      </w:r>
      <w:r w:rsidRPr="002B3119">
        <w:t>a</w:t>
      </w:r>
      <w:r w:rsidRPr="002B3119">
        <w:t>chettes dont elle seule avait le secret</w:t>
      </w:r>
      <w:r w:rsidR="00E4444A" w:rsidRPr="0099306C">
        <w:t xml:space="preserve">. </w:t>
      </w:r>
      <w:r w:rsidR="004F5412" w:rsidRPr="0099306C">
        <w:t>À</w:t>
      </w:r>
      <w:r w:rsidRPr="002B3119">
        <w:t xml:space="preserve"> quatre heures</w:t>
      </w:r>
      <w:r w:rsidR="00E4444A" w:rsidRPr="0099306C">
        <w:t xml:space="preserve">, </w:t>
      </w:r>
      <w:r w:rsidRPr="002B3119">
        <w:t>elle rentrait de classe</w:t>
      </w:r>
      <w:r w:rsidR="00E4444A" w:rsidRPr="0099306C">
        <w:t xml:space="preserve">, </w:t>
      </w:r>
      <w:r w:rsidRPr="002B3119">
        <w:t>venait m</w:t>
      </w:r>
      <w:r w:rsidR="00E4444A" w:rsidRPr="0099306C">
        <w:t>’</w:t>
      </w:r>
      <w:r w:rsidRPr="002B3119">
        <w:t>embrasser</w:t>
      </w:r>
      <w:r w:rsidR="00E4444A" w:rsidRPr="0099306C">
        <w:t xml:space="preserve">, </w:t>
      </w:r>
      <w:r w:rsidRPr="002B3119">
        <w:t>pour disparaître au</w:t>
      </w:r>
      <w:r w:rsidRPr="002B3119">
        <w:t>s</w:t>
      </w:r>
      <w:r w:rsidRPr="002B3119">
        <w:t>sitôt par la porte vitrée que je laissais ouverte par le beau temps</w:t>
      </w:r>
      <w:r w:rsidR="00E4444A" w:rsidRPr="0099306C">
        <w:t xml:space="preserve">. </w:t>
      </w:r>
      <w:r w:rsidRPr="002B3119">
        <w:t>Tout était jeune et frais autour d</w:t>
      </w:r>
      <w:r w:rsidR="00E4444A" w:rsidRPr="0099306C">
        <w:t>’</w:t>
      </w:r>
      <w:r w:rsidRPr="002B3119">
        <w:t>elle</w:t>
      </w:r>
      <w:r w:rsidR="00E4444A" w:rsidRPr="0099306C">
        <w:t xml:space="preserve">. </w:t>
      </w:r>
      <w:r w:rsidRPr="002B3119">
        <w:t>Des notes claires jaillissaient des gosiers rafraîchis des oiseaux</w:t>
      </w:r>
      <w:r w:rsidR="00E4444A" w:rsidRPr="0099306C">
        <w:t xml:space="preserve">. </w:t>
      </w:r>
      <w:r w:rsidRPr="002B3119">
        <w:t>Les bruits même étaient printaniers</w:t>
      </w:r>
      <w:r w:rsidR="00E4444A" w:rsidRPr="0099306C">
        <w:t>.</w:t>
      </w:r>
    </w:p>
    <w:p w14:paraId="7EF3842C" w14:textId="77777777" w:rsidR="00E4444A" w:rsidRPr="0099306C" w:rsidRDefault="002B3119" w:rsidP="002B3119">
      <w:r w:rsidRPr="002B3119">
        <w:lastRenderedPageBreak/>
        <w:t>L</w:t>
      </w:r>
      <w:r w:rsidR="00E4444A" w:rsidRPr="0099306C">
        <w:t>’</w:t>
      </w:r>
      <w:r w:rsidRPr="002B3119">
        <w:t>éclosion d</w:t>
      </w:r>
      <w:r w:rsidR="00E4444A" w:rsidRPr="0099306C">
        <w:t>’</w:t>
      </w:r>
      <w:r w:rsidRPr="002B3119">
        <w:t>une fleur était pour elle un événement</w:t>
      </w:r>
      <w:r w:rsidR="00E4444A" w:rsidRPr="0099306C">
        <w:t xml:space="preserve">. </w:t>
      </w:r>
      <w:r w:rsidRPr="002B3119">
        <w:t>Le</w:t>
      </w:r>
      <w:r w:rsidRPr="002B3119">
        <w:t>n</w:t>
      </w:r>
      <w:r w:rsidRPr="002B3119">
        <w:t>tement</w:t>
      </w:r>
      <w:r w:rsidR="00E4444A" w:rsidRPr="0099306C">
        <w:t xml:space="preserve">, </w:t>
      </w:r>
      <w:r w:rsidRPr="002B3119">
        <w:t>elle visitait se</w:t>
      </w:r>
      <w:r w:rsidR="00F30070">
        <w:t>s</w:t>
      </w:r>
      <w:r w:rsidRPr="002B3119">
        <w:t xml:space="preserve"> rosiers</w:t>
      </w:r>
      <w:r w:rsidR="00E4444A" w:rsidRPr="0099306C">
        <w:t xml:space="preserve">, </w:t>
      </w:r>
      <w:r w:rsidRPr="002B3119">
        <w:t>décidait que tel bouton po</w:t>
      </w:r>
      <w:r w:rsidRPr="002B3119">
        <w:t>u</w:t>
      </w:r>
      <w:r w:rsidRPr="002B3119">
        <w:t>vait être cueilli</w:t>
      </w:r>
      <w:r w:rsidR="00E4444A" w:rsidRPr="0099306C">
        <w:t xml:space="preserve">, </w:t>
      </w:r>
      <w:r w:rsidRPr="002B3119">
        <w:t>que tel autre devait attendre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surveillant mes allées et venues</w:t>
      </w:r>
      <w:r w:rsidR="00E4444A" w:rsidRPr="0099306C">
        <w:t xml:space="preserve">, </w:t>
      </w:r>
      <w:r w:rsidRPr="002B3119">
        <w:t>elle profitait d</w:t>
      </w:r>
      <w:r w:rsidR="00E4444A" w:rsidRPr="0099306C">
        <w:t>’</w:t>
      </w:r>
      <w:r w:rsidRPr="002B3119">
        <w:t>une minute où j</w:t>
      </w:r>
      <w:r w:rsidR="00E4444A" w:rsidRPr="0099306C">
        <w:t>’</w:t>
      </w:r>
      <w:r w:rsidRPr="002B3119">
        <w:t>étais sorti pour fleurir le vase argenté de mon bureau</w:t>
      </w:r>
      <w:r w:rsidR="00E4444A" w:rsidRPr="0099306C">
        <w:t>.</w:t>
      </w:r>
    </w:p>
    <w:p w14:paraId="5F227CC0" w14:textId="77777777" w:rsidR="00E4444A" w:rsidRPr="0099306C" w:rsidRDefault="002B3119" w:rsidP="002B3119">
      <w:r w:rsidRPr="002B3119">
        <w:t>Vers le soir</w:t>
      </w:r>
      <w:r w:rsidR="00E4444A" w:rsidRPr="0099306C">
        <w:t xml:space="preserve">, </w:t>
      </w:r>
      <w:r w:rsidRPr="002B3119">
        <w:t>Marie-Anne venait la retrouver au jardin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armait d</w:t>
      </w:r>
      <w:r w:rsidR="00E4444A" w:rsidRPr="0099306C">
        <w:t>’</w:t>
      </w:r>
      <w:r w:rsidRPr="002B3119">
        <w:t>un arrosoir ou d</w:t>
      </w:r>
      <w:r w:rsidR="00E4444A" w:rsidRPr="0099306C">
        <w:t>’</w:t>
      </w:r>
      <w:r w:rsidRPr="002B3119">
        <w:t>un râteau</w:t>
      </w:r>
      <w:r w:rsidR="00E4444A" w:rsidRPr="0099306C">
        <w:t xml:space="preserve">. </w:t>
      </w:r>
      <w:r w:rsidRPr="002B3119">
        <w:t>Yvette la surveillait</w:t>
      </w:r>
      <w:r w:rsidR="00E4444A" w:rsidRPr="0099306C">
        <w:t xml:space="preserve">, </w:t>
      </w:r>
      <w:r w:rsidRPr="002B3119">
        <w:t>grave comme un propriétaire</w:t>
      </w:r>
      <w:r w:rsidR="00E4444A" w:rsidRPr="0099306C">
        <w:t xml:space="preserve">. </w:t>
      </w:r>
      <w:r w:rsidRPr="002B3119">
        <w:t>Il fallait arroser cette plante</w:t>
      </w:r>
      <w:r w:rsidR="00E4444A" w:rsidRPr="0099306C">
        <w:t xml:space="preserve">, </w:t>
      </w:r>
      <w:r w:rsidRPr="002B3119">
        <w:t>ratisser cette allée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quand elle parlait un peu trop fort</w:t>
      </w:r>
      <w:r w:rsidR="00E4444A" w:rsidRPr="0099306C">
        <w:t xml:space="preserve">, </w:t>
      </w:r>
      <w:r w:rsidRPr="002B3119">
        <w:t>Marie-Anne montrait du doigt ma porte ouverte</w:t>
      </w:r>
      <w:r w:rsidR="00E4444A" w:rsidRPr="0099306C">
        <w:t> :</w:t>
      </w:r>
    </w:p>
    <w:p w14:paraId="4918C55D" w14:textId="77777777" w:rsidR="00E4444A" w:rsidRPr="0099306C" w:rsidRDefault="00E4444A" w:rsidP="002B3119">
      <w:r w:rsidRPr="0099306C">
        <w:t>— </w:t>
      </w:r>
      <w:r w:rsidR="002B3119" w:rsidRPr="002B3119">
        <w:t>Attention</w:t>
      </w:r>
      <w:r w:rsidRPr="0099306C">
        <w:t xml:space="preserve">, </w:t>
      </w:r>
      <w:r w:rsidR="002B3119" w:rsidRPr="002B3119">
        <w:t>Yvette</w:t>
      </w:r>
      <w:r w:rsidRPr="0099306C">
        <w:t xml:space="preserve">… </w:t>
      </w:r>
      <w:r w:rsidR="002B3119" w:rsidRPr="002B3119">
        <w:t>papa travaille</w:t>
      </w:r>
      <w:r w:rsidRPr="0099306C">
        <w:t>…</w:t>
      </w:r>
    </w:p>
    <w:p w14:paraId="5658650A" w14:textId="77777777" w:rsidR="00E4444A" w:rsidRPr="0099306C" w:rsidRDefault="002B3119" w:rsidP="002B3119">
      <w:r w:rsidRPr="002B3119">
        <w:t>Ah</w:t>
      </w:r>
      <w:r w:rsidR="00E4444A" w:rsidRPr="0099306C">
        <w:t xml:space="preserve"> ! </w:t>
      </w:r>
      <w:r w:rsidRPr="002B3119">
        <w:t>scrupuleuse Marie-Anne</w:t>
      </w:r>
      <w:r w:rsidR="00E4444A" w:rsidRPr="0099306C">
        <w:t xml:space="preserve">, </w:t>
      </w:r>
      <w:r w:rsidRPr="002B3119">
        <w:t>vos louables soucis étaient bien superflus</w:t>
      </w:r>
      <w:r w:rsidR="00E4444A" w:rsidRPr="0099306C">
        <w:t xml:space="preserve"> ! </w:t>
      </w:r>
      <w:r w:rsidRPr="002B3119">
        <w:t>La fin du jour baignait la pelouse d</w:t>
      </w:r>
      <w:r w:rsidR="00E4444A" w:rsidRPr="0099306C">
        <w:t>’</w:t>
      </w:r>
      <w:r w:rsidRPr="002B3119">
        <w:t>une lumière surnaturelle parmi laquelle courait Yvette</w:t>
      </w:r>
      <w:r w:rsidR="00E4444A" w:rsidRPr="0099306C">
        <w:t xml:space="preserve">. </w:t>
      </w:r>
      <w:r w:rsidRPr="002B3119">
        <w:t>Le râteau chantait sur le gravier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eau pleuvait doucement de la pomme d</w:t>
      </w:r>
      <w:r w:rsidR="00E4444A" w:rsidRPr="0099306C">
        <w:t>’</w:t>
      </w:r>
      <w:r w:rsidRPr="002B3119">
        <w:t>arrosoir</w:t>
      </w:r>
      <w:r w:rsidR="00E4444A" w:rsidRPr="0099306C">
        <w:t xml:space="preserve">. </w:t>
      </w:r>
      <w:r w:rsidRPr="002B3119">
        <w:t>Renversé dans mon fauteuil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ouvrais l</w:t>
      </w:r>
      <w:r w:rsidR="00E4444A" w:rsidRPr="0099306C">
        <w:t>’</w:t>
      </w:r>
      <w:r w:rsidRPr="002B3119">
        <w:t>oreille à tous ces bruits</w:t>
      </w:r>
      <w:r w:rsidR="00E4444A" w:rsidRPr="0099306C">
        <w:t xml:space="preserve">. </w:t>
      </w:r>
      <w:r w:rsidRPr="002B3119">
        <w:t>Ça sentait bon le gazon mouillé</w:t>
      </w:r>
      <w:r w:rsidR="00E4444A" w:rsidRPr="0099306C">
        <w:t xml:space="preserve">. </w:t>
      </w:r>
      <w:r w:rsidRPr="002B3119">
        <w:t>Non</w:t>
      </w:r>
      <w:r w:rsidR="00E4444A" w:rsidRPr="0099306C">
        <w:t xml:space="preserve">, </w:t>
      </w:r>
      <w:r w:rsidRPr="002B3119">
        <w:t>Marie-Anne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 xml:space="preserve">écrivais pas beaucoup ces </w:t>
      </w:r>
      <w:proofErr w:type="spellStart"/>
      <w:r w:rsidRPr="002B3119">
        <w:t>soirs-là</w:t>
      </w:r>
      <w:proofErr w:type="spellEnd"/>
      <w:r w:rsidR="00E4444A" w:rsidRPr="0099306C">
        <w:t>.</w:t>
      </w:r>
    </w:p>
    <w:p w14:paraId="18290BD3" w14:textId="77777777" w:rsidR="00E4444A" w:rsidRPr="0099306C" w:rsidRDefault="002B3119" w:rsidP="002B3119">
      <w:r w:rsidRPr="002B3119">
        <w:t>Le printemps était revenu</w:t>
      </w:r>
      <w:r w:rsidR="00E4444A" w:rsidRPr="0099306C">
        <w:t xml:space="preserve">. </w:t>
      </w:r>
      <w:r w:rsidRPr="002B3119">
        <w:t>Les jours étaient si longs</w:t>
      </w:r>
      <w:r w:rsidR="00E4444A" w:rsidRPr="0099306C">
        <w:t xml:space="preserve">, </w:t>
      </w:r>
      <w:r w:rsidRPr="002B3119">
        <w:t>si longs que</w:t>
      </w:r>
      <w:r w:rsidR="00E4444A" w:rsidRPr="0099306C">
        <w:t xml:space="preserve">, </w:t>
      </w:r>
      <w:r w:rsidRPr="002B3119">
        <w:t>lorsque Marie-Anne annonçait le dîner</w:t>
      </w:r>
      <w:r w:rsidR="00E4444A" w:rsidRPr="0099306C">
        <w:t xml:space="preserve">, </w:t>
      </w:r>
      <w:r w:rsidRPr="002B3119">
        <w:t>je rega</w:t>
      </w:r>
      <w:r w:rsidRPr="002B3119">
        <w:t>r</w:t>
      </w:r>
      <w:r w:rsidRPr="002B3119">
        <w:t>dais instinctivement la pendule avec l</w:t>
      </w:r>
      <w:r w:rsidR="00E4444A" w:rsidRPr="0099306C">
        <w:t>’</w:t>
      </w:r>
      <w:r w:rsidRPr="002B3119">
        <w:t>impression qu</w:t>
      </w:r>
      <w:r w:rsidR="00E4444A" w:rsidRPr="0099306C">
        <w:t>’</w:t>
      </w:r>
      <w:r w:rsidRPr="002B3119">
        <w:t>elle avait dû se tromper</w:t>
      </w:r>
      <w:r w:rsidR="00E4444A" w:rsidRPr="0099306C">
        <w:t>.</w:t>
      </w:r>
    </w:p>
    <w:p w14:paraId="79B7534C" w14:textId="77777777" w:rsidR="00E4444A" w:rsidRPr="0099306C" w:rsidRDefault="002B3119" w:rsidP="002B3119">
      <w:r w:rsidRPr="002B3119">
        <w:t>Et comme</w:t>
      </w:r>
      <w:r w:rsidR="00E4444A" w:rsidRPr="0099306C">
        <w:t xml:space="preserve">, </w:t>
      </w:r>
      <w:r w:rsidRPr="002B3119">
        <w:t>le repas fini</w:t>
      </w:r>
      <w:r w:rsidR="00E4444A" w:rsidRPr="0099306C">
        <w:t xml:space="preserve">, </w:t>
      </w:r>
      <w:r w:rsidRPr="002B3119">
        <w:t>il faisait jour encore</w:t>
      </w:r>
      <w:r w:rsidR="00E4444A" w:rsidRPr="0099306C">
        <w:t xml:space="preserve">, </w:t>
      </w:r>
      <w:r w:rsidRPr="002B3119">
        <w:t>nous so</w:t>
      </w:r>
      <w:r w:rsidRPr="002B3119">
        <w:t>r</w:t>
      </w:r>
      <w:r w:rsidRPr="002B3119">
        <w:t>tions ensemble pour profiter de la belle soirée</w:t>
      </w:r>
      <w:r w:rsidR="00E4444A" w:rsidRPr="0099306C">
        <w:t>.</w:t>
      </w:r>
    </w:p>
    <w:p w14:paraId="09038CEA" w14:textId="77777777" w:rsidR="00E4444A" w:rsidRPr="0099306C" w:rsidRDefault="002B3119" w:rsidP="002B3119">
      <w:r w:rsidRPr="002B3119">
        <w:t>Yvette avançait à mon côté</w:t>
      </w:r>
      <w:r w:rsidR="00E4444A" w:rsidRPr="0099306C">
        <w:t xml:space="preserve">, </w:t>
      </w:r>
      <w:r w:rsidRPr="002B3119">
        <w:t>légère sur ses fines jambes élastiques</w:t>
      </w:r>
      <w:r w:rsidR="00E4444A" w:rsidRPr="0099306C">
        <w:t xml:space="preserve">, </w:t>
      </w:r>
      <w:r w:rsidRPr="002B3119">
        <w:t>et m</w:t>
      </w:r>
      <w:r w:rsidR="00E4444A" w:rsidRPr="0099306C">
        <w:t>’</w:t>
      </w:r>
      <w:r w:rsidRPr="002B3119">
        <w:t>entraînait sans en avoir l</w:t>
      </w:r>
      <w:r w:rsidR="00E4444A" w:rsidRPr="0099306C">
        <w:t>’</w:t>
      </w:r>
      <w:r w:rsidRPr="002B3119">
        <w:t>air</w:t>
      </w:r>
      <w:r w:rsidR="00E4444A" w:rsidRPr="0099306C">
        <w:t xml:space="preserve">, </w:t>
      </w:r>
      <w:r w:rsidRPr="002B3119">
        <w:t>car elle avait souvent son petit plan</w:t>
      </w:r>
      <w:r w:rsidR="00E4444A" w:rsidRPr="0099306C">
        <w:t xml:space="preserve">. </w:t>
      </w:r>
      <w:r w:rsidRPr="002B3119">
        <w:t>Le dimanche soir</w:t>
      </w:r>
      <w:r w:rsidR="00E4444A" w:rsidRPr="0099306C">
        <w:t xml:space="preserve">, </w:t>
      </w:r>
      <w:r w:rsidRPr="002B3119">
        <w:t>sur un rond-point voisin de la Seine</w:t>
      </w:r>
      <w:r w:rsidR="00E4444A" w:rsidRPr="0099306C">
        <w:t xml:space="preserve">, </w:t>
      </w:r>
      <w:r w:rsidRPr="002B3119">
        <w:t>cavalcadaient des chevaux de bois</w:t>
      </w:r>
      <w:r w:rsidR="00E4444A" w:rsidRPr="0099306C">
        <w:t xml:space="preserve">. </w:t>
      </w:r>
      <w:r w:rsidRPr="002B3119">
        <w:t>On l</w:t>
      </w:r>
      <w:r w:rsidR="00E4444A" w:rsidRPr="0099306C">
        <w:t>’</w:t>
      </w:r>
      <w:r w:rsidRPr="002B3119">
        <w:t>attachait sur son coursier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à chaque tour</w:t>
      </w:r>
      <w:r w:rsidR="00E4444A" w:rsidRPr="0099306C">
        <w:t xml:space="preserve">, </w:t>
      </w:r>
      <w:r w:rsidRPr="002B3119">
        <w:t>je la voyais qui me cherchait du regard</w:t>
      </w:r>
      <w:r w:rsidR="00E4444A" w:rsidRPr="0099306C">
        <w:t xml:space="preserve">… </w:t>
      </w:r>
      <w:r w:rsidRPr="002B3119">
        <w:t>Deux tours</w:t>
      </w:r>
      <w:r w:rsidR="00E4444A" w:rsidRPr="0099306C">
        <w:t xml:space="preserve">… </w:t>
      </w:r>
      <w:r w:rsidRPr="002B3119">
        <w:t>trois tours</w:t>
      </w:r>
      <w:r w:rsidR="00E4444A" w:rsidRPr="0099306C">
        <w:t xml:space="preserve">… </w:t>
      </w:r>
      <w:r w:rsidRPr="002B3119">
        <w:lastRenderedPageBreak/>
        <w:t>J</w:t>
      </w:r>
      <w:r w:rsidR="00E4444A" w:rsidRPr="0099306C">
        <w:t>’</w:t>
      </w:r>
      <w:r w:rsidRPr="002B3119">
        <w:t>approchais pour donner des sous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la cavalcade term</w:t>
      </w:r>
      <w:r w:rsidRPr="002B3119">
        <w:t>i</w:t>
      </w:r>
      <w:r w:rsidRPr="002B3119">
        <w:t>née</w:t>
      </w:r>
      <w:r w:rsidR="00E4444A" w:rsidRPr="0099306C">
        <w:t xml:space="preserve">, </w:t>
      </w:r>
      <w:r w:rsidRPr="002B3119">
        <w:t>tendais les bras pour recevoir Yvette</w:t>
      </w:r>
      <w:r w:rsidR="00E4444A" w:rsidRPr="0099306C">
        <w:t xml:space="preserve">. </w:t>
      </w:r>
      <w:r w:rsidRPr="002B3119">
        <w:t>Puis</w:t>
      </w:r>
      <w:r w:rsidR="00E4444A" w:rsidRPr="0099306C">
        <w:t xml:space="preserve">, </w:t>
      </w:r>
      <w:r w:rsidRPr="002B3119">
        <w:t>nous nous éloignions à pas lents</w:t>
      </w:r>
      <w:r w:rsidR="00E4444A" w:rsidRPr="0099306C">
        <w:t xml:space="preserve">, </w:t>
      </w:r>
      <w:r w:rsidRPr="002B3119">
        <w:t>sur la route bordant la</w:t>
      </w:r>
      <w:r w:rsidR="004F5412" w:rsidRPr="0099306C">
        <w:t xml:space="preserve"> </w:t>
      </w:r>
      <w:r w:rsidRPr="002B3119">
        <w:t>rivière</w:t>
      </w:r>
      <w:r w:rsidR="00E4444A" w:rsidRPr="0099306C">
        <w:t xml:space="preserve">. </w:t>
      </w:r>
      <w:r w:rsidRPr="002B3119">
        <w:t>La nuit plus bleue faisait plus éclatantes les illuminations</w:t>
      </w:r>
      <w:r w:rsidR="00E4444A" w:rsidRPr="0099306C">
        <w:t xml:space="preserve">. </w:t>
      </w:r>
      <w:r w:rsidRPr="002B3119">
        <w:t>Des gens revenaient de la campagne</w:t>
      </w:r>
      <w:r w:rsidR="00E4444A" w:rsidRPr="0099306C">
        <w:t xml:space="preserve">, </w:t>
      </w:r>
      <w:r w:rsidRPr="002B3119">
        <w:t>chantant et chargés de lilas</w:t>
      </w:r>
      <w:r w:rsidR="00E4444A" w:rsidRPr="0099306C">
        <w:t xml:space="preserve">. </w:t>
      </w:r>
      <w:r w:rsidRPr="002B3119">
        <w:t>La nuit se faisait protectrice</w:t>
      </w:r>
      <w:r w:rsidR="00E4444A" w:rsidRPr="0099306C">
        <w:t xml:space="preserve">, </w:t>
      </w:r>
      <w:r w:rsidRPr="002B3119">
        <w:t>et tout</w:t>
      </w:r>
      <w:r w:rsidR="00E4444A" w:rsidRPr="0099306C">
        <w:t xml:space="preserve">, </w:t>
      </w:r>
      <w:r w:rsidRPr="002B3119">
        <w:t>en cette heureuse saison</w:t>
      </w:r>
      <w:r w:rsidR="00E4444A" w:rsidRPr="0099306C">
        <w:t xml:space="preserve">, </w:t>
      </w:r>
      <w:r w:rsidRPr="002B3119">
        <w:t>le printemps</w:t>
      </w:r>
      <w:r w:rsidR="00E4444A" w:rsidRPr="0099306C">
        <w:t xml:space="preserve">, </w:t>
      </w:r>
      <w:r w:rsidRPr="002B3119">
        <w:t>la douceur de l</w:t>
      </w:r>
      <w:r w:rsidR="00E4444A" w:rsidRPr="0099306C">
        <w:t>’</w:t>
      </w:r>
      <w:r w:rsidRPr="002B3119">
        <w:t>air</w:t>
      </w:r>
      <w:r w:rsidR="00E4444A" w:rsidRPr="0099306C">
        <w:t xml:space="preserve">, </w:t>
      </w:r>
      <w:r w:rsidRPr="002B3119">
        <w:t>la bonne lassitude des soirs de fête</w:t>
      </w:r>
      <w:r w:rsidR="00E4444A" w:rsidRPr="0099306C">
        <w:t xml:space="preserve">, </w:t>
      </w:r>
      <w:r w:rsidRPr="002B3119">
        <w:t>tout réveillait au c</w:t>
      </w:r>
      <w:r w:rsidR="00E4444A" w:rsidRPr="0099306C">
        <w:t>œ</w:t>
      </w:r>
      <w:r w:rsidRPr="002B3119">
        <w:t>ur des hommes je ne sais quel nouveau rêve de bonheur</w:t>
      </w:r>
      <w:r w:rsidR="00E4444A" w:rsidRPr="0099306C">
        <w:t>.</w:t>
      </w:r>
    </w:p>
    <w:p w14:paraId="68419BB0" w14:textId="77777777" w:rsidR="00E4444A" w:rsidRPr="0099306C" w:rsidRDefault="002B3119" w:rsidP="002B3119">
      <w:r w:rsidRPr="002B3119">
        <w:t>Tout à coup</w:t>
      </w:r>
      <w:r w:rsidR="00E4444A" w:rsidRPr="0099306C">
        <w:t xml:space="preserve">, </w:t>
      </w:r>
      <w:r w:rsidRPr="002B3119">
        <w:t>par surprise</w:t>
      </w:r>
      <w:r w:rsidR="00E4444A" w:rsidRPr="0099306C">
        <w:t xml:space="preserve">, </w:t>
      </w:r>
      <w:r w:rsidRPr="002B3119">
        <w:t>le sommeil s</w:t>
      </w:r>
      <w:r w:rsidR="00E4444A" w:rsidRPr="0099306C">
        <w:t>’</w:t>
      </w:r>
      <w:r w:rsidRPr="002B3119">
        <w:t>abattait sur Yvette</w:t>
      </w:r>
      <w:r w:rsidR="00E4444A" w:rsidRPr="0099306C">
        <w:t xml:space="preserve">. </w:t>
      </w:r>
      <w:r w:rsidRPr="002B3119">
        <w:t>Les petites jambes ne pouvaient plus marcher</w:t>
      </w:r>
      <w:r w:rsidR="00E4444A" w:rsidRPr="0099306C">
        <w:t>.</w:t>
      </w:r>
    </w:p>
    <w:p w14:paraId="37FE8EFF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suppliait-elle</w:t>
      </w:r>
      <w:r w:rsidRPr="0099306C">
        <w:t xml:space="preserve">, </w:t>
      </w:r>
      <w:r w:rsidR="002B3119" w:rsidRPr="002B3119">
        <w:t>porte-moi</w:t>
      </w:r>
      <w:r w:rsidRPr="0099306C">
        <w:t> !</w:t>
      </w:r>
    </w:p>
    <w:p w14:paraId="3BC0A13B" w14:textId="77777777" w:rsidR="00E4444A" w:rsidRPr="0099306C" w:rsidRDefault="002B3119" w:rsidP="002B3119">
      <w:r w:rsidRPr="002B3119">
        <w:t>Ses bras se levaient pour implorer en même temps que pour s</w:t>
      </w:r>
      <w:r w:rsidR="00E4444A" w:rsidRPr="0099306C">
        <w:t>’</w:t>
      </w:r>
      <w:r w:rsidRPr="002B3119">
        <w:t>accrocher à mon cou</w:t>
      </w:r>
      <w:r w:rsidR="00E4444A" w:rsidRPr="0099306C">
        <w:t xml:space="preserve">. </w:t>
      </w:r>
      <w:r w:rsidRPr="002B3119">
        <w:t>Les enfants ont beau grandir</w:t>
      </w:r>
      <w:r w:rsidR="00E4444A" w:rsidRPr="0099306C">
        <w:t xml:space="preserve">, </w:t>
      </w:r>
      <w:r w:rsidRPr="002B3119">
        <w:t>vaincus par le sommeil</w:t>
      </w:r>
      <w:r w:rsidR="00E4444A" w:rsidRPr="0099306C">
        <w:t xml:space="preserve">, </w:t>
      </w:r>
      <w:r w:rsidRPr="002B3119">
        <w:t>ils redeviennent toujours des petits</w:t>
      </w:r>
      <w:r w:rsidR="00E4444A" w:rsidRPr="0099306C">
        <w:t xml:space="preserve">, </w:t>
      </w:r>
      <w:r w:rsidRPr="002B3119">
        <w:t>des tout petits qui s</w:t>
      </w:r>
      <w:r w:rsidR="00E4444A" w:rsidRPr="0099306C">
        <w:t>’</w:t>
      </w:r>
      <w:r w:rsidRPr="002B3119">
        <w:t>abandonnent</w:t>
      </w:r>
      <w:r w:rsidR="00E4444A" w:rsidRPr="0099306C">
        <w:t xml:space="preserve">, </w:t>
      </w:r>
      <w:r w:rsidRPr="002B3119">
        <w:t>se livrant avec une co</w:t>
      </w:r>
      <w:r w:rsidRPr="002B3119">
        <w:t>n</w:t>
      </w:r>
      <w:r w:rsidRPr="002B3119">
        <w:t xml:space="preserve">fiance qui nous fait bondir le </w:t>
      </w:r>
      <w:r w:rsidR="004F5412" w:rsidRPr="0099306C">
        <w:t>cœur</w:t>
      </w:r>
      <w:r w:rsidR="00E4444A" w:rsidRPr="0099306C">
        <w:t xml:space="preserve">. </w:t>
      </w:r>
      <w:r w:rsidRPr="002B3119">
        <w:t>Heureux</w:t>
      </w:r>
      <w:r w:rsidR="00E4444A" w:rsidRPr="0099306C">
        <w:t xml:space="preserve">, </w:t>
      </w:r>
      <w:r w:rsidRPr="002B3119">
        <w:t>peureux</w:t>
      </w:r>
      <w:r w:rsidR="00E4444A" w:rsidRPr="0099306C">
        <w:t xml:space="preserve">, </w:t>
      </w:r>
      <w:r w:rsidRPr="002B3119">
        <w:t>lo</w:t>
      </w:r>
      <w:r w:rsidRPr="002B3119">
        <w:t>n</w:t>
      </w:r>
      <w:r w:rsidRPr="002B3119">
        <w:t>geant les murs comme un voleur</w:t>
      </w:r>
      <w:r w:rsidR="00E4444A" w:rsidRPr="0099306C">
        <w:t xml:space="preserve">, </w:t>
      </w:r>
      <w:r w:rsidRPr="002B3119">
        <w:t>je rapportais mon tendre fardeau</w:t>
      </w:r>
      <w:r w:rsidR="00E4444A" w:rsidRPr="0099306C">
        <w:t xml:space="preserve">. </w:t>
      </w:r>
      <w:r w:rsidRPr="002B3119">
        <w:t>Joie craintive</w:t>
      </w:r>
      <w:r w:rsidR="00E4444A" w:rsidRPr="0099306C">
        <w:t xml:space="preserve"> ! </w:t>
      </w:r>
      <w:r w:rsidRPr="002B3119">
        <w:t>Allégresse grave</w:t>
      </w:r>
      <w:r w:rsidR="00E4444A" w:rsidRPr="0099306C">
        <w:t xml:space="preserve"> ! </w:t>
      </w:r>
      <w:r w:rsidRPr="002B3119">
        <w:t>Sentiment d</w:t>
      </w:r>
      <w:r w:rsidR="00E4444A" w:rsidRPr="0099306C">
        <w:t>’</w:t>
      </w:r>
      <w:r w:rsidRPr="002B3119">
        <w:t>un bonheur si précieux qu</w:t>
      </w:r>
      <w:r w:rsidR="00E4444A" w:rsidRPr="0099306C">
        <w:t>’</w:t>
      </w:r>
      <w:r w:rsidRPr="002B3119">
        <w:t>il est fragile</w:t>
      </w:r>
      <w:r w:rsidR="00E4444A" w:rsidRPr="0099306C">
        <w:t xml:space="preserve"> ! </w:t>
      </w:r>
      <w:r w:rsidRPr="002B3119">
        <w:t>J</w:t>
      </w:r>
      <w:r w:rsidR="00E4444A" w:rsidRPr="0099306C">
        <w:t>’</w:t>
      </w:r>
      <w:r w:rsidRPr="002B3119">
        <w:t>avais éprouvé quelque chose de semblable aux soirs tremblants de mon premier amour</w:t>
      </w:r>
      <w:r w:rsidR="00E4444A" w:rsidRPr="0099306C">
        <w:t>.</w:t>
      </w:r>
    </w:p>
    <w:p w14:paraId="67F6310B" w14:textId="77777777" w:rsidR="002B3119" w:rsidRPr="002B3119" w:rsidRDefault="002B3119" w:rsidP="002B3119"/>
    <w:p w14:paraId="6AC46050" w14:textId="77777777" w:rsidR="00E4444A" w:rsidRPr="0099306C" w:rsidRDefault="002B3119" w:rsidP="002B3119">
      <w:r w:rsidRPr="002B3119">
        <w:t>Cependant Yvette croissait en stature et en grâce</w:t>
      </w:r>
      <w:r w:rsidR="00E4444A" w:rsidRPr="0099306C">
        <w:t xml:space="preserve">, </w:t>
      </w:r>
      <w:r w:rsidRPr="002B3119">
        <w:t>su</w:t>
      </w:r>
      <w:r w:rsidRPr="002B3119">
        <w:t>i</w:t>
      </w:r>
      <w:r w:rsidRPr="002B3119">
        <w:t>vant l</w:t>
      </w:r>
      <w:r w:rsidR="00E4444A" w:rsidRPr="0099306C">
        <w:t>’</w:t>
      </w:r>
      <w:r w:rsidRPr="002B3119">
        <w:t>expression de l</w:t>
      </w:r>
      <w:r w:rsidR="00E4444A" w:rsidRPr="0099306C">
        <w:t>’</w:t>
      </w:r>
      <w:r w:rsidRPr="002B3119">
        <w:t>Évangile</w:t>
      </w:r>
      <w:r w:rsidR="00E4444A" w:rsidRPr="0099306C">
        <w:t xml:space="preserve">. </w:t>
      </w:r>
      <w:r w:rsidRPr="002B3119">
        <w:t>Et ce qui prouvait bien qu</w:t>
      </w:r>
      <w:r w:rsidR="00E4444A" w:rsidRPr="0099306C">
        <w:t>’</w:t>
      </w:r>
      <w:r w:rsidRPr="002B3119">
        <w:t>elle était une grande fille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elle avait une dent g</w:t>
      </w:r>
      <w:r w:rsidRPr="002B3119">
        <w:t>â</w:t>
      </w:r>
      <w:r w:rsidRPr="002B3119">
        <w:t>tée</w:t>
      </w:r>
      <w:r w:rsidR="00E4444A" w:rsidRPr="0099306C">
        <w:t>.</w:t>
      </w:r>
    </w:p>
    <w:p w14:paraId="0AAFDDCB" w14:textId="77777777" w:rsidR="00E4444A" w:rsidRPr="0099306C" w:rsidRDefault="002B3119" w:rsidP="002B3119">
      <w:r w:rsidRPr="002B3119">
        <w:t>Elle en était extrêmement fière</w:t>
      </w:r>
      <w:r w:rsidR="00E4444A" w:rsidRPr="0099306C">
        <w:t xml:space="preserve">. </w:t>
      </w:r>
      <w:r w:rsidRPr="002B3119">
        <w:t>Un jour que ses petites amies avaient des doutes</w:t>
      </w:r>
      <w:r w:rsidR="00E4444A" w:rsidRPr="0099306C">
        <w:t xml:space="preserve">, </w:t>
      </w:r>
      <w:r w:rsidRPr="002B3119">
        <w:t>elle invoqua mon témoignage</w:t>
      </w:r>
      <w:r w:rsidR="00E4444A" w:rsidRPr="0099306C">
        <w:t>.</w:t>
      </w:r>
    </w:p>
    <w:p w14:paraId="17DC6A79" w14:textId="77777777" w:rsidR="00E4444A" w:rsidRPr="0099306C" w:rsidRDefault="00E4444A" w:rsidP="002B3119">
      <w:r w:rsidRPr="0099306C">
        <w:t>— </w:t>
      </w:r>
      <w:r w:rsidR="002B3119" w:rsidRPr="002B3119">
        <w:t>N</w:t>
      </w:r>
      <w:r w:rsidRPr="0099306C">
        <w:t>’</w:t>
      </w:r>
      <w:r w:rsidR="002B3119" w:rsidRPr="002B3119">
        <w:t>est-ce pas</w:t>
      </w:r>
      <w:r w:rsidRPr="0099306C">
        <w:t xml:space="preserve"> ? </w:t>
      </w:r>
      <w:r w:rsidR="002B3119" w:rsidRPr="002B3119">
        <w:t>papa</w:t>
      </w:r>
      <w:r w:rsidRPr="0099306C">
        <w:t xml:space="preserve">. </w:t>
      </w:r>
      <w:r w:rsidR="002B3119" w:rsidRPr="002B3119">
        <w:t>C</w:t>
      </w:r>
      <w:r w:rsidRPr="0099306C">
        <w:t>’</w:t>
      </w:r>
      <w:r w:rsidR="002B3119" w:rsidRPr="002B3119">
        <w:t>est vrai que j</w:t>
      </w:r>
      <w:r w:rsidRPr="0099306C">
        <w:t>’</w:t>
      </w:r>
      <w:r w:rsidR="002B3119" w:rsidRPr="002B3119">
        <w:t>ai une dent gâtée</w:t>
      </w:r>
      <w:r w:rsidRPr="0099306C">
        <w:t>.</w:t>
      </w:r>
    </w:p>
    <w:p w14:paraId="7DED607F" w14:textId="77777777" w:rsidR="00E4444A" w:rsidRPr="0099306C" w:rsidRDefault="002B3119" w:rsidP="002B3119">
      <w:r w:rsidRPr="002B3119">
        <w:lastRenderedPageBreak/>
        <w:t>Non</w:t>
      </w:r>
      <w:r w:rsidR="00E4444A" w:rsidRPr="0099306C">
        <w:t xml:space="preserve">. </w:t>
      </w:r>
      <w:r w:rsidRPr="002B3119">
        <w:t>Mais une dent dont se détachait un petit morceau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il fallut un soir arracher tout à fait</w:t>
      </w:r>
      <w:r w:rsidR="00E4444A" w:rsidRPr="0099306C">
        <w:t xml:space="preserve">. </w:t>
      </w:r>
      <w:r w:rsidRPr="002B3119">
        <w:t>Mon fauteuil</w:t>
      </w:r>
      <w:r w:rsidR="00E4444A" w:rsidRPr="0099306C">
        <w:t xml:space="preserve">, </w:t>
      </w:r>
      <w:r w:rsidRPr="002B3119">
        <w:t>pour que j</w:t>
      </w:r>
      <w:r w:rsidR="00E4444A" w:rsidRPr="0099306C">
        <w:t>’</w:t>
      </w:r>
      <w:r w:rsidRPr="002B3119">
        <w:t>y visse clair</w:t>
      </w:r>
      <w:r w:rsidR="00E4444A" w:rsidRPr="0099306C">
        <w:t xml:space="preserve">, </w:t>
      </w:r>
      <w:r w:rsidRPr="002B3119">
        <w:t>fut poussé vers la fenêtre</w:t>
      </w:r>
      <w:r w:rsidR="00E4444A" w:rsidRPr="0099306C">
        <w:t xml:space="preserve">. </w:t>
      </w:r>
      <w:r w:rsidRPr="002B3119">
        <w:t>Yvette s</w:t>
      </w:r>
      <w:r w:rsidR="00E4444A" w:rsidRPr="0099306C">
        <w:t>’</w:t>
      </w:r>
      <w:r w:rsidRPr="002B3119">
        <w:t>assit sur mes genoux</w:t>
      </w:r>
      <w:r w:rsidR="00E4444A" w:rsidRPr="0099306C">
        <w:t xml:space="preserve">, </w:t>
      </w:r>
      <w:r w:rsidRPr="002B3119">
        <w:t>renversée en arrière</w:t>
      </w:r>
      <w:r w:rsidR="004F5412" w:rsidRPr="0099306C">
        <w:t>,</w:t>
      </w:r>
      <w:r w:rsidR="00E4444A" w:rsidRPr="0099306C">
        <w:t xml:space="preserve"> </w:t>
      </w:r>
      <w:r w:rsidRPr="002B3119">
        <w:t>le dos contre ma poitrine</w:t>
      </w:r>
      <w:r w:rsidR="00E4444A" w:rsidRPr="0099306C">
        <w:t xml:space="preserve">. </w:t>
      </w:r>
      <w:r w:rsidRPr="002B3119">
        <w:t>Ses boucles m</w:t>
      </w:r>
      <w:r w:rsidR="00E4444A" w:rsidRPr="0099306C">
        <w:t>’</w:t>
      </w:r>
      <w:r w:rsidRPr="002B3119">
        <w:t>effleurèrent le menton</w:t>
      </w:r>
      <w:r w:rsidR="00E4444A" w:rsidRPr="0099306C">
        <w:t xml:space="preserve">. </w:t>
      </w:r>
      <w:r w:rsidRPr="002B3119">
        <w:t>Elle ouvrit la bouche toute grande et je débarrassai la petite dent</w:t>
      </w:r>
      <w:r w:rsidR="00E4444A" w:rsidRPr="0099306C">
        <w:t xml:space="preserve">. </w:t>
      </w:r>
      <w:r w:rsidRPr="002B3119">
        <w:t>Quel que fût le mal qui pût l</w:t>
      </w:r>
      <w:r w:rsidR="00E4444A" w:rsidRPr="0099306C">
        <w:t>’</w:t>
      </w:r>
      <w:r w:rsidRPr="002B3119">
        <w:t>atteindre</w:t>
      </w:r>
      <w:r w:rsidR="00E4444A" w:rsidRPr="0099306C">
        <w:t xml:space="preserve">, </w:t>
      </w:r>
      <w:r w:rsidRPr="002B3119">
        <w:t>elle ne doutait pas</w:t>
      </w:r>
      <w:r w:rsidR="00E4444A" w:rsidRPr="0099306C">
        <w:t xml:space="preserve">, </w:t>
      </w:r>
      <w:r w:rsidRPr="002B3119">
        <w:t>dans sa toute fa</w:t>
      </w:r>
      <w:r w:rsidRPr="002B3119">
        <w:t>i</w:t>
      </w:r>
      <w:r w:rsidRPr="002B3119">
        <w:t>blesse</w:t>
      </w:r>
      <w:r w:rsidR="00E4444A" w:rsidRPr="0099306C">
        <w:t xml:space="preserve">, </w:t>
      </w:r>
      <w:r w:rsidRPr="002B3119">
        <w:t>que papa l</w:t>
      </w:r>
      <w:r w:rsidR="00E4444A" w:rsidRPr="0099306C">
        <w:t>’</w:t>
      </w:r>
      <w:r w:rsidRPr="002B3119">
        <w:t>en saurait délivrer</w:t>
      </w:r>
      <w:r w:rsidR="00E4444A" w:rsidRPr="0099306C">
        <w:t xml:space="preserve">. </w:t>
      </w:r>
      <w:r w:rsidRPr="002B3119">
        <w:t>Il en savait un peu plus qu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assez pour qu</w:t>
      </w:r>
      <w:r w:rsidR="00E4444A" w:rsidRPr="0099306C">
        <w:t>’</w:t>
      </w:r>
      <w:r w:rsidRPr="002B3119">
        <w:t>elle le supposât tout puissant</w:t>
      </w:r>
      <w:r w:rsidR="00E4444A" w:rsidRPr="0099306C">
        <w:t>.</w:t>
      </w:r>
    </w:p>
    <w:p w14:paraId="169BDF5A" w14:textId="77777777" w:rsidR="00E4444A" w:rsidRPr="0099306C" w:rsidRDefault="002B3119" w:rsidP="002B3119">
      <w:r w:rsidRPr="002B3119">
        <w:t>Minuscule incident</w:t>
      </w:r>
      <w:r w:rsidR="00E4444A" w:rsidRPr="0099306C">
        <w:t xml:space="preserve">, </w:t>
      </w:r>
      <w:r w:rsidRPr="002B3119">
        <w:t>sans doute</w:t>
      </w:r>
      <w:r w:rsidR="00E4444A" w:rsidRPr="0099306C">
        <w:t xml:space="preserve"> ! </w:t>
      </w:r>
      <w:r w:rsidRPr="002B3119">
        <w:t>Pourquoi surnage-t-il parmi beaucoup d</w:t>
      </w:r>
      <w:r w:rsidR="00E4444A" w:rsidRPr="0099306C">
        <w:t>’</w:t>
      </w:r>
      <w:r w:rsidRPr="002B3119">
        <w:t>autres à jamais noyés dans l</w:t>
      </w:r>
      <w:r w:rsidR="00E4444A" w:rsidRPr="0099306C">
        <w:t>’</w:t>
      </w:r>
      <w:r w:rsidRPr="002B3119">
        <w:t>oubli</w:t>
      </w:r>
      <w:r w:rsidR="00E4444A" w:rsidRPr="0099306C">
        <w:t xml:space="preserve"> ? </w:t>
      </w:r>
      <w:r w:rsidRPr="002B3119">
        <w:t>A</w:t>
      </w:r>
      <w:r w:rsidRPr="002B3119">
        <w:t>u</w:t>
      </w:r>
      <w:r w:rsidRPr="002B3119">
        <w:t>tour du plus menu fait se cristallisent ainsi des souvenirs</w:t>
      </w:r>
      <w:r w:rsidR="00E4444A" w:rsidRPr="0099306C">
        <w:t xml:space="preserve">. </w:t>
      </w:r>
      <w:r w:rsidRPr="002B3119">
        <w:t>Et chaque fois que je l</w:t>
      </w:r>
      <w:r w:rsidR="00E4444A" w:rsidRPr="0099306C">
        <w:t>’</w:t>
      </w:r>
      <w:r w:rsidRPr="002B3119">
        <w:t>évoque</w:t>
      </w:r>
      <w:r w:rsidR="00E4444A" w:rsidRPr="0099306C">
        <w:t xml:space="preserve">, </w:t>
      </w:r>
      <w:r w:rsidRPr="002B3119">
        <w:t>cette histoire de la dent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il me semble</w:t>
      </w:r>
      <w:r w:rsidR="00E4444A" w:rsidRPr="0099306C">
        <w:t xml:space="preserve">, </w:t>
      </w:r>
      <w:r w:rsidRPr="002B3119">
        <w:t>sur mes genoux</w:t>
      </w:r>
      <w:r w:rsidR="00E4444A" w:rsidRPr="0099306C">
        <w:t xml:space="preserve">, </w:t>
      </w:r>
      <w:r w:rsidRPr="002B3119">
        <w:t>sentir encore son léger poids</w:t>
      </w:r>
      <w:r w:rsidR="00E4444A" w:rsidRPr="0099306C">
        <w:t>.</w:t>
      </w:r>
    </w:p>
    <w:p w14:paraId="74D432DE" w14:textId="77777777" w:rsidR="002B3119" w:rsidRPr="002B3119" w:rsidRDefault="002B3119" w:rsidP="002B3119"/>
    <w:p w14:paraId="0BB0712D" w14:textId="77777777" w:rsidR="00E4444A" w:rsidRPr="0099306C" w:rsidRDefault="002B3119" w:rsidP="002B3119">
      <w:r w:rsidRPr="002B3119">
        <w:t>Et c</w:t>
      </w:r>
      <w:r w:rsidR="00E4444A" w:rsidRPr="0099306C">
        <w:t>’</w:t>
      </w:r>
      <w:r w:rsidRPr="002B3119">
        <w:t>est une impression analogue que j</w:t>
      </w:r>
      <w:r w:rsidR="00E4444A" w:rsidRPr="0099306C">
        <w:t>’</w:t>
      </w:r>
      <w:r w:rsidRPr="002B3119">
        <w:t>éprouve</w:t>
      </w:r>
      <w:r w:rsidR="00E4444A" w:rsidRPr="0099306C">
        <w:t xml:space="preserve">, </w:t>
      </w:r>
      <w:r w:rsidRPr="002B3119">
        <w:t>un même besoin d</w:t>
      </w:r>
      <w:r w:rsidR="00E4444A" w:rsidRPr="0099306C">
        <w:t>’</w:t>
      </w:r>
      <w:r w:rsidRPr="002B3119">
        <w:t>ouvrir les bras pour étreindre encore</w:t>
      </w:r>
      <w:r w:rsidR="00E4444A" w:rsidRPr="0099306C">
        <w:t xml:space="preserve">, </w:t>
      </w:r>
      <w:r w:rsidRPr="002B3119">
        <w:t>lorsque je revois cette petite Lili qu</w:t>
      </w:r>
      <w:r w:rsidR="00E4444A" w:rsidRPr="0099306C">
        <w:t>’</w:t>
      </w:r>
      <w:r w:rsidRPr="002B3119">
        <w:t>Yvette aimait maternellement</w:t>
      </w:r>
      <w:r w:rsidR="00E4444A" w:rsidRPr="0099306C">
        <w:t xml:space="preserve">. </w:t>
      </w:r>
      <w:r w:rsidRPr="002B3119">
        <w:t>Car l</w:t>
      </w:r>
      <w:r w:rsidR="00E4444A" w:rsidRPr="0099306C">
        <w:t>’</w:t>
      </w:r>
      <w:r w:rsidRPr="002B3119">
        <w:t>école venait de recevoir une nouvelle élève</w:t>
      </w:r>
      <w:r w:rsidR="00E4444A" w:rsidRPr="0099306C">
        <w:t xml:space="preserve">, </w:t>
      </w:r>
      <w:r w:rsidRPr="002B3119">
        <w:t>plus jeune encore qu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qui n</w:t>
      </w:r>
      <w:r w:rsidR="00E4444A" w:rsidRPr="0099306C">
        <w:t>’</w:t>
      </w:r>
      <w:r w:rsidRPr="002B3119">
        <w:t xml:space="preserve">était décidément plus une </w:t>
      </w:r>
      <w:r w:rsidR="00E4444A" w:rsidRPr="0099306C">
        <w:t>« </w:t>
      </w:r>
      <w:r w:rsidRPr="002B3119">
        <w:t>toute p</w:t>
      </w:r>
      <w:r w:rsidRPr="002B3119">
        <w:t>e</w:t>
      </w:r>
      <w:r w:rsidRPr="002B3119">
        <w:t>tite</w:t>
      </w:r>
      <w:r w:rsidR="00E4444A" w:rsidRPr="0099306C">
        <w:t> ».</w:t>
      </w:r>
    </w:p>
    <w:p w14:paraId="0AF28F03" w14:textId="77777777" w:rsidR="00E4444A" w:rsidRPr="0099306C" w:rsidRDefault="002B3119" w:rsidP="002B3119">
      <w:r w:rsidRPr="002B3119">
        <w:t>De temps en temps</w:t>
      </w:r>
      <w:r w:rsidR="00E4444A" w:rsidRPr="0099306C">
        <w:t xml:space="preserve">, </w:t>
      </w:r>
      <w:r w:rsidRPr="002B3119">
        <w:t>elle ramenait ses petites camarades</w:t>
      </w:r>
      <w:r w:rsidR="00E4444A" w:rsidRPr="0099306C">
        <w:t xml:space="preserve">. </w:t>
      </w:r>
      <w:r w:rsidRPr="002B3119">
        <w:t>Et je la revois</w:t>
      </w:r>
      <w:r w:rsidR="00E4444A" w:rsidRPr="0099306C">
        <w:t xml:space="preserve">, </w:t>
      </w:r>
      <w:r w:rsidRPr="002B3119">
        <w:t>environnée d</w:t>
      </w:r>
      <w:r w:rsidR="00E4444A" w:rsidRPr="0099306C">
        <w:t>’</w:t>
      </w:r>
      <w:r w:rsidRPr="002B3119">
        <w:t>autres têtes bouclées</w:t>
      </w:r>
      <w:r w:rsidR="00E4444A" w:rsidRPr="0099306C">
        <w:t xml:space="preserve">, </w:t>
      </w:r>
      <w:r w:rsidRPr="002B3119">
        <w:t>orguei</w:t>
      </w:r>
      <w:r w:rsidRPr="002B3119">
        <w:t>l</w:t>
      </w:r>
      <w:r w:rsidRPr="002B3119">
        <w:t xml:space="preserve">leuse de recevoir </w:t>
      </w:r>
      <w:r w:rsidR="00E4444A" w:rsidRPr="0099306C">
        <w:t>« </w:t>
      </w:r>
      <w:r w:rsidRPr="002B3119">
        <w:t>chez elle</w:t>
      </w:r>
      <w:r w:rsidR="00E4444A" w:rsidRPr="0099306C">
        <w:t> »</w:t>
      </w:r>
      <w:r w:rsidRPr="002B3119">
        <w:t xml:space="preserve"> des Mimi</w:t>
      </w:r>
      <w:r w:rsidR="00E4444A" w:rsidRPr="0099306C">
        <w:t xml:space="preserve">, </w:t>
      </w:r>
      <w:r w:rsidRPr="002B3119">
        <w:t>des Maud</w:t>
      </w:r>
      <w:r w:rsidR="00E4444A" w:rsidRPr="0099306C">
        <w:t xml:space="preserve">, </w:t>
      </w:r>
      <w:r w:rsidRPr="002B3119">
        <w:t>des M</w:t>
      </w:r>
      <w:r w:rsidRPr="002B3119">
        <w:t>o</w:t>
      </w:r>
      <w:r w:rsidRPr="002B3119">
        <w:t>nique et des Suzette</w:t>
      </w:r>
      <w:r w:rsidR="00E4444A" w:rsidRPr="0099306C">
        <w:t xml:space="preserve">, </w:t>
      </w:r>
      <w:r w:rsidRPr="002B3119">
        <w:t>qui jouaient avec entrain</w:t>
      </w:r>
      <w:r w:rsidR="00E4444A" w:rsidRPr="0099306C">
        <w:t xml:space="preserve">, </w:t>
      </w:r>
      <w:r w:rsidRPr="002B3119">
        <w:t>sans faire trop de bruit</w:t>
      </w:r>
      <w:r w:rsidR="00E4444A" w:rsidRPr="0099306C">
        <w:t xml:space="preserve">, </w:t>
      </w:r>
      <w:r w:rsidRPr="002B3119">
        <w:t>soucieuses</w:t>
      </w:r>
      <w:r w:rsidR="00E4444A" w:rsidRPr="0099306C">
        <w:t xml:space="preserve">, </w:t>
      </w:r>
      <w:r w:rsidRPr="002B3119">
        <w:t>par leur bonne tenue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être est</w:t>
      </w:r>
      <w:r w:rsidRPr="002B3119">
        <w:t>i</w:t>
      </w:r>
      <w:r w:rsidRPr="002B3119">
        <w:t>mées du papa d</w:t>
      </w:r>
      <w:r w:rsidR="00E4444A" w:rsidRPr="0099306C">
        <w:t>’</w:t>
      </w:r>
      <w:r w:rsidRPr="002B3119">
        <w:t>Yvette</w:t>
      </w:r>
      <w:r w:rsidR="00E4444A" w:rsidRPr="0099306C">
        <w:t>.</w:t>
      </w:r>
    </w:p>
    <w:p w14:paraId="16651A65" w14:textId="77777777" w:rsidR="00E4444A" w:rsidRPr="0099306C" w:rsidRDefault="002B3119" w:rsidP="002B3119">
      <w:r w:rsidRPr="00F951EB">
        <w:t>Derrière les vitres</w:t>
      </w:r>
      <w:r w:rsidR="00E4444A" w:rsidRPr="00F951EB">
        <w:t xml:space="preserve">, </w:t>
      </w:r>
      <w:r w:rsidRPr="00F951EB">
        <w:t>je les observais</w:t>
      </w:r>
      <w:r w:rsidR="00E4444A" w:rsidRPr="00F951EB">
        <w:t xml:space="preserve">, </w:t>
      </w:r>
      <w:r w:rsidRPr="00F951EB">
        <w:t>évoluant dans le ja</w:t>
      </w:r>
      <w:r w:rsidRPr="00F951EB">
        <w:t>r</w:t>
      </w:r>
      <w:r w:rsidRPr="00F951EB">
        <w:t>din</w:t>
      </w:r>
      <w:r w:rsidR="00E4444A" w:rsidRPr="00F951EB">
        <w:t xml:space="preserve">. </w:t>
      </w:r>
      <w:r w:rsidRPr="00F951EB">
        <w:t>D</w:t>
      </w:r>
      <w:r w:rsidR="00E4444A" w:rsidRPr="00F951EB">
        <w:t>’</w:t>
      </w:r>
      <w:r w:rsidRPr="00F951EB">
        <w:t>abord</w:t>
      </w:r>
      <w:r w:rsidR="00E4444A" w:rsidRPr="00F951EB">
        <w:t xml:space="preserve">, </w:t>
      </w:r>
      <w:r w:rsidRPr="00F951EB">
        <w:t>mangeant leur goûter</w:t>
      </w:r>
      <w:r w:rsidR="00E4444A" w:rsidRPr="00F951EB">
        <w:t xml:space="preserve">, </w:t>
      </w:r>
      <w:r w:rsidRPr="00F951EB">
        <w:t>elles allaient par groupes de deux ou trois</w:t>
      </w:r>
      <w:r w:rsidR="00E4444A" w:rsidRPr="00F951EB">
        <w:t xml:space="preserve">. </w:t>
      </w:r>
      <w:r w:rsidRPr="00F951EB">
        <w:t>Yvette présentait les rosiers</w:t>
      </w:r>
      <w:r w:rsidR="00E4444A" w:rsidRPr="00F951EB">
        <w:t xml:space="preserve">, </w:t>
      </w:r>
      <w:r w:rsidRPr="00F951EB">
        <w:t>les arbres</w:t>
      </w:r>
      <w:r w:rsidR="00E4444A" w:rsidRPr="00F951EB">
        <w:t xml:space="preserve">, </w:t>
      </w:r>
      <w:r w:rsidRPr="00F951EB">
        <w:t xml:space="preserve">la </w:t>
      </w:r>
      <w:r w:rsidRPr="00F951EB">
        <w:lastRenderedPageBreak/>
        <w:t>chèvre</w:t>
      </w:r>
      <w:r w:rsidR="00E4444A" w:rsidRPr="00F951EB">
        <w:t xml:space="preserve">. </w:t>
      </w:r>
      <w:r w:rsidRPr="002B3119">
        <w:t>Elles échangeaient des réflexions pr</w:t>
      </w:r>
      <w:r w:rsidRPr="002B3119">
        <w:t>o</w:t>
      </w:r>
      <w:r w:rsidRPr="002B3119">
        <w:t>fondes</w:t>
      </w:r>
      <w:r w:rsidR="00E4444A" w:rsidRPr="0099306C">
        <w:t xml:space="preserve">. </w:t>
      </w:r>
      <w:r w:rsidRPr="002B3119">
        <w:t>Puis</w:t>
      </w:r>
      <w:r w:rsidR="00E4444A" w:rsidRPr="0099306C">
        <w:t xml:space="preserve">, </w:t>
      </w:r>
      <w:r w:rsidRPr="002B3119">
        <w:t>le goûter fini</w:t>
      </w:r>
      <w:r w:rsidR="00E4444A" w:rsidRPr="0099306C">
        <w:t xml:space="preserve">, </w:t>
      </w:r>
      <w:r w:rsidRPr="002B3119">
        <w:t>elles se mettaient à jouer à cache-cache</w:t>
      </w:r>
      <w:r w:rsidR="00E4444A" w:rsidRPr="0099306C">
        <w:t xml:space="preserve">. </w:t>
      </w:r>
      <w:r w:rsidRPr="002B3119">
        <w:t>Et toutes ces petites muses blanches aux mollets nus couraient sans poids sur la pelouse</w:t>
      </w:r>
      <w:r w:rsidR="00E4444A" w:rsidRPr="0099306C">
        <w:t xml:space="preserve">, </w:t>
      </w:r>
      <w:r w:rsidRPr="002B3119">
        <w:t>leurs pieds touchant à peine le sol</w:t>
      </w:r>
      <w:r w:rsidR="00E4444A" w:rsidRPr="0099306C">
        <w:t xml:space="preserve">, </w:t>
      </w:r>
      <w:r w:rsidRPr="002B3119">
        <w:t>comme portées par les vapeurs vertes qui s</w:t>
      </w:r>
      <w:r w:rsidR="00E4444A" w:rsidRPr="0099306C">
        <w:t>’</w:t>
      </w:r>
      <w:r w:rsidRPr="002B3119">
        <w:t>exhalaient du gazon</w:t>
      </w:r>
      <w:r w:rsidR="00E4444A" w:rsidRPr="0099306C">
        <w:t>.</w:t>
      </w:r>
    </w:p>
    <w:p w14:paraId="3FB23FED" w14:textId="77777777" w:rsidR="00E4444A" w:rsidRPr="0099306C" w:rsidRDefault="002B3119" w:rsidP="002B3119">
      <w:r w:rsidRPr="002B3119">
        <w:t>Mais Lili</w:t>
      </w:r>
      <w:r w:rsidR="00E4444A" w:rsidRPr="0099306C">
        <w:t xml:space="preserve">, </w:t>
      </w:r>
      <w:r w:rsidRPr="002B3119">
        <w:t xml:space="preserve">la </w:t>
      </w:r>
      <w:r w:rsidR="00F30070">
        <w:t xml:space="preserve">sœur </w:t>
      </w:r>
      <w:r w:rsidRPr="002B3119">
        <w:t>de Suzette</w:t>
      </w:r>
      <w:r w:rsidR="00E4444A" w:rsidRPr="0099306C">
        <w:t xml:space="preserve">, </w:t>
      </w:r>
      <w:r w:rsidRPr="002B3119">
        <w:t>plus jeune au moins d</w:t>
      </w:r>
      <w:r w:rsidR="00E4444A" w:rsidRPr="0099306C">
        <w:t>’</w:t>
      </w:r>
      <w:r w:rsidRPr="002B3119">
        <w:t>un an</w:t>
      </w:r>
      <w:r w:rsidR="00E4444A" w:rsidRPr="0099306C">
        <w:t xml:space="preserve">, </w:t>
      </w:r>
      <w:r w:rsidRPr="002B3119">
        <w:t>était si petite qu</w:t>
      </w:r>
      <w:r w:rsidR="00E4444A" w:rsidRPr="0099306C">
        <w:t>’</w:t>
      </w:r>
      <w:r w:rsidRPr="002B3119">
        <w:t xml:space="preserve">elle appelait les autres </w:t>
      </w:r>
      <w:r w:rsidR="00E4444A" w:rsidRPr="0099306C">
        <w:t>« </w:t>
      </w:r>
      <w:r w:rsidRPr="002B3119">
        <w:t>les grandes</w:t>
      </w:r>
      <w:r w:rsidR="00E4444A" w:rsidRPr="0099306C">
        <w:t xml:space="preserve"> ». </w:t>
      </w:r>
      <w:r w:rsidRPr="002B3119">
        <w:t>Elle n</w:t>
      </w:r>
      <w:r w:rsidR="00E4444A" w:rsidRPr="0099306C">
        <w:t>’</w:t>
      </w:r>
      <w:r w:rsidRPr="002B3119">
        <w:t>était pas de taille à partager leurs jeux</w:t>
      </w:r>
      <w:r w:rsidR="00E4444A" w:rsidRPr="0099306C">
        <w:t xml:space="preserve">, </w:t>
      </w:r>
      <w:r w:rsidRPr="002B3119">
        <w:t>et restait à l</w:t>
      </w:r>
      <w:r w:rsidR="00E4444A" w:rsidRPr="0099306C">
        <w:t>’</w:t>
      </w:r>
      <w:r w:rsidRPr="002B3119">
        <w:t>écart un peu déconfite</w:t>
      </w:r>
      <w:r w:rsidR="00E4444A" w:rsidRPr="0099306C">
        <w:t xml:space="preserve">. </w:t>
      </w:r>
      <w:r w:rsidRPr="002B3119">
        <w:t>Un jour</w:t>
      </w:r>
      <w:r w:rsidR="00E4444A" w:rsidRPr="0099306C">
        <w:t xml:space="preserve">, </w:t>
      </w:r>
      <w:r w:rsidRPr="002B3119">
        <w:t>la voyant seule</w:t>
      </w:r>
      <w:r w:rsidR="00E4444A" w:rsidRPr="0099306C">
        <w:t xml:space="preserve">, </w:t>
      </w:r>
      <w:r w:rsidRPr="002B3119">
        <w:t>je la pris pour lui montrer des images après l</w:t>
      </w:r>
      <w:r w:rsidR="00E4444A" w:rsidRPr="0099306C">
        <w:t>’</w:t>
      </w:r>
      <w:r w:rsidRPr="002B3119">
        <w:t>avoir installée sur mes genoux</w:t>
      </w:r>
      <w:r w:rsidR="00E4444A" w:rsidRPr="0099306C">
        <w:t>.</w:t>
      </w:r>
    </w:p>
    <w:p w14:paraId="344B3985" w14:textId="77777777" w:rsidR="00E4444A" w:rsidRPr="0099306C" w:rsidRDefault="002B3119" w:rsidP="002B3119">
      <w:r w:rsidRPr="002B3119">
        <w:t>Cela ne faisait pas l</w:t>
      </w:r>
      <w:r w:rsidR="00E4444A" w:rsidRPr="0099306C">
        <w:t>’</w:t>
      </w:r>
      <w:r w:rsidRPr="002B3119">
        <w:t>affaire d</w:t>
      </w:r>
      <w:r w:rsidR="00E4444A" w:rsidRPr="0099306C">
        <w:t>’</w:t>
      </w:r>
      <w:r w:rsidRPr="002B3119">
        <w:t>Yvette qui tout de suite s</w:t>
      </w:r>
      <w:r w:rsidR="00E4444A" w:rsidRPr="0099306C">
        <w:t>’</w:t>
      </w:r>
      <w:r w:rsidRPr="002B3119">
        <w:t>aperçut de la disparition</w:t>
      </w:r>
      <w:r w:rsidR="00E4444A" w:rsidRPr="0099306C">
        <w:t xml:space="preserve">. </w:t>
      </w:r>
      <w:r w:rsidRPr="002B3119">
        <w:t>Laissant jouer ses camarades elle revenait sous différents prétextes dans mon cabinet</w:t>
      </w:r>
      <w:r w:rsidR="00E4444A" w:rsidRPr="0099306C">
        <w:t xml:space="preserve">. </w:t>
      </w:r>
      <w:r w:rsidRPr="002B3119">
        <w:t>Elle tournait</w:t>
      </w:r>
      <w:r w:rsidR="00E4444A" w:rsidRPr="0099306C">
        <w:t xml:space="preserve">, </w:t>
      </w:r>
      <w:r w:rsidRPr="002B3119">
        <w:t>tournait autour de moi</w:t>
      </w:r>
      <w:r w:rsidR="00E4444A" w:rsidRPr="0099306C">
        <w:t xml:space="preserve">, </w:t>
      </w:r>
      <w:r w:rsidRPr="002B3119">
        <w:t>mais l</w:t>
      </w:r>
      <w:r w:rsidR="00E4444A" w:rsidRPr="0099306C">
        <w:t>’</w:t>
      </w:r>
      <w:r w:rsidRPr="002B3119">
        <w:t>amour-propre l</w:t>
      </w:r>
      <w:r w:rsidR="00E4444A" w:rsidRPr="0099306C">
        <w:t>’</w:t>
      </w:r>
      <w:r w:rsidRPr="002B3119">
        <w:t>empêchait d</w:t>
      </w:r>
      <w:r w:rsidR="00E4444A" w:rsidRPr="0099306C">
        <w:t>’</w:t>
      </w:r>
      <w:r w:rsidRPr="002B3119">
        <w:t>avouer quelque dépit</w:t>
      </w:r>
      <w:r w:rsidR="00E4444A" w:rsidRPr="0099306C">
        <w:t>.</w:t>
      </w:r>
    </w:p>
    <w:p w14:paraId="44EA75AA" w14:textId="77777777" w:rsidR="00E4444A" w:rsidRPr="0099306C" w:rsidRDefault="002B3119" w:rsidP="002B3119">
      <w:r w:rsidRPr="002B3119">
        <w:t>Et moi je m</w:t>
      </w:r>
      <w:r w:rsidR="00E4444A" w:rsidRPr="0099306C">
        <w:t>’</w:t>
      </w:r>
      <w:r w:rsidRPr="002B3119">
        <w:t>amusais doucement à la taquiner</w:t>
      </w:r>
      <w:r w:rsidR="00E4444A" w:rsidRPr="0099306C">
        <w:t>.</w:t>
      </w:r>
    </w:p>
    <w:p w14:paraId="71B0C622" w14:textId="77777777" w:rsidR="00E4444A" w:rsidRPr="0099306C" w:rsidRDefault="00E4444A" w:rsidP="002B3119">
      <w:r w:rsidRPr="0099306C">
        <w:t>— </w:t>
      </w:r>
      <w:r w:rsidR="002B3119" w:rsidRPr="002B3119">
        <w:t>Allons</w:t>
      </w:r>
      <w:r w:rsidRPr="0099306C">
        <w:t xml:space="preserve">, </w:t>
      </w:r>
      <w:r w:rsidR="002B3119" w:rsidRPr="002B3119">
        <w:t>Yvette</w:t>
      </w:r>
      <w:r w:rsidRPr="0099306C">
        <w:t xml:space="preserve">, </w:t>
      </w:r>
      <w:r w:rsidR="002B3119" w:rsidRPr="002B3119">
        <w:t>va retrouver tes petites amies</w:t>
      </w:r>
      <w:r w:rsidRPr="0099306C">
        <w:t>.</w:t>
      </w:r>
    </w:p>
    <w:p w14:paraId="25ADFC37" w14:textId="77777777" w:rsidR="00E4444A" w:rsidRPr="0099306C" w:rsidRDefault="00E4444A" w:rsidP="002B3119">
      <w:r w:rsidRPr="0099306C">
        <w:t>— </w:t>
      </w:r>
      <w:r w:rsidR="002B3119" w:rsidRPr="002B3119">
        <w:t>Oui</w:t>
      </w:r>
      <w:r w:rsidRPr="0099306C">
        <w:t xml:space="preserve">, </w:t>
      </w:r>
      <w:r w:rsidR="002B3119" w:rsidRPr="002B3119">
        <w:t>papa</w:t>
      </w:r>
      <w:r w:rsidRPr="0099306C">
        <w:t xml:space="preserve">. </w:t>
      </w:r>
      <w:r w:rsidR="002B3119" w:rsidRPr="002B3119">
        <w:t>Tout à l</w:t>
      </w:r>
      <w:r w:rsidRPr="0099306C">
        <w:t>’</w:t>
      </w:r>
      <w:r w:rsidR="002B3119" w:rsidRPr="002B3119">
        <w:t>heure</w:t>
      </w:r>
      <w:r w:rsidRPr="0099306C">
        <w:t xml:space="preserve"> ! </w:t>
      </w:r>
      <w:r w:rsidR="002B3119" w:rsidRPr="002B3119">
        <w:t>Elles peuvent bien jouer un moment sans moi</w:t>
      </w:r>
      <w:r w:rsidRPr="0099306C">
        <w:t>.</w:t>
      </w:r>
    </w:p>
    <w:p w14:paraId="1EB1992F" w14:textId="77777777" w:rsidR="00E4444A" w:rsidRPr="0099306C" w:rsidRDefault="002B3119" w:rsidP="002B3119">
      <w:r w:rsidRPr="002B3119">
        <w:t>Et Yvette allait</w:t>
      </w:r>
      <w:r w:rsidR="00E4444A" w:rsidRPr="0099306C">
        <w:t xml:space="preserve">, </w:t>
      </w:r>
      <w:r w:rsidRPr="002B3119">
        <w:t>venait</w:t>
      </w:r>
      <w:r w:rsidR="00E4444A" w:rsidRPr="0099306C">
        <w:t xml:space="preserve">, </w:t>
      </w:r>
      <w:r w:rsidRPr="002B3119">
        <w:t>un peu soucieuse malgré tout</w:t>
      </w:r>
      <w:r w:rsidR="00E4444A" w:rsidRPr="0099306C">
        <w:t xml:space="preserve">, </w:t>
      </w:r>
      <w:r w:rsidRPr="002B3119">
        <w:t>a</w:t>
      </w:r>
      <w:r w:rsidRPr="002B3119">
        <w:t>f</w:t>
      </w:r>
      <w:r w:rsidRPr="002B3119">
        <w:t>fectant</w:t>
      </w:r>
      <w:r w:rsidR="00E4444A" w:rsidRPr="0099306C">
        <w:t xml:space="preserve">, </w:t>
      </w:r>
      <w:r w:rsidRPr="002B3119">
        <w:t>pour ne pas s</w:t>
      </w:r>
      <w:r w:rsidR="00E4444A" w:rsidRPr="0099306C">
        <w:t>’</w:t>
      </w:r>
      <w:r w:rsidRPr="002B3119">
        <w:t>éloigner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être fatiguée ou d</w:t>
      </w:r>
      <w:r w:rsidR="00E4444A" w:rsidRPr="0099306C">
        <w:t>’</w:t>
      </w:r>
      <w:r w:rsidRPr="002B3119">
        <w:t>avoir chaud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éventant avec exagération</w:t>
      </w:r>
      <w:r w:rsidR="00E4444A" w:rsidRPr="0099306C">
        <w:t xml:space="preserve">. </w:t>
      </w:r>
      <w:r w:rsidRPr="002B3119">
        <w:t>Je la regardais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amour-propre reprenait le dessus</w:t>
      </w:r>
      <w:r w:rsidR="00E4444A" w:rsidRPr="0099306C">
        <w:t>.</w:t>
      </w:r>
    </w:p>
    <w:p w14:paraId="1E4E5354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disait-elle en faisant une drôle de mine</w:t>
      </w:r>
      <w:r w:rsidRPr="0099306C">
        <w:t xml:space="preserve">, </w:t>
      </w:r>
      <w:r w:rsidR="002B3119" w:rsidRPr="002B3119">
        <w:t>ça m</w:t>
      </w:r>
      <w:r w:rsidRPr="0099306C">
        <w:t>’</w:t>
      </w:r>
      <w:r w:rsidR="002B3119" w:rsidRPr="002B3119">
        <w:t>est bien égal que tu prennes Lili sur tes genoux</w:t>
      </w:r>
      <w:r w:rsidRPr="0099306C">
        <w:t>.</w:t>
      </w:r>
    </w:p>
    <w:p w14:paraId="3DDF7A48" w14:textId="77777777" w:rsidR="00E4444A" w:rsidRPr="0099306C" w:rsidRDefault="002B3119" w:rsidP="002B3119">
      <w:r w:rsidRPr="002B3119">
        <w:t>Mais bientôt Lili</w:t>
      </w:r>
      <w:r w:rsidR="00E4444A" w:rsidRPr="0099306C">
        <w:t xml:space="preserve">, </w:t>
      </w:r>
      <w:r w:rsidRPr="002B3119">
        <w:t>restée assez longtemps immobile</w:t>
      </w:r>
      <w:r w:rsidR="00E4444A" w:rsidRPr="0099306C">
        <w:t xml:space="preserve">, </w:t>
      </w:r>
      <w:r w:rsidRPr="002B3119">
        <w:t>r</w:t>
      </w:r>
      <w:r w:rsidRPr="002B3119">
        <w:t>e</w:t>
      </w:r>
      <w:r w:rsidRPr="002B3119">
        <w:t>prit son vol</w:t>
      </w:r>
      <w:r w:rsidR="00E4444A" w:rsidRPr="0099306C">
        <w:t xml:space="preserve">. </w:t>
      </w:r>
      <w:r w:rsidRPr="002B3119">
        <w:t>Alors</w:t>
      </w:r>
      <w:r w:rsidR="00E4444A" w:rsidRPr="0099306C">
        <w:t xml:space="preserve">, </w:t>
      </w:r>
      <w:r w:rsidRPr="002B3119">
        <w:t>sur mes genoux</w:t>
      </w:r>
      <w:r w:rsidR="00E4444A" w:rsidRPr="0099306C">
        <w:t xml:space="preserve">, </w:t>
      </w:r>
      <w:r w:rsidRPr="002B3119">
        <w:t>ce fut Yvette qui se campa</w:t>
      </w:r>
      <w:r w:rsidR="00E4444A" w:rsidRPr="0099306C">
        <w:t xml:space="preserve">. </w:t>
      </w:r>
      <w:r w:rsidRPr="002B3119">
        <w:t xml:space="preserve">Et </w:t>
      </w:r>
      <w:r w:rsidRPr="002B3119">
        <w:lastRenderedPageBreak/>
        <w:t>je l</w:t>
      </w:r>
      <w:r w:rsidR="00E4444A" w:rsidRPr="0099306C">
        <w:t>’</w:t>
      </w:r>
      <w:r w:rsidRPr="002B3119">
        <w:t>entendis murmurer</w:t>
      </w:r>
      <w:r w:rsidR="00E4444A" w:rsidRPr="0099306C">
        <w:t xml:space="preserve">, </w:t>
      </w:r>
      <w:r w:rsidRPr="002B3119">
        <w:t>un peu émue</w:t>
      </w:r>
      <w:r w:rsidR="00E4444A" w:rsidRPr="0099306C">
        <w:t xml:space="preserve">, </w:t>
      </w:r>
      <w:r w:rsidRPr="002B3119">
        <w:t>me serrant la taille de ses petits bras</w:t>
      </w:r>
      <w:r w:rsidR="00E4444A" w:rsidRPr="0099306C">
        <w:t> :</w:t>
      </w:r>
    </w:p>
    <w:p w14:paraId="416301E9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 ! </w:t>
      </w:r>
      <w:r w:rsidR="002B3119" w:rsidRPr="002B3119">
        <w:t>Papa</w:t>
      </w:r>
      <w:r w:rsidRPr="0099306C">
        <w:t xml:space="preserve"> ! </w:t>
      </w:r>
      <w:r w:rsidR="002B3119" w:rsidRPr="002B3119">
        <w:t>Ça</w:t>
      </w:r>
      <w:r w:rsidRPr="0099306C">
        <w:t xml:space="preserve">, </w:t>
      </w:r>
      <w:r w:rsidR="002B3119" w:rsidRPr="002B3119">
        <w:t>c</w:t>
      </w:r>
      <w:r w:rsidRPr="0099306C">
        <w:t>’</w:t>
      </w:r>
      <w:r w:rsidR="002B3119" w:rsidRPr="002B3119">
        <w:t>est ma place</w:t>
      </w:r>
      <w:r w:rsidRPr="0099306C">
        <w:t> !…</w:t>
      </w:r>
    </w:p>
    <w:p w14:paraId="0E4D14C0" w14:textId="77777777" w:rsidR="00E4444A" w:rsidRPr="0099306C" w:rsidRDefault="002B3119" w:rsidP="002B3119">
      <w:r w:rsidRPr="002B3119">
        <w:t>Puis m</w:t>
      </w:r>
      <w:r w:rsidR="00E4444A" w:rsidRPr="0099306C">
        <w:t>’</w:t>
      </w:r>
      <w:r w:rsidRPr="002B3119">
        <w:t>ayant bien reconquis</w:t>
      </w:r>
      <w:r w:rsidR="00E4444A" w:rsidRPr="0099306C">
        <w:t xml:space="preserve">, </w:t>
      </w:r>
      <w:r w:rsidRPr="002B3119">
        <w:t>sûre d</w:t>
      </w:r>
      <w:r w:rsidR="00E4444A" w:rsidRPr="0099306C">
        <w:t>’</w:t>
      </w:r>
      <w:r w:rsidRPr="002B3119">
        <w:t>elle et sûre de moi</w:t>
      </w:r>
      <w:r w:rsidR="00E4444A" w:rsidRPr="0099306C">
        <w:t xml:space="preserve">, </w:t>
      </w:r>
      <w:r w:rsidRPr="002B3119">
        <w:t>la petite joueuse retourna jouer</w:t>
      </w:r>
      <w:r w:rsidR="00E4444A" w:rsidRPr="0099306C">
        <w:t>.</w:t>
      </w:r>
    </w:p>
    <w:p w14:paraId="3E21B9B4" w14:textId="77777777" w:rsidR="00E4444A" w:rsidRPr="0099306C" w:rsidRDefault="002B3119" w:rsidP="002B3119">
      <w:r w:rsidRPr="002B3119">
        <w:t>Trois mois encore s</w:t>
      </w:r>
      <w:r w:rsidR="00E4444A" w:rsidRPr="0099306C">
        <w:t>’</w:t>
      </w:r>
      <w:r w:rsidRPr="002B3119">
        <w:t>écoulèrent ainsi</w:t>
      </w:r>
      <w:r w:rsidR="00E4444A" w:rsidRPr="0099306C">
        <w:t xml:space="preserve">. </w:t>
      </w:r>
      <w:r w:rsidRPr="002B3119">
        <w:t>Trois mois dans l</w:t>
      </w:r>
      <w:r w:rsidR="00E4444A" w:rsidRPr="0099306C">
        <w:t>’</w:t>
      </w:r>
      <w:r w:rsidRPr="002B3119">
        <w:t>existence d</w:t>
      </w:r>
      <w:r w:rsidR="00E4444A" w:rsidRPr="0099306C">
        <w:t>’</w:t>
      </w:r>
      <w:r w:rsidRPr="002B3119">
        <w:t>une grande personne ne comptent guère</w:t>
      </w:r>
      <w:r w:rsidR="00E4444A" w:rsidRPr="0099306C">
        <w:t xml:space="preserve">. </w:t>
      </w:r>
      <w:r w:rsidRPr="002B3119">
        <w:t>Mais une saison pour les enfants représente un espace de temps considérable</w:t>
      </w:r>
      <w:r w:rsidR="00E4444A" w:rsidRPr="0099306C">
        <w:t xml:space="preserve">, </w:t>
      </w:r>
      <w:r w:rsidRPr="002B3119">
        <w:t>une très notable fraction de leur petite vie</w:t>
      </w:r>
      <w:r w:rsidR="00E4444A" w:rsidRPr="0099306C">
        <w:t>.</w:t>
      </w:r>
    </w:p>
    <w:p w14:paraId="2EDE11D2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une saison à l</w:t>
      </w:r>
      <w:r w:rsidR="00E4444A" w:rsidRPr="0099306C">
        <w:t>’</w:t>
      </w:r>
      <w:r w:rsidRPr="002B3119">
        <w:t>autre</w:t>
      </w:r>
      <w:r w:rsidR="00E4444A" w:rsidRPr="0099306C">
        <w:t xml:space="preserve">, </w:t>
      </w:r>
      <w:r w:rsidRPr="002B3119">
        <w:t>Yvette n</w:t>
      </w:r>
      <w:r w:rsidR="00E4444A" w:rsidRPr="0099306C">
        <w:t>’</w:t>
      </w:r>
      <w:r w:rsidRPr="002B3119">
        <w:t>était plus complèt</w:t>
      </w:r>
      <w:r w:rsidRPr="002B3119">
        <w:t>e</w:t>
      </w:r>
      <w:r w:rsidRPr="002B3119">
        <w:t>ment la même</w:t>
      </w:r>
      <w:r w:rsidR="00E4444A" w:rsidRPr="0099306C">
        <w:t xml:space="preserve">. </w:t>
      </w:r>
      <w:r w:rsidRPr="002B3119">
        <w:t>Ce n</w:t>
      </w:r>
      <w:r w:rsidR="00E4444A" w:rsidRPr="0099306C">
        <w:t>’</w:t>
      </w:r>
      <w:r w:rsidRPr="002B3119">
        <w:t>étaient plus tout à fait les mêmes goûts</w:t>
      </w:r>
      <w:r w:rsidR="00E4444A" w:rsidRPr="0099306C">
        <w:t xml:space="preserve">, </w:t>
      </w:r>
      <w:r w:rsidRPr="002B3119">
        <w:t>le même langage</w:t>
      </w:r>
      <w:r w:rsidR="00E4444A" w:rsidRPr="0099306C">
        <w:t xml:space="preserve">, </w:t>
      </w:r>
      <w:r w:rsidRPr="002B3119">
        <w:t>les mêmes amusements</w:t>
      </w:r>
      <w:r w:rsidR="00E4444A" w:rsidRPr="0099306C">
        <w:t xml:space="preserve">. </w:t>
      </w:r>
      <w:r w:rsidRPr="002B3119">
        <w:t>Elle renaissait sans cesse</w:t>
      </w:r>
      <w:r w:rsidR="00E4444A" w:rsidRPr="0099306C">
        <w:t xml:space="preserve">. </w:t>
      </w:r>
      <w:r w:rsidRPr="002B3119">
        <w:t>Et il me semblait recommencer à vivre</w:t>
      </w:r>
      <w:r w:rsidR="00E4444A" w:rsidRPr="0099306C">
        <w:t xml:space="preserve">, </w:t>
      </w:r>
      <w:r w:rsidRPr="002B3119">
        <w:t>tant ce qui venait d</w:t>
      </w:r>
      <w:r w:rsidR="00E4444A" w:rsidRPr="0099306C">
        <w:t>’</w:t>
      </w:r>
      <w:r w:rsidRPr="002B3119">
        <w:t>elle était plein de fraîcheur et de nouveauté</w:t>
      </w:r>
      <w:r w:rsidR="00E4444A" w:rsidRPr="0099306C">
        <w:t>.</w:t>
      </w:r>
    </w:p>
    <w:p w14:paraId="185E808E" w14:textId="77777777" w:rsidR="00E4444A" w:rsidRPr="0099306C" w:rsidRDefault="002B3119" w:rsidP="002B3119">
      <w:r w:rsidRPr="002B3119">
        <w:t>Mais sa passion pour les fleurs ne varia jamais</w:t>
      </w:r>
      <w:r w:rsidR="00E4444A" w:rsidRPr="0099306C">
        <w:t xml:space="preserve">. </w:t>
      </w:r>
      <w:r w:rsidRPr="002B3119">
        <w:t>Avec les premières tiédeurs de l</w:t>
      </w:r>
      <w:r w:rsidR="00E4444A" w:rsidRPr="0099306C">
        <w:t>’</w:t>
      </w:r>
      <w:r w:rsidRPr="002B3119">
        <w:t>été</w:t>
      </w:r>
      <w:r w:rsidR="00E4444A" w:rsidRPr="0099306C">
        <w:t xml:space="preserve">, </w:t>
      </w:r>
      <w:r w:rsidRPr="002B3119">
        <w:t>les classes devinrent moins rég</w:t>
      </w:r>
      <w:r w:rsidRPr="002B3119">
        <w:t>u</w:t>
      </w:r>
      <w:r w:rsidRPr="002B3119">
        <w:t>lières</w:t>
      </w:r>
      <w:r w:rsidR="00E4444A" w:rsidRPr="0099306C">
        <w:t xml:space="preserve">. </w:t>
      </w:r>
      <w:r w:rsidRPr="002B3119">
        <w:t>Souvent une promenade à la campagne remplaçait celle de l</w:t>
      </w:r>
      <w:r w:rsidR="00E4444A" w:rsidRPr="0099306C">
        <w:t>’</w:t>
      </w:r>
      <w:r w:rsidRPr="002B3119">
        <w:t>après-midi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école se faisait</w:t>
      </w:r>
      <w:r w:rsidR="00E4444A" w:rsidRPr="0099306C">
        <w:t xml:space="preserve">, </w:t>
      </w:r>
      <w:r w:rsidRPr="002B3119">
        <w:t>ces jours-là</w:t>
      </w:r>
      <w:r w:rsidR="00E4444A" w:rsidRPr="0099306C">
        <w:t xml:space="preserve">, </w:t>
      </w:r>
      <w:r w:rsidRPr="002B3119">
        <w:t>buisso</w:t>
      </w:r>
      <w:r w:rsidRPr="002B3119">
        <w:t>n</w:t>
      </w:r>
      <w:r w:rsidRPr="002B3119">
        <w:t>nière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était une grande joie pour ces petites filles qui a</w:t>
      </w:r>
      <w:r w:rsidRPr="002B3119">
        <w:t>i</w:t>
      </w:r>
      <w:r w:rsidRPr="002B3119">
        <w:t>maient l</w:t>
      </w:r>
      <w:r w:rsidR="00E4444A" w:rsidRPr="0099306C">
        <w:t>’</w:t>
      </w:r>
      <w:r w:rsidRPr="002B3119">
        <w:t>air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espace et le ciel</w:t>
      </w:r>
      <w:r w:rsidR="00E4444A" w:rsidRPr="0099306C">
        <w:t xml:space="preserve">. </w:t>
      </w:r>
      <w:r w:rsidRPr="002B3119">
        <w:t>Jamais Yvette ne revenait sans rapporter un bouquet pour papa</w:t>
      </w:r>
      <w:r w:rsidR="00E4444A" w:rsidRPr="0099306C">
        <w:t>.</w:t>
      </w:r>
    </w:p>
    <w:p w14:paraId="7C768433" w14:textId="77777777" w:rsidR="00E4444A" w:rsidRPr="0099306C" w:rsidRDefault="002B3119" w:rsidP="002B3119">
      <w:r w:rsidRPr="002B3119">
        <w:t>Seulement</w:t>
      </w:r>
      <w:r w:rsidR="00E4444A" w:rsidRPr="0099306C">
        <w:t xml:space="preserve">, </w:t>
      </w:r>
      <w:r w:rsidRPr="002B3119">
        <w:t>les jours de grande promenade</w:t>
      </w:r>
      <w:r w:rsidR="00E4444A" w:rsidRPr="0099306C">
        <w:t xml:space="preserve">, </w:t>
      </w:r>
      <w:r w:rsidRPr="002B3119">
        <w:t>Yvette ne rentrait que plus tard</w:t>
      </w:r>
      <w:r w:rsidR="00E4444A" w:rsidRPr="0099306C">
        <w:t xml:space="preserve">, </w:t>
      </w:r>
      <w:r w:rsidRPr="002B3119">
        <w:t>et la maison</w:t>
      </w:r>
      <w:r w:rsidR="00E4444A" w:rsidRPr="0099306C">
        <w:t xml:space="preserve">, </w:t>
      </w:r>
      <w:r w:rsidRPr="002B3119">
        <w:t>à mon retour du collège</w:t>
      </w:r>
      <w:r w:rsidR="00E4444A" w:rsidRPr="0099306C">
        <w:t xml:space="preserve">, </w:t>
      </w:r>
      <w:r w:rsidRPr="002B3119">
        <w:t>était morose</w:t>
      </w:r>
      <w:r w:rsidR="00E4444A" w:rsidRPr="0099306C">
        <w:t xml:space="preserve">, </w:t>
      </w:r>
      <w:r w:rsidRPr="002B3119">
        <w:t>sans la douce gaieté de l</w:t>
      </w:r>
      <w:r w:rsidR="00E4444A" w:rsidRPr="0099306C">
        <w:t>’</w:t>
      </w:r>
      <w:r w:rsidRPr="002B3119">
        <w:t>écolière</w:t>
      </w:r>
      <w:r w:rsidR="00E4444A" w:rsidRPr="0099306C">
        <w:t>.</w:t>
      </w:r>
    </w:p>
    <w:p w14:paraId="69BA96B4" w14:textId="77777777" w:rsidR="00E4444A" w:rsidRPr="0099306C" w:rsidRDefault="002B3119" w:rsidP="002B3119">
      <w:r w:rsidRPr="002B3119">
        <w:t>Un jour surtout elle me manqua</w:t>
      </w:r>
      <w:r w:rsidR="00E4444A" w:rsidRPr="0099306C">
        <w:t xml:space="preserve">, </w:t>
      </w:r>
      <w:r w:rsidRPr="002B3119">
        <w:t>un jour que j</w:t>
      </w:r>
      <w:r w:rsidR="00E4444A" w:rsidRPr="0099306C">
        <w:t>’</w:t>
      </w:r>
      <w:r w:rsidRPr="002B3119">
        <w:t>étais un peu triste</w:t>
      </w:r>
      <w:r w:rsidR="00E4444A" w:rsidRPr="0099306C">
        <w:t xml:space="preserve">. </w:t>
      </w:r>
      <w:r w:rsidRPr="002B3119">
        <w:t>Une lettre de deuil m</w:t>
      </w:r>
      <w:r w:rsidR="00E4444A" w:rsidRPr="0099306C">
        <w:t>’</w:t>
      </w:r>
      <w:r w:rsidRPr="002B3119">
        <w:t>annonçait le décès d</w:t>
      </w:r>
      <w:r w:rsidR="00E4444A" w:rsidRPr="0099306C">
        <w:t>’</w:t>
      </w:r>
      <w:r w:rsidRPr="002B3119">
        <w:t>un a</w:t>
      </w:r>
      <w:r w:rsidRPr="002B3119">
        <w:t>n</w:t>
      </w:r>
      <w:r w:rsidRPr="002B3119">
        <w:t>cien collègue et je me pris à songer à l</w:t>
      </w:r>
      <w:r w:rsidR="00E4444A" w:rsidRPr="0099306C">
        <w:t>’</w:t>
      </w:r>
      <w:r w:rsidRPr="002B3119">
        <w:t>étrange influence de la mort</w:t>
      </w:r>
      <w:r w:rsidR="00E4444A" w:rsidRPr="0099306C">
        <w:t xml:space="preserve">. </w:t>
      </w:r>
      <w:r w:rsidRPr="002B3119">
        <w:t>Avec deux autres amis</w:t>
      </w:r>
      <w:r w:rsidR="00E4444A" w:rsidRPr="0099306C">
        <w:t xml:space="preserve">, </w:t>
      </w:r>
      <w:r w:rsidRPr="002B3119">
        <w:t>à mon départ de Bretagne</w:t>
      </w:r>
      <w:r w:rsidR="00E4444A" w:rsidRPr="0099306C">
        <w:t xml:space="preserve">, </w:t>
      </w:r>
      <w:r w:rsidRPr="002B3119">
        <w:t>ce professeur nous avait accompagnés jusqu</w:t>
      </w:r>
      <w:r w:rsidR="00E4444A" w:rsidRPr="0099306C">
        <w:t>’</w:t>
      </w:r>
      <w:r w:rsidRPr="002B3119">
        <w:t>au train</w:t>
      </w:r>
      <w:r w:rsidR="00E4444A" w:rsidRPr="0099306C">
        <w:t xml:space="preserve">. </w:t>
      </w:r>
      <w:r w:rsidRPr="002B3119">
        <w:t xml:space="preserve">Je </w:t>
      </w:r>
      <w:r w:rsidRPr="002B3119">
        <w:lastRenderedPageBreak/>
        <w:t>r</w:t>
      </w:r>
      <w:r w:rsidRPr="002B3119">
        <w:t>e</w:t>
      </w:r>
      <w:r w:rsidRPr="002B3119">
        <w:t>voyais les trois hommes</w:t>
      </w:r>
      <w:r w:rsidR="00E4444A" w:rsidRPr="0099306C">
        <w:t xml:space="preserve">, </w:t>
      </w:r>
      <w:r w:rsidRPr="002B3119">
        <w:t>groupés dans la pénombre</w:t>
      </w:r>
      <w:r w:rsidR="00E4444A" w:rsidRPr="0099306C">
        <w:t xml:space="preserve">, </w:t>
      </w:r>
      <w:r w:rsidRPr="002B3119">
        <w:t>sur le quai de la gare lointaine</w:t>
      </w:r>
      <w:r w:rsidR="00E4444A" w:rsidRPr="0099306C">
        <w:t xml:space="preserve">. </w:t>
      </w:r>
      <w:r w:rsidRPr="002B3119">
        <w:t>Depuis lors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avais plus renco</w:t>
      </w:r>
      <w:r w:rsidRPr="002B3119">
        <w:t>n</w:t>
      </w:r>
      <w:r w:rsidRPr="002B3119">
        <w:t>tré aucun d</w:t>
      </w:r>
      <w:r w:rsidR="00E4444A" w:rsidRPr="0099306C">
        <w:t>’</w:t>
      </w:r>
      <w:r w:rsidRPr="002B3119">
        <w:t>eux</w:t>
      </w:r>
      <w:r w:rsidR="00E4444A" w:rsidRPr="0099306C">
        <w:t xml:space="preserve">. </w:t>
      </w:r>
      <w:r w:rsidRPr="002B3119">
        <w:t>Près de quatre années écoulées les élo</w:t>
      </w:r>
      <w:r w:rsidRPr="002B3119">
        <w:t>i</w:t>
      </w:r>
      <w:r w:rsidRPr="002B3119">
        <w:t>gnaient pareillement de moi</w:t>
      </w:r>
      <w:r w:rsidR="00E4444A" w:rsidRPr="0099306C">
        <w:t xml:space="preserve">. </w:t>
      </w:r>
      <w:r w:rsidRPr="002B3119">
        <w:t>Le temps</w:t>
      </w:r>
      <w:r w:rsidR="00E4444A" w:rsidRPr="0099306C">
        <w:t xml:space="preserve">, </w:t>
      </w:r>
      <w:r w:rsidRPr="002B3119">
        <w:t>semblait-il</w:t>
      </w:r>
      <w:r w:rsidR="00E4444A" w:rsidRPr="0099306C">
        <w:t xml:space="preserve">, </w:t>
      </w:r>
      <w:r w:rsidRPr="002B3119">
        <w:t>aurait dû baigner leurs trois silhouettes d</w:t>
      </w:r>
      <w:r w:rsidR="00E4444A" w:rsidRPr="0099306C">
        <w:t>’</w:t>
      </w:r>
      <w:r w:rsidRPr="002B3119">
        <w:t>une brume égale</w:t>
      </w:r>
      <w:r w:rsidR="00E4444A" w:rsidRPr="0099306C">
        <w:t xml:space="preserve">. </w:t>
      </w:r>
      <w:r w:rsidRPr="002B3119">
        <w:t>Mais je m</w:t>
      </w:r>
      <w:r w:rsidR="00E4444A" w:rsidRPr="0099306C">
        <w:t>’</w:t>
      </w:r>
      <w:r w:rsidRPr="002B3119">
        <w:t>aperçus</w:t>
      </w:r>
      <w:r w:rsidR="00E4444A" w:rsidRPr="0099306C">
        <w:t xml:space="preserve">, </w:t>
      </w:r>
      <w:r w:rsidRPr="002B3119">
        <w:t>en évoquant leurs traits</w:t>
      </w:r>
      <w:r w:rsidR="00E4444A" w:rsidRPr="0099306C">
        <w:t xml:space="preserve">, </w:t>
      </w:r>
      <w:r w:rsidRPr="002B3119">
        <w:t>leurs regards</w:t>
      </w:r>
      <w:r w:rsidR="00E4444A" w:rsidRPr="0099306C">
        <w:t xml:space="preserve">, </w:t>
      </w:r>
      <w:r w:rsidRPr="002B3119">
        <w:t>que je r</w:t>
      </w:r>
      <w:r w:rsidRPr="002B3119">
        <w:t>e</w:t>
      </w:r>
      <w:r w:rsidRPr="002B3119">
        <w:t>trouvais mieux les deux vivants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autre</w:t>
      </w:r>
      <w:r w:rsidR="00E4444A" w:rsidRPr="0099306C">
        <w:t xml:space="preserve">, </w:t>
      </w:r>
      <w:r w:rsidRPr="002B3119">
        <w:t>par le seul fait qu</w:t>
      </w:r>
      <w:r w:rsidR="00E4444A" w:rsidRPr="0099306C">
        <w:t>’</w:t>
      </w:r>
      <w:r w:rsidRPr="002B3119">
        <w:t>il n</w:t>
      </w:r>
      <w:r w:rsidR="00E4444A" w:rsidRPr="0099306C">
        <w:t>’</w:t>
      </w:r>
      <w:r w:rsidRPr="002B3119">
        <w:t>était plus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apparaissait comme à travers un voile</w:t>
      </w:r>
      <w:r w:rsidR="00E4444A" w:rsidRPr="0099306C">
        <w:t xml:space="preserve">. </w:t>
      </w:r>
      <w:r w:rsidRPr="002B3119">
        <w:t>Il était déjà dans l</w:t>
      </w:r>
      <w:r w:rsidR="00E4444A" w:rsidRPr="0099306C">
        <w:t>’</w:t>
      </w:r>
      <w:r w:rsidRPr="002B3119">
        <w:t>autre monde</w:t>
      </w:r>
      <w:r w:rsidR="00E4444A" w:rsidRPr="0099306C">
        <w:t xml:space="preserve">. </w:t>
      </w:r>
      <w:r w:rsidRPr="002B3119">
        <w:t>Le mystère de la mort enveloppait son visage d</w:t>
      </w:r>
      <w:r w:rsidR="00E4444A" w:rsidRPr="0099306C">
        <w:t>’</w:t>
      </w:r>
      <w:r w:rsidRPr="002B3119">
        <w:t>un halo</w:t>
      </w:r>
      <w:r w:rsidR="00E4444A" w:rsidRPr="0099306C">
        <w:t>.</w:t>
      </w:r>
    </w:p>
    <w:p w14:paraId="36347319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pour changer de pensées</w:t>
      </w:r>
      <w:r w:rsidR="00E4444A" w:rsidRPr="0099306C">
        <w:t xml:space="preserve">, </w:t>
      </w:r>
      <w:r w:rsidRPr="002B3119">
        <w:t>je sortis</w:t>
      </w:r>
      <w:r w:rsidR="00E4444A" w:rsidRPr="0099306C">
        <w:t xml:space="preserve">, </w:t>
      </w:r>
      <w:r w:rsidRPr="002B3119">
        <w:t>désireux</w:t>
      </w:r>
      <w:r w:rsidR="00E4444A" w:rsidRPr="0099306C">
        <w:t xml:space="preserve">, </w:t>
      </w:r>
      <w:r w:rsidRPr="002B3119">
        <w:t>moi aussi</w:t>
      </w:r>
      <w:r w:rsidR="00E4444A" w:rsidRPr="0099306C">
        <w:t xml:space="preserve">, </w:t>
      </w:r>
      <w:r w:rsidRPr="002B3119">
        <w:t>de grand air</w:t>
      </w:r>
      <w:r w:rsidR="00E4444A" w:rsidRPr="0099306C">
        <w:t xml:space="preserve">. </w:t>
      </w:r>
      <w:r w:rsidRPr="002B3119">
        <w:t>Cette nouvelle d</w:t>
      </w:r>
      <w:r w:rsidR="00E4444A" w:rsidRPr="0099306C">
        <w:t>’</w:t>
      </w:r>
      <w:r w:rsidRPr="002B3119">
        <w:t>une mort me donnait un besoin de revoir Yvette</w:t>
      </w:r>
      <w:r w:rsidR="00E4444A" w:rsidRPr="0099306C">
        <w:t xml:space="preserve">. </w:t>
      </w:r>
      <w:r w:rsidRPr="002B3119">
        <w:t>Je l</w:t>
      </w:r>
      <w:r w:rsidR="00E4444A" w:rsidRPr="0099306C">
        <w:t>’</w:t>
      </w:r>
      <w:r w:rsidRPr="002B3119">
        <w:t>aperçus de loin</w:t>
      </w:r>
      <w:r w:rsidR="00E4444A" w:rsidRPr="0099306C">
        <w:t xml:space="preserve">, </w:t>
      </w:r>
      <w:r w:rsidRPr="002B3119">
        <w:t>dans un champ</w:t>
      </w:r>
      <w:r w:rsidR="00E4444A" w:rsidRPr="0099306C">
        <w:t xml:space="preserve">, </w:t>
      </w:r>
      <w:r w:rsidRPr="002B3119">
        <w:t>où</w:t>
      </w:r>
      <w:r w:rsidR="00E4444A" w:rsidRPr="0099306C">
        <w:t xml:space="preserve">, </w:t>
      </w:r>
      <w:r w:rsidRPr="002B3119">
        <w:t>suivant son habitude</w:t>
      </w:r>
      <w:r w:rsidR="00E4444A" w:rsidRPr="0099306C">
        <w:t xml:space="preserve">, </w:t>
      </w:r>
      <w:r w:rsidRPr="002B3119">
        <w:t>elle préparait pour moi un bo</w:t>
      </w:r>
      <w:r w:rsidRPr="002B3119">
        <w:t>u</w:t>
      </w:r>
      <w:r w:rsidRPr="002B3119">
        <w:t>quet</w:t>
      </w:r>
      <w:r w:rsidR="00E4444A" w:rsidRPr="0099306C">
        <w:t xml:space="preserve">. </w:t>
      </w:r>
      <w:r w:rsidRPr="002B3119">
        <w:t>Les coteaux modérés ondulaient doucement</w:t>
      </w:r>
      <w:r w:rsidR="00E4444A" w:rsidRPr="0099306C">
        <w:t xml:space="preserve">. </w:t>
      </w:r>
      <w:r w:rsidRPr="002B3119">
        <w:t>Dans le lointain</w:t>
      </w:r>
      <w:r w:rsidR="00E4444A" w:rsidRPr="0099306C">
        <w:t xml:space="preserve">, </w:t>
      </w:r>
      <w:r w:rsidRPr="002B3119">
        <w:t>bleui de vapeurs légères</w:t>
      </w:r>
      <w:r w:rsidR="00E4444A" w:rsidRPr="0099306C">
        <w:t xml:space="preserve">, </w:t>
      </w:r>
      <w:r w:rsidRPr="002B3119">
        <w:t>sur les pentes qui dév</w:t>
      </w:r>
      <w:r w:rsidRPr="002B3119">
        <w:t>a</w:t>
      </w:r>
      <w:r w:rsidRPr="002B3119">
        <w:t>laient vers la Seine</w:t>
      </w:r>
      <w:r w:rsidR="00E4444A" w:rsidRPr="0099306C">
        <w:t xml:space="preserve">, </w:t>
      </w:r>
      <w:r w:rsidRPr="002B3119">
        <w:t>des vaches paissaient</w:t>
      </w:r>
      <w:r w:rsidR="00E4444A" w:rsidRPr="0099306C">
        <w:t xml:space="preserve">, </w:t>
      </w:r>
      <w:r w:rsidRPr="002B3119">
        <w:t>enfouies jusqu</w:t>
      </w:r>
      <w:r w:rsidR="00E4444A" w:rsidRPr="0099306C">
        <w:t>’</w:t>
      </w:r>
      <w:r w:rsidRPr="002B3119">
        <w:t>au poitrail dans l</w:t>
      </w:r>
      <w:r w:rsidR="00E4444A" w:rsidRPr="0099306C">
        <w:t>’</w:t>
      </w:r>
      <w:r w:rsidRPr="002B3119">
        <w:t>herbage</w:t>
      </w:r>
      <w:r w:rsidR="00E4444A" w:rsidRPr="0099306C">
        <w:t xml:space="preserve">. </w:t>
      </w:r>
      <w:r w:rsidRPr="002B3119">
        <w:t>Quelque chose de bon flottait sur la terre</w:t>
      </w:r>
      <w:r w:rsidR="00E4444A" w:rsidRPr="0099306C">
        <w:t xml:space="preserve">. </w:t>
      </w:r>
      <w:r w:rsidRPr="002B3119">
        <w:t>La nature se faisait maternelle</w:t>
      </w:r>
      <w:r w:rsidR="00E4444A" w:rsidRPr="0099306C">
        <w:t xml:space="preserve">. </w:t>
      </w:r>
      <w:r w:rsidRPr="002B3119">
        <w:t>Toutes les petites filles étaient là</w:t>
      </w:r>
      <w:r w:rsidR="00E4444A" w:rsidRPr="0099306C">
        <w:t xml:space="preserve">, </w:t>
      </w:r>
      <w:r w:rsidRPr="002B3119">
        <w:t>séparées de moi par un bras de rivière</w:t>
      </w:r>
      <w:r w:rsidR="00E4444A" w:rsidRPr="0099306C">
        <w:t xml:space="preserve">. </w:t>
      </w:r>
      <w:r w:rsidRPr="002B3119">
        <w:t>Un peu isolée</w:t>
      </w:r>
      <w:r w:rsidR="003960F2" w:rsidRPr="0099306C">
        <w:t>,</w:t>
      </w:r>
      <w:r w:rsidR="00E4444A" w:rsidRPr="0099306C">
        <w:t xml:space="preserve"> </w:t>
      </w:r>
      <w:r w:rsidR="003960F2" w:rsidRPr="0099306C">
        <w:t xml:space="preserve">à </w:t>
      </w:r>
      <w:r w:rsidRPr="002B3119">
        <w:t>quelques mètres de ses compagnes</w:t>
      </w:r>
      <w:r w:rsidR="00E4444A" w:rsidRPr="0099306C">
        <w:t xml:space="preserve">, </w:t>
      </w:r>
      <w:r w:rsidRPr="002B3119">
        <w:t>Yvette faisait une tache blanche dans la verdure où elle disparaissait à demi</w:t>
      </w:r>
      <w:r w:rsidR="00E4444A" w:rsidRPr="0099306C">
        <w:t>.</w:t>
      </w:r>
    </w:p>
    <w:p w14:paraId="15305BA7" w14:textId="77777777" w:rsidR="00E4444A" w:rsidRPr="0099306C" w:rsidRDefault="002B3119" w:rsidP="002B3119">
      <w:r w:rsidRPr="002B3119">
        <w:t>Dès qu</w:t>
      </w:r>
      <w:r w:rsidR="00E4444A" w:rsidRPr="0099306C">
        <w:t>’</w:t>
      </w:r>
      <w:r w:rsidRPr="002B3119">
        <w:t>elle me vit</w:t>
      </w:r>
      <w:r w:rsidR="00E4444A" w:rsidRPr="0099306C">
        <w:t xml:space="preserve">, </w:t>
      </w:r>
      <w:r w:rsidRPr="002B3119">
        <w:t>elle courut à ma rencontre</w:t>
      </w:r>
      <w:r w:rsidR="00E4444A" w:rsidRPr="0099306C">
        <w:t xml:space="preserve">, </w:t>
      </w:r>
      <w:r w:rsidRPr="002B3119">
        <w:t>tendant vers moi sa gerbe de coquelicots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herbe fouettait ses mo</w:t>
      </w:r>
      <w:r w:rsidRPr="002B3119">
        <w:t>l</w:t>
      </w:r>
      <w:r w:rsidRPr="002B3119">
        <w:t>lets nus</w:t>
      </w:r>
      <w:r w:rsidR="00E4444A" w:rsidRPr="0099306C">
        <w:t xml:space="preserve">. </w:t>
      </w:r>
      <w:r w:rsidRPr="002B3119">
        <w:t>Mais elle dut bien s</w:t>
      </w:r>
      <w:r w:rsidR="00E4444A" w:rsidRPr="0099306C">
        <w:t>’</w:t>
      </w:r>
      <w:r w:rsidRPr="002B3119">
        <w:t>arrêter sur le sentier qui bordait la Seine</w:t>
      </w:r>
      <w:r w:rsidR="00E4444A" w:rsidRPr="0099306C">
        <w:t xml:space="preserve">, </w:t>
      </w:r>
      <w:r w:rsidRPr="002B3119">
        <w:t>et nous ne pûmes qu</w:t>
      </w:r>
      <w:r w:rsidR="00E4444A" w:rsidRPr="0099306C">
        <w:t>’</w:t>
      </w:r>
      <w:r w:rsidRPr="002B3119">
        <w:t>échanger un geste</w:t>
      </w:r>
      <w:r w:rsidR="00E4444A" w:rsidRPr="0099306C">
        <w:t xml:space="preserve">, </w:t>
      </w:r>
      <w:r w:rsidRPr="002B3119">
        <w:t>par-dessus la rivière</w:t>
      </w:r>
      <w:r w:rsidR="00E4444A" w:rsidRPr="0099306C">
        <w:t xml:space="preserve">, </w:t>
      </w:r>
      <w:r w:rsidRPr="002B3119">
        <w:t>trop séparés pour échanger des mots</w:t>
      </w:r>
      <w:r w:rsidR="00E4444A" w:rsidRPr="0099306C">
        <w:t xml:space="preserve">. </w:t>
      </w:r>
      <w:r w:rsidRPr="002B3119">
        <w:t>Il me rapp</w:t>
      </w:r>
      <w:r w:rsidRPr="002B3119">
        <w:t>e</w:t>
      </w:r>
      <w:r w:rsidRPr="002B3119">
        <w:t>lait</w:t>
      </w:r>
      <w:r w:rsidR="00E4444A" w:rsidRPr="0099306C">
        <w:t xml:space="preserve">, </w:t>
      </w:r>
      <w:r w:rsidRPr="002B3119">
        <w:t>ce salut à distance</w:t>
      </w:r>
      <w:r w:rsidR="00E4444A" w:rsidRPr="0099306C">
        <w:t xml:space="preserve">, </w:t>
      </w:r>
      <w:r w:rsidRPr="002B3119">
        <w:t>son premier sourire de petite fille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âge où elle nous exprimait sa tendresse sans pouvoir e</w:t>
      </w:r>
      <w:r w:rsidRPr="002B3119">
        <w:t>n</w:t>
      </w:r>
      <w:r w:rsidRPr="002B3119">
        <w:t>core nous parler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comme le salut de deux âmes qui n</w:t>
      </w:r>
      <w:r w:rsidR="00E4444A" w:rsidRPr="0099306C">
        <w:t>’</w:t>
      </w:r>
      <w:r w:rsidRPr="002B3119">
        <w:t>auraient pas eu le moyen de communiquer</w:t>
      </w:r>
      <w:r w:rsidR="00E4444A" w:rsidRPr="0099306C">
        <w:t xml:space="preserve">. </w:t>
      </w:r>
      <w:r w:rsidRPr="002B3119">
        <w:t xml:space="preserve">Un passeur me transporta sur </w:t>
      </w:r>
      <w:r w:rsidRPr="002B3119">
        <w:lastRenderedPageBreak/>
        <w:t>l</w:t>
      </w:r>
      <w:r w:rsidR="00E4444A" w:rsidRPr="0099306C">
        <w:t>’</w:t>
      </w:r>
      <w:r w:rsidRPr="002B3119">
        <w:t>autre rive</w:t>
      </w:r>
      <w:r w:rsidR="00E4444A" w:rsidRPr="0099306C">
        <w:t xml:space="preserve">. </w:t>
      </w:r>
      <w:r w:rsidRPr="002B3119">
        <w:t>Yvette vit que j</w:t>
      </w:r>
      <w:r w:rsidR="00E4444A" w:rsidRPr="0099306C">
        <w:t>’</w:t>
      </w:r>
      <w:r w:rsidRPr="002B3119">
        <w:t>avais été triste</w:t>
      </w:r>
      <w:r w:rsidR="00E4444A" w:rsidRPr="0099306C">
        <w:t xml:space="preserve">. </w:t>
      </w:r>
      <w:r w:rsidRPr="002B3119">
        <w:t>Nous ne nous quittâmes plus de la journée</w:t>
      </w:r>
      <w:r w:rsidR="00E4444A" w:rsidRPr="0099306C">
        <w:t>.</w:t>
      </w:r>
    </w:p>
    <w:p w14:paraId="7B38D9C6" w14:textId="77777777" w:rsidR="00E4444A" w:rsidRPr="0099306C" w:rsidRDefault="002B3119" w:rsidP="002B3119">
      <w:r w:rsidRPr="002B3119">
        <w:t>Oui</w:t>
      </w:r>
      <w:r w:rsidR="00E4444A" w:rsidRPr="0099306C">
        <w:t xml:space="preserve">. </w:t>
      </w:r>
      <w:r w:rsidRPr="002B3119">
        <w:t>Pauvres petites aventures</w:t>
      </w:r>
      <w:r w:rsidR="00E4444A" w:rsidRPr="0099306C">
        <w:t xml:space="preserve"> ! </w:t>
      </w:r>
      <w:r w:rsidRPr="002B3119">
        <w:t>Histoires de fleurs</w:t>
      </w:r>
      <w:r w:rsidR="00E4444A" w:rsidRPr="0099306C">
        <w:t xml:space="preserve">, </w:t>
      </w:r>
      <w:r w:rsidRPr="002B3119">
        <w:t>de dents gâtées et de chevaux de bois</w:t>
      </w:r>
      <w:r w:rsidR="00E4444A" w:rsidRPr="0099306C">
        <w:t xml:space="preserve"> ! </w:t>
      </w:r>
      <w:r w:rsidRPr="002B3119">
        <w:t>Menus incidents d</w:t>
      </w:r>
      <w:r w:rsidR="00E4444A" w:rsidRPr="0099306C">
        <w:t>’</w:t>
      </w:r>
      <w:r w:rsidRPr="002B3119">
        <w:t>une petite vie</w:t>
      </w:r>
      <w:r w:rsidR="00E4444A" w:rsidRPr="0099306C">
        <w:t xml:space="preserve"> ! </w:t>
      </w:r>
      <w:r w:rsidRPr="002B3119">
        <w:t>Dire que si peu d</w:t>
      </w:r>
      <w:r w:rsidR="00E4444A" w:rsidRPr="0099306C">
        <w:t>’</w:t>
      </w:r>
      <w:r w:rsidRPr="002B3119">
        <w:t>années ont passé depuis cette époque</w:t>
      </w:r>
      <w:r w:rsidR="00E4444A" w:rsidRPr="0099306C">
        <w:t xml:space="preserve">, </w:t>
      </w:r>
      <w:r w:rsidRPr="002B3119">
        <w:t>que tout cela est si près</w:t>
      </w:r>
      <w:r w:rsidR="00E4444A" w:rsidRPr="0099306C">
        <w:t xml:space="preserve">, </w:t>
      </w:r>
      <w:r w:rsidRPr="002B3119">
        <w:t>si près</w:t>
      </w:r>
      <w:r w:rsidR="00E4444A" w:rsidRPr="0099306C">
        <w:t xml:space="preserve">, </w:t>
      </w:r>
      <w:r w:rsidRPr="002B3119">
        <w:t>et si loin</w:t>
      </w:r>
      <w:r w:rsidR="00E4444A" w:rsidRPr="0099306C">
        <w:t> !</w:t>
      </w:r>
    </w:p>
    <w:p w14:paraId="4F078567" w14:textId="77777777" w:rsidR="00B4016A" w:rsidRPr="0099306C" w:rsidRDefault="00B4016A" w:rsidP="00E4444A">
      <w:pPr>
        <w:pStyle w:val="Titre2"/>
      </w:pPr>
      <w:bookmarkStart w:id="29" w:name="_g7vi60xsxlht" w:colFirst="0" w:colLast="0"/>
      <w:bookmarkStart w:id="30" w:name="_Toc197514971"/>
      <w:bookmarkEnd w:id="29"/>
      <w:r w:rsidRPr="0099306C">
        <w:lastRenderedPageBreak/>
        <w:t>V</w:t>
      </w:r>
      <w:bookmarkEnd w:id="30"/>
    </w:p>
    <w:p w14:paraId="6E959FA6" w14:textId="77777777" w:rsidR="00E4444A" w:rsidRPr="0099306C" w:rsidRDefault="002B3119" w:rsidP="002B3119">
      <w:r w:rsidRPr="002B3119">
        <w:t>Une autre preuve qu</w:t>
      </w:r>
      <w:r w:rsidR="00E4444A" w:rsidRPr="0099306C">
        <w:t>’</w:t>
      </w:r>
      <w:r w:rsidRPr="002B3119">
        <w:t>Yvette était une grande fille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que toutes ses robes se faisaient trop petites</w:t>
      </w:r>
      <w:r w:rsidR="00E4444A" w:rsidRPr="0099306C">
        <w:t xml:space="preserve">. </w:t>
      </w:r>
      <w:r w:rsidRPr="002B3119">
        <w:t>Un jeudi matin nous prîmes le train de Paris pour aller renouveler la garde-robe</w:t>
      </w:r>
      <w:r w:rsidR="00E4444A" w:rsidRPr="0099306C">
        <w:t>.</w:t>
      </w:r>
    </w:p>
    <w:p w14:paraId="7D1A9E55" w14:textId="77777777" w:rsidR="00E4444A" w:rsidRPr="0099306C" w:rsidRDefault="002B3119" w:rsidP="002B3119">
      <w:r w:rsidRPr="002B3119">
        <w:t>Ce fut une exquise journée</w:t>
      </w:r>
      <w:r w:rsidR="00E4444A" w:rsidRPr="0099306C">
        <w:t xml:space="preserve">. </w:t>
      </w:r>
      <w:r w:rsidR="003960F2" w:rsidRPr="0099306C">
        <w:t>À</w:t>
      </w:r>
      <w:r w:rsidRPr="002B3119">
        <w:t xml:space="preserve"> la gare</w:t>
      </w:r>
      <w:r w:rsidR="00E4444A" w:rsidRPr="0099306C">
        <w:t xml:space="preserve">, </w:t>
      </w:r>
      <w:r w:rsidRPr="002B3119">
        <w:t>nous renco</w:t>
      </w:r>
      <w:r w:rsidRPr="002B3119">
        <w:t>n</w:t>
      </w:r>
      <w:r w:rsidRPr="002B3119">
        <w:t>trâmes des amis</w:t>
      </w:r>
      <w:r w:rsidR="00E4444A" w:rsidRPr="0099306C">
        <w:t xml:space="preserve">. </w:t>
      </w:r>
      <w:r w:rsidRPr="002B3119">
        <w:t>Tous étaient pleins de sourires pour Yvette</w:t>
      </w:r>
      <w:r w:rsidR="00E4444A" w:rsidRPr="0099306C">
        <w:t xml:space="preserve">, </w:t>
      </w:r>
      <w:r w:rsidRPr="002B3119">
        <w:t>qui</w:t>
      </w:r>
      <w:r w:rsidR="00E4444A" w:rsidRPr="0099306C">
        <w:t xml:space="preserve">, </w:t>
      </w:r>
      <w:r w:rsidRPr="002B3119">
        <w:t>gentiment</w:t>
      </w:r>
      <w:r w:rsidR="00E4444A" w:rsidRPr="0099306C">
        <w:t xml:space="preserve">, </w:t>
      </w:r>
      <w:r w:rsidRPr="002B3119">
        <w:t>tendait la main à tout le monde</w:t>
      </w:r>
      <w:r w:rsidR="00E4444A" w:rsidRPr="0099306C">
        <w:t xml:space="preserve">, </w:t>
      </w:r>
      <w:r w:rsidRPr="002B3119">
        <w:t>sans s</w:t>
      </w:r>
      <w:r w:rsidR="00E4444A" w:rsidRPr="0099306C">
        <w:t>’</w:t>
      </w:r>
      <w:r w:rsidRPr="002B3119">
        <w:t>apercevoir qu</w:t>
      </w:r>
      <w:r w:rsidR="00E4444A" w:rsidRPr="0099306C">
        <w:t>’</w:t>
      </w:r>
      <w:r w:rsidRPr="002B3119">
        <w:t>un tel était riche ou pauvre</w:t>
      </w:r>
      <w:r w:rsidR="00E4444A" w:rsidRPr="0099306C">
        <w:t xml:space="preserve">, </w:t>
      </w:r>
      <w:r w:rsidRPr="002B3119">
        <w:t>jeune ou vieux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était une de ces petites filles qui font paraître l</w:t>
      </w:r>
      <w:r w:rsidR="00E4444A" w:rsidRPr="0099306C">
        <w:t>’</w:t>
      </w:r>
      <w:r w:rsidRPr="002B3119">
        <w:t>existence moins maussade</w:t>
      </w:r>
      <w:r w:rsidR="00E4444A" w:rsidRPr="0099306C">
        <w:t xml:space="preserve">, </w:t>
      </w:r>
      <w:r w:rsidRPr="002B3119">
        <w:t>et qu</w:t>
      </w:r>
      <w:r w:rsidR="00E4444A" w:rsidRPr="0099306C">
        <w:t>’</w:t>
      </w:r>
      <w:r w:rsidRPr="002B3119">
        <w:t>on voudrait remercier de si bien remplir leur rôle</w:t>
      </w:r>
      <w:r w:rsidR="00E4444A" w:rsidRPr="0099306C">
        <w:t xml:space="preserve">, </w:t>
      </w:r>
      <w:r w:rsidRPr="002B3119">
        <w:t>qui est d</w:t>
      </w:r>
      <w:r w:rsidR="00E4444A" w:rsidRPr="0099306C">
        <w:t>’</w:t>
      </w:r>
      <w:r w:rsidRPr="002B3119">
        <w:t>être simple</w:t>
      </w:r>
      <w:r w:rsidR="00E4444A" w:rsidRPr="0099306C">
        <w:t xml:space="preserve">, </w:t>
      </w:r>
      <w:r w:rsidRPr="002B3119">
        <w:t>avenante et jolie</w:t>
      </w:r>
      <w:r w:rsidR="00E4444A" w:rsidRPr="0099306C">
        <w:t>.</w:t>
      </w:r>
    </w:p>
    <w:p w14:paraId="01392CFA" w14:textId="77777777" w:rsidR="00E4444A" w:rsidRPr="0099306C" w:rsidRDefault="002B3119" w:rsidP="002B3119">
      <w:r w:rsidRPr="002B3119">
        <w:t>Nous déjeunâmes au restaurant</w:t>
      </w:r>
      <w:r w:rsidR="00E4444A" w:rsidRPr="0099306C">
        <w:t xml:space="preserve">. </w:t>
      </w:r>
      <w:r w:rsidRPr="002B3119">
        <w:t>Yvette observait cette attitude correcte qu</w:t>
      </w:r>
      <w:r w:rsidR="00E4444A" w:rsidRPr="0099306C">
        <w:t>’</w:t>
      </w:r>
      <w:r w:rsidRPr="002B3119">
        <w:t>elle savait convenable dans les grandes occasions</w:t>
      </w:r>
      <w:r w:rsidR="00E4444A" w:rsidRPr="0099306C">
        <w:t xml:space="preserve">. </w:t>
      </w:r>
      <w:r w:rsidRPr="002B3119">
        <w:t>Elle eut sa part d</w:t>
      </w:r>
      <w:r w:rsidR="00E4444A" w:rsidRPr="0099306C">
        <w:t>’</w:t>
      </w:r>
      <w:r w:rsidRPr="002B3119">
        <w:t>omelettes</w:t>
      </w:r>
      <w:r w:rsidR="00E4444A" w:rsidRPr="0099306C">
        <w:t xml:space="preserve">, </w:t>
      </w:r>
      <w:r w:rsidRPr="002B3119">
        <w:t>de légumes et de châteaubriant</w:t>
      </w:r>
      <w:r w:rsidR="00E4444A" w:rsidRPr="0099306C">
        <w:t xml:space="preserve">. </w:t>
      </w:r>
      <w:r w:rsidRPr="002B3119">
        <w:t>La caissière la considérait avec sympathie</w:t>
      </w:r>
      <w:r w:rsidR="00E4444A" w:rsidRPr="0099306C">
        <w:t xml:space="preserve">. </w:t>
      </w:r>
      <w:r w:rsidRPr="002B3119">
        <w:t>Mais de belles poires</w:t>
      </w:r>
      <w:r w:rsidR="00E4444A" w:rsidRPr="0099306C">
        <w:t xml:space="preserve">, </w:t>
      </w:r>
      <w:r w:rsidRPr="002B3119">
        <w:t>parfumées comme des fleurs</w:t>
      </w:r>
      <w:r w:rsidR="00E4444A" w:rsidRPr="0099306C">
        <w:t xml:space="preserve">, </w:t>
      </w:r>
      <w:r w:rsidRPr="002B3119">
        <w:t>tent</w:t>
      </w:r>
      <w:r w:rsidRPr="002B3119">
        <w:t>è</w:t>
      </w:r>
      <w:r w:rsidRPr="002B3119">
        <w:t>rent la petite gourmande</w:t>
      </w:r>
      <w:r w:rsidR="00E4444A" w:rsidRPr="0099306C">
        <w:t xml:space="preserve">, </w:t>
      </w:r>
      <w:r w:rsidRPr="002B3119">
        <w:t>qui en désirait une tout entière</w:t>
      </w:r>
      <w:r w:rsidR="00E4444A" w:rsidRPr="0099306C">
        <w:t xml:space="preserve">. </w:t>
      </w:r>
      <w:r w:rsidRPr="002B3119">
        <w:t>Je refusai d</w:t>
      </w:r>
      <w:r w:rsidR="00E4444A" w:rsidRPr="0099306C">
        <w:t>’</w:t>
      </w:r>
      <w:r w:rsidRPr="002B3119">
        <w:t>abord</w:t>
      </w:r>
      <w:r w:rsidR="00E4444A" w:rsidRPr="0099306C">
        <w:t xml:space="preserve">, </w:t>
      </w:r>
      <w:r w:rsidRPr="002B3119">
        <w:t>mais Yvette</w:t>
      </w:r>
      <w:r w:rsidR="00E4444A" w:rsidRPr="0099306C">
        <w:t xml:space="preserve">, </w:t>
      </w:r>
      <w:r w:rsidRPr="002B3119">
        <w:t>très raisonnable</w:t>
      </w:r>
      <w:r w:rsidR="00E4444A" w:rsidRPr="0099306C">
        <w:t xml:space="preserve">, </w:t>
      </w:r>
      <w:r w:rsidRPr="002B3119">
        <w:t>savait en g</w:t>
      </w:r>
      <w:r w:rsidRPr="002B3119">
        <w:t>é</w:t>
      </w:r>
      <w:r w:rsidRPr="002B3119">
        <w:t>néral ce qui lui convenait</w:t>
      </w:r>
      <w:r w:rsidR="00E4444A" w:rsidRPr="0099306C">
        <w:t xml:space="preserve">. </w:t>
      </w:r>
      <w:r w:rsidRPr="002B3119">
        <w:t>La servante</w:t>
      </w:r>
      <w:r w:rsidR="00E4444A" w:rsidRPr="0099306C">
        <w:t xml:space="preserve">, </w:t>
      </w:r>
      <w:r w:rsidRPr="002B3119">
        <w:t>vite conquise</w:t>
      </w:r>
      <w:r w:rsidR="00E4444A" w:rsidRPr="0099306C">
        <w:t xml:space="preserve">, </w:t>
      </w:r>
      <w:r w:rsidRPr="002B3119">
        <w:t>vint à son secours</w:t>
      </w:r>
      <w:r w:rsidR="00E4444A" w:rsidRPr="0099306C">
        <w:t xml:space="preserve">, </w:t>
      </w:r>
      <w:r w:rsidRPr="002B3119">
        <w:t>et déclara que le doux fruit</w:t>
      </w:r>
      <w:r w:rsidR="00E4444A" w:rsidRPr="0099306C">
        <w:t xml:space="preserve">, </w:t>
      </w:r>
      <w:r w:rsidRPr="002B3119">
        <w:t>bien mûr</w:t>
      </w:r>
      <w:r w:rsidR="00E4444A" w:rsidRPr="0099306C">
        <w:t xml:space="preserve">, </w:t>
      </w:r>
      <w:r w:rsidRPr="002B3119">
        <w:t>ne lui pourrait faire aucun mal</w:t>
      </w:r>
      <w:r w:rsidR="00E4444A" w:rsidRPr="0099306C">
        <w:t xml:space="preserve">. </w:t>
      </w:r>
      <w:r w:rsidRPr="002B3119">
        <w:t>Je cédai</w:t>
      </w:r>
      <w:r w:rsidR="00E4444A" w:rsidRPr="0099306C">
        <w:t xml:space="preserve">, </w:t>
      </w:r>
      <w:r w:rsidRPr="002B3119">
        <w:t>succombant sous le nombre</w:t>
      </w:r>
      <w:r w:rsidR="00E4444A" w:rsidRPr="0099306C">
        <w:t xml:space="preserve">, </w:t>
      </w:r>
      <w:r w:rsidRPr="002B3119">
        <w:t>naturellement</w:t>
      </w:r>
      <w:r w:rsidR="00E4444A" w:rsidRPr="0099306C">
        <w:t>.</w:t>
      </w:r>
    </w:p>
    <w:p w14:paraId="097F1D4F" w14:textId="77777777" w:rsidR="00E4444A" w:rsidRPr="0099306C" w:rsidRDefault="002B3119" w:rsidP="002B3119">
      <w:r w:rsidRPr="002B3119">
        <w:t>Un fiacre nous conduisit dans un grand magasin</w:t>
      </w:r>
      <w:r w:rsidR="00E4444A" w:rsidRPr="0099306C">
        <w:t xml:space="preserve">. </w:t>
      </w:r>
      <w:r w:rsidRPr="002B3119">
        <w:t>Cette fin de juin parisienne gardait un charme de printemps</w:t>
      </w:r>
      <w:r w:rsidR="00E4444A" w:rsidRPr="0099306C">
        <w:t xml:space="preserve">. </w:t>
      </w:r>
      <w:r w:rsidRPr="002B3119">
        <w:t>Les roues tournaient sans heurt</w:t>
      </w:r>
      <w:r w:rsidR="00E4444A" w:rsidRPr="0099306C">
        <w:t xml:space="preserve">, </w:t>
      </w:r>
      <w:r w:rsidRPr="002B3119">
        <w:t>sur le pavé de bois fraîchement arrosé</w:t>
      </w:r>
      <w:r w:rsidR="00E4444A" w:rsidRPr="0099306C">
        <w:t xml:space="preserve">. </w:t>
      </w:r>
      <w:r w:rsidRPr="002B3119">
        <w:t>Une jeunesse neuve brillait aux yeux des femmes</w:t>
      </w:r>
      <w:r w:rsidR="00E4444A" w:rsidRPr="0099306C">
        <w:t xml:space="preserve">. </w:t>
      </w:r>
      <w:r w:rsidRPr="002B3119">
        <w:t>Des marchandes de violettes tendaient leurs bouquets aux passants</w:t>
      </w:r>
      <w:r w:rsidR="00E4444A" w:rsidRPr="0099306C">
        <w:t xml:space="preserve">. </w:t>
      </w:r>
      <w:r w:rsidRPr="002B3119">
        <w:t>Des couples se séparaient à l</w:t>
      </w:r>
      <w:r w:rsidR="00E4444A" w:rsidRPr="0099306C">
        <w:t>’</w:t>
      </w:r>
      <w:r w:rsidRPr="002B3119">
        <w:t>angle des rues</w:t>
      </w:r>
      <w:r w:rsidR="00E4444A" w:rsidRPr="0099306C">
        <w:t xml:space="preserve">, </w:t>
      </w:r>
      <w:r w:rsidRPr="002B3119">
        <w:t xml:space="preserve">se donnant </w:t>
      </w:r>
      <w:r w:rsidRPr="002B3119">
        <w:lastRenderedPageBreak/>
        <w:t>rendez-vous pour le soir</w:t>
      </w:r>
      <w:r w:rsidR="00E4444A" w:rsidRPr="0099306C">
        <w:t xml:space="preserve">. </w:t>
      </w:r>
      <w:r w:rsidRPr="002B3119">
        <w:t>Mais le bonheur des autres ne me tentait point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au cœur un amour qui su</w:t>
      </w:r>
      <w:r w:rsidRPr="002B3119">
        <w:t>f</w:t>
      </w:r>
      <w:r w:rsidRPr="002B3119">
        <w:t>fisait à le remplir</w:t>
      </w:r>
      <w:r w:rsidR="00E4444A" w:rsidRPr="0099306C">
        <w:t>.</w:t>
      </w:r>
    </w:p>
    <w:p w14:paraId="6C9412CD" w14:textId="77777777" w:rsidR="00E4444A" w:rsidRPr="0099306C" w:rsidRDefault="002B3119" w:rsidP="002B3119">
      <w:r w:rsidRPr="002B3119">
        <w:t>Nous fîmes nos emplettes</w:t>
      </w:r>
      <w:r w:rsidR="00E4444A" w:rsidRPr="0099306C">
        <w:t xml:space="preserve">, </w:t>
      </w:r>
      <w:r w:rsidRPr="002B3119">
        <w:t>conduits par l</w:t>
      </w:r>
      <w:r w:rsidR="00E4444A" w:rsidRPr="0099306C">
        <w:t>’</w:t>
      </w:r>
      <w:r w:rsidRPr="002B3119">
        <w:t>ascenseur d</w:t>
      </w:r>
      <w:r w:rsidR="00E4444A" w:rsidRPr="0099306C">
        <w:t>’</w:t>
      </w:r>
      <w:r w:rsidRPr="002B3119">
        <w:t>un étage à l</w:t>
      </w:r>
      <w:r w:rsidR="00E4444A" w:rsidRPr="0099306C">
        <w:t>’</w:t>
      </w:r>
      <w:r w:rsidRPr="002B3119">
        <w:t>autre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admirais l</w:t>
      </w:r>
      <w:r w:rsidR="00E4444A" w:rsidRPr="0099306C">
        <w:t>’</w:t>
      </w:r>
      <w:r w:rsidRPr="002B3119">
        <w:t>aisance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Avec un in</w:t>
      </w:r>
      <w:r w:rsidRPr="002B3119">
        <w:t>s</w:t>
      </w:r>
      <w:r w:rsidRPr="002B3119">
        <w:t>tinct de petite femme</w:t>
      </w:r>
      <w:r w:rsidR="00E4444A" w:rsidRPr="0099306C">
        <w:t xml:space="preserve">, </w:t>
      </w:r>
      <w:r w:rsidRPr="002B3119">
        <w:t>une liberté de mouvements qu</w:t>
      </w:r>
      <w:r w:rsidR="00E4444A" w:rsidRPr="0099306C">
        <w:t>’</w:t>
      </w:r>
      <w:r w:rsidRPr="002B3119">
        <w:t>elle ne tenait pas de moi</w:t>
      </w:r>
      <w:r w:rsidR="00E4444A" w:rsidRPr="0099306C">
        <w:t xml:space="preserve">, </w:t>
      </w:r>
      <w:r w:rsidRPr="002B3119">
        <w:t>elle se dirigeait au milieu de la foule qui stationnait autour des comptoirs</w:t>
      </w:r>
      <w:r w:rsidR="00E4444A" w:rsidRPr="0099306C">
        <w:t xml:space="preserve">. </w:t>
      </w:r>
      <w:r w:rsidRPr="002B3119">
        <w:t>Un rayon nous offrit un joli chapeau de paille fine</w:t>
      </w:r>
      <w:r w:rsidR="00E4444A" w:rsidRPr="0099306C">
        <w:t xml:space="preserve">, </w:t>
      </w:r>
      <w:r w:rsidRPr="002B3119">
        <w:t>et un amusant béret pour l</w:t>
      </w:r>
      <w:r w:rsidR="00E4444A" w:rsidRPr="0099306C">
        <w:t>’</w:t>
      </w:r>
      <w:r w:rsidRPr="002B3119">
        <w:t>école</w:t>
      </w:r>
      <w:r w:rsidR="00E4444A" w:rsidRPr="0099306C">
        <w:t xml:space="preserve">, </w:t>
      </w:r>
      <w:r w:rsidRPr="002B3119">
        <w:t>avec un nom de bateau sur le ruban</w:t>
      </w:r>
      <w:r w:rsidR="00E4444A" w:rsidRPr="0099306C">
        <w:t xml:space="preserve">. </w:t>
      </w:r>
      <w:r w:rsidRPr="002B3119">
        <w:t>Il fallait des bottines neuves</w:t>
      </w:r>
      <w:r w:rsidR="00E4444A" w:rsidRPr="0099306C">
        <w:t xml:space="preserve">, </w:t>
      </w:r>
      <w:r w:rsidRPr="002B3119">
        <w:t>les unes jaunes</w:t>
      </w:r>
      <w:r w:rsidR="00E4444A" w:rsidRPr="0099306C">
        <w:t xml:space="preserve">, </w:t>
      </w:r>
      <w:r w:rsidRPr="002B3119">
        <w:t>pour tous les jours</w:t>
      </w:r>
      <w:r w:rsidR="00E4444A" w:rsidRPr="0099306C">
        <w:t xml:space="preserve">, </w:t>
      </w:r>
      <w:r w:rsidRPr="002B3119">
        <w:t>les autres blanches en peau de daim</w:t>
      </w:r>
      <w:r w:rsidR="00E4444A" w:rsidRPr="0099306C">
        <w:t xml:space="preserve">, </w:t>
      </w:r>
      <w:r w:rsidRPr="002B3119">
        <w:t>pour mettre avec la robe qu</w:t>
      </w:r>
      <w:r w:rsidR="00E4444A" w:rsidRPr="0099306C">
        <w:t>’</w:t>
      </w:r>
      <w:r w:rsidRPr="002B3119">
        <w:t>une couturière devait livrer</w:t>
      </w:r>
      <w:r w:rsidR="00E4444A" w:rsidRPr="0099306C">
        <w:t xml:space="preserve">. </w:t>
      </w:r>
      <w:r w:rsidRPr="002B3119">
        <w:t>Il fallait des chaussettes surtout</w:t>
      </w:r>
      <w:r w:rsidR="00E4444A" w:rsidRPr="0099306C">
        <w:t xml:space="preserve">, </w:t>
      </w:r>
      <w:r w:rsidRPr="002B3119">
        <w:t>des chaussettes aux nuances des bottines</w:t>
      </w:r>
      <w:r w:rsidR="00E4444A" w:rsidRPr="0099306C">
        <w:t xml:space="preserve">, </w:t>
      </w:r>
      <w:r w:rsidRPr="002B3119">
        <w:t>et des gants et bien d</w:t>
      </w:r>
      <w:r w:rsidR="00E4444A" w:rsidRPr="0099306C">
        <w:t>’</w:t>
      </w:r>
      <w:r w:rsidRPr="002B3119">
        <w:t>autres choses encore dont nous avions arrêté la liste</w:t>
      </w:r>
      <w:r w:rsidR="00E4444A" w:rsidRPr="0099306C">
        <w:t>.</w:t>
      </w:r>
    </w:p>
    <w:p w14:paraId="07A2232C" w14:textId="77777777" w:rsidR="00E4444A" w:rsidRPr="0099306C" w:rsidRDefault="002B3119" w:rsidP="002B3119">
      <w:r w:rsidRPr="002B3119">
        <w:t>Nous fîmes halte au rayon des confections pour acheter une robe de classe</w:t>
      </w:r>
      <w:r w:rsidR="00E4444A" w:rsidRPr="0099306C">
        <w:t>.</w:t>
      </w:r>
    </w:p>
    <w:p w14:paraId="722BFF03" w14:textId="77777777" w:rsidR="00E4444A" w:rsidRPr="0099306C" w:rsidRDefault="002B3119" w:rsidP="002B3119">
      <w:r w:rsidRPr="002B3119">
        <w:t>Une élégante vendeuse s</w:t>
      </w:r>
      <w:r w:rsidR="00E4444A" w:rsidRPr="0099306C">
        <w:t>’</w:t>
      </w:r>
      <w:r w:rsidRPr="002B3119">
        <w:t>avança</w:t>
      </w:r>
      <w:r w:rsidR="00E4444A" w:rsidRPr="0099306C">
        <w:t xml:space="preserve">, </w:t>
      </w:r>
      <w:r w:rsidRPr="002B3119">
        <w:t xml:space="preserve">demanda </w:t>
      </w:r>
      <w:r w:rsidR="00E4444A" w:rsidRPr="0099306C">
        <w:t>« </w:t>
      </w:r>
      <w:r w:rsidRPr="002B3119">
        <w:t>si c</w:t>
      </w:r>
      <w:r w:rsidR="00E4444A" w:rsidRPr="0099306C">
        <w:t>’</w:t>
      </w:r>
      <w:r w:rsidRPr="002B3119">
        <w:t>était pour mademoiselle</w:t>
      </w:r>
      <w:r w:rsidR="00E4444A" w:rsidRPr="0099306C">
        <w:t xml:space="preserve"> », </w:t>
      </w:r>
      <w:r w:rsidRPr="002B3119">
        <w:t>défit</w:t>
      </w:r>
      <w:r w:rsidR="00E4444A" w:rsidRPr="0099306C">
        <w:t xml:space="preserve">, </w:t>
      </w:r>
      <w:r w:rsidRPr="002B3119">
        <w:t>de ses doigts habiles</w:t>
      </w:r>
      <w:r w:rsidR="00E4444A" w:rsidRPr="0099306C">
        <w:t xml:space="preserve">, </w:t>
      </w:r>
      <w:r w:rsidRPr="002B3119">
        <w:t>la robe qui s</w:t>
      </w:r>
      <w:r w:rsidR="00E4444A" w:rsidRPr="0099306C">
        <w:t>’</w:t>
      </w:r>
      <w:r w:rsidRPr="002B3119">
        <w:t>agrafait par derrière</w:t>
      </w:r>
      <w:r w:rsidR="00E4444A" w:rsidRPr="0099306C">
        <w:t xml:space="preserve">, </w:t>
      </w:r>
      <w:r w:rsidRPr="002B3119">
        <w:t>souleva Yvette</w:t>
      </w:r>
      <w:r w:rsidR="00E4444A" w:rsidRPr="0099306C">
        <w:t xml:space="preserve">, </w:t>
      </w:r>
      <w:r w:rsidRPr="002B3119">
        <w:t>la mit debout sur une chaise et proposa un modèle</w:t>
      </w:r>
      <w:r w:rsidR="00E4444A" w:rsidRPr="0099306C">
        <w:t>.</w:t>
      </w:r>
    </w:p>
    <w:p w14:paraId="1CE3007E" w14:textId="77777777" w:rsidR="00E4444A" w:rsidRPr="0099306C" w:rsidRDefault="002B3119" w:rsidP="002B3119">
      <w:r w:rsidRPr="002B3119">
        <w:t>Yvette avait son idée</w:t>
      </w:r>
      <w:r w:rsidR="00E4444A" w:rsidRPr="0099306C">
        <w:t xml:space="preserve">. </w:t>
      </w:r>
      <w:r w:rsidRPr="002B3119">
        <w:t>Elle dit tout bas</w:t>
      </w:r>
      <w:r w:rsidR="00E4444A" w:rsidRPr="0099306C">
        <w:t xml:space="preserve">, </w:t>
      </w:r>
      <w:r w:rsidRPr="002B3119">
        <w:t>pour moi tout seul</w:t>
      </w:r>
      <w:r w:rsidR="00E4444A" w:rsidRPr="0099306C">
        <w:t> :</w:t>
      </w:r>
    </w:p>
    <w:p w14:paraId="4B96928D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je voudrais un costume marin</w:t>
      </w:r>
      <w:r w:rsidRPr="0099306C">
        <w:t xml:space="preserve">, </w:t>
      </w:r>
      <w:r w:rsidR="002B3119" w:rsidRPr="002B3119">
        <w:t>comme celui de Mimi Rambaud</w:t>
      </w:r>
      <w:r w:rsidRPr="0099306C">
        <w:t>.</w:t>
      </w:r>
    </w:p>
    <w:p w14:paraId="6A810E93" w14:textId="77777777" w:rsidR="00E4444A" w:rsidRPr="0099306C" w:rsidRDefault="002B3119" w:rsidP="002B3119">
      <w:r w:rsidRPr="002B3119">
        <w:t>Un costume marin fut don</w:t>
      </w:r>
      <w:r w:rsidR="00F30070">
        <w:t>c</w:t>
      </w:r>
      <w:r w:rsidRPr="002B3119">
        <w:t xml:space="preserve"> essayé</w:t>
      </w:r>
      <w:r w:rsidR="00E4444A" w:rsidRPr="0099306C">
        <w:t xml:space="preserve">, </w:t>
      </w:r>
      <w:r w:rsidRPr="002B3119">
        <w:t>un joli vêtement</w:t>
      </w:r>
      <w:r w:rsidR="00E4444A" w:rsidRPr="0099306C">
        <w:t xml:space="preserve">, </w:t>
      </w:r>
      <w:r w:rsidRPr="002B3119">
        <w:t>bien à la taille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qui se prêtait patiemment à l</w:t>
      </w:r>
      <w:r w:rsidR="00E4444A" w:rsidRPr="0099306C">
        <w:t>’</w:t>
      </w:r>
      <w:r w:rsidRPr="002B3119">
        <w:t>examen</w:t>
      </w:r>
      <w:r w:rsidR="00E4444A" w:rsidRPr="0099306C">
        <w:t xml:space="preserve">, </w:t>
      </w:r>
      <w:r w:rsidRPr="002B3119">
        <w:t>levant le bras quand on l</w:t>
      </w:r>
      <w:r w:rsidR="00E4444A" w:rsidRPr="0099306C">
        <w:t>’</w:t>
      </w:r>
      <w:r w:rsidRPr="002B3119">
        <w:t>y invitait</w:t>
      </w:r>
      <w:r w:rsidR="00E4444A" w:rsidRPr="0099306C">
        <w:t xml:space="preserve">. </w:t>
      </w:r>
      <w:r w:rsidRPr="002B3119">
        <w:t>Notre choix fut don</w:t>
      </w:r>
      <w:r w:rsidR="00F30070">
        <w:t>c</w:t>
      </w:r>
      <w:r w:rsidRPr="002B3119">
        <w:t xml:space="preserve"> arrêté tout de suite</w:t>
      </w:r>
      <w:r w:rsidR="00E4444A" w:rsidRPr="0099306C">
        <w:t xml:space="preserve">, </w:t>
      </w:r>
      <w:r w:rsidRPr="002B3119">
        <w:t>à la grande satisfaction d</w:t>
      </w:r>
      <w:r w:rsidR="00E4444A" w:rsidRPr="0099306C">
        <w:t>’</w:t>
      </w:r>
      <w:r w:rsidRPr="002B3119">
        <w:t>Yvette que déjà la vendeuse allait déshabiller</w:t>
      </w:r>
      <w:r w:rsidR="00E4444A" w:rsidRPr="0099306C">
        <w:t>.</w:t>
      </w:r>
    </w:p>
    <w:p w14:paraId="7419180F" w14:textId="77777777" w:rsidR="00E4444A" w:rsidRPr="0099306C" w:rsidRDefault="002B3119" w:rsidP="002B3119">
      <w:r w:rsidRPr="002B3119">
        <w:lastRenderedPageBreak/>
        <w:t>Mais tout nouveau</w:t>
      </w:r>
      <w:r w:rsidR="00E4444A" w:rsidRPr="0099306C">
        <w:t xml:space="preserve">, </w:t>
      </w:r>
      <w:r w:rsidRPr="002B3119">
        <w:t>tout beau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toujours debout sur sa chaise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attira pour me parler à l</w:t>
      </w:r>
      <w:r w:rsidR="00E4444A" w:rsidRPr="0099306C">
        <w:t>’</w:t>
      </w:r>
      <w:r w:rsidRPr="002B3119">
        <w:t>oreille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elle avait un grand désir à me confier</w:t>
      </w:r>
      <w:r w:rsidR="00E4444A" w:rsidRPr="0099306C">
        <w:t xml:space="preserve">, </w:t>
      </w:r>
      <w:r w:rsidRPr="002B3119">
        <w:t>un désir qu</w:t>
      </w:r>
      <w:r w:rsidR="00E4444A" w:rsidRPr="0099306C">
        <w:t>’</w:t>
      </w:r>
      <w:r w:rsidRPr="002B3119">
        <w:t>elle savait un peu puéril et n</w:t>
      </w:r>
      <w:r w:rsidR="00E4444A" w:rsidRPr="0099306C">
        <w:t>’</w:t>
      </w:r>
      <w:r w:rsidRPr="002B3119">
        <w:t>osait avouer tout haut</w:t>
      </w:r>
      <w:r w:rsidR="00E4444A" w:rsidRPr="0099306C">
        <w:t>.</w:t>
      </w:r>
    </w:p>
    <w:p w14:paraId="01BCDE8E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j</w:t>
      </w:r>
      <w:r w:rsidRPr="0099306C">
        <w:t>’</w:t>
      </w:r>
      <w:r w:rsidR="002B3119" w:rsidRPr="002B3119">
        <w:t>aimerais le garder sur moi</w:t>
      </w:r>
      <w:r w:rsidRPr="0099306C">
        <w:t>.</w:t>
      </w:r>
    </w:p>
    <w:p w14:paraId="45B29EAA" w14:textId="77777777" w:rsidR="00E4444A" w:rsidRPr="0099306C" w:rsidRDefault="002B3119" w:rsidP="002B3119">
      <w:r w:rsidRPr="002B3119">
        <w:t>Je repartis donc avec mon petit marin</w:t>
      </w:r>
      <w:r w:rsidR="00E4444A" w:rsidRPr="0099306C">
        <w:t>.</w:t>
      </w:r>
    </w:p>
    <w:p w14:paraId="707DB89F" w14:textId="77777777" w:rsidR="002B3119" w:rsidRPr="002B3119" w:rsidRDefault="002B3119" w:rsidP="002B3119"/>
    <w:p w14:paraId="2220ACF1" w14:textId="77777777" w:rsidR="00E4444A" w:rsidRPr="0099306C" w:rsidRDefault="002B3119" w:rsidP="002B3119">
      <w:r w:rsidRPr="002B3119">
        <w:t>Quelle joie au retour de faire admirer à Marie-Anne tous les beaux achats</w:t>
      </w:r>
      <w:r w:rsidR="00E4444A" w:rsidRPr="0099306C">
        <w:t xml:space="preserve">, </w:t>
      </w:r>
      <w:r w:rsidRPr="002B3119">
        <w:t>de raconter l</w:t>
      </w:r>
      <w:r w:rsidR="00E4444A" w:rsidRPr="0099306C">
        <w:t>’</w:t>
      </w:r>
      <w:r w:rsidRPr="002B3119">
        <w:t>emploi de la journée</w:t>
      </w:r>
      <w:r w:rsidR="00E4444A" w:rsidRPr="0099306C">
        <w:t xml:space="preserve"> ! </w:t>
      </w:r>
      <w:r w:rsidRPr="002B3119">
        <w:t>Yvette en perdait le souffle</w:t>
      </w:r>
      <w:r w:rsidR="00E4444A" w:rsidRPr="0099306C">
        <w:t xml:space="preserve">. </w:t>
      </w:r>
      <w:r w:rsidRPr="002B3119">
        <w:t>Après un si grand voyage</w:t>
      </w:r>
      <w:r w:rsidR="00E4444A" w:rsidRPr="0099306C">
        <w:t xml:space="preserve">, </w:t>
      </w:r>
      <w:r w:rsidRPr="002B3119">
        <w:t>il ne fut pas question de sortir après dîner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quand nous fûmes mo</w:t>
      </w:r>
      <w:r w:rsidRPr="002B3119">
        <w:t>n</w:t>
      </w:r>
      <w:r w:rsidRPr="002B3119">
        <w:t>tés dans sa chambre</w:t>
      </w:r>
      <w:r w:rsidR="00E4444A" w:rsidRPr="0099306C">
        <w:t xml:space="preserve">, </w:t>
      </w:r>
      <w:r w:rsidRPr="002B3119">
        <w:t>Yvette</w:t>
      </w:r>
      <w:r w:rsidR="00E4444A" w:rsidRPr="0099306C">
        <w:t xml:space="preserve">, </w:t>
      </w:r>
      <w:r w:rsidRPr="002B3119">
        <w:t>un peu surexcitée</w:t>
      </w:r>
      <w:r w:rsidR="00E4444A" w:rsidRPr="0099306C">
        <w:t xml:space="preserve">, </w:t>
      </w:r>
      <w:r w:rsidRPr="002B3119">
        <w:t>se cacha pour jouer derrière les rideaux</w:t>
      </w:r>
      <w:r w:rsidR="00E4444A" w:rsidRPr="0099306C">
        <w:t>.</w:t>
      </w:r>
    </w:p>
    <w:p w14:paraId="5A9752B8" w14:textId="77777777" w:rsidR="00E4444A" w:rsidRPr="0099306C" w:rsidRDefault="00E4444A" w:rsidP="002B3119">
      <w:r w:rsidRPr="0099306C">
        <w:t>— </w:t>
      </w:r>
      <w:r w:rsidR="002B3119" w:rsidRPr="002B3119">
        <w:t>Non</w:t>
      </w:r>
      <w:r w:rsidRPr="0099306C">
        <w:t xml:space="preserve">, </w:t>
      </w:r>
      <w:r w:rsidR="002B3119" w:rsidRPr="002B3119">
        <w:t>non</w:t>
      </w:r>
      <w:r w:rsidRPr="0099306C">
        <w:t xml:space="preserve">, </w:t>
      </w:r>
      <w:r w:rsidR="003960F2" w:rsidRPr="0099306C">
        <w:t>p</w:t>
      </w:r>
      <w:r w:rsidR="002B3119" w:rsidRPr="002B3119">
        <w:t>as de cache-cache</w:t>
      </w:r>
      <w:r w:rsidRPr="0099306C">
        <w:t xml:space="preserve"> ! </w:t>
      </w:r>
      <w:r w:rsidR="002B3119" w:rsidRPr="002B3119">
        <w:t>fit Marie-Anne avec la grosse voix</w:t>
      </w:r>
      <w:r w:rsidRPr="0099306C">
        <w:t>.</w:t>
      </w:r>
    </w:p>
    <w:p w14:paraId="7A4D4D62" w14:textId="3CE736FA" w:rsidR="00E4444A" w:rsidRPr="0099306C" w:rsidRDefault="002B3119" w:rsidP="002B3119">
      <w:r w:rsidRPr="002B3119">
        <w:t>Elle décrocha les boutons</w:t>
      </w:r>
      <w:r w:rsidR="00E4444A" w:rsidRPr="0099306C">
        <w:t xml:space="preserve">, </w:t>
      </w:r>
      <w:r w:rsidRPr="002B3119">
        <w:t>passa la longue chemise de nuit</w:t>
      </w:r>
      <w:r w:rsidR="00E4444A" w:rsidRPr="0099306C">
        <w:t xml:space="preserve">, </w:t>
      </w:r>
      <w:r w:rsidRPr="002B3119">
        <w:t>assit Yvette sur une chaise basse et se mit à brosser les cheveux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</w:t>
      </w:r>
      <w:r w:rsidR="00E4444A" w:rsidRPr="0099306C">
        <w:t>’</w:t>
      </w:r>
      <w:r w:rsidRPr="002B3119">
        <w:t>instant où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ayant pas d</w:t>
      </w:r>
      <w:r w:rsidR="00E4444A" w:rsidRPr="0099306C">
        <w:t>’</w:t>
      </w:r>
      <w:r w:rsidRPr="002B3119">
        <w:t>autre jeu sous la main</w:t>
      </w:r>
      <w:r w:rsidR="00E4444A" w:rsidRPr="0099306C">
        <w:t xml:space="preserve">, </w:t>
      </w:r>
      <w:r w:rsidRPr="002B3119">
        <w:t>les enfants imaginent de jouer avec leurs pieds</w:t>
      </w:r>
      <w:r w:rsidR="00E4444A" w:rsidRPr="0099306C">
        <w:t xml:space="preserve">. </w:t>
      </w:r>
      <w:r w:rsidRPr="002B3119">
        <w:t>Mais la partie devenait interminable</w:t>
      </w:r>
      <w:r w:rsidR="00E4444A" w:rsidRPr="0099306C">
        <w:t xml:space="preserve">. </w:t>
      </w:r>
      <w:r w:rsidRPr="002B3119">
        <w:t>Marie-Anne fit semblant de se fâcher</w:t>
      </w:r>
      <w:r w:rsidR="00E4444A" w:rsidRPr="0099306C">
        <w:t xml:space="preserve">. </w:t>
      </w:r>
      <w:r w:rsidRPr="002B3119">
        <w:t>Deux grandes personnes ne peuvent indéfiniment attendre qu</w:t>
      </w:r>
      <w:r w:rsidR="00E4444A" w:rsidRPr="0099306C">
        <w:t>’</w:t>
      </w:r>
      <w:r w:rsidRPr="002B3119">
        <w:t>une petite fille ait fini de jouer avec ses pieds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énergique servante usa d</w:t>
      </w:r>
      <w:r w:rsidR="00E4444A" w:rsidRPr="0099306C">
        <w:t>’</w:t>
      </w:r>
      <w:r w:rsidRPr="002B3119">
        <w:t>un moyen radical</w:t>
      </w:r>
      <w:r w:rsidR="00E4444A" w:rsidRPr="0099306C">
        <w:t xml:space="preserve">. </w:t>
      </w:r>
      <w:r w:rsidRPr="002B3119">
        <w:t>Elle prit l</w:t>
      </w:r>
      <w:r w:rsidR="00E4444A" w:rsidRPr="0099306C">
        <w:t>’</w:t>
      </w:r>
      <w:r w:rsidRPr="002B3119">
        <w:t>enfant</w:t>
      </w:r>
      <w:r w:rsidR="00E216C8">
        <w:t>,</w:t>
      </w:r>
      <w:r w:rsidR="00E216C8" w:rsidRPr="0099306C">
        <w:t xml:space="preserve"> </w:t>
      </w:r>
      <w:r w:rsidRPr="002B3119">
        <w:t>la glissa sous les couvertures et reborda les draps</w:t>
      </w:r>
      <w:r w:rsidR="00E4444A" w:rsidRPr="0099306C">
        <w:t xml:space="preserve">. </w:t>
      </w:r>
      <w:r w:rsidR="003960F2" w:rsidRPr="0099306C">
        <w:t>À</w:t>
      </w:r>
      <w:r w:rsidRPr="002B3119">
        <w:t xml:space="preserve"> mon tour</w:t>
      </w:r>
      <w:r w:rsidR="00E4444A" w:rsidRPr="0099306C">
        <w:t xml:space="preserve">, </w:t>
      </w:r>
      <w:r w:rsidRPr="002B3119">
        <w:t>je me penchai au chevet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qui redevint s</w:t>
      </w:r>
      <w:r w:rsidRPr="002B3119">
        <w:t>é</w:t>
      </w:r>
      <w:r w:rsidRPr="002B3119">
        <w:t>rieuse tout à coup</w:t>
      </w:r>
      <w:r w:rsidR="00E4444A" w:rsidRPr="0099306C">
        <w:t xml:space="preserve">. </w:t>
      </w:r>
      <w:r w:rsidRPr="002B3119">
        <w:t>Comme tous les soirs elle répéta</w:t>
      </w:r>
      <w:r w:rsidR="00E4444A" w:rsidRPr="0099306C">
        <w:t> : « </w:t>
      </w:r>
      <w:r w:rsidRPr="002B3119">
        <w:t>Notre Père</w:t>
      </w:r>
      <w:r w:rsidR="00E4444A" w:rsidRPr="0099306C">
        <w:t>… »</w:t>
      </w:r>
      <w:r w:rsidRPr="002B3119">
        <w:t xml:space="preserve"> sans oublier maman dans ses prières enfantines</w:t>
      </w:r>
      <w:r w:rsidR="00E4444A" w:rsidRPr="0099306C">
        <w:t xml:space="preserve">. </w:t>
      </w:r>
      <w:r w:rsidRPr="002B3119">
        <w:t>Du collier de ses bras</w:t>
      </w:r>
      <w:r w:rsidR="00E4444A" w:rsidRPr="0099306C">
        <w:t xml:space="preserve">, </w:t>
      </w:r>
      <w:r w:rsidRPr="002B3119">
        <w:t>elle me retint un moment encore</w:t>
      </w:r>
      <w:r w:rsidR="00E4444A" w:rsidRPr="0099306C">
        <w:t xml:space="preserve">, </w:t>
      </w:r>
      <w:r w:rsidRPr="002B3119">
        <w:t>le temps d</w:t>
      </w:r>
      <w:r w:rsidR="00E4444A" w:rsidRPr="0099306C">
        <w:t>’</w:t>
      </w:r>
      <w:r w:rsidRPr="002B3119">
        <w:t>échanger deux ou trois baisers</w:t>
      </w:r>
      <w:r w:rsidR="00E4444A" w:rsidRPr="0099306C">
        <w:t xml:space="preserve">. </w:t>
      </w:r>
      <w:r w:rsidRPr="002B3119">
        <w:t>Le sommeil allait venir</w:t>
      </w:r>
      <w:r w:rsidR="00E4444A" w:rsidRPr="0099306C">
        <w:t xml:space="preserve">. </w:t>
      </w:r>
      <w:r w:rsidRPr="002B3119">
        <w:t xml:space="preserve">Elle </w:t>
      </w:r>
      <w:r w:rsidRPr="002B3119">
        <w:lastRenderedPageBreak/>
        <w:t>dit</w:t>
      </w:r>
      <w:r w:rsidR="00E4444A" w:rsidRPr="0099306C">
        <w:t> : « </w:t>
      </w:r>
      <w:proofErr w:type="spellStart"/>
      <w:r w:rsidR="00E216C8" w:rsidRPr="009060C4">
        <w:rPr>
          <w:i/>
        </w:rPr>
        <w:t>Éteindez</w:t>
      </w:r>
      <w:proofErr w:type="spellEnd"/>
      <w:r w:rsidR="00E216C8" w:rsidRPr="002B3119">
        <w:t xml:space="preserve"> </w:t>
      </w:r>
      <w:r w:rsidRPr="002B3119">
        <w:t>la lumière</w:t>
      </w:r>
      <w:r w:rsidR="00E4444A" w:rsidRPr="0099306C">
        <w:t>… »</w:t>
      </w:r>
      <w:r w:rsidRPr="002B3119">
        <w:t xml:space="preserve"> Encore une bonne journée que nous avions vécue</w:t>
      </w:r>
      <w:r w:rsidR="00E4444A" w:rsidRPr="0099306C">
        <w:t> !…</w:t>
      </w:r>
    </w:p>
    <w:p w14:paraId="029EA210" w14:textId="77777777" w:rsidR="002B3119" w:rsidRPr="002B3119" w:rsidRDefault="002B3119" w:rsidP="002B3119"/>
    <w:p w14:paraId="1ABC043A" w14:textId="77777777" w:rsidR="00E4444A" w:rsidRPr="0099306C" w:rsidRDefault="002B3119" w:rsidP="002B3119">
      <w:r w:rsidRPr="002B3119">
        <w:t>Yvette s</w:t>
      </w:r>
      <w:r w:rsidR="00E4444A" w:rsidRPr="0099306C">
        <w:t>’</w:t>
      </w:r>
      <w:r w:rsidRPr="002B3119">
        <w:t>endormit vite</w:t>
      </w:r>
      <w:r w:rsidR="00E4444A" w:rsidRPr="0099306C">
        <w:t xml:space="preserve">. </w:t>
      </w:r>
      <w:r w:rsidRPr="002B3119">
        <w:t>Je me retirai dans la chambre voisine</w:t>
      </w:r>
      <w:r w:rsidR="00E4444A" w:rsidRPr="0099306C">
        <w:t xml:space="preserve">. </w:t>
      </w:r>
      <w:r w:rsidRPr="002B3119">
        <w:t>Déjà les jours commençaient à décroître</w:t>
      </w:r>
      <w:r w:rsidR="00E4444A" w:rsidRPr="0099306C">
        <w:t xml:space="preserve">. </w:t>
      </w:r>
      <w:r w:rsidRPr="002B3119">
        <w:t>La nuit s</w:t>
      </w:r>
      <w:r w:rsidR="00E4444A" w:rsidRPr="0099306C">
        <w:t>’</w:t>
      </w:r>
      <w:r w:rsidRPr="002B3119">
        <w:t>était faite dans le jardin</w:t>
      </w:r>
      <w:r w:rsidR="00E4444A" w:rsidRPr="0099306C">
        <w:t xml:space="preserve">. </w:t>
      </w:r>
      <w:r w:rsidRPr="002B3119">
        <w:t>Quelque fanfare de petite ville d</w:t>
      </w:r>
      <w:r w:rsidRPr="002B3119">
        <w:t>e</w:t>
      </w:r>
      <w:r w:rsidRPr="002B3119">
        <w:t>vait s</w:t>
      </w:r>
      <w:r w:rsidR="00E4444A" w:rsidRPr="0099306C">
        <w:t>’</w:t>
      </w:r>
      <w:r w:rsidRPr="002B3119">
        <w:t>exercer dans le voisinage</w:t>
      </w:r>
      <w:r w:rsidR="00E4444A" w:rsidRPr="0099306C">
        <w:t xml:space="preserve">. </w:t>
      </w:r>
      <w:r w:rsidRPr="002B3119">
        <w:t>Par-dessus le jardin m</w:t>
      </w:r>
      <w:r w:rsidR="00E4444A" w:rsidRPr="0099306C">
        <w:t>’</w:t>
      </w:r>
      <w:r w:rsidRPr="002B3119">
        <w:t>arriva le bruit de la répétition</w:t>
      </w:r>
      <w:r w:rsidR="00E4444A" w:rsidRPr="0099306C">
        <w:t xml:space="preserve">. </w:t>
      </w:r>
      <w:r w:rsidRPr="002B3119">
        <w:t>Je m</w:t>
      </w:r>
      <w:r w:rsidR="00E4444A" w:rsidRPr="0099306C">
        <w:t>’</w:t>
      </w:r>
      <w:r w:rsidRPr="002B3119">
        <w:t>accoudai à la croisée ouverte</w:t>
      </w:r>
      <w:r w:rsidR="00E4444A" w:rsidRPr="0099306C">
        <w:t xml:space="preserve">. </w:t>
      </w:r>
      <w:r w:rsidRPr="002B3119">
        <w:t>La musique</w:t>
      </w:r>
      <w:r w:rsidR="00E4444A" w:rsidRPr="0099306C">
        <w:t xml:space="preserve">, </w:t>
      </w:r>
      <w:r w:rsidRPr="002B3119">
        <w:t>au bout de peu de temps</w:t>
      </w:r>
      <w:r w:rsidR="00E4444A" w:rsidRPr="0099306C">
        <w:t xml:space="preserve">, </w:t>
      </w:r>
      <w:r w:rsidRPr="002B3119">
        <w:t>se tut</w:t>
      </w:r>
      <w:r w:rsidR="00E4444A" w:rsidRPr="0099306C">
        <w:t xml:space="preserve">. </w:t>
      </w:r>
      <w:r w:rsidRPr="002B3119">
        <w:t>Je restai seul devant le ciel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air était doux et comme sucré</w:t>
      </w:r>
      <w:r w:rsidR="00E4444A" w:rsidRPr="0099306C">
        <w:t xml:space="preserve">. </w:t>
      </w:r>
      <w:r w:rsidRPr="002B3119">
        <w:t>Une odeur de chèvrefeuille emplissait la nuit d</w:t>
      </w:r>
      <w:r w:rsidR="00E4444A" w:rsidRPr="0099306C">
        <w:t>’</w:t>
      </w:r>
      <w:r w:rsidRPr="002B3119">
        <w:t>une tendresse immense</w:t>
      </w:r>
      <w:r w:rsidR="00E4444A" w:rsidRPr="0099306C">
        <w:t xml:space="preserve">. </w:t>
      </w:r>
      <w:r w:rsidRPr="002B3119">
        <w:t>Le firmament achevait de s</w:t>
      </w:r>
      <w:r w:rsidR="00E4444A" w:rsidRPr="0099306C">
        <w:t>’</w:t>
      </w:r>
      <w:r w:rsidRPr="002B3119">
        <w:t>étoiler</w:t>
      </w:r>
      <w:r w:rsidR="00E4444A" w:rsidRPr="0099306C">
        <w:t xml:space="preserve">. </w:t>
      </w:r>
      <w:r w:rsidRPr="002B3119">
        <w:t>Des blancheurs de lune tra</w:t>
      </w:r>
      <w:r w:rsidRPr="002B3119">
        <w:t>î</w:t>
      </w:r>
      <w:r w:rsidRPr="002B3119">
        <w:t>naient parmi les fusains</w:t>
      </w:r>
      <w:r w:rsidR="00E4444A" w:rsidRPr="0099306C">
        <w:t>.</w:t>
      </w:r>
    </w:p>
    <w:p w14:paraId="39FAD254" w14:textId="77777777" w:rsidR="00E4444A" w:rsidRPr="0099306C" w:rsidRDefault="002B3119" w:rsidP="002B3119">
      <w:r w:rsidRPr="002B3119">
        <w:t>Soudain un léger craquement se fit entendre dans la chambre d</w:t>
      </w:r>
      <w:r w:rsidR="00E4444A" w:rsidRPr="0099306C">
        <w:t>’</w:t>
      </w:r>
      <w:r w:rsidRPr="002B3119">
        <w:t>Yvette qui devait</w:t>
      </w:r>
      <w:r w:rsidR="003960F2" w:rsidRPr="0099306C">
        <w:t xml:space="preserve"> ê</w:t>
      </w:r>
      <w:r w:rsidRPr="002B3119">
        <w:t>tre réveillée</w:t>
      </w:r>
      <w:r w:rsidR="00E4444A" w:rsidRPr="0099306C">
        <w:t xml:space="preserve">. </w:t>
      </w:r>
      <w:r w:rsidRPr="002B3119">
        <w:t>Puis un tout petit bruit</w:t>
      </w:r>
      <w:r w:rsidR="00E4444A" w:rsidRPr="0099306C">
        <w:t xml:space="preserve">, </w:t>
      </w:r>
      <w:r w:rsidRPr="002B3119">
        <w:t>donnant l</w:t>
      </w:r>
      <w:r w:rsidR="00E4444A" w:rsidRPr="0099306C">
        <w:t>’</w:t>
      </w:r>
      <w:r w:rsidRPr="002B3119">
        <w:t>impression de sanglots étouffés</w:t>
      </w:r>
      <w:r w:rsidR="00E4444A" w:rsidRPr="0099306C">
        <w:t xml:space="preserve">. </w:t>
      </w:r>
      <w:r w:rsidRPr="002B3119">
        <w:t>Je tendis l</w:t>
      </w:r>
      <w:r w:rsidR="00E4444A" w:rsidRPr="0099306C">
        <w:t>’</w:t>
      </w:r>
      <w:r w:rsidRPr="002B3119">
        <w:t>oreille</w:t>
      </w:r>
      <w:r w:rsidR="00E4444A" w:rsidRPr="0099306C">
        <w:t xml:space="preserve">. </w:t>
      </w:r>
      <w:r w:rsidRPr="002B3119">
        <w:t>La petite voix me parvint enfin</w:t>
      </w:r>
      <w:r w:rsidR="00E4444A" w:rsidRPr="0099306C">
        <w:t xml:space="preserve">, </w:t>
      </w:r>
      <w:r w:rsidRPr="002B3119">
        <w:t>suppliante et dése</w:t>
      </w:r>
      <w:r w:rsidRPr="002B3119">
        <w:t>s</w:t>
      </w:r>
      <w:r w:rsidRPr="002B3119">
        <w:t>pérée</w:t>
      </w:r>
      <w:r w:rsidR="00E4444A" w:rsidRPr="0099306C">
        <w:t> :</w:t>
      </w:r>
    </w:p>
    <w:p w14:paraId="6663C644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papa</w:t>
      </w:r>
      <w:r w:rsidRPr="0099306C">
        <w:t>…</w:t>
      </w:r>
    </w:p>
    <w:p w14:paraId="1CBA122C" w14:textId="77777777" w:rsidR="00E4444A" w:rsidRPr="0099306C" w:rsidRDefault="00E4444A" w:rsidP="002B3119">
      <w:r w:rsidRPr="0099306C">
        <w:t>— </w:t>
      </w:r>
      <w:r w:rsidR="002B3119" w:rsidRPr="002B3119">
        <w:t>Qu</w:t>
      </w:r>
      <w:r w:rsidRPr="0099306C">
        <w:t>’</w:t>
      </w:r>
      <w:r w:rsidR="002B3119" w:rsidRPr="002B3119">
        <w:t>y a-t-il</w:t>
      </w:r>
      <w:r w:rsidRPr="0099306C">
        <w:t xml:space="preserve">, </w:t>
      </w:r>
      <w:r w:rsidR="002B3119" w:rsidRPr="002B3119">
        <w:t>ma chérie</w:t>
      </w:r>
      <w:r w:rsidRPr="0099306C">
        <w:t> ?</w:t>
      </w:r>
    </w:p>
    <w:p w14:paraId="2957D1F1" w14:textId="77777777" w:rsidR="00E4444A" w:rsidRPr="0099306C" w:rsidRDefault="00E4444A" w:rsidP="002B3119">
      <w:r w:rsidRPr="0099306C">
        <w:t>— </w:t>
      </w:r>
      <w:r w:rsidR="002B3119" w:rsidRPr="002B3119">
        <w:t>J</w:t>
      </w:r>
      <w:r w:rsidRPr="0099306C">
        <w:t>’</w:t>
      </w:r>
      <w:r w:rsidR="002B3119" w:rsidRPr="002B3119">
        <w:t>ai mal au ventre</w:t>
      </w:r>
      <w:r w:rsidRPr="0099306C">
        <w:t xml:space="preserve">… </w:t>
      </w:r>
      <w:r w:rsidR="002B3119" w:rsidRPr="002B3119">
        <w:t>Je crois que j</w:t>
      </w:r>
      <w:r w:rsidRPr="0099306C">
        <w:t>’</w:t>
      </w:r>
      <w:r w:rsidR="002B3119" w:rsidRPr="002B3119">
        <w:t>ai mangé trop de poire</w:t>
      </w:r>
      <w:r w:rsidRPr="0099306C">
        <w:t>…</w:t>
      </w:r>
    </w:p>
    <w:p w14:paraId="291DC79E" w14:textId="77777777" w:rsidR="00E4444A" w:rsidRPr="0099306C" w:rsidRDefault="002B3119" w:rsidP="002B3119">
      <w:r w:rsidRPr="002B3119">
        <w:t>Et elle pleurait</w:t>
      </w:r>
      <w:r w:rsidR="00E4444A" w:rsidRPr="0099306C">
        <w:t xml:space="preserve">, </w:t>
      </w:r>
      <w:r w:rsidRPr="002B3119">
        <w:t>elle pleurait</w:t>
      </w:r>
      <w:r w:rsidR="00E4444A" w:rsidRPr="0099306C">
        <w:t xml:space="preserve">. </w:t>
      </w:r>
      <w:r w:rsidRPr="002B3119">
        <w:t>La douleur</w:t>
      </w:r>
      <w:r w:rsidR="00E4444A" w:rsidRPr="0099306C">
        <w:t xml:space="preserve"> </w:t>
      </w:r>
      <w:r w:rsidRPr="002B3119">
        <w:t>physique n</w:t>
      </w:r>
      <w:r w:rsidR="00E4444A" w:rsidRPr="0099306C">
        <w:t>’</w:t>
      </w:r>
      <w:r w:rsidRPr="002B3119">
        <w:t>était pas bien grave</w:t>
      </w:r>
      <w:r w:rsidR="00E4444A" w:rsidRPr="0099306C">
        <w:t xml:space="preserve">. </w:t>
      </w:r>
      <w:r w:rsidRPr="002B3119">
        <w:t>Un peu d</w:t>
      </w:r>
      <w:r w:rsidR="00E4444A" w:rsidRPr="0099306C">
        <w:t>’</w:t>
      </w:r>
      <w:r w:rsidRPr="002B3119">
        <w:t>alcool de menthe sur un morceau de sucre suffit à la calmer</w:t>
      </w:r>
      <w:r w:rsidR="00E4444A" w:rsidRPr="0099306C">
        <w:t xml:space="preserve">. </w:t>
      </w:r>
      <w:r w:rsidRPr="002B3119">
        <w:t>La souffrance était surtout m</w:t>
      </w:r>
      <w:r w:rsidRPr="002B3119">
        <w:t>o</w:t>
      </w:r>
      <w:r w:rsidRPr="002B3119">
        <w:t>rale</w:t>
      </w:r>
      <w:r w:rsidR="00E4444A" w:rsidRPr="0099306C">
        <w:t xml:space="preserve">. </w:t>
      </w:r>
      <w:r w:rsidRPr="002B3119">
        <w:t>Yvette ne se pardonnait point d</w:t>
      </w:r>
      <w:r w:rsidR="00E4444A" w:rsidRPr="0099306C">
        <w:t>’</w:t>
      </w:r>
      <w:r w:rsidRPr="002B3119">
        <w:t>avoir manqué de co</w:t>
      </w:r>
      <w:r w:rsidRPr="002B3119">
        <w:t>n</w:t>
      </w:r>
      <w:r w:rsidRPr="002B3119">
        <w:t>fiance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avoir failli à sa foi dans la toute sagesse de son p</w:t>
      </w:r>
      <w:r w:rsidRPr="002B3119">
        <w:t>a</w:t>
      </w:r>
      <w:r w:rsidRPr="002B3119">
        <w:t>pa</w:t>
      </w:r>
      <w:r w:rsidR="00E4444A" w:rsidRPr="0099306C">
        <w:t>.</w:t>
      </w:r>
    </w:p>
    <w:p w14:paraId="767FD3A8" w14:textId="77777777" w:rsidR="00E4444A" w:rsidRPr="0099306C" w:rsidRDefault="002B3119" w:rsidP="002B3119">
      <w:r w:rsidRPr="002B3119">
        <w:t>Tout en pleurant</w:t>
      </w:r>
      <w:r w:rsidR="00E4444A" w:rsidRPr="0099306C">
        <w:t xml:space="preserve">, </w:t>
      </w:r>
      <w:r w:rsidRPr="002B3119">
        <w:t>elle me disait</w:t>
      </w:r>
      <w:r w:rsidR="00E4444A" w:rsidRPr="0099306C">
        <w:t> :</w:t>
      </w:r>
    </w:p>
    <w:p w14:paraId="20E7DD61" w14:textId="77777777" w:rsidR="00E4444A" w:rsidRPr="0099306C" w:rsidRDefault="00E4444A" w:rsidP="002B3119">
      <w:r w:rsidRPr="0099306C">
        <w:lastRenderedPageBreak/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papa</w:t>
      </w:r>
      <w:r w:rsidRPr="0099306C">
        <w:t xml:space="preserve">… </w:t>
      </w:r>
      <w:r w:rsidR="002B3119" w:rsidRPr="002B3119">
        <w:t>Tu avais raison</w:t>
      </w:r>
      <w:r w:rsidRPr="0099306C">
        <w:t xml:space="preserve">… </w:t>
      </w:r>
      <w:r w:rsidR="002B3119" w:rsidRPr="002B3119">
        <w:t>Je t</w:t>
      </w:r>
      <w:r w:rsidRPr="0099306C">
        <w:t>’</w:t>
      </w:r>
      <w:r w:rsidR="002B3119" w:rsidRPr="002B3119">
        <w:t>écouterai to</w:t>
      </w:r>
      <w:r w:rsidR="002B3119" w:rsidRPr="002B3119">
        <w:t>u</w:t>
      </w:r>
      <w:r w:rsidR="002B3119" w:rsidRPr="002B3119">
        <w:t>jours désormais</w:t>
      </w:r>
      <w:r w:rsidRPr="0099306C">
        <w:t>.</w:t>
      </w:r>
    </w:p>
    <w:p w14:paraId="7A2483C3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pour apaiser cette grande douleur</w:t>
      </w:r>
      <w:r w:rsidR="00E4444A" w:rsidRPr="0099306C">
        <w:t xml:space="preserve">, </w:t>
      </w:r>
      <w:r w:rsidRPr="002B3119">
        <w:t>je pris ma p</w:t>
      </w:r>
      <w:r w:rsidRPr="002B3119">
        <w:t>e</w:t>
      </w:r>
      <w:r w:rsidRPr="002B3119">
        <w:t>tite fille dans mes bras et m</w:t>
      </w:r>
      <w:r w:rsidR="00E4444A" w:rsidRPr="0099306C">
        <w:t>’</w:t>
      </w:r>
      <w:r w:rsidRPr="002B3119">
        <w:t>assis avec elle devant la fenêtre</w:t>
      </w:r>
      <w:r w:rsidR="00E4444A" w:rsidRPr="0099306C">
        <w:t xml:space="preserve">. </w:t>
      </w:r>
      <w:r w:rsidRPr="002B3119">
        <w:t>Un grand calme emplissait la maison</w:t>
      </w:r>
      <w:r w:rsidR="00E4444A" w:rsidRPr="0099306C">
        <w:t xml:space="preserve">. </w:t>
      </w:r>
      <w:r w:rsidRPr="002B3119">
        <w:t>La lune s</w:t>
      </w:r>
      <w:r w:rsidR="00E4444A" w:rsidRPr="0099306C">
        <w:t>’</w:t>
      </w:r>
      <w:r w:rsidRPr="002B3119">
        <w:t>était co</w:t>
      </w:r>
      <w:r w:rsidRPr="002B3119">
        <w:t>u</w:t>
      </w:r>
      <w:r w:rsidRPr="002B3119">
        <w:t>chée</w:t>
      </w:r>
      <w:r w:rsidR="00E4444A" w:rsidRPr="0099306C">
        <w:t xml:space="preserve">, </w:t>
      </w:r>
      <w:r w:rsidRPr="002B3119">
        <w:t>mais les étoiles brillaient avec plus d</w:t>
      </w:r>
      <w:r w:rsidR="00E4444A" w:rsidRPr="0099306C">
        <w:t>’</w:t>
      </w:r>
      <w:r w:rsidRPr="002B3119">
        <w:t>éclat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douc</w:t>
      </w:r>
      <w:r w:rsidRPr="002B3119">
        <w:t>e</w:t>
      </w:r>
      <w:r w:rsidRPr="002B3119">
        <w:t>ment émue par le grand silence</w:t>
      </w:r>
      <w:r w:rsidR="00E4444A" w:rsidRPr="0099306C">
        <w:t xml:space="preserve">, </w:t>
      </w:r>
      <w:r w:rsidRPr="002B3119">
        <w:t>par l</w:t>
      </w:r>
      <w:r w:rsidR="00E4444A" w:rsidRPr="0099306C">
        <w:t>’</w:t>
      </w:r>
      <w:r w:rsidRPr="002B3119">
        <w:t>infini mystère de la voûte constellée</w:t>
      </w:r>
      <w:r w:rsidR="00E4444A" w:rsidRPr="0099306C">
        <w:t xml:space="preserve">, </w:t>
      </w:r>
      <w:r w:rsidRPr="002B3119">
        <w:t>Yvette se sentit enveloppée de tant d</w:t>
      </w:r>
      <w:r w:rsidR="00E4444A" w:rsidRPr="0099306C">
        <w:t>’</w:t>
      </w:r>
      <w:r w:rsidRPr="002B3119">
        <w:t>amour que ce furent des larmes de joie qui mouillèrent bientôt ses yeux</w:t>
      </w:r>
      <w:r w:rsidR="00E4444A" w:rsidRPr="0099306C">
        <w:t xml:space="preserve">. </w:t>
      </w:r>
      <w:r w:rsidRPr="002B3119">
        <w:t>Pas un souffle n</w:t>
      </w:r>
      <w:r w:rsidR="00E4444A" w:rsidRPr="0099306C">
        <w:t>’</w:t>
      </w:r>
      <w:r w:rsidRPr="002B3119">
        <w:t>agitait les branches</w:t>
      </w:r>
      <w:r w:rsidR="00E4444A" w:rsidRPr="0099306C">
        <w:t xml:space="preserve">. </w:t>
      </w:r>
      <w:r w:rsidRPr="002B3119">
        <w:t>Le jardin avait l</w:t>
      </w:r>
      <w:r w:rsidR="00E4444A" w:rsidRPr="0099306C">
        <w:t>’</w:t>
      </w:r>
      <w:r w:rsidRPr="002B3119">
        <w:t>air d</w:t>
      </w:r>
      <w:r w:rsidR="00E4444A" w:rsidRPr="0099306C">
        <w:t>’</w:t>
      </w:r>
      <w:r w:rsidRPr="002B3119">
        <w:t>un bois sacré</w:t>
      </w:r>
      <w:r w:rsidR="00E4444A" w:rsidRPr="0099306C">
        <w:t xml:space="preserve">. </w:t>
      </w:r>
      <w:r w:rsidRPr="002B3119">
        <w:t>Je ne bougeais pas de peur de dissiper une sensation étrange</w:t>
      </w:r>
      <w:r w:rsidR="00E4444A" w:rsidRPr="0099306C">
        <w:t xml:space="preserve">. </w:t>
      </w:r>
      <w:r w:rsidRPr="002B3119">
        <w:t>Yvette partageait mon e</w:t>
      </w:r>
      <w:r w:rsidRPr="002B3119">
        <w:t>n</w:t>
      </w:r>
      <w:r w:rsidRPr="002B3119">
        <w:t>chantement</w:t>
      </w:r>
      <w:r w:rsidR="00E4444A" w:rsidRPr="0099306C">
        <w:t xml:space="preserve">. </w:t>
      </w:r>
      <w:r w:rsidRPr="002B3119">
        <w:t>Je me sentais heureux</w:t>
      </w:r>
      <w:r w:rsidR="00E4444A" w:rsidRPr="0099306C">
        <w:t xml:space="preserve">, </w:t>
      </w:r>
      <w:r w:rsidRPr="002B3119">
        <w:t>sans poids</w:t>
      </w:r>
      <w:r w:rsidR="00E4444A" w:rsidRPr="0099306C">
        <w:t xml:space="preserve">. </w:t>
      </w:r>
      <w:r w:rsidRPr="002B3119">
        <w:t>Je songeais à Yvette</w:t>
      </w:r>
      <w:r w:rsidR="00E4444A" w:rsidRPr="0099306C">
        <w:t xml:space="preserve">, </w:t>
      </w:r>
      <w:r w:rsidRPr="002B3119">
        <w:t>à la jeune fille qu</w:t>
      </w:r>
      <w:r w:rsidR="00E4444A" w:rsidRPr="0099306C">
        <w:t>’</w:t>
      </w:r>
      <w:r w:rsidRPr="002B3119">
        <w:t>elle serait plus tard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imaginais mille choses douces qu</w:t>
      </w:r>
      <w:r w:rsidR="00E4444A" w:rsidRPr="0099306C">
        <w:t>’</w:t>
      </w:r>
      <w:r w:rsidRPr="002B3119">
        <w:t>un jour ou l</w:t>
      </w:r>
      <w:r w:rsidR="00E4444A" w:rsidRPr="0099306C">
        <w:t>’</w:t>
      </w:r>
      <w:r w:rsidRPr="002B3119">
        <w:t>autre je lui dirais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où me pouvaient venir toutes ces pensées bienfaisantes</w:t>
      </w:r>
      <w:r w:rsidR="00E4444A" w:rsidRPr="0099306C">
        <w:t xml:space="preserve"> ? </w:t>
      </w:r>
      <w:r w:rsidRPr="002B3119">
        <w:t>Il me semblait qu</w:t>
      </w:r>
      <w:r w:rsidR="00E4444A" w:rsidRPr="0099306C">
        <w:t>’</w:t>
      </w:r>
      <w:r w:rsidRPr="002B3119">
        <w:t>un ange nous les murmurait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dans une sorte d</w:t>
      </w:r>
      <w:r w:rsidR="00E4444A" w:rsidRPr="0099306C">
        <w:t>’</w:t>
      </w:r>
      <w:r w:rsidRPr="002B3119">
        <w:t>extase</w:t>
      </w:r>
      <w:r w:rsidR="00E4444A" w:rsidRPr="0099306C">
        <w:t xml:space="preserve">, </w:t>
      </w:r>
      <w:r w:rsidRPr="002B3119">
        <w:t>disait par moment</w:t>
      </w:r>
      <w:r w:rsidR="00E4444A" w:rsidRPr="0099306C">
        <w:t> : « </w:t>
      </w:r>
      <w:r w:rsidRPr="002B3119">
        <w:t>Oh</w:t>
      </w:r>
      <w:r w:rsidR="00E4444A" w:rsidRPr="0099306C">
        <w:t xml:space="preserve"> ! </w:t>
      </w:r>
      <w:r w:rsidRPr="002B3119">
        <w:t>papa</w:t>
      </w:r>
      <w:r w:rsidR="00E4444A" w:rsidRPr="0099306C">
        <w:t>… »</w:t>
      </w:r>
      <w:r w:rsidRPr="002B3119">
        <w:t xml:space="preserve"> Et elle s</w:t>
      </w:r>
      <w:r w:rsidR="00E4444A" w:rsidRPr="0099306C">
        <w:t>’</w:t>
      </w:r>
      <w:r w:rsidRPr="002B3119">
        <w:t>accrochait à moi dans sa crainte de me quitter</w:t>
      </w:r>
      <w:r w:rsidR="00E4444A" w:rsidRPr="0099306C">
        <w:t>.</w:t>
      </w:r>
    </w:p>
    <w:p w14:paraId="65DFD283" w14:textId="77777777" w:rsidR="00E4444A" w:rsidRPr="0099306C" w:rsidRDefault="002B3119" w:rsidP="002B3119">
      <w:r w:rsidRPr="002B3119">
        <w:t>La nuit était tiède</w:t>
      </w:r>
      <w:r w:rsidR="00E4444A" w:rsidRPr="0099306C">
        <w:t xml:space="preserve">. </w:t>
      </w:r>
      <w:r w:rsidRPr="002B3119">
        <w:t>Nous restâmes quelque temps à co</w:t>
      </w:r>
      <w:r w:rsidRPr="002B3119">
        <w:t>n</w:t>
      </w:r>
      <w:r w:rsidRPr="002B3119">
        <w:t>templer le ciel</w:t>
      </w:r>
      <w:r w:rsidR="00E4444A" w:rsidRPr="0099306C">
        <w:t xml:space="preserve">. </w:t>
      </w:r>
      <w:r w:rsidRPr="002B3119">
        <w:t>La grande Ourse se dessinait très nettement vers le nord</w:t>
      </w:r>
      <w:r w:rsidR="00E4444A" w:rsidRPr="0099306C">
        <w:t xml:space="preserve">. </w:t>
      </w:r>
      <w:r w:rsidRPr="002B3119">
        <w:t>Je nommai à Yvette quelques étoiles</w:t>
      </w:r>
      <w:r w:rsidR="00E4444A" w:rsidRPr="0099306C">
        <w:t xml:space="preserve">. </w:t>
      </w:r>
      <w:r w:rsidRPr="002B3119">
        <w:t>Elle vo</w:t>
      </w:r>
      <w:r w:rsidRPr="002B3119">
        <w:t>u</w:t>
      </w:r>
      <w:r w:rsidRPr="002B3119">
        <w:t>lut en connaître 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montrait du doigt en rép</w:t>
      </w:r>
      <w:r w:rsidRPr="002B3119">
        <w:t>é</w:t>
      </w:r>
      <w:r w:rsidRPr="002B3119">
        <w:t>tant</w:t>
      </w:r>
      <w:r w:rsidR="00E4444A" w:rsidRPr="0099306C">
        <w:t> : « </w:t>
      </w:r>
      <w:r w:rsidRPr="002B3119">
        <w:t>Et celle-là</w:t>
      </w:r>
      <w:r w:rsidR="00E4444A" w:rsidRPr="0099306C">
        <w:t xml:space="preserve"> ?… </w:t>
      </w:r>
      <w:r w:rsidRPr="002B3119">
        <w:t>Et celle-là</w:t>
      </w:r>
      <w:r w:rsidR="00E4444A" w:rsidRPr="0099306C">
        <w:t> !… »</w:t>
      </w:r>
      <w:r w:rsidRPr="002B3119">
        <w:t xml:space="preserve"> Un jour</w:t>
      </w:r>
      <w:r w:rsidR="00E4444A" w:rsidRPr="0099306C">
        <w:t xml:space="preserve">, </w:t>
      </w:r>
      <w:r w:rsidRPr="002B3119">
        <w:t>elle se ferait une idée de cet univers sans limites</w:t>
      </w:r>
      <w:r w:rsidR="00E4444A" w:rsidRPr="0099306C">
        <w:t xml:space="preserve">. </w:t>
      </w:r>
      <w:r w:rsidRPr="002B3119">
        <w:t>La contemplation la soulèverait de terre</w:t>
      </w:r>
      <w:r w:rsidR="00E4444A" w:rsidRPr="0099306C">
        <w:t xml:space="preserve">. </w:t>
      </w:r>
      <w:r w:rsidRPr="002B3119">
        <w:t>Chaque fois qu</w:t>
      </w:r>
      <w:r w:rsidR="00E4444A" w:rsidRPr="0099306C">
        <w:t>’</w:t>
      </w:r>
      <w:r w:rsidRPr="002B3119">
        <w:t>à cette fenêtre nous nous accouderions ensemble</w:t>
      </w:r>
      <w:r w:rsidR="00E4444A" w:rsidRPr="0099306C">
        <w:t xml:space="preserve">, </w:t>
      </w:r>
      <w:r w:rsidRPr="002B3119">
        <w:t>nous oublierions un peu le monde</w:t>
      </w:r>
      <w:r w:rsidR="00E4444A" w:rsidRPr="0099306C">
        <w:t xml:space="preserve">. </w:t>
      </w:r>
      <w:r w:rsidRPr="002B3119">
        <w:t>De belles heures nous étaient promises</w:t>
      </w:r>
      <w:r w:rsidR="00E4444A" w:rsidRPr="0099306C">
        <w:t>.</w:t>
      </w:r>
    </w:p>
    <w:p w14:paraId="569BE366" w14:textId="77777777" w:rsidR="00E4444A" w:rsidRPr="0099306C" w:rsidRDefault="002B3119" w:rsidP="002B3119">
      <w:r w:rsidRPr="002B3119">
        <w:t>Et Yvette regardait</w:t>
      </w:r>
      <w:r w:rsidR="00E4444A" w:rsidRPr="0099306C">
        <w:t xml:space="preserve">, </w:t>
      </w:r>
      <w:r w:rsidRPr="002B3119">
        <w:t>regardait</w:t>
      </w:r>
      <w:r w:rsidR="00E4444A" w:rsidRPr="0099306C">
        <w:t xml:space="preserve">, </w:t>
      </w:r>
      <w:r w:rsidRPr="002B3119">
        <w:t>ouvrant son âme au se</w:t>
      </w:r>
      <w:r w:rsidRPr="002B3119">
        <w:t>n</w:t>
      </w:r>
      <w:r w:rsidRPr="002B3119">
        <w:t>timent de l</w:t>
      </w:r>
      <w:r w:rsidR="00E4444A" w:rsidRPr="0099306C">
        <w:t>’</w:t>
      </w:r>
      <w:r w:rsidRPr="002B3119">
        <w:t>infini</w:t>
      </w:r>
      <w:r w:rsidR="00E4444A" w:rsidRPr="0099306C">
        <w:t>…</w:t>
      </w:r>
    </w:p>
    <w:p w14:paraId="356FAAE7" w14:textId="77777777" w:rsidR="002B3119" w:rsidRPr="002B3119" w:rsidRDefault="002B3119" w:rsidP="002B3119"/>
    <w:p w14:paraId="17FC3A82" w14:textId="77777777" w:rsidR="00E4444A" w:rsidRPr="0099306C" w:rsidRDefault="002B3119" w:rsidP="002B3119">
      <w:r w:rsidRPr="002B3119">
        <w:lastRenderedPageBreak/>
        <w:t>Yvette se trouva un peu fatiguée</w:t>
      </w:r>
      <w:r w:rsidR="00E4444A" w:rsidRPr="0099306C">
        <w:t xml:space="preserve">, </w:t>
      </w:r>
      <w:r w:rsidRPr="002B3119">
        <w:t>au lendemain de cette nuit interrompue</w:t>
      </w:r>
      <w:r w:rsidR="00E4444A" w:rsidRPr="0099306C">
        <w:t xml:space="preserve">. </w:t>
      </w:r>
      <w:r w:rsidRPr="002B3119">
        <w:t>Juillet rayonnait</w:t>
      </w:r>
      <w:r w:rsidR="00E4444A" w:rsidRPr="0099306C">
        <w:t xml:space="preserve">, </w:t>
      </w:r>
      <w:r w:rsidRPr="002B3119">
        <w:t>le mois où les classes traînent paresseusement</w:t>
      </w:r>
      <w:r w:rsidR="00E4444A" w:rsidRPr="0099306C">
        <w:t xml:space="preserve">, </w:t>
      </w:r>
      <w:r w:rsidRPr="002B3119">
        <w:t>écoliers et maîtres rêvant déjà de vacances</w:t>
      </w:r>
      <w:r w:rsidR="00E4444A" w:rsidRPr="0099306C">
        <w:t xml:space="preserve">. </w:t>
      </w:r>
      <w:r w:rsidRPr="002B3119">
        <w:t>Je consentis à la garder à la maison</w:t>
      </w:r>
      <w:r w:rsidR="00E4444A" w:rsidRPr="0099306C">
        <w:t>.</w:t>
      </w:r>
    </w:p>
    <w:p w14:paraId="425D57DB" w14:textId="77777777" w:rsidR="00E4444A" w:rsidRPr="0099306C" w:rsidRDefault="002B3119" w:rsidP="002B3119">
      <w:r w:rsidRPr="002B3119">
        <w:t>Nous sortîmes après déjeuner</w:t>
      </w:r>
      <w:r w:rsidR="00E4444A" w:rsidRPr="0099306C">
        <w:t xml:space="preserve">. </w:t>
      </w:r>
      <w:r w:rsidRPr="002B3119">
        <w:t>Yvette marchait lent</w:t>
      </w:r>
      <w:r w:rsidRPr="002B3119">
        <w:t>e</w:t>
      </w:r>
      <w:r w:rsidRPr="002B3119">
        <w:t>ment</w:t>
      </w:r>
      <w:r w:rsidR="00E4444A" w:rsidRPr="0099306C">
        <w:t xml:space="preserve">, </w:t>
      </w:r>
      <w:r w:rsidRPr="002B3119">
        <w:t>mal éveillée</w:t>
      </w:r>
      <w:r w:rsidR="00E4444A" w:rsidRPr="0099306C">
        <w:t xml:space="preserve">, </w:t>
      </w:r>
      <w:r w:rsidRPr="002B3119">
        <w:t>se promettant</w:t>
      </w:r>
      <w:r w:rsidR="00E4444A" w:rsidRPr="0099306C">
        <w:t xml:space="preserve">, </w:t>
      </w:r>
      <w:r w:rsidRPr="002B3119">
        <w:t>dès notre retour</w:t>
      </w:r>
      <w:r w:rsidR="00E4444A" w:rsidRPr="0099306C">
        <w:t xml:space="preserve">, </w:t>
      </w:r>
      <w:r w:rsidRPr="002B3119">
        <w:t>un joli somme sur le canapé du bureau</w:t>
      </w:r>
      <w:r w:rsidR="00E4444A" w:rsidRPr="0099306C">
        <w:t>.</w:t>
      </w:r>
    </w:p>
    <w:p w14:paraId="1200431B" w14:textId="77777777" w:rsidR="00E4444A" w:rsidRPr="0099306C" w:rsidRDefault="002B3119" w:rsidP="002B3119">
      <w:r w:rsidRPr="002B3119">
        <w:t>Mais elle s</w:t>
      </w:r>
      <w:r w:rsidR="00E4444A" w:rsidRPr="0099306C">
        <w:t>’</w:t>
      </w:r>
      <w:r w:rsidRPr="002B3119">
        <w:t>arrêta soudain</w:t>
      </w:r>
      <w:r w:rsidR="00E4444A" w:rsidRPr="0099306C">
        <w:t xml:space="preserve">, </w:t>
      </w:r>
      <w:r w:rsidRPr="002B3119">
        <w:t>voyant venir une camarade</w:t>
      </w:r>
      <w:r w:rsidR="00E4444A" w:rsidRPr="0099306C">
        <w:t xml:space="preserve">, </w:t>
      </w:r>
      <w:r w:rsidRPr="002B3119">
        <w:t xml:space="preserve">une </w:t>
      </w:r>
      <w:r w:rsidR="00E4444A" w:rsidRPr="0099306C">
        <w:t>« </w:t>
      </w:r>
      <w:r w:rsidRPr="002B3119">
        <w:t>grande</w:t>
      </w:r>
      <w:r w:rsidR="00E4444A" w:rsidRPr="0099306C">
        <w:t xml:space="preserve"> », </w:t>
      </w:r>
      <w:r w:rsidRPr="002B3119">
        <w:t>presque une petite maman</w:t>
      </w:r>
      <w:r w:rsidR="00E4444A" w:rsidRPr="0099306C">
        <w:t>.</w:t>
      </w:r>
    </w:p>
    <w:p w14:paraId="2F1B0E6B" w14:textId="77777777" w:rsidR="00E4444A" w:rsidRPr="0099306C" w:rsidRDefault="00E4444A" w:rsidP="002B3119">
      <w:r w:rsidRPr="0099306C">
        <w:t>— </w:t>
      </w:r>
      <w:r w:rsidR="002B3119" w:rsidRPr="002B3119">
        <w:t>Yvette</w:t>
      </w:r>
      <w:r w:rsidRPr="0099306C">
        <w:t xml:space="preserve">… </w:t>
      </w:r>
      <w:r w:rsidR="002B3119" w:rsidRPr="002B3119">
        <w:t>Yvette</w:t>
      </w:r>
      <w:r w:rsidRPr="0099306C">
        <w:t xml:space="preserve">… </w:t>
      </w:r>
      <w:r w:rsidR="002B3119" w:rsidRPr="002B3119">
        <w:t>Tu ne sais pas</w:t>
      </w:r>
      <w:r w:rsidRPr="0099306C">
        <w:t xml:space="preserve">. </w:t>
      </w:r>
      <w:r w:rsidR="002B3119" w:rsidRPr="002B3119">
        <w:t>Tu n</w:t>
      </w:r>
      <w:r w:rsidRPr="0099306C">
        <w:t>’</w:t>
      </w:r>
      <w:r w:rsidR="002B3119" w:rsidRPr="002B3119">
        <w:t>es pas venue ce matin</w:t>
      </w:r>
      <w:r w:rsidRPr="0099306C">
        <w:t xml:space="preserve">. </w:t>
      </w:r>
      <w:r w:rsidR="002B3119" w:rsidRPr="002B3119">
        <w:t>On prépare les prix</w:t>
      </w:r>
      <w:r w:rsidRPr="0099306C">
        <w:t xml:space="preserve">. </w:t>
      </w:r>
      <w:r w:rsidR="002B3119" w:rsidRPr="002B3119">
        <w:t>Il y aura une pièce</w:t>
      </w:r>
      <w:r w:rsidRPr="0099306C">
        <w:t xml:space="preserve">. </w:t>
      </w:r>
      <w:r w:rsidR="002B3119" w:rsidRPr="002B3119">
        <w:t xml:space="preserve">Tu </w:t>
      </w:r>
      <w:proofErr w:type="gramStart"/>
      <w:r w:rsidR="002B3119" w:rsidRPr="002B3119">
        <w:t>as</w:t>
      </w:r>
      <w:proofErr w:type="gramEnd"/>
      <w:r w:rsidR="002B3119" w:rsidRPr="002B3119">
        <w:t xml:space="preserve"> un rôle</w:t>
      </w:r>
      <w:r w:rsidRPr="0099306C">
        <w:t>…</w:t>
      </w:r>
    </w:p>
    <w:p w14:paraId="3C04EDC5" w14:textId="77777777" w:rsidR="00E4444A" w:rsidRPr="0099306C" w:rsidRDefault="002B3119" w:rsidP="002B3119">
      <w:r w:rsidRPr="002B3119">
        <w:t>Un rôle</w:t>
      </w:r>
      <w:r w:rsidR="00E4444A" w:rsidRPr="0099306C">
        <w:t xml:space="preserve"> !… </w:t>
      </w:r>
      <w:r w:rsidRPr="002B3119">
        <w:t>Yvette n</w:t>
      </w:r>
      <w:r w:rsidR="00E4444A" w:rsidRPr="0099306C">
        <w:t>’</w:t>
      </w:r>
      <w:r w:rsidRPr="002B3119">
        <w:t>eut plus sommeil du tout</w:t>
      </w:r>
      <w:r w:rsidR="00E4444A" w:rsidRPr="0099306C">
        <w:t xml:space="preserve">. </w:t>
      </w:r>
      <w:r w:rsidRPr="002B3119">
        <w:t>Plus question du repos réparateur</w:t>
      </w:r>
      <w:r w:rsidR="00E4444A" w:rsidRPr="0099306C">
        <w:t>.</w:t>
      </w:r>
    </w:p>
    <w:p w14:paraId="242282AC" w14:textId="77777777" w:rsidR="00E4444A" w:rsidRPr="0099306C" w:rsidRDefault="00E4444A" w:rsidP="002B3119">
      <w:r w:rsidRPr="0099306C">
        <w:t>— </w:t>
      </w:r>
      <w:r w:rsidR="002B3119" w:rsidRPr="002B3119">
        <w:t>Voyons</w:t>
      </w:r>
      <w:r w:rsidRPr="0099306C">
        <w:t xml:space="preserve">, </w:t>
      </w:r>
      <w:r w:rsidR="002B3119" w:rsidRPr="002B3119">
        <w:t>ma chérie</w:t>
      </w:r>
      <w:r w:rsidRPr="0099306C">
        <w:t xml:space="preserve"> ! </w:t>
      </w:r>
      <w:r w:rsidR="002B3119" w:rsidRPr="002B3119">
        <w:t>Un bon dodo cet après-midi</w:t>
      </w:r>
      <w:r w:rsidRPr="0099306C">
        <w:t xml:space="preserve">… </w:t>
      </w:r>
      <w:r w:rsidR="002B3119" w:rsidRPr="002B3119">
        <w:t>Demain tu iras en classe</w:t>
      </w:r>
      <w:r w:rsidRPr="0099306C">
        <w:t>.</w:t>
      </w:r>
    </w:p>
    <w:p w14:paraId="5AFBCDBC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papa</w:t>
      </w:r>
      <w:r w:rsidRPr="0099306C">
        <w:t xml:space="preserve">… </w:t>
      </w:r>
      <w:r w:rsidR="002B3119" w:rsidRPr="002B3119">
        <w:t>Tu n</w:t>
      </w:r>
      <w:r w:rsidRPr="0099306C">
        <w:t>’</w:t>
      </w:r>
      <w:r w:rsidR="002B3119" w:rsidRPr="002B3119">
        <w:t>as pas entendu</w:t>
      </w:r>
      <w:r w:rsidRPr="0099306C">
        <w:t xml:space="preserve"> ! </w:t>
      </w:r>
      <w:proofErr w:type="gramStart"/>
      <w:r w:rsidR="002B3119" w:rsidRPr="002B3119">
        <w:t>J</w:t>
      </w:r>
      <w:r w:rsidRPr="0099306C">
        <w:t>’</w:t>
      </w:r>
      <w:r w:rsidR="002B3119" w:rsidRPr="002B3119">
        <w:t>ai</w:t>
      </w:r>
      <w:proofErr w:type="gramEnd"/>
      <w:r w:rsidR="002B3119" w:rsidRPr="002B3119">
        <w:t xml:space="preserve"> un rôle</w:t>
      </w:r>
      <w:r w:rsidRPr="0099306C">
        <w:t> !…</w:t>
      </w:r>
    </w:p>
    <w:p w14:paraId="0910898E" w14:textId="77777777" w:rsidR="00E4444A" w:rsidRPr="0099306C" w:rsidRDefault="002B3119" w:rsidP="002B3119">
      <w:r w:rsidRPr="002B3119">
        <w:t>Ah</w:t>
      </w:r>
      <w:r w:rsidR="00E4444A" w:rsidRPr="0099306C">
        <w:t xml:space="preserve"> ! </w:t>
      </w:r>
      <w:r w:rsidRPr="002B3119">
        <w:t>elle était bien réveillée à présent</w:t>
      </w:r>
      <w:r w:rsidR="00E4444A" w:rsidRPr="0099306C">
        <w:t xml:space="preserve">. </w:t>
      </w:r>
      <w:r w:rsidRPr="002B3119">
        <w:t>Vite</w:t>
      </w:r>
      <w:r w:rsidR="00E4444A" w:rsidRPr="0099306C">
        <w:t xml:space="preserve">, </w:t>
      </w:r>
      <w:r w:rsidRPr="002B3119">
        <w:t>nous re</w:t>
      </w:r>
      <w:r w:rsidRPr="002B3119">
        <w:t>n</w:t>
      </w:r>
      <w:r w:rsidRPr="002B3119">
        <w:t>trâmes à la maison</w:t>
      </w:r>
      <w:r w:rsidR="00E4444A" w:rsidRPr="0099306C">
        <w:t xml:space="preserve">. </w:t>
      </w:r>
      <w:r w:rsidRPr="002B3119">
        <w:t>Pas un moment à perdre</w:t>
      </w:r>
      <w:r w:rsidR="00E4444A" w:rsidRPr="0099306C">
        <w:t xml:space="preserve">. </w:t>
      </w:r>
      <w:r w:rsidRPr="002B3119">
        <w:t>Il fallait pre</w:t>
      </w:r>
      <w:r w:rsidRPr="002B3119">
        <w:t>n</w:t>
      </w:r>
      <w:r w:rsidRPr="002B3119">
        <w:t>dre sa serviette et aller en classe</w:t>
      </w:r>
      <w:r w:rsidR="00E4444A" w:rsidRPr="0099306C">
        <w:t>.</w:t>
      </w:r>
    </w:p>
    <w:p w14:paraId="5A79C169" w14:textId="77777777" w:rsidR="00E4444A" w:rsidRPr="0099306C" w:rsidRDefault="00E4444A" w:rsidP="002B3119">
      <w:r w:rsidRPr="0099306C">
        <w:t>— </w:t>
      </w:r>
      <w:r w:rsidR="002B3119" w:rsidRPr="002B3119">
        <w:t>Et moi qui croyais</w:t>
      </w:r>
      <w:r w:rsidRPr="0099306C">
        <w:t xml:space="preserve">, </w:t>
      </w:r>
      <w:r w:rsidR="002B3119" w:rsidRPr="002B3119">
        <w:t>dit Marie-Anne</w:t>
      </w:r>
      <w:r w:rsidR="00E216C8">
        <w:t>,</w:t>
      </w:r>
      <w:r w:rsidR="002B3119" w:rsidRPr="002B3119">
        <w:t xml:space="preserve"> que c</w:t>
      </w:r>
      <w:r w:rsidRPr="0099306C">
        <w:t>’</w:t>
      </w:r>
      <w:r w:rsidR="002B3119" w:rsidRPr="002B3119">
        <w:t>était v</w:t>
      </w:r>
      <w:r w:rsidR="002B3119" w:rsidRPr="002B3119">
        <w:t>a</w:t>
      </w:r>
      <w:r w:rsidR="002B3119" w:rsidRPr="002B3119">
        <w:t>cances aujourd</w:t>
      </w:r>
      <w:r w:rsidRPr="0099306C">
        <w:t>’</w:t>
      </w:r>
      <w:r w:rsidR="002B3119" w:rsidRPr="002B3119">
        <w:t>hui</w:t>
      </w:r>
      <w:r w:rsidRPr="0099306C">
        <w:t> !</w:t>
      </w:r>
    </w:p>
    <w:p w14:paraId="0BFDB529" w14:textId="77777777" w:rsidR="00E4444A" w:rsidRPr="0099306C" w:rsidRDefault="00E4444A" w:rsidP="002B3119">
      <w:r w:rsidRPr="0099306C">
        <w:t>— </w:t>
      </w:r>
      <w:r w:rsidR="002B3119" w:rsidRPr="002B3119">
        <w:t>Vacances</w:t>
      </w:r>
      <w:r w:rsidRPr="0099306C">
        <w:t xml:space="preserve"> !… </w:t>
      </w:r>
      <w:r w:rsidR="002B3119" w:rsidRPr="002B3119">
        <w:t>vous n</w:t>
      </w:r>
      <w:r w:rsidRPr="0099306C">
        <w:t>’</w:t>
      </w:r>
      <w:r w:rsidR="002B3119" w:rsidRPr="002B3119">
        <w:t>y songez pas</w:t>
      </w:r>
      <w:r w:rsidRPr="0099306C">
        <w:t xml:space="preserve">… </w:t>
      </w:r>
      <w:r w:rsidR="002B3119" w:rsidRPr="002B3119">
        <w:t>Et mon rôle</w:t>
      </w:r>
      <w:r w:rsidRPr="0099306C">
        <w:t> !</w:t>
      </w:r>
    </w:p>
    <w:p w14:paraId="1F1B9B78" w14:textId="77777777" w:rsidR="00E4444A" w:rsidRPr="0099306C" w:rsidRDefault="003960F2" w:rsidP="002B3119">
      <w:r w:rsidRPr="0099306C">
        <w:t>À</w:t>
      </w:r>
      <w:r w:rsidR="002B3119" w:rsidRPr="002B3119">
        <w:t xml:space="preserve"> quatre heures</w:t>
      </w:r>
      <w:r w:rsidR="00E4444A" w:rsidRPr="0099306C">
        <w:t xml:space="preserve">, </w:t>
      </w:r>
      <w:r w:rsidR="002B3119" w:rsidRPr="002B3119">
        <w:t>Yvette rentra et vint droit à mon cab</w:t>
      </w:r>
      <w:r w:rsidR="002B3119" w:rsidRPr="002B3119">
        <w:t>i</w:t>
      </w:r>
      <w:r w:rsidR="002B3119" w:rsidRPr="002B3119">
        <w:t>net</w:t>
      </w:r>
      <w:r w:rsidR="00E4444A" w:rsidRPr="0099306C">
        <w:t xml:space="preserve">. </w:t>
      </w:r>
      <w:r w:rsidR="002B3119" w:rsidRPr="002B3119">
        <w:t>La fête était pour la fin du mois</w:t>
      </w:r>
      <w:r w:rsidR="00E4444A" w:rsidRPr="0099306C">
        <w:t xml:space="preserve">. </w:t>
      </w:r>
      <w:r w:rsidR="002B3119" w:rsidRPr="002B3119">
        <w:t>Toutes les petites filles figureraient dans la comédie</w:t>
      </w:r>
      <w:r w:rsidR="00E4444A" w:rsidRPr="0099306C">
        <w:t xml:space="preserve">. </w:t>
      </w:r>
      <w:r w:rsidR="002B3119" w:rsidRPr="002B3119">
        <w:t>Les rôles étaient distribués</w:t>
      </w:r>
      <w:r w:rsidR="00E4444A" w:rsidRPr="0099306C">
        <w:t>.</w:t>
      </w:r>
    </w:p>
    <w:p w14:paraId="01281F91" w14:textId="77777777" w:rsidR="00E4444A" w:rsidRPr="0099306C" w:rsidRDefault="002B3119" w:rsidP="002B3119">
      <w:r w:rsidRPr="0048522E">
        <w:lastRenderedPageBreak/>
        <w:t>Il n</w:t>
      </w:r>
      <w:r w:rsidR="00E4444A" w:rsidRPr="0048522E">
        <w:t>’</w:t>
      </w:r>
      <w:r w:rsidRPr="0048522E">
        <w:t>était pas bien long le rôle de ma petite chérie</w:t>
      </w:r>
      <w:r w:rsidR="00E4444A" w:rsidRPr="0048522E">
        <w:t xml:space="preserve">. </w:t>
      </w:r>
      <w:r w:rsidRPr="0048522E">
        <w:t>La pièce s</w:t>
      </w:r>
      <w:r w:rsidR="00E4444A" w:rsidRPr="0048522E">
        <w:t>’</w:t>
      </w:r>
      <w:r w:rsidRPr="0048522E">
        <w:t>intitulait</w:t>
      </w:r>
      <w:r w:rsidR="00E4444A" w:rsidRPr="0048522E">
        <w:t xml:space="preserve"> : </w:t>
      </w:r>
      <w:r w:rsidRPr="0048522E">
        <w:rPr>
          <w:i/>
        </w:rPr>
        <w:t>le Baptême de Fleurette</w:t>
      </w:r>
      <w:r w:rsidR="00E4444A" w:rsidRPr="0048522E">
        <w:t xml:space="preserve">. </w:t>
      </w:r>
      <w:r w:rsidRPr="0048522E">
        <w:t>Yvette n</w:t>
      </w:r>
      <w:r w:rsidR="00E4444A" w:rsidRPr="0048522E">
        <w:t>’</w:t>
      </w:r>
      <w:r w:rsidRPr="0048522E">
        <w:t>avait qu</w:t>
      </w:r>
      <w:r w:rsidR="00E4444A" w:rsidRPr="0048522E">
        <w:t>’</w:t>
      </w:r>
      <w:r w:rsidRPr="0048522E">
        <w:t>une r</w:t>
      </w:r>
      <w:r w:rsidRPr="002B3119">
        <w:t>éplique</w:t>
      </w:r>
      <w:r w:rsidR="00E4444A" w:rsidRPr="0099306C">
        <w:t>.</w:t>
      </w:r>
    </w:p>
    <w:p w14:paraId="7B4FB066" w14:textId="77777777" w:rsidR="00E4444A" w:rsidRPr="0099306C" w:rsidRDefault="002B3119" w:rsidP="002B3119">
      <w:r w:rsidRPr="002B3119">
        <w:t>La maîtresse avait copié</w:t>
      </w:r>
      <w:r w:rsidR="00E4444A" w:rsidRPr="0099306C">
        <w:t xml:space="preserve">, </w:t>
      </w:r>
      <w:r w:rsidRPr="002B3119">
        <w:t>sur une feuille détachée d</w:t>
      </w:r>
      <w:r w:rsidR="00E4444A" w:rsidRPr="0099306C">
        <w:t>’</w:t>
      </w:r>
      <w:r w:rsidRPr="002B3119">
        <w:t>un cahier d</w:t>
      </w:r>
      <w:r w:rsidR="00E4444A" w:rsidRPr="0099306C">
        <w:t>’</w:t>
      </w:r>
      <w:r w:rsidRPr="002B3119">
        <w:t>école</w:t>
      </w:r>
      <w:r w:rsidR="00E4444A" w:rsidRPr="0099306C">
        <w:t xml:space="preserve">, </w:t>
      </w:r>
      <w:r w:rsidRPr="002B3119">
        <w:t>la fin de la réplique précédente</w:t>
      </w:r>
      <w:r w:rsidR="00E4444A" w:rsidRPr="0099306C">
        <w:t> :</w:t>
      </w:r>
    </w:p>
    <w:p w14:paraId="3B2F3823" w14:textId="77777777" w:rsidR="002B3119" w:rsidRPr="009060C4" w:rsidRDefault="00E4444A" w:rsidP="009060C4">
      <w:pPr>
        <w:jc w:val="center"/>
        <w:rPr>
          <w:i/>
          <w:sz w:val="32"/>
          <w:szCs w:val="32"/>
        </w:rPr>
      </w:pPr>
      <w:r w:rsidRPr="009060C4">
        <w:rPr>
          <w:i/>
          <w:sz w:val="32"/>
          <w:szCs w:val="32"/>
        </w:rPr>
        <w:t>« </w:t>
      </w:r>
      <w:r w:rsidR="002B3119" w:rsidRPr="009060C4">
        <w:rPr>
          <w:i/>
          <w:sz w:val="32"/>
          <w:szCs w:val="32"/>
        </w:rPr>
        <w:t>Ses yeux noirs</w:t>
      </w:r>
      <w:r w:rsidRPr="009060C4">
        <w:rPr>
          <w:i/>
          <w:sz w:val="32"/>
          <w:szCs w:val="32"/>
        </w:rPr>
        <w:t>. »</w:t>
      </w:r>
    </w:p>
    <w:p w14:paraId="1D895821" w14:textId="77777777" w:rsidR="00E4444A" w:rsidRPr="0099306C" w:rsidRDefault="002B3119" w:rsidP="002B3119">
      <w:r w:rsidRPr="002B3119">
        <w:t>Yvette devait alors ajouter</w:t>
      </w:r>
      <w:r w:rsidR="00E4444A" w:rsidRPr="0099306C">
        <w:t> :</w:t>
      </w:r>
    </w:p>
    <w:p w14:paraId="3906B36B" w14:textId="77777777" w:rsidR="002B3119" w:rsidRPr="009060C4" w:rsidRDefault="00E4444A" w:rsidP="009060C4">
      <w:pPr>
        <w:jc w:val="center"/>
        <w:rPr>
          <w:i/>
          <w:sz w:val="32"/>
          <w:szCs w:val="32"/>
        </w:rPr>
      </w:pPr>
      <w:r w:rsidRPr="009060C4">
        <w:rPr>
          <w:i/>
          <w:sz w:val="32"/>
          <w:szCs w:val="32"/>
        </w:rPr>
        <w:t>« </w:t>
      </w:r>
      <w:r w:rsidR="002B3119" w:rsidRPr="009060C4">
        <w:rPr>
          <w:i/>
          <w:sz w:val="32"/>
          <w:szCs w:val="32"/>
        </w:rPr>
        <w:t>Et caressez les jolis cheveux blonds</w:t>
      </w:r>
      <w:r w:rsidRPr="009060C4">
        <w:rPr>
          <w:i/>
          <w:sz w:val="32"/>
          <w:szCs w:val="32"/>
        </w:rPr>
        <w:t>. »</w:t>
      </w:r>
    </w:p>
    <w:p w14:paraId="511DEA02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tout</w:t>
      </w:r>
      <w:r w:rsidR="00E4444A" w:rsidRPr="0099306C">
        <w:t xml:space="preserve">. </w:t>
      </w:r>
      <w:r w:rsidRPr="002B3119">
        <w:t>Mais il y avait aussi un ch</w:t>
      </w:r>
      <w:r w:rsidR="00E4444A" w:rsidRPr="0099306C">
        <w:t>œ</w:t>
      </w:r>
      <w:r w:rsidRPr="002B3119">
        <w:t>ur où toutes les petites mêleraient leurs voix</w:t>
      </w:r>
      <w:r w:rsidR="00E4444A" w:rsidRPr="0099306C">
        <w:t> :</w:t>
      </w:r>
    </w:p>
    <w:p w14:paraId="03A73C47" w14:textId="77777777" w:rsidR="00E4444A" w:rsidRPr="009060C4" w:rsidRDefault="002B3119" w:rsidP="009060C4">
      <w:pPr>
        <w:pStyle w:val="Taille-1RetraitGauche4XIndent0"/>
        <w:spacing w:before="0" w:after="0"/>
      </w:pPr>
      <w:r w:rsidRPr="009060C4">
        <w:t>Fleurette</w:t>
      </w:r>
      <w:r w:rsidR="00E4444A" w:rsidRPr="009060C4">
        <w:t xml:space="preserve">… </w:t>
      </w:r>
      <w:r w:rsidRPr="009060C4">
        <w:t>Fleurette</w:t>
      </w:r>
      <w:r w:rsidR="00E4444A" w:rsidRPr="009060C4">
        <w:t>…</w:t>
      </w:r>
    </w:p>
    <w:p w14:paraId="41C01256" w14:textId="42291DE6" w:rsidR="00E4444A" w:rsidRPr="009060C4" w:rsidRDefault="002B3119" w:rsidP="009060C4">
      <w:pPr>
        <w:pStyle w:val="Taille-1RetraitGauche4XIndent0"/>
        <w:spacing w:before="0" w:after="0"/>
      </w:pPr>
      <w:r w:rsidRPr="009060C4">
        <w:t>En ce jour si doux</w:t>
      </w:r>
      <w:r w:rsidR="00E4444A" w:rsidRPr="009060C4">
        <w:t>,</w:t>
      </w:r>
    </w:p>
    <w:p w14:paraId="008C3CF8" w14:textId="77777777" w:rsidR="002B3119" w:rsidRPr="009060C4" w:rsidRDefault="002B3119" w:rsidP="009060C4">
      <w:pPr>
        <w:pStyle w:val="Taille-1RetraitGauche4XIndent0"/>
        <w:spacing w:before="0" w:after="0"/>
      </w:pPr>
      <w:r w:rsidRPr="009060C4">
        <w:t>Sois notre interprète</w:t>
      </w:r>
    </w:p>
    <w:p w14:paraId="1F0BB3C3" w14:textId="5A492EEF" w:rsidR="00E4444A" w:rsidRPr="009060C4" w:rsidRDefault="002B3119" w:rsidP="009060C4">
      <w:pPr>
        <w:pStyle w:val="Taille-1RetraitGauche4XIndent0"/>
        <w:spacing w:before="0" w:after="0"/>
      </w:pPr>
      <w:r w:rsidRPr="009060C4">
        <w:t>Et parle pour nous</w:t>
      </w:r>
      <w:r w:rsidR="00E4444A" w:rsidRPr="009060C4">
        <w:t>.</w:t>
      </w:r>
    </w:p>
    <w:p w14:paraId="1EFC0620" w14:textId="77777777" w:rsidR="00E4444A" w:rsidRPr="0099306C" w:rsidRDefault="002B3119" w:rsidP="002B3119">
      <w:r w:rsidRPr="002B3119">
        <w:t>Et déjà elle savait l</w:t>
      </w:r>
      <w:r w:rsidR="00E4444A" w:rsidRPr="0099306C">
        <w:t>’</w:t>
      </w:r>
      <w:r w:rsidRPr="002B3119">
        <w:t>air qu</w:t>
      </w:r>
      <w:r w:rsidR="00E4444A" w:rsidRPr="0099306C">
        <w:t>’</w:t>
      </w:r>
      <w:r w:rsidRPr="002B3119">
        <w:t>elle chantonnait avec un tremblement de voix</w:t>
      </w:r>
      <w:r w:rsidR="00E4444A" w:rsidRPr="0099306C">
        <w:t> :</w:t>
      </w:r>
    </w:p>
    <w:p w14:paraId="18670FFA" w14:textId="77777777" w:rsidR="009060C4" w:rsidRPr="009060C4" w:rsidRDefault="002B3119" w:rsidP="009060C4">
      <w:pPr>
        <w:pStyle w:val="Taille-1RetraitGauche4XIndent0"/>
        <w:spacing w:before="0" w:after="0"/>
      </w:pPr>
      <w:r w:rsidRPr="009060C4">
        <w:t>Fleur-ê-</w:t>
      </w:r>
      <w:proofErr w:type="spellStart"/>
      <w:r w:rsidRPr="009060C4">
        <w:t>ète</w:t>
      </w:r>
      <w:proofErr w:type="spellEnd"/>
      <w:r w:rsidR="00E4444A" w:rsidRPr="009060C4">
        <w:t xml:space="preserve">… </w:t>
      </w:r>
      <w:r w:rsidRPr="009060C4">
        <w:t>Fleur-ê-</w:t>
      </w:r>
      <w:proofErr w:type="spellStart"/>
      <w:r w:rsidRPr="009060C4">
        <w:t>ète</w:t>
      </w:r>
      <w:proofErr w:type="spellEnd"/>
      <w:r w:rsidR="00E4444A" w:rsidRPr="009060C4">
        <w:t> !</w:t>
      </w:r>
    </w:p>
    <w:p w14:paraId="6B7B732D" w14:textId="4FC6CB03" w:rsidR="00E4444A" w:rsidRPr="009060C4" w:rsidRDefault="002B3119" w:rsidP="009060C4">
      <w:pPr>
        <w:pStyle w:val="Taille-1RetraitGauche4XIndent0"/>
        <w:spacing w:before="0" w:after="0"/>
      </w:pPr>
      <w:r w:rsidRPr="009060C4">
        <w:t>En ce jour si doux</w:t>
      </w:r>
      <w:r w:rsidR="00E4444A" w:rsidRPr="009060C4">
        <w:t>…</w:t>
      </w:r>
    </w:p>
    <w:p w14:paraId="79FE6541" w14:textId="77777777" w:rsidR="00E4444A" w:rsidRPr="0099306C" w:rsidRDefault="002B3119" w:rsidP="002B3119">
      <w:r w:rsidRPr="002B3119">
        <w:t>Yvette sut bientôt les quelques mots qu</w:t>
      </w:r>
      <w:r w:rsidR="00E4444A" w:rsidRPr="0099306C">
        <w:t>’</w:t>
      </w:r>
      <w:r w:rsidRPr="002B3119">
        <w:t>elle avait à dire</w:t>
      </w:r>
      <w:r w:rsidR="00E4444A" w:rsidRPr="0099306C">
        <w:t xml:space="preserve">. </w:t>
      </w:r>
      <w:r w:rsidRPr="002B3119">
        <w:t>Mais il fallait l</w:t>
      </w:r>
      <w:r w:rsidR="00E4444A" w:rsidRPr="0099306C">
        <w:t>’</w:t>
      </w:r>
      <w:r w:rsidRPr="002B3119">
        <w:t>intonation</w:t>
      </w:r>
      <w:r w:rsidR="00E4444A" w:rsidRPr="0099306C">
        <w:t xml:space="preserve">. </w:t>
      </w:r>
      <w:r w:rsidRPr="002B3119">
        <w:t>Papa devait tous les jours lui faire répéter son rôle</w:t>
      </w:r>
      <w:r w:rsidR="00E4444A" w:rsidRPr="0099306C">
        <w:t>.</w:t>
      </w:r>
    </w:p>
    <w:p w14:paraId="2F7F5BA3" w14:textId="77777777" w:rsidR="00E4444A" w:rsidRPr="0099306C" w:rsidRDefault="002B3119" w:rsidP="002B3119">
      <w:r w:rsidRPr="002B3119">
        <w:t>Deux semaines durant</w:t>
      </w:r>
      <w:r w:rsidR="00E4444A" w:rsidRPr="0099306C">
        <w:t xml:space="preserve">, </w:t>
      </w:r>
      <w:r w:rsidRPr="002B3119">
        <w:t>je fus instruit des préparatifs de la fête</w:t>
      </w:r>
      <w:r w:rsidR="00E4444A" w:rsidRPr="0099306C">
        <w:t xml:space="preserve">. </w:t>
      </w:r>
      <w:r w:rsidRPr="002B3119">
        <w:t>Marthe Godard devait être la maman de Fleurette et Jacqueline Vannier la bonne</w:t>
      </w:r>
      <w:r w:rsidR="00E4444A" w:rsidRPr="0099306C">
        <w:t xml:space="preserve">. </w:t>
      </w:r>
      <w:r w:rsidRPr="002B3119">
        <w:t>La petite école vivait dans la fièvre et toutes les mamans stimulaient leurs couturières</w:t>
      </w:r>
      <w:r w:rsidR="00E4444A" w:rsidRPr="0099306C">
        <w:t xml:space="preserve">, </w:t>
      </w:r>
      <w:r w:rsidRPr="002B3119">
        <w:t>t</w:t>
      </w:r>
      <w:r w:rsidRPr="002B3119">
        <w:t>e</w:t>
      </w:r>
      <w:r w:rsidRPr="002B3119">
        <w:t>nant toutes par amour-propre à ce que leur fille fût une des mieux arrangées</w:t>
      </w:r>
      <w:r w:rsidR="00E4444A" w:rsidRPr="0099306C">
        <w:t>.</w:t>
      </w:r>
    </w:p>
    <w:p w14:paraId="43EB3AC8" w14:textId="77777777" w:rsidR="002B3119" w:rsidRPr="002B3119" w:rsidRDefault="002B3119" w:rsidP="002B3119"/>
    <w:p w14:paraId="323AD7D5" w14:textId="77777777" w:rsidR="00E4444A" w:rsidRPr="0099306C" w:rsidRDefault="002B3119" w:rsidP="002B3119">
      <w:r w:rsidRPr="002B3119">
        <w:lastRenderedPageBreak/>
        <w:t>Le grand jour arriva</w:t>
      </w:r>
      <w:r w:rsidR="00E4444A" w:rsidRPr="0099306C">
        <w:t xml:space="preserve">. </w:t>
      </w:r>
      <w:r w:rsidRPr="002B3119">
        <w:t>Je vis défiler des repasseuses po</w:t>
      </w:r>
      <w:r w:rsidRPr="002B3119">
        <w:t>r</w:t>
      </w:r>
      <w:r w:rsidRPr="002B3119">
        <w:t>tant</w:t>
      </w:r>
      <w:r w:rsidR="00E4444A" w:rsidRPr="0099306C">
        <w:t xml:space="preserve">, </w:t>
      </w:r>
      <w:r w:rsidRPr="002B3119">
        <w:t>à bout de bras</w:t>
      </w:r>
      <w:r w:rsidR="00E4444A" w:rsidRPr="0099306C">
        <w:t xml:space="preserve">, </w:t>
      </w:r>
      <w:r w:rsidRPr="002B3119">
        <w:t>de blanches robes fraîchement amido</w:t>
      </w:r>
      <w:r w:rsidRPr="002B3119">
        <w:t>n</w:t>
      </w:r>
      <w:r w:rsidRPr="002B3119">
        <w:t>nées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à déjeuner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eut pas beaucoup d</w:t>
      </w:r>
      <w:r w:rsidR="00E4444A" w:rsidRPr="0099306C">
        <w:t>’</w:t>
      </w:r>
      <w:r w:rsidRPr="002B3119">
        <w:t>appétit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émotion d</w:t>
      </w:r>
      <w:r w:rsidR="00E4444A" w:rsidRPr="0099306C">
        <w:t>’</w:t>
      </w:r>
      <w:r w:rsidRPr="002B3119">
        <w:t>un premier début</w:t>
      </w:r>
      <w:r w:rsidR="00E4444A" w:rsidRPr="0099306C">
        <w:t xml:space="preserve"> ! </w:t>
      </w:r>
      <w:r w:rsidRPr="002B3119">
        <w:t>Je l</w:t>
      </w:r>
      <w:r w:rsidR="00E4444A" w:rsidRPr="0099306C">
        <w:t>’</w:t>
      </w:r>
      <w:r w:rsidRPr="002B3119">
        <w:t>escortai</w:t>
      </w:r>
      <w:r w:rsidR="00E4444A" w:rsidRPr="0099306C">
        <w:t xml:space="preserve">, </w:t>
      </w:r>
      <w:r w:rsidRPr="002B3119">
        <w:t>sur le coup de deux heures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hôtel de l</w:t>
      </w:r>
      <w:r w:rsidR="00E4444A" w:rsidRPr="0099306C">
        <w:t>’</w:t>
      </w:r>
      <w:r w:rsidRPr="002B3119">
        <w:t>Épi d</w:t>
      </w:r>
      <w:r w:rsidR="00E4444A" w:rsidRPr="0099306C">
        <w:t>’</w:t>
      </w:r>
      <w:r w:rsidRPr="002B3119">
        <w:t>or</w:t>
      </w:r>
      <w:r w:rsidR="00E4444A" w:rsidRPr="0099306C">
        <w:t xml:space="preserve">, </w:t>
      </w:r>
      <w:r w:rsidRPr="002B3119">
        <w:t>dont la salle de noces avait été louée pour la cérémonie</w:t>
      </w:r>
      <w:r w:rsidR="00E4444A" w:rsidRPr="0099306C">
        <w:t xml:space="preserve">. </w:t>
      </w:r>
      <w:r w:rsidRPr="002B3119">
        <w:t>Une vingtaine de petites filles</w:t>
      </w:r>
      <w:r w:rsidR="00E4444A" w:rsidRPr="0099306C">
        <w:t xml:space="preserve">, </w:t>
      </w:r>
      <w:r w:rsidRPr="002B3119">
        <w:t>très affairées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étaient déjà réunies</w:t>
      </w:r>
      <w:r w:rsidR="00E4444A" w:rsidRPr="0099306C">
        <w:t xml:space="preserve">, </w:t>
      </w:r>
      <w:r w:rsidRPr="002B3119">
        <w:t>dans une pièce contiguë qui formait une sorte de foyer</w:t>
      </w:r>
      <w:r w:rsidR="00E4444A" w:rsidRPr="0099306C">
        <w:t xml:space="preserve">. </w:t>
      </w:r>
      <w:r w:rsidRPr="002B3119">
        <w:t>Sur l</w:t>
      </w:r>
      <w:r w:rsidR="00E4444A" w:rsidRPr="0099306C">
        <w:t>’</w:t>
      </w:r>
      <w:r w:rsidRPr="002B3119">
        <w:t>estrade du fond</w:t>
      </w:r>
      <w:r w:rsidR="00E4444A" w:rsidRPr="0099306C">
        <w:t xml:space="preserve">, </w:t>
      </w:r>
      <w:r w:rsidRPr="002B3119">
        <w:t>où</w:t>
      </w:r>
      <w:r w:rsidR="00E4444A" w:rsidRPr="0099306C">
        <w:t xml:space="preserve">, </w:t>
      </w:r>
      <w:r w:rsidRPr="002B3119">
        <w:t>les soirs de bal</w:t>
      </w:r>
      <w:r w:rsidR="00E4444A" w:rsidRPr="0099306C">
        <w:t xml:space="preserve">, </w:t>
      </w:r>
      <w:r w:rsidRPr="002B3119">
        <w:t>devait s</w:t>
      </w:r>
      <w:r w:rsidR="00E4444A" w:rsidRPr="0099306C">
        <w:t>’</w:t>
      </w:r>
      <w:r w:rsidRPr="002B3119">
        <w:t>installer un orchestre</w:t>
      </w:r>
      <w:r w:rsidR="00E4444A" w:rsidRPr="0099306C">
        <w:t xml:space="preserve">, </w:t>
      </w:r>
      <w:r w:rsidRPr="002B3119">
        <w:t>se dressaient des bancs</w:t>
      </w:r>
      <w:r w:rsidR="00E4444A" w:rsidRPr="0099306C">
        <w:t xml:space="preserve">, </w:t>
      </w:r>
      <w:r w:rsidRPr="002B3119">
        <w:t>des chaises</w:t>
      </w:r>
      <w:r w:rsidR="00E4444A" w:rsidRPr="0099306C">
        <w:t xml:space="preserve">, </w:t>
      </w:r>
      <w:r w:rsidRPr="002B3119">
        <w:t>un piano</w:t>
      </w:r>
      <w:r w:rsidR="00E4444A" w:rsidRPr="0099306C">
        <w:t xml:space="preserve">, </w:t>
      </w:r>
      <w:r w:rsidRPr="002B3119">
        <w:t>deux tables chargées de prix</w:t>
      </w:r>
      <w:r w:rsidR="00E4444A" w:rsidRPr="0099306C">
        <w:t xml:space="preserve">. </w:t>
      </w:r>
      <w:r w:rsidRPr="002B3119">
        <w:t>Dans la salle</w:t>
      </w:r>
      <w:r w:rsidR="00E4444A" w:rsidRPr="0099306C">
        <w:t xml:space="preserve">, </w:t>
      </w:r>
      <w:r w:rsidRPr="002B3119">
        <w:t>des mamans très fières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anciennes élèves aux airs protecteurs</w:t>
      </w:r>
      <w:r w:rsidR="00E4444A" w:rsidRPr="0099306C">
        <w:t xml:space="preserve">, </w:t>
      </w:r>
      <w:r w:rsidRPr="002B3119">
        <w:t>représentaient le public assis</w:t>
      </w:r>
      <w:r w:rsidR="00E4444A" w:rsidRPr="0099306C">
        <w:t xml:space="preserve">. </w:t>
      </w:r>
      <w:r w:rsidRPr="002B3119">
        <w:t>Derrière elles</w:t>
      </w:r>
      <w:r w:rsidR="00E4444A" w:rsidRPr="0099306C">
        <w:t xml:space="preserve">, </w:t>
      </w:r>
      <w:r w:rsidRPr="002B3119">
        <w:t>quelques hommes se tenaient debout</w:t>
      </w:r>
      <w:r w:rsidR="00E4444A" w:rsidRPr="0099306C">
        <w:t>.</w:t>
      </w:r>
    </w:p>
    <w:p w14:paraId="1676E3AB" w14:textId="77777777" w:rsidR="00E4444A" w:rsidRPr="0099306C" w:rsidRDefault="002B3119" w:rsidP="002B3119">
      <w:r w:rsidRPr="002B3119">
        <w:t>Bientôt les maîtresses firent leur entrée</w:t>
      </w:r>
      <w:r w:rsidR="00E4444A" w:rsidRPr="0099306C">
        <w:t xml:space="preserve">, </w:t>
      </w:r>
      <w:r w:rsidRPr="002B3119">
        <w:t>suivies des élèves qui prirent place sur les bancs de l</w:t>
      </w:r>
      <w:r w:rsidR="00E4444A" w:rsidRPr="0099306C">
        <w:t>’</w:t>
      </w:r>
      <w:r w:rsidRPr="002B3119">
        <w:t>estrade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bien disciplinée</w:t>
      </w:r>
      <w:r w:rsidR="00E4444A" w:rsidRPr="0099306C">
        <w:t xml:space="preserve">, </w:t>
      </w:r>
      <w:r w:rsidRPr="002B3119">
        <w:t>parut à son tour</w:t>
      </w:r>
      <w:r w:rsidR="00E4444A" w:rsidRPr="0099306C">
        <w:t xml:space="preserve">, </w:t>
      </w:r>
      <w:r w:rsidRPr="002B3119">
        <w:t>ne cherchant aucunement à se faire remarquer</w:t>
      </w:r>
      <w:r w:rsidR="00E4444A" w:rsidRPr="0099306C">
        <w:t xml:space="preserve">, </w:t>
      </w:r>
      <w:r w:rsidRPr="002B3119">
        <w:t>mais soucieuse d</w:t>
      </w:r>
      <w:r w:rsidR="00E4444A" w:rsidRPr="0099306C">
        <w:t>’</w:t>
      </w:r>
      <w:r w:rsidRPr="002B3119">
        <w:t>observer une bonne tenue</w:t>
      </w:r>
      <w:r w:rsidR="00E4444A" w:rsidRPr="0099306C">
        <w:t xml:space="preserve">. </w:t>
      </w:r>
      <w:r w:rsidRPr="002B3119">
        <w:t xml:space="preserve">Des </w:t>
      </w:r>
      <w:r w:rsidRPr="008C2C66">
        <w:rPr>
          <w:i/>
        </w:rPr>
        <w:t>grandes</w:t>
      </w:r>
      <w:r w:rsidRPr="002B3119">
        <w:t xml:space="preserve"> récitèrent des poésies</w:t>
      </w:r>
      <w:r w:rsidR="00E4444A" w:rsidRPr="0099306C">
        <w:t xml:space="preserve">, </w:t>
      </w:r>
      <w:r w:rsidRPr="002B3119">
        <w:t>modulèrent des chansons d</w:t>
      </w:r>
      <w:r w:rsidR="00E4444A" w:rsidRPr="0099306C">
        <w:t>’</w:t>
      </w:r>
      <w:r w:rsidRPr="002B3119">
        <w:t>une voix un peu tremblante</w:t>
      </w:r>
      <w:r w:rsidR="00E4444A" w:rsidRPr="0099306C">
        <w:t xml:space="preserve">, </w:t>
      </w:r>
      <w:r w:rsidRPr="002B3119">
        <w:t>ou jouèrent au pi</w:t>
      </w:r>
      <w:r w:rsidRPr="002B3119">
        <w:t>a</w:t>
      </w:r>
      <w:r w:rsidRPr="002B3119">
        <w:t>no les dernières études de la méthode Carpentier</w:t>
      </w:r>
      <w:r w:rsidR="00E4444A" w:rsidRPr="0099306C">
        <w:t xml:space="preserve">. </w:t>
      </w:r>
      <w:r w:rsidRPr="002B3119">
        <w:t>Les p</w:t>
      </w:r>
      <w:r w:rsidRPr="002B3119">
        <w:t>e</w:t>
      </w:r>
      <w:r w:rsidRPr="002B3119">
        <w:t>tites</w:t>
      </w:r>
      <w:r w:rsidR="00E4444A" w:rsidRPr="0099306C">
        <w:t xml:space="preserve">, </w:t>
      </w:r>
      <w:r w:rsidRPr="002B3119">
        <w:t>sans avoir eu l</w:t>
      </w:r>
      <w:r w:rsidR="00E4444A" w:rsidRPr="0099306C">
        <w:t>’</w:t>
      </w:r>
      <w:r w:rsidRPr="002B3119">
        <w:t>air d</w:t>
      </w:r>
      <w:r w:rsidR="00E4444A" w:rsidRPr="0099306C">
        <w:t>’</w:t>
      </w:r>
      <w:r w:rsidRPr="002B3119">
        <w:t>écouter beaucoup</w:t>
      </w:r>
      <w:r w:rsidR="00E4444A" w:rsidRPr="0099306C">
        <w:t xml:space="preserve">, </w:t>
      </w:r>
      <w:r w:rsidRPr="002B3119">
        <w:t>se ranimaient</w:t>
      </w:r>
      <w:r w:rsidR="00E4444A" w:rsidRPr="0099306C">
        <w:t xml:space="preserve">, </w:t>
      </w:r>
      <w:r w:rsidRPr="002B3119">
        <w:t>le morceau fini</w:t>
      </w:r>
      <w:r w:rsidR="00E4444A" w:rsidRPr="0099306C">
        <w:t xml:space="preserve">, </w:t>
      </w:r>
      <w:r w:rsidRPr="002B3119">
        <w:t>pour récompenser toutes les exécutantes par des applaudissements égaux</w:t>
      </w:r>
      <w:r w:rsidR="00E4444A" w:rsidRPr="0099306C">
        <w:t xml:space="preserve">. </w:t>
      </w:r>
      <w:r w:rsidRPr="002B3119">
        <w:t>Les mamans</w:t>
      </w:r>
      <w:r w:rsidR="00E4444A" w:rsidRPr="0099306C">
        <w:t xml:space="preserve">, </w:t>
      </w:r>
      <w:r w:rsidRPr="002B3119">
        <w:t>à charge de r</w:t>
      </w:r>
      <w:r w:rsidRPr="002B3119">
        <w:t>e</w:t>
      </w:r>
      <w:r w:rsidRPr="002B3119">
        <w:t>vanche</w:t>
      </w:r>
      <w:r w:rsidR="00E4444A" w:rsidRPr="0099306C">
        <w:t xml:space="preserve">, </w:t>
      </w:r>
      <w:r w:rsidRPr="002B3119">
        <w:t>applaudissaient les filles de leurs amies</w:t>
      </w:r>
      <w:r w:rsidR="00E4444A" w:rsidRPr="0099306C">
        <w:t>.</w:t>
      </w:r>
    </w:p>
    <w:p w14:paraId="6A08D010" w14:textId="77777777" w:rsidR="00E4444A" w:rsidRPr="0099306C" w:rsidRDefault="002B3119" w:rsidP="002B3119">
      <w:r w:rsidRPr="002B3119">
        <w:t>Debout dans le fond</w:t>
      </w:r>
      <w:r w:rsidR="00E4444A" w:rsidRPr="0099306C">
        <w:t xml:space="preserve">, </w:t>
      </w:r>
      <w:r w:rsidRPr="002B3119">
        <w:t>penchant la tête à droite et à gauche</w:t>
      </w:r>
      <w:r w:rsidR="00E4444A" w:rsidRPr="0099306C">
        <w:t xml:space="preserve">, </w:t>
      </w:r>
      <w:r w:rsidRPr="002B3119">
        <w:t>je parvenais à voir entre les chapeaux de femmes</w:t>
      </w:r>
      <w:r w:rsidR="00E4444A" w:rsidRPr="0099306C">
        <w:t xml:space="preserve">. </w:t>
      </w:r>
      <w:r w:rsidRPr="002B3119">
        <w:t>Yvette était sagement assise</w:t>
      </w:r>
      <w:r w:rsidR="00E4444A" w:rsidRPr="0099306C">
        <w:t xml:space="preserve">. </w:t>
      </w:r>
      <w:r w:rsidRPr="002B3119">
        <w:t>Dans ce cadre familial n</w:t>
      </w:r>
      <w:r w:rsidR="00E4444A" w:rsidRPr="0099306C">
        <w:t>’</w:t>
      </w:r>
      <w:r w:rsidRPr="002B3119">
        <w:t>éprouva</w:t>
      </w:r>
      <w:r w:rsidR="00F30070">
        <w:t>-</w:t>
      </w:r>
      <w:r w:rsidRPr="002B3119">
        <w:t>t-elle pas un instant de tristesse de se sentir seule sans maman</w:t>
      </w:r>
      <w:r w:rsidR="00E4444A" w:rsidRPr="0099306C">
        <w:t xml:space="preserve"> ? </w:t>
      </w:r>
      <w:r w:rsidRPr="002B3119">
        <w:t>La maîtresse l</w:t>
      </w:r>
      <w:r w:rsidR="00E4444A" w:rsidRPr="0099306C">
        <w:t>’</w:t>
      </w:r>
      <w:r w:rsidRPr="002B3119">
        <w:t>avait prise près d</w:t>
      </w:r>
      <w:r w:rsidR="00E4444A" w:rsidRPr="0099306C">
        <w:t>’</w:t>
      </w:r>
      <w:r w:rsidRPr="002B3119">
        <w:t>elle</w:t>
      </w:r>
      <w:r w:rsidR="00E4444A" w:rsidRPr="0099306C">
        <w:t xml:space="preserve">. </w:t>
      </w:r>
      <w:r w:rsidRPr="002B3119">
        <w:t>On dev</w:t>
      </w:r>
      <w:r w:rsidRPr="002B3119">
        <w:t>i</w:t>
      </w:r>
      <w:r w:rsidRPr="002B3119">
        <w:t>nait que c</w:t>
      </w:r>
      <w:r w:rsidR="00E4444A" w:rsidRPr="0099306C">
        <w:t>’</w:t>
      </w:r>
      <w:r w:rsidRPr="002B3119">
        <w:t>était la préférée</w:t>
      </w:r>
      <w:r w:rsidR="00E4444A" w:rsidRPr="0099306C">
        <w:t xml:space="preserve">. </w:t>
      </w:r>
      <w:r w:rsidRPr="002B3119">
        <w:t>Quand la comédie fut annoncée</w:t>
      </w:r>
      <w:r w:rsidR="00E4444A" w:rsidRPr="0099306C">
        <w:t xml:space="preserve">, </w:t>
      </w:r>
      <w:r w:rsidRPr="002B3119">
        <w:t>toutes les petites filles se levèrent</w:t>
      </w:r>
      <w:r w:rsidR="00E4444A" w:rsidRPr="0099306C">
        <w:t xml:space="preserve">. </w:t>
      </w:r>
      <w:r w:rsidRPr="002B3119">
        <w:t>Et Yvette aussi se leva</w:t>
      </w:r>
      <w:r w:rsidR="00E4444A" w:rsidRPr="0099306C">
        <w:t>.</w:t>
      </w:r>
    </w:p>
    <w:p w14:paraId="6F22F7CF" w14:textId="77777777" w:rsidR="00E4444A" w:rsidRPr="0099306C" w:rsidRDefault="002B3119" w:rsidP="002B3119">
      <w:r w:rsidRPr="002B3119">
        <w:lastRenderedPageBreak/>
        <w:t>Comme elle était jolie</w:t>
      </w:r>
      <w:r w:rsidR="00E4444A" w:rsidRPr="0099306C">
        <w:t xml:space="preserve"> ! </w:t>
      </w:r>
      <w:r w:rsidRPr="002B3119">
        <w:t>Sa blanche vision reste gravée dans ma mémoire</w:t>
      </w:r>
      <w:r w:rsidR="00E4444A" w:rsidRPr="0099306C">
        <w:t xml:space="preserve">. </w:t>
      </w:r>
      <w:r w:rsidRPr="002B3119">
        <w:t>Ses abondants cheveux</w:t>
      </w:r>
      <w:r w:rsidR="00E4444A" w:rsidRPr="0099306C">
        <w:t xml:space="preserve">, </w:t>
      </w:r>
      <w:r w:rsidRPr="002B3119">
        <w:t>légers comme de la mousse</w:t>
      </w:r>
      <w:r w:rsidR="00E4444A" w:rsidRPr="0099306C">
        <w:t xml:space="preserve">, </w:t>
      </w:r>
      <w:r w:rsidRPr="002B3119">
        <w:t>tombaient en boucles sur ses épaules</w:t>
      </w:r>
      <w:r w:rsidR="00E4444A" w:rsidRPr="0099306C">
        <w:t xml:space="preserve">. </w:t>
      </w:r>
      <w:r w:rsidRPr="002B3119">
        <w:t>Ses manches très courtes laissaient les petits bras nus</w:t>
      </w:r>
      <w:r w:rsidR="00E4444A" w:rsidRPr="0099306C">
        <w:t xml:space="preserve">. </w:t>
      </w:r>
      <w:r w:rsidRPr="002B3119">
        <w:t>Sur la co</w:t>
      </w:r>
      <w:r w:rsidRPr="002B3119">
        <w:t>l</w:t>
      </w:r>
      <w:r w:rsidRPr="002B3119">
        <w:t>lerette brodée tombait le c</w:t>
      </w:r>
      <w:r w:rsidR="00E4444A" w:rsidRPr="0099306C">
        <w:t>œ</w:t>
      </w:r>
      <w:r w:rsidRPr="002B3119">
        <w:t>ur du médaillon</w:t>
      </w:r>
      <w:r w:rsidR="00E4444A" w:rsidRPr="0099306C">
        <w:t xml:space="preserve">. </w:t>
      </w:r>
      <w:r w:rsidRPr="002B3119">
        <w:t>La robe de b</w:t>
      </w:r>
      <w:r w:rsidRPr="002B3119">
        <w:t>a</w:t>
      </w:r>
      <w:r w:rsidRPr="002B3119">
        <w:t>tiste</w:t>
      </w:r>
      <w:r w:rsidR="00E4444A" w:rsidRPr="0099306C">
        <w:t xml:space="preserve">, </w:t>
      </w:r>
      <w:r w:rsidRPr="002B3119">
        <w:t>ornée de plis et de broderies</w:t>
      </w:r>
      <w:r w:rsidR="00E4444A" w:rsidRPr="0099306C">
        <w:t xml:space="preserve">, </w:t>
      </w:r>
      <w:r w:rsidRPr="002B3119">
        <w:t>arrivait à peine aux g</w:t>
      </w:r>
      <w:r w:rsidRPr="002B3119">
        <w:t>e</w:t>
      </w:r>
      <w:r w:rsidRPr="002B3119">
        <w:t>noux</w:t>
      </w:r>
      <w:r w:rsidR="00E4444A" w:rsidRPr="0099306C">
        <w:t xml:space="preserve">. </w:t>
      </w:r>
      <w:r w:rsidRPr="002B3119">
        <w:t>Une large ceinture bleu clair</w:t>
      </w:r>
      <w:r w:rsidR="00E4444A" w:rsidRPr="0099306C">
        <w:t xml:space="preserve">, </w:t>
      </w:r>
      <w:r w:rsidRPr="002B3119">
        <w:t>placée assez haut</w:t>
      </w:r>
      <w:r w:rsidR="00E4444A" w:rsidRPr="0099306C">
        <w:t xml:space="preserve">, </w:t>
      </w:r>
      <w:r w:rsidRPr="002B3119">
        <w:t>co</w:t>
      </w:r>
      <w:r w:rsidRPr="002B3119">
        <w:t>m</w:t>
      </w:r>
      <w:r w:rsidRPr="002B3119">
        <w:t>plétait l</w:t>
      </w:r>
      <w:r w:rsidR="00E4444A" w:rsidRPr="0099306C">
        <w:t>’</w:t>
      </w:r>
      <w:r w:rsidRPr="002B3119">
        <w:t>effet court de la toilette</w:t>
      </w:r>
      <w:r w:rsidR="00E4444A" w:rsidRPr="0099306C">
        <w:t xml:space="preserve">. </w:t>
      </w:r>
      <w:r w:rsidRPr="002B3119">
        <w:t>Yvette se dressait</w:t>
      </w:r>
      <w:r w:rsidR="00E4444A" w:rsidRPr="0099306C">
        <w:t xml:space="preserve">, </w:t>
      </w:r>
      <w:r w:rsidRPr="002B3119">
        <w:t>bien campée</w:t>
      </w:r>
      <w:r w:rsidR="00E4444A" w:rsidRPr="0099306C">
        <w:t xml:space="preserve">, </w:t>
      </w:r>
      <w:r w:rsidRPr="002B3119">
        <w:t>dans ses bottines de daim blanc d</w:t>
      </w:r>
      <w:r w:rsidR="00E4444A" w:rsidRPr="0099306C">
        <w:t>’</w:t>
      </w:r>
      <w:r w:rsidRPr="002B3119">
        <w:t>où les chau</w:t>
      </w:r>
      <w:r w:rsidRPr="002B3119">
        <w:t>s</w:t>
      </w:r>
      <w:r w:rsidRPr="002B3119">
        <w:t>settes claires émergeaient à peine</w:t>
      </w:r>
      <w:r w:rsidR="00E4444A" w:rsidRPr="0099306C">
        <w:t xml:space="preserve">, </w:t>
      </w:r>
      <w:r w:rsidRPr="002B3119">
        <w:t>sur ses petites jambes nues aux genoux bien noués</w:t>
      </w:r>
      <w:r w:rsidR="00E4444A" w:rsidRPr="0099306C">
        <w:t>.</w:t>
      </w:r>
    </w:p>
    <w:p w14:paraId="2B89C606" w14:textId="77777777" w:rsidR="00E4444A" w:rsidRPr="0099306C" w:rsidRDefault="002B3119" w:rsidP="002B3119">
      <w:r w:rsidRPr="002B3119">
        <w:t>Une dame exprima l</w:t>
      </w:r>
      <w:r w:rsidR="00E4444A" w:rsidRPr="0099306C">
        <w:t>’</w:t>
      </w:r>
      <w:r w:rsidRPr="002B3119">
        <w:t>impression générale</w:t>
      </w:r>
      <w:r w:rsidR="00E4444A" w:rsidRPr="0099306C">
        <w:t> :</w:t>
      </w:r>
    </w:p>
    <w:p w14:paraId="5F7E978A" w14:textId="77777777" w:rsidR="00E4444A" w:rsidRPr="0099306C" w:rsidRDefault="00E4444A" w:rsidP="002B3119">
      <w:r w:rsidRPr="0099306C">
        <w:t>— </w:t>
      </w:r>
      <w:r w:rsidR="002B3119" w:rsidRPr="002B3119">
        <w:t>Oh</w:t>
      </w:r>
      <w:r w:rsidRPr="0099306C">
        <w:t xml:space="preserve"> ! </w:t>
      </w:r>
      <w:r w:rsidR="002B3119" w:rsidRPr="002B3119">
        <w:t>la petite danseuse</w:t>
      </w:r>
      <w:r w:rsidRPr="0099306C">
        <w:t> !</w:t>
      </w:r>
    </w:p>
    <w:p w14:paraId="16886E4A" w14:textId="77777777" w:rsidR="00E4444A" w:rsidRPr="0099306C" w:rsidRDefault="002B3119" w:rsidP="002B3119">
      <w:r w:rsidRPr="002B3119">
        <w:t>De toutes ses compagnes</w:t>
      </w:r>
      <w:r w:rsidR="00E4444A" w:rsidRPr="0099306C">
        <w:t xml:space="preserve">, </w:t>
      </w:r>
      <w:r w:rsidRPr="002B3119">
        <w:t>les unes un peu rougeaudes</w:t>
      </w:r>
      <w:r w:rsidR="00E4444A" w:rsidRPr="0099306C">
        <w:t xml:space="preserve">, </w:t>
      </w:r>
      <w:r w:rsidRPr="002B3119">
        <w:t>les autres moins fines d</w:t>
      </w:r>
      <w:r w:rsidR="00E4444A" w:rsidRPr="0099306C">
        <w:t>’</w:t>
      </w:r>
      <w:r w:rsidRPr="002B3119">
        <w:t>attaches</w:t>
      </w:r>
      <w:r w:rsidR="00E4444A" w:rsidRPr="0099306C">
        <w:t xml:space="preserve">, </w:t>
      </w:r>
      <w:r w:rsidRPr="002B3119">
        <w:t>aucune n</w:t>
      </w:r>
      <w:r w:rsidR="00E4444A" w:rsidRPr="0099306C">
        <w:t>’</w:t>
      </w:r>
      <w:r w:rsidRPr="002B3119">
        <w:t>avait sa grâce souple</w:t>
      </w:r>
      <w:r w:rsidR="00E4444A" w:rsidRPr="0099306C">
        <w:t xml:space="preserve">. </w:t>
      </w:r>
      <w:r w:rsidRPr="002B3119">
        <w:t>Un moment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eus une sensation bizarre</w:t>
      </w:r>
      <w:r w:rsidR="00E4444A" w:rsidRPr="0099306C">
        <w:t xml:space="preserve">. </w:t>
      </w:r>
      <w:r w:rsidRPr="002B3119">
        <w:t>Il me se</w:t>
      </w:r>
      <w:r w:rsidRPr="002B3119">
        <w:t>m</w:t>
      </w:r>
      <w:r w:rsidRPr="002B3119">
        <w:t>bla qu</w:t>
      </w:r>
      <w:r w:rsidR="00E4444A" w:rsidRPr="0099306C">
        <w:t>’</w:t>
      </w:r>
      <w:r w:rsidRPr="002B3119">
        <w:t>elle était d</w:t>
      </w:r>
      <w:r w:rsidR="00E4444A" w:rsidRPr="0099306C">
        <w:t>’</w:t>
      </w:r>
      <w:r w:rsidRPr="002B3119">
        <w:t>une autre race</w:t>
      </w:r>
      <w:r w:rsidR="00E4444A" w:rsidRPr="0099306C">
        <w:t xml:space="preserve">, </w:t>
      </w:r>
      <w:r w:rsidRPr="002B3119">
        <w:t>que sa distinction même nous séparait</w:t>
      </w:r>
      <w:r w:rsidR="00E4444A" w:rsidRPr="0099306C">
        <w:t xml:space="preserve">. </w:t>
      </w:r>
      <w:r w:rsidRPr="002B3119">
        <w:t>Mais sa manière d</w:t>
      </w:r>
      <w:r w:rsidR="00E4444A" w:rsidRPr="0099306C">
        <w:t>’</w:t>
      </w:r>
      <w:r w:rsidRPr="002B3119">
        <w:t>être me rassura</w:t>
      </w:r>
      <w:r w:rsidR="00E4444A" w:rsidRPr="0099306C">
        <w:t xml:space="preserve">. </w:t>
      </w:r>
      <w:r w:rsidRPr="002B3119">
        <w:t>Elle restait au deuxième plan</w:t>
      </w:r>
      <w:r w:rsidR="00E4444A" w:rsidRPr="0099306C">
        <w:t xml:space="preserve">, </w:t>
      </w:r>
      <w:r w:rsidRPr="002B3119">
        <w:t>rougissante</w:t>
      </w:r>
      <w:r w:rsidR="00E4444A" w:rsidRPr="0099306C">
        <w:t xml:space="preserve">, </w:t>
      </w:r>
      <w:r w:rsidRPr="002B3119">
        <w:t>assez émue</w:t>
      </w:r>
      <w:r w:rsidR="00E4444A" w:rsidRPr="0099306C">
        <w:t xml:space="preserve">. </w:t>
      </w:r>
      <w:r w:rsidRPr="002B3119">
        <w:t>Oui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de moi qu</w:t>
      </w:r>
      <w:r w:rsidR="00E4444A" w:rsidRPr="0099306C">
        <w:t>’</w:t>
      </w:r>
      <w:r w:rsidRPr="002B3119">
        <w:t>elle tenait cette attitude un peu craintive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bien l</w:t>
      </w:r>
      <w:r w:rsidR="00E4444A" w:rsidRPr="0099306C">
        <w:t>’</w:t>
      </w:r>
      <w:r w:rsidRPr="002B3119">
        <w:t>enfant timide que j</w:t>
      </w:r>
      <w:r w:rsidR="00E4444A" w:rsidRPr="0099306C">
        <w:t>’</w:t>
      </w:r>
      <w:r w:rsidRPr="002B3119">
        <w:t>avais été</w:t>
      </w:r>
      <w:r w:rsidR="00E4444A" w:rsidRPr="0099306C">
        <w:t>.</w:t>
      </w:r>
    </w:p>
    <w:p w14:paraId="0AFBC89B" w14:textId="77777777" w:rsidR="00E4444A" w:rsidRPr="0099306C" w:rsidRDefault="002B3119" w:rsidP="002B3119">
      <w:r w:rsidRPr="002B3119">
        <w:t>La petite pièce commença</w:t>
      </w:r>
      <w:r w:rsidR="00E4444A" w:rsidRPr="0099306C">
        <w:t xml:space="preserve">. </w:t>
      </w:r>
      <w:r w:rsidRPr="002B3119">
        <w:t>Un berceau fut porté en scène où dormait Fleurette</w:t>
      </w:r>
      <w:r w:rsidR="00E4444A" w:rsidRPr="0099306C">
        <w:t xml:space="preserve">, </w:t>
      </w:r>
      <w:r w:rsidRPr="002B3119">
        <w:t>que figurait une poupée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eus soudain une inquiétude</w:t>
      </w:r>
      <w:r w:rsidR="00E4444A" w:rsidRPr="0099306C">
        <w:t xml:space="preserve">. </w:t>
      </w:r>
      <w:r w:rsidRPr="002B3119">
        <w:t>Je tremblais qu</w:t>
      </w:r>
      <w:r w:rsidR="00E4444A" w:rsidRPr="0099306C">
        <w:t>’</w:t>
      </w:r>
      <w:r w:rsidRPr="002B3119">
        <w:t>Yvette n</w:t>
      </w:r>
      <w:r w:rsidR="00E4444A" w:rsidRPr="0099306C">
        <w:t>’</w:t>
      </w:r>
      <w:r w:rsidRPr="002B3119">
        <w:t>osât dire sa réplique</w:t>
      </w:r>
      <w:r w:rsidR="00E4444A" w:rsidRPr="0099306C">
        <w:t xml:space="preserve">, </w:t>
      </w:r>
      <w:r w:rsidRPr="002B3119">
        <w:t>que l</w:t>
      </w:r>
      <w:r w:rsidR="00E4444A" w:rsidRPr="0099306C">
        <w:t>’</w:t>
      </w:r>
      <w:r w:rsidRPr="002B3119">
        <w:t>émotion l</w:t>
      </w:r>
      <w:r w:rsidR="00E4444A" w:rsidRPr="0099306C">
        <w:t>’</w:t>
      </w:r>
      <w:r w:rsidRPr="002B3119">
        <w:t>empêchât de parler</w:t>
      </w:r>
      <w:r w:rsidR="00E4444A" w:rsidRPr="0099306C">
        <w:t xml:space="preserve">. </w:t>
      </w:r>
      <w:r w:rsidRPr="002B3119">
        <w:t>Visiblement</w:t>
      </w:r>
      <w:r w:rsidR="00E4444A" w:rsidRPr="0099306C">
        <w:t xml:space="preserve">, </w:t>
      </w:r>
      <w:r w:rsidRPr="002B3119">
        <w:t>pour moi qui la connaissais bien</w:t>
      </w:r>
      <w:r w:rsidR="00E4444A" w:rsidRPr="0099306C">
        <w:t xml:space="preserve">, </w:t>
      </w:r>
      <w:r w:rsidRPr="002B3119">
        <w:t xml:space="preserve">elle </w:t>
      </w:r>
      <w:proofErr w:type="gramStart"/>
      <w:r w:rsidRPr="002B3119">
        <w:t>faisait</w:t>
      </w:r>
      <w:proofErr w:type="gramEnd"/>
      <w:r w:rsidRPr="002B3119">
        <w:t xml:space="preserve"> un grand effort pour se dominer</w:t>
      </w:r>
      <w:r w:rsidR="00E4444A" w:rsidRPr="0099306C">
        <w:t xml:space="preserve">. </w:t>
      </w:r>
      <w:r w:rsidRPr="002B3119">
        <w:t>Et quand son tour arriva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il lui fallut avancer sur l</w:t>
      </w:r>
      <w:r w:rsidR="00E4444A" w:rsidRPr="0099306C">
        <w:t>’</w:t>
      </w:r>
      <w:r w:rsidRPr="002B3119">
        <w:t>estrade</w:t>
      </w:r>
      <w:r w:rsidR="00E4444A" w:rsidRPr="0099306C">
        <w:t xml:space="preserve">, </w:t>
      </w:r>
      <w:r w:rsidRPr="002B3119">
        <w:t>seule à parler dans la grande salle</w:t>
      </w:r>
      <w:r w:rsidR="00E4444A" w:rsidRPr="0099306C">
        <w:t xml:space="preserve">, </w:t>
      </w:r>
      <w:r w:rsidRPr="002B3119">
        <w:t>étonnée elle-même du bruit de sa parole</w:t>
      </w:r>
      <w:r w:rsidR="00E4444A" w:rsidRPr="0099306C">
        <w:t xml:space="preserve">, </w:t>
      </w:r>
      <w:r w:rsidRPr="002B3119">
        <w:t>bravement</w:t>
      </w:r>
      <w:r w:rsidR="00E4444A" w:rsidRPr="0099306C">
        <w:t xml:space="preserve">, </w:t>
      </w:r>
      <w:r w:rsidRPr="002B3119">
        <w:t>vai</w:t>
      </w:r>
      <w:r w:rsidRPr="002B3119">
        <w:t>l</w:t>
      </w:r>
      <w:r w:rsidRPr="002B3119">
        <w:t>lamment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une voix très faible</w:t>
      </w:r>
      <w:r w:rsidR="00E4444A" w:rsidRPr="0099306C">
        <w:t xml:space="preserve">, </w:t>
      </w:r>
      <w:r w:rsidRPr="002B3119">
        <w:t>mais distincte quand même</w:t>
      </w:r>
      <w:r w:rsidR="00E4444A" w:rsidRPr="0099306C">
        <w:t xml:space="preserve">, </w:t>
      </w:r>
      <w:r w:rsidRPr="002B3119">
        <w:t>elle dit les quelques mots de son rôle</w:t>
      </w:r>
      <w:r w:rsidR="00E4444A" w:rsidRPr="0099306C">
        <w:t> :</w:t>
      </w:r>
    </w:p>
    <w:p w14:paraId="784B8CDD" w14:textId="77777777" w:rsidR="00E4444A" w:rsidRPr="008C2C66" w:rsidRDefault="002B3119" w:rsidP="008C2C66">
      <w:pPr>
        <w:jc w:val="center"/>
        <w:rPr>
          <w:sz w:val="32"/>
          <w:szCs w:val="32"/>
        </w:rPr>
      </w:pPr>
      <w:r w:rsidRPr="008C2C66">
        <w:rPr>
          <w:sz w:val="32"/>
          <w:szCs w:val="32"/>
        </w:rPr>
        <w:lastRenderedPageBreak/>
        <w:t>Et caressez les jolis cheveux blonds</w:t>
      </w:r>
      <w:r w:rsidR="00E4444A" w:rsidRPr="008C2C66">
        <w:rPr>
          <w:sz w:val="32"/>
          <w:szCs w:val="32"/>
        </w:rPr>
        <w:t>.</w:t>
      </w:r>
    </w:p>
    <w:p w14:paraId="05680116" w14:textId="77777777" w:rsidR="002B3119" w:rsidRPr="002B3119" w:rsidRDefault="002B3119" w:rsidP="002B3119"/>
    <w:p w14:paraId="01FE53C8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étais plus ému qu</w:t>
      </w:r>
      <w:r w:rsidR="00E4444A" w:rsidRPr="0099306C">
        <w:t>’</w:t>
      </w:r>
      <w:r w:rsidRPr="002B3119">
        <w:t>elle</w:t>
      </w:r>
      <w:r w:rsidR="00E4444A" w:rsidRPr="0099306C">
        <w:t xml:space="preserve">. </w:t>
      </w:r>
      <w:r w:rsidRPr="002B3119">
        <w:t>Tout le monde fit fête à la petite danseuse</w:t>
      </w:r>
      <w:r w:rsidR="00E4444A" w:rsidRPr="0099306C">
        <w:t xml:space="preserve">. </w:t>
      </w:r>
      <w:r w:rsidRPr="002B3119">
        <w:t>Pourquoi Jeanne n</w:t>
      </w:r>
      <w:r w:rsidR="00E4444A" w:rsidRPr="0099306C">
        <w:t>’</w:t>
      </w:r>
      <w:r w:rsidRPr="002B3119">
        <w:t>était-elle pas là</w:t>
      </w:r>
      <w:r w:rsidR="00E4444A" w:rsidRPr="0099306C">
        <w:t> ?</w:t>
      </w:r>
    </w:p>
    <w:p w14:paraId="14E0C845" w14:textId="77777777" w:rsidR="00E4444A" w:rsidRPr="0099306C" w:rsidRDefault="002B3119" w:rsidP="002B3119">
      <w:r w:rsidRPr="00287EB1">
        <w:t>La maîtresse lut le palmarès</w:t>
      </w:r>
      <w:r w:rsidR="00E4444A" w:rsidRPr="00287EB1">
        <w:t xml:space="preserve">. </w:t>
      </w:r>
      <w:r w:rsidRPr="00287EB1">
        <w:t>On appela d</w:t>
      </w:r>
      <w:r w:rsidR="00E4444A" w:rsidRPr="00287EB1">
        <w:t>’</w:t>
      </w:r>
      <w:r w:rsidRPr="00287EB1">
        <w:t>abord les plus âgées</w:t>
      </w:r>
      <w:r w:rsidR="00E4444A" w:rsidRPr="00287EB1">
        <w:t xml:space="preserve">. </w:t>
      </w:r>
      <w:r w:rsidRPr="00287EB1">
        <w:t>Il y avait des prix d</w:t>
      </w:r>
      <w:r w:rsidR="00E4444A" w:rsidRPr="00287EB1">
        <w:t>’</w:t>
      </w:r>
      <w:r w:rsidRPr="00287EB1">
        <w:t>histoire</w:t>
      </w:r>
      <w:r w:rsidR="00E4444A" w:rsidRPr="00287EB1">
        <w:t xml:space="preserve">, </w:t>
      </w:r>
      <w:r w:rsidRPr="00287EB1">
        <w:t>de géographie</w:t>
      </w:r>
      <w:r w:rsidR="00E4444A" w:rsidRPr="00287EB1">
        <w:t xml:space="preserve">, </w:t>
      </w:r>
      <w:r w:rsidRPr="00287EB1">
        <w:t>de fra</w:t>
      </w:r>
      <w:r w:rsidRPr="00287EB1">
        <w:t>n</w:t>
      </w:r>
      <w:r w:rsidRPr="00287EB1">
        <w:t>çais</w:t>
      </w:r>
      <w:r w:rsidR="00E4444A" w:rsidRPr="00287EB1">
        <w:t xml:space="preserve">. </w:t>
      </w:r>
      <w:r w:rsidRPr="00287EB1">
        <w:t>On en vint aux petites classes</w:t>
      </w:r>
      <w:r w:rsidR="00E4444A" w:rsidRPr="00287EB1">
        <w:t xml:space="preserve">. </w:t>
      </w:r>
      <w:r w:rsidRPr="00287EB1">
        <w:t>Les fillettes se ra</w:t>
      </w:r>
      <w:r w:rsidRPr="00287EB1">
        <w:t>s</w:t>
      </w:r>
      <w:r w:rsidRPr="00287EB1">
        <w:t>seyaient avec leurs couronnes sur la tête</w:t>
      </w:r>
      <w:r w:rsidR="00E4444A" w:rsidRPr="00287EB1">
        <w:t xml:space="preserve">. </w:t>
      </w:r>
      <w:r w:rsidRPr="00287EB1">
        <w:t>Yvette</w:t>
      </w:r>
      <w:r w:rsidR="00E4444A" w:rsidRPr="00287EB1">
        <w:t xml:space="preserve">, </w:t>
      </w:r>
      <w:r w:rsidRPr="00287EB1">
        <w:t>appelée à son tour</w:t>
      </w:r>
      <w:r w:rsidR="00E4444A" w:rsidRPr="00287EB1">
        <w:t xml:space="preserve">, </w:t>
      </w:r>
      <w:r w:rsidRPr="002B3119">
        <w:t>reçut une couronne et un prix</w:t>
      </w:r>
      <w:r w:rsidR="00E4444A" w:rsidRPr="0099306C">
        <w:t xml:space="preserve">. </w:t>
      </w:r>
      <w:r w:rsidRPr="002B3119">
        <w:t>Elle reprit sa place en me cherchant des yeux</w:t>
      </w:r>
      <w:r w:rsidR="00E4444A" w:rsidRPr="0099306C">
        <w:t>.</w:t>
      </w:r>
    </w:p>
    <w:p w14:paraId="0E6FC3C8" w14:textId="77777777" w:rsidR="00E4444A" w:rsidRPr="0099306C" w:rsidRDefault="002B3119" w:rsidP="002B3119">
      <w:r w:rsidRPr="002B3119">
        <w:t>La cérémonie terminée</w:t>
      </w:r>
      <w:r w:rsidR="00E4444A" w:rsidRPr="0099306C">
        <w:t xml:space="preserve">, </w:t>
      </w:r>
      <w:r w:rsidRPr="002B3119">
        <w:t>tout le monde se leva</w:t>
      </w:r>
      <w:r w:rsidR="00E4444A" w:rsidRPr="0099306C">
        <w:t xml:space="preserve">. </w:t>
      </w:r>
      <w:r w:rsidRPr="002B3119">
        <w:t>Les élèves accouraient vers leurs mamans</w:t>
      </w:r>
      <w:r w:rsidR="00E4444A" w:rsidRPr="0099306C">
        <w:t xml:space="preserve">. </w:t>
      </w:r>
      <w:r w:rsidRPr="002B3119">
        <w:t>Les chaises de la salle furent repoussées contre les murs</w:t>
      </w:r>
      <w:r w:rsidR="00E4444A" w:rsidRPr="0099306C">
        <w:t xml:space="preserve">. </w:t>
      </w:r>
      <w:r w:rsidRPr="002B3119">
        <w:t>On se dirigea vers un buffet ou le goûter était servi</w:t>
      </w:r>
      <w:r w:rsidR="00E4444A" w:rsidRPr="0099306C">
        <w:t xml:space="preserve">. </w:t>
      </w:r>
      <w:r w:rsidRPr="002B3119">
        <w:t>Quelqu</w:t>
      </w:r>
      <w:r w:rsidR="00E4444A" w:rsidRPr="0099306C">
        <w:t>’</w:t>
      </w:r>
      <w:r w:rsidRPr="002B3119">
        <w:t>un se mit au piano pour faire danser les petites</w:t>
      </w:r>
      <w:r w:rsidR="00E4444A" w:rsidRPr="0099306C">
        <w:t xml:space="preserve">. </w:t>
      </w:r>
      <w:r w:rsidRPr="002B3119">
        <w:t>Des enfants voulurent entraîner Yvette</w:t>
      </w:r>
      <w:r w:rsidR="00E4444A" w:rsidRPr="0099306C">
        <w:t>.</w:t>
      </w:r>
    </w:p>
    <w:p w14:paraId="70B6896C" w14:textId="77777777" w:rsidR="00E4444A" w:rsidRPr="0099306C" w:rsidRDefault="002B3119" w:rsidP="002B3119">
      <w:r w:rsidRPr="002B3119">
        <w:t>Mais l</w:t>
      </w:r>
      <w:r w:rsidR="00E4444A" w:rsidRPr="0099306C">
        <w:t>’</w:t>
      </w:r>
      <w:r w:rsidRPr="002B3119">
        <w:t>effort avait été trop grand</w:t>
      </w:r>
      <w:r w:rsidR="00E4444A" w:rsidRPr="0099306C">
        <w:t xml:space="preserve">. </w:t>
      </w:r>
      <w:r w:rsidRPr="002B3119">
        <w:t>Trop longtemps ses nerfs étaient restés tendus</w:t>
      </w:r>
      <w:r w:rsidR="00E4444A" w:rsidRPr="0099306C">
        <w:t xml:space="preserve">. </w:t>
      </w:r>
      <w:r w:rsidRPr="002B3119">
        <w:t>Des larmes jaillirent tout à coup</w:t>
      </w:r>
      <w:r w:rsidR="00E4444A" w:rsidRPr="0099306C">
        <w:t xml:space="preserve">. </w:t>
      </w:r>
      <w:r w:rsidRPr="002B3119">
        <w:t>Alors je pris sur mes genoux ma petite écolière</w:t>
      </w:r>
      <w:r w:rsidR="00E4444A" w:rsidRPr="0099306C">
        <w:t xml:space="preserve">, </w:t>
      </w:r>
      <w:r w:rsidRPr="002B3119">
        <w:t>encore co</w:t>
      </w:r>
      <w:r w:rsidRPr="002B3119">
        <w:t>u</w:t>
      </w:r>
      <w:r w:rsidRPr="002B3119">
        <w:t>ronnée du vert laurier</w:t>
      </w:r>
      <w:r w:rsidR="00E4444A" w:rsidRPr="0099306C">
        <w:t xml:space="preserve">. </w:t>
      </w:r>
      <w:r w:rsidRPr="002B3119">
        <w:t>Je la rassurai de mon mieux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admirai son prix</w:t>
      </w:r>
      <w:r w:rsidR="00E4444A" w:rsidRPr="0099306C">
        <w:t>.</w:t>
      </w:r>
    </w:p>
    <w:p w14:paraId="25C2F629" w14:textId="77777777" w:rsidR="00A10EAD" w:rsidRPr="0099306C" w:rsidRDefault="00E4444A" w:rsidP="002B3119">
      <w:r w:rsidRPr="0099306C">
        <w:t>« </w:t>
      </w:r>
      <w:r w:rsidR="002B3119" w:rsidRPr="002B3119">
        <w:t>Yvette Desbordes</w:t>
      </w:r>
      <w:r w:rsidRPr="0099306C">
        <w:t xml:space="preserve">, </w:t>
      </w:r>
      <w:r w:rsidRPr="002B3119">
        <w:t>1</w:t>
      </w:r>
      <w:r w:rsidRPr="002B3119">
        <w:rPr>
          <w:vertAlign w:val="superscript"/>
        </w:rPr>
        <w:t>er</w:t>
      </w:r>
      <w:r w:rsidR="002B3119" w:rsidRPr="002B3119">
        <w:t xml:space="preserve"> prix de lecture</w:t>
      </w:r>
      <w:r w:rsidRPr="0099306C">
        <w:t xml:space="preserve">, </w:t>
      </w:r>
      <w:r w:rsidRPr="002B3119">
        <w:t>1</w:t>
      </w:r>
      <w:r w:rsidRPr="002B3119">
        <w:rPr>
          <w:vertAlign w:val="superscript"/>
        </w:rPr>
        <w:t>er</w:t>
      </w:r>
      <w:r w:rsidR="002B3119" w:rsidRPr="002B3119">
        <w:t xml:space="preserve"> prix de calcul</w:t>
      </w:r>
      <w:r w:rsidRPr="0099306C">
        <w:t xml:space="preserve">, </w:t>
      </w:r>
      <w:r w:rsidRPr="002B3119">
        <w:t>2</w:t>
      </w:r>
      <w:r w:rsidRPr="002B3119">
        <w:rPr>
          <w:vertAlign w:val="superscript"/>
        </w:rPr>
        <w:t>e</w:t>
      </w:r>
      <w:r w:rsidR="002B3119" w:rsidRPr="002B3119">
        <w:t xml:space="preserve"> prix de récitation</w:t>
      </w:r>
      <w:r w:rsidRPr="0099306C">
        <w:t>. »</w:t>
      </w:r>
    </w:p>
    <w:p w14:paraId="436A5B89" w14:textId="77777777" w:rsidR="00E4444A" w:rsidRPr="0099306C" w:rsidRDefault="002B3119" w:rsidP="002B3119">
      <w:r w:rsidRPr="002B3119">
        <w:t>Trois prix réunis en un seul</w:t>
      </w:r>
      <w:r w:rsidR="00E4444A" w:rsidRPr="0099306C">
        <w:t xml:space="preserve"> ! </w:t>
      </w:r>
      <w:r w:rsidRPr="002B3119">
        <w:t>Premier prix de calcul</w:t>
      </w:r>
      <w:r w:rsidR="00E4444A" w:rsidRPr="0099306C">
        <w:t xml:space="preserve"> ! </w:t>
      </w:r>
      <w:r w:rsidRPr="002B3119">
        <w:t>Ah</w:t>
      </w:r>
      <w:r w:rsidR="00E4444A" w:rsidRPr="0099306C">
        <w:t xml:space="preserve"> ! </w:t>
      </w:r>
      <w:r w:rsidRPr="002B3119">
        <w:t>ma petite Yvette</w:t>
      </w:r>
      <w:r w:rsidR="00E4444A" w:rsidRPr="0099306C">
        <w:t xml:space="preserve">, </w:t>
      </w:r>
      <w:r w:rsidRPr="002B3119">
        <w:t>je ne te savais pas tous ces talents</w:t>
      </w:r>
      <w:r w:rsidR="00E4444A" w:rsidRPr="0099306C">
        <w:t>.</w:t>
      </w:r>
    </w:p>
    <w:p w14:paraId="62466C09" w14:textId="77777777" w:rsidR="00E4444A" w:rsidRPr="0099306C" w:rsidRDefault="002B3119" w:rsidP="002B3119">
      <w:r w:rsidRPr="002B3119">
        <w:t>Bientôt consolée</w:t>
      </w:r>
      <w:r w:rsidR="00E4444A" w:rsidRPr="0099306C">
        <w:t xml:space="preserve">, </w:t>
      </w:r>
      <w:r w:rsidRPr="002B3119">
        <w:t>elle consentit</w:t>
      </w:r>
      <w:r w:rsidR="00E4444A" w:rsidRPr="0099306C">
        <w:t xml:space="preserve">, </w:t>
      </w:r>
      <w:r w:rsidRPr="002B3119">
        <w:t>pendant que la ma</w:t>
      </w:r>
      <w:r w:rsidRPr="002B3119">
        <w:t>î</w:t>
      </w:r>
      <w:r w:rsidRPr="002B3119">
        <w:t>tresse appelait papa au buffet</w:t>
      </w:r>
      <w:r w:rsidR="00E4444A" w:rsidRPr="0099306C">
        <w:t xml:space="preserve">, </w:t>
      </w:r>
      <w:r w:rsidRPr="002B3119">
        <w:t>à se mêler aux rondes d</w:t>
      </w:r>
      <w:r w:rsidR="00E4444A" w:rsidRPr="0099306C">
        <w:t>’</w:t>
      </w:r>
      <w:r w:rsidRPr="002B3119">
        <w:t>enfants</w:t>
      </w:r>
      <w:r w:rsidR="00E4444A" w:rsidRPr="0099306C">
        <w:t xml:space="preserve">. </w:t>
      </w:r>
      <w:r w:rsidRPr="002B3119">
        <w:t>Mais une fillette m</w:t>
      </w:r>
      <w:r w:rsidR="00E4444A" w:rsidRPr="0099306C">
        <w:t>’</w:t>
      </w:r>
      <w:r w:rsidRPr="002B3119">
        <w:t>apporta une brosse</w:t>
      </w:r>
      <w:r w:rsidR="00E4444A" w:rsidRPr="0099306C">
        <w:t xml:space="preserve">. </w:t>
      </w:r>
      <w:r w:rsidRPr="002B3119">
        <w:t>Le blanc de guêtre des petites bottines avait taché mon vêtement noir</w:t>
      </w:r>
      <w:r w:rsidR="00E4444A" w:rsidRPr="0099306C">
        <w:t>.</w:t>
      </w:r>
    </w:p>
    <w:p w14:paraId="42AB8A3C" w14:textId="77777777" w:rsidR="002B3119" w:rsidRPr="002B3119" w:rsidRDefault="002B3119" w:rsidP="002B3119"/>
    <w:p w14:paraId="49E2E807" w14:textId="77777777" w:rsidR="00E4444A" w:rsidRPr="0099306C" w:rsidRDefault="002B3119" w:rsidP="002B3119">
      <w:r w:rsidRPr="002B3119">
        <w:t>Oh</w:t>
      </w:r>
      <w:r w:rsidR="00E4444A" w:rsidRPr="0099306C">
        <w:t xml:space="preserve"> ! </w:t>
      </w:r>
      <w:r w:rsidRPr="002B3119">
        <w:t>la petite danseuse</w:t>
      </w:r>
      <w:r w:rsidR="00E4444A" w:rsidRPr="0099306C">
        <w:t xml:space="preserve"> ! </w:t>
      </w:r>
      <w:r w:rsidRPr="002B3119">
        <w:t>la petite danseuse</w:t>
      </w:r>
      <w:r w:rsidR="00E4444A" w:rsidRPr="0099306C">
        <w:t> !</w:t>
      </w:r>
    </w:p>
    <w:p w14:paraId="20EC3248" w14:textId="77777777" w:rsidR="00B4016A" w:rsidRPr="0099306C" w:rsidRDefault="002B3119" w:rsidP="00E4444A">
      <w:pPr>
        <w:pStyle w:val="Titre2"/>
      </w:pPr>
      <w:bookmarkStart w:id="31" w:name="_uimtd1n3ijjy" w:colFirst="0" w:colLast="0"/>
      <w:bookmarkStart w:id="32" w:name="_Toc197514972"/>
      <w:bookmarkEnd w:id="31"/>
      <w:r w:rsidRPr="002B3119">
        <w:lastRenderedPageBreak/>
        <w:t>V</w:t>
      </w:r>
      <w:r w:rsidR="00B4016A" w:rsidRPr="0099306C">
        <w:t>I</w:t>
      </w:r>
      <w:bookmarkEnd w:id="32"/>
    </w:p>
    <w:p w14:paraId="2051B08D" w14:textId="77777777" w:rsidR="00E4444A" w:rsidRPr="0099306C" w:rsidRDefault="002B3119" w:rsidP="002B3119">
      <w:r w:rsidRPr="002B3119">
        <w:t>Toutes les professions ont leurs avantages</w:t>
      </w:r>
      <w:r w:rsidR="00E4444A" w:rsidRPr="0099306C">
        <w:t xml:space="preserve">. </w:t>
      </w:r>
      <w:r w:rsidRPr="002B3119">
        <w:t>La mienne en avait au moins un dont je découvrais mieux tout le prix</w:t>
      </w:r>
      <w:r w:rsidR="00E4444A" w:rsidRPr="0099306C">
        <w:t xml:space="preserve">. </w:t>
      </w:r>
      <w:r w:rsidRPr="002B3119">
        <w:t>Pour les maîtres comme pour les enfants le mot de vacances garde un sens agréable</w:t>
      </w:r>
      <w:r w:rsidR="00E4444A" w:rsidRPr="0099306C">
        <w:t xml:space="preserve">. </w:t>
      </w:r>
      <w:r w:rsidRPr="002B3119">
        <w:t>La fin de juillet nous libéra pareill</w:t>
      </w:r>
      <w:r w:rsidRPr="002B3119">
        <w:t>e</w:t>
      </w:r>
      <w:r w:rsidRPr="002B3119">
        <w:t>ment</w:t>
      </w:r>
      <w:r w:rsidR="00E4444A" w:rsidRPr="0099306C">
        <w:t xml:space="preserve">, </w:t>
      </w:r>
      <w:r w:rsidRPr="002B3119">
        <w:t>Yvette et moi</w:t>
      </w:r>
      <w:r w:rsidR="00E4444A" w:rsidRPr="0099306C">
        <w:t xml:space="preserve">, </w:t>
      </w:r>
      <w:r w:rsidRPr="002B3119">
        <w:t>et cette coïncidence des jours de classe et des jours de fêtes nouait entre nous un lien de plus</w:t>
      </w:r>
      <w:r w:rsidR="00E4444A" w:rsidRPr="0099306C">
        <w:t>.</w:t>
      </w:r>
    </w:p>
    <w:p w14:paraId="78EED421" w14:textId="77777777" w:rsidR="00E4444A" w:rsidRPr="0099306C" w:rsidRDefault="002B3119" w:rsidP="002B3119">
      <w:r w:rsidRPr="002B3119">
        <w:t>Le mois d</w:t>
      </w:r>
      <w:r w:rsidR="00E4444A" w:rsidRPr="0099306C">
        <w:t>’</w:t>
      </w:r>
      <w:r w:rsidRPr="002B3119">
        <w:t>août était donc venu</w:t>
      </w:r>
      <w:r w:rsidR="00E4444A" w:rsidRPr="0099306C">
        <w:t xml:space="preserve">. </w:t>
      </w:r>
      <w:r w:rsidRPr="002B3119">
        <w:t>Chaque jour amenait de nouveaux adieux</w:t>
      </w:r>
      <w:r w:rsidR="00E4444A" w:rsidRPr="0099306C">
        <w:t xml:space="preserve">. </w:t>
      </w:r>
      <w:r w:rsidRPr="002B3119">
        <w:t>Vers des montagnes suisses</w:t>
      </w:r>
      <w:r w:rsidR="00E4444A" w:rsidRPr="0099306C">
        <w:t xml:space="preserve">, </w:t>
      </w:r>
      <w:proofErr w:type="spellStart"/>
      <w:r w:rsidRPr="002B3119">
        <w:t>des</w:t>
      </w:r>
      <w:proofErr w:type="spellEnd"/>
      <w:r w:rsidRPr="002B3119">
        <w:t xml:space="preserve"> la Bou</w:t>
      </w:r>
      <w:r w:rsidRPr="002B3119">
        <w:t>r</w:t>
      </w:r>
      <w:r w:rsidRPr="002B3119">
        <w:t>boule et des Saint-Malo</w:t>
      </w:r>
      <w:r w:rsidR="00E4444A" w:rsidRPr="0099306C">
        <w:t xml:space="preserve">, </w:t>
      </w:r>
      <w:r w:rsidRPr="002B3119">
        <w:t>les Lili</w:t>
      </w:r>
      <w:r w:rsidR="00E4444A" w:rsidRPr="0099306C">
        <w:t xml:space="preserve">, </w:t>
      </w:r>
      <w:r w:rsidRPr="002B3119">
        <w:t>les Germaine et les Suzette prenaient leur vol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</w:t>
      </w:r>
      <w:r w:rsidR="00E4444A" w:rsidRPr="0099306C">
        <w:t>’</w:t>
      </w:r>
      <w:r w:rsidRPr="002B3119">
        <w:t>époque</w:t>
      </w:r>
      <w:r w:rsidR="00E4444A" w:rsidRPr="0099306C">
        <w:t xml:space="preserve">, </w:t>
      </w:r>
      <w:r w:rsidRPr="002B3119">
        <w:t>hélas</w:t>
      </w:r>
      <w:r w:rsidR="00E4444A" w:rsidRPr="0099306C">
        <w:t xml:space="preserve"> ! </w:t>
      </w:r>
      <w:r w:rsidRPr="002B3119">
        <w:t>où elles ont le cœur bien gros</w:t>
      </w:r>
      <w:r w:rsidR="00E4444A" w:rsidRPr="0099306C">
        <w:t xml:space="preserve">, </w:t>
      </w:r>
      <w:r w:rsidRPr="002B3119">
        <w:t>celles qui restent</w:t>
      </w:r>
      <w:r w:rsidR="00E4444A" w:rsidRPr="0099306C">
        <w:t xml:space="preserve">, </w:t>
      </w:r>
      <w:r w:rsidRPr="002B3119">
        <w:t>les petites orphelines que la joie des autres fait rêver d</w:t>
      </w:r>
      <w:r w:rsidR="00E4444A" w:rsidRPr="0099306C">
        <w:t>’</w:t>
      </w:r>
      <w:r w:rsidRPr="002B3119">
        <w:t>un paradis perdu</w:t>
      </w:r>
      <w:r w:rsidR="00E4444A" w:rsidRPr="0099306C">
        <w:t xml:space="preserve">. </w:t>
      </w:r>
      <w:r w:rsidRPr="002B3119">
        <w:t>Je saurais bien épargner à ma petite Yvette cette enfance mélancolique qui laisse traîner une ombre sur toute la vie</w:t>
      </w:r>
      <w:r w:rsidR="00E4444A" w:rsidRPr="0099306C">
        <w:t>.</w:t>
      </w:r>
    </w:p>
    <w:p w14:paraId="7D4CFE0E" w14:textId="77777777" w:rsidR="00E4444A" w:rsidRPr="0099306C" w:rsidRDefault="002B3119" w:rsidP="002B3119">
      <w:r w:rsidRPr="002B3119">
        <w:t>Un de mes collègues me vanta un joli coin de la côte normande où il se rendait chaque année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idée de l</w:t>
      </w:r>
      <w:r w:rsidR="00E4444A" w:rsidRPr="0099306C">
        <w:t>’</w:t>
      </w:r>
      <w:r w:rsidRPr="002B3119">
        <w:t>y suivre me tenta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consultée</w:t>
      </w:r>
      <w:r w:rsidR="00E4444A" w:rsidRPr="0099306C">
        <w:t xml:space="preserve">, </w:t>
      </w:r>
      <w:r w:rsidRPr="002B3119">
        <w:t>battit des mains</w:t>
      </w:r>
      <w:r w:rsidR="00E4444A" w:rsidRPr="0099306C">
        <w:t>.</w:t>
      </w:r>
    </w:p>
    <w:p w14:paraId="0DBB59E6" w14:textId="77777777" w:rsidR="00E4444A" w:rsidRPr="0099306C" w:rsidRDefault="002B3119" w:rsidP="002B3119">
      <w:r w:rsidRPr="002B3119">
        <w:t>La malle que je n</w:t>
      </w:r>
      <w:r w:rsidR="00E4444A" w:rsidRPr="0099306C">
        <w:t>’</w:t>
      </w:r>
      <w:r w:rsidRPr="002B3119">
        <w:t>avais pas revue depuis notre retour de Bretagne fut donc descendue du grenier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les mains derrière le dos</w:t>
      </w:r>
      <w:r w:rsidR="00E4444A" w:rsidRPr="0099306C">
        <w:t xml:space="preserve">, </w:t>
      </w:r>
      <w:r w:rsidRPr="002B3119">
        <w:t>contemplait le grand coffre vide</w:t>
      </w:r>
      <w:r w:rsidR="00E4444A" w:rsidRPr="0099306C">
        <w:t xml:space="preserve">, </w:t>
      </w:r>
      <w:r w:rsidRPr="002B3119">
        <w:t>évocateur de trains qui sifflent et de joyeux départs</w:t>
      </w:r>
      <w:r w:rsidR="00E4444A" w:rsidRPr="0099306C">
        <w:t xml:space="preserve">. </w:t>
      </w:r>
      <w:r w:rsidRPr="002B3119">
        <w:t>La perspective d</w:t>
      </w:r>
      <w:r w:rsidR="00E4444A" w:rsidRPr="0099306C">
        <w:t>’</w:t>
      </w:r>
      <w:r w:rsidRPr="002B3119">
        <w:t>un vrai voyage lui donnait un air sérieux</w:t>
      </w:r>
      <w:r w:rsidR="00E4444A" w:rsidRPr="0099306C">
        <w:t xml:space="preserve">. </w:t>
      </w:r>
      <w:r w:rsidRPr="002B3119">
        <w:t>Marie-Anne me fit passer des vêtements que j</w:t>
      </w:r>
      <w:r w:rsidR="00E4444A" w:rsidRPr="0099306C">
        <w:t>’</w:t>
      </w:r>
      <w:r w:rsidRPr="002B3119">
        <w:t>arrangeais de mon mieux comme Jeanne le faisait autrefois</w:t>
      </w:r>
      <w:r w:rsidR="00E4444A" w:rsidRPr="0099306C">
        <w:t xml:space="preserve">. </w:t>
      </w:r>
      <w:r w:rsidRPr="002B3119">
        <w:t>Une tristesse allait m</w:t>
      </w:r>
      <w:r w:rsidR="00E4444A" w:rsidRPr="0099306C">
        <w:t>’</w:t>
      </w:r>
      <w:r w:rsidRPr="002B3119">
        <w:t>envahir</w:t>
      </w:r>
      <w:r w:rsidR="00E4444A" w:rsidRPr="0099306C">
        <w:t xml:space="preserve">, </w:t>
      </w:r>
      <w:r w:rsidRPr="002B3119">
        <w:t>et je me retournais par instants pour cacher quelque émotion</w:t>
      </w:r>
      <w:r w:rsidR="00E4444A" w:rsidRPr="0099306C">
        <w:t>.</w:t>
      </w:r>
    </w:p>
    <w:p w14:paraId="677474F0" w14:textId="77777777" w:rsidR="00E4444A" w:rsidRPr="0099306C" w:rsidRDefault="002B3119" w:rsidP="002B3119">
      <w:r w:rsidRPr="002B3119">
        <w:t>Mais Yvette ne voulait pas rester inactive</w:t>
      </w:r>
      <w:r w:rsidR="00E4444A" w:rsidRPr="0099306C">
        <w:t xml:space="preserve">. </w:t>
      </w:r>
      <w:r w:rsidRPr="002B3119">
        <w:t>Elle m</w:t>
      </w:r>
      <w:r w:rsidR="00E4444A" w:rsidRPr="0099306C">
        <w:t>’</w:t>
      </w:r>
      <w:r w:rsidRPr="002B3119">
        <w:t>apporta</w:t>
      </w:r>
      <w:r w:rsidR="00E4444A" w:rsidRPr="0099306C">
        <w:t xml:space="preserve">, </w:t>
      </w:r>
      <w:r w:rsidRPr="002B3119">
        <w:t>soigneusement posées sur ses bras tendus</w:t>
      </w:r>
      <w:r w:rsidR="00E4444A" w:rsidRPr="0099306C">
        <w:t xml:space="preserve">, </w:t>
      </w:r>
      <w:r w:rsidRPr="002B3119">
        <w:t>ses propres petites affaires</w:t>
      </w:r>
      <w:r w:rsidR="00E4444A" w:rsidRPr="0099306C">
        <w:t xml:space="preserve">, </w:t>
      </w:r>
      <w:r w:rsidRPr="002B3119">
        <w:t>collerettes</w:t>
      </w:r>
      <w:r w:rsidR="00E4444A" w:rsidRPr="0099306C">
        <w:t xml:space="preserve">, </w:t>
      </w:r>
      <w:r w:rsidRPr="002B3119">
        <w:t>chemises</w:t>
      </w:r>
      <w:r w:rsidR="00E4444A" w:rsidRPr="0099306C">
        <w:t xml:space="preserve">, </w:t>
      </w:r>
      <w:r w:rsidRPr="002B3119">
        <w:t>pantalons</w:t>
      </w:r>
      <w:r w:rsidR="00E4444A" w:rsidRPr="0099306C">
        <w:t xml:space="preserve">. </w:t>
      </w:r>
      <w:r w:rsidRPr="002B3119">
        <w:t xml:space="preserve">Ses brassières se </w:t>
      </w:r>
      <w:r w:rsidRPr="002B3119">
        <w:lastRenderedPageBreak/>
        <w:t>mêlaient à mes chaussettes</w:t>
      </w:r>
      <w:r w:rsidR="00E4444A" w:rsidRPr="0099306C">
        <w:t xml:space="preserve">. </w:t>
      </w:r>
      <w:r w:rsidRPr="002B3119">
        <w:t>Ses petits gants prirent place parmi mes faux cols</w:t>
      </w:r>
      <w:r w:rsidR="00E4444A" w:rsidRPr="0099306C">
        <w:t xml:space="preserve">. </w:t>
      </w:r>
      <w:r w:rsidRPr="002B3119">
        <w:t>Et toute cette lingerie e</w:t>
      </w:r>
      <w:r w:rsidRPr="002B3119">
        <w:t>n</w:t>
      </w:r>
      <w:r w:rsidRPr="002B3119">
        <w:t>fantine conservait à ma triste malle de célibataire quelque chose de tendre et de féminin</w:t>
      </w:r>
      <w:r w:rsidR="00E4444A" w:rsidRPr="0099306C">
        <w:t>.</w:t>
      </w:r>
    </w:p>
    <w:p w14:paraId="79B717B7" w14:textId="77777777" w:rsidR="00E4444A" w:rsidRPr="0099306C" w:rsidRDefault="002B3119" w:rsidP="002B3119">
      <w:r w:rsidRPr="002B3119">
        <w:t>Le lendemain</w:t>
      </w:r>
      <w:r w:rsidR="00E4444A" w:rsidRPr="0099306C">
        <w:t xml:space="preserve">, </w:t>
      </w:r>
      <w:r w:rsidRPr="002B3119">
        <w:t>vers midi</w:t>
      </w:r>
      <w:r w:rsidR="00E4444A" w:rsidRPr="0099306C">
        <w:t xml:space="preserve">, </w:t>
      </w:r>
      <w:r w:rsidRPr="002B3119">
        <w:t>nous arrivâmes en gare de Trouville</w:t>
      </w:r>
      <w:r w:rsidR="00E4444A" w:rsidRPr="0099306C">
        <w:t xml:space="preserve">. </w:t>
      </w:r>
      <w:r w:rsidRPr="002B3119">
        <w:t>Des hommes</w:t>
      </w:r>
      <w:r w:rsidR="00E4444A" w:rsidRPr="0099306C">
        <w:t xml:space="preserve">, </w:t>
      </w:r>
      <w:r w:rsidRPr="002B3119">
        <w:t>des femmes</w:t>
      </w:r>
      <w:r w:rsidR="00E4444A" w:rsidRPr="0099306C">
        <w:t xml:space="preserve">, </w:t>
      </w:r>
      <w:r w:rsidRPr="002B3119">
        <w:t>pantalons de tennis</w:t>
      </w:r>
      <w:r w:rsidR="00E4444A" w:rsidRPr="0099306C">
        <w:t xml:space="preserve">, </w:t>
      </w:r>
      <w:r w:rsidRPr="002B3119">
        <w:t>jupes claires tombant à mi-mollet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accostaient bruya</w:t>
      </w:r>
      <w:r w:rsidRPr="002B3119">
        <w:t>m</w:t>
      </w:r>
      <w:r w:rsidRPr="002B3119">
        <w:t>ment sur le quai</w:t>
      </w:r>
      <w:r w:rsidR="00E4444A" w:rsidRPr="0099306C">
        <w:t xml:space="preserve">. </w:t>
      </w:r>
      <w:r w:rsidRPr="002B3119">
        <w:t>Embrassements exagérés</w:t>
      </w:r>
      <w:r w:rsidR="00E4444A" w:rsidRPr="0099306C">
        <w:t xml:space="preserve">, </w:t>
      </w:r>
      <w:r w:rsidRPr="002B3119">
        <w:t>salutations à haute voix de gens qui croient jouer un rôle et parlent comme au théâtre</w:t>
      </w:r>
      <w:r w:rsidR="00E4444A" w:rsidRPr="0099306C">
        <w:t xml:space="preserve"> ! </w:t>
      </w:r>
      <w:r w:rsidRPr="002B3119">
        <w:t>Yvette et moi</w:t>
      </w:r>
      <w:r w:rsidR="00E4444A" w:rsidRPr="0099306C">
        <w:t xml:space="preserve">, </w:t>
      </w:r>
      <w:r w:rsidRPr="002B3119">
        <w:t>un peu bousculés et pe</w:t>
      </w:r>
      <w:r w:rsidRPr="002B3119">
        <w:t>r</w:t>
      </w:r>
      <w:r w:rsidRPr="002B3119">
        <w:t>dus</w:t>
      </w:r>
      <w:r w:rsidR="00E4444A" w:rsidRPr="0099306C">
        <w:t xml:space="preserve">, </w:t>
      </w:r>
      <w:r w:rsidRPr="002B3119">
        <w:t>nous sortîmes en nous tenant par la main</w:t>
      </w:r>
      <w:r w:rsidR="00E4444A" w:rsidRPr="0099306C">
        <w:t xml:space="preserve">, </w:t>
      </w:r>
      <w:r w:rsidRPr="002B3119">
        <w:t>à la r</w:t>
      </w:r>
      <w:r w:rsidRPr="002B3119">
        <w:t>e</w:t>
      </w:r>
      <w:r w:rsidRPr="002B3119">
        <w:t>cherche de l</w:t>
      </w:r>
      <w:r w:rsidR="00E4444A" w:rsidRPr="0099306C">
        <w:t>’</w:t>
      </w:r>
      <w:r w:rsidRPr="002B3119">
        <w:t>autobus qui devait nous conduire à destination</w:t>
      </w:r>
      <w:r w:rsidR="00E4444A" w:rsidRPr="0099306C">
        <w:t>.</w:t>
      </w:r>
    </w:p>
    <w:p w14:paraId="0015C357" w14:textId="77777777" w:rsidR="00E4444A" w:rsidRPr="0099306C" w:rsidRDefault="002B3119" w:rsidP="002B3119">
      <w:r w:rsidRPr="002B3119">
        <w:t>La voiture n</w:t>
      </w:r>
      <w:r w:rsidR="00E4444A" w:rsidRPr="0099306C">
        <w:t>’</w:t>
      </w:r>
      <w:r w:rsidRPr="002B3119">
        <w:t>était pas encore là</w:t>
      </w:r>
      <w:r w:rsidR="00E4444A" w:rsidRPr="0099306C">
        <w:t xml:space="preserve">. </w:t>
      </w:r>
      <w:r w:rsidRPr="002B3119">
        <w:t>Nous attendîmes quelque temps devant le bureau</w:t>
      </w:r>
      <w:r w:rsidR="00E4444A" w:rsidRPr="0099306C">
        <w:t xml:space="preserve">. </w:t>
      </w:r>
      <w:r w:rsidRPr="002B3119">
        <w:t>Pour la première fois</w:t>
      </w:r>
      <w:r w:rsidR="00E4444A" w:rsidRPr="0099306C">
        <w:t xml:space="preserve">, </w:t>
      </w:r>
      <w:r w:rsidRPr="002B3119">
        <w:t>nous nous trouvions seuls</w:t>
      </w:r>
      <w:r w:rsidR="00E4444A" w:rsidRPr="0099306C">
        <w:t xml:space="preserve">, </w:t>
      </w:r>
      <w:r w:rsidRPr="002B3119">
        <w:t>dans une ville inconnue</w:t>
      </w:r>
      <w:r w:rsidR="00E4444A" w:rsidRPr="0099306C">
        <w:t xml:space="preserve">, </w:t>
      </w:r>
      <w:r w:rsidRPr="002B3119">
        <w:t>loin des meubles amis et du décor familier</w:t>
      </w:r>
      <w:r w:rsidR="00E4444A" w:rsidRPr="0099306C">
        <w:t xml:space="preserve">. </w:t>
      </w:r>
      <w:r w:rsidRPr="002B3119">
        <w:t>Les douze coups de midi tombèrent</w:t>
      </w:r>
      <w:r w:rsidR="00E4444A" w:rsidRPr="0099306C">
        <w:t xml:space="preserve">. </w:t>
      </w:r>
      <w:r w:rsidRPr="002B3119">
        <w:t>Des passants se hâtaient vers le déjeuner</w:t>
      </w:r>
      <w:r w:rsidR="00E4444A" w:rsidRPr="0099306C">
        <w:t xml:space="preserve">. </w:t>
      </w:r>
      <w:r w:rsidRPr="002B3119">
        <w:t>Et cette sensation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heure du repas</w:t>
      </w:r>
      <w:r w:rsidR="00E4444A" w:rsidRPr="0099306C">
        <w:t xml:space="preserve">, </w:t>
      </w:r>
      <w:r w:rsidRPr="002B3119">
        <w:t>de n</w:t>
      </w:r>
      <w:r w:rsidR="00E4444A" w:rsidRPr="0099306C">
        <w:t>’</w:t>
      </w:r>
      <w:r w:rsidRPr="002B3119">
        <w:t>être attendus par personne</w:t>
      </w:r>
      <w:r w:rsidR="00E4444A" w:rsidRPr="0099306C">
        <w:t xml:space="preserve">, </w:t>
      </w:r>
      <w:r w:rsidRPr="002B3119">
        <w:t>nous donnait un peu des âmes d</w:t>
      </w:r>
      <w:r w:rsidR="00E4444A" w:rsidRPr="0099306C">
        <w:t>’</w:t>
      </w:r>
      <w:r w:rsidRPr="002B3119">
        <w:t>enfants aba</w:t>
      </w:r>
      <w:r w:rsidRPr="002B3119">
        <w:t>n</w:t>
      </w:r>
      <w:r w:rsidRPr="002B3119">
        <w:t>donnés</w:t>
      </w:r>
      <w:r w:rsidR="00E4444A" w:rsidRPr="0099306C">
        <w:t xml:space="preserve">, </w:t>
      </w:r>
      <w:r w:rsidRPr="002B3119">
        <w:t>qui se tiennent toujours par la main</w:t>
      </w:r>
      <w:r w:rsidR="00E4444A" w:rsidRPr="0099306C">
        <w:t xml:space="preserve">, </w:t>
      </w:r>
      <w:r w:rsidRPr="002B3119">
        <w:t>sentant qu</w:t>
      </w:r>
      <w:r w:rsidR="00E4444A" w:rsidRPr="0099306C">
        <w:t>’</w:t>
      </w:r>
      <w:r w:rsidRPr="002B3119">
        <w:t>ils ont besoin l</w:t>
      </w:r>
      <w:r w:rsidR="00E4444A" w:rsidRPr="0099306C">
        <w:t>’</w:t>
      </w:r>
      <w:r w:rsidRPr="002B3119">
        <w:t>un de l</w:t>
      </w:r>
      <w:r w:rsidR="00E4444A" w:rsidRPr="0099306C">
        <w:t>’</w:t>
      </w:r>
      <w:r w:rsidRPr="002B3119">
        <w:t>autre</w:t>
      </w:r>
      <w:r w:rsidR="00E4444A" w:rsidRPr="0099306C">
        <w:t>.</w:t>
      </w:r>
    </w:p>
    <w:p w14:paraId="5DF39DD2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autobus parut</w:t>
      </w:r>
      <w:r w:rsidR="00E4444A" w:rsidRPr="0099306C">
        <w:t xml:space="preserve">. </w:t>
      </w:r>
      <w:r w:rsidRPr="002B3119">
        <w:t>Installés sur la banquette</w:t>
      </w:r>
      <w:r w:rsidR="00E4444A" w:rsidRPr="0099306C">
        <w:t xml:space="preserve">, </w:t>
      </w:r>
      <w:r w:rsidRPr="002B3119">
        <w:t>Yvette et moi</w:t>
      </w:r>
      <w:r w:rsidR="00E4444A" w:rsidRPr="0099306C">
        <w:t xml:space="preserve">, </w:t>
      </w:r>
      <w:r w:rsidRPr="002B3119">
        <w:t>nous fûmes heureux de nous retrouver ensemble</w:t>
      </w:r>
      <w:r w:rsidR="00E4444A" w:rsidRPr="0099306C">
        <w:t xml:space="preserve">, </w:t>
      </w:r>
      <w:r w:rsidRPr="002B3119">
        <w:t>hors de cette foule trop bruyante</w:t>
      </w:r>
      <w:r w:rsidR="00E4444A" w:rsidRPr="0099306C">
        <w:t xml:space="preserve">, </w:t>
      </w:r>
      <w:r w:rsidRPr="002B3119">
        <w:t>qui représentait bien toutes les faussetés dont je voulais garder mon enfant</w:t>
      </w:r>
      <w:r w:rsidR="00E4444A" w:rsidRPr="0099306C">
        <w:t xml:space="preserve">. </w:t>
      </w:r>
      <w:r w:rsidRPr="002B3119">
        <w:t>Le wattman</w:t>
      </w:r>
      <w:r w:rsidR="00E4444A" w:rsidRPr="0099306C">
        <w:t xml:space="preserve">, </w:t>
      </w:r>
      <w:r w:rsidRPr="002B3119">
        <w:t>que l</w:t>
      </w:r>
      <w:r w:rsidR="00E4444A" w:rsidRPr="0099306C">
        <w:t>’</w:t>
      </w:r>
      <w:r w:rsidRPr="002B3119">
        <w:t>invisibilité de ses quarante chevaux n</w:t>
      </w:r>
      <w:r w:rsidR="00E4444A" w:rsidRPr="0099306C">
        <w:t>’</w:t>
      </w:r>
      <w:r w:rsidRPr="002B3119">
        <w:t>empêchait pas de sacrer comme un charretier</w:t>
      </w:r>
      <w:r w:rsidR="00E4444A" w:rsidRPr="0099306C">
        <w:t xml:space="preserve">, </w:t>
      </w:r>
      <w:r w:rsidRPr="002B3119">
        <w:t>finit par débrayer et la voiture partit</w:t>
      </w:r>
      <w:r w:rsidR="00E4444A" w:rsidRPr="0099306C">
        <w:t xml:space="preserve">, </w:t>
      </w:r>
      <w:r w:rsidRPr="002B3119">
        <w:t>fit un brusque virage qui nous mit tout de suite hors de ville</w:t>
      </w:r>
      <w:r w:rsidR="00E4444A" w:rsidRPr="0099306C">
        <w:t xml:space="preserve">, </w:t>
      </w:r>
      <w:r w:rsidRPr="002B3119">
        <w:t>et s</w:t>
      </w:r>
      <w:r w:rsidR="00E4444A" w:rsidRPr="0099306C">
        <w:t>’</w:t>
      </w:r>
      <w:r w:rsidRPr="002B3119">
        <w:t>époumona pour monter la côte</w:t>
      </w:r>
      <w:r w:rsidR="00E4444A" w:rsidRPr="0099306C">
        <w:t xml:space="preserve">. </w:t>
      </w:r>
      <w:r w:rsidRPr="002B3119">
        <w:t>La mer frétillait au soleil</w:t>
      </w:r>
      <w:r w:rsidR="00E4444A" w:rsidRPr="0099306C">
        <w:t xml:space="preserve">, </w:t>
      </w:r>
      <w:r w:rsidRPr="002B3119">
        <w:t>claire et propre comme une mer de casino</w:t>
      </w:r>
      <w:r w:rsidR="00E4444A" w:rsidRPr="0099306C">
        <w:t xml:space="preserve">, </w:t>
      </w:r>
      <w:r w:rsidRPr="002B3119">
        <w:t>une mer qui n</w:t>
      </w:r>
      <w:r w:rsidR="00E4444A" w:rsidRPr="0099306C">
        <w:t>’</w:t>
      </w:r>
      <w:r w:rsidRPr="002B3119">
        <w:t>a pas d</w:t>
      </w:r>
      <w:r w:rsidR="00E4444A" w:rsidRPr="0099306C">
        <w:t>’</w:t>
      </w:r>
      <w:r w:rsidRPr="002B3119">
        <w:t>histoires</w:t>
      </w:r>
      <w:r w:rsidR="00E4444A" w:rsidRPr="0099306C">
        <w:t xml:space="preserve">, </w:t>
      </w:r>
      <w:r w:rsidRPr="002B3119">
        <w:t>où les naufrages seraient de mauvais goût</w:t>
      </w:r>
      <w:r w:rsidR="00E4444A" w:rsidRPr="0099306C">
        <w:t xml:space="preserve">, </w:t>
      </w:r>
      <w:r w:rsidRPr="002B3119">
        <w:t>une mer bien faite pour reposer les regards de baigneurs heureux</w:t>
      </w:r>
      <w:r w:rsidR="00E4444A" w:rsidRPr="0099306C">
        <w:t>.</w:t>
      </w:r>
    </w:p>
    <w:p w14:paraId="65FA6A7D" w14:textId="77777777" w:rsidR="00E4444A" w:rsidRPr="0099306C" w:rsidRDefault="002B3119" w:rsidP="002B3119">
      <w:r w:rsidRPr="002B3119">
        <w:lastRenderedPageBreak/>
        <w:t>La route aux courbes nombreuses s</w:t>
      </w:r>
      <w:r w:rsidR="00E4444A" w:rsidRPr="0099306C">
        <w:t>’</w:t>
      </w:r>
      <w:r w:rsidRPr="002B3119">
        <w:t>allongeait à flanc de coteau</w:t>
      </w:r>
      <w:r w:rsidR="00E4444A" w:rsidRPr="0099306C">
        <w:t xml:space="preserve">. </w:t>
      </w:r>
      <w:r w:rsidR="00D022AE" w:rsidRPr="0099306C">
        <w:t>À</w:t>
      </w:r>
      <w:r w:rsidRPr="002B3119">
        <w:t xml:space="preserve"> droite</w:t>
      </w:r>
      <w:r w:rsidR="00E4444A" w:rsidRPr="0099306C">
        <w:t xml:space="preserve">, </w:t>
      </w:r>
      <w:r w:rsidRPr="002B3119">
        <w:t>adossées à la montagne qui fermait le pa</w:t>
      </w:r>
      <w:r w:rsidRPr="002B3119">
        <w:t>y</w:t>
      </w:r>
      <w:r w:rsidRPr="002B3119">
        <w:t>sage</w:t>
      </w:r>
      <w:r w:rsidR="00E4444A" w:rsidRPr="0099306C">
        <w:t xml:space="preserve">, </w:t>
      </w:r>
      <w:r w:rsidRPr="002B3119">
        <w:t>des villas aux noms désuets</w:t>
      </w:r>
      <w:r w:rsidR="00E4444A" w:rsidRPr="0099306C">
        <w:t xml:space="preserve"> : </w:t>
      </w:r>
      <w:r w:rsidRPr="002B3119">
        <w:t>Bellevue</w:t>
      </w:r>
      <w:r w:rsidR="00E4444A" w:rsidRPr="0099306C">
        <w:t xml:space="preserve">, </w:t>
      </w:r>
      <w:r w:rsidRPr="002B3119">
        <w:t>Mon Repos</w:t>
      </w:r>
      <w:r w:rsidR="00E4444A" w:rsidRPr="0099306C">
        <w:t xml:space="preserve">, </w:t>
      </w:r>
      <w:r w:rsidRPr="002B3119">
        <w:t>vi</w:t>
      </w:r>
      <w:r w:rsidRPr="002B3119">
        <w:t>l</w:t>
      </w:r>
      <w:r w:rsidRPr="002B3119">
        <w:t>la Marie</w:t>
      </w:r>
      <w:r w:rsidR="00E4444A" w:rsidRPr="0099306C">
        <w:t xml:space="preserve">, </w:t>
      </w:r>
      <w:r w:rsidRPr="002B3119">
        <w:t>précédées de jardins trop soignés</w:t>
      </w:r>
      <w:r w:rsidR="00E4444A" w:rsidRPr="0099306C">
        <w:t xml:space="preserve">, </w:t>
      </w:r>
      <w:r w:rsidRPr="002B3119">
        <w:t>avec des gér</w:t>
      </w:r>
      <w:r w:rsidRPr="002B3119">
        <w:t>a</w:t>
      </w:r>
      <w:r w:rsidRPr="002B3119">
        <w:t>niums</w:t>
      </w:r>
      <w:r w:rsidR="00E4444A" w:rsidRPr="0099306C">
        <w:t xml:space="preserve">, </w:t>
      </w:r>
      <w:r w:rsidRPr="002B3119">
        <w:t>des hortensias</w:t>
      </w:r>
      <w:r w:rsidR="00E4444A" w:rsidRPr="0099306C">
        <w:t xml:space="preserve">, </w:t>
      </w:r>
      <w:r w:rsidRPr="002B3119">
        <w:t>des plates-bandes bordées d</w:t>
      </w:r>
      <w:r w:rsidR="00E4444A" w:rsidRPr="0099306C">
        <w:t>’</w:t>
      </w:r>
      <w:r w:rsidRPr="002B3119">
        <w:t>iris</w:t>
      </w:r>
      <w:r w:rsidR="00D022AE" w:rsidRPr="0099306C">
        <w:t>.</w:t>
      </w:r>
      <w:r w:rsidRPr="002B3119">
        <w:t xml:space="preserve"> Les jardiniers</w:t>
      </w:r>
      <w:r w:rsidR="00E4444A" w:rsidRPr="0099306C">
        <w:t xml:space="preserve">, </w:t>
      </w:r>
      <w:r w:rsidRPr="002B3119">
        <w:t>que le repas de midi avait rappelés chez eux</w:t>
      </w:r>
      <w:r w:rsidR="00E4444A" w:rsidRPr="0099306C">
        <w:t xml:space="preserve">, </w:t>
      </w:r>
      <w:r w:rsidRPr="002B3119">
        <w:t>avaient laissé leurs tuyaux d</w:t>
      </w:r>
      <w:r w:rsidR="00E4444A" w:rsidRPr="0099306C">
        <w:t>’</w:t>
      </w:r>
      <w:r w:rsidRPr="002B3119">
        <w:t>arrosage</w:t>
      </w:r>
      <w:r w:rsidR="00E4444A" w:rsidRPr="0099306C">
        <w:t xml:space="preserve">, </w:t>
      </w:r>
      <w:r w:rsidRPr="002B3119">
        <w:t>qui traînaient au soleil comme des serpents endormis</w:t>
      </w:r>
      <w:r w:rsidR="00E4444A" w:rsidRPr="0099306C">
        <w:t>.</w:t>
      </w:r>
    </w:p>
    <w:p w14:paraId="52D425C9" w14:textId="77777777" w:rsidR="00E4444A" w:rsidRPr="0099306C" w:rsidRDefault="00D022AE" w:rsidP="002B3119">
      <w:r w:rsidRPr="0099306C">
        <w:t>À</w:t>
      </w:r>
      <w:r w:rsidR="002B3119" w:rsidRPr="002B3119">
        <w:t xml:space="preserve"> gauche</w:t>
      </w:r>
      <w:r w:rsidR="00E4444A" w:rsidRPr="0099306C">
        <w:t xml:space="preserve">, </w:t>
      </w:r>
      <w:r w:rsidR="002B3119" w:rsidRPr="002B3119">
        <w:t>toute une succession de pins inclinés par les bourrasques s</w:t>
      </w:r>
      <w:r w:rsidR="00E4444A" w:rsidRPr="0099306C">
        <w:t>’</w:t>
      </w:r>
      <w:r w:rsidR="002B3119" w:rsidRPr="002B3119">
        <w:t>étageaient</w:t>
      </w:r>
      <w:r w:rsidR="00E4444A" w:rsidRPr="0099306C">
        <w:t xml:space="preserve">, </w:t>
      </w:r>
      <w:r w:rsidR="002B3119" w:rsidRPr="002B3119">
        <w:t>tous penchés dans le même sens</w:t>
      </w:r>
      <w:r w:rsidR="00E4444A" w:rsidRPr="0099306C">
        <w:t xml:space="preserve">, </w:t>
      </w:r>
      <w:r w:rsidR="002B3119" w:rsidRPr="002B3119">
        <w:t>sur les pentes rocailleuses qui dégringolaient vers la mer</w:t>
      </w:r>
      <w:r w:rsidR="00E4444A" w:rsidRPr="0099306C">
        <w:t xml:space="preserve">. </w:t>
      </w:r>
      <w:r w:rsidR="002B3119" w:rsidRPr="002B3119">
        <w:t>Et</w:t>
      </w:r>
      <w:r w:rsidR="00E4444A" w:rsidRPr="0099306C">
        <w:t xml:space="preserve">, </w:t>
      </w:r>
      <w:r w:rsidR="002B3119" w:rsidRPr="002B3119">
        <w:t>à travers ce store de branches aux aiguilles délicates</w:t>
      </w:r>
      <w:r w:rsidR="00E4444A" w:rsidRPr="0099306C">
        <w:t xml:space="preserve">, </w:t>
      </w:r>
      <w:r w:rsidR="002B3119" w:rsidRPr="002B3119">
        <w:t>la vaste nappe marine resplendissait comme un miroir</w:t>
      </w:r>
      <w:r w:rsidR="00E4444A" w:rsidRPr="0099306C">
        <w:t>.</w:t>
      </w:r>
    </w:p>
    <w:p w14:paraId="2FBA6AD5" w14:textId="77777777" w:rsidR="00E4444A" w:rsidRPr="0099306C" w:rsidRDefault="002B3119" w:rsidP="002B3119">
      <w:r w:rsidRPr="002B3119">
        <w:t>Un peu énervée à cause du voyage</w:t>
      </w:r>
      <w:r w:rsidR="00E4444A" w:rsidRPr="0099306C">
        <w:t xml:space="preserve">, </w:t>
      </w:r>
      <w:r w:rsidRPr="002B3119">
        <w:t>du changement d</w:t>
      </w:r>
      <w:r w:rsidR="00E4444A" w:rsidRPr="0099306C">
        <w:t>’</w:t>
      </w:r>
      <w:r w:rsidRPr="002B3119">
        <w:t>habitudes</w:t>
      </w:r>
      <w:r w:rsidR="00E4444A" w:rsidRPr="0099306C">
        <w:t xml:space="preserve">, </w:t>
      </w:r>
      <w:r w:rsidRPr="002B3119">
        <w:t>du déjeuner en retard</w:t>
      </w:r>
      <w:r w:rsidR="00E4444A" w:rsidRPr="0099306C">
        <w:t xml:space="preserve">, </w:t>
      </w:r>
      <w:r w:rsidRPr="002B3119">
        <w:t>Yvette ne tenait plus en place</w:t>
      </w:r>
      <w:r w:rsidR="00E4444A" w:rsidRPr="0099306C">
        <w:t xml:space="preserve">. </w:t>
      </w:r>
      <w:r w:rsidRPr="002B3119">
        <w:t>Je la mis à genoux sur la banquette</w:t>
      </w:r>
      <w:r w:rsidR="00E4444A" w:rsidRPr="0099306C">
        <w:t xml:space="preserve">, </w:t>
      </w:r>
      <w:r w:rsidRPr="002B3119">
        <w:t>pour qu</w:t>
      </w:r>
      <w:r w:rsidR="00E4444A" w:rsidRPr="0099306C">
        <w:t>’</w:t>
      </w:r>
      <w:r w:rsidRPr="002B3119">
        <w:t>elle pût regarder l</w:t>
      </w:r>
      <w:r w:rsidR="00E4444A" w:rsidRPr="0099306C">
        <w:t>’</w:t>
      </w:r>
      <w:r w:rsidRPr="002B3119">
        <w:t>océan</w:t>
      </w:r>
      <w:r w:rsidR="00E4444A" w:rsidRPr="0099306C">
        <w:t xml:space="preserve">. </w:t>
      </w:r>
      <w:r w:rsidRPr="002B3119">
        <w:t>Toutes les cinq minutes la petite imp</w:t>
      </w:r>
      <w:r w:rsidRPr="002B3119">
        <w:t>a</w:t>
      </w:r>
      <w:r w:rsidRPr="002B3119">
        <w:t>tiente me répétait à l</w:t>
      </w:r>
      <w:r w:rsidR="00E4444A" w:rsidRPr="0099306C">
        <w:t>’</w:t>
      </w:r>
      <w:r w:rsidRPr="002B3119">
        <w:t>oreille</w:t>
      </w:r>
      <w:r w:rsidR="00E4444A" w:rsidRPr="0099306C">
        <w:t> :</w:t>
      </w:r>
    </w:p>
    <w:p w14:paraId="1DA14CEA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est-on arrivé</w:t>
      </w:r>
      <w:r w:rsidRPr="0099306C">
        <w:t> ?</w:t>
      </w:r>
    </w:p>
    <w:p w14:paraId="50107730" w14:textId="77777777" w:rsidR="00E4444A" w:rsidRPr="0099306C" w:rsidRDefault="00D022AE" w:rsidP="002B3119">
      <w:r w:rsidRPr="0099306C">
        <w:t>À</w:t>
      </w:r>
      <w:r w:rsidR="002B3119" w:rsidRPr="002B3119">
        <w:t xml:space="preserve"> des clochers lointains sonna la demie</w:t>
      </w:r>
      <w:r w:rsidR="00E4444A" w:rsidRPr="0099306C">
        <w:t xml:space="preserve">. </w:t>
      </w:r>
      <w:r w:rsidR="002B3119" w:rsidRPr="002B3119">
        <w:t>Nous trave</w:t>
      </w:r>
      <w:r w:rsidR="002B3119" w:rsidRPr="002B3119">
        <w:t>r</w:t>
      </w:r>
      <w:r w:rsidR="002B3119" w:rsidRPr="002B3119">
        <w:t xml:space="preserve">sâmes ces petits villages normands dont tous les noms se terminent en </w:t>
      </w:r>
      <w:r w:rsidR="00E4444A" w:rsidRPr="0099306C">
        <w:t>« </w:t>
      </w:r>
      <w:r w:rsidR="002B3119" w:rsidRPr="002B3119">
        <w:t>ville</w:t>
      </w:r>
      <w:r w:rsidR="00E4444A" w:rsidRPr="0099306C">
        <w:t xml:space="preserve"> ». </w:t>
      </w:r>
      <w:r w:rsidR="002B3119" w:rsidRPr="002B3119">
        <w:t>Les routes étaient désertes</w:t>
      </w:r>
      <w:r w:rsidR="00E4444A" w:rsidRPr="0099306C">
        <w:t xml:space="preserve">. </w:t>
      </w:r>
      <w:r w:rsidR="002B3119" w:rsidRPr="002B3119">
        <w:t>Les repas s</w:t>
      </w:r>
      <w:r w:rsidR="00E4444A" w:rsidRPr="0099306C">
        <w:t>’</w:t>
      </w:r>
      <w:r w:rsidR="002B3119" w:rsidRPr="002B3119">
        <w:t>achevaient lentement derrière les persiennes des villas</w:t>
      </w:r>
      <w:r w:rsidR="00E4444A" w:rsidRPr="0099306C">
        <w:t xml:space="preserve">. </w:t>
      </w:r>
      <w:r w:rsidR="002B3119" w:rsidRPr="002B3119">
        <w:t>E</w:t>
      </w:r>
      <w:r w:rsidR="002B3119" w:rsidRPr="002B3119">
        <w:t>n</w:t>
      </w:r>
      <w:r w:rsidR="002B3119" w:rsidRPr="002B3119">
        <w:t>fin on nous annonça que nous arrivions</w:t>
      </w:r>
      <w:r w:rsidR="00E4444A" w:rsidRPr="0099306C">
        <w:t xml:space="preserve">. </w:t>
      </w:r>
      <w:r w:rsidR="002B3119" w:rsidRPr="002B3119">
        <w:t>L</w:t>
      </w:r>
      <w:r w:rsidR="00E4444A" w:rsidRPr="0099306C">
        <w:t>’</w:t>
      </w:r>
      <w:r w:rsidR="002B3119" w:rsidRPr="002B3119">
        <w:t>autobus</w:t>
      </w:r>
      <w:r w:rsidR="00E4444A" w:rsidRPr="0099306C">
        <w:t xml:space="preserve">, </w:t>
      </w:r>
      <w:r w:rsidR="002B3119" w:rsidRPr="002B3119">
        <w:t>non sans fracas</w:t>
      </w:r>
      <w:r w:rsidR="00E4444A" w:rsidRPr="0099306C">
        <w:t xml:space="preserve">, </w:t>
      </w:r>
      <w:r w:rsidR="002B3119" w:rsidRPr="002B3119">
        <w:t>vira sur la place d</w:t>
      </w:r>
      <w:r w:rsidR="00E4444A" w:rsidRPr="0099306C">
        <w:t>’</w:t>
      </w:r>
      <w:r w:rsidR="002B3119" w:rsidRPr="002B3119">
        <w:t>un bourg</w:t>
      </w:r>
      <w:r w:rsidR="00E4444A" w:rsidRPr="0099306C">
        <w:t xml:space="preserve">, </w:t>
      </w:r>
      <w:r w:rsidR="002B3119" w:rsidRPr="002B3119">
        <w:t>dont</w:t>
      </w:r>
      <w:r w:rsidR="00E4444A" w:rsidRPr="0099306C">
        <w:t xml:space="preserve">, </w:t>
      </w:r>
      <w:r w:rsidR="002B3119" w:rsidRPr="002B3119">
        <w:t>plus encore que la nuit</w:t>
      </w:r>
      <w:r w:rsidR="00E4444A" w:rsidRPr="0099306C">
        <w:t xml:space="preserve">, </w:t>
      </w:r>
      <w:r w:rsidR="002B3119" w:rsidRPr="002B3119">
        <w:t>midi dépeuplait les rues</w:t>
      </w:r>
      <w:r w:rsidR="00E4444A" w:rsidRPr="0099306C">
        <w:t xml:space="preserve">, </w:t>
      </w:r>
      <w:r w:rsidR="002B3119" w:rsidRPr="002B3119">
        <w:t>dérangea derrière l</w:t>
      </w:r>
      <w:r w:rsidR="00E4444A" w:rsidRPr="0099306C">
        <w:t>’</w:t>
      </w:r>
      <w:r w:rsidR="002B3119" w:rsidRPr="002B3119">
        <w:t>église deux amoureux</w:t>
      </w:r>
      <w:r w:rsidR="00E4444A" w:rsidRPr="0099306C">
        <w:t xml:space="preserve">, </w:t>
      </w:r>
      <w:r w:rsidR="002B3119" w:rsidRPr="002B3119">
        <w:t>qui mettaient à profit cette heure de solitude pour s</w:t>
      </w:r>
      <w:r w:rsidR="00E4444A" w:rsidRPr="0099306C">
        <w:t>’</w:t>
      </w:r>
      <w:r w:rsidR="002B3119" w:rsidRPr="002B3119">
        <w:t>accorder un rendez-vous</w:t>
      </w:r>
      <w:r w:rsidR="00E4444A" w:rsidRPr="0099306C">
        <w:t xml:space="preserve">, </w:t>
      </w:r>
      <w:r w:rsidR="002B3119" w:rsidRPr="002B3119">
        <w:t>s</w:t>
      </w:r>
      <w:r w:rsidR="00E4444A" w:rsidRPr="0099306C">
        <w:t>’</w:t>
      </w:r>
      <w:r w:rsidR="002B3119" w:rsidRPr="002B3119">
        <w:t>arrêta enfin devant un h</w:t>
      </w:r>
      <w:r w:rsidR="002B3119" w:rsidRPr="002B3119">
        <w:t>ô</w:t>
      </w:r>
      <w:r w:rsidR="002B3119" w:rsidRPr="002B3119">
        <w:t>tel peint en vert</w:t>
      </w:r>
      <w:r w:rsidR="00E4444A" w:rsidRPr="0099306C">
        <w:t xml:space="preserve">, </w:t>
      </w:r>
      <w:r w:rsidR="002B3119" w:rsidRPr="002B3119">
        <w:t>et l</w:t>
      </w:r>
      <w:r w:rsidR="00E4444A" w:rsidRPr="0099306C">
        <w:t>’</w:t>
      </w:r>
      <w:r w:rsidR="002B3119" w:rsidRPr="002B3119">
        <w:t xml:space="preserve">on nous dit que </w:t>
      </w:r>
      <w:r w:rsidR="00E4444A" w:rsidRPr="0099306C">
        <w:t>« </w:t>
      </w:r>
      <w:r w:rsidR="002B3119" w:rsidRPr="002B3119">
        <w:t>c</w:t>
      </w:r>
      <w:r w:rsidR="00E4444A" w:rsidRPr="0099306C">
        <w:t>’</w:t>
      </w:r>
      <w:r w:rsidR="002B3119" w:rsidRPr="002B3119">
        <w:t>était là</w:t>
      </w:r>
      <w:r w:rsidR="00E4444A" w:rsidRPr="0099306C">
        <w:t> ».</w:t>
      </w:r>
    </w:p>
    <w:p w14:paraId="22B93F89" w14:textId="77777777" w:rsidR="00E4444A" w:rsidRPr="0099306C" w:rsidRDefault="002B3119" w:rsidP="002B3119">
      <w:r w:rsidRPr="002B3119">
        <w:lastRenderedPageBreak/>
        <w:t>Le déjeuner venait de finir</w:t>
      </w:r>
      <w:r w:rsidR="00E4444A" w:rsidRPr="0099306C">
        <w:t xml:space="preserve">. </w:t>
      </w:r>
      <w:r w:rsidRPr="002B3119">
        <w:t>Les enfants</w:t>
      </w:r>
      <w:r w:rsidR="00E4444A" w:rsidRPr="0099306C">
        <w:t xml:space="preserve">, </w:t>
      </w:r>
      <w:r w:rsidRPr="002B3119">
        <w:t>échappés après le dessert</w:t>
      </w:r>
      <w:r w:rsidR="00E4444A" w:rsidRPr="0099306C">
        <w:t xml:space="preserve">, </w:t>
      </w:r>
      <w:r w:rsidRPr="002B3119">
        <w:t>avaient disparu</w:t>
      </w:r>
      <w:r w:rsidR="00E4444A" w:rsidRPr="0099306C">
        <w:t xml:space="preserve">. </w:t>
      </w:r>
      <w:r w:rsidRPr="002B3119">
        <w:t>Les femmes</w:t>
      </w:r>
      <w:r w:rsidR="00E4444A" w:rsidRPr="0099306C">
        <w:t xml:space="preserve">, </w:t>
      </w:r>
      <w:r w:rsidRPr="002B3119">
        <w:t>ayant reculé leurs chaises de la table</w:t>
      </w:r>
      <w:r w:rsidR="00E4444A" w:rsidRPr="0099306C">
        <w:t xml:space="preserve">, </w:t>
      </w:r>
      <w:r w:rsidRPr="002B3119">
        <w:t>avaient repris leurs ouvrages</w:t>
      </w:r>
      <w:r w:rsidR="00E4444A" w:rsidRPr="0099306C">
        <w:t xml:space="preserve">. </w:t>
      </w:r>
      <w:r w:rsidRPr="002B3119">
        <w:t>Une jeune fille en blanc</w:t>
      </w:r>
      <w:r w:rsidR="00E4444A" w:rsidRPr="0099306C">
        <w:t xml:space="preserve">, </w:t>
      </w:r>
      <w:r w:rsidRPr="002B3119">
        <w:t>dont la coiffure révélait de savants échafa</w:t>
      </w:r>
      <w:r w:rsidRPr="002B3119">
        <w:t>u</w:t>
      </w:r>
      <w:r w:rsidRPr="002B3119">
        <w:t>dages</w:t>
      </w:r>
      <w:r w:rsidR="00E4444A" w:rsidRPr="0099306C">
        <w:t xml:space="preserve">, </w:t>
      </w:r>
      <w:r w:rsidRPr="002B3119">
        <w:t>expliquait à ses voisines un point de broderie</w:t>
      </w:r>
      <w:r w:rsidR="00E4444A" w:rsidRPr="0099306C">
        <w:t xml:space="preserve">. </w:t>
      </w:r>
      <w:r w:rsidRPr="002B3119">
        <w:t>Les hommes</w:t>
      </w:r>
      <w:r w:rsidR="00E4444A" w:rsidRPr="0099306C">
        <w:t xml:space="preserve">, </w:t>
      </w:r>
      <w:r w:rsidRPr="002B3119">
        <w:t>la cigarette aux lèvres</w:t>
      </w:r>
      <w:r w:rsidR="00E4444A" w:rsidRPr="0099306C">
        <w:t xml:space="preserve">, </w:t>
      </w:r>
      <w:r w:rsidRPr="002B3119">
        <w:t>dégustaient paresseus</w:t>
      </w:r>
      <w:r w:rsidRPr="002B3119">
        <w:t>e</w:t>
      </w:r>
      <w:r w:rsidRPr="002B3119">
        <w:t>ment leurs mokas</w:t>
      </w:r>
      <w:r w:rsidR="00E4444A" w:rsidRPr="0099306C">
        <w:t xml:space="preserve">. </w:t>
      </w:r>
      <w:r w:rsidRPr="002B3119">
        <w:t>Une robuste servante en coiffe normande</w:t>
      </w:r>
      <w:r w:rsidR="00E4444A" w:rsidRPr="0099306C">
        <w:t xml:space="preserve">, </w:t>
      </w:r>
      <w:r w:rsidRPr="002B3119">
        <w:t>trop serrée dans son corsage dont on aurait voulu défaire quelques boutons</w:t>
      </w:r>
      <w:r w:rsidR="00E4444A" w:rsidRPr="0099306C">
        <w:t xml:space="preserve">, </w:t>
      </w:r>
      <w:r w:rsidRPr="002B3119">
        <w:t>dans le simple but de la soulager un peu</w:t>
      </w:r>
      <w:r w:rsidR="00E4444A" w:rsidRPr="0099306C">
        <w:t xml:space="preserve">, </w:t>
      </w:r>
      <w:r w:rsidRPr="002B3119">
        <w:t>essuya les miettes d</w:t>
      </w:r>
      <w:r w:rsidR="00E4444A" w:rsidRPr="0099306C">
        <w:t>’</w:t>
      </w:r>
      <w:r w:rsidRPr="002B3119">
        <w:t>un coin de table</w:t>
      </w:r>
      <w:r w:rsidR="00E4444A" w:rsidRPr="0099306C">
        <w:t xml:space="preserve">, </w:t>
      </w:r>
      <w:r w:rsidRPr="002B3119">
        <w:t>et nous déjeunâmes côte à côte</w:t>
      </w:r>
      <w:r w:rsidR="00E4444A" w:rsidRPr="0099306C">
        <w:t xml:space="preserve">, </w:t>
      </w:r>
      <w:r w:rsidRPr="002B3119">
        <w:t>Yvette et moi</w:t>
      </w:r>
      <w:r w:rsidR="00E4444A" w:rsidRPr="0099306C">
        <w:t>.</w:t>
      </w:r>
    </w:p>
    <w:p w14:paraId="37C72F1B" w14:textId="77777777" w:rsidR="00E4444A" w:rsidRPr="0099306C" w:rsidRDefault="002B3119" w:rsidP="002B3119">
      <w:r w:rsidRPr="002B3119">
        <w:t>Nos amis</w:t>
      </w:r>
      <w:r w:rsidR="00E4444A" w:rsidRPr="0099306C">
        <w:t xml:space="preserve">, </w:t>
      </w:r>
      <w:r w:rsidRPr="002B3119">
        <w:t>partis en excursion depuis le matin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avaient pas reçu la lettre qui les informait de notre arrivée</w:t>
      </w:r>
      <w:r w:rsidR="00D022AE" w:rsidRPr="0099306C">
        <w:t>.</w:t>
      </w:r>
      <w:r w:rsidRPr="002B3119">
        <w:t xml:space="preserve"> Nous nous sentions encore un peu perdus</w:t>
      </w:r>
      <w:r w:rsidR="00E4444A" w:rsidRPr="0099306C">
        <w:t xml:space="preserve">, </w:t>
      </w:r>
      <w:r w:rsidRPr="002B3119">
        <w:t>dévisagés par tous ces inconnus qu</w:t>
      </w:r>
      <w:r w:rsidR="00E4444A" w:rsidRPr="0099306C">
        <w:t>’</w:t>
      </w:r>
      <w:r w:rsidRPr="002B3119">
        <w:t>étaient pour nous les pensionnaires de l</w:t>
      </w:r>
      <w:r w:rsidR="00E4444A" w:rsidRPr="0099306C">
        <w:t>’</w:t>
      </w:r>
      <w:r w:rsidRPr="002B3119">
        <w:t>hôtel</w:t>
      </w:r>
      <w:r w:rsidR="00E4444A" w:rsidRPr="0099306C">
        <w:t xml:space="preserve">. </w:t>
      </w:r>
      <w:r w:rsidRPr="002B3119">
        <w:t>Les fenêtres donnaient sur la plage</w:t>
      </w:r>
      <w:r w:rsidR="00E4444A" w:rsidRPr="0099306C">
        <w:t xml:space="preserve">, </w:t>
      </w:r>
      <w:r w:rsidRPr="002B3119">
        <w:t>dont les stores baissés cachaient la vue</w:t>
      </w:r>
      <w:r w:rsidR="00E4444A" w:rsidRPr="0099306C">
        <w:t xml:space="preserve">, </w:t>
      </w:r>
      <w:r w:rsidRPr="002B3119">
        <w:t>mais nous percevions un gazouillis d</w:t>
      </w:r>
      <w:r w:rsidR="00E4444A" w:rsidRPr="0099306C">
        <w:t>’</w:t>
      </w:r>
      <w:r w:rsidRPr="002B3119">
        <w:t>enfants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abord inquiète de l</w:t>
      </w:r>
      <w:r w:rsidR="00E4444A" w:rsidRPr="0099306C">
        <w:t>’</w:t>
      </w:r>
      <w:r w:rsidRPr="002B3119">
        <w:t>absence de petites filles</w:t>
      </w:r>
      <w:r w:rsidR="00E4444A" w:rsidRPr="0099306C">
        <w:t xml:space="preserve">, </w:t>
      </w:r>
      <w:r w:rsidRPr="002B3119">
        <w:t>dut être rassurée</w:t>
      </w:r>
      <w:r w:rsidR="00E4444A" w:rsidRPr="0099306C">
        <w:t xml:space="preserve">. </w:t>
      </w:r>
      <w:r w:rsidRPr="002B3119">
        <w:t>Selon sa coutume</w:t>
      </w:r>
      <w:r w:rsidR="00E4444A" w:rsidRPr="0099306C">
        <w:t xml:space="preserve">, </w:t>
      </w:r>
      <w:r w:rsidRPr="002B3119">
        <w:t>elle se tenait bien</w:t>
      </w:r>
      <w:r w:rsidR="00E4444A" w:rsidRPr="0099306C">
        <w:t xml:space="preserve">, </w:t>
      </w:r>
      <w:r w:rsidRPr="002B3119">
        <w:t>comme une grande personne qui se sent regardée</w:t>
      </w:r>
      <w:r w:rsidR="00E4444A" w:rsidRPr="0099306C">
        <w:t xml:space="preserve">. </w:t>
      </w:r>
      <w:r w:rsidRPr="002B3119">
        <w:t>Le déje</w:t>
      </w:r>
      <w:r w:rsidRPr="002B3119">
        <w:t>u</w:t>
      </w:r>
      <w:r w:rsidRPr="002B3119">
        <w:t>ner fini</w:t>
      </w:r>
      <w:r w:rsidR="00E4444A" w:rsidRPr="0099306C">
        <w:t xml:space="preserve">, </w:t>
      </w:r>
      <w:r w:rsidRPr="002B3119">
        <w:t>elle m</w:t>
      </w:r>
      <w:r w:rsidR="00E4444A" w:rsidRPr="0099306C">
        <w:t>’</w:t>
      </w:r>
      <w:r w:rsidRPr="002B3119">
        <w:t>accompagna dans ma chambre</w:t>
      </w:r>
      <w:r w:rsidR="00E4444A" w:rsidRPr="0099306C">
        <w:t xml:space="preserve">. </w:t>
      </w:r>
      <w:r w:rsidRPr="002B3119">
        <w:t>Un petit lit de fer fut dressé près du mien</w:t>
      </w:r>
      <w:r w:rsidR="00E4444A" w:rsidRPr="0099306C">
        <w:t xml:space="preserve">. </w:t>
      </w:r>
      <w:r w:rsidRPr="002B3119">
        <w:t>De la malle</w:t>
      </w:r>
      <w:r w:rsidR="00E4444A" w:rsidRPr="0099306C">
        <w:t xml:space="preserve">, </w:t>
      </w:r>
      <w:r w:rsidRPr="002B3119">
        <w:t>je sortis des sa</w:t>
      </w:r>
      <w:r w:rsidRPr="002B3119">
        <w:t>n</w:t>
      </w:r>
      <w:r w:rsidRPr="002B3119">
        <w:t>dales de cuir</w:t>
      </w:r>
      <w:r w:rsidR="00E4444A" w:rsidRPr="0099306C">
        <w:t xml:space="preserve">, </w:t>
      </w:r>
      <w:r w:rsidRPr="002B3119">
        <w:t>un mignon chandail portant un ancre brodé</w:t>
      </w:r>
      <w:r w:rsidR="00E4444A" w:rsidRPr="0099306C">
        <w:t xml:space="preserve">, </w:t>
      </w:r>
      <w:r w:rsidRPr="002B3119">
        <w:t>un pantalon de jersey</w:t>
      </w:r>
      <w:r w:rsidR="00E4444A" w:rsidRPr="0099306C">
        <w:t xml:space="preserve">. </w:t>
      </w:r>
      <w:r w:rsidRPr="002B3119">
        <w:t>Et bientôt</w:t>
      </w:r>
      <w:r w:rsidR="00E4444A" w:rsidRPr="0099306C">
        <w:t xml:space="preserve">, </w:t>
      </w:r>
      <w:r w:rsidRPr="002B3119">
        <w:t>à la place de ma petite fille escamotée</w:t>
      </w:r>
      <w:r w:rsidR="00E4444A" w:rsidRPr="0099306C">
        <w:t xml:space="preserve">, </w:t>
      </w:r>
      <w:r w:rsidRPr="002B3119">
        <w:t>se dressait un beau petit bonhomme</w:t>
      </w:r>
      <w:r w:rsidR="00E4444A" w:rsidRPr="0099306C">
        <w:t xml:space="preserve">, </w:t>
      </w:r>
      <w:r w:rsidRPr="002B3119">
        <w:t>au torse bien râblé sous la vareuse bleue</w:t>
      </w:r>
      <w:r w:rsidR="00E4444A" w:rsidRPr="0099306C">
        <w:t>.</w:t>
      </w:r>
    </w:p>
    <w:p w14:paraId="6F66EB75" w14:textId="77777777" w:rsidR="00E4444A" w:rsidRPr="0099306C" w:rsidRDefault="002B3119" w:rsidP="002B3119">
      <w:r w:rsidRPr="002B3119">
        <w:t>Vers la fin de 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mon collègue rentra</w:t>
      </w:r>
      <w:r w:rsidR="00E4444A" w:rsidRPr="0099306C">
        <w:t xml:space="preserve">. </w:t>
      </w:r>
      <w:r w:rsidRPr="002B3119">
        <w:t>Ménage sans enfant</w:t>
      </w:r>
      <w:r w:rsidR="00E4444A" w:rsidRPr="0099306C">
        <w:t xml:space="preserve">, </w:t>
      </w:r>
      <w:r w:rsidRPr="002B3119">
        <w:t>par malheur</w:t>
      </w:r>
      <w:r w:rsidR="00E4444A" w:rsidRPr="0099306C">
        <w:t xml:space="preserve">, </w:t>
      </w:r>
      <w:r w:rsidRPr="002B3119">
        <w:t>sans petite compagne pour Yvette</w:t>
      </w:r>
      <w:r w:rsidR="00E4444A" w:rsidRPr="0099306C">
        <w:t xml:space="preserve">. </w:t>
      </w:r>
      <w:r w:rsidRPr="002B3119">
        <w:t>Mais Marcelle</w:t>
      </w:r>
      <w:r w:rsidR="00E4444A" w:rsidRPr="0099306C">
        <w:t xml:space="preserve">, </w:t>
      </w:r>
      <w:r w:rsidRPr="002B3119">
        <w:t>la fille des patrons</w:t>
      </w:r>
      <w:r w:rsidR="00E4444A" w:rsidRPr="0099306C">
        <w:t xml:space="preserve">, </w:t>
      </w:r>
      <w:r w:rsidRPr="002B3119">
        <w:t>une gamine</w:t>
      </w:r>
      <w:r w:rsidR="00E4444A" w:rsidRPr="0099306C">
        <w:t xml:space="preserve">, </w:t>
      </w:r>
      <w:r w:rsidRPr="002B3119">
        <w:t>au teint un peu marqué de taches de rousseur</w:t>
      </w:r>
      <w:r w:rsidR="00E4444A" w:rsidRPr="0099306C">
        <w:t xml:space="preserve">, </w:t>
      </w:r>
      <w:r w:rsidRPr="002B3119">
        <w:t>à qui l</w:t>
      </w:r>
      <w:r w:rsidR="00E4444A" w:rsidRPr="0099306C">
        <w:t>’</w:t>
      </w:r>
      <w:r w:rsidRPr="002B3119">
        <w:t>on n</w:t>
      </w:r>
      <w:r w:rsidR="00E4444A" w:rsidRPr="0099306C">
        <w:t>’</w:t>
      </w:r>
      <w:r w:rsidRPr="002B3119">
        <w:t>aurait pas donné ses douze ans</w:t>
      </w:r>
      <w:r w:rsidR="00E4444A" w:rsidRPr="0099306C">
        <w:t xml:space="preserve">, </w:t>
      </w:r>
      <w:r w:rsidRPr="002B3119">
        <w:t>amena mon petit garçon sur la plage où les familles étaient rassemblées</w:t>
      </w:r>
      <w:r w:rsidR="00E4444A" w:rsidRPr="0099306C">
        <w:t xml:space="preserve">. </w:t>
      </w:r>
      <w:r w:rsidRPr="002B3119">
        <w:t xml:space="preserve">Tous les pensionnaires nous </w:t>
      </w:r>
      <w:r w:rsidRPr="002B3119">
        <w:lastRenderedPageBreak/>
        <w:t>firent bon accueil</w:t>
      </w:r>
      <w:r w:rsidR="00E4444A" w:rsidRPr="0099306C">
        <w:t xml:space="preserve">. </w:t>
      </w:r>
      <w:r w:rsidRPr="002B3119">
        <w:t>Seule</w:t>
      </w:r>
      <w:r w:rsidR="00E4444A" w:rsidRPr="0099306C">
        <w:t xml:space="preserve">, </w:t>
      </w:r>
      <w:r w:rsidRPr="002B3119">
        <w:t>la grande jeune fille en blanc</w:t>
      </w:r>
      <w:r w:rsidR="00E4444A" w:rsidRPr="0099306C">
        <w:t xml:space="preserve">, </w:t>
      </w:r>
      <w:r w:rsidRPr="002B3119">
        <w:t>qui figurait la beauté locale</w:t>
      </w:r>
      <w:r w:rsidR="00E4444A" w:rsidRPr="0099306C">
        <w:t xml:space="preserve">, </w:t>
      </w:r>
      <w:r w:rsidRPr="002B3119">
        <w:t>se tint sur son quant-à-soi</w:t>
      </w:r>
      <w:r w:rsidR="00E4444A" w:rsidRPr="0099306C">
        <w:t xml:space="preserve">, </w:t>
      </w:r>
      <w:r w:rsidRPr="002B3119">
        <w:t>a</w:t>
      </w:r>
      <w:r w:rsidRPr="002B3119">
        <w:t>s</w:t>
      </w:r>
      <w:r w:rsidRPr="002B3119">
        <w:t>sise un peu en arrière des autres</w:t>
      </w:r>
      <w:r w:rsidR="00E4444A" w:rsidRPr="0099306C">
        <w:t xml:space="preserve">, </w:t>
      </w:r>
      <w:r w:rsidRPr="002B3119">
        <w:t>de peur que le sable moui</w:t>
      </w:r>
      <w:r w:rsidRPr="002B3119">
        <w:t>l</w:t>
      </w:r>
      <w:r w:rsidRPr="002B3119">
        <w:t>lé ne ternît la toute blancheur de ses bas que le croisement des jambes découvrait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évidemment</w:t>
      </w:r>
      <w:r w:rsidR="00E4444A" w:rsidRPr="0099306C">
        <w:t xml:space="preserve">, </w:t>
      </w:r>
      <w:r w:rsidRPr="002B3119">
        <w:t>ne l</w:t>
      </w:r>
      <w:r w:rsidR="00E4444A" w:rsidRPr="0099306C">
        <w:t>’</w:t>
      </w:r>
      <w:r w:rsidRPr="002B3119">
        <w:t>intéressa pas</w:t>
      </w:r>
      <w:r w:rsidR="00E4444A" w:rsidRPr="0099306C">
        <w:t xml:space="preserve">. </w:t>
      </w:r>
      <w:r w:rsidRPr="002B3119">
        <w:t>Je donnai quelque argent pour l</w:t>
      </w:r>
      <w:r w:rsidR="00E4444A" w:rsidRPr="0099306C">
        <w:t>’</w:t>
      </w:r>
      <w:r w:rsidRPr="002B3119">
        <w:t>achat d</w:t>
      </w:r>
      <w:r w:rsidR="00E4444A" w:rsidRPr="0099306C">
        <w:t>’</w:t>
      </w:r>
      <w:r w:rsidRPr="002B3119">
        <w:t>une pelle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 seau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 chapeau de paille</w:t>
      </w:r>
      <w:r w:rsidR="00E4444A" w:rsidRPr="0099306C">
        <w:t xml:space="preserve">, </w:t>
      </w:r>
      <w:r w:rsidRPr="002B3119">
        <w:t>et les parties commencèrent</w:t>
      </w:r>
      <w:r w:rsidR="00E4444A" w:rsidRPr="0099306C">
        <w:t xml:space="preserve">. </w:t>
      </w:r>
      <w:r w:rsidRPr="002B3119">
        <w:t>Le soir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heure du dîner</w:t>
      </w:r>
      <w:r w:rsidR="00E4444A" w:rsidRPr="0099306C">
        <w:t xml:space="preserve">, </w:t>
      </w:r>
      <w:r w:rsidRPr="002B3119">
        <w:t>tout le petit monde se tutoyait d</w:t>
      </w:r>
      <w:r w:rsidRPr="002B3119">
        <w:t>é</w:t>
      </w:r>
      <w:r w:rsidRPr="002B3119">
        <w:t>jà</w:t>
      </w:r>
      <w:r w:rsidR="00E4444A" w:rsidRPr="0099306C">
        <w:t xml:space="preserve">. </w:t>
      </w:r>
      <w:r w:rsidRPr="002B3119">
        <w:t>Les petites filles</w:t>
      </w:r>
      <w:r w:rsidR="00E4444A" w:rsidRPr="0099306C">
        <w:t xml:space="preserve">, </w:t>
      </w:r>
      <w:r w:rsidRPr="002B3119">
        <w:t>comme de vieux camarades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interpellaient toutes par leurs noms</w:t>
      </w:r>
      <w:r w:rsidR="00E4444A" w:rsidRPr="0099306C">
        <w:t>.</w:t>
      </w:r>
    </w:p>
    <w:p w14:paraId="5A63E0BD" w14:textId="77777777" w:rsidR="002B3119" w:rsidRPr="002B3119" w:rsidRDefault="002B3119" w:rsidP="002B3119"/>
    <w:p w14:paraId="44B1889A" w14:textId="77777777" w:rsidR="00E4444A" w:rsidRPr="0099306C" w:rsidRDefault="002B3119" w:rsidP="002B3119">
      <w:r w:rsidRPr="002B3119">
        <w:t>Yvette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 ! </w:t>
      </w:r>
      <w:r w:rsidRPr="002B3119">
        <w:t>comme elle s</w:t>
      </w:r>
      <w:r w:rsidR="00E4444A" w:rsidRPr="0099306C">
        <w:t>’</w:t>
      </w:r>
      <w:r w:rsidRPr="002B3119">
        <w:t>en est donné ce mois-là</w:t>
      </w:r>
      <w:r w:rsidR="00E4444A" w:rsidRPr="0099306C">
        <w:t xml:space="preserve"> ! </w:t>
      </w:r>
      <w:r w:rsidRPr="002B3119">
        <w:t>Quel débordement de vie</w:t>
      </w:r>
      <w:r w:rsidR="00E4444A" w:rsidRPr="0099306C">
        <w:t xml:space="preserve"> ! </w:t>
      </w:r>
      <w:r w:rsidRPr="002B3119">
        <w:t>Cette petite contemplative aux yeux profonds</w:t>
      </w:r>
      <w:r w:rsidR="00E4444A" w:rsidRPr="0099306C">
        <w:t xml:space="preserve">, </w:t>
      </w:r>
      <w:r w:rsidRPr="002B3119">
        <w:t>dès qu</w:t>
      </w:r>
      <w:r w:rsidR="00E4444A" w:rsidRPr="0099306C">
        <w:t>’</w:t>
      </w:r>
      <w:r w:rsidRPr="002B3119">
        <w:t>elle se trouvait avec d</w:t>
      </w:r>
      <w:r w:rsidR="00E4444A" w:rsidRPr="0099306C">
        <w:t>’</w:t>
      </w:r>
      <w:r w:rsidRPr="002B3119">
        <w:t>autres enfants</w:t>
      </w:r>
      <w:r w:rsidR="00E4444A" w:rsidRPr="0099306C">
        <w:t xml:space="preserve">, </w:t>
      </w:r>
      <w:r w:rsidRPr="002B3119">
        <w:t>se livrait au jeu avec une telle animation qu</w:t>
      </w:r>
      <w:r w:rsidR="00E4444A" w:rsidRPr="0099306C">
        <w:t>’</w:t>
      </w:r>
      <w:r w:rsidRPr="002B3119">
        <w:t>il me fallait quelquefois l</w:t>
      </w:r>
      <w:r w:rsidR="00E4444A" w:rsidRPr="0099306C">
        <w:t>’</w:t>
      </w:r>
      <w:r w:rsidRPr="002B3119">
        <w:t>arrêter</w:t>
      </w:r>
      <w:r w:rsidR="00E4444A" w:rsidRPr="0099306C">
        <w:t xml:space="preserve">. </w:t>
      </w:r>
      <w:r w:rsidRPr="002B3119">
        <w:t>Et quand la pluie retenait les petits à l</w:t>
      </w:r>
      <w:r w:rsidR="00E4444A" w:rsidRPr="0099306C">
        <w:t>’</w:t>
      </w:r>
      <w:r w:rsidRPr="002B3119">
        <w:t>hôtel</w:t>
      </w:r>
      <w:r w:rsidR="00E4444A" w:rsidRPr="0099306C">
        <w:t xml:space="preserve">, </w:t>
      </w:r>
      <w:r w:rsidRPr="002B3119">
        <w:t>elle ne se lassait pas de jouer aux quatre coins et au chat-perché</w:t>
      </w:r>
      <w:r w:rsidR="00E4444A" w:rsidRPr="0099306C">
        <w:t xml:space="preserve">. </w:t>
      </w:r>
      <w:r w:rsidRPr="002B3119">
        <w:t>Un soir que les enfants couraient dans le vest</w:t>
      </w:r>
      <w:r w:rsidRPr="002B3119">
        <w:t>i</w:t>
      </w:r>
      <w:r w:rsidRPr="002B3119">
        <w:t>bule</w:t>
      </w:r>
      <w:r w:rsidR="00E4444A" w:rsidRPr="0099306C">
        <w:t xml:space="preserve">, </w:t>
      </w:r>
      <w:r w:rsidRPr="002B3119">
        <w:t>elle heurta la demoiselle trop élégante qui</w:t>
      </w:r>
      <w:r w:rsidR="00E4444A" w:rsidRPr="0099306C">
        <w:t xml:space="preserve">, </w:t>
      </w:r>
      <w:r w:rsidRPr="002B3119">
        <w:t>tout en l</w:t>
      </w:r>
      <w:r w:rsidRPr="002B3119">
        <w:t>e</w:t>
      </w:r>
      <w:r w:rsidRPr="002B3119">
        <w:t>vant les bras pour vérifier sa chevelure</w:t>
      </w:r>
      <w:r w:rsidR="00E4444A" w:rsidRPr="0099306C">
        <w:t xml:space="preserve">, </w:t>
      </w:r>
      <w:r w:rsidRPr="002B3119">
        <w:t>la regarda d</w:t>
      </w:r>
      <w:r w:rsidR="00E4444A" w:rsidRPr="0099306C">
        <w:t>’</w:t>
      </w:r>
      <w:r w:rsidRPr="002B3119">
        <w:t>un r</w:t>
      </w:r>
      <w:r w:rsidRPr="002B3119">
        <w:t>e</w:t>
      </w:r>
      <w:r w:rsidRPr="002B3119">
        <w:t>gard tel que</w:t>
      </w:r>
      <w:r w:rsidR="00E4444A" w:rsidRPr="0099306C">
        <w:t xml:space="preserve">, </w:t>
      </w:r>
      <w:r w:rsidRPr="002B3119">
        <w:t>je le crains</w:t>
      </w:r>
      <w:r w:rsidR="00E4444A" w:rsidRPr="0099306C">
        <w:t xml:space="preserve">, </w:t>
      </w:r>
      <w:r w:rsidRPr="002B3119">
        <w:t>un sentiment de haine traversa mon cœur</w:t>
      </w:r>
      <w:r w:rsidR="00E4444A" w:rsidRPr="0099306C">
        <w:t>.</w:t>
      </w:r>
    </w:p>
    <w:p w14:paraId="69D262E5" w14:textId="77777777" w:rsidR="00E4444A" w:rsidRPr="0099306C" w:rsidRDefault="002B3119" w:rsidP="002B3119">
      <w:r w:rsidRPr="002B3119">
        <w:t>Dès le matin</w:t>
      </w:r>
      <w:r w:rsidR="00E4444A" w:rsidRPr="0099306C">
        <w:t xml:space="preserve">, </w:t>
      </w:r>
      <w:r w:rsidRPr="002B3119">
        <w:t>la bonne apportait de l</w:t>
      </w:r>
      <w:r w:rsidR="00E4444A" w:rsidRPr="0099306C">
        <w:t>’</w:t>
      </w:r>
      <w:r w:rsidRPr="002B3119">
        <w:t>eau chaude et fa</w:t>
      </w:r>
      <w:r w:rsidRPr="002B3119">
        <w:t>i</w:t>
      </w:r>
      <w:r w:rsidRPr="002B3119">
        <w:t>sait la toilette d</w:t>
      </w:r>
      <w:r w:rsidR="00E4444A" w:rsidRPr="0099306C">
        <w:t>’</w:t>
      </w:r>
      <w:r w:rsidRPr="002B3119">
        <w:t>Yvette</w:t>
      </w:r>
      <w:r w:rsidR="00E4444A" w:rsidRPr="0099306C">
        <w:t xml:space="preserve"> ; </w:t>
      </w:r>
      <w:r w:rsidRPr="002B3119">
        <w:t>puis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entendais babiller dans les corridors</w:t>
      </w:r>
      <w:r w:rsidR="00E4444A" w:rsidRPr="0099306C">
        <w:t xml:space="preserve">, </w:t>
      </w:r>
      <w:r w:rsidRPr="002B3119">
        <w:t>pendant que je me préparais</w:t>
      </w:r>
      <w:r w:rsidR="00E4444A" w:rsidRPr="0099306C">
        <w:t xml:space="preserve">. </w:t>
      </w:r>
      <w:r w:rsidRPr="002B3119">
        <w:t>Souvent elle remo</w:t>
      </w:r>
      <w:r w:rsidRPr="002B3119">
        <w:t>n</w:t>
      </w:r>
      <w:r w:rsidRPr="002B3119">
        <w:t>tait dans ma chambre</w:t>
      </w:r>
      <w:r w:rsidR="00E4444A" w:rsidRPr="0099306C">
        <w:t xml:space="preserve">, </w:t>
      </w:r>
      <w:r w:rsidRPr="002B3119">
        <w:t>apportait les nouvelles du jour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affairée</w:t>
      </w:r>
      <w:r w:rsidR="00E4444A" w:rsidRPr="0099306C">
        <w:t xml:space="preserve">, </w:t>
      </w:r>
      <w:r w:rsidRPr="002B3119">
        <w:t>redescendait à la salle à manger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assurait que les déjeuners allaient être servis</w:t>
      </w:r>
      <w:r w:rsidR="00E4444A" w:rsidRPr="0099306C">
        <w:t>.</w:t>
      </w:r>
    </w:p>
    <w:p w14:paraId="4728DB0F" w14:textId="77777777" w:rsidR="00E4444A" w:rsidRPr="0099306C" w:rsidRDefault="002B3119" w:rsidP="002B3119">
      <w:r w:rsidRPr="004A3281">
        <w:t>Quand il faisait beau</w:t>
      </w:r>
      <w:r w:rsidR="00E4444A" w:rsidRPr="004A3281">
        <w:t xml:space="preserve">, </w:t>
      </w:r>
      <w:r w:rsidRPr="004A3281">
        <w:t>toute la journée se passait sur la plage</w:t>
      </w:r>
      <w:r w:rsidR="00E4444A" w:rsidRPr="004A3281">
        <w:t xml:space="preserve">, </w:t>
      </w:r>
      <w:r w:rsidRPr="004A3281">
        <w:t>devant les belles vagues blanches</w:t>
      </w:r>
      <w:r w:rsidR="00E4444A" w:rsidRPr="004A3281">
        <w:t xml:space="preserve">, </w:t>
      </w:r>
      <w:r w:rsidRPr="004A3281">
        <w:t>qui jetaient au v</w:t>
      </w:r>
      <w:r w:rsidRPr="004A3281">
        <w:t>i</w:t>
      </w:r>
      <w:r w:rsidRPr="004A3281">
        <w:t>sage une poussière d</w:t>
      </w:r>
      <w:r w:rsidR="00E4444A" w:rsidRPr="004A3281">
        <w:t>’</w:t>
      </w:r>
      <w:r w:rsidRPr="004A3281">
        <w:t>eau pour se retirer ensuite</w:t>
      </w:r>
      <w:r w:rsidR="00E4444A" w:rsidRPr="004A3281">
        <w:t xml:space="preserve">, </w:t>
      </w:r>
      <w:r w:rsidRPr="004A3281">
        <w:t>en laissant de l</w:t>
      </w:r>
      <w:r w:rsidR="00E4444A" w:rsidRPr="004A3281">
        <w:t>’</w:t>
      </w:r>
      <w:r w:rsidRPr="004A3281">
        <w:t xml:space="preserve">écume </w:t>
      </w:r>
      <w:r w:rsidRPr="002B3119">
        <w:t>accrochée aux cailloux</w:t>
      </w:r>
      <w:r w:rsidR="00E4444A" w:rsidRPr="0099306C">
        <w:t xml:space="preserve">. </w:t>
      </w:r>
      <w:r w:rsidRPr="002B3119">
        <w:t xml:space="preserve">Une semaine après notre </w:t>
      </w:r>
      <w:r w:rsidRPr="002B3119">
        <w:lastRenderedPageBreak/>
        <w:t>arrivée</w:t>
      </w:r>
      <w:r w:rsidR="00E4444A" w:rsidRPr="0099306C">
        <w:t xml:space="preserve">, </w:t>
      </w:r>
      <w:r w:rsidRPr="002B3119">
        <w:t>les joues</w:t>
      </w:r>
      <w:r w:rsidR="00E4444A" w:rsidRPr="0099306C">
        <w:t xml:space="preserve">, </w:t>
      </w:r>
      <w:r w:rsidRPr="002B3119">
        <w:t>les bras</w:t>
      </w:r>
      <w:r w:rsidR="00E4444A" w:rsidRPr="0099306C">
        <w:t xml:space="preserve">, </w:t>
      </w:r>
      <w:r w:rsidRPr="002B3119">
        <w:t>les petites jambes étaient bro</w:t>
      </w:r>
      <w:r w:rsidRPr="002B3119">
        <w:t>n</w:t>
      </w:r>
      <w:r w:rsidRPr="002B3119">
        <w:t>zés</w:t>
      </w:r>
      <w:r w:rsidR="00E4444A" w:rsidRPr="0099306C">
        <w:t xml:space="preserve">. </w:t>
      </w:r>
      <w:r w:rsidRPr="002B3119">
        <w:t>Et j</w:t>
      </w:r>
      <w:r w:rsidR="00E4444A" w:rsidRPr="0099306C">
        <w:t>’</w:t>
      </w:r>
      <w:r w:rsidRPr="002B3119">
        <w:t>étais heureux de la voir</w:t>
      </w:r>
      <w:r w:rsidR="00E4444A" w:rsidRPr="0099306C">
        <w:t xml:space="preserve">, </w:t>
      </w:r>
      <w:r w:rsidRPr="002B3119">
        <w:t>cette petite fille des villes</w:t>
      </w:r>
      <w:r w:rsidR="00E4444A" w:rsidRPr="0099306C">
        <w:t xml:space="preserve">, </w:t>
      </w:r>
      <w:r w:rsidRPr="002B3119">
        <w:t>courir</w:t>
      </w:r>
      <w:r w:rsidR="00E4444A" w:rsidRPr="0099306C">
        <w:t xml:space="preserve">, </w:t>
      </w:r>
      <w:r w:rsidRPr="002B3119">
        <w:t>jouer</w:t>
      </w:r>
      <w:r w:rsidR="00E4444A" w:rsidRPr="0099306C">
        <w:t xml:space="preserve">, </w:t>
      </w:r>
      <w:r w:rsidRPr="002B3119">
        <w:t>bâtir des châteaux de sable</w:t>
      </w:r>
      <w:r w:rsidR="00E4444A" w:rsidRPr="0099306C">
        <w:t xml:space="preserve">, </w:t>
      </w:r>
      <w:r w:rsidRPr="002B3119">
        <w:t>de voir le soleil pénétrer sa chair et lui donner des forces nouvelles</w:t>
      </w:r>
      <w:r w:rsidR="00E4444A" w:rsidRPr="0099306C">
        <w:t xml:space="preserve">. </w:t>
      </w:r>
      <w:r w:rsidRPr="002B3119">
        <w:t>La vie m</w:t>
      </w:r>
      <w:r w:rsidR="00E4444A" w:rsidRPr="0099306C">
        <w:t>’</w:t>
      </w:r>
      <w:r w:rsidRPr="002B3119">
        <w:t>accordait une revanche</w:t>
      </w:r>
      <w:r w:rsidR="00E4444A" w:rsidRPr="0099306C">
        <w:t xml:space="preserve">. </w:t>
      </w:r>
      <w:r w:rsidRPr="002B3119">
        <w:t>Yvette connaissait des joies que j</w:t>
      </w:r>
      <w:r w:rsidR="00E4444A" w:rsidRPr="0099306C">
        <w:t>’</w:t>
      </w:r>
      <w:r w:rsidRPr="002B3119">
        <w:t>avais ignorées</w:t>
      </w:r>
      <w:r w:rsidR="00E4444A" w:rsidRPr="0099306C">
        <w:t>.</w:t>
      </w:r>
    </w:p>
    <w:p w14:paraId="0568AF8F" w14:textId="77777777" w:rsidR="00E4444A" w:rsidRPr="0099306C" w:rsidRDefault="002B3119" w:rsidP="002B3119">
      <w:r w:rsidRPr="002B3119">
        <w:t>Et cela ressemblait tellement à ces lointaines vacances de Bretagne où l</w:t>
      </w:r>
      <w:r w:rsidR="00E4444A" w:rsidRPr="0099306C">
        <w:t>’</w:t>
      </w:r>
      <w:r w:rsidRPr="002B3119">
        <w:t>attitude étrange de Jeanne avait provoqué mon premier pressentiment</w:t>
      </w:r>
      <w:r w:rsidR="00E4444A" w:rsidRPr="0099306C">
        <w:t xml:space="preserve">, </w:t>
      </w:r>
      <w:r w:rsidRPr="002B3119">
        <w:t>à ces vacances où nous pa</w:t>
      </w:r>
      <w:r w:rsidRPr="002B3119">
        <w:t>s</w:t>
      </w:r>
      <w:r w:rsidRPr="002B3119">
        <w:t>sions tant d</w:t>
      </w:r>
      <w:r w:rsidR="00E4444A" w:rsidRPr="0099306C">
        <w:t>’</w:t>
      </w:r>
      <w:r w:rsidRPr="002B3119">
        <w:t>heures ensemble</w:t>
      </w:r>
      <w:r w:rsidR="00E4444A" w:rsidRPr="0099306C">
        <w:t xml:space="preserve">, </w:t>
      </w:r>
      <w:r w:rsidRPr="002B3119">
        <w:t>au bord de la mer</w:t>
      </w:r>
      <w:r w:rsidR="00E4444A" w:rsidRPr="0099306C">
        <w:t xml:space="preserve">, </w:t>
      </w:r>
      <w:r w:rsidRPr="002B3119">
        <w:t>Yvette et moi</w:t>
      </w:r>
      <w:r w:rsidR="00E4444A" w:rsidRPr="0099306C">
        <w:t xml:space="preserve">, </w:t>
      </w:r>
      <w:r w:rsidRPr="002B3119">
        <w:t>mais où toujours Jeanne venait nous rejoindre vers la fin de 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que son apparition subite ne m</w:t>
      </w:r>
      <w:r w:rsidR="00E4444A" w:rsidRPr="0099306C">
        <w:t>’</w:t>
      </w:r>
      <w:r w:rsidRPr="002B3119">
        <w:t>aurait pas trop surpris</w:t>
      </w:r>
      <w:r w:rsidR="00E4444A" w:rsidRPr="0099306C">
        <w:t xml:space="preserve">. </w:t>
      </w:r>
      <w:r w:rsidRPr="002B3119">
        <w:t>Mais l</w:t>
      </w:r>
      <w:r w:rsidR="00E4444A" w:rsidRPr="0099306C">
        <w:t>’</w:t>
      </w:r>
      <w:r w:rsidRPr="002B3119">
        <w:t>insoucieux petit marin jouait sans a</w:t>
      </w:r>
      <w:r w:rsidRPr="002B3119">
        <w:t>r</w:t>
      </w:r>
      <w:r w:rsidRPr="002B3119">
        <w:t>rière-pensée</w:t>
      </w:r>
      <w:r w:rsidR="00E4444A" w:rsidRPr="0099306C">
        <w:t xml:space="preserve">. </w:t>
      </w:r>
      <w:r w:rsidRPr="002B3119">
        <w:t>Vraiment</w:t>
      </w:r>
      <w:r w:rsidR="00E4444A" w:rsidRPr="0099306C">
        <w:t xml:space="preserve">, </w:t>
      </w:r>
      <w:r w:rsidRPr="002B3119">
        <w:t>on pouvait croire qu</w:t>
      </w:r>
      <w:r w:rsidR="00E4444A" w:rsidRPr="0099306C">
        <w:t>’</w:t>
      </w:r>
      <w:r w:rsidRPr="002B3119">
        <w:t>elle avait oublié l</w:t>
      </w:r>
      <w:r w:rsidR="00E4444A" w:rsidRPr="0099306C">
        <w:t>’</w:t>
      </w:r>
      <w:r w:rsidRPr="002B3119">
        <w:t>absente</w:t>
      </w:r>
      <w:r w:rsidR="00E4444A" w:rsidRPr="0099306C">
        <w:t>.</w:t>
      </w:r>
    </w:p>
    <w:p w14:paraId="1C23C403" w14:textId="77777777" w:rsidR="00E4444A" w:rsidRPr="0099306C" w:rsidRDefault="002B3119" w:rsidP="002B3119">
      <w:r w:rsidRPr="002B3119">
        <w:t>Parfois</w:t>
      </w:r>
      <w:r w:rsidR="00E4444A" w:rsidRPr="0099306C">
        <w:t xml:space="preserve">, </w:t>
      </w:r>
      <w:r w:rsidRPr="002B3119">
        <w:t>du gravier fin ayant glissé dans ses sandales</w:t>
      </w:r>
      <w:r w:rsidR="00E4444A" w:rsidRPr="0099306C">
        <w:t xml:space="preserve">, </w:t>
      </w:r>
      <w:r w:rsidRPr="002B3119">
        <w:t>nous les défaisions ensemble</w:t>
      </w:r>
      <w:r w:rsidR="00E4444A" w:rsidRPr="0099306C">
        <w:t xml:space="preserve">, </w:t>
      </w:r>
      <w:r w:rsidRPr="002B3119">
        <w:t>étonnés d</w:t>
      </w:r>
      <w:r w:rsidR="00E4444A" w:rsidRPr="0099306C">
        <w:t>’</w:t>
      </w:r>
      <w:r w:rsidRPr="002B3119">
        <w:t>en voir s</w:t>
      </w:r>
      <w:r w:rsidR="00E4444A" w:rsidRPr="0099306C">
        <w:t>’</w:t>
      </w:r>
      <w:r w:rsidRPr="002B3119">
        <w:t>échapper tant de sable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intrépide Marcelle pouvait aller partout</w:t>
      </w:r>
      <w:r w:rsidR="00E4444A" w:rsidRPr="0099306C">
        <w:t xml:space="preserve">. </w:t>
      </w:r>
      <w:r w:rsidRPr="002B3119">
        <w:t>Pieds nus</w:t>
      </w:r>
      <w:r w:rsidR="00E4444A" w:rsidRPr="0099306C">
        <w:t xml:space="preserve">, </w:t>
      </w:r>
      <w:r w:rsidRPr="002B3119">
        <w:t>elle traversait la plage ou les chemins pierreux</w:t>
      </w:r>
      <w:r w:rsidR="00E4444A" w:rsidRPr="0099306C">
        <w:t xml:space="preserve">. </w:t>
      </w:r>
      <w:r w:rsidRPr="002B3119">
        <w:t>Il arriva qu</w:t>
      </w:r>
      <w:r w:rsidR="00E4444A" w:rsidRPr="0099306C">
        <w:t>’</w:t>
      </w:r>
      <w:r w:rsidRPr="002B3119">
        <w:t>ayant eu l</w:t>
      </w:r>
      <w:r w:rsidR="00E4444A" w:rsidRPr="0099306C">
        <w:t>’</w:t>
      </w:r>
      <w:r w:rsidRPr="002B3119">
        <w:t>imprudence de se déchausser</w:t>
      </w:r>
      <w:r w:rsidR="00E4444A" w:rsidRPr="0099306C">
        <w:t xml:space="preserve">, </w:t>
      </w:r>
      <w:r w:rsidRPr="002B3119">
        <w:t>Yvette se risqua derrière elle parmi des galets qui blessaient ses petits pieds</w:t>
      </w:r>
      <w:r w:rsidR="00E4444A" w:rsidRPr="0099306C">
        <w:t xml:space="preserve">. </w:t>
      </w:r>
      <w:r w:rsidRPr="002B3119">
        <w:t>Alors elle tourna vers moi un regard éperdu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me précipitant à son secours</w:t>
      </w:r>
      <w:r w:rsidR="00E4444A" w:rsidRPr="0099306C">
        <w:t xml:space="preserve">, </w:t>
      </w:r>
      <w:r w:rsidRPr="002B3119">
        <w:t>je rapportai dans mes bras mon petit garçon trop aventureux</w:t>
      </w:r>
      <w:r w:rsidR="00E4444A" w:rsidRPr="0099306C">
        <w:t>.</w:t>
      </w:r>
    </w:p>
    <w:p w14:paraId="2323705F" w14:textId="77777777" w:rsidR="00E4444A" w:rsidRPr="0099306C" w:rsidRDefault="002B3119" w:rsidP="002B3119">
      <w:r w:rsidRPr="002B3119">
        <w:t>Sa petite amie ne la quittait guère</w:t>
      </w:r>
      <w:r w:rsidR="00E4444A" w:rsidRPr="0099306C">
        <w:t xml:space="preserve">. </w:t>
      </w:r>
      <w:r w:rsidRPr="002B3119">
        <w:t>La confiante Yvette lui accordait une admiration sans bornes</w:t>
      </w:r>
      <w:r w:rsidR="00E4444A" w:rsidRPr="0099306C">
        <w:t xml:space="preserve">. </w:t>
      </w:r>
      <w:r w:rsidRPr="002B3119">
        <w:t>Les opinions de Marcelle exprimaient la sagesse définitive</w:t>
      </w:r>
      <w:r w:rsidR="00E4444A" w:rsidRPr="0099306C">
        <w:t xml:space="preserve">. </w:t>
      </w:r>
      <w:r w:rsidRPr="002B3119">
        <w:t>Elle savait tout</w:t>
      </w:r>
      <w:r w:rsidR="00E4444A" w:rsidRPr="0099306C">
        <w:t xml:space="preserve">, </w:t>
      </w:r>
      <w:r w:rsidRPr="002B3119">
        <w:t>les noms des bateaux</w:t>
      </w:r>
      <w:r w:rsidR="00E4444A" w:rsidRPr="0099306C">
        <w:t xml:space="preserve">, </w:t>
      </w:r>
      <w:r w:rsidRPr="002B3119">
        <w:t>les heures des marées</w:t>
      </w:r>
      <w:r w:rsidR="00E4444A" w:rsidRPr="0099306C">
        <w:t xml:space="preserve">, </w:t>
      </w:r>
      <w:r w:rsidRPr="002B3119">
        <w:t>la façon de confectionner des boîtes merveilleuses en collant des coqui</w:t>
      </w:r>
      <w:r w:rsidRPr="002B3119">
        <w:t>l</w:t>
      </w:r>
      <w:r w:rsidRPr="002B3119">
        <w:t>lages sur des morceaux de carton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d</w:t>
      </w:r>
      <w:r w:rsidR="00E4444A" w:rsidRPr="0099306C">
        <w:t>’</w:t>
      </w:r>
      <w:r w:rsidRPr="002B3119">
        <w:t>elle que j</w:t>
      </w:r>
      <w:r w:rsidR="00E4444A" w:rsidRPr="0099306C">
        <w:t>’</w:t>
      </w:r>
      <w:r w:rsidRPr="002B3119">
        <w:t>appris</w:t>
      </w:r>
      <w:r w:rsidR="00E4444A" w:rsidRPr="0099306C">
        <w:t xml:space="preserve">, </w:t>
      </w:r>
      <w:r w:rsidRPr="002B3119">
        <w:t>par l</w:t>
      </w:r>
      <w:r w:rsidR="00E4444A" w:rsidRPr="0099306C">
        <w:t>’</w:t>
      </w:r>
      <w:r w:rsidRPr="002B3119">
        <w:t>intermédiaire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que de belles réjouissances étaient organisées chaque année à l</w:t>
      </w:r>
      <w:r w:rsidR="00E4444A" w:rsidRPr="0099306C">
        <w:t>’</w:t>
      </w:r>
      <w:r w:rsidRPr="002B3119">
        <w:t>occasion de la fête l</w:t>
      </w:r>
      <w:r w:rsidRPr="002B3119">
        <w:t>o</w:t>
      </w:r>
      <w:r w:rsidRPr="002B3119">
        <w:t>cale</w:t>
      </w:r>
      <w:r w:rsidR="00E4444A" w:rsidRPr="0099306C">
        <w:t>.</w:t>
      </w:r>
    </w:p>
    <w:p w14:paraId="219AB8B7" w14:textId="77777777" w:rsidR="00E4444A" w:rsidRPr="0099306C" w:rsidRDefault="002B3119" w:rsidP="002B3119">
      <w:r w:rsidRPr="002B3119">
        <w:lastRenderedPageBreak/>
        <w:t>Marcelle</w:t>
      </w:r>
      <w:r w:rsidR="00E4444A" w:rsidRPr="0099306C">
        <w:t xml:space="preserve">, </w:t>
      </w:r>
      <w:r w:rsidRPr="002B3119">
        <w:t>bonne camarade</w:t>
      </w:r>
      <w:r w:rsidR="00E4444A" w:rsidRPr="0099306C">
        <w:t xml:space="preserve">, </w:t>
      </w:r>
      <w:r w:rsidRPr="002B3119">
        <w:t>acceptait tous les emplois</w:t>
      </w:r>
      <w:r w:rsidR="00E4444A" w:rsidRPr="0099306C">
        <w:t xml:space="preserve">, </w:t>
      </w:r>
      <w:r w:rsidRPr="002B3119">
        <w:t>tour à tour dame</w:t>
      </w:r>
      <w:r w:rsidR="00E4444A" w:rsidRPr="0099306C">
        <w:t xml:space="preserve">, </w:t>
      </w:r>
      <w:r w:rsidRPr="002B3119">
        <w:t>bonne</w:t>
      </w:r>
      <w:r w:rsidR="00E4444A" w:rsidRPr="0099306C">
        <w:t xml:space="preserve">, </w:t>
      </w:r>
      <w:r w:rsidRPr="002B3119">
        <w:t>vendeuse</w:t>
      </w:r>
      <w:r w:rsidR="00E4444A" w:rsidRPr="0099306C">
        <w:t xml:space="preserve">, </w:t>
      </w:r>
      <w:r w:rsidRPr="002B3119">
        <w:t>acheteuse ou maîtresse</w:t>
      </w:r>
      <w:r w:rsidR="00E4444A" w:rsidRPr="0099306C">
        <w:t xml:space="preserve">, </w:t>
      </w:r>
      <w:r w:rsidRPr="002B3119">
        <w:t>selon qu</w:t>
      </w:r>
      <w:r w:rsidR="00E4444A" w:rsidRPr="0099306C">
        <w:t>’</w:t>
      </w:r>
      <w:r w:rsidRPr="002B3119">
        <w:t>Yvette voulait acheter ou vendre</w:t>
      </w:r>
      <w:r w:rsidR="00E4444A" w:rsidRPr="0099306C">
        <w:t xml:space="preserve">, </w:t>
      </w:r>
      <w:r w:rsidRPr="002B3119">
        <w:t>obéir ou co</w:t>
      </w:r>
      <w:r w:rsidRPr="002B3119">
        <w:t>m</w:t>
      </w:r>
      <w:r w:rsidRPr="002B3119">
        <w:t>mander</w:t>
      </w:r>
      <w:r w:rsidR="00E4444A" w:rsidRPr="0099306C">
        <w:t xml:space="preserve">. </w:t>
      </w:r>
      <w:r w:rsidRPr="002B3119">
        <w:t>Elle était cheval quand Yvette avait la fantaisie d</w:t>
      </w:r>
      <w:r w:rsidR="00E4444A" w:rsidRPr="0099306C">
        <w:t>’</w:t>
      </w:r>
      <w:r w:rsidRPr="002B3119">
        <w:t>être cocher</w:t>
      </w:r>
      <w:r w:rsidR="00E4444A" w:rsidRPr="0099306C">
        <w:t xml:space="preserve">. </w:t>
      </w:r>
      <w:r w:rsidRPr="002B3119">
        <w:t>Elle y mettait tant de complaisance qu</w:t>
      </w:r>
      <w:r w:rsidR="00E4444A" w:rsidRPr="0099306C">
        <w:t>’</w:t>
      </w:r>
      <w:r w:rsidRPr="002B3119">
        <w:t>un t</w:t>
      </w:r>
      <w:r w:rsidRPr="002B3119">
        <w:t>é</w:t>
      </w:r>
      <w:r w:rsidRPr="002B3119">
        <w:t>moignage de gratitude me parut convenable</w:t>
      </w:r>
      <w:r w:rsidR="00E4444A" w:rsidRPr="0099306C">
        <w:t xml:space="preserve">. </w:t>
      </w:r>
      <w:r w:rsidRPr="002B3119">
        <w:t>Yvette connut mon projet et l</w:t>
      </w:r>
      <w:r w:rsidR="00E4444A" w:rsidRPr="0099306C">
        <w:t>’</w:t>
      </w:r>
      <w:r w:rsidRPr="002B3119">
        <w:t>approuva</w:t>
      </w:r>
      <w:r w:rsidR="00E4444A" w:rsidRPr="0099306C">
        <w:t xml:space="preserve">. </w:t>
      </w:r>
      <w:r w:rsidRPr="002B3119">
        <w:t>Nous nous rendîmes tous les deux au bazar</w:t>
      </w:r>
      <w:r w:rsidR="00E4444A" w:rsidRPr="0099306C">
        <w:t xml:space="preserve">. </w:t>
      </w:r>
      <w:r w:rsidRPr="002B3119">
        <w:t>Il y avait des poupées costumées en pêcheuses</w:t>
      </w:r>
      <w:r w:rsidR="00E4444A" w:rsidRPr="0099306C">
        <w:t xml:space="preserve">, </w:t>
      </w:r>
      <w:r w:rsidRPr="002B3119">
        <w:t>des encriers en forme de barques</w:t>
      </w:r>
      <w:r w:rsidR="00E4444A" w:rsidRPr="0099306C">
        <w:t xml:space="preserve">, </w:t>
      </w:r>
      <w:r w:rsidRPr="002B3119">
        <w:t>des porte-plume pareils à des rames</w:t>
      </w:r>
      <w:r w:rsidR="00E4444A" w:rsidRPr="0099306C">
        <w:t xml:space="preserve">, </w:t>
      </w:r>
      <w:r w:rsidRPr="002B3119">
        <w:t>des vide-poches qui ressemblaient à des aér</w:t>
      </w:r>
      <w:r w:rsidRPr="002B3119">
        <w:t>o</w:t>
      </w:r>
      <w:r w:rsidRPr="002B3119">
        <w:t>planes</w:t>
      </w:r>
      <w:r w:rsidR="00E4444A" w:rsidRPr="0099306C">
        <w:t xml:space="preserve">, </w:t>
      </w:r>
      <w:r w:rsidRPr="002B3119">
        <w:t>des cerfs-volants de toutes les façons</w:t>
      </w:r>
      <w:r w:rsidR="00E4444A" w:rsidRPr="0099306C">
        <w:t xml:space="preserve">. </w:t>
      </w:r>
      <w:r w:rsidRPr="002B3119">
        <w:t>Yvette cons</w:t>
      </w:r>
      <w:r w:rsidRPr="002B3119">
        <w:t>i</w:t>
      </w:r>
      <w:r w:rsidRPr="002B3119">
        <w:t>dérait toutes ces merveilles et me tirait par la main pour me les faire admirer</w:t>
      </w:r>
      <w:r w:rsidR="00E4444A" w:rsidRPr="0099306C">
        <w:t xml:space="preserve">. </w:t>
      </w:r>
      <w:r w:rsidRPr="002B3119">
        <w:t>Pourtant je tins bon</w:t>
      </w:r>
      <w:r w:rsidR="00E4444A" w:rsidRPr="0099306C">
        <w:t xml:space="preserve">. </w:t>
      </w:r>
      <w:r w:rsidRPr="002B3119">
        <w:t>Il fallait bien que</w:t>
      </w:r>
      <w:r w:rsidR="00E4444A" w:rsidRPr="0099306C">
        <w:t xml:space="preserve">, </w:t>
      </w:r>
      <w:r w:rsidRPr="002B3119">
        <w:t>de temps en temps</w:t>
      </w:r>
      <w:r w:rsidR="00E4444A" w:rsidRPr="0099306C">
        <w:t xml:space="preserve">, </w:t>
      </w:r>
      <w:r w:rsidRPr="002B3119">
        <w:t>une petite fille vît acheter un cadeau sans recevoir elle-même un jouet</w:t>
      </w:r>
      <w:r w:rsidR="00E4444A" w:rsidRPr="0099306C">
        <w:t xml:space="preserve">. </w:t>
      </w:r>
      <w:r w:rsidRPr="002B3119">
        <w:t>Yvette courageusement le comprit</w:t>
      </w:r>
      <w:r w:rsidR="00E4444A" w:rsidRPr="0099306C">
        <w:t xml:space="preserve">. </w:t>
      </w:r>
      <w:r w:rsidRPr="002B3119">
        <w:t>Une voiture de poupée arrêta notre choix</w:t>
      </w:r>
      <w:r w:rsidR="00E4444A" w:rsidRPr="0099306C">
        <w:t xml:space="preserve">. </w:t>
      </w:r>
      <w:r w:rsidRPr="002B3119">
        <w:t>Mon p</w:t>
      </w:r>
      <w:r w:rsidRPr="002B3119">
        <w:t>e</w:t>
      </w:r>
      <w:r w:rsidRPr="002B3119">
        <w:t>tit garçon se conduisit en héros</w:t>
      </w:r>
      <w:r w:rsidR="00E4444A" w:rsidRPr="0099306C">
        <w:t xml:space="preserve">. </w:t>
      </w:r>
      <w:r w:rsidRPr="002B3119">
        <w:t>Pas une larme</w:t>
      </w:r>
      <w:r w:rsidR="00E4444A" w:rsidRPr="0099306C">
        <w:t xml:space="preserve">, </w:t>
      </w:r>
      <w:r w:rsidRPr="002B3119">
        <w:t>pas un regret exprimé</w:t>
      </w:r>
      <w:r w:rsidR="00E4444A" w:rsidRPr="0099306C">
        <w:t>.</w:t>
      </w:r>
    </w:p>
    <w:p w14:paraId="47AD13E8" w14:textId="77777777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le lendemain</w:t>
      </w:r>
      <w:r w:rsidR="00E4444A" w:rsidRPr="0099306C">
        <w:t xml:space="preserve">, </w:t>
      </w:r>
      <w:r w:rsidRPr="002B3119">
        <w:t>nous reprîmes le chemin du bazar</w:t>
      </w:r>
      <w:r w:rsidR="00E4444A" w:rsidRPr="0099306C">
        <w:t>.</w:t>
      </w:r>
    </w:p>
    <w:p w14:paraId="55E17370" w14:textId="77777777" w:rsidR="002B3119" w:rsidRPr="002B3119" w:rsidRDefault="002B3119" w:rsidP="002B3119"/>
    <w:p w14:paraId="45166674" w14:textId="77777777" w:rsidR="00E4444A" w:rsidRPr="0099306C" w:rsidRDefault="002B3119" w:rsidP="002B3119">
      <w:r w:rsidRPr="002B3119">
        <w:t>Le soir</w:t>
      </w:r>
      <w:r w:rsidR="00E4444A" w:rsidRPr="0099306C">
        <w:t xml:space="preserve">, </w:t>
      </w:r>
      <w:r w:rsidRPr="002B3119">
        <w:t>le sommeil venait vite</w:t>
      </w:r>
      <w:r w:rsidR="00E4444A" w:rsidRPr="0099306C">
        <w:t xml:space="preserve">, </w:t>
      </w:r>
      <w:r w:rsidRPr="002B3119">
        <w:t>même avant la fin du r</w:t>
      </w:r>
      <w:r w:rsidRPr="002B3119">
        <w:t>e</w:t>
      </w:r>
      <w:r w:rsidRPr="002B3119">
        <w:t>pas</w:t>
      </w:r>
      <w:r w:rsidR="00B62285" w:rsidRPr="0099306C">
        <w:t>.</w:t>
      </w:r>
      <w:r w:rsidRPr="002B3119">
        <w:t xml:space="preserve"> Des voisins murmuraient en souriant</w:t>
      </w:r>
      <w:r w:rsidR="00E4444A" w:rsidRPr="0099306C">
        <w:t> : « </w:t>
      </w:r>
      <w:r w:rsidRPr="002B3119">
        <w:t>L</w:t>
      </w:r>
      <w:r w:rsidR="00E4444A" w:rsidRPr="0099306C">
        <w:t>’</w:t>
      </w:r>
      <w:r w:rsidRPr="002B3119">
        <w:t>homme au sable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… </w:t>
      </w:r>
      <w:r w:rsidRPr="002B3119">
        <w:t>L</w:t>
      </w:r>
      <w:r w:rsidR="00E4444A" w:rsidRPr="0099306C">
        <w:t>’</w:t>
      </w:r>
      <w:r w:rsidRPr="002B3119">
        <w:t>homme au sable</w:t>
      </w:r>
      <w:r w:rsidR="00E4444A" w:rsidRPr="0099306C">
        <w:t> ! »</w:t>
      </w:r>
      <w:r w:rsidRPr="002B3119">
        <w:t xml:space="preserve"> Elle luttait d</w:t>
      </w:r>
      <w:r w:rsidR="00E4444A" w:rsidRPr="0099306C">
        <w:t>’</w:t>
      </w:r>
      <w:r w:rsidRPr="002B3119">
        <w:t>abord</w:t>
      </w:r>
      <w:r w:rsidR="00E4444A" w:rsidRPr="0099306C">
        <w:t xml:space="preserve">, </w:t>
      </w:r>
      <w:r w:rsidRPr="002B3119">
        <w:t>par amour-propre</w:t>
      </w:r>
      <w:r w:rsidR="00E4444A" w:rsidRPr="0099306C">
        <w:t xml:space="preserve">, </w:t>
      </w:r>
      <w:r w:rsidRPr="002B3119">
        <w:t>et regardait</w:t>
      </w:r>
      <w:r w:rsidR="00E4444A" w:rsidRPr="0099306C">
        <w:t xml:space="preserve">, </w:t>
      </w:r>
      <w:r w:rsidRPr="002B3119">
        <w:t>les yeux grands ouverts</w:t>
      </w:r>
      <w:r w:rsidR="00E4444A" w:rsidRPr="0099306C">
        <w:t xml:space="preserve">, </w:t>
      </w:r>
      <w:r w:rsidRPr="002B3119">
        <w:t>a</w:t>
      </w:r>
      <w:r w:rsidRPr="002B3119">
        <w:t>u</w:t>
      </w:r>
      <w:r w:rsidRPr="002B3119">
        <w:t>tour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pour bien montrer qu</w:t>
      </w:r>
      <w:r w:rsidR="00E4444A" w:rsidRPr="0099306C">
        <w:t>’</w:t>
      </w:r>
      <w:r w:rsidRPr="002B3119">
        <w:t>elle ne dormait pas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soudain terrassée</w:t>
      </w:r>
      <w:r w:rsidR="00E4444A" w:rsidRPr="0099306C">
        <w:t xml:space="preserve">, </w:t>
      </w:r>
      <w:r w:rsidRPr="002B3119">
        <w:t>se réfugiait sur mes genoux</w:t>
      </w:r>
      <w:r w:rsidR="00E4444A" w:rsidRPr="0099306C">
        <w:t xml:space="preserve">. </w:t>
      </w:r>
      <w:r w:rsidR="00B62285" w:rsidRPr="0099306C">
        <w:t>À</w:t>
      </w:r>
      <w:r w:rsidRPr="002B3119">
        <w:t xml:space="preserve"> travers le tricot du chandail sa poitrine palpitait lentement</w:t>
      </w:r>
      <w:r w:rsidR="00E4444A" w:rsidRPr="0099306C">
        <w:t xml:space="preserve">. </w:t>
      </w:r>
      <w:r w:rsidRPr="002B3119">
        <w:t>Sa tête se cachait au creux de mon coude d</w:t>
      </w:r>
      <w:r w:rsidR="00E4444A" w:rsidRPr="0099306C">
        <w:t>’</w:t>
      </w:r>
      <w:r w:rsidRPr="002B3119">
        <w:t>où coulaient des boucles dorées</w:t>
      </w:r>
      <w:r w:rsidR="00E4444A" w:rsidRPr="0099306C">
        <w:t xml:space="preserve">. </w:t>
      </w:r>
      <w:r w:rsidRPr="002B3119">
        <w:t>Retenant de la main ses petites jambes pour qu</w:t>
      </w:r>
      <w:r w:rsidR="00E4444A" w:rsidRPr="0099306C">
        <w:t>’</w:t>
      </w:r>
      <w:r w:rsidRPr="002B3119">
        <w:t>elle ne glissât pas</w:t>
      </w:r>
      <w:r w:rsidR="00E4444A" w:rsidRPr="0099306C">
        <w:t xml:space="preserve">, </w:t>
      </w:r>
      <w:r w:rsidRPr="002B3119">
        <w:t>je percevais la douce tiédeur de son corps</w:t>
      </w:r>
      <w:r w:rsidR="00E4444A" w:rsidRPr="0099306C">
        <w:t xml:space="preserve">. </w:t>
      </w:r>
      <w:r w:rsidRPr="002B3119">
        <w:t>Autour de ce père et de cet enfant une sympathie flottait</w:t>
      </w:r>
      <w:r w:rsidR="00E4444A" w:rsidRPr="0099306C">
        <w:t xml:space="preserve">. </w:t>
      </w:r>
      <w:r w:rsidRPr="002B3119">
        <w:t>Je sentais que j</w:t>
      </w:r>
      <w:r w:rsidR="00E4444A" w:rsidRPr="0099306C">
        <w:t>’</w:t>
      </w:r>
      <w:r w:rsidRPr="002B3119">
        <w:t xml:space="preserve">étais </w:t>
      </w:r>
      <w:r w:rsidRPr="002B3119">
        <w:lastRenderedPageBreak/>
        <w:t>pour elle tout au monde</w:t>
      </w:r>
      <w:r w:rsidR="00E4444A" w:rsidRPr="0099306C">
        <w:t xml:space="preserve">, </w:t>
      </w:r>
      <w:r w:rsidRPr="002B3119">
        <w:t>et je finissais par emporter dans son lit mon petit bonhomme ensommeillé</w:t>
      </w:r>
      <w:r w:rsidR="00E4444A" w:rsidRPr="0099306C">
        <w:t>.</w:t>
      </w:r>
    </w:p>
    <w:p w14:paraId="07655705" w14:textId="77777777" w:rsidR="00E4444A" w:rsidRPr="0099306C" w:rsidRDefault="002B3119" w:rsidP="002B3119">
      <w:r w:rsidRPr="002B3119">
        <w:t>Yvette couchée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errais</w:t>
      </w:r>
      <w:r w:rsidR="00E4444A" w:rsidRPr="0099306C">
        <w:t xml:space="preserve">, </w:t>
      </w:r>
      <w:r w:rsidRPr="002B3119">
        <w:t>la cigarette aux lèvres</w:t>
      </w:r>
      <w:r w:rsidR="00E4444A" w:rsidRPr="0099306C">
        <w:t xml:space="preserve">, </w:t>
      </w:r>
      <w:r w:rsidRPr="002B3119">
        <w:t>devant l</w:t>
      </w:r>
      <w:r w:rsidR="00E4444A" w:rsidRPr="0099306C">
        <w:t>’</w:t>
      </w:r>
      <w:r w:rsidRPr="002B3119">
        <w:t>hôtel</w:t>
      </w:r>
      <w:r w:rsidR="00E4444A" w:rsidRPr="0099306C">
        <w:t xml:space="preserve">. </w:t>
      </w:r>
      <w:r w:rsidRPr="002B3119">
        <w:t>Quelquefois je retrouvais mes amis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 fois</w:t>
      </w:r>
      <w:r w:rsidR="00E4444A" w:rsidRPr="0099306C">
        <w:t xml:space="preserve">, </w:t>
      </w:r>
      <w:r w:rsidRPr="002B3119">
        <w:t>seul</w:t>
      </w:r>
      <w:r w:rsidR="00E4444A" w:rsidRPr="0099306C">
        <w:t xml:space="preserve">, </w:t>
      </w:r>
      <w:r w:rsidRPr="002B3119">
        <w:t>je faisais les cent pas</w:t>
      </w:r>
      <w:r w:rsidR="00E4444A" w:rsidRPr="0099306C">
        <w:t xml:space="preserve">. </w:t>
      </w:r>
      <w:r w:rsidRPr="002B3119">
        <w:t>Des couples s</w:t>
      </w:r>
      <w:r w:rsidR="00E4444A" w:rsidRPr="0099306C">
        <w:t>’</w:t>
      </w:r>
      <w:r w:rsidRPr="002B3119">
        <w:t>installaient sous les tonnelles</w:t>
      </w:r>
      <w:r w:rsidR="00E4444A" w:rsidRPr="0099306C">
        <w:t xml:space="preserve">. </w:t>
      </w:r>
      <w:r w:rsidRPr="002B3119">
        <w:t>Un cercle de jeunes hommes entourait la dame blanche</w:t>
      </w:r>
      <w:r w:rsidR="00E4444A" w:rsidRPr="0099306C">
        <w:t xml:space="preserve">. </w:t>
      </w:r>
      <w:r w:rsidRPr="002B3119">
        <w:t>Des mains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ombre</w:t>
      </w:r>
      <w:r w:rsidR="00E4444A" w:rsidRPr="0099306C">
        <w:t xml:space="preserve">, </w:t>
      </w:r>
      <w:r w:rsidRPr="002B3119">
        <w:t>se rencontraient</w:t>
      </w:r>
      <w:r w:rsidR="00E4444A" w:rsidRPr="0099306C">
        <w:t xml:space="preserve">. </w:t>
      </w:r>
      <w:r w:rsidRPr="002B3119">
        <w:t>Rêves d</w:t>
      </w:r>
      <w:r w:rsidR="00E4444A" w:rsidRPr="0099306C">
        <w:t>’</w:t>
      </w:r>
      <w:r w:rsidRPr="002B3119">
        <w:t>un jour</w:t>
      </w:r>
      <w:r w:rsidR="00E4444A" w:rsidRPr="0099306C">
        <w:t xml:space="preserve"> ! </w:t>
      </w:r>
      <w:r w:rsidRPr="002B3119">
        <w:t>Désirs furtifs</w:t>
      </w:r>
      <w:r w:rsidR="00E4444A" w:rsidRPr="0099306C">
        <w:t xml:space="preserve"> ! </w:t>
      </w:r>
      <w:r w:rsidRPr="002B3119">
        <w:t>Demi-aveux de villes d</w:t>
      </w:r>
      <w:r w:rsidR="00E4444A" w:rsidRPr="0099306C">
        <w:t>’</w:t>
      </w:r>
      <w:r w:rsidRPr="002B3119">
        <w:t>eaux</w:t>
      </w:r>
      <w:r w:rsidR="00E4444A" w:rsidRPr="0099306C">
        <w:t xml:space="preserve">, </w:t>
      </w:r>
      <w:r w:rsidRPr="002B3119">
        <w:t>be</w:t>
      </w:r>
      <w:r w:rsidRPr="002B3119">
        <w:t>r</w:t>
      </w:r>
      <w:r w:rsidRPr="002B3119">
        <w:t>cés par le bruit confus de la marée montante qui revenait à l</w:t>
      </w:r>
      <w:r w:rsidR="00E4444A" w:rsidRPr="0099306C">
        <w:t>’</w:t>
      </w:r>
      <w:r w:rsidRPr="002B3119">
        <w:t>assaut du rivage</w:t>
      </w:r>
      <w:r w:rsidR="00E4444A" w:rsidRPr="0099306C">
        <w:t> !</w:t>
      </w:r>
    </w:p>
    <w:p w14:paraId="55C81D5A" w14:textId="77777777" w:rsidR="00E4444A" w:rsidRPr="0099306C" w:rsidRDefault="002B3119" w:rsidP="002B3119">
      <w:r w:rsidRPr="002B3119">
        <w:t>Mais j</w:t>
      </w:r>
      <w:r w:rsidR="00E4444A" w:rsidRPr="0099306C">
        <w:t>’</w:t>
      </w:r>
      <w:r w:rsidRPr="002B3119">
        <w:t>avais autant</w:t>
      </w:r>
      <w:r w:rsidR="00E4444A" w:rsidRPr="0099306C">
        <w:t xml:space="preserve">, </w:t>
      </w:r>
      <w:r w:rsidRPr="002B3119">
        <w:t>mieux que les autres</w:t>
      </w:r>
      <w:r w:rsidR="00E4444A" w:rsidRPr="0099306C">
        <w:t xml:space="preserve">. </w:t>
      </w:r>
      <w:r w:rsidRPr="002B3119">
        <w:t>La vision de leur bonheur ne me troublait</w:t>
      </w:r>
      <w:r w:rsidR="00E4444A" w:rsidRPr="0099306C">
        <w:t xml:space="preserve">, </w:t>
      </w:r>
      <w:r w:rsidRPr="002B3119">
        <w:t>pas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passé par une rude épreuve</w:t>
      </w:r>
      <w:r w:rsidR="00E4444A" w:rsidRPr="0099306C">
        <w:t xml:space="preserve">. </w:t>
      </w:r>
      <w:r w:rsidRPr="002B3119">
        <w:t>Mais une douceur inconnue avait suivi ma résign</w:t>
      </w:r>
      <w:r w:rsidRPr="002B3119">
        <w:t>a</w:t>
      </w:r>
      <w:r w:rsidRPr="002B3119">
        <w:t>tion</w:t>
      </w:r>
      <w:r w:rsidR="00E4444A" w:rsidRPr="0099306C">
        <w:t xml:space="preserve">. </w:t>
      </w:r>
      <w:r w:rsidRPr="002B3119">
        <w:t>Une petite rose avait fleuri sur les ruines de mon passé</w:t>
      </w:r>
      <w:r w:rsidR="00E4444A" w:rsidRPr="0099306C">
        <w:t>.</w:t>
      </w:r>
    </w:p>
    <w:p w14:paraId="791AEAEC" w14:textId="77777777" w:rsidR="00E4444A" w:rsidRPr="0099306C" w:rsidRDefault="002B3119" w:rsidP="002B3119">
      <w:r w:rsidRPr="002B3119">
        <w:t>Là-bas</w:t>
      </w:r>
      <w:r w:rsidR="00E4444A" w:rsidRPr="0099306C">
        <w:t xml:space="preserve">, </w:t>
      </w:r>
      <w:r w:rsidRPr="002B3119">
        <w:t>à quelque distance</w:t>
      </w:r>
      <w:r w:rsidR="00E4444A" w:rsidRPr="0099306C">
        <w:t xml:space="preserve">, </w:t>
      </w:r>
      <w:r w:rsidRPr="002B3119">
        <w:t>séparées de nous par un bras de mer</w:t>
      </w:r>
      <w:r w:rsidR="00E4444A" w:rsidRPr="0099306C">
        <w:t xml:space="preserve">, </w:t>
      </w:r>
      <w:r w:rsidRPr="002B3119">
        <w:t>les lumières du Havre palpitaient</w:t>
      </w:r>
      <w:r w:rsidR="00E4444A" w:rsidRPr="0099306C">
        <w:t xml:space="preserve">, </w:t>
      </w:r>
      <w:r w:rsidRPr="002B3119">
        <w:t>évoquant mille vies inconnues</w:t>
      </w:r>
      <w:r w:rsidR="00E4444A" w:rsidRPr="0099306C">
        <w:t xml:space="preserve">, </w:t>
      </w:r>
      <w:r w:rsidRPr="002B3119">
        <w:t>des naissances</w:t>
      </w:r>
      <w:r w:rsidR="00E4444A" w:rsidRPr="0099306C">
        <w:t xml:space="preserve">, </w:t>
      </w:r>
      <w:r w:rsidRPr="002B3119">
        <w:t>des amours</w:t>
      </w:r>
      <w:r w:rsidR="00E4444A" w:rsidRPr="0099306C">
        <w:t xml:space="preserve">, </w:t>
      </w:r>
      <w:r w:rsidRPr="002B3119">
        <w:t>des drames</w:t>
      </w:r>
      <w:r w:rsidR="00E4444A" w:rsidRPr="0099306C">
        <w:t xml:space="preserve">, </w:t>
      </w:r>
      <w:r w:rsidRPr="002B3119">
        <w:t>des morts</w:t>
      </w:r>
      <w:r w:rsidR="00E4444A" w:rsidRPr="0099306C">
        <w:t>…</w:t>
      </w:r>
    </w:p>
    <w:p w14:paraId="18B348C9" w14:textId="0D902286" w:rsidR="00A10EAD" w:rsidRPr="0099306C" w:rsidRDefault="002B3119" w:rsidP="002B3119">
      <w:r w:rsidRPr="002B3119">
        <w:t>Quand je regagnais notre chambre</w:t>
      </w:r>
      <w:r w:rsidR="00E4444A" w:rsidRPr="0099306C">
        <w:t xml:space="preserve">, </w:t>
      </w:r>
      <w:r w:rsidRPr="002B3119">
        <w:t>Yvette ne se révei</w:t>
      </w:r>
      <w:r w:rsidRPr="002B3119">
        <w:t>l</w:t>
      </w:r>
      <w:r w:rsidRPr="002B3119">
        <w:t>lait point</w:t>
      </w:r>
      <w:r w:rsidR="00E4444A" w:rsidRPr="0099306C">
        <w:t xml:space="preserve">. </w:t>
      </w:r>
      <w:r w:rsidRPr="002B3119">
        <w:t>Pourtant elle percevait inconsciemment ma pr</w:t>
      </w:r>
      <w:r w:rsidRPr="002B3119">
        <w:t>é</w:t>
      </w:r>
      <w:r w:rsidRPr="002B3119">
        <w:t>sence</w:t>
      </w:r>
      <w:r w:rsidR="00E4444A" w:rsidRPr="0099306C">
        <w:t xml:space="preserve">, </w:t>
      </w:r>
      <w:r w:rsidRPr="002B3119">
        <w:t>se retournait tout en dormant</w:t>
      </w:r>
      <w:r w:rsidR="00E4444A" w:rsidRPr="0099306C">
        <w:t xml:space="preserve">, </w:t>
      </w:r>
      <w:r w:rsidRPr="002B3119">
        <w:t>et murmurait dans un souffle</w:t>
      </w:r>
      <w:r w:rsidR="00E4444A" w:rsidRPr="0099306C">
        <w:t> : « </w:t>
      </w:r>
      <w:r w:rsidRPr="002B3119">
        <w:t>Papa</w:t>
      </w:r>
      <w:r w:rsidR="00E4444A" w:rsidRPr="0099306C">
        <w:t> ! »</w:t>
      </w:r>
    </w:p>
    <w:p w14:paraId="30FC13F9" w14:textId="77777777" w:rsidR="002B3119" w:rsidRPr="002B3119" w:rsidRDefault="002B3119" w:rsidP="002B3119"/>
    <w:p w14:paraId="5196FFD6" w14:textId="77777777" w:rsidR="00E4444A" w:rsidRPr="0099306C" w:rsidRDefault="002B3119" w:rsidP="002B3119">
      <w:r w:rsidRPr="002B3119">
        <w:t>Vers la fin d</w:t>
      </w:r>
      <w:r w:rsidR="00E4444A" w:rsidRPr="0099306C">
        <w:t>’</w:t>
      </w:r>
      <w:r w:rsidRPr="002B3119">
        <w:t>août</w:t>
      </w:r>
      <w:r w:rsidR="00E4444A" w:rsidRPr="0099306C">
        <w:t xml:space="preserve">, </w:t>
      </w:r>
      <w:r w:rsidRPr="002B3119">
        <w:t>on célébra la fête du village</w:t>
      </w:r>
      <w:r w:rsidR="00E4444A" w:rsidRPr="0099306C">
        <w:t xml:space="preserve">. </w:t>
      </w:r>
      <w:r w:rsidRPr="002B3119">
        <w:t>Dès le matin</w:t>
      </w:r>
      <w:r w:rsidR="00E4444A" w:rsidRPr="0099306C">
        <w:t xml:space="preserve">, </w:t>
      </w:r>
      <w:r w:rsidRPr="002B3119">
        <w:t>les clairons de la localité sonnèrent le réveil en fa</w:t>
      </w:r>
      <w:r w:rsidRPr="002B3119">
        <w:t>n</w:t>
      </w:r>
      <w:r w:rsidRPr="002B3119">
        <w:t>fare</w:t>
      </w:r>
      <w:r w:rsidR="00E4444A" w:rsidRPr="0099306C">
        <w:t xml:space="preserve">. </w:t>
      </w:r>
      <w:r w:rsidRPr="002B3119">
        <w:t>Des deux côtés des rues</w:t>
      </w:r>
      <w:r w:rsidR="00E4444A" w:rsidRPr="0099306C">
        <w:t xml:space="preserve">, </w:t>
      </w:r>
      <w:r w:rsidRPr="002B3119">
        <w:t>jeunes gens et jeunes filles passèrent des heures à se jeter des serpentins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une fenêtre à l</w:t>
      </w:r>
      <w:r w:rsidR="00E4444A" w:rsidRPr="0099306C">
        <w:t>’</w:t>
      </w:r>
      <w:r w:rsidRPr="002B3119">
        <w:t>autre</w:t>
      </w:r>
      <w:r w:rsidR="00E4444A" w:rsidRPr="0099306C">
        <w:t xml:space="preserve">, </w:t>
      </w:r>
      <w:r w:rsidRPr="002B3119">
        <w:t>ce qui leur permettait d</w:t>
      </w:r>
      <w:r w:rsidR="00E4444A" w:rsidRPr="0099306C">
        <w:t>’</w:t>
      </w:r>
      <w:r w:rsidRPr="002B3119">
        <w:t>entrer en relations</w:t>
      </w:r>
      <w:r w:rsidR="00E4444A" w:rsidRPr="0099306C">
        <w:t xml:space="preserve">. </w:t>
      </w:r>
      <w:r w:rsidRPr="002B3119">
        <w:t>Toute une toiture multicolore se tissa ainsi</w:t>
      </w:r>
      <w:r w:rsidR="00E4444A" w:rsidRPr="0099306C">
        <w:t xml:space="preserve">. </w:t>
      </w:r>
      <w:r w:rsidRPr="002B3119">
        <w:t>Puis on tendit des f</w:t>
      </w:r>
      <w:r w:rsidRPr="002B3119">
        <w:t>i</w:t>
      </w:r>
      <w:r w:rsidRPr="002B3119">
        <w:t>celles où des lanternes vénitiennes seraient attachées</w:t>
      </w:r>
      <w:r w:rsidR="00E4444A" w:rsidRPr="0099306C">
        <w:t>.</w:t>
      </w:r>
    </w:p>
    <w:p w14:paraId="28E1A06A" w14:textId="77777777" w:rsidR="00E4444A" w:rsidRPr="0099306C" w:rsidRDefault="002B3119" w:rsidP="002B3119">
      <w:r w:rsidRPr="002B3119">
        <w:lastRenderedPageBreak/>
        <w:t>Des tirs</w:t>
      </w:r>
      <w:r w:rsidR="00E4444A" w:rsidRPr="0099306C">
        <w:t xml:space="preserve">, </w:t>
      </w:r>
      <w:r w:rsidRPr="002B3119">
        <w:t>des manèges étaient installés sur la place</w:t>
      </w:r>
      <w:r w:rsidR="00E4444A" w:rsidRPr="0099306C">
        <w:t xml:space="preserve">. </w:t>
      </w:r>
      <w:r w:rsidRPr="002B3119">
        <w:t>Yvette et Marcelle</w:t>
      </w:r>
      <w:r w:rsidR="00E4444A" w:rsidRPr="0099306C">
        <w:t xml:space="preserve">, </w:t>
      </w:r>
      <w:r w:rsidRPr="002B3119">
        <w:t>qui</w:t>
      </w:r>
      <w:r w:rsidR="00E4444A" w:rsidRPr="0099306C">
        <w:t xml:space="preserve">, </w:t>
      </w:r>
      <w:r w:rsidRPr="002B3119">
        <w:t>pour la circonstance</w:t>
      </w:r>
      <w:r w:rsidR="00E4444A" w:rsidRPr="0099306C">
        <w:t xml:space="preserve">, </w:t>
      </w:r>
      <w:r w:rsidRPr="002B3119">
        <w:t>avait consenti à se chausser</w:t>
      </w:r>
      <w:r w:rsidR="00E4444A" w:rsidRPr="0099306C">
        <w:t xml:space="preserve">, </w:t>
      </w:r>
      <w:r w:rsidRPr="002B3119">
        <w:t>enfourchèrent les chevaux de bois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</w:t>
      </w:r>
      <w:r w:rsidR="00E4444A" w:rsidRPr="0099306C">
        <w:t xml:space="preserve">, </w:t>
      </w:r>
      <w:r w:rsidRPr="002B3119">
        <w:t>plus exactement</w:t>
      </w:r>
      <w:r w:rsidR="00E4444A" w:rsidRPr="0099306C">
        <w:t xml:space="preserve">, </w:t>
      </w:r>
      <w:r w:rsidRPr="002B3119">
        <w:t>des lions</w:t>
      </w:r>
      <w:r w:rsidR="00E4444A" w:rsidRPr="0099306C">
        <w:t xml:space="preserve">. </w:t>
      </w:r>
      <w:r w:rsidRPr="002B3119">
        <w:t>Yvette se cramponnait aux cr</w:t>
      </w:r>
      <w:r w:rsidRPr="002B3119">
        <w:t>i</w:t>
      </w:r>
      <w:r w:rsidRPr="002B3119">
        <w:t>nières</w:t>
      </w:r>
      <w:r w:rsidR="00E4444A" w:rsidRPr="0099306C">
        <w:t xml:space="preserve">. </w:t>
      </w:r>
      <w:r w:rsidRPr="002B3119">
        <w:t>Et le plaisir que je procurais à son amie la rendait très satisfaite de son papa</w:t>
      </w:r>
      <w:r w:rsidR="00E4444A" w:rsidRPr="0099306C">
        <w:t>.</w:t>
      </w:r>
    </w:p>
    <w:p w14:paraId="72D3DD05" w14:textId="77777777" w:rsidR="00E4444A" w:rsidRPr="0099306C" w:rsidRDefault="002B3119" w:rsidP="002B3119">
      <w:r w:rsidRPr="002B3119">
        <w:t>La fête devait se clôturer par un feu d</w:t>
      </w:r>
      <w:r w:rsidR="00E4444A" w:rsidRPr="0099306C">
        <w:t>’</w:t>
      </w:r>
      <w:r w:rsidRPr="002B3119">
        <w:t>artifice tiré au bord de l</w:t>
      </w:r>
      <w:r w:rsidR="00E4444A" w:rsidRPr="0099306C">
        <w:t>’</w:t>
      </w:r>
      <w:r w:rsidRPr="002B3119">
        <w:t>océan</w:t>
      </w:r>
      <w:r w:rsidR="00E4444A" w:rsidRPr="0099306C">
        <w:t xml:space="preserve">. </w:t>
      </w:r>
      <w:r w:rsidRPr="002B3119">
        <w:t>Nos hôtes</w:t>
      </w:r>
      <w:r w:rsidR="00E4444A" w:rsidRPr="0099306C">
        <w:t xml:space="preserve">, </w:t>
      </w:r>
      <w:r w:rsidRPr="002B3119">
        <w:t>à cette occasion</w:t>
      </w:r>
      <w:r w:rsidR="00E4444A" w:rsidRPr="0099306C">
        <w:t xml:space="preserve">, </w:t>
      </w:r>
      <w:r w:rsidRPr="002B3119">
        <w:t>avaient organ</w:t>
      </w:r>
      <w:r w:rsidRPr="002B3119">
        <w:t>i</w:t>
      </w:r>
      <w:r w:rsidRPr="002B3119">
        <w:t>sé un banquet en plein air</w:t>
      </w:r>
      <w:r w:rsidR="00E4444A" w:rsidRPr="0099306C">
        <w:t xml:space="preserve">. </w:t>
      </w:r>
      <w:r w:rsidRPr="002B3119">
        <w:t>Dans les jardins de l</w:t>
      </w:r>
      <w:r w:rsidR="00E4444A" w:rsidRPr="0099306C">
        <w:t>’</w:t>
      </w:r>
      <w:r w:rsidRPr="002B3119">
        <w:t>hôtel</w:t>
      </w:r>
      <w:r w:rsidR="00E4444A" w:rsidRPr="0099306C">
        <w:t xml:space="preserve">, </w:t>
      </w:r>
      <w:r w:rsidRPr="002B3119">
        <w:t>fo</w:t>
      </w:r>
      <w:r w:rsidRPr="002B3119">
        <w:t>r</w:t>
      </w:r>
      <w:r w:rsidRPr="002B3119">
        <w:t>mant terrasse</w:t>
      </w:r>
      <w:r w:rsidR="00E4444A" w:rsidRPr="0099306C">
        <w:t xml:space="preserve">, </w:t>
      </w:r>
      <w:r w:rsidRPr="002B3119">
        <w:t>des tables avaient été dressées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était un prétexte</w:t>
      </w:r>
      <w:r w:rsidR="00E4444A" w:rsidRPr="0099306C">
        <w:t xml:space="preserve">, </w:t>
      </w:r>
      <w:r w:rsidRPr="002B3119">
        <w:t>pour les paisibles pensionnaires</w:t>
      </w:r>
      <w:r w:rsidR="00E4444A" w:rsidRPr="0099306C">
        <w:t xml:space="preserve">, </w:t>
      </w:r>
      <w:r w:rsidRPr="002B3119">
        <w:t>de dîner en to</w:t>
      </w:r>
      <w:r w:rsidRPr="002B3119">
        <w:t>i</w:t>
      </w:r>
      <w:r w:rsidRPr="002B3119">
        <w:t>lette</w:t>
      </w:r>
      <w:r w:rsidR="00E4444A" w:rsidRPr="0099306C">
        <w:t xml:space="preserve">, </w:t>
      </w:r>
      <w:r w:rsidRPr="002B3119">
        <w:t>de se donner</w:t>
      </w:r>
      <w:r w:rsidR="00E4444A" w:rsidRPr="0099306C">
        <w:t xml:space="preserve">, </w:t>
      </w:r>
      <w:r w:rsidRPr="002B3119">
        <w:t>pour un soir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illusion de la grande vie</w:t>
      </w:r>
      <w:r w:rsidR="00E4444A" w:rsidRPr="0099306C">
        <w:t>.</w:t>
      </w:r>
    </w:p>
    <w:p w14:paraId="44D2F2D7" w14:textId="77777777" w:rsidR="00E4444A" w:rsidRPr="0099306C" w:rsidRDefault="002B3119" w:rsidP="002B3119">
      <w:r w:rsidRPr="002B3119">
        <w:t>Tous nos commensaux s</w:t>
      </w:r>
      <w:r w:rsidR="00E4444A" w:rsidRPr="0099306C">
        <w:t>’</w:t>
      </w:r>
      <w:r w:rsidRPr="002B3119">
        <w:t>étaient donc retirés dans leurs chambres pour s</w:t>
      </w:r>
      <w:r w:rsidR="00E4444A" w:rsidRPr="0099306C">
        <w:t>’</w:t>
      </w:r>
      <w:r w:rsidRPr="002B3119">
        <w:t>apprêter de leur mieux</w:t>
      </w:r>
      <w:r w:rsidR="00E4444A" w:rsidRPr="0099306C">
        <w:t xml:space="preserve">. </w:t>
      </w:r>
      <w:r w:rsidRPr="002B3119">
        <w:t>Je mis</w:t>
      </w:r>
      <w:r w:rsidR="00E4444A" w:rsidRPr="0099306C">
        <w:t xml:space="preserve">, </w:t>
      </w:r>
      <w:r w:rsidRPr="002B3119">
        <w:t>comme les autres hommes</w:t>
      </w:r>
      <w:r w:rsidR="00E4444A" w:rsidRPr="0099306C">
        <w:t xml:space="preserve">, </w:t>
      </w:r>
      <w:r w:rsidRPr="002B3119">
        <w:t>mon smoking</w:t>
      </w:r>
      <w:r w:rsidR="00E4444A" w:rsidRPr="0099306C">
        <w:t xml:space="preserve">. </w:t>
      </w:r>
      <w:r w:rsidRPr="002B3119">
        <w:t>Yvette revêtit sa jolie robe</w:t>
      </w:r>
      <w:r w:rsidR="00E4444A" w:rsidRPr="0099306C">
        <w:t xml:space="preserve">, </w:t>
      </w:r>
      <w:r w:rsidRPr="002B3119">
        <w:t>qui lui donnait l</w:t>
      </w:r>
      <w:r w:rsidR="00E4444A" w:rsidRPr="0099306C">
        <w:t>’</w:t>
      </w:r>
      <w:r w:rsidRPr="002B3119">
        <w:t>air d</w:t>
      </w:r>
      <w:r w:rsidR="00E4444A" w:rsidRPr="0099306C">
        <w:t>’</w:t>
      </w:r>
      <w:r w:rsidRPr="002B3119">
        <w:t>une petite danseuse</w:t>
      </w:r>
      <w:r w:rsidR="00E4444A" w:rsidRPr="0099306C">
        <w:t xml:space="preserve">. </w:t>
      </w:r>
      <w:r w:rsidRPr="002B3119">
        <w:t>Un chapeau de paille de riz</w:t>
      </w:r>
      <w:r w:rsidR="00E4444A" w:rsidRPr="0099306C">
        <w:t xml:space="preserve">, </w:t>
      </w:r>
      <w:r w:rsidRPr="002B3119">
        <w:t>garni de rubans clairs et de petites fleurs</w:t>
      </w:r>
      <w:r w:rsidR="00E4444A" w:rsidRPr="0099306C">
        <w:t xml:space="preserve">, </w:t>
      </w:r>
      <w:r w:rsidRPr="002B3119">
        <w:t>co</w:t>
      </w:r>
      <w:r w:rsidRPr="002B3119">
        <w:t>m</w:t>
      </w:r>
      <w:r w:rsidRPr="002B3119">
        <w:t>plétait sa toilette</w:t>
      </w:r>
      <w:r w:rsidR="00E4444A" w:rsidRPr="0099306C">
        <w:t xml:space="preserve">. </w:t>
      </w:r>
      <w:r w:rsidRPr="002B3119">
        <w:t>Je la pris sur moi et relevai ses cheveux pour passer à son cou la chaîne du médaillon</w:t>
      </w:r>
      <w:r w:rsidR="00E4444A" w:rsidRPr="0099306C">
        <w:t xml:space="preserve">. </w:t>
      </w:r>
      <w:r w:rsidRPr="002B3119">
        <w:t>Mais le blanc des bottines marqua encore mon pantalon noir</w:t>
      </w:r>
      <w:r w:rsidR="00E4444A" w:rsidRPr="0099306C">
        <w:t>.</w:t>
      </w:r>
    </w:p>
    <w:p w14:paraId="6BBAFCD7" w14:textId="489D98AD" w:rsidR="00E4444A" w:rsidRPr="0099306C" w:rsidRDefault="002B3119" w:rsidP="002B3119">
      <w:r w:rsidRPr="002B3119">
        <w:t>La cloche de l</w:t>
      </w:r>
      <w:r w:rsidR="00E4444A" w:rsidRPr="0099306C">
        <w:t>’</w:t>
      </w:r>
      <w:r w:rsidRPr="002B3119">
        <w:t>hôtel sonna</w:t>
      </w:r>
      <w:r w:rsidR="00E4444A" w:rsidRPr="0099306C">
        <w:t xml:space="preserve">. </w:t>
      </w:r>
      <w:r w:rsidRPr="002B3119">
        <w:t>Nous descendîmes au jardin</w:t>
      </w:r>
      <w:r w:rsidR="00E4444A" w:rsidRPr="0099306C">
        <w:t xml:space="preserve">. </w:t>
      </w:r>
      <w:r w:rsidRPr="002B3119">
        <w:t>Le dîner était servi par petites tables</w:t>
      </w:r>
      <w:r w:rsidR="00E4444A" w:rsidRPr="0099306C">
        <w:t xml:space="preserve">. </w:t>
      </w:r>
      <w:r w:rsidRPr="002B3119">
        <w:t>Aux habitués s</w:t>
      </w:r>
      <w:r w:rsidR="00E4444A" w:rsidRPr="0099306C">
        <w:t>’</w:t>
      </w:r>
      <w:r w:rsidRPr="002B3119">
        <w:t>ajoutaient d</w:t>
      </w:r>
      <w:r w:rsidR="00E4444A" w:rsidRPr="0099306C">
        <w:t>’</w:t>
      </w:r>
      <w:r w:rsidRPr="002B3119">
        <w:t>autres dîneurs</w:t>
      </w:r>
      <w:r w:rsidR="00E4444A" w:rsidRPr="0099306C">
        <w:t xml:space="preserve">, </w:t>
      </w:r>
      <w:r w:rsidRPr="002B3119">
        <w:t>couples réguliers ou non</w:t>
      </w:r>
      <w:r w:rsidR="00E4444A" w:rsidRPr="0099306C">
        <w:t xml:space="preserve">, </w:t>
      </w:r>
      <w:r w:rsidRPr="002B3119">
        <w:t>que la fête avait attirés</w:t>
      </w:r>
      <w:r w:rsidR="00E4444A" w:rsidRPr="0099306C">
        <w:t xml:space="preserve">. </w:t>
      </w:r>
      <w:r w:rsidRPr="002B3119">
        <w:t>Quelques familles avaient choisi les tables principales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>plus petites</w:t>
      </w:r>
      <w:r w:rsidR="00E4444A" w:rsidRPr="0099306C">
        <w:t xml:space="preserve">, </w:t>
      </w:r>
      <w:r w:rsidRPr="002B3119">
        <w:t>étaient réservées aux tête-à-tête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une d</w:t>
      </w:r>
      <w:r w:rsidR="00E4444A" w:rsidRPr="0099306C">
        <w:t>’</w:t>
      </w:r>
      <w:r w:rsidRPr="002B3119">
        <w:t>elles restait libre</w:t>
      </w:r>
      <w:r w:rsidR="00E4444A" w:rsidRPr="0099306C">
        <w:t xml:space="preserve">. </w:t>
      </w:r>
      <w:r w:rsidRPr="002B3119">
        <w:t>Le papa en sm</w:t>
      </w:r>
      <w:r w:rsidRPr="002B3119">
        <w:t>o</w:t>
      </w:r>
      <w:r w:rsidRPr="002B3119">
        <w:t>king y prit place avec sa petite danseuse</w:t>
      </w:r>
      <w:r w:rsidR="00E4444A" w:rsidRPr="0099306C">
        <w:t>.</w:t>
      </w:r>
    </w:p>
    <w:p w14:paraId="7F82C308" w14:textId="77777777" w:rsidR="00E4444A" w:rsidRPr="0099306C" w:rsidRDefault="002B3119" w:rsidP="002B3119">
      <w:r w:rsidRPr="002B3119">
        <w:t>Sur les nappes luisantes</w:t>
      </w:r>
      <w:r w:rsidR="00E4444A" w:rsidRPr="0099306C">
        <w:t xml:space="preserve">, </w:t>
      </w:r>
      <w:r w:rsidRPr="002B3119">
        <w:t>parmi les couverts bien rangés</w:t>
      </w:r>
      <w:r w:rsidR="00E4444A" w:rsidRPr="0099306C">
        <w:t xml:space="preserve">, </w:t>
      </w:r>
      <w:r w:rsidRPr="002B3119">
        <w:t>on avait posé des candélabres</w:t>
      </w:r>
      <w:r w:rsidR="00E4444A" w:rsidRPr="0099306C">
        <w:t xml:space="preserve">. </w:t>
      </w:r>
      <w:r w:rsidRPr="002B3119">
        <w:t xml:space="preserve">De </w:t>
      </w:r>
      <w:r w:rsidR="00F30070" w:rsidRPr="002B3119">
        <w:t>frêles</w:t>
      </w:r>
      <w:r w:rsidRPr="002B3119">
        <w:t xml:space="preserve"> abat-jour de papier protégeaient les bougies</w:t>
      </w:r>
      <w:r w:rsidR="00E4444A" w:rsidRPr="0099306C">
        <w:t xml:space="preserve">. </w:t>
      </w:r>
      <w:r w:rsidRPr="002B3119">
        <w:t>La nuit s</w:t>
      </w:r>
      <w:r w:rsidR="00E4444A" w:rsidRPr="0099306C">
        <w:t>’</w:t>
      </w:r>
      <w:r w:rsidRPr="002B3119">
        <w:t>était déjà faite</w:t>
      </w:r>
      <w:r w:rsidR="00E4444A" w:rsidRPr="0099306C">
        <w:t xml:space="preserve">. </w:t>
      </w:r>
      <w:r w:rsidRPr="002B3119">
        <w:t>Les cr</w:t>
      </w:r>
      <w:r w:rsidRPr="002B3119">
        <w:t>é</w:t>
      </w:r>
      <w:r w:rsidRPr="002B3119">
        <w:t>puscules</w:t>
      </w:r>
      <w:r w:rsidR="00E4444A" w:rsidRPr="0099306C">
        <w:t xml:space="preserve">, </w:t>
      </w:r>
      <w:r w:rsidRPr="002B3119">
        <w:t>plus brefs</w:t>
      </w:r>
      <w:r w:rsidR="00E4444A" w:rsidRPr="0099306C">
        <w:t xml:space="preserve">, </w:t>
      </w:r>
      <w:r w:rsidRPr="002B3119">
        <w:t>disaient la fuite des jours</w:t>
      </w:r>
      <w:r w:rsidR="00E4444A" w:rsidRPr="0099306C">
        <w:t xml:space="preserve">. </w:t>
      </w:r>
      <w:r w:rsidRPr="002B3119">
        <w:t>Les tables</w:t>
      </w:r>
      <w:r w:rsidR="00E4444A" w:rsidRPr="0099306C">
        <w:t xml:space="preserve">, </w:t>
      </w:r>
      <w:r w:rsidRPr="002B3119">
        <w:lastRenderedPageBreak/>
        <w:t>entourées d</w:t>
      </w:r>
      <w:r w:rsidR="00E4444A" w:rsidRPr="0099306C">
        <w:t>’</w:t>
      </w:r>
      <w:r w:rsidRPr="002B3119">
        <w:t>ombre</w:t>
      </w:r>
      <w:r w:rsidR="00E4444A" w:rsidRPr="0099306C">
        <w:t xml:space="preserve">, </w:t>
      </w:r>
      <w:r w:rsidRPr="002B3119">
        <w:t>faisaient des îlots lumineux</w:t>
      </w:r>
      <w:r w:rsidR="00E4444A" w:rsidRPr="0099306C">
        <w:t xml:space="preserve">. </w:t>
      </w:r>
      <w:r w:rsidRPr="002B3119">
        <w:t>Ce fut une soirée délicieuse</w:t>
      </w:r>
      <w:r w:rsidR="00E4444A" w:rsidRPr="0099306C">
        <w:t xml:space="preserve">, </w:t>
      </w:r>
      <w:r w:rsidRPr="002B3119">
        <w:t>une de ces heures légères où tout semble s</w:t>
      </w:r>
      <w:r w:rsidR="00E4444A" w:rsidRPr="0099306C">
        <w:t>’</w:t>
      </w:r>
      <w:r w:rsidRPr="002B3119">
        <w:t>unir pour faire aimer la vie</w:t>
      </w:r>
      <w:r w:rsidR="00E4444A" w:rsidRPr="0099306C">
        <w:t xml:space="preserve">. </w:t>
      </w:r>
      <w:r w:rsidRPr="002B3119">
        <w:t>Mélancoliques</w:t>
      </w:r>
      <w:r w:rsidR="00E4444A" w:rsidRPr="0099306C">
        <w:t xml:space="preserve">, </w:t>
      </w:r>
      <w:r w:rsidRPr="002B3119">
        <w:t>les feux du Havre tremblaient dans le lointain</w:t>
      </w:r>
      <w:r w:rsidR="00E4444A" w:rsidRPr="0099306C">
        <w:t xml:space="preserve">. </w:t>
      </w:r>
      <w:r w:rsidRPr="002B3119">
        <w:t>Pas de lune encore</w:t>
      </w:r>
      <w:r w:rsidR="00E4444A" w:rsidRPr="0099306C">
        <w:t xml:space="preserve">, </w:t>
      </w:r>
      <w:r w:rsidRPr="002B3119">
        <w:t>mais des étoiles plein le ciel</w:t>
      </w:r>
      <w:r w:rsidR="00E4444A" w:rsidRPr="0099306C">
        <w:t xml:space="preserve">. </w:t>
      </w:r>
      <w:r w:rsidRPr="002B3119">
        <w:t>Et la pureté de l</w:t>
      </w:r>
      <w:r w:rsidR="00E4444A" w:rsidRPr="0099306C">
        <w:t>’</w:t>
      </w:r>
      <w:r w:rsidRPr="002B3119">
        <w:t>air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infini du décor donnaient une sensation de mystère</w:t>
      </w:r>
      <w:r w:rsidR="00E4444A" w:rsidRPr="0099306C">
        <w:t xml:space="preserve">. </w:t>
      </w:r>
      <w:r w:rsidRPr="002B3119">
        <w:t>Les couples</w:t>
      </w:r>
      <w:r w:rsidR="00E4444A" w:rsidRPr="0099306C">
        <w:t xml:space="preserve">, </w:t>
      </w:r>
      <w:r w:rsidRPr="002B3119">
        <w:t>malgré eux</w:t>
      </w:r>
      <w:r w:rsidR="00E4444A" w:rsidRPr="0099306C">
        <w:t xml:space="preserve">, </w:t>
      </w:r>
      <w:r w:rsidRPr="002B3119">
        <w:t>parlaient bas</w:t>
      </w:r>
      <w:r w:rsidR="00E4444A" w:rsidRPr="0099306C">
        <w:t xml:space="preserve">. </w:t>
      </w:r>
      <w:r w:rsidRPr="002B3119">
        <w:t>Les moindres mots prenaient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eux-mêmes</w:t>
      </w:r>
      <w:r w:rsidR="00E4444A" w:rsidRPr="0099306C">
        <w:t xml:space="preserve">, </w:t>
      </w:r>
      <w:r w:rsidRPr="002B3119">
        <w:t>je ne sais quelle allure de confidences</w:t>
      </w:r>
      <w:r w:rsidR="00E4444A" w:rsidRPr="0099306C">
        <w:t>.</w:t>
      </w:r>
    </w:p>
    <w:p w14:paraId="5680FEB8" w14:textId="77777777" w:rsidR="00E4444A" w:rsidRPr="0099306C" w:rsidRDefault="002B3119" w:rsidP="002B3119">
      <w:r w:rsidRPr="002B3119">
        <w:t>Parfois une brise passait</w:t>
      </w:r>
      <w:r w:rsidR="00E4444A" w:rsidRPr="0099306C">
        <w:t xml:space="preserve">, </w:t>
      </w:r>
      <w:r w:rsidRPr="002B3119">
        <w:t>très légère</w:t>
      </w:r>
      <w:r w:rsidR="00E4444A" w:rsidRPr="0099306C">
        <w:t xml:space="preserve">, </w:t>
      </w:r>
      <w:r w:rsidRPr="002B3119">
        <w:t>à peine un souffle</w:t>
      </w:r>
      <w:r w:rsidR="00E4444A" w:rsidRPr="0099306C">
        <w:t xml:space="preserve">, </w:t>
      </w:r>
      <w:r w:rsidRPr="002B3119">
        <w:t>qui éventait les visages et couchait la flamme des bougies</w:t>
      </w:r>
      <w:r w:rsidR="00E4444A" w:rsidRPr="0099306C">
        <w:t>.</w:t>
      </w:r>
    </w:p>
    <w:p w14:paraId="2DB8B994" w14:textId="77777777" w:rsidR="00E4444A" w:rsidRPr="0099306C" w:rsidRDefault="002B3119" w:rsidP="002B3119">
      <w:r w:rsidRPr="002B3119">
        <w:t>Yvette était en face de moi</w:t>
      </w:r>
      <w:r w:rsidR="00E4444A" w:rsidRPr="0099306C">
        <w:t xml:space="preserve">, </w:t>
      </w:r>
      <w:r w:rsidRPr="002B3119">
        <w:t>blanche avec ses bras nus</w:t>
      </w:r>
      <w:r w:rsidR="00E4444A" w:rsidRPr="0099306C">
        <w:t xml:space="preserve">, </w:t>
      </w:r>
      <w:r w:rsidRPr="002B3119">
        <w:t>dans cette lumière vague</w:t>
      </w:r>
      <w:r w:rsidR="00E4444A" w:rsidRPr="0099306C">
        <w:t xml:space="preserve">, </w:t>
      </w:r>
      <w:r w:rsidRPr="002B3119">
        <w:t>un peu surnaturelle</w:t>
      </w:r>
      <w:r w:rsidR="00E4444A" w:rsidRPr="0099306C">
        <w:t xml:space="preserve">, </w:t>
      </w:r>
      <w:r w:rsidRPr="002B3119">
        <w:t>dont sa robe était toute dorée</w:t>
      </w:r>
      <w:r w:rsidR="00E4444A" w:rsidRPr="0099306C">
        <w:t xml:space="preserve">. </w:t>
      </w:r>
      <w:r w:rsidRPr="002B3119">
        <w:t>Une sirène cria</w:t>
      </w:r>
      <w:r w:rsidR="00E4444A" w:rsidRPr="0099306C">
        <w:t xml:space="preserve">, </w:t>
      </w:r>
      <w:r w:rsidRPr="002B3119">
        <w:t>très loin</w:t>
      </w:r>
      <w:r w:rsidR="00E4444A" w:rsidRPr="0099306C">
        <w:t xml:space="preserve">, </w:t>
      </w:r>
      <w:r w:rsidRPr="002B3119">
        <w:t>sur la mer</w:t>
      </w:r>
      <w:r w:rsidR="00E4444A" w:rsidRPr="0099306C">
        <w:t xml:space="preserve">. </w:t>
      </w:r>
      <w:r w:rsidRPr="002B3119">
        <w:t>Quelque paquebot partait vers des contrées inconnues</w:t>
      </w:r>
      <w:r w:rsidR="00E4444A" w:rsidRPr="0099306C">
        <w:t xml:space="preserve">. </w:t>
      </w:r>
      <w:r w:rsidRPr="002B3119">
        <w:t>Des émigrants hagards se serraient sur le pont</w:t>
      </w:r>
      <w:r w:rsidR="00E4444A" w:rsidRPr="0099306C">
        <w:t xml:space="preserve">. </w:t>
      </w:r>
      <w:r w:rsidRPr="002B3119">
        <w:t>Un moment</w:t>
      </w:r>
      <w:r w:rsidR="00E4444A" w:rsidRPr="0099306C">
        <w:t xml:space="preserve">, </w:t>
      </w:r>
      <w:r w:rsidRPr="002B3119">
        <w:t>je me tus</w:t>
      </w:r>
      <w:r w:rsidR="00E4444A" w:rsidRPr="0099306C">
        <w:t xml:space="preserve">, </w:t>
      </w:r>
      <w:r w:rsidRPr="002B3119">
        <w:t>perdu dans mes rêveries</w:t>
      </w:r>
      <w:r w:rsidR="00E4444A" w:rsidRPr="0099306C">
        <w:t xml:space="preserve">. </w:t>
      </w:r>
      <w:r w:rsidRPr="002B3119">
        <w:t>Alors Yvette me crut triste</w:t>
      </w:r>
      <w:r w:rsidR="00E4444A" w:rsidRPr="0099306C">
        <w:t xml:space="preserve">, </w:t>
      </w:r>
      <w:r w:rsidRPr="002B3119">
        <w:t>se leva de sa chaise comme parfois elle faisait</w:t>
      </w:r>
      <w:r w:rsidR="00E4444A" w:rsidRPr="0099306C">
        <w:t xml:space="preserve">, </w:t>
      </w:r>
      <w:r w:rsidRPr="002B3119">
        <w:t>vint murm</w:t>
      </w:r>
      <w:r w:rsidRPr="002B3119">
        <w:t>u</w:t>
      </w:r>
      <w:r w:rsidRPr="002B3119">
        <w:t>rer une phrase câline à l</w:t>
      </w:r>
      <w:r w:rsidR="00E4444A" w:rsidRPr="0099306C">
        <w:t>’</w:t>
      </w:r>
      <w:r w:rsidRPr="002B3119">
        <w:t>oreille de son papa</w:t>
      </w:r>
      <w:r w:rsidR="00E4444A" w:rsidRPr="0099306C">
        <w:t>.</w:t>
      </w:r>
    </w:p>
    <w:p w14:paraId="22B4295A" w14:textId="77777777" w:rsidR="00E4444A" w:rsidRPr="0099306C" w:rsidRDefault="002B3119" w:rsidP="002B3119">
      <w:r w:rsidRPr="002B3119">
        <w:t>Quelqu</w:t>
      </w:r>
      <w:r w:rsidR="00E4444A" w:rsidRPr="0099306C">
        <w:t>’</w:t>
      </w:r>
      <w:r w:rsidRPr="002B3119">
        <w:t>un dit</w:t>
      </w:r>
      <w:r w:rsidR="00E4444A" w:rsidRPr="0099306C">
        <w:t xml:space="preserve">, </w:t>
      </w:r>
      <w:r w:rsidRPr="002B3119">
        <w:t>derrière nous</w:t>
      </w:r>
      <w:r w:rsidR="00E4444A" w:rsidRPr="0099306C">
        <w:t xml:space="preserve">, </w:t>
      </w:r>
      <w:r w:rsidRPr="002B3119">
        <w:t>à voix basse</w:t>
      </w:r>
      <w:r w:rsidR="00E4444A" w:rsidRPr="0099306C">
        <w:t> :</w:t>
      </w:r>
    </w:p>
    <w:p w14:paraId="74A31937" w14:textId="77777777" w:rsidR="00E4444A" w:rsidRPr="0099306C" w:rsidRDefault="00E4444A" w:rsidP="002B3119">
      <w:r w:rsidRPr="0099306C">
        <w:t>— </w:t>
      </w:r>
      <w:r w:rsidR="002B3119" w:rsidRPr="002B3119">
        <w:t>Voyez ce père et sa fille</w:t>
      </w:r>
      <w:r w:rsidRPr="0099306C">
        <w:t xml:space="preserve"> ! </w:t>
      </w:r>
      <w:r w:rsidR="002B3119" w:rsidRPr="002B3119">
        <w:t>On dirait un petit ménage</w:t>
      </w:r>
      <w:r w:rsidRPr="0099306C">
        <w:t>.</w:t>
      </w:r>
    </w:p>
    <w:p w14:paraId="300B43AD" w14:textId="77777777" w:rsidR="00E4444A" w:rsidRPr="0099306C" w:rsidRDefault="002B3119" w:rsidP="002B3119">
      <w:r w:rsidRPr="002B3119">
        <w:t>Des glaces furent servies</w:t>
      </w:r>
      <w:r w:rsidR="00E4444A" w:rsidRPr="0099306C">
        <w:t xml:space="preserve">, </w:t>
      </w:r>
      <w:r w:rsidRPr="002B3119">
        <w:t>puis des fruits</w:t>
      </w:r>
      <w:r w:rsidR="00E4444A" w:rsidRPr="0099306C">
        <w:t xml:space="preserve">. </w:t>
      </w:r>
      <w:r w:rsidRPr="002B3119">
        <w:t>Sur la plage</w:t>
      </w:r>
      <w:r w:rsidR="00E4444A" w:rsidRPr="0099306C">
        <w:t xml:space="preserve">, </w:t>
      </w:r>
      <w:r w:rsidRPr="002B3119">
        <w:t>au pied de la terrasse</w:t>
      </w:r>
      <w:r w:rsidR="00E4444A" w:rsidRPr="0099306C">
        <w:t xml:space="preserve">, </w:t>
      </w:r>
      <w:r w:rsidRPr="002B3119">
        <w:t>un violon invisible chanta</w:t>
      </w:r>
      <w:r w:rsidR="00E4444A" w:rsidRPr="0099306C">
        <w:t xml:space="preserve">. </w:t>
      </w:r>
      <w:r w:rsidRPr="002B3119">
        <w:t>Une voix d</w:t>
      </w:r>
      <w:r w:rsidR="00E4444A" w:rsidRPr="0099306C">
        <w:t>’</w:t>
      </w:r>
      <w:r w:rsidRPr="002B3119">
        <w:t>homme soupira l</w:t>
      </w:r>
      <w:r w:rsidR="00E4444A" w:rsidRPr="0099306C">
        <w:t>’</w:t>
      </w:r>
      <w:r w:rsidRPr="002B3119">
        <w:t>éternelle chanson d</w:t>
      </w:r>
      <w:r w:rsidR="00E4444A" w:rsidRPr="0099306C">
        <w:t>’</w:t>
      </w:r>
      <w:r w:rsidRPr="002B3119">
        <w:t>amour</w:t>
      </w:r>
      <w:r w:rsidR="00E4444A" w:rsidRPr="0099306C">
        <w:t xml:space="preserve">. </w:t>
      </w:r>
      <w:r w:rsidRPr="002B3119">
        <w:t>Barcarolle italienne</w:t>
      </w:r>
      <w:r w:rsidR="00E4444A" w:rsidRPr="0099306C">
        <w:t xml:space="preserve">, </w:t>
      </w:r>
      <w:r w:rsidRPr="002B3119">
        <w:t>sans doute</w:t>
      </w:r>
      <w:r w:rsidR="00E4444A" w:rsidRPr="0099306C">
        <w:t xml:space="preserve">, </w:t>
      </w:r>
      <w:r w:rsidRPr="002B3119">
        <w:t>un peu déplacée dans ce décor d</w:t>
      </w:r>
      <w:r w:rsidR="00E4444A" w:rsidRPr="0099306C">
        <w:t>’</w:t>
      </w:r>
      <w:r w:rsidRPr="002B3119">
        <w:t>océan</w:t>
      </w:r>
      <w:r w:rsidR="00E4444A" w:rsidRPr="0099306C">
        <w:t xml:space="preserve">, </w:t>
      </w:r>
      <w:r w:rsidRPr="002B3119">
        <w:t>mais que justifiait</w:t>
      </w:r>
      <w:r w:rsidR="00E4444A" w:rsidRPr="0099306C">
        <w:t xml:space="preserve">, </w:t>
      </w:r>
      <w:r w:rsidRPr="002B3119">
        <w:t>malgré tout</w:t>
      </w:r>
      <w:r w:rsidR="00E4444A" w:rsidRPr="0099306C">
        <w:t xml:space="preserve">, </w:t>
      </w:r>
      <w:r w:rsidRPr="002B3119">
        <w:t>la griserie de la sa</w:t>
      </w:r>
      <w:r w:rsidRPr="002B3119">
        <w:t>i</w:t>
      </w:r>
      <w:r w:rsidRPr="002B3119">
        <w:t>son</w:t>
      </w:r>
      <w:r w:rsidR="00E4444A" w:rsidRPr="0099306C">
        <w:t>.</w:t>
      </w:r>
    </w:p>
    <w:p w14:paraId="3B2FFE84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évoquais d</w:t>
      </w:r>
      <w:r w:rsidR="00E4444A" w:rsidRPr="0099306C">
        <w:t>’</w:t>
      </w:r>
      <w:r w:rsidRPr="002B3119">
        <w:t>autres soirs</w:t>
      </w:r>
      <w:r w:rsidR="00E4444A" w:rsidRPr="0099306C">
        <w:t xml:space="preserve">, </w:t>
      </w:r>
      <w:r w:rsidRPr="002B3119">
        <w:t>lointains déjà de plusieurs années</w:t>
      </w:r>
      <w:r w:rsidR="00E4444A" w:rsidRPr="0099306C">
        <w:t xml:space="preserve">, </w:t>
      </w:r>
      <w:r w:rsidRPr="002B3119">
        <w:t>où j</w:t>
      </w:r>
      <w:r w:rsidR="00E4444A" w:rsidRPr="0099306C">
        <w:t>’</w:t>
      </w:r>
      <w:r w:rsidRPr="002B3119">
        <w:t>avais dîné ainsi</w:t>
      </w:r>
      <w:r w:rsidR="00E4444A" w:rsidRPr="0099306C">
        <w:t xml:space="preserve">, </w:t>
      </w:r>
      <w:r w:rsidRPr="002B3119">
        <w:t>au bord de la mer</w:t>
      </w:r>
      <w:r w:rsidR="00E4444A" w:rsidRPr="0099306C">
        <w:t xml:space="preserve">, </w:t>
      </w:r>
      <w:r w:rsidRPr="002B3119">
        <w:t>à la clarté des bougies qu</w:t>
      </w:r>
      <w:r w:rsidR="00E4444A" w:rsidRPr="0099306C">
        <w:t>’</w:t>
      </w:r>
      <w:r w:rsidRPr="002B3119">
        <w:t>inclinaient des souffles nocturnes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 voix avaient modulé leurs chansons tendres</w:t>
      </w:r>
      <w:r w:rsidR="00E4444A" w:rsidRPr="0099306C">
        <w:t xml:space="preserve">, </w:t>
      </w:r>
      <w:r w:rsidRPr="002B3119">
        <w:t>leurs chansons trop tendres qui rendent triste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 violons avaient r</w:t>
      </w:r>
      <w:r w:rsidRPr="002B3119">
        <w:t>e</w:t>
      </w:r>
      <w:r w:rsidRPr="002B3119">
        <w:t xml:space="preserve">mué en </w:t>
      </w:r>
      <w:r w:rsidRPr="002B3119">
        <w:lastRenderedPageBreak/>
        <w:t>moi ce vieux rêve de bonheur que la vie banale n</w:t>
      </w:r>
      <w:r w:rsidR="00E4444A" w:rsidRPr="0099306C">
        <w:t>’</w:t>
      </w:r>
      <w:r w:rsidRPr="002B3119">
        <w:t>a jamais découragé tout à fait</w:t>
      </w:r>
      <w:r w:rsidR="00E4444A" w:rsidRPr="0099306C">
        <w:t xml:space="preserve">. </w:t>
      </w:r>
      <w:r w:rsidRPr="002B3119">
        <w:t>Sur d</w:t>
      </w:r>
      <w:r w:rsidR="00E4444A" w:rsidRPr="0099306C">
        <w:t>’</w:t>
      </w:r>
      <w:r w:rsidRPr="002B3119">
        <w:t>autres compagnes j</w:t>
      </w:r>
      <w:r w:rsidR="00E4444A" w:rsidRPr="0099306C">
        <w:t>’</w:t>
      </w:r>
      <w:r w:rsidRPr="002B3119">
        <w:t>avais posé mon regard mélancolique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l</w:t>
      </w:r>
      <w:r w:rsidR="00E4444A" w:rsidRPr="0099306C">
        <w:t>’</w:t>
      </w:r>
      <w:r w:rsidRPr="002B3119">
        <w:t>insondable tristesse des soirs d</w:t>
      </w:r>
      <w:r w:rsidR="00E4444A" w:rsidRPr="0099306C">
        <w:t>’</w:t>
      </w:r>
      <w:r w:rsidRPr="002B3119">
        <w:t>enchantement</w:t>
      </w:r>
      <w:r w:rsidR="00E4444A" w:rsidRPr="0099306C">
        <w:t xml:space="preserve"> ! </w:t>
      </w:r>
      <w:r w:rsidRPr="002B3119">
        <w:t>D</w:t>
      </w:r>
      <w:r w:rsidR="00E4444A" w:rsidRPr="0099306C">
        <w:t>’</w:t>
      </w:r>
      <w:r w:rsidRPr="002B3119">
        <w:t>où leur vient</w:t>
      </w:r>
      <w:r w:rsidR="00E4444A" w:rsidRPr="0099306C">
        <w:t xml:space="preserve">, </w:t>
      </w:r>
      <w:r w:rsidRPr="002B3119">
        <w:t>toujours</w:t>
      </w:r>
      <w:r w:rsidR="00E4444A" w:rsidRPr="0099306C">
        <w:t xml:space="preserve">, </w:t>
      </w:r>
      <w:r w:rsidRPr="002B3119">
        <w:t>cet âcre arrière-goût de mort</w:t>
      </w:r>
      <w:r w:rsidR="00E4444A" w:rsidRPr="0099306C">
        <w:t> ?</w:t>
      </w:r>
    </w:p>
    <w:p w14:paraId="3B43F069" w14:textId="1CF56271" w:rsidR="002B3119" w:rsidRPr="002B3119" w:rsidRDefault="002B3119" w:rsidP="002B3119">
      <w:r w:rsidRPr="002B3119">
        <w:t>Comme elle était plus douce</w:t>
      </w:r>
      <w:r w:rsidR="00E4444A" w:rsidRPr="0099306C">
        <w:t xml:space="preserve">, </w:t>
      </w:r>
      <w:r w:rsidRPr="002B3119">
        <w:t>cette soirée-là</w:t>
      </w:r>
      <w:r w:rsidR="00E4444A" w:rsidRPr="0099306C">
        <w:t xml:space="preserve"> ! </w:t>
      </w:r>
      <w:r w:rsidRPr="002B3119">
        <w:t>Comme l</w:t>
      </w:r>
      <w:r w:rsidR="00E4444A" w:rsidRPr="0099306C">
        <w:t>’</w:t>
      </w:r>
      <w:r w:rsidRPr="002B3119">
        <w:t>air me semblait plus léger</w:t>
      </w:r>
      <w:r w:rsidR="00E4444A" w:rsidRPr="0099306C">
        <w:t xml:space="preserve"> ! </w:t>
      </w:r>
      <w:r w:rsidRPr="002B3119">
        <w:t>Mon bonheur n</w:t>
      </w:r>
      <w:r w:rsidR="00E4444A" w:rsidRPr="0099306C">
        <w:t>’</w:t>
      </w:r>
      <w:r w:rsidRPr="002B3119">
        <w:t>était à la merci d</w:t>
      </w:r>
      <w:r w:rsidR="00E4444A" w:rsidRPr="0099306C">
        <w:t>’</w:t>
      </w:r>
      <w:r w:rsidRPr="002B3119">
        <w:t>aucun caprice</w:t>
      </w:r>
      <w:r w:rsidR="00E4444A" w:rsidRPr="0099306C">
        <w:t xml:space="preserve">. </w:t>
      </w:r>
      <w:r w:rsidRPr="002B3119">
        <w:t>Rien ne pouvait l</w:t>
      </w:r>
      <w:r w:rsidR="00E4444A" w:rsidRPr="0099306C">
        <w:t>’</w:t>
      </w:r>
      <w:r w:rsidRPr="002B3119">
        <w:t>atteindre de ce qui peut ternir d</w:t>
      </w:r>
      <w:r w:rsidR="00E4444A" w:rsidRPr="0099306C">
        <w:t>’</w:t>
      </w:r>
      <w:r w:rsidRPr="002B3119">
        <w:t>autres amours</w:t>
      </w:r>
      <w:r w:rsidR="00E4444A" w:rsidRPr="0099306C">
        <w:t xml:space="preserve">. </w:t>
      </w:r>
      <w:r w:rsidRPr="002B3119">
        <w:t>Amour du fort pour le faible</w:t>
      </w:r>
      <w:r w:rsidR="00E4444A" w:rsidRPr="0099306C">
        <w:t xml:space="preserve">, </w:t>
      </w:r>
      <w:r w:rsidRPr="002B3119">
        <w:t>du faible pour le fort</w:t>
      </w:r>
      <w:r w:rsidR="00E4444A" w:rsidRPr="0099306C">
        <w:t xml:space="preserve">, </w:t>
      </w:r>
      <w:r w:rsidRPr="002B3119">
        <w:t>de deux êtres dont tous les instincts sont communs</w:t>
      </w:r>
      <w:r w:rsidR="00E4444A" w:rsidRPr="0099306C">
        <w:t xml:space="preserve">, </w:t>
      </w:r>
      <w:r w:rsidRPr="002B3119">
        <w:t>qui portent dans les veines le même sang</w:t>
      </w:r>
      <w:r w:rsidR="00E4444A" w:rsidRPr="0099306C">
        <w:t xml:space="preserve">, </w:t>
      </w:r>
      <w:r w:rsidRPr="002B3119">
        <w:t>que rapprochent les mêmes hérédités</w:t>
      </w:r>
      <w:r w:rsidR="00B23461">
        <w:t> !</w:t>
      </w:r>
    </w:p>
    <w:p w14:paraId="386AB98C" w14:textId="77777777" w:rsidR="00E4444A" w:rsidRPr="0099306C" w:rsidRDefault="002B3119" w:rsidP="002B3119">
      <w:r w:rsidRPr="002B3119">
        <w:t>Il y eut un mouvement parmi les tables</w:t>
      </w:r>
      <w:r w:rsidR="00E4444A" w:rsidRPr="0099306C">
        <w:t xml:space="preserve">. </w:t>
      </w:r>
      <w:r w:rsidRPr="002B3119">
        <w:t>Des dîneurs se levèrent</w:t>
      </w:r>
      <w:r w:rsidR="00E4444A" w:rsidRPr="0099306C">
        <w:t xml:space="preserve">. </w:t>
      </w:r>
      <w:r w:rsidRPr="002B3119">
        <w:t>Une fusée déchira l</w:t>
      </w:r>
      <w:r w:rsidR="00E4444A" w:rsidRPr="0099306C">
        <w:t>’</w:t>
      </w:r>
      <w:r w:rsidRPr="002B3119">
        <w:t>air avec un bruit de soie</w:t>
      </w:r>
      <w:r w:rsidR="00E4444A" w:rsidRPr="0099306C">
        <w:t xml:space="preserve">. </w:t>
      </w:r>
      <w:r w:rsidRPr="002B3119">
        <w:t>Le feu d</w:t>
      </w:r>
      <w:r w:rsidR="00E4444A" w:rsidRPr="0099306C">
        <w:t>’</w:t>
      </w:r>
      <w:r w:rsidRPr="002B3119">
        <w:t>artifice commençait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 fusées montèrent</w:t>
      </w:r>
      <w:r w:rsidR="00E4444A" w:rsidRPr="0099306C">
        <w:t xml:space="preserve">, </w:t>
      </w:r>
      <w:r w:rsidRPr="002B3119">
        <w:t>qui</w:t>
      </w:r>
      <w:r w:rsidR="00E4444A" w:rsidRPr="0099306C">
        <w:t xml:space="preserve">, </w:t>
      </w:r>
      <w:r w:rsidRPr="002B3119">
        <w:t>à bout de course</w:t>
      </w:r>
      <w:r w:rsidR="00E4444A" w:rsidRPr="0099306C">
        <w:t xml:space="preserve">, </w:t>
      </w:r>
      <w:r w:rsidRPr="002B3119">
        <w:t>laissaient éclater une détonation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 abandonnèrent en plein ciel des étoiles bleues ou rouges qui redescendaient lentement</w:t>
      </w:r>
      <w:r w:rsidR="00E4444A" w:rsidRPr="0099306C">
        <w:t xml:space="preserve">. </w:t>
      </w:r>
      <w:r w:rsidRPr="002B3119">
        <w:t>Puis leur succession fut plus r</w:t>
      </w:r>
      <w:r w:rsidRPr="002B3119">
        <w:t>a</w:t>
      </w:r>
      <w:r w:rsidRPr="002B3119">
        <w:t>pide</w:t>
      </w:r>
      <w:r w:rsidR="00E4444A" w:rsidRPr="0099306C">
        <w:t xml:space="preserve">. </w:t>
      </w:r>
      <w:r w:rsidRPr="002B3119">
        <w:t>Trois</w:t>
      </w:r>
      <w:r w:rsidR="00E4444A" w:rsidRPr="0099306C">
        <w:t xml:space="preserve">, </w:t>
      </w:r>
      <w:r w:rsidRPr="002B3119">
        <w:t>quatre étoiles planèrent en même temps dans la nuit</w:t>
      </w:r>
      <w:r w:rsidR="00E4444A" w:rsidRPr="0099306C">
        <w:t xml:space="preserve">. </w:t>
      </w:r>
      <w:r w:rsidRPr="002B3119">
        <w:t>Puis ce fut</w:t>
      </w:r>
      <w:r w:rsidR="00E4444A" w:rsidRPr="0099306C">
        <w:t xml:space="preserve">, </w:t>
      </w:r>
      <w:r w:rsidRPr="002B3119">
        <w:t>non plus une détonation</w:t>
      </w:r>
      <w:r w:rsidR="00E4444A" w:rsidRPr="0099306C">
        <w:t xml:space="preserve">, </w:t>
      </w:r>
      <w:r w:rsidRPr="002B3119">
        <w:t>mais un long cr</w:t>
      </w:r>
      <w:r w:rsidRPr="002B3119">
        <w:t>é</w:t>
      </w:r>
      <w:r w:rsidRPr="002B3119">
        <w:t>pitement</w:t>
      </w:r>
      <w:r w:rsidR="00E4444A" w:rsidRPr="0099306C">
        <w:t xml:space="preserve">. </w:t>
      </w:r>
      <w:r w:rsidRPr="002B3119">
        <w:t>Des fusées glissaient</w:t>
      </w:r>
      <w:r w:rsidR="00E4444A" w:rsidRPr="0099306C">
        <w:t xml:space="preserve">, </w:t>
      </w:r>
      <w:r w:rsidRPr="002B3119">
        <w:t>fendant la nue pour s</w:t>
      </w:r>
      <w:r w:rsidR="00E4444A" w:rsidRPr="0099306C">
        <w:t>’</w:t>
      </w:r>
      <w:r w:rsidRPr="002B3119">
        <w:t>épanouir ensuite comme une vaste corolle renversée</w:t>
      </w:r>
      <w:r w:rsidR="00E4444A" w:rsidRPr="0099306C">
        <w:t xml:space="preserve">. </w:t>
      </w:r>
      <w:r w:rsidRPr="002B3119">
        <w:t>Toute une ondée lumineuse tombait d</w:t>
      </w:r>
      <w:r w:rsidR="00E4444A" w:rsidRPr="0099306C">
        <w:t>’</w:t>
      </w:r>
      <w:r w:rsidRPr="002B3119">
        <w:t>une fantastique pomme d</w:t>
      </w:r>
      <w:r w:rsidR="00E4444A" w:rsidRPr="0099306C">
        <w:t>’</w:t>
      </w:r>
      <w:r w:rsidRPr="002B3119">
        <w:t>arrosoir</w:t>
      </w:r>
      <w:r w:rsidR="00E4444A" w:rsidRPr="0099306C">
        <w:t xml:space="preserve">. </w:t>
      </w:r>
      <w:r w:rsidRPr="002B3119">
        <w:t>Yvette était éblouie</w:t>
      </w:r>
      <w:r w:rsidR="00E4444A" w:rsidRPr="0099306C">
        <w:t xml:space="preserve">. </w:t>
      </w:r>
      <w:r w:rsidRPr="002B3119">
        <w:t>Un moment l</w:t>
      </w:r>
      <w:r w:rsidR="00E4444A" w:rsidRPr="0099306C">
        <w:t>’</w:t>
      </w:r>
      <w:r w:rsidRPr="002B3119">
        <w:t>ascension des fusées s</w:t>
      </w:r>
      <w:r w:rsidR="00E4444A" w:rsidRPr="0099306C">
        <w:t>’</w:t>
      </w:r>
      <w:r w:rsidRPr="002B3119">
        <w:t>arrêta</w:t>
      </w:r>
      <w:r w:rsidR="00E4444A" w:rsidRPr="0099306C">
        <w:t xml:space="preserve">. </w:t>
      </w:r>
      <w:r w:rsidRPr="002B3119">
        <w:t>Quelqu</w:t>
      </w:r>
      <w:r w:rsidR="00E4444A" w:rsidRPr="0099306C">
        <w:t>’</w:t>
      </w:r>
      <w:r w:rsidRPr="002B3119">
        <w:t>un dit</w:t>
      </w:r>
      <w:r w:rsidR="00E4444A" w:rsidRPr="0099306C">
        <w:t> : « </w:t>
      </w:r>
      <w:r w:rsidRPr="002B3119">
        <w:t>Une pièce d</w:t>
      </w:r>
      <w:r w:rsidR="00E4444A" w:rsidRPr="0099306C">
        <w:t>’</w:t>
      </w:r>
      <w:r w:rsidRPr="002B3119">
        <w:t>artifice</w:t>
      </w:r>
      <w:r w:rsidR="00E4444A" w:rsidRPr="0099306C">
        <w:t> ! »</w:t>
      </w:r>
      <w:r w:rsidRPr="002B3119">
        <w:t xml:space="preserve"> Et je hissai ma petite fille sur mes épaules</w:t>
      </w:r>
      <w:r w:rsidR="00E4444A" w:rsidRPr="0099306C">
        <w:t>.</w:t>
      </w:r>
    </w:p>
    <w:p w14:paraId="715CFBAF" w14:textId="77777777" w:rsidR="00E4444A" w:rsidRPr="0099306C" w:rsidRDefault="002B3119" w:rsidP="002B3119">
      <w:r w:rsidRPr="002B3119">
        <w:t>Un soleil tourna</w:t>
      </w:r>
      <w:r w:rsidR="00E4444A" w:rsidRPr="0099306C">
        <w:t xml:space="preserve">, </w:t>
      </w:r>
      <w:r w:rsidRPr="002B3119">
        <w:t>changeant de couleur plusieurs fois par minute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à droite</w:t>
      </w:r>
      <w:r w:rsidR="00E4444A" w:rsidRPr="0099306C">
        <w:t xml:space="preserve">, </w:t>
      </w:r>
      <w:r w:rsidRPr="002B3119">
        <w:t>à gauche</w:t>
      </w:r>
      <w:r w:rsidR="00E4444A" w:rsidRPr="0099306C">
        <w:t xml:space="preserve">, </w:t>
      </w:r>
      <w:r w:rsidRPr="002B3119">
        <w:t>des boules étincelantes jaill</w:t>
      </w:r>
      <w:r w:rsidRPr="002B3119">
        <w:t>i</w:t>
      </w:r>
      <w:r w:rsidRPr="002B3119">
        <w:t>rent</w:t>
      </w:r>
      <w:r w:rsidR="00E4444A" w:rsidRPr="0099306C">
        <w:t xml:space="preserve">, </w:t>
      </w:r>
      <w:r w:rsidRPr="002B3119">
        <w:t>montant</w:t>
      </w:r>
      <w:r w:rsidR="00E4444A" w:rsidRPr="0099306C">
        <w:t xml:space="preserve">, </w:t>
      </w:r>
      <w:r w:rsidRPr="002B3119">
        <w:t>tournant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proofErr w:type="spellStart"/>
      <w:r w:rsidR="00F30070" w:rsidRPr="002B3119">
        <w:t>entre</w:t>
      </w:r>
      <w:r w:rsidR="00B23461">
        <w:t>-</w:t>
      </w:r>
      <w:r w:rsidR="00F30070" w:rsidRPr="002B3119">
        <w:t>croisant</w:t>
      </w:r>
      <w:proofErr w:type="spellEnd"/>
      <w:r w:rsidR="00E4444A" w:rsidRPr="0099306C">
        <w:t xml:space="preserve">, </w:t>
      </w:r>
      <w:r w:rsidRPr="002B3119">
        <w:t xml:space="preserve">parmi les </w:t>
      </w:r>
      <w:r w:rsidR="00E4444A" w:rsidRPr="0099306C">
        <w:t>« </w:t>
      </w:r>
      <w:r w:rsidRPr="002B3119">
        <w:t>ah</w:t>
      </w:r>
      <w:r w:rsidR="00E4444A" w:rsidRPr="0099306C">
        <w:t> ! »</w:t>
      </w:r>
      <w:r w:rsidRPr="002B3119">
        <w:t xml:space="preserve"> de la foule</w:t>
      </w:r>
      <w:r w:rsidR="00E4444A" w:rsidRPr="0099306C">
        <w:t xml:space="preserve">, </w:t>
      </w:r>
      <w:r w:rsidRPr="002B3119">
        <w:t>comme jetées par d</w:t>
      </w:r>
      <w:r w:rsidR="00E4444A" w:rsidRPr="0099306C">
        <w:t>’</w:t>
      </w:r>
      <w:r w:rsidRPr="002B3119">
        <w:t>invisibles jongleurs</w:t>
      </w:r>
      <w:r w:rsidR="00E4444A" w:rsidRPr="0099306C">
        <w:t>.</w:t>
      </w:r>
    </w:p>
    <w:p w14:paraId="173061E3" w14:textId="77777777" w:rsidR="00E4444A" w:rsidRPr="0099306C" w:rsidRDefault="002B3119" w:rsidP="002B3119">
      <w:r w:rsidRPr="002B3119">
        <w:t>Comme toujours</w:t>
      </w:r>
      <w:r w:rsidR="00E4444A" w:rsidRPr="0099306C">
        <w:t xml:space="preserve">, </w:t>
      </w:r>
      <w:r w:rsidRPr="002B3119">
        <w:t>Yvette répétait pour exprimer sa joie</w:t>
      </w:r>
      <w:r w:rsidR="00E4444A" w:rsidRPr="0099306C">
        <w:t> :</w:t>
      </w:r>
    </w:p>
    <w:p w14:paraId="3627F7F0" w14:textId="77777777" w:rsidR="00E4444A" w:rsidRPr="0099306C" w:rsidRDefault="00E4444A" w:rsidP="002B3119">
      <w:r w:rsidRPr="0099306C">
        <w:lastRenderedPageBreak/>
        <w:t>— </w:t>
      </w:r>
      <w:r w:rsidR="002B3119" w:rsidRPr="002B3119">
        <w:t>Oh</w:t>
      </w:r>
      <w:r w:rsidRPr="0099306C">
        <w:t xml:space="preserve"> ! </w:t>
      </w:r>
      <w:r w:rsidR="002B3119" w:rsidRPr="002B3119">
        <w:t>papa</w:t>
      </w:r>
      <w:r w:rsidRPr="0099306C">
        <w:t xml:space="preserve"> ! </w:t>
      </w:r>
      <w:r w:rsidR="002B3119" w:rsidRPr="002B3119">
        <w:t>papa</w:t>
      </w:r>
      <w:r w:rsidRPr="0099306C">
        <w:t> !</w:t>
      </w:r>
    </w:p>
    <w:p w14:paraId="365F8E0D" w14:textId="77777777" w:rsidR="00E4444A" w:rsidRPr="0099306C" w:rsidRDefault="002B3119" w:rsidP="002B3119">
      <w:r w:rsidRPr="002B3119">
        <w:t>Et ses petits bras m</w:t>
      </w:r>
      <w:r w:rsidR="00E4444A" w:rsidRPr="0099306C">
        <w:t>’</w:t>
      </w:r>
      <w:r w:rsidRPr="002B3119">
        <w:t>enlaçaient plus fort</w:t>
      </w:r>
      <w:r w:rsidR="00E4444A" w:rsidRPr="0099306C">
        <w:t>.</w:t>
      </w:r>
    </w:p>
    <w:p w14:paraId="0AD956BA" w14:textId="085D8C41" w:rsidR="00E4444A" w:rsidRPr="0099306C" w:rsidRDefault="002B3119" w:rsidP="002B3119">
      <w:r w:rsidRPr="002B3119">
        <w:t>Un bouquet termina la fête</w:t>
      </w:r>
      <w:r w:rsidR="00E4444A" w:rsidRPr="0099306C">
        <w:t xml:space="preserve">. </w:t>
      </w:r>
      <w:r w:rsidRPr="002B3119">
        <w:t>Des gerbes renaissantes s</w:t>
      </w:r>
      <w:r w:rsidR="00E4444A" w:rsidRPr="0099306C">
        <w:t>’</w:t>
      </w:r>
      <w:r w:rsidRPr="002B3119">
        <w:t>élancèrent vers le ciel</w:t>
      </w:r>
      <w:r w:rsidR="00E4444A" w:rsidRPr="0099306C">
        <w:t xml:space="preserve">. </w:t>
      </w:r>
      <w:r w:rsidRPr="002B3119">
        <w:t>Les épis fusaient</w:t>
      </w:r>
      <w:r w:rsidR="00E4444A" w:rsidRPr="0099306C">
        <w:t xml:space="preserve">, </w:t>
      </w:r>
      <w:r w:rsidRPr="002B3119">
        <w:t>fusaient dans une éclosion vertigineuse</w:t>
      </w:r>
      <w:r w:rsidR="00E4444A" w:rsidRPr="0099306C">
        <w:t xml:space="preserve">. </w:t>
      </w:r>
      <w:r w:rsidRPr="002B3119">
        <w:t xml:space="preserve">La nuit en fut </w:t>
      </w:r>
      <w:proofErr w:type="gramStart"/>
      <w:r w:rsidRPr="002B3119">
        <w:t>toute</w:t>
      </w:r>
      <w:proofErr w:type="gramEnd"/>
      <w:r w:rsidRPr="002B3119">
        <w:t xml:space="preserve"> illuminée</w:t>
      </w:r>
      <w:r w:rsidR="00E4444A" w:rsidRPr="0099306C">
        <w:t xml:space="preserve">. </w:t>
      </w:r>
      <w:r w:rsidRPr="002B3119">
        <w:t>Les dernières gerbes s</w:t>
      </w:r>
      <w:r w:rsidR="00E4444A" w:rsidRPr="0099306C">
        <w:t>’</w:t>
      </w:r>
      <w:r w:rsidRPr="002B3119">
        <w:t>écroulèrent</w:t>
      </w:r>
      <w:r w:rsidR="00E4444A" w:rsidRPr="0099306C">
        <w:t xml:space="preserve">. </w:t>
      </w:r>
      <w:r w:rsidRPr="002B3119">
        <w:t xml:space="preserve">Le </w:t>
      </w:r>
      <w:r w:rsidR="00B23461" w:rsidRPr="002B3119">
        <w:t>publi</w:t>
      </w:r>
      <w:r w:rsidR="00B23461">
        <w:t>c</w:t>
      </w:r>
      <w:r w:rsidR="00B23461" w:rsidRPr="002B3119">
        <w:t xml:space="preserve"> </w:t>
      </w:r>
      <w:r w:rsidRPr="002B3119">
        <w:t>lentement se di</w:t>
      </w:r>
      <w:r w:rsidRPr="002B3119">
        <w:t>s</w:t>
      </w:r>
      <w:r w:rsidRPr="002B3119">
        <w:t>persa</w:t>
      </w:r>
      <w:r w:rsidR="00E4444A" w:rsidRPr="0099306C">
        <w:t xml:space="preserve">. </w:t>
      </w:r>
      <w:r w:rsidRPr="002B3119">
        <w:t>La nuit</w:t>
      </w:r>
      <w:r w:rsidR="00E4444A" w:rsidRPr="0099306C">
        <w:t xml:space="preserve">, </w:t>
      </w:r>
      <w:r w:rsidRPr="002B3119">
        <w:t>un moment éclaboussée</w:t>
      </w:r>
      <w:r w:rsidR="00E4444A" w:rsidRPr="0099306C">
        <w:t xml:space="preserve">, </w:t>
      </w:r>
      <w:r w:rsidRPr="002B3119">
        <w:t>redevenait calme</w:t>
      </w:r>
      <w:r w:rsidR="00E4444A" w:rsidRPr="0099306C">
        <w:t xml:space="preserve">, </w:t>
      </w:r>
      <w:r w:rsidRPr="002B3119">
        <w:t>infinie comme avant</w:t>
      </w:r>
      <w:r w:rsidR="00E4444A" w:rsidRPr="0099306C">
        <w:t xml:space="preserve">. </w:t>
      </w:r>
      <w:r w:rsidRPr="002B3119">
        <w:t>La marée montante</w:t>
      </w:r>
      <w:r w:rsidR="00E4444A" w:rsidRPr="0099306C">
        <w:t xml:space="preserve">, </w:t>
      </w:r>
      <w:r w:rsidRPr="002B3119">
        <w:t>indifférente aux fêtes humaines</w:t>
      </w:r>
      <w:r w:rsidR="00E4444A" w:rsidRPr="0099306C">
        <w:t xml:space="preserve">, </w:t>
      </w:r>
      <w:r w:rsidRPr="002B3119">
        <w:t>continuait son bruit monotone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océan r</w:t>
      </w:r>
      <w:r w:rsidRPr="002B3119">
        <w:t>e</w:t>
      </w:r>
      <w:r w:rsidRPr="002B3119">
        <w:t>trouvait son mystère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là-bas</w:t>
      </w:r>
      <w:r w:rsidR="00E4444A" w:rsidRPr="0099306C">
        <w:t xml:space="preserve">, </w:t>
      </w:r>
      <w:r w:rsidRPr="002B3119">
        <w:t>les lumières fraternelles du Havre tremblaient de l</w:t>
      </w:r>
      <w:r w:rsidR="00E4444A" w:rsidRPr="0099306C">
        <w:t>’</w:t>
      </w:r>
      <w:r w:rsidRPr="002B3119">
        <w:t>autre côté du détroit</w:t>
      </w:r>
      <w:r w:rsidR="00E4444A" w:rsidRPr="0099306C">
        <w:t>.</w:t>
      </w:r>
    </w:p>
    <w:p w14:paraId="4EE0D46B" w14:textId="77777777" w:rsidR="00E4444A" w:rsidRPr="0099306C" w:rsidRDefault="002B3119" w:rsidP="002B3119">
      <w:r w:rsidRPr="002B3119">
        <w:t>Il était grand temps qu</w:t>
      </w:r>
      <w:r w:rsidR="00E4444A" w:rsidRPr="0099306C">
        <w:t>’</w:t>
      </w:r>
      <w:r w:rsidRPr="002B3119">
        <w:t>Yvette se couchât</w:t>
      </w:r>
      <w:r w:rsidR="00E4444A" w:rsidRPr="0099306C">
        <w:t xml:space="preserve">. </w:t>
      </w:r>
      <w:r w:rsidRPr="002B3119">
        <w:t>Je la portais encore</w:t>
      </w:r>
      <w:r w:rsidR="00E4444A" w:rsidRPr="0099306C">
        <w:t xml:space="preserve">, </w:t>
      </w:r>
      <w:r w:rsidRPr="002B3119">
        <w:t>sa petite joue contre ma joue</w:t>
      </w:r>
      <w:r w:rsidR="00E4444A" w:rsidRPr="0099306C">
        <w:t xml:space="preserve">. </w:t>
      </w:r>
      <w:r w:rsidRPr="002B3119">
        <w:t>Quand j</w:t>
      </w:r>
      <w:r w:rsidR="00E4444A" w:rsidRPr="0099306C">
        <w:t>’</w:t>
      </w:r>
      <w:r w:rsidRPr="002B3119">
        <w:t>arrivai dans notre chambre</w:t>
      </w:r>
      <w:r w:rsidR="00E4444A" w:rsidRPr="0099306C">
        <w:t xml:space="preserve">, </w:t>
      </w:r>
      <w:r w:rsidRPr="002B3119">
        <w:t>elle était complètement endormie</w:t>
      </w:r>
      <w:r w:rsidR="00E4444A" w:rsidRPr="0099306C">
        <w:t>.</w:t>
      </w:r>
    </w:p>
    <w:p w14:paraId="2241E537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sans même qu</w:t>
      </w:r>
      <w:r w:rsidR="00E4444A" w:rsidRPr="0099306C">
        <w:t>’</w:t>
      </w:r>
      <w:r w:rsidRPr="002B3119">
        <w:t>elle se réveillât</w:t>
      </w:r>
      <w:r w:rsidR="00E4444A" w:rsidRPr="0099306C">
        <w:t xml:space="preserve">, </w:t>
      </w:r>
      <w:r w:rsidRPr="002B3119">
        <w:t>je défis la robe blanche de la petite danseuse</w:t>
      </w:r>
      <w:r w:rsidR="00E4444A" w:rsidRPr="0099306C">
        <w:t>.</w:t>
      </w:r>
    </w:p>
    <w:p w14:paraId="55032860" w14:textId="77777777" w:rsidR="002B3119" w:rsidRPr="002B3119" w:rsidRDefault="002B3119" w:rsidP="002B3119"/>
    <w:p w14:paraId="7530C9F5" w14:textId="77777777" w:rsidR="00E4444A" w:rsidRPr="0099306C" w:rsidRDefault="002B3119" w:rsidP="002B3119">
      <w:r w:rsidRPr="002B3119">
        <w:t>Bien des années ont passé depuis le soir dont je parle</w:t>
      </w:r>
      <w:r w:rsidR="00E4444A" w:rsidRPr="0099306C">
        <w:t xml:space="preserve">. </w:t>
      </w:r>
      <w:r w:rsidRPr="002B3119">
        <w:t xml:space="preserve">Le temps a commencé son </w:t>
      </w:r>
      <w:r w:rsidR="00E4444A" w:rsidRPr="0099306C">
        <w:t>œ</w:t>
      </w:r>
      <w:r w:rsidRPr="002B3119">
        <w:t>uvre</w:t>
      </w:r>
      <w:r w:rsidR="00E4444A" w:rsidRPr="0099306C">
        <w:t xml:space="preserve">. </w:t>
      </w:r>
      <w:r w:rsidRPr="002B3119">
        <w:t>Bien des souvenirs se sont déjà ternis</w:t>
      </w:r>
      <w:r w:rsidR="00E4444A" w:rsidRPr="0099306C">
        <w:t xml:space="preserve">. </w:t>
      </w:r>
      <w:r w:rsidRPr="002B3119">
        <w:t>Je revois bien Yvette</w:t>
      </w:r>
      <w:r w:rsidR="00E4444A" w:rsidRPr="0099306C">
        <w:t xml:space="preserve">, </w:t>
      </w:r>
      <w:r w:rsidRPr="002B3119">
        <w:t>assise en face de moi</w:t>
      </w:r>
      <w:r w:rsidR="00E4444A" w:rsidRPr="0099306C">
        <w:t xml:space="preserve">. </w:t>
      </w:r>
      <w:r w:rsidRPr="002B3119">
        <w:t>Je revois</w:t>
      </w:r>
      <w:r w:rsidR="00E4444A" w:rsidRPr="0099306C">
        <w:t xml:space="preserve">, </w:t>
      </w:r>
      <w:r w:rsidRPr="002B3119">
        <w:t>sur mes habits</w:t>
      </w:r>
      <w:r w:rsidR="00E4444A" w:rsidRPr="0099306C">
        <w:t xml:space="preserve">, </w:t>
      </w:r>
      <w:r w:rsidRPr="002B3119">
        <w:t>la trace blanche de ses bottines</w:t>
      </w:r>
      <w:r w:rsidR="00E4444A" w:rsidRPr="0099306C">
        <w:t xml:space="preserve">. </w:t>
      </w:r>
      <w:r w:rsidRPr="002B3119">
        <w:t>Je revois ses gestes</w:t>
      </w:r>
      <w:r w:rsidR="00E4444A" w:rsidRPr="0099306C">
        <w:t xml:space="preserve">, </w:t>
      </w:r>
      <w:r w:rsidRPr="002B3119">
        <w:t>ses attitudes</w:t>
      </w:r>
      <w:r w:rsidR="00E4444A" w:rsidRPr="0099306C">
        <w:t xml:space="preserve">. </w:t>
      </w:r>
      <w:r w:rsidRPr="002B3119">
        <w:t>Toutes les impressions v</w:t>
      </w:r>
      <w:r w:rsidRPr="002B3119">
        <w:t>i</w:t>
      </w:r>
      <w:r w:rsidRPr="002B3119">
        <w:t>suelles demeurent gravées dans ma mémoire</w:t>
      </w:r>
      <w:r w:rsidR="00E4444A" w:rsidRPr="0099306C">
        <w:t xml:space="preserve">. </w:t>
      </w:r>
      <w:r w:rsidRPr="002B3119">
        <w:t>Je me revois</w:t>
      </w:r>
      <w:r w:rsidR="00E4444A" w:rsidRPr="0099306C">
        <w:t xml:space="preserve">, </w:t>
      </w:r>
      <w:r w:rsidRPr="002B3119">
        <w:t>la rapportant presque endormie</w:t>
      </w:r>
      <w:r w:rsidR="00E4444A" w:rsidRPr="0099306C">
        <w:t xml:space="preserve">, </w:t>
      </w:r>
      <w:r w:rsidRPr="002B3119">
        <w:t>et parfois encore</w:t>
      </w:r>
      <w:r w:rsidR="00E4444A" w:rsidRPr="0099306C">
        <w:t xml:space="preserve">, </w:t>
      </w:r>
      <w:r w:rsidRPr="002B3119">
        <w:t>sur mon cou</w:t>
      </w:r>
      <w:r w:rsidR="00E4444A" w:rsidRPr="0099306C">
        <w:t xml:space="preserve">, </w:t>
      </w:r>
      <w:r w:rsidRPr="002B3119">
        <w:t>je crois sentir la fraicheur de ses bras nus</w:t>
      </w:r>
      <w:r w:rsidR="00E4444A" w:rsidRPr="0099306C">
        <w:t xml:space="preserve">. </w:t>
      </w:r>
      <w:r w:rsidRPr="002B3119">
        <w:t>Mais les p</w:t>
      </w:r>
      <w:r w:rsidRPr="002B3119">
        <w:t>a</w:t>
      </w:r>
      <w:r w:rsidRPr="002B3119">
        <w:t>roles qu</w:t>
      </w:r>
      <w:r w:rsidR="00E4444A" w:rsidRPr="0099306C">
        <w:t>’</w:t>
      </w:r>
      <w:r w:rsidRPr="002B3119">
        <w:t>elle a pu dire</w:t>
      </w:r>
      <w:r w:rsidR="00E4444A" w:rsidRPr="0099306C">
        <w:t xml:space="preserve">, </w:t>
      </w:r>
      <w:r w:rsidRPr="002B3119">
        <w:t>je ne parviens plus à me les répéter</w:t>
      </w:r>
      <w:r w:rsidR="00E4444A" w:rsidRPr="0099306C">
        <w:t>.</w:t>
      </w:r>
    </w:p>
    <w:p w14:paraId="6BC0A919" w14:textId="77777777" w:rsidR="00E4444A" w:rsidRPr="0099306C" w:rsidRDefault="002B3119" w:rsidP="002B3119">
      <w:r w:rsidRPr="002B3119">
        <w:t>Pourtant elle parla</w:t>
      </w:r>
      <w:r w:rsidR="00E4444A" w:rsidRPr="0099306C">
        <w:t xml:space="preserve">. </w:t>
      </w:r>
      <w:r w:rsidRPr="002B3119">
        <w:t>Elle parla</w:t>
      </w:r>
      <w:r w:rsidR="00E4444A" w:rsidRPr="0099306C">
        <w:t xml:space="preserve">. </w:t>
      </w:r>
      <w:r w:rsidRPr="002B3119">
        <w:t>Les petits mots d</w:t>
      </w:r>
      <w:r w:rsidR="00E4444A" w:rsidRPr="0099306C">
        <w:t>’</w:t>
      </w:r>
      <w:r w:rsidRPr="002B3119">
        <w:t>enfant sont doux à rappeler</w:t>
      </w:r>
      <w:r w:rsidR="00E4444A" w:rsidRPr="0099306C">
        <w:t xml:space="preserve">. </w:t>
      </w:r>
      <w:r w:rsidRPr="002B3119">
        <w:t xml:space="preserve">Quelquefois je </w:t>
      </w:r>
      <w:proofErr w:type="gramStart"/>
      <w:r w:rsidRPr="002B3119">
        <w:t>fais</w:t>
      </w:r>
      <w:proofErr w:type="gramEnd"/>
      <w:r w:rsidRPr="002B3119">
        <w:t xml:space="preserve"> un effort</w:t>
      </w:r>
      <w:r w:rsidR="00E4444A" w:rsidRPr="0099306C">
        <w:t xml:space="preserve">. </w:t>
      </w:r>
      <w:r w:rsidRPr="002B3119">
        <w:t>Je me prends la tête entre les mains</w:t>
      </w:r>
      <w:r w:rsidR="00E4444A" w:rsidRPr="0099306C">
        <w:t xml:space="preserve">. </w:t>
      </w:r>
      <w:r w:rsidRPr="002B3119">
        <w:t>Je veux reconstituer la scène</w:t>
      </w:r>
      <w:r w:rsidR="00E4444A" w:rsidRPr="0099306C">
        <w:t xml:space="preserve">. </w:t>
      </w:r>
      <w:r w:rsidRPr="002B3119">
        <w:lastRenderedPageBreak/>
        <w:t>Voyons</w:t>
      </w:r>
      <w:r w:rsidR="00E4444A" w:rsidRPr="0099306C">
        <w:t xml:space="preserve">. </w:t>
      </w:r>
      <w:r w:rsidRPr="002B3119">
        <w:t>Cela doit être possible</w:t>
      </w:r>
      <w:r w:rsidR="00E4444A" w:rsidRPr="0099306C">
        <w:t xml:space="preserve">. </w:t>
      </w:r>
      <w:r w:rsidRPr="002B3119">
        <w:t>Yvette est devant moi</w:t>
      </w:r>
      <w:r w:rsidR="00E4444A" w:rsidRPr="0099306C">
        <w:t xml:space="preserve">. </w:t>
      </w:r>
      <w:r w:rsidRPr="002B3119">
        <w:t>Je la vois</w:t>
      </w:r>
      <w:r w:rsidR="00E4444A" w:rsidRPr="0099306C">
        <w:t xml:space="preserve">. </w:t>
      </w:r>
      <w:r w:rsidRPr="002B3119">
        <w:t>Elle approche</w:t>
      </w:r>
      <w:r w:rsidR="00E4444A" w:rsidRPr="0099306C">
        <w:t xml:space="preserve">. </w:t>
      </w:r>
      <w:r w:rsidRPr="002B3119">
        <w:t>Elle me regarde</w:t>
      </w:r>
      <w:r w:rsidR="00E4444A" w:rsidRPr="0099306C">
        <w:t xml:space="preserve">. </w:t>
      </w:r>
      <w:r w:rsidRPr="002B3119">
        <w:t>Puis elle parle</w:t>
      </w:r>
      <w:r w:rsidR="00E4444A" w:rsidRPr="0099306C">
        <w:t xml:space="preserve">… </w:t>
      </w:r>
      <w:r w:rsidRPr="002B3119">
        <w:t>Oui</w:t>
      </w:r>
      <w:r w:rsidR="00E4444A" w:rsidRPr="0099306C">
        <w:t xml:space="preserve">, </w:t>
      </w:r>
      <w:r w:rsidRPr="002B3119">
        <w:t>mais que dit-elle</w:t>
      </w:r>
      <w:r w:rsidR="00E4444A" w:rsidRPr="0099306C">
        <w:t xml:space="preserve"> ?… </w:t>
      </w:r>
      <w:r w:rsidRPr="002B3119">
        <w:t>Elle dit</w:t>
      </w:r>
      <w:r w:rsidR="00E4444A" w:rsidRPr="0099306C">
        <w:t>…</w:t>
      </w:r>
    </w:p>
    <w:p w14:paraId="59240FE7" w14:textId="77777777" w:rsidR="00E4444A" w:rsidRPr="0099306C" w:rsidRDefault="002B3119" w:rsidP="002B3119">
      <w:r w:rsidRPr="002B3119">
        <w:t>Hélas</w:t>
      </w:r>
      <w:r w:rsidR="00E4444A" w:rsidRPr="0099306C">
        <w:t xml:space="preserve"> ! </w:t>
      </w:r>
      <w:r w:rsidRPr="002B3119">
        <w:t>J</w:t>
      </w:r>
      <w:r w:rsidR="00E4444A" w:rsidRPr="0099306C">
        <w:t>’</w:t>
      </w:r>
      <w:r w:rsidRPr="002B3119">
        <w:t>ai beau faire</w:t>
      </w:r>
      <w:r w:rsidR="00E4444A" w:rsidRPr="0099306C">
        <w:t xml:space="preserve"> ! </w:t>
      </w:r>
      <w:r w:rsidRPr="002B3119">
        <w:t>Je ne retrouve pas</w:t>
      </w:r>
      <w:r w:rsidR="00E4444A" w:rsidRPr="0099306C">
        <w:t xml:space="preserve">. </w:t>
      </w:r>
      <w:r w:rsidRPr="002B3119">
        <w:t>Je ne r</w:t>
      </w:r>
      <w:r w:rsidRPr="002B3119">
        <w:t>e</w:t>
      </w:r>
      <w:r w:rsidRPr="002B3119">
        <w:t>trouve pas</w:t>
      </w:r>
      <w:r w:rsidR="00E4444A" w:rsidRPr="0099306C">
        <w:t>…</w:t>
      </w:r>
    </w:p>
    <w:p w14:paraId="5782F971" w14:textId="77777777" w:rsidR="00B4016A" w:rsidRPr="0099306C" w:rsidRDefault="002B3119" w:rsidP="00E4444A">
      <w:pPr>
        <w:pStyle w:val="Titre2"/>
      </w:pPr>
      <w:bookmarkStart w:id="33" w:name="_ljqu2smtmk45" w:colFirst="0" w:colLast="0"/>
      <w:bookmarkStart w:id="34" w:name="_Toc197514973"/>
      <w:bookmarkEnd w:id="33"/>
      <w:r w:rsidRPr="002B3119">
        <w:lastRenderedPageBreak/>
        <w:t>VI</w:t>
      </w:r>
      <w:r w:rsidR="00B4016A" w:rsidRPr="0099306C">
        <w:t>I</w:t>
      </w:r>
      <w:bookmarkEnd w:id="34"/>
    </w:p>
    <w:p w14:paraId="56A84CCD" w14:textId="77777777" w:rsidR="00E4444A" w:rsidRPr="0099306C" w:rsidRDefault="002B3119" w:rsidP="002B3119">
      <w:r w:rsidRPr="002B3119">
        <w:t>Un matin de septembre</w:t>
      </w:r>
      <w:r w:rsidR="00E4444A" w:rsidRPr="0099306C">
        <w:t xml:space="preserve">, </w:t>
      </w:r>
      <w:r w:rsidRPr="002B3119">
        <w:t>le temps changea brusquement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équinoxe d</w:t>
      </w:r>
      <w:r w:rsidR="00E4444A" w:rsidRPr="0099306C">
        <w:t>’</w:t>
      </w:r>
      <w:r w:rsidRPr="002B3119">
        <w:t>automne s</w:t>
      </w:r>
      <w:r w:rsidR="00E4444A" w:rsidRPr="0099306C">
        <w:t>’</w:t>
      </w:r>
      <w:r w:rsidRPr="002B3119">
        <w:t>annonçait par de grands coups s</w:t>
      </w:r>
      <w:r w:rsidRPr="002B3119">
        <w:t>u</w:t>
      </w:r>
      <w:r w:rsidRPr="002B3119">
        <w:t>bits qui faisaient trembler l</w:t>
      </w:r>
      <w:r w:rsidR="00E4444A" w:rsidRPr="0099306C">
        <w:t>’</w:t>
      </w:r>
      <w:r w:rsidRPr="002B3119">
        <w:t>hôtel</w:t>
      </w:r>
      <w:r w:rsidR="00E4444A" w:rsidRPr="0099306C">
        <w:t xml:space="preserve">. </w:t>
      </w:r>
      <w:r w:rsidRPr="002B3119">
        <w:t>La bourrasque fouettait les vitres</w:t>
      </w:r>
      <w:r w:rsidR="00E4444A" w:rsidRPr="0099306C">
        <w:t xml:space="preserve">, </w:t>
      </w:r>
      <w:r w:rsidRPr="002B3119">
        <w:t>secouait les plaques des cheminées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en prenait aux contrevents qui battaient la muraille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ouvrant et se refe</w:t>
      </w:r>
      <w:r w:rsidRPr="002B3119">
        <w:t>r</w:t>
      </w:r>
      <w:r w:rsidRPr="002B3119">
        <w:t>mant</w:t>
      </w:r>
      <w:r w:rsidR="00E4444A" w:rsidRPr="0099306C">
        <w:t xml:space="preserve">. </w:t>
      </w:r>
      <w:r w:rsidRPr="002B3119">
        <w:t>De grandes vagues</w:t>
      </w:r>
      <w:r w:rsidR="00E4444A" w:rsidRPr="0099306C">
        <w:t xml:space="preserve">, </w:t>
      </w:r>
      <w:r w:rsidRPr="002B3119">
        <w:t>venues de loin et grossies en route</w:t>
      </w:r>
      <w:r w:rsidR="00E4444A" w:rsidRPr="0099306C">
        <w:t xml:space="preserve">, </w:t>
      </w:r>
      <w:r w:rsidRPr="002B3119">
        <w:t>assaillaient les rochers avec un bruit de trombe</w:t>
      </w:r>
      <w:r w:rsidR="00E4444A" w:rsidRPr="0099306C">
        <w:t xml:space="preserve">. </w:t>
      </w:r>
      <w:r w:rsidRPr="002B3119">
        <w:t>Quand nous sortions sur la place pour entendre hurler la mer</w:t>
      </w:r>
      <w:r w:rsidR="00E4444A" w:rsidRPr="0099306C">
        <w:t xml:space="preserve">, </w:t>
      </w:r>
      <w:r w:rsidRPr="002B3119">
        <w:t>des coups de vent risquaient de renverser Yvette</w:t>
      </w:r>
      <w:r w:rsidR="00E4444A" w:rsidRPr="0099306C">
        <w:t xml:space="preserve">, </w:t>
      </w:r>
      <w:r w:rsidRPr="002B3119">
        <w:t>et a</w:t>
      </w:r>
      <w:r w:rsidRPr="002B3119">
        <w:t>r</w:t>
      </w:r>
      <w:r w:rsidRPr="002B3119">
        <w:t>rachaient son chapeau</w:t>
      </w:r>
      <w:r w:rsidR="00E4444A" w:rsidRPr="0099306C">
        <w:t xml:space="preserve">, </w:t>
      </w:r>
      <w:r w:rsidRPr="002B3119">
        <w:t>qui s</w:t>
      </w:r>
      <w:r w:rsidR="00E4444A" w:rsidRPr="0099306C">
        <w:t>’</w:t>
      </w:r>
      <w:r w:rsidRPr="002B3119">
        <w:t>accrochait derrière la tête</w:t>
      </w:r>
      <w:r w:rsidR="00E4444A" w:rsidRPr="0099306C">
        <w:t xml:space="preserve">, </w:t>
      </w:r>
      <w:r w:rsidRPr="002B3119">
        <w:t>r</w:t>
      </w:r>
      <w:r w:rsidRPr="002B3119">
        <w:t>e</w:t>
      </w:r>
      <w:r w:rsidRPr="002B3119">
        <w:t>tenu par l</w:t>
      </w:r>
      <w:r w:rsidR="00E4444A" w:rsidRPr="0099306C">
        <w:t>’</w:t>
      </w:r>
      <w:r w:rsidRPr="002B3119">
        <w:t>élastique</w:t>
      </w:r>
      <w:r w:rsidR="00E4444A" w:rsidRPr="0099306C">
        <w:t>.</w:t>
      </w:r>
    </w:p>
    <w:p w14:paraId="11972BC4" w14:textId="77777777" w:rsidR="00E4444A" w:rsidRPr="0099306C" w:rsidRDefault="002B3119" w:rsidP="002B3119">
      <w:r w:rsidRPr="002B3119">
        <w:t>Nous rentrions vite</w:t>
      </w:r>
      <w:r w:rsidR="00E4444A" w:rsidRPr="0099306C">
        <w:t xml:space="preserve">. </w:t>
      </w:r>
      <w:r w:rsidRPr="002B3119">
        <w:t>Un feu de bois éclairait la salle à manger</w:t>
      </w:r>
      <w:r w:rsidR="00E4444A" w:rsidRPr="0099306C">
        <w:t xml:space="preserve">. </w:t>
      </w:r>
      <w:r w:rsidRPr="002B3119">
        <w:t>Les pensionnaires se frottaient les mains en disant</w:t>
      </w:r>
      <w:r w:rsidR="00E4444A" w:rsidRPr="0099306C">
        <w:t> :</w:t>
      </w:r>
    </w:p>
    <w:p w14:paraId="6F76C921" w14:textId="77777777" w:rsidR="00E4444A" w:rsidRPr="0099306C" w:rsidRDefault="00E4444A" w:rsidP="002B3119">
      <w:r w:rsidRPr="0099306C">
        <w:t>— </w:t>
      </w:r>
      <w:r w:rsidR="002B3119" w:rsidRPr="002B3119">
        <w:t>Tout de même</w:t>
      </w:r>
      <w:r w:rsidRPr="0099306C">
        <w:t xml:space="preserve">, </w:t>
      </w:r>
      <w:r w:rsidR="002B3119" w:rsidRPr="002B3119">
        <w:t>un air de feu</w:t>
      </w:r>
      <w:r w:rsidRPr="0099306C">
        <w:t xml:space="preserve">, </w:t>
      </w:r>
      <w:r w:rsidR="002B3119" w:rsidRPr="002B3119">
        <w:t>ça fait du bien</w:t>
      </w:r>
      <w:r w:rsidRPr="0099306C">
        <w:t>.</w:t>
      </w:r>
    </w:p>
    <w:p w14:paraId="3B0EE968" w14:textId="77777777" w:rsidR="00E4444A" w:rsidRPr="0099306C" w:rsidRDefault="002B3119" w:rsidP="002B3119">
      <w:r w:rsidRPr="002B3119">
        <w:t>Notre départ fut décidé</w:t>
      </w:r>
      <w:r w:rsidR="00E4444A" w:rsidRPr="0099306C">
        <w:t xml:space="preserve">. </w:t>
      </w:r>
      <w:r w:rsidRPr="002B3119">
        <w:t>La calme demeure accueillit notre retour</w:t>
      </w:r>
      <w:r w:rsidR="00E4444A" w:rsidRPr="0099306C">
        <w:t xml:space="preserve">. </w:t>
      </w:r>
      <w:r w:rsidRPr="002B3119">
        <w:t>Les meubles familiers</w:t>
      </w:r>
      <w:r w:rsidR="00E4444A" w:rsidRPr="0099306C">
        <w:t xml:space="preserve">, </w:t>
      </w:r>
      <w:r w:rsidRPr="002B3119">
        <w:t>les portraits des murs</w:t>
      </w:r>
      <w:r w:rsidR="00E4444A" w:rsidRPr="0099306C">
        <w:t xml:space="preserve">, </w:t>
      </w:r>
      <w:r w:rsidRPr="002B3119">
        <w:t>les braves gens de Greuze</w:t>
      </w:r>
      <w:r w:rsidR="00E4444A" w:rsidRPr="0099306C">
        <w:t xml:space="preserve">, </w:t>
      </w:r>
      <w:r w:rsidRPr="002B3119">
        <w:t>les arbres du jardin nous avaient patiemment attendus</w:t>
      </w:r>
      <w:r w:rsidR="00E4444A" w:rsidRPr="0099306C">
        <w:t xml:space="preserve">. </w:t>
      </w:r>
      <w:r w:rsidRPr="002B3119">
        <w:t>Marie-Anne avait fait ses nettoyages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drôle</w:t>
      </w:r>
      <w:r w:rsidR="00E4444A" w:rsidRPr="0099306C">
        <w:t xml:space="preserve"> : </w:t>
      </w:r>
      <w:r w:rsidRPr="002B3119">
        <w:t>rien</w:t>
      </w:r>
      <w:r w:rsidR="00E4444A" w:rsidRPr="0099306C">
        <w:t xml:space="preserve">, </w:t>
      </w:r>
      <w:r w:rsidRPr="002B3119">
        <w:t>depuis un mois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avait changé</w:t>
      </w:r>
      <w:r w:rsidR="00E4444A" w:rsidRPr="0099306C">
        <w:t xml:space="preserve">. </w:t>
      </w:r>
      <w:r w:rsidRPr="002B3119">
        <w:t>La chèvre</w:t>
      </w:r>
      <w:r w:rsidR="00E4444A" w:rsidRPr="0099306C">
        <w:t xml:space="preserve">, </w:t>
      </w:r>
      <w:r w:rsidRPr="002B3119">
        <w:t>que notre absence n</w:t>
      </w:r>
      <w:r w:rsidR="00E4444A" w:rsidRPr="0099306C">
        <w:t>’</w:t>
      </w:r>
      <w:r w:rsidRPr="002B3119">
        <w:t>avait pas trop émue</w:t>
      </w:r>
      <w:r w:rsidR="00E4444A" w:rsidRPr="0099306C">
        <w:t xml:space="preserve">, </w:t>
      </w:r>
      <w:r w:rsidRPr="002B3119">
        <w:t>leva la tête en nous voyant</w:t>
      </w:r>
      <w:r w:rsidR="00E4444A" w:rsidRPr="0099306C">
        <w:t xml:space="preserve">, </w:t>
      </w:r>
      <w:r w:rsidRPr="002B3119">
        <w:t>puis se remit à brouter son gazon</w:t>
      </w:r>
      <w:r w:rsidR="00E4444A" w:rsidRPr="0099306C">
        <w:t>.</w:t>
      </w:r>
    </w:p>
    <w:p w14:paraId="461CFC58" w14:textId="77777777" w:rsidR="00E4444A" w:rsidRPr="0099306C" w:rsidRDefault="002B3119" w:rsidP="002B3119">
      <w:r w:rsidRPr="002B3119">
        <w:t>Le courrier des derniers jours était sur une table</w:t>
      </w:r>
      <w:r w:rsidR="00E4444A" w:rsidRPr="0099306C">
        <w:t xml:space="preserve">. </w:t>
      </w:r>
      <w:r w:rsidRPr="002B3119">
        <w:t>Une lettre venait de l</w:t>
      </w:r>
      <w:r w:rsidR="00E4444A" w:rsidRPr="0099306C">
        <w:t>’</w:t>
      </w:r>
      <w:r w:rsidRPr="002B3119">
        <w:t>oncle de Jeanne qui demandait des no</w:t>
      </w:r>
      <w:r w:rsidRPr="002B3119">
        <w:t>u</w:t>
      </w:r>
      <w:r w:rsidRPr="002B3119">
        <w:t>velles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 xml:space="preserve">Il </w:t>
      </w:r>
      <w:proofErr w:type="gramStart"/>
      <w:r w:rsidRPr="002B3119">
        <w:t>avait été</w:t>
      </w:r>
      <w:proofErr w:type="gramEnd"/>
      <w:r w:rsidRPr="002B3119">
        <w:t xml:space="preserve"> chercher le repos en Suisse</w:t>
      </w:r>
      <w:r w:rsidR="00E4444A" w:rsidRPr="0099306C">
        <w:t xml:space="preserve">, </w:t>
      </w:r>
      <w:r w:rsidRPr="002B3119">
        <w:t>après avoir obtenu sa retraite</w:t>
      </w:r>
      <w:r w:rsidR="00E4444A" w:rsidRPr="0099306C">
        <w:t xml:space="preserve">, </w:t>
      </w:r>
      <w:r w:rsidRPr="002B3119">
        <w:t>et dans sa lettre un peu triste ne parlait même pas de sa nièce</w:t>
      </w:r>
      <w:r w:rsidR="00E4444A" w:rsidRPr="0099306C">
        <w:t xml:space="preserve">, </w:t>
      </w:r>
      <w:r w:rsidRPr="002B3119">
        <w:t>comme s</w:t>
      </w:r>
      <w:r w:rsidR="00E4444A" w:rsidRPr="0099306C">
        <w:t>’</w:t>
      </w:r>
      <w:r w:rsidRPr="002B3119">
        <w:t>il jugeait le mal i</w:t>
      </w:r>
      <w:r w:rsidRPr="002B3119">
        <w:t>r</w:t>
      </w:r>
      <w:r w:rsidRPr="002B3119">
        <w:t>rémédiable</w:t>
      </w:r>
      <w:r w:rsidR="00E4444A" w:rsidRPr="0099306C">
        <w:t xml:space="preserve">, </w:t>
      </w:r>
      <w:r w:rsidRPr="002B3119">
        <w:t>et définitive notre séparation</w:t>
      </w:r>
      <w:r w:rsidR="00E4444A" w:rsidRPr="0099306C">
        <w:t>.</w:t>
      </w:r>
    </w:p>
    <w:p w14:paraId="61099355" w14:textId="77777777" w:rsidR="00E4444A" w:rsidRPr="0099306C" w:rsidRDefault="002B3119" w:rsidP="002B3119">
      <w:r w:rsidRPr="002B3119">
        <w:lastRenderedPageBreak/>
        <w:t>Yvette avait hâte de retrouver ses joujoux</w:t>
      </w:r>
      <w:r w:rsidR="00E4444A" w:rsidRPr="0099306C">
        <w:t xml:space="preserve">, </w:t>
      </w:r>
      <w:r w:rsidRPr="002B3119">
        <w:t>ses robes</w:t>
      </w:r>
      <w:r w:rsidR="00E4444A" w:rsidRPr="0099306C">
        <w:t xml:space="preserve">, </w:t>
      </w:r>
      <w:r w:rsidRPr="002B3119">
        <w:t>ses livres de classe</w:t>
      </w:r>
      <w:r w:rsidR="00E4444A" w:rsidRPr="0099306C">
        <w:t xml:space="preserve">, </w:t>
      </w:r>
      <w:r w:rsidRPr="002B3119">
        <w:t>toutes ses petites affaires</w:t>
      </w:r>
      <w:r w:rsidR="00E4444A" w:rsidRPr="0099306C">
        <w:t xml:space="preserve">. </w:t>
      </w:r>
      <w:r w:rsidRPr="002B3119">
        <w:t>Elle allait de pièce en pièce</w:t>
      </w:r>
      <w:r w:rsidR="00E4444A" w:rsidRPr="0099306C">
        <w:t xml:space="preserve">, </w:t>
      </w:r>
      <w:r w:rsidRPr="002B3119">
        <w:t>visitait les armoires</w:t>
      </w:r>
      <w:r w:rsidR="00E4444A" w:rsidRPr="0099306C">
        <w:t xml:space="preserve">, </w:t>
      </w:r>
      <w:r w:rsidRPr="002B3119">
        <w:t>cherchant on ne sait quoi</w:t>
      </w:r>
      <w:r w:rsidR="00E4444A" w:rsidRPr="0099306C">
        <w:t xml:space="preserve">, </w:t>
      </w:r>
      <w:r w:rsidRPr="002B3119">
        <w:t>un peu surprise de ne rien apercevoir de nouveau</w:t>
      </w:r>
      <w:r w:rsidR="00E4444A" w:rsidRPr="0099306C">
        <w:t xml:space="preserve">, </w:t>
      </w:r>
      <w:r w:rsidRPr="002B3119">
        <w:t>de ne pas rencontrer</w:t>
      </w:r>
      <w:r w:rsidR="00E4444A" w:rsidRPr="0099306C">
        <w:t xml:space="preserve">, </w:t>
      </w:r>
      <w:r w:rsidRPr="002B3119">
        <w:t>au fond d</w:t>
      </w:r>
      <w:r w:rsidR="00E4444A" w:rsidRPr="0099306C">
        <w:t>’</w:t>
      </w:r>
      <w:r w:rsidRPr="002B3119">
        <w:t>un meuble</w:t>
      </w:r>
      <w:r w:rsidR="00E4444A" w:rsidRPr="0099306C">
        <w:t xml:space="preserve">, </w:t>
      </w:r>
      <w:r w:rsidRPr="002B3119">
        <w:t>quelque objet bien oublié</w:t>
      </w:r>
      <w:r w:rsidR="00E4444A" w:rsidRPr="0099306C">
        <w:t xml:space="preserve">, </w:t>
      </w:r>
      <w:r w:rsidRPr="002B3119">
        <w:t>dont la trouvaille lui vaudrait la joie d</w:t>
      </w:r>
      <w:r w:rsidR="00E4444A" w:rsidRPr="0099306C">
        <w:t>’</w:t>
      </w:r>
      <w:r w:rsidRPr="002B3119">
        <w:t>une découverte</w:t>
      </w:r>
      <w:r w:rsidR="00E4444A" w:rsidRPr="0099306C">
        <w:t xml:space="preserve">. </w:t>
      </w:r>
      <w:r w:rsidRPr="002B3119">
        <w:t>Mais non</w:t>
      </w:r>
      <w:r w:rsidR="00E4444A" w:rsidRPr="0099306C">
        <w:t xml:space="preserve"> : </w:t>
      </w:r>
      <w:r w:rsidRPr="002B3119">
        <w:t>c</w:t>
      </w:r>
      <w:r w:rsidR="00E4444A" w:rsidRPr="0099306C">
        <w:t>’</w:t>
      </w:r>
      <w:r w:rsidRPr="002B3119">
        <w:t>était vraiment bizarre</w:t>
      </w:r>
      <w:r w:rsidR="00E4444A" w:rsidRPr="0099306C">
        <w:t xml:space="preserve"> ! </w:t>
      </w:r>
      <w:r w:rsidRPr="002B3119">
        <w:t>Les tiroirs d</w:t>
      </w:r>
      <w:r w:rsidR="00E4444A" w:rsidRPr="0099306C">
        <w:t>’</w:t>
      </w:r>
      <w:r w:rsidRPr="002B3119">
        <w:t>Yvette ne cont</w:t>
      </w:r>
      <w:r w:rsidRPr="002B3119">
        <w:t>e</w:t>
      </w:r>
      <w:r w:rsidRPr="002B3119">
        <w:t>naient rien</w:t>
      </w:r>
      <w:r w:rsidR="00E4444A" w:rsidRPr="0099306C">
        <w:t xml:space="preserve">, </w:t>
      </w:r>
      <w:r w:rsidRPr="002B3119">
        <w:t>sinon les objets mêmes qu</w:t>
      </w:r>
      <w:r w:rsidR="00E4444A" w:rsidRPr="0099306C">
        <w:t>’</w:t>
      </w:r>
      <w:r w:rsidRPr="002B3119">
        <w:t>elle y avait laissés en partant</w:t>
      </w:r>
      <w:r w:rsidR="00E4444A" w:rsidRPr="0099306C">
        <w:t>.</w:t>
      </w:r>
    </w:p>
    <w:p w14:paraId="47661C24" w14:textId="77777777" w:rsidR="00E4444A" w:rsidRPr="0099306C" w:rsidRDefault="002B3119" w:rsidP="002B3119">
      <w:r w:rsidRPr="002B3119">
        <w:t>Quand Yvette en fut bien convaincue</w:t>
      </w:r>
      <w:r w:rsidR="00E4444A" w:rsidRPr="0099306C">
        <w:t xml:space="preserve">, </w:t>
      </w:r>
      <w:r w:rsidRPr="002B3119">
        <w:t>elle prit une de ses filles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assit sur le canapé de mon bureau</w:t>
      </w:r>
      <w:r w:rsidR="00E4444A" w:rsidRPr="0099306C">
        <w:t xml:space="preserve">, </w:t>
      </w:r>
      <w:r w:rsidRPr="002B3119">
        <w:t>rhabilla sa poupée vraiment trop négligée depuis quelques semaines</w:t>
      </w:r>
      <w:r w:rsidR="00E4444A" w:rsidRPr="0099306C">
        <w:t xml:space="preserve">. </w:t>
      </w:r>
      <w:r w:rsidR="004959CF" w:rsidRPr="0099306C">
        <w:t>À</w:t>
      </w:r>
      <w:r w:rsidRPr="002B3119">
        <w:t xml:space="preserve"> retrouver</w:t>
      </w:r>
      <w:r w:rsidR="00E4444A" w:rsidRPr="0099306C">
        <w:t xml:space="preserve">, </w:t>
      </w:r>
      <w:r w:rsidRPr="002B3119">
        <w:t>à toucher mes livres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éprouvais un plaisir an</w:t>
      </w:r>
      <w:r w:rsidRPr="002B3119">
        <w:t>a</w:t>
      </w:r>
      <w:r w:rsidRPr="002B3119">
        <w:t>logue au sien</w:t>
      </w:r>
      <w:r w:rsidR="00E4444A" w:rsidRPr="0099306C">
        <w:t xml:space="preserve">. </w:t>
      </w:r>
      <w:r w:rsidRPr="002B3119">
        <w:t>Nous étions arrivés dans l</w:t>
      </w:r>
      <w:r w:rsidR="00E4444A" w:rsidRPr="0099306C">
        <w:t>’</w:t>
      </w:r>
      <w:r w:rsidRPr="002B3119">
        <w:t>après-midi</w:t>
      </w:r>
      <w:r w:rsidR="00E4444A" w:rsidRPr="0099306C">
        <w:t xml:space="preserve">. </w:t>
      </w:r>
      <w:r w:rsidRPr="002B3119">
        <w:t>La nuit d</w:t>
      </w:r>
      <w:r w:rsidR="00E4444A" w:rsidRPr="0099306C">
        <w:t>’</w:t>
      </w:r>
      <w:r w:rsidRPr="002B3119">
        <w:t>automne tomba vite</w:t>
      </w:r>
      <w:r w:rsidR="00E4444A" w:rsidRPr="0099306C">
        <w:t xml:space="preserve">. </w:t>
      </w:r>
      <w:r w:rsidRPr="002B3119">
        <w:t>Marie-Anne nous étonna en venant annoncer le dîner</w:t>
      </w:r>
      <w:r w:rsidR="00E4444A" w:rsidRPr="0099306C">
        <w:t>.</w:t>
      </w:r>
    </w:p>
    <w:p w14:paraId="33525903" w14:textId="77777777" w:rsidR="00E4444A" w:rsidRPr="0099306C" w:rsidRDefault="002B3119" w:rsidP="002B3119">
      <w:r w:rsidRPr="002B3119">
        <w:t>La douce habitude nous enlaça une fois encore dans son réseau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 xml:space="preserve">horloge du vestibule continuait son </w:t>
      </w:r>
      <w:r w:rsidR="00C4629E" w:rsidRPr="002B3119">
        <w:t>tic-tac</w:t>
      </w:r>
      <w:r w:rsidR="00E4444A" w:rsidRPr="0099306C">
        <w:t xml:space="preserve">. </w:t>
      </w:r>
      <w:r w:rsidRPr="002B3119">
        <w:t>La ma</w:t>
      </w:r>
      <w:r w:rsidRPr="002B3119">
        <w:t>i</w:t>
      </w:r>
      <w:r w:rsidRPr="002B3119">
        <w:t>son</w:t>
      </w:r>
      <w:r w:rsidR="00E4444A" w:rsidRPr="0099306C">
        <w:t xml:space="preserve">, </w:t>
      </w:r>
      <w:r w:rsidRPr="002B3119">
        <w:t>comme autrefois</w:t>
      </w:r>
      <w:r w:rsidR="00E4444A" w:rsidRPr="0099306C">
        <w:t xml:space="preserve">, </w:t>
      </w:r>
      <w:r w:rsidRPr="002B3119">
        <w:t>bourdonnait autour de nous</w:t>
      </w:r>
      <w:r w:rsidR="00E4444A" w:rsidRPr="0099306C">
        <w:t>.</w:t>
      </w:r>
    </w:p>
    <w:p w14:paraId="792D89F3" w14:textId="77777777" w:rsidR="002B3119" w:rsidRPr="002B3119" w:rsidRDefault="002B3119" w:rsidP="002B3119"/>
    <w:p w14:paraId="63122284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arrière-saison nous réservait encore de belles journées limpides</w:t>
      </w:r>
      <w:r w:rsidR="00E4444A" w:rsidRPr="0099306C">
        <w:t xml:space="preserve">. </w:t>
      </w:r>
      <w:r w:rsidRPr="002B3119">
        <w:t>Des souffles tièdes transportaient encore une odeur d</w:t>
      </w:r>
      <w:r w:rsidR="00E4444A" w:rsidRPr="0099306C">
        <w:t>’</w:t>
      </w:r>
      <w:r w:rsidRPr="002B3119">
        <w:t>été</w:t>
      </w:r>
      <w:r w:rsidR="00E4444A" w:rsidRPr="0099306C">
        <w:t xml:space="preserve">. </w:t>
      </w:r>
      <w:r w:rsidRPr="002B3119">
        <w:t>Yvette mettait bien à profit ses dernières s</w:t>
      </w:r>
      <w:r w:rsidRPr="002B3119">
        <w:t>e</w:t>
      </w:r>
      <w:r w:rsidRPr="002B3119">
        <w:t>maines de vacances</w:t>
      </w:r>
      <w:r w:rsidR="00E4444A" w:rsidRPr="0099306C">
        <w:t xml:space="preserve">. </w:t>
      </w:r>
      <w:r w:rsidRPr="002B3119">
        <w:t>Ses petites amies revenaient l</w:t>
      </w:r>
      <w:r w:rsidR="00E4444A" w:rsidRPr="0099306C">
        <w:t>’</w:t>
      </w:r>
      <w:r w:rsidRPr="002B3119">
        <w:t>une après l</w:t>
      </w:r>
      <w:r w:rsidR="00E4444A" w:rsidRPr="0099306C">
        <w:t>’</w:t>
      </w:r>
      <w:r w:rsidRPr="002B3119">
        <w:t>autre de la montagne et de l</w:t>
      </w:r>
      <w:r w:rsidR="00E4444A" w:rsidRPr="0099306C">
        <w:t>’</w:t>
      </w:r>
      <w:r w:rsidRPr="002B3119">
        <w:t>océan</w:t>
      </w:r>
      <w:r w:rsidR="00E4444A" w:rsidRPr="0099306C">
        <w:t xml:space="preserve">. </w:t>
      </w:r>
      <w:r w:rsidRPr="002B3119">
        <w:t>On s</w:t>
      </w:r>
      <w:r w:rsidR="00E4444A" w:rsidRPr="0099306C">
        <w:t>’</w:t>
      </w:r>
      <w:r w:rsidRPr="002B3119">
        <w:t>était bien envoyé des cartes</w:t>
      </w:r>
      <w:r w:rsidR="00E4444A" w:rsidRPr="0099306C">
        <w:t xml:space="preserve">. </w:t>
      </w:r>
      <w:r w:rsidRPr="002B3119">
        <w:t xml:space="preserve">Tout un échange de </w:t>
      </w:r>
      <w:r w:rsidR="00E4444A" w:rsidRPr="0099306C">
        <w:t>« </w:t>
      </w:r>
      <w:r w:rsidRPr="002B3119">
        <w:t>bons baisers</w:t>
      </w:r>
      <w:r w:rsidR="00E4444A" w:rsidRPr="0099306C">
        <w:t xml:space="preserve"> »… </w:t>
      </w:r>
      <w:r w:rsidRPr="002B3119">
        <w:t>Mais que d</w:t>
      </w:r>
      <w:r w:rsidR="00E4444A" w:rsidRPr="0099306C">
        <w:t>’</w:t>
      </w:r>
      <w:r w:rsidRPr="002B3119">
        <w:t>histoires à raconter de vive voix</w:t>
      </w:r>
      <w:r w:rsidR="00E4444A" w:rsidRPr="0099306C">
        <w:t xml:space="preserve"> ! </w:t>
      </w:r>
      <w:r w:rsidRPr="002B3119">
        <w:t>Les fillettes traversaient ensemble le jardin</w:t>
      </w:r>
      <w:r w:rsidR="00E4444A" w:rsidRPr="0099306C">
        <w:t xml:space="preserve">, </w:t>
      </w:r>
      <w:r w:rsidRPr="002B3119">
        <w:t>parm</w:t>
      </w:r>
      <w:r w:rsidR="004959CF" w:rsidRPr="0099306C">
        <w:t>i</w:t>
      </w:r>
      <w:r w:rsidRPr="002B3119">
        <w:t xml:space="preserve"> l</w:t>
      </w:r>
      <w:r w:rsidR="00E4444A" w:rsidRPr="0099306C">
        <w:t>’</w:t>
      </w:r>
      <w:r w:rsidRPr="002B3119">
        <w:t>adieu doré d</w:t>
      </w:r>
      <w:r w:rsidR="00E4444A" w:rsidRPr="0099306C">
        <w:t>’</w:t>
      </w:r>
      <w:r w:rsidRPr="002B3119">
        <w:t>un s</w:t>
      </w:r>
      <w:r w:rsidRPr="002B3119">
        <w:t>o</w:t>
      </w:r>
      <w:r w:rsidRPr="002B3119">
        <w:t>leil pâli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était une joie de voir la mine prospère de toutes ces bambines au teint bronzé</w:t>
      </w:r>
      <w:r w:rsidR="00E4444A" w:rsidRPr="0099306C">
        <w:t>.</w:t>
      </w:r>
    </w:p>
    <w:p w14:paraId="49C309E1" w14:textId="77777777" w:rsidR="00E4444A" w:rsidRPr="0099306C" w:rsidRDefault="002B3119" w:rsidP="002B3119">
      <w:r w:rsidRPr="002B3119">
        <w:lastRenderedPageBreak/>
        <w:t>Combien de fois les ai-je considérées ainsi</w:t>
      </w:r>
      <w:r w:rsidR="00E4444A" w:rsidRPr="0099306C">
        <w:t xml:space="preserve"> ! </w:t>
      </w:r>
      <w:r w:rsidRPr="002B3119">
        <w:t>Sur la calme pelouse une poésie flottait</w:t>
      </w:r>
      <w:r w:rsidR="00E4444A" w:rsidRPr="0099306C">
        <w:t xml:space="preserve">. </w:t>
      </w:r>
      <w:r w:rsidRPr="002B3119">
        <w:t>Elles jouaient jusqu</w:t>
      </w:r>
      <w:r w:rsidR="00E4444A" w:rsidRPr="0099306C">
        <w:t>’</w:t>
      </w:r>
      <w:r w:rsidRPr="002B3119">
        <w:t>à l</w:t>
      </w:r>
      <w:r w:rsidR="00E4444A" w:rsidRPr="0099306C">
        <w:t>’</w:t>
      </w:r>
      <w:r w:rsidRPr="002B3119">
        <w:t>heure charmante</w:t>
      </w:r>
      <w:r w:rsidR="00E4444A" w:rsidRPr="0099306C">
        <w:t xml:space="preserve">, </w:t>
      </w:r>
      <w:r w:rsidRPr="002B3119">
        <w:t>un peu grave</w:t>
      </w:r>
      <w:r w:rsidR="00E4444A" w:rsidRPr="0099306C">
        <w:t xml:space="preserve">, </w:t>
      </w:r>
      <w:r w:rsidRPr="002B3119">
        <w:t>qui précède la nuit</w:t>
      </w:r>
      <w:r w:rsidR="00E4444A" w:rsidRPr="0099306C">
        <w:t xml:space="preserve">. </w:t>
      </w:r>
      <w:r w:rsidRPr="002B3119">
        <w:t>Les derniers oiseaux s</w:t>
      </w:r>
      <w:r w:rsidR="00E4444A" w:rsidRPr="0099306C">
        <w:t>’</w:t>
      </w:r>
      <w:r w:rsidRPr="002B3119">
        <w:t>étaient tus</w:t>
      </w:r>
      <w:r w:rsidR="00E4444A" w:rsidRPr="0099306C">
        <w:t xml:space="preserve">. </w:t>
      </w:r>
      <w:r w:rsidRPr="002B3119">
        <w:t>Les premières étoiles s</w:t>
      </w:r>
      <w:r w:rsidR="00E4444A" w:rsidRPr="0099306C">
        <w:t>’</w:t>
      </w:r>
      <w:r w:rsidRPr="002B3119">
        <w:t>éveillaient</w:t>
      </w:r>
      <w:r w:rsidR="00E4444A" w:rsidRPr="0099306C">
        <w:t>.</w:t>
      </w:r>
    </w:p>
    <w:p w14:paraId="5A5ED41A" w14:textId="77777777" w:rsidR="00E4444A" w:rsidRPr="0099306C" w:rsidRDefault="002B3119" w:rsidP="002B3119">
      <w:r w:rsidRPr="002B3119">
        <w:t>Le début d</w:t>
      </w:r>
      <w:r w:rsidR="00E4444A" w:rsidRPr="0099306C">
        <w:t>’</w:t>
      </w:r>
      <w:r w:rsidRPr="002B3119">
        <w:t>octobre amena le retour à l</w:t>
      </w:r>
      <w:r w:rsidR="00E4444A" w:rsidRPr="0099306C">
        <w:t>’</w:t>
      </w:r>
      <w:r w:rsidRPr="002B3119">
        <w:t>école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dès qu</w:t>
      </w:r>
      <w:r w:rsidR="00E4444A" w:rsidRPr="0099306C">
        <w:t>’</w:t>
      </w:r>
      <w:r w:rsidRPr="002B3119">
        <w:t>elle rentrait de classe</w:t>
      </w:r>
      <w:r w:rsidR="00E4444A" w:rsidRPr="0099306C">
        <w:t xml:space="preserve">, </w:t>
      </w:r>
      <w:r w:rsidRPr="002B3119">
        <w:t>insensible à la fuite des jours</w:t>
      </w:r>
      <w:r w:rsidR="00E4444A" w:rsidRPr="0099306C">
        <w:t xml:space="preserve">, </w:t>
      </w:r>
      <w:r w:rsidRPr="002B3119">
        <w:t>pa</w:t>
      </w:r>
      <w:r w:rsidRPr="002B3119">
        <w:t>s</w:t>
      </w:r>
      <w:r w:rsidRPr="002B3119">
        <w:t>sait son temps dans son jardin</w:t>
      </w:r>
      <w:r w:rsidR="00E4444A" w:rsidRPr="0099306C">
        <w:t xml:space="preserve">. </w:t>
      </w:r>
      <w:r w:rsidRPr="002B3119">
        <w:t>Ce n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un matin</w:t>
      </w:r>
      <w:r w:rsidR="00E4444A" w:rsidRPr="0099306C">
        <w:t xml:space="preserve">, </w:t>
      </w:r>
      <w:r w:rsidRPr="002B3119">
        <w:t xml:space="preserve">en </w:t>
      </w:r>
      <w:proofErr w:type="gramStart"/>
      <w:r w:rsidRPr="002B3119">
        <w:t>mettant</w:t>
      </w:r>
      <w:proofErr w:type="gramEnd"/>
      <w:r w:rsidRPr="002B3119">
        <w:t xml:space="preserve"> une robe de laine</w:t>
      </w:r>
      <w:r w:rsidR="00E4444A" w:rsidRPr="0099306C">
        <w:t xml:space="preserve">, </w:t>
      </w:r>
      <w:r w:rsidRPr="002B3119">
        <w:t>en reprenant son chapeau de feutre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comprit que l</w:t>
      </w:r>
      <w:r w:rsidR="00E4444A" w:rsidRPr="0099306C">
        <w:t>’</w:t>
      </w:r>
      <w:r w:rsidRPr="002B3119">
        <w:t xml:space="preserve">hiver </w:t>
      </w:r>
      <w:r w:rsidR="00F30070" w:rsidRPr="002B3119">
        <w:t>approchait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eut</w:t>
      </w:r>
      <w:r w:rsidR="00E4444A" w:rsidRPr="0099306C">
        <w:t xml:space="preserve">, </w:t>
      </w:r>
      <w:r w:rsidRPr="002B3119">
        <w:t>par ce menu fait</w:t>
      </w:r>
      <w:r w:rsidR="00E4444A" w:rsidRPr="0099306C">
        <w:t xml:space="preserve">, </w:t>
      </w:r>
      <w:r w:rsidRPr="002B3119">
        <w:t>la sensation du temps qui fuit</w:t>
      </w:r>
      <w:r w:rsidR="00E4444A" w:rsidRPr="0099306C">
        <w:t xml:space="preserve">, </w:t>
      </w:r>
      <w:r w:rsidRPr="002B3119">
        <w:t>du changement de saison</w:t>
      </w:r>
      <w:r w:rsidR="00E4444A" w:rsidRPr="0099306C">
        <w:t>.</w:t>
      </w:r>
    </w:p>
    <w:p w14:paraId="02FBE1B6" w14:textId="77777777" w:rsidR="002B3119" w:rsidRPr="002B3119" w:rsidRDefault="002B3119" w:rsidP="002B3119"/>
    <w:p w14:paraId="140EA4B0" w14:textId="77777777" w:rsidR="00E4444A" w:rsidRPr="0099306C" w:rsidRDefault="002B3119" w:rsidP="002B3119">
      <w:r w:rsidRPr="003E2E44">
        <w:t>La vie nous reprenait</w:t>
      </w:r>
      <w:r w:rsidR="00E4444A" w:rsidRPr="003E2E44">
        <w:t xml:space="preserve">, </w:t>
      </w:r>
      <w:r w:rsidRPr="003E2E44">
        <w:t>la bonne et régulière vie à deux</w:t>
      </w:r>
      <w:r w:rsidR="00E4444A" w:rsidRPr="003E2E44">
        <w:t xml:space="preserve">. </w:t>
      </w:r>
      <w:r w:rsidRPr="003E2E44">
        <w:t>Yvette n</w:t>
      </w:r>
      <w:r w:rsidR="00E4444A" w:rsidRPr="003E2E44">
        <w:t>’</w:t>
      </w:r>
      <w:r w:rsidRPr="003E2E44">
        <w:t>était plus tout à fait une enfant</w:t>
      </w:r>
      <w:r w:rsidR="00E4444A" w:rsidRPr="003E2E44">
        <w:t xml:space="preserve">. </w:t>
      </w:r>
      <w:r w:rsidRPr="003E2E44">
        <w:t>La petite fille faisait son apparition</w:t>
      </w:r>
      <w:r w:rsidR="00E4444A" w:rsidRPr="003E2E44">
        <w:t xml:space="preserve">. </w:t>
      </w:r>
      <w:r w:rsidRPr="003E2E44">
        <w:t>Mais cette simple existence lui suffisait</w:t>
      </w:r>
      <w:r w:rsidR="00E4444A" w:rsidRPr="003E2E44">
        <w:t xml:space="preserve">. </w:t>
      </w:r>
      <w:r w:rsidRPr="003E2E44">
        <w:t>La maison</w:t>
      </w:r>
      <w:r w:rsidR="00E4444A" w:rsidRPr="003E2E44">
        <w:t xml:space="preserve">, </w:t>
      </w:r>
      <w:r w:rsidRPr="003E2E44">
        <w:t>l</w:t>
      </w:r>
      <w:r w:rsidR="00E4444A" w:rsidRPr="003E2E44">
        <w:t>’</w:t>
      </w:r>
      <w:r w:rsidRPr="003E2E44">
        <w:t>école</w:t>
      </w:r>
      <w:r w:rsidR="00E4444A" w:rsidRPr="003E2E44">
        <w:t xml:space="preserve">, </w:t>
      </w:r>
      <w:r w:rsidRPr="003E2E44">
        <w:t>les abords de la ville limitaient son horizon</w:t>
      </w:r>
      <w:r w:rsidR="00E4444A" w:rsidRPr="003E2E44">
        <w:t xml:space="preserve">. </w:t>
      </w:r>
      <w:r w:rsidRPr="003E2E44">
        <w:t xml:space="preserve">Elle était au milieu </w:t>
      </w:r>
      <w:r w:rsidRPr="002B3119">
        <w:t>du monde et le monde était autour d</w:t>
      </w:r>
      <w:r w:rsidR="00E4444A" w:rsidRPr="0099306C">
        <w:t>’</w:t>
      </w:r>
      <w:r w:rsidRPr="002B3119">
        <w:t>elle</w:t>
      </w:r>
      <w:r w:rsidR="00E4444A" w:rsidRPr="0099306C">
        <w:t xml:space="preserve">. </w:t>
      </w:r>
      <w:r w:rsidRPr="002B3119">
        <w:t>Papa</w:t>
      </w:r>
      <w:r w:rsidR="00E4444A" w:rsidRPr="0099306C">
        <w:t xml:space="preserve">, </w:t>
      </w:r>
      <w:r w:rsidRPr="002B3119">
        <w:t>Marie-Anne</w:t>
      </w:r>
      <w:r w:rsidR="00E4444A" w:rsidRPr="0099306C">
        <w:t xml:space="preserve">, </w:t>
      </w:r>
      <w:r w:rsidRPr="002B3119">
        <w:t>quelques voisins</w:t>
      </w:r>
      <w:r w:rsidR="00E4444A" w:rsidRPr="0099306C">
        <w:t xml:space="preserve">, </w:t>
      </w:r>
      <w:r w:rsidRPr="002B3119">
        <w:t>quelques amis pe</w:t>
      </w:r>
      <w:r w:rsidRPr="002B3119">
        <w:t>u</w:t>
      </w:r>
      <w:r w:rsidRPr="002B3119">
        <w:t>plaient son univers</w:t>
      </w:r>
      <w:r w:rsidR="00E4444A" w:rsidRPr="0099306C">
        <w:t xml:space="preserve">. </w:t>
      </w:r>
      <w:r w:rsidRPr="002B3119">
        <w:t>Et toujours une pensée d</w:t>
      </w:r>
      <w:r w:rsidR="00E4444A" w:rsidRPr="0099306C">
        <w:t>’</w:t>
      </w:r>
      <w:r w:rsidRPr="002B3119">
        <w:t>Anatole France me revenait à la mémoire</w:t>
      </w:r>
      <w:r w:rsidR="00E4444A" w:rsidRPr="0099306C">
        <w:t> :</w:t>
      </w:r>
    </w:p>
    <w:p w14:paraId="10D0B5CE" w14:textId="77777777" w:rsidR="002B3119" w:rsidRPr="002B3119" w:rsidRDefault="00E4444A" w:rsidP="002B3119">
      <w:r w:rsidRPr="0099306C">
        <w:t>« </w:t>
      </w:r>
      <w:r w:rsidR="002B3119" w:rsidRPr="002B3119">
        <w:t>Elle était toute petite</w:t>
      </w:r>
      <w:r w:rsidRPr="0099306C">
        <w:t xml:space="preserve">, </w:t>
      </w:r>
      <w:r w:rsidR="002B3119" w:rsidRPr="002B3119">
        <w:t>ma vie</w:t>
      </w:r>
      <w:r w:rsidRPr="0099306C">
        <w:t xml:space="preserve">, </w:t>
      </w:r>
      <w:r w:rsidR="002B3119" w:rsidRPr="002B3119">
        <w:t>mais c</w:t>
      </w:r>
      <w:r w:rsidRPr="0099306C">
        <w:t>’</w:t>
      </w:r>
      <w:r w:rsidR="002B3119" w:rsidRPr="002B3119">
        <w:t>était une vie</w:t>
      </w:r>
      <w:r w:rsidRPr="0099306C">
        <w:t xml:space="preserve">, </w:t>
      </w:r>
      <w:r w:rsidR="002B3119" w:rsidRPr="002B3119">
        <w:t>c</w:t>
      </w:r>
      <w:r w:rsidRPr="0099306C">
        <w:t>’</w:t>
      </w:r>
      <w:r w:rsidR="002B3119" w:rsidRPr="002B3119">
        <w:t>est-à-dire le centre des choses</w:t>
      </w:r>
      <w:r w:rsidRPr="0099306C">
        <w:t xml:space="preserve">. </w:t>
      </w:r>
      <w:r w:rsidR="002B3119" w:rsidRPr="002B3119">
        <w:t>Ne souriez pas à ce que je dis là</w:t>
      </w:r>
      <w:r w:rsidRPr="0099306C">
        <w:t xml:space="preserve">, </w:t>
      </w:r>
      <w:r w:rsidR="002B3119" w:rsidRPr="002B3119">
        <w:t>ou n</w:t>
      </w:r>
      <w:r w:rsidRPr="0099306C">
        <w:t>’</w:t>
      </w:r>
      <w:r w:rsidR="002B3119" w:rsidRPr="002B3119">
        <w:t>y souriez que par amitié et songez-y</w:t>
      </w:r>
      <w:r w:rsidRPr="0099306C">
        <w:t xml:space="preserve"> : </w:t>
      </w:r>
      <w:r w:rsidR="002B3119" w:rsidRPr="002B3119">
        <w:t>quiconque vit</w:t>
      </w:r>
      <w:r w:rsidRPr="0099306C">
        <w:t xml:space="preserve">, </w:t>
      </w:r>
      <w:r w:rsidR="002B3119" w:rsidRPr="002B3119">
        <w:t>fût-il petit chien</w:t>
      </w:r>
      <w:r w:rsidRPr="0099306C">
        <w:t xml:space="preserve">, </w:t>
      </w:r>
      <w:r w:rsidR="002B3119" w:rsidRPr="002B3119">
        <w:t>est au milieu du monde</w:t>
      </w:r>
      <w:r w:rsidRPr="0099306C">
        <w:t>. »</w:t>
      </w:r>
    </w:p>
    <w:p w14:paraId="31DB5D5A" w14:textId="383CEC72" w:rsidR="00E4444A" w:rsidRPr="0099306C" w:rsidRDefault="002B3119" w:rsidP="002B3119">
      <w:r w:rsidRPr="002B3119">
        <w:t>Et tout le monde l</w:t>
      </w:r>
      <w:r w:rsidR="00E4444A" w:rsidRPr="0099306C">
        <w:t>’</w:t>
      </w:r>
      <w:r w:rsidRPr="002B3119">
        <w:t>aimait</w:t>
      </w:r>
      <w:r w:rsidR="00E4444A" w:rsidRPr="0099306C">
        <w:t xml:space="preserve">, </w:t>
      </w:r>
      <w:r w:rsidRPr="002B3119">
        <w:t>et n</w:t>
      </w:r>
      <w:r w:rsidR="00E4444A" w:rsidRPr="0099306C">
        <w:t>’</w:t>
      </w:r>
      <w:r w:rsidRPr="002B3119">
        <w:t>aimait aussi à cause d</w:t>
      </w:r>
      <w:r w:rsidR="00E4444A" w:rsidRPr="0099306C">
        <w:t>’</w:t>
      </w:r>
      <w:r w:rsidRPr="002B3119">
        <w:t>elle</w:t>
      </w:r>
      <w:r w:rsidR="00E4444A" w:rsidRPr="0099306C">
        <w:t xml:space="preserve">. </w:t>
      </w:r>
      <w:r w:rsidRPr="002B3119">
        <w:t>Elle ignorait qu</w:t>
      </w:r>
      <w:r w:rsidR="00E4444A" w:rsidRPr="0099306C">
        <w:t>’</w:t>
      </w:r>
      <w:r w:rsidRPr="002B3119">
        <w:t xml:space="preserve">on </w:t>
      </w:r>
      <w:r w:rsidR="003E2E44" w:rsidRPr="002B3119">
        <w:t>p</w:t>
      </w:r>
      <w:r w:rsidR="003E2E44">
        <w:t>û</w:t>
      </w:r>
      <w:r w:rsidR="003E2E44" w:rsidRPr="002B3119">
        <w:t xml:space="preserve">t </w:t>
      </w:r>
      <w:r w:rsidRPr="002B3119">
        <w:t>détester quelqu</w:t>
      </w:r>
      <w:r w:rsidR="00E4444A" w:rsidRPr="0099306C">
        <w:t>’</w:t>
      </w:r>
      <w:r w:rsidRPr="002B3119">
        <w:t>un</w:t>
      </w:r>
      <w:r w:rsidR="00E4444A" w:rsidRPr="0099306C">
        <w:t xml:space="preserve">. </w:t>
      </w:r>
      <w:r w:rsidRPr="002B3119">
        <w:t>Les ma</w:t>
      </w:r>
      <w:r w:rsidRPr="002B3119">
        <w:t>r</w:t>
      </w:r>
      <w:r w:rsidRPr="002B3119">
        <w:t>chandes du quartier</w:t>
      </w:r>
      <w:r w:rsidR="00E4444A" w:rsidRPr="0099306C">
        <w:t xml:space="preserve">, </w:t>
      </w:r>
      <w:r w:rsidRPr="002B3119">
        <w:t>quand nous revenions de l</w:t>
      </w:r>
      <w:r w:rsidR="00E4444A" w:rsidRPr="0099306C">
        <w:t>’</w:t>
      </w:r>
      <w:r w:rsidRPr="002B3119">
        <w:t>école</w:t>
      </w:r>
      <w:r w:rsidR="00E4444A" w:rsidRPr="0099306C">
        <w:t xml:space="preserve">, </w:t>
      </w:r>
      <w:r w:rsidRPr="002B3119">
        <w:t>la s</w:t>
      </w:r>
      <w:r w:rsidRPr="002B3119">
        <w:t>a</w:t>
      </w:r>
      <w:r w:rsidRPr="002B3119">
        <w:t>luaient du seuil des magasins</w:t>
      </w:r>
      <w:r w:rsidR="00E4444A" w:rsidRPr="0099306C">
        <w:t> :</w:t>
      </w:r>
    </w:p>
    <w:p w14:paraId="47992468" w14:textId="77777777" w:rsidR="00E4444A" w:rsidRPr="0099306C" w:rsidRDefault="00E4444A" w:rsidP="002B3119">
      <w:r w:rsidRPr="0099306C">
        <w:t>— </w:t>
      </w:r>
      <w:r w:rsidR="002B3119" w:rsidRPr="002B3119">
        <w:t>Bonjour</w:t>
      </w:r>
      <w:r w:rsidRPr="0099306C">
        <w:t xml:space="preserve">, </w:t>
      </w:r>
      <w:r w:rsidR="002B3119" w:rsidRPr="002B3119">
        <w:t>ma petite Yvette</w:t>
      </w:r>
      <w:r w:rsidRPr="0099306C">
        <w:t> !</w:t>
      </w:r>
    </w:p>
    <w:p w14:paraId="59167409" w14:textId="77777777" w:rsidR="00E4444A" w:rsidRPr="0099306C" w:rsidRDefault="002B3119" w:rsidP="002B3119">
      <w:r w:rsidRPr="002B3119">
        <w:lastRenderedPageBreak/>
        <w:t>Cette affection lui semblait naturelle</w:t>
      </w:r>
      <w:r w:rsidR="00E4444A" w:rsidRPr="0099306C">
        <w:t xml:space="preserve">. </w:t>
      </w:r>
      <w:r w:rsidRPr="002B3119">
        <w:t>Elle répondait</w:t>
      </w:r>
      <w:r w:rsidR="00E4444A" w:rsidRPr="0099306C">
        <w:t> : « </w:t>
      </w:r>
      <w:r w:rsidRPr="002B3119">
        <w:t>Bonjour</w:t>
      </w:r>
      <w:r w:rsidR="00E4444A" w:rsidRPr="0099306C">
        <w:t xml:space="preserve">, </w:t>
      </w:r>
      <w:r w:rsidRPr="002B3119">
        <w:t>madame</w:t>
      </w:r>
      <w:r w:rsidR="00E4444A" w:rsidRPr="0099306C">
        <w:t> ! »</w:t>
      </w:r>
      <w:r w:rsidRPr="002B3119">
        <w:t xml:space="preserve"> Et</w:t>
      </w:r>
      <w:r w:rsidR="00E4444A" w:rsidRPr="0099306C">
        <w:t xml:space="preserve">, </w:t>
      </w:r>
      <w:r w:rsidRPr="002B3119">
        <w:t>tout en marchant</w:t>
      </w:r>
      <w:r w:rsidR="00E4444A" w:rsidRPr="0099306C">
        <w:t xml:space="preserve">, </w:t>
      </w:r>
      <w:r w:rsidRPr="002B3119">
        <w:t>au risque de b</w:t>
      </w:r>
      <w:r w:rsidRPr="002B3119">
        <w:t>u</w:t>
      </w:r>
      <w:r w:rsidRPr="002B3119">
        <w:t>ter contre une pierre</w:t>
      </w:r>
      <w:r w:rsidR="00E4444A" w:rsidRPr="0099306C">
        <w:t xml:space="preserve">, </w:t>
      </w:r>
      <w:r w:rsidRPr="002B3119">
        <w:t>tournait la tête pour regarder encore son interlocutrice</w:t>
      </w:r>
      <w:r w:rsidR="00E4444A" w:rsidRPr="0099306C">
        <w:t>.</w:t>
      </w:r>
    </w:p>
    <w:p w14:paraId="4D6E5755" w14:textId="77777777" w:rsidR="00E4444A" w:rsidRPr="0099306C" w:rsidRDefault="002B3119" w:rsidP="002B3119">
      <w:r w:rsidRPr="002B3119">
        <w:t>Nous rencontrâmes</w:t>
      </w:r>
      <w:r w:rsidR="00E4444A" w:rsidRPr="0099306C">
        <w:t xml:space="preserve">, </w:t>
      </w:r>
      <w:r w:rsidRPr="002B3119">
        <w:t>un jour</w:t>
      </w:r>
      <w:r w:rsidR="00E4444A" w:rsidRPr="0099306C">
        <w:t xml:space="preserve">, </w:t>
      </w:r>
      <w:r w:rsidRPr="002B3119">
        <w:t>un mendiant</w:t>
      </w:r>
      <w:r w:rsidR="00E4444A" w:rsidRPr="0099306C">
        <w:t xml:space="preserve">, </w:t>
      </w:r>
      <w:r w:rsidRPr="002B3119">
        <w:t>un pauvre vieillard à barbe hirsute</w:t>
      </w:r>
      <w:r w:rsidR="00E4444A" w:rsidRPr="0099306C">
        <w:t xml:space="preserve">, </w:t>
      </w:r>
      <w:r w:rsidRPr="002B3119">
        <w:t>avec deux yeux extraordinairement doux sous un feutre minable</w:t>
      </w:r>
      <w:r w:rsidR="00E4444A" w:rsidRPr="0099306C">
        <w:t xml:space="preserve">. </w:t>
      </w:r>
      <w:r w:rsidRPr="002B3119">
        <w:t>Yvette ne vit pas qu</w:t>
      </w:r>
      <w:r w:rsidR="00E4444A" w:rsidRPr="0099306C">
        <w:t>’</w:t>
      </w:r>
      <w:r w:rsidRPr="002B3119">
        <w:t>il était vieux et sale et donna deux sous sans avoir peur de lui</w:t>
      </w:r>
      <w:r w:rsidR="00E4444A" w:rsidRPr="0099306C">
        <w:t>.</w:t>
      </w:r>
    </w:p>
    <w:p w14:paraId="1D193E75" w14:textId="77777777" w:rsidR="00E4444A" w:rsidRPr="0099306C" w:rsidRDefault="002B3119" w:rsidP="002B3119">
      <w:r w:rsidRPr="002B3119">
        <w:t>Et ses traits peuvent s</w:t>
      </w:r>
      <w:r w:rsidR="00E4444A" w:rsidRPr="0099306C">
        <w:t>’</w:t>
      </w:r>
      <w:r w:rsidRPr="002B3119">
        <w:t>estomper avec le temps</w:t>
      </w:r>
      <w:r w:rsidR="00E4444A" w:rsidRPr="0099306C">
        <w:t xml:space="preserve">, </w:t>
      </w:r>
      <w:r w:rsidRPr="002B3119">
        <w:t>mais ses expressions</w:t>
      </w:r>
      <w:r w:rsidR="00E4444A" w:rsidRPr="0099306C">
        <w:t xml:space="preserve">, </w:t>
      </w:r>
      <w:r w:rsidRPr="002B3119">
        <w:t>je les retrouve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ai oublié bien des petites phrases</w:t>
      </w:r>
      <w:r w:rsidR="00E4444A" w:rsidRPr="0099306C">
        <w:t xml:space="preserve">, </w:t>
      </w:r>
      <w:r w:rsidRPr="002B3119">
        <w:t>mais sa voix chante toujours à mon oreille</w:t>
      </w:r>
      <w:r w:rsidR="00E4444A" w:rsidRPr="0099306C">
        <w:t xml:space="preserve">. </w:t>
      </w:r>
      <w:r w:rsidRPr="002B3119">
        <w:t>Je r</w:t>
      </w:r>
      <w:r w:rsidRPr="002B3119">
        <w:t>e</w:t>
      </w:r>
      <w:r w:rsidRPr="002B3119">
        <w:t>vois moins sa bouche que son sourire</w:t>
      </w:r>
      <w:r w:rsidR="00E4444A" w:rsidRPr="0099306C">
        <w:t xml:space="preserve">, </w:t>
      </w:r>
      <w:r w:rsidRPr="002B3119">
        <w:t>moins ses yeux que son regard</w:t>
      </w:r>
      <w:r w:rsidR="00E4444A" w:rsidRPr="0099306C">
        <w:t xml:space="preserve">. </w:t>
      </w:r>
      <w:r w:rsidRPr="002B3119">
        <w:t>Parfois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observant à la dérobée</w:t>
      </w:r>
      <w:r w:rsidR="00E4444A" w:rsidRPr="0099306C">
        <w:t xml:space="preserve">, </w:t>
      </w:r>
      <w:r w:rsidRPr="002B3119">
        <w:t>je surprenais</w:t>
      </w:r>
      <w:r w:rsidR="00E4444A" w:rsidRPr="0099306C">
        <w:t xml:space="preserve">, </w:t>
      </w:r>
      <w:r w:rsidRPr="002B3119">
        <w:t>comme disent les peintres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instant où le modèle s</w:t>
      </w:r>
      <w:r w:rsidR="00E4444A" w:rsidRPr="0099306C">
        <w:t>’</w:t>
      </w:r>
      <w:r w:rsidRPr="002B3119">
        <w:t>oublie</w:t>
      </w:r>
      <w:r w:rsidR="00E4444A" w:rsidRPr="0099306C">
        <w:t xml:space="preserve">. </w:t>
      </w:r>
      <w:r w:rsidRPr="002B3119">
        <w:t>Un geste</w:t>
      </w:r>
      <w:r w:rsidR="00E4444A" w:rsidRPr="0099306C">
        <w:t xml:space="preserve">, </w:t>
      </w:r>
      <w:r w:rsidRPr="002B3119">
        <w:t>une attitude me la révélaient tout entière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par les fenêtres de ses yeux</w:t>
      </w:r>
      <w:r w:rsidR="00E4444A" w:rsidRPr="0099306C">
        <w:t xml:space="preserve">, </w:t>
      </w:r>
      <w:r w:rsidRPr="002B3119">
        <w:t xml:space="preserve">tout son petit </w:t>
      </w:r>
      <w:r w:rsidR="00C4629E">
        <w:t xml:space="preserve">cœur </w:t>
      </w:r>
      <w:r w:rsidRPr="002B3119">
        <w:t>se dévoilait</w:t>
      </w:r>
      <w:r w:rsidR="00E4444A" w:rsidRPr="0099306C">
        <w:t>.</w:t>
      </w:r>
    </w:p>
    <w:p w14:paraId="6C7DDB87" w14:textId="77777777" w:rsidR="00E4444A" w:rsidRPr="0099306C" w:rsidRDefault="002B3119" w:rsidP="002B3119">
      <w:r w:rsidRPr="002B3119">
        <w:t>Et je sens que j</w:t>
      </w:r>
      <w:r w:rsidR="00E4444A" w:rsidRPr="0099306C">
        <w:t>’</w:t>
      </w:r>
      <w:r w:rsidRPr="002B3119">
        <w:t>ai tort d</w:t>
      </w:r>
      <w:r w:rsidR="00E4444A" w:rsidRPr="0099306C">
        <w:t>’</w:t>
      </w:r>
      <w:r w:rsidRPr="002B3119">
        <w:t>évoquer de préférence les dates marquantes de son histoire</w:t>
      </w:r>
      <w:r w:rsidR="00E4444A" w:rsidRPr="0099306C">
        <w:t xml:space="preserve">, </w:t>
      </w:r>
      <w:r w:rsidRPr="002B3119">
        <w:t>de prendre des sujets de ch</w:t>
      </w:r>
      <w:r w:rsidRPr="002B3119">
        <w:t>a</w:t>
      </w:r>
      <w:r w:rsidRPr="002B3119">
        <w:t>pitres</w:t>
      </w:r>
      <w:r w:rsidR="00E4444A" w:rsidRPr="0099306C">
        <w:t xml:space="preserve">, </w:t>
      </w:r>
      <w:r w:rsidRPr="002B3119">
        <w:t>la fête de Noël</w:t>
      </w:r>
      <w:r w:rsidR="00E4444A" w:rsidRPr="0099306C">
        <w:t xml:space="preserve">, </w:t>
      </w:r>
      <w:r w:rsidRPr="002B3119">
        <w:t>la première classe</w:t>
      </w:r>
      <w:r w:rsidR="00E4444A" w:rsidRPr="0099306C">
        <w:t xml:space="preserve">, </w:t>
      </w:r>
      <w:r w:rsidRPr="002B3119">
        <w:t>le départ pour la mer</w:t>
      </w:r>
      <w:r w:rsidR="00E4444A" w:rsidRPr="0099306C">
        <w:t xml:space="preserve">, </w:t>
      </w:r>
      <w:r w:rsidRPr="002B3119">
        <w:t>la distribution des prix</w:t>
      </w:r>
      <w:r w:rsidR="00E4444A" w:rsidRPr="0099306C">
        <w:t xml:space="preserve">. </w:t>
      </w:r>
      <w:r w:rsidRPr="002B3119">
        <w:t>Nos intimes trésors sont faits de choses plus insaisissables</w:t>
      </w:r>
      <w:r w:rsidR="00E4444A" w:rsidRPr="0099306C">
        <w:t xml:space="preserve">. </w:t>
      </w:r>
      <w:r w:rsidRPr="002B3119">
        <w:t>Mouvement d</w:t>
      </w:r>
      <w:r w:rsidR="00E4444A" w:rsidRPr="0099306C">
        <w:t>’</w:t>
      </w:r>
      <w:r w:rsidRPr="002B3119">
        <w:t>une tête qui s</w:t>
      </w:r>
      <w:r w:rsidR="00E4444A" w:rsidRPr="0099306C">
        <w:t>’</w:t>
      </w:r>
      <w:r w:rsidRPr="002B3119">
        <w:t>incline</w:t>
      </w:r>
      <w:r w:rsidR="00E4444A" w:rsidRPr="0099306C">
        <w:t xml:space="preserve">, </w:t>
      </w:r>
      <w:r w:rsidRPr="002B3119">
        <w:t>glissement d</w:t>
      </w:r>
      <w:r w:rsidR="00E4444A" w:rsidRPr="0099306C">
        <w:t>’</w:t>
      </w:r>
      <w:r w:rsidRPr="002B3119">
        <w:t>un pas sur l</w:t>
      </w:r>
      <w:r w:rsidR="00E4444A" w:rsidRPr="0099306C">
        <w:t>’</w:t>
      </w:r>
      <w:r w:rsidRPr="002B3119">
        <w:t>escalier</w:t>
      </w:r>
      <w:r w:rsidR="00E4444A" w:rsidRPr="0099306C">
        <w:t xml:space="preserve">, </w:t>
      </w:r>
      <w:r w:rsidRPr="002B3119">
        <w:t>bruit de mains ouvrant une porte</w:t>
      </w:r>
      <w:r w:rsidR="00E4444A" w:rsidRPr="0099306C">
        <w:t xml:space="preserve">, </w:t>
      </w:r>
      <w:r w:rsidRPr="002B3119">
        <w:t>lassitude d</w:t>
      </w:r>
      <w:r w:rsidR="00E4444A" w:rsidRPr="0099306C">
        <w:t>’</w:t>
      </w:r>
      <w:r w:rsidRPr="002B3119">
        <w:t>un enfant que le sommeil te</w:t>
      </w:r>
      <w:r w:rsidRPr="002B3119">
        <w:t>r</w:t>
      </w:r>
      <w:r w:rsidRPr="002B3119">
        <w:t>rasse</w:t>
      </w:r>
      <w:r w:rsidR="00E4444A" w:rsidRPr="0099306C">
        <w:t xml:space="preserve">, </w:t>
      </w:r>
      <w:r w:rsidRPr="002B3119">
        <w:t>premier émoi d</w:t>
      </w:r>
      <w:r w:rsidR="00E4444A" w:rsidRPr="0099306C">
        <w:t>’</w:t>
      </w:r>
      <w:r w:rsidRPr="002B3119">
        <w:t>une petite fille devant le mystère de la nuit</w:t>
      </w:r>
      <w:r w:rsidR="00E4444A" w:rsidRPr="0099306C">
        <w:t xml:space="preserve">. </w:t>
      </w:r>
      <w:r w:rsidRPr="002B3119">
        <w:t>Humbles souvenirs</w:t>
      </w:r>
      <w:r w:rsidR="00E4444A" w:rsidRPr="0099306C">
        <w:t xml:space="preserve"> ! </w:t>
      </w:r>
      <w:r w:rsidRPr="002B3119">
        <w:t>Minutes ineffables</w:t>
      </w:r>
      <w:r w:rsidR="00E4444A" w:rsidRPr="0099306C">
        <w:t xml:space="preserve"> ! </w:t>
      </w:r>
      <w:r w:rsidRPr="002B3119">
        <w:t>Le temps qui passe ne les effacera jamais</w:t>
      </w:r>
      <w:r w:rsidR="00E4444A" w:rsidRPr="0099306C">
        <w:t>.</w:t>
      </w:r>
    </w:p>
    <w:p w14:paraId="335BBFC2" w14:textId="77777777" w:rsidR="002B3119" w:rsidRPr="002B3119" w:rsidRDefault="002B3119" w:rsidP="002B3119"/>
    <w:p w14:paraId="61D836BD" w14:textId="77777777" w:rsidR="00E4444A" w:rsidRPr="0099306C" w:rsidRDefault="002B3119" w:rsidP="002B3119">
      <w:r w:rsidRPr="002B3119">
        <w:t>Pourtant une grande date marqua ce mois d</w:t>
      </w:r>
      <w:r w:rsidR="00E4444A" w:rsidRPr="0099306C">
        <w:t>’</w:t>
      </w:r>
      <w:r w:rsidRPr="002B3119">
        <w:t>octobre</w:t>
      </w:r>
      <w:r w:rsidR="00E4444A" w:rsidRPr="0099306C">
        <w:t xml:space="preserve">. </w:t>
      </w:r>
      <w:r w:rsidRPr="002B3119">
        <w:t>Il faut bien que je note l</w:t>
      </w:r>
      <w:r w:rsidR="00E4444A" w:rsidRPr="0099306C">
        <w:t>’</w:t>
      </w:r>
      <w:r w:rsidRPr="002B3119">
        <w:t>anniversaire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Elle eut six ans</w:t>
      </w:r>
      <w:r w:rsidR="00E4444A" w:rsidRPr="0099306C">
        <w:t xml:space="preserve">. </w:t>
      </w:r>
      <w:r w:rsidRPr="002B3119">
        <w:t>Six petites amies furent conviées pour la circonstance</w:t>
      </w:r>
      <w:r w:rsidR="00E4444A" w:rsidRPr="0099306C">
        <w:t>.</w:t>
      </w:r>
    </w:p>
    <w:p w14:paraId="3EB8D284" w14:textId="77777777" w:rsidR="00E4444A" w:rsidRPr="0099306C" w:rsidRDefault="002B3119" w:rsidP="002B3119">
      <w:r w:rsidRPr="002B3119">
        <w:lastRenderedPageBreak/>
        <w:t>Yvette fit donc ses invitations</w:t>
      </w:r>
      <w:r w:rsidR="00E4444A" w:rsidRPr="0099306C">
        <w:t xml:space="preserve">. </w:t>
      </w:r>
      <w:r w:rsidRPr="002B3119">
        <w:t>Cela se passa dans le ja</w:t>
      </w:r>
      <w:r w:rsidRPr="002B3119">
        <w:t>r</w:t>
      </w:r>
      <w:r w:rsidRPr="002B3119">
        <w:t>din de l</w:t>
      </w:r>
      <w:r w:rsidR="00E4444A" w:rsidRPr="0099306C">
        <w:t>’</w:t>
      </w:r>
      <w:r w:rsidRPr="002B3119">
        <w:t>école où je surpris le manège enfantin</w:t>
      </w:r>
      <w:r w:rsidR="00E4444A" w:rsidRPr="0099306C">
        <w:t>.</w:t>
      </w:r>
    </w:p>
    <w:p w14:paraId="5370F455" w14:textId="77777777" w:rsidR="00E4444A" w:rsidRPr="0099306C" w:rsidRDefault="00E4444A" w:rsidP="002B3119">
      <w:r w:rsidRPr="0099306C">
        <w:t>— </w:t>
      </w:r>
      <w:r w:rsidR="002B3119" w:rsidRPr="002B3119">
        <w:t>Monique</w:t>
      </w:r>
      <w:r w:rsidRPr="0099306C">
        <w:t xml:space="preserve">, </w:t>
      </w:r>
      <w:r w:rsidR="002B3119" w:rsidRPr="002B3119">
        <w:t xml:space="preserve">tu viendras déjeuner </w:t>
      </w:r>
      <w:r w:rsidR="002B3119" w:rsidRPr="002B3119">
        <w:rPr>
          <w:i/>
        </w:rPr>
        <w:t>chez moi</w:t>
      </w:r>
      <w:r w:rsidR="002B3119" w:rsidRPr="002B3119">
        <w:t xml:space="preserve"> jeudi</w:t>
      </w:r>
      <w:r w:rsidRPr="0099306C">
        <w:t xml:space="preserve">. </w:t>
      </w:r>
      <w:r w:rsidR="002B3119" w:rsidRPr="002B3119">
        <w:t>Tu peux venir</w:t>
      </w:r>
      <w:r w:rsidRPr="0099306C">
        <w:t xml:space="preserve">. </w:t>
      </w:r>
      <w:r w:rsidR="002B3119" w:rsidRPr="002B3119">
        <w:t>C</w:t>
      </w:r>
      <w:r w:rsidRPr="0099306C">
        <w:t>’</w:t>
      </w:r>
      <w:r w:rsidR="002B3119" w:rsidRPr="002B3119">
        <w:t>est sûr</w:t>
      </w:r>
      <w:r w:rsidRPr="0099306C">
        <w:t xml:space="preserve">. </w:t>
      </w:r>
      <w:r w:rsidR="002B3119" w:rsidRPr="002B3119">
        <w:t>Papa permet</w:t>
      </w:r>
      <w:r w:rsidRPr="0099306C">
        <w:t>.</w:t>
      </w:r>
    </w:p>
    <w:p w14:paraId="2F5A4DAD" w14:textId="77777777" w:rsidR="00E4444A" w:rsidRPr="0099306C" w:rsidRDefault="002B3119" w:rsidP="002B3119">
      <w:r w:rsidRPr="002B3119">
        <w:t xml:space="preserve">Elles disaient déjà toutes </w:t>
      </w:r>
      <w:r w:rsidR="00E4444A" w:rsidRPr="0099306C">
        <w:t>« </w:t>
      </w:r>
      <w:r w:rsidRPr="002B3119">
        <w:t>chez moi</w:t>
      </w:r>
      <w:r w:rsidR="00E4444A" w:rsidRPr="0099306C">
        <w:t xml:space="preserve"> », </w:t>
      </w:r>
      <w:r w:rsidRPr="002B3119">
        <w:t>ces petites bonnes femmes</w:t>
      </w:r>
      <w:r w:rsidR="00E4444A" w:rsidRPr="0099306C">
        <w:t xml:space="preserve">. </w:t>
      </w:r>
      <w:r w:rsidRPr="002B3119">
        <w:t>Les gamines hésitaient</w:t>
      </w:r>
      <w:r w:rsidR="00E4444A" w:rsidRPr="0099306C">
        <w:t xml:space="preserve">, </w:t>
      </w:r>
      <w:r w:rsidRPr="002B3119">
        <w:t>ignorantes encore des usages mondains</w:t>
      </w:r>
      <w:r w:rsidR="00E4444A" w:rsidRPr="0099306C">
        <w:t xml:space="preserve">, </w:t>
      </w:r>
      <w:r w:rsidRPr="002B3119">
        <w:t>et tournaient les yeux vers moi pour s</w:t>
      </w:r>
      <w:r w:rsidR="00E4444A" w:rsidRPr="0099306C">
        <w:t>’</w:t>
      </w:r>
      <w:r w:rsidRPr="002B3119">
        <w:t>assurer que c</w:t>
      </w:r>
      <w:r w:rsidR="00E4444A" w:rsidRPr="0099306C">
        <w:t>’</w:t>
      </w:r>
      <w:r w:rsidRPr="002B3119">
        <w:t>était sérieux</w:t>
      </w:r>
      <w:r w:rsidR="00E4444A" w:rsidRPr="0099306C">
        <w:t>.</w:t>
      </w:r>
    </w:p>
    <w:p w14:paraId="3662B5CC" w14:textId="77777777" w:rsidR="00E4444A" w:rsidRPr="0099306C" w:rsidRDefault="002B3119" w:rsidP="002B3119">
      <w:r w:rsidRPr="002B3119">
        <w:t>Le jour arriva</w:t>
      </w:r>
      <w:r w:rsidR="00E4444A" w:rsidRPr="0099306C">
        <w:t xml:space="preserve">. </w:t>
      </w:r>
      <w:r w:rsidRPr="002B3119">
        <w:t>Sur le coup de midi</w:t>
      </w:r>
      <w:r w:rsidR="00E4444A" w:rsidRPr="0099306C">
        <w:t xml:space="preserve">, </w:t>
      </w:r>
      <w:r w:rsidRPr="002B3119">
        <w:t>les six invitées firent leur entrée</w:t>
      </w:r>
      <w:r w:rsidR="00C4629E">
        <w:t>,</w:t>
      </w:r>
      <w:r w:rsidRPr="002B3119">
        <w:t xml:space="preserve"> escortées par leurs bonnes</w:t>
      </w:r>
      <w:r w:rsidR="00E4444A" w:rsidRPr="0099306C">
        <w:t xml:space="preserve">, </w:t>
      </w:r>
      <w:r w:rsidRPr="002B3119">
        <w:t>qui les quittaient sur le pas de la porte après leur avoir mis un pot de fleurs entre les mains</w:t>
      </w:r>
      <w:r w:rsidR="00E4444A" w:rsidRPr="0099306C">
        <w:t xml:space="preserve">. </w:t>
      </w:r>
      <w:r w:rsidRPr="002B3119">
        <w:t>Elles entraient dans le vestibule</w:t>
      </w:r>
      <w:r w:rsidR="00E4444A" w:rsidRPr="0099306C">
        <w:t xml:space="preserve">, </w:t>
      </w:r>
      <w:r w:rsidRPr="002B3119">
        <w:t>chargées d</w:t>
      </w:r>
      <w:r w:rsidR="00E4444A" w:rsidRPr="0099306C">
        <w:t>’</w:t>
      </w:r>
      <w:r w:rsidRPr="002B3119">
        <w:t>un vase trop lourd pour elles</w:t>
      </w:r>
      <w:r w:rsidR="00E4444A" w:rsidRPr="0099306C">
        <w:t xml:space="preserve">, </w:t>
      </w:r>
      <w:r w:rsidRPr="002B3119">
        <w:t>et s</w:t>
      </w:r>
      <w:r w:rsidR="00E4444A" w:rsidRPr="0099306C">
        <w:t>’</w:t>
      </w:r>
      <w:r w:rsidRPr="002B3119">
        <w:t>approchaient d</w:t>
      </w:r>
      <w:r w:rsidR="00E4444A" w:rsidRPr="0099306C">
        <w:t>’</w:t>
      </w:r>
      <w:r w:rsidRPr="002B3119">
        <w:t>Yvette en lui disant</w:t>
      </w:r>
      <w:r w:rsidR="00E4444A" w:rsidRPr="0099306C">
        <w:t> :</w:t>
      </w:r>
    </w:p>
    <w:p w14:paraId="03E525AF" w14:textId="77777777" w:rsidR="00E4444A" w:rsidRPr="0099306C" w:rsidRDefault="00E4444A" w:rsidP="002B3119">
      <w:r w:rsidRPr="0099306C">
        <w:t>— </w:t>
      </w:r>
      <w:r w:rsidR="002B3119" w:rsidRPr="002B3119">
        <w:t>Ma petite Yvette</w:t>
      </w:r>
      <w:r w:rsidRPr="0099306C">
        <w:t xml:space="preserve">, </w:t>
      </w:r>
      <w:r w:rsidR="002B3119" w:rsidRPr="002B3119">
        <w:t>je te souhaite un bon anniversaire</w:t>
      </w:r>
      <w:r w:rsidRPr="0099306C">
        <w:t>.</w:t>
      </w:r>
    </w:p>
    <w:p w14:paraId="08E3647F" w14:textId="77777777" w:rsidR="00E4444A" w:rsidRPr="0099306C" w:rsidRDefault="002B3119" w:rsidP="002B3119">
      <w:r w:rsidRPr="002B3119">
        <w:t>Mais elles ne savaient pas s</w:t>
      </w:r>
      <w:r w:rsidR="00E4444A" w:rsidRPr="0099306C">
        <w:t>’</w:t>
      </w:r>
      <w:r w:rsidRPr="002B3119">
        <w:t>il fallait embrasser d</w:t>
      </w:r>
      <w:r w:rsidR="00E4444A" w:rsidRPr="0099306C">
        <w:t>’</w:t>
      </w:r>
      <w:r w:rsidRPr="002B3119">
        <w:t>abord ou d</w:t>
      </w:r>
      <w:r w:rsidR="00E4444A" w:rsidRPr="0099306C">
        <w:t>’</w:t>
      </w:r>
      <w:r w:rsidRPr="002B3119">
        <w:t>abord remettre leur pot de terre</w:t>
      </w:r>
      <w:r w:rsidR="00E4444A" w:rsidRPr="0099306C">
        <w:t xml:space="preserve">, </w:t>
      </w:r>
      <w:r w:rsidRPr="002B3119">
        <w:t>enveloppé d</w:t>
      </w:r>
      <w:r w:rsidR="00E4444A" w:rsidRPr="0099306C">
        <w:t>’</w:t>
      </w:r>
      <w:r w:rsidRPr="002B3119">
        <w:t>un cornet de papier blanc</w:t>
      </w:r>
      <w:r w:rsidR="00E4444A" w:rsidRPr="0099306C">
        <w:t xml:space="preserve">. </w:t>
      </w:r>
      <w:r w:rsidRPr="002B3119">
        <w:t>Et elles embrassaient gauchement</w:t>
      </w:r>
      <w:r w:rsidR="00E4444A" w:rsidRPr="0099306C">
        <w:t xml:space="preserve">, </w:t>
      </w:r>
      <w:r w:rsidRPr="002B3119">
        <w:t>tout en tenant entre leurs bras leur lourd fardeau qui les embarra</w:t>
      </w:r>
      <w:r w:rsidRPr="002B3119">
        <w:t>s</w:t>
      </w:r>
      <w:r w:rsidRPr="002B3119">
        <w:t>sait fort</w:t>
      </w:r>
      <w:r w:rsidR="00E4444A" w:rsidRPr="0099306C">
        <w:t>.</w:t>
      </w:r>
    </w:p>
    <w:p w14:paraId="16931F46" w14:textId="77777777" w:rsidR="00E4444A" w:rsidRPr="0099306C" w:rsidRDefault="00E4444A" w:rsidP="002B3119">
      <w:r w:rsidRPr="0099306C">
        <w:t>— </w:t>
      </w:r>
      <w:r w:rsidR="002B3119" w:rsidRPr="002B3119">
        <w:t>Tu vois</w:t>
      </w:r>
      <w:r w:rsidRPr="0099306C">
        <w:t xml:space="preserve">, </w:t>
      </w:r>
      <w:r w:rsidR="002B3119" w:rsidRPr="002B3119">
        <w:t>je t</w:t>
      </w:r>
      <w:r w:rsidRPr="0099306C">
        <w:t>’</w:t>
      </w:r>
      <w:r w:rsidR="002B3119" w:rsidRPr="002B3119">
        <w:t>apporte ce bouquet pour ta fête</w:t>
      </w:r>
      <w:r w:rsidRPr="0099306C">
        <w:t>.</w:t>
      </w:r>
    </w:p>
    <w:p w14:paraId="252390AE" w14:textId="77777777" w:rsidR="00E4444A" w:rsidRPr="0099306C" w:rsidRDefault="002B3119" w:rsidP="002B3119">
      <w:r w:rsidRPr="002B3119">
        <w:t>Yvette</w:t>
      </w:r>
      <w:r w:rsidR="00E4444A" w:rsidRPr="0099306C">
        <w:t xml:space="preserve">, </w:t>
      </w:r>
      <w:r w:rsidRPr="002B3119">
        <w:t>un peu émue</w:t>
      </w:r>
      <w:r w:rsidR="00E4444A" w:rsidRPr="0099306C">
        <w:t xml:space="preserve">, </w:t>
      </w:r>
      <w:r w:rsidRPr="002B3119">
        <w:t>avait les petites manières d</w:t>
      </w:r>
      <w:r w:rsidR="00E4444A" w:rsidRPr="0099306C">
        <w:t>’</w:t>
      </w:r>
      <w:r w:rsidRPr="002B3119">
        <w:t>une personne qu</w:t>
      </w:r>
      <w:r w:rsidR="00E4444A" w:rsidRPr="0099306C">
        <w:t>’</w:t>
      </w:r>
      <w:r w:rsidRPr="002B3119">
        <w:t>on gâte et témoignait pour les géraniums fleuris une admiration convenable</w:t>
      </w:r>
      <w:r w:rsidR="00E4444A" w:rsidRPr="0099306C">
        <w:t xml:space="preserve">. </w:t>
      </w:r>
      <w:r w:rsidRPr="002B3119">
        <w:t>Mais les petites avaient hâte de voir les cadeaux qu</w:t>
      </w:r>
      <w:r w:rsidR="00E4444A" w:rsidRPr="0099306C">
        <w:t>’</w:t>
      </w:r>
      <w:r w:rsidRPr="002B3119">
        <w:t>elle avait reçus</w:t>
      </w:r>
      <w:r w:rsidR="00E4444A" w:rsidRPr="0099306C">
        <w:t xml:space="preserve">. </w:t>
      </w:r>
      <w:r w:rsidRPr="002B3119">
        <w:t>Et on leur montra le lit de poupée</w:t>
      </w:r>
      <w:r w:rsidR="00E4444A" w:rsidRPr="0099306C">
        <w:t xml:space="preserve">, </w:t>
      </w:r>
      <w:r w:rsidRPr="002B3119">
        <w:t>la jolie armoire</w:t>
      </w:r>
      <w:r w:rsidR="00E4444A" w:rsidRPr="0099306C">
        <w:t xml:space="preserve">, </w:t>
      </w:r>
      <w:r w:rsidRPr="002B3119">
        <w:t>trouvés au réveil</w:t>
      </w:r>
      <w:r w:rsidR="00E4444A" w:rsidRPr="0099306C">
        <w:t xml:space="preserve">, </w:t>
      </w:r>
      <w:r w:rsidRPr="002B3119">
        <w:t>ainsi qu</w:t>
      </w:r>
      <w:r w:rsidR="00E4444A" w:rsidRPr="0099306C">
        <w:t>’</w:t>
      </w:r>
      <w:r w:rsidRPr="002B3119">
        <w:t>un grand livre mince et rouge</w:t>
      </w:r>
      <w:r w:rsidR="00E4444A" w:rsidRPr="0099306C">
        <w:t xml:space="preserve">, </w:t>
      </w:r>
      <w:r w:rsidRPr="002B3119">
        <w:t xml:space="preserve">la fameuse </w:t>
      </w:r>
      <w:r w:rsidR="00E4444A" w:rsidRPr="0099306C">
        <w:t>« </w:t>
      </w:r>
      <w:r w:rsidRPr="002B3119">
        <w:t>méthode</w:t>
      </w:r>
      <w:r w:rsidR="00E4444A" w:rsidRPr="0099306C">
        <w:t> »</w:t>
      </w:r>
      <w:r w:rsidRPr="002B3119">
        <w:t xml:space="preserve"> dont Yvette rêvait pour ses premières études de piano</w:t>
      </w:r>
      <w:r w:rsidR="00E4444A" w:rsidRPr="0099306C">
        <w:t>.</w:t>
      </w:r>
    </w:p>
    <w:p w14:paraId="60722B4A" w14:textId="77777777" w:rsidR="00E4444A" w:rsidRPr="0099306C" w:rsidRDefault="002B3119" w:rsidP="002B3119">
      <w:r w:rsidRPr="002B3119">
        <w:lastRenderedPageBreak/>
        <w:t>Yvette</w:t>
      </w:r>
      <w:r w:rsidR="00E4444A" w:rsidRPr="0099306C">
        <w:t xml:space="preserve">, </w:t>
      </w:r>
      <w:r w:rsidRPr="002B3119">
        <w:t>maîtresse de maison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assit à table</w:t>
      </w:r>
      <w:r w:rsidR="00E4444A" w:rsidRPr="0099306C">
        <w:t xml:space="preserve">, </w:t>
      </w:r>
      <w:r w:rsidRPr="002B3119">
        <w:t>en face de moi</w:t>
      </w:r>
      <w:r w:rsidR="00E4444A" w:rsidRPr="0099306C">
        <w:t xml:space="preserve">. </w:t>
      </w:r>
      <w:r w:rsidRPr="002B3119">
        <w:t>Ses camarades s</w:t>
      </w:r>
      <w:r w:rsidR="00E4444A" w:rsidRPr="0099306C">
        <w:t>’</w:t>
      </w:r>
      <w:r w:rsidRPr="002B3119">
        <w:t>installèrent des deux côtés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étaient de gentilles amies</w:t>
      </w:r>
      <w:r w:rsidR="00E4444A" w:rsidRPr="0099306C">
        <w:t xml:space="preserve">, </w:t>
      </w:r>
      <w:r w:rsidRPr="002B3119">
        <w:t>toutes du même âge</w:t>
      </w:r>
      <w:r w:rsidR="00E4444A" w:rsidRPr="0099306C">
        <w:t xml:space="preserve">, </w:t>
      </w:r>
      <w:r w:rsidRPr="002B3119">
        <w:t>à part Lili</w:t>
      </w:r>
      <w:r w:rsidR="00E4444A" w:rsidRPr="0099306C">
        <w:t xml:space="preserve">, </w:t>
      </w:r>
      <w:r w:rsidRPr="002B3119">
        <w:t xml:space="preserve">la </w:t>
      </w:r>
      <w:r w:rsidR="002E1ABF">
        <w:t xml:space="preserve">sœur </w:t>
      </w:r>
      <w:r w:rsidRPr="002B3119">
        <w:t>de Monique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Yvette tenait en particulière affection</w:t>
      </w:r>
      <w:r w:rsidR="00E4444A" w:rsidRPr="0099306C">
        <w:t xml:space="preserve">. </w:t>
      </w:r>
      <w:r w:rsidRPr="002B3119">
        <w:t>Elle la patronnait</w:t>
      </w:r>
      <w:r w:rsidR="00E4444A" w:rsidRPr="0099306C">
        <w:t xml:space="preserve">, </w:t>
      </w:r>
      <w:r w:rsidRPr="002B3119">
        <w:t>veillait à ce qu</w:t>
      </w:r>
      <w:r w:rsidR="00E4444A" w:rsidRPr="0099306C">
        <w:t>’</w:t>
      </w:r>
      <w:r w:rsidRPr="002B3119">
        <w:t>on coupât son poulet</w:t>
      </w:r>
      <w:r w:rsidR="00E4444A" w:rsidRPr="0099306C">
        <w:t xml:space="preserve">, </w:t>
      </w:r>
      <w:r w:rsidRPr="002B3119">
        <w:t xml:space="preserve">que rien ne manquât à la </w:t>
      </w:r>
      <w:r w:rsidR="00E4444A" w:rsidRPr="0099306C">
        <w:t>« </w:t>
      </w:r>
      <w:r w:rsidRPr="002B3119">
        <w:t>toute petite</w:t>
      </w:r>
      <w:r w:rsidR="00E4444A" w:rsidRPr="0099306C">
        <w:t xml:space="preserve"> ». </w:t>
      </w:r>
      <w:r w:rsidRPr="002B3119">
        <w:t>Et Lili la considérait avec v</w:t>
      </w:r>
      <w:r w:rsidRPr="002B3119">
        <w:t>é</w:t>
      </w:r>
      <w:r w:rsidRPr="002B3119">
        <w:t>nération</w:t>
      </w:r>
      <w:r w:rsidR="00E4444A" w:rsidRPr="0099306C">
        <w:t>.</w:t>
      </w:r>
    </w:p>
    <w:p w14:paraId="16F3AC0C" w14:textId="77777777" w:rsidR="00E4444A" w:rsidRPr="0099306C" w:rsidRDefault="002B3119" w:rsidP="002B3119">
      <w:r w:rsidRPr="002B3119">
        <w:t>Comme je la sentais heureuse</w:t>
      </w:r>
      <w:r w:rsidR="00E4444A" w:rsidRPr="0099306C">
        <w:t xml:space="preserve"> ! </w:t>
      </w:r>
      <w:r w:rsidRPr="002B3119">
        <w:t>Une claire lumière ba</w:t>
      </w:r>
      <w:r w:rsidRPr="002B3119">
        <w:t>i</w:t>
      </w:r>
      <w:r w:rsidRPr="002B3119">
        <w:t>gnait la salle à manger</w:t>
      </w:r>
      <w:r w:rsidR="00E4444A" w:rsidRPr="0099306C">
        <w:t xml:space="preserve">, </w:t>
      </w:r>
      <w:r w:rsidRPr="002B3119">
        <w:t>argentait les cristaux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accrochait aux chevelures de toutes ces futures mamans</w:t>
      </w:r>
      <w:r w:rsidR="00E4444A" w:rsidRPr="0099306C">
        <w:t xml:space="preserve">. </w:t>
      </w:r>
      <w:r w:rsidRPr="002B3119">
        <w:t>Plus tard</w:t>
      </w:r>
      <w:r w:rsidR="00E4444A" w:rsidRPr="0099306C">
        <w:t xml:space="preserve">, </w:t>
      </w:r>
      <w:r w:rsidRPr="002B3119">
        <w:t>mères à leur tour d</w:t>
      </w:r>
      <w:r w:rsidR="00E4444A" w:rsidRPr="0099306C">
        <w:t>’</w:t>
      </w:r>
      <w:r w:rsidRPr="002B3119">
        <w:t>autres petites Yvette</w:t>
      </w:r>
      <w:r w:rsidR="00E4444A" w:rsidRPr="0099306C">
        <w:t xml:space="preserve">, </w:t>
      </w:r>
      <w:r w:rsidRPr="002B3119">
        <w:t>elles auraient leur lot de tourments</w:t>
      </w:r>
      <w:r w:rsidR="00E4444A" w:rsidRPr="0099306C">
        <w:t xml:space="preserve">. </w:t>
      </w:r>
      <w:r w:rsidRPr="002B3119">
        <w:t>Pour le moment</w:t>
      </w:r>
      <w:r w:rsidR="00E4444A" w:rsidRPr="0099306C">
        <w:t xml:space="preserve">, </w:t>
      </w:r>
      <w:r w:rsidRPr="002B3119">
        <w:t>il leur suffisait d</w:t>
      </w:r>
      <w:r w:rsidR="00E4444A" w:rsidRPr="0099306C">
        <w:t>’</w:t>
      </w:r>
      <w:r w:rsidRPr="002B3119">
        <w:t>être des fleurs dont nous respirions le délicieux parfum</w:t>
      </w:r>
      <w:r w:rsidR="004959CF" w:rsidRPr="0099306C">
        <w:t>.</w:t>
      </w:r>
      <w:r w:rsidR="00E4444A" w:rsidRPr="0099306C">
        <w:t xml:space="preserve"> </w:t>
      </w:r>
      <w:r w:rsidRPr="002B3119">
        <w:t>Elles n</w:t>
      </w:r>
      <w:r w:rsidR="00E4444A" w:rsidRPr="0099306C">
        <w:t>’</w:t>
      </w:r>
      <w:r w:rsidRPr="002B3119">
        <w:t>avaient guère d</w:t>
      </w:r>
      <w:r w:rsidR="00E4444A" w:rsidRPr="0099306C">
        <w:t>’</w:t>
      </w:r>
      <w:r w:rsidRPr="002B3119">
        <w:t>autre souci au monde que de ne pas tacher leurs robes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écoutais ravi</w:t>
      </w:r>
      <w:r w:rsidR="00E4444A" w:rsidRPr="0099306C">
        <w:t xml:space="preserve">, </w:t>
      </w:r>
      <w:r w:rsidRPr="002B3119">
        <w:t>le timide babil des petites fées</w:t>
      </w:r>
      <w:r w:rsidR="00E4444A" w:rsidRPr="0099306C">
        <w:t xml:space="preserve">, </w:t>
      </w:r>
      <w:r w:rsidRPr="002B3119">
        <w:t>attendri par cette atmosphère de grâce naïve et de pureté</w:t>
      </w:r>
      <w:r w:rsidR="00E4444A" w:rsidRPr="0099306C">
        <w:t xml:space="preserve">. </w:t>
      </w:r>
      <w:r w:rsidRPr="002B3119">
        <w:t>Parfois l</w:t>
      </w:r>
      <w:r w:rsidR="00E4444A" w:rsidRPr="0099306C">
        <w:t>’</w:t>
      </w:r>
      <w:r w:rsidRPr="002B3119">
        <w:t>une d</w:t>
      </w:r>
      <w:r w:rsidR="00E4444A" w:rsidRPr="0099306C">
        <w:t>’</w:t>
      </w:r>
      <w:r w:rsidRPr="002B3119">
        <w:t>elles levait la tête</w:t>
      </w:r>
      <w:r w:rsidR="00E4444A" w:rsidRPr="0099306C">
        <w:t xml:space="preserve">, </w:t>
      </w:r>
      <w:r w:rsidRPr="002B3119">
        <w:t>fixait des yeux une gr</w:t>
      </w:r>
      <w:r w:rsidRPr="002B3119">
        <w:t>a</w:t>
      </w:r>
      <w:r w:rsidRPr="002B3119">
        <w:t>vure</w:t>
      </w:r>
      <w:r w:rsidR="00E4444A" w:rsidRPr="0099306C">
        <w:t xml:space="preserve">, </w:t>
      </w:r>
      <w:r w:rsidRPr="002B3119">
        <w:t>demandait à Yvette ce que ça représentait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fière d</w:t>
      </w:r>
      <w:r w:rsidR="00E4444A" w:rsidRPr="0099306C">
        <w:t>’</w:t>
      </w:r>
      <w:r w:rsidRPr="002B3119">
        <w:t>exposer à ses compagnes le savoir paternel</w:t>
      </w:r>
      <w:r w:rsidR="00E4444A" w:rsidRPr="0099306C">
        <w:t xml:space="preserve">, </w:t>
      </w:r>
      <w:r w:rsidRPr="002B3119">
        <w:t>disait</w:t>
      </w:r>
      <w:r w:rsidR="00E4444A" w:rsidRPr="0099306C">
        <w:t> :</w:t>
      </w:r>
    </w:p>
    <w:p w14:paraId="1D1C0CFF" w14:textId="77777777" w:rsidR="00E4444A" w:rsidRPr="0099306C" w:rsidRDefault="00E4444A" w:rsidP="002B3119">
      <w:r w:rsidRPr="0099306C">
        <w:t>— </w:t>
      </w:r>
      <w:r w:rsidR="002B3119" w:rsidRPr="002B3119">
        <w:t>Explique</w:t>
      </w:r>
      <w:r w:rsidRPr="0099306C">
        <w:t xml:space="preserve">, </w:t>
      </w:r>
      <w:r w:rsidR="002B3119" w:rsidRPr="002B3119">
        <w:t>s</w:t>
      </w:r>
      <w:r w:rsidRPr="0099306C">
        <w:t>’</w:t>
      </w:r>
      <w:r w:rsidR="002B3119" w:rsidRPr="002B3119">
        <w:t>il te plaît</w:t>
      </w:r>
      <w:r w:rsidRPr="0099306C">
        <w:t xml:space="preserve">, </w:t>
      </w:r>
      <w:r w:rsidR="002B3119" w:rsidRPr="002B3119">
        <w:t>papa</w:t>
      </w:r>
      <w:r w:rsidRPr="0099306C">
        <w:t>.</w:t>
      </w:r>
    </w:p>
    <w:p w14:paraId="582B54CC" w14:textId="77777777" w:rsidR="00E4444A" w:rsidRPr="0099306C" w:rsidRDefault="002B3119" w:rsidP="002B3119">
      <w:r w:rsidRPr="002B3119">
        <w:t>Au dessert</w:t>
      </w:r>
      <w:r w:rsidR="00E4444A" w:rsidRPr="0099306C">
        <w:t xml:space="preserve">, </w:t>
      </w:r>
      <w:r w:rsidRPr="002B3119">
        <w:t>la conversation devint moins craintive</w:t>
      </w:r>
      <w:r w:rsidR="00E4444A" w:rsidRPr="0099306C">
        <w:t xml:space="preserve">. </w:t>
      </w:r>
      <w:r w:rsidRPr="002B3119">
        <w:t>Une omelette au rhum flamba</w:t>
      </w:r>
      <w:r w:rsidR="00E4444A" w:rsidRPr="0099306C">
        <w:t xml:space="preserve">. </w:t>
      </w:r>
      <w:r w:rsidRPr="002B3119">
        <w:t>Quatorze petits yeux se dilatèrent</w:t>
      </w:r>
      <w:r w:rsidR="00E4444A" w:rsidRPr="0099306C">
        <w:t xml:space="preserve">. </w:t>
      </w:r>
      <w:r w:rsidRPr="002B3119">
        <w:t>Le papa d</w:t>
      </w:r>
      <w:r w:rsidR="00E4444A" w:rsidRPr="0099306C">
        <w:t>’</w:t>
      </w:r>
      <w:r w:rsidRPr="002B3119">
        <w:t>Yvette n</w:t>
      </w:r>
      <w:r w:rsidR="00E4444A" w:rsidRPr="0099306C">
        <w:t>’</w:t>
      </w:r>
      <w:r w:rsidRPr="002B3119">
        <w:t>était plus intimidant du tout</w:t>
      </w:r>
      <w:r w:rsidR="00E4444A" w:rsidRPr="0099306C">
        <w:t xml:space="preserve">. </w:t>
      </w:r>
      <w:r w:rsidRPr="002B3119">
        <w:t>Et Yvette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épiant parfois sans mot dire</w:t>
      </w:r>
      <w:r w:rsidR="00E4444A" w:rsidRPr="0099306C">
        <w:t xml:space="preserve">, </w:t>
      </w:r>
      <w:r w:rsidRPr="002B3119">
        <w:t>voulait s</w:t>
      </w:r>
      <w:r w:rsidR="00E4444A" w:rsidRPr="0099306C">
        <w:t>’</w:t>
      </w:r>
      <w:r w:rsidRPr="002B3119">
        <w:t>assurer que j</w:t>
      </w:r>
      <w:r w:rsidR="00E4444A" w:rsidRPr="0099306C">
        <w:t>’</w:t>
      </w:r>
      <w:r w:rsidRPr="002B3119">
        <w:t>étais content</w:t>
      </w:r>
      <w:r w:rsidR="00E4444A" w:rsidRPr="0099306C">
        <w:t xml:space="preserve">, </w:t>
      </w:r>
      <w:r w:rsidRPr="002B3119">
        <w:t>que ses petites amies avaient mon approbation</w:t>
      </w:r>
      <w:r w:rsidR="00E4444A" w:rsidRPr="0099306C">
        <w:t>.</w:t>
      </w:r>
    </w:p>
    <w:p w14:paraId="1160FEDD" w14:textId="77777777" w:rsidR="00E4444A" w:rsidRPr="0099306C" w:rsidRDefault="002B3119" w:rsidP="002B3119">
      <w:r w:rsidRPr="002B3119">
        <w:t>Le repas fini</w:t>
      </w:r>
      <w:r w:rsidR="00E4444A" w:rsidRPr="0099306C">
        <w:t xml:space="preserve">, </w:t>
      </w:r>
      <w:r w:rsidRPr="002B3119">
        <w:t>fatiguées de rester assises</w:t>
      </w:r>
      <w:r w:rsidR="00E4444A" w:rsidRPr="0099306C">
        <w:t xml:space="preserve">, </w:t>
      </w:r>
      <w:r w:rsidRPr="002B3119">
        <w:t>les petites fées devenues petites folles se mirent à jouer dans le vestibule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une proposait un jeu</w:t>
      </w:r>
      <w:r w:rsidR="00E4444A" w:rsidRPr="0099306C">
        <w:t xml:space="preserve">. </w:t>
      </w:r>
      <w:r w:rsidRPr="002B3119">
        <w:t>Toutes acceptaient d</w:t>
      </w:r>
      <w:r w:rsidR="00E4444A" w:rsidRPr="0099306C">
        <w:t>’</w:t>
      </w:r>
      <w:r w:rsidRPr="002B3119">
        <w:t>enthousiasme</w:t>
      </w:r>
      <w:r w:rsidR="00E4444A" w:rsidRPr="0099306C">
        <w:t xml:space="preserve">. </w:t>
      </w:r>
      <w:r w:rsidRPr="002B3119">
        <w:t>Mais Lili ne pouvait encore jouer avec les autres</w:t>
      </w:r>
      <w:r w:rsidR="00E4444A" w:rsidRPr="0099306C">
        <w:t xml:space="preserve">. </w:t>
      </w:r>
      <w:r w:rsidRPr="002B3119">
        <w:t>Les grandes couraient si vite qu</w:t>
      </w:r>
      <w:r w:rsidR="00E4444A" w:rsidRPr="0099306C">
        <w:t>’</w:t>
      </w:r>
      <w:r w:rsidRPr="002B3119">
        <w:t>elle se mit à pleurer</w:t>
      </w:r>
      <w:r w:rsidR="00E4444A" w:rsidRPr="0099306C">
        <w:t xml:space="preserve">. </w:t>
      </w:r>
      <w:r w:rsidRPr="002B3119">
        <w:t>Yvette la prit par la main</w:t>
      </w:r>
      <w:r w:rsidR="00E4444A" w:rsidRPr="0099306C">
        <w:t xml:space="preserve">, </w:t>
      </w:r>
      <w:r w:rsidRPr="002B3119">
        <w:t>lui prêta ses poupées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amusa longtemps avec elle</w:t>
      </w:r>
      <w:r w:rsidR="00E4444A" w:rsidRPr="0099306C">
        <w:t xml:space="preserve">, </w:t>
      </w:r>
      <w:r w:rsidRPr="002B3119">
        <w:t xml:space="preserve">la </w:t>
      </w:r>
      <w:r w:rsidRPr="002B3119">
        <w:lastRenderedPageBreak/>
        <w:t>protégea de son autorité</w:t>
      </w:r>
      <w:r w:rsidR="00E4444A" w:rsidRPr="0099306C">
        <w:t xml:space="preserve">. </w:t>
      </w:r>
      <w:r w:rsidRPr="002B3119">
        <w:t>Et Lili</w:t>
      </w:r>
      <w:r w:rsidR="00E4444A" w:rsidRPr="0099306C">
        <w:t xml:space="preserve">, </w:t>
      </w:r>
      <w:r w:rsidRPr="002B3119">
        <w:t>consolée</w:t>
      </w:r>
      <w:r w:rsidR="00E4444A" w:rsidRPr="0099306C">
        <w:t xml:space="preserve">, </w:t>
      </w:r>
      <w:r w:rsidRPr="002B3119">
        <w:t>riait</w:t>
      </w:r>
      <w:r w:rsidR="00E4444A" w:rsidRPr="0099306C">
        <w:t xml:space="preserve">, </w:t>
      </w:r>
      <w:r w:rsidRPr="002B3119">
        <w:t>bien qu</w:t>
      </w:r>
      <w:r w:rsidR="00E4444A" w:rsidRPr="0099306C">
        <w:t>’</w:t>
      </w:r>
      <w:r w:rsidRPr="002B3119">
        <w:t>une larme non essuyée coulât encore sur sa joue</w:t>
      </w:r>
      <w:r w:rsidR="00E4444A" w:rsidRPr="0099306C">
        <w:t>.</w:t>
      </w:r>
    </w:p>
    <w:p w14:paraId="511E1536" w14:textId="77777777" w:rsidR="00E4444A" w:rsidRPr="0099306C" w:rsidRDefault="004959CF" w:rsidP="002B3119">
      <w:r w:rsidRPr="0099306C">
        <w:t>À</w:t>
      </w:r>
      <w:r w:rsidR="002B3119" w:rsidRPr="002B3119">
        <w:t xml:space="preserve"> quatre heures</w:t>
      </w:r>
      <w:r w:rsidR="00E4444A" w:rsidRPr="0099306C">
        <w:t xml:space="preserve">, </w:t>
      </w:r>
      <w:r w:rsidR="002B3119" w:rsidRPr="002B3119">
        <w:t>le goûter fut servi</w:t>
      </w:r>
      <w:r w:rsidR="00E4444A" w:rsidRPr="0099306C">
        <w:t xml:space="preserve">. </w:t>
      </w:r>
      <w:r w:rsidR="002B3119" w:rsidRPr="002B3119">
        <w:t>Les appétits étaient aiguisés de nouveau</w:t>
      </w:r>
      <w:r w:rsidR="00E4444A" w:rsidRPr="0099306C">
        <w:t xml:space="preserve">. </w:t>
      </w:r>
      <w:r w:rsidR="002B3119" w:rsidRPr="002B3119">
        <w:t>La partie s</w:t>
      </w:r>
      <w:r w:rsidR="00E4444A" w:rsidRPr="0099306C">
        <w:t>’</w:t>
      </w:r>
      <w:r w:rsidR="002B3119" w:rsidRPr="002B3119">
        <w:t>interrompit et les petites filles déambulaient</w:t>
      </w:r>
      <w:r w:rsidR="00E4444A" w:rsidRPr="0099306C">
        <w:t xml:space="preserve">, </w:t>
      </w:r>
      <w:r w:rsidR="002B3119" w:rsidRPr="002B3119">
        <w:t>la tartine aux mains</w:t>
      </w:r>
      <w:r w:rsidR="00E4444A" w:rsidRPr="0099306C">
        <w:t xml:space="preserve">. </w:t>
      </w:r>
      <w:r w:rsidR="002B3119" w:rsidRPr="002B3119">
        <w:t>Mais</w:t>
      </w:r>
      <w:r w:rsidR="00E4444A" w:rsidRPr="0099306C">
        <w:t xml:space="preserve">, </w:t>
      </w:r>
      <w:r w:rsidR="002B3119" w:rsidRPr="002B3119">
        <w:t>la dernière bouchée à peine avalée</w:t>
      </w:r>
      <w:r w:rsidR="00E4444A" w:rsidRPr="0099306C">
        <w:t xml:space="preserve">, </w:t>
      </w:r>
      <w:r w:rsidR="002B3119" w:rsidRPr="002B3119">
        <w:t>Suzette</w:t>
      </w:r>
      <w:r w:rsidR="00E4444A" w:rsidRPr="0099306C">
        <w:t xml:space="preserve">, </w:t>
      </w:r>
      <w:r w:rsidR="002B3119" w:rsidRPr="002B3119">
        <w:t>toujours vive</w:t>
      </w:r>
      <w:r w:rsidR="00E4444A" w:rsidRPr="0099306C">
        <w:t xml:space="preserve">, </w:t>
      </w:r>
      <w:r w:rsidR="002B3119" w:rsidRPr="002B3119">
        <w:t>s</w:t>
      </w:r>
      <w:r w:rsidR="00E4444A" w:rsidRPr="0099306C">
        <w:t>’</w:t>
      </w:r>
      <w:r w:rsidR="002B3119" w:rsidRPr="002B3119">
        <w:t>écria</w:t>
      </w:r>
      <w:r w:rsidR="00E4444A" w:rsidRPr="0099306C">
        <w:t> :</w:t>
      </w:r>
    </w:p>
    <w:p w14:paraId="0A20A9EA" w14:textId="77777777" w:rsidR="00E4444A" w:rsidRPr="0099306C" w:rsidRDefault="00E4444A" w:rsidP="002B3119">
      <w:r w:rsidRPr="0099306C">
        <w:t>— </w:t>
      </w:r>
      <w:r w:rsidR="002B3119" w:rsidRPr="002B3119">
        <w:t>Aux quatre coins</w:t>
      </w:r>
      <w:r w:rsidRPr="0099306C">
        <w:t> !</w:t>
      </w:r>
    </w:p>
    <w:p w14:paraId="22231BB3" w14:textId="77777777" w:rsidR="00E4444A" w:rsidRPr="0099306C" w:rsidRDefault="002B3119" w:rsidP="002B3119">
      <w:r w:rsidRPr="002B3119">
        <w:t>Et les angles du vestibule furent occupés immédiat</w:t>
      </w:r>
      <w:r w:rsidRPr="002B3119">
        <w:t>e</w:t>
      </w:r>
      <w:r w:rsidRPr="002B3119">
        <w:t>ment</w:t>
      </w:r>
      <w:r w:rsidR="00E4444A" w:rsidRPr="0099306C">
        <w:t>.</w:t>
      </w:r>
    </w:p>
    <w:p w14:paraId="37EA6384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arrivée des bonnes arrêta tout</w:t>
      </w:r>
      <w:r w:rsidR="00E4444A" w:rsidRPr="0099306C">
        <w:t xml:space="preserve">. </w:t>
      </w:r>
      <w:r w:rsidRPr="002B3119">
        <w:t>Les manteaux furent décrochés des patères</w:t>
      </w:r>
      <w:r w:rsidR="00E4444A" w:rsidRPr="0099306C">
        <w:t xml:space="preserve">. </w:t>
      </w:r>
      <w:r w:rsidRPr="002B3119">
        <w:t>Sous les capes s</w:t>
      </w:r>
      <w:r w:rsidR="00E4444A" w:rsidRPr="0099306C">
        <w:t>’</w:t>
      </w:r>
      <w:r w:rsidRPr="002B3119">
        <w:t>engouffrèrent six têtes ébouriffées</w:t>
      </w:r>
      <w:r w:rsidR="00E4444A" w:rsidRPr="0099306C">
        <w:t xml:space="preserve">. </w:t>
      </w:r>
      <w:r w:rsidRPr="002B3119">
        <w:t>Un petit chaperon rouge s</w:t>
      </w:r>
      <w:r w:rsidR="00E4444A" w:rsidRPr="0099306C">
        <w:t>’</w:t>
      </w:r>
      <w:r w:rsidRPr="002B3119">
        <w:t>échappa le de</w:t>
      </w:r>
      <w:r w:rsidRPr="002B3119">
        <w:t>r</w:t>
      </w:r>
      <w:r w:rsidRPr="002B3119">
        <w:t>nier après force embrassements</w:t>
      </w:r>
      <w:r w:rsidR="00E4444A" w:rsidRPr="0099306C">
        <w:t>.</w:t>
      </w:r>
    </w:p>
    <w:p w14:paraId="35F88F5A" w14:textId="77777777" w:rsidR="002B3119" w:rsidRPr="002B3119" w:rsidRDefault="002B3119" w:rsidP="002B3119"/>
    <w:p w14:paraId="1BA045B7" w14:textId="77777777" w:rsidR="00E4444A" w:rsidRPr="0099306C" w:rsidRDefault="002B3119" w:rsidP="002B3119">
      <w:r w:rsidRPr="002B3119">
        <w:t>Le jour baissait</w:t>
      </w:r>
      <w:r w:rsidR="00E4444A" w:rsidRPr="0099306C">
        <w:t xml:space="preserve">. </w:t>
      </w:r>
      <w:r w:rsidRPr="002B3119">
        <w:t>Nous nous retrouvâmes seuls</w:t>
      </w:r>
      <w:r w:rsidR="00E4444A" w:rsidRPr="0099306C">
        <w:t xml:space="preserve">, </w:t>
      </w:r>
      <w:r w:rsidRPr="002B3119">
        <w:t>Yvette et moi</w:t>
      </w:r>
      <w:r w:rsidR="00E4444A" w:rsidRPr="0099306C">
        <w:t xml:space="preserve">. </w:t>
      </w:r>
      <w:r w:rsidRPr="002B3119">
        <w:t>Elle vint me retrouver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étreignit longuement</w:t>
      </w:r>
      <w:r w:rsidR="00E4444A" w:rsidRPr="0099306C">
        <w:t xml:space="preserve">, </w:t>
      </w:r>
      <w:r w:rsidRPr="002B3119">
        <w:t>sachant que j</w:t>
      </w:r>
      <w:r w:rsidR="00E4444A" w:rsidRPr="0099306C">
        <w:t>’</w:t>
      </w:r>
      <w:r w:rsidRPr="002B3119">
        <w:t>avais voulu lui faire plaisir</w:t>
      </w:r>
      <w:r w:rsidR="00E4444A" w:rsidRPr="0099306C">
        <w:t xml:space="preserve">, </w:t>
      </w:r>
      <w:r w:rsidRPr="002B3119">
        <w:t>tenant à montrer qu</w:t>
      </w:r>
      <w:r w:rsidR="00E4444A" w:rsidRPr="0099306C">
        <w:t>’</w:t>
      </w:r>
      <w:r w:rsidRPr="002B3119">
        <w:t>elle l</w:t>
      </w:r>
      <w:r w:rsidR="00E4444A" w:rsidRPr="0099306C">
        <w:t>’</w:t>
      </w:r>
      <w:r w:rsidRPr="002B3119">
        <w:t>avait senti</w:t>
      </w:r>
      <w:r w:rsidR="00E4444A" w:rsidRPr="0099306C">
        <w:t xml:space="preserve">. </w:t>
      </w:r>
      <w:r w:rsidRPr="002B3119">
        <w:t>Nous nous assîmes ensemble dans le salon</w:t>
      </w:r>
      <w:r w:rsidR="00E4444A" w:rsidRPr="0099306C">
        <w:t xml:space="preserve">. </w:t>
      </w:r>
      <w:r w:rsidRPr="002B3119">
        <w:t>La méthode était à sa place</w:t>
      </w:r>
      <w:r w:rsidR="00E4444A" w:rsidRPr="0099306C">
        <w:t xml:space="preserve">. </w:t>
      </w:r>
      <w:r w:rsidRPr="002B3119">
        <w:t>Le piano</w:t>
      </w:r>
      <w:r w:rsidR="00E4444A" w:rsidRPr="0099306C">
        <w:t xml:space="preserve">, </w:t>
      </w:r>
      <w:r w:rsidRPr="002B3119">
        <w:t>longtemps fermé</w:t>
      </w:r>
      <w:r w:rsidR="00E4444A" w:rsidRPr="0099306C">
        <w:t xml:space="preserve">, </w:t>
      </w:r>
      <w:r w:rsidRPr="002B3119">
        <w:t>venait de se rouvrir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comme une résurrection</w:t>
      </w:r>
      <w:r w:rsidR="00E4444A" w:rsidRPr="0099306C">
        <w:t>.</w:t>
      </w:r>
    </w:p>
    <w:p w14:paraId="6E9F4509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avenir s</w:t>
      </w:r>
      <w:r w:rsidR="00E4444A" w:rsidRPr="0099306C">
        <w:t>’</w:t>
      </w:r>
      <w:r w:rsidRPr="002B3119">
        <w:t>allongeait devant nous</w:t>
      </w:r>
      <w:r w:rsidR="00E4444A" w:rsidRPr="0099306C">
        <w:t xml:space="preserve">. </w:t>
      </w:r>
      <w:r w:rsidRPr="002B3119">
        <w:t>Combien de joies m</w:t>
      </w:r>
      <w:r w:rsidR="00E4444A" w:rsidRPr="0099306C">
        <w:t>’</w:t>
      </w:r>
      <w:r w:rsidRPr="002B3119">
        <w:t>étaient encore réservées</w:t>
      </w:r>
      <w:r w:rsidR="00E4444A" w:rsidRPr="0099306C">
        <w:t xml:space="preserve"> ! </w:t>
      </w:r>
      <w:r w:rsidRPr="002B3119">
        <w:t>Que de fois je m</w:t>
      </w:r>
      <w:r w:rsidR="00E4444A" w:rsidRPr="0099306C">
        <w:t>’</w:t>
      </w:r>
      <w:r w:rsidRPr="002B3119">
        <w:t>assoirais ainsi</w:t>
      </w:r>
      <w:r w:rsidR="00E4444A" w:rsidRPr="0099306C">
        <w:t xml:space="preserve">, </w:t>
      </w:r>
      <w:r w:rsidRPr="002B3119">
        <w:t>dans la pénombre</w:t>
      </w:r>
      <w:r w:rsidR="00E4444A" w:rsidRPr="0099306C">
        <w:t xml:space="preserve">, </w:t>
      </w:r>
      <w:r w:rsidRPr="002B3119">
        <w:t>pendant que ma fille bercerait ma sol</w:t>
      </w:r>
      <w:r w:rsidRPr="002B3119">
        <w:t>i</w:t>
      </w:r>
      <w:r w:rsidRPr="002B3119">
        <w:t>tude d</w:t>
      </w:r>
      <w:r w:rsidR="00E4444A" w:rsidRPr="0099306C">
        <w:t>’</w:t>
      </w:r>
      <w:r w:rsidRPr="002B3119">
        <w:t>une symphonie de Mozart ou d</w:t>
      </w:r>
      <w:r w:rsidR="00E4444A" w:rsidRPr="0099306C">
        <w:t>’</w:t>
      </w:r>
      <w:r w:rsidRPr="002B3119">
        <w:t>une sonate de Be</w:t>
      </w:r>
      <w:r w:rsidRPr="002B3119">
        <w:t>e</w:t>
      </w:r>
      <w:r w:rsidRPr="002B3119">
        <w:t>thoven</w:t>
      </w:r>
      <w:r w:rsidR="00E4444A" w:rsidRPr="0099306C">
        <w:t xml:space="preserve">. </w:t>
      </w:r>
      <w:r w:rsidRPr="002B3119">
        <w:t>Un jour</w:t>
      </w:r>
      <w:r w:rsidR="00E4444A" w:rsidRPr="0099306C">
        <w:t xml:space="preserve">, </w:t>
      </w:r>
      <w:r w:rsidRPr="002B3119">
        <w:t>la musique se ferait plus tendre</w:t>
      </w:r>
      <w:r w:rsidR="00E4444A" w:rsidRPr="0099306C">
        <w:t xml:space="preserve">. </w:t>
      </w:r>
      <w:r w:rsidRPr="002B3119">
        <w:t xml:space="preserve">Le jeu </w:t>
      </w:r>
      <w:r w:rsidR="002E1ABF" w:rsidRPr="002B3119">
        <w:t>d</w:t>
      </w:r>
      <w:r w:rsidR="002E1ABF" w:rsidRPr="002B3119">
        <w:t>é</w:t>
      </w:r>
      <w:r w:rsidR="002E1ABF" w:rsidRPr="002B3119">
        <w:t>cèlerait</w:t>
      </w:r>
      <w:r w:rsidRPr="002B3119">
        <w:t xml:space="preserve"> une sensibilité plus personnelle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amour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 xml:space="preserve">immortel amour ferait son </w:t>
      </w:r>
      <w:r w:rsidR="00E4444A" w:rsidRPr="0099306C">
        <w:t>œ</w:t>
      </w:r>
      <w:r w:rsidRPr="002B3119">
        <w:t>uvre une fois de plus</w:t>
      </w:r>
      <w:r w:rsidR="00E4444A" w:rsidRPr="0099306C">
        <w:t xml:space="preserve">. </w:t>
      </w:r>
      <w:r w:rsidRPr="002B3119">
        <w:t>De ce c</w:t>
      </w:r>
      <w:r w:rsidR="00E4444A" w:rsidRPr="0099306C">
        <w:t>œ</w:t>
      </w:r>
      <w:r w:rsidRPr="002B3119">
        <w:t>ur aimant s</w:t>
      </w:r>
      <w:r w:rsidR="00E4444A" w:rsidRPr="0099306C">
        <w:t>’</w:t>
      </w:r>
      <w:r w:rsidRPr="002B3119">
        <w:t>échapperaient de gros soupirs</w:t>
      </w:r>
      <w:r w:rsidR="00E4444A" w:rsidRPr="0099306C">
        <w:t xml:space="preserve">. </w:t>
      </w:r>
      <w:r w:rsidRPr="002B3119">
        <w:t>Des bras nus</w:t>
      </w:r>
      <w:r w:rsidR="00E4444A" w:rsidRPr="0099306C">
        <w:t xml:space="preserve">, </w:t>
      </w:r>
      <w:r w:rsidRPr="002B3119">
        <w:t>par les nuits de juin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accouderaient aux fers du balcon</w:t>
      </w:r>
      <w:r w:rsidR="00E4444A" w:rsidRPr="0099306C">
        <w:t xml:space="preserve">. </w:t>
      </w:r>
      <w:r w:rsidRPr="002B3119">
        <w:t>Saurais-je être alors le doux confident des premiers rêves</w:t>
      </w:r>
      <w:r w:rsidR="00E4444A" w:rsidRPr="0099306C">
        <w:t xml:space="preserve"> ? </w:t>
      </w:r>
      <w:r w:rsidRPr="002B3119">
        <w:t>L</w:t>
      </w:r>
      <w:r w:rsidR="00E4444A" w:rsidRPr="0099306C">
        <w:t>’</w:t>
      </w:r>
      <w:r w:rsidRPr="002B3119">
        <w:t>absence de mère ne se ferait-</w:t>
      </w:r>
      <w:r w:rsidRPr="002B3119">
        <w:lastRenderedPageBreak/>
        <w:t>elle pas trop sentir</w:t>
      </w:r>
      <w:r w:rsidR="00E4444A" w:rsidRPr="0099306C">
        <w:t xml:space="preserve"> ? </w:t>
      </w:r>
      <w:r w:rsidRPr="002B3119">
        <w:t>Étais-je sûr de n</w:t>
      </w:r>
      <w:r w:rsidR="00E4444A" w:rsidRPr="0099306C">
        <w:t>’</w:t>
      </w:r>
      <w:r w:rsidRPr="002B3119">
        <w:t xml:space="preserve">avoir jamais cette ironie qui dessèche et fait se refermer les </w:t>
      </w:r>
      <w:r w:rsidR="004959CF" w:rsidRPr="0099306C">
        <w:t>cœurs</w:t>
      </w:r>
      <w:r w:rsidR="00E4444A" w:rsidRPr="0099306C">
        <w:t xml:space="preserve"> ? </w:t>
      </w:r>
      <w:r w:rsidRPr="002B3119">
        <w:t>Aurais-je la main assez légère pour ne froisser a</w:t>
      </w:r>
      <w:r w:rsidRPr="002B3119">
        <w:t>u</w:t>
      </w:r>
      <w:r w:rsidRPr="002B3119">
        <w:t>cune délicatesse</w:t>
      </w:r>
      <w:r w:rsidR="00E4444A" w:rsidRPr="0099306C">
        <w:t xml:space="preserve"> ? </w:t>
      </w:r>
      <w:r w:rsidRPr="002B3119">
        <w:t>Pourrais-je</w:t>
      </w:r>
      <w:r w:rsidR="00E4444A" w:rsidRPr="0099306C">
        <w:t xml:space="preserve">, </w:t>
      </w:r>
      <w:r w:rsidRPr="002B3119">
        <w:t>des mensonges du monde</w:t>
      </w:r>
      <w:r w:rsidR="00E4444A" w:rsidRPr="0099306C">
        <w:t xml:space="preserve">, </w:t>
      </w:r>
      <w:r w:rsidRPr="002B3119">
        <w:t>garder l</w:t>
      </w:r>
      <w:r w:rsidR="00E4444A" w:rsidRPr="0099306C">
        <w:t>’</w:t>
      </w:r>
      <w:r w:rsidRPr="002B3119">
        <w:t>âme pure qui m</w:t>
      </w:r>
      <w:r w:rsidR="00E4444A" w:rsidRPr="0099306C">
        <w:t>’</w:t>
      </w:r>
      <w:r w:rsidRPr="002B3119">
        <w:t>était confiée</w:t>
      </w:r>
      <w:r w:rsidR="00E4444A" w:rsidRPr="0099306C">
        <w:t xml:space="preserve">, </w:t>
      </w:r>
      <w:r w:rsidRPr="002B3119">
        <w:t>calmer les émois de la jeune fille comme je tarissais les larmes de l</w:t>
      </w:r>
      <w:r w:rsidR="00E4444A" w:rsidRPr="0099306C">
        <w:t>’</w:t>
      </w:r>
      <w:r w:rsidRPr="002B3119">
        <w:t>enfant</w:t>
      </w:r>
      <w:r w:rsidR="00E4444A" w:rsidRPr="0099306C">
        <w:t> ?</w:t>
      </w:r>
    </w:p>
    <w:p w14:paraId="6F285604" w14:textId="77777777" w:rsidR="00E4444A" w:rsidRPr="0099306C" w:rsidRDefault="002B3119" w:rsidP="002B3119">
      <w:r w:rsidRPr="002B3119">
        <w:t>Yvette</w:t>
      </w:r>
      <w:r w:rsidR="00E4444A" w:rsidRPr="0099306C">
        <w:t xml:space="preserve">, </w:t>
      </w:r>
      <w:r w:rsidRPr="002B3119">
        <w:t>une fois encore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inquiéta de ma rêverie</w:t>
      </w:r>
      <w:r w:rsidR="00E4444A" w:rsidRPr="0099306C">
        <w:t xml:space="preserve">, </w:t>
      </w:r>
      <w:r w:rsidRPr="002B3119">
        <w:t>esc</w:t>
      </w:r>
      <w:r w:rsidRPr="002B3119">
        <w:t>a</w:t>
      </w:r>
      <w:r w:rsidRPr="002B3119">
        <w:t>lada mes genoux selon son habitude</w:t>
      </w:r>
      <w:r w:rsidR="00E4444A" w:rsidRPr="0099306C">
        <w:t xml:space="preserve">, </w:t>
      </w:r>
      <w:r w:rsidRPr="002B3119">
        <w:t>se fit maternelle comme elle savait l</w:t>
      </w:r>
      <w:r w:rsidR="00E4444A" w:rsidRPr="0099306C">
        <w:t>’</w:t>
      </w:r>
      <w:r w:rsidRPr="002B3119">
        <w:t>être</w:t>
      </w:r>
      <w:r w:rsidR="00E4444A" w:rsidRPr="0099306C">
        <w:t xml:space="preserve">, </w:t>
      </w:r>
      <w:r w:rsidRPr="002B3119">
        <w:t>me caressa le visage de ses petites mains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 geste qui me fit penser à Jeanne</w:t>
      </w:r>
      <w:r w:rsidR="00E4444A" w:rsidRPr="0099306C">
        <w:t xml:space="preserve">, </w:t>
      </w:r>
      <w:r w:rsidRPr="002B3119">
        <w:t>arrangea ma cravate comme une petite femme</w:t>
      </w:r>
      <w:r w:rsidR="00E4444A" w:rsidRPr="0099306C">
        <w:t>.</w:t>
      </w:r>
    </w:p>
    <w:p w14:paraId="7978B915" w14:textId="77777777" w:rsidR="00E4444A" w:rsidRPr="0099306C" w:rsidRDefault="002B3119" w:rsidP="002B3119">
      <w:r w:rsidRPr="002B3119">
        <w:t>Le soir pouvait venir</w:t>
      </w:r>
      <w:r w:rsidR="00E4444A" w:rsidRPr="0099306C">
        <w:t xml:space="preserve">. </w:t>
      </w:r>
      <w:r w:rsidRPr="002B3119">
        <w:t>Yvette était la joie et l</w:t>
      </w:r>
      <w:r w:rsidR="00E4444A" w:rsidRPr="0099306C">
        <w:t>’</w:t>
      </w:r>
      <w:r w:rsidRPr="002B3119">
        <w:t>orgueil de ma vie</w:t>
      </w:r>
      <w:r w:rsidR="00E4444A" w:rsidRPr="0099306C">
        <w:t xml:space="preserve">, </w:t>
      </w:r>
      <w:r w:rsidRPr="002B3119">
        <w:t>la pure clarté de la maison</w:t>
      </w:r>
      <w:r w:rsidR="00E4444A" w:rsidRPr="0099306C">
        <w:t>.</w:t>
      </w:r>
    </w:p>
    <w:p w14:paraId="27614E8B" w14:textId="77777777" w:rsidR="002B3119" w:rsidRPr="0099306C" w:rsidRDefault="002B3119" w:rsidP="00E4444A">
      <w:pPr>
        <w:pStyle w:val="Titre1"/>
      </w:pPr>
      <w:bookmarkStart w:id="35" w:name="_3p3w97h52p24" w:colFirst="0" w:colLast="0"/>
      <w:bookmarkStart w:id="36" w:name="_Toc197514974"/>
      <w:bookmarkEnd w:id="35"/>
      <w:r w:rsidRPr="0099306C">
        <w:lastRenderedPageBreak/>
        <w:t>TROISIÈME PARTIE</w:t>
      </w:r>
      <w:bookmarkEnd w:id="36"/>
    </w:p>
    <w:p w14:paraId="5B0F0455" w14:textId="77777777" w:rsidR="00B4016A" w:rsidRPr="0099306C" w:rsidRDefault="00B4016A" w:rsidP="00E4444A">
      <w:pPr>
        <w:pStyle w:val="Titre2"/>
      </w:pPr>
      <w:bookmarkStart w:id="37" w:name="_oq226u474pk6" w:colFirst="0" w:colLast="0"/>
      <w:bookmarkStart w:id="38" w:name="_Toc197514975"/>
      <w:bookmarkEnd w:id="37"/>
      <w:r w:rsidRPr="0099306C">
        <w:lastRenderedPageBreak/>
        <w:t>I</w:t>
      </w:r>
      <w:bookmarkEnd w:id="38"/>
    </w:p>
    <w:p w14:paraId="6A2628E9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la Toussaint</w:t>
      </w:r>
      <w:r w:rsidR="00E4444A" w:rsidRPr="0099306C">
        <w:t xml:space="preserve">, </w:t>
      </w:r>
      <w:r w:rsidRPr="002B3119">
        <w:t>ce premier jour férié de l</w:t>
      </w:r>
      <w:r w:rsidR="00E4444A" w:rsidRPr="0099306C">
        <w:t>’</w:t>
      </w:r>
      <w:r w:rsidRPr="002B3119">
        <w:t>année sc</w:t>
      </w:r>
      <w:r w:rsidRPr="002B3119">
        <w:t>o</w:t>
      </w:r>
      <w:r w:rsidRPr="002B3119">
        <w:t>laire</w:t>
      </w:r>
      <w:r w:rsidR="00E4444A" w:rsidRPr="0099306C">
        <w:t>.</w:t>
      </w:r>
    </w:p>
    <w:p w14:paraId="54FC7265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ouvrais à peine les yeux que le petit fantôme blanc se glissa dans ma chambre</w:t>
      </w:r>
      <w:r w:rsidR="00E4444A" w:rsidRPr="0099306C">
        <w:t xml:space="preserve">. </w:t>
      </w:r>
      <w:r w:rsidRPr="002B3119">
        <w:t>Par les persiennes closes</w:t>
      </w:r>
      <w:r w:rsidR="00E4444A" w:rsidRPr="0099306C">
        <w:t xml:space="preserve">, </w:t>
      </w:r>
      <w:r w:rsidRPr="002B3119">
        <w:t>le jour tardif d</w:t>
      </w:r>
      <w:r w:rsidR="00E4444A" w:rsidRPr="0099306C">
        <w:t>’</w:t>
      </w:r>
      <w:r w:rsidRPr="002B3119">
        <w:t>automne laissait filtrer une lumière affaiblie</w:t>
      </w:r>
      <w:r w:rsidR="00E4444A" w:rsidRPr="0099306C">
        <w:t xml:space="preserve">. </w:t>
      </w:r>
      <w:r w:rsidRPr="002B3119">
        <w:t>Dans les coins s</w:t>
      </w:r>
      <w:r w:rsidR="00E4444A" w:rsidRPr="0099306C">
        <w:t>’</w:t>
      </w:r>
      <w:r w:rsidRPr="002B3119">
        <w:t>attardaient encore des ondes obscures</w:t>
      </w:r>
      <w:r w:rsidR="00E4444A" w:rsidRPr="0099306C">
        <w:t xml:space="preserve">. </w:t>
      </w:r>
      <w:r w:rsidRPr="002B3119">
        <w:t>Yvette s</w:t>
      </w:r>
      <w:r w:rsidR="00E4444A" w:rsidRPr="0099306C">
        <w:t>’</w:t>
      </w:r>
      <w:r w:rsidRPr="002B3119">
        <w:t>était réveillée plus tôt qu</w:t>
      </w:r>
      <w:r w:rsidR="00E4444A" w:rsidRPr="0099306C">
        <w:t>’</w:t>
      </w:r>
      <w:r w:rsidRPr="002B3119">
        <w:t>à l</w:t>
      </w:r>
      <w:r w:rsidR="00E4444A" w:rsidRPr="0099306C">
        <w:t>’</w:t>
      </w:r>
      <w:r w:rsidRPr="002B3119">
        <w:t>ordinaire</w:t>
      </w:r>
      <w:r w:rsidR="00E4444A" w:rsidRPr="0099306C">
        <w:t xml:space="preserve"> : </w:t>
      </w:r>
      <w:r w:rsidRPr="002B3119">
        <w:t>elle avait mal dormi</w:t>
      </w:r>
      <w:r w:rsidR="00E4444A" w:rsidRPr="0099306C">
        <w:t xml:space="preserve">. </w:t>
      </w:r>
      <w:r w:rsidRPr="002B3119">
        <w:t>Ses yeux plus vifs</w:t>
      </w:r>
      <w:r w:rsidR="00E4444A" w:rsidRPr="0099306C">
        <w:t xml:space="preserve">, </w:t>
      </w:r>
      <w:r w:rsidRPr="002B3119">
        <w:t>ses mains plus tièdes révélaient un état fi</w:t>
      </w:r>
      <w:r w:rsidRPr="002B3119">
        <w:t>é</w:t>
      </w:r>
      <w:r w:rsidRPr="002B3119">
        <w:t>vreux</w:t>
      </w:r>
      <w:r w:rsidR="00E4444A" w:rsidRPr="0099306C">
        <w:t xml:space="preserve">. </w:t>
      </w:r>
      <w:r w:rsidRPr="002B3119">
        <w:t>Je l</w:t>
      </w:r>
      <w:r w:rsidR="00E4444A" w:rsidRPr="0099306C">
        <w:t>’</w:t>
      </w:r>
      <w:r w:rsidRPr="002B3119">
        <w:t>installai dans mon lit</w:t>
      </w:r>
      <w:r w:rsidR="00E4444A" w:rsidRPr="0099306C">
        <w:t xml:space="preserve">, </w:t>
      </w:r>
      <w:r w:rsidRPr="002B3119">
        <w:t>bien tapie sous les couve</w:t>
      </w:r>
      <w:r w:rsidRPr="002B3119">
        <w:t>r</w:t>
      </w:r>
      <w:r w:rsidRPr="002B3119">
        <w:t>tures</w:t>
      </w:r>
      <w:r w:rsidR="00E4444A" w:rsidRPr="0099306C">
        <w:t xml:space="preserve">. </w:t>
      </w:r>
      <w:r w:rsidRPr="002B3119">
        <w:t>Glissant le bras gauche sous l</w:t>
      </w:r>
      <w:r w:rsidR="00E4444A" w:rsidRPr="0099306C">
        <w:t>’</w:t>
      </w:r>
      <w:r w:rsidRPr="002B3119">
        <w:t>oreiller que noyaient les boucles blondes</w:t>
      </w:r>
      <w:r w:rsidR="00E4444A" w:rsidRPr="0099306C">
        <w:t xml:space="preserve">, </w:t>
      </w:r>
      <w:r w:rsidRPr="002B3119">
        <w:t>je relevai la main pour doucement l</w:t>
      </w:r>
      <w:r w:rsidR="00E4444A" w:rsidRPr="0099306C">
        <w:t>’</w:t>
      </w:r>
      <w:r w:rsidRPr="002B3119">
        <w:t>étreindre</w:t>
      </w:r>
      <w:r w:rsidR="00E4444A" w:rsidRPr="0099306C">
        <w:t xml:space="preserve">. </w:t>
      </w:r>
      <w:r w:rsidRPr="002B3119">
        <w:t>Et elle ferma les yeux</w:t>
      </w:r>
      <w:r w:rsidR="00E4444A" w:rsidRPr="0099306C">
        <w:t xml:space="preserve">, </w:t>
      </w:r>
      <w:r w:rsidRPr="002B3119">
        <w:t>heureuse de se sentir pr</w:t>
      </w:r>
      <w:r w:rsidRPr="002B3119">
        <w:t>o</w:t>
      </w:r>
      <w:r w:rsidRPr="002B3119">
        <w:t>tégée</w:t>
      </w:r>
      <w:r w:rsidR="00E4444A" w:rsidRPr="0099306C">
        <w:t>.</w:t>
      </w:r>
    </w:p>
    <w:p w14:paraId="73BD8147" w14:textId="77777777" w:rsidR="00E4444A" w:rsidRPr="0099306C" w:rsidRDefault="002B3119" w:rsidP="002B3119">
      <w:r w:rsidRPr="002B3119">
        <w:t>Quand parut Marie-Anne</w:t>
      </w:r>
      <w:r w:rsidR="00E4444A" w:rsidRPr="0099306C">
        <w:t xml:space="preserve">, </w:t>
      </w:r>
      <w:r w:rsidRPr="002B3119">
        <w:t>la petite joueuse des autres jours ne songea pas à se cacher</w:t>
      </w:r>
      <w:r w:rsidR="00E4444A" w:rsidRPr="0099306C">
        <w:t xml:space="preserve">. </w:t>
      </w:r>
      <w:r w:rsidRPr="002B3119">
        <w:t>Le déjeuner du matin la te</w:t>
      </w:r>
      <w:r w:rsidRPr="002B3119">
        <w:t>n</w:t>
      </w:r>
      <w:r w:rsidRPr="002B3119">
        <w:t>ta peu</w:t>
      </w:r>
      <w:r w:rsidR="00E4444A" w:rsidRPr="0099306C">
        <w:t xml:space="preserve">. </w:t>
      </w:r>
      <w:r w:rsidR="004959CF" w:rsidRPr="0099306C">
        <w:t>À</w:t>
      </w:r>
      <w:r w:rsidRPr="002B3119">
        <w:t xml:space="preserve"> peine toucha-t-elle au café au lait</w:t>
      </w:r>
      <w:r w:rsidR="00E4444A" w:rsidRPr="0099306C">
        <w:t xml:space="preserve">. </w:t>
      </w:r>
      <w:r w:rsidRPr="002B3119">
        <w:t>Les tartines re</w:t>
      </w:r>
      <w:r w:rsidRPr="002B3119">
        <w:t>s</w:t>
      </w:r>
      <w:r w:rsidRPr="002B3119">
        <w:t>tèrent intactes</w:t>
      </w:r>
      <w:r w:rsidR="00E4444A" w:rsidRPr="0099306C">
        <w:t xml:space="preserve">. </w:t>
      </w:r>
      <w:r w:rsidRPr="002B3119">
        <w:t>Décidément</w:t>
      </w:r>
      <w:r w:rsidR="00E4444A" w:rsidRPr="0099306C">
        <w:t xml:space="preserve">, </w:t>
      </w:r>
      <w:r w:rsidRPr="002B3119">
        <w:t>ce jour-là</w:t>
      </w:r>
      <w:r w:rsidR="00E4444A" w:rsidRPr="0099306C">
        <w:t xml:space="preserve">, </w:t>
      </w:r>
      <w:r w:rsidRPr="002B3119">
        <w:t>notre Yvette ma</w:t>
      </w:r>
      <w:r w:rsidRPr="002B3119">
        <w:t>n</w:t>
      </w:r>
      <w:r w:rsidRPr="002B3119">
        <w:t>quait d</w:t>
      </w:r>
      <w:r w:rsidR="00E4444A" w:rsidRPr="0099306C">
        <w:t>’</w:t>
      </w:r>
      <w:r w:rsidRPr="002B3119">
        <w:t>appétit</w:t>
      </w:r>
      <w:r w:rsidR="00E4444A" w:rsidRPr="0099306C">
        <w:t>.</w:t>
      </w:r>
    </w:p>
    <w:p w14:paraId="481572E9" w14:textId="77777777" w:rsidR="00E4444A" w:rsidRPr="0099306C" w:rsidRDefault="00E4444A" w:rsidP="002B3119">
      <w:r w:rsidRPr="0099306C">
        <w:t>— </w:t>
      </w:r>
      <w:r w:rsidR="002B3119" w:rsidRPr="002B3119">
        <w:t>Un petit rhume</w:t>
      </w:r>
      <w:r w:rsidRPr="0099306C">
        <w:t xml:space="preserve">, </w:t>
      </w:r>
      <w:r w:rsidR="002B3119" w:rsidRPr="002B3119">
        <w:t>opina Marie-Anne</w:t>
      </w:r>
      <w:r w:rsidRPr="0099306C">
        <w:t xml:space="preserve">. </w:t>
      </w:r>
      <w:r w:rsidR="002B3119" w:rsidRPr="002B3119">
        <w:t>Elle se sera d</w:t>
      </w:r>
      <w:r w:rsidR="002B3119" w:rsidRPr="002B3119">
        <w:t>é</w:t>
      </w:r>
      <w:r w:rsidR="002B3119" w:rsidRPr="002B3119">
        <w:t>couverte en dormant</w:t>
      </w:r>
      <w:r w:rsidRPr="0099306C">
        <w:t>.</w:t>
      </w:r>
    </w:p>
    <w:p w14:paraId="79E620B2" w14:textId="77777777" w:rsidR="00E4444A" w:rsidRPr="0099306C" w:rsidRDefault="002B3119" w:rsidP="002B3119">
      <w:r w:rsidRPr="002B3119">
        <w:t>Pas de classe</w:t>
      </w:r>
      <w:r w:rsidR="00E4444A" w:rsidRPr="0099306C">
        <w:t xml:space="preserve"> : </w:t>
      </w:r>
      <w:r w:rsidRPr="002B3119">
        <w:t>elle resterait tranquille à la maison</w:t>
      </w:r>
      <w:r w:rsidR="00E4444A" w:rsidRPr="0099306C">
        <w:t xml:space="preserve">. </w:t>
      </w:r>
      <w:r w:rsidRPr="002B3119">
        <w:t>Il s</w:t>
      </w:r>
      <w:r w:rsidRPr="002B3119">
        <w:t>e</w:t>
      </w:r>
      <w:r w:rsidRPr="002B3119">
        <w:t>rait facile de la soigner</w:t>
      </w:r>
      <w:r w:rsidR="00E4444A" w:rsidRPr="0099306C">
        <w:t xml:space="preserve">. </w:t>
      </w:r>
      <w:r w:rsidRPr="002B3119">
        <w:t>Les enfants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abattu pour un rien</w:t>
      </w:r>
      <w:r w:rsidR="00E4444A" w:rsidRPr="0099306C">
        <w:t xml:space="preserve">. </w:t>
      </w:r>
      <w:r w:rsidRPr="002B3119">
        <w:t>Demain il n</w:t>
      </w:r>
      <w:r w:rsidR="00E4444A" w:rsidRPr="0099306C">
        <w:t>’</w:t>
      </w:r>
      <w:r w:rsidRPr="002B3119">
        <w:t>y paraîtrait plus</w:t>
      </w:r>
      <w:r w:rsidR="00E4444A" w:rsidRPr="0099306C">
        <w:t>.</w:t>
      </w:r>
    </w:p>
    <w:p w14:paraId="0C813485" w14:textId="77777777" w:rsidR="00E4444A" w:rsidRPr="0099306C" w:rsidRDefault="002B3119" w:rsidP="002B3119">
      <w:r w:rsidRPr="002B3119">
        <w:t>Et je m</w:t>
      </w:r>
      <w:r w:rsidR="00E4444A" w:rsidRPr="0099306C">
        <w:t>’</w:t>
      </w:r>
      <w:r w:rsidRPr="002B3119">
        <w:t>habillai comme de coutume</w:t>
      </w:r>
      <w:r w:rsidR="00E4444A" w:rsidRPr="0099306C">
        <w:t xml:space="preserve">, </w:t>
      </w:r>
      <w:r w:rsidRPr="002B3119">
        <w:t>sans être autrement inquiet</w:t>
      </w:r>
      <w:r w:rsidR="00E4444A" w:rsidRPr="0099306C">
        <w:t>.</w:t>
      </w:r>
    </w:p>
    <w:p w14:paraId="53C87C80" w14:textId="77777777" w:rsidR="002B3119" w:rsidRPr="002B3119" w:rsidRDefault="002B3119" w:rsidP="002B3119"/>
    <w:p w14:paraId="4D5D1E74" w14:textId="77777777" w:rsidR="00E4444A" w:rsidRPr="0099306C" w:rsidRDefault="002B3119" w:rsidP="002B3119">
      <w:r w:rsidRPr="002B3119">
        <w:lastRenderedPageBreak/>
        <w:t>J</w:t>
      </w:r>
      <w:r w:rsidR="00E4444A" w:rsidRPr="0099306C">
        <w:t>’</w:t>
      </w:r>
      <w:r w:rsidRPr="002B3119">
        <w:t>aimais ces jours de vacances</w:t>
      </w:r>
      <w:r w:rsidR="00E4444A" w:rsidRPr="0099306C">
        <w:t xml:space="preserve">, </w:t>
      </w:r>
      <w:r w:rsidRPr="002B3119">
        <w:t>parsemés au cours de l</w:t>
      </w:r>
      <w:r w:rsidR="00E4444A" w:rsidRPr="0099306C">
        <w:t>’</w:t>
      </w:r>
      <w:r w:rsidRPr="002B3119">
        <w:t>année comme des dimanches supplémentaires</w:t>
      </w:r>
      <w:r w:rsidR="00E4444A" w:rsidRPr="0099306C">
        <w:t xml:space="preserve">. </w:t>
      </w:r>
      <w:r w:rsidRPr="002B3119">
        <w:t>Lents jours paisibles</w:t>
      </w:r>
      <w:r w:rsidR="00E4444A" w:rsidRPr="0099306C">
        <w:t xml:space="preserve">, </w:t>
      </w:r>
      <w:r w:rsidRPr="002B3119">
        <w:t>favorables aux songeries</w:t>
      </w:r>
      <w:r w:rsidR="00E4444A" w:rsidRPr="0099306C">
        <w:t xml:space="preserve">… </w:t>
      </w:r>
      <w:r w:rsidRPr="002B3119">
        <w:t>Douceur de s</w:t>
      </w:r>
      <w:r w:rsidR="00E4444A" w:rsidRPr="0099306C">
        <w:t>’</w:t>
      </w:r>
      <w:r w:rsidRPr="002B3119">
        <w:t>attarder chez soi</w:t>
      </w:r>
      <w:r w:rsidR="00E4444A" w:rsidRPr="0099306C">
        <w:t xml:space="preserve">, </w:t>
      </w:r>
      <w:r w:rsidRPr="002B3119">
        <w:t>de se reprendre</w:t>
      </w:r>
      <w:r w:rsidR="00E4444A" w:rsidRPr="0099306C">
        <w:t xml:space="preserve">, </w:t>
      </w:r>
      <w:r w:rsidRPr="002B3119">
        <w:t>de remuer les livres des bibli</w:t>
      </w:r>
      <w:r w:rsidRPr="002B3119">
        <w:t>o</w:t>
      </w:r>
      <w:r w:rsidRPr="002B3119">
        <w:t>thèques</w:t>
      </w:r>
      <w:r w:rsidR="00E4444A" w:rsidRPr="0099306C">
        <w:t>…</w:t>
      </w:r>
    </w:p>
    <w:p w14:paraId="08662DD2" w14:textId="77777777" w:rsidR="00E4444A" w:rsidRPr="0099306C" w:rsidRDefault="002B3119" w:rsidP="002B3119">
      <w:r w:rsidRPr="002B3119">
        <w:t>Une course à faire m</w:t>
      </w:r>
      <w:r w:rsidR="00E4444A" w:rsidRPr="0099306C">
        <w:t>’</w:t>
      </w:r>
      <w:r w:rsidRPr="002B3119">
        <w:t>appelait au dehors</w:t>
      </w:r>
      <w:r w:rsidR="00E4444A" w:rsidRPr="0099306C">
        <w:t xml:space="preserve">. </w:t>
      </w:r>
      <w:r w:rsidRPr="002B3119">
        <w:t>Il faisait doux</w:t>
      </w:r>
      <w:r w:rsidR="00E4444A" w:rsidRPr="0099306C">
        <w:t xml:space="preserve">. </w:t>
      </w:r>
      <w:r w:rsidRPr="002B3119">
        <w:t>Les vêtements d</w:t>
      </w:r>
      <w:r w:rsidR="00E4444A" w:rsidRPr="0099306C">
        <w:t>’</w:t>
      </w:r>
      <w:r w:rsidRPr="002B3119">
        <w:t>hiver que je venais de remettre me faisaient l</w:t>
      </w:r>
      <w:r w:rsidR="00E4444A" w:rsidRPr="0099306C">
        <w:t>’</w:t>
      </w:r>
      <w:r w:rsidRPr="002B3119">
        <w:t>effet d</w:t>
      </w:r>
      <w:r w:rsidR="00E4444A" w:rsidRPr="0099306C">
        <w:t>’</w:t>
      </w:r>
      <w:r w:rsidRPr="002B3119">
        <w:t>amis retrouvés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une belle journée d</w:t>
      </w:r>
      <w:r w:rsidR="00E4444A" w:rsidRPr="0099306C">
        <w:t>’</w:t>
      </w:r>
      <w:r w:rsidRPr="002B3119">
        <w:t>arrière-saison</w:t>
      </w:r>
      <w:r w:rsidR="00E4444A" w:rsidRPr="0099306C">
        <w:t xml:space="preserve">. </w:t>
      </w:r>
      <w:r w:rsidRPr="002B3119">
        <w:t>Les cloches de la Toussaint émouvaient l</w:t>
      </w:r>
      <w:r w:rsidR="00E4444A" w:rsidRPr="0099306C">
        <w:t>’</w:t>
      </w:r>
      <w:r w:rsidRPr="002B3119">
        <w:t>air léger</w:t>
      </w:r>
      <w:r w:rsidR="00E4444A" w:rsidRPr="0099306C">
        <w:t xml:space="preserve">. </w:t>
      </w:r>
      <w:r w:rsidRPr="002B3119">
        <w:t>Sur les avenues</w:t>
      </w:r>
      <w:r w:rsidR="00E4444A" w:rsidRPr="0099306C">
        <w:t xml:space="preserve">, </w:t>
      </w:r>
      <w:r w:rsidRPr="002B3119">
        <w:t>tamisés par les branches</w:t>
      </w:r>
      <w:r w:rsidR="00E4444A" w:rsidRPr="0099306C">
        <w:t xml:space="preserve">, </w:t>
      </w:r>
      <w:r w:rsidRPr="002B3119">
        <w:t>traînaient des rayons adoucis</w:t>
      </w:r>
      <w:r w:rsidR="00E4444A" w:rsidRPr="0099306C">
        <w:t xml:space="preserve">. </w:t>
      </w:r>
      <w:r w:rsidRPr="002B3119">
        <w:t>Un peu d</w:t>
      </w:r>
      <w:r w:rsidR="00E4444A" w:rsidRPr="0099306C">
        <w:t>’</w:t>
      </w:r>
      <w:r w:rsidRPr="002B3119">
        <w:t>or pâle s</w:t>
      </w:r>
      <w:r w:rsidR="00E4444A" w:rsidRPr="0099306C">
        <w:t>’</w:t>
      </w:r>
      <w:r w:rsidRPr="002B3119">
        <w:t>accrochait aux premières feuilles tombées des platanes</w:t>
      </w:r>
      <w:r w:rsidR="00E4444A" w:rsidRPr="0099306C">
        <w:t xml:space="preserve">. </w:t>
      </w:r>
      <w:r w:rsidRPr="002B3119">
        <w:t>Je pris la route longeant le cimetière</w:t>
      </w:r>
      <w:r w:rsidR="00E4444A" w:rsidRPr="0099306C">
        <w:t xml:space="preserve">. </w:t>
      </w:r>
      <w:r w:rsidRPr="002B3119">
        <w:t>Devant la porte cochère</w:t>
      </w:r>
      <w:r w:rsidR="00E4444A" w:rsidRPr="0099306C">
        <w:t xml:space="preserve">, </w:t>
      </w:r>
      <w:r w:rsidRPr="002B3119">
        <w:t>ouverte à deux battants</w:t>
      </w:r>
      <w:r w:rsidR="00E4444A" w:rsidRPr="0099306C">
        <w:t xml:space="preserve">, </w:t>
      </w:r>
      <w:r w:rsidRPr="002B3119">
        <w:t>des marchands de buis alignaient leurs corbeilles</w:t>
      </w:r>
      <w:r w:rsidR="00E4444A" w:rsidRPr="0099306C">
        <w:t xml:space="preserve">. </w:t>
      </w:r>
      <w:r w:rsidRPr="002B3119">
        <w:t>Des femmes</w:t>
      </w:r>
      <w:r w:rsidR="00E4444A" w:rsidRPr="0099306C">
        <w:t xml:space="preserve">, </w:t>
      </w:r>
      <w:r w:rsidRPr="002B3119">
        <w:t>des jeunes filles</w:t>
      </w:r>
      <w:r w:rsidR="00E4444A" w:rsidRPr="0099306C">
        <w:t xml:space="preserve">, </w:t>
      </w:r>
      <w:r w:rsidRPr="002B3119">
        <w:t>les bras chargés de chrysa</w:t>
      </w:r>
      <w:r w:rsidRPr="002B3119">
        <w:t>n</w:t>
      </w:r>
      <w:r w:rsidRPr="002B3119">
        <w:t>thèmes</w:t>
      </w:r>
      <w:r w:rsidR="00E4444A" w:rsidRPr="0099306C">
        <w:t xml:space="preserve">, </w:t>
      </w:r>
      <w:r w:rsidRPr="002B3119">
        <w:t>se succédaient dans le morne jardin</w:t>
      </w:r>
      <w:r w:rsidR="00E4444A" w:rsidRPr="0099306C">
        <w:t xml:space="preserve">. </w:t>
      </w:r>
      <w:r w:rsidRPr="002B3119">
        <w:t>Mais je n</w:t>
      </w:r>
      <w:r w:rsidR="00E4444A" w:rsidRPr="0099306C">
        <w:t>’</w:t>
      </w:r>
      <w:r w:rsidRPr="002B3119">
        <w:t>eus aucune tentation de les suivre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avais là ni parent</w:t>
      </w:r>
      <w:r w:rsidR="00E4444A" w:rsidRPr="0099306C">
        <w:t xml:space="preserve">, </w:t>
      </w:r>
      <w:r w:rsidRPr="002B3119">
        <w:t>ni ami</w:t>
      </w:r>
      <w:r w:rsidR="00E4444A" w:rsidRPr="0099306C">
        <w:t xml:space="preserve">. </w:t>
      </w:r>
      <w:r w:rsidRPr="002B3119">
        <w:t>Et le cimetière me semblait un lieu maussade où je n</w:t>
      </w:r>
      <w:r w:rsidR="00E4444A" w:rsidRPr="0099306C">
        <w:t>’</w:t>
      </w:r>
      <w:r w:rsidRPr="002B3119">
        <w:t>avais aucune raison de pénétrer</w:t>
      </w:r>
      <w:r w:rsidR="00E4444A" w:rsidRPr="0099306C">
        <w:t>.</w:t>
      </w:r>
    </w:p>
    <w:p w14:paraId="52F8976C" w14:textId="77777777" w:rsidR="00E4444A" w:rsidRPr="0099306C" w:rsidRDefault="002B3119" w:rsidP="002B3119">
      <w:r w:rsidRPr="002B3119">
        <w:t>Non</w:t>
      </w:r>
      <w:r w:rsidR="00E4444A" w:rsidRPr="0099306C">
        <w:t xml:space="preserve">. </w:t>
      </w:r>
      <w:r w:rsidRPr="002B3119">
        <w:t>Ma petite Yvette</w:t>
      </w:r>
      <w:r w:rsidR="00E4444A" w:rsidRPr="0099306C">
        <w:t xml:space="preserve">, </w:t>
      </w:r>
      <w:r w:rsidRPr="002B3119">
        <w:t>heureuse et bien portante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éveillait en moi que des idées d</w:t>
      </w:r>
      <w:r w:rsidR="00E4444A" w:rsidRPr="0099306C">
        <w:t>’</w:t>
      </w:r>
      <w:r w:rsidRPr="002B3119">
        <w:t>ambition</w:t>
      </w:r>
      <w:r w:rsidR="00E4444A" w:rsidRPr="0099306C">
        <w:t xml:space="preserve">, </w:t>
      </w:r>
      <w:r w:rsidRPr="002B3119">
        <w:t>de travail et de vie</w:t>
      </w:r>
      <w:r w:rsidR="00E4444A" w:rsidRPr="0099306C">
        <w:t xml:space="preserve">. </w:t>
      </w:r>
      <w:r w:rsidRPr="002B3119">
        <w:t>Et pour que cette Toussaint eût pour nous quelque allure de fête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entrai dans une pâtisserie où des vendeuses a</w:t>
      </w:r>
      <w:r w:rsidRPr="002B3119">
        <w:t>c</w:t>
      </w:r>
      <w:r w:rsidRPr="002B3119">
        <w:t>cortes achevaient leurs échafaudages de gâteaux</w:t>
      </w:r>
      <w:r w:rsidR="00E4444A" w:rsidRPr="0099306C">
        <w:t>.</w:t>
      </w:r>
    </w:p>
    <w:p w14:paraId="25D5E4AD" w14:textId="77777777" w:rsidR="002B3119" w:rsidRPr="002B3119" w:rsidRDefault="002B3119" w:rsidP="002B3119"/>
    <w:p w14:paraId="19B27D8B" w14:textId="77777777" w:rsidR="00E4444A" w:rsidRPr="0099306C" w:rsidRDefault="004959CF" w:rsidP="002B3119">
      <w:r w:rsidRPr="0099306C">
        <w:t>À</w:t>
      </w:r>
      <w:r w:rsidR="002B3119" w:rsidRPr="002B3119">
        <w:t xml:space="preserve"> mon retour</w:t>
      </w:r>
      <w:r w:rsidR="00E4444A" w:rsidRPr="0099306C">
        <w:t xml:space="preserve">, </w:t>
      </w:r>
      <w:r w:rsidR="002B3119" w:rsidRPr="002B3119">
        <w:t>Yvette</w:t>
      </w:r>
      <w:r w:rsidR="00E4444A" w:rsidRPr="0099306C">
        <w:t xml:space="preserve">, </w:t>
      </w:r>
      <w:r w:rsidR="002B3119" w:rsidRPr="002B3119">
        <w:t>tout habillée</w:t>
      </w:r>
      <w:r w:rsidR="00E4444A" w:rsidRPr="0099306C">
        <w:t xml:space="preserve">, </w:t>
      </w:r>
      <w:r w:rsidR="002B3119" w:rsidRPr="002B3119">
        <w:t>contemplait Marie-Anne qui allumait le feu de la salle à manger</w:t>
      </w:r>
      <w:r w:rsidR="00E4444A" w:rsidRPr="0099306C">
        <w:t xml:space="preserve">. </w:t>
      </w:r>
      <w:r w:rsidR="002B3119" w:rsidRPr="002B3119">
        <w:t>Pour la prése</w:t>
      </w:r>
      <w:r w:rsidR="002B3119" w:rsidRPr="002B3119">
        <w:t>r</w:t>
      </w:r>
      <w:r w:rsidR="002B3119" w:rsidRPr="002B3119">
        <w:t>ver du froid</w:t>
      </w:r>
      <w:r w:rsidR="00E4444A" w:rsidRPr="0099306C">
        <w:t xml:space="preserve">, </w:t>
      </w:r>
      <w:r w:rsidR="002B3119" w:rsidRPr="002B3119">
        <w:t>on l</w:t>
      </w:r>
      <w:r w:rsidR="00E4444A" w:rsidRPr="0099306C">
        <w:t>’</w:t>
      </w:r>
      <w:r w:rsidR="002B3119" w:rsidRPr="002B3119">
        <w:t>avait enveloppée d</w:t>
      </w:r>
      <w:r w:rsidR="00E4444A" w:rsidRPr="0099306C">
        <w:t>’</w:t>
      </w:r>
      <w:r w:rsidR="002B3119" w:rsidRPr="002B3119">
        <w:t>un châle</w:t>
      </w:r>
      <w:r w:rsidR="00E4444A" w:rsidRPr="0099306C">
        <w:t xml:space="preserve">, </w:t>
      </w:r>
      <w:r w:rsidR="002B3119" w:rsidRPr="002B3119">
        <w:t>qui croisait sur la poitrine</w:t>
      </w:r>
      <w:r w:rsidR="00E4444A" w:rsidRPr="0099306C">
        <w:t xml:space="preserve">, </w:t>
      </w:r>
      <w:r w:rsidR="002B3119" w:rsidRPr="002B3119">
        <w:t>se nouait derrière le dos</w:t>
      </w:r>
      <w:r w:rsidR="00E4444A" w:rsidRPr="0099306C">
        <w:t xml:space="preserve">, </w:t>
      </w:r>
      <w:r w:rsidR="002B3119" w:rsidRPr="002B3119">
        <w:t>lui donnant un air drôle de petite paysanne</w:t>
      </w:r>
      <w:r w:rsidR="00E4444A" w:rsidRPr="0099306C">
        <w:t>.</w:t>
      </w:r>
    </w:p>
    <w:p w14:paraId="6F86F5EA" w14:textId="77777777" w:rsidR="00E4444A" w:rsidRPr="0099306C" w:rsidRDefault="002B3119" w:rsidP="002B3119">
      <w:r w:rsidRPr="002B3119">
        <w:lastRenderedPageBreak/>
        <w:t>J</w:t>
      </w:r>
      <w:r w:rsidR="00E4444A" w:rsidRPr="0099306C">
        <w:t>’</w:t>
      </w:r>
      <w:r w:rsidRPr="002B3119">
        <w:t>allai chercher des livres</w:t>
      </w:r>
      <w:r w:rsidR="00E4444A" w:rsidRPr="0099306C">
        <w:t xml:space="preserve">, </w:t>
      </w:r>
      <w:r w:rsidRPr="002B3119">
        <w:t>du papier pour travailler près du feu et nous transportâmes dans la salle chauffée le can</w:t>
      </w:r>
      <w:r w:rsidRPr="002B3119">
        <w:t>a</w:t>
      </w:r>
      <w:r w:rsidRPr="002B3119">
        <w:t>pé du salon</w:t>
      </w:r>
      <w:r w:rsidR="00E4444A" w:rsidRPr="0099306C">
        <w:t xml:space="preserve">, </w:t>
      </w:r>
      <w:r w:rsidRPr="002B3119">
        <w:t>où nous mîmes Yvette avec ses poupées</w:t>
      </w:r>
      <w:r w:rsidR="00E4444A" w:rsidRPr="0099306C">
        <w:t>.</w:t>
      </w:r>
    </w:p>
    <w:p w14:paraId="27950998" w14:textId="77777777" w:rsidR="00E4444A" w:rsidRPr="0099306C" w:rsidRDefault="002B3119" w:rsidP="002B3119">
      <w:r w:rsidRPr="002B3119">
        <w:t>Je commençai d</w:t>
      </w:r>
      <w:r w:rsidR="00E4444A" w:rsidRPr="0099306C">
        <w:t>’</w:t>
      </w:r>
      <w:r w:rsidRPr="002B3119">
        <w:t>écrire</w:t>
      </w:r>
      <w:r w:rsidR="00E4444A" w:rsidRPr="0099306C">
        <w:t xml:space="preserve">. </w:t>
      </w:r>
      <w:r w:rsidRPr="002B3119">
        <w:t>Yvette prit une de ses filles</w:t>
      </w:r>
      <w:r w:rsidR="00E4444A" w:rsidRPr="0099306C">
        <w:t xml:space="preserve">, </w:t>
      </w:r>
      <w:r w:rsidRPr="002B3119">
        <w:t>la considéra distraitement en la soulevant des deux mains</w:t>
      </w:r>
      <w:r w:rsidR="00E4444A" w:rsidRPr="0099306C">
        <w:t xml:space="preserve">, </w:t>
      </w:r>
      <w:r w:rsidRPr="002B3119">
        <w:t>a</w:t>
      </w:r>
      <w:r w:rsidRPr="002B3119">
        <w:t>r</w:t>
      </w:r>
      <w:r w:rsidRPr="002B3119">
        <w:t>rangea un peu la robe</w:t>
      </w:r>
      <w:r w:rsidR="00E4444A" w:rsidRPr="0099306C">
        <w:t xml:space="preserve">, </w:t>
      </w:r>
      <w:r w:rsidRPr="002B3119">
        <w:t>mais ne dut pas jouer longtemps</w:t>
      </w:r>
      <w:r w:rsidR="00E4444A" w:rsidRPr="0099306C">
        <w:t xml:space="preserve">. </w:t>
      </w:r>
      <w:r w:rsidRPr="002B3119">
        <w:t>M</w:t>
      </w:r>
      <w:r w:rsidR="00E4444A" w:rsidRPr="0099306C">
        <w:t>’</w:t>
      </w:r>
      <w:r w:rsidRPr="002B3119">
        <w:t>étant retourné</w:t>
      </w:r>
      <w:r w:rsidR="00E4444A" w:rsidRPr="0099306C">
        <w:t xml:space="preserve">, </w:t>
      </w:r>
      <w:r w:rsidRPr="002B3119">
        <w:t>je surpris son bon regard posé sur moi</w:t>
      </w:r>
      <w:r w:rsidR="00E4444A" w:rsidRPr="0099306C">
        <w:t xml:space="preserve">. </w:t>
      </w:r>
      <w:r w:rsidRPr="002B3119">
        <w:t>Immobile et couchée</w:t>
      </w:r>
      <w:r w:rsidR="00E4444A" w:rsidRPr="0099306C">
        <w:t xml:space="preserve">, </w:t>
      </w:r>
      <w:r w:rsidRPr="002B3119">
        <w:t>ses poupées étendues près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elle observait papa</w:t>
      </w:r>
      <w:r w:rsidR="00E4444A" w:rsidRPr="0099306C">
        <w:t>.</w:t>
      </w:r>
    </w:p>
    <w:p w14:paraId="1B9DE22A" w14:textId="77777777" w:rsidR="00E4444A" w:rsidRPr="0099306C" w:rsidRDefault="002B3119" w:rsidP="002B3119">
      <w:r w:rsidRPr="002B3119">
        <w:t>Vers midi</w:t>
      </w:r>
      <w:r w:rsidR="00E4444A" w:rsidRPr="0099306C">
        <w:t xml:space="preserve">, </w:t>
      </w:r>
      <w:r w:rsidRPr="002B3119">
        <w:t>Marie-Anne vint mettre le couvert</w:t>
      </w:r>
      <w:r w:rsidR="00E4444A" w:rsidRPr="0099306C">
        <w:t xml:space="preserve">. </w:t>
      </w:r>
      <w:r w:rsidRPr="002B3119">
        <w:t>Je portai mes papiers sur le dressoir</w:t>
      </w:r>
      <w:r w:rsidR="00E4444A" w:rsidRPr="0099306C">
        <w:t xml:space="preserve">. </w:t>
      </w:r>
      <w:r w:rsidRPr="002B3119">
        <w:t>Mais Yvette n</w:t>
      </w:r>
      <w:r w:rsidR="00E4444A" w:rsidRPr="0099306C">
        <w:t>’</w:t>
      </w:r>
      <w:r w:rsidRPr="002B3119">
        <w:t>avait pas faim</w:t>
      </w:r>
      <w:r w:rsidR="00E4444A" w:rsidRPr="0099306C">
        <w:t xml:space="preserve">. </w:t>
      </w:r>
      <w:r w:rsidRPr="002B3119">
        <w:t>Elle se releva</w:t>
      </w:r>
      <w:r w:rsidR="00E4444A" w:rsidRPr="0099306C">
        <w:t xml:space="preserve">, </w:t>
      </w:r>
      <w:r w:rsidRPr="002B3119">
        <w:t xml:space="preserve">en </w:t>
      </w:r>
      <w:proofErr w:type="gramStart"/>
      <w:r w:rsidRPr="002B3119">
        <w:t>faisant</w:t>
      </w:r>
      <w:proofErr w:type="gramEnd"/>
      <w:r w:rsidRPr="002B3119">
        <w:t xml:space="preserve"> un petit effort</w:t>
      </w:r>
      <w:r w:rsidR="00E4444A" w:rsidRPr="0099306C">
        <w:t xml:space="preserve">, </w:t>
      </w:r>
      <w:r w:rsidRPr="002B3119">
        <w:t>et ce fut bien pour me faire plaisir qu</w:t>
      </w:r>
      <w:r w:rsidR="00E4444A" w:rsidRPr="0099306C">
        <w:t>’</w:t>
      </w:r>
      <w:r w:rsidRPr="002B3119">
        <w:t>elle s</w:t>
      </w:r>
      <w:r w:rsidR="00E4444A" w:rsidRPr="0099306C">
        <w:t>’</w:t>
      </w:r>
      <w:r w:rsidRPr="002B3119">
        <w:t xml:space="preserve">assit à table et consentit à manger un </w:t>
      </w:r>
      <w:r w:rsidR="002E1ABF">
        <w:t>œuf</w:t>
      </w:r>
      <w:r w:rsidR="00E4444A" w:rsidRPr="0099306C">
        <w:t>.</w:t>
      </w:r>
    </w:p>
    <w:p w14:paraId="12FA25D9" w14:textId="77777777" w:rsidR="00E4444A" w:rsidRPr="0099306C" w:rsidRDefault="002B3119" w:rsidP="002B3119">
      <w:r w:rsidRPr="002B3119">
        <w:t>La fine lumière automnale blanchissait les rideaux de v</w:t>
      </w:r>
      <w:r w:rsidRPr="002B3119">
        <w:t>i</w:t>
      </w:r>
      <w:r w:rsidRPr="002B3119">
        <w:t>trage</w:t>
      </w:r>
      <w:r w:rsidR="00E4444A" w:rsidRPr="0099306C">
        <w:t xml:space="preserve">. </w:t>
      </w:r>
      <w:r w:rsidRPr="002B3119">
        <w:t>Quelques pas au soleil ne pouvaient être mauvais pour Yvette</w:t>
      </w:r>
      <w:r w:rsidR="00E4444A" w:rsidRPr="0099306C">
        <w:t>.</w:t>
      </w:r>
    </w:p>
    <w:p w14:paraId="218ABF57" w14:textId="77777777" w:rsidR="00E4444A" w:rsidRPr="0099306C" w:rsidRDefault="00E4444A" w:rsidP="002B3119">
      <w:r w:rsidRPr="0099306C">
        <w:t>— </w:t>
      </w:r>
      <w:r w:rsidR="002B3119" w:rsidRPr="002B3119">
        <w:t>Veux-tu sortir avec Marie-Anne</w:t>
      </w:r>
      <w:r w:rsidRPr="0099306C">
        <w:t xml:space="preserve"> ?… </w:t>
      </w:r>
      <w:r w:rsidR="002B3119" w:rsidRPr="002B3119">
        <w:t>Vous achèterez quelque chose au bazar</w:t>
      </w:r>
      <w:r w:rsidRPr="0099306C">
        <w:t>.</w:t>
      </w:r>
    </w:p>
    <w:p w14:paraId="62DB2759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je voudrais rester avec toi</w:t>
      </w:r>
      <w:r w:rsidRPr="0099306C">
        <w:t>.</w:t>
      </w:r>
    </w:p>
    <w:p w14:paraId="0C816AC2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tout 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nous demeurâmes ensemble</w:t>
      </w:r>
      <w:r w:rsidR="00E4444A" w:rsidRPr="0099306C">
        <w:t xml:space="preserve">. </w:t>
      </w:r>
      <w:r w:rsidRPr="002B3119">
        <w:t>Le jour diminua lentement</w:t>
      </w:r>
      <w:r w:rsidR="00E4444A" w:rsidRPr="0099306C">
        <w:t xml:space="preserve">. </w:t>
      </w:r>
      <w:r w:rsidRPr="002B3119">
        <w:t>Yvette était sur le canapé</w:t>
      </w:r>
      <w:r w:rsidR="00E4444A" w:rsidRPr="0099306C">
        <w:t xml:space="preserve">, </w:t>
      </w:r>
      <w:r w:rsidRPr="002B3119">
        <w:t>la tête appuyée aux coussins</w:t>
      </w:r>
      <w:r w:rsidR="00E4444A" w:rsidRPr="0099306C">
        <w:t xml:space="preserve">. </w:t>
      </w:r>
      <w:r w:rsidRPr="002B3119">
        <w:t>Mon travail se faisait sans trop de peine</w:t>
      </w:r>
      <w:r w:rsidR="00E4444A" w:rsidRPr="0099306C">
        <w:t xml:space="preserve">. </w:t>
      </w:r>
      <w:r w:rsidRPr="002B3119">
        <w:t>Les pensées venaient toutes seules</w:t>
      </w:r>
      <w:r w:rsidR="00E4444A" w:rsidRPr="0099306C">
        <w:t xml:space="preserve">. </w:t>
      </w:r>
      <w:r w:rsidRPr="002B3119">
        <w:t>Je ne sais quelle douce influence s</w:t>
      </w:r>
      <w:r w:rsidR="00E4444A" w:rsidRPr="0099306C">
        <w:t>’</w:t>
      </w:r>
      <w:r w:rsidRPr="002B3119">
        <w:t>exerçait sur moi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ne me quittant pas des yeux</w:t>
      </w:r>
      <w:r w:rsidR="00E4444A" w:rsidRPr="0099306C">
        <w:t xml:space="preserve">, </w:t>
      </w:r>
      <w:r w:rsidRPr="002B3119">
        <w:t>surveillait tous mes gestes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chaque fois que je levais la tête</w:t>
      </w:r>
      <w:r w:rsidR="00E4444A" w:rsidRPr="0099306C">
        <w:t xml:space="preserve">, </w:t>
      </w:r>
      <w:r w:rsidRPr="002B3119">
        <w:t>nous souriions tous les deux</w:t>
      </w:r>
      <w:r w:rsidR="00E4444A" w:rsidRPr="0099306C">
        <w:t xml:space="preserve">, </w:t>
      </w:r>
      <w:r w:rsidRPr="002B3119">
        <w:t>car je surpr</w:t>
      </w:r>
      <w:r w:rsidRPr="002B3119">
        <w:t>e</w:t>
      </w:r>
      <w:r w:rsidRPr="002B3119">
        <w:t>nais toujours le tendre regard qui m</w:t>
      </w:r>
      <w:r w:rsidR="00E4444A" w:rsidRPr="0099306C">
        <w:t>’</w:t>
      </w:r>
      <w:r w:rsidRPr="002B3119">
        <w:t>observait tranquill</w:t>
      </w:r>
      <w:r w:rsidRPr="002B3119">
        <w:t>e</w:t>
      </w:r>
      <w:r w:rsidRPr="002B3119">
        <w:t>ment</w:t>
      </w:r>
      <w:r w:rsidR="00E4444A" w:rsidRPr="0099306C">
        <w:t>.</w:t>
      </w:r>
    </w:p>
    <w:p w14:paraId="5BE95DC1" w14:textId="77777777" w:rsidR="00E4444A" w:rsidRPr="0099306C" w:rsidRDefault="002B3119" w:rsidP="002B3119">
      <w:r w:rsidRPr="002B3119">
        <w:lastRenderedPageBreak/>
        <w:t>Regard plus grave</w:t>
      </w:r>
      <w:r w:rsidR="00E4444A" w:rsidRPr="0099306C">
        <w:t xml:space="preserve">, </w:t>
      </w:r>
      <w:r w:rsidRPr="002B3119">
        <w:t>sourire plus las des petites filles que la maladie abat un peu</w:t>
      </w:r>
      <w:r w:rsidR="00E4444A" w:rsidRPr="0099306C">
        <w:t xml:space="preserve">, </w:t>
      </w:r>
      <w:r w:rsidRPr="002B3119">
        <w:t>les rapprochant des personnes s</w:t>
      </w:r>
      <w:r w:rsidRPr="002B3119">
        <w:t>é</w:t>
      </w:r>
      <w:r w:rsidRPr="002B3119">
        <w:t>rieuses</w:t>
      </w:r>
      <w:r w:rsidR="00E4444A" w:rsidRPr="0099306C">
        <w:t>.</w:t>
      </w:r>
    </w:p>
    <w:p w14:paraId="22BEA7AE" w14:textId="77777777" w:rsidR="00E4444A" w:rsidRPr="0099306C" w:rsidRDefault="002B3119" w:rsidP="002B3119">
      <w:r w:rsidRPr="002B3119">
        <w:t>Déjà le crépuscule</w:t>
      </w:r>
      <w:r w:rsidR="00E4444A" w:rsidRPr="0099306C">
        <w:t xml:space="preserve"> ! </w:t>
      </w:r>
      <w:r w:rsidRPr="002B3119">
        <w:t>Du côté de la cheminée m</w:t>
      </w:r>
      <w:r w:rsidR="00E4444A" w:rsidRPr="0099306C">
        <w:t>’</w:t>
      </w:r>
      <w:r w:rsidRPr="002B3119">
        <w:t>arriva ce léger bruit qui précède les sonneries</w:t>
      </w:r>
      <w:r w:rsidR="00E4444A" w:rsidRPr="0099306C">
        <w:t xml:space="preserve">, </w:t>
      </w:r>
      <w:r w:rsidRPr="002B3119">
        <w:t>comme si les pendules reprenaient haleine avant de marteler le silence</w:t>
      </w:r>
      <w:r w:rsidR="00E4444A" w:rsidRPr="0099306C">
        <w:t>.</w:t>
      </w:r>
    </w:p>
    <w:p w14:paraId="07338DA4" w14:textId="77777777" w:rsidR="00E4444A" w:rsidRPr="0099306C" w:rsidRDefault="002B3119" w:rsidP="002B3119">
      <w:r w:rsidRPr="002B3119">
        <w:t>Cinq heures</w:t>
      </w:r>
      <w:r w:rsidR="00E4444A" w:rsidRPr="0099306C">
        <w:t xml:space="preserve">… </w:t>
      </w:r>
      <w:r w:rsidRPr="002B3119">
        <w:t>L</w:t>
      </w:r>
      <w:r w:rsidR="00E4444A" w:rsidRPr="0099306C">
        <w:t>’</w:t>
      </w:r>
      <w:r w:rsidRPr="002B3119">
        <w:t>heure des lampes</w:t>
      </w:r>
      <w:r w:rsidR="00E4444A" w:rsidRPr="0099306C">
        <w:t xml:space="preserve">… </w:t>
      </w:r>
      <w:r w:rsidRPr="002B3119">
        <w:t>Je me retournai de nouveau vers Yvette</w:t>
      </w:r>
      <w:r w:rsidR="00E4444A" w:rsidRPr="0099306C">
        <w:t xml:space="preserve">. </w:t>
      </w:r>
      <w:r w:rsidRPr="002B3119">
        <w:t>Toujours étendue</w:t>
      </w:r>
      <w:r w:rsidR="00E4444A" w:rsidRPr="0099306C">
        <w:t xml:space="preserve">, </w:t>
      </w:r>
      <w:r w:rsidRPr="002B3119">
        <w:t>elle ne se redressa pas</w:t>
      </w:r>
      <w:r w:rsidR="00E4444A" w:rsidRPr="0099306C">
        <w:t xml:space="preserve">, </w:t>
      </w:r>
      <w:r w:rsidRPr="002B3119">
        <w:t>mais tendant les bras comme pour m</w:t>
      </w:r>
      <w:r w:rsidR="00E4444A" w:rsidRPr="0099306C">
        <w:t>’</w:t>
      </w:r>
      <w:r w:rsidRPr="002B3119">
        <w:t>attirer</w:t>
      </w:r>
      <w:r w:rsidR="00E4444A" w:rsidRPr="0099306C">
        <w:t xml:space="preserve">, </w:t>
      </w:r>
      <w:r w:rsidRPr="002B3119">
        <w:t>elle mu</w:t>
      </w:r>
      <w:r w:rsidRPr="002B3119">
        <w:t>r</w:t>
      </w:r>
      <w:r w:rsidRPr="002B3119">
        <w:t>mura</w:t>
      </w:r>
      <w:r w:rsidR="00E4444A" w:rsidRPr="0099306C">
        <w:t> :</w:t>
      </w:r>
    </w:p>
    <w:p w14:paraId="5FCD6E5F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>…</w:t>
      </w:r>
    </w:p>
    <w:p w14:paraId="67100947" w14:textId="77777777" w:rsidR="00E4444A" w:rsidRPr="0099306C" w:rsidRDefault="002B3119" w:rsidP="002B3119">
      <w:r w:rsidRPr="002B3119">
        <w:t>Je m</w:t>
      </w:r>
      <w:r w:rsidR="00E4444A" w:rsidRPr="0099306C">
        <w:t>’</w:t>
      </w:r>
      <w:r w:rsidRPr="002B3119">
        <w:t>assis près d</w:t>
      </w:r>
      <w:r w:rsidR="00E4444A" w:rsidRPr="0099306C">
        <w:t>’</w:t>
      </w:r>
      <w:r w:rsidRPr="002B3119">
        <w:t>elle</w:t>
      </w:r>
      <w:r w:rsidR="00E4444A" w:rsidRPr="0099306C">
        <w:t xml:space="preserve">. </w:t>
      </w:r>
      <w:r w:rsidRPr="002B3119">
        <w:t>Les mains étaient moites</w:t>
      </w:r>
      <w:r w:rsidR="00E4444A" w:rsidRPr="0099306C">
        <w:t xml:space="preserve">, </w:t>
      </w:r>
      <w:r w:rsidRPr="002B3119">
        <w:t>le front brûlant</w:t>
      </w:r>
      <w:r w:rsidR="00E4444A" w:rsidRPr="0099306C">
        <w:t xml:space="preserve">. </w:t>
      </w:r>
      <w:r w:rsidRPr="002B3119">
        <w:t>La fièvre s</w:t>
      </w:r>
      <w:r w:rsidR="00E4444A" w:rsidRPr="0099306C">
        <w:t>’</w:t>
      </w:r>
      <w:r w:rsidRPr="002B3119">
        <w:t>aggravait avec le soir</w:t>
      </w:r>
      <w:r w:rsidR="00E4444A" w:rsidRPr="0099306C">
        <w:t xml:space="preserve">. </w:t>
      </w:r>
      <w:r w:rsidRPr="002B3119">
        <w:t>Marie-Anne alla prévenir le médecin</w:t>
      </w:r>
      <w:r w:rsidR="00E4444A" w:rsidRPr="0099306C">
        <w:t>.</w:t>
      </w:r>
    </w:p>
    <w:p w14:paraId="6D40CFAB" w14:textId="77777777" w:rsidR="00E4444A" w:rsidRPr="0099306C" w:rsidRDefault="002B3119" w:rsidP="002B3119">
      <w:r w:rsidRPr="002B3119">
        <w:t>Une heure après</w:t>
      </w:r>
      <w:r w:rsidR="00E4444A" w:rsidRPr="0099306C">
        <w:t xml:space="preserve">, </w:t>
      </w:r>
      <w:r w:rsidRPr="002B3119">
        <w:t>le ronflement d</w:t>
      </w:r>
      <w:r w:rsidR="00E4444A" w:rsidRPr="0099306C">
        <w:t>’</w:t>
      </w:r>
      <w:r w:rsidRPr="002B3119">
        <w:t>une auto annonça sa venue</w:t>
      </w:r>
      <w:r w:rsidR="00E4444A" w:rsidRPr="0099306C">
        <w:t xml:space="preserve">. </w:t>
      </w:r>
      <w:r w:rsidRPr="002B3119">
        <w:t>Il examina l</w:t>
      </w:r>
      <w:r w:rsidR="00E4444A" w:rsidRPr="0099306C">
        <w:t>’</w:t>
      </w:r>
      <w:r w:rsidRPr="002B3119">
        <w:t>enfant</w:t>
      </w:r>
      <w:r w:rsidR="00E4444A" w:rsidRPr="0099306C">
        <w:t xml:space="preserve">, </w:t>
      </w:r>
      <w:r w:rsidRPr="002B3119">
        <w:t>tâta le pouls</w:t>
      </w:r>
      <w:r w:rsidR="00E4444A" w:rsidRPr="0099306C">
        <w:t xml:space="preserve">, </w:t>
      </w:r>
      <w:r w:rsidRPr="002B3119">
        <w:t>regarda la langue</w:t>
      </w:r>
      <w:r w:rsidR="00E4444A" w:rsidRPr="0099306C">
        <w:t xml:space="preserve">. </w:t>
      </w:r>
      <w:r w:rsidRPr="002B3119">
        <w:t>Rien d</w:t>
      </w:r>
      <w:r w:rsidR="00E4444A" w:rsidRPr="0099306C">
        <w:t>’</w:t>
      </w:r>
      <w:r w:rsidRPr="002B3119">
        <w:t>alarmant</w:t>
      </w:r>
      <w:r w:rsidR="00E4444A" w:rsidRPr="0099306C">
        <w:t xml:space="preserve"> : </w:t>
      </w:r>
      <w:r w:rsidRPr="002B3119">
        <w:t>une fièvre légère</w:t>
      </w:r>
      <w:r w:rsidR="00E4444A" w:rsidRPr="0099306C">
        <w:t xml:space="preserve">. </w:t>
      </w:r>
      <w:r w:rsidRPr="002B3119">
        <w:t>De la diète et du repos</w:t>
      </w:r>
      <w:r w:rsidR="00E4444A" w:rsidRPr="0099306C">
        <w:t xml:space="preserve">. </w:t>
      </w:r>
      <w:r w:rsidRPr="002B3119">
        <w:t>Il reviendrait dans trois jours constater la guérison</w:t>
      </w:r>
      <w:r w:rsidR="00E4444A" w:rsidRPr="0099306C">
        <w:t>.</w:t>
      </w:r>
    </w:p>
    <w:p w14:paraId="6A6BBC05" w14:textId="77777777" w:rsidR="00E4444A" w:rsidRPr="0099306C" w:rsidRDefault="002B3119" w:rsidP="002B3119">
      <w:r w:rsidRPr="002B3119">
        <w:t>Nous portâmes Yvette au premier étage</w:t>
      </w:r>
      <w:r w:rsidR="00E4444A" w:rsidRPr="0099306C">
        <w:t xml:space="preserve">, </w:t>
      </w:r>
      <w:r w:rsidRPr="002B3119">
        <w:t>et même</w:t>
      </w:r>
      <w:r w:rsidR="00E4444A" w:rsidRPr="0099306C">
        <w:t xml:space="preserve">, </w:t>
      </w:r>
      <w:r w:rsidRPr="002B3119">
        <w:t>pour la gâter</w:t>
      </w:r>
      <w:r w:rsidR="00E4444A" w:rsidRPr="0099306C">
        <w:t xml:space="preserve">, </w:t>
      </w:r>
      <w:r w:rsidRPr="002B3119">
        <w:t xml:space="preserve">nous accédâmes à son désir de coucher dans </w:t>
      </w:r>
      <w:r w:rsidR="00E4444A" w:rsidRPr="0099306C">
        <w:t>« </w:t>
      </w:r>
      <w:r w:rsidRPr="002B3119">
        <w:t>le dodo de papa</w:t>
      </w:r>
      <w:r w:rsidR="00E4444A" w:rsidRPr="0099306C">
        <w:t xml:space="preserve"> ». </w:t>
      </w:r>
      <w:r w:rsidRPr="002B3119">
        <w:t>Le lit fut bassiné</w:t>
      </w:r>
      <w:r w:rsidR="00E4444A" w:rsidRPr="0099306C">
        <w:t xml:space="preserve">. </w:t>
      </w:r>
      <w:r w:rsidRPr="002B3119">
        <w:t>Le feu flamba</w:t>
      </w:r>
      <w:r w:rsidR="00E4444A" w:rsidRPr="0099306C">
        <w:t xml:space="preserve">. </w:t>
      </w:r>
      <w:r w:rsidRPr="002B3119">
        <w:t>Je pourrais</w:t>
      </w:r>
      <w:r w:rsidR="00E4444A" w:rsidRPr="0099306C">
        <w:t xml:space="preserve">, </w:t>
      </w:r>
      <w:r w:rsidRPr="002B3119">
        <w:t>étendu près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assurer pendant la nuit que la petite malade ne se découvrait</w:t>
      </w:r>
      <w:r w:rsidR="004959CF" w:rsidRPr="0099306C">
        <w:t xml:space="preserve"> p</w:t>
      </w:r>
      <w:r w:rsidRPr="002B3119">
        <w:t>oint</w:t>
      </w:r>
      <w:r w:rsidR="00E4444A" w:rsidRPr="0099306C">
        <w:t>.</w:t>
      </w:r>
    </w:p>
    <w:p w14:paraId="4218F10B" w14:textId="77777777" w:rsidR="00E4444A" w:rsidRPr="0099306C" w:rsidRDefault="002B3119" w:rsidP="002B3119">
      <w:r w:rsidRPr="002B3119">
        <w:t>Je dînai seul pour la première fois</w:t>
      </w:r>
      <w:r w:rsidR="00E4444A" w:rsidRPr="0099306C">
        <w:t xml:space="preserve">. </w:t>
      </w:r>
      <w:r w:rsidRPr="002B3119">
        <w:t>La table me parut d</w:t>
      </w:r>
      <w:r w:rsidRPr="002B3119">
        <w:t>é</w:t>
      </w:r>
      <w:r w:rsidRPr="002B3119">
        <w:t>serte et le repas fut bien vite achevé</w:t>
      </w:r>
      <w:r w:rsidR="00E4444A" w:rsidRPr="0099306C">
        <w:t xml:space="preserve">. </w:t>
      </w:r>
      <w:r w:rsidRPr="002B3119">
        <w:t>Quand je remontai dans ma chambre</w:t>
      </w:r>
      <w:r w:rsidR="00E4444A" w:rsidRPr="0099306C">
        <w:t xml:space="preserve">, </w:t>
      </w:r>
      <w:r w:rsidRPr="002B3119">
        <w:t>une bonne tiédeur y régnait</w:t>
      </w:r>
      <w:r w:rsidR="00E4444A" w:rsidRPr="0099306C">
        <w:t xml:space="preserve">. </w:t>
      </w:r>
      <w:r w:rsidRPr="002B3119">
        <w:t>Yvette s</w:t>
      </w:r>
      <w:r w:rsidR="00E4444A" w:rsidRPr="0099306C">
        <w:t>’</w:t>
      </w:r>
      <w:r w:rsidRPr="002B3119">
        <w:t>était doucement endormie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comme aux temps lointains de sa première enfance</w:t>
      </w:r>
      <w:r w:rsidR="00E4444A" w:rsidRPr="0099306C">
        <w:t xml:space="preserve">, </w:t>
      </w:r>
      <w:r w:rsidRPr="002B3119">
        <w:t>les bûches s</w:t>
      </w:r>
      <w:r w:rsidR="00E4444A" w:rsidRPr="0099306C">
        <w:t>’</w:t>
      </w:r>
      <w:r w:rsidRPr="002B3119">
        <w:t>écroulaient en dorant le pare-étincelles</w:t>
      </w:r>
      <w:r w:rsidR="00E4444A" w:rsidRPr="0099306C">
        <w:t>.</w:t>
      </w:r>
    </w:p>
    <w:p w14:paraId="51E41C0B" w14:textId="77777777" w:rsidR="002B3119" w:rsidRPr="002B3119" w:rsidRDefault="002B3119" w:rsidP="002B3119"/>
    <w:p w14:paraId="3714C529" w14:textId="77777777" w:rsidR="00E4444A" w:rsidRPr="0099306C" w:rsidRDefault="002B3119" w:rsidP="002B3119">
      <w:r w:rsidRPr="002B3119">
        <w:t>Le lendemain matin</w:t>
      </w:r>
      <w:r w:rsidR="00E4444A" w:rsidRPr="0099306C">
        <w:t xml:space="preserve">, </w:t>
      </w:r>
      <w:r w:rsidRPr="002B3119">
        <w:t>Yvette aurait voulu se lever</w:t>
      </w:r>
      <w:r w:rsidR="00E4444A" w:rsidRPr="0099306C">
        <w:t xml:space="preserve">. </w:t>
      </w:r>
      <w:r w:rsidRPr="002B3119">
        <w:t>Elle décida qu</w:t>
      </w:r>
      <w:r w:rsidR="00E4444A" w:rsidRPr="0099306C">
        <w:t>’</w:t>
      </w:r>
      <w:r w:rsidRPr="002B3119">
        <w:t>elle allait tout à fait bien</w:t>
      </w:r>
      <w:r w:rsidR="00E4444A" w:rsidRPr="0099306C">
        <w:t xml:space="preserve">. </w:t>
      </w:r>
      <w:r w:rsidRPr="002B3119">
        <w:t>Mais il fallait obéir au docteur qui avait ordonné le repos</w:t>
      </w:r>
      <w:r w:rsidR="00E4444A" w:rsidRPr="0099306C">
        <w:t>.</w:t>
      </w:r>
    </w:p>
    <w:p w14:paraId="32DC96B4" w14:textId="77777777" w:rsidR="00E4444A" w:rsidRPr="0099306C" w:rsidRDefault="002B3119" w:rsidP="002B3119">
      <w:r w:rsidRPr="002B3119">
        <w:t>Dès que je rentrai du collège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installai près d</w:t>
      </w:r>
      <w:r w:rsidR="00E4444A" w:rsidRPr="0099306C">
        <w:t>’</w:t>
      </w:r>
      <w:r w:rsidRPr="002B3119">
        <w:t>elle</w:t>
      </w:r>
      <w:r w:rsidR="00E4444A" w:rsidRPr="0099306C">
        <w:t xml:space="preserve">. </w:t>
      </w:r>
      <w:r w:rsidRPr="002B3119">
        <w:t>Elle était gaie</w:t>
      </w:r>
      <w:r w:rsidR="00E4444A" w:rsidRPr="0099306C">
        <w:t xml:space="preserve">, </w:t>
      </w:r>
      <w:r w:rsidRPr="002B3119">
        <w:t>souriante</w:t>
      </w:r>
      <w:r w:rsidR="00E4444A" w:rsidRPr="0099306C">
        <w:t xml:space="preserve">, </w:t>
      </w:r>
      <w:r w:rsidRPr="002B3119">
        <w:t>avait repris ses poupées qu</w:t>
      </w:r>
      <w:r w:rsidR="00E4444A" w:rsidRPr="0099306C">
        <w:t>’</w:t>
      </w:r>
      <w:r w:rsidRPr="002B3119">
        <w:t>elle s</w:t>
      </w:r>
      <w:r w:rsidR="00E4444A" w:rsidRPr="0099306C">
        <w:t>’</w:t>
      </w:r>
      <w:r w:rsidRPr="002B3119">
        <w:t>amusait à coiffer longuement</w:t>
      </w:r>
      <w:r w:rsidR="00E4444A" w:rsidRPr="0099306C">
        <w:t xml:space="preserve">. </w:t>
      </w:r>
      <w:r w:rsidRPr="002B3119">
        <w:t>Son clair babil emplissait encore la maison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quand je descendais pour les repas</w:t>
      </w:r>
      <w:r w:rsidR="00E4444A" w:rsidRPr="0099306C">
        <w:t xml:space="preserve">, </w:t>
      </w:r>
      <w:r w:rsidRPr="002B3119">
        <w:t>je laissais les portes ouvertes afin de rester en communication avec elle</w:t>
      </w:r>
      <w:r w:rsidR="00E4444A" w:rsidRPr="0099306C">
        <w:t>.</w:t>
      </w:r>
    </w:p>
    <w:p w14:paraId="538E44F1" w14:textId="77777777" w:rsidR="00E4444A" w:rsidRPr="0099306C" w:rsidRDefault="002B3119" w:rsidP="002B3119">
      <w:r w:rsidRPr="002B3119">
        <w:t>Yvette</w:t>
      </w:r>
      <w:r w:rsidR="00E4444A" w:rsidRPr="0099306C">
        <w:t xml:space="preserve">, </w:t>
      </w:r>
      <w:r w:rsidRPr="002B3119">
        <w:t>de son lit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intéressait à tout</w:t>
      </w:r>
      <w:r w:rsidR="00E4444A" w:rsidRPr="0099306C">
        <w:t xml:space="preserve">, </w:t>
      </w:r>
      <w:r w:rsidRPr="002B3119">
        <w:t>surveillait de loin mon déjeuner</w:t>
      </w:r>
      <w:r w:rsidR="00E4444A" w:rsidRPr="0099306C">
        <w:t xml:space="preserve">, </w:t>
      </w:r>
      <w:r w:rsidRPr="002B3119">
        <w:t>et sa voix</w:t>
      </w:r>
      <w:r w:rsidR="00E4444A" w:rsidRPr="0099306C">
        <w:t xml:space="preserve">, </w:t>
      </w:r>
      <w:r w:rsidRPr="002B3119">
        <w:t>sa petite voix de maîtresse de ma</w:t>
      </w:r>
      <w:r w:rsidRPr="002B3119">
        <w:t>i</w:t>
      </w:r>
      <w:r w:rsidRPr="002B3119">
        <w:t>son</w:t>
      </w:r>
      <w:r w:rsidR="00E4444A" w:rsidRPr="0099306C">
        <w:t xml:space="preserve">, </w:t>
      </w:r>
      <w:r w:rsidRPr="002B3119">
        <w:t>nous arrivait du premier étage</w:t>
      </w:r>
      <w:r w:rsidR="00E4444A" w:rsidRPr="0099306C">
        <w:t>.</w:t>
      </w:r>
    </w:p>
    <w:p w14:paraId="13F7AB51" w14:textId="77777777" w:rsidR="00E4444A" w:rsidRPr="0099306C" w:rsidRDefault="00E4444A" w:rsidP="002B3119">
      <w:r w:rsidRPr="0099306C">
        <w:t>— </w:t>
      </w:r>
      <w:r w:rsidR="002B3119" w:rsidRPr="002B3119">
        <w:t>Marie-Anne</w:t>
      </w:r>
      <w:r w:rsidRPr="0099306C">
        <w:t xml:space="preserve">, </w:t>
      </w:r>
      <w:r w:rsidR="002B3119" w:rsidRPr="002B3119">
        <w:t>dans le garde-manger</w:t>
      </w:r>
      <w:r w:rsidRPr="0099306C">
        <w:t xml:space="preserve">, </w:t>
      </w:r>
      <w:r w:rsidR="002B3119" w:rsidRPr="002B3119">
        <w:t>il reste du poulet froid pour papa</w:t>
      </w:r>
      <w:r w:rsidRPr="0099306C">
        <w:t>.</w:t>
      </w:r>
    </w:p>
    <w:p w14:paraId="1F740D22" w14:textId="77777777" w:rsidR="00E4444A" w:rsidRPr="0099306C" w:rsidRDefault="002B3119" w:rsidP="002B3119">
      <w:r w:rsidRPr="002B3119">
        <w:t>Vraiment</w:t>
      </w:r>
      <w:r w:rsidR="00E4444A" w:rsidRPr="0099306C">
        <w:t xml:space="preserve">, </w:t>
      </w:r>
      <w:r w:rsidRPr="002B3119">
        <w:t>elle semblait guérie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eu quelque i</w:t>
      </w:r>
      <w:r w:rsidRPr="002B3119">
        <w:t>n</w:t>
      </w:r>
      <w:r w:rsidRPr="002B3119">
        <w:t>quiétude tout de même sans trop oser me l</w:t>
      </w:r>
      <w:r w:rsidR="00E4444A" w:rsidRPr="0099306C">
        <w:t>’</w:t>
      </w:r>
      <w:r w:rsidRPr="002B3119">
        <w:t>avouer</w:t>
      </w:r>
      <w:r w:rsidR="00E4444A" w:rsidRPr="0099306C">
        <w:t xml:space="preserve">. </w:t>
      </w:r>
      <w:r w:rsidRPr="002B3119">
        <w:t>Aussi j</w:t>
      </w:r>
      <w:r w:rsidR="00E4444A" w:rsidRPr="0099306C">
        <w:t>’</w:t>
      </w:r>
      <w:r w:rsidRPr="002B3119">
        <w:t>étais un peu gâté</w:t>
      </w:r>
      <w:r w:rsidR="00E4444A" w:rsidRPr="0099306C">
        <w:t xml:space="preserve">. </w:t>
      </w:r>
      <w:r w:rsidRPr="002B3119">
        <w:t>Yvette n</w:t>
      </w:r>
      <w:r w:rsidR="00E4444A" w:rsidRPr="0099306C">
        <w:t>’</w:t>
      </w:r>
      <w:r w:rsidRPr="002B3119">
        <w:t>avait jamais été malade</w:t>
      </w:r>
      <w:r w:rsidR="00E4444A" w:rsidRPr="0099306C">
        <w:t xml:space="preserve">. </w:t>
      </w:r>
      <w:r w:rsidRPr="002B3119">
        <w:t>La vie m</w:t>
      </w:r>
      <w:r w:rsidR="00E4444A" w:rsidRPr="0099306C">
        <w:t>’</w:t>
      </w:r>
      <w:r w:rsidRPr="002B3119">
        <w:t>avait épargné les transes par où passent tant d</w:t>
      </w:r>
      <w:r w:rsidR="00E4444A" w:rsidRPr="0099306C">
        <w:t>’</w:t>
      </w:r>
      <w:r w:rsidRPr="002B3119">
        <w:t>autres p</w:t>
      </w:r>
      <w:r w:rsidRPr="002B3119">
        <w:t>a</w:t>
      </w:r>
      <w:r w:rsidRPr="002B3119">
        <w:t>rents</w:t>
      </w:r>
      <w:r w:rsidR="00E4444A" w:rsidRPr="0099306C">
        <w:t>.</w:t>
      </w:r>
    </w:p>
    <w:p w14:paraId="42288880" w14:textId="77777777" w:rsidR="00E4444A" w:rsidRPr="0099306C" w:rsidRDefault="002B3119" w:rsidP="002B3119">
      <w:r w:rsidRPr="002B3119">
        <w:t>Le docteur revint après trois jours</w:t>
      </w:r>
      <w:r w:rsidR="00E4444A" w:rsidRPr="0099306C">
        <w:t xml:space="preserve">. </w:t>
      </w:r>
      <w:r w:rsidRPr="002B3119">
        <w:t>Marie-Anne</w:t>
      </w:r>
      <w:r w:rsidR="00E4444A" w:rsidRPr="0099306C">
        <w:t xml:space="preserve">, </w:t>
      </w:r>
      <w:r w:rsidRPr="002B3119">
        <w:t>pr</w:t>
      </w:r>
      <w:r w:rsidRPr="002B3119">
        <w:t>é</w:t>
      </w:r>
      <w:r w:rsidRPr="002B3119">
        <w:t>voyant cette visite</w:t>
      </w:r>
      <w:r w:rsidR="00E4444A" w:rsidRPr="0099306C">
        <w:t xml:space="preserve">, </w:t>
      </w:r>
      <w:r w:rsidRPr="002B3119">
        <w:t>avait tout préparé avec soin</w:t>
      </w:r>
      <w:r w:rsidR="00E4444A" w:rsidRPr="0099306C">
        <w:t>.</w:t>
      </w:r>
    </w:p>
    <w:p w14:paraId="2809645A" w14:textId="77777777" w:rsidR="00E4444A" w:rsidRPr="0099306C" w:rsidRDefault="002B3119" w:rsidP="002B3119">
      <w:r w:rsidRPr="002B3119">
        <w:t>Et quand j</w:t>
      </w:r>
      <w:r w:rsidR="00E4444A" w:rsidRPr="0099306C">
        <w:t>’</w:t>
      </w:r>
      <w:r w:rsidRPr="002B3119">
        <w:t>accompagnai le médecin auprès de la petite malade</w:t>
      </w:r>
      <w:r w:rsidR="00E4444A" w:rsidRPr="0099306C">
        <w:t xml:space="preserve">, </w:t>
      </w:r>
      <w:r w:rsidRPr="002B3119">
        <w:t>une agréable vision m</w:t>
      </w:r>
      <w:r w:rsidR="00E4444A" w:rsidRPr="0099306C">
        <w:t>’</w:t>
      </w:r>
      <w:r w:rsidRPr="002B3119">
        <w:t>accueillit</w:t>
      </w:r>
      <w:r w:rsidR="00E4444A" w:rsidRPr="0099306C">
        <w:t xml:space="preserve">. </w:t>
      </w:r>
      <w:r w:rsidRPr="002B3119">
        <w:t>La chambre était gaie</w:t>
      </w:r>
      <w:r w:rsidR="00E4444A" w:rsidRPr="0099306C">
        <w:t xml:space="preserve">, </w:t>
      </w:r>
      <w:r w:rsidRPr="002B3119">
        <w:t>bien en ordre</w:t>
      </w:r>
      <w:r w:rsidR="00E4444A" w:rsidRPr="0099306C">
        <w:t xml:space="preserve">, </w:t>
      </w:r>
      <w:r w:rsidRPr="002B3119">
        <w:t>illuminée par un soleil de novembre</w:t>
      </w:r>
      <w:r w:rsidR="00E4444A" w:rsidRPr="0099306C">
        <w:t xml:space="preserve">. </w:t>
      </w:r>
      <w:r w:rsidRPr="002B3119">
        <w:t>Des glaces</w:t>
      </w:r>
      <w:r w:rsidR="00E4444A" w:rsidRPr="0099306C">
        <w:t xml:space="preserve">, </w:t>
      </w:r>
      <w:r w:rsidRPr="002B3119">
        <w:t>des brosses luisaient sur la coiffeuse</w:t>
      </w:r>
      <w:r w:rsidR="00E4444A" w:rsidRPr="0099306C">
        <w:t xml:space="preserve">. </w:t>
      </w:r>
      <w:r w:rsidRPr="002B3119">
        <w:t>Des bûches ronronnaient dans la cheminée</w:t>
      </w:r>
      <w:r w:rsidR="00E4444A" w:rsidRPr="0099306C">
        <w:t xml:space="preserve">. </w:t>
      </w:r>
      <w:r w:rsidRPr="002B3119">
        <w:t>Le lit était refait</w:t>
      </w:r>
      <w:r w:rsidR="00E4444A" w:rsidRPr="0099306C">
        <w:t xml:space="preserve">, </w:t>
      </w:r>
      <w:r w:rsidRPr="002B3119">
        <w:t>les draps bien bordés</w:t>
      </w:r>
      <w:r w:rsidR="00E4444A" w:rsidRPr="0099306C">
        <w:t xml:space="preserve">, </w:t>
      </w:r>
      <w:r w:rsidRPr="002B3119">
        <w:t>la couverture bleue n</w:t>
      </w:r>
      <w:r w:rsidR="00E4444A" w:rsidRPr="0099306C">
        <w:t>’</w:t>
      </w:r>
      <w:r w:rsidRPr="002B3119">
        <w:t>avait pas un pli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assise dans le lit</w:t>
      </w:r>
      <w:r w:rsidR="00E4444A" w:rsidRPr="0099306C">
        <w:t xml:space="preserve">, </w:t>
      </w:r>
      <w:r w:rsidRPr="002B3119">
        <w:t>regardait un livre d</w:t>
      </w:r>
      <w:r w:rsidR="00E4444A" w:rsidRPr="0099306C">
        <w:t>’</w:t>
      </w:r>
      <w:r w:rsidRPr="002B3119">
        <w:t>images</w:t>
      </w:r>
      <w:r w:rsidR="00E4444A" w:rsidRPr="0099306C">
        <w:t xml:space="preserve">. </w:t>
      </w:r>
      <w:r w:rsidRPr="002B3119">
        <w:t>Sur sa chemise de nuit elle avait passé un petit manteau d</w:t>
      </w:r>
      <w:r w:rsidR="00E4444A" w:rsidRPr="0099306C">
        <w:t>’</w:t>
      </w:r>
      <w:r w:rsidRPr="002B3119">
        <w:t xml:space="preserve">où le col de la chemise </w:t>
      </w:r>
      <w:r w:rsidRPr="002B3119">
        <w:lastRenderedPageBreak/>
        <w:t>émergeait entourant le cou d</w:t>
      </w:r>
      <w:r w:rsidR="00E4444A" w:rsidRPr="0099306C">
        <w:t>’</w:t>
      </w:r>
      <w:r w:rsidRPr="002B3119">
        <w:t>une collerette de de</w:t>
      </w:r>
      <w:r w:rsidRPr="002B3119">
        <w:t>n</w:t>
      </w:r>
      <w:r w:rsidRPr="002B3119">
        <w:t>telle</w:t>
      </w:r>
      <w:r w:rsidR="00E4444A" w:rsidRPr="0099306C">
        <w:t xml:space="preserve">. </w:t>
      </w:r>
      <w:r w:rsidRPr="002B3119">
        <w:t>Dans les cheveux bien brossés se nouait un ruban rose</w:t>
      </w:r>
      <w:r w:rsidR="00E4444A" w:rsidRPr="0099306C">
        <w:t>.</w:t>
      </w:r>
    </w:p>
    <w:p w14:paraId="0B5B9FF9" w14:textId="77777777" w:rsidR="00E4444A" w:rsidRPr="0099306C" w:rsidRDefault="002B3119" w:rsidP="002B3119">
      <w:r w:rsidRPr="002B3119">
        <w:t>Ainsi</w:t>
      </w:r>
      <w:r w:rsidR="00E4444A" w:rsidRPr="0099306C">
        <w:t xml:space="preserve">, </w:t>
      </w:r>
      <w:r w:rsidRPr="002B3119">
        <w:t>parmi ces mêmes meubles</w:t>
      </w:r>
      <w:r w:rsidR="00E4444A" w:rsidRPr="0099306C">
        <w:t xml:space="preserve">, </w:t>
      </w:r>
      <w:r w:rsidRPr="002B3119">
        <w:t>assise dans ce même lit que recouvrait la même couverture</w:t>
      </w:r>
      <w:r w:rsidR="00E4444A" w:rsidRPr="0099306C">
        <w:t xml:space="preserve">, </w:t>
      </w:r>
      <w:r w:rsidRPr="002B3119">
        <w:t>vêtue de sa mante l</w:t>
      </w:r>
      <w:r w:rsidRPr="002B3119">
        <w:t>i</w:t>
      </w:r>
      <w:r w:rsidRPr="002B3119">
        <w:t>berty cachant la chemise de linon</w:t>
      </w:r>
      <w:r w:rsidR="00E4444A" w:rsidRPr="0099306C">
        <w:t xml:space="preserve">, </w:t>
      </w:r>
      <w:r w:rsidRPr="002B3119">
        <w:t>Jeanne</w:t>
      </w:r>
      <w:r w:rsidR="00E4444A" w:rsidRPr="0099306C">
        <w:t xml:space="preserve">, </w:t>
      </w:r>
      <w:r w:rsidRPr="002B3119">
        <w:t>sept ans aupar</w:t>
      </w:r>
      <w:r w:rsidRPr="002B3119">
        <w:t>a</w:t>
      </w:r>
      <w:r w:rsidRPr="002B3119">
        <w:t>vant</w:t>
      </w:r>
      <w:r w:rsidR="00E4444A" w:rsidRPr="0099306C">
        <w:t xml:space="preserve">, </w:t>
      </w:r>
      <w:r w:rsidRPr="002B3119">
        <w:t>attendait le médecin aux premiers jours de sa gro</w:t>
      </w:r>
      <w:r w:rsidRPr="002B3119">
        <w:t>s</w:t>
      </w:r>
      <w:r w:rsidRPr="002B3119">
        <w:t>sesse</w:t>
      </w:r>
      <w:r w:rsidR="00E4444A" w:rsidRPr="0099306C">
        <w:t>.</w:t>
      </w:r>
    </w:p>
    <w:p w14:paraId="5514CDAD" w14:textId="77777777" w:rsidR="00E4444A" w:rsidRPr="0099306C" w:rsidRDefault="002B3119" w:rsidP="002B3119">
      <w:r w:rsidRPr="002B3119">
        <w:t>Pour la deuxième fois</w:t>
      </w:r>
      <w:r w:rsidR="00E4444A" w:rsidRPr="0099306C">
        <w:t xml:space="preserve">, </w:t>
      </w:r>
      <w:r w:rsidRPr="002B3119">
        <w:t>le docteur examina Yvette</w:t>
      </w:r>
      <w:r w:rsidR="00E4444A" w:rsidRPr="0099306C">
        <w:t xml:space="preserve">, </w:t>
      </w:r>
      <w:r w:rsidRPr="002B3119">
        <w:t>revit la langue</w:t>
      </w:r>
      <w:r w:rsidR="00E4444A" w:rsidRPr="0099306C">
        <w:t xml:space="preserve">, </w:t>
      </w:r>
      <w:r w:rsidRPr="002B3119">
        <w:t>tâta le pouls</w:t>
      </w:r>
      <w:r w:rsidR="00E4444A" w:rsidRPr="0099306C">
        <w:t xml:space="preserve">. </w:t>
      </w:r>
      <w:r w:rsidRPr="002B3119">
        <w:t>Aucun mauvais signe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enfant pou</w:t>
      </w:r>
      <w:r w:rsidRPr="002B3119">
        <w:t>r</w:t>
      </w:r>
      <w:r w:rsidRPr="002B3119">
        <w:t>rait se lever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soudain</w:t>
      </w:r>
      <w:r w:rsidR="00E4444A" w:rsidRPr="0099306C">
        <w:t xml:space="preserve">, </w:t>
      </w:r>
      <w:r w:rsidRPr="002B3119">
        <w:t>quelque chose le frappa</w:t>
      </w:r>
      <w:r w:rsidR="00E4444A" w:rsidRPr="0099306C">
        <w:t xml:space="preserve">. </w:t>
      </w:r>
      <w:r w:rsidRPr="002B3119">
        <w:t>Une rougeur suspecte attira son attention</w:t>
      </w:r>
      <w:r w:rsidR="00E4444A" w:rsidRPr="0099306C">
        <w:t xml:space="preserve">. </w:t>
      </w:r>
      <w:r w:rsidRPr="002B3119">
        <w:t>Il releva les petites manches</w:t>
      </w:r>
      <w:r w:rsidR="00E4444A" w:rsidRPr="0099306C">
        <w:t xml:space="preserve">, </w:t>
      </w:r>
      <w:r w:rsidRPr="002B3119">
        <w:t>constata des veinures roses au pli du coude</w:t>
      </w:r>
      <w:r w:rsidR="00E4444A" w:rsidRPr="0099306C">
        <w:t xml:space="preserve">, </w:t>
      </w:r>
      <w:r w:rsidRPr="002B3119">
        <w:t>vo</w:t>
      </w:r>
      <w:r w:rsidRPr="002B3119">
        <w:t>u</w:t>
      </w:r>
      <w:r w:rsidRPr="002B3119">
        <w:t>lut voir les jambes</w:t>
      </w:r>
      <w:r w:rsidR="00E4444A" w:rsidRPr="0099306C">
        <w:t xml:space="preserve">, </w:t>
      </w:r>
      <w:r w:rsidRPr="002B3119">
        <w:t>la poitrine</w:t>
      </w:r>
      <w:r w:rsidR="00E4444A" w:rsidRPr="0099306C">
        <w:t xml:space="preserve">, </w:t>
      </w:r>
      <w:r w:rsidRPr="002B3119">
        <w:t>fronça les sourcils</w:t>
      </w:r>
      <w:r w:rsidR="00E4444A" w:rsidRPr="0099306C">
        <w:t xml:space="preserve">, </w:t>
      </w:r>
      <w:r w:rsidRPr="002B3119">
        <w:t>puis s</w:t>
      </w:r>
      <w:r w:rsidR="00E4444A" w:rsidRPr="0099306C">
        <w:t>’</w:t>
      </w:r>
      <w:r w:rsidRPr="002B3119">
        <w:t>éloigna du lit et demanda à se laver les mains</w:t>
      </w:r>
      <w:r w:rsidR="00E4444A" w:rsidRPr="0099306C">
        <w:t>.</w:t>
      </w:r>
    </w:p>
    <w:p w14:paraId="1A2344DC" w14:textId="77777777" w:rsidR="00E4444A" w:rsidRPr="0099306C" w:rsidRDefault="002B3119" w:rsidP="002B3119">
      <w:r w:rsidRPr="002B3119">
        <w:t>Anxieux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accompagnai dans le cabinet de toilette</w:t>
      </w:r>
      <w:r w:rsidR="00E4444A" w:rsidRPr="0099306C">
        <w:t xml:space="preserve">. </w:t>
      </w:r>
      <w:r w:rsidRPr="002B3119">
        <w:t>Il me regarda</w:t>
      </w:r>
      <w:r w:rsidR="00E4444A" w:rsidRPr="0099306C">
        <w:t xml:space="preserve">, </w:t>
      </w:r>
      <w:r w:rsidRPr="002B3119">
        <w:t>parut réfléchir</w:t>
      </w:r>
      <w:r w:rsidR="00E4444A" w:rsidRPr="0099306C">
        <w:t xml:space="preserve">, </w:t>
      </w:r>
      <w:r w:rsidRPr="002B3119">
        <w:t>pesa ses mots tout en s</w:t>
      </w:r>
      <w:r w:rsidR="00E4444A" w:rsidRPr="0099306C">
        <w:t>’</w:t>
      </w:r>
      <w:r w:rsidRPr="002B3119">
        <w:t>essuyant les mains à la serviette</w:t>
      </w:r>
      <w:r w:rsidR="00E4444A" w:rsidRPr="0099306C">
        <w:t xml:space="preserve">. </w:t>
      </w:r>
      <w:r w:rsidRPr="002B3119">
        <w:t>Qu</w:t>
      </w:r>
      <w:r w:rsidR="00E4444A" w:rsidRPr="0099306C">
        <w:t>’</w:t>
      </w:r>
      <w:r w:rsidRPr="002B3119">
        <w:t>y avait-il donc</w:t>
      </w:r>
      <w:r w:rsidR="00E4444A" w:rsidRPr="0099306C">
        <w:t xml:space="preserve"> ? </w:t>
      </w:r>
      <w:r w:rsidRPr="002B3119">
        <w:t>Les larmes me montaient aux yeux</w:t>
      </w:r>
      <w:r w:rsidR="00E4444A" w:rsidRPr="0099306C">
        <w:t>.</w:t>
      </w:r>
    </w:p>
    <w:p w14:paraId="56156BAF" w14:textId="77777777" w:rsidR="00E4444A" w:rsidRPr="0099306C" w:rsidRDefault="00E4444A" w:rsidP="002B3119">
      <w:r w:rsidRPr="0099306C">
        <w:t>— </w:t>
      </w:r>
      <w:r w:rsidR="002B3119" w:rsidRPr="002B3119">
        <w:t>Sérieux</w:t>
      </w:r>
      <w:r w:rsidRPr="0099306C">
        <w:t xml:space="preserve">, </w:t>
      </w:r>
      <w:r w:rsidR="002B3119" w:rsidRPr="002B3119">
        <w:t>mais non alarmant</w:t>
      </w:r>
      <w:r w:rsidRPr="0099306C">
        <w:t xml:space="preserve">, </w:t>
      </w:r>
      <w:r w:rsidR="002B3119" w:rsidRPr="002B3119">
        <w:t>dit le docteur pour se r</w:t>
      </w:r>
      <w:r w:rsidR="002B3119" w:rsidRPr="002B3119">
        <w:t>é</w:t>
      </w:r>
      <w:r w:rsidR="002B3119" w:rsidRPr="002B3119">
        <w:t>sumer</w:t>
      </w:r>
      <w:r w:rsidRPr="0099306C">
        <w:t xml:space="preserve">. </w:t>
      </w:r>
      <w:r w:rsidR="002B3119" w:rsidRPr="002B3119">
        <w:t>Ne vous affolez point</w:t>
      </w:r>
      <w:r w:rsidRPr="0099306C">
        <w:t xml:space="preserve">. </w:t>
      </w:r>
      <w:r w:rsidR="002B3119" w:rsidRPr="002B3119">
        <w:t>Des milliers d</w:t>
      </w:r>
      <w:r w:rsidRPr="0099306C">
        <w:t>’</w:t>
      </w:r>
      <w:r w:rsidR="002B3119" w:rsidRPr="002B3119">
        <w:t>enfants ont pa</w:t>
      </w:r>
      <w:r w:rsidR="002B3119" w:rsidRPr="002B3119">
        <w:t>s</w:t>
      </w:r>
      <w:r w:rsidR="002B3119" w:rsidRPr="002B3119">
        <w:t>sé par là</w:t>
      </w:r>
      <w:r w:rsidRPr="0099306C">
        <w:t xml:space="preserve">. </w:t>
      </w:r>
      <w:r w:rsidR="002B3119" w:rsidRPr="002B3119">
        <w:t>Mais il faut une surveillance constante</w:t>
      </w:r>
      <w:r w:rsidRPr="0099306C">
        <w:t xml:space="preserve">. </w:t>
      </w:r>
      <w:r w:rsidR="002B3119" w:rsidRPr="002B3119">
        <w:t>Ce sera long</w:t>
      </w:r>
      <w:r w:rsidRPr="0099306C">
        <w:t xml:space="preserve">. </w:t>
      </w:r>
      <w:r w:rsidR="002B3119" w:rsidRPr="002B3119">
        <w:t>Faites venir une garde-malade</w:t>
      </w:r>
      <w:r w:rsidRPr="0099306C">
        <w:t>.</w:t>
      </w:r>
    </w:p>
    <w:p w14:paraId="0ED10885" w14:textId="77777777" w:rsidR="00E4444A" w:rsidRPr="0099306C" w:rsidRDefault="002B3119" w:rsidP="002B3119">
      <w:r w:rsidRPr="002B3119">
        <w:t>Et il partit</w:t>
      </w:r>
      <w:r w:rsidR="00E4444A" w:rsidRPr="0099306C">
        <w:t xml:space="preserve">, </w:t>
      </w:r>
      <w:r w:rsidRPr="002B3119">
        <w:t>en annonçant qu</w:t>
      </w:r>
      <w:r w:rsidR="00E4444A" w:rsidRPr="0099306C">
        <w:t>’</w:t>
      </w:r>
      <w:r w:rsidRPr="002B3119">
        <w:t>il reviendrait le lendemain</w:t>
      </w:r>
      <w:r w:rsidR="00E4444A" w:rsidRPr="0099306C">
        <w:t>.</w:t>
      </w:r>
    </w:p>
    <w:p w14:paraId="04409808" w14:textId="77777777" w:rsidR="00E4444A" w:rsidRPr="0099306C" w:rsidRDefault="002B3119" w:rsidP="002B3119">
      <w:r w:rsidRPr="002B3119">
        <w:t>Était-ce possible</w:t>
      </w:r>
      <w:r w:rsidR="00E4444A" w:rsidRPr="0099306C">
        <w:t xml:space="preserve"> ? </w:t>
      </w:r>
      <w:r w:rsidRPr="002B3119">
        <w:t>Yvette</w:t>
      </w:r>
      <w:r w:rsidR="00E4444A" w:rsidRPr="0099306C">
        <w:t xml:space="preserve">, </w:t>
      </w:r>
      <w:r w:rsidRPr="002B3119">
        <w:t>ma petite Yvette était malade</w:t>
      </w:r>
      <w:r w:rsidR="00E4444A" w:rsidRPr="0099306C">
        <w:t xml:space="preserve">, </w:t>
      </w:r>
      <w:r w:rsidRPr="002B3119">
        <w:t>sérieusement malade</w:t>
      </w:r>
      <w:r w:rsidR="00E4444A" w:rsidRPr="0099306C">
        <w:t xml:space="preserve">. </w:t>
      </w:r>
      <w:r w:rsidRPr="002B3119">
        <w:t>Elle ne s</w:t>
      </w:r>
      <w:r w:rsidR="00E4444A" w:rsidRPr="0099306C">
        <w:t>’</w:t>
      </w:r>
      <w:r w:rsidRPr="002B3119">
        <w:t>en rendait pas compte e</w:t>
      </w:r>
      <w:r w:rsidRPr="002B3119">
        <w:t>n</w:t>
      </w:r>
      <w:r w:rsidRPr="002B3119">
        <w:t>core</w:t>
      </w:r>
      <w:r w:rsidR="00E4444A" w:rsidRPr="0099306C">
        <w:t xml:space="preserve">, </w:t>
      </w:r>
      <w:r w:rsidRPr="002B3119">
        <w:t>et demandait à se lever</w:t>
      </w:r>
      <w:r w:rsidR="00E4444A" w:rsidRPr="0099306C">
        <w:t xml:space="preserve">, </w:t>
      </w:r>
      <w:r w:rsidRPr="002B3119">
        <w:t>surprise qu</w:t>
      </w:r>
      <w:r w:rsidR="00E4444A" w:rsidRPr="0099306C">
        <w:t>’</w:t>
      </w:r>
      <w:r w:rsidRPr="002B3119">
        <w:t>on s</w:t>
      </w:r>
      <w:r w:rsidR="00E4444A" w:rsidRPr="0099306C">
        <w:t>’</w:t>
      </w:r>
      <w:r w:rsidRPr="002B3119">
        <w:t>inquiétât de sa santé</w:t>
      </w:r>
      <w:r w:rsidR="00E4444A" w:rsidRPr="0099306C">
        <w:t xml:space="preserve">. </w:t>
      </w:r>
      <w:r w:rsidRPr="002B3119">
        <w:t>Pourtant</w:t>
      </w:r>
      <w:r w:rsidR="00E4444A" w:rsidRPr="0099306C">
        <w:t xml:space="preserve">, </w:t>
      </w:r>
      <w:r w:rsidRPr="002B3119">
        <w:t>dès à présent</w:t>
      </w:r>
      <w:r w:rsidR="00E4444A" w:rsidRPr="0099306C">
        <w:t xml:space="preserve">, </w:t>
      </w:r>
      <w:r w:rsidRPr="002B3119">
        <w:t>les symptômes étaient ce</w:t>
      </w:r>
      <w:r w:rsidRPr="002B3119">
        <w:t>r</w:t>
      </w:r>
      <w:r w:rsidRPr="002B3119">
        <w:t>tains</w:t>
      </w:r>
      <w:r w:rsidR="00E4444A" w:rsidRPr="0099306C">
        <w:t xml:space="preserve">, </w:t>
      </w:r>
      <w:r w:rsidRPr="002B3119">
        <w:t xml:space="preserve">les microbes commençaient leur </w:t>
      </w:r>
      <w:r w:rsidR="002E1ABF">
        <w:t>œuvre</w:t>
      </w:r>
      <w:r w:rsidR="00E4444A" w:rsidRPr="0099306C">
        <w:t xml:space="preserve">. </w:t>
      </w:r>
      <w:r w:rsidRPr="002B3119">
        <w:t>Le mal</w:t>
      </w:r>
      <w:r w:rsidR="00E4444A" w:rsidRPr="0099306C">
        <w:t xml:space="preserve">, </w:t>
      </w:r>
      <w:r w:rsidRPr="002B3119">
        <w:t>e</w:t>
      </w:r>
      <w:r w:rsidRPr="002B3119">
        <w:t>n</w:t>
      </w:r>
      <w:r w:rsidRPr="002B3119">
        <w:t>core latent</w:t>
      </w:r>
      <w:r w:rsidR="00E4444A" w:rsidRPr="0099306C">
        <w:t xml:space="preserve">, </w:t>
      </w:r>
      <w:r w:rsidRPr="002B3119">
        <w:t>habitait son petit corps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où rien ne pouvait plus l</w:t>
      </w:r>
      <w:r w:rsidR="00E4444A" w:rsidRPr="0099306C">
        <w:t>’</w:t>
      </w:r>
      <w:r w:rsidRPr="002B3119">
        <w:t>expulser</w:t>
      </w:r>
      <w:r w:rsidR="00E4444A" w:rsidRPr="0099306C">
        <w:t xml:space="preserve">. </w:t>
      </w:r>
      <w:r w:rsidRPr="002B3119">
        <w:t>Bientôt elle sentirait ses premières atteintes</w:t>
      </w:r>
      <w:r w:rsidR="00E4444A" w:rsidRPr="0099306C">
        <w:t xml:space="preserve">. </w:t>
      </w:r>
      <w:r w:rsidRPr="002B3119">
        <w:t>Fat</w:t>
      </w:r>
      <w:r w:rsidRPr="002B3119">
        <w:t>a</w:t>
      </w:r>
      <w:r w:rsidRPr="002B3119">
        <w:t>lement il suivrait son cours</w:t>
      </w:r>
      <w:r w:rsidR="00E4444A" w:rsidRPr="0099306C">
        <w:t xml:space="preserve">. </w:t>
      </w:r>
      <w:r w:rsidRPr="002B3119">
        <w:t>Trop tard pour l</w:t>
      </w:r>
      <w:r w:rsidR="00E4444A" w:rsidRPr="0099306C">
        <w:t>’</w:t>
      </w:r>
      <w:r w:rsidRPr="002B3119">
        <w:t>empêcher à présent</w:t>
      </w:r>
      <w:r w:rsidR="00E4444A" w:rsidRPr="0099306C">
        <w:t xml:space="preserve"> ! </w:t>
      </w:r>
      <w:r w:rsidRPr="002B3119">
        <w:lastRenderedPageBreak/>
        <w:t>Demain</w:t>
      </w:r>
      <w:r w:rsidR="00E4444A" w:rsidRPr="0099306C">
        <w:t xml:space="preserve">, </w:t>
      </w:r>
      <w:r w:rsidRPr="002B3119">
        <w:t xml:space="preserve">après-demain </w:t>
      </w:r>
      <w:r w:rsidR="002E1ABF" w:rsidRPr="002B3119">
        <w:t>peut-être</w:t>
      </w:r>
      <w:r w:rsidR="00E4444A" w:rsidRPr="0099306C">
        <w:t xml:space="preserve">, </w:t>
      </w:r>
      <w:r w:rsidRPr="002B3119">
        <w:t>la maladie l</w:t>
      </w:r>
      <w:r w:rsidR="00E4444A" w:rsidRPr="0099306C">
        <w:t>’</w:t>
      </w:r>
      <w:r w:rsidRPr="002B3119">
        <w:t>aurait terrassée</w:t>
      </w:r>
      <w:r w:rsidR="00E4444A" w:rsidRPr="0099306C">
        <w:t xml:space="preserve">. </w:t>
      </w:r>
      <w:r w:rsidRPr="002B3119">
        <w:t>De jour en jour</w:t>
      </w:r>
      <w:r w:rsidR="00E4444A" w:rsidRPr="0099306C">
        <w:t xml:space="preserve">, </w:t>
      </w:r>
      <w:r w:rsidRPr="002B3119">
        <w:t>les yeux se feraient plus brillants</w:t>
      </w:r>
      <w:r w:rsidR="00E4444A" w:rsidRPr="0099306C">
        <w:t xml:space="preserve">, </w:t>
      </w:r>
      <w:r w:rsidRPr="002B3119">
        <w:t>les doigts plus effilés</w:t>
      </w:r>
      <w:r w:rsidR="00E4444A" w:rsidRPr="0099306C">
        <w:t xml:space="preserve">, </w:t>
      </w:r>
      <w:r w:rsidRPr="002B3119">
        <w:t>plus creuses les petites joues</w:t>
      </w:r>
      <w:r w:rsidR="00E4444A" w:rsidRPr="0099306C">
        <w:t xml:space="preserve">. </w:t>
      </w:r>
      <w:r w:rsidRPr="002B3119">
        <w:t>Il y a</w:t>
      </w:r>
      <w:r w:rsidRPr="002B3119">
        <w:t>u</w:t>
      </w:r>
      <w:r w:rsidRPr="002B3119">
        <w:t>rait des hauts et des bas</w:t>
      </w:r>
      <w:r w:rsidR="00E4444A" w:rsidRPr="0099306C">
        <w:t xml:space="preserve">, </w:t>
      </w:r>
      <w:r w:rsidRPr="002B3119">
        <w:t>des heures de confiance et des heures d</w:t>
      </w:r>
      <w:r w:rsidR="00E4444A" w:rsidRPr="0099306C">
        <w:t>’</w:t>
      </w:r>
      <w:r w:rsidRPr="002B3119">
        <w:t>angoisse</w:t>
      </w:r>
      <w:r w:rsidR="00E4444A" w:rsidRPr="0099306C">
        <w:t xml:space="preserve">. </w:t>
      </w:r>
      <w:r w:rsidRPr="002B3119">
        <w:t>Puis</w:t>
      </w:r>
      <w:r w:rsidR="00E4444A" w:rsidRPr="0099306C">
        <w:t xml:space="preserve">, </w:t>
      </w:r>
      <w:r w:rsidRPr="002B3119">
        <w:t>un beau jour</w:t>
      </w:r>
      <w:r w:rsidR="00E4444A" w:rsidRPr="0099306C">
        <w:t xml:space="preserve">, </w:t>
      </w:r>
      <w:r w:rsidRPr="002B3119">
        <w:t>la maladie aurait pa</w:t>
      </w:r>
      <w:r w:rsidRPr="002B3119">
        <w:t>r</w:t>
      </w:r>
      <w:r w:rsidRPr="002B3119">
        <w:t>couru son cycle</w:t>
      </w:r>
      <w:r w:rsidR="00E4444A" w:rsidRPr="0099306C">
        <w:t xml:space="preserve">, </w:t>
      </w:r>
      <w:r w:rsidRPr="002B3119">
        <w:t>terminé sa lente évolution</w:t>
      </w:r>
      <w:r w:rsidR="00E4444A" w:rsidRPr="0099306C">
        <w:t xml:space="preserve">. </w:t>
      </w:r>
      <w:r w:rsidRPr="002B3119">
        <w:t>Une vie nouvelle animerait les petits membres</w:t>
      </w:r>
      <w:r w:rsidR="00E4444A" w:rsidRPr="0099306C">
        <w:t xml:space="preserve">. </w:t>
      </w:r>
      <w:r w:rsidRPr="002B3119">
        <w:t>La force et la santé refleur</w:t>
      </w:r>
      <w:r w:rsidRPr="002B3119">
        <w:t>i</w:t>
      </w:r>
      <w:r w:rsidRPr="002B3119">
        <w:t>raient comme un printemps</w:t>
      </w:r>
      <w:r w:rsidR="00E4444A" w:rsidRPr="0099306C">
        <w:t xml:space="preserve">. </w:t>
      </w:r>
      <w:r w:rsidRPr="002B3119">
        <w:t>Et pour nous débuterait la p</w:t>
      </w:r>
      <w:r w:rsidRPr="002B3119">
        <w:t>é</w:t>
      </w:r>
      <w:r w:rsidRPr="002B3119">
        <w:t>riode heureuse de la convalescence</w:t>
      </w:r>
      <w:r w:rsidR="00E4444A" w:rsidRPr="0099306C">
        <w:t>.</w:t>
      </w:r>
    </w:p>
    <w:p w14:paraId="3D1529D9" w14:textId="77777777" w:rsidR="00E4444A" w:rsidRPr="0099306C" w:rsidRDefault="002B3119" w:rsidP="002B3119">
      <w:r w:rsidRPr="002B3119">
        <w:t>Mais si la maladie n</w:t>
      </w:r>
      <w:r w:rsidR="00E4444A" w:rsidRPr="0099306C">
        <w:t>’</w:t>
      </w:r>
      <w:r w:rsidRPr="002B3119">
        <w:t>était pas bénigne</w:t>
      </w:r>
      <w:r w:rsidR="00E4444A" w:rsidRPr="0099306C">
        <w:t xml:space="preserve">, </w:t>
      </w:r>
      <w:r w:rsidRPr="002B3119">
        <w:t>mais si quelque accident survenait par hasard</w:t>
      </w:r>
      <w:r w:rsidR="00E4444A" w:rsidRPr="0099306C">
        <w:t xml:space="preserve">, </w:t>
      </w:r>
      <w:r w:rsidRPr="002B3119">
        <w:t>mais si le petit corps n</w:t>
      </w:r>
      <w:r w:rsidR="00E4444A" w:rsidRPr="0099306C">
        <w:t>’</w:t>
      </w:r>
      <w:r w:rsidRPr="002B3119">
        <w:t>avait pas la force de résister</w:t>
      </w:r>
      <w:r w:rsidR="00E4444A" w:rsidRPr="0099306C">
        <w:t xml:space="preserve">, </w:t>
      </w:r>
      <w:r w:rsidRPr="002B3119">
        <w:t>mais si</w:t>
      </w:r>
      <w:r w:rsidR="00E4444A" w:rsidRPr="0099306C">
        <w:t xml:space="preserve">, </w:t>
      </w:r>
      <w:r w:rsidRPr="002B3119">
        <w:t>mais si</w:t>
      </w:r>
      <w:r w:rsidR="00E4444A" w:rsidRPr="0099306C">
        <w:t>…</w:t>
      </w:r>
    </w:p>
    <w:p w14:paraId="6FF3337C" w14:textId="77777777" w:rsidR="00E4444A" w:rsidRPr="0099306C" w:rsidRDefault="002B3119" w:rsidP="002B3119">
      <w:r w:rsidRPr="002B3119">
        <w:t>Mon Dieu</w:t>
      </w:r>
      <w:r w:rsidR="00E4444A" w:rsidRPr="0099306C">
        <w:t xml:space="preserve"> ! </w:t>
      </w:r>
      <w:r w:rsidRPr="002B3119">
        <w:t>mon Dieu</w:t>
      </w:r>
      <w:r w:rsidR="00E4444A" w:rsidRPr="0099306C">
        <w:t xml:space="preserve"> ! </w:t>
      </w:r>
      <w:r w:rsidRPr="002B3119">
        <w:t>gardez-moi mon enfant</w:t>
      </w:r>
      <w:r w:rsidR="00E4444A" w:rsidRPr="0099306C">
        <w:t> !</w:t>
      </w:r>
    </w:p>
    <w:p w14:paraId="600B0B17" w14:textId="77777777" w:rsidR="002B3119" w:rsidRPr="002B3119" w:rsidRDefault="002B3119" w:rsidP="002B3119"/>
    <w:p w14:paraId="22B552B0" w14:textId="77777777" w:rsidR="00E4444A" w:rsidRPr="0099306C" w:rsidRDefault="00D238CD" w:rsidP="002B3119">
      <w:r w:rsidRPr="0099306C">
        <w:t>À</w:t>
      </w:r>
      <w:r w:rsidR="002B3119" w:rsidRPr="002B3119">
        <w:t xml:space="preserve"> mon retour de l</w:t>
      </w:r>
      <w:r w:rsidR="00E4444A" w:rsidRPr="0099306C">
        <w:t>’</w:t>
      </w:r>
      <w:r w:rsidR="002B3119" w:rsidRPr="002B3119">
        <w:t>après-midi</w:t>
      </w:r>
      <w:r w:rsidR="00E4444A" w:rsidRPr="0099306C">
        <w:t xml:space="preserve">, </w:t>
      </w:r>
      <w:r w:rsidR="002B3119" w:rsidRPr="002B3119">
        <w:t>Yvette était moins bien</w:t>
      </w:r>
      <w:r w:rsidR="00E4444A" w:rsidRPr="0099306C">
        <w:t xml:space="preserve">. </w:t>
      </w:r>
      <w:r w:rsidR="002B3119" w:rsidRPr="002B3119">
        <w:t>Le crépuscule tombait lentement</w:t>
      </w:r>
      <w:r w:rsidR="00E4444A" w:rsidRPr="0099306C">
        <w:t>.</w:t>
      </w:r>
    </w:p>
    <w:p w14:paraId="213201E8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heure de la fièvre</w:t>
      </w:r>
      <w:r w:rsidR="00E4444A" w:rsidRPr="0099306C">
        <w:t xml:space="preserve"> ! </w:t>
      </w:r>
      <w:r w:rsidRPr="002B3119">
        <w:t>L</w:t>
      </w:r>
      <w:r w:rsidR="00E4444A" w:rsidRPr="0099306C">
        <w:t>’</w:t>
      </w:r>
      <w:r w:rsidRPr="002B3119">
        <w:t>heure des lampes</w:t>
      </w:r>
      <w:r w:rsidR="00E4444A" w:rsidRPr="0099306C">
        <w:t> !</w:t>
      </w:r>
    </w:p>
    <w:p w14:paraId="167FDE33" w14:textId="77777777" w:rsidR="00E4444A" w:rsidRPr="0099306C" w:rsidRDefault="002B3119" w:rsidP="002B3119">
      <w:r w:rsidRPr="002B3119">
        <w:t>Yvette avait soif</w:t>
      </w:r>
      <w:r w:rsidR="00E4444A" w:rsidRPr="0099306C">
        <w:t xml:space="preserve">, </w:t>
      </w:r>
      <w:r w:rsidRPr="002B3119">
        <w:t>très soif</w:t>
      </w:r>
      <w:r w:rsidR="00E4444A" w:rsidRPr="0099306C">
        <w:t xml:space="preserve">. </w:t>
      </w:r>
      <w:r w:rsidRPr="002B3119">
        <w:t>Elle demandait de l</w:t>
      </w:r>
      <w:r w:rsidR="00E4444A" w:rsidRPr="0099306C">
        <w:t>’</w:t>
      </w:r>
      <w:r w:rsidRPr="002B3119">
        <w:t>eau</w:t>
      </w:r>
      <w:r w:rsidR="00E4444A" w:rsidRPr="0099306C">
        <w:t xml:space="preserve">. </w:t>
      </w:r>
      <w:r w:rsidRPr="002B3119">
        <w:t>Je lui donnai la tisane qu</w:t>
      </w:r>
      <w:r w:rsidR="00E4444A" w:rsidRPr="0099306C">
        <w:t>’</w:t>
      </w:r>
      <w:r w:rsidRPr="002B3119">
        <w:t>avait permise le docteur</w:t>
      </w:r>
      <w:r w:rsidR="00E4444A" w:rsidRPr="0099306C">
        <w:t xml:space="preserve">. </w:t>
      </w:r>
      <w:r w:rsidRPr="002B3119">
        <w:t>Puis il fallut la transporter dans son petit lit</w:t>
      </w:r>
      <w:r w:rsidR="00E4444A" w:rsidRPr="0099306C">
        <w:t xml:space="preserve">, </w:t>
      </w:r>
      <w:r w:rsidRPr="002B3119">
        <w:t>puisque la garde allait venir</w:t>
      </w:r>
      <w:r w:rsidR="00E4444A" w:rsidRPr="0099306C">
        <w:t xml:space="preserve">, </w:t>
      </w:r>
      <w:r w:rsidRPr="002B3119">
        <w:t>la garde que la maison d</w:t>
      </w:r>
      <w:r w:rsidR="00E4444A" w:rsidRPr="0099306C">
        <w:t>’</w:t>
      </w:r>
      <w:r w:rsidRPr="002B3119">
        <w:t>infirmières promettait pour le soir même</w:t>
      </w:r>
      <w:r w:rsidR="00E4444A" w:rsidRPr="0099306C">
        <w:t>.</w:t>
      </w:r>
    </w:p>
    <w:p w14:paraId="427C17DB" w14:textId="77777777" w:rsidR="00E4444A" w:rsidRPr="0099306C" w:rsidRDefault="002B3119" w:rsidP="002B3119">
      <w:r w:rsidRPr="002B3119">
        <w:t>Et Marie-Anne transporta la braise d</w:t>
      </w:r>
      <w:r w:rsidR="00E4444A" w:rsidRPr="0099306C">
        <w:t>’</w:t>
      </w:r>
      <w:r w:rsidRPr="002B3119">
        <w:t>une chambre à l</w:t>
      </w:r>
      <w:r w:rsidR="00E4444A" w:rsidRPr="0099306C">
        <w:t>’</w:t>
      </w:r>
      <w:r w:rsidRPr="002B3119">
        <w:t>autre pour allumer le feu dans celle d</w:t>
      </w:r>
      <w:r w:rsidR="00E4444A" w:rsidRPr="0099306C">
        <w:t>’</w:t>
      </w:r>
      <w:r w:rsidRPr="002B3119">
        <w:t>Yvette</w:t>
      </w:r>
      <w:r w:rsidR="00E4444A" w:rsidRPr="0099306C">
        <w:t>.</w:t>
      </w:r>
    </w:p>
    <w:p w14:paraId="2DABF16B" w14:textId="77777777" w:rsidR="00E4444A" w:rsidRPr="0099306C" w:rsidRDefault="002B3119" w:rsidP="002B3119">
      <w:r w:rsidRPr="002B3119">
        <w:t>Je m</w:t>
      </w:r>
      <w:r w:rsidR="00E4444A" w:rsidRPr="0099306C">
        <w:t>’</w:t>
      </w:r>
      <w:r w:rsidRPr="002B3119">
        <w:t>étais assis près du lit de ma petite fille</w:t>
      </w:r>
      <w:r w:rsidR="00E4444A" w:rsidRPr="0099306C">
        <w:t xml:space="preserve">. </w:t>
      </w:r>
      <w:r w:rsidRPr="002B3119">
        <w:t>Elle se co</w:t>
      </w:r>
      <w:r w:rsidRPr="002B3119">
        <w:t>u</w:t>
      </w:r>
      <w:r w:rsidRPr="002B3119">
        <w:t>cha sur le côté</w:t>
      </w:r>
      <w:r w:rsidR="00E4444A" w:rsidRPr="0099306C">
        <w:t xml:space="preserve">, </w:t>
      </w:r>
      <w:r w:rsidRPr="002B3119">
        <w:t>tournée vers moi</w:t>
      </w:r>
      <w:r w:rsidR="00E4444A" w:rsidRPr="0099306C">
        <w:t xml:space="preserve">, </w:t>
      </w:r>
      <w:r w:rsidRPr="002B3119">
        <w:t>me regarda longuement</w:t>
      </w:r>
      <w:r w:rsidR="00E4444A" w:rsidRPr="0099306C">
        <w:t xml:space="preserve">, </w:t>
      </w:r>
      <w:r w:rsidRPr="002B3119">
        <w:t>puis me dit</w:t>
      </w:r>
      <w:r w:rsidR="00E4444A" w:rsidRPr="0099306C">
        <w:t xml:space="preserve">, </w:t>
      </w:r>
      <w:r w:rsidRPr="002B3119">
        <w:t>nous voyant seuls</w:t>
      </w:r>
      <w:r w:rsidR="00E4444A" w:rsidRPr="0099306C">
        <w:t> :</w:t>
      </w:r>
    </w:p>
    <w:p w14:paraId="38596CF0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nous n</w:t>
      </w:r>
      <w:r w:rsidRPr="0099306C">
        <w:t>’</w:t>
      </w:r>
      <w:r w:rsidR="002B3119" w:rsidRPr="002B3119">
        <w:t>avons pas fait la prière hier soir</w:t>
      </w:r>
      <w:r w:rsidRPr="0099306C">
        <w:t>.</w:t>
      </w:r>
    </w:p>
    <w:p w14:paraId="59B50F93" w14:textId="77777777" w:rsidR="00E4444A" w:rsidRPr="0099306C" w:rsidRDefault="002B3119" w:rsidP="002B3119">
      <w:r w:rsidRPr="002B3119">
        <w:lastRenderedPageBreak/>
        <w:t>C</w:t>
      </w:r>
      <w:r w:rsidR="00E4444A" w:rsidRPr="0099306C">
        <w:t>’</w:t>
      </w:r>
      <w:r w:rsidRPr="002B3119">
        <w:t>était vrai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oublié</w:t>
      </w:r>
      <w:r w:rsidR="00E4444A" w:rsidRPr="0099306C">
        <w:t xml:space="preserve">. </w:t>
      </w:r>
      <w:r w:rsidRPr="002B3119">
        <w:t>Yvette dormait</w:t>
      </w:r>
      <w:r w:rsidR="00E4444A" w:rsidRPr="0099306C">
        <w:t xml:space="preserve">, </w:t>
      </w:r>
      <w:r w:rsidRPr="002B3119">
        <w:t>la veille</w:t>
      </w:r>
      <w:r w:rsidR="00E4444A" w:rsidRPr="0099306C">
        <w:t xml:space="preserve">, </w:t>
      </w:r>
      <w:r w:rsidRPr="002B3119">
        <w:t>quand j</w:t>
      </w:r>
      <w:r w:rsidR="00E4444A" w:rsidRPr="0099306C">
        <w:t>’</w:t>
      </w:r>
      <w:r w:rsidRPr="002B3119">
        <w:t>avais regagné notre chambre</w:t>
      </w:r>
      <w:r w:rsidR="00E4444A" w:rsidRPr="0099306C">
        <w:t>.</w:t>
      </w:r>
    </w:p>
    <w:p w14:paraId="122352D2" w14:textId="77777777" w:rsidR="00E4444A" w:rsidRPr="0099306C" w:rsidRDefault="002B3119" w:rsidP="002B3119">
      <w:r w:rsidRPr="002B3119">
        <w:t>Je lui pris les deux mains et répondis</w:t>
      </w:r>
      <w:r w:rsidR="00E4444A" w:rsidRPr="0099306C">
        <w:t> :</w:t>
      </w:r>
    </w:p>
    <w:p w14:paraId="702D02A6" w14:textId="77777777" w:rsidR="00E4444A" w:rsidRPr="0099306C" w:rsidRDefault="00E4444A" w:rsidP="002B3119">
      <w:r w:rsidRPr="0099306C">
        <w:t>— </w:t>
      </w:r>
      <w:r w:rsidR="002B3119" w:rsidRPr="002B3119">
        <w:t xml:space="preserve">Dis </w:t>
      </w:r>
      <w:r w:rsidR="002B3119" w:rsidRPr="002B3119">
        <w:rPr>
          <w:i/>
        </w:rPr>
        <w:t>Notre Père</w:t>
      </w:r>
      <w:r w:rsidRPr="0099306C">
        <w:t xml:space="preserve">, </w:t>
      </w:r>
      <w:r w:rsidR="002B3119" w:rsidRPr="002B3119">
        <w:t>ma chérie</w:t>
      </w:r>
      <w:r w:rsidRPr="0099306C">
        <w:t xml:space="preserve">. </w:t>
      </w:r>
      <w:r w:rsidR="002B3119" w:rsidRPr="002B3119">
        <w:t>Je t</w:t>
      </w:r>
      <w:r w:rsidRPr="0099306C">
        <w:t>’</w:t>
      </w:r>
      <w:r w:rsidR="002B3119" w:rsidRPr="002B3119">
        <w:t>écoute</w:t>
      </w:r>
      <w:r w:rsidRPr="0099306C">
        <w:t>…</w:t>
      </w:r>
    </w:p>
    <w:p w14:paraId="09CB9BA2" w14:textId="77777777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la bouche un peu sèche</w:t>
      </w:r>
      <w:r w:rsidR="00E4444A" w:rsidRPr="0099306C">
        <w:t xml:space="preserve">, </w:t>
      </w:r>
      <w:r w:rsidRPr="002B3119">
        <w:t>elle murmura</w:t>
      </w:r>
      <w:r w:rsidR="00D238CD" w:rsidRPr="0099306C">
        <w:t> :</w:t>
      </w:r>
    </w:p>
    <w:p w14:paraId="631E5D1B" w14:textId="77777777" w:rsidR="00E4444A" w:rsidRPr="0099306C" w:rsidRDefault="00E4444A" w:rsidP="002B3119">
      <w:r w:rsidRPr="0099306C">
        <w:t>— </w:t>
      </w:r>
      <w:r w:rsidR="002B3119" w:rsidRPr="002B3119">
        <w:t>Toi plutôt</w:t>
      </w:r>
      <w:r w:rsidRPr="0099306C">
        <w:t xml:space="preserve">, </w:t>
      </w:r>
      <w:r w:rsidR="002B3119" w:rsidRPr="002B3119">
        <w:t>papa</w:t>
      </w:r>
      <w:r w:rsidRPr="0099306C">
        <w:t xml:space="preserve">… </w:t>
      </w:r>
      <w:r w:rsidR="002B3119" w:rsidRPr="002B3119">
        <w:t>Tu veux</w:t>
      </w:r>
      <w:r w:rsidRPr="0099306C">
        <w:t> ?…</w:t>
      </w:r>
    </w:p>
    <w:p w14:paraId="1EE6CB0C" w14:textId="77777777" w:rsidR="00E4444A" w:rsidRPr="0099306C" w:rsidRDefault="002B3119" w:rsidP="002B3119">
      <w:r w:rsidRPr="002B3119">
        <w:t>Alors je me penchai vers elle</w:t>
      </w:r>
      <w:r w:rsidR="00E4444A" w:rsidRPr="0099306C">
        <w:t xml:space="preserve">. </w:t>
      </w:r>
      <w:r w:rsidR="00D238CD" w:rsidRPr="0099306C">
        <w:t>À</w:t>
      </w:r>
      <w:r w:rsidRPr="002B3119">
        <w:t xml:space="preserve"> voix basse</w:t>
      </w:r>
      <w:r w:rsidR="00E4444A" w:rsidRPr="0099306C">
        <w:t xml:space="preserve">, </w:t>
      </w:r>
      <w:r w:rsidRPr="002B3119">
        <w:t>je répétai l</w:t>
      </w:r>
      <w:r w:rsidR="00E4444A" w:rsidRPr="0099306C">
        <w:t>’</w:t>
      </w:r>
      <w:r w:rsidRPr="002B3119">
        <w:t>éternelle prière</w:t>
      </w:r>
      <w:r w:rsidR="00E4444A" w:rsidRPr="0099306C">
        <w:t xml:space="preserve">, </w:t>
      </w:r>
      <w:r w:rsidRPr="002B3119">
        <w:t>et ses yeux ne quittaient pas les miens</w:t>
      </w:r>
      <w:r w:rsidR="00E4444A" w:rsidRPr="0099306C">
        <w:t xml:space="preserve">, </w:t>
      </w:r>
      <w:r w:rsidRPr="002B3119">
        <w:t>et elle redisait en elle-même les paroles</w:t>
      </w:r>
      <w:r w:rsidR="00E4444A" w:rsidRPr="0099306C">
        <w:t xml:space="preserve">. </w:t>
      </w:r>
      <w:r w:rsidRPr="002B3119">
        <w:t>Nos lèvres remuaient en même temps</w:t>
      </w:r>
      <w:r w:rsidR="00E4444A" w:rsidRPr="0099306C">
        <w:t xml:space="preserve">. </w:t>
      </w:r>
      <w:r w:rsidRPr="002B3119">
        <w:t>Et quelques mots furent ajoutés pour su</w:t>
      </w:r>
      <w:r w:rsidRPr="002B3119">
        <w:t>p</w:t>
      </w:r>
      <w:r w:rsidRPr="002B3119">
        <w:t>plier Jésus de veiller sur Yvette</w:t>
      </w:r>
      <w:r w:rsidR="00E4444A" w:rsidRPr="0099306C">
        <w:t xml:space="preserve">, </w:t>
      </w:r>
      <w:r w:rsidRPr="002B3119">
        <w:t>le Jésus que j</w:t>
      </w:r>
      <w:r w:rsidR="00E4444A" w:rsidRPr="0099306C">
        <w:t>’</w:t>
      </w:r>
      <w:r w:rsidRPr="002B3119">
        <w:t>avais oublié souvent</w:t>
      </w:r>
      <w:r w:rsidR="00E4444A" w:rsidRPr="0099306C">
        <w:t xml:space="preserve">, </w:t>
      </w:r>
      <w:r w:rsidRPr="002B3119">
        <w:t>mais qu</w:t>
      </w:r>
      <w:r w:rsidR="00E4444A" w:rsidRPr="0099306C">
        <w:t>’</w:t>
      </w:r>
      <w:r w:rsidRPr="002B3119">
        <w:t>invoquent les parents et les marins en d</w:t>
      </w:r>
      <w:r w:rsidRPr="002B3119">
        <w:t>é</w:t>
      </w:r>
      <w:r w:rsidRPr="002B3119">
        <w:t>tresse</w:t>
      </w:r>
      <w:r w:rsidR="00E4444A" w:rsidRPr="0099306C">
        <w:t xml:space="preserve">. </w:t>
      </w:r>
      <w:r w:rsidRPr="002B3119">
        <w:t>Et nous nous sentîmes plus heureux</w:t>
      </w:r>
      <w:r w:rsidR="00E4444A" w:rsidRPr="0099306C">
        <w:t xml:space="preserve">, </w:t>
      </w:r>
      <w:r w:rsidRPr="002B3119">
        <w:t>comme s</w:t>
      </w:r>
      <w:r w:rsidR="00E4444A" w:rsidRPr="0099306C">
        <w:t>’</w:t>
      </w:r>
      <w:r w:rsidRPr="002B3119">
        <w:t>il avait étendu ses bras sur nous</w:t>
      </w:r>
      <w:r w:rsidR="00E4444A" w:rsidRPr="0099306C">
        <w:t xml:space="preserve">, </w:t>
      </w:r>
      <w:r w:rsidRPr="002B3119">
        <w:t>le doux berger des petits enfants</w:t>
      </w:r>
      <w:r w:rsidR="00E4444A" w:rsidRPr="0099306C">
        <w:t>.</w:t>
      </w:r>
    </w:p>
    <w:p w14:paraId="170856F7" w14:textId="77777777" w:rsidR="002B3119" w:rsidRPr="002B3119" w:rsidRDefault="002B3119" w:rsidP="002B3119"/>
    <w:p w14:paraId="35FCFFC6" w14:textId="77777777" w:rsidR="00E4444A" w:rsidRPr="0099306C" w:rsidRDefault="002B3119" w:rsidP="002B3119">
      <w:r w:rsidRPr="002B3119">
        <w:t>La garde devait arriver dans la soirée</w:t>
      </w:r>
      <w:r w:rsidR="00E4444A" w:rsidRPr="0099306C">
        <w:t xml:space="preserve">. </w:t>
      </w:r>
      <w:r w:rsidRPr="002B3119">
        <w:t>Je la reconna</w:t>
      </w:r>
      <w:r w:rsidRPr="002B3119">
        <w:t>î</w:t>
      </w:r>
      <w:r w:rsidRPr="002B3119">
        <w:t>trais</w:t>
      </w:r>
      <w:r w:rsidR="00E4444A" w:rsidRPr="0099306C">
        <w:t xml:space="preserve">, </w:t>
      </w:r>
      <w:r w:rsidRPr="002B3119">
        <w:t>à la descente du train</w:t>
      </w:r>
      <w:r w:rsidR="00E4444A" w:rsidRPr="0099306C">
        <w:t xml:space="preserve">, </w:t>
      </w:r>
      <w:r w:rsidRPr="002B3119">
        <w:t>à son costume bleu d</w:t>
      </w:r>
      <w:r w:rsidR="00E4444A" w:rsidRPr="0099306C">
        <w:t>’</w:t>
      </w:r>
      <w:r w:rsidRPr="002B3119">
        <w:t>infirmière</w:t>
      </w:r>
      <w:r w:rsidR="00E4444A" w:rsidRPr="0099306C">
        <w:t xml:space="preserve">. </w:t>
      </w:r>
      <w:r w:rsidRPr="002B3119">
        <w:t>Vers dix heures je partis pour la gare</w:t>
      </w:r>
      <w:r w:rsidR="00E4444A" w:rsidRPr="0099306C">
        <w:t>.</w:t>
      </w:r>
    </w:p>
    <w:p w14:paraId="45ED11B1" w14:textId="77777777" w:rsidR="00E4444A" w:rsidRPr="0099306C" w:rsidRDefault="002B3119" w:rsidP="002B3119">
      <w:r w:rsidRPr="002B3119">
        <w:t>Les quais étaient presque déserts</w:t>
      </w:r>
      <w:r w:rsidR="00E4444A" w:rsidRPr="0099306C">
        <w:t xml:space="preserve">. </w:t>
      </w:r>
      <w:r w:rsidRPr="002B3119">
        <w:t>Des employés tra</w:t>
      </w:r>
      <w:r w:rsidRPr="002B3119">
        <w:t>î</w:t>
      </w:r>
      <w:r w:rsidRPr="002B3119">
        <w:t>naient paresseusement leurs chariots</w:t>
      </w:r>
      <w:r w:rsidR="00E4444A" w:rsidRPr="0099306C">
        <w:t xml:space="preserve">. </w:t>
      </w:r>
      <w:r w:rsidRPr="002B3119">
        <w:t>Une lumière rouge se balançait au loin sur la voie</w:t>
      </w:r>
      <w:r w:rsidR="00E4444A" w:rsidRPr="0099306C">
        <w:t xml:space="preserve">. </w:t>
      </w:r>
      <w:r w:rsidRPr="002B3119">
        <w:t>Une sonnerie trembla dans le bureau d</w:t>
      </w:r>
      <w:r w:rsidR="00E4444A" w:rsidRPr="0099306C">
        <w:t>’</w:t>
      </w:r>
      <w:r w:rsidRPr="002B3119">
        <w:t>un sous-chef</w:t>
      </w:r>
      <w:r w:rsidR="00E4444A" w:rsidRPr="0099306C">
        <w:t>.</w:t>
      </w:r>
    </w:p>
    <w:p w14:paraId="32CC8712" w14:textId="77777777" w:rsidR="00E4444A" w:rsidRPr="0099306C" w:rsidRDefault="00D238CD" w:rsidP="002B3119">
      <w:r w:rsidRPr="0099306C">
        <w:t>À</w:t>
      </w:r>
      <w:r w:rsidR="002B3119" w:rsidRPr="002B3119">
        <w:t xml:space="preserve"> un moment donné</w:t>
      </w:r>
      <w:r w:rsidR="00E4444A" w:rsidRPr="0099306C">
        <w:t xml:space="preserve">, </w:t>
      </w:r>
      <w:r w:rsidR="002B3119" w:rsidRPr="002B3119">
        <w:t>un disque tourna</w:t>
      </w:r>
      <w:r w:rsidR="00E4444A" w:rsidRPr="0099306C">
        <w:t xml:space="preserve">, </w:t>
      </w:r>
      <w:r w:rsidR="002B3119" w:rsidRPr="002B3119">
        <w:t>faisant un petit bruit sec</w:t>
      </w:r>
      <w:r w:rsidR="00E4444A" w:rsidRPr="0099306C">
        <w:t xml:space="preserve">. </w:t>
      </w:r>
      <w:r w:rsidR="002B3119" w:rsidRPr="002B3119">
        <w:t>D</w:t>
      </w:r>
      <w:r w:rsidR="00E4444A" w:rsidRPr="0099306C">
        <w:t>’</w:t>
      </w:r>
      <w:r w:rsidR="002B3119" w:rsidRPr="002B3119">
        <w:t>un banc</w:t>
      </w:r>
      <w:r w:rsidR="00E4444A" w:rsidRPr="0099306C">
        <w:t xml:space="preserve">, </w:t>
      </w:r>
      <w:r w:rsidR="002B3119" w:rsidRPr="002B3119">
        <w:t>à quelque distance de moi</w:t>
      </w:r>
      <w:r w:rsidR="00E4444A" w:rsidRPr="0099306C">
        <w:t xml:space="preserve">, </w:t>
      </w:r>
      <w:r w:rsidR="002B3119" w:rsidRPr="002B3119">
        <w:t>des ombres se levèrent</w:t>
      </w:r>
      <w:r w:rsidR="00E4444A" w:rsidRPr="0099306C">
        <w:t xml:space="preserve">. </w:t>
      </w:r>
      <w:r w:rsidR="002B3119" w:rsidRPr="002B3119">
        <w:t>Mais le train attendu n</w:t>
      </w:r>
      <w:r w:rsidR="00E4444A" w:rsidRPr="0099306C">
        <w:t>’</w:t>
      </w:r>
      <w:r w:rsidR="002B3119" w:rsidRPr="002B3119">
        <w:t>arrivait pas encore</w:t>
      </w:r>
      <w:r w:rsidR="00E4444A" w:rsidRPr="0099306C">
        <w:t xml:space="preserve">. </w:t>
      </w:r>
      <w:r w:rsidR="002B3119" w:rsidRPr="002B3119">
        <w:t>C</w:t>
      </w:r>
      <w:r w:rsidR="00E4444A" w:rsidRPr="0099306C">
        <w:t>’</w:t>
      </w:r>
      <w:r w:rsidR="002B3119" w:rsidRPr="002B3119">
        <w:t>était un rapide qui ne s</w:t>
      </w:r>
      <w:r w:rsidR="00E4444A" w:rsidRPr="0099306C">
        <w:t>’</w:t>
      </w:r>
      <w:r w:rsidR="002B3119" w:rsidRPr="002B3119">
        <w:t>arrêtait pas</w:t>
      </w:r>
      <w:r w:rsidR="00E4444A" w:rsidRPr="0099306C">
        <w:t xml:space="preserve">. </w:t>
      </w:r>
      <w:r w:rsidR="002B3119" w:rsidRPr="002B3119">
        <w:t>Et les ombres</w:t>
      </w:r>
      <w:r w:rsidR="00E4444A" w:rsidRPr="0099306C">
        <w:t xml:space="preserve">, </w:t>
      </w:r>
      <w:r w:rsidR="002B3119" w:rsidRPr="002B3119">
        <w:t>simu</w:t>
      </w:r>
      <w:r w:rsidR="002B3119" w:rsidRPr="002B3119">
        <w:t>l</w:t>
      </w:r>
      <w:r w:rsidR="002B3119" w:rsidRPr="002B3119">
        <w:t>tanément</w:t>
      </w:r>
      <w:r w:rsidR="00E4444A" w:rsidRPr="0099306C">
        <w:t xml:space="preserve">, </w:t>
      </w:r>
      <w:r w:rsidR="002B3119" w:rsidRPr="002B3119">
        <w:t>se rassirent</w:t>
      </w:r>
      <w:r w:rsidR="00E4444A" w:rsidRPr="0099306C">
        <w:t>.</w:t>
      </w:r>
    </w:p>
    <w:p w14:paraId="6B669A39" w14:textId="77777777" w:rsidR="00E4444A" w:rsidRPr="0099306C" w:rsidRDefault="002B3119" w:rsidP="002B3119">
      <w:r w:rsidRPr="002B3119">
        <w:lastRenderedPageBreak/>
        <w:t>Oh</w:t>
      </w:r>
      <w:r w:rsidR="00E4444A" w:rsidRPr="0099306C">
        <w:t xml:space="preserve"> ! </w:t>
      </w:r>
      <w:r w:rsidRPr="002B3119">
        <w:t>la tristesse nocturne des gares provinciales</w:t>
      </w:r>
      <w:r w:rsidR="00E4444A" w:rsidRPr="0099306C">
        <w:t xml:space="preserve"> ! </w:t>
      </w:r>
      <w:r w:rsidRPr="002B3119">
        <w:t>le s</w:t>
      </w:r>
      <w:r w:rsidRPr="002B3119">
        <w:t>i</w:t>
      </w:r>
      <w:r w:rsidRPr="002B3119">
        <w:t>lence</w:t>
      </w:r>
      <w:r w:rsidR="00E4444A" w:rsidRPr="0099306C">
        <w:t xml:space="preserve">, </w:t>
      </w:r>
      <w:r w:rsidRPr="002B3119">
        <w:t>la nuit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humidité</w:t>
      </w:r>
      <w:r w:rsidR="00E4444A" w:rsidRPr="0099306C">
        <w:t xml:space="preserve"> ! </w:t>
      </w:r>
      <w:r w:rsidRPr="002B3119">
        <w:t>et puis</w:t>
      </w:r>
      <w:r w:rsidR="00E4444A" w:rsidRPr="0099306C">
        <w:t xml:space="preserve">, </w:t>
      </w:r>
      <w:r w:rsidRPr="002B3119">
        <w:t>par instants</w:t>
      </w:r>
      <w:r w:rsidR="00E4444A" w:rsidRPr="0099306C">
        <w:t xml:space="preserve">, </w:t>
      </w:r>
      <w:r w:rsidRPr="002B3119">
        <w:t>évoquant une vie inconnue</w:t>
      </w:r>
      <w:r w:rsidR="00E4444A" w:rsidRPr="0099306C">
        <w:t xml:space="preserve">, </w:t>
      </w:r>
      <w:r w:rsidRPr="002B3119">
        <w:t>ces rumeurs</w:t>
      </w:r>
      <w:r w:rsidR="00E4444A" w:rsidRPr="0099306C">
        <w:t xml:space="preserve">, </w:t>
      </w:r>
      <w:r w:rsidRPr="002B3119">
        <w:t>ces lueurs</w:t>
      </w:r>
      <w:r w:rsidR="00E4444A" w:rsidRPr="0099306C">
        <w:t xml:space="preserve">, </w:t>
      </w:r>
      <w:r w:rsidRPr="002B3119">
        <w:t>qui dérangent le s</w:t>
      </w:r>
      <w:r w:rsidRPr="002B3119">
        <w:t>i</w:t>
      </w:r>
      <w:r w:rsidRPr="002B3119">
        <w:t>lence et la nuit</w:t>
      </w:r>
      <w:r w:rsidR="00E4444A" w:rsidRPr="0099306C">
        <w:t xml:space="preserve">. </w:t>
      </w:r>
      <w:r w:rsidRPr="002B3119">
        <w:t>Et ces trains qui fuient</w:t>
      </w:r>
      <w:r w:rsidR="00E4444A" w:rsidRPr="0099306C">
        <w:t xml:space="preserve">, </w:t>
      </w:r>
      <w:r w:rsidRPr="002B3119">
        <w:t>bondés de voy</w:t>
      </w:r>
      <w:r w:rsidRPr="002B3119">
        <w:t>a</w:t>
      </w:r>
      <w:r w:rsidRPr="002B3119">
        <w:t>geurs</w:t>
      </w:r>
      <w:r w:rsidR="00E4444A" w:rsidRPr="0099306C">
        <w:t xml:space="preserve">, </w:t>
      </w:r>
      <w:r w:rsidRPr="002B3119">
        <w:t>sans même daigner marquer l</w:t>
      </w:r>
      <w:r w:rsidR="00E4444A" w:rsidRPr="0099306C">
        <w:t>’</w:t>
      </w:r>
      <w:r w:rsidRPr="002B3119">
        <w:t>arrêt</w:t>
      </w:r>
      <w:r w:rsidR="00E4444A" w:rsidRPr="0099306C">
        <w:t xml:space="preserve"> ! </w:t>
      </w:r>
      <w:r w:rsidRPr="002B3119">
        <w:t>comme ils nous font mieux sentir notre solitude</w:t>
      </w:r>
      <w:r w:rsidR="00E4444A" w:rsidRPr="0099306C">
        <w:t xml:space="preserve">, </w:t>
      </w:r>
      <w:r w:rsidRPr="002B3119">
        <w:t>et tout le prix d</w:t>
      </w:r>
      <w:r w:rsidR="00E4444A" w:rsidRPr="0099306C">
        <w:t>’</w:t>
      </w:r>
      <w:r w:rsidRPr="002B3119">
        <w:t>un être qu</w:t>
      </w:r>
      <w:r w:rsidR="00E4444A" w:rsidRPr="0099306C">
        <w:t>’</w:t>
      </w:r>
      <w:r w:rsidRPr="002B3119">
        <w:t>on peut étreindre dans la grande indifférence universelle</w:t>
      </w:r>
      <w:r w:rsidR="00E4444A" w:rsidRPr="0099306C">
        <w:t> !</w:t>
      </w:r>
    </w:p>
    <w:p w14:paraId="5A3770FF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omnibus entra en gare</w:t>
      </w:r>
      <w:r w:rsidR="00E4444A" w:rsidRPr="0099306C">
        <w:t xml:space="preserve">. </w:t>
      </w:r>
      <w:r w:rsidRPr="002B3119">
        <w:t>Des portières s</w:t>
      </w:r>
      <w:r w:rsidR="00E4444A" w:rsidRPr="0099306C">
        <w:t>’</w:t>
      </w:r>
      <w:r w:rsidRPr="002B3119">
        <w:t>ouvrirent</w:t>
      </w:r>
      <w:r w:rsidR="00E4444A" w:rsidRPr="0099306C">
        <w:t xml:space="preserve">. </w:t>
      </w:r>
      <w:r w:rsidRPr="002B3119">
        <w:t>Des fonctionnaires de petite ville revenaient de Paris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aperçus l</w:t>
      </w:r>
      <w:r w:rsidR="00E4444A" w:rsidRPr="0099306C">
        <w:t>’</w:t>
      </w:r>
      <w:r w:rsidRPr="002B3119">
        <w:t>infirmière et m</w:t>
      </w:r>
      <w:r w:rsidR="00E4444A" w:rsidRPr="0099306C">
        <w:t>’</w:t>
      </w:r>
      <w:r w:rsidRPr="002B3119">
        <w:t>approchai pour prendre son sac</w:t>
      </w:r>
      <w:r w:rsidR="00E4444A" w:rsidRPr="0099306C">
        <w:t xml:space="preserve">. </w:t>
      </w:r>
      <w:r w:rsidRPr="002B3119">
        <w:t>Nous mo</w:t>
      </w:r>
      <w:r w:rsidRPr="002B3119">
        <w:t>n</w:t>
      </w:r>
      <w:r w:rsidRPr="002B3119">
        <w:t>tâmes ensemble dans une voiture d</w:t>
      </w:r>
      <w:r w:rsidR="00E4444A" w:rsidRPr="0099306C">
        <w:t>’</w:t>
      </w:r>
      <w:r w:rsidRPr="002B3119">
        <w:t>hôtel</w:t>
      </w:r>
      <w:r w:rsidR="00E4444A" w:rsidRPr="0099306C">
        <w:t xml:space="preserve">, </w:t>
      </w:r>
      <w:r w:rsidRPr="002B3119">
        <w:t>déjà presque pleine de voyageurs ensommeillés</w:t>
      </w:r>
      <w:r w:rsidR="00E4444A" w:rsidRPr="0099306C">
        <w:t xml:space="preserve">, </w:t>
      </w:r>
      <w:r w:rsidRPr="002B3119">
        <w:t>tous pressés d</w:t>
      </w:r>
      <w:r w:rsidR="00E4444A" w:rsidRPr="0099306C">
        <w:t>’</w:t>
      </w:r>
      <w:r w:rsidRPr="002B3119">
        <w:t>arriver chez eux</w:t>
      </w:r>
      <w:r w:rsidR="00E4444A" w:rsidRPr="0099306C">
        <w:t>.</w:t>
      </w:r>
    </w:p>
    <w:p w14:paraId="1BF6BCE2" w14:textId="77777777" w:rsidR="00E4444A" w:rsidRPr="0099306C" w:rsidRDefault="002B3119" w:rsidP="002B3119">
      <w:r w:rsidRPr="002B3119">
        <w:t>Une lanterne brillait sur le siège</w:t>
      </w:r>
      <w:r w:rsidR="00E4444A" w:rsidRPr="0099306C">
        <w:t xml:space="preserve">, </w:t>
      </w:r>
      <w:r w:rsidRPr="002B3119">
        <w:t>mais l</w:t>
      </w:r>
      <w:r w:rsidR="00E4444A" w:rsidRPr="0099306C">
        <w:t>’</w:t>
      </w:r>
      <w:r w:rsidRPr="002B3119">
        <w:t>intérieur était sombre</w:t>
      </w:r>
      <w:r w:rsidR="00E4444A" w:rsidRPr="0099306C">
        <w:t xml:space="preserve">. </w:t>
      </w:r>
      <w:r w:rsidRPr="002B3119">
        <w:t>Je ne reconnus pas tout de suite mes compagnons</w:t>
      </w:r>
      <w:r w:rsidR="00E4444A" w:rsidRPr="0099306C">
        <w:t xml:space="preserve">, </w:t>
      </w:r>
      <w:r w:rsidRPr="002B3119">
        <w:t>et saluai vaguement en touchant mon chapeau</w:t>
      </w:r>
      <w:r w:rsidR="00E4444A" w:rsidRPr="0099306C">
        <w:t>.</w:t>
      </w:r>
    </w:p>
    <w:p w14:paraId="63B8E033" w14:textId="77777777" w:rsidR="00E4444A" w:rsidRPr="0099306C" w:rsidRDefault="00E4444A" w:rsidP="002B3119">
      <w:r w:rsidRPr="0099306C">
        <w:t>— </w:t>
      </w:r>
      <w:r w:rsidR="002B3119" w:rsidRPr="002B3119">
        <w:t>Alors</w:t>
      </w:r>
      <w:r w:rsidRPr="0099306C">
        <w:t xml:space="preserve">, </w:t>
      </w:r>
      <w:r w:rsidR="002B3119" w:rsidRPr="002B3119">
        <w:t>dit quelqu</w:t>
      </w:r>
      <w:r w:rsidRPr="0099306C">
        <w:t>’</w:t>
      </w:r>
      <w:r w:rsidR="002B3119" w:rsidRPr="002B3119">
        <w:t>un</w:t>
      </w:r>
      <w:r w:rsidRPr="0099306C">
        <w:t xml:space="preserve">, </w:t>
      </w:r>
      <w:r w:rsidR="002B3119" w:rsidRPr="002B3119">
        <w:t>vous arrivez de Paris</w:t>
      </w:r>
      <w:r w:rsidRPr="0099306C">
        <w:t> ?</w:t>
      </w:r>
    </w:p>
    <w:p w14:paraId="467DE3E9" w14:textId="77777777" w:rsidR="00E4444A" w:rsidRPr="0099306C" w:rsidRDefault="00E4444A" w:rsidP="002B3119">
      <w:r w:rsidRPr="0099306C">
        <w:t>— </w:t>
      </w:r>
      <w:r w:rsidR="002B3119" w:rsidRPr="002B3119">
        <w:t>Non</w:t>
      </w:r>
      <w:r w:rsidRPr="0099306C">
        <w:t xml:space="preserve">, </w:t>
      </w:r>
      <w:r w:rsidR="002B3119" w:rsidRPr="002B3119">
        <w:t>je suis venu attendre madame</w:t>
      </w:r>
      <w:r w:rsidRPr="0099306C">
        <w:t>.</w:t>
      </w:r>
    </w:p>
    <w:p w14:paraId="669D4440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devinant une explication nécessaire pour justifier cette présence féminine</w:t>
      </w:r>
      <w:r w:rsidR="00E4444A" w:rsidRPr="0099306C">
        <w:t> :</w:t>
      </w:r>
    </w:p>
    <w:p w14:paraId="3A502697" w14:textId="77777777" w:rsidR="00E4444A" w:rsidRPr="0099306C" w:rsidRDefault="00E4444A" w:rsidP="002B3119">
      <w:r w:rsidRPr="0099306C">
        <w:t>— </w:t>
      </w:r>
      <w:r w:rsidR="002B3119" w:rsidRPr="002B3119">
        <w:t>Madame est garde-malade et vient soigner ma petite fille</w:t>
      </w:r>
      <w:r w:rsidRPr="0099306C">
        <w:t>.</w:t>
      </w:r>
    </w:p>
    <w:p w14:paraId="2FE53271" w14:textId="77777777" w:rsidR="00E4444A" w:rsidRPr="0099306C" w:rsidRDefault="00E4444A" w:rsidP="002B3119">
      <w:r w:rsidRPr="0099306C">
        <w:t>— </w:t>
      </w:r>
      <w:r w:rsidR="002B3119" w:rsidRPr="002B3119">
        <w:t>Votre fillette</w:t>
      </w:r>
      <w:r w:rsidRPr="0099306C">
        <w:t xml:space="preserve"> ? </w:t>
      </w:r>
      <w:r w:rsidR="002B3119" w:rsidRPr="002B3119">
        <w:t>Elle est malade</w:t>
      </w:r>
      <w:r w:rsidRPr="0099306C">
        <w:t xml:space="preserve">. </w:t>
      </w:r>
      <w:r w:rsidR="002B3119" w:rsidRPr="002B3119">
        <w:t>Rien de grave</w:t>
      </w:r>
      <w:r w:rsidRPr="0099306C">
        <w:t xml:space="preserve">, </w:t>
      </w:r>
      <w:r w:rsidR="002B3119" w:rsidRPr="002B3119">
        <w:t>j</w:t>
      </w:r>
      <w:r w:rsidRPr="0099306C">
        <w:t>’</w:t>
      </w:r>
      <w:r w:rsidR="002B3119" w:rsidRPr="002B3119">
        <w:t>espère</w:t>
      </w:r>
      <w:r w:rsidRPr="0099306C">
        <w:t>.</w:t>
      </w:r>
    </w:p>
    <w:p w14:paraId="06CCECC0" w14:textId="77777777" w:rsidR="00E4444A" w:rsidRPr="0099306C" w:rsidRDefault="002B3119" w:rsidP="002B3119">
      <w:r w:rsidRPr="002B3119">
        <w:t>La voiture faisait halte dans les rues mal éclairées</w:t>
      </w:r>
      <w:r w:rsidR="00E4444A" w:rsidRPr="0099306C">
        <w:t xml:space="preserve">. </w:t>
      </w:r>
      <w:r w:rsidRPr="002B3119">
        <w:t>Des gens essuyaient la buée des vitres pour chercher à voir où ils étaient</w:t>
      </w:r>
      <w:r w:rsidR="00E4444A" w:rsidRPr="0099306C">
        <w:t xml:space="preserve">. </w:t>
      </w:r>
      <w:r w:rsidRPr="002B3119">
        <w:t>Un voyageur</w:t>
      </w:r>
      <w:r w:rsidR="00E4444A" w:rsidRPr="0099306C">
        <w:t xml:space="preserve">, </w:t>
      </w:r>
      <w:r w:rsidRPr="002B3119">
        <w:t>resserrant son pardessus</w:t>
      </w:r>
      <w:r w:rsidR="00E4444A" w:rsidRPr="0099306C">
        <w:t xml:space="preserve">, </w:t>
      </w:r>
      <w:r w:rsidRPr="002B3119">
        <w:t>descendit</w:t>
      </w:r>
      <w:r w:rsidR="00E4444A" w:rsidRPr="0099306C">
        <w:t xml:space="preserve">, </w:t>
      </w:r>
      <w:r w:rsidRPr="002B3119">
        <w:t>avec un souhait banal de prompt rétablissement</w:t>
      </w:r>
      <w:r w:rsidR="00E4444A" w:rsidRPr="0099306C">
        <w:t>.</w:t>
      </w:r>
    </w:p>
    <w:p w14:paraId="7EA3311A" w14:textId="77777777" w:rsidR="00E4444A" w:rsidRPr="0099306C" w:rsidRDefault="002B3119" w:rsidP="002B3119">
      <w:r w:rsidRPr="002B3119">
        <w:t>Nous arrivâmes bientôt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introduisis la garde auprès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Elle se courba vers elle pour l</w:t>
      </w:r>
      <w:r w:rsidR="00E4444A" w:rsidRPr="0099306C">
        <w:t>’</w:t>
      </w:r>
      <w:r w:rsidRPr="002B3119">
        <w:t>embrasser</w:t>
      </w:r>
      <w:r w:rsidR="00E4444A" w:rsidRPr="0099306C">
        <w:t xml:space="preserve">. </w:t>
      </w:r>
      <w:r w:rsidRPr="002B3119">
        <w:t xml:space="preserve">Yvette </w:t>
      </w:r>
      <w:r w:rsidRPr="002B3119">
        <w:lastRenderedPageBreak/>
        <w:t>l</w:t>
      </w:r>
      <w:r w:rsidR="00E4444A" w:rsidRPr="0099306C">
        <w:t>’</w:t>
      </w:r>
      <w:r w:rsidRPr="002B3119">
        <w:t>embrassa aussi</w:t>
      </w:r>
      <w:r w:rsidR="00E4444A" w:rsidRPr="0099306C">
        <w:t xml:space="preserve">. </w:t>
      </w:r>
      <w:r w:rsidRPr="002B3119">
        <w:t>Puis j</w:t>
      </w:r>
      <w:r w:rsidR="00E4444A" w:rsidRPr="0099306C">
        <w:t>’</w:t>
      </w:r>
      <w:r w:rsidRPr="002B3119">
        <w:t>allai prier Marie-Anne d</w:t>
      </w:r>
      <w:r w:rsidR="00E4444A" w:rsidRPr="0099306C">
        <w:t>’</w:t>
      </w:r>
      <w:r w:rsidRPr="002B3119">
        <w:t>apporter une tasse de thé</w:t>
      </w:r>
      <w:r w:rsidR="00E4444A" w:rsidRPr="0099306C">
        <w:t xml:space="preserve">. </w:t>
      </w:r>
      <w:r w:rsidRPr="002B3119">
        <w:t>Mon absence ne dura qu</w:t>
      </w:r>
      <w:r w:rsidR="00E4444A" w:rsidRPr="0099306C">
        <w:t>’</w:t>
      </w:r>
      <w:r w:rsidRPr="002B3119">
        <w:t>un instant</w:t>
      </w:r>
      <w:r w:rsidR="00E4444A" w:rsidRPr="0099306C">
        <w:t xml:space="preserve">. </w:t>
      </w:r>
      <w:r w:rsidRPr="002B3119">
        <w:t>Quand je revins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infirmière avait déjà revêtu sa blouse blanche</w:t>
      </w:r>
      <w:r w:rsidR="00E4444A" w:rsidRPr="0099306C">
        <w:t xml:space="preserve">. </w:t>
      </w:r>
      <w:r w:rsidRPr="002B3119">
        <w:t>Elle était jeune encore</w:t>
      </w:r>
      <w:r w:rsidR="00E4444A" w:rsidRPr="0099306C">
        <w:t xml:space="preserve">, </w:t>
      </w:r>
      <w:r w:rsidRPr="002B3119">
        <w:t>avec une silhouette fine et une façon de parler qui révélait de la distinction</w:t>
      </w:r>
      <w:r w:rsidR="00E4444A" w:rsidRPr="0099306C">
        <w:t xml:space="preserve">. </w:t>
      </w:r>
      <w:r w:rsidRPr="002B3119">
        <w:t>Elle avait cette autorité des garde-malades qui savent faire accepter leurs soins</w:t>
      </w:r>
      <w:r w:rsidR="00E4444A" w:rsidRPr="0099306C">
        <w:t xml:space="preserve">. </w:t>
      </w:r>
      <w:r w:rsidRPr="002B3119">
        <w:t>Yvette aurait une compagne agréable durant ses longs jours de maladie</w:t>
      </w:r>
      <w:r w:rsidR="00E4444A" w:rsidRPr="0099306C">
        <w:t>.</w:t>
      </w:r>
    </w:p>
    <w:p w14:paraId="559FAADB" w14:textId="77777777" w:rsidR="00E4444A" w:rsidRPr="0099306C" w:rsidRDefault="00E4444A" w:rsidP="002B3119">
      <w:r w:rsidRPr="0099306C">
        <w:t>— </w:t>
      </w:r>
      <w:r w:rsidR="002B3119" w:rsidRPr="002B3119">
        <w:t>Alors</w:t>
      </w:r>
      <w:r w:rsidRPr="0099306C">
        <w:t xml:space="preserve"> ? </w:t>
      </w:r>
      <w:r w:rsidR="002B3119" w:rsidRPr="002B3119">
        <w:t>lui dis-je en présentant le plateau servi</w:t>
      </w:r>
      <w:r w:rsidRPr="0099306C">
        <w:t>.</w:t>
      </w:r>
    </w:p>
    <w:p w14:paraId="696A6980" w14:textId="77777777" w:rsidR="00E4444A" w:rsidRPr="0099306C" w:rsidRDefault="00E4444A" w:rsidP="002B3119">
      <w:r w:rsidRPr="0099306C">
        <w:t>— </w:t>
      </w:r>
      <w:r w:rsidR="002B3119" w:rsidRPr="002B3119">
        <w:t>Je ferai tout pour elle</w:t>
      </w:r>
      <w:r w:rsidRPr="0099306C">
        <w:t xml:space="preserve">. </w:t>
      </w:r>
      <w:r w:rsidR="002B3119" w:rsidRPr="002B3119">
        <w:t>J</w:t>
      </w:r>
      <w:r w:rsidRPr="0099306C">
        <w:t>’</w:t>
      </w:r>
      <w:r w:rsidR="002B3119" w:rsidRPr="002B3119">
        <w:t>aime tellement les enfants</w:t>
      </w:r>
      <w:r w:rsidRPr="0099306C">
        <w:t>.</w:t>
      </w:r>
    </w:p>
    <w:p w14:paraId="325E3A74" w14:textId="77777777" w:rsidR="00E4444A" w:rsidRPr="0099306C" w:rsidRDefault="00E4444A" w:rsidP="002B3119">
      <w:r w:rsidRPr="0099306C">
        <w:t>— </w:t>
      </w:r>
      <w:r w:rsidR="002B3119" w:rsidRPr="002B3119">
        <w:t>Et comment la trouvez-vous</w:t>
      </w:r>
      <w:r w:rsidRPr="0099306C">
        <w:t xml:space="preserve">, </w:t>
      </w:r>
      <w:r w:rsidR="002B3119" w:rsidRPr="002B3119">
        <w:t>votre petite malade</w:t>
      </w:r>
      <w:r w:rsidRPr="0099306C">
        <w:t> ?</w:t>
      </w:r>
    </w:p>
    <w:p w14:paraId="63F53DA5" w14:textId="77777777" w:rsidR="00E4444A" w:rsidRPr="0099306C" w:rsidRDefault="00E4444A" w:rsidP="002B3119">
      <w:r w:rsidRPr="0099306C">
        <w:t>— </w:t>
      </w:r>
      <w:r w:rsidR="002B3119" w:rsidRPr="002B3119">
        <w:t>De la fièvre</w:t>
      </w:r>
      <w:r w:rsidRPr="0099306C">
        <w:t xml:space="preserve">… </w:t>
      </w:r>
      <w:r w:rsidR="002B3119" w:rsidRPr="002B3119">
        <w:t>Oui</w:t>
      </w:r>
      <w:r w:rsidRPr="0099306C">
        <w:t xml:space="preserve">… </w:t>
      </w:r>
      <w:r w:rsidR="002B3119" w:rsidRPr="002B3119">
        <w:t>Le soir</w:t>
      </w:r>
      <w:r w:rsidRPr="0099306C">
        <w:t xml:space="preserve">, </w:t>
      </w:r>
      <w:r w:rsidR="002B3119" w:rsidRPr="002B3119">
        <w:t>c</w:t>
      </w:r>
      <w:r w:rsidRPr="0099306C">
        <w:t>’</w:t>
      </w:r>
      <w:r w:rsidR="002B3119" w:rsidRPr="002B3119">
        <w:t>est naturel</w:t>
      </w:r>
      <w:r w:rsidRPr="0099306C">
        <w:t xml:space="preserve">… </w:t>
      </w:r>
      <w:r w:rsidR="002B3119" w:rsidRPr="002B3119">
        <w:t>J</w:t>
      </w:r>
      <w:r w:rsidRPr="0099306C">
        <w:t>’</w:t>
      </w:r>
      <w:r w:rsidR="002B3119" w:rsidRPr="002B3119">
        <w:t>ai vu bien des petits atteints du même mal</w:t>
      </w:r>
      <w:r w:rsidRPr="0099306C">
        <w:t xml:space="preserve">. </w:t>
      </w:r>
      <w:r w:rsidR="002B3119" w:rsidRPr="002B3119">
        <w:t>Ils se sont rétablis presque tous</w:t>
      </w:r>
      <w:r w:rsidRPr="0099306C">
        <w:t>.</w:t>
      </w:r>
    </w:p>
    <w:p w14:paraId="524AC40C" w14:textId="77777777" w:rsidR="00E4444A" w:rsidRPr="0099306C" w:rsidRDefault="002B3119" w:rsidP="002B3119">
      <w:r w:rsidRPr="002B3119">
        <w:t>Il se faisait tard</w:t>
      </w:r>
      <w:r w:rsidR="00E4444A" w:rsidRPr="0099306C">
        <w:t xml:space="preserve">. </w:t>
      </w:r>
      <w:r w:rsidRPr="002B3119">
        <w:t>La politesse m</w:t>
      </w:r>
      <w:r w:rsidR="00E4444A" w:rsidRPr="0099306C">
        <w:t>’</w:t>
      </w:r>
      <w:r w:rsidRPr="002B3119">
        <w:t>interdisait de rester</w:t>
      </w:r>
      <w:r w:rsidR="00E4444A" w:rsidRPr="0099306C">
        <w:t xml:space="preserve">. </w:t>
      </w:r>
      <w:r w:rsidRPr="002B3119">
        <w:t>Je pris congé de la garde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fermant la porte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me trouvai séparé d</w:t>
      </w:r>
      <w:r w:rsidR="00E4444A" w:rsidRPr="0099306C">
        <w:t>’</w:t>
      </w:r>
      <w:r w:rsidRPr="002B3119">
        <w:t>elle pour la première fois</w:t>
      </w:r>
      <w:r w:rsidR="00E4444A" w:rsidRPr="0099306C">
        <w:t>.</w:t>
      </w:r>
    </w:p>
    <w:p w14:paraId="194FE9C9" w14:textId="77777777" w:rsidR="00E4444A" w:rsidRPr="0099306C" w:rsidRDefault="002B3119" w:rsidP="002B3119">
      <w:r w:rsidRPr="002B3119">
        <w:t>La nouvelle venue était donc là</w:t>
      </w:r>
      <w:r w:rsidR="00E4444A" w:rsidRPr="0099306C">
        <w:t xml:space="preserve">, </w:t>
      </w:r>
      <w:r w:rsidRPr="002B3119">
        <w:t>de l</w:t>
      </w:r>
      <w:r w:rsidR="00E4444A" w:rsidRPr="0099306C">
        <w:t>’</w:t>
      </w:r>
      <w:r w:rsidRPr="002B3119">
        <w:t>autre côté de la cloison</w:t>
      </w:r>
      <w:r w:rsidR="00E4444A" w:rsidRPr="0099306C">
        <w:t xml:space="preserve">, </w:t>
      </w:r>
      <w:r w:rsidRPr="002B3119">
        <w:t>passant la nuit près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Ainsi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bien vrai</w:t>
      </w:r>
      <w:r w:rsidR="00E4444A" w:rsidRPr="0099306C">
        <w:t xml:space="preserve"> ! </w:t>
      </w:r>
      <w:r w:rsidRPr="002B3119">
        <w:t>Une nouvelle période commençait pour nous</w:t>
      </w:r>
      <w:r w:rsidR="00E4444A" w:rsidRPr="0099306C">
        <w:t xml:space="preserve">. </w:t>
      </w:r>
      <w:r w:rsidRPr="002B3119">
        <w:t>La maladie s</w:t>
      </w:r>
      <w:r w:rsidR="00E4444A" w:rsidRPr="0099306C">
        <w:t>’</w:t>
      </w:r>
      <w:r w:rsidRPr="002B3119">
        <w:t>était installée dans la maison</w:t>
      </w:r>
      <w:r w:rsidR="00E4444A" w:rsidRPr="0099306C">
        <w:t>.</w:t>
      </w:r>
    </w:p>
    <w:p w14:paraId="29C88D4D" w14:textId="77777777" w:rsidR="00E4444A" w:rsidRPr="0099306C" w:rsidRDefault="002B3119" w:rsidP="002B3119">
      <w:r w:rsidRPr="002B3119">
        <w:rPr>
          <w:i/>
        </w:rPr>
        <w:t>Presque</w:t>
      </w:r>
      <w:r w:rsidRPr="002B3119">
        <w:t xml:space="preserve"> tous</w:t>
      </w:r>
      <w:r w:rsidR="00E4444A" w:rsidRPr="0099306C">
        <w:t xml:space="preserve">, </w:t>
      </w:r>
      <w:r w:rsidRPr="002B3119">
        <w:t>avait-elle dit</w:t>
      </w:r>
      <w:r w:rsidR="00E4444A" w:rsidRPr="0099306C">
        <w:t xml:space="preserve">. </w:t>
      </w:r>
      <w:r w:rsidRPr="002B3119">
        <w:t>Mon Dieu</w:t>
      </w:r>
      <w:r w:rsidR="00E4444A" w:rsidRPr="0099306C">
        <w:t xml:space="preserve"> ! </w:t>
      </w:r>
      <w:r w:rsidRPr="002B3119">
        <w:t>mon Dieu</w:t>
      </w:r>
      <w:r w:rsidR="00E4444A" w:rsidRPr="0099306C">
        <w:t xml:space="preserve"> ! </w:t>
      </w:r>
      <w:r w:rsidRPr="002B3119">
        <w:t>Sa</w:t>
      </w:r>
      <w:r w:rsidRPr="002B3119">
        <w:t>u</w:t>
      </w:r>
      <w:r w:rsidRPr="002B3119">
        <w:t>vez mon enfant</w:t>
      </w:r>
      <w:r w:rsidR="00E4444A" w:rsidRPr="0099306C">
        <w:t> !</w:t>
      </w:r>
    </w:p>
    <w:p w14:paraId="0DE18F2E" w14:textId="77777777" w:rsidR="00B4016A" w:rsidRPr="0099306C" w:rsidRDefault="002B3119" w:rsidP="00E4444A">
      <w:pPr>
        <w:pStyle w:val="Titre2"/>
      </w:pPr>
      <w:bookmarkStart w:id="39" w:name="_p4wijtfsk9tm" w:colFirst="0" w:colLast="0"/>
      <w:bookmarkStart w:id="40" w:name="_Toc197514976"/>
      <w:bookmarkEnd w:id="39"/>
      <w:r w:rsidRPr="002B3119">
        <w:lastRenderedPageBreak/>
        <w:t>I</w:t>
      </w:r>
      <w:r w:rsidR="00B4016A" w:rsidRPr="0099306C">
        <w:t>I</w:t>
      </w:r>
      <w:bookmarkEnd w:id="40"/>
    </w:p>
    <w:p w14:paraId="213E80C6" w14:textId="77777777" w:rsidR="00E4444A" w:rsidRPr="0099306C" w:rsidRDefault="002B3119" w:rsidP="002B3119">
      <w:r w:rsidRPr="002B3119">
        <w:t>Plus d</w:t>
      </w:r>
      <w:r w:rsidR="00E4444A" w:rsidRPr="0099306C">
        <w:t>’</w:t>
      </w:r>
      <w:r w:rsidRPr="002B3119">
        <w:t>une heure</w:t>
      </w:r>
      <w:r w:rsidR="00E4444A" w:rsidRPr="0099306C">
        <w:t xml:space="preserve">, </w:t>
      </w:r>
      <w:r w:rsidRPr="002B3119">
        <w:t>accoudé dans mon lit</w:t>
      </w:r>
      <w:r w:rsidR="00E4444A" w:rsidRPr="0099306C">
        <w:t xml:space="preserve">, </w:t>
      </w:r>
      <w:r w:rsidRPr="002B3119">
        <w:t>les yeux grands ouverts dans l</w:t>
      </w:r>
      <w:r w:rsidR="00E4444A" w:rsidRPr="0099306C">
        <w:t>’</w:t>
      </w:r>
      <w:r w:rsidRPr="002B3119">
        <w:t>obscurité</w:t>
      </w:r>
      <w:r w:rsidR="00E4444A" w:rsidRPr="0099306C">
        <w:t xml:space="preserve">, </w:t>
      </w:r>
      <w:r w:rsidRPr="002B3119">
        <w:t>je tendis l</w:t>
      </w:r>
      <w:r w:rsidR="00E4444A" w:rsidRPr="0099306C">
        <w:t>’</w:t>
      </w:r>
      <w:r w:rsidRPr="002B3119">
        <w:t>oreille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entendais pas la voix d</w:t>
      </w:r>
      <w:r w:rsidR="00E4444A" w:rsidRPr="0099306C">
        <w:t>’</w:t>
      </w:r>
      <w:r w:rsidRPr="002B3119">
        <w:t>Yvette qui s</w:t>
      </w:r>
      <w:r w:rsidR="00E4444A" w:rsidRPr="0099306C">
        <w:t>’</w:t>
      </w:r>
      <w:r w:rsidRPr="002B3119">
        <w:t>était probablement endormie</w:t>
      </w:r>
      <w:r w:rsidR="00E4444A" w:rsidRPr="0099306C">
        <w:t xml:space="preserve">, </w:t>
      </w:r>
      <w:r w:rsidRPr="002B3119">
        <w:t>mais je distinguais les allées et venues de la garde qui devait a</w:t>
      </w:r>
      <w:r w:rsidRPr="002B3119">
        <w:t>r</w:t>
      </w:r>
      <w:r w:rsidRPr="002B3119">
        <w:t>ranger ses affaires et marchait avec précaution</w:t>
      </w:r>
      <w:r w:rsidR="00E4444A" w:rsidRPr="0099306C">
        <w:t xml:space="preserve">, </w:t>
      </w:r>
      <w:r w:rsidRPr="002B3119">
        <w:t>de ce pas feutré qui ne réveille point</w:t>
      </w:r>
      <w:r w:rsidR="00E4444A" w:rsidRPr="0099306C">
        <w:t xml:space="preserve">. </w:t>
      </w:r>
      <w:r w:rsidRPr="002B3119">
        <w:t>Par instants</w:t>
      </w:r>
      <w:r w:rsidR="00E4444A" w:rsidRPr="0099306C">
        <w:t xml:space="preserve">, </w:t>
      </w:r>
      <w:r w:rsidRPr="002B3119">
        <w:t>le pas s</w:t>
      </w:r>
      <w:r w:rsidR="00E4444A" w:rsidRPr="0099306C">
        <w:t>’</w:t>
      </w:r>
      <w:r w:rsidRPr="002B3119">
        <w:t>arrêtait dans le fond de la chambre</w:t>
      </w:r>
      <w:r w:rsidR="00E4444A" w:rsidRPr="0099306C">
        <w:t xml:space="preserve">. </w:t>
      </w:r>
      <w:r w:rsidRPr="002B3119">
        <w:t>Avec cette acuité d</w:t>
      </w:r>
      <w:r w:rsidR="00E4444A" w:rsidRPr="0099306C">
        <w:t>’</w:t>
      </w:r>
      <w:r w:rsidRPr="002B3119">
        <w:t>impressions que la nuit procure</w:t>
      </w:r>
      <w:r w:rsidR="00E4444A" w:rsidRPr="0099306C">
        <w:t xml:space="preserve">, </w:t>
      </w:r>
      <w:r w:rsidRPr="002B3119">
        <w:t>je comprenais que</w:t>
      </w:r>
      <w:r w:rsidR="00E4444A" w:rsidRPr="0099306C">
        <w:t xml:space="preserve">, </w:t>
      </w:r>
      <w:r w:rsidRPr="002B3119">
        <w:t>penchée sur Yvette</w:t>
      </w:r>
      <w:r w:rsidR="00E4444A" w:rsidRPr="0099306C">
        <w:t xml:space="preserve">, </w:t>
      </w:r>
      <w:r w:rsidRPr="002B3119">
        <w:t>elle surveillait le sommeil de la petite malade</w:t>
      </w:r>
      <w:r w:rsidR="00E4444A" w:rsidRPr="0099306C">
        <w:t xml:space="preserve">. </w:t>
      </w:r>
      <w:r w:rsidRPr="002B3119">
        <w:t>Puis tout se tut</w:t>
      </w:r>
      <w:r w:rsidR="00E4444A" w:rsidRPr="0099306C">
        <w:t xml:space="preserve">. </w:t>
      </w:r>
      <w:r w:rsidRPr="002B3119">
        <w:t>La garde avait dû s</w:t>
      </w:r>
      <w:r w:rsidR="00E4444A" w:rsidRPr="0099306C">
        <w:t>’</w:t>
      </w:r>
      <w:r w:rsidRPr="002B3119">
        <w:t>étendre sur la chaise longue que nous avions transportée là pour qu</w:t>
      </w:r>
      <w:r w:rsidR="00E4444A" w:rsidRPr="0099306C">
        <w:t>’</w:t>
      </w:r>
      <w:r w:rsidRPr="002B3119">
        <w:t>elle pût s</w:t>
      </w:r>
      <w:r w:rsidR="00E4444A" w:rsidRPr="0099306C">
        <w:t>’</w:t>
      </w:r>
      <w:r w:rsidRPr="002B3119">
        <w:t>assoupir un peu</w:t>
      </w:r>
      <w:r w:rsidR="00E4444A" w:rsidRPr="0099306C">
        <w:t>.</w:t>
      </w:r>
    </w:p>
    <w:p w14:paraId="75DEF415" w14:textId="77777777" w:rsidR="00E4444A" w:rsidRPr="0099306C" w:rsidRDefault="002B3119" w:rsidP="002B3119">
      <w:r w:rsidRPr="002B3119">
        <w:t>Plus de bruit dans la maison</w:t>
      </w:r>
      <w:r w:rsidR="00E4444A" w:rsidRPr="0099306C">
        <w:t xml:space="preserve">. </w:t>
      </w:r>
      <w:r w:rsidRPr="002B3119">
        <w:t>Rien que cette vague r</w:t>
      </w:r>
      <w:r w:rsidRPr="002B3119">
        <w:t>u</w:t>
      </w:r>
      <w:r w:rsidRPr="002B3119">
        <w:t>meur pareille à celle des coquillages que les enfants appuient à leurs oreilles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dans la rainure de la porte</w:t>
      </w:r>
      <w:r w:rsidR="00E4444A" w:rsidRPr="0099306C">
        <w:t xml:space="preserve">, </w:t>
      </w:r>
      <w:r w:rsidRPr="002B3119">
        <w:t>la veilleuse de la chambre voisine traçait une raie lumineuse</w:t>
      </w:r>
      <w:r w:rsidR="00E4444A" w:rsidRPr="0099306C">
        <w:t>.</w:t>
      </w:r>
    </w:p>
    <w:p w14:paraId="0546C6C3" w14:textId="77777777" w:rsidR="00E4444A" w:rsidRPr="0099306C" w:rsidRDefault="002B3119" w:rsidP="002B3119">
      <w:r w:rsidRPr="002B3119">
        <w:t>Je finis par m</w:t>
      </w:r>
      <w:r w:rsidR="00E4444A" w:rsidRPr="0099306C">
        <w:t>’</w:t>
      </w:r>
      <w:r w:rsidRPr="002B3119">
        <w:t>endormir</w:t>
      </w:r>
      <w:r w:rsidR="00E4444A" w:rsidRPr="0099306C">
        <w:t xml:space="preserve">. </w:t>
      </w:r>
      <w:r w:rsidRPr="002B3119">
        <w:t>Pour combien de temps</w:t>
      </w:r>
      <w:r w:rsidR="00E4444A" w:rsidRPr="0099306C">
        <w:t xml:space="preserve"> ? </w:t>
      </w:r>
      <w:r w:rsidRPr="002B3119">
        <w:t>Je l</w:t>
      </w:r>
      <w:r w:rsidR="00E4444A" w:rsidRPr="0099306C">
        <w:t>’</w:t>
      </w:r>
      <w:r w:rsidRPr="002B3119">
        <w:t>ignore</w:t>
      </w:r>
      <w:r w:rsidR="00E4444A" w:rsidRPr="0099306C">
        <w:t xml:space="preserve">. </w:t>
      </w:r>
      <w:r w:rsidRPr="002B3119">
        <w:t>Soudain</w:t>
      </w:r>
      <w:r w:rsidR="00E4444A" w:rsidRPr="0099306C">
        <w:t xml:space="preserve">, </w:t>
      </w:r>
      <w:r w:rsidRPr="002B3119">
        <w:t>je me réveillai en sursaut</w:t>
      </w:r>
      <w:r w:rsidR="00E4444A" w:rsidRPr="0099306C">
        <w:t xml:space="preserve">, </w:t>
      </w:r>
      <w:r w:rsidRPr="002B3119">
        <w:t>avec la sens</w:t>
      </w:r>
      <w:r w:rsidRPr="002B3119">
        <w:t>a</w:t>
      </w:r>
      <w:r w:rsidRPr="002B3119">
        <w:t>tion d</w:t>
      </w:r>
      <w:r w:rsidR="00E4444A" w:rsidRPr="0099306C">
        <w:t>’</w:t>
      </w:r>
      <w:r w:rsidRPr="002B3119">
        <w:t>avoir été appelé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ouvris les yeux</w:t>
      </w:r>
      <w:r w:rsidR="00E4444A" w:rsidRPr="0099306C">
        <w:t xml:space="preserve">. </w:t>
      </w:r>
      <w:r w:rsidRPr="002B3119">
        <w:t xml:space="preserve">La </w:t>
      </w:r>
      <w:proofErr w:type="spellStart"/>
      <w:r w:rsidRPr="002B3119">
        <w:t>raie</w:t>
      </w:r>
      <w:proofErr w:type="spellEnd"/>
      <w:r w:rsidRPr="002B3119">
        <w:t xml:space="preserve"> de lumière brillait encore</w:t>
      </w:r>
      <w:r w:rsidR="00E4444A" w:rsidRPr="0099306C">
        <w:t>.</w:t>
      </w:r>
    </w:p>
    <w:p w14:paraId="0743E782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entendis la chère voix</w:t>
      </w:r>
      <w:r w:rsidR="00E4444A" w:rsidRPr="0099306C">
        <w:t> :</w:t>
      </w:r>
    </w:p>
    <w:p w14:paraId="53151056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Papa</w:t>
      </w:r>
      <w:r w:rsidRPr="0099306C">
        <w:t>…</w:t>
      </w:r>
    </w:p>
    <w:p w14:paraId="6A20903A" w14:textId="77777777" w:rsidR="00E4444A" w:rsidRPr="0099306C" w:rsidRDefault="002B3119" w:rsidP="002B3119">
      <w:r w:rsidRPr="002B3119">
        <w:t>Une autre voix disait doucement</w:t>
      </w:r>
      <w:r w:rsidR="00E4444A" w:rsidRPr="0099306C">
        <w:t> :</w:t>
      </w:r>
    </w:p>
    <w:p w14:paraId="7E49EADE" w14:textId="77777777" w:rsidR="00E4444A" w:rsidRPr="0099306C" w:rsidRDefault="00E4444A" w:rsidP="002B3119">
      <w:r w:rsidRPr="0099306C">
        <w:t>— </w:t>
      </w:r>
      <w:r w:rsidR="002B3119" w:rsidRPr="002B3119">
        <w:t>Papa dort</w:t>
      </w:r>
      <w:r w:rsidRPr="0099306C">
        <w:t xml:space="preserve">… </w:t>
      </w:r>
      <w:r w:rsidR="002B3119" w:rsidRPr="002B3119">
        <w:t>Dodo</w:t>
      </w:r>
      <w:r w:rsidRPr="0099306C">
        <w:t xml:space="preserve">, </w:t>
      </w:r>
      <w:r w:rsidR="002B3119" w:rsidRPr="002B3119">
        <w:t>ma chérie</w:t>
      </w:r>
      <w:r w:rsidRPr="0099306C">
        <w:t xml:space="preserve">… </w:t>
      </w:r>
      <w:r w:rsidR="002B3119" w:rsidRPr="002B3119">
        <w:t>Dodo</w:t>
      </w:r>
      <w:r w:rsidRPr="0099306C">
        <w:t>…</w:t>
      </w:r>
    </w:p>
    <w:p w14:paraId="74C432C4" w14:textId="77777777" w:rsidR="00E4444A" w:rsidRPr="0099306C" w:rsidRDefault="002B3119" w:rsidP="002B3119">
      <w:r w:rsidRPr="002B3119">
        <w:t>Mais l</w:t>
      </w:r>
      <w:r w:rsidR="00E4444A" w:rsidRPr="0099306C">
        <w:t>’</w:t>
      </w:r>
      <w:r w:rsidRPr="002B3119">
        <w:t>enfant insistait encore</w:t>
      </w:r>
      <w:r w:rsidR="00E4444A" w:rsidRPr="0099306C">
        <w:t> :</w:t>
      </w:r>
    </w:p>
    <w:p w14:paraId="25DC8D9A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Papa</w:t>
      </w:r>
      <w:r w:rsidRPr="0099306C">
        <w:t xml:space="preserve">… </w:t>
      </w:r>
      <w:r w:rsidR="002B3119" w:rsidRPr="002B3119">
        <w:t>Tu es là</w:t>
      </w:r>
      <w:r w:rsidRPr="0099306C">
        <w:t xml:space="preserve"> ?… </w:t>
      </w:r>
      <w:r w:rsidR="002B3119" w:rsidRPr="002B3119">
        <w:t>Mon petit papa</w:t>
      </w:r>
      <w:r w:rsidRPr="0099306C">
        <w:t>.</w:t>
      </w:r>
    </w:p>
    <w:p w14:paraId="1931254A" w14:textId="77777777" w:rsidR="00E4444A" w:rsidRPr="0099306C" w:rsidRDefault="002B3119" w:rsidP="002B3119">
      <w:r w:rsidRPr="002B3119">
        <w:lastRenderedPageBreak/>
        <w:t>La voix se faisait câline pour mieux me persuader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attendis un moment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oreille collée à la porte</w:t>
      </w:r>
      <w:r w:rsidR="00E4444A" w:rsidRPr="0099306C">
        <w:t xml:space="preserve">. </w:t>
      </w:r>
      <w:r w:rsidRPr="002B3119">
        <w:t>Yvette rép</w:t>
      </w:r>
      <w:r w:rsidRPr="002B3119">
        <w:t>é</w:t>
      </w:r>
      <w:r w:rsidRPr="002B3119">
        <w:t>tait toujours</w:t>
      </w:r>
      <w:r w:rsidR="00E4444A" w:rsidRPr="0099306C">
        <w:t> : « </w:t>
      </w:r>
      <w:r w:rsidRPr="002B3119">
        <w:t>Papa</w:t>
      </w:r>
      <w:r w:rsidR="00E4444A" w:rsidRPr="0099306C">
        <w:t xml:space="preserve">… </w:t>
      </w:r>
      <w:r w:rsidRPr="002B3119">
        <w:t>Papa</w:t>
      </w:r>
      <w:r w:rsidR="00E4444A" w:rsidRPr="0099306C">
        <w:t>… »</w:t>
      </w:r>
      <w:r w:rsidRPr="002B3119">
        <w:t xml:space="preserve"> La crainte de manquer de tact me retenait</w:t>
      </w:r>
      <w:r w:rsidR="00E4444A" w:rsidRPr="0099306C">
        <w:t xml:space="preserve">, </w:t>
      </w:r>
      <w:r w:rsidRPr="002B3119">
        <w:t>mais bientôt je n</w:t>
      </w:r>
      <w:r w:rsidR="00E4444A" w:rsidRPr="0099306C">
        <w:t>’</w:t>
      </w:r>
      <w:r w:rsidRPr="002B3119">
        <w:t>eus plus la force de rési</w:t>
      </w:r>
      <w:r w:rsidRPr="002B3119">
        <w:t>s</w:t>
      </w:r>
      <w:r w:rsidRPr="002B3119">
        <w:t>ter davantage</w:t>
      </w:r>
      <w:r w:rsidR="00E4444A" w:rsidRPr="0099306C">
        <w:t xml:space="preserve">. </w:t>
      </w:r>
      <w:r w:rsidRPr="002B3119">
        <w:t>Peut-être qu</w:t>
      </w:r>
      <w:r w:rsidR="00E4444A" w:rsidRPr="0099306C">
        <w:t>’</w:t>
      </w:r>
      <w:r w:rsidRPr="002B3119">
        <w:t>à ce moment</w:t>
      </w:r>
      <w:r w:rsidR="00E4444A" w:rsidRPr="0099306C">
        <w:t xml:space="preserve">, </w:t>
      </w:r>
      <w:r w:rsidRPr="002B3119">
        <w:t>seule avec une étrangère</w:t>
      </w:r>
      <w:r w:rsidR="00E4444A" w:rsidRPr="0099306C">
        <w:t xml:space="preserve">, </w:t>
      </w:r>
      <w:r w:rsidRPr="002B3119">
        <w:t>Yvette se croyait abandonnée par moi</w:t>
      </w:r>
      <w:r w:rsidR="00E4444A" w:rsidRPr="0099306C">
        <w:t xml:space="preserve">. </w:t>
      </w:r>
      <w:r w:rsidRPr="002B3119">
        <w:t>Sachant que la garde ne se dévêtait pas pour la nuit</w:t>
      </w:r>
      <w:r w:rsidR="00E4444A" w:rsidRPr="0099306C">
        <w:t xml:space="preserve">, </w:t>
      </w:r>
      <w:r w:rsidRPr="002B3119">
        <w:t>sûr de ne révei</w:t>
      </w:r>
      <w:r w:rsidRPr="002B3119">
        <w:t>l</w:t>
      </w:r>
      <w:r w:rsidRPr="002B3119">
        <w:t>ler personne</w:t>
      </w:r>
      <w:r w:rsidR="00E4444A" w:rsidRPr="0099306C">
        <w:t xml:space="preserve">, </w:t>
      </w:r>
      <w:r w:rsidRPr="002B3119">
        <w:t>je passai vite un vêtement et frappai deux p</w:t>
      </w:r>
      <w:r w:rsidRPr="002B3119">
        <w:t>e</w:t>
      </w:r>
      <w:r w:rsidRPr="002B3119">
        <w:t>tits coups</w:t>
      </w:r>
      <w:r w:rsidR="00E4444A" w:rsidRPr="0099306C">
        <w:t>.</w:t>
      </w:r>
    </w:p>
    <w:p w14:paraId="0D704148" w14:textId="77777777" w:rsidR="00E4444A" w:rsidRPr="0099306C" w:rsidRDefault="002B3119" w:rsidP="002B3119">
      <w:r w:rsidRPr="002B3119">
        <w:t>Sur ce ton plus grave qu</w:t>
      </w:r>
      <w:r w:rsidR="00E4444A" w:rsidRPr="0099306C">
        <w:t>’</w:t>
      </w:r>
      <w:r w:rsidRPr="002B3119">
        <w:t>impose le voisinage de minuit</w:t>
      </w:r>
      <w:r w:rsidR="00E4444A" w:rsidRPr="0099306C">
        <w:t xml:space="preserve">, </w:t>
      </w:r>
      <w:r w:rsidRPr="002B3119">
        <w:t>une voix de femme murmura</w:t>
      </w:r>
      <w:r w:rsidR="00E4444A" w:rsidRPr="0099306C">
        <w:t> :</w:t>
      </w:r>
    </w:p>
    <w:p w14:paraId="26851FE1" w14:textId="77777777" w:rsidR="00E4444A" w:rsidRPr="0099306C" w:rsidRDefault="00E4444A" w:rsidP="002B3119">
      <w:r w:rsidRPr="0099306C">
        <w:t>— </w:t>
      </w:r>
      <w:r w:rsidR="002B3119" w:rsidRPr="002B3119">
        <w:t>Entrez</w:t>
      </w:r>
      <w:r w:rsidRPr="0099306C">
        <w:t>…</w:t>
      </w:r>
    </w:p>
    <w:p w14:paraId="5C24C178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enfant avait les yeux grands ouverts</w:t>
      </w:r>
      <w:r w:rsidR="00E4444A" w:rsidRPr="0099306C">
        <w:t xml:space="preserve">. </w:t>
      </w:r>
      <w:r w:rsidRPr="002B3119">
        <w:t>Assise auprès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la garde lui donnait de la tisane</w:t>
      </w:r>
      <w:r w:rsidR="00E4444A" w:rsidRPr="0099306C">
        <w:t>.</w:t>
      </w:r>
    </w:p>
    <w:p w14:paraId="091F046B" w14:textId="77777777" w:rsidR="00E4444A" w:rsidRPr="0099306C" w:rsidRDefault="00E4444A" w:rsidP="002B3119">
      <w:r w:rsidRPr="0099306C">
        <w:t>— </w:t>
      </w:r>
      <w:r w:rsidR="002B3119" w:rsidRPr="002B3119">
        <w:t>Yvette est un peu agitée</w:t>
      </w:r>
      <w:r w:rsidRPr="0099306C">
        <w:t xml:space="preserve">, </w:t>
      </w:r>
      <w:r w:rsidR="002B3119" w:rsidRPr="002B3119">
        <w:t>dit-elle en se relevant</w:t>
      </w:r>
      <w:r w:rsidRPr="0099306C">
        <w:t>.</w:t>
      </w:r>
    </w:p>
    <w:p w14:paraId="05F93EF6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embrassai Yvette et voulus prendre la place demeurée libre à son chevet</w:t>
      </w:r>
      <w:r w:rsidR="00E4444A" w:rsidRPr="0099306C">
        <w:t xml:space="preserve">. </w:t>
      </w:r>
      <w:r w:rsidRPr="002B3119">
        <w:t>Mais la garde ne m</w:t>
      </w:r>
      <w:r w:rsidR="00E4444A" w:rsidRPr="0099306C">
        <w:t>’</w:t>
      </w:r>
      <w:r w:rsidRPr="002B3119">
        <w:t>y laissa pas lon</w:t>
      </w:r>
      <w:r w:rsidRPr="002B3119">
        <w:t>g</w:t>
      </w:r>
      <w:r w:rsidRPr="002B3119">
        <w:t>temps</w:t>
      </w:r>
      <w:r w:rsidR="00E4444A" w:rsidRPr="0099306C">
        <w:t>.</w:t>
      </w:r>
    </w:p>
    <w:p w14:paraId="45F11EC9" w14:textId="77777777" w:rsidR="00E4444A" w:rsidRPr="0099306C" w:rsidRDefault="00E4444A" w:rsidP="002B3119">
      <w:r w:rsidRPr="0099306C">
        <w:t>— </w:t>
      </w:r>
      <w:r w:rsidR="002B3119" w:rsidRPr="002B3119">
        <w:t>Yvette doit rester tranquille</w:t>
      </w:r>
      <w:r w:rsidRPr="0099306C">
        <w:t xml:space="preserve">… </w:t>
      </w:r>
      <w:r w:rsidR="002B3119" w:rsidRPr="002B3119">
        <w:t>Pourra</w:t>
      </w:r>
      <w:r w:rsidR="004151E8">
        <w:t>-</w:t>
      </w:r>
      <w:r w:rsidR="002B3119" w:rsidRPr="002B3119">
        <w:t>t-elle dormir tant que papa sera là</w:t>
      </w:r>
      <w:r w:rsidRPr="0099306C">
        <w:t> ?</w:t>
      </w:r>
    </w:p>
    <w:p w14:paraId="4E36E06E" w14:textId="77777777" w:rsidR="00E4444A" w:rsidRPr="0099306C" w:rsidRDefault="002B3119" w:rsidP="002B3119">
      <w:r w:rsidRPr="002B3119">
        <w:t>Et je réintégrai ma chambre</w:t>
      </w:r>
      <w:r w:rsidR="00E4444A" w:rsidRPr="0099306C">
        <w:t xml:space="preserve">. </w:t>
      </w:r>
      <w:r w:rsidRPr="002B3119">
        <w:t>Tout bruit s</w:t>
      </w:r>
      <w:r w:rsidR="00E4444A" w:rsidRPr="0099306C">
        <w:t>’</w:t>
      </w:r>
      <w:r w:rsidRPr="002B3119">
        <w:t>éteignit de nouveau</w:t>
      </w:r>
      <w:r w:rsidR="00E4444A" w:rsidRPr="0099306C">
        <w:t xml:space="preserve">. </w:t>
      </w:r>
      <w:r w:rsidRPr="002B3119">
        <w:t>La raie de la porte était toujours là</w:t>
      </w:r>
      <w:r w:rsidR="00E4444A" w:rsidRPr="0099306C">
        <w:t>.</w:t>
      </w:r>
    </w:p>
    <w:p w14:paraId="2A4CCCE1" w14:textId="77777777" w:rsidR="002B3119" w:rsidRPr="002B3119" w:rsidRDefault="002B3119" w:rsidP="002B3119"/>
    <w:p w14:paraId="5F5CA34F" w14:textId="77777777" w:rsidR="00E4444A" w:rsidRPr="0099306C" w:rsidRDefault="002B3119" w:rsidP="002B3119">
      <w:r w:rsidRPr="002B3119">
        <w:t>Le lendemain avant de sortir j</w:t>
      </w:r>
      <w:r w:rsidR="00E4444A" w:rsidRPr="0099306C">
        <w:t>’</w:t>
      </w:r>
      <w:r w:rsidRPr="002B3119">
        <w:t>allai prendre des no</w:t>
      </w:r>
      <w:r w:rsidRPr="002B3119">
        <w:t>u</w:t>
      </w:r>
      <w:r w:rsidRPr="002B3119">
        <w:t>velles de la nuit</w:t>
      </w:r>
      <w:r w:rsidR="00E4444A" w:rsidRPr="0099306C">
        <w:t xml:space="preserve">. </w:t>
      </w:r>
      <w:r w:rsidRPr="002B3119">
        <w:t>La chambre était déjà faite</w:t>
      </w:r>
      <w:r w:rsidR="00E4444A" w:rsidRPr="0099306C">
        <w:t xml:space="preserve">. </w:t>
      </w:r>
      <w:r w:rsidRPr="002B3119">
        <w:t>La garde avait tout arrangé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était mise en état de me recevoir</w:t>
      </w:r>
      <w:r w:rsidR="00E4444A" w:rsidRPr="0099306C">
        <w:t xml:space="preserve">, </w:t>
      </w:r>
      <w:r w:rsidRPr="002B3119">
        <w:t>avait fait la toilette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La nuit</w:t>
      </w:r>
      <w:r w:rsidR="00E4444A" w:rsidRPr="0099306C">
        <w:t xml:space="preserve">, </w:t>
      </w:r>
      <w:r w:rsidRPr="002B3119">
        <w:t>en somme</w:t>
      </w:r>
      <w:r w:rsidR="00E4444A" w:rsidRPr="0099306C">
        <w:t xml:space="preserve">, </w:t>
      </w:r>
      <w:r w:rsidRPr="002B3119">
        <w:t>ne s</w:t>
      </w:r>
      <w:r w:rsidR="00E4444A" w:rsidRPr="0099306C">
        <w:t>’</w:t>
      </w:r>
      <w:r w:rsidRPr="002B3119">
        <w:t>était pas trop mal passée</w:t>
      </w:r>
      <w:r w:rsidR="00E4444A" w:rsidRPr="0099306C">
        <w:t xml:space="preserve">. </w:t>
      </w:r>
      <w:r w:rsidRPr="002B3119">
        <w:t>La fièvre était tombée</w:t>
      </w:r>
      <w:r w:rsidR="00E4444A" w:rsidRPr="0099306C">
        <w:t xml:space="preserve">. </w:t>
      </w:r>
      <w:r w:rsidRPr="002B3119">
        <w:t>La petite malade n</w:t>
      </w:r>
      <w:r w:rsidR="00E4444A" w:rsidRPr="0099306C">
        <w:t>’</w:t>
      </w:r>
      <w:r w:rsidRPr="002B3119">
        <w:t>avait pas très mauvaise mine</w:t>
      </w:r>
      <w:r w:rsidR="00E4444A" w:rsidRPr="0099306C">
        <w:t>.</w:t>
      </w:r>
    </w:p>
    <w:p w14:paraId="7FF20A27" w14:textId="76B56BF2" w:rsidR="00E4444A" w:rsidRPr="0099306C" w:rsidRDefault="002B3119" w:rsidP="002B3119">
      <w:r w:rsidRPr="002B3119">
        <w:lastRenderedPageBreak/>
        <w:t>Les deux compagnes étaient devenues amies</w:t>
      </w:r>
      <w:r w:rsidR="00E4444A" w:rsidRPr="0099306C">
        <w:t xml:space="preserve">. </w:t>
      </w:r>
      <w:r w:rsidRPr="002B3119">
        <w:t xml:space="preserve">Yvette parlait familièrement </w:t>
      </w:r>
      <w:r w:rsidR="00052820" w:rsidRPr="002B3119">
        <w:t>d</w:t>
      </w:r>
      <w:r w:rsidR="00052820" w:rsidRPr="0099306C">
        <w:t>’</w:t>
      </w:r>
      <w:r w:rsidR="00052820">
        <w:t>É</w:t>
      </w:r>
      <w:r w:rsidR="00052820" w:rsidRPr="002B3119">
        <w:t>dith</w:t>
      </w:r>
      <w:r w:rsidR="00E4444A" w:rsidRPr="0099306C">
        <w:t>.</w:t>
      </w:r>
    </w:p>
    <w:p w14:paraId="037C6F0F" w14:textId="77777777" w:rsidR="00E4444A" w:rsidRPr="0099306C" w:rsidRDefault="002B3119" w:rsidP="002B3119">
      <w:r w:rsidRPr="002B3119">
        <w:t>Sur une table étaient des graphiques</w:t>
      </w:r>
      <w:r w:rsidR="00E4444A" w:rsidRPr="0099306C">
        <w:t xml:space="preserve">, </w:t>
      </w:r>
      <w:r w:rsidRPr="002B3119">
        <w:t>où devaient s</w:t>
      </w:r>
      <w:r w:rsidR="00E4444A" w:rsidRPr="0099306C">
        <w:t>’</w:t>
      </w:r>
      <w:r w:rsidRPr="002B3119">
        <w:t>inscrire des courbes donnant les températures et le nombre des pulsations</w:t>
      </w:r>
      <w:r w:rsidR="00E4444A" w:rsidRPr="0099306C">
        <w:t xml:space="preserve">. </w:t>
      </w:r>
      <w:r w:rsidRPr="002B3119">
        <w:t>La garde retira des draps un thermomètre</w:t>
      </w:r>
      <w:r w:rsidR="00D238CD" w:rsidRPr="0099306C">
        <w:t>,</w:t>
      </w:r>
      <w:r w:rsidR="00E4444A" w:rsidRPr="0099306C">
        <w:t xml:space="preserve"> </w:t>
      </w:r>
      <w:r w:rsidRPr="002B3119">
        <w:t>puis se mit en devoir de tâter le pouls</w:t>
      </w:r>
      <w:r w:rsidR="00E4444A" w:rsidRPr="0099306C">
        <w:t>.</w:t>
      </w:r>
    </w:p>
    <w:p w14:paraId="57BD53B6" w14:textId="3A4920C7" w:rsidR="00E4444A" w:rsidRPr="0099306C" w:rsidRDefault="00D238CD" w:rsidP="002B3119">
      <w:r w:rsidRPr="0099306C">
        <w:t>À</w:t>
      </w:r>
      <w:r w:rsidR="002B3119" w:rsidRPr="002B3119">
        <w:t xml:space="preserve"> midi</w:t>
      </w:r>
      <w:r w:rsidR="00E4444A" w:rsidRPr="0099306C">
        <w:t xml:space="preserve">, </w:t>
      </w:r>
      <w:r w:rsidR="002B3119" w:rsidRPr="002B3119">
        <w:t xml:space="preserve">nous déjeunâmes </w:t>
      </w:r>
      <w:r w:rsidR="00E4444A" w:rsidRPr="0099306C">
        <w:t>M</w:t>
      </w:r>
      <w:r w:rsidR="00E4444A" w:rsidRPr="0099306C">
        <w:rPr>
          <w:vertAlign w:val="superscript"/>
        </w:rPr>
        <w:t>lle</w:t>
      </w:r>
      <w:r w:rsidR="00E4444A" w:rsidRPr="0099306C">
        <w:t> </w:t>
      </w:r>
      <w:r w:rsidR="00052820" w:rsidRPr="002B3119">
        <w:t>Édith</w:t>
      </w:r>
      <w:r w:rsidR="002B3119" w:rsidRPr="002B3119">
        <w:t xml:space="preserve"> et moi</w:t>
      </w:r>
      <w:r w:rsidR="00E4444A" w:rsidRPr="0099306C">
        <w:t xml:space="preserve">. </w:t>
      </w:r>
      <w:r w:rsidR="002B3119" w:rsidRPr="002B3119">
        <w:t>Encore une nouvelle</w:t>
      </w:r>
      <w:r w:rsidRPr="0099306C">
        <w:t xml:space="preserve"> </w:t>
      </w:r>
      <w:r w:rsidR="002B3119" w:rsidRPr="002B3119">
        <w:t>existence qui s</w:t>
      </w:r>
      <w:r w:rsidR="00E4444A" w:rsidRPr="0099306C">
        <w:t>’</w:t>
      </w:r>
      <w:r w:rsidR="002B3119" w:rsidRPr="002B3119">
        <w:t>engageait</w:t>
      </w:r>
      <w:r w:rsidR="00E4444A" w:rsidRPr="0099306C">
        <w:t xml:space="preserve">. </w:t>
      </w:r>
      <w:r w:rsidR="002B3119" w:rsidRPr="002B3119">
        <w:t>Quelque temps</w:t>
      </w:r>
      <w:r w:rsidR="00E4444A" w:rsidRPr="0099306C">
        <w:t xml:space="preserve">, </w:t>
      </w:r>
      <w:r w:rsidR="002B3119" w:rsidRPr="002B3119">
        <w:t>nous nous retrouverions à la même table</w:t>
      </w:r>
      <w:r w:rsidR="00E4444A" w:rsidRPr="0099306C">
        <w:t xml:space="preserve">, </w:t>
      </w:r>
      <w:r w:rsidR="002B3119" w:rsidRPr="002B3119">
        <w:t>nous dormirions sous le même toit</w:t>
      </w:r>
      <w:r w:rsidR="00E4444A" w:rsidRPr="0099306C">
        <w:t xml:space="preserve">. </w:t>
      </w:r>
      <w:r w:rsidR="002B3119" w:rsidRPr="002B3119">
        <w:t>Nos vies se poursuivraient</w:t>
      </w:r>
      <w:r w:rsidR="00E4444A" w:rsidRPr="0099306C">
        <w:t xml:space="preserve">, </w:t>
      </w:r>
      <w:r w:rsidR="002B3119" w:rsidRPr="002B3119">
        <w:t>parallèles</w:t>
      </w:r>
      <w:r w:rsidR="00E4444A" w:rsidRPr="0099306C">
        <w:t xml:space="preserve">. </w:t>
      </w:r>
      <w:r w:rsidR="002B3119" w:rsidRPr="002B3119">
        <w:t>Puis</w:t>
      </w:r>
      <w:r w:rsidR="00E4444A" w:rsidRPr="0099306C">
        <w:t xml:space="preserve">, </w:t>
      </w:r>
      <w:r w:rsidR="002B3119" w:rsidRPr="002B3119">
        <w:t>Yvette guérie</w:t>
      </w:r>
      <w:r w:rsidR="00E4444A" w:rsidRPr="0099306C">
        <w:t xml:space="preserve">, </w:t>
      </w:r>
      <w:r w:rsidR="002B3119" w:rsidRPr="002B3119">
        <w:t>l</w:t>
      </w:r>
      <w:r w:rsidR="00E4444A" w:rsidRPr="0099306C">
        <w:t>’</w:t>
      </w:r>
      <w:r w:rsidR="002B3119" w:rsidRPr="002B3119">
        <w:t>inconnue d</w:t>
      </w:r>
      <w:r w:rsidR="00E4444A" w:rsidRPr="0099306C">
        <w:t>’</w:t>
      </w:r>
      <w:r w:rsidR="002B3119" w:rsidRPr="002B3119">
        <w:t>hier reprendrait sa route</w:t>
      </w:r>
      <w:r w:rsidR="00E4444A" w:rsidRPr="0099306C">
        <w:t xml:space="preserve">. </w:t>
      </w:r>
      <w:r w:rsidR="002B3119" w:rsidRPr="002B3119">
        <w:t>Yvette</w:t>
      </w:r>
      <w:r w:rsidR="00E4444A" w:rsidRPr="0099306C">
        <w:t xml:space="preserve">, </w:t>
      </w:r>
      <w:r w:rsidR="002B3119" w:rsidRPr="002B3119">
        <w:t>pendant quelques années</w:t>
      </w:r>
      <w:r w:rsidR="00E4444A" w:rsidRPr="0099306C">
        <w:t xml:space="preserve">, </w:t>
      </w:r>
      <w:r w:rsidR="002B3119" w:rsidRPr="002B3119">
        <w:t>écrirait à celle qui lui avait donné ses soins</w:t>
      </w:r>
      <w:r w:rsidR="00E4444A" w:rsidRPr="0099306C">
        <w:t xml:space="preserve">. </w:t>
      </w:r>
      <w:r w:rsidR="002B3119" w:rsidRPr="002B3119">
        <w:t>Puis les lettres se feraient plus rares</w:t>
      </w:r>
      <w:r w:rsidR="00E4444A" w:rsidRPr="0099306C">
        <w:t xml:space="preserve">. </w:t>
      </w:r>
      <w:r w:rsidR="002B3119" w:rsidRPr="002B3119">
        <w:t>Plus que des cartes postales dont l</w:t>
      </w:r>
      <w:r w:rsidR="00E4444A" w:rsidRPr="0099306C">
        <w:t>’</w:t>
      </w:r>
      <w:r w:rsidR="002B3119" w:rsidRPr="002B3119">
        <w:t>échange finirait par s</w:t>
      </w:r>
      <w:r w:rsidR="00E4444A" w:rsidRPr="0099306C">
        <w:t>’</w:t>
      </w:r>
      <w:r w:rsidR="002B3119" w:rsidRPr="002B3119">
        <w:t>arrêter</w:t>
      </w:r>
      <w:r w:rsidR="00E4444A" w:rsidRPr="0099306C">
        <w:t xml:space="preserve">. </w:t>
      </w:r>
      <w:r w:rsidR="002B3119" w:rsidRPr="002B3119">
        <w:t>La buée de l</w:t>
      </w:r>
      <w:r w:rsidR="00E4444A" w:rsidRPr="0099306C">
        <w:t>’</w:t>
      </w:r>
      <w:r w:rsidR="002B3119" w:rsidRPr="002B3119">
        <w:t>inévitable oubli commencerait à monter entre nous</w:t>
      </w:r>
      <w:r w:rsidR="00E4444A" w:rsidRPr="0099306C">
        <w:t>.</w:t>
      </w:r>
    </w:p>
    <w:p w14:paraId="15414EFA" w14:textId="18F6E38B" w:rsidR="00E4444A" w:rsidRPr="0099306C" w:rsidRDefault="002B3119" w:rsidP="002B3119">
      <w:r w:rsidRPr="002B3119">
        <w:t>D</w:t>
      </w:r>
      <w:r w:rsidR="00E4444A" w:rsidRPr="0099306C">
        <w:t>’</w:t>
      </w:r>
      <w:r w:rsidRPr="002B3119">
        <w:t>allure modeste</w:t>
      </w:r>
      <w:r w:rsidR="00E4444A" w:rsidRPr="0099306C">
        <w:t xml:space="preserve">, </w:t>
      </w:r>
      <w:r w:rsidRPr="002B3119">
        <w:t>mais dotée d</w:t>
      </w:r>
      <w:r w:rsidR="00E4444A" w:rsidRPr="0099306C">
        <w:t>’</w:t>
      </w:r>
      <w:r w:rsidRPr="002B3119">
        <w:t>une naturelle élégance</w:t>
      </w:r>
      <w:r w:rsidR="00E4444A" w:rsidRPr="0099306C">
        <w:t xml:space="preserve">, </w:t>
      </w:r>
      <w:r w:rsidRPr="002B3119">
        <w:t>avec cette assurance réservée que donne aux femmes l</w:t>
      </w:r>
      <w:r w:rsidR="00E4444A" w:rsidRPr="0099306C">
        <w:t>’</w:t>
      </w:r>
      <w:r w:rsidRPr="002B3119">
        <w:t>obligation de se guider seules dans le monde</w:t>
      </w:r>
      <w:r w:rsidR="00E4444A" w:rsidRPr="0099306C">
        <w:t xml:space="preserve">, </w:t>
      </w:r>
      <w:r w:rsidR="00052820" w:rsidRPr="002B3119">
        <w:t>Édith</w:t>
      </w:r>
      <w:r w:rsidRPr="002B3119">
        <w:t xml:space="preserve"> tout de suite me plut</w:t>
      </w:r>
      <w:r w:rsidR="00E4444A" w:rsidRPr="0099306C">
        <w:t xml:space="preserve">. </w:t>
      </w:r>
      <w:r w:rsidRPr="002B3119">
        <w:t>Un mot dit par hasard</w:t>
      </w:r>
      <w:r w:rsidR="00E4444A" w:rsidRPr="0099306C">
        <w:t xml:space="preserve">, </w:t>
      </w:r>
      <w:r w:rsidRPr="002B3119">
        <w:t>une confidence livrée sans intention</w:t>
      </w:r>
      <w:r w:rsidR="00E4444A" w:rsidRPr="0099306C">
        <w:t xml:space="preserve">, </w:t>
      </w:r>
      <w:r w:rsidRPr="002B3119">
        <w:t>me révélèrent par degrés son histoire</w:t>
      </w:r>
      <w:r w:rsidR="00E4444A" w:rsidRPr="0099306C">
        <w:t xml:space="preserve">. </w:t>
      </w:r>
      <w:r w:rsidRPr="002B3119">
        <w:t>Orph</w:t>
      </w:r>
      <w:r w:rsidRPr="002B3119">
        <w:t>e</w:t>
      </w:r>
      <w:r w:rsidRPr="002B3119">
        <w:t>line de mère</w:t>
      </w:r>
      <w:r w:rsidR="00E4444A" w:rsidRPr="0099306C">
        <w:t xml:space="preserve">, </w:t>
      </w:r>
      <w:r w:rsidRPr="002B3119">
        <w:t>elle avait élevé de jeunes s</w:t>
      </w:r>
      <w:r w:rsidR="00E4444A" w:rsidRPr="0099306C">
        <w:t>œ</w:t>
      </w:r>
      <w:r w:rsidRPr="002B3119">
        <w:t>urs</w:t>
      </w:r>
      <w:r w:rsidR="00E4444A" w:rsidRPr="0099306C">
        <w:t xml:space="preserve">, </w:t>
      </w:r>
      <w:r w:rsidRPr="002B3119">
        <w:t>des frères c</w:t>
      </w:r>
      <w:r w:rsidRPr="002B3119">
        <w:t>a</w:t>
      </w:r>
      <w:r w:rsidRPr="002B3119">
        <w:t>dets</w:t>
      </w:r>
      <w:r w:rsidR="00E4444A" w:rsidRPr="0099306C">
        <w:t xml:space="preserve">. </w:t>
      </w:r>
      <w:r w:rsidRPr="002B3119">
        <w:t>Puis le père était mort</w:t>
      </w:r>
      <w:r w:rsidR="00E4444A" w:rsidRPr="0099306C">
        <w:t xml:space="preserve">, </w:t>
      </w:r>
      <w:r w:rsidRPr="002B3119">
        <w:t>les enfants s</w:t>
      </w:r>
      <w:r w:rsidR="00E4444A" w:rsidRPr="0099306C">
        <w:t>’</w:t>
      </w:r>
      <w:r w:rsidRPr="002B3119">
        <w:t>étaient mariés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aînée</w:t>
      </w:r>
      <w:r w:rsidR="00E4444A" w:rsidRPr="0099306C">
        <w:t xml:space="preserve">, </w:t>
      </w:r>
      <w:r w:rsidRPr="002B3119">
        <w:t>restée pour compte</w:t>
      </w:r>
      <w:r w:rsidR="00E4444A" w:rsidRPr="0099306C">
        <w:t xml:space="preserve">, </w:t>
      </w:r>
      <w:r w:rsidRPr="002B3119">
        <w:t>marchait sur la trentaine</w:t>
      </w:r>
      <w:r w:rsidR="00E4444A" w:rsidRPr="0099306C">
        <w:t xml:space="preserve">. </w:t>
      </w:r>
      <w:r w:rsidRPr="002B3119">
        <w:t>Plus très jeune</w:t>
      </w:r>
      <w:r w:rsidR="00E4444A" w:rsidRPr="0099306C">
        <w:t xml:space="preserve">, </w:t>
      </w:r>
      <w:r w:rsidRPr="002B3119">
        <w:t>sans grande fortune</w:t>
      </w:r>
      <w:r w:rsidR="00E4444A" w:rsidRPr="0099306C">
        <w:t xml:space="preserve">, </w:t>
      </w:r>
      <w:r w:rsidRPr="002B3119">
        <w:t>trop fière pour se mésallier</w:t>
      </w:r>
      <w:r w:rsidR="00E4444A" w:rsidRPr="0099306C">
        <w:t xml:space="preserve">, </w:t>
      </w:r>
      <w:r w:rsidRPr="002B3119">
        <w:t>elle voulut donner un but à son existence</w:t>
      </w:r>
      <w:r w:rsidR="00E4444A" w:rsidRPr="0099306C">
        <w:t xml:space="preserve">. </w:t>
      </w:r>
      <w:r w:rsidRPr="002B3119">
        <w:t>Catholique</w:t>
      </w:r>
      <w:r w:rsidR="00E4444A" w:rsidRPr="0099306C">
        <w:t xml:space="preserve">, </w:t>
      </w:r>
      <w:r w:rsidRPr="002B3119">
        <w:t>elle aurait pu se faire religieuse</w:t>
      </w:r>
      <w:r w:rsidR="00E4444A" w:rsidRPr="0099306C">
        <w:t xml:space="preserve">. </w:t>
      </w:r>
      <w:r w:rsidRPr="002B3119">
        <w:t>Protestante</w:t>
      </w:r>
      <w:r w:rsidR="00E4444A" w:rsidRPr="0099306C">
        <w:t xml:space="preserve">, </w:t>
      </w:r>
      <w:r w:rsidRPr="002B3119">
        <w:t>elle fit des études</w:t>
      </w:r>
      <w:r w:rsidR="00E4444A" w:rsidRPr="0099306C">
        <w:t xml:space="preserve">, </w:t>
      </w:r>
      <w:r w:rsidRPr="002B3119">
        <w:t>se fit infirmière</w:t>
      </w:r>
      <w:r w:rsidR="00E4444A" w:rsidRPr="0099306C">
        <w:t xml:space="preserve">, </w:t>
      </w:r>
      <w:r w:rsidRPr="002B3119">
        <w:t>presque diaconesse</w:t>
      </w:r>
      <w:r w:rsidR="00E4444A" w:rsidRPr="0099306C">
        <w:t xml:space="preserve">, </w:t>
      </w:r>
      <w:r w:rsidRPr="002B3119">
        <w:t>entra dans une maison de santé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amour</w:t>
      </w:r>
      <w:r w:rsidR="00E4444A" w:rsidRPr="0099306C">
        <w:t xml:space="preserve">, </w:t>
      </w:r>
      <w:r w:rsidRPr="002B3119">
        <w:t>après tout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est pas l</w:t>
      </w:r>
      <w:r w:rsidR="00E4444A" w:rsidRPr="0099306C">
        <w:t>’</w:t>
      </w:r>
      <w:r w:rsidRPr="002B3119">
        <w:t>unique but de la vie</w:t>
      </w:r>
      <w:r w:rsidR="00E4444A" w:rsidRPr="0099306C">
        <w:t xml:space="preserve">. </w:t>
      </w:r>
      <w:r w:rsidRPr="002B3119">
        <w:t>Froide au premier abord</w:t>
      </w:r>
      <w:r w:rsidR="00E4444A" w:rsidRPr="0099306C">
        <w:t xml:space="preserve">, </w:t>
      </w:r>
      <w:r w:rsidRPr="002B3119">
        <w:t>elle avait cette correction qui ordonne le respect</w:t>
      </w:r>
      <w:r w:rsidR="00E4444A" w:rsidRPr="0099306C">
        <w:t xml:space="preserve">. </w:t>
      </w:r>
      <w:r w:rsidRPr="002B3119">
        <w:t>Mais quelles luttes avait-il dû falloir pour en arriver là</w:t>
      </w:r>
      <w:r w:rsidR="00E4444A" w:rsidRPr="0099306C">
        <w:t xml:space="preserve"> ! </w:t>
      </w:r>
      <w:r w:rsidRPr="002B3119">
        <w:t>De quelles tendresses comprimées cette ma</w:t>
      </w:r>
      <w:r w:rsidRPr="002B3119">
        <w:t>î</w:t>
      </w:r>
      <w:r w:rsidRPr="002B3119">
        <w:t xml:space="preserve">trise de soi </w:t>
      </w:r>
      <w:r w:rsidRPr="002B3119">
        <w:lastRenderedPageBreak/>
        <w:t>n</w:t>
      </w:r>
      <w:r w:rsidR="00E4444A" w:rsidRPr="0099306C">
        <w:t>’</w:t>
      </w:r>
      <w:r w:rsidRPr="002B3119">
        <w:t>était-elle pas faite</w:t>
      </w:r>
      <w:r w:rsidR="00E4444A" w:rsidRPr="0099306C">
        <w:t xml:space="preserve"> ! </w:t>
      </w:r>
      <w:r w:rsidRPr="002B3119">
        <w:t>Un geste involontaire</w:t>
      </w:r>
      <w:r w:rsidR="00E4444A" w:rsidRPr="0099306C">
        <w:t xml:space="preserve">, </w:t>
      </w:r>
      <w:r w:rsidRPr="002B3119">
        <w:t>une phrase sans arrière-pensée disaient toute la richesse de cette âme</w:t>
      </w:r>
      <w:r w:rsidR="00E4444A" w:rsidRPr="0099306C">
        <w:t xml:space="preserve">, </w:t>
      </w:r>
      <w:r w:rsidRPr="002B3119">
        <w:t>toute l</w:t>
      </w:r>
      <w:r w:rsidR="00E4444A" w:rsidRPr="0099306C">
        <w:t>’</w:t>
      </w:r>
      <w:r w:rsidRPr="002B3119">
        <w:t>humaine faiblesse de cette vierge forte</w:t>
      </w:r>
      <w:r w:rsidR="00E4444A" w:rsidRPr="0099306C">
        <w:t xml:space="preserve">. </w:t>
      </w:r>
      <w:r w:rsidRPr="002B3119">
        <w:t>Parfois</w:t>
      </w:r>
      <w:r w:rsidR="00E4444A" w:rsidRPr="0099306C">
        <w:t xml:space="preserve">, </w:t>
      </w:r>
      <w:r w:rsidRPr="002B3119">
        <w:t>quand il était question de ses jeunes frères</w:t>
      </w:r>
      <w:r w:rsidR="00E4444A" w:rsidRPr="0099306C">
        <w:t xml:space="preserve">, </w:t>
      </w:r>
      <w:r w:rsidRPr="002B3119">
        <w:t>une larme hés</w:t>
      </w:r>
      <w:r w:rsidRPr="002B3119">
        <w:t>i</w:t>
      </w:r>
      <w:r w:rsidRPr="002B3119">
        <w:t>tait au bord des cils</w:t>
      </w:r>
      <w:r w:rsidR="00E4444A" w:rsidRPr="0099306C">
        <w:t xml:space="preserve">, </w:t>
      </w:r>
      <w:r w:rsidRPr="002B3119">
        <w:t xml:space="preserve">décelait toute la sensibilité de ce </w:t>
      </w:r>
      <w:r w:rsidR="00C4629E">
        <w:t xml:space="preserve">cœur </w:t>
      </w:r>
      <w:r w:rsidRPr="002B3119">
        <w:t>qui s</w:t>
      </w:r>
      <w:r w:rsidR="00E4444A" w:rsidRPr="0099306C">
        <w:t>’</w:t>
      </w:r>
      <w:r w:rsidRPr="002B3119">
        <w:t>interdisait les émotions</w:t>
      </w:r>
      <w:r w:rsidR="00E4444A" w:rsidRPr="0099306C">
        <w:t xml:space="preserve">. </w:t>
      </w:r>
      <w:r w:rsidRPr="002B3119">
        <w:t>Mais la paix intérieure était venue</w:t>
      </w:r>
      <w:r w:rsidR="00E4444A" w:rsidRPr="0099306C">
        <w:t xml:space="preserve">. </w:t>
      </w:r>
      <w:r w:rsidR="00052820" w:rsidRPr="002B3119">
        <w:t>Édith</w:t>
      </w:r>
      <w:r w:rsidRPr="002B3119">
        <w:t xml:space="preserve"> connaissait la joie de se consacrer à des êtres</w:t>
      </w:r>
      <w:r w:rsidR="00E4444A" w:rsidRPr="0099306C">
        <w:t xml:space="preserve">. </w:t>
      </w:r>
      <w:r w:rsidRPr="002B3119">
        <w:t>Une douce lumière habitait son regard</w:t>
      </w:r>
      <w:r w:rsidR="00E4444A" w:rsidRPr="0099306C">
        <w:t>.</w:t>
      </w:r>
    </w:p>
    <w:p w14:paraId="057F88D7" w14:textId="77777777" w:rsidR="00E4444A" w:rsidRPr="003F26DC" w:rsidRDefault="002B3119" w:rsidP="002B3119">
      <w:r w:rsidRPr="003F26DC">
        <w:t>Nous causions pendant les repas</w:t>
      </w:r>
      <w:r w:rsidR="00E4444A" w:rsidRPr="003F26DC">
        <w:t xml:space="preserve">. </w:t>
      </w:r>
      <w:r w:rsidRPr="003F26DC">
        <w:t>Son rôle de garde-malade justifiait seul nos tête-à-tête</w:t>
      </w:r>
      <w:r w:rsidR="00E4444A" w:rsidRPr="003F26DC">
        <w:t xml:space="preserve">. </w:t>
      </w:r>
      <w:r w:rsidRPr="003F26DC">
        <w:t>Elle ne laissait pas d</w:t>
      </w:r>
      <w:r w:rsidRPr="003F26DC">
        <w:t>é</w:t>
      </w:r>
      <w:r w:rsidRPr="003F26DC">
        <w:t>vier l</w:t>
      </w:r>
      <w:r w:rsidR="00E4444A" w:rsidRPr="003F26DC">
        <w:t>’</w:t>
      </w:r>
      <w:r w:rsidRPr="003F26DC">
        <w:t>entretien</w:t>
      </w:r>
      <w:r w:rsidR="00E4444A" w:rsidRPr="003F26DC">
        <w:t>.</w:t>
      </w:r>
    </w:p>
    <w:p w14:paraId="08B1668B" w14:textId="77777777" w:rsidR="00E4444A" w:rsidRPr="0099306C" w:rsidRDefault="00E4444A" w:rsidP="002B3119">
      <w:r w:rsidRPr="0099306C">
        <w:t>— </w:t>
      </w:r>
      <w:r w:rsidR="002B3119" w:rsidRPr="002B3119">
        <w:t>Alors</w:t>
      </w:r>
      <w:r w:rsidRPr="0099306C">
        <w:t xml:space="preserve">, </w:t>
      </w:r>
      <w:r w:rsidR="002B3119" w:rsidRPr="002B3119">
        <w:t>votre impression sur Yvette</w:t>
      </w:r>
      <w:r w:rsidRPr="0099306C">
        <w:t> ?</w:t>
      </w:r>
    </w:p>
    <w:p w14:paraId="18B78C16" w14:textId="77777777" w:rsidR="00E4444A" w:rsidRPr="0099306C" w:rsidRDefault="00E4444A" w:rsidP="002B3119">
      <w:r w:rsidRPr="0099306C">
        <w:t>— </w:t>
      </w:r>
      <w:r w:rsidR="002B3119" w:rsidRPr="002B3119">
        <w:t>Pas mauvaise</w:t>
      </w:r>
      <w:r w:rsidRPr="0099306C">
        <w:t xml:space="preserve">… </w:t>
      </w:r>
      <w:r w:rsidR="002B3119" w:rsidRPr="002B3119">
        <w:t>Pas mauvaise assurément</w:t>
      </w:r>
      <w:r w:rsidRPr="0099306C">
        <w:t xml:space="preserve">… </w:t>
      </w:r>
      <w:r w:rsidR="002B3119" w:rsidRPr="002B3119">
        <w:t>Elle a</w:t>
      </w:r>
      <w:r w:rsidR="002B3119" w:rsidRPr="002B3119">
        <w:t>u</w:t>
      </w:r>
      <w:r w:rsidR="002B3119" w:rsidRPr="002B3119">
        <w:t>ra de la fièvre</w:t>
      </w:r>
      <w:r w:rsidRPr="0099306C">
        <w:t xml:space="preserve">… </w:t>
      </w:r>
      <w:r w:rsidR="002B3119" w:rsidRPr="002B3119">
        <w:t>Les enfants ont des hausses extraordinaires de température</w:t>
      </w:r>
      <w:r w:rsidRPr="0099306C">
        <w:t xml:space="preserve">… </w:t>
      </w:r>
      <w:r w:rsidR="002B3119" w:rsidRPr="002B3119">
        <w:t>Mais le pouls est bon</w:t>
      </w:r>
      <w:r w:rsidRPr="0099306C">
        <w:t xml:space="preserve">… </w:t>
      </w:r>
      <w:r w:rsidR="002B3119" w:rsidRPr="002B3119">
        <w:t>Ne nous alarmons pas</w:t>
      </w:r>
      <w:r w:rsidRPr="0099306C">
        <w:t>.</w:t>
      </w:r>
    </w:p>
    <w:p w14:paraId="5485D433" w14:textId="1C7AAD0C" w:rsidR="00E4444A" w:rsidRPr="0099306C" w:rsidRDefault="003F26DC" w:rsidP="002B3119">
      <w:r w:rsidRPr="002B3119">
        <w:t>Édith</w:t>
      </w:r>
      <w:r w:rsidR="00E4444A" w:rsidRPr="0099306C">
        <w:t xml:space="preserve">, </w:t>
      </w:r>
      <w:r w:rsidR="002B3119" w:rsidRPr="002B3119">
        <w:t>qui ne dormait guère de toute la nuit</w:t>
      </w:r>
      <w:r w:rsidR="00E4444A" w:rsidRPr="0099306C">
        <w:t xml:space="preserve">, </w:t>
      </w:r>
      <w:r w:rsidR="002B3119" w:rsidRPr="002B3119">
        <w:t>se reposait quelques heures dans sa chambre après déjeuner</w:t>
      </w:r>
      <w:r w:rsidR="00E4444A" w:rsidRPr="0099306C">
        <w:t xml:space="preserve">. </w:t>
      </w:r>
      <w:r w:rsidR="002B3119" w:rsidRPr="002B3119">
        <w:t>Ayant o</w:t>
      </w:r>
      <w:r w:rsidR="002B3119" w:rsidRPr="002B3119">
        <w:t>b</w:t>
      </w:r>
      <w:r w:rsidR="002B3119" w:rsidRPr="002B3119">
        <w:t>tenu de n</w:t>
      </w:r>
      <w:r w:rsidR="00E4444A" w:rsidRPr="0099306C">
        <w:t>’</w:t>
      </w:r>
      <w:r w:rsidR="002B3119" w:rsidRPr="002B3119">
        <w:t>avoir classe que le matin</w:t>
      </w:r>
      <w:r w:rsidR="00E4444A" w:rsidRPr="0099306C">
        <w:t xml:space="preserve">, </w:t>
      </w:r>
      <w:r w:rsidR="002B3119" w:rsidRPr="002B3119">
        <w:t>je passais mes après-midi près d</w:t>
      </w:r>
      <w:r w:rsidR="00E4444A" w:rsidRPr="0099306C">
        <w:t>’</w:t>
      </w:r>
      <w:r w:rsidR="002B3119" w:rsidRPr="002B3119">
        <w:t>Yvette</w:t>
      </w:r>
      <w:r w:rsidR="00E4444A" w:rsidRPr="0099306C">
        <w:t>.</w:t>
      </w:r>
    </w:p>
    <w:p w14:paraId="2D2A88D0" w14:textId="77777777" w:rsidR="00E4444A" w:rsidRPr="0099306C" w:rsidRDefault="002B3119" w:rsidP="002B3119">
      <w:r w:rsidRPr="002B3119">
        <w:t>Et nous jouions ensemble</w:t>
      </w:r>
      <w:r w:rsidR="00E4444A" w:rsidRPr="0099306C">
        <w:t xml:space="preserve">, </w:t>
      </w:r>
      <w:r w:rsidRPr="002B3119">
        <w:t>combinant la robe d</w:t>
      </w:r>
      <w:r w:rsidR="00E4444A" w:rsidRPr="0099306C">
        <w:t>’</w:t>
      </w:r>
      <w:r w:rsidRPr="002B3119">
        <w:t>une poupée ou remuant les cubes d</w:t>
      </w:r>
      <w:r w:rsidR="00E4444A" w:rsidRPr="0099306C">
        <w:t>’</w:t>
      </w:r>
      <w:r w:rsidRPr="002B3119">
        <w:t>un jeu de patience</w:t>
      </w:r>
      <w:r w:rsidR="00E4444A" w:rsidRPr="0099306C">
        <w:t xml:space="preserve">, </w:t>
      </w:r>
      <w:r w:rsidRPr="002B3119">
        <w:t>mais la partie ne se prolongeait pas longtemps</w:t>
      </w:r>
      <w:r w:rsidR="00E4444A" w:rsidRPr="0099306C">
        <w:t xml:space="preserve">. </w:t>
      </w:r>
      <w:r w:rsidRPr="002B3119">
        <w:t>La maladie</w:t>
      </w:r>
      <w:r w:rsidR="00E4444A" w:rsidRPr="0099306C">
        <w:t xml:space="preserve">, </w:t>
      </w:r>
      <w:r w:rsidRPr="002B3119">
        <w:t>qui donne aux petites filles une gravité précoce</w:t>
      </w:r>
      <w:r w:rsidR="00E4444A" w:rsidRPr="0099306C">
        <w:t xml:space="preserve">, </w:t>
      </w:r>
      <w:r w:rsidRPr="002B3119">
        <w:t>diminuait en elle le goût de ces amusements</w:t>
      </w:r>
      <w:r w:rsidR="00E4444A" w:rsidRPr="0099306C">
        <w:t xml:space="preserve">. </w:t>
      </w:r>
      <w:r w:rsidRPr="002B3119">
        <w:t>Je voyais bientôt que son a</w:t>
      </w:r>
      <w:r w:rsidRPr="002B3119">
        <w:t>t</w:t>
      </w:r>
      <w:r w:rsidRPr="002B3119">
        <w:t>tention n</w:t>
      </w:r>
      <w:r w:rsidR="00E4444A" w:rsidRPr="0099306C">
        <w:t>’</w:t>
      </w:r>
      <w:r w:rsidRPr="002B3119">
        <w:t>y était pas</w:t>
      </w:r>
      <w:r w:rsidR="00E4444A" w:rsidRPr="0099306C">
        <w:t xml:space="preserve">. </w:t>
      </w:r>
      <w:r w:rsidRPr="002B3119">
        <w:t>Un moment</w:t>
      </w:r>
      <w:r w:rsidR="00E4444A" w:rsidRPr="0099306C">
        <w:t xml:space="preserve">, </w:t>
      </w:r>
      <w:r w:rsidRPr="002B3119">
        <w:t>à la façon des malades plus âgés</w:t>
      </w:r>
      <w:r w:rsidR="00E4444A" w:rsidRPr="0099306C">
        <w:t xml:space="preserve">, </w:t>
      </w:r>
      <w:r w:rsidRPr="002B3119">
        <w:t>elle considérait ses doigts</w:t>
      </w:r>
      <w:r w:rsidR="00E4444A" w:rsidRPr="0099306C">
        <w:t xml:space="preserve">, </w:t>
      </w:r>
      <w:r w:rsidRPr="002B3119">
        <w:t>déjà plus fins</w:t>
      </w:r>
      <w:r w:rsidR="00E4444A" w:rsidRPr="0099306C">
        <w:t xml:space="preserve">, </w:t>
      </w:r>
      <w:r w:rsidRPr="002B3119">
        <w:t>comme pour les interroger</w:t>
      </w:r>
      <w:r w:rsidR="00E4444A" w:rsidRPr="0099306C">
        <w:t xml:space="preserve">. </w:t>
      </w:r>
      <w:r w:rsidRPr="002B3119">
        <w:t>Puis laissant retomber son bras de mon côté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 geste dont je devinais l</w:t>
      </w:r>
      <w:r w:rsidR="00E4444A" w:rsidRPr="0099306C">
        <w:t>’</w:t>
      </w:r>
      <w:r w:rsidRPr="002B3119">
        <w:t>intention</w:t>
      </w:r>
      <w:r w:rsidR="00E4444A" w:rsidRPr="0099306C">
        <w:t xml:space="preserve">, </w:t>
      </w:r>
      <w:r w:rsidRPr="002B3119">
        <w:t>elle attendait ma main</w:t>
      </w:r>
      <w:r w:rsidR="00E4444A" w:rsidRPr="0099306C">
        <w:t xml:space="preserve">. </w:t>
      </w:r>
      <w:r w:rsidRPr="002B3119">
        <w:t>Alors nous restions tranquilles</w:t>
      </w:r>
      <w:r w:rsidR="00E4444A" w:rsidRPr="0099306C">
        <w:t xml:space="preserve">, </w:t>
      </w:r>
      <w:r w:rsidRPr="002B3119">
        <w:t>les mains unies</w:t>
      </w:r>
      <w:r w:rsidR="00E4444A" w:rsidRPr="0099306C">
        <w:t xml:space="preserve">, </w:t>
      </w:r>
      <w:r w:rsidRPr="002B3119">
        <w:t>à nous regarder et je savais bien qu</w:t>
      </w:r>
      <w:r w:rsidR="00E4444A" w:rsidRPr="0099306C">
        <w:t>’</w:t>
      </w:r>
      <w:r w:rsidRPr="002B3119">
        <w:t>à tous les jeux Yvette préférait ces minutes-là</w:t>
      </w:r>
      <w:r w:rsidR="00E4444A" w:rsidRPr="0099306C">
        <w:t>.</w:t>
      </w:r>
    </w:p>
    <w:p w14:paraId="53CF56B3" w14:textId="0F729F49" w:rsidR="00E4444A" w:rsidRPr="0099306C" w:rsidRDefault="002B3119" w:rsidP="002B3119">
      <w:r w:rsidRPr="002B3119">
        <w:lastRenderedPageBreak/>
        <w:t>Plusieurs jours durant</w:t>
      </w:r>
      <w:r w:rsidR="00E4444A" w:rsidRPr="0099306C">
        <w:t xml:space="preserve">, </w:t>
      </w:r>
      <w:r w:rsidRPr="002B3119">
        <w:t>il en fut ainsi</w:t>
      </w:r>
      <w:r w:rsidR="00E4444A" w:rsidRPr="0099306C">
        <w:t xml:space="preserve">. </w:t>
      </w:r>
      <w:r w:rsidRPr="002B3119">
        <w:t>De temps en temps</w:t>
      </w:r>
      <w:r w:rsidR="00E4444A" w:rsidRPr="0099306C">
        <w:t xml:space="preserve">, </w:t>
      </w:r>
      <w:r w:rsidRPr="002B3119">
        <w:t>entrecoupant le silence</w:t>
      </w:r>
      <w:r w:rsidR="00E4444A" w:rsidRPr="0099306C">
        <w:t xml:space="preserve">, </w:t>
      </w:r>
      <w:r w:rsidRPr="002B3119">
        <w:t>elle parlait des choses qui l</w:t>
      </w:r>
      <w:r w:rsidR="00E4444A" w:rsidRPr="0099306C">
        <w:t>’</w:t>
      </w:r>
      <w:r w:rsidRPr="002B3119">
        <w:t>intéressaient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="003F26DC" w:rsidRPr="002B3119">
        <w:t>Édith</w:t>
      </w:r>
      <w:r w:rsidR="00E4444A" w:rsidRPr="0099306C">
        <w:t xml:space="preserve">, </w:t>
      </w:r>
      <w:r w:rsidRPr="002B3119">
        <w:t>de Marie-Anne</w:t>
      </w:r>
      <w:r w:rsidR="00E4444A" w:rsidRPr="0099306C">
        <w:t xml:space="preserve">, </w:t>
      </w:r>
      <w:r w:rsidRPr="002B3119">
        <w:t>de ses amies</w:t>
      </w:r>
      <w:r w:rsidR="00E4444A" w:rsidRPr="0099306C">
        <w:t xml:space="preserve">, </w:t>
      </w:r>
      <w:r w:rsidRPr="002B3119">
        <w:t>de moi</w:t>
      </w:r>
      <w:r w:rsidR="00E4444A" w:rsidRPr="0099306C">
        <w:t xml:space="preserve">, </w:t>
      </w:r>
      <w:r w:rsidRPr="002B3119">
        <w:t>de tout ce petit monde qui évoluait autour d</w:t>
      </w:r>
      <w:r w:rsidR="00E4444A" w:rsidRPr="0099306C">
        <w:t>’</w:t>
      </w:r>
      <w:r w:rsidRPr="002B3119">
        <w:t>elle et sur qui se répandait sa tendresse</w:t>
      </w:r>
      <w:r w:rsidR="00E4444A" w:rsidRPr="0099306C">
        <w:t xml:space="preserve">. </w:t>
      </w:r>
      <w:r w:rsidRPr="002B3119">
        <w:t>Oui</w:t>
      </w:r>
      <w:r w:rsidR="00E4444A" w:rsidRPr="0099306C">
        <w:t xml:space="preserve">. </w:t>
      </w:r>
      <w:r w:rsidRPr="002B3119">
        <w:t xml:space="preserve">La maladie avait commencé son </w:t>
      </w:r>
      <w:r w:rsidR="00E4444A" w:rsidRPr="0099306C">
        <w:t>œ</w:t>
      </w:r>
      <w:r w:rsidRPr="002B3119">
        <w:t>uvre</w:t>
      </w:r>
      <w:r w:rsidR="00E4444A" w:rsidRPr="0099306C">
        <w:t xml:space="preserve">. </w:t>
      </w:r>
      <w:r w:rsidRPr="002B3119">
        <w:t>Tout le petit corps s</w:t>
      </w:r>
      <w:r w:rsidR="00E4444A" w:rsidRPr="0099306C">
        <w:t>’</w:t>
      </w:r>
      <w:r w:rsidRPr="002B3119">
        <w:t>allongeait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effilait</w:t>
      </w:r>
      <w:r w:rsidR="00E4444A" w:rsidRPr="0099306C">
        <w:t xml:space="preserve">. </w:t>
      </w:r>
      <w:r w:rsidRPr="002B3119">
        <w:t>De ce lit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enfant se relèverait presque jeune fille</w:t>
      </w:r>
      <w:r w:rsidR="00E4444A" w:rsidRPr="0099306C">
        <w:t xml:space="preserve">. </w:t>
      </w:r>
      <w:r w:rsidR="003F26DC">
        <w:t>Mais</w:t>
      </w:r>
      <w:r w:rsidR="003F26DC" w:rsidRPr="002B3119">
        <w:t xml:space="preserve"> </w:t>
      </w:r>
      <w:r w:rsidRPr="002B3119">
        <w:t>l</w:t>
      </w:r>
      <w:r w:rsidR="00E4444A" w:rsidRPr="0099306C">
        <w:t>’</w:t>
      </w:r>
      <w:r w:rsidRPr="002B3119">
        <w:t>intelligence aussi subissait une transformation</w:t>
      </w:r>
      <w:r w:rsidR="00E4444A" w:rsidRPr="0099306C">
        <w:t xml:space="preserve">. </w:t>
      </w:r>
      <w:r w:rsidRPr="002B3119">
        <w:t>La maladie d</w:t>
      </w:r>
      <w:r w:rsidR="00E4444A" w:rsidRPr="0099306C">
        <w:t>’</w:t>
      </w:r>
      <w:r w:rsidRPr="002B3119">
        <w:t>Yvette lui donnait quelques années de plus</w:t>
      </w:r>
      <w:r w:rsidR="00E4444A" w:rsidRPr="0099306C">
        <w:t xml:space="preserve">. </w:t>
      </w:r>
      <w:r w:rsidRPr="002B3119">
        <w:t>Son caractère se faisait plus doux</w:t>
      </w:r>
      <w:r w:rsidR="00E4444A" w:rsidRPr="0099306C">
        <w:t xml:space="preserve">, </w:t>
      </w:r>
      <w:r w:rsidRPr="002B3119">
        <w:t>sa pensée plus réfléchie</w:t>
      </w:r>
      <w:r w:rsidR="00E4444A" w:rsidRPr="0099306C">
        <w:t xml:space="preserve">. </w:t>
      </w:r>
      <w:r w:rsidRPr="002B3119">
        <w:t>Finies ces petites bru</w:t>
      </w:r>
      <w:r w:rsidRPr="002B3119">
        <w:t>s</w:t>
      </w:r>
      <w:r w:rsidRPr="002B3119">
        <w:t>queries d</w:t>
      </w:r>
      <w:r w:rsidR="00E4444A" w:rsidRPr="0099306C">
        <w:t>’</w:t>
      </w:r>
      <w:r w:rsidRPr="002B3119">
        <w:t>enfant que j</w:t>
      </w:r>
      <w:r w:rsidR="00E4444A" w:rsidRPr="0099306C">
        <w:t>’</w:t>
      </w:r>
      <w:r w:rsidRPr="002B3119">
        <w:t>avais observées quelquefois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connu son clair sourire</w:t>
      </w:r>
      <w:r w:rsidR="00E4444A" w:rsidRPr="0099306C">
        <w:t xml:space="preserve">, </w:t>
      </w:r>
      <w:r w:rsidRPr="002B3119">
        <w:t>son cœur affectueux</w:t>
      </w:r>
      <w:r w:rsidR="00E4444A" w:rsidRPr="0099306C">
        <w:t xml:space="preserve">. </w:t>
      </w:r>
      <w:r w:rsidRPr="002B3119">
        <w:t>Je découvrais à pr</w:t>
      </w:r>
      <w:r w:rsidRPr="002B3119">
        <w:t>é</w:t>
      </w:r>
      <w:r w:rsidRPr="002B3119">
        <w:t>sent son âme</w:t>
      </w:r>
      <w:r w:rsidR="00E4444A" w:rsidRPr="0099306C">
        <w:t xml:space="preserve">, </w:t>
      </w:r>
      <w:r w:rsidRPr="002B3119">
        <w:t>qui fraîchement s</w:t>
      </w:r>
      <w:r w:rsidR="00E4444A" w:rsidRPr="0099306C">
        <w:t>’</w:t>
      </w:r>
      <w:r w:rsidRPr="002B3119">
        <w:t>épanouissait</w:t>
      </w:r>
      <w:r w:rsidR="00E4444A" w:rsidRPr="0099306C">
        <w:t>.</w:t>
      </w:r>
    </w:p>
    <w:p w14:paraId="543DE146" w14:textId="77777777" w:rsidR="00E4444A" w:rsidRPr="0099306C" w:rsidRDefault="002B3119" w:rsidP="002B3119">
      <w:r w:rsidRPr="002B3119">
        <w:t>Ah</w:t>
      </w:r>
      <w:r w:rsidR="00E4444A" w:rsidRPr="0099306C">
        <w:t xml:space="preserve"> ! </w:t>
      </w:r>
      <w:r w:rsidRPr="002B3119">
        <w:t>ces après-midi que j</w:t>
      </w:r>
      <w:r w:rsidR="00E4444A" w:rsidRPr="0099306C">
        <w:t>’</w:t>
      </w:r>
      <w:r w:rsidRPr="002B3119">
        <w:t>ai passés près d</w:t>
      </w:r>
      <w:r w:rsidR="00E4444A" w:rsidRPr="0099306C">
        <w:t>’</w:t>
      </w:r>
      <w:r w:rsidRPr="002B3119">
        <w:t>Yvette</w:t>
      </w:r>
      <w:r w:rsidR="00E4444A" w:rsidRPr="0099306C">
        <w:t xml:space="preserve"> ! </w:t>
      </w:r>
      <w:r w:rsidRPr="002B3119">
        <w:t>Nous restions là</w:t>
      </w:r>
      <w:r w:rsidR="00E4444A" w:rsidRPr="0099306C">
        <w:t xml:space="preserve">, </w:t>
      </w:r>
      <w:r w:rsidRPr="002B3119">
        <w:t>nous sondant du regard</w:t>
      </w:r>
      <w:r w:rsidR="00E4444A" w:rsidRPr="0099306C">
        <w:t xml:space="preserve">, </w:t>
      </w:r>
      <w:r w:rsidRPr="002B3119">
        <w:t>les mains unies</w:t>
      </w:r>
      <w:r w:rsidR="00E4444A" w:rsidRPr="0099306C">
        <w:t xml:space="preserve">, </w:t>
      </w:r>
      <w:r w:rsidRPr="002B3119">
        <w:t>ne fa</w:t>
      </w:r>
      <w:r w:rsidRPr="002B3119">
        <w:t>i</w:t>
      </w:r>
      <w:r w:rsidRPr="002B3119">
        <w:t>sant qu</w:t>
      </w:r>
      <w:r w:rsidR="00E4444A" w:rsidRPr="0099306C">
        <w:t>’</w:t>
      </w:r>
      <w:r w:rsidRPr="002B3119">
        <w:t>un</w:t>
      </w:r>
      <w:r w:rsidR="00E4444A" w:rsidRPr="0099306C">
        <w:t xml:space="preserve">, </w:t>
      </w:r>
      <w:r w:rsidRPr="002B3119">
        <w:t>le père et l</w:t>
      </w:r>
      <w:r w:rsidR="00E4444A" w:rsidRPr="0099306C">
        <w:t>’</w:t>
      </w:r>
      <w:r w:rsidRPr="002B3119">
        <w:t>enfant</w:t>
      </w:r>
      <w:r w:rsidR="00E4444A" w:rsidRPr="0099306C">
        <w:t xml:space="preserve">, </w:t>
      </w:r>
      <w:r w:rsidRPr="002B3119">
        <w:t>comme si nos veines avaient communiqué</w:t>
      </w:r>
      <w:r w:rsidR="00E4444A" w:rsidRPr="0099306C">
        <w:t xml:space="preserve">. </w:t>
      </w:r>
      <w:r w:rsidRPr="002B3119">
        <w:t>Un jour me revinrent des réflexions d</w:t>
      </w:r>
      <w:r w:rsidR="00E4444A" w:rsidRPr="0099306C">
        <w:t>’</w:t>
      </w:r>
      <w:r w:rsidRPr="002B3119">
        <w:t>autrefois</w:t>
      </w:r>
      <w:r w:rsidR="00E4444A" w:rsidRPr="0099306C">
        <w:t xml:space="preserve">. </w:t>
      </w:r>
      <w:r w:rsidRPr="002B3119">
        <w:t>Je songeais à l</w:t>
      </w:r>
      <w:r w:rsidR="00E4444A" w:rsidRPr="0099306C">
        <w:t>’</w:t>
      </w:r>
      <w:r w:rsidRPr="002B3119">
        <w:t>éternelle solitude de deux êtres</w:t>
      </w:r>
      <w:r w:rsidR="00E4444A" w:rsidRPr="0099306C">
        <w:t xml:space="preserve">, </w:t>
      </w:r>
      <w:r w:rsidRPr="002B3119">
        <w:t>qui suivent le même chemin</w:t>
      </w:r>
      <w:r w:rsidR="00E4444A" w:rsidRPr="0099306C">
        <w:t xml:space="preserve">, </w:t>
      </w:r>
      <w:r w:rsidRPr="002B3119">
        <w:t>voisins</w:t>
      </w:r>
      <w:r w:rsidR="00E4444A" w:rsidRPr="0099306C">
        <w:t xml:space="preserve">, </w:t>
      </w:r>
      <w:r w:rsidRPr="002B3119">
        <w:t>mais non confondus</w:t>
      </w:r>
      <w:r w:rsidR="00E4444A" w:rsidRPr="0099306C">
        <w:t xml:space="preserve">, </w:t>
      </w:r>
      <w:r w:rsidRPr="002B3119">
        <w:t>et que ni l</w:t>
      </w:r>
      <w:r w:rsidR="00E4444A" w:rsidRPr="0099306C">
        <w:t>’</w:t>
      </w:r>
      <w:r w:rsidRPr="002B3119">
        <w:t>amour ni le mariage ne peuvent jamais unir tout à fait</w:t>
      </w:r>
      <w:r w:rsidR="00E4444A" w:rsidRPr="0099306C">
        <w:t xml:space="preserve">. </w:t>
      </w:r>
      <w:r w:rsidRPr="002B3119">
        <w:t>Mais Yvette et moi nous nous comprenions sans p</w:t>
      </w:r>
      <w:r w:rsidRPr="002B3119">
        <w:t>a</w:t>
      </w:r>
      <w:r w:rsidRPr="002B3119">
        <w:t>roles</w:t>
      </w:r>
      <w:r w:rsidR="00E4444A" w:rsidRPr="0099306C">
        <w:t xml:space="preserve">, </w:t>
      </w:r>
      <w:r w:rsidRPr="002B3119">
        <w:t>rapprochés par mille ressemblances physiques et m</w:t>
      </w:r>
      <w:r w:rsidRPr="002B3119">
        <w:t>o</w:t>
      </w:r>
      <w:r w:rsidRPr="002B3119">
        <w:t>rales</w:t>
      </w:r>
      <w:r w:rsidR="00E4444A" w:rsidRPr="0099306C">
        <w:t xml:space="preserve">, </w:t>
      </w:r>
      <w:r w:rsidRPr="002B3119">
        <w:t>par des façons pareilles de sentir et de penser</w:t>
      </w:r>
      <w:r w:rsidR="00E4444A" w:rsidRPr="0099306C">
        <w:t xml:space="preserve">, </w:t>
      </w:r>
      <w:r w:rsidRPr="002B3119">
        <w:t>ayant subi l</w:t>
      </w:r>
      <w:r w:rsidR="00E4444A" w:rsidRPr="0099306C">
        <w:t>’</w:t>
      </w:r>
      <w:r w:rsidRPr="002B3119">
        <w:t>influence des mêmes ancêtres</w:t>
      </w:r>
      <w:r w:rsidR="00E4444A" w:rsidRPr="0099306C">
        <w:t xml:space="preserve">, </w:t>
      </w:r>
      <w:r w:rsidRPr="002B3119">
        <w:t>hérité des mêmes i</w:t>
      </w:r>
      <w:r w:rsidRPr="002B3119">
        <w:t>n</w:t>
      </w:r>
      <w:r w:rsidRPr="002B3119">
        <w:t>sondables dessous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 même sang coulant dans nos mains jointes</w:t>
      </w:r>
      <w:r w:rsidR="00E4444A" w:rsidRPr="0099306C">
        <w:t>.</w:t>
      </w:r>
    </w:p>
    <w:p w14:paraId="64F828DF" w14:textId="77777777" w:rsidR="00E4444A" w:rsidRPr="0099306C" w:rsidRDefault="002B3119" w:rsidP="002B3119">
      <w:r w:rsidRPr="002B3119">
        <w:t>Et ces tristes après-midi avaient une infinie douceur</w:t>
      </w:r>
      <w:r w:rsidR="00E4444A" w:rsidRPr="0099306C">
        <w:t>.</w:t>
      </w:r>
    </w:p>
    <w:p w14:paraId="1F44E92D" w14:textId="77777777" w:rsidR="00E4444A" w:rsidRPr="0099306C" w:rsidRDefault="002B3119" w:rsidP="002B3119">
      <w:r w:rsidRPr="002B3119">
        <w:t>Tous les jours</w:t>
      </w:r>
      <w:r w:rsidR="00E4444A" w:rsidRPr="0099306C">
        <w:t xml:space="preserve">, </w:t>
      </w:r>
      <w:r w:rsidRPr="002B3119">
        <w:t>vers cinq heures</w:t>
      </w:r>
      <w:r w:rsidR="00E4444A" w:rsidRPr="0099306C">
        <w:t xml:space="preserve">, </w:t>
      </w:r>
      <w:r w:rsidRPr="002B3119">
        <w:t>la garde réapparaissait</w:t>
      </w:r>
      <w:r w:rsidR="00E4444A" w:rsidRPr="0099306C">
        <w:t xml:space="preserve">, </w:t>
      </w:r>
      <w:r w:rsidRPr="002B3119">
        <w:t>tâtait le pouls</w:t>
      </w:r>
      <w:r w:rsidR="00E4444A" w:rsidRPr="0099306C">
        <w:t xml:space="preserve">, </w:t>
      </w:r>
      <w:r w:rsidRPr="002B3119">
        <w:t>prenait la température</w:t>
      </w:r>
      <w:r w:rsidR="00E4444A" w:rsidRPr="0099306C">
        <w:t xml:space="preserve">. </w:t>
      </w:r>
      <w:r w:rsidRPr="002B3119">
        <w:t>Anxieux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examinais les graphiques</w:t>
      </w:r>
      <w:r w:rsidR="00E4444A" w:rsidRPr="0099306C">
        <w:t>.</w:t>
      </w:r>
    </w:p>
    <w:p w14:paraId="31B227FC" w14:textId="77777777" w:rsidR="00E4444A" w:rsidRPr="0099306C" w:rsidRDefault="002B3119" w:rsidP="002B3119">
      <w:r w:rsidRPr="002B3119">
        <w:t>Toujours le thermomètre remontait vers le soir</w:t>
      </w:r>
      <w:r w:rsidR="00E4444A" w:rsidRPr="0099306C">
        <w:t xml:space="preserve">, </w:t>
      </w:r>
      <w:r w:rsidRPr="002B3119">
        <w:t>mais le nombre des pulsations demeurait à peu près stationnaire</w:t>
      </w:r>
      <w:r w:rsidR="00E4444A" w:rsidRPr="0099306C">
        <w:t xml:space="preserve">. </w:t>
      </w:r>
      <w:r w:rsidRPr="002B3119">
        <w:t xml:space="preserve">La </w:t>
      </w:r>
      <w:r w:rsidRPr="002B3119">
        <w:lastRenderedPageBreak/>
        <w:t>courbe variait peu</w:t>
      </w:r>
      <w:r w:rsidR="00E4444A" w:rsidRPr="0099306C">
        <w:t xml:space="preserve">. </w:t>
      </w:r>
      <w:r w:rsidRPr="002B3119">
        <w:t>Pour soutenir le fragile c</w:t>
      </w:r>
      <w:r w:rsidR="00E4444A" w:rsidRPr="0099306C">
        <w:t>œ</w:t>
      </w:r>
      <w:r w:rsidRPr="002B3119">
        <w:t>ur</w:t>
      </w:r>
      <w:r w:rsidR="00E4444A" w:rsidRPr="0099306C">
        <w:t xml:space="preserve">, </w:t>
      </w:r>
      <w:r w:rsidRPr="002B3119">
        <w:t>le docteur avait ordonné des piqûres</w:t>
      </w:r>
      <w:r w:rsidR="00E4444A" w:rsidRPr="0099306C">
        <w:t xml:space="preserve">. </w:t>
      </w:r>
      <w:r w:rsidRPr="002B3119">
        <w:t>La garde</w:t>
      </w:r>
      <w:r w:rsidR="00E4444A" w:rsidRPr="0099306C">
        <w:t xml:space="preserve">, </w:t>
      </w:r>
      <w:r w:rsidRPr="002B3119">
        <w:t>à heures fixes</w:t>
      </w:r>
      <w:r w:rsidR="00E4444A" w:rsidRPr="0099306C">
        <w:t xml:space="preserve">, </w:t>
      </w:r>
      <w:r w:rsidRPr="002B3119">
        <w:t>appr</w:t>
      </w:r>
      <w:r w:rsidRPr="002B3119">
        <w:t>o</w:t>
      </w:r>
      <w:r w:rsidRPr="002B3119">
        <w:t>chait du lit</w:t>
      </w:r>
      <w:r w:rsidR="00E4444A" w:rsidRPr="0099306C">
        <w:t xml:space="preserve">, </w:t>
      </w:r>
      <w:r w:rsidRPr="002B3119">
        <w:t>dissimulant une minuscule seringue</w:t>
      </w:r>
      <w:r w:rsidR="00E4444A" w:rsidRPr="0099306C">
        <w:t>.</w:t>
      </w:r>
    </w:p>
    <w:p w14:paraId="1AB4B0B6" w14:textId="77777777" w:rsidR="00E4444A" w:rsidRPr="0099306C" w:rsidRDefault="002B3119" w:rsidP="002B3119">
      <w:r w:rsidRPr="002B3119">
        <w:t>Elle disait en prenant le petit bras déjà moins potelé</w:t>
      </w:r>
      <w:r w:rsidR="00E4444A" w:rsidRPr="0099306C">
        <w:t> :</w:t>
      </w:r>
    </w:p>
    <w:p w14:paraId="20EBF882" w14:textId="77777777" w:rsidR="00E4444A" w:rsidRPr="0099306C" w:rsidRDefault="00E4444A" w:rsidP="002B3119">
      <w:r w:rsidRPr="0099306C">
        <w:t>— </w:t>
      </w:r>
      <w:r w:rsidR="002B3119" w:rsidRPr="002B3119">
        <w:t>Tiens</w:t>
      </w:r>
      <w:r w:rsidRPr="0099306C">
        <w:t xml:space="preserve">… </w:t>
      </w:r>
      <w:r w:rsidR="002B3119" w:rsidRPr="002B3119">
        <w:t>une petite puce</w:t>
      </w:r>
      <w:r w:rsidRPr="0099306C">
        <w:t>…</w:t>
      </w:r>
    </w:p>
    <w:p w14:paraId="17A94428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vite</w:t>
      </w:r>
      <w:r w:rsidR="00E4444A" w:rsidRPr="0099306C">
        <w:t xml:space="preserve">, </w:t>
      </w:r>
      <w:r w:rsidRPr="002B3119">
        <w:t>avant qu</w:t>
      </w:r>
      <w:r w:rsidR="00E4444A" w:rsidRPr="0099306C">
        <w:t>’</w:t>
      </w:r>
      <w:r w:rsidRPr="002B3119">
        <w:t>Yvette ait eu le temps de comprendre</w:t>
      </w:r>
      <w:r w:rsidR="00E4444A" w:rsidRPr="0099306C">
        <w:t xml:space="preserve">, </w:t>
      </w:r>
      <w:r w:rsidRPr="002B3119">
        <w:t>elle faisait la légère piqûre</w:t>
      </w:r>
      <w:r w:rsidR="00E4444A" w:rsidRPr="0099306C">
        <w:t>.</w:t>
      </w:r>
    </w:p>
    <w:p w14:paraId="53A87D75" w14:textId="77777777" w:rsidR="00E4444A" w:rsidRPr="0099306C" w:rsidRDefault="002B3119" w:rsidP="002B3119">
      <w:r w:rsidRPr="002B3119">
        <w:t>Mais Yvette était devenue plus méfiante</w:t>
      </w:r>
      <w:r w:rsidR="00E4444A" w:rsidRPr="0099306C">
        <w:t xml:space="preserve">. </w:t>
      </w:r>
      <w:r w:rsidRPr="002B3119">
        <w:t>Parfois elle m</w:t>
      </w:r>
      <w:r w:rsidR="00E4444A" w:rsidRPr="0099306C">
        <w:t>’</w:t>
      </w:r>
      <w:r w:rsidRPr="002B3119">
        <w:t>implorait en disant</w:t>
      </w:r>
      <w:r w:rsidR="00E4444A" w:rsidRPr="0099306C">
        <w:t> :</w:t>
      </w:r>
    </w:p>
    <w:p w14:paraId="01E1E3EC" w14:textId="77777777" w:rsidR="00E4444A" w:rsidRPr="0099306C" w:rsidRDefault="00E4444A" w:rsidP="002B3119">
      <w:r w:rsidRPr="0099306C">
        <w:t>— </w:t>
      </w:r>
      <w:r w:rsidR="002B3119" w:rsidRPr="002B3119">
        <w:t>Non</w:t>
      </w:r>
      <w:r w:rsidRPr="0099306C">
        <w:t xml:space="preserve">, </w:t>
      </w:r>
      <w:r w:rsidR="002B3119" w:rsidRPr="002B3119">
        <w:t>papa</w:t>
      </w:r>
      <w:r w:rsidRPr="0099306C">
        <w:t xml:space="preserve">, </w:t>
      </w:r>
      <w:r w:rsidR="002B3119" w:rsidRPr="002B3119">
        <w:t>pas de petite puce</w:t>
      </w:r>
      <w:r w:rsidRPr="0099306C">
        <w:t> !</w:t>
      </w:r>
    </w:p>
    <w:p w14:paraId="51F19639" w14:textId="77777777" w:rsidR="00E4444A" w:rsidRPr="0099306C" w:rsidRDefault="002B3119" w:rsidP="002B3119">
      <w:r w:rsidRPr="002B3119">
        <w:t>Comme beaucoup de parents j</w:t>
      </w:r>
      <w:r w:rsidR="00E4444A" w:rsidRPr="0099306C">
        <w:t>’</w:t>
      </w:r>
      <w:r w:rsidRPr="002B3119">
        <w:t>aurais fait une détestable infirmière</w:t>
      </w:r>
      <w:r w:rsidR="00E4444A" w:rsidRPr="0099306C">
        <w:t xml:space="preserve">. </w:t>
      </w:r>
      <w:r w:rsidRPr="002B3119">
        <w:t>Comment résister à cette chère voix qui supplie</w:t>
      </w:r>
      <w:r w:rsidR="00E4444A" w:rsidRPr="0099306C">
        <w:t xml:space="preserve">, </w:t>
      </w:r>
      <w:r w:rsidRPr="002B3119">
        <w:t>à ces yeux inquiets qui demandent grâce</w:t>
      </w:r>
      <w:r w:rsidR="00E4444A" w:rsidRPr="0099306C">
        <w:t xml:space="preserve"> ? </w:t>
      </w:r>
      <w:r w:rsidRPr="002B3119">
        <w:t>à celle qui attend tout de nous</w:t>
      </w:r>
      <w:r w:rsidR="00E4444A" w:rsidRPr="0099306C">
        <w:t xml:space="preserve">, </w:t>
      </w:r>
      <w:r w:rsidRPr="002B3119">
        <w:t>où trouver la force d</w:t>
      </w:r>
      <w:r w:rsidR="00E4444A" w:rsidRPr="0099306C">
        <w:t>’</w:t>
      </w:r>
      <w:r w:rsidRPr="002B3119">
        <w:t>opposer un refus</w:t>
      </w:r>
      <w:r w:rsidR="00E4444A" w:rsidRPr="0099306C">
        <w:t xml:space="preserve"> ? </w:t>
      </w:r>
      <w:r w:rsidRPr="002B3119">
        <w:t>J</w:t>
      </w:r>
      <w:r w:rsidR="00E4444A" w:rsidRPr="0099306C">
        <w:t>’</w:t>
      </w:r>
      <w:r w:rsidRPr="002B3119">
        <w:t>essayais bien de convaincre Yvette</w:t>
      </w:r>
      <w:r w:rsidR="00E4444A" w:rsidRPr="0099306C">
        <w:t xml:space="preserve">. </w:t>
      </w:r>
      <w:r w:rsidRPr="002B3119">
        <w:t>Elle disait</w:t>
      </w:r>
      <w:r w:rsidR="00E4444A" w:rsidRPr="0099306C">
        <w:t> : « </w:t>
      </w:r>
      <w:r w:rsidRPr="002B3119">
        <w:t>Oui</w:t>
      </w:r>
      <w:r w:rsidR="00E4444A" w:rsidRPr="0099306C">
        <w:t xml:space="preserve">, </w:t>
      </w:r>
      <w:r w:rsidRPr="002B3119">
        <w:t>p</w:t>
      </w:r>
      <w:r w:rsidRPr="002B3119">
        <w:t>a</w:t>
      </w:r>
      <w:r w:rsidRPr="002B3119">
        <w:t>pa</w:t>
      </w:r>
      <w:r w:rsidR="00E4444A" w:rsidRPr="0099306C">
        <w:t xml:space="preserve">… </w:t>
      </w:r>
      <w:r w:rsidRPr="002B3119">
        <w:t>C</w:t>
      </w:r>
      <w:r w:rsidR="00E4444A" w:rsidRPr="0099306C">
        <w:t>’</w:t>
      </w:r>
      <w:r w:rsidRPr="002B3119">
        <w:t>est bien</w:t>
      </w:r>
      <w:r w:rsidR="00E4444A" w:rsidRPr="0099306C">
        <w:t xml:space="preserve">… </w:t>
      </w:r>
      <w:r w:rsidRPr="002B3119">
        <w:t>Je laisserai faire</w:t>
      </w:r>
      <w:r w:rsidR="00E4444A" w:rsidRPr="0099306C">
        <w:t>… »</w:t>
      </w:r>
      <w:r w:rsidRPr="002B3119">
        <w:t xml:space="preserve"> Mais elle connaissait trop la faiblesse paternelle</w:t>
      </w:r>
      <w:r w:rsidR="00E4444A" w:rsidRPr="0099306C">
        <w:t xml:space="preserve">. </w:t>
      </w:r>
      <w:r w:rsidRPr="002B3119">
        <w:t>La garde opérait plus facilement quand je n</w:t>
      </w:r>
      <w:r w:rsidR="00E4444A" w:rsidRPr="0099306C">
        <w:t>’</w:t>
      </w:r>
      <w:r w:rsidRPr="002B3119">
        <w:t>étais pas là</w:t>
      </w:r>
      <w:r w:rsidR="00E4444A" w:rsidRPr="0099306C">
        <w:t xml:space="preserve">. </w:t>
      </w:r>
      <w:r w:rsidRPr="002B3119">
        <w:t>Toutes les quatre heures</w:t>
      </w:r>
      <w:r w:rsidR="00E4444A" w:rsidRPr="0099306C">
        <w:t xml:space="preserve">, </w:t>
      </w:r>
      <w:r w:rsidRPr="002B3119">
        <w:t>jour et nuit</w:t>
      </w:r>
      <w:r w:rsidR="00BF2D7D" w:rsidRPr="0099306C">
        <w:t>,</w:t>
      </w:r>
      <w:r w:rsidR="00E4444A" w:rsidRPr="0099306C">
        <w:t xml:space="preserve"> </w:t>
      </w:r>
      <w:r w:rsidRPr="002B3119">
        <w:t>il fallait une nouvelle piqûre</w:t>
      </w:r>
      <w:r w:rsidR="00E4444A" w:rsidRPr="0099306C">
        <w:t xml:space="preserve">. </w:t>
      </w:r>
      <w:r w:rsidRPr="002B3119">
        <w:t>Mieux valait me soustraire aux prières d</w:t>
      </w:r>
      <w:r w:rsidR="00E4444A" w:rsidRPr="0099306C">
        <w:t>’</w:t>
      </w:r>
      <w:r w:rsidRPr="002B3119">
        <w:t>Yvette</w:t>
      </w:r>
      <w:r w:rsidR="00E4444A" w:rsidRPr="0099306C">
        <w:t>.</w:t>
      </w:r>
    </w:p>
    <w:p w14:paraId="3C1CD91C" w14:textId="77777777" w:rsidR="00E4444A" w:rsidRPr="0099306C" w:rsidRDefault="002B3119" w:rsidP="002B3119">
      <w:r w:rsidRPr="002B3119">
        <w:t>La nuit</w:t>
      </w:r>
      <w:r w:rsidR="00E4444A" w:rsidRPr="0099306C">
        <w:t xml:space="preserve">, </w:t>
      </w:r>
      <w:r w:rsidRPr="002B3119">
        <w:t>les yeux fixés sur la porte que rayait toujours une ligne lumineuse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entendais la frémissante voix</w:t>
      </w:r>
      <w:r w:rsidR="00E4444A" w:rsidRPr="0099306C">
        <w:t> :</w:t>
      </w:r>
    </w:p>
    <w:p w14:paraId="39C1CDD4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papa</w:t>
      </w:r>
      <w:r w:rsidRPr="0099306C">
        <w:t xml:space="preserve">… </w:t>
      </w:r>
      <w:r w:rsidR="002B3119" w:rsidRPr="002B3119">
        <w:t>Tu es là</w:t>
      </w:r>
      <w:r w:rsidRPr="0099306C">
        <w:t>.</w:t>
      </w:r>
    </w:p>
    <w:p w14:paraId="5B0222DE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appliquais l</w:t>
      </w:r>
      <w:r w:rsidR="00E4444A" w:rsidRPr="0099306C">
        <w:t>’</w:t>
      </w:r>
      <w:r w:rsidRPr="002B3119">
        <w:t>oreille contre la porte</w:t>
      </w:r>
      <w:r w:rsidR="00E4444A" w:rsidRPr="0099306C">
        <w:t xml:space="preserve">, </w:t>
      </w:r>
      <w:r w:rsidRPr="002B3119">
        <w:t>comme un voleur qui retient son souffle</w:t>
      </w:r>
      <w:r w:rsidR="00E4444A" w:rsidRPr="0099306C">
        <w:t xml:space="preserve">. </w:t>
      </w:r>
      <w:r w:rsidRPr="002B3119">
        <w:t>Mais Yvette insistait</w:t>
      </w:r>
      <w:r w:rsidR="00E4444A" w:rsidRPr="0099306C">
        <w:t xml:space="preserve">, </w:t>
      </w:r>
      <w:r w:rsidRPr="002B3119">
        <w:t>insistait</w:t>
      </w:r>
      <w:r w:rsidR="00E4444A" w:rsidRPr="0099306C">
        <w:t xml:space="preserve">. </w:t>
      </w:r>
      <w:r w:rsidRPr="002B3119">
        <w:t>Elle avait de la fièvre et m</w:t>
      </w:r>
      <w:r w:rsidR="00E4444A" w:rsidRPr="0099306C">
        <w:t>’</w:t>
      </w:r>
      <w:r w:rsidRPr="002B3119">
        <w:t>appelait cent fois dans une nuit</w:t>
      </w:r>
      <w:r w:rsidR="00E4444A" w:rsidRPr="0099306C">
        <w:t>.</w:t>
      </w:r>
    </w:p>
    <w:p w14:paraId="7C008B37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… </w:t>
      </w:r>
      <w:r w:rsidR="002B3119" w:rsidRPr="002B3119">
        <w:t>Papa</w:t>
      </w:r>
      <w:r w:rsidRPr="0099306C">
        <w:t xml:space="preserve">… </w:t>
      </w:r>
      <w:r w:rsidR="002B3119" w:rsidRPr="002B3119">
        <w:t>Papa chéri</w:t>
      </w:r>
      <w:r w:rsidRPr="0099306C">
        <w:t xml:space="preserve">… </w:t>
      </w:r>
      <w:r w:rsidR="002B3119" w:rsidRPr="002B3119">
        <w:t>Mon petit papa</w:t>
      </w:r>
      <w:r w:rsidRPr="0099306C">
        <w:t>.</w:t>
      </w:r>
    </w:p>
    <w:p w14:paraId="3BE9C4C0" w14:textId="77777777" w:rsidR="00E4444A" w:rsidRPr="0099306C" w:rsidRDefault="002B3119" w:rsidP="002B3119">
      <w:r w:rsidRPr="002B3119">
        <w:lastRenderedPageBreak/>
        <w:t>Hélas</w:t>
      </w:r>
      <w:r w:rsidR="00E4444A" w:rsidRPr="0099306C">
        <w:t xml:space="preserve"> ! </w:t>
      </w:r>
      <w:r w:rsidRPr="002B3119">
        <w:t>La consigne était implacable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avais pas le droit de répondre</w:t>
      </w:r>
      <w:r w:rsidR="00E4444A" w:rsidRPr="0099306C">
        <w:t xml:space="preserve">. </w:t>
      </w:r>
      <w:r w:rsidRPr="002B3119">
        <w:t>Des larmes me montaient aux yeux</w:t>
      </w:r>
      <w:r w:rsidR="00E4444A" w:rsidRPr="0099306C">
        <w:t xml:space="preserve">. </w:t>
      </w:r>
      <w:r w:rsidRPr="002B3119">
        <w:t>Je ne pouvais que tomber à genoux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écoutais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écoutais</w:t>
      </w:r>
      <w:r w:rsidR="00E4444A" w:rsidRPr="0099306C">
        <w:t xml:space="preserve">, </w:t>
      </w:r>
      <w:r w:rsidRPr="002B3119">
        <w:t>impui</w:t>
      </w:r>
      <w:r w:rsidRPr="002B3119">
        <w:t>s</w:t>
      </w:r>
      <w:r w:rsidRPr="002B3119">
        <w:t>sant</w:t>
      </w:r>
      <w:r w:rsidR="00E4444A" w:rsidRPr="0099306C">
        <w:t xml:space="preserve">. </w:t>
      </w:r>
      <w:r w:rsidRPr="002B3119">
        <w:t>Cette voix</w:t>
      </w:r>
      <w:r w:rsidR="00E4444A" w:rsidRPr="0099306C">
        <w:t xml:space="preserve">, </w:t>
      </w:r>
      <w:r w:rsidRPr="002B3119">
        <w:t>vivrais-je cent ans</w:t>
      </w:r>
      <w:r w:rsidR="00E4444A" w:rsidRPr="0099306C">
        <w:t xml:space="preserve">, </w:t>
      </w:r>
      <w:r w:rsidRPr="002B3119">
        <w:t>sonnera toujours à mes oreilles</w:t>
      </w:r>
      <w:r w:rsidR="00E4444A" w:rsidRPr="0099306C">
        <w:t>.</w:t>
      </w:r>
    </w:p>
    <w:p w14:paraId="122DD8B0" w14:textId="77777777" w:rsidR="00E4444A" w:rsidRPr="0099306C" w:rsidRDefault="002B3119" w:rsidP="002B3119">
      <w:r w:rsidRPr="009E5972">
        <w:t>Ah</w:t>
      </w:r>
      <w:r w:rsidR="00E4444A" w:rsidRPr="009E5972">
        <w:t xml:space="preserve"> ! </w:t>
      </w:r>
      <w:r w:rsidRPr="009E5972">
        <w:t>ma petite Yvette</w:t>
      </w:r>
      <w:r w:rsidR="00E4444A" w:rsidRPr="009E5972">
        <w:t xml:space="preserve"> ! </w:t>
      </w:r>
      <w:r w:rsidRPr="009E5972">
        <w:t>à aucun moment de ma vie</w:t>
      </w:r>
      <w:r w:rsidR="00E4444A" w:rsidRPr="009E5972">
        <w:t xml:space="preserve">, </w:t>
      </w:r>
      <w:r w:rsidRPr="009E5972">
        <w:t>je ne t</w:t>
      </w:r>
      <w:r w:rsidR="00E4444A" w:rsidRPr="009E5972">
        <w:t>’</w:t>
      </w:r>
      <w:r w:rsidRPr="009E5972">
        <w:t>ai tant aimée</w:t>
      </w:r>
      <w:r w:rsidR="00E4444A" w:rsidRPr="009E5972">
        <w:t xml:space="preserve">. </w:t>
      </w:r>
      <w:r w:rsidRPr="009E5972">
        <w:t>N</w:t>
      </w:r>
      <w:r w:rsidR="00E4444A" w:rsidRPr="009E5972">
        <w:t>’</w:t>
      </w:r>
      <w:r w:rsidRPr="009E5972">
        <w:t>est-ce pas que tu n</w:t>
      </w:r>
      <w:r w:rsidR="00E4444A" w:rsidRPr="009E5972">
        <w:t>’</w:t>
      </w:r>
      <w:r w:rsidRPr="009E5972">
        <w:t>as jamais douté de moi</w:t>
      </w:r>
      <w:r w:rsidR="00E4444A" w:rsidRPr="009E5972">
        <w:t xml:space="preserve"> ? </w:t>
      </w:r>
      <w:r w:rsidRPr="009E5972">
        <w:t>que tu n</w:t>
      </w:r>
      <w:r w:rsidR="00E4444A" w:rsidRPr="009E5972">
        <w:t>’</w:t>
      </w:r>
      <w:r w:rsidRPr="009E5972">
        <w:t>as jamais cru que</w:t>
      </w:r>
      <w:r w:rsidR="00E4444A" w:rsidRPr="009E5972">
        <w:t xml:space="preserve">, </w:t>
      </w:r>
      <w:r w:rsidRPr="009E5972">
        <w:t>lâchement endormi</w:t>
      </w:r>
      <w:r w:rsidR="00E4444A" w:rsidRPr="009E5972">
        <w:t xml:space="preserve">, </w:t>
      </w:r>
      <w:r w:rsidRPr="009E5972">
        <w:t>je re</w:t>
      </w:r>
      <w:r w:rsidRPr="009E5972">
        <w:t>s</w:t>
      </w:r>
      <w:r w:rsidRPr="009E5972">
        <w:t xml:space="preserve">tais indifférent </w:t>
      </w:r>
      <w:r w:rsidRPr="002B3119">
        <w:t>à ton appel</w:t>
      </w:r>
      <w:r w:rsidR="00E4444A" w:rsidRPr="0099306C">
        <w:t xml:space="preserve"> ? </w:t>
      </w:r>
      <w:r w:rsidRPr="002B3119">
        <w:t>Ne me devinais-tu pas</w:t>
      </w:r>
      <w:r w:rsidR="00E4444A" w:rsidRPr="0099306C">
        <w:t xml:space="preserve">, </w:t>
      </w:r>
      <w:r w:rsidRPr="002B3119">
        <w:t>debout derrière la porte</w:t>
      </w:r>
      <w:r w:rsidR="00E4444A" w:rsidRPr="0099306C">
        <w:t xml:space="preserve">, </w:t>
      </w:r>
      <w:r w:rsidRPr="002B3119">
        <w:t>dans le silence de la nuit résistant à l</w:t>
      </w:r>
      <w:r w:rsidR="00E4444A" w:rsidRPr="0099306C">
        <w:t>’</w:t>
      </w:r>
      <w:r w:rsidRPr="002B3119">
        <w:t>élan qui m</w:t>
      </w:r>
      <w:r w:rsidR="00E4444A" w:rsidRPr="0099306C">
        <w:t>’</w:t>
      </w:r>
      <w:r w:rsidRPr="002B3119">
        <w:t>entraînait vers toi</w:t>
      </w:r>
      <w:r w:rsidR="00E4444A" w:rsidRPr="0099306C">
        <w:t> ?</w:t>
      </w:r>
    </w:p>
    <w:p w14:paraId="03DE90BD" w14:textId="77777777" w:rsidR="00E4444A" w:rsidRPr="0099306C" w:rsidRDefault="002B3119" w:rsidP="002B3119">
      <w:r w:rsidRPr="002B3119">
        <w:t>Oui</w:t>
      </w:r>
      <w:r w:rsidR="00E4444A" w:rsidRPr="0099306C">
        <w:t xml:space="preserve">. </w:t>
      </w:r>
      <w:r w:rsidRPr="002B3119">
        <w:t>Ce fut bien le plus cruel sacrifice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avais pas le droit de t</w:t>
      </w:r>
      <w:r w:rsidR="00E4444A" w:rsidRPr="0099306C">
        <w:t>’</w:t>
      </w:r>
      <w:r w:rsidRPr="002B3119">
        <w:t>expliquer</w:t>
      </w:r>
      <w:r w:rsidR="00E4444A" w:rsidRPr="0099306C">
        <w:t>…</w:t>
      </w:r>
    </w:p>
    <w:p w14:paraId="0C634A00" w14:textId="77777777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le matin</w:t>
      </w:r>
      <w:r w:rsidR="00E4444A" w:rsidRPr="0099306C">
        <w:t xml:space="preserve">, </w:t>
      </w:r>
      <w:r w:rsidRPr="002B3119">
        <w:t>je comprenais à ton bon regard que tu ne m</w:t>
      </w:r>
      <w:r w:rsidR="00E4444A" w:rsidRPr="0099306C">
        <w:t>’</w:t>
      </w:r>
      <w:r w:rsidRPr="002B3119">
        <w:t>en voulais pas</w:t>
      </w:r>
      <w:r w:rsidR="00E4444A" w:rsidRPr="0099306C">
        <w:t xml:space="preserve">. </w:t>
      </w:r>
      <w:r w:rsidRPr="002B3119">
        <w:t>Comme je t</w:t>
      </w:r>
      <w:r w:rsidR="00E4444A" w:rsidRPr="0099306C">
        <w:t>’</w:t>
      </w:r>
      <w:r w:rsidRPr="002B3119">
        <w:t>aimais de m</w:t>
      </w:r>
      <w:r w:rsidR="00E4444A" w:rsidRPr="0099306C">
        <w:t>’</w:t>
      </w:r>
      <w:r w:rsidRPr="002B3119">
        <w:t>avoir pardonné</w:t>
      </w:r>
      <w:r w:rsidR="00E4444A" w:rsidRPr="0099306C">
        <w:t> !</w:t>
      </w:r>
    </w:p>
    <w:p w14:paraId="581AA356" w14:textId="77777777" w:rsidR="002B3119" w:rsidRPr="002B3119" w:rsidRDefault="002B3119" w:rsidP="002B3119"/>
    <w:p w14:paraId="10F90312" w14:textId="77777777" w:rsidR="00E4444A" w:rsidRPr="0099306C" w:rsidRDefault="002B3119" w:rsidP="002B3119">
      <w:r w:rsidRPr="002B3119">
        <w:t>La courbe de température se montra tout de suite irr</w:t>
      </w:r>
      <w:r w:rsidRPr="002B3119">
        <w:t>é</w:t>
      </w:r>
      <w:r w:rsidRPr="002B3119">
        <w:t>gulière</w:t>
      </w:r>
      <w:r w:rsidR="00E4444A" w:rsidRPr="0099306C">
        <w:t xml:space="preserve">, </w:t>
      </w:r>
      <w:r w:rsidRPr="002B3119">
        <w:t>avec des hauts et des bas</w:t>
      </w:r>
      <w:r w:rsidR="00E4444A" w:rsidRPr="0099306C">
        <w:t xml:space="preserve">, </w:t>
      </w:r>
      <w:r w:rsidRPr="002B3119">
        <w:t>des écarts</w:t>
      </w:r>
      <w:r w:rsidR="00E4444A" w:rsidRPr="0099306C">
        <w:t xml:space="preserve">, </w:t>
      </w:r>
      <w:r w:rsidRPr="002B3119">
        <w:t>suivant les heures</w:t>
      </w:r>
      <w:r w:rsidR="00E4444A" w:rsidRPr="0099306C">
        <w:t xml:space="preserve">, </w:t>
      </w:r>
      <w:r w:rsidRPr="002B3119">
        <w:t>de plusieurs degrés</w:t>
      </w:r>
      <w:r w:rsidR="00E4444A" w:rsidRPr="0099306C">
        <w:t>.</w:t>
      </w:r>
    </w:p>
    <w:p w14:paraId="3BF78170" w14:textId="306A0C3A" w:rsidR="00E4444A" w:rsidRPr="0099306C" w:rsidRDefault="002B3119" w:rsidP="002B3119">
      <w:r w:rsidRPr="002B3119">
        <w:t>Le thermomètre</w:t>
      </w:r>
      <w:r w:rsidR="00E4444A" w:rsidRPr="0099306C">
        <w:t xml:space="preserve">, </w:t>
      </w:r>
      <w:r w:rsidRPr="002B3119">
        <w:t>qui remontait dans 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cont</w:t>
      </w:r>
      <w:r w:rsidRPr="002B3119">
        <w:t>i</w:t>
      </w:r>
      <w:r w:rsidRPr="002B3119">
        <w:t>nuait jusqu</w:t>
      </w:r>
      <w:r w:rsidR="00E4444A" w:rsidRPr="0099306C">
        <w:t>’</w:t>
      </w:r>
      <w:r w:rsidRPr="002B3119">
        <w:t>à minuit son ascension</w:t>
      </w:r>
      <w:r w:rsidR="00E4444A" w:rsidRPr="0099306C">
        <w:t xml:space="preserve">. </w:t>
      </w:r>
      <w:r w:rsidRPr="002B3119">
        <w:t>Alors</w:t>
      </w:r>
      <w:r w:rsidR="00E4444A" w:rsidRPr="0099306C">
        <w:t xml:space="preserve">, </w:t>
      </w:r>
      <w:r w:rsidRPr="002B3119">
        <w:t>après m</w:t>
      </w:r>
      <w:r w:rsidR="00E4444A" w:rsidRPr="0099306C">
        <w:t>’</w:t>
      </w:r>
      <w:r w:rsidRPr="002B3119">
        <w:t>avoir a</w:t>
      </w:r>
      <w:r w:rsidRPr="002B3119">
        <w:t>p</w:t>
      </w:r>
      <w:r w:rsidRPr="002B3119">
        <w:t>pelé vainement</w:t>
      </w:r>
      <w:r w:rsidR="00E4444A" w:rsidRPr="0099306C">
        <w:t xml:space="preserve">, </w:t>
      </w:r>
      <w:r w:rsidRPr="002B3119">
        <w:t>la malade finissait par s</w:t>
      </w:r>
      <w:r w:rsidR="00E4444A" w:rsidRPr="0099306C">
        <w:t>’</w:t>
      </w:r>
      <w:r w:rsidRPr="002B3119">
        <w:t>assoupir</w:t>
      </w:r>
      <w:r w:rsidR="00E4444A" w:rsidRPr="0099306C">
        <w:t xml:space="preserve">, </w:t>
      </w:r>
      <w:r w:rsidRPr="002B3119">
        <w:t>ce que ma présence aurait probablement empêché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 xml:space="preserve">énergique </w:t>
      </w:r>
      <w:r w:rsidR="009E5972" w:rsidRPr="002B3119">
        <w:t>Édith</w:t>
      </w:r>
      <w:r w:rsidRPr="002B3119">
        <w:t xml:space="preserve"> avait donc raison</w:t>
      </w:r>
      <w:r w:rsidR="00E4444A" w:rsidRPr="0099306C">
        <w:t xml:space="preserve">. </w:t>
      </w:r>
      <w:r w:rsidRPr="002B3119">
        <w:t>Le matin</w:t>
      </w:r>
      <w:r w:rsidR="00E4444A" w:rsidRPr="0099306C">
        <w:t xml:space="preserve">, </w:t>
      </w:r>
      <w:r w:rsidRPr="002B3119">
        <w:t>quand j</w:t>
      </w:r>
      <w:r w:rsidR="00E4444A" w:rsidRPr="0099306C">
        <w:t>’</w:t>
      </w:r>
      <w:r w:rsidRPr="002B3119">
        <w:t>allais embrasser Yvette</w:t>
      </w:r>
      <w:r w:rsidR="00E4444A" w:rsidRPr="0099306C">
        <w:t xml:space="preserve">, </w:t>
      </w:r>
      <w:r w:rsidRPr="002B3119">
        <w:t>la courbe était presque revenue à la normale</w:t>
      </w:r>
      <w:r w:rsidR="00E4444A" w:rsidRPr="0099306C">
        <w:t>.</w:t>
      </w:r>
    </w:p>
    <w:p w14:paraId="212D6C7F" w14:textId="77777777" w:rsidR="00E4444A" w:rsidRPr="0099306C" w:rsidRDefault="002B3119" w:rsidP="002B3119">
      <w:r w:rsidRPr="002B3119">
        <w:t>Pourtant</w:t>
      </w:r>
      <w:r w:rsidR="00E4444A" w:rsidRPr="0099306C">
        <w:t xml:space="preserve">, </w:t>
      </w:r>
      <w:r w:rsidRPr="002B3119">
        <w:t>au bout d</w:t>
      </w:r>
      <w:r w:rsidR="00E4444A" w:rsidRPr="0099306C">
        <w:t>’</w:t>
      </w:r>
      <w:r w:rsidRPr="002B3119">
        <w:t>une semaine</w:t>
      </w:r>
      <w:r w:rsidR="00E4444A" w:rsidRPr="0099306C">
        <w:t xml:space="preserve">, </w:t>
      </w:r>
      <w:r w:rsidRPr="002B3119">
        <w:t>la fièvre s</w:t>
      </w:r>
      <w:r w:rsidR="00E4444A" w:rsidRPr="0099306C">
        <w:t>’</w:t>
      </w:r>
      <w:r w:rsidRPr="002B3119">
        <w:t>aggrava</w:t>
      </w:r>
      <w:r w:rsidR="00E4444A" w:rsidRPr="0099306C">
        <w:t xml:space="preserve">. </w:t>
      </w:r>
      <w:r w:rsidRPr="002B3119">
        <w:t>La ligne brisée</w:t>
      </w:r>
      <w:r w:rsidR="00E4444A" w:rsidRPr="0099306C">
        <w:t xml:space="preserve">, </w:t>
      </w:r>
      <w:r w:rsidRPr="002B3119">
        <w:t>faisant des sauts brusques</w:t>
      </w:r>
      <w:r w:rsidR="00E4444A" w:rsidRPr="0099306C">
        <w:t xml:space="preserve">, </w:t>
      </w:r>
      <w:r w:rsidRPr="002B3119">
        <w:t>dépassait chaque soir le niveau de la veille</w:t>
      </w:r>
      <w:r w:rsidR="00E4444A" w:rsidRPr="0099306C">
        <w:t xml:space="preserve">. </w:t>
      </w:r>
      <w:r w:rsidRPr="002B3119">
        <w:t>Yvette était comme terrassée</w:t>
      </w:r>
      <w:r w:rsidR="00E4444A" w:rsidRPr="0099306C">
        <w:t xml:space="preserve">. </w:t>
      </w:r>
      <w:r w:rsidRPr="002B3119">
        <w:t>Je considérais les graphiques avec angoisse</w:t>
      </w:r>
      <w:r w:rsidR="00E4444A" w:rsidRPr="0099306C">
        <w:t xml:space="preserve">. </w:t>
      </w:r>
      <w:r w:rsidRPr="002B3119">
        <w:t>Dans la journée</w:t>
      </w:r>
      <w:r w:rsidR="00E4444A" w:rsidRPr="0099306C">
        <w:t xml:space="preserve">, </w:t>
      </w:r>
      <w:r w:rsidRPr="002B3119">
        <w:t xml:space="preserve">quand </w:t>
      </w:r>
      <w:r w:rsidRPr="002B3119">
        <w:lastRenderedPageBreak/>
        <w:t>la garde prenait la température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émotion me serrait la gorge</w:t>
      </w:r>
      <w:r w:rsidR="00E4444A" w:rsidRPr="0099306C">
        <w:t xml:space="preserve">. </w:t>
      </w:r>
      <w:r w:rsidRPr="002B3119">
        <w:t>Deux fois par heure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aurais voulu qu</w:t>
      </w:r>
      <w:r w:rsidR="00E4444A" w:rsidRPr="0099306C">
        <w:t>’</w:t>
      </w:r>
      <w:r w:rsidRPr="002B3119">
        <w:t xml:space="preserve">elle </w:t>
      </w:r>
      <w:r w:rsidR="004151E8" w:rsidRPr="002B3119">
        <w:t>reco</w:t>
      </w:r>
      <w:r w:rsidR="004151E8" w:rsidRPr="002B3119">
        <w:t>m</w:t>
      </w:r>
      <w:r w:rsidR="004151E8" w:rsidRPr="002B3119">
        <w:t>mençât</w:t>
      </w:r>
      <w:r w:rsidR="00E4444A" w:rsidRPr="0099306C">
        <w:t xml:space="preserve">, </w:t>
      </w:r>
      <w:r w:rsidRPr="002B3119">
        <w:t>espérant toujours un léger mieux</w:t>
      </w:r>
      <w:r w:rsidR="00E4444A" w:rsidRPr="0099306C">
        <w:t xml:space="preserve">. </w:t>
      </w:r>
      <w:r w:rsidRPr="002B3119">
        <w:t>Ma vie était su</w:t>
      </w:r>
      <w:r w:rsidRPr="002B3119">
        <w:t>s</w:t>
      </w:r>
      <w:r w:rsidRPr="002B3119">
        <w:t>pendue à ce thermomètre</w:t>
      </w:r>
      <w:r w:rsidR="00E4444A" w:rsidRPr="0099306C">
        <w:t xml:space="preserve">. </w:t>
      </w:r>
      <w:r w:rsidRPr="002B3119">
        <w:t>Doutant de son exactitude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en achetai un autre</w:t>
      </w:r>
      <w:r w:rsidR="00E4444A" w:rsidRPr="0099306C">
        <w:t xml:space="preserve">. </w:t>
      </w:r>
      <w:r w:rsidRPr="002B3119">
        <w:t>Le résultat demeura le même</w:t>
      </w:r>
      <w:r w:rsidR="00E4444A" w:rsidRPr="0099306C">
        <w:t xml:space="preserve">. </w:t>
      </w:r>
      <w:r w:rsidRPr="002B3119">
        <w:t>La courbe remontait encore</w:t>
      </w:r>
      <w:r w:rsidR="00E4444A" w:rsidRPr="0099306C">
        <w:t xml:space="preserve">, </w:t>
      </w:r>
      <w:r w:rsidRPr="002B3119">
        <w:t>et le petit c</w:t>
      </w:r>
      <w:r w:rsidR="00E4444A" w:rsidRPr="0099306C">
        <w:t>œ</w:t>
      </w:r>
      <w:r w:rsidRPr="002B3119">
        <w:t>ur battait</w:t>
      </w:r>
      <w:r w:rsidR="00E4444A" w:rsidRPr="0099306C">
        <w:t xml:space="preserve">, </w:t>
      </w:r>
      <w:r w:rsidRPr="002B3119">
        <w:t>battait</w:t>
      </w:r>
      <w:r w:rsidR="00E4444A" w:rsidRPr="0099306C">
        <w:t>.</w:t>
      </w:r>
    </w:p>
    <w:p w14:paraId="66A81090" w14:textId="77777777" w:rsidR="00E4444A" w:rsidRPr="0099306C" w:rsidRDefault="002B3119" w:rsidP="002B3119">
      <w:r w:rsidRPr="002B3119">
        <w:t>Je voulus prévenir Jeanne</w:t>
      </w:r>
      <w:r w:rsidR="00E4444A" w:rsidRPr="0099306C">
        <w:t xml:space="preserve">, </w:t>
      </w:r>
      <w:r w:rsidRPr="002B3119">
        <w:t>mais que faisait-elle</w:t>
      </w:r>
      <w:r w:rsidR="00E4444A" w:rsidRPr="0099306C">
        <w:t xml:space="preserve">, </w:t>
      </w:r>
      <w:r w:rsidRPr="002B3119">
        <w:t>et quel pouvait être son état de santé</w:t>
      </w:r>
      <w:r w:rsidR="00E4444A" w:rsidRPr="0099306C">
        <w:t xml:space="preserve"> ? </w:t>
      </w:r>
      <w:r w:rsidRPr="002B3119">
        <w:t>Où la retrouver avec son humeur bizarre et sa manie de changement</w:t>
      </w:r>
      <w:r w:rsidR="00E4444A" w:rsidRPr="0099306C">
        <w:t xml:space="preserve"> ? </w:t>
      </w:r>
      <w:r w:rsidRPr="002B3119">
        <w:t>Puis son app</w:t>
      </w:r>
      <w:r w:rsidRPr="002B3119">
        <w:t>a</w:t>
      </w:r>
      <w:r w:rsidRPr="002B3119">
        <w:t>rition ne serait-elle pas trop émouvante pour Yvette</w:t>
      </w:r>
      <w:r w:rsidR="00E4444A" w:rsidRPr="0099306C">
        <w:t xml:space="preserve">, </w:t>
      </w:r>
      <w:r w:rsidRPr="002B3119">
        <w:t>qui pouvait douter qu</w:t>
      </w:r>
      <w:r w:rsidR="00E4444A" w:rsidRPr="0099306C">
        <w:t>’</w:t>
      </w:r>
      <w:r w:rsidRPr="002B3119">
        <w:t>elle vécût encore</w:t>
      </w:r>
      <w:r w:rsidR="00E4444A" w:rsidRPr="0099306C">
        <w:t xml:space="preserve">, </w:t>
      </w:r>
      <w:r w:rsidRPr="002B3119">
        <w:t>bien qu</w:t>
      </w:r>
      <w:r w:rsidR="00E4444A" w:rsidRPr="0099306C">
        <w:t>’</w:t>
      </w:r>
      <w:r w:rsidRPr="002B3119">
        <w:t>elle la nommât toujours dans sa prière</w:t>
      </w:r>
      <w:r w:rsidR="00E4444A" w:rsidRPr="0099306C">
        <w:t xml:space="preserve"> ? </w:t>
      </w:r>
      <w:r w:rsidRPr="002B3119">
        <w:t>J</w:t>
      </w:r>
      <w:r w:rsidR="00E4444A" w:rsidRPr="0099306C">
        <w:t>’</w:t>
      </w:r>
      <w:r w:rsidRPr="002B3119">
        <w:t>écrivis à son oncle à tout hasard</w:t>
      </w:r>
      <w:r w:rsidR="00E4444A" w:rsidRPr="0099306C">
        <w:t>.</w:t>
      </w:r>
    </w:p>
    <w:p w14:paraId="589048A4" w14:textId="77777777" w:rsidR="00E4444A" w:rsidRPr="0099306C" w:rsidRDefault="002B3119" w:rsidP="002B3119">
      <w:r w:rsidRPr="002B3119">
        <w:t>Pour combattre la fièvre qui devenait excessive</w:t>
      </w:r>
      <w:r w:rsidR="00E4444A" w:rsidRPr="0099306C">
        <w:t xml:space="preserve">, </w:t>
      </w:r>
      <w:r w:rsidRPr="002B3119">
        <w:t>le do</w:t>
      </w:r>
      <w:r w:rsidRPr="002B3119">
        <w:t>c</w:t>
      </w:r>
      <w:r w:rsidRPr="002B3119">
        <w:t>teur ordonna des bains</w:t>
      </w:r>
      <w:r w:rsidR="00E4444A" w:rsidRPr="0099306C">
        <w:t xml:space="preserve">, </w:t>
      </w:r>
      <w:r w:rsidRPr="002B3119">
        <w:t>quatre bains par vingt-quatre heures</w:t>
      </w:r>
      <w:r w:rsidR="00E4444A" w:rsidRPr="0099306C">
        <w:t xml:space="preserve">, </w:t>
      </w:r>
      <w:r w:rsidRPr="002B3119">
        <w:t>à intervalles réguliers</w:t>
      </w:r>
      <w:r w:rsidR="00E4444A" w:rsidRPr="0099306C">
        <w:t xml:space="preserve">. </w:t>
      </w:r>
      <w:r w:rsidRPr="002B3119">
        <w:t>Nous installâmes une ba</w:t>
      </w:r>
      <w:r w:rsidRPr="002B3119">
        <w:t>i</w:t>
      </w:r>
      <w:r w:rsidRPr="002B3119">
        <w:t>gnoire d</w:t>
      </w:r>
      <w:r w:rsidR="00E4444A" w:rsidRPr="0099306C">
        <w:t>’</w:t>
      </w:r>
      <w:r w:rsidRPr="002B3119">
        <w:t>enfant dans la chambre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Mais des moyens suffisants de chauffage n</w:t>
      </w:r>
      <w:r w:rsidR="00E4444A" w:rsidRPr="0099306C">
        <w:t>’</w:t>
      </w:r>
      <w:r w:rsidRPr="002B3119">
        <w:t>existaient qu</w:t>
      </w:r>
      <w:r w:rsidR="00E4444A" w:rsidRPr="0099306C">
        <w:t>’</w:t>
      </w:r>
      <w:r w:rsidRPr="002B3119">
        <w:t>au rez-de-chaussée</w:t>
      </w:r>
      <w:r w:rsidR="00E4444A" w:rsidRPr="0099306C">
        <w:t xml:space="preserve">. </w:t>
      </w:r>
      <w:r w:rsidRPr="002B3119">
        <w:t>Il fallait transporter l</w:t>
      </w:r>
      <w:r w:rsidR="00E4444A" w:rsidRPr="0099306C">
        <w:t>’</w:t>
      </w:r>
      <w:r w:rsidRPr="002B3119">
        <w:t>eau chaude d</w:t>
      </w:r>
      <w:r w:rsidR="00E4444A" w:rsidRPr="0099306C">
        <w:t>’</w:t>
      </w:r>
      <w:r w:rsidRPr="002B3119">
        <w:t>un étage à l</w:t>
      </w:r>
      <w:r w:rsidR="00E4444A" w:rsidRPr="0099306C">
        <w:t>’</w:t>
      </w:r>
      <w:r w:rsidRPr="002B3119">
        <w:t>autre</w:t>
      </w:r>
      <w:r w:rsidR="00E4444A" w:rsidRPr="0099306C">
        <w:t>.</w:t>
      </w:r>
    </w:p>
    <w:p w14:paraId="323F9DBC" w14:textId="77777777" w:rsidR="00E4444A" w:rsidRPr="0099306C" w:rsidRDefault="002B3119" w:rsidP="002B3119">
      <w:r w:rsidRPr="002B3119">
        <w:t>Souvent je les évoque</w:t>
      </w:r>
      <w:r w:rsidR="00E4444A" w:rsidRPr="0099306C">
        <w:t xml:space="preserve">, </w:t>
      </w:r>
      <w:r w:rsidRPr="002B3119">
        <w:t>ces bains</w:t>
      </w:r>
      <w:r w:rsidR="00E4444A" w:rsidRPr="0099306C">
        <w:t xml:space="preserve">. </w:t>
      </w:r>
      <w:r w:rsidRPr="002B3119">
        <w:t>Je revois surtout la nuit du premier</w:t>
      </w:r>
      <w:r w:rsidR="00E4444A" w:rsidRPr="0099306C">
        <w:t xml:space="preserve">. </w:t>
      </w:r>
      <w:r w:rsidRPr="002B3119">
        <w:t>La garde avait</w:t>
      </w:r>
      <w:r w:rsidR="00BF2D7D" w:rsidRPr="0099306C">
        <w:t xml:space="preserve"> </w:t>
      </w:r>
      <w:r w:rsidRPr="002B3119">
        <w:t>ranimé le feu de la chambre</w:t>
      </w:r>
      <w:r w:rsidR="00E4444A" w:rsidRPr="0099306C">
        <w:t xml:space="preserve">. </w:t>
      </w:r>
      <w:r w:rsidRPr="002B3119">
        <w:t>Une tiédeur de serre rendait impossible tout refroidissement</w:t>
      </w:r>
      <w:r w:rsidR="00E4444A" w:rsidRPr="0099306C">
        <w:t xml:space="preserve">. </w:t>
      </w:r>
      <w:r w:rsidRPr="002B3119">
        <w:t>Marie-Anne avait rassemblé sur le fourneau de la cuisine tout ce que la maison contenait de récipients</w:t>
      </w:r>
      <w:r w:rsidR="00E4444A" w:rsidRPr="0099306C">
        <w:t xml:space="preserve">, </w:t>
      </w:r>
      <w:r w:rsidRPr="002B3119">
        <w:t>et je transpo</w:t>
      </w:r>
      <w:r w:rsidRPr="002B3119">
        <w:t>r</w:t>
      </w:r>
      <w:r w:rsidRPr="002B3119">
        <w:t>tais l</w:t>
      </w:r>
      <w:r w:rsidR="00E4444A" w:rsidRPr="0099306C">
        <w:t>’</w:t>
      </w:r>
      <w:r w:rsidRPr="002B3119">
        <w:t>eau bouillante dans l</w:t>
      </w:r>
      <w:r w:rsidR="00E4444A" w:rsidRPr="0099306C">
        <w:t>’</w:t>
      </w:r>
      <w:r w:rsidRPr="002B3119">
        <w:t>escalier mal éclairé</w:t>
      </w:r>
      <w:r w:rsidR="00E4444A" w:rsidRPr="0099306C">
        <w:t xml:space="preserve">. </w:t>
      </w:r>
      <w:r w:rsidRPr="002B3119">
        <w:t>Tout ce r</w:t>
      </w:r>
      <w:r w:rsidRPr="002B3119">
        <w:t>e</w:t>
      </w:r>
      <w:r w:rsidRPr="002B3119">
        <w:t>mue-ménage semblait étonner la maison</w:t>
      </w:r>
      <w:r w:rsidR="00BF2D7D" w:rsidRPr="0099306C">
        <w:t>,</w:t>
      </w:r>
      <w:r w:rsidR="00E4444A" w:rsidRPr="0099306C">
        <w:t xml:space="preserve"> </w:t>
      </w:r>
      <w:r w:rsidRPr="002B3119">
        <w:t>et il m</w:t>
      </w:r>
      <w:r w:rsidR="00E4444A" w:rsidRPr="0099306C">
        <w:t>’</w:t>
      </w:r>
      <w:r w:rsidRPr="002B3119">
        <w:t>impressionnait moi-même</w:t>
      </w:r>
      <w:r w:rsidR="00E4444A" w:rsidRPr="0099306C">
        <w:t xml:space="preserve">, </w:t>
      </w:r>
      <w:r w:rsidRPr="002B3119">
        <w:t>ce mouvement nocturne dans la chambre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à cette heure tardive où d</w:t>
      </w:r>
      <w:r w:rsidR="00E4444A" w:rsidRPr="0099306C">
        <w:t>’</w:t>
      </w:r>
      <w:r w:rsidRPr="002B3119">
        <w:t>habitude elle dormait</w:t>
      </w:r>
      <w:r w:rsidR="00E4444A" w:rsidRPr="0099306C">
        <w:t xml:space="preserve">. </w:t>
      </w:r>
      <w:r w:rsidRPr="002B3119">
        <w:t>Malgré tout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éprouvais un soulagement</w:t>
      </w:r>
      <w:r w:rsidR="00E4444A" w:rsidRPr="0099306C">
        <w:t xml:space="preserve">. </w:t>
      </w:r>
      <w:r w:rsidRPr="002B3119">
        <w:t>De ma chambre où chaque nuit j</w:t>
      </w:r>
      <w:r w:rsidR="00E4444A" w:rsidRPr="0099306C">
        <w:t>’</w:t>
      </w:r>
      <w:r w:rsidRPr="002B3119">
        <w:t>étais reclus</w:t>
      </w:r>
      <w:r w:rsidR="00E4444A" w:rsidRPr="0099306C">
        <w:t xml:space="preserve">, </w:t>
      </w:r>
      <w:r w:rsidRPr="002B3119">
        <w:t>je sortais comme d</w:t>
      </w:r>
      <w:r w:rsidR="00E4444A" w:rsidRPr="0099306C">
        <w:t>’</w:t>
      </w:r>
      <w:r w:rsidRPr="002B3119">
        <w:t>une prison</w:t>
      </w:r>
      <w:r w:rsidR="00E4444A" w:rsidRPr="0099306C">
        <w:t xml:space="preserve">. </w:t>
      </w:r>
      <w:r w:rsidRPr="002B3119">
        <w:t>Transporter cette eau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s</w:t>
      </w:r>
      <w:r w:rsidR="00E4444A" w:rsidRPr="0099306C">
        <w:t>’</w:t>
      </w:r>
      <w:r w:rsidRPr="002B3119">
        <w:t>occuper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Tout valait mieux que la rage impuissante d</w:t>
      </w:r>
      <w:r w:rsidR="00E4444A" w:rsidRPr="0099306C">
        <w:t>’</w:t>
      </w:r>
      <w:r w:rsidRPr="002B3119">
        <w:t>un père crispé derrière une porte fermée</w:t>
      </w:r>
      <w:r w:rsidR="00E4444A" w:rsidRPr="0099306C">
        <w:t>.</w:t>
      </w:r>
    </w:p>
    <w:p w14:paraId="4D930D30" w14:textId="77777777" w:rsidR="00E4444A" w:rsidRPr="0099306C" w:rsidRDefault="002B3119" w:rsidP="002B3119">
      <w:r w:rsidRPr="002B3119">
        <w:lastRenderedPageBreak/>
        <w:t>Quand tout fut prêt</w:t>
      </w:r>
      <w:r w:rsidR="00E4444A" w:rsidRPr="0099306C">
        <w:t xml:space="preserve">, </w:t>
      </w:r>
      <w:r w:rsidRPr="002B3119">
        <w:t>la garde retira la chemise de nuit et tendit les mains pour soulever l</w:t>
      </w:r>
      <w:r w:rsidR="00E4444A" w:rsidRPr="0099306C">
        <w:t>’</w:t>
      </w:r>
      <w:r w:rsidRPr="002B3119">
        <w:t>enfant</w:t>
      </w:r>
      <w:r w:rsidR="00E4444A" w:rsidRPr="0099306C">
        <w:t xml:space="preserve">. </w:t>
      </w:r>
      <w:r w:rsidRPr="002B3119">
        <w:t>Mais Yvette</w:t>
      </w:r>
      <w:r w:rsidR="00E4444A" w:rsidRPr="0099306C">
        <w:t xml:space="preserve">, </w:t>
      </w:r>
      <w:r w:rsidRPr="002B3119">
        <w:t>bien r</w:t>
      </w:r>
      <w:r w:rsidRPr="002B3119">
        <w:t>é</w:t>
      </w:r>
      <w:r w:rsidRPr="002B3119">
        <w:t>veillée</w:t>
      </w:r>
      <w:r w:rsidR="00E4444A" w:rsidRPr="0099306C">
        <w:t xml:space="preserve">, </w:t>
      </w:r>
      <w:r w:rsidRPr="002B3119">
        <w:t>murmura</w:t>
      </w:r>
      <w:r w:rsidR="00E4444A" w:rsidRPr="0099306C">
        <w:t> :</w:t>
      </w:r>
    </w:p>
    <w:p w14:paraId="1D6DC6C0" w14:textId="77777777" w:rsidR="00E4444A" w:rsidRPr="0099306C" w:rsidRDefault="00E4444A" w:rsidP="002B3119">
      <w:r w:rsidRPr="0099306C">
        <w:t>— </w:t>
      </w:r>
      <w:r w:rsidR="002B3119" w:rsidRPr="002B3119">
        <w:t>Je voudrais que ce fût papa</w:t>
      </w:r>
      <w:r w:rsidRPr="0099306C">
        <w:t>…</w:t>
      </w:r>
    </w:p>
    <w:p w14:paraId="176E8533" w14:textId="77777777" w:rsidR="00E4444A" w:rsidRPr="0099306C" w:rsidRDefault="002B3119" w:rsidP="002B3119">
      <w:r w:rsidRPr="002B3119">
        <w:t>Et je pris dans mes bras le cher petit corps amaigri</w:t>
      </w:r>
      <w:r w:rsidR="00E4444A" w:rsidRPr="0099306C">
        <w:t>.</w:t>
      </w:r>
    </w:p>
    <w:p w14:paraId="05F8BA04" w14:textId="4DD024B1" w:rsidR="00E4444A" w:rsidRPr="0099306C" w:rsidRDefault="002B3119" w:rsidP="002B3119">
      <w:r w:rsidRPr="002B3119">
        <w:t>Comme elle était forte et sage</w:t>
      </w:r>
      <w:r w:rsidR="00E4444A" w:rsidRPr="0099306C">
        <w:t xml:space="preserve"> ! </w:t>
      </w:r>
      <w:r w:rsidRPr="002B3119">
        <w:t>quel effort elle faisait pour se comporter vaillamment</w:t>
      </w:r>
      <w:r w:rsidR="00E4444A" w:rsidRPr="0099306C">
        <w:t xml:space="preserve"> ! </w:t>
      </w:r>
      <w:r w:rsidRPr="002B3119">
        <w:t>comme ils exprimaient</w:t>
      </w:r>
      <w:r w:rsidR="00E4444A" w:rsidRPr="0099306C">
        <w:t xml:space="preserve">, </w:t>
      </w:r>
      <w:r w:rsidRPr="002B3119">
        <w:t>ses yeux</w:t>
      </w:r>
      <w:r w:rsidR="00E4444A" w:rsidRPr="0099306C">
        <w:t xml:space="preserve">, </w:t>
      </w:r>
      <w:r w:rsidRPr="002B3119">
        <w:t>la confiance absolue en moi</w:t>
      </w:r>
      <w:r w:rsidR="00E4444A" w:rsidRPr="0099306C">
        <w:t xml:space="preserve"> ! </w:t>
      </w:r>
      <w:r w:rsidRPr="002B3119">
        <w:t>Par le silence de la nuit</w:t>
      </w:r>
      <w:r w:rsidR="00E4444A" w:rsidRPr="0099306C">
        <w:t xml:space="preserve">, </w:t>
      </w:r>
      <w:r w:rsidRPr="002B3119">
        <w:t>par l</w:t>
      </w:r>
      <w:r w:rsidR="00E4444A" w:rsidRPr="0099306C">
        <w:t>’</w:t>
      </w:r>
      <w:r w:rsidRPr="002B3119">
        <w:t>étrangeté</w:t>
      </w:r>
      <w:r w:rsidR="00E4444A" w:rsidRPr="0099306C">
        <w:t xml:space="preserve">, </w:t>
      </w:r>
      <w:r w:rsidRPr="002B3119">
        <w:t>à pareille heure</w:t>
      </w:r>
      <w:r w:rsidR="00E4444A" w:rsidRPr="0099306C">
        <w:t xml:space="preserve">, </w:t>
      </w:r>
      <w:r w:rsidRPr="002B3119">
        <w:t>de ces bains</w:t>
      </w:r>
      <w:r w:rsidR="00E4444A" w:rsidRPr="0099306C">
        <w:t xml:space="preserve">, </w:t>
      </w:r>
      <w:r w:rsidRPr="002B3119">
        <w:t>elle ne voulait pas se laisser troubler</w:t>
      </w:r>
      <w:r w:rsidR="00E4444A" w:rsidRPr="0099306C">
        <w:t xml:space="preserve">. </w:t>
      </w:r>
      <w:r w:rsidRPr="002B3119">
        <w:t>Les petites jambes</w:t>
      </w:r>
      <w:r w:rsidR="00E4444A" w:rsidRPr="0099306C">
        <w:t xml:space="preserve">, </w:t>
      </w:r>
      <w:r w:rsidRPr="002B3119">
        <w:t>si frêles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allongeaient dans l</w:t>
      </w:r>
      <w:r w:rsidR="00E4444A" w:rsidRPr="0099306C">
        <w:t>’</w:t>
      </w:r>
      <w:r w:rsidRPr="002B3119">
        <w:t>eau transparente et je lui tenais les mains pendant qu</w:t>
      </w:r>
      <w:r w:rsidR="00E4444A" w:rsidRPr="0099306C">
        <w:t>’</w:t>
      </w:r>
      <w:r w:rsidR="00A475BD" w:rsidRPr="002B3119">
        <w:t>Édith</w:t>
      </w:r>
      <w:r w:rsidRPr="002B3119">
        <w:t xml:space="preserve"> changeait la bouillotte du lit et fa</w:t>
      </w:r>
      <w:r w:rsidRPr="002B3119">
        <w:t>i</w:t>
      </w:r>
      <w:r w:rsidRPr="002B3119">
        <w:t>sait tiédir les couvertures devant la flamme</w:t>
      </w:r>
      <w:r w:rsidR="00E4444A" w:rsidRPr="0099306C">
        <w:t>.</w:t>
      </w:r>
    </w:p>
    <w:p w14:paraId="3204DFAE" w14:textId="77777777" w:rsidR="00E4444A" w:rsidRPr="0099306C" w:rsidRDefault="002B3119" w:rsidP="002B3119">
      <w:r w:rsidRPr="002B3119">
        <w:t>Puis</w:t>
      </w:r>
      <w:r w:rsidR="00E4444A" w:rsidRPr="0099306C">
        <w:t xml:space="preserve">, </w:t>
      </w:r>
      <w:r w:rsidRPr="002B3119">
        <w:t>après le laps de temps voulu</w:t>
      </w:r>
      <w:r w:rsidR="00E4444A" w:rsidRPr="0099306C">
        <w:t xml:space="preserve">, </w:t>
      </w:r>
      <w:r w:rsidRPr="002B3119">
        <w:t>je retirai</w:t>
      </w:r>
      <w:r w:rsidR="00A475BD">
        <w:t>s</w:t>
      </w:r>
      <w:r w:rsidRPr="002B3119">
        <w:t xml:space="preserve"> de l</w:t>
      </w:r>
      <w:r w:rsidR="00E4444A" w:rsidRPr="0099306C">
        <w:t>’</w:t>
      </w:r>
      <w:r w:rsidRPr="002B3119">
        <w:t>eau le petit corps mouillé que nous enveloppions dans les couve</w:t>
      </w:r>
      <w:r w:rsidRPr="002B3119">
        <w:t>r</w:t>
      </w:r>
      <w:r w:rsidRPr="002B3119">
        <w:t>tures</w:t>
      </w:r>
      <w:r w:rsidR="00E4444A" w:rsidRPr="0099306C">
        <w:t>.</w:t>
      </w:r>
    </w:p>
    <w:p w14:paraId="0005E0D8" w14:textId="77777777" w:rsidR="00E4444A" w:rsidRPr="0099306C" w:rsidRDefault="002B3119" w:rsidP="002B3119">
      <w:r w:rsidRPr="002B3119">
        <w:t>Les bains produisirent leur effet</w:t>
      </w:r>
      <w:r w:rsidR="00E4444A" w:rsidRPr="0099306C">
        <w:t xml:space="preserve">. </w:t>
      </w:r>
      <w:r w:rsidRPr="002B3119">
        <w:t>Dès le lendemain</w:t>
      </w:r>
      <w:r w:rsidR="00E4444A" w:rsidRPr="0099306C">
        <w:t xml:space="preserve">, </w:t>
      </w:r>
      <w:r w:rsidRPr="002B3119">
        <w:t>les écarts de température avaient diminué</w:t>
      </w:r>
      <w:r w:rsidR="00E4444A" w:rsidRPr="0099306C">
        <w:t xml:space="preserve">. </w:t>
      </w:r>
      <w:r w:rsidRPr="002B3119">
        <w:t>Trois jours après</w:t>
      </w:r>
      <w:r w:rsidR="00E4444A" w:rsidRPr="0099306C">
        <w:t xml:space="preserve">, </w:t>
      </w:r>
      <w:r w:rsidRPr="002B3119">
        <w:t>les progrès étaient si sensibles que la fièvre avait presque disp</w:t>
      </w:r>
      <w:r w:rsidRPr="002B3119">
        <w:t>a</w:t>
      </w:r>
      <w:r w:rsidRPr="002B3119">
        <w:t>ru</w:t>
      </w:r>
      <w:r w:rsidR="00E4444A" w:rsidRPr="0099306C">
        <w:t xml:space="preserve">. </w:t>
      </w:r>
      <w:r w:rsidRPr="002B3119">
        <w:t>Yvette se sentait revivre</w:t>
      </w:r>
      <w:r w:rsidR="00E4444A" w:rsidRPr="0099306C">
        <w:t xml:space="preserve">. </w:t>
      </w:r>
      <w:r w:rsidRPr="002B3119">
        <w:t>Un beau matin</w:t>
      </w:r>
      <w:r w:rsidR="00E4444A" w:rsidRPr="0099306C">
        <w:t xml:space="preserve">, </w:t>
      </w:r>
      <w:r w:rsidRPr="002B3119">
        <w:t>avant mon d</w:t>
      </w:r>
      <w:r w:rsidRPr="002B3119">
        <w:t>é</w:t>
      </w:r>
      <w:r w:rsidRPr="002B3119">
        <w:t>part pour le collège</w:t>
      </w:r>
      <w:r w:rsidR="00E4444A" w:rsidRPr="0099306C">
        <w:t xml:space="preserve">, </w:t>
      </w:r>
      <w:r w:rsidRPr="002B3119">
        <w:t>je la trouvai assise dans son lit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aiguille en main</w:t>
      </w:r>
      <w:r w:rsidR="00E4444A" w:rsidRPr="0099306C">
        <w:t xml:space="preserve">, </w:t>
      </w:r>
      <w:r w:rsidRPr="002B3119">
        <w:t>fort occupée à un petit travail de broderie</w:t>
      </w:r>
      <w:r w:rsidR="00E4444A" w:rsidRPr="0099306C">
        <w:t>.</w:t>
      </w:r>
    </w:p>
    <w:p w14:paraId="7C8F6EA5" w14:textId="77777777" w:rsidR="00E4444A" w:rsidRPr="0099306C" w:rsidRDefault="002B3119" w:rsidP="002B3119">
      <w:r w:rsidRPr="002B3119">
        <w:t>Pour m</w:t>
      </w:r>
      <w:r w:rsidR="00E4444A" w:rsidRPr="0099306C">
        <w:t>’</w:t>
      </w:r>
      <w:r w:rsidRPr="002B3119">
        <w:t>embrasser</w:t>
      </w:r>
      <w:r w:rsidR="00E4444A" w:rsidRPr="0099306C">
        <w:t xml:space="preserve">, </w:t>
      </w:r>
      <w:r w:rsidRPr="002B3119">
        <w:t>elle piqua dans le canevas l</w:t>
      </w:r>
      <w:r w:rsidR="00E4444A" w:rsidRPr="0099306C">
        <w:t>’</w:t>
      </w:r>
      <w:r w:rsidRPr="002B3119">
        <w:t>aiguille enfilée de laine rouge</w:t>
      </w:r>
      <w:r w:rsidR="00E4444A" w:rsidRPr="0099306C">
        <w:t xml:space="preserve">, </w:t>
      </w:r>
      <w:r w:rsidRPr="002B3119">
        <w:t>et je posai l</w:t>
      </w:r>
      <w:r w:rsidR="00E4444A" w:rsidRPr="0099306C">
        <w:t>’</w:t>
      </w:r>
      <w:r w:rsidRPr="002B3119">
        <w:t>ouvrage sur la cheminée</w:t>
      </w:r>
      <w:r w:rsidR="00E4444A" w:rsidRPr="0099306C">
        <w:t>.</w:t>
      </w:r>
    </w:p>
    <w:p w14:paraId="2594A848" w14:textId="77777777" w:rsidR="002B3119" w:rsidRPr="002B3119" w:rsidRDefault="002B3119" w:rsidP="002B3119"/>
    <w:p w14:paraId="530888A1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espérance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éternelle espérance rouvrait ses ailes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ébauchai de beaux projets</w:t>
      </w:r>
      <w:r w:rsidR="00E4444A" w:rsidRPr="0099306C">
        <w:t xml:space="preserve">. </w:t>
      </w:r>
      <w:r w:rsidRPr="002B3119">
        <w:t>Dans quelques semaines</w:t>
      </w:r>
      <w:r w:rsidR="00E4444A" w:rsidRPr="0099306C">
        <w:t xml:space="preserve">, </w:t>
      </w:r>
      <w:r w:rsidRPr="002B3119">
        <w:t>la douce période de la convalescence allait commencer</w:t>
      </w:r>
      <w:r w:rsidR="00E4444A" w:rsidRPr="0099306C">
        <w:t xml:space="preserve">. </w:t>
      </w:r>
      <w:r w:rsidRPr="002B3119">
        <w:t>Ce s</w:t>
      </w:r>
      <w:r w:rsidRPr="002B3119">
        <w:t>e</w:t>
      </w:r>
      <w:r w:rsidRPr="002B3119">
        <w:t>rait comme une nouvelle naissance</w:t>
      </w:r>
      <w:r w:rsidR="00E4444A" w:rsidRPr="0099306C">
        <w:t xml:space="preserve">. </w:t>
      </w:r>
      <w:r w:rsidRPr="002B3119">
        <w:t>Après tant d</w:t>
      </w:r>
      <w:r w:rsidR="00E4444A" w:rsidRPr="0099306C">
        <w:t>’</w:t>
      </w:r>
      <w:r w:rsidRPr="002B3119">
        <w:t>inquiétudes</w:t>
      </w:r>
      <w:r w:rsidR="00E4444A" w:rsidRPr="0099306C">
        <w:t xml:space="preserve">, </w:t>
      </w:r>
      <w:r w:rsidRPr="002B3119">
        <w:lastRenderedPageBreak/>
        <w:t>comme nous allions mieux nous aimer</w:t>
      </w:r>
      <w:r w:rsidR="00E4444A" w:rsidRPr="0099306C">
        <w:t xml:space="preserve"> ! </w:t>
      </w:r>
      <w:r w:rsidRPr="002B3119">
        <w:t>Chaque jour marquerait un progrès nouveau</w:t>
      </w:r>
      <w:r w:rsidR="00E4444A" w:rsidRPr="0099306C">
        <w:t xml:space="preserve">, </w:t>
      </w:r>
      <w:r w:rsidRPr="002B3119">
        <w:t>un lent et co</w:t>
      </w:r>
      <w:r w:rsidRPr="002B3119">
        <w:t>n</w:t>
      </w:r>
      <w:r w:rsidRPr="002B3119">
        <w:t>tinu retour à la vie</w:t>
      </w:r>
      <w:r w:rsidR="00E4444A" w:rsidRPr="0099306C">
        <w:t xml:space="preserve">, </w:t>
      </w:r>
      <w:r w:rsidRPr="002B3119">
        <w:t>une calme avance faite pas à pas</w:t>
      </w:r>
      <w:r w:rsidR="00E4444A" w:rsidRPr="0099306C">
        <w:t xml:space="preserve">, </w:t>
      </w:r>
      <w:r w:rsidRPr="002B3119">
        <w:t>comme par un enfant qui apprend à marcher</w:t>
      </w:r>
      <w:r w:rsidR="00E4444A" w:rsidRPr="0099306C">
        <w:t xml:space="preserve">. </w:t>
      </w:r>
      <w:r w:rsidRPr="002B3119">
        <w:t>Oh</w:t>
      </w:r>
      <w:r w:rsidR="00E4444A" w:rsidRPr="0099306C">
        <w:t xml:space="preserve"> ! </w:t>
      </w:r>
      <w:r w:rsidRPr="002B3119">
        <w:t>la joie du premier petit potage</w:t>
      </w:r>
      <w:r w:rsidR="00E4444A" w:rsidRPr="0099306C">
        <w:t xml:space="preserve">, </w:t>
      </w:r>
      <w:r w:rsidRPr="002B3119">
        <w:t>si amoureusement préparé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 xml:space="preserve">émotion du premier </w:t>
      </w:r>
      <w:r w:rsidR="004151E8">
        <w:t>œuf</w:t>
      </w:r>
      <w:r w:rsidR="00E4444A" w:rsidRPr="0099306C">
        <w:t xml:space="preserve"> ! </w:t>
      </w:r>
      <w:r w:rsidRPr="002B3119">
        <w:t>Puis je demanderais un congé</w:t>
      </w:r>
      <w:r w:rsidR="00E4444A" w:rsidRPr="0099306C">
        <w:t xml:space="preserve">. </w:t>
      </w:r>
      <w:r w:rsidRPr="002B3119">
        <w:t>Nous part</w:t>
      </w:r>
      <w:r w:rsidRPr="002B3119">
        <w:t>i</w:t>
      </w:r>
      <w:r w:rsidRPr="002B3119">
        <w:t>rions ensemble pour le Midi</w:t>
      </w:r>
      <w:r w:rsidR="00E4444A" w:rsidRPr="0099306C">
        <w:t xml:space="preserve">, </w:t>
      </w:r>
      <w:r w:rsidRPr="002B3119">
        <w:t>pour l</w:t>
      </w:r>
      <w:r w:rsidR="00E4444A" w:rsidRPr="0099306C">
        <w:t>’</w:t>
      </w:r>
      <w:r w:rsidRPr="002B3119">
        <w:t>heureuse Côte d</w:t>
      </w:r>
      <w:r w:rsidR="00E4444A" w:rsidRPr="0099306C">
        <w:t>’</w:t>
      </w:r>
      <w:r w:rsidRPr="002B3119">
        <w:t>Azur</w:t>
      </w:r>
      <w:r w:rsidR="00E4444A" w:rsidRPr="0099306C">
        <w:t xml:space="preserve">, </w:t>
      </w:r>
      <w:r w:rsidRPr="002B3119">
        <w:t>au bon pays du soleil qui rend des forces aux enfants riches</w:t>
      </w:r>
      <w:r w:rsidR="00E4444A" w:rsidRPr="0099306C">
        <w:t xml:space="preserve"> ! </w:t>
      </w:r>
      <w:r w:rsidRPr="002B3119">
        <w:t>Et je bercerais doucement Yvette</w:t>
      </w:r>
      <w:r w:rsidR="00E4444A" w:rsidRPr="0099306C">
        <w:t xml:space="preserve">, </w:t>
      </w:r>
      <w:r w:rsidRPr="002B3119">
        <w:t>qui</w:t>
      </w:r>
      <w:r w:rsidR="00E4444A" w:rsidRPr="0099306C">
        <w:t xml:space="preserve">, </w:t>
      </w:r>
      <w:r w:rsidRPr="002B3119">
        <w:t>plus tard</w:t>
      </w:r>
      <w:r w:rsidR="00E4444A" w:rsidRPr="0099306C">
        <w:t xml:space="preserve">, </w:t>
      </w:r>
      <w:r w:rsidRPr="002B3119">
        <w:t>quand je serais bien vieux</w:t>
      </w:r>
      <w:r w:rsidR="00E4444A" w:rsidRPr="0099306C">
        <w:t xml:space="preserve">, </w:t>
      </w:r>
      <w:r w:rsidRPr="002B3119">
        <w:t>me soignerait à son tour comme je l</w:t>
      </w:r>
      <w:r w:rsidR="00E4444A" w:rsidRPr="0099306C">
        <w:t>’</w:t>
      </w:r>
      <w:r w:rsidRPr="002B3119">
        <w:t>avais so</w:t>
      </w:r>
      <w:r w:rsidRPr="002B3119">
        <w:t>i</w:t>
      </w:r>
      <w:r w:rsidRPr="002B3119">
        <w:t>gnée</w:t>
      </w:r>
      <w:r w:rsidR="00E4444A" w:rsidRPr="0099306C">
        <w:t xml:space="preserve">, </w:t>
      </w:r>
      <w:r w:rsidRPr="002B3119">
        <w:t>en attendant</w:t>
      </w:r>
      <w:r w:rsidR="00E4444A" w:rsidRPr="0099306C">
        <w:t xml:space="preserve">, </w:t>
      </w:r>
      <w:r w:rsidRPr="002B3119">
        <w:t>mon heure venue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être là pour me fe</w:t>
      </w:r>
      <w:r w:rsidRPr="002B3119">
        <w:t>r</w:t>
      </w:r>
      <w:r w:rsidRPr="002B3119">
        <w:t>mer les yeux</w:t>
      </w:r>
      <w:r w:rsidR="00E4444A" w:rsidRPr="0099306C">
        <w:t xml:space="preserve">. </w:t>
      </w:r>
      <w:r w:rsidRPr="002B3119">
        <w:t>Et elle serait tout à fait rétablie pour la fin de décembre</w:t>
      </w:r>
      <w:r w:rsidR="00E4444A" w:rsidRPr="0099306C">
        <w:t xml:space="preserve"> ! </w:t>
      </w:r>
      <w:r w:rsidRPr="002B3119">
        <w:t>Nous serions de retour vers la Noël</w:t>
      </w:r>
      <w:r w:rsidR="00E4444A" w:rsidRPr="0099306C">
        <w:t>…</w:t>
      </w:r>
    </w:p>
    <w:p w14:paraId="096E645B" w14:textId="77777777" w:rsidR="00E4444A" w:rsidRPr="0099306C" w:rsidRDefault="002B3119" w:rsidP="002B3119">
      <w:r w:rsidRPr="002B3119">
        <w:t>Ah</w:t>
      </w:r>
      <w:r w:rsidR="00E4444A" w:rsidRPr="0099306C">
        <w:t xml:space="preserve"> ! </w:t>
      </w:r>
      <w:r w:rsidRPr="002B3119">
        <w:t>le beau Noël que nous aurions cette année-là</w:t>
      </w:r>
      <w:r w:rsidR="00E4444A" w:rsidRPr="0099306C">
        <w:t> !</w:t>
      </w:r>
    </w:p>
    <w:p w14:paraId="6B0C9EB2" w14:textId="77777777" w:rsidR="002B3119" w:rsidRPr="002B3119" w:rsidRDefault="002B3119" w:rsidP="002B3119"/>
    <w:p w14:paraId="5E30EFE0" w14:textId="77777777" w:rsidR="00E4444A" w:rsidRPr="0099306C" w:rsidRDefault="002B3119" w:rsidP="002B3119">
      <w:r w:rsidRPr="002B3119">
        <w:t>Vers le soir</w:t>
      </w:r>
      <w:r w:rsidR="00E4444A" w:rsidRPr="0099306C">
        <w:t xml:space="preserve">, </w:t>
      </w:r>
      <w:r w:rsidRPr="002B3119">
        <w:t>le pasteur vint me voir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offris pas de l</w:t>
      </w:r>
      <w:r w:rsidR="00E4444A" w:rsidRPr="0099306C">
        <w:t>’</w:t>
      </w:r>
      <w:r w:rsidRPr="002B3119">
        <w:t>introduire auprès d</w:t>
      </w:r>
      <w:r w:rsidR="00E4444A" w:rsidRPr="0099306C">
        <w:t>’</w:t>
      </w:r>
      <w:r w:rsidRPr="002B3119">
        <w:t>Yvette à qui toute fatigue devait être encore épargnée</w:t>
      </w:r>
      <w:r w:rsidR="00E4444A" w:rsidRPr="0099306C">
        <w:t xml:space="preserve">. </w:t>
      </w:r>
      <w:r w:rsidRPr="002B3119">
        <w:t>Mais il me proposa de prier pour elle et il supplia Dieu de bénir le petit ange</w:t>
      </w:r>
      <w:r w:rsidR="00E4444A" w:rsidRPr="0099306C">
        <w:t xml:space="preserve">. </w:t>
      </w:r>
      <w:r w:rsidRPr="002B3119">
        <w:t>Quand nous relevâmes la tête</w:t>
      </w:r>
      <w:r w:rsidR="00E4444A" w:rsidRPr="0099306C">
        <w:t xml:space="preserve">, </w:t>
      </w:r>
      <w:r w:rsidRPr="002B3119">
        <w:t>je remerciai le pasteur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le c</w:t>
      </w:r>
      <w:r w:rsidR="00E4444A" w:rsidRPr="0099306C">
        <w:t>œ</w:t>
      </w:r>
      <w:r w:rsidRPr="002B3119">
        <w:t>ur tout rasséréné</w:t>
      </w:r>
      <w:r w:rsidR="00E4444A" w:rsidRPr="0099306C">
        <w:t xml:space="preserve">. </w:t>
      </w:r>
      <w:r w:rsidRPr="002B3119">
        <w:t>De douces larmes mouillaient mes yeux</w:t>
      </w:r>
      <w:r w:rsidR="00E4444A" w:rsidRPr="0099306C">
        <w:t xml:space="preserve">. </w:t>
      </w:r>
      <w:r w:rsidRPr="002B3119">
        <w:t>Le pasteur me prit la main et me dit avec beaucoup d</w:t>
      </w:r>
      <w:r w:rsidR="00E4444A" w:rsidRPr="0099306C">
        <w:t>’</w:t>
      </w:r>
      <w:r w:rsidRPr="002B3119">
        <w:t>affection</w:t>
      </w:r>
      <w:r w:rsidR="00E4444A" w:rsidRPr="0099306C">
        <w:t> :</w:t>
      </w:r>
    </w:p>
    <w:p w14:paraId="166F3CB8" w14:textId="77777777" w:rsidR="00E4444A" w:rsidRPr="0099306C" w:rsidRDefault="00E4444A" w:rsidP="002B3119">
      <w:r w:rsidRPr="0099306C">
        <w:t>— </w:t>
      </w:r>
      <w:r w:rsidR="002B3119" w:rsidRPr="002B3119">
        <w:t>Ah</w:t>
      </w:r>
      <w:r w:rsidRPr="0099306C">
        <w:t xml:space="preserve"> ! </w:t>
      </w:r>
      <w:r w:rsidR="002B3119" w:rsidRPr="002B3119">
        <w:t>mon ami</w:t>
      </w:r>
      <w:r w:rsidRPr="0099306C">
        <w:t xml:space="preserve">, </w:t>
      </w:r>
      <w:r w:rsidR="002B3119" w:rsidRPr="002B3119">
        <w:t>vous en aurez connu des tourments</w:t>
      </w:r>
      <w:r w:rsidRPr="0099306C">
        <w:t> !</w:t>
      </w:r>
    </w:p>
    <w:p w14:paraId="4479183D" w14:textId="77777777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ces tourments</w:t>
      </w:r>
      <w:r w:rsidR="00E4444A" w:rsidRPr="0099306C">
        <w:t xml:space="preserve">, </w:t>
      </w:r>
      <w:r w:rsidRPr="002B3119">
        <w:t xml:space="preserve">il en parlait </w:t>
      </w:r>
      <w:r w:rsidR="004151E8" w:rsidRPr="002B3119">
        <w:t>maintenant</w:t>
      </w:r>
      <w:r w:rsidRPr="002B3119">
        <w:t xml:space="preserve"> au passé</w:t>
      </w:r>
      <w:r w:rsidR="00E4444A" w:rsidRPr="0099306C">
        <w:t>.</w:t>
      </w:r>
    </w:p>
    <w:p w14:paraId="74A3BB3E" w14:textId="46C31A83" w:rsidR="00E4444A" w:rsidRPr="0099306C" w:rsidRDefault="002B3119" w:rsidP="002B3119">
      <w:r w:rsidRPr="002B3119">
        <w:t>Comme sept heures sonnaient</w:t>
      </w:r>
      <w:r w:rsidR="00E4444A" w:rsidRPr="0099306C">
        <w:t xml:space="preserve">, </w:t>
      </w:r>
      <w:r w:rsidRPr="002B3119">
        <w:t>nous nous mîmes à table</w:t>
      </w:r>
      <w:r w:rsidR="00E4444A" w:rsidRPr="0099306C">
        <w:t xml:space="preserve">. </w:t>
      </w:r>
      <w:r w:rsidRPr="002B3119">
        <w:t>Vers la fin du repas</w:t>
      </w:r>
      <w:r w:rsidR="00E4444A" w:rsidRPr="0099306C">
        <w:t xml:space="preserve">, </w:t>
      </w:r>
      <w:r w:rsidRPr="002B3119">
        <w:t>Marie-Anne descendit l</w:t>
      </w:r>
      <w:r w:rsidR="00E4444A" w:rsidRPr="0099306C">
        <w:t>’</w:t>
      </w:r>
      <w:r w:rsidRPr="002B3119">
        <w:t>escalier à pas de loup pour nous dire qu</w:t>
      </w:r>
      <w:r w:rsidR="00E4444A" w:rsidRPr="0099306C">
        <w:t>’</w:t>
      </w:r>
      <w:r w:rsidRPr="002B3119">
        <w:t>Yvette dormait</w:t>
      </w:r>
      <w:r w:rsidR="00E4444A" w:rsidRPr="0099306C">
        <w:t xml:space="preserve">. </w:t>
      </w:r>
      <w:r w:rsidRPr="002B3119">
        <w:t>Après toutes ces nuits d</w:t>
      </w:r>
      <w:r w:rsidR="00E4444A" w:rsidRPr="0099306C">
        <w:t>’</w:t>
      </w:r>
      <w:r w:rsidRPr="002B3119">
        <w:t>insomnie</w:t>
      </w:r>
      <w:r w:rsidR="00E4444A" w:rsidRPr="0099306C">
        <w:t xml:space="preserve">, </w:t>
      </w:r>
      <w:proofErr w:type="spellStart"/>
      <w:r w:rsidRPr="002B3119">
        <w:t>pût-il</w:t>
      </w:r>
      <w:proofErr w:type="spellEnd"/>
      <w:r w:rsidRPr="002B3119">
        <w:t xml:space="preserve"> se prolonger longtemps le bon sommeil réparateur</w:t>
      </w:r>
      <w:r w:rsidR="00E4444A" w:rsidRPr="0099306C">
        <w:t xml:space="preserve"> ! </w:t>
      </w:r>
      <w:r w:rsidRPr="002B3119">
        <w:t>Rien</w:t>
      </w:r>
      <w:r w:rsidR="00E4444A" w:rsidRPr="0099306C">
        <w:t xml:space="preserve">, </w:t>
      </w:r>
      <w:r w:rsidRPr="002B3119">
        <w:t>ce soir-là</w:t>
      </w:r>
      <w:r w:rsidR="00E4444A" w:rsidRPr="0099306C">
        <w:t xml:space="preserve">, </w:t>
      </w:r>
      <w:r w:rsidRPr="002B3119">
        <w:t xml:space="preserve">ne pressait </w:t>
      </w:r>
      <w:r w:rsidR="00A475BD" w:rsidRPr="002B3119">
        <w:t>Édith</w:t>
      </w:r>
      <w:r w:rsidRPr="002B3119">
        <w:t xml:space="preserve"> de remonter</w:t>
      </w:r>
      <w:r w:rsidR="00E4444A" w:rsidRPr="0099306C">
        <w:t>.</w:t>
      </w:r>
    </w:p>
    <w:p w14:paraId="4853269E" w14:textId="77777777" w:rsidR="00E4444A" w:rsidRPr="0099306C" w:rsidRDefault="00E4444A" w:rsidP="002B3119">
      <w:r w:rsidRPr="0099306C">
        <w:lastRenderedPageBreak/>
        <w:t>— </w:t>
      </w:r>
      <w:r w:rsidR="002B3119" w:rsidRPr="002B3119">
        <w:t>Figurez-vous</w:t>
      </w:r>
      <w:r w:rsidRPr="0099306C">
        <w:t xml:space="preserve">, </w:t>
      </w:r>
      <w:r w:rsidR="002B3119" w:rsidRPr="002B3119">
        <w:t>dit-elle</w:t>
      </w:r>
      <w:r w:rsidRPr="0099306C">
        <w:t xml:space="preserve">, </w:t>
      </w:r>
      <w:r w:rsidR="002B3119" w:rsidRPr="002B3119">
        <w:t>qu</w:t>
      </w:r>
      <w:r w:rsidRPr="0099306C">
        <w:t>’</w:t>
      </w:r>
      <w:r w:rsidR="002B3119" w:rsidRPr="002B3119">
        <w:t>Yvette a eu</w:t>
      </w:r>
      <w:r w:rsidRPr="0099306C">
        <w:t xml:space="preserve">, </w:t>
      </w:r>
      <w:r w:rsidR="002B3119" w:rsidRPr="002B3119">
        <w:t>l</w:t>
      </w:r>
      <w:r w:rsidRPr="0099306C">
        <w:t>’</w:t>
      </w:r>
      <w:r w:rsidR="002B3119" w:rsidRPr="002B3119">
        <w:t>autre nuit</w:t>
      </w:r>
      <w:r w:rsidRPr="0099306C">
        <w:t xml:space="preserve">, </w:t>
      </w:r>
      <w:r w:rsidR="002B3119" w:rsidRPr="002B3119">
        <w:t>du délire</w:t>
      </w:r>
      <w:r w:rsidRPr="0099306C">
        <w:t xml:space="preserve">… </w:t>
      </w:r>
      <w:r w:rsidR="002B3119" w:rsidRPr="002B3119">
        <w:t>Elle m</w:t>
      </w:r>
      <w:r w:rsidRPr="0099306C">
        <w:t>’</w:t>
      </w:r>
      <w:r w:rsidR="002B3119" w:rsidRPr="002B3119">
        <w:t>a regardée et a murmuré</w:t>
      </w:r>
      <w:r w:rsidRPr="0099306C">
        <w:t xml:space="preserve"> : </w:t>
      </w:r>
      <w:r w:rsidR="002B3119" w:rsidRPr="002B3119">
        <w:t>maman</w:t>
      </w:r>
      <w:r w:rsidRPr="0099306C">
        <w:t>.</w:t>
      </w:r>
    </w:p>
    <w:p w14:paraId="38FD6739" w14:textId="77777777" w:rsidR="00E4444A" w:rsidRPr="0099306C" w:rsidRDefault="002B3119" w:rsidP="002B3119">
      <w:r w:rsidRPr="002B3119">
        <w:t>Pas une fois depuis sa maladie Yvette n</w:t>
      </w:r>
      <w:r w:rsidR="00E4444A" w:rsidRPr="0099306C">
        <w:t>’</w:t>
      </w:r>
      <w:r w:rsidRPr="002B3119">
        <w:t>avait parlé de l</w:t>
      </w:r>
      <w:r w:rsidR="00E4444A" w:rsidRPr="0099306C">
        <w:t>’</w:t>
      </w:r>
      <w:r w:rsidRPr="002B3119">
        <w:t>absente</w:t>
      </w:r>
      <w:r w:rsidR="00E4444A" w:rsidRPr="0099306C">
        <w:t xml:space="preserve">, </w:t>
      </w:r>
      <w:r w:rsidRPr="002B3119">
        <w:t>et son silence m</w:t>
      </w:r>
      <w:r w:rsidR="00E4444A" w:rsidRPr="0099306C">
        <w:t>’</w:t>
      </w:r>
      <w:r w:rsidRPr="002B3119">
        <w:t>avait encore surpris</w:t>
      </w:r>
      <w:r w:rsidR="00E4444A" w:rsidRPr="0099306C">
        <w:t xml:space="preserve">. </w:t>
      </w:r>
      <w:r w:rsidRPr="002B3119">
        <w:t>Qui peut s</w:t>
      </w:r>
      <w:r w:rsidRPr="002B3119">
        <w:t>a</w:t>
      </w:r>
      <w:r w:rsidRPr="002B3119">
        <w:t>voir ce qui se passe dans une intelligence d</w:t>
      </w:r>
      <w:r w:rsidR="00E4444A" w:rsidRPr="0099306C">
        <w:t>’</w:t>
      </w:r>
      <w:r w:rsidRPr="002B3119">
        <w:t>enfant</w:t>
      </w:r>
      <w:r w:rsidR="00E4444A" w:rsidRPr="0099306C">
        <w:t xml:space="preserve"> ? </w:t>
      </w:r>
      <w:r w:rsidRPr="002B3119">
        <w:t>Ah</w:t>
      </w:r>
      <w:r w:rsidR="00E4444A" w:rsidRPr="0099306C">
        <w:t xml:space="preserve"> ! </w:t>
      </w:r>
      <w:r w:rsidRPr="002B3119">
        <w:t>ces mystérieuses petites âmes</w:t>
      </w:r>
      <w:r w:rsidR="00E4444A" w:rsidRPr="0099306C">
        <w:t> ! « </w:t>
      </w:r>
      <w:r w:rsidRPr="002B3119">
        <w:t>Maman</w:t>
      </w:r>
      <w:r w:rsidR="00E4444A" w:rsidRPr="0099306C">
        <w:t xml:space="preserve"> », </w:t>
      </w:r>
      <w:r w:rsidRPr="002B3119">
        <w:t>avait-elle dit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elle pouvait rêver de tendresses maternelles</w:t>
      </w:r>
      <w:r w:rsidR="00E4444A" w:rsidRPr="0099306C">
        <w:t xml:space="preserve">. </w:t>
      </w:r>
      <w:r w:rsidRPr="002B3119">
        <w:t>La vigilance d</w:t>
      </w:r>
      <w:r w:rsidR="00E4444A" w:rsidRPr="0099306C">
        <w:t>’</w:t>
      </w:r>
      <w:r w:rsidRPr="002B3119">
        <w:t>un homme ne suffit pas toujours</w:t>
      </w:r>
      <w:r w:rsidR="00E4444A" w:rsidRPr="0099306C">
        <w:t xml:space="preserve">. </w:t>
      </w:r>
      <w:r w:rsidRPr="002B3119">
        <w:t>Et qui sait</w:t>
      </w:r>
      <w:r w:rsidR="00E4444A" w:rsidRPr="0099306C">
        <w:t xml:space="preserve"> ? </w:t>
      </w:r>
      <w:r w:rsidRPr="002B3119">
        <w:t>Si j</w:t>
      </w:r>
      <w:r w:rsidR="00E4444A" w:rsidRPr="0099306C">
        <w:t>’</w:t>
      </w:r>
      <w:r w:rsidRPr="002B3119">
        <w:t>avais eu</w:t>
      </w:r>
      <w:r w:rsidR="00E4444A" w:rsidRPr="0099306C">
        <w:t xml:space="preserve">, </w:t>
      </w:r>
      <w:r w:rsidRPr="002B3119">
        <w:t>dans cette maison</w:t>
      </w:r>
      <w:r w:rsidR="00E4444A" w:rsidRPr="0099306C">
        <w:t xml:space="preserve">, </w:t>
      </w:r>
      <w:r w:rsidRPr="002B3119">
        <w:t>une femme aimante</w:t>
      </w:r>
      <w:r w:rsidR="00E4444A" w:rsidRPr="0099306C">
        <w:t xml:space="preserve">, </w:t>
      </w:r>
      <w:r w:rsidRPr="002B3119">
        <w:t>avisée</w:t>
      </w:r>
      <w:r w:rsidR="00E4444A" w:rsidRPr="0099306C">
        <w:t xml:space="preserve">, </w:t>
      </w:r>
      <w:r w:rsidRPr="002B3119">
        <w:t>la maladie d</w:t>
      </w:r>
      <w:r w:rsidR="00E4444A" w:rsidRPr="0099306C">
        <w:t>’</w:t>
      </w:r>
      <w:r w:rsidRPr="002B3119">
        <w:t>aujourd</w:t>
      </w:r>
      <w:r w:rsidR="00E4444A" w:rsidRPr="0099306C">
        <w:t>’</w:t>
      </w:r>
      <w:r w:rsidRPr="002B3119">
        <w:t>hui</w:t>
      </w:r>
      <w:r w:rsidR="00E4444A" w:rsidRPr="0099306C">
        <w:t xml:space="preserve">, </w:t>
      </w:r>
      <w:r w:rsidRPr="002B3119">
        <w:t>prévenue à temps</w:t>
      </w:r>
      <w:r w:rsidR="00E4444A" w:rsidRPr="0099306C">
        <w:t xml:space="preserve">, </w:t>
      </w:r>
      <w:r w:rsidRPr="002B3119">
        <w:t>ne se serait peut-être pas déclarée</w:t>
      </w:r>
      <w:r w:rsidR="00E4444A" w:rsidRPr="0099306C">
        <w:t>.</w:t>
      </w:r>
    </w:p>
    <w:p w14:paraId="6C6DB7CB" w14:textId="00769B53" w:rsidR="00E4444A" w:rsidRPr="0099306C" w:rsidRDefault="002B3119" w:rsidP="002B3119">
      <w:r w:rsidRPr="002B3119">
        <w:t>Une pensée bizarre m</w:t>
      </w:r>
      <w:r w:rsidR="00E4444A" w:rsidRPr="0099306C">
        <w:t>’</w:t>
      </w:r>
      <w:r w:rsidRPr="002B3119">
        <w:t>effleura</w:t>
      </w:r>
      <w:r w:rsidR="00E4444A" w:rsidRPr="0099306C">
        <w:t>. M</w:t>
      </w:r>
      <w:r w:rsidR="00E4444A" w:rsidRPr="0099306C">
        <w:rPr>
          <w:vertAlign w:val="superscript"/>
        </w:rPr>
        <w:t>lle</w:t>
      </w:r>
      <w:r w:rsidR="00E4444A" w:rsidRPr="0099306C">
        <w:t> </w:t>
      </w:r>
      <w:r w:rsidR="00A475BD" w:rsidRPr="002B3119">
        <w:t>Édith</w:t>
      </w:r>
      <w:r w:rsidRPr="002B3119">
        <w:t xml:space="preserve"> acheva sa phrase</w:t>
      </w:r>
      <w:r w:rsidR="00E4444A" w:rsidRPr="0099306C">
        <w:t> :</w:t>
      </w:r>
    </w:p>
    <w:p w14:paraId="4830C887" w14:textId="77777777" w:rsidR="00E4444A" w:rsidRPr="0099306C" w:rsidRDefault="00E4444A" w:rsidP="002B3119">
      <w:r w:rsidRPr="0099306C">
        <w:t>— </w:t>
      </w:r>
      <w:r w:rsidR="002B3119" w:rsidRPr="002B3119">
        <w:t>Oui</w:t>
      </w:r>
      <w:r w:rsidRPr="0099306C">
        <w:t xml:space="preserve">… </w:t>
      </w:r>
      <w:r w:rsidR="002B3119" w:rsidRPr="002B3119">
        <w:t>Elle m</w:t>
      </w:r>
      <w:r w:rsidRPr="0099306C">
        <w:t>’</w:t>
      </w:r>
      <w:r w:rsidR="002B3119" w:rsidRPr="002B3119">
        <w:t>a appelée maman</w:t>
      </w:r>
      <w:r w:rsidRPr="0099306C">
        <w:t xml:space="preserve">… </w:t>
      </w:r>
      <w:r w:rsidR="002B3119" w:rsidRPr="002B3119">
        <w:t>Elle sait combien je l</w:t>
      </w:r>
      <w:r w:rsidRPr="0099306C">
        <w:t>’</w:t>
      </w:r>
      <w:r w:rsidR="002B3119" w:rsidRPr="002B3119">
        <w:t>aime</w:t>
      </w:r>
      <w:r w:rsidRPr="0099306C">
        <w:t xml:space="preserve">, </w:t>
      </w:r>
      <w:r w:rsidR="002B3119" w:rsidRPr="002B3119">
        <w:t>votre petite Yvette</w:t>
      </w:r>
      <w:r w:rsidRPr="0099306C">
        <w:t>…</w:t>
      </w:r>
    </w:p>
    <w:p w14:paraId="1289BE89" w14:textId="77777777" w:rsidR="00E4444A" w:rsidRPr="0099306C" w:rsidRDefault="00E4444A" w:rsidP="002B3119">
      <w:r w:rsidRPr="0099306C">
        <w:t>— </w:t>
      </w:r>
      <w:r w:rsidR="002B3119" w:rsidRPr="002B3119">
        <w:t>C</w:t>
      </w:r>
      <w:r w:rsidRPr="0099306C">
        <w:t>’</w:t>
      </w:r>
      <w:r w:rsidR="002B3119" w:rsidRPr="002B3119">
        <w:t>est que vous les aimez tant vous-même</w:t>
      </w:r>
      <w:r w:rsidRPr="0099306C">
        <w:t xml:space="preserve">, </w:t>
      </w:r>
      <w:r w:rsidR="002B3119" w:rsidRPr="002B3119">
        <w:t>vos chers petits</w:t>
      </w:r>
      <w:r w:rsidRPr="0099306C">
        <w:t>.</w:t>
      </w:r>
    </w:p>
    <w:p w14:paraId="495F38EE" w14:textId="77777777" w:rsidR="00E4444A" w:rsidRPr="0099306C" w:rsidRDefault="00E4444A" w:rsidP="002B3119">
      <w:r w:rsidRPr="0099306C">
        <w:t>— </w:t>
      </w:r>
      <w:r w:rsidR="002B3119" w:rsidRPr="002B3119">
        <w:t>J</w:t>
      </w:r>
      <w:r w:rsidRPr="0099306C">
        <w:t>’</w:t>
      </w:r>
      <w:r w:rsidR="002B3119" w:rsidRPr="002B3119">
        <w:t>adore vivre avec eux</w:t>
      </w:r>
      <w:r w:rsidRPr="0099306C">
        <w:t xml:space="preserve">… </w:t>
      </w:r>
      <w:r w:rsidR="002B3119" w:rsidRPr="002B3119">
        <w:t>C</w:t>
      </w:r>
      <w:r w:rsidRPr="0099306C">
        <w:t>’</w:t>
      </w:r>
      <w:r w:rsidR="002B3119" w:rsidRPr="002B3119">
        <w:t>est auprès de grandes personnes qu</w:t>
      </w:r>
      <w:r w:rsidRPr="0099306C">
        <w:t>’</w:t>
      </w:r>
      <w:r w:rsidR="002B3119" w:rsidRPr="002B3119">
        <w:t>on nous appelle d</w:t>
      </w:r>
      <w:r w:rsidRPr="0099306C">
        <w:t>’</w:t>
      </w:r>
      <w:r w:rsidR="002B3119" w:rsidRPr="002B3119">
        <w:t>ordinaire</w:t>
      </w:r>
      <w:r w:rsidRPr="0099306C">
        <w:t xml:space="preserve">, </w:t>
      </w:r>
      <w:r w:rsidR="002B3119" w:rsidRPr="002B3119">
        <w:t>des vieillards</w:t>
      </w:r>
      <w:r w:rsidRPr="0099306C">
        <w:t xml:space="preserve">, </w:t>
      </w:r>
      <w:r w:rsidR="002B3119" w:rsidRPr="002B3119">
        <w:t>des paralytiques</w:t>
      </w:r>
      <w:r w:rsidRPr="0099306C">
        <w:t xml:space="preserve">. </w:t>
      </w:r>
      <w:r w:rsidR="002B3119" w:rsidRPr="002B3119">
        <w:t>Mais</w:t>
      </w:r>
      <w:r w:rsidR="00BF2D7D" w:rsidRPr="0099306C">
        <w:t>,</w:t>
      </w:r>
      <w:r w:rsidRPr="0099306C">
        <w:t xml:space="preserve"> </w:t>
      </w:r>
      <w:r w:rsidR="002B3119" w:rsidRPr="002B3119">
        <w:t>soigner les enfants</w:t>
      </w:r>
      <w:r w:rsidRPr="0099306C">
        <w:t xml:space="preserve">, </w:t>
      </w:r>
      <w:r w:rsidR="002B3119" w:rsidRPr="002B3119">
        <w:t>c</w:t>
      </w:r>
      <w:r w:rsidRPr="0099306C">
        <w:t>’</w:t>
      </w:r>
      <w:r w:rsidR="002B3119" w:rsidRPr="002B3119">
        <w:t>est reposant</w:t>
      </w:r>
      <w:r w:rsidRPr="0099306C">
        <w:t xml:space="preserve">, </w:t>
      </w:r>
      <w:r w:rsidR="002B3119" w:rsidRPr="002B3119">
        <w:t>c</w:t>
      </w:r>
      <w:r w:rsidRPr="0099306C">
        <w:t>’</w:t>
      </w:r>
      <w:r w:rsidR="002B3119" w:rsidRPr="002B3119">
        <w:t>est frais</w:t>
      </w:r>
      <w:r w:rsidRPr="0099306C">
        <w:t xml:space="preserve">. </w:t>
      </w:r>
      <w:r w:rsidR="002B3119" w:rsidRPr="002B3119">
        <w:t>C</w:t>
      </w:r>
      <w:r w:rsidRPr="0099306C">
        <w:t>’</w:t>
      </w:r>
      <w:r w:rsidR="002B3119" w:rsidRPr="002B3119">
        <w:t>est comme si nous prenions des vacances</w:t>
      </w:r>
      <w:r w:rsidRPr="0099306C">
        <w:t>…</w:t>
      </w:r>
    </w:p>
    <w:p w14:paraId="6517CDE9" w14:textId="77777777" w:rsidR="00E4444A" w:rsidRPr="0099306C" w:rsidRDefault="002B3119" w:rsidP="002B3119">
      <w:r w:rsidRPr="002B3119">
        <w:t>Elle était charmante en disant cela</w:t>
      </w:r>
      <w:r w:rsidR="00E4444A" w:rsidRPr="0099306C">
        <w:t xml:space="preserve">. </w:t>
      </w:r>
      <w:r w:rsidRPr="002B3119">
        <w:t>Quelque vieux rêve de bonheur</w:t>
      </w:r>
      <w:r w:rsidR="00E4444A" w:rsidRPr="0099306C">
        <w:t xml:space="preserve">, </w:t>
      </w:r>
      <w:r w:rsidRPr="002B3119">
        <w:t>que je croyais bien mort à tout jamais</w:t>
      </w:r>
      <w:r w:rsidR="00E4444A" w:rsidRPr="0099306C">
        <w:t xml:space="preserve">, </w:t>
      </w:r>
      <w:r w:rsidRPr="002B3119">
        <w:t>allait-il se réveiller tout à coup</w:t>
      </w:r>
      <w:r w:rsidR="00E4444A" w:rsidRPr="0099306C">
        <w:t xml:space="preserve"> ? </w:t>
      </w:r>
      <w:r w:rsidRPr="002B3119">
        <w:t>De mon union avec Jeanne</w:t>
      </w:r>
      <w:r w:rsidR="00E4444A" w:rsidRPr="0099306C">
        <w:t xml:space="preserve">, </w:t>
      </w:r>
      <w:r w:rsidRPr="002B3119">
        <w:t>que pouvais-je encore espérer</w:t>
      </w:r>
      <w:r w:rsidR="00E4444A" w:rsidRPr="0099306C">
        <w:t xml:space="preserve"> ? </w:t>
      </w:r>
      <w:r w:rsidRPr="002B3119">
        <w:t>Ma lettre à son oncle était d</w:t>
      </w:r>
      <w:r w:rsidRPr="002B3119">
        <w:t>e</w:t>
      </w:r>
      <w:r w:rsidRPr="002B3119">
        <w:t>meurée sans réponse</w:t>
      </w:r>
      <w:r w:rsidR="00E4444A" w:rsidRPr="0099306C">
        <w:t xml:space="preserve">. </w:t>
      </w:r>
      <w:r w:rsidRPr="002B3119">
        <w:t>Il était mort peut-être ou s</w:t>
      </w:r>
      <w:r w:rsidR="00E4444A" w:rsidRPr="0099306C">
        <w:t>’</w:t>
      </w:r>
      <w:r w:rsidRPr="002B3119">
        <w:t>était réf</w:t>
      </w:r>
      <w:r w:rsidRPr="002B3119">
        <w:t>u</w:t>
      </w:r>
      <w:r w:rsidRPr="002B3119">
        <w:t>gié ailleurs</w:t>
      </w:r>
      <w:r w:rsidR="00E4444A" w:rsidRPr="0099306C">
        <w:t xml:space="preserve">, </w:t>
      </w:r>
      <w:r w:rsidRPr="002B3119">
        <w:t>je ne savais où</w:t>
      </w:r>
      <w:r w:rsidR="00E4444A" w:rsidRPr="0099306C">
        <w:t>.</w:t>
      </w:r>
    </w:p>
    <w:p w14:paraId="5D436079" w14:textId="77777777" w:rsidR="00E4444A" w:rsidRPr="0099306C" w:rsidRDefault="00E4444A" w:rsidP="002B3119">
      <w:r w:rsidRPr="0099306C">
        <w:t>— </w:t>
      </w:r>
      <w:r w:rsidR="002B3119" w:rsidRPr="002B3119">
        <w:t>Les enfants</w:t>
      </w:r>
      <w:r w:rsidRPr="0099306C">
        <w:t xml:space="preserve">, </w:t>
      </w:r>
      <w:r w:rsidR="002B3119" w:rsidRPr="002B3119">
        <w:t>dis-je</w:t>
      </w:r>
      <w:r w:rsidRPr="0099306C">
        <w:t xml:space="preserve">… </w:t>
      </w:r>
      <w:r w:rsidR="002B3119" w:rsidRPr="002B3119">
        <w:t>Et pour vous-même vous n</w:t>
      </w:r>
      <w:r w:rsidRPr="0099306C">
        <w:t>’</w:t>
      </w:r>
      <w:r w:rsidR="002B3119" w:rsidRPr="002B3119">
        <w:t>avez jamais songé</w:t>
      </w:r>
      <w:r w:rsidRPr="0099306C">
        <w:t xml:space="preserve"> ?… </w:t>
      </w:r>
      <w:r w:rsidR="002B3119" w:rsidRPr="002B3119">
        <w:t>C</w:t>
      </w:r>
      <w:r w:rsidRPr="0099306C">
        <w:t>’</w:t>
      </w:r>
      <w:r w:rsidR="002B3119" w:rsidRPr="002B3119">
        <w:t>est une dure existence que la vôtre</w:t>
      </w:r>
      <w:r w:rsidRPr="0099306C">
        <w:t>.</w:t>
      </w:r>
    </w:p>
    <w:p w14:paraId="7CD8F352" w14:textId="77777777" w:rsidR="00E4444A" w:rsidRPr="0099306C" w:rsidRDefault="00E4444A" w:rsidP="002B3119">
      <w:r w:rsidRPr="0099306C">
        <w:lastRenderedPageBreak/>
        <w:t>— </w:t>
      </w:r>
      <w:r w:rsidR="002B3119" w:rsidRPr="002B3119">
        <w:t>On peut faire tant de bien</w:t>
      </w:r>
      <w:r w:rsidRPr="0099306C">
        <w:t xml:space="preserve"> ! </w:t>
      </w:r>
      <w:r w:rsidR="002B3119" w:rsidRPr="002B3119">
        <w:t>Passer les nuits</w:t>
      </w:r>
      <w:r w:rsidRPr="0099306C">
        <w:t xml:space="preserve">, </w:t>
      </w:r>
      <w:r w:rsidR="002B3119" w:rsidRPr="002B3119">
        <w:t>affaire d</w:t>
      </w:r>
      <w:r w:rsidRPr="0099306C">
        <w:t>’</w:t>
      </w:r>
      <w:r w:rsidR="002B3119" w:rsidRPr="002B3119">
        <w:t>habitude</w:t>
      </w:r>
      <w:r w:rsidRPr="0099306C">
        <w:t xml:space="preserve"> !… </w:t>
      </w:r>
      <w:r w:rsidR="002B3119" w:rsidRPr="002B3119">
        <w:t>Et voir des malades guérir</w:t>
      </w:r>
      <w:r w:rsidRPr="0099306C">
        <w:t xml:space="preserve">, </w:t>
      </w:r>
      <w:r w:rsidR="002B3119" w:rsidRPr="002B3119">
        <w:t>comme va guérir Yvette</w:t>
      </w:r>
      <w:r w:rsidRPr="0099306C">
        <w:t xml:space="preserve">, </w:t>
      </w:r>
      <w:r w:rsidR="002B3119" w:rsidRPr="002B3119">
        <w:t>il n</w:t>
      </w:r>
      <w:r w:rsidRPr="0099306C">
        <w:t>’</w:t>
      </w:r>
      <w:r w:rsidR="002B3119" w:rsidRPr="002B3119">
        <w:t>est pas de plus grande satisfaction</w:t>
      </w:r>
      <w:r w:rsidRPr="0099306C">
        <w:t>.</w:t>
      </w:r>
    </w:p>
    <w:p w14:paraId="29FB8A2D" w14:textId="77777777" w:rsidR="00E4444A" w:rsidRPr="0099306C" w:rsidRDefault="00E4444A" w:rsidP="002B3119">
      <w:r w:rsidRPr="0099306C">
        <w:t>— </w:t>
      </w:r>
      <w:r w:rsidR="002B3119" w:rsidRPr="002B3119">
        <w:t>Mais ils meurent aussi quelquefois</w:t>
      </w:r>
      <w:r w:rsidRPr="0099306C">
        <w:t>.</w:t>
      </w:r>
    </w:p>
    <w:p w14:paraId="31F09DB7" w14:textId="77777777" w:rsidR="00E4444A" w:rsidRPr="0099306C" w:rsidRDefault="00E4444A" w:rsidP="002B3119">
      <w:r w:rsidRPr="0099306C">
        <w:t>— </w:t>
      </w:r>
      <w:r w:rsidR="002B3119" w:rsidRPr="002B3119">
        <w:t>Nous les avons consolés</w:t>
      </w:r>
      <w:r w:rsidRPr="0099306C">
        <w:t xml:space="preserve">, </w:t>
      </w:r>
      <w:r w:rsidR="002B3119" w:rsidRPr="002B3119">
        <w:t>au moins</w:t>
      </w:r>
      <w:r w:rsidRPr="0099306C">
        <w:t xml:space="preserve">, </w:t>
      </w:r>
      <w:r w:rsidR="002B3119" w:rsidRPr="002B3119">
        <w:t>soutenus jusqu</w:t>
      </w:r>
      <w:r w:rsidRPr="0099306C">
        <w:t>’</w:t>
      </w:r>
      <w:r w:rsidR="002B3119" w:rsidRPr="002B3119">
        <w:t>à leur dernière heure que nous avons peut-être apaisée</w:t>
      </w:r>
      <w:r w:rsidRPr="0099306C">
        <w:t>.</w:t>
      </w:r>
    </w:p>
    <w:p w14:paraId="76DF4640" w14:textId="77777777" w:rsidR="00E4444A" w:rsidRPr="0099306C" w:rsidRDefault="00E4444A" w:rsidP="002B3119">
      <w:r w:rsidRPr="0099306C">
        <w:t>— </w:t>
      </w:r>
      <w:r w:rsidR="002B3119" w:rsidRPr="002B3119">
        <w:t>Et cela vous suffit</w:t>
      </w:r>
      <w:r w:rsidRPr="0099306C">
        <w:t xml:space="preserve"> ?… </w:t>
      </w:r>
      <w:r w:rsidR="002B3119" w:rsidRPr="002B3119">
        <w:t>Vous n</w:t>
      </w:r>
      <w:r w:rsidRPr="0099306C">
        <w:t>’</w:t>
      </w:r>
      <w:r w:rsidR="002B3119" w:rsidRPr="002B3119">
        <w:t>avez le sentiment d</w:t>
      </w:r>
      <w:r w:rsidRPr="0099306C">
        <w:t>’</w:t>
      </w:r>
      <w:r w:rsidR="002B3119" w:rsidRPr="002B3119">
        <w:t>aucun vide</w:t>
      </w:r>
      <w:r w:rsidRPr="0099306C">
        <w:t> ?</w:t>
      </w:r>
    </w:p>
    <w:p w14:paraId="6E96FE1B" w14:textId="77777777" w:rsidR="00E4444A" w:rsidRPr="0099306C" w:rsidRDefault="00E4444A" w:rsidP="002B3119">
      <w:r w:rsidRPr="0099306C">
        <w:t>— </w:t>
      </w:r>
      <w:r w:rsidR="002B3119" w:rsidRPr="002B3119">
        <w:t>D</w:t>
      </w:r>
      <w:r w:rsidRPr="0099306C">
        <w:t>’</w:t>
      </w:r>
      <w:r w:rsidR="002B3119" w:rsidRPr="002B3119">
        <w:t>aucun</w:t>
      </w:r>
      <w:r w:rsidRPr="0099306C">
        <w:t xml:space="preserve">… </w:t>
      </w:r>
      <w:r w:rsidR="002B3119" w:rsidRPr="002B3119">
        <w:t>Pourquoi</w:t>
      </w:r>
      <w:r w:rsidRPr="0099306C">
        <w:t xml:space="preserve"> ? </w:t>
      </w:r>
      <w:r w:rsidR="002B3119" w:rsidRPr="002B3119">
        <w:t>Je n</w:t>
      </w:r>
      <w:r w:rsidRPr="0099306C">
        <w:t>’</w:t>
      </w:r>
      <w:r w:rsidR="002B3119" w:rsidRPr="002B3119">
        <w:t>y peux rien comprendre</w:t>
      </w:r>
      <w:r w:rsidRPr="0099306C">
        <w:t xml:space="preserve">. </w:t>
      </w:r>
      <w:r w:rsidR="002B3119" w:rsidRPr="002B3119">
        <w:t>Mais je me sens heureuse</w:t>
      </w:r>
      <w:r w:rsidRPr="0099306C">
        <w:t xml:space="preserve">, </w:t>
      </w:r>
      <w:r w:rsidR="002B3119" w:rsidRPr="002B3119">
        <w:t>si heureuse</w:t>
      </w:r>
      <w:r w:rsidRPr="0099306C">
        <w:t>…</w:t>
      </w:r>
    </w:p>
    <w:p w14:paraId="319F5190" w14:textId="77777777" w:rsidR="00E4444A" w:rsidRPr="0099306C" w:rsidRDefault="002B3119" w:rsidP="002B3119">
      <w:r w:rsidRPr="002B3119">
        <w:t>Non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amour n</w:t>
      </w:r>
      <w:r w:rsidR="00E4444A" w:rsidRPr="0099306C">
        <w:t>’</w:t>
      </w:r>
      <w:r w:rsidRPr="002B3119">
        <w:t>est pas tout dans la vie</w:t>
      </w:r>
      <w:r w:rsidR="00E4444A" w:rsidRPr="0099306C">
        <w:t>.</w:t>
      </w:r>
    </w:p>
    <w:p w14:paraId="4808CF9D" w14:textId="77777777" w:rsidR="00B4016A" w:rsidRPr="0099306C" w:rsidRDefault="002B3119" w:rsidP="00E4444A">
      <w:pPr>
        <w:pStyle w:val="Titre2"/>
      </w:pPr>
      <w:bookmarkStart w:id="41" w:name="_2ogx9mlwxgt7" w:colFirst="0" w:colLast="0"/>
      <w:bookmarkStart w:id="42" w:name="_Toc197514977"/>
      <w:bookmarkEnd w:id="41"/>
      <w:r w:rsidRPr="002B3119">
        <w:lastRenderedPageBreak/>
        <w:t>II</w:t>
      </w:r>
      <w:r w:rsidR="00B4016A" w:rsidRPr="0099306C">
        <w:t>I</w:t>
      </w:r>
      <w:bookmarkEnd w:id="42"/>
    </w:p>
    <w:p w14:paraId="15118CC2" w14:textId="77777777" w:rsidR="00E4444A" w:rsidRPr="0099306C" w:rsidRDefault="002B3119" w:rsidP="002B3119">
      <w:r w:rsidRPr="002B3119">
        <w:t>Un matin</w:t>
      </w:r>
      <w:r w:rsidR="00E4444A" w:rsidRPr="0099306C">
        <w:t xml:space="preserve">, </w:t>
      </w:r>
      <w:r w:rsidRPr="002B3119">
        <w:t>je rentrais de classe</w:t>
      </w:r>
      <w:r w:rsidR="00E4444A" w:rsidRPr="0099306C">
        <w:t xml:space="preserve">. </w:t>
      </w:r>
      <w:r w:rsidRPr="002B3119">
        <w:t>Le tintement de midi</w:t>
      </w:r>
      <w:r w:rsidR="00E4444A" w:rsidRPr="0099306C">
        <w:t xml:space="preserve">, </w:t>
      </w:r>
      <w:r w:rsidRPr="002B3119">
        <w:t>tombant d</w:t>
      </w:r>
      <w:r w:rsidR="00E4444A" w:rsidRPr="0099306C">
        <w:t>’</w:t>
      </w:r>
      <w:r w:rsidRPr="002B3119">
        <w:t>un clocher</w:t>
      </w:r>
      <w:r w:rsidR="00E4444A" w:rsidRPr="0099306C">
        <w:t xml:space="preserve">, </w:t>
      </w:r>
      <w:r w:rsidRPr="002B3119">
        <w:t>réveillait d</w:t>
      </w:r>
      <w:r w:rsidR="00E4444A" w:rsidRPr="0099306C">
        <w:t>’</w:t>
      </w:r>
      <w:r w:rsidRPr="002B3119">
        <w:t>autres horloges</w:t>
      </w:r>
      <w:r w:rsidR="00E4444A" w:rsidRPr="0099306C">
        <w:t xml:space="preserve">, </w:t>
      </w:r>
      <w:r w:rsidRPr="002B3119">
        <w:t>qui e</w:t>
      </w:r>
      <w:r w:rsidRPr="002B3119">
        <w:t>n</w:t>
      </w:r>
      <w:r w:rsidRPr="002B3119">
        <w:t>tremêlaient leurs sonneries de sorte qu</w:t>
      </w:r>
      <w:r w:rsidR="00E4444A" w:rsidRPr="0099306C">
        <w:t>’</w:t>
      </w:r>
      <w:r w:rsidRPr="002B3119">
        <w:t>on avait peine à compter les coups</w:t>
      </w:r>
      <w:r w:rsidR="00E4444A" w:rsidRPr="0099306C">
        <w:t xml:space="preserve">. </w:t>
      </w:r>
      <w:r w:rsidRPr="002B3119">
        <w:t>Des ouvrières</w:t>
      </w:r>
      <w:r w:rsidR="00E4444A" w:rsidRPr="0099306C">
        <w:t xml:space="preserve">, </w:t>
      </w:r>
      <w:r w:rsidRPr="002B3119">
        <w:t>que les rues adjacentes déversaient sur l</w:t>
      </w:r>
      <w:r w:rsidR="00E4444A" w:rsidRPr="0099306C">
        <w:t>’</w:t>
      </w:r>
      <w:r w:rsidRPr="002B3119">
        <w:t>avenue</w:t>
      </w:r>
      <w:r w:rsidR="00E4444A" w:rsidRPr="0099306C">
        <w:t xml:space="preserve">, </w:t>
      </w:r>
      <w:r w:rsidRPr="002B3119">
        <w:t>se hâtaient vers le déjeuner</w:t>
      </w:r>
      <w:r w:rsidR="00E4444A" w:rsidRPr="0099306C">
        <w:t xml:space="preserve">. </w:t>
      </w:r>
      <w:r w:rsidRPr="002B3119">
        <w:t>Déjà</w:t>
      </w:r>
      <w:r w:rsidR="00E4444A" w:rsidRPr="0099306C">
        <w:t xml:space="preserve">, </w:t>
      </w:r>
      <w:r w:rsidRPr="002B3119">
        <w:t>de ce mouvement machinal que j</w:t>
      </w:r>
      <w:r w:rsidR="00E4444A" w:rsidRPr="0099306C">
        <w:t>’</w:t>
      </w:r>
      <w:r w:rsidRPr="002B3119">
        <w:t>avais autrefois quand j</w:t>
      </w:r>
      <w:r w:rsidR="00E4444A" w:rsidRPr="0099306C">
        <w:t>’</w:t>
      </w:r>
      <w:r w:rsidRPr="002B3119">
        <w:t>arrivais en retard</w:t>
      </w:r>
      <w:r w:rsidR="00E4444A" w:rsidRPr="0099306C">
        <w:t xml:space="preserve">, </w:t>
      </w:r>
      <w:r w:rsidRPr="002B3119">
        <w:t>je levais la tête</w:t>
      </w:r>
      <w:r w:rsidR="00E4444A" w:rsidRPr="0099306C">
        <w:t xml:space="preserve">, </w:t>
      </w:r>
      <w:r w:rsidRPr="002B3119">
        <w:t>cherchant aux fenêtres de l</w:t>
      </w:r>
      <w:r w:rsidR="00E4444A" w:rsidRPr="0099306C">
        <w:t>’</w:t>
      </w:r>
      <w:r w:rsidRPr="002B3119">
        <w:t>étage la souriante vision</w:t>
      </w:r>
      <w:r w:rsidR="00E4444A" w:rsidRPr="0099306C">
        <w:t xml:space="preserve">, </w:t>
      </w:r>
      <w:r w:rsidRPr="002B3119">
        <w:t>quand je reconnus l</w:t>
      </w:r>
      <w:r w:rsidR="00E4444A" w:rsidRPr="0099306C">
        <w:t>’</w:t>
      </w:r>
      <w:r w:rsidRPr="002B3119">
        <w:t>auto du docteur qui ronflait devant la porte</w:t>
      </w:r>
      <w:r w:rsidR="00E4444A" w:rsidRPr="0099306C">
        <w:t>.</w:t>
      </w:r>
    </w:p>
    <w:p w14:paraId="5D51B655" w14:textId="0250242A" w:rsidR="00E4444A" w:rsidRPr="0099306C" w:rsidRDefault="00E4444A" w:rsidP="002B3119">
      <w:r w:rsidRPr="0099306C">
        <w:t>— </w:t>
      </w:r>
      <w:r w:rsidR="002B3119" w:rsidRPr="002B3119">
        <w:t>Yvette a toussé</w:t>
      </w:r>
      <w:r w:rsidRPr="0099306C">
        <w:t xml:space="preserve">, </w:t>
      </w:r>
      <w:r w:rsidR="002B3119" w:rsidRPr="002B3119">
        <w:t>me dit Marie-Anne</w:t>
      </w:r>
      <w:r w:rsidRPr="0099306C">
        <w:t>. M</w:t>
      </w:r>
      <w:r w:rsidRPr="0099306C">
        <w:rPr>
          <w:vertAlign w:val="superscript"/>
        </w:rPr>
        <w:t>lle</w:t>
      </w:r>
      <w:r w:rsidRPr="0099306C">
        <w:t> </w:t>
      </w:r>
      <w:r w:rsidR="00F676F3" w:rsidRPr="002B3119">
        <w:t>Édith</w:t>
      </w:r>
      <w:r w:rsidR="002B3119" w:rsidRPr="002B3119">
        <w:t xml:space="preserve"> a fait appeler le médecin</w:t>
      </w:r>
      <w:r w:rsidRPr="0099306C">
        <w:t>.</w:t>
      </w:r>
    </w:p>
    <w:p w14:paraId="22CCBC23" w14:textId="77777777" w:rsidR="00E4444A" w:rsidRPr="0099306C" w:rsidRDefault="002B3119" w:rsidP="002B3119">
      <w:r w:rsidRPr="002B3119">
        <w:t>Je montai vite</w:t>
      </w:r>
      <w:r w:rsidR="00E4444A" w:rsidRPr="0099306C">
        <w:t xml:space="preserve">. </w:t>
      </w:r>
      <w:r w:rsidRPr="002B3119">
        <w:t>Yvette</w:t>
      </w:r>
      <w:r w:rsidR="00E4444A" w:rsidRPr="0099306C">
        <w:t xml:space="preserve">, </w:t>
      </w:r>
      <w:r w:rsidRPr="002B3119">
        <w:t>une serviette autour de son petit torse</w:t>
      </w:r>
      <w:r w:rsidR="00E4444A" w:rsidRPr="0099306C">
        <w:t xml:space="preserve">, </w:t>
      </w:r>
      <w:r w:rsidRPr="002B3119">
        <w:t>était assise dans son lit et le docteur l</w:t>
      </w:r>
      <w:r w:rsidR="00E4444A" w:rsidRPr="0099306C">
        <w:t>’</w:t>
      </w:r>
      <w:r w:rsidRPr="002B3119">
        <w:t>auscultait avec soin</w:t>
      </w:r>
      <w:r w:rsidR="00E4444A" w:rsidRPr="0099306C">
        <w:t xml:space="preserve">. </w:t>
      </w:r>
      <w:r w:rsidRPr="002B3119">
        <w:t xml:space="preserve">Je ne </w:t>
      </w:r>
      <w:r w:rsidR="004151E8">
        <w:t>f</w:t>
      </w:r>
      <w:r w:rsidRPr="002B3119">
        <w:t>is qu</w:t>
      </w:r>
      <w:r w:rsidR="00E4444A" w:rsidRPr="0099306C">
        <w:t>’</w:t>
      </w:r>
      <w:r w:rsidRPr="002B3119">
        <w:t>un pas dans la chambre et repoussai do</w:t>
      </w:r>
      <w:r w:rsidRPr="002B3119">
        <w:t>u</w:t>
      </w:r>
      <w:r w:rsidRPr="002B3119">
        <w:t>cement la porte</w:t>
      </w:r>
      <w:r w:rsidR="00E4444A" w:rsidRPr="0099306C">
        <w:t xml:space="preserve">, </w:t>
      </w:r>
      <w:r w:rsidRPr="002B3119">
        <w:t>de peur de troubler l</w:t>
      </w:r>
      <w:r w:rsidR="00E4444A" w:rsidRPr="0099306C">
        <w:t>’</w:t>
      </w:r>
      <w:r w:rsidRPr="002B3119">
        <w:t>examen</w:t>
      </w:r>
      <w:r w:rsidR="00E4444A" w:rsidRPr="0099306C">
        <w:t>.</w:t>
      </w:r>
    </w:p>
    <w:p w14:paraId="235A5BB7" w14:textId="77777777" w:rsidR="00E4444A" w:rsidRPr="0099306C" w:rsidRDefault="002B3119" w:rsidP="002B3119">
      <w:r w:rsidRPr="002B3119">
        <w:t>Yvette se tenait immobile</w:t>
      </w:r>
      <w:r w:rsidR="00E4444A" w:rsidRPr="0099306C">
        <w:t xml:space="preserve">. </w:t>
      </w:r>
      <w:r w:rsidRPr="002B3119">
        <w:t>Le docteur</w:t>
      </w:r>
      <w:r w:rsidR="00E4444A" w:rsidRPr="0099306C">
        <w:t xml:space="preserve">, </w:t>
      </w:r>
      <w:r w:rsidRPr="002B3119">
        <w:t>la joue contre la serviette</w:t>
      </w:r>
      <w:r w:rsidR="00E4444A" w:rsidRPr="0099306C">
        <w:t xml:space="preserve">, </w:t>
      </w:r>
      <w:r w:rsidRPr="002B3119">
        <w:t>écoutait longuement</w:t>
      </w:r>
      <w:r w:rsidR="00E4444A" w:rsidRPr="0099306C">
        <w:t xml:space="preserve">, </w:t>
      </w:r>
      <w:r w:rsidRPr="002B3119">
        <w:t>dans le dos</w:t>
      </w:r>
      <w:r w:rsidR="00E4444A" w:rsidRPr="0099306C">
        <w:t xml:space="preserve">, </w:t>
      </w:r>
      <w:r w:rsidRPr="002B3119">
        <w:t>dans la poitrine</w:t>
      </w:r>
      <w:r w:rsidR="00E4444A" w:rsidRPr="0099306C">
        <w:t xml:space="preserve">, </w:t>
      </w:r>
      <w:r w:rsidRPr="002B3119">
        <w:t>plus haut</w:t>
      </w:r>
      <w:r w:rsidR="00E4444A" w:rsidRPr="0099306C">
        <w:t xml:space="preserve">, </w:t>
      </w:r>
      <w:r w:rsidRPr="002B3119">
        <w:t>plus bas</w:t>
      </w:r>
      <w:r w:rsidR="00E4444A" w:rsidRPr="0099306C">
        <w:t xml:space="preserve">, </w:t>
      </w:r>
      <w:r w:rsidRPr="002B3119">
        <w:t>cherchait un endroit</w:t>
      </w:r>
      <w:r w:rsidR="00E4444A" w:rsidRPr="0099306C">
        <w:t xml:space="preserve">, </w:t>
      </w:r>
      <w:r w:rsidRPr="002B3119">
        <w:t>comparait la resp</w:t>
      </w:r>
      <w:r w:rsidRPr="002B3119">
        <w:t>i</w:t>
      </w:r>
      <w:r w:rsidRPr="002B3119">
        <w:t>ration des poumons</w:t>
      </w:r>
      <w:r w:rsidR="00E4444A" w:rsidRPr="0099306C">
        <w:t xml:space="preserve">. </w:t>
      </w:r>
      <w:r w:rsidRPr="002B3119">
        <w:t>Sans relever la tête il disait</w:t>
      </w:r>
      <w:r w:rsidR="00E4444A" w:rsidRPr="0099306C">
        <w:t> :</w:t>
      </w:r>
    </w:p>
    <w:p w14:paraId="5C7D3C84" w14:textId="77777777" w:rsidR="00E4444A" w:rsidRPr="0099306C" w:rsidRDefault="00E4444A" w:rsidP="002B3119">
      <w:r w:rsidRPr="0099306C">
        <w:t>— </w:t>
      </w:r>
      <w:r w:rsidR="002B3119" w:rsidRPr="002B3119">
        <w:t>Tousse</w:t>
      </w:r>
      <w:r w:rsidRPr="0099306C">
        <w:t xml:space="preserve">, </w:t>
      </w:r>
      <w:r w:rsidR="002B3119" w:rsidRPr="002B3119">
        <w:t>mon enfant</w:t>
      </w:r>
      <w:r w:rsidRPr="0099306C">
        <w:t xml:space="preserve">… </w:t>
      </w:r>
      <w:r w:rsidR="002B3119" w:rsidRPr="002B3119">
        <w:t>Plus fort</w:t>
      </w:r>
      <w:r w:rsidRPr="0099306C">
        <w:t xml:space="preserve">… </w:t>
      </w:r>
      <w:r w:rsidR="002B3119" w:rsidRPr="002B3119">
        <w:t>Un peu plus fort</w:t>
      </w:r>
      <w:r w:rsidRPr="0099306C">
        <w:t xml:space="preserve">… </w:t>
      </w:r>
      <w:r w:rsidR="002B3119" w:rsidRPr="002B3119">
        <w:t>C</w:t>
      </w:r>
      <w:r w:rsidRPr="0099306C">
        <w:t>’</w:t>
      </w:r>
      <w:r w:rsidR="002B3119" w:rsidRPr="002B3119">
        <w:t>est bien</w:t>
      </w:r>
      <w:r w:rsidRPr="0099306C">
        <w:t xml:space="preserve">… </w:t>
      </w:r>
      <w:r w:rsidR="002B3119" w:rsidRPr="002B3119">
        <w:t>Ne tousse plus maintenant</w:t>
      </w:r>
      <w:r w:rsidRPr="0099306C">
        <w:t>…</w:t>
      </w:r>
    </w:p>
    <w:p w14:paraId="4B878744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les yeux levés</w:t>
      </w:r>
      <w:r w:rsidR="00E4444A" w:rsidRPr="0099306C">
        <w:t xml:space="preserve">, </w:t>
      </w:r>
      <w:r w:rsidRPr="002B3119">
        <w:t>Yvette</w:t>
      </w:r>
      <w:r w:rsidR="00E4444A" w:rsidRPr="0099306C">
        <w:t xml:space="preserve">, </w:t>
      </w:r>
      <w:r w:rsidRPr="002B3119">
        <w:t>soumise et patiente</w:t>
      </w:r>
      <w:r w:rsidR="00E4444A" w:rsidRPr="0099306C">
        <w:t xml:space="preserve">, </w:t>
      </w:r>
      <w:r w:rsidRPr="002B3119">
        <w:t>exécutait les commandements</w:t>
      </w:r>
      <w:r w:rsidR="00E4444A" w:rsidRPr="0099306C">
        <w:t>.</w:t>
      </w:r>
    </w:p>
    <w:p w14:paraId="295D2A73" w14:textId="77777777" w:rsidR="00E4444A" w:rsidRPr="0099306C" w:rsidRDefault="002B3119" w:rsidP="002B3119">
      <w:r w:rsidRPr="002B3119">
        <w:t>Le docteur remonta la chemise</w:t>
      </w:r>
      <w:r w:rsidR="00E4444A" w:rsidRPr="0099306C">
        <w:t xml:space="preserve">, </w:t>
      </w:r>
      <w:r w:rsidRPr="002B3119">
        <w:t>étendit Yvette dans ses couvertures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lui maintenant la tête de ses deux mains</w:t>
      </w:r>
      <w:r w:rsidR="00E4444A" w:rsidRPr="0099306C">
        <w:t xml:space="preserve">, </w:t>
      </w:r>
      <w:r w:rsidRPr="002B3119">
        <w:t>la regarda fixement</w:t>
      </w:r>
      <w:r w:rsidR="00E4444A" w:rsidRPr="0099306C">
        <w:t>.</w:t>
      </w:r>
    </w:p>
    <w:p w14:paraId="76324315" w14:textId="77777777" w:rsidR="00E4444A" w:rsidRPr="00DE2E88" w:rsidRDefault="00E4444A" w:rsidP="002B3119">
      <w:r w:rsidRPr="00DE2E88">
        <w:lastRenderedPageBreak/>
        <w:t>— </w:t>
      </w:r>
      <w:r w:rsidR="002B3119" w:rsidRPr="00DE2E88">
        <w:t>Les yeux sont calmes</w:t>
      </w:r>
      <w:r w:rsidRPr="00DE2E88">
        <w:t xml:space="preserve">, </w:t>
      </w:r>
      <w:r w:rsidR="002B3119" w:rsidRPr="00DE2E88">
        <w:t>dit-il</w:t>
      </w:r>
      <w:r w:rsidRPr="00DE2E88">
        <w:t xml:space="preserve">, </w:t>
      </w:r>
      <w:r w:rsidR="002B3119" w:rsidRPr="00DE2E88">
        <w:t>en remettant à la garde la serviette</w:t>
      </w:r>
      <w:r w:rsidRPr="00DE2E88">
        <w:t xml:space="preserve">. </w:t>
      </w:r>
      <w:r w:rsidR="002B3119" w:rsidRPr="00DE2E88">
        <w:t>Aucun symptôme de méningite</w:t>
      </w:r>
      <w:r w:rsidRPr="00DE2E88">
        <w:t xml:space="preserve">. </w:t>
      </w:r>
      <w:r w:rsidR="002B3119" w:rsidRPr="00DE2E88">
        <w:t>L</w:t>
      </w:r>
      <w:r w:rsidRPr="00DE2E88">
        <w:t>’</w:t>
      </w:r>
      <w:r w:rsidR="002B3119" w:rsidRPr="00DE2E88">
        <w:t>analyse non plus n</w:t>
      </w:r>
      <w:r w:rsidRPr="00DE2E88">
        <w:t>’</w:t>
      </w:r>
      <w:r w:rsidR="002B3119" w:rsidRPr="00DE2E88">
        <w:t>a rien révélé</w:t>
      </w:r>
      <w:r w:rsidRPr="00DE2E88">
        <w:t xml:space="preserve">. </w:t>
      </w:r>
      <w:r w:rsidR="002B3119" w:rsidRPr="00DE2E88">
        <w:t>Mais les complications étaient à</w:t>
      </w:r>
      <w:r w:rsidR="00BF2D7D" w:rsidRPr="00DE2E88">
        <w:t xml:space="preserve"> </w:t>
      </w:r>
      <w:r w:rsidR="002B3119" w:rsidRPr="00DE2E88">
        <w:t>craindre</w:t>
      </w:r>
      <w:r w:rsidRPr="00DE2E88">
        <w:t xml:space="preserve">. </w:t>
      </w:r>
      <w:r w:rsidR="002B3119" w:rsidRPr="00DE2E88">
        <w:t>Les poumons m</w:t>
      </w:r>
      <w:r w:rsidRPr="00DE2E88">
        <w:t>’</w:t>
      </w:r>
      <w:r w:rsidR="002B3119" w:rsidRPr="00DE2E88">
        <w:t>inquiètent</w:t>
      </w:r>
      <w:r w:rsidRPr="00DE2E88">
        <w:t xml:space="preserve">. </w:t>
      </w:r>
      <w:r w:rsidR="002B3119" w:rsidRPr="00DE2E88">
        <w:t>Le pouls reste bon he</w:t>
      </w:r>
      <w:r w:rsidR="002B3119" w:rsidRPr="00DE2E88">
        <w:t>u</w:t>
      </w:r>
      <w:r w:rsidR="002B3119" w:rsidRPr="00DE2E88">
        <w:t>reusement</w:t>
      </w:r>
      <w:r w:rsidRPr="00DE2E88">
        <w:t>.</w:t>
      </w:r>
    </w:p>
    <w:p w14:paraId="01447D82" w14:textId="77777777" w:rsidR="00E4444A" w:rsidRPr="0099306C" w:rsidRDefault="002B3119" w:rsidP="002B3119">
      <w:r w:rsidRPr="002B3119">
        <w:t>Et il donna des instructions à la garde</w:t>
      </w:r>
      <w:r w:rsidR="00E4444A" w:rsidRPr="0099306C">
        <w:t xml:space="preserve">, </w:t>
      </w:r>
      <w:r w:rsidRPr="002B3119">
        <w:t>signa des ordo</w:t>
      </w:r>
      <w:r w:rsidRPr="002B3119">
        <w:t>n</w:t>
      </w:r>
      <w:r w:rsidRPr="002B3119">
        <w:t>nances</w:t>
      </w:r>
      <w:r w:rsidR="00E4444A" w:rsidRPr="0099306C">
        <w:t xml:space="preserve">, </w:t>
      </w:r>
      <w:r w:rsidRPr="002B3119">
        <w:t>revint vers l</w:t>
      </w:r>
      <w:r w:rsidR="00E4444A" w:rsidRPr="0099306C">
        <w:t>’</w:t>
      </w:r>
      <w:r w:rsidRPr="002B3119">
        <w:t>enfant</w:t>
      </w:r>
      <w:r w:rsidR="00E4444A" w:rsidRPr="0099306C">
        <w:t xml:space="preserve">, </w:t>
      </w:r>
      <w:r w:rsidRPr="002B3119">
        <w:t>la considéra encore</w:t>
      </w:r>
      <w:r w:rsidR="00E4444A" w:rsidRPr="0099306C">
        <w:t xml:space="preserve">, </w:t>
      </w:r>
      <w:r w:rsidRPr="002B3119">
        <w:t>recomma</w:t>
      </w:r>
      <w:r w:rsidRPr="002B3119">
        <w:t>n</w:t>
      </w:r>
      <w:r w:rsidRPr="002B3119">
        <w:t>da de bien surveiller le pouls</w:t>
      </w:r>
      <w:r w:rsidR="00E4444A" w:rsidRPr="0099306C">
        <w:t>.</w:t>
      </w:r>
    </w:p>
    <w:p w14:paraId="3B8FA7E3" w14:textId="77777777" w:rsidR="00E4444A" w:rsidRPr="0099306C" w:rsidRDefault="00E4444A" w:rsidP="002B3119">
      <w:r w:rsidRPr="0099306C">
        <w:t>— </w:t>
      </w:r>
      <w:r w:rsidR="002B3119" w:rsidRPr="002B3119">
        <w:t>Mieux valait ne pas continuer les bains</w:t>
      </w:r>
      <w:r w:rsidRPr="0099306C">
        <w:t>.</w:t>
      </w:r>
    </w:p>
    <w:p w14:paraId="11288A22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allai dans une pharmacie faire exécuter les ordo</w:t>
      </w:r>
      <w:r w:rsidRPr="002B3119">
        <w:t>n</w:t>
      </w:r>
      <w:r w:rsidRPr="002B3119">
        <w:t>nances</w:t>
      </w:r>
      <w:r w:rsidR="00E4444A" w:rsidRPr="0099306C">
        <w:t xml:space="preserve">. </w:t>
      </w:r>
      <w:r w:rsidRPr="002B3119">
        <w:t>Dans mon désarroi</w:t>
      </w:r>
      <w:r w:rsidR="00E4444A" w:rsidRPr="0099306C">
        <w:t xml:space="preserve">, </w:t>
      </w:r>
      <w:r w:rsidRPr="002B3119">
        <w:t>la seule consolation qui me re</w:t>
      </w:r>
      <w:r w:rsidRPr="002B3119">
        <w:t>s</w:t>
      </w:r>
      <w:r w:rsidRPr="002B3119">
        <w:t>tât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de faire des commissions pour Yvette</w:t>
      </w:r>
      <w:r w:rsidR="00E4444A" w:rsidRPr="0099306C">
        <w:t xml:space="preserve">. </w:t>
      </w:r>
      <w:r w:rsidR="00BF2D7D" w:rsidRPr="0099306C">
        <w:t>À</w:t>
      </w:r>
      <w:r w:rsidRPr="002B3119">
        <w:t xml:space="preserve"> personne je n</w:t>
      </w:r>
      <w:r w:rsidR="00E4444A" w:rsidRPr="0099306C">
        <w:t>’</w:t>
      </w:r>
      <w:r w:rsidRPr="002B3119">
        <w:t>aurais abandonné cette tâche</w:t>
      </w:r>
      <w:r w:rsidR="00E4444A" w:rsidRPr="0099306C">
        <w:t xml:space="preserve">. </w:t>
      </w:r>
      <w:r w:rsidRPr="002B3119">
        <w:t>Un pharmacien courtois me demanda si je pouvais attendre</w:t>
      </w:r>
      <w:r w:rsidR="00E4444A" w:rsidRPr="0099306C">
        <w:t xml:space="preserve">, </w:t>
      </w:r>
      <w:r w:rsidRPr="002B3119">
        <w:t>choisit des flacons</w:t>
      </w:r>
      <w:r w:rsidR="00E4444A" w:rsidRPr="0099306C">
        <w:t xml:space="preserve">, </w:t>
      </w:r>
      <w:r w:rsidRPr="002B3119">
        <w:t>les emplit de liquides empruntés à divers bocaux</w:t>
      </w:r>
      <w:r w:rsidR="00E4444A" w:rsidRPr="0099306C">
        <w:t xml:space="preserve">, </w:t>
      </w:r>
      <w:r w:rsidRPr="002B3119">
        <w:t>et colla des étiquettes</w:t>
      </w:r>
      <w:r w:rsidR="00E4444A" w:rsidRPr="0099306C">
        <w:t xml:space="preserve">, </w:t>
      </w:r>
      <w:r w:rsidRPr="002B3119">
        <w:t>cacheta des bouchons</w:t>
      </w:r>
      <w:r w:rsidR="00E4444A" w:rsidRPr="0099306C">
        <w:t xml:space="preserve">, </w:t>
      </w:r>
      <w:r w:rsidRPr="002B3119">
        <w:t>ficela des paquets avec autant de soin méticuleux que si la qualité du remède en d</w:t>
      </w:r>
      <w:r w:rsidRPr="002B3119">
        <w:t>e</w:t>
      </w:r>
      <w:r w:rsidRPr="002B3119">
        <w:t>vait être améliorée</w:t>
      </w:r>
      <w:r w:rsidR="00E4444A" w:rsidRPr="0099306C">
        <w:t>.</w:t>
      </w:r>
    </w:p>
    <w:p w14:paraId="5B47F10C" w14:textId="77777777" w:rsidR="00E4444A" w:rsidRPr="0099306C" w:rsidRDefault="00E4444A" w:rsidP="002B3119">
      <w:r w:rsidRPr="0099306C">
        <w:t>— </w:t>
      </w:r>
      <w:r w:rsidR="002B3119" w:rsidRPr="002B3119">
        <w:t>C</w:t>
      </w:r>
      <w:r w:rsidRPr="0099306C">
        <w:t>’</w:t>
      </w:r>
      <w:r w:rsidR="002B3119" w:rsidRPr="002B3119">
        <w:t>est pour ma petite fille</w:t>
      </w:r>
      <w:r w:rsidRPr="0099306C">
        <w:t xml:space="preserve">, </w:t>
      </w:r>
      <w:r w:rsidR="002B3119" w:rsidRPr="002B3119">
        <w:t>murmurai-je</w:t>
      </w:r>
      <w:r w:rsidRPr="0099306C">
        <w:t xml:space="preserve">, </w:t>
      </w:r>
      <w:r w:rsidR="002B3119" w:rsidRPr="002B3119">
        <w:t>par besoin de rencontrer une sympathie</w:t>
      </w:r>
      <w:r w:rsidRPr="0099306C">
        <w:t>.</w:t>
      </w:r>
    </w:p>
    <w:p w14:paraId="71F74A20" w14:textId="77777777" w:rsidR="00E4444A" w:rsidRPr="0099306C" w:rsidRDefault="00E4444A" w:rsidP="002B3119">
      <w:r w:rsidRPr="0099306C">
        <w:t>— </w:t>
      </w:r>
      <w:r w:rsidR="002B3119" w:rsidRPr="002B3119">
        <w:t>Oui</w:t>
      </w:r>
      <w:r w:rsidRPr="0099306C">
        <w:t xml:space="preserve">, </w:t>
      </w:r>
      <w:r w:rsidR="002B3119" w:rsidRPr="002B3119">
        <w:t>je sais qu</w:t>
      </w:r>
      <w:r w:rsidRPr="0099306C">
        <w:t>’</w:t>
      </w:r>
      <w:r w:rsidR="002B3119" w:rsidRPr="002B3119">
        <w:t>elle est malade</w:t>
      </w:r>
      <w:r w:rsidRPr="0099306C">
        <w:t xml:space="preserve">. </w:t>
      </w:r>
      <w:r w:rsidR="002B3119" w:rsidRPr="002B3119">
        <w:t>Moi aussi</w:t>
      </w:r>
      <w:r w:rsidRPr="0099306C">
        <w:t xml:space="preserve">, </w:t>
      </w:r>
      <w:r w:rsidR="002B3119" w:rsidRPr="002B3119">
        <w:t>j</w:t>
      </w:r>
      <w:r w:rsidRPr="0099306C">
        <w:t>’</w:t>
      </w:r>
      <w:r w:rsidR="002B3119" w:rsidRPr="002B3119">
        <w:t>ai passé par là</w:t>
      </w:r>
      <w:r w:rsidRPr="0099306C">
        <w:t xml:space="preserve">. </w:t>
      </w:r>
      <w:r w:rsidR="002B3119" w:rsidRPr="002B3119">
        <w:t>Tous les parents traversent les mêmes émotions</w:t>
      </w:r>
      <w:r w:rsidRPr="0099306C">
        <w:t>.</w:t>
      </w:r>
    </w:p>
    <w:p w14:paraId="36E395A0" w14:textId="77777777" w:rsidR="00E4444A" w:rsidRPr="0099306C" w:rsidRDefault="002B3119" w:rsidP="002B3119">
      <w:r w:rsidRPr="002B3119">
        <w:t>Une jolie petite blonde</w:t>
      </w:r>
      <w:r w:rsidR="00E4444A" w:rsidRPr="0099306C">
        <w:t xml:space="preserve">, </w:t>
      </w:r>
      <w:r w:rsidRPr="002B3119">
        <w:t>que j</w:t>
      </w:r>
      <w:r w:rsidR="00E4444A" w:rsidRPr="0099306C">
        <w:t>’</w:t>
      </w:r>
      <w:r w:rsidRPr="002B3119">
        <w:t>avais rencontrée à l</w:t>
      </w:r>
      <w:r w:rsidR="00E4444A" w:rsidRPr="0099306C">
        <w:t>’</w:t>
      </w:r>
      <w:r w:rsidRPr="002B3119">
        <w:t>école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vint prévenir son père que le déjeuner attendait</w:t>
      </w:r>
      <w:r w:rsidR="00E4444A" w:rsidRPr="0099306C">
        <w:t>.</w:t>
      </w:r>
    </w:p>
    <w:p w14:paraId="53EFF975" w14:textId="77777777" w:rsidR="00E4444A" w:rsidRPr="0099306C" w:rsidRDefault="00E4444A" w:rsidP="002B3119">
      <w:r w:rsidRPr="0099306C">
        <w:t>— </w:t>
      </w:r>
      <w:r w:rsidR="002B3119" w:rsidRPr="002B3119">
        <w:t>Tenez</w:t>
      </w:r>
      <w:r w:rsidRPr="0099306C">
        <w:t xml:space="preserve">, </w:t>
      </w:r>
      <w:r w:rsidR="002B3119" w:rsidRPr="002B3119">
        <w:t>dit-il</w:t>
      </w:r>
      <w:r w:rsidRPr="0099306C">
        <w:t xml:space="preserve">, </w:t>
      </w:r>
      <w:r w:rsidR="002B3119" w:rsidRPr="002B3119">
        <w:t>en posant la main sur les boucles</w:t>
      </w:r>
      <w:r w:rsidRPr="0099306C">
        <w:t xml:space="preserve">. </w:t>
      </w:r>
      <w:r w:rsidR="002B3119" w:rsidRPr="002B3119">
        <w:t>Elle nous a bien tourmentés</w:t>
      </w:r>
      <w:r w:rsidRPr="0099306C">
        <w:t xml:space="preserve">, </w:t>
      </w:r>
      <w:r w:rsidR="002B3119" w:rsidRPr="002B3119">
        <w:t>elle aussi</w:t>
      </w:r>
      <w:r w:rsidRPr="0099306C">
        <w:t xml:space="preserve">. </w:t>
      </w:r>
      <w:r w:rsidR="00B137EB" w:rsidRPr="0099306C">
        <w:t>À</w:t>
      </w:r>
      <w:r w:rsidR="002B3119" w:rsidRPr="002B3119">
        <w:t xml:space="preserve"> présent</w:t>
      </w:r>
      <w:r w:rsidRPr="0099306C">
        <w:t xml:space="preserve">, </w:t>
      </w:r>
      <w:r w:rsidR="002B3119" w:rsidRPr="002B3119">
        <w:t>quelle mine</w:t>
      </w:r>
      <w:r w:rsidRPr="0099306C">
        <w:t xml:space="preserve"> ! </w:t>
      </w:r>
      <w:r w:rsidR="002B3119" w:rsidRPr="002B3119">
        <w:t>Mais nos angoisses ont un bon côté</w:t>
      </w:r>
      <w:r w:rsidRPr="0099306C">
        <w:t xml:space="preserve">. </w:t>
      </w:r>
      <w:r w:rsidR="002B3119" w:rsidRPr="002B3119">
        <w:t>On les aime encore mieux ensuite</w:t>
      </w:r>
      <w:r w:rsidRPr="0099306C">
        <w:t>.</w:t>
      </w:r>
    </w:p>
    <w:p w14:paraId="3841F1A5" w14:textId="77777777" w:rsidR="00E4444A" w:rsidRPr="0099306C" w:rsidRDefault="002B3119" w:rsidP="002B3119">
      <w:r w:rsidRPr="002B3119">
        <w:t>Cette parole me fit du bien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y trouvais l</w:t>
      </w:r>
      <w:r w:rsidR="00E4444A" w:rsidRPr="0099306C">
        <w:t>’</w:t>
      </w:r>
      <w:r w:rsidRPr="002B3119">
        <w:t>explication de la maladie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 xml:space="preserve">cette cause finale dont mon cœur avait </w:t>
      </w:r>
      <w:r w:rsidRPr="002B3119">
        <w:lastRenderedPageBreak/>
        <w:t>besoin</w:t>
      </w:r>
      <w:r w:rsidR="00E4444A" w:rsidRPr="0099306C">
        <w:t xml:space="preserve">. </w:t>
      </w:r>
      <w:r w:rsidRPr="002B3119">
        <w:t>Quel mal avait fait Yvette sur la terre pour qu</w:t>
      </w:r>
      <w:r w:rsidR="00E4444A" w:rsidRPr="0099306C">
        <w:t>’</w:t>
      </w:r>
      <w:r w:rsidRPr="002B3119">
        <w:t>un Dieu juste pût m</w:t>
      </w:r>
      <w:r w:rsidR="00E4444A" w:rsidRPr="0099306C">
        <w:t>’</w:t>
      </w:r>
      <w:r w:rsidRPr="002B3119">
        <w:t>arracher mon enfant</w:t>
      </w:r>
      <w:r w:rsidR="00E4444A" w:rsidRPr="0099306C">
        <w:t xml:space="preserve"> ? </w:t>
      </w:r>
      <w:r w:rsidRPr="002B3119">
        <w:t>Nous sortirions mei</w:t>
      </w:r>
      <w:r w:rsidRPr="002B3119">
        <w:t>l</w:t>
      </w:r>
      <w:r w:rsidRPr="002B3119">
        <w:t>leurs</w:t>
      </w:r>
      <w:r w:rsidR="00E4444A" w:rsidRPr="0099306C">
        <w:t xml:space="preserve">, </w:t>
      </w:r>
      <w:r w:rsidRPr="002B3119">
        <w:t>plus heureux de cette épreuve sans laquelle je serais demeuré peut-être un père imparfait</w:t>
      </w:r>
      <w:r w:rsidR="00E4444A" w:rsidRPr="0099306C">
        <w:t xml:space="preserve">. </w:t>
      </w:r>
      <w:r w:rsidRPr="002B3119">
        <w:t>Quelques semaines terribles suivraient encore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en étais sûr</w:t>
      </w:r>
      <w:r w:rsidR="00E4444A" w:rsidRPr="0099306C">
        <w:t xml:space="preserve">, </w:t>
      </w:r>
      <w:r w:rsidRPr="002B3119">
        <w:t>nous sauv</w:t>
      </w:r>
      <w:r w:rsidRPr="002B3119">
        <w:t>e</w:t>
      </w:r>
      <w:r w:rsidRPr="002B3119">
        <w:t>rions Yvette</w:t>
      </w:r>
      <w:r w:rsidR="00E4444A" w:rsidRPr="0099306C">
        <w:t xml:space="preserve">. </w:t>
      </w:r>
      <w:r w:rsidRPr="002B3119">
        <w:t>Et pour la Noël</w:t>
      </w:r>
      <w:r w:rsidR="00E4444A" w:rsidRPr="0099306C">
        <w:t xml:space="preserve">… </w:t>
      </w:r>
      <w:r w:rsidRPr="002B3119">
        <w:t>pour la Noël</w:t>
      </w:r>
      <w:r w:rsidR="00E4444A" w:rsidRPr="0099306C">
        <w:t xml:space="preserve">… </w:t>
      </w:r>
      <w:r w:rsidRPr="002B3119">
        <w:t>Oui</w:t>
      </w:r>
      <w:r w:rsidR="00E4444A" w:rsidRPr="0099306C">
        <w:t xml:space="preserve">. </w:t>
      </w:r>
      <w:r w:rsidRPr="002B3119">
        <w:t>Quel beau Noël nous aurions cette année-là</w:t>
      </w:r>
      <w:r w:rsidR="00E4444A" w:rsidRPr="0099306C">
        <w:t> !</w:t>
      </w:r>
    </w:p>
    <w:p w14:paraId="54E00F3F" w14:textId="505235FE" w:rsidR="00E4444A" w:rsidRPr="0099306C" w:rsidRDefault="00DE2E88" w:rsidP="002B3119">
      <w:r w:rsidRPr="002B3119">
        <w:t>Édith</w:t>
      </w:r>
      <w:r w:rsidR="00E4444A" w:rsidRPr="0099306C">
        <w:t xml:space="preserve">, </w:t>
      </w:r>
      <w:r w:rsidR="002B3119" w:rsidRPr="002B3119">
        <w:t>qui donnait une potion à sa malade</w:t>
      </w:r>
      <w:r w:rsidR="00E4444A" w:rsidRPr="0099306C">
        <w:t xml:space="preserve">, </w:t>
      </w:r>
      <w:r w:rsidR="002B3119" w:rsidRPr="002B3119">
        <w:t>n</w:t>
      </w:r>
      <w:r w:rsidR="00E4444A" w:rsidRPr="0099306C">
        <w:t>’</w:t>
      </w:r>
      <w:r w:rsidR="002B3119" w:rsidRPr="002B3119">
        <w:t>était pas encore descendue quand je revins</w:t>
      </w:r>
      <w:r w:rsidR="00E4444A" w:rsidRPr="0099306C">
        <w:t xml:space="preserve">. </w:t>
      </w:r>
      <w:r w:rsidR="002B3119" w:rsidRPr="002B3119">
        <w:t>Marie-Anne</w:t>
      </w:r>
      <w:r w:rsidR="00E4444A" w:rsidRPr="0099306C">
        <w:t xml:space="preserve">, </w:t>
      </w:r>
      <w:r w:rsidR="002B3119" w:rsidRPr="002B3119">
        <w:t>silencie</w:t>
      </w:r>
      <w:r w:rsidR="002B3119" w:rsidRPr="002B3119">
        <w:t>u</w:t>
      </w:r>
      <w:r w:rsidR="002B3119" w:rsidRPr="002B3119">
        <w:t>sement</w:t>
      </w:r>
      <w:r w:rsidR="00E4444A" w:rsidRPr="0099306C">
        <w:t xml:space="preserve">, </w:t>
      </w:r>
      <w:r w:rsidR="002B3119" w:rsidRPr="002B3119">
        <w:t>mettait le couvert</w:t>
      </w:r>
      <w:r w:rsidR="00E4444A" w:rsidRPr="0099306C">
        <w:t xml:space="preserve">. </w:t>
      </w:r>
      <w:r w:rsidR="002B3119" w:rsidRPr="002B3119">
        <w:t>Son expression m</w:t>
      </w:r>
      <w:r w:rsidR="00E4444A" w:rsidRPr="0099306C">
        <w:t>’</w:t>
      </w:r>
      <w:r w:rsidR="002B3119" w:rsidRPr="002B3119">
        <w:t>intrigua</w:t>
      </w:r>
      <w:r w:rsidR="00E4444A" w:rsidRPr="0099306C">
        <w:t>.</w:t>
      </w:r>
    </w:p>
    <w:p w14:paraId="32B5C897" w14:textId="77777777" w:rsidR="00E4444A" w:rsidRPr="0099306C" w:rsidRDefault="00E4444A" w:rsidP="002B3119">
      <w:r w:rsidRPr="0099306C">
        <w:t>— </w:t>
      </w:r>
      <w:r w:rsidR="002B3119" w:rsidRPr="002B3119">
        <w:t>Qu</w:t>
      </w:r>
      <w:r w:rsidRPr="0099306C">
        <w:t>’</w:t>
      </w:r>
      <w:r w:rsidR="002B3119" w:rsidRPr="002B3119">
        <w:t>y a-t-il donc</w:t>
      </w:r>
      <w:r w:rsidRPr="0099306C">
        <w:t xml:space="preserve">, </w:t>
      </w:r>
      <w:r w:rsidR="002B3119" w:rsidRPr="002B3119">
        <w:t>Marie-Anne</w:t>
      </w:r>
      <w:r w:rsidRPr="0099306C">
        <w:t xml:space="preserve"> ? </w:t>
      </w:r>
      <w:r w:rsidR="002B3119" w:rsidRPr="002B3119">
        <w:t>Vous avez un air étrange aujourd</w:t>
      </w:r>
      <w:r w:rsidRPr="0099306C">
        <w:t>’</w:t>
      </w:r>
      <w:r w:rsidR="002B3119" w:rsidRPr="002B3119">
        <w:t>hui</w:t>
      </w:r>
      <w:r w:rsidRPr="0099306C">
        <w:t>.</w:t>
      </w:r>
    </w:p>
    <w:p w14:paraId="02DD277E" w14:textId="77777777" w:rsidR="00E4444A" w:rsidRPr="0099306C" w:rsidRDefault="00E4444A" w:rsidP="002B3119">
      <w:r w:rsidRPr="0099306C">
        <w:t>— </w:t>
      </w:r>
      <w:r w:rsidR="002B3119" w:rsidRPr="002B3119">
        <w:t>Il y a</w:t>
      </w:r>
      <w:r w:rsidRPr="0099306C">
        <w:t xml:space="preserve">, </w:t>
      </w:r>
      <w:r w:rsidR="002B3119" w:rsidRPr="002B3119">
        <w:t>monsieur</w:t>
      </w:r>
      <w:r w:rsidRPr="0099306C">
        <w:t xml:space="preserve">… </w:t>
      </w:r>
      <w:r w:rsidR="002B3119" w:rsidRPr="002B3119">
        <w:t>Mais non</w:t>
      </w:r>
      <w:r w:rsidRPr="0099306C">
        <w:t xml:space="preserve">, </w:t>
      </w:r>
      <w:r w:rsidR="002B3119" w:rsidRPr="002B3119">
        <w:t>rien</w:t>
      </w:r>
      <w:r w:rsidRPr="0099306C">
        <w:t xml:space="preserve">… </w:t>
      </w:r>
      <w:r w:rsidR="002B3119" w:rsidRPr="002B3119">
        <w:t>Il n</w:t>
      </w:r>
      <w:r w:rsidRPr="0099306C">
        <w:t>’</w:t>
      </w:r>
      <w:r w:rsidR="002B3119" w:rsidRPr="002B3119">
        <w:t>y a rien</w:t>
      </w:r>
      <w:r w:rsidRPr="0099306C">
        <w:t>…</w:t>
      </w:r>
    </w:p>
    <w:p w14:paraId="7940D00E" w14:textId="77777777" w:rsidR="00E4444A" w:rsidRPr="0099306C" w:rsidRDefault="00E4444A" w:rsidP="002B3119">
      <w:r w:rsidRPr="0099306C">
        <w:t>— </w:t>
      </w:r>
      <w:r w:rsidR="002B3119" w:rsidRPr="002B3119">
        <w:t>Comment</w:t>
      </w:r>
      <w:r w:rsidRPr="0099306C">
        <w:t xml:space="preserve"> ? </w:t>
      </w:r>
      <w:r w:rsidR="002B3119" w:rsidRPr="002B3119">
        <w:t>Il n</w:t>
      </w:r>
      <w:r w:rsidRPr="0099306C">
        <w:t>’</w:t>
      </w:r>
      <w:r w:rsidR="002B3119" w:rsidRPr="002B3119">
        <w:t>y a rien</w:t>
      </w:r>
      <w:r w:rsidRPr="0099306C">
        <w:t> ?</w:t>
      </w:r>
    </w:p>
    <w:p w14:paraId="467AADA3" w14:textId="77777777" w:rsidR="00E4444A" w:rsidRPr="0099306C" w:rsidRDefault="002B3119" w:rsidP="002B3119">
      <w:r w:rsidRPr="002B3119">
        <w:t xml:space="preserve">Elle </w:t>
      </w:r>
      <w:proofErr w:type="gramStart"/>
      <w:r w:rsidRPr="002B3119">
        <w:t>fit</w:t>
      </w:r>
      <w:proofErr w:type="gramEnd"/>
      <w:r w:rsidRPr="002B3119">
        <w:t xml:space="preserve"> un effort pour répondre</w:t>
      </w:r>
      <w:r w:rsidR="00E4444A" w:rsidRPr="0099306C">
        <w:t xml:space="preserve">, </w:t>
      </w:r>
      <w:r w:rsidRPr="002B3119">
        <w:t>me regarda comme pour m</w:t>
      </w:r>
      <w:r w:rsidR="00E4444A" w:rsidRPr="0099306C">
        <w:t>’</w:t>
      </w:r>
      <w:r w:rsidRPr="002B3119">
        <w:t>interroger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se retournant</w:t>
      </w:r>
      <w:r w:rsidR="00E4444A" w:rsidRPr="0099306C">
        <w:t xml:space="preserve">, </w:t>
      </w:r>
      <w:r w:rsidRPr="002B3119">
        <w:t>elle éclata en sanglots</w:t>
      </w:r>
      <w:r w:rsidR="00E4444A" w:rsidRPr="0099306C">
        <w:t>.</w:t>
      </w:r>
    </w:p>
    <w:p w14:paraId="6B641D0E" w14:textId="77777777" w:rsidR="00E4444A" w:rsidRPr="0099306C" w:rsidRDefault="00E4444A" w:rsidP="002B3119">
      <w:r w:rsidRPr="0099306C">
        <w:t>— </w:t>
      </w:r>
      <w:r w:rsidR="002B3119" w:rsidRPr="002B3119">
        <w:t>Voyons</w:t>
      </w:r>
      <w:r w:rsidRPr="0099306C">
        <w:t xml:space="preserve">, </w:t>
      </w:r>
      <w:r w:rsidR="002B3119" w:rsidRPr="002B3119">
        <w:t>ma brave fille</w:t>
      </w:r>
      <w:r w:rsidRPr="0099306C">
        <w:t xml:space="preserve">, </w:t>
      </w:r>
      <w:r w:rsidR="002B3119" w:rsidRPr="002B3119">
        <w:t>vous ne pleurez pas sans ra</w:t>
      </w:r>
      <w:r w:rsidR="002B3119" w:rsidRPr="002B3119">
        <w:t>i</w:t>
      </w:r>
      <w:r w:rsidR="002B3119" w:rsidRPr="002B3119">
        <w:t>son</w:t>
      </w:r>
      <w:r w:rsidRPr="0099306C">
        <w:t xml:space="preserve">. </w:t>
      </w:r>
      <w:r w:rsidR="002B3119" w:rsidRPr="002B3119">
        <w:t>Pourquoi ces larmes tout à</w:t>
      </w:r>
      <w:r w:rsidR="00B137EB" w:rsidRPr="0099306C">
        <w:t xml:space="preserve"> </w:t>
      </w:r>
      <w:r w:rsidR="002B3119" w:rsidRPr="002B3119">
        <w:t>coup</w:t>
      </w:r>
      <w:r w:rsidRPr="0099306C">
        <w:t> ?</w:t>
      </w:r>
    </w:p>
    <w:p w14:paraId="7ABB8FED" w14:textId="77777777" w:rsidR="00E4444A" w:rsidRPr="0099306C" w:rsidRDefault="00E4444A" w:rsidP="002B3119">
      <w:r w:rsidRPr="0099306C">
        <w:t>— </w:t>
      </w:r>
      <w:r w:rsidR="002B3119" w:rsidRPr="002B3119">
        <w:t>Je pleure parce qu</w:t>
      </w:r>
      <w:r w:rsidRPr="0099306C">
        <w:t>’</w:t>
      </w:r>
      <w:r w:rsidR="002B3119" w:rsidRPr="002B3119">
        <w:t>Yvette est malade</w:t>
      </w:r>
      <w:r w:rsidRPr="0099306C">
        <w:t>.</w:t>
      </w:r>
    </w:p>
    <w:p w14:paraId="088D8265" w14:textId="77777777" w:rsidR="00E4444A" w:rsidRPr="0099306C" w:rsidRDefault="00E4444A" w:rsidP="002B3119">
      <w:r w:rsidRPr="0099306C">
        <w:t>— </w:t>
      </w:r>
      <w:r w:rsidR="002B3119" w:rsidRPr="002B3119">
        <w:t>Elle est malade</w:t>
      </w:r>
      <w:r w:rsidRPr="0099306C">
        <w:t xml:space="preserve">, </w:t>
      </w:r>
      <w:r w:rsidR="002B3119" w:rsidRPr="002B3119">
        <w:t>oui</w:t>
      </w:r>
      <w:r w:rsidRPr="0099306C">
        <w:t xml:space="preserve">, </w:t>
      </w:r>
      <w:r w:rsidR="002B3119" w:rsidRPr="002B3119">
        <w:t>depuis bien des jours malhe</w:t>
      </w:r>
      <w:r w:rsidR="002B3119" w:rsidRPr="002B3119">
        <w:t>u</w:t>
      </w:r>
      <w:r w:rsidR="002B3119" w:rsidRPr="002B3119">
        <w:t>reusement</w:t>
      </w:r>
      <w:r w:rsidRPr="0099306C">
        <w:t xml:space="preserve">. </w:t>
      </w:r>
      <w:r w:rsidR="002B3119" w:rsidRPr="002B3119">
        <w:t>Mais nous la sauverons</w:t>
      </w:r>
      <w:r w:rsidRPr="0099306C">
        <w:t xml:space="preserve">. </w:t>
      </w:r>
      <w:r w:rsidR="002B3119" w:rsidRPr="002B3119">
        <w:t>Je suis sûr que nous la sauverons</w:t>
      </w:r>
      <w:r w:rsidRPr="0099306C">
        <w:t xml:space="preserve">. </w:t>
      </w:r>
      <w:r w:rsidR="002B3119" w:rsidRPr="002B3119">
        <w:t>Avez-vous su quelque chose</w:t>
      </w:r>
      <w:r w:rsidRPr="0099306C">
        <w:t xml:space="preserve"> ? </w:t>
      </w:r>
      <w:r w:rsidR="002B3119" w:rsidRPr="002B3119">
        <w:t>Avez-vous parlé à quelqu</w:t>
      </w:r>
      <w:r w:rsidRPr="0099306C">
        <w:t>’</w:t>
      </w:r>
      <w:r w:rsidR="002B3119" w:rsidRPr="002B3119">
        <w:t>un</w:t>
      </w:r>
      <w:r w:rsidRPr="0099306C">
        <w:t> ?</w:t>
      </w:r>
    </w:p>
    <w:p w14:paraId="37D00394" w14:textId="77777777" w:rsidR="00E4444A" w:rsidRPr="0099306C" w:rsidRDefault="00E4444A" w:rsidP="002B3119">
      <w:r w:rsidRPr="0099306C">
        <w:t>— </w:t>
      </w:r>
      <w:r w:rsidR="002B3119" w:rsidRPr="002B3119">
        <w:t>Parlé</w:t>
      </w:r>
      <w:r w:rsidRPr="0099306C">
        <w:t xml:space="preserve"> ? </w:t>
      </w:r>
      <w:r w:rsidR="002B3119" w:rsidRPr="002B3119">
        <w:t>Je n</w:t>
      </w:r>
      <w:r w:rsidRPr="0099306C">
        <w:t>’</w:t>
      </w:r>
      <w:r w:rsidR="002B3119" w:rsidRPr="002B3119">
        <w:t>ai parlé qu</w:t>
      </w:r>
      <w:r w:rsidRPr="0099306C">
        <w:t>’</w:t>
      </w:r>
      <w:r w:rsidR="002B3119" w:rsidRPr="002B3119">
        <w:t>au docteur</w:t>
      </w:r>
      <w:r w:rsidRPr="0099306C">
        <w:t>.</w:t>
      </w:r>
    </w:p>
    <w:p w14:paraId="42262905" w14:textId="77777777" w:rsidR="00E4444A" w:rsidRPr="0099306C" w:rsidRDefault="00E4444A" w:rsidP="002B3119">
      <w:r w:rsidRPr="0099306C">
        <w:t>— </w:t>
      </w:r>
      <w:r w:rsidR="002B3119" w:rsidRPr="002B3119">
        <w:t>Et que vous a-t-il dit de particulier</w:t>
      </w:r>
      <w:r w:rsidRPr="0099306C">
        <w:t> ?</w:t>
      </w:r>
    </w:p>
    <w:p w14:paraId="4D008001" w14:textId="77777777" w:rsidR="00E4444A" w:rsidRPr="0099306C" w:rsidRDefault="002B3119" w:rsidP="002B3119">
      <w:r w:rsidRPr="002B3119">
        <w:lastRenderedPageBreak/>
        <w:t>Elle me regarda encore</w:t>
      </w:r>
      <w:r w:rsidR="00E4444A" w:rsidRPr="0099306C">
        <w:t xml:space="preserve">, </w:t>
      </w:r>
      <w:r w:rsidRPr="002B3119">
        <w:t>eut une hésitation</w:t>
      </w:r>
      <w:r w:rsidR="00E4444A" w:rsidRPr="0099306C">
        <w:t xml:space="preserve">. </w:t>
      </w:r>
      <w:r w:rsidRPr="002B3119">
        <w:t>Les sanglots s</w:t>
      </w:r>
      <w:r w:rsidR="00E4444A" w:rsidRPr="0099306C">
        <w:t>’</w:t>
      </w:r>
      <w:r w:rsidRPr="002B3119">
        <w:t>étaient arrêtés</w:t>
      </w:r>
      <w:r w:rsidR="00E4444A" w:rsidRPr="0099306C">
        <w:t xml:space="preserve">. </w:t>
      </w:r>
      <w:r w:rsidRPr="002B3119">
        <w:t>Redevenue maîtresse d</w:t>
      </w:r>
      <w:r w:rsidR="00E4444A" w:rsidRPr="0099306C">
        <w:t>’</w:t>
      </w:r>
      <w:r w:rsidRPr="002B3119">
        <w:t>elle-même</w:t>
      </w:r>
      <w:r w:rsidR="00E4444A" w:rsidRPr="0099306C">
        <w:t xml:space="preserve">, </w:t>
      </w:r>
      <w:r w:rsidRPr="002B3119">
        <w:t>elle me dit</w:t>
      </w:r>
      <w:r w:rsidR="00E4444A" w:rsidRPr="0099306C">
        <w:t> :</w:t>
      </w:r>
    </w:p>
    <w:p w14:paraId="273B8261" w14:textId="77777777" w:rsidR="00E4444A" w:rsidRPr="0099306C" w:rsidRDefault="00E4444A" w:rsidP="002B3119">
      <w:r w:rsidRPr="0099306C">
        <w:t>— </w:t>
      </w:r>
      <w:r w:rsidR="002B3119" w:rsidRPr="002B3119">
        <w:t>Rien de particulier</w:t>
      </w:r>
      <w:r w:rsidRPr="0099306C">
        <w:t xml:space="preserve">, </w:t>
      </w:r>
      <w:r w:rsidR="002B3119" w:rsidRPr="002B3119">
        <w:t>non</w:t>
      </w:r>
      <w:r w:rsidRPr="0099306C">
        <w:t xml:space="preserve">. </w:t>
      </w:r>
      <w:r w:rsidR="002B3119" w:rsidRPr="002B3119">
        <w:t>Rien</w:t>
      </w:r>
      <w:r w:rsidRPr="0099306C">
        <w:t xml:space="preserve">. </w:t>
      </w:r>
      <w:r w:rsidR="002B3119" w:rsidRPr="002B3119">
        <w:t>Monsieur peut me croire</w:t>
      </w:r>
      <w:r w:rsidRPr="0099306C">
        <w:t>.</w:t>
      </w:r>
    </w:p>
    <w:p w14:paraId="310578D0" w14:textId="77777777" w:rsidR="00E4444A" w:rsidRPr="0099306C" w:rsidRDefault="002B3119" w:rsidP="002B3119">
      <w:r w:rsidRPr="002B3119">
        <w:t>Je voulus consoler Marie-Anne</w:t>
      </w:r>
      <w:r w:rsidR="00E4444A" w:rsidRPr="0099306C">
        <w:t xml:space="preserve">. </w:t>
      </w:r>
      <w:r w:rsidRPr="002B3119">
        <w:t>Après tant de fatigues et d</w:t>
      </w:r>
      <w:r w:rsidR="00E4444A" w:rsidRPr="0099306C">
        <w:t>’</w:t>
      </w:r>
      <w:r w:rsidRPr="002B3119">
        <w:t>émotions</w:t>
      </w:r>
      <w:r w:rsidR="00E4444A" w:rsidRPr="0099306C">
        <w:t xml:space="preserve">, </w:t>
      </w:r>
      <w:r w:rsidRPr="002B3119">
        <w:t>sa nervosité n</w:t>
      </w:r>
      <w:r w:rsidR="00E4444A" w:rsidRPr="0099306C">
        <w:t>’</w:t>
      </w:r>
      <w:r w:rsidRPr="002B3119">
        <w:t>était que trop naturelle</w:t>
      </w:r>
      <w:r w:rsidR="00E4444A" w:rsidRPr="0099306C">
        <w:t xml:space="preserve">. </w:t>
      </w:r>
      <w:r w:rsidRPr="002B3119">
        <w:t>Moi-même je devais être fort</w:t>
      </w:r>
      <w:r w:rsidR="00E4444A" w:rsidRPr="0099306C">
        <w:t xml:space="preserve">, </w:t>
      </w:r>
      <w:r w:rsidRPr="002B3119">
        <w:t>soutenir les courages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étais l</w:t>
      </w:r>
      <w:r w:rsidR="00E4444A" w:rsidRPr="0099306C">
        <w:t>’</w:t>
      </w:r>
      <w:r w:rsidRPr="002B3119">
        <w:t>homme de cette maison</w:t>
      </w:r>
      <w:r w:rsidR="00E4444A" w:rsidRPr="0099306C">
        <w:t xml:space="preserve">. </w:t>
      </w:r>
      <w:r w:rsidRPr="002B3119">
        <w:t>Notre volonté sauverait Yvette</w:t>
      </w:r>
      <w:r w:rsidR="00E4444A" w:rsidRPr="0099306C">
        <w:t>.</w:t>
      </w:r>
    </w:p>
    <w:p w14:paraId="39F89888" w14:textId="77777777" w:rsidR="00E4444A" w:rsidRPr="0099306C" w:rsidRDefault="00E4444A" w:rsidP="002B3119">
      <w:r w:rsidRPr="0099306C">
        <w:t>— </w:t>
      </w:r>
      <w:r w:rsidR="002B3119" w:rsidRPr="002B3119">
        <w:t>Ayez confiance</w:t>
      </w:r>
      <w:r w:rsidRPr="0099306C">
        <w:t xml:space="preserve">, </w:t>
      </w:r>
      <w:r w:rsidR="002B3119" w:rsidRPr="002B3119">
        <w:t>Marie-Anne</w:t>
      </w:r>
      <w:r w:rsidRPr="0099306C">
        <w:t xml:space="preserve">, </w:t>
      </w:r>
      <w:r w:rsidR="002B3119" w:rsidRPr="002B3119">
        <w:t>confiance dans le bon Dieu qui nous la guérira</w:t>
      </w:r>
      <w:r w:rsidRPr="0099306C">
        <w:t xml:space="preserve">. </w:t>
      </w:r>
      <w:r w:rsidR="002B3119" w:rsidRPr="002B3119">
        <w:t>J</w:t>
      </w:r>
      <w:r w:rsidRPr="0099306C">
        <w:t>’</w:t>
      </w:r>
      <w:r w:rsidR="002B3119" w:rsidRPr="002B3119">
        <w:t>en ai la certitude</w:t>
      </w:r>
      <w:r w:rsidRPr="0099306C">
        <w:t xml:space="preserve">, </w:t>
      </w:r>
      <w:r w:rsidR="002B3119" w:rsidRPr="002B3119">
        <w:t>et</w:t>
      </w:r>
      <w:r w:rsidRPr="0099306C">
        <w:t xml:space="preserve">, </w:t>
      </w:r>
      <w:r w:rsidR="002B3119" w:rsidRPr="002B3119">
        <w:t>dans quelques semaines</w:t>
      </w:r>
      <w:r w:rsidRPr="0099306C">
        <w:t xml:space="preserve"> ! </w:t>
      </w:r>
      <w:r w:rsidR="002B3119" w:rsidRPr="002B3119">
        <w:t>Vous verrez</w:t>
      </w:r>
      <w:r w:rsidRPr="0099306C">
        <w:t xml:space="preserve">, </w:t>
      </w:r>
      <w:r w:rsidR="002B3119" w:rsidRPr="002B3119">
        <w:t>Marie-Anne</w:t>
      </w:r>
      <w:r w:rsidRPr="0099306C">
        <w:t xml:space="preserve">, </w:t>
      </w:r>
      <w:r w:rsidR="002B3119" w:rsidRPr="002B3119">
        <w:t>nous aurons un beau Noël</w:t>
      </w:r>
      <w:r w:rsidRPr="0099306C">
        <w:t> !</w:t>
      </w:r>
    </w:p>
    <w:p w14:paraId="11007280" w14:textId="77777777" w:rsidR="00E4444A" w:rsidRPr="0099306C" w:rsidRDefault="00E4444A" w:rsidP="002B3119">
      <w:r w:rsidRPr="0099306C">
        <w:t>— </w:t>
      </w:r>
      <w:r w:rsidR="002B3119" w:rsidRPr="002B3119">
        <w:t>Dieu le veuille</w:t>
      </w:r>
      <w:r w:rsidRPr="0099306C">
        <w:t xml:space="preserve"> ! </w:t>
      </w:r>
      <w:r w:rsidR="002B3119" w:rsidRPr="002B3119">
        <w:t>dit-elle en s</w:t>
      </w:r>
      <w:r w:rsidRPr="0099306C">
        <w:t>’</w:t>
      </w:r>
      <w:r w:rsidR="002B3119" w:rsidRPr="002B3119">
        <w:t>essuyant les yeux</w:t>
      </w:r>
      <w:r w:rsidRPr="0099306C">
        <w:t xml:space="preserve">, </w:t>
      </w:r>
      <w:r w:rsidR="002B3119" w:rsidRPr="002B3119">
        <w:t>bien qu</w:t>
      </w:r>
      <w:r w:rsidRPr="0099306C">
        <w:t>’</w:t>
      </w:r>
      <w:r w:rsidR="002B3119" w:rsidRPr="002B3119">
        <w:t>elle eût peu de religion</w:t>
      </w:r>
      <w:r w:rsidRPr="0099306C">
        <w:t>.</w:t>
      </w:r>
    </w:p>
    <w:p w14:paraId="59354ADA" w14:textId="77777777" w:rsidR="002B3119" w:rsidRPr="002B3119" w:rsidRDefault="002B3119" w:rsidP="002B3119"/>
    <w:p w14:paraId="6C85696E" w14:textId="724ECD61" w:rsidR="00E4444A" w:rsidRPr="0099306C" w:rsidRDefault="002B3119" w:rsidP="002B3119">
      <w:r w:rsidRPr="002B3119">
        <w:t>La maladie entra dans une nouvelle phase</w:t>
      </w:r>
      <w:r w:rsidR="00E4444A" w:rsidRPr="0099306C">
        <w:t xml:space="preserve">. </w:t>
      </w:r>
      <w:r w:rsidRPr="002B3119">
        <w:t>Elle avait a</w:t>
      </w:r>
      <w:r w:rsidRPr="002B3119">
        <w:t>t</w:t>
      </w:r>
      <w:r w:rsidRPr="002B3119">
        <w:t>teint la plus angoissante période de son évolution</w:t>
      </w:r>
      <w:r w:rsidR="00E4444A" w:rsidRPr="0099306C">
        <w:t xml:space="preserve">. </w:t>
      </w:r>
      <w:r w:rsidRPr="002B3119">
        <w:t>La cons</w:t>
      </w:r>
      <w:r w:rsidRPr="002B3119">
        <w:t>o</w:t>
      </w:r>
      <w:r w:rsidRPr="002B3119">
        <w:t xml:space="preserve">lation de voir </w:t>
      </w:r>
      <w:r w:rsidR="009845D3">
        <w:t>Y</w:t>
      </w:r>
      <w:r w:rsidR="009845D3" w:rsidRPr="002B3119">
        <w:t xml:space="preserve">vette </w:t>
      </w:r>
      <w:r w:rsidRPr="002B3119">
        <w:t>à toute heure</w:t>
      </w:r>
      <w:r w:rsidR="00E4444A" w:rsidRPr="0099306C">
        <w:t xml:space="preserve">, </w:t>
      </w:r>
      <w:r w:rsidRPr="002B3119">
        <w:t>de travailler pour elle en montant l</w:t>
      </w:r>
      <w:r w:rsidR="00E4444A" w:rsidRPr="0099306C">
        <w:t>’</w:t>
      </w:r>
      <w:r w:rsidRPr="002B3119">
        <w:t>eau bouillante</w:t>
      </w:r>
      <w:r w:rsidR="00E4444A" w:rsidRPr="0099306C">
        <w:t xml:space="preserve">, </w:t>
      </w:r>
      <w:r w:rsidRPr="002B3119">
        <w:t>ne m</w:t>
      </w:r>
      <w:r w:rsidR="00E4444A" w:rsidRPr="0099306C">
        <w:t>’</w:t>
      </w:r>
      <w:r w:rsidRPr="002B3119">
        <w:t>était même plus accordée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les nuits interminables</w:t>
      </w:r>
      <w:r w:rsidR="00E4444A" w:rsidRPr="0099306C">
        <w:t xml:space="preserve"> ! </w:t>
      </w:r>
      <w:r w:rsidRPr="002B3119">
        <w:t>Comme le jour était long à v</w:t>
      </w:r>
      <w:r w:rsidRPr="002B3119">
        <w:t>e</w:t>
      </w:r>
      <w:r w:rsidRPr="002B3119">
        <w:t>nir</w:t>
      </w:r>
      <w:r w:rsidR="00E4444A" w:rsidRPr="0099306C">
        <w:t xml:space="preserve"> ! </w:t>
      </w:r>
      <w:r w:rsidRPr="002B3119">
        <w:t>Dès huit heures du soir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intérêt même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il fallait m</w:t>
      </w:r>
      <w:r w:rsidR="00E4444A" w:rsidRPr="0099306C">
        <w:t>’</w:t>
      </w:r>
      <w:r w:rsidRPr="002B3119">
        <w:t>éloigner</w:t>
      </w:r>
      <w:r w:rsidR="00E4444A" w:rsidRPr="0099306C">
        <w:t xml:space="preserve">. </w:t>
      </w:r>
      <w:r w:rsidRPr="002B3119">
        <w:t>Elle dormait quelque temps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secouée par la toux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éveillait en m</w:t>
      </w:r>
      <w:r w:rsidR="00E4444A" w:rsidRPr="0099306C">
        <w:t>’</w:t>
      </w:r>
      <w:r w:rsidRPr="002B3119">
        <w:t>appelant</w:t>
      </w:r>
      <w:r w:rsidR="00E4444A" w:rsidRPr="0099306C">
        <w:t> :</w:t>
      </w:r>
    </w:p>
    <w:p w14:paraId="552A91CD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 ! </w:t>
      </w:r>
      <w:r w:rsidR="002B3119" w:rsidRPr="002B3119">
        <w:t>Papa</w:t>
      </w:r>
      <w:r w:rsidRPr="0099306C">
        <w:t xml:space="preserve">… </w:t>
      </w:r>
      <w:r w:rsidR="002B3119" w:rsidRPr="002B3119">
        <w:t>Chéri papa</w:t>
      </w:r>
      <w:r w:rsidRPr="0099306C">
        <w:t>…</w:t>
      </w:r>
    </w:p>
    <w:p w14:paraId="5D285497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horrible supplice recommençait</w:t>
      </w:r>
      <w:r w:rsidR="00E4444A" w:rsidRPr="0099306C">
        <w:t xml:space="preserve">. </w:t>
      </w:r>
      <w:r w:rsidRPr="002B3119">
        <w:t>La rainure de la porte brillait encore et j</w:t>
      </w:r>
      <w:r w:rsidR="00E4444A" w:rsidRPr="0099306C">
        <w:t>’</w:t>
      </w:r>
      <w:r w:rsidRPr="002B3119">
        <w:t>étais torturé par l</w:t>
      </w:r>
      <w:r w:rsidR="00E4444A" w:rsidRPr="0099306C">
        <w:t>’</w:t>
      </w:r>
      <w:r w:rsidRPr="002B3119">
        <w:t>idée qu</w:t>
      </w:r>
      <w:r w:rsidR="00E4444A" w:rsidRPr="0099306C">
        <w:t>’</w:t>
      </w:r>
      <w:r w:rsidRPr="002B3119">
        <w:t>Yvette pouvait douter de moi</w:t>
      </w:r>
      <w:r w:rsidR="00E4444A" w:rsidRPr="0099306C">
        <w:t>.</w:t>
      </w:r>
    </w:p>
    <w:p w14:paraId="6F420D01" w14:textId="77777777" w:rsidR="00E4444A" w:rsidRPr="0099306C" w:rsidRDefault="002B3119" w:rsidP="002B3119">
      <w:r w:rsidRPr="002B3119">
        <w:lastRenderedPageBreak/>
        <w:t>La garde allait et venait</w:t>
      </w:r>
      <w:r w:rsidR="00E4444A" w:rsidRPr="0099306C">
        <w:t xml:space="preserve">. </w:t>
      </w:r>
      <w:r w:rsidRPr="002B3119">
        <w:t>Parfois son pas feutré appr</w:t>
      </w:r>
      <w:r w:rsidRPr="002B3119">
        <w:t>o</w:t>
      </w:r>
      <w:r w:rsidRPr="002B3119">
        <w:t>chait de la porte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espérais qu</w:t>
      </w:r>
      <w:r w:rsidR="00E4444A" w:rsidRPr="0099306C">
        <w:t>’</w:t>
      </w:r>
      <w:r w:rsidRPr="002B3119">
        <w:t>elle allait m</w:t>
      </w:r>
      <w:r w:rsidR="00E4444A" w:rsidRPr="0099306C">
        <w:t>’</w:t>
      </w:r>
      <w:r w:rsidRPr="002B3119">
        <w:t>appeler</w:t>
      </w:r>
      <w:r w:rsidR="00E4444A" w:rsidRPr="0099306C">
        <w:t xml:space="preserve">, </w:t>
      </w:r>
      <w:r w:rsidRPr="002B3119">
        <w:t>que mon aide pouvait être utile à quelque chose</w:t>
      </w:r>
      <w:r w:rsidR="00E4444A" w:rsidRPr="0099306C">
        <w:t xml:space="preserve">. </w:t>
      </w:r>
      <w:r w:rsidRPr="002B3119">
        <w:t>Mais non</w:t>
      </w:r>
      <w:r w:rsidR="00E4444A" w:rsidRPr="0099306C">
        <w:t xml:space="preserve">… </w:t>
      </w:r>
      <w:r w:rsidRPr="002B3119">
        <w:t>Le pas s</w:t>
      </w:r>
      <w:r w:rsidR="00E4444A" w:rsidRPr="0099306C">
        <w:t>’</w:t>
      </w:r>
      <w:r w:rsidRPr="002B3119">
        <w:t>éloignait de nouveau</w:t>
      </w:r>
      <w:r w:rsidR="00E4444A" w:rsidRPr="0099306C">
        <w:t>.</w:t>
      </w:r>
    </w:p>
    <w:p w14:paraId="53F9CBA2" w14:textId="77777777" w:rsidR="00E4444A" w:rsidRPr="0099306C" w:rsidRDefault="002B3119" w:rsidP="002B3119">
      <w:r w:rsidRPr="002B3119">
        <w:t>Yvette était vaincue par la maladie</w:t>
      </w:r>
      <w:r w:rsidR="00E4444A" w:rsidRPr="0099306C">
        <w:t xml:space="preserve">. </w:t>
      </w:r>
      <w:r w:rsidRPr="002B3119">
        <w:t>Les graphiques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autrefois j</w:t>
      </w:r>
      <w:r w:rsidR="00E4444A" w:rsidRPr="0099306C">
        <w:t>’</w:t>
      </w:r>
      <w:r w:rsidRPr="002B3119">
        <w:t>interrogeais vingt fois par jour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maint</w:t>
      </w:r>
      <w:r w:rsidRPr="002B3119">
        <w:t>e</w:t>
      </w:r>
      <w:r w:rsidRPr="002B3119">
        <w:t>nant peur de les voir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un passage terrible à traverser</w:t>
      </w:r>
      <w:r w:rsidR="00E4444A" w:rsidRPr="0099306C">
        <w:t>.</w:t>
      </w:r>
    </w:p>
    <w:p w14:paraId="3105F1D3" w14:textId="77777777" w:rsidR="002B3119" w:rsidRPr="002B3119" w:rsidRDefault="002B3119" w:rsidP="002B3119"/>
    <w:p w14:paraId="4C1AFBAD" w14:textId="367D520E" w:rsidR="00E4444A" w:rsidRPr="0099306C" w:rsidRDefault="002B3119" w:rsidP="002B3119">
      <w:r w:rsidRPr="002B3119">
        <w:t>Tous les après-midi</w:t>
      </w:r>
      <w:r w:rsidR="00E4444A" w:rsidRPr="0099306C">
        <w:t xml:space="preserve">, </w:t>
      </w:r>
      <w:r w:rsidRPr="002B3119">
        <w:t xml:space="preserve">je remplaçais </w:t>
      </w:r>
      <w:r w:rsidR="009845D3" w:rsidRPr="002B3119">
        <w:t>Édith</w:t>
      </w:r>
      <w:r w:rsidRPr="002B3119">
        <w:t xml:space="preserve"> auprès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Mais finis les petits jeux des premiers jours</w:t>
      </w:r>
      <w:r w:rsidR="00E4444A" w:rsidRPr="0099306C">
        <w:t xml:space="preserve"> ! </w:t>
      </w:r>
      <w:r w:rsidRPr="002B3119">
        <w:t>La malade</w:t>
      </w:r>
      <w:r w:rsidR="00E4444A" w:rsidRPr="0099306C">
        <w:t xml:space="preserve">, </w:t>
      </w:r>
      <w:r w:rsidRPr="002B3119">
        <w:t>que la fièvre ne quittait plus</w:t>
      </w:r>
      <w:r w:rsidR="00E4444A" w:rsidRPr="0099306C">
        <w:t xml:space="preserve">, </w:t>
      </w:r>
      <w:r w:rsidRPr="002B3119">
        <w:t>était bien trop faible pour cela</w:t>
      </w:r>
      <w:r w:rsidR="00E4444A" w:rsidRPr="0099306C">
        <w:t xml:space="preserve">. </w:t>
      </w:r>
      <w:r w:rsidRPr="002B3119">
        <w:t>Nous ne pouvions que rester ensemble</w:t>
      </w:r>
      <w:r w:rsidR="00E4444A" w:rsidRPr="0099306C">
        <w:t xml:space="preserve">, </w:t>
      </w:r>
      <w:r w:rsidRPr="002B3119">
        <w:t>lon</w:t>
      </w:r>
      <w:r w:rsidRPr="002B3119">
        <w:t>g</w:t>
      </w:r>
      <w:r w:rsidRPr="002B3119">
        <w:t>temps</w:t>
      </w:r>
      <w:r w:rsidR="00E4444A" w:rsidRPr="0099306C">
        <w:t xml:space="preserve">, </w:t>
      </w:r>
      <w:r w:rsidRPr="002B3119">
        <w:t>à nous regarder</w:t>
      </w:r>
      <w:r w:rsidR="00E4444A" w:rsidRPr="0099306C">
        <w:t xml:space="preserve">. </w:t>
      </w:r>
      <w:r w:rsidRPr="002B3119">
        <w:t>Parfois</w:t>
      </w:r>
      <w:r w:rsidR="00E4444A" w:rsidRPr="0099306C">
        <w:t xml:space="preserve">, </w:t>
      </w:r>
      <w:r w:rsidRPr="002B3119">
        <w:t>les yeux qui me fixaient se refermaient doucement</w:t>
      </w:r>
      <w:r w:rsidR="00E4444A" w:rsidRPr="0099306C">
        <w:t xml:space="preserve">. </w:t>
      </w:r>
      <w:r w:rsidR="009845D3">
        <w:t>Y</w:t>
      </w:r>
      <w:r w:rsidR="009845D3" w:rsidRPr="002B3119">
        <w:t xml:space="preserve">vette </w:t>
      </w:r>
      <w:r w:rsidRPr="002B3119">
        <w:t>s</w:t>
      </w:r>
      <w:r w:rsidR="00E4444A" w:rsidRPr="0099306C">
        <w:t>’</w:t>
      </w:r>
      <w:r w:rsidRPr="002B3119">
        <w:t>assoupissait sans changer de place</w:t>
      </w:r>
      <w:r w:rsidR="00E4444A" w:rsidRPr="0099306C">
        <w:t xml:space="preserve">, </w:t>
      </w:r>
      <w:r w:rsidRPr="002B3119">
        <w:t>sans un mouvement de la tête ou des mains</w:t>
      </w:r>
      <w:r w:rsidR="00E4444A" w:rsidRPr="0099306C">
        <w:t xml:space="preserve">. </w:t>
      </w:r>
      <w:r w:rsidRPr="002B3119">
        <w:t>Ses paupières seules retombaient</w:t>
      </w:r>
      <w:r w:rsidR="00E4444A" w:rsidRPr="0099306C">
        <w:t xml:space="preserve">. </w:t>
      </w:r>
      <w:r w:rsidRPr="002B3119">
        <w:t>Et j</w:t>
      </w:r>
      <w:r w:rsidR="00E4444A" w:rsidRPr="0099306C">
        <w:t>’</w:t>
      </w:r>
      <w:r w:rsidRPr="002B3119">
        <w:t xml:space="preserve">observais le </w:t>
      </w:r>
      <w:r w:rsidR="009845D3">
        <w:t>c</w:t>
      </w:r>
      <w:r w:rsidR="009845D3" w:rsidRPr="002B3119">
        <w:t xml:space="preserve">her </w:t>
      </w:r>
      <w:r w:rsidRPr="002B3119">
        <w:t>visage</w:t>
      </w:r>
      <w:r w:rsidR="00E4444A" w:rsidRPr="0099306C">
        <w:t xml:space="preserve">, </w:t>
      </w:r>
      <w:r w:rsidRPr="002B3119">
        <w:t>fin</w:t>
      </w:r>
      <w:r w:rsidR="00E4444A" w:rsidRPr="0099306C">
        <w:t xml:space="preserve">, </w:t>
      </w:r>
      <w:r w:rsidRPr="002B3119">
        <w:t>long</w:t>
      </w:r>
      <w:r w:rsidR="00E4444A" w:rsidRPr="0099306C">
        <w:t xml:space="preserve">, </w:t>
      </w:r>
      <w:r w:rsidRPr="002B3119">
        <w:t>émacié</w:t>
      </w:r>
      <w:r w:rsidR="00E4444A" w:rsidRPr="0099306C">
        <w:t xml:space="preserve">, </w:t>
      </w:r>
      <w:r w:rsidRPr="002B3119">
        <w:t>où la souffrance avait mis son empreinte</w:t>
      </w:r>
      <w:r w:rsidR="00E4444A" w:rsidRPr="0099306C">
        <w:t xml:space="preserve">. </w:t>
      </w:r>
      <w:r w:rsidRPr="002B3119">
        <w:t>Comme la maladie l</w:t>
      </w:r>
      <w:r w:rsidR="00E4444A" w:rsidRPr="0099306C">
        <w:t>’</w:t>
      </w:r>
      <w:r w:rsidRPr="002B3119">
        <w:t>avait vite transformée</w:t>
      </w:r>
      <w:r w:rsidR="00E4444A" w:rsidRPr="0099306C">
        <w:t xml:space="preserve"> ! </w:t>
      </w:r>
      <w:r w:rsidRPr="002B3119">
        <w:t>Cette respir</w:t>
      </w:r>
      <w:r w:rsidRPr="002B3119">
        <w:t>a</w:t>
      </w:r>
      <w:r w:rsidRPr="002B3119">
        <w:t>tion que tant de fois</w:t>
      </w:r>
      <w:r w:rsidR="00E4444A" w:rsidRPr="0099306C">
        <w:t xml:space="preserve">, </w:t>
      </w:r>
      <w:r w:rsidRPr="002B3119">
        <w:t>pieds nus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écoutée pendant la nuit</w:t>
      </w:r>
      <w:r w:rsidR="00E4444A" w:rsidRPr="0099306C">
        <w:t xml:space="preserve">, </w:t>
      </w:r>
      <w:r w:rsidRPr="002B3119">
        <w:t>dont le bruit régulier me faisait bondir le cœur</w:t>
      </w:r>
      <w:r w:rsidR="00E4444A" w:rsidRPr="0099306C">
        <w:t xml:space="preserve">, </w:t>
      </w:r>
      <w:r w:rsidRPr="002B3119">
        <w:t>comme elle était oppressée à présent</w:t>
      </w:r>
      <w:r w:rsidR="00E4444A" w:rsidRPr="0099306C">
        <w:t xml:space="preserve"> ! </w:t>
      </w:r>
      <w:r w:rsidRPr="002B3119">
        <w:t>Pourtant elle avait le sommeil paisible d</w:t>
      </w:r>
      <w:r w:rsidR="00E4444A" w:rsidRPr="0099306C">
        <w:t>’</w:t>
      </w:r>
      <w:r w:rsidRPr="002B3119">
        <w:t>un enfant qui se sent protégé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ailleurs se savait-elle en péril</w:t>
      </w:r>
      <w:r w:rsidR="00E4444A" w:rsidRPr="0099306C">
        <w:t xml:space="preserve"> ? </w:t>
      </w:r>
      <w:r w:rsidRPr="002B3119">
        <w:t>De la mort</w:t>
      </w:r>
      <w:r w:rsidR="00E4444A" w:rsidRPr="0099306C">
        <w:t xml:space="preserve">, </w:t>
      </w:r>
      <w:r w:rsidRPr="002B3119">
        <w:t>jamais je ne lui avais parlé</w:t>
      </w:r>
      <w:r w:rsidR="00E4444A" w:rsidRPr="0099306C">
        <w:t xml:space="preserve">. </w:t>
      </w:r>
      <w:r w:rsidRPr="002B3119">
        <w:t>Quand nous suivions certaine route</w:t>
      </w:r>
      <w:r w:rsidR="00E4444A" w:rsidRPr="0099306C">
        <w:t xml:space="preserve">, </w:t>
      </w:r>
      <w:r w:rsidRPr="002B3119">
        <w:t>jamais nous n</w:t>
      </w:r>
      <w:r w:rsidR="00E4444A" w:rsidRPr="0099306C">
        <w:t>’</w:t>
      </w:r>
      <w:r w:rsidRPr="002B3119">
        <w:t>avions passé la porte du mystérieux jardin</w:t>
      </w:r>
      <w:r w:rsidR="00E4444A" w:rsidRPr="0099306C">
        <w:t xml:space="preserve">. </w:t>
      </w:r>
      <w:r w:rsidRPr="002B3119">
        <w:t>De tels secrets plus tard lui s</w:t>
      </w:r>
      <w:r w:rsidRPr="002B3119">
        <w:t>e</w:t>
      </w:r>
      <w:r w:rsidRPr="002B3119">
        <w:t>raient révélés</w:t>
      </w:r>
      <w:r w:rsidR="00E4444A" w:rsidRPr="0099306C">
        <w:t xml:space="preserve">. </w:t>
      </w:r>
      <w:r w:rsidRPr="002B3119">
        <w:t>Mais elle aurait su la mort possible</w:t>
      </w:r>
      <w:r w:rsidR="00E4444A" w:rsidRPr="0099306C">
        <w:t xml:space="preserve">, </w:t>
      </w:r>
      <w:r w:rsidRPr="002B3119">
        <w:t>que c</w:t>
      </w:r>
      <w:r w:rsidR="00E4444A" w:rsidRPr="0099306C">
        <w:t>’</w:t>
      </w:r>
      <w:r w:rsidRPr="002B3119">
        <w:t>est du même sommeil calme qu</w:t>
      </w:r>
      <w:r w:rsidR="00E4444A" w:rsidRPr="0099306C">
        <w:t>’</w:t>
      </w:r>
      <w:r w:rsidRPr="002B3119">
        <w:t>elle aurait dormi</w:t>
      </w:r>
      <w:r w:rsidR="00E4444A" w:rsidRPr="0099306C">
        <w:t xml:space="preserve">, </w:t>
      </w:r>
      <w:r w:rsidRPr="002B3119">
        <w:t>ayant mis en moi toute sa confiance et sachant bien que papa ne lui lai</w:t>
      </w:r>
      <w:r w:rsidRPr="002B3119">
        <w:t>s</w:t>
      </w:r>
      <w:r w:rsidRPr="002B3119">
        <w:t>serait arriver aucun mal</w:t>
      </w:r>
      <w:r w:rsidR="00E4444A" w:rsidRPr="0099306C">
        <w:t>.</w:t>
      </w:r>
    </w:p>
    <w:p w14:paraId="4235F563" w14:textId="77777777" w:rsidR="00E4444A" w:rsidRPr="0099306C" w:rsidRDefault="002B3119" w:rsidP="002B3119">
      <w:r w:rsidRPr="002B3119">
        <w:t>Elle dormait une heure</w:t>
      </w:r>
      <w:r w:rsidR="00E4444A" w:rsidRPr="0099306C">
        <w:t xml:space="preserve">, </w:t>
      </w:r>
      <w:r w:rsidRPr="002B3119">
        <w:t>puis s</w:t>
      </w:r>
      <w:r w:rsidR="00E4444A" w:rsidRPr="0099306C">
        <w:t>’</w:t>
      </w:r>
      <w:r w:rsidRPr="002B3119">
        <w:t>éveillait en murmurant</w:t>
      </w:r>
      <w:r w:rsidR="00E4444A" w:rsidRPr="0099306C">
        <w:t> :</w:t>
      </w:r>
    </w:p>
    <w:p w14:paraId="2B13B321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>.</w:t>
      </w:r>
    </w:p>
    <w:p w14:paraId="2DCBBC80" w14:textId="77777777" w:rsidR="00E4444A" w:rsidRPr="0099306C" w:rsidRDefault="002B3119" w:rsidP="002B3119">
      <w:r w:rsidRPr="002B3119">
        <w:lastRenderedPageBreak/>
        <w:t>Nous nous regardions</w:t>
      </w:r>
      <w:r w:rsidR="00E4444A" w:rsidRPr="0099306C">
        <w:t xml:space="preserve">. </w:t>
      </w:r>
      <w:r w:rsidRPr="002B3119">
        <w:t>Un sourire s</w:t>
      </w:r>
      <w:r w:rsidR="00E4444A" w:rsidRPr="0099306C">
        <w:t>’</w:t>
      </w:r>
      <w:r w:rsidRPr="002B3119">
        <w:t>échangeait dans le silence</w:t>
      </w:r>
      <w:r w:rsidR="00E4444A" w:rsidRPr="0099306C">
        <w:t xml:space="preserve">. </w:t>
      </w:r>
      <w:r w:rsidRPr="002B3119">
        <w:t>Parfois aussi elle disait quelques mots</w:t>
      </w:r>
      <w:r w:rsidR="00E4444A" w:rsidRPr="0099306C">
        <w:t xml:space="preserve">. </w:t>
      </w:r>
      <w:r w:rsidRPr="002B3119">
        <w:t>Elle parlait d</w:t>
      </w:r>
      <w:r w:rsidR="00E4444A" w:rsidRPr="0099306C">
        <w:t>’</w:t>
      </w:r>
      <w:r w:rsidRPr="002B3119">
        <w:t>une voix au-dessus de son âge</w:t>
      </w:r>
      <w:r w:rsidR="00E4444A" w:rsidRPr="0099306C">
        <w:t xml:space="preserve">, </w:t>
      </w:r>
      <w:r w:rsidRPr="002B3119">
        <w:t>évoquant ses plus doux souvenirs et surtout Noël</w:t>
      </w:r>
      <w:r w:rsidR="00E4444A" w:rsidRPr="0099306C">
        <w:t xml:space="preserve">, </w:t>
      </w:r>
      <w:r w:rsidRPr="002B3119">
        <w:t>Jésus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arbre</w:t>
      </w:r>
      <w:r w:rsidR="00E4444A" w:rsidRPr="0099306C">
        <w:t xml:space="preserve">, </w:t>
      </w:r>
      <w:r w:rsidRPr="002B3119">
        <w:t>le bel arbre qui l</w:t>
      </w:r>
      <w:r w:rsidR="00E4444A" w:rsidRPr="0099306C">
        <w:t>’</w:t>
      </w:r>
      <w:r w:rsidRPr="002B3119">
        <w:t>avait émerveillée</w:t>
      </w:r>
      <w:r w:rsidR="00E4444A" w:rsidRPr="0099306C">
        <w:t xml:space="preserve">. </w:t>
      </w:r>
      <w:r w:rsidRPr="002B3119">
        <w:t>Sans croire à la mort</w:t>
      </w:r>
      <w:r w:rsidR="00E4444A" w:rsidRPr="0099306C">
        <w:t xml:space="preserve">, </w:t>
      </w:r>
      <w:r w:rsidRPr="002B3119">
        <w:t>elle croyait au ciel</w:t>
      </w:r>
      <w:r w:rsidR="00E4444A" w:rsidRPr="0099306C">
        <w:t xml:space="preserve">. </w:t>
      </w:r>
      <w:r w:rsidRPr="002B3119">
        <w:t>Sa petite logique ne s</w:t>
      </w:r>
      <w:r w:rsidR="00E4444A" w:rsidRPr="0099306C">
        <w:t>’</w:t>
      </w:r>
      <w:r w:rsidRPr="002B3119">
        <w:t>embarrassait pas de pareilles difficu</w:t>
      </w:r>
      <w:r w:rsidRPr="002B3119">
        <w:t>l</w:t>
      </w:r>
      <w:r w:rsidRPr="002B3119">
        <w:t>tés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quand Yvette serait guérie</w:t>
      </w:r>
      <w:r w:rsidR="00E4444A" w:rsidRPr="0099306C">
        <w:t xml:space="preserve">, </w:t>
      </w:r>
      <w:r w:rsidRPr="002B3119">
        <w:t>comme nous aimerions bien ce que nous avions trop négligé</w:t>
      </w:r>
      <w:r w:rsidR="00E4444A" w:rsidRPr="0099306C">
        <w:t> !</w:t>
      </w:r>
    </w:p>
    <w:p w14:paraId="7C0B4739" w14:textId="77777777" w:rsidR="00E4444A" w:rsidRPr="0099306C" w:rsidRDefault="002B3119" w:rsidP="002B3119">
      <w:r w:rsidRPr="002B3119">
        <w:t>Un jour</w:t>
      </w:r>
      <w:r w:rsidR="00E4444A" w:rsidRPr="0099306C">
        <w:t xml:space="preserve">, </w:t>
      </w:r>
      <w:r w:rsidRPr="002B3119">
        <w:t>comme la garde revenait</w:t>
      </w:r>
      <w:r w:rsidR="00E4444A" w:rsidRPr="0099306C">
        <w:t xml:space="preserve">, </w:t>
      </w:r>
      <w:r w:rsidRPr="002B3119">
        <w:t>elle me dit</w:t>
      </w:r>
      <w:r w:rsidR="00E4444A" w:rsidRPr="0099306C">
        <w:t> :</w:t>
      </w:r>
    </w:p>
    <w:p w14:paraId="57B855E9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tu devrais sortir</w:t>
      </w:r>
      <w:r w:rsidRPr="0099306C">
        <w:t xml:space="preserve">. </w:t>
      </w:r>
      <w:r w:rsidR="002B3119" w:rsidRPr="002B3119">
        <w:t>Il fait beau</w:t>
      </w:r>
      <w:r w:rsidRPr="0099306C">
        <w:t>.</w:t>
      </w:r>
    </w:p>
    <w:p w14:paraId="55C49D64" w14:textId="77777777" w:rsidR="00E4444A" w:rsidRPr="0099306C" w:rsidRDefault="00E4444A" w:rsidP="002B3119">
      <w:r w:rsidRPr="0099306C">
        <w:t>— </w:t>
      </w:r>
      <w:r w:rsidR="002B3119" w:rsidRPr="002B3119">
        <w:t>Oui</w:t>
      </w:r>
      <w:r w:rsidRPr="0099306C">
        <w:t xml:space="preserve">, </w:t>
      </w:r>
      <w:r w:rsidR="002B3119" w:rsidRPr="002B3119">
        <w:t>mais pour aller où</w:t>
      </w:r>
      <w:r w:rsidRPr="0099306C">
        <w:t xml:space="preserve"> ? </w:t>
      </w:r>
      <w:r w:rsidR="002B3119" w:rsidRPr="002B3119">
        <w:t>Voyons</w:t>
      </w:r>
      <w:r w:rsidRPr="0099306C">
        <w:t xml:space="preserve">. </w:t>
      </w:r>
      <w:r w:rsidR="002B3119" w:rsidRPr="002B3119">
        <w:t>Que pourrais-je acheter pour Yvette</w:t>
      </w:r>
      <w:r w:rsidRPr="0099306C">
        <w:t> ?</w:t>
      </w:r>
    </w:p>
    <w:p w14:paraId="72D6E5AF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comme une petite fille qui a son idée</w:t>
      </w:r>
      <w:r w:rsidR="00E4444A" w:rsidRPr="0099306C">
        <w:t> :</w:t>
      </w:r>
    </w:p>
    <w:p w14:paraId="39365B0B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 xml:space="preserve">, </w:t>
      </w:r>
      <w:r w:rsidR="002B3119" w:rsidRPr="002B3119">
        <w:t>si tu veux</w:t>
      </w:r>
      <w:r w:rsidRPr="0099306C">
        <w:t xml:space="preserve">, </w:t>
      </w:r>
      <w:r w:rsidR="002B3119" w:rsidRPr="002B3119">
        <w:t>achète-moi un parapluie pour l</w:t>
      </w:r>
      <w:r w:rsidRPr="0099306C">
        <w:t>’</w:t>
      </w:r>
      <w:r w:rsidR="002B3119" w:rsidRPr="002B3119">
        <w:t>école</w:t>
      </w:r>
      <w:r w:rsidRPr="0099306C">
        <w:t>.</w:t>
      </w:r>
    </w:p>
    <w:p w14:paraId="754F8132" w14:textId="77777777" w:rsidR="00E4444A" w:rsidRPr="0099306C" w:rsidRDefault="002B3119" w:rsidP="002B3119">
      <w:r w:rsidRPr="002B3119">
        <w:t>Cette demande m</w:t>
      </w:r>
      <w:r w:rsidR="00E4444A" w:rsidRPr="0099306C">
        <w:t>’</w:t>
      </w:r>
      <w:r w:rsidRPr="002B3119">
        <w:t>étonna d</w:t>
      </w:r>
      <w:r w:rsidR="00E4444A" w:rsidRPr="0099306C">
        <w:t>’</w:t>
      </w:r>
      <w:r w:rsidRPr="002B3119">
        <w:t>abord</w:t>
      </w:r>
      <w:r w:rsidR="00E4444A" w:rsidRPr="0099306C">
        <w:t xml:space="preserve">. </w:t>
      </w:r>
      <w:r w:rsidRPr="002B3119">
        <w:t>Ce ne fut que plus tard que je compris</w:t>
      </w:r>
      <w:r w:rsidR="00E4444A" w:rsidRPr="0099306C">
        <w:t xml:space="preserve">. </w:t>
      </w:r>
      <w:r w:rsidRPr="002B3119">
        <w:t>La petite tête avait travaillé</w:t>
      </w:r>
      <w:r w:rsidR="00E4444A" w:rsidRPr="0099306C">
        <w:t xml:space="preserve">. </w:t>
      </w:r>
      <w:r w:rsidRPr="002B3119">
        <w:t>Yvette me tendait un piège innocent</w:t>
      </w:r>
      <w:r w:rsidR="00E4444A" w:rsidRPr="0099306C">
        <w:t xml:space="preserve">. </w:t>
      </w:r>
      <w:r w:rsidRPr="002B3119">
        <w:t>Papa n</w:t>
      </w:r>
      <w:r w:rsidR="00E4444A" w:rsidRPr="0099306C">
        <w:t>’</w:t>
      </w:r>
      <w:r w:rsidRPr="002B3119">
        <w:t>était pas assez sot pour faire d</w:t>
      </w:r>
      <w:r w:rsidR="00E4444A" w:rsidRPr="0099306C">
        <w:t>’</w:t>
      </w:r>
      <w:r w:rsidRPr="002B3119">
        <w:t>inutiles emplettes</w:t>
      </w:r>
      <w:r w:rsidR="00E4444A" w:rsidRPr="0099306C">
        <w:t xml:space="preserve">. </w:t>
      </w:r>
      <w:r w:rsidRPr="002B3119">
        <w:t>Si j</w:t>
      </w:r>
      <w:r w:rsidR="00E4444A" w:rsidRPr="0099306C">
        <w:t>’</w:t>
      </w:r>
      <w:r w:rsidRPr="002B3119">
        <w:t>achetais un parapluie de petite fille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elle devait pouvoir bientôt en faire usage</w:t>
      </w:r>
      <w:r w:rsidR="00E4444A" w:rsidRPr="0099306C">
        <w:t xml:space="preserve">. </w:t>
      </w:r>
      <w:r w:rsidRPr="002B3119">
        <w:t>Par conséquent</w:t>
      </w:r>
      <w:r w:rsidR="00E4444A" w:rsidRPr="0099306C">
        <w:t>…</w:t>
      </w:r>
    </w:p>
    <w:p w14:paraId="061C50F5" w14:textId="77777777" w:rsidR="00E4444A" w:rsidRPr="0099306C" w:rsidRDefault="002B3119" w:rsidP="002B3119">
      <w:r w:rsidRPr="002B3119">
        <w:t>Je rapportai un joli parapluie que</w:t>
      </w:r>
      <w:r w:rsidR="00E4444A" w:rsidRPr="0099306C">
        <w:t xml:space="preserve">, </w:t>
      </w:r>
      <w:r w:rsidRPr="002B3119">
        <w:t>sur le désir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je posai tout ouvert sur l</w:t>
      </w:r>
      <w:r w:rsidR="00E4444A" w:rsidRPr="0099306C">
        <w:t>’</w:t>
      </w:r>
      <w:r w:rsidRPr="002B3119">
        <w:t>édredon</w:t>
      </w:r>
      <w:r w:rsidR="00E4444A" w:rsidRPr="0099306C">
        <w:t xml:space="preserve">. </w:t>
      </w:r>
      <w:r w:rsidRPr="002B3119">
        <w:t>Pensivement</w:t>
      </w:r>
      <w:r w:rsidR="00E4444A" w:rsidRPr="0099306C">
        <w:t xml:space="preserve">, </w:t>
      </w:r>
      <w:r w:rsidRPr="002B3119">
        <w:t>elle le co</w:t>
      </w:r>
      <w:r w:rsidRPr="002B3119">
        <w:t>n</w:t>
      </w:r>
      <w:r w:rsidRPr="002B3119">
        <w:t>sidéra</w:t>
      </w:r>
      <w:r w:rsidR="00E4444A" w:rsidRPr="0099306C">
        <w:t>.</w:t>
      </w:r>
    </w:p>
    <w:p w14:paraId="075A68CD" w14:textId="77777777" w:rsidR="002B3119" w:rsidRPr="002B3119" w:rsidRDefault="002B3119" w:rsidP="002B3119"/>
    <w:p w14:paraId="327330E1" w14:textId="2A021E8C" w:rsidR="00E4444A" w:rsidRPr="0099306C" w:rsidRDefault="002B3119" w:rsidP="002B3119">
      <w:r w:rsidRPr="002B3119">
        <w:t xml:space="preserve">Le thermomètre montait toujours et </w:t>
      </w:r>
      <w:r w:rsidR="00DA4F1F">
        <w:t xml:space="preserve">le </w:t>
      </w:r>
      <w:r w:rsidRPr="002B3119">
        <w:t>pouls comme</w:t>
      </w:r>
      <w:r w:rsidRPr="002B3119">
        <w:t>n</w:t>
      </w:r>
      <w:r w:rsidRPr="002B3119">
        <w:t>çait à faiblir</w:t>
      </w:r>
      <w:r w:rsidR="00E4444A" w:rsidRPr="0099306C">
        <w:t xml:space="preserve">. </w:t>
      </w:r>
      <w:r w:rsidRPr="002B3119">
        <w:t>Le frêle c</w:t>
      </w:r>
      <w:r w:rsidR="00E4444A" w:rsidRPr="0099306C">
        <w:t>œ</w:t>
      </w:r>
      <w:r w:rsidRPr="002B3119">
        <w:t>ur avait tant battu</w:t>
      </w:r>
      <w:r w:rsidR="00E4444A" w:rsidRPr="0099306C">
        <w:t xml:space="preserve"> ! </w:t>
      </w:r>
      <w:r w:rsidRPr="002B3119">
        <w:t>Pour le soutenir</w:t>
      </w:r>
      <w:r w:rsidR="00E4444A" w:rsidRPr="0099306C">
        <w:t xml:space="preserve">, </w:t>
      </w:r>
      <w:r w:rsidRPr="002B3119">
        <w:t>le docteur ordonna d</w:t>
      </w:r>
      <w:r w:rsidR="00E4444A" w:rsidRPr="0099306C">
        <w:t>’</w:t>
      </w:r>
      <w:r w:rsidRPr="002B3119">
        <w:t>autres piqûres</w:t>
      </w:r>
      <w:r w:rsidR="00E4444A" w:rsidRPr="0099306C">
        <w:t xml:space="preserve">. </w:t>
      </w:r>
      <w:r w:rsidR="00DA4F1F" w:rsidRPr="002B3119">
        <w:t>Édith</w:t>
      </w:r>
      <w:r w:rsidRPr="002B3119">
        <w:t xml:space="preserve"> ne parlait plus de la </w:t>
      </w:r>
      <w:r w:rsidR="00E4444A" w:rsidRPr="0099306C">
        <w:lastRenderedPageBreak/>
        <w:t>« </w:t>
      </w:r>
      <w:r w:rsidRPr="002B3119">
        <w:t>petite puce</w:t>
      </w:r>
      <w:r w:rsidR="00E4444A" w:rsidRPr="0099306C">
        <w:t xml:space="preserve"> », </w:t>
      </w:r>
      <w:r w:rsidRPr="002B3119">
        <w:t>mais disait</w:t>
      </w:r>
      <w:r w:rsidR="00E4444A" w:rsidRPr="0099306C">
        <w:t xml:space="preserve">, </w:t>
      </w:r>
      <w:r w:rsidRPr="002B3119">
        <w:t>en tenant dans sa main quelque chose</w:t>
      </w:r>
      <w:r w:rsidR="00E4444A" w:rsidRPr="0099306C">
        <w:t> :</w:t>
      </w:r>
    </w:p>
    <w:p w14:paraId="0826E841" w14:textId="77777777" w:rsidR="00E4444A" w:rsidRPr="0099306C" w:rsidRDefault="00E4444A" w:rsidP="002B3119">
      <w:r w:rsidRPr="0099306C">
        <w:t>— </w:t>
      </w:r>
      <w:r w:rsidR="002B3119" w:rsidRPr="002B3119">
        <w:t>Le cœur d</w:t>
      </w:r>
      <w:r w:rsidRPr="0099306C">
        <w:t>’</w:t>
      </w:r>
      <w:r w:rsidR="002B3119" w:rsidRPr="002B3119">
        <w:t xml:space="preserve">Yvette fait </w:t>
      </w:r>
      <w:r w:rsidR="00C4629E" w:rsidRPr="002B3119">
        <w:t>tic-tac</w:t>
      </w:r>
      <w:r w:rsidRPr="0099306C">
        <w:t xml:space="preserve">… </w:t>
      </w:r>
      <w:r w:rsidR="002B3119" w:rsidRPr="002B3119">
        <w:t>On va remonter la p</w:t>
      </w:r>
      <w:r w:rsidR="002B3119" w:rsidRPr="002B3119">
        <w:t>e</w:t>
      </w:r>
      <w:r w:rsidR="002B3119" w:rsidRPr="002B3119">
        <w:t>tite montre</w:t>
      </w:r>
      <w:r w:rsidRPr="0099306C">
        <w:t>…</w:t>
      </w:r>
    </w:p>
    <w:p w14:paraId="57A8C826" w14:textId="77777777" w:rsidR="00E4444A" w:rsidRPr="0099306C" w:rsidRDefault="002B3119" w:rsidP="002B3119">
      <w:r w:rsidRPr="002B3119">
        <w:t>Yvette laissait faire</w:t>
      </w:r>
      <w:r w:rsidR="00E4444A" w:rsidRPr="0099306C">
        <w:t xml:space="preserve">, </w:t>
      </w:r>
      <w:r w:rsidRPr="002B3119">
        <w:t>ne protestait même plus et souriait avec bonté d</w:t>
      </w:r>
      <w:r w:rsidR="00E4444A" w:rsidRPr="0099306C">
        <w:t>’</w:t>
      </w:r>
      <w:r w:rsidRPr="002B3119">
        <w:t>un sourire trop grave pour son âge</w:t>
      </w:r>
      <w:r w:rsidR="00E4444A" w:rsidRPr="0099306C">
        <w:t xml:space="preserve">, </w:t>
      </w:r>
      <w:r w:rsidRPr="002B3119">
        <w:t>comme si</w:t>
      </w:r>
      <w:r w:rsidR="00E4444A" w:rsidRPr="0099306C">
        <w:t xml:space="preserve">, </w:t>
      </w:r>
      <w:r w:rsidRPr="002B3119">
        <w:t>mûrie par la maladie</w:t>
      </w:r>
      <w:r w:rsidR="00E4444A" w:rsidRPr="0099306C">
        <w:t xml:space="preserve">, </w:t>
      </w:r>
      <w:r w:rsidRPr="002B3119">
        <w:t>elle n</w:t>
      </w:r>
      <w:r w:rsidR="00E4444A" w:rsidRPr="0099306C">
        <w:t>’</w:t>
      </w:r>
      <w:r w:rsidRPr="002B3119">
        <w:t>était plus dupe de ces enfanti</w:t>
      </w:r>
      <w:r w:rsidRPr="002B3119">
        <w:t>l</w:t>
      </w:r>
      <w:r w:rsidRPr="002B3119">
        <w:t>lages</w:t>
      </w:r>
      <w:r w:rsidR="00E4444A" w:rsidRPr="0099306C">
        <w:t xml:space="preserve">, </w:t>
      </w:r>
      <w:r w:rsidRPr="002B3119">
        <w:t>mais nous remerciait quand même pour l</w:t>
      </w:r>
      <w:r w:rsidR="00E4444A" w:rsidRPr="0099306C">
        <w:t>’</w:t>
      </w:r>
      <w:r w:rsidRPr="002B3119">
        <w:t>affectueuse intention</w:t>
      </w:r>
      <w:r w:rsidR="00E4444A" w:rsidRPr="0099306C">
        <w:t>.</w:t>
      </w:r>
    </w:p>
    <w:p w14:paraId="01133F09" w14:textId="77777777" w:rsidR="00E4444A" w:rsidRPr="0099306C" w:rsidRDefault="002B3119" w:rsidP="002B3119">
      <w:r w:rsidRPr="002B3119">
        <w:t>Et la respiration devenait toujours plus difficile</w:t>
      </w:r>
      <w:r w:rsidR="00E4444A" w:rsidRPr="0099306C">
        <w:t xml:space="preserve">. </w:t>
      </w:r>
      <w:r w:rsidRPr="002B3119">
        <w:t>Il fallait</w:t>
      </w:r>
      <w:r w:rsidR="00E4444A" w:rsidRPr="0099306C">
        <w:t xml:space="preserve">, </w:t>
      </w:r>
      <w:r w:rsidRPr="002B3119">
        <w:t>pour qu</w:t>
      </w:r>
      <w:r w:rsidR="00E4444A" w:rsidRPr="0099306C">
        <w:t>’</w:t>
      </w:r>
      <w:r w:rsidRPr="002B3119">
        <w:t>elle se reposât</w:t>
      </w:r>
      <w:r w:rsidR="00E4444A" w:rsidRPr="0099306C">
        <w:t xml:space="preserve">, </w:t>
      </w:r>
      <w:r w:rsidRPr="002B3119">
        <w:t>coucher Yvette sur le côté</w:t>
      </w:r>
      <w:r w:rsidR="00E4444A" w:rsidRPr="0099306C">
        <w:t xml:space="preserve">, </w:t>
      </w:r>
      <w:r w:rsidRPr="002B3119">
        <w:t>afin qu</w:t>
      </w:r>
      <w:r w:rsidR="00E4444A" w:rsidRPr="0099306C">
        <w:t>’</w:t>
      </w:r>
      <w:r w:rsidRPr="002B3119">
        <w:t>un moindre poids oppressât sa poitrine</w:t>
      </w:r>
      <w:r w:rsidR="00E4444A" w:rsidRPr="0099306C">
        <w:t xml:space="preserve">. </w:t>
      </w:r>
      <w:r w:rsidRPr="002B3119">
        <w:t>Un matin</w:t>
      </w:r>
      <w:r w:rsidR="00E4444A" w:rsidRPr="0099306C">
        <w:t xml:space="preserve">, </w:t>
      </w:r>
      <w:r w:rsidRPr="002B3119">
        <w:t>le do</w:t>
      </w:r>
      <w:r w:rsidRPr="002B3119">
        <w:t>c</w:t>
      </w:r>
      <w:r w:rsidRPr="002B3119">
        <w:t>teur s</w:t>
      </w:r>
      <w:r w:rsidR="00E4444A" w:rsidRPr="0099306C">
        <w:t>’</w:t>
      </w:r>
      <w:r w:rsidRPr="002B3119">
        <w:t>était fait accompagner d</w:t>
      </w:r>
      <w:r w:rsidR="00E4444A" w:rsidRPr="0099306C">
        <w:t>’</w:t>
      </w:r>
      <w:r w:rsidRPr="002B3119">
        <w:t>un confrère</w:t>
      </w:r>
      <w:r w:rsidR="00E4444A" w:rsidRPr="0099306C">
        <w:t xml:space="preserve">, </w:t>
      </w:r>
      <w:r w:rsidRPr="002B3119">
        <w:t>spécialiste des maladies d</w:t>
      </w:r>
      <w:r w:rsidR="00E4444A" w:rsidRPr="0099306C">
        <w:t>’</w:t>
      </w:r>
      <w:r w:rsidRPr="002B3119">
        <w:t>enfants</w:t>
      </w:r>
      <w:r w:rsidR="00E4444A" w:rsidRPr="0099306C">
        <w:t xml:space="preserve">. </w:t>
      </w:r>
      <w:r w:rsidRPr="002B3119">
        <w:t>Longuement</w:t>
      </w:r>
      <w:r w:rsidR="00E4444A" w:rsidRPr="0099306C">
        <w:t xml:space="preserve">, </w:t>
      </w:r>
      <w:r w:rsidRPr="002B3119">
        <w:t>ils auscultèrent Yvette</w:t>
      </w:r>
      <w:r w:rsidR="00E4444A" w:rsidRPr="0099306C">
        <w:t xml:space="preserve">, </w:t>
      </w:r>
      <w:r w:rsidRPr="002B3119">
        <w:t>comparant leurs observations</w:t>
      </w:r>
      <w:r w:rsidR="00E4444A" w:rsidRPr="0099306C">
        <w:t xml:space="preserve">. </w:t>
      </w:r>
      <w:r w:rsidRPr="002B3119">
        <w:t>Ils eurent un geste</w:t>
      </w:r>
      <w:r w:rsidR="00B137EB" w:rsidRPr="0099306C">
        <w:t xml:space="preserve"> </w:t>
      </w:r>
      <w:r w:rsidRPr="002B3119">
        <w:t>comme pour dire</w:t>
      </w:r>
      <w:r w:rsidR="00E4444A" w:rsidRPr="0099306C">
        <w:t> : « </w:t>
      </w:r>
      <w:r w:rsidRPr="002B3119">
        <w:t>C</w:t>
      </w:r>
      <w:r w:rsidR="00E4444A" w:rsidRPr="0099306C">
        <w:t>’</w:t>
      </w:r>
      <w:r w:rsidRPr="002B3119">
        <w:t>était fatal</w:t>
      </w:r>
      <w:r w:rsidR="00E4444A" w:rsidRPr="0099306C">
        <w:t xml:space="preserve">. </w:t>
      </w:r>
      <w:r w:rsidRPr="002B3119">
        <w:t>Cette complication devait arriver</w:t>
      </w:r>
      <w:r w:rsidR="00E4444A" w:rsidRPr="0099306C">
        <w:t>. »</w:t>
      </w:r>
      <w:r w:rsidRPr="002B3119">
        <w:t xml:space="preserve"> Puis ils allèrent discuter dans la chambre voisine et décid</w:t>
      </w:r>
      <w:r w:rsidRPr="002B3119">
        <w:t>è</w:t>
      </w:r>
      <w:r w:rsidRPr="002B3119">
        <w:t>rent pour le jour même une opération</w:t>
      </w:r>
      <w:r w:rsidR="00E4444A" w:rsidRPr="0099306C">
        <w:t>.</w:t>
      </w:r>
    </w:p>
    <w:p w14:paraId="5A65FEF4" w14:textId="77777777" w:rsidR="002B3119" w:rsidRPr="002B3119" w:rsidRDefault="002B3119" w:rsidP="002B3119">
      <w:r w:rsidRPr="002B3119">
        <w:t>Elle fut faite dans l</w:t>
      </w:r>
      <w:r w:rsidR="00E4444A" w:rsidRPr="0099306C">
        <w:t>’</w:t>
      </w:r>
      <w:r w:rsidRPr="002B3119">
        <w:t>après-midi</w:t>
      </w:r>
      <w:r w:rsidR="00E4444A" w:rsidRPr="0099306C">
        <w:t xml:space="preserve">. </w:t>
      </w:r>
      <w:r w:rsidRPr="002B3119">
        <w:t>Les médecins m</w:t>
      </w:r>
      <w:r w:rsidR="00E4444A" w:rsidRPr="0099306C">
        <w:t>’</w:t>
      </w:r>
      <w:r w:rsidRPr="002B3119">
        <w:t>invitèrent à n</w:t>
      </w:r>
      <w:r w:rsidR="00E4444A" w:rsidRPr="0099306C">
        <w:t>’</w:t>
      </w:r>
      <w:r w:rsidRPr="002B3119">
        <w:t>y pas assister</w:t>
      </w:r>
      <w:r w:rsidR="00E4444A" w:rsidRPr="0099306C">
        <w:t xml:space="preserve">. </w:t>
      </w:r>
      <w:r w:rsidRPr="002B3119">
        <w:t>Assurément</w:t>
      </w:r>
      <w:r w:rsidR="00E4444A" w:rsidRPr="0099306C">
        <w:t xml:space="preserve">, </w:t>
      </w:r>
      <w:r w:rsidRPr="002B3119">
        <w:t>ils n</w:t>
      </w:r>
      <w:r w:rsidR="00E4444A" w:rsidRPr="0099306C">
        <w:t>’</w:t>
      </w:r>
      <w:r w:rsidRPr="002B3119">
        <w:t>avaient d</w:t>
      </w:r>
      <w:r w:rsidR="00E4444A" w:rsidRPr="0099306C">
        <w:t>’</w:t>
      </w:r>
      <w:r w:rsidRPr="002B3119">
        <w:t>autre souci que le bien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mais en la laissant seule dans la chambre avec la garde et ces deux hommes</w:t>
      </w:r>
      <w:r w:rsidR="00B137EB" w:rsidRPr="0099306C">
        <w:t>,</w:t>
      </w:r>
      <w:r w:rsidR="00E4444A" w:rsidRPr="0099306C">
        <w:t xml:space="preserve"> </w:t>
      </w:r>
      <w:r w:rsidRPr="002B3119">
        <w:t>j</w:t>
      </w:r>
      <w:r w:rsidR="00E4444A" w:rsidRPr="0099306C">
        <w:t>’</w:t>
      </w:r>
      <w:r w:rsidRPr="002B3119">
        <w:t>eus encore la sensation que je l</w:t>
      </w:r>
      <w:r w:rsidR="00E4444A" w:rsidRPr="0099306C">
        <w:t>’</w:t>
      </w:r>
      <w:r w:rsidRPr="002B3119">
        <w:t>abandonnais</w:t>
      </w:r>
      <w:r w:rsidR="00E4444A" w:rsidRPr="0099306C">
        <w:t xml:space="preserve">. </w:t>
      </w:r>
      <w:r w:rsidRPr="002B3119">
        <w:t>Le pasteur</w:t>
      </w:r>
      <w:r w:rsidR="00E4444A" w:rsidRPr="0099306C">
        <w:t xml:space="preserve">, </w:t>
      </w:r>
      <w:r w:rsidRPr="002B3119">
        <w:t>qui semblait venu par hasard</w:t>
      </w:r>
      <w:r w:rsidR="00E4444A" w:rsidRPr="0099306C">
        <w:t xml:space="preserve">, </w:t>
      </w:r>
      <w:r w:rsidRPr="002B3119">
        <w:t>voulut me tenir compagnie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les paroles qu</w:t>
      </w:r>
      <w:r w:rsidR="00E4444A" w:rsidRPr="0099306C">
        <w:t>’</w:t>
      </w:r>
      <w:r w:rsidRPr="002B3119">
        <w:t>il put dire</w:t>
      </w:r>
      <w:r w:rsidR="00E4444A" w:rsidRPr="0099306C">
        <w:t xml:space="preserve">, </w:t>
      </w:r>
      <w:r w:rsidRPr="002B3119">
        <w:t>je ne les entendis même pas</w:t>
      </w:r>
      <w:r w:rsidR="00E4444A" w:rsidRPr="0099306C">
        <w:t xml:space="preserve">. </w:t>
      </w:r>
      <w:r w:rsidRPr="002B3119">
        <w:t>Mon esprit était avec Yvette</w:t>
      </w:r>
      <w:r w:rsidR="00E4444A" w:rsidRPr="0099306C">
        <w:t xml:space="preserve">. </w:t>
      </w:r>
      <w:r w:rsidRPr="002B3119">
        <w:t>Savoir l</w:t>
      </w:r>
      <w:r w:rsidR="00E4444A" w:rsidRPr="0099306C">
        <w:t>’</w:t>
      </w:r>
      <w:r w:rsidRPr="002B3119">
        <w:t>opération finie fut un i</w:t>
      </w:r>
      <w:r w:rsidRPr="002B3119">
        <w:t>m</w:t>
      </w:r>
      <w:r w:rsidRPr="002B3119">
        <w:t>mense soulagement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eu</w:t>
      </w:r>
      <w:r w:rsidR="00E4444A" w:rsidRPr="0099306C">
        <w:t xml:space="preserve">, </w:t>
      </w:r>
      <w:r w:rsidRPr="002B3119">
        <w:t>tant qu</w:t>
      </w:r>
      <w:r w:rsidR="00E4444A" w:rsidRPr="0099306C">
        <w:t>’</w:t>
      </w:r>
      <w:r w:rsidRPr="002B3119">
        <w:t>elle avait duré</w:t>
      </w:r>
      <w:r w:rsidR="00E4444A" w:rsidRPr="0099306C">
        <w:t xml:space="preserve">, </w:t>
      </w:r>
      <w:r w:rsidRPr="002B3119">
        <w:t>une terreur inavouable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attendais avec angoisse qu</w:t>
      </w:r>
      <w:r w:rsidR="00E4444A" w:rsidRPr="0099306C">
        <w:t>’</w:t>
      </w:r>
      <w:r w:rsidRPr="002B3119">
        <w:t>on m</w:t>
      </w:r>
      <w:r w:rsidR="00E4444A" w:rsidRPr="0099306C">
        <w:t>’</w:t>
      </w:r>
      <w:r w:rsidRPr="002B3119">
        <w:t>appelât</w:t>
      </w:r>
      <w:r w:rsidR="00E4444A" w:rsidRPr="0099306C">
        <w:t xml:space="preserve">. </w:t>
      </w:r>
      <w:r w:rsidRPr="002B3119">
        <w:t>Tout était possible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c</w:t>
      </w:r>
      <w:r w:rsidR="00E4444A" w:rsidRPr="0099306C">
        <w:t>’</w:t>
      </w:r>
      <w:r w:rsidRPr="002B3119">
        <w:t>était pour cela que le pasteur était venu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opération terminée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eus hâte de r</w:t>
      </w:r>
      <w:r w:rsidRPr="002B3119">
        <w:t>e</w:t>
      </w:r>
      <w:r w:rsidRPr="002B3119">
        <w:t>tourner près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Je la vis</w:t>
      </w:r>
      <w:r w:rsidR="00E4444A" w:rsidRPr="0099306C">
        <w:t xml:space="preserve">, </w:t>
      </w:r>
      <w:r w:rsidRPr="002B3119">
        <w:t>en ouvrant la porte</w:t>
      </w:r>
      <w:r w:rsidR="00E4444A" w:rsidRPr="0099306C">
        <w:t xml:space="preserve">, </w:t>
      </w:r>
      <w:r w:rsidRPr="002B3119">
        <w:t>étendue sur son lit</w:t>
      </w:r>
      <w:r w:rsidR="00E4444A" w:rsidRPr="0099306C">
        <w:t xml:space="preserve">, </w:t>
      </w:r>
      <w:r w:rsidRPr="002B3119">
        <w:t>immobile</w:t>
      </w:r>
      <w:r w:rsidR="00E4444A" w:rsidRPr="0099306C">
        <w:t xml:space="preserve">. </w:t>
      </w:r>
      <w:r w:rsidRPr="002B3119">
        <w:t xml:space="preserve">La garde </w:t>
      </w:r>
      <w:r w:rsidRPr="002B3119">
        <w:lastRenderedPageBreak/>
        <w:t>avait tiré les rideaux pour faire la nuit</w:t>
      </w:r>
      <w:r w:rsidR="00E4444A" w:rsidRPr="0099306C">
        <w:t xml:space="preserve">. </w:t>
      </w:r>
      <w:r w:rsidRPr="002B3119">
        <w:t>Elle me fit signe qu</w:t>
      </w:r>
      <w:r w:rsidR="00E4444A" w:rsidRPr="0099306C">
        <w:t>’</w:t>
      </w:r>
      <w:r w:rsidRPr="002B3119">
        <w:t>Yvette dormait</w:t>
      </w:r>
      <w:r w:rsidR="00B137EB" w:rsidRPr="0099306C">
        <w:t>.</w:t>
      </w:r>
    </w:p>
    <w:p w14:paraId="15F2C9CF" w14:textId="77777777" w:rsidR="00E4444A" w:rsidRPr="0099306C" w:rsidRDefault="002B3119" w:rsidP="002B3119">
      <w:r w:rsidRPr="002B3119">
        <w:t>Elle dormit longtemps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opération l</w:t>
      </w:r>
      <w:r w:rsidR="00E4444A" w:rsidRPr="0099306C">
        <w:t>’</w:t>
      </w:r>
      <w:r w:rsidRPr="002B3119">
        <w:t>avait peut-être sa</w:t>
      </w:r>
      <w:r w:rsidRPr="002B3119">
        <w:t>u</w:t>
      </w:r>
      <w:r w:rsidRPr="002B3119">
        <w:t>vée</w:t>
      </w:r>
      <w:r w:rsidR="00E4444A" w:rsidRPr="0099306C">
        <w:t xml:space="preserve">. </w:t>
      </w:r>
      <w:r w:rsidRPr="002B3119">
        <w:t>Délivrée du terrible poids</w:t>
      </w:r>
      <w:r w:rsidR="00E4444A" w:rsidRPr="0099306C">
        <w:t xml:space="preserve">, </w:t>
      </w:r>
      <w:r w:rsidRPr="002B3119">
        <w:t>elle réparait de longues f</w:t>
      </w:r>
      <w:r w:rsidRPr="002B3119">
        <w:t>a</w:t>
      </w:r>
      <w:r w:rsidRPr="002B3119">
        <w:t>tigues</w:t>
      </w:r>
      <w:r w:rsidR="00E4444A" w:rsidRPr="0099306C">
        <w:t xml:space="preserve">. </w:t>
      </w:r>
      <w:r w:rsidRPr="002B3119">
        <w:t>Le soir</w:t>
      </w:r>
      <w:r w:rsidR="00E4444A" w:rsidRPr="0099306C">
        <w:t xml:space="preserve">, </w:t>
      </w:r>
      <w:r w:rsidRPr="002B3119">
        <w:t>la température avait diminué</w:t>
      </w:r>
      <w:r w:rsidR="00E4444A" w:rsidRPr="0099306C">
        <w:t xml:space="preserve">. </w:t>
      </w:r>
      <w:r w:rsidRPr="002B3119">
        <w:t>Toute la nuit</w:t>
      </w:r>
      <w:r w:rsidR="00E4444A" w:rsidRPr="0099306C">
        <w:t xml:space="preserve">, </w:t>
      </w:r>
      <w:r w:rsidRPr="002B3119">
        <w:t>Yvette sommeilla paisiblement</w:t>
      </w:r>
      <w:r w:rsidR="00E4444A" w:rsidRPr="0099306C">
        <w:t xml:space="preserve">. </w:t>
      </w:r>
      <w:r w:rsidRPr="002B3119">
        <w:t>Les docteurs</w:t>
      </w:r>
      <w:r w:rsidR="00E4444A" w:rsidRPr="0099306C">
        <w:t xml:space="preserve">, </w:t>
      </w:r>
      <w:r w:rsidRPr="002B3119">
        <w:t>le lendemain</w:t>
      </w:r>
      <w:r w:rsidR="00E4444A" w:rsidRPr="0099306C">
        <w:t xml:space="preserve">, </w:t>
      </w:r>
      <w:r w:rsidRPr="002B3119">
        <w:t>la trouvèrent reposée</w:t>
      </w:r>
      <w:r w:rsidR="00E4444A" w:rsidRPr="0099306C">
        <w:t xml:space="preserve">. </w:t>
      </w:r>
      <w:r w:rsidRPr="002B3119">
        <w:t>Le pouls</w:t>
      </w:r>
      <w:r w:rsidR="00E4444A" w:rsidRPr="0099306C">
        <w:t xml:space="preserve">, </w:t>
      </w:r>
      <w:r w:rsidRPr="002B3119">
        <w:t>par malheur</w:t>
      </w:r>
      <w:r w:rsidR="00E4444A" w:rsidRPr="0099306C">
        <w:t xml:space="preserve">, </w:t>
      </w:r>
      <w:r w:rsidRPr="002B3119">
        <w:t>faiblissait e</w:t>
      </w:r>
      <w:r w:rsidRPr="002B3119">
        <w:t>n</w:t>
      </w:r>
      <w:r w:rsidRPr="002B3119">
        <w:t>core</w:t>
      </w:r>
      <w:r w:rsidR="00E4444A" w:rsidRPr="0099306C">
        <w:t>.</w:t>
      </w:r>
    </w:p>
    <w:p w14:paraId="1E34D01C" w14:textId="77777777" w:rsidR="00E4444A" w:rsidRPr="0099306C" w:rsidRDefault="002B3119" w:rsidP="002B3119">
      <w:r w:rsidRPr="002B3119">
        <w:t>Sur mon bureau</w:t>
      </w:r>
      <w:r w:rsidR="00E4444A" w:rsidRPr="0099306C">
        <w:t xml:space="preserve">, </w:t>
      </w:r>
      <w:r w:rsidRPr="002B3119">
        <w:t>je trouvai des lettres nombreuses</w:t>
      </w:r>
      <w:r w:rsidR="00E4444A" w:rsidRPr="0099306C">
        <w:t xml:space="preserve">. </w:t>
      </w:r>
      <w:r w:rsidRPr="002B3119">
        <w:t>P</w:t>
      </w:r>
      <w:r w:rsidRPr="002B3119">
        <w:t>a</w:t>
      </w:r>
      <w:r w:rsidRPr="002B3119">
        <w:t>rents</w:t>
      </w:r>
      <w:r w:rsidR="00E4444A" w:rsidRPr="0099306C">
        <w:t xml:space="preserve">, </w:t>
      </w:r>
      <w:r w:rsidRPr="002B3119">
        <w:t>amis s</w:t>
      </w:r>
      <w:r w:rsidR="00E4444A" w:rsidRPr="0099306C">
        <w:t>’</w:t>
      </w:r>
      <w:r w:rsidRPr="002B3119">
        <w:t>informaient de la santé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Il y avait aussi des cartons</w:t>
      </w:r>
      <w:r w:rsidR="00E4444A" w:rsidRPr="0099306C">
        <w:t xml:space="preserve">, </w:t>
      </w:r>
      <w:r w:rsidRPr="002B3119">
        <w:t>contenant des poupées adorables</w:t>
      </w:r>
      <w:r w:rsidR="00E4444A" w:rsidRPr="0099306C">
        <w:t xml:space="preserve">. </w:t>
      </w:r>
      <w:r w:rsidRPr="002B3119">
        <w:t>Comme tout le monde l</w:t>
      </w:r>
      <w:r w:rsidR="00E4444A" w:rsidRPr="0099306C">
        <w:t>’</w:t>
      </w:r>
      <w:r w:rsidRPr="002B3119">
        <w:t>aimait</w:t>
      </w:r>
      <w:r w:rsidR="00E4444A" w:rsidRPr="0099306C">
        <w:t xml:space="preserve"> !… </w:t>
      </w:r>
      <w:r w:rsidRPr="002B3119">
        <w:t>Yvette n</w:t>
      </w:r>
      <w:r w:rsidR="00E4444A" w:rsidRPr="0099306C">
        <w:t>’</w:t>
      </w:r>
      <w:r w:rsidRPr="002B3119">
        <w:t>avait jamais eu de jouets semblables</w:t>
      </w:r>
      <w:r w:rsidR="00E4444A" w:rsidRPr="0099306C">
        <w:t xml:space="preserve">. </w:t>
      </w:r>
      <w:r w:rsidRPr="002B3119">
        <w:t>Je demandai un conseil au docteur</w:t>
      </w:r>
      <w:r w:rsidR="00E4444A" w:rsidRPr="0099306C">
        <w:t> :</w:t>
      </w:r>
    </w:p>
    <w:p w14:paraId="6B2087B4" w14:textId="77777777" w:rsidR="00E4444A" w:rsidRPr="0099306C" w:rsidRDefault="00E4444A" w:rsidP="002B3119">
      <w:r w:rsidRPr="0099306C">
        <w:t>— </w:t>
      </w:r>
      <w:r w:rsidR="002B3119" w:rsidRPr="002B3119">
        <w:t>Yvette a reçu de beaux joujoux</w:t>
      </w:r>
      <w:r w:rsidRPr="0099306C">
        <w:t xml:space="preserve">. </w:t>
      </w:r>
      <w:r w:rsidR="008539A7" w:rsidRPr="0099306C">
        <w:t>Êtes-vous</w:t>
      </w:r>
      <w:r w:rsidR="002B3119" w:rsidRPr="002B3119">
        <w:t xml:space="preserve"> d</w:t>
      </w:r>
      <w:r w:rsidRPr="0099306C">
        <w:t>’</w:t>
      </w:r>
      <w:r w:rsidR="002B3119" w:rsidRPr="002B3119">
        <w:t>avis de les lui donner</w:t>
      </w:r>
      <w:r w:rsidRPr="0099306C">
        <w:t> ?</w:t>
      </w:r>
    </w:p>
    <w:p w14:paraId="5A02F3CF" w14:textId="77777777" w:rsidR="00E4444A" w:rsidRPr="0099306C" w:rsidRDefault="002B3119" w:rsidP="002B3119">
      <w:r w:rsidRPr="002B3119">
        <w:t>Il répondit en s</w:t>
      </w:r>
      <w:r w:rsidR="00E4444A" w:rsidRPr="0099306C">
        <w:t>’</w:t>
      </w:r>
      <w:r w:rsidRPr="002B3119">
        <w:t>en allant</w:t>
      </w:r>
      <w:r w:rsidR="00E4444A" w:rsidRPr="0099306C">
        <w:t> :</w:t>
      </w:r>
    </w:p>
    <w:p w14:paraId="3E5029EF" w14:textId="77777777" w:rsidR="00E4444A" w:rsidRPr="0099306C" w:rsidRDefault="00E4444A" w:rsidP="002B3119">
      <w:r w:rsidRPr="0099306C">
        <w:t>— </w:t>
      </w:r>
      <w:r w:rsidR="002B3119" w:rsidRPr="002B3119">
        <w:t>Oui</w:t>
      </w:r>
      <w:r w:rsidRPr="0099306C">
        <w:t xml:space="preserve">, </w:t>
      </w:r>
      <w:r w:rsidR="002B3119" w:rsidRPr="002B3119">
        <w:t>si vous voulez</w:t>
      </w:r>
      <w:r w:rsidRPr="0099306C">
        <w:t xml:space="preserve">. </w:t>
      </w:r>
      <w:r w:rsidR="002B3119" w:rsidRPr="002B3119">
        <w:t>Mais en profitera</w:t>
      </w:r>
      <w:r w:rsidR="004151E8">
        <w:t>-</w:t>
      </w:r>
      <w:r w:rsidR="002B3119" w:rsidRPr="002B3119">
        <w:t>t-elle en ce moment</w:t>
      </w:r>
      <w:r w:rsidRPr="0099306C">
        <w:t xml:space="preserve"> ? </w:t>
      </w:r>
      <w:r w:rsidR="002B3119" w:rsidRPr="002B3119">
        <w:t>Autant vaudrait les garder pour plus tard</w:t>
      </w:r>
      <w:r w:rsidRPr="0099306C">
        <w:t>.</w:t>
      </w:r>
    </w:p>
    <w:p w14:paraId="24659895" w14:textId="77777777" w:rsidR="00E4444A" w:rsidRPr="0099306C" w:rsidRDefault="002B3119" w:rsidP="002B3119">
      <w:r w:rsidRPr="002B3119">
        <w:t>Moi aussi</w:t>
      </w:r>
      <w:r w:rsidR="00E4444A" w:rsidRPr="0099306C">
        <w:t xml:space="preserve">, </w:t>
      </w:r>
      <w:r w:rsidRPr="002B3119">
        <w:t>je tendais un piège</w:t>
      </w:r>
      <w:r w:rsidR="00E4444A" w:rsidRPr="0099306C">
        <w:t xml:space="preserve">, </w:t>
      </w:r>
      <w:r w:rsidRPr="002B3119">
        <w:t>un piège comme celui du parapluie</w:t>
      </w:r>
      <w:r w:rsidR="00E4444A" w:rsidRPr="0099306C">
        <w:t xml:space="preserve">. </w:t>
      </w:r>
      <w:r w:rsidRPr="002B3119">
        <w:t>Le docteur avait dit</w:t>
      </w:r>
      <w:r w:rsidR="00E4444A" w:rsidRPr="0099306C">
        <w:t> :</w:t>
      </w:r>
    </w:p>
    <w:p w14:paraId="689B4F0A" w14:textId="77777777" w:rsidR="00E4444A" w:rsidRPr="0099306C" w:rsidRDefault="00E4444A" w:rsidP="002B3119">
      <w:r w:rsidRPr="0099306C">
        <w:t>— </w:t>
      </w:r>
      <w:r w:rsidR="002B3119" w:rsidRPr="002B3119">
        <w:t>Plus tard</w:t>
      </w:r>
      <w:r w:rsidRPr="0099306C">
        <w:t>…</w:t>
      </w:r>
    </w:p>
    <w:p w14:paraId="29341457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espérance</w:t>
      </w:r>
      <w:r w:rsidR="00E4444A" w:rsidRPr="0099306C">
        <w:t xml:space="preserve">, </w:t>
      </w:r>
      <w:r w:rsidRPr="002B3119">
        <w:t>tenace</w:t>
      </w:r>
      <w:r w:rsidR="00E4444A" w:rsidRPr="0099306C">
        <w:t xml:space="preserve">, </w:t>
      </w:r>
      <w:r w:rsidRPr="002B3119">
        <w:t>une fois de plus se ranima</w:t>
      </w:r>
      <w:r w:rsidR="00E4444A" w:rsidRPr="0099306C">
        <w:t>.</w:t>
      </w:r>
    </w:p>
    <w:p w14:paraId="4DFD220D" w14:textId="77777777" w:rsidR="002B3119" w:rsidRPr="002B3119" w:rsidRDefault="002B3119" w:rsidP="002B3119"/>
    <w:p w14:paraId="03101B67" w14:textId="39ADB858" w:rsidR="00E4444A" w:rsidRPr="0099306C" w:rsidRDefault="002B3119" w:rsidP="002B3119">
      <w:r w:rsidRPr="002B3119">
        <w:t>Une nuit</w:t>
      </w:r>
      <w:r w:rsidR="00E4444A" w:rsidRPr="0099306C">
        <w:t xml:space="preserve">, </w:t>
      </w:r>
      <w:r w:rsidRPr="002B3119">
        <w:t>comme tant d</w:t>
      </w:r>
      <w:r w:rsidR="00E4444A" w:rsidRPr="0099306C">
        <w:t>’</w:t>
      </w:r>
      <w:r w:rsidRPr="002B3119">
        <w:t>autres nuits antérieures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étais debout dans ma chambre</w:t>
      </w:r>
      <w:r w:rsidR="00E4444A" w:rsidRPr="0099306C">
        <w:t xml:space="preserve">, </w:t>
      </w:r>
      <w:r w:rsidRPr="002B3119">
        <w:t>épiant le moindre bruit</w:t>
      </w:r>
      <w:r w:rsidR="00E4444A" w:rsidRPr="0099306C">
        <w:t xml:space="preserve">. </w:t>
      </w:r>
      <w:r w:rsidRPr="002B3119">
        <w:t>Deux coups faibles</w:t>
      </w:r>
      <w:r w:rsidR="00E4444A" w:rsidRPr="0099306C">
        <w:t xml:space="preserve">, </w:t>
      </w:r>
      <w:r w:rsidRPr="002B3119">
        <w:t>mais nettement frappés</w:t>
      </w:r>
      <w:r w:rsidR="00E4444A" w:rsidRPr="0099306C">
        <w:t xml:space="preserve">, </w:t>
      </w:r>
      <w:r w:rsidRPr="002B3119">
        <w:t>me firent lever la tête</w:t>
      </w:r>
      <w:r w:rsidR="00E4444A" w:rsidRPr="0099306C">
        <w:t xml:space="preserve">. </w:t>
      </w:r>
      <w:r w:rsidRPr="002B3119">
        <w:t>Je l</w:t>
      </w:r>
      <w:r w:rsidR="00E4444A" w:rsidRPr="0099306C">
        <w:t>’</w:t>
      </w:r>
      <w:r w:rsidRPr="002B3119">
        <w:t>avais tant espéré</w:t>
      </w:r>
      <w:r w:rsidR="00E4444A" w:rsidRPr="0099306C">
        <w:t xml:space="preserve">, </w:t>
      </w:r>
      <w:r w:rsidRPr="002B3119">
        <w:t>cet appel</w:t>
      </w:r>
      <w:r w:rsidR="00E4444A" w:rsidRPr="0099306C">
        <w:t xml:space="preserve">, </w:t>
      </w:r>
      <w:r w:rsidRPr="002B3119">
        <w:t>qui m</w:t>
      </w:r>
      <w:r w:rsidR="00E4444A" w:rsidRPr="0099306C">
        <w:t>’</w:t>
      </w:r>
      <w:r w:rsidRPr="002B3119">
        <w:t>introduirait près de ma petite malade que je me crus le jouet d</w:t>
      </w:r>
      <w:r w:rsidR="00E4444A" w:rsidRPr="0099306C">
        <w:t>’</w:t>
      </w:r>
      <w:r w:rsidRPr="002B3119">
        <w:t>une illusion</w:t>
      </w:r>
      <w:r w:rsidR="00E4444A" w:rsidRPr="0099306C">
        <w:t xml:space="preserve">. </w:t>
      </w:r>
      <w:r w:rsidRPr="002B3119">
        <w:t>Mais non</w:t>
      </w:r>
      <w:r w:rsidR="00E4444A" w:rsidRPr="0099306C">
        <w:t xml:space="preserve">, </w:t>
      </w:r>
      <w:r w:rsidRPr="002B3119">
        <w:lastRenderedPageBreak/>
        <w:t>je n</w:t>
      </w:r>
      <w:r w:rsidR="00E4444A" w:rsidRPr="0099306C">
        <w:t>’</w:t>
      </w:r>
      <w:r w:rsidRPr="002B3119">
        <w:t>avais pas rêvé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ouvris la porte</w:t>
      </w:r>
      <w:r w:rsidR="00E4444A" w:rsidRPr="0099306C">
        <w:t xml:space="preserve">. </w:t>
      </w:r>
      <w:r w:rsidR="00DA4F1F" w:rsidRPr="002B3119">
        <w:t>Édith</w:t>
      </w:r>
      <w:r w:rsidRPr="002B3119">
        <w:t xml:space="preserve"> vint à moi et me dit</w:t>
      </w:r>
      <w:r w:rsidR="00E4444A" w:rsidRPr="0099306C">
        <w:t> :</w:t>
      </w:r>
    </w:p>
    <w:p w14:paraId="1BF7E742" w14:textId="77777777" w:rsidR="00E4444A" w:rsidRPr="0099306C" w:rsidRDefault="00E4444A" w:rsidP="002B3119">
      <w:r w:rsidRPr="0099306C">
        <w:t>— </w:t>
      </w:r>
      <w:r w:rsidR="002B3119" w:rsidRPr="002B3119">
        <w:t>C</w:t>
      </w:r>
      <w:r w:rsidRPr="0099306C">
        <w:t>’</w:t>
      </w:r>
      <w:r w:rsidR="002B3119" w:rsidRPr="002B3119">
        <w:t>est le pouls qui m</w:t>
      </w:r>
      <w:r w:rsidRPr="0099306C">
        <w:t>’</w:t>
      </w:r>
      <w:r w:rsidR="002B3119" w:rsidRPr="002B3119">
        <w:t>inquiète</w:t>
      </w:r>
      <w:r w:rsidRPr="0099306C">
        <w:t xml:space="preserve">… </w:t>
      </w:r>
      <w:r w:rsidR="002B3119" w:rsidRPr="002B3119">
        <w:t>Pourriez-vous appeler le docteur</w:t>
      </w:r>
      <w:r w:rsidRPr="0099306C">
        <w:t> ?</w:t>
      </w:r>
    </w:p>
    <w:p w14:paraId="106F823C" w14:textId="77777777" w:rsidR="00E4444A" w:rsidRPr="0099306C" w:rsidRDefault="002B3119" w:rsidP="002B3119">
      <w:r w:rsidRPr="002B3119">
        <w:t>Une minute après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étais dehors</w:t>
      </w:r>
      <w:r w:rsidR="00E4444A" w:rsidRPr="0099306C">
        <w:t xml:space="preserve">. </w:t>
      </w:r>
      <w:r w:rsidRPr="002B3119">
        <w:t>Une horloge</w:t>
      </w:r>
      <w:r w:rsidR="00E4444A" w:rsidRPr="0099306C">
        <w:t xml:space="preserve">, </w:t>
      </w:r>
      <w:r w:rsidRPr="002B3119">
        <w:t>dans le lointain</w:t>
      </w:r>
      <w:r w:rsidR="00E4444A" w:rsidRPr="0099306C">
        <w:t xml:space="preserve">, </w:t>
      </w:r>
      <w:r w:rsidRPr="002B3119">
        <w:t>sonna la demie</w:t>
      </w:r>
      <w:r w:rsidR="00E4444A" w:rsidRPr="0099306C">
        <w:t xml:space="preserve">, </w:t>
      </w:r>
      <w:r w:rsidRPr="002B3119">
        <w:t>mais je n</w:t>
      </w:r>
      <w:r w:rsidR="00E4444A" w:rsidRPr="0099306C">
        <w:t>’</w:t>
      </w:r>
      <w:r w:rsidRPr="002B3119">
        <w:t>avais aucun sentiment de l</w:t>
      </w:r>
      <w:r w:rsidR="00E4444A" w:rsidRPr="0099306C">
        <w:t>’</w:t>
      </w:r>
      <w:r w:rsidRPr="002B3119">
        <w:t>heure qu</w:t>
      </w:r>
      <w:r w:rsidR="00E4444A" w:rsidRPr="0099306C">
        <w:t>’</w:t>
      </w:r>
      <w:r w:rsidRPr="002B3119">
        <w:t>il pouvait être</w:t>
      </w:r>
      <w:r w:rsidR="00E4444A" w:rsidRPr="0099306C">
        <w:t xml:space="preserve">. </w:t>
      </w:r>
      <w:r w:rsidRPr="002B3119">
        <w:t>Personne sur les quais</w:t>
      </w:r>
      <w:r w:rsidR="00E4444A" w:rsidRPr="0099306C">
        <w:t xml:space="preserve">. </w:t>
      </w:r>
      <w:r w:rsidRPr="002B3119">
        <w:t>Le triste vent d</w:t>
      </w:r>
      <w:r w:rsidR="00E4444A" w:rsidRPr="0099306C">
        <w:t>’</w:t>
      </w:r>
      <w:r w:rsidRPr="002B3119">
        <w:t>hiver pleurait déjà dans les platanes</w:t>
      </w:r>
      <w:r w:rsidR="00E4444A" w:rsidRPr="0099306C">
        <w:t xml:space="preserve">. </w:t>
      </w:r>
      <w:r w:rsidRPr="002B3119">
        <w:t>Je faillis tomber d</w:t>
      </w:r>
      <w:r w:rsidR="00E4444A" w:rsidRPr="0099306C">
        <w:t>’</w:t>
      </w:r>
      <w:r w:rsidRPr="002B3119">
        <w:t>un trottoir</w:t>
      </w:r>
      <w:r w:rsidR="00E4444A" w:rsidRPr="0099306C">
        <w:t xml:space="preserve">. </w:t>
      </w:r>
      <w:r w:rsidRPr="002B3119">
        <w:t>Les feuilles mortes cachaient la place du rui</w:t>
      </w:r>
      <w:r w:rsidRPr="002B3119">
        <w:t>s</w:t>
      </w:r>
      <w:r w:rsidRPr="002B3119">
        <w:t>seau</w:t>
      </w:r>
      <w:r w:rsidR="00E4444A" w:rsidRPr="0099306C">
        <w:t xml:space="preserve">. </w:t>
      </w:r>
      <w:r w:rsidRPr="002B3119">
        <w:t>Le ciel était sans étoiles</w:t>
      </w:r>
      <w:r w:rsidR="00E4444A" w:rsidRPr="0099306C">
        <w:t xml:space="preserve">. </w:t>
      </w:r>
      <w:r w:rsidRPr="002B3119">
        <w:t>Sous le pont</w:t>
      </w:r>
      <w:r w:rsidR="00E4444A" w:rsidRPr="0099306C">
        <w:t xml:space="preserve">, </w:t>
      </w:r>
      <w:r w:rsidRPr="002B3119">
        <w:t>la Seine</w:t>
      </w:r>
      <w:r w:rsidR="00E4444A" w:rsidRPr="0099306C">
        <w:t xml:space="preserve">, </w:t>
      </w:r>
      <w:r w:rsidRPr="002B3119">
        <w:t>noire</w:t>
      </w:r>
      <w:r w:rsidR="00E4444A" w:rsidRPr="0099306C">
        <w:t xml:space="preserve">, </w:t>
      </w:r>
      <w:r w:rsidRPr="002B3119">
        <w:t>faisait un clapotis sinistre</w:t>
      </w:r>
      <w:r w:rsidR="00E4444A" w:rsidRPr="0099306C">
        <w:t xml:space="preserve">. </w:t>
      </w:r>
      <w:r w:rsidRPr="002B3119">
        <w:t>Personne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presque à chaque maison</w:t>
      </w:r>
      <w:r w:rsidR="00E4444A" w:rsidRPr="0099306C">
        <w:t xml:space="preserve">, </w:t>
      </w:r>
      <w:r w:rsidRPr="002B3119">
        <w:t>une lampe derrière les rideaux veillait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allais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allais</w:t>
      </w:r>
      <w:r w:rsidR="00E4444A" w:rsidRPr="0099306C">
        <w:t xml:space="preserve">, </w:t>
      </w:r>
      <w:r w:rsidRPr="002B3119">
        <w:t>marchant comme doivent marcher les somnambules</w:t>
      </w:r>
      <w:r w:rsidR="00E4444A" w:rsidRPr="0099306C">
        <w:t xml:space="preserve">. </w:t>
      </w:r>
      <w:r w:rsidRPr="002B3119">
        <w:t>Depuis longtemps je n</w:t>
      </w:r>
      <w:r w:rsidR="00E4444A" w:rsidRPr="0099306C">
        <w:t>’</w:t>
      </w:r>
      <w:r w:rsidRPr="002B3119">
        <w:t>étais sorti si tard</w:t>
      </w:r>
      <w:r w:rsidR="00E4444A" w:rsidRPr="0099306C">
        <w:t xml:space="preserve">. </w:t>
      </w:r>
      <w:r w:rsidRPr="002B3119">
        <w:t>Pourtant</w:t>
      </w:r>
      <w:r w:rsidR="00E4444A" w:rsidRPr="0099306C">
        <w:t xml:space="preserve">, </w:t>
      </w:r>
      <w:r w:rsidRPr="002B3119">
        <w:t>je ne m</w:t>
      </w:r>
      <w:r w:rsidR="00E4444A" w:rsidRPr="0099306C">
        <w:t>’</w:t>
      </w:r>
      <w:r w:rsidRPr="002B3119">
        <w:t>étonnais pas d</w:t>
      </w:r>
      <w:r w:rsidR="00E4444A" w:rsidRPr="0099306C">
        <w:t>’</w:t>
      </w:r>
      <w:r w:rsidRPr="002B3119">
        <w:t>être là</w:t>
      </w:r>
      <w:r w:rsidR="00E4444A" w:rsidRPr="0099306C">
        <w:t xml:space="preserve">. </w:t>
      </w:r>
      <w:r w:rsidRPr="002B3119">
        <w:t>Cet aspect tragique des choses me semblait connu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dû</w:t>
      </w:r>
      <w:r w:rsidR="00E4444A" w:rsidRPr="0099306C">
        <w:t xml:space="preserve">, </w:t>
      </w:r>
      <w:r w:rsidRPr="002B3119">
        <w:t>dans un rêve</w:t>
      </w:r>
      <w:r w:rsidR="00E4444A" w:rsidRPr="0099306C">
        <w:t xml:space="preserve">, </w:t>
      </w:r>
      <w:r w:rsidRPr="002B3119">
        <w:t>me voir ainsi</w:t>
      </w:r>
      <w:r w:rsidR="00E4444A" w:rsidRPr="0099306C">
        <w:t xml:space="preserve">, </w:t>
      </w:r>
      <w:r w:rsidRPr="002B3119">
        <w:t>tr</w:t>
      </w:r>
      <w:r w:rsidRPr="002B3119">
        <w:t>a</w:t>
      </w:r>
      <w:r w:rsidRPr="002B3119">
        <w:t>versant la ville morte</w:t>
      </w:r>
      <w:r w:rsidR="00E4444A" w:rsidRPr="0099306C">
        <w:t xml:space="preserve">, </w:t>
      </w:r>
      <w:r w:rsidRPr="002B3119">
        <w:t>et sans doute vivais-je un cauchemar dont j</w:t>
      </w:r>
      <w:r w:rsidR="00E4444A" w:rsidRPr="0099306C">
        <w:t>’</w:t>
      </w:r>
      <w:r w:rsidRPr="002B3119">
        <w:t>allais me réveiller</w:t>
      </w:r>
      <w:r w:rsidR="00E4444A" w:rsidRPr="0099306C">
        <w:t xml:space="preserve">. </w:t>
      </w:r>
      <w:r w:rsidRPr="002B3119">
        <w:t>Jeanne</w:t>
      </w:r>
      <w:r w:rsidR="00E4444A" w:rsidRPr="0099306C">
        <w:t xml:space="preserve"> ! </w:t>
      </w:r>
      <w:r w:rsidRPr="002B3119">
        <w:t>Jeanne</w:t>
      </w:r>
      <w:r w:rsidR="00E4444A" w:rsidRPr="0099306C">
        <w:t xml:space="preserve"> !… </w:t>
      </w:r>
      <w:r w:rsidRPr="002B3119">
        <w:t>Yvette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 !… </w:t>
      </w:r>
      <w:r w:rsidRPr="002B3119">
        <w:t>Non</w:t>
      </w:r>
      <w:r w:rsidR="00E4444A" w:rsidRPr="0099306C">
        <w:t xml:space="preserve">. </w:t>
      </w:r>
      <w:r w:rsidRPr="002B3119">
        <w:t>Tout cela n</w:t>
      </w:r>
      <w:r w:rsidR="00E4444A" w:rsidRPr="0099306C">
        <w:t>’</w:t>
      </w:r>
      <w:r w:rsidRPr="002B3119">
        <w:t>était pas vraisemblable</w:t>
      </w:r>
      <w:r w:rsidR="00E4444A" w:rsidRPr="0099306C">
        <w:t xml:space="preserve">… </w:t>
      </w:r>
      <w:r w:rsidRPr="002B3119">
        <w:t>Je su</w:t>
      </w:r>
      <w:r w:rsidRPr="002B3119">
        <w:t>i</w:t>
      </w:r>
      <w:r w:rsidRPr="002B3119">
        <w:t>vis plusieurs rues</w:t>
      </w:r>
      <w:r w:rsidR="00E4444A" w:rsidRPr="0099306C">
        <w:t xml:space="preserve">. </w:t>
      </w:r>
      <w:r w:rsidRPr="002B3119">
        <w:t>Les chiens aboyaient derrière les grillages</w:t>
      </w:r>
      <w:r w:rsidR="00E4444A" w:rsidRPr="0099306C">
        <w:t xml:space="preserve">. </w:t>
      </w:r>
      <w:r w:rsidRPr="002B3119">
        <w:t>Dans un fond d</w:t>
      </w:r>
      <w:r w:rsidR="00E4444A" w:rsidRPr="0099306C">
        <w:t>’</w:t>
      </w:r>
      <w:r w:rsidRPr="002B3119">
        <w:t>avenue</w:t>
      </w:r>
      <w:r w:rsidR="00E4444A" w:rsidRPr="0099306C">
        <w:t xml:space="preserve">, </w:t>
      </w:r>
      <w:r w:rsidRPr="002B3119">
        <w:t>qui faisait un grand trou sombre</w:t>
      </w:r>
      <w:r w:rsidR="00E4444A" w:rsidRPr="0099306C">
        <w:t xml:space="preserve">, </w:t>
      </w:r>
      <w:r w:rsidRPr="002B3119">
        <w:t>dormait la maison du docteur</w:t>
      </w:r>
      <w:r w:rsidR="00E4444A" w:rsidRPr="0099306C">
        <w:t xml:space="preserve">. </w:t>
      </w:r>
      <w:r w:rsidRPr="002B3119">
        <w:t>En tâtonnant</w:t>
      </w:r>
      <w:r w:rsidR="00E4444A" w:rsidRPr="0099306C">
        <w:t xml:space="preserve">, </w:t>
      </w:r>
      <w:r w:rsidRPr="002B3119">
        <w:t>je trouvai la sonnette</w:t>
      </w:r>
      <w:r w:rsidR="00E4444A" w:rsidRPr="0099306C">
        <w:t xml:space="preserve">. </w:t>
      </w:r>
      <w:r w:rsidRPr="002B3119">
        <w:t>Elle fit un tel bruit que j</w:t>
      </w:r>
      <w:r w:rsidR="00E4444A" w:rsidRPr="0099306C">
        <w:t>’</w:t>
      </w:r>
      <w:r w:rsidRPr="002B3119">
        <w:t>en fus gêné</w:t>
      </w:r>
      <w:r w:rsidR="00E4444A" w:rsidRPr="0099306C">
        <w:t xml:space="preserve">. </w:t>
      </w:r>
      <w:r w:rsidRPr="002B3119">
        <w:t>La lucarne d</w:t>
      </w:r>
      <w:r w:rsidR="00E4444A" w:rsidRPr="0099306C">
        <w:t>’</w:t>
      </w:r>
      <w:r w:rsidRPr="002B3119">
        <w:t>une mansarde s</w:t>
      </w:r>
      <w:r w:rsidR="00E4444A" w:rsidRPr="0099306C">
        <w:t>’</w:t>
      </w:r>
      <w:r w:rsidRPr="002B3119">
        <w:t>éclaira et s</w:t>
      </w:r>
      <w:r w:rsidR="00E4444A" w:rsidRPr="0099306C">
        <w:t>’</w:t>
      </w:r>
      <w:r w:rsidRPr="002B3119">
        <w:t>ouvrit</w:t>
      </w:r>
      <w:r w:rsidR="00E4444A" w:rsidRPr="0099306C">
        <w:t xml:space="preserve">. </w:t>
      </w:r>
      <w:r w:rsidRPr="002B3119">
        <w:t>Un domestique dema</w:t>
      </w:r>
      <w:r w:rsidRPr="002B3119">
        <w:t>n</w:t>
      </w:r>
      <w:r w:rsidRPr="002B3119">
        <w:t>da qui était là</w:t>
      </w:r>
      <w:r w:rsidR="00E4444A" w:rsidRPr="0099306C">
        <w:t xml:space="preserve">. </w:t>
      </w:r>
      <w:r w:rsidRPr="002B3119">
        <w:t>Puis la mansarde redevint obscure</w:t>
      </w:r>
      <w:r w:rsidR="00E4444A" w:rsidRPr="0099306C">
        <w:t xml:space="preserve">, </w:t>
      </w:r>
      <w:r w:rsidRPr="002B3119">
        <w:t xml:space="preserve">mais une </w:t>
      </w:r>
      <w:r w:rsidR="004151E8" w:rsidRPr="002B3119">
        <w:t>lumière</w:t>
      </w:r>
      <w:r w:rsidRPr="002B3119">
        <w:t xml:space="preserve"> mouvante traversa la cage d</w:t>
      </w:r>
      <w:r w:rsidR="00E4444A" w:rsidRPr="0099306C">
        <w:t>’</w:t>
      </w:r>
      <w:r w:rsidRPr="002B3119">
        <w:t>escalier</w:t>
      </w:r>
      <w:r w:rsidR="00E4444A" w:rsidRPr="0099306C">
        <w:t xml:space="preserve">. </w:t>
      </w:r>
      <w:r w:rsidRPr="002B3119">
        <w:t>Plusieurs m</w:t>
      </w:r>
      <w:r w:rsidRPr="002B3119">
        <w:t>i</w:t>
      </w:r>
      <w:r w:rsidRPr="002B3119">
        <w:t>nutes encore s</w:t>
      </w:r>
      <w:r w:rsidR="00E4444A" w:rsidRPr="0099306C">
        <w:t>’</w:t>
      </w:r>
      <w:r w:rsidRPr="002B3119">
        <w:t>écoulèrent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ombre du docteur parut enfin</w:t>
      </w:r>
      <w:r w:rsidR="00E4444A" w:rsidRPr="0099306C">
        <w:t xml:space="preserve">, </w:t>
      </w:r>
      <w:r w:rsidRPr="002B3119">
        <w:t>sur le perron</w:t>
      </w:r>
      <w:r w:rsidR="00E4444A" w:rsidRPr="0099306C">
        <w:t xml:space="preserve">, </w:t>
      </w:r>
      <w:r w:rsidRPr="002B3119">
        <w:t>dans le fond du jardin</w:t>
      </w:r>
      <w:r w:rsidR="00E4444A" w:rsidRPr="0099306C">
        <w:t xml:space="preserve">. </w:t>
      </w:r>
      <w:r w:rsidRPr="002B3119">
        <w:t>Le valet défit</w:t>
      </w:r>
      <w:r w:rsidR="00E4444A" w:rsidRPr="0099306C">
        <w:t xml:space="preserve">, </w:t>
      </w:r>
      <w:r w:rsidRPr="002B3119">
        <w:t>non sans peine</w:t>
      </w:r>
      <w:r w:rsidR="00E4444A" w:rsidRPr="0099306C">
        <w:t xml:space="preserve">, </w:t>
      </w:r>
      <w:r w:rsidRPr="002B3119">
        <w:t>la chaîne de la grille</w:t>
      </w:r>
      <w:r w:rsidR="00E4444A" w:rsidRPr="0099306C">
        <w:t xml:space="preserve">, </w:t>
      </w:r>
      <w:r w:rsidRPr="002B3119">
        <w:t>et le docteur</w:t>
      </w:r>
      <w:r w:rsidR="00E4444A" w:rsidRPr="0099306C">
        <w:t xml:space="preserve">, </w:t>
      </w:r>
      <w:r w:rsidRPr="002B3119">
        <w:t>boutonnant son pardessus</w:t>
      </w:r>
      <w:r w:rsidR="00E4444A" w:rsidRPr="0099306C">
        <w:t xml:space="preserve">, </w:t>
      </w:r>
      <w:r w:rsidRPr="002B3119">
        <w:t>me suivit</w:t>
      </w:r>
      <w:r w:rsidR="00E4444A" w:rsidRPr="0099306C">
        <w:t>.</w:t>
      </w:r>
    </w:p>
    <w:p w14:paraId="20E3E535" w14:textId="006EBCC1" w:rsidR="00E4444A" w:rsidRPr="0099306C" w:rsidRDefault="002B3119" w:rsidP="002B3119">
      <w:r w:rsidRPr="002B3119">
        <w:t>Affectueusement</w:t>
      </w:r>
      <w:r w:rsidR="00E4444A" w:rsidRPr="0099306C">
        <w:t xml:space="preserve">, </w:t>
      </w:r>
      <w:r w:rsidRPr="002B3119">
        <w:t>sans paraître contrarié d</w:t>
      </w:r>
      <w:r w:rsidR="00E4444A" w:rsidRPr="0099306C">
        <w:t>’</w:t>
      </w:r>
      <w:r w:rsidRPr="002B3119">
        <w:t>avoir été d</w:t>
      </w:r>
      <w:r w:rsidRPr="002B3119">
        <w:t>é</w:t>
      </w:r>
      <w:r w:rsidRPr="002B3119">
        <w:t>rangé à pareille heure</w:t>
      </w:r>
      <w:r w:rsidR="00E4444A" w:rsidRPr="0099306C">
        <w:t xml:space="preserve">, </w:t>
      </w:r>
      <w:r w:rsidRPr="002B3119">
        <w:t>il s</w:t>
      </w:r>
      <w:r w:rsidR="00E4444A" w:rsidRPr="0099306C">
        <w:t>’</w:t>
      </w:r>
      <w:r w:rsidRPr="002B3119">
        <w:t>assit près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la câlina</w:t>
      </w:r>
      <w:r w:rsidR="00E4444A" w:rsidRPr="0099306C">
        <w:t xml:space="preserve">, </w:t>
      </w:r>
      <w:r w:rsidRPr="002B3119">
        <w:t xml:space="preserve">lui tâta </w:t>
      </w:r>
      <w:r w:rsidRPr="002B3119">
        <w:lastRenderedPageBreak/>
        <w:t>le pouls</w:t>
      </w:r>
      <w:r w:rsidR="00E4444A" w:rsidRPr="0099306C">
        <w:t xml:space="preserve">, </w:t>
      </w:r>
      <w:r w:rsidRPr="002B3119">
        <w:t>puis regarda le graphique et rapprocha son o</w:t>
      </w:r>
      <w:r w:rsidRPr="002B3119">
        <w:t>b</w:t>
      </w:r>
      <w:r w:rsidRPr="002B3119">
        <w:t>servation des indications d</w:t>
      </w:r>
      <w:r w:rsidR="00E4444A" w:rsidRPr="0099306C">
        <w:t>’</w:t>
      </w:r>
      <w:r w:rsidR="001F5305" w:rsidRPr="002B3119">
        <w:t>Édith</w:t>
      </w:r>
      <w:r w:rsidR="00E4444A" w:rsidRPr="0099306C">
        <w:t xml:space="preserve">. </w:t>
      </w:r>
      <w:r w:rsidRPr="002B3119">
        <w:t>Il s</w:t>
      </w:r>
      <w:r w:rsidR="00E4444A" w:rsidRPr="0099306C">
        <w:t>’</w:t>
      </w:r>
      <w:r w:rsidRPr="002B3119">
        <w:t>informa de l</w:t>
      </w:r>
      <w:r w:rsidR="00E4444A" w:rsidRPr="0099306C">
        <w:t>’</w:t>
      </w:r>
      <w:r w:rsidRPr="002B3119">
        <w:t>heure de la dernière piqûre</w:t>
      </w:r>
      <w:r w:rsidR="00E4444A" w:rsidRPr="0099306C">
        <w:t xml:space="preserve">, </w:t>
      </w:r>
      <w:r w:rsidRPr="002B3119">
        <w:t>en fit une lui-même au petit bras léger comme du coton</w:t>
      </w:r>
      <w:r w:rsidR="00E4444A" w:rsidRPr="0099306C">
        <w:t xml:space="preserve">, </w:t>
      </w:r>
      <w:r w:rsidRPr="002B3119">
        <w:t>mais il donnait l</w:t>
      </w:r>
      <w:r w:rsidR="00E4444A" w:rsidRPr="0099306C">
        <w:t>’</w:t>
      </w:r>
      <w:r w:rsidRPr="002B3119">
        <w:t>impression d</w:t>
      </w:r>
      <w:r w:rsidR="00E4444A" w:rsidRPr="0099306C">
        <w:t>’</w:t>
      </w:r>
      <w:r w:rsidRPr="002B3119">
        <w:t>un homme qui n</w:t>
      </w:r>
      <w:r w:rsidR="00E4444A" w:rsidRPr="0099306C">
        <w:t>’</w:t>
      </w:r>
      <w:r w:rsidRPr="002B3119">
        <w:t>agit encore que par devoir</w:t>
      </w:r>
      <w:r w:rsidR="00E4444A" w:rsidRPr="0099306C">
        <w:t xml:space="preserve">, </w:t>
      </w:r>
      <w:r w:rsidRPr="002B3119">
        <w:t>et n</w:t>
      </w:r>
      <w:r w:rsidR="00E4444A" w:rsidRPr="0099306C">
        <w:t>’</w:t>
      </w:r>
      <w:r w:rsidRPr="002B3119">
        <w:t xml:space="preserve">attend plus </w:t>
      </w:r>
      <w:proofErr w:type="spellStart"/>
      <w:r w:rsidR="001F5305" w:rsidRPr="002B3119">
        <w:t>grand</w:t>
      </w:r>
      <w:r w:rsidR="001F5305">
        <w:t>’</w:t>
      </w:r>
      <w:r w:rsidRPr="002B3119">
        <w:t>chose</w:t>
      </w:r>
      <w:proofErr w:type="spellEnd"/>
      <w:r w:rsidRPr="002B3119">
        <w:t xml:space="preserve"> des interventions humaines</w:t>
      </w:r>
      <w:r w:rsidR="00E4444A" w:rsidRPr="0099306C">
        <w:t>.</w:t>
      </w:r>
    </w:p>
    <w:p w14:paraId="61DCD893" w14:textId="77777777" w:rsidR="00E4444A" w:rsidRPr="0099306C" w:rsidRDefault="002B3119" w:rsidP="002B3119">
      <w:r w:rsidRPr="002B3119">
        <w:t>Quand je l</w:t>
      </w:r>
      <w:r w:rsidR="00E4444A" w:rsidRPr="0099306C">
        <w:t>’</w:t>
      </w:r>
      <w:r w:rsidRPr="002B3119">
        <w:t>eus quitté sur la porte d</w:t>
      </w:r>
      <w:r w:rsidR="00E4444A" w:rsidRPr="0099306C">
        <w:t>’</w:t>
      </w:r>
      <w:r w:rsidRPr="002B3119">
        <w:t>entrée</w:t>
      </w:r>
      <w:r w:rsidR="00E4444A" w:rsidRPr="0099306C">
        <w:t xml:space="preserve">, </w:t>
      </w:r>
      <w:r w:rsidRPr="002B3119">
        <w:t>je compris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 paquets encombraient le guéridon du vestibule</w:t>
      </w:r>
      <w:r w:rsidR="00E4444A" w:rsidRPr="0099306C">
        <w:t xml:space="preserve">. </w:t>
      </w:r>
      <w:r w:rsidRPr="002B3119">
        <w:t>Des cartes étaient réunies dans un plateau</w:t>
      </w:r>
      <w:r w:rsidR="00E4444A" w:rsidRPr="0099306C">
        <w:t xml:space="preserve">. </w:t>
      </w:r>
      <w:r w:rsidRPr="002B3119">
        <w:t>Oui</w:t>
      </w:r>
      <w:r w:rsidR="00E4444A" w:rsidRPr="0099306C">
        <w:t xml:space="preserve">, </w:t>
      </w:r>
      <w:r w:rsidRPr="002B3119">
        <w:t>les sanglots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autre matin</w:t>
      </w:r>
      <w:r w:rsidR="00E4444A" w:rsidRPr="0099306C">
        <w:t xml:space="preserve">, </w:t>
      </w:r>
      <w:r w:rsidRPr="002B3119">
        <w:t>de Marie-Anne</w:t>
      </w:r>
      <w:r w:rsidR="00E4444A" w:rsidRPr="0099306C">
        <w:t xml:space="preserve">, </w:t>
      </w:r>
      <w:r w:rsidRPr="002B3119">
        <w:t>la visite du pasteur</w:t>
      </w:r>
      <w:r w:rsidR="00E4444A" w:rsidRPr="0099306C">
        <w:t xml:space="preserve">, </w:t>
      </w:r>
      <w:r w:rsidRPr="002B3119">
        <w:t>ces lettres</w:t>
      </w:r>
      <w:r w:rsidR="00E4444A" w:rsidRPr="0099306C">
        <w:t xml:space="preserve">, </w:t>
      </w:r>
      <w:r w:rsidRPr="002B3119">
        <w:t>ces jouets</w:t>
      </w:r>
      <w:r w:rsidR="00E4444A" w:rsidRPr="0099306C">
        <w:t xml:space="preserve">, </w:t>
      </w:r>
      <w:r w:rsidRPr="002B3119">
        <w:t>toutes ces venues d</w:t>
      </w:r>
      <w:r w:rsidR="00E4444A" w:rsidRPr="0099306C">
        <w:t>’</w:t>
      </w:r>
      <w:r w:rsidRPr="002B3119">
        <w:t>amis qui demandaient des nouvelles</w:t>
      </w:r>
      <w:r w:rsidR="00E4444A" w:rsidRPr="0099306C">
        <w:t xml:space="preserve">, </w:t>
      </w:r>
      <w:r w:rsidRPr="002B3119">
        <w:t>tout s</w:t>
      </w:r>
      <w:r w:rsidR="00E4444A" w:rsidRPr="0099306C">
        <w:t>’</w:t>
      </w:r>
      <w:r w:rsidRPr="002B3119">
        <w:t>expliquait maintenant</w:t>
      </w:r>
      <w:r w:rsidR="00E4444A" w:rsidRPr="0099306C">
        <w:t xml:space="preserve">. </w:t>
      </w:r>
      <w:r w:rsidRPr="002B3119">
        <w:t>Fou que j</w:t>
      </w:r>
      <w:r w:rsidR="00E4444A" w:rsidRPr="0099306C">
        <w:t>’</w:t>
      </w:r>
      <w:r w:rsidRPr="002B3119">
        <w:t>étais avec ma stupide espérance</w:t>
      </w:r>
      <w:r w:rsidR="00E4444A" w:rsidRPr="0099306C">
        <w:t xml:space="preserve"> ! </w:t>
      </w:r>
      <w:r w:rsidRPr="002B3119">
        <w:t>Tous savaient</w:t>
      </w:r>
      <w:r w:rsidR="00E4444A" w:rsidRPr="0099306C">
        <w:t xml:space="preserve">, </w:t>
      </w:r>
      <w:r w:rsidRPr="002B3119">
        <w:t>depuis plusieurs jours</w:t>
      </w:r>
      <w:r w:rsidR="00E4444A" w:rsidRPr="0099306C">
        <w:t xml:space="preserve">, </w:t>
      </w:r>
      <w:r w:rsidRPr="002B3119">
        <w:t>ce qu</w:t>
      </w:r>
      <w:r w:rsidR="00E4444A" w:rsidRPr="0099306C">
        <w:t>’</w:t>
      </w:r>
      <w:r w:rsidRPr="002B3119">
        <w:t>ignorait mon seul aveuglement</w:t>
      </w:r>
      <w:r w:rsidR="00E4444A" w:rsidRPr="0099306C">
        <w:t>.</w:t>
      </w:r>
    </w:p>
    <w:p w14:paraId="706D73B0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pour la première fois</w:t>
      </w:r>
      <w:r w:rsidR="00E4444A" w:rsidRPr="0099306C">
        <w:t xml:space="preserve">, </w:t>
      </w:r>
      <w:r w:rsidRPr="002B3119">
        <w:t>je pris nettement conscience de l</w:t>
      </w:r>
      <w:r w:rsidR="00E4444A" w:rsidRPr="0099306C">
        <w:t>’</w:t>
      </w:r>
      <w:r w:rsidRPr="002B3119">
        <w:t>horrible possibilité</w:t>
      </w:r>
      <w:r w:rsidR="00E4444A" w:rsidRPr="0099306C">
        <w:t>.</w:t>
      </w:r>
    </w:p>
    <w:p w14:paraId="31FC238B" w14:textId="77777777" w:rsidR="00B4016A" w:rsidRPr="0099306C" w:rsidRDefault="002B3119" w:rsidP="00E4444A">
      <w:pPr>
        <w:pStyle w:val="Titre2"/>
      </w:pPr>
      <w:bookmarkStart w:id="43" w:name="_qnulydrwbct1" w:colFirst="0" w:colLast="0"/>
      <w:bookmarkStart w:id="44" w:name="_Toc197514978"/>
      <w:bookmarkEnd w:id="43"/>
      <w:r w:rsidRPr="002B3119">
        <w:lastRenderedPageBreak/>
        <w:t>I</w:t>
      </w:r>
      <w:r w:rsidR="00B4016A" w:rsidRPr="0099306C">
        <w:t>V</w:t>
      </w:r>
      <w:bookmarkEnd w:id="44"/>
    </w:p>
    <w:p w14:paraId="30EC6809" w14:textId="3428C821" w:rsidR="00E4444A" w:rsidRPr="0099306C" w:rsidRDefault="002B3119" w:rsidP="002B3119">
      <w:r w:rsidRPr="002B3119">
        <w:t>Le pouls faiblit</w:t>
      </w:r>
      <w:r w:rsidR="00E4444A" w:rsidRPr="0099306C">
        <w:t xml:space="preserve">, </w:t>
      </w:r>
      <w:r w:rsidRPr="002B3119">
        <w:t>faiblit</w:t>
      </w:r>
      <w:r w:rsidR="00E4444A" w:rsidRPr="0099306C">
        <w:t xml:space="preserve">… </w:t>
      </w:r>
      <w:r w:rsidRPr="002B3119">
        <w:t>Trois semaines</w:t>
      </w:r>
      <w:r w:rsidR="001F5305">
        <w:t>,</w:t>
      </w:r>
      <w:r w:rsidR="001F5305" w:rsidRPr="0099306C">
        <w:t xml:space="preserve"> </w:t>
      </w:r>
      <w:r w:rsidRPr="002B3119">
        <w:t>le petit c</w:t>
      </w:r>
      <w:r w:rsidR="00E4444A" w:rsidRPr="0099306C">
        <w:t>œ</w:t>
      </w:r>
      <w:r w:rsidRPr="002B3119">
        <w:t>ur a vaillamment lutté</w:t>
      </w:r>
      <w:r w:rsidR="00E4444A" w:rsidRPr="0099306C">
        <w:t xml:space="preserve">. </w:t>
      </w:r>
      <w:r w:rsidRPr="002B3119">
        <w:t>Maintenant</w:t>
      </w:r>
      <w:r w:rsidR="00E4444A" w:rsidRPr="0099306C">
        <w:t xml:space="preserve">, </w:t>
      </w:r>
      <w:r w:rsidRPr="002B3119">
        <w:t>il est à bout de forces</w:t>
      </w:r>
      <w:r w:rsidR="00E4444A" w:rsidRPr="0099306C">
        <w:t xml:space="preserve">. </w:t>
      </w:r>
      <w:r w:rsidRPr="002B3119">
        <w:t>Il ne peut plus</w:t>
      </w:r>
      <w:r w:rsidR="00E4444A" w:rsidRPr="0099306C">
        <w:t>.</w:t>
      </w:r>
    </w:p>
    <w:p w14:paraId="785FE141" w14:textId="77777777" w:rsidR="00E4444A" w:rsidRPr="0099306C" w:rsidRDefault="002B3119" w:rsidP="002B3119">
      <w:r w:rsidRPr="002B3119">
        <w:t>Cette nuit</w:t>
      </w:r>
      <w:r w:rsidR="00E4444A" w:rsidRPr="0099306C">
        <w:t xml:space="preserve">, </w:t>
      </w:r>
      <w:r w:rsidRPr="002B3119">
        <w:t>nous sommes plusieurs personnes rasse</w:t>
      </w:r>
      <w:r w:rsidRPr="002B3119">
        <w:t>m</w:t>
      </w:r>
      <w:r w:rsidRPr="002B3119">
        <w:t>blées</w:t>
      </w:r>
      <w:r w:rsidR="00E4444A" w:rsidRPr="0099306C">
        <w:t xml:space="preserve">, </w:t>
      </w:r>
      <w:r w:rsidRPr="002B3119">
        <w:t>bien tard</w:t>
      </w:r>
      <w:r w:rsidR="00E4444A" w:rsidRPr="0099306C">
        <w:t xml:space="preserve">, </w:t>
      </w:r>
      <w:r w:rsidRPr="002B3119">
        <w:t>au chevet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Sur le seuil de ma porte qu</w:t>
      </w:r>
      <w:r w:rsidR="00E4444A" w:rsidRPr="0099306C">
        <w:t>’</w:t>
      </w:r>
      <w:r w:rsidRPr="002B3119">
        <w:t>on n</w:t>
      </w:r>
      <w:r w:rsidR="00E4444A" w:rsidRPr="0099306C">
        <w:t>’</w:t>
      </w:r>
      <w:r w:rsidRPr="002B3119">
        <w:t>a pas refermée</w:t>
      </w:r>
      <w:r w:rsidR="00E4444A" w:rsidRPr="0099306C">
        <w:t xml:space="preserve">, </w:t>
      </w:r>
      <w:r w:rsidRPr="002B3119">
        <w:t>laissant communiquer les deux chambres</w:t>
      </w:r>
      <w:r w:rsidR="00E4444A" w:rsidRPr="0099306C">
        <w:t xml:space="preserve">, </w:t>
      </w:r>
      <w:r w:rsidRPr="002B3119">
        <w:t>Marie-Anne fait des apparitions</w:t>
      </w:r>
      <w:r w:rsidR="00E4444A" w:rsidRPr="0099306C">
        <w:t xml:space="preserve">. </w:t>
      </w:r>
      <w:r w:rsidRPr="002B3119">
        <w:t>Le docteur</w:t>
      </w:r>
      <w:r w:rsidR="00E4444A" w:rsidRPr="0099306C">
        <w:t xml:space="preserve">, </w:t>
      </w:r>
      <w:r w:rsidRPr="002B3119">
        <w:t>qui n</w:t>
      </w:r>
      <w:r w:rsidR="00E4444A" w:rsidRPr="0099306C">
        <w:t>’</w:t>
      </w:r>
      <w:r w:rsidRPr="002B3119">
        <w:t>a pas attendu que j</w:t>
      </w:r>
      <w:r w:rsidR="00E4444A" w:rsidRPr="0099306C">
        <w:t>’</w:t>
      </w:r>
      <w:r w:rsidRPr="002B3119">
        <w:t>aille l</w:t>
      </w:r>
      <w:r w:rsidR="00E4444A" w:rsidRPr="0099306C">
        <w:t>’</w:t>
      </w:r>
      <w:r w:rsidRPr="002B3119">
        <w:t>appeler</w:t>
      </w:r>
      <w:r w:rsidR="00E4444A" w:rsidRPr="0099306C">
        <w:t xml:space="preserve">, </w:t>
      </w:r>
      <w:r w:rsidRPr="002B3119">
        <w:t>a ramené son confrère avec lui</w:t>
      </w:r>
      <w:r w:rsidR="00E4444A" w:rsidRPr="0099306C">
        <w:t>.</w:t>
      </w:r>
    </w:p>
    <w:p w14:paraId="11517F77" w14:textId="77777777" w:rsidR="00E4444A" w:rsidRPr="0099306C" w:rsidRDefault="002B3119" w:rsidP="002B3119">
      <w:r w:rsidRPr="002B3119">
        <w:t>La garde est là</w:t>
      </w:r>
      <w:r w:rsidR="00E4444A" w:rsidRPr="0099306C">
        <w:t xml:space="preserve">, </w:t>
      </w:r>
      <w:r w:rsidRPr="002B3119">
        <w:t>bien lasse</w:t>
      </w:r>
      <w:r w:rsidR="00E4444A" w:rsidRPr="0099306C">
        <w:t xml:space="preserve">, </w:t>
      </w:r>
      <w:r w:rsidRPr="002B3119">
        <w:t>les traits tirés</w:t>
      </w:r>
      <w:r w:rsidR="00E4444A" w:rsidRPr="0099306C">
        <w:t xml:space="preserve">. </w:t>
      </w:r>
      <w:r w:rsidRPr="002B3119">
        <w:t>Et je suis</w:t>
      </w:r>
      <w:r w:rsidR="00E4444A" w:rsidRPr="0099306C">
        <w:t xml:space="preserve">, </w:t>
      </w:r>
      <w:r w:rsidRPr="002B3119">
        <w:t>moi aussi</w:t>
      </w:r>
      <w:r w:rsidR="00E4444A" w:rsidRPr="0099306C">
        <w:t xml:space="preserve">, </w:t>
      </w:r>
      <w:r w:rsidRPr="002B3119">
        <w:t>dans la chambre d</w:t>
      </w:r>
      <w:r w:rsidR="00E4444A" w:rsidRPr="0099306C">
        <w:t>’</w:t>
      </w:r>
      <w:r w:rsidRPr="002B3119">
        <w:t>Yvette qu</w:t>
      </w:r>
      <w:r w:rsidR="00E4444A" w:rsidRPr="0099306C">
        <w:t>’</w:t>
      </w:r>
      <w:r w:rsidRPr="002B3119">
        <w:t>on n</w:t>
      </w:r>
      <w:r w:rsidR="00E4444A" w:rsidRPr="0099306C">
        <w:t>’</w:t>
      </w:r>
      <w:r w:rsidRPr="002B3119">
        <w:t>a pas l</w:t>
      </w:r>
      <w:r w:rsidR="00E4444A" w:rsidRPr="0099306C">
        <w:t>’</w:t>
      </w:r>
      <w:r w:rsidRPr="002B3119">
        <w:t>idée de m</w:t>
      </w:r>
      <w:r w:rsidR="00E4444A" w:rsidRPr="0099306C">
        <w:t>’</w:t>
      </w:r>
      <w:r w:rsidRPr="002B3119">
        <w:t>interdire</w:t>
      </w:r>
      <w:r w:rsidR="00E768AD" w:rsidRPr="0099306C">
        <w:t xml:space="preserve"> </w:t>
      </w:r>
      <w:r w:rsidRPr="002B3119">
        <w:t>cette fois</w:t>
      </w:r>
      <w:r w:rsidR="00E4444A" w:rsidRPr="0099306C">
        <w:t>.</w:t>
      </w:r>
    </w:p>
    <w:p w14:paraId="7E93ADA7" w14:textId="77777777" w:rsidR="00E4444A" w:rsidRPr="0099306C" w:rsidRDefault="002B3119" w:rsidP="002B3119">
      <w:r w:rsidRPr="002B3119">
        <w:t>Yvette</w:t>
      </w:r>
      <w:r w:rsidR="00E4444A" w:rsidRPr="0099306C">
        <w:t xml:space="preserve">, </w:t>
      </w:r>
      <w:r w:rsidRPr="002B3119">
        <w:t>très calme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 presque pas de fièvre</w:t>
      </w:r>
      <w:r w:rsidR="00E4444A" w:rsidRPr="0099306C">
        <w:t xml:space="preserve">. </w:t>
      </w:r>
      <w:r w:rsidRPr="002B3119">
        <w:t>Elle a un peu joué</w:t>
      </w:r>
      <w:r w:rsidR="00E4444A" w:rsidRPr="0099306C">
        <w:t xml:space="preserve">, </w:t>
      </w:r>
      <w:r w:rsidRPr="002B3119">
        <w:t>cet après-midi</w:t>
      </w:r>
      <w:r w:rsidR="00E4444A" w:rsidRPr="0099306C">
        <w:t xml:space="preserve">, </w:t>
      </w:r>
      <w:r w:rsidRPr="002B3119">
        <w:t>avec une poupée neuve que je lui ai tout de même donnée</w:t>
      </w:r>
      <w:r w:rsidR="00E4444A" w:rsidRPr="0099306C">
        <w:t xml:space="preserve">, </w:t>
      </w:r>
      <w:r w:rsidRPr="002B3119">
        <w:t>tellement je la trouvais jolie</w:t>
      </w:r>
      <w:r w:rsidR="00E4444A" w:rsidRPr="0099306C">
        <w:t xml:space="preserve">, </w:t>
      </w:r>
      <w:r w:rsidRPr="002B3119">
        <w:t>et qu</w:t>
      </w:r>
      <w:r w:rsidR="00E4444A" w:rsidRPr="0099306C">
        <w:t>’</w:t>
      </w:r>
      <w:r w:rsidRPr="002B3119">
        <w:t>elle a encore près d</w:t>
      </w:r>
      <w:r w:rsidR="00E4444A" w:rsidRPr="0099306C">
        <w:t>’</w:t>
      </w:r>
      <w:r w:rsidRPr="002B3119">
        <w:t>elle sur son oreiller</w:t>
      </w:r>
      <w:r w:rsidR="00E4444A" w:rsidRPr="0099306C">
        <w:t xml:space="preserve">. </w:t>
      </w:r>
      <w:r w:rsidRPr="002B3119">
        <w:t>Mais comme sa figure est pâle parmi ses boucles d</w:t>
      </w:r>
      <w:r w:rsidR="00E4444A" w:rsidRPr="0099306C">
        <w:t>’</w:t>
      </w:r>
      <w:r w:rsidRPr="002B3119">
        <w:t>or</w:t>
      </w:r>
      <w:r w:rsidR="00E4444A" w:rsidRPr="0099306C">
        <w:t xml:space="preserve"> ! </w:t>
      </w:r>
      <w:r w:rsidRPr="002B3119">
        <w:t>Pensivement</w:t>
      </w:r>
      <w:r w:rsidR="00E4444A" w:rsidRPr="0099306C">
        <w:t xml:space="preserve">, </w:t>
      </w:r>
      <w:r w:rsidRPr="002B3119">
        <w:t xml:space="preserve">elle nous suit </w:t>
      </w:r>
      <w:r w:rsidR="001F5305">
        <w:t xml:space="preserve">des </w:t>
      </w:r>
      <w:r w:rsidRPr="002B3119">
        <w:t>yeux</w:t>
      </w:r>
      <w:r w:rsidR="00E4444A" w:rsidRPr="0099306C">
        <w:t xml:space="preserve">. </w:t>
      </w:r>
      <w:r w:rsidRPr="002B3119">
        <w:t>Pourquoi tout ce monde</w:t>
      </w:r>
      <w:r w:rsidR="00E4444A" w:rsidRPr="0099306C">
        <w:t xml:space="preserve">, </w:t>
      </w:r>
      <w:r w:rsidRPr="002B3119">
        <w:t>à cette heure étrange</w:t>
      </w:r>
      <w:r w:rsidR="00E4444A" w:rsidRPr="0099306C">
        <w:t xml:space="preserve">, </w:t>
      </w:r>
      <w:r w:rsidRPr="002B3119">
        <w:t>autour de son petit lit</w:t>
      </w:r>
      <w:r w:rsidR="00E4444A" w:rsidRPr="0099306C">
        <w:t> ?</w:t>
      </w:r>
    </w:p>
    <w:p w14:paraId="0279CD11" w14:textId="77777777" w:rsidR="00E4444A" w:rsidRPr="0099306C" w:rsidRDefault="002B3119" w:rsidP="002B3119">
      <w:r w:rsidRPr="002B3119">
        <w:t>Le docteur brise une ampoule</w:t>
      </w:r>
      <w:r w:rsidR="00E4444A" w:rsidRPr="0099306C">
        <w:t xml:space="preserve">, </w:t>
      </w:r>
      <w:r w:rsidRPr="002B3119">
        <w:t>remplace un moment sur sa chaise la garde assise auprès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Il tente une no</w:t>
      </w:r>
      <w:r w:rsidRPr="002B3119">
        <w:t>u</w:t>
      </w:r>
      <w:r w:rsidRPr="002B3119">
        <w:t>velle piqûre</w:t>
      </w:r>
      <w:r w:rsidR="00E4444A" w:rsidRPr="0099306C">
        <w:t xml:space="preserve">. </w:t>
      </w:r>
      <w:r w:rsidRPr="002B3119">
        <w:t>Yvette laisse aller son poignet</w:t>
      </w:r>
      <w:r w:rsidR="00E4444A" w:rsidRPr="0099306C">
        <w:t xml:space="preserve">. </w:t>
      </w:r>
      <w:r w:rsidRPr="002B3119">
        <w:t>La petite do</w:t>
      </w:r>
      <w:r w:rsidRPr="002B3119">
        <w:t>u</w:t>
      </w:r>
      <w:r w:rsidRPr="002B3119">
        <w:t>leur ne l</w:t>
      </w:r>
      <w:r w:rsidR="00E4444A" w:rsidRPr="0099306C">
        <w:t>’</w:t>
      </w:r>
      <w:r w:rsidRPr="002B3119">
        <w:t>atteint plus</w:t>
      </w:r>
      <w:r w:rsidR="00E4444A" w:rsidRPr="0099306C">
        <w:t>.</w:t>
      </w:r>
    </w:p>
    <w:p w14:paraId="15BCC026" w14:textId="77777777" w:rsidR="00E4444A" w:rsidRPr="0099306C" w:rsidRDefault="002B3119" w:rsidP="002B3119">
      <w:r w:rsidRPr="002B3119">
        <w:t>Et le docteur continue d</w:t>
      </w:r>
      <w:r w:rsidR="00E4444A" w:rsidRPr="0099306C">
        <w:t>’</w:t>
      </w:r>
      <w:r w:rsidRPr="002B3119">
        <w:t>observer</w:t>
      </w:r>
      <w:r w:rsidR="00E4444A" w:rsidRPr="0099306C">
        <w:t xml:space="preserve">. </w:t>
      </w:r>
      <w:r w:rsidRPr="002B3119">
        <w:t>Le pouls faiblit e</w:t>
      </w:r>
      <w:r w:rsidRPr="002B3119">
        <w:t>n</w:t>
      </w:r>
      <w:r w:rsidRPr="002B3119">
        <w:t>core</w:t>
      </w:r>
      <w:r w:rsidR="00E4444A" w:rsidRPr="0099306C">
        <w:t xml:space="preserve">. </w:t>
      </w:r>
      <w:r w:rsidRPr="002B3119">
        <w:t>La piqûre n</w:t>
      </w:r>
      <w:r w:rsidR="00E4444A" w:rsidRPr="0099306C">
        <w:t>’</w:t>
      </w:r>
      <w:r w:rsidRPr="002B3119">
        <w:t>a pas produit d</w:t>
      </w:r>
      <w:r w:rsidR="00E4444A" w:rsidRPr="0099306C">
        <w:t>’</w:t>
      </w:r>
      <w:r w:rsidRPr="002B3119">
        <w:t>effet</w:t>
      </w:r>
      <w:r w:rsidR="00E4444A" w:rsidRPr="0099306C">
        <w:t xml:space="preserve">. </w:t>
      </w:r>
      <w:r w:rsidRPr="002B3119">
        <w:t>La science des hommes ne peut plus rien dorénavant</w:t>
      </w:r>
      <w:r w:rsidR="00E4444A" w:rsidRPr="0099306C">
        <w:t>.</w:t>
      </w:r>
    </w:p>
    <w:p w14:paraId="0524236A" w14:textId="77777777" w:rsidR="00E4444A" w:rsidRPr="0099306C" w:rsidRDefault="002B3119" w:rsidP="002B3119">
      <w:r w:rsidRPr="002B3119">
        <w:lastRenderedPageBreak/>
        <w:t>Que faire</w:t>
      </w:r>
      <w:r w:rsidR="00E4444A" w:rsidRPr="0099306C">
        <w:t xml:space="preserve"> ? </w:t>
      </w:r>
      <w:r w:rsidRPr="002B3119">
        <w:t>Je ne tiens plus en place</w:t>
      </w:r>
      <w:r w:rsidR="00E4444A" w:rsidRPr="0099306C">
        <w:t xml:space="preserve">, </w:t>
      </w:r>
      <w:r w:rsidRPr="002B3119">
        <w:t>avec ce même se</w:t>
      </w:r>
      <w:r w:rsidRPr="002B3119">
        <w:t>n</w:t>
      </w:r>
      <w:r w:rsidRPr="002B3119">
        <w:t>timent de mon impuissance que j</w:t>
      </w:r>
      <w:r w:rsidR="00E4444A" w:rsidRPr="0099306C">
        <w:t>’</w:t>
      </w:r>
      <w:r w:rsidRPr="002B3119">
        <w:t>eus la nuit de la naissance d</w:t>
      </w:r>
      <w:r w:rsidR="00E4444A" w:rsidRPr="0099306C">
        <w:t>’</w:t>
      </w:r>
      <w:r w:rsidRPr="002B3119">
        <w:t>Yvette</w:t>
      </w:r>
      <w:r w:rsidR="00E4444A" w:rsidRPr="0099306C">
        <w:t>.</w:t>
      </w:r>
    </w:p>
    <w:p w14:paraId="566F4710" w14:textId="77777777" w:rsidR="00E4444A" w:rsidRPr="0099306C" w:rsidRDefault="002B3119" w:rsidP="002B3119">
      <w:r w:rsidRPr="002B3119">
        <w:t>Et je m</w:t>
      </w:r>
      <w:r w:rsidR="00E4444A" w:rsidRPr="0099306C">
        <w:t>’</w:t>
      </w:r>
      <w:r w:rsidRPr="002B3119">
        <w:t>affale dans la chambre à côté</w:t>
      </w:r>
      <w:r w:rsidR="00E4444A" w:rsidRPr="0099306C">
        <w:t>.</w:t>
      </w:r>
    </w:p>
    <w:p w14:paraId="06061B70" w14:textId="77777777" w:rsidR="00E4444A" w:rsidRPr="0099306C" w:rsidRDefault="00E4444A" w:rsidP="002B3119">
      <w:r w:rsidRPr="0099306C">
        <w:t>— </w:t>
      </w:r>
      <w:r w:rsidR="002B3119" w:rsidRPr="002B3119">
        <w:t>Mon Dieu</w:t>
      </w:r>
      <w:r w:rsidRPr="0099306C">
        <w:t xml:space="preserve"> ! </w:t>
      </w:r>
      <w:r w:rsidR="002B3119" w:rsidRPr="002B3119">
        <w:t>mon Dieu</w:t>
      </w:r>
      <w:r w:rsidRPr="0099306C">
        <w:t xml:space="preserve"> ! </w:t>
      </w:r>
      <w:r w:rsidR="002B3119" w:rsidRPr="002B3119">
        <w:t xml:space="preserve">toi qui ressuscitas la fille de </w:t>
      </w:r>
      <w:proofErr w:type="spellStart"/>
      <w:r w:rsidR="002B3119" w:rsidRPr="002B3119">
        <w:t>Jaïrus</w:t>
      </w:r>
      <w:proofErr w:type="spellEnd"/>
      <w:r w:rsidRPr="0099306C">
        <w:t xml:space="preserve">, </w:t>
      </w:r>
      <w:r w:rsidR="002B3119" w:rsidRPr="002B3119">
        <w:t>qui rendis son fils à la veuve de Naïm</w:t>
      </w:r>
      <w:r w:rsidRPr="0099306C">
        <w:t xml:space="preserve">, </w:t>
      </w:r>
      <w:r w:rsidR="002B3119" w:rsidRPr="002B3119">
        <w:t>tu peux sauver mon enfant</w:t>
      </w:r>
      <w:r w:rsidRPr="0099306C">
        <w:t xml:space="preserve">. </w:t>
      </w:r>
      <w:r w:rsidR="002B3119" w:rsidRPr="002B3119">
        <w:t>Je le sais</w:t>
      </w:r>
      <w:r w:rsidRPr="0099306C">
        <w:t xml:space="preserve">, </w:t>
      </w:r>
      <w:r w:rsidR="002B3119" w:rsidRPr="002B3119">
        <w:t>je t</w:t>
      </w:r>
      <w:r w:rsidRPr="0099306C">
        <w:t>’</w:t>
      </w:r>
      <w:r w:rsidR="002B3119" w:rsidRPr="002B3119">
        <w:t>implore en dernière ressource</w:t>
      </w:r>
      <w:r w:rsidRPr="0099306C">
        <w:t xml:space="preserve">, </w:t>
      </w:r>
      <w:r w:rsidR="002B3119" w:rsidRPr="002B3119">
        <w:t>et ce n</w:t>
      </w:r>
      <w:r w:rsidRPr="0099306C">
        <w:t>’</w:t>
      </w:r>
      <w:r w:rsidR="002B3119" w:rsidRPr="002B3119">
        <w:t>est que lorsque tout me manque que l</w:t>
      </w:r>
      <w:r w:rsidRPr="0099306C">
        <w:t>’</w:t>
      </w:r>
      <w:r w:rsidR="002B3119" w:rsidRPr="002B3119">
        <w:t>idée me vient de t</w:t>
      </w:r>
      <w:r w:rsidRPr="0099306C">
        <w:t>’</w:t>
      </w:r>
      <w:r w:rsidR="002B3119" w:rsidRPr="002B3119">
        <w:t>implorer</w:t>
      </w:r>
      <w:r w:rsidRPr="0099306C">
        <w:t xml:space="preserve">. </w:t>
      </w:r>
      <w:r w:rsidR="002B3119" w:rsidRPr="002B3119">
        <w:t>Mais c</w:t>
      </w:r>
      <w:r w:rsidRPr="0099306C">
        <w:t>’</w:t>
      </w:r>
      <w:r w:rsidR="002B3119" w:rsidRPr="002B3119">
        <w:t>est de toi seul que j</w:t>
      </w:r>
      <w:r w:rsidRPr="0099306C">
        <w:t>’</w:t>
      </w:r>
      <w:r w:rsidR="002B3119" w:rsidRPr="002B3119">
        <w:t>attends le secours maintenant</w:t>
      </w:r>
      <w:r w:rsidRPr="0099306C">
        <w:t xml:space="preserve">. </w:t>
      </w:r>
      <w:r w:rsidR="002B3119" w:rsidRPr="002B3119">
        <w:t>La douleur nous fut bonne peut-être</w:t>
      </w:r>
      <w:r w:rsidRPr="0099306C">
        <w:t xml:space="preserve">, </w:t>
      </w:r>
      <w:r w:rsidR="002B3119" w:rsidRPr="002B3119">
        <w:t>mais</w:t>
      </w:r>
      <w:r w:rsidRPr="0099306C">
        <w:t xml:space="preserve">, </w:t>
      </w:r>
      <w:r w:rsidR="002B3119" w:rsidRPr="002B3119">
        <w:t>tu le vois</w:t>
      </w:r>
      <w:r w:rsidRPr="0099306C">
        <w:t xml:space="preserve">, </w:t>
      </w:r>
      <w:r w:rsidR="002B3119" w:rsidRPr="002B3119">
        <w:t>l</w:t>
      </w:r>
      <w:r w:rsidRPr="0099306C">
        <w:t>’</w:t>
      </w:r>
      <w:r w:rsidR="002B3119" w:rsidRPr="002B3119">
        <w:t>épreuve est suffisante</w:t>
      </w:r>
      <w:r w:rsidRPr="0099306C">
        <w:t xml:space="preserve">. </w:t>
      </w:r>
      <w:r w:rsidR="002B3119" w:rsidRPr="002B3119">
        <w:t>Fais un miracle non pour moi</w:t>
      </w:r>
      <w:r w:rsidRPr="0099306C">
        <w:t xml:space="preserve">, </w:t>
      </w:r>
      <w:r w:rsidR="002B3119" w:rsidRPr="002B3119">
        <w:t>mais pour Yvette</w:t>
      </w:r>
      <w:r w:rsidRPr="0099306C">
        <w:t xml:space="preserve">. </w:t>
      </w:r>
      <w:r w:rsidR="002B3119" w:rsidRPr="002B3119">
        <w:t>C</w:t>
      </w:r>
      <w:r w:rsidRPr="0099306C">
        <w:t>’</w:t>
      </w:r>
      <w:r w:rsidR="002B3119" w:rsidRPr="002B3119">
        <w:t>est un homme vaincu qui te supplie à présent</w:t>
      </w:r>
      <w:r w:rsidRPr="0099306C">
        <w:t xml:space="preserve">. </w:t>
      </w:r>
      <w:r w:rsidR="002B3119" w:rsidRPr="002B3119">
        <w:t>Garde-la</w:t>
      </w:r>
      <w:r w:rsidRPr="0099306C">
        <w:t xml:space="preserve">, </w:t>
      </w:r>
      <w:r w:rsidR="002B3119" w:rsidRPr="002B3119">
        <w:t>elle est sans tache</w:t>
      </w:r>
      <w:r w:rsidRPr="0099306C">
        <w:t xml:space="preserve">. </w:t>
      </w:r>
      <w:r w:rsidR="002B3119" w:rsidRPr="002B3119">
        <w:t>Mais hâte-toi</w:t>
      </w:r>
      <w:r w:rsidRPr="0099306C">
        <w:t xml:space="preserve">, </w:t>
      </w:r>
      <w:r w:rsidR="002B3119" w:rsidRPr="002B3119">
        <w:t>mon Dieu</w:t>
      </w:r>
      <w:r w:rsidRPr="0099306C">
        <w:t xml:space="preserve"> ! </w:t>
      </w:r>
      <w:r w:rsidR="002B3119" w:rsidRPr="002B3119">
        <w:t>hâte-toi</w:t>
      </w:r>
      <w:r w:rsidRPr="0099306C">
        <w:t xml:space="preserve">. </w:t>
      </w:r>
      <w:r w:rsidR="002B3119" w:rsidRPr="002B3119">
        <w:t>Si tu ne veux faire un miracle</w:t>
      </w:r>
      <w:r w:rsidRPr="0099306C">
        <w:t xml:space="preserve">, </w:t>
      </w:r>
      <w:r w:rsidR="002B3119" w:rsidRPr="002B3119">
        <w:t>accorde au moins un léger mieux qui demain se développera lentement</w:t>
      </w:r>
      <w:r w:rsidRPr="0099306C">
        <w:t>.</w:t>
      </w:r>
    </w:p>
    <w:p w14:paraId="33575D5F" w14:textId="77777777" w:rsidR="00E4444A" w:rsidRPr="0099306C" w:rsidRDefault="002B3119" w:rsidP="002B3119">
      <w:r w:rsidRPr="002B3119">
        <w:t>Mais Yvette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ayant cherché des yeux</w:t>
      </w:r>
      <w:r w:rsidR="00E4444A" w:rsidRPr="0099306C">
        <w:t xml:space="preserve">, </w:t>
      </w:r>
      <w:r w:rsidRPr="002B3119">
        <w:t>me rappela dans un murmure</w:t>
      </w:r>
      <w:r w:rsidR="00E4444A" w:rsidRPr="0099306C">
        <w:t> :</w:t>
      </w:r>
    </w:p>
    <w:p w14:paraId="39A5DC81" w14:textId="77777777" w:rsidR="00E4444A" w:rsidRPr="0099306C" w:rsidRDefault="00E4444A" w:rsidP="002B3119">
      <w:r w:rsidRPr="0099306C">
        <w:t>— </w:t>
      </w:r>
      <w:r w:rsidR="002B3119" w:rsidRPr="002B3119">
        <w:t>Papa</w:t>
      </w:r>
      <w:r w:rsidRPr="0099306C">
        <w:t>…</w:t>
      </w:r>
    </w:p>
    <w:p w14:paraId="2B091648" w14:textId="77777777" w:rsidR="002B3119" w:rsidRPr="002B3119" w:rsidRDefault="002B3119" w:rsidP="002B3119"/>
    <w:p w14:paraId="16A8A4B2" w14:textId="77777777" w:rsidR="00E4444A" w:rsidRPr="0099306C" w:rsidRDefault="002B3119" w:rsidP="002B3119">
      <w:r w:rsidRPr="002B3119">
        <w:t>Les médecins</w:t>
      </w:r>
      <w:r w:rsidR="00E4444A" w:rsidRPr="0099306C">
        <w:t xml:space="preserve">, </w:t>
      </w:r>
      <w:r w:rsidRPr="002B3119">
        <w:t>à cet instant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auraient annoncé quelque progrès subit qu</w:t>
      </w:r>
      <w:r w:rsidR="00E4444A" w:rsidRPr="0099306C">
        <w:t>’</w:t>
      </w:r>
      <w:r w:rsidRPr="002B3119">
        <w:t>ils ne m</w:t>
      </w:r>
      <w:r w:rsidR="00E4444A" w:rsidRPr="0099306C">
        <w:t>’</w:t>
      </w:r>
      <w:r w:rsidRPr="002B3119">
        <w:t>auraient pas étonné</w:t>
      </w:r>
      <w:r w:rsidR="00E4444A" w:rsidRPr="0099306C">
        <w:t xml:space="preserve">. </w:t>
      </w:r>
      <w:r w:rsidRPr="002B3119">
        <w:t>Je m</w:t>
      </w:r>
      <w:r w:rsidR="00E4444A" w:rsidRPr="0099306C">
        <w:t>’</w:t>
      </w:r>
      <w:r w:rsidRPr="002B3119">
        <w:t>attendais presque à un miracle</w:t>
      </w:r>
      <w:r w:rsidR="00E4444A" w:rsidRPr="0099306C">
        <w:t xml:space="preserve">. </w:t>
      </w:r>
      <w:r w:rsidRPr="002B3119">
        <w:t>Hélas</w:t>
      </w:r>
      <w:r w:rsidR="00E4444A" w:rsidRPr="0099306C">
        <w:t xml:space="preserve"> ! </w:t>
      </w:r>
      <w:r w:rsidRPr="002B3119">
        <w:t>La pitié seule les retenait e</w:t>
      </w:r>
      <w:r w:rsidRPr="002B3119">
        <w:t>n</w:t>
      </w:r>
      <w:r w:rsidRPr="002B3119">
        <w:t>core</w:t>
      </w:r>
      <w:r w:rsidR="00E4444A" w:rsidRPr="0099306C">
        <w:t xml:space="preserve">. </w:t>
      </w:r>
      <w:r w:rsidRPr="002B3119">
        <w:t>Ils me remplacèrent dans la chambre voisine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un d</w:t>
      </w:r>
      <w:r w:rsidR="00E4444A" w:rsidRPr="0099306C">
        <w:t>’</w:t>
      </w:r>
      <w:r w:rsidRPr="002B3119">
        <w:t>eux dit à l</w:t>
      </w:r>
      <w:r w:rsidR="00E4444A" w:rsidRPr="0099306C">
        <w:t>’</w:t>
      </w:r>
      <w:r w:rsidRPr="002B3119">
        <w:t>autre à voix basse</w:t>
      </w:r>
      <w:r w:rsidR="00E4444A" w:rsidRPr="0099306C">
        <w:t> :</w:t>
      </w:r>
    </w:p>
    <w:p w14:paraId="5EC300A7" w14:textId="77777777" w:rsidR="00E4444A" w:rsidRPr="0099306C" w:rsidRDefault="00E4444A" w:rsidP="002B3119">
      <w:pPr>
        <w:rPr>
          <w:i/>
        </w:rPr>
      </w:pPr>
      <w:r w:rsidRPr="0099306C">
        <w:t>— </w:t>
      </w:r>
      <w:r w:rsidR="002B3119" w:rsidRPr="002B3119">
        <w:rPr>
          <w:i/>
        </w:rPr>
        <w:t>Ce sera pour le petit jour</w:t>
      </w:r>
      <w:r w:rsidRPr="0099306C">
        <w:rPr>
          <w:i/>
        </w:rPr>
        <w:t>…</w:t>
      </w:r>
    </w:p>
    <w:p w14:paraId="79FCE526" w14:textId="77777777" w:rsidR="00E4444A" w:rsidRPr="0099306C" w:rsidRDefault="002B3119" w:rsidP="002B3119">
      <w:r w:rsidRPr="002B3119">
        <w:t>Par une semblable nuit d</w:t>
      </w:r>
      <w:r w:rsidR="00E4444A" w:rsidRPr="0099306C">
        <w:t>’</w:t>
      </w:r>
      <w:r w:rsidRPr="002B3119">
        <w:t>automne</w:t>
      </w:r>
      <w:r w:rsidR="00E4444A" w:rsidRPr="0099306C">
        <w:t xml:space="preserve">, </w:t>
      </w:r>
      <w:r w:rsidRPr="002B3119">
        <w:t>quelques années a</w:t>
      </w:r>
      <w:r w:rsidRPr="002B3119">
        <w:t>u</w:t>
      </w:r>
      <w:r w:rsidRPr="002B3119">
        <w:t>paravant</w:t>
      </w:r>
      <w:r w:rsidR="00E4444A" w:rsidRPr="0099306C">
        <w:t xml:space="preserve">, </w:t>
      </w:r>
      <w:r w:rsidRPr="002B3119">
        <w:t>une sage-femme avait prononcé la même phrase</w:t>
      </w:r>
      <w:r w:rsidR="00E4444A" w:rsidRPr="0099306C">
        <w:t>.</w:t>
      </w:r>
    </w:p>
    <w:p w14:paraId="75EFE4E1" w14:textId="77777777" w:rsidR="00E4444A" w:rsidRPr="0099306C" w:rsidRDefault="002B3119" w:rsidP="002B3119">
      <w:r w:rsidRPr="002B3119">
        <w:lastRenderedPageBreak/>
        <w:t>Entre ces deux paroles devait tenir toute l</w:t>
      </w:r>
      <w:r w:rsidR="00E4444A" w:rsidRPr="0099306C">
        <w:t>’</w:t>
      </w:r>
      <w:r w:rsidRPr="002B3119">
        <w:t>existence d</w:t>
      </w:r>
      <w:r w:rsidR="00E4444A" w:rsidRPr="0099306C">
        <w:t>’</w:t>
      </w:r>
      <w:r w:rsidRPr="002B3119">
        <w:t>Yvette</w:t>
      </w:r>
      <w:r w:rsidR="00E4444A" w:rsidRPr="0099306C">
        <w:t>.</w:t>
      </w:r>
    </w:p>
    <w:p w14:paraId="0F2C722B" w14:textId="77777777" w:rsidR="002B3119" w:rsidRPr="002B3119" w:rsidRDefault="002B3119" w:rsidP="002B3119"/>
    <w:p w14:paraId="37249AC9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allai vers elle</w:t>
      </w:r>
      <w:r w:rsidR="00E4444A" w:rsidRPr="0099306C">
        <w:t xml:space="preserve">. </w:t>
      </w:r>
      <w:r w:rsidRPr="002B3119">
        <w:t>Elle voulut tendre les bras pour m</w:t>
      </w:r>
      <w:r w:rsidR="00E4444A" w:rsidRPr="0099306C">
        <w:t>’</w:t>
      </w:r>
      <w:r w:rsidRPr="002B3119">
        <w:t>enlacer encore</w:t>
      </w:r>
      <w:r w:rsidR="00E4444A" w:rsidRPr="0099306C">
        <w:t xml:space="preserve">, </w:t>
      </w:r>
      <w:r w:rsidRPr="002B3119">
        <w:t>mais n</w:t>
      </w:r>
      <w:r w:rsidR="00E4444A" w:rsidRPr="0099306C">
        <w:t>’</w:t>
      </w:r>
      <w:r w:rsidRPr="002B3119">
        <w:t>avait plus la force de les soulever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offris mon front à son baiser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comme nous l</w:t>
      </w:r>
      <w:r w:rsidR="00E4444A" w:rsidRPr="0099306C">
        <w:t>’</w:t>
      </w:r>
      <w:r w:rsidRPr="002B3119">
        <w:t>avions fait tant de fois</w:t>
      </w:r>
      <w:r w:rsidR="00E4444A" w:rsidRPr="0099306C">
        <w:t xml:space="preserve">, </w:t>
      </w:r>
      <w:r w:rsidRPr="002B3119">
        <w:t>je me penchai sur elle pour murmurer</w:t>
      </w:r>
      <w:r w:rsidR="00E4444A" w:rsidRPr="0099306C">
        <w:t> : « </w:t>
      </w:r>
      <w:r w:rsidRPr="002B3119">
        <w:t>Notre Père</w:t>
      </w:r>
      <w:r w:rsidR="00E4444A" w:rsidRPr="0099306C">
        <w:t xml:space="preserve">… ». </w:t>
      </w:r>
      <w:r w:rsidRPr="002B3119">
        <w:t>Ses lèvres articulèrent encore les mots éternels</w:t>
      </w:r>
      <w:r w:rsidR="00E4444A" w:rsidRPr="0099306C">
        <w:t>.</w:t>
      </w:r>
    </w:p>
    <w:p w14:paraId="1252EF95" w14:textId="77777777" w:rsidR="00E4444A" w:rsidRPr="0099306C" w:rsidRDefault="002B3119" w:rsidP="002B3119">
      <w:r w:rsidRPr="002B3119">
        <w:t>Une calme lumière éclairait ses yeux</w:t>
      </w:r>
      <w:r w:rsidR="00E4444A" w:rsidRPr="0099306C">
        <w:t xml:space="preserve">. </w:t>
      </w:r>
      <w:r w:rsidRPr="002B3119">
        <w:t>Elle avait presque franchi le pas</w:t>
      </w:r>
      <w:r w:rsidR="00E4444A" w:rsidRPr="0099306C">
        <w:t xml:space="preserve">. </w:t>
      </w:r>
      <w:r w:rsidRPr="002B3119">
        <w:t>Peut-être apercevait-elle déjà des choses que nous ne voyons point</w:t>
      </w:r>
      <w:r w:rsidR="00E4444A" w:rsidRPr="0099306C">
        <w:t xml:space="preserve">. </w:t>
      </w:r>
      <w:r w:rsidRPr="002B3119">
        <w:t>Elle avait cette paix des tout petits qui sentent que des anges veillent sur leurs sommeils d</w:t>
      </w:r>
      <w:r w:rsidR="00E4444A" w:rsidRPr="0099306C">
        <w:t>’</w:t>
      </w:r>
      <w:r w:rsidRPr="002B3119">
        <w:t>enfants</w:t>
      </w:r>
      <w:r w:rsidR="00E4444A" w:rsidRPr="0099306C">
        <w:t>.</w:t>
      </w:r>
    </w:p>
    <w:p w14:paraId="12BDE373" w14:textId="77777777" w:rsidR="00E4444A" w:rsidRPr="0099306C" w:rsidRDefault="002B3119" w:rsidP="002B3119">
      <w:r w:rsidRPr="002B3119">
        <w:t>Je me penchai encore</w:t>
      </w:r>
      <w:r w:rsidR="00E4444A" w:rsidRPr="0099306C">
        <w:t xml:space="preserve">. </w:t>
      </w:r>
      <w:r w:rsidRPr="002B3119">
        <w:t>Comme aux premiers temps de notre vie à deux</w:t>
      </w:r>
      <w:r w:rsidR="00E4444A" w:rsidRPr="0099306C">
        <w:t xml:space="preserve">, </w:t>
      </w:r>
      <w:r w:rsidRPr="002B3119">
        <w:t>elle mit à mon front un baiser pour maman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ce baiser suprême</w:t>
      </w:r>
      <w:r w:rsidR="00E4444A" w:rsidRPr="0099306C">
        <w:t xml:space="preserve">, </w:t>
      </w:r>
      <w:r w:rsidRPr="002B3119">
        <w:t>ce fut presque du ciel qu</w:t>
      </w:r>
      <w:r w:rsidR="00E4444A" w:rsidRPr="0099306C">
        <w:t>’</w:t>
      </w:r>
      <w:r w:rsidRPr="002B3119">
        <w:t>elle le donna</w:t>
      </w:r>
      <w:r w:rsidR="00E4444A" w:rsidRPr="0099306C">
        <w:t>.</w:t>
      </w:r>
    </w:p>
    <w:p w14:paraId="19CB6EB9" w14:textId="77777777" w:rsidR="002B3119" w:rsidRPr="002B3119" w:rsidRDefault="002B3119" w:rsidP="002B3119"/>
    <w:p w14:paraId="2C636EAC" w14:textId="77777777" w:rsidR="00E4444A" w:rsidRPr="0099306C" w:rsidRDefault="002B3119" w:rsidP="002B3119">
      <w:r w:rsidRPr="002B3119">
        <w:t>La prière du soir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pour Yvette l</w:t>
      </w:r>
      <w:r w:rsidR="00E4444A" w:rsidRPr="0099306C">
        <w:t>’</w:t>
      </w:r>
      <w:r w:rsidRPr="002B3119">
        <w:t>acte final de la journée</w:t>
      </w:r>
      <w:r w:rsidR="00E4444A" w:rsidRPr="0099306C">
        <w:t xml:space="preserve">. </w:t>
      </w:r>
      <w:r w:rsidRPr="002B3119">
        <w:t>Le bon sommeil devait venir ensuite</w:t>
      </w:r>
      <w:r w:rsidR="00E4444A" w:rsidRPr="0099306C">
        <w:t xml:space="preserve">. </w:t>
      </w:r>
      <w:r w:rsidRPr="002B3119">
        <w:t>Dans son e</w:t>
      </w:r>
      <w:r w:rsidRPr="002B3119">
        <w:t>s</w:t>
      </w:r>
      <w:r w:rsidRPr="002B3119">
        <w:t>prit</w:t>
      </w:r>
      <w:r w:rsidR="00E4444A" w:rsidRPr="0099306C">
        <w:t xml:space="preserve">, </w:t>
      </w:r>
      <w:r w:rsidRPr="002B3119">
        <w:t>une association d</w:t>
      </w:r>
      <w:r w:rsidR="00E4444A" w:rsidRPr="0099306C">
        <w:t>’</w:t>
      </w:r>
      <w:r w:rsidRPr="002B3119">
        <w:t>idées s</w:t>
      </w:r>
      <w:r w:rsidR="00E4444A" w:rsidRPr="0099306C">
        <w:t>’</w:t>
      </w:r>
      <w:r w:rsidRPr="002B3119">
        <w:t>était faite</w:t>
      </w:r>
      <w:r w:rsidR="00E4444A" w:rsidRPr="0099306C">
        <w:t xml:space="preserve">. </w:t>
      </w:r>
      <w:r w:rsidRPr="002B3119">
        <w:t>Elle dit</w:t>
      </w:r>
      <w:r w:rsidR="00E4444A" w:rsidRPr="0099306C">
        <w:t xml:space="preserve">, </w:t>
      </w:r>
      <w:r w:rsidRPr="002B3119">
        <w:t>dans son parler enfantin</w:t>
      </w:r>
      <w:r w:rsidR="00E4444A" w:rsidRPr="0099306C">
        <w:t> :</w:t>
      </w:r>
    </w:p>
    <w:p w14:paraId="7D99908D" w14:textId="77777777" w:rsidR="00E4444A" w:rsidRPr="0099306C" w:rsidRDefault="00E4444A" w:rsidP="002B3119">
      <w:r w:rsidRPr="0099306C">
        <w:t>— </w:t>
      </w:r>
      <w:r w:rsidR="002B3119" w:rsidRPr="002B3119">
        <w:t>Maintenant</w:t>
      </w:r>
      <w:r w:rsidRPr="0099306C">
        <w:t xml:space="preserve">, </w:t>
      </w:r>
      <w:r w:rsidR="002B3119" w:rsidRPr="002B3119">
        <w:t>dodo</w:t>
      </w:r>
      <w:r w:rsidRPr="0099306C">
        <w:t xml:space="preserve">… </w:t>
      </w:r>
      <w:proofErr w:type="spellStart"/>
      <w:r w:rsidR="002B3119" w:rsidRPr="002B3119">
        <w:rPr>
          <w:i/>
        </w:rPr>
        <w:t>Éteindez</w:t>
      </w:r>
      <w:proofErr w:type="spellEnd"/>
      <w:r w:rsidRPr="0099306C">
        <w:t xml:space="preserve">, </w:t>
      </w:r>
      <w:r w:rsidR="002B3119" w:rsidRPr="002B3119">
        <w:t>s</w:t>
      </w:r>
      <w:r w:rsidRPr="0099306C">
        <w:t>’</w:t>
      </w:r>
      <w:r w:rsidR="002B3119" w:rsidRPr="002B3119">
        <w:t>il vous plaît</w:t>
      </w:r>
      <w:r w:rsidRPr="0099306C">
        <w:t xml:space="preserve">, </w:t>
      </w:r>
      <w:r w:rsidR="002B3119" w:rsidRPr="002B3119">
        <w:t>la l</w:t>
      </w:r>
      <w:r w:rsidR="002B3119" w:rsidRPr="002B3119">
        <w:t>u</w:t>
      </w:r>
      <w:r w:rsidR="002B3119" w:rsidRPr="002B3119">
        <w:t>mière</w:t>
      </w:r>
      <w:r w:rsidRPr="0099306C">
        <w:t xml:space="preserve">… </w:t>
      </w:r>
      <w:r w:rsidR="002B3119" w:rsidRPr="002B3119">
        <w:t>Papa</w:t>
      </w:r>
      <w:r w:rsidRPr="0099306C">
        <w:t xml:space="preserve">, </w:t>
      </w:r>
      <w:r w:rsidR="002B3119" w:rsidRPr="002B3119">
        <w:t>reste</w:t>
      </w:r>
      <w:r w:rsidRPr="0099306C">
        <w:t xml:space="preserve">, </w:t>
      </w:r>
      <w:r w:rsidR="002B3119" w:rsidRPr="002B3119">
        <w:t>toi</w:t>
      </w:r>
      <w:r w:rsidRPr="0099306C">
        <w:t>.</w:t>
      </w:r>
    </w:p>
    <w:p w14:paraId="074B69C9" w14:textId="77777777" w:rsidR="00E4444A" w:rsidRPr="0099306C" w:rsidRDefault="002B3119" w:rsidP="002B3119">
      <w:r w:rsidRPr="002B3119">
        <w:t>Un petit coup fut frappé à la porte</w:t>
      </w:r>
      <w:r w:rsidR="00E4444A" w:rsidRPr="0099306C">
        <w:t xml:space="preserve">. </w:t>
      </w:r>
      <w:r w:rsidRPr="002B3119">
        <w:t>Une idée bizarre me vint</w:t>
      </w:r>
      <w:r w:rsidR="00E4444A" w:rsidRPr="0099306C">
        <w:t>. « </w:t>
      </w:r>
      <w:r w:rsidRPr="002B3119">
        <w:t>Jeanne</w:t>
      </w:r>
      <w:r w:rsidR="00E4444A" w:rsidRPr="0099306C">
        <w:t xml:space="preserve"> ! </w:t>
      </w:r>
      <w:r w:rsidRPr="002B3119">
        <w:t>pensai-je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elle</w:t>
      </w:r>
      <w:r w:rsidR="00E4444A" w:rsidRPr="0099306C">
        <w:t xml:space="preserve"> ! </w:t>
      </w:r>
      <w:r w:rsidRPr="002B3119">
        <w:t>Une secrète voix l</w:t>
      </w:r>
      <w:r w:rsidR="00E4444A" w:rsidRPr="0099306C">
        <w:t>’</w:t>
      </w:r>
      <w:r w:rsidRPr="002B3119">
        <w:t>aura prévenue</w:t>
      </w:r>
      <w:r w:rsidR="00E4444A" w:rsidRPr="0099306C">
        <w:t>. »</w:t>
      </w:r>
      <w:r w:rsidRPr="002B3119">
        <w:t xml:space="preserve"> Mais non</w:t>
      </w:r>
      <w:r w:rsidR="00E4444A" w:rsidRPr="0099306C">
        <w:t xml:space="preserve">… </w:t>
      </w:r>
      <w:r w:rsidRPr="002B3119">
        <w:t>C</w:t>
      </w:r>
      <w:r w:rsidR="00E4444A" w:rsidRPr="0099306C">
        <w:t>’</w:t>
      </w:r>
      <w:r w:rsidRPr="002B3119">
        <w:t>était le pasteur</w:t>
      </w:r>
      <w:r w:rsidR="00E4444A" w:rsidRPr="0099306C">
        <w:t xml:space="preserve">, </w:t>
      </w:r>
      <w:r w:rsidRPr="002B3119">
        <w:t>que Marie-Anne avait dû appeler</w:t>
      </w:r>
      <w:r w:rsidR="00E4444A" w:rsidRPr="0099306C">
        <w:t>.</w:t>
      </w:r>
    </w:p>
    <w:p w14:paraId="73260188" w14:textId="77777777" w:rsidR="00E4444A" w:rsidRPr="0099306C" w:rsidRDefault="00E4444A" w:rsidP="002B3119">
      <w:r w:rsidRPr="0099306C">
        <w:t>— </w:t>
      </w:r>
      <w:r w:rsidR="002B3119" w:rsidRPr="002B3119">
        <w:t>Yvette</w:t>
      </w:r>
      <w:r w:rsidRPr="0099306C">
        <w:t xml:space="preserve">, </w:t>
      </w:r>
      <w:r w:rsidR="002B3119" w:rsidRPr="002B3119">
        <w:t>dis-je</w:t>
      </w:r>
      <w:r w:rsidRPr="0099306C">
        <w:t>… M. </w:t>
      </w:r>
      <w:r w:rsidR="002B3119" w:rsidRPr="002B3119">
        <w:t>le Pasteur</w:t>
      </w:r>
      <w:r w:rsidRPr="0099306C">
        <w:t xml:space="preserve">… </w:t>
      </w:r>
      <w:r w:rsidR="002B3119" w:rsidRPr="002B3119">
        <w:t>Il est gentil de venir te voir</w:t>
      </w:r>
      <w:r w:rsidRPr="0099306C">
        <w:t>.</w:t>
      </w:r>
    </w:p>
    <w:p w14:paraId="1415C37B" w14:textId="77777777" w:rsidR="00E4444A" w:rsidRPr="0099306C" w:rsidRDefault="002B3119" w:rsidP="002B3119">
      <w:r w:rsidRPr="002B3119">
        <w:lastRenderedPageBreak/>
        <w:t>Et Yvette lui sourit</w:t>
      </w:r>
      <w:r w:rsidR="00E4444A" w:rsidRPr="0099306C">
        <w:t xml:space="preserve">, </w:t>
      </w:r>
      <w:r w:rsidRPr="002B3119">
        <w:t>car elle l</w:t>
      </w:r>
      <w:r w:rsidR="00E4444A" w:rsidRPr="0099306C">
        <w:t>’</w:t>
      </w:r>
      <w:r w:rsidRPr="002B3119">
        <w:t>aimait bien</w:t>
      </w:r>
      <w:r w:rsidR="00E4444A" w:rsidRPr="0099306C">
        <w:t>.</w:t>
      </w:r>
    </w:p>
    <w:p w14:paraId="21F90FF1" w14:textId="7B2326B2" w:rsidR="00E4444A" w:rsidRPr="0099306C" w:rsidRDefault="002B3119" w:rsidP="002B3119">
      <w:r w:rsidRPr="002B3119">
        <w:t>Il approcha du lit</w:t>
      </w:r>
      <w:r w:rsidR="00E4444A" w:rsidRPr="0099306C">
        <w:t xml:space="preserve">, </w:t>
      </w:r>
      <w:r w:rsidRPr="002B3119">
        <w:t xml:space="preserve">près duquel </w:t>
      </w:r>
      <w:r w:rsidR="00B16556" w:rsidRPr="002B3119">
        <w:t>Édith</w:t>
      </w:r>
      <w:r w:rsidRPr="002B3119">
        <w:t xml:space="preserve"> était toujours a</w:t>
      </w:r>
      <w:r w:rsidRPr="002B3119">
        <w:t>s</w:t>
      </w:r>
      <w:r w:rsidRPr="002B3119">
        <w:t>sise</w:t>
      </w:r>
      <w:r w:rsidR="00E4444A" w:rsidRPr="0099306C">
        <w:t xml:space="preserve">, </w:t>
      </w:r>
      <w:r w:rsidRPr="002B3119">
        <w:t>surveillant le faible pouls</w:t>
      </w:r>
      <w:r w:rsidR="00E4444A" w:rsidRPr="0099306C">
        <w:t xml:space="preserve">. </w:t>
      </w:r>
      <w:r w:rsidRPr="002B3119">
        <w:t>Il leva les bras</w:t>
      </w:r>
      <w:r w:rsidR="00E4444A" w:rsidRPr="0099306C">
        <w:t xml:space="preserve">, </w:t>
      </w:r>
      <w:r w:rsidRPr="002B3119">
        <w:t>commença une prière</w:t>
      </w:r>
      <w:r w:rsidR="00E4444A" w:rsidRPr="0099306C">
        <w:t> :</w:t>
      </w:r>
    </w:p>
    <w:p w14:paraId="6AE54440" w14:textId="77777777" w:rsidR="00E4444A" w:rsidRPr="0099306C" w:rsidRDefault="00E4444A" w:rsidP="002B3119">
      <w:r w:rsidRPr="0099306C">
        <w:t>— </w:t>
      </w:r>
      <w:r w:rsidR="002B3119" w:rsidRPr="002B3119">
        <w:t>Seigneur</w:t>
      </w:r>
      <w:r w:rsidRPr="0099306C">
        <w:t xml:space="preserve"> !… </w:t>
      </w:r>
      <w:r w:rsidR="002B3119" w:rsidRPr="002B3119">
        <w:t>Seigneur</w:t>
      </w:r>
      <w:r w:rsidRPr="0099306C">
        <w:t> !…</w:t>
      </w:r>
    </w:p>
    <w:p w14:paraId="787831D3" w14:textId="77777777" w:rsidR="00E4444A" w:rsidRPr="0099306C" w:rsidRDefault="002B3119" w:rsidP="002B3119">
      <w:r w:rsidRPr="002B3119">
        <w:t>Yvette suivit des yeux ces bras qui bénissaient</w:t>
      </w:r>
      <w:r w:rsidR="00E4444A" w:rsidRPr="0099306C">
        <w:t xml:space="preserve">, </w:t>
      </w:r>
      <w:r w:rsidRPr="002B3119">
        <w:t>acco</w:t>
      </w:r>
      <w:r w:rsidRPr="002B3119">
        <w:t>m</w:t>
      </w:r>
      <w:r w:rsidRPr="002B3119">
        <w:t>pagna du regard l</w:t>
      </w:r>
      <w:r w:rsidR="00E4444A" w:rsidRPr="0099306C">
        <w:t>’</w:t>
      </w:r>
      <w:r w:rsidRPr="002B3119">
        <w:t>ascension des mains</w:t>
      </w:r>
      <w:r w:rsidR="00E4444A" w:rsidRPr="0099306C">
        <w:t>.</w:t>
      </w:r>
    </w:p>
    <w:p w14:paraId="361C5F1E" w14:textId="39B35552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soudain</w:t>
      </w:r>
      <w:r w:rsidR="00E4444A" w:rsidRPr="0099306C">
        <w:t xml:space="preserve">, </w:t>
      </w:r>
      <w:r w:rsidRPr="002B3119">
        <w:t>le regard s</w:t>
      </w:r>
      <w:r w:rsidR="00E4444A" w:rsidRPr="0099306C">
        <w:t>’</w:t>
      </w:r>
      <w:r w:rsidRPr="002B3119">
        <w:t>arrêta</w:t>
      </w:r>
      <w:r w:rsidR="00E4444A" w:rsidRPr="0099306C">
        <w:t xml:space="preserve">. </w:t>
      </w:r>
      <w:r w:rsidR="00B16556" w:rsidRPr="002B3119">
        <w:t>Édith</w:t>
      </w:r>
      <w:r w:rsidRPr="002B3119">
        <w:t xml:space="preserve"> fit un signe que le pasteur comprit</w:t>
      </w:r>
      <w:r w:rsidR="00E4444A" w:rsidRPr="0099306C">
        <w:t xml:space="preserve">. </w:t>
      </w:r>
      <w:r w:rsidRPr="002B3119">
        <w:t>Il s</w:t>
      </w:r>
      <w:r w:rsidR="00E4444A" w:rsidRPr="0099306C">
        <w:t>’</w:t>
      </w:r>
      <w:r w:rsidRPr="002B3119">
        <w:t>interrompit une seconde</w:t>
      </w:r>
      <w:r w:rsidR="00E4444A" w:rsidRPr="0099306C">
        <w:t xml:space="preserve">, </w:t>
      </w:r>
      <w:r w:rsidRPr="002B3119">
        <w:t>prononça d</w:t>
      </w:r>
      <w:r w:rsidR="00E4444A" w:rsidRPr="0099306C">
        <w:t>’</w:t>
      </w:r>
      <w:r w:rsidRPr="002B3119">
        <w:t>autres mots que ceux qu</w:t>
      </w:r>
      <w:r w:rsidR="00E4444A" w:rsidRPr="0099306C">
        <w:t>’</w:t>
      </w:r>
      <w:r w:rsidRPr="002B3119">
        <w:t>il avait préparés</w:t>
      </w:r>
      <w:r w:rsidR="00E4444A" w:rsidRPr="0099306C">
        <w:t xml:space="preserve">, </w:t>
      </w:r>
      <w:r w:rsidRPr="002B3119">
        <w:t>et dit</w:t>
      </w:r>
      <w:r w:rsidR="00E4444A" w:rsidRPr="0099306C">
        <w:t> :</w:t>
      </w:r>
    </w:p>
    <w:p w14:paraId="7979D84A" w14:textId="77777777" w:rsidR="00E4444A" w:rsidRPr="0099306C" w:rsidRDefault="00E4444A" w:rsidP="002B3119">
      <w:r w:rsidRPr="0099306C">
        <w:t>— </w:t>
      </w:r>
      <w:r w:rsidR="002B3119" w:rsidRPr="002B3119">
        <w:t>Seigneur</w:t>
      </w:r>
      <w:r w:rsidRPr="0099306C">
        <w:t xml:space="preserve"> ! </w:t>
      </w:r>
      <w:r w:rsidR="002B3119" w:rsidRPr="002B3119">
        <w:t>Seigneur</w:t>
      </w:r>
      <w:r w:rsidRPr="0099306C">
        <w:t xml:space="preserve"> ! </w:t>
      </w:r>
      <w:r w:rsidR="002B3119" w:rsidRPr="002B3119">
        <w:t>reçois entre tes bras notre e</w:t>
      </w:r>
      <w:r w:rsidR="002B3119" w:rsidRPr="002B3119">
        <w:t>n</w:t>
      </w:r>
      <w:r w:rsidR="002B3119" w:rsidRPr="002B3119">
        <w:t>fant</w:t>
      </w:r>
      <w:r w:rsidRPr="0099306C">
        <w:t>.</w:t>
      </w:r>
    </w:p>
    <w:p w14:paraId="526B7948" w14:textId="77777777" w:rsidR="00E4444A" w:rsidRPr="0099306C" w:rsidRDefault="002B3119" w:rsidP="002B3119">
      <w:r w:rsidRPr="002B3119">
        <w:t>Un bêlement de chèvre monta du jardin</w:t>
      </w:r>
      <w:r w:rsidR="00E4444A" w:rsidRPr="0099306C">
        <w:t xml:space="preserve">. </w:t>
      </w:r>
      <w:r w:rsidRPr="002B3119">
        <w:t>Le petit jour pâle blanchissait la fenêtre</w:t>
      </w:r>
      <w:r w:rsidR="00E4444A" w:rsidRPr="0099306C">
        <w:t>.</w:t>
      </w:r>
    </w:p>
    <w:p w14:paraId="0018964D" w14:textId="77777777" w:rsidR="00E4444A" w:rsidRPr="0099306C" w:rsidRDefault="002B3119" w:rsidP="002B3119">
      <w:r w:rsidRPr="002B3119">
        <w:t>La garde avait fait un signe</w:t>
      </w:r>
      <w:r w:rsidR="00E4444A" w:rsidRPr="0099306C">
        <w:t xml:space="preserve">. </w:t>
      </w:r>
      <w:r w:rsidRPr="002B3119">
        <w:t>La petite montre s</w:t>
      </w:r>
      <w:r w:rsidR="00E4444A" w:rsidRPr="0099306C">
        <w:t>’</w:t>
      </w:r>
      <w:r w:rsidRPr="002B3119">
        <w:t>était doucement arrêtée</w:t>
      </w:r>
      <w:r w:rsidR="00E4444A" w:rsidRPr="0099306C">
        <w:t>…</w:t>
      </w:r>
    </w:p>
    <w:p w14:paraId="4A4AC4F7" w14:textId="77777777" w:rsidR="00B4016A" w:rsidRPr="0099306C" w:rsidRDefault="00B4016A" w:rsidP="00E4444A">
      <w:pPr>
        <w:pStyle w:val="Titre2"/>
      </w:pPr>
      <w:bookmarkStart w:id="45" w:name="_9od7xmjjjh53" w:colFirst="0" w:colLast="0"/>
      <w:bookmarkStart w:id="46" w:name="_Toc197514979"/>
      <w:bookmarkEnd w:id="45"/>
      <w:r w:rsidRPr="0099306C">
        <w:lastRenderedPageBreak/>
        <w:t>V</w:t>
      </w:r>
      <w:bookmarkEnd w:id="46"/>
    </w:p>
    <w:p w14:paraId="31730C07" w14:textId="77777777" w:rsidR="00E4444A" w:rsidRPr="0099306C" w:rsidRDefault="002B3119" w:rsidP="002B3119">
      <w:r w:rsidRPr="002B3119">
        <w:t>Deux jours encore</w:t>
      </w:r>
      <w:r w:rsidR="00E4444A" w:rsidRPr="0099306C">
        <w:t xml:space="preserve">, – </w:t>
      </w:r>
      <w:r w:rsidRPr="002B3119">
        <w:t>deux jours et deux nuits</w:t>
      </w:r>
      <w:r w:rsidR="00E4444A" w:rsidRPr="0099306C">
        <w:t xml:space="preserve">, – </w:t>
      </w:r>
      <w:r w:rsidRPr="002B3119">
        <w:t>Yvette habita la maison</w:t>
      </w:r>
      <w:r w:rsidR="00E4444A" w:rsidRPr="0099306C">
        <w:t>.</w:t>
      </w:r>
    </w:p>
    <w:p w14:paraId="25A136EB" w14:textId="440FD65A" w:rsidR="00E4444A" w:rsidRPr="0099306C" w:rsidRDefault="002B3119" w:rsidP="002B3119">
      <w:r w:rsidRPr="002B3119">
        <w:t>Les docteurs étaient partis</w:t>
      </w:r>
      <w:r w:rsidR="00E4444A" w:rsidRPr="0099306C">
        <w:t xml:space="preserve">. </w:t>
      </w:r>
      <w:r w:rsidRPr="002B3119">
        <w:t>Le pasteur</w:t>
      </w:r>
      <w:r w:rsidR="00E4444A" w:rsidRPr="0099306C">
        <w:t xml:space="preserve">, </w:t>
      </w:r>
      <w:r w:rsidRPr="002B3119">
        <w:t>devinant mon besoin d</w:t>
      </w:r>
      <w:r w:rsidR="00E4444A" w:rsidRPr="0099306C">
        <w:t>’</w:t>
      </w:r>
      <w:r w:rsidRPr="002B3119">
        <w:t>être seul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était à son tour retiré</w:t>
      </w:r>
      <w:r w:rsidR="00E4444A" w:rsidRPr="0099306C">
        <w:t xml:space="preserve">. </w:t>
      </w:r>
      <w:r w:rsidR="00B16556" w:rsidRPr="002B3119">
        <w:t>Édith</w:t>
      </w:r>
      <w:r w:rsidRPr="002B3119">
        <w:t xml:space="preserve"> et Marie-Anne me repoussèrent dans ma chambre qu</w:t>
      </w:r>
      <w:r w:rsidR="00E4444A" w:rsidRPr="0099306C">
        <w:t>’</w:t>
      </w:r>
      <w:r w:rsidRPr="002B3119">
        <w:t>envahissait le crépuscule du matin</w:t>
      </w:r>
      <w:r w:rsidR="00E4444A" w:rsidRPr="0099306C">
        <w:t xml:space="preserve">. </w:t>
      </w:r>
      <w:r w:rsidRPr="002B3119">
        <w:t>Un homme se trouva seul</w:t>
      </w:r>
      <w:r w:rsidR="00E4444A" w:rsidRPr="0099306C">
        <w:t xml:space="preserve">, </w:t>
      </w:r>
      <w:r w:rsidRPr="002B3119">
        <w:t>le front contre la vitre</w:t>
      </w:r>
      <w:r w:rsidR="00E4444A" w:rsidRPr="0099306C">
        <w:t xml:space="preserve">, </w:t>
      </w:r>
      <w:r w:rsidRPr="002B3119">
        <w:t>sans mouvement et sans pensée</w:t>
      </w:r>
      <w:r w:rsidR="00E4444A" w:rsidRPr="0099306C">
        <w:t xml:space="preserve">, </w:t>
      </w:r>
      <w:r w:rsidRPr="002B3119">
        <w:t>dans la brume triste de fin d</w:t>
      </w:r>
      <w:r w:rsidR="00E4444A" w:rsidRPr="0099306C">
        <w:t>’</w:t>
      </w:r>
      <w:r w:rsidRPr="002B3119">
        <w:t>automne</w:t>
      </w:r>
      <w:r w:rsidR="00E4444A" w:rsidRPr="0099306C">
        <w:t xml:space="preserve">. </w:t>
      </w:r>
      <w:r w:rsidRPr="002B3119">
        <w:t>Les larmes même ne venaient pas</w:t>
      </w:r>
      <w:r w:rsidR="00E4444A" w:rsidRPr="0099306C">
        <w:t xml:space="preserve">. </w:t>
      </w:r>
      <w:r w:rsidRPr="002B3119">
        <w:t>Des heures passèrent</w:t>
      </w:r>
      <w:r w:rsidR="00E4444A" w:rsidRPr="0099306C">
        <w:t xml:space="preserve">. </w:t>
      </w:r>
      <w:r w:rsidRPr="002B3119">
        <w:t>Enfin le ciel s</w:t>
      </w:r>
      <w:r w:rsidR="00E4444A" w:rsidRPr="0099306C">
        <w:t>’</w:t>
      </w:r>
      <w:r w:rsidRPr="002B3119">
        <w:t>éclaircit</w:t>
      </w:r>
      <w:r w:rsidR="00E4444A" w:rsidRPr="0099306C">
        <w:t xml:space="preserve">. </w:t>
      </w:r>
      <w:r w:rsidRPr="002B3119">
        <w:t>Un vent léger balaya les ombres du jardin</w:t>
      </w:r>
      <w:r w:rsidR="00E4444A" w:rsidRPr="0099306C">
        <w:t xml:space="preserve">. </w:t>
      </w:r>
      <w:r w:rsidRPr="002B3119">
        <w:t>Le roulement d</w:t>
      </w:r>
      <w:r w:rsidR="00E4444A" w:rsidRPr="0099306C">
        <w:t>’</w:t>
      </w:r>
      <w:r w:rsidRPr="002B3119">
        <w:t>une cha</w:t>
      </w:r>
      <w:r w:rsidRPr="002B3119">
        <w:t>r</w:t>
      </w:r>
      <w:r w:rsidRPr="002B3119">
        <w:t>rette</w:t>
      </w:r>
      <w:r w:rsidR="00E4444A" w:rsidRPr="0099306C">
        <w:t xml:space="preserve">, </w:t>
      </w:r>
      <w:r w:rsidRPr="002B3119">
        <w:t>la cloche d</w:t>
      </w:r>
      <w:r w:rsidR="00E4444A" w:rsidRPr="0099306C">
        <w:t>’</w:t>
      </w:r>
      <w:r w:rsidRPr="002B3119">
        <w:t>une laitière marquèrent la reprise du travail journalier</w:t>
      </w:r>
      <w:r w:rsidR="00E4444A" w:rsidRPr="0099306C">
        <w:t xml:space="preserve">. </w:t>
      </w:r>
      <w:r w:rsidRPr="002B3119">
        <w:t>La vie recommençait sans Yvette</w:t>
      </w:r>
      <w:r w:rsidR="00E4444A" w:rsidRPr="0099306C">
        <w:t>.</w:t>
      </w:r>
    </w:p>
    <w:p w14:paraId="34C4AF10" w14:textId="77777777" w:rsidR="00E4444A" w:rsidRPr="0099306C" w:rsidRDefault="002B3119" w:rsidP="002B3119">
      <w:r w:rsidRPr="002B3119">
        <w:t>Elle allait donc continuer encore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inutile existence sans but</w:t>
      </w:r>
      <w:r w:rsidR="00E4444A" w:rsidRPr="0099306C">
        <w:t xml:space="preserve">, </w:t>
      </w:r>
      <w:r w:rsidRPr="002B3119">
        <w:t>qui ne valait plus la peine d</w:t>
      </w:r>
      <w:r w:rsidR="00E4444A" w:rsidRPr="0099306C">
        <w:t>’</w:t>
      </w:r>
      <w:r w:rsidRPr="002B3119">
        <w:t>être vécue</w:t>
      </w:r>
      <w:r w:rsidR="00E4444A" w:rsidRPr="0099306C">
        <w:t xml:space="preserve">. </w:t>
      </w:r>
      <w:r w:rsidRPr="002B3119">
        <w:t>Oh</w:t>
      </w:r>
      <w:r w:rsidR="00E4444A" w:rsidRPr="0099306C">
        <w:t xml:space="preserve"> ! </w:t>
      </w:r>
      <w:r w:rsidRPr="002B3119">
        <w:t>les deux longs jours qui suivirent</w:t>
      </w:r>
      <w:r w:rsidR="00E4444A" w:rsidRPr="0099306C">
        <w:t xml:space="preserve">, </w:t>
      </w:r>
      <w:r w:rsidRPr="002B3119">
        <w:t>gris et désespérés</w:t>
      </w:r>
      <w:r w:rsidR="00E4444A" w:rsidRPr="0099306C">
        <w:t xml:space="preserve"> ! </w:t>
      </w:r>
      <w:r w:rsidRPr="002B3119">
        <w:t>Cette obligation de s</w:t>
      </w:r>
      <w:r w:rsidR="00E4444A" w:rsidRPr="0099306C">
        <w:t>’</w:t>
      </w:r>
      <w:r w:rsidRPr="002B3119">
        <w:t>habiller quand même</w:t>
      </w:r>
      <w:r w:rsidR="00E4444A" w:rsidRPr="0099306C">
        <w:t xml:space="preserve">, </w:t>
      </w:r>
      <w:r w:rsidRPr="002B3119">
        <w:t>de remplir son rôle malgré tout</w:t>
      </w:r>
      <w:r w:rsidR="00E4444A" w:rsidRPr="0099306C">
        <w:t xml:space="preserve"> ! </w:t>
      </w:r>
      <w:r w:rsidRPr="002B3119">
        <w:t>Le facteur entra dans le vestibule</w:t>
      </w:r>
      <w:r w:rsidR="00E4444A" w:rsidRPr="0099306C">
        <w:t xml:space="preserve">. </w:t>
      </w:r>
      <w:r w:rsidRPr="002B3119">
        <w:t>Des paquets contenaient encore des jouets pour Yvette</w:t>
      </w:r>
      <w:r w:rsidR="00E4444A" w:rsidRPr="0099306C">
        <w:t xml:space="preserve">. </w:t>
      </w:r>
      <w:r w:rsidRPr="002B3119">
        <w:t>Des lettres exprimaient des v</w:t>
      </w:r>
      <w:r w:rsidR="00E4444A" w:rsidRPr="0099306C">
        <w:t>œ</w:t>
      </w:r>
      <w:r w:rsidRPr="002B3119">
        <w:t>ux de guérison</w:t>
      </w:r>
      <w:r w:rsidR="00E4444A" w:rsidRPr="0099306C">
        <w:t xml:space="preserve">. </w:t>
      </w:r>
      <w:r w:rsidRPr="002B3119">
        <w:t>Puis</w:t>
      </w:r>
      <w:r w:rsidR="00E4444A" w:rsidRPr="0099306C">
        <w:t xml:space="preserve">, </w:t>
      </w:r>
      <w:r w:rsidRPr="002B3119">
        <w:t>tout le jour</w:t>
      </w:r>
      <w:r w:rsidR="00E4444A" w:rsidRPr="0099306C">
        <w:t xml:space="preserve">, </w:t>
      </w:r>
      <w:r w:rsidRPr="002B3119">
        <w:t>des sonneries à la porte où l</w:t>
      </w:r>
      <w:r w:rsidR="00E4444A" w:rsidRPr="0099306C">
        <w:t>’</w:t>
      </w:r>
      <w:r w:rsidRPr="002B3119">
        <w:t>on n</w:t>
      </w:r>
      <w:r w:rsidR="00E4444A" w:rsidRPr="0099306C">
        <w:t>’</w:t>
      </w:r>
      <w:r w:rsidRPr="002B3119">
        <w:t>avait jamais tant carillonné</w:t>
      </w:r>
      <w:r w:rsidR="00E4444A" w:rsidRPr="0099306C">
        <w:t xml:space="preserve">. </w:t>
      </w:r>
      <w:r w:rsidRPr="002B3119">
        <w:t>Des télégraphistes so</w:t>
      </w:r>
      <w:r w:rsidRPr="002B3119">
        <w:t>r</w:t>
      </w:r>
      <w:r w:rsidRPr="002B3119">
        <w:t>taient de leurs sacoches des dépêches</w:t>
      </w:r>
      <w:r w:rsidR="00E4444A" w:rsidRPr="0099306C">
        <w:t xml:space="preserve">. </w:t>
      </w:r>
      <w:r w:rsidRPr="002B3119">
        <w:t>Des demoiselles de magasin portant des fleurs</w:t>
      </w:r>
      <w:r w:rsidR="00E4444A" w:rsidRPr="0099306C">
        <w:t xml:space="preserve">, </w:t>
      </w:r>
      <w:r w:rsidRPr="002B3119">
        <w:t>détachaient dans l</w:t>
      </w:r>
      <w:r w:rsidR="00E4444A" w:rsidRPr="0099306C">
        <w:t>’</w:t>
      </w:r>
      <w:r w:rsidRPr="002B3119">
        <w:t>entrée leurs silhouettes</w:t>
      </w:r>
      <w:r w:rsidR="00E4444A" w:rsidRPr="0099306C">
        <w:t xml:space="preserve">. </w:t>
      </w:r>
      <w:r w:rsidRPr="002B3119">
        <w:t>Des fournisseurs vinrent</w:t>
      </w:r>
      <w:r w:rsidR="00E4444A" w:rsidRPr="0099306C">
        <w:t xml:space="preserve">, </w:t>
      </w:r>
      <w:r w:rsidRPr="002B3119">
        <w:t>des fournisseurs de toutes sortes</w:t>
      </w:r>
      <w:r w:rsidR="00E4444A" w:rsidRPr="0099306C">
        <w:t xml:space="preserve">. </w:t>
      </w:r>
      <w:r w:rsidRPr="002B3119">
        <w:t>Un imprimeur d</w:t>
      </w:r>
      <w:r w:rsidR="00E4444A" w:rsidRPr="0099306C">
        <w:t>’</w:t>
      </w:r>
      <w:r w:rsidRPr="002B3119">
        <w:t>abord</w:t>
      </w:r>
      <w:r w:rsidR="00E4444A" w:rsidRPr="0099306C">
        <w:t xml:space="preserve">, </w:t>
      </w:r>
      <w:r w:rsidRPr="002B3119">
        <w:t>puis 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>puis d</w:t>
      </w:r>
      <w:r w:rsidR="00E4444A" w:rsidRPr="0099306C">
        <w:t>’</w:t>
      </w:r>
      <w:r w:rsidRPr="002B3119">
        <w:t>autres</w:t>
      </w:r>
      <w:r w:rsidR="00E4444A" w:rsidRPr="0099306C">
        <w:t xml:space="preserve">. </w:t>
      </w:r>
      <w:r w:rsidRPr="002B3119">
        <w:t>Un tailleur</w:t>
      </w:r>
      <w:r w:rsidR="00E4444A" w:rsidRPr="0099306C">
        <w:t xml:space="preserve">, </w:t>
      </w:r>
      <w:r w:rsidRPr="002B3119">
        <w:t>je crois</w:t>
      </w:r>
      <w:r w:rsidR="00E4444A" w:rsidRPr="0099306C">
        <w:t xml:space="preserve">, </w:t>
      </w:r>
      <w:r w:rsidRPr="002B3119">
        <w:t>et un menuisier</w:t>
      </w:r>
      <w:r w:rsidR="00E4444A" w:rsidRPr="0099306C">
        <w:t>.</w:t>
      </w:r>
    </w:p>
    <w:p w14:paraId="787CBC8B" w14:textId="77777777" w:rsidR="00E4444A" w:rsidRPr="0099306C" w:rsidRDefault="002B3119" w:rsidP="002B3119">
      <w:r w:rsidRPr="002B3119">
        <w:t>Et toujours cette impression de vivre dans de la grisaille</w:t>
      </w:r>
      <w:r w:rsidR="00E4444A" w:rsidRPr="0099306C">
        <w:t xml:space="preserve">, </w:t>
      </w:r>
      <w:r w:rsidRPr="002B3119">
        <w:t>parmi des choses sans couleurs et sans reflets</w:t>
      </w:r>
      <w:r w:rsidR="00E4444A" w:rsidRPr="0099306C">
        <w:t xml:space="preserve">. </w:t>
      </w:r>
      <w:r w:rsidRPr="002B3119">
        <w:t>Moins une souffrance aiguë qu</w:t>
      </w:r>
      <w:r w:rsidR="00E4444A" w:rsidRPr="0099306C">
        <w:t>’</w:t>
      </w:r>
      <w:r w:rsidRPr="002B3119">
        <w:t>un accablement morne</w:t>
      </w:r>
      <w:r w:rsidR="00E4444A" w:rsidRPr="0099306C">
        <w:t xml:space="preserve">, </w:t>
      </w:r>
      <w:r w:rsidRPr="002B3119">
        <w:t xml:space="preserve">une paralysie du </w:t>
      </w:r>
      <w:r w:rsidR="00C4629E">
        <w:lastRenderedPageBreak/>
        <w:t xml:space="preserve">cœur </w:t>
      </w:r>
      <w:r w:rsidRPr="002B3119">
        <w:t>empêchant de sentir et de pleurer</w:t>
      </w:r>
      <w:r w:rsidR="00E4444A" w:rsidRPr="0099306C">
        <w:t xml:space="preserve">. </w:t>
      </w:r>
      <w:r w:rsidRPr="002B3119">
        <w:t>Et ce même bou</w:t>
      </w:r>
      <w:r w:rsidRPr="002B3119">
        <w:t>r</w:t>
      </w:r>
      <w:r w:rsidRPr="002B3119">
        <w:t>donnement d</w:t>
      </w:r>
      <w:r w:rsidR="00E4444A" w:rsidRPr="0099306C">
        <w:t>’</w:t>
      </w:r>
      <w:r w:rsidRPr="002B3119">
        <w:t>oreilles que j</w:t>
      </w:r>
      <w:r w:rsidR="00E4444A" w:rsidRPr="0099306C">
        <w:t>’</w:t>
      </w:r>
      <w:r w:rsidRPr="002B3119">
        <w:t>avais connu jadis</w:t>
      </w:r>
      <w:r w:rsidR="00E4444A" w:rsidRPr="0099306C">
        <w:t xml:space="preserve">, </w:t>
      </w:r>
      <w:r w:rsidRPr="002B3119">
        <w:t>que nous pe</w:t>
      </w:r>
      <w:r w:rsidRPr="002B3119">
        <w:t>r</w:t>
      </w:r>
      <w:r w:rsidRPr="002B3119">
        <w:t>cevons à toutes les heures graves où nous sommes entraînés par notre destinée</w:t>
      </w:r>
      <w:r w:rsidR="00E4444A" w:rsidRPr="0099306C">
        <w:t xml:space="preserve">, </w:t>
      </w:r>
      <w:r w:rsidRPr="002B3119">
        <w:t>comme si nous étions emportés par un rapide dont la direction ne nous appartient pas</w:t>
      </w:r>
      <w:r w:rsidR="00E4444A" w:rsidRPr="0099306C">
        <w:t xml:space="preserve"> ! </w:t>
      </w:r>
      <w:r w:rsidRPr="002B3119">
        <w:t>Mais cette honte surtout</w:t>
      </w:r>
      <w:r w:rsidR="00E4444A" w:rsidRPr="0099306C">
        <w:t xml:space="preserve">, </w:t>
      </w:r>
      <w:r w:rsidRPr="002B3119">
        <w:t>cette honte d</w:t>
      </w:r>
      <w:r w:rsidR="00E4444A" w:rsidRPr="0099306C">
        <w:t>’</w:t>
      </w:r>
      <w:r w:rsidRPr="002B3119">
        <w:t>avoir laissé partir Yvette toute seule</w:t>
      </w:r>
      <w:r w:rsidR="00E4444A" w:rsidRPr="0099306C">
        <w:t xml:space="preserve">, </w:t>
      </w:r>
      <w:r w:rsidRPr="002B3119">
        <w:t>de pouvoir continuer à vivre quand ma petite n</w:t>
      </w:r>
      <w:r w:rsidR="00E4444A" w:rsidRPr="0099306C">
        <w:t>’</w:t>
      </w:r>
      <w:r w:rsidRPr="002B3119">
        <w:t>était plus là</w:t>
      </w:r>
      <w:r w:rsidR="00E4444A" w:rsidRPr="0099306C">
        <w:t> !</w:t>
      </w:r>
    </w:p>
    <w:p w14:paraId="645A287D" w14:textId="62D92F44" w:rsidR="00E4444A" w:rsidRPr="0099306C" w:rsidRDefault="002B3119" w:rsidP="002B3119">
      <w:r w:rsidRPr="002B3119">
        <w:t>Midi vint</w:t>
      </w:r>
      <w:r w:rsidR="00E4444A" w:rsidRPr="0099306C">
        <w:t xml:space="preserve">, </w:t>
      </w:r>
      <w:r w:rsidRPr="002B3119">
        <w:t>comme tous les jours</w:t>
      </w:r>
      <w:r w:rsidR="00E4444A" w:rsidRPr="0099306C">
        <w:t xml:space="preserve">. </w:t>
      </w:r>
      <w:r w:rsidRPr="002B3119">
        <w:t>Nous nous retrouvâmes en tête-à-tête</w:t>
      </w:r>
      <w:r w:rsidR="00E4444A" w:rsidRPr="0099306C">
        <w:t xml:space="preserve">, </w:t>
      </w:r>
      <w:r w:rsidR="00161C77" w:rsidRPr="002B3119">
        <w:t>Édith</w:t>
      </w:r>
      <w:r w:rsidRPr="002B3119">
        <w:t xml:space="preserve"> et moi</w:t>
      </w:r>
      <w:r w:rsidR="00E4444A" w:rsidRPr="0099306C">
        <w:t xml:space="preserve">. </w:t>
      </w:r>
      <w:r w:rsidRPr="002B3119">
        <w:t>Elle avait les yeux rouges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moi</w:t>
      </w:r>
      <w:r w:rsidR="00E4444A" w:rsidRPr="0099306C">
        <w:t xml:space="preserve">, </w:t>
      </w:r>
      <w:r w:rsidRPr="002B3119">
        <w:t>je ne pleurais pas</w:t>
      </w:r>
      <w:r w:rsidR="00E4444A" w:rsidRPr="0099306C">
        <w:t>.</w:t>
      </w:r>
    </w:p>
    <w:p w14:paraId="71D03752" w14:textId="77777777" w:rsidR="00E4444A" w:rsidRPr="0099306C" w:rsidRDefault="002B3119" w:rsidP="002B3119">
      <w:r w:rsidRPr="005775AC">
        <w:t>L</w:t>
      </w:r>
      <w:r w:rsidR="00E4444A" w:rsidRPr="005775AC">
        <w:t>’</w:t>
      </w:r>
      <w:r w:rsidRPr="005775AC">
        <w:t>après-midi amena des visites</w:t>
      </w:r>
      <w:r w:rsidR="00E4444A" w:rsidRPr="005775AC">
        <w:t xml:space="preserve">. </w:t>
      </w:r>
      <w:r w:rsidRPr="005775AC">
        <w:t>Ce fut tout un défilé</w:t>
      </w:r>
      <w:r w:rsidR="00E4444A" w:rsidRPr="005775AC">
        <w:t xml:space="preserve">. </w:t>
      </w:r>
      <w:r w:rsidRPr="005775AC">
        <w:t xml:space="preserve">Jamais une telle affluence </w:t>
      </w:r>
      <w:r w:rsidR="005775AC">
        <w:t>n’</w:t>
      </w:r>
      <w:r w:rsidRPr="005775AC">
        <w:t>avait troublé la maison</w:t>
      </w:r>
      <w:r w:rsidR="00E4444A" w:rsidRPr="005775AC">
        <w:t xml:space="preserve">. </w:t>
      </w:r>
      <w:r w:rsidRPr="005775AC">
        <w:t>Les gens prononçaient quelques paroles</w:t>
      </w:r>
      <w:r w:rsidR="00E4444A" w:rsidRPr="005775AC">
        <w:t xml:space="preserve">, </w:t>
      </w:r>
      <w:r w:rsidRPr="005775AC">
        <w:t>disaient</w:t>
      </w:r>
      <w:r w:rsidR="00E4444A" w:rsidRPr="005775AC">
        <w:t> : « </w:t>
      </w:r>
      <w:r w:rsidRPr="005775AC">
        <w:t>Pauvre p</w:t>
      </w:r>
      <w:r w:rsidRPr="005775AC">
        <w:t>e</w:t>
      </w:r>
      <w:r w:rsidRPr="005775AC">
        <w:t>tite Yvette</w:t>
      </w:r>
      <w:r w:rsidR="00E4444A" w:rsidRPr="005775AC">
        <w:t> </w:t>
      </w:r>
      <w:r w:rsidR="00E4444A" w:rsidRPr="0099306C">
        <w:t xml:space="preserve">! </w:t>
      </w:r>
      <w:r w:rsidRPr="002B3119">
        <w:t>qui aurait pu prévoir cela</w:t>
      </w:r>
      <w:r w:rsidR="00E4444A" w:rsidRPr="0099306C">
        <w:t> ? »</w:t>
      </w:r>
      <w:r w:rsidRPr="002B3119">
        <w:t xml:space="preserve"> puis ne trouvaient plus rien à dire et cédaient la place à de nouveaux arrivants</w:t>
      </w:r>
      <w:r w:rsidR="00E4444A" w:rsidRPr="0099306C">
        <w:t xml:space="preserve">. </w:t>
      </w:r>
      <w:r w:rsidRPr="002B3119">
        <w:t>Des phrases</w:t>
      </w:r>
      <w:r w:rsidR="00E4444A" w:rsidRPr="0099306C">
        <w:t xml:space="preserve">, </w:t>
      </w:r>
      <w:r w:rsidRPr="002B3119">
        <w:t>des phrases attendries</w:t>
      </w:r>
      <w:r w:rsidR="00E4444A" w:rsidRPr="0099306C">
        <w:t xml:space="preserve">, </w:t>
      </w:r>
      <w:r w:rsidRPr="002B3119">
        <w:t>dites sans conviction par des gens qui sentaient la vanité des mots</w:t>
      </w:r>
      <w:r w:rsidR="00E4444A" w:rsidRPr="0099306C">
        <w:t xml:space="preserve">. </w:t>
      </w:r>
      <w:r w:rsidRPr="002B3119">
        <w:t>Des parents arr</w:t>
      </w:r>
      <w:r w:rsidRPr="002B3119">
        <w:t>i</w:t>
      </w:r>
      <w:r w:rsidRPr="002B3119">
        <w:t>vèrent par le train</w:t>
      </w:r>
      <w:r w:rsidR="00E4444A" w:rsidRPr="0099306C">
        <w:t xml:space="preserve">. </w:t>
      </w:r>
      <w:r w:rsidRPr="002B3119">
        <w:t>Les hommes avaient leurs haut-de</w:t>
      </w:r>
      <w:r w:rsidR="004151E8">
        <w:t>-</w:t>
      </w:r>
      <w:r w:rsidRPr="002B3119">
        <w:t>forme</w:t>
      </w:r>
      <w:r w:rsidR="00E4444A" w:rsidRPr="0099306C">
        <w:t xml:space="preserve">. </w:t>
      </w:r>
      <w:r w:rsidRPr="002B3119">
        <w:t>Des femmes en noir portaient des couronnes et des croix</w:t>
      </w:r>
      <w:r w:rsidR="00E4444A" w:rsidRPr="0099306C">
        <w:t xml:space="preserve">. </w:t>
      </w:r>
      <w:r w:rsidRPr="002B3119">
        <w:t>Ce deuil officiel</w:t>
      </w:r>
      <w:r w:rsidR="00E4444A" w:rsidRPr="0099306C">
        <w:t xml:space="preserve">, </w:t>
      </w:r>
      <w:r w:rsidRPr="002B3119">
        <w:t>ces visages de cérémonie ajoutaient à l</w:t>
      </w:r>
      <w:r w:rsidR="00E4444A" w:rsidRPr="0099306C">
        <w:t>’</w:t>
      </w:r>
      <w:r w:rsidRPr="002B3119">
        <w:t>impression de grisaille</w:t>
      </w:r>
      <w:r w:rsidR="00E4444A" w:rsidRPr="0099306C">
        <w:t xml:space="preserve">. </w:t>
      </w:r>
      <w:r w:rsidRPr="002B3119">
        <w:t>Comme cette maison était mau</w:t>
      </w:r>
      <w:r w:rsidRPr="002B3119">
        <w:t>s</w:t>
      </w:r>
      <w:r w:rsidRPr="002B3119">
        <w:t>sade sans Yvette</w:t>
      </w:r>
      <w:r w:rsidR="00E4444A" w:rsidRPr="0099306C">
        <w:t xml:space="preserve"> ! </w:t>
      </w:r>
      <w:r w:rsidRPr="002B3119">
        <w:t>De nouveaux visiteurs furent reçus au s</w:t>
      </w:r>
      <w:r w:rsidRPr="002B3119">
        <w:t>a</w:t>
      </w:r>
      <w:r w:rsidRPr="002B3119">
        <w:t>lon</w:t>
      </w:r>
      <w:r w:rsidR="00E4444A" w:rsidRPr="0099306C">
        <w:t xml:space="preserve">. </w:t>
      </w:r>
      <w:r w:rsidRPr="002B3119">
        <w:t>Les remerciements des parents répondaient à leurs co</w:t>
      </w:r>
      <w:r w:rsidRPr="002B3119">
        <w:t>n</w:t>
      </w:r>
      <w:r w:rsidRPr="002B3119">
        <w:t>doléances</w:t>
      </w:r>
      <w:r w:rsidR="00E4444A" w:rsidRPr="0099306C">
        <w:t xml:space="preserve">. </w:t>
      </w:r>
      <w:r w:rsidRPr="002B3119">
        <w:t>La méthode était ouverte sur le piano</w:t>
      </w:r>
      <w:r w:rsidR="00E4444A" w:rsidRPr="0099306C">
        <w:t xml:space="preserve">. </w:t>
      </w:r>
      <w:r w:rsidRPr="002B3119">
        <w:t>Une jeune fille était assise sur la chaise basse d</w:t>
      </w:r>
      <w:r w:rsidR="00E4444A" w:rsidRPr="0099306C">
        <w:t>’</w:t>
      </w:r>
      <w:r w:rsidRPr="002B3119">
        <w:t>enfant</w:t>
      </w:r>
      <w:r w:rsidR="00E4444A" w:rsidRPr="0099306C">
        <w:t>.</w:t>
      </w:r>
    </w:p>
    <w:p w14:paraId="5BE744EA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étais là</w:t>
      </w:r>
      <w:r w:rsidR="00E4444A" w:rsidRPr="0099306C">
        <w:t xml:space="preserve">, </w:t>
      </w:r>
      <w:r w:rsidRPr="002B3119">
        <w:t>tête baissée</w:t>
      </w:r>
      <w:r w:rsidR="00E4444A" w:rsidRPr="0099306C">
        <w:t xml:space="preserve">, </w:t>
      </w:r>
      <w:r w:rsidRPr="002B3119">
        <w:t>bras ballants</w:t>
      </w:r>
      <w:r w:rsidR="00E4444A" w:rsidRPr="0099306C">
        <w:t xml:space="preserve">, </w:t>
      </w:r>
      <w:r w:rsidRPr="002B3119">
        <w:t>comme un homme incapable</w:t>
      </w:r>
      <w:r w:rsidR="00E4444A" w:rsidRPr="0099306C">
        <w:t xml:space="preserve">, </w:t>
      </w:r>
      <w:r w:rsidRPr="002B3119">
        <w:t>indigne de la confiance qu</w:t>
      </w:r>
      <w:r w:rsidR="00E4444A" w:rsidRPr="0099306C">
        <w:t>’</w:t>
      </w:r>
      <w:r w:rsidRPr="002B3119">
        <w:t>avait mise Yvette en moi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ayant pas même su garder le cher trésor que j</w:t>
      </w:r>
      <w:r w:rsidR="00E4444A" w:rsidRPr="0099306C">
        <w:t>’</w:t>
      </w:r>
      <w:r w:rsidRPr="002B3119">
        <w:t>avais reçu du ciel</w:t>
      </w:r>
      <w:r w:rsidR="00E4444A" w:rsidRPr="0099306C">
        <w:t>.</w:t>
      </w:r>
    </w:p>
    <w:p w14:paraId="524BB639" w14:textId="77777777" w:rsidR="00E4444A" w:rsidRPr="0099306C" w:rsidRDefault="002B3119" w:rsidP="002B3119">
      <w:r w:rsidRPr="002B3119">
        <w:t>Pour le dîner</w:t>
      </w:r>
      <w:r w:rsidR="00E4444A" w:rsidRPr="0099306C">
        <w:t xml:space="preserve">, </w:t>
      </w:r>
      <w:r w:rsidRPr="002B3119">
        <w:t>il fallut des rallonges</w:t>
      </w:r>
      <w:r w:rsidR="00E4444A" w:rsidRPr="0099306C">
        <w:t xml:space="preserve">. </w:t>
      </w:r>
      <w:r w:rsidRPr="002B3119">
        <w:t>Jamais la table n</w:t>
      </w:r>
      <w:r w:rsidR="00E4444A" w:rsidRPr="0099306C">
        <w:t>’</w:t>
      </w:r>
      <w:r w:rsidRPr="002B3119">
        <w:t>avait réuni tant d</w:t>
      </w:r>
      <w:r w:rsidR="00E4444A" w:rsidRPr="0099306C">
        <w:t>’</w:t>
      </w:r>
      <w:r w:rsidRPr="002B3119">
        <w:t>invités</w:t>
      </w:r>
      <w:r w:rsidR="00E4444A" w:rsidRPr="0099306C">
        <w:t xml:space="preserve">. </w:t>
      </w:r>
      <w:r w:rsidRPr="002B3119">
        <w:t>Ils se taisaient</w:t>
      </w:r>
      <w:r w:rsidR="00E4444A" w:rsidRPr="0099306C">
        <w:t xml:space="preserve">, </w:t>
      </w:r>
      <w:r w:rsidRPr="002B3119">
        <w:t xml:space="preserve">penchés sur leurs </w:t>
      </w:r>
      <w:r w:rsidRPr="002B3119">
        <w:lastRenderedPageBreak/>
        <w:t>potages</w:t>
      </w:r>
      <w:r w:rsidR="00E4444A" w:rsidRPr="0099306C">
        <w:t xml:space="preserve">. </w:t>
      </w:r>
      <w:r w:rsidRPr="002B3119">
        <w:t>Puis la conversation s</w:t>
      </w:r>
      <w:r w:rsidR="00E4444A" w:rsidRPr="0099306C">
        <w:t>’</w:t>
      </w:r>
      <w:r w:rsidRPr="002B3119">
        <w:t>enhardit</w:t>
      </w:r>
      <w:r w:rsidR="00E4444A" w:rsidRPr="0099306C">
        <w:t xml:space="preserve">, </w:t>
      </w:r>
      <w:r w:rsidRPr="002B3119">
        <w:t>se généralisa</w:t>
      </w:r>
      <w:r w:rsidR="00E4444A" w:rsidRPr="0099306C">
        <w:t xml:space="preserve">. </w:t>
      </w:r>
      <w:r w:rsidRPr="002B3119">
        <w:t>Tous disaient ce qui leur tenait à c</w:t>
      </w:r>
      <w:r w:rsidR="00E4444A" w:rsidRPr="0099306C">
        <w:t>œ</w:t>
      </w:r>
      <w:r w:rsidRPr="002B3119">
        <w:t>ur</w:t>
      </w:r>
      <w:r w:rsidR="00E4444A" w:rsidRPr="0099306C">
        <w:t xml:space="preserve">, </w:t>
      </w:r>
      <w:r w:rsidRPr="002B3119">
        <w:t>leurs projets</w:t>
      </w:r>
      <w:r w:rsidR="00E4444A" w:rsidRPr="0099306C">
        <w:t xml:space="preserve">, </w:t>
      </w:r>
      <w:r w:rsidRPr="002B3119">
        <w:t>leurs affaires</w:t>
      </w:r>
      <w:r w:rsidR="00E4444A" w:rsidRPr="0099306C">
        <w:t xml:space="preserve">, </w:t>
      </w:r>
      <w:r w:rsidRPr="002B3119">
        <w:t>les progrès de leurs enfants</w:t>
      </w:r>
      <w:r w:rsidR="00E4444A" w:rsidRPr="0099306C">
        <w:t>.</w:t>
      </w:r>
    </w:p>
    <w:p w14:paraId="3D9A9428" w14:textId="77777777" w:rsidR="00E4444A" w:rsidRPr="0099306C" w:rsidRDefault="002B3119" w:rsidP="002B3119">
      <w:r w:rsidRPr="002B3119">
        <w:t>Et Yvette</w:t>
      </w:r>
      <w:r w:rsidR="00E4444A" w:rsidRPr="0099306C">
        <w:t xml:space="preserve"> ?… </w:t>
      </w:r>
      <w:r w:rsidRPr="002B3119">
        <w:t>Yvette</w:t>
      </w:r>
      <w:r w:rsidR="00E4444A" w:rsidRPr="0099306C">
        <w:t xml:space="preserve"> ?… </w:t>
      </w:r>
      <w:r w:rsidRPr="002B3119">
        <w:t>Ils parlaient d</w:t>
      </w:r>
      <w:r w:rsidR="00E4444A" w:rsidRPr="0099306C">
        <w:t>’</w:t>
      </w:r>
      <w:r w:rsidRPr="002B3119">
        <w:t>elle avec ém</w:t>
      </w:r>
      <w:r w:rsidRPr="002B3119">
        <w:t>o</w:t>
      </w:r>
      <w:r w:rsidRPr="002B3119">
        <w:t>tion</w:t>
      </w:r>
      <w:r w:rsidR="00E4444A" w:rsidRPr="0099306C">
        <w:t xml:space="preserve">. </w:t>
      </w:r>
      <w:r w:rsidRPr="002B3119">
        <w:t>Mais ce qu</w:t>
      </w:r>
      <w:r w:rsidR="00E4444A" w:rsidRPr="0099306C">
        <w:t>’</w:t>
      </w:r>
      <w:r w:rsidRPr="002B3119">
        <w:t>elle était</w:t>
      </w:r>
      <w:r w:rsidR="00E4444A" w:rsidRPr="0099306C">
        <w:t xml:space="preserve">, </w:t>
      </w:r>
      <w:r w:rsidRPr="002B3119">
        <w:t>ce qu</w:t>
      </w:r>
      <w:r w:rsidR="00E4444A" w:rsidRPr="0099306C">
        <w:t>’</w:t>
      </w:r>
      <w:r w:rsidRPr="002B3119">
        <w:t>elle pouvait être</w:t>
      </w:r>
      <w:r w:rsidR="00E4444A" w:rsidRPr="0099306C">
        <w:t xml:space="preserve">, </w:t>
      </w:r>
      <w:r w:rsidRPr="002B3119">
        <w:t>comme on sentait bien qu</w:t>
      </w:r>
      <w:r w:rsidR="00E4444A" w:rsidRPr="0099306C">
        <w:t>’</w:t>
      </w:r>
      <w:r w:rsidRPr="002B3119">
        <w:t>ils ne s</w:t>
      </w:r>
      <w:r w:rsidR="00E4444A" w:rsidRPr="0099306C">
        <w:t>’</w:t>
      </w:r>
      <w:r w:rsidRPr="002B3119">
        <w:t>en doutaient point</w:t>
      </w:r>
      <w:r w:rsidR="00E4444A" w:rsidRPr="0099306C">
        <w:t> !</w:t>
      </w:r>
    </w:p>
    <w:p w14:paraId="6E328823" w14:textId="77777777" w:rsidR="00E4444A" w:rsidRPr="0099306C" w:rsidRDefault="002B3119" w:rsidP="002B3119">
      <w:r w:rsidRPr="002B3119">
        <w:t>La soirée ne se prolongea pas longtemps</w:t>
      </w:r>
      <w:r w:rsidR="00E4444A" w:rsidRPr="0099306C">
        <w:t xml:space="preserve">. </w:t>
      </w:r>
      <w:r w:rsidRPr="002B3119">
        <w:t>Tout le monde se sentait las</w:t>
      </w:r>
      <w:r w:rsidR="00E4444A" w:rsidRPr="0099306C">
        <w:t xml:space="preserve">. </w:t>
      </w:r>
      <w:r w:rsidRPr="002B3119">
        <w:t>Aux uns furent données des adresses d</w:t>
      </w:r>
      <w:r w:rsidR="00E4444A" w:rsidRPr="0099306C">
        <w:t>’</w:t>
      </w:r>
      <w:r w:rsidRPr="002B3119">
        <w:t>hôtel</w:t>
      </w:r>
      <w:r w:rsidR="00E4444A" w:rsidRPr="0099306C">
        <w:t xml:space="preserve">, </w:t>
      </w:r>
      <w:r w:rsidRPr="002B3119">
        <w:t>aux autres nous montrâmes les pièces qu</w:t>
      </w:r>
      <w:r w:rsidR="00E4444A" w:rsidRPr="0099306C">
        <w:t>’</w:t>
      </w:r>
      <w:r w:rsidRPr="002B3119">
        <w:t>on leur avait pr</w:t>
      </w:r>
      <w:r w:rsidRPr="002B3119">
        <w:t>é</w:t>
      </w:r>
      <w:r w:rsidRPr="002B3119">
        <w:t>parées</w:t>
      </w:r>
      <w:r w:rsidR="00E4444A" w:rsidRPr="0099306C">
        <w:t xml:space="preserve">. </w:t>
      </w:r>
      <w:r w:rsidRPr="002B3119">
        <w:t>Il y eut des adieux</w:t>
      </w:r>
      <w:r w:rsidR="00E4444A" w:rsidRPr="0099306C">
        <w:t xml:space="preserve">, </w:t>
      </w:r>
      <w:r w:rsidRPr="002B3119">
        <w:t>des embrassements</w:t>
      </w:r>
      <w:r w:rsidR="00E4444A" w:rsidRPr="0099306C">
        <w:t xml:space="preserve">. </w:t>
      </w:r>
      <w:r w:rsidRPr="002B3119">
        <w:t>Des femmes</w:t>
      </w:r>
      <w:r w:rsidR="00E4444A" w:rsidRPr="0099306C">
        <w:t xml:space="preserve">, </w:t>
      </w:r>
      <w:r w:rsidRPr="002B3119">
        <w:t>tenant des bougeoirs</w:t>
      </w:r>
      <w:r w:rsidR="00E4444A" w:rsidRPr="0099306C">
        <w:t xml:space="preserve">, </w:t>
      </w:r>
      <w:r w:rsidRPr="002B3119">
        <w:t>montèrent l</w:t>
      </w:r>
      <w:r w:rsidR="00E4444A" w:rsidRPr="0099306C">
        <w:t>’</w:t>
      </w:r>
      <w:r w:rsidRPr="002B3119">
        <w:t>escalier en pleurant</w:t>
      </w:r>
      <w:r w:rsidR="00E4444A" w:rsidRPr="0099306C">
        <w:t>.</w:t>
      </w:r>
    </w:p>
    <w:p w14:paraId="239D9D1B" w14:textId="77777777" w:rsidR="00E4444A" w:rsidRPr="0099306C" w:rsidRDefault="002B3119" w:rsidP="002B3119">
      <w:r w:rsidRPr="002B3119">
        <w:t>Quelque temps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attardai dans mon bureau</w:t>
      </w:r>
      <w:r w:rsidR="00E4444A" w:rsidRPr="0099306C">
        <w:t xml:space="preserve">. </w:t>
      </w:r>
      <w:r w:rsidRPr="002B3119">
        <w:t>La ma</w:t>
      </w:r>
      <w:r w:rsidRPr="002B3119">
        <w:t>i</w:t>
      </w:r>
      <w:r w:rsidRPr="002B3119">
        <w:t>son retomba dans le silence</w:t>
      </w:r>
      <w:r w:rsidR="00E4444A" w:rsidRPr="0099306C">
        <w:t xml:space="preserve">. </w:t>
      </w:r>
      <w:r w:rsidRPr="002B3119">
        <w:t>Le balancier de l</w:t>
      </w:r>
      <w:r w:rsidR="00E4444A" w:rsidRPr="0099306C">
        <w:t>’</w:t>
      </w:r>
      <w:r w:rsidRPr="002B3119">
        <w:t>horloge</w:t>
      </w:r>
      <w:r w:rsidR="00E4444A" w:rsidRPr="0099306C">
        <w:t xml:space="preserve">, </w:t>
      </w:r>
      <w:r w:rsidRPr="002B3119">
        <w:t>du même balancement continu</w:t>
      </w:r>
      <w:r w:rsidR="00E4444A" w:rsidRPr="0099306C">
        <w:t xml:space="preserve">, </w:t>
      </w:r>
      <w:r w:rsidRPr="002B3119">
        <w:t>marquait la fuite des minutes</w:t>
      </w:r>
      <w:r w:rsidR="00E4444A" w:rsidRPr="0099306C">
        <w:t xml:space="preserve">, </w:t>
      </w:r>
      <w:r w:rsidRPr="002B3119">
        <w:t>qui s</w:t>
      </w:r>
      <w:r w:rsidR="00E4444A" w:rsidRPr="0099306C">
        <w:t>’</w:t>
      </w:r>
      <w:r w:rsidRPr="002B3119">
        <w:t>écroulaient dans le passé</w:t>
      </w:r>
      <w:r w:rsidR="00E4444A" w:rsidRPr="0099306C">
        <w:t xml:space="preserve">. </w:t>
      </w:r>
      <w:r w:rsidRPr="002B3119">
        <w:t>Meubles</w:t>
      </w:r>
      <w:r w:rsidR="00E4444A" w:rsidRPr="0099306C">
        <w:t xml:space="preserve">, </w:t>
      </w:r>
      <w:r w:rsidRPr="002B3119">
        <w:t>livres étaient là</w:t>
      </w:r>
      <w:r w:rsidR="00E4444A" w:rsidRPr="0099306C">
        <w:t xml:space="preserve">, </w:t>
      </w:r>
      <w:r w:rsidRPr="002B3119">
        <w:t>comme d</w:t>
      </w:r>
      <w:r w:rsidR="00E4444A" w:rsidRPr="0099306C">
        <w:t>’</w:t>
      </w:r>
      <w:r w:rsidRPr="002B3119">
        <w:t>ordinaire</w:t>
      </w:r>
      <w:r w:rsidR="00E4444A" w:rsidRPr="0099306C">
        <w:t xml:space="preserve">, </w:t>
      </w:r>
      <w:r w:rsidRPr="002B3119">
        <w:t>tout l</w:t>
      </w:r>
      <w:r w:rsidR="00E4444A" w:rsidRPr="0099306C">
        <w:t>’</w:t>
      </w:r>
      <w:r w:rsidRPr="002B3119">
        <w:t>habituel décor de notre vie à deux</w:t>
      </w:r>
      <w:r w:rsidR="00E4444A" w:rsidRPr="0099306C">
        <w:t xml:space="preserve">. </w:t>
      </w:r>
      <w:r w:rsidRPr="002B3119">
        <w:t>Les portraits des cadres</w:t>
      </w:r>
      <w:r w:rsidR="00E4444A" w:rsidRPr="0099306C">
        <w:t xml:space="preserve">, </w:t>
      </w:r>
      <w:r w:rsidRPr="002B3119">
        <w:t>du même regard</w:t>
      </w:r>
      <w:r w:rsidR="00E4444A" w:rsidRPr="0099306C">
        <w:t xml:space="preserve">, </w:t>
      </w:r>
      <w:r w:rsidRPr="002B3119">
        <w:t>me dévisageaient</w:t>
      </w:r>
      <w:r w:rsidR="00E4444A" w:rsidRPr="0099306C">
        <w:t xml:space="preserve">. </w:t>
      </w:r>
      <w:r w:rsidRPr="002B3119">
        <w:t>Ne s</w:t>
      </w:r>
      <w:r w:rsidR="00E4444A" w:rsidRPr="0099306C">
        <w:t>’</w:t>
      </w:r>
      <w:r w:rsidRPr="002B3119">
        <w:t>apercevaient-elles donc de rien</w:t>
      </w:r>
      <w:r w:rsidR="00E4444A" w:rsidRPr="0099306C">
        <w:t xml:space="preserve">, </w:t>
      </w:r>
      <w:r w:rsidRPr="002B3119">
        <w:t>les choses</w:t>
      </w:r>
      <w:r w:rsidR="00E4444A" w:rsidRPr="0099306C">
        <w:t xml:space="preserve"> ? </w:t>
      </w:r>
      <w:r w:rsidRPr="002B3119">
        <w:t>J</w:t>
      </w:r>
      <w:r w:rsidR="00E4444A" w:rsidRPr="0099306C">
        <w:t>’</w:t>
      </w:r>
      <w:r w:rsidRPr="002B3119">
        <w:t>errai dans le vestibule</w:t>
      </w:r>
      <w:r w:rsidR="00E4444A" w:rsidRPr="0099306C">
        <w:t xml:space="preserve">. </w:t>
      </w:r>
      <w:r w:rsidRPr="002B3119">
        <w:t>Tout dormait comme de coutume</w:t>
      </w:r>
      <w:r w:rsidR="00E4444A" w:rsidRPr="0099306C">
        <w:t xml:space="preserve">. </w:t>
      </w:r>
      <w:r w:rsidRPr="002B3119">
        <w:t>Il n</w:t>
      </w:r>
      <w:r w:rsidR="00E4444A" w:rsidRPr="0099306C">
        <w:t>’</w:t>
      </w:r>
      <w:r w:rsidRPr="002B3119">
        <w:t>y avait que cette chambre</w:t>
      </w:r>
      <w:r w:rsidR="00E4444A" w:rsidRPr="0099306C">
        <w:t xml:space="preserve">, </w:t>
      </w:r>
      <w:r w:rsidRPr="002B3119">
        <w:t>au premier étage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on laissait éclairée cette nuit-là</w:t>
      </w:r>
      <w:r w:rsidR="00E4444A" w:rsidRPr="0099306C">
        <w:t>.</w:t>
      </w:r>
    </w:p>
    <w:p w14:paraId="70A0C7FB" w14:textId="715959FD" w:rsidR="00E4444A" w:rsidRPr="0099306C" w:rsidRDefault="002B3119" w:rsidP="002B3119">
      <w:r w:rsidRPr="002B3119">
        <w:t>Je gravis avec précaution les marches</w:t>
      </w:r>
      <w:r w:rsidR="00E4444A" w:rsidRPr="0099306C">
        <w:t xml:space="preserve">, </w:t>
      </w:r>
      <w:r w:rsidR="005775AC" w:rsidRPr="002B3119">
        <w:t>a</w:t>
      </w:r>
      <w:r w:rsidR="005775AC">
        <w:t>y</w:t>
      </w:r>
      <w:r w:rsidR="005775AC" w:rsidRPr="002B3119">
        <w:t xml:space="preserve">ant </w:t>
      </w:r>
      <w:r w:rsidRPr="002B3119">
        <w:t>peur moi-même du bruit que je ferais</w:t>
      </w:r>
      <w:r w:rsidR="00E4444A" w:rsidRPr="0099306C">
        <w:t xml:space="preserve">. </w:t>
      </w:r>
      <w:r w:rsidRPr="002B3119">
        <w:t>Ma chambre était noire</w:t>
      </w:r>
      <w:r w:rsidR="00E4444A" w:rsidRPr="0099306C">
        <w:t xml:space="preserve">. </w:t>
      </w:r>
      <w:r w:rsidRPr="002B3119">
        <w:t>La porte du palier demeura ouverte</w:t>
      </w:r>
      <w:r w:rsidR="00E4444A" w:rsidRPr="0099306C">
        <w:t xml:space="preserve">. </w:t>
      </w:r>
      <w:r w:rsidRPr="002B3119">
        <w:t>La peur de rester seul m</w:t>
      </w:r>
      <w:r w:rsidR="00E4444A" w:rsidRPr="0099306C">
        <w:t>’</w:t>
      </w:r>
      <w:r w:rsidRPr="002B3119">
        <w:t>empêchait de la fermer</w:t>
      </w:r>
      <w:r w:rsidR="00E4444A" w:rsidRPr="0099306C">
        <w:t xml:space="preserve">. </w:t>
      </w:r>
      <w:r w:rsidRPr="002B3119">
        <w:t>Des femmes veillaient sur le sommeil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On l</w:t>
      </w:r>
      <w:r w:rsidR="00E4444A" w:rsidRPr="0099306C">
        <w:t>’</w:t>
      </w:r>
      <w:r w:rsidRPr="002B3119">
        <w:t>avait tellement fleurie</w:t>
      </w:r>
      <w:r w:rsidR="00E4444A" w:rsidRPr="0099306C">
        <w:t xml:space="preserve">, </w:t>
      </w:r>
      <w:r w:rsidRPr="002B3119">
        <w:t>sa chambre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une odeur de fleurs s</w:t>
      </w:r>
      <w:r w:rsidR="00E4444A" w:rsidRPr="0099306C">
        <w:t>’</w:t>
      </w:r>
      <w:r w:rsidRPr="002B3119">
        <w:t>en exhalait</w:t>
      </w:r>
      <w:r w:rsidR="00E4444A" w:rsidRPr="0099306C">
        <w:t xml:space="preserve">. </w:t>
      </w:r>
      <w:r w:rsidRPr="002B3119">
        <w:t>Ce parfum d</w:t>
      </w:r>
      <w:r w:rsidR="00E4444A" w:rsidRPr="0099306C">
        <w:t>’</w:t>
      </w:r>
      <w:r w:rsidRPr="002B3119">
        <w:t>automne emplissait la nuit</w:t>
      </w:r>
      <w:r w:rsidR="00E4444A" w:rsidRPr="0099306C">
        <w:t xml:space="preserve">. </w:t>
      </w:r>
      <w:r w:rsidRPr="002B3119">
        <w:t>Par instants m</w:t>
      </w:r>
      <w:r w:rsidR="00E4444A" w:rsidRPr="0099306C">
        <w:t>’</w:t>
      </w:r>
      <w:r w:rsidRPr="002B3119">
        <w:t>arrivait un soupir</w:t>
      </w:r>
      <w:r w:rsidR="00E4444A" w:rsidRPr="0099306C">
        <w:t xml:space="preserve">, </w:t>
      </w:r>
      <w:r w:rsidRPr="002B3119">
        <w:t>le bruit que fait une femme se retournant sur son fauteuil</w:t>
      </w:r>
      <w:r w:rsidR="00E4444A" w:rsidRPr="0099306C">
        <w:t xml:space="preserve">, </w:t>
      </w:r>
      <w:r w:rsidRPr="002B3119">
        <w:t>un vague murmure de mots</w:t>
      </w:r>
      <w:r w:rsidR="00E4444A" w:rsidRPr="0099306C">
        <w:t xml:space="preserve">, </w:t>
      </w:r>
      <w:r w:rsidRPr="002B3119">
        <w:t>échangés à voix basse</w:t>
      </w:r>
      <w:r w:rsidR="00E4444A" w:rsidRPr="0099306C">
        <w:t xml:space="preserve">, </w:t>
      </w:r>
      <w:r w:rsidRPr="002B3119">
        <w:t>que je ne disti</w:t>
      </w:r>
      <w:r w:rsidRPr="002B3119">
        <w:t>n</w:t>
      </w:r>
      <w:r w:rsidRPr="002B3119">
        <w:t>guais même pas</w:t>
      </w:r>
      <w:r w:rsidR="00E4444A" w:rsidRPr="0099306C">
        <w:t xml:space="preserve">. </w:t>
      </w:r>
      <w:r w:rsidRPr="002B3119">
        <w:lastRenderedPageBreak/>
        <w:t>Mais un tintement me fit lever la tête</w:t>
      </w:r>
      <w:r w:rsidR="00E4444A" w:rsidRPr="0099306C">
        <w:t xml:space="preserve">. </w:t>
      </w:r>
      <w:r w:rsidRPr="002B3119">
        <w:t>La pendule d</w:t>
      </w:r>
      <w:r w:rsidR="00E4444A" w:rsidRPr="0099306C">
        <w:t>’</w:t>
      </w:r>
      <w:r w:rsidRPr="002B3119">
        <w:t>Yvette sonnait tout de même minuit</w:t>
      </w:r>
      <w:r w:rsidR="00E4444A" w:rsidRPr="0099306C">
        <w:t>.</w:t>
      </w:r>
    </w:p>
    <w:p w14:paraId="6324EAB5" w14:textId="77777777" w:rsidR="002B3119" w:rsidRPr="002B3119" w:rsidRDefault="002B3119" w:rsidP="002B3119">
      <w:r w:rsidRPr="002B3119">
        <w:t>Ah</w:t>
      </w:r>
      <w:r w:rsidR="00E4444A" w:rsidRPr="0099306C">
        <w:t xml:space="preserve"> ! </w:t>
      </w:r>
      <w:r w:rsidRPr="002B3119">
        <w:t>la triste nuit de novembre</w:t>
      </w:r>
      <w:r w:rsidR="00E4444A" w:rsidRPr="0099306C">
        <w:t xml:space="preserve"> ! </w:t>
      </w:r>
      <w:r w:rsidRPr="002B3119">
        <w:t>Il me semblait qu</w:t>
      </w:r>
      <w:r w:rsidR="00E4444A" w:rsidRPr="0099306C">
        <w:t>’</w:t>
      </w:r>
      <w:r w:rsidRPr="002B3119">
        <w:t xml:space="preserve">un autre homme vivait ces </w:t>
      </w:r>
      <w:proofErr w:type="spellStart"/>
      <w:r w:rsidRPr="002B3119">
        <w:t>heures-là</w:t>
      </w:r>
      <w:proofErr w:type="spellEnd"/>
      <w:r w:rsidR="00E4444A" w:rsidRPr="0099306C">
        <w:t xml:space="preserve"> ! </w:t>
      </w:r>
      <w:r w:rsidRPr="002B3119">
        <w:t>Sans doute</w:t>
      </w:r>
      <w:r w:rsidR="00E4444A" w:rsidRPr="0099306C">
        <w:t xml:space="preserve">, </w:t>
      </w:r>
      <w:r w:rsidRPr="002B3119">
        <w:t>ai-je fini par m</w:t>
      </w:r>
      <w:r w:rsidR="00E4444A" w:rsidRPr="0099306C">
        <w:t>’</w:t>
      </w:r>
      <w:r w:rsidRPr="002B3119">
        <w:t>assoupir</w:t>
      </w:r>
      <w:r w:rsidR="00E4444A" w:rsidRPr="0099306C">
        <w:t xml:space="preserve">. </w:t>
      </w:r>
      <w:r w:rsidRPr="002B3119">
        <w:t>Tout à coup</w:t>
      </w:r>
      <w:r w:rsidR="00E4444A" w:rsidRPr="0099306C">
        <w:t xml:space="preserve">, </w:t>
      </w:r>
      <w:r w:rsidRPr="002B3119">
        <w:t>je me réveillai en sursaut</w:t>
      </w:r>
      <w:r w:rsidR="00E4444A" w:rsidRPr="0099306C">
        <w:t xml:space="preserve">. </w:t>
      </w:r>
      <w:r w:rsidRPr="002B3119">
        <w:t>Alors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assis dans les ténèbres</w:t>
      </w:r>
      <w:r w:rsidR="00E4444A" w:rsidRPr="0099306C">
        <w:t xml:space="preserve">. </w:t>
      </w:r>
      <w:r w:rsidRPr="002B3119">
        <w:t>Voyons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eu un cauchemar et ce n</w:t>
      </w:r>
      <w:r w:rsidR="00E4444A" w:rsidRPr="0099306C">
        <w:t>’</w:t>
      </w:r>
      <w:r w:rsidRPr="002B3119">
        <w:t>était pas la première fois</w:t>
      </w:r>
      <w:r w:rsidR="00E4444A" w:rsidRPr="0099306C">
        <w:t xml:space="preserve">. </w:t>
      </w:r>
      <w:r w:rsidRPr="002B3119">
        <w:t>Déjà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hiver dernier</w:t>
      </w:r>
      <w:r w:rsidR="00E4444A" w:rsidRPr="0099306C">
        <w:t xml:space="preserve">, </w:t>
      </w:r>
      <w:r w:rsidRPr="002B3119">
        <w:t>à la suite du même horrible rêve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couru embrasser Yvette</w:t>
      </w:r>
      <w:r w:rsidR="00E4444A" w:rsidRPr="0099306C">
        <w:t xml:space="preserve">. </w:t>
      </w:r>
      <w:r w:rsidRPr="002B3119">
        <w:t>Hélas</w:t>
      </w:r>
      <w:r w:rsidR="00E4444A" w:rsidRPr="0099306C">
        <w:t xml:space="preserve"> ! </w:t>
      </w:r>
      <w:r w:rsidRPr="002B3119">
        <w:t>non</w:t>
      </w:r>
      <w:r w:rsidR="00E4444A" w:rsidRPr="0099306C">
        <w:t xml:space="preserve">. </w:t>
      </w:r>
      <w:r w:rsidRPr="002B3119">
        <w:t>Ce n</w:t>
      </w:r>
      <w:r w:rsidR="00E4444A" w:rsidRPr="0099306C">
        <w:t>’</w:t>
      </w:r>
      <w:r w:rsidRPr="002B3119">
        <w:t>était plus un songe</w:t>
      </w:r>
      <w:r w:rsidR="00E4444A" w:rsidRPr="0099306C">
        <w:t xml:space="preserve">. </w:t>
      </w:r>
      <w:r w:rsidRPr="002B3119">
        <w:t>La raie de la porte me rappela la réalité</w:t>
      </w:r>
      <w:r w:rsidR="00E4444A" w:rsidRPr="0099306C">
        <w:t xml:space="preserve">, </w:t>
      </w:r>
      <w:r w:rsidRPr="002B3119">
        <w:t>mais je n</w:t>
      </w:r>
      <w:r w:rsidR="00E4444A" w:rsidRPr="0099306C">
        <w:t>’</w:t>
      </w:r>
      <w:r w:rsidRPr="002B3119">
        <w:t>entendis plus</w:t>
      </w:r>
      <w:r w:rsidR="00E4444A" w:rsidRPr="0099306C">
        <w:t> : « </w:t>
      </w:r>
      <w:r w:rsidRPr="002B3119">
        <w:t>Papa</w:t>
      </w:r>
      <w:r w:rsidR="00E4444A" w:rsidRPr="0099306C">
        <w:t xml:space="preserve">… </w:t>
      </w:r>
      <w:r w:rsidRPr="002B3119">
        <w:t>P</w:t>
      </w:r>
      <w:r w:rsidRPr="002B3119">
        <w:t>a</w:t>
      </w:r>
      <w:r w:rsidRPr="002B3119">
        <w:t>pa</w:t>
      </w:r>
      <w:r w:rsidR="00E4444A" w:rsidRPr="0099306C">
        <w:t>… »</w:t>
      </w:r>
    </w:p>
    <w:p w14:paraId="1A4D0BC8" w14:textId="77777777" w:rsidR="00E4444A" w:rsidRPr="0099306C" w:rsidRDefault="002B3119" w:rsidP="002B3119">
      <w:r w:rsidRPr="002B3119">
        <w:t>Une fois encore</w:t>
      </w:r>
      <w:r w:rsidR="00E4444A" w:rsidRPr="0099306C">
        <w:t xml:space="preserve">, </w:t>
      </w:r>
      <w:r w:rsidRPr="002B3119">
        <w:t>le petit jour consentit à paraître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ombre et la lumière restèrent aux prises longtemps</w:t>
      </w:r>
      <w:r w:rsidR="00E4444A" w:rsidRPr="0099306C">
        <w:t xml:space="preserve">. </w:t>
      </w:r>
      <w:r w:rsidRPr="002B3119">
        <w:t>Et Dieu rendit aux hommes un de ces jours transparents que l</w:t>
      </w:r>
      <w:r w:rsidR="00E4444A" w:rsidRPr="0099306C">
        <w:t>’</w:t>
      </w:r>
      <w:r w:rsidRPr="002B3119">
        <w:t>automne accorde encore entre deux mornes journées de pluie</w:t>
      </w:r>
      <w:r w:rsidR="00E4444A" w:rsidRPr="0099306C">
        <w:t>.</w:t>
      </w:r>
    </w:p>
    <w:p w14:paraId="18C9ABF5" w14:textId="77777777" w:rsidR="002B3119" w:rsidRPr="002B3119" w:rsidRDefault="002B3119" w:rsidP="002B3119"/>
    <w:p w14:paraId="0BD6A79B" w14:textId="77777777" w:rsidR="00E4444A" w:rsidRPr="0099306C" w:rsidRDefault="002B3119" w:rsidP="002B3119">
      <w:r w:rsidRPr="002B3119">
        <w:t>De ces deux jours</w:t>
      </w:r>
      <w:r w:rsidR="00E4444A" w:rsidRPr="0099306C">
        <w:t xml:space="preserve">, </w:t>
      </w:r>
      <w:r w:rsidRPr="002B3119">
        <w:t>un seul doux souvenir me reste</w:t>
      </w:r>
      <w:r w:rsidR="00E4444A" w:rsidRPr="0099306C">
        <w:t xml:space="preserve">, </w:t>
      </w:r>
      <w:r w:rsidRPr="002B3119">
        <w:t>un de ces clairs souvenirs dont demeure illuminée toute une vie</w:t>
      </w:r>
      <w:r w:rsidR="00E4444A" w:rsidRPr="0099306C">
        <w:t>.</w:t>
      </w:r>
    </w:p>
    <w:p w14:paraId="44E8915E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par une belle matinée</w:t>
      </w:r>
      <w:r w:rsidR="00E4444A" w:rsidRPr="0099306C">
        <w:t xml:space="preserve">. </w:t>
      </w:r>
      <w:r w:rsidRPr="002B3119">
        <w:t>Une fine lumière blanchi</w:t>
      </w:r>
      <w:r w:rsidRPr="002B3119">
        <w:t>s</w:t>
      </w:r>
      <w:r w:rsidRPr="002B3119">
        <w:t>sait les rideaux de tulle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étais dans la chambre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paisiblement étendue sur son lit</w:t>
      </w:r>
      <w:r w:rsidR="00E4444A" w:rsidRPr="0099306C">
        <w:t xml:space="preserve">. </w:t>
      </w:r>
      <w:r w:rsidRPr="002B3119">
        <w:t>Des marques qu</w:t>
      </w:r>
      <w:r w:rsidR="00E4444A" w:rsidRPr="0099306C">
        <w:t>’</w:t>
      </w:r>
      <w:r w:rsidRPr="002B3119">
        <w:t>avait pu imprimer la maladie</w:t>
      </w:r>
      <w:r w:rsidR="00E4444A" w:rsidRPr="0099306C">
        <w:t xml:space="preserve">, </w:t>
      </w:r>
      <w:r w:rsidRPr="002B3119">
        <w:t>son visage ne conservait plus aucune trace</w:t>
      </w:r>
      <w:r w:rsidR="00E4444A" w:rsidRPr="0099306C">
        <w:t xml:space="preserve">. </w:t>
      </w:r>
      <w:r w:rsidRPr="002B3119">
        <w:t>Au contraire elle était transfigurée</w:t>
      </w:r>
      <w:r w:rsidR="00E4444A" w:rsidRPr="0099306C">
        <w:t xml:space="preserve">. </w:t>
      </w:r>
      <w:r w:rsidRPr="002B3119">
        <w:t>Ses mains</w:t>
      </w:r>
      <w:r w:rsidR="00E4444A" w:rsidRPr="0099306C">
        <w:t xml:space="preserve">, </w:t>
      </w:r>
      <w:r w:rsidRPr="002B3119">
        <w:t>jointes pour la prière</w:t>
      </w:r>
      <w:r w:rsidR="00E4444A" w:rsidRPr="0099306C">
        <w:t xml:space="preserve">, </w:t>
      </w:r>
      <w:r w:rsidRPr="002B3119">
        <w:t>se resserraient sur une croix d</w:t>
      </w:r>
      <w:r w:rsidR="00E4444A" w:rsidRPr="0099306C">
        <w:t>’</w:t>
      </w:r>
      <w:r w:rsidRPr="002B3119">
        <w:t>ivoire que j</w:t>
      </w:r>
      <w:r w:rsidR="00E4444A" w:rsidRPr="0099306C">
        <w:t>’</w:t>
      </w:r>
      <w:r w:rsidRPr="002B3119">
        <w:t>avais mise entre ses doigts</w:t>
      </w:r>
      <w:r w:rsidR="00E4444A" w:rsidRPr="0099306C">
        <w:t xml:space="preserve">. </w:t>
      </w:r>
      <w:r w:rsidRPr="002B3119">
        <w:t>Sur ses yeux étaient retombées ses paupières comme pour mieux retenir une vision céleste</w:t>
      </w:r>
      <w:r w:rsidR="00E4444A" w:rsidRPr="0099306C">
        <w:t xml:space="preserve">. </w:t>
      </w:r>
      <w:r w:rsidRPr="002B3119">
        <w:t>Ses lèvres étaient entr</w:t>
      </w:r>
      <w:r w:rsidR="00E4444A" w:rsidRPr="0099306C">
        <w:t>’</w:t>
      </w:r>
      <w:r w:rsidRPr="002B3119">
        <w:t>ouvertes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eus pas l</w:t>
      </w:r>
      <w:r w:rsidR="00E4444A" w:rsidRPr="0099306C">
        <w:t>’</w:t>
      </w:r>
      <w:r w:rsidRPr="002B3119">
        <w:t>impression qu</w:t>
      </w:r>
      <w:r w:rsidR="00E4444A" w:rsidRPr="0099306C">
        <w:t>’</w:t>
      </w:r>
      <w:r w:rsidRPr="002B3119">
        <w:t>elle dormait</w:t>
      </w:r>
      <w:r w:rsidR="00E4444A" w:rsidRPr="0099306C">
        <w:t xml:space="preserve">. </w:t>
      </w:r>
      <w:r w:rsidRPr="002B3119">
        <w:t>On eût dit plutôt qu</w:t>
      </w:r>
      <w:r w:rsidR="00E4444A" w:rsidRPr="0099306C">
        <w:t>’</w:t>
      </w:r>
      <w:r w:rsidRPr="002B3119">
        <w:t>elle parlait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elle allait parler</w:t>
      </w:r>
      <w:r w:rsidR="00E4444A" w:rsidRPr="0099306C">
        <w:t xml:space="preserve">, </w:t>
      </w:r>
      <w:r w:rsidRPr="002B3119">
        <w:t>que les mots étaient encore arrêtés sur ses lèvres</w:t>
      </w:r>
      <w:r w:rsidR="00E4444A" w:rsidRPr="0099306C">
        <w:t xml:space="preserve">, </w:t>
      </w:r>
      <w:r w:rsidRPr="002B3119">
        <w:t>suspendus par l</w:t>
      </w:r>
      <w:r w:rsidR="00E4444A" w:rsidRPr="0099306C">
        <w:t>’</w:t>
      </w:r>
      <w:r w:rsidRPr="002B3119">
        <w:t>extase et l</w:t>
      </w:r>
      <w:r w:rsidR="00E4444A" w:rsidRPr="0099306C">
        <w:t>’</w:t>
      </w:r>
      <w:r w:rsidRPr="002B3119">
        <w:t>émerveillement</w:t>
      </w:r>
      <w:r w:rsidR="00E4444A" w:rsidRPr="0099306C">
        <w:t>.</w:t>
      </w:r>
    </w:p>
    <w:p w14:paraId="291D957F" w14:textId="77777777" w:rsidR="00E4444A" w:rsidRPr="0099306C" w:rsidRDefault="002B3119" w:rsidP="002B3119">
      <w:r w:rsidRPr="002B3119">
        <w:lastRenderedPageBreak/>
        <w:t>Quelle joie infinie elle respirait</w:t>
      </w:r>
      <w:r w:rsidR="00E4444A" w:rsidRPr="0099306C">
        <w:t xml:space="preserve">, </w:t>
      </w:r>
      <w:r w:rsidRPr="002B3119">
        <w:t>la radieuse petite morte</w:t>
      </w:r>
      <w:r w:rsidR="00E4444A" w:rsidRPr="0099306C">
        <w:t xml:space="preserve"> ! </w:t>
      </w:r>
      <w:r w:rsidRPr="002B3119">
        <w:t>Comment</w:t>
      </w:r>
      <w:r w:rsidR="00E4444A" w:rsidRPr="0099306C">
        <w:t xml:space="preserve">, </w:t>
      </w:r>
      <w:r w:rsidRPr="002B3119">
        <w:t>si elle avait connu l</w:t>
      </w:r>
      <w:r w:rsidR="00E4444A" w:rsidRPr="0099306C">
        <w:t>’</w:t>
      </w:r>
      <w:r w:rsidRPr="002B3119">
        <w:t>angoisse du dernier passage</w:t>
      </w:r>
      <w:r w:rsidR="00E4444A" w:rsidRPr="0099306C">
        <w:t xml:space="preserve">, </w:t>
      </w:r>
      <w:r w:rsidRPr="002B3119">
        <w:t>ses traits auraient-ils pu exprimer ce délicieux apaisement</w:t>
      </w:r>
      <w:r w:rsidR="00E4444A" w:rsidRPr="0099306C">
        <w:t xml:space="preserve"> ? </w:t>
      </w:r>
      <w:r w:rsidRPr="002B3119">
        <w:t>Ah</w:t>
      </w:r>
      <w:r w:rsidR="00E4444A" w:rsidRPr="0099306C">
        <w:t xml:space="preserve"> ! </w:t>
      </w:r>
      <w:r w:rsidRPr="002B3119">
        <w:t>cette expression qu</w:t>
      </w:r>
      <w:r w:rsidR="00E4444A" w:rsidRPr="0099306C">
        <w:t>’</w:t>
      </w:r>
      <w:r w:rsidRPr="002B3119">
        <w:t>elle avait</w:t>
      </w:r>
      <w:r w:rsidR="00E4444A" w:rsidRPr="0099306C">
        <w:t xml:space="preserve">, </w:t>
      </w:r>
      <w:r w:rsidRPr="002B3119">
        <w:t>comme je la reconnai</w:t>
      </w:r>
      <w:r w:rsidRPr="002B3119">
        <w:t>s</w:t>
      </w:r>
      <w:r w:rsidRPr="002B3119">
        <w:t>sais bien</w:t>
      </w:r>
      <w:r w:rsidR="00E4444A" w:rsidRPr="0099306C">
        <w:t xml:space="preserve"> ! </w:t>
      </w:r>
      <w:r w:rsidRPr="002B3119">
        <w:t>Quand elle recevait quelque beau cadeau qu</w:t>
      </w:r>
      <w:r w:rsidR="00E4444A" w:rsidRPr="0099306C">
        <w:t>’</w:t>
      </w:r>
      <w:r w:rsidRPr="002B3119">
        <w:t>elle souhaitait depuis longtemps</w:t>
      </w:r>
      <w:r w:rsidR="00E4444A" w:rsidRPr="0099306C">
        <w:t xml:space="preserve">, </w:t>
      </w:r>
      <w:r w:rsidRPr="002B3119">
        <w:t>quand elle avait eu</w:t>
      </w:r>
      <w:r w:rsidR="00E4444A" w:rsidRPr="0099306C">
        <w:t xml:space="preserve">, </w:t>
      </w:r>
      <w:r w:rsidRPr="002B3119">
        <w:t>à Noël</w:t>
      </w:r>
      <w:r w:rsidR="00E4444A" w:rsidRPr="0099306C">
        <w:t xml:space="preserve">, </w:t>
      </w:r>
      <w:r w:rsidRPr="002B3119">
        <w:t>la vue subite de l</w:t>
      </w:r>
      <w:r w:rsidR="00E4444A" w:rsidRPr="0099306C">
        <w:t>’</w:t>
      </w:r>
      <w:r w:rsidRPr="002B3119">
        <w:t>arbre</w:t>
      </w:r>
      <w:r w:rsidR="00E4444A" w:rsidRPr="0099306C">
        <w:t xml:space="preserve">, </w:t>
      </w:r>
      <w:r w:rsidRPr="002B3119">
        <w:t>quand un soir</w:t>
      </w:r>
      <w:r w:rsidR="00E4444A" w:rsidRPr="0099306C">
        <w:t xml:space="preserve">, </w:t>
      </w:r>
      <w:r w:rsidRPr="002B3119">
        <w:t>au bord de la mer</w:t>
      </w:r>
      <w:r w:rsidR="00E4444A" w:rsidRPr="0099306C">
        <w:t xml:space="preserve">, </w:t>
      </w:r>
      <w:r w:rsidRPr="002B3119">
        <w:t>les premières fusées avaient déchiré le ciel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déjà rema</w:t>
      </w:r>
      <w:r w:rsidRPr="002B3119">
        <w:t>r</w:t>
      </w:r>
      <w:r w:rsidRPr="002B3119">
        <w:t>qué</w:t>
      </w:r>
      <w:r w:rsidR="00E4444A" w:rsidRPr="0099306C">
        <w:t xml:space="preserve">, </w:t>
      </w:r>
      <w:r w:rsidRPr="002B3119">
        <w:t>chez ma petite Yvette</w:t>
      </w:r>
      <w:r w:rsidR="00E4444A" w:rsidRPr="0099306C">
        <w:t xml:space="preserve">, </w:t>
      </w:r>
      <w:r w:rsidRPr="002B3119">
        <w:t>cette immobilité attentive</w:t>
      </w:r>
      <w:r w:rsidR="00E4444A" w:rsidRPr="0099306C">
        <w:t xml:space="preserve">, </w:t>
      </w:r>
      <w:r w:rsidRPr="002B3119">
        <w:t>ce bienheureux étonnement</w:t>
      </w:r>
      <w:r w:rsidR="00E4444A" w:rsidRPr="0099306C">
        <w:t xml:space="preserve">. </w:t>
      </w:r>
      <w:r w:rsidRPr="002B3119">
        <w:t>En ce moment</w:t>
      </w:r>
      <w:r w:rsidR="00E4444A" w:rsidRPr="0099306C">
        <w:t xml:space="preserve">, </w:t>
      </w:r>
      <w:r w:rsidRPr="002B3119">
        <w:t>que voyait-elle</w:t>
      </w:r>
      <w:r w:rsidR="00E4444A" w:rsidRPr="0099306C">
        <w:t xml:space="preserve"> ? </w:t>
      </w:r>
      <w:r w:rsidRPr="002B3119">
        <w:t>Le jour de la première classe</w:t>
      </w:r>
      <w:r w:rsidR="00E4444A" w:rsidRPr="0099306C">
        <w:t xml:space="preserve">, </w:t>
      </w:r>
      <w:r w:rsidRPr="002B3119">
        <w:t>observant les petites filles avant de se joindre à leurs rondes</w:t>
      </w:r>
      <w:r w:rsidR="00E4444A" w:rsidRPr="0099306C">
        <w:t xml:space="preserve">, </w:t>
      </w:r>
      <w:r w:rsidRPr="002B3119">
        <w:t>elle avait eu la même e</w:t>
      </w:r>
      <w:r w:rsidRPr="002B3119">
        <w:t>x</w:t>
      </w:r>
      <w:r w:rsidRPr="002B3119">
        <w:t>pression</w:t>
      </w:r>
      <w:r w:rsidR="00E4444A" w:rsidRPr="0099306C">
        <w:t xml:space="preserve">. </w:t>
      </w:r>
      <w:r w:rsidRPr="002B3119">
        <w:t>Seule une vision de béatitude pouvait expliquer ce ravissement</w:t>
      </w:r>
      <w:r w:rsidR="00E4444A" w:rsidRPr="0099306C">
        <w:t>.</w:t>
      </w:r>
    </w:p>
    <w:p w14:paraId="6EFCF483" w14:textId="77777777" w:rsidR="00E4444A" w:rsidRPr="0099306C" w:rsidRDefault="002B3119" w:rsidP="002B3119">
      <w:r w:rsidRPr="002B3119">
        <w:t>Ah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 !… </w:t>
      </w:r>
      <w:r w:rsidRPr="002B3119">
        <w:t>Ta mort parlait d</w:t>
      </w:r>
      <w:r w:rsidR="00E4444A" w:rsidRPr="0099306C">
        <w:t>’</w:t>
      </w:r>
      <w:r w:rsidRPr="002B3119">
        <w:t>éternité</w:t>
      </w:r>
      <w:r w:rsidR="00E4444A" w:rsidRPr="0099306C">
        <w:t xml:space="preserve">. </w:t>
      </w:r>
      <w:r w:rsidRPr="002B3119">
        <w:t>J</w:t>
      </w:r>
      <w:r w:rsidRPr="002B3119">
        <w:t>a</w:t>
      </w:r>
      <w:r w:rsidRPr="002B3119">
        <w:t>mais je n</w:t>
      </w:r>
      <w:r w:rsidR="00E4444A" w:rsidRPr="0099306C">
        <w:t>’</w:t>
      </w:r>
      <w:r w:rsidRPr="002B3119">
        <w:t>eus l</w:t>
      </w:r>
      <w:r w:rsidR="00E4444A" w:rsidRPr="0099306C">
        <w:t>’</w:t>
      </w:r>
      <w:r w:rsidRPr="002B3119">
        <w:t>intuition plus nette d</w:t>
      </w:r>
      <w:r w:rsidR="00E4444A" w:rsidRPr="0099306C">
        <w:t>’</w:t>
      </w:r>
      <w:r w:rsidRPr="002B3119">
        <w:t>une autre vie</w:t>
      </w:r>
      <w:r w:rsidR="00E4444A" w:rsidRPr="0099306C">
        <w:t xml:space="preserve">, </w:t>
      </w:r>
      <w:r w:rsidRPr="002B3119">
        <w:t>où</w:t>
      </w:r>
      <w:r w:rsidR="00E4444A" w:rsidRPr="0099306C">
        <w:t xml:space="preserve">, </w:t>
      </w:r>
      <w:r w:rsidRPr="002B3119">
        <w:t>si j</w:t>
      </w:r>
      <w:r w:rsidR="00E4444A" w:rsidRPr="0099306C">
        <w:t>’</w:t>
      </w:r>
      <w:r w:rsidRPr="002B3119">
        <w:t>en étais digne</w:t>
      </w:r>
      <w:r w:rsidR="00E4444A" w:rsidRPr="0099306C">
        <w:t xml:space="preserve">, </w:t>
      </w:r>
      <w:r w:rsidRPr="002B3119">
        <w:t>je te retrouverais</w:t>
      </w:r>
      <w:r w:rsidR="00E4444A" w:rsidRPr="0099306C">
        <w:t xml:space="preserve">. </w:t>
      </w:r>
      <w:r w:rsidRPr="002B3119">
        <w:t>Tu étais dans un monde où les âmes n</w:t>
      </w:r>
      <w:r w:rsidR="00E4444A" w:rsidRPr="0099306C">
        <w:t>’</w:t>
      </w:r>
      <w:r w:rsidRPr="002B3119">
        <w:t>ont pas d</w:t>
      </w:r>
      <w:r w:rsidR="00E4444A" w:rsidRPr="0099306C">
        <w:t>’</w:t>
      </w:r>
      <w:r w:rsidRPr="002B3119">
        <w:t>âge</w:t>
      </w:r>
      <w:r w:rsidR="00E4444A" w:rsidRPr="0099306C">
        <w:t xml:space="preserve">. </w:t>
      </w:r>
      <w:r w:rsidRPr="002B3119">
        <w:t>Les secrets que j</w:t>
      </w:r>
      <w:r w:rsidR="00E4444A" w:rsidRPr="0099306C">
        <w:t>’</w:t>
      </w:r>
      <w:r w:rsidRPr="002B3119">
        <w:t>ignorais encore</w:t>
      </w:r>
      <w:r w:rsidR="00E4444A" w:rsidRPr="0099306C">
        <w:t xml:space="preserve">, </w:t>
      </w:r>
      <w:r w:rsidRPr="002B3119">
        <w:t>tu les possédais</w:t>
      </w:r>
      <w:r w:rsidR="00E4444A" w:rsidRPr="0099306C">
        <w:t xml:space="preserve">, </w:t>
      </w:r>
      <w:r w:rsidRPr="002B3119">
        <w:t>toi</w:t>
      </w:r>
      <w:r w:rsidR="00E4444A" w:rsidRPr="0099306C">
        <w:t xml:space="preserve">, </w:t>
      </w:r>
      <w:r w:rsidRPr="002B3119">
        <w:t>maintenant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rêvé de te protéger et te conduire</w:t>
      </w:r>
      <w:r w:rsidR="00E4444A" w:rsidRPr="0099306C">
        <w:t xml:space="preserve">. </w:t>
      </w:r>
      <w:r w:rsidRPr="002B3119">
        <w:t>La volonté qui règle nos vies en avait autrement décidé</w:t>
      </w:r>
      <w:r w:rsidR="00E4444A" w:rsidRPr="0099306C">
        <w:t xml:space="preserve">. </w:t>
      </w:r>
      <w:r w:rsidRPr="002B3119">
        <w:t>Tu serais</w:t>
      </w:r>
      <w:r w:rsidR="00E4444A" w:rsidRPr="0099306C">
        <w:t xml:space="preserve">, </w:t>
      </w:r>
      <w:r w:rsidRPr="002B3119">
        <w:t>toi</w:t>
      </w:r>
      <w:r w:rsidR="00E4444A" w:rsidRPr="0099306C">
        <w:t xml:space="preserve">, </w:t>
      </w:r>
      <w:r w:rsidRPr="002B3119">
        <w:t>la pure étoile qui me guiderait dorén</w:t>
      </w:r>
      <w:r w:rsidRPr="002B3119">
        <w:t>a</w:t>
      </w:r>
      <w:r w:rsidRPr="002B3119">
        <w:t>vant</w:t>
      </w:r>
      <w:r w:rsidR="00E4444A" w:rsidRPr="0099306C">
        <w:t xml:space="preserve">. </w:t>
      </w:r>
      <w:r w:rsidRPr="002B3119">
        <w:t>Mais tu n</w:t>
      </w:r>
      <w:r w:rsidR="00E4444A" w:rsidRPr="0099306C">
        <w:t>’</w:t>
      </w:r>
      <w:r w:rsidRPr="002B3119">
        <w:t>étais pas seule</w:t>
      </w:r>
      <w:r w:rsidR="00E4444A" w:rsidRPr="0099306C">
        <w:t xml:space="preserve">, </w:t>
      </w:r>
      <w:r w:rsidRPr="002B3119">
        <w:t>perdue sur une terre no</w:t>
      </w:r>
      <w:r w:rsidRPr="002B3119">
        <w:t>u</w:t>
      </w:r>
      <w:r w:rsidRPr="002B3119">
        <w:t>velle</w:t>
      </w:r>
      <w:r w:rsidR="00E4444A" w:rsidRPr="0099306C">
        <w:t xml:space="preserve">. </w:t>
      </w:r>
      <w:r w:rsidRPr="002B3119">
        <w:t>Tes traits ne décelaient pas de crainte</w:t>
      </w:r>
      <w:r w:rsidR="00E4444A" w:rsidRPr="0099306C">
        <w:t xml:space="preserve">. </w:t>
      </w:r>
      <w:r w:rsidRPr="002B3119">
        <w:t>Peut-être co</w:t>
      </w:r>
      <w:r w:rsidRPr="002B3119">
        <w:t>n</w:t>
      </w:r>
      <w:r w:rsidRPr="002B3119">
        <w:t>sidérais-tu les anges avant de te mêler à leurs jeux</w:t>
      </w:r>
      <w:r w:rsidR="00E4444A" w:rsidRPr="0099306C">
        <w:t xml:space="preserve">, </w:t>
      </w:r>
      <w:r w:rsidRPr="002B3119">
        <w:t>ou qui sait</w:t>
      </w:r>
      <w:r w:rsidR="00E4444A" w:rsidRPr="0099306C">
        <w:t xml:space="preserve"> ? </w:t>
      </w:r>
      <w:r w:rsidRPr="002B3119">
        <w:t>peut-être</w:t>
      </w:r>
      <w:r w:rsidR="00CF1035">
        <w:t>,</w:t>
      </w:r>
      <w:r w:rsidR="00E4444A" w:rsidRPr="0099306C">
        <w:t xml:space="preserve"> </w:t>
      </w:r>
      <w:r w:rsidRPr="002B3119">
        <w:t>sur quelque plage invisible</w:t>
      </w:r>
      <w:r w:rsidR="00E4444A" w:rsidRPr="0099306C">
        <w:t xml:space="preserve">, </w:t>
      </w:r>
      <w:r w:rsidRPr="002B3119">
        <w:t>la mère que je n</w:t>
      </w:r>
      <w:r w:rsidR="00E4444A" w:rsidRPr="0099306C">
        <w:t>’</w:t>
      </w:r>
      <w:r w:rsidRPr="002B3119">
        <w:t>avais pas connue avait reconnu sa petite-fille</w:t>
      </w:r>
      <w:r w:rsidR="00E4444A" w:rsidRPr="0099306C">
        <w:t xml:space="preserve">, </w:t>
      </w:r>
      <w:r w:rsidRPr="002B3119">
        <w:t>et te menait tendrement par la main</w:t>
      </w:r>
      <w:r w:rsidR="00E4444A" w:rsidRPr="0099306C">
        <w:t>.</w:t>
      </w:r>
    </w:p>
    <w:p w14:paraId="793D3B73" w14:textId="77777777" w:rsidR="00E4444A" w:rsidRPr="0099306C" w:rsidRDefault="002B3119" w:rsidP="002B3119">
      <w:r w:rsidRPr="002B3119">
        <w:t>Yvette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 ! </w:t>
      </w:r>
      <w:r w:rsidRPr="002B3119">
        <w:t>La fine lumière blanche</w:t>
      </w:r>
      <w:r w:rsidR="00E4444A" w:rsidRPr="0099306C">
        <w:t xml:space="preserve">, </w:t>
      </w:r>
      <w:r w:rsidRPr="002B3119">
        <w:t>céleste</w:t>
      </w:r>
      <w:r w:rsidR="00E4444A" w:rsidRPr="0099306C">
        <w:t xml:space="preserve">, </w:t>
      </w:r>
      <w:r w:rsidRPr="002B3119">
        <w:t>fluide continuait à baigner ton visage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cette lumière</w:t>
      </w:r>
      <w:r w:rsidR="00E4444A" w:rsidRPr="0099306C">
        <w:t xml:space="preserve">, </w:t>
      </w:r>
      <w:r w:rsidRPr="002B3119">
        <w:t>je l</w:t>
      </w:r>
      <w:r w:rsidR="00E4444A" w:rsidRPr="0099306C">
        <w:t>’</w:t>
      </w:r>
      <w:r w:rsidRPr="002B3119">
        <w:t>avais déjà vue</w:t>
      </w:r>
      <w:r w:rsidR="00E4444A" w:rsidRPr="0099306C">
        <w:t xml:space="preserve">. </w:t>
      </w:r>
      <w:r w:rsidRPr="002B3119">
        <w:t>Un très vieux souvenir me revint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la lumière de maman</w:t>
      </w:r>
      <w:r w:rsidR="00E4444A" w:rsidRPr="0099306C">
        <w:t>…</w:t>
      </w:r>
    </w:p>
    <w:p w14:paraId="3D1EA057" w14:textId="77777777" w:rsidR="002B3119" w:rsidRPr="002B3119" w:rsidRDefault="002B3119" w:rsidP="002B3119"/>
    <w:p w14:paraId="5AFA034B" w14:textId="77777777" w:rsidR="00E4444A" w:rsidRPr="0099306C" w:rsidRDefault="002B3119" w:rsidP="002B3119">
      <w:r w:rsidRPr="002B3119">
        <w:lastRenderedPageBreak/>
        <w:t>Le lendemain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après-midi</w:t>
      </w:r>
      <w:r w:rsidR="00E4444A" w:rsidRPr="0099306C">
        <w:t xml:space="preserve">, </w:t>
      </w:r>
      <w:r w:rsidRPr="002B3119">
        <w:t>des hommes vinrent chercher Yvette</w:t>
      </w:r>
      <w:r w:rsidR="00E4444A" w:rsidRPr="0099306C">
        <w:t>.</w:t>
      </w:r>
    </w:p>
    <w:p w14:paraId="445D3E58" w14:textId="77777777" w:rsidR="00E4444A" w:rsidRPr="0099306C" w:rsidRDefault="002B3119" w:rsidP="002B3119">
      <w:r w:rsidRPr="002B3119">
        <w:t>Cela se fit dans le brouillard d</w:t>
      </w:r>
      <w:r w:rsidR="00E4444A" w:rsidRPr="0099306C">
        <w:t>’</w:t>
      </w:r>
      <w:r w:rsidRPr="002B3119">
        <w:t>un terne jour d</w:t>
      </w:r>
      <w:r w:rsidR="00E4444A" w:rsidRPr="0099306C">
        <w:t>’</w:t>
      </w:r>
      <w:r w:rsidRPr="002B3119">
        <w:t>arrière-saison</w:t>
      </w:r>
      <w:r w:rsidR="00E4444A" w:rsidRPr="0099306C">
        <w:t xml:space="preserve">. </w:t>
      </w:r>
      <w:r w:rsidRPr="002B3119">
        <w:t>Des fleurs</w:t>
      </w:r>
      <w:r w:rsidR="00E4444A" w:rsidRPr="0099306C">
        <w:t xml:space="preserve">. </w:t>
      </w:r>
      <w:r w:rsidRPr="002B3119">
        <w:t>Des fleurs</w:t>
      </w:r>
      <w:r w:rsidR="00E4444A" w:rsidRPr="0099306C">
        <w:t xml:space="preserve">. </w:t>
      </w:r>
      <w:r w:rsidRPr="002B3119">
        <w:t>Il y avait des fleurs partout</w:t>
      </w:r>
      <w:r w:rsidR="00E4444A" w:rsidRPr="0099306C">
        <w:t xml:space="preserve">. </w:t>
      </w:r>
      <w:r w:rsidRPr="002B3119">
        <w:t>Elle disparaissait sous les fleurs</w:t>
      </w:r>
      <w:r w:rsidR="00E4444A" w:rsidRPr="0099306C">
        <w:t xml:space="preserve">, </w:t>
      </w:r>
      <w:r w:rsidRPr="002B3119">
        <w:t>cette enfant qui les avait tant aimées</w:t>
      </w:r>
      <w:r w:rsidR="00E4444A" w:rsidRPr="0099306C">
        <w:t xml:space="preserve">. </w:t>
      </w:r>
      <w:r w:rsidRPr="002B3119">
        <w:t>Toute une foule envahit la maison</w:t>
      </w:r>
      <w:r w:rsidR="00E4444A" w:rsidRPr="0099306C">
        <w:t xml:space="preserve">. </w:t>
      </w:r>
      <w:r w:rsidRPr="002B3119">
        <w:t>Des hommes</w:t>
      </w:r>
      <w:r w:rsidR="00E4444A" w:rsidRPr="0099306C">
        <w:t xml:space="preserve">, </w:t>
      </w:r>
      <w:r w:rsidRPr="002B3119">
        <w:t>des hommes</w:t>
      </w:r>
      <w:r w:rsidR="00E4444A" w:rsidRPr="0099306C">
        <w:t xml:space="preserve">, </w:t>
      </w:r>
      <w:r w:rsidRPr="002B3119">
        <w:t>qui tournaient</w:t>
      </w:r>
      <w:r w:rsidR="00E4444A" w:rsidRPr="0099306C">
        <w:t xml:space="preserve">, </w:t>
      </w:r>
      <w:r w:rsidRPr="002B3119">
        <w:t>tournaient</w:t>
      </w:r>
      <w:r w:rsidR="00E4444A" w:rsidRPr="0099306C">
        <w:t xml:space="preserve">, </w:t>
      </w:r>
      <w:r w:rsidRPr="002B3119">
        <w:t>entraient par une porte et sortaient par l</w:t>
      </w:r>
      <w:r w:rsidR="00E4444A" w:rsidRPr="0099306C">
        <w:t>’</w:t>
      </w:r>
      <w:r w:rsidRPr="002B3119">
        <w:t>autre</w:t>
      </w:r>
      <w:r w:rsidR="00E4444A" w:rsidRPr="0099306C">
        <w:t xml:space="preserve">, </w:t>
      </w:r>
      <w:r w:rsidRPr="002B3119">
        <w:t>comme dans un ma</w:t>
      </w:r>
      <w:r w:rsidRPr="002B3119">
        <w:t>u</w:t>
      </w:r>
      <w:r w:rsidRPr="002B3119">
        <w:t>vais songe</w:t>
      </w:r>
      <w:r w:rsidR="00E4444A" w:rsidRPr="0099306C">
        <w:t xml:space="preserve">. </w:t>
      </w:r>
      <w:r w:rsidRPr="002B3119">
        <w:t>Des femmes aussi</w:t>
      </w:r>
      <w:r w:rsidR="00E4444A" w:rsidRPr="0099306C">
        <w:t xml:space="preserve">, </w:t>
      </w:r>
      <w:r w:rsidRPr="002B3119">
        <w:t>dont beaucoup m</w:t>
      </w:r>
      <w:r w:rsidR="00E4444A" w:rsidRPr="0099306C">
        <w:t>’</w:t>
      </w:r>
      <w:r w:rsidRPr="002B3119">
        <w:t>étaient i</w:t>
      </w:r>
      <w:r w:rsidRPr="002B3119">
        <w:t>n</w:t>
      </w:r>
      <w:r w:rsidRPr="002B3119">
        <w:t>connues</w:t>
      </w:r>
      <w:r w:rsidR="00E4444A" w:rsidRPr="0099306C">
        <w:t xml:space="preserve">, </w:t>
      </w:r>
      <w:r w:rsidRPr="002B3119">
        <w:t>mais dont Yvette aurait pu dire les noms</w:t>
      </w:r>
      <w:r w:rsidR="00E4444A" w:rsidRPr="0099306C">
        <w:t xml:space="preserve">. </w:t>
      </w:r>
      <w:r w:rsidRPr="002B3119">
        <w:t>Des mères qui</w:t>
      </w:r>
      <w:r w:rsidR="00E4444A" w:rsidRPr="0099306C">
        <w:t xml:space="preserve">, </w:t>
      </w:r>
      <w:r w:rsidRPr="002B3119">
        <w:t>je ne sais pourquoi</w:t>
      </w:r>
      <w:r w:rsidR="00E4444A" w:rsidRPr="0099306C">
        <w:t xml:space="preserve">, </w:t>
      </w:r>
      <w:r w:rsidRPr="002B3119">
        <w:t>serraient plus étroitement contre elles leurs enfants</w:t>
      </w:r>
      <w:r w:rsidR="00E4444A" w:rsidRPr="0099306C">
        <w:t xml:space="preserve">. </w:t>
      </w:r>
      <w:r w:rsidRPr="002B3119">
        <w:t>Car il y avait des enfants aussi</w:t>
      </w:r>
      <w:r w:rsidR="00E4444A" w:rsidRPr="0099306C">
        <w:t xml:space="preserve">, </w:t>
      </w:r>
      <w:r w:rsidRPr="002B3119">
        <w:t>toutes les petites de l</w:t>
      </w:r>
      <w:r w:rsidR="00E4444A" w:rsidRPr="0099306C">
        <w:t>’</w:t>
      </w:r>
      <w:r w:rsidRPr="002B3119">
        <w:t>école</w:t>
      </w:r>
      <w:r w:rsidR="00E4444A" w:rsidRPr="0099306C">
        <w:t xml:space="preserve">, </w:t>
      </w:r>
      <w:r w:rsidRPr="002B3119">
        <w:t>les Maud</w:t>
      </w:r>
      <w:r w:rsidR="00E4444A" w:rsidRPr="0099306C">
        <w:t xml:space="preserve">, </w:t>
      </w:r>
      <w:r w:rsidRPr="002B3119">
        <w:t>les Monique et les S</w:t>
      </w:r>
      <w:r w:rsidRPr="002B3119">
        <w:t>u</w:t>
      </w:r>
      <w:r w:rsidRPr="002B3119">
        <w:t>zette</w:t>
      </w:r>
      <w:r w:rsidR="00E4444A" w:rsidRPr="0099306C">
        <w:t xml:space="preserve">, </w:t>
      </w:r>
      <w:r w:rsidRPr="002B3119">
        <w:t>et même la petite Lili qu</w:t>
      </w:r>
      <w:r w:rsidR="00E4444A" w:rsidRPr="0099306C">
        <w:t>’</w:t>
      </w:r>
      <w:r w:rsidRPr="002B3119">
        <w:t>Yvette aimait maternell</w:t>
      </w:r>
      <w:r w:rsidRPr="002B3119">
        <w:t>e</w:t>
      </w:r>
      <w:r w:rsidRPr="002B3119">
        <w:t>ment</w:t>
      </w:r>
      <w:r w:rsidR="00E4444A" w:rsidRPr="0099306C">
        <w:t>.</w:t>
      </w:r>
    </w:p>
    <w:p w14:paraId="482D979A" w14:textId="77777777" w:rsidR="00E4444A" w:rsidRPr="0099306C" w:rsidRDefault="002B3119" w:rsidP="002B3119">
      <w:r w:rsidRPr="002B3119">
        <w:t>Le maître de cérémonie salua</w:t>
      </w:r>
      <w:r w:rsidR="00E4444A" w:rsidRPr="0099306C">
        <w:t xml:space="preserve">, </w:t>
      </w:r>
      <w:r w:rsidRPr="002B3119">
        <w:t>et toute la foule se mit en mouvement</w:t>
      </w:r>
      <w:r w:rsidR="00E4444A" w:rsidRPr="0099306C">
        <w:t xml:space="preserve">. </w:t>
      </w:r>
      <w:r w:rsidRPr="002B3119">
        <w:t>Une sorte de pluie grise tombait</w:t>
      </w:r>
      <w:r w:rsidR="00E4444A" w:rsidRPr="0099306C">
        <w:t xml:space="preserve">. </w:t>
      </w:r>
      <w:r w:rsidRPr="002B3119">
        <w:t>On marcha quelque temps dans la brume</w:t>
      </w:r>
      <w:r w:rsidR="00E4444A" w:rsidRPr="0099306C">
        <w:t xml:space="preserve">, </w:t>
      </w:r>
      <w:r w:rsidRPr="002B3119">
        <w:t>puis le cortège s</w:t>
      </w:r>
      <w:r w:rsidR="00E4444A" w:rsidRPr="0099306C">
        <w:t>’</w:t>
      </w:r>
      <w:r w:rsidRPr="002B3119">
        <w:t>arrêta</w:t>
      </w:r>
      <w:r w:rsidR="00E4444A" w:rsidRPr="0099306C">
        <w:t xml:space="preserve">. </w:t>
      </w:r>
      <w:r w:rsidRPr="002B3119">
        <w:t>Nous entrâmes dans la petite église dont un lierre recouvrait les murs</w:t>
      </w:r>
      <w:r w:rsidR="00E4444A" w:rsidRPr="0099306C">
        <w:t xml:space="preserve">. </w:t>
      </w:r>
      <w:r w:rsidRPr="002B3119">
        <w:t>Les enfants de l</w:t>
      </w:r>
      <w:r w:rsidR="00E4444A" w:rsidRPr="0099306C">
        <w:t>’</w:t>
      </w:r>
      <w:r w:rsidRPr="002B3119">
        <w:t>école s</w:t>
      </w:r>
      <w:r w:rsidR="00E4444A" w:rsidRPr="0099306C">
        <w:t>’</w:t>
      </w:r>
      <w:r w:rsidRPr="002B3119">
        <w:t>assirent au premier rang</w:t>
      </w:r>
      <w:r w:rsidR="00E4444A" w:rsidRPr="0099306C">
        <w:t xml:space="preserve">. </w:t>
      </w:r>
      <w:r w:rsidRPr="002B3119">
        <w:t>Yvette fut posée au pied de la chaire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endroit même où le bel arbre se dressait quelques mois auparavant</w:t>
      </w:r>
      <w:r w:rsidR="00E4444A" w:rsidRPr="0099306C">
        <w:t xml:space="preserve">. </w:t>
      </w:r>
      <w:r w:rsidRPr="002B3119">
        <w:t>Lili rega</w:t>
      </w:r>
      <w:r w:rsidRPr="002B3119">
        <w:t>r</w:t>
      </w:r>
      <w:r w:rsidRPr="002B3119">
        <w:t>dait</w:t>
      </w:r>
      <w:r w:rsidR="00E4444A" w:rsidRPr="0099306C">
        <w:t xml:space="preserve">, </w:t>
      </w:r>
      <w:r w:rsidRPr="002B3119">
        <w:t>les yeux au ciel</w:t>
      </w:r>
      <w:r w:rsidR="00E4444A" w:rsidRPr="0099306C">
        <w:t>.</w:t>
      </w:r>
    </w:p>
    <w:p w14:paraId="181DBC6D" w14:textId="77777777" w:rsidR="00E4444A" w:rsidRPr="0099306C" w:rsidRDefault="002B3119" w:rsidP="002B3119">
      <w:r w:rsidRPr="002B3119">
        <w:t>Le pasteur pria et parla</w:t>
      </w:r>
      <w:r w:rsidR="00E4444A" w:rsidRPr="0099306C">
        <w:t xml:space="preserve">. </w:t>
      </w:r>
      <w:r w:rsidRPr="002B3119">
        <w:t>Les mots qu</w:t>
      </w:r>
      <w:r w:rsidR="00E4444A" w:rsidRPr="0099306C">
        <w:t>’</w:t>
      </w:r>
      <w:r w:rsidRPr="002B3119">
        <w:t>il disait ne me pa</w:t>
      </w:r>
      <w:r w:rsidRPr="002B3119">
        <w:t>r</w:t>
      </w:r>
      <w:r w:rsidRPr="002B3119">
        <w:t>venaient pas tous</w:t>
      </w:r>
      <w:r w:rsidR="00E4444A" w:rsidRPr="0099306C">
        <w:t xml:space="preserve">, </w:t>
      </w:r>
      <w:r w:rsidRPr="002B3119">
        <w:t>mais je sais qu</w:t>
      </w:r>
      <w:r w:rsidR="00E4444A" w:rsidRPr="0099306C">
        <w:t>’</w:t>
      </w:r>
      <w:r w:rsidRPr="002B3119">
        <w:t>il parla de résurrection et de vie éternelle</w:t>
      </w:r>
      <w:r w:rsidR="00E4444A" w:rsidRPr="0099306C">
        <w:t xml:space="preserve">. </w:t>
      </w:r>
      <w:r w:rsidRPr="002B3119">
        <w:t>Quelques phrases</w:t>
      </w:r>
      <w:r w:rsidR="00E4444A" w:rsidRPr="0099306C">
        <w:t xml:space="preserve">, </w:t>
      </w:r>
      <w:r w:rsidRPr="002B3119">
        <w:t>qui surnageaient parmi les autres</w:t>
      </w:r>
      <w:r w:rsidR="00E4444A" w:rsidRPr="0099306C">
        <w:t xml:space="preserve">, </w:t>
      </w:r>
      <w:r w:rsidRPr="002B3119">
        <w:t>resteront longtemps dans mon esprit</w:t>
      </w:r>
      <w:r w:rsidR="00E4444A" w:rsidRPr="0099306C">
        <w:t xml:space="preserve">. </w:t>
      </w:r>
      <w:r w:rsidRPr="002B3119">
        <w:t>Jésus fut évoqué</w:t>
      </w:r>
      <w:r w:rsidR="00E4444A" w:rsidRPr="0099306C">
        <w:t xml:space="preserve">, </w:t>
      </w:r>
      <w:r w:rsidRPr="002B3119">
        <w:t>Jésus qui laissait venir à lui les petits enfants</w:t>
      </w:r>
      <w:r w:rsidR="00E4444A" w:rsidRPr="0099306C">
        <w:t xml:space="preserve">, </w:t>
      </w:r>
      <w:r w:rsidRPr="002B3119">
        <w:t>et le bon Berger aussi</w:t>
      </w:r>
      <w:r w:rsidR="00E4444A" w:rsidRPr="0099306C">
        <w:t xml:space="preserve">, </w:t>
      </w:r>
      <w:r w:rsidRPr="002B3119">
        <w:t>celui qui prit le petit agneau dans ses bras</w:t>
      </w:r>
      <w:r w:rsidR="00E4444A" w:rsidRPr="0099306C">
        <w:t xml:space="preserve">. </w:t>
      </w:r>
      <w:r w:rsidRPr="002B3119">
        <w:t>Le pasteur parla de l</w:t>
      </w:r>
      <w:r w:rsidR="00E4444A" w:rsidRPr="0099306C">
        <w:t>’</w:t>
      </w:r>
      <w:r w:rsidRPr="002B3119">
        <w:t>innocence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à l</w:t>
      </w:r>
      <w:r w:rsidR="00E4444A" w:rsidRPr="0099306C">
        <w:t>’</w:t>
      </w:r>
      <w:r w:rsidRPr="002B3119">
        <w:t>abri désormais de toutes nos tentations</w:t>
      </w:r>
      <w:r w:rsidR="00E4444A" w:rsidRPr="0099306C">
        <w:t xml:space="preserve">, </w:t>
      </w:r>
      <w:r w:rsidRPr="002B3119">
        <w:t>et du trésor incorruptible que j</w:t>
      </w:r>
      <w:r w:rsidR="00E4444A" w:rsidRPr="0099306C">
        <w:t>’</w:t>
      </w:r>
      <w:r w:rsidRPr="002B3119">
        <w:t>avais dès à présent dans le ciel</w:t>
      </w:r>
      <w:r w:rsidR="00E4444A" w:rsidRPr="0099306C">
        <w:t xml:space="preserve">. </w:t>
      </w:r>
      <w:r w:rsidRPr="002B3119">
        <w:t>La claire vision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 xml:space="preserve">baignée </w:t>
      </w:r>
      <w:r w:rsidRPr="002B3119">
        <w:lastRenderedPageBreak/>
        <w:t>de lumière</w:t>
      </w:r>
      <w:r w:rsidR="00E4444A" w:rsidRPr="0099306C">
        <w:t xml:space="preserve">, </w:t>
      </w:r>
      <w:r w:rsidRPr="002B3119">
        <w:t>me réapparut</w:t>
      </w:r>
      <w:r w:rsidR="00E4444A" w:rsidRPr="0099306C">
        <w:t xml:space="preserve">. </w:t>
      </w:r>
      <w:r w:rsidRPr="002B3119">
        <w:t>Et toutes ces choses étaient si pures</w:t>
      </w:r>
      <w:r w:rsidR="00E4444A" w:rsidRPr="0099306C">
        <w:t xml:space="preserve">, </w:t>
      </w:r>
      <w:r w:rsidRPr="002B3119">
        <w:t>si douces</w:t>
      </w:r>
      <w:r w:rsidR="00E4444A" w:rsidRPr="0099306C">
        <w:t xml:space="preserve">, </w:t>
      </w:r>
      <w:r w:rsidRPr="002B3119">
        <w:t>si peu tristes</w:t>
      </w:r>
      <w:r w:rsidR="00E4444A" w:rsidRPr="0099306C">
        <w:t xml:space="preserve">, </w:t>
      </w:r>
      <w:r w:rsidRPr="002B3119">
        <w:t>que de bonnes larmes bienfaisantes jaillirent enfin de mes yeux</w:t>
      </w:r>
      <w:r w:rsidR="00E4444A" w:rsidRPr="0099306C">
        <w:t>.</w:t>
      </w:r>
    </w:p>
    <w:p w14:paraId="47D24E08" w14:textId="77777777" w:rsidR="00E4444A" w:rsidRPr="0099306C" w:rsidRDefault="002B3119" w:rsidP="002B3119">
      <w:r w:rsidRPr="002B3119">
        <w:t>Puis nous nous retrouvâmes dans le brouillard</w:t>
      </w:r>
      <w:r w:rsidR="00E4444A" w:rsidRPr="0099306C">
        <w:t xml:space="preserve">. </w:t>
      </w:r>
      <w:r w:rsidRPr="002B3119">
        <w:t>De no</w:t>
      </w:r>
      <w:r w:rsidRPr="002B3119">
        <w:t>u</w:t>
      </w:r>
      <w:r w:rsidRPr="002B3119">
        <w:t xml:space="preserve">veau la lumineuse vision se </w:t>
      </w:r>
      <w:proofErr w:type="spellStart"/>
      <w:r w:rsidRPr="002B3119">
        <w:t>voila</w:t>
      </w:r>
      <w:proofErr w:type="spellEnd"/>
      <w:r w:rsidR="00E768AD" w:rsidRPr="0099306C">
        <w:t>.</w:t>
      </w:r>
      <w:r w:rsidRPr="002B3119">
        <w:t xml:space="preserve"> La porte</w:t>
      </w:r>
      <w:r w:rsidR="00E4444A" w:rsidRPr="0099306C">
        <w:t xml:space="preserve">, </w:t>
      </w:r>
      <w:r w:rsidRPr="002B3119">
        <w:t>que je n</w:t>
      </w:r>
      <w:r w:rsidR="00E4444A" w:rsidRPr="0099306C">
        <w:t>’</w:t>
      </w:r>
      <w:r w:rsidRPr="002B3119">
        <w:t>avais jamais franchie encore</w:t>
      </w:r>
      <w:r w:rsidR="00E4444A" w:rsidRPr="0099306C">
        <w:t xml:space="preserve">, </w:t>
      </w:r>
      <w:r w:rsidRPr="002B3119">
        <w:t>était ouverte à deux battants</w:t>
      </w:r>
      <w:r w:rsidR="00E4444A" w:rsidRPr="0099306C">
        <w:t xml:space="preserve">. </w:t>
      </w:r>
      <w:r w:rsidRPr="002B3119">
        <w:t>Nous pénétrâmes dans un grand jardin</w:t>
      </w:r>
      <w:r w:rsidR="00E4444A" w:rsidRPr="0099306C">
        <w:t xml:space="preserve">. </w:t>
      </w:r>
      <w:r w:rsidRPr="002B3119">
        <w:t>Des gouttelettes to</w:t>
      </w:r>
      <w:r w:rsidRPr="002B3119">
        <w:t>m</w:t>
      </w:r>
      <w:r w:rsidRPr="002B3119">
        <w:t>baient des arbres</w:t>
      </w:r>
      <w:r w:rsidR="00E4444A" w:rsidRPr="0099306C">
        <w:t xml:space="preserve">. </w:t>
      </w:r>
      <w:r w:rsidRPr="002B3119">
        <w:t>Nos pas s</w:t>
      </w:r>
      <w:r w:rsidR="00E4444A" w:rsidRPr="0099306C">
        <w:t>’</w:t>
      </w:r>
      <w:r w:rsidRPr="002B3119">
        <w:t>enfonçaient dans le terrain arg</w:t>
      </w:r>
      <w:r w:rsidRPr="002B3119">
        <w:t>i</w:t>
      </w:r>
      <w:r w:rsidRPr="002B3119">
        <w:t>leux</w:t>
      </w:r>
      <w:r w:rsidR="00E768AD" w:rsidRPr="0099306C">
        <w:t>.</w:t>
      </w:r>
      <w:r w:rsidR="00E4444A" w:rsidRPr="0099306C">
        <w:t xml:space="preserve"> </w:t>
      </w:r>
      <w:r w:rsidRPr="002B3119">
        <w:t>Et puis</w:t>
      </w:r>
      <w:r w:rsidR="00E4444A" w:rsidRPr="0099306C">
        <w:t xml:space="preserve">, </w:t>
      </w:r>
      <w:r w:rsidRPr="002B3119">
        <w:t>je ne sais plus bien ce qui se passa</w:t>
      </w:r>
      <w:r w:rsidR="00E4444A" w:rsidRPr="0099306C">
        <w:t xml:space="preserve">. </w:t>
      </w:r>
      <w:r w:rsidRPr="002B3119">
        <w:t>Des hommes dans la brume durent déplacer des gerbes et des couronnes</w:t>
      </w:r>
      <w:r w:rsidR="00E4444A" w:rsidRPr="0099306C">
        <w:t xml:space="preserve">. </w:t>
      </w:r>
      <w:r w:rsidRPr="002B3119">
        <w:t>Le pasteur</w:t>
      </w:r>
      <w:r w:rsidR="00E4444A" w:rsidRPr="0099306C">
        <w:t xml:space="preserve">, </w:t>
      </w:r>
      <w:r w:rsidRPr="002B3119">
        <w:t>debout parmi les tombes</w:t>
      </w:r>
      <w:r w:rsidR="00E4444A" w:rsidRPr="0099306C">
        <w:t xml:space="preserve">, </w:t>
      </w:r>
      <w:r w:rsidRPr="002B3119">
        <w:t>dut dire les suprêmes paroles d</w:t>
      </w:r>
      <w:r w:rsidR="00E4444A" w:rsidRPr="0099306C">
        <w:t>’</w:t>
      </w:r>
      <w:r w:rsidRPr="002B3119">
        <w:t>adieu</w:t>
      </w:r>
      <w:r w:rsidR="00E4444A" w:rsidRPr="0099306C">
        <w:t xml:space="preserve">. </w:t>
      </w:r>
      <w:r w:rsidRPr="002B3119">
        <w:t>Un instant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eus la sensation d</w:t>
      </w:r>
      <w:r w:rsidR="00E4444A" w:rsidRPr="0099306C">
        <w:t>’</w:t>
      </w:r>
      <w:r w:rsidRPr="002B3119">
        <w:t>être maîtrisé</w:t>
      </w:r>
      <w:r w:rsidR="00E4444A" w:rsidRPr="0099306C">
        <w:t xml:space="preserve">, </w:t>
      </w:r>
      <w:r w:rsidRPr="002B3119">
        <w:t>comme si mes voisins m</w:t>
      </w:r>
      <w:r w:rsidR="00E4444A" w:rsidRPr="0099306C">
        <w:t>’</w:t>
      </w:r>
      <w:r w:rsidRPr="002B3119">
        <w:t>avaient retenu par les bras</w:t>
      </w:r>
      <w:r w:rsidR="00E4444A" w:rsidRPr="0099306C">
        <w:t>.</w:t>
      </w:r>
    </w:p>
    <w:p w14:paraId="6A0857BB" w14:textId="77777777" w:rsidR="00E4444A" w:rsidRPr="0099306C" w:rsidRDefault="002B3119" w:rsidP="002B3119">
      <w:r w:rsidRPr="002B3119">
        <w:t>Et il me sembla sortir d</w:t>
      </w:r>
      <w:r w:rsidR="00E4444A" w:rsidRPr="0099306C">
        <w:t>’</w:t>
      </w:r>
      <w:r w:rsidRPr="002B3119">
        <w:t>un songe quand le maître de c</w:t>
      </w:r>
      <w:r w:rsidRPr="002B3119">
        <w:t>é</w:t>
      </w:r>
      <w:r w:rsidRPr="002B3119">
        <w:t>rémonie</w:t>
      </w:r>
      <w:r w:rsidR="00E4444A" w:rsidRPr="0099306C">
        <w:t xml:space="preserve">, </w:t>
      </w:r>
      <w:r w:rsidRPr="002B3119">
        <w:t>montrant le chemin</w:t>
      </w:r>
      <w:r w:rsidR="00E4444A" w:rsidRPr="0099306C">
        <w:t xml:space="preserve">, </w:t>
      </w:r>
      <w:r w:rsidRPr="002B3119">
        <w:t>déclara</w:t>
      </w:r>
      <w:r w:rsidR="00E4444A" w:rsidRPr="0099306C">
        <w:t> :</w:t>
      </w:r>
    </w:p>
    <w:p w14:paraId="5D1A7E11" w14:textId="77777777" w:rsidR="00E4444A" w:rsidRPr="0099306C" w:rsidRDefault="00E4444A" w:rsidP="002B3119">
      <w:r w:rsidRPr="0099306C">
        <w:t>— </w:t>
      </w:r>
      <w:r w:rsidR="002B3119" w:rsidRPr="002B3119">
        <w:t>Maintenant</w:t>
      </w:r>
      <w:r w:rsidRPr="0099306C">
        <w:t xml:space="preserve">, </w:t>
      </w:r>
      <w:r w:rsidR="002B3119" w:rsidRPr="002B3119">
        <w:t>voulez-vous me suivre</w:t>
      </w:r>
      <w:r w:rsidRPr="0099306C">
        <w:t xml:space="preserve"> ?… </w:t>
      </w:r>
      <w:r w:rsidR="002B3119" w:rsidRPr="002B3119">
        <w:t>c</w:t>
      </w:r>
      <w:r w:rsidRPr="0099306C">
        <w:t>’</w:t>
      </w:r>
      <w:r w:rsidR="002B3119" w:rsidRPr="002B3119">
        <w:t>est fini</w:t>
      </w:r>
      <w:r w:rsidRPr="0099306C">
        <w:t>…</w:t>
      </w:r>
    </w:p>
    <w:p w14:paraId="5C6349E9" w14:textId="77777777" w:rsidR="00E4444A" w:rsidRPr="0099306C" w:rsidRDefault="002B3119" w:rsidP="002B3119">
      <w:r w:rsidRPr="002B3119">
        <w:t>En effet</w:t>
      </w:r>
      <w:r w:rsidR="00E4444A" w:rsidRPr="0099306C">
        <w:t xml:space="preserve">, </w:t>
      </w:r>
      <w:r w:rsidRPr="002B3119">
        <w:t>il avait raison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fini</w:t>
      </w:r>
      <w:r w:rsidR="00E4444A" w:rsidRPr="0099306C">
        <w:t>.</w:t>
      </w:r>
    </w:p>
    <w:p w14:paraId="68175386" w14:textId="77777777" w:rsidR="00E4444A" w:rsidRPr="0099306C" w:rsidRDefault="002B3119" w:rsidP="002B3119">
      <w:r w:rsidRPr="002B3119">
        <w:t>La foule se dispersa</w:t>
      </w:r>
      <w:r w:rsidR="00E4444A" w:rsidRPr="0099306C">
        <w:t xml:space="preserve">. </w:t>
      </w:r>
      <w:r w:rsidRPr="002B3119">
        <w:t>Quelques intimes me suivirent à la maison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allais devant moi</w:t>
      </w:r>
      <w:r w:rsidR="00E4444A" w:rsidRPr="0099306C">
        <w:t xml:space="preserve">, </w:t>
      </w:r>
      <w:r w:rsidRPr="002B3119">
        <w:t>comme si ma douleur n</w:t>
      </w:r>
      <w:r w:rsidR="00E4444A" w:rsidRPr="0099306C">
        <w:t>’</w:t>
      </w:r>
      <w:r w:rsidRPr="002B3119">
        <w:t>existait plus</w:t>
      </w:r>
      <w:r w:rsidR="00E4444A" w:rsidRPr="0099306C">
        <w:t xml:space="preserve">, </w:t>
      </w:r>
      <w:r w:rsidRPr="002B3119">
        <w:t>songeant à ma petite Yvette que j</w:t>
      </w:r>
      <w:r w:rsidR="00E4444A" w:rsidRPr="0099306C">
        <w:t>’</w:t>
      </w:r>
      <w:r w:rsidRPr="002B3119">
        <w:t>avais abandonnée dans ce triste jardin trempé de pluie</w:t>
      </w:r>
      <w:r w:rsidR="00E4444A" w:rsidRPr="0099306C">
        <w:t>.</w:t>
      </w:r>
    </w:p>
    <w:p w14:paraId="61EC1A63" w14:textId="0E33BBBB" w:rsidR="00E4444A" w:rsidRPr="0099306C" w:rsidRDefault="002B3119" w:rsidP="002B3119">
      <w:r w:rsidRPr="002B3119">
        <w:t>Comme elle était vide et froide</w:t>
      </w:r>
      <w:r w:rsidR="00E4444A" w:rsidRPr="0099306C">
        <w:t xml:space="preserve">, </w:t>
      </w:r>
      <w:r w:rsidRPr="002B3119">
        <w:t>cette maison que l</w:t>
      </w:r>
      <w:r w:rsidR="00E4444A" w:rsidRPr="0099306C">
        <w:t>’</w:t>
      </w:r>
      <w:r w:rsidRPr="002B3119">
        <w:t>animation d</w:t>
      </w:r>
      <w:r w:rsidR="00E4444A" w:rsidRPr="0099306C">
        <w:t>’</w:t>
      </w:r>
      <w:r w:rsidRPr="002B3119">
        <w:t>Yvette emplissait de joie</w:t>
      </w:r>
      <w:r w:rsidR="00E4444A" w:rsidRPr="0099306C">
        <w:t xml:space="preserve"> ! </w:t>
      </w:r>
      <w:r w:rsidR="00CF1035" w:rsidRPr="002B3119">
        <w:t>Édith</w:t>
      </w:r>
      <w:r w:rsidRPr="002B3119">
        <w:t xml:space="preserve"> était repartie</w:t>
      </w:r>
      <w:r w:rsidR="00E4444A" w:rsidRPr="0099306C">
        <w:t xml:space="preserve">, </w:t>
      </w:r>
      <w:r w:rsidRPr="002B3119">
        <w:t>mandée au chevet d</w:t>
      </w:r>
      <w:r w:rsidR="00E4444A" w:rsidRPr="0099306C">
        <w:t>’</w:t>
      </w:r>
      <w:r w:rsidRPr="002B3119">
        <w:t>un autre malade</w:t>
      </w:r>
      <w:r w:rsidR="00E4444A" w:rsidRPr="0099306C">
        <w:t xml:space="preserve">. </w:t>
      </w:r>
      <w:r w:rsidRPr="002B3119">
        <w:t>Fidèlement</w:t>
      </w:r>
      <w:r w:rsidR="00E4444A" w:rsidRPr="0099306C">
        <w:t xml:space="preserve">, </w:t>
      </w:r>
      <w:r w:rsidRPr="002B3119">
        <w:t>elle avait rempli sa tâche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 devoirs l</w:t>
      </w:r>
      <w:r w:rsidR="00E4444A" w:rsidRPr="0099306C">
        <w:t>’</w:t>
      </w:r>
      <w:r w:rsidRPr="002B3119">
        <w:t>appelaient à présent</w:t>
      </w:r>
      <w:r w:rsidR="00E4444A" w:rsidRPr="0099306C">
        <w:t xml:space="preserve">. </w:t>
      </w:r>
      <w:r w:rsidRPr="002B3119">
        <w:t>Des parents consultèrent des indicateurs</w:t>
      </w:r>
      <w:r w:rsidR="00E4444A" w:rsidRPr="0099306C">
        <w:t xml:space="preserve">. </w:t>
      </w:r>
      <w:r w:rsidRPr="002B3119">
        <w:t>Neuf heures quinze</w:t>
      </w:r>
      <w:r w:rsidR="00E4444A" w:rsidRPr="0099306C">
        <w:t xml:space="preserve">… </w:t>
      </w:r>
      <w:r w:rsidRPr="002B3119">
        <w:t>huit heures trente-cinq</w:t>
      </w:r>
      <w:r w:rsidR="00E4444A" w:rsidRPr="0099306C">
        <w:t xml:space="preserve">… </w:t>
      </w:r>
      <w:r w:rsidRPr="002B3119">
        <w:t>Il ne fut plus question que de trains</w:t>
      </w:r>
      <w:r w:rsidR="00E4444A" w:rsidRPr="0099306C">
        <w:t xml:space="preserve">. </w:t>
      </w:r>
      <w:r w:rsidRPr="002B3119">
        <w:t>Ils me parlèrent et je leur répondis</w:t>
      </w:r>
      <w:r w:rsidR="00E4444A" w:rsidRPr="0099306C">
        <w:t xml:space="preserve">. </w:t>
      </w:r>
      <w:r w:rsidRPr="002B3119">
        <w:t>Peut-être étaient-ils heureux</w:t>
      </w:r>
      <w:r w:rsidR="00E4444A" w:rsidRPr="0099306C">
        <w:t xml:space="preserve">, </w:t>
      </w:r>
      <w:r w:rsidRPr="002B3119">
        <w:t>en eux-mêmes</w:t>
      </w:r>
      <w:r w:rsidR="00E4444A" w:rsidRPr="0099306C">
        <w:t xml:space="preserve">, </w:t>
      </w:r>
      <w:r w:rsidRPr="002B3119">
        <w:t>de ne pas me voir trop abattu</w:t>
      </w:r>
      <w:r w:rsidR="00E4444A" w:rsidRPr="0099306C">
        <w:t xml:space="preserve">. </w:t>
      </w:r>
      <w:r w:rsidRPr="002B3119">
        <w:t>Ils me recommandèrent du repos et des soins</w:t>
      </w:r>
      <w:r w:rsidR="00E4444A" w:rsidRPr="0099306C">
        <w:t xml:space="preserve">. </w:t>
      </w:r>
      <w:r w:rsidR="00E31BAC" w:rsidRPr="0099306C">
        <w:t>À</w:t>
      </w:r>
      <w:r w:rsidRPr="002B3119">
        <w:t xml:space="preserve"> quoi bon</w:t>
      </w:r>
      <w:r w:rsidR="00E4444A" w:rsidRPr="0099306C">
        <w:t xml:space="preserve"> ? </w:t>
      </w:r>
      <w:r w:rsidRPr="002B3119">
        <w:t>Je n</w:t>
      </w:r>
      <w:r w:rsidR="00E4444A" w:rsidRPr="0099306C">
        <w:t>’</w:t>
      </w:r>
      <w:r w:rsidRPr="002B3119">
        <w:t xml:space="preserve">étais pas </w:t>
      </w:r>
      <w:r w:rsidRPr="002B3119">
        <w:lastRenderedPageBreak/>
        <w:t>malade</w:t>
      </w:r>
      <w:r w:rsidR="00E4444A" w:rsidRPr="0099306C">
        <w:t xml:space="preserve">. </w:t>
      </w:r>
      <w:r w:rsidRPr="002B3119">
        <w:t>La douleur ne tue que dans les r</w:t>
      </w:r>
      <w:r w:rsidRPr="002B3119">
        <w:t>o</w:t>
      </w:r>
      <w:r w:rsidRPr="002B3119">
        <w:t>mans</w:t>
      </w:r>
      <w:r w:rsidR="00E4444A" w:rsidRPr="0099306C">
        <w:t xml:space="preserve">. </w:t>
      </w:r>
      <w:r w:rsidRPr="002B3119">
        <w:t>La vie</w:t>
      </w:r>
      <w:r w:rsidR="00E4444A" w:rsidRPr="0099306C">
        <w:t xml:space="preserve">, </w:t>
      </w:r>
      <w:r w:rsidRPr="002B3119">
        <w:t>hélas</w:t>
      </w:r>
      <w:r w:rsidR="00E4444A" w:rsidRPr="0099306C">
        <w:t xml:space="preserve"> ! </w:t>
      </w:r>
      <w:r w:rsidRPr="002B3119">
        <w:t>est bien plus triste que cela</w:t>
      </w:r>
      <w:r w:rsidR="00E4444A" w:rsidRPr="0099306C">
        <w:t>.</w:t>
      </w:r>
    </w:p>
    <w:p w14:paraId="39BD3895" w14:textId="77777777" w:rsidR="00E4444A" w:rsidRPr="0099306C" w:rsidRDefault="002B3119" w:rsidP="002B3119">
      <w:r w:rsidRPr="002B3119">
        <w:t>Nous dînâmes de bonne heure et tout le monde repartit</w:t>
      </w:r>
      <w:r w:rsidR="00E4444A" w:rsidRPr="0099306C">
        <w:t xml:space="preserve">. </w:t>
      </w:r>
      <w:r w:rsidRPr="002B3119">
        <w:t>Ils avaient tous</w:t>
      </w:r>
      <w:r w:rsidR="00E4444A" w:rsidRPr="0099306C">
        <w:t xml:space="preserve">, </w:t>
      </w:r>
      <w:r w:rsidRPr="002B3119">
        <w:t>eux aussi</w:t>
      </w:r>
      <w:r w:rsidR="00E4444A" w:rsidRPr="0099306C">
        <w:t xml:space="preserve">, </w:t>
      </w:r>
      <w:r w:rsidRPr="002B3119">
        <w:t>rempli leur pieux devoir</w:t>
      </w:r>
      <w:r w:rsidR="00E4444A" w:rsidRPr="0099306C">
        <w:t xml:space="preserve">. </w:t>
      </w:r>
      <w:r w:rsidRPr="002B3119">
        <w:t>La vie à présent les reprenait</w:t>
      </w:r>
      <w:r w:rsidR="00E4444A" w:rsidRPr="0099306C">
        <w:t>.</w:t>
      </w:r>
    </w:p>
    <w:p w14:paraId="2B308632" w14:textId="77777777" w:rsidR="00E4444A" w:rsidRPr="0099306C" w:rsidRDefault="002B3119" w:rsidP="002B3119">
      <w:r w:rsidRPr="002B3119">
        <w:t>Et je restai dans ma chambre quand eut sonné l</w:t>
      </w:r>
      <w:r w:rsidR="00E4444A" w:rsidRPr="0099306C">
        <w:t>’</w:t>
      </w:r>
      <w:r w:rsidRPr="002B3119">
        <w:t>heure du dernier départ</w:t>
      </w:r>
      <w:r w:rsidR="00E4444A" w:rsidRPr="0099306C">
        <w:t xml:space="preserve">. </w:t>
      </w:r>
      <w:r w:rsidRPr="002B3119">
        <w:t>Toute la nuit</w:t>
      </w:r>
      <w:r w:rsidR="00E4444A" w:rsidRPr="0099306C">
        <w:t xml:space="preserve">, </w:t>
      </w:r>
      <w:r w:rsidRPr="002B3119">
        <w:t>le vent de novembre tou</w:t>
      </w:r>
      <w:r w:rsidRPr="002B3119">
        <w:t>r</w:t>
      </w:r>
      <w:r w:rsidRPr="002B3119">
        <w:t>menta les arbres du jardin</w:t>
      </w:r>
      <w:r w:rsidR="00E4444A" w:rsidRPr="0099306C">
        <w:t xml:space="preserve">. </w:t>
      </w:r>
      <w:r w:rsidRPr="002B3119">
        <w:t>Les sentiers étaient couverts d</w:t>
      </w:r>
      <w:r w:rsidR="00E4444A" w:rsidRPr="0099306C">
        <w:t>’</w:t>
      </w:r>
      <w:r w:rsidRPr="002B3119">
        <w:t>ombres noires</w:t>
      </w:r>
      <w:r w:rsidR="00E4444A" w:rsidRPr="0099306C">
        <w:t xml:space="preserve">, </w:t>
      </w:r>
      <w:r w:rsidRPr="002B3119">
        <w:t xml:space="preserve">où ma petite Yvette aurait </w:t>
      </w:r>
      <w:proofErr w:type="gramStart"/>
      <w:r w:rsidRPr="002B3119">
        <w:t>eu bien peur</w:t>
      </w:r>
      <w:proofErr w:type="gramEnd"/>
      <w:r w:rsidRPr="002B3119">
        <w:t xml:space="preserve"> de s</w:t>
      </w:r>
      <w:r w:rsidR="00E4444A" w:rsidRPr="0099306C">
        <w:t>’</w:t>
      </w:r>
      <w:r w:rsidRPr="002B3119">
        <w:t>aventurer</w:t>
      </w:r>
      <w:r w:rsidR="00E4444A" w:rsidRPr="0099306C">
        <w:t xml:space="preserve">. </w:t>
      </w:r>
      <w:r w:rsidRPr="002B3119">
        <w:t>Et pourtant elle était seule</w:t>
      </w:r>
      <w:r w:rsidR="00E4444A" w:rsidRPr="0099306C">
        <w:t xml:space="preserve">, </w:t>
      </w:r>
      <w:r w:rsidRPr="002B3119">
        <w:t>toute seule</w:t>
      </w:r>
      <w:r w:rsidR="00E4444A" w:rsidRPr="0099306C">
        <w:t xml:space="preserve">, </w:t>
      </w:r>
      <w:r w:rsidRPr="002B3119">
        <w:t>là-bas</w:t>
      </w:r>
      <w:r w:rsidR="00E4444A" w:rsidRPr="0099306C">
        <w:t>.</w:t>
      </w:r>
    </w:p>
    <w:p w14:paraId="7F98EC60" w14:textId="77777777" w:rsidR="00E4444A" w:rsidRPr="0099306C" w:rsidRDefault="002B3119" w:rsidP="002B3119">
      <w:r w:rsidRPr="002B3119">
        <w:t>La maison était encore plus vide qu</w:t>
      </w:r>
      <w:r w:rsidR="00E4444A" w:rsidRPr="0099306C">
        <w:t>’</w:t>
      </w:r>
      <w:r w:rsidRPr="002B3119">
        <w:t>hier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encore perdu depuis la veille</w:t>
      </w:r>
      <w:r w:rsidR="00E4444A" w:rsidRPr="0099306C">
        <w:t>.</w:t>
      </w:r>
    </w:p>
    <w:p w14:paraId="28B11244" w14:textId="77777777" w:rsidR="00E4444A" w:rsidRPr="0099306C" w:rsidRDefault="002B3119" w:rsidP="002B3119">
      <w:r w:rsidRPr="002B3119">
        <w:t>La raie de la porte ne brilla plus cette nuit-là</w:t>
      </w:r>
      <w:r w:rsidR="00E4444A" w:rsidRPr="0099306C">
        <w:t>.</w:t>
      </w:r>
    </w:p>
    <w:p w14:paraId="2C168A0E" w14:textId="77777777" w:rsidR="002B3119" w:rsidRPr="0099306C" w:rsidRDefault="00A10EAD" w:rsidP="00E4444A">
      <w:pPr>
        <w:pStyle w:val="Titre1"/>
      </w:pPr>
      <w:bookmarkStart w:id="47" w:name="_oe4xl3ytvnlz" w:colFirst="0" w:colLast="0"/>
      <w:bookmarkStart w:id="48" w:name="_Toc197514980"/>
      <w:bookmarkEnd w:id="47"/>
      <w:r w:rsidRPr="0099306C">
        <w:lastRenderedPageBreak/>
        <w:t>QUATRIÈME</w:t>
      </w:r>
      <w:r w:rsidR="002B3119" w:rsidRPr="0099306C">
        <w:t xml:space="preserve"> PARTIE</w:t>
      </w:r>
      <w:bookmarkEnd w:id="48"/>
    </w:p>
    <w:p w14:paraId="77BAFC45" w14:textId="77777777" w:rsidR="00B4016A" w:rsidRPr="0099306C" w:rsidRDefault="00B4016A" w:rsidP="00E4444A">
      <w:pPr>
        <w:pStyle w:val="Titre2"/>
      </w:pPr>
      <w:bookmarkStart w:id="49" w:name="_z7d4jke9gb6k" w:colFirst="0" w:colLast="0"/>
      <w:bookmarkStart w:id="50" w:name="_Toc197514981"/>
      <w:bookmarkEnd w:id="49"/>
      <w:r w:rsidRPr="0099306C">
        <w:lastRenderedPageBreak/>
        <w:t>I</w:t>
      </w:r>
      <w:bookmarkEnd w:id="50"/>
    </w:p>
    <w:p w14:paraId="5B6CE451" w14:textId="77777777" w:rsidR="00E4444A" w:rsidRPr="0099306C" w:rsidRDefault="002B3119" w:rsidP="002B3119">
      <w:r w:rsidRPr="002B3119">
        <w:t>Le surlendemain</w:t>
      </w:r>
      <w:r w:rsidR="00E4444A" w:rsidRPr="0099306C">
        <w:t xml:space="preserve">, </w:t>
      </w:r>
      <w:r w:rsidRPr="002B3119">
        <w:t>je repris le chemin du collège</w:t>
      </w:r>
      <w:r w:rsidR="00E4444A" w:rsidRPr="0099306C">
        <w:t>.</w:t>
      </w:r>
    </w:p>
    <w:p w14:paraId="7B7FDE00" w14:textId="77777777" w:rsidR="00E4444A" w:rsidRPr="0099306C" w:rsidRDefault="002B3119" w:rsidP="002B3119">
      <w:r w:rsidRPr="002B3119">
        <w:t>Les professeurs</w:t>
      </w:r>
      <w:r w:rsidR="00E4444A" w:rsidRPr="0099306C">
        <w:t xml:space="preserve">, </w:t>
      </w:r>
      <w:r w:rsidRPr="002B3119">
        <w:t>le premier jour</w:t>
      </w:r>
      <w:r w:rsidR="00E4444A" w:rsidRPr="0099306C">
        <w:t xml:space="preserve">, </w:t>
      </w:r>
      <w:r w:rsidRPr="002B3119">
        <w:t>me serrèrent la main plus cordialement</w:t>
      </w:r>
      <w:r w:rsidR="00E4444A" w:rsidRPr="0099306C">
        <w:t xml:space="preserve">. </w:t>
      </w:r>
      <w:r w:rsidRPr="002B3119">
        <w:t>Mes élèves</w:t>
      </w:r>
      <w:r w:rsidR="00E4444A" w:rsidRPr="0099306C">
        <w:t xml:space="preserve">, </w:t>
      </w:r>
      <w:r w:rsidRPr="002B3119">
        <w:t>me voyant habillé de noir</w:t>
      </w:r>
      <w:r w:rsidR="00E4444A" w:rsidRPr="0099306C">
        <w:t xml:space="preserve">, </w:t>
      </w:r>
      <w:r w:rsidRPr="002B3119">
        <w:t>chuchotèrent entre eux le premier matin</w:t>
      </w:r>
      <w:r w:rsidR="00E4444A" w:rsidRPr="0099306C">
        <w:t xml:space="preserve">. </w:t>
      </w:r>
      <w:r w:rsidRPr="002B3119">
        <w:t>Puis on s</w:t>
      </w:r>
      <w:r w:rsidR="00E4444A" w:rsidRPr="0099306C">
        <w:t>’</w:t>
      </w:r>
      <w:r w:rsidRPr="002B3119">
        <w:t>habitua</w:t>
      </w:r>
      <w:r w:rsidR="00E4444A" w:rsidRPr="0099306C">
        <w:t xml:space="preserve">. </w:t>
      </w:r>
      <w:r w:rsidRPr="002B3119">
        <w:t>Mes collègues me rendirent leur accueil ordinaire</w:t>
      </w:r>
      <w:r w:rsidR="00E4444A" w:rsidRPr="0099306C">
        <w:t xml:space="preserve">. </w:t>
      </w:r>
      <w:r w:rsidRPr="002B3119">
        <w:t>Les élèves ne s</w:t>
      </w:r>
      <w:r w:rsidR="00E4444A" w:rsidRPr="0099306C">
        <w:t>’</w:t>
      </w:r>
      <w:r w:rsidRPr="002B3119">
        <w:t>étonnèrent plus de mes nouveaux vêtements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entendis</w:t>
      </w:r>
      <w:r w:rsidR="00E4444A" w:rsidRPr="0099306C">
        <w:t xml:space="preserve">, </w:t>
      </w:r>
      <w:r w:rsidRPr="002B3119">
        <w:t>de la même place</w:t>
      </w:r>
      <w:r w:rsidR="00E4444A" w:rsidRPr="0099306C">
        <w:t xml:space="preserve">, </w:t>
      </w:r>
      <w:r w:rsidRPr="002B3119">
        <w:t>réciter les mêmes leçons</w:t>
      </w:r>
      <w:r w:rsidR="00E4444A" w:rsidRPr="0099306C">
        <w:t>.</w:t>
      </w:r>
    </w:p>
    <w:p w14:paraId="73749963" w14:textId="77777777" w:rsidR="00E4444A" w:rsidRPr="0099306C" w:rsidRDefault="002B3119" w:rsidP="002B3119">
      <w:r w:rsidRPr="002B3119">
        <w:t>Ah</w:t>
      </w:r>
      <w:r w:rsidR="00E4444A" w:rsidRPr="0099306C">
        <w:t xml:space="preserve"> ! </w:t>
      </w:r>
      <w:r w:rsidRPr="002B3119">
        <w:t>cette reprise inexorable de la vie</w:t>
      </w:r>
      <w:r w:rsidR="00E4444A" w:rsidRPr="0099306C">
        <w:t xml:space="preserve">, </w:t>
      </w:r>
      <w:r w:rsidRPr="002B3119">
        <w:t>ce calvaire sans gloire</w:t>
      </w:r>
      <w:r w:rsidR="00E4444A" w:rsidRPr="0099306C">
        <w:t xml:space="preserve">, </w:t>
      </w:r>
      <w:r w:rsidRPr="002B3119">
        <w:t>je ne les avais pas prévus</w:t>
      </w:r>
      <w:r w:rsidR="00E4444A" w:rsidRPr="0099306C">
        <w:t xml:space="preserve"> ! </w:t>
      </w:r>
      <w:r w:rsidRPr="002B3119">
        <w:t>Sur un fait précis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pendant des jours ramassé mon attention</w:t>
      </w:r>
      <w:r w:rsidR="00E4444A" w:rsidRPr="0099306C">
        <w:t xml:space="preserve">, </w:t>
      </w:r>
      <w:r w:rsidRPr="002B3119">
        <w:t>mais de ce qui pourrait suivre je ne m</w:t>
      </w:r>
      <w:r w:rsidR="00E4444A" w:rsidRPr="0099306C">
        <w:t>’</w:t>
      </w:r>
      <w:r w:rsidRPr="002B3119">
        <w:t>étais pas un instant soucié</w:t>
      </w:r>
      <w:r w:rsidR="00E4444A" w:rsidRPr="0099306C">
        <w:t xml:space="preserve">. </w:t>
      </w:r>
      <w:r w:rsidRPr="002B3119">
        <w:t>Quelque brusque cassure aurait transformé mon existence que le changement m</w:t>
      </w:r>
      <w:r w:rsidR="00E4444A" w:rsidRPr="0099306C">
        <w:t>’</w:t>
      </w:r>
      <w:r w:rsidRPr="002B3119">
        <w:t>aurait paru naturel</w:t>
      </w:r>
      <w:r w:rsidR="00E4444A" w:rsidRPr="0099306C">
        <w:t xml:space="preserve">. </w:t>
      </w:r>
      <w:r w:rsidRPr="002B3119">
        <w:t>Mais non</w:t>
      </w:r>
      <w:r w:rsidR="00E4444A" w:rsidRPr="0099306C">
        <w:t xml:space="preserve">, </w:t>
      </w:r>
      <w:r w:rsidRPr="002B3119">
        <w:t>elle continuait</w:t>
      </w:r>
      <w:r w:rsidR="00E4444A" w:rsidRPr="0099306C">
        <w:t xml:space="preserve">, </w:t>
      </w:r>
      <w:r w:rsidRPr="002B3119">
        <w:t>monotone</w:t>
      </w:r>
      <w:r w:rsidR="00E4444A" w:rsidRPr="0099306C">
        <w:t xml:space="preserve">, </w:t>
      </w:r>
      <w:r w:rsidRPr="002B3119">
        <w:t>et c</w:t>
      </w:r>
      <w:r w:rsidR="00E4444A" w:rsidRPr="0099306C">
        <w:t>’</w:t>
      </w:r>
      <w:r w:rsidRPr="002B3119">
        <w:t>était là le plus désespérant</w:t>
      </w:r>
      <w:r w:rsidR="00E4444A" w:rsidRPr="0099306C">
        <w:t>.</w:t>
      </w:r>
    </w:p>
    <w:p w14:paraId="5B2D60AD" w14:textId="77777777" w:rsidR="00E4444A" w:rsidRPr="0099306C" w:rsidRDefault="002B3119" w:rsidP="002B3119">
      <w:r w:rsidRPr="002B3119">
        <w:t>Mes amis</w:t>
      </w:r>
      <w:r w:rsidR="00E4444A" w:rsidRPr="0099306C">
        <w:t xml:space="preserve">, </w:t>
      </w:r>
      <w:r w:rsidRPr="002B3119">
        <w:t>en m</w:t>
      </w:r>
      <w:r w:rsidR="00E4444A" w:rsidRPr="0099306C">
        <w:t>’</w:t>
      </w:r>
      <w:r w:rsidRPr="002B3119">
        <w:t>accompagnant au jardin funèbre</w:t>
      </w:r>
      <w:r w:rsidR="00E4444A" w:rsidRPr="0099306C">
        <w:t xml:space="preserve">, </w:t>
      </w:r>
      <w:r w:rsidRPr="002B3119">
        <w:t>avaient cru m</w:t>
      </w:r>
      <w:r w:rsidR="00E4444A" w:rsidRPr="0099306C">
        <w:t>’</w:t>
      </w:r>
      <w:r w:rsidRPr="002B3119">
        <w:t>assister au plus mauvais moment</w:t>
      </w:r>
      <w:r w:rsidR="00E4444A" w:rsidRPr="0099306C">
        <w:t xml:space="preserve">. </w:t>
      </w:r>
      <w:r w:rsidRPr="002B3119">
        <w:t>Le temps atténue tout</w:t>
      </w:r>
      <w:r w:rsidR="00E4444A" w:rsidRPr="0099306C">
        <w:t xml:space="preserve">, </w:t>
      </w:r>
      <w:r w:rsidRPr="002B3119">
        <w:t>pensaient-ils</w:t>
      </w:r>
      <w:r w:rsidR="00E4444A" w:rsidRPr="0099306C">
        <w:t xml:space="preserve">. </w:t>
      </w:r>
      <w:r w:rsidRPr="002B3119">
        <w:t>Les années apporteraient la gu</w:t>
      </w:r>
      <w:r w:rsidRPr="002B3119">
        <w:t>é</w:t>
      </w:r>
      <w:r w:rsidRPr="002B3119">
        <w:t>rison</w:t>
      </w:r>
      <w:r w:rsidR="00E4444A" w:rsidRPr="0099306C">
        <w:t xml:space="preserve">. </w:t>
      </w:r>
      <w:r w:rsidRPr="002B3119">
        <w:t>Hélas</w:t>
      </w:r>
      <w:r w:rsidR="00E4444A" w:rsidRPr="0099306C">
        <w:t xml:space="preserve"> ! </w:t>
      </w:r>
      <w:r w:rsidRPr="002B3119">
        <w:t>le plus difficile était à faire</w:t>
      </w:r>
      <w:r w:rsidR="00E31BAC" w:rsidRPr="0099306C">
        <w:t>,</w:t>
      </w:r>
      <w:r w:rsidR="00E4444A" w:rsidRPr="0099306C">
        <w:t xml:space="preserve"> </w:t>
      </w:r>
      <w:r w:rsidRPr="002B3119">
        <w:t>l</w:t>
      </w:r>
      <w:r w:rsidR="00E4444A" w:rsidRPr="0099306C">
        <w:t>’</w:t>
      </w:r>
      <w:r w:rsidRPr="002B3119">
        <w:t>humble tâche quotidienne sans poésie et sans fin</w:t>
      </w:r>
      <w:r w:rsidR="00E4444A" w:rsidRPr="0099306C">
        <w:t>.</w:t>
      </w:r>
    </w:p>
    <w:p w14:paraId="76E2B478" w14:textId="77777777" w:rsidR="00E4444A" w:rsidRPr="0099306C" w:rsidRDefault="002B3119" w:rsidP="002B3119">
      <w:r w:rsidRPr="002B3119">
        <w:t>Car il fallait vivre encore</w:t>
      </w:r>
      <w:r w:rsidR="00E4444A" w:rsidRPr="0099306C">
        <w:t xml:space="preserve">, </w:t>
      </w:r>
      <w:r w:rsidRPr="002B3119">
        <w:t>travailler sans la joie de tr</w:t>
      </w:r>
      <w:r w:rsidRPr="002B3119">
        <w:t>a</w:t>
      </w:r>
      <w:r w:rsidRPr="002B3119">
        <w:t>vailler pour Yvette</w:t>
      </w:r>
      <w:r w:rsidR="00E4444A" w:rsidRPr="0099306C">
        <w:t xml:space="preserve">, </w:t>
      </w:r>
      <w:r w:rsidRPr="002B3119">
        <w:t>faire mon métier</w:t>
      </w:r>
      <w:r w:rsidR="00E4444A" w:rsidRPr="0099306C">
        <w:t xml:space="preserve">, </w:t>
      </w:r>
      <w:r w:rsidRPr="002B3119">
        <w:t>gagner mon pain</w:t>
      </w:r>
      <w:r w:rsidR="00E4444A" w:rsidRPr="0099306C">
        <w:t xml:space="preserve">. </w:t>
      </w:r>
      <w:r w:rsidRPr="002B3119">
        <w:t>Des notes arrivaient du reste</w:t>
      </w:r>
      <w:r w:rsidR="00E4444A" w:rsidRPr="0099306C">
        <w:t xml:space="preserve">, </w:t>
      </w:r>
      <w:r w:rsidRPr="002B3119">
        <w:t xml:space="preserve">de tristes factures que </w:t>
      </w:r>
      <w:proofErr w:type="gramStart"/>
      <w:r w:rsidRPr="002B3119">
        <w:t>j</w:t>
      </w:r>
      <w:r w:rsidR="00E4444A" w:rsidRPr="0099306C">
        <w:t>’</w:t>
      </w:r>
      <w:r w:rsidRPr="002B3119">
        <w:t>avais peur</w:t>
      </w:r>
      <w:proofErr w:type="gramEnd"/>
      <w:r w:rsidRPr="002B3119">
        <w:t xml:space="preserve"> de lire et dont les fournisseurs attendaient le règlement</w:t>
      </w:r>
      <w:r w:rsidR="00E4444A" w:rsidRPr="0099306C">
        <w:t>.</w:t>
      </w:r>
    </w:p>
    <w:p w14:paraId="723267D0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allais donc au collège</w:t>
      </w:r>
      <w:r w:rsidR="00E4444A" w:rsidRPr="0099306C">
        <w:t xml:space="preserve">. </w:t>
      </w:r>
      <w:r w:rsidRPr="002B3119">
        <w:t>Je repassais devant la petite école</w:t>
      </w:r>
      <w:r w:rsidR="00E4444A" w:rsidRPr="0099306C">
        <w:t xml:space="preserve">. </w:t>
      </w:r>
      <w:r w:rsidRPr="002B3119">
        <w:t>Les mêmes bonnes s</w:t>
      </w:r>
      <w:r w:rsidR="00E4444A" w:rsidRPr="0099306C">
        <w:t>’</w:t>
      </w:r>
      <w:r w:rsidRPr="002B3119">
        <w:t>arrêtaient devant la porte</w:t>
      </w:r>
      <w:r w:rsidR="00E4444A" w:rsidRPr="0099306C">
        <w:t xml:space="preserve">. </w:t>
      </w:r>
      <w:r w:rsidRPr="002B3119">
        <w:t>Les petites fées riaient avec l</w:t>
      </w:r>
      <w:r w:rsidR="00E4444A" w:rsidRPr="0099306C">
        <w:t>’</w:t>
      </w:r>
      <w:r w:rsidRPr="002B3119">
        <w:t>insouciance de leurs six ans</w:t>
      </w:r>
      <w:r w:rsidR="00E4444A" w:rsidRPr="0099306C">
        <w:t>.</w:t>
      </w:r>
    </w:p>
    <w:p w14:paraId="12C57919" w14:textId="77777777" w:rsidR="002B3119" w:rsidRPr="002B3119" w:rsidRDefault="002B3119" w:rsidP="002B3119"/>
    <w:p w14:paraId="3CC3622A" w14:textId="77777777" w:rsidR="00E4444A" w:rsidRPr="0099306C" w:rsidRDefault="002B3119" w:rsidP="002B3119">
      <w:r w:rsidRPr="002B3119">
        <w:lastRenderedPageBreak/>
        <w:t>La maison n</w:t>
      </w:r>
      <w:r w:rsidR="00E4444A" w:rsidRPr="0099306C">
        <w:t>’</w:t>
      </w:r>
      <w:r w:rsidRPr="002B3119">
        <w:t>avait pas changé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heureuse maison de naguère ne s</w:t>
      </w:r>
      <w:r w:rsidR="00E4444A" w:rsidRPr="0099306C">
        <w:t>’</w:t>
      </w:r>
      <w:r w:rsidRPr="002B3119">
        <w:t>était aperçue de rien</w:t>
      </w:r>
      <w:r w:rsidR="00E4444A" w:rsidRPr="0099306C">
        <w:t xml:space="preserve">. </w:t>
      </w:r>
      <w:r w:rsidRPr="002B3119">
        <w:t>Le même homme y faisait ses gestes d</w:t>
      </w:r>
      <w:r w:rsidR="00E4444A" w:rsidRPr="0099306C">
        <w:t>’</w:t>
      </w:r>
      <w:r w:rsidRPr="002B3119">
        <w:t>automate</w:t>
      </w:r>
      <w:r w:rsidR="00E4444A" w:rsidRPr="0099306C">
        <w:t xml:space="preserve">, </w:t>
      </w:r>
      <w:r w:rsidRPr="002B3119">
        <w:t>allait</w:t>
      </w:r>
      <w:r w:rsidR="00E4444A" w:rsidRPr="0099306C">
        <w:t xml:space="preserve">, </w:t>
      </w:r>
      <w:r w:rsidRPr="002B3119">
        <w:t>venait machinalement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asseyait à la table où souriait Yvette</w:t>
      </w:r>
      <w:r w:rsidR="00E4444A" w:rsidRPr="0099306C">
        <w:t xml:space="preserve">, </w:t>
      </w:r>
      <w:r w:rsidRPr="002B3119">
        <w:t>travaillait dans le b</w:t>
      </w:r>
      <w:r w:rsidRPr="002B3119">
        <w:t>u</w:t>
      </w:r>
      <w:r w:rsidRPr="002B3119">
        <w:t>reau qu</w:t>
      </w:r>
      <w:r w:rsidR="00E4444A" w:rsidRPr="0099306C">
        <w:t>’</w:t>
      </w:r>
      <w:r w:rsidRPr="002B3119">
        <w:t>elle égayait de sa joie</w:t>
      </w:r>
      <w:r w:rsidR="00E4444A" w:rsidRPr="0099306C">
        <w:t xml:space="preserve">, </w:t>
      </w:r>
      <w:r w:rsidRPr="002B3119">
        <w:t>dormait dans la chambre dont la porte était close</w:t>
      </w:r>
      <w:r w:rsidR="00E4444A" w:rsidRPr="0099306C">
        <w:t xml:space="preserve">, </w:t>
      </w:r>
      <w:r w:rsidRPr="002B3119">
        <w:t>la porte où paraissait le petit fantôme blanc</w:t>
      </w:r>
      <w:r w:rsidR="00E4444A" w:rsidRPr="0099306C">
        <w:t>.</w:t>
      </w:r>
    </w:p>
    <w:p w14:paraId="2E99B3EF" w14:textId="77777777" w:rsidR="002B3119" w:rsidRPr="002B3119" w:rsidRDefault="002B3119" w:rsidP="002B3119">
      <w:r w:rsidRPr="002B3119">
        <w:t>Jamais plus</w:t>
      </w:r>
      <w:r w:rsidR="00E4444A" w:rsidRPr="0099306C">
        <w:t xml:space="preserve"> !… </w:t>
      </w:r>
      <w:r w:rsidRPr="002B3119">
        <w:t>Jamais plus</w:t>
      </w:r>
      <w:r w:rsidR="00E4444A" w:rsidRPr="0099306C">
        <w:t xml:space="preserve"> !… </w:t>
      </w:r>
      <w:r w:rsidRPr="002B3119">
        <w:t>Les deux mots que red</w:t>
      </w:r>
      <w:r w:rsidRPr="002B3119">
        <w:t>i</w:t>
      </w:r>
      <w:r w:rsidRPr="002B3119">
        <w:t>rent tant 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à mon tour de les dire à présent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les premiers jours</w:t>
      </w:r>
      <w:r w:rsidR="00E4444A" w:rsidRPr="0099306C">
        <w:t xml:space="preserve">, </w:t>
      </w:r>
      <w:r w:rsidRPr="002B3119">
        <w:t>je les répétais sans y croire</w:t>
      </w:r>
      <w:r w:rsidR="00E4444A" w:rsidRPr="0099306C">
        <w:t xml:space="preserve">, </w:t>
      </w:r>
      <w:r w:rsidRPr="002B3119">
        <w:t>par n</w:t>
      </w:r>
      <w:r w:rsidRPr="002B3119">
        <w:t>é</w:t>
      </w:r>
      <w:r w:rsidRPr="002B3119">
        <w:t>cessité de m</w:t>
      </w:r>
      <w:r w:rsidR="00E4444A" w:rsidRPr="0099306C">
        <w:t>’</w:t>
      </w:r>
      <w:r w:rsidRPr="002B3119">
        <w:t>affirmer une chose dont je n</w:t>
      </w:r>
      <w:r w:rsidR="00E4444A" w:rsidRPr="0099306C">
        <w:t>’</w:t>
      </w:r>
      <w:r w:rsidRPr="002B3119">
        <w:t>étais pas tout à fait certain</w:t>
      </w:r>
      <w:r w:rsidR="00E4444A" w:rsidRPr="0099306C">
        <w:t xml:space="preserve">. </w:t>
      </w:r>
      <w:r w:rsidRPr="002B3119">
        <w:t>Même ma raison aurait su</w:t>
      </w:r>
      <w:r w:rsidR="00E4444A" w:rsidRPr="0099306C">
        <w:t xml:space="preserve">, </w:t>
      </w:r>
      <w:r w:rsidRPr="002B3119">
        <w:t>mes nerfs</w:t>
      </w:r>
      <w:r w:rsidR="00E4444A" w:rsidRPr="0099306C">
        <w:t xml:space="preserve">, </w:t>
      </w:r>
      <w:r w:rsidRPr="002B3119">
        <w:t>ma sensibilité restaient encore asservis au passé</w:t>
      </w:r>
      <w:r w:rsidR="00E4444A" w:rsidRPr="0099306C">
        <w:t xml:space="preserve">. </w:t>
      </w:r>
      <w:r w:rsidRPr="002B3119">
        <w:t>Un jour n</w:t>
      </w:r>
      <w:r w:rsidR="00E4444A" w:rsidRPr="0099306C">
        <w:t>’</w:t>
      </w:r>
      <w:r w:rsidRPr="002B3119">
        <w:t>annule pas de longs mois d</w:t>
      </w:r>
      <w:r w:rsidR="00E4444A" w:rsidRPr="0099306C">
        <w:t>’</w:t>
      </w:r>
      <w:r w:rsidRPr="002B3119">
        <w:t>habitudes</w:t>
      </w:r>
      <w:r w:rsidR="00E4444A" w:rsidRPr="0099306C">
        <w:t xml:space="preserve">. </w:t>
      </w:r>
      <w:r w:rsidRPr="002B3119">
        <w:t>Nos réflexes n</w:t>
      </w:r>
      <w:r w:rsidR="00E4444A" w:rsidRPr="0099306C">
        <w:t>’</w:t>
      </w:r>
      <w:r w:rsidRPr="002B3119">
        <w:t>acceptent pas si vite un pareil bouleversement</w:t>
      </w:r>
      <w:r w:rsidR="00E4444A" w:rsidRPr="0099306C">
        <w:t xml:space="preserve">. </w:t>
      </w:r>
      <w:r w:rsidRPr="002B3119">
        <w:t>La nuit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éveillais toujours aux mêmes heures</w:t>
      </w:r>
      <w:r w:rsidR="00E4444A" w:rsidRPr="0099306C">
        <w:t xml:space="preserve">. </w:t>
      </w:r>
      <w:r w:rsidRPr="002B3119">
        <w:t>Yvette n</w:t>
      </w:r>
      <w:r w:rsidR="00E4444A" w:rsidRPr="0099306C">
        <w:t>’</w:t>
      </w:r>
      <w:r w:rsidRPr="002B3119">
        <w:t>avait-elle pas appelé</w:t>
      </w:r>
      <w:r w:rsidR="00E4444A" w:rsidRPr="0099306C">
        <w:t> : « </w:t>
      </w:r>
      <w:r w:rsidRPr="002B3119">
        <w:t>Papa</w:t>
      </w:r>
      <w:r w:rsidR="00E4444A" w:rsidRPr="0099306C">
        <w:t>. »</w:t>
      </w:r>
    </w:p>
    <w:p w14:paraId="5998A706" w14:textId="77777777" w:rsidR="00E4444A" w:rsidRPr="0099306C" w:rsidRDefault="002B3119" w:rsidP="002B3119">
      <w:r w:rsidRPr="002B3119">
        <w:t>Ma chérie</w:t>
      </w:r>
      <w:r w:rsidR="00E4444A" w:rsidRPr="0099306C">
        <w:t xml:space="preserve"> ! </w:t>
      </w:r>
      <w:r w:rsidRPr="002B3119">
        <w:t>ma chérie</w:t>
      </w:r>
      <w:r w:rsidR="00E4444A" w:rsidRPr="0099306C">
        <w:t xml:space="preserve"> !… </w:t>
      </w:r>
      <w:r w:rsidRPr="002B3119">
        <w:t>Que de fois</w:t>
      </w:r>
      <w:r w:rsidR="00E4444A" w:rsidRPr="0099306C">
        <w:t xml:space="preserve">, </w:t>
      </w:r>
      <w:r w:rsidRPr="002B3119">
        <w:t>étonné de m</w:t>
      </w:r>
      <w:r w:rsidR="00E4444A" w:rsidRPr="0099306C">
        <w:t>’</w:t>
      </w:r>
      <w:r w:rsidRPr="002B3119">
        <w:t>entendre moi-même</w:t>
      </w:r>
      <w:r w:rsidR="00E4444A" w:rsidRPr="0099306C">
        <w:t xml:space="preserve">, </w:t>
      </w:r>
      <w:r w:rsidRPr="002B3119">
        <w:t>ne me suis-je pas surpris la no</w:t>
      </w:r>
      <w:r w:rsidRPr="002B3119">
        <w:t>m</w:t>
      </w:r>
      <w:r w:rsidRPr="002B3119">
        <w:t>mant</w:t>
      </w:r>
      <w:r w:rsidR="00E4444A" w:rsidRPr="0099306C">
        <w:t xml:space="preserve"> ! </w:t>
      </w:r>
      <w:r w:rsidRPr="002B3119">
        <w:t>Que de fois</w:t>
      </w:r>
      <w:r w:rsidR="00E4444A" w:rsidRPr="0099306C">
        <w:t xml:space="preserve">, </w:t>
      </w:r>
      <w:r w:rsidRPr="002B3119">
        <w:t>assis à mon bureau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ai-je pas reculé ma chaise</w:t>
      </w:r>
      <w:r w:rsidR="00E4444A" w:rsidRPr="0099306C">
        <w:t xml:space="preserve">, </w:t>
      </w:r>
      <w:r w:rsidRPr="002B3119">
        <w:t>ouvert les bras</w:t>
      </w:r>
      <w:r w:rsidR="00E4444A" w:rsidRPr="0099306C">
        <w:t xml:space="preserve">, </w:t>
      </w:r>
      <w:r w:rsidRPr="002B3119">
        <w:t>préparant sur mes genoux la place que la petite câline connaissait bien</w:t>
      </w:r>
      <w:r w:rsidR="00E4444A" w:rsidRPr="0099306C">
        <w:t> !</w:t>
      </w:r>
    </w:p>
    <w:p w14:paraId="504C6ACB" w14:textId="77777777" w:rsidR="00E4444A" w:rsidRPr="0099306C" w:rsidRDefault="002B3119" w:rsidP="002B3119">
      <w:r w:rsidRPr="002B3119">
        <w:t>Pauvre homme que je fus alors</w:t>
      </w:r>
      <w:r w:rsidR="00E4444A" w:rsidRPr="0099306C">
        <w:t xml:space="preserve">, </w:t>
      </w:r>
      <w:r w:rsidRPr="002B3119">
        <w:t xml:space="preserve">un </w:t>
      </w:r>
      <w:r w:rsidR="00E31BAC" w:rsidRPr="0099306C">
        <w:t>désœuvré</w:t>
      </w:r>
      <w:r w:rsidR="00E4444A" w:rsidRPr="0099306C">
        <w:t xml:space="preserve">, </w:t>
      </w:r>
      <w:r w:rsidRPr="002B3119">
        <w:t>qui ne sait à quoi se prendre</w:t>
      </w:r>
      <w:r w:rsidR="00E4444A" w:rsidRPr="0099306C">
        <w:t xml:space="preserve">, </w:t>
      </w:r>
      <w:r w:rsidRPr="002B3119">
        <w:t>et qui rôde éperdu</w:t>
      </w:r>
      <w:r w:rsidR="00E4444A" w:rsidRPr="0099306C">
        <w:t xml:space="preserve">, </w:t>
      </w:r>
      <w:r w:rsidRPr="002B3119">
        <w:t>sans pouvoir secouer son engourdissement</w:t>
      </w:r>
      <w:r w:rsidR="00E4444A" w:rsidRPr="0099306C">
        <w:t xml:space="preserve"> ! </w:t>
      </w:r>
      <w:r w:rsidRPr="002B3119">
        <w:t>Souvent je prenais un livre</w:t>
      </w:r>
      <w:r w:rsidR="00E4444A" w:rsidRPr="0099306C">
        <w:t xml:space="preserve">, </w:t>
      </w:r>
      <w:r w:rsidRPr="002B3119">
        <w:t>un de ceux que j</w:t>
      </w:r>
      <w:r w:rsidR="00E4444A" w:rsidRPr="0099306C">
        <w:t>’</w:t>
      </w:r>
      <w:r w:rsidRPr="002B3119">
        <w:t>avais lus depuis un an</w:t>
      </w:r>
      <w:r w:rsidR="00E4444A" w:rsidRPr="0099306C">
        <w:t xml:space="preserve">, </w:t>
      </w:r>
      <w:r w:rsidRPr="002B3119">
        <w:t>pour retrouver</w:t>
      </w:r>
      <w:r w:rsidR="00E4444A" w:rsidRPr="0099306C">
        <w:t xml:space="preserve">, </w:t>
      </w:r>
      <w:r w:rsidRPr="002B3119">
        <w:t>aux mêmes passages</w:t>
      </w:r>
      <w:r w:rsidR="00E4444A" w:rsidRPr="0099306C">
        <w:t xml:space="preserve">, </w:t>
      </w:r>
      <w:r w:rsidRPr="002B3119">
        <w:t>les mêmes émotions</w:t>
      </w:r>
      <w:r w:rsidR="00E4444A" w:rsidRPr="0099306C">
        <w:t xml:space="preserve">, </w:t>
      </w:r>
      <w:r w:rsidRPr="002B3119">
        <w:t>ressusciter mes i</w:t>
      </w:r>
      <w:r w:rsidRPr="002B3119">
        <w:t>m</w:t>
      </w:r>
      <w:r w:rsidRPr="002B3119">
        <w:t>pressions du temps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Souvent</w:t>
      </w:r>
      <w:r w:rsidR="00E4444A" w:rsidRPr="0099306C">
        <w:t xml:space="preserve">, </w:t>
      </w:r>
      <w:r w:rsidRPr="002B3119">
        <w:t>des heures entières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errais de pièce en pièce</w:t>
      </w:r>
      <w:r w:rsidR="00E4444A" w:rsidRPr="0099306C">
        <w:t xml:space="preserve">. </w:t>
      </w:r>
      <w:r w:rsidRPr="002B3119">
        <w:t>Des jouets trainaient sur les meubles</w:t>
      </w:r>
      <w:r w:rsidR="00E4444A" w:rsidRPr="0099306C">
        <w:t xml:space="preserve">. </w:t>
      </w:r>
      <w:r w:rsidRPr="002B3119">
        <w:t>Tous les chers souvenirs m</w:t>
      </w:r>
      <w:r w:rsidR="00E4444A" w:rsidRPr="0099306C">
        <w:t>’</w:t>
      </w:r>
      <w:r w:rsidRPr="002B3119">
        <w:t>enveloppaient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tout à coup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évocation devenait si forte qu</w:t>
      </w:r>
      <w:r w:rsidR="00E4444A" w:rsidRPr="0099306C">
        <w:t>’</w:t>
      </w:r>
      <w:r w:rsidRPr="002B3119">
        <w:t>alors</w:t>
      </w:r>
      <w:r w:rsidR="00E4444A" w:rsidRPr="0099306C">
        <w:t xml:space="preserve">, </w:t>
      </w:r>
      <w:r w:rsidRPr="002B3119">
        <w:t>vraiment</w:t>
      </w:r>
      <w:r w:rsidR="00E4444A" w:rsidRPr="0099306C">
        <w:t xml:space="preserve">, </w:t>
      </w:r>
      <w:r w:rsidRPr="002B3119">
        <w:t>je ne savais plus</w:t>
      </w:r>
      <w:r w:rsidR="00E4444A" w:rsidRPr="0099306C">
        <w:t>.</w:t>
      </w:r>
    </w:p>
    <w:p w14:paraId="1EA9D0E1" w14:textId="29A3750D" w:rsidR="00E4444A" w:rsidRPr="0099306C" w:rsidRDefault="002B3119" w:rsidP="002B3119">
      <w:r w:rsidRPr="002B3119">
        <w:t>La présence invisible était partout éparse</w:t>
      </w:r>
      <w:r w:rsidR="00E4444A" w:rsidRPr="0099306C">
        <w:t xml:space="preserve">. </w:t>
      </w:r>
      <w:r w:rsidRPr="002B3119">
        <w:t>Un bonnet</w:t>
      </w:r>
      <w:r w:rsidR="00E4444A" w:rsidRPr="0099306C">
        <w:t xml:space="preserve">, </w:t>
      </w:r>
      <w:r w:rsidRPr="002B3119">
        <w:t>un manteau s</w:t>
      </w:r>
      <w:r w:rsidR="00E4444A" w:rsidRPr="0099306C">
        <w:t>’</w:t>
      </w:r>
      <w:r w:rsidRPr="002B3119">
        <w:t>accrochaient aux patères</w:t>
      </w:r>
      <w:r w:rsidR="00E4444A" w:rsidRPr="0099306C">
        <w:t xml:space="preserve">. </w:t>
      </w:r>
      <w:r w:rsidRPr="002B3119">
        <w:t xml:space="preserve">Ceux du petit marin </w:t>
      </w:r>
      <w:r w:rsidRPr="002B3119">
        <w:lastRenderedPageBreak/>
        <w:t>justement</w:t>
      </w:r>
      <w:r w:rsidR="00E4444A" w:rsidRPr="0099306C">
        <w:t xml:space="preserve">. </w:t>
      </w:r>
      <w:r w:rsidRPr="002B3119">
        <w:t>Ici</w:t>
      </w:r>
      <w:r w:rsidR="003C7792">
        <w:t>,</w:t>
      </w:r>
      <w:r w:rsidR="003C7792" w:rsidRPr="0099306C">
        <w:t xml:space="preserve"> </w:t>
      </w:r>
      <w:r w:rsidRPr="002B3119">
        <w:t>dans une armoire</w:t>
      </w:r>
      <w:r w:rsidR="00E4444A" w:rsidRPr="0099306C">
        <w:t xml:space="preserve">, </w:t>
      </w:r>
      <w:r w:rsidRPr="002B3119">
        <w:t>toute une lingerie enfa</w:t>
      </w:r>
      <w:r w:rsidRPr="002B3119">
        <w:t>n</w:t>
      </w:r>
      <w:r w:rsidRPr="002B3119">
        <w:t>tine</w:t>
      </w:r>
      <w:r w:rsidR="00E4444A" w:rsidRPr="0099306C">
        <w:t xml:space="preserve">, </w:t>
      </w:r>
      <w:r w:rsidRPr="002B3119">
        <w:t>des brassières</w:t>
      </w:r>
      <w:r w:rsidR="00E4444A" w:rsidRPr="0099306C">
        <w:t xml:space="preserve">, </w:t>
      </w:r>
      <w:r w:rsidRPr="002B3119">
        <w:t>des pantalons</w:t>
      </w:r>
      <w:r w:rsidR="00E4444A" w:rsidRPr="0099306C">
        <w:t xml:space="preserve">. </w:t>
      </w:r>
      <w:r w:rsidRPr="002B3119">
        <w:t>Cette robe</w:t>
      </w:r>
      <w:r w:rsidR="00E4444A" w:rsidRPr="0099306C">
        <w:t xml:space="preserve"> ? </w:t>
      </w:r>
      <w:r w:rsidRPr="002B3119">
        <w:t>Oh</w:t>
      </w:r>
      <w:r w:rsidR="00E4444A" w:rsidRPr="0099306C">
        <w:t xml:space="preserve"> ! </w:t>
      </w:r>
      <w:r w:rsidRPr="002B3119">
        <w:t>la petite danseuse</w:t>
      </w:r>
      <w:r w:rsidR="00E4444A" w:rsidRPr="0099306C">
        <w:t xml:space="preserve"> ! </w:t>
      </w:r>
      <w:r w:rsidRPr="002B3119">
        <w:t>Les chaussures blanches tachèrent encore mon vêtement</w:t>
      </w:r>
      <w:r w:rsidR="00E4444A" w:rsidRPr="0099306C">
        <w:t xml:space="preserve">. </w:t>
      </w:r>
      <w:r w:rsidRPr="002B3119">
        <w:t>Cette broderie</w:t>
      </w:r>
      <w:r w:rsidR="00E4444A" w:rsidRPr="0099306C">
        <w:t xml:space="preserve"> ? </w:t>
      </w:r>
      <w:r w:rsidRPr="002B3119">
        <w:t>Ah</w:t>
      </w:r>
      <w:r w:rsidR="00E4444A" w:rsidRPr="0099306C">
        <w:t xml:space="preserve"> ! </w:t>
      </w:r>
      <w:r w:rsidRPr="002B3119">
        <w:t>j</w:t>
      </w:r>
      <w:r w:rsidR="00E4444A" w:rsidRPr="0099306C">
        <w:t>’</w:t>
      </w:r>
      <w:r w:rsidRPr="002B3119">
        <w:t>avais presque oublié</w:t>
      </w:r>
      <w:r w:rsidR="00E4444A" w:rsidRPr="0099306C">
        <w:t xml:space="preserve">. </w:t>
      </w:r>
      <w:r w:rsidRPr="002B3119">
        <w:t>Douce et précieuse relique</w:t>
      </w:r>
      <w:r w:rsidR="00E4444A" w:rsidRPr="0099306C">
        <w:t xml:space="preserve">. </w:t>
      </w:r>
      <w:r w:rsidRPr="002B3119">
        <w:t>Toujours l</w:t>
      </w:r>
      <w:r w:rsidR="00E4444A" w:rsidRPr="0099306C">
        <w:t>’</w:t>
      </w:r>
      <w:r w:rsidRPr="002B3119">
        <w:t>aiguille dans le can</w:t>
      </w:r>
      <w:r w:rsidRPr="002B3119">
        <w:t>e</w:t>
      </w:r>
      <w:r w:rsidRPr="002B3119">
        <w:t>vas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le premier ouvrage de ses petites mains</w:t>
      </w:r>
      <w:r w:rsidR="00E4444A" w:rsidRPr="0099306C">
        <w:t xml:space="preserve">. </w:t>
      </w:r>
      <w:r w:rsidRPr="002B3119">
        <w:t>Mais ce livre parmi des poupées</w:t>
      </w:r>
      <w:r w:rsidR="00E4444A" w:rsidRPr="0099306C">
        <w:t xml:space="preserve"> ? </w:t>
      </w:r>
      <w:r w:rsidRPr="002B3119">
        <w:t>Son prix</w:t>
      </w:r>
      <w:r w:rsidR="00E4444A" w:rsidRPr="0099306C">
        <w:t xml:space="preserve"> ! </w:t>
      </w:r>
      <w:r w:rsidRPr="002B3119">
        <w:t>Oui</w:t>
      </w:r>
      <w:r w:rsidR="00E4444A" w:rsidRPr="0099306C">
        <w:t xml:space="preserve">. </w:t>
      </w:r>
      <w:r w:rsidRPr="002B3119">
        <w:t>Je me rappelais</w:t>
      </w:r>
      <w:r w:rsidR="00E4444A" w:rsidRPr="0099306C">
        <w:t xml:space="preserve">. </w:t>
      </w:r>
      <w:r w:rsidRPr="002B3119">
        <w:t>Premier prix de lecture</w:t>
      </w:r>
      <w:r w:rsidR="00E4444A" w:rsidRPr="0099306C">
        <w:t xml:space="preserve">, </w:t>
      </w:r>
      <w:r w:rsidRPr="002B3119">
        <w:t>premier prix de calcul</w:t>
      </w:r>
      <w:r w:rsidR="00E4444A" w:rsidRPr="0099306C">
        <w:t xml:space="preserve">, </w:t>
      </w:r>
      <w:r w:rsidRPr="002B3119">
        <w:t>deuxième prix de récitation</w:t>
      </w:r>
      <w:r w:rsidR="00E4444A" w:rsidRPr="0099306C">
        <w:t>.</w:t>
      </w:r>
    </w:p>
    <w:p w14:paraId="73BF0720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ouvrais des placards</w:t>
      </w:r>
      <w:r w:rsidR="00E4444A" w:rsidRPr="0099306C">
        <w:t xml:space="preserve">, </w:t>
      </w:r>
      <w:r w:rsidRPr="002B3119">
        <w:t>des commodes</w:t>
      </w:r>
      <w:r w:rsidR="00E4444A" w:rsidRPr="0099306C">
        <w:t xml:space="preserve">, </w:t>
      </w:r>
      <w:r w:rsidRPr="002B3119">
        <w:t>je revivais parmi des parfums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revenu à mon bureau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attendais</w:t>
      </w:r>
      <w:r w:rsidR="00E4444A" w:rsidRPr="0099306C">
        <w:t xml:space="preserve">. </w:t>
      </w:r>
      <w:r w:rsidRPr="002B3119">
        <w:t>Jamais plus</w:t>
      </w:r>
      <w:r w:rsidR="00E4444A" w:rsidRPr="0099306C">
        <w:t xml:space="preserve"> ! </w:t>
      </w:r>
      <w:r w:rsidRPr="002B3119">
        <w:t>Non</w:t>
      </w:r>
      <w:r w:rsidR="00E4444A" w:rsidRPr="0099306C">
        <w:t xml:space="preserve">. </w:t>
      </w:r>
      <w:r w:rsidRPr="002B3119">
        <w:t>Ce n</w:t>
      </w:r>
      <w:r w:rsidR="00E4444A" w:rsidRPr="0099306C">
        <w:t>’</w:t>
      </w:r>
      <w:r w:rsidRPr="002B3119">
        <w:t>était pas possible</w:t>
      </w:r>
      <w:r w:rsidR="00E4444A" w:rsidRPr="0099306C">
        <w:t xml:space="preserve">. </w:t>
      </w:r>
      <w:r w:rsidRPr="002B3119">
        <w:t>Comment en si peu de jours auraient pu se faire de pareils changements</w:t>
      </w:r>
      <w:r w:rsidR="00E4444A" w:rsidRPr="0099306C">
        <w:t xml:space="preserve">. </w:t>
      </w:r>
      <w:r w:rsidRPr="002B3119">
        <w:t>Voyons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son heure</w:t>
      </w:r>
      <w:r w:rsidR="00E4444A" w:rsidRPr="0099306C">
        <w:t xml:space="preserve">. </w:t>
      </w:r>
      <w:r w:rsidRPr="002B3119">
        <w:t>Elle arrivait</w:t>
      </w:r>
      <w:r w:rsidR="00E4444A" w:rsidRPr="0099306C">
        <w:t xml:space="preserve">. </w:t>
      </w:r>
      <w:r w:rsidRPr="002B3119">
        <w:t>Pourquoi pas</w:t>
      </w:r>
      <w:r w:rsidR="00E4444A" w:rsidRPr="0099306C">
        <w:t xml:space="preserve"> ? </w:t>
      </w:r>
      <w:r w:rsidRPr="002B3119">
        <w:t>Il n</w:t>
      </w:r>
      <w:r w:rsidR="00E4444A" w:rsidRPr="0099306C">
        <w:t>’</w:t>
      </w:r>
      <w:r w:rsidRPr="002B3119">
        <w:t>y avait pas de raison</w:t>
      </w:r>
      <w:r w:rsidR="00E4444A" w:rsidRPr="0099306C">
        <w:t xml:space="preserve">. </w:t>
      </w:r>
      <w:r w:rsidRPr="002B3119">
        <w:t>Marie-Anne enlevait les bottines</w:t>
      </w:r>
      <w:r w:rsidR="00E4444A" w:rsidRPr="0099306C">
        <w:t xml:space="preserve">, </w:t>
      </w:r>
      <w:r w:rsidRPr="002B3119">
        <w:t>lavait les mains</w:t>
      </w:r>
      <w:r w:rsidR="00E4444A" w:rsidRPr="0099306C">
        <w:t xml:space="preserve">, </w:t>
      </w:r>
      <w:r w:rsidRPr="002B3119">
        <w:t>donnait le goûter</w:t>
      </w:r>
      <w:r w:rsidR="00E4444A" w:rsidRPr="0099306C">
        <w:t xml:space="preserve">. </w:t>
      </w:r>
      <w:r w:rsidR="00E31BAC" w:rsidRPr="0099306C">
        <w:t>À</w:t>
      </w:r>
      <w:r w:rsidRPr="002B3119">
        <w:t xml:space="preserve"> présent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fini</w:t>
      </w:r>
      <w:r w:rsidR="00E4444A" w:rsidRPr="0099306C">
        <w:t xml:space="preserve">. </w:t>
      </w:r>
      <w:r w:rsidRPr="002B3119">
        <w:t>Elle v</w:t>
      </w:r>
      <w:r w:rsidRPr="002B3119">
        <w:t>e</w:t>
      </w:r>
      <w:r w:rsidRPr="002B3119">
        <w:t>nait</w:t>
      </w:r>
      <w:r w:rsidR="00E4444A" w:rsidRPr="0099306C">
        <w:t xml:space="preserve">. </w:t>
      </w:r>
      <w:r w:rsidRPr="002B3119">
        <w:t>Elle venait en mangeant sa tartine</w:t>
      </w:r>
      <w:r w:rsidR="00E4444A" w:rsidRPr="0099306C">
        <w:t xml:space="preserve">. </w:t>
      </w:r>
      <w:r w:rsidRPr="002B3119">
        <w:t>Chut</w:t>
      </w:r>
      <w:r w:rsidR="00E4444A" w:rsidRPr="0099306C">
        <w:t xml:space="preserve"> ! </w:t>
      </w:r>
      <w:r w:rsidRPr="002B3119">
        <w:t>Son pas de</w:t>
      </w:r>
      <w:r w:rsidRPr="002B3119">
        <w:t>r</w:t>
      </w:r>
      <w:r w:rsidRPr="002B3119">
        <w:t>rière la porte</w:t>
      </w:r>
      <w:r w:rsidR="00E4444A" w:rsidRPr="0099306C">
        <w:t xml:space="preserve">. </w:t>
      </w:r>
      <w:r w:rsidRPr="002B3119">
        <w:t>Sa main se posait sur le bouton</w:t>
      </w:r>
      <w:r w:rsidR="00E4444A" w:rsidRPr="0099306C">
        <w:t xml:space="preserve">. </w:t>
      </w:r>
      <w:r w:rsidRPr="002B3119">
        <w:t>Rien qu</w:t>
      </w:r>
      <w:r w:rsidR="00E4444A" w:rsidRPr="0099306C">
        <w:t>’</w:t>
      </w:r>
      <w:r w:rsidRPr="002B3119">
        <w:t>une seconde encore</w:t>
      </w:r>
      <w:r w:rsidR="00E4444A" w:rsidRPr="0099306C">
        <w:t xml:space="preserve">, </w:t>
      </w:r>
      <w:r w:rsidRPr="002B3119">
        <w:t>et Yvette</w:t>
      </w:r>
      <w:r w:rsidR="00E4444A" w:rsidRPr="0099306C">
        <w:t>…</w:t>
      </w:r>
    </w:p>
    <w:p w14:paraId="02814A18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attendais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attendais</w:t>
      </w:r>
      <w:r w:rsidR="00E4444A" w:rsidRPr="0099306C">
        <w:t xml:space="preserve">, </w:t>
      </w:r>
      <w:r w:rsidRPr="002B3119">
        <w:t>puis finissais par ouvrir moi-même la porte</w:t>
      </w:r>
      <w:r w:rsidR="00E4444A" w:rsidRPr="0099306C">
        <w:t xml:space="preserve">. </w:t>
      </w:r>
      <w:r w:rsidRPr="002B3119">
        <w:t>Rien que le silence de la maison</w:t>
      </w:r>
      <w:r w:rsidR="00E4444A" w:rsidRPr="0099306C">
        <w:t>.</w:t>
      </w:r>
    </w:p>
    <w:p w14:paraId="35042AC0" w14:textId="77777777" w:rsidR="002B3119" w:rsidRPr="002B3119" w:rsidRDefault="002B3119" w:rsidP="002B3119"/>
    <w:p w14:paraId="7BE8CBC9" w14:textId="77777777" w:rsidR="00E4444A" w:rsidRPr="0099306C" w:rsidRDefault="002B3119" w:rsidP="002B3119">
      <w:r w:rsidRPr="002B3119">
        <w:t>Le grand jardin qui longeait la route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y allais souvent maintenant</w:t>
      </w:r>
      <w:r w:rsidR="00E4444A" w:rsidRPr="0099306C">
        <w:t>.</w:t>
      </w:r>
    </w:p>
    <w:p w14:paraId="2CDECC2A" w14:textId="77777777" w:rsidR="00E4444A" w:rsidRPr="0099306C" w:rsidRDefault="002B3119" w:rsidP="002B3119">
      <w:r w:rsidRPr="002B3119">
        <w:t>Mais je le connaissais mal encore</w:t>
      </w:r>
      <w:r w:rsidR="00E4444A" w:rsidRPr="0099306C">
        <w:t xml:space="preserve">. </w:t>
      </w:r>
      <w:r w:rsidRPr="002B3119">
        <w:t>Il pleuvait</w:t>
      </w:r>
      <w:r w:rsidR="00E4444A" w:rsidRPr="0099306C">
        <w:t xml:space="preserve">, </w:t>
      </w:r>
      <w:r w:rsidRPr="002B3119">
        <w:t>il pleuvait sans cesse</w:t>
      </w:r>
      <w:r w:rsidR="00E4444A" w:rsidRPr="0099306C">
        <w:t xml:space="preserve">. </w:t>
      </w:r>
      <w:r w:rsidRPr="002B3119">
        <w:t>Je suivais l</w:t>
      </w:r>
      <w:r w:rsidR="00E4444A" w:rsidRPr="0099306C">
        <w:t>’</w:t>
      </w:r>
      <w:r w:rsidRPr="002B3119">
        <w:t>artère principale jusqu</w:t>
      </w:r>
      <w:r w:rsidR="00E4444A" w:rsidRPr="0099306C">
        <w:t>’</w:t>
      </w:r>
      <w:r w:rsidRPr="002B3119">
        <w:t>à l</w:t>
      </w:r>
      <w:r w:rsidR="00E4444A" w:rsidRPr="0099306C">
        <w:t>’</w:t>
      </w:r>
      <w:r w:rsidRPr="002B3119">
        <w:t>allée où j</w:t>
      </w:r>
      <w:r w:rsidR="00E4444A" w:rsidRPr="0099306C">
        <w:t>’</w:t>
      </w:r>
      <w:r w:rsidRPr="002B3119">
        <w:t>avais acheté un terrain</w:t>
      </w:r>
      <w:r w:rsidR="00E4444A" w:rsidRPr="0099306C">
        <w:t xml:space="preserve">. </w:t>
      </w:r>
      <w:r w:rsidRPr="002B3119">
        <w:t>Mes pieds enfonçaient dans la glaise</w:t>
      </w:r>
      <w:r w:rsidR="00E4444A" w:rsidRPr="0099306C">
        <w:t xml:space="preserve">. </w:t>
      </w:r>
      <w:r w:rsidRPr="002B3119">
        <w:t>Impossible de s</w:t>
      </w:r>
      <w:r w:rsidR="00E4444A" w:rsidRPr="0099306C">
        <w:t>’</w:t>
      </w:r>
      <w:r w:rsidRPr="002B3119">
        <w:t>asseoir sur une pierre</w:t>
      </w:r>
      <w:r w:rsidR="00E4444A" w:rsidRPr="0099306C">
        <w:t xml:space="preserve">, </w:t>
      </w:r>
      <w:r w:rsidRPr="002B3119">
        <w:t>de faire de longues stations</w:t>
      </w:r>
      <w:r w:rsidR="00E4444A" w:rsidRPr="0099306C">
        <w:t>.</w:t>
      </w:r>
    </w:p>
    <w:p w14:paraId="7A4B41B1" w14:textId="77777777" w:rsidR="00E4444A" w:rsidRPr="0099306C" w:rsidRDefault="002B3119" w:rsidP="002B3119">
      <w:r w:rsidRPr="002B3119">
        <w:t>Un statuaire s</w:t>
      </w:r>
      <w:r w:rsidR="00E4444A" w:rsidRPr="0099306C">
        <w:t>’</w:t>
      </w:r>
      <w:r w:rsidRPr="002B3119">
        <w:t>était chargé du monument</w:t>
      </w:r>
      <w:r w:rsidR="00E4444A" w:rsidRPr="0099306C">
        <w:t xml:space="preserve">. </w:t>
      </w:r>
      <w:r w:rsidRPr="002B3119">
        <w:t>Une grille</w:t>
      </w:r>
      <w:r w:rsidR="00E4444A" w:rsidRPr="0099306C">
        <w:t xml:space="preserve">, </w:t>
      </w:r>
      <w:r w:rsidRPr="002B3119">
        <w:t>une croix de marbre</w:t>
      </w:r>
      <w:r w:rsidR="00E4444A" w:rsidRPr="0099306C">
        <w:t xml:space="preserve">, </w:t>
      </w:r>
      <w:r w:rsidRPr="002B3119">
        <w:t>un jardinet</w:t>
      </w:r>
      <w:r w:rsidR="00E4444A" w:rsidRPr="0099306C">
        <w:t xml:space="preserve">. </w:t>
      </w:r>
      <w:r w:rsidRPr="002B3119">
        <w:t>Le tout</w:t>
      </w:r>
      <w:r w:rsidR="00E4444A" w:rsidRPr="0099306C">
        <w:t xml:space="preserve">, </w:t>
      </w:r>
      <w:r w:rsidRPr="002B3119">
        <w:t>très pur</w:t>
      </w:r>
      <w:r w:rsidR="00E4444A" w:rsidRPr="0099306C">
        <w:t xml:space="preserve">, </w:t>
      </w:r>
      <w:r w:rsidRPr="002B3119">
        <w:t>très simple</w:t>
      </w:r>
      <w:r w:rsidR="00E4444A" w:rsidRPr="0099306C">
        <w:t xml:space="preserve">, </w:t>
      </w:r>
      <w:r w:rsidRPr="002B3119">
        <w:t xml:space="preserve">très </w:t>
      </w:r>
      <w:r w:rsidRPr="002B3119">
        <w:lastRenderedPageBreak/>
        <w:t>blanc</w:t>
      </w:r>
      <w:r w:rsidR="00E4444A" w:rsidRPr="0099306C">
        <w:t xml:space="preserve">. </w:t>
      </w:r>
      <w:r w:rsidRPr="002B3119">
        <w:t>Par malheur</w:t>
      </w:r>
      <w:r w:rsidR="00E4444A" w:rsidRPr="0099306C">
        <w:t xml:space="preserve">, </w:t>
      </w:r>
      <w:r w:rsidRPr="002B3119">
        <w:t>le travail n</w:t>
      </w:r>
      <w:r w:rsidR="00E4444A" w:rsidRPr="0099306C">
        <w:t>’</w:t>
      </w:r>
      <w:r w:rsidRPr="002B3119">
        <w:t>avançait pas</w:t>
      </w:r>
      <w:r w:rsidR="00E4444A" w:rsidRPr="0099306C">
        <w:t xml:space="preserve">, </w:t>
      </w:r>
      <w:r w:rsidRPr="002B3119">
        <w:t>le mauvais temps contrariait les maçons</w:t>
      </w:r>
      <w:r w:rsidR="00E4444A" w:rsidRPr="0099306C">
        <w:t xml:space="preserve">, </w:t>
      </w:r>
      <w:r w:rsidRPr="002B3119">
        <w:t>et la pauvre tombe avait l</w:t>
      </w:r>
      <w:r w:rsidR="00E4444A" w:rsidRPr="0099306C">
        <w:t>’</w:t>
      </w:r>
      <w:r w:rsidRPr="002B3119">
        <w:t>air bien abandonnée parmi les autres tombes entretenues avec soin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que le statuaire fît vite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une douce croix prot</w:t>
      </w:r>
      <w:r w:rsidRPr="002B3119">
        <w:t>é</w:t>
      </w:r>
      <w:r w:rsidRPr="002B3119">
        <w:t>geât bientôt le sommeil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que</w:t>
      </w:r>
      <w:r w:rsidR="00E4444A" w:rsidRPr="0099306C">
        <w:t xml:space="preserve">, </w:t>
      </w:r>
      <w:r w:rsidRPr="002B3119">
        <w:t>sur la blanche stèle</w:t>
      </w:r>
      <w:r w:rsidR="00E4444A" w:rsidRPr="0099306C">
        <w:t xml:space="preserve">, </w:t>
      </w:r>
      <w:r w:rsidRPr="002B3119">
        <w:t>se lût enfin son joli nom</w:t>
      </w:r>
      <w:r w:rsidR="00E4444A" w:rsidRPr="0099306C">
        <w:t> !</w:t>
      </w:r>
    </w:p>
    <w:p w14:paraId="34242CB8" w14:textId="77777777" w:rsidR="00E4444A" w:rsidRPr="0099306C" w:rsidRDefault="002B3119" w:rsidP="002B3119">
      <w:r w:rsidRPr="002B3119">
        <w:t>Et j</w:t>
      </w:r>
      <w:r w:rsidR="00E4444A" w:rsidRPr="0099306C">
        <w:t>’</w:t>
      </w:r>
      <w:r w:rsidRPr="002B3119">
        <w:t>allais au cimetière aux heures d</w:t>
      </w:r>
      <w:r w:rsidR="00E4444A" w:rsidRPr="0099306C">
        <w:t>’</w:t>
      </w:r>
      <w:r w:rsidRPr="002B3119">
        <w:t>éclaircie</w:t>
      </w:r>
      <w:r w:rsidR="00E4444A" w:rsidRPr="0099306C">
        <w:t xml:space="preserve">. </w:t>
      </w:r>
      <w:r w:rsidRPr="002B3119">
        <w:t>Devant la dalle</w:t>
      </w:r>
      <w:r w:rsidR="00E4444A" w:rsidRPr="0099306C">
        <w:t xml:space="preserve">, </w:t>
      </w:r>
      <w:r w:rsidRPr="002B3119">
        <w:t>où s</w:t>
      </w:r>
      <w:r w:rsidR="00E4444A" w:rsidRPr="0099306C">
        <w:t>’</w:t>
      </w:r>
      <w:r w:rsidRPr="002B3119">
        <w:t>entassaient des couronnes mouillées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arrêtais un instant</w:t>
      </w:r>
      <w:r w:rsidR="00E4444A" w:rsidRPr="0099306C">
        <w:t xml:space="preserve">. </w:t>
      </w:r>
      <w:r w:rsidRPr="002B3119">
        <w:t>Les gerbes tombaient en lambeaux</w:t>
      </w:r>
      <w:r w:rsidR="00E4444A" w:rsidRPr="0099306C">
        <w:t xml:space="preserve">. </w:t>
      </w:r>
      <w:r w:rsidRPr="002B3119">
        <w:t>Puis</w:t>
      </w:r>
      <w:r w:rsidR="00E31BAC" w:rsidRPr="0099306C">
        <w:t>,</w:t>
      </w:r>
      <w:r w:rsidR="00E4444A" w:rsidRPr="0099306C">
        <w:t xml:space="preserve"> </w:t>
      </w:r>
      <w:r w:rsidRPr="002B3119">
        <w:t>tête basse</w:t>
      </w:r>
      <w:r w:rsidR="00E4444A" w:rsidRPr="0099306C">
        <w:t xml:space="preserve">, </w:t>
      </w:r>
      <w:r w:rsidRPr="002B3119">
        <w:t>le front lourd</w:t>
      </w:r>
      <w:r w:rsidR="00E4444A" w:rsidRPr="0099306C">
        <w:t xml:space="preserve">, </w:t>
      </w:r>
      <w:r w:rsidRPr="002B3119">
        <w:t>glacé par cette pluie suspendue qui brouillait tout</w:t>
      </w:r>
      <w:r w:rsidR="00E4444A" w:rsidRPr="0099306C">
        <w:t xml:space="preserve">, </w:t>
      </w:r>
      <w:r w:rsidRPr="002B3119">
        <w:t>je regagnais à pas lents la maison</w:t>
      </w:r>
      <w:r w:rsidR="00E4444A" w:rsidRPr="0099306C">
        <w:t>.</w:t>
      </w:r>
    </w:p>
    <w:p w14:paraId="6AD46DC7" w14:textId="77777777" w:rsidR="00E4444A" w:rsidRPr="0099306C" w:rsidRDefault="002B3119" w:rsidP="002B3119">
      <w:r w:rsidRPr="002B3119">
        <w:t>Comme elle était vide</w:t>
      </w:r>
      <w:r w:rsidR="00E4444A" w:rsidRPr="0099306C">
        <w:t xml:space="preserve"> ! </w:t>
      </w:r>
      <w:r w:rsidRPr="002B3119">
        <w:t>Quelques jours avaient suffi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étais plus le jouet des mêmes illusions</w:t>
      </w:r>
      <w:r w:rsidR="00E4444A" w:rsidRPr="0099306C">
        <w:t xml:space="preserve">. </w:t>
      </w:r>
      <w:r w:rsidRPr="002B3119">
        <w:t>Jamais plus</w:t>
      </w:r>
      <w:r w:rsidR="00E4444A" w:rsidRPr="0099306C">
        <w:t xml:space="preserve"> ! </w:t>
      </w:r>
      <w:r w:rsidRPr="002B3119">
        <w:t>J</w:t>
      </w:r>
      <w:r w:rsidRPr="002B3119">
        <w:t>a</w:t>
      </w:r>
      <w:r w:rsidRPr="002B3119">
        <w:t>mais plus</w:t>
      </w:r>
      <w:r w:rsidR="00E4444A" w:rsidRPr="0099306C">
        <w:t xml:space="preserve"> ! </w:t>
      </w:r>
      <w:r w:rsidRPr="002B3119">
        <w:t>Je me rendais compte à présent</w:t>
      </w:r>
      <w:r w:rsidR="00E4444A" w:rsidRPr="0099306C">
        <w:t xml:space="preserve">. </w:t>
      </w:r>
      <w:r w:rsidRPr="002B3119">
        <w:t>Les années pouvaient venir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avance</w:t>
      </w:r>
      <w:r w:rsidR="00E4444A" w:rsidRPr="0099306C">
        <w:t xml:space="preserve">, </w:t>
      </w:r>
      <w:r w:rsidRPr="002B3119">
        <w:t>je savais qu</w:t>
      </w:r>
      <w:r w:rsidR="00E4444A" w:rsidRPr="0099306C">
        <w:t>’</w:t>
      </w:r>
      <w:r w:rsidRPr="002B3119">
        <w:t>elles ne m</w:t>
      </w:r>
      <w:r w:rsidR="00E4444A" w:rsidRPr="0099306C">
        <w:t>’</w:t>
      </w:r>
      <w:r w:rsidRPr="002B3119">
        <w:t>apporteraient rien</w:t>
      </w:r>
      <w:r w:rsidR="00E4444A" w:rsidRPr="0099306C">
        <w:t xml:space="preserve">. </w:t>
      </w:r>
      <w:r w:rsidRPr="002B3119">
        <w:t>Plus de tendresses</w:t>
      </w:r>
      <w:r w:rsidR="00E4444A" w:rsidRPr="0099306C">
        <w:t xml:space="preserve">, </w:t>
      </w:r>
      <w:r w:rsidRPr="002B3119">
        <w:t>plus de câlineries</w:t>
      </w:r>
      <w:r w:rsidR="00E4444A" w:rsidRPr="0099306C">
        <w:t xml:space="preserve">. </w:t>
      </w:r>
      <w:r w:rsidRPr="002B3119">
        <w:t>Rien qu</w:t>
      </w:r>
      <w:r w:rsidR="00E4444A" w:rsidRPr="0099306C">
        <w:t>’</w:t>
      </w:r>
      <w:r w:rsidRPr="002B3119">
        <w:t>une existence froide et nue</w:t>
      </w:r>
      <w:r w:rsidR="00E4444A" w:rsidRPr="0099306C">
        <w:t xml:space="preserve">. </w:t>
      </w:r>
      <w:r w:rsidRPr="002B3119">
        <w:t>Tout le reste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du passé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espoir de la mort devint mon unique consolation</w:t>
      </w:r>
      <w:r w:rsidR="00E4444A" w:rsidRPr="0099306C">
        <w:t>.</w:t>
      </w:r>
    </w:p>
    <w:p w14:paraId="72844A73" w14:textId="77777777" w:rsidR="00E4444A" w:rsidRPr="0099306C" w:rsidRDefault="002B3119" w:rsidP="002B3119">
      <w:r w:rsidRPr="002B3119">
        <w:t>La mort</w:t>
      </w:r>
      <w:r w:rsidR="00E4444A" w:rsidRPr="0099306C">
        <w:t xml:space="preserve"> ! </w:t>
      </w:r>
      <w:r w:rsidRPr="002B3119">
        <w:t>Des semaines entières</w:t>
      </w:r>
      <w:r w:rsidR="00E4444A" w:rsidRPr="0099306C">
        <w:t xml:space="preserve">, </w:t>
      </w:r>
      <w:r w:rsidRPr="002B3119">
        <w:t>elle seule occupa mon esprit</w:t>
      </w:r>
      <w:r w:rsidR="00E4444A" w:rsidRPr="0099306C">
        <w:t xml:space="preserve">. </w:t>
      </w:r>
      <w:r w:rsidRPr="002B3119">
        <w:t>Le soir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ombre</w:t>
      </w:r>
      <w:r w:rsidR="00E4444A" w:rsidRPr="0099306C">
        <w:t xml:space="preserve">, </w:t>
      </w:r>
      <w:r w:rsidRPr="002B3119">
        <w:t>les yeux fixés</w:t>
      </w:r>
      <w:r w:rsidR="00E4444A" w:rsidRPr="0099306C">
        <w:t xml:space="preserve">, </w:t>
      </w:r>
      <w:r w:rsidRPr="002B3119">
        <w:t>je la sentais r</w:t>
      </w:r>
      <w:r w:rsidRPr="002B3119">
        <w:t>ô</w:t>
      </w:r>
      <w:r w:rsidRPr="002B3119">
        <w:t>der autour de moi</w:t>
      </w:r>
      <w:r w:rsidR="00E4444A" w:rsidRPr="0099306C">
        <w:t xml:space="preserve">. </w:t>
      </w:r>
      <w:r w:rsidRPr="002B3119">
        <w:t>La nuit souvent</w:t>
      </w:r>
      <w:r w:rsidR="00E4444A" w:rsidRPr="0099306C">
        <w:t xml:space="preserve">, </w:t>
      </w:r>
      <w:r w:rsidRPr="002B3119">
        <w:t>je sautais du lit</w:t>
      </w:r>
      <w:r w:rsidR="00E4444A" w:rsidRPr="0099306C">
        <w:t xml:space="preserve">, </w:t>
      </w:r>
      <w:r w:rsidRPr="002B3119">
        <w:t>pieds nus</w:t>
      </w:r>
      <w:r w:rsidR="00E4444A" w:rsidRPr="0099306C">
        <w:t xml:space="preserve">, </w:t>
      </w:r>
      <w:r w:rsidRPr="002B3119">
        <w:t>pour aller contempler le jardin</w:t>
      </w:r>
      <w:r w:rsidR="00E4444A" w:rsidRPr="0099306C">
        <w:t xml:space="preserve">. </w:t>
      </w:r>
      <w:r w:rsidRPr="002B3119">
        <w:t>La pluie fouettait les murs</w:t>
      </w:r>
      <w:r w:rsidR="00E4444A" w:rsidRPr="0099306C">
        <w:t xml:space="preserve">. </w:t>
      </w:r>
      <w:r w:rsidRPr="002B3119">
        <w:t>Les massifs faisaient des ombres sinistres</w:t>
      </w:r>
      <w:r w:rsidR="00E4444A" w:rsidRPr="0099306C">
        <w:t xml:space="preserve">. </w:t>
      </w:r>
      <w:r w:rsidRPr="002B3119">
        <w:t>La bou</w:t>
      </w:r>
      <w:r w:rsidRPr="002B3119">
        <w:t>r</w:t>
      </w:r>
      <w:r w:rsidRPr="002B3119">
        <w:t>rasque tourmentait les arbres</w:t>
      </w:r>
      <w:r w:rsidR="00E4444A" w:rsidRPr="0099306C">
        <w:t xml:space="preserve">. </w:t>
      </w:r>
      <w:r w:rsidRPr="002B3119">
        <w:t>Quelle nuit devaient-ils pa</w:t>
      </w:r>
      <w:r w:rsidRPr="002B3119">
        <w:t>s</w:t>
      </w:r>
      <w:r w:rsidRPr="002B3119">
        <w:t>ser</w:t>
      </w:r>
      <w:r w:rsidR="00E4444A" w:rsidRPr="0099306C">
        <w:t xml:space="preserve">, </w:t>
      </w:r>
      <w:r w:rsidRPr="002B3119">
        <w:t>les pauvres morts de l</w:t>
      </w:r>
      <w:r w:rsidR="00E4444A" w:rsidRPr="0099306C">
        <w:t>’</w:t>
      </w:r>
      <w:r w:rsidRPr="002B3119">
        <w:t>autre jardin</w:t>
      </w:r>
      <w:r w:rsidR="00E4444A" w:rsidRPr="0099306C">
        <w:t> !</w:t>
      </w:r>
    </w:p>
    <w:p w14:paraId="582911FD" w14:textId="77777777" w:rsidR="00E4444A" w:rsidRPr="0099306C" w:rsidRDefault="002B3119" w:rsidP="002B3119">
      <w:r w:rsidRPr="002B3119">
        <w:t>Cela devint une idée fixe</w:t>
      </w:r>
      <w:r w:rsidR="00E4444A" w:rsidRPr="0099306C">
        <w:t xml:space="preserve">. </w:t>
      </w:r>
      <w:r w:rsidRPr="002B3119">
        <w:t>Elle gênait en moi la claire v</w:t>
      </w:r>
      <w:r w:rsidRPr="002B3119">
        <w:t>i</w:t>
      </w:r>
      <w:r w:rsidRPr="002B3119">
        <w:t>sion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qui seule me pouvait secourir</w:t>
      </w:r>
      <w:r w:rsidR="00E4444A" w:rsidRPr="0099306C">
        <w:t xml:space="preserve">. </w:t>
      </w:r>
      <w:r w:rsidRPr="002B3119">
        <w:t>Aucun travail ne m</w:t>
      </w:r>
      <w:r w:rsidR="00E4444A" w:rsidRPr="0099306C">
        <w:t>’</w:t>
      </w:r>
      <w:r w:rsidRPr="002B3119">
        <w:t>intéressait plus</w:t>
      </w:r>
      <w:r w:rsidR="00E4444A" w:rsidRPr="0099306C">
        <w:t xml:space="preserve">. </w:t>
      </w:r>
      <w:r w:rsidRPr="002B3119">
        <w:t>Lutter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instruire</w:t>
      </w:r>
      <w:r w:rsidR="00E4444A" w:rsidRPr="0099306C">
        <w:t xml:space="preserve">, </w:t>
      </w:r>
      <w:r w:rsidRPr="002B3119">
        <w:t>accumuler un vain savoir</w:t>
      </w:r>
      <w:r w:rsidR="00E4444A" w:rsidRPr="0099306C">
        <w:t xml:space="preserve"> : </w:t>
      </w:r>
      <w:r w:rsidRPr="002B3119">
        <w:t>à quoi bon</w:t>
      </w:r>
      <w:r w:rsidR="00E4444A" w:rsidRPr="0099306C">
        <w:t xml:space="preserve"> ? </w:t>
      </w:r>
      <w:r w:rsidRPr="002B3119">
        <w:t>Tôt ou tard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édifice entier s</w:t>
      </w:r>
      <w:r w:rsidR="00E4444A" w:rsidRPr="0099306C">
        <w:t>’</w:t>
      </w:r>
      <w:r w:rsidRPr="002B3119">
        <w:t>écroulerait tout d</w:t>
      </w:r>
      <w:r w:rsidR="00E4444A" w:rsidRPr="0099306C">
        <w:t>’</w:t>
      </w:r>
      <w:r w:rsidRPr="002B3119">
        <w:t>un coup</w:t>
      </w:r>
      <w:r w:rsidR="00E4444A" w:rsidRPr="0099306C">
        <w:t xml:space="preserve">. </w:t>
      </w:r>
      <w:r w:rsidRPr="002B3119">
        <w:t>Pourquoi d</w:t>
      </w:r>
      <w:r w:rsidR="00E4444A" w:rsidRPr="0099306C">
        <w:t>’</w:t>
      </w:r>
      <w:r w:rsidRPr="002B3119">
        <w:t>inutiles sciences</w:t>
      </w:r>
      <w:r w:rsidR="00E4444A" w:rsidRPr="0099306C">
        <w:t xml:space="preserve"> ? </w:t>
      </w:r>
      <w:r w:rsidRPr="002B3119">
        <w:t>Qu</w:t>
      </w:r>
      <w:r w:rsidR="00E4444A" w:rsidRPr="0099306C">
        <w:t>’</w:t>
      </w:r>
      <w:r w:rsidRPr="002B3119">
        <w:t>importent les découvertes à qui ne peut ajouter un jour à sa vie</w:t>
      </w:r>
      <w:r w:rsidR="00E4444A" w:rsidRPr="0099306C">
        <w:t xml:space="preserve"> ? </w:t>
      </w:r>
      <w:r w:rsidRPr="002B3119">
        <w:t>A</w:t>
      </w:r>
      <w:r w:rsidRPr="002B3119">
        <w:t>r</w:t>
      </w:r>
      <w:r w:rsidRPr="002B3119">
        <w:t>gent</w:t>
      </w:r>
      <w:r w:rsidR="00E4444A" w:rsidRPr="0099306C">
        <w:t xml:space="preserve">, </w:t>
      </w:r>
      <w:r w:rsidRPr="002B3119">
        <w:lastRenderedPageBreak/>
        <w:t>honneurs</w:t>
      </w:r>
      <w:r w:rsidR="00E4444A" w:rsidRPr="0099306C">
        <w:t xml:space="preserve"> : </w:t>
      </w:r>
      <w:r w:rsidRPr="002B3119">
        <w:t>illusions</w:t>
      </w:r>
      <w:r w:rsidR="00E4444A" w:rsidRPr="0099306C">
        <w:t xml:space="preserve"> !… </w:t>
      </w:r>
      <w:r w:rsidRPr="002B3119">
        <w:t>Grands ou petits</w:t>
      </w:r>
      <w:r w:rsidR="00E4444A" w:rsidRPr="0099306C">
        <w:t xml:space="preserve">, </w:t>
      </w:r>
      <w:r w:rsidRPr="002B3119">
        <w:t>riches ou pauvres</w:t>
      </w:r>
      <w:r w:rsidR="00E4444A" w:rsidRPr="0099306C">
        <w:t xml:space="preserve">, </w:t>
      </w:r>
      <w:r w:rsidRPr="002B3119">
        <w:t>la mort nous fera tous égaux</w:t>
      </w:r>
      <w:r w:rsidR="00E4444A" w:rsidRPr="0099306C">
        <w:t xml:space="preserve">, </w:t>
      </w:r>
      <w:r w:rsidRPr="002B3119">
        <w:t>et ceux qui possèdent davantage seront ceux qui perdront le plus</w:t>
      </w:r>
      <w:r w:rsidR="00E4444A" w:rsidRPr="0099306C">
        <w:t xml:space="preserve">. </w:t>
      </w:r>
      <w:r w:rsidRPr="002B3119">
        <w:t>Tout n</w:t>
      </w:r>
      <w:r w:rsidR="00E4444A" w:rsidRPr="0099306C">
        <w:t>’</w:t>
      </w:r>
      <w:r w:rsidRPr="002B3119">
        <w:t>est que vanité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Ecclésiaste avait bien raison</w:t>
      </w:r>
      <w:r w:rsidR="00E4444A" w:rsidRPr="0099306C">
        <w:t>.</w:t>
      </w:r>
    </w:p>
    <w:p w14:paraId="3AA40CA0" w14:textId="77777777" w:rsidR="00E4444A" w:rsidRPr="0099306C" w:rsidRDefault="002B3119" w:rsidP="002B3119">
      <w:r w:rsidRPr="002B3119">
        <w:t>Plus je pensais à la mort</w:t>
      </w:r>
      <w:r w:rsidR="00E4444A" w:rsidRPr="0099306C">
        <w:t xml:space="preserve">, </w:t>
      </w:r>
      <w:r w:rsidRPr="002B3119">
        <w:t>plus je m</w:t>
      </w:r>
      <w:r w:rsidR="00E4444A" w:rsidRPr="0099306C">
        <w:t>’</w:t>
      </w:r>
      <w:r w:rsidRPr="002B3119">
        <w:t>étonnais d</w:t>
      </w:r>
      <w:r w:rsidR="00E4444A" w:rsidRPr="0099306C">
        <w:t>’</w:t>
      </w:r>
      <w:r w:rsidRPr="002B3119">
        <w:t>y avoir pensé si peu jusque-là</w:t>
      </w:r>
      <w:r w:rsidR="00E4444A" w:rsidRPr="0099306C">
        <w:t xml:space="preserve">. </w:t>
      </w:r>
      <w:r w:rsidRPr="002B3119">
        <w:t>Mais les autres hommes y songent-ils beaucoup</w:t>
      </w:r>
      <w:r w:rsidR="00E4444A" w:rsidRPr="0099306C">
        <w:t xml:space="preserve"> ? </w:t>
      </w:r>
      <w:r w:rsidRPr="002B3119">
        <w:t>Des innombrables choses extraordinaires de ce monde</w:t>
      </w:r>
      <w:r w:rsidR="00E4444A" w:rsidRPr="0099306C">
        <w:t xml:space="preserve">, </w:t>
      </w:r>
      <w:r w:rsidRPr="002B3119">
        <w:t>leur indifférence à son égard me parut la plus ine</w:t>
      </w:r>
      <w:r w:rsidRPr="002B3119">
        <w:t>x</w:t>
      </w:r>
      <w:r w:rsidRPr="002B3119">
        <w:t>plicable de toutes</w:t>
      </w:r>
      <w:r w:rsidR="00E4444A" w:rsidRPr="0099306C">
        <w:t xml:space="preserve">. </w:t>
      </w:r>
      <w:r w:rsidRPr="002B3119">
        <w:t>Nous savons pourtant qu</w:t>
      </w:r>
      <w:r w:rsidR="00E4444A" w:rsidRPr="0099306C">
        <w:t>’</w:t>
      </w:r>
      <w:r w:rsidRPr="002B3119">
        <w:t>elle viendra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est une des rares certitudes que nous ayons</w:t>
      </w:r>
      <w:r w:rsidR="00E4444A" w:rsidRPr="0099306C">
        <w:t xml:space="preserve">. </w:t>
      </w:r>
      <w:r w:rsidR="00E31BAC" w:rsidRPr="0099306C">
        <w:t>À</w:t>
      </w:r>
      <w:r w:rsidRPr="002B3119">
        <w:t xml:space="preserve"> part elle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est-ce qui pourrait avoir d</w:t>
      </w:r>
      <w:r w:rsidR="00E4444A" w:rsidRPr="0099306C">
        <w:t>’</w:t>
      </w:r>
      <w:r w:rsidRPr="002B3119">
        <w:t>importance pour nous</w:t>
      </w:r>
      <w:r w:rsidR="00E4444A" w:rsidRPr="0099306C">
        <w:t xml:space="preserve"> ? </w:t>
      </w:r>
      <w:r w:rsidRPr="002B3119">
        <w:t>L</w:t>
      </w:r>
      <w:r w:rsidR="00E4444A" w:rsidRPr="0099306C">
        <w:t>’</w:t>
      </w:r>
      <w:r w:rsidRPr="002B3119">
        <w:t>amour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vrai</w:t>
      </w:r>
      <w:r w:rsidR="00E4444A" w:rsidRPr="0099306C">
        <w:t xml:space="preserve">, </w:t>
      </w:r>
      <w:r w:rsidRPr="002B3119">
        <w:t>quand il s</w:t>
      </w:r>
      <w:r w:rsidR="00E4444A" w:rsidRPr="0099306C">
        <w:t>’</w:t>
      </w:r>
      <w:r w:rsidRPr="002B3119">
        <w:t>empare d</w:t>
      </w:r>
      <w:r w:rsidR="00E4444A" w:rsidRPr="0099306C">
        <w:t>’</w:t>
      </w:r>
      <w:r w:rsidRPr="002B3119">
        <w:t>un être</w:t>
      </w:r>
      <w:r w:rsidR="00E4444A" w:rsidRPr="0099306C">
        <w:t xml:space="preserve">, </w:t>
      </w:r>
      <w:r w:rsidRPr="002B3119">
        <w:t>le rend i</w:t>
      </w:r>
      <w:r w:rsidRPr="002B3119">
        <w:t>n</w:t>
      </w:r>
      <w:r w:rsidRPr="002B3119">
        <w:t>souciant de tout ce qui n</w:t>
      </w:r>
      <w:r w:rsidR="00E4444A" w:rsidRPr="0099306C">
        <w:t>’</w:t>
      </w:r>
      <w:r w:rsidRPr="002B3119">
        <w:t>est pas lui</w:t>
      </w:r>
      <w:r w:rsidR="00E4444A" w:rsidRPr="0099306C">
        <w:t xml:space="preserve">. </w:t>
      </w:r>
      <w:r w:rsidRPr="002B3119">
        <w:t>Oui</w:t>
      </w:r>
      <w:r w:rsidR="00E4444A" w:rsidRPr="0099306C">
        <w:t xml:space="preserve">, </w:t>
      </w:r>
      <w:r w:rsidRPr="002B3119">
        <w:t>mais quand la mort nous frôle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amour lui-même ne compte plus</w:t>
      </w:r>
      <w:r w:rsidR="00E4444A" w:rsidRPr="0099306C">
        <w:t>.</w:t>
      </w:r>
    </w:p>
    <w:p w14:paraId="42851750" w14:textId="77777777" w:rsidR="00E4444A" w:rsidRPr="0099306C" w:rsidRDefault="002B3119" w:rsidP="002B3119">
      <w:r w:rsidRPr="002B3119">
        <w:t>Quinze jours dura la crise</w:t>
      </w:r>
      <w:r w:rsidR="00E4444A" w:rsidRPr="0099306C">
        <w:t xml:space="preserve">. </w:t>
      </w:r>
      <w:r w:rsidRPr="002B3119">
        <w:t>Vainement</w:t>
      </w:r>
      <w:r w:rsidR="00E4444A" w:rsidRPr="0099306C">
        <w:t xml:space="preserve">, </w:t>
      </w:r>
      <w:r w:rsidRPr="002B3119">
        <w:t>je voulais chasser l</w:t>
      </w:r>
      <w:r w:rsidR="00E4444A" w:rsidRPr="0099306C">
        <w:t>’</w:t>
      </w:r>
      <w:r w:rsidRPr="002B3119">
        <w:t>obsession</w:t>
      </w:r>
      <w:r w:rsidR="00E4444A" w:rsidRPr="0099306C">
        <w:t xml:space="preserve">, </w:t>
      </w:r>
      <w:r w:rsidRPr="002B3119">
        <w:t xml:space="preserve">la pensée même </w:t>
      </w:r>
      <w:r w:rsidR="00C4629E" w:rsidRPr="002B3119">
        <w:t>à</w:t>
      </w:r>
      <w:r w:rsidRPr="002B3119">
        <w:t xml:space="preserve"> Yvette n</w:t>
      </w:r>
      <w:r w:rsidR="00E4444A" w:rsidRPr="0099306C">
        <w:t>’</w:t>
      </w:r>
      <w:r w:rsidRPr="002B3119">
        <w:t>y parvenait pas</w:t>
      </w:r>
      <w:r w:rsidR="00E4444A" w:rsidRPr="0099306C">
        <w:t xml:space="preserve">. </w:t>
      </w:r>
      <w:r w:rsidRPr="002B3119">
        <w:t>Les idées qu</w:t>
      </w:r>
      <w:r w:rsidR="00E4444A" w:rsidRPr="0099306C">
        <w:t>’</w:t>
      </w:r>
      <w:r w:rsidRPr="002B3119">
        <w:t xml:space="preserve">elle </w:t>
      </w:r>
      <w:r w:rsidR="004151E8" w:rsidRPr="002B3119">
        <w:t>éveillait</w:t>
      </w:r>
      <w:r w:rsidR="00E4444A" w:rsidRPr="0099306C">
        <w:t xml:space="preserve">, </w:t>
      </w:r>
      <w:r w:rsidRPr="002B3119">
        <w:t>de fraîches idées de lumière et de vie</w:t>
      </w:r>
      <w:r w:rsidR="00E4444A" w:rsidRPr="0099306C">
        <w:t xml:space="preserve">, </w:t>
      </w:r>
      <w:r w:rsidRPr="002B3119">
        <w:t>quels rapports pouvaient-elles avoir avec les idées mornes que la mort suggère</w:t>
      </w:r>
      <w:r w:rsidR="00E4444A" w:rsidRPr="0099306C">
        <w:t xml:space="preserve"> ? </w:t>
      </w:r>
      <w:r w:rsidRPr="002B3119">
        <w:t>Les deux images étaient incomp</w:t>
      </w:r>
      <w:r w:rsidRPr="002B3119">
        <w:t>a</w:t>
      </w:r>
      <w:r w:rsidRPr="002B3119">
        <w:t>tibles</w:t>
      </w:r>
      <w:r w:rsidR="00E4444A" w:rsidRPr="0099306C">
        <w:t xml:space="preserve">. </w:t>
      </w:r>
      <w:r w:rsidRPr="002B3119">
        <w:t>Les premiers temps</w:t>
      </w:r>
      <w:r w:rsidR="00E4444A" w:rsidRPr="0099306C">
        <w:t xml:space="preserve">, </w:t>
      </w:r>
      <w:r w:rsidRPr="002B3119">
        <w:t>ne pouvant croire à la réalité</w:t>
      </w:r>
      <w:r w:rsidR="00E31BAC" w:rsidRPr="0099306C">
        <w:t>,</w:t>
      </w:r>
      <w:r w:rsidR="00E4444A" w:rsidRPr="0099306C">
        <w:t xml:space="preserve"> </w:t>
      </w:r>
      <w:r w:rsidRPr="002B3119">
        <w:t>j</w:t>
      </w:r>
      <w:r w:rsidR="00E4444A" w:rsidRPr="0099306C">
        <w:t>’</w:t>
      </w:r>
      <w:r w:rsidRPr="002B3119">
        <w:t>avais mal mesuré ma perte</w:t>
      </w:r>
      <w:r w:rsidR="00E4444A" w:rsidRPr="0099306C">
        <w:t xml:space="preserve">. </w:t>
      </w:r>
      <w:r w:rsidRPr="002B3119">
        <w:t>Plus tard</w:t>
      </w:r>
      <w:r w:rsidR="00E4444A" w:rsidRPr="0099306C">
        <w:t xml:space="preserve">, </w:t>
      </w:r>
      <w:r w:rsidRPr="002B3119">
        <w:t>un phénomène co</w:t>
      </w:r>
      <w:r w:rsidRPr="002B3119">
        <w:t>n</w:t>
      </w:r>
      <w:r w:rsidRPr="002B3119">
        <w:t>traire se produisit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arrivais à douter que j</w:t>
      </w:r>
      <w:r w:rsidR="00E4444A" w:rsidRPr="0099306C">
        <w:t>’</w:t>
      </w:r>
      <w:r w:rsidRPr="002B3119">
        <w:t>eusse jamais eu Yvette</w:t>
      </w:r>
      <w:r w:rsidR="00E4444A" w:rsidRPr="0099306C">
        <w:t xml:space="preserve">. </w:t>
      </w:r>
      <w:r w:rsidRPr="002B3119">
        <w:t>Son joli nom me semblait détonner dans ma bouche sèche</w:t>
      </w:r>
      <w:r w:rsidR="00E4444A" w:rsidRPr="0099306C">
        <w:t xml:space="preserve">. </w:t>
      </w:r>
      <w:r w:rsidRPr="002B3119">
        <w:t>N</w:t>
      </w:r>
      <w:r w:rsidR="00E4444A" w:rsidRPr="0099306C">
        <w:t>’</w:t>
      </w:r>
      <w:r w:rsidRPr="002B3119">
        <w:t>était-ce pas un rêve que j</w:t>
      </w:r>
      <w:r w:rsidR="00E4444A" w:rsidRPr="0099306C">
        <w:t>’</w:t>
      </w:r>
      <w:r w:rsidRPr="002B3119">
        <w:t>avais eu</w:t>
      </w:r>
      <w:r w:rsidR="00E4444A" w:rsidRPr="0099306C">
        <w:t xml:space="preserve"> ? </w:t>
      </w:r>
      <w:r w:rsidRPr="002B3119">
        <w:t>De tels bo</w:t>
      </w:r>
      <w:r w:rsidRPr="002B3119">
        <w:t>n</w:t>
      </w:r>
      <w:r w:rsidRPr="002B3119">
        <w:t>heurs étaient-ils faits pour moi</w:t>
      </w:r>
      <w:r w:rsidR="00E4444A" w:rsidRPr="0099306C">
        <w:t> ?</w:t>
      </w:r>
    </w:p>
    <w:p w14:paraId="06DC32F4" w14:textId="77777777" w:rsidR="00E4444A" w:rsidRPr="0099306C" w:rsidRDefault="002B3119" w:rsidP="002B3119">
      <w:r w:rsidRPr="002B3119">
        <w:t>Quelquefois</w:t>
      </w:r>
      <w:r w:rsidR="00E4444A" w:rsidRPr="0099306C">
        <w:t xml:space="preserve">, </w:t>
      </w:r>
      <w:r w:rsidRPr="002B3119">
        <w:t>dans la rue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arrêtais subitement</w:t>
      </w:r>
      <w:r w:rsidR="00E4444A" w:rsidRPr="0099306C">
        <w:t xml:space="preserve">. </w:t>
      </w:r>
      <w:r w:rsidRPr="002B3119">
        <w:t>Des gens marchaient</w:t>
      </w:r>
      <w:r w:rsidR="00E4444A" w:rsidRPr="0099306C">
        <w:t xml:space="preserve">, </w:t>
      </w:r>
      <w:r w:rsidRPr="002B3119">
        <w:t>marchaient</w:t>
      </w:r>
      <w:r w:rsidR="00E4444A" w:rsidRPr="0099306C">
        <w:t xml:space="preserve">, </w:t>
      </w:r>
      <w:r w:rsidRPr="002B3119">
        <w:t>se bousculant pour aller plus vite</w:t>
      </w:r>
      <w:r w:rsidR="00E4444A" w:rsidRPr="0099306C">
        <w:t xml:space="preserve">. </w:t>
      </w:r>
      <w:r w:rsidRPr="002B3119">
        <w:t>Vingt ans encore</w:t>
      </w:r>
      <w:r w:rsidR="00E4444A" w:rsidRPr="0099306C">
        <w:t xml:space="preserve">, </w:t>
      </w:r>
      <w:r w:rsidRPr="002B3119">
        <w:t>quarante ans peut-être et pas un d</w:t>
      </w:r>
      <w:r w:rsidR="00E4444A" w:rsidRPr="0099306C">
        <w:t>’</w:t>
      </w:r>
      <w:r w:rsidRPr="002B3119">
        <w:t>eux n</w:t>
      </w:r>
      <w:r w:rsidR="00E4444A" w:rsidRPr="0099306C">
        <w:t>’</w:t>
      </w:r>
      <w:r w:rsidRPr="002B3119">
        <w:t>existerait plus</w:t>
      </w:r>
      <w:r w:rsidR="00E4444A" w:rsidRPr="0099306C">
        <w:t xml:space="preserve"> ! </w:t>
      </w:r>
      <w:r w:rsidRPr="002B3119">
        <w:t>Ils allaient</w:t>
      </w:r>
      <w:r w:rsidR="00E4444A" w:rsidRPr="0099306C">
        <w:t xml:space="preserve">, </w:t>
      </w:r>
      <w:r w:rsidRPr="002B3119">
        <w:t>cependant</w:t>
      </w:r>
      <w:r w:rsidR="00E4444A" w:rsidRPr="0099306C">
        <w:t xml:space="preserve">, </w:t>
      </w:r>
      <w:r w:rsidRPr="002B3119">
        <w:t>ils allaient</w:t>
      </w:r>
      <w:r w:rsidR="00E4444A" w:rsidRPr="0099306C">
        <w:t xml:space="preserve">, </w:t>
      </w:r>
      <w:r w:rsidRPr="002B3119">
        <w:t>et l</w:t>
      </w:r>
      <w:r w:rsidR="00E4444A" w:rsidRPr="0099306C">
        <w:t>’</w:t>
      </w:r>
      <w:r w:rsidRPr="002B3119">
        <w:t>on aurait dit une course</w:t>
      </w:r>
      <w:r w:rsidR="00E4444A" w:rsidRPr="0099306C">
        <w:t xml:space="preserve">, </w:t>
      </w:r>
      <w:r w:rsidRPr="002B3119">
        <w:t>une immense course à la mort de coureurs que chaque instant rapprochait un peu du but</w:t>
      </w:r>
      <w:r w:rsidR="00E4444A" w:rsidRPr="0099306C">
        <w:t>.</w:t>
      </w:r>
    </w:p>
    <w:p w14:paraId="489B7AC7" w14:textId="77777777" w:rsidR="00E4444A" w:rsidRPr="0099306C" w:rsidRDefault="002B3119" w:rsidP="002B3119">
      <w:r w:rsidRPr="002B3119">
        <w:lastRenderedPageBreak/>
        <w:t>Et si l</w:t>
      </w:r>
      <w:r w:rsidR="00E4444A" w:rsidRPr="0099306C">
        <w:t>’</w:t>
      </w:r>
      <w:r w:rsidRPr="002B3119">
        <w:t>un d</w:t>
      </w:r>
      <w:r w:rsidR="00E4444A" w:rsidRPr="0099306C">
        <w:t>’</w:t>
      </w:r>
      <w:r w:rsidRPr="002B3119">
        <w:t>eux faisait halte pour venir vers moi</w:t>
      </w:r>
      <w:r w:rsidR="00E4444A" w:rsidRPr="0099306C">
        <w:t xml:space="preserve">, </w:t>
      </w:r>
      <w:r w:rsidRPr="002B3119">
        <w:t>je ne songeais</w:t>
      </w:r>
      <w:r w:rsidR="00E4444A" w:rsidRPr="0099306C">
        <w:t xml:space="preserve">, </w:t>
      </w:r>
      <w:r w:rsidRPr="002B3119">
        <w:t>en l</w:t>
      </w:r>
      <w:r w:rsidR="00E4444A" w:rsidRPr="0099306C">
        <w:t>’</w:t>
      </w:r>
      <w:r w:rsidRPr="002B3119">
        <w:t>écoutant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au futur mort qui me parlait</w:t>
      </w:r>
      <w:r w:rsidR="00E4444A" w:rsidRPr="0099306C">
        <w:t>.</w:t>
      </w:r>
    </w:p>
    <w:p w14:paraId="0FC210B8" w14:textId="77777777" w:rsidR="00E4444A" w:rsidRPr="0099306C" w:rsidRDefault="002B3119" w:rsidP="002B3119">
      <w:r w:rsidRPr="002B3119">
        <w:t>Un jour surtout</w:t>
      </w:r>
      <w:r w:rsidR="00E4444A" w:rsidRPr="0099306C">
        <w:t xml:space="preserve">, </w:t>
      </w:r>
      <w:r w:rsidRPr="002B3119">
        <w:t>un jour que j</w:t>
      </w:r>
      <w:r w:rsidR="00E4444A" w:rsidRPr="0099306C">
        <w:t>’</w:t>
      </w:r>
      <w:r w:rsidRPr="002B3119">
        <w:t>errais dans Paris</w:t>
      </w:r>
      <w:r w:rsidR="00E4444A" w:rsidRPr="0099306C">
        <w:t xml:space="preserve">, </w:t>
      </w:r>
      <w:r w:rsidRPr="002B3119">
        <w:t>la sombre hantise me tenailla</w:t>
      </w:r>
      <w:r w:rsidR="00E4444A" w:rsidRPr="0099306C">
        <w:t xml:space="preserve">. </w:t>
      </w:r>
      <w:r w:rsidRPr="002B3119">
        <w:t>Comme j</w:t>
      </w:r>
      <w:r w:rsidR="00E4444A" w:rsidRPr="0099306C">
        <w:t>’</w:t>
      </w:r>
      <w:r w:rsidRPr="002B3119">
        <w:t>étais seul parmi la foule</w:t>
      </w:r>
      <w:r w:rsidR="00E4444A" w:rsidRPr="0099306C">
        <w:t xml:space="preserve">, </w:t>
      </w:r>
      <w:r w:rsidRPr="002B3119">
        <w:t>seul et désemparé</w:t>
      </w:r>
      <w:r w:rsidR="00E4444A" w:rsidRPr="0099306C">
        <w:t xml:space="preserve">, </w:t>
      </w:r>
      <w:r w:rsidRPr="002B3119">
        <w:t>avec l</w:t>
      </w:r>
      <w:r w:rsidR="00E4444A" w:rsidRPr="0099306C">
        <w:t>’</w:t>
      </w:r>
      <w:r w:rsidRPr="002B3119">
        <w:t>âme morne d</w:t>
      </w:r>
      <w:r w:rsidR="00E4444A" w:rsidRPr="0099306C">
        <w:t>’</w:t>
      </w:r>
      <w:r w:rsidRPr="002B3119">
        <w:t>un veuf</w:t>
      </w:r>
      <w:r w:rsidR="00E4444A" w:rsidRPr="0099306C">
        <w:t xml:space="preserve"> ! </w:t>
      </w:r>
      <w:r w:rsidRPr="002B3119">
        <w:t>Jadis</w:t>
      </w:r>
      <w:r w:rsidR="00E4444A" w:rsidRPr="0099306C">
        <w:t xml:space="preserve">, </w:t>
      </w:r>
      <w:r w:rsidRPr="002B3119">
        <w:t>sur le même trottoir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passé avec Yvette</w:t>
      </w:r>
      <w:r w:rsidR="00E4444A" w:rsidRPr="0099306C">
        <w:t xml:space="preserve">. </w:t>
      </w:r>
      <w:r w:rsidRPr="002B3119">
        <w:t>Tout le monde alors nous souriait</w:t>
      </w:r>
      <w:r w:rsidR="00E4444A" w:rsidRPr="0099306C">
        <w:t>.</w:t>
      </w:r>
    </w:p>
    <w:p w14:paraId="23080FF4" w14:textId="7BC97E75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le soir dont je parle</w:t>
      </w:r>
      <w:r w:rsidR="00E4444A" w:rsidRPr="0099306C">
        <w:t xml:space="preserve">, </w:t>
      </w:r>
      <w:r w:rsidRPr="002B3119">
        <w:t>je heurtai par hasard quelqu</w:t>
      </w:r>
      <w:r w:rsidR="00E4444A" w:rsidRPr="0099306C">
        <w:t>’</w:t>
      </w:r>
      <w:r w:rsidRPr="002B3119">
        <w:t>un</w:t>
      </w:r>
      <w:r w:rsidR="00E4444A" w:rsidRPr="0099306C">
        <w:t xml:space="preserve">, </w:t>
      </w:r>
      <w:r w:rsidRPr="002B3119">
        <w:t>qui murmura je ne sais quoi en me regardant d</w:t>
      </w:r>
      <w:r w:rsidRPr="002B3119">
        <w:t>u</w:t>
      </w:r>
      <w:r w:rsidRPr="002B3119">
        <w:t>rement</w:t>
      </w:r>
      <w:r w:rsidR="00E4444A" w:rsidRPr="0099306C">
        <w:t xml:space="preserve">. </w:t>
      </w:r>
      <w:r w:rsidRPr="002B3119">
        <w:t>Des robes</w:t>
      </w:r>
      <w:r w:rsidR="00E4444A" w:rsidRPr="0099306C">
        <w:t xml:space="preserve">, </w:t>
      </w:r>
      <w:r w:rsidRPr="002B3119">
        <w:t>des lingeries s</w:t>
      </w:r>
      <w:r w:rsidR="00E4444A" w:rsidRPr="0099306C">
        <w:t>’</w:t>
      </w:r>
      <w:r w:rsidRPr="002B3119">
        <w:t>étalaient aux vitrines qui reluisaient dans le brouillard</w:t>
      </w:r>
      <w:r w:rsidR="00E4444A" w:rsidRPr="0099306C">
        <w:t xml:space="preserve">. </w:t>
      </w:r>
      <w:r w:rsidRPr="002B3119">
        <w:t>Des autos silencieu</w:t>
      </w:r>
      <w:r w:rsidR="008478DE">
        <w:t>ses</w:t>
      </w:r>
      <w:r w:rsidRPr="002B3119">
        <w:t xml:space="preserve"> s</w:t>
      </w:r>
      <w:r w:rsidR="00E4444A" w:rsidRPr="0099306C">
        <w:t>’</w:t>
      </w:r>
      <w:r w:rsidRPr="002B3119">
        <w:t>arrêtaient devant les magasins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une portière ouverte émergeait la fine pointe d</w:t>
      </w:r>
      <w:r w:rsidR="00E4444A" w:rsidRPr="0099306C">
        <w:t>’</w:t>
      </w:r>
      <w:r w:rsidRPr="002B3119">
        <w:t xml:space="preserve">une </w:t>
      </w:r>
      <w:r w:rsidR="004151E8">
        <w:t>b</w:t>
      </w:r>
      <w:r w:rsidRPr="002B3119">
        <w:t>ottine</w:t>
      </w:r>
      <w:r w:rsidR="00E4444A" w:rsidRPr="0099306C">
        <w:t xml:space="preserve">, </w:t>
      </w:r>
      <w:r w:rsidRPr="002B3119">
        <w:t>puis d</w:t>
      </w:r>
      <w:r w:rsidR="00E4444A" w:rsidRPr="0099306C">
        <w:t>’</w:t>
      </w:r>
      <w:r w:rsidRPr="002B3119">
        <w:t>élégantes ach</w:t>
      </w:r>
      <w:r w:rsidRPr="002B3119">
        <w:t>e</w:t>
      </w:r>
      <w:r w:rsidRPr="002B3119">
        <w:t>teuses descendaient</w:t>
      </w:r>
      <w:r w:rsidR="00E4444A" w:rsidRPr="0099306C">
        <w:t xml:space="preserve">, </w:t>
      </w:r>
      <w:r w:rsidRPr="002B3119">
        <w:t>emmitouflées dans leurs fourrures</w:t>
      </w:r>
      <w:r w:rsidR="00E4444A" w:rsidRPr="0099306C">
        <w:t xml:space="preserve">. </w:t>
      </w:r>
      <w:r w:rsidRPr="002B3119">
        <w:t>Était-ce possible</w:t>
      </w:r>
      <w:r w:rsidR="00E4444A" w:rsidRPr="0099306C">
        <w:t xml:space="preserve"> ? </w:t>
      </w:r>
      <w:r w:rsidRPr="002B3119">
        <w:t>Des soucis de toilette</w:t>
      </w:r>
      <w:r w:rsidR="00E4444A" w:rsidRPr="0099306C">
        <w:t xml:space="preserve">, </w:t>
      </w:r>
      <w:r w:rsidRPr="002B3119">
        <w:t>des bagatelles de chiffons suffisaient à remplir toutes ces vies</w:t>
      </w:r>
      <w:r w:rsidR="00E4444A" w:rsidRPr="0099306C">
        <w:t xml:space="preserve"> ! </w:t>
      </w:r>
      <w:r w:rsidRPr="002B3119">
        <w:t>Sous les v</w:t>
      </w:r>
      <w:r w:rsidRPr="002B3119">
        <w:t>i</w:t>
      </w:r>
      <w:r w:rsidRPr="002B3119">
        <w:t>sages arrangés apparaissait pourtant l</w:t>
      </w:r>
      <w:r w:rsidR="00E4444A" w:rsidRPr="0099306C">
        <w:t>’</w:t>
      </w:r>
      <w:r w:rsidRPr="002B3119">
        <w:t>autre masque</w:t>
      </w:r>
      <w:r w:rsidR="00E4444A" w:rsidRPr="0099306C">
        <w:t xml:space="preserve">. </w:t>
      </w:r>
      <w:r w:rsidRPr="002B3119">
        <w:t>Le noir des yeux</w:t>
      </w:r>
      <w:r w:rsidR="00E4444A" w:rsidRPr="0099306C">
        <w:t xml:space="preserve">, </w:t>
      </w:r>
      <w:r w:rsidRPr="002B3119">
        <w:t>le rouge des lèvres n</w:t>
      </w:r>
      <w:r w:rsidR="00E4444A" w:rsidRPr="0099306C">
        <w:t>’</w:t>
      </w:r>
      <w:r w:rsidRPr="002B3119">
        <w:t>arrivaient pas à le dissimuler</w:t>
      </w:r>
      <w:r w:rsidR="00E4444A" w:rsidRPr="0099306C">
        <w:t xml:space="preserve">. </w:t>
      </w:r>
      <w:r w:rsidRPr="002B3119">
        <w:t>Toutes ces femmes me firent l</w:t>
      </w:r>
      <w:r w:rsidR="00E4444A" w:rsidRPr="0099306C">
        <w:t>’</w:t>
      </w:r>
      <w:r w:rsidRPr="002B3119">
        <w:t>effet de folles</w:t>
      </w:r>
      <w:r w:rsidR="00E4444A" w:rsidRPr="0099306C">
        <w:t xml:space="preserve">. </w:t>
      </w:r>
      <w:r w:rsidRPr="002B3119">
        <w:t>Elles comp</w:t>
      </w:r>
      <w:r w:rsidRPr="002B3119">
        <w:t>a</w:t>
      </w:r>
      <w:r w:rsidRPr="002B3119">
        <w:t>raient des draps</w:t>
      </w:r>
      <w:r w:rsidR="00E4444A" w:rsidRPr="0099306C">
        <w:t xml:space="preserve">, </w:t>
      </w:r>
      <w:r w:rsidRPr="002B3119">
        <w:t>des linons</w:t>
      </w:r>
      <w:r w:rsidR="00E4444A" w:rsidRPr="0099306C">
        <w:t xml:space="preserve">, </w:t>
      </w:r>
      <w:r w:rsidRPr="002B3119">
        <w:t>des bas de soie déjà cambrés de contours féminins</w:t>
      </w:r>
      <w:r w:rsidR="00E4444A" w:rsidRPr="0099306C">
        <w:t xml:space="preserve">. </w:t>
      </w:r>
      <w:r w:rsidRPr="002B3119">
        <w:t>Leurs miroirs ne leur disaient donc pas qu</w:t>
      </w:r>
      <w:r w:rsidR="00E4444A" w:rsidRPr="0099306C">
        <w:t>’</w:t>
      </w:r>
      <w:r w:rsidRPr="002B3119">
        <w:t>elles portaient dès à présent les stigmates</w:t>
      </w:r>
      <w:r w:rsidR="00E4444A" w:rsidRPr="0099306C">
        <w:t xml:space="preserve"> ! </w:t>
      </w:r>
      <w:r w:rsidRPr="002B3119">
        <w:t>Quel besoin avaient-elles toutes de parer ainsi de prochains squelettes</w:t>
      </w:r>
      <w:r w:rsidR="00E4444A" w:rsidRPr="0099306C">
        <w:t xml:space="preserve"> ? </w:t>
      </w:r>
      <w:r w:rsidRPr="002B3119">
        <w:t>Bizarre manie de condamnées à mort</w:t>
      </w:r>
      <w:r w:rsidR="00E4444A" w:rsidRPr="0099306C">
        <w:t> !</w:t>
      </w:r>
    </w:p>
    <w:p w14:paraId="0758C475" w14:textId="77777777" w:rsidR="00E4444A" w:rsidRPr="0099306C" w:rsidRDefault="002B3119" w:rsidP="002B3119">
      <w:r w:rsidRPr="002B3119">
        <w:t>Ce furent des jours mauvais</w:t>
      </w:r>
      <w:r w:rsidR="00E4444A" w:rsidRPr="0099306C">
        <w:t xml:space="preserve">, </w:t>
      </w:r>
      <w:r w:rsidRPr="002B3119">
        <w:t>indignes de ma douleur</w:t>
      </w:r>
      <w:r w:rsidR="00E4444A" w:rsidRPr="0099306C">
        <w:t xml:space="preserve">, </w:t>
      </w:r>
      <w:r w:rsidRPr="002B3119">
        <w:t>indignes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Quelque chose en moi se desséchait</w:t>
      </w:r>
      <w:r w:rsidR="00E4444A" w:rsidRPr="0099306C">
        <w:t xml:space="preserve">. </w:t>
      </w:r>
      <w:r w:rsidRPr="002B3119">
        <w:t>Les consolations des hommes m</w:t>
      </w:r>
      <w:r w:rsidR="00E4444A" w:rsidRPr="0099306C">
        <w:t>’</w:t>
      </w:r>
      <w:r w:rsidRPr="002B3119">
        <w:t>étonnaient par leur vide</w:t>
      </w:r>
      <w:r w:rsidR="00E4444A" w:rsidRPr="0099306C">
        <w:t xml:space="preserve">. </w:t>
      </w:r>
      <w:r w:rsidRPr="002B3119">
        <w:t>Que faire</w:t>
      </w:r>
      <w:r w:rsidR="00E4444A" w:rsidRPr="0099306C">
        <w:t xml:space="preserve"> ? </w:t>
      </w:r>
      <w:r w:rsidRPr="002B3119">
        <w:t>Vers qui me retourner</w:t>
      </w:r>
      <w:r w:rsidR="00E4444A" w:rsidRPr="0099306C">
        <w:t xml:space="preserve"> ? </w:t>
      </w:r>
      <w:r w:rsidRPr="002B3119">
        <w:t xml:space="preserve">Comment trouver la source où désaltérer mon </w:t>
      </w:r>
      <w:r w:rsidR="00E84699">
        <w:t>cœur</w:t>
      </w:r>
      <w:r w:rsidR="00E4444A" w:rsidRPr="0099306C">
        <w:t> ?</w:t>
      </w:r>
    </w:p>
    <w:p w14:paraId="7375748C" w14:textId="77777777" w:rsidR="00E4444A" w:rsidRPr="0099306C" w:rsidRDefault="002B3119" w:rsidP="002B3119">
      <w:r w:rsidRPr="002B3119">
        <w:t>Ah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 ! </w:t>
      </w:r>
      <w:r w:rsidRPr="002B3119">
        <w:t>Elle seule pouvait encore illuminer ma vie</w:t>
      </w:r>
      <w:r w:rsidR="00E4444A" w:rsidRPr="0099306C">
        <w:t xml:space="preserve">, </w:t>
      </w:r>
      <w:r w:rsidRPr="002B3119">
        <w:t>être la pure étoile sur mon chemin</w:t>
      </w:r>
      <w:r w:rsidR="00E4444A" w:rsidRPr="0099306C">
        <w:t> !</w:t>
      </w:r>
    </w:p>
    <w:p w14:paraId="7C0519F7" w14:textId="77777777" w:rsidR="00B4016A" w:rsidRPr="0099306C" w:rsidRDefault="002B3119" w:rsidP="00E4444A">
      <w:pPr>
        <w:pStyle w:val="Titre2"/>
      </w:pPr>
      <w:bookmarkStart w:id="51" w:name="_lzq0oicnvyau" w:colFirst="0" w:colLast="0"/>
      <w:bookmarkStart w:id="52" w:name="_Toc197514982"/>
      <w:bookmarkEnd w:id="51"/>
      <w:r w:rsidRPr="002B3119">
        <w:lastRenderedPageBreak/>
        <w:t>I</w:t>
      </w:r>
      <w:r w:rsidR="00B4016A" w:rsidRPr="0099306C">
        <w:t>I</w:t>
      </w:r>
      <w:bookmarkEnd w:id="52"/>
    </w:p>
    <w:p w14:paraId="6AC2035A" w14:textId="77777777" w:rsidR="00E4444A" w:rsidRPr="0099306C" w:rsidRDefault="002B3119" w:rsidP="002B3119">
      <w:r w:rsidRPr="002B3119">
        <w:t>Noël</w:t>
      </w:r>
      <w:r w:rsidR="00E4444A" w:rsidRPr="0099306C">
        <w:t xml:space="preserve"> ! </w:t>
      </w:r>
      <w:r w:rsidRPr="002B3119">
        <w:t>Le jour de l</w:t>
      </w:r>
      <w:r w:rsidR="00E4444A" w:rsidRPr="0099306C">
        <w:t>’</w:t>
      </w:r>
      <w:r w:rsidRPr="002B3119">
        <w:t>an</w:t>
      </w:r>
      <w:r w:rsidR="00E4444A" w:rsidRPr="0099306C">
        <w:t xml:space="preserve"> ! </w:t>
      </w:r>
      <w:r w:rsidRPr="002B3119">
        <w:t>Ils revinrent encore</w:t>
      </w:r>
      <w:r w:rsidR="00E4444A" w:rsidRPr="0099306C">
        <w:t xml:space="preserve">, </w:t>
      </w:r>
      <w:r w:rsidRPr="002B3119">
        <w:t>les éternels anniversaires</w:t>
      </w:r>
      <w:r w:rsidR="00E4444A" w:rsidRPr="0099306C">
        <w:t>.</w:t>
      </w:r>
    </w:p>
    <w:p w14:paraId="30077FD1" w14:textId="77777777" w:rsidR="00E4444A" w:rsidRPr="0099306C" w:rsidRDefault="002B3119" w:rsidP="002B3119">
      <w:r w:rsidRPr="002B3119">
        <w:t>Mais leurs doux noms que j</w:t>
      </w:r>
      <w:r w:rsidR="00E4444A" w:rsidRPr="0099306C">
        <w:t>’</w:t>
      </w:r>
      <w:r w:rsidRPr="002B3119">
        <w:t>aimais tant jadis ne re</w:t>
      </w:r>
      <w:r w:rsidRPr="002B3119">
        <w:t>n</w:t>
      </w:r>
      <w:r w:rsidRPr="002B3119">
        <w:t>daient plus le même son</w:t>
      </w:r>
      <w:r w:rsidR="00E4444A" w:rsidRPr="0099306C">
        <w:t xml:space="preserve">. </w:t>
      </w:r>
      <w:r w:rsidRPr="002B3119">
        <w:t>Comme ils peuvent devenir tristes</w:t>
      </w:r>
      <w:r w:rsidR="00E4444A" w:rsidRPr="0099306C">
        <w:t xml:space="preserve">, </w:t>
      </w:r>
      <w:r w:rsidRPr="002B3119">
        <w:t>les mots charmants des jours heureux</w:t>
      </w:r>
      <w:r w:rsidR="00E4444A" w:rsidRPr="0099306C">
        <w:t> !</w:t>
      </w:r>
    </w:p>
    <w:p w14:paraId="2ABF52E3" w14:textId="77777777" w:rsidR="00E4444A" w:rsidRPr="0099306C" w:rsidRDefault="002B3119" w:rsidP="002B3119">
      <w:r w:rsidRPr="002B3119">
        <w:t>Le collège était en vacances</w:t>
      </w:r>
      <w:r w:rsidR="00E4444A" w:rsidRPr="0099306C">
        <w:t xml:space="preserve">. </w:t>
      </w:r>
      <w:r w:rsidRPr="002B3119">
        <w:t>Oui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 xml:space="preserve">étais </w:t>
      </w:r>
      <w:r w:rsidRPr="002B3119">
        <w:rPr>
          <w:i/>
        </w:rPr>
        <w:t>en vacances</w:t>
      </w:r>
      <w:r w:rsidRPr="002B3119">
        <w:t xml:space="preserve"> moi aussi</w:t>
      </w:r>
      <w:r w:rsidR="00E4444A" w:rsidRPr="0099306C">
        <w:t xml:space="preserve">. </w:t>
      </w:r>
      <w:r w:rsidRPr="002B3119">
        <w:t>La ville avait son air de fête et le ciel s</w:t>
      </w:r>
      <w:r w:rsidR="00E4444A" w:rsidRPr="0099306C">
        <w:t>’</w:t>
      </w:r>
      <w:r w:rsidRPr="002B3119">
        <w:t>était remis à l</w:t>
      </w:r>
      <w:r w:rsidR="00E4444A" w:rsidRPr="0099306C">
        <w:t>’</w:t>
      </w:r>
      <w:r w:rsidRPr="002B3119">
        <w:t>unisson</w:t>
      </w:r>
      <w:r w:rsidR="00E4444A" w:rsidRPr="0099306C">
        <w:t xml:space="preserve">. </w:t>
      </w:r>
      <w:r w:rsidRPr="002B3119">
        <w:t>Des magasins bondés</w:t>
      </w:r>
      <w:r w:rsidR="00E4444A" w:rsidRPr="0099306C">
        <w:t xml:space="preserve">, </w:t>
      </w:r>
      <w:r w:rsidRPr="002B3119">
        <w:t>pleins de jouets et de vi</w:t>
      </w:r>
      <w:r w:rsidRPr="002B3119">
        <w:t>c</w:t>
      </w:r>
      <w:r w:rsidRPr="002B3119">
        <w:t>tuailles</w:t>
      </w:r>
      <w:r w:rsidR="00E4444A" w:rsidRPr="0099306C">
        <w:t xml:space="preserve">, </w:t>
      </w:r>
      <w:r w:rsidRPr="002B3119">
        <w:t>papas et mamans sortaient</w:t>
      </w:r>
      <w:r w:rsidR="00E4444A" w:rsidRPr="0099306C">
        <w:t xml:space="preserve">, </w:t>
      </w:r>
      <w:r w:rsidRPr="002B3119">
        <w:t>portant leurs myst</w:t>
      </w:r>
      <w:r w:rsidRPr="002B3119">
        <w:t>é</w:t>
      </w:r>
      <w:r w:rsidRPr="002B3119">
        <w:t>rieuses boîtes</w:t>
      </w:r>
      <w:r w:rsidR="00E4444A" w:rsidRPr="0099306C">
        <w:t xml:space="preserve"> ! </w:t>
      </w:r>
      <w:r w:rsidRPr="002B3119">
        <w:t>Ah</w:t>
      </w:r>
      <w:r w:rsidR="00E4444A" w:rsidRPr="0099306C">
        <w:t xml:space="preserve"> ! </w:t>
      </w:r>
      <w:r w:rsidRPr="002B3119">
        <w:t>les Mimi et les Suzette</w:t>
      </w:r>
      <w:r w:rsidR="00E4444A" w:rsidRPr="0099306C">
        <w:t xml:space="preserve"> ! </w:t>
      </w:r>
      <w:r w:rsidRPr="002B3119">
        <w:t>Elles auraient un beau Noël</w:t>
      </w:r>
      <w:r w:rsidR="00E4444A" w:rsidRPr="0099306C">
        <w:t> !</w:t>
      </w:r>
    </w:p>
    <w:p w14:paraId="08DB9FC4" w14:textId="77777777" w:rsidR="00E4444A" w:rsidRPr="0099306C" w:rsidRDefault="002B3119" w:rsidP="002B3119">
      <w:r w:rsidRPr="002B3119">
        <w:t>Savaient-ils seulement leur bonheur</w:t>
      </w:r>
      <w:r w:rsidR="00E4444A" w:rsidRPr="0099306C">
        <w:t xml:space="preserve">, </w:t>
      </w:r>
      <w:r w:rsidRPr="002B3119">
        <w:t>ces bienheureux parents que j</w:t>
      </w:r>
      <w:r w:rsidR="00E4444A" w:rsidRPr="0099306C">
        <w:t>’</w:t>
      </w:r>
      <w:r w:rsidRPr="002B3119">
        <w:t>observais avec envie</w:t>
      </w:r>
      <w:r w:rsidR="00E4444A" w:rsidRPr="0099306C">
        <w:t xml:space="preserve"> ? </w:t>
      </w:r>
      <w:r w:rsidRPr="002B3119">
        <w:t>ou bien serait-ce une loi fatale</w:t>
      </w:r>
      <w:r w:rsidR="00E4444A" w:rsidRPr="0099306C">
        <w:t xml:space="preserve"> ? </w:t>
      </w:r>
      <w:r w:rsidRPr="002B3119">
        <w:t>Ne mesurons-nous le prix des choses que lorsque nous les avons perdues</w:t>
      </w:r>
      <w:r w:rsidR="00E4444A" w:rsidRPr="0099306C">
        <w:t xml:space="preserve"> ? </w:t>
      </w:r>
      <w:r w:rsidRPr="002B3119">
        <w:t>Je n</w:t>
      </w:r>
      <w:r w:rsidR="00E4444A" w:rsidRPr="0099306C">
        <w:t>’</w:t>
      </w:r>
      <w:r w:rsidRPr="002B3119">
        <w:t>étais pas seul à considérer leur manège</w:t>
      </w:r>
      <w:r w:rsidR="00E4444A" w:rsidRPr="0099306C">
        <w:t xml:space="preserve">. </w:t>
      </w:r>
      <w:r w:rsidRPr="002B3119">
        <w:t>Des garçonnets en guenilles</w:t>
      </w:r>
      <w:r w:rsidR="00E4444A" w:rsidRPr="0099306C">
        <w:t xml:space="preserve">, </w:t>
      </w:r>
      <w:r w:rsidRPr="002B3119">
        <w:t>des fillettes aux pieds nus l</w:t>
      </w:r>
      <w:r w:rsidR="00E4444A" w:rsidRPr="0099306C">
        <w:t>’</w:t>
      </w:r>
      <w:r w:rsidRPr="002B3119">
        <w:t>épiaient aussi</w:t>
      </w:r>
      <w:r w:rsidR="00E4444A" w:rsidRPr="0099306C">
        <w:t xml:space="preserve">. </w:t>
      </w:r>
      <w:r w:rsidRPr="002B3119">
        <w:t>Devant une vitrine une pauvresse avait fait halte</w:t>
      </w:r>
      <w:r w:rsidR="00E4444A" w:rsidRPr="0099306C">
        <w:t xml:space="preserve">, </w:t>
      </w:r>
      <w:r w:rsidRPr="002B3119">
        <w:t>lassitude ou curiosité</w:t>
      </w:r>
      <w:r w:rsidR="00E4444A" w:rsidRPr="0099306C">
        <w:t xml:space="preserve">. </w:t>
      </w:r>
      <w:r w:rsidRPr="002B3119">
        <w:t>Deux enfants</w:t>
      </w:r>
      <w:r w:rsidR="00E4444A" w:rsidRPr="0099306C">
        <w:t xml:space="preserve">, </w:t>
      </w:r>
      <w:r w:rsidRPr="002B3119">
        <w:t>accrochés à sa jupe écarquillaient les yeux</w:t>
      </w:r>
      <w:r w:rsidR="00E4444A" w:rsidRPr="0099306C">
        <w:t xml:space="preserve">. </w:t>
      </w:r>
      <w:r w:rsidRPr="002B3119">
        <w:t>Un bébé</w:t>
      </w:r>
      <w:r w:rsidR="00E4444A" w:rsidRPr="0099306C">
        <w:t xml:space="preserve">, </w:t>
      </w:r>
      <w:r w:rsidRPr="002B3119">
        <w:t>dont n</w:t>
      </w:r>
      <w:r w:rsidR="00E4444A" w:rsidRPr="0099306C">
        <w:t>’</w:t>
      </w:r>
      <w:r w:rsidRPr="002B3119">
        <w:t>émergeait que la tête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emmaillotait dans un châle et des signes app</w:t>
      </w:r>
      <w:r w:rsidRPr="002B3119">
        <w:t>a</w:t>
      </w:r>
      <w:r w:rsidRPr="002B3119">
        <w:t>raissaient déjà d</w:t>
      </w:r>
      <w:r w:rsidR="00E4444A" w:rsidRPr="0099306C">
        <w:t>’</w:t>
      </w:r>
      <w:r w:rsidRPr="002B3119">
        <w:t>une quatrième maternité</w:t>
      </w:r>
      <w:r w:rsidR="00E4444A" w:rsidRPr="0099306C">
        <w:t xml:space="preserve">. </w:t>
      </w:r>
      <w:r w:rsidRPr="002B3119">
        <w:t>Pauvre mère do</w:t>
      </w:r>
      <w:r w:rsidRPr="002B3119">
        <w:t>u</w:t>
      </w:r>
      <w:r w:rsidRPr="002B3119">
        <w:t>loureuse</w:t>
      </w:r>
      <w:r w:rsidR="00E4444A" w:rsidRPr="0099306C">
        <w:t xml:space="preserve"> ! </w:t>
      </w:r>
      <w:r w:rsidRPr="002B3119">
        <w:t>Nous échangeâmes un regard et nous nous sommes compris</w:t>
      </w:r>
      <w:r w:rsidR="00E4444A" w:rsidRPr="0099306C">
        <w:t xml:space="preserve">. </w:t>
      </w:r>
      <w:r w:rsidRPr="002B3119">
        <w:t>Pour elle comme pour moi Noël serait sans étoile et sans joujoux</w:t>
      </w:r>
      <w:r w:rsidR="00E4444A" w:rsidRPr="0099306C">
        <w:t>.</w:t>
      </w:r>
    </w:p>
    <w:p w14:paraId="6C8CD8C0" w14:textId="77777777" w:rsidR="00E4444A" w:rsidRPr="0099306C" w:rsidRDefault="002B3119" w:rsidP="002B3119">
      <w:r w:rsidRPr="002B3119">
        <w:t>Peut-être d</w:t>
      </w:r>
      <w:r w:rsidR="00E4444A" w:rsidRPr="0099306C">
        <w:t>’</w:t>
      </w:r>
      <w:r w:rsidRPr="002B3119">
        <w:t>autres années</w:t>
      </w:r>
      <w:r w:rsidR="00E4444A" w:rsidRPr="0099306C">
        <w:t xml:space="preserve">, </w:t>
      </w:r>
      <w:r w:rsidRPr="002B3119">
        <w:t>à la veille de semblables Noëls</w:t>
      </w:r>
      <w:r w:rsidR="00E4444A" w:rsidRPr="0099306C">
        <w:t xml:space="preserve">, </w:t>
      </w:r>
      <w:r w:rsidRPr="002B3119">
        <w:t>avais-je coudoyé les mêmes misères</w:t>
      </w:r>
      <w:r w:rsidR="00E4444A" w:rsidRPr="0099306C">
        <w:t xml:space="preserve">. </w:t>
      </w:r>
      <w:r w:rsidRPr="002B3119">
        <w:t>Pourquoi ne m</w:t>
      </w:r>
      <w:r w:rsidR="00E4444A" w:rsidRPr="0099306C">
        <w:t>’</w:t>
      </w:r>
      <w:r w:rsidRPr="002B3119">
        <w:t>avaient-elles pas frappé comme aujourd</w:t>
      </w:r>
      <w:r w:rsidR="00E4444A" w:rsidRPr="0099306C">
        <w:t>’</w:t>
      </w:r>
      <w:r w:rsidRPr="002B3119">
        <w:t>hui</w:t>
      </w:r>
      <w:r w:rsidR="00E4444A" w:rsidRPr="0099306C">
        <w:t xml:space="preserve"> ? </w:t>
      </w:r>
      <w:r w:rsidRPr="002B3119">
        <w:t>Pour faire éclore en nous un cœur fraternel</w:t>
      </w:r>
      <w:r w:rsidR="00E4444A" w:rsidRPr="0099306C">
        <w:t xml:space="preserve">, </w:t>
      </w:r>
      <w:r w:rsidRPr="002B3119">
        <w:t>la douleur est donc indi</w:t>
      </w:r>
      <w:r w:rsidRPr="002B3119">
        <w:t>s</w:t>
      </w:r>
      <w:r w:rsidRPr="002B3119">
        <w:t>pensable</w:t>
      </w:r>
      <w:r w:rsidR="00E4444A" w:rsidRPr="0099306C">
        <w:t xml:space="preserve"> ? </w:t>
      </w:r>
      <w:r w:rsidRPr="002B3119">
        <w:t>J</w:t>
      </w:r>
      <w:r w:rsidR="00E4444A" w:rsidRPr="0099306C">
        <w:t>’</w:t>
      </w:r>
      <w:r w:rsidRPr="002B3119">
        <w:t>entrai dans le bazar et j</w:t>
      </w:r>
      <w:r w:rsidR="00E4444A" w:rsidRPr="0099306C">
        <w:t>’</w:t>
      </w:r>
      <w:r w:rsidRPr="002B3119">
        <w:t>achetai quelques jouets</w:t>
      </w:r>
      <w:r w:rsidR="00E4444A" w:rsidRPr="0099306C">
        <w:t xml:space="preserve">. </w:t>
      </w:r>
      <w:r w:rsidRPr="002B3119">
        <w:t>Et j</w:t>
      </w:r>
      <w:r w:rsidR="00E4444A" w:rsidRPr="0099306C">
        <w:t>’</w:t>
      </w:r>
      <w:r w:rsidRPr="002B3119">
        <w:t xml:space="preserve">eus </w:t>
      </w:r>
      <w:r w:rsidRPr="002B3119">
        <w:lastRenderedPageBreak/>
        <w:t>l</w:t>
      </w:r>
      <w:r w:rsidR="00E4444A" w:rsidRPr="0099306C">
        <w:t>’</w:t>
      </w:r>
      <w:r w:rsidRPr="002B3119">
        <w:t>illusion que ces humbles cadeaux</w:t>
      </w:r>
      <w:r w:rsidR="00E4444A" w:rsidRPr="0099306C">
        <w:t xml:space="preserve">, </w:t>
      </w:r>
      <w:r w:rsidRPr="002B3119">
        <w:t>offerts à de p</w:t>
      </w:r>
      <w:r w:rsidRPr="002B3119">
        <w:t>e</w:t>
      </w:r>
      <w:r w:rsidRPr="002B3119">
        <w:t>tits pauvres</w:t>
      </w:r>
      <w:r w:rsidR="00E4444A" w:rsidRPr="0099306C">
        <w:t xml:space="preserve">, </w:t>
      </w:r>
      <w:r w:rsidRPr="002B3119">
        <w:t>iraient un peu à ma petite Yvette</w:t>
      </w:r>
      <w:r w:rsidR="00E4444A" w:rsidRPr="0099306C">
        <w:t>.</w:t>
      </w:r>
    </w:p>
    <w:p w14:paraId="72642094" w14:textId="77777777" w:rsidR="002B3119" w:rsidRPr="002B3119" w:rsidRDefault="002B3119" w:rsidP="002B3119"/>
    <w:p w14:paraId="0642BE16" w14:textId="77777777" w:rsidR="00E4444A" w:rsidRPr="0099306C" w:rsidRDefault="002B3119" w:rsidP="002B3119">
      <w:r w:rsidRPr="00E16B5E">
        <w:t>Le beau temps</w:t>
      </w:r>
      <w:r w:rsidR="00E4444A" w:rsidRPr="00E16B5E">
        <w:t xml:space="preserve">, </w:t>
      </w:r>
      <w:r w:rsidRPr="00E16B5E">
        <w:t>les vacances me permettaient de faire au cimetière de plus longues stations</w:t>
      </w:r>
      <w:r w:rsidR="00E4444A" w:rsidRPr="00E16B5E">
        <w:t xml:space="preserve">. </w:t>
      </w:r>
      <w:r w:rsidRPr="00E16B5E">
        <w:t>Et ce jardin redouté</w:t>
      </w:r>
      <w:r w:rsidR="00E4444A" w:rsidRPr="00E16B5E">
        <w:t xml:space="preserve">, </w:t>
      </w:r>
      <w:r w:rsidRPr="00E16B5E">
        <w:t xml:space="preserve">quand je </w:t>
      </w:r>
      <w:r w:rsidRPr="002B3119">
        <w:t>le connus mieux</w:t>
      </w:r>
      <w:r w:rsidR="00E4444A" w:rsidRPr="0099306C">
        <w:t xml:space="preserve">, </w:t>
      </w:r>
      <w:r w:rsidRPr="002B3119">
        <w:t>me sembla beaucoup moins triste</w:t>
      </w:r>
      <w:r w:rsidR="00E4444A" w:rsidRPr="0099306C">
        <w:t>.</w:t>
      </w:r>
    </w:p>
    <w:p w14:paraId="49831042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y parvenais en traversant plusieurs rues</w:t>
      </w:r>
      <w:r w:rsidR="00E4444A" w:rsidRPr="0099306C">
        <w:t xml:space="preserve">. </w:t>
      </w:r>
      <w:r w:rsidRPr="002B3119">
        <w:t>De vieilles maisons lézardées</w:t>
      </w:r>
      <w:r w:rsidR="00E4444A" w:rsidRPr="0099306C">
        <w:t xml:space="preserve">, </w:t>
      </w:r>
      <w:r w:rsidRPr="002B3119">
        <w:t>de grandes bâtisses trop modernes a</w:t>
      </w:r>
      <w:r w:rsidRPr="002B3119">
        <w:t>s</w:t>
      </w:r>
      <w:r w:rsidRPr="002B3119">
        <w:t>semblaient leurs maussades laideurs</w:t>
      </w:r>
      <w:r w:rsidR="00E4444A" w:rsidRPr="0099306C">
        <w:t xml:space="preserve">. </w:t>
      </w:r>
      <w:r w:rsidRPr="002B3119">
        <w:t>Pas d</w:t>
      </w:r>
      <w:r w:rsidR="00E4444A" w:rsidRPr="0099306C">
        <w:t>’</w:t>
      </w:r>
      <w:r w:rsidRPr="002B3119">
        <w:t>air</w:t>
      </w:r>
      <w:r w:rsidR="00E4444A" w:rsidRPr="0099306C">
        <w:t xml:space="preserve">, </w:t>
      </w:r>
      <w:r w:rsidRPr="002B3119">
        <w:t>pas d</w:t>
      </w:r>
      <w:r w:rsidR="00E4444A" w:rsidRPr="0099306C">
        <w:t>’</w:t>
      </w:r>
      <w:r w:rsidRPr="002B3119">
        <w:t>arbres</w:t>
      </w:r>
      <w:r w:rsidR="00E4444A" w:rsidRPr="0099306C">
        <w:t xml:space="preserve">, </w:t>
      </w:r>
      <w:r w:rsidRPr="002B3119">
        <w:t>pas le moindre horizon</w:t>
      </w:r>
      <w:r w:rsidR="00E4444A" w:rsidRPr="0099306C">
        <w:t xml:space="preserve">. </w:t>
      </w:r>
      <w:r w:rsidRPr="002B3119">
        <w:t>Des gens se hâtaient sur les tro</w:t>
      </w:r>
      <w:r w:rsidRPr="002B3119">
        <w:t>t</w:t>
      </w:r>
      <w:r w:rsidRPr="002B3119">
        <w:t>toirs</w:t>
      </w:r>
      <w:r w:rsidR="00E4444A" w:rsidRPr="0099306C">
        <w:t xml:space="preserve">, </w:t>
      </w:r>
      <w:r w:rsidRPr="002B3119">
        <w:t>bourgeois talonnés par leurs affaires</w:t>
      </w:r>
      <w:r w:rsidR="00E4444A" w:rsidRPr="0099306C">
        <w:t xml:space="preserve">, </w:t>
      </w:r>
      <w:r w:rsidRPr="002B3119">
        <w:t>ouvriers dont les traits trahissaient l</w:t>
      </w:r>
      <w:r w:rsidR="00E4444A" w:rsidRPr="0099306C">
        <w:t>’</w:t>
      </w:r>
      <w:r w:rsidRPr="002B3119">
        <w:t>intime ranc</w:t>
      </w:r>
      <w:r w:rsidR="00E4444A" w:rsidRPr="0099306C">
        <w:t>œ</w:t>
      </w:r>
      <w:r w:rsidRPr="002B3119">
        <w:t>ur</w:t>
      </w:r>
      <w:r w:rsidR="00E4444A" w:rsidRPr="0099306C">
        <w:t xml:space="preserve">. </w:t>
      </w:r>
      <w:r w:rsidRPr="002B3119">
        <w:t>Chacun d</w:t>
      </w:r>
      <w:r w:rsidR="00E4444A" w:rsidRPr="0099306C">
        <w:t>’</w:t>
      </w:r>
      <w:r w:rsidRPr="002B3119">
        <w:t>eux portait son fardeau</w:t>
      </w:r>
      <w:r w:rsidR="00E4444A" w:rsidRPr="0099306C">
        <w:t xml:space="preserve">. </w:t>
      </w:r>
      <w:r w:rsidRPr="002B3119">
        <w:t>Soudain je franchissais une petite porte et le calme jardin m</w:t>
      </w:r>
      <w:r w:rsidR="00E4444A" w:rsidRPr="0099306C">
        <w:t>’</w:t>
      </w:r>
      <w:r w:rsidRPr="002B3119">
        <w:t>accueillait</w:t>
      </w:r>
      <w:r w:rsidR="00E4444A" w:rsidRPr="0099306C">
        <w:t xml:space="preserve">. </w:t>
      </w:r>
      <w:r w:rsidRPr="002B3119">
        <w:t>Elles n</w:t>
      </w:r>
      <w:r w:rsidR="00E4444A" w:rsidRPr="0099306C">
        <w:t>’</w:t>
      </w:r>
      <w:r w:rsidRPr="002B3119">
        <w:t>en passaient pas le seuil</w:t>
      </w:r>
      <w:r w:rsidR="00E4444A" w:rsidRPr="0099306C">
        <w:t xml:space="preserve">, </w:t>
      </w:r>
      <w:r w:rsidRPr="002B3119">
        <w:t>les ra</w:t>
      </w:r>
      <w:r w:rsidRPr="002B3119">
        <w:t>n</w:t>
      </w:r>
      <w:r w:rsidRPr="002B3119">
        <w:t>cunes</w:t>
      </w:r>
      <w:r w:rsidR="00E4444A" w:rsidRPr="0099306C">
        <w:t xml:space="preserve">, </w:t>
      </w:r>
      <w:r w:rsidRPr="002B3119">
        <w:t>les ambitions</w:t>
      </w:r>
      <w:r w:rsidR="00E4444A" w:rsidRPr="0099306C">
        <w:t xml:space="preserve">. </w:t>
      </w:r>
      <w:r w:rsidRPr="002B3119">
        <w:t>Il y avait des arbres</w:t>
      </w:r>
      <w:r w:rsidR="00E4444A" w:rsidRPr="0099306C">
        <w:t xml:space="preserve">, </w:t>
      </w:r>
      <w:r w:rsidRPr="002B3119">
        <w:t>des fleurs</w:t>
      </w:r>
      <w:r w:rsidR="00E31BAC" w:rsidRPr="0099306C">
        <w:t>,</w:t>
      </w:r>
      <w:r w:rsidR="00E4444A" w:rsidRPr="0099306C">
        <w:t xml:space="preserve"> </w:t>
      </w:r>
      <w:r w:rsidRPr="002B3119">
        <w:t>des marbres</w:t>
      </w:r>
      <w:r w:rsidR="00E4444A" w:rsidRPr="0099306C">
        <w:t xml:space="preserve">, </w:t>
      </w:r>
      <w:r w:rsidRPr="002B3119">
        <w:t>beaucoup de ciel</w:t>
      </w:r>
      <w:r w:rsidR="00E4444A" w:rsidRPr="0099306C">
        <w:t xml:space="preserve">. </w:t>
      </w:r>
      <w:r w:rsidRPr="002B3119">
        <w:t>Ce jardin des morts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e</w:t>
      </w:r>
      <w:r w:rsidRPr="002B3119">
        <w:t>n</w:t>
      </w:r>
      <w:r w:rsidRPr="002B3119">
        <w:t>core un jardin</w:t>
      </w:r>
      <w:r w:rsidR="00E4444A" w:rsidRPr="0099306C">
        <w:t xml:space="preserve">, </w:t>
      </w:r>
      <w:r w:rsidRPr="002B3119">
        <w:t>et c</w:t>
      </w:r>
      <w:r w:rsidR="00E4444A" w:rsidRPr="0099306C">
        <w:t>’</w:t>
      </w:r>
      <w:r w:rsidRPr="002B3119">
        <w:t>était même</w:t>
      </w:r>
      <w:r w:rsidR="00E4444A" w:rsidRPr="0099306C">
        <w:t xml:space="preserve">, </w:t>
      </w:r>
      <w:r w:rsidRPr="002B3119">
        <w:t>de la petite ville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endroit le plus clair et le plus reposant</w:t>
      </w:r>
      <w:r w:rsidR="00E4444A" w:rsidRPr="0099306C">
        <w:t>.</w:t>
      </w:r>
    </w:p>
    <w:p w14:paraId="44138BA5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entrais</w:t>
      </w:r>
      <w:r w:rsidR="00E4444A" w:rsidRPr="0099306C">
        <w:t xml:space="preserve">, </w:t>
      </w:r>
      <w:r w:rsidRPr="002B3119">
        <w:t>je saluais dans les allées quelques personnes que je commençais à connaître et qui me répondaient avec sympathie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étaient toujours les mêmes</w:t>
      </w:r>
      <w:r w:rsidR="00E4444A" w:rsidRPr="0099306C">
        <w:t xml:space="preserve">. </w:t>
      </w:r>
      <w:r w:rsidRPr="002B3119">
        <w:t>Les cimetières ont leurs habitués</w:t>
      </w:r>
      <w:r w:rsidR="00E4444A" w:rsidRPr="0099306C">
        <w:t xml:space="preserve">. </w:t>
      </w:r>
      <w:r w:rsidRPr="002B3119">
        <w:t>Il y a</w:t>
      </w:r>
      <w:r w:rsidR="00E4444A" w:rsidRPr="0099306C">
        <w:t xml:space="preserve">, </w:t>
      </w:r>
      <w:r w:rsidRPr="002B3119">
        <w:t>dans toute cité</w:t>
      </w:r>
      <w:r w:rsidR="00E4444A" w:rsidRPr="0099306C">
        <w:t xml:space="preserve">, </w:t>
      </w:r>
      <w:r w:rsidRPr="002B3119">
        <w:t>un petit groupe d</w:t>
      </w:r>
      <w:r w:rsidR="00E4444A" w:rsidRPr="0099306C">
        <w:t>’</w:t>
      </w:r>
      <w:r w:rsidRPr="002B3119">
        <w:t>hommes et de femmes qu</w:t>
      </w:r>
      <w:r w:rsidR="00E4444A" w:rsidRPr="0099306C">
        <w:t>’</w:t>
      </w:r>
      <w:r w:rsidRPr="002B3119">
        <w:t>on ne remarque pas dans les rues</w:t>
      </w:r>
      <w:r w:rsidR="00E4444A" w:rsidRPr="0099306C">
        <w:t xml:space="preserve">, </w:t>
      </w:r>
      <w:r w:rsidRPr="002B3119">
        <w:t>et qui se penchent sur les tombes</w:t>
      </w:r>
      <w:r w:rsidR="00E4444A" w:rsidRPr="0099306C">
        <w:t xml:space="preserve">, </w:t>
      </w:r>
      <w:r w:rsidRPr="002B3119">
        <w:t>moins mêlés aux morts qu</w:t>
      </w:r>
      <w:r w:rsidR="00E4444A" w:rsidRPr="0099306C">
        <w:t>’</w:t>
      </w:r>
      <w:r w:rsidRPr="002B3119">
        <w:t>aux vivants</w:t>
      </w:r>
      <w:r w:rsidR="00E4444A" w:rsidRPr="0099306C">
        <w:t xml:space="preserve">, </w:t>
      </w:r>
      <w:r w:rsidRPr="002B3119">
        <w:t>société nouvelle</w:t>
      </w:r>
      <w:r w:rsidR="00E4444A" w:rsidRPr="0099306C">
        <w:t xml:space="preserve">, </w:t>
      </w:r>
      <w:r w:rsidRPr="002B3119">
        <w:t>dont je ne soupço</w:t>
      </w:r>
      <w:r w:rsidRPr="002B3119">
        <w:t>n</w:t>
      </w:r>
      <w:r w:rsidRPr="002B3119">
        <w:t>nais pas l</w:t>
      </w:r>
      <w:r w:rsidR="00E4444A" w:rsidRPr="0099306C">
        <w:t>’</w:t>
      </w:r>
      <w:r w:rsidRPr="002B3119">
        <w:t>existence encore</w:t>
      </w:r>
      <w:r w:rsidR="00E4444A" w:rsidRPr="0099306C">
        <w:t xml:space="preserve">, </w:t>
      </w:r>
      <w:r w:rsidRPr="002B3119">
        <w:t>où je venais de prendre place</w:t>
      </w:r>
      <w:r w:rsidR="00E4444A" w:rsidRPr="0099306C">
        <w:t xml:space="preserve">. </w:t>
      </w:r>
      <w:r w:rsidRPr="002B3119">
        <w:t>Les chers morts nous étaient des amis communs qui nous rapprochaient les uns des autres</w:t>
      </w:r>
      <w:r w:rsidR="00E4444A" w:rsidRPr="0099306C">
        <w:t>.</w:t>
      </w:r>
    </w:p>
    <w:p w14:paraId="3CE10059" w14:textId="77777777" w:rsidR="00E4444A" w:rsidRPr="0099306C" w:rsidRDefault="002B3119" w:rsidP="002B3119">
      <w:r w:rsidRPr="002B3119">
        <w:t>Avec le beau temps les ouvriers avaient repris leur o</w:t>
      </w:r>
      <w:r w:rsidRPr="002B3119">
        <w:t>u</w:t>
      </w:r>
      <w:r w:rsidRPr="002B3119">
        <w:t>vrage</w:t>
      </w:r>
      <w:r w:rsidR="00E4444A" w:rsidRPr="0099306C">
        <w:t xml:space="preserve">. </w:t>
      </w:r>
      <w:r w:rsidR="00E31BAC" w:rsidRPr="0099306C">
        <w:t>À</w:t>
      </w:r>
      <w:r w:rsidRPr="002B3119">
        <w:t xml:space="preserve"> chaque visite</w:t>
      </w:r>
      <w:r w:rsidR="00E4444A" w:rsidRPr="0099306C">
        <w:t xml:space="preserve">, </w:t>
      </w:r>
      <w:r w:rsidRPr="002B3119">
        <w:t xml:space="preserve">je trouvais le monument plus avancé </w:t>
      </w:r>
      <w:r w:rsidRPr="002B3119">
        <w:lastRenderedPageBreak/>
        <w:t>que la veille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de plus en plus</w:t>
      </w:r>
      <w:r w:rsidR="00E4444A" w:rsidRPr="0099306C">
        <w:t xml:space="preserve">, </w:t>
      </w:r>
      <w:r w:rsidRPr="002B3119">
        <w:t>il me tardait qu</w:t>
      </w:r>
      <w:r w:rsidR="00E4444A" w:rsidRPr="0099306C">
        <w:t>’</w:t>
      </w:r>
      <w:r w:rsidRPr="002B3119">
        <w:t>il fût ach</w:t>
      </w:r>
      <w:r w:rsidRPr="002B3119">
        <w:t>e</w:t>
      </w:r>
      <w:r w:rsidRPr="002B3119">
        <w:t>vé</w:t>
      </w:r>
      <w:r w:rsidR="00E4444A" w:rsidRPr="0099306C">
        <w:t xml:space="preserve">, </w:t>
      </w:r>
      <w:r w:rsidRPr="002B3119">
        <w:t>que rien ne dérangeât plus le sommeil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Quelques décisions restaient à prendre pour le dessin d</w:t>
      </w:r>
      <w:r w:rsidR="00E4444A" w:rsidRPr="0099306C">
        <w:t>’</w:t>
      </w:r>
      <w:r w:rsidRPr="002B3119">
        <w:t>une grille</w:t>
      </w:r>
      <w:r w:rsidR="00E4444A" w:rsidRPr="0099306C">
        <w:t xml:space="preserve">, </w:t>
      </w:r>
      <w:r w:rsidRPr="002B3119">
        <w:t>la forme d</w:t>
      </w:r>
      <w:r w:rsidR="00E4444A" w:rsidRPr="0099306C">
        <w:t>’</w:t>
      </w:r>
      <w:r w:rsidRPr="002B3119">
        <w:t>une croix</w:t>
      </w:r>
      <w:r w:rsidR="00E4444A" w:rsidRPr="0099306C">
        <w:t xml:space="preserve">, </w:t>
      </w:r>
      <w:r w:rsidRPr="002B3119">
        <w:t>les caractères d</w:t>
      </w:r>
      <w:r w:rsidR="00E4444A" w:rsidRPr="0099306C">
        <w:t>’</w:t>
      </w:r>
      <w:r w:rsidRPr="002B3119">
        <w:t>une inscription</w:t>
      </w:r>
      <w:r w:rsidR="00E4444A" w:rsidRPr="0099306C">
        <w:t xml:space="preserve">. </w:t>
      </w:r>
      <w:r w:rsidRPr="002B3119">
        <w:t>Souvent le statuaire m</w:t>
      </w:r>
      <w:r w:rsidR="00E4444A" w:rsidRPr="0099306C">
        <w:t>’</w:t>
      </w:r>
      <w:r w:rsidRPr="002B3119">
        <w:t>amenait devant d</w:t>
      </w:r>
      <w:r w:rsidR="00E4444A" w:rsidRPr="0099306C">
        <w:t>’</w:t>
      </w:r>
      <w:r w:rsidRPr="002B3119">
        <w:t>autres tombes pour m</w:t>
      </w:r>
      <w:r w:rsidR="00E4444A" w:rsidRPr="0099306C">
        <w:t>’</w:t>
      </w:r>
      <w:r w:rsidRPr="002B3119">
        <w:t>aider à fixer mon choix</w:t>
      </w:r>
      <w:r w:rsidR="00E4444A" w:rsidRPr="0099306C">
        <w:t xml:space="preserve">. </w:t>
      </w:r>
      <w:r w:rsidRPr="002B3119">
        <w:t>Mon Dieu</w:t>
      </w:r>
      <w:r w:rsidR="00E4444A" w:rsidRPr="0099306C">
        <w:t xml:space="preserve"> ! </w:t>
      </w:r>
      <w:r w:rsidRPr="002B3119">
        <w:t>mon Dieu</w:t>
      </w:r>
      <w:r w:rsidR="00E4444A" w:rsidRPr="0099306C">
        <w:t xml:space="preserve"> ! </w:t>
      </w:r>
      <w:r w:rsidRPr="002B3119">
        <w:t>que de p</w:t>
      </w:r>
      <w:r w:rsidRPr="002B3119">
        <w:t>e</w:t>
      </w:r>
      <w:r w:rsidRPr="002B3119">
        <w:t>tits tertres</w:t>
      </w:r>
      <w:r w:rsidR="00E4444A" w:rsidRPr="0099306C">
        <w:t xml:space="preserve"> ! </w:t>
      </w:r>
      <w:r w:rsidRPr="002B3119">
        <w:t>Dire que</w:t>
      </w:r>
      <w:r w:rsidR="00E4444A" w:rsidRPr="0099306C">
        <w:t xml:space="preserve">, </w:t>
      </w:r>
      <w:r w:rsidRPr="002B3119">
        <w:t>de toutes ces morts enfantines</w:t>
      </w:r>
      <w:r w:rsidR="00E4444A" w:rsidRPr="0099306C">
        <w:t xml:space="preserve">, </w:t>
      </w:r>
      <w:r w:rsidRPr="002B3119">
        <w:t>je m</w:t>
      </w:r>
      <w:r w:rsidR="00E4444A" w:rsidRPr="0099306C">
        <w:t>’</w:t>
      </w:r>
      <w:r w:rsidRPr="002B3119">
        <w:t>étais si peu soucié</w:t>
      </w:r>
      <w:r w:rsidR="00E4444A" w:rsidRPr="0099306C">
        <w:t xml:space="preserve"> ! </w:t>
      </w:r>
      <w:r w:rsidRPr="002B3119">
        <w:t>Mon compagnon me signalait le grain d</w:t>
      </w:r>
      <w:r w:rsidR="00E4444A" w:rsidRPr="0099306C">
        <w:t>’</w:t>
      </w:r>
      <w:r w:rsidRPr="002B3119">
        <w:t>un marbre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arrangement d</w:t>
      </w:r>
      <w:r w:rsidR="00E4444A" w:rsidRPr="0099306C">
        <w:t>’</w:t>
      </w:r>
      <w:r w:rsidRPr="002B3119">
        <w:t>un jardinet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moi</w:t>
      </w:r>
      <w:r w:rsidR="00E4444A" w:rsidRPr="0099306C">
        <w:t xml:space="preserve">, </w:t>
      </w:r>
      <w:r w:rsidRPr="002B3119">
        <w:t>je ne l</w:t>
      </w:r>
      <w:r w:rsidR="00E4444A" w:rsidRPr="0099306C">
        <w:t>’</w:t>
      </w:r>
      <w:r w:rsidRPr="002B3119">
        <w:t>écoutais pas</w:t>
      </w:r>
      <w:r w:rsidR="00E4444A" w:rsidRPr="0099306C">
        <w:t xml:space="preserve">. </w:t>
      </w:r>
      <w:r w:rsidRPr="002B3119">
        <w:t>Je comparais des dates</w:t>
      </w:r>
      <w:r w:rsidR="00E4444A" w:rsidRPr="0099306C">
        <w:t xml:space="preserve">, </w:t>
      </w:r>
      <w:r w:rsidRPr="002B3119">
        <w:t>calculais des âges</w:t>
      </w:r>
      <w:r w:rsidR="00E4444A" w:rsidRPr="0099306C">
        <w:t xml:space="preserve">, </w:t>
      </w:r>
      <w:r w:rsidRPr="002B3119">
        <w:t>ne songeant qu</w:t>
      </w:r>
      <w:r w:rsidR="00E4444A" w:rsidRPr="0099306C">
        <w:t>’</w:t>
      </w:r>
      <w:r w:rsidRPr="002B3119">
        <w:t>aux noms inscrits sur les stèles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tous ces petits anges</w:t>
      </w:r>
      <w:r w:rsidR="00E4444A" w:rsidRPr="0099306C">
        <w:t xml:space="preserve">, </w:t>
      </w:r>
      <w:r w:rsidRPr="002B3119">
        <w:t>à quoi bon les faire naître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ils ne devaient que toucher terre</w:t>
      </w:r>
      <w:r w:rsidR="00E4444A" w:rsidRPr="0099306C">
        <w:t xml:space="preserve"> ? </w:t>
      </w:r>
      <w:r w:rsidRPr="002B3119">
        <w:t>Comment expliquer le mystère de toutes ces petites vies</w:t>
      </w:r>
      <w:r w:rsidR="00E4444A" w:rsidRPr="0099306C">
        <w:t xml:space="preserve"> ? </w:t>
      </w:r>
      <w:r w:rsidRPr="002B3119">
        <w:t>Quelque chose en moi s</w:t>
      </w:r>
      <w:r w:rsidR="00E4444A" w:rsidRPr="0099306C">
        <w:t>’</w:t>
      </w:r>
      <w:r w:rsidRPr="002B3119">
        <w:t>indignait contre ces morts d</w:t>
      </w:r>
      <w:r w:rsidR="00E4444A" w:rsidRPr="0099306C">
        <w:t>’</w:t>
      </w:r>
      <w:r w:rsidRPr="002B3119">
        <w:t>enfants</w:t>
      </w:r>
      <w:r w:rsidR="00E4444A" w:rsidRPr="0099306C">
        <w:t xml:space="preserve">. </w:t>
      </w:r>
      <w:r w:rsidRPr="002B3119">
        <w:t>Quand même ma raison</w:t>
      </w:r>
      <w:r w:rsidR="00E4444A" w:rsidRPr="0099306C">
        <w:t xml:space="preserve">, </w:t>
      </w:r>
      <w:r w:rsidRPr="002B3119">
        <w:t>mon cœur a</w:t>
      </w:r>
      <w:r w:rsidRPr="002B3119">
        <w:t>u</w:t>
      </w:r>
      <w:r w:rsidRPr="002B3119">
        <w:t>raient admis</w:t>
      </w:r>
      <w:r w:rsidR="00E4444A" w:rsidRPr="0099306C">
        <w:t xml:space="preserve">, </w:t>
      </w:r>
      <w:r w:rsidRPr="002B3119">
        <w:t>ma chair aurait eu des révoltes</w:t>
      </w:r>
      <w:r w:rsidR="00E4444A" w:rsidRPr="0099306C">
        <w:t xml:space="preserve">. </w:t>
      </w:r>
      <w:r w:rsidRPr="002B3119">
        <w:t>Un adulte</w:t>
      </w:r>
      <w:r w:rsidR="00E4444A" w:rsidRPr="0099306C">
        <w:t xml:space="preserve">, </w:t>
      </w:r>
      <w:r w:rsidRPr="002B3119">
        <w:t>une grande personne savent ce qu</w:t>
      </w:r>
      <w:r w:rsidR="00E4444A" w:rsidRPr="0099306C">
        <w:t>’</w:t>
      </w:r>
      <w:r w:rsidRPr="002B3119">
        <w:t>est la mort et peuvent se m</w:t>
      </w:r>
      <w:r w:rsidRPr="002B3119">
        <w:t>e</w:t>
      </w:r>
      <w:r w:rsidRPr="002B3119">
        <w:t>surer avec elle</w:t>
      </w:r>
      <w:r w:rsidR="00E4444A" w:rsidRPr="0099306C">
        <w:t xml:space="preserve">. </w:t>
      </w:r>
      <w:r w:rsidRPr="002B3119">
        <w:t>Mais l</w:t>
      </w:r>
      <w:r w:rsidR="00E4444A" w:rsidRPr="0099306C">
        <w:t>’</w:t>
      </w:r>
      <w:r w:rsidRPr="002B3119">
        <w:t>enfant ne sait pas</w:t>
      </w:r>
      <w:r w:rsidR="00E4444A" w:rsidRPr="0099306C">
        <w:t xml:space="preserve">, </w:t>
      </w:r>
      <w:r w:rsidRPr="002B3119">
        <w:t>ne comprend pas</w:t>
      </w:r>
      <w:r w:rsidR="00E4444A" w:rsidRPr="0099306C">
        <w:t xml:space="preserve">. </w:t>
      </w:r>
      <w:r w:rsidRPr="002B3119">
        <w:t>La Silencieuse l</w:t>
      </w:r>
      <w:r w:rsidR="00E4444A" w:rsidRPr="0099306C">
        <w:t>’</w:t>
      </w:r>
      <w:r w:rsidRPr="002B3119">
        <w:t>attaque en traîtresse et l</w:t>
      </w:r>
      <w:r w:rsidR="00E4444A" w:rsidRPr="0099306C">
        <w:t>’</w:t>
      </w:r>
      <w:r w:rsidRPr="002B3119">
        <w:t>emporte</w:t>
      </w:r>
      <w:r w:rsidR="00E4444A" w:rsidRPr="0099306C">
        <w:t xml:space="preserve">, </w:t>
      </w:r>
      <w:r w:rsidRPr="002B3119">
        <w:t>sans qu</w:t>
      </w:r>
      <w:r w:rsidR="00E4444A" w:rsidRPr="0099306C">
        <w:t>’</w:t>
      </w:r>
      <w:r w:rsidRPr="002B3119">
        <w:t>il ait même pu prendre congé de la vie</w:t>
      </w:r>
      <w:r w:rsidR="00E4444A" w:rsidRPr="0099306C">
        <w:t xml:space="preserve">. </w:t>
      </w:r>
      <w:r w:rsidRPr="002B3119">
        <w:t>Si Dieu vraiment était amour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il était le Père céleste</w:t>
      </w:r>
      <w:r w:rsidR="00E4444A" w:rsidRPr="0099306C">
        <w:t xml:space="preserve">, </w:t>
      </w:r>
      <w:r w:rsidRPr="002B3119">
        <w:t>comment permettrait-il c</w:t>
      </w:r>
      <w:r w:rsidRPr="002B3119">
        <w:t>e</w:t>
      </w:r>
      <w:r w:rsidRPr="002B3119">
        <w:t>la</w:t>
      </w:r>
      <w:r w:rsidR="00E4444A" w:rsidRPr="0099306C">
        <w:t> ?</w:t>
      </w:r>
    </w:p>
    <w:p w14:paraId="1ED73425" w14:textId="77777777" w:rsidR="00E4444A" w:rsidRPr="0099306C" w:rsidRDefault="002B3119" w:rsidP="002B3119">
      <w:r w:rsidRPr="002B3119">
        <w:t>Puis mon compagnon me quittait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abandonnant à mes rêveries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allais m</w:t>
      </w:r>
      <w:r w:rsidR="00E4444A" w:rsidRPr="0099306C">
        <w:t>’</w:t>
      </w:r>
      <w:r w:rsidRPr="002B3119">
        <w:t>asseoir auprès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où me venait alors cette sensation de paix</w:t>
      </w:r>
      <w:r w:rsidR="00E4444A" w:rsidRPr="0099306C">
        <w:t xml:space="preserve"> ? </w:t>
      </w:r>
      <w:r w:rsidRPr="002B3119">
        <w:t>C</w:t>
      </w:r>
      <w:r w:rsidR="00E4444A" w:rsidRPr="0099306C">
        <w:t>’</w:t>
      </w:r>
      <w:r w:rsidRPr="002B3119">
        <w:t>était étrange</w:t>
      </w:r>
      <w:r w:rsidR="00E4444A" w:rsidRPr="0099306C">
        <w:t xml:space="preserve">. </w:t>
      </w:r>
      <w:r w:rsidRPr="002B3119">
        <w:t>La hantise de la mort</w:t>
      </w:r>
      <w:r w:rsidR="00E4444A" w:rsidRPr="0099306C">
        <w:t xml:space="preserve">, </w:t>
      </w:r>
      <w:r w:rsidRPr="002B3119">
        <w:t>qui m</w:t>
      </w:r>
      <w:r w:rsidR="00E4444A" w:rsidRPr="0099306C">
        <w:t>’</w:t>
      </w:r>
      <w:r w:rsidRPr="002B3119">
        <w:t>obsédait parmi les vivants</w:t>
      </w:r>
      <w:r w:rsidR="00E31BAC" w:rsidRPr="0099306C">
        <w:t>,</w:t>
      </w:r>
      <w:r w:rsidR="00E4444A" w:rsidRPr="0099306C">
        <w:t xml:space="preserve"> </w:t>
      </w:r>
      <w:r w:rsidRPr="002B3119">
        <w:t>me persécutait moins parmi les tombes</w:t>
      </w:r>
      <w:r w:rsidR="00E4444A" w:rsidRPr="0099306C">
        <w:t xml:space="preserve">. </w:t>
      </w:r>
      <w:r w:rsidRPr="002B3119">
        <w:t>Le calme du jardin m</w:t>
      </w:r>
      <w:r w:rsidR="00E4444A" w:rsidRPr="0099306C">
        <w:t>’</w:t>
      </w:r>
      <w:r w:rsidRPr="002B3119">
        <w:t>enveloppait doucement</w:t>
      </w:r>
      <w:r w:rsidR="00E4444A" w:rsidRPr="0099306C">
        <w:t xml:space="preserve">. </w:t>
      </w:r>
      <w:r w:rsidRPr="002B3119">
        <w:t>Un petit vent glissait dans les sapins avec un bruit de soie</w:t>
      </w:r>
      <w:r w:rsidR="00E4444A" w:rsidRPr="0099306C">
        <w:t xml:space="preserve">. </w:t>
      </w:r>
      <w:r w:rsidRPr="002B3119">
        <w:t>Parfois un pas craquait sur le gravier</w:t>
      </w:r>
      <w:r w:rsidR="00E4444A" w:rsidRPr="0099306C">
        <w:t xml:space="preserve">. </w:t>
      </w:r>
      <w:r w:rsidRPr="002B3119">
        <w:t>Une femme</w:t>
      </w:r>
      <w:r w:rsidR="00E4444A" w:rsidRPr="0099306C">
        <w:t xml:space="preserve">, </w:t>
      </w:r>
      <w:r w:rsidRPr="002B3119">
        <w:t>qui suivait l</w:t>
      </w:r>
      <w:r w:rsidR="00E4444A" w:rsidRPr="0099306C">
        <w:t>’</w:t>
      </w:r>
      <w:r w:rsidRPr="002B3119">
        <w:t>allée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arrêtait devant le tombeau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murmurait une prière</w:t>
      </w:r>
      <w:r w:rsidR="00E4444A" w:rsidRPr="0099306C">
        <w:t xml:space="preserve">, </w:t>
      </w:r>
      <w:r w:rsidRPr="002B3119">
        <w:t>esquissait un signe de croix</w:t>
      </w:r>
      <w:r w:rsidR="00E4444A" w:rsidRPr="0099306C">
        <w:t xml:space="preserve">, </w:t>
      </w:r>
      <w:r w:rsidRPr="002B3119">
        <w:t>puis reprenait tranquillement son chemin</w:t>
      </w:r>
      <w:r w:rsidR="00E4444A" w:rsidRPr="0099306C">
        <w:t xml:space="preserve">. </w:t>
      </w:r>
      <w:r w:rsidRPr="002B3119">
        <w:t>Pas une parole n</w:t>
      </w:r>
      <w:r w:rsidR="00E4444A" w:rsidRPr="0099306C">
        <w:t>’</w:t>
      </w:r>
      <w:r w:rsidRPr="002B3119">
        <w:t>était échangée</w:t>
      </w:r>
      <w:r w:rsidR="00E4444A" w:rsidRPr="0099306C">
        <w:t xml:space="preserve">, </w:t>
      </w:r>
      <w:r w:rsidRPr="002B3119">
        <w:t>mais j</w:t>
      </w:r>
      <w:r w:rsidR="00E4444A" w:rsidRPr="0099306C">
        <w:t>’</w:t>
      </w:r>
      <w:r w:rsidRPr="002B3119">
        <w:t>étais reconnaissant à cette inconnue de sa pensée pour mon enfant</w:t>
      </w:r>
      <w:r w:rsidR="00E4444A" w:rsidRPr="0099306C">
        <w:t>.</w:t>
      </w:r>
    </w:p>
    <w:p w14:paraId="40F832CD" w14:textId="77777777" w:rsidR="002B3119" w:rsidRPr="002B3119" w:rsidRDefault="002B3119" w:rsidP="002B3119"/>
    <w:p w14:paraId="0CC1C7A1" w14:textId="77777777" w:rsidR="00E4444A" w:rsidRPr="0099306C" w:rsidRDefault="002B3119" w:rsidP="002B3119">
      <w:r w:rsidRPr="002B3119">
        <w:t>Que d</w:t>
      </w:r>
      <w:r w:rsidR="00E4444A" w:rsidRPr="0099306C">
        <w:t>’</w:t>
      </w:r>
      <w:r w:rsidRPr="002B3119">
        <w:t>heures j</w:t>
      </w:r>
      <w:r w:rsidR="00E4444A" w:rsidRPr="0099306C">
        <w:t>’</w:t>
      </w:r>
      <w:r w:rsidRPr="002B3119">
        <w:t>ai passées assis sur une pierre</w:t>
      </w:r>
      <w:r w:rsidR="00E4444A" w:rsidRPr="0099306C">
        <w:t xml:space="preserve">, </w:t>
      </w:r>
      <w:r w:rsidRPr="002B3119">
        <w:t>perdu dans mes méditations</w:t>
      </w:r>
      <w:r w:rsidR="00E4444A" w:rsidRPr="0099306C">
        <w:t xml:space="preserve"> ! </w:t>
      </w:r>
      <w:r w:rsidRPr="002B3119">
        <w:t>Avais-je ou non la foi</w:t>
      </w:r>
      <w:r w:rsidR="00E4444A" w:rsidRPr="0099306C">
        <w:t xml:space="preserve"> ? </w:t>
      </w:r>
      <w:r w:rsidRPr="002B3119">
        <w:t>Quelqu</w:t>
      </w:r>
      <w:r w:rsidR="00E4444A" w:rsidRPr="0099306C">
        <w:t>’</w:t>
      </w:r>
      <w:r w:rsidRPr="002B3119">
        <w:t>un me l</w:t>
      </w:r>
      <w:r w:rsidR="00E4444A" w:rsidRPr="0099306C">
        <w:t>’</w:t>
      </w:r>
      <w:r w:rsidRPr="002B3119">
        <w:t>aurait demandé que je n</w:t>
      </w:r>
      <w:r w:rsidR="00E4444A" w:rsidRPr="0099306C">
        <w:t>’</w:t>
      </w:r>
      <w:r w:rsidRPr="002B3119">
        <w:t>aurais su que répondre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beau m</w:t>
      </w:r>
      <w:r w:rsidR="00E4444A" w:rsidRPr="0099306C">
        <w:t>’</w:t>
      </w:r>
      <w:r w:rsidRPr="002B3119">
        <w:t>incliner devant la tombe</w:t>
      </w:r>
      <w:r w:rsidR="00E4444A" w:rsidRPr="0099306C">
        <w:t xml:space="preserve">, </w:t>
      </w:r>
      <w:r w:rsidRPr="002B3119">
        <w:t>la lumière ne descendait point dans mon cœur</w:t>
      </w:r>
      <w:r w:rsidR="00E4444A" w:rsidRPr="0099306C">
        <w:t xml:space="preserve">. </w:t>
      </w:r>
      <w:r w:rsidRPr="002B3119">
        <w:t>De longues années</w:t>
      </w:r>
      <w:r w:rsidR="00E4444A" w:rsidRPr="0099306C">
        <w:t xml:space="preserve">, </w:t>
      </w:r>
      <w:r w:rsidRPr="002B3119">
        <w:t>satisfait de mon indifférence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renoncé à sonder des problèmes ins</w:t>
      </w:r>
      <w:r w:rsidRPr="002B3119">
        <w:t>o</w:t>
      </w:r>
      <w:r w:rsidRPr="002B3119">
        <w:t>lubles pour moi</w:t>
      </w:r>
      <w:r w:rsidR="00E4444A" w:rsidRPr="0099306C">
        <w:t xml:space="preserve">. </w:t>
      </w:r>
      <w:r w:rsidRPr="002B3119">
        <w:t>Mes espoirs</w:t>
      </w:r>
      <w:r w:rsidR="00E4444A" w:rsidRPr="0099306C">
        <w:t xml:space="preserve">, </w:t>
      </w:r>
      <w:r w:rsidRPr="002B3119">
        <w:t>mon trésor étaient sur la terre et mes yeux se tournaient rarement vers le ciel</w:t>
      </w:r>
      <w:r w:rsidR="00E4444A" w:rsidRPr="0099306C">
        <w:t xml:space="preserve">. </w:t>
      </w:r>
      <w:r w:rsidRPr="002B3119">
        <w:t>Assurément je n</w:t>
      </w:r>
      <w:r w:rsidR="00E4444A" w:rsidRPr="0099306C">
        <w:t>’</w:t>
      </w:r>
      <w:r w:rsidRPr="002B3119">
        <w:t xml:space="preserve">aurais pas dit un mot qui pût troubler la foi puérile </w:t>
      </w:r>
      <w:r w:rsidR="00455C7A">
        <w:t>d’</w:t>
      </w:r>
      <w:r w:rsidRPr="002B3119">
        <w:t>Yvette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aimais Jésus pour son infinie tendresse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sur les lèvres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il m</w:t>
      </w:r>
      <w:r w:rsidR="00E4444A" w:rsidRPr="0099306C">
        <w:t>’</w:t>
      </w:r>
      <w:r w:rsidRPr="002B3119">
        <w:t>était doux de surprendre son divin nom</w:t>
      </w:r>
      <w:r w:rsidR="00E4444A" w:rsidRPr="0099306C">
        <w:t xml:space="preserve">. </w:t>
      </w:r>
      <w:r w:rsidRPr="002B3119">
        <w:t>Mais avais-je autre chose qu</w:t>
      </w:r>
      <w:r w:rsidR="00E4444A" w:rsidRPr="0099306C">
        <w:t>’</w:t>
      </w:r>
      <w:r w:rsidRPr="002B3119">
        <w:t>une incertaine espérance</w:t>
      </w:r>
      <w:r w:rsidR="00E4444A" w:rsidRPr="0099306C">
        <w:t xml:space="preserve">, </w:t>
      </w:r>
      <w:r w:rsidRPr="002B3119">
        <w:t>une mystique aspiration</w:t>
      </w:r>
      <w:r w:rsidR="00E4444A" w:rsidRPr="0099306C">
        <w:t xml:space="preserve"> ? </w:t>
      </w:r>
      <w:r w:rsidRPr="002B3119">
        <w:t>Sans le désir que j</w:t>
      </w:r>
      <w:r w:rsidR="00E4444A" w:rsidRPr="0099306C">
        <w:t>’</w:t>
      </w:r>
      <w:r w:rsidRPr="002B3119">
        <w:t>avais de retro</w:t>
      </w:r>
      <w:r w:rsidRPr="002B3119">
        <w:t>u</w:t>
      </w:r>
      <w:r w:rsidRPr="002B3119">
        <w:t>ver Yvette</w:t>
      </w:r>
      <w:r w:rsidR="00E4444A" w:rsidRPr="0099306C">
        <w:t xml:space="preserve">, </w:t>
      </w:r>
      <w:r w:rsidRPr="002B3119">
        <w:t>la vie d</w:t>
      </w:r>
      <w:r w:rsidR="00E4444A" w:rsidRPr="0099306C">
        <w:t>’</w:t>
      </w:r>
      <w:r w:rsidRPr="002B3119">
        <w:t>outre-tombe m</w:t>
      </w:r>
      <w:r w:rsidR="00E4444A" w:rsidRPr="0099306C">
        <w:t>’</w:t>
      </w:r>
      <w:r w:rsidRPr="002B3119">
        <w:t>aurait bien peu préocc</w:t>
      </w:r>
      <w:r w:rsidRPr="002B3119">
        <w:t>u</w:t>
      </w:r>
      <w:r w:rsidRPr="002B3119">
        <w:t>pé</w:t>
      </w:r>
      <w:r w:rsidR="00E4444A" w:rsidRPr="0099306C">
        <w:t xml:space="preserve">. </w:t>
      </w:r>
      <w:r w:rsidRPr="002B3119">
        <w:t>Ma foi restait à l</w:t>
      </w:r>
      <w:r w:rsidR="00E4444A" w:rsidRPr="0099306C">
        <w:t>’</w:t>
      </w:r>
      <w:r w:rsidRPr="002B3119">
        <w:t>état de sentiment</w:t>
      </w:r>
      <w:r w:rsidR="00E4444A" w:rsidRPr="0099306C">
        <w:t>.</w:t>
      </w:r>
    </w:p>
    <w:p w14:paraId="01142736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dans le calme du cimetière</w:t>
      </w:r>
      <w:r w:rsidR="00E4444A" w:rsidRPr="0099306C">
        <w:t xml:space="preserve">, </w:t>
      </w:r>
      <w:r w:rsidRPr="002B3119">
        <w:t>je me posais sans fin des questions</w:t>
      </w:r>
      <w:r w:rsidR="00E4444A" w:rsidRPr="0099306C">
        <w:t xml:space="preserve">. </w:t>
      </w:r>
      <w:r w:rsidRPr="002B3119">
        <w:t>Comment croire que toutes ces pierres pourraient un jour se soulever</w:t>
      </w:r>
      <w:r w:rsidR="00E4444A" w:rsidRPr="0099306C">
        <w:t xml:space="preserve">, </w:t>
      </w:r>
      <w:r w:rsidRPr="002B3119">
        <w:t>que tous ces corps</w:t>
      </w:r>
      <w:r w:rsidR="00E4444A" w:rsidRPr="0099306C">
        <w:t xml:space="preserve">, </w:t>
      </w:r>
      <w:r w:rsidRPr="002B3119">
        <w:t>qui se dissolvaient dans la terre</w:t>
      </w:r>
      <w:r w:rsidR="00E4444A" w:rsidRPr="0099306C">
        <w:t xml:space="preserve">, </w:t>
      </w:r>
      <w:r w:rsidRPr="002B3119">
        <w:t>étaient promis à la résurrection</w:t>
      </w:r>
      <w:r w:rsidR="00E4444A" w:rsidRPr="0099306C">
        <w:t xml:space="preserve"> ? </w:t>
      </w:r>
      <w:r w:rsidRPr="002B3119">
        <w:t>Mes que</w:t>
      </w:r>
      <w:r w:rsidRPr="002B3119">
        <w:t>s</w:t>
      </w:r>
      <w:r w:rsidRPr="002B3119">
        <w:t>tions demeuraient sans réponse et vraiment je ne savais pas</w:t>
      </w:r>
      <w:r w:rsidR="00E4444A" w:rsidRPr="0099306C">
        <w:t xml:space="preserve">. </w:t>
      </w:r>
      <w:r w:rsidRPr="002B3119">
        <w:t>Et pourtant</w:t>
      </w:r>
      <w:r w:rsidR="00E4444A" w:rsidRPr="0099306C">
        <w:t xml:space="preserve">, </w:t>
      </w:r>
      <w:r w:rsidRPr="002B3119">
        <w:t>cette sensation de solitude que j</w:t>
      </w:r>
      <w:r w:rsidR="00E4444A" w:rsidRPr="0099306C">
        <w:t>’</w:t>
      </w:r>
      <w:r w:rsidRPr="002B3119">
        <w:t>éprouvais to</w:t>
      </w:r>
      <w:r w:rsidRPr="002B3119">
        <w:t>u</w:t>
      </w:r>
      <w:r w:rsidRPr="002B3119">
        <w:t>jours parmi les hommes</w:t>
      </w:r>
      <w:r w:rsidR="00E4444A" w:rsidRPr="0099306C">
        <w:t xml:space="preserve">, </w:t>
      </w:r>
      <w:r w:rsidRPr="002B3119">
        <w:t>je la ressentais moins dans ce ja</w:t>
      </w:r>
      <w:r w:rsidRPr="002B3119">
        <w:t>r</w:t>
      </w:r>
      <w:r w:rsidRPr="002B3119">
        <w:t>din</w:t>
      </w:r>
      <w:r w:rsidR="00E4444A" w:rsidRPr="0099306C">
        <w:t xml:space="preserve">. </w:t>
      </w:r>
      <w:r w:rsidRPr="002B3119">
        <w:t>Le crépuscule descendait lentement</w:t>
      </w:r>
      <w:r w:rsidR="00E4444A" w:rsidRPr="0099306C">
        <w:t xml:space="preserve">. </w:t>
      </w:r>
      <w:r w:rsidRPr="002B3119">
        <w:t>Tout parlait de paix et de repos</w:t>
      </w:r>
      <w:r w:rsidR="00E4444A" w:rsidRPr="0099306C">
        <w:t xml:space="preserve">. </w:t>
      </w:r>
      <w:r w:rsidRPr="002B3119">
        <w:t>Je ne sais quelle affection m</w:t>
      </w:r>
      <w:r w:rsidR="00E4444A" w:rsidRPr="0099306C">
        <w:t>’</w:t>
      </w:r>
      <w:r w:rsidRPr="002B3119">
        <w:t>entourait</w:t>
      </w:r>
      <w:r w:rsidR="00E4444A" w:rsidRPr="0099306C">
        <w:t xml:space="preserve">. </w:t>
      </w:r>
      <w:r w:rsidRPr="002B3119">
        <w:t>La sympathie des morts flottait autour de moi</w:t>
      </w:r>
      <w:r w:rsidR="00E4444A" w:rsidRPr="0099306C">
        <w:t>.</w:t>
      </w:r>
    </w:p>
    <w:p w14:paraId="7D30ED2C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aurais voulu m</w:t>
      </w:r>
      <w:r w:rsidR="00E4444A" w:rsidRPr="0099306C">
        <w:t>’</w:t>
      </w:r>
      <w:r w:rsidRPr="002B3119">
        <w:t>attarder encore</w:t>
      </w:r>
      <w:r w:rsidR="00E4444A" w:rsidRPr="0099306C">
        <w:t xml:space="preserve">, </w:t>
      </w:r>
      <w:r w:rsidRPr="002B3119">
        <w:t>mais le soir se faisait plus précis</w:t>
      </w:r>
      <w:r w:rsidR="00E4444A" w:rsidRPr="0099306C">
        <w:t xml:space="preserve">. </w:t>
      </w:r>
      <w:r w:rsidRPr="002B3119">
        <w:t>La cloche du gardien m</w:t>
      </w:r>
      <w:r w:rsidR="00E4444A" w:rsidRPr="0099306C">
        <w:t>’</w:t>
      </w:r>
      <w:r w:rsidRPr="002B3119">
        <w:t>invitait au départ</w:t>
      </w:r>
      <w:r w:rsidR="00E4444A" w:rsidRPr="0099306C">
        <w:t xml:space="preserve">. </w:t>
      </w:r>
      <w:r w:rsidRPr="002B3119">
        <w:t>Aux pieux visiteurs qui attendent d</w:t>
      </w:r>
      <w:r w:rsidR="00E4444A" w:rsidRPr="0099306C">
        <w:t>’</w:t>
      </w:r>
      <w:r w:rsidRPr="002B3119">
        <w:t>eux des consolations</w:t>
      </w:r>
      <w:r w:rsidR="00E4444A" w:rsidRPr="0099306C">
        <w:t xml:space="preserve">, </w:t>
      </w:r>
      <w:r w:rsidRPr="002B3119">
        <w:t>nos disparus font</w:t>
      </w:r>
      <w:r w:rsidR="00E4444A" w:rsidRPr="0099306C">
        <w:t xml:space="preserve">, </w:t>
      </w:r>
      <w:r w:rsidRPr="002B3119">
        <w:t>par pitié</w:t>
      </w:r>
      <w:r w:rsidR="00E4444A" w:rsidRPr="0099306C">
        <w:t xml:space="preserve">, </w:t>
      </w:r>
      <w:r w:rsidRPr="002B3119">
        <w:t>doux accueil</w:t>
      </w:r>
      <w:r w:rsidR="00E4444A" w:rsidRPr="0099306C">
        <w:t xml:space="preserve">, </w:t>
      </w:r>
      <w:r w:rsidRPr="002B3119">
        <w:t>mais les morts n</w:t>
      </w:r>
      <w:r w:rsidR="00E4444A" w:rsidRPr="0099306C">
        <w:t>’</w:t>
      </w:r>
      <w:r w:rsidRPr="002B3119">
        <w:t>ont pas besoin des vivants</w:t>
      </w:r>
      <w:r w:rsidR="00E4444A" w:rsidRPr="0099306C">
        <w:t xml:space="preserve">. </w:t>
      </w:r>
      <w:r w:rsidRPr="002B3119">
        <w:t>Les cimetières</w:t>
      </w:r>
      <w:r w:rsidR="00E4444A" w:rsidRPr="0099306C">
        <w:t xml:space="preserve">, </w:t>
      </w:r>
      <w:r w:rsidRPr="002B3119">
        <w:t>la nuit</w:t>
      </w:r>
      <w:r w:rsidR="00E4444A" w:rsidRPr="0099306C">
        <w:t xml:space="preserve">, </w:t>
      </w:r>
      <w:r w:rsidRPr="002B3119">
        <w:t>se transfo</w:t>
      </w:r>
      <w:r w:rsidRPr="002B3119">
        <w:t>r</w:t>
      </w:r>
      <w:r w:rsidRPr="002B3119">
        <w:t xml:space="preserve">ment </w:t>
      </w:r>
      <w:r w:rsidR="00E11C1D">
        <w:t xml:space="preserve">en </w:t>
      </w:r>
      <w:r w:rsidRPr="002B3119">
        <w:lastRenderedPageBreak/>
        <w:t>sanctuaires où les humains ne sont pas admis</w:t>
      </w:r>
      <w:r w:rsidR="00E4444A" w:rsidRPr="0099306C">
        <w:t xml:space="preserve">. </w:t>
      </w:r>
      <w:r w:rsidRPr="002B3119">
        <w:t>Et je repartais par les allées désertes</w:t>
      </w:r>
      <w:r w:rsidR="00E4444A" w:rsidRPr="0099306C">
        <w:t xml:space="preserve">, </w:t>
      </w:r>
      <w:r w:rsidRPr="002B3119">
        <w:t>en trébuchant contre des tombeaux</w:t>
      </w:r>
      <w:r w:rsidR="00E4444A" w:rsidRPr="0099306C">
        <w:t xml:space="preserve"> ; </w:t>
      </w:r>
      <w:r w:rsidRPr="002B3119">
        <w:t>je repassais par la petite porte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le long des trottoirs gras où clignotaient les becs de gaz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homme que je fus retournait à son isolement</w:t>
      </w:r>
      <w:r w:rsidR="00E4444A" w:rsidRPr="0099306C">
        <w:t>.</w:t>
      </w:r>
    </w:p>
    <w:p w14:paraId="5907B7C8" w14:textId="77777777" w:rsidR="002B3119" w:rsidRPr="002B3119" w:rsidRDefault="002B3119" w:rsidP="002B3119"/>
    <w:p w14:paraId="18225058" w14:textId="77777777" w:rsidR="00E4444A" w:rsidRPr="0099306C" w:rsidRDefault="002B3119" w:rsidP="002B3119">
      <w:r w:rsidRPr="002B3119">
        <w:t>Et je revois la veillée du premier Noël que je vécus sans Yvette</w:t>
      </w:r>
      <w:r w:rsidR="00E4444A" w:rsidRPr="0099306C">
        <w:t xml:space="preserve">. </w:t>
      </w:r>
      <w:r w:rsidRPr="002B3119">
        <w:t>Jamais la maison ne fut plus morte</w:t>
      </w:r>
      <w:r w:rsidR="00E4444A" w:rsidRPr="0099306C">
        <w:t xml:space="preserve">. </w:t>
      </w:r>
      <w:r w:rsidRPr="002B3119">
        <w:t>Les jours de fête aggravaient mon deuil</w:t>
      </w:r>
      <w:r w:rsidR="00E4444A" w:rsidRPr="0099306C">
        <w:t xml:space="preserve">. </w:t>
      </w:r>
      <w:r w:rsidRPr="002B3119">
        <w:t>Et tous les anniversaires se succéd</w:t>
      </w:r>
      <w:r w:rsidRPr="002B3119">
        <w:t>e</w:t>
      </w:r>
      <w:r w:rsidRPr="002B3119">
        <w:t>raient ainsi</w:t>
      </w:r>
      <w:r w:rsidR="00E4444A" w:rsidRPr="0099306C">
        <w:t xml:space="preserve">. </w:t>
      </w:r>
      <w:r w:rsidRPr="002B3119">
        <w:t>Chacun d</w:t>
      </w:r>
      <w:r w:rsidR="00E4444A" w:rsidRPr="0099306C">
        <w:t>’</w:t>
      </w:r>
      <w:r w:rsidRPr="002B3119">
        <w:t>eux serait une source de larmes</w:t>
      </w:r>
      <w:r w:rsidR="00E4444A" w:rsidRPr="0099306C">
        <w:t>.</w:t>
      </w:r>
    </w:p>
    <w:p w14:paraId="77710DE4" w14:textId="77777777" w:rsidR="00E4444A" w:rsidRPr="0099306C" w:rsidRDefault="002B3119" w:rsidP="002B3119">
      <w:r w:rsidRPr="002B3119">
        <w:t>Il faisait une belle nuit froide et claire</w:t>
      </w:r>
      <w:r w:rsidR="00E4444A" w:rsidRPr="0099306C">
        <w:t xml:space="preserve">, </w:t>
      </w:r>
      <w:r w:rsidRPr="002B3119">
        <w:t>toute palpitante d</w:t>
      </w:r>
      <w:r w:rsidR="00E4444A" w:rsidRPr="0099306C">
        <w:t>’</w:t>
      </w:r>
      <w:r w:rsidRPr="002B3119">
        <w:t>étoiles</w:t>
      </w:r>
      <w:r w:rsidR="00E4444A" w:rsidRPr="0099306C">
        <w:t xml:space="preserve">. </w:t>
      </w:r>
      <w:r w:rsidRPr="002B3119">
        <w:t>Les cloches de la cathédrale vibrèrent dans la s</w:t>
      </w:r>
      <w:r w:rsidRPr="002B3119">
        <w:t>o</w:t>
      </w:r>
      <w:r w:rsidRPr="002B3119">
        <w:t>norité d</w:t>
      </w:r>
      <w:r w:rsidR="00E4444A" w:rsidRPr="0099306C">
        <w:t>’</w:t>
      </w:r>
      <w:r w:rsidRPr="002B3119">
        <w:t>un ciel hivernal</w:t>
      </w:r>
      <w:r w:rsidR="00E4444A" w:rsidRPr="0099306C">
        <w:t xml:space="preserve">. </w:t>
      </w:r>
      <w:r w:rsidRPr="002B3119">
        <w:t>Les rues</w:t>
      </w:r>
      <w:r w:rsidR="00E4444A" w:rsidRPr="0099306C">
        <w:t xml:space="preserve">, </w:t>
      </w:r>
      <w:r w:rsidRPr="002B3119">
        <w:t>très tard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animèrent d</w:t>
      </w:r>
      <w:r w:rsidR="00E4444A" w:rsidRPr="0099306C">
        <w:t>’</w:t>
      </w:r>
      <w:r w:rsidRPr="002B3119">
        <w:t>une vie étrange</w:t>
      </w:r>
      <w:r w:rsidR="00E4444A" w:rsidRPr="0099306C">
        <w:t xml:space="preserve">. </w:t>
      </w:r>
      <w:r w:rsidRPr="002B3119">
        <w:t>Des groupes heureux passaient sous ma fenêtre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air vif égayait les femmes et les pas sonnaient sur le sol glacé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écoutais</w:t>
      </w:r>
      <w:r w:rsidR="00E4444A" w:rsidRPr="0099306C">
        <w:t xml:space="preserve">, </w:t>
      </w:r>
      <w:r w:rsidRPr="002B3119">
        <w:t>crispé dans ma chambre</w:t>
      </w:r>
      <w:r w:rsidR="00E4444A" w:rsidRPr="0099306C">
        <w:t xml:space="preserve">, </w:t>
      </w:r>
      <w:r w:rsidRPr="002B3119">
        <w:t>avec une telle sensation de solitude que je faillis crier</w:t>
      </w:r>
      <w:r w:rsidR="00E4444A" w:rsidRPr="0099306C">
        <w:t xml:space="preserve">. </w:t>
      </w:r>
      <w:r w:rsidRPr="002B3119">
        <w:t>Avais-je donc voulu l</w:t>
      </w:r>
      <w:r w:rsidR="00E4444A" w:rsidRPr="0099306C">
        <w:t>’</w:t>
      </w:r>
      <w:r w:rsidRPr="002B3119">
        <w:t>impossible</w:t>
      </w:r>
      <w:r w:rsidR="00E4444A" w:rsidRPr="0099306C">
        <w:t xml:space="preserve">, </w:t>
      </w:r>
      <w:r w:rsidRPr="002B3119">
        <w:t>et Dieu n</w:t>
      </w:r>
      <w:r w:rsidR="00E4444A" w:rsidRPr="0099306C">
        <w:t>’</w:t>
      </w:r>
      <w:r w:rsidRPr="002B3119">
        <w:t xml:space="preserve">aurait-il pu bénir cet homme </w:t>
      </w:r>
      <w:r w:rsidRPr="002B3119">
        <w:rPr>
          <w:i/>
        </w:rPr>
        <w:t>qui menait par la main son enfant</w:t>
      </w:r>
      <w:r w:rsidR="00E4444A" w:rsidRPr="0099306C">
        <w:rPr>
          <w:i/>
        </w:rPr>
        <w:t xml:space="preserve"> ? </w:t>
      </w:r>
      <w:r w:rsidRPr="002B3119">
        <w:t>Quelle faute avions-nous donc commise pour que notre humble joie nous fût si vite arrachée</w:t>
      </w:r>
      <w:r w:rsidR="00E4444A" w:rsidRPr="0099306C">
        <w:t> ?</w:t>
      </w:r>
    </w:p>
    <w:p w14:paraId="472EE06F" w14:textId="77777777" w:rsidR="00E4444A" w:rsidRPr="0099306C" w:rsidRDefault="002B3119" w:rsidP="002B3119">
      <w:r w:rsidRPr="002B3119">
        <w:t>Bientôt je ne tins plus en place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besoin de sortir aussi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obéir à l</w:t>
      </w:r>
      <w:r w:rsidR="00E4444A" w:rsidRPr="0099306C">
        <w:t>’</w:t>
      </w:r>
      <w:r w:rsidRPr="002B3119">
        <w:t>appel des cloches</w:t>
      </w:r>
      <w:r w:rsidR="00E4444A" w:rsidRPr="0099306C">
        <w:t xml:space="preserve">, </w:t>
      </w:r>
      <w:r w:rsidRPr="002B3119">
        <w:t>et je pénétrai dans l</w:t>
      </w:r>
      <w:r w:rsidR="00E4444A" w:rsidRPr="0099306C">
        <w:t>’</w:t>
      </w:r>
      <w:r w:rsidRPr="002B3119">
        <w:t>église où l</w:t>
      </w:r>
      <w:r w:rsidR="00E4444A" w:rsidRPr="0099306C">
        <w:t>’</w:t>
      </w:r>
      <w:r w:rsidRPr="002B3119">
        <w:t xml:space="preserve">office </w:t>
      </w:r>
      <w:r w:rsidR="00E84699">
        <w:t>é</w:t>
      </w:r>
      <w:r w:rsidRPr="002B3119">
        <w:t>tait commencé</w:t>
      </w:r>
      <w:r w:rsidR="00E4444A" w:rsidRPr="0099306C">
        <w:t xml:space="preserve">. </w:t>
      </w:r>
      <w:r w:rsidRPr="002B3119">
        <w:t>Tous les regards se dir</w:t>
      </w:r>
      <w:r w:rsidRPr="002B3119">
        <w:t>i</w:t>
      </w:r>
      <w:r w:rsidRPr="002B3119">
        <w:t>geaient vers le tabernacle et personne ne se retourna</w:t>
      </w:r>
      <w:r w:rsidR="00E4444A" w:rsidRPr="0099306C">
        <w:t xml:space="preserve">. </w:t>
      </w:r>
      <w:r w:rsidRPr="002B3119">
        <w:t>Des voix grêles répondaient aux litanies des prêtres</w:t>
      </w:r>
      <w:r w:rsidR="00E4444A" w:rsidRPr="0099306C">
        <w:t xml:space="preserve">. </w:t>
      </w:r>
      <w:r w:rsidRPr="002B3119">
        <w:t>Des tint</w:t>
      </w:r>
      <w:r w:rsidRPr="002B3119">
        <w:t>e</w:t>
      </w:r>
      <w:r w:rsidRPr="002B3119">
        <w:t>ments de sonnettes</w:t>
      </w:r>
      <w:r w:rsidR="00E4444A" w:rsidRPr="0099306C">
        <w:t xml:space="preserve">, </w:t>
      </w:r>
      <w:r w:rsidRPr="002B3119">
        <w:t>que des enfants de ch</w:t>
      </w:r>
      <w:r w:rsidR="00E4444A" w:rsidRPr="0099306C">
        <w:t>œ</w:t>
      </w:r>
      <w:r w:rsidRPr="002B3119">
        <w:t>ur agitaient par instants</w:t>
      </w:r>
      <w:r w:rsidR="00E4444A" w:rsidRPr="0099306C">
        <w:t xml:space="preserve">, </w:t>
      </w:r>
      <w:r w:rsidRPr="002B3119">
        <w:t>se détachaient parmi un bourdonnement confus</w:t>
      </w:r>
      <w:r w:rsidR="00E4444A" w:rsidRPr="0099306C">
        <w:t xml:space="preserve">. </w:t>
      </w:r>
      <w:r w:rsidRPr="002B3119">
        <w:t>Des cierges environnaient l</w:t>
      </w:r>
      <w:r w:rsidR="00E4444A" w:rsidRPr="0099306C">
        <w:t>’</w:t>
      </w:r>
      <w:r w:rsidRPr="002B3119">
        <w:t>autel d</w:t>
      </w:r>
      <w:r w:rsidR="00E4444A" w:rsidRPr="0099306C">
        <w:t>’</w:t>
      </w:r>
      <w:r w:rsidRPr="002B3119">
        <w:t>une constellation de p</w:t>
      </w:r>
      <w:r w:rsidRPr="002B3119">
        <w:t>e</w:t>
      </w:r>
      <w:r w:rsidRPr="002B3119">
        <w:t>tites étoiles</w:t>
      </w:r>
      <w:r w:rsidR="00E4444A" w:rsidRPr="0099306C">
        <w:t xml:space="preserve">. </w:t>
      </w:r>
      <w:r w:rsidRPr="002B3119">
        <w:t>Des parfums d</w:t>
      </w:r>
      <w:r w:rsidR="00E4444A" w:rsidRPr="0099306C">
        <w:t>’</w:t>
      </w:r>
      <w:r w:rsidRPr="002B3119">
        <w:t>encensoirs remués s</w:t>
      </w:r>
      <w:r w:rsidR="00E4444A" w:rsidRPr="0099306C">
        <w:t>’</w:t>
      </w:r>
      <w:r w:rsidRPr="002B3119">
        <w:t>épandaient dans l</w:t>
      </w:r>
      <w:r w:rsidR="00E4444A" w:rsidRPr="0099306C">
        <w:t>’</w:t>
      </w:r>
      <w:r w:rsidRPr="002B3119">
        <w:t>immense nef</w:t>
      </w:r>
      <w:r w:rsidR="00E4444A" w:rsidRPr="0099306C">
        <w:t>.</w:t>
      </w:r>
    </w:p>
    <w:p w14:paraId="6C64DEDC" w14:textId="77777777" w:rsidR="00E4444A" w:rsidRPr="0099306C" w:rsidRDefault="002B3119" w:rsidP="002B3119">
      <w:r w:rsidRPr="002B3119">
        <w:lastRenderedPageBreak/>
        <w:t xml:space="preserve">Dans les </w:t>
      </w:r>
      <w:proofErr w:type="spellStart"/>
      <w:r w:rsidRPr="002B3119">
        <w:t>bas côtés</w:t>
      </w:r>
      <w:proofErr w:type="spellEnd"/>
      <w:r w:rsidR="00E4444A" w:rsidRPr="0099306C">
        <w:t xml:space="preserve">, </w:t>
      </w:r>
      <w:r w:rsidRPr="002B3119">
        <w:t>un enfoncement était libre où l</w:t>
      </w:r>
      <w:r w:rsidR="00E4444A" w:rsidRPr="0099306C">
        <w:t>’</w:t>
      </w:r>
      <w:r w:rsidRPr="002B3119">
        <w:t>éclat des cierges n</w:t>
      </w:r>
      <w:r w:rsidR="00E4444A" w:rsidRPr="0099306C">
        <w:t>’</w:t>
      </w:r>
      <w:r w:rsidRPr="002B3119">
        <w:t>arrivait point</w:t>
      </w:r>
      <w:r w:rsidR="00E4444A" w:rsidRPr="0099306C">
        <w:t xml:space="preserve">. </w:t>
      </w:r>
      <w:r w:rsidRPr="002B3119">
        <w:t>Je fis en déplaçant une chaise un bruit sourd que la voûte sonore amplifia</w:t>
      </w:r>
      <w:r w:rsidR="00E4444A" w:rsidRPr="0099306C">
        <w:t xml:space="preserve">. </w:t>
      </w:r>
      <w:r w:rsidRPr="002B3119">
        <w:t>Sur un autel laissé dans l</w:t>
      </w:r>
      <w:r w:rsidR="00E4444A" w:rsidRPr="0099306C">
        <w:t>’</w:t>
      </w:r>
      <w:r w:rsidRPr="002B3119">
        <w:t>ombre</w:t>
      </w:r>
      <w:r w:rsidR="00E4444A" w:rsidRPr="0099306C">
        <w:t xml:space="preserve">, </w:t>
      </w:r>
      <w:r w:rsidRPr="002B3119">
        <w:t>un Christ blanc et or tendait les mains</w:t>
      </w:r>
      <w:r w:rsidR="00E4444A" w:rsidRPr="0099306C">
        <w:t xml:space="preserve">. </w:t>
      </w:r>
      <w:r w:rsidRPr="002B3119">
        <w:t>Cet angle obscur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abri d</w:t>
      </w:r>
      <w:r w:rsidR="00E4444A" w:rsidRPr="0099306C">
        <w:t>’</w:t>
      </w:r>
      <w:r w:rsidRPr="002B3119">
        <w:t>un pilier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attira</w:t>
      </w:r>
      <w:r w:rsidR="00E4444A" w:rsidRPr="0099306C">
        <w:t xml:space="preserve">. </w:t>
      </w:r>
      <w:r w:rsidRPr="002B3119">
        <w:t>Les parfums</w:t>
      </w:r>
      <w:r w:rsidR="00E4444A" w:rsidRPr="0099306C">
        <w:t xml:space="preserve">, </w:t>
      </w:r>
      <w:r w:rsidRPr="002B3119">
        <w:t>les lumières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orgue</w:t>
      </w:r>
      <w:r w:rsidR="00E4444A" w:rsidRPr="0099306C">
        <w:t xml:space="preserve">, </w:t>
      </w:r>
      <w:r w:rsidRPr="002B3119">
        <w:t>les chants</w:t>
      </w:r>
      <w:r w:rsidR="00E4444A" w:rsidRPr="0099306C">
        <w:t xml:space="preserve">, </w:t>
      </w:r>
      <w:r w:rsidRPr="002B3119">
        <w:t>tout paraissait venir de très loin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eus la sensation d</w:t>
      </w:r>
      <w:r w:rsidR="00E4444A" w:rsidRPr="0099306C">
        <w:t>’</w:t>
      </w:r>
      <w:r w:rsidRPr="002B3119">
        <w:t>un vague engourdissement</w:t>
      </w:r>
      <w:r w:rsidR="00E4444A" w:rsidRPr="0099306C">
        <w:t xml:space="preserve">, </w:t>
      </w:r>
      <w:r w:rsidRPr="002B3119">
        <w:t>et ce fut une de ces minutes de somnolence lucide</w:t>
      </w:r>
      <w:r w:rsidR="00E4444A" w:rsidRPr="0099306C">
        <w:t xml:space="preserve">, </w:t>
      </w:r>
      <w:r w:rsidRPr="002B3119">
        <w:t>comme nous en avons peut-être à notre dernière heure</w:t>
      </w:r>
      <w:r w:rsidR="00E4444A" w:rsidRPr="0099306C">
        <w:t xml:space="preserve">, </w:t>
      </w:r>
      <w:r w:rsidRPr="002B3119">
        <w:t>où l</w:t>
      </w:r>
      <w:r w:rsidR="00E4444A" w:rsidRPr="0099306C">
        <w:t>’</w:t>
      </w:r>
      <w:r w:rsidRPr="002B3119">
        <w:t>on repasse</w:t>
      </w:r>
      <w:r w:rsidR="00E4444A" w:rsidRPr="0099306C">
        <w:t xml:space="preserve">, </w:t>
      </w:r>
      <w:r w:rsidRPr="002B3119">
        <w:t>dit-on</w:t>
      </w:r>
      <w:r w:rsidR="00E4444A" w:rsidRPr="0099306C">
        <w:t xml:space="preserve">, </w:t>
      </w:r>
      <w:r w:rsidRPr="002B3119">
        <w:t>toute sa vie</w:t>
      </w:r>
      <w:r w:rsidR="00E4444A" w:rsidRPr="0099306C">
        <w:t xml:space="preserve">. </w:t>
      </w:r>
      <w:r w:rsidRPr="002B3119">
        <w:t>Cette grande église</w:t>
      </w:r>
      <w:r w:rsidR="00E4444A" w:rsidRPr="0099306C">
        <w:t xml:space="preserve">, </w:t>
      </w:r>
      <w:r w:rsidRPr="002B3119">
        <w:t>pleine de passé</w:t>
      </w:r>
      <w:r w:rsidR="00E4444A" w:rsidRPr="0099306C">
        <w:t xml:space="preserve">, </w:t>
      </w:r>
      <w:r w:rsidRPr="002B3119">
        <w:t>f</w:t>
      </w:r>
      <w:r w:rsidRPr="002B3119">
        <w:t>a</w:t>
      </w:r>
      <w:r w:rsidRPr="002B3119">
        <w:t>vorisait les évocations</w:t>
      </w:r>
      <w:r w:rsidR="00E4444A" w:rsidRPr="0099306C">
        <w:t xml:space="preserve">, </w:t>
      </w:r>
      <w:r w:rsidRPr="002B3119">
        <w:t>et je me rappelai sous des voûtes p</w:t>
      </w:r>
      <w:r w:rsidRPr="002B3119">
        <w:t>a</w:t>
      </w:r>
      <w:r w:rsidRPr="002B3119">
        <w:t>reilles</w:t>
      </w:r>
      <w:r w:rsidR="00E4444A" w:rsidRPr="0099306C">
        <w:t xml:space="preserve">, </w:t>
      </w:r>
      <w:r w:rsidRPr="002B3119">
        <w:t>troublé par le romantisme d</w:t>
      </w:r>
      <w:r w:rsidR="00E4444A" w:rsidRPr="0099306C">
        <w:t>’</w:t>
      </w:r>
      <w:r w:rsidRPr="002B3119">
        <w:t>un semblable décor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adolescent rêveur que j</w:t>
      </w:r>
      <w:r w:rsidR="00E4444A" w:rsidRPr="0099306C">
        <w:t>’</w:t>
      </w:r>
      <w:r w:rsidRPr="002B3119">
        <w:t>avais été</w:t>
      </w:r>
      <w:r w:rsidR="00E4444A" w:rsidRPr="0099306C">
        <w:t xml:space="preserve">. </w:t>
      </w:r>
      <w:r w:rsidRPr="002B3119">
        <w:t>Quelle confiance alors dans mon destin</w:t>
      </w:r>
      <w:r w:rsidR="00E4444A" w:rsidRPr="0099306C">
        <w:t xml:space="preserve"> ! </w:t>
      </w:r>
      <w:r w:rsidRPr="002B3119">
        <w:t>Déjà</w:t>
      </w:r>
      <w:r w:rsidR="00E4444A" w:rsidRPr="0099306C">
        <w:t xml:space="preserve">, </w:t>
      </w:r>
      <w:r w:rsidRPr="002B3119">
        <w:t>dans les brumes de l</w:t>
      </w:r>
      <w:r w:rsidR="00E4444A" w:rsidRPr="0099306C">
        <w:t>’</w:t>
      </w:r>
      <w:r w:rsidRPr="002B3119">
        <w:t>avenir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entrevoyais une femme</w:t>
      </w:r>
      <w:r w:rsidR="00E4444A" w:rsidRPr="0099306C">
        <w:t xml:space="preserve">, </w:t>
      </w:r>
      <w:r w:rsidRPr="002B3119">
        <w:t>un enfant</w:t>
      </w:r>
      <w:r w:rsidR="00E4444A" w:rsidRPr="0099306C">
        <w:t xml:space="preserve">, </w:t>
      </w:r>
      <w:r w:rsidRPr="002B3119">
        <w:t>et Jeanne avait été cette femme</w:t>
      </w:r>
      <w:r w:rsidR="00E4444A" w:rsidRPr="0099306C">
        <w:t xml:space="preserve">, </w:t>
      </w:r>
      <w:r w:rsidRPr="002B3119">
        <w:t>Yvette avait été cette enfant</w:t>
      </w:r>
      <w:r w:rsidR="00E4444A" w:rsidRPr="0099306C">
        <w:t xml:space="preserve">. </w:t>
      </w:r>
      <w:r w:rsidRPr="002B3119">
        <w:t>Mais toujours me r</w:t>
      </w:r>
      <w:r w:rsidRPr="002B3119">
        <w:t>e</w:t>
      </w:r>
      <w:r w:rsidRPr="002B3119">
        <w:t>venait la même question</w:t>
      </w:r>
      <w:r w:rsidR="00E4444A" w:rsidRPr="0099306C">
        <w:t> : « </w:t>
      </w:r>
      <w:r w:rsidRPr="002B3119">
        <w:t>Quel est le sens de ces petites vies</w:t>
      </w:r>
      <w:r w:rsidR="00E4444A" w:rsidRPr="0099306C">
        <w:t> ? »</w:t>
      </w:r>
      <w:r w:rsidRPr="002B3119">
        <w:t xml:space="preserve"> Et les idées bourdonnaient dans ma tête</w:t>
      </w:r>
      <w:r w:rsidR="00E4444A" w:rsidRPr="0099306C">
        <w:t xml:space="preserve">. </w:t>
      </w:r>
      <w:r w:rsidRPr="002B3119">
        <w:t>Là</w:t>
      </w:r>
      <w:r w:rsidR="00E4444A" w:rsidRPr="0099306C">
        <w:t xml:space="preserve">, </w:t>
      </w:r>
      <w:r w:rsidRPr="002B3119">
        <w:t>dans cette cathédrale gothique où je m</w:t>
      </w:r>
      <w:r w:rsidR="00E4444A" w:rsidRPr="0099306C">
        <w:t>’</w:t>
      </w:r>
      <w:r w:rsidRPr="002B3119">
        <w:t>étonnais d</w:t>
      </w:r>
      <w:r w:rsidR="00E4444A" w:rsidRPr="0099306C">
        <w:t>’</w:t>
      </w:r>
      <w:r w:rsidRPr="002B3119">
        <w:t>être</w:t>
      </w:r>
      <w:r w:rsidR="00E4444A" w:rsidRPr="0099306C">
        <w:t xml:space="preserve">, </w:t>
      </w:r>
      <w:r w:rsidRPr="002B3119">
        <w:t>parmi cette clarté surnaturelle</w:t>
      </w:r>
      <w:r w:rsidR="00E4444A" w:rsidRPr="0099306C">
        <w:t xml:space="preserve">, </w:t>
      </w:r>
      <w:r w:rsidRPr="002B3119">
        <w:t>était-ce vraiment moi qui vivais</w:t>
      </w:r>
      <w:r w:rsidR="00E4444A" w:rsidRPr="0099306C">
        <w:t xml:space="preserve"> ? </w:t>
      </w:r>
      <w:r w:rsidRPr="002B3119">
        <w:t>Que pouvais-je comprendre à nos existences</w:t>
      </w:r>
      <w:r w:rsidR="00E4444A" w:rsidRPr="0099306C">
        <w:t xml:space="preserve"> ? </w:t>
      </w:r>
      <w:r w:rsidRPr="002B3119">
        <w:t>Avais-je bien eu un enfant</w:t>
      </w:r>
      <w:r w:rsidR="00E4444A" w:rsidRPr="0099306C">
        <w:t xml:space="preserve">, </w:t>
      </w:r>
      <w:r w:rsidRPr="002B3119">
        <w:t>moi</w:t>
      </w:r>
      <w:r w:rsidR="00E4444A" w:rsidRPr="0099306C">
        <w:t xml:space="preserve"> ? </w:t>
      </w:r>
      <w:r w:rsidRPr="002B3119">
        <w:t>Et je me perdais dans le mystère</w:t>
      </w:r>
      <w:r w:rsidR="00E4444A" w:rsidRPr="0099306C">
        <w:t xml:space="preserve">, </w:t>
      </w:r>
      <w:r w:rsidRPr="002B3119">
        <w:t>su</w:t>
      </w:r>
      <w:r w:rsidRPr="002B3119">
        <w:t>s</w:t>
      </w:r>
      <w:r w:rsidRPr="002B3119">
        <w:t>pendu au-dessus d</w:t>
      </w:r>
      <w:r w:rsidR="00E4444A" w:rsidRPr="0099306C">
        <w:t>’</w:t>
      </w:r>
      <w:r w:rsidRPr="002B3119">
        <w:t>un abîme</w:t>
      </w:r>
      <w:r w:rsidR="00E4444A" w:rsidRPr="0099306C">
        <w:t>.</w:t>
      </w:r>
    </w:p>
    <w:p w14:paraId="74C68445" w14:textId="77777777" w:rsidR="00E4444A" w:rsidRPr="0099306C" w:rsidRDefault="002B3119" w:rsidP="002B3119">
      <w:r w:rsidRPr="002B3119">
        <w:t>Soudain</w:t>
      </w:r>
      <w:r w:rsidR="00E4444A" w:rsidRPr="0099306C">
        <w:t xml:space="preserve">, </w:t>
      </w:r>
      <w:r w:rsidRPr="002B3119">
        <w:t>un grand frisson passa dans l</w:t>
      </w:r>
      <w:r w:rsidR="00E4444A" w:rsidRPr="0099306C">
        <w:t>’</w:t>
      </w:r>
      <w:r w:rsidRPr="002B3119">
        <w:t>église</w:t>
      </w:r>
      <w:r w:rsidR="00E4444A" w:rsidRPr="0099306C">
        <w:t xml:space="preserve">. </w:t>
      </w:r>
      <w:r w:rsidRPr="002B3119">
        <w:t>Dans sa galerie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orgue triomphalement chanta</w:t>
      </w:r>
      <w:r w:rsidR="00E4444A" w:rsidRPr="0099306C">
        <w:t xml:space="preserve">. </w:t>
      </w:r>
      <w:r w:rsidRPr="002B3119">
        <w:t>Une voix d</w:t>
      </w:r>
      <w:r w:rsidR="00E4444A" w:rsidRPr="0099306C">
        <w:t>’</w:t>
      </w:r>
      <w:r w:rsidRPr="002B3119">
        <w:t>homme</w:t>
      </w:r>
      <w:r w:rsidR="00E4444A" w:rsidRPr="0099306C">
        <w:t xml:space="preserve">, </w:t>
      </w:r>
      <w:r w:rsidRPr="002B3119">
        <w:t>large et bien timbrée</w:t>
      </w:r>
      <w:r w:rsidR="00E4444A" w:rsidRPr="0099306C">
        <w:t xml:space="preserve">, </w:t>
      </w:r>
      <w:r w:rsidRPr="002B3119">
        <w:t xml:space="preserve">attaqua le </w:t>
      </w:r>
      <w:r w:rsidRPr="008C2C66">
        <w:rPr>
          <w:i/>
        </w:rPr>
        <w:t>Noël</w:t>
      </w:r>
      <w:r w:rsidRPr="002B3119">
        <w:t xml:space="preserve"> d</w:t>
      </w:r>
      <w:r w:rsidR="00E4444A" w:rsidRPr="0099306C">
        <w:t>’</w:t>
      </w:r>
      <w:r w:rsidRPr="002B3119">
        <w:t>Adam</w:t>
      </w:r>
      <w:r w:rsidR="00E4444A" w:rsidRPr="0099306C">
        <w:t xml:space="preserve">. </w:t>
      </w:r>
      <w:r w:rsidRPr="002B3119">
        <w:t>Ce fut une chose attendue</w:t>
      </w:r>
      <w:r w:rsidR="00E4444A" w:rsidRPr="0099306C">
        <w:t xml:space="preserve">, </w:t>
      </w:r>
      <w:r w:rsidRPr="002B3119">
        <w:t>et ce fut</w:t>
      </w:r>
      <w:r w:rsidR="00E4444A" w:rsidRPr="0099306C">
        <w:t xml:space="preserve">, </w:t>
      </w:r>
      <w:r w:rsidRPr="002B3119">
        <w:t>en même temps</w:t>
      </w:r>
      <w:r w:rsidR="00E4444A" w:rsidRPr="0099306C">
        <w:t xml:space="preserve">, </w:t>
      </w:r>
      <w:r w:rsidRPr="002B3119">
        <w:t>une surprise</w:t>
      </w:r>
      <w:r w:rsidR="00E4444A" w:rsidRPr="0099306C">
        <w:t xml:space="preserve">. </w:t>
      </w:r>
      <w:r w:rsidRPr="002B3119">
        <w:t>Qui sait de quels éléments se composait cette foule</w:t>
      </w:r>
      <w:r w:rsidR="00E4444A" w:rsidRPr="0099306C">
        <w:t xml:space="preserve"> ? </w:t>
      </w:r>
      <w:r w:rsidRPr="002B3119">
        <w:t>La grande joie</w:t>
      </w:r>
      <w:r w:rsidR="00E4444A" w:rsidRPr="0099306C">
        <w:t xml:space="preserve">, </w:t>
      </w:r>
      <w:r w:rsidRPr="002B3119">
        <w:t>toujours nouvelle</w:t>
      </w:r>
      <w:r w:rsidR="00E4444A" w:rsidRPr="0099306C">
        <w:t xml:space="preserve">, </w:t>
      </w:r>
      <w:r w:rsidRPr="002B3119">
        <w:t>souleva l</w:t>
      </w:r>
      <w:r w:rsidR="00E4444A" w:rsidRPr="0099306C">
        <w:t>’</w:t>
      </w:r>
      <w:r w:rsidRPr="002B3119">
        <w:t>assemblée</w:t>
      </w:r>
      <w:r w:rsidR="00E4444A" w:rsidRPr="0099306C">
        <w:t xml:space="preserve">. </w:t>
      </w:r>
      <w:r w:rsidRPr="002B3119">
        <w:t>Noël ne re</w:t>
      </w:r>
      <w:r w:rsidRPr="002B3119">
        <w:t>n</w:t>
      </w:r>
      <w:r w:rsidRPr="002B3119">
        <w:t>contre pas d</w:t>
      </w:r>
      <w:r w:rsidR="00E4444A" w:rsidRPr="0099306C">
        <w:t>’</w:t>
      </w:r>
      <w:r w:rsidRPr="002B3119">
        <w:t>incroyants</w:t>
      </w:r>
      <w:r w:rsidR="00E4444A" w:rsidRPr="0099306C">
        <w:t xml:space="preserve">. </w:t>
      </w:r>
      <w:r w:rsidRPr="002B3119">
        <w:t>Le chanteur martelait les mots pour mieux enfoncer dans l</w:t>
      </w:r>
      <w:r w:rsidR="00E4444A" w:rsidRPr="0099306C">
        <w:t>’</w:t>
      </w:r>
      <w:r w:rsidRPr="002B3119">
        <w:t>âme la parole de vérité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</w:t>
      </w:r>
      <w:r w:rsidR="00E4444A" w:rsidRPr="0099306C">
        <w:t>’</w:t>
      </w:r>
      <w:r w:rsidRPr="002B3119">
        <w:t>heure</w:t>
      </w:r>
      <w:r w:rsidR="00E4444A" w:rsidRPr="0099306C">
        <w:t>,</w:t>
      </w:r>
      <w:r w:rsidR="00134FA1" w:rsidRPr="0099306C">
        <w:t xml:space="preserve"> </w:t>
      </w:r>
      <w:r w:rsidRPr="002B3119">
        <w:t>l</w:t>
      </w:r>
      <w:r w:rsidR="00E4444A" w:rsidRPr="0099306C">
        <w:t>’</w:t>
      </w:r>
      <w:r w:rsidRPr="002B3119">
        <w:t>heure solennelle</w:t>
      </w:r>
      <w:r w:rsidR="00E4444A" w:rsidRPr="0099306C">
        <w:t xml:space="preserve"> ! </w:t>
      </w:r>
      <w:r w:rsidRPr="002B3119">
        <w:t>Jésus</w:t>
      </w:r>
      <w:r w:rsidR="00E4444A" w:rsidRPr="0099306C">
        <w:t xml:space="preserve">, </w:t>
      </w:r>
      <w:r w:rsidRPr="002B3119">
        <w:t>une fois encore</w:t>
      </w:r>
      <w:r w:rsidR="00E4444A" w:rsidRPr="0099306C">
        <w:t xml:space="preserve">, </w:t>
      </w:r>
      <w:r w:rsidRPr="002B3119">
        <w:t>renaissait dans tous les c</w:t>
      </w:r>
      <w:r w:rsidR="00E4444A" w:rsidRPr="0099306C">
        <w:t>œ</w:t>
      </w:r>
      <w:r w:rsidRPr="002B3119">
        <w:t>urs</w:t>
      </w:r>
      <w:r w:rsidR="00E4444A" w:rsidRPr="0099306C">
        <w:t xml:space="preserve">, </w:t>
      </w:r>
      <w:r w:rsidRPr="002B3119">
        <w:t>et moi</w:t>
      </w:r>
      <w:r w:rsidR="00E4444A" w:rsidRPr="0099306C">
        <w:t xml:space="preserve">, </w:t>
      </w:r>
      <w:r w:rsidRPr="002B3119">
        <w:t>blotti derrière un pilier</w:t>
      </w:r>
      <w:r w:rsidR="00E4444A" w:rsidRPr="0099306C">
        <w:t xml:space="preserve">, </w:t>
      </w:r>
      <w:r w:rsidRPr="002B3119">
        <w:t>je ne pouvais plus retenir mes larmes</w:t>
      </w:r>
      <w:r w:rsidR="00E4444A" w:rsidRPr="0099306C">
        <w:t xml:space="preserve">. </w:t>
      </w:r>
      <w:r w:rsidRPr="002B3119">
        <w:t>Elle était réservée à 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 xml:space="preserve">toute </w:t>
      </w:r>
      <w:r w:rsidRPr="002B3119">
        <w:lastRenderedPageBreak/>
        <w:t>cette allégresse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Enfant-Dieu ne pouvait m</w:t>
      </w:r>
      <w:r w:rsidR="00E4444A" w:rsidRPr="0099306C">
        <w:t>’</w:t>
      </w:r>
      <w:r w:rsidRPr="002B3119">
        <w:t>apporter d</w:t>
      </w:r>
      <w:r w:rsidR="00E4444A" w:rsidRPr="0099306C">
        <w:t>’</w:t>
      </w:r>
      <w:r w:rsidRPr="002B3119">
        <w:t>espérance</w:t>
      </w:r>
      <w:r w:rsidR="00E4444A" w:rsidRPr="0099306C">
        <w:t xml:space="preserve">, </w:t>
      </w:r>
      <w:r w:rsidRPr="002B3119">
        <w:t>puisque</w:t>
      </w:r>
      <w:r w:rsidR="00E4444A" w:rsidRPr="0099306C">
        <w:t xml:space="preserve">, </w:t>
      </w:r>
      <w:r w:rsidRPr="002B3119">
        <w:t>moi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perdu mon e</w:t>
      </w:r>
      <w:r w:rsidRPr="002B3119">
        <w:t>n</w:t>
      </w:r>
      <w:r w:rsidRPr="002B3119">
        <w:t>fant</w:t>
      </w:r>
      <w:r w:rsidR="00E4444A" w:rsidRPr="0099306C">
        <w:t>.</w:t>
      </w:r>
    </w:p>
    <w:p w14:paraId="7ECD5010" w14:textId="77777777" w:rsidR="00E4444A" w:rsidRPr="0099306C" w:rsidRDefault="002B3119" w:rsidP="002B3119">
      <w:r w:rsidRPr="002B3119">
        <w:t>Et je sortis de l</w:t>
      </w:r>
      <w:r w:rsidR="00E4444A" w:rsidRPr="0099306C">
        <w:t>’</w:t>
      </w:r>
      <w:r w:rsidRPr="002B3119">
        <w:t>église où les orgues continuaient à to</w:t>
      </w:r>
      <w:r w:rsidRPr="002B3119">
        <w:t>n</w:t>
      </w:r>
      <w:r w:rsidRPr="002B3119">
        <w:t>ner</w:t>
      </w:r>
      <w:r w:rsidR="00E4444A" w:rsidRPr="0099306C">
        <w:t xml:space="preserve">. </w:t>
      </w:r>
      <w:r w:rsidRPr="002B3119">
        <w:t>La joie d</w:t>
      </w:r>
      <w:r w:rsidR="00E4444A" w:rsidRPr="0099306C">
        <w:t>’</w:t>
      </w:r>
      <w:r w:rsidRPr="002B3119">
        <w:t>autrui me faisait mal</w:t>
      </w:r>
      <w:r w:rsidR="00E4444A" w:rsidRPr="0099306C">
        <w:t xml:space="preserve">. </w:t>
      </w:r>
      <w:r w:rsidRPr="002B3119">
        <w:t>Brilla-t-elle cette nuit-là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étoile que suivirent les mages</w:t>
      </w:r>
      <w:r w:rsidR="00E4444A" w:rsidRPr="0099306C">
        <w:t xml:space="preserve"> ? </w:t>
      </w:r>
      <w:r w:rsidRPr="002B3119">
        <w:t>Je n</w:t>
      </w:r>
      <w:r w:rsidR="00E4444A" w:rsidRPr="0099306C">
        <w:t>’</w:t>
      </w:r>
      <w:r w:rsidRPr="002B3119">
        <w:t>osai pas lever les yeux</w:t>
      </w:r>
      <w:r w:rsidR="00E4444A" w:rsidRPr="0099306C">
        <w:t xml:space="preserve">. </w:t>
      </w:r>
      <w:r w:rsidRPr="002B3119">
        <w:t>Que m</w:t>
      </w:r>
      <w:r w:rsidR="00E4444A" w:rsidRPr="0099306C">
        <w:t>’</w:t>
      </w:r>
      <w:r w:rsidRPr="002B3119">
        <w:t>importait le message des anges</w:t>
      </w:r>
      <w:r w:rsidR="00E4444A" w:rsidRPr="0099306C">
        <w:t xml:space="preserve"> ? </w:t>
      </w:r>
      <w:r w:rsidRPr="002B3119">
        <w:t>Noël n</w:t>
      </w:r>
      <w:r w:rsidR="00E4444A" w:rsidRPr="0099306C">
        <w:t>’</w:t>
      </w:r>
      <w:r w:rsidRPr="002B3119">
        <w:t>était pas fait pour moi</w:t>
      </w:r>
      <w:r w:rsidR="00E4444A" w:rsidRPr="0099306C">
        <w:t>.</w:t>
      </w:r>
    </w:p>
    <w:p w14:paraId="25855F8A" w14:textId="77777777" w:rsidR="002B3119" w:rsidRPr="002B3119" w:rsidRDefault="002B3119" w:rsidP="002B3119"/>
    <w:p w14:paraId="08AEF000" w14:textId="77777777" w:rsidR="00E4444A" w:rsidRPr="0099306C" w:rsidRDefault="002B3119" w:rsidP="002B3119">
      <w:r w:rsidRPr="002B3119">
        <w:t>Le lendemain</w:t>
      </w:r>
      <w:r w:rsidR="00E4444A" w:rsidRPr="0099306C">
        <w:t xml:space="preserve">, </w:t>
      </w:r>
      <w:r w:rsidRPr="002B3119">
        <w:t>prêt de bonne heure</w:t>
      </w:r>
      <w:r w:rsidR="00E4444A" w:rsidRPr="0099306C">
        <w:t xml:space="preserve">, </w:t>
      </w:r>
      <w:r w:rsidRPr="002B3119">
        <w:t>je portai une gerbe au cimetière où je n</w:t>
      </w:r>
      <w:r w:rsidR="00E4444A" w:rsidRPr="0099306C">
        <w:t>’</w:t>
      </w:r>
      <w:r w:rsidRPr="002B3119">
        <w:t>étais pas retourné depuis deux jours</w:t>
      </w:r>
      <w:r w:rsidR="00E4444A" w:rsidRPr="0099306C">
        <w:t xml:space="preserve">. </w:t>
      </w:r>
      <w:r w:rsidRPr="002B3119">
        <w:t>Yvette aimait les fleurs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mon simple don</w:t>
      </w:r>
      <w:r w:rsidR="00E4444A" w:rsidRPr="0099306C">
        <w:t xml:space="preserve">, </w:t>
      </w:r>
      <w:r w:rsidRPr="002B3119">
        <w:t>elle aurait su l</w:t>
      </w:r>
      <w:r w:rsidR="00E4444A" w:rsidRPr="0099306C">
        <w:t>’</w:t>
      </w:r>
      <w:r w:rsidRPr="002B3119">
        <w:t>apprécier</w:t>
      </w:r>
      <w:r w:rsidR="00E4444A" w:rsidRPr="0099306C">
        <w:t>.</w:t>
      </w:r>
    </w:p>
    <w:p w14:paraId="3A39F2B0" w14:textId="77777777" w:rsidR="002B3119" w:rsidRPr="002B3119" w:rsidRDefault="002B3119" w:rsidP="002B3119">
      <w:r w:rsidRPr="002B3119">
        <w:t>Le monument était achevé</w:t>
      </w:r>
      <w:r w:rsidR="00E4444A" w:rsidRPr="0099306C">
        <w:t xml:space="preserve">. </w:t>
      </w:r>
      <w:r w:rsidRPr="002B3119">
        <w:t>Le statuaire avait tenu à le terminer pour Noël</w:t>
      </w:r>
      <w:r w:rsidR="00E4444A" w:rsidRPr="0099306C">
        <w:t xml:space="preserve">. </w:t>
      </w:r>
      <w:r w:rsidRPr="002B3119">
        <w:t>Une grille de fer peint</w:t>
      </w:r>
      <w:r w:rsidR="00E4444A" w:rsidRPr="0099306C">
        <w:t xml:space="preserve">, </w:t>
      </w:r>
      <w:r w:rsidRPr="002B3119">
        <w:t>couleur d</w:t>
      </w:r>
      <w:r w:rsidR="00E4444A" w:rsidRPr="0099306C">
        <w:t>’</w:t>
      </w:r>
      <w:r w:rsidRPr="002B3119">
        <w:t>argent</w:t>
      </w:r>
      <w:r w:rsidR="00E4444A" w:rsidRPr="0099306C">
        <w:t xml:space="preserve">, </w:t>
      </w:r>
      <w:r w:rsidRPr="002B3119">
        <w:t>entourait un petit jardin tout fleuri de pensées blanches</w:t>
      </w:r>
      <w:r w:rsidR="00E4444A" w:rsidRPr="0099306C">
        <w:t xml:space="preserve">. </w:t>
      </w:r>
      <w:r w:rsidRPr="002B3119">
        <w:t>Sur la stèle de marbre s</w:t>
      </w:r>
      <w:r w:rsidR="00E4444A" w:rsidRPr="0099306C">
        <w:t>’</w:t>
      </w:r>
      <w:r w:rsidRPr="002B3119">
        <w:t>inscrivait le nom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avec deux dates</w:t>
      </w:r>
      <w:r w:rsidR="00E4444A" w:rsidRPr="0099306C">
        <w:t xml:space="preserve">, </w:t>
      </w:r>
      <w:r w:rsidRPr="002B3119">
        <w:t>marquant le début et le terme de sa courte vie</w:t>
      </w:r>
      <w:r w:rsidR="00E4444A" w:rsidRPr="0099306C">
        <w:t xml:space="preserve">. </w:t>
      </w:r>
      <w:r w:rsidRPr="002B3119">
        <w:t>Et j</w:t>
      </w:r>
      <w:r w:rsidR="00E4444A" w:rsidRPr="0099306C">
        <w:t>’</w:t>
      </w:r>
      <w:r w:rsidRPr="002B3119">
        <w:t>avais fait graver un passage de l</w:t>
      </w:r>
      <w:r w:rsidR="00E4444A" w:rsidRPr="0099306C">
        <w:t>’</w:t>
      </w:r>
      <w:r w:rsidRPr="002B3119">
        <w:t>Évangile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une des plus tendres paroles qu</w:t>
      </w:r>
      <w:r w:rsidR="00E4444A" w:rsidRPr="0099306C">
        <w:t>’</w:t>
      </w:r>
      <w:r w:rsidRPr="002B3119">
        <w:t>un homme ait jamais prononcées</w:t>
      </w:r>
      <w:r w:rsidR="00E4444A" w:rsidRPr="0099306C">
        <w:t> : « </w:t>
      </w:r>
      <w:r w:rsidRPr="002B3119">
        <w:t>Lai</w:t>
      </w:r>
      <w:r w:rsidRPr="002B3119">
        <w:t>s</w:t>
      </w:r>
      <w:r w:rsidRPr="002B3119">
        <w:t>sez venir à moi les petits enfants</w:t>
      </w:r>
      <w:r w:rsidR="00E4444A" w:rsidRPr="0099306C">
        <w:t>. »</w:t>
      </w:r>
    </w:p>
    <w:p w14:paraId="5C2016BD" w14:textId="77777777" w:rsidR="00E4444A" w:rsidRPr="0099306C" w:rsidRDefault="002B3119" w:rsidP="002B3119">
      <w:r w:rsidRPr="002B3119">
        <w:t>Beaucoup de tombes</w:t>
      </w:r>
      <w:r w:rsidR="00E4444A" w:rsidRPr="0099306C">
        <w:t xml:space="preserve">, </w:t>
      </w:r>
      <w:r w:rsidRPr="002B3119">
        <w:t>dans la plupart des cimetières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avaient navré par leur air d</w:t>
      </w:r>
      <w:r w:rsidR="00E4444A" w:rsidRPr="0099306C">
        <w:t>’</w:t>
      </w:r>
      <w:r w:rsidRPr="002B3119">
        <w:t>abandon</w:t>
      </w:r>
      <w:r w:rsidR="00E4444A" w:rsidRPr="0099306C">
        <w:t xml:space="preserve">. </w:t>
      </w:r>
      <w:r w:rsidRPr="002B3119">
        <w:t>Des proches</w:t>
      </w:r>
      <w:r w:rsidR="00E4444A" w:rsidRPr="0099306C">
        <w:t xml:space="preserve">, </w:t>
      </w:r>
      <w:r w:rsidRPr="002B3119">
        <w:t>pe</w:t>
      </w:r>
      <w:r w:rsidRPr="002B3119">
        <w:t>n</w:t>
      </w:r>
      <w:r w:rsidRPr="002B3119">
        <w:t>dant quelques années</w:t>
      </w:r>
      <w:r w:rsidR="00E4444A" w:rsidRPr="0099306C">
        <w:t xml:space="preserve">, </w:t>
      </w:r>
      <w:r w:rsidRPr="002B3119">
        <w:t>les avaient sans doute fleuries</w:t>
      </w:r>
      <w:r w:rsidR="00E4444A" w:rsidRPr="0099306C">
        <w:t xml:space="preserve">. </w:t>
      </w:r>
      <w:r w:rsidRPr="002B3119">
        <w:t>Puis l</w:t>
      </w:r>
      <w:r w:rsidR="00E4444A" w:rsidRPr="0099306C">
        <w:t>’</w:t>
      </w:r>
      <w:r w:rsidRPr="002B3119">
        <w:t>indifférence s</w:t>
      </w:r>
      <w:r w:rsidR="00E4444A" w:rsidRPr="0099306C">
        <w:t>’</w:t>
      </w:r>
      <w:r w:rsidRPr="002B3119">
        <w:t>était faite autour d</w:t>
      </w:r>
      <w:r w:rsidR="00E4444A" w:rsidRPr="0099306C">
        <w:t>’</w:t>
      </w:r>
      <w:r w:rsidRPr="002B3119">
        <w:t>elles</w:t>
      </w:r>
      <w:r w:rsidR="00E4444A" w:rsidRPr="0099306C">
        <w:t xml:space="preserve">. </w:t>
      </w:r>
      <w:r w:rsidRPr="002B3119">
        <w:t>Les vivants n</w:t>
      </w:r>
      <w:r w:rsidR="00E4444A" w:rsidRPr="0099306C">
        <w:t>’</w:t>
      </w:r>
      <w:r w:rsidRPr="002B3119">
        <w:t>ont pas le temps</w:t>
      </w:r>
      <w:r w:rsidR="00E4444A" w:rsidRPr="0099306C">
        <w:t xml:space="preserve"> : </w:t>
      </w:r>
      <w:r w:rsidRPr="002B3119">
        <w:t>le contact avait été perdu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</w:t>
      </w:r>
      <w:r w:rsidR="00E4444A" w:rsidRPr="0099306C">
        <w:t xml:space="preserve">, </w:t>
      </w:r>
      <w:r w:rsidRPr="002B3119">
        <w:t>au co</w:t>
      </w:r>
      <w:r w:rsidRPr="002B3119">
        <w:t>n</w:t>
      </w:r>
      <w:r w:rsidRPr="002B3119">
        <w:t>traire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avaient gêné par trop de luxe</w:t>
      </w:r>
      <w:r w:rsidR="00E4444A" w:rsidRPr="0099306C">
        <w:t xml:space="preserve">. </w:t>
      </w:r>
      <w:r w:rsidRPr="002B3119">
        <w:t>Qui sait quels humbles amours</w:t>
      </w:r>
      <w:r w:rsidR="00E4444A" w:rsidRPr="0099306C">
        <w:t xml:space="preserve">, </w:t>
      </w:r>
      <w:r w:rsidRPr="002B3119">
        <w:t>penchés sur de pauvres tertres</w:t>
      </w:r>
      <w:r w:rsidR="00E4444A" w:rsidRPr="0099306C">
        <w:t xml:space="preserve">, </w:t>
      </w:r>
      <w:r w:rsidRPr="002B3119">
        <w:t>peut froi</w:t>
      </w:r>
      <w:r w:rsidRPr="002B3119">
        <w:t>s</w:t>
      </w:r>
      <w:r w:rsidRPr="002B3119">
        <w:t>ser l</w:t>
      </w:r>
      <w:r w:rsidR="00E4444A" w:rsidRPr="0099306C">
        <w:t>’</w:t>
      </w:r>
      <w:r w:rsidRPr="002B3119">
        <w:t>éclat des sépulcres trop riches</w:t>
      </w:r>
      <w:r w:rsidR="00E4444A" w:rsidRPr="0099306C">
        <w:t xml:space="preserve"> ! </w:t>
      </w:r>
      <w:r w:rsidRPr="002B3119">
        <w:t>La grande faucheuse nivelle tout</w:t>
      </w:r>
      <w:r w:rsidR="00E4444A" w:rsidRPr="0099306C">
        <w:t xml:space="preserve">. </w:t>
      </w:r>
      <w:r w:rsidRPr="002B3119">
        <w:t>Laissons aux morts leur égalité</w:t>
      </w:r>
      <w:r w:rsidR="00E4444A" w:rsidRPr="0099306C">
        <w:t>.</w:t>
      </w:r>
    </w:p>
    <w:p w14:paraId="56153177" w14:textId="77777777" w:rsidR="00E4444A" w:rsidRPr="0099306C" w:rsidRDefault="002B3119" w:rsidP="002B3119">
      <w:r w:rsidRPr="002B3119">
        <w:lastRenderedPageBreak/>
        <w:t>Blanche</w:t>
      </w:r>
      <w:r w:rsidR="00E4444A" w:rsidRPr="0099306C">
        <w:t xml:space="preserve">, </w:t>
      </w:r>
      <w:r w:rsidRPr="002B3119">
        <w:t>simple et souriante comme elle</w:t>
      </w:r>
      <w:r w:rsidR="00E4444A" w:rsidRPr="0099306C">
        <w:t xml:space="preserve">, </w:t>
      </w:r>
      <w:r w:rsidRPr="002B3119">
        <w:t>la tombe d</w:t>
      </w:r>
      <w:r w:rsidR="00E4444A" w:rsidRPr="0099306C">
        <w:t>’</w:t>
      </w:r>
      <w:r w:rsidRPr="002B3119">
        <w:t>Yvette me plaisait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avais eu hâte de la voir finie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quand je l</w:t>
      </w:r>
      <w:r w:rsidR="00E4444A" w:rsidRPr="0099306C">
        <w:t>’</w:t>
      </w:r>
      <w:r w:rsidRPr="002B3119">
        <w:t>eus considérée quelque temps</w:t>
      </w:r>
      <w:r w:rsidR="00E4444A" w:rsidRPr="0099306C">
        <w:t xml:space="preserve">, </w:t>
      </w:r>
      <w:r w:rsidRPr="002B3119">
        <w:t>je sentis que quelque chose allait me manquer</w:t>
      </w:r>
      <w:r w:rsidR="00E4444A" w:rsidRPr="0099306C">
        <w:t xml:space="preserve">. </w:t>
      </w:r>
      <w:r w:rsidRPr="002B3119">
        <w:t>Choisir une croix</w:t>
      </w:r>
      <w:r w:rsidR="00E4444A" w:rsidRPr="0099306C">
        <w:t xml:space="preserve">, </w:t>
      </w:r>
      <w:r w:rsidRPr="002B3119">
        <w:t>arrêter un texte</w:t>
      </w:r>
      <w:r w:rsidR="00E4444A" w:rsidRPr="0099306C">
        <w:t xml:space="preserve">, </w:t>
      </w:r>
      <w:r w:rsidRPr="002B3119">
        <w:t>combiner des fleurs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encore m</w:t>
      </w:r>
      <w:r w:rsidR="00E4444A" w:rsidRPr="0099306C">
        <w:t>’</w:t>
      </w:r>
      <w:r w:rsidRPr="002B3119">
        <w:t>occuper d</w:t>
      </w:r>
      <w:r w:rsidR="00E4444A" w:rsidRPr="0099306C">
        <w:t>’</w:t>
      </w:r>
      <w:r w:rsidRPr="002B3119">
        <w:t>Yvette</w:t>
      </w:r>
      <w:r w:rsidR="00134FA1" w:rsidRPr="0099306C">
        <w:t>.</w:t>
      </w:r>
      <w:r w:rsidRPr="002B3119">
        <w:t xml:space="preserve"> Mais ces tristes soins</w:t>
      </w:r>
      <w:r w:rsidR="00E4444A" w:rsidRPr="0099306C">
        <w:t xml:space="preserve">, </w:t>
      </w:r>
      <w:r w:rsidRPr="002B3119">
        <w:t>je ne les aurais même plus</w:t>
      </w:r>
      <w:r w:rsidR="00134FA1" w:rsidRPr="0099306C">
        <w:t>.</w:t>
      </w:r>
      <w:r w:rsidRPr="002B3119">
        <w:t xml:space="preserve"> Ma dernière petite consolation était épuisée</w:t>
      </w:r>
      <w:r w:rsidR="00E4444A" w:rsidRPr="0099306C">
        <w:t>.</w:t>
      </w:r>
    </w:p>
    <w:p w14:paraId="06179626" w14:textId="77777777" w:rsidR="00E4444A" w:rsidRPr="0099306C" w:rsidRDefault="002B3119" w:rsidP="002B3119">
      <w:r w:rsidRPr="002B3119">
        <w:t>Alors j</w:t>
      </w:r>
      <w:r w:rsidR="00E4444A" w:rsidRPr="0099306C">
        <w:t>’</w:t>
      </w:r>
      <w:r w:rsidRPr="002B3119">
        <w:t>errai parmi les tombes voisines</w:t>
      </w:r>
      <w:r w:rsidR="00E4444A" w:rsidRPr="0099306C">
        <w:t xml:space="preserve">. </w:t>
      </w:r>
      <w:r w:rsidRPr="002B3119">
        <w:t>Déjà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allée que j</w:t>
      </w:r>
      <w:r w:rsidR="00E4444A" w:rsidRPr="0099306C">
        <w:t>’</w:t>
      </w:r>
      <w:r w:rsidRPr="002B3119">
        <w:t>avais choisie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autres fosses étaient commencées</w:t>
      </w:r>
      <w:r w:rsidR="00E4444A" w:rsidRPr="0099306C">
        <w:t xml:space="preserve">. </w:t>
      </w:r>
      <w:r w:rsidRPr="002B3119">
        <w:t>Le cimetière se peuplait</w:t>
      </w:r>
      <w:r w:rsidR="00E4444A" w:rsidRPr="0099306C">
        <w:t xml:space="preserve">. </w:t>
      </w:r>
      <w:r w:rsidRPr="002B3119">
        <w:t>Encore un an</w:t>
      </w:r>
      <w:r w:rsidR="00E4444A" w:rsidRPr="0099306C">
        <w:t xml:space="preserve">, </w:t>
      </w:r>
      <w:r w:rsidRPr="002B3119">
        <w:t>et l</w:t>
      </w:r>
      <w:r w:rsidR="00E4444A" w:rsidRPr="0099306C">
        <w:t>’</w:t>
      </w:r>
      <w:r w:rsidRPr="002B3119">
        <w:t>allée serait co</w:t>
      </w:r>
      <w:r w:rsidRPr="002B3119">
        <w:t>m</w:t>
      </w:r>
      <w:r w:rsidRPr="002B3119">
        <w:t>plète</w:t>
      </w:r>
      <w:r w:rsidR="00E4444A" w:rsidRPr="0099306C">
        <w:t xml:space="preserve">. </w:t>
      </w:r>
      <w:r w:rsidRPr="002B3119">
        <w:t>Sur les remblais</w:t>
      </w:r>
      <w:r w:rsidR="00E4444A" w:rsidRPr="0099306C">
        <w:t xml:space="preserve">, </w:t>
      </w:r>
      <w:r w:rsidRPr="002B3119">
        <w:t>traînaient des pelles et des pioches</w:t>
      </w:r>
      <w:r w:rsidR="00E4444A" w:rsidRPr="0099306C">
        <w:t xml:space="preserve">. </w:t>
      </w:r>
      <w:r w:rsidRPr="002B3119">
        <w:t>Des vivants d</w:t>
      </w:r>
      <w:r w:rsidR="00E4444A" w:rsidRPr="0099306C">
        <w:t>’</w:t>
      </w:r>
      <w:r w:rsidRPr="002B3119">
        <w:t>hier allaient dormir près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Ils seraient ses voisins pour l</w:t>
      </w:r>
      <w:r w:rsidR="00E4444A" w:rsidRPr="0099306C">
        <w:t>’</w:t>
      </w:r>
      <w:r w:rsidRPr="002B3119">
        <w:t>éternité</w:t>
      </w:r>
      <w:r w:rsidR="00E4444A" w:rsidRPr="0099306C">
        <w:t xml:space="preserve">. </w:t>
      </w:r>
      <w:r w:rsidRPr="002B3119">
        <w:t>Un peu de terre serait jetée sur leurs dépouilles</w:t>
      </w:r>
      <w:r w:rsidR="00E4444A" w:rsidRPr="0099306C">
        <w:t xml:space="preserve">. </w:t>
      </w:r>
      <w:r w:rsidRPr="002B3119">
        <w:t>Le temps</w:t>
      </w:r>
      <w:r w:rsidR="00E4444A" w:rsidRPr="0099306C">
        <w:t xml:space="preserve">, </w:t>
      </w:r>
      <w:r w:rsidRPr="002B3119">
        <w:t xml:space="preserve">la nature feraient leur </w:t>
      </w:r>
      <w:r w:rsidR="00E4444A" w:rsidRPr="0099306C">
        <w:t>œ</w:t>
      </w:r>
      <w:r w:rsidRPr="002B3119">
        <w:t>uvre</w:t>
      </w:r>
      <w:r w:rsidR="00E4444A" w:rsidRPr="0099306C">
        <w:t xml:space="preserve">. </w:t>
      </w:r>
      <w:r w:rsidRPr="002B3119">
        <w:t>La glèbe absorberait leurs poussières</w:t>
      </w:r>
      <w:r w:rsidR="00E4444A" w:rsidRPr="0099306C">
        <w:t xml:space="preserve">. </w:t>
      </w:r>
      <w:r w:rsidRPr="002B3119">
        <w:t>Bientôt leurs parents même ne les visiteraient plus</w:t>
      </w:r>
      <w:r w:rsidR="00E4444A" w:rsidRPr="0099306C">
        <w:t xml:space="preserve">. </w:t>
      </w:r>
      <w:r w:rsidRPr="002B3119">
        <w:t>Les pauvres morts seraient définitivement oubliés</w:t>
      </w:r>
      <w:r w:rsidR="00E4444A" w:rsidRPr="0099306C">
        <w:t>.</w:t>
      </w:r>
    </w:p>
    <w:p w14:paraId="51E7E334" w14:textId="77777777" w:rsidR="00E4444A" w:rsidRPr="0099306C" w:rsidRDefault="002B3119" w:rsidP="002B3119">
      <w:r w:rsidRPr="002B3119">
        <w:t>Et pourtant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extraordinaire</w:t>
      </w:r>
      <w:r w:rsidR="00E4444A" w:rsidRPr="0099306C">
        <w:t xml:space="preserve"> : </w:t>
      </w:r>
      <w:r w:rsidRPr="002B3119">
        <w:t>ce jardin</w:t>
      </w:r>
      <w:r w:rsidR="00E4444A" w:rsidRPr="0099306C">
        <w:t xml:space="preserve">, </w:t>
      </w:r>
      <w:r w:rsidRPr="002B3119">
        <w:t>où nous dormirions tous</w:t>
      </w:r>
      <w:r w:rsidR="00E4444A" w:rsidRPr="0099306C">
        <w:t xml:space="preserve">, </w:t>
      </w:r>
      <w:r w:rsidRPr="002B3119">
        <w:t>éveillait moins une idée de mort que de r</w:t>
      </w:r>
      <w:r w:rsidRPr="002B3119">
        <w:t>e</w:t>
      </w:r>
      <w:r w:rsidRPr="002B3119">
        <w:t>pos</w:t>
      </w:r>
      <w:r w:rsidR="00E4444A" w:rsidRPr="0099306C">
        <w:t xml:space="preserve">. </w:t>
      </w:r>
      <w:r w:rsidRPr="002B3119">
        <w:t>Cette odeur de terre remuée avait une bienfaisante ve</w:t>
      </w:r>
      <w:r w:rsidRPr="002B3119">
        <w:t>r</w:t>
      </w:r>
      <w:r w:rsidRPr="002B3119">
        <w:t>tu</w:t>
      </w:r>
      <w:r w:rsidR="00E4444A" w:rsidRPr="0099306C">
        <w:t xml:space="preserve">. </w:t>
      </w:r>
      <w:r w:rsidRPr="002B3119">
        <w:t>Ils auraient dû</w:t>
      </w:r>
      <w:r w:rsidR="00E4444A" w:rsidRPr="0099306C">
        <w:t xml:space="preserve">, </w:t>
      </w:r>
      <w:r w:rsidRPr="002B3119">
        <w:t>ces tombeaux qui jamais n</w:t>
      </w:r>
      <w:r w:rsidR="00E4444A" w:rsidRPr="0099306C">
        <w:t>’</w:t>
      </w:r>
      <w:r w:rsidRPr="002B3119">
        <w:t>avaient livré leurs secrets</w:t>
      </w:r>
      <w:r w:rsidR="00E4444A" w:rsidRPr="0099306C">
        <w:t xml:space="preserve">, </w:t>
      </w:r>
      <w:r w:rsidRPr="002B3119">
        <w:t>rappeler aux hommes leur néant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était le contraire qui se produisait</w:t>
      </w:r>
      <w:r w:rsidR="00E4444A" w:rsidRPr="0099306C">
        <w:t xml:space="preserve">. </w:t>
      </w:r>
      <w:r w:rsidRPr="002B3119">
        <w:t>Des gens étaient couchés là de toutes sortes</w:t>
      </w:r>
      <w:r w:rsidR="00E4444A" w:rsidRPr="0099306C">
        <w:t xml:space="preserve">. </w:t>
      </w:r>
      <w:r w:rsidRPr="002B3119">
        <w:t>Des veufs</w:t>
      </w:r>
      <w:r w:rsidR="00E4444A" w:rsidRPr="0099306C">
        <w:t xml:space="preserve">, </w:t>
      </w:r>
      <w:r w:rsidRPr="002B3119">
        <w:t>des veuves</w:t>
      </w:r>
      <w:r w:rsidR="00E4444A" w:rsidRPr="0099306C">
        <w:t xml:space="preserve">, </w:t>
      </w:r>
      <w:r w:rsidRPr="002B3119">
        <w:t>des enfants en deuil d</w:t>
      </w:r>
      <w:r w:rsidR="00E4444A" w:rsidRPr="0099306C">
        <w:t>’</w:t>
      </w:r>
      <w:r w:rsidRPr="002B3119">
        <w:t>une mère</w:t>
      </w:r>
      <w:r w:rsidR="00E4444A" w:rsidRPr="0099306C">
        <w:t xml:space="preserve">, </w:t>
      </w:r>
      <w:r w:rsidRPr="002B3119">
        <w:t>des pères en deuil d</w:t>
      </w:r>
      <w:r w:rsidR="00E4444A" w:rsidRPr="0099306C">
        <w:t>’</w:t>
      </w:r>
      <w:r w:rsidRPr="002B3119">
        <w:t>un enfant avaient confié à la terre leurs bien-aimés</w:t>
      </w:r>
      <w:r w:rsidR="00E4444A" w:rsidRPr="0099306C">
        <w:t xml:space="preserve">. </w:t>
      </w:r>
      <w:r w:rsidRPr="002B3119">
        <w:t>Tous</w:t>
      </w:r>
      <w:r w:rsidR="00E4444A" w:rsidRPr="0099306C">
        <w:t xml:space="preserve">, </w:t>
      </w:r>
      <w:r w:rsidRPr="002B3119">
        <w:t>à cette heure grave où l</w:t>
      </w:r>
      <w:r w:rsidR="00E4444A" w:rsidRPr="0099306C">
        <w:t>’</w:t>
      </w:r>
      <w:r w:rsidRPr="002B3119">
        <w:t>on ne songe point à paraître</w:t>
      </w:r>
      <w:r w:rsidR="00E4444A" w:rsidRPr="0099306C">
        <w:t xml:space="preserve">, </w:t>
      </w:r>
      <w:r w:rsidRPr="002B3119">
        <w:t>avaient senti luire en eux l</w:t>
      </w:r>
      <w:r w:rsidR="00E4444A" w:rsidRPr="0099306C">
        <w:t>’</w:t>
      </w:r>
      <w:r w:rsidRPr="002B3119">
        <w:t>immortel rayon</w:t>
      </w:r>
      <w:r w:rsidR="00E4444A" w:rsidRPr="0099306C">
        <w:t>.</w:t>
      </w:r>
    </w:p>
    <w:p w14:paraId="480432F5" w14:textId="77777777" w:rsidR="00E4444A" w:rsidRPr="0099306C" w:rsidRDefault="002B3119" w:rsidP="002B3119">
      <w:r w:rsidRPr="002B3119">
        <w:t>Oui</w:t>
      </w:r>
      <w:r w:rsidR="00E4444A" w:rsidRPr="0099306C">
        <w:t xml:space="preserve">. </w:t>
      </w:r>
      <w:r w:rsidRPr="002B3119">
        <w:t>Combien de négateurs dans le monde</w:t>
      </w:r>
      <w:r w:rsidR="00E4444A" w:rsidRPr="0099306C">
        <w:t xml:space="preserve">, </w:t>
      </w:r>
      <w:r w:rsidRPr="002B3119">
        <w:t>mais dans les cimetières combien peu</w:t>
      </w:r>
      <w:r w:rsidR="00E4444A" w:rsidRPr="0099306C">
        <w:t xml:space="preserve"> ! </w:t>
      </w:r>
      <w:r w:rsidRPr="002B3119">
        <w:t>Catholiques</w:t>
      </w:r>
      <w:r w:rsidR="00E4444A" w:rsidRPr="0099306C">
        <w:t xml:space="preserve">, </w:t>
      </w:r>
      <w:r w:rsidRPr="002B3119">
        <w:t>protestants s</w:t>
      </w:r>
      <w:r w:rsidR="00E4444A" w:rsidRPr="0099306C">
        <w:t>’</w:t>
      </w:r>
      <w:r w:rsidRPr="002B3119">
        <w:t>étendaient côte à côte</w:t>
      </w:r>
      <w:r w:rsidR="00E4444A" w:rsidRPr="0099306C">
        <w:t xml:space="preserve">, </w:t>
      </w:r>
      <w:r w:rsidRPr="002B3119">
        <w:t>sous la protection des mêmes croix</w:t>
      </w:r>
      <w:r w:rsidR="00E4444A" w:rsidRPr="0099306C">
        <w:t xml:space="preserve">. </w:t>
      </w:r>
      <w:r w:rsidRPr="002B3119">
        <w:t>Près des tombes bénies des prêtres</w:t>
      </w:r>
      <w:r w:rsidR="00E4444A" w:rsidRPr="0099306C">
        <w:t xml:space="preserve">, </w:t>
      </w:r>
      <w:r w:rsidRPr="002B3119">
        <w:t xml:space="preserve">qui toutes réclamaient un </w:t>
      </w:r>
      <w:r w:rsidRPr="002B3119">
        <w:rPr>
          <w:i/>
        </w:rPr>
        <w:t xml:space="preserve">De </w:t>
      </w:r>
      <w:r w:rsidRPr="002B3119">
        <w:rPr>
          <w:i/>
        </w:rPr>
        <w:lastRenderedPageBreak/>
        <w:t>profundis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alignaient d</w:t>
      </w:r>
      <w:r w:rsidR="00E4444A" w:rsidRPr="0099306C">
        <w:t>’</w:t>
      </w:r>
      <w:r w:rsidRPr="002B3119">
        <w:t>autres tombes fraternelles</w:t>
      </w:r>
      <w:r w:rsidR="00E4444A" w:rsidRPr="0099306C">
        <w:t xml:space="preserve">, </w:t>
      </w:r>
      <w:r w:rsidRPr="002B3119">
        <w:t>où des versets de l</w:t>
      </w:r>
      <w:r w:rsidR="00E4444A" w:rsidRPr="0099306C">
        <w:t>’</w:t>
      </w:r>
      <w:r w:rsidRPr="002B3119">
        <w:t>Écriture étaient inscrits</w:t>
      </w:r>
      <w:r w:rsidR="00E4444A" w:rsidRPr="0099306C">
        <w:t>.</w:t>
      </w:r>
    </w:p>
    <w:p w14:paraId="6423BE83" w14:textId="77777777" w:rsidR="00E4444A" w:rsidRPr="0099306C" w:rsidRDefault="002B3119" w:rsidP="002B3119">
      <w:r w:rsidRPr="002B3119">
        <w:t>Là reposait un vieillard</w:t>
      </w:r>
      <w:r w:rsidR="00E4444A" w:rsidRPr="0099306C">
        <w:t xml:space="preserve">. </w:t>
      </w:r>
      <w:r w:rsidRPr="002B3119">
        <w:t>Je déchiffrai pieusement l</w:t>
      </w:r>
      <w:r w:rsidR="00E4444A" w:rsidRPr="0099306C">
        <w:t>’</w:t>
      </w:r>
      <w:r w:rsidRPr="002B3119">
        <w:t>inscription</w:t>
      </w:r>
      <w:r w:rsidR="00E4444A" w:rsidRPr="0099306C">
        <w:t> :</w:t>
      </w:r>
    </w:p>
    <w:p w14:paraId="4A509BCE" w14:textId="77777777" w:rsidR="00A10EAD" w:rsidRPr="0099306C" w:rsidRDefault="002B3119" w:rsidP="008C2C66">
      <w:pPr>
        <w:jc w:val="center"/>
      </w:pPr>
      <w:r w:rsidRPr="002B3119">
        <w:t>JEAN LECOZ</w:t>
      </w:r>
    </w:p>
    <w:p w14:paraId="1175FD1D" w14:textId="77777777" w:rsidR="002B3119" w:rsidRPr="002B3119" w:rsidRDefault="002B3119" w:rsidP="008C2C66">
      <w:pPr>
        <w:jc w:val="center"/>
      </w:pPr>
      <w:r w:rsidRPr="002B3119">
        <w:t>1815-1890</w:t>
      </w:r>
    </w:p>
    <w:p w14:paraId="767BFBC0" w14:textId="77777777" w:rsidR="00E4444A" w:rsidRPr="0099306C" w:rsidRDefault="002B3119" w:rsidP="008C2C66">
      <w:pPr>
        <w:jc w:val="center"/>
        <w:rPr>
          <w:i/>
        </w:rPr>
      </w:pPr>
      <w:r w:rsidRPr="002B3119">
        <w:rPr>
          <w:i/>
        </w:rPr>
        <w:t>Jésus dit</w:t>
      </w:r>
      <w:r w:rsidR="00E4444A" w:rsidRPr="0099306C">
        <w:rPr>
          <w:i/>
        </w:rPr>
        <w:t xml:space="preserve"> : </w:t>
      </w:r>
      <w:r w:rsidRPr="002B3119">
        <w:rPr>
          <w:i/>
        </w:rPr>
        <w:t>Je suis le chemin</w:t>
      </w:r>
      <w:r w:rsidR="00E4444A" w:rsidRPr="0099306C">
        <w:rPr>
          <w:i/>
        </w:rPr>
        <w:t xml:space="preserve">, </w:t>
      </w:r>
      <w:r w:rsidRPr="002B3119">
        <w:rPr>
          <w:i/>
        </w:rPr>
        <w:t>la vérité et la vie</w:t>
      </w:r>
      <w:r w:rsidR="00E4444A" w:rsidRPr="0099306C">
        <w:rPr>
          <w:i/>
        </w:rPr>
        <w:t>.</w:t>
      </w:r>
    </w:p>
    <w:p w14:paraId="0D75FA20" w14:textId="505E77D4" w:rsidR="00E4444A" w:rsidRPr="0099306C" w:rsidRDefault="00FA0353" w:rsidP="008C2C66">
      <w:pPr>
        <w:ind w:right="1841"/>
        <w:jc w:val="right"/>
      </w:pPr>
      <w:r w:rsidRPr="002B3119">
        <w:t>J</w:t>
      </w:r>
      <w:r w:rsidRPr="008C2C66">
        <w:rPr>
          <w:sz w:val="32"/>
          <w:szCs w:val="32"/>
        </w:rPr>
        <w:t>EAN</w:t>
      </w:r>
      <w:r w:rsidR="00E4444A" w:rsidRPr="0099306C">
        <w:t xml:space="preserve">, </w:t>
      </w:r>
      <w:r w:rsidR="002B3119" w:rsidRPr="008C2C66">
        <w:rPr>
          <w:sz w:val="32"/>
          <w:szCs w:val="32"/>
        </w:rPr>
        <w:t>XIV</w:t>
      </w:r>
      <w:r w:rsidR="00E4444A" w:rsidRPr="0099306C">
        <w:t xml:space="preserve">, </w:t>
      </w:r>
      <w:r w:rsidR="002B3119" w:rsidRPr="002B3119">
        <w:t>7</w:t>
      </w:r>
      <w:r w:rsidR="00E4444A" w:rsidRPr="0099306C">
        <w:t>.</w:t>
      </w:r>
    </w:p>
    <w:p w14:paraId="02095D65" w14:textId="77777777" w:rsidR="002B3119" w:rsidRPr="002B3119" w:rsidRDefault="002B3119" w:rsidP="002B3119"/>
    <w:p w14:paraId="3C508EE9" w14:textId="77777777" w:rsidR="00E4444A" w:rsidRPr="0099306C" w:rsidRDefault="002B3119" w:rsidP="002B3119">
      <w:r w:rsidRPr="002B3119">
        <w:t>Plus loin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une jeune femme</w:t>
      </w:r>
      <w:r w:rsidR="00E4444A" w:rsidRPr="0099306C">
        <w:t xml:space="preserve">. </w:t>
      </w:r>
      <w:r w:rsidRPr="002B3119">
        <w:t>Des fleurs ornaient encore sa tombe</w:t>
      </w:r>
      <w:r w:rsidR="00E4444A" w:rsidRPr="0099306C">
        <w:t xml:space="preserve">. </w:t>
      </w:r>
      <w:r w:rsidRPr="002B3119">
        <w:t>Sur la stèle je lus la parole de joie</w:t>
      </w:r>
      <w:r w:rsidR="00E4444A" w:rsidRPr="0099306C">
        <w:t xml:space="preserve">, </w:t>
      </w:r>
      <w:r w:rsidRPr="002B3119">
        <w:t>dite</w:t>
      </w:r>
      <w:r w:rsidR="00E4444A" w:rsidRPr="0099306C">
        <w:t xml:space="preserve">, </w:t>
      </w:r>
      <w:r w:rsidRPr="002B3119">
        <w:t>un matin de Pâques</w:t>
      </w:r>
      <w:r w:rsidR="00E4444A" w:rsidRPr="0099306C">
        <w:t xml:space="preserve">, </w:t>
      </w:r>
      <w:r w:rsidRPr="002B3119">
        <w:t>dans le jardin de Joseph d</w:t>
      </w:r>
      <w:r w:rsidR="00E4444A" w:rsidRPr="0099306C">
        <w:t>’</w:t>
      </w:r>
      <w:r w:rsidRPr="002B3119">
        <w:t>Arimathie</w:t>
      </w:r>
      <w:r w:rsidR="00E4444A" w:rsidRPr="0099306C">
        <w:t> :</w:t>
      </w:r>
    </w:p>
    <w:p w14:paraId="7987425B" w14:textId="77777777" w:rsidR="00A10EAD" w:rsidRPr="0099306C" w:rsidRDefault="002B3119" w:rsidP="008C2C66">
      <w:pPr>
        <w:jc w:val="center"/>
      </w:pPr>
      <w:r w:rsidRPr="002B3119">
        <w:t>MARTHE PERREAU</w:t>
      </w:r>
    </w:p>
    <w:p w14:paraId="5509995D" w14:textId="77777777" w:rsidR="002B3119" w:rsidRPr="002B3119" w:rsidRDefault="002B3119" w:rsidP="008C2C66">
      <w:pPr>
        <w:jc w:val="center"/>
      </w:pPr>
      <w:r w:rsidRPr="002B3119">
        <w:t>1890-1915</w:t>
      </w:r>
    </w:p>
    <w:p w14:paraId="6C4D6BCF" w14:textId="77777777" w:rsidR="00E4444A" w:rsidRPr="0099306C" w:rsidRDefault="002B3119" w:rsidP="008C2C66">
      <w:pPr>
        <w:jc w:val="center"/>
        <w:rPr>
          <w:i/>
        </w:rPr>
      </w:pPr>
      <w:r w:rsidRPr="002B3119">
        <w:rPr>
          <w:i/>
        </w:rPr>
        <w:t>Pourquoi cherchez-vous parmi les morts ce qui est vivant</w:t>
      </w:r>
      <w:r w:rsidR="00E4444A" w:rsidRPr="0099306C">
        <w:rPr>
          <w:i/>
        </w:rPr>
        <w:t> ?</w:t>
      </w:r>
    </w:p>
    <w:p w14:paraId="712DDB08" w14:textId="07142920" w:rsidR="00E4444A" w:rsidRPr="0099306C" w:rsidRDefault="00EF2804" w:rsidP="008C2C66">
      <w:pPr>
        <w:ind w:right="1841"/>
        <w:jc w:val="right"/>
      </w:pPr>
      <w:r w:rsidRPr="002B3119">
        <w:t>L</w:t>
      </w:r>
      <w:r w:rsidRPr="008C2C66">
        <w:rPr>
          <w:sz w:val="32"/>
          <w:szCs w:val="32"/>
        </w:rPr>
        <w:t>UC</w:t>
      </w:r>
      <w:r w:rsidR="00E4444A" w:rsidRPr="0099306C">
        <w:t xml:space="preserve">, </w:t>
      </w:r>
      <w:r w:rsidR="002B3119" w:rsidRPr="008C2C66">
        <w:rPr>
          <w:sz w:val="32"/>
          <w:szCs w:val="32"/>
        </w:rPr>
        <w:t>XXIV</w:t>
      </w:r>
      <w:r w:rsidR="00E4444A" w:rsidRPr="0099306C">
        <w:t xml:space="preserve">, </w:t>
      </w:r>
      <w:r w:rsidR="002B3119" w:rsidRPr="002B3119">
        <w:t>5</w:t>
      </w:r>
      <w:r w:rsidR="00E4444A" w:rsidRPr="0099306C">
        <w:t>.</w:t>
      </w:r>
    </w:p>
    <w:p w14:paraId="0738C569" w14:textId="77777777" w:rsidR="002B3119" w:rsidRPr="002B3119" w:rsidRDefault="002B3119" w:rsidP="002B3119"/>
    <w:p w14:paraId="27F9F83B" w14:textId="77777777" w:rsidR="00E4444A" w:rsidRPr="0099306C" w:rsidRDefault="002B3119" w:rsidP="002B3119">
      <w:r w:rsidRPr="002B3119">
        <w:t>Et</w:t>
      </w:r>
      <w:r w:rsidR="00E4444A" w:rsidRPr="0099306C">
        <w:t xml:space="preserve">, </w:t>
      </w:r>
      <w:r w:rsidRPr="002B3119">
        <w:t>là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une enfant</w:t>
      </w:r>
      <w:r w:rsidR="00E4444A" w:rsidRPr="0099306C">
        <w:t xml:space="preserve">, </w:t>
      </w:r>
      <w:r w:rsidRPr="002B3119">
        <w:t>morte à six ans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âge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une toute petite qui aurait pu être une grand</w:t>
      </w:r>
      <w:r w:rsidR="00E4444A" w:rsidRPr="0099306C">
        <w:t>’</w:t>
      </w:r>
      <w:r w:rsidRPr="002B3119">
        <w:t>mère à présent</w:t>
      </w:r>
      <w:r w:rsidR="00E4444A" w:rsidRPr="0099306C">
        <w:t xml:space="preserve">. </w:t>
      </w:r>
      <w:r w:rsidRPr="002B3119">
        <w:t>Les caractères s</w:t>
      </w:r>
      <w:r w:rsidR="00E4444A" w:rsidRPr="0099306C">
        <w:t>’</w:t>
      </w:r>
      <w:r w:rsidRPr="002B3119">
        <w:t>effaçaient presque</w:t>
      </w:r>
      <w:r w:rsidR="00E4444A" w:rsidRPr="0099306C">
        <w:t xml:space="preserve">, </w:t>
      </w:r>
      <w:r w:rsidRPr="002B3119">
        <w:t>rongés par les années et par la pluie</w:t>
      </w:r>
      <w:r w:rsidR="00E4444A" w:rsidRPr="0099306C">
        <w:t>.</w:t>
      </w:r>
    </w:p>
    <w:p w14:paraId="3BB4B3EB" w14:textId="77777777" w:rsidR="00A10EAD" w:rsidRPr="0099306C" w:rsidRDefault="002B3119" w:rsidP="008C2C66">
      <w:pPr>
        <w:jc w:val="center"/>
      </w:pPr>
      <w:r w:rsidRPr="002B3119">
        <w:t>SIMONE DAUNOU</w:t>
      </w:r>
    </w:p>
    <w:p w14:paraId="1E6718F6" w14:textId="77777777" w:rsidR="002B3119" w:rsidRPr="002B3119" w:rsidRDefault="002B3119" w:rsidP="008C2C66">
      <w:pPr>
        <w:jc w:val="center"/>
      </w:pPr>
      <w:r w:rsidRPr="002B3119">
        <w:t>1859-1865</w:t>
      </w:r>
    </w:p>
    <w:p w14:paraId="74355FFE" w14:textId="0F6B31DC" w:rsidR="00A10EAD" w:rsidRPr="0099306C" w:rsidRDefault="002B3119" w:rsidP="008C2C66">
      <w:pPr>
        <w:jc w:val="center"/>
      </w:pPr>
      <w:r w:rsidRPr="002B3119">
        <w:rPr>
          <w:i/>
        </w:rPr>
        <w:lastRenderedPageBreak/>
        <w:t>Je te le dis en vérité</w:t>
      </w:r>
      <w:r w:rsidR="00E4444A" w:rsidRPr="0099306C">
        <w:rPr>
          <w:i/>
        </w:rPr>
        <w:t> : « </w:t>
      </w:r>
      <w:r w:rsidRPr="002B3119">
        <w:rPr>
          <w:i/>
        </w:rPr>
        <w:t>Ta petite fille n</w:t>
      </w:r>
      <w:r w:rsidR="00E4444A" w:rsidRPr="0099306C">
        <w:rPr>
          <w:i/>
        </w:rPr>
        <w:t>’</w:t>
      </w:r>
      <w:r w:rsidRPr="002B3119">
        <w:rPr>
          <w:i/>
        </w:rPr>
        <w:t>est pas morte</w:t>
      </w:r>
      <w:r w:rsidR="00E4444A" w:rsidRPr="0099306C">
        <w:rPr>
          <w:i/>
        </w:rPr>
        <w:t>,</w:t>
      </w:r>
      <w:r w:rsidR="008C2C66">
        <w:rPr>
          <w:i/>
        </w:rPr>
        <w:t xml:space="preserve"> </w:t>
      </w:r>
      <w:r w:rsidRPr="002B3119">
        <w:rPr>
          <w:i/>
        </w:rPr>
        <w:t>elle dort</w:t>
      </w:r>
      <w:r w:rsidR="00E4444A" w:rsidRPr="0099306C">
        <w:rPr>
          <w:i/>
        </w:rPr>
        <w:t>. »</w:t>
      </w:r>
    </w:p>
    <w:p w14:paraId="3EB0902E" w14:textId="60C7BA21" w:rsidR="00E4444A" w:rsidRPr="0099306C" w:rsidRDefault="00EF2804" w:rsidP="008C2C66">
      <w:pPr>
        <w:ind w:right="1841"/>
        <w:jc w:val="right"/>
      </w:pPr>
      <w:r w:rsidRPr="002B3119">
        <w:t>M</w:t>
      </w:r>
      <w:r w:rsidRPr="008C2C66">
        <w:rPr>
          <w:sz w:val="32"/>
          <w:szCs w:val="32"/>
        </w:rPr>
        <w:t>ATTHIEU</w:t>
      </w:r>
      <w:r w:rsidR="00E4444A" w:rsidRPr="0099306C">
        <w:t xml:space="preserve">, </w:t>
      </w:r>
      <w:r w:rsidR="002B3119" w:rsidRPr="008C2C66">
        <w:rPr>
          <w:sz w:val="32"/>
          <w:szCs w:val="32"/>
        </w:rPr>
        <w:t>IX</w:t>
      </w:r>
      <w:r w:rsidR="00E4444A" w:rsidRPr="0099306C">
        <w:t xml:space="preserve">, </w:t>
      </w:r>
      <w:r w:rsidR="002B3119" w:rsidRPr="002B3119">
        <w:t>24</w:t>
      </w:r>
      <w:r w:rsidR="00E4444A" w:rsidRPr="0099306C">
        <w:t>.</w:t>
      </w:r>
    </w:p>
    <w:p w14:paraId="169806C3" w14:textId="77777777" w:rsidR="002B3119" w:rsidRPr="002B3119" w:rsidRDefault="002B3119" w:rsidP="002B3119"/>
    <w:p w14:paraId="61481658" w14:textId="7FFF8B2D" w:rsidR="00E4444A" w:rsidRPr="0099306C" w:rsidRDefault="002B3119" w:rsidP="002B3119">
      <w:r w:rsidRPr="002B3119">
        <w:t>Plusieurs fois je me la répétai</w:t>
      </w:r>
      <w:r w:rsidR="00E4444A" w:rsidRPr="0099306C">
        <w:t xml:space="preserve">, </w:t>
      </w:r>
      <w:r w:rsidRPr="002B3119">
        <w:t xml:space="preserve">la parole qui consola </w:t>
      </w:r>
      <w:proofErr w:type="spellStart"/>
      <w:r w:rsidRPr="002B3119">
        <w:t>Jaïrus</w:t>
      </w:r>
      <w:proofErr w:type="spellEnd"/>
      <w:r w:rsidR="00E4444A" w:rsidRPr="0099306C">
        <w:t xml:space="preserve">. </w:t>
      </w:r>
      <w:r w:rsidRPr="002B3119">
        <w:t>Et j</w:t>
      </w:r>
      <w:r w:rsidR="00E4444A" w:rsidRPr="0099306C">
        <w:t>’</w:t>
      </w:r>
      <w:r w:rsidRPr="002B3119">
        <w:t>allais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allais parmi les tombes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curieux</w:t>
      </w:r>
      <w:r w:rsidR="00E4444A" w:rsidRPr="0099306C">
        <w:t xml:space="preserve">. </w:t>
      </w:r>
      <w:r w:rsidRPr="002B3119">
        <w:t xml:space="preserve">Dans ce </w:t>
      </w:r>
      <w:r w:rsidR="00EF2804">
        <w:t>j</w:t>
      </w:r>
      <w:r w:rsidR="00EF2804" w:rsidRPr="002B3119">
        <w:t xml:space="preserve">ardin </w:t>
      </w:r>
      <w:r w:rsidRPr="002B3119">
        <w:t>des morts</w:t>
      </w:r>
      <w:r w:rsidR="00E4444A" w:rsidRPr="0099306C">
        <w:t xml:space="preserve">, </w:t>
      </w:r>
      <w:r w:rsidRPr="002B3119">
        <w:t>il n</w:t>
      </w:r>
      <w:r w:rsidR="00E4444A" w:rsidRPr="0099306C">
        <w:t>’</w:t>
      </w:r>
      <w:r w:rsidRPr="002B3119">
        <w:t>était question que de vie</w:t>
      </w:r>
      <w:r w:rsidR="00E4444A" w:rsidRPr="0099306C">
        <w:t>.</w:t>
      </w:r>
    </w:p>
    <w:p w14:paraId="258E0DF4" w14:textId="77777777" w:rsidR="00B4016A" w:rsidRPr="0099306C" w:rsidRDefault="002B3119" w:rsidP="00E4444A">
      <w:pPr>
        <w:pStyle w:val="Titre2"/>
      </w:pPr>
      <w:bookmarkStart w:id="53" w:name="_bj05aw62hrue" w:colFirst="0" w:colLast="0"/>
      <w:bookmarkStart w:id="54" w:name="_Toc197514983"/>
      <w:bookmarkEnd w:id="53"/>
      <w:r w:rsidRPr="002B3119">
        <w:lastRenderedPageBreak/>
        <w:t>II</w:t>
      </w:r>
      <w:r w:rsidR="00B4016A" w:rsidRPr="0099306C">
        <w:t>I</w:t>
      </w:r>
      <w:bookmarkEnd w:id="54"/>
    </w:p>
    <w:p w14:paraId="55BA1744" w14:textId="77777777" w:rsidR="00E4444A" w:rsidRPr="0099306C" w:rsidRDefault="002B3119" w:rsidP="002B3119">
      <w:r w:rsidRPr="002B3119">
        <w:t>Trois mois s</w:t>
      </w:r>
      <w:r w:rsidR="00E4444A" w:rsidRPr="0099306C">
        <w:t>’</w:t>
      </w:r>
      <w:r w:rsidRPr="002B3119">
        <w:t>étaient écoulés encore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l</w:t>
      </w:r>
      <w:r w:rsidR="00E4444A" w:rsidRPr="0099306C">
        <w:t>’</w:t>
      </w:r>
      <w:r w:rsidRPr="002B3119">
        <w:t>éternel r</w:t>
      </w:r>
      <w:r w:rsidRPr="002B3119">
        <w:t>e</w:t>
      </w:r>
      <w:r w:rsidRPr="002B3119">
        <w:t>commencement et tous les c</w:t>
      </w:r>
      <w:r w:rsidR="00E4444A" w:rsidRPr="0099306C">
        <w:t>œ</w:t>
      </w:r>
      <w:r w:rsidRPr="002B3119">
        <w:t>urs semblaient rajeunis</w:t>
      </w:r>
      <w:r w:rsidR="00E4444A" w:rsidRPr="0099306C">
        <w:t xml:space="preserve">. </w:t>
      </w:r>
      <w:r w:rsidRPr="002B3119">
        <w:t>Un vent frais</w:t>
      </w:r>
      <w:r w:rsidR="00E4444A" w:rsidRPr="0099306C">
        <w:t xml:space="preserve">, </w:t>
      </w:r>
      <w:r w:rsidRPr="002B3119">
        <w:t>sorti des profondeurs des bois</w:t>
      </w:r>
      <w:r w:rsidR="00E4444A" w:rsidRPr="0099306C">
        <w:t xml:space="preserve">, </w:t>
      </w:r>
      <w:r w:rsidRPr="002B3119">
        <w:t>avait</w:t>
      </w:r>
      <w:r w:rsidR="00E4444A" w:rsidRPr="0099306C">
        <w:t xml:space="preserve">, </w:t>
      </w:r>
      <w:r w:rsidRPr="002B3119">
        <w:t>dans une nuit</w:t>
      </w:r>
      <w:r w:rsidR="00E4444A" w:rsidRPr="0099306C">
        <w:t xml:space="preserve">, </w:t>
      </w:r>
      <w:r w:rsidRPr="002B3119">
        <w:t>balayé tristesses et brouillards</w:t>
      </w:r>
      <w:r w:rsidR="00E4444A" w:rsidRPr="0099306C">
        <w:t xml:space="preserve">. </w:t>
      </w:r>
      <w:r w:rsidRPr="002B3119">
        <w:t>Les crépuscules allo</w:t>
      </w:r>
      <w:r w:rsidRPr="002B3119">
        <w:t>n</w:t>
      </w:r>
      <w:r w:rsidRPr="002B3119">
        <w:t>geaient doucement</w:t>
      </w:r>
      <w:r w:rsidR="00E4444A" w:rsidRPr="0099306C">
        <w:t xml:space="preserve">. </w:t>
      </w:r>
      <w:r w:rsidRPr="002B3119">
        <w:t>Le dimanche soir</w:t>
      </w:r>
      <w:r w:rsidR="00E4444A" w:rsidRPr="0099306C">
        <w:t xml:space="preserve">, </w:t>
      </w:r>
      <w:r w:rsidRPr="002B3119">
        <w:t>les pères heureux re</w:t>
      </w:r>
      <w:r w:rsidRPr="002B3119">
        <w:t>n</w:t>
      </w:r>
      <w:r w:rsidRPr="002B3119">
        <w:t>traient de la campagne</w:t>
      </w:r>
      <w:r w:rsidR="00E4444A" w:rsidRPr="0099306C">
        <w:t xml:space="preserve">, </w:t>
      </w:r>
      <w:r w:rsidRPr="002B3119">
        <w:t>portant leurs enfants endormis</w:t>
      </w:r>
      <w:r w:rsidR="00E4444A" w:rsidRPr="0099306C">
        <w:t xml:space="preserve">. </w:t>
      </w:r>
      <w:r w:rsidRPr="002B3119">
        <w:t>Des femmes les suivaient en chantant</w:t>
      </w:r>
      <w:r w:rsidR="00E4444A" w:rsidRPr="0099306C">
        <w:t xml:space="preserve">, </w:t>
      </w:r>
      <w:r w:rsidRPr="002B3119">
        <w:t>chargées de brassées de lilas</w:t>
      </w:r>
      <w:r w:rsidR="00E4444A" w:rsidRPr="0099306C">
        <w:t xml:space="preserve">. </w:t>
      </w:r>
      <w:r w:rsidRPr="002B3119">
        <w:t>La musique de la ville reprenait ses répétitions en plein air</w:t>
      </w:r>
      <w:r w:rsidR="00E4444A" w:rsidRPr="0099306C">
        <w:t xml:space="preserve">. </w:t>
      </w:r>
      <w:r w:rsidRPr="002B3119">
        <w:t>Sur le rond</w:t>
      </w:r>
      <w:r w:rsidR="00EF2804">
        <w:t>-</w:t>
      </w:r>
      <w:r w:rsidRPr="002B3119">
        <w:t>point se réinstallaient les chevaux de bois</w:t>
      </w:r>
      <w:r w:rsidR="00E4444A" w:rsidRPr="0099306C">
        <w:t>.</w:t>
      </w:r>
    </w:p>
    <w:p w14:paraId="5F1B6C6F" w14:textId="77777777" w:rsidR="00E4444A" w:rsidRPr="0099306C" w:rsidRDefault="002B3119" w:rsidP="002B3119">
      <w:r w:rsidRPr="002B3119">
        <w:t>C</w:t>
      </w:r>
      <w:r w:rsidR="00E4444A" w:rsidRPr="0099306C">
        <w:t>’</w:t>
      </w:r>
      <w:r w:rsidRPr="002B3119">
        <w:t>était donc vrai</w:t>
      </w:r>
      <w:r w:rsidR="00E4444A" w:rsidRPr="0099306C">
        <w:t xml:space="preserve"> : </w:t>
      </w:r>
      <w:r w:rsidRPr="002B3119">
        <w:t>tout recommençait sans Yvette</w:t>
      </w:r>
      <w:r w:rsidR="00E4444A" w:rsidRPr="0099306C">
        <w:t xml:space="preserve">. </w:t>
      </w:r>
      <w:r w:rsidRPr="002B3119">
        <w:t>Comme autrefois</w:t>
      </w:r>
      <w:r w:rsidR="00E4444A" w:rsidRPr="0099306C">
        <w:t xml:space="preserve">, </w:t>
      </w:r>
      <w:r w:rsidRPr="002B3119">
        <w:t>exactement comme autrefois</w:t>
      </w:r>
      <w:r w:rsidR="00E4444A" w:rsidRPr="0099306C">
        <w:t xml:space="preserve"> ! </w:t>
      </w:r>
      <w:r w:rsidRPr="002B3119">
        <w:t>Hélas</w:t>
      </w:r>
      <w:r w:rsidR="00E4444A" w:rsidRPr="0099306C">
        <w:t xml:space="preserve"> ! </w:t>
      </w:r>
      <w:r w:rsidRPr="002B3119">
        <w:t>je n</w:t>
      </w:r>
      <w:r w:rsidR="00E4444A" w:rsidRPr="0099306C">
        <w:t>’</w:t>
      </w:r>
      <w:r w:rsidRPr="002B3119">
        <w:t>étais plus dans mon cadre</w:t>
      </w:r>
      <w:r w:rsidR="00E4444A" w:rsidRPr="0099306C">
        <w:t xml:space="preserve">. </w:t>
      </w:r>
      <w:r w:rsidRPr="002B3119">
        <w:t>Plus encore que l</w:t>
      </w:r>
      <w:r w:rsidR="00E4444A" w:rsidRPr="0099306C">
        <w:t>’</w:t>
      </w:r>
      <w:r w:rsidRPr="002B3119">
        <w:t>hiver</w:t>
      </w:r>
      <w:r w:rsidR="00E4444A" w:rsidRPr="0099306C">
        <w:t xml:space="preserve">, </w:t>
      </w:r>
      <w:r w:rsidRPr="002B3119">
        <w:t>avril m</w:t>
      </w:r>
      <w:r w:rsidR="00E4444A" w:rsidRPr="0099306C">
        <w:t>’</w:t>
      </w:r>
      <w:r w:rsidRPr="002B3119">
        <w:t>était douloureux</w:t>
      </w:r>
      <w:r w:rsidR="00E4444A" w:rsidRPr="0099306C">
        <w:t xml:space="preserve">. </w:t>
      </w:r>
      <w:r w:rsidRPr="002B3119">
        <w:t>Pourquoi ce printemps inutile</w:t>
      </w:r>
      <w:r w:rsidR="00E4444A" w:rsidRPr="0099306C">
        <w:t xml:space="preserve">, </w:t>
      </w:r>
      <w:r w:rsidRPr="002B3119">
        <w:t>puisque Yvette n</w:t>
      </w:r>
      <w:r w:rsidR="00E4444A" w:rsidRPr="0099306C">
        <w:t>’</w:t>
      </w:r>
      <w:r w:rsidRPr="002B3119">
        <w:t>était plus là</w:t>
      </w:r>
      <w:r w:rsidR="00E4444A" w:rsidRPr="0099306C">
        <w:t xml:space="preserve"> ? </w:t>
      </w:r>
      <w:r w:rsidRPr="002B3119">
        <w:t>Si je sortais</w:t>
      </w:r>
      <w:r w:rsidR="00E4444A" w:rsidRPr="0099306C">
        <w:t xml:space="preserve">, </w:t>
      </w:r>
      <w:r w:rsidRPr="002B3119">
        <w:t>des bouffées subites me jetaient à la figure des parfums</w:t>
      </w:r>
      <w:r w:rsidR="00E4444A" w:rsidRPr="0099306C">
        <w:t xml:space="preserve">. </w:t>
      </w:r>
      <w:r w:rsidRPr="002B3119">
        <w:t>Où pouvais-je fuir ce reno</w:t>
      </w:r>
      <w:r w:rsidRPr="002B3119">
        <w:t>u</w:t>
      </w:r>
      <w:r w:rsidRPr="002B3119">
        <w:t>veau</w:t>
      </w:r>
      <w:r w:rsidR="00E4444A" w:rsidRPr="0099306C">
        <w:t xml:space="preserve"> ? </w:t>
      </w:r>
      <w:r w:rsidRPr="002B3119">
        <w:t>L</w:t>
      </w:r>
      <w:r w:rsidR="00E4444A" w:rsidRPr="0099306C">
        <w:t>’</w:t>
      </w:r>
      <w:r w:rsidRPr="002B3119">
        <w:t>église même en était envahie</w:t>
      </w:r>
      <w:r w:rsidR="00E4444A" w:rsidRPr="0099306C">
        <w:t xml:space="preserve">. </w:t>
      </w:r>
      <w:r w:rsidRPr="002B3119">
        <w:t>Des lis</w:t>
      </w:r>
      <w:r w:rsidR="00E4444A" w:rsidRPr="0099306C">
        <w:t xml:space="preserve">, </w:t>
      </w:r>
      <w:r w:rsidRPr="002B3119">
        <w:t xml:space="preserve">des </w:t>
      </w:r>
      <w:r w:rsidR="00E4444A" w:rsidRPr="0099306C">
        <w:t>œ</w:t>
      </w:r>
      <w:r w:rsidRPr="002B3119">
        <w:t>illets</w:t>
      </w:r>
      <w:r w:rsidR="00E4444A" w:rsidRPr="0099306C">
        <w:t xml:space="preserve">, </w:t>
      </w:r>
      <w:r w:rsidRPr="002B3119">
        <w:t>des primevères fleurissaient les chapelles de la Vierge</w:t>
      </w:r>
      <w:r w:rsidR="00E4444A" w:rsidRPr="0099306C">
        <w:t xml:space="preserve">. </w:t>
      </w:r>
      <w:r w:rsidRPr="002B3119">
        <w:t>Les autels devenaient des jardins</w:t>
      </w:r>
      <w:r w:rsidR="00E4444A" w:rsidRPr="0099306C">
        <w:t>.</w:t>
      </w:r>
    </w:p>
    <w:p w14:paraId="3A1BCB45" w14:textId="77777777" w:rsidR="00E4444A" w:rsidRPr="0099306C" w:rsidRDefault="002B3119" w:rsidP="002B3119">
      <w:r w:rsidRPr="002B3119">
        <w:t>D</w:t>
      </w:r>
      <w:r w:rsidR="00E4444A" w:rsidRPr="0099306C">
        <w:t>’</w:t>
      </w:r>
      <w:r w:rsidRPr="002B3119">
        <w:t>Yvette seule je pouvais attendre un peu d</w:t>
      </w:r>
      <w:r w:rsidR="00E4444A" w:rsidRPr="0099306C">
        <w:t>’</w:t>
      </w:r>
      <w:r w:rsidRPr="002B3119">
        <w:t>apaisement</w:t>
      </w:r>
      <w:r w:rsidR="00E4444A" w:rsidRPr="0099306C">
        <w:t xml:space="preserve">. </w:t>
      </w:r>
      <w:r w:rsidRPr="002B3119">
        <w:t>Un dimanche des Rameaux je m</w:t>
      </w:r>
      <w:r w:rsidR="00E4444A" w:rsidRPr="0099306C">
        <w:t>’</w:t>
      </w:r>
      <w:r w:rsidRPr="002B3119">
        <w:t>étais installé près d</w:t>
      </w:r>
      <w:r w:rsidR="00E4444A" w:rsidRPr="0099306C">
        <w:t>’</w:t>
      </w:r>
      <w:r w:rsidRPr="002B3119">
        <w:t>elle</w:t>
      </w:r>
      <w:r w:rsidR="00E4444A" w:rsidRPr="0099306C">
        <w:t xml:space="preserve">. </w:t>
      </w:r>
      <w:r w:rsidRPr="002B3119">
        <w:t>Le cimetière était délicieux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air avait une pureté de cristal</w:t>
      </w:r>
      <w:r w:rsidR="00E4444A" w:rsidRPr="0099306C">
        <w:t xml:space="preserve">. </w:t>
      </w:r>
      <w:r w:rsidRPr="002B3119">
        <w:t>Des pépiements d</w:t>
      </w:r>
      <w:r w:rsidR="00E4444A" w:rsidRPr="0099306C">
        <w:t>’</w:t>
      </w:r>
      <w:r w:rsidRPr="002B3119">
        <w:t>oiseaux célébraient l</w:t>
      </w:r>
      <w:r w:rsidR="00E4444A" w:rsidRPr="0099306C">
        <w:t>’</w:t>
      </w:r>
      <w:r w:rsidRPr="002B3119">
        <w:t>envol des premières couvées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abondance des fleurs transformait les tombes en ruches</w:t>
      </w:r>
      <w:r w:rsidR="00E4444A" w:rsidRPr="0099306C">
        <w:t xml:space="preserve">. </w:t>
      </w:r>
      <w:r w:rsidRPr="002B3119">
        <w:t>Des abeilles venaient</w:t>
      </w:r>
      <w:r w:rsidR="00E4444A" w:rsidRPr="0099306C">
        <w:t xml:space="preserve">, </w:t>
      </w:r>
      <w:r w:rsidRPr="002B3119">
        <w:t>puisaient aux calices</w:t>
      </w:r>
      <w:r w:rsidR="00E4444A" w:rsidRPr="0099306C">
        <w:t xml:space="preserve">, </w:t>
      </w:r>
      <w:r w:rsidRPr="002B3119">
        <w:t>puis</w:t>
      </w:r>
      <w:r w:rsidR="00E4444A" w:rsidRPr="0099306C">
        <w:t xml:space="preserve">, </w:t>
      </w:r>
      <w:r w:rsidRPr="002B3119">
        <w:t>très affairées</w:t>
      </w:r>
      <w:r w:rsidR="00E4444A" w:rsidRPr="0099306C">
        <w:t xml:space="preserve">, </w:t>
      </w:r>
      <w:r w:rsidRPr="002B3119">
        <w:t>repartaient en bourdonnant</w:t>
      </w:r>
      <w:r w:rsidR="00E4444A" w:rsidRPr="0099306C">
        <w:t>.</w:t>
      </w:r>
    </w:p>
    <w:p w14:paraId="5751F3F3" w14:textId="77777777" w:rsidR="00E4444A" w:rsidRPr="0099306C" w:rsidRDefault="002B3119" w:rsidP="002B3119">
      <w:r w:rsidRPr="002B3119">
        <w:t>Tout à coup</w:t>
      </w:r>
      <w:r w:rsidR="00E4444A" w:rsidRPr="0099306C">
        <w:t xml:space="preserve">, </w:t>
      </w:r>
      <w:r w:rsidRPr="002B3119">
        <w:t>il y eut un remuement derrière une rangée d</w:t>
      </w:r>
      <w:r w:rsidR="00E4444A" w:rsidRPr="0099306C">
        <w:t>’</w:t>
      </w:r>
      <w:r w:rsidRPr="002B3119">
        <w:t>arbres</w:t>
      </w:r>
      <w:r w:rsidR="00E4444A" w:rsidRPr="0099306C">
        <w:t xml:space="preserve">. </w:t>
      </w:r>
      <w:r w:rsidRPr="002B3119">
        <w:t>Suivi d</w:t>
      </w:r>
      <w:r w:rsidR="00E4444A" w:rsidRPr="0099306C">
        <w:t>’</w:t>
      </w:r>
      <w:r w:rsidRPr="002B3119">
        <w:t>un frais cortège de religieuses en cornettes et de communiantes</w:t>
      </w:r>
      <w:r w:rsidR="00E4444A" w:rsidRPr="0099306C">
        <w:t xml:space="preserve">, </w:t>
      </w:r>
      <w:r w:rsidRPr="002B3119">
        <w:t>un prêtre en surplis traversait le jardin</w:t>
      </w:r>
      <w:r w:rsidR="00E4444A" w:rsidRPr="0099306C">
        <w:t xml:space="preserve">. </w:t>
      </w:r>
      <w:r w:rsidRPr="002B3119">
        <w:t xml:space="preserve">Se </w:t>
      </w:r>
      <w:r w:rsidRPr="002B3119">
        <w:lastRenderedPageBreak/>
        <w:t>tournant à droite</w:t>
      </w:r>
      <w:r w:rsidR="00E4444A" w:rsidRPr="0099306C">
        <w:t xml:space="preserve">, </w:t>
      </w:r>
      <w:r w:rsidRPr="002B3119">
        <w:t>à gauche</w:t>
      </w:r>
      <w:r w:rsidR="00E4444A" w:rsidRPr="0099306C">
        <w:t xml:space="preserve">, </w:t>
      </w:r>
      <w:r w:rsidRPr="002B3119">
        <w:t>il bénissait en passant toutes les tombes</w:t>
      </w:r>
      <w:r w:rsidR="00E4444A" w:rsidRPr="0099306C">
        <w:t xml:space="preserve">. </w:t>
      </w:r>
      <w:r w:rsidRPr="002B3119">
        <w:t>Pas un mort ne fut omis</w:t>
      </w:r>
      <w:r w:rsidR="00E4444A" w:rsidRPr="0099306C">
        <w:t xml:space="preserve">. </w:t>
      </w:r>
      <w:r w:rsidRPr="002B3119">
        <w:t>Yvette reçut aussi sa part de bénédictions</w:t>
      </w:r>
      <w:r w:rsidR="00E4444A" w:rsidRPr="0099306C">
        <w:t>.</w:t>
      </w:r>
    </w:p>
    <w:p w14:paraId="7E08A1F7" w14:textId="77777777" w:rsidR="00E4444A" w:rsidRPr="0099306C" w:rsidRDefault="002B3119" w:rsidP="002B3119">
      <w:r w:rsidRPr="002B3119">
        <w:t>Longtemps je suivis des yeux la blanche théorie qui ci</w:t>
      </w:r>
      <w:r w:rsidRPr="002B3119">
        <w:t>r</w:t>
      </w:r>
      <w:r w:rsidRPr="002B3119">
        <w:t>culait parmi les sapins</w:t>
      </w:r>
      <w:r w:rsidR="00E4444A" w:rsidRPr="0099306C">
        <w:t xml:space="preserve">. </w:t>
      </w:r>
      <w:r w:rsidRPr="002B3119">
        <w:t>Elle tournait au bout de chaque allée</w:t>
      </w:r>
      <w:r w:rsidR="00E4444A" w:rsidRPr="0099306C">
        <w:t xml:space="preserve">, </w:t>
      </w:r>
      <w:r w:rsidRPr="002B3119">
        <w:t>comme une lente farandole</w:t>
      </w:r>
      <w:r w:rsidR="00E4444A" w:rsidRPr="0099306C">
        <w:t xml:space="preserve">, </w:t>
      </w:r>
      <w:r w:rsidRPr="002B3119">
        <w:t>se déroulant devant tous les tertres</w:t>
      </w:r>
      <w:r w:rsidR="00E4444A" w:rsidRPr="0099306C">
        <w:t xml:space="preserve">. </w:t>
      </w:r>
      <w:r w:rsidRPr="002B3119">
        <w:t>De claires sonneries arrivaient de l</w:t>
      </w:r>
      <w:r w:rsidR="00E4444A" w:rsidRPr="0099306C">
        <w:t>’</w:t>
      </w:r>
      <w:r w:rsidRPr="002B3119">
        <w:t>église</w:t>
      </w:r>
      <w:r w:rsidR="00E4444A" w:rsidRPr="0099306C">
        <w:t xml:space="preserve">. </w:t>
      </w:r>
      <w:r w:rsidRPr="002B3119">
        <w:t>Un souffle agitait les voiles des petites mariées</w:t>
      </w:r>
      <w:r w:rsidR="00E4444A" w:rsidRPr="0099306C">
        <w:t xml:space="preserve">. </w:t>
      </w:r>
      <w:r w:rsidRPr="002B3119">
        <w:t>Et cette cérémonie m</w:t>
      </w:r>
      <w:r w:rsidRPr="002B3119">
        <w:t>a</w:t>
      </w:r>
      <w:r w:rsidRPr="002B3119">
        <w:t>tinale était si printanière et si jolie</w:t>
      </w:r>
      <w:r w:rsidR="00E4444A" w:rsidRPr="0099306C">
        <w:t xml:space="preserve">, </w:t>
      </w:r>
      <w:r w:rsidRPr="002B3119">
        <w:t>elle révélait si bien toute la poésie de Pâques</w:t>
      </w:r>
      <w:r w:rsidR="00E4444A" w:rsidRPr="0099306C">
        <w:t xml:space="preserve">, </w:t>
      </w:r>
      <w:r w:rsidRPr="002B3119">
        <w:t>que je me pris à l</w:t>
      </w:r>
      <w:r w:rsidR="00E4444A" w:rsidRPr="0099306C">
        <w:t>’</w:t>
      </w:r>
      <w:r w:rsidRPr="002B3119">
        <w:t>aimer</w:t>
      </w:r>
      <w:r w:rsidR="00E4444A" w:rsidRPr="0099306C">
        <w:t xml:space="preserve">, </w:t>
      </w:r>
      <w:r w:rsidRPr="002B3119">
        <w:t>ce réveil de la nature qui facilitait l</w:t>
      </w:r>
      <w:r w:rsidR="00E4444A" w:rsidRPr="0099306C">
        <w:t>’</w:t>
      </w:r>
      <w:r w:rsidRPr="002B3119">
        <w:t>idée de la résurrection</w:t>
      </w:r>
      <w:r w:rsidR="00E4444A" w:rsidRPr="0099306C">
        <w:t>.</w:t>
      </w:r>
    </w:p>
    <w:p w14:paraId="2C3A8821" w14:textId="77777777" w:rsidR="002B3119" w:rsidRPr="002B3119" w:rsidRDefault="002B3119" w:rsidP="002B3119"/>
    <w:p w14:paraId="5C851627" w14:textId="77777777" w:rsidR="00E4444A" w:rsidRPr="0099306C" w:rsidRDefault="002B3119" w:rsidP="002B3119">
      <w:r w:rsidRPr="002B3119">
        <w:t>Et c</w:t>
      </w:r>
      <w:r w:rsidR="00E4444A" w:rsidRPr="0099306C">
        <w:t>’</w:t>
      </w:r>
      <w:r w:rsidRPr="002B3119">
        <w:t>était d</w:t>
      </w:r>
      <w:r w:rsidR="00E4444A" w:rsidRPr="0099306C">
        <w:t>’</w:t>
      </w:r>
      <w:r w:rsidRPr="002B3119">
        <w:t>impressions lumineuses recueillies ainsi que je vivais</w:t>
      </w:r>
      <w:r w:rsidR="00E4444A" w:rsidRPr="0099306C">
        <w:t xml:space="preserve">, </w:t>
      </w:r>
      <w:r w:rsidRPr="002B3119">
        <w:t>car j</w:t>
      </w:r>
      <w:r w:rsidR="00E4444A" w:rsidRPr="0099306C">
        <w:t>’</w:t>
      </w:r>
      <w:r w:rsidRPr="002B3119">
        <w:t>avais appris le néant des consolations h</w:t>
      </w:r>
      <w:r w:rsidRPr="002B3119">
        <w:t>u</w:t>
      </w:r>
      <w:r w:rsidRPr="002B3119">
        <w:t>maines</w:t>
      </w:r>
      <w:r w:rsidR="00E4444A" w:rsidRPr="0099306C">
        <w:t>.</w:t>
      </w:r>
    </w:p>
    <w:p w14:paraId="78AFD0E6" w14:textId="77777777" w:rsidR="00E4444A" w:rsidRPr="0099306C" w:rsidRDefault="002B3119" w:rsidP="002B3119">
      <w:r w:rsidRPr="002B3119">
        <w:t>Oh</w:t>
      </w:r>
      <w:r w:rsidR="00E4444A" w:rsidRPr="0099306C">
        <w:t xml:space="preserve"> ! </w:t>
      </w:r>
      <w:r w:rsidRPr="002B3119">
        <w:t>les amis ne cherchaient guère</w:t>
      </w:r>
      <w:r w:rsidR="00E4444A" w:rsidRPr="0099306C">
        <w:t xml:space="preserve">. </w:t>
      </w:r>
      <w:r w:rsidRPr="002B3119">
        <w:t>Ils avaient tous à la bouche les mêmes encouragements</w:t>
      </w:r>
      <w:r w:rsidR="00E4444A" w:rsidRPr="0099306C">
        <w:t> : « </w:t>
      </w:r>
      <w:r w:rsidRPr="002B3119">
        <w:t>Le temps guérit tout</w:t>
      </w:r>
      <w:r w:rsidR="00E4444A" w:rsidRPr="0099306C">
        <w:t xml:space="preserve">. </w:t>
      </w:r>
      <w:r w:rsidRPr="002B3119">
        <w:t>Les années adoucissent nos chagrins</w:t>
      </w:r>
      <w:r w:rsidR="00E4444A" w:rsidRPr="0099306C">
        <w:t>. »</w:t>
      </w:r>
      <w:r w:rsidRPr="002B3119">
        <w:t xml:space="preserve"> Les mots pouvaient changer</w:t>
      </w:r>
      <w:r w:rsidR="00E4444A" w:rsidRPr="0099306C">
        <w:t xml:space="preserve">. </w:t>
      </w:r>
      <w:r w:rsidRPr="002B3119">
        <w:t>La pensée ne variait pas</w:t>
      </w:r>
      <w:r w:rsidR="00E4444A" w:rsidRPr="0099306C">
        <w:t>.</w:t>
      </w:r>
    </w:p>
    <w:p w14:paraId="0BEDF5A1" w14:textId="77777777" w:rsidR="002B3119" w:rsidRPr="002B3119" w:rsidRDefault="002B3119" w:rsidP="002B3119">
      <w:r w:rsidRPr="002B3119">
        <w:t>Et beaucoup ajoutaient cette phrase qu</w:t>
      </w:r>
      <w:r w:rsidR="00E4444A" w:rsidRPr="0099306C">
        <w:t>’</w:t>
      </w:r>
      <w:r w:rsidRPr="002B3119">
        <w:t>ils avaient l</w:t>
      </w:r>
      <w:r w:rsidR="00E4444A" w:rsidRPr="0099306C">
        <w:t>’</w:t>
      </w:r>
      <w:r w:rsidRPr="002B3119">
        <w:t>air de dire sincèrement</w:t>
      </w:r>
      <w:r w:rsidR="00E4444A" w:rsidRPr="0099306C">
        <w:t> : « </w:t>
      </w:r>
      <w:r w:rsidRPr="002B3119">
        <w:t>Perdre des enfants si jeunes</w:t>
      </w:r>
      <w:r w:rsidR="00E4444A" w:rsidRPr="0099306C">
        <w:t xml:space="preserve"> ! </w:t>
      </w:r>
      <w:r w:rsidRPr="002B3119">
        <w:t>Mieux vaudrait ne les avoir jamais eus</w:t>
      </w:r>
      <w:r w:rsidR="00E4444A" w:rsidRPr="0099306C">
        <w:t> ! »</w:t>
      </w:r>
    </w:p>
    <w:p w14:paraId="42F4CE85" w14:textId="77777777" w:rsidR="00E4444A" w:rsidRPr="0099306C" w:rsidRDefault="002B3119" w:rsidP="002B3119">
      <w:r w:rsidRPr="002B3119">
        <w:t>Ah</w:t>
      </w:r>
      <w:r w:rsidR="00E4444A" w:rsidRPr="0099306C">
        <w:t xml:space="preserve"> ! </w:t>
      </w:r>
      <w:r w:rsidRPr="002B3119">
        <w:t>les pauvres</w:t>
      </w:r>
      <w:r w:rsidR="00E4444A" w:rsidRPr="0099306C">
        <w:t xml:space="preserve">, </w:t>
      </w:r>
      <w:r w:rsidRPr="002B3119">
        <w:t>les désolantes consolations</w:t>
      </w:r>
      <w:r w:rsidR="00E4444A" w:rsidRPr="0099306C">
        <w:t> !</w:t>
      </w:r>
    </w:p>
    <w:p w14:paraId="44A3A486" w14:textId="77777777" w:rsidR="00E4444A" w:rsidRPr="0099306C" w:rsidRDefault="002B3119" w:rsidP="002B3119">
      <w:r w:rsidRPr="002B3119">
        <w:t>Leur sens n</w:t>
      </w:r>
      <w:r w:rsidR="00E4444A" w:rsidRPr="0099306C">
        <w:t>’</w:t>
      </w:r>
      <w:r w:rsidRPr="002B3119">
        <w:t>était pas douteux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oubli</w:t>
      </w:r>
      <w:r w:rsidR="00E4444A" w:rsidRPr="0099306C">
        <w:t xml:space="preserve">, </w:t>
      </w:r>
      <w:r w:rsidRPr="002B3119">
        <w:t>voulait-on dire</w:t>
      </w:r>
      <w:r w:rsidR="00E4444A" w:rsidRPr="0099306C">
        <w:t xml:space="preserve">, </w:t>
      </w:r>
      <w:r w:rsidRPr="002B3119">
        <w:t>se ferait fatalement</w:t>
      </w:r>
      <w:r w:rsidR="00E4444A" w:rsidRPr="0099306C">
        <w:t xml:space="preserve">. </w:t>
      </w:r>
      <w:r w:rsidRPr="002B3119">
        <w:t>Les impressions deviendraient moins vives</w:t>
      </w:r>
      <w:r w:rsidR="00E4444A" w:rsidRPr="0099306C">
        <w:t xml:space="preserve">. </w:t>
      </w:r>
      <w:r w:rsidRPr="002B3119">
        <w:t>Le souvenir finirait par se voiler</w:t>
      </w:r>
      <w:r w:rsidR="00E4444A" w:rsidRPr="0099306C">
        <w:t xml:space="preserve">. </w:t>
      </w:r>
      <w:r w:rsidRPr="002B3119">
        <w:t>Et l</w:t>
      </w:r>
      <w:r w:rsidR="00E4444A" w:rsidRPr="0099306C">
        <w:t>’</w:t>
      </w:r>
      <w:r w:rsidRPr="002B3119">
        <w:t>on me conseillait même des voyages</w:t>
      </w:r>
      <w:r w:rsidR="00E4444A" w:rsidRPr="0099306C">
        <w:t xml:space="preserve">, </w:t>
      </w:r>
      <w:r w:rsidRPr="002B3119">
        <w:t>des distractions</w:t>
      </w:r>
      <w:r w:rsidR="00E4444A" w:rsidRPr="0099306C">
        <w:t xml:space="preserve">, </w:t>
      </w:r>
      <w:r w:rsidRPr="002B3119">
        <w:t>pour que l</w:t>
      </w:r>
      <w:r w:rsidR="00E4444A" w:rsidRPr="0099306C">
        <w:t>’</w:t>
      </w:r>
      <w:r w:rsidRPr="002B3119">
        <w:t>oubli se fît plus vite encore</w:t>
      </w:r>
      <w:r w:rsidR="00E4444A" w:rsidRPr="0099306C">
        <w:t xml:space="preserve">, </w:t>
      </w:r>
      <w:r w:rsidRPr="002B3119">
        <w:t>que je m</w:t>
      </w:r>
      <w:r w:rsidR="00E4444A" w:rsidRPr="0099306C">
        <w:t>’</w:t>
      </w:r>
      <w:r w:rsidRPr="002B3119">
        <w:t>éloignasse plus rapidement d</w:t>
      </w:r>
      <w:r w:rsidR="00E4444A" w:rsidRPr="0099306C">
        <w:t>’</w:t>
      </w:r>
      <w:r w:rsidRPr="002B3119">
        <w:t>Yvette</w:t>
      </w:r>
      <w:r w:rsidR="00E4444A" w:rsidRPr="0099306C">
        <w:t>.</w:t>
      </w:r>
    </w:p>
    <w:p w14:paraId="54EB8B36" w14:textId="77777777" w:rsidR="002B3119" w:rsidRPr="002B3119" w:rsidRDefault="002B3119" w:rsidP="002B3119">
      <w:r w:rsidRPr="002B3119">
        <w:lastRenderedPageBreak/>
        <w:t>Mais il ne leur suffisait pas</w:t>
      </w:r>
      <w:r w:rsidR="00E4444A" w:rsidRPr="0099306C">
        <w:t xml:space="preserve">, </w:t>
      </w:r>
      <w:r w:rsidRPr="002B3119">
        <w:t>à ceux qui parlaient ainsi</w:t>
      </w:r>
      <w:r w:rsidR="00E4444A" w:rsidRPr="0099306C">
        <w:t xml:space="preserve">, </w:t>
      </w:r>
      <w:r w:rsidRPr="002B3119">
        <w:t>de la vouloir supprimer de mon avenir</w:t>
      </w:r>
      <w:r w:rsidR="00E4444A" w:rsidRPr="0099306C">
        <w:t xml:space="preserve">. </w:t>
      </w:r>
      <w:r w:rsidRPr="002B3119">
        <w:t>Ils regrettaient de ne pouvoir l</w:t>
      </w:r>
      <w:r w:rsidR="00E4444A" w:rsidRPr="0099306C">
        <w:t>’</w:t>
      </w:r>
      <w:r w:rsidRPr="002B3119">
        <w:t>abolir dans le passé</w:t>
      </w:r>
      <w:r w:rsidR="00E4444A" w:rsidRPr="0099306C">
        <w:t>. « </w:t>
      </w:r>
      <w:r w:rsidRPr="002B3119">
        <w:t>Mieux vaudrait ne l</w:t>
      </w:r>
      <w:r w:rsidR="00E4444A" w:rsidRPr="0099306C">
        <w:t>’</w:t>
      </w:r>
      <w:r w:rsidRPr="002B3119">
        <w:t>avoir jamais eue</w:t>
      </w:r>
      <w:r w:rsidR="00E4444A" w:rsidRPr="0099306C">
        <w:t> ! »</w:t>
      </w:r>
    </w:p>
    <w:p w14:paraId="6B486AFC" w14:textId="77777777" w:rsidR="00E4444A" w:rsidRPr="0099306C" w:rsidRDefault="002B3119" w:rsidP="002B3119">
      <w:r w:rsidRPr="002B3119">
        <w:t>Contre de telles paroles</w:t>
      </w:r>
      <w:r w:rsidR="00E4444A" w:rsidRPr="0099306C">
        <w:t xml:space="preserve">, </w:t>
      </w:r>
      <w:r w:rsidRPr="002B3119">
        <w:t>je sentais protester tout mon être</w:t>
      </w:r>
      <w:r w:rsidR="00E4444A" w:rsidRPr="0099306C">
        <w:t xml:space="preserve">. </w:t>
      </w:r>
      <w:r w:rsidRPr="002B3119">
        <w:t>Pourtant</w:t>
      </w:r>
      <w:r w:rsidR="00E4444A" w:rsidRPr="0099306C">
        <w:t xml:space="preserve">, </w:t>
      </w:r>
      <w:r w:rsidRPr="002B3119">
        <w:t>si je regardais autour de moi</w:t>
      </w:r>
      <w:r w:rsidR="00E4444A" w:rsidRPr="0099306C">
        <w:t xml:space="preserve">, </w:t>
      </w:r>
      <w:r w:rsidRPr="002B3119">
        <w:t>mes consol</w:t>
      </w:r>
      <w:r w:rsidRPr="002B3119">
        <w:t>a</w:t>
      </w:r>
      <w:r w:rsidRPr="002B3119">
        <w:t>teurs semblaient avoir raison</w:t>
      </w:r>
      <w:r w:rsidR="00E4444A" w:rsidRPr="0099306C">
        <w:t xml:space="preserve">. </w:t>
      </w:r>
      <w:r w:rsidRPr="002B3119">
        <w:t>Les morts tombent vite dans l</w:t>
      </w:r>
      <w:r w:rsidR="00E4444A" w:rsidRPr="0099306C">
        <w:t>’</w:t>
      </w:r>
      <w:r w:rsidRPr="002B3119">
        <w:t>oubli</w:t>
      </w:r>
      <w:r w:rsidR="00E4444A" w:rsidRPr="0099306C">
        <w:t xml:space="preserve">. </w:t>
      </w:r>
      <w:r w:rsidRPr="002B3119">
        <w:t>Quelque temps</w:t>
      </w:r>
      <w:r w:rsidR="00E4444A" w:rsidRPr="0099306C">
        <w:t xml:space="preserve">, </w:t>
      </w:r>
      <w:r w:rsidRPr="002B3119">
        <w:t>par décence</w:t>
      </w:r>
      <w:r w:rsidR="00E4444A" w:rsidRPr="0099306C">
        <w:t xml:space="preserve">, </w:t>
      </w:r>
      <w:r w:rsidRPr="002B3119">
        <w:t>nous honorons leur mémoire</w:t>
      </w:r>
      <w:r w:rsidR="00E4444A" w:rsidRPr="0099306C">
        <w:t xml:space="preserve">, </w:t>
      </w:r>
      <w:r w:rsidRPr="002B3119">
        <w:t>nous portons un deuil dont la mode a même fixé la durée</w:t>
      </w:r>
      <w:r w:rsidR="00E4444A" w:rsidRPr="0099306C">
        <w:t xml:space="preserve">. </w:t>
      </w:r>
      <w:r w:rsidRPr="002B3119">
        <w:t>Peu d</w:t>
      </w:r>
      <w:r w:rsidR="00E4444A" w:rsidRPr="0099306C">
        <w:t>’</w:t>
      </w:r>
      <w:r w:rsidRPr="002B3119">
        <w:t>années suffisent pour que nous n</w:t>
      </w:r>
      <w:r w:rsidR="00E4444A" w:rsidRPr="0099306C">
        <w:t>’</w:t>
      </w:r>
      <w:r w:rsidRPr="002B3119">
        <w:t>observions plus qu</w:t>
      </w:r>
      <w:r w:rsidR="00E4444A" w:rsidRPr="0099306C">
        <w:t>’</w:t>
      </w:r>
      <w:r w:rsidRPr="002B3119">
        <w:t>un demi-deuil</w:t>
      </w:r>
      <w:r w:rsidR="00E4444A" w:rsidRPr="0099306C">
        <w:t>. « </w:t>
      </w:r>
      <w:r w:rsidRPr="002B3119">
        <w:t>Attention</w:t>
      </w:r>
      <w:r w:rsidR="00E4444A" w:rsidRPr="0099306C">
        <w:t xml:space="preserve"> ! </w:t>
      </w:r>
      <w:r w:rsidRPr="002B3119">
        <w:t>pourrions-nous dire aux morts</w:t>
      </w:r>
      <w:r w:rsidR="00E4444A" w:rsidRPr="0099306C">
        <w:t xml:space="preserve">. </w:t>
      </w:r>
      <w:r w:rsidRPr="002B3119">
        <w:t>Déjà</w:t>
      </w:r>
      <w:r w:rsidR="00E4444A" w:rsidRPr="0099306C">
        <w:t xml:space="preserve">, </w:t>
      </w:r>
      <w:r w:rsidRPr="002B3119">
        <w:t>vous êtes à demi oubliés</w:t>
      </w:r>
      <w:r w:rsidR="00E4444A" w:rsidRPr="0099306C">
        <w:t>. »</w:t>
      </w:r>
      <w:r w:rsidRPr="002B3119">
        <w:t xml:space="preserve"> Un peu de temps s</w:t>
      </w:r>
      <w:r w:rsidR="00E4444A" w:rsidRPr="0099306C">
        <w:t>’</w:t>
      </w:r>
      <w:r w:rsidRPr="002B3119">
        <w:t>écoule encore</w:t>
      </w:r>
      <w:r w:rsidR="00E4444A" w:rsidRPr="0099306C">
        <w:t xml:space="preserve">. </w:t>
      </w:r>
      <w:r w:rsidRPr="002B3119">
        <w:t>Les crêpes tombent de nos bras</w:t>
      </w:r>
      <w:r w:rsidR="00E4444A" w:rsidRPr="0099306C">
        <w:t xml:space="preserve">. </w:t>
      </w:r>
      <w:r w:rsidRPr="002B3119">
        <w:t>Les bo</w:t>
      </w:r>
      <w:r w:rsidRPr="002B3119">
        <w:t>r</w:t>
      </w:r>
      <w:r w:rsidRPr="002B3119">
        <w:t>dures noires s</w:t>
      </w:r>
      <w:r w:rsidR="00E4444A" w:rsidRPr="0099306C">
        <w:t>’</w:t>
      </w:r>
      <w:r w:rsidRPr="002B3119">
        <w:t>effacent des cartes</w:t>
      </w:r>
      <w:r w:rsidR="00E4444A" w:rsidRPr="0099306C">
        <w:t xml:space="preserve">. </w:t>
      </w:r>
      <w:r w:rsidRPr="002B3119">
        <w:t>Le vide se fait dans nos âmes</w:t>
      </w:r>
      <w:r w:rsidR="00E4444A" w:rsidRPr="0099306C">
        <w:t xml:space="preserve">. </w:t>
      </w:r>
      <w:r w:rsidRPr="002B3119">
        <w:t>Les pauvres morts</w:t>
      </w:r>
      <w:r w:rsidR="00E4444A" w:rsidRPr="0099306C">
        <w:t xml:space="preserve">, </w:t>
      </w:r>
      <w:r w:rsidRPr="002B3119">
        <w:t>morts deux fois</w:t>
      </w:r>
      <w:r w:rsidR="00E4444A" w:rsidRPr="0099306C">
        <w:t xml:space="preserve"> ! </w:t>
      </w:r>
      <w:r w:rsidRPr="002B3119">
        <w:t>ne comptent d</w:t>
      </w:r>
      <w:r w:rsidRPr="002B3119">
        <w:t>é</w:t>
      </w:r>
      <w:r w:rsidRPr="002B3119">
        <w:t>cidément plus pour nous</w:t>
      </w:r>
      <w:r w:rsidR="00E4444A" w:rsidRPr="0099306C">
        <w:t>.</w:t>
      </w:r>
    </w:p>
    <w:p w14:paraId="543D339E" w14:textId="77777777" w:rsidR="00E4444A" w:rsidRPr="0099306C" w:rsidRDefault="002B3119" w:rsidP="002B3119">
      <w:r w:rsidRPr="006F7057">
        <w:t>Pouvais-je échapper à la loi commune</w:t>
      </w:r>
      <w:r w:rsidR="00E4444A" w:rsidRPr="006F7057">
        <w:t xml:space="preserve"> ? </w:t>
      </w:r>
      <w:r w:rsidRPr="006F7057">
        <w:t>Grâce au ciel</w:t>
      </w:r>
      <w:r w:rsidR="00E4444A" w:rsidRPr="006F7057">
        <w:t xml:space="preserve">, </w:t>
      </w:r>
      <w:r w:rsidRPr="006F7057">
        <w:t>j</w:t>
      </w:r>
      <w:r w:rsidR="00E4444A" w:rsidRPr="006F7057">
        <w:t>’</w:t>
      </w:r>
      <w:r w:rsidRPr="006F7057">
        <w:t>avais déjà fait l</w:t>
      </w:r>
      <w:r w:rsidR="00E4444A" w:rsidRPr="006F7057">
        <w:t>’</w:t>
      </w:r>
      <w:r w:rsidRPr="006F7057">
        <w:t>expérience que mes seules forces me v</w:t>
      </w:r>
      <w:r w:rsidRPr="006F7057">
        <w:t>e</w:t>
      </w:r>
      <w:r w:rsidRPr="006F7057">
        <w:t>naient d</w:t>
      </w:r>
      <w:r w:rsidR="00E4444A" w:rsidRPr="006F7057">
        <w:t>’</w:t>
      </w:r>
      <w:r w:rsidRPr="006F7057">
        <w:t>Yvette</w:t>
      </w:r>
      <w:r w:rsidR="00E4444A" w:rsidRPr="006F7057">
        <w:t xml:space="preserve">. </w:t>
      </w:r>
      <w:r w:rsidRPr="006F7057">
        <w:t>La consolation ne pouvait venir de l</w:t>
      </w:r>
      <w:r w:rsidR="00E4444A" w:rsidRPr="006F7057">
        <w:t>’</w:t>
      </w:r>
      <w:r w:rsidRPr="006F7057">
        <w:t>oubli</w:t>
      </w:r>
      <w:r w:rsidR="00E4444A" w:rsidRPr="006F7057">
        <w:t xml:space="preserve">. </w:t>
      </w:r>
      <w:r w:rsidRPr="006F7057">
        <w:t xml:space="preserve">Perdre Yvette </w:t>
      </w:r>
      <w:r w:rsidRPr="002B3119">
        <w:t>avait été un grand malheur</w:t>
      </w:r>
      <w:r w:rsidR="00E4444A" w:rsidRPr="0099306C">
        <w:t xml:space="preserve"> ; </w:t>
      </w:r>
      <w:r w:rsidRPr="002B3119">
        <w:t>l</w:t>
      </w:r>
      <w:r w:rsidR="00E4444A" w:rsidRPr="0099306C">
        <w:t>’</w:t>
      </w:r>
      <w:r w:rsidRPr="002B3119">
        <w:t>oublier serait un malheur nouveau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avoir eue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en avais acquis la certitude</w:t>
      </w:r>
      <w:r w:rsidR="00E4444A" w:rsidRPr="0099306C">
        <w:t xml:space="preserve">, </w:t>
      </w:r>
      <w:r w:rsidRPr="002B3119">
        <w:t>demeurait le plus grand bonheur de ma vie</w:t>
      </w:r>
      <w:r w:rsidR="00E4444A" w:rsidRPr="0099306C">
        <w:t>.</w:t>
      </w:r>
    </w:p>
    <w:p w14:paraId="4AF207CB" w14:textId="77777777" w:rsidR="00E4444A" w:rsidRPr="0099306C" w:rsidRDefault="002B3119" w:rsidP="002B3119">
      <w:r w:rsidRPr="002B3119">
        <w:t>Pour rien au monde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aurais voulu qu</w:t>
      </w:r>
      <w:r w:rsidR="00E4444A" w:rsidRPr="0099306C">
        <w:t>’</w:t>
      </w:r>
      <w:r w:rsidRPr="002B3119">
        <w:t>elle n</w:t>
      </w:r>
      <w:r w:rsidR="00E4444A" w:rsidRPr="0099306C">
        <w:t>’</w:t>
      </w:r>
      <w:r w:rsidRPr="002B3119">
        <w:t>eût pas été</w:t>
      </w:r>
      <w:r w:rsidR="00E4444A" w:rsidRPr="0099306C">
        <w:t xml:space="preserve">. </w:t>
      </w:r>
      <w:r w:rsidRPr="002B3119">
        <w:t>Pour ceux qui l</w:t>
      </w:r>
      <w:r w:rsidR="00E4444A" w:rsidRPr="0099306C">
        <w:t>’</w:t>
      </w:r>
      <w:r w:rsidRPr="002B3119">
        <w:t>avaient connue</w:t>
      </w:r>
      <w:r w:rsidR="00E4444A" w:rsidRPr="0099306C">
        <w:t xml:space="preserve">, </w:t>
      </w:r>
      <w:r w:rsidRPr="002B3119">
        <w:t>mon nom s</w:t>
      </w:r>
      <w:r w:rsidR="00E4444A" w:rsidRPr="0099306C">
        <w:t>’</w:t>
      </w:r>
      <w:r w:rsidRPr="002B3119">
        <w:t>accompagnait d</w:t>
      </w:r>
      <w:r w:rsidR="00E4444A" w:rsidRPr="0099306C">
        <w:t>’</w:t>
      </w:r>
      <w:r w:rsidRPr="002B3119">
        <w:t>une radieuse image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une vision d</w:t>
      </w:r>
      <w:r w:rsidR="00E4444A" w:rsidRPr="0099306C">
        <w:t>’</w:t>
      </w:r>
      <w:r w:rsidRPr="002B3119">
        <w:t>innocence et de clarté</w:t>
      </w:r>
      <w:r w:rsidR="00E4444A" w:rsidRPr="0099306C">
        <w:t xml:space="preserve">. </w:t>
      </w:r>
      <w:r w:rsidRPr="002B3119">
        <w:t>Yvette avait été ma parure et ma joie</w:t>
      </w:r>
      <w:r w:rsidR="00E4444A" w:rsidRPr="0099306C">
        <w:t xml:space="preserve">. </w:t>
      </w:r>
      <w:r w:rsidRPr="002B3119">
        <w:t>Ceux qui m</w:t>
      </w:r>
      <w:r w:rsidR="00E4444A" w:rsidRPr="0099306C">
        <w:t>’</w:t>
      </w:r>
      <w:r w:rsidRPr="002B3119">
        <w:t>aimaient encore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à cause d</w:t>
      </w:r>
      <w:r w:rsidR="00E4444A" w:rsidRPr="0099306C">
        <w:t>’</w:t>
      </w:r>
      <w:r w:rsidRPr="002B3119">
        <w:t>elles qu</w:t>
      </w:r>
      <w:r w:rsidR="00E4444A" w:rsidRPr="0099306C">
        <w:t>’</w:t>
      </w:r>
      <w:r w:rsidRPr="002B3119">
        <w:t>ils m</w:t>
      </w:r>
      <w:r w:rsidR="00E4444A" w:rsidRPr="0099306C">
        <w:t>’</w:t>
      </w:r>
      <w:r w:rsidRPr="002B3119">
        <w:t>aimaient</w:t>
      </w:r>
      <w:r w:rsidR="00E4444A" w:rsidRPr="0099306C">
        <w:t xml:space="preserve">. </w:t>
      </w:r>
      <w:r w:rsidRPr="002B3119">
        <w:t>Sans elle les aurais-je eus</w:t>
      </w:r>
      <w:r w:rsidR="00E4444A" w:rsidRPr="0099306C">
        <w:t xml:space="preserve">, </w:t>
      </w:r>
      <w:r w:rsidRPr="002B3119">
        <w:t>tous les colif</w:t>
      </w:r>
      <w:r w:rsidRPr="002B3119">
        <w:t>i</w:t>
      </w:r>
      <w:r w:rsidRPr="002B3119">
        <w:t>chets dont s</w:t>
      </w:r>
      <w:r w:rsidR="00E4444A" w:rsidRPr="0099306C">
        <w:t>’</w:t>
      </w:r>
      <w:r w:rsidRPr="002B3119">
        <w:t>illuminaient mes armoires</w:t>
      </w:r>
      <w:r w:rsidR="00E4444A" w:rsidRPr="0099306C">
        <w:t xml:space="preserve"> ? </w:t>
      </w:r>
      <w:r w:rsidRPr="002B3119">
        <w:t>Aurait-elle existé</w:t>
      </w:r>
      <w:r w:rsidR="00134FA1" w:rsidRPr="0099306C">
        <w:t>,</w:t>
      </w:r>
      <w:r w:rsidR="00E4444A" w:rsidRPr="0099306C">
        <w:t xml:space="preserve"> </w:t>
      </w:r>
      <w:r w:rsidRPr="002B3119">
        <w:t>cette chambre d</w:t>
      </w:r>
      <w:r w:rsidR="00E4444A" w:rsidRPr="0099306C">
        <w:t>’</w:t>
      </w:r>
      <w:r w:rsidRPr="002B3119">
        <w:t>Yvette que je continuais à fleurir</w:t>
      </w:r>
      <w:r w:rsidR="00E4444A" w:rsidRPr="0099306C">
        <w:t xml:space="preserve"> ? </w:t>
      </w:r>
      <w:r w:rsidRPr="002B3119">
        <w:t>Tout ce que je gardais au c</w:t>
      </w:r>
      <w:r w:rsidR="00E4444A" w:rsidRPr="0099306C">
        <w:t>œ</w:t>
      </w:r>
      <w:r w:rsidRPr="002B3119">
        <w:t>ur de frais</w:t>
      </w:r>
      <w:r w:rsidR="00E4444A" w:rsidRPr="0099306C">
        <w:t xml:space="preserve">, </w:t>
      </w:r>
      <w:r w:rsidRPr="002B3119">
        <w:t>de tendre et de joli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d</w:t>
      </w:r>
      <w:r w:rsidR="00E4444A" w:rsidRPr="0099306C">
        <w:t>’</w:t>
      </w:r>
      <w:r w:rsidRPr="002B3119">
        <w:t>Yvette que je l</w:t>
      </w:r>
      <w:r w:rsidR="00E4444A" w:rsidRPr="0099306C">
        <w:t>’</w:t>
      </w:r>
      <w:r w:rsidRPr="002B3119">
        <w:t>avais reçu</w:t>
      </w:r>
      <w:r w:rsidR="00E4444A" w:rsidRPr="0099306C">
        <w:t xml:space="preserve">. </w:t>
      </w:r>
      <w:r w:rsidRPr="002B3119">
        <w:t xml:space="preserve">Ma </w:t>
      </w:r>
      <w:r w:rsidRPr="002B3119">
        <w:lastRenderedPageBreak/>
        <w:t>douleur m</w:t>
      </w:r>
      <w:r w:rsidR="00E4444A" w:rsidRPr="0099306C">
        <w:t>’</w:t>
      </w:r>
      <w:r w:rsidRPr="002B3119">
        <w:t>était si précieuse qu</w:t>
      </w:r>
      <w:r w:rsidR="00E4444A" w:rsidRPr="0099306C">
        <w:t>’</w:t>
      </w:r>
      <w:r w:rsidRPr="002B3119">
        <w:t>il n</w:t>
      </w:r>
      <w:r w:rsidR="00E4444A" w:rsidRPr="0099306C">
        <w:t>’</w:t>
      </w:r>
      <w:r w:rsidRPr="002B3119">
        <w:t>était pas un bien au monde contre lequel je l</w:t>
      </w:r>
      <w:r w:rsidR="00E4444A" w:rsidRPr="0099306C">
        <w:t>’</w:t>
      </w:r>
      <w:r w:rsidRPr="002B3119">
        <w:t>aurais échangée</w:t>
      </w:r>
      <w:r w:rsidR="00E4444A" w:rsidRPr="0099306C">
        <w:t>.</w:t>
      </w:r>
    </w:p>
    <w:p w14:paraId="4221D6F4" w14:textId="77777777" w:rsidR="00E4444A" w:rsidRPr="0099306C" w:rsidRDefault="002B3119" w:rsidP="002B3119">
      <w:r w:rsidRPr="002B3119">
        <w:t>Yvette avait été</w:t>
      </w:r>
      <w:r w:rsidR="00E4444A" w:rsidRPr="0099306C">
        <w:t xml:space="preserve">, </w:t>
      </w:r>
      <w:r w:rsidRPr="002B3119">
        <w:t>Yvette était encore ce que je possédais de meilleur sur la terre</w:t>
      </w:r>
      <w:r w:rsidR="00E4444A" w:rsidRPr="0099306C">
        <w:t xml:space="preserve">. </w:t>
      </w:r>
      <w:r w:rsidRPr="002B3119">
        <w:t>Sa trace lumineuse éclairait ma vie</w:t>
      </w:r>
      <w:r w:rsidR="00E4444A" w:rsidRPr="0099306C">
        <w:t xml:space="preserve">. </w:t>
      </w:r>
      <w:r w:rsidRPr="002B3119">
        <w:t>Allais-je</w:t>
      </w:r>
      <w:r w:rsidR="00E4444A" w:rsidRPr="0099306C">
        <w:t xml:space="preserve">, </w:t>
      </w:r>
      <w:r w:rsidRPr="002B3119">
        <w:t>en l</w:t>
      </w:r>
      <w:r w:rsidR="00E4444A" w:rsidRPr="0099306C">
        <w:t>’</w:t>
      </w:r>
      <w:r w:rsidRPr="002B3119">
        <w:t>oubliant</w:t>
      </w:r>
      <w:r w:rsidR="00E4444A" w:rsidRPr="0099306C">
        <w:t xml:space="preserve">, </w:t>
      </w:r>
      <w:r w:rsidRPr="002B3119">
        <w:t>la perdre davantage</w:t>
      </w:r>
      <w:r w:rsidR="00E4444A" w:rsidRPr="0099306C">
        <w:t xml:space="preserve">, </w:t>
      </w:r>
      <w:r w:rsidRPr="002B3119">
        <w:t>redevenir le pauvre homme nu que</w:t>
      </w:r>
      <w:r w:rsidR="00E4444A" w:rsidRPr="0099306C">
        <w:t xml:space="preserve">, </w:t>
      </w:r>
      <w:r w:rsidRPr="002B3119">
        <w:t>sans elle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aurais été</w:t>
      </w:r>
      <w:r w:rsidR="00E4444A" w:rsidRPr="0099306C">
        <w:t xml:space="preserve"> ? </w:t>
      </w:r>
      <w:r w:rsidRPr="002B3119">
        <w:t>Ce lien qui nous avait unis</w:t>
      </w:r>
      <w:r w:rsidR="00E4444A" w:rsidRPr="0099306C">
        <w:t xml:space="preserve">, </w:t>
      </w:r>
      <w:r w:rsidRPr="002B3119">
        <w:t>la mort ne pouvait l</w:t>
      </w:r>
      <w:r w:rsidR="00E4444A" w:rsidRPr="0099306C">
        <w:t>’</w:t>
      </w:r>
      <w:r w:rsidRPr="002B3119">
        <w:t>avoir brisé tout à fait</w:t>
      </w:r>
      <w:r w:rsidR="00E4444A" w:rsidRPr="0099306C">
        <w:t xml:space="preserve">. </w:t>
      </w:r>
      <w:r w:rsidRPr="002B3119">
        <w:t>Et si je n</w:t>
      </w:r>
      <w:r w:rsidR="00E4444A" w:rsidRPr="0099306C">
        <w:t>’</w:t>
      </w:r>
      <w:r w:rsidRPr="002B3119">
        <w:t>oubliais pas Yvette</w:t>
      </w:r>
      <w:r w:rsidR="00E4444A" w:rsidRPr="0099306C">
        <w:t xml:space="preserve">, </w:t>
      </w:r>
      <w:r w:rsidRPr="002B3119">
        <w:t>si j</w:t>
      </w:r>
      <w:r w:rsidR="00E4444A" w:rsidRPr="0099306C">
        <w:t>’</w:t>
      </w:r>
      <w:r w:rsidRPr="002B3119">
        <w:t>acquérais l</w:t>
      </w:r>
      <w:r w:rsidR="00E4444A" w:rsidRPr="0099306C">
        <w:t>’</w:t>
      </w:r>
      <w:r w:rsidRPr="002B3119">
        <w:t>espérance de la r</w:t>
      </w:r>
      <w:r w:rsidRPr="002B3119">
        <w:t>e</w:t>
      </w:r>
      <w:r w:rsidRPr="002B3119">
        <w:t>trouver ailleurs</w:t>
      </w:r>
      <w:r w:rsidR="00E4444A" w:rsidRPr="0099306C">
        <w:t xml:space="preserve">, </w:t>
      </w:r>
      <w:r w:rsidRPr="002B3119">
        <w:t>chaque jour nouveau</w:t>
      </w:r>
      <w:r w:rsidR="00E4444A" w:rsidRPr="0099306C">
        <w:t xml:space="preserve">, </w:t>
      </w:r>
      <w:r w:rsidRPr="002B3119">
        <w:t>loin de m</w:t>
      </w:r>
      <w:r w:rsidR="00E4444A" w:rsidRPr="0099306C">
        <w:t>’</w:t>
      </w:r>
      <w:r w:rsidRPr="002B3119">
        <w:t>éloigner d</w:t>
      </w:r>
      <w:r w:rsidR="00E4444A" w:rsidRPr="0099306C">
        <w:t>’</w:t>
      </w:r>
      <w:r w:rsidRPr="002B3119">
        <w:t>elle</w:t>
      </w:r>
      <w:r w:rsidR="00E4444A" w:rsidRPr="0099306C">
        <w:t xml:space="preserve">, </w:t>
      </w:r>
      <w:r w:rsidRPr="002B3119">
        <w:t>serait un pas de plus que je ferais vers le revoir</w:t>
      </w:r>
      <w:r w:rsidR="00E4444A" w:rsidRPr="0099306C">
        <w:t>.</w:t>
      </w:r>
    </w:p>
    <w:p w14:paraId="2740312C" w14:textId="77777777" w:rsidR="002B3119" w:rsidRPr="002B3119" w:rsidRDefault="002B3119" w:rsidP="002B3119"/>
    <w:p w14:paraId="64AB395A" w14:textId="77777777" w:rsidR="00E4444A" w:rsidRPr="0099306C" w:rsidRDefault="002B3119" w:rsidP="002B3119">
      <w:r w:rsidRPr="002B3119">
        <w:t>Malgré la mort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en avais fait l</w:t>
      </w:r>
      <w:r w:rsidR="00E4444A" w:rsidRPr="0099306C">
        <w:t>’</w:t>
      </w:r>
      <w:r w:rsidRPr="002B3119">
        <w:t>expérience</w:t>
      </w:r>
      <w:r w:rsidR="00E4444A" w:rsidRPr="0099306C">
        <w:t xml:space="preserve">, </w:t>
      </w:r>
      <w:r w:rsidRPr="002B3119">
        <w:t>Yvette était encore vivante pour moi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amour est plus fort que la mort</w:t>
      </w:r>
      <w:r w:rsidR="00E4444A" w:rsidRPr="0099306C">
        <w:t xml:space="preserve">. </w:t>
      </w:r>
      <w:r w:rsidRPr="002B3119">
        <w:t>Tant que ma pensée lui resterait fidèle</w:t>
      </w:r>
      <w:r w:rsidR="00E4444A" w:rsidRPr="0099306C">
        <w:t xml:space="preserve">, </w:t>
      </w:r>
      <w:r w:rsidRPr="002B3119">
        <w:t>mon enfant me sa</w:t>
      </w:r>
      <w:r w:rsidRPr="002B3119">
        <w:t>u</w:t>
      </w:r>
      <w:r w:rsidRPr="002B3119">
        <w:t>verait de l</w:t>
      </w:r>
      <w:r w:rsidR="00E4444A" w:rsidRPr="0099306C">
        <w:t>’</w:t>
      </w:r>
      <w:r w:rsidRPr="002B3119">
        <w:t>abandon</w:t>
      </w:r>
      <w:r w:rsidR="00E4444A" w:rsidRPr="0099306C">
        <w:t xml:space="preserve">. </w:t>
      </w:r>
      <w:r w:rsidRPr="002B3119">
        <w:t>Aussi</w:t>
      </w:r>
      <w:r w:rsidR="00E4444A" w:rsidRPr="0099306C">
        <w:t xml:space="preserve">, </w:t>
      </w:r>
      <w:r w:rsidRPr="002B3119">
        <w:t>je lutterais contre la brume</w:t>
      </w:r>
      <w:r w:rsidR="00E4444A" w:rsidRPr="0099306C">
        <w:t xml:space="preserve">. </w:t>
      </w:r>
      <w:r w:rsidR="00134FA1" w:rsidRPr="0099306C">
        <w:t>À</w:t>
      </w:r>
      <w:r w:rsidRPr="002B3119">
        <w:t xml:space="preserve"> ses chers souvenirs</w:t>
      </w:r>
      <w:r w:rsidR="00E4444A" w:rsidRPr="0099306C">
        <w:t xml:space="preserve">, </w:t>
      </w:r>
      <w:r w:rsidRPr="002B3119">
        <w:t>je me cramponnerais</w:t>
      </w:r>
      <w:r w:rsidR="00E4444A" w:rsidRPr="0099306C">
        <w:t xml:space="preserve">. </w:t>
      </w:r>
      <w:r w:rsidRPr="002B3119">
        <w:t>Toutes les petites choses qu</w:t>
      </w:r>
      <w:r w:rsidR="00E4444A" w:rsidRPr="0099306C">
        <w:t>’</w:t>
      </w:r>
      <w:r w:rsidRPr="002B3119">
        <w:t>elle avait eues</w:t>
      </w:r>
      <w:r w:rsidR="00E4444A" w:rsidRPr="0099306C">
        <w:t xml:space="preserve">, </w:t>
      </w:r>
      <w:r w:rsidRPr="002B3119">
        <w:t>ses guimpes</w:t>
      </w:r>
      <w:r w:rsidR="00E4444A" w:rsidRPr="0099306C">
        <w:t xml:space="preserve">, </w:t>
      </w:r>
      <w:r w:rsidRPr="002B3119">
        <w:t>ses robes</w:t>
      </w:r>
      <w:r w:rsidR="00E4444A" w:rsidRPr="0099306C">
        <w:t xml:space="preserve">, </w:t>
      </w:r>
      <w:r w:rsidRPr="002B3119">
        <w:t>ses bo</w:t>
      </w:r>
      <w:r w:rsidRPr="002B3119">
        <w:t>t</w:t>
      </w:r>
      <w:r w:rsidRPr="002B3119">
        <w:t>tines</w:t>
      </w:r>
      <w:r w:rsidR="00E4444A" w:rsidRPr="0099306C">
        <w:t xml:space="preserve">, </w:t>
      </w:r>
      <w:r w:rsidRPr="002B3119">
        <w:t>je me garderais bien de les disperser</w:t>
      </w:r>
      <w:r w:rsidR="00E4444A" w:rsidRPr="0099306C">
        <w:t xml:space="preserve">. </w:t>
      </w:r>
      <w:r w:rsidRPr="002B3119">
        <w:t>Ses poupées ne seraient point exilées</w:t>
      </w:r>
      <w:r w:rsidR="00E4444A" w:rsidRPr="0099306C">
        <w:t xml:space="preserve">. </w:t>
      </w:r>
      <w:r w:rsidRPr="002B3119">
        <w:t>Chaque matin</w:t>
      </w:r>
      <w:r w:rsidR="00E4444A" w:rsidRPr="0099306C">
        <w:t xml:space="preserve">, </w:t>
      </w:r>
      <w:r w:rsidRPr="002B3119">
        <w:t>revoyant ses portraits</w:t>
      </w:r>
      <w:r w:rsidR="00E4444A" w:rsidRPr="0099306C">
        <w:t xml:space="preserve">, </w:t>
      </w:r>
      <w:r w:rsidRPr="002B3119">
        <w:t>dès mon réveil je retrouverais son regard</w:t>
      </w:r>
      <w:r w:rsidR="00E4444A" w:rsidRPr="0099306C">
        <w:t xml:space="preserve">. </w:t>
      </w:r>
      <w:r w:rsidRPr="002B3119">
        <w:t>Je me redirais ses petites phrases</w:t>
      </w:r>
      <w:r w:rsidR="00E4444A" w:rsidRPr="0099306C">
        <w:t xml:space="preserve">, </w:t>
      </w:r>
      <w:r w:rsidRPr="002B3119">
        <w:t>de peur d</w:t>
      </w:r>
      <w:r w:rsidR="00E4444A" w:rsidRPr="0099306C">
        <w:t>’</w:t>
      </w:r>
      <w:r w:rsidRPr="002B3119">
        <w:t>oublier son accent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contre le temps qui passe</w:t>
      </w:r>
      <w:r w:rsidR="00E4444A" w:rsidRPr="0099306C">
        <w:t xml:space="preserve">, </w:t>
      </w:r>
      <w:r w:rsidRPr="002B3119">
        <w:t>je protégerais mon intime trésor</w:t>
      </w:r>
      <w:r w:rsidR="00E4444A" w:rsidRPr="0099306C">
        <w:t>.</w:t>
      </w:r>
    </w:p>
    <w:p w14:paraId="17C41FC5" w14:textId="77777777" w:rsidR="00E4444A" w:rsidRPr="0099306C" w:rsidRDefault="002B3119" w:rsidP="002B3119">
      <w:r w:rsidRPr="002B3119">
        <w:t>Mes amis voulaient me distraire</w:t>
      </w:r>
      <w:r w:rsidR="00E4444A" w:rsidRPr="0099306C">
        <w:t xml:space="preserve">, </w:t>
      </w:r>
      <w:r w:rsidRPr="002B3119">
        <w:t>mais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il m</w:t>
      </w:r>
      <w:r w:rsidR="00E4444A" w:rsidRPr="0099306C">
        <w:t>’</w:t>
      </w:r>
      <w:r w:rsidRPr="002B3119">
        <w:t>arrivait d</w:t>
      </w:r>
      <w:r w:rsidR="00E4444A" w:rsidRPr="0099306C">
        <w:t>’</w:t>
      </w:r>
      <w:r w:rsidRPr="002B3119">
        <w:t>oublier Yvette quelques heures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être mêlé à des milieux trop bruyants</w:t>
      </w:r>
      <w:r w:rsidR="00E4444A" w:rsidRPr="0099306C">
        <w:t xml:space="preserve">, </w:t>
      </w:r>
      <w:r w:rsidRPr="002B3119">
        <w:t>je payais ensuite cette imprudence par une accablante sensation d</w:t>
      </w:r>
      <w:r w:rsidR="00E4444A" w:rsidRPr="0099306C">
        <w:t>’</w:t>
      </w:r>
      <w:r w:rsidRPr="002B3119">
        <w:t>isolement</w:t>
      </w:r>
      <w:r w:rsidR="00E4444A" w:rsidRPr="0099306C">
        <w:t xml:space="preserve">. </w:t>
      </w:r>
      <w:r w:rsidRPr="002B3119">
        <w:t>Mon deuil</w:t>
      </w:r>
      <w:r w:rsidR="00E4444A" w:rsidRPr="0099306C">
        <w:t xml:space="preserve">, </w:t>
      </w:r>
      <w:r w:rsidRPr="002B3119">
        <w:t>au contraire</w:t>
      </w:r>
      <w:r w:rsidR="00E4444A" w:rsidRPr="0099306C">
        <w:t xml:space="preserve">, </w:t>
      </w:r>
      <w:r w:rsidRPr="002B3119">
        <w:t>me devenait un refuge</w:t>
      </w:r>
      <w:r w:rsidR="00E4444A" w:rsidRPr="0099306C">
        <w:t xml:space="preserve">. </w:t>
      </w:r>
      <w:r w:rsidRPr="002B3119">
        <w:t>Dans ma douleur</w:t>
      </w:r>
      <w:r w:rsidR="00E4444A" w:rsidRPr="0099306C">
        <w:t xml:space="preserve">, </w:t>
      </w:r>
      <w:r w:rsidRPr="002B3119">
        <w:t>je me sentais à l</w:t>
      </w:r>
      <w:r w:rsidR="00E4444A" w:rsidRPr="0099306C">
        <w:t>’</w:t>
      </w:r>
      <w:r w:rsidRPr="002B3119">
        <w:t>abri</w:t>
      </w:r>
      <w:r w:rsidR="00E4444A" w:rsidRPr="0099306C">
        <w:t xml:space="preserve">. </w:t>
      </w:r>
      <w:r w:rsidRPr="002B3119">
        <w:t>Jamais je ne m</w:t>
      </w:r>
      <w:r w:rsidR="00E4444A" w:rsidRPr="0099306C">
        <w:t>’</w:t>
      </w:r>
      <w:r w:rsidRPr="002B3119">
        <w:t>asseyais près de la petite tombe sans me sentir environné de tendresse</w:t>
      </w:r>
      <w:r w:rsidR="00E4444A" w:rsidRPr="0099306C">
        <w:t xml:space="preserve">. </w:t>
      </w:r>
      <w:r w:rsidRPr="002B3119">
        <w:t>Et</w:t>
      </w:r>
      <w:r w:rsidR="00E4444A" w:rsidRPr="0099306C">
        <w:t xml:space="preserve">, </w:t>
      </w:r>
      <w:r w:rsidRPr="002B3119">
        <w:t>le soir</w:t>
      </w:r>
      <w:r w:rsidR="00E4444A" w:rsidRPr="0099306C">
        <w:t xml:space="preserve">, </w:t>
      </w:r>
      <w:r w:rsidRPr="002B3119">
        <w:t>quand je tr</w:t>
      </w:r>
      <w:r w:rsidRPr="002B3119">
        <w:t>a</w:t>
      </w:r>
      <w:r w:rsidRPr="002B3119">
        <w:t>vaillais sous ma lampe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Yvette</w:t>
      </w:r>
      <w:r w:rsidR="00E4444A" w:rsidRPr="0099306C">
        <w:t xml:space="preserve">, </w:t>
      </w:r>
      <w:r w:rsidRPr="002B3119">
        <w:t>comme autrefois la solitude</w:t>
      </w:r>
      <w:r w:rsidR="00E4444A" w:rsidRPr="0099306C">
        <w:t xml:space="preserve">, </w:t>
      </w:r>
      <w:r w:rsidRPr="002B3119">
        <w:t>qui de sa douce présence m</w:t>
      </w:r>
      <w:r w:rsidR="00E4444A" w:rsidRPr="0099306C">
        <w:t>’</w:t>
      </w:r>
      <w:r w:rsidRPr="002B3119">
        <w:t>enveloppait</w:t>
      </w:r>
      <w:r w:rsidR="00E4444A" w:rsidRPr="0099306C">
        <w:t>.</w:t>
      </w:r>
    </w:p>
    <w:p w14:paraId="5A037586" w14:textId="77777777" w:rsidR="002B3119" w:rsidRPr="002B3119" w:rsidRDefault="002B3119" w:rsidP="002B3119">
      <w:r w:rsidRPr="002B3119">
        <w:lastRenderedPageBreak/>
        <w:t>Yvette aimait regarder les étoiles</w:t>
      </w:r>
      <w:r w:rsidR="00E4444A" w:rsidRPr="0099306C">
        <w:t xml:space="preserve">. </w:t>
      </w:r>
      <w:r w:rsidRPr="002B3119">
        <w:t>Une nuit</w:t>
      </w:r>
      <w:r w:rsidR="00E4444A" w:rsidRPr="0099306C">
        <w:t xml:space="preserve">, </w:t>
      </w:r>
      <w:r w:rsidRPr="002B3119">
        <w:t>je restai longtemps à contempler le ciel</w:t>
      </w:r>
      <w:r w:rsidR="00E4444A" w:rsidRPr="0099306C">
        <w:t xml:space="preserve">. </w:t>
      </w:r>
      <w:r w:rsidRPr="002B3119">
        <w:t>Pas un bruit ne montait de la ville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étais seul en face de l</w:t>
      </w:r>
      <w:r w:rsidR="00E4444A" w:rsidRPr="0099306C">
        <w:t>’</w:t>
      </w:r>
      <w:r w:rsidRPr="002B3119">
        <w:t>immensité</w:t>
      </w:r>
      <w:r w:rsidR="00E4444A" w:rsidRPr="0099306C">
        <w:t xml:space="preserve">. </w:t>
      </w:r>
      <w:r w:rsidRPr="002B3119">
        <w:t>Toutes les étoiles étaient là</w:t>
      </w:r>
      <w:r w:rsidR="00E4444A" w:rsidRPr="0099306C">
        <w:t xml:space="preserve">, </w:t>
      </w:r>
      <w:r w:rsidRPr="002B3119">
        <w:t>scintillantes</w:t>
      </w:r>
      <w:r w:rsidR="00E4444A" w:rsidRPr="0099306C">
        <w:t xml:space="preserve">, </w:t>
      </w:r>
      <w:r w:rsidRPr="002B3119">
        <w:t>et poursuivaient leur course vertig</w:t>
      </w:r>
      <w:r w:rsidRPr="002B3119">
        <w:t>i</w:t>
      </w:r>
      <w:r w:rsidRPr="002B3119">
        <w:t>neuse</w:t>
      </w:r>
      <w:r w:rsidR="00E4444A" w:rsidRPr="0099306C">
        <w:t xml:space="preserve">, </w:t>
      </w:r>
      <w:r w:rsidRPr="002B3119">
        <w:t>lancées vers leur but depuis des millions d</w:t>
      </w:r>
      <w:r w:rsidR="00E4444A" w:rsidRPr="0099306C">
        <w:t>’</w:t>
      </w:r>
      <w:r w:rsidRPr="002B3119">
        <w:t>années</w:t>
      </w:r>
      <w:r w:rsidR="00E4444A" w:rsidRPr="0099306C">
        <w:t xml:space="preserve">. </w:t>
      </w:r>
      <w:r w:rsidRPr="002B3119">
        <w:t>Et je ne me lassais pas de me noyer dans l</w:t>
      </w:r>
      <w:r w:rsidR="00E4444A" w:rsidRPr="0099306C">
        <w:t>’</w:t>
      </w:r>
      <w:r w:rsidRPr="002B3119">
        <w:t>espace</w:t>
      </w:r>
      <w:r w:rsidR="00E4444A" w:rsidRPr="0099306C">
        <w:t xml:space="preserve">, </w:t>
      </w:r>
      <w:r w:rsidRPr="002B3119">
        <w:t>de parcourir en pensée les innombrables lieues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plus je perdais pied et plus je quittais la terre</w:t>
      </w:r>
      <w:r w:rsidR="00E4444A" w:rsidRPr="0099306C">
        <w:t xml:space="preserve">, </w:t>
      </w:r>
      <w:r w:rsidRPr="002B3119">
        <w:t>plus je me sentais rapproché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Mon émotion devint si douce que des larmes he</w:t>
      </w:r>
      <w:r w:rsidRPr="002B3119">
        <w:t>u</w:t>
      </w:r>
      <w:r w:rsidRPr="002B3119">
        <w:t>reuses m</w:t>
      </w:r>
      <w:r w:rsidR="00E4444A" w:rsidRPr="0099306C">
        <w:t>’</w:t>
      </w:r>
      <w:r w:rsidRPr="002B3119">
        <w:t>inondèrent les yeux</w:t>
      </w:r>
      <w:r w:rsidR="00E4444A" w:rsidRPr="0099306C">
        <w:t xml:space="preserve">. </w:t>
      </w:r>
      <w:r w:rsidRPr="002B3119">
        <w:t>Toutes ces pensées tendres</w:t>
      </w:r>
      <w:r w:rsidR="00E4444A" w:rsidRPr="0099306C">
        <w:t xml:space="preserve">, </w:t>
      </w:r>
      <w:r w:rsidRPr="002B3119">
        <w:t>pures</w:t>
      </w:r>
      <w:r w:rsidR="00E4444A" w:rsidRPr="0099306C">
        <w:t xml:space="preserve">, </w:t>
      </w:r>
      <w:r w:rsidRPr="002B3119">
        <w:t>sereines qui m</w:t>
      </w:r>
      <w:r w:rsidR="00E4444A" w:rsidRPr="0099306C">
        <w:t>’</w:t>
      </w:r>
      <w:r w:rsidRPr="002B3119">
        <w:t>envahissaient lentement</w:t>
      </w:r>
      <w:r w:rsidR="00E4444A" w:rsidRPr="0099306C">
        <w:t xml:space="preserve">, </w:t>
      </w:r>
      <w:r w:rsidRPr="002B3119">
        <w:t>de qui me pouvaient-elles venir sinon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qui</w:t>
      </w:r>
      <w:r w:rsidR="00E4444A" w:rsidRPr="0099306C">
        <w:t xml:space="preserve">, </w:t>
      </w:r>
      <w:r w:rsidRPr="002B3119">
        <w:t>peut-être</w:t>
      </w:r>
      <w:r w:rsidR="00E4444A" w:rsidRPr="0099306C">
        <w:t xml:space="preserve">, </w:t>
      </w:r>
      <w:r w:rsidRPr="002B3119">
        <w:t>de quelque lointaine étoile me voyait</w:t>
      </w:r>
      <w:r w:rsidR="00E4444A" w:rsidRPr="0099306C">
        <w:t xml:space="preserve"> ? </w:t>
      </w:r>
      <w:r w:rsidRPr="002B3119">
        <w:t>Ce ciel</w:t>
      </w:r>
      <w:r w:rsidR="00E4444A" w:rsidRPr="0099306C">
        <w:t xml:space="preserve">, </w:t>
      </w:r>
      <w:r w:rsidRPr="002B3119">
        <w:t>que j</w:t>
      </w:r>
      <w:r w:rsidR="00E4444A" w:rsidRPr="0099306C">
        <w:t>’</w:t>
      </w:r>
      <w:r w:rsidRPr="002B3119">
        <w:t>observais rarement autrefois</w:t>
      </w:r>
      <w:r w:rsidR="00E4444A" w:rsidRPr="0099306C">
        <w:t xml:space="preserve">, </w:t>
      </w:r>
      <w:r w:rsidRPr="002B3119">
        <w:t>je serais demeuré des heures entières à le considérer</w:t>
      </w:r>
      <w:r w:rsidR="00E4444A" w:rsidRPr="0099306C">
        <w:t xml:space="preserve">. </w:t>
      </w:r>
      <w:r w:rsidRPr="002B3119">
        <w:t>Pourquoi</w:t>
      </w:r>
      <w:r w:rsidR="00E4444A" w:rsidRPr="0099306C">
        <w:t xml:space="preserve"> ?… </w:t>
      </w:r>
      <w:r w:rsidRPr="002B3119">
        <w:t>Parce que j</w:t>
      </w:r>
      <w:r w:rsidR="00E4444A" w:rsidRPr="0099306C">
        <w:t>’</w:t>
      </w:r>
      <w:r w:rsidRPr="002B3119">
        <w:t>y cherchais Yvette</w:t>
      </w:r>
      <w:r w:rsidR="00E4444A" w:rsidRPr="0099306C">
        <w:t xml:space="preserve">. </w:t>
      </w:r>
      <w:r w:rsidRPr="002B3119">
        <w:t>La parole</w:t>
      </w:r>
      <w:r w:rsidR="00E4444A" w:rsidRPr="0099306C">
        <w:t xml:space="preserve">, </w:t>
      </w:r>
      <w:r w:rsidRPr="002B3119">
        <w:t>dite un jour sur la montagne</w:t>
      </w:r>
      <w:r w:rsidR="00E4444A" w:rsidRPr="0099306C">
        <w:t xml:space="preserve">, </w:t>
      </w:r>
      <w:r w:rsidRPr="002B3119">
        <w:t>me revenait comme une réponse</w:t>
      </w:r>
      <w:r w:rsidR="00E4444A" w:rsidRPr="0099306C">
        <w:t> : « </w:t>
      </w:r>
      <w:r w:rsidRPr="002B3119">
        <w:t>Là où est votre trésor</w:t>
      </w:r>
      <w:r w:rsidR="00E4444A" w:rsidRPr="0099306C">
        <w:t xml:space="preserve">, </w:t>
      </w:r>
      <w:r w:rsidRPr="002B3119">
        <w:t>là aussi sera votre cœur</w:t>
      </w:r>
      <w:r w:rsidR="00E4444A" w:rsidRPr="0099306C">
        <w:t>. »</w:t>
      </w:r>
    </w:p>
    <w:p w14:paraId="51C06EEB" w14:textId="77777777" w:rsidR="002B3119" w:rsidRPr="002B3119" w:rsidRDefault="002B3119" w:rsidP="002B3119">
      <w:r w:rsidRPr="002B3119">
        <w:t>Yvette</w:t>
      </w:r>
      <w:r w:rsidR="00E4444A" w:rsidRPr="0099306C">
        <w:t xml:space="preserve"> !… </w:t>
      </w:r>
      <w:r w:rsidRPr="002B3119">
        <w:t>Jamais</w:t>
      </w:r>
      <w:r w:rsidR="00E4444A" w:rsidRPr="0099306C">
        <w:t xml:space="preserve">, </w:t>
      </w:r>
      <w:r w:rsidRPr="002B3119">
        <w:t>depuis trois mois</w:t>
      </w:r>
      <w:r w:rsidR="00E4444A" w:rsidRPr="0099306C">
        <w:t xml:space="preserve">, </w:t>
      </w:r>
      <w:r w:rsidRPr="002B3119">
        <w:t>je ne l</w:t>
      </w:r>
      <w:r w:rsidR="00E4444A" w:rsidRPr="0099306C">
        <w:t>’</w:t>
      </w:r>
      <w:r w:rsidRPr="002B3119">
        <w:t>avais sentie si présente</w:t>
      </w:r>
      <w:r w:rsidR="00E4444A" w:rsidRPr="0099306C">
        <w:t xml:space="preserve">. </w:t>
      </w:r>
      <w:r w:rsidRPr="002B3119">
        <w:t>Jamais</w:t>
      </w:r>
      <w:r w:rsidR="00E4444A" w:rsidRPr="0099306C">
        <w:t xml:space="preserve">, </w:t>
      </w:r>
      <w:r w:rsidRPr="002B3119">
        <w:t>depuis sa naissance</w:t>
      </w:r>
      <w:r w:rsidR="00E4444A" w:rsidRPr="0099306C">
        <w:t xml:space="preserve">, </w:t>
      </w:r>
      <w:r w:rsidRPr="002B3119">
        <w:t>elle n</w:t>
      </w:r>
      <w:r w:rsidR="00E4444A" w:rsidRPr="0099306C">
        <w:t>’</w:t>
      </w:r>
      <w:r w:rsidRPr="002B3119">
        <w:t>avait tenu plus de place dans ma vie</w:t>
      </w:r>
      <w:r w:rsidR="00E4444A" w:rsidRPr="0099306C">
        <w:t xml:space="preserve">. </w:t>
      </w:r>
      <w:r w:rsidRPr="002B3119">
        <w:t>Elle était près de moi</w:t>
      </w:r>
      <w:r w:rsidR="00E4444A" w:rsidRPr="0099306C">
        <w:t xml:space="preserve">, </w:t>
      </w:r>
      <w:r w:rsidRPr="002B3119">
        <w:t>comme avant</w:t>
      </w:r>
      <w:r w:rsidR="00E4444A" w:rsidRPr="0099306C">
        <w:t xml:space="preserve">, </w:t>
      </w:r>
      <w:r w:rsidRPr="002B3119">
        <w:t>plus qu</w:t>
      </w:r>
      <w:r w:rsidR="00E4444A" w:rsidRPr="0099306C">
        <w:t>’</w:t>
      </w:r>
      <w:r w:rsidRPr="002B3119">
        <w:t>avant</w:t>
      </w:r>
      <w:r w:rsidR="00E4444A" w:rsidRPr="0099306C">
        <w:t xml:space="preserve">. </w:t>
      </w:r>
      <w:r w:rsidRPr="002B3119">
        <w:t>Mais ce n</w:t>
      </w:r>
      <w:r w:rsidR="00E4444A" w:rsidRPr="0099306C">
        <w:t>’</w:t>
      </w:r>
      <w:r w:rsidRPr="002B3119">
        <w:t>était plus la petite fille à qui je ne pouvais point confier mes tristesses</w:t>
      </w:r>
      <w:r w:rsidR="00E4444A" w:rsidRPr="0099306C">
        <w:t xml:space="preserve">. </w:t>
      </w:r>
      <w:r w:rsidRPr="002B3119">
        <w:t>Mes larmes</w:t>
      </w:r>
      <w:r w:rsidR="00E4444A" w:rsidRPr="0099306C">
        <w:t xml:space="preserve">, </w:t>
      </w:r>
      <w:r w:rsidRPr="002B3119">
        <w:t>elle pouvait les essuyer</w:t>
      </w:r>
      <w:r w:rsidR="00E4444A" w:rsidRPr="0099306C">
        <w:t xml:space="preserve">. </w:t>
      </w:r>
      <w:r w:rsidRPr="002B3119">
        <w:t>Elle m</w:t>
      </w:r>
      <w:r w:rsidR="00E4444A" w:rsidRPr="0099306C">
        <w:t>’</w:t>
      </w:r>
      <w:r w:rsidRPr="002B3119">
        <w:t>appartenait désormais tout e</w:t>
      </w:r>
      <w:r w:rsidRPr="002B3119">
        <w:t>n</w:t>
      </w:r>
      <w:r w:rsidRPr="002B3119">
        <w:t>tière</w:t>
      </w:r>
      <w:r w:rsidR="00E4444A" w:rsidRPr="0099306C">
        <w:t xml:space="preserve">. </w:t>
      </w:r>
      <w:r w:rsidRPr="002B3119">
        <w:t>Elle était à moi comme mes propres pensées</w:t>
      </w:r>
      <w:r w:rsidR="00E4444A" w:rsidRPr="0099306C">
        <w:t xml:space="preserve">. </w:t>
      </w:r>
      <w:r w:rsidRPr="002B3119">
        <w:t>La vie ne pouvait la corrompre</w:t>
      </w:r>
      <w:r w:rsidR="00E4444A" w:rsidRPr="0099306C">
        <w:t xml:space="preserve">. </w:t>
      </w:r>
      <w:r w:rsidRPr="002B3119">
        <w:t>Son affection ne pouvait plus se pa</w:t>
      </w:r>
      <w:r w:rsidRPr="002B3119">
        <w:t>r</w:t>
      </w:r>
      <w:r w:rsidRPr="002B3119">
        <w:t>tager</w:t>
      </w:r>
      <w:r w:rsidR="00E4444A" w:rsidRPr="0099306C">
        <w:t xml:space="preserve">. </w:t>
      </w:r>
      <w:r w:rsidRPr="002B3119">
        <w:t>Et une autre parole me revint à la mémoire</w:t>
      </w:r>
      <w:r w:rsidR="00E4444A" w:rsidRPr="0099306C">
        <w:t xml:space="preserve">, </w:t>
      </w:r>
      <w:r w:rsidRPr="002B3119">
        <w:t>une p</w:t>
      </w:r>
      <w:r w:rsidRPr="002B3119">
        <w:t>a</w:t>
      </w:r>
      <w:r w:rsidRPr="002B3119">
        <w:t>role d</w:t>
      </w:r>
      <w:r w:rsidR="00E4444A" w:rsidRPr="0099306C">
        <w:t>’</w:t>
      </w:r>
      <w:r w:rsidRPr="002B3119">
        <w:t>Ibsen que je n</w:t>
      </w:r>
      <w:r w:rsidR="00E4444A" w:rsidRPr="0099306C">
        <w:t>’</w:t>
      </w:r>
      <w:r w:rsidRPr="002B3119">
        <w:t>avais pas encore bien comprise</w:t>
      </w:r>
      <w:r w:rsidR="00E4444A" w:rsidRPr="0099306C">
        <w:t> : « </w:t>
      </w:r>
      <w:r w:rsidRPr="002B3119">
        <w:t>Nous ne possédons éternellement que ce que nous avons perdu</w:t>
      </w:r>
      <w:r w:rsidR="00E4444A" w:rsidRPr="0099306C">
        <w:t>. »</w:t>
      </w:r>
    </w:p>
    <w:p w14:paraId="5E6C1405" w14:textId="77777777" w:rsidR="002B3119" w:rsidRPr="002B3119" w:rsidRDefault="002B3119" w:rsidP="002B3119"/>
    <w:p w14:paraId="7348FE2C" w14:textId="77777777" w:rsidR="00E4444A" w:rsidRPr="0099306C" w:rsidRDefault="002B3119" w:rsidP="002B3119">
      <w:r w:rsidRPr="002B3119">
        <w:t>Mais</w:t>
      </w:r>
      <w:r w:rsidR="00E4444A" w:rsidRPr="0099306C">
        <w:t xml:space="preserve">, </w:t>
      </w:r>
      <w:r w:rsidRPr="002B3119">
        <w:t>hélas</w:t>
      </w:r>
      <w:r w:rsidR="00E4444A" w:rsidRPr="0099306C">
        <w:t xml:space="preserve"> ! </w:t>
      </w:r>
      <w:r w:rsidRPr="002B3119">
        <w:t>de combien de rechutes étaient pavées ces extases</w:t>
      </w:r>
      <w:r w:rsidR="00E4444A" w:rsidRPr="0099306C">
        <w:t xml:space="preserve"> ! </w:t>
      </w:r>
      <w:r w:rsidR="00134FA1" w:rsidRPr="0099306C">
        <w:t>À</w:t>
      </w:r>
      <w:r w:rsidRPr="002B3119">
        <w:t xml:space="preserve"> ces heures de fragile foi</w:t>
      </w:r>
      <w:r w:rsidR="00E4444A" w:rsidRPr="0099306C">
        <w:t xml:space="preserve">, </w:t>
      </w:r>
      <w:r w:rsidRPr="002B3119">
        <w:t xml:space="preserve">combien succédaient </w:t>
      </w:r>
      <w:r w:rsidRPr="002B3119">
        <w:lastRenderedPageBreak/>
        <w:t>d</w:t>
      </w:r>
      <w:r w:rsidR="00E4444A" w:rsidRPr="0099306C">
        <w:t>’</w:t>
      </w:r>
      <w:r w:rsidRPr="002B3119">
        <w:t>heures de découragement</w:t>
      </w:r>
      <w:r w:rsidR="00E4444A" w:rsidRPr="0099306C">
        <w:t xml:space="preserve"> ! </w:t>
      </w:r>
      <w:r w:rsidRPr="002B3119">
        <w:t>N</w:t>
      </w:r>
      <w:r w:rsidR="00E4444A" w:rsidRPr="0099306C">
        <w:t>’</w:t>
      </w:r>
      <w:r w:rsidRPr="002B3119">
        <w:t>étais-je après tout qu</w:t>
      </w:r>
      <w:r w:rsidR="00E4444A" w:rsidRPr="0099306C">
        <w:t>’</w:t>
      </w:r>
      <w:r w:rsidRPr="002B3119">
        <w:t>un poète qui rêve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un père qui s</w:t>
      </w:r>
      <w:r w:rsidR="00E4444A" w:rsidRPr="0099306C">
        <w:t>’</w:t>
      </w:r>
      <w:r w:rsidRPr="002B3119">
        <w:t>efforce à croire</w:t>
      </w:r>
      <w:r w:rsidR="00E4444A" w:rsidRPr="0099306C">
        <w:t xml:space="preserve">, </w:t>
      </w:r>
      <w:r w:rsidRPr="002B3119">
        <w:t>ne pouvant accepter la réalité</w:t>
      </w:r>
      <w:r w:rsidR="00E4444A" w:rsidRPr="0099306C">
        <w:t> ?</w:t>
      </w:r>
    </w:p>
    <w:p w14:paraId="524BCF93" w14:textId="77777777" w:rsidR="00E4444A" w:rsidRPr="0099306C" w:rsidRDefault="002B3119" w:rsidP="002B3119">
      <w:r w:rsidRPr="002B3119">
        <w:t>Décidément cet avril était trop tendre</w:t>
      </w:r>
      <w:r w:rsidR="00E4444A" w:rsidRPr="0099306C">
        <w:t xml:space="preserve">. </w:t>
      </w:r>
      <w:r w:rsidRPr="002B3119">
        <w:t>Il remuait trop de souvenirs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ce besoin que nous avons de voir et d</w:t>
      </w:r>
      <w:r w:rsidR="00E4444A" w:rsidRPr="0099306C">
        <w:t>’</w:t>
      </w:r>
      <w:r w:rsidRPr="002B3119">
        <w:t>entendre</w:t>
      </w:r>
      <w:r w:rsidR="00E4444A" w:rsidRPr="0099306C">
        <w:t xml:space="preserve"> ! </w:t>
      </w:r>
      <w:r w:rsidRPr="002B3119">
        <w:t>Que m</w:t>
      </w:r>
      <w:r w:rsidR="00E4444A" w:rsidRPr="0099306C">
        <w:t>’</w:t>
      </w:r>
      <w:r w:rsidRPr="002B3119">
        <w:t>importait une survie chimérique</w:t>
      </w:r>
      <w:r w:rsidR="00E4444A" w:rsidRPr="0099306C">
        <w:t xml:space="preserve"> ? </w:t>
      </w:r>
      <w:r w:rsidRPr="002B3119">
        <w:t>C</w:t>
      </w:r>
      <w:r w:rsidR="00E4444A" w:rsidRPr="0099306C">
        <w:t>’</w:t>
      </w:r>
      <w:r w:rsidRPr="002B3119">
        <w:t>était mon pauvre bonheur terrestre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la présence visible qu</w:t>
      </w:r>
      <w:r w:rsidR="00E4444A" w:rsidRPr="0099306C">
        <w:t>’</w:t>
      </w:r>
      <w:r w:rsidRPr="002B3119">
        <w:t>il me fallait</w:t>
      </w:r>
      <w:r w:rsidR="00E4444A" w:rsidRPr="0099306C">
        <w:t>.</w:t>
      </w:r>
    </w:p>
    <w:p w14:paraId="41672254" w14:textId="77777777" w:rsidR="00E4444A" w:rsidRPr="0099306C" w:rsidRDefault="002B3119" w:rsidP="002B3119">
      <w:r w:rsidRPr="002B3119">
        <w:t>Était-ce possible</w:t>
      </w:r>
      <w:r w:rsidR="00E4444A" w:rsidRPr="0099306C">
        <w:t xml:space="preserve"> ? </w:t>
      </w:r>
      <w:r w:rsidRPr="002B3119">
        <w:t>Était-ce possible</w:t>
      </w:r>
      <w:r w:rsidR="00E4444A" w:rsidRPr="0099306C">
        <w:t xml:space="preserve"> ? </w:t>
      </w:r>
      <w:r w:rsidRPr="002B3119">
        <w:t>La fête humaine a</w:t>
      </w:r>
      <w:r w:rsidRPr="002B3119">
        <w:t>l</w:t>
      </w:r>
      <w:r w:rsidRPr="002B3119">
        <w:t>lait recommencer</w:t>
      </w:r>
      <w:r w:rsidR="00E4444A" w:rsidRPr="0099306C">
        <w:t xml:space="preserve">. </w:t>
      </w:r>
      <w:r w:rsidRPr="002B3119">
        <w:t>Parmi des rires d</w:t>
      </w:r>
      <w:r w:rsidR="00E4444A" w:rsidRPr="0099306C">
        <w:t>’</w:t>
      </w:r>
      <w:r w:rsidRPr="002B3119">
        <w:t>enfants</w:t>
      </w:r>
      <w:r w:rsidR="00E4444A" w:rsidRPr="0099306C">
        <w:t xml:space="preserve">, </w:t>
      </w:r>
      <w:r w:rsidRPr="002B3119">
        <w:t>les chevaux de bois reprendraient leurs courses</w:t>
      </w:r>
      <w:r w:rsidR="00E4444A" w:rsidRPr="0099306C">
        <w:t xml:space="preserve">. </w:t>
      </w:r>
      <w:r w:rsidRPr="002B3119">
        <w:t>Un nouveau printemps r</w:t>
      </w:r>
      <w:r w:rsidRPr="002B3119">
        <w:t>e</w:t>
      </w:r>
      <w:r w:rsidRPr="002B3119">
        <w:t>fleurirait la terre</w:t>
      </w:r>
      <w:r w:rsidR="00E4444A" w:rsidRPr="0099306C">
        <w:t xml:space="preserve">. </w:t>
      </w:r>
      <w:r w:rsidRPr="002B3119">
        <w:t>Les feux d</w:t>
      </w:r>
      <w:r w:rsidR="00E4444A" w:rsidRPr="0099306C">
        <w:t>’</w:t>
      </w:r>
      <w:r w:rsidRPr="002B3119">
        <w:t>artifice illumineraient le ciel</w:t>
      </w:r>
      <w:r w:rsidR="00E4444A" w:rsidRPr="0099306C">
        <w:t xml:space="preserve">. </w:t>
      </w:r>
      <w:r w:rsidRPr="002B3119">
        <w:t>Les violons des terrasses chanteraient au bord de la mer</w:t>
      </w:r>
      <w:r w:rsidR="00E4444A" w:rsidRPr="0099306C">
        <w:t xml:space="preserve">. </w:t>
      </w:r>
      <w:r w:rsidRPr="002B3119">
        <w:t>Et Yvette</w:t>
      </w:r>
      <w:r w:rsidR="00E4444A" w:rsidRPr="0099306C">
        <w:t xml:space="preserve">, </w:t>
      </w:r>
      <w:r w:rsidRPr="002B3119">
        <w:t>ma petite Yvette n</w:t>
      </w:r>
      <w:r w:rsidR="00E4444A" w:rsidRPr="0099306C">
        <w:t>’</w:t>
      </w:r>
      <w:r w:rsidRPr="002B3119">
        <w:t>était plus là</w:t>
      </w:r>
      <w:r w:rsidR="00E4444A" w:rsidRPr="0099306C">
        <w:t> !…</w:t>
      </w:r>
    </w:p>
    <w:p w14:paraId="2C9CC7E2" w14:textId="77777777" w:rsidR="00B4016A" w:rsidRPr="0099306C" w:rsidRDefault="002B3119" w:rsidP="00E4444A">
      <w:pPr>
        <w:pStyle w:val="Titre2"/>
      </w:pPr>
      <w:bookmarkStart w:id="55" w:name="_3vs83fvrchkv" w:colFirst="0" w:colLast="0"/>
      <w:bookmarkStart w:id="56" w:name="_Toc197514984"/>
      <w:bookmarkEnd w:id="55"/>
      <w:r w:rsidRPr="002B3119">
        <w:lastRenderedPageBreak/>
        <w:t>I</w:t>
      </w:r>
      <w:r w:rsidR="00B4016A" w:rsidRPr="0099306C">
        <w:t>V</w:t>
      </w:r>
      <w:bookmarkEnd w:id="56"/>
    </w:p>
    <w:p w14:paraId="15ACFB00" w14:textId="77777777" w:rsidR="00E4444A" w:rsidRPr="0099306C" w:rsidRDefault="002B3119" w:rsidP="002B3119">
      <w:r w:rsidRPr="002B3119">
        <w:t>Il est peu question de Jeanne dans tous les chapitres qui précèdent</w:t>
      </w:r>
      <w:r w:rsidR="00E4444A" w:rsidRPr="0099306C">
        <w:t xml:space="preserve">. </w:t>
      </w:r>
      <w:r w:rsidRPr="002B3119">
        <w:t>Ce livre est le simple récit d</w:t>
      </w:r>
      <w:r w:rsidR="00E4444A" w:rsidRPr="0099306C">
        <w:t>’</w:t>
      </w:r>
      <w:r w:rsidRPr="002B3119">
        <w:t>une claire petite vie d</w:t>
      </w:r>
      <w:r w:rsidR="00E4444A" w:rsidRPr="0099306C">
        <w:t>’</w:t>
      </w:r>
      <w:r w:rsidRPr="002B3119">
        <w:t>enfant</w:t>
      </w:r>
      <w:r w:rsidR="00E4444A" w:rsidRPr="0099306C">
        <w:t xml:space="preserve">, </w:t>
      </w:r>
      <w:r w:rsidRPr="002B3119">
        <w:t>la naïve histoire du ménage à deux d</w:t>
      </w:r>
      <w:r w:rsidR="00E4444A" w:rsidRPr="0099306C">
        <w:t>’</w:t>
      </w:r>
      <w:r w:rsidRPr="002B3119">
        <w:t>une petite fille et de son père</w:t>
      </w:r>
      <w:r w:rsidR="00E4444A" w:rsidRPr="0099306C">
        <w:t>.</w:t>
      </w:r>
    </w:p>
    <w:p w14:paraId="2825F6EF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oncle de Jeanne avait fini par me répondre</w:t>
      </w:r>
      <w:r w:rsidR="00E4444A" w:rsidRPr="0099306C">
        <w:t xml:space="preserve">. </w:t>
      </w:r>
      <w:r w:rsidRPr="002B3119">
        <w:t>Après lui avoir écrit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télégraphié la triste nouvelle</w:t>
      </w:r>
      <w:r w:rsidR="00E4444A" w:rsidRPr="0099306C">
        <w:t xml:space="preserve">. </w:t>
      </w:r>
      <w:r w:rsidRPr="002B3119">
        <w:t>La lettre courtoise exprimait une sympathie correcte</w:t>
      </w:r>
      <w:r w:rsidR="00E4444A" w:rsidRPr="0099306C">
        <w:t xml:space="preserve">. </w:t>
      </w:r>
      <w:r w:rsidRPr="002B3119">
        <w:t>Sa nièce n</w:t>
      </w:r>
      <w:r w:rsidR="00E4444A" w:rsidRPr="0099306C">
        <w:t>’</w:t>
      </w:r>
      <w:r w:rsidRPr="002B3119">
        <w:t>était pas auprès de lui</w:t>
      </w:r>
      <w:r w:rsidR="00E4444A" w:rsidRPr="0099306C">
        <w:t xml:space="preserve">. </w:t>
      </w:r>
      <w:r w:rsidRPr="002B3119">
        <w:t>Il ignorait même dans quel état physique et moral la nouvelle de la mort d</w:t>
      </w:r>
      <w:r w:rsidR="00E4444A" w:rsidRPr="0099306C">
        <w:t>’</w:t>
      </w:r>
      <w:r w:rsidRPr="002B3119">
        <w:t>Yvette la trouverait</w:t>
      </w:r>
      <w:r w:rsidR="00E4444A" w:rsidRPr="0099306C">
        <w:t xml:space="preserve">. </w:t>
      </w:r>
      <w:r w:rsidRPr="002B3119">
        <w:t>Mais il m</w:t>
      </w:r>
      <w:r w:rsidR="00E4444A" w:rsidRPr="0099306C">
        <w:t>’</w:t>
      </w:r>
      <w:r w:rsidRPr="002B3119">
        <w:t>écrivait un peu comme à un étranger</w:t>
      </w:r>
      <w:r w:rsidR="00E4444A" w:rsidRPr="0099306C">
        <w:t xml:space="preserve">. </w:t>
      </w:r>
      <w:r w:rsidRPr="002B3119">
        <w:t>Les relations qu</w:t>
      </w:r>
      <w:r w:rsidR="00E4444A" w:rsidRPr="0099306C">
        <w:t>’</w:t>
      </w:r>
      <w:r w:rsidRPr="002B3119">
        <w:t>avaient nouées Jeanne entre nos familles s</w:t>
      </w:r>
      <w:r w:rsidR="00E4444A" w:rsidRPr="0099306C">
        <w:t>’</w:t>
      </w:r>
      <w:r w:rsidRPr="002B3119">
        <w:t>étaient rel</w:t>
      </w:r>
      <w:r w:rsidRPr="002B3119">
        <w:t>â</w:t>
      </w:r>
      <w:r w:rsidRPr="002B3119">
        <w:t>chées avec son éloignement</w:t>
      </w:r>
      <w:r w:rsidR="00E4444A" w:rsidRPr="0099306C">
        <w:t xml:space="preserve">. </w:t>
      </w:r>
      <w:r w:rsidRPr="002B3119">
        <w:t>La disparition d</w:t>
      </w:r>
      <w:r w:rsidR="00E4444A" w:rsidRPr="0099306C">
        <w:t>’</w:t>
      </w:r>
      <w:r w:rsidRPr="002B3119">
        <w:t>Yvette ach</w:t>
      </w:r>
      <w:r w:rsidRPr="002B3119">
        <w:t>e</w:t>
      </w:r>
      <w:r w:rsidRPr="002B3119">
        <w:t>vait de les détendre</w:t>
      </w:r>
      <w:r w:rsidR="00E4444A" w:rsidRPr="0099306C">
        <w:t xml:space="preserve">. </w:t>
      </w:r>
      <w:r w:rsidRPr="002B3119">
        <w:t>Chacun de nous à l</w:t>
      </w:r>
      <w:r w:rsidR="00E4444A" w:rsidRPr="0099306C">
        <w:t>’</w:t>
      </w:r>
      <w:r w:rsidRPr="002B3119">
        <w:t>avenir poursuivrait sa route séparément</w:t>
      </w:r>
      <w:r w:rsidR="00E4444A" w:rsidRPr="0099306C">
        <w:t>.</w:t>
      </w:r>
    </w:p>
    <w:p w14:paraId="537EF0AF" w14:textId="5B4E8842" w:rsidR="00E4444A" w:rsidRPr="0099306C" w:rsidRDefault="002B3119" w:rsidP="002B3119">
      <w:r w:rsidRPr="002B3119">
        <w:t>Pourtant il m</w:t>
      </w:r>
      <w:r w:rsidR="00E4444A" w:rsidRPr="0099306C">
        <w:t>’</w:t>
      </w:r>
      <w:r w:rsidRPr="002B3119">
        <w:t>était venu</w:t>
      </w:r>
      <w:r w:rsidR="00E4444A" w:rsidRPr="0099306C">
        <w:t xml:space="preserve">, </w:t>
      </w:r>
      <w:r w:rsidRPr="002B3119">
        <w:t>de revoir Jeanne</w:t>
      </w:r>
      <w:r w:rsidR="00E4444A" w:rsidRPr="0099306C">
        <w:t xml:space="preserve">, </w:t>
      </w:r>
      <w:r w:rsidRPr="002B3119">
        <w:t>un désir de toutes les minutes</w:t>
      </w:r>
      <w:r w:rsidR="00E4444A" w:rsidRPr="0099306C">
        <w:t xml:space="preserve">. </w:t>
      </w:r>
      <w:r w:rsidRPr="002B3119">
        <w:t>Tristesses des morts</w:t>
      </w:r>
      <w:r w:rsidR="00E4444A" w:rsidRPr="0099306C">
        <w:t xml:space="preserve">, </w:t>
      </w:r>
      <w:r w:rsidRPr="002B3119">
        <w:t>des divorces</w:t>
      </w:r>
      <w:r w:rsidR="00E4444A" w:rsidRPr="0099306C">
        <w:t xml:space="preserve">, </w:t>
      </w:r>
      <w:r w:rsidRPr="002B3119">
        <w:t>des séparations</w:t>
      </w:r>
      <w:r w:rsidR="00E4444A" w:rsidRPr="0099306C">
        <w:t xml:space="preserve"> ! </w:t>
      </w:r>
      <w:r w:rsidRPr="002B3119">
        <w:t>C</w:t>
      </w:r>
      <w:r w:rsidR="00E4444A" w:rsidRPr="0099306C">
        <w:t>’</w:t>
      </w:r>
      <w:r w:rsidRPr="002B3119">
        <w:t>est une partie de notre vie qui s</w:t>
      </w:r>
      <w:r w:rsidR="00E4444A" w:rsidRPr="0099306C">
        <w:t>’</w:t>
      </w:r>
      <w:r w:rsidRPr="002B3119">
        <w:t>en va</w:t>
      </w:r>
      <w:r w:rsidR="00E4444A" w:rsidRPr="0099306C">
        <w:t xml:space="preserve">. </w:t>
      </w:r>
      <w:r w:rsidRPr="002B3119">
        <w:t>Co</w:t>
      </w:r>
      <w:r w:rsidRPr="002B3119">
        <w:t>m</w:t>
      </w:r>
      <w:r w:rsidRPr="002B3119">
        <w:t>bien est-il d</w:t>
      </w:r>
      <w:r w:rsidR="00E4444A" w:rsidRPr="0099306C">
        <w:t>’</w:t>
      </w:r>
      <w:r w:rsidRPr="002B3119">
        <w:t xml:space="preserve">émotions fugitives que nous ne pouvons plus revivre sans le témoin des </w:t>
      </w:r>
      <w:r w:rsidR="00527FDC">
        <w:t>j</w:t>
      </w:r>
      <w:r w:rsidR="00527FDC" w:rsidRPr="002B3119">
        <w:t xml:space="preserve">ours </w:t>
      </w:r>
      <w:r w:rsidRPr="002B3119">
        <w:t>heureux</w:t>
      </w:r>
      <w:r w:rsidR="00E4444A" w:rsidRPr="0099306C">
        <w:t xml:space="preserve"> ! </w:t>
      </w:r>
      <w:r w:rsidRPr="002B3119">
        <w:t>Ces heures où nous nous n</w:t>
      </w:r>
      <w:r w:rsidR="00134FA1" w:rsidRPr="0099306C">
        <w:t>i</w:t>
      </w:r>
      <w:r w:rsidRPr="002B3119">
        <w:t>chions ensemble sur Yvette</w:t>
      </w:r>
      <w:r w:rsidR="00E4444A" w:rsidRPr="0099306C">
        <w:t xml:space="preserve">, </w:t>
      </w:r>
      <w:r w:rsidRPr="002B3119">
        <w:t xml:space="preserve">Jeanne seule en </w:t>
      </w:r>
      <w:r w:rsidR="00527FDC">
        <w:t>s</w:t>
      </w:r>
      <w:r w:rsidRPr="002B3119">
        <w:t>avait tout le prix</w:t>
      </w:r>
      <w:r w:rsidR="00E4444A" w:rsidRPr="0099306C">
        <w:t xml:space="preserve">. </w:t>
      </w:r>
      <w:r w:rsidRPr="002B3119">
        <w:t>Oh</w:t>
      </w:r>
      <w:r w:rsidR="00E4444A" w:rsidRPr="0099306C">
        <w:t xml:space="preserve"> ! </w:t>
      </w:r>
      <w:r w:rsidRPr="002B3119">
        <w:t>la voir</w:t>
      </w:r>
      <w:r w:rsidR="00E4444A" w:rsidRPr="0099306C">
        <w:t xml:space="preserve">, </w:t>
      </w:r>
      <w:r w:rsidRPr="002B3119">
        <w:t>lui parler</w:t>
      </w:r>
      <w:r w:rsidR="00E4444A" w:rsidRPr="0099306C">
        <w:t xml:space="preserve">, </w:t>
      </w:r>
      <w:r w:rsidRPr="002B3119">
        <w:t>évoquer la forme d</w:t>
      </w:r>
      <w:r w:rsidR="00E4444A" w:rsidRPr="0099306C">
        <w:t>’</w:t>
      </w:r>
      <w:r w:rsidRPr="002B3119">
        <w:t>une petite robe</w:t>
      </w:r>
      <w:r w:rsidR="00E4444A" w:rsidRPr="0099306C">
        <w:t xml:space="preserve">, </w:t>
      </w:r>
      <w:r w:rsidRPr="002B3119">
        <w:t>le cristal de certain crépuscule</w:t>
      </w:r>
      <w:r w:rsidR="00E4444A" w:rsidRPr="0099306C">
        <w:t xml:space="preserve"> ! </w:t>
      </w:r>
      <w:r w:rsidRPr="002B3119">
        <w:t>Oui</w:t>
      </w:r>
      <w:r w:rsidR="00E4444A" w:rsidRPr="0099306C">
        <w:t xml:space="preserve">, </w:t>
      </w:r>
      <w:r w:rsidRPr="002B3119">
        <w:t>le premier sourire</w:t>
      </w:r>
      <w:r w:rsidR="00E4444A" w:rsidRPr="0099306C">
        <w:t xml:space="preserve">, </w:t>
      </w:r>
      <w:r w:rsidRPr="002B3119">
        <w:t>les premiers pas</w:t>
      </w:r>
      <w:r w:rsidR="00E4444A" w:rsidRPr="0099306C">
        <w:t xml:space="preserve">, </w:t>
      </w:r>
      <w:r w:rsidRPr="002B3119">
        <w:t>la tapisserie de la chambre</w:t>
      </w:r>
      <w:r w:rsidR="00E4444A" w:rsidRPr="0099306C">
        <w:t xml:space="preserve">, </w:t>
      </w:r>
      <w:r w:rsidRPr="002B3119">
        <w:t>le transparent bleu du lit</w:t>
      </w:r>
      <w:r w:rsidR="00E4444A" w:rsidRPr="0099306C">
        <w:t xml:space="preserve">, </w:t>
      </w:r>
      <w:r w:rsidRPr="002B3119">
        <w:t>les nuits qu</w:t>
      </w:r>
      <w:r w:rsidR="00E4444A" w:rsidRPr="0099306C">
        <w:t>’</w:t>
      </w:r>
      <w:r w:rsidRPr="002B3119">
        <w:t>illuminait le flamboiement des bûches</w:t>
      </w:r>
      <w:r w:rsidR="00E4444A" w:rsidRPr="0099306C">
        <w:t xml:space="preserve">, </w:t>
      </w:r>
      <w:r w:rsidRPr="002B3119">
        <w:t>le pare-étincelles avec les langes séchant devant la cheminée</w:t>
      </w:r>
      <w:r w:rsidR="00E4444A" w:rsidRPr="0099306C">
        <w:t xml:space="preserve">, </w:t>
      </w:r>
      <w:r w:rsidRPr="002B3119">
        <w:t>toutes ces humbles choses dont notre part de bonheur avait été faite</w:t>
      </w:r>
      <w:r w:rsidR="00E4444A" w:rsidRPr="0099306C">
        <w:t xml:space="preserve">, </w:t>
      </w:r>
      <w:r w:rsidRPr="002B3119">
        <w:t>Jeanne</w:t>
      </w:r>
      <w:r w:rsidR="00E4444A" w:rsidRPr="0099306C">
        <w:t xml:space="preserve">, </w:t>
      </w:r>
      <w:r w:rsidRPr="002B3119">
        <w:t>seule au monde</w:t>
      </w:r>
      <w:r w:rsidR="00E4444A" w:rsidRPr="0099306C">
        <w:t xml:space="preserve">, </w:t>
      </w:r>
      <w:r w:rsidRPr="002B3119">
        <w:t>pouvait en reparler avec moi</w:t>
      </w:r>
      <w:r w:rsidR="00E4444A" w:rsidRPr="0099306C">
        <w:t xml:space="preserve">. </w:t>
      </w:r>
      <w:r w:rsidRPr="002B3119">
        <w:t>Mes tristesses d</w:t>
      </w:r>
      <w:r w:rsidR="00E4444A" w:rsidRPr="0099306C">
        <w:t>’</w:t>
      </w:r>
      <w:r w:rsidRPr="002B3119">
        <w:t>autrefois</w:t>
      </w:r>
      <w:r w:rsidR="00E4444A" w:rsidRPr="0099306C">
        <w:t xml:space="preserve">, </w:t>
      </w:r>
      <w:r w:rsidRPr="002B3119">
        <w:t>mes chagrins passés</w:t>
      </w:r>
      <w:r w:rsidR="00E4444A" w:rsidRPr="0099306C">
        <w:t xml:space="preserve">, </w:t>
      </w:r>
      <w:r w:rsidRPr="002B3119">
        <w:t>quelle importance pouvait bien avoir tout cela depuis la mort d</w:t>
      </w:r>
      <w:r w:rsidR="00E4444A" w:rsidRPr="0099306C">
        <w:t>’</w:t>
      </w:r>
      <w:r w:rsidRPr="002B3119">
        <w:t>Yvette</w:t>
      </w:r>
      <w:r w:rsidR="00E4444A" w:rsidRPr="0099306C">
        <w:t xml:space="preserve"> ? </w:t>
      </w:r>
      <w:r w:rsidRPr="002B3119">
        <w:t>Rien ne compte que l</w:t>
      </w:r>
      <w:r w:rsidR="00E4444A" w:rsidRPr="0099306C">
        <w:t>’</w:t>
      </w:r>
      <w:r w:rsidRPr="002B3119">
        <w:t>irréparable mort</w:t>
      </w:r>
      <w:r w:rsidR="00E4444A" w:rsidRPr="0099306C">
        <w:t>.</w:t>
      </w:r>
    </w:p>
    <w:p w14:paraId="47E45CD0" w14:textId="77777777" w:rsidR="00E4444A" w:rsidRPr="0099306C" w:rsidRDefault="002B3119" w:rsidP="002B3119">
      <w:r w:rsidRPr="002B3119">
        <w:lastRenderedPageBreak/>
        <w:t>J</w:t>
      </w:r>
      <w:r w:rsidR="00E4444A" w:rsidRPr="0099306C">
        <w:t>’</w:t>
      </w:r>
      <w:r w:rsidRPr="002B3119">
        <w:t>écrivis donc à Jeanne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quand je relus la réponse de son oncle</w:t>
      </w:r>
      <w:r w:rsidR="00E4444A" w:rsidRPr="0099306C">
        <w:t xml:space="preserve">, </w:t>
      </w:r>
      <w:r w:rsidRPr="002B3119">
        <w:t>tout ce que je disais me parut vain</w:t>
      </w:r>
      <w:r w:rsidR="00E4444A" w:rsidRPr="0099306C">
        <w:t xml:space="preserve">. </w:t>
      </w:r>
      <w:r w:rsidRPr="002B3119">
        <w:t>Notre hi</w:t>
      </w:r>
      <w:r w:rsidRPr="002B3119">
        <w:t>s</w:t>
      </w:r>
      <w:r w:rsidRPr="002B3119">
        <w:t>toire était bien finie</w:t>
      </w:r>
      <w:r w:rsidR="00E4444A" w:rsidRPr="0099306C">
        <w:t xml:space="preserve">. </w:t>
      </w:r>
      <w:r w:rsidRPr="002B3119">
        <w:t>La lettre inutile ne partit pas</w:t>
      </w:r>
      <w:r w:rsidR="00E4444A" w:rsidRPr="0099306C">
        <w:t>.</w:t>
      </w:r>
    </w:p>
    <w:p w14:paraId="1EC97F57" w14:textId="77777777" w:rsidR="002B3119" w:rsidRPr="002B3119" w:rsidRDefault="002B3119" w:rsidP="002B3119"/>
    <w:p w14:paraId="3326F609" w14:textId="77777777" w:rsidR="00E4444A" w:rsidRPr="0099306C" w:rsidRDefault="002B3119" w:rsidP="002B3119">
      <w:r w:rsidRPr="002B3119">
        <w:t>Alors j</w:t>
      </w:r>
      <w:r w:rsidR="00E4444A" w:rsidRPr="0099306C">
        <w:t>’</w:t>
      </w:r>
      <w:r w:rsidRPr="002B3119">
        <w:t>eus l</w:t>
      </w:r>
      <w:r w:rsidR="00E4444A" w:rsidRPr="0099306C">
        <w:t>’</w:t>
      </w:r>
      <w:r w:rsidRPr="002B3119">
        <w:t>idée de faire un rapide pèlerinage</w:t>
      </w:r>
      <w:r w:rsidR="00E4444A" w:rsidRPr="0099306C">
        <w:t xml:space="preserve">. </w:t>
      </w:r>
      <w:r w:rsidRPr="002B3119">
        <w:t>Hélas</w:t>
      </w:r>
      <w:r w:rsidR="00E4444A" w:rsidRPr="0099306C">
        <w:t xml:space="preserve"> ! </w:t>
      </w:r>
      <w:r w:rsidRPr="002B3119">
        <w:t>les petites brassières n</w:t>
      </w:r>
      <w:r w:rsidR="00E4444A" w:rsidRPr="0099306C">
        <w:t>’</w:t>
      </w:r>
      <w:r w:rsidRPr="002B3119">
        <w:t>égayèrent plus ma valise</w:t>
      </w:r>
      <w:r w:rsidR="00E4444A" w:rsidRPr="0099306C">
        <w:t xml:space="preserve">, </w:t>
      </w:r>
      <w:r w:rsidRPr="002B3119">
        <w:t>à ce voyage-là</w:t>
      </w:r>
      <w:r w:rsidR="00E4444A" w:rsidRPr="0099306C">
        <w:t> !</w:t>
      </w:r>
    </w:p>
    <w:p w14:paraId="78B99168" w14:textId="77777777" w:rsidR="00E4444A" w:rsidRPr="0099306C" w:rsidRDefault="002B3119" w:rsidP="002B3119">
      <w:r w:rsidRPr="002B3119">
        <w:t>Je pris le train à la gare Montparnasse</w:t>
      </w:r>
      <w:r w:rsidR="00E4444A" w:rsidRPr="0099306C">
        <w:t xml:space="preserve">. </w:t>
      </w:r>
      <w:r w:rsidRPr="002B3119">
        <w:t>Elle était pleine de mouvement et de bruit</w:t>
      </w:r>
      <w:r w:rsidR="00E4444A" w:rsidRPr="0099306C">
        <w:t xml:space="preserve">. </w:t>
      </w:r>
      <w:r w:rsidRPr="002B3119">
        <w:t>Des femmes en coiffes et des m</w:t>
      </w:r>
      <w:r w:rsidRPr="002B3119">
        <w:t>a</w:t>
      </w:r>
      <w:r w:rsidRPr="002B3119">
        <w:t>rins</w:t>
      </w:r>
      <w:r w:rsidR="00E4444A" w:rsidRPr="0099306C">
        <w:t xml:space="preserve"> ! </w:t>
      </w:r>
      <w:r w:rsidRPr="002B3119">
        <w:t>Ça sentait la Bretagne déjà</w:t>
      </w:r>
      <w:r w:rsidR="00E4444A" w:rsidRPr="0099306C">
        <w:t xml:space="preserve"> ! </w:t>
      </w:r>
      <w:r w:rsidRPr="002B3119">
        <w:t xml:space="preserve">Une vieille </w:t>
      </w:r>
      <w:r w:rsidR="004151E8">
        <w:t>g</w:t>
      </w:r>
      <w:r w:rsidRPr="002B3119">
        <w:t>ardait des p</w:t>
      </w:r>
      <w:r w:rsidRPr="002B3119">
        <w:t>a</w:t>
      </w:r>
      <w:r w:rsidRPr="002B3119">
        <w:t>quets</w:t>
      </w:r>
      <w:r w:rsidR="00E4444A" w:rsidRPr="0099306C">
        <w:t xml:space="preserve">. </w:t>
      </w:r>
      <w:r w:rsidRPr="002B3119">
        <w:t>Quelqu</w:t>
      </w:r>
      <w:r w:rsidR="00E4444A" w:rsidRPr="0099306C">
        <w:t>’</w:t>
      </w:r>
      <w:r w:rsidRPr="002B3119">
        <w:t>un la bouscula</w:t>
      </w:r>
      <w:r w:rsidR="00E4444A" w:rsidRPr="0099306C">
        <w:t xml:space="preserve"> : </w:t>
      </w:r>
      <w:r w:rsidRPr="002B3119">
        <w:t>elle demanda pardon</w:t>
      </w:r>
      <w:r w:rsidR="00E4444A" w:rsidRPr="0099306C">
        <w:t xml:space="preserve">, </w:t>
      </w:r>
      <w:r w:rsidRPr="002B3119">
        <w:t>se se</w:t>
      </w:r>
      <w:r w:rsidRPr="002B3119">
        <w:t>n</w:t>
      </w:r>
      <w:r w:rsidRPr="002B3119">
        <w:t>tant trop peu de chose pour avoir le droit d</w:t>
      </w:r>
      <w:r w:rsidR="00E4444A" w:rsidRPr="0099306C">
        <w:t>’</w:t>
      </w:r>
      <w:r w:rsidRPr="002B3119">
        <w:t>être là</w:t>
      </w:r>
      <w:r w:rsidR="00E4444A" w:rsidRPr="0099306C">
        <w:t xml:space="preserve">. </w:t>
      </w:r>
      <w:r w:rsidRPr="002B3119">
        <w:t>Et j</w:t>
      </w:r>
      <w:r w:rsidR="00E4444A" w:rsidRPr="0099306C">
        <w:t>’</w:t>
      </w:r>
      <w:r w:rsidRPr="002B3119">
        <w:t>observai cette foule hagarde</w:t>
      </w:r>
      <w:r w:rsidR="00E4444A" w:rsidRPr="0099306C">
        <w:t xml:space="preserve">. </w:t>
      </w:r>
      <w:r w:rsidRPr="002B3119">
        <w:t>Matelots à la merci des vagues</w:t>
      </w:r>
      <w:r w:rsidR="00E4444A" w:rsidRPr="0099306C">
        <w:t xml:space="preserve">, </w:t>
      </w:r>
      <w:r w:rsidRPr="002B3119">
        <w:t>bonnes en place à la merci des maîtres</w:t>
      </w:r>
      <w:r w:rsidR="00E4444A" w:rsidRPr="0099306C">
        <w:t xml:space="preserve">, </w:t>
      </w:r>
      <w:r w:rsidRPr="002B3119">
        <w:t>tous ces ba</w:t>
      </w:r>
      <w:r w:rsidRPr="002B3119">
        <w:t>l</w:t>
      </w:r>
      <w:r w:rsidRPr="002B3119">
        <w:t>lottés de la vie</w:t>
      </w:r>
      <w:r w:rsidR="00E4444A" w:rsidRPr="0099306C">
        <w:t xml:space="preserve">, </w:t>
      </w:r>
      <w:r w:rsidRPr="002B3119">
        <w:t>tous</w:t>
      </w:r>
      <w:r w:rsidR="00E4444A" w:rsidRPr="0099306C">
        <w:t xml:space="preserve">, </w:t>
      </w:r>
      <w:r w:rsidRPr="002B3119">
        <w:t>des mêmes yeux inquiets</w:t>
      </w:r>
      <w:r w:rsidR="00E4444A" w:rsidRPr="0099306C">
        <w:t xml:space="preserve">, </w:t>
      </w:r>
      <w:r w:rsidRPr="002B3119">
        <w:t>regardaient devant eux dans le vide</w:t>
      </w:r>
      <w:r w:rsidR="00E4444A" w:rsidRPr="0099306C">
        <w:t xml:space="preserve">, </w:t>
      </w:r>
      <w:r w:rsidRPr="002B3119">
        <w:t>dans l</w:t>
      </w:r>
      <w:r w:rsidR="00E4444A" w:rsidRPr="0099306C">
        <w:t>’</w:t>
      </w:r>
      <w:r w:rsidRPr="002B3119">
        <w:t>angoisse des douteux lend</w:t>
      </w:r>
      <w:r w:rsidRPr="002B3119">
        <w:t>e</w:t>
      </w:r>
      <w:r w:rsidRPr="002B3119">
        <w:t>mains</w:t>
      </w:r>
      <w:r w:rsidR="00E4444A" w:rsidRPr="0099306C">
        <w:t xml:space="preserve">. </w:t>
      </w:r>
      <w:r w:rsidRPr="002B3119">
        <w:t>Et moi</w:t>
      </w:r>
      <w:r w:rsidR="00E4444A" w:rsidRPr="0099306C">
        <w:t xml:space="preserve">, </w:t>
      </w:r>
      <w:r w:rsidRPr="002B3119">
        <w:t>je me sentais leur frère</w:t>
      </w:r>
      <w:r w:rsidR="00E4444A" w:rsidRPr="0099306C">
        <w:t xml:space="preserve">, </w:t>
      </w:r>
      <w:r w:rsidRPr="002B3119">
        <w:t>effaré comme eux devant l</w:t>
      </w:r>
      <w:r w:rsidR="00E4444A" w:rsidRPr="0099306C">
        <w:t>’</w:t>
      </w:r>
      <w:r w:rsidRPr="002B3119">
        <w:t>inconnu</w:t>
      </w:r>
      <w:r w:rsidR="00E4444A" w:rsidRPr="0099306C">
        <w:t>.</w:t>
      </w:r>
    </w:p>
    <w:p w14:paraId="020C3055" w14:textId="77777777" w:rsidR="002B3119" w:rsidRPr="002B3119" w:rsidRDefault="002B3119" w:rsidP="002B3119">
      <w:r w:rsidRPr="002B3119">
        <w:t>Il me fut doux de me blottir dans un coin</w:t>
      </w:r>
      <w:r w:rsidR="00E4444A" w:rsidRPr="0099306C">
        <w:t xml:space="preserve">, </w:t>
      </w:r>
      <w:r w:rsidRPr="002B3119">
        <w:t>de perdre la direction de moi-même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être pris</w:t>
      </w:r>
      <w:r w:rsidR="00E4444A" w:rsidRPr="0099306C">
        <w:t xml:space="preserve">, </w:t>
      </w:r>
      <w:r w:rsidRPr="002B3119">
        <w:t>emporté par le train</w:t>
      </w:r>
      <w:r w:rsidR="00E4444A" w:rsidRPr="0099306C">
        <w:t xml:space="preserve">. </w:t>
      </w:r>
      <w:r w:rsidRPr="002B3119">
        <w:t>Que de fois je l</w:t>
      </w:r>
      <w:r w:rsidR="00E4444A" w:rsidRPr="0099306C">
        <w:t>’</w:t>
      </w:r>
      <w:r w:rsidRPr="002B3119">
        <w:t>avais fait ce voyage</w:t>
      </w:r>
      <w:r w:rsidR="00E4444A" w:rsidRPr="0099306C">
        <w:t xml:space="preserve"> ! </w:t>
      </w:r>
      <w:r w:rsidRPr="002B3119">
        <w:t>Yvette</w:t>
      </w:r>
      <w:r w:rsidR="00E4444A" w:rsidRPr="0099306C">
        <w:t xml:space="preserve">, </w:t>
      </w:r>
      <w:r w:rsidRPr="002B3119">
        <w:t>bien installée sur la banquette</w:t>
      </w:r>
      <w:r w:rsidR="00E4444A" w:rsidRPr="0099306C">
        <w:t xml:space="preserve">, </w:t>
      </w:r>
      <w:r w:rsidRPr="002B3119">
        <w:t>dormait comme dans son berceau</w:t>
      </w:r>
      <w:r w:rsidR="00E4444A" w:rsidRPr="0099306C">
        <w:t xml:space="preserve">. </w:t>
      </w:r>
      <w:r w:rsidRPr="002B3119">
        <w:t>Nous mettions la lampe en veilleuse</w:t>
      </w:r>
      <w:r w:rsidR="00E4444A" w:rsidRPr="0099306C">
        <w:t xml:space="preserve">, </w:t>
      </w:r>
      <w:r w:rsidRPr="002B3119">
        <w:t>et Jeanne s</w:t>
      </w:r>
      <w:r w:rsidR="00E4444A" w:rsidRPr="0099306C">
        <w:t>’</w:t>
      </w:r>
      <w:r w:rsidRPr="002B3119">
        <w:t>appuyait contre moi</w:t>
      </w:r>
      <w:r w:rsidR="00E4444A" w:rsidRPr="0099306C">
        <w:t xml:space="preserve">. </w:t>
      </w:r>
      <w:r w:rsidRPr="002B3119">
        <w:t>Dormait-elle</w:t>
      </w:r>
      <w:r w:rsidR="00E4444A" w:rsidRPr="0099306C">
        <w:t xml:space="preserve"> ? </w:t>
      </w:r>
      <w:r w:rsidRPr="002B3119">
        <w:t>Songeait-elle</w:t>
      </w:r>
      <w:r w:rsidR="00E4444A" w:rsidRPr="0099306C">
        <w:t xml:space="preserve"> ?… </w:t>
      </w:r>
      <w:r w:rsidRPr="002B3119">
        <w:t>Mystère</w:t>
      </w:r>
      <w:r w:rsidR="00E4444A" w:rsidRPr="0099306C">
        <w:t xml:space="preserve"> ! </w:t>
      </w:r>
      <w:r w:rsidRPr="002B3119">
        <w:t>Mais je sais bien que je ne dormais pas</w:t>
      </w:r>
      <w:r w:rsidR="00E4444A" w:rsidRPr="0099306C">
        <w:t xml:space="preserve">. </w:t>
      </w:r>
      <w:r w:rsidRPr="002B3119">
        <w:t>Ses cheveux me frôlaient la joue</w:t>
      </w:r>
      <w:r w:rsidR="00E4444A" w:rsidRPr="0099306C">
        <w:t xml:space="preserve">, </w:t>
      </w:r>
      <w:r w:rsidRPr="002B3119">
        <w:t>nos genoux se touchaient sous la couverture et le train s</w:t>
      </w:r>
      <w:r w:rsidR="00E4444A" w:rsidRPr="0099306C">
        <w:t>’</w:t>
      </w:r>
      <w:r w:rsidRPr="002B3119">
        <w:t>enfonçait dans la nuit</w:t>
      </w:r>
      <w:r w:rsidR="00E4444A" w:rsidRPr="0099306C">
        <w:t xml:space="preserve">. </w:t>
      </w:r>
      <w:r w:rsidRPr="002B3119">
        <w:t>Ma femme et ma fille étaient là</w:t>
      </w:r>
      <w:r w:rsidR="00E4444A" w:rsidRPr="0099306C">
        <w:t xml:space="preserve">. </w:t>
      </w:r>
      <w:r w:rsidRPr="002B3119">
        <w:t>Je tenais solidement à la vie</w:t>
      </w:r>
      <w:r w:rsidR="00E4444A" w:rsidRPr="0099306C">
        <w:t xml:space="preserve">. </w:t>
      </w:r>
      <w:r w:rsidRPr="002B3119">
        <w:t>Aux arrêts</w:t>
      </w:r>
      <w:r w:rsidR="00E4444A" w:rsidRPr="0099306C">
        <w:t xml:space="preserve">, </w:t>
      </w:r>
      <w:r w:rsidRPr="002B3119">
        <w:t>Jeanne relevait la tête et demandait</w:t>
      </w:r>
      <w:r w:rsidR="00E4444A" w:rsidRPr="0099306C">
        <w:t> : « </w:t>
      </w:r>
      <w:r w:rsidRPr="002B3119">
        <w:t xml:space="preserve">Où </w:t>
      </w:r>
      <w:r w:rsidR="00E84699" w:rsidRPr="002B3119">
        <w:t>sommes</w:t>
      </w:r>
      <w:r w:rsidRPr="002B3119">
        <w:t>-nous</w:t>
      </w:r>
      <w:r w:rsidR="00E4444A" w:rsidRPr="0099306C">
        <w:t> ? »</w:t>
      </w:r>
    </w:p>
    <w:p w14:paraId="28A6CF93" w14:textId="77777777" w:rsidR="00E4444A" w:rsidRPr="0099306C" w:rsidRDefault="002B3119" w:rsidP="002B3119">
      <w:r w:rsidRPr="002B3119">
        <w:t>Au matin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assez bonne heure</w:t>
      </w:r>
      <w:r w:rsidR="00E4444A" w:rsidRPr="0099306C">
        <w:t xml:space="preserve">, </w:t>
      </w:r>
      <w:r w:rsidRPr="002B3119">
        <w:t>je quittai l</w:t>
      </w:r>
      <w:r w:rsidR="00E4444A" w:rsidRPr="0099306C">
        <w:t>’</w:t>
      </w:r>
      <w:r w:rsidRPr="002B3119">
        <w:t>express pour prendre la ligne d</w:t>
      </w:r>
      <w:r w:rsidR="00E4444A" w:rsidRPr="0099306C">
        <w:t>’</w:t>
      </w:r>
      <w:r w:rsidRPr="002B3119">
        <w:t>embranchement</w:t>
      </w:r>
      <w:r w:rsidR="00E4444A" w:rsidRPr="0099306C">
        <w:t xml:space="preserve">. </w:t>
      </w:r>
      <w:r w:rsidRPr="002B3119">
        <w:t>C</w:t>
      </w:r>
      <w:r w:rsidR="00E4444A" w:rsidRPr="0099306C">
        <w:t>’</w:t>
      </w:r>
      <w:r w:rsidRPr="002B3119">
        <w:t>était un omnibus qui fl</w:t>
      </w:r>
      <w:r w:rsidR="00134FA1" w:rsidRPr="0099306C">
        <w:t>â</w:t>
      </w:r>
      <w:r w:rsidRPr="002B3119">
        <w:t>nait parmi les bruyères et s</w:t>
      </w:r>
      <w:r w:rsidR="00E4444A" w:rsidRPr="0099306C">
        <w:t>’</w:t>
      </w:r>
      <w:r w:rsidRPr="002B3119">
        <w:t>arrêtait aux moindres gares</w:t>
      </w:r>
      <w:r w:rsidR="00E4444A" w:rsidRPr="0099306C">
        <w:t xml:space="preserve">, </w:t>
      </w:r>
      <w:r w:rsidRPr="002B3119">
        <w:t xml:space="preserve">dont </w:t>
      </w:r>
      <w:r w:rsidRPr="002B3119">
        <w:lastRenderedPageBreak/>
        <w:t>les noms</w:t>
      </w:r>
      <w:r w:rsidR="00E4444A" w:rsidRPr="0099306C">
        <w:t xml:space="preserve">, </w:t>
      </w:r>
      <w:r w:rsidRPr="002B3119">
        <w:t>après plusieurs années</w:t>
      </w:r>
      <w:r w:rsidR="00E4444A" w:rsidRPr="0099306C">
        <w:t xml:space="preserve">, </w:t>
      </w:r>
      <w:r w:rsidRPr="002B3119">
        <w:t>me redevenaient f</w:t>
      </w:r>
      <w:r w:rsidRPr="002B3119">
        <w:t>a</w:t>
      </w:r>
      <w:r w:rsidRPr="002B3119">
        <w:t>miliers tout à coup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était toute ma chère Bretagne</w:t>
      </w:r>
      <w:r w:rsidR="00E4444A" w:rsidRPr="0099306C">
        <w:t xml:space="preserve">, </w:t>
      </w:r>
      <w:r w:rsidRPr="002B3119">
        <w:t>avec ses landes</w:t>
      </w:r>
      <w:r w:rsidR="00E4444A" w:rsidRPr="0099306C">
        <w:t xml:space="preserve">, </w:t>
      </w:r>
      <w:r w:rsidRPr="002B3119">
        <w:t>ses ciels bas</w:t>
      </w:r>
      <w:r w:rsidR="00E4444A" w:rsidRPr="0099306C">
        <w:t xml:space="preserve">, </w:t>
      </w:r>
      <w:r w:rsidRPr="002B3119">
        <w:t>son visage de rêve et ses vallonn</w:t>
      </w:r>
      <w:r w:rsidRPr="002B3119">
        <w:t>e</w:t>
      </w:r>
      <w:r w:rsidRPr="002B3119">
        <w:t>ments</w:t>
      </w:r>
      <w:r w:rsidR="00E4444A" w:rsidRPr="0099306C">
        <w:t xml:space="preserve">, </w:t>
      </w:r>
      <w:r w:rsidRPr="002B3119">
        <w:t>ses clochers à jour parmi la verdure</w:t>
      </w:r>
      <w:r w:rsidR="00E4444A" w:rsidRPr="0099306C">
        <w:t xml:space="preserve">, </w:t>
      </w:r>
      <w:r w:rsidRPr="002B3119">
        <w:t>son sourire de Joconde et son parler chantant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toute l</w:t>
      </w:r>
      <w:r w:rsidR="00E4444A" w:rsidRPr="0099306C">
        <w:t>’</w:t>
      </w:r>
      <w:r w:rsidRPr="002B3119">
        <w:t>atmosphère bretonne qui m</w:t>
      </w:r>
      <w:r w:rsidR="00E4444A" w:rsidRPr="0099306C">
        <w:t>’</w:t>
      </w:r>
      <w:r w:rsidRPr="002B3119">
        <w:t>enveloppait comme autrefois</w:t>
      </w:r>
      <w:r w:rsidR="00E4444A" w:rsidRPr="0099306C">
        <w:t>.</w:t>
      </w:r>
    </w:p>
    <w:p w14:paraId="2275F1B4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eus une surprise en descendant de voiture</w:t>
      </w:r>
      <w:r w:rsidR="00E4444A" w:rsidRPr="0099306C">
        <w:t xml:space="preserve">. </w:t>
      </w:r>
      <w:r w:rsidRPr="002B3119">
        <w:t>La gare avait subi des changements</w:t>
      </w:r>
      <w:r w:rsidR="00E4444A" w:rsidRPr="0099306C">
        <w:t xml:space="preserve">. </w:t>
      </w:r>
      <w:r w:rsidRPr="002B3119">
        <w:t>Les façades avaient été r</w:t>
      </w:r>
      <w:r w:rsidRPr="002B3119">
        <w:t>e</w:t>
      </w:r>
      <w:r w:rsidRPr="002B3119">
        <w:t>peintes</w:t>
      </w:r>
      <w:r w:rsidR="00E4444A" w:rsidRPr="0099306C">
        <w:t xml:space="preserve">. </w:t>
      </w:r>
      <w:r w:rsidRPr="002B3119">
        <w:t>On sortait par un souterrain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aperçus un ancien ami</w:t>
      </w:r>
      <w:r w:rsidR="00E4444A" w:rsidRPr="0099306C">
        <w:t xml:space="preserve">, </w:t>
      </w:r>
      <w:r w:rsidRPr="002B3119">
        <w:t>un collègue</w:t>
      </w:r>
      <w:r w:rsidR="00E4444A" w:rsidRPr="0099306C">
        <w:t xml:space="preserve">. </w:t>
      </w:r>
      <w:r w:rsidRPr="002B3119">
        <w:t>Il venait d</w:t>
      </w:r>
      <w:r w:rsidR="00E4444A" w:rsidRPr="0099306C">
        <w:t>’</w:t>
      </w:r>
      <w:r w:rsidRPr="002B3119">
        <w:t>acheter les journaux et se r</w:t>
      </w:r>
      <w:r w:rsidRPr="002B3119">
        <w:t>e</w:t>
      </w:r>
      <w:r w:rsidRPr="002B3119">
        <w:t>tourna pour siffler son chien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employé des billets ne me r</w:t>
      </w:r>
      <w:r w:rsidRPr="002B3119">
        <w:t>e</w:t>
      </w:r>
      <w:r w:rsidRPr="002B3119">
        <w:t>connut pas</w:t>
      </w:r>
      <w:r w:rsidR="00E4444A" w:rsidRPr="0099306C">
        <w:t xml:space="preserve">. </w:t>
      </w:r>
      <w:r w:rsidRPr="002B3119">
        <w:t>Personne ne pensait plus à ce revenant</w:t>
      </w:r>
      <w:r w:rsidR="00E4444A" w:rsidRPr="0099306C">
        <w:t>.</w:t>
      </w:r>
    </w:p>
    <w:p w14:paraId="21C652D2" w14:textId="77777777" w:rsidR="00E4444A" w:rsidRPr="0099306C" w:rsidRDefault="002B3119" w:rsidP="002B3119">
      <w:r w:rsidRPr="002B3119">
        <w:t>Mais quand je fus devant la gare</w:t>
      </w:r>
      <w:r w:rsidR="00E4444A" w:rsidRPr="0099306C">
        <w:t xml:space="preserve">, </w:t>
      </w:r>
      <w:r w:rsidRPr="002B3119">
        <w:t>sur le terre-plein d</w:t>
      </w:r>
      <w:r w:rsidR="00E4444A" w:rsidRPr="0099306C">
        <w:t>’</w:t>
      </w:r>
      <w:r w:rsidRPr="002B3119">
        <w:t>où l</w:t>
      </w:r>
      <w:r w:rsidR="00E4444A" w:rsidRPr="0099306C">
        <w:t>’</w:t>
      </w:r>
      <w:r w:rsidRPr="002B3119">
        <w:t>on dominait la vallée</w:t>
      </w:r>
      <w:r w:rsidR="00E4444A" w:rsidRPr="0099306C">
        <w:t xml:space="preserve">, </w:t>
      </w:r>
      <w:r w:rsidRPr="002B3119">
        <w:t>tout le passé ressuscita</w:t>
      </w:r>
      <w:r w:rsidR="00E4444A" w:rsidRPr="0099306C">
        <w:t xml:space="preserve">. </w:t>
      </w:r>
      <w:r w:rsidRPr="002B3119">
        <w:t>Ainsi</w:t>
      </w:r>
      <w:r w:rsidR="00E4444A" w:rsidRPr="0099306C">
        <w:t xml:space="preserve">, </w:t>
      </w:r>
      <w:r w:rsidRPr="002B3119">
        <w:t>par un printemps semblable</w:t>
      </w:r>
      <w:r w:rsidR="00E4444A" w:rsidRPr="0099306C">
        <w:t xml:space="preserve">, </w:t>
      </w:r>
      <w:r w:rsidRPr="002B3119">
        <w:t>au matin de ma première arrivée</w:t>
      </w:r>
      <w:r w:rsidR="00E4444A" w:rsidRPr="0099306C">
        <w:t xml:space="preserve">, </w:t>
      </w:r>
      <w:r w:rsidRPr="002B3119">
        <w:t>ce paysage m</w:t>
      </w:r>
      <w:r w:rsidR="00E4444A" w:rsidRPr="0099306C">
        <w:t>’</w:t>
      </w:r>
      <w:r w:rsidRPr="002B3119">
        <w:t>était apparu</w:t>
      </w:r>
      <w:r w:rsidR="00E4444A" w:rsidRPr="0099306C">
        <w:t xml:space="preserve">. </w:t>
      </w:r>
      <w:r w:rsidRPr="002B3119">
        <w:t>Les maisons</w:t>
      </w:r>
      <w:r w:rsidR="00E4444A" w:rsidRPr="0099306C">
        <w:t xml:space="preserve">, </w:t>
      </w:r>
      <w:r w:rsidRPr="002B3119">
        <w:t>le long du canal</w:t>
      </w:r>
      <w:r w:rsidR="00E4444A" w:rsidRPr="0099306C">
        <w:t xml:space="preserve">, </w:t>
      </w:r>
      <w:r w:rsidRPr="002B3119">
        <w:t>al</w:t>
      </w:r>
      <w:r w:rsidRPr="002B3119">
        <w:t>i</w:t>
      </w:r>
      <w:r w:rsidRPr="002B3119">
        <w:t>gnaient toujours leurs deux rangs</w:t>
      </w:r>
      <w:r w:rsidR="00E4444A" w:rsidRPr="0099306C">
        <w:t xml:space="preserve">. </w:t>
      </w:r>
      <w:r w:rsidRPr="002B3119">
        <w:t>Là</w:t>
      </w:r>
      <w:r w:rsidR="00E4444A" w:rsidRPr="0099306C">
        <w:t xml:space="preserve">, </w:t>
      </w:r>
      <w:r w:rsidRPr="002B3119">
        <w:t>sous leurs toits d</w:t>
      </w:r>
      <w:r w:rsidR="00E4444A" w:rsidRPr="0099306C">
        <w:t>’</w:t>
      </w:r>
      <w:r w:rsidRPr="002B3119">
        <w:t>ardoises</w:t>
      </w:r>
      <w:r w:rsidR="00E4444A" w:rsidRPr="0099306C">
        <w:t xml:space="preserve">, </w:t>
      </w:r>
      <w:r w:rsidRPr="002B3119">
        <w:t>satisfaits de leur humble sort</w:t>
      </w:r>
      <w:r w:rsidR="00E4444A" w:rsidRPr="0099306C">
        <w:t xml:space="preserve">, </w:t>
      </w:r>
      <w:r w:rsidRPr="002B3119">
        <w:t>des hommes v</w:t>
      </w:r>
      <w:r w:rsidRPr="002B3119">
        <w:t>i</w:t>
      </w:r>
      <w:r w:rsidRPr="002B3119">
        <w:t>vaient leurs destinées</w:t>
      </w:r>
      <w:r w:rsidR="00E4444A" w:rsidRPr="0099306C">
        <w:t xml:space="preserve">, </w:t>
      </w:r>
      <w:r w:rsidRPr="002B3119">
        <w:t>et moi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avais été l</w:t>
      </w:r>
      <w:r w:rsidR="00E4444A" w:rsidRPr="0099306C">
        <w:t>’</w:t>
      </w:r>
      <w:r w:rsidRPr="002B3119">
        <w:t>un des leurs</w:t>
      </w:r>
      <w:r w:rsidR="00E4444A" w:rsidRPr="0099306C">
        <w:t xml:space="preserve">. </w:t>
      </w:r>
      <w:r w:rsidRPr="002B3119">
        <w:t>Une fine lumière</w:t>
      </w:r>
      <w:r w:rsidR="00E4444A" w:rsidRPr="0099306C">
        <w:t xml:space="preserve">, </w:t>
      </w:r>
      <w:r w:rsidRPr="002B3119">
        <w:t>embrassant les constructions éparses</w:t>
      </w:r>
      <w:r w:rsidR="00E4444A" w:rsidRPr="0099306C">
        <w:t xml:space="preserve">, </w:t>
      </w:r>
      <w:r w:rsidRPr="002B3119">
        <w:t>les fo</w:t>
      </w:r>
      <w:r w:rsidRPr="002B3119">
        <w:t>n</w:t>
      </w:r>
      <w:r w:rsidRPr="002B3119">
        <w:t>dait en un tout harmonieux</w:t>
      </w:r>
      <w:r w:rsidR="00E4444A" w:rsidRPr="0099306C">
        <w:t xml:space="preserve">. </w:t>
      </w:r>
      <w:r w:rsidRPr="002B3119">
        <w:t>Des bruits de sabots</w:t>
      </w:r>
      <w:r w:rsidR="00E4444A" w:rsidRPr="0099306C">
        <w:t xml:space="preserve">, </w:t>
      </w:r>
      <w:r w:rsidRPr="002B3119">
        <w:t>des roul</w:t>
      </w:r>
      <w:r w:rsidRPr="002B3119">
        <w:t>e</w:t>
      </w:r>
      <w:r w:rsidRPr="002B3119">
        <w:t>ments de charrettes</w:t>
      </w:r>
      <w:r w:rsidR="00E4444A" w:rsidRPr="0099306C">
        <w:t xml:space="preserve">, </w:t>
      </w:r>
      <w:r w:rsidRPr="002B3119">
        <w:t>des martèlements de forges se mêlaient dans cette rumeur que fait une ville en vivant</w:t>
      </w:r>
      <w:r w:rsidR="00E4444A" w:rsidRPr="0099306C">
        <w:t xml:space="preserve">. </w:t>
      </w:r>
      <w:r w:rsidRPr="002B3119">
        <w:t>Des gens</w:t>
      </w:r>
      <w:r w:rsidR="00E4444A" w:rsidRPr="0099306C">
        <w:t xml:space="preserve">, </w:t>
      </w:r>
      <w:r w:rsidRPr="002B3119">
        <w:t>a</w:t>
      </w:r>
      <w:r w:rsidRPr="002B3119">
        <w:t>l</w:t>
      </w:r>
      <w:r w:rsidRPr="002B3119">
        <w:t>lant je ne sais où</w:t>
      </w:r>
      <w:r w:rsidR="00E4444A" w:rsidRPr="0099306C">
        <w:t xml:space="preserve">, </w:t>
      </w:r>
      <w:r w:rsidRPr="002B3119">
        <w:t>se croisaient sans cesse sur le pont</w:t>
      </w:r>
      <w:r w:rsidR="00E4444A" w:rsidRPr="0099306C">
        <w:t xml:space="preserve">. </w:t>
      </w:r>
      <w:r w:rsidRPr="002B3119">
        <w:t>Midi tomba du clocher de l</w:t>
      </w:r>
      <w:r w:rsidR="00E4444A" w:rsidRPr="0099306C">
        <w:t>’</w:t>
      </w:r>
      <w:r w:rsidRPr="002B3119">
        <w:t>église</w:t>
      </w:r>
      <w:r w:rsidR="00E4444A" w:rsidRPr="0099306C">
        <w:t xml:space="preserve">. </w:t>
      </w:r>
      <w:r w:rsidRPr="002B3119">
        <w:t>Les claires ondes s</w:t>
      </w:r>
      <w:r w:rsidR="00E4444A" w:rsidRPr="0099306C">
        <w:t>’</w:t>
      </w:r>
      <w:r w:rsidRPr="002B3119">
        <w:t>élargirent jusqu</w:t>
      </w:r>
      <w:r w:rsidR="00E4444A" w:rsidRPr="0099306C">
        <w:t>’</w:t>
      </w:r>
      <w:r w:rsidRPr="002B3119">
        <w:t>à moi</w:t>
      </w:r>
      <w:r w:rsidR="00E4444A" w:rsidRPr="0099306C">
        <w:t xml:space="preserve">. </w:t>
      </w:r>
      <w:r w:rsidRPr="002B3119">
        <w:t>Les tintements étaient les mêmes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air fluide gardait sa même sonorité</w:t>
      </w:r>
      <w:r w:rsidR="00E4444A" w:rsidRPr="0099306C">
        <w:t>.</w:t>
      </w:r>
    </w:p>
    <w:p w14:paraId="50640041" w14:textId="77777777" w:rsidR="002B3119" w:rsidRPr="002B3119" w:rsidRDefault="002B3119" w:rsidP="002B3119"/>
    <w:p w14:paraId="276A9FC5" w14:textId="77777777" w:rsidR="00E4444A" w:rsidRPr="0099306C" w:rsidRDefault="002B3119" w:rsidP="002B3119">
      <w:r w:rsidRPr="002B3119">
        <w:t>Par un chemin creux qui faisait raccourci</w:t>
      </w:r>
      <w:r w:rsidR="00E4444A" w:rsidRPr="0099306C">
        <w:t xml:space="preserve">, </w:t>
      </w:r>
      <w:r w:rsidRPr="002B3119">
        <w:t>je descendis vers la ville</w:t>
      </w:r>
      <w:r w:rsidR="00E4444A" w:rsidRPr="0099306C">
        <w:t xml:space="preserve">, </w:t>
      </w:r>
      <w:r w:rsidRPr="002B3119">
        <w:t>où j</w:t>
      </w:r>
      <w:r w:rsidR="00E4444A" w:rsidRPr="0099306C">
        <w:t>’</w:t>
      </w:r>
      <w:r w:rsidRPr="002B3119">
        <w:t>avais toujours compté revenir plus tard avec Yvette</w:t>
      </w:r>
      <w:r w:rsidR="00E4444A" w:rsidRPr="0099306C">
        <w:t xml:space="preserve">. </w:t>
      </w:r>
      <w:r w:rsidRPr="002B3119">
        <w:t>Des paysans me dirent bonjour</w:t>
      </w:r>
      <w:r w:rsidR="00E4444A" w:rsidRPr="0099306C">
        <w:t xml:space="preserve">, </w:t>
      </w:r>
      <w:r w:rsidRPr="002B3119">
        <w:t>sans surprise</w:t>
      </w:r>
      <w:r w:rsidR="00E4444A" w:rsidRPr="0099306C">
        <w:t xml:space="preserve">, </w:t>
      </w:r>
      <w:r w:rsidRPr="002B3119">
        <w:t xml:space="preserve">comme </w:t>
      </w:r>
      <w:r w:rsidRPr="002B3119">
        <w:lastRenderedPageBreak/>
        <w:t>si je ne les avais jamais quittés</w:t>
      </w:r>
      <w:r w:rsidR="00E4444A" w:rsidRPr="0099306C">
        <w:t xml:space="preserve">. </w:t>
      </w:r>
      <w:r w:rsidRPr="002B3119">
        <w:t>Des employés</w:t>
      </w:r>
      <w:r w:rsidR="00E4444A" w:rsidRPr="0099306C">
        <w:t xml:space="preserve">, </w:t>
      </w:r>
      <w:r w:rsidRPr="002B3119">
        <w:t>so</w:t>
      </w:r>
      <w:r w:rsidRPr="002B3119">
        <w:t>r</w:t>
      </w:r>
      <w:r w:rsidRPr="002B3119">
        <w:t>tant des bureaux</w:t>
      </w:r>
      <w:r w:rsidR="00E4444A" w:rsidRPr="0099306C">
        <w:t xml:space="preserve">, </w:t>
      </w:r>
      <w:r w:rsidRPr="002B3119">
        <w:t>causaient ensemble sur le pont</w:t>
      </w:r>
      <w:r w:rsidR="00E4444A" w:rsidRPr="0099306C">
        <w:t xml:space="preserve">, </w:t>
      </w:r>
      <w:r w:rsidRPr="002B3119">
        <w:t>arrêtés le dos aux parapets</w:t>
      </w:r>
      <w:r w:rsidR="00E4444A" w:rsidRPr="0099306C">
        <w:t xml:space="preserve">. </w:t>
      </w:r>
      <w:r w:rsidRPr="002B3119">
        <w:t>Sur les quais</w:t>
      </w:r>
      <w:r w:rsidR="00E4444A" w:rsidRPr="0099306C">
        <w:t xml:space="preserve">, </w:t>
      </w:r>
      <w:r w:rsidRPr="002B3119">
        <w:t>je reconnus chaque bo</w:t>
      </w:r>
      <w:r w:rsidRPr="002B3119">
        <w:t>u</w:t>
      </w:r>
      <w:r w:rsidRPr="002B3119">
        <w:t>tique</w:t>
      </w:r>
      <w:r w:rsidR="00E4444A" w:rsidRPr="0099306C">
        <w:t xml:space="preserve">, </w:t>
      </w:r>
      <w:r w:rsidRPr="002B3119">
        <w:t>mais une maison surtout m</w:t>
      </w:r>
      <w:r w:rsidR="00E4444A" w:rsidRPr="0099306C">
        <w:t>’</w:t>
      </w:r>
      <w:r w:rsidRPr="002B3119">
        <w:t>intéressait</w:t>
      </w:r>
      <w:r w:rsidR="00E4444A" w:rsidRPr="0099306C">
        <w:t xml:space="preserve">. </w:t>
      </w:r>
      <w:r w:rsidRPr="002B3119">
        <w:t>Elle était là</w:t>
      </w:r>
      <w:r w:rsidR="00E4444A" w:rsidRPr="0099306C">
        <w:t xml:space="preserve">. </w:t>
      </w:r>
      <w:r w:rsidRPr="002B3119">
        <w:t>Je l</w:t>
      </w:r>
      <w:r w:rsidR="00E4444A" w:rsidRPr="0099306C">
        <w:t>’</w:t>
      </w:r>
      <w:r w:rsidRPr="002B3119">
        <w:t>aperçus tout de suite</w:t>
      </w:r>
      <w:r w:rsidR="00E4444A" w:rsidRPr="0099306C">
        <w:t xml:space="preserve">, </w:t>
      </w:r>
      <w:r w:rsidRPr="002B3119">
        <w:t>se mirant comme autrefois dans le canal</w:t>
      </w:r>
      <w:r w:rsidR="00E4444A" w:rsidRPr="0099306C">
        <w:t xml:space="preserve">. </w:t>
      </w:r>
      <w:r w:rsidRPr="002B3119">
        <w:t>Un tapis pendait au balcon où tant de fois je m</w:t>
      </w:r>
      <w:r w:rsidR="00E4444A" w:rsidRPr="0099306C">
        <w:t>’</w:t>
      </w:r>
      <w:r w:rsidRPr="002B3119">
        <w:t>étais accoudé</w:t>
      </w:r>
      <w:r w:rsidR="00E4444A" w:rsidRPr="0099306C">
        <w:t xml:space="preserve">. </w:t>
      </w:r>
      <w:r w:rsidRPr="002B3119">
        <w:t>Une fenêtre était ouverte à l</w:t>
      </w:r>
      <w:r w:rsidR="00E4444A" w:rsidRPr="0099306C">
        <w:t>’</w:t>
      </w:r>
      <w:r w:rsidRPr="002B3119">
        <w:t>étage</w:t>
      </w:r>
      <w:r w:rsidR="00E4444A" w:rsidRPr="0099306C">
        <w:t xml:space="preserve">, </w:t>
      </w:r>
      <w:r w:rsidRPr="002B3119">
        <w:t>donnant sur une pièce que je connaissais bien</w:t>
      </w:r>
      <w:r w:rsidR="00E4444A" w:rsidRPr="0099306C">
        <w:t xml:space="preserve">. </w:t>
      </w:r>
      <w:r w:rsidRPr="002B3119">
        <w:t>La disposition de la chambre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emplacement de ses portes</w:t>
      </w:r>
      <w:r w:rsidR="00E4444A" w:rsidRPr="0099306C">
        <w:t xml:space="preserve">, </w:t>
      </w:r>
      <w:r w:rsidRPr="002B3119">
        <w:t>la vue qu</w:t>
      </w:r>
      <w:r w:rsidR="00E4444A" w:rsidRPr="0099306C">
        <w:t>’</w:t>
      </w:r>
      <w:r w:rsidRPr="002B3119">
        <w:t>on déco</w:t>
      </w:r>
      <w:r w:rsidRPr="002B3119">
        <w:t>u</w:t>
      </w:r>
      <w:r w:rsidRPr="002B3119">
        <w:t>vrait de sa fenêtre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éclairage qu</w:t>
      </w:r>
      <w:r w:rsidR="00E4444A" w:rsidRPr="0099306C">
        <w:t>’</w:t>
      </w:r>
      <w:r w:rsidRPr="002B3119">
        <w:t>y faisait le matin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aurais pu donner chaque détail</w:t>
      </w:r>
      <w:r w:rsidR="00E4444A" w:rsidRPr="0099306C">
        <w:t xml:space="preserve">. </w:t>
      </w:r>
      <w:r w:rsidRPr="002B3119">
        <w:t>Tout restait précis et vivant</w:t>
      </w:r>
      <w:r w:rsidR="00E4444A" w:rsidRPr="0099306C">
        <w:t>.</w:t>
      </w:r>
    </w:p>
    <w:p w14:paraId="40802075" w14:textId="77777777" w:rsidR="00E4444A" w:rsidRPr="0099306C" w:rsidRDefault="002B3119" w:rsidP="002B3119">
      <w:r w:rsidRPr="002B3119">
        <w:t>Ah</w:t>
      </w:r>
      <w:r w:rsidR="00E4444A" w:rsidRPr="0099306C">
        <w:t xml:space="preserve"> ! </w:t>
      </w:r>
      <w:r w:rsidRPr="002B3119">
        <w:t>la maison natale d</w:t>
      </w:r>
      <w:r w:rsidR="00E4444A" w:rsidRPr="0099306C">
        <w:t>’</w:t>
      </w:r>
      <w:r w:rsidRPr="002B3119">
        <w:t>Yvette</w:t>
      </w:r>
      <w:r w:rsidR="00E4444A" w:rsidRPr="0099306C">
        <w:t xml:space="preserve"> ! </w:t>
      </w:r>
      <w:r w:rsidRPr="002B3119">
        <w:t>Sans doute</w:t>
      </w:r>
      <w:r w:rsidR="00E4444A" w:rsidRPr="0099306C">
        <w:t xml:space="preserve">, </w:t>
      </w:r>
      <w:r w:rsidRPr="002B3119">
        <w:t>son intérieur avait changé</w:t>
      </w:r>
      <w:r w:rsidR="00E4444A" w:rsidRPr="0099306C">
        <w:t xml:space="preserve">. </w:t>
      </w:r>
      <w:r w:rsidRPr="002B3119">
        <w:t>On y avait installé d</w:t>
      </w:r>
      <w:r w:rsidR="00E4444A" w:rsidRPr="0099306C">
        <w:t>’</w:t>
      </w:r>
      <w:r w:rsidRPr="002B3119">
        <w:t>autres meubles</w:t>
      </w:r>
      <w:r w:rsidR="00E4444A" w:rsidRPr="0099306C">
        <w:t xml:space="preserve">. </w:t>
      </w:r>
      <w:r w:rsidRPr="002B3119">
        <w:t>On avait pu refaire les tapisseries</w:t>
      </w:r>
      <w:r w:rsidR="00E4444A" w:rsidRPr="0099306C">
        <w:t xml:space="preserve">. </w:t>
      </w:r>
      <w:r w:rsidRPr="002B3119">
        <w:t>Mais se pouvait-il qu</w:t>
      </w:r>
      <w:r w:rsidR="00E4444A" w:rsidRPr="0099306C">
        <w:t>’</w:t>
      </w:r>
      <w:r w:rsidRPr="002B3119">
        <w:t>entre ses murs quelque chose d</w:t>
      </w:r>
      <w:r w:rsidR="00E4444A" w:rsidRPr="0099306C">
        <w:t>’</w:t>
      </w:r>
      <w:r w:rsidRPr="002B3119">
        <w:t>Yvette ne flottât point</w:t>
      </w:r>
      <w:r w:rsidR="00E4444A" w:rsidRPr="0099306C">
        <w:t xml:space="preserve"> ? </w:t>
      </w:r>
      <w:r w:rsidRPr="002B3119">
        <w:t>Ce que nous avions laissé là de nos âmes</w:t>
      </w:r>
      <w:r w:rsidR="00E4444A" w:rsidRPr="0099306C">
        <w:t xml:space="preserve">, </w:t>
      </w:r>
      <w:r w:rsidRPr="002B3119">
        <w:t>le temps n</w:t>
      </w:r>
      <w:r w:rsidR="00E4444A" w:rsidRPr="0099306C">
        <w:t>’</w:t>
      </w:r>
      <w:r w:rsidRPr="002B3119">
        <w:t>avait encore pu le disperser</w:t>
      </w:r>
      <w:r w:rsidR="00E4444A" w:rsidRPr="0099306C">
        <w:t xml:space="preserve">. </w:t>
      </w:r>
      <w:r w:rsidRPr="002B3119">
        <w:t>D</w:t>
      </w:r>
      <w:r w:rsidR="00E4444A" w:rsidRPr="0099306C">
        <w:t>’</w:t>
      </w:r>
      <w:r w:rsidRPr="002B3119">
        <w:t>autres habitaient notre ancienne demeure</w:t>
      </w:r>
      <w:r w:rsidR="00E4444A" w:rsidRPr="0099306C">
        <w:t xml:space="preserve">. </w:t>
      </w:r>
      <w:r w:rsidRPr="002B3119">
        <w:t>Mais ne s</w:t>
      </w:r>
      <w:r w:rsidR="00E4444A" w:rsidRPr="0099306C">
        <w:t>’</w:t>
      </w:r>
      <w:r w:rsidRPr="002B3119">
        <w:t>étonnaient-ils jamais</w:t>
      </w:r>
      <w:r w:rsidR="00E4444A" w:rsidRPr="0099306C">
        <w:t xml:space="preserve">, </w:t>
      </w:r>
      <w:r w:rsidRPr="002B3119">
        <w:t>ces autres</w:t>
      </w:r>
      <w:r w:rsidR="00E4444A" w:rsidRPr="0099306C">
        <w:t xml:space="preserve">, </w:t>
      </w:r>
      <w:r w:rsidRPr="002B3119">
        <w:t>de sentir ces tendres effluves qui devaient les envelopper soudain</w:t>
      </w:r>
      <w:r w:rsidR="00E4444A" w:rsidRPr="0099306C">
        <w:t xml:space="preserve"> ? </w:t>
      </w:r>
      <w:r w:rsidRPr="002B3119">
        <w:t>N</w:t>
      </w:r>
      <w:r w:rsidR="00E4444A" w:rsidRPr="0099306C">
        <w:t>’</w:t>
      </w:r>
      <w:r w:rsidRPr="002B3119">
        <w:t>en pa</w:t>
      </w:r>
      <w:r w:rsidRPr="002B3119">
        <w:t>r</w:t>
      </w:r>
      <w:r w:rsidRPr="002B3119">
        <w:t>laient-ils jamais de cette petite fille qui naquit</w:t>
      </w:r>
      <w:r w:rsidR="00E4444A" w:rsidRPr="0099306C">
        <w:t xml:space="preserve">, </w:t>
      </w:r>
      <w:r w:rsidRPr="002B3119">
        <w:t>un jour</w:t>
      </w:r>
      <w:r w:rsidR="00E4444A" w:rsidRPr="0099306C">
        <w:t xml:space="preserve">, </w:t>
      </w:r>
      <w:r w:rsidRPr="002B3119">
        <w:t>dans cette même chambre où maintenant ils faisaient</w:t>
      </w:r>
      <w:r w:rsidR="00E4444A" w:rsidRPr="0099306C">
        <w:t xml:space="preserve">, </w:t>
      </w:r>
      <w:r w:rsidRPr="002B3119">
        <w:t>eux</w:t>
      </w:r>
      <w:r w:rsidR="00E4444A" w:rsidRPr="0099306C">
        <w:t xml:space="preserve">, </w:t>
      </w:r>
      <w:r w:rsidRPr="002B3119">
        <w:t>leur nid</w:t>
      </w:r>
      <w:r w:rsidR="00E4444A" w:rsidRPr="0099306C">
        <w:t xml:space="preserve"> ? </w:t>
      </w:r>
      <w:r w:rsidRPr="002B3119">
        <w:t>L</w:t>
      </w:r>
      <w:r w:rsidR="00E4444A" w:rsidRPr="0099306C">
        <w:t>’</w:t>
      </w:r>
      <w:r w:rsidRPr="002B3119">
        <w:t>endroit où un petit être vint au monde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quelque chose de sacré cependant</w:t>
      </w:r>
      <w:r w:rsidR="00E4444A" w:rsidRPr="0099306C">
        <w:t>.</w:t>
      </w:r>
    </w:p>
    <w:p w14:paraId="0E6A04D2" w14:textId="77777777" w:rsidR="00E4444A" w:rsidRPr="0099306C" w:rsidRDefault="002B3119" w:rsidP="002B3119">
      <w:r w:rsidRPr="002B3119">
        <w:t>Je m</w:t>
      </w:r>
      <w:r w:rsidR="00E4444A" w:rsidRPr="0099306C">
        <w:t>’</w:t>
      </w:r>
      <w:r w:rsidRPr="002B3119">
        <w:t>arrêtai devant la porte</w:t>
      </w:r>
      <w:r w:rsidR="00E4444A" w:rsidRPr="0099306C">
        <w:t xml:space="preserve">. </w:t>
      </w:r>
      <w:r w:rsidR="00134FA1" w:rsidRPr="0099306C">
        <w:t>À</w:t>
      </w:r>
      <w:r w:rsidRPr="002B3119">
        <w:t xml:space="preserve"> cet instant</w:t>
      </w:r>
      <w:r w:rsidR="00E4444A" w:rsidRPr="0099306C">
        <w:t xml:space="preserve">, </w:t>
      </w:r>
      <w:r w:rsidRPr="002B3119">
        <w:t>elle se serait ouverte toute seule que je n</w:t>
      </w:r>
      <w:r w:rsidR="00E4444A" w:rsidRPr="0099306C">
        <w:t>’</w:t>
      </w:r>
      <w:r w:rsidRPr="002B3119">
        <w:t>aurais pas été trop surpris</w:t>
      </w:r>
      <w:r w:rsidR="00E4444A" w:rsidRPr="0099306C">
        <w:t xml:space="preserve">. </w:t>
      </w:r>
      <w:r w:rsidRPr="002B3119">
        <w:t>Tout ému</w:t>
      </w:r>
      <w:r w:rsidR="00E4444A" w:rsidRPr="0099306C">
        <w:t xml:space="preserve">, </w:t>
      </w:r>
      <w:r w:rsidRPr="002B3119">
        <w:t>je considérais les murailles</w:t>
      </w:r>
      <w:r w:rsidR="00E4444A" w:rsidRPr="0099306C">
        <w:t xml:space="preserve">. </w:t>
      </w:r>
      <w:r w:rsidRPr="002B3119">
        <w:t>Qu</w:t>
      </w:r>
      <w:r w:rsidR="00E4444A" w:rsidRPr="0099306C">
        <w:t>’</w:t>
      </w:r>
      <w:r w:rsidRPr="002B3119">
        <w:t>attendais-je exact</w:t>
      </w:r>
      <w:r w:rsidRPr="002B3119">
        <w:t>e</w:t>
      </w:r>
      <w:r w:rsidRPr="002B3119">
        <w:t>ment</w:t>
      </w:r>
      <w:r w:rsidR="00E4444A" w:rsidRPr="0099306C">
        <w:t xml:space="preserve"> ? </w:t>
      </w:r>
      <w:r w:rsidRPr="002B3119">
        <w:t>Je l</w:t>
      </w:r>
      <w:r w:rsidR="00E4444A" w:rsidRPr="0099306C">
        <w:t>’</w:t>
      </w:r>
      <w:r w:rsidRPr="002B3119">
        <w:t>ignore</w:t>
      </w:r>
      <w:r w:rsidR="00E4444A" w:rsidRPr="0099306C">
        <w:t xml:space="preserve"> ! </w:t>
      </w:r>
      <w:r w:rsidRPr="002B3119">
        <w:t>Quelque inexprimable accueil des choses</w:t>
      </w:r>
      <w:r w:rsidR="00E4444A" w:rsidRPr="0099306C">
        <w:t xml:space="preserve">, </w:t>
      </w:r>
      <w:r w:rsidRPr="002B3119">
        <w:t>quelque indice qu</w:t>
      </w:r>
      <w:r w:rsidR="00E4444A" w:rsidRPr="0099306C">
        <w:t>’</w:t>
      </w:r>
      <w:r w:rsidRPr="002B3119">
        <w:t>une âme frémissait dans ces pierres</w:t>
      </w:r>
      <w:r w:rsidR="00E4444A" w:rsidRPr="0099306C">
        <w:t xml:space="preserve">, </w:t>
      </w:r>
      <w:r w:rsidRPr="002B3119">
        <w:t>quelque signe que je n</w:t>
      </w:r>
      <w:r w:rsidR="00E4444A" w:rsidRPr="0099306C">
        <w:t>’</w:t>
      </w:r>
      <w:r w:rsidRPr="002B3119">
        <w:t>étais pas oublié</w:t>
      </w:r>
      <w:r w:rsidR="00E4444A" w:rsidRPr="0099306C">
        <w:t xml:space="preserve">. </w:t>
      </w:r>
      <w:r w:rsidRPr="002B3119">
        <w:t>Toujours ce besoin de nous survivre</w:t>
      </w:r>
      <w:r w:rsidR="00E4444A" w:rsidRPr="0099306C">
        <w:t xml:space="preserve">, </w:t>
      </w:r>
      <w:r w:rsidRPr="002B3119">
        <w:t>cette obstination à ne pas accepter la mort</w:t>
      </w:r>
      <w:r w:rsidR="00E4444A" w:rsidRPr="0099306C">
        <w:t xml:space="preserve"> ! </w:t>
      </w:r>
      <w:r w:rsidRPr="002B3119">
        <w:t>Mais la porte ne s</w:t>
      </w:r>
      <w:r w:rsidR="00E4444A" w:rsidRPr="0099306C">
        <w:t>’</w:t>
      </w:r>
      <w:r w:rsidRPr="002B3119">
        <w:t>ouvrit point par miracle</w:t>
      </w:r>
      <w:r w:rsidR="00E4444A" w:rsidRPr="0099306C">
        <w:t xml:space="preserve">. </w:t>
      </w:r>
      <w:r w:rsidRPr="002B3119">
        <w:t>Aucune voix ne s</w:t>
      </w:r>
      <w:r w:rsidR="00E4444A" w:rsidRPr="0099306C">
        <w:t>’</w:t>
      </w:r>
      <w:r w:rsidRPr="002B3119">
        <w:t>exhala de ces murs</w:t>
      </w:r>
      <w:r w:rsidR="00E4444A" w:rsidRPr="0099306C">
        <w:t xml:space="preserve">. </w:t>
      </w:r>
      <w:r w:rsidRPr="002B3119">
        <w:t>Elles ne me firent pas</w:t>
      </w:r>
      <w:r w:rsidR="00E4444A" w:rsidRPr="0099306C">
        <w:t xml:space="preserve">, </w:t>
      </w:r>
      <w:r w:rsidRPr="002B3119">
        <w:t>les choses</w:t>
      </w:r>
      <w:r w:rsidR="00E4444A" w:rsidRPr="0099306C">
        <w:t xml:space="preserve">, </w:t>
      </w:r>
      <w:r w:rsidRPr="002B3119">
        <w:lastRenderedPageBreak/>
        <w:t>l</w:t>
      </w:r>
      <w:r w:rsidR="00E4444A" w:rsidRPr="0099306C">
        <w:t>’</w:t>
      </w:r>
      <w:r w:rsidRPr="002B3119">
        <w:t>accueil mystérieux que j</w:t>
      </w:r>
      <w:r w:rsidR="00E4444A" w:rsidRPr="0099306C">
        <w:t>’</w:t>
      </w:r>
      <w:r w:rsidRPr="002B3119">
        <w:t>attendais</w:t>
      </w:r>
      <w:r w:rsidR="00E4444A" w:rsidRPr="0099306C">
        <w:t xml:space="preserve">. </w:t>
      </w:r>
      <w:r w:rsidRPr="002B3119">
        <w:t>Et je repartis plus triste</w:t>
      </w:r>
      <w:r w:rsidR="00E4444A" w:rsidRPr="0099306C">
        <w:t xml:space="preserve">. </w:t>
      </w:r>
      <w:r w:rsidRPr="002B3119">
        <w:t>Qu</w:t>
      </w:r>
      <w:r w:rsidR="00E4444A" w:rsidRPr="0099306C">
        <w:t>’</w:t>
      </w:r>
      <w:r w:rsidRPr="002B3119">
        <w:t>avais-je à m</w:t>
      </w:r>
      <w:r w:rsidR="00E4444A" w:rsidRPr="0099306C">
        <w:t>’</w:t>
      </w:r>
      <w:r w:rsidRPr="002B3119">
        <w:t>attarder devant la maison des autres</w:t>
      </w:r>
      <w:r w:rsidR="00E4444A" w:rsidRPr="0099306C">
        <w:t xml:space="preserve"> ? </w:t>
      </w:r>
      <w:r w:rsidRPr="002B3119">
        <w:t>Quelqu</w:t>
      </w:r>
      <w:r w:rsidR="00E4444A" w:rsidRPr="0099306C">
        <w:t>’</w:t>
      </w:r>
      <w:r w:rsidRPr="002B3119">
        <w:t>un</w:t>
      </w:r>
      <w:r w:rsidR="00E4444A" w:rsidRPr="0099306C">
        <w:t xml:space="preserve">, </w:t>
      </w:r>
      <w:r w:rsidRPr="002B3119">
        <w:t>par une fenêtre</w:t>
      </w:r>
      <w:r w:rsidR="00E4444A" w:rsidRPr="0099306C">
        <w:t xml:space="preserve">, </w:t>
      </w:r>
      <w:r w:rsidRPr="002B3119">
        <w:t>aurait pu apostropher cet étranger</w:t>
      </w:r>
      <w:r w:rsidR="00E4444A" w:rsidRPr="0099306C">
        <w:t>…</w:t>
      </w:r>
    </w:p>
    <w:p w14:paraId="14479760" w14:textId="77777777" w:rsidR="00E4444A" w:rsidRPr="0099306C" w:rsidRDefault="002B3119" w:rsidP="002B3119">
      <w:r w:rsidRPr="002B3119">
        <w:t>La plainte d</w:t>
      </w:r>
      <w:r w:rsidR="00E4444A" w:rsidRPr="0099306C">
        <w:t>’</w:t>
      </w:r>
      <w:proofErr w:type="spellStart"/>
      <w:r w:rsidRPr="002B3119">
        <w:t>Olympio</w:t>
      </w:r>
      <w:proofErr w:type="spellEnd"/>
      <w:r w:rsidRPr="002B3119">
        <w:t xml:space="preserve"> disait bien ma détresse</w:t>
      </w:r>
      <w:r w:rsidR="00E4444A" w:rsidRPr="0099306C">
        <w:t> :</w:t>
      </w:r>
    </w:p>
    <w:p w14:paraId="1987025D" w14:textId="77777777" w:rsidR="002B3119" w:rsidRPr="002B3119" w:rsidRDefault="002B3119" w:rsidP="002B3119">
      <w:pPr>
        <w:rPr>
          <w:i/>
        </w:rPr>
      </w:pPr>
    </w:p>
    <w:p w14:paraId="6B725E02" w14:textId="77777777" w:rsidR="00E4444A" w:rsidRPr="008C2C66" w:rsidRDefault="002B3119" w:rsidP="008C2C66">
      <w:pPr>
        <w:jc w:val="center"/>
        <w:rPr>
          <w:sz w:val="32"/>
          <w:szCs w:val="32"/>
        </w:rPr>
      </w:pPr>
      <w:r w:rsidRPr="008C2C66">
        <w:rPr>
          <w:sz w:val="32"/>
          <w:szCs w:val="32"/>
        </w:rPr>
        <w:t>Ma maison me regarde et ne me connaît plus</w:t>
      </w:r>
      <w:r w:rsidR="00E4444A" w:rsidRPr="008C2C66">
        <w:rPr>
          <w:sz w:val="32"/>
          <w:szCs w:val="32"/>
        </w:rPr>
        <w:t>.</w:t>
      </w:r>
    </w:p>
    <w:p w14:paraId="1D8D63B9" w14:textId="77777777" w:rsidR="002B3119" w:rsidRPr="002B3119" w:rsidRDefault="002B3119" w:rsidP="002B3119"/>
    <w:p w14:paraId="54376063" w14:textId="77777777" w:rsidR="00E4444A" w:rsidRPr="0099306C" w:rsidRDefault="002B3119" w:rsidP="002B3119">
      <w:r w:rsidRPr="002B3119">
        <w:t>Au petit hôtel où j</w:t>
      </w:r>
      <w:r w:rsidR="00E4444A" w:rsidRPr="0099306C">
        <w:t>’</w:t>
      </w:r>
      <w:r w:rsidRPr="002B3119">
        <w:t>allai déjeuner</w:t>
      </w:r>
      <w:r w:rsidR="00E4444A" w:rsidRPr="0099306C">
        <w:t xml:space="preserve">, </w:t>
      </w:r>
      <w:r w:rsidRPr="002B3119">
        <w:t>des voyageurs ach</w:t>
      </w:r>
      <w:r w:rsidRPr="002B3119">
        <w:t>e</w:t>
      </w:r>
      <w:r w:rsidRPr="002B3119">
        <w:t>vaient leur partie</w:t>
      </w:r>
      <w:r w:rsidR="00E4444A" w:rsidRPr="0099306C">
        <w:t xml:space="preserve">. </w:t>
      </w:r>
      <w:r w:rsidRPr="002B3119">
        <w:t>La patronne</w:t>
      </w:r>
      <w:r w:rsidR="00E4444A" w:rsidRPr="0099306C">
        <w:t xml:space="preserve">, </w:t>
      </w:r>
      <w:r w:rsidRPr="002B3119">
        <w:t>qui vint me parler quand je fus seul</w:t>
      </w:r>
      <w:r w:rsidR="00E4444A" w:rsidRPr="0099306C">
        <w:t xml:space="preserve">, </w:t>
      </w:r>
      <w:r w:rsidRPr="002B3119">
        <w:t>ne me reconnut pas non plus</w:t>
      </w:r>
      <w:r w:rsidR="00E4444A" w:rsidRPr="0099306C">
        <w:t xml:space="preserve">. </w:t>
      </w:r>
      <w:r w:rsidRPr="002B3119">
        <w:t>Pourtant</w:t>
      </w:r>
      <w:r w:rsidR="00E4444A" w:rsidRPr="0099306C">
        <w:t xml:space="preserve">, </w:t>
      </w:r>
      <w:r w:rsidRPr="002B3119">
        <w:t>quand elle sut mon ancienne adresse</w:t>
      </w:r>
      <w:r w:rsidR="00E4444A" w:rsidRPr="0099306C">
        <w:t xml:space="preserve">, </w:t>
      </w:r>
      <w:r w:rsidRPr="002B3119">
        <w:t>un souvenir subit lui revint</w:t>
      </w:r>
      <w:r w:rsidR="00E4444A" w:rsidRPr="0099306C">
        <w:t> : « </w:t>
      </w:r>
      <w:r w:rsidRPr="002B3119">
        <w:t>Ah</w:t>
      </w:r>
      <w:r w:rsidR="00E4444A" w:rsidRPr="0099306C">
        <w:t xml:space="preserve"> ! </w:t>
      </w:r>
      <w:r w:rsidRPr="002B3119">
        <w:t>oui</w:t>
      </w:r>
      <w:r w:rsidR="00E4444A" w:rsidRPr="0099306C">
        <w:t xml:space="preserve">… </w:t>
      </w:r>
      <w:r w:rsidRPr="002B3119">
        <w:t>Je sais</w:t>
      </w:r>
      <w:r w:rsidR="00E4444A" w:rsidRPr="0099306C">
        <w:t xml:space="preserve">… </w:t>
      </w:r>
      <w:r w:rsidRPr="002B3119">
        <w:t>Une petite fille</w:t>
      </w:r>
      <w:r w:rsidR="00E4444A" w:rsidRPr="0099306C">
        <w:t xml:space="preserve">… </w:t>
      </w:r>
      <w:r w:rsidRPr="002B3119">
        <w:t>Elle doit être bien belle</w:t>
      </w:r>
      <w:r w:rsidR="00E4444A" w:rsidRPr="0099306C">
        <w:t xml:space="preserve">, </w:t>
      </w:r>
      <w:r w:rsidRPr="002B3119">
        <w:t>bien grandelette à présent</w:t>
      </w:r>
      <w:r w:rsidR="00E4444A" w:rsidRPr="0099306C">
        <w:t> ! »</w:t>
      </w:r>
      <w:r w:rsidRPr="002B3119">
        <w:t xml:space="preserve"> Et</w:t>
      </w:r>
      <w:r w:rsidR="00E4444A" w:rsidRPr="0099306C">
        <w:t xml:space="preserve">, </w:t>
      </w:r>
      <w:r w:rsidRPr="002B3119">
        <w:t>lâchement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osai pas la contredire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acceptai ses v</w:t>
      </w:r>
      <w:r w:rsidR="00E4444A" w:rsidRPr="0099306C">
        <w:t>œ</w:t>
      </w:r>
      <w:r w:rsidRPr="002B3119">
        <w:t>ux et ses compliments</w:t>
      </w:r>
      <w:r w:rsidR="00E4444A" w:rsidRPr="0099306C">
        <w:t>.</w:t>
      </w:r>
    </w:p>
    <w:p w14:paraId="6B7987EF" w14:textId="77777777" w:rsidR="002B3119" w:rsidRPr="002B3119" w:rsidRDefault="002B3119" w:rsidP="002B3119"/>
    <w:p w14:paraId="3060D117" w14:textId="77777777" w:rsidR="00E4444A" w:rsidRPr="0099306C" w:rsidRDefault="002B3119" w:rsidP="002B3119">
      <w:r w:rsidRPr="002B3119">
        <w:t xml:space="preserve">Alors </w:t>
      </w:r>
      <w:proofErr w:type="gramStart"/>
      <w:r w:rsidRPr="002B3119">
        <w:t>j</w:t>
      </w:r>
      <w:r w:rsidR="00E4444A" w:rsidRPr="0099306C">
        <w:t>’</w:t>
      </w:r>
      <w:r w:rsidRPr="002B3119">
        <w:t>eus peur des</w:t>
      </w:r>
      <w:proofErr w:type="gramEnd"/>
      <w:r w:rsidRPr="002B3119">
        <w:t xml:space="preserve"> rencontres que je pourrais faire</w:t>
      </w:r>
      <w:r w:rsidR="00E4444A" w:rsidRPr="0099306C">
        <w:t xml:space="preserve">, </w:t>
      </w:r>
      <w:r w:rsidRPr="002B3119">
        <w:t>des questions qui pourraient m</w:t>
      </w:r>
      <w:r w:rsidR="00E4444A" w:rsidRPr="0099306C">
        <w:t>’</w:t>
      </w:r>
      <w:r w:rsidRPr="002B3119">
        <w:t>être posées</w:t>
      </w:r>
      <w:r w:rsidR="00E4444A" w:rsidRPr="0099306C">
        <w:t xml:space="preserve">, </w:t>
      </w:r>
      <w:r w:rsidRPr="002B3119">
        <w:t>et je pris le chemin de halage où je m</w:t>
      </w:r>
      <w:r w:rsidR="00E4444A" w:rsidRPr="0099306C">
        <w:t>’</w:t>
      </w:r>
      <w:r w:rsidRPr="002B3119">
        <w:t>étais égaré tant de fois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là encore</w:t>
      </w:r>
      <w:r w:rsidR="00E4444A" w:rsidRPr="0099306C">
        <w:t xml:space="preserve">, </w:t>
      </w:r>
      <w:r w:rsidRPr="002B3119">
        <w:t>je ne trouvai point l</w:t>
      </w:r>
      <w:r w:rsidR="00E4444A" w:rsidRPr="0099306C">
        <w:t>’</w:t>
      </w:r>
      <w:r w:rsidRPr="002B3119">
        <w:t>impérissable parfum que je cherchais</w:t>
      </w:r>
      <w:r w:rsidR="00E4444A" w:rsidRPr="0099306C">
        <w:t xml:space="preserve">. </w:t>
      </w:r>
      <w:r w:rsidRPr="002B3119">
        <w:t>Les aulnes</w:t>
      </w:r>
      <w:r w:rsidR="00E4444A" w:rsidRPr="0099306C">
        <w:t xml:space="preserve">, </w:t>
      </w:r>
      <w:r w:rsidRPr="002B3119">
        <w:t>sans troubler le silence</w:t>
      </w:r>
      <w:r w:rsidR="00E4444A" w:rsidRPr="0099306C">
        <w:t xml:space="preserve">, </w:t>
      </w:r>
      <w:r w:rsidRPr="002B3119">
        <w:t>faisaient toujours le même bruissement</w:t>
      </w:r>
      <w:r w:rsidR="00E4444A" w:rsidRPr="0099306C">
        <w:t xml:space="preserve">. </w:t>
      </w:r>
      <w:r w:rsidRPr="002B3119">
        <w:t>Les coteaux</w:t>
      </w:r>
      <w:r w:rsidR="00E4444A" w:rsidRPr="0099306C">
        <w:t xml:space="preserve">, </w:t>
      </w:r>
      <w:r w:rsidRPr="002B3119">
        <w:t>barrant l</w:t>
      </w:r>
      <w:r w:rsidR="00E4444A" w:rsidRPr="0099306C">
        <w:t>’</w:t>
      </w:r>
      <w:r w:rsidRPr="002B3119">
        <w:t>horizon à droite</w:t>
      </w:r>
      <w:r w:rsidR="00E4444A" w:rsidRPr="0099306C">
        <w:t xml:space="preserve">, </w:t>
      </w:r>
      <w:r w:rsidRPr="002B3119">
        <w:t>déco</w:t>
      </w:r>
      <w:r w:rsidRPr="002B3119">
        <w:t>u</w:t>
      </w:r>
      <w:r w:rsidRPr="002B3119">
        <w:t>paient la même ligne sur le ciel</w:t>
      </w:r>
      <w:r w:rsidR="00E4444A" w:rsidRPr="0099306C">
        <w:t xml:space="preserve">. </w:t>
      </w:r>
      <w:r w:rsidRPr="002B3119">
        <w:t>Les prairies</w:t>
      </w:r>
      <w:r w:rsidR="00E4444A" w:rsidRPr="0099306C">
        <w:t xml:space="preserve">, </w:t>
      </w:r>
      <w:r w:rsidRPr="002B3119">
        <w:t>recouvertes de jeunes seigles</w:t>
      </w:r>
      <w:r w:rsidR="00E4444A" w:rsidRPr="0099306C">
        <w:t xml:space="preserve">, </w:t>
      </w:r>
      <w:r w:rsidRPr="002B3119">
        <w:t>dévalaient en pentes douces vers le canal</w:t>
      </w:r>
      <w:r w:rsidR="00E4444A" w:rsidRPr="0099306C">
        <w:t xml:space="preserve">. </w:t>
      </w:r>
      <w:r w:rsidRPr="002B3119">
        <w:t>Des petites filles gardaient leurs vaches pareilles à celles qui nous dévisageaient jadis</w:t>
      </w:r>
      <w:r w:rsidR="00E4444A" w:rsidRPr="0099306C">
        <w:t xml:space="preserve">. </w:t>
      </w:r>
      <w:r w:rsidRPr="002B3119">
        <w:t>Comme avant</w:t>
      </w:r>
      <w:r w:rsidR="00E4444A" w:rsidRPr="0099306C">
        <w:t xml:space="preserve">, </w:t>
      </w:r>
      <w:r w:rsidRPr="002B3119">
        <w:t>glissaient de lents nuages qui traînaient une ombre sur les eaux</w:t>
      </w:r>
      <w:r w:rsidR="00E4444A" w:rsidRPr="0099306C">
        <w:t xml:space="preserve">. </w:t>
      </w:r>
      <w:r w:rsidRPr="002B3119">
        <w:t>Comme avant</w:t>
      </w:r>
      <w:r w:rsidR="00E4444A" w:rsidRPr="0099306C">
        <w:t xml:space="preserve">, </w:t>
      </w:r>
      <w:r w:rsidRPr="002B3119">
        <w:t>les herbes du bord</w:t>
      </w:r>
      <w:r w:rsidR="00E4444A" w:rsidRPr="0099306C">
        <w:t xml:space="preserve">, </w:t>
      </w:r>
      <w:r w:rsidRPr="002B3119">
        <w:t xml:space="preserve">laissant retomber leurs pointes dans la </w:t>
      </w:r>
      <w:r w:rsidRPr="002B3119">
        <w:lastRenderedPageBreak/>
        <w:t>rivière</w:t>
      </w:r>
      <w:r w:rsidR="00E4444A" w:rsidRPr="0099306C">
        <w:t xml:space="preserve">, </w:t>
      </w:r>
      <w:r w:rsidRPr="002B3119">
        <w:t>dégageaient leur odeur tranquille</w:t>
      </w:r>
      <w:r w:rsidR="00E4444A" w:rsidRPr="0099306C">
        <w:t xml:space="preserve">, </w:t>
      </w:r>
      <w:r w:rsidRPr="002B3119">
        <w:t>cette odeur d</w:t>
      </w:r>
      <w:r w:rsidR="00E4444A" w:rsidRPr="0099306C">
        <w:t>’</w:t>
      </w:r>
      <w:r w:rsidRPr="002B3119">
        <w:t>automne qu</w:t>
      </w:r>
      <w:r w:rsidR="00E4444A" w:rsidRPr="0099306C">
        <w:t>’</w:t>
      </w:r>
      <w:r w:rsidRPr="002B3119">
        <w:t>elles exhalent en toute saison</w:t>
      </w:r>
      <w:r w:rsidR="00E4444A" w:rsidRPr="0099306C">
        <w:t>.</w:t>
      </w:r>
    </w:p>
    <w:p w14:paraId="0D421D2D" w14:textId="77777777" w:rsidR="00E4444A" w:rsidRPr="0099306C" w:rsidRDefault="002B3119" w:rsidP="002B3119">
      <w:r w:rsidRPr="002B3119">
        <w:t>Chaque arbre m</w:t>
      </w:r>
      <w:r w:rsidR="00E4444A" w:rsidRPr="0099306C">
        <w:t>’</w:t>
      </w:r>
      <w:r w:rsidRPr="002B3119">
        <w:t>était familier</w:t>
      </w:r>
      <w:r w:rsidR="00E4444A" w:rsidRPr="0099306C">
        <w:t xml:space="preserve">. </w:t>
      </w:r>
      <w:r w:rsidRPr="002B3119">
        <w:t>Chaque roche savait notre histoire</w:t>
      </w:r>
      <w:r w:rsidR="00E4444A" w:rsidRPr="0099306C">
        <w:t xml:space="preserve">. </w:t>
      </w:r>
      <w:r w:rsidRPr="002B3119">
        <w:t>Ce gravier sous le pas de Jeanne avait rendu le même son</w:t>
      </w:r>
      <w:r w:rsidR="00E4444A" w:rsidRPr="0099306C">
        <w:t xml:space="preserve">. </w:t>
      </w:r>
      <w:r w:rsidRPr="002B3119">
        <w:t>Dans ce même talus</w:t>
      </w:r>
      <w:r w:rsidR="00E4444A" w:rsidRPr="0099306C">
        <w:t xml:space="preserve">, </w:t>
      </w:r>
      <w:r w:rsidRPr="002B3119">
        <w:t>je me rappelais cet e</w:t>
      </w:r>
      <w:r w:rsidRPr="002B3119">
        <w:t>n</w:t>
      </w:r>
      <w:r w:rsidRPr="002B3119">
        <w:t>foncement</w:t>
      </w:r>
      <w:r w:rsidR="00E4444A" w:rsidRPr="0099306C">
        <w:t xml:space="preserve">. </w:t>
      </w:r>
      <w:r w:rsidRPr="002B3119">
        <w:t>Heureux abri</w:t>
      </w:r>
      <w:r w:rsidR="00E4444A" w:rsidRPr="0099306C">
        <w:t xml:space="preserve"> ! </w:t>
      </w:r>
      <w:r w:rsidRPr="002B3119">
        <w:t>Paisible asile</w:t>
      </w:r>
      <w:r w:rsidR="00E4444A" w:rsidRPr="0099306C">
        <w:t xml:space="preserve"> ! </w:t>
      </w:r>
      <w:r w:rsidRPr="002B3119">
        <w:t>Nous y garions la voiture d</w:t>
      </w:r>
      <w:r w:rsidR="00E4444A" w:rsidRPr="0099306C">
        <w:t>’</w:t>
      </w:r>
      <w:r w:rsidRPr="002B3119">
        <w:t>Yvette</w:t>
      </w:r>
      <w:r w:rsidR="00E4444A" w:rsidRPr="0099306C">
        <w:t xml:space="preserve">, </w:t>
      </w:r>
      <w:r w:rsidRPr="002B3119">
        <w:t>et là</w:t>
      </w:r>
      <w:r w:rsidR="00E4444A" w:rsidRPr="0099306C">
        <w:t xml:space="preserve">, </w:t>
      </w:r>
      <w:r w:rsidRPr="002B3119">
        <w:t>sur ce banc</w:t>
      </w:r>
      <w:r w:rsidR="00E4444A" w:rsidRPr="0099306C">
        <w:t xml:space="preserve">, </w:t>
      </w:r>
      <w:r w:rsidRPr="002B3119">
        <w:t>même avant sa nai</w:t>
      </w:r>
      <w:r w:rsidRPr="002B3119">
        <w:t>s</w:t>
      </w:r>
      <w:r w:rsidRPr="002B3119">
        <w:t>sance</w:t>
      </w:r>
      <w:r w:rsidR="00E4444A" w:rsidRPr="0099306C">
        <w:t xml:space="preserve">, </w:t>
      </w:r>
      <w:r w:rsidRPr="002B3119">
        <w:t>nous nous arrêtions pour parler d</w:t>
      </w:r>
      <w:r w:rsidR="00E4444A" w:rsidRPr="0099306C">
        <w:t>’</w:t>
      </w:r>
      <w:r w:rsidRPr="002B3119">
        <w:t>elle</w:t>
      </w:r>
      <w:r w:rsidR="00E4444A" w:rsidRPr="0099306C">
        <w:t xml:space="preserve">. </w:t>
      </w:r>
      <w:r w:rsidRPr="002B3119">
        <w:t>Parfois aussi nous nous taisions</w:t>
      </w:r>
      <w:r w:rsidR="00E4444A" w:rsidRPr="0099306C">
        <w:t xml:space="preserve">. </w:t>
      </w:r>
      <w:r w:rsidRPr="002B3119">
        <w:t>Des gouttelettes de lumière tombaient entre les branches</w:t>
      </w:r>
      <w:r w:rsidR="00E4444A" w:rsidRPr="0099306C">
        <w:t xml:space="preserve">, </w:t>
      </w:r>
      <w:r w:rsidRPr="002B3119">
        <w:t>et nous suivions des yeux l</w:t>
      </w:r>
      <w:r w:rsidR="00E4444A" w:rsidRPr="0099306C">
        <w:t>’</w:t>
      </w:r>
      <w:r w:rsidRPr="002B3119">
        <w:t>ombre mo</w:t>
      </w:r>
      <w:r w:rsidRPr="002B3119">
        <w:t>u</w:t>
      </w:r>
      <w:r w:rsidRPr="002B3119">
        <w:t>vante que projetaient les feuilles sur le sol</w:t>
      </w:r>
      <w:r w:rsidR="00E4444A" w:rsidRPr="0099306C">
        <w:t>.</w:t>
      </w:r>
    </w:p>
    <w:p w14:paraId="3C65F534" w14:textId="77777777" w:rsidR="00E4444A" w:rsidRPr="0099306C" w:rsidRDefault="002B3119" w:rsidP="002B3119">
      <w:r w:rsidRPr="002B3119">
        <w:t>Rien n</w:t>
      </w:r>
      <w:r w:rsidR="00E4444A" w:rsidRPr="0099306C">
        <w:t>’</w:t>
      </w:r>
      <w:r w:rsidRPr="002B3119">
        <w:t>avait changé</w:t>
      </w:r>
      <w:r w:rsidR="00E4444A" w:rsidRPr="0099306C">
        <w:t xml:space="preserve">. </w:t>
      </w:r>
      <w:r w:rsidRPr="002B3119">
        <w:t>Même solitude</w:t>
      </w:r>
      <w:r w:rsidR="00E4444A" w:rsidRPr="0099306C">
        <w:t xml:space="preserve">. </w:t>
      </w:r>
      <w:r w:rsidRPr="002B3119">
        <w:t>Seulement il était pris</w:t>
      </w:r>
      <w:r w:rsidR="00E4444A" w:rsidRPr="0099306C">
        <w:t xml:space="preserve">, </w:t>
      </w:r>
      <w:r w:rsidRPr="002B3119">
        <w:rPr>
          <w:i/>
        </w:rPr>
        <w:t>notre banc</w:t>
      </w:r>
      <w:r w:rsidR="00E4444A" w:rsidRPr="0099306C">
        <w:t xml:space="preserve">. </w:t>
      </w:r>
      <w:r w:rsidRPr="002B3119">
        <w:t>Un autre couple attiré par l</w:t>
      </w:r>
      <w:r w:rsidR="00E4444A" w:rsidRPr="0099306C">
        <w:t>’</w:t>
      </w:r>
      <w:r w:rsidRPr="002B3119">
        <w:t>éternel mirage reprenait notre rêve de bonheur</w:t>
      </w:r>
      <w:r w:rsidR="00E4444A" w:rsidRPr="0099306C">
        <w:t xml:space="preserve">. </w:t>
      </w:r>
      <w:r w:rsidRPr="002B3119">
        <w:t>Les mêmes arbres refa</w:t>
      </w:r>
      <w:r w:rsidRPr="002B3119">
        <w:t>i</w:t>
      </w:r>
      <w:r w:rsidRPr="002B3119">
        <w:t>saient pour eux les murmures dont ils nous avaient bercés autrefois</w:t>
      </w:r>
      <w:r w:rsidR="00E4444A" w:rsidRPr="0099306C">
        <w:t xml:space="preserve">. </w:t>
      </w:r>
      <w:r w:rsidRPr="002B3119">
        <w:t>Ah</w:t>
      </w:r>
      <w:r w:rsidR="00E4444A" w:rsidRPr="0099306C">
        <w:t xml:space="preserve"> ! </w:t>
      </w:r>
      <w:r w:rsidRPr="002B3119">
        <w:t>les vers d</w:t>
      </w:r>
      <w:r w:rsidR="00E4444A" w:rsidRPr="0099306C">
        <w:t>’</w:t>
      </w:r>
      <w:proofErr w:type="spellStart"/>
      <w:r w:rsidRPr="002B3119">
        <w:t>Olympio</w:t>
      </w:r>
      <w:proofErr w:type="spellEnd"/>
      <w:r w:rsidR="00E4444A" w:rsidRPr="0099306C">
        <w:t xml:space="preserve"> ! </w:t>
      </w:r>
      <w:r w:rsidRPr="002B3119">
        <w:t>c</w:t>
      </w:r>
      <w:r w:rsidR="00E4444A" w:rsidRPr="0099306C">
        <w:t>’</w:t>
      </w:r>
      <w:r w:rsidRPr="002B3119">
        <w:t>était à moi de les rép</w:t>
      </w:r>
      <w:r w:rsidRPr="002B3119">
        <w:t>é</w:t>
      </w:r>
      <w:r w:rsidRPr="002B3119">
        <w:t>ter maintenant</w:t>
      </w:r>
      <w:r w:rsidR="00E4444A" w:rsidRPr="0099306C">
        <w:t>.</w:t>
      </w:r>
    </w:p>
    <w:p w14:paraId="2E7CAC06" w14:textId="77777777" w:rsidR="00E4444A" w:rsidRPr="0099306C" w:rsidRDefault="002B3119" w:rsidP="002B3119">
      <w:r w:rsidRPr="002B3119">
        <w:t>Mais j</w:t>
      </w:r>
      <w:r w:rsidR="00E4444A" w:rsidRPr="0099306C">
        <w:t>’</w:t>
      </w:r>
      <w:r w:rsidRPr="002B3119">
        <w:t>eus</w:t>
      </w:r>
      <w:r w:rsidR="00E4444A" w:rsidRPr="0099306C">
        <w:t xml:space="preserve">, </w:t>
      </w:r>
      <w:r w:rsidRPr="002B3119">
        <w:t>en arrivant à l</w:t>
      </w:r>
      <w:r w:rsidR="00E4444A" w:rsidRPr="0099306C">
        <w:t>’</w:t>
      </w:r>
      <w:r w:rsidRPr="002B3119">
        <w:t>écluse</w:t>
      </w:r>
      <w:r w:rsidR="00E4444A" w:rsidRPr="0099306C">
        <w:t xml:space="preserve">, </w:t>
      </w:r>
      <w:r w:rsidRPr="002B3119">
        <w:t>une vision inattendue</w:t>
      </w:r>
      <w:r w:rsidR="00E4444A" w:rsidRPr="0099306C">
        <w:t xml:space="preserve">. </w:t>
      </w:r>
      <w:r w:rsidRPr="002B3119">
        <w:t>La rencontre subite de Jeanne</w:t>
      </w:r>
      <w:r w:rsidR="00E4444A" w:rsidRPr="0099306C">
        <w:t xml:space="preserve">, </w:t>
      </w:r>
      <w:r w:rsidRPr="002B3119">
        <w:t>sous la claire ombrelle qui baignait son visage d</w:t>
      </w:r>
      <w:r w:rsidR="00E4444A" w:rsidRPr="0099306C">
        <w:t>’</w:t>
      </w:r>
      <w:r w:rsidRPr="002B3119">
        <w:t>une lumière rose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apparition de la p</w:t>
      </w:r>
      <w:r w:rsidRPr="002B3119">
        <w:t>e</w:t>
      </w:r>
      <w:r w:rsidRPr="002B3119">
        <w:t>tite voiture qui berça les sommeils d</w:t>
      </w:r>
      <w:r w:rsidR="00E4444A" w:rsidRPr="0099306C">
        <w:t>’</w:t>
      </w:r>
      <w:r w:rsidRPr="002B3119">
        <w:t>Yvette ne m</w:t>
      </w:r>
      <w:r w:rsidR="00E4444A" w:rsidRPr="0099306C">
        <w:t>’</w:t>
      </w:r>
      <w:r w:rsidRPr="002B3119">
        <w:t>auraient pas davantage surpris</w:t>
      </w:r>
      <w:r w:rsidR="00E4444A" w:rsidRPr="0099306C">
        <w:t xml:space="preserve">. </w:t>
      </w:r>
      <w:r w:rsidRPr="002B3119">
        <w:t xml:space="preserve">Dans son </w:t>
      </w:r>
      <w:proofErr w:type="spellStart"/>
      <w:r w:rsidRPr="002B3119">
        <w:t>jardinet</w:t>
      </w:r>
      <w:proofErr w:type="spellEnd"/>
      <w:r w:rsidRPr="002B3119">
        <w:t xml:space="preserve"> aux couleurs vives</w:t>
      </w:r>
      <w:r w:rsidR="00E4444A" w:rsidRPr="0099306C">
        <w:t xml:space="preserve">, </w:t>
      </w:r>
      <w:r w:rsidRPr="002B3119">
        <w:t>la même éclusière</w:t>
      </w:r>
      <w:r w:rsidR="00E4444A" w:rsidRPr="0099306C">
        <w:t xml:space="preserve">, </w:t>
      </w:r>
      <w:r w:rsidRPr="002B3119">
        <w:t>ayant défait son corsage</w:t>
      </w:r>
      <w:r w:rsidR="00E4444A" w:rsidRPr="0099306C">
        <w:t xml:space="preserve">, </w:t>
      </w:r>
      <w:r w:rsidRPr="002B3119">
        <w:t>allaitait encore un nouveau-né</w:t>
      </w:r>
      <w:r w:rsidR="0099306C" w:rsidRPr="0099306C">
        <w:t>.</w:t>
      </w:r>
      <w:r w:rsidR="00E4444A" w:rsidRPr="0099306C">
        <w:t xml:space="preserve"> </w:t>
      </w:r>
      <w:r w:rsidRPr="002B3119">
        <w:t>La même rumeur d</w:t>
      </w:r>
      <w:r w:rsidR="00E4444A" w:rsidRPr="0099306C">
        <w:t>’</w:t>
      </w:r>
      <w:r w:rsidRPr="002B3119">
        <w:t>eau parvenait du ba</w:t>
      </w:r>
      <w:r w:rsidRPr="002B3119">
        <w:t>r</w:t>
      </w:r>
      <w:r w:rsidRPr="002B3119">
        <w:t>rage</w:t>
      </w:r>
      <w:r w:rsidR="00E4444A" w:rsidRPr="0099306C">
        <w:t xml:space="preserve">. </w:t>
      </w:r>
      <w:r w:rsidRPr="002B3119">
        <w:t>Mêmes gestes</w:t>
      </w:r>
      <w:r w:rsidR="00E4444A" w:rsidRPr="0099306C">
        <w:t xml:space="preserve">, </w:t>
      </w:r>
      <w:r w:rsidRPr="002B3119">
        <w:t>même groupement</w:t>
      </w:r>
      <w:r w:rsidR="00E4444A" w:rsidRPr="0099306C">
        <w:t xml:space="preserve">, </w:t>
      </w:r>
      <w:r w:rsidRPr="002B3119">
        <w:t>mêmes attitudes</w:t>
      </w:r>
      <w:r w:rsidR="00E4444A" w:rsidRPr="0099306C">
        <w:t xml:space="preserve">. </w:t>
      </w:r>
      <w:r w:rsidRPr="002B3119">
        <w:t>Le tableau n</w:t>
      </w:r>
      <w:r w:rsidR="00E4444A" w:rsidRPr="0099306C">
        <w:t>’</w:t>
      </w:r>
      <w:r w:rsidRPr="002B3119">
        <w:t>avait pas changé</w:t>
      </w:r>
      <w:r w:rsidR="00E4444A" w:rsidRPr="0099306C">
        <w:t>.</w:t>
      </w:r>
    </w:p>
    <w:p w14:paraId="7FE03DBD" w14:textId="77777777" w:rsidR="00E4444A" w:rsidRPr="0099306C" w:rsidRDefault="002B3119" w:rsidP="002B3119">
      <w:r w:rsidRPr="002B3119">
        <w:t>D</w:t>
      </w:r>
      <w:r w:rsidR="00E4444A" w:rsidRPr="0099306C">
        <w:t>’</w:t>
      </w:r>
      <w:r w:rsidRPr="002B3119">
        <w:t>autres petits rôdaient autour de l</w:t>
      </w:r>
      <w:r w:rsidR="00E4444A" w:rsidRPr="0099306C">
        <w:t>’</w:t>
      </w:r>
      <w:r w:rsidRPr="002B3119">
        <w:t>heureuse mère</w:t>
      </w:r>
      <w:r w:rsidR="00E4444A" w:rsidRPr="0099306C">
        <w:t xml:space="preserve">, </w:t>
      </w:r>
      <w:r w:rsidRPr="002B3119">
        <w:t>mais leur nombre avait augmenté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un d</w:t>
      </w:r>
      <w:r w:rsidR="00E4444A" w:rsidRPr="0099306C">
        <w:t>’</w:t>
      </w:r>
      <w:r w:rsidRPr="002B3119">
        <w:t>eux était contemporain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Lequel</w:t>
      </w:r>
      <w:r w:rsidR="00E4444A" w:rsidRPr="0099306C">
        <w:t xml:space="preserve"> ? </w:t>
      </w:r>
      <w:r w:rsidRPr="002B3119">
        <w:t>Cette petite fille</w:t>
      </w:r>
      <w:r w:rsidR="00E4444A" w:rsidRPr="0099306C">
        <w:t xml:space="preserve">, </w:t>
      </w:r>
      <w:r w:rsidRPr="002B3119">
        <w:t>sans doute</w:t>
      </w:r>
      <w:r w:rsidR="00E4444A" w:rsidRPr="0099306C">
        <w:t xml:space="preserve">, </w:t>
      </w:r>
      <w:r w:rsidRPr="002B3119">
        <w:t>aux cheveux serrés dans le béguin</w:t>
      </w:r>
      <w:r w:rsidR="00E4444A" w:rsidRPr="0099306C">
        <w:t xml:space="preserve">. </w:t>
      </w:r>
      <w:r w:rsidRPr="002B3119">
        <w:t>Mais je n</w:t>
      </w:r>
      <w:r w:rsidR="00E4444A" w:rsidRPr="0099306C">
        <w:t>’</w:t>
      </w:r>
      <w:r w:rsidRPr="002B3119">
        <w:t>osai pas m</w:t>
      </w:r>
      <w:r w:rsidR="00E4444A" w:rsidRPr="0099306C">
        <w:t>’</w:t>
      </w:r>
      <w:r w:rsidRPr="002B3119">
        <w:t>approcher du sanctuaire</w:t>
      </w:r>
      <w:r w:rsidR="00E4444A" w:rsidRPr="0099306C">
        <w:t xml:space="preserve">, </w:t>
      </w:r>
      <w:r w:rsidRPr="002B3119">
        <w:t>frôler le sûr bonheur qui m</w:t>
      </w:r>
      <w:r w:rsidR="00E4444A" w:rsidRPr="0099306C">
        <w:t>’</w:t>
      </w:r>
      <w:r w:rsidRPr="002B3119">
        <w:t>était interdit déso</w:t>
      </w:r>
      <w:r w:rsidRPr="002B3119">
        <w:t>r</w:t>
      </w:r>
      <w:r w:rsidRPr="002B3119">
        <w:t>mais</w:t>
      </w:r>
      <w:r w:rsidR="00E4444A" w:rsidRPr="0099306C">
        <w:t>.</w:t>
      </w:r>
    </w:p>
    <w:p w14:paraId="58AD7A83" w14:textId="77777777" w:rsidR="002B3119" w:rsidRPr="002B3119" w:rsidRDefault="002B3119" w:rsidP="002B3119"/>
    <w:p w14:paraId="1241E15D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plus lent</w:t>
      </w:r>
      <w:r w:rsidR="00E4444A" w:rsidRPr="0099306C">
        <w:t xml:space="preserve">, </w:t>
      </w:r>
      <w:r w:rsidRPr="002B3119">
        <w:t>plus triste</w:t>
      </w:r>
      <w:r w:rsidR="00E4444A" w:rsidRPr="0099306C">
        <w:t xml:space="preserve">, </w:t>
      </w:r>
      <w:r w:rsidRPr="002B3119">
        <w:t>je pris le chemin du retour</w:t>
      </w:r>
      <w:r w:rsidR="00E4444A" w:rsidRPr="0099306C">
        <w:t xml:space="preserve">. </w:t>
      </w:r>
      <w:r w:rsidRPr="002B3119">
        <w:t>Il flottait un peu de mystère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dans les sentiers bleus</w:t>
      </w:r>
      <w:r w:rsidR="00E4444A" w:rsidRPr="0099306C">
        <w:t xml:space="preserve">, </w:t>
      </w:r>
      <w:r w:rsidRPr="002B3119">
        <w:t>les premières brumes du soir commençaient à s</w:t>
      </w:r>
      <w:r w:rsidR="00E4444A" w:rsidRPr="0099306C">
        <w:t>’</w:t>
      </w:r>
      <w:r w:rsidRPr="002B3119">
        <w:t>étirer</w:t>
      </w:r>
      <w:r w:rsidR="00E4444A" w:rsidRPr="0099306C">
        <w:t xml:space="preserve">. </w:t>
      </w:r>
      <w:r w:rsidRPr="002B3119">
        <w:t>Du r</w:t>
      </w:r>
      <w:r w:rsidRPr="002B3119">
        <w:t>e</w:t>
      </w:r>
      <w:r w:rsidRPr="002B3119">
        <w:t>gard</w:t>
      </w:r>
      <w:r w:rsidR="00E4444A" w:rsidRPr="0099306C">
        <w:t xml:space="preserve">, </w:t>
      </w:r>
      <w:r w:rsidRPr="002B3119">
        <w:t>je fouillais les taillis</w:t>
      </w:r>
      <w:r w:rsidR="00E4444A" w:rsidRPr="0099306C">
        <w:t xml:space="preserve">. </w:t>
      </w:r>
      <w:r w:rsidRPr="002B3119">
        <w:t>Allais-je les rencontrer</w:t>
      </w:r>
      <w:r w:rsidR="00E4444A" w:rsidRPr="0099306C">
        <w:t xml:space="preserve">, </w:t>
      </w:r>
      <w:r w:rsidRPr="002B3119">
        <w:t>mes ombres</w:t>
      </w:r>
      <w:r w:rsidR="00E4444A" w:rsidRPr="0099306C">
        <w:t xml:space="preserve">, </w:t>
      </w:r>
      <w:r w:rsidRPr="002B3119">
        <w:t>les chers fantômes de mon passé</w:t>
      </w:r>
      <w:r w:rsidR="00E4444A" w:rsidRPr="0099306C">
        <w:t> ?</w:t>
      </w:r>
    </w:p>
    <w:p w14:paraId="046F643C" w14:textId="77777777" w:rsidR="00E4444A" w:rsidRPr="0099306C" w:rsidRDefault="002B3119" w:rsidP="002B3119">
      <w:r w:rsidRPr="002B3119">
        <w:t>Hélas</w:t>
      </w:r>
      <w:r w:rsidR="00E4444A" w:rsidRPr="0099306C">
        <w:t xml:space="preserve"> ! </w:t>
      </w:r>
      <w:r w:rsidRPr="002B3119">
        <w:t>non</w:t>
      </w:r>
      <w:r w:rsidR="00E4444A" w:rsidRPr="0099306C">
        <w:t xml:space="preserve">. </w:t>
      </w:r>
      <w:r w:rsidRPr="002B3119">
        <w:t>Tout s</w:t>
      </w:r>
      <w:r w:rsidR="00E4444A" w:rsidRPr="0099306C">
        <w:t>’</w:t>
      </w:r>
      <w:r w:rsidRPr="002B3119">
        <w:t>était évaporé</w:t>
      </w:r>
      <w:r w:rsidR="00E4444A" w:rsidRPr="0099306C">
        <w:t xml:space="preserve">. </w:t>
      </w:r>
      <w:r w:rsidRPr="002B3119">
        <w:t>Ces bois</w:t>
      </w:r>
      <w:r w:rsidR="00E4444A" w:rsidRPr="0099306C">
        <w:t xml:space="preserve">, </w:t>
      </w:r>
      <w:r w:rsidRPr="002B3119">
        <w:t>depuis quatre ans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avaient plus reçu nos confidences</w:t>
      </w:r>
      <w:r w:rsidR="00E4444A" w:rsidRPr="0099306C">
        <w:t xml:space="preserve">. </w:t>
      </w:r>
      <w:r w:rsidRPr="002B3119">
        <w:t>Ils ne s</w:t>
      </w:r>
      <w:r w:rsidRPr="002B3119">
        <w:t>a</w:t>
      </w:r>
      <w:r w:rsidRPr="002B3119">
        <w:t>vaient plus rien de nous</w:t>
      </w:r>
      <w:r w:rsidR="00E4444A" w:rsidRPr="0099306C">
        <w:t xml:space="preserve">, </w:t>
      </w:r>
      <w:r w:rsidRPr="002B3119">
        <w:t>les doux témoins des jours enfuis</w:t>
      </w:r>
      <w:r w:rsidR="00E4444A" w:rsidRPr="0099306C">
        <w:t xml:space="preserve">. </w:t>
      </w:r>
      <w:r w:rsidR="0099306C" w:rsidRPr="0099306C">
        <w:t>À</w:t>
      </w:r>
      <w:r w:rsidRPr="002B3119">
        <w:t xml:space="preserve"> mes tristesses d</w:t>
      </w:r>
      <w:r w:rsidR="00E4444A" w:rsidRPr="0099306C">
        <w:t>’</w:t>
      </w:r>
      <w:r w:rsidRPr="002B3119">
        <w:t>aujourd</w:t>
      </w:r>
      <w:r w:rsidR="00E4444A" w:rsidRPr="0099306C">
        <w:t>’</w:t>
      </w:r>
      <w:r w:rsidRPr="002B3119">
        <w:t>hui</w:t>
      </w:r>
      <w:r w:rsidR="00E4444A" w:rsidRPr="0099306C">
        <w:t xml:space="preserve">, </w:t>
      </w:r>
      <w:r w:rsidRPr="002B3119">
        <w:t>elle ne s</w:t>
      </w:r>
      <w:r w:rsidR="00E4444A" w:rsidRPr="0099306C">
        <w:t>’</w:t>
      </w:r>
      <w:r w:rsidRPr="002B3119">
        <w:t>associait plus</w:t>
      </w:r>
      <w:r w:rsidR="00E4444A" w:rsidRPr="0099306C">
        <w:t xml:space="preserve">, </w:t>
      </w:r>
      <w:r w:rsidRPr="002B3119">
        <w:t>la n</w:t>
      </w:r>
      <w:r w:rsidRPr="002B3119">
        <w:t>a</w:t>
      </w:r>
      <w:r w:rsidRPr="002B3119">
        <w:t>ture</w:t>
      </w:r>
      <w:r w:rsidR="00E4444A" w:rsidRPr="0099306C">
        <w:t xml:space="preserve">. </w:t>
      </w:r>
      <w:r w:rsidRPr="002B3119">
        <w:t xml:space="preserve">Sa </w:t>
      </w:r>
      <w:r w:rsidRPr="008C2C66">
        <w:rPr>
          <w:i/>
        </w:rPr>
        <w:t>fête paisible</w:t>
      </w:r>
      <w:r w:rsidRPr="002B3119">
        <w:t xml:space="preserve"> continuait sans nous</w:t>
      </w:r>
      <w:r w:rsidR="00E4444A" w:rsidRPr="0099306C">
        <w:t xml:space="preserve">. </w:t>
      </w:r>
      <w:r w:rsidRPr="002B3119">
        <w:t>Je n</w:t>
      </w:r>
      <w:r w:rsidR="00E4444A" w:rsidRPr="0099306C">
        <w:t>’</w:t>
      </w:r>
      <w:r w:rsidRPr="002B3119">
        <w:t>étais qu</w:t>
      </w:r>
      <w:r w:rsidR="00E4444A" w:rsidRPr="0099306C">
        <w:t>’</w:t>
      </w:r>
      <w:r w:rsidRPr="002B3119">
        <w:t>un passant qui passe</w:t>
      </w:r>
      <w:r w:rsidR="00E4444A" w:rsidRPr="0099306C">
        <w:t xml:space="preserve">. </w:t>
      </w:r>
      <w:r w:rsidRPr="002B3119">
        <w:t>Mêmes bruits</w:t>
      </w:r>
      <w:r w:rsidR="00E4444A" w:rsidRPr="0099306C">
        <w:t xml:space="preserve">, </w:t>
      </w:r>
      <w:r w:rsidRPr="002B3119">
        <w:t>mêmes senteurs</w:t>
      </w:r>
      <w:r w:rsidR="00E4444A" w:rsidRPr="0099306C">
        <w:t xml:space="preserve">, </w:t>
      </w:r>
      <w:r w:rsidRPr="002B3119">
        <w:t>même clarté limpide qui modelait la figure d</w:t>
      </w:r>
      <w:r w:rsidR="00E4444A" w:rsidRPr="0099306C">
        <w:t>’</w:t>
      </w:r>
      <w:r w:rsidRPr="002B3119">
        <w:t>Yvette</w:t>
      </w:r>
      <w:r w:rsidR="00E4444A" w:rsidRPr="0099306C">
        <w:t xml:space="preserve">. </w:t>
      </w:r>
      <w:r w:rsidRPr="002B3119">
        <w:t>Rien n</w:t>
      </w:r>
      <w:r w:rsidR="00E4444A" w:rsidRPr="0099306C">
        <w:t>’</w:t>
      </w:r>
      <w:r w:rsidRPr="002B3119">
        <w:t>avait changé</w:t>
      </w:r>
      <w:r w:rsidR="00E4444A" w:rsidRPr="0099306C">
        <w:t xml:space="preserve">, </w:t>
      </w:r>
      <w:r w:rsidRPr="002B3119">
        <w:t>rien</w:t>
      </w:r>
      <w:r w:rsidR="00E4444A" w:rsidRPr="0099306C">
        <w:t xml:space="preserve">, </w:t>
      </w:r>
      <w:r w:rsidRPr="002B3119">
        <w:t>sauf moi</w:t>
      </w:r>
      <w:r w:rsidR="00E4444A" w:rsidRPr="0099306C">
        <w:t xml:space="preserve">. </w:t>
      </w:r>
      <w:r w:rsidRPr="002B3119">
        <w:t>Par ce chemin de halage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un autre homme qui revenait</w:t>
      </w:r>
      <w:r w:rsidR="00E4444A" w:rsidRPr="0099306C">
        <w:t>.</w:t>
      </w:r>
    </w:p>
    <w:p w14:paraId="40651528" w14:textId="77777777" w:rsidR="00E4444A" w:rsidRPr="0099306C" w:rsidRDefault="002B3119" w:rsidP="002B3119">
      <w:r w:rsidRPr="002B3119">
        <w:t>L</w:t>
      </w:r>
      <w:r w:rsidR="00E4444A" w:rsidRPr="0099306C">
        <w:t>’</w:t>
      </w:r>
      <w:r w:rsidRPr="002B3119">
        <w:t>après-midi s</w:t>
      </w:r>
      <w:r w:rsidR="00E4444A" w:rsidRPr="0099306C">
        <w:t>’</w:t>
      </w:r>
      <w:r w:rsidRPr="002B3119">
        <w:t>avançait quand j</w:t>
      </w:r>
      <w:r w:rsidR="00E4444A" w:rsidRPr="0099306C">
        <w:t>’</w:t>
      </w:r>
      <w:r w:rsidRPr="002B3119">
        <w:t>émergeai du rideau d</w:t>
      </w:r>
      <w:r w:rsidR="00E4444A" w:rsidRPr="0099306C">
        <w:t>’</w:t>
      </w:r>
      <w:r w:rsidRPr="002B3119">
        <w:t>arbres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horizon tout à coup s</w:t>
      </w:r>
      <w:r w:rsidR="00E4444A" w:rsidRPr="0099306C">
        <w:t>’</w:t>
      </w:r>
      <w:r w:rsidRPr="002B3119">
        <w:t>élargit</w:t>
      </w:r>
      <w:r w:rsidR="00E4444A" w:rsidRPr="0099306C">
        <w:t xml:space="preserve">. </w:t>
      </w:r>
      <w:r w:rsidRPr="002B3119">
        <w:t>Ce fut une sensation de plein air et de ciel</w:t>
      </w:r>
      <w:r w:rsidR="00E4444A" w:rsidRPr="0099306C">
        <w:t xml:space="preserve">. </w:t>
      </w:r>
      <w:r w:rsidRPr="002B3119">
        <w:t>Doucement il se poursuivait</w:t>
      </w:r>
      <w:r w:rsidR="00E4444A" w:rsidRPr="0099306C">
        <w:t xml:space="preserve">, </w:t>
      </w:r>
      <w:r w:rsidRPr="002B3119">
        <w:t>le menu va-et-vient de la petite ville</w:t>
      </w:r>
      <w:r w:rsidR="00E4444A" w:rsidRPr="0099306C">
        <w:t xml:space="preserve">. </w:t>
      </w:r>
      <w:r w:rsidRPr="002B3119">
        <w:t>Des coqs</w:t>
      </w:r>
      <w:r w:rsidR="00E4444A" w:rsidRPr="0099306C">
        <w:t xml:space="preserve">, </w:t>
      </w:r>
      <w:r w:rsidRPr="002B3119">
        <w:t>avant de s</w:t>
      </w:r>
      <w:r w:rsidR="00E4444A" w:rsidRPr="0099306C">
        <w:t>’</w:t>
      </w:r>
      <w:r w:rsidRPr="002B3119">
        <w:t>endormir</w:t>
      </w:r>
      <w:r w:rsidR="00E4444A" w:rsidRPr="0099306C">
        <w:t xml:space="preserve">, </w:t>
      </w:r>
      <w:r w:rsidRPr="002B3119">
        <w:t xml:space="preserve">chantaient dans les </w:t>
      </w:r>
      <w:r w:rsidR="008F4AF8" w:rsidRPr="002B3119">
        <w:t>basses-cours</w:t>
      </w:r>
      <w:r w:rsidR="00E4444A" w:rsidRPr="0099306C">
        <w:t xml:space="preserve">. </w:t>
      </w:r>
      <w:r w:rsidRPr="002B3119">
        <w:t>Des rubans bleus tre</w:t>
      </w:r>
      <w:r w:rsidRPr="002B3119">
        <w:t>m</w:t>
      </w:r>
      <w:r w:rsidRPr="002B3119">
        <w:t>blaient aux toits des maisons où s</w:t>
      </w:r>
      <w:r w:rsidR="00E4444A" w:rsidRPr="0099306C">
        <w:t>’</w:t>
      </w:r>
      <w:r w:rsidRPr="002B3119">
        <w:t>apprêtait le repas du soir</w:t>
      </w:r>
      <w:r w:rsidR="00E4444A" w:rsidRPr="0099306C">
        <w:t xml:space="preserve">. </w:t>
      </w:r>
      <w:r w:rsidRPr="002B3119">
        <w:t>Des cloches tintaient</w:t>
      </w:r>
      <w:r w:rsidR="00E4444A" w:rsidRPr="0099306C">
        <w:t xml:space="preserve">, </w:t>
      </w:r>
      <w:r w:rsidRPr="002B3119">
        <w:t>les jolies cloches du mois de Marie</w:t>
      </w:r>
      <w:r w:rsidR="00E4444A" w:rsidRPr="0099306C">
        <w:t xml:space="preserve">. </w:t>
      </w:r>
      <w:r w:rsidRPr="002B3119">
        <w:t>Parmi les sapins de la colline</w:t>
      </w:r>
      <w:r w:rsidR="00E4444A" w:rsidRPr="0099306C">
        <w:t xml:space="preserve">, </w:t>
      </w:r>
      <w:r w:rsidRPr="002B3119">
        <w:t>les silhouettes blanches des S</w:t>
      </w:r>
      <w:r w:rsidR="00E4444A" w:rsidRPr="0099306C">
        <w:t>œ</w:t>
      </w:r>
      <w:r w:rsidRPr="002B3119">
        <w:t>urs luisaient par intervalles</w:t>
      </w:r>
      <w:r w:rsidR="00E4444A" w:rsidRPr="0099306C">
        <w:t xml:space="preserve">. </w:t>
      </w:r>
      <w:r w:rsidRPr="002B3119">
        <w:t>Et c</w:t>
      </w:r>
      <w:r w:rsidR="00E4444A" w:rsidRPr="0099306C">
        <w:t>’</w:t>
      </w:r>
      <w:r w:rsidRPr="002B3119">
        <w:t>était bien le calme pa</w:t>
      </w:r>
      <w:r w:rsidRPr="002B3119">
        <w:t>y</w:t>
      </w:r>
      <w:r w:rsidRPr="002B3119">
        <w:t>sage qui me rappelait autrefois les vers fluides de Verlaine</w:t>
      </w:r>
      <w:r w:rsidR="00E4444A" w:rsidRPr="0099306C">
        <w:t> :</w:t>
      </w:r>
    </w:p>
    <w:p w14:paraId="00E984B0" w14:textId="77777777" w:rsidR="002B3119" w:rsidRPr="002B3119" w:rsidRDefault="002B3119" w:rsidP="002B3119"/>
    <w:p w14:paraId="19940FA8" w14:textId="77777777" w:rsidR="00E4444A" w:rsidRPr="008C2C66" w:rsidRDefault="002B3119" w:rsidP="008C2C66">
      <w:pPr>
        <w:spacing w:before="0" w:after="0"/>
        <w:jc w:val="center"/>
        <w:rPr>
          <w:sz w:val="32"/>
          <w:szCs w:val="32"/>
        </w:rPr>
      </w:pPr>
      <w:r w:rsidRPr="008C2C66">
        <w:rPr>
          <w:sz w:val="32"/>
          <w:szCs w:val="32"/>
        </w:rPr>
        <w:t>Mon Dieu</w:t>
      </w:r>
      <w:r w:rsidR="00E4444A" w:rsidRPr="008C2C66">
        <w:rPr>
          <w:sz w:val="32"/>
          <w:szCs w:val="32"/>
        </w:rPr>
        <w:t xml:space="preserve"> ! </w:t>
      </w:r>
      <w:r w:rsidRPr="008C2C66">
        <w:rPr>
          <w:sz w:val="32"/>
          <w:szCs w:val="32"/>
        </w:rPr>
        <w:t>mon Dieu</w:t>
      </w:r>
      <w:r w:rsidR="00E4444A" w:rsidRPr="008C2C66">
        <w:rPr>
          <w:sz w:val="32"/>
          <w:szCs w:val="32"/>
        </w:rPr>
        <w:t xml:space="preserve"> ! </w:t>
      </w:r>
      <w:r w:rsidRPr="008C2C66">
        <w:rPr>
          <w:sz w:val="32"/>
          <w:szCs w:val="32"/>
        </w:rPr>
        <w:t>La vie est là</w:t>
      </w:r>
      <w:r w:rsidR="00E4444A" w:rsidRPr="008C2C66">
        <w:rPr>
          <w:sz w:val="32"/>
          <w:szCs w:val="32"/>
        </w:rPr>
        <w:t>,</w:t>
      </w:r>
    </w:p>
    <w:p w14:paraId="602970F4" w14:textId="78AE7E36" w:rsidR="00A10EAD" w:rsidRPr="008C2C66" w:rsidRDefault="002B3119" w:rsidP="008C2C66">
      <w:pPr>
        <w:spacing w:before="0" w:after="0"/>
        <w:jc w:val="center"/>
        <w:rPr>
          <w:sz w:val="32"/>
          <w:szCs w:val="32"/>
        </w:rPr>
      </w:pPr>
      <w:r w:rsidRPr="008C2C66">
        <w:rPr>
          <w:sz w:val="32"/>
          <w:szCs w:val="32"/>
        </w:rPr>
        <w:t>Simple et tranquille</w:t>
      </w:r>
      <w:r w:rsidR="00E4444A" w:rsidRPr="008C2C66">
        <w:rPr>
          <w:sz w:val="32"/>
          <w:szCs w:val="32"/>
        </w:rPr>
        <w:t>.</w:t>
      </w:r>
      <w:r w:rsidR="008C2C66">
        <w:rPr>
          <w:sz w:val="32"/>
          <w:szCs w:val="32"/>
        </w:rPr>
        <w:t xml:space="preserve"> </w:t>
      </w:r>
      <w:r w:rsidRPr="008C2C66">
        <w:rPr>
          <w:sz w:val="32"/>
          <w:szCs w:val="32"/>
        </w:rPr>
        <w:t>Cette paisible rumeur-là</w:t>
      </w:r>
    </w:p>
    <w:p w14:paraId="30DF2C93" w14:textId="048A64D6" w:rsidR="00E4444A" w:rsidRPr="008C2C66" w:rsidRDefault="002B3119" w:rsidP="008C2C66">
      <w:pPr>
        <w:spacing w:before="0" w:after="0"/>
        <w:jc w:val="center"/>
        <w:rPr>
          <w:sz w:val="32"/>
          <w:szCs w:val="32"/>
        </w:rPr>
      </w:pPr>
      <w:r w:rsidRPr="008C2C66">
        <w:rPr>
          <w:sz w:val="32"/>
          <w:szCs w:val="32"/>
        </w:rPr>
        <w:t>Vient de la ville</w:t>
      </w:r>
      <w:r w:rsidR="00E4444A" w:rsidRPr="008C2C66">
        <w:rPr>
          <w:sz w:val="32"/>
          <w:szCs w:val="32"/>
        </w:rPr>
        <w:t>.</w:t>
      </w:r>
    </w:p>
    <w:p w14:paraId="7CBDE328" w14:textId="77777777" w:rsidR="002B3119" w:rsidRPr="002B3119" w:rsidRDefault="002B3119" w:rsidP="002B3119"/>
    <w:p w14:paraId="1BC07AFB" w14:textId="77777777" w:rsidR="00E4444A" w:rsidRPr="0099306C" w:rsidRDefault="002B3119" w:rsidP="002B3119">
      <w:r w:rsidRPr="002B3119">
        <w:lastRenderedPageBreak/>
        <w:t>Mais ce n</w:t>
      </w:r>
      <w:r w:rsidR="00E4444A" w:rsidRPr="0099306C">
        <w:t>’</w:t>
      </w:r>
      <w:r w:rsidRPr="002B3119">
        <w:t>était plus la même strophe qui me revenait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étaient les derniers vers du poème</w:t>
      </w:r>
      <w:r w:rsidR="00E4444A" w:rsidRPr="0099306C">
        <w:t xml:space="preserve">, </w:t>
      </w:r>
      <w:r w:rsidRPr="002B3119">
        <w:t>qui disent bien la d</w:t>
      </w:r>
      <w:r w:rsidRPr="002B3119">
        <w:t>é</w:t>
      </w:r>
      <w:r w:rsidRPr="002B3119">
        <w:t>tresse des vies manquées et des foyers détruits</w:t>
      </w:r>
      <w:r w:rsidR="00E4444A" w:rsidRPr="0099306C">
        <w:t> :</w:t>
      </w:r>
    </w:p>
    <w:p w14:paraId="423AB5FE" w14:textId="77777777" w:rsidR="002B3119" w:rsidRPr="002B3119" w:rsidRDefault="002B3119" w:rsidP="002B3119"/>
    <w:p w14:paraId="61649DB3" w14:textId="77777777" w:rsidR="00E4444A" w:rsidRPr="008C2C66" w:rsidRDefault="002B3119" w:rsidP="008C2C66">
      <w:pPr>
        <w:spacing w:before="0" w:after="0"/>
        <w:jc w:val="center"/>
        <w:rPr>
          <w:sz w:val="32"/>
          <w:szCs w:val="32"/>
        </w:rPr>
      </w:pPr>
      <w:r w:rsidRPr="008C2C66">
        <w:rPr>
          <w:sz w:val="32"/>
          <w:szCs w:val="32"/>
        </w:rPr>
        <w:t>Oh</w:t>
      </w:r>
      <w:r w:rsidR="00E4444A" w:rsidRPr="008C2C66">
        <w:rPr>
          <w:sz w:val="32"/>
          <w:szCs w:val="32"/>
        </w:rPr>
        <w:t xml:space="preserve"> ! </w:t>
      </w:r>
      <w:r w:rsidRPr="008C2C66">
        <w:rPr>
          <w:sz w:val="32"/>
          <w:szCs w:val="32"/>
        </w:rPr>
        <w:t>qu</w:t>
      </w:r>
      <w:r w:rsidR="00E4444A" w:rsidRPr="008C2C66">
        <w:rPr>
          <w:sz w:val="32"/>
          <w:szCs w:val="32"/>
        </w:rPr>
        <w:t>’</w:t>
      </w:r>
      <w:r w:rsidRPr="008C2C66">
        <w:rPr>
          <w:sz w:val="32"/>
          <w:szCs w:val="32"/>
        </w:rPr>
        <w:t>as-tu fait</w:t>
      </w:r>
      <w:r w:rsidR="00E4444A" w:rsidRPr="008C2C66">
        <w:rPr>
          <w:sz w:val="32"/>
          <w:szCs w:val="32"/>
        </w:rPr>
        <w:t xml:space="preserve">, </w:t>
      </w:r>
      <w:r w:rsidRPr="008C2C66">
        <w:rPr>
          <w:sz w:val="32"/>
          <w:szCs w:val="32"/>
        </w:rPr>
        <w:t>toi que voilà</w:t>
      </w:r>
      <w:r w:rsidR="00E4444A" w:rsidRPr="008C2C66">
        <w:rPr>
          <w:sz w:val="32"/>
          <w:szCs w:val="32"/>
        </w:rPr>
        <w:t>,</w:t>
      </w:r>
    </w:p>
    <w:p w14:paraId="7E760A2B" w14:textId="54593F08" w:rsidR="008C2C66" w:rsidRDefault="002B3119" w:rsidP="008C2C66">
      <w:pPr>
        <w:spacing w:before="0" w:after="0"/>
        <w:jc w:val="center"/>
        <w:rPr>
          <w:sz w:val="32"/>
          <w:szCs w:val="32"/>
        </w:rPr>
      </w:pPr>
      <w:r w:rsidRPr="008C2C66">
        <w:rPr>
          <w:sz w:val="32"/>
          <w:szCs w:val="32"/>
        </w:rPr>
        <w:t>Pleurant sans cesse</w:t>
      </w:r>
      <w:r w:rsidR="00E4444A" w:rsidRPr="008C2C66">
        <w:rPr>
          <w:sz w:val="32"/>
          <w:szCs w:val="32"/>
        </w:rPr>
        <w:t> </w:t>
      </w:r>
      <w:r w:rsidR="00E4444A" w:rsidRPr="008C2C66">
        <w:rPr>
          <w:sz w:val="32"/>
          <w:szCs w:val="32"/>
        </w:rPr>
        <w:t xml:space="preserve">? </w:t>
      </w:r>
      <w:r w:rsidR="006E68DD" w:rsidRPr="008C2C66">
        <w:rPr>
          <w:sz w:val="32"/>
          <w:szCs w:val="32"/>
        </w:rPr>
        <w:t>?</w:t>
      </w:r>
    </w:p>
    <w:p w14:paraId="196C373D" w14:textId="77777777" w:rsidR="008C2C66" w:rsidRDefault="002B3119" w:rsidP="008C2C66">
      <w:pPr>
        <w:spacing w:before="0" w:after="0"/>
        <w:jc w:val="center"/>
        <w:rPr>
          <w:sz w:val="32"/>
          <w:szCs w:val="32"/>
        </w:rPr>
      </w:pPr>
      <w:r w:rsidRPr="008C2C66">
        <w:rPr>
          <w:sz w:val="32"/>
          <w:szCs w:val="32"/>
        </w:rPr>
        <w:t>Dis</w:t>
      </w:r>
      <w:r w:rsidR="00E4444A" w:rsidRPr="008C2C66">
        <w:rPr>
          <w:sz w:val="32"/>
          <w:szCs w:val="32"/>
        </w:rPr>
        <w:t xml:space="preserve">, </w:t>
      </w:r>
      <w:r w:rsidRPr="008C2C66">
        <w:rPr>
          <w:sz w:val="32"/>
          <w:szCs w:val="32"/>
        </w:rPr>
        <w:t>qu</w:t>
      </w:r>
      <w:r w:rsidR="00E4444A" w:rsidRPr="008C2C66">
        <w:rPr>
          <w:sz w:val="32"/>
          <w:szCs w:val="32"/>
        </w:rPr>
        <w:t>’</w:t>
      </w:r>
      <w:r w:rsidRPr="008C2C66">
        <w:rPr>
          <w:sz w:val="32"/>
          <w:szCs w:val="32"/>
        </w:rPr>
        <w:t>as-tu fait</w:t>
      </w:r>
      <w:r w:rsidR="00E4444A" w:rsidRPr="008C2C66">
        <w:rPr>
          <w:sz w:val="32"/>
          <w:szCs w:val="32"/>
        </w:rPr>
        <w:t xml:space="preserve">, </w:t>
      </w:r>
      <w:r w:rsidRPr="008C2C66">
        <w:rPr>
          <w:sz w:val="32"/>
          <w:szCs w:val="32"/>
        </w:rPr>
        <w:t>toi que voilà</w:t>
      </w:r>
      <w:r w:rsidR="00E4444A" w:rsidRPr="008C2C66">
        <w:rPr>
          <w:sz w:val="32"/>
          <w:szCs w:val="32"/>
        </w:rPr>
        <w:t>,</w:t>
      </w:r>
    </w:p>
    <w:p w14:paraId="409A4537" w14:textId="15C4E935" w:rsidR="00E4444A" w:rsidRPr="008C2C66" w:rsidRDefault="002B3119" w:rsidP="008C2C66">
      <w:pPr>
        <w:spacing w:before="0" w:after="0"/>
        <w:jc w:val="center"/>
        <w:rPr>
          <w:sz w:val="32"/>
          <w:szCs w:val="32"/>
        </w:rPr>
      </w:pPr>
      <w:r w:rsidRPr="008C2C66">
        <w:rPr>
          <w:sz w:val="32"/>
          <w:szCs w:val="32"/>
        </w:rPr>
        <w:t>De ta jeunesse</w:t>
      </w:r>
      <w:r w:rsidR="00E4444A" w:rsidRPr="008C2C66">
        <w:rPr>
          <w:sz w:val="32"/>
          <w:szCs w:val="32"/>
        </w:rPr>
        <w:t> ?</w:t>
      </w:r>
    </w:p>
    <w:p w14:paraId="795E2705" w14:textId="77777777" w:rsidR="002B3119" w:rsidRPr="002B3119" w:rsidRDefault="002B3119" w:rsidP="002B3119"/>
    <w:p w14:paraId="2C0BD511" w14:textId="77777777" w:rsidR="00E4444A" w:rsidRPr="0099306C" w:rsidRDefault="002B3119" w:rsidP="002B3119">
      <w:r w:rsidRPr="002B3119">
        <w:t>Le lendemain</w:t>
      </w:r>
      <w:r w:rsidR="00E4444A" w:rsidRPr="0099306C">
        <w:t xml:space="preserve">, </w:t>
      </w:r>
      <w:r w:rsidRPr="002B3119">
        <w:t>je quittai la Bretagne</w:t>
      </w:r>
      <w:r w:rsidR="00E4444A" w:rsidRPr="0099306C">
        <w:t xml:space="preserve">, </w:t>
      </w:r>
      <w:r w:rsidRPr="002B3119">
        <w:t>avec le sentiment que c</w:t>
      </w:r>
      <w:r w:rsidR="00E4444A" w:rsidRPr="0099306C">
        <w:t>’</w:t>
      </w:r>
      <w:r w:rsidRPr="002B3119">
        <w:t>était bien fini</w:t>
      </w:r>
      <w:r w:rsidR="00E4444A" w:rsidRPr="0099306C">
        <w:t xml:space="preserve">, </w:t>
      </w:r>
      <w:r w:rsidRPr="002B3119">
        <w:t>que je n</w:t>
      </w:r>
      <w:r w:rsidR="00E4444A" w:rsidRPr="0099306C">
        <w:t>’</w:t>
      </w:r>
      <w:r w:rsidRPr="002B3119">
        <w:t>y reviendrais jamais plus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un lien</w:t>
      </w:r>
      <w:r w:rsidR="00E4444A" w:rsidRPr="0099306C">
        <w:t xml:space="preserve">, </w:t>
      </w:r>
      <w:r w:rsidRPr="002B3119">
        <w:t>que je croyais solide encore</w:t>
      </w:r>
      <w:r w:rsidR="00E4444A" w:rsidRPr="0099306C">
        <w:t xml:space="preserve">, </w:t>
      </w:r>
      <w:r w:rsidRPr="002B3119">
        <w:t>était décidément brisé</w:t>
      </w:r>
      <w:r w:rsidR="00E4444A" w:rsidRPr="0099306C">
        <w:t xml:space="preserve">, </w:t>
      </w:r>
      <w:r w:rsidRPr="002B3119">
        <w:t>que ce petit coin de terre où nous avions aimé</w:t>
      </w:r>
      <w:r w:rsidR="00E4444A" w:rsidRPr="0099306C">
        <w:t xml:space="preserve">, </w:t>
      </w:r>
      <w:r w:rsidRPr="002B3119">
        <w:t>rêvé</w:t>
      </w:r>
      <w:r w:rsidR="00E4444A" w:rsidRPr="0099306C">
        <w:t xml:space="preserve">, </w:t>
      </w:r>
      <w:r w:rsidRPr="002B3119">
        <w:t>connu notre petite part de bonheur et de vie</w:t>
      </w:r>
      <w:r w:rsidR="00E4444A" w:rsidRPr="0099306C">
        <w:t xml:space="preserve">, </w:t>
      </w:r>
      <w:r w:rsidRPr="002B3119">
        <w:t>ne gardait rien</w:t>
      </w:r>
      <w:r w:rsidR="00E4444A" w:rsidRPr="0099306C">
        <w:t xml:space="preserve">, </w:t>
      </w:r>
      <w:r w:rsidRPr="002B3119">
        <w:t>plus rien de nous</w:t>
      </w:r>
      <w:r w:rsidR="00E4444A" w:rsidRPr="0099306C">
        <w:t>…</w:t>
      </w:r>
    </w:p>
    <w:p w14:paraId="5CF9B687" w14:textId="77777777" w:rsidR="00B4016A" w:rsidRPr="0099306C" w:rsidRDefault="00B4016A" w:rsidP="00E4444A">
      <w:pPr>
        <w:pStyle w:val="Titre2"/>
      </w:pPr>
      <w:bookmarkStart w:id="57" w:name="_xs49qbcva0eu" w:colFirst="0" w:colLast="0"/>
      <w:bookmarkStart w:id="58" w:name="_Toc197514985"/>
      <w:bookmarkEnd w:id="57"/>
      <w:r w:rsidRPr="0099306C">
        <w:lastRenderedPageBreak/>
        <w:t>V</w:t>
      </w:r>
      <w:bookmarkEnd w:id="58"/>
    </w:p>
    <w:p w14:paraId="72DC5293" w14:textId="77777777" w:rsidR="00E4444A" w:rsidRPr="0099306C" w:rsidRDefault="002B3119" w:rsidP="002B3119">
      <w:r w:rsidRPr="002B3119">
        <w:t>Qu</w:t>
      </w:r>
      <w:r w:rsidR="00E4444A" w:rsidRPr="0099306C">
        <w:t>’</w:t>
      </w:r>
      <w:r w:rsidRPr="002B3119">
        <w:t>ajouter à l</w:t>
      </w:r>
      <w:r w:rsidR="00E4444A" w:rsidRPr="0099306C">
        <w:t>’</w:t>
      </w:r>
      <w:r w:rsidRPr="002B3119">
        <w:t>histoire d</w:t>
      </w:r>
      <w:r w:rsidR="00E4444A" w:rsidRPr="0099306C">
        <w:t>’</w:t>
      </w:r>
      <w:r w:rsidRPr="002B3119">
        <w:t>Yvette</w:t>
      </w:r>
      <w:r w:rsidR="00E4444A" w:rsidRPr="0099306C">
        <w:t xml:space="preserve"> ? </w:t>
      </w:r>
      <w:r w:rsidRPr="002B3119">
        <w:t>La vie a continué ma</w:t>
      </w:r>
      <w:r w:rsidRPr="002B3119">
        <w:t>l</w:t>
      </w:r>
      <w:r w:rsidRPr="002B3119">
        <w:t>gré tout</w:t>
      </w:r>
      <w:r w:rsidR="00E4444A" w:rsidRPr="0099306C">
        <w:t xml:space="preserve">. </w:t>
      </w:r>
      <w:r w:rsidRPr="002B3119">
        <w:t>Au jour le jour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ai poursuivi mon humble tâche</w:t>
      </w:r>
      <w:r w:rsidR="00E4444A" w:rsidRPr="0099306C">
        <w:t xml:space="preserve">. </w:t>
      </w:r>
      <w:r w:rsidRPr="002B3119">
        <w:t>La fréquentation des tombes ne donne pas le goût de l</w:t>
      </w:r>
      <w:r w:rsidR="00E4444A" w:rsidRPr="0099306C">
        <w:t>’</w:t>
      </w:r>
      <w:r w:rsidRPr="002B3119">
        <w:t>inaction</w:t>
      </w:r>
      <w:r w:rsidR="00E4444A" w:rsidRPr="0099306C">
        <w:t xml:space="preserve">. </w:t>
      </w:r>
      <w:r w:rsidRPr="002B3119">
        <w:t>Le repos des morts</w:t>
      </w:r>
      <w:r w:rsidR="00E4444A" w:rsidRPr="0099306C">
        <w:t xml:space="preserve">, </w:t>
      </w:r>
      <w:r w:rsidRPr="002B3119">
        <w:t>au contraire</w:t>
      </w:r>
      <w:r w:rsidR="00E4444A" w:rsidRPr="0099306C">
        <w:t xml:space="preserve">, </w:t>
      </w:r>
      <w:r w:rsidRPr="002B3119">
        <w:t>invite au travail les vivants</w:t>
      </w:r>
      <w:r w:rsidR="00E4444A" w:rsidRPr="0099306C">
        <w:t>.</w:t>
      </w:r>
    </w:p>
    <w:p w14:paraId="0958C312" w14:textId="77777777" w:rsidR="00E4444A" w:rsidRPr="0099306C" w:rsidRDefault="002B3119" w:rsidP="002B3119">
      <w:r w:rsidRPr="002B3119">
        <w:t>Plusieurs années ont parcouru leurs cycles</w:t>
      </w:r>
      <w:r w:rsidR="00E4444A" w:rsidRPr="0099306C">
        <w:t xml:space="preserve">. </w:t>
      </w:r>
      <w:r w:rsidRPr="002B3119">
        <w:t>Les annive</w:t>
      </w:r>
      <w:r w:rsidRPr="002B3119">
        <w:t>r</w:t>
      </w:r>
      <w:r w:rsidRPr="002B3119">
        <w:t>saires se sont succédé</w:t>
      </w:r>
      <w:r w:rsidR="00E4444A" w:rsidRPr="0099306C">
        <w:t xml:space="preserve">. </w:t>
      </w:r>
      <w:r w:rsidRPr="002B3119">
        <w:t>Mais les cloches de Noël m</w:t>
      </w:r>
      <w:r w:rsidR="00E4444A" w:rsidRPr="0099306C">
        <w:t>’</w:t>
      </w:r>
      <w:r w:rsidRPr="002B3119">
        <w:t>ont paru rendre un son moins triste</w:t>
      </w:r>
      <w:r w:rsidR="00E4444A" w:rsidRPr="0099306C">
        <w:t xml:space="preserve">. </w:t>
      </w:r>
      <w:r w:rsidRPr="002B3119">
        <w:t>Ce fut par une nuit d</w:t>
      </w:r>
      <w:r w:rsidR="00E4444A" w:rsidRPr="0099306C">
        <w:t>’</w:t>
      </w:r>
      <w:r w:rsidRPr="002B3119">
        <w:t>horreur qu</w:t>
      </w:r>
      <w:r w:rsidR="00E4444A" w:rsidRPr="0099306C">
        <w:t>’</w:t>
      </w:r>
      <w:r w:rsidRPr="002B3119">
        <w:t>apparut l</w:t>
      </w:r>
      <w:r w:rsidR="00E4444A" w:rsidRPr="0099306C">
        <w:t>’</w:t>
      </w:r>
      <w:r w:rsidRPr="002B3119">
        <w:t>étoile des mages</w:t>
      </w:r>
      <w:r w:rsidR="00E4444A" w:rsidRPr="0099306C">
        <w:t xml:space="preserve">. </w:t>
      </w:r>
      <w:r w:rsidRPr="002B3119">
        <w:t>Elle parlait pourtant d</w:t>
      </w:r>
      <w:r w:rsidR="00E4444A" w:rsidRPr="0099306C">
        <w:t>’</w:t>
      </w:r>
      <w:r w:rsidRPr="002B3119">
        <w:t>espérance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ai compris que Noël avait aussi un message pour moi</w:t>
      </w:r>
      <w:r w:rsidR="00E4444A" w:rsidRPr="0099306C">
        <w:t>.</w:t>
      </w:r>
    </w:p>
    <w:p w14:paraId="2D405225" w14:textId="77777777" w:rsidR="00E4444A" w:rsidRPr="0099306C" w:rsidRDefault="002B3119" w:rsidP="002B3119">
      <w:r w:rsidRPr="002B3119">
        <w:t>La douce lumière d</w:t>
      </w:r>
      <w:r w:rsidR="00E4444A" w:rsidRPr="0099306C">
        <w:t>’</w:t>
      </w:r>
      <w:r w:rsidRPr="002B3119">
        <w:t>Yvette illumine encore ma vie</w:t>
      </w:r>
      <w:r w:rsidR="00E4444A" w:rsidRPr="0099306C">
        <w:t xml:space="preserve">. </w:t>
      </w:r>
      <w:r w:rsidRPr="002B3119">
        <w:t>Mais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eus beau faire</w:t>
      </w:r>
      <w:r w:rsidR="00E4444A" w:rsidRPr="0099306C">
        <w:t xml:space="preserve">, </w:t>
      </w:r>
      <w:r w:rsidRPr="002B3119">
        <w:t>bien des souvenirs se sont ternis</w:t>
      </w:r>
      <w:r w:rsidR="00E4444A" w:rsidRPr="0099306C">
        <w:t xml:space="preserve">. </w:t>
      </w:r>
      <w:r w:rsidRPr="002B3119">
        <w:t>La plaque sensible se voile</w:t>
      </w:r>
      <w:r w:rsidR="00E4444A" w:rsidRPr="0099306C">
        <w:t xml:space="preserve">. </w:t>
      </w:r>
      <w:r w:rsidRPr="002B3119">
        <w:t>Il est des mots câlins que j</w:t>
      </w:r>
      <w:r w:rsidR="00E4444A" w:rsidRPr="0099306C">
        <w:t>’</w:t>
      </w:r>
      <w:r w:rsidRPr="002B3119">
        <w:t>ai perdus</w:t>
      </w:r>
      <w:r w:rsidR="00E4444A" w:rsidRPr="0099306C">
        <w:t xml:space="preserve">, </w:t>
      </w:r>
      <w:r w:rsidRPr="002B3119">
        <w:t>de clairs sourires que je ne reverrai plus jamais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ai parfois une tristesse subite</w:t>
      </w:r>
      <w:r w:rsidR="00E4444A" w:rsidRPr="0099306C">
        <w:t xml:space="preserve">. </w:t>
      </w:r>
      <w:r w:rsidRPr="002B3119">
        <w:t>Quelqu</w:t>
      </w:r>
      <w:r w:rsidR="00E4444A" w:rsidRPr="0099306C">
        <w:t>’</w:t>
      </w:r>
      <w:r w:rsidRPr="002B3119">
        <w:t>un qui connut Yvette s</w:t>
      </w:r>
      <w:r w:rsidR="00E4444A" w:rsidRPr="0099306C">
        <w:t>’</w:t>
      </w:r>
      <w:r w:rsidRPr="002B3119">
        <w:t>éloigne ou disparaît</w:t>
      </w:r>
      <w:r w:rsidR="00E4444A" w:rsidRPr="0099306C">
        <w:t xml:space="preserve">. </w:t>
      </w:r>
      <w:r w:rsidRPr="002B3119">
        <w:t>Encore une mémoire où s</w:t>
      </w:r>
      <w:r w:rsidR="00E4444A" w:rsidRPr="0099306C">
        <w:t>’</w:t>
      </w:r>
      <w:r w:rsidRPr="002B3119">
        <w:t>obscurcit son image</w:t>
      </w:r>
      <w:r w:rsidR="00E4444A" w:rsidRPr="0099306C">
        <w:t xml:space="preserve">, </w:t>
      </w:r>
      <w:r w:rsidRPr="002B3119">
        <w:t>un ami qui ne me parlera d</w:t>
      </w:r>
      <w:r w:rsidR="00E4444A" w:rsidRPr="0099306C">
        <w:t>’</w:t>
      </w:r>
      <w:r w:rsidRPr="002B3119">
        <w:t>elle jamais plus</w:t>
      </w:r>
      <w:r w:rsidR="00E4444A" w:rsidRPr="0099306C">
        <w:t xml:space="preserve"> ! </w:t>
      </w:r>
      <w:r w:rsidRPr="002B3119">
        <w:t>Et j</w:t>
      </w:r>
      <w:r w:rsidR="00E4444A" w:rsidRPr="0099306C">
        <w:t>’</w:t>
      </w:r>
      <w:r w:rsidRPr="002B3119">
        <w:t>ai la sensation</w:t>
      </w:r>
      <w:r w:rsidR="00E4444A" w:rsidRPr="0099306C">
        <w:t xml:space="preserve">, </w:t>
      </w:r>
      <w:r w:rsidRPr="002B3119">
        <w:t>chaque fois que cela m</w:t>
      </w:r>
      <w:r w:rsidR="00E4444A" w:rsidRPr="0099306C">
        <w:t>’</w:t>
      </w:r>
      <w:r w:rsidRPr="002B3119">
        <w:t>arrive</w:t>
      </w:r>
      <w:r w:rsidR="00E4444A" w:rsidRPr="0099306C">
        <w:t xml:space="preserve">, </w:t>
      </w:r>
      <w:r w:rsidRPr="002B3119">
        <w:t>que ma petite Yvette me quitte un peu davantage</w:t>
      </w:r>
      <w:r w:rsidR="00E4444A" w:rsidRPr="0099306C">
        <w:t xml:space="preserve">. </w:t>
      </w:r>
      <w:r w:rsidRPr="002B3119">
        <w:t>Bientôt ils seront morts tous ceux qui l</w:t>
      </w:r>
      <w:r w:rsidR="00E4444A" w:rsidRPr="0099306C">
        <w:t>’</w:t>
      </w:r>
      <w:r w:rsidRPr="002B3119">
        <w:t>aimèrent dans ce monde</w:t>
      </w:r>
      <w:r w:rsidR="00E4444A" w:rsidRPr="0099306C">
        <w:t xml:space="preserve">, </w:t>
      </w:r>
      <w:r w:rsidRPr="002B3119">
        <w:t>et bientôt je mourrai moi au</w:t>
      </w:r>
      <w:r w:rsidRPr="002B3119">
        <w:t>s</w:t>
      </w:r>
      <w:r w:rsidRPr="002B3119">
        <w:t>si</w:t>
      </w:r>
      <w:r w:rsidR="00E4444A" w:rsidRPr="0099306C">
        <w:t xml:space="preserve">. </w:t>
      </w:r>
      <w:r w:rsidRPr="002B3119">
        <w:t>Ce sera comme si la mer se refermait sur un noyé</w:t>
      </w:r>
      <w:r w:rsidR="00E4444A" w:rsidRPr="0099306C">
        <w:t xml:space="preserve">. </w:t>
      </w:r>
      <w:r w:rsidRPr="002B3119">
        <w:t>De son passage sur la terre aucune trace ne restera plus</w:t>
      </w:r>
      <w:r w:rsidR="00E4444A" w:rsidRPr="0099306C">
        <w:t>.</w:t>
      </w:r>
    </w:p>
    <w:p w14:paraId="179C2FA8" w14:textId="77777777" w:rsidR="00E4444A" w:rsidRPr="0099306C" w:rsidRDefault="002B3119" w:rsidP="002B3119">
      <w:r w:rsidRPr="002B3119">
        <w:t>Hélas</w:t>
      </w:r>
      <w:r w:rsidR="00E4444A" w:rsidRPr="0099306C">
        <w:t xml:space="preserve"> ! </w:t>
      </w:r>
      <w:r w:rsidRPr="002B3119">
        <w:t>mon cher trésor s</w:t>
      </w:r>
      <w:r w:rsidR="00E4444A" w:rsidRPr="0099306C">
        <w:t>’</w:t>
      </w:r>
      <w:r w:rsidRPr="002B3119">
        <w:t>effrite</w:t>
      </w:r>
      <w:r w:rsidR="00E4444A" w:rsidRPr="0099306C">
        <w:t xml:space="preserve">. </w:t>
      </w:r>
      <w:r w:rsidRPr="002B3119">
        <w:t>Mais les fils que n</w:t>
      </w:r>
      <w:r w:rsidR="00E4444A" w:rsidRPr="0099306C">
        <w:t>’</w:t>
      </w:r>
      <w:r w:rsidRPr="002B3119">
        <w:t>a pas brisés la mort</w:t>
      </w:r>
      <w:r w:rsidR="00E4444A" w:rsidRPr="0099306C">
        <w:t xml:space="preserve">, </w:t>
      </w:r>
      <w:r w:rsidRPr="002B3119">
        <w:t>le temps ne saurait les casser</w:t>
      </w:r>
      <w:r w:rsidR="00E4444A" w:rsidRPr="0099306C">
        <w:t xml:space="preserve">. </w:t>
      </w:r>
      <w:r w:rsidRPr="002B3119">
        <w:t>Quand même oublierais-je Yvette</w:t>
      </w:r>
      <w:r w:rsidR="00E4444A" w:rsidRPr="0099306C">
        <w:t xml:space="preserve">, </w:t>
      </w:r>
      <w:r w:rsidRPr="002B3119">
        <w:t>l</w:t>
      </w:r>
      <w:r w:rsidR="00E4444A" w:rsidRPr="0099306C">
        <w:t>’</w:t>
      </w:r>
      <w:r w:rsidRPr="002B3119">
        <w:t>immatériel lien subsisterait</w:t>
      </w:r>
      <w:r w:rsidR="00E4444A" w:rsidRPr="0099306C">
        <w:t>.</w:t>
      </w:r>
    </w:p>
    <w:p w14:paraId="5DDD0E2E" w14:textId="0C2793F4" w:rsidR="00E4444A" w:rsidRPr="0099306C" w:rsidRDefault="002B3119" w:rsidP="002B3119">
      <w:r w:rsidRPr="002B3119">
        <w:t>Car j</w:t>
      </w:r>
      <w:r w:rsidR="00E4444A" w:rsidRPr="0099306C">
        <w:t>’</w:t>
      </w:r>
      <w:r w:rsidRPr="002B3119">
        <w:t>espère revoir Yvette</w:t>
      </w:r>
      <w:r w:rsidR="00E4444A" w:rsidRPr="0099306C">
        <w:t xml:space="preserve">. </w:t>
      </w:r>
      <w:r w:rsidRPr="002B3119">
        <w:t>Mon Dieu</w:t>
      </w:r>
      <w:r w:rsidR="00E4444A" w:rsidRPr="0099306C">
        <w:t xml:space="preserve"> ! </w:t>
      </w:r>
      <w:r w:rsidRPr="002B3119">
        <w:t>je ne sonde pas les mystères et ne tente pas d</w:t>
      </w:r>
      <w:r w:rsidR="00E4444A" w:rsidRPr="0099306C">
        <w:t>’</w:t>
      </w:r>
      <w:r w:rsidRPr="002B3119">
        <w:t>escalader le ciel</w:t>
      </w:r>
      <w:r w:rsidR="00E4444A" w:rsidRPr="0099306C">
        <w:t xml:space="preserve">, </w:t>
      </w:r>
      <w:r w:rsidRPr="002B3119">
        <w:t>mais la nuit</w:t>
      </w:r>
      <w:r w:rsidR="00E4444A" w:rsidRPr="0099306C">
        <w:t xml:space="preserve">, </w:t>
      </w:r>
      <w:r w:rsidRPr="002B3119">
        <w:t>quand je m</w:t>
      </w:r>
      <w:r w:rsidR="00E4444A" w:rsidRPr="0099306C">
        <w:t>’</w:t>
      </w:r>
      <w:r w:rsidRPr="002B3119">
        <w:t>attarde à contempler les étoiles</w:t>
      </w:r>
      <w:r w:rsidR="00E4444A" w:rsidRPr="0099306C">
        <w:t xml:space="preserve">, </w:t>
      </w:r>
      <w:r w:rsidRPr="002B3119">
        <w:t>il me semble percevoir quelques rayons</w:t>
      </w:r>
      <w:r w:rsidR="00E4444A" w:rsidRPr="0099306C">
        <w:t xml:space="preserve">. </w:t>
      </w:r>
      <w:r w:rsidRPr="002B3119">
        <w:t>Je me dis que le globe qui m</w:t>
      </w:r>
      <w:r w:rsidR="00E4444A" w:rsidRPr="0099306C">
        <w:t>’</w:t>
      </w:r>
      <w:r w:rsidRPr="002B3119">
        <w:t xml:space="preserve">emporte </w:t>
      </w:r>
      <w:r w:rsidRPr="002B3119">
        <w:lastRenderedPageBreak/>
        <w:t>n</w:t>
      </w:r>
      <w:r w:rsidR="00E4444A" w:rsidRPr="0099306C">
        <w:t>’</w:t>
      </w:r>
      <w:r w:rsidRPr="002B3119">
        <w:t>est que l</w:t>
      </w:r>
      <w:r w:rsidR="00E4444A" w:rsidRPr="0099306C">
        <w:t>’</w:t>
      </w:r>
      <w:r w:rsidRPr="002B3119">
        <w:t>humble satellite d</w:t>
      </w:r>
      <w:r w:rsidR="00E4444A" w:rsidRPr="0099306C">
        <w:t>’</w:t>
      </w:r>
      <w:r w:rsidRPr="002B3119">
        <w:t>un des moindres s</w:t>
      </w:r>
      <w:r w:rsidRPr="002B3119">
        <w:t>o</w:t>
      </w:r>
      <w:r w:rsidRPr="002B3119">
        <w:t>leils qui soient</w:t>
      </w:r>
      <w:r w:rsidR="00E4444A" w:rsidRPr="0099306C">
        <w:t xml:space="preserve">. </w:t>
      </w:r>
      <w:r w:rsidRPr="002B3119">
        <w:t>De ces étoiles innombrables</w:t>
      </w:r>
      <w:r w:rsidR="00E4444A" w:rsidRPr="0099306C">
        <w:t xml:space="preserve">, </w:t>
      </w:r>
      <w:r w:rsidRPr="002B3119">
        <w:t>des planètes mêmes</w:t>
      </w:r>
      <w:r w:rsidR="00E4444A" w:rsidRPr="0099306C">
        <w:t xml:space="preserve">, </w:t>
      </w:r>
      <w:r w:rsidRPr="002B3119">
        <w:t>nos voisines</w:t>
      </w:r>
      <w:r w:rsidR="00E4444A" w:rsidRPr="0099306C">
        <w:t xml:space="preserve">, </w:t>
      </w:r>
      <w:r w:rsidRPr="002B3119">
        <w:t>je ne sais guère qu</w:t>
      </w:r>
      <w:r w:rsidR="00E4444A" w:rsidRPr="0099306C">
        <w:t>’</w:t>
      </w:r>
      <w:r w:rsidRPr="002B3119">
        <w:t>une chose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elles seraient inhabitables pour des êtres conformés comme nous</w:t>
      </w:r>
      <w:r w:rsidR="00E4444A" w:rsidRPr="0099306C">
        <w:t xml:space="preserve">. </w:t>
      </w:r>
      <w:r w:rsidRPr="002B3119">
        <w:t>Alors</w:t>
      </w:r>
      <w:r w:rsidR="00E4444A" w:rsidRPr="0099306C">
        <w:t xml:space="preserve">, </w:t>
      </w:r>
      <w:r w:rsidRPr="002B3119">
        <w:t>de deux choses l</w:t>
      </w:r>
      <w:r w:rsidR="00E4444A" w:rsidRPr="0099306C">
        <w:t>’</w:t>
      </w:r>
      <w:r w:rsidRPr="002B3119">
        <w:t>une</w:t>
      </w:r>
      <w:r w:rsidR="00E4444A" w:rsidRPr="0099306C">
        <w:t xml:space="preserve">, </w:t>
      </w:r>
      <w:r w:rsidRPr="002B3119">
        <w:t>ou ces millions de mondes n</w:t>
      </w:r>
      <w:r w:rsidR="00E4444A" w:rsidRPr="0099306C">
        <w:t>’</w:t>
      </w:r>
      <w:r w:rsidRPr="002B3119">
        <w:t>ont été lancés dans l</w:t>
      </w:r>
      <w:r w:rsidR="00E4444A" w:rsidRPr="0099306C">
        <w:t>’</w:t>
      </w:r>
      <w:r w:rsidRPr="002B3119">
        <w:t>espace que pour consteller notre firmament</w:t>
      </w:r>
      <w:r w:rsidR="00E4444A" w:rsidRPr="0099306C">
        <w:t xml:space="preserve">, </w:t>
      </w:r>
      <w:r w:rsidRPr="002B3119">
        <w:t>ou ils charrient aussi de la vie</w:t>
      </w:r>
      <w:r w:rsidR="00E4444A" w:rsidRPr="0099306C">
        <w:t xml:space="preserve">, </w:t>
      </w:r>
      <w:r w:rsidRPr="002B3119">
        <w:t>peuplés d</w:t>
      </w:r>
      <w:r w:rsidR="00E4444A" w:rsidRPr="0099306C">
        <w:t>’</w:t>
      </w:r>
      <w:r w:rsidRPr="002B3119">
        <w:t>êtres que nous n</w:t>
      </w:r>
      <w:r w:rsidR="00E4444A" w:rsidRPr="0099306C">
        <w:t>’</w:t>
      </w:r>
      <w:r w:rsidRPr="002B3119">
        <w:t>imaginons même pas puisqu</w:t>
      </w:r>
      <w:r w:rsidR="00E4444A" w:rsidRPr="0099306C">
        <w:t>’</w:t>
      </w:r>
      <w:r w:rsidRPr="002B3119">
        <w:t>ils n</w:t>
      </w:r>
      <w:r w:rsidR="00E4444A" w:rsidRPr="0099306C">
        <w:t>’</w:t>
      </w:r>
      <w:r w:rsidRPr="002B3119">
        <w:t>ont pas les mêmes sens que nous</w:t>
      </w:r>
      <w:r w:rsidR="00E4444A" w:rsidRPr="0099306C">
        <w:t xml:space="preserve">. </w:t>
      </w:r>
      <w:r w:rsidRPr="002B3119">
        <w:t>Et plus j</w:t>
      </w:r>
      <w:r w:rsidR="00E4444A" w:rsidRPr="0099306C">
        <w:t>’</w:t>
      </w:r>
      <w:r w:rsidRPr="002B3119">
        <w:t>y pense</w:t>
      </w:r>
      <w:r w:rsidR="00E4444A" w:rsidRPr="0099306C">
        <w:t xml:space="preserve">, </w:t>
      </w:r>
      <w:r w:rsidRPr="002B3119">
        <w:t>plus la deuxième hypothèse me paraît vrai</w:t>
      </w:r>
      <w:r w:rsidR="00343F57">
        <w:t>s</w:t>
      </w:r>
      <w:r w:rsidRPr="002B3119">
        <w:t>emblable</w:t>
      </w:r>
      <w:r w:rsidR="00E4444A" w:rsidRPr="0099306C">
        <w:t xml:space="preserve">. </w:t>
      </w:r>
      <w:r w:rsidRPr="002B3119">
        <w:t>Notre grain de sable n</w:t>
      </w:r>
      <w:r w:rsidR="00E4444A" w:rsidRPr="0099306C">
        <w:t>’</w:t>
      </w:r>
      <w:r w:rsidRPr="002B3119">
        <w:t xml:space="preserve">est pas le </w:t>
      </w:r>
      <w:r w:rsidR="00343F57">
        <w:t>c</w:t>
      </w:r>
      <w:r w:rsidR="00343F57" w:rsidRPr="002B3119">
        <w:t xml:space="preserve">entre </w:t>
      </w:r>
      <w:r w:rsidRPr="002B3119">
        <w:t>de tout</w:t>
      </w:r>
      <w:r w:rsidR="00E4444A" w:rsidRPr="0099306C">
        <w:t xml:space="preserve">, </w:t>
      </w:r>
      <w:r w:rsidRPr="002B3119">
        <w:t>et la croyance à l</w:t>
      </w:r>
      <w:r w:rsidR="00E4444A" w:rsidRPr="0099306C">
        <w:t>’</w:t>
      </w:r>
      <w:r w:rsidRPr="002B3119">
        <w:t>incroyable finit par s</w:t>
      </w:r>
      <w:r w:rsidR="00E4444A" w:rsidRPr="0099306C">
        <w:t>’</w:t>
      </w:r>
      <w:r w:rsidRPr="002B3119">
        <w:t>imposer à ma raison</w:t>
      </w:r>
      <w:r w:rsidR="00E4444A" w:rsidRPr="0099306C">
        <w:t>.</w:t>
      </w:r>
    </w:p>
    <w:p w14:paraId="0475E5DD" w14:textId="19029975" w:rsidR="00A10EAD" w:rsidRPr="0099306C" w:rsidRDefault="002B3119" w:rsidP="002B3119">
      <w:r w:rsidRPr="002B3119">
        <w:t>Mais si elle revit</w:t>
      </w:r>
      <w:r w:rsidR="00E4444A" w:rsidRPr="0099306C">
        <w:t xml:space="preserve">, </w:t>
      </w:r>
      <w:r w:rsidRPr="002B3119">
        <w:t>ma petite Yvette</w:t>
      </w:r>
      <w:r w:rsidR="00E4444A" w:rsidRPr="0099306C">
        <w:t xml:space="preserve">, </w:t>
      </w:r>
      <w:r w:rsidRPr="002B3119">
        <w:t>sous quelle forme peut-elle vivre à présent</w:t>
      </w:r>
      <w:r w:rsidR="00E4444A" w:rsidRPr="0099306C">
        <w:t xml:space="preserve"> ? </w:t>
      </w:r>
      <w:r w:rsidRPr="002B3119">
        <w:t>Évidemment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en ai pas la moindre idée</w:t>
      </w:r>
      <w:r w:rsidR="00E4444A" w:rsidRPr="0099306C">
        <w:t xml:space="preserve">. </w:t>
      </w:r>
      <w:r w:rsidRPr="002B3119">
        <w:t>Mais comment le pourrais-je concevoir</w:t>
      </w:r>
      <w:r w:rsidR="00E4444A" w:rsidRPr="0099306C">
        <w:t xml:space="preserve"> ? </w:t>
      </w:r>
      <w:r w:rsidRPr="002B3119">
        <w:t>Et</w:t>
      </w:r>
      <w:r w:rsidR="00E4444A" w:rsidRPr="0099306C">
        <w:t xml:space="preserve">, </w:t>
      </w:r>
      <w:r w:rsidRPr="002B3119">
        <w:t>du fait que je ne le conçois point</w:t>
      </w:r>
      <w:r w:rsidR="00E4444A" w:rsidRPr="0099306C">
        <w:t xml:space="preserve">, </w:t>
      </w:r>
      <w:r w:rsidRPr="002B3119">
        <w:t>puis-je tirer le moindre a</w:t>
      </w:r>
      <w:r w:rsidRPr="002B3119">
        <w:t>r</w:t>
      </w:r>
      <w:r w:rsidRPr="002B3119">
        <w:t>gument</w:t>
      </w:r>
      <w:r w:rsidR="00E4444A" w:rsidRPr="0099306C">
        <w:t xml:space="preserve"> ? </w:t>
      </w:r>
      <w:r w:rsidRPr="002B3119">
        <w:t>J</w:t>
      </w:r>
      <w:r w:rsidR="00E4444A" w:rsidRPr="0099306C">
        <w:t>’</w:t>
      </w:r>
      <w:r w:rsidRPr="002B3119">
        <w:t>ai la certitude que des milliers de phénomènes existent qu</w:t>
      </w:r>
      <w:r w:rsidR="00E4444A" w:rsidRPr="0099306C">
        <w:t>’</w:t>
      </w:r>
      <w:r w:rsidRPr="002B3119">
        <w:t>aucune imagination ne pourrait même supposer</w:t>
      </w:r>
      <w:r w:rsidR="00E4444A" w:rsidRPr="0099306C">
        <w:t xml:space="preserve">. </w:t>
      </w:r>
      <w:r w:rsidRPr="002B3119">
        <w:t>Imagine-t-elle le papillon qui vole</w:t>
      </w:r>
      <w:r w:rsidR="00E4444A" w:rsidRPr="0099306C">
        <w:t xml:space="preserve">, </w:t>
      </w:r>
      <w:r w:rsidRPr="002B3119">
        <w:t>la chrysalide qui meurt dans son cocon</w:t>
      </w:r>
      <w:r w:rsidR="00E4444A" w:rsidRPr="0099306C">
        <w:t xml:space="preserve"> ? </w:t>
      </w:r>
      <w:r w:rsidRPr="002B3119">
        <w:t>La force électrique a transformé le monde et nos aïeux ne la soupçonnaient même pas</w:t>
      </w:r>
      <w:r w:rsidR="00E4444A" w:rsidRPr="0099306C">
        <w:t xml:space="preserve">. </w:t>
      </w:r>
      <w:r w:rsidRPr="002B3119">
        <w:t>Même sur notre minuscule globe d</w:t>
      </w:r>
      <w:r w:rsidR="00E4444A" w:rsidRPr="0099306C">
        <w:t>’</w:t>
      </w:r>
      <w:r w:rsidRPr="002B3119">
        <w:t>autres force</w:t>
      </w:r>
      <w:r w:rsidR="00343F57">
        <w:t xml:space="preserve">s </w:t>
      </w:r>
      <w:r w:rsidRPr="002B3119">
        <w:t>merveilleuses peuvent e</w:t>
      </w:r>
      <w:r w:rsidRPr="002B3119">
        <w:t>n</w:t>
      </w:r>
      <w:r w:rsidRPr="002B3119">
        <w:t>core dormir que les siècles à venir réveilleront</w:t>
      </w:r>
      <w:r w:rsidR="00E4444A" w:rsidRPr="0099306C">
        <w:t xml:space="preserve">. </w:t>
      </w:r>
      <w:r w:rsidRPr="002B3119">
        <w:t>Et si notre monde n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un point dans le système solaire</w:t>
      </w:r>
      <w:r w:rsidR="00E4444A" w:rsidRPr="0099306C">
        <w:t xml:space="preserve">, </w:t>
      </w:r>
      <w:r w:rsidRPr="002B3119">
        <w:t>qui n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un point dans l</w:t>
      </w:r>
      <w:r w:rsidR="00E4444A" w:rsidRPr="0099306C">
        <w:t>’</w:t>
      </w:r>
      <w:r w:rsidRPr="002B3119">
        <w:t>étendue étoilée</w:t>
      </w:r>
      <w:r w:rsidR="00E4444A" w:rsidRPr="0099306C">
        <w:t xml:space="preserve">, </w:t>
      </w:r>
      <w:r w:rsidRPr="002B3119">
        <w:t>si cette immensité que fouillent nos télescopes n</w:t>
      </w:r>
      <w:r w:rsidR="00E4444A" w:rsidRPr="0099306C">
        <w:t>’</w:t>
      </w:r>
      <w:r w:rsidRPr="002B3119">
        <w:t>est qu</w:t>
      </w:r>
      <w:r w:rsidR="00E4444A" w:rsidRPr="0099306C">
        <w:t>’</w:t>
      </w:r>
      <w:r w:rsidRPr="002B3119">
        <w:t>un point encore dans une autre immensité</w:t>
      </w:r>
      <w:r w:rsidR="00E4444A" w:rsidRPr="0099306C">
        <w:t xml:space="preserve">, </w:t>
      </w:r>
      <w:r w:rsidRPr="002B3119">
        <w:t>comment fixer une borne à nos rêves et l</w:t>
      </w:r>
      <w:r w:rsidRPr="002B3119">
        <w:t>i</w:t>
      </w:r>
      <w:r w:rsidRPr="002B3119">
        <w:t>miter nos aspirations</w:t>
      </w:r>
      <w:r w:rsidR="00E4444A" w:rsidRPr="0099306C">
        <w:t xml:space="preserve"> ? </w:t>
      </w:r>
      <w:r w:rsidRPr="002B3119">
        <w:t>Planer dans l</w:t>
      </w:r>
      <w:r w:rsidR="00E4444A" w:rsidRPr="0099306C">
        <w:t>’</w:t>
      </w:r>
      <w:r w:rsidRPr="002B3119">
        <w:t>éther sans poids</w:t>
      </w:r>
      <w:r w:rsidR="00E4444A" w:rsidRPr="0099306C">
        <w:t xml:space="preserve">, </w:t>
      </w:r>
      <w:r w:rsidRPr="002B3119">
        <w:t>nav</w:t>
      </w:r>
      <w:r w:rsidRPr="002B3119">
        <w:t>i</w:t>
      </w:r>
      <w:r w:rsidRPr="002B3119">
        <w:t>guer entre les étoiles</w:t>
      </w:r>
      <w:r w:rsidR="00E4444A" w:rsidRPr="0099306C">
        <w:t xml:space="preserve">, </w:t>
      </w:r>
      <w:r w:rsidRPr="002B3119">
        <w:t>rien n</w:t>
      </w:r>
      <w:r w:rsidR="00E4444A" w:rsidRPr="0099306C">
        <w:t>’</w:t>
      </w:r>
      <w:r w:rsidRPr="002B3119">
        <w:t>est peut-être plus simple sur quelque plage céleste de la voie lactée</w:t>
      </w:r>
      <w:r w:rsidR="00E4444A" w:rsidRPr="0099306C">
        <w:t xml:space="preserve">. </w:t>
      </w:r>
      <w:r w:rsidRPr="002B3119">
        <w:t>Que savons-nous</w:t>
      </w:r>
      <w:r w:rsidR="00E4444A" w:rsidRPr="0099306C">
        <w:t xml:space="preserve"> ? </w:t>
      </w:r>
      <w:r w:rsidRPr="002B3119">
        <w:t>Maurice M</w:t>
      </w:r>
      <w:r w:rsidR="0099306C" w:rsidRPr="0099306C">
        <w:t>ae</w:t>
      </w:r>
      <w:r w:rsidRPr="002B3119">
        <w:t>terlinck a bien raison</w:t>
      </w:r>
      <w:r w:rsidR="00E4444A" w:rsidRPr="0099306C">
        <w:t xml:space="preserve"> : </w:t>
      </w:r>
      <w:r w:rsidRPr="002B3119">
        <w:t>du livre de l</w:t>
      </w:r>
      <w:r w:rsidR="00E4444A" w:rsidRPr="0099306C">
        <w:t>’</w:t>
      </w:r>
      <w:r w:rsidRPr="002B3119">
        <w:t>univers nous n</w:t>
      </w:r>
      <w:r w:rsidR="00E4444A" w:rsidRPr="0099306C">
        <w:t>’</w:t>
      </w:r>
      <w:r w:rsidRPr="002B3119">
        <w:t>avons épelé que quelques mots</w:t>
      </w:r>
      <w:r w:rsidR="00E4444A" w:rsidRPr="0099306C">
        <w:t xml:space="preserve">. </w:t>
      </w:r>
      <w:r w:rsidRPr="002B3119">
        <w:t>Savons-nous seul</w:t>
      </w:r>
      <w:r w:rsidRPr="002B3119">
        <w:t>e</w:t>
      </w:r>
      <w:r w:rsidRPr="002B3119">
        <w:t>ment si la matière existe</w:t>
      </w:r>
      <w:r w:rsidR="00E4444A" w:rsidRPr="0099306C">
        <w:t xml:space="preserve">, </w:t>
      </w:r>
      <w:r w:rsidRPr="002B3119">
        <w:t>si nous vivons réellement</w:t>
      </w:r>
      <w:r w:rsidR="00E4444A" w:rsidRPr="0099306C">
        <w:t xml:space="preserve">, </w:t>
      </w:r>
      <w:r w:rsidRPr="002B3119">
        <w:t xml:space="preserve">si nous vivons </w:t>
      </w:r>
      <w:r w:rsidRPr="008C2C66">
        <w:rPr>
          <w:i/>
        </w:rPr>
        <w:t>déjà</w:t>
      </w:r>
      <w:r w:rsidR="00E4444A" w:rsidRPr="0099306C">
        <w:t xml:space="preserve"> ? </w:t>
      </w:r>
      <w:r w:rsidRPr="002B3119">
        <w:t>La pensée d</w:t>
      </w:r>
      <w:r w:rsidR="00E4444A" w:rsidRPr="0099306C">
        <w:t>’</w:t>
      </w:r>
      <w:r w:rsidRPr="002B3119">
        <w:t>Ibsen n</w:t>
      </w:r>
      <w:r w:rsidR="00E4444A" w:rsidRPr="0099306C">
        <w:t>’</w:t>
      </w:r>
      <w:r w:rsidRPr="002B3119">
        <w:t>est pas absurde</w:t>
      </w:r>
      <w:r w:rsidR="00E4444A" w:rsidRPr="0099306C">
        <w:t> : « </w:t>
      </w:r>
      <w:r w:rsidRPr="002B3119">
        <w:t xml:space="preserve">Quand nous nous </w:t>
      </w:r>
      <w:r w:rsidRPr="002B3119">
        <w:lastRenderedPageBreak/>
        <w:t>réveillerons d</w:t>
      </w:r>
      <w:r w:rsidR="00E4444A" w:rsidRPr="0099306C">
        <w:t>’</w:t>
      </w:r>
      <w:r w:rsidRPr="002B3119">
        <w:t>entre les morts</w:t>
      </w:r>
      <w:r w:rsidR="00E4444A" w:rsidRPr="0099306C">
        <w:t xml:space="preserve">, </w:t>
      </w:r>
      <w:r w:rsidRPr="002B3119">
        <w:t>nous nous aperc</w:t>
      </w:r>
      <w:r w:rsidRPr="002B3119">
        <w:t>e</w:t>
      </w:r>
      <w:r w:rsidRPr="002B3119">
        <w:t>vrons que nous n</w:t>
      </w:r>
      <w:r w:rsidR="00E4444A" w:rsidRPr="0099306C">
        <w:t>’</w:t>
      </w:r>
      <w:r w:rsidRPr="002B3119">
        <w:t>avions jamais vécu</w:t>
      </w:r>
      <w:r w:rsidR="00E4444A" w:rsidRPr="0099306C">
        <w:t>. »</w:t>
      </w:r>
    </w:p>
    <w:p w14:paraId="39FFF905" w14:textId="77777777" w:rsidR="002B3119" w:rsidRPr="002B3119" w:rsidRDefault="002B3119" w:rsidP="002B3119"/>
    <w:p w14:paraId="2C011553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cherchant au ciel ma petite Yvette</w:t>
      </w:r>
      <w:r w:rsidR="00E4444A" w:rsidRPr="0099306C">
        <w:t xml:space="preserve">, </w:t>
      </w:r>
      <w:r w:rsidRPr="002B3119">
        <w:t>je me dis que tout est possible</w:t>
      </w:r>
      <w:r w:rsidR="00E4444A" w:rsidRPr="0099306C">
        <w:t xml:space="preserve">, </w:t>
      </w:r>
      <w:r w:rsidRPr="002B3119">
        <w:t>que notre pauvre science ne peut affirmer ni nier</w:t>
      </w:r>
      <w:r w:rsidR="00E4444A" w:rsidRPr="0099306C">
        <w:t xml:space="preserve">, </w:t>
      </w:r>
      <w:r w:rsidRPr="002B3119">
        <w:t>que la seule foi que nous ne puissions pas ne pas avoir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est la foi dans le grand mystère qui nous étreint de toutes parts</w:t>
      </w:r>
      <w:r w:rsidR="00E4444A" w:rsidRPr="0099306C">
        <w:t xml:space="preserve">. </w:t>
      </w:r>
      <w:r w:rsidRPr="002B3119">
        <w:t>Toutes les possibilités étant égales</w:t>
      </w:r>
      <w:r w:rsidR="00E4444A" w:rsidRPr="0099306C">
        <w:t xml:space="preserve">, </w:t>
      </w:r>
      <w:r w:rsidRPr="002B3119">
        <w:t>autant nous laisser aller à nos intimes pressentiments</w:t>
      </w:r>
      <w:r w:rsidR="00E4444A" w:rsidRPr="0099306C">
        <w:t xml:space="preserve">. </w:t>
      </w:r>
      <w:r w:rsidRPr="002B3119">
        <w:t>Sans eux</w:t>
      </w:r>
      <w:r w:rsidR="00E4444A" w:rsidRPr="0099306C">
        <w:t xml:space="preserve">, </w:t>
      </w:r>
      <w:r w:rsidRPr="002B3119">
        <w:t>trop de problèmes seraient à résoudre</w:t>
      </w:r>
      <w:r w:rsidR="00E4444A" w:rsidRPr="0099306C">
        <w:t xml:space="preserve">. </w:t>
      </w:r>
      <w:r w:rsidRPr="002B3119">
        <w:t>Pourquoi ce besoin de justice s</w:t>
      </w:r>
      <w:r w:rsidR="00E4444A" w:rsidRPr="0099306C">
        <w:t>’</w:t>
      </w:r>
      <w:r w:rsidRPr="002B3119">
        <w:t>il ne doit jamais être satisfait</w:t>
      </w:r>
      <w:r w:rsidR="00E4444A" w:rsidRPr="0099306C">
        <w:t xml:space="preserve"> ? </w:t>
      </w:r>
      <w:r w:rsidRPr="002B3119">
        <w:t>Pourquoi</w:t>
      </w:r>
      <w:r w:rsidR="00E4444A" w:rsidRPr="0099306C">
        <w:t xml:space="preserve">, </w:t>
      </w:r>
      <w:r w:rsidRPr="002B3119">
        <w:t>dans tous les c</w:t>
      </w:r>
      <w:r w:rsidRPr="002B3119">
        <w:t>i</w:t>
      </w:r>
      <w:r w:rsidRPr="002B3119">
        <w:t>metières</w:t>
      </w:r>
      <w:r w:rsidR="00E4444A" w:rsidRPr="0099306C">
        <w:t xml:space="preserve">, </w:t>
      </w:r>
      <w:r w:rsidRPr="002B3119">
        <w:t>cette espérance d</w:t>
      </w:r>
      <w:r w:rsidR="00E4444A" w:rsidRPr="0099306C">
        <w:t>’</w:t>
      </w:r>
      <w:r w:rsidRPr="002B3119">
        <w:t xml:space="preserve">un </w:t>
      </w:r>
      <w:r w:rsidR="00E4444A" w:rsidRPr="0099306C">
        <w:t>« </w:t>
      </w:r>
      <w:r w:rsidRPr="002B3119">
        <w:t>au-delà</w:t>
      </w:r>
      <w:r w:rsidR="00E4444A" w:rsidRPr="0099306C">
        <w:t xml:space="preserve"> » ? </w:t>
      </w:r>
      <w:r w:rsidRPr="002B3119">
        <w:t>Pourquoi ces amours entre les êtres s</w:t>
      </w:r>
      <w:r w:rsidR="00E4444A" w:rsidRPr="0099306C">
        <w:t>’</w:t>
      </w:r>
      <w:r w:rsidRPr="002B3119">
        <w:t>ils ne doivent se retrouver jamais</w:t>
      </w:r>
      <w:r w:rsidR="00E4444A" w:rsidRPr="0099306C">
        <w:t xml:space="preserve"> ? </w:t>
      </w:r>
      <w:r w:rsidRPr="002B3119">
        <w:t>Pourquoi ces printemps qui embaument</w:t>
      </w:r>
      <w:r w:rsidR="00E4444A" w:rsidRPr="0099306C">
        <w:t xml:space="preserve"> ? </w:t>
      </w:r>
      <w:r w:rsidRPr="002B3119">
        <w:t>Pourquoi nos rêves et notre idéal</w:t>
      </w:r>
      <w:r w:rsidR="00E4444A" w:rsidRPr="0099306C">
        <w:t xml:space="preserve"> ? </w:t>
      </w:r>
      <w:r w:rsidRPr="002B3119">
        <w:t>Pourquoi faire naître des petites Yvette si tout doit sombrer dans le néant</w:t>
      </w:r>
      <w:r w:rsidR="00E4444A" w:rsidRPr="0099306C">
        <w:t> ?</w:t>
      </w:r>
    </w:p>
    <w:p w14:paraId="409BE932" w14:textId="77777777" w:rsidR="00E4444A" w:rsidRPr="0099306C" w:rsidRDefault="002B3119" w:rsidP="002B3119">
      <w:r w:rsidRPr="002B3119">
        <w:t>Oui</w:t>
      </w:r>
      <w:r w:rsidR="00E4444A" w:rsidRPr="0099306C">
        <w:t xml:space="preserve">… </w:t>
      </w:r>
      <w:r w:rsidRPr="002B3119">
        <w:t>Pourquoi</w:t>
      </w:r>
      <w:r w:rsidR="00E4444A" w:rsidRPr="0099306C">
        <w:t xml:space="preserve"> ?… </w:t>
      </w:r>
      <w:r w:rsidRPr="002B3119">
        <w:t>Pourquoi</w:t>
      </w:r>
      <w:r w:rsidR="00E4444A" w:rsidRPr="0099306C">
        <w:t xml:space="preserve"> ?… </w:t>
      </w:r>
      <w:r w:rsidRPr="002B3119">
        <w:t>Mais tout s</w:t>
      </w:r>
      <w:r w:rsidR="00E4444A" w:rsidRPr="0099306C">
        <w:t>’</w:t>
      </w:r>
      <w:r w:rsidRPr="002B3119">
        <w:t>éclaire si nous admettons un recommencement</w:t>
      </w:r>
      <w:r w:rsidR="00E4444A" w:rsidRPr="0099306C">
        <w:t xml:space="preserve">. </w:t>
      </w:r>
      <w:r w:rsidRPr="002B3119">
        <w:t>Les mots d</w:t>
      </w:r>
      <w:r w:rsidR="00E4444A" w:rsidRPr="0099306C">
        <w:t>’</w:t>
      </w:r>
      <w:r w:rsidRPr="002B3119">
        <w:t>amour</w:t>
      </w:r>
      <w:r w:rsidR="00E4444A" w:rsidRPr="0099306C">
        <w:t xml:space="preserve">, </w:t>
      </w:r>
      <w:r w:rsidRPr="002B3119">
        <w:t>de justice</w:t>
      </w:r>
      <w:r w:rsidR="00E4444A" w:rsidRPr="0099306C">
        <w:t xml:space="preserve">, </w:t>
      </w:r>
      <w:r w:rsidRPr="002B3119">
        <w:t>prennent tout à coup une signification</w:t>
      </w:r>
      <w:r w:rsidR="00E4444A" w:rsidRPr="0099306C">
        <w:t xml:space="preserve">. </w:t>
      </w:r>
      <w:r w:rsidRPr="002B3119">
        <w:t>Elles passent</w:t>
      </w:r>
      <w:r w:rsidR="00E4444A" w:rsidRPr="0099306C">
        <w:t xml:space="preserve">, </w:t>
      </w:r>
      <w:r w:rsidRPr="002B3119">
        <w:t>les petites Yvette</w:t>
      </w:r>
      <w:r w:rsidR="00E4444A" w:rsidRPr="0099306C">
        <w:t xml:space="preserve">, </w:t>
      </w:r>
      <w:r w:rsidRPr="002B3119">
        <w:t>mais leurs âmes sont écloses et peuvent refleurir pendant l</w:t>
      </w:r>
      <w:r w:rsidR="00E4444A" w:rsidRPr="0099306C">
        <w:t>’</w:t>
      </w:r>
      <w:r w:rsidRPr="002B3119">
        <w:t>éternité</w:t>
      </w:r>
      <w:r w:rsidR="00E4444A" w:rsidRPr="0099306C">
        <w:t>.</w:t>
      </w:r>
    </w:p>
    <w:p w14:paraId="384DE70D" w14:textId="77777777" w:rsidR="00E4444A" w:rsidRPr="0099306C" w:rsidRDefault="002B3119" w:rsidP="002B3119">
      <w:r w:rsidRPr="002B3119">
        <w:t>Et voici qu</w:t>
      </w:r>
      <w:r w:rsidR="00E4444A" w:rsidRPr="0099306C">
        <w:t>’</w:t>
      </w:r>
      <w:r w:rsidRPr="002B3119">
        <w:t>elle me paraît moins obscure</w:t>
      </w:r>
      <w:r w:rsidR="00E4444A" w:rsidRPr="0099306C">
        <w:t xml:space="preserve">, </w:t>
      </w:r>
      <w:r w:rsidRPr="002B3119">
        <w:t>la brève exi</w:t>
      </w:r>
      <w:r w:rsidRPr="002B3119">
        <w:t>s</w:t>
      </w:r>
      <w:r w:rsidRPr="002B3119">
        <w:t>tence de mon enfant</w:t>
      </w:r>
      <w:r w:rsidR="00E4444A" w:rsidRPr="0099306C">
        <w:t xml:space="preserve">. </w:t>
      </w:r>
      <w:r w:rsidRPr="002B3119">
        <w:t>Tous les espoirs seraient possibles</w:t>
      </w:r>
      <w:r w:rsidR="00E4444A" w:rsidRPr="0099306C">
        <w:t xml:space="preserve"> ! </w:t>
      </w:r>
      <w:r w:rsidRPr="002B3119">
        <w:t xml:space="preserve">Yvette pourrait revivre dans quelque </w:t>
      </w:r>
      <w:r w:rsidR="00E4444A" w:rsidRPr="0099306C">
        <w:t>« </w:t>
      </w:r>
      <w:r w:rsidRPr="002B3119">
        <w:t>ailleurs</w:t>
      </w:r>
      <w:r w:rsidR="00E4444A" w:rsidRPr="0099306C">
        <w:t xml:space="preserve"> ». </w:t>
      </w:r>
      <w:r w:rsidRPr="002B3119">
        <w:t>Il n</w:t>
      </w:r>
      <w:r w:rsidR="00E4444A" w:rsidRPr="0099306C">
        <w:t>’</w:t>
      </w:r>
      <w:r w:rsidRPr="002B3119">
        <w:t>est pas certain que je rêve quand je crois que sa pensée me rejoint</w:t>
      </w:r>
      <w:r w:rsidR="00E4444A" w:rsidRPr="0099306C">
        <w:t xml:space="preserve">. </w:t>
      </w:r>
      <w:r w:rsidRPr="002B3119">
        <w:t>Et mille doux souvenirs me reviennent</w:t>
      </w:r>
      <w:r w:rsidR="00E4444A" w:rsidRPr="0099306C">
        <w:t xml:space="preserve">. </w:t>
      </w:r>
      <w:r w:rsidRPr="002B3119">
        <w:t>J</w:t>
      </w:r>
      <w:r w:rsidR="00E4444A" w:rsidRPr="0099306C">
        <w:t>’</w:t>
      </w:r>
      <w:r w:rsidRPr="002B3119">
        <w:t>évoque un soir de juin où Yvette m</w:t>
      </w:r>
      <w:r w:rsidR="00E4444A" w:rsidRPr="0099306C">
        <w:t>’</w:t>
      </w:r>
      <w:r w:rsidRPr="002B3119">
        <w:t>a souri par-dessus un bras de rivière</w:t>
      </w:r>
      <w:r w:rsidR="00E4444A" w:rsidRPr="0099306C">
        <w:t xml:space="preserve">. </w:t>
      </w:r>
      <w:r w:rsidRPr="002B3119">
        <w:t>Un jour</w:t>
      </w:r>
      <w:r w:rsidR="00E4444A" w:rsidRPr="0099306C">
        <w:t xml:space="preserve">, </w:t>
      </w:r>
      <w:r w:rsidRPr="002B3119">
        <w:t>peut-être</w:t>
      </w:r>
      <w:r w:rsidR="00E4444A" w:rsidRPr="0099306C">
        <w:t xml:space="preserve">, </w:t>
      </w:r>
      <w:r w:rsidRPr="002B3119">
        <w:t>après bien des vicissitudes</w:t>
      </w:r>
      <w:r w:rsidR="00E4444A" w:rsidRPr="0099306C">
        <w:t xml:space="preserve">, </w:t>
      </w:r>
      <w:r w:rsidRPr="002B3119">
        <w:t>la scène se r</w:t>
      </w:r>
      <w:r w:rsidRPr="002B3119">
        <w:t>e</w:t>
      </w:r>
      <w:r w:rsidRPr="002B3119">
        <w:t>nouvellera</w:t>
      </w:r>
      <w:r w:rsidR="00E4444A" w:rsidRPr="0099306C">
        <w:t xml:space="preserve">, </w:t>
      </w:r>
      <w:r w:rsidRPr="002B3119">
        <w:t>et j</w:t>
      </w:r>
      <w:r w:rsidR="00E4444A" w:rsidRPr="0099306C">
        <w:t>’</w:t>
      </w:r>
      <w:r w:rsidRPr="002B3119">
        <w:t>aborderai à quelque rive lointaine</w:t>
      </w:r>
      <w:r w:rsidR="00E4444A" w:rsidRPr="0099306C">
        <w:t xml:space="preserve">, </w:t>
      </w:r>
      <w:r w:rsidRPr="002B3119">
        <w:t>où Yvette</w:t>
      </w:r>
      <w:r w:rsidR="00E4444A" w:rsidRPr="0099306C">
        <w:t xml:space="preserve">, </w:t>
      </w:r>
      <w:r w:rsidRPr="002B3119">
        <w:t>me reconnaissant encore</w:t>
      </w:r>
      <w:r w:rsidR="00E4444A" w:rsidRPr="0099306C">
        <w:t xml:space="preserve">, </w:t>
      </w:r>
      <w:r w:rsidRPr="002B3119">
        <w:t>agitera ses petits bras</w:t>
      </w:r>
      <w:r w:rsidR="00E4444A" w:rsidRPr="0099306C">
        <w:t>.</w:t>
      </w:r>
    </w:p>
    <w:p w14:paraId="1FA5A6EE" w14:textId="77777777" w:rsidR="00E4444A" w:rsidRPr="0099306C" w:rsidRDefault="002B3119" w:rsidP="002B3119">
      <w:r w:rsidRPr="002B3119">
        <w:lastRenderedPageBreak/>
        <w:t>Et ce Dieu dont le pasteur parle</w:t>
      </w:r>
      <w:r w:rsidR="00E4444A" w:rsidRPr="0099306C">
        <w:t xml:space="preserve">, </w:t>
      </w:r>
      <w:r w:rsidRPr="002B3119">
        <w:t>ce Dieu de l</w:t>
      </w:r>
      <w:r w:rsidR="00E4444A" w:rsidRPr="0099306C">
        <w:t>’</w:t>
      </w:r>
      <w:r w:rsidRPr="002B3119">
        <w:t>Évangile auquel croyait ma mère</w:t>
      </w:r>
      <w:r w:rsidR="00E4444A" w:rsidRPr="0099306C">
        <w:t xml:space="preserve">, </w:t>
      </w:r>
      <w:r w:rsidRPr="002B3119">
        <w:t>rien ne me prouve</w:t>
      </w:r>
      <w:r w:rsidR="00E4444A" w:rsidRPr="0099306C">
        <w:t xml:space="preserve">, </w:t>
      </w:r>
      <w:r w:rsidRPr="002B3119">
        <w:t>sans doute</w:t>
      </w:r>
      <w:r w:rsidR="00E4444A" w:rsidRPr="0099306C">
        <w:t xml:space="preserve">, </w:t>
      </w:r>
      <w:r w:rsidRPr="002B3119">
        <w:t>qu</w:t>
      </w:r>
      <w:r w:rsidR="00E4444A" w:rsidRPr="0099306C">
        <w:t>’</w:t>
      </w:r>
      <w:r w:rsidRPr="002B3119">
        <w:t>il existe</w:t>
      </w:r>
      <w:r w:rsidR="00E4444A" w:rsidRPr="0099306C">
        <w:t xml:space="preserve">, </w:t>
      </w:r>
      <w:r w:rsidRPr="002B3119">
        <w:t>mais si je l</w:t>
      </w:r>
      <w:r w:rsidR="00E4444A" w:rsidRPr="0099306C">
        <w:t>’</w:t>
      </w:r>
      <w:r w:rsidRPr="002B3119">
        <w:t>admets</w:t>
      </w:r>
      <w:r w:rsidR="00E4444A" w:rsidRPr="0099306C">
        <w:t xml:space="preserve">, </w:t>
      </w:r>
      <w:r w:rsidRPr="002B3119">
        <w:t>bien des énigmes sont résolues</w:t>
      </w:r>
      <w:r w:rsidR="00E4444A" w:rsidRPr="0099306C">
        <w:t xml:space="preserve">. </w:t>
      </w:r>
      <w:r w:rsidRPr="002B3119">
        <w:t>Que Jésus soit son fils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en ai pas non plus la moindre preuve</w:t>
      </w:r>
      <w:r w:rsidR="00E4444A" w:rsidRPr="0099306C">
        <w:t xml:space="preserve">. </w:t>
      </w:r>
      <w:r w:rsidRPr="002B3119">
        <w:t>Mais j</w:t>
      </w:r>
      <w:r w:rsidR="00E4444A" w:rsidRPr="0099306C">
        <w:t>’</w:t>
      </w:r>
      <w:r w:rsidRPr="002B3119">
        <w:t>ai relu le discours sur la montagne</w:t>
      </w:r>
      <w:r w:rsidR="00E4444A" w:rsidRPr="0099306C">
        <w:t> : « </w:t>
      </w:r>
      <w:r w:rsidRPr="002B3119">
        <w:t>He</w:t>
      </w:r>
      <w:r w:rsidRPr="002B3119">
        <w:t>u</w:t>
      </w:r>
      <w:r w:rsidRPr="002B3119">
        <w:t>reux les miséricordieux</w:t>
      </w:r>
      <w:r w:rsidR="00E4444A" w:rsidRPr="0099306C">
        <w:t xml:space="preserve"> !… </w:t>
      </w:r>
      <w:r w:rsidRPr="002B3119">
        <w:t>Heureux ceux qui pleurent</w:t>
      </w:r>
      <w:r w:rsidR="00E4444A" w:rsidRPr="0099306C">
        <w:t xml:space="preserve"> !… </w:t>
      </w:r>
      <w:r w:rsidRPr="002B3119">
        <w:t>Heureux ceux qui ont faim et soif de justice</w:t>
      </w:r>
      <w:r w:rsidR="00E4444A" w:rsidRPr="0099306C">
        <w:t> !… »</w:t>
      </w:r>
      <w:r w:rsidRPr="002B3119">
        <w:t xml:space="preserve"> Et j</w:t>
      </w:r>
      <w:r w:rsidR="00E4444A" w:rsidRPr="0099306C">
        <w:t>’</w:t>
      </w:r>
      <w:r w:rsidRPr="002B3119">
        <w:t>ai tro</w:t>
      </w:r>
      <w:r w:rsidRPr="002B3119">
        <w:t>u</w:t>
      </w:r>
      <w:r w:rsidRPr="002B3119">
        <w:t>vé les paroles qu</w:t>
      </w:r>
      <w:r w:rsidR="00E4444A" w:rsidRPr="0099306C">
        <w:t>’</w:t>
      </w:r>
      <w:r w:rsidRPr="002B3119">
        <w:t>attendait mon cœur</w:t>
      </w:r>
      <w:r w:rsidR="00E4444A" w:rsidRPr="0099306C">
        <w:t>.</w:t>
      </w:r>
    </w:p>
    <w:p w14:paraId="3101BDB2" w14:textId="77777777" w:rsidR="00E4444A" w:rsidRPr="0099306C" w:rsidRDefault="002B3119" w:rsidP="002B3119">
      <w:r w:rsidRPr="002B3119">
        <w:t>Et tenant pour vrai l</w:t>
      </w:r>
      <w:r w:rsidR="00E4444A" w:rsidRPr="0099306C">
        <w:t>’</w:t>
      </w:r>
      <w:r w:rsidRPr="002B3119">
        <w:t>hypothèse consolante</w:t>
      </w:r>
      <w:r w:rsidR="00E4444A" w:rsidRPr="0099306C">
        <w:t xml:space="preserve">, </w:t>
      </w:r>
      <w:r w:rsidRPr="002B3119">
        <w:t>acceptant pour un moment les affirmations du pasteur</w:t>
      </w:r>
      <w:r w:rsidR="00E4444A" w:rsidRPr="0099306C">
        <w:t xml:space="preserve">, </w:t>
      </w:r>
      <w:r w:rsidRPr="002B3119">
        <w:t>je me suis posé cette question</w:t>
      </w:r>
      <w:r w:rsidR="00E4444A" w:rsidRPr="0099306C">
        <w:t> :</w:t>
      </w:r>
    </w:p>
    <w:p w14:paraId="2AD72936" w14:textId="77777777" w:rsidR="00E4444A" w:rsidRPr="0099306C" w:rsidRDefault="002B3119" w:rsidP="002B3119">
      <w:r w:rsidRPr="002B3119">
        <w:t>Supposons qu</w:t>
      </w:r>
      <w:r w:rsidR="00E4444A" w:rsidRPr="0099306C">
        <w:t>’</w:t>
      </w:r>
      <w:r w:rsidRPr="002B3119">
        <w:t>un Dieu paternel</w:t>
      </w:r>
      <w:r w:rsidR="00E4444A" w:rsidRPr="0099306C">
        <w:t xml:space="preserve">, </w:t>
      </w:r>
      <w:r w:rsidRPr="002B3119">
        <w:t>un Dieu d</w:t>
      </w:r>
      <w:r w:rsidR="00E4444A" w:rsidRPr="0099306C">
        <w:t>’</w:t>
      </w:r>
      <w:r w:rsidRPr="002B3119">
        <w:t>amour</w:t>
      </w:r>
      <w:r w:rsidR="00E4444A" w:rsidRPr="0099306C">
        <w:t xml:space="preserve">, </w:t>
      </w:r>
      <w:r w:rsidRPr="002B3119">
        <w:t>veuille créer une âme</w:t>
      </w:r>
      <w:r w:rsidR="00E4444A" w:rsidRPr="0099306C">
        <w:t xml:space="preserve">, </w:t>
      </w:r>
      <w:r w:rsidRPr="002B3119">
        <w:t>nous doter d</w:t>
      </w:r>
      <w:r w:rsidR="00E4444A" w:rsidRPr="0099306C">
        <w:t>’</w:t>
      </w:r>
      <w:r w:rsidRPr="002B3119">
        <w:t>un petit être qui sera notre enfant pour l</w:t>
      </w:r>
      <w:r w:rsidR="00E4444A" w:rsidRPr="0099306C">
        <w:t>’</w:t>
      </w:r>
      <w:r w:rsidRPr="002B3119">
        <w:t>éternité</w:t>
      </w:r>
      <w:r w:rsidR="00E4444A" w:rsidRPr="0099306C">
        <w:t xml:space="preserve"> ; </w:t>
      </w:r>
      <w:r w:rsidRPr="002B3119">
        <w:t>supposons qu</w:t>
      </w:r>
      <w:r w:rsidR="00E4444A" w:rsidRPr="0099306C">
        <w:t>’</w:t>
      </w:r>
      <w:r w:rsidRPr="002B3119">
        <w:t>ayant fait éclore cette âme</w:t>
      </w:r>
      <w:r w:rsidR="00E4444A" w:rsidRPr="0099306C">
        <w:t xml:space="preserve">, </w:t>
      </w:r>
      <w:r w:rsidRPr="002B3119">
        <w:t>il la trouve trop pure pour ce monde et veuille la mettre à l</w:t>
      </w:r>
      <w:r w:rsidR="00E4444A" w:rsidRPr="0099306C">
        <w:t>’</w:t>
      </w:r>
      <w:r w:rsidRPr="002B3119">
        <w:t>abri de la mêlée</w:t>
      </w:r>
      <w:r w:rsidR="00E4444A" w:rsidRPr="0099306C">
        <w:t xml:space="preserve"> ; </w:t>
      </w:r>
      <w:r w:rsidRPr="002B3119">
        <w:t>supposons qu</w:t>
      </w:r>
      <w:r w:rsidR="00E4444A" w:rsidRPr="0099306C">
        <w:t>’</w:t>
      </w:r>
      <w:r w:rsidRPr="002B3119">
        <w:t>en lui imposant une épreuve</w:t>
      </w:r>
      <w:r w:rsidR="00E4444A" w:rsidRPr="0099306C">
        <w:t xml:space="preserve">, </w:t>
      </w:r>
      <w:r w:rsidRPr="002B3119">
        <w:t>il veuille forcer un père à tourner ses regards vers le ciel</w:t>
      </w:r>
      <w:r w:rsidR="00E4444A" w:rsidRPr="0099306C">
        <w:t xml:space="preserve">, </w:t>
      </w:r>
      <w:r w:rsidRPr="002B3119">
        <w:t xml:space="preserve">car </w:t>
      </w:r>
      <w:r w:rsidRPr="002B3119">
        <w:rPr>
          <w:i/>
        </w:rPr>
        <w:t>là où est notre trésor</w:t>
      </w:r>
      <w:r w:rsidR="00E4444A" w:rsidRPr="0099306C">
        <w:rPr>
          <w:i/>
        </w:rPr>
        <w:t xml:space="preserve">, </w:t>
      </w:r>
      <w:r w:rsidRPr="002B3119">
        <w:rPr>
          <w:i/>
        </w:rPr>
        <w:t>là aussi sera notre c</w:t>
      </w:r>
      <w:r w:rsidR="00E4444A" w:rsidRPr="0099306C">
        <w:rPr>
          <w:i/>
        </w:rPr>
        <w:t>œ</w:t>
      </w:r>
      <w:r w:rsidRPr="002B3119">
        <w:rPr>
          <w:i/>
        </w:rPr>
        <w:t>ur</w:t>
      </w:r>
      <w:r w:rsidR="00E4444A" w:rsidRPr="0099306C">
        <w:t xml:space="preserve">, </w:t>
      </w:r>
      <w:r w:rsidRPr="002B3119">
        <w:t>n</w:t>
      </w:r>
      <w:r w:rsidR="00E4444A" w:rsidRPr="0099306C">
        <w:t>’</w:t>
      </w:r>
      <w:r w:rsidRPr="002B3119">
        <w:t>aurait-il pas agi</w:t>
      </w:r>
      <w:r w:rsidR="00E4444A" w:rsidRPr="0099306C">
        <w:t xml:space="preserve">, </w:t>
      </w:r>
      <w:r w:rsidRPr="002B3119">
        <w:t>ce Dieu d</w:t>
      </w:r>
      <w:r w:rsidR="00E4444A" w:rsidRPr="0099306C">
        <w:t>’</w:t>
      </w:r>
      <w:r w:rsidRPr="002B3119">
        <w:t>amour</w:t>
      </w:r>
      <w:r w:rsidR="00E4444A" w:rsidRPr="0099306C">
        <w:t xml:space="preserve">, </w:t>
      </w:r>
      <w:r w:rsidRPr="002B3119">
        <w:t>exactement comme il l</w:t>
      </w:r>
      <w:r w:rsidR="00E4444A" w:rsidRPr="0099306C">
        <w:t>’</w:t>
      </w:r>
      <w:r w:rsidRPr="002B3119">
        <w:t>a fait</w:t>
      </w:r>
      <w:r w:rsidR="00E4444A" w:rsidRPr="0099306C">
        <w:t> ?</w:t>
      </w:r>
    </w:p>
    <w:p w14:paraId="1B54C467" w14:textId="77777777" w:rsidR="00E4444A" w:rsidRPr="0099306C" w:rsidRDefault="002B3119" w:rsidP="002B3119">
      <w:r w:rsidRPr="002B3119">
        <w:t>Alors</w:t>
      </w:r>
      <w:r w:rsidR="00E4444A" w:rsidRPr="0099306C">
        <w:t xml:space="preserve">, </w:t>
      </w:r>
      <w:r w:rsidRPr="002B3119">
        <w:t>toutes les choses</w:t>
      </w:r>
      <w:r w:rsidR="00E4444A" w:rsidRPr="0099306C">
        <w:t xml:space="preserve">, </w:t>
      </w:r>
      <w:r w:rsidRPr="002B3119">
        <w:t>qui me paraissaient inexpl</w:t>
      </w:r>
      <w:r w:rsidRPr="002B3119">
        <w:t>i</w:t>
      </w:r>
      <w:r w:rsidRPr="002B3119">
        <w:t>cables</w:t>
      </w:r>
      <w:r w:rsidR="00E4444A" w:rsidRPr="0099306C">
        <w:t xml:space="preserve">, </w:t>
      </w:r>
      <w:r w:rsidRPr="002B3119">
        <w:t>s</w:t>
      </w:r>
      <w:r w:rsidR="00E4444A" w:rsidRPr="0099306C">
        <w:t>’</w:t>
      </w:r>
      <w:r w:rsidRPr="002B3119">
        <w:t>expliqueraient</w:t>
      </w:r>
      <w:r w:rsidR="00E4444A" w:rsidRPr="0099306C">
        <w:t xml:space="preserve">. </w:t>
      </w:r>
      <w:r w:rsidRPr="002B3119">
        <w:t>La vie est âpre</w:t>
      </w:r>
      <w:r w:rsidR="00E4444A" w:rsidRPr="0099306C">
        <w:t xml:space="preserve">, </w:t>
      </w:r>
      <w:r w:rsidRPr="002B3119">
        <w:t>les petites Yvette sont douces et fragiles</w:t>
      </w:r>
      <w:r w:rsidR="00E4444A" w:rsidRPr="0099306C">
        <w:t xml:space="preserve">. </w:t>
      </w:r>
      <w:r w:rsidRPr="002B3119">
        <w:t>Des catastrophes pires que la mort étaient peut-être à redouter</w:t>
      </w:r>
      <w:r w:rsidR="00E4444A" w:rsidRPr="0099306C">
        <w:t xml:space="preserve">. </w:t>
      </w:r>
      <w:r w:rsidRPr="002B3119">
        <w:t>Alors je comprendrais pourquoi les enfants les plus purs sont ceux que le bon Berger prend d</w:t>
      </w:r>
      <w:r w:rsidR="00E4444A" w:rsidRPr="0099306C">
        <w:t>’</w:t>
      </w:r>
      <w:r w:rsidRPr="002B3119">
        <w:t>abord dans ses bras</w:t>
      </w:r>
      <w:r w:rsidR="00E4444A" w:rsidRPr="0099306C">
        <w:t xml:space="preserve">. </w:t>
      </w:r>
      <w:r w:rsidRPr="002B3119">
        <w:t>Alors</w:t>
      </w:r>
      <w:r w:rsidR="00E4444A" w:rsidRPr="0099306C">
        <w:t xml:space="preserve">, </w:t>
      </w:r>
      <w:r w:rsidRPr="002B3119">
        <w:t>il ne serait pas absurde de le croire</w:t>
      </w:r>
      <w:r w:rsidR="00E4444A" w:rsidRPr="0099306C">
        <w:t xml:space="preserve">. </w:t>
      </w:r>
      <w:r w:rsidRPr="002B3119">
        <w:t>Un Dieu</w:t>
      </w:r>
      <w:r w:rsidR="00E4444A" w:rsidRPr="0099306C">
        <w:t xml:space="preserve">, </w:t>
      </w:r>
      <w:r w:rsidRPr="002B3119">
        <w:t>par amour</w:t>
      </w:r>
      <w:r w:rsidR="00E4444A" w:rsidRPr="0099306C">
        <w:t xml:space="preserve">, </w:t>
      </w:r>
      <w:r w:rsidRPr="002B3119">
        <w:t>aurait pu m</w:t>
      </w:r>
      <w:r w:rsidR="00E4444A" w:rsidRPr="0099306C">
        <w:t>’</w:t>
      </w:r>
      <w:r w:rsidRPr="002B3119">
        <w:t>arracher Yvette</w:t>
      </w:r>
      <w:r w:rsidR="00E4444A" w:rsidRPr="0099306C">
        <w:t xml:space="preserve">, </w:t>
      </w:r>
      <w:r w:rsidRPr="002B3119">
        <w:t>combinant tout pour notre bonheur</w:t>
      </w:r>
      <w:r w:rsidR="00E4444A" w:rsidRPr="0099306C">
        <w:t xml:space="preserve">, </w:t>
      </w:r>
      <w:r w:rsidRPr="002B3119">
        <w:t>préparant tout pour le revoir éternel</w:t>
      </w:r>
      <w:r w:rsidR="00E4444A" w:rsidRPr="0099306C">
        <w:t> ?</w:t>
      </w:r>
    </w:p>
    <w:p w14:paraId="1DFF5758" w14:textId="77777777" w:rsidR="00E4444A" w:rsidRPr="0099306C" w:rsidRDefault="002B3119" w:rsidP="002B3119">
      <w:r w:rsidRPr="002B3119">
        <w:t>Oui</w:t>
      </w:r>
      <w:r w:rsidR="00E4444A" w:rsidRPr="0099306C">
        <w:t xml:space="preserve">… </w:t>
      </w:r>
      <w:r w:rsidRPr="002B3119">
        <w:t>Peut-être</w:t>
      </w:r>
      <w:r w:rsidR="00E4444A" w:rsidRPr="0099306C">
        <w:t xml:space="preserve">… </w:t>
      </w:r>
      <w:r w:rsidRPr="002B3119">
        <w:t>Mais cela</w:t>
      </w:r>
      <w:r w:rsidR="00E4444A" w:rsidRPr="0099306C">
        <w:t xml:space="preserve">, </w:t>
      </w:r>
      <w:r w:rsidRPr="002B3119">
        <w:t>je n</w:t>
      </w:r>
      <w:r w:rsidR="00E4444A" w:rsidRPr="0099306C">
        <w:t>’</w:t>
      </w:r>
      <w:r w:rsidRPr="002B3119">
        <w:t>ai pas le courage e</w:t>
      </w:r>
      <w:r w:rsidRPr="002B3119">
        <w:t>n</w:t>
      </w:r>
      <w:r w:rsidRPr="002B3119">
        <w:t>core de l</w:t>
      </w:r>
      <w:r w:rsidR="00E4444A" w:rsidRPr="0099306C">
        <w:t>’</w:t>
      </w:r>
      <w:r w:rsidRPr="002B3119">
        <w:t>avouer</w:t>
      </w:r>
      <w:r w:rsidR="00E4444A" w:rsidRPr="0099306C">
        <w:t>.</w:t>
      </w:r>
    </w:p>
    <w:p w14:paraId="67C6A016" w14:textId="77777777" w:rsidR="00B4016A" w:rsidRPr="0099306C" w:rsidRDefault="002B3119" w:rsidP="00E4444A">
      <w:pPr>
        <w:pStyle w:val="Titre2"/>
      </w:pPr>
      <w:bookmarkStart w:id="59" w:name="_8gdlp5gnr9rs" w:colFirst="0" w:colLast="0"/>
      <w:bookmarkStart w:id="60" w:name="_Toc197514986"/>
      <w:bookmarkEnd w:id="59"/>
      <w:r w:rsidRPr="002B3119">
        <w:lastRenderedPageBreak/>
        <w:t>V</w:t>
      </w:r>
      <w:r w:rsidR="00B4016A" w:rsidRPr="0099306C">
        <w:t>I</w:t>
      </w:r>
      <w:bookmarkEnd w:id="60"/>
    </w:p>
    <w:p w14:paraId="49F85305" w14:textId="77777777" w:rsidR="00E4444A" w:rsidRPr="0099306C" w:rsidRDefault="002B3119" w:rsidP="002B3119">
      <w:r w:rsidRPr="002B3119">
        <w:t>Et maintenant</w:t>
      </w:r>
      <w:r w:rsidR="00E4444A" w:rsidRPr="0099306C">
        <w:t xml:space="preserve">, </w:t>
      </w:r>
      <w:r w:rsidRPr="002B3119">
        <w:t>ma petite Yvette</w:t>
      </w:r>
      <w:r w:rsidR="00E4444A" w:rsidRPr="0099306C">
        <w:t xml:space="preserve">, </w:t>
      </w:r>
      <w:r w:rsidRPr="002B3119">
        <w:t>j</w:t>
      </w:r>
      <w:r w:rsidR="00E4444A" w:rsidRPr="0099306C">
        <w:t>’</w:t>
      </w:r>
      <w:r w:rsidRPr="002B3119">
        <w:t>ai fini de raconter ton histoire</w:t>
      </w:r>
      <w:r w:rsidR="00E4444A" w:rsidRPr="0099306C">
        <w:t xml:space="preserve">, </w:t>
      </w:r>
      <w:r w:rsidRPr="002B3119">
        <w:t>le peu que j</w:t>
      </w:r>
      <w:r w:rsidR="00E4444A" w:rsidRPr="0099306C">
        <w:t>’</w:t>
      </w:r>
      <w:r w:rsidRPr="002B3119">
        <w:t>en sais tout au moins</w:t>
      </w:r>
      <w:r w:rsidR="00E4444A" w:rsidRPr="0099306C">
        <w:t xml:space="preserve">, </w:t>
      </w:r>
      <w:r w:rsidRPr="002B3119">
        <w:t>car elle continue ailleurs</w:t>
      </w:r>
      <w:r w:rsidR="00E4444A" w:rsidRPr="0099306C">
        <w:t xml:space="preserve">, </w:t>
      </w:r>
      <w:r w:rsidRPr="002B3119">
        <w:t>je le crois chaque jour davantage</w:t>
      </w:r>
      <w:r w:rsidR="00E4444A" w:rsidRPr="0099306C">
        <w:t xml:space="preserve">, </w:t>
      </w:r>
      <w:r w:rsidRPr="002B3119">
        <w:t>bien plus belle et bien plus lumineuse</w:t>
      </w:r>
      <w:r w:rsidR="00E4444A" w:rsidRPr="0099306C">
        <w:t>.</w:t>
      </w:r>
    </w:p>
    <w:p w14:paraId="5695B74A" w14:textId="77777777" w:rsidR="00E4444A" w:rsidRPr="0099306C" w:rsidRDefault="002B3119" w:rsidP="002B3119">
      <w:r w:rsidRPr="002B3119">
        <w:t>Il me fut doux de composer ce livre</w:t>
      </w:r>
      <w:r w:rsidR="00E4444A" w:rsidRPr="0099306C">
        <w:t xml:space="preserve">, </w:t>
      </w:r>
      <w:r w:rsidRPr="002B3119">
        <w:t>qui pendant de longues soirées où tonnait le canon lointain m</w:t>
      </w:r>
      <w:r w:rsidR="00E4444A" w:rsidRPr="0099306C">
        <w:t>’</w:t>
      </w:r>
      <w:r w:rsidRPr="002B3119">
        <w:t>a préservé de la solitude</w:t>
      </w:r>
      <w:r w:rsidR="00E4444A" w:rsidRPr="0099306C">
        <w:t xml:space="preserve">. </w:t>
      </w:r>
      <w:r w:rsidRPr="002B3119">
        <w:t>L</w:t>
      </w:r>
      <w:r w:rsidR="00E4444A" w:rsidRPr="0099306C">
        <w:t>’</w:t>
      </w:r>
      <w:r w:rsidRPr="002B3119">
        <w:t>écrire</w:t>
      </w:r>
      <w:r w:rsidR="00E4444A" w:rsidRPr="0099306C">
        <w:t xml:space="preserve">, </w:t>
      </w:r>
      <w:r w:rsidRPr="002B3119">
        <w:t>c</w:t>
      </w:r>
      <w:r w:rsidR="00E4444A" w:rsidRPr="0099306C">
        <w:t>’</w:t>
      </w:r>
      <w:r w:rsidRPr="002B3119">
        <w:t>était encore m</w:t>
      </w:r>
      <w:r w:rsidR="00E4444A" w:rsidRPr="0099306C">
        <w:t>’</w:t>
      </w:r>
      <w:r w:rsidRPr="002B3119">
        <w:t>occuper de toi</w:t>
      </w:r>
      <w:r w:rsidR="00E4444A" w:rsidRPr="0099306C">
        <w:t xml:space="preserve">, </w:t>
      </w:r>
      <w:r w:rsidRPr="002B3119">
        <w:t>parler de toi</w:t>
      </w:r>
      <w:r w:rsidR="00E4444A" w:rsidRPr="0099306C">
        <w:t xml:space="preserve">, </w:t>
      </w:r>
      <w:r w:rsidRPr="002B3119">
        <w:t>m</w:t>
      </w:r>
      <w:r w:rsidR="00E4444A" w:rsidRPr="0099306C">
        <w:t>’</w:t>
      </w:r>
      <w:r w:rsidRPr="002B3119">
        <w:t>entourer</w:t>
      </w:r>
      <w:r w:rsidR="00E4444A" w:rsidRPr="0099306C">
        <w:t xml:space="preserve">, </w:t>
      </w:r>
      <w:r w:rsidRPr="002B3119">
        <w:t>malgré la guerre</w:t>
      </w:r>
      <w:r w:rsidR="00E4444A" w:rsidRPr="0099306C">
        <w:t xml:space="preserve">, </w:t>
      </w:r>
      <w:r w:rsidRPr="002B3119">
        <w:t>de ta tendresse</w:t>
      </w:r>
      <w:r w:rsidR="00E4444A" w:rsidRPr="0099306C">
        <w:t xml:space="preserve">. </w:t>
      </w:r>
      <w:r w:rsidR="0099306C" w:rsidRPr="0099306C">
        <w:t>À</w:t>
      </w:r>
      <w:r w:rsidRPr="002B3119">
        <w:t xml:space="preserve"> pr</w:t>
      </w:r>
      <w:r w:rsidRPr="002B3119">
        <w:t>é</w:t>
      </w:r>
      <w:r w:rsidRPr="002B3119">
        <w:t>sent qu</w:t>
      </w:r>
      <w:r w:rsidR="00E4444A" w:rsidRPr="0099306C">
        <w:t>’</w:t>
      </w:r>
      <w:r w:rsidRPr="002B3119">
        <w:t>il est fini</w:t>
      </w:r>
      <w:r w:rsidR="00E4444A" w:rsidRPr="0099306C">
        <w:t xml:space="preserve">, </w:t>
      </w:r>
      <w:r w:rsidRPr="002B3119">
        <w:t>une douceur va me manquer</w:t>
      </w:r>
      <w:r w:rsidR="00E4444A" w:rsidRPr="0099306C">
        <w:t xml:space="preserve">. </w:t>
      </w:r>
      <w:r w:rsidRPr="002B3119">
        <w:t>Et quand je serai séparé de ces feuilles</w:t>
      </w:r>
      <w:r w:rsidR="00E4444A" w:rsidRPr="0099306C">
        <w:t xml:space="preserve">, </w:t>
      </w:r>
      <w:r w:rsidRPr="002B3119">
        <w:t>que je ne pourrai plus toucher au manuscrit</w:t>
      </w:r>
      <w:r w:rsidR="00E4444A" w:rsidRPr="0099306C">
        <w:t xml:space="preserve">, </w:t>
      </w:r>
      <w:r w:rsidRPr="002B3119">
        <w:t>mille jolis détails que je n</w:t>
      </w:r>
      <w:r w:rsidR="00E4444A" w:rsidRPr="0099306C">
        <w:t>’</w:t>
      </w:r>
      <w:r w:rsidRPr="002B3119">
        <w:t>aurai pas notés me r</w:t>
      </w:r>
      <w:r w:rsidRPr="002B3119">
        <w:t>e</w:t>
      </w:r>
      <w:r w:rsidRPr="002B3119">
        <w:t>viendront</w:t>
      </w:r>
      <w:r w:rsidR="00E4444A" w:rsidRPr="0099306C">
        <w:t xml:space="preserve">, </w:t>
      </w:r>
      <w:r w:rsidRPr="002B3119">
        <w:t>et</w:t>
      </w:r>
      <w:r w:rsidR="00E4444A" w:rsidRPr="0099306C">
        <w:t xml:space="preserve">, </w:t>
      </w:r>
      <w:r w:rsidRPr="002B3119">
        <w:t>comme toujours</w:t>
      </w:r>
      <w:r w:rsidR="00E4444A" w:rsidRPr="0099306C">
        <w:t xml:space="preserve">, </w:t>
      </w:r>
      <w:r w:rsidRPr="002B3119">
        <w:t>il sera trop tard</w:t>
      </w:r>
      <w:r w:rsidR="00E4444A" w:rsidRPr="0099306C">
        <w:t>.</w:t>
      </w:r>
    </w:p>
    <w:p w14:paraId="48A56EDE" w14:textId="77777777" w:rsidR="00E4444A" w:rsidRPr="0099306C" w:rsidRDefault="002B3119" w:rsidP="002B3119">
      <w:r w:rsidRPr="002B3119">
        <w:t>Avant d</w:t>
      </w:r>
      <w:r w:rsidR="00E4444A" w:rsidRPr="0099306C">
        <w:t>’</w:t>
      </w:r>
      <w:r w:rsidRPr="002B3119">
        <w:t>entreprendre aucun autre ouvrage</w:t>
      </w:r>
      <w:r w:rsidR="00E4444A" w:rsidRPr="0099306C">
        <w:t xml:space="preserve">, </w:t>
      </w:r>
      <w:r w:rsidRPr="002B3119">
        <w:t>il me fallait d</w:t>
      </w:r>
      <w:r w:rsidR="00E4444A" w:rsidRPr="0099306C">
        <w:t>’</w:t>
      </w:r>
      <w:r w:rsidRPr="002B3119">
        <w:t>abord achever celui-ci</w:t>
      </w:r>
      <w:r w:rsidR="00E4444A" w:rsidRPr="0099306C">
        <w:t xml:space="preserve">, </w:t>
      </w:r>
      <w:r w:rsidRPr="002B3119">
        <w:t>ramasser sous une forme concrète les chers souvenirs qui pouvaient s</w:t>
      </w:r>
      <w:r w:rsidR="00E4444A" w:rsidRPr="0099306C">
        <w:t>’</w:t>
      </w:r>
      <w:r w:rsidRPr="002B3119">
        <w:t>évaporer</w:t>
      </w:r>
      <w:r w:rsidR="00E4444A" w:rsidRPr="0099306C">
        <w:t xml:space="preserve">, </w:t>
      </w:r>
      <w:r w:rsidRPr="002B3119">
        <w:t>pouvoir mieux sentir</w:t>
      </w:r>
      <w:r w:rsidR="00E4444A" w:rsidRPr="0099306C">
        <w:t xml:space="preserve">, </w:t>
      </w:r>
      <w:r w:rsidRPr="002B3119">
        <w:t>en prenant dans mes mains un objet matériel</w:t>
      </w:r>
      <w:r w:rsidR="00E4444A" w:rsidRPr="0099306C">
        <w:t xml:space="preserve">, </w:t>
      </w:r>
      <w:r w:rsidRPr="002B3119">
        <w:t>un livre</w:t>
      </w:r>
      <w:r w:rsidR="00E4444A" w:rsidRPr="0099306C">
        <w:t xml:space="preserve">, </w:t>
      </w:r>
      <w:r w:rsidRPr="002B3119">
        <w:t>que le beau passé ne fut pas un rêve</w:t>
      </w:r>
      <w:r w:rsidR="00E4444A" w:rsidRPr="0099306C">
        <w:t xml:space="preserve">, </w:t>
      </w:r>
      <w:r w:rsidRPr="002B3119">
        <w:t>mais fut vraiment une réalité</w:t>
      </w:r>
      <w:r w:rsidR="00E4444A" w:rsidRPr="0099306C">
        <w:t>.</w:t>
      </w:r>
    </w:p>
    <w:p w14:paraId="0D9B2473" w14:textId="77777777" w:rsidR="00E4444A" w:rsidRPr="0099306C" w:rsidRDefault="002B3119" w:rsidP="002B3119">
      <w:r w:rsidRPr="002B3119">
        <w:t>Notre histoire ressemble à bien d</w:t>
      </w:r>
      <w:r w:rsidR="00E4444A" w:rsidRPr="0099306C">
        <w:t>’</w:t>
      </w:r>
      <w:r w:rsidRPr="002B3119">
        <w:t>autres histoires</w:t>
      </w:r>
      <w:r w:rsidR="00E4444A" w:rsidRPr="0099306C">
        <w:t xml:space="preserve">. </w:t>
      </w:r>
      <w:r w:rsidRPr="002B3119">
        <w:t>Il est des épreuves auxquelles personne n</w:t>
      </w:r>
      <w:r w:rsidR="00E4444A" w:rsidRPr="0099306C">
        <w:t>’</w:t>
      </w:r>
      <w:r w:rsidRPr="002B3119">
        <w:t>échappe</w:t>
      </w:r>
      <w:r w:rsidR="00E4444A" w:rsidRPr="0099306C">
        <w:t xml:space="preserve">. </w:t>
      </w:r>
      <w:r w:rsidRPr="002B3119">
        <w:t>Puissent ces pages ne pas être trop tristes</w:t>
      </w:r>
      <w:r w:rsidR="00E4444A" w:rsidRPr="0099306C">
        <w:t xml:space="preserve"> ! </w:t>
      </w:r>
      <w:r w:rsidRPr="002B3119">
        <w:t>Puissent-elles contenir quelques paroles de réconfort et d</w:t>
      </w:r>
      <w:r w:rsidR="00E4444A" w:rsidRPr="0099306C">
        <w:t>’</w:t>
      </w:r>
      <w:r w:rsidRPr="002B3119">
        <w:t>espoir</w:t>
      </w:r>
      <w:r w:rsidR="00E4444A" w:rsidRPr="0099306C">
        <w:t xml:space="preserve"> ! </w:t>
      </w:r>
      <w:r w:rsidRPr="002B3119">
        <w:t>Qu</w:t>
      </w:r>
      <w:r w:rsidR="00E4444A" w:rsidRPr="0099306C">
        <w:t>’</w:t>
      </w:r>
      <w:r w:rsidRPr="002B3119">
        <w:t>elles apaisent seulement une larme</w:t>
      </w:r>
      <w:r w:rsidR="00E4444A" w:rsidRPr="0099306C">
        <w:t xml:space="preserve">, </w:t>
      </w:r>
      <w:r w:rsidRPr="002B3119">
        <w:t>leur publication sera justifiée</w:t>
      </w:r>
      <w:r w:rsidR="00E4444A" w:rsidRPr="0099306C">
        <w:t>.</w:t>
      </w:r>
    </w:p>
    <w:p w14:paraId="13D2158A" w14:textId="77777777" w:rsidR="00E4444A" w:rsidRPr="0099306C" w:rsidRDefault="002B3119" w:rsidP="002B3119">
      <w:r w:rsidRPr="002B3119">
        <w:t>J</w:t>
      </w:r>
      <w:r w:rsidR="00E4444A" w:rsidRPr="0099306C">
        <w:t>’</w:t>
      </w:r>
      <w:r w:rsidRPr="002B3119">
        <w:t>écrirai d</w:t>
      </w:r>
      <w:r w:rsidR="00E4444A" w:rsidRPr="0099306C">
        <w:t>’</w:t>
      </w:r>
      <w:r w:rsidRPr="002B3119">
        <w:t>autres livres sans doute</w:t>
      </w:r>
      <w:r w:rsidR="00E4444A" w:rsidRPr="0099306C">
        <w:t xml:space="preserve">. </w:t>
      </w:r>
      <w:r w:rsidRPr="002B3119">
        <w:t>Les uns seront plus romanesques</w:t>
      </w:r>
      <w:r w:rsidR="00E4444A" w:rsidRPr="0099306C">
        <w:t xml:space="preserve">, </w:t>
      </w:r>
      <w:r w:rsidRPr="002B3119">
        <w:t>d</w:t>
      </w:r>
      <w:r w:rsidR="00E4444A" w:rsidRPr="0099306C">
        <w:t>’</w:t>
      </w:r>
      <w:r w:rsidRPr="002B3119">
        <w:t>autres témoigneront d</w:t>
      </w:r>
      <w:r w:rsidR="00E4444A" w:rsidRPr="0099306C">
        <w:t>’</w:t>
      </w:r>
      <w:r w:rsidRPr="002B3119">
        <w:t>un plus vif souci de littérature et d</w:t>
      </w:r>
      <w:r w:rsidR="00E4444A" w:rsidRPr="0099306C">
        <w:t>’</w:t>
      </w:r>
      <w:r w:rsidRPr="002B3119">
        <w:t>art</w:t>
      </w:r>
      <w:r w:rsidR="00E4444A" w:rsidRPr="0099306C">
        <w:t xml:space="preserve">. </w:t>
      </w:r>
      <w:r w:rsidRPr="002B3119">
        <w:t>Mais aucun</w:t>
      </w:r>
      <w:r w:rsidR="00E4444A" w:rsidRPr="0099306C">
        <w:t xml:space="preserve">, </w:t>
      </w:r>
      <w:r w:rsidRPr="002B3119">
        <w:t>plus que celui-ci</w:t>
      </w:r>
      <w:r w:rsidR="00E4444A" w:rsidRPr="0099306C">
        <w:t xml:space="preserve">, </w:t>
      </w:r>
      <w:r w:rsidRPr="002B3119">
        <w:t>ne saurait être un livre d</w:t>
      </w:r>
      <w:r w:rsidR="00E4444A" w:rsidRPr="0099306C">
        <w:t>’</w:t>
      </w:r>
      <w:r w:rsidRPr="002B3119">
        <w:t>amour</w:t>
      </w:r>
      <w:r w:rsidR="00E4444A" w:rsidRPr="0099306C">
        <w:t>.</w:t>
      </w:r>
    </w:p>
    <w:p w14:paraId="7D9106BA" w14:textId="77777777" w:rsidR="002B3119" w:rsidRPr="002B3119" w:rsidRDefault="002B3119" w:rsidP="002B3119"/>
    <w:p w14:paraId="3FBC053B" w14:textId="77777777" w:rsidR="00E4444A" w:rsidRPr="008C2C66" w:rsidRDefault="002B3119" w:rsidP="002B3119">
      <w:pPr>
        <w:rPr>
          <w:sz w:val="32"/>
          <w:szCs w:val="32"/>
        </w:rPr>
      </w:pPr>
      <w:r w:rsidRPr="008C2C66">
        <w:rPr>
          <w:sz w:val="32"/>
          <w:szCs w:val="32"/>
        </w:rPr>
        <w:t>Aux armées</w:t>
      </w:r>
      <w:r w:rsidR="00E4444A" w:rsidRPr="008C2C66">
        <w:rPr>
          <w:sz w:val="32"/>
          <w:szCs w:val="32"/>
        </w:rPr>
        <w:t xml:space="preserve">, </w:t>
      </w:r>
      <w:r w:rsidRPr="008C2C66">
        <w:rPr>
          <w:sz w:val="32"/>
          <w:szCs w:val="32"/>
        </w:rPr>
        <w:t>Janvier-juillet 1916</w:t>
      </w:r>
      <w:r w:rsidR="00E4444A" w:rsidRPr="008C2C66">
        <w:rPr>
          <w:sz w:val="32"/>
          <w:szCs w:val="32"/>
        </w:rPr>
        <w:t>.</w:t>
      </w:r>
    </w:p>
    <w:p w14:paraId="2B21856C" w14:textId="77777777" w:rsidR="002B3119" w:rsidRPr="002B3119" w:rsidRDefault="002B3119" w:rsidP="002B3119"/>
    <w:p w14:paraId="400843AC" w14:textId="77777777" w:rsidR="00033562" w:rsidRPr="0099306C" w:rsidRDefault="002B3119" w:rsidP="0099306C">
      <w:pPr>
        <w:pStyle w:val="Centr"/>
      </w:pPr>
      <w:r w:rsidRPr="0099306C">
        <w:t>FIN</w:t>
      </w:r>
    </w:p>
    <w:p w14:paraId="1818E33F" w14:textId="77777777" w:rsidR="00033562" w:rsidRPr="0099306C" w:rsidRDefault="00033562">
      <w:pPr>
        <w:sectPr w:rsidR="00033562" w:rsidRPr="0099306C" w:rsidSect="00532678">
          <w:footerReference w:type="default" r:id="rId10"/>
          <w:endnotePr>
            <w:numFmt w:val="lowerLetter"/>
          </w:endnotePr>
          <w:pgSz w:w="11906" w:h="16838" w:code="9"/>
          <w:pgMar w:top="1134" w:right="1134" w:bottom="1134" w:left="1134" w:header="0" w:footer="709" w:gutter="0"/>
          <w:cols w:space="708"/>
          <w:titlePg/>
          <w:docGrid w:linePitch="360"/>
        </w:sectPr>
      </w:pPr>
    </w:p>
    <w:p w14:paraId="0DD29F7D" w14:textId="77777777" w:rsidR="00033562" w:rsidRPr="0099306C" w:rsidRDefault="00033562" w:rsidP="00E4444A">
      <w:pPr>
        <w:pStyle w:val="Titre1"/>
        <w:spacing w:before="0" w:after="480"/>
      </w:pPr>
      <w:bookmarkStart w:id="61" w:name="_Toc197514987"/>
      <w:r w:rsidRPr="0099306C">
        <w:lastRenderedPageBreak/>
        <w:t>À propos de cette édition électronique</w:t>
      </w:r>
      <w:bookmarkEnd w:id="61"/>
    </w:p>
    <w:p w14:paraId="643D2958" w14:textId="77777777" w:rsidR="00E4444A" w:rsidRPr="0099306C" w:rsidRDefault="00033562" w:rsidP="00E4444A">
      <w:pPr>
        <w:spacing w:before="180" w:after="180"/>
        <w:ind w:firstLine="0"/>
        <w:jc w:val="center"/>
        <w:rPr>
          <w:b/>
          <w:bCs/>
          <w:szCs w:val="32"/>
        </w:rPr>
      </w:pPr>
      <w:r w:rsidRPr="0099306C">
        <w:rPr>
          <w:b/>
          <w:bCs/>
          <w:szCs w:val="32"/>
        </w:rPr>
        <w:t>Texte libre de droits</w:t>
      </w:r>
      <w:r w:rsidR="00E4444A" w:rsidRPr="0099306C">
        <w:rPr>
          <w:b/>
          <w:bCs/>
          <w:szCs w:val="32"/>
        </w:rPr>
        <w:t>.</w:t>
      </w:r>
    </w:p>
    <w:p w14:paraId="1967F1E2" w14:textId="77777777" w:rsidR="00E4444A" w:rsidRPr="0099306C" w:rsidRDefault="00033562" w:rsidP="00E4444A">
      <w:pPr>
        <w:pStyle w:val="Centr"/>
        <w:spacing w:before="180" w:after="180"/>
      </w:pPr>
      <w:r w:rsidRPr="0099306C">
        <w:t>Corrections</w:t>
      </w:r>
      <w:r w:rsidR="00E4444A" w:rsidRPr="0099306C">
        <w:t xml:space="preserve">, </w:t>
      </w:r>
      <w:r w:rsidRPr="0099306C">
        <w:t>édition</w:t>
      </w:r>
      <w:r w:rsidR="00E4444A" w:rsidRPr="0099306C">
        <w:t xml:space="preserve">, </w:t>
      </w:r>
      <w:r w:rsidRPr="0099306C">
        <w:t>conversion informatique et public</w:t>
      </w:r>
      <w:r w:rsidRPr="0099306C">
        <w:t>a</w:t>
      </w:r>
      <w:r w:rsidRPr="0099306C">
        <w:t>tion par le groupe</w:t>
      </w:r>
      <w:r w:rsidR="00E4444A" w:rsidRPr="0099306C">
        <w:t> :</w:t>
      </w:r>
    </w:p>
    <w:p w14:paraId="43B72792" w14:textId="77777777" w:rsidR="00033562" w:rsidRPr="0099306C" w:rsidRDefault="00033562" w:rsidP="00E4444A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99306C">
        <w:rPr>
          <w:b/>
          <w:bCs/>
          <w:i/>
          <w:iCs/>
          <w:szCs w:val="32"/>
        </w:rPr>
        <w:t>Ebooks</w:t>
      </w:r>
      <w:proofErr w:type="gramEnd"/>
      <w:r w:rsidRPr="0099306C">
        <w:rPr>
          <w:b/>
          <w:bCs/>
          <w:i/>
          <w:iCs/>
          <w:szCs w:val="32"/>
        </w:rPr>
        <w:t xml:space="preserve"> libres et gratuits</w:t>
      </w:r>
    </w:p>
    <w:p w14:paraId="72177E7D" w14:textId="77777777" w:rsidR="008C2C66" w:rsidRPr="008C2C66" w:rsidRDefault="008C2C66" w:rsidP="008C2C66">
      <w:pPr>
        <w:pStyle w:val="Centr"/>
      </w:pPr>
      <w:hyperlink r:id="rId11" w:history="1">
        <w:r w:rsidRPr="008C2C66">
          <w:rPr>
            <w:rStyle w:val="Lienhypertexte"/>
          </w:rPr>
          <w:t>https://groups.google.com/g/ebooksgratuits</w:t>
        </w:r>
      </w:hyperlink>
    </w:p>
    <w:p w14:paraId="179C75F6" w14:textId="77777777" w:rsidR="00E4444A" w:rsidRPr="0099306C" w:rsidRDefault="00033562" w:rsidP="00E4444A">
      <w:pPr>
        <w:pStyle w:val="Centr"/>
        <w:spacing w:before="180" w:after="180"/>
      </w:pPr>
      <w:r w:rsidRPr="0099306C">
        <w:t>Adresse du site web du groupe</w:t>
      </w:r>
      <w:r w:rsidR="00E4444A" w:rsidRPr="0099306C">
        <w:t> :</w:t>
      </w:r>
    </w:p>
    <w:p w14:paraId="68660CD2" w14:textId="17C04F35" w:rsidR="00E4444A" w:rsidRPr="008C2C66" w:rsidRDefault="008C2C66" w:rsidP="00E4444A">
      <w:pPr>
        <w:pStyle w:val="Centr"/>
        <w:spacing w:before="180" w:after="180"/>
      </w:pPr>
      <w:hyperlink r:id="rId12" w:history="1">
        <w:r w:rsidRPr="008C2C66">
          <w:rPr>
            <w:rStyle w:val="Lienhypertexte"/>
            <w:szCs w:val="32"/>
          </w:rPr>
          <w:t>https://www.ebooksgratuits.com/</w:t>
        </w:r>
      </w:hyperlink>
    </w:p>
    <w:p w14:paraId="2E06C5CF" w14:textId="77777777" w:rsidR="00E4444A" w:rsidRPr="0099306C" w:rsidRDefault="00E4444A" w:rsidP="00E4444A">
      <w:pPr>
        <w:pStyle w:val="Centr"/>
        <w:spacing w:before="180" w:after="180"/>
      </w:pPr>
      <w:r w:rsidRPr="0099306C">
        <w:t>—</w:t>
      </w:r>
    </w:p>
    <w:p w14:paraId="54DF50CB" w14:textId="348D2DB5" w:rsidR="00E4444A" w:rsidRPr="0099306C" w:rsidRDefault="008C2C66" w:rsidP="00E4444A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Mai</w:t>
      </w:r>
      <w:r w:rsidR="00B52E2F" w:rsidRPr="0099306C">
        <w:rPr>
          <w:b/>
          <w:bCs/>
          <w:szCs w:val="32"/>
        </w:rPr>
        <w:t xml:space="preserve"> 20</w:t>
      </w:r>
      <w:r>
        <w:rPr>
          <w:b/>
          <w:bCs/>
          <w:szCs w:val="32"/>
        </w:rPr>
        <w:t>2</w:t>
      </w:r>
      <w:r w:rsidR="00B52E2F" w:rsidRPr="0099306C">
        <w:rPr>
          <w:b/>
          <w:bCs/>
          <w:szCs w:val="32"/>
        </w:rPr>
        <w:t>5</w:t>
      </w:r>
    </w:p>
    <w:p w14:paraId="162B573D" w14:textId="77777777" w:rsidR="00E4444A" w:rsidRPr="0099306C" w:rsidRDefault="00E4444A" w:rsidP="00E4444A">
      <w:pPr>
        <w:pStyle w:val="Centr"/>
        <w:spacing w:before="180" w:after="180"/>
        <w:rPr>
          <w:b/>
          <w:bCs/>
          <w:szCs w:val="32"/>
        </w:rPr>
      </w:pPr>
      <w:r w:rsidRPr="0099306C">
        <w:rPr>
          <w:b/>
          <w:bCs/>
          <w:szCs w:val="32"/>
        </w:rPr>
        <w:t>—</w:t>
      </w:r>
    </w:p>
    <w:p w14:paraId="17BE6A52" w14:textId="77777777" w:rsidR="00E4444A" w:rsidRPr="0099306C" w:rsidRDefault="00E4444A" w:rsidP="00B52E2F">
      <w:pPr>
        <w:spacing w:before="180" w:after="180"/>
      </w:pPr>
      <w:r w:rsidRPr="0099306C">
        <w:t>— </w:t>
      </w:r>
      <w:r w:rsidR="00033562" w:rsidRPr="0099306C">
        <w:rPr>
          <w:b/>
        </w:rPr>
        <w:t>Élaboration de ce livre électronique</w:t>
      </w:r>
      <w:r w:rsidRPr="0099306C">
        <w:t> :</w:t>
      </w:r>
    </w:p>
    <w:p w14:paraId="7F01973D" w14:textId="2525C611" w:rsidR="00E4444A" w:rsidRPr="0099306C" w:rsidRDefault="00033562" w:rsidP="00B52E2F">
      <w:pPr>
        <w:spacing w:before="180" w:after="180"/>
      </w:pPr>
      <w:r w:rsidRPr="0099306C">
        <w:t xml:space="preserve">Les membres de </w:t>
      </w:r>
      <w:proofErr w:type="gramStart"/>
      <w:r w:rsidRPr="0099306C">
        <w:rPr>
          <w:i/>
        </w:rPr>
        <w:t>Ebooks</w:t>
      </w:r>
      <w:proofErr w:type="gramEnd"/>
      <w:r w:rsidRPr="0099306C">
        <w:rPr>
          <w:i/>
        </w:rPr>
        <w:t xml:space="preserve"> libres et gratuits</w:t>
      </w:r>
      <w:r w:rsidRPr="0099306C">
        <w:t xml:space="preserve"> qui ont participé à l</w:t>
      </w:r>
      <w:r w:rsidR="00E4444A" w:rsidRPr="0099306C">
        <w:t>’</w:t>
      </w:r>
      <w:r w:rsidRPr="0099306C">
        <w:t>élaboration de ce livre</w:t>
      </w:r>
      <w:r w:rsidR="00E4444A" w:rsidRPr="0099306C">
        <w:t xml:space="preserve">, </w:t>
      </w:r>
      <w:r w:rsidRPr="0099306C">
        <w:t>sont</w:t>
      </w:r>
      <w:r w:rsidR="00E4444A" w:rsidRPr="0099306C">
        <w:t> :</w:t>
      </w:r>
      <w:r w:rsidR="008C2C66">
        <w:t xml:space="preserve"> </w:t>
      </w:r>
      <w:proofErr w:type="spellStart"/>
      <w:r w:rsidR="00A62666" w:rsidRPr="00A62666">
        <w:t>AntoineL</w:t>
      </w:r>
      <w:proofErr w:type="spellEnd"/>
      <w:r w:rsidR="00A62666" w:rsidRPr="00A62666">
        <w:t xml:space="preserve">, </w:t>
      </w:r>
      <w:proofErr w:type="spellStart"/>
      <w:r w:rsidR="00A62666" w:rsidRPr="00A62666">
        <w:t>PatriceC</w:t>
      </w:r>
      <w:proofErr w:type="spellEnd"/>
      <w:r w:rsidR="00A62666" w:rsidRPr="00A62666">
        <w:t xml:space="preserve">, </w:t>
      </w:r>
      <w:proofErr w:type="spellStart"/>
      <w:r w:rsidR="00A62666" w:rsidRPr="00A62666">
        <w:t>MarcD</w:t>
      </w:r>
      <w:proofErr w:type="spellEnd"/>
      <w:r w:rsidR="00A62666">
        <w:t xml:space="preserve">, </w:t>
      </w:r>
      <w:proofErr w:type="spellStart"/>
      <w:r w:rsidR="00A62666">
        <w:t>Coolmicro</w:t>
      </w:r>
      <w:proofErr w:type="spellEnd"/>
      <w:r w:rsidR="00A62666">
        <w:t>.</w:t>
      </w:r>
    </w:p>
    <w:p w14:paraId="7B13FBFD" w14:textId="77777777" w:rsidR="00E4444A" w:rsidRPr="0099306C" w:rsidRDefault="00E4444A" w:rsidP="00B52E2F">
      <w:pPr>
        <w:spacing w:before="180" w:after="180"/>
      </w:pPr>
      <w:r w:rsidRPr="0099306C">
        <w:t>— </w:t>
      </w:r>
      <w:r w:rsidR="00033562" w:rsidRPr="0099306C">
        <w:rPr>
          <w:b/>
        </w:rPr>
        <w:t>Dispositions</w:t>
      </w:r>
      <w:r w:rsidRPr="0099306C">
        <w:t> :</w:t>
      </w:r>
    </w:p>
    <w:p w14:paraId="48B70A6D" w14:textId="77777777" w:rsidR="00E4444A" w:rsidRPr="0099306C" w:rsidRDefault="00033562" w:rsidP="00B52E2F">
      <w:pPr>
        <w:spacing w:before="180" w:after="180"/>
      </w:pPr>
      <w:r w:rsidRPr="0099306C">
        <w:t>Les livres que nous mettons à votre disposition</w:t>
      </w:r>
      <w:r w:rsidR="00E4444A" w:rsidRPr="0099306C">
        <w:t xml:space="preserve">, </w:t>
      </w:r>
      <w:r w:rsidRPr="0099306C">
        <w:t>sont des textes libres de droits</w:t>
      </w:r>
      <w:r w:rsidR="00E4444A" w:rsidRPr="0099306C">
        <w:t xml:space="preserve">, </w:t>
      </w:r>
      <w:r w:rsidRPr="0099306C">
        <w:t>que vous pouvez utiliser librement</w:t>
      </w:r>
      <w:r w:rsidR="00E4444A" w:rsidRPr="0099306C">
        <w:t xml:space="preserve">, </w:t>
      </w:r>
      <w:r w:rsidRPr="0099306C">
        <w:rPr>
          <w:u w:val="single"/>
        </w:rPr>
        <w:t>à une fin non commerciale et non professionnelle</w:t>
      </w:r>
      <w:r w:rsidR="00E4444A" w:rsidRPr="0099306C">
        <w:t xml:space="preserve">. </w:t>
      </w:r>
      <w:r w:rsidRPr="0099306C">
        <w:t>Tout lien vers notre site est bienvenu</w:t>
      </w:r>
      <w:r w:rsidR="00E4444A" w:rsidRPr="0099306C">
        <w:t>…</w:t>
      </w:r>
    </w:p>
    <w:p w14:paraId="3117D8A2" w14:textId="77777777" w:rsidR="00E4444A" w:rsidRPr="0099306C" w:rsidRDefault="00E4444A" w:rsidP="00B52E2F">
      <w:pPr>
        <w:spacing w:before="180" w:after="180"/>
      </w:pPr>
      <w:r w:rsidRPr="0099306C">
        <w:t>— </w:t>
      </w:r>
      <w:r w:rsidR="00033562" w:rsidRPr="0099306C">
        <w:rPr>
          <w:b/>
        </w:rPr>
        <w:t>Qualité</w:t>
      </w:r>
      <w:r w:rsidRPr="0099306C">
        <w:t> :</w:t>
      </w:r>
    </w:p>
    <w:p w14:paraId="7ADE7AF1" w14:textId="77777777" w:rsidR="00E4444A" w:rsidRPr="0099306C" w:rsidRDefault="00033562" w:rsidP="00B52E2F">
      <w:pPr>
        <w:spacing w:before="180" w:after="180"/>
      </w:pPr>
      <w:r w:rsidRPr="0099306C">
        <w:t>Les textes sont livrés tels quels sans garantie de leur intégrité parfaite par rapport à l</w:t>
      </w:r>
      <w:r w:rsidR="00E4444A" w:rsidRPr="0099306C">
        <w:t>’</w:t>
      </w:r>
      <w:r w:rsidRPr="0099306C">
        <w:t>original</w:t>
      </w:r>
      <w:r w:rsidR="00E4444A" w:rsidRPr="0099306C">
        <w:t xml:space="preserve">. </w:t>
      </w:r>
      <w:r w:rsidRPr="0099306C">
        <w:t>Nous rappelons que c</w:t>
      </w:r>
      <w:r w:rsidR="00E4444A" w:rsidRPr="0099306C">
        <w:t>’</w:t>
      </w:r>
      <w:r w:rsidRPr="0099306C">
        <w:t>est un travail d</w:t>
      </w:r>
      <w:r w:rsidR="00E4444A" w:rsidRPr="0099306C">
        <w:t>’</w:t>
      </w:r>
      <w:r w:rsidRPr="0099306C">
        <w:t>amateurs non rétribués et que nous essayons de promouvoir la culture littéraire avec de maigres moyens</w:t>
      </w:r>
      <w:r w:rsidR="00E4444A" w:rsidRPr="0099306C">
        <w:t>.</w:t>
      </w:r>
    </w:p>
    <w:p w14:paraId="441F6351" w14:textId="77777777" w:rsidR="00E4444A" w:rsidRPr="0099306C" w:rsidRDefault="00033562" w:rsidP="00E4444A">
      <w:pPr>
        <w:spacing w:before="180" w:after="180"/>
        <w:ind w:firstLine="0"/>
        <w:jc w:val="center"/>
        <w:rPr>
          <w:i/>
          <w:iCs/>
          <w:szCs w:val="32"/>
        </w:rPr>
      </w:pPr>
      <w:r w:rsidRPr="0099306C">
        <w:rPr>
          <w:i/>
          <w:iCs/>
          <w:szCs w:val="32"/>
        </w:rPr>
        <w:t>Votre aide est la bienvenue</w:t>
      </w:r>
      <w:r w:rsidR="00E4444A" w:rsidRPr="0099306C">
        <w:rPr>
          <w:i/>
          <w:iCs/>
          <w:szCs w:val="32"/>
        </w:rPr>
        <w:t> !</w:t>
      </w:r>
    </w:p>
    <w:p w14:paraId="0331E655" w14:textId="77777777" w:rsidR="00033562" w:rsidRPr="0099306C" w:rsidRDefault="00033562" w:rsidP="00E4444A">
      <w:pPr>
        <w:pStyle w:val="Centr"/>
        <w:suppressAutoHyphens/>
        <w:spacing w:before="180" w:after="180"/>
      </w:pPr>
      <w:r w:rsidRPr="0099306C">
        <w:t>VOUS POUVEZ NOUS AIDER À FAIRE CONNAÎTRE CES CLASSIQUES LITTÉRAIRES</w:t>
      </w:r>
      <w:r w:rsidR="00E4444A" w:rsidRPr="0099306C">
        <w:t>.</w:t>
      </w:r>
    </w:p>
    <w:sectPr w:rsidR="00033562" w:rsidRPr="0099306C" w:rsidSect="00066B5B">
      <w:pgSz w:w="11906" w:h="16838" w:code="9"/>
      <w:pgMar w:top="567" w:right="567" w:bottom="567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1B733" w14:textId="77777777" w:rsidR="004A1380" w:rsidRDefault="004A1380">
      <w:r>
        <w:separator/>
      </w:r>
    </w:p>
  </w:endnote>
  <w:endnote w:type="continuationSeparator" w:id="0">
    <w:p w14:paraId="1876E5AC" w14:textId="77777777" w:rsidR="004A1380" w:rsidRDefault="004A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  <w:embedRegular r:id="rId1" w:fontKey="{B2D8ECED-DDC3-402E-88A7-34E14372AAEC}"/>
    <w:embedBold r:id="rId2" w:fontKey="{DDB59081-A04D-4A25-9366-6B099E6982BA}"/>
    <w:embedItalic r:id="rId3" w:fontKey="{EE6E5783-B336-4B6A-977E-B7A631823731}"/>
    <w:embedBoldItalic r:id="rId4" w:fontKey="{E5D5A759-7663-4AFA-B839-86D05F7AE8D0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DA884" w14:textId="77777777" w:rsidR="001D1DA9" w:rsidRDefault="001D1DA9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C40FE" w14:textId="77777777" w:rsidR="001D1DA9" w:rsidRPr="004F0995" w:rsidRDefault="001D1DA9" w:rsidP="004F0995">
    <w:pPr>
      <w:pStyle w:val="Pieddepage"/>
    </w:pPr>
    <w:r w:rsidRPr="004F0995">
      <w:t xml:space="preserve">– </w:t>
    </w:r>
    <w:r w:rsidRPr="004F0995">
      <w:rPr>
        <w:rStyle w:val="Numrodepage"/>
      </w:rPr>
      <w:fldChar w:fldCharType="begin"/>
    </w:r>
    <w:r w:rsidRPr="004F0995">
      <w:rPr>
        <w:rStyle w:val="Numrodepage"/>
      </w:rPr>
      <w:instrText xml:space="preserve"> PAGE </w:instrText>
    </w:r>
    <w:r w:rsidRPr="004F0995">
      <w:rPr>
        <w:rStyle w:val="Numrodepage"/>
      </w:rPr>
      <w:fldChar w:fldCharType="separate"/>
    </w:r>
    <w:r w:rsidR="00DE2089">
      <w:rPr>
        <w:rStyle w:val="Numrodepage"/>
        <w:noProof/>
      </w:rPr>
      <w:t>227</w:t>
    </w:r>
    <w:r w:rsidRPr="004F0995">
      <w:rPr>
        <w:rStyle w:val="Numrodepage"/>
      </w:rPr>
      <w:fldChar w:fldCharType="end"/>
    </w:r>
    <w:r w:rsidRPr="004F0995">
      <w:rPr>
        <w:rStyle w:val="Numrodepage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9DC38" w14:textId="77777777" w:rsidR="004A1380" w:rsidRDefault="004A1380">
      <w:r>
        <w:separator/>
      </w:r>
    </w:p>
  </w:footnote>
  <w:footnote w:type="continuationSeparator" w:id="0">
    <w:p w14:paraId="756E157D" w14:textId="77777777" w:rsidR="004A1380" w:rsidRDefault="004A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7560590">
    <w:abstractNumId w:val="10"/>
  </w:num>
  <w:num w:numId="2" w16cid:durableId="1500190981">
    <w:abstractNumId w:val="11"/>
  </w:num>
  <w:num w:numId="3" w16cid:durableId="2056419672">
    <w:abstractNumId w:val="12"/>
  </w:num>
  <w:num w:numId="4" w16cid:durableId="2080901283">
    <w:abstractNumId w:val="13"/>
  </w:num>
  <w:num w:numId="5" w16cid:durableId="248855756">
    <w:abstractNumId w:val="8"/>
  </w:num>
  <w:num w:numId="6" w16cid:durableId="524442618">
    <w:abstractNumId w:val="3"/>
  </w:num>
  <w:num w:numId="7" w16cid:durableId="1396464159">
    <w:abstractNumId w:val="2"/>
  </w:num>
  <w:num w:numId="8" w16cid:durableId="686178427">
    <w:abstractNumId w:val="1"/>
  </w:num>
  <w:num w:numId="9" w16cid:durableId="1784153940">
    <w:abstractNumId w:val="0"/>
  </w:num>
  <w:num w:numId="10" w16cid:durableId="1100177230">
    <w:abstractNumId w:val="9"/>
  </w:num>
  <w:num w:numId="11" w16cid:durableId="1928880642">
    <w:abstractNumId w:val="7"/>
  </w:num>
  <w:num w:numId="12" w16cid:durableId="1077636031">
    <w:abstractNumId w:val="6"/>
  </w:num>
  <w:num w:numId="13" w16cid:durableId="1600144160">
    <w:abstractNumId w:val="5"/>
  </w:num>
  <w:num w:numId="14" w16cid:durableId="1784152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embedTrueTypeFonts/>
  <w:saveSubsetFont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12"/>
    <w:rsid w:val="00001285"/>
    <w:rsid w:val="000119AC"/>
    <w:rsid w:val="00021C38"/>
    <w:rsid w:val="00033562"/>
    <w:rsid w:val="00035C3A"/>
    <w:rsid w:val="0004356E"/>
    <w:rsid w:val="00050C69"/>
    <w:rsid w:val="00052820"/>
    <w:rsid w:val="000624DA"/>
    <w:rsid w:val="00066B5B"/>
    <w:rsid w:val="00066E2D"/>
    <w:rsid w:val="00066FC3"/>
    <w:rsid w:val="00074584"/>
    <w:rsid w:val="00077531"/>
    <w:rsid w:val="000C11B9"/>
    <w:rsid w:val="000C2E09"/>
    <w:rsid w:val="000E0E88"/>
    <w:rsid w:val="000F7F4B"/>
    <w:rsid w:val="0010298A"/>
    <w:rsid w:val="00121287"/>
    <w:rsid w:val="00134FA1"/>
    <w:rsid w:val="001525CC"/>
    <w:rsid w:val="00161C77"/>
    <w:rsid w:val="001624EE"/>
    <w:rsid w:val="001635FE"/>
    <w:rsid w:val="00176FA6"/>
    <w:rsid w:val="001A53C3"/>
    <w:rsid w:val="001B1FA3"/>
    <w:rsid w:val="001D1DA9"/>
    <w:rsid w:val="001D3C04"/>
    <w:rsid w:val="001F2665"/>
    <w:rsid w:val="001F5305"/>
    <w:rsid w:val="00200841"/>
    <w:rsid w:val="00203135"/>
    <w:rsid w:val="002312B1"/>
    <w:rsid w:val="00233DD0"/>
    <w:rsid w:val="00252B9B"/>
    <w:rsid w:val="00254640"/>
    <w:rsid w:val="00284AF2"/>
    <w:rsid w:val="00284CF5"/>
    <w:rsid w:val="002867D8"/>
    <w:rsid w:val="00287EB1"/>
    <w:rsid w:val="002B3119"/>
    <w:rsid w:val="002B54B9"/>
    <w:rsid w:val="002C25DB"/>
    <w:rsid w:val="002C6A24"/>
    <w:rsid w:val="002E1ABF"/>
    <w:rsid w:val="002E4734"/>
    <w:rsid w:val="002E5A0B"/>
    <w:rsid w:val="0032506F"/>
    <w:rsid w:val="00333A9B"/>
    <w:rsid w:val="00335365"/>
    <w:rsid w:val="0033558E"/>
    <w:rsid w:val="00336E88"/>
    <w:rsid w:val="00343F57"/>
    <w:rsid w:val="0035031C"/>
    <w:rsid w:val="00365A9A"/>
    <w:rsid w:val="00367258"/>
    <w:rsid w:val="00367372"/>
    <w:rsid w:val="0037214D"/>
    <w:rsid w:val="00381CA0"/>
    <w:rsid w:val="00386469"/>
    <w:rsid w:val="003960F2"/>
    <w:rsid w:val="003A556F"/>
    <w:rsid w:val="003B60E7"/>
    <w:rsid w:val="003C472A"/>
    <w:rsid w:val="003C7792"/>
    <w:rsid w:val="003D0A60"/>
    <w:rsid w:val="003D2F10"/>
    <w:rsid w:val="003E2E44"/>
    <w:rsid w:val="003E65B8"/>
    <w:rsid w:val="003F2212"/>
    <w:rsid w:val="003F26DC"/>
    <w:rsid w:val="003F6FF9"/>
    <w:rsid w:val="004151E8"/>
    <w:rsid w:val="00431C66"/>
    <w:rsid w:val="004470EB"/>
    <w:rsid w:val="00455C7A"/>
    <w:rsid w:val="004618A4"/>
    <w:rsid w:val="0046302D"/>
    <w:rsid w:val="00465D9F"/>
    <w:rsid w:val="00466185"/>
    <w:rsid w:val="0047457F"/>
    <w:rsid w:val="004813D2"/>
    <w:rsid w:val="00483BE5"/>
    <w:rsid w:val="0048522E"/>
    <w:rsid w:val="004856F7"/>
    <w:rsid w:val="0048598E"/>
    <w:rsid w:val="004877FF"/>
    <w:rsid w:val="004878C2"/>
    <w:rsid w:val="004959CF"/>
    <w:rsid w:val="004A1380"/>
    <w:rsid w:val="004A3281"/>
    <w:rsid w:val="004B7B58"/>
    <w:rsid w:val="004C3D05"/>
    <w:rsid w:val="004C4653"/>
    <w:rsid w:val="004D4AC6"/>
    <w:rsid w:val="004F0995"/>
    <w:rsid w:val="004F5412"/>
    <w:rsid w:val="004F7D3D"/>
    <w:rsid w:val="00506709"/>
    <w:rsid w:val="0051085B"/>
    <w:rsid w:val="00527FDC"/>
    <w:rsid w:val="00532678"/>
    <w:rsid w:val="0054026F"/>
    <w:rsid w:val="00554C93"/>
    <w:rsid w:val="00562281"/>
    <w:rsid w:val="00576E04"/>
    <w:rsid w:val="005775AC"/>
    <w:rsid w:val="005B2186"/>
    <w:rsid w:val="005B6C9F"/>
    <w:rsid w:val="005C4D38"/>
    <w:rsid w:val="005C771C"/>
    <w:rsid w:val="005C7A4A"/>
    <w:rsid w:val="005D26A1"/>
    <w:rsid w:val="005E5C3B"/>
    <w:rsid w:val="005E5F1A"/>
    <w:rsid w:val="005F71C7"/>
    <w:rsid w:val="0061214E"/>
    <w:rsid w:val="006144AC"/>
    <w:rsid w:val="00615C93"/>
    <w:rsid w:val="00631FE9"/>
    <w:rsid w:val="00633842"/>
    <w:rsid w:val="00640C4F"/>
    <w:rsid w:val="006449AA"/>
    <w:rsid w:val="00646E8C"/>
    <w:rsid w:val="006527FF"/>
    <w:rsid w:val="00657F37"/>
    <w:rsid w:val="0069659E"/>
    <w:rsid w:val="006A40E0"/>
    <w:rsid w:val="006D143B"/>
    <w:rsid w:val="006E68DD"/>
    <w:rsid w:val="006F5BB3"/>
    <w:rsid w:val="006F6915"/>
    <w:rsid w:val="006F7057"/>
    <w:rsid w:val="00703D4D"/>
    <w:rsid w:val="00705271"/>
    <w:rsid w:val="007168CF"/>
    <w:rsid w:val="00722EA0"/>
    <w:rsid w:val="00725024"/>
    <w:rsid w:val="007421F7"/>
    <w:rsid w:val="007549CD"/>
    <w:rsid w:val="00760615"/>
    <w:rsid w:val="0076257B"/>
    <w:rsid w:val="0076513E"/>
    <w:rsid w:val="0078241C"/>
    <w:rsid w:val="007841D8"/>
    <w:rsid w:val="00791794"/>
    <w:rsid w:val="007926D5"/>
    <w:rsid w:val="007A353A"/>
    <w:rsid w:val="007A4A49"/>
    <w:rsid w:val="007B6898"/>
    <w:rsid w:val="007C1C6B"/>
    <w:rsid w:val="007C56AC"/>
    <w:rsid w:val="007E0F7B"/>
    <w:rsid w:val="007F3CC4"/>
    <w:rsid w:val="007F5860"/>
    <w:rsid w:val="00814117"/>
    <w:rsid w:val="0081478A"/>
    <w:rsid w:val="00825620"/>
    <w:rsid w:val="00835A49"/>
    <w:rsid w:val="00840819"/>
    <w:rsid w:val="008449A3"/>
    <w:rsid w:val="008478DE"/>
    <w:rsid w:val="008539A7"/>
    <w:rsid w:val="00856DF4"/>
    <w:rsid w:val="00863B07"/>
    <w:rsid w:val="00866DAD"/>
    <w:rsid w:val="008840CC"/>
    <w:rsid w:val="0089014D"/>
    <w:rsid w:val="008908C6"/>
    <w:rsid w:val="008C2C66"/>
    <w:rsid w:val="008F106B"/>
    <w:rsid w:val="008F18B3"/>
    <w:rsid w:val="008F2229"/>
    <w:rsid w:val="008F33E9"/>
    <w:rsid w:val="008F4AF8"/>
    <w:rsid w:val="008F792D"/>
    <w:rsid w:val="009016FD"/>
    <w:rsid w:val="009060C4"/>
    <w:rsid w:val="00910928"/>
    <w:rsid w:val="0091541B"/>
    <w:rsid w:val="00930A77"/>
    <w:rsid w:val="00933E3C"/>
    <w:rsid w:val="00946EE4"/>
    <w:rsid w:val="0094732E"/>
    <w:rsid w:val="00960209"/>
    <w:rsid w:val="009845D3"/>
    <w:rsid w:val="0099306C"/>
    <w:rsid w:val="009B3DDD"/>
    <w:rsid w:val="009D6F01"/>
    <w:rsid w:val="009E29BF"/>
    <w:rsid w:val="009E5972"/>
    <w:rsid w:val="00A10EAD"/>
    <w:rsid w:val="00A271A9"/>
    <w:rsid w:val="00A46F19"/>
    <w:rsid w:val="00A475BD"/>
    <w:rsid w:val="00A51174"/>
    <w:rsid w:val="00A560A0"/>
    <w:rsid w:val="00A62666"/>
    <w:rsid w:val="00A676AD"/>
    <w:rsid w:val="00A84EE1"/>
    <w:rsid w:val="00A87C1E"/>
    <w:rsid w:val="00AA16FA"/>
    <w:rsid w:val="00AA1EA8"/>
    <w:rsid w:val="00AA7331"/>
    <w:rsid w:val="00AB5337"/>
    <w:rsid w:val="00AE1B16"/>
    <w:rsid w:val="00AF0A3E"/>
    <w:rsid w:val="00AF267B"/>
    <w:rsid w:val="00AF5092"/>
    <w:rsid w:val="00AF5692"/>
    <w:rsid w:val="00B03172"/>
    <w:rsid w:val="00B06C2E"/>
    <w:rsid w:val="00B06DC1"/>
    <w:rsid w:val="00B10C00"/>
    <w:rsid w:val="00B1136E"/>
    <w:rsid w:val="00B137EB"/>
    <w:rsid w:val="00B16556"/>
    <w:rsid w:val="00B225C1"/>
    <w:rsid w:val="00B23461"/>
    <w:rsid w:val="00B241D4"/>
    <w:rsid w:val="00B360D8"/>
    <w:rsid w:val="00B4016A"/>
    <w:rsid w:val="00B45A17"/>
    <w:rsid w:val="00B47121"/>
    <w:rsid w:val="00B4791B"/>
    <w:rsid w:val="00B52E2F"/>
    <w:rsid w:val="00B62285"/>
    <w:rsid w:val="00B742F3"/>
    <w:rsid w:val="00B77503"/>
    <w:rsid w:val="00B909AE"/>
    <w:rsid w:val="00BA7596"/>
    <w:rsid w:val="00BC1BBE"/>
    <w:rsid w:val="00BC2744"/>
    <w:rsid w:val="00BD0C07"/>
    <w:rsid w:val="00BD6EC3"/>
    <w:rsid w:val="00BE4B9E"/>
    <w:rsid w:val="00BE6E25"/>
    <w:rsid w:val="00BF29E4"/>
    <w:rsid w:val="00BF2D7D"/>
    <w:rsid w:val="00C02E45"/>
    <w:rsid w:val="00C04E9F"/>
    <w:rsid w:val="00C323C1"/>
    <w:rsid w:val="00C43D20"/>
    <w:rsid w:val="00C4629E"/>
    <w:rsid w:val="00C51E70"/>
    <w:rsid w:val="00C6557B"/>
    <w:rsid w:val="00C7088B"/>
    <w:rsid w:val="00C776F8"/>
    <w:rsid w:val="00C82075"/>
    <w:rsid w:val="00C82867"/>
    <w:rsid w:val="00C877F6"/>
    <w:rsid w:val="00C96140"/>
    <w:rsid w:val="00CF1035"/>
    <w:rsid w:val="00CF7E44"/>
    <w:rsid w:val="00D022AE"/>
    <w:rsid w:val="00D02BDE"/>
    <w:rsid w:val="00D03EE9"/>
    <w:rsid w:val="00D067B5"/>
    <w:rsid w:val="00D238CD"/>
    <w:rsid w:val="00D27ACC"/>
    <w:rsid w:val="00D30A6B"/>
    <w:rsid w:val="00D47BCF"/>
    <w:rsid w:val="00D51269"/>
    <w:rsid w:val="00D528AD"/>
    <w:rsid w:val="00D57E8F"/>
    <w:rsid w:val="00D6681D"/>
    <w:rsid w:val="00D80434"/>
    <w:rsid w:val="00D82209"/>
    <w:rsid w:val="00D9299C"/>
    <w:rsid w:val="00D9756D"/>
    <w:rsid w:val="00D97EE7"/>
    <w:rsid w:val="00DA40F8"/>
    <w:rsid w:val="00DA4F1F"/>
    <w:rsid w:val="00DB2BF4"/>
    <w:rsid w:val="00DB5A06"/>
    <w:rsid w:val="00DC18CB"/>
    <w:rsid w:val="00DD3FC3"/>
    <w:rsid w:val="00DD7BB4"/>
    <w:rsid w:val="00DE2089"/>
    <w:rsid w:val="00DE2E88"/>
    <w:rsid w:val="00DF0F57"/>
    <w:rsid w:val="00DF43DD"/>
    <w:rsid w:val="00E11C1D"/>
    <w:rsid w:val="00E16B5E"/>
    <w:rsid w:val="00E216C8"/>
    <w:rsid w:val="00E2511C"/>
    <w:rsid w:val="00E30FAD"/>
    <w:rsid w:val="00E31BAC"/>
    <w:rsid w:val="00E35EE1"/>
    <w:rsid w:val="00E4444A"/>
    <w:rsid w:val="00E768AD"/>
    <w:rsid w:val="00E84699"/>
    <w:rsid w:val="00E847C9"/>
    <w:rsid w:val="00E90A7B"/>
    <w:rsid w:val="00EB2F81"/>
    <w:rsid w:val="00ED5349"/>
    <w:rsid w:val="00EF1B15"/>
    <w:rsid w:val="00EF2804"/>
    <w:rsid w:val="00F30070"/>
    <w:rsid w:val="00F33BF1"/>
    <w:rsid w:val="00F42B6E"/>
    <w:rsid w:val="00F60AFA"/>
    <w:rsid w:val="00F612FE"/>
    <w:rsid w:val="00F676F3"/>
    <w:rsid w:val="00F74495"/>
    <w:rsid w:val="00F92270"/>
    <w:rsid w:val="00F951EB"/>
    <w:rsid w:val="00FA0353"/>
    <w:rsid w:val="00FA378D"/>
    <w:rsid w:val="00FC20A1"/>
    <w:rsid w:val="00FD5C53"/>
    <w:rsid w:val="00FD6EFE"/>
    <w:rsid w:val="00FE5027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9CEC5"/>
  <w15:chartTrackingRefBased/>
  <w15:docId w15:val="{1AECD602-846E-4C2A-9B3D-7F602455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0C4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uiPriority w:val="9"/>
    <w:qFormat/>
    <w:rsid w:val="00ED5349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uiPriority w:val="9"/>
    <w:qFormat/>
    <w:rsid w:val="00A51174"/>
    <w:pPr>
      <w:keepNext/>
      <w:keepLines/>
      <w:pageBreakBefore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uiPriority w:val="9"/>
    <w:qFormat/>
    <w:rsid w:val="00ED5349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B3119"/>
    <w:pPr>
      <w:keepNext/>
      <w:keepLines/>
      <w:spacing w:before="280" w:after="80" w:line="276" w:lineRule="auto"/>
      <w:ind w:firstLine="0"/>
      <w:jc w:val="left"/>
      <w:outlineLvl w:val="3"/>
    </w:pPr>
    <w:rPr>
      <w:rFonts w:ascii="Arial" w:eastAsia="Arial" w:hAnsi="Arial" w:cs="Arial"/>
      <w:color w:val="666666"/>
      <w:sz w:val="24"/>
      <w:lang w:val="en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B3119"/>
    <w:pPr>
      <w:keepNext/>
      <w:keepLines/>
      <w:spacing w:after="80" w:line="276" w:lineRule="auto"/>
      <w:ind w:firstLine="0"/>
      <w:jc w:val="left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B3119"/>
    <w:pPr>
      <w:keepNext/>
      <w:keepLines/>
      <w:spacing w:after="80" w:line="276" w:lineRule="auto"/>
      <w:ind w:firstLine="0"/>
      <w:jc w:val="left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</w:style>
  <w:style w:type="character" w:styleId="Lienhypertexte">
    <w:name w:val="Hyperlink"/>
    <w:uiPriority w:val="99"/>
    <w:rsid w:val="00840819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367372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F0995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</w:style>
  <w:style w:type="paragraph" w:styleId="TM2">
    <w:name w:val="toc 2"/>
    <w:basedOn w:val="Normal"/>
    <w:next w:val="Normal"/>
    <w:autoRedefine/>
    <w:uiPriority w:val="39"/>
    <w:rsid w:val="00367372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367372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pPr>
      <w:ind w:left="780"/>
    </w:pPr>
  </w:style>
  <w:style w:type="paragraph" w:styleId="TM5">
    <w:name w:val="toc 5"/>
    <w:basedOn w:val="Normal"/>
    <w:next w:val="Normal"/>
    <w:autoRedefine/>
    <w:semiHidden/>
    <w:pPr>
      <w:ind w:left="1040"/>
    </w:pPr>
  </w:style>
  <w:style w:type="paragraph" w:styleId="TM6">
    <w:name w:val="toc 6"/>
    <w:basedOn w:val="Normal"/>
    <w:next w:val="Normal"/>
    <w:autoRedefine/>
    <w:semiHidden/>
    <w:pPr>
      <w:ind w:left="1300"/>
    </w:pPr>
  </w:style>
  <w:style w:type="paragraph" w:styleId="TM7">
    <w:name w:val="toc 7"/>
    <w:basedOn w:val="Normal"/>
    <w:next w:val="Normal"/>
    <w:autoRedefine/>
    <w:semiHidden/>
    <w:pPr>
      <w:ind w:left="1560"/>
    </w:pPr>
  </w:style>
  <w:style w:type="paragraph" w:styleId="TM8">
    <w:name w:val="toc 8"/>
    <w:basedOn w:val="Normal"/>
    <w:next w:val="Normal"/>
    <w:autoRedefine/>
    <w:semiHidden/>
    <w:pPr>
      <w:ind w:left="1820"/>
    </w:pPr>
  </w:style>
  <w:style w:type="paragraph" w:styleId="TM9">
    <w:name w:val="toc 9"/>
    <w:basedOn w:val="Normal"/>
    <w:next w:val="Normal"/>
    <w:autoRedefine/>
    <w:semiHidden/>
    <w:pPr>
      <w:ind w:left="2080"/>
    </w:pPr>
  </w:style>
  <w:style w:type="character" w:styleId="Appelnotedebasdep">
    <w:name w:val="footnote reference"/>
    <w:qFormat/>
    <w:rsid w:val="00633842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6F6915"/>
    <w:rPr>
      <w:szCs w:val="30"/>
    </w:rPr>
  </w:style>
  <w:style w:type="paragraph" w:customStyle="1" w:styleId="Auteur">
    <w:name w:val="Auteur"/>
    <w:basedOn w:val="Normal"/>
    <w:rsid w:val="00A87C1E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A87C1E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A87C1E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Photoauteur">
    <w:name w:val="Photo_auteur"/>
    <w:basedOn w:val="Normal"/>
    <w:rsid w:val="006F6915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A87C1E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7C1C6B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Centr">
    <w:name w:val="Centré"/>
    <w:basedOn w:val="Normal"/>
    <w:rsid w:val="006F6915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6F6915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6F6915"/>
    <w:pPr>
      <w:keepNext/>
    </w:pPr>
  </w:style>
  <w:style w:type="paragraph" w:customStyle="1" w:styleId="NormalSautPageAvant">
    <w:name w:val="NormalSautPageAvant"/>
    <w:basedOn w:val="Normal"/>
    <w:qFormat/>
    <w:rsid w:val="006F6915"/>
    <w:pPr>
      <w:pageBreakBefore/>
    </w:pPr>
  </w:style>
  <w:style w:type="paragraph" w:customStyle="1" w:styleId="NormalEspAvtGrand">
    <w:name w:val="NormalEspAvtGrand"/>
    <w:basedOn w:val="Normal"/>
    <w:rsid w:val="006F6915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6F6915"/>
    <w:pPr>
      <w:spacing w:before="0"/>
    </w:pPr>
  </w:style>
  <w:style w:type="paragraph" w:customStyle="1" w:styleId="CentrEspApr0">
    <w:name w:val="CentréEspApr0"/>
    <w:basedOn w:val="Centr"/>
    <w:next w:val="Normal"/>
    <w:rsid w:val="006F6915"/>
    <w:pPr>
      <w:spacing w:after="0"/>
    </w:pPr>
  </w:style>
  <w:style w:type="paragraph" w:customStyle="1" w:styleId="CentrEspAvt0EspApr0">
    <w:name w:val="CentréEspAvt0EspApr0"/>
    <w:basedOn w:val="Centr"/>
    <w:rsid w:val="006F6915"/>
    <w:pPr>
      <w:spacing w:before="0" w:after="0"/>
    </w:pPr>
  </w:style>
  <w:style w:type="paragraph" w:customStyle="1" w:styleId="Droite">
    <w:name w:val="Droite"/>
    <w:basedOn w:val="Normal"/>
    <w:next w:val="Normal"/>
    <w:rsid w:val="006F6915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6F6915"/>
    <w:pPr>
      <w:ind w:left="680"/>
    </w:pPr>
  </w:style>
  <w:style w:type="paragraph" w:customStyle="1" w:styleId="DroiteRetraitGauche2X">
    <w:name w:val="DroiteRetraitGauche2X"/>
    <w:basedOn w:val="Droite"/>
    <w:next w:val="Normal"/>
    <w:rsid w:val="006F6915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6F6915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6F6915"/>
    <w:pPr>
      <w:ind w:left="2722"/>
    </w:pPr>
  </w:style>
  <w:style w:type="paragraph" w:customStyle="1" w:styleId="Taille-1Normal">
    <w:name w:val="Taille-1Normal"/>
    <w:basedOn w:val="Normal"/>
    <w:rsid w:val="00ED5349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6F6915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6F6915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6F6915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6F6915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6F6915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6F6915"/>
    <w:pPr>
      <w:ind w:firstLine="0"/>
    </w:pPr>
  </w:style>
  <w:style w:type="paragraph" w:customStyle="1" w:styleId="Taille-1RetraitGauche4XIndent0">
    <w:name w:val="Taille-1RetraitGauche4XIndent0"/>
    <w:basedOn w:val="Taille-1Normal"/>
    <w:rsid w:val="006F6915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6F6915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6F6915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6F6915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6F6915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6F6915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6F6915"/>
    <w:pPr>
      <w:ind w:firstLine="0"/>
    </w:pPr>
  </w:style>
  <w:style w:type="paragraph" w:customStyle="1" w:styleId="NormalRetraitGauche4XIndent0">
    <w:name w:val="NormalRetraitGauche4XIndent0"/>
    <w:basedOn w:val="Normal"/>
    <w:rsid w:val="006F6915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B909AE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5C4D38"/>
    <w:rPr>
      <w:rFonts w:ascii="Georgia" w:hAnsi="Georgia"/>
      <w:sz w:val="28"/>
    </w:rPr>
  </w:style>
  <w:style w:type="character" w:styleId="Appeldenotedefin">
    <w:name w:val="endnote reference"/>
    <w:uiPriority w:val="99"/>
    <w:unhideWhenUsed/>
    <w:qFormat/>
    <w:rsid w:val="00ED5349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6F6915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6F6915"/>
    <w:pPr>
      <w:ind w:left="1360" w:hanging="680"/>
    </w:pPr>
  </w:style>
  <w:style w:type="paragraph" w:customStyle="1" w:styleId="NormalEspAvt0EspApr0">
    <w:name w:val="NormalEspAvt0EspApr0"/>
    <w:basedOn w:val="Normal"/>
    <w:rsid w:val="006F6915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6F6915"/>
    <w:pPr>
      <w:ind w:left="2041" w:hanging="680"/>
    </w:pPr>
  </w:style>
  <w:style w:type="paragraph" w:customStyle="1" w:styleId="NormalSuspendu1XRetrait3X">
    <w:name w:val="NormalSuspendu1XRetrait3X"/>
    <w:basedOn w:val="Normal"/>
    <w:rsid w:val="006F6915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6F6915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ED5349"/>
    <w:rPr>
      <w:sz w:val="32"/>
      <w:szCs w:val="20"/>
    </w:rPr>
  </w:style>
  <w:style w:type="paragraph" w:customStyle="1" w:styleId="Etoile">
    <w:name w:val="Etoile"/>
    <w:basedOn w:val="Normal"/>
    <w:qFormat/>
    <w:rsid w:val="00B52E2F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6F6915"/>
    <w:pPr>
      <w:spacing w:before="0" w:after="0"/>
      <w:ind w:left="1360" w:hanging="680"/>
    </w:pPr>
  </w:style>
  <w:style w:type="character" w:customStyle="1" w:styleId="Titre4Car">
    <w:name w:val="Titre 4 Car"/>
    <w:link w:val="Titre4"/>
    <w:uiPriority w:val="9"/>
    <w:semiHidden/>
    <w:rsid w:val="002B3119"/>
    <w:rPr>
      <w:rFonts w:ascii="Arial" w:eastAsia="Arial" w:hAnsi="Arial" w:cs="Arial"/>
      <w:color w:val="666666"/>
      <w:sz w:val="24"/>
      <w:szCs w:val="24"/>
      <w:lang w:val="en"/>
    </w:rPr>
  </w:style>
  <w:style w:type="paragraph" w:customStyle="1" w:styleId="Taille-1Suspendu1XRetrait2XEsp0">
    <w:name w:val="Taille-1Suspendu1XRetrait2XEsp0"/>
    <w:basedOn w:val="Taille-1RetraitGauche2X"/>
    <w:qFormat/>
    <w:rsid w:val="006F6915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6F6915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6F6915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6F6915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6F6915"/>
  </w:style>
  <w:style w:type="paragraph" w:customStyle="1" w:styleId="ParagrapheVideNormal2">
    <w:name w:val="ParagrapheVideNormal2"/>
    <w:basedOn w:val="ParagrapheVideNormal"/>
    <w:next w:val="Normal"/>
    <w:qFormat/>
    <w:rsid w:val="006F6915"/>
  </w:style>
  <w:style w:type="paragraph" w:customStyle="1" w:styleId="Image">
    <w:name w:val="Image"/>
    <w:basedOn w:val="Centr"/>
    <w:next w:val="Normal"/>
    <w:qFormat/>
    <w:rsid w:val="006F6915"/>
  </w:style>
  <w:style w:type="character" w:customStyle="1" w:styleId="Titre5Car">
    <w:name w:val="Titre 5 Car"/>
    <w:link w:val="Titre5"/>
    <w:uiPriority w:val="9"/>
    <w:semiHidden/>
    <w:rsid w:val="002B3119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Titre6Car">
    <w:name w:val="Titre 6 Car"/>
    <w:link w:val="Titre6"/>
    <w:uiPriority w:val="9"/>
    <w:semiHidden/>
    <w:rsid w:val="002B3119"/>
    <w:rPr>
      <w:rFonts w:ascii="Arial" w:eastAsia="Arial" w:hAnsi="Arial" w:cs="Arial"/>
      <w:i/>
      <w:color w:val="666666"/>
      <w:sz w:val="22"/>
      <w:szCs w:val="22"/>
      <w:lang w:val="en"/>
    </w:rPr>
  </w:style>
  <w:style w:type="table" w:customStyle="1" w:styleId="TableNormal">
    <w:name w:val="Table Normal"/>
    <w:rsid w:val="002B3119"/>
    <w:pPr>
      <w:spacing w:line="276" w:lineRule="auto"/>
    </w:pPr>
    <w:rPr>
      <w:rFonts w:ascii="Arial" w:eastAsia="Arial" w:hAnsi="Arial" w:cs="Arial"/>
      <w:sz w:val="22"/>
      <w:szCs w:val="22"/>
      <w:lang w:val="e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2B3119"/>
    <w:pPr>
      <w:keepNext/>
      <w:keepLines/>
      <w:spacing w:before="0" w:after="60" w:line="276" w:lineRule="auto"/>
      <w:ind w:firstLine="0"/>
      <w:jc w:val="left"/>
    </w:pPr>
    <w:rPr>
      <w:rFonts w:ascii="Arial" w:eastAsia="Arial" w:hAnsi="Arial" w:cs="Arial"/>
      <w:sz w:val="52"/>
      <w:szCs w:val="52"/>
      <w:lang w:val="en"/>
    </w:rPr>
  </w:style>
  <w:style w:type="character" w:customStyle="1" w:styleId="TitreCar">
    <w:name w:val="Titre Car"/>
    <w:link w:val="Titre"/>
    <w:uiPriority w:val="10"/>
    <w:rsid w:val="002B3119"/>
    <w:rPr>
      <w:rFonts w:ascii="Arial" w:eastAsia="Arial" w:hAnsi="Arial" w:cs="Arial"/>
      <w:sz w:val="52"/>
      <w:szCs w:val="52"/>
      <w:lang w:val="en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3119"/>
    <w:pPr>
      <w:keepNext/>
      <w:keepLines/>
      <w:spacing w:before="0" w:after="320" w:line="276" w:lineRule="auto"/>
      <w:ind w:firstLine="0"/>
      <w:jc w:val="left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ous-titreCar">
    <w:name w:val="Sous-titre Car"/>
    <w:link w:val="Sous-titre"/>
    <w:uiPriority w:val="11"/>
    <w:rsid w:val="002B3119"/>
    <w:rPr>
      <w:rFonts w:ascii="Arial" w:eastAsia="Arial" w:hAnsi="Arial" w:cs="Arial"/>
      <w:color w:val="666666"/>
      <w:sz w:val="30"/>
      <w:szCs w:val="30"/>
      <w:lang w:val="en"/>
    </w:rPr>
  </w:style>
  <w:style w:type="paragraph" w:styleId="Rvision">
    <w:name w:val="Revision"/>
    <w:hidden/>
    <w:uiPriority w:val="99"/>
    <w:semiHidden/>
    <w:rsid w:val="00E84699"/>
    <w:rPr>
      <w:rFonts w:ascii="Amasis30" w:hAnsi="Amasis30"/>
      <w:sz w:val="36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299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9299C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9473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4732E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94732E"/>
    <w:rPr>
      <w:rFonts w:ascii="Amasis30" w:hAnsi="Amasis3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732E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4732E"/>
    <w:rPr>
      <w:rFonts w:ascii="Amasis30" w:hAnsi="Amasis30"/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8C2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booksgratuit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roups.google.com/g/ebooksgratuits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EA998-2AD3-4308-98FE-609BB25E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49</TotalTime>
  <Pages>226</Pages>
  <Words>50531</Words>
  <Characters>277921</Characters>
  <Application>Microsoft Office Word</Application>
  <DocSecurity>0</DocSecurity>
  <Lines>2316</Lines>
  <Paragraphs>655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 du livre</vt:lpstr>
    </vt:vector>
  </TitlesOfParts>
  <Manager/>
  <Company>Ebooks libres et gratuits</Company>
  <LinksUpToDate>false</LinksUpToDate>
  <CharactersWithSpaces>327797</CharactersWithSpaces>
  <SharedDoc>false</SharedDoc>
  <HLinks>
    <vt:vector size="204" baseType="variant">
      <vt:variant>
        <vt:i4>2293820</vt:i4>
      </vt:variant>
      <vt:variant>
        <vt:i4>198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195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1835059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_Toc107211486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_Toc107211485</vt:lpwstr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_Toc107211484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_Toc107211483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_Toc107211482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_Toc107211481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_Toc107211480</vt:lpwstr>
      </vt:variant>
      <vt:variant>
        <vt:i4>1245235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_Toc107211479</vt:lpwstr>
      </vt:variant>
      <vt:variant>
        <vt:i4>1245235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_Toc107211478</vt:lpwstr>
      </vt:variant>
      <vt:variant>
        <vt:i4>1245235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_Toc107211477</vt:lpwstr>
      </vt:variant>
      <vt:variant>
        <vt:i4>1245235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_Toc107211476</vt:lpwstr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_Toc107211475</vt:lpwstr>
      </vt:variant>
      <vt:variant>
        <vt:i4>1245235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_Toc107211474</vt:lpwstr>
      </vt:variant>
      <vt:variant>
        <vt:i4>1245235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_Toc107211473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_Toc107211472</vt:lpwstr>
      </vt:variant>
      <vt:variant>
        <vt:i4>1245235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_Toc107211471</vt:lpwstr>
      </vt:variant>
      <vt:variant>
        <vt:i4>1245235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_Toc107211470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_Toc107211469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_Toc107211468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_Toc107211467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_Toc107211466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_Toc107211465</vt:lpwstr>
      </vt:variant>
      <vt:variant>
        <vt:i4>1179699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_Toc107211464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_Toc107211463</vt:lpwstr>
      </vt:variant>
      <vt:variant>
        <vt:i4>1179699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_Toc107211462</vt:lpwstr>
      </vt:variant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_Toc107211461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_Toc107211460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_Toc107211459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_Toc107211458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_Toc107211457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_Toc107211456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_Toc107211455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 Petite Yvette</dc:title>
  <dc:subject>Romans</dc:subject>
  <dc:creator>André Dumas</dc:creator>
  <cp:keywords/>
  <dc:description>L’auteur commémore dans ce roman sa fille, Yvette, décédée 10 ans plus tôt.</dc:description>
  <cp:lastModifiedBy>Cool Micro</cp:lastModifiedBy>
  <cp:revision>5</cp:revision>
  <cp:lastPrinted>2025-05-07T10:56:00Z</cp:lastPrinted>
  <dcterms:created xsi:type="dcterms:W3CDTF">2025-05-07T10:07:00Z</dcterms:created>
  <dcterms:modified xsi:type="dcterms:W3CDTF">2025-05-07T10:57:00Z</dcterms:modified>
  <cp:category>Romans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diteur">
    <vt:lpwstr>Ebooks libres et gratuits</vt:lpwstr>
  </property>
</Properties>
</file>