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36075" w14:textId="73B1AFD6" w:rsidR="00EA0CC5" w:rsidRDefault="000A6D5E" w:rsidP="000A6D5E">
      <w:pPr>
        <w:pStyle w:val="Photoauteur"/>
      </w:pPr>
      <w:r>
        <w:drawing>
          <wp:inline distT="0" distB="0" distL="0" distR="0" wp14:anchorId="49CE85EB" wp14:editId="74984049">
            <wp:extent cx="2102485" cy="29305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2485" cy="2930525"/>
                    </a:xfrm>
                    <a:prstGeom prst="rect">
                      <a:avLst/>
                    </a:prstGeom>
                    <a:noFill/>
                    <a:ln>
                      <a:noFill/>
                    </a:ln>
                  </pic:spPr>
                </pic:pic>
              </a:graphicData>
            </a:graphic>
          </wp:inline>
        </w:drawing>
      </w:r>
      <w:r>
        <w:drawing>
          <wp:anchor distT="0" distB="0" distL="114300" distR="114300" simplePos="0" relativeHeight="251657728" behindDoc="0" locked="0" layoutInCell="1" allowOverlap="1" wp14:anchorId="12F468BB" wp14:editId="343F1913">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86602" w14:textId="77777777" w:rsidR="00EA0CC5" w:rsidRDefault="00EA0CC5" w:rsidP="00EA0CC5">
      <w:pPr>
        <w:pStyle w:val="Auteur"/>
      </w:pPr>
      <w:r>
        <w:t>Sacha Guitry</w:t>
      </w:r>
    </w:p>
    <w:p w14:paraId="6422DFCF" w14:textId="77777777" w:rsidR="000A6D5E" w:rsidRDefault="00EA0CC5">
      <w:pPr>
        <w:pStyle w:val="Titrelivre"/>
        <w:rPr>
          <w:kern w:val="60"/>
          <w:szCs w:val="60"/>
        </w:rPr>
      </w:pPr>
      <w:r>
        <w:rPr>
          <w:kern w:val="60"/>
          <w:szCs w:val="60"/>
        </w:rPr>
        <w:t>MONSIEUR PRUDHOMME A-T-IL VÉCU</w:t>
      </w:r>
      <w:r w:rsidR="000A6D5E">
        <w:rPr>
          <w:kern w:val="60"/>
          <w:szCs w:val="60"/>
        </w:rPr>
        <w:t> ?</w:t>
      </w:r>
    </w:p>
    <w:p w14:paraId="1890A464" w14:textId="0DBDB830" w:rsidR="00033562" w:rsidRDefault="00EA0CC5">
      <w:pPr>
        <w:pStyle w:val="DateSortie"/>
      </w:pPr>
      <w:r>
        <w:t>1931</w:t>
      </w:r>
    </w:p>
    <w:p w14:paraId="7FFF3F4E" w14:textId="77777777" w:rsidR="00033562" w:rsidRPr="000A6D5E" w:rsidRDefault="00033562" w:rsidP="000A6D5E">
      <w:pPr>
        <w:ind w:left="2340" w:firstLine="0"/>
        <w:jc w:val="center"/>
        <w:sectPr w:rsidR="00033562" w:rsidRPr="000A6D5E">
          <w:footerReference w:type="default" r:id="rId10"/>
          <w:pgSz w:w="11906" w:h="16838" w:code="9"/>
          <w:pgMar w:top="0" w:right="0" w:bottom="0" w:left="0" w:header="0" w:footer="0" w:gutter="0"/>
          <w:cols w:space="708"/>
          <w:titlePg/>
          <w:docGrid w:linePitch="360"/>
        </w:sectPr>
      </w:pPr>
    </w:p>
    <w:p w14:paraId="7E2C8F44" w14:textId="77777777" w:rsidR="00033562" w:rsidRDefault="00033562" w:rsidP="000A6D5E">
      <w:pPr>
        <w:pStyle w:val="Titretablematires"/>
      </w:pPr>
      <w:r>
        <w:lastRenderedPageBreak/>
        <w:t>Table des matières</w:t>
      </w:r>
    </w:p>
    <w:p w14:paraId="0E810E54" w14:textId="77777777" w:rsidR="00033562" w:rsidRDefault="00033562"/>
    <w:p w14:paraId="01629220" w14:textId="0F09306A" w:rsidR="00CF196C"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7458012" w:history="1">
        <w:r w:rsidR="00CF196C" w:rsidRPr="0073107F">
          <w:rPr>
            <w:rStyle w:val="Lienhypertexte"/>
          </w:rPr>
          <w:t>PERSONNAGES</w:t>
        </w:r>
        <w:r w:rsidR="00CF196C">
          <w:rPr>
            <w:webHidden/>
          </w:rPr>
          <w:tab/>
        </w:r>
        <w:r w:rsidR="00CF196C">
          <w:rPr>
            <w:webHidden/>
          </w:rPr>
          <w:fldChar w:fldCharType="begin"/>
        </w:r>
        <w:r w:rsidR="00CF196C">
          <w:rPr>
            <w:webHidden/>
          </w:rPr>
          <w:instrText xml:space="preserve"> PAGEREF _Toc197458012 \h </w:instrText>
        </w:r>
        <w:r w:rsidR="00CF196C">
          <w:rPr>
            <w:webHidden/>
          </w:rPr>
        </w:r>
        <w:r w:rsidR="00CF196C">
          <w:rPr>
            <w:webHidden/>
          </w:rPr>
          <w:fldChar w:fldCharType="separate"/>
        </w:r>
        <w:r w:rsidR="005F329B">
          <w:rPr>
            <w:webHidden/>
          </w:rPr>
          <w:t>4</w:t>
        </w:r>
        <w:r w:rsidR="00CF196C">
          <w:rPr>
            <w:webHidden/>
          </w:rPr>
          <w:fldChar w:fldCharType="end"/>
        </w:r>
      </w:hyperlink>
    </w:p>
    <w:p w14:paraId="3D8C9517" w14:textId="09E7FB0A" w:rsidR="00CF196C" w:rsidRDefault="00CF196C">
      <w:pPr>
        <w:pStyle w:val="TM1"/>
        <w:rPr>
          <w:rFonts w:asciiTheme="minorHAnsi" w:eastAsiaTheme="minorEastAsia" w:hAnsiTheme="minorHAnsi" w:cstheme="minorBidi"/>
          <w:bCs w:val="0"/>
          <w:iCs w:val="0"/>
          <w:color w:val="auto"/>
          <w:kern w:val="2"/>
          <w:sz w:val="24"/>
          <w:szCs w:val="24"/>
          <w14:ligatures w14:val="standardContextual"/>
        </w:rPr>
      </w:pPr>
      <w:hyperlink w:anchor="_Toc197458013" w:history="1">
        <w:r w:rsidRPr="0073107F">
          <w:rPr>
            <w:rStyle w:val="Lienhypertexte"/>
          </w:rPr>
          <w:t>ACTE PREMIER</w:t>
        </w:r>
        <w:r>
          <w:rPr>
            <w:webHidden/>
          </w:rPr>
          <w:tab/>
        </w:r>
        <w:r>
          <w:rPr>
            <w:webHidden/>
          </w:rPr>
          <w:fldChar w:fldCharType="begin"/>
        </w:r>
        <w:r>
          <w:rPr>
            <w:webHidden/>
          </w:rPr>
          <w:instrText xml:space="preserve"> PAGEREF _Toc197458013 \h </w:instrText>
        </w:r>
        <w:r>
          <w:rPr>
            <w:webHidden/>
          </w:rPr>
        </w:r>
        <w:r>
          <w:rPr>
            <w:webHidden/>
          </w:rPr>
          <w:fldChar w:fldCharType="separate"/>
        </w:r>
        <w:r w:rsidR="005F329B">
          <w:rPr>
            <w:webHidden/>
          </w:rPr>
          <w:t>5</w:t>
        </w:r>
        <w:r>
          <w:rPr>
            <w:webHidden/>
          </w:rPr>
          <w:fldChar w:fldCharType="end"/>
        </w:r>
      </w:hyperlink>
    </w:p>
    <w:p w14:paraId="5540676D" w14:textId="5CC2AC62" w:rsidR="00CF196C" w:rsidRDefault="00CF196C">
      <w:pPr>
        <w:pStyle w:val="TM1"/>
        <w:rPr>
          <w:rFonts w:asciiTheme="minorHAnsi" w:eastAsiaTheme="minorEastAsia" w:hAnsiTheme="minorHAnsi" w:cstheme="minorBidi"/>
          <w:bCs w:val="0"/>
          <w:iCs w:val="0"/>
          <w:color w:val="auto"/>
          <w:kern w:val="2"/>
          <w:sz w:val="24"/>
          <w:szCs w:val="24"/>
          <w14:ligatures w14:val="standardContextual"/>
        </w:rPr>
      </w:pPr>
      <w:hyperlink w:anchor="_Toc197458014" w:history="1">
        <w:r w:rsidRPr="0073107F">
          <w:rPr>
            <w:rStyle w:val="Lienhypertexte"/>
          </w:rPr>
          <w:t>DEUXIÈME ACTE</w:t>
        </w:r>
        <w:r>
          <w:rPr>
            <w:webHidden/>
          </w:rPr>
          <w:tab/>
        </w:r>
        <w:r>
          <w:rPr>
            <w:webHidden/>
          </w:rPr>
          <w:fldChar w:fldCharType="begin"/>
        </w:r>
        <w:r>
          <w:rPr>
            <w:webHidden/>
          </w:rPr>
          <w:instrText xml:space="preserve"> PAGEREF _Toc197458014 \h </w:instrText>
        </w:r>
        <w:r>
          <w:rPr>
            <w:webHidden/>
          </w:rPr>
        </w:r>
        <w:r>
          <w:rPr>
            <w:webHidden/>
          </w:rPr>
          <w:fldChar w:fldCharType="separate"/>
        </w:r>
        <w:r w:rsidR="005F329B">
          <w:rPr>
            <w:webHidden/>
          </w:rPr>
          <w:t>28</w:t>
        </w:r>
        <w:r>
          <w:rPr>
            <w:webHidden/>
          </w:rPr>
          <w:fldChar w:fldCharType="end"/>
        </w:r>
      </w:hyperlink>
    </w:p>
    <w:p w14:paraId="22CC9E43" w14:textId="6F155185" w:rsidR="00CF196C" w:rsidRDefault="00CF196C">
      <w:pPr>
        <w:pStyle w:val="TM1"/>
        <w:rPr>
          <w:rFonts w:asciiTheme="minorHAnsi" w:eastAsiaTheme="minorEastAsia" w:hAnsiTheme="minorHAnsi" w:cstheme="minorBidi"/>
          <w:bCs w:val="0"/>
          <w:iCs w:val="0"/>
          <w:color w:val="auto"/>
          <w:kern w:val="2"/>
          <w:sz w:val="24"/>
          <w:szCs w:val="24"/>
          <w14:ligatures w14:val="standardContextual"/>
        </w:rPr>
      </w:pPr>
      <w:hyperlink w:anchor="_Toc197458015" w:history="1">
        <w:r w:rsidRPr="0073107F">
          <w:rPr>
            <w:rStyle w:val="Lienhypertexte"/>
          </w:rPr>
          <w:t>À propos de cette édition électronique</w:t>
        </w:r>
        <w:r>
          <w:rPr>
            <w:webHidden/>
          </w:rPr>
          <w:tab/>
        </w:r>
        <w:r>
          <w:rPr>
            <w:webHidden/>
          </w:rPr>
          <w:fldChar w:fldCharType="begin"/>
        </w:r>
        <w:r>
          <w:rPr>
            <w:webHidden/>
          </w:rPr>
          <w:instrText xml:space="preserve"> PAGEREF _Toc197458015 \h </w:instrText>
        </w:r>
        <w:r>
          <w:rPr>
            <w:webHidden/>
          </w:rPr>
        </w:r>
        <w:r>
          <w:rPr>
            <w:webHidden/>
          </w:rPr>
          <w:fldChar w:fldCharType="separate"/>
        </w:r>
        <w:r w:rsidR="005F329B">
          <w:rPr>
            <w:webHidden/>
          </w:rPr>
          <w:t>37</w:t>
        </w:r>
        <w:r>
          <w:rPr>
            <w:webHidden/>
          </w:rPr>
          <w:fldChar w:fldCharType="end"/>
        </w:r>
      </w:hyperlink>
    </w:p>
    <w:p w14:paraId="048E251B" w14:textId="1EE025C4" w:rsidR="00033562" w:rsidRDefault="00033562">
      <w:r>
        <w:fldChar w:fldCharType="end"/>
      </w:r>
    </w:p>
    <w:p w14:paraId="0B4269D3" w14:textId="77777777" w:rsidR="000A6D5E" w:rsidRDefault="000A6D5E" w:rsidP="000A6D5E">
      <w:pPr>
        <w:pageBreakBefore/>
      </w:pPr>
    </w:p>
    <w:p w14:paraId="09C16BCF" w14:textId="77777777" w:rsidR="000A6D5E" w:rsidRDefault="004036B1" w:rsidP="000A6D5E">
      <w:r w:rsidRPr="00425309">
        <w:t>Monsieur Prudhomme a-t-il vécu</w:t>
      </w:r>
      <w:r w:rsidR="000A6D5E">
        <w:t xml:space="preserve"> ? </w:t>
      </w:r>
      <w:r w:rsidRPr="00425309">
        <w:rPr>
          <w:bCs/>
          <w:i/>
          <w:iCs/>
        </w:rPr>
        <w:t>en 1931</w:t>
      </w:r>
      <w:r w:rsidR="000A6D5E">
        <w:rPr>
          <w:bCs/>
          <w:i/>
          <w:iCs/>
        </w:rPr>
        <w:t xml:space="preserve">, </w:t>
      </w:r>
      <w:r w:rsidRPr="00425309">
        <w:rPr>
          <w:bCs/>
          <w:i/>
          <w:iCs/>
        </w:rPr>
        <w:t>un seul acte</w:t>
      </w:r>
      <w:r w:rsidR="000A6D5E">
        <w:rPr>
          <w:bCs/>
          <w:i/>
          <w:iCs/>
        </w:rPr>
        <w:t xml:space="preserve">, </w:t>
      </w:r>
      <w:r w:rsidRPr="00425309">
        <w:rPr>
          <w:bCs/>
          <w:i/>
          <w:iCs/>
        </w:rPr>
        <w:t>court</w:t>
      </w:r>
      <w:r w:rsidR="000A6D5E">
        <w:rPr>
          <w:bCs/>
          <w:i/>
          <w:iCs/>
        </w:rPr>
        <w:t xml:space="preserve">, </w:t>
      </w:r>
      <w:r w:rsidRPr="00425309">
        <w:rPr>
          <w:bCs/>
          <w:i/>
          <w:iCs/>
        </w:rPr>
        <w:t>enlevé miraculeusement</w:t>
      </w:r>
      <w:r w:rsidR="000A6D5E">
        <w:rPr>
          <w:bCs/>
          <w:i/>
          <w:iCs/>
        </w:rPr>
        <w:t xml:space="preserve">, </w:t>
      </w:r>
      <w:r w:rsidRPr="00425309">
        <w:rPr>
          <w:bCs/>
          <w:i/>
          <w:iCs/>
        </w:rPr>
        <w:t>a autrement d</w:t>
      </w:r>
      <w:r w:rsidR="000A6D5E">
        <w:rPr>
          <w:bCs/>
          <w:i/>
          <w:iCs/>
        </w:rPr>
        <w:t>’</w:t>
      </w:r>
      <w:r w:rsidRPr="00425309">
        <w:rPr>
          <w:bCs/>
          <w:i/>
          <w:iCs/>
        </w:rPr>
        <w:t>importance pour qui veut prendre une idée de l</w:t>
      </w:r>
      <w:r w:rsidR="000A6D5E">
        <w:rPr>
          <w:bCs/>
          <w:i/>
          <w:iCs/>
        </w:rPr>
        <w:t>’</w:t>
      </w:r>
      <w:r w:rsidRPr="00425309">
        <w:rPr>
          <w:bCs/>
          <w:i/>
          <w:iCs/>
        </w:rPr>
        <w:t>art et de la technique de S</w:t>
      </w:r>
      <w:r w:rsidRPr="00425309">
        <w:rPr>
          <w:bCs/>
          <w:i/>
          <w:iCs/>
        </w:rPr>
        <w:t>a</w:t>
      </w:r>
      <w:r w:rsidRPr="00425309">
        <w:rPr>
          <w:bCs/>
          <w:i/>
          <w:iCs/>
        </w:rPr>
        <w:t>cha Guitry</w:t>
      </w:r>
      <w:r w:rsidR="000A6D5E">
        <w:rPr>
          <w:bCs/>
          <w:i/>
          <w:iCs/>
        </w:rPr>
        <w:t xml:space="preserve">. </w:t>
      </w:r>
      <w:r w:rsidRPr="00425309">
        <w:rPr>
          <w:bCs/>
          <w:i/>
          <w:iCs/>
        </w:rPr>
        <w:t>C</w:t>
      </w:r>
      <w:r w:rsidR="000A6D5E">
        <w:rPr>
          <w:bCs/>
          <w:i/>
          <w:iCs/>
        </w:rPr>
        <w:t>’</w:t>
      </w:r>
      <w:r w:rsidRPr="00425309">
        <w:rPr>
          <w:bCs/>
          <w:i/>
          <w:iCs/>
        </w:rPr>
        <w:t>est encore une de ces pièces d</w:t>
      </w:r>
      <w:r w:rsidR="000A6D5E">
        <w:rPr>
          <w:bCs/>
          <w:i/>
          <w:iCs/>
        </w:rPr>
        <w:t>’</w:t>
      </w:r>
      <w:r w:rsidRPr="00425309">
        <w:rPr>
          <w:bCs/>
          <w:i/>
          <w:iCs/>
        </w:rPr>
        <w:t>admiration</w:t>
      </w:r>
      <w:r w:rsidR="000A6D5E">
        <w:rPr>
          <w:bCs/>
          <w:i/>
          <w:iCs/>
        </w:rPr>
        <w:t xml:space="preserve">, </w:t>
      </w:r>
      <w:r w:rsidRPr="00425309">
        <w:rPr>
          <w:bCs/>
          <w:i/>
          <w:iCs/>
        </w:rPr>
        <w:t xml:space="preserve">comme </w:t>
      </w:r>
      <w:r w:rsidRPr="00425309">
        <w:t xml:space="preserve">Pasteur </w:t>
      </w:r>
      <w:r w:rsidRPr="00425309">
        <w:rPr>
          <w:bCs/>
          <w:i/>
          <w:iCs/>
        </w:rPr>
        <w:t xml:space="preserve">et </w:t>
      </w:r>
      <w:r w:rsidRPr="00425309">
        <w:t>Mozart</w:t>
      </w:r>
      <w:r w:rsidR="000A6D5E">
        <w:t xml:space="preserve">, </w:t>
      </w:r>
      <w:r w:rsidRPr="00425309">
        <w:rPr>
          <w:bCs/>
          <w:i/>
          <w:iCs/>
        </w:rPr>
        <w:t>mais si elle n</w:t>
      </w:r>
      <w:r w:rsidR="000A6D5E">
        <w:rPr>
          <w:bCs/>
          <w:i/>
          <w:iCs/>
        </w:rPr>
        <w:t>’</w:t>
      </w:r>
      <w:r w:rsidRPr="00425309">
        <w:rPr>
          <w:bCs/>
          <w:i/>
          <w:iCs/>
        </w:rPr>
        <w:t>a l</w:t>
      </w:r>
      <w:r w:rsidR="000A6D5E">
        <w:rPr>
          <w:bCs/>
          <w:i/>
          <w:iCs/>
        </w:rPr>
        <w:t>’</w:t>
      </w:r>
      <w:r w:rsidRPr="00425309">
        <w:rPr>
          <w:bCs/>
          <w:i/>
          <w:iCs/>
        </w:rPr>
        <w:t>air de rien</w:t>
      </w:r>
      <w:r w:rsidR="000A6D5E">
        <w:rPr>
          <w:bCs/>
          <w:i/>
          <w:iCs/>
        </w:rPr>
        <w:t xml:space="preserve">, </w:t>
      </w:r>
      <w:r w:rsidRPr="00425309">
        <w:rPr>
          <w:bCs/>
          <w:i/>
          <w:iCs/>
        </w:rPr>
        <w:t>je la place très haut</w:t>
      </w:r>
      <w:r w:rsidR="000A6D5E">
        <w:rPr>
          <w:bCs/>
          <w:i/>
          <w:iCs/>
        </w:rPr>
        <w:t>.</w:t>
      </w:r>
    </w:p>
    <w:p w14:paraId="3F269130" w14:textId="77777777" w:rsidR="000A6D5E" w:rsidRDefault="004036B1" w:rsidP="000A6D5E">
      <w:pPr>
        <w:jc w:val="right"/>
      </w:pPr>
      <w:r w:rsidRPr="000A6D5E">
        <w:t>Maurice Martin du Gard</w:t>
      </w:r>
      <w:r w:rsidR="000A6D5E" w:rsidRPr="000A6D5E">
        <w:t>.</w:t>
      </w:r>
    </w:p>
    <w:p w14:paraId="264E04E0" w14:textId="77777777" w:rsidR="000A6D5E" w:rsidRDefault="000A6D5E" w:rsidP="000A6D5E">
      <w:pPr>
        <w:jc w:val="right"/>
      </w:pPr>
      <w:r w:rsidRPr="000A6D5E">
        <w:rPr>
          <w:bCs/>
          <w:i/>
          <w:iCs/>
        </w:rPr>
        <w:t>(</w:t>
      </w:r>
      <w:r w:rsidR="004036B1" w:rsidRPr="000A6D5E">
        <w:rPr>
          <w:bCs/>
          <w:i/>
          <w:iCs/>
        </w:rPr>
        <w:t>Mon ami Sacha Guitry</w:t>
      </w:r>
      <w:r w:rsidRPr="000A6D5E">
        <w:rPr>
          <w:bCs/>
          <w:i/>
          <w:iCs/>
        </w:rPr>
        <w:t>).</w:t>
      </w:r>
    </w:p>
    <w:p w14:paraId="03C4984A" w14:textId="77777777" w:rsidR="000A6D5E" w:rsidRDefault="004036B1" w:rsidP="000A6D5E">
      <w:r w:rsidRPr="00425309">
        <w:rPr>
          <w:i/>
          <w:iCs/>
        </w:rPr>
        <w:t>L</w:t>
      </w:r>
      <w:r w:rsidR="000A6D5E">
        <w:rPr>
          <w:i/>
          <w:iCs/>
        </w:rPr>
        <w:t>’</w:t>
      </w:r>
      <w:r w:rsidRPr="00425309">
        <w:rPr>
          <w:i/>
          <w:iCs/>
        </w:rPr>
        <w:t>événement se passe à une époque indéterminée</w:t>
      </w:r>
      <w:r w:rsidR="000A6D5E">
        <w:rPr>
          <w:i/>
          <w:iCs/>
        </w:rPr>
        <w:t xml:space="preserve">, </w:t>
      </w:r>
      <w:r w:rsidRPr="00425309">
        <w:rPr>
          <w:i/>
          <w:iCs/>
        </w:rPr>
        <w:t>entre 1830 et 1840 et le décor représente l</w:t>
      </w:r>
      <w:r w:rsidR="000A6D5E">
        <w:rPr>
          <w:i/>
          <w:iCs/>
        </w:rPr>
        <w:t>’</w:t>
      </w:r>
      <w:r w:rsidRPr="00425309">
        <w:rPr>
          <w:i/>
          <w:iCs/>
        </w:rPr>
        <w:t>endroit modeste mais c</w:t>
      </w:r>
      <w:r w:rsidRPr="00425309">
        <w:rPr>
          <w:i/>
          <w:iCs/>
        </w:rPr>
        <w:t>o</w:t>
      </w:r>
      <w:r w:rsidRPr="00425309">
        <w:rPr>
          <w:i/>
          <w:iCs/>
        </w:rPr>
        <w:t>quet dont Henry-Monnier a fait son cabinet de travail</w:t>
      </w:r>
      <w:r w:rsidR="000A6D5E">
        <w:rPr>
          <w:i/>
          <w:iCs/>
        </w:rPr>
        <w:t xml:space="preserve">. </w:t>
      </w:r>
      <w:r w:rsidRPr="00425309">
        <w:rPr>
          <w:i/>
          <w:iCs/>
        </w:rPr>
        <w:t>La pièce est ma</w:t>
      </w:r>
      <w:r w:rsidRPr="00425309">
        <w:rPr>
          <w:i/>
          <w:iCs/>
        </w:rPr>
        <w:t>n</w:t>
      </w:r>
      <w:r w:rsidRPr="00425309">
        <w:rPr>
          <w:i/>
          <w:iCs/>
        </w:rPr>
        <w:t>sardée</w:t>
      </w:r>
      <w:r w:rsidR="000A6D5E">
        <w:rPr>
          <w:i/>
          <w:iCs/>
        </w:rPr>
        <w:t xml:space="preserve">, </w:t>
      </w:r>
      <w:r w:rsidRPr="00425309">
        <w:rPr>
          <w:i/>
          <w:iCs/>
        </w:rPr>
        <w:t>les fenêtres sont à tabatière et il y a deux portes</w:t>
      </w:r>
      <w:r w:rsidR="000A6D5E">
        <w:rPr>
          <w:i/>
          <w:iCs/>
        </w:rPr>
        <w:t xml:space="preserve">. </w:t>
      </w:r>
      <w:r w:rsidRPr="00425309">
        <w:rPr>
          <w:i/>
          <w:iCs/>
        </w:rPr>
        <w:t>À droite</w:t>
      </w:r>
      <w:r w:rsidR="000A6D5E">
        <w:rPr>
          <w:i/>
          <w:iCs/>
        </w:rPr>
        <w:t xml:space="preserve">, </w:t>
      </w:r>
      <w:r w:rsidRPr="00425309">
        <w:rPr>
          <w:i/>
          <w:iCs/>
        </w:rPr>
        <w:t>deux fauteuils auprès d</w:t>
      </w:r>
      <w:r w:rsidR="000A6D5E">
        <w:rPr>
          <w:i/>
          <w:iCs/>
        </w:rPr>
        <w:t>’</w:t>
      </w:r>
      <w:r w:rsidRPr="00425309">
        <w:rPr>
          <w:i/>
          <w:iCs/>
        </w:rPr>
        <w:t>un guéridon</w:t>
      </w:r>
      <w:r w:rsidR="000A6D5E">
        <w:rPr>
          <w:i/>
          <w:iCs/>
        </w:rPr>
        <w:t xml:space="preserve">. </w:t>
      </w:r>
      <w:r w:rsidRPr="00425309">
        <w:rPr>
          <w:i/>
          <w:iCs/>
        </w:rPr>
        <w:t>À gauche</w:t>
      </w:r>
      <w:r w:rsidR="000A6D5E">
        <w:rPr>
          <w:i/>
          <w:iCs/>
        </w:rPr>
        <w:t xml:space="preserve">, </w:t>
      </w:r>
      <w:r w:rsidRPr="00425309">
        <w:rPr>
          <w:i/>
          <w:iCs/>
        </w:rPr>
        <w:t>un s</w:t>
      </w:r>
      <w:r w:rsidRPr="00425309">
        <w:rPr>
          <w:i/>
          <w:iCs/>
        </w:rPr>
        <w:t>e</w:t>
      </w:r>
      <w:r w:rsidRPr="00425309">
        <w:rPr>
          <w:i/>
          <w:iCs/>
        </w:rPr>
        <w:t>crétaire</w:t>
      </w:r>
      <w:r w:rsidR="000A6D5E">
        <w:rPr>
          <w:i/>
          <w:iCs/>
        </w:rPr>
        <w:t xml:space="preserve">. </w:t>
      </w:r>
      <w:r w:rsidRPr="00425309">
        <w:rPr>
          <w:i/>
          <w:iCs/>
        </w:rPr>
        <w:t>Au fond</w:t>
      </w:r>
      <w:r w:rsidR="000A6D5E">
        <w:rPr>
          <w:i/>
          <w:iCs/>
        </w:rPr>
        <w:t xml:space="preserve">, </w:t>
      </w:r>
      <w:r w:rsidRPr="00425309">
        <w:rPr>
          <w:i/>
          <w:iCs/>
        </w:rPr>
        <w:t>la cheminée</w:t>
      </w:r>
      <w:r w:rsidR="000A6D5E">
        <w:rPr>
          <w:i/>
          <w:iCs/>
        </w:rPr>
        <w:t>.</w:t>
      </w:r>
    </w:p>
    <w:p w14:paraId="7DBB64AA" w14:textId="77777777" w:rsidR="000A6D5E" w:rsidRDefault="004036B1" w:rsidP="000A6D5E">
      <w:r w:rsidRPr="00425309">
        <w:rPr>
          <w:bCs/>
          <w:i/>
          <w:iCs/>
        </w:rPr>
        <w:t>Le centre de la pièce est occupé par une longue table sur laquelle se trouvent</w:t>
      </w:r>
      <w:r w:rsidR="000A6D5E">
        <w:rPr>
          <w:bCs/>
          <w:i/>
          <w:iCs/>
        </w:rPr>
        <w:t xml:space="preserve">, </w:t>
      </w:r>
      <w:r w:rsidRPr="00425309">
        <w:rPr>
          <w:bCs/>
          <w:i/>
          <w:iCs/>
        </w:rPr>
        <w:t>à droite</w:t>
      </w:r>
      <w:r w:rsidR="000A6D5E">
        <w:rPr>
          <w:bCs/>
          <w:i/>
          <w:iCs/>
        </w:rPr>
        <w:t xml:space="preserve">, </w:t>
      </w:r>
      <w:r w:rsidRPr="00425309">
        <w:rPr>
          <w:bCs/>
          <w:i/>
          <w:iCs/>
        </w:rPr>
        <w:t>une planche à dessin</w:t>
      </w:r>
      <w:r w:rsidR="000A6D5E">
        <w:rPr>
          <w:bCs/>
          <w:i/>
          <w:iCs/>
        </w:rPr>
        <w:t xml:space="preserve">, </w:t>
      </w:r>
      <w:r w:rsidRPr="00425309">
        <w:rPr>
          <w:bCs/>
          <w:i/>
          <w:iCs/>
        </w:rPr>
        <w:t>des crayons</w:t>
      </w:r>
      <w:r w:rsidR="000A6D5E">
        <w:rPr>
          <w:bCs/>
          <w:i/>
          <w:iCs/>
        </w:rPr>
        <w:t xml:space="preserve">, </w:t>
      </w:r>
      <w:r w:rsidRPr="00425309">
        <w:rPr>
          <w:bCs/>
          <w:i/>
          <w:iCs/>
        </w:rPr>
        <w:t>des pinceaux et des godets pour l</w:t>
      </w:r>
      <w:r w:rsidR="000A6D5E">
        <w:rPr>
          <w:bCs/>
          <w:i/>
          <w:iCs/>
        </w:rPr>
        <w:t>’</w:t>
      </w:r>
      <w:r w:rsidRPr="00425309">
        <w:rPr>
          <w:bCs/>
          <w:i/>
          <w:iCs/>
        </w:rPr>
        <w:t>aquarelle</w:t>
      </w:r>
      <w:r w:rsidR="000A6D5E">
        <w:rPr>
          <w:bCs/>
          <w:i/>
          <w:iCs/>
        </w:rPr>
        <w:t xml:space="preserve"> – </w:t>
      </w:r>
      <w:r w:rsidRPr="00425309">
        <w:rPr>
          <w:bCs/>
          <w:i/>
          <w:iCs/>
        </w:rPr>
        <w:t>face au public</w:t>
      </w:r>
      <w:r w:rsidR="000A6D5E">
        <w:rPr>
          <w:bCs/>
          <w:i/>
          <w:iCs/>
        </w:rPr>
        <w:t xml:space="preserve">, </w:t>
      </w:r>
      <w:r w:rsidRPr="00425309">
        <w:rPr>
          <w:bCs/>
          <w:i/>
          <w:iCs/>
        </w:rPr>
        <w:t>de quoi écrire</w:t>
      </w:r>
      <w:r w:rsidR="000A6D5E">
        <w:rPr>
          <w:bCs/>
          <w:i/>
          <w:iCs/>
        </w:rPr>
        <w:t xml:space="preserve"> – </w:t>
      </w:r>
      <w:r w:rsidRPr="00425309">
        <w:rPr>
          <w:bCs/>
          <w:i/>
          <w:iCs/>
        </w:rPr>
        <w:t>et</w:t>
      </w:r>
      <w:r w:rsidR="000A6D5E">
        <w:rPr>
          <w:bCs/>
          <w:i/>
          <w:iCs/>
        </w:rPr>
        <w:t xml:space="preserve">, </w:t>
      </w:r>
      <w:r w:rsidRPr="00425309">
        <w:rPr>
          <w:bCs/>
          <w:i/>
          <w:iCs/>
        </w:rPr>
        <w:t>à gauche</w:t>
      </w:r>
      <w:r w:rsidR="000A6D5E">
        <w:rPr>
          <w:bCs/>
          <w:i/>
          <w:iCs/>
        </w:rPr>
        <w:t xml:space="preserve">, </w:t>
      </w:r>
      <w:r w:rsidRPr="00425309">
        <w:rPr>
          <w:bCs/>
          <w:i/>
          <w:iCs/>
        </w:rPr>
        <w:t>un miroir sur un chev</w:t>
      </w:r>
      <w:r w:rsidRPr="00425309">
        <w:rPr>
          <w:bCs/>
          <w:i/>
          <w:iCs/>
        </w:rPr>
        <w:t>a</w:t>
      </w:r>
      <w:r w:rsidRPr="00425309">
        <w:rPr>
          <w:bCs/>
          <w:i/>
          <w:iCs/>
        </w:rPr>
        <w:t>let</w:t>
      </w:r>
      <w:r w:rsidR="000A6D5E">
        <w:rPr>
          <w:bCs/>
          <w:i/>
          <w:iCs/>
        </w:rPr>
        <w:t xml:space="preserve">, </w:t>
      </w:r>
      <w:r w:rsidRPr="00425309">
        <w:rPr>
          <w:bCs/>
          <w:i/>
          <w:iCs/>
        </w:rPr>
        <w:t>des bâtons de maquillage</w:t>
      </w:r>
      <w:r w:rsidR="000A6D5E">
        <w:rPr>
          <w:bCs/>
          <w:i/>
          <w:iCs/>
        </w:rPr>
        <w:t xml:space="preserve">, </w:t>
      </w:r>
      <w:r w:rsidRPr="00425309">
        <w:rPr>
          <w:bCs/>
          <w:i/>
          <w:iCs/>
        </w:rPr>
        <w:t>une serviette et une sorte de cha</w:t>
      </w:r>
      <w:r w:rsidRPr="00425309">
        <w:rPr>
          <w:bCs/>
          <w:i/>
          <w:iCs/>
        </w:rPr>
        <w:t>m</w:t>
      </w:r>
      <w:r w:rsidRPr="00425309">
        <w:rPr>
          <w:bCs/>
          <w:i/>
          <w:iCs/>
        </w:rPr>
        <w:t>pignon sur lequel les acteurs déposent leurs perruques</w:t>
      </w:r>
      <w:r w:rsidR="000A6D5E">
        <w:rPr>
          <w:bCs/>
          <w:i/>
          <w:iCs/>
        </w:rPr>
        <w:t xml:space="preserve">. </w:t>
      </w:r>
      <w:r w:rsidRPr="00425309">
        <w:rPr>
          <w:bCs/>
          <w:i/>
          <w:iCs/>
        </w:rPr>
        <w:t>Il y a trois chaises autour de cette table</w:t>
      </w:r>
      <w:r w:rsidR="000A6D5E">
        <w:rPr>
          <w:bCs/>
          <w:i/>
          <w:iCs/>
        </w:rPr>
        <w:t xml:space="preserve">, </w:t>
      </w:r>
      <w:r w:rsidRPr="00425309">
        <w:rPr>
          <w:bCs/>
          <w:i/>
          <w:iCs/>
        </w:rPr>
        <w:t>la première est à droite</w:t>
      </w:r>
      <w:r w:rsidR="000A6D5E">
        <w:rPr>
          <w:bCs/>
          <w:i/>
          <w:iCs/>
        </w:rPr>
        <w:t xml:space="preserve">, </w:t>
      </w:r>
      <w:r w:rsidRPr="00425309">
        <w:rPr>
          <w:bCs/>
          <w:i/>
          <w:iCs/>
        </w:rPr>
        <w:t>la de</w:t>
      </w:r>
      <w:r w:rsidRPr="00425309">
        <w:rPr>
          <w:bCs/>
          <w:i/>
          <w:iCs/>
        </w:rPr>
        <w:t>u</w:t>
      </w:r>
      <w:r w:rsidRPr="00425309">
        <w:rPr>
          <w:bCs/>
          <w:i/>
          <w:iCs/>
        </w:rPr>
        <w:t>xième au milieu et la troisième à gauche</w:t>
      </w:r>
      <w:r w:rsidR="000A6D5E">
        <w:rPr>
          <w:bCs/>
          <w:i/>
          <w:iCs/>
        </w:rPr>
        <w:t xml:space="preserve">. </w:t>
      </w:r>
      <w:r w:rsidRPr="00425309">
        <w:rPr>
          <w:bCs/>
          <w:i/>
          <w:iCs/>
        </w:rPr>
        <w:t>Sur le dossier de cette dernière</w:t>
      </w:r>
      <w:r w:rsidR="000A6D5E">
        <w:rPr>
          <w:bCs/>
          <w:i/>
          <w:iCs/>
        </w:rPr>
        <w:t xml:space="preserve">, </w:t>
      </w:r>
      <w:r w:rsidRPr="00425309">
        <w:rPr>
          <w:bCs/>
          <w:i/>
          <w:iCs/>
        </w:rPr>
        <w:t>une robe de chambre est posée</w:t>
      </w:r>
      <w:r w:rsidR="000A6D5E">
        <w:rPr>
          <w:bCs/>
          <w:i/>
          <w:iCs/>
        </w:rPr>
        <w:t xml:space="preserve">. </w:t>
      </w:r>
      <w:r w:rsidRPr="00425309">
        <w:rPr>
          <w:bCs/>
          <w:i/>
          <w:iCs/>
        </w:rPr>
        <w:t>Aux murs</w:t>
      </w:r>
      <w:r w:rsidR="000A6D5E">
        <w:rPr>
          <w:bCs/>
          <w:i/>
          <w:iCs/>
        </w:rPr>
        <w:t xml:space="preserve">, </w:t>
      </w:r>
      <w:r w:rsidRPr="00425309">
        <w:rPr>
          <w:bCs/>
          <w:i/>
          <w:iCs/>
        </w:rPr>
        <w:t>des dessins et des aquarelles dont la plupart sont maintenus par des p</w:t>
      </w:r>
      <w:r w:rsidRPr="00425309">
        <w:rPr>
          <w:bCs/>
          <w:i/>
          <w:iCs/>
        </w:rPr>
        <w:t>u</w:t>
      </w:r>
      <w:r w:rsidRPr="00425309">
        <w:rPr>
          <w:bCs/>
          <w:i/>
          <w:iCs/>
        </w:rPr>
        <w:t>naises</w:t>
      </w:r>
      <w:r w:rsidR="000A6D5E">
        <w:rPr>
          <w:bCs/>
          <w:i/>
          <w:iCs/>
        </w:rPr>
        <w:t>.</w:t>
      </w:r>
    </w:p>
    <w:p w14:paraId="08C215A1" w14:textId="28130BE0" w:rsidR="004036B1" w:rsidRPr="00425309" w:rsidRDefault="004036B1" w:rsidP="000A6D5E">
      <w:pPr>
        <w:pStyle w:val="Titre1"/>
      </w:pPr>
      <w:bookmarkStart w:id="0" w:name="_Toc197458012"/>
      <w:r w:rsidRPr="00425309">
        <w:lastRenderedPageBreak/>
        <w:t>PERSONNAGES</w:t>
      </w:r>
      <w:bookmarkEnd w:id="0"/>
      <w:r w:rsidRPr="00425309">
        <w:br/>
      </w:r>
    </w:p>
    <w:p w14:paraId="5D13F126" w14:textId="77777777" w:rsidR="000A6D5E" w:rsidRDefault="004036B1" w:rsidP="000A6D5E">
      <w:pPr>
        <w:ind w:firstLine="0"/>
        <w:jc w:val="center"/>
      </w:pPr>
      <w:r w:rsidRPr="000A6D5E">
        <w:t>HENRY-MONNIER</w:t>
      </w:r>
    </w:p>
    <w:p w14:paraId="4DF3E54B" w14:textId="77777777" w:rsidR="000A6D5E" w:rsidRDefault="004036B1" w:rsidP="000A6D5E">
      <w:pPr>
        <w:ind w:firstLine="0"/>
        <w:jc w:val="center"/>
      </w:pPr>
      <w:r w:rsidRPr="000A6D5E">
        <w:t xml:space="preserve">LÉON </w:t>
      </w:r>
      <w:proofErr w:type="spellStart"/>
      <w:r w:rsidRPr="000A6D5E">
        <w:t>GOZLAN</w:t>
      </w:r>
      <w:proofErr w:type="spellEnd"/>
    </w:p>
    <w:p w14:paraId="28008C30" w14:textId="77777777" w:rsidR="000A6D5E" w:rsidRDefault="004036B1" w:rsidP="000A6D5E">
      <w:pPr>
        <w:ind w:firstLine="0"/>
        <w:jc w:val="center"/>
      </w:pPr>
      <w:r w:rsidRPr="000A6D5E">
        <w:t xml:space="preserve">MONSIEUR </w:t>
      </w:r>
      <w:proofErr w:type="spellStart"/>
      <w:r w:rsidRPr="000A6D5E">
        <w:t>RÉMOUILLOT</w:t>
      </w:r>
      <w:proofErr w:type="spellEnd"/>
    </w:p>
    <w:p w14:paraId="20A94845" w14:textId="20B056D9" w:rsidR="004036B1" w:rsidRPr="000A6D5E" w:rsidRDefault="004036B1" w:rsidP="000A6D5E">
      <w:pPr>
        <w:ind w:firstLine="0"/>
        <w:jc w:val="center"/>
      </w:pPr>
      <w:r w:rsidRPr="000A6D5E">
        <w:t xml:space="preserve">CAROLINE </w:t>
      </w:r>
      <w:proofErr w:type="spellStart"/>
      <w:r w:rsidRPr="000A6D5E">
        <w:t>LINSEL</w:t>
      </w:r>
      <w:proofErr w:type="spellEnd"/>
    </w:p>
    <w:p w14:paraId="2DCB8BFA" w14:textId="77777777" w:rsidR="000A6D5E" w:rsidRDefault="004036B1" w:rsidP="000A6D5E">
      <w:pPr>
        <w:ind w:firstLine="0"/>
        <w:jc w:val="center"/>
      </w:pPr>
      <w:r w:rsidRPr="000A6D5E">
        <w:rPr>
          <w:bCs/>
          <w:i/>
          <w:iCs/>
        </w:rPr>
        <w:t>femme de Henry-Monnier</w:t>
      </w:r>
    </w:p>
    <w:p w14:paraId="612455F0" w14:textId="77777777" w:rsidR="000A6D5E" w:rsidRDefault="004036B1" w:rsidP="000A6D5E">
      <w:pPr>
        <w:ind w:firstLine="0"/>
        <w:jc w:val="center"/>
      </w:pPr>
      <w:r w:rsidRPr="000A6D5E">
        <w:t>L</w:t>
      </w:r>
      <w:r w:rsidR="000A6D5E" w:rsidRPr="000A6D5E">
        <w:t>’</w:t>
      </w:r>
      <w:r w:rsidRPr="000A6D5E">
        <w:t>HABILLEUSE</w:t>
      </w:r>
    </w:p>
    <w:p w14:paraId="42B7D2EF" w14:textId="77777777" w:rsidR="000A6D5E" w:rsidRDefault="004036B1" w:rsidP="000A6D5E">
      <w:pPr>
        <w:ind w:firstLine="0"/>
        <w:jc w:val="center"/>
      </w:pPr>
      <w:r w:rsidRPr="000A6D5E">
        <w:t>UNE PETITE BONNE</w:t>
      </w:r>
    </w:p>
    <w:p w14:paraId="79E14146" w14:textId="77777777" w:rsidR="000A6D5E" w:rsidRDefault="000A6D5E" w:rsidP="000A6D5E">
      <w:r>
        <w:t> </w:t>
      </w:r>
    </w:p>
    <w:p w14:paraId="79E14146" w14:textId="77777777" w:rsidR="000A6D5E" w:rsidRDefault="004036B1" w:rsidP="000A6D5E">
      <w:r w:rsidRPr="00425309">
        <w:rPr>
          <w:bCs/>
          <w:i/>
          <w:iCs/>
        </w:rPr>
        <w:t>Monsieur Prudhomme a-t-il vécu</w:t>
      </w:r>
      <w:r w:rsidR="000A6D5E">
        <w:rPr>
          <w:bCs/>
          <w:i/>
          <w:iCs/>
        </w:rPr>
        <w:t xml:space="preserve"> ? </w:t>
      </w:r>
      <w:r w:rsidRPr="00425309">
        <w:t>a été représentée pour la première fois sur la scène du Théâtre de la Madeleine</w:t>
      </w:r>
      <w:r w:rsidR="000A6D5E">
        <w:t xml:space="preserve">, </w:t>
      </w:r>
      <w:r w:rsidRPr="00425309">
        <w:t xml:space="preserve">le </w:t>
      </w:r>
      <w:r w:rsidR="000A6D5E" w:rsidRPr="00425309">
        <w:t>3</w:t>
      </w:r>
      <w:r w:rsidR="000A6D5E">
        <w:t> </w:t>
      </w:r>
      <w:r w:rsidR="000A6D5E" w:rsidRPr="00425309">
        <w:t>novembre</w:t>
      </w:r>
      <w:r w:rsidRPr="00425309">
        <w:t xml:space="preserve"> 1931</w:t>
      </w:r>
      <w:r w:rsidR="000A6D5E">
        <w:t>.</w:t>
      </w:r>
    </w:p>
    <w:p w14:paraId="046F872C" w14:textId="2123EA53" w:rsidR="000A6D5E" w:rsidRPr="00A97086" w:rsidRDefault="004036B1" w:rsidP="00A97086">
      <w:pPr>
        <w:pStyle w:val="Titre1"/>
      </w:pPr>
      <w:bookmarkStart w:id="1" w:name="_Toc197458013"/>
      <w:r w:rsidRPr="00A97086">
        <w:lastRenderedPageBreak/>
        <w:t>ACTE PREMIER</w:t>
      </w:r>
      <w:bookmarkEnd w:id="1"/>
      <w:r w:rsidRPr="00A97086">
        <w:br/>
      </w:r>
    </w:p>
    <w:p w14:paraId="6C009703" w14:textId="77777777" w:rsidR="000A6D5E" w:rsidRDefault="000A6D5E" w:rsidP="000A6D5E">
      <w:r>
        <w:rPr>
          <w:bCs/>
          <w:i/>
          <w:iCs/>
        </w:rPr>
        <w:t>(</w:t>
      </w:r>
      <w:r w:rsidR="004036B1" w:rsidRPr="00425309">
        <w:rPr>
          <w:bCs/>
          <w:i/>
          <w:iCs/>
        </w:rPr>
        <w:t>Au lever du rideau</w:t>
      </w:r>
      <w:r>
        <w:rPr>
          <w:bCs/>
          <w:i/>
          <w:iCs/>
        </w:rPr>
        <w:t xml:space="preserve">, </w:t>
      </w:r>
      <w:r w:rsidR="004036B1" w:rsidRPr="00425309">
        <w:rPr>
          <w:bCs/>
          <w:i/>
          <w:iCs/>
        </w:rPr>
        <w:t>la scène est vide</w:t>
      </w:r>
      <w:r>
        <w:rPr>
          <w:bCs/>
          <w:i/>
          <w:iCs/>
        </w:rPr>
        <w:t>.</w:t>
      </w:r>
    </w:p>
    <w:p w14:paraId="5004A757" w14:textId="77777777" w:rsidR="000A6D5E" w:rsidRDefault="004036B1" w:rsidP="000A6D5E">
      <w:pPr>
        <w:rPr>
          <w:bCs/>
          <w:i/>
          <w:iCs/>
        </w:rPr>
      </w:pPr>
      <w:r w:rsidRPr="00425309">
        <w:rPr>
          <w:bCs/>
          <w:i/>
          <w:iCs/>
        </w:rPr>
        <w:t>On entend une sonnette en coulisse</w:t>
      </w:r>
      <w:r w:rsidR="000A6D5E">
        <w:rPr>
          <w:bCs/>
          <w:i/>
          <w:iCs/>
        </w:rPr>
        <w:t xml:space="preserve"> – </w:t>
      </w:r>
      <w:r w:rsidRPr="00425309">
        <w:rPr>
          <w:bCs/>
          <w:i/>
          <w:iCs/>
        </w:rPr>
        <w:t>puis la porte du fond s</w:t>
      </w:r>
      <w:r w:rsidR="000A6D5E">
        <w:rPr>
          <w:bCs/>
          <w:i/>
          <w:iCs/>
        </w:rPr>
        <w:t>’</w:t>
      </w:r>
      <w:r w:rsidRPr="00425309">
        <w:rPr>
          <w:bCs/>
          <w:i/>
          <w:iCs/>
        </w:rPr>
        <w:t>ouvre et la bonne fait entrer un monsieur assez élégant</w:t>
      </w:r>
      <w:r w:rsidR="000A6D5E">
        <w:rPr>
          <w:bCs/>
          <w:i/>
          <w:iCs/>
        </w:rPr>
        <w:t xml:space="preserve">, </w:t>
      </w:r>
      <w:r w:rsidRPr="00425309">
        <w:rPr>
          <w:bCs/>
          <w:i/>
          <w:iCs/>
        </w:rPr>
        <w:t>d</w:t>
      </w:r>
      <w:r w:rsidR="000A6D5E">
        <w:rPr>
          <w:bCs/>
          <w:i/>
          <w:iCs/>
        </w:rPr>
        <w:t>’</w:t>
      </w:r>
      <w:r w:rsidRPr="00425309">
        <w:rPr>
          <w:bCs/>
          <w:i/>
          <w:iCs/>
        </w:rPr>
        <w:t>une quarantaine d</w:t>
      </w:r>
      <w:r w:rsidR="000A6D5E">
        <w:rPr>
          <w:bCs/>
          <w:i/>
          <w:iCs/>
        </w:rPr>
        <w:t>’</w:t>
      </w:r>
      <w:r w:rsidRPr="00425309">
        <w:rPr>
          <w:bCs/>
          <w:i/>
          <w:iCs/>
        </w:rPr>
        <w:t>années et qui porte un collier de barbe noire</w:t>
      </w:r>
      <w:r w:rsidR="000A6D5E">
        <w:rPr>
          <w:bCs/>
          <w:i/>
          <w:iCs/>
        </w:rPr>
        <w:t xml:space="preserve">, </w:t>
      </w:r>
      <w:r w:rsidRPr="00425309">
        <w:rPr>
          <w:bCs/>
          <w:i/>
          <w:iCs/>
        </w:rPr>
        <w:t>c</w:t>
      </w:r>
      <w:r w:rsidR="000A6D5E">
        <w:rPr>
          <w:bCs/>
          <w:i/>
          <w:iCs/>
        </w:rPr>
        <w:t>’</w:t>
      </w:r>
      <w:r w:rsidRPr="00425309">
        <w:rPr>
          <w:bCs/>
          <w:i/>
          <w:iCs/>
        </w:rPr>
        <w:t xml:space="preserve">est Léon </w:t>
      </w:r>
      <w:proofErr w:type="spellStart"/>
      <w:r w:rsidRPr="00425309">
        <w:rPr>
          <w:bCs/>
          <w:i/>
          <w:iCs/>
        </w:rPr>
        <w:t>Gozlan</w:t>
      </w:r>
      <w:proofErr w:type="spellEnd"/>
      <w:r w:rsidR="000A6D5E">
        <w:rPr>
          <w:bCs/>
          <w:i/>
          <w:iCs/>
        </w:rPr>
        <w:t>.)</w:t>
      </w:r>
    </w:p>
    <w:p w14:paraId="6EC3842C" w14:textId="77777777" w:rsidR="00A97086" w:rsidRDefault="00A97086" w:rsidP="000A6D5E"/>
    <w:p w14:paraId="262108FC" w14:textId="77777777" w:rsidR="000A6D5E" w:rsidRDefault="004036B1" w:rsidP="000A6D5E">
      <w:r w:rsidRPr="00425309">
        <w:rPr>
          <w:bCs/>
          <w:i/>
          <w:iCs/>
        </w:rPr>
        <w:t>LA BONNE</w:t>
      </w:r>
      <w:r w:rsidR="000A6D5E">
        <w:rPr>
          <w:bCs/>
          <w:i/>
          <w:iCs/>
        </w:rPr>
        <w:t xml:space="preserve">. </w:t>
      </w:r>
      <w:r w:rsidR="000A6D5E">
        <w:t xml:space="preserve">– </w:t>
      </w:r>
      <w:r w:rsidRPr="00425309">
        <w:t>Non</w:t>
      </w:r>
      <w:r w:rsidR="000A6D5E">
        <w:t xml:space="preserve">, </w:t>
      </w:r>
      <w:r w:rsidRPr="00425309">
        <w:t>Monsieur</w:t>
      </w:r>
      <w:r w:rsidR="000A6D5E">
        <w:t xml:space="preserve">, </w:t>
      </w:r>
      <w:r w:rsidRPr="00425309">
        <w:t>Monsieur Henry-Monnier n</w:t>
      </w:r>
      <w:r w:rsidR="000A6D5E">
        <w:t>’</w:t>
      </w:r>
      <w:r w:rsidRPr="00425309">
        <w:t>est pas chez lui</w:t>
      </w:r>
      <w:r w:rsidR="000A6D5E">
        <w:t xml:space="preserve">, </w:t>
      </w:r>
      <w:r w:rsidRPr="00425309">
        <w:t>mais je pense qu</w:t>
      </w:r>
      <w:r w:rsidR="000A6D5E">
        <w:t>’</w:t>
      </w:r>
      <w:r w:rsidRPr="00425309">
        <w:t>il finira bien par rentrer</w:t>
      </w:r>
      <w:r w:rsidR="000A6D5E">
        <w:t xml:space="preserve">. </w:t>
      </w:r>
      <w:r w:rsidRPr="00425309">
        <w:t>En tout cas</w:t>
      </w:r>
      <w:r w:rsidR="000A6D5E">
        <w:t xml:space="preserve">, </w:t>
      </w:r>
      <w:r w:rsidRPr="00425309">
        <w:t>je vais prévenir Madame que vous êtes là</w:t>
      </w:r>
      <w:r w:rsidR="000A6D5E">
        <w:t xml:space="preserve">. </w:t>
      </w:r>
      <w:r w:rsidRPr="00425309">
        <w:t>Quel nom que je dois lui dire</w:t>
      </w:r>
      <w:r w:rsidR="000A6D5E">
        <w:t> ?</w:t>
      </w:r>
    </w:p>
    <w:p w14:paraId="49E6412C"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 xml:space="preserve">Monsieur Léon </w:t>
      </w:r>
      <w:proofErr w:type="spellStart"/>
      <w:r w:rsidRPr="00425309">
        <w:t>Gozlan</w:t>
      </w:r>
      <w:proofErr w:type="spellEnd"/>
      <w:r w:rsidR="000A6D5E">
        <w:t>.</w:t>
      </w:r>
    </w:p>
    <w:p w14:paraId="573B8126" w14:textId="77777777" w:rsidR="000A6D5E" w:rsidRDefault="004036B1" w:rsidP="000A6D5E">
      <w:r w:rsidRPr="00425309">
        <w:rPr>
          <w:bCs/>
          <w:i/>
          <w:iCs/>
        </w:rPr>
        <w:t>LA BONNE</w:t>
      </w:r>
      <w:r w:rsidR="000A6D5E">
        <w:rPr>
          <w:bCs/>
          <w:i/>
          <w:iCs/>
        </w:rPr>
        <w:t xml:space="preserve">. </w:t>
      </w:r>
      <w:r w:rsidR="000A6D5E">
        <w:t xml:space="preserve">– </w:t>
      </w:r>
      <w:r w:rsidRPr="00425309">
        <w:t>Monsieur Léon</w:t>
      </w:r>
      <w:r w:rsidR="000A6D5E">
        <w:t>… ?</w:t>
      </w:r>
    </w:p>
    <w:p w14:paraId="6072E5D5"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proofErr w:type="spellStart"/>
      <w:r w:rsidRPr="00425309">
        <w:t>Gozlan</w:t>
      </w:r>
      <w:proofErr w:type="spellEnd"/>
      <w:r w:rsidR="000A6D5E">
        <w:t>.</w:t>
      </w:r>
    </w:p>
    <w:p w14:paraId="07A4169B" w14:textId="77777777" w:rsidR="000A6D5E" w:rsidRDefault="004036B1" w:rsidP="000A6D5E">
      <w:r w:rsidRPr="00425309">
        <w:rPr>
          <w:bCs/>
          <w:i/>
          <w:iCs/>
        </w:rPr>
        <w:t>LA BONNE</w:t>
      </w:r>
      <w:r w:rsidR="000A6D5E">
        <w:rPr>
          <w:bCs/>
          <w:i/>
          <w:iCs/>
        </w:rPr>
        <w:t xml:space="preserve">. </w:t>
      </w:r>
      <w:r w:rsidR="000A6D5E">
        <w:t xml:space="preserve">– </w:t>
      </w:r>
      <w:r w:rsidRPr="00425309">
        <w:t>Oui</w:t>
      </w:r>
      <w:r w:rsidR="000A6D5E">
        <w:t xml:space="preserve">… </w:t>
      </w:r>
      <w:r w:rsidRPr="00425309">
        <w:t>oh</w:t>
      </w:r>
      <w:r w:rsidR="000A6D5E">
        <w:t xml:space="preserve"> ! </w:t>
      </w:r>
      <w:r w:rsidRPr="00425309">
        <w:t>Ben</w:t>
      </w:r>
      <w:r w:rsidR="000A6D5E">
        <w:t xml:space="preserve">, </w:t>
      </w:r>
      <w:r w:rsidRPr="00425309">
        <w:t>vous le lui direz vous-même</w:t>
      </w:r>
      <w:r w:rsidR="000A6D5E">
        <w:t>.</w:t>
      </w:r>
    </w:p>
    <w:p w14:paraId="5B4286A3" w14:textId="77777777" w:rsidR="000A6D5E" w:rsidRDefault="000A6D5E" w:rsidP="000A6D5E">
      <w:r>
        <w:rPr>
          <w:bCs/>
          <w:i/>
          <w:iCs/>
        </w:rPr>
        <w:t>(</w:t>
      </w:r>
      <w:r w:rsidR="004036B1" w:rsidRPr="00425309">
        <w:rPr>
          <w:bCs/>
          <w:i/>
          <w:iCs/>
        </w:rPr>
        <w:t xml:space="preserve">Léon </w:t>
      </w:r>
      <w:proofErr w:type="spellStart"/>
      <w:r w:rsidR="004036B1" w:rsidRPr="00425309">
        <w:rPr>
          <w:bCs/>
          <w:i/>
          <w:iCs/>
        </w:rPr>
        <w:t>Gozlan</w:t>
      </w:r>
      <w:proofErr w:type="spellEnd"/>
      <w:r>
        <w:rPr>
          <w:bCs/>
          <w:i/>
          <w:iCs/>
        </w:rPr>
        <w:t xml:space="preserve">, </w:t>
      </w:r>
      <w:r w:rsidR="004036B1" w:rsidRPr="00425309">
        <w:rPr>
          <w:bCs/>
          <w:i/>
          <w:iCs/>
        </w:rPr>
        <w:t>resté seul</w:t>
      </w:r>
      <w:r>
        <w:rPr>
          <w:bCs/>
          <w:i/>
          <w:iCs/>
        </w:rPr>
        <w:t xml:space="preserve">, </w:t>
      </w:r>
      <w:r w:rsidR="004036B1" w:rsidRPr="00425309">
        <w:rPr>
          <w:bCs/>
          <w:i/>
          <w:iCs/>
        </w:rPr>
        <w:t>regarde</w:t>
      </w:r>
      <w:r>
        <w:rPr>
          <w:bCs/>
          <w:i/>
          <w:iCs/>
        </w:rPr>
        <w:t xml:space="preserve">, </w:t>
      </w:r>
      <w:r w:rsidR="004036B1" w:rsidRPr="00425309">
        <w:rPr>
          <w:bCs/>
          <w:i/>
          <w:iCs/>
        </w:rPr>
        <w:t>à la place où He</w:t>
      </w:r>
      <w:r w:rsidR="004036B1" w:rsidRPr="00425309">
        <w:rPr>
          <w:bCs/>
          <w:i/>
          <w:iCs/>
        </w:rPr>
        <w:t>n</w:t>
      </w:r>
      <w:r w:rsidR="004036B1" w:rsidRPr="00425309">
        <w:rPr>
          <w:bCs/>
          <w:i/>
          <w:iCs/>
        </w:rPr>
        <w:t>ry-Monnier dessine</w:t>
      </w:r>
      <w:r>
        <w:rPr>
          <w:bCs/>
          <w:i/>
          <w:iCs/>
        </w:rPr>
        <w:t xml:space="preserve">, </w:t>
      </w:r>
      <w:r w:rsidR="004036B1" w:rsidRPr="00425309">
        <w:rPr>
          <w:bCs/>
          <w:i/>
          <w:iCs/>
        </w:rPr>
        <w:t>un croquis commencé</w:t>
      </w:r>
      <w:r>
        <w:rPr>
          <w:bCs/>
          <w:i/>
          <w:iCs/>
        </w:rPr>
        <w:t>.)</w:t>
      </w:r>
    </w:p>
    <w:p w14:paraId="40FECCB8"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Oh</w:t>
      </w:r>
      <w:r w:rsidR="000A6D5E">
        <w:t xml:space="preserve">… </w:t>
      </w:r>
      <w:r w:rsidRPr="00425309">
        <w:t>charmant</w:t>
      </w:r>
      <w:r w:rsidR="000A6D5E">
        <w:t> !</w:t>
      </w:r>
    </w:p>
    <w:p w14:paraId="52B92589" w14:textId="77777777" w:rsidR="000A6D5E" w:rsidRDefault="004036B1" w:rsidP="000A6D5E">
      <w:r w:rsidRPr="00425309">
        <w:rPr>
          <w:bCs/>
          <w:i/>
          <w:iCs/>
        </w:rPr>
        <w:t>CAROLINE</w:t>
      </w:r>
      <w:r w:rsidR="000A6D5E">
        <w:rPr>
          <w:bCs/>
          <w:i/>
          <w:iCs/>
        </w:rPr>
        <w:t xml:space="preserve">, </w:t>
      </w:r>
      <w:r w:rsidRPr="00425309">
        <w:rPr>
          <w:bCs/>
          <w:i/>
          <w:iCs/>
        </w:rPr>
        <w:t>passant la tête par la porte qui se trouve à gauche</w:t>
      </w:r>
      <w:r w:rsidR="000A6D5E">
        <w:rPr>
          <w:bCs/>
          <w:i/>
          <w:iCs/>
        </w:rPr>
        <w:t xml:space="preserve">. </w:t>
      </w:r>
      <w:r w:rsidR="000A6D5E">
        <w:t xml:space="preserve">– </w:t>
      </w:r>
      <w:r w:rsidRPr="00425309">
        <w:t>Ah</w:t>
      </w:r>
      <w:r w:rsidR="000A6D5E">
        <w:t xml:space="preserve"> ! </w:t>
      </w:r>
      <w:r w:rsidRPr="00425309">
        <w:t>C</w:t>
      </w:r>
      <w:r w:rsidR="000A6D5E">
        <w:t>’</w:t>
      </w:r>
      <w:r w:rsidRPr="00425309">
        <w:t>est vous</w:t>
      </w:r>
      <w:r w:rsidR="000A6D5E">
        <w:t xml:space="preserve">, </w:t>
      </w:r>
      <w:r w:rsidRPr="00425309">
        <w:t xml:space="preserve">cher Monsieur </w:t>
      </w:r>
      <w:proofErr w:type="spellStart"/>
      <w:r w:rsidRPr="00425309">
        <w:t>Gozlan</w:t>
      </w:r>
      <w:proofErr w:type="spellEnd"/>
      <w:r w:rsidR="000A6D5E">
        <w:t xml:space="preserve">. </w:t>
      </w:r>
      <w:r w:rsidRPr="00425309">
        <w:t>Notre no</w:t>
      </w:r>
      <w:r w:rsidRPr="00425309">
        <w:t>u</w:t>
      </w:r>
      <w:r w:rsidRPr="00425309">
        <w:t>velle petite bonne écorche tous les noms</w:t>
      </w:r>
      <w:r w:rsidR="000A6D5E">
        <w:t xml:space="preserve">… </w:t>
      </w:r>
      <w:r w:rsidRPr="00425309">
        <w:t>et quand je lui ai d</w:t>
      </w:r>
      <w:r w:rsidRPr="00425309">
        <w:t>e</w:t>
      </w:r>
      <w:r w:rsidRPr="00425309">
        <w:t>mandé de me dire au moins comment vous étiez</w:t>
      </w:r>
      <w:r w:rsidR="000A6D5E">
        <w:t xml:space="preserve">, </w:t>
      </w:r>
      <w:r w:rsidRPr="00425309">
        <w:t>elle m</w:t>
      </w:r>
      <w:r w:rsidR="000A6D5E">
        <w:t>’</w:t>
      </w:r>
      <w:r w:rsidRPr="00425309">
        <w:t xml:space="preserve">a </w:t>
      </w:r>
      <w:r w:rsidRPr="00425309">
        <w:lastRenderedPageBreak/>
        <w:t>r</w:t>
      </w:r>
      <w:r w:rsidRPr="00425309">
        <w:t>é</w:t>
      </w:r>
      <w:r w:rsidRPr="00425309">
        <w:t>pondu que vous aviez de la fourrure autour de votre col</w:t>
      </w:r>
      <w:r w:rsidR="000A6D5E">
        <w:t xml:space="preserve"> ! </w:t>
      </w:r>
      <w:r w:rsidRPr="00425309">
        <w:t>Co</w:t>
      </w:r>
      <w:r w:rsidRPr="00425309">
        <w:t>m</w:t>
      </w:r>
      <w:r w:rsidRPr="00425309">
        <w:t>ment vous portez-vous</w:t>
      </w:r>
      <w:r w:rsidR="000A6D5E">
        <w:t> ?</w:t>
      </w:r>
    </w:p>
    <w:p w14:paraId="2CCED483"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Le mieux du monde</w:t>
      </w:r>
      <w:r w:rsidR="000A6D5E">
        <w:t xml:space="preserve">. </w:t>
      </w:r>
      <w:r w:rsidRPr="00425309">
        <w:t>Mais je suis d</w:t>
      </w:r>
      <w:r w:rsidRPr="00425309">
        <w:t>é</w:t>
      </w:r>
      <w:r w:rsidRPr="00425309">
        <w:t>solé que cette enfant vous ait dérangé</w:t>
      </w:r>
      <w:r w:rsidR="000A6D5E">
        <w:t xml:space="preserve">. </w:t>
      </w:r>
      <w:r w:rsidRPr="00425309">
        <w:t>C</w:t>
      </w:r>
      <w:r w:rsidR="000A6D5E">
        <w:t>’</w:t>
      </w:r>
      <w:r w:rsidRPr="00425309">
        <w:t>est Henry-Monnier que je viens voir</w:t>
      </w:r>
      <w:r w:rsidR="000A6D5E">
        <w:t>…</w:t>
      </w:r>
    </w:p>
    <w:p w14:paraId="5484B719" w14:textId="77777777" w:rsidR="000A6D5E" w:rsidRDefault="004036B1" w:rsidP="000A6D5E">
      <w:r w:rsidRPr="00425309">
        <w:rPr>
          <w:bCs/>
          <w:i/>
          <w:iCs/>
        </w:rPr>
        <w:t>CAROLINE</w:t>
      </w:r>
      <w:r w:rsidR="000A6D5E">
        <w:rPr>
          <w:bCs/>
          <w:i/>
          <w:iCs/>
        </w:rPr>
        <w:t xml:space="preserve">. </w:t>
      </w:r>
      <w:r w:rsidR="000A6D5E">
        <w:t xml:space="preserve">– </w:t>
      </w:r>
      <w:r w:rsidRPr="00425309">
        <w:t>Oh</w:t>
      </w:r>
      <w:r w:rsidR="000A6D5E">
        <w:t xml:space="preserve"> ! </w:t>
      </w:r>
      <w:r w:rsidRPr="00425309">
        <w:t>Je pense bien</w:t>
      </w:r>
      <w:r w:rsidR="000A6D5E">
        <w:t xml:space="preserve">. </w:t>
      </w:r>
      <w:r w:rsidRPr="00425309">
        <w:t>Mais vous avez dû le voir chez la concierge</w:t>
      </w:r>
      <w:r w:rsidR="000A6D5E">
        <w:t>…</w:t>
      </w:r>
    </w:p>
    <w:p w14:paraId="4926FE9C"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Chez la concierge</w:t>
      </w:r>
      <w:r w:rsidR="000A6D5E">
        <w:t> ?</w:t>
      </w:r>
    </w:p>
    <w:p w14:paraId="1450BB86" w14:textId="77777777" w:rsidR="000A6D5E" w:rsidRDefault="004036B1" w:rsidP="000A6D5E">
      <w:r w:rsidRPr="00425309">
        <w:rPr>
          <w:bCs/>
          <w:i/>
          <w:iCs/>
        </w:rPr>
        <w:t>CAROLINE</w:t>
      </w:r>
      <w:r w:rsidR="000A6D5E">
        <w:rPr>
          <w:bCs/>
          <w:i/>
          <w:iCs/>
        </w:rPr>
        <w:t xml:space="preserve">. </w:t>
      </w:r>
      <w:r w:rsidR="000A6D5E">
        <w:t xml:space="preserve">– </w:t>
      </w:r>
      <w:r w:rsidRPr="00425309">
        <w:t>Oui</w:t>
      </w:r>
      <w:r w:rsidR="000A6D5E">
        <w:t xml:space="preserve">. </w:t>
      </w:r>
      <w:r w:rsidRPr="00425309">
        <w:t>Il n</w:t>
      </w:r>
      <w:r w:rsidR="000A6D5E">
        <w:t>’</w:t>
      </w:r>
      <w:r w:rsidRPr="00425309">
        <w:t>était pas dans sa loge</w:t>
      </w:r>
      <w:r w:rsidR="000A6D5E">
        <w:t> ?</w:t>
      </w:r>
    </w:p>
    <w:p w14:paraId="6908A994"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Mais non</w:t>
      </w:r>
      <w:r w:rsidR="000A6D5E">
        <w:t>.</w:t>
      </w:r>
    </w:p>
    <w:p w14:paraId="1DD543D8" w14:textId="77777777" w:rsidR="000A6D5E" w:rsidRDefault="004036B1" w:rsidP="000A6D5E">
      <w:r w:rsidRPr="00425309">
        <w:rPr>
          <w:bCs/>
          <w:i/>
          <w:iCs/>
        </w:rPr>
        <w:t>CAROLINE</w:t>
      </w:r>
      <w:r w:rsidR="000A6D5E">
        <w:rPr>
          <w:bCs/>
          <w:i/>
          <w:iCs/>
        </w:rPr>
        <w:t xml:space="preserve">. </w:t>
      </w:r>
      <w:r w:rsidR="000A6D5E">
        <w:t xml:space="preserve">– </w:t>
      </w:r>
      <w:r w:rsidRPr="00425309">
        <w:t>Oh</w:t>
      </w:r>
      <w:r w:rsidR="000A6D5E">
        <w:t xml:space="preserve"> ! </w:t>
      </w:r>
      <w:r w:rsidRPr="00425309">
        <w:t>Vous m</w:t>
      </w:r>
      <w:r w:rsidR="000A6D5E">
        <w:t>’</w:t>
      </w:r>
      <w:r w:rsidRPr="00425309">
        <w:t>étonnez bien</w:t>
      </w:r>
      <w:r w:rsidR="000A6D5E">
        <w:t xml:space="preserve">. </w:t>
      </w:r>
      <w:r w:rsidRPr="00425309">
        <w:t>Il est sorti il y a vingt minutes en me disant qu</w:t>
      </w:r>
      <w:r w:rsidR="000A6D5E">
        <w:t>’</w:t>
      </w:r>
      <w:r w:rsidRPr="00425309">
        <w:t>il allait passer une heure avec elle</w:t>
      </w:r>
      <w:r w:rsidR="000A6D5E">
        <w:t>.</w:t>
      </w:r>
    </w:p>
    <w:p w14:paraId="0A29791F"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En voilà une idée</w:t>
      </w:r>
      <w:r w:rsidR="000A6D5E">
        <w:t xml:space="preserve">, </w:t>
      </w:r>
      <w:r w:rsidRPr="00425309">
        <w:t>par exemple</w:t>
      </w:r>
      <w:r w:rsidR="000A6D5E">
        <w:t> !</w:t>
      </w:r>
    </w:p>
    <w:p w14:paraId="61AAB181" w14:textId="77777777" w:rsidR="000A6D5E" w:rsidRDefault="004036B1" w:rsidP="000A6D5E">
      <w:r w:rsidRPr="00425309">
        <w:rPr>
          <w:bCs/>
          <w:i/>
          <w:iCs/>
        </w:rPr>
        <w:t>CAROLINE</w:t>
      </w:r>
      <w:r w:rsidR="000A6D5E">
        <w:rPr>
          <w:bCs/>
          <w:i/>
          <w:iCs/>
        </w:rPr>
        <w:t xml:space="preserve">. </w:t>
      </w:r>
      <w:r w:rsidR="000A6D5E">
        <w:t xml:space="preserve">– </w:t>
      </w:r>
      <w:r w:rsidRPr="00425309">
        <w:t>Là</w:t>
      </w:r>
      <w:r w:rsidR="000A6D5E">
        <w:t xml:space="preserve">, </w:t>
      </w:r>
      <w:r w:rsidRPr="00425309">
        <w:t>je suis bien de votre avis</w:t>
      </w:r>
      <w:r w:rsidR="000A6D5E">
        <w:t xml:space="preserve">. </w:t>
      </w:r>
      <w:r w:rsidRPr="00425309">
        <w:t>Et voilà huit jours que cela dure</w:t>
      </w:r>
      <w:r w:rsidR="000A6D5E">
        <w:t xml:space="preserve">, </w:t>
      </w:r>
      <w:r w:rsidRPr="00425309">
        <w:t xml:space="preserve">Monsieur </w:t>
      </w:r>
      <w:proofErr w:type="spellStart"/>
      <w:r w:rsidRPr="00425309">
        <w:t>Gozlan</w:t>
      </w:r>
      <w:proofErr w:type="spellEnd"/>
      <w:r w:rsidR="000A6D5E">
        <w:t xml:space="preserve"> ! </w:t>
      </w:r>
      <w:r w:rsidRPr="00425309">
        <w:t>Oui</w:t>
      </w:r>
      <w:r w:rsidR="000A6D5E">
        <w:t xml:space="preserve">, </w:t>
      </w:r>
      <w:r w:rsidRPr="00425309">
        <w:t>figurez-vous que depuis une semaine</w:t>
      </w:r>
      <w:r w:rsidR="000A6D5E">
        <w:t xml:space="preserve">, </w:t>
      </w:r>
      <w:r w:rsidRPr="00425309">
        <w:t>quand ce n</w:t>
      </w:r>
      <w:r w:rsidR="000A6D5E">
        <w:t>’</w:t>
      </w:r>
      <w:r w:rsidRPr="00425309">
        <w:t>est pas l</w:t>
      </w:r>
      <w:r w:rsidR="000A6D5E">
        <w:t>’</w:t>
      </w:r>
      <w:r w:rsidRPr="00425309">
        <w:t>après-midi</w:t>
      </w:r>
      <w:r w:rsidR="000A6D5E">
        <w:t xml:space="preserve">, </w:t>
      </w:r>
      <w:r w:rsidRPr="00425309">
        <w:t>c</w:t>
      </w:r>
      <w:r w:rsidR="000A6D5E">
        <w:t>’</w:t>
      </w:r>
      <w:r w:rsidRPr="00425309">
        <w:t>est le soir</w:t>
      </w:r>
      <w:r w:rsidR="000A6D5E">
        <w:t xml:space="preserve">, </w:t>
      </w:r>
      <w:r w:rsidRPr="00425309">
        <w:t>Monsieur Henry-Monnier s</w:t>
      </w:r>
      <w:r w:rsidR="000A6D5E">
        <w:t>’</w:t>
      </w:r>
      <w:r w:rsidRPr="00425309">
        <w:t>installe dans la loge de M</w:t>
      </w:r>
      <w:r w:rsidRPr="00425309">
        <w:t>a</w:t>
      </w:r>
      <w:r w:rsidRPr="00425309">
        <w:t>dame Fenouillard et pendant une heure ou deux</w:t>
      </w:r>
      <w:r w:rsidR="000A6D5E">
        <w:t xml:space="preserve">, </w:t>
      </w:r>
      <w:r w:rsidRPr="00425309">
        <w:t>il bavarde avec elle</w:t>
      </w:r>
      <w:r w:rsidR="000A6D5E">
        <w:t xml:space="preserve"> !… </w:t>
      </w:r>
      <w:r w:rsidRPr="00425309">
        <w:t>Qu</w:t>
      </w:r>
      <w:r w:rsidR="000A6D5E">
        <w:t>’</w:t>
      </w:r>
      <w:r w:rsidRPr="00425309">
        <w:t>est-ce que vous voulez</w:t>
      </w:r>
      <w:r w:rsidR="000A6D5E">
        <w:t xml:space="preserve">… </w:t>
      </w:r>
      <w:r w:rsidRPr="00425309">
        <w:t>chacun prend son plaisir où il le trouve</w:t>
      </w:r>
      <w:r w:rsidR="000A6D5E">
        <w:t xml:space="preserve">, </w:t>
      </w:r>
      <w:r w:rsidRPr="00425309">
        <w:t>n</w:t>
      </w:r>
      <w:r w:rsidR="000A6D5E">
        <w:t>’</w:t>
      </w:r>
      <w:r w:rsidRPr="00425309">
        <w:t>est-ce pas</w:t>
      </w:r>
      <w:r w:rsidR="000A6D5E">
        <w:t> !</w:t>
      </w:r>
    </w:p>
    <w:p w14:paraId="03AE4868"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Tiens</w:t>
      </w:r>
      <w:r w:rsidR="000A6D5E">
        <w:t xml:space="preserve">, </w:t>
      </w:r>
      <w:r w:rsidRPr="00425309">
        <w:t>tiens</w:t>
      </w:r>
      <w:r w:rsidR="000A6D5E">
        <w:t xml:space="preserve">, </w:t>
      </w:r>
      <w:r w:rsidRPr="00425309">
        <w:t>tiens</w:t>
      </w:r>
      <w:r w:rsidR="000A6D5E">
        <w:t>…</w:t>
      </w:r>
    </w:p>
    <w:p w14:paraId="6CB653B8" w14:textId="77777777" w:rsidR="000A6D5E" w:rsidRDefault="004036B1" w:rsidP="000A6D5E">
      <w:r w:rsidRPr="00425309">
        <w:rPr>
          <w:bCs/>
          <w:i/>
          <w:iCs/>
        </w:rPr>
        <w:t>CAROLINE</w:t>
      </w:r>
      <w:r w:rsidR="000A6D5E">
        <w:rPr>
          <w:bCs/>
          <w:i/>
          <w:iCs/>
        </w:rPr>
        <w:t xml:space="preserve">. </w:t>
      </w:r>
      <w:r w:rsidR="000A6D5E">
        <w:t xml:space="preserve">– </w:t>
      </w:r>
      <w:r w:rsidRPr="00425309">
        <w:t>Je n</w:t>
      </w:r>
      <w:r w:rsidR="000A6D5E">
        <w:t>’</w:t>
      </w:r>
      <w:r w:rsidRPr="00425309">
        <w:t>en suis pas jalouse</w:t>
      </w:r>
      <w:r w:rsidR="000A6D5E">
        <w:t xml:space="preserve">, </w:t>
      </w:r>
      <w:r w:rsidRPr="00425309">
        <w:t>croyez-le bien</w:t>
      </w:r>
      <w:r w:rsidR="000A6D5E">
        <w:t xml:space="preserve">, </w:t>
      </w:r>
      <w:r w:rsidRPr="00425309">
        <w:t>car c</w:t>
      </w:r>
      <w:r w:rsidR="000A6D5E">
        <w:t>’</w:t>
      </w:r>
      <w:r w:rsidRPr="00425309">
        <w:t>est une énorme gaillarde d</w:t>
      </w:r>
      <w:r w:rsidR="000A6D5E">
        <w:t>’</w:t>
      </w:r>
      <w:r w:rsidRPr="00425309">
        <w:t>une soixantaine d</w:t>
      </w:r>
      <w:r w:rsidR="000A6D5E">
        <w:t>’</w:t>
      </w:r>
      <w:r w:rsidRPr="00425309">
        <w:t>années</w:t>
      </w:r>
      <w:r w:rsidR="000A6D5E">
        <w:t xml:space="preserve">… </w:t>
      </w:r>
      <w:r w:rsidRPr="00425309">
        <w:t>mais enfin</w:t>
      </w:r>
      <w:r w:rsidR="000A6D5E">
        <w:t xml:space="preserve">, </w:t>
      </w:r>
      <w:r w:rsidRPr="00425309">
        <w:t>on dira ce qu</w:t>
      </w:r>
      <w:r w:rsidR="000A6D5E">
        <w:t>’</w:t>
      </w:r>
      <w:r w:rsidRPr="00425309">
        <w:t>on voudra</w:t>
      </w:r>
      <w:r w:rsidR="000A6D5E">
        <w:t xml:space="preserve">, </w:t>
      </w:r>
      <w:r w:rsidRPr="00425309">
        <w:t>une loge de concierge n</w:t>
      </w:r>
      <w:r w:rsidR="000A6D5E">
        <w:t>’</w:t>
      </w:r>
      <w:r w:rsidRPr="00425309">
        <w:t>est pas la place d</w:t>
      </w:r>
      <w:r w:rsidR="000A6D5E">
        <w:t>’</w:t>
      </w:r>
      <w:r w:rsidRPr="00425309">
        <w:t>un homme comme Henry-Monnier</w:t>
      </w:r>
      <w:r w:rsidR="000A6D5E">
        <w:t>.</w:t>
      </w:r>
    </w:p>
    <w:p w14:paraId="5D43A733" w14:textId="77777777" w:rsidR="000A6D5E" w:rsidRDefault="004036B1" w:rsidP="000A6D5E">
      <w:r w:rsidRPr="00425309">
        <w:rPr>
          <w:bCs/>
          <w:i/>
          <w:iCs/>
        </w:rPr>
        <w:lastRenderedPageBreak/>
        <w:t xml:space="preserve">LÉON </w:t>
      </w:r>
      <w:proofErr w:type="spellStart"/>
      <w:r w:rsidRPr="00425309">
        <w:rPr>
          <w:bCs/>
          <w:i/>
          <w:iCs/>
        </w:rPr>
        <w:t>GOZLAN</w:t>
      </w:r>
      <w:proofErr w:type="spellEnd"/>
      <w:r w:rsidR="000A6D5E">
        <w:rPr>
          <w:bCs/>
          <w:i/>
          <w:iCs/>
        </w:rPr>
        <w:t xml:space="preserve">. </w:t>
      </w:r>
      <w:r w:rsidR="000A6D5E">
        <w:t xml:space="preserve">– </w:t>
      </w:r>
      <w:r w:rsidRPr="00425309">
        <w:t>Voyons</w:t>
      </w:r>
      <w:r w:rsidR="000A6D5E">
        <w:t xml:space="preserve">… </w:t>
      </w:r>
      <w:r w:rsidRPr="00425309">
        <w:t>voyons</w:t>
      </w:r>
      <w:r w:rsidR="000A6D5E">
        <w:t xml:space="preserve">… </w:t>
      </w:r>
      <w:r w:rsidRPr="00425309">
        <w:t>voyons</w:t>
      </w:r>
      <w:r w:rsidR="000A6D5E">
        <w:t xml:space="preserve">… </w:t>
      </w:r>
      <w:r w:rsidRPr="00425309">
        <w:t>Vous pe</w:t>
      </w:r>
      <w:r w:rsidRPr="00425309">
        <w:t>r</w:t>
      </w:r>
      <w:r w:rsidRPr="00425309">
        <w:t>mettez que je regarde ce qu</w:t>
      </w:r>
      <w:r w:rsidR="000A6D5E">
        <w:t>’</w:t>
      </w:r>
      <w:r w:rsidRPr="00425309">
        <w:t>il est en train de faire en ce moment</w:t>
      </w:r>
      <w:r w:rsidR="000A6D5E">
        <w:t xml:space="preserve">. </w:t>
      </w:r>
      <w:r w:rsidRPr="00425309">
        <w:t>Où écrit-il</w:t>
      </w:r>
      <w:r w:rsidR="000A6D5E">
        <w:t> ?</w:t>
      </w:r>
    </w:p>
    <w:p w14:paraId="41453159" w14:textId="77777777" w:rsidR="000A6D5E" w:rsidRDefault="004036B1" w:rsidP="000A6D5E">
      <w:r w:rsidRPr="00425309">
        <w:rPr>
          <w:bCs/>
          <w:i/>
          <w:iCs/>
        </w:rPr>
        <w:t>CAROLINE</w:t>
      </w:r>
      <w:r w:rsidR="000A6D5E">
        <w:rPr>
          <w:bCs/>
          <w:i/>
          <w:iCs/>
        </w:rPr>
        <w:t xml:space="preserve">. </w:t>
      </w:r>
      <w:r w:rsidR="000A6D5E">
        <w:t xml:space="preserve">– </w:t>
      </w:r>
      <w:r w:rsidRPr="00425309">
        <w:t>Au milieu</w:t>
      </w:r>
      <w:r w:rsidR="000A6D5E">
        <w:t>.</w:t>
      </w:r>
    </w:p>
    <w:p w14:paraId="38C48357"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Pr="00425309">
        <w:rPr>
          <w:bCs/>
          <w:i/>
          <w:iCs/>
        </w:rPr>
        <w:t>se penchant sur les papiers de Henry-Monnier et les feuilletant</w:t>
      </w:r>
      <w:r w:rsidR="000A6D5E">
        <w:rPr>
          <w:bCs/>
          <w:i/>
          <w:iCs/>
        </w:rPr>
        <w:t xml:space="preserve">. </w:t>
      </w:r>
      <w:r w:rsidR="000A6D5E">
        <w:t xml:space="preserve">– </w:t>
      </w:r>
      <w:r w:rsidRPr="00425309">
        <w:t>Eh</w:t>
      </w:r>
      <w:r w:rsidR="000A6D5E">
        <w:t xml:space="preserve"> ! </w:t>
      </w:r>
      <w:r w:rsidRPr="00425309">
        <w:t>Bien</w:t>
      </w:r>
      <w:r w:rsidR="000A6D5E">
        <w:t xml:space="preserve">, </w:t>
      </w:r>
      <w:r w:rsidRPr="00425309">
        <w:t>mais</w:t>
      </w:r>
      <w:r w:rsidR="000A6D5E">
        <w:t xml:space="preserve">… </w:t>
      </w:r>
      <w:r w:rsidRPr="00425309">
        <w:t>la voilà</w:t>
      </w:r>
      <w:r w:rsidR="000A6D5E">
        <w:t xml:space="preserve">, </w:t>
      </w:r>
      <w:r w:rsidRPr="00425309">
        <w:t>l</w:t>
      </w:r>
      <w:r w:rsidR="000A6D5E">
        <w:t>’</w:t>
      </w:r>
      <w:r w:rsidRPr="00425309">
        <w:t>explication de ses visites à votre concierge</w:t>
      </w:r>
      <w:r w:rsidR="000A6D5E">
        <w:t xml:space="preserve"> : </w:t>
      </w:r>
      <w:r w:rsidRPr="00425309">
        <w:t>il est en train d</w:t>
      </w:r>
      <w:r w:rsidR="000A6D5E">
        <w:t>’</w:t>
      </w:r>
      <w:r w:rsidRPr="00425309">
        <w:t>écrire une scène nouvelle qu</w:t>
      </w:r>
      <w:r w:rsidR="000A6D5E">
        <w:t>’</w:t>
      </w:r>
      <w:r w:rsidRPr="00425309">
        <w:t xml:space="preserve">il intitule </w:t>
      </w:r>
      <w:r w:rsidRPr="00425309">
        <w:rPr>
          <w:bCs/>
          <w:i/>
          <w:iCs/>
        </w:rPr>
        <w:t>le Roman chez la po</w:t>
      </w:r>
      <w:r w:rsidRPr="00425309">
        <w:rPr>
          <w:bCs/>
          <w:i/>
          <w:iCs/>
        </w:rPr>
        <w:t>r</w:t>
      </w:r>
      <w:r w:rsidRPr="00425309">
        <w:rPr>
          <w:bCs/>
          <w:i/>
          <w:iCs/>
        </w:rPr>
        <w:t>tière</w:t>
      </w:r>
      <w:r w:rsidR="000A6D5E">
        <w:rPr>
          <w:bCs/>
          <w:i/>
          <w:iCs/>
        </w:rPr>
        <w:t xml:space="preserve">. </w:t>
      </w:r>
      <w:r w:rsidRPr="00425309">
        <w:t>Notre ami se documente tout simplement</w:t>
      </w:r>
      <w:r w:rsidR="000A6D5E">
        <w:t>.</w:t>
      </w:r>
    </w:p>
    <w:p w14:paraId="2E56234E" w14:textId="77777777" w:rsidR="000A6D5E" w:rsidRDefault="004036B1" w:rsidP="000A6D5E">
      <w:r w:rsidRPr="00425309">
        <w:rPr>
          <w:bCs/>
          <w:i/>
          <w:iCs/>
        </w:rPr>
        <w:t>CAROLINE</w:t>
      </w:r>
      <w:r w:rsidR="000A6D5E">
        <w:rPr>
          <w:bCs/>
          <w:i/>
          <w:iCs/>
        </w:rPr>
        <w:t xml:space="preserve">. </w:t>
      </w:r>
      <w:r w:rsidR="000A6D5E">
        <w:t xml:space="preserve">– </w:t>
      </w:r>
      <w:r w:rsidRPr="00425309">
        <w:t>C</w:t>
      </w:r>
      <w:r w:rsidR="000A6D5E">
        <w:t>’</w:t>
      </w:r>
      <w:r w:rsidRPr="00425309">
        <w:t>est possible</w:t>
      </w:r>
      <w:r w:rsidR="000A6D5E">
        <w:t xml:space="preserve">, </w:t>
      </w:r>
      <w:r w:rsidRPr="00425309">
        <w:t>après tout</w:t>
      </w:r>
      <w:r w:rsidR="000A6D5E">
        <w:t xml:space="preserve">. </w:t>
      </w:r>
      <w:r w:rsidRPr="00425309">
        <w:t>Mais je suis su</w:t>
      </w:r>
      <w:r w:rsidRPr="00425309">
        <w:t>r</w:t>
      </w:r>
      <w:r w:rsidRPr="00425309">
        <w:t>prise alors que vous ne l</w:t>
      </w:r>
      <w:r w:rsidR="000A6D5E">
        <w:t>’</w:t>
      </w:r>
      <w:r w:rsidRPr="00425309">
        <w:t>ayez pas vu</w:t>
      </w:r>
      <w:r w:rsidR="000A6D5E">
        <w:t xml:space="preserve">, </w:t>
      </w:r>
      <w:r w:rsidRPr="00425309">
        <w:t>en passant</w:t>
      </w:r>
      <w:r w:rsidR="000A6D5E">
        <w:t>.</w:t>
      </w:r>
    </w:p>
    <w:p w14:paraId="2AECEFCF"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Ah</w:t>
      </w:r>
      <w:r w:rsidR="000A6D5E">
        <w:t xml:space="preserve"> ! </w:t>
      </w:r>
      <w:r w:rsidRPr="00425309">
        <w:t>Ça</w:t>
      </w:r>
      <w:r w:rsidR="000A6D5E">
        <w:t xml:space="preserve">, </w:t>
      </w:r>
      <w:r w:rsidRPr="00425309">
        <w:t>je vous réponds qu</w:t>
      </w:r>
      <w:r w:rsidR="000A6D5E">
        <w:t>’</w:t>
      </w:r>
      <w:r w:rsidRPr="00425309">
        <w:t>il n</w:t>
      </w:r>
      <w:r w:rsidR="000A6D5E">
        <w:t>’</w:t>
      </w:r>
      <w:r w:rsidRPr="00425309">
        <w:t>est pas en ce moment chez la concierge</w:t>
      </w:r>
      <w:r w:rsidR="000A6D5E">
        <w:t xml:space="preserve">. </w:t>
      </w:r>
      <w:r w:rsidRPr="00425309">
        <w:t>Lorsque je suis passé devant sa loge</w:t>
      </w:r>
      <w:r w:rsidR="000A6D5E">
        <w:t xml:space="preserve">, </w:t>
      </w:r>
      <w:r w:rsidRPr="00425309">
        <w:t>il y avait deux femmes seules qui bavardaient avec anim</w:t>
      </w:r>
      <w:r w:rsidRPr="00425309">
        <w:t>a</w:t>
      </w:r>
      <w:r w:rsidRPr="00425309">
        <w:t>tion</w:t>
      </w:r>
      <w:r w:rsidR="000A6D5E">
        <w:t xml:space="preserve">. </w:t>
      </w:r>
      <w:r w:rsidRPr="00425309">
        <w:t>Je vais l</w:t>
      </w:r>
      <w:r w:rsidR="000A6D5E">
        <w:t>’</w:t>
      </w:r>
      <w:r w:rsidRPr="00425309">
        <w:t>attendre pendant cinq ou six minutes</w:t>
      </w:r>
      <w:r w:rsidR="000A6D5E">
        <w:t xml:space="preserve">, </w:t>
      </w:r>
      <w:r w:rsidRPr="00425309">
        <w:t>si vous me le permettez</w:t>
      </w:r>
      <w:r w:rsidR="000A6D5E">
        <w:t>.</w:t>
      </w:r>
    </w:p>
    <w:p w14:paraId="6DE962EF" w14:textId="77777777" w:rsidR="000A6D5E" w:rsidRDefault="004036B1" w:rsidP="000A6D5E">
      <w:r w:rsidRPr="00425309">
        <w:rPr>
          <w:bCs/>
          <w:i/>
          <w:iCs/>
        </w:rPr>
        <w:t>CAROLINE</w:t>
      </w:r>
      <w:r w:rsidR="000A6D5E">
        <w:rPr>
          <w:bCs/>
          <w:i/>
          <w:iCs/>
        </w:rPr>
        <w:t xml:space="preserve">. </w:t>
      </w:r>
      <w:r w:rsidR="000A6D5E">
        <w:t xml:space="preserve">– </w:t>
      </w:r>
      <w:r w:rsidRPr="00425309">
        <w:t>Vous êtes chez vous</w:t>
      </w:r>
      <w:r w:rsidR="000A6D5E">
        <w:t>.</w:t>
      </w:r>
    </w:p>
    <w:p w14:paraId="6E8809FB" w14:textId="77777777" w:rsidR="000A6D5E" w:rsidRDefault="000A6D5E" w:rsidP="000A6D5E">
      <w:r>
        <w:rPr>
          <w:bCs/>
          <w:i/>
          <w:iCs/>
        </w:rPr>
        <w:t>(</w:t>
      </w:r>
      <w:r w:rsidR="004036B1" w:rsidRPr="00425309">
        <w:rPr>
          <w:bCs/>
          <w:i/>
          <w:iCs/>
        </w:rPr>
        <w:t>Elle se lève et va pour so</w:t>
      </w:r>
      <w:r w:rsidR="004036B1" w:rsidRPr="00425309">
        <w:rPr>
          <w:bCs/>
          <w:i/>
          <w:iCs/>
        </w:rPr>
        <w:t>r</w:t>
      </w:r>
      <w:r w:rsidR="004036B1" w:rsidRPr="00425309">
        <w:rPr>
          <w:bCs/>
          <w:i/>
          <w:iCs/>
        </w:rPr>
        <w:t>tir</w:t>
      </w:r>
      <w:r>
        <w:rPr>
          <w:bCs/>
          <w:i/>
          <w:iCs/>
        </w:rPr>
        <w:t>.)</w:t>
      </w:r>
    </w:p>
    <w:p w14:paraId="6ADF88B6"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Comment va-t-il</w:t>
      </w:r>
      <w:r w:rsidR="000A6D5E">
        <w:t xml:space="preserve">, </w:t>
      </w:r>
      <w:r w:rsidRPr="00425309">
        <w:t>Henry-Monnier</w:t>
      </w:r>
      <w:r w:rsidR="000A6D5E">
        <w:t> ?</w:t>
      </w:r>
    </w:p>
    <w:p w14:paraId="5A3C663A" w14:textId="77777777" w:rsidR="000A6D5E" w:rsidRDefault="004036B1" w:rsidP="000A6D5E">
      <w:r w:rsidRPr="00425309">
        <w:rPr>
          <w:bCs/>
          <w:i/>
          <w:iCs/>
        </w:rPr>
        <w:t>CAROLINE</w:t>
      </w:r>
      <w:r w:rsidR="000A6D5E">
        <w:rPr>
          <w:bCs/>
          <w:i/>
          <w:iCs/>
        </w:rPr>
        <w:t xml:space="preserve">. </w:t>
      </w:r>
      <w:r w:rsidR="000A6D5E">
        <w:t xml:space="preserve">– </w:t>
      </w:r>
      <w:r w:rsidRPr="00425309">
        <w:t>Comme santé</w:t>
      </w:r>
      <w:r w:rsidR="000A6D5E">
        <w:t xml:space="preserve">, </w:t>
      </w:r>
      <w:r w:rsidRPr="00425309">
        <w:t>très bien</w:t>
      </w:r>
      <w:r w:rsidR="000A6D5E">
        <w:t>.</w:t>
      </w:r>
    </w:p>
    <w:p w14:paraId="3146FCA7"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Qu</w:t>
      </w:r>
      <w:r w:rsidR="000A6D5E">
        <w:t>’</w:t>
      </w:r>
      <w:r w:rsidRPr="00425309">
        <w:t>est-ce qui ne va donc pas</w:t>
      </w:r>
      <w:r w:rsidR="000A6D5E">
        <w:t> ?</w:t>
      </w:r>
    </w:p>
    <w:p w14:paraId="30109542" w14:textId="77777777" w:rsidR="000A6D5E" w:rsidRDefault="004036B1" w:rsidP="000A6D5E">
      <w:r w:rsidRPr="00425309">
        <w:rPr>
          <w:bCs/>
          <w:i/>
          <w:iCs/>
        </w:rPr>
        <w:t>CAROLINE</w:t>
      </w:r>
      <w:r w:rsidR="000A6D5E">
        <w:rPr>
          <w:bCs/>
          <w:i/>
          <w:iCs/>
        </w:rPr>
        <w:t xml:space="preserve">, </w:t>
      </w:r>
      <w:r w:rsidRPr="00425309">
        <w:rPr>
          <w:bCs/>
          <w:i/>
          <w:iCs/>
        </w:rPr>
        <w:t>après une hésitation</w:t>
      </w:r>
      <w:r w:rsidR="000A6D5E">
        <w:rPr>
          <w:bCs/>
          <w:i/>
          <w:iCs/>
        </w:rPr>
        <w:t xml:space="preserve">. – </w:t>
      </w:r>
      <w:r w:rsidRPr="00425309">
        <w:t>Oh</w:t>
      </w:r>
      <w:r w:rsidR="000A6D5E">
        <w:t xml:space="preserve"> ! </w:t>
      </w:r>
      <w:r w:rsidRPr="00425309">
        <w:t>Ma foi</w:t>
      </w:r>
      <w:r w:rsidR="000A6D5E">
        <w:t xml:space="preserve">, </w:t>
      </w:r>
      <w:r w:rsidRPr="00425309">
        <w:t>tout le reste</w:t>
      </w:r>
      <w:r w:rsidR="000A6D5E">
        <w:t>.</w:t>
      </w:r>
    </w:p>
    <w:p w14:paraId="778E7496"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Allons donc</w:t>
      </w:r>
      <w:r w:rsidR="000A6D5E">
        <w:t> ?</w:t>
      </w:r>
    </w:p>
    <w:p w14:paraId="52533C72" w14:textId="77777777" w:rsidR="000A6D5E" w:rsidRDefault="004036B1" w:rsidP="000A6D5E">
      <w:r w:rsidRPr="00425309">
        <w:rPr>
          <w:bCs/>
          <w:i/>
          <w:iCs/>
        </w:rPr>
        <w:lastRenderedPageBreak/>
        <w:t>CAROLINE</w:t>
      </w:r>
      <w:r w:rsidR="000A6D5E">
        <w:rPr>
          <w:bCs/>
          <w:i/>
          <w:iCs/>
        </w:rPr>
        <w:t xml:space="preserve">, </w:t>
      </w:r>
      <w:r w:rsidRPr="00425309">
        <w:rPr>
          <w:bCs/>
          <w:i/>
          <w:iCs/>
        </w:rPr>
        <w:t>revenant s</w:t>
      </w:r>
      <w:r w:rsidR="000A6D5E">
        <w:rPr>
          <w:bCs/>
          <w:i/>
          <w:iCs/>
        </w:rPr>
        <w:t>’</w:t>
      </w:r>
      <w:r w:rsidRPr="00425309">
        <w:rPr>
          <w:bCs/>
          <w:i/>
          <w:iCs/>
        </w:rPr>
        <w:t>asseoir</w:t>
      </w:r>
      <w:r w:rsidR="000A6D5E">
        <w:rPr>
          <w:bCs/>
          <w:i/>
          <w:iCs/>
        </w:rPr>
        <w:t xml:space="preserve">. </w:t>
      </w:r>
      <w:r w:rsidR="000A6D5E">
        <w:t xml:space="preserve">– </w:t>
      </w:r>
      <w:r w:rsidRPr="00425309">
        <w:t xml:space="preserve">Monsieur </w:t>
      </w:r>
      <w:proofErr w:type="spellStart"/>
      <w:r w:rsidRPr="00425309">
        <w:t>Gozlan</w:t>
      </w:r>
      <w:proofErr w:type="spellEnd"/>
      <w:r w:rsidR="000A6D5E">
        <w:t xml:space="preserve">, </w:t>
      </w:r>
      <w:r w:rsidRPr="00425309">
        <w:t>vous l</w:t>
      </w:r>
      <w:r w:rsidR="000A6D5E">
        <w:t>’</w:t>
      </w:r>
      <w:r w:rsidRPr="00425309">
        <w:t>aimez assez pour que je me confie à vous</w:t>
      </w:r>
      <w:r w:rsidR="000A6D5E">
        <w:t xml:space="preserve">. </w:t>
      </w:r>
      <w:r w:rsidRPr="00425309">
        <w:t>La vie pour moi est d</w:t>
      </w:r>
      <w:r w:rsidRPr="00425309">
        <w:t>e</w:t>
      </w:r>
      <w:r w:rsidRPr="00425309">
        <w:t>venue impossible avec un pareil homme</w:t>
      </w:r>
      <w:r w:rsidR="000A6D5E">
        <w:t>.</w:t>
      </w:r>
    </w:p>
    <w:p w14:paraId="43978172"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À vous dire le vrai</w:t>
      </w:r>
      <w:r w:rsidR="000A6D5E">
        <w:t xml:space="preserve">, </w:t>
      </w:r>
      <w:r w:rsidRPr="00425309">
        <w:t>je n</w:t>
      </w:r>
      <w:r w:rsidR="000A6D5E">
        <w:t>’</w:t>
      </w:r>
      <w:r w:rsidRPr="00425309">
        <w:t>en suis pas su</w:t>
      </w:r>
      <w:r w:rsidRPr="00425309">
        <w:t>r</w:t>
      </w:r>
      <w:r w:rsidRPr="00425309">
        <w:t>pris</w:t>
      </w:r>
      <w:r w:rsidR="000A6D5E">
        <w:t xml:space="preserve">. </w:t>
      </w:r>
      <w:r w:rsidRPr="00425309">
        <w:t>Et je vous plains</w:t>
      </w:r>
      <w:r w:rsidR="000A6D5E">
        <w:t xml:space="preserve">, </w:t>
      </w:r>
      <w:r w:rsidRPr="00425309">
        <w:t>ma pauvre enfant</w:t>
      </w:r>
      <w:r w:rsidR="000A6D5E">
        <w:t xml:space="preserve">… </w:t>
      </w:r>
      <w:r w:rsidRPr="00425309">
        <w:t>car vous avez</w:t>
      </w:r>
      <w:r w:rsidR="000A6D5E">
        <w:t xml:space="preserve">, </w:t>
      </w:r>
      <w:r w:rsidRPr="00425309">
        <w:t>en somme</w:t>
      </w:r>
      <w:r w:rsidR="000A6D5E">
        <w:t xml:space="preserve">, </w:t>
      </w:r>
      <w:r w:rsidRPr="00425309">
        <w:t>tous les désagréments que connaissent les compagnes des hommes célèbres</w:t>
      </w:r>
      <w:r w:rsidR="000A6D5E">
        <w:t xml:space="preserve">, </w:t>
      </w:r>
      <w:r w:rsidRPr="00425309">
        <w:t>sans en avoir les avantages puisque votre grand homme est</w:t>
      </w:r>
      <w:r w:rsidR="000A6D5E">
        <w:t xml:space="preserve">, </w:t>
      </w:r>
      <w:r w:rsidRPr="00425309">
        <w:t>hélas</w:t>
      </w:r>
      <w:r w:rsidR="000A6D5E">
        <w:t xml:space="preserve"> ! </w:t>
      </w:r>
      <w:r w:rsidRPr="00425309">
        <w:t>méconnu</w:t>
      </w:r>
      <w:r w:rsidR="000A6D5E">
        <w:t>.</w:t>
      </w:r>
    </w:p>
    <w:p w14:paraId="11D28917" w14:textId="77777777" w:rsidR="000A6D5E" w:rsidRDefault="004036B1" w:rsidP="000A6D5E">
      <w:r w:rsidRPr="00425309">
        <w:rPr>
          <w:bCs/>
          <w:i/>
          <w:iCs/>
        </w:rPr>
        <w:t>CAROLINE</w:t>
      </w:r>
      <w:r w:rsidR="000A6D5E">
        <w:rPr>
          <w:bCs/>
          <w:i/>
          <w:iCs/>
        </w:rPr>
        <w:t xml:space="preserve">. </w:t>
      </w:r>
      <w:r w:rsidR="000A6D5E">
        <w:t xml:space="preserve">– </w:t>
      </w:r>
      <w:r w:rsidRPr="00425309">
        <w:t>Oh</w:t>
      </w:r>
      <w:r w:rsidR="000A6D5E">
        <w:t xml:space="preserve"> ! </w:t>
      </w:r>
      <w:r w:rsidRPr="00425309">
        <w:t>Mais</w:t>
      </w:r>
      <w:r w:rsidR="000A6D5E">
        <w:t xml:space="preserve">, </w:t>
      </w:r>
      <w:r w:rsidRPr="00425309">
        <w:t xml:space="preserve">Monsieur </w:t>
      </w:r>
      <w:proofErr w:type="spellStart"/>
      <w:r w:rsidRPr="00425309">
        <w:t>Gozlan</w:t>
      </w:r>
      <w:proofErr w:type="spellEnd"/>
      <w:r w:rsidR="000A6D5E">
        <w:t xml:space="preserve">, </w:t>
      </w:r>
      <w:r w:rsidRPr="00425309">
        <w:t>comprenez-moi surtout</w:t>
      </w:r>
      <w:r w:rsidR="000A6D5E">
        <w:t xml:space="preserve"> : </w:t>
      </w:r>
      <w:r w:rsidRPr="00425309">
        <w:t>je n</w:t>
      </w:r>
      <w:r w:rsidR="000A6D5E">
        <w:t>’</w:t>
      </w:r>
      <w:r w:rsidRPr="00425309">
        <w:t>ai jamais souhaité ni la fortune</w:t>
      </w:r>
      <w:r w:rsidR="000A6D5E">
        <w:t xml:space="preserve">, </w:t>
      </w:r>
      <w:r w:rsidRPr="00425309">
        <w:t>ni la gloire</w:t>
      </w:r>
      <w:r w:rsidR="000A6D5E">
        <w:t xml:space="preserve"> – </w:t>
      </w:r>
      <w:r w:rsidRPr="00425309">
        <w:t>car je n</w:t>
      </w:r>
      <w:r w:rsidR="000A6D5E">
        <w:t>’</w:t>
      </w:r>
      <w:r w:rsidRPr="00425309">
        <w:t>ai pas plus d</w:t>
      </w:r>
      <w:r w:rsidR="000A6D5E">
        <w:t>’</w:t>
      </w:r>
      <w:r w:rsidRPr="00425309">
        <w:t>ambition que je n</w:t>
      </w:r>
      <w:r w:rsidR="000A6D5E">
        <w:t>’</w:t>
      </w:r>
      <w:r w:rsidRPr="00425309">
        <w:t>ai de besoins</w:t>
      </w:r>
      <w:r w:rsidR="000A6D5E">
        <w:t xml:space="preserve">. </w:t>
      </w:r>
      <w:r w:rsidRPr="00425309">
        <w:t>La pauvr</w:t>
      </w:r>
      <w:r w:rsidRPr="00425309">
        <w:t>e</w:t>
      </w:r>
      <w:r w:rsidRPr="00425309">
        <w:t>té n</w:t>
      </w:r>
      <w:r w:rsidR="000A6D5E">
        <w:t>’</w:t>
      </w:r>
      <w:r w:rsidRPr="00425309">
        <w:t>est rien quand on aime et qu</w:t>
      </w:r>
      <w:r w:rsidR="000A6D5E">
        <w:t>’</w:t>
      </w:r>
      <w:r w:rsidRPr="00425309">
        <w:t>on est aimée</w:t>
      </w:r>
      <w:r w:rsidR="000A6D5E">
        <w:t>.</w:t>
      </w:r>
    </w:p>
    <w:p w14:paraId="7AE95450"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Est-ce qu</w:t>
      </w:r>
      <w:r w:rsidR="000A6D5E">
        <w:t>’</w:t>
      </w:r>
      <w:r w:rsidRPr="00425309">
        <w:t>il serait infidèle</w:t>
      </w:r>
      <w:r w:rsidR="000A6D5E">
        <w:t> ?</w:t>
      </w:r>
    </w:p>
    <w:p w14:paraId="195A3A98" w14:textId="77777777" w:rsidR="000A6D5E" w:rsidRDefault="004036B1" w:rsidP="000A6D5E">
      <w:r w:rsidRPr="00425309">
        <w:rPr>
          <w:bCs/>
          <w:i/>
          <w:iCs/>
        </w:rPr>
        <w:t>CAROLINE</w:t>
      </w:r>
      <w:r w:rsidR="000A6D5E">
        <w:rPr>
          <w:bCs/>
          <w:i/>
          <w:iCs/>
        </w:rPr>
        <w:t xml:space="preserve">. </w:t>
      </w:r>
      <w:r w:rsidR="000A6D5E">
        <w:t xml:space="preserve">– </w:t>
      </w:r>
      <w:r w:rsidRPr="00425309">
        <w:t>Infidèle</w:t>
      </w:r>
      <w:r w:rsidR="000A6D5E">
        <w:t xml:space="preserve"> ?… </w:t>
      </w:r>
      <w:r w:rsidRPr="00425309">
        <w:t>Lui</w:t>
      </w:r>
      <w:r w:rsidR="000A6D5E">
        <w:t xml:space="preserve"> !… </w:t>
      </w:r>
      <w:r w:rsidRPr="00425309">
        <w:t>Grands dieux</w:t>
      </w:r>
      <w:r w:rsidR="000A6D5E">
        <w:t xml:space="preserve"> ! </w:t>
      </w:r>
      <w:r w:rsidRPr="00425309">
        <w:t>Il est bien trop égoïste pour être infidèle</w:t>
      </w:r>
      <w:r w:rsidR="000A6D5E">
        <w:t>.</w:t>
      </w:r>
    </w:p>
    <w:p w14:paraId="05E4796F"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Quelle étrange réponse</w:t>
      </w:r>
      <w:r w:rsidR="000A6D5E">
        <w:t>.</w:t>
      </w:r>
    </w:p>
    <w:p w14:paraId="65853C7E" w14:textId="77777777" w:rsidR="000A6D5E" w:rsidRDefault="004036B1" w:rsidP="000A6D5E">
      <w:r w:rsidRPr="00425309">
        <w:rPr>
          <w:bCs/>
          <w:i/>
          <w:iCs/>
        </w:rPr>
        <w:t>CAROLINE</w:t>
      </w:r>
      <w:r w:rsidR="000A6D5E">
        <w:rPr>
          <w:bCs/>
          <w:i/>
          <w:iCs/>
        </w:rPr>
        <w:t xml:space="preserve">. </w:t>
      </w:r>
      <w:r w:rsidR="000A6D5E">
        <w:t xml:space="preserve">– </w:t>
      </w:r>
      <w:r w:rsidRPr="00425309">
        <w:t>Je me comprends très bien</w:t>
      </w:r>
      <w:r w:rsidR="000A6D5E">
        <w:t>.</w:t>
      </w:r>
    </w:p>
    <w:p w14:paraId="0806C224"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Soit</w:t>
      </w:r>
      <w:r w:rsidR="000A6D5E">
        <w:t xml:space="preserve">. </w:t>
      </w:r>
      <w:r w:rsidRPr="00425309">
        <w:t>Mais alors que lui reprochez-vous</w:t>
      </w:r>
      <w:r w:rsidR="000A6D5E">
        <w:t xml:space="preserve"> ?… </w:t>
      </w:r>
      <w:r w:rsidRPr="00425309">
        <w:t>Bien qu</w:t>
      </w:r>
      <w:r w:rsidR="000A6D5E">
        <w:t>’</w:t>
      </w:r>
      <w:r w:rsidRPr="00425309">
        <w:t>il soit un observateur impitoyable</w:t>
      </w:r>
      <w:r w:rsidR="000A6D5E">
        <w:t xml:space="preserve"> – </w:t>
      </w:r>
      <w:r w:rsidRPr="00425309">
        <w:t>cruel même</w:t>
      </w:r>
      <w:r w:rsidR="000A6D5E">
        <w:t xml:space="preserve">, </w:t>
      </w:r>
      <w:r w:rsidRPr="00425309">
        <w:t>je ne crois pas qu</w:t>
      </w:r>
      <w:r w:rsidR="000A6D5E">
        <w:t>’</w:t>
      </w:r>
      <w:r w:rsidRPr="00425309">
        <w:t>il soit méchant</w:t>
      </w:r>
      <w:r w:rsidR="000A6D5E">
        <w:t>…</w:t>
      </w:r>
    </w:p>
    <w:p w14:paraId="2BD26078" w14:textId="77777777" w:rsidR="000A6D5E" w:rsidRDefault="004036B1" w:rsidP="000A6D5E">
      <w:r w:rsidRPr="00425309">
        <w:rPr>
          <w:bCs/>
          <w:i/>
          <w:iCs/>
        </w:rPr>
        <w:t>CAROLINE</w:t>
      </w:r>
      <w:r w:rsidR="000A6D5E">
        <w:rPr>
          <w:bCs/>
          <w:i/>
          <w:iCs/>
        </w:rPr>
        <w:t xml:space="preserve">. </w:t>
      </w:r>
      <w:r w:rsidR="000A6D5E">
        <w:t xml:space="preserve">– </w:t>
      </w:r>
      <w:r w:rsidRPr="00425309">
        <w:t>Lui</w:t>
      </w:r>
      <w:r w:rsidR="000A6D5E">
        <w:t xml:space="preserve">, </w:t>
      </w:r>
      <w:r w:rsidRPr="00425309">
        <w:t>méchant</w:t>
      </w:r>
      <w:r w:rsidR="000A6D5E">
        <w:t xml:space="preserve"> ?… </w:t>
      </w:r>
      <w:r w:rsidRPr="00425309">
        <w:t>Pas du tout</w:t>
      </w:r>
      <w:r w:rsidR="000A6D5E">
        <w:t>.</w:t>
      </w:r>
    </w:p>
    <w:p w14:paraId="62834EEA"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Coléreux</w:t>
      </w:r>
      <w:r w:rsidR="000A6D5E">
        <w:t> ?</w:t>
      </w:r>
    </w:p>
    <w:p w14:paraId="1966384D" w14:textId="77777777" w:rsidR="000A6D5E" w:rsidRDefault="004036B1" w:rsidP="000A6D5E">
      <w:r w:rsidRPr="00425309">
        <w:rPr>
          <w:bCs/>
          <w:i/>
          <w:iCs/>
        </w:rPr>
        <w:t>CAROLINE</w:t>
      </w:r>
      <w:r w:rsidR="000A6D5E">
        <w:rPr>
          <w:bCs/>
          <w:i/>
          <w:iCs/>
        </w:rPr>
        <w:t xml:space="preserve">. </w:t>
      </w:r>
      <w:r w:rsidR="000A6D5E">
        <w:t xml:space="preserve">– </w:t>
      </w:r>
      <w:r w:rsidRPr="00425309">
        <w:t>Non</w:t>
      </w:r>
      <w:r w:rsidR="000A6D5E">
        <w:t xml:space="preserve">, </w:t>
      </w:r>
      <w:r w:rsidRPr="00425309">
        <w:t>jamais</w:t>
      </w:r>
      <w:r w:rsidR="000A6D5E">
        <w:t>.</w:t>
      </w:r>
    </w:p>
    <w:p w14:paraId="3E68B95F"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Avare</w:t>
      </w:r>
      <w:r w:rsidR="000A6D5E">
        <w:t> ?</w:t>
      </w:r>
    </w:p>
    <w:p w14:paraId="4E041B5C" w14:textId="77777777" w:rsidR="000A6D5E" w:rsidRDefault="004036B1" w:rsidP="000A6D5E">
      <w:r w:rsidRPr="00425309">
        <w:rPr>
          <w:bCs/>
          <w:i/>
          <w:iCs/>
        </w:rPr>
        <w:t>CAROLINE</w:t>
      </w:r>
      <w:r w:rsidR="000A6D5E">
        <w:rPr>
          <w:bCs/>
          <w:i/>
          <w:iCs/>
        </w:rPr>
        <w:t xml:space="preserve">. </w:t>
      </w:r>
      <w:r w:rsidR="000A6D5E">
        <w:t xml:space="preserve">– </w:t>
      </w:r>
      <w:r w:rsidRPr="00425309">
        <w:t>Bien au contraire</w:t>
      </w:r>
      <w:r w:rsidR="000A6D5E">
        <w:t>.</w:t>
      </w:r>
    </w:p>
    <w:p w14:paraId="58C4A77D"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Il ne boit pas</w:t>
      </w:r>
      <w:r w:rsidR="000A6D5E">
        <w:t> ?</w:t>
      </w:r>
    </w:p>
    <w:p w14:paraId="2408BEC3" w14:textId="77777777" w:rsidR="000A6D5E" w:rsidRDefault="004036B1" w:rsidP="000A6D5E">
      <w:r w:rsidRPr="00425309">
        <w:rPr>
          <w:bCs/>
          <w:i/>
          <w:iCs/>
        </w:rPr>
        <w:lastRenderedPageBreak/>
        <w:t>CAROLINE</w:t>
      </w:r>
      <w:r w:rsidR="000A6D5E">
        <w:rPr>
          <w:bCs/>
          <w:i/>
          <w:iCs/>
        </w:rPr>
        <w:t xml:space="preserve">. </w:t>
      </w:r>
      <w:r w:rsidR="000A6D5E">
        <w:t xml:space="preserve">– </w:t>
      </w:r>
      <w:r w:rsidRPr="00425309">
        <w:t>Oh</w:t>
      </w:r>
      <w:r w:rsidR="000A6D5E">
        <w:t xml:space="preserve"> ! </w:t>
      </w:r>
      <w:r w:rsidRPr="00425309">
        <w:t>Quelle horreur</w:t>
      </w:r>
      <w:r w:rsidR="000A6D5E">
        <w:t> !</w:t>
      </w:r>
    </w:p>
    <w:p w14:paraId="39109EF4"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Il travaille toujours</w:t>
      </w:r>
      <w:r w:rsidR="000A6D5E">
        <w:t> ?</w:t>
      </w:r>
    </w:p>
    <w:p w14:paraId="44D7637F" w14:textId="77777777" w:rsidR="000A6D5E" w:rsidRDefault="004036B1" w:rsidP="000A6D5E">
      <w:r w:rsidRPr="00425309">
        <w:rPr>
          <w:bCs/>
          <w:i/>
          <w:iCs/>
        </w:rPr>
        <w:t>CAROLINE</w:t>
      </w:r>
      <w:r w:rsidR="000A6D5E">
        <w:rPr>
          <w:bCs/>
          <w:i/>
          <w:iCs/>
        </w:rPr>
        <w:t xml:space="preserve">. </w:t>
      </w:r>
      <w:r w:rsidR="000A6D5E">
        <w:t xml:space="preserve">– </w:t>
      </w:r>
      <w:r w:rsidRPr="00425309">
        <w:t>Du matin jusqu</w:t>
      </w:r>
      <w:r w:rsidR="000A6D5E">
        <w:t>’</w:t>
      </w:r>
      <w:r w:rsidRPr="00425309">
        <w:t>au soir</w:t>
      </w:r>
      <w:r w:rsidR="000A6D5E">
        <w:t>.</w:t>
      </w:r>
    </w:p>
    <w:p w14:paraId="1EBA07FF"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Alors</w:t>
      </w:r>
      <w:r w:rsidR="000A6D5E">
        <w:t xml:space="preserve">… </w:t>
      </w:r>
      <w:r w:rsidRPr="00425309">
        <w:t>à qui la faute</w:t>
      </w:r>
      <w:r w:rsidR="000A6D5E">
        <w:t> ?</w:t>
      </w:r>
    </w:p>
    <w:p w14:paraId="3CC89CB9" w14:textId="77777777" w:rsidR="000A6D5E" w:rsidRDefault="004036B1" w:rsidP="000A6D5E">
      <w:r w:rsidRPr="00425309">
        <w:rPr>
          <w:bCs/>
          <w:i/>
          <w:iCs/>
        </w:rPr>
        <w:t>CAROLINE</w:t>
      </w:r>
      <w:r w:rsidR="000A6D5E">
        <w:rPr>
          <w:bCs/>
          <w:i/>
          <w:iCs/>
        </w:rPr>
        <w:t xml:space="preserve">. </w:t>
      </w:r>
      <w:r w:rsidR="000A6D5E">
        <w:t xml:space="preserve">– </w:t>
      </w:r>
      <w:r w:rsidRPr="00425309">
        <w:t>À son esprit</w:t>
      </w:r>
      <w:r w:rsidR="000A6D5E">
        <w:t xml:space="preserve">. </w:t>
      </w:r>
      <w:r w:rsidRPr="00425309">
        <w:t>À cette forme d</w:t>
      </w:r>
      <w:r w:rsidR="000A6D5E">
        <w:t>’</w:t>
      </w:r>
      <w:r w:rsidRPr="00425309">
        <w:t>esprit qui n</w:t>
      </w:r>
      <w:r w:rsidR="000A6D5E">
        <w:t>’</w:t>
      </w:r>
      <w:r w:rsidRPr="00425309">
        <w:t>appa</w:t>
      </w:r>
      <w:r w:rsidRPr="00425309">
        <w:t>r</w:t>
      </w:r>
      <w:r w:rsidRPr="00425309">
        <w:t>tient qu</w:t>
      </w:r>
      <w:r w:rsidR="000A6D5E">
        <w:t>’</w:t>
      </w:r>
      <w:r w:rsidRPr="00425309">
        <w:t>à lui</w:t>
      </w:r>
      <w:r w:rsidR="000A6D5E">
        <w:t xml:space="preserve">, </w:t>
      </w:r>
      <w:r w:rsidRPr="00425309">
        <w:t>je pense</w:t>
      </w:r>
      <w:r w:rsidR="000A6D5E">
        <w:t xml:space="preserve"> – </w:t>
      </w:r>
      <w:r w:rsidRPr="00425309">
        <w:t>et qui devient exaspérante à la longue</w:t>
      </w:r>
      <w:r w:rsidR="000A6D5E">
        <w:t xml:space="preserve">, </w:t>
      </w:r>
      <w:r w:rsidRPr="00425309">
        <w:t>je vous le jure</w:t>
      </w:r>
      <w:r w:rsidR="000A6D5E">
        <w:t xml:space="preserve">. </w:t>
      </w:r>
      <w:r w:rsidRPr="00425309">
        <w:t>Quand il commence une phrase</w:t>
      </w:r>
      <w:r w:rsidR="000A6D5E">
        <w:t xml:space="preserve">, </w:t>
      </w:r>
      <w:r w:rsidRPr="00425309">
        <w:t>on ne sait jamais comment il va la terminer</w:t>
      </w:r>
      <w:r w:rsidR="000A6D5E">
        <w:t xml:space="preserve"> ! </w:t>
      </w:r>
      <w:r w:rsidRPr="00425309">
        <w:t>Et il n</w:t>
      </w:r>
      <w:r w:rsidR="000A6D5E">
        <w:t>’</w:t>
      </w:r>
      <w:r w:rsidRPr="00425309">
        <w:t>a que des idées baroques dans la tête</w:t>
      </w:r>
      <w:r w:rsidR="000A6D5E">
        <w:t xml:space="preserve">. </w:t>
      </w:r>
      <w:r w:rsidRPr="00425309">
        <w:t>Il y a trois jours</w:t>
      </w:r>
      <w:r w:rsidR="000A6D5E">
        <w:t xml:space="preserve">, </w:t>
      </w:r>
      <w:r w:rsidRPr="00425309">
        <w:t>pendant toute la mat</w:t>
      </w:r>
      <w:r w:rsidRPr="00425309">
        <w:t>i</w:t>
      </w:r>
      <w:r w:rsidRPr="00425309">
        <w:t>née</w:t>
      </w:r>
      <w:r w:rsidR="000A6D5E">
        <w:t xml:space="preserve">, </w:t>
      </w:r>
      <w:r w:rsidRPr="00425309">
        <w:t>il a fait celui qui n</w:t>
      </w:r>
      <w:r w:rsidR="000A6D5E">
        <w:t>’</w:t>
      </w:r>
      <w:r w:rsidRPr="00425309">
        <w:t>entendait plus</w:t>
      </w:r>
      <w:r w:rsidR="000A6D5E">
        <w:t xml:space="preserve"> – </w:t>
      </w:r>
      <w:r w:rsidRPr="00425309">
        <w:t>et il nous obligeait à hurler autour de lui</w:t>
      </w:r>
      <w:r w:rsidR="000A6D5E">
        <w:t xml:space="preserve"> !… </w:t>
      </w:r>
      <w:r w:rsidRPr="00425309">
        <w:t>Il a le cerveau fait de telle sorte qu</w:t>
      </w:r>
      <w:r w:rsidR="000A6D5E">
        <w:t>’</w:t>
      </w:r>
      <w:r w:rsidRPr="00425309">
        <w:t>il dira toujours le contraire de ce qu</w:t>
      </w:r>
      <w:r w:rsidR="000A6D5E">
        <w:t>’</w:t>
      </w:r>
      <w:r w:rsidRPr="00425309">
        <w:t>il devrait dire</w:t>
      </w:r>
      <w:r w:rsidR="000A6D5E">
        <w:t xml:space="preserve">. </w:t>
      </w:r>
      <w:r w:rsidRPr="00425309">
        <w:t>S</w:t>
      </w:r>
      <w:r w:rsidR="000A6D5E">
        <w:t>’</w:t>
      </w:r>
      <w:r w:rsidRPr="00425309">
        <w:t>il fait très chaud dehors</w:t>
      </w:r>
      <w:r w:rsidR="000A6D5E">
        <w:t xml:space="preserve">, </w:t>
      </w:r>
      <w:r w:rsidRPr="00425309">
        <w:t>il rentre en disant</w:t>
      </w:r>
      <w:r w:rsidR="000A6D5E">
        <w:t> : « </w:t>
      </w:r>
      <w:r w:rsidRPr="00425309">
        <w:t>J</w:t>
      </w:r>
      <w:r w:rsidR="000A6D5E">
        <w:t>’</w:t>
      </w:r>
      <w:r w:rsidRPr="00425309">
        <w:t>ai peur d</w:t>
      </w:r>
      <w:r w:rsidR="000A6D5E">
        <w:t>’</w:t>
      </w:r>
      <w:r w:rsidRPr="00425309">
        <w:t>avoir pris froid</w:t>
      </w:r>
      <w:r w:rsidR="000A6D5E">
        <w:t> ! »</w:t>
      </w:r>
      <w:r w:rsidRPr="00425309">
        <w:t xml:space="preserve"> La pendule sonne-t-elle onze coups</w:t>
      </w:r>
      <w:r w:rsidR="000A6D5E">
        <w:t xml:space="preserve"> – </w:t>
      </w:r>
      <w:r w:rsidRPr="00425309">
        <w:t>il s</w:t>
      </w:r>
      <w:r w:rsidR="000A6D5E">
        <w:t>’</w:t>
      </w:r>
      <w:r w:rsidRPr="00425309">
        <w:t>écrie aussitôt</w:t>
      </w:r>
      <w:r w:rsidR="000A6D5E">
        <w:t> : « </w:t>
      </w:r>
      <w:r w:rsidRPr="00425309">
        <w:t>Trois heures</w:t>
      </w:r>
      <w:r w:rsidR="000A6D5E">
        <w:t xml:space="preserve">, </w:t>
      </w:r>
      <w:r w:rsidRPr="00425309">
        <w:t>d</w:t>
      </w:r>
      <w:r w:rsidRPr="00425309">
        <w:t>é</w:t>
      </w:r>
      <w:r w:rsidRPr="00425309">
        <w:t>jà</w:t>
      </w:r>
      <w:r w:rsidR="000A6D5E">
        <w:t> ! »</w:t>
      </w:r>
    </w:p>
    <w:p w14:paraId="370D43E1" w14:textId="77777777" w:rsidR="000A6D5E" w:rsidRDefault="000A6D5E" w:rsidP="000A6D5E">
      <w:r>
        <w:rPr>
          <w:bCs/>
          <w:i/>
          <w:iCs/>
        </w:rPr>
        <w:t>(</w:t>
      </w:r>
      <w:r w:rsidR="004036B1" w:rsidRPr="00425309">
        <w:rPr>
          <w:bCs/>
          <w:i/>
          <w:iCs/>
        </w:rPr>
        <w:t xml:space="preserve">Léon </w:t>
      </w:r>
      <w:proofErr w:type="spellStart"/>
      <w:r w:rsidR="004036B1" w:rsidRPr="00425309">
        <w:rPr>
          <w:bCs/>
          <w:i/>
          <w:iCs/>
        </w:rPr>
        <w:t>Gozlan</w:t>
      </w:r>
      <w:proofErr w:type="spellEnd"/>
      <w:r w:rsidR="004036B1" w:rsidRPr="00425309">
        <w:rPr>
          <w:bCs/>
          <w:i/>
          <w:iCs/>
        </w:rPr>
        <w:t xml:space="preserve"> sourit</w:t>
      </w:r>
      <w:r>
        <w:rPr>
          <w:bCs/>
          <w:i/>
          <w:iCs/>
        </w:rPr>
        <w:t>.)</w:t>
      </w:r>
    </w:p>
    <w:p w14:paraId="61B9F25F" w14:textId="77777777" w:rsidR="000A6D5E" w:rsidRDefault="004036B1" w:rsidP="000A6D5E">
      <w:r w:rsidRPr="00425309">
        <w:t>Oui</w:t>
      </w:r>
      <w:r w:rsidR="000A6D5E">
        <w:t xml:space="preserve">, </w:t>
      </w:r>
      <w:r w:rsidRPr="00425309">
        <w:t>c</w:t>
      </w:r>
      <w:r w:rsidR="000A6D5E">
        <w:t>’</w:t>
      </w:r>
      <w:r w:rsidRPr="00425309">
        <w:t>est drôle</w:t>
      </w:r>
      <w:r w:rsidR="000A6D5E">
        <w:t xml:space="preserve">, </w:t>
      </w:r>
      <w:r w:rsidRPr="00425309">
        <w:t>en effet</w:t>
      </w:r>
      <w:r w:rsidR="000A6D5E">
        <w:t xml:space="preserve">… </w:t>
      </w:r>
      <w:r w:rsidRPr="00425309">
        <w:t>mais imaginez cela pendant dix ans de suite</w:t>
      </w:r>
      <w:r w:rsidR="000A6D5E">
        <w:t> !</w:t>
      </w:r>
    </w:p>
    <w:p w14:paraId="0D9E632D"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Eh</w:t>
      </w:r>
      <w:r w:rsidR="000A6D5E">
        <w:t xml:space="preserve"> ! </w:t>
      </w:r>
      <w:r w:rsidRPr="00425309">
        <w:t>Oui</w:t>
      </w:r>
      <w:r w:rsidR="000A6D5E">
        <w:t xml:space="preserve">, </w:t>
      </w:r>
      <w:r w:rsidRPr="00425309">
        <w:t>bien sûr</w:t>
      </w:r>
      <w:r w:rsidR="000A6D5E">
        <w:t xml:space="preserve">. </w:t>
      </w:r>
      <w:r w:rsidRPr="00425309">
        <w:t>Il devrait pourtant savoir que les femmes n</w:t>
      </w:r>
      <w:r w:rsidR="000A6D5E">
        <w:t>’</w:t>
      </w:r>
      <w:r w:rsidRPr="00425309">
        <w:t>ont jamais apprécié l</w:t>
      </w:r>
      <w:r w:rsidR="000A6D5E">
        <w:t>’</w:t>
      </w:r>
      <w:r w:rsidRPr="00425309">
        <w:t>humour</w:t>
      </w:r>
      <w:r w:rsidR="000A6D5E">
        <w:t>.</w:t>
      </w:r>
    </w:p>
    <w:p w14:paraId="52163115" w14:textId="77777777" w:rsidR="000A6D5E" w:rsidRDefault="004036B1" w:rsidP="000A6D5E">
      <w:r w:rsidRPr="00425309">
        <w:rPr>
          <w:bCs/>
          <w:i/>
          <w:iCs/>
        </w:rPr>
        <w:t>CAROLINE</w:t>
      </w:r>
      <w:r w:rsidR="000A6D5E">
        <w:rPr>
          <w:bCs/>
          <w:i/>
          <w:iCs/>
        </w:rPr>
        <w:t xml:space="preserve">. </w:t>
      </w:r>
      <w:r w:rsidR="000A6D5E">
        <w:t xml:space="preserve">– </w:t>
      </w:r>
      <w:r w:rsidRPr="00425309">
        <w:t>Croyez-vous</w:t>
      </w:r>
      <w:r w:rsidR="000A6D5E">
        <w:t xml:space="preserve">, </w:t>
      </w:r>
      <w:r w:rsidRPr="00425309">
        <w:t xml:space="preserve">Monsieur </w:t>
      </w:r>
      <w:proofErr w:type="spellStart"/>
      <w:r w:rsidRPr="00425309">
        <w:t>Gozlan</w:t>
      </w:r>
      <w:proofErr w:type="spellEnd"/>
      <w:r w:rsidR="000A6D5E">
        <w:t xml:space="preserve">, </w:t>
      </w:r>
      <w:r w:rsidRPr="00425309">
        <w:t>qu</w:t>
      </w:r>
      <w:r w:rsidR="000A6D5E">
        <w:t>’</w:t>
      </w:r>
      <w:r w:rsidRPr="00425309">
        <w:t>on puisse a</w:t>
      </w:r>
      <w:r w:rsidRPr="00425309">
        <w:t>p</w:t>
      </w:r>
      <w:r w:rsidRPr="00425309">
        <w:t>précier du matin au soir</w:t>
      </w:r>
      <w:r w:rsidR="000A6D5E">
        <w:t xml:space="preserve">, </w:t>
      </w:r>
      <w:r w:rsidRPr="00425309">
        <w:t>d</w:t>
      </w:r>
      <w:r w:rsidR="000A6D5E">
        <w:t>’</w:t>
      </w:r>
      <w:r w:rsidRPr="00425309">
        <w:t>un bout de l</w:t>
      </w:r>
      <w:r w:rsidR="000A6D5E">
        <w:t>’</w:t>
      </w:r>
      <w:r w:rsidRPr="00425309">
        <w:t>année à l</w:t>
      </w:r>
      <w:r w:rsidR="000A6D5E">
        <w:t>’</w:t>
      </w:r>
      <w:r w:rsidRPr="00425309">
        <w:t>autre</w:t>
      </w:r>
      <w:r w:rsidR="000A6D5E">
        <w:t xml:space="preserve">, </w:t>
      </w:r>
      <w:r w:rsidRPr="00425309">
        <w:t>cette façon glaciale qu</w:t>
      </w:r>
      <w:r w:rsidR="000A6D5E">
        <w:t>’</w:t>
      </w:r>
      <w:r w:rsidRPr="00425309">
        <w:t>il a de plaisanter sans cesse</w:t>
      </w:r>
      <w:r w:rsidR="000A6D5E">
        <w:t xml:space="preserve">. </w:t>
      </w:r>
      <w:r w:rsidRPr="00425309">
        <w:t>Même m</w:t>
      </w:r>
      <w:r w:rsidRPr="00425309">
        <w:t>a</w:t>
      </w:r>
      <w:r w:rsidRPr="00425309">
        <w:t>lade</w:t>
      </w:r>
      <w:r w:rsidR="000A6D5E">
        <w:t xml:space="preserve">, </w:t>
      </w:r>
      <w:r w:rsidRPr="00425309">
        <w:t>il continue à se moquer de tout le monde</w:t>
      </w:r>
      <w:r w:rsidR="000A6D5E">
        <w:t>.</w:t>
      </w:r>
    </w:p>
    <w:p w14:paraId="3439AB14"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Il ne se moque pas</w:t>
      </w:r>
      <w:r w:rsidR="000A6D5E">
        <w:t xml:space="preserve"> – </w:t>
      </w:r>
      <w:r w:rsidRPr="00425309">
        <w:t>je crois tout si</w:t>
      </w:r>
      <w:r w:rsidRPr="00425309">
        <w:t>m</w:t>
      </w:r>
      <w:r w:rsidRPr="00425309">
        <w:t>plement qu</w:t>
      </w:r>
      <w:r w:rsidR="000A6D5E">
        <w:t>’</w:t>
      </w:r>
      <w:r w:rsidRPr="00425309">
        <w:t>il travaille</w:t>
      </w:r>
      <w:r w:rsidR="000A6D5E">
        <w:t xml:space="preserve">… </w:t>
      </w:r>
      <w:r w:rsidRPr="00425309">
        <w:t>à sa manière</w:t>
      </w:r>
      <w:r w:rsidR="000A6D5E">
        <w:t>.</w:t>
      </w:r>
    </w:p>
    <w:p w14:paraId="70A3971A" w14:textId="77777777" w:rsidR="000A6D5E" w:rsidRDefault="004036B1" w:rsidP="000A6D5E">
      <w:r w:rsidRPr="00425309">
        <w:rPr>
          <w:bCs/>
          <w:i/>
          <w:iCs/>
        </w:rPr>
        <w:lastRenderedPageBreak/>
        <w:t>CAROLINE</w:t>
      </w:r>
      <w:r w:rsidR="000A6D5E">
        <w:rPr>
          <w:bCs/>
          <w:i/>
          <w:iCs/>
        </w:rPr>
        <w:t xml:space="preserve">. </w:t>
      </w:r>
      <w:r w:rsidR="000A6D5E">
        <w:t xml:space="preserve">– </w:t>
      </w:r>
      <w:r w:rsidRPr="00425309">
        <w:t>Beau travail vraiment qui consiste à froisser les gens autour de soi</w:t>
      </w:r>
      <w:r w:rsidR="000A6D5E">
        <w:t xml:space="preserve">. </w:t>
      </w:r>
      <w:r w:rsidRPr="00425309">
        <w:t>D</w:t>
      </w:r>
      <w:r w:rsidR="000A6D5E">
        <w:t>’</w:t>
      </w:r>
      <w:r w:rsidRPr="00425309">
        <w:t>ailleurs</w:t>
      </w:r>
      <w:r w:rsidR="000A6D5E">
        <w:t xml:space="preserve">, </w:t>
      </w:r>
      <w:r w:rsidRPr="00425309">
        <w:t>c</w:t>
      </w:r>
      <w:r w:rsidR="000A6D5E">
        <w:t>’</w:t>
      </w:r>
      <w:r w:rsidRPr="00425309">
        <w:t>est bien simple</w:t>
      </w:r>
      <w:r w:rsidR="000A6D5E">
        <w:t xml:space="preserve">, </w:t>
      </w:r>
      <w:r w:rsidRPr="00425309">
        <w:t>il n</w:t>
      </w:r>
      <w:r w:rsidR="000A6D5E">
        <w:t>’</w:t>
      </w:r>
      <w:r w:rsidRPr="00425309">
        <w:t>a plus d</w:t>
      </w:r>
      <w:r w:rsidR="000A6D5E">
        <w:t>’</w:t>
      </w:r>
      <w:r w:rsidRPr="00425309">
        <w:t>amis</w:t>
      </w:r>
      <w:r w:rsidR="000A6D5E">
        <w:t xml:space="preserve">. </w:t>
      </w:r>
      <w:r w:rsidRPr="00425309">
        <w:t>Champfleury</w:t>
      </w:r>
      <w:r w:rsidR="000A6D5E">
        <w:t xml:space="preserve">, </w:t>
      </w:r>
      <w:r w:rsidRPr="00425309">
        <w:t>vous</w:t>
      </w:r>
      <w:r w:rsidR="000A6D5E">
        <w:t xml:space="preserve">, </w:t>
      </w:r>
      <w:proofErr w:type="spellStart"/>
      <w:r w:rsidRPr="00425309">
        <w:t>Perlet</w:t>
      </w:r>
      <w:proofErr w:type="spellEnd"/>
      <w:r w:rsidR="000A6D5E">
        <w:t xml:space="preserve">… </w:t>
      </w:r>
      <w:r w:rsidRPr="00425309">
        <w:t>et je n</w:t>
      </w:r>
      <w:r w:rsidR="000A6D5E">
        <w:t>’</w:t>
      </w:r>
      <w:r w:rsidRPr="00425309">
        <w:t>en vois pas d</w:t>
      </w:r>
      <w:r w:rsidR="000A6D5E">
        <w:t>’</w:t>
      </w:r>
      <w:r w:rsidRPr="00425309">
        <w:t>autres</w:t>
      </w:r>
      <w:r w:rsidR="000A6D5E">
        <w:t xml:space="preserve">. </w:t>
      </w:r>
      <w:r w:rsidRPr="00425309">
        <w:t>Il a beaucoup changé</w:t>
      </w:r>
      <w:r w:rsidR="000A6D5E">
        <w:t xml:space="preserve">, </w:t>
      </w:r>
      <w:r w:rsidRPr="00425309">
        <w:t xml:space="preserve">Monsieur </w:t>
      </w:r>
      <w:proofErr w:type="spellStart"/>
      <w:r w:rsidRPr="00425309">
        <w:t>Gozlan</w:t>
      </w:r>
      <w:proofErr w:type="spellEnd"/>
      <w:r w:rsidR="000A6D5E">
        <w:t xml:space="preserve">, </w:t>
      </w:r>
      <w:r w:rsidRPr="00425309">
        <w:t>beaucoup</w:t>
      </w:r>
      <w:r w:rsidR="000A6D5E">
        <w:t>…</w:t>
      </w:r>
    </w:p>
    <w:p w14:paraId="51BAB77B"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Croyez-vous</w:t>
      </w:r>
      <w:r w:rsidR="000A6D5E">
        <w:t> ?</w:t>
      </w:r>
    </w:p>
    <w:p w14:paraId="2BCDF038" w14:textId="77777777" w:rsidR="000A6D5E" w:rsidRDefault="004036B1" w:rsidP="000A6D5E">
      <w:r w:rsidRPr="00425309">
        <w:rPr>
          <w:bCs/>
          <w:i/>
          <w:iCs/>
        </w:rPr>
        <w:t>CAROLINE</w:t>
      </w:r>
      <w:r w:rsidR="000A6D5E">
        <w:rPr>
          <w:bCs/>
          <w:i/>
          <w:iCs/>
        </w:rPr>
        <w:t xml:space="preserve">. </w:t>
      </w:r>
      <w:r w:rsidR="000A6D5E">
        <w:t xml:space="preserve">– </w:t>
      </w:r>
      <w:r w:rsidRPr="00425309">
        <w:t>J</w:t>
      </w:r>
      <w:r w:rsidR="000A6D5E">
        <w:t>’</w:t>
      </w:r>
      <w:r w:rsidRPr="00425309">
        <w:t>en suis sûre</w:t>
      </w:r>
      <w:r w:rsidR="000A6D5E">
        <w:t xml:space="preserve">. </w:t>
      </w:r>
      <w:r w:rsidRPr="00425309">
        <w:t>Depuis qu</w:t>
      </w:r>
      <w:r w:rsidR="000A6D5E">
        <w:t>’</w:t>
      </w:r>
      <w:r w:rsidRPr="00425309">
        <w:t>il écrit</w:t>
      </w:r>
      <w:r w:rsidR="000A6D5E">
        <w:t xml:space="preserve">, </w:t>
      </w:r>
      <w:r w:rsidRPr="00425309">
        <w:t>ce n</w:t>
      </w:r>
      <w:r w:rsidR="000A6D5E">
        <w:t>’</w:t>
      </w:r>
      <w:r w:rsidRPr="00425309">
        <w:t>est plus le même homme</w:t>
      </w:r>
      <w:r w:rsidR="000A6D5E">
        <w:t xml:space="preserve">. </w:t>
      </w:r>
      <w:r w:rsidRPr="00425309">
        <w:t>Dans les premières années de notre m</w:t>
      </w:r>
      <w:r w:rsidRPr="00425309">
        <w:t>a</w:t>
      </w:r>
      <w:r w:rsidRPr="00425309">
        <w:t>riage il lui arrivait de rester des heures entières sans plaisa</w:t>
      </w:r>
      <w:r w:rsidRPr="00425309">
        <w:t>n</w:t>
      </w:r>
      <w:r w:rsidRPr="00425309">
        <w:t>ter</w:t>
      </w:r>
      <w:r w:rsidR="000A6D5E">
        <w:t xml:space="preserve">… </w:t>
      </w:r>
      <w:r w:rsidRPr="00425309">
        <w:t>et quelques fois je l</w:t>
      </w:r>
      <w:r w:rsidR="000A6D5E">
        <w:t>’</w:t>
      </w:r>
      <w:r w:rsidRPr="00425309">
        <w:t>ai vu triste</w:t>
      </w:r>
      <w:r w:rsidR="000A6D5E">
        <w:t>…</w:t>
      </w:r>
    </w:p>
    <w:p w14:paraId="14FE2AFD"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Vous regrettez ce bon temps-là</w:t>
      </w:r>
      <w:r w:rsidR="000A6D5E">
        <w:t> ?</w:t>
      </w:r>
    </w:p>
    <w:p w14:paraId="786E92D6" w14:textId="77777777" w:rsidR="000A6D5E" w:rsidRDefault="004036B1" w:rsidP="000A6D5E">
      <w:r w:rsidRPr="00425309">
        <w:rPr>
          <w:bCs/>
          <w:i/>
          <w:iCs/>
        </w:rPr>
        <w:t>CAROLINE</w:t>
      </w:r>
      <w:r w:rsidR="000A6D5E">
        <w:rPr>
          <w:bCs/>
          <w:i/>
          <w:iCs/>
        </w:rPr>
        <w:t xml:space="preserve">. </w:t>
      </w:r>
      <w:r w:rsidR="000A6D5E">
        <w:t xml:space="preserve">– </w:t>
      </w:r>
      <w:r w:rsidRPr="00425309">
        <w:t>Parfaitement</w:t>
      </w:r>
      <w:r w:rsidR="000A6D5E">
        <w:t xml:space="preserve">. </w:t>
      </w:r>
      <w:r w:rsidRPr="00425309">
        <w:t>Au moins</w:t>
      </w:r>
      <w:r w:rsidR="000A6D5E">
        <w:t xml:space="preserve">, </w:t>
      </w:r>
      <w:r w:rsidRPr="00425309">
        <w:t>je pouvais le cons</w:t>
      </w:r>
      <w:r w:rsidRPr="00425309">
        <w:t>o</w:t>
      </w:r>
      <w:r w:rsidRPr="00425309">
        <w:t>ler</w:t>
      </w:r>
      <w:r w:rsidR="000A6D5E">
        <w:t xml:space="preserve">. </w:t>
      </w:r>
      <w:r w:rsidRPr="00425309">
        <w:t>Maintenant</w:t>
      </w:r>
      <w:r w:rsidR="000A6D5E">
        <w:t xml:space="preserve">, </w:t>
      </w:r>
      <w:r w:rsidRPr="00425309">
        <w:t>c</w:t>
      </w:r>
      <w:r w:rsidR="000A6D5E">
        <w:t>’</w:t>
      </w:r>
      <w:r w:rsidRPr="00425309">
        <w:t>est fini</w:t>
      </w:r>
      <w:r w:rsidR="000A6D5E">
        <w:t xml:space="preserve">. </w:t>
      </w:r>
      <w:r w:rsidRPr="00425309">
        <w:t>Ou bien il dissimule les sentiments qu</w:t>
      </w:r>
      <w:r w:rsidR="000A6D5E">
        <w:t>’</w:t>
      </w:r>
      <w:r w:rsidRPr="00425309">
        <w:t>il éprouve</w:t>
      </w:r>
      <w:r w:rsidR="000A6D5E">
        <w:t xml:space="preserve"> – </w:t>
      </w:r>
      <w:r w:rsidRPr="00425309">
        <w:t>ou bien il s</w:t>
      </w:r>
      <w:r w:rsidR="000A6D5E">
        <w:t>’</w:t>
      </w:r>
      <w:r w:rsidRPr="00425309">
        <w:t>amuse à contrefaire ceux qu</w:t>
      </w:r>
      <w:r w:rsidR="000A6D5E">
        <w:t>’</w:t>
      </w:r>
      <w:r w:rsidRPr="00425309">
        <w:t>il feint d</w:t>
      </w:r>
      <w:r w:rsidR="000A6D5E">
        <w:t>’</w:t>
      </w:r>
      <w:r w:rsidRPr="00425309">
        <w:t>éprouver</w:t>
      </w:r>
      <w:r w:rsidR="000A6D5E">
        <w:t>.</w:t>
      </w:r>
    </w:p>
    <w:p w14:paraId="4AFE55A9"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Il n</w:t>
      </w:r>
      <w:r w:rsidR="000A6D5E">
        <w:t>’</w:t>
      </w:r>
      <w:r w:rsidRPr="00425309">
        <w:t>a peut-être plus le cœur à être triste</w:t>
      </w:r>
      <w:r w:rsidR="000A6D5E">
        <w:t>.</w:t>
      </w:r>
    </w:p>
    <w:p w14:paraId="326798BD" w14:textId="77777777" w:rsidR="000A6D5E" w:rsidRDefault="004036B1" w:rsidP="000A6D5E">
      <w:r w:rsidRPr="00425309">
        <w:rPr>
          <w:bCs/>
          <w:i/>
          <w:iCs/>
        </w:rPr>
        <w:t>CAROLINE</w:t>
      </w:r>
      <w:r w:rsidR="000A6D5E">
        <w:rPr>
          <w:bCs/>
          <w:i/>
          <w:iCs/>
        </w:rPr>
        <w:t xml:space="preserve">. </w:t>
      </w:r>
      <w:r w:rsidR="000A6D5E">
        <w:t xml:space="preserve">– </w:t>
      </w:r>
      <w:r w:rsidRPr="00425309">
        <w:t>Qu</w:t>
      </w:r>
      <w:r w:rsidR="000A6D5E">
        <w:t>’</w:t>
      </w:r>
      <w:r w:rsidRPr="00425309">
        <w:t>est-ce que cela voudrait dire</w:t>
      </w:r>
      <w:r w:rsidR="000A6D5E">
        <w:t> ?</w:t>
      </w:r>
    </w:p>
    <w:p w14:paraId="0C22B490"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Qu</w:t>
      </w:r>
      <w:r w:rsidR="000A6D5E">
        <w:t>’</w:t>
      </w:r>
      <w:r w:rsidRPr="00425309">
        <w:t>il est trop malheureux pour cela</w:t>
      </w:r>
      <w:r w:rsidR="000A6D5E">
        <w:t xml:space="preserve"> – </w:t>
      </w:r>
      <w:r w:rsidRPr="00425309">
        <w:t>et qu</w:t>
      </w:r>
      <w:r w:rsidR="000A6D5E">
        <w:t>’</w:t>
      </w:r>
      <w:r w:rsidRPr="00425309">
        <w:t>il craindrait de rester triste à tout jamais</w:t>
      </w:r>
      <w:r w:rsidR="000A6D5E">
        <w:t>.</w:t>
      </w:r>
    </w:p>
    <w:p w14:paraId="0115417F" w14:textId="77777777" w:rsidR="000A6D5E" w:rsidRDefault="004036B1" w:rsidP="000A6D5E">
      <w:r w:rsidRPr="00425309">
        <w:rPr>
          <w:bCs/>
          <w:i/>
          <w:iCs/>
        </w:rPr>
        <w:t>CAROLINE</w:t>
      </w:r>
      <w:r w:rsidR="000A6D5E">
        <w:rPr>
          <w:bCs/>
          <w:i/>
          <w:iCs/>
        </w:rPr>
        <w:t xml:space="preserve">. </w:t>
      </w:r>
      <w:r w:rsidR="000A6D5E">
        <w:t xml:space="preserve">– </w:t>
      </w:r>
      <w:r w:rsidRPr="00425309">
        <w:t>Pourquoi serait-il tellement malheureux</w:t>
      </w:r>
      <w:r w:rsidR="000A6D5E">
        <w:t xml:space="preserve">, </w:t>
      </w:r>
      <w:r w:rsidRPr="00425309">
        <w:t>voyons</w:t>
      </w:r>
      <w:r w:rsidR="000A6D5E">
        <w:t xml:space="preserve"> !… </w:t>
      </w:r>
      <w:r w:rsidRPr="00425309">
        <w:t>S</w:t>
      </w:r>
      <w:r w:rsidR="000A6D5E">
        <w:t>’</w:t>
      </w:r>
      <w:r w:rsidRPr="00425309">
        <w:t>il voulait recommencer à faire des tournées</w:t>
      </w:r>
      <w:r w:rsidR="000A6D5E">
        <w:t xml:space="preserve">, </w:t>
      </w:r>
      <w:r w:rsidRPr="00425309">
        <w:t>comme nous en faisions tous les deux depuis tant d</w:t>
      </w:r>
      <w:r w:rsidR="000A6D5E">
        <w:t>’</w:t>
      </w:r>
      <w:r w:rsidRPr="00425309">
        <w:t>années</w:t>
      </w:r>
      <w:r w:rsidR="000A6D5E">
        <w:t xml:space="preserve">, </w:t>
      </w:r>
      <w:r w:rsidRPr="00425309">
        <w:t>il continu</w:t>
      </w:r>
      <w:r w:rsidRPr="00425309">
        <w:t>e</w:t>
      </w:r>
      <w:r w:rsidRPr="00425309">
        <w:t>rait à gagner suffisamment de quoi vivre</w:t>
      </w:r>
      <w:r w:rsidR="000A6D5E">
        <w:t>.</w:t>
      </w:r>
    </w:p>
    <w:p w14:paraId="349336CA"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Oui</w:t>
      </w:r>
      <w:r w:rsidR="000A6D5E">
        <w:t xml:space="preserve">, </w:t>
      </w:r>
      <w:r w:rsidRPr="00425309">
        <w:t>mais il y a Paris</w:t>
      </w:r>
      <w:r w:rsidR="000A6D5E">
        <w:t>…</w:t>
      </w:r>
    </w:p>
    <w:p w14:paraId="1CFD214A" w14:textId="77777777" w:rsidR="000A6D5E" w:rsidRDefault="004036B1" w:rsidP="000A6D5E">
      <w:r w:rsidRPr="00425309">
        <w:rPr>
          <w:bCs/>
          <w:i/>
          <w:iCs/>
        </w:rPr>
        <w:t>CAROLINE</w:t>
      </w:r>
      <w:r w:rsidR="000A6D5E">
        <w:rPr>
          <w:bCs/>
          <w:i/>
          <w:iCs/>
        </w:rPr>
        <w:t xml:space="preserve">. </w:t>
      </w:r>
      <w:r w:rsidR="000A6D5E">
        <w:t xml:space="preserve">– </w:t>
      </w:r>
      <w:r w:rsidRPr="00425309">
        <w:t>Puisque Paris ne veut pas de lui</w:t>
      </w:r>
      <w:r w:rsidR="000A6D5E">
        <w:t xml:space="preserve">, </w:t>
      </w:r>
      <w:r w:rsidRPr="00425309">
        <w:t>qu</w:t>
      </w:r>
      <w:r w:rsidR="000A6D5E">
        <w:t>’</w:t>
      </w:r>
      <w:r w:rsidRPr="00425309">
        <w:t>il se r</w:t>
      </w:r>
      <w:r w:rsidRPr="00425309">
        <w:t>é</w:t>
      </w:r>
      <w:r w:rsidRPr="00425309">
        <w:t>signe</w:t>
      </w:r>
      <w:r w:rsidR="000A6D5E">
        <w:t> !</w:t>
      </w:r>
    </w:p>
    <w:p w14:paraId="3D9918E0" w14:textId="77777777" w:rsidR="000A6D5E" w:rsidRDefault="004036B1" w:rsidP="000A6D5E">
      <w:r w:rsidRPr="00425309">
        <w:rPr>
          <w:bCs/>
          <w:i/>
          <w:iCs/>
        </w:rPr>
        <w:lastRenderedPageBreak/>
        <w:t xml:space="preserve">LÉON </w:t>
      </w:r>
      <w:proofErr w:type="spellStart"/>
      <w:r w:rsidRPr="00425309">
        <w:rPr>
          <w:bCs/>
          <w:i/>
          <w:iCs/>
        </w:rPr>
        <w:t>GOZLAN</w:t>
      </w:r>
      <w:proofErr w:type="spellEnd"/>
      <w:r w:rsidR="000A6D5E">
        <w:rPr>
          <w:bCs/>
          <w:i/>
          <w:iCs/>
        </w:rPr>
        <w:t xml:space="preserve">. </w:t>
      </w:r>
      <w:r w:rsidR="000A6D5E">
        <w:t xml:space="preserve">– </w:t>
      </w:r>
      <w:r w:rsidRPr="00425309">
        <w:t>Se résigner</w:t>
      </w:r>
      <w:r w:rsidR="000A6D5E">
        <w:t xml:space="preserve"> ? </w:t>
      </w:r>
      <w:r w:rsidRPr="00425309">
        <w:t>Aller de ville en ville et tourner autour de Paris quand on sait qu</w:t>
      </w:r>
      <w:r w:rsidR="000A6D5E">
        <w:t>’</w:t>
      </w:r>
      <w:r w:rsidRPr="00425309">
        <w:t>on y pourrait occuper non pas la place d</w:t>
      </w:r>
      <w:r w:rsidR="000A6D5E">
        <w:t>’</w:t>
      </w:r>
      <w:r w:rsidRPr="00425309">
        <w:t>un autre</w:t>
      </w:r>
      <w:r w:rsidR="000A6D5E">
        <w:t xml:space="preserve">, </w:t>
      </w:r>
      <w:r w:rsidRPr="00425309">
        <w:t>mais bien sa propre place</w:t>
      </w:r>
      <w:r w:rsidR="000A6D5E">
        <w:t xml:space="preserve">… </w:t>
      </w:r>
      <w:r w:rsidRPr="00425309">
        <w:t>n</w:t>
      </w:r>
      <w:r w:rsidR="000A6D5E">
        <w:t>’</w:t>
      </w:r>
      <w:r w:rsidRPr="00425309">
        <w:t>être qu</w:t>
      </w:r>
      <w:r w:rsidR="000A6D5E">
        <w:t>’</w:t>
      </w:r>
      <w:r w:rsidRPr="00425309">
        <w:t xml:space="preserve">un pitre aux yeux des </w:t>
      </w:r>
      <w:proofErr w:type="spellStart"/>
      <w:r w:rsidRPr="00425309">
        <w:t>sots</w:t>
      </w:r>
      <w:proofErr w:type="spellEnd"/>
      <w:r w:rsidRPr="00425309">
        <w:t xml:space="preserve"> quand on sait bien</w:t>
      </w:r>
      <w:r w:rsidR="000A6D5E">
        <w:t xml:space="preserve">, </w:t>
      </w:r>
      <w:r w:rsidRPr="00425309">
        <w:t>soi</w:t>
      </w:r>
      <w:r w:rsidR="000A6D5E">
        <w:t xml:space="preserve">, </w:t>
      </w:r>
      <w:r w:rsidRPr="00425309">
        <w:t>ce qu</w:t>
      </w:r>
      <w:r w:rsidR="000A6D5E">
        <w:t>’</w:t>
      </w:r>
      <w:r w:rsidRPr="00425309">
        <w:t>on fait</w:t>
      </w:r>
      <w:r w:rsidR="000A6D5E">
        <w:t xml:space="preserve">… </w:t>
      </w:r>
      <w:r w:rsidRPr="00425309">
        <w:t>quand on fait ça</w:t>
      </w:r>
      <w:r w:rsidR="000A6D5E">
        <w:t>…</w:t>
      </w:r>
    </w:p>
    <w:p w14:paraId="2997B3F9" w14:textId="77777777" w:rsidR="000A6D5E" w:rsidRDefault="000A6D5E" w:rsidP="000A6D5E">
      <w:r>
        <w:rPr>
          <w:bCs/>
          <w:i/>
          <w:iCs/>
        </w:rPr>
        <w:t>(</w:t>
      </w:r>
      <w:r w:rsidR="004036B1" w:rsidRPr="00425309">
        <w:rPr>
          <w:bCs/>
          <w:i/>
          <w:iCs/>
        </w:rPr>
        <w:t>Il désigne la place où Henri-Monnier écrit</w:t>
      </w:r>
      <w:r>
        <w:rPr>
          <w:bCs/>
          <w:i/>
          <w:iCs/>
        </w:rPr>
        <w:t>.)</w:t>
      </w:r>
    </w:p>
    <w:p w14:paraId="231D9ECB" w14:textId="77777777" w:rsidR="000A6D5E" w:rsidRDefault="004036B1" w:rsidP="000A6D5E">
      <w:r w:rsidRPr="00425309">
        <w:rPr>
          <w:bCs/>
          <w:i/>
          <w:iCs/>
        </w:rPr>
        <w:t>CAROLINE</w:t>
      </w:r>
      <w:r w:rsidR="000A6D5E">
        <w:rPr>
          <w:bCs/>
          <w:i/>
          <w:iCs/>
        </w:rPr>
        <w:t xml:space="preserve">. </w:t>
      </w:r>
      <w:r w:rsidR="000A6D5E">
        <w:t xml:space="preserve">– </w:t>
      </w:r>
      <w:r w:rsidRPr="00425309">
        <w:t>Quoi donc</w:t>
      </w:r>
      <w:r w:rsidR="000A6D5E">
        <w:t> ?</w:t>
      </w:r>
    </w:p>
    <w:p w14:paraId="32C2078F"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Ses pièces</w:t>
      </w:r>
      <w:r w:rsidR="000A6D5E">
        <w:t>.</w:t>
      </w:r>
    </w:p>
    <w:p w14:paraId="608E76D6" w14:textId="77777777" w:rsidR="000A6D5E" w:rsidRDefault="004036B1" w:rsidP="000A6D5E">
      <w:r w:rsidRPr="00425309">
        <w:rPr>
          <w:bCs/>
          <w:i/>
          <w:iCs/>
        </w:rPr>
        <w:t>CAROLINE</w:t>
      </w:r>
      <w:r w:rsidR="000A6D5E">
        <w:rPr>
          <w:bCs/>
          <w:i/>
          <w:iCs/>
        </w:rPr>
        <w:t xml:space="preserve">. </w:t>
      </w:r>
      <w:r w:rsidR="000A6D5E">
        <w:t xml:space="preserve">– </w:t>
      </w:r>
      <w:r w:rsidRPr="00425309">
        <w:t>Mais</w:t>
      </w:r>
      <w:r w:rsidR="000A6D5E">
        <w:t xml:space="preserve">, </w:t>
      </w:r>
      <w:r w:rsidRPr="00425309">
        <w:t>voyons</w:t>
      </w:r>
      <w:r w:rsidR="000A6D5E">
        <w:t xml:space="preserve">, </w:t>
      </w:r>
      <w:r w:rsidRPr="00425309">
        <w:t>ce ne sont pas de vraies pièces</w:t>
      </w:r>
      <w:r w:rsidR="000A6D5E">
        <w:t>…</w:t>
      </w:r>
    </w:p>
    <w:p w14:paraId="2F31E991"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Mais si</w:t>
      </w:r>
      <w:r w:rsidR="000A6D5E">
        <w:t> !</w:t>
      </w:r>
    </w:p>
    <w:p w14:paraId="534E179F" w14:textId="77777777" w:rsidR="000A6D5E" w:rsidRDefault="004036B1" w:rsidP="000A6D5E">
      <w:r w:rsidRPr="00425309">
        <w:rPr>
          <w:bCs/>
          <w:i/>
          <w:iCs/>
        </w:rPr>
        <w:t>CAROLINE</w:t>
      </w:r>
      <w:r w:rsidR="000A6D5E">
        <w:rPr>
          <w:bCs/>
          <w:i/>
          <w:iCs/>
        </w:rPr>
        <w:t xml:space="preserve">. </w:t>
      </w:r>
      <w:r w:rsidR="000A6D5E">
        <w:t xml:space="preserve">– </w:t>
      </w:r>
      <w:r w:rsidRPr="00425309">
        <w:t>Mais non</w:t>
      </w:r>
      <w:r w:rsidR="000A6D5E">
        <w:t xml:space="preserve">, </w:t>
      </w:r>
      <w:r w:rsidRPr="00425309">
        <w:t>mais non</w:t>
      </w:r>
      <w:r w:rsidR="000A6D5E">
        <w:t xml:space="preserve">, </w:t>
      </w:r>
      <w:r w:rsidRPr="00425309">
        <w:t>mais non</w:t>
      </w:r>
      <w:r w:rsidR="000A6D5E">
        <w:t xml:space="preserve">… </w:t>
      </w:r>
      <w:r w:rsidRPr="00425309">
        <w:t>vous lui faites du mal en lui disant cela</w:t>
      </w:r>
      <w:r w:rsidR="000A6D5E">
        <w:t xml:space="preserve">. </w:t>
      </w:r>
      <w:r w:rsidRPr="00425309">
        <w:t>Ses pièces ne sont pas plus jouables que celles d</w:t>
      </w:r>
      <w:r w:rsidR="000A6D5E">
        <w:t>’</w:t>
      </w:r>
      <w:r w:rsidRPr="00425309">
        <w:t>Alfred de Musset</w:t>
      </w:r>
      <w:r w:rsidR="000A6D5E">
        <w:t>…</w:t>
      </w:r>
    </w:p>
    <w:p w14:paraId="21AC2AE7"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Pas moins</w:t>
      </w:r>
      <w:r w:rsidR="000A6D5E">
        <w:t xml:space="preserve">, </w:t>
      </w:r>
      <w:r w:rsidRPr="00425309">
        <w:t>peut-être</w:t>
      </w:r>
      <w:r w:rsidR="000A6D5E">
        <w:t xml:space="preserve">, </w:t>
      </w:r>
      <w:r w:rsidRPr="00425309">
        <w:t>dans leur genre</w:t>
      </w:r>
      <w:r w:rsidR="000A6D5E">
        <w:t xml:space="preserve">. </w:t>
      </w:r>
      <w:r w:rsidRPr="00425309">
        <w:t>Et qui vous dit que dans cent ans quelqu</w:t>
      </w:r>
      <w:r w:rsidR="000A6D5E">
        <w:t>’</w:t>
      </w:r>
      <w:r w:rsidRPr="00425309">
        <w:t>un n</w:t>
      </w:r>
      <w:r w:rsidR="000A6D5E">
        <w:t>’</w:t>
      </w:r>
      <w:r w:rsidRPr="00425309">
        <w:t>aura pas l</w:t>
      </w:r>
      <w:r w:rsidR="000A6D5E">
        <w:t>’</w:t>
      </w:r>
      <w:r w:rsidRPr="00425309">
        <w:t>idée d</w:t>
      </w:r>
      <w:r w:rsidR="000A6D5E">
        <w:t>’</w:t>
      </w:r>
      <w:r w:rsidRPr="00425309">
        <w:t>en jouer une un beau soir</w:t>
      </w:r>
      <w:r w:rsidR="000A6D5E">
        <w:t>…</w:t>
      </w:r>
    </w:p>
    <w:p w14:paraId="66BA2ABC" w14:textId="77777777" w:rsidR="000A6D5E" w:rsidRDefault="004036B1" w:rsidP="000A6D5E">
      <w:r w:rsidRPr="00425309">
        <w:rPr>
          <w:bCs/>
          <w:i/>
          <w:iCs/>
        </w:rPr>
        <w:t>CAROLINE</w:t>
      </w:r>
      <w:r w:rsidR="000A6D5E">
        <w:rPr>
          <w:bCs/>
          <w:i/>
          <w:iCs/>
        </w:rPr>
        <w:t xml:space="preserve">. – </w:t>
      </w:r>
      <w:r w:rsidRPr="00425309">
        <w:t>En 1931</w:t>
      </w:r>
      <w:r w:rsidR="000A6D5E">
        <w:t> ?</w:t>
      </w:r>
    </w:p>
    <w:p w14:paraId="0279D0D1"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Eh</w:t>
      </w:r>
      <w:r w:rsidR="000A6D5E">
        <w:t xml:space="preserve"> ! </w:t>
      </w:r>
      <w:r w:rsidRPr="00425309">
        <w:t>Pourquoi pas</w:t>
      </w:r>
      <w:r w:rsidR="000A6D5E">
        <w:t xml:space="preserve"> ? </w:t>
      </w:r>
      <w:r w:rsidRPr="00425309">
        <w:rPr>
          <w:rStyle w:val="Appelnotedebasdep"/>
        </w:rPr>
        <w:footnoteReference w:id="1"/>
      </w:r>
      <w:r w:rsidRPr="00425309">
        <w:t xml:space="preserve"> Et qui vous dit que</w:t>
      </w:r>
      <w:r w:rsidR="000A6D5E">
        <w:t xml:space="preserve">, </w:t>
      </w:r>
      <w:r w:rsidRPr="00425309">
        <w:t>ce soir-là</w:t>
      </w:r>
      <w:r w:rsidR="000A6D5E">
        <w:t xml:space="preserve">, </w:t>
      </w:r>
      <w:r w:rsidRPr="00425309">
        <w:t>la pièce qu</w:t>
      </w:r>
      <w:r w:rsidR="000A6D5E">
        <w:t>’</w:t>
      </w:r>
      <w:r w:rsidRPr="00425309">
        <w:t xml:space="preserve">on jouera de lui ne sera pas </w:t>
      </w:r>
      <w:r w:rsidRPr="00425309">
        <w:lastRenderedPageBreak/>
        <w:t>précédée d</w:t>
      </w:r>
      <w:r w:rsidR="000A6D5E">
        <w:t>’</w:t>
      </w:r>
      <w:r w:rsidRPr="00425309">
        <w:t>une sorte d</w:t>
      </w:r>
      <w:r w:rsidR="000A6D5E">
        <w:t>’</w:t>
      </w:r>
      <w:r w:rsidRPr="00425309">
        <w:t>à-propos</w:t>
      </w:r>
      <w:r w:rsidR="000A6D5E">
        <w:t xml:space="preserve">… </w:t>
      </w:r>
      <w:r w:rsidRPr="00425309">
        <w:t>qui vous mettra vous-même en scène</w:t>
      </w:r>
      <w:r w:rsidR="000A6D5E">
        <w:t>…</w:t>
      </w:r>
    </w:p>
    <w:p w14:paraId="13B8DA56" w14:textId="77777777" w:rsidR="000A6D5E" w:rsidRDefault="004036B1" w:rsidP="000A6D5E">
      <w:r w:rsidRPr="00425309">
        <w:rPr>
          <w:bCs/>
          <w:i/>
          <w:iCs/>
        </w:rPr>
        <w:t>CAROLINE</w:t>
      </w:r>
      <w:r w:rsidR="000A6D5E">
        <w:rPr>
          <w:bCs/>
          <w:i/>
          <w:iCs/>
        </w:rPr>
        <w:t xml:space="preserve">. </w:t>
      </w:r>
      <w:r w:rsidR="000A6D5E">
        <w:t xml:space="preserve">– </w:t>
      </w:r>
      <w:r w:rsidRPr="00425309">
        <w:t>Moi</w:t>
      </w:r>
      <w:r w:rsidR="000A6D5E">
        <w:t xml:space="preserve"> ? </w:t>
      </w:r>
      <w:r w:rsidRPr="00425309">
        <w:t>Mon Dieu</w:t>
      </w:r>
      <w:r w:rsidR="000A6D5E">
        <w:t xml:space="preserve">, </w:t>
      </w:r>
      <w:r w:rsidRPr="00425309">
        <w:t>quelle idée</w:t>
      </w:r>
      <w:r w:rsidR="000A6D5E">
        <w:t> !</w:t>
      </w:r>
    </w:p>
    <w:p w14:paraId="5B9EE313"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Sait-on jamais</w:t>
      </w:r>
      <w:r w:rsidR="000A6D5E">
        <w:t xml:space="preserve"> ! </w:t>
      </w:r>
      <w:r w:rsidRPr="00425309">
        <w:t>Méfiez-vous en</w:t>
      </w:r>
      <w:r w:rsidR="000A6D5E">
        <w:t xml:space="preserve">. </w:t>
      </w:r>
      <w:r w:rsidRPr="00425309">
        <w:t>Soyez indulgente</w:t>
      </w:r>
      <w:r w:rsidR="000A6D5E">
        <w:t xml:space="preserve">, </w:t>
      </w:r>
      <w:r w:rsidRPr="00425309">
        <w:t>patiente</w:t>
      </w:r>
      <w:r w:rsidR="000A6D5E">
        <w:t>…</w:t>
      </w:r>
    </w:p>
    <w:p w14:paraId="5F77C5FF" w14:textId="77777777" w:rsidR="000A6D5E" w:rsidRDefault="004036B1" w:rsidP="000A6D5E">
      <w:r w:rsidRPr="00425309">
        <w:rPr>
          <w:bCs/>
          <w:i/>
          <w:iCs/>
        </w:rPr>
        <w:t>CAROLINE</w:t>
      </w:r>
      <w:r w:rsidR="000A6D5E">
        <w:rPr>
          <w:bCs/>
          <w:i/>
          <w:iCs/>
        </w:rPr>
        <w:t xml:space="preserve">. </w:t>
      </w:r>
      <w:r w:rsidR="000A6D5E">
        <w:rPr>
          <w:bCs/>
        </w:rPr>
        <w:t>–… « </w:t>
      </w:r>
      <w:r w:rsidRPr="00425309">
        <w:t>et sacrifiez-vous</w:t>
      </w:r>
      <w:r w:rsidR="000A6D5E">
        <w:t xml:space="preserve"> », </w:t>
      </w:r>
      <w:r w:rsidRPr="00425309">
        <w:t>n</w:t>
      </w:r>
      <w:r w:rsidR="000A6D5E">
        <w:t>’</w:t>
      </w:r>
      <w:r w:rsidRPr="00425309">
        <w:t>est-ce pas</w:t>
      </w:r>
      <w:r w:rsidR="000A6D5E">
        <w:t> ?</w:t>
      </w:r>
    </w:p>
    <w:p w14:paraId="73B0C7E3" w14:textId="797A2F5C"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Vous n</w:t>
      </w:r>
      <w:r w:rsidR="000A6D5E">
        <w:t>’</w:t>
      </w:r>
      <w:r w:rsidRPr="00425309">
        <w:t>en serez pas plus malheureuse</w:t>
      </w:r>
      <w:r w:rsidR="000A6D5E">
        <w:t>.</w:t>
      </w:r>
    </w:p>
    <w:p w14:paraId="45D81852" w14:textId="77777777" w:rsidR="000A6D5E" w:rsidRDefault="004036B1" w:rsidP="000A6D5E">
      <w:r w:rsidRPr="00425309">
        <w:rPr>
          <w:bCs/>
          <w:i/>
          <w:iCs/>
        </w:rPr>
        <w:t>CAROLINE</w:t>
      </w:r>
      <w:r w:rsidR="000A6D5E">
        <w:rPr>
          <w:bCs/>
          <w:i/>
          <w:iCs/>
        </w:rPr>
        <w:t xml:space="preserve">. </w:t>
      </w:r>
      <w:r w:rsidR="000A6D5E">
        <w:t xml:space="preserve">– </w:t>
      </w:r>
      <w:r w:rsidRPr="00425309">
        <w:t>Mais pas moins</w:t>
      </w:r>
      <w:r w:rsidR="000A6D5E">
        <w:t xml:space="preserve">. </w:t>
      </w:r>
      <w:r w:rsidRPr="00425309">
        <w:t>Il a brisé ma carrière</w:t>
      </w:r>
      <w:r w:rsidR="000A6D5E">
        <w:t xml:space="preserve">… </w:t>
      </w:r>
      <w:r w:rsidRPr="00425309">
        <w:t>il a g</w:t>
      </w:r>
      <w:r w:rsidRPr="00425309">
        <w:t>â</w:t>
      </w:r>
      <w:r w:rsidRPr="00425309">
        <w:t>ché ma vie</w:t>
      </w:r>
      <w:r w:rsidR="000A6D5E">
        <w:t>…</w:t>
      </w:r>
    </w:p>
    <w:p w14:paraId="780F1352"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Ne gâtez pas la sienne</w:t>
      </w:r>
      <w:r w:rsidR="000A6D5E">
        <w:t> !</w:t>
      </w:r>
    </w:p>
    <w:p w14:paraId="432CD371" w14:textId="77777777" w:rsidR="000A6D5E" w:rsidRDefault="004036B1" w:rsidP="000A6D5E">
      <w:r w:rsidRPr="00425309">
        <w:rPr>
          <w:bCs/>
          <w:i/>
          <w:iCs/>
        </w:rPr>
        <w:t>CAROLINE</w:t>
      </w:r>
      <w:r w:rsidR="000A6D5E">
        <w:rPr>
          <w:bCs/>
          <w:i/>
          <w:iCs/>
        </w:rPr>
        <w:t xml:space="preserve">. – </w:t>
      </w:r>
      <w:r w:rsidRPr="00425309">
        <w:t>Et s</w:t>
      </w:r>
      <w:r w:rsidR="000A6D5E">
        <w:t>’</w:t>
      </w:r>
      <w:r w:rsidRPr="00425309">
        <w:t>il m</w:t>
      </w:r>
      <w:r w:rsidR="000A6D5E">
        <w:t>’</w:t>
      </w:r>
      <w:r w:rsidRPr="00425309">
        <w:t>abandonnait</w:t>
      </w:r>
      <w:r w:rsidR="000A6D5E">
        <w:t> ?</w:t>
      </w:r>
    </w:p>
    <w:p w14:paraId="22955BEB"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N</w:t>
      </w:r>
      <w:r w:rsidR="000A6D5E">
        <w:t>’</w:t>
      </w:r>
      <w:r w:rsidRPr="00425309">
        <w:t>est pas abandonné qui veut</w:t>
      </w:r>
      <w:r w:rsidR="000A6D5E">
        <w:t xml:space="preserve">, </w:t>
      </w:r>
      <w:r w:rsidRPr="00425309">
        <w:t>vous s</w:t>
      </w:r>
      <w:r w:rsidRPr="00425309">
        <w:t>a</w:t>
      </w:r>
      <w:r w:rsidRPr="00425309">
        <w:t>vez</w:t>
      </w:r>
      <w:r w:rsidR="000A6D5E">
        <w:t xml:space="preserve"> ! </w:t>
      </w:r>
      <w:r w:rsidRPr="00425309">
        <w:t>Eh</w:t>
      </w:r>
      <w:r w:rsidR="000A6D5E">
        <w:t xml:space="preserve"> ! </w:t>
      </w:r>
      <w:r w:rsidRPr="00425309">
        <w:t>Bien</w:t>
      </w:r>
      <w:r w:rsidR="000A6D5E">
        <w:t xml:space="preserve">, </w:t>
      </w:r>
      <w:r w:rsidRPr="00425309">
        <w:t>vous referiez votre existence</w:t>
      </w:r>
      <w:r w:rsidR="000A6D5E">
        <w:t xml:space="preserve">… </w:t>
      </w:r>
      <w:r w:rsidRPr="00425309">
        <w:t>avec un homme</w:t>
      </w:r>
      <w:r w:rsidR="000A6D5E">
        <w:t xml:space="preserve">… </w:t>
      </w:r>
      <w:r w:rsidRPr="00425309">
        <w:t>plus sérieux</w:t>
      </w:r>
      <w:r w:rsidR="000A6D5E">
        <w:t>…</w:t>
      </w:r>
    </w:p>
    <w:p w14:paraId="6A7F7796" w14:textId="77777777" w:rsidR="000A6D5E" w:rsidRDefault="004036B1" w:rsidP="000A6D5E">
      <w:r w:rsidRPr="00425309">
        <w:rPr>
          <w:bCs/>
          <w:i/>
          <w:iCs/>
        </w:rPr>
        <w:t>CAROLINE</w:t>
      </w:r>
      <w:r w:rsidR="000A6D5E">
        <w:rPr>
          <w:bCs/>
          <w:i/>
          <w:iCs/>
        </w:rPr>
        <w:t xml:space="preserve">. </w:t>
      </w:r>
      <w:r w:rsidR="000A6D5E">
        <w:t xml:space="preserve">– </w:t>
      </w:r>
      <w:r w:rsidRPr="00425309">
        <w:t>Qui m</w:t>
      </w:r>
      <w:r w:rsidR="000A6D5E">
        <w:t>’</w:t>
      </w:r>
      <w:r w:rsidRPr="00425309">
        <w:t>ennuierait peut-être</w:t>
      </w:r>
      <w:r w:rsidR="000A6D5E">
        <w:t xml:space="preserve"> !… </w:t>
      </w:r>
      <w:r w:rsidRPr="00425309">
        <w:t>Alors</w:t>
      </w:r>
      <w:r w:rsidR="000A6D5E">
        <w:t xml:space="preserve">, </w:t>
      </w:r>
      <w:r w:rsidRPr="00425309">
        <w:t>vous lui trouvez du talent comme écrivain</w:t>
      </w:r>
      <w:r w:rsidR="000A6D5E">
        <w:t xml:space="preserve">, </w:t>
      </w:r>
      <w:r w:rsidRPr="00425309">
        <w:t>à Henry</w:t>
      </w:r>
      <w:r w:rsidR="000A6D5E">
        <w:t>…</w:t>
      </w:r>
    </w:p>
    <w:p w14:paraId="39E5E411"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Mais</w:t>
      </w:r>
      <w:r w:rsidR="000A6D5E">
        <w:t xml:space="preserve"> – </w:t>
      </w:r>
      <w:r w:rsidRPr="00425309">
        <w:t>beaucoup</w:t>
      </w:r>
      <w:r w:rsidR="000A6D5E">
        <w:t>.</w:t>
      </w:r>
    </w:p>
    <w:p w14:paraId="00B7DE7F" w14:textId="77777777" w:rsidR="000A6D5E" w:rsidRDefault="004036B1" w:rsidP="000A6D5E">
      <w:r w:rsidRPr="00425309">
        <w:rPr>
          <w:bCs/>
          <w:i/>
          <w:iCs/>
        </w:rPr>
        <w:t>CAROLINE</w:t>
      </w:r>
      <w:r w:rsidR="000A6D5E">
        <w:rPr>
          <w:bCs/>
          <w:i/>
          <w:iCs/>
        </w:rPr>
        <w:t xml:space="preserve">. </w:t>
      </w:r>
      <w:r w:rsidR="000A6D5E">
        <w:t xml:space="preserve">– </w:t>
      </w:r>
      <w:r w:rsidRPr="00425309">
        <w:t>Comme dessinateur il en a</w:t>
      </w:r>
      <w:r w:rsidR="000A6D5E">
        <w:t>…</w:t>
      </w:r>
    </w:p>
    <w:p w14:paraId="1AFBA95E"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Beaucoup moins</w:t>
      </w:r>
      <w:r w:rsidR="000A6D5E">
        <w:t>.</w:t>
      </w:r>
    </w:p>
    <w:p w14:paraId="039D6900" w14:textId="77777777" w:rsidR="000A6D5E" w:rsidRDefault="004036B1" w:rsidP="000A6D5E">
      <w:r w:rsidRPr="00425309">
        <w:rPr>
          <w:bCs/>
          <w:i/>
          <w:iCs/>
        </w:rPr>
        <w:t>CAROLINE</w:t>
      </w:r>
      <w:r w:rsidR="000A6D5E">
        <w:rPr>
          <w:bCs/>
          <w:i/>
          <w:iCs/>
        </w:rPr>
        <w:t xml:space="preserve">. – </w:t>
      </w:r>
      <w:r w:rsidRPr="00425309">
        <w:t>Et comme acteur</w:t>
      </w:r>
      <w:r w:rsidR="000A6D5E">
        <w:t> ?</w:t>
      </w:r>
    </w:p>
    <w:p w14:paraId="33178CC4"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Bien davantage</w:t>
      </w:r>
      <w:r w:rsidR="000A6D5E">
        <w:t xml:space="preserve"> !… </w:t>
      </w:r>
      <w:r w:rsidRPr="00425309">
        <w:t>Mais</w:t>
      </w:r>
      <w:r w:rsidR="000A6D5E">
        <w:t xml:space="preserve">, </w:t>
      </w:r>
      <w:r w:rsidRPr="00425309">
        <w:t>de cela</w:t>
      </w:r>
      <w:r w:rsidR="000A6D5E">
        <w:t xml:space="preserve">, </w:t>
      </w:r>
      <w:r w:rsidRPr="00425309">
        <w:t>hélas</w:t>
      </w:r>
      <w:r w:rsidR="000A6D5E">
        <w:t xml:space="preserve"> ! </w:t>
      </w:r>
      <w:r w:rsidRPr="00425309">
        <w:t>Il ne reste rien</w:t>
      </w:r>
      <w:r w:rsidR="000A6D5E">
        <w:t xml:space="preserve">… </w:t>
      </w:r>
      <w:r w:rsidRPr="00425309">
        <w:t>tandis que ça</w:t>
      </w:r>
      <w:r w:rsidR="000A6D5E">
        <w:t xml:space="preserve">… </w:t>
      </w:r>
      <w:r w:rsidRPr="00425309">
        <w:t>ça restera</w:t>
      </w:r>
      <w:r w:rsidR="000A6D5E">
        <w:t>.</w:t>
      </w:r>
    </w:p>
    <w:p w14:paraId="2D3EEC03" w14:textId="77777777" w:rsidR="000A6D5E" w:rsidRDefault="000A6D5E" w:rsidP="000A6D5E">
      <w:r>
        <w:rPr>
          <w:bCs/>
          <w:i/>
          <w:iCs/>
        </w:rPr>
        <w:t>(</w:t>
      </w:r>
      <w:r w:rsidR="004036B1" w:rsidRPr="00425309">
        <w:rPr>
          <w:bCs/>
          <w:i/>
          <w:iCs/>
        </w:rPr>
        <w:t>Il désigne la place où il écrit</w:t>
      </w:r>
      <w:r>
        <w:rPr>
          <w:bCs/>
          <w:i/>
          <w:iCs/>
        </w:rPr>
        <w:t>.</w:t>
      </w:r>
    </w:p>
    <w:p w14:paraId="74D6DC50" w14:textId="77777777" w:rsidR="000A6D5E" w:rsidRDefault="004036B1" w:rsidP="000A6D5E">
      <w:r w:rsidRPr="00425309">
        <w:rPr>
          <w:bCs/>
          <w:i/>
          <w:iCs/>
        </w:rPr>
        <w:t>Elle en doute</w:t>
      </w:r>
      <w:r w:rsidR="000A6D5E">
        <w:rPr>
          <w:bCs/>
          <w:i/>
          <w:iCs/>
        </w:rPr>
        <w:t>.)</w:t>
      </w:r>
    </w:p>
    <w:p w14:paraId="2A47C27C" w14:textId="77777777" w:rsidR="000A6D5E" w:rsidRDefault="004036B1" w:rsidP="000A6D5E">
      <w:r w:rsidRPr="00425309">
        <w:rPr>
          <w:bCs/>
          <w:i/>
          <w:iCs/>
        </w:rPr>
        <w:lastRenderedPageBreak/>
        <w:t>CAROLINE</w:t>
      </w:r>
      <w:r w:rsidR="000A6D5E">
        <w:rPr>
          <w:bCs/>
          <w:i/>
          <w:iCs/>
        </w:rPr>
        <w:t xml:space="preserve">. </w:t>
      </w:r>
      <w:r w:rsidR="000A6D5E">
        <w:t xml:space="preserve">– </w:t>
      </w:r>
      <w:r w:rsidRPr="00425309">
        <w:t>Et vous trouvez qu</w:t>
      </w:r>
      <w:r w:rsidR="000A6D5E">
        <w:t>’</w:t>
      </w:r>
      <w:r w:rsidRPr="00425309">
        <w:t>il joue très bien</w:t>
      </w:r>
      <w:r w:rsidR="000A6D5E">
        <w:t> ?</w:t>
      </w:r>
    </w:p>
    <w:p w14:paraId="05B0D57E"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Ah</w:t>
      </w:r>
      <w:r w:rsidR="000A6D5E">
        <w:t xml:space="preserve"> ! </w:t>
      </w:r>
      <w:r w:rsidRPr="00425309">
        <w:t>Oui</w:t>
      </w:r>
      <w:r w:rsidR="000A6D5E">
        <w:t xml:space="preserve">, </w:t>
      </w:r>
      <w:r w:rsidRPr="00425309">
        <w:t>très bien</w:t>
      </w:r>
      <w:r w:rsidR="000A6D5E">
        <w:t>.</w:t>
      </w:r>
    </w:p>
    <w:p w14:paraId="15920941" w14:textId="77777777" w:rsidR="000A6D5E" w:rsidRDefault="004036B1" w:rsidP="000A6D5E">
      <w:r w:rsidRPr="00425309">
        <w:rPr>
          <w:bCs/>
          <w:i/>
          <w:iCs/>
        </w:rPr>
        <w:t>CAROLINE</w:t>
      </w:r>
      <w:r w:rsidR="000A6D5E">
        <w:rPr>
          <w:bCs/>
          <w:i/>
          <w:iCs/>
        </w:rPr>
        <w:t xml:space="preserve">. – </w:t>
      </w:r>
      <w:r w:rsidRPr="00425309">
        <w:t>C</w:t>
      </w:r>
      <w:r w:rsidR="000A6D5E">
        <w:t>’</w:t>
      </w:r>
      <w:r w:rsidRPr="00425309">
        <w:t>est curieux</w:t>
      </w:r>
      <w:r w:rsidR="000A6D5E">
        <w:t xml:space="preserve">… </w:t>
      </w:r>
      <w:r w:rsidRPr="00425309">
        <w:t>car enfin il est exactement à la scène ce qu</w:t>
      </w:r>
      <w:r w:rsidR="000A6D5E">
        <w:t>’</w:t>
      </w:r>
      <w:r w:rsidRPr="00425309">
        <w:t>il est à la ville</w:t>
      </w:r>
      <w:r w:rsidR="000A6D5E">
        <w:t>.</w:t>
      </w:r>
    </w:p>
    <w:p w14:paraId="3DD86733"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Est-ce donc si facile</w:t>
      </w:r>
      <w:r w:rsidR="000A6D5E">
        <w:t> ?</w:t>
      </w:r>
    </w:p>
    <w:p w14:paraId="29D839F1" w14:textId="77777777" w:rsidR="000A6D5E" w:rsidRDefault="004036B1" w:rsidP="000A6D5E">
      <w:r w:rsidRPr="00425309">
        <w:rPr>
          <w:bCs/>
          <w:i/>
          <w:iCs/>
        </w:rPr>
        <w:t>CAROLINE</w:t>
      </w:r>
      <w:r w:rsidR="000A6D5E">
        <w:rPr>
          <w:bCs/>
          <w:i/>
          <w:iCs/>
        </w:rPr>
        <w:t xml:space="preserve">. </w:t>
      </w:r>
      <w:r w:rsidR="000A6D5E">
        <w:t xml:space="preserve">– </w:t>
      </w:r>
      <w:r w:rsidRPr="00425309">
        <w:t>C</w:t>
      </w:r>
      <w:r w:rsidR="000A6D5E">
        <w:t>’</w:t>
      </w:r>
      <w:r w:rsidRPr="00425309">
        <w:t>est plus un genre qu</w:t>
      </w:r>
      <w:r w:rsidR="000A6D5E">
        <w:t>’</w:t>
      </w:r>
      <w:r w:rsidRPr="00425309">
        <w:t>autre chose</w:t>
      </w:r>
      <w:r w:rsidR="000A6D5E">
        <w:t xml:space="preserve">. </w:t>
      </w:r>
      <w:r w:rsidRPr="00425309">
        <w:t>Il joue comme il écrit</w:t>
      </w:r>
      <w:r w:rsidR="000A6D5E">
        <w:t xml:space="preserve">, </w:t>
      </w:r>
      <w:r w:rsidRPr="00425309">
        <w:t>du reste</w:t>
      </w:r>
      <w:r w:rsidR="000A6D5E">
        <w:t xml:space="preserve">, </w:t>
      </w:r>
      <w:r w:rsidRPr="00425309">
        <w:t>c</w:t>
      </w:r>
      <w:r w:rsidR="000A6D5E">
        <w:t>’</w:t>
      </w:r>
      <w:r w:rsidRPr="00425309">
        <w:t>est bien simple</w:t>
      </w:r>
      <w:r w:rsidR="000A6D5E">
        <w:t xml:space="preserve">. </w:t>
      </w:r>
      <w:r w:rsidRPr="00425309">
        <w:t>Et quand je vous e</w:t>
      </w:r>
      <w:r w:rsidRPr="00425309">
        <w:t>n</w:t>
      </w:r>
      <w:r w:rsidRPr="00425309">
        <w:t>tends dire qu</w:t>
      </w:r>
      <w:r w:rsidR="000A6D5E">
        <w:t>’</w:t>
      </w:r>
      <w:r w:rsidRPr="00425309">
        <w:t>il a du talent comme auteur</w:t>
      </w:r>
      <w:r w:rsidR="000A6D5E">
        <w:t xml:space="preserve">, </w:t>
      </w:r>
      <w:r w:rsidRPr="00425309">
        <w:t>cela m</w:t>
      </w:r>
      <w:r w:rsidR="000A6D5E">
        <w:t>’</w:t>
      </w:r>
      <w:r w:rsidRPr="00425309">
        <w:t>amuse vra</w:t>
      </w:r>
      <w:r w:rsidRPr="00425309">
        <w:t>i</w:t>
      </w:r>
      <w:r w:rsidRPr="00425309">
        <w:t>ment</w:t>
      </w:r>
      <w:r w:rsidR="000A6D5E">
        <w:t xml:space="preserve">, </w:t>
      </w:r>
      <w:r w:rsidRPr="00425309">
        <w:t>moi qui sais comment il fait ses pièces</w:t>
      </w:r>
      <w:r w:rsidR="000A6D5E">
        <w:t xml:space="preserve"> !… </w:t>
      </w:r>
      <w:r w:rsidRPr="00425309">
        <w:t>Ah</w:t>
      </w:r>
      <w:r w:rsidR="000A6D5E">
        <w:t xml:space="preserve"> ! </w:t>
      </w:r>
      <w:r w:rsidRPr="00425309">
        <w:t>Ce n</w:t>
      </w:r>
      <w:r w:rsidR="000A6D5E">
        <w:t>’</w:t>
      </w:r>
      <w:r w:rsidRPr="00425309">
        <w:t>est pas compliqué</w:t>
      </w:r>
      <w:r w:rsidR="000A6D5E">
        <w:t xml:space="preserve">, </w:t>
      </w:r>
      <w:r w:rsidRPr="00425309">
        <w:t>je vous le jure</w:t>
      </w:r>
      <w:r w:rsidR="000A6D5E">
        <w:t xml:space="preserve">. </w:t>
      </w:r>
      <w:r w:rsidRPr="00425309">
        <w:t>Il retient tout ce qu</w:t>
      </w:r>
      <w:r w:rsidR="000A6D5E">
        <w:t>’</w:t>
      </w:r>
      <w:r w:rsidRPr="00425309">
        <w:t>il entend et il le note</w:t>
      </w:r>
      <w:r w:rsidR="000A6D5E">
        <w:t xml:space="preserve">, </w:t>
      </w:r>
      <w:r w:rsidRPr="00425309">
        <w:t>voilà tout</w:t>
      </w:r>
      <w:r w:rsidR="000A6D5E">
        <w:t xml:space="preserve">. </w:t>
      </w:r>
      <w:r w:rsidRPr="00425309">
        <w:t>Et</w:t>
      </w:r>
      <w:r w:rsidR="000A6D5E">
        <w:t xml:space="preserve">, </w:t>
      </w:r>
      <w:r w:rsidRPr="00425309">
        <w:t>ce qui montre bien la bizarrerie de son c</w:t>
      </w:r>
      <w:r w:rsidRPr="00425309">
        <w:t>a</w:t>
      </w:r>
      <w:r w:rsidRPr="00425309">
        <w:t>ractère et l</w:t>
      </w:r>
      <w:r w:rsidR="000A6D5E">
        <w:t>’</w:t>
      </w:r>
      <w:r w:rsidRPr="00425309">
        <w:t>étrange tournure de son esprit</w:t>
      </w:r>
      <w:r w:rsidR="000A6D5E">
        <w:t xml:space="preserve">, </w:t>
      </w:r>
      <w:r w:rsidRPr="00425309">
        <w:t>il ne note jamais que les sottises qu</w:t>
      </w:r>
      <w:r w:rsidR="000A6D5E">
        <w:t>’</w:t>
      </w:r>
      <w:r w:rsidRPr="00425309">
        <w:t>il entend</w:t>
      </w:r>
      <w:r w:rsidR="000A6D5E">
        <w:t xml:space="preserve">. </w:t>
      </w:r>
      <w:r w:rsidRPr="00425309">
        <w:t>S</w:t>
      </w:r>
      <w:r w:rsidR="000A6D5E">
        <w:t>’</w:t>
      </w:r>
      <w:r w:rsidRPr="00425309">
        <w:t>il m</w:t>
      </w:r>
      <w:r w:rsidR="000A6D5E">
        <w:t>’</w:t>
      </w:r>
      <w:r w:rsidRPr="00425309">
        <w:t xml:space="preserve">arrive de commettre une erreur ou de </w:t>
      </w:r>
      <w:proofErr w:type="gramStart"/>
      <w:r w:rsidRPr="00425309">
        <w:t>faire</w:t>
      </w:r>
      <w:proofErr w:type="gramEnd"/>
      <w:r w:rsidRPr="00425309">
        <w:t xml:space="preserve"> une faute en parlant</w:t>
      </w:r>
      <w:r w:rsidR="000A6D5E">
        <w:t xml:space="preserve">… </w:t>
      </w:r>
      <w:r w:rsidRPr="00425309">
        <w:t>ah</w:t>
      </w:r>
      <w:r w:rsidR="000A6D5E">
        <w:t xml:space="preserve"> ! </w:t>
      </w:r>
      <w:r w:rsidRPr="00425309">
        <w:t>Il ne la manque pas</w:t>
      </w:r>
      <w:r w:rsidR="000A6D5E">
        <w:t xml:space="preserve">, </w:t>
      </w:r>
      <w:r w:rsidRPr="00425309">
        <w:t>je vous le jure</w:t>
      </w:r>
      <w:r w:rsidR="000A6D5E">
        <w:t xml:space="preserve"> ! </w:t>
      </w:r>
      <w:r w:rsidRPr="00425309">
        <w:t>Et</w:t>
      </w:r>
      <w:r w:rsidR="000A6D5E">
        <w:t xml:space="preserve">, </w:t>
      </w:r>
      <w:r w:rsidRPr="00425309">
        <w:t>quelques fois</w:t>
      </w:r>
      <w:r w:rsidR="000A6D5E">
        <w:t xml:space="preserve">, </w:t>
      </w:r>
      <w:r w:rsidRPr="00425309">
        <w:t>vous le voyez rire aux éclats de choses mystérieuses dont la drôlerie échappe à tout le monde</w:t>
      </w:r>
      <w:r w:rsidR="000A6D5E">
        <w:t>…</w:t>
      </w:r>
    </w:p>
    <w:p w14:paraId="4069F80A"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Eh</w:t>
      </w:r>
      <w:r w:rsidR="000A6D5E">
        <w:t xml:space="preserve"> ! </w:t>
      </w:r>
      <w:r w:rsidRPr="00425309">
        <w:t>Bien</w:t>
      </w:r>
      <w:r w:rsidR="000A6D5E">
        <w:t xml:space="preserve">, </w:t>
      </w:r>
      <w:r w:rsidRPr="00425309">
        <w:t>voilà</w:t>
      </w:r>
      <w:r w:rsidR="000A6D5E">
        <w:t xml:space="preserve">… </w:t>
      </w:r>
      <w:r w:rsidRPr="00425309">
        <w:t>vous venez de décrire admirablement ce qui fait la valeur et l</w:t>
      </w:r>
      <w:r w:rsidR="000A6D5E">
        <w:t>’</w:t>
      </w:r>
      <w:r w:rsidRPr="00425309">
        <w:t>originalité inestimable de son œuvre</w:t>
      </w:r>
      <w:r w:rsidR="000A6D5E">
        <w:t>.</w:t>
      </w:r>
    </w:p>
    <w:p w14:paraId="692A315E" w14:textId="77777777" w:rsidR="000A6D5E" w:rsidRDefault="004036B1" w:rsidP="000A6D5E">
      <w:r w:rsidRPr="00425309">
        <w:rPr>
          <w:bCs/>
          <w:i/>
          <w:iCs/>
        </w:rPr>
        <w:t>CAROLINE</w:t>
      </w:r>
      <w:r w:rsidR="000A6D5E">
        <w:rPr>
          <w:bCs/>
          <w:i/>
          <w:iCs/>
        </w:rPr>
        <w:t xml:space="preserve">. </w:t>
      </w:r>
      <w:r w:rsidR="000A6D5E">
        <w:t xml:space="preserve">– </w:t>
      </w:r>
      <w:r w:rsidRPr="00425309">
        <w:t>Alors</w:t>
      </w:r>
      <w:r w:rsidR="000A6D5E">
        <w:t xml:space="preserve">, </w:t>
      </w:r>
      <w:r w:rsidRPr="00425309">
        <w:t>vous trouvez que je suis injuste avec lui</w:t>
      </w:r>
      <w:r w:rsidR="000A6D5E">
        <w:t> ?</w:t>
      </w:r>
    </w:p>
    <w:p w14:paraId="3C8EF2E4"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Comme tout le monde</w:t>
      </w:r>
      <w:r w:rsidR="000A6D5E">
        <w:t xml:space="preserve">. </w:t>
      </w:r>
      <w:r w:rsidRPr="00425309">
        <w:t>Et c</w:t>
      </w:r>
      <w:r w:rsidR="000A6D5E">
        <w:t>’</w:t>
      </w:r>
      <w:r w:rsidRPr="00425309">
        <w:t>est cela pr</w:t>
      </w:r>
      <w:r w:rsidRPr="00425309">
        <w:t>é</w:t>
      </w:r>
      <w:r w:rsidRPr="00425309">
        <w:t>cisément qui le démoralise</w:t>
      </w:r>
      <w:r w:rsidR="000A6D5E">
        <w:t xml:space="preserve">, </w:t>
      </w:r>
      <w:r w:rsidRPr="00425309">
        <w:t>soyez-en convaincue</w:t>
      </w:r>
      <w:r w:rsidR="000A6D5E">
        <w:t xml:space="preserve">. </w:t>
      </w:r>
      <w:r w:rsidRPr="00425309">
        <w:t>S</w:t>
      </w:r>
      <w:r w:rsidR="000A6D5E">
        <w:t>’</w:t>
      </w:r>
      <w:r w:rsidRPr="00425309">
        <w:t>il pla</w:t>
      </w:r>
      <w:r w:rsidRPr="00425309">
        <w:t>i</w:t>
      </w:r>
      <w:r w:rsidRPr="00425309">
        <w:t>sante sans cesse</w:t>
      </w:r>
      <w:r w:rsidR="000A6D5E">
        <w:t xml:space="preserve">, </w:t>
      </w:r>
      <w:r w:rsidRPr="00425309">
        <w:t>c</w:t>
      </w:r>
      <w:r w:rsidR="000A6D5E">
        <w:t>’</w:t>
      </w:r>
      <w:r w:rsidRPr="00425309">
        <w:t>est qu</w:t>
      </w:r>
      <w:r w:rsidR="000A6D5E">
        <w:t>’</w:t>
      </w:r>
      <w:r w:rsidRPr="00425309">
        <w:t>il souffre de n</w:t>
      </w:r>
      <w:r w:rsidR="000A6D5E">
        <w:t>’</w:t>
      </w:r>
      <w:r w:rsidRPr="00425309">
        <w:t>être pas pris au sérieux</w:t>
      </w:r>
      <w:r w:rsidR="000A6D5E">
        <w:t>.</w:t>
      </w:r>
    </w:p>
    <w:p w14:paraId="1793B4FD" w14:textId="77777777" w:rsidR="000A6D5E" w:rsidRDefault="004036B1" w:rsidP="000A6D5E">
      <w:r w:rsidRPr="00425309">
        <w:rPr>
          <w:bCs/>
          <w:i/>
          <w:iCs/>
        </w:rPr>
        <w:t>CAROLINE</w:t>
      </w:r>
      <w:r w:rsidR="000A6D5E">
        <w:rPr>
          <w:bCs/>
          <w:i/>
          <w:iCs/>
        </w:rPr>
        <w:t xml:space="preserve">. </w:t>
      </w:r>
      <w:r w:rsidR="000A6D5E">
        <w:t xml:space="preserve">– </w:t>
      </w:r>
      <w:r w:rsidRPr="00425309">
        <w:t>Alors il faut être logique</w:t>
      </w:r>
      <w:r w:rsidR="000A6D5E">
        <w:t xml:space="preserve">… </w:t>
      </w:r>
      <w:r w:rsidRPr="00425309">
        <w:t>et raisonnable</w:t>
      </w:r>
      <w:r w:rsidR="000A6D5E">
        <w:t xml:space="preserve"> : </w:t>
      </w:r>
      <w:r w:rsidRPr="00425309">
        <w:t>il faut que ce soit lui qui commence</w:t>
      </w:r>
      <w:r w:rsidR="000A6D5E">
        <w:t xml:space="preserve"> !… </w:t>
      </w:r>
      <w:r w:rsidRPr="00425309">
        <w:t>Et comment voulez-vous qu</w:t>
      </w:r>
      <w:r w:rsidR="000A6D5E">
        <w:t>’</w:t>
      </w:r>
      <w:r w:rsidRPr="00425309">
        <w:t xml:space="preserve">on prenne au sérieux un dessinateur qui fait des </w:t>
      </w:r>
      <w:r w:rsidRPr="00425309">
        <w:lastRenderedPageBreak/>
        <w:t>pièces</w:t>
      </w:r>
      <w:r w:rsidR="000A6D5E">
        <w:t xml:space="preserve">, </w:t>
      </w:r>
      <w:r w:rsidRPr="00425309">
        <w:t>un auteur dramatique qui joue la comédie</w:t>
      </w:r>
      <w:r w:rsidR="000A6D5E">
        <w:t xml:space="preserve"> ! </w:t>
      </w:r>
      <w:r w:rsidRPr="00425309">
        <w:t>Il faut choisir</w:t>
      </w:r>
      <w:r w:rsidR="000A6D5E">
        <w:t xml:space="preserve">, </w:t>
      </w:r>
      <w:r w:rsidRPr="00425309">
        <w:t>voyons</w:t>
      </w:r>
      <w:r w:rsidR="000A6D5E">
        <w:t xml:space="preserve"> !… </w:t>
      </w:r>
      <w:r w:rsidRPr="00425309">
        <w:t>Regardez</w:t>
      </w:r>
      <w:r w:rsidR="000A6D5E">
        <w:t xml:space="preserve">, </w:t>
      </w:r>
      <w:r w:rsidRPr="00425309">
        <w:t>je vous prie</w:t>
      </w:r>
      <w:r w:rsidR="000A6D5E">
        <w:t xml:space="preserve">, </w:t>
      </w:r>
      <w:r w:rsidRPr="00425309">
        <w:t>la table sur laquelle il tr</w:t>
      </w:r>
      <w:r w:rsidRPr="00425309">
        <w:t>a</w:t>
      </w:r>
      <w:r w:rsidRPr="00425309">
        <w:t>vaille</w:t>
      </w:r>
      <w:r w:rsidR="000A6D5E">
        <w:t xml:space="preserve">… </w:t>
      </w:r>
      <w:r w:rsidRPr="00425309">
        <w:t>ici</w:t>
      </w:r>
      <w:r w:rsidR="000A6D5E">
        <w:t xml:space="preserve">, </w:t>
      </w:r>
      <w:r w:rsidRPr="00425309">
        <w:t>de quoi écrire</w:t>
      </w:r>
      <w:r w:rsidR="000A6D5E">
        <w:t xml:space="preserve">… </w:t>
      </w:r>
      <w:r w:rsidRPr="00425309">
        <w:t>là</w:t>
      </w:r>
      <w:r w:rsidR="000A6D5E">
        <w:t xml:space="preserve">, </w:t>
      </w:r>
      <w:r w:rsidRPr="00425309">
        <w:t>de quoi dessiner</w:t>
      </w:r>
      <w:r w:rsidR="000A6D5E">
        <w:t xml:space="preserve">… </w:t>
      </w:r>
      <w:r w:rsidRPr="00425309">
        <w:t>et</w:t>
      </w:r>
      <w:r w:rsidR="000A6D5E">
        <w:t xml:space="preserve">, </w:t>
      </w:r>
      <w:r w:rsidRPr="00425309">
        <w:t>là-bas</w:t>
      </w:r>
      <w:r w:rsidR="000A6D5E">
        <w:t xml:space="preserve">, </w:t>
      </w:r>
      <w:r w:rsidRPr="00425309">
        <w:t>au bout</w:t>
      </w:r>
      <w:r w:rsidR="000A6D5E">
        <w:t xml:space="preserve">, </w:t>
      </w:r>
      <w:r w:rsidRPr="00425309">
        <w:t>une glace et du maquillage</w:t>
      </w:r>
      <w:r w:rsidR="000A6D5E">
        <w:t xml:space="preserve">. </w:t>
      </w:r>
      <w:r w:rsidRPr="00425309">
        <w:t>Car il s</w:t>
      </w:r>
      <w:r w:rsidR="000A6D5E">
        <w:t>’</w:t>
      </w:r>
      <w:r w:rsidRPr="00425309">
        <w:t>amuse à se faire des têtes</w:t>
      </w:r>
      <w:r w:rsidR="000A6D5E">
        <w:t xml:space="preserve">, </w:t>
      </w:r>
      <w:r w:rsidRPr="00425309">
        <w:t>comme ça</w:t>
      </w:r>
      <w:r w:rsidR="000A6D5E">
        <w:t xml:space="preserve">… </w:t>
      </w:r>
      <w:r w:rsidRPr="00425309">
        <w:t>sans aucune raison</w:t>
      </w:r>
      <w:r w:rsidR="000A6D5E">
        <w:t xml:space="preserve">. </w:t>
      </w:r>
      <w:r w:rsidRPr="00425309">
        <w:t>Il voit dans la rue un homme qui lui plaît</w:t>
      </w:r>
      <w:r w:rsidR="000A6D5E">
        <w:t xml:space="preserve">, </w:t>
      </w:r>
      <w:r w:rsidRPr="00425309">
        <w:t>qui l</w:t>
      </w:r>
      <w:r w:rsidR="000A6D5E">
        <w:t>’</w:t>
      </w:r>
      <w:r w:rsidRPr="00425309">
        <w:t>amuse</w:t>
      </w:r>
      <w:r w:rsidR="000A6D5E">
        <w:t xml:space="preserve">… </w:t>
      </w:r>
      <w:r w:rsidRPr="00425309">
        <w:t>il l</w:t>
      </w:r>
      <w:r w:rsidR="000A6D5E">
        <w:t>’</w:t>
      </w:r>
      <w:r w:rsidRPr="00425309">
        <w:t>interpelle</w:t>
      </w:r>
      <w:r w:rsidR="000A6D5E">
        <w:t xml:space="preserve">, </w:t>
      </w:r>
      <w:r w:rsidRPr="00425309">
        <w:t>le questionne</w:t>
      </w:r>
      <w:r w:rsidR="000A6D5E">
        <w:t xml:space="preserve">… </w:t>
      </w:r>
      <w:r w:rsidRPr="00425309">
        <w:t>puis</w:t>
      </w:r>
      <w:r w:rsidR="000A6D5E">
        <w:t xml:space="preserve">, </w:t>
      </w:r>
      <w:r w:rsidRPr="00425309">
        <w:t>sitôt rentré</w:t>
      </w:r>
      <w:r w:rsidR="000A6D5E">
        <w:t xml:space="preserve">, </w:t>
      </w:r>
      <w:r w:rsidRPr="00425309">
        <w:t>il fait sa caricature</w:t>
      </w:r>
      <w:r w:rsidR="000A6D5E">
        <w:t xml:space="preserve">, </w:t>
      </w:r>
      <w:r w:rsidRPr="00425309">
        <w:t>note par écrit ce que l</w:t>
      </w:r>
      <w:r w:rsidR="000A6D5E">
        <w:t>’</w:t>
      </w:r>
      <w:r w:rsidRPr="00425309">
        <w:t>autre lui a dit et</w:t>
      </w:r>
      <w:r w:rsidR="000A6D5E">
        <w:t xml:space="preserve">, </w:t>
      </w:r>
      <w:r w:rsidRPr="00425309">
        <w:t>ensuite</w:t>
      </w:r>
      <w:r w:rsidR="000A6D5E">
        <w:t xml:space="preserve">, </w:t>
      </w:r>
      <w:r w:rsidRPr="00425309">
        <w:t>il se fait sa tête</w:t>
      </w:r>
      <w:r w:rsidR="000A6D5E">
        <w:t xml:space="preserve"> !… </w:t>
      </w:r>
      <w:r w:rsidRPr="00425309">
        <w:t>Et encore</w:t>
      </w:r>
      <w:r w:rsidR="000A6D5E">
        <w:t xml:space="preserve">, </w:t>
      </w:r>
      <w:r w:rsidRPr="00425309">
        <w:t>mon Dieu</w:t>
      </w:r>
      <w:r w:rsidR="000A6D5E">
        <w:t xml:space="preserve">, </w:t>
      </w:r>
      <w:r w:rsidRPr="00425309">
        <w:t>ce qui se passe ici</w:t>
      </w:r>
      <w:r w:rsidR="000A6D5E">
        <w:t xml:space="preserve">, </w:t>
      </w:r>
      <w:r w:rsidRPr="00425309">
        <w:t>je suis seule à le voir</w:t>
      </w:r>
      <w:r w:rsidR="000A6D5E">
        <w:t xml:space="preserve">, </w:t>
      </w:r>
      <w:r w:rsidRPr="00425309">
        <w:t>mais ce qui fait que jamais on n</w:t>
      </w:r>
      <w:r w:rsidR="000A6D5E">
        <w:t>’</w:t>
      </w:r>
      <w:r w:rsidRPr="00425309">
        <w:t>aura même l</w:t>
      </w:r>
      <w:r w:rsidR="000A6D5E">
        <w:t>’</w:t>
      </w:r>
      <w:r w:rsidRPr="00425309">
        <w:t>idée de prendre une seconde au sérieux un homme pareil</w:t>
      </w:r>
      <w:r w:rsidR="000A6D5E">
        <w:t xml:space="preserve">, </w:t>
      </w:r>
      <w:r w:rsidRPr="00425309">
        <w:t>c</w:t>
      </w:r>
      <w:r w:rsidR="000A6D5E">
        <w:t>’</w:t>
      </w:r>
      <w:r w:rsidRPr="00425309">
        <w:t>est cette manie qu</w:t>
      </w:r>
      <w:r w:rsidR="000A6D5E">
        <w:t>’</w:t>
      </w:r>
      <w:r w:rsidRPr="00425309">
        <w:t>il a de faire des mystifications dans tous les endroits publics où il se trouve</w:t>
      </w:r>
      <w:r w:rsidR="000A6D5E">
        <w:t xml:space="preserve">. </w:t>
      </w:r>
      <w:r w:rsidRPr="00425309">
        <w:t>Qu</w:t>
      </w:r>
      <w:r w:rsidR="000A6D5E">
        <w:t>’</w:t>
      </w:r>
      <w:r w:rsidRPr="00425309">
        <w:t>à vingt ans</w:t>
      </w:r>
      <w:r w:rsidR="000A6D5E">
        <w:t xml:space="preserve">, </w:t>
      </w:r>
      <w:r w:rsidRPr="00425309">
        <w:t>l</w:t>
      </w:r>
      <w:r w:rsidR="000A6D5E">
        <w:t>’</w:t>
      </w:r>
      <w:r w:rsidRPr="00425309">
        <w:t>on s</w:t>
      </w:r>
      <w:r w:rsidR="000A6D5E">
        <w:t>’</w:t>
      </w:r>
      <w:r w:rsidRPr="00425309">
        <w:t>amuse à se moquer du monde</w:t>
      </w:r>
      <w:r w:rsidR="000A6D5E">
        <w:t xml:space="preserve">, </w:t>
      </w:r>
      <w:r w:rsidRPr="00425309">
        <w:t>je veux bien l</w:t>
      </w:r>
      <w:r w:rsidR="000A6D5E">
        <w:t>’</w:t>
      </w:r>
      <w:r w:rsidRPr="00425309">
        <w:t>admettre</w:t>
      </w:r>
      <w:r w:rsidR="000A6D5E">
        <w:t xml:space="preserve">… </w:t>
      </w:r>
      <w:r w:rsidRPr="00425309">
        <w:t>mais</w:t>
      </w:r>
      <w:r w:rsidR="000A6D5E">
        <w:t xml:space="preserve">, </w:t>
      </w:r>
      <w:r w:rsidRPr="00425309">
        <w:t>à son âge</w:t>
      </w:r>
      <w:r w:rsidR="000A6D5E">
        <w:t xml:space="preserve">, </w:t>
      </w:r>
      <w:r w:rsidRPr="00425309">
        <w:t>voyons ce n</w:t>
      </w:r>
      <w:r w:rsidR="000A6D5E">
        <w:t>’</w:t>
      </w:r>
      <w:r w:rsidRPr="00425309">
        <w:t>est pas admissible</w:t>
      </w:r>
      <w:r w:rsidR="000A6D5E">
        <w:t xml:space="preserve"> ! </w:t>
      </w:r>
      <w:r w:rsidRPr="00425309">
        <w:t>Savez-vous ce qu</w:t>
      </w:r>
      <w:r w:rsidR="000A6D5E">
        <w:t>’</w:t>
      </w:r>
      <w:r w:rsidRPr="00425309">
        <w:t>il a fait avant-hier</w:t>
      </w:r>
      <w:r w:rsidR="000A6D5E">
        <w:t> ?</w:t>
      </w:r>
    </w:p>
    <w:p w14:paraId="5A588842"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Non</w:t>
      </w:r>
      <w:r w:rsidR="000A6D5E">
        <w:t>.</w:t>
      </w:r>
    </w:p>
    <w:p w14:paraId="1661D4DC" w14:textId="77777777" w:rsidR="000A6D5E" w:rsidRDefault="004036B1" w:rsidP="000A6D5E">
      <w:r w:rsidRPr="00425309">
        <w:rPr>
          <w:bCs/>
          <w:i/>
          <w:iCs/>
        </w:rPr>
        <w:t>CAROLINE</w:t>
      </w:r>
      <w:r w:rsidR="000A6D5E">
        <w:rPr>
          <w:bCs/>
          <w:i/>
          <w:iCs/>
        </w:rPr>
        <w:t xml:space="preserve">. </w:t>
      </w:r>
      <w:r w:rsidR="000A6D5E">
        <w:t xml:space="preserve">– </w:t>
      </w:r>
      <w:r w:rsidRPr="00425309">
        <w:t>Il est entré dans un de ces établissements qu</w:t>
      </w:r>
      <w:r w:rsidR="000A6D5E">
        <w:t>’</w:t>
      </w:r>
      <w:r w:rsidRPr="00425309">
        <w:t>on appelle des chalets de nécessité</w:t>
      </w:r>
      <w:r w:rsidR="000A6D5E">
        <w:t xml:space="preserve">… </w:t>
      </w:r>
      <w:r w:rsidRPr="00425309">
        <w:t>et il s</w:t>
      </w:r>
      <w:r w:rsidR="000A6D5E">
        <w:t>’</w:t>
      </w:r>
      <w:r w:rsidRPr="00425309">
        <w:t>est mis à crier</w:t>
      </w:r>
      <w:r w:rsidR="000A6D5E">
        <w:t> : « </w:t>
      </w:r>
      <w:r w:rsidRPr="00425309">
        <w:t>Au nom de la loi</w:t>
      </w:r>
      <w:r w:rsidR="000A6D5E">
        <w:t xml:space="preserve">, </w:t>
      </w:r>
      <w:r w:rsidRPr="00425309">
        <w:t>sortez tous</w:t>
      </w:r>
      <w:r w:rsidR="000A6D5E">
        <w:t> ! »</w:t>
      </w:r>
      <w:r w:rsidRPr="00425309">
        <w:t xml:space="preserve"> Tous ces malheureux</w:t>
      </w:r>
      <w:r w:rsidR="000A6D5E">
        <w:t xml:space="preserve">, </w:t>
      </w:r>
      <w:r w:rsidRPr="00425309">
        <w:t>affolés</w:t>
      </w:r>
      <w:r w:rsidR="000A6D5E">
        <w:t xml:space="preserve">, </w:t>
      </w:r>
      <w:r w:rsidRPr="00425309">
        <w:t>ont ouvert leur porte et sont sortis comme ils étaient</w:t>
      </w:r>
      <w:r w:rsidR="000A6D5E">
        <w:t xml:space="preserve">… </w:t>
      </w:r>
      <w:r w:rsidRPr="00425309">
        <w:t>alors il les a regardés les uns après les autres et leur a dit</w:t>
      </w:r>
      <w:r w:rsidR="000A6D5E">
        <w:t xml:space="preserve">, </w:t>
      </w:r>
      <w:r w:rsidRPr="00425309">
        <w:t>avec ce s</w:t>
      </w:r>
      <w:r w:rsidRPr="00425309">
        <w:t>é</w:t>
      </w:r>
      <w:r w:rsidRPr="00425309">
        <w:t>rieux que vous lui connaissez</w:t>
      </w:r>
      <w:r w:rsidR="000A6D5E">
        <w:t> : « </w:t>
      </w:r>
      <w:r w:rsidRPr="00425309">
        <w:t>C</w:t>
      </w:r>
      <w:r w:rsidR="000A6D5E">
        <w:t>’</w:t>
      </w:r>
      <w:r w:rsidRPr="00425309">
        <w:t>est bien</w:t>
      </w:r>
      <w:r w:rsidR="000A6D5E">
        <w:t xml:space="preserve">, </w:t>
      </w:r>
      <w:r w:rsidRPr="00425309">
        <w:t>vous pouvez cont</w:t>
      </w:r>
      <w:r w:rsidRPr="00425309">
        <w:t>i</w:t>
      </w:r>
      <w:r w:rsidRPr="00425309">
        <w:t>nuer</w:t>
      </w:r>
      <w:r w:rsidR="000A6D5E">
        <w:t> ! »</w:t>
      </w:r>
      <w:r w:rsidRPr="00425309">
        <w:t xml:space="preserve"> Et il est ressorti</w:t>
      </w:r>
      <w:r w:rsidR="000A6D5E">
        <w:t xml:space="preserve"> !… </w:t>
      </w:r>
      <w:r w:rsidRPr="00425309">
        <w:t>Est-ce que ce n</w:t>
      </w:r>
      <w:r w:rsidR="000A6D5E">
        <w:t>’</w:t>
      </w:r>
      <w:r w:rsidRPr="00425309">
        <w:t>est pas l</w:t>
      </w:r>
      <w:r w:rsidR="000A6D5E">
        <w:t>’</w:t>
      </w:r>
      <w:r w:rsidRPr="00425309">
        <w:t>indice d</w:t>
      </w:r>
      <w:r w:rsidR="000A6D5E">
        <w:t>’</w:t>
      </w:r>
      <w:r w:rsidRPr="00425309">
        <w:t>un homme qui perd la raison</w:t>
      </w:r>
      <w:r w:rsidR="000A6D5E">
        <w:t> ?</w:t>
      </w:r>
    </w:p>
    <w:p w14:paraId="3B93A047"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Non</w:t>
      </w:r>
      <w:r w:rsidR="000A6D5E">
        <w:t xml:space="preserve">… </w:t>
      </w:r>
      <w:r w:rsidRPr="00425309">
        <w:t>mais je conçois très bien votre état d</w:t>
      </w:r>
      <w:r w:rsidR="000A6D5E">
        <w:t>’</w:t>
      </w:r>
      <w:r w:rsidRPr="00425309">
        <w:t>esprit</w:t>
      </w:r>
      <w:r w:rsidR="000A6D5E">
        <w:t xml:space="preserve"> – </w:t>
      </w:r>
      <w:r w:rsidRPr="00425309">
        <w:t xml:space="preserve">et je vais me permettre de vous </w:t>
      </w:r>
      <w:proofErr w:type="gramStart"/>
      <w:r w:rsidRPr="00425309">
        <w:t>donner</w:t>
      </w:r>
      <w:proofErr w:type="gramEnd"/>
      <w:r w:rsidRPr="00425309">
        <w:t xml:space="preserve"> un co</w:t>
      </w:r>
      <w:r w:rsidRPr="00425309">
        <w:t>n</w:t>
      </w:r>
      <w:r w:rsidRPr="00425309">
        <w:t>seil</w:t>
      </w:r>
      <w:r w:rsidR="000A6D5E">
        <w:t xml:space="preserve">. </w:t>
      </w:r>
      <w:r w:rsidRPr="00425309">
        <w:t>Il faut que ce soit vous qui donniez l</w:t>
      </w:r>
      <w:r w:rsidR="000A6D5E">
        <w:t>’</w:t>
      </w:r>
      <w:r w:rsidRPr="00425309">
        <w:t>exemple</w:t>
      </w:r>
      <w:r w:rsidR="000A6D5E">
        <w:t>…</w:t>
      </w:r>
    </w:p>
    <w:p w14:paraId="1235EDAF" w14:textId="77777777" w:rsidR="000A6D5E" w:rsidRDefault="004036B1" w:rsidP="000A6D5E">
      <w:r w:rsidRPr="00425309">
        <w:rPr>
          <w:bCs/>
          <w:i/>
          <w:iCs/>
        </w:rPr>
        <w:t>CAROLINE</w:t>
      </w:r>
      <w:r w:rsidR="000A6D5E">
        <w:rPr>
          <w:bCs/>
          <w:i/>
          <w:iCs/>
        </w:rPr>
        <w:t xml:space="preserve">. </w:t>
      </w:r>
      <w:r w:rsidR="000A6D5E">
        <w:t xml:space="preserve">– </w:t>
      </w:r>
      <w:r w:rsidRPr="00425309">
        <w:t>De quoi</w:t>
      </w:r>
      <w:r w:rsidR="000A6D5E">
        <w:t> ?</w:t>
      </w:r>
    </w:p>
    <w:p w14:paraId="2F2F6CB5"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De la considération qui lui est due</w:t>
      </w:r>
      <w:r w:rsidR="000A6D5E">
        <w:t xml:space="preserve">. </w:t>
      </w:r>
      <w:r w:rsidRPr="00425309">
        <w:t>C</w:t>
      </w:r>
      <w:r w:rsidR="000A6D5E">
        <w:t>’</w:t>
      </w:r>
      <w:r w:rsidRPr="00425309">
        <w:t>est à vous d</w:t>
      </w:r>
      <w:r w:rsidR="000A6D5E">
        <w:t>’</w:t>
      </w:r>
      <w:r w:rsidRPr="00425309">
        <w:t>abord</w:t>
      </w:r>
      <w:r w:rsidR="000A6D5E">
        <w:t xml:space="preserve">, </w:t>
      </w:r>
      <w:r w:rsidRPr="00425309">
        <w:t>de le prendre au sérieux</w:t>
      </w:r>
      <w:r w:rsidR="000A6D5E">
        <w:t xml:space="preserve">. </w:t>
      </w:r>
      <w:r w:rsidRPr="00425309">
        <w:t>C</w:t>
      </w:r>
      <w:r w:rsidR="000A6D5E">
        <w:t>’</w:t>
      </w:r>
      <w:r w:rsidRPr="00425309">
        <w:t xml:space="preserve">est vous qui </w:t>
      </w:r>
      <w:r w:rsidRPr="00425309">
        <w:lastRenderedPageBreak/>
        <w:t>d</w:t>
      </w:r>
      <w:r w:rsidRPr="00425309">
        <w:t>e</w:t>
      </w:r>
      <w:r w:rsidRPr="00425309">
        <w:t>vez lui redonner cette confiance en lui qu</w:t>
      </w:r>
      <w:r w:rsidR="000A6D5E">
        <w:t>’</w:t>
      </w:r>
      <w:r w:rsidRPr="00425309">
        <w:t>il est en train de perdre</w:t>
      </w:r>
      <w:r w:rsidR="000A6D5E">
        <w:t>…</w:t>
      </w:r>
    </w:p>
    <w:p w14:paraId="06584AC8" w14:textId="77777777" w:rsidR="000A6D5E" w:rsidRDefault="004036B1" w:rsidP="000A6D5E">
      <w:r w:rsidRPr="00425309">
        <w:rPr>
          <w:bCs/>
          <w:i/>
          <w:iCs/>
        </w:rPr>
        <w:t>CAROLINE</w:t>
      </w:r>
      <w:r w:rsidR="000A6D5E">
        <w:rPr>
          <w:bCs/>
          <w:i/>
          <w:iCs/>
        </w:rPr>
        <w:t xml:space="preserve">. </w:t>
      </w:r>
      <w:r w:rsidR="000A6D5E">
        <w:t xml:space="preserve">– </w:t>
      </w:r>
      <w:r w:rsidRPr="00425309">
        <w:t>Vous m</w:t>
      </w:r>
      <w:r w:rsidR="000A6D5E">
        <w:t>’</w:t>
      </w:r>
      <w:r w:rsidRPr="00425309">
        <w:t>attribuez un pouvoir que je n</w:t>
      </w:r>
      <w:r w:rsidR="000A6D5E">
        <w:t>’</w:t>
      </w:r>
      <w:r w:rsidRPr="00425309">
        <w:t>ai pas</w:t>
      </w:r>
      <w:r w:rsidR="000A6D5E">
        <w:t>.</w:t>
      </w:r>
    </w:p>
    <w:p w14:paraId="2CB89AED"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Faites-en l</w:t>
      </w:r>
      <w:r w:rsidR="000A6D5E">
        <w:t>’</w:t>
      </w:r>
      <w:r w:rsidRPr="00425309">
        <w:t>expérience</w:t>
      </w:r>
      <w:r w:rsidR="000A6D5E">
        <w:t xml:space="preserve">. </w:t>
      </w:r>
      <w:r w:rsidRPr="00425309">
        <w:t>Parlez-lui s</w:t>
      </w:r>
      <w:r w:rsidRPr="00425309">
        <w:t>é</w:t>
      </w:r>
      <w:r w:rsidRPr="00425309">
        <w:t>rieus</w:t>
      </w:r>
      <w:r w:rsidRPr="00425309">
        <w:t>e</w:t>
      </w:r>
      <w:r w:rsidRPr="00425309">
        <w:t>ment de ses pièces</w:t>
      </w:r>
      <w:r w:rsidR="000A6D5E">
        <w:t>…</w:t>
      </w:r>
    </w:p>
    <w:p w14:paraId="725C6816" w14:textId="77777777" w:rsidR="000A6D5E" w:rsidRDefault="004036B1" w:rsidP="000A6D5E">
      <w:r w:rsidRPr="00425309">
        <w:rPr>
          <w:bCs/>
          <w:i/>
          <w:iCs/>
        </w:rPr>
        <w:t>CAROLINE</w:t>
      </w:r>
      <w:r w:rsidR="000A6D5E">
        <w:rPr>
          <w:bCs/>
          <w:i/>
          <w:iCs/>
        </w:rPr>
        <w:t xml:space="preserve">. – </w:t>
      </w:r>
      <w:r w:rsidRPr="00425309">
        <w:t>Il ne m</w:t>
      </w:r>
      <w:r w:rsidR="000A6D5E">
        <w:t>’</w:t>
      </w:r>
      <w:r w:rsidRPr="00425309">
        <w:t>écoutera pas</w:t>
      </w:r>
      <w:r w:rsidR="000A6D5E">
        <w:t>.</w:t>
      </w:r>
    </w:p>
    <w:p w14:paraId="750B2603"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Essayez</w:t>
      </w:r>
      <w:r w:rsidR="000A6D5E">
        <w:t>.</w:t>
      </w:r>
    </w:p>
    <w:p w14:paraId="6A0F3E3A" w14:textId="77777777" w:rsidR="000A6D5E" w:rsidRDefault="004036B1" w:rsidP="000A6D5E">
      <w:r w:rsidRPr="00425309">
        <w:rPr>
          <w:bCs/>
          <w:i/>
          <w:iCs/>
        </w:rPr>
        <w:t>CAROLINE</w:t>
      </w:r>
      <w:r w:rsidR="000A6D5E">
        <w:rPr>
          <w:bCs/>
          <w:i/>
          <w:iCs/>
        </w:rPr>
        <w:t xml:space="preserve">. </w:t>
      </w:r>
      <w:r w:rsidR="000A6D5E">
        <w:t xml:space="preserve">– </w:t>
      </w:r>
      <w:r w:rsidRPr="00425309">
        <w:t>Oh</w:t>
      </w:r>
      <w:r w:rsidR="000A6D5E">
        <w:t xml:space="preserve"> ! </w:t>
      </w:r>
      <w:r w:rsidRPr="00425309">
        <w:t>Je veux bien essayer</w:t>
      </w:r>
      <w:r w:rsidR="000A6D5E">
        <w:t>.</w:t>
      </w:r>
    </w:p>
    <w:p w14:paraId="722A738A"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Et</w:t>
      </w:r>
      <w:r w:rsidR="000A6D5E">
        <w:t xml:space="preserve">, </w:t>
      </w:r>
      <w:r w:rsidRPr="00425309">
        <w:t>si cela vous est possible</w:t>
      </w:r>
      <w:r w:rsidR="000A6D5E">
        <w:t xml:space="preserve">, </w:t>
      </w:r>
      <w:r w:rsidRPr="00425309">
        <w:t>évitez de parler de lui comme vous venez de le faire</w:t>
      </w:r>
      <w:r w:rsidR="000A6D5E">
        <w:t xml:space="preserve">. </w:t>
      </w:r>
      <w:r w:rsidRPr="00425309">
        <w:t>Ne vous plaignez pas</w:t>
      </w:r>
      <w:r w:rsidR="000A6D5E">
        <w:t xml:space="preserve"> – </w:t>
      </w:r>
      <w:r w:rsidRPr="00425309">
        <w:t>on cesserait de vous plaindre</w:t>
      </w:r>
      <w:r w:rsidR="000A6D5E">
        <w:t xml:space="preserve"> ! </w:t>
      </w:r>
      <w:r w:rsidR="000A6D5E">
        <w:rPr>
          <w:bCs/>
          <w:i/>
          <w:iCs/>
        </w:rPr>
        <w:t>(</w:t>
      </w:r>
      <w:r w:rsidRPr="00425309">
        <w:rPr>
          <w:bCs/>
          <w:i/>
          <w:iCs/>
        </w:rPr>
        <w:t>On sonne</w:t>
      </w:r>
      <w:r w:rsidR="000A6D5E">
        <w:rPr>
          <w:bCs/>
          <w:i/>
          <w:iCs/>
        </w:rPr>
        <w:t xml:space="preserve">.) </w:t>
      </w:r>
      <w:r w:rsidRPr="00425309">
        <w:t>On a sonné</w:t>
      </w:r>
      <w:r w:rsidR="000A6D5E">
        <w:t xml:space="preserve">… </w:t>
      </w:r>
      <w:r w:rsidRPr="00425309">
        <w:t>c</w:t>
      </w:r>
      <w:r w:rsidR="000A6D5E">
        <w:t>’</w:t>
      </w:r>
      <w:r w:rsidRPr="00425309">
        <w:t>est lui peut-être</w:t>
      </w:r>
      <w:r w:rsidR="000A6D5E">
        <w:t>…</w:t>
      </w:r>
    </w:p>
    <w:p w14:paraId="3C6B212A" w14:textId="77777777" w:rsidR="000A6D5E" w:rsidRDefault="004036B1" w:rsidP="000A6D5E">
      <w:r w:rsidRPr="00425309">
        <w:rPr>
          <w:bCs/>
          <w:i/>
          <w:iCs/>
        </w:rPr>
        <w:t>CAROLINE</w:t>
      </w:r>
      <w:r w:rsidR="000A6D5E">
        <w:rPr>
          <w:bCs/>
          <w:i/>
          <w:iCs/>
        </w:rPr>
        <w:t xml:space="preserve">. </w:t>
      </w:r>
      <w:r w:rsidR="000A6D5E">
        <w:t xml:space="preserve">– </w:t>
      </w:r>
      <w:r w:rsidRPr="00425309">
        <w:t>Non</w:t>
      </w:r>
      <w:r w:rsidR="000A6D5E">
        <w:t xml:space="preserve">, </w:t>
      </w:r>
      <w:r w:rsidRPr="00425309">
        <w:t>il a toujours sa clef dans sa poche</w:t>
      </w:r>
      <w:r w:rsidR="000A6D5E">
        <w:t>.</w:t>
      </w:r>
    </w:p>
    <w:p w14:paraId="70E874A3"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Eh</w:t>
      </w:r>
      <w:r w:rsidR="000A6D5E">
        <w:t xml:space="preserve"> ! </w:t>
      </w:r>
      <w:r w:rsidRPr="00425309">
        <w:t>Bien</w:t>
      </w:r>
      <w:r w:rsidR="000A6D5E">
        <w:t xml:space="preserve">, </w:t>
      </w:r>
      <w:r w:rsidRPr="00425309">
        <w:t>quand il rentrera</w:t>
      </w:r>
      <w:r w:rsidR="000A6D5E">
        <w:t xml:space="preserve">, </w:t>
      </w:r>
      <w:r w:rsidRPr="00425309">
        <w:t>allez à lui et dites-lui</w:t>
      </w:r>
      <w:r w:rsidR="000A6D5E">
        <w:t> : « </w:t>
      </w:r>
      <w:r w:rsidRPr="00425309">
        <w:t>Voilà bien longtemps que tu ne m</w:t>
      </w:r>
      <w:r w:rsidR="000A6D5E">
        <w:t>’</w:t>
      </w:r>
      <w:r w:rsidRPr="00425309">
        <w:t>as lu une pièce de toi</w:t>
      </w:r>
      <w:r w:rsidR="000A6D5E">
        <w:t>. »</w:t>
      </w:r>
    </w:p>
    <w:p w14:paraId="53DCE0B5" w14:textId="77777777" w:rsidR="000A6D5E" w:rsidRDefault="004036B1" w:rsidP="000A6D5E">
      <w:r w:rsidRPr="00425309">
        <w:rPr>
          <w:bCs/>
          <w:i/>
          <w:iCs/>
        </w:rPr>
        <w:t>CAROLINE</w:t>
      </w:r>
      <w:r w:rsidR="000A6D5E">
        <w:rPr>
          <w:bCs/>
          <w:i/>
          <w:iCs/>
        </w:rPr>
        <w:t xml:space="preserve">. </w:t>
      </w:r>
      <w:r w:rsidR="000A6D5E">
        <w:t xml:space="preserve">– </w:t>
      </w:r>
      <w:r w:rsidRPr="00425309">
        <w:t>Soit</w:t>
      </w:r>
      <w:r w:rsidR="000A6D5E">
        <w:t>.</w:t>
      </w:r>
    </w:p>
    <w:p w14:paraId="71794D3E"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C</w:t>
      </w:r>
      <w:r w:rsidR="000A6D5E">
        <w:t>’</w:t>
      </w:r>
      <w:r w:rsidRPr="00425309">
        <w:t>est promis</w:t>
      </w:r>
      <w:r w:rsidR="000A6D5E">
        <w:t> ?</w:t>
      </w:r>
    </w:p>
    <w:p w14:paraId="572C4CBB" w14:textId="77777777" w:rsidR="000A6D5E" w:rsidRDefault="004036B1" w:rsidP="000A6D5E">
      <w:r w:rsidRPr="00425309">
        <w:rPr>
          <w:bCs/>
          <w:i/>
          <w:iCs/>
        </w:rPr>
        <w:t>CAROLINE</w:t>
      </w:r>
      <w:r w:rsidR="000A6D5E">
        <w:rPr>
          <w:bCs/>
          <w:i/>
          <w:iCs/>
        </w:rPr>
        <w:t xml:space="preserve">. – </w:t>
      </w:r>
      <w:r w:rsidRPr="00425309">
        <w:t>C</w:t>
      </w:r>
      <w:r w:rsidR="000A6D5E">
        <w:t>’</w:t>
      </w:r>
      <w:r w:rsidRPr="00425309">
        <w:t>est promis</w:t>
      </w:r>
      <w:r w:rsidR="000A6D5E">
        <w:t>.</w:t>
      </w:r>
    </w:p>
    <w:p w14:paraId="6717A909" w14:textId="77777777" w:rsidR="000A6D5E" w:rsidRDefault="004036B1" w:rsidP="000A6D5E">
      <w:r w:rsidRPr="00425309">
        <w:rPr>
          <w:bCs/>
          <w:i/>
          <w:iCs/>
        </w:rPr>
        <w:t>LA BONNE</w:t>
      </w:r>
      <w:r w:rsidR="000A6D5E">
        <w:rPr>
          <w:bCs/>
          <w:i/>
          <w:iCs/>
        </w:rPr>
        <w:t xml:space="preserve">, </w:t>
      </w:r>
      <w:r w:rsidRPr="00425309">
        <w:rPr>
          <w:bCs/>
          <w:i/>
          <w:iCs/>
        </w:rPr>
        <w:t>entrant</w:t>
      </w:r>
      <w:r w:rsidR="000A6D5E">
        <w:rPr>
          <w:bCs/>
          <w:i/>
          <w:iCs/>
        </w:rPr>
        <w:t xml:space="preserve">. </w:t>
      </w:r>
      <w:r w:rsidR="000A6D5E">
        <w:t xml:space="preserve">– </w:t>
      </w:r>
      <w:r w:rsidRPr="00425309">
        <w:t>Il y a là une dame qui demande à voir Monsieur</w:t>
      </w:r>
      <w:r w:rsidR="000A6D5E">
        <w:t>.</w:t>
      </w:r>
    </w:p>
    <w:p w14:paraId="0DB67E3B" w14:textId="77777777" w:rsidR="000A6D5E" w:rsidRDefault="004036B1" w:rsidP="000A6D5E">
      <w:r w:rsidRPr="00425309">
        <w:rPr>
          <w:bCs/>
          <w:i/>
          <w:iCs/>
        </w:rPr>
        <w:t>CAROLINE</w:t>
      </w:r>
      <w:r w:rsidR="000A6D5E">
        <w:rPr>
          <w:bCs/>
          <w:i/>
          <w:iCs/>
        </w:rPr>
        <w:t xml:space="preserve">. </w:t>
      </w:r>
      <w:r w:rsidR="000A6D5E">
        <w:t xml:space="preserve">– </w:t>
      </w:r>
      <w:r w:rsidRPr="00425309">
        <w:t>Priez-la d</w:t>
      </w:r>
      <w:r w:rsidR="000A6D5E">
        <w:t>’</w:t>
      </w:r>
      <w:r w:rsidRPr="00425309">
        <w:t>entrer</w:t>
      </w:r>
      <w:r w:rsidR="000A6D5E">
        <w:t>.</w:t>
      </w:r>
    </w:p>
    <w:p w14:paraId="2809D295" w14:textId="77777777" w:rsidR="000A6D5E" w:rsidRDefault="000A6D5E" w:rsidP="000A6D5E">
      <w:r>
        <w:rPr>
          <w:bCs/>
          <w:i/>
          <w:iCs/>
        </w:rPr>
        <w:t>(</w:t>
      </w:r>
      <w:r w:rsidR="004036B1" w:rsidRPr="00425309">
        <w:rPr>
          <w:bCs/>
          <w:i/>
          <w:iCs/>
        </w:rPr>
        <w:t>La bonne ouvre la porte à Henry-Monnier qui paraît h</w:t>
      </w:r>
      <w:r w:rsidR="004036B1" w:rsidRPr="00425309">
        <w:rPr>
          <w:bCs/>
          <w:i/>
          <w:iCs/>
        </w:rPr>
        <w:t>a</w:t>
      </w:r>
      <w:r w:rsidR="004036B1" w:rsidRPr="00425309">
        <w:rPr>
          <w:bCs/>
          <w:i/>
          <w:iCs/>
        </w:rPr>
        <w:t>billé en concierge</w:t>
      </w:r>
      <w:r>
        <w:rPr>
          <w:bCs/>
          <w:i/>
          <w:iCs/>
        </w:rPr>
        <w:t>.)</w:t>
      </w:r>
    </w:p>
    <w:p w14:paraId="0B2B3081" w14:textId="77777777" w:rsidR="000A6D5E" w:rsidRDefault="004036B1" w:rsidP="000A6D5E">
      <w:r w:rsidRPr="00425309">
        <w:rPr>
          <w:bCs/>
          <w:i/>
          <w:iCs/>
        </w:rPr>
        <w:lastRenderedPageBreak/>
        <w:t>HENRY-MONNIER</w:t>
      </w:r>
      <w:r w:rsidR="000A6D5E">
        <w:rPr>
          <w:bCs/>
          <w:i/>
          <w:iCs/>
        </w:rPr>
        <w:t xml:space="preserve">. </w:t>
      </w:r>
      <w:r w:rsidR="000A6D5E">
        <w:t xml:space="preserve">– </w:t>
      </w:r>
      <w:r w:rsidRPr="00425309">
        <w:t>Bonjour Madame</w:t>
      </w:r>
      <w:r w:rsidR="000A6D5E">
        <w:t xml:space="preserve"> !… </w:t>
      </w:r>
      <w:r w:rsidRPr="00425309">
        <w:t>Bonjour</w:t>
      </w:r>
      <w:r w:rsidR="000A6D5E">
        <w:t xml:space="preserve">, </w:t>
      </w:r>
      <w:r w:rsidRPr="00425309">
        <w:t>Mo</w:t>
      </w:r>
      <w:r w:rsidRPr="00425309">
        <w:t>n</w:t>
      </w:r>
      <w:r w:rsidRPr="00425309">
        <w:t xml:space="preserve">sieur </w:t>
      </w:r>
      <w:proofErr w:type="spellStart"/>
      <w:r w:rsidRPr="00425309">
        <w:t>Gozlan</w:t>
      </w:r>
      <w:proofErr w:type="spellEnd"/>
      <w:r w:rsidR="000A6D5E">
        <w:t> !</w:t>
      </w:r>
    </w:p>
    <w:p w14:paraId="305EFB18"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Comment c</w:t>
      </w:r>
      <w:r w:rsidR="000A6D5E">
        <w:t>’</w:t>
      </w:r>
      <w:r w:rsidRPr="00425309">
        <w:t>est vous</w:t>
      </w:r>
      <w:r w:rsidR="000A6D5E">
        <w:t> !</w:t>
      </w:r>
    </w:p>
    <w:p w14:paraId="3F572338" w14:textId="77777777" w:rsidR="000A6D5E" w:rsidRDefault="004036B1" w:rsidP="000A6D5E">
      <w:r w:rsidRPr="00425309">
        <w:rPr>
          <w:bCs/>
          <w:i/>
          <w:iCs/>
        </w:rPr>
        <w:t>HENRY-MONNIER</w:t>
      </w:r>
      <w:r w:rsidR="000A6D5E">
        <w:rPr>
          <w:bCs/>
          <w:i/>
          <w:iCs/>
        </w:rPr>
        <w:t xml:space="preserve">. </w:t>
      </w:r>
      <w:r w:rsidR="000A6D5E">
        <w:t xml:space="preserve">– </w:t>
      </w:r>
      <w:r w:rsidRPr="00425309">
        <w:t>Oui</w:t>
      </w:r>
      <w:r w:rsidR="000A6D5E">
        <w:t xml:space="preserve">, </w:t>
      </w:r>
      <w:r w:rsidRPr="00425309">
        <w:t>c</w:t>
      </w:r>
      <w:r w:rsidR="000A6D5E">
        <w:t>’</w:t>
      </w:r>
      <w:r w:rsidRPr="00425309">
        <w:t>est moi-même</w:t>
      </w:r>
      <w:r w:rsidR="000A6D5E">
        <w:t xml:space="preserve">… </w:t>
      </w:r>
      <w:r w:rsidRPr="00425309">
        <w:t>moi-même en personne</w:t>
      </w:r>
      <w:r w:rsidR="000A6D5E">
        <w:t xml:space="preserve">, </w:t>
      </w:r>
      <w:r w:rsidRPr="00425309">
        <w:t>sous les aspects de Madame Fenouillard</w:t>
      </w:r>
      <w:r w:rsidR="000A6D5E">
        <w:t xml:space="preserve">, </w:t>
      </w:r>
      <w:r w:rsidRPr="00425309">
        <w:t>concierge omnipotente et bavarde à l</w:t>
      </w:r>
      <w:r w:rsidR="000A6D5E">
        <w:t>’</w:t>
      </w:r>
      <w:r w:rsidRPr="00425309">
        <w:t>extrême</w:t>
      </w:r>
      <w:r w:rsidR="000A6D5E">
        <w:t xml:space="preserve">, </w:t>
      </w:r>
      <w:r w:rsidRPr="00425309">
        <w:t xml:space="preserve">qui connaît les secrets de tous les locataires et qui dit à Madame </w:t>
      </w:r>
      <w:proofErr w:type="spellStart"/>
      <w:r w:rsidRPr="00425309">
        <w:t>Pochet</w:t>
      </w:r>
      <w:proofErr w:type="spellEnd"/>
      <w:r w:rsidR="000A6D5E">
        <w:t> : « </w:t>
      </w:r>
      <w:r w:rsidRPr="00425309">
        <w:t>Ce n</w:t>
      </w:r>
      <w:r w:rsidR="000A6D5E">
        <w:t>’</w:t>
      </w:r>
      <w:r w:rsidRPr="00425309">
        <w:t>est pas pour vous flatter</w:t>
      </w:r>
      <w:r w:rsidR="000A6D5E">
        <w:t xml:space="preserve">, </w:t>
      </w:r>
      <w:r w:rsidRPr="00425309">
        <w:t>mais ça sent bien mauvais chez vous</w:t>
      </w:r>
      <w:r w:rsidR="000A6D5E">
        <w:t> ! »</w:t>
      </w:r>
      <w:r w:rsidRPr="00425309">
        <w:t xml:space="preserve"> Je r</w:t>
      </w:r>
      <w:r w:rsidRPr="00425309">
        <w:t>e</w:t>
      </w:r>
      <w:r w:rsidRPr="00425309">
        <w:t>tire tout cela et je suis à vous dans l</w:t>
      </w:r>
      <w:r w:rsidR="000A6D5E">
        <w:t>’</w:t>
      </w:r>
      <w:r w:rsidRPr="00425309">
        <w:t>instant</w:t>
      </w:r>
      <w:r w:rsidR="000A6D5E">
        <w:t>.</w:t>
      </w:r>
    </w:p>
    <w:p w14:paraId="4330210D" w14:textId="77777777" w:rsidR="000A6D5E" w:rsidRDefault="000A6D5E" w:rsidP="000A6D5E">
      <w:r>
        <w:rPr>
          <w:bCs/>
        </w:rPr>
        <w:t>(</w:t>
      </w:r>
      <w:r w:rsidR="004036B1" w:rsidRPr="00425309">
        <w:rPr>
          <w:bCs/>
          <w:i/>
        </w:rPr>
        <w:t xml:space="preserve">Il </w:t>
      </w:r>
      <w:r w:rsidR="004036B1" w:rsidRPr="00425309">
        <w:rPr>
          <w:bCs/>
          <w:i/>
          <w:iCs/>
        </w:rPr>
        <w:t>commence à se déshabiller</w:t>
      </w:r>
      <w:r>
        <w:rPr>
          <w:bCs/>
          <w:i/>
          <w:iCs/>
        </w:rPr>
        <w:t>.)</w:t>
      </w:r>
    </w:p>
    <w:p w14:paraId="0BC0362B" w14:textId="77777777" w:rsidR="000A6D5E" w:rsidRDefault="004036B1" w:rsidP="000A6D5E">
      <w:r w:rsidRPr="00425309">
        <w:rPr>
          <w:bCs/>
          <w:i/>
          <w:iCs/>
        </w:rPr>
        <w:t>CAROLINE</w:t>
      </w:r>
      <w:r w:rsidR="000A6D5E">
        <w:rPr>
          <w:bCs/>
          <w:i/>
          <w:iCs/>
        </w:rPr>
        <w:t xml:space="preserve">, </w:t>
      </w:r>
      <w:r w:rsidRPr="00425309">
        <w:rPr>
          <w:bCs/>
          <w:i/>
          <w:iCs/>
        </w:rPr>
        <w:t>à l</w:t>
      </w:r>
      <w:r w:rsidR="000A6D5E">
        <w:rPr>
          <w:bCs/>
          <w:i/>
          <w:iCs/>
        </w:rPr>
        <w:t>’</w:t>
      </w:r>
      <w:r w:rsidRPr="00425309">
        <w:rPr>
          <w:bCs/>
          <w:i/>
          <w:iCs/>
        </w:rPr>
        <w:t xml:space="preserve">oreille de </w:t>
      </w:r>
      <w:proofErr w:type="spellStart"/>
      <w:r w:rsidRPr="00425309">
        <w:rPr>
          <w:bCs/>
          <w:i/>
          <w:iCs/>
        </w:rPr>
        <w:t>Gozlan</w:t>
      </w:r>
      <w:proofErr w:type="spellEnd"/>
      <w:r w:rsidR="000A6D5E">
        <w:rPr>
          <w:bCs/>
          <w:i/>
          <w:iCs/>
        </w:rPr>
        <w:t xml:space="preserve">. </w:t>
      </w:r>
      <w:r w:rsidR="000A6D5E">
        <w:t xml:space="preserve">– </w:t>
      </w:r>
      <w:r w:rsidRPr="00425309">
        <w:t>Comment voulez-vous que je le prenne au sérieux</w:t>
      </w:r>
      <w:r w:rsidR="000A6D5E">
        <w:t> ?</w:t>
      </w:r>
    </w:p>
    <w:p w14:paraId="32881C0F"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Évidemment</w:t>
      </w:r>
      <w:r w:rsidR="000A6D5E">
        <w:t xml:space="preserve">, </w:t>
      </w:r>
      <w:r w:rsidRPr="00425309">
        <w:t>c</w:t>
      </w:r>
      <w:r w:rsidR="000A6D5E">
        <w:t>’</w:t>
      </w:r>
      <w:r w:rsidRPr="00425309">
        <w:t>est difficile</w:t>
      </w:r>
      <w:r w:rsidR="000A6D5E">
        <w:t>.</w:t>
      </w:r>
    </w:p>
    <w:p w14:paraId="39FC6341" w14:textId="77777777" w:rsidR="000A6D5E" w:rsidRDefault="004036B1" w:rsidP="000A6D5E">
      <w:r w:rsidRPr="00425309">
        <w:rPr>
          <w:bCs/>
          <w:i/>
          <w:iCs/>
        </w:rPr>
        <w:t>CAROLINE</w:t>
      </w:r>
      <w:r w:rsidR="000A6D5E">
        <w:rPr>
          <w:bCs/>
          <w:i/>
          <w:iCs/>
        </w:rPr>
        <w:t xml:space="preserve">. </w:t>
      </w:r>
      <w:r w:rsidR="000A6D5E">
        <w:t xml:space="preserve">– </w:t>
      </w:r>
      <w:r w:rsidRPr="00425309">
        <w:t>Est-ce que je peux t</w:t>
      </w:r>
      <w:r w:rsidR="000A6D5E">
        <w:t>’</w:t>
      </w:r>
      <w:r w:rsidRPr="00425309">
        <w:t>aider</w:t>
      </w:r>
      <w:r w:rsidR="000A6D5E">
        <w:t> ?</w:t>
      </w:r>
    </w:p>
    <w:p w14:paraId="063FE6D8" w14:textId="77777777" w:rsidR="000A6D5E" w:rsidRDefault="004036B1" w:rsidP="000A6D5E">
      <w:r w:rsidRPr="00425309">
        <w:rPr>
          <w:bCs/>
          <w:i/>
          <w:iCs/>
        </w:rPr>
        <w:t>HENRY-MONNIER</w:t>
      </w:r>
      <w:r w:rsidR="000A6D5E">
        <w:rPr>
          <w:bCs/>
          <w:i/>
          <w:iCs/>
        </w:rPr>
        <w:t xml:space="preserve">. </w:t>
      </w:r>
      <w:r w:rsidR="000A6D5E">
        <w:t xml:space="preserve">– </w:t>
      </w:r>
      <w:r w:rsidRPr="00425309">
        <w:t>Je t</w:t>
      </w:r>
      <w:r w:rsidR="000A6D5E">
        <w:t>’</w:t>
      </w:r>
      <w:r w:rsidRPr="00425309">
        <w:t>en serai</w:t>
      </w:r>
      <w:r w:rsidR="000A6D5E">
        <w:t xml:space="preserve">, </w:t>
      </w:r>
      <w:r w:rsidRPr="00425309">
        <w:t xml:space="preserve">je ne dis pas </w:t>
      </w:r>
      <w:r w:rsidR="000A6D5E">
        <w:t>« </w:t>
      </w:r>
      <w:r w:rsidRPr="00425309">
        <w:t>éterne</w:t>
      </w:r>
      <w:r w:rsidRPr="00425309">
        <w:t>l</w:t>
      </w:r>
      <w:r w:rsidRPr="00425309">
        <w:t>lement</w:t>
      </w:r>
      <w:r w:rsidR="000A6D5E">
        <w:t> »</w:t>
      </w:r>
      <w:r w:rsidRPr="00425309">
        <w:t xml:space="preserve"> reconnaissant</w:t>
      </w:r>
      <w:r w:rsidR="000A6D5E">
        <w:t xml:space="preserve">… </w:t>
      </w:r>
      <w:r w:rsidRPr="00425309">
        <w:t>mais presque</w:t>
      </w:r>
      <w:r w:rsidR="000A6D5E">
        <w:t xml:space="preserve"> !… </w:t>
      </w:r>
      <w:r w:rsidRPr="00425309">
        <w:rPr>
          <w:bCs/>
          <w:i/>
          <w:iCs/>
        </w:rPr>
        <w:t>Comment vous po</w:t>
      </w:r>
      <w:r w:rsidRPr="00425309">
        <w:rPr>
          <w:bCs/>
          <w:i/>
          <w:iCs/>
        </w:rPr>
        <w:t>r</w:t>
      </w:r>
      <w:r w:rsidRPr="00425309">
        <w:rPr>
          <w:bCs/>
          <w:i/>
          <w:iCs/>
        </w:rPr>
        <w:t>tez-vous</w:t>
      </w:r>
      <w:r w:rsidR="000A6D5E">
        <w:rPr>
          <w:bCs/>
          <w:i/>
          <w:iCs/>
        </w:rPr>
        <w:t xml:space="preserve">, </w:t>
      </w:r>
      <w:r w:rsidRPr="00425309">
        <w:rPr>
          <w:bCs/>
          <w:i/>
          <w:iCs/>
        </w:rPr>
        <w:t xml:space="preserve">cher et bon </w:t>
      </w:r>
      <w:proofErr w:type="spellStart"/>
      <w:r w:rsidRPr="00425309">
        <w:rPr>
          <w:bCs/>
          <w:i/>
          <w:iCs/>
        </w:rPr>
        <w:t>Gozelan</w:t>
      </w:r>
      <w:proofErr w:type="spellEnd"/>
      <w:r w:rsidR="000A6D5E">
        <w:rPr>
          <w:bCs/>
          <w:i/>
          <w:iCs/>
        </w:rPr>
        <w:t xml:space="preserve"> ?… </w:t>
      </w:r>
      <w:r w:rsidRPr="00425309">
        <w:t xml:space="preserve">Il manquait une syllabe </w:t>
      </w:r>
      <w:r w:rsidR="001269F2">
        <w:t xml:space="preserve">à </w:t>
      </w:r>
      <w:r w:rsidRPr="00425309">
        <w:t>votre nom pour que l</w:t>
      </w:r>
      <w:r w:rsidR="000A6D5E">
        <w:t>’</w:t>
      </w:r>
      <w:r w:rsidRPr="00425309">
        <w:t>alexandrin soit juste</w:t>
      </w:r>
      <w:r w:rsidR="000A6D5E">
        <w:t xml:space="preserve">… </w:t>
      </w:r>
      <w:r w:rsidRPr="00425309">
        <w:t>je me suis permis de l</w:t>
      </w:r>
      <w:r w:rsidR="000A6D5E">
        <w:t>’</w:t>
      </w:r>
      <w:r w:rsidRPr="00425309">
        <w:t>ajouter</w:t>
      </w:r>
      <w:r w:rsidR="000A6D5E">
        <w:t xml:space="preserve">. </w:t>
      </w:r>
      <w:r w:rsidRPr="00425309">
        <w:t>Ainsi</w:t>
      </w:r>
      <w:r w:rsidR="000A6D5E">
        <w:t xml:space="preserve">, </w:t>
      </w:r>
      <w:r w:rsidRPr="00425309">
        <w:t>vous allez bien</w:t>
      </w:r>
      <w:r w:rsidR="000A6D5E">
        <w:t> ?</w:t>
      </w:r>
    </w:p>
    <w:p w14:paraId="5749D887"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Très bien</w:t>
      </w:r>
      <w:r w:rsidR="000A6D5E">
        <w:t xml:space="preserve">, </w:t>
      </w:r>
      <w:r w:rsidRPr="00425309">
        <w:t>et vous</w:t>
      </w:r>
      <w:r w:rsidR="000A6D5E">
        <w:t> ?</w:t>
      </w:r>
    </w:p>
    <w:p w14:paraId="179D093F" w14:textId="77777777" w:rsidR="000A6D5E" w:rsidRDefault="004036B1" w:rsidP="000A6D5E">
      <w:r w:rsidRPr="00425309">
        <w:rPr>
          <w:bCs/>
          <w:i/>
          <w:iCs/>
        </w:rPr>
        <w:t>HENRY-MONNIER</w:t>
      </w:r>
      <w:r w:rsidR="000A6D5E">
        <w:rPr>
          <w:bCs/>
          <w:i/>
          <w:iCs/>
        </w:rPr>
        <w:t xml:space="preserve">. </w:t>
      </w:r>
      <w:r w:rsidR="000A6D5E">
        <w:t xml:space="preserve">– </w:t>
      </w:r>
      <w:r w:rsidRPr="00425309">
        <w:t>Comparé à moi le chêne est souffr</w:t>
      </w:r>
      <w:r w:rsidRPr="00425309">
        <w:t>e</w:t>
      </w:r>
      <w:r w:rsidRPr="00425309">
        <w:t>teux</w:t>
      </w:r>
      <w:r w:rsidR="000A6D5E">
        <w:t>.</w:t>
      </w:r>
    </w:p>
    <w:p w14:paraId="6E323226" w14:textId="77777777" w:rsidR="000A6D5E" w:rsidRDefault="000A6D5E" w:rsidP="000A6D5E">
      <w:r>
        <w:rPr>
          <w:bCs/>
          <w:i/>
          <w:iCs/>
        </w:rPr>
        <w:t>(</w:t>
      </w:r>
      <w:r w:rsidR="004036B1" w:rsidRPr="00425309">
        <w:rPr>
          <w:bCs/>
          <w:i/>
          <w:iCs/>
        </w:rPr>
        <w:t>Il passe une robe de chambre</w:t>
      </w:r>
      <w:r>
        <w:rPr>
          <w:bCs/>
          <w:i/>
          <w:iCs/>
        </w:rPr>
        <w:t>.)</w:t>
      </w:r>
    </w:p>
    <w:p w14:paraId="1A4F0233" w14:textId="77777777" w:rsidR="000A6D5E" w:rsidRDefault="004036B1" w:rsidP="000A6D5E">
      <w:r w:rsidRPr="00425309">
        <w:t>Vous aurez été le premier à me voir dans le rôle de cette concierge qui m</w:t>
      </w:r>
      <w:r w:rsidR="000A6D5E">
        <w:t>’</w:t>
      </w:r>
      <w:r w:rsidRPr="00425309">
        <w:t>ouvrira peut-être enfin les portes de la Com</w:t>
      </w:r>
      <w:r w:rsidRPr="00425309">
        <w:t>é</w:t>
      </w:r>
      <w:r w:rsidRPr="00425309">
        <w:t>die-Française</w:t>
      </w:r>
      <w:r w:rsidR="000A6D5E">
        <w:t xml:space="preserve"> !… </w:t>
      </w:r>
      <w:r w:rsidRPr="00425309">
        <w:t>Ah</w:t>
      </w:r>
      <w:r w:rsidR="000A6D5E">
        <w:t xml:space="preserve"> ! </w:t>
      </w:r>
      <w:r w:rsidRPr="00425309">
        <w:t>Mon ami</w:t>
      </w:r>
      <w:r w:rsidR="000A6D5E">
        <w:t xml:space="preserve">, </w:t>
      </w:r>
      <w:r w:rsidRPr="00425309">
        <w:t>que de types étonnants on pourrait porter à la scène</w:t>
      </w:r>
      <w:r w:rsidR="000A6D5E">
        <w:t xml:space="preserve"> ! </w:t>
      </w:r>
      <w:r w:rsidRPr="00425309">
        <w:t xml:space="preserve">Le théâtre vivote depuis trois cents </w:t>
      </w:r>
      <w:r w:rsidRPr="00425309">
        <w:lastRenderedPageBreak/>
        <w:t>ans avec les personnages déformés de la Comédie Italienne</w:t>
      </w:r>
      <w:r w:rsidR="000A6D5E">
        <w:t xml:space="preserve">. </w:t>
      </w:r>
      <w:r w:rsidRPr="00425309">
        <w:t>Quand les pièces sont faites par Molière</w:t>
      </w:r>
      <w:r w:rsidR="000A6D5E">
        <w:t xml:space="preserve">, </w:t>
      </w:r>
      <w:r w:rsidRPr="00425309">
        <w:t>Regnard ou Beauma</w:t>
      </w:r>
      <w:r w:rsidRPr="00425309">
        <w:t>r</w:t>
      </w:r>
      <w:r w:rsidRPr="00425309">
        <w:t>chais</w:t>
      </w:r>
      <w:r w:rsidR="000A6D5E">
        <w:t xml:space="preserve">, </w:t>
      </w:r>
      <w:r w:rsidRPr="00425309">
        <w:t>incl</w:t>
      </w:r>
      <w:r w:rsidRPr="00425309">
        <w:t>i</w:t>
      </w:r>
      <w:r w:rsidRPr="00425309">
        <w:t>nons-nous</w:t>
      </w:r>
      <w:r w:rsidR="000A6D5E">
        <w:t xml:space="preserve">, </w:t>
      </w:r>
      <w:r w:rsidRPr="00425309">
        <w:t>bien entendu</w:t>
      </w:r>
      <w:r w:rsidR="000A6D5E">
        <w:t xml:space="preserve">… </w:t>
      </w:r>
      <w:r w:rsidRPr="00425309">
        <w:t>mais ne trouvez-vous pas qu</w:t>
      </w:r>
      <w:r w:rsidR="000A6D5E">
        <w:t>’</w:t>
      </w:r>
      <w:r w:rsidRPr="00425309">
        <w:t>il est grand temps de porter à la scène des individus plus r</w:t>
      </w:r>
      <w:r w:rsidRPr="00425309">
        <w:t>é</w:t>
      </w:r>
      <w:r w:rsidRPr="00425309">
        <w:t>els</w:t>
      </w:r>
      <w:r w:rsidR="000A6D5E">
        <w:t xml:space="preserve">, </w:t>
      </w:r>
      <w:r w:rsidRPr="00425309">
        <w:t>plus vivants</w:t>
      </w:r>
      <w:r w:rsidR="000A6D5E">
        <w:t xml:space="preserve">… </w:t>
      </w:r>
      <w:r w:rsidRPr="00425309">
        <w:t>et chacun parlant son langage</w:t>
      </w:r>
      <w:r w:rsidR="000A6D5E">
        <w:t xml:space="preserve"> ?… </w:t>
      </w:r>
      <w:r w:rsidRPr="00425309">
        <w:t>Vous a</w:t>
      </w:r>
      <w:r w:rsidRPr="00425309">
        <w:t>i</w:t>
      </w:r>
      <w:r w:rsidRPr="00425309">
        <w:t>mez</w:t>
      </w:r>
      <w:r w:rsidR="000A6D5E">
        <w:t xml:space="preserve">, </w:t>
      </w:r>
      <w:r w:rsidRPr="00425309">
        <w:t>vous</w:t>
      </w:r>
      <w:r w:rsidR="000A6D5E">
        <w:t xml:space="preserve">, </w:t>
      </w:r>
      <w:r w:rsidRPr="00425309">
        <w:t>cette nouvelle école</w:t>
      </w:r>
      <w:r w:rsidR="000A6D5E">
        <w:t xml:space="preserve">, </w:t>
      </w:r>
      <w:r w:rsidRPr="00425309">
        <w:t>cette grandiloquence poétique si peu raisonnable</w:t>
      </w:r>
      <w:r w:rsidR="000A6D5E">
        <w:t xml:space="preserve">, </w:t>
      </w:r>
      <w:r w:rsidRPr="00425309">
        <w:t>ces drames insensés qui durent trois ou quatre heures et ne traitent que de sentiments improbables</w:t>
      </w:r>
      <w:r w:rsidR="000A6D5E">
        <w:t xml:space="preserve"> ?… </w:t>
      </w:r>
      <w:r w:rsidRPr="00425309">
        <w:t>Pour ma part</w:t>
      </w:r>
      <w:r w:rsidR="000A6D5E">
        <w:t xml:space="preserve">, </w:t>
      </w:r>
      <w:r w:rsidRPr="00425309">
        <w:t>je les trouve assommants</w:t>
      </w:r>
      <w:r w:rsidR="000A6D5E">
        <w:t xml:space="preserve">. </w:t>
      </w:r>
      <w:r w:rsidRPr="00425309">
        <w:t>Vive la vérité</w:t>
      </w:r>
      <w:r w:rsidR="000A6D5E">
        <w:t xml:space="preserve">, </w:t>
      </w:r>
      <w:proofErr w:type="spellStart"/>
      <w:r w:rsidRPr="00425309">
        <w:t>Gozlan</w:t>
      </w:r>
      <w:proofErr w:type="spellEnd"/>
      <w:r w:rsidR="000A6D5E">
        <w:t xml:space="preserve"> ! </w:t>
      </w:r>
      <w:r w:rsidRPr="00425309">
        <w:t>N</w:t>
      </w:r>
      <w:r w:rsidR="000A6D5E">
        <w:t>’</w:t>
      </w:r>
      <w:r w:rsidRPr="00425309">
        <w:t>écrire que dix répliques</w:t>
      </w:r>
      <w:r w:rsidR="000A6D5E">
        <w:t xml:space="preserve">, </w:t>
      </w:r>
      <w:r w:rsidRPr="00425309">
        <w:t>mais qu</w:t>
      </w:r>
      <w:r w:rsidR="000A6D5E">
        <w:t>’</w:t>
      </w:r>
      <w:r w:rsidRPr="00425309">
        <w:t>elles soient vraies</w:t>
      </w:r>
      <w:r w:rsidR="000A6D5E">
        <w:t xml:space="preserve">, </w:t>
      </w:r>
      <w:r w:rsidRPr="00425309">
        <w:t>qu</w:t>
      </w:r>
      <w:r w:rsidR="000A6D5E">
        <w:t>’</w:t>
      </w:r>
      <w:r w:rsidRPr="00425309">
        <w:t>elles sonnent vrai</w:t>
      </w:r>
      <w:r w:rsidR="000A6D5E">
        <w:t xml:space="preserve"> !… </w:t>
      </w:r>
      <w:r w:rsidRPr="00425309">
        <w:t>Les entourer parfois d</w:t>
      </w:r>
      <w:r w:rsidR="000A6D5E">
        <w:t>’</w:t>
      </w:r>
      <w:r w:rsidRPr="00425309">
        <w:t>un peu de fantaisie pour qu</w:t>
      </w:r>
      <w:r w:rsidR="000A6D5E">
        <w:t>’</w:t>
      </w:r>
      <w:r w:rsidRPr="00425309">
        <w:t>elles pa</w:t>
      </w:r>
      <w:r w:rsidRPr="00425309">
        <w:t>s</w:t>
      </w:r>
      <w:r w:rsidRPr="00425309">
        <w:t>sent mieux</w:t>
      </w:r>
      <w:r w:rsidR="000A6D5E">
        <w:t xml:space="preserve">, </w:t>
      </w:r>
      <w:r w:rsidRPr="00425309">
        <w:t>comme l</w:t>
      </w:r>
      <w:r w:rsidR="000A6D5E">
        <w:t>’</w:t>
      </w:r>
      <w:r w:rsidRPr="00425309">
        <w:t>on met du sucre autour d</w:t>
      </w:r>
      <w:r w:rsidR="000A6D5E">
        <w:t>’</w:t>
      </w:r>
      <w:r w:rsidRPr="00425309">
        <w:t>une pilule</w:t>
      </w:r>
      <w:r w:rsidR="000A6D5E">
        <w:t xml:space="preserve"> – </w:t>
      </w:r>
      <w:r w:rsidRPr="00425309">
        <w:t>mais prendre pour modèle les gens qu</w:t>
      </w:r>
      <w:r w:rsidR="000A6D5E">
        <w:t>’</w:t>
      </w:r>
      <w:r w:rsidRPr="00425309">
        <w:t>on a vu vivre</w:t>
      </w:r>
      <w:r w:rsidR="000A6D5E">
        <w:t xml:space="preserve"> !… </w:t>
      </w:r>
      <w:r w:rsidRPr="00425309">
        <w:t>Faites-en des croquis</w:t>
      </w:r>
      <w:r w:rsidR="000A6D5E">
        <w:t xml:space="preserve">, </w:t>
      </w:r>
      <w:r w:rsidRPr="00425309">
        <w:t>des charges</w:t>
      </w:r>
      <w:r w:rsidR="000A6D5E">
        <w:t xml:space="preserve">… </w:t>
      </w:r>
      <w:r w:rsidRPr="00425309">
        <w:t>et même au besoin des c</w:t>
      </w:r>
      <w:r w:rsidRPr="00425309">
        <w:t>a</w:t>
      </w:r>
      <w:r w:rsidRPr="00425309">
        <w:t>ricatures</w:t>
      </w:r>
      <w:r w:rsidR="000A6D5E">
        <w:t xml:space="preserve">… </w:t>
      </w:r>
      <w:r w:rsidRPr="00425309">
        <w:t>si vous ne pouvez pas en faire des portraits</w:t>
      </w:r>
      <w:r w:rsidR="000A6D5E">
        <w:t xml:space="preserve">… </w:t>
      </w:r>
      <w:r w:rsidRPr="00425309">
        <w:t>mais</w:t>
      </w:r>
      <w:r w:rsidR="000A6D5E">
        <w:t xml:space="preserve">, </w:t>
      </w:r>
      <w:r w:rsidRPr="00425309">
        <w:t>tonnerre de Dieu</w:t>
      </w:r>
      <w:r w:rsidR="000A6D5E">
        <w:t xml:space="preserve">, </w:t>
      </w:r>
      <w:r w:rsidRPr="00425309">
        <w:t>faites-les ressemblants</w:t>
      </w:r>
      <w:r w:rsidR="000A6D5E">
        <w:t> !</w:t>
      </w:r>
    </w:p>
    <w:p w14:paraId="72B58E81"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Vous m</w:t>
      </w:r>
      <w:r w:rsidR="000A6D5E">
        <w:t>’</w:t>
      </w:r>
      <w:r w:rsidRPr="00425309">
        <w:t>avez l</w:t>
      </w:r>
      <w:r w:rsidR="000A6D5E">
        <w:t>’</w:t>
      </w:r>
      <w:r w:rsidRPr="00425309">
        <w:t>air d</w:t>
      </w:r>
      <w:r w:rsidR="000A6D5E">
        <w:t>’</w:t>
      </w:r>
      <w:r w:rsidRPr="00425309">
        <w:t>un homme en plein tr</w:t>
      </w:r>
      <w:r w:rsidRPr="00425309">
        <w:t>a</w:t>
      </w:r>
      <w:r w:rsidRPr="00425309">
        <w:t>vail</w:t>
      </w:r>
      <w:r w:rsidR="000A6D5E">
        <w:t xml:space="preserve">, </w:t>
      </w:r>
      <w:r w:rsidRPr="00425309">
        <w:t>vous</w:t>
      </w:r>
      <w:r w:rsidR="000A6D5E">
        <w:t> ?</w:t>
      </w:r>
    </w:p>
    <w:p w14:paraId="4D78AC3D" w14:textId="77777777" w:rsidR="000A6D5E" w:rsidRDefault="004036B1" w:rsidP="000A6D5E">
      <w:r w:rsidRPr="00425309">
        <w:rPr>
          <w:bCs/>
          <w:i/>
          <w:iCs/>
        </w:rPr>
        <w:t>HENRY-MONNIER</w:t>
      </w:r>
      <w:r w:rsidR="000A6D5E">
        <w:rPr>
          <w:bCs/>
          <w:i/>
          <w:iCs/>
        </w:rPr>
        <w:t xml:space="preserve">. </w:t>
      </w:r>
      <w:r w:rsidR="000A6D5E">
        <w:t xml:space="preserve">– </w:t>
      </w:r>
      <w:r w:rsidRPr="00425309">
        <w:t>Je suis en plein travail</w:t>
      </w:r>
      <w:r w:rsidR="000A6D5E">
        <w:t xml:space="preserve">. </w:t>
      </w:r>
      <w:r w:rsidRPr="00425309">
        <w:t>Et je tr</w:t>
      </w:r>
      <w:r w:rsidRPr="00425309">
        <w:t>a</w:t>
      </w:r>
      <w:r w:rsidRPr="00425309">
        <w:t>vaille à cinq ou six choses à la fois</w:t>
      </w:r>
      <w:r w:rsidR="000A6D5E">
        <w:t xml:space="preserve">. </w:t>
      </w:r>
      <w:r w:rsidRPr="00425309">
        <w:t>Je termine un acte qui se passe dans une loge de concierge</w:t>
      </w:r>
      <w:r w:rsidR="000A6D5E">
        <w:t xml:space="preserve">… </w:t>
      </w:r>
      <w:r w:rsidRPr="00425309">
        <w:t>j</w:t>
      </w:r>
      <w:r w:rsidR="000A6D5E">
        <w:t>’</w:t>
      </w:r>
      <w:r w:rsidRPr="00425309">
        <w:t>ai fini il y a deux jours la meilleure chose que j</w:t>
      </w:r>
      <w:r w:rsidR="000A6D5E">
        <w:t>’</w:t>
      </w:r>
      <w:r w:rsidRPr="00425309">
        <w:t>ai jamais écrite et qui s</w:t>
      </w:r>
      <w:r w:rsidR="000A6D5E">
        <w:t>’</w:t>
      </w:r>
      <w:r w:rsidRPr="00425309">
        <w:t xml:space="preserve">appelle </w:t>
      </w:r>
      <w:r w:rsidR="000A6D5E">
        <w:t>« </w:t>
      </w:r>
      <w:r w:rsidRPr="00425309">
        <w:rPr>
          <w:bCs/>
          <w:i/>
          <w:iCs/>
        </w:rPr>
        <w:t>La femme du condamné</w:t>
      </w:r>
      <w:r w:rsidR="000A6D5E">
        <w:rPr>
          <w:bCs/>
          <w:i/>
          <w:iCs/>
        </w:rPr>
        <w:t> »</w:t>
      </w:r>
      <w:r w:rsidR="000A6D5E">
        <w:t xml:space="preserve">. </w:t>
      </w:r>
      <w:r w:rsidRPr="00425309">
        <w:t>C</w:t>
      </w:r>
      <w:r w:rsidR="000A6D5E">
        <w:t>’</w:t>
      </w:r>
      <w:r w:rsidRPr="00425309">
        <w:t>est une sorte de pièce</w:t>
      </w:r>
      <w:r w:rsidR="000A6D5E">
        <w:t xml:space="preserve">, </w:t>
      </w:r>
      <w:r w:rsidRPr="00425309">
        <w:t>assez sinistre d</w:t>
      </w:r>
      <w:r w:rsidR="000A6D5E">
        <w:t>’</w:t>
      </w:r>
      <w:r w:rsidRPr="00425309">
        <w:t>ailleurs</w:t>
      </w:r>
      <w:r w:rsidR="000A6D5E">
        <w:t xml:space="preserve">, </w:t>
      </w:r>
      <w:r w:rsidRPr="00425309">
        <w:t>et qui ne sera jamais jouée</w:t>
      </w:r>
      <w:r w:rsidR="000A6D5E">
        <w:t xml:space="preserve">, </w:t>
      </w:r>
      <w:r w:rsidRPr="00425309">
        <w:t>bien entendu</w:t>
      </w:r>
      <w:r w:rsidR="000A6D5E">
        <w:t xml:space="preserve">, </w:t>
      </w:r>
      <w:r w:rsidRPr="00425309">
        <w:t>mais qui n</w:t>
      </w:r>
      <w:r w:rsidR="000A6D5E">
        <w:t>’</w:t>
      </w:r>
      <w:r w:rsidRPr="00425309">
        <w:t>est pas trop mal</w:t>
      </w:r>
      <w:r w:rsidR="000A6D5E">
        <w:t xml:space="preserve">, </w:t>
      </w:r>
      <w:r w:rsidRPr="00425309">
        <w:t>je pense</w:t>
      </w:r>
      <w:r w:rsidR="000A6D5E">
        <w:t xml:space="preserve">… </w:t>
      </w:r>
      <w:r w:rsidRPr="00425309">
        <w:t>car je n</w:t>
      </w:r>
      <w:r w:rsidR="000A6D5E">
        <w:t>’</w:t>
      </w:r>
      <w:r w:rsidRPr="00425309">
        <w:t>y ai mis que l</w:t>
      </w:r>
      <w:r w:rsidR="000A6D5E">
        <w:t>’</w:t>
      </w:r>
      <w:r w:rsidRPr="00425309">
        <w:t>essentiel</w:t>
      </w:r>
      <w:r w:rsidR="000A6D5E">
        <w:t xml:space="preserve">, </w:t>
      </w:r>
      <w:r w:rsidRPr="00425309">
        <w:t>l</w:t>
      </w:r>
      <w:r w:rsidR="000A6D5E">
        <w:t>’</w:t>
      </w:r>
      <w:r w:rsidRPr="00425309">
        <w:t>indispensable</w:t>
      </w:r>
      <w:r w:rsidR="000A6D5E">
        <w:t xml:space="preserve">. </w:t>
      </w:r>
      <w:r w:rsidRPr="00425309">
        <w:t>Et puis</w:t>
      </w:r>
      <w:r w:rsidR="000A6D5E">
        <w:t xml:space="preserve">, </w:t>
      </w:r>
      <w:r w:rsidRPr="00425309">
        <w:t>alors</w:t>
      </w:r>
      <w:r w:rsidR="000A6D5E">
        <w:t xml:space="preserve">, </w:t>
      </w:r>
      <w:proofErr w:type="spellStart"/>
      <w:r w:rsidRPr="00425309">
        <w:t>Gozlan</w:t>
      </w:r>
      <w:proofErr w:type="spellEnd"/>
      <w:r w:rsidR="000A6D5E">
        <w:t xml:space="preserve">, </w:t>
      </w:r>
      <w:r w:rsidRPr="00425309">
        <w:t>je vais vous sembler le plus vaniteux des hommes</w:t>
      </w:r>
      <w:r w:rsidR="000A6D5E">
        <w:t xml:space="preserve">, </w:t>
      </w:r>
      <w:r w:rsidRPr="00425309">
        <w:t>mais cela m</w:t>
      </w:r>
      <w:r w:rsidR="000A6D5E">
        <w:t>’</w:t>
      </w:r>
      <w:r w:rsidRPr="00425309">
        <w:t>est bien égal</w:t>
      </w:r>
      <w:r w:rsidR="000A6D5E">
        <w:t xml:space="preserve">. </w:t>
      </w:r>
      <w:r w:rsidRPr="00425309">
        <w:t>Je n</w:t>
      </w:r>
      <w:r w:rsidR="000A6D5E">
        <w:t>’</w:t>
      </w:r>
      <w:r w:rsidRPr="00425309">
        <w:t>ai plus qu</w:t>
      </w:r>
      <w:r w:rsidR="000A6D5E">
        <w:t>’</w:t>
      </w:r>
      <w:r w:rsidRPr="00425309">
        <w:t>un seul but</w:t>
      </w:r>
      <w:r w:rsidR="000A6D5E">
        <w:t xml:space="preserve">, </w:t>
      </w:r>
      <w:r w:rsidRPr="00425309">
        <w:t>voyez-vous</w:t>
      </w:r>
      <w:r w:rsidR="000A6D5E">
        <w:t xml:space="preserve">, </w:t>
      </w:r>
      <w:r w:rsidRPr="00425309">
        <w:t>désormais</w:t>
      </w:r>
      <w:r w:rsidR="000A6D5E">
        <w:t xml:space="preserve">… </w:t>
      </w:r>
      <w:r w:rsidRPr="00425309">
        <w:t>qu</w:t>
      </w:r>
      <w:r w:rsidR="000A6D5E">
        <w:t>’</w:t>
      </w:r>
      <w:r w:rsidRPr="00425309">
        <w:t>un seul désir</w:t>
      </w:r>
      <w:r w:rsidR="000A6D5E">
        <w:t xml:space="preserve">… </w:t>
      </w:r>
      <w:r w:rsidRPr="00425309">
        <w:t>et qu</w:t>
      </w:r>
      <w:r w:rsidR="000A6D5E">
        <w:t>’</w:t>
      </w:r>
      <w:r w:rsidRPr="00425309">
        <w:t>un seul rêve</w:t>
      </w:r>
      <w:r w:rsidR="000A6D5E">
        <w:t xml:space="preserve"> – </w:t>
      </w:r>
      <w:r w:rsidRPr="00425309">
        <w:t>mais quel beau rêve</w:t>
      </w:r>
      <w:r w:rsidR="000A6D5E">
        <w:t xml:space="preserve"> ! – </w:t>
      </w:r>
      <w:r w:rsidRPr="00425309">
        <w:t>C</w:t>
      </w:r>
      <w:r w:rsidR="000A6D5E">
        <w:t>’</w:t>
      </w:r>
      <w:r w:rsidRPr="00425309">
        <w:t>est de créer un personnage et de le faire assez vivant pour que plus tard on se demande s</w:t>
      </w:r>
      <w:r w:rsidR="000A6D5E">
        <w:t>’</w:t>
      </w:r>
      <w:r w:rsidRPr="00425309">
        <w:t>il a ou non vécu</w:t>
      </w:r>
      <w:r w:rsidR="000A6D5E">
        <w:t> !</w:t>
      </w:r>
    </w:p>
    <w:p w14:paraId="7328D2CD" w14:textId="77777777" w:rsidR="000A6D5E" w:rsidRDefault="004036B1" w:rsidP="000A6D5E">
      <w:r w:rsidRPr="00425309">
        <w:rPr>
          <w:bCs/>
          <w:i/>
          <w:iCs/>
        </w:rPr>
        <w:lastRenderedPageBreak/>
        <w:t xml:space="preserve">LÉON </w:t>
      </w:r>
      <w:proofErr w:type="spellStart"/>
      <w:r w:rsidRPr="00425309">
        <w:rPr>
          <w:bCs/>
          <w:i/>
          <w:iCs/>
        </w:rPr>
        <w:t>GOZLAN</w:t>
      </w:r>
      <w:proofErr w:type="spellEnd"/>
      <w:r w:rsidR="000A6D5E">
        <w:rPr>
          <w:bCs/>
          <w:i/>
          <w:iCs/>
        </w:rPr>
        <w:t>. – ?</w:t>
      </w:r>
    </w:p>
    <w:p w14:paraId="30E2F5E1" w14:textId="77777777" w:rsidR="000A6D5E" w:rsidRDefault="004036B1" w:rsidP="000A6D5E">
      <w:r w:rsidRPr="00425309">
        <w:rPr>
          <w:bCs/>
          <w:i/>
          <w:iCs/>
        </w:rPr>
        <w:t>HENRY-MONNIER</w:t>
      </w:r>
      <w:r w:rsidR="000A6D5E">
        <w:rPr>
          <w:bCs/>
          <w:i/>
          <w:iCs/>
        </w:rPr>
        <w:t xml:space="preserve">. – </w:t>
      </w:r>
      <w:r w:rsidRPr="00425309">
        <w:t>Je vous étonne</w:t>
      </w:r>
      <w:r w:rsidR="000A6D5E">
        <w:t xml:space="preserve">, </w:t>
      </w:r>
      <w:r w:rsidRPr="00425309">
        <w:t>n</w:t>
      </w:r>
      <w:r w:rsidR="000A6D5E">
        <w:t>’</w:t>
      </w:r>
      <w:r w:rsidRPr="00425309">
        <w:t>est-ce pas</w:t>
      </w:r>
      <w:r w:rsidR="000A6D5E">
        <w:t xml:space="preserve"> ? </w:t>
      </w:r>
      <w:r w:rsidRPr="00425309">
        <w:t>Et pourtant j</w:t>
      </w:r>
      <w:r w:rsidR="000A6D5E">
        <w:t>’</w:t>
      </w:r>
      <w:r w:rsidRPr="00425309">
        <w:t>ai tout lieu de penser que mon bonhomme un jour tiendra sur ses deux jambes</w:t>
      </w:r>
      <w:r w:rsidR="000A6D5E">
        <w:t xml:space="preserve">. </w:t>
      </w:r>
      <w:r w:rsidRPr="00425309">
        <w:t>Il n</w:t>
      </w:r>
      <w:r w:rsidR="000A6D5E">
        <w:t>’</w:t>
      </w:r>
      <w:r w:rsidRPr="00425309">
        <w:t>existe encore qu</w:t>
      </w:r>
      <w:r w:rsidR="000A6D5E">
        <w:t>’</w:t>
      </w:r>
      <w:r w:rsidRPr="00425309">
        <w:t>à l</w:t>
      </w:r>
      <w:r w:rsidR="000A6D5E">
        <w:t>’</w:t>
      </w:r>
      <w:r w:rsidRPr="00425309">
        <w:t>état de cr</w:t>
      </w:r>
      <w:r w:rsidRPr="00425309">
        <w:t>o</w:t>
      </w:r>
      <w:r w:rsidRPr="00425309">
        <w:t>quis</w:t>
      </w:r>
      <w:r w:rsidR="000A6D5E">
        <w:t xml:space="preserve">… </w:t>
      </w:r>
      <w:r w:rsidRPr="00425309">
        <w:t>je vais vous le montrer</w:t>
      </w:r>
      <w:r w:rsidR="000A6D5E">
        <w:t>…</w:t>
      </w:r>
    </w:p>
    <w:p w14:paraId="1D0C6157" w14:textId="77777777" w:rsidR="000A6D5E" w:rsidRDefault="000A6D5E" w:rsidP="000A6D5E">
      <w:r>
        <w:rPr>
          <w:bCs/>
          <w:i/>
          <w:iCs/>
        </w:rPr>
        <w:t>(</w:t>
      </w:r>
      <w:r w:rsidR="004036B1" w:rsidRPr="00425309">
        <w:rPr>
          <w:bCs/>
          <w:i/>
          <w:iCs/>
        </w:rPr>
        <w:t>Il va vers l</w:t>
      </w:r>
      <w:r>
        <w:rPr>
          <w:bCs/>
          <w:i/>
          <w:iCs/>
        </w:rPr>
        <w:t>’</w:t>
      </w:r>
      <w:r w:rsidR="004036B1" w:rsidRPr="00425309">
        <w:rPr>
          <w:bCs/>
          <w:i/>
          <w:iCs/>
        </w:rPr>
        <w:t>endroit où il dessine</w:t>
      </w:r>
      <w:r>
        <w:rPr>
          <w:bCs/>
          <w:i/>
          <w:iCs/>
        </w:rPr>
        <w:t>.)</w:t>
      </w:r>
    </w:p>
    <w:p w14:paraId="18C9926A"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Pr="00425309">
        <w:rPr>
          <w:bCs/>
          <w:i/>
          <w:iCs/>
        </w:rPr>
        <w:t>à l</w:t>
      </w:r>
      <w:r w:rsidR="000A6D5E">
        <w:rPr>
          <w:bCs/>
          <w:i/>
          <w:iCs/>
        </w:rPr>
        <w:t>’</w:t>
      </w:r>
      <w:r w:rsidRPr="00425309">
        <w:rPr>
          <w:bCs/>
          <w:i/>
          <w:iCs/>
        </w:rPr>
        <w:t>oreille de Caroline</w:t>
      </w:r>
      <w:r w:rsidR="000A6D5E">
        <w:rPr>
          <w:bCs/>
          <w:i/>
          <w:iCs/>
        </w:rPr>
        <w:t xml:space="preserve">. </w:t>
      </w:r>
      <w:r w:rsidR="000A6D5E">
        <w:t xml:space="preserve">– </w:t>
      </w:r>
      <w:r w:rsidRPr="00425309">
        <w:t>Vous voyez bien qu</w:t>
      </w:r>
      <w:r w:rsidR="000A6D5E">
        <w:t>’</w:t>
      </w:r>
      <w:r w:rsidRPr="00425309">
        <w:t>il peut être sérieux</w:t>
      </w:r>
      <w:r w:rsidR="000A6D5E">
        <w:t>.</w:t>
      </w:r>
    </w:p>
    <w:p w14:paraId="679DD9C5" w14:textId="77777777" w:rsidR="000A6D5E" w:rsidRDefault="004036B1" w:rsidP="000A6D5E">
      <w:r w:rsidRPr="00425309">
        <w:rPr>
          <w:bCs/>
          <w:i/>
          <w:iCs/>
        </w:rPr>
        <w:t>CAROLINE</w:t>
      </w:r>
      <w:r w:rsidR="000A6D5E">
        <w:rPr>
          <w:bCs/>
          <w:i/>
          <w:iCs/>
        </w:rPr>
        <w:t xml:space="preserve">. </w:t>
      </w:r>
      <w:r w:rsidR="000A6D5E">
        <w:t xml:space="preserve">– </w:t>
      </w:r>
      <w:r w:rsidRPr="00425309">
        <w:t>Pourvu que cela dure</w:t>
      </w:r>
      <w:r w:rsidR="000A6D5E">
        <w:t> !</w:t>
      </w:r>
    </w:p>
    <w:p w14:paraId="10577918" w14:textId="77777777" w:rsidR="000A6D5E" w:rsidRDefault="004036B1" w:rsidP="000A6D5E">
      <w:r w:rsidRPr="00425309">
        <w:rPr>
          <w:bCs/>
          <w:i/>
          <w:iCs/>
        </w:rPr>
        <w:t>HENRY-MONNIER</w:t>
      </w:r>
      <w:r w:rsidR="000A6D5E">
        <w:rPr>
          <w:bCs/>
          <w:i/>
          <w:iCs/>
        </w:rPr>
        <w:t xml:space="preserve">. </w:t>
      </w:r>
      <w:r w:rsidR="000A6D5E">
        <w:t xml:space="preserve">– </w:t>
      </w:r>
      <w:r w:rsidRPr="00425309">
        <w:t>Le voici</w:t>
      </w:r>
      <w:r w:rsidR="000A6D5E">
        <w:t>.</w:t>
      </w:r>
    </w:p>
    <w:p w14:paraId="09C3FE6E" w14:textId="77777777" w:rsidR="000A6D5E" w:rsidRDefault="000A6D5E" w:rsidP="000A6D5E">
      <w:r>
        <w:rPr>
          <w:bCs/>
          <w:i/>
          <w:iCs/>
        </w:rPr>
        <w:t>(</w:t>
      </w:r>
      <w:r w:rsidR="004036B1" w:rsidRPr="00425309">
        <w:rPr>
          <w:bCs/>
          <w:i/>
          <w:iCs/>
        </w:rPr>
        <w:t>Il s</w:t>
      </w:r>
      <w:r>
        <w:rPr>
          <w:bCs/>
          <w:i/>
          <w:iCs/>
        </w:rPr>
        <w:t>’</w:t>
      </w:r>
      <w:r w:rsidR="004036B1" w:rsidRPr="00425309">
        <w:rPr>
          <w:bCs/>
          <w:i/>
          <w:iCs/>
        </w:rPr>
        <w:t xml:space="preserve">assied près de </w:t>
      </w:r>
      <w:proofErr w:type="spellStart"/>
      <w:r w:rsidR="004036B1" w:rsidRPr="00425309">
        <w:rPr>
          <w:bCs/>
          <w:i/>
          <w:iCs/>
        </w:rPr>
        <w:t>Gozlan</w:t>
      </w:r>
      <w:proofErr w:type="spellEnd"/>
      <w:r w:rsidR="004036B1" w:rsidRPr="00425309">
        <w:rPr>
          <w:bCs/>
          <w:i/>
          <w:iCs/>
        </w:rPr>
        <w:t xml:space="preserve"> et se met à dessiner</w:t>
      </w:r>
      <w:r>
        <w:rPr>
          <w:bCs/>
          <w:i/>
          <w:iCs/>
        </w:rPr>
        <w:t>.)</w:t>
      </w:r>
    </w:p>
    <w:p w14:paraId="26C9F601" w14:textId="77777777" w:rsidR="000A6D5E" w:rsidRDefault="004036B1" w:rsidP="000A6D5E">
      <w:r w:rsidRPr="00425309">
        <w:t>Il n</w:t>
      </w:r>
      <w:r w:rsidR="000A6D5E">
        <w:t>’</w:t>
      </w:r>
      <w:r w:rsidRPr="00425309">
        <w:t>a encore rien dit</w:t>
      </w:r>
      <w:r w:rsidR="000A6D5E">
        <w:t xml:space="preserve">, </w:t>
      </w:r>
      <w:r w:rsidRPr="00425309">
        <w:t>alors</w:t>
      </w:r>
      <w:r w:rsidR="000A6D5E">
        <w:t xml:space="preserve">, </w:t>
      </w:r>
      <w:r w:rsidRPr="00425309">
        <w:t>je ne sais pas comment il parle</w:t>
      </w:r>
      <w:r w:rsidR="000A6D5E">
        <w:t xml:space="preserve">… </w:t>
      </w:r>
      <w:r w:rsidRPr="00425309">
        <w:t xml:space="preserve">mais je lui suppose une voix de </w:t>
      </w:r>
      <w:r w:rsidRPr="00425309">
        <w:rPr>
          <w:bCs/>
          <w:i/>
          <w:iCs/>
        </w:rPr>
        <w:t>basse-taille</w:t>
      </w:r>
      <w:r w:rsidR="000A6D5E">
        <w:rPr>
          <w:bCs/>
          <w:i/>
          <w:iCs/>
        </w:rPr>
        <w:t xml:space="preserve">. </w:t>
      </w:r>
      <w:r w:rsidRPr="00425309">
        <w:rPr>
          <w:bCs/>
          <w:i/>
          <w:iCs/>
        </w:rPr>
        <w:t>C</w:t>
      </w:r>
      <w:r w:rsidR="000A6D5E">
        <w:rPr>
          <w:bCs/>
          <w:i/>
          <w:iCs/>
        </w:rPr>
        <w:t>’</w:t>
      </w:r>
      <w:r w:rsidRPr="00425309">
        <w:rPr>
          <w:bCs/>
          <w:i/>
          <w:iCs/>
        </w:rPr>
        <w:t>est un gros imbécile</w:t>
      </w:r>
      <w:r w:rsidR="000A6D5E">
        <w:rPr>
          <w:bCs/>
          <w:i/>
          <w:iCs/>
        </w:rPr>
        <w:t xml:space="preserve">. </w:t>
      </w:r>
      <w:r w:rsidRPr="00425309">
        <w:rPr>
          <w:bCs/>
          <w:i/>
          <w:iCs/>
        </w:rPr>
        <w:t>Il a l</w:t>
      </w:r>
      <w:r w:rsidR="000A6D5E">
        <w:rPr>
          <w:bCs/>
          <w:i/>
          <w:iCs/>
        </w:rPr>
        <w:t>’</w:t>
      </w:r>
      <w:r w:rsidRPr="00425309">
        <w:rPr>
          <w:bCs/>
          <w:i/>
          <w:iCs/>
        </w:rPr>
        <w:t>embonpoint et l</w:t>
      </w:r>
      <w:r w:rsidR="000A6D5E">
        <w:rPr>
          <w:bCs/>
          <w:i/>
          <w:iCs/>
        </w:rPr>
        <w:t>’</w:t>
      </w:r>
      <w:r w:rsidRPr="00425309">
        <w:rPr>
          <w:bCs/>
          <w:i/>
          <w:iCs/>
        </w:rPr>
        <w:t>aplomb de la sottise</w:t>
      </w:r>
      <w:r w:rsidR="000A6D5E">
        <w:rPr>
          <w:bCs/>
          <w:i/>
          <w:iCs/>
        </w:rPr>
        <w:t xml:space="preserve">. </w:t>
      </w:r>
      <w:r w:rsidRPr="00425309">
        <w:t>C</w:t>
      </w:r>
      <w:r w:rsidR="000A6D5E">
        <w:t>’</w:t>
      </w:r>
      <w:r w:rsidRPr="00425309">
        <w:t>est le bourgeois lui-même</w:t>
      </w:r>
      <w:r w:rsidR="000A6D5E">
        <w:t xml:space="preserve">. </w:t>
      </w:r>
      <w:r w:rsidRPr="00425309">
        <w:t>Ses cheveux sont ramenés sur le front qui est vaste et vide</w:t>
      </w:r>
      <w:r w:rsidR="000A6D5E">
        <w:t xml:space="preserve">… </w:t>
      </w:r>
      <w:r w:rsidRPr="00425309">
        <w:t>le col est excessif</w:t>
      </w:r>
      <w:r w:rsidR="000A6D5E">
        <w:t xml:space="preserve">… </w:t>
      </w:r>
      <w:r w:rsidRPr="00425309">
        <w:t>il soulève les favoris</w:t>
      </w:r>
      <w:r w:rsidR="000A6D5E">
        <w:t xml:space="preserve">… </w:t>
      </w:r>
      <w:r w:rsidRPr="00425309">
        <w:t>le ventre pro</w:t>
      </w:r>
      <w:r w:rsidRPr="00425309">
        <w:t>é</w:t>
      </w:r>
      <w:r w:rsidRPr="00425309">
        <w:t>mine</w:t>
      </w:r>
      <w:r w:rsidR="000A6D5E">
        <w:t xml:space="preserve">… </w:t>
      </w:r>
      <w:r w:rsidRPr="00425309">
        <w:t>et le pantalon est peut-être un peu court</w:t>
      </w:r>
      <w:r w:rsidR="000A6D5E">
        <w:t xml:space="preserve">. </w:t>
      </w:r>
      <w:r w:rsidRPr="00425309">
        <w:t>Je l</w:t>
      </w:r>
      <w:r w:rsidR="000A6D5E">
        <w:t>’</w:t>
      </w:r>
      <w:r w:rsidRPr="00425309">
        <w:t>imagine professeur d</w:t>
      </w:r>
      <w:r w:rsidR="000A6D5E">
        <w:t>’</w:t>
      </w:r>
      <w:r w:rsidRPr="00425309">
        <w:t>écriture</w:t>
      </w:r>
      <w:r w:rsidR="000A6D5E">
        <w:t xml:space="preserve">, </w:t>
      </w:r>
      <w:r w:rsidRPr="00425309">
        <w:t xml:space="preserve">élève de </w:t>
      </w:r>
      <w:proofErr w:type="spellStart"/>
      <w:r w:rsidRPr="00425309">
        <w:t>Brard</w:t>
      </w:r>
      <w:proofErr w:type="spellEnd"/>
      <w:r w:rsidRPr="00425309">
        <w:t xml:space="preserve"> et Saint-Omer</w:t>
      </w:r>
      <w:r w:rsidR="000A6D5E">
        <w:t xml:space="preserve">, </w:t>
      </w:r>
      <w:r w:rsidRPr="00425309">
        <w:t>expert assermenté près les Cours et les Tribunaux</w:t>
      </w:r>
      <w:r w:rsidR="000A6D5E">
        <w:t xml:space="preserve">… </w:t>
      </w:r>
      <w:r w:rsidRPr="00425309">
        <w:t>voici d</w:t>
      </w:r>
      <w:r w:rsidR="000A6D5E">
        <w:t>’</w:t>
      </w:r>
      <w:r w:rsidRPr="00425309">
        <w:t>ailleurs sa signature</w:t>
      </w:r>
      <w:r w:rsidR="000A6D5E">
        <w:t xml:space="preserve">… </w:t>
      </w:r>
      <w:r w:rsidRPr="00425309">
        <w:t>c</w:t>
      </w:r>
      <w:r w:rsidR="000A6D5E">
        <w:t>’</w:t>
      </w:r>
      <w:r w:rsidRPr="00425309">
        <w:t>est toute une affaire et c</w:t>
      </w:r>
      <w:r w:rsidR="000A6D5E">
        <w:t>’</w:t>
      </w:r>
      <w:r w:rsidRPr="00425309">
        <w:t>est tout un programme</w:t>
      </w:r>
      <w:r w:rsidR="000A6D5E">
        <w:t xml:space="preserve">… </w:t>
      </w:r>
      <w:r w:rsidRPr="00425309">
        <w:t>elle n</w:t>
      </w:r>
      <w:r w:rsidR="000A6D5E">
        <w:t>’</w:t>
      </w:r>
      <w:r w:rsidRPr="00425309">
        <w:t>en finit plus</w:t>
      </w:r>
      <w:r w:rsidR="000A6D5E">
        <w:t xml:space="preserve">, </w:t>
      </w:r>
      <w:r w:rsidRPr="00425309">
        <w:t>vous voyez</w:t>
      </w:r>
      <w:r w:rsidR="000A6D5E">
        <w:t xml:space="preserve">… </w:t>
      </w:r>
      <w:r w:rsidRPr="00425309">
        <w:t>et il lui faut une m</w:t>
      </w:r>
      <w:r w:rsidRPr="00425309">
        <w:t>i</w:t>
      </w:r>
      <w:r w:rsidRPr="00425309">
        <w:t>nute entière pour faire son paraphe</w:t>
      </w:r>
      <w:r w:rsidR="000A6D5E">
        <w:t>…</w:t>
      </w:r>
    </w:p>
    <w:p w14:paraId="70EA7D04"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Tiens</w:t>
      </w:r>
      <w:r w:rsidR="000A6D5E">
        <w:t xml:space="preserve"> ! </w:t>
      </w:r>
      <w:r w:rsidRPr="00425309">
        <w:t>Tiens</w:t>
      </w:r>
      <w:r w:rsidR="000A6D5E">
        <w:t xml:space="preserve"> ! </w:t>
      </w:r>
      <w:r w:rsidRPr="00425309">
        <w:t>Tiens</w:t>
      </w:r>
      <w:r w:rsidR="000A6D5E">
        <w:t xml:space="preserve"> ! </w:t>
      </w:r>
      <w:r w:rsidRPr="00425309">
        <w:t>Tiens</w:t>
      </w:r>
      <w:r w:rsidR="000A6D5E">
        <w:t>…</w:t>
      </w:r>
    </w:p>
    <w:p w14:paraId="7A911709" w14:textId="77777777" w:rsidR="000A6D5E" w:rsidRDefault="004036B1" w:rsidP="000A6D5E">
      <w:r w:rsidRPr="00425309">
        <w:rPr>
          <w:bCs/>
          <w:i/>
          <w:iCs/>
        </w:rPr>
        <w:t>HENRY-MONNIER</w:t>
      </w:r>
      <w:r w:rsidR="000A6D5E">
        <w:rPr>
          <w:bCs/>
          <w:i/>
          <w:iCs/>
        </w:rPr>
        <w:t xml:space="preserve">. </w:t>
      </w:r>
      <w:r w:rsidR="000A6D5E">
        <w:t xml:space="preserve">– </w:t>
      </w:r>
      <w:r w:rsidRPr="00425309">
        <w:t>Quoi donc</w:t>
      </w:r>
      <w:r w:rsidR="000A6D5E">
        <w:t> ?</w:t>
      </w:r>
    </w:p>
    <w:p w14:paraId="15378346"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Rien</w:t>
      </w:r>
      <w:r w:rsidR="000A6D5E">
        <w:t xml:space="preserve">. </w:t>
      </w:r>
      <w:r w:rsidRPr="00425309">
        <w:t>Et quel sera son nom</w:t>
      </w:r>
      <w:r w:rsidR="000A6D5E">
        <w:t> ?</w:t>
      </w:r>
    </w:p>
    <w:p w14:paraId="462B33E4" w14:textId="77777777" w:rsidR="000A6D5E" w:rsidRDefault="004036B1" w:rsidP="000A6D5E">
      <w:r w:rsidRPr="00425309">
        <w:rPr>
          <w:bCs/>
          <w:i/>
          <w:iCs/>
        </w:rPr>
        <w:t>HENRY-MONNIER</w:t>
      </w:r>
      <w:r w:rsidR="000A6D5E">
        <w:rPr>
          <w:bCs/>
          <w:i/>
          <w:iCs/>
        </w:rPr>
        <w:t xml:space="preserve">. </w:t>
      </w:r>
      <w:r w:rsidR="000A6D5E">
        <w:t xml:space="preserve">– </w:t>
      </w:r>
      <w:r w:rsidRPr="00425309">
        <w:t>Je crois bien</w:t>
      </w:r>
      <w:r w:rsidR="000A6D5E">
        <w:t xml:space="preserve">, </w:t>
      </w:r>
      <w:r w:rsidRPr="00425309">
        <w:t>entre nous</w:t>
      </w:r>
      <w:r w:rsidR="000A6D5E">
        <w:t xml:space="preserve">, </w:t>
      </w:r>
      <w:r w:rsidRPr="00425309">
        <w:t>qu</w:t>
      </w:r>
      <w:r w:rsidR="000A6D5E">
        <w:t>’</w:t>
      </w:r>
      <w:r w:rsidRPr="00425309">
        <w:t>il va s</w:t>
      </w:r>
      <w:r w:rsidR="000A6D5E">
        <w:t>’</w:t>
      </w:r>
      <w:r w:rsidRPr="00425309">
        <w:t>app</w:t>
      </w:r>
      <w:r w:rsidRPr="00425309">
        <w:t>e</w:t>
      </w:r>
      <w:r w:rsidRPr="00425309">
        <w:t>ler Monsieur Joseph Prudhomme</w:t>
      </w:r>
      <w:r w:rsidR="000A6D5E">
        <w:t>.</w:t>
      </w:r>
    </w:p>
    <w:p w14:paraId="0031079D" w14:textId="77777777" w:rsidR="000A6D5E" w:rsidRDefault="004036B1" w:rsidP="000A6D5E">
      <w:r w:rsidRPr="00425309">
        <w:rPr>
          <w:bCs/>
          <w:i/>
          <w:iCs/>
        </w:rPr>
        <w:lastRenderedPageBreak/>
        <w:t xml:space="preserve">LÉON </w:t>
      </w:r>
      <w:proofErr w:type="spellStart"/>
      <w:r w:rsidRPr="00425309">
        <w:rPr>
          <w:bCs/>
          <w:i/>
          <w:iCs/>
        </w:rPr>
        <w:t>GOZLAN</w:t>
      </w:r>
      <w:proofErr w:type="spellEnd"/>
      <w:r w:rsidR="000A6D5E">
        <w:rPr>
          <w:bCs/>
          <w:i/>
          <w:iCs/>
        </w:rPr>
        <w:t xml:space="preserve">. </w:t>
      </w:r>
      <w:r w:rsidR="000A6D5E">
        <w:t xml:space="preserve">– </w:t>
      </w:r>
      <w:r w:rsidRPr="00425309">
        <w:t>Sera-t-il de la Garde Nationale</w:t>
      </w:r>
      <w:r w:rsidR="000A6D5E">
        <w:t> ?</w:t>
      </w:r>
    </w:p>
    <w:p w14:paraId="6BA2E355" w14:textId="77777777" w:rsidR="000A6D5E" w:rsidRDefault="004036B1" w:rsidP="000A6D5E">
      <w:r w:rsidRPr="00425309">
        <w:rPr>
          <w:bCs/>
          <w:i/>
          <w:iCs/>
        </w:rPr>
        <w:t>HENRY-MONNIER</w:t>
      </w:r>
      <w:r w:rsidR="000A6D5E">
        <w:rPr>
          <w:bCs/>
          <w:i/>
          <w:iCs/>
        </w:rPr>
        <w:t xml:space="preserve">. </w:t>
      </w:r>
      <w:r w:rsidR="000A6D5E">
        <w:t xml:space="preserve">– </w:t>
      </w:r>
      <w:r w:rsidRPr="00425309">
        <w:t>Il en sera</w:t>
      </w:r>
      <w:r w:rsidR="000A6D5E">
        <w:t xml:space="preserve">, </w:t>
      </w:r>
      <w:r w:rsidRPr="00425309">
        <w:t>Monsieur</w:t>
      </w:r>
      <w:r w:rsidR="000A6D5E">
        <w:t xml:space="preserve">, </w:t>
      </w:r>
      <w:r w:rsidRPr="00425309">
        <w:t>comme il co</w:t>
      </w:r>
      <w:r w:rsidRPr="00425309">
        <w:t>n</w:t>
      </w:r>
      <w:r w:rsidRPr="00425309">
        <w:t>vient</w:t>
      </w:r>
      <w:r w:rsidR="000A6D5E">
        <w:t xml:space="preserve">, </w:t>
      </w:r>
      <w:r w:rsidRPr="00425309">
        <w:t>et ce jour-là il s</w:t>
      </w:r>
      <w:r w:rsidR="000A6D5E">
        <w:t>’</w:t>
      </w:r>
      <w:proofErr w:type="spellStart"/>
      <w:r w:rsidRPr="00425309">
        <w:t>écriera</w:t>
      </w:r>
      <w:proofErr w:type="spellEnd"/>
      <w:r w:rsidR="000A6D5E">
        <w:t> : « </w:t>
      </w:r>
      <w:r w:rsidRPr="00425309">
        <w:rPr>
          <w:bCs/>
          <w:i/>
          <w:iCs/>
        </w:rPr>
        <w:t>Ce sabre est le plus beau jour de ma vie</w:t>
      </w:r>
      <w:r w:rsidR="000A6D5E">
        <w:rPr>
          <w:bCs/>
          <w:i/>
          <w:iCs/>
        </w:rPr>
        <w:t> ! »</w:t>
      </w:r>
      <w:r w:rsidRPr="00425309">
        <w:t xml:space="preserve"> Il dit des choses dans le genre de celle-ci</w:t>
      </w:r>
      <w:r w:rsidR="000A6D5E">
        <w:t xml:space="preserve"> : </w:t>
      </w:r>
      <w:r w:rsidR="000A6D5E">
        <w:rPr>
          <w:bCs/>
          <w:i/>
          <w:iCs/>
        </w:rPr>
        <w:t>« </w:t>
      </w:r>
      <w:r w:rsidRPr="00425309">
        <w:rPr>
          <w:bCs/>
          <w:i/>
          <w:iCs/>
        </w:rPr>
        <w:t>Tous les hommes sont égaux</w:t>
      </w:r>
      <w:r w:rsidR="000A6D5E">
        <w:rPr>
          <w:bCs/>
          <w:i/>
          <w:iCs/>
        </w:rPr>
        <w:t xml:space="preserve">, </w:t>
      </w:r>
      <w:r w:rsidRPr="00425309">
        <w:rPr>
          <w:bCs/>
          <w:i/>
          <w:iCs/>
        </w:rPr>
        <w:t>je ne connais de distinction véritable que la différence qui peut exister entre eux</w:t>
      </w:r>
      <w:r w:rsidR="000A6D5E">
        <w:rPr>
          <w:bCs/>
          <w:i/>
          <w:iCs/>
        </w:rPr>
        <w:t> ! »</w:t>
      </w:r>
      <w:r w:rsidRPr="00425309">
        <w:t xml:space="preserve"> Et il dit en pa</w:t>
      </w:r>
      <w:r w:rsidRPr="00425309">
        <w:t>r</w:t>
      </w:r>
      <w:r w:rsidRPr="00425309">
        <w:t xml:space="preserve">lant de la veuve </w:t>
      </w:r>
      <w:proofErr w:type="spellStart"/>
      <w:r w:rsidRPr="00425309">
        <w:t>Tiroufflet</w:t>
      </w:r>
      <w:proofErr w:type="spellEnd"/>
      <w:r w:rsidR="000A6D5E">
        <w:t> : « </w:t>
      </w:r>
      <w:r w:rsidRPr="00425309">
        <w:rPr>
          <w:bCs/>
          <w:i/>
          <w:iCs/>
        </w:rPr>
        <w:t>C</w:t>
      </w:r>
      <w:r w:rsidR="000A6D5E">
        <w:rPr>
          <w:bCs/>
          <w:i/>
          <w:iCs/>
        </w:rPr>
        <w:t>’</w:t>
      </w:r>
      <w:r w:rsidRPr="00425309">
        <w:rPr>
          <w:bCs/>
          <w:i/>
          <w:iCs/>
        </w:rPr>
        <w:t>est une grosse femme que j</w:t>
      </w:r>
      <w:r w:rsidR="000A6D5E">
        <w:rPr>
          <w:bCs/>
          <w:i/>
          <w:iCs/>
        </w:rPr>
        <w:t>’</w:t>
      </w:r>
      <w:r w:rsidRPr="00425309">
        <w:rPr>
          <w:bCs/>
          <w:i/>
          <w:iCs/>
        </w:rPr>
        <w:t>estime</w:t>
      </w:r>
      <w:r w:rsidR="000A6D5E">
        <w:rPr>
          <w:bCs/>
          <w:i/>
          <w:iCs/>
        </w:rPr>
        <w:t xml:space="preserve">, </w:t>
      </w:r>
      <w:r w:rsidRPr="00425309">
        <w:rPr>
          <w:bCs/>
          <w:i/>
          <w:iCs/>
        </w:rPr>
        <w:t>à vol d</w:t>
      </w:r>
      <w:r w:rsidR="000A6D5E">
        <w:rPr>
          <w:bCs/>
          <w:i/>
          <w:iCs/>
        </w:rPr>
        <w:t>’</w:t>
      </w:r>
      <w:r w:rsidRPr="00425309">
        <w:rPr>
          <w:bCs/>
          <w:i/>
          <w:iCs/>
        </w:rPr>
        <w:t>oiseau</w:t>
      </w:r>
      <w:r w:rsidR="000A6D5E">
        <w:rPr>
          <w:bCs/>
          <w:i/>
          <w:iCs/>
        </w:rPr>
        <w:t xml:space="preserve">, </w:t>
      </w:r>
      <w:r w:rsidRPr="00425309">
        <w:rPr>
          <w:bCs/>
          <w:i/>
          <w:iCs/>
        </w:rPr>
        <w:t>pouvoir peser dans les deux cent qu</w:t>
      </w:r>
      <w:r w:rsidRPr="00425309">
        <w:rPr>
          <w:bCs/>
          <w:i/>
          <w:iCs/>
        </w:rPr>
        <w:t>a</w:t>
      </w:r>
      <w:r w:rsidRPr="00425309">
        <w:rPr>
          <w:bCs/>
          <w:i/>
          <w:iCs/>
        </w:rPr>
        <w:t>rante livres</w:t>
      </w:r>
      <w:r w:rsidR="000A6D5E">
        <w:rPr>
          <w:bCs/>
          <w:i/>
          <w:iCs/>
        </w:rPr>
        <w:t> ! »</w:t>
      </w:r>
      <w:r w:rsidRPr="00425309">
        <w:t xml:space="preserve"> De plus</w:t>
      </w:r>
      <w:r w:rsidR="000A6D5E">
        <w:t xml:space="preserve">, </w:t>
      </w:r>
      <w:r w:rsidRPr="00425309">
        <w:t>je vous préviens qu</w:t>
      </w:r>
      <w:r w:rsidR="000A6D5E">
        <w:t>’</w:t>
      </w:r>
      <w:r w:rsidRPr="00425309">
        <w:t>il est assez familier avec les bonnes</w:t>
      </w:r>
      <w:r w:rsidR="000A6D5E">
        <w:t xml:space="preserve"> ! </w:t>
      </w:r>
      <w:r w:rsidR="000A6D5E">
        <w:rPr>
          <w:bCs/>
          <w:i/>
          <w:iCs/>
        </w:rPr>
        <w:t>(</w:t>
      </w:r>
      <w:r w:rsidRPr="00425309">
        <w:rPr>
          <w:bCs/>
          <w:i/>
          <w:iCs/>
        </w:rPr>
        <w:t>Changeant d</w:t>
      </w:r>
      <w:r w:rsidR="000A6D5E">
        <w:rPr>
          <w:bCs/>
          <w:i/>
          <w:iCs/>
        </w:rPr>
        <w:t>’</w:t>
      </w:r>
      <w:r w:rsidRPr="00425309">
        <w:rPr>
          <w:bCs/>
          <w:i/>
          <w:iCs/>
        </w:rPr>
        <w:t>idée</w:t>
      </w:r>
      <w:r w:rsidR="000A6D5E">
        <w:rPr>
          <w:bCs/>
          <w:i/>
          <w:iCs/>
        </w:rPr>
        <w:t xml:space="preserve">.) </w:t>
      </w:r>
      <w:proofErr w:type="spellStart"/>
      <w:r w:rsidRPr="00425309">
        <w:t>Gozlan</w:t>
      </w:r>
      <w:proofErr w:type="spellEnd"/>
      <w:r w:rsidR="000A6D5E">
        <w:t xml:space="preserve">, </w:t>
      </w:r>
      <w:r w:rsidRPr="00425309">
        <w:t>faites ce que je fais depuis huit jours et vous vous amuserez comme un fou</w:t>
      </w:r>
      <w:r w:rsidR="000A6D5E">
        <w:t xml:space="preserve">. </w:t>
      </w:r>
      <w:r w:rsidRPr="00425309">
        <w:t>Je prends l</w:t>
      </w:r>
      <w:r w:rsidR="000A6D5E">
        <w:t>’</w:t>
      </w:r>
      <w:r w:rsidRPr="00425309">
        <w:t>omnibus au départ</w:t>
      </w:r>
      <w:r w:rsidR="000A6D5E">
        <w:t xml:space="preserve">, </w:t>
      </w:r>
      <w:r w:rsidRPr="00425309">
        <w:t>n</w:t>
      </w:r>
      <w:r w:rsidR="000A6D5E">
        <w:t>’</w:t>
      </w:r>
      <w:r w:rsidRPr="00425309">
        <w:t>importe quel omnibus</w:t>
      </w:r>
      <w:r w:rsidR="000A6D5E">
        <w:t xml:space="preserve">, </w:t>
      </w:r>
      <w:r w:rsidRPr="00425309">
        <w:t>et je m</w:t>
      </w:r>
      <w:r w:rsidR="000A6D5E">
        <w:t>’</w:t>
      </w:r>
      <w:r w:rsidRPr="00425309">
        <w:t>assieds à la première place à gauche</w:t>
      </w:r>
      <w:r w:rsidR="000A6D5E">
        <w:t xml:space="preserve">, </w:t>
      </w:r>
      <w:r w:rsidRPr="00425309">
        <w:t>en entrant</w:t>
      </w:r>
      <w:r w:rsidR="000A6D5E">
        <w:t xml:space="preserve">. </w:t>
      </w:r>
      <w:r w:rsidRPr="00425309">
        <w:t>L</w:t>
      </w:r>
      <w:r w:rsidR="000A6D5E">
        <w:t>’</w:t>
      </w:r>
      <w:r w:rsidRPr="00425309">
        <w:t>omnibus se remplit et part</w:t>
      </w:r>
      <w:r w:rsidR="000A6D5E">
        <w:t xml:space="preserve">. </w:t>
      </w:r>
      <w:r w:rsidRPr="00425309">
        <w:t>Quand le moment est venu de passer au rec</w:t>
      </w:r>
      <w:r w:rsidRPr="00425309">
        <w:t>e</w:t>
      </w:r>
      <w:r w:rsidRPr="00425309">
        <w:t>veur le prix de sa place</w:t>
      </w:r>
      <w:r w:rsidR="000A6D5E">
        <w:t xml:space="preserve">, </w:t>
      </w:r>
      <w:r w:rsidRPr="00425309">
        <w:t>chaque voyageur le donne à son voisin qui le passe au suivant et la petite somme arrive enfin au rec</w:t>
      </w:r>
      <w:r w:rsidRPr="00425309">
        <w:t>e</w:t>
      </w:r>
      <w:r w:rsidRPr="00425309">
        <w:t>veur</w:t>
      </w:r>
      <w:r w:rsidR="000A6D5E">
        <w:t xml:space="preserve">. </w:t>
      </w:r>
      <w:r w:rsidRPr="00425309">
        <w:t>Parfois</w:t>
      </w:r>
      <w:r w:rsidR="000A6D5E">
        <w:t xml:space="preserve">, </w:t>
      </w:r>
      <w:r w:rsidRPr="00425309">
        <w:t>il y a de la monnaie à revenir</w:t>
      </w:r>
      <w:r w:rsidR="000A6D5E">
        <w:t xml:space="preserve">. </w:t>
      </w:r>
      <w:r w:rsidRPr="00425309">
        <w:t>C</w:t>
      </w:r>
      <w:r w:rsidR="000A6D5E">
        <w:t>’</w:t>
      </w:r>
      <w:r w:rsidRPr="00425309">
        <w:t>est là que mon rôle commence</w:t>
      </w:r>
      <w:r w:rsidR="000A6D5E">
        <w:t xml:space="preserve">, </w:t>
      </w:r>
      <w:r w:rsidRPr="00425309">
        <w:t>car c</w:t>
      </w:r>
      <w:r w:rsidR="000A6D5E">
        <w:t>’</w:t>
      </w:r>
      <w:r w:rsidRPr="00425309">
        <w:t>est à moi que toujours le receveur la donne</w:t>
      </w:r>
      <w:r w:rsidR="000A6D5E">
        <w:t xml:space="preserve">. </w:t>
      </w:r>
      <w:r w:rsidRPr="00425309">
        <w:t>Alors</w:t>
      </w:r>
      <w:r w:rsidR="000A6D5E">
        <w:t xml:space="preserve">, </w:t>
      </w:r>
      <w:r w:rsidRPr="00425309">
        <w:t>savez-vous ce que je fais</w:t>
      </w:r>
      <w:r w:rsidR="000A6D5E">
        <w:t xml:space="preserve"> ? </w:t>
      </w:r>
      <w:r w:rsidRPr="00425309">
        <w:t>J</w:t>
      </w:r>
      <w:r w:rsidR="000A6D5E">
        <w:t>’</w:t>
      </w:r>
      <w:r w:rsidRPr="00425309">
        <w:t>ajoute à cette somme cinquante centimes de mon argent et je fais passer le tout à la personne qui attend sa monnaie</w:t>
      </w:r>
      <w:r w:rsidR="000A6D5E">
        <w:t xml:space="preserve">. </w:t>
      </w:r>
      <w:r w:rsidRPr="00425309">
        <w:t>Cette personne fait son compte</w:t>
      </w:r>
      <w:r w:rsidR="000A6D5E">
        <w:t xml:space="preserve">… </w:t>
      </w:r>
      <w:r w:rsidRPr="00425309">
        <w:t>et neuf fois sur dix</w:t>
      </w:r>
      <w:r w:rsidR="000A6D5E">
        <w:t xml:space="preserve">, </w:t>
      </w:r>
      <w:r w:rsidRPr="00425309">
        <w:t>savez-vous ce qui se passe</w:t>
      </w:r>
      <w:r w:rsidR="000A6D5E">
        <w:t xml:space="preserve"> ? </w:t>
      </w:r>
      <w:r w:rsidRPr="00425309">
        <w:t>Eh</w:t>
      </w:r>
      <w:r w:rsidR="000A6D5E">
        <w:t xml:space="preserve"> ! </w:t>
      </w:r>
      <w:r w:rsidRPr="00425309">
        <w:t>Bien</w:t>
      </w:r>
      <w:r w:rsidR="000A6D5E">
        <w:t xml:space="preserve">, </w:t>
      </w:r>
      <w:r w:rsidRPr="00425309">
        <w:t xml:space="preserve">mon bon </w:t>
      </w:r>
      <w:proofErr w:type="spellStart"/>
      <w:r w:rsidRPr="00425309">
        <w:t>Gozlan</w:t>
      </w:r>
      <w:proofErr w:type="spellEnd"/>
      <w:r w:rsidR="000A6D5E">
        <w:t xml:space="preserve">, </w:t>
      </w:r>
      <w:r w:rsidRPr="00425309">
        <w:t>elle s</w:t>
      </w:r>
      <w:r w:rsidR="000A6D5E">
        <w:t>’</w:t>
      </w:r>
      <w:r w:rsidRPr="00425309">
        <w:t>applique à dissimuler sa joie</w:t>
      </w:r>
      <w:r w:rsidR="000A6D5E">
        <w:t xml:space="preserve">… </w:t>
      </w:r>
      <w:r w:rsidRPr="00425309">
        <w:t>et après un coup d</w:t>
      </w:r>
      <w:r w:rsidR="000A6D5E">
        <w:t>’</w:t>
      </w:r>
      <w:r w:rsidRPr="00425309">
        <w:t>œil rapide et ci</w:t>
      </w:r>
      <w:r w:rsidRPr="00425309">
        <w:t>r</w:t>
      </w:r>
      <w:r w:rsidRPr="00425309">
        <w:t>culaire</w:t>
      </w:r>
      <w:r w:rsidR="000A6D5E">
        <w:t xml:space="preserve">, </w:t>
      </w:r>
      <w:r w:rsidRPr="00425309">
        <w:t>elle enfouit son argent</w:t>
      </w:r>
      <w:r w:rsidR="000A6D5E">
        <w:t xml:space="preserve">… </w:t>
      </w:r>
      <w:r w:rsidRPr="00425309">
        <w:t>et le mien dans son porte-monnaie</w:t>
      </w:r>
      <w:r w:rsidR="000A6D5E">
        <w:t xml:space="preserve"> !… </w:t>
      </w:r>
      <w:r w:rsidRPr="00425309">
        <w:t>Les honnêtes gens ne demandent qu</w:t>
      </w:r>
      <w:r w:rsidR="000A6D5E">
        <w:t>’</w:t>
      </w:r>
      <w:r w:rsidRPr="00425309">
        <w:t>à devenir voleurs</w:t>
      </w:r>
      <w:r w:rsidR="000A6D5E">
        <w:t xml:space="preserve"> – </w:t>
      </w:r>
      <w:r w:rsidRPr="00425309">
        <w:t>et je constate d</w:t>
      </w:r>
      <w:r w:rsidR="000A6D5E">
        <w:t>’</w:t>
      </w:r>
      <w:r w:rsidRPr="00425309">
        <w:t>autre part qu</w:t>
      </w:r>
      <w:r w:rsidR="000A6D5E">
        <w:t>’</w:t>
      </w:r>
      <w:r w:rsidRPr="00425309">
        <w:t>il n</w:t>
      </w:r>
      <w:r w:rsidR="000A6D5E">
        <w:t>’</w:t>
      </w:r>
      <w:r w:rsidRPr="00425309">
        <w:t>existe pas un acteur à Paris qui sache jouer la comédie aussi bien que n</w:t>
      </w:r>
      <w:r w:rsidR="000A6D5E">
        <w:t>’</w:t>
      </w:r>
      <w:r w:rsidRPr="00425309">
        <w:t>importe lequel d</w:t>
      </w:r>
      <w:r w:rsidR="000A6D5E">
        <w:t>’</w:t>
      </w:r>
      <w:r w:rsidRPr="00425309">
        <w:t>entre nous</w:t>
      </w:r>
      <w:r w:rsidR="000A6D5E">
        <w:t xml:space="preserve"> !… </w:t>
      </w:r>
      <w:r w:rsidRPr="00425309">
        <w:t>Comment vous po</w:t>
      </w:r>
      <w:r w:rsidRPr="00425309">
        <w:t>r</w:t>
      </w:r>
      <w:r w:rsidRPr="00425309">
        <w:t>tez-vous</w:t>
      </w:r>
      <w:r w:rsidR="000A6D5E">
        <w:t> ?</w:t>
      </w:r>
    </w:p>
    <w:p w14:paraId="63D3BF54"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Je ne vais pas trop mal</w:t>
      </w:r>
      <w:r w:rsidR="000A6D5E">
        <w:t>.</w:t>
      </w:r>
    </w:p>
    <w:p w14:paraId="706CF987" w14:textId="77777777" w:rsidR="000A6D5E" w:rsidRDefault="004036B1" w:rsidP="000A6D5E">
      <w:r w:rsidRPr="00425309">
        <w:rPr>
          <w:bCs/>
          <w:i/>
          <w:iCs/>
        </w:rPr>
        <w:t>HENRY-MONNIER</w:t>
      </w:r>
      <w:r w:rsidR="000A6D5E">
        <w:rPr>
          <w:bCs/>
          <w:i/>
          <w:iCs/>
        </w:rPr>
        <w:t xml:space="preserve">. </w:t>
      </w:r>
      <w:r w:rsidR="000A6D5E">
        <w:t xml:space="preserve">– </w:t>
      </w:r>
      <w:r w:rsidRPr="00425309">
        <w:t>Vous travaillez</w:t>
      </w:r>
      <w:r w:rsidR="000A6D5E">
        <w:t> ?</w:t>
      </w:r>
    </w:p>
    <w:p w14:paraId="663DC7F9" w14:textId="77777777" w:rsidR="000A6D5E" w:rsidRDefault="004036B1" w:rsidP="000A6D5E">
      <w:r w:rsidRPr="00425309">
        <w:rPr>
          <w:bCs/>
          <w:i/>
          <w:iCs/>
        </w:rPr>
        <w:lastRenderedPageBreak/>
        <w:t xml:space="preserve">LÉON </w:t>
      </w:r>
      <w:proofErr w:type="spellStart"/>
      <w:r w:rsidRPr="00425309">
        <w:rPr>
          <w:bCs/>
          <w:i/>
          <w:iCs/>
        </w:rPr>
        <w:t>GOZLAN</w:t>
      </w:r>
      <w:proofErr w:type="spellEnd"/>
      <w:r w:rsidR="000A6D5E">
        <w:rPr>
          <w:bCs/>
          <w:i/>
          <w:iCs/>
        </w:rPr>
        <w:t xml:space="preserve">. </w:t>
      </w:r>
      <w:r w:rsidR="000A6D5E">
        <w:t xml:space="preserve">– </w:t>
      </w:r>
      <w:r w:rsidRPr="00425309">
        <w:t>Mais oui</w:t>
      </w:r>
      <w:r w:rsidR="000A6D5E">
        <w:t>.</w:t>
      </w:r>
    </w:p>
    <w:p w14:paraId="4C7AB971" w14:textId="77777777" w:rsidR="000A6D5E" w:rsidRDefault="004036B1" w:rsidP="000A6D5E">
      <w:r w:rsidRPr="00425309">
        <w:rPr>
          <w:bCs/>
          <w:i/>
          <w:iCs/>
        </w:rPr>
        <w:t>HENRY-MONNIER</w:t>
      </w:r>
      <w:r w:rsidR="000A6D5E">
        <w:rPr>
          <w:bCs/>
          <w:i/>
          <w:iCs/>
        </w:rPr>
        <w:t xml:space="preserve">. </w:t>
      </w:r>
      <w:r w:rsidR="000A6D5E">
        <w:t xml:space="preserve">– </w:t>
      </w:r>
      <w:r w:rsidRPr="00425309">
        <w:t>Comme je vous comprends</w:t>
      </w:r>
      <w:r w:rsidR="000A6D5E">
        <w:t xml:space="preserve">, </w:t>
      </w:r>
      <w:r w:rsidRPr="00425309">
        <w:t>car le travail est bien la seule raison de vivre</w:t>
      </w:r>
      <w:r w:rsidR="000A6D5E">
        <w:t>…</w:t>
      </w:r>
    </w:p>
    <w:p w14:paraId="0ED4A32D" w14:textId="77777777" w:rsidR="000A6D5E" w:rsidRDefault="000A6D5E" w:rsidP="000A6D5E">
      <w:r>
        <w:rPr>
          <w:bCs/>
          <w:i/>
          <w:iCs/>
        </w:rPr>
        <w:t>(</w:t>
      </w:r>
      <w:r w:rsidR="004036B1" w:rsidRPr="00425309">
        <w:rPr>
          <w:bCs/>
          <w:i/>
          <w:iCs/>
        </w:rPr>
        <w:t>À sa femme</w:t>
      </w:r>
      <w:r>
        <w:rPr>
          <w:bCs/>
          <w:i/>
          <w:iCs/>
        </w:rPr>
        <w:t>.)</w:t>
      </w:r>
    </w:p>
    <w:p w14:paraId="129DF4B5" w14:textId="77777777" w:rsidR="000A6D5E" w:rsidRDefault="004036B1" w:rsidP="000A6D5E">
      <w:r w:rsidRPr="00425309">
        <w:t>Pardon</w:t>
      </w:r>
      <w:r w:rsidR="000A6D5E">
        <w:t> !</w:t>
      </w:r>
    </w:p>
    <w:p w14:paraId="28EB2567" w14:textId="77777777" w:rsidR="000A6D5E" w:rsidRDefault="000A6D5E" w:rsidP="000A6D5E">
      <w:r>
        <w:rPr>
          <w:bCs/>
          <w:i/>
          <w:iCs/>
        </w:rPr>
        <w:t>(</w:t>
      </w:r>
      <w:r w:rsidR="004036B1" w:rsidRPr="00425309">
        <w:rPr>
          <w:bCs/>
          <w:i/>
          <w:iCs/>
        </w:rPr>
        <w:t>Elle fait un geste qui signifie que rien de lui ne peut l</w:t>
      </w:r>
      <w:r>
        <w:rPr>
          <w:bCs/>
          <w:i/>
          <w:iCs/>
        </w:rPr>
        <w:t>’</w:t>
      </w:r>
      <w:r w:rsidR="004036B1" w:rsidRPr="00425309">
        <w:rPr>
          <w:bCs/>
          <w:i/>
          <w:iCs/>
        </w:rPr>
        <w:t>étonner</w:t>
      </w:r>
      <w:r>
        <w:rPr>
          <w:bCs/>
          <w:i/>
          <w:iCs/>
        </w:rPr>
        <w:t>.)</w:t>
      </w:r>
    </w:p>
    <w:p w14:paraId="77C085B9"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Et savez-vous pourquoi je venais vous voir</w:t>
      </w:r>
      <w:r w:rsidR="000A6D5E">
        <w:t> ?</w:t>
      </w:r>
    </w:p>
    <w:p w14:paraId="65220DA2" w14:textId="77777777" w:rsidR="000A6D5E" w:rsidRDefault="004036B1" w:rsidP="000A6D5E">
      <w:r w:rsidRPr="00425309">
        <w:rPr>
          <w:bCs/>
          <w:i/>
          <w:iCs/>
        </w:rPr>
        <w:t>HENRY-MONNIER</w:t>
      </w:r>
      <w:r w:rsidR="000A6D5E">
        <w:rPr>
          <w:bCs/>
          <w:i/>
          <w:iCs/>
        </w:rPr>
        <w:t xml:space="preserve">. </w:t>
      </w:r>
      <w:r w:rsidR="000A6D5E">
        <w:t xml:space="preserve">– </w:t>
      </w:r>
      <w:r w:rsidRPr="00425309">
        <w:t>Je ne m</w:t>
      </w:r>
      <w:r w:rsidR="000A6D5E">
        <w:t>’</w:t>
      </w:r>
      <w:r w:rsidRPr="00425309">
        <w:t>en doute même pas</w:t>
      </w:r>
      <w:r w:rsidR="000A6D5E">
        <w:t xml:space="preserve"> – </w:t>
      </w:r>
      <w:r w:rsidRPr="00425309">
        <w:t>et j</w:t>
      </w:r>
      <w:r w:rsidR="000A6D5E">
        <w:t>’</w:t>
      </w:r>
      <w:r w:rsidRPr="00425309">
        <w:t>ai si peur d</w:t>
      </w:r>
      <w:r w:rsidR="000A6D5E">
        <w:t>’</w:t>
      </w:r>
      <w:r w:rsidRPr="00425309">
        <w:t>être indiscret que j</w:t>
      </w:r>
      <w:r w:rsidR="000A6D5E">
        <w:t>’</w:t>
      </w:r>
      <w:r w:rsidRPr="00425309">
        <w:t>ose à peine vous le demander</w:t>
      </w:r>
      <w:r w:rsidR="000A6D5E">
        <w:t>.</w:t>
      </w:r>
    </w:p>
    <w:p w14:paraId="3DC3D2E8"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Et cependant</w:t>
      </w:r>
      <w:r w:rsidR="000A6D5E">
        <w:t xml:space="preserve">, </w:t>
      </w:r>
      <w:r w:rsidRPr="00425309">
        <w:t>bien que vous ne vous soyez pas douté de l</w:t>
      </w:r>
      <w:r w:rsidR="000A6D5E">
        <w:t>’</w:t>
      </w:r>
      <w:r w:rsidRPr="00425309">
        <w:t>objet de ma visite</w:t>
      </w:r>
      <w:r w:rsidR="000A6D5E">
        <w:t xml:space="preserve">, </w:t>
      </w:r>
      <w:r w:rsidRPr="00425309">
        <w:t>quelle excellente idée vous avez eue de me parler de votre bon Monsieur Pru</w:t>
      </w:r>
      <w:r w:rsidRPr="00425309">
        <w:t>d</w:t>
      </w:r>
      <w:r w:rsidRPr="00425309">
        <w:t>homme</w:t>
      </w:r>
      <w:r w:rsidR="000A6D5E">
        <w:t>…</w:t>
      </w:r>
    </w:p>
    <w:p w14:paraId="4A346F19" w14:textId="77777777" w:rsidR="000A6D5E" w:rsidRDefault="004036B1" w:rsidP="000A6D5E">
      <w:r w:rsidRPr="00425309">
        <w:rPr>
          <w:bCs/>
          <w:i/>
          <w:iCs/>
        </w:rPr>
        <w:t>HENRY-MONNIER</w:t>
      </w:r>
      <w:r w:rsidR="000A6D5E">
        <w:rPr>
          <w:bCs/>
          <w:i/>
          <w:iCs/>
        </w:rPr>
        <w:t xml:space="preserve">. – </w:t>
      </w:r>
      <w:r w:rsidRPr="00425309">
        <w:t>Pourquoi cela</w:t>
      </w:r>
      <w:r w:rsidR="000A6D5E">
        <w:t> ?</w:t>
      </w:r>
    </w:p>
    <w:p w14:paraId="3349D2DC"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Parce que</w:t>
      </w:r>
      <w:r w:rsidR="000A6D5E">
        <w:t xml:space="preserve">… </w:t>
      </w:r>
      <w:r w:rsidRPr="00425309">
        <w:t>dites-moi</w:t>
      </w:r>
      <w:r w:rsidR="000A6D5E">
        <w:t xml:space="preserve">… </w:t>
      </w:r>
      <w:r w:rsidRPr="00425309">
        <w:t>suis-je le pr</w:t>
      </w:r>
      <w:r w:rsidRPr="00425309">
        <w:t>e</w:t>
      </w:r>
      <w:r w:rsidRPr="00425309">
        <w:t>mier à qui vous en ayez parlé</w:t>
      </w:r>
      <w:r w:rsidR="000A6D5E">
        <w:t> ?</w:t>
      </w:r>
    </w:p>
    <w:p w14:paraId="3B72F266" w14:textId="77777777" w:rsidR="000A6D5E" w:rsidRDefault="004036B1" w:rsidP="000A6D5E">
      <w:r w:rsidRPr="00425309">
        <w:rPr>
          <w:bCs/>
          <w:i/>
          <w:iCs/>
        </w:rPr>
        <w:t>HENRY-MONNIER</w:t>
      </w:r>
      <w:r w:rsidR="000A6D5E">
        <w:rPr>
          <w:bCs/>
          <w:i/>
          <w:iCs/>
        </w:rPr>
        <w:t xml:space="preserve">. </w:t>
      </w:r>
      <w:r w:rsidR="000A6D5E">
        <w:t xml:space="preserve">– </w:t>
      </w:r>
      <w:r w:rsidRPr="00425309">
        <w:t>Non</w:t>
      </w:r>
      <w:r w:rsidR="000A6D5E">
        <w:t xml:space="preserve">… </w:t>
      </w:r>
      <w:r w:rsidRPr="00425309">
        <w:t>le second</w:t>
      </w:r>
      <w:r w:rsidR="000A6D5E">
        <w:t>.</w:t>
      </w:r>
    </w:p>
    <w:p w14:paraId="39D35990" w14:textId="77777777" w:rsidR="000A6D5E" w:rsidRDefault="004036B1" w:rsidP="000A6D5E">
      <w:r w:rsidRPr="00425309">
        <w:rPr>
          <w:bCs/>
          <w:i/>
          <w:iCs/>
        </w:rPr>
        <w:t xml:space="preserve">MONSIEUR </w:t>
      </w:r>
      <w:proofErr w:type="spellStart"/>
      <w:r w:rsidRPr="00425309">
        <w:rPr>
          <w:bCs/>
          <w:i/>
          <w:iCs/>
        </w:rPr>
        <w:t>GOZLAN</w:t>
      </w:r>
      <w:proofErr w:type="spellEnd"/>
      <w:r w:rsidR="000A6D5E">
        <w:rPr>
          <w:bCs/>
          <w:i/>
          <w:iCs/>
        </w:rPr>
        <w:t xml:space="preserve">. – </w:t>
      </w:r>
      <w:r w:rsidRPr="00425309">
        <w:t>Et le premier</w:t>
      </w:r>
      <w:r w:rsidR="000A6D5E">
        <w:t xml:space="preserve">, </w:t>
      </w:r>
      <w:r w:rsidRPr="00425309">
        <w:t>c</w:t>
      </w:r>
      <w:r w:rsidR="000A6D5E">
        <w:t>’</w:t>
      </w:r>
      <w:r w:rsidRPr="00425309">
        <w:t>était</w:t>
      </w:r>
      <w:r w:rsidR="000A6D5E">
        <w:t>… ?</w:t>
      </w:r>
    </w:p>
    <w:p w14:paraId="672A3C62" w14:textId="77777777" w:rsidR="000A6D5E" w:rsidRDefault="004036B1" w:rsidP="000A6D5E">
      <w:r w:rsidRPr="00425309">
        <w:rPr>
          <w:bCs/>
          <w:i/>
          <w:iCs/>
        </w:rPr>
        <w:t>HENRY-MONNIER</w:t>
      </w:r>
      <w:r w:rsidR="000A6D5E">
        <w:rPr>
          <w:bCs/>
          <w:i/>
          <w:iCs/>
        </w:rPr>
        <w:t xml:space="preserve">. </w:t>
      </w:r>
      <w:r w:rsidR="000A6D5E">
        <w:t xml:space="preserve">– </w:t>
      </w:r>
      <w:r w:rsidRPr="00425309">
        <w:t>Balzac</w:t>
      </w:r>
      <w:r w:rsidR="000A6D5E">
        <w:t>.</w:t>
      </w:r>
    </w:p>
    <w:p w14:paraId="01EBA80C"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J</w:t>
      </w:r>
      <w:r w:rsidR="000A6D5E">
        <w:t>’</w:t>
      </w:r>
      <w:r w:rsidRPr="00425309">
        <w:t>en étais sûr</w:t>
      </w:r>
      <w:r w:rsidR="000A6D5E">
        <w:t xml:space="preserve"> !… </w:t>
      </w:r>
      <w:r w:rsidRPr="00425309">
        <w:t>Eh</w:t>
      </w:r>
      <w:r w:rsidR="000A6D5E">
        <w:t xml:space="preserve"> ! </w:t>
      </w:r>
      <w:r w:rsidRPr="00425309">
        <w:t>Bien</w:t>
      </w:r>
      <w:r w:rsidR="000A6D5E">
        <w:t xml:space="preserve">, </w:t>
      </w:r>
      <w:r w:rsidRPr="00425309">
        <w:t>mon bon ami</w:t>
      </w:r>
      <w:r w:rsidR="000A6D5E">
        <w:t xml:space="preserve">, </w:t>
      </w:r>
      <w:r w:rsidRPr="00425309">
        <w:t>vous avez eu absolument tort de lui en parler</w:t>
      </w:r>
      <w:r w:rsidR="000A6D5E">
        <w:t>.</w:t>
      </w:r>
    </w:p>
    <w:p w14:paraId="6BCCE93E" w14:textId="77777777" w:rsidR="000A6D5E" w:rsidRDefault="004036B1" w:rsidP="000A6D5E">
      <w:r w:rsidRPr="00425309">
        <w:rPr>
          <w:bCs/>
          <w:i/>
          <w:iCs/>
        </w:rPr>
        <w:t>HENRI-MONNIER</w:t>
      </w:r>
      <w:r w:rsidR="000A6D5E">
        <w:rPr>
          <w:bCs/>
          <w:i/>
          <w:iCs/>
        </w:rPr>
        <w:t xml:space="preserve">. – </w:t>
      </w:r>
      <w:r w:rsidRPr="00425309">
        <w:t>Et</w:t>
      </w:r>
      <w:r w:rsidR="000A6D5E">
        <w:t xml:space="preserve"> ! </w:t>
      </w:r>
      <w:r w:rsidRPr="00425309">
        <w:t>Pourquoi donc</w:t>
      </w:r>
      <w:r w:rsidR="000A6D5E">
        <w:t> ?</w:t>
      </w:r>
    </w:p>
    <w:p w14:paraId="00121331" w14:textId="77777777" w:rsidR="000A6D5E" w:rsidRDefault="004036B1" w:rsidP="000A6D5E">
      <w:r w:rsidRPr="00425309">
        <w:rPr>
          <w:bCs/>
          <w:i/>
          <w:iCs/>
        </w:rPr>
        <w:lastRenderedPageBreak/>
        <w:t xml:space="preserve">LÉON </w:t>
      </w:r>
      <w:proofErr w:type="spellStart"/>
      <w:r w:rsidRPr="00425309">
        <w:rPr>
          <w:bCs/>
          <w:i/>
          <w:iCs/>
        </w:rPr>
        <w:t>GOZLAN</w:t>
      </w:r>
      <w:proofErr w:type="spellEnd"/>
      <w:r w:rsidR="000A6D5E">
        <w:rPr>
          <w:bCs/>
          <w:i/>
          <w:iCs/>
        </w:rPr>
        <w:t xml:space="preserve">. </w:t>
      </w:r>
      <w:r w:rsidR="000A6D5E">
        <w:t xml:space="preserve">– </w:t>
      </w:r>
      <w:r w:rsidRPr="00425309">
        <w:t>Parce que je sors de chez lui</w:t>
      </w:r>
      <w:r w:rsidR="000A6D5E">
        <w:t xml:space="preserve"> – </w:t>
      </w:r>
      <w:r w:rsidRPr="00425309">
        <w:t>et qu</w:t>
      </w:r>
      <w:r w:rsidR="000A6D5E">
        <w:t>’</w:t>
      </w:r>
      <w:r w:rsidRPr="00425309">
        <w:t>il m</w:t>
      </w:r>
      <w:r w:rsidR="000A6D5E">
        <w:t>’</w:t>
      </w:r>
      <w:r w:rsidRPr="00425309">
        <w:t>en a touché deux mots</w:t>
      </w:r>
      <w:r w:rsidR="000A6D5E">
        <w:t xml:space="preserve">. </w:t>
      </w:r>
      <w:r w:rsidRPr="00425309">
        <w:t>Votre bonhomme lui trotte par la tête d</w:t>
      </w:r>
      <w:r w:rsidRPr="00425309">
        <w:t>e</w:t>
      </w:r>
      <w:r w:rsidRPr="00425309">
        <w:t>puis ce jour-là</w:t>
      </w:r>
      <w:r w:rsidR="000A6D5E">
        <w:t xml:space="preserve">… </w:t>
      </w:r>
      <w:r w:rsidRPr="00425309">
        <w:t>et je vous préviens qu</w:t>
      </w:r>
      <w:r w:rsidR="000A6D5E">
        <w:t>’</w:t>
      </w:r>
      <w:r w:rsidRPr="00425309">
        <w:t>il va vous le prendre</w:t>
      </w:r>
      <w:r w:rsidR="000A6D5E">
        <w:t xml:space="preserve">. </w:t>
      </w:r>
      <w:r w:rsidRPr="00425309">
        <w:t>Il ne faut jamais rien raconter à Balzac</w:t>
      </w:r>
      <w:r w:rsidR="000A6D5E">
        <w:t xml:space="preserve">. </w:t>
      </w:r>
      <w:r w:rsidRPr="00425309">
        <w:t>Il a tout de suite senti quel parti l</w:t>
      </w:r>
      <w:r w:rsidR="000A6D5E">
        <w:t>’</w:t>
      </w:r>
      <w:r w:rsidRPr="00425309">
        <w:t>on pouvait tirer d</w:t>
      </w:r>
      <w:r w:rsidR="000A6D5E">
        <w:t>’</w:t>
      </w:r>
      <w:r w:rsidRPr="00425309">
        <w:t>un tel personnage</w:t>
      </w:r>
      <w:r w:rsidR="000A6D5E">
        <w:t xml:space="preserve"> – </w:t>
      </w:r>
      <w:r w:rsidRPr="00425309">
        <w:t>et je venais vous en avertir</w:t>
      </w:r>
      <w:r w:rsidR="000A6D5E">
        <w:t>.</w:t>
      </w:r>
    </w:p>
    <w:p w14:paraId="7E1F80A0" w14:textId="77777777" w:rsidR="000A6D5E" w:rsidRDefault="004036B1" w:rsidP="000A6D5E">
      <w:r w:rsidRPr="00425309">
        <w:rPr>
          <w:bCs/>
          <w:i/>
          <w:iCs/>
        </w:rPr>
        <w:t>HENRY-MONNIER</w:t>
      </w:r>
      <w:r w:rsidR="000A6D5E">
        <w:rPr>
          <w:bCs/>
          <w:i/>
          <w:iCs/>
        </w:rPr>
        <w:t xml:space="preserve">. </w:t>
      </w:r>
      <w:r w:rsidR="000A6D5E">
        <w:t xml:space="preserve">– </w:t>
      </w:r>
      <w:r w:rsidRPr="00425309">
        <w:t>Je vous en remercie</w:t>
      </w:r>
      <w:r w:rsidR="000A6D5E">
        <w:t xml:space="preserve">. </w:t>
      </w:r>
      <w:r w:rsidRPr="00425309">
        <w:t>Oui</w:t>
      </w:r>
      <w:r w:rsidR="000A6D5E">
        <w:t xml:space="preserve">, </w:t>
      </w:r>
      <w:r w:rsidRPr="00425309">
        <w:t>c</w:t>
      </w:r>
      <w:r w:rsidR="000A6D5E">
        <w:t>’</w:t>
      </w:r>
      <w:r w:rsidRPr="00425309">
        <w:t>est st</w:t>
      </w:r>
      <w:r w:rsidRPr="00425309">
        <w:t>u</w:t>
      </w:r>
      <w:r w:rsidRPr="00425309">
        <w:t>pide ce que j</w:t>
      </w:r>
      <w:r w:rsidR="000A6D5E">
        <w:t>’</w:t>
      </w:r>
      <w:r w:rsidRPr="00425309">
        <w:t>ai fait là</w:t>
      </w:r>
      <w:r w:rsidR="000A6D5E">
        <w:t xml:space="preserve">. </w:t>
      </w:r>
      <w:r w:rsidRPr="00425309">
        <w:t>Je l</w:t>
      </w:r>
      <w:r w:rsidR="000A6D5E">
        <w:t>’</w:t>
      </w:r>
      <w:r w:rsidRPr="00425309">
        <w:t>ai tout de suite regretté</w:t>
      </w:r>
      <w:r w:rsidR="000A6D5E">
        <w:t xml:space="preserve"> – </w:t>
      </w:r>
      <w:r w:rsidRPr="00425309">
        <w:t>trop tard</w:t>
      </w:r>
      <w:r w:rsidR="000A6D5E">
        <w:t xml:space="preserve">, </w:t>
      </w:r>
      <w:r w:rsidRPr="00425309">
        <w:t>ma</w:t>
      </w:r>
      <w:r w:rsidRPr="00425309">
        <w:t>l</w:t>
      </w:r>
      <w:r w:rsidRPr="00425309">
        <w:t>heureusement</w:t>
      </w:r>
      <w:r w:rsidR="000A6D5E">
        <w:t xml:space="preserve"> !… </w:t>
      </w:r>
      <w:r w:rsidRPr="00425309">
        <w:t>C</w:t>
      </w:r>
      <w:r w:rsidR="000A6D5E">
        <w:t>’</w:t>
      </w:r>
      <w:r w:rsidRPr="00425309">
        <w:t>est d</w:t>
      </w:r>
      <w:r w:rsidR="000A6D5E">
        <w:t>’</w:t>
      </w:r>
      <w:r w:rsidRPr="00425309">
        <w:t>ailleurs une manie détestable que j</w:t>
      </w:r>
      <w:r w:rsidR="000A6D5E">
        <w:t>’</w:t>
      </w:r>
      <w:r w:rsidRPr="00425309">
        <w:t>ai de raconter à tout le monde les idées qui me viennent</w:t>
      </w:r>
      <w:r w:rsidR="000A6D5E">
        <w:t>.</w:t>
      </w:r>
    </w:p>
    <w:p w14:paraId="3EA8C5C6"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Guérissez-vous de cette manie</w:t>
      </w:r>
      <w:r w:rsidR="000A6D5E">
        <w:t>.</w:t>
      </w:r>
    </w:p>
    <w:p w14:paraId="11DDE344" w14:textId="77777777" w:rsidR="000A6D5E" w:rsidRDefault="004036B1" w:rsidP="000A6D5E">
      <w:r w:rsidRPr="00425309">
        <w:rPr>
          <w:bCs/>
          <w:i/>
          <w:iCs/>
        </w:rPr>
        <w:t>HENRY-MONNIER</w:t>
      </w:r>
      <w:r w:rsidR="000A6D5E">
        <w:rPr>
          <w:bCs/>
          <w:i/>
          <w:iCs/>
        </w:rPr>
        <w:t xml:space="preserve">. </w:t>
      </w:r>
      <w:r w:rsidR="000A6D5E">
        <w:t xml:space="preserve">– </w:t>
      </w:r>
      <w:r w:rsidRPr="00425309">
        <w:t>À vrai dire</w:t>
      </w:r>
      <w:r w:rsidR="000A6D5E">
        <w:t xml:space="preserve">, </w:t>
      </w:r>
      <w:proofErr w:type="spellStart"/>
      <w:r w:rsidRPr="00425309">
        <w:t>Gozlan</w:t>
      </w:r>
      <w:proofErr w:type="spellEnd"/>
      <w:r w:rsidR="000A6D5E">
        <w:t xml:space="preserve">, </w:t>
      </w:r>
      <w:r w:rsidRPr="00425309">
        <w:t>c</w:t>
      </w:r>
      <w:r w:rsidR="000A6D5E">
        <w:t>’</w:t>
      </w:r>
      <w:r w:rsidRPr="00425309">
        <w:t>est plus qu</w:t>
      </w:r>
      <w:r w:rsidR="000A6D5E">
        <w:t>’</w:t>
      </w:r>
      <w:r w:rsidRPr="00425309">
        <w:t>une manie</w:t>
      </w:r>
      <w:r w:rsidR="000A6D5E">
        <w:t xml:space="preserve">… </w:t>
      </w:r>
      <w:r w:rsidRPr="00425309">
        <w:t>c</w:t>
      </w:r>
      <w:r w:rsidR="000A6D5E">
        <w:t>’</w:t>
      </w:r>
      <w:r w:rsidRPr="00425309">
        <w:t>est plus qu</w:t>
      </w:r>
      <w:r w:rsidR="000A6D5E">
        <w:t>’</w:t>
      </w:r>
      <w:r w:rsidRPr="00425309">
        <w:t>une habitude</w:t>
      </w:r>
      <w:r w:rsidR="000A6D5E">
        <w:t xml:space="preserve">… </w:t>
      </w:r>
      <w:r w:rsidRPr="00425309">
        <w:t>c</w:t>
      </w:r>
      <w:r w:rsidR="000A6D5E">
        <w:t>’</w:t>
      </w:r>
      <w:r w:rsidRPr="00425309">
        <w:t>est un besoin chez moi de raconter mes pièces</w:t>
      </w:r>
      <w:r w:rsidR="000A6D5E">
        <w:t xml:space="preserve">… </w:t>
      </w:r>
      <w:r w:rsidRPr="00425309">
        <w:t>car c</w:t>
      </w:r>
      <w:r w:rsidR="000A6D5E">
        <w:t>’</w:t>
      </w:r>
      <w:r w:rsidRPr="00425309">
        <w:t>est ainsi que je les fais</w:t>
      </w:r>
      <w:r w:rsidR="000A6D5E">
        <w:t xml:space="preserve">… </w:t>
      </w:r>
      <w:r w:rsidRPr="00425309">
        <w:t>et quand je les sais par cœur</w:t>
      </w:r>
      <w:r w:rsidR="000A6D5E">
        <w:t xml:space="preserve">, </w:t>
      </w:r>
      <w:r w:rsidRPr="00425309">
        <w:t>à force de les avoir racontées</w:t>
      </w:r>
      <w:r w:rsidR="000A6D5E">
        <w:t xml:space="preserve">, </w:t>
      </w:r>
      <w:r w:rsidRPr="00425309">
        <w:t>alors</w:t>
      </w:r>
      <w:r w:rsidR="000A6D5E">
        <w:t xml:space="preserve">, </w:t>
      </w:r>
      <w:r w:rsidRPr="00425309">
        <w:t>je les écris</w:t>
      </w:r>
      <w:r w:rsidR="000A6D5E">
        <w:t>.</w:t>
      </w:r>
    </w:p>
    <w:p w14:paraId="0D610182"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Chacun travaille à sa manière</w:t>
      </w:r>
      <w:r w:rsidR="000A6D5E">
        <w:t xml:space="preserve">. </w:t>
      </w:r>
      <w:r w:rsidRPr="00425309">
        <w:t>Raco</w:t>
      </w:r>
      <w:r w:rsidRPr="00425309">
        <w:t>n</w:t>
      </w:r>
      <w:r w:rsidRPr="00425309">
        <w:t>tez-les à tout le monde</w:t>
      </w:r>
      <w:r w:rsidR="000A6D5E">
        <w:t xml:space="preserve">… </w:t>
      </w:r>
      <w:r w:rsidRPr="00425309">
        <w:t>excepté à vos confrères</w:t>
      </w:r>
      <w:r w:rsidR="000A6D5E">
        <w:t>.</w:t>
      </w:r>
    </w:p>
    <w:p w14:paraId="193A5996" w14:textId="77777777" w:rsidR="000A6D5E" w:rsidRDefault="004036B1" w:rsidP="000A6D5E">
      <w:r w:rsidRPr="00425309">
        <w:rPr>
          <w:bCs/>
          <w:i/>
          <w:iCs/>
        </w:rPr>
        <w:t>HENRY-MONNIER</w:t>
      </w:r>
      <w:r w:rsidR="000A6D5E">
        <w:rPr>
          <w:bCs/>
          <w:i/>
          <w:iCs/>
        </w:rPr>
        <w:t xml:space="preserve">. </w:t>
      </w:r>
      <w:r w:rsidR="000A6D5E">
        <w:t xml:space="preserve">– </w:t>
      </w:r>
      <w:r w:rsidRPr="00425309">
        <w:t>J</w:t>
      </w:r>
      <w:r w:rsidR="000A6D5E">
        <w:t>’</w:t>
      </w:r>
      <w:r w:rsidRPr="00425309">
        <w:t>aurais dû me méfier</w:t>
      </w:r>
      <w:r w:rsidR="000A6D5E">
        <w:t xml:space="preserve">, </w:t>
      </w:r>
      <w:r w:rsidRPr="00425309">
        <w:t>c</w:t>
      </w:r>
      <w:r w:rsidR="000A6D5E">
        <w:t>’</w:t>
      </w:r>
      <w:r w:rsidRPr="00425309">
        <w:t>est vrai</w:t>
      </w:r>
      <w:r w:rsidR="000A6D5E">
        <w:t xml:space="preserve">, </w:t>
      </w:r>
      <w:r w:rsidRPr="00425309">
        <w:t>lorsqu</w:t>
      </w:r>
      <w:r w:rsidR="000A6D5E">
        <w:t>’</w:t>
      </w:r>
      <w:r w:rsidRPr="00425309">
        <w:t>il m</w:t>
      </w:r>
      <w:r w:rsidR="000A6D5E">
        <w:t>’</w:t>
      </w:r>
      <w:r w:rsidRPr="00425309">
        <w:t>a demandé de lui en faire un croquis</w:t>
      </w:r>
      <w:r w:rsidR="000A6D5E">
        <w:t>.</w:t>
      </w:r>
    </w:p>
    <w:p w14:paraId="7879FDC8"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Vous l</w:t>
      </w:r>
      <w:r w:rsidR="000A6D5E">
        <w:t>’</w:t>
      </w:r>
      <w:r w:rsidRPr="00425309">
        <w:t>avez fait</w:t>
      </w:r>
      <w:r w:rsidR="000A6D5E">
        <w:t> ?</w:t>
      </w:r>
    </w:p>
    <w:p w14:paraId="43251DF3" w14:textId="77777777" w:rsidR="000A6D5E" w:rsidRDefault="004036B1" w:rsidP="000A6D5E">
      <w:r w:rsidRPr="00425309">
        <w:rPr>
          <w:bCs/>
          <w:i/>
          <w:iCs/>
        </w:rPr>
        <w:t>HENRY-MONNIER</w:t>
      </w:r>
      <w:r w:rsidR="000A6D5E">
        <w:rPr>
          <w:bCs/>
          <w:i/>
          <w:iCs/>
        </w:rPr>
        <w:t xml:space="preserve">. </w:t>
      </w:r>
      <w:r w:rsidR="000A6D5E">
        <w:t xml:space="preserve">– </w:t>
      </w:r>
      <w:r w:rsidRPr="00425309">
        <w:t>Bien entendu</w:t>
      </w:r>
      <w:r w:rsidR="000A6D5E">
        <w:t>.</w:t>
      </w:r>
    </w:p>
    <w:p w14:paraId="0AC76A2A"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 </w:t>
      </w:r>
      <w:r w:rsidRPr="00425309">
        <w:t>Quelle folie</w:t>
      </w:r>
      <w:r w:rsidR="000A6D5E">
        <w:t xml:space="preserve"> ! </w:t>
      </w:r>
      <w:r w:rsidRPr="00425309">
        <w:t>Eh</w:t>
      </w:r>
      <w:r w:rsidR="000A6D5E">
        <w:t xml:space="preserve"> ! </w:t>
      </w:r>
      <w:r w:rsidRPr="00425309">
        <w:t>Bien</w:t>
      </w:r>
      <w:r w:rsidR="000A6D5E">
        <w:t xml:space="preserve">, </w:t>
      </w:r>
      <w:r w:rsidRPr="00425309">
        <w:t>alors</w:t>
      </w:r>
      <w:r w:rsidR="000A6D5E">
        <w:t xml:space="preserve">, </w:t>
      </w:r>
      <w:r w:rsidRPr="00425309">
        <w:t>mon ami</w:t>
      </w:r>
      <w:r w:rsidR="000A6D5E">
        <w:t xml:space="preserve">, </w:t>
      </w:r>
      <w:r w:rsidRPr="00425309">
        <w:t>vous n</w:t>
      </w:r>
      <w:r w:rsidR="000A6D5E">
        <w:t>’</w:t>
      </w:r>
      <w:r w:rsidRPr="00425309">
        <w:t>avez pas de temps à perdre</w:t>
      </w:r>
      <w:r w:rsidR="000A6D5E">
        <w:t xml:space="preserve">. </w:t>
      </w:r>
      <w:r w:rsidRPr="00425309">
        <w:t>Si c</w:t>
      </w:r>
      <w:r w:rsidR="000A6D5E">
        <w:t>’</w:t>
      </w:r>
      <w:r w:rsidRPr="00425309">
        <w:t>est une pièce que vous faites</w:t>
      </w:r>
      <w:r w:rsidR="000A6D5E">
        <w:t xml:space="preserve">, </w:t>
      </w:r>
      <w:r w:rsidRPr="00425309">
        <w:t>annoncez-la tout de suite dans les journaux</w:t>
      </w:r>
      <w:r w:rsidR="000A6D5E">
        <w:t xml:space="preserve">… </w:t>
      </w:r>
      <w:r w:rsidRPr="00425309">
        <w:t>et donnez à votre pièce le nom de votre personnage</w:t>
      </w:r>
      <w:r w:rsidR="000A6D5E">
        <w:t xml:space="preserve">… </w:t>
      </w:r>
      <w:r w:rsidRPr="00425309">
        <w:t>et te</w:t>
      </w:r>
      <w:r w:rsidRPr="00425309">
        <w:t>r</w:t>
      </w:r>
      <w:r w:rsidRPr="00425309">
        <w:t>minez-la vite</w:t>
      </w:r>
      <w:r w:rsidR="000A6D5E">
        <w:t xml:space="preserve">… </w:t>
      </w:r>
      <w:r w:rsidRPr="00425309">
        <w:t>et faites-la jouer dans n</w:t>
      </w:r>
      <w:r w:rsidR="000A6D5E">
        <w:t>’</w:t>
      </w:r>
      <w:r w:rsidRPr="00425309">
        <w:t>importe quel théâtre</w:t>
      </w:r>
      <w:r w:rsidR="000A6D5E">
        <w:t xml:space="preserve"> – </w:t>
      </w:r>
      <w:r w:rsidRPr="00425309">
        <w:t>enfin</w:t>
      </w:r>
      <w:r w:rsidR="000A6D5E">
        <w:t xml:space="preserve">, </w:t>
      </w:r>
      <w:r w:rsidRPr="00425309">
        <w:t>coupez-lui l</w:t>
      </w:r>
      <w:r w:rsidR="000A6D5E">
        <w:t>’</w:t>
      </w:r>
      <w:r w:rsidRPr="00425309">
        <w:t>herbe sous le pied</w:t>
      </w:r>
      <w:r w:rsidR="000A6D5E">
        <w:t xml:space="preserve">. </w:t>
      </w:r>
      <w:r w:rsidRPr="00425309">
        <w:t>C</w:t>
      </w:r>
      <w:r w:rsidR="000A6D5E">
        <w:t>’</w:t>
      </w:r>
      <w:r w:rsidRPr="00425309">
        <w:t>est un conseil d</w:t>
      </w:r>
      <w:r w:rsidR="000A6D5E">
        <w:t>’</w:t>
      </w:r>
      <w:r w:rsidRPr="00425309">
        <w:t xml:space="preserve">ami que je </w:t>
      </w:r>
      <w:r w:rsidRPr="00425309">
        <w:lastRenderedPageBreak/>
        <w:t>vous donne là</w:t>
      </w:r>
      <w:r w:rsidR="000A6D5E">
        <w:t xml:space="preserve">… </w:t>
      </w:r>
      <w:r w:rsidRPr="00425309">
        <w:t>parce que</w:t>
      </w:r>
      <w:r w:rsidR="000A6D5E">
        <w:t xml:space="preserve">, </w:t>
      </w:r>
      <w:r w:rsidRPr="00425309">
        <w:t>vous savez</w:t>
      </w:r>
      <w:r w:rsidR="000A6D5E">
        <w:t xml:space="preserve">, </w:t>
      </w:r>
      <w:r w:rsidRPr="00425309">
        <w:t>Balzac</w:t>
      </w:r>
      <w:r w:rsidR="000A6D5E">
        <w:t xml:space="preserve">… </w:t>
      </w:r>
      <w:r w:rsidRPr="00425309">
        <w:t>c</w:t>
      </w:r>
      <w:r w:rsidR="000A6D5E">
        <w:t>’</w:t>
      </w:r>
      <w:r w:rsidRPr="00425309">
        <w:t>est un géant</w:t>
      </w:r>
      <w:r w:rsidR="000A6D5E">
        <w:t xml:space="preserve">, </w:t>
      </w:r>
      <w:r w:rsidRPr="00425309">
        <w:t>c</w:t>
      </w:r>
      <w:r w:rsidR="000A6D5E">
        <w:t>’</w:t>
      </w:r>
      <w:r w:rsidRPr="00425309">
        <w:t>est un g</w:t>
      </w:r>
      <w:r w:rsidRPr="00425309">
        <w:t>é</w:t>
      </w:r>
      <w:r w:rsidRPr="00425309">
        <w:t>nie</w:t>
      </w:r>
      <w:r w:rsidR="000A6D5E">
        <w:t xml:space="preserve">… </w:t>
      </w:r>
      <w:r w:rsidRPr="00425309">
        <w:t>mais c</w:t>
      </w:r>
      <w:r w:rsidR="000A6D5E">
        <w:t>’</w:t>
      </w:r>
      <w:r w:rsidRPr="00425309">
        <w:t>est un homme</w:t>
      </w:r>
      <w:r w:rsidR="000A6D5E">
        <w:t xml:space="preserve">… </w:t>
      </w:r>
      <w:r w:rsidRPr="00425309">
        <w:t>enfin</w:t>
      </w:r>
      <w:r w:rsidR="000A6D5E">
        <w:t>.</w:t>
      </w:r>
    </w:p>
    <w:p w14:paraId="08EDD116" w14:textId="77777777" w:rsidR="000A6D5E" w:rsidRDefault="004036B1" w:rsidP="000A6D5E">
      <w:r w:rsidRPr="00425309">
        <w:rPr>
          <w:bCs/>
          <w:i/>
          <w:iCs/>
        </w:rPr>
        <w:t>HENRY-MONNIER</w:t>
      </w:r>
      <w:r w:rsidR="000A6D5E">
        <w:rPr>
          <w:bCs/>
          <w:i/>
          <w:iCs/>
        </w:rPr>
        <w:t xml:space="preserve">. </w:t>
      </w:r>
      <w:r w:rsidR="000A6D5E">
        <w:t xml:space="preserve">– </w:t>
      </w:r>
      <w:r w:rsidRPr="00425309">
        <w:t>Oui</w:t>
      </w:r>
      <w:r w:rsidR="000A6D5E">
        <w:t xml:space="preserve">, </w:t>
      </w:r>
      <w:r w:rsidRPr="00425309">
        <w:t>oui</w:t>
      </w:r>
      <w:r w:rsidR="000A6D5E">
        <w:t>.</w:t>
      </w:r>
    </w:p>
    <w:p w14:paraId="55909089"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Pensez à cette réflexion admirable de Rivarol</w:t>
      </w:r>
      <w:r w:rsidR="000A6D5E">
        <w:t xml:space="preserve"> : </w:t>
      </w:r>
      <w:r w:rsidRPr="00425309">
        <w:t>Le Génie égorge ceux qu</w:t>
      </w:r>
      <w:r w:rsidR="000A6D5E">
        <w:t>’</w:t>
      </w:r>
      <w:r w:rsidRPr="00425309">
        <w:t>il pille</w:t>
      </w:r>
      <w:r w:rsidR="000A6D5E">
        <w:t xml:space="preserve">. </w:t>
      </w:r>
      <w:r w:rsidRPr="00425309">
        <w:t>Et là-dessus je m</w:t>
      </w:r>
      <w:r w:rsidR="000A6D5E">
        <w:t>’</w:t>
      </w:r>
      <w:r w:rsidRPr="00425309">
        <w:t>en vais pour vous laisser travailler</w:t>
      </w:r>
      <w:r w:rsidR="000A6D5E">
        <w:t>.</w:t>
      </w:r>
    </w:p>
    <w:p w14:paraId="44D8BFAB" w14:textId="77777777" w:rsidR="000A6D5E" w:rsidRDefault="000A6D5E" w:rsidP="000A6D5E">
      <w:r>
        <w:rPr>
          <w:bCs/>
          <w:i/>
          <w:iCs/>
        </w:rPr>
        <w:t>(</w:t>
      </w:r>
      <w:r w:rsidR="004036B1" w:rsidRPr="00425309">
        <w:rPr>
          <w:bCs/>
          <w:i/>
          <w:iCs/>
        </w:rPr>
        <w:t>À Caroline</w:t>
      </w:r>
      <w:r>
        <w:rPr>
          <w:bCs/>
          <w:i/>
          <w:iCs/>
        </w:rPr>
        <w:t>.)</w:t>
      </w:r>
    </w:p>
    <w:p w14:paraId="427AD93B" w14:textId="77777777" w:rsidR="000A6D5E" w:rsidRDefault="004036B1" w:rsidP="000A6D5E">
      <w:r w:rsidRPr="00425309">
        <w:t>Adieu</w:t>
      </w:r>
      <w:r w:rsidR="000A6D5E">
        <w:t xml:space="preserve">, </w:t>
      </w:r>
      <w:r w:rsidRPr="00425309">
        <w:t>gentille amie</w:t>
      </w:r>
      <w:r w:rsidR="000A6D5E">
        <w:t>.</w:t>
      </w:r>
    </w:p>
    <w:p w14:paraId="72F11F3E" w14:textId="77777777" w:rsidR="000A6D5E" w:rsidRDefault="000A6D5E" w:rsidP="000A6D5E">
      <w:r>
        <w:rPr>
          <w:bCs/>
          <w:i/>
          <w:iCs/>
        </w:rPr>
        <w:t>(</w:t>
      </w:r>
      <w:r w:rsidR="004036B1" w:rsidRPr="00425309">
        <w:rPr>
          <w:bCs/>
          <w:i/>
          <w:iCs/>
        </w:rPr>
        <w:t>À son oreille</w:t>
      </w:r>
      <w:r>
        <w:rPr>
          <w:bCs/>
          <w:i/>
          <w:iCs/>
        </w:rPr>
        <w:t>.)</w:t>
      </w:r>
    </w:p>
    <w:p w14:paraId="21B79541" w14:textId="77777777" w:rsidR="000A6D5E" w:rsidRDefault="004036B1" w:rsidP="000A6D5E">
      <w:r w:rsidRPr="00425309">
        <w:t>Vous voyez</w:t>
      </w:r>
      <w:r w:rsidR="000A6D5E">
        <w:t xml:space="preserve">, </w:t>
      </w:r>
      <w:r w:rsidRPr="00425309">
        <w:t>quand il veut</w:t>
      </w:r>
      <w:r w:rsidR="000A6D5E">
        <w:t xml:space="preserve">, </w:t>
      </w:r>
      <w:r w:rsidRPr="00425309">
        <w:t>comme il est raisonnable</w:t>
      </w:r>
      <w:r w:rsidR="000A6D5E">
        <w:t>.</w:t>
      </w:r>
    </w:p>
    <w:p w14:paraId="78EDB6CD" w14:textId="77777777" w:rsidR="000A6D5E" w:rsidRDefault="004036B1" w:rsidP="000A6D5E">
      <w:r w:rsidRPr="00425309">
        <w:rPr>
          <w:bCs/>
          <w:i/>
          <w:iCs/>
        </w:rPr>
        <w:t>CAROLINE</w:t>
      </w:r>
      <w:r w:rsidR="000A6D5E">
        <w:rPr>
          <w:bCs/>
          <w:i/>
          <w:iCs/>
        </w:rPr>
        <w:t xml:space="preserve">. </w:t>
      </w:r>
      <w:r w:rsidR="000A6D5E">
        <w:t xml:space="preserve">– </w:t>
      </w:r>
      <w:r w:rsidRPr="00425309">
        <w:t>C</w:t>
      </w:r>
      <w:r w:rsidR="000A6D5E">
        <w:t>’</w:t>
      </w:r>
      <w:r w:rsidRPr="00425309">
        <w:t>est vrai</w:t>
      </w:r>
      <w:r w:rsidR="000A6D5E">
        <w:t>.</w:t>
      </w:r>
    </w:p>
    <w:p w14:paraId="3409D4A2"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Profitez-en</w:t>
      </w:r>
      <w:r w:rsidR="000A6D5E">
        <w:t xml:space="preserve"> – </w:t>
      </w:r>
      <w:r w:rsidRPr="00425309">
        <w:t>et parlez-lui</w:t>
      </w:r>
      <w:r w:rsidR="000A6D5E">
        <w:t>.</w:t>
      </w:r>
    </w:p>
    <w:p w14:paraId="4060B159" w14:textId="77777777" w:rsidR="000A6D5E" w:rsidRDefault="004036B1" w:rsidP="000A6D5E">
      <w:r w:rsidRPr="00425309">
        <w:rPr>
          <w:bCs/>
          <w:i/>
          <w:iCs/>
        </w:rPr>
        <w:t>CAROLINE</w:t>
      </w:r>
      <w:r w:rsidR="000A6D5E">
        <w:rPr>
          <w:bCs/>
          <w:i/>
          <w:iCs/>
        </w:rPr>
        <w:t xml:space="preserve">. </w:t>
      </w:r>
      <w:r w:rsidR="000A6D5E">
        <w:t xml:space="preserve">– </w:t>
      </w:r>
      <w:r w:rsidRPr="00425309">
        <w:t>Je vais le faire</w:t>
      </w:r>
      <w:r w:rsidR="000A6D5E">
        <w:t>.</w:t>
      </w:r>
    </w:p>
    <w:p w14:paraId="54829054"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Au r</w:t>
      </w:r>
      <w:r w:rsidRPr="00425309">
        <w:t>e</w:t>
      </w:r>
      <w:r w:rsidRPr="00425309">
        <w:t>voir</w:t>
      </w:r>
      <w:r w:rsidR="000A6D5E">
        <w:t xml:space="preserve">. </w:t>
      </w:r>
      <w:r w:rsidRPr="00425309">
        <w:t>Bon travail</w:t>
      </w:r>
      <w:r w:rsidR="000A6D5E">
        <w:t>.</w:t>
      </w:r>
    </w:p>
    <w:p w14:paraId="691BB11B" w14:textId="77777777" w:rsidR="000A6D5E" w:rsidRDefault="004036B1" w:rsidP="000A6D5E">
      <w:r w:rsidRPr="00425309">
        <w:rPr>
          <w:bCs/>
          <w:i/>
          <w:iCs/>
        </w:rPr>
        <w:t>HENRY-MONNIER</w:t>
      </w:r>
      <w:r w:rsidR="000A6D5E">
        <w:rPr>
          <w:bCs/>
          <w:i/>
          <w:iCs/>
        </w:rPr>
        <w:t xml:space="preserve">. </w:t>
      </w:r>
      <w:r w:rsidR="000A6D5E">
        <w:t xml:space="preserve">– </w:t>
      </w:r>
      <w:r w:rsidRPr="00425309">
        <w:t>Hélas</w:t>
      </w:r>
      <w:r w:rsidR="000A6D5E">
        <w:t> !</w:t>
      </w:r>
    </w:p>
    <w:p w14:paraId="7F54DB0D"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000A6D5E">
        <w:t xml:space="preserve">– </w:t>
      </w:r>
      <w:r w:rsidRPr="00425309">
        <w:t xml:space="preserve">Pourquoi </w:t>
      </w:r>
      <w:r w:rsidR="000A6D5E">
        <w:t>« </w:t>
      </w:r>
      <w:r w:rsidRPr="00425309">
        <w:t>hélas</w:t>
      </w:r>
      <w:r w:rsidR="000A6D5E">
        <w:t xml:space="preserve"> »… </w:t>
      </w:r>
      <w:r w:rsidRPr="00425309">
        <w:t>et que signifie cet air sombre</w:t>
      </w:r>
      <w:r w:rsidR="000A6D5E">
        <w:t> ?</w:t>
      </w:r>
    </w:p>
    <w:p w14:paraId="2C352EB5" w14:textId="77777777" w:rsidR="000A6D5E" w:rsidRDefault="004036B1" w:rsidP="000A6D5E">
      <w:r w:rsidRPr="00425309">
        <w:rPr>
          <w:bCs/>
          <w:i/>
          <w:iCs/>
        </w:rPr>
        <w:t>HENRY-MONNIER</w:t>
      </w:r>
      <w:r w:rsidR="000A6D5E">
        <w:rPr>
          <w:bCs/>
          <w:i/>
          <w:iCs/>
        </w:rPr>
        <w:t xml:space="preserve">. </w:t>
      </w:r>
      <w:r w:rsidR="000A6D5E">
        <w:t xml:space="preserve">– </w:t>
      </w:r>
      <w:r w:rsidRPr="00425309">
        <w:t>Je m</w:t>
      </w:r>
      <w:r w:rsidR="000A6D5E">
        <w:t>’</w:t>
      </w:r>
      <w:r w:rsidRPr="00425309">
        <w:t>en veux d</w:t>
      </w:r>
      <w:r w:rsidR="000A6D5E">
        <w:t>’</w:t>
      </w:r>
      <w:r w:rsidRPr="00425309">
        <w:t>être aussi bavard</w:t>
      </w:r>
      <w:r w:rsidR="000A6D5E">
        <w:t>.</w:t>
      </w:r>
    </w:p>
    <w:p w14:paraId="30CF3D7B" w14:textId="77777777" w:rsidR="000A6D5E" w:rsidRDefault="004036B1" w:rsidP="000A6D5E">
      <w:r w:rsidRPr="00425309">
        <w:rPr>
          <w:bCs/>
          <w:i/>
          <w:iCs/>
        </w:rPr>
        <w:t xml:space="preserve">LÉON </w:t>
      </w:r>
      <w:proofErr w:type="spellStart"/>
      <w:r w:rsidRPr="00425309">
        <w:rPr>
          <w:bCs/>
          <w:i/>
          <w:iCs/>
        </w:rPr>
        <w:t>GOZLAN</w:t>
      </w:r>
      <w:proofErr w:type="spellEnd"/>
      <w:r w:rsidR="000A6D5E">
        <w:rPr>
          <w:bCs/>
          <w:i/>
          <w:iCs/>
        </w:rPr>
        <w:t xml:space="preserve">, </w:t>
      </w:r>
      <w:r w:rsidRPr="00425309">
        <w:rPr>
          <w:bCs/>
          <w:i/>
          <w:iCs/>
        </w:rPr>
        <w:t>à Caroline</w:t>
      </w:r>
      <w:r w:rsidR="000A6D5E">
        <w:rPr>
          <w:bCs/>
          <w:i/>
          <w:iCs/>
        </w:rPr>
        <w:t xml:space="preserve">. </w:t>
      </w:r>
      <w:r w:rsidR="000A6D5E">
        <w:t xml:space="preserve">– </w:t>
      </w:r>
      <w:r w:rsidRPr="00425309">
        <w:t>Vous vouliez le voir triste</w:t>
      </w:r>
      <w:r w:rsidR="000A6D5E">
        <w:t xml:space="preserve">… </w:t>
      </w:r>
      <w:r w:rsidRPr="00425309">
        <w:t>soyez heureuse</w:t>
      </w:r>
      <w:r w:rsidR="000A6D5E">
        <w:t>.</w:t>
      </w:r>
    </w:p>
    <w:p w14:paraId="6D9DCDFD" w14:textId="77777777" w:rsidR="000A6D5E" w:rsidRDefault="004036B1" w:rsidP="000A6D5E">
      <w:r w:rsidRPr="00425309">
        <w:rPr>
          <w:bCs/>
          <w:i/>
          <w:iCs/>
        </w:rPr>
        <w:t>HENRY-MONNIER</w:t>
      </w:r>
      <w:r w:rsidR="000A6D5E">
        <w:rPr>
          <w:bCs/>
          <w:i/>
          <w:iCs/>
        </w:rPr>
        <w:t xml:space="preserve">, </w:t>
      </w:r>
      <w:r w:rsidRPr="00425309">
        <w:rPr>
          <w:bCs/>
          <w:i/>
          <w:iCs/>
        </w:rPr>
        <w:t>presque en colère</w:t>
      </w:r>
      <w:r w:rsidR="000A6D5E">
        <w:rPr>
          <w:bCs/>
          <w:i/>
          <w:iCs/>
        </w:rPr>
        <w:t xml:space="preserve">. </w:t>
      </w:r>
      <w:r w:rsidR="000A6D5E">
        <w:t xml:space="preserve">– </w:t>
      </w:r>
      <w:r w:rsidRPr="00425309">
        <w:t>Comment vo</w:t>
      </w:r>
      <w:r w:rsidRPr="00425309">
        <w:t>u</w:t>
      </w:r>
      <w:r w:rsidRPr="00425309">
        <w:t>lez-vous que je fasse</w:t>
      </w:r>
      <w:r w:rsidR="000A6D5E">
        <w:t xml:space="preserve"> ? </w:t>
      </w:r>
      <w:r w:rsidRPr="00425309">
        <w:t>Comment voulez-vous que je travaille dans ces conditions-là</w:t>
      </w:r>
      <w:r w:rsidR="000A6D5E">
        <w:t> !</w:t>
      </w:r>
    </w:p>
    <w:p w14:paraId="10379987" w14:textId="77777777" w:rsidR="000A6D5E" w:rsidRDefault="000A6D5E" w:rsidP="000A6D5E">
      <w:r>
        <w:rPr>
          <w:bCs/>
          <w:i/>
          <w:iCs/>
        </w:rPr>
        <w:t>(</w:t>
      </w:r>
      <w:r w:rsidR="004036B1" w:rsidRPr="00425309">
        <w:rPr>
          <w:bCs/>
          <w:i/>
          <w:iCs/>
        </w:rPr>
        <w:t>Il est devant sa longue table et il va d</w:t>
      </w:r>
      <w:r>
        <w:rPr>
          <w:bCs/>
          <w:i/>
          <w:iCs/>
        </w:rPr>
        <w:t>’</w:t>
      </w:r>
      <w:r w:rsidR="004036B1" w:rsidRPr="00425309">
        <w:rPr>
          <w:bCs/>
          <w:i/>
          <w:iCs/>
        </w:rPr>
        <w:t>une place à l</w:t>
      </w:r>
      <w:r>
        <w:rPr>
          <w:bCs/>
          <w:i/>
          <w:iCs/>
        </w:rPr>
        <w:t>’</w:t>
      </w:r>
      <w:r w:rsidR="004036B1" w:rsidRPr="00425309">
        <w:rPr>
          <w:bCs/>
          <w:i/>
          <w:iCs/>
        </w:rPr>
        <w:t>autre</w:t>
      </w:r>
      <w:r>
        <w:rPr>
          <w:bCs/>
          <w:i/>
          <w:iCs/>
        </w:rPr>
        <w:t>.</w:t>
      </w:r>
    </w:p>
    <w:p w14:paraId="46720939" w14:textId="77777777" w:rsidR="000A6D5E" w:rsidRDefault="004036B1" w:rsidP="000A6D5E">
      <w:r w:rsidRPr="00425309">
        <w:rPr>
          <w:bCs/>
          <w:i/>
          <w:iCs/>
        </w:rPr>
        <w:lastRenderedPageBreak/>
        <w:t>Il est tiraillé par ses trois professions</w:t>
      </w:r>
      <w:r w:rsidR="000A6D5E">
        <w:rPr>
          <w:bCs/>
          <w:i/>
          <w:iCs/>
        </w:rPr>
        <w:t xml:space="preserve">, </w:t>
      </w:r>
      <w:r w:rsidRPr="00425309">
        <w:rPr>
          <w:bCs/>
          <w:i/>
          <w:iCs/>
        </w:rPr>
        <w:t>écrivain</w:t>
      </w:r>
      <w:r w:rsidR="000A6D5E">
        <w:rPr>
          <w:bCs/>
          <w:i/>
          <w:iCs/>
        </w:rPr>
        <w:t xml:space="preserve">, </w:t>
      </w:r>
      <w:r w:rsidRPr="00425309">
        <w:rPr>
          <w:bCs/>
          <w:i/>
          <w:iCs/>
        </w:rPr>
        <w:t>dessin</w:t>
      </w:r>
      <w:r w:rsidRPr="00425309">
        <w:rPr>
          <w:bCs/>
          <w:i/>
          <w:iCs/>
        </w:rPr>
        <w:t>a</w:t>
      </w:r>
      <w:r w:rsidRPr="00425309">
        <w:rPr>
          <w:bCs/>
          <w:i/>
          <w:iCs/>
        </w:rPr>
        <w:t>teur</w:t>
      </w:r>
      <w:r w:rsidR="000A6D5E">
        <w:rPr>
          <w:bCs/>
          <w:i/>
          <w:iCs/>
        </w:rPr>
        <w:t xml:space="preserve">, </w:t>
      </w:r>
      <w:r w:rsidRPr="00425309">
        <w:rPr>
          <w:bCs/>
          <w:i/>
          <w:iCs/>
        </w:rPr>
        <w:t>acteur</w:t>
      </w:r>
      <w:r w:rsidR="000A6D5E">
        <w:rPr>
          <w:bCs/>
          <w:i/>
          <w:iCs/>
        </w:rPr>
        <w:t>.)</w:t>
      </w:r>
    </w:p>
    <w:p w14:paraId="56B3889B" w14:textId="77777777" w:rsidR="000A6D5E" w:rsidRDefault="004036B1" w:rsidP="000A6D5E">
      <w:r w:rsidRPr="00425309">
        <w:t>Il me faudrait deux mois de tranquillité absolue pour po</w:t>
      </w:r>
      <w:r w:rsidRPr="00425309">
        <w:t>u</w:t>
      </w:r>
      <w:r w:rsidRPr="00425309">
        <w:t>voir le mettre sur pied</w:t>
      </w:r>
      <w:r w:rsidR="000A6D5E">
        <w:t xml:space="preserve">, </w:t>
      </w:r>
      <w:r w:rsidRPr="00425309">
        <w:t>mon gros bonhomme</w:t>
      </w:r>
      <w:r w:rsidR="000A6D5E">
        <w:t xml:space="preserve">… </w:t>
      </w:r>
      <w:r w:rsidRPr="00425309">
        <w:t>Or</w:t>
      </w:r>
      <w:r w:rsidR="000A6D5E">
        <w:t xml:space="preserve">, </w:t>
      </w:r>
      <w:r w:rsidRPr="00425309">
        <w:t>j</w:t>
      </w:r>
      <w:r w:rsidR="000A6D5E">
        <w:t>’</w:t>
      </w:r>
      <w:r w:rsidRPr="00425309">
        <w:t>ai vingt-cinq lith</w:t>
      </w:r>
      <w:r w:rsidRPr="00425309">
        <w:t>o</w:t>
      </w:r>
      <w:r w:rsidRPr="00425309">
        <w:t>graphies à faire pour la nouvelle édition des chansons de Béra</w:t>
      </w:r>
      <w:r w:rsidRPr="00425309">
        <w:t>n</w:t>
      </w:r>
      <w:r w:rsidRPr="00425309">
        <w:t>ger</w:t>
      </w:r>
      <w:r w:rsidR="000A6D5E">
        <w:t xml:space="preserve">… </w:t>
      </w:r>
      <w:r w:rsidRPr="00425309">
        <w:t>j</w:t>
      </w:r>
      <w:r w:rsidR="000A6D5E">
        <w:t>’</w:t>
      </w:r>
      <w:r w:rsidRPr="00425309">
        <w:t>ai trois représentations à donner à Nantes du 16 au 19 de ce mois</w:t>
      </w:r>
      <w:r w:rsidR="000A6D5E">
        <w:t xml:space="preserve">… </w:t>
      </w:r>
      <w:r w:rsidRPr="00425309">
        <w:t>et le 28</w:t>
      </w:r>
      <w:r w:rsidR="000A6D5E">
        <w:t xml:space="preserve">, </w:t>
      </w:r>
      <w:r w:rsidRPr="00425309">
        <w:t>je joue à Toulon</w:t>
      </w:r>
      <w:r w:rsidR="000A6D5E">
        <w:t xml:space="preserve">… </w:t>
      </w:r>
      <w:r w:rsidRPr="00425309">
        <w:t>dame</w:t>
      </w:r>
      <w:r w:rsidR="000A6D5E">
        <w:t xml:space="preserve"> ! </w:t>
      </w:r>
      <w:r w:rsidRPr="00425309">
        <w:t>Il faut bien manger</w:t>
      </w:r>
      <w:r w:rsidR="000A6D5E">
        <w:t xml:space="preserve">, </w:t>
      </w:r>
      <w:r w:rsidRPr="00425309">
        <w:t>si peu que ce soit et ne fût-ce que deux fois par jour</w:t>
      </w:r>
      <w:r w:rsidR="000A6D5E">
        <w:t xml:space="preserve"> ! </w:t>
      </w:r>
      <w:r w:rsidR="000A6D5E">
        <w:rPr>
          <w:bCs/>
          <w:i/>
          <w:iCs/>
        </w:rPr>
        <w:t>(</w:t>
      </w:r>
      <w:r w:rsidRPr="00425309">
        <w:rPr>
          <w:bCs/>
          <w:i/>
          <w:iCs/>
        </w:rPr>
        <w:t xml:space="preserve">Il redevient </w:t>
      </w:r>
      <w:r w:rsidR="001269F2">
        <w:rPr>
          <w:bCs/>
          <w:i/>
          <w:iCs/>
        </w:rPr>
        <w:t>g</w:t>
      </w:r>
      <w:r w:rsidRPr="00425309">
        <w:rPr>
          <w:bCs/>
          <w:i/>
          <w:iCs/>
        </w:rPr>
        <w:t>ai</w:t>
      </w:r>
      <w:r w:rsidR="000A6D5E">
        <w:rPr>
          <w:bCs/>
          <w:i/>
          <w:iCs/>
        </w:rPr>
        <w:t xml:space="preserve">.) </w:t>
      </w:r>
      <w:r w:rsidRPr="00425309">
        <w:t>Et à ce propos</w:t>
      </w:r>
      <w:r w:rsidR="000A6D5E">
        <w:t xml:space="preserve">, </w:t>
      </w:r>
      <w:r w:rsidRPr="00425309">
        <w:t>vraiment</w:t>
      </w:r>
      <w:r w:rsidR="000A6D5E">
        <w:t xml:space="preserve">, </w:t>
      </w:r>
      <w:r w:rsidRPr="00425309">
        <w:t>quel dommage que la chose la plus coûteuse soit celle justement qu</w:t>
      </w:r>
      <w:r w:rsidR="000A6D5E">
        <w:t>’</w:t>
      </w:r>
      <w:r w:rsidRPr="00425309">
        <w:t>on fait le plus souvent</w:t>
      </w:r>
      <w:r w:rsidR="000A6D5E">
        <w:t xml:space="preserve"> !… </w:t>
      </w:r>
      <w:r w:rsidRPr="00425309">
        <w:t>Ah</w:t>
      </w:r>
      <w:r w:rsidR="000A6D5E">
        <w:t xml:space="preserve"> ! </w:t>
      </w:r>
      <w:r w:rsidRPr="00425309">
        <w:t xml:space="preserve">Mon bon </w:t>
      </w:r>
      <w:proofErr w:type="spellStart"/>
      <w:r w:rsidRPr="00425309">
        <w:t>Gozlan</w:t>
      </w:r>
      <w:proofErr w:type="spellEnd"/>
      <w:r w:rsidR="000A6D5E">
        <w:t xml:space="preserve">… </w:t>
      </w:r>
      <w:r w:rsidRPr="00425309">
        <w:t>je vous accompagne</w:t>
      </w:r>
      <w:r w:rsidR="000A6D5E">
        <w:t xml:space="preserve">, </w:t>
      </w:r>
      <w:r w:rsidRPr="00425309">
        <w:t>tenez</w:t>
      </w:r>
      <w:r w:rsidR="000A6D5E">
        <w:t>…</w:t>
      </w:r>
    </w:p>
    <w:p w14:paraId="6BD38953" w14:textId="77777777" w:rsidR="000A6D5E" w:rsidRDefault="000A6D5E" w:rsidP="000A6D5E">
      <w:r>
        <w:rPr>
          <w:bCs/>
          <w:i/>
          <w:iCs/>
        </w:rPr>
        <w:t>(</w:t>
      </w:r>
      <w:r w:rsidR="004036B1" w:rsidRPr="00425309">
        <w:rPr>
          <w:bCs/>
          <w:i/>
          <w:iCs/>
        </w:rPr>
        <w:t>Ils sortent tous deux</w:t>
      </w:r>
      <w:r>
        <w:rPr>
          <w:bCs/>
          <w:i/>
          <w:iCs/>
        </w:rPr>
        <w:t>.</w:t>
      </w:r>
    </w:p>
    <w:p w14:paraId="422BC429" w14:textId="77777777" w:rsidR="000A6D5E" w:rsidRDefault="004036B1" w:rsidP="000A6D5E">
      <w:r w:rsidRPr="00425309">
        <w:rPr>
          <w:bCs/>
          <w:i/>
          <w:iCs/>
        </w:rPr>
        <w:t>Elle est seule et elle réfléchit</w:t>
      </w:r>
      <w:r w:rsidR="000A6D5E">
        <w:rPr>
          <w:bCs/>
          <w:i/>
          <w:iCs/>
        </w:rPr>
        <w:t>.)</w:t>
      </w:r>
    </w:p>
    <w:p w14:paraId="4041E596" w14:textId="77777777" w:rsidR="000A6D5E" w:rsidRDefault="004036B1" w:rsidP="000A6D5E">
      <w:r w:rsidRPr="00425309">
        <w:rPr>
          <w:bCs/>
          <w:i/>
          <w:iCs/>
        </w:rPr>
        <w:t>HENRY-MONNIER</w:t>
      </w:r>
      <w:r w:rsidR="000A6D5E">
        <w:rPr>
          <w:bCs/>
          <w:i/>
          <w:iCs/>
        </w:rPr>
        <w:t xml:space="preserve">, </w:t>
      </w:r>
      <w:r w:rsidRPr="00425309">
        <w:rPr>
          <w:bCs/>
          <w:i/>
          <w:iCs/>
        </w:rPr>
        <w:t>rentrant un instant plus tard</w:t>
      </w:r>
      <w:r w:rsidR="000A6D5E">
        <w:rPr>
          <w:bCs/>
          <w:i/>
          <w:iCs/>
        </w:rPr>
        <w:t xml:space="preserve">. </w:t>
      </w:r>
      <w:r w:rsidR="000A6D5E">
        <w:t xml:space="preserve">– </w:t>
      </w:r>
      <w:r w:rsidRPr="00425309">
        <w:t>Est-ce curieux ce qui m</w:t>
      </w:r>
      <w:r w:rsidR="000A6D5E">
        <w:t>’</w:t>
      </w:r>
      <w:r w:rsidRPr="00425309">
        <w:t>arrive avec Balzac</w:t>
      </w:r>
      <w:r w:rsidR="000A6D5E">
        <w:t> ?</w:t>
      </w:r>
    </w:p>
    <w:p w14:paraId="27D65AD7" w14:textId="77777777" w:rsidR="000A6D5E" w:rsidRDefault="004036B1" w:rsidP="000A6D5E">
      <w:r w:rsidRPr="00425309">
        <w:rPr>
          <w:bCs/>
          <w:i/>
          <w:iCs/>
        </w:rPr>
        <w:t>CAROLINE</w:t>
      </w:r>
      <w:r w:rsidR="000A6D5E">
        <w:rPr>
          <w:bCs/>
          <w:i/>
          <w:iCs/>
        </w:rPr>
        <w:t xml:space="preserve">. </w:t>
      </w:r>
      <w:r w:rsidR="000A6D5E">
        <w:t xml:space="preserve">– </w:t>
      </w:r>
      <w:r w:rsidRPr="00425309">
        <w:t>Très curieux</w:t>
      </w:r>
      <w:r w:rsidR="000A6D5E">
        <w:t>…</w:t>
      </w:r>
    </w:p>
    <w:p w14:paraId="56D8237A" w14:textId="77777777" w:rsidR="000A6D5E" w:rsidRDefault="004036B1" w:rsidP="000A6D5E">
      <w:r w:rsidRPr="00425309">
        <w:rPr>
          <w:bCs/>
          <w:i/>
          <w:iCs/>
        </w:rPr>
        <w:t>HENRY-MONNIER</w:t>
      </w:r>
      <w:r w:rsidR="000A6D5E">
        <w:rPr>
          <w:bCs/>
          <w:i/>
          <w:iCs/>
        </w:rPr>
        <w:t xml:space="preserve">. – </w:t>
      </w:r>
      <w:r w:rsidRPr="00425309">
        <w:t>C</w:t>
      </w:r>
      <w:r w:rsidR="000A6D5E">
        <w:t>’</w:t>
      </w:r>
      <w:r w:rsidRPr="00425309">
        <w:t>est flatteur</w:t>
      </w:r>
      <w:r w:rsidR="000A6D5E">
        <w:t xml:space="preserve">… </w:t>
      </w:r>
      <w:r w:rsidRPr="00425309">
        <w:t>mais c</w:t>
      </w:r>
      <w:r w:rsidR="000A6D5E">
        <w:t>’</w:t>
      </w:r>
      <w:r w:rsidRPr="00425309">
        <w:t>est e</w:t>
      </w:r>
      <w:r w:rsidRPr="00425309">
        <w:t>n</w:t>
      </w:r>
      <w:r w:rsidRPr="00425309">
        <w:t>nuyeux</w:t>
      </w:r>
      <w:r w:rsidR="000A6D5E">
        <w:t>…</w:t>
      </w:r>
    </w:p>
    <w:p w14:paraId="72FBAB6F" w14:textId="77777777" w:rsidR="000A6D5E" w:rsidRDefault="004036B1" w:rsidP="000A6D5E">
      <w:r w:rsidRPr="00425309">
        <w:rPr>
          <w:bCs/>
          <w:i/>
          <w:iCs/>
        </w:rPr>
        <w:t>CAROLINE</w:t>
      </w:r>
      <w:r w:rsidR="000A6D5E">
        <w:rPr>
          <w:bCs/>
          <w:i/>
          <w:iCs/>
        </w:rPr>
        <w:t xml:space="preserve">. – </w:t>
      </w:r>
      <w:r w:rsidRPr="00425309">
        <w:t>Oui</w:t>
      </w:r>
      <w:r w:rsidR="000A6D5E">
        <w:t>.</w:t>
      </w:r>
    </w:p>
    <w:p w14:paraId="0419D1C2" w14:textId="77777777" w:rsidR="000A6D5E" w:rsidRDefault="000A6D5E" w:rsidP="000A6D5E">
      <w:r>
        <w:rPr>
          <w:bCs/>
          <w:i/>
          <w:iCs/>
        </w:rPr>
        <w:t>(</w:t>
      </w:r>
      <w:r w:rsidR="004036B1" w:rsidRPr="00425309">
        <w:rPr>
          <w:bCs/>
          <w:i/>
          <w:iCs/>
        </w:rPr>
        <w:t>Il se met à la place où d</w:t>
      </w:r>
      <w:r>
        <w:rPr>
          <w:bCs/>
          <w:i/>
          <w:iCs/>
        </w:rPr>
        <w:t>’</w:t>
      </w:r>
      <w:r w:rsidR="004036B1" w:rsidRPr="00425309">
        <w:rPr>
          <w:bCs/>
          <w:i/>
          <w:iCs/>
        </w:rPr>
        <w:t>ordinaire il écrit</w:t>
      </w:r>
      <w:r>
        <w:rPr>
          <w:bCs/>
          <w:i/>
          <w:iCs/>
        </w:rPr>
        <w:t>.</w:t>
      </w:r>
    </w:p>
    <w:p w14:paraId="62A132A6" w14:textId="77777777" w:rsidR="000A6D5E" w:rsidRDefault="004036B1" w:rsidP="000A6D5E">
      <w:r w:rsidRPr="00425309">
        <w:rPr>
          <w:bCs/>
          <w:i/>
          <w:iCs/>
        </w:rPr>
        <w:t>On devine qu</w:t>
      </w:r>
      <w:r w:rsidR="000A6D5E">
        <w:rPr>
          <w:bCs/>
          <w:i/>
          <w:iCs/>
        </w:rPr>
        <w:t>’</w:t>
      </w:r>
      <w:r w:rsidRPr="00425309">
        <w:rPr>
          <w:bCs/>
          <w:i/>
          <w:iCs/>
        </w:rPr>
        <w:t>elle h</w:t>
      </w:r>
      <w:r w:rsidRPr="00425309">
        <w:rPr>
          <w:bCs/>
          <w:i/>
          <w:iCs/>
        </w:rPr>
        <w:t>é</w:t>
      </w:r>
      <w:r w:rsidRPr="00425309">
        <w:rPr>
          <w:bCs/>
          <w:i/>
          <w:iCs/>
        </w:rPr>
        <w:t>site à lui dire quelque chose</w:t>
      </w:r>
      <w:r w:rsidR="000A6D5E">
        <w:rPr>
          <w:bCs/>
          <w:i/>
          <w:iCs/>
        </w:rPr>
        <w:t>.</w:t>
      </w:r>
    </w:p>
    <w:p w14:paraId="5352E04D" w14:textId="77777777" w:rsidR="000A6D5E" w:rsidRDefault="004036B1" w:rsidP="000A6D5E">
      <w:r w:rsidRPr="00425309">
        <w:rPr>
          <w:bCs/>
          <w:i/>
          <w:iCs/>
        </w:rPr>
        <w:t>Elle prend à deux mains son courage</w:t>
      </w:r>
      <w:r w:rsidR="000A6D5E">
        <w:rPr>
          <w:bCs/>
          <w:i/>
          <w:iCs/>
        </w:rPr>
        <w:t>.)</w:t>
      </w:r>
    </w:p>
    <w:p w14:paraId="4D4E52AF" w14:textId="77777777" w:rsidR="000A6D5E" w:rsidRDefault="004036B1" w:rsidP="000A6D5E">
      <w:r w:rsidRPr="00425309">
        <w:t>Et si tu reprenais ta vie de garçon</w:t>
      </w:r>
      <w:r w:rsidR="000A6D5E">
        <w:t> ?</w:t>
      </w:r>
    </w:p>
    <w:p w14:paraId="766E5118" w14:textId="77777777" w:rsidR="000A6D5E" w:rsidRDefault="004036B1" w:rsidP="000A6D5E">
      <w:r w:rsidRPr="00425309">
        <w:rPr>
          <w:bCs/>
          <w:i/>
          <w:iCs/>
        </w:rPr>
        <w:t>HENRY-MONNIER</w:t>
      </w:r>
      <w:r w:rsidR="000A6D5E">
        <w:rPr>
          <w:bCs/>
          <w:i/>
          <w:iCs/>
        </w:rPr>
        <w:t xml:space="preserve">. – </w:t>
      </w:r>
      <w:r w:rsidRPr="00425309">
        <w:t>Hein</w:t>
      </w:r>
      <w:r w:rsidR="000A6D5E">
        <w:t> ?</w:t>
      </w:r>
    </w:p>
    <w:p w14:paraId="41801F85" w14:textId="77777777" w:rsidR="000A6D5E" w:rsidRDefault="004036B1" w:rsidP="000A6D5E">
      <w:r w:rsidRPr="00425309">
        <w:rPr>
          <w:bCs/>
          <w:i/>
          <w:iCs/>
        </w:rPr>
        <w:lastRenderedPageBreak/>
        <w:t>CAROLINE</w:t>
      </w:r>
      <w:r w:rsidR="000A6D5E">
        <w:rPr>
          <w:bCs/>
          <w:i/>
          <w:iCs/>
        </w:rPr>
        <w:t xml:space="preserve">. </w:t>
      </w:r>
      <w:r w:rsidR="000A6D5E">
        <w:t xml:space="preserve">– </w:t>
      </w:r>
      <w:r w:rsidRPr="00425309">
        <w:t>Je dis</w:t>
      </w:r>
      <w:r w:rsidR="000A6D5E">
        <w:t> : « </w:t>
      </w:r>
      <w:r w:rsidRPr="00425309">
        <w:t>Et si tu reprenais ta vie de ga</w:t>
      </w:r>
      <w:r w:rsidRPr="00425309">
        <w:t>r</w:t>
      </w:r>
      <w:r w:rsidRPr="00425309">
        <w:t>çon</w:t>
      </w:r>
      <w:r w:rsidR="000A6D5E">
        <w:t> » ?</w:t>
      </w:r>
    </w:p>
    <w:p w14:paraId="78DEFDE6" w14:textId="77777777" w:rsidR="000A6D5E" w:rsidRDefault="004036B1" w:rsidP="000A6D5E">
      <w:r w:rsidRPr="00425309">
        <w:rPr>
          <w:bCs/>
          <w:i/>
          <w:iCs/>
        </w:rPr>
        <w:t>HENRY-MONNIER</w:t>
      </w:r>
      <w:r w:rsidR="000A6D5E">
        <w:rPr>
          <w:bCs/>
          <w:i/>
          <w:iCs/>
        </w:rPr>
        <w:t xml:space="preserve">. </w:t>
      </w:r>
      <w:r w:rsidR="000A6D5E">
        <w:t xml:space="preserve">– </w:t>
      </w:r>
      <w:r w:rsidRPr="00425309">
        <w:t>Tu plaisantes</w:t>
      </w:r>
      <w:r w:rsidR="000A6D5E">
        <w:t> ?</w:t>
      </w:r>
    </w:p>
    <w:p w14:paraId="4EE1E766" w14:textId="77777777" w:rsidR="000A6D5E" w:rsidRDefault="004036B1" w:rsidP="000A6D5E">
      <w:r w:rsidRPr="00425309">
        <w:rPr>
          <w:bCs/>
          <w:i/>
          <w:iCs/>
        </w:rPr>
        <w:t>CAROLINE</w:t>
      </w:r>
      <w:r w:rsidR="000A6D5E">
        <w:rPr>
          <w:bCs/>
          <w:i/>
          <w:iCs/>
        </w:rPr>
        <w:t xml:space="preserve">. </w:t>
      </w:r>
      <w:r w:rsidR="000A6D5E">
        <w:t xml:space="preserve">– </w:t>
      </w:r>
      <w:r w:rsidRPr="00425309">
        <w:t>Du tout</w:t>
      </w:r>
      <w:r w:rsidR="000A6D5E">
        <w:t xml:space="preserve">. </w:t>
      </w:r>
      <w:r w:rsidRPr="00425309">
        <w:t>Pourquoi n</w:t>
      </w:r>
      <w:r w:rsidR="000A6D5E">
        <w:t>’</w:t>
      </w:r>
      <w:r w:rsidRPr="00425309">
        <w:t>aurais-je pas des idées</w:t>
      </w:r>
      <w:r w:rsidR="000A6D5E">
        <w:t xml:space="preserve">, </w:t>
      </w:r>
      <w:r w:rsidRPr="00425309">
        <w:t>moi aussi</w:t>
      </w:r>
      <w:r w:rsidR="000A6D5E">
        <w:t xml:space="preserve"> ?… </w:t>
      </w:r>
      <w:r w:rsidRPr="00425309">
        <w:t>C</w:t>
      </w:r>
      <w:r w:rsidR="000A6D5E">
        <w:t>’</w:t>
      </w:r>
      <w:r w:rsidRPr="00425309">
        <w:t>est peut-être une idée</w:t>
      </w:r>
      <w:r w:rsidR="000A6D5E">
        <w:t xml:space="preserve">. </w:t>
      </w:r>
      <w:r w:rsidRPr="00425309">
        <w:t>Tu ne peux pas quitter Paris</w:t>
      </w:r>
      <w:r w:rsidR="000A6D5E">
        <w:t xml:space="preserve">, </w:t>
      </w:r>
      <w:r w:rsidRPr="00425309">
        <w:t>tu as à travailler</w:t>
      </w:r>
      <w:r w:rsidR="000A6D5E">
        <w:t xml:space="preserve">… </w:t>
      </w:r>
      <w:r w:rsidRPr="00425309">
        <w:t>nous n</w:t>
      </w:r>
      <w:r w:rsidR="000A6D5E">
        <w:t>’</w:t>
      </w:r>
      <w:r w:rsidRPr="00425309">
        <w:t>avons pas d</w:t>
      </w:r>
      <w:r w:rsidR="000A6D5E">
        <w:t>’</w:t>
      </w:r>
      <w:r w:rsidRPr="00425309">
        <w:t>argent</w:t>
      </w:r>
      <w:r w:rsidR="000A6D5E">
        <w:t xml:space="preserve">, </w:t>
      </w:r>
      <w:r w:rsidRPr="00425309">
        <w:t>mais seul</w:t>
      </w:r>
      <w:r w:rsidR="000A6D5E">
        <w:t xml:space="preserve">, </w:t>
      </w:r>
      <w:r w:rsidRPr="00425309">
        <w:t>tu pou</w:t>
      </w:r>
      <w:r w:rsidRPr="00425309">
        <w:t>r</w:t>
      </w:r>
      <w:r w:rsidRPr="00425309">
        <w:t>rais vivre avec ce que tes dessins te rapportent</w:t>
      </w:r>
      <w:r w:rsidR="000A6D5E">
        <w:t xml:space="preserve">… </w:t>
      </w:r>
      <w:r w:rsidRPr="00425309">
        <w:t>Alors</w:t>
      </w:r>
      <w:r w:rsidR="000A6D5E">
        <w:t> ?</w:t>
      </w:r>
    </w:p>
    <w:p w14:paraId="3398E221" w14:textId="77777777" w:rsidR="000A6D5E" w:rsidRDefault="004036B1" w:rsidP="000A6D5E">
      <w:r w:rsidRPr="00425309">
        <w:rPr>
          <w:bCs/>
          <w:i/>
          <w:iCs/>
        </w:rPr>
        <w:t>HENRY-MONNIER</w:t>
      </w:r>
      <w:r w:rsidR="000A6D5E">
        <w:rPr>
          <w:bCs/>
          <w:i/>
          <w:iCs/>
        </w:rPr>
        <w:t xml:space="preserve">. </w:t>
      </w:r>
      <w:r w:rsidR="000A6D5E">
        <w:t xml:space="preserve">– </w:t>
      </w:r>
      <w:r w:rsidRPr="00425309">
        <w:t>Eh</w:t>
      </w:r>
      <w:r w:rsidR="000A6D5E">
        <w:t xml:space="preserve"> ! </w:t>
      </w:r>
      <w:r w:rsidRPr="00425309">
        <w:t>Bien</w:t>
      </w:r>
      <w:r w:rsidR="000A6D5E">
        <w:t xml:space="preserve">, </w:t>
      </w:r>
      <w:r w:rsidRPr="00425309">
        <w:t>et toi</w:t>
      </w:r>
      <w:r w:rsidR="000A6D5E">
        <w:t> ?</w:t>
      </w:r>
    </w:p>
    <w:p w14:paraId="126CC16D" w14:textId="77777777" w:rsidR="000A6D5E" w:rsidRDefault="004036B1" w:rsidP="000A6D5E">
      <w:r w:rsidRPr="00425309">
        <w:rPr>
          <w:bCs/>
          <w:i/>
          <w:iCs/>
        </w:rPr>
        <w:t>CAROLINE</w:t>
      </w:r>
      <w:r w:rsidR="000A6D5E">
        <w:rPr>
          <w:bCs/>
          <w:i/>
          <w:iCs/>
        </w:rPr>
        <w:t xml:space="preserve">. </w:t>
      </w:r>
      <w:r w:rsidR="000A6D5E">
        <w:t xml:space="preserve">– </w:t>
      </w:r>
      <w:r w:rsidRPr="00425309">
        <w:t>Moi</w:t>
      </w:r>
      <w:r w:rsidR="000A6D5E">
        <w:t xml:space="preserve">, </w:t>
      </w:r>
      <w:r w:rsidRPr="00425309">
        <w:t>je referai des tournées</w:t>
      </w:r>
      <w:r w:rsidR="000A6D5E">
        <w:t xml:space="preserve">. </w:t>
      </w:r>
      <w:r w:rsidRPr="00425309">
        <w:t>Avant de jouer la comédie</w:t>
      </w:r>
      <w:r w:rsidR="000A6D5E">
        <w:t xml:space="preserve">, </w:t>
      </w:r>
      <w:r w:rsidRPr="00425309">
        <w:t>j</w:t>
      </w:r>
      <w:r w:rsidR="000A6D5E">
        <w:t>’</w:t>
      </w:r>
      <w:r w:rsidRPr="00425309">
        <w:t>en faisais déjà</w:t>
      </w:r>
      <w:r w:rsidR="000A6D5E">
        <w:t xml:space="preserve">, </w:t>
      </w:r>
      <w:r w:rsidRPr="00425309">
        <w:t>avec mon père</w:t>
      </w:r>
      <w:r w:rsidR="000A6D5E">
        <w:t xml:space="preserve">… </w:t>
      </w:r>
      <w:r w:rsidRPr="00425309">
        <w:t>je suis née en tournée</w:t>
      </w:r>
      <w:r w:rsidR="000A6D5E">
        <w:t xml:space="preserve">, </w:t>
      </w:r>
      <w:r w:rsidRPr="00425309">
        <w:t>moi</w:t>
      </w:r>
      <w:r w:rsidR="000A6D5E">
        <w:t xml:space="preserve">, </w:t>
      </w:r>
      <w:r w:rsidRPr="00425309">
        <w:t>tu sais</w:t>
      </w:r>
      <w:r w:rsidR="000A6D5E">
        <w:t xml:space="preserve">… </w:t>
      </w:r>
      <w:r w:rsidRPr="00425309">
        <w:t>avec toi j</w:t>
      </w:r>
      <w:r w:rsidR="000A6D5E">
        <w:t>’</w:t>
      </w:r>
      <w:r w:rsidRPr="00425309">
        <w:t>ai continué</w:t>
      </w:r>
      <w:r w:rsidR="000A6D5E">
        <w:t xml:space="preserve">… </w:t>
      </w:r>
      <w:r w:rsidRPr="00425309">
        <w:t>je continuerai seule</w:t>
      </w:r>
      <w:r w:rsidR="000A6D5E">
        <w:t xml:space="preserve">, </w:t>
      </w:r>
      <w:r w:rsidRPr="00425309">
        <w:t>voilà tout</w:t>
      </w:r>
      <w:r w:rsidR="000A6D5E">
        <w:t xml:space="preserve">. </w:t>
      </w:r>
      <w:r w:rsidRPr="00425309">
        <w:t>Oh</w:t>
      </w:r>
      <w:r w:rsidR="000A6D5E">
        <w:t xml:space="preserve"> ! </w:t>
      </w:r>
      <w:r w:rsidRPr="00425309">
        <w:t>Je me débrouillerai bien</w:t>
      </w:r>
      <w:r w:rsidR="000A6D5E">
        <w:t xml:space="preserve">, </w:t>
      </w:r>
      <w:r w:rsidRPr="00425309">
        <w:t>va</w:t>
      </w:r>
      <w:r w:rsidR="000A6D5E">
        <w:t xml:space="preserve">. </w:t>
      </w:r>
      <w:r w:rsidRPr="00425309">
        <w:t>Nous pay</w:t>
      </w:r>
      <w:r w:rsidRPr="00425309">
        <w:t>e</w:t>
      </w:r>
      <w:r w:rsidRPr="00425309">
        <w:t>rions à nous deux la pension des enfants</w:t>
      </w:r>
      <w:r w:rsidR="000A6D5E">
        <w:t xml:space="preserve">… </w:t>
      </w:r>
      <w:r w:rsidRPr="00425309">
        <w:t>Penses-y</w:t>
      </w:r>
      <w:r w:rsidR="000A6D5E">
        <w:t>.</w:t>
      </w:r>
    </w:p>
    <w:p w14:paraId="06EC0065" w14:textId="77777777" w:rsidR="000A6D5E" w:rsidRDefault="004036B1" w:rsidP="000A6D5E">
      <w:r w:rsidRPr="00425309">
        <w:rPr>
          <w:bCs/>
          <w:i/>
          <w:iCs/>
        </w:rPr>
        <w:t>HENRY-MONNIER</w:t>
      </w:r>
      <w:r w:rsidR="000A6D5E">
        <w:rPr>
          <w:bCs/>
          <w:i/>
          <w:iCs/>
        </w:rPr>
        <w:t xml:space="preserve">. – </w:t>
      </w:r>
      <w:r w:rsidRPr="00425309">
        <w:t>Mais j</w:t>
      </w:r>
      <w:r w:rsidR="000A6D5E">
        <w:t>’</w:t>
      </w:r>
      <w:r w:rsidRPr="00425309">
        <w:t>y pense</w:t>
      </w:r>
      <w:r w:rsidR="000A6D5E">
        <w:t>.</w:t>
      </w:r>
    </w:p>
    <w:p w14:paraId="40B047C2" w14:textId="77777777" w:rsidR="000A6D5E" w:rsidRDefault="000A6D5E" w:rsidP="000A6D5E">
      <w:r>
        <w:rPr>
          <w:bCs/>
          <w:i/>
          <w:iCs/>
        </w:rPr>
        <w:t>(</w:t>
      </w:r>
      <w:r w:rsidR="004036B1" w:rsidRPr="00425309">
        <w:rPr>
          <w:bCs/>
          <w:i/>
          <w:iCs/>
        </w:rPr>
        <w:t>Un temps</w:t>
      </w:r>
      <w:r>
        <w:rPr>
          <w:bCs/>
          <w:i/>
          <w:iCs/>
        </w:rPr>
        <w:t>.)</w:t>
      </w:r>
    </w:p>
    <w:p w14:paraId="1C3F584E" w14:textId="77777777" w:rsidR="000A6D5E" w:rsidRDefault="004036B1" w:rsidP="000A6D5E">
      <w:r w:rsidRPr="00425309">
        <w:rPr>
          <w:bCs/>
          <w:i/>
          <w:iCs/>
        </w:rPr>
        <w:t>CAROLINE</w:t>
      </w:r>
      <w:r w:rsidR="000A6D5E">
        <w:rPr>
          <w:bCs/>
          <w:i/>
          <w:iCs/>
        </w:rPr>
        <w:t xml:space="preserve">. </w:t>
      </w:r>
      <w:r w:rsidR="000A6D5E">
        <w:t xml:space="preserve">– </w:t>
      </w:r>
      <w:r w:rsidRPr="00425309">
        <w:t>Je ne crois pas que mon idée soit mauvaise</w:t>
      </w:r>
      <w:r w:rsidR="000A6D5E">
        <w:t xml:space="preserve">. </w:t>
      </w:r>
      <w:r w:rsidRPr="00425309">
        <w:t>Nous ne nous aimons plus</w:t>
      </w:r>
      <w:r w:rsidR="000A6D5E">
        <w:t>…</w:t>
      </w:r>
    </w:p>
    <w:p w14:paraId="2CB5BD7E" w14:textId="77777777" w:rsidR="000A6D5E" w:rsidRDefault="004036B1" w:rsidP="000A6D5E">
      <w:r w:rsidRPr="00425309">
        <w:rPr>
          <w:bCs/>
          <w:i/>
          <w:iCs/>
        </w:rPr>
        <w:t>HENRY-MONNIER</w:t>
      </w:r>
      <w:r w:rsidR="000A6D5E">
        <w:rPr>
          <w:bCs/>
          <w:i/>
          <w:iCs/>
        </w:rPr>
        <w:t xml:space="preserve">. </w:t>
      </w:r>
      <w:r w:rsidR="000A6D5E">
        <w:t xml:space="preserve">– </w:t>
      </w:r>
      <w:r w:rsidRPr="00425309">
        <w:t>Allons donc</w:t>
      </w:r>
      <w:r w:rsidR="000A6D5E">
        <w:t> ?</w:t>
      </w:r>
    </w:p>
    <w:p w14:paraId="742C3DC6" w14:textId="77777777" w:rsidR="000A6D5E" w:rsidRDefault="004036B1" w:rsidP="000A6D5E">
      <w:r w:rsidRPr="00425309">
        <w:rPr>
          <w:bCs/>
          <w:i/>
          <w:iCs/>
        </w:rPr>
        <w:t>CAROLINE</w:t>
      </w:r>
      <w:r w:rsidR="000A6D5E">
        <w:rPr>
          <w:bCs/>
          <w:i/>
          <w:iCs/>
        </w:rPr>
        <w:t xml:space="preserve">. </w:t>
      </w:r>
      <w:r w:rsidR="000A6D5E">
        <w:t xml:space="preserve">– </w:t>
      </w:r>
      <w:r w:rsidRPr="00425309">
        <w:t>Henry</w:t>
      </w:r>
      <w:r w:rsidR="000A6D5E">
        <w:t xml:space="preserve">, </w:t>
      </w:r>
      <w:r w:rsidRPr="00425309">
        <w:t>voyons</w:t>
      </w:r>
      <w:r w:rsidR="000A6D5E">
        <w:t>…</w:t>
      </w:r>
    </w:p>
    <w:p w14:paraId="32D67FFA" w14:textId="77777777" w:rsidR="000A6D5E" w:rsidRDefault="004036B1" w:rsidP="000A6D5E">
      <w:r w:rsidRPr="00425309">
        <w:rPr>
          <w:bCs/>
          <w:i/>
          <w:iCs/>
        </w:rPr>
        <w:t>HENRY-MONNIER</w:t>
      </w:r>
      <w:r w:rsidR="000A6D5E">
        <w:rPr>
          <w:bCs/>
          <w:i/>
          <w:iCs/>
        </w:rPr>
        <w:t xml:space="preserve">. </w:t>
      </w:r>
      <w:r w:rsidR="000A6D5E">
        <w:t xml:space="preserve">– </w:t>
      </w:r>
      <w:r w:rsidRPr="00425309">
        <w:t>Mais</w:t>
      </w:r>
      <w:r w:rsidR="000A6D5E">
        <w:t xml:space="preserve">, </w:t>
      </w:r>
      <w:r w:rsidRPr="00425309">
        <w:t>quoi</w:t>
      </w:r>
      <w:r w:rsidR="000A6D5E">
        <w:t> ?</w:t>
      </w:r>
    </w:p>
    <w:p w14:paraId="7B155097" w14:textId="77777777" w:rsidR="000A6D5E" w:rsidRDefault="004036B1" w:rsidP="000A6D5E">
      <w:r w:rsidRPr="00425309">
        <w:rPr>
          <w:bCs/>
          <w:i/>
          <w:iCs/>
        </w:rPr>
        <w:t>CAROLINE</w:t>
      </w:r>
      <w:r w:rsidR="000A6D5E">
        <w:rPr>
          <w:bCs/>
          <w:i/>
          <w:iCs/>
        </w:rPr>
        <w:t xml:space="preserve">. </w:t>
      </w:r>
      <w:r w:rsidR="000A6D5E">
        <w:t xml:space="preserve">– </w:t>
      </w:r>
      <w:r w:rsidRPr="00425309">
        <w:t>Vois comment nous nous regardons</w:t>
      </w:r>
      <w:r w:rsidR="000A6D5E">
        <w:t xml:space="preserve">… </w:t>
      </w:r>
      <w:r w:rsidRPr="00425309">
        <w:t>Oh</w:t>
      </w:r>
      <w:r w:rsidR="000A6D5E">
        <w:t xml:space="preserve"> ! </w:t>
      </w:r>
      <w:r w:rsidRPr="00425309">
        <w:t>Nous nous aimons bien</w:t>
      </w:r>
      <w:r w:rsidR="000A6D5E">
        <w:t xml:space="preserve">… </w:t>
      </w:r>
      <w:r w:rsidRPr="00425309">
        <w:t>sûrement</w:t>
      </w:r>
      <w:r w:rsidR="000A6D5E">
        <w:t xml:space="preserve">… </w:t>
      </w:r>
      <w:r w:rsidRPr="00425309">
        <w:t>juste assez pour trouver le départ cruel</w:t>
      </w:r>
      <w:r w:rsidR="000A6D5E">
        <w:t xml:space="preserve"> – </w:t>
      </w:r>
      <w:r w:rsidRPr="00425309">
        <w:t>mais pas l</w:t>
      </w:r>
      <w:r w:rsidR="000A6D5E">
        <w:t>’</w:t>
      </w:r>
      <w:r w:rsidRPr="00425309">
        <w:t>absence</w:t>
      </w:r>
      <w:r w:rsidR="000A6D5E">
        <w:t xml:space="preserve"> !… </w:t>
      </w:r>
      <w:r w:rsidRPr="00425309">
        <w:t>Et puis</w:t>
      </w:r>
      <w:r w:rsidR="000A6D5E">
        <w:t xml:space="preserve">, </w:t>
      </w:r>
      <w:r w:rsidRPr="00425309">
        <w:t>je reviendrai</w:t>
      </w:r>
      <w:r w:rsidR="000A6D5E">
        <w:t xml:space="preserve">… </w:t>
      </w:r>
      <w:r w:rsidRPr="00425309">
        <w:t>je reviendrai souvent</w:t>
      </w:r>
      <w:r w:rsidR="000A6D5E">
        <w:t xml:space="preserve">… </w:t>
      </w:r>
      <w:r w:rsidRPr="00425309">
        <w:t>tous les deux mois</w:t>
      </w:r>
      <w:r w:rsidR="000A6D5E">
        <w:t xml:space="preserve">… </w:t>
      </w:r>
      <w:r w:rsidRPr="00425309">
        <w:t>tous les trois mois</w:t>
      </w:r>
      <w:r w:rsidR="000A6D5E">
        <w:t xml:space="preserve">… </w:t>
      </w:r>
      <w:r w:rsidRPr="00425309">
        <w:t>je t</w:t>
      </w:r>
      <w:r w:rsidR="000A6D5E">
        <w:t>’</w:t>
      </w:r>
      <w:r w:rsidRPr="00425309">
        <w:t>écrirai tous les huit jours</w:t>
      </w:r>
      <w:r w:rsidR="000A6D5E">
        <w:t xml:space="preserve">… </w:t>
      </w:r>
      <w:r w:rsidRPr="00425309">
        <w:t>tu me répondras une fois sur deux</w:t>
      </w:r>
      <w:r w:rsidR="000A6D5E">
        <w:t xml:space="preserve">… </w:t>
      </w:r>
      <w:r w:rsidRPr="00425309">
        <w:t>Nous n</w:t>
      </w:r>
      <w:r w:rsidR="000A6D5E">
        <w:t>’</w:t>
      </w:r>
      <w:r w:rsidRPr="00425309">
        <w:t>étions pas faits pour nous marier</w:t>
      </w:r>
      <w:r w:rsidR="000A6D5E">
        <w:t xml:space="preserve">. </w:t>
      </w:r>
      <w:r w:rsidRPr="00425309">
        <w:lastRenderedPageBreak/>
        <w:t>Parce qu</w:t>
      </w:r>
      <w:r w:rsidR="000A6D5E">
        <w:t>’</w:t>
      </w:r>
      <w:r w:rsidRPr="00425309">
        <w:t>on s</w:t>
      </w:r>
      <w:r w:rsidR="000A6D5E">
        <w:t>’</w:t>
      </w:r>
      <w:r w:rsidRPr="00425309">
        <w:t>est a</w:t>
      </w:r>
      <w:r w:rsidRPr="00425309">
        <w:t>i</w:t>
      </w:r>
      <w:r w:rsidRPr="00425309">
        <w:t>més</w:t>
      </w:r>
      <w:r w:rsidR="000A6D5E">
        <w:t xml:space="preserve">, </w:t>
      </w:r>
      <w:r w:rsidRPr="00425309">
        <w:t>tout de suite tu m</w:t>
      </w:r>
      <w:r w:rsidR="000A6D5E">
        <w:t>’</w:t>
      </w:r>
      <w:r w:rsidRPr="00425309">
        <w:t>as épousée</w:t>
      </w:r>
      <w:r w:rsidR="000A6D5E">
        <w:t xml:space="preserve">… </w:t>
      </w:r>
      <w:r w:rsidRPr="00425309">
        <w:t>c</w:t>
      </w:r>
      <w:r w:rsidR="000A6D5E">
        <w:t>’</w:t>
      </w:r>
      <w:r w:rsidRPr="00425309">
        <w:t>était très honnête de ta part</w:t>
      </w:r>
      <w:r w:rsidR="000A6D5E">
        <w:t xml:space="preserve">… </w:t>
      </w:r>
      <w:r w:rsidRPr="00425309">
        <w:t>mais c</w:t>
      </w:r>
      <w:r w:rsidR="000A6D5E">
        <w:t>’</w:t>
      </w:r>
      <w:r w:rsidRPr="00425309">
        <w:t>était une folie</w:t>
      </w:r>
      <w:r w:rsidR="000A6D5E">
        <w:t xml:space="preserve">, </w:t>
      </w:r>
      <w:r w:rsidRPr="00425309">
        <w:t>voyons</w:t>
      </w:r>
      <w:r w:rsidR="000A6D5E">
        <w:t xml:space="preserve"> ! </w:t>
      </w:r>
      <w:r w:rsidRPr="00425309">
        <w:t>Tu aurais dû en épouser une autre et me prendre pour maîtresse</w:t>
      </w:r>
      <w:r w:rsidR="000A6D5E">
        <w:t xml:space="preserve">. </w:t>
      </w:r>
      <w:r w:rsidRPr="00425309">
        <w:t>Ç</w:t>
      </w:r>
      <w:r w:rsidR="000A6D5E">
        <w:t>’</w:t>
      </w:r>
      <w:r w:rsidRPr="00425309">
        <w:t>aurait bien mieux valu</w:t>
      </w:r>
      <w:r w:rsidR="000A6D5E">
        <w:t xml:space="preserve"> ! </w:t>
      </w:r>
      <w:r w:rsidRPr="00425309">
        <w:t>C</w:t>
      </w:r>
      <w:r w:rsidR="000A6D5E">
        <w:t>’</w:t>
      </w:r>
      <w:r w:rsidRPr="00425309">
        <w:t>est un roman d</w:t>
      </w:r>
      <w:r w:rsidR="000A6D5E">
        <w:t>’</w:t>
      </w:r>
      <w:r w:rsidRPr="00425309">
        <w:t>amour que j</w:t>
      </w:r>
      <w:r w:rsidR="000A6D5E">
        <w:t>’</w:t>
      </w:r>
      <w:r w:rsidRPr="00425309">
        <w:t>aurais voulu vivre avec toi</w:t>
      </w:r>
      <w:r w:rsidR="000A6D5E">
        <w:t xml:space="preserve">. </w:t>
      </w:r>
      <w:r w:rsidRPr="00425309">
        <w:t>J</w:t>
      </w:r>
      <w:r w:rsidR="000A6D5E">
        <w:t>’</w:t>
      </w:r>
      <w:r w:rsidRPr="00425309">
        <w:t>étais née actrice</w:t>
      </w:r>
      <w:r w:rsidR="000A6D5E">
        <w:t xml:space="preserve">… </w:t>
      </w:r>
      <w:r w:rsidRPr="00425309">
        <w:t>j</w:t>
      </w:r>
      <w:r w:rsidR="000A6D5E">
        <w:t>’</w:t>
      </w:r>
      <w:r w:rsidRPr="00425309">
        <w:t>aurais dû le rester</w:t>
      </w:r>
      <w:r w:rsidR="000A6D5E">
        <w:t xml:space="preserve">… </w:t>
      </w:r>
      <w:r w:rsidRPr="00425309">
        <w:t>et vivre en a</w:t>
      </w:r>
      <w:r w:rsidRPr="00425309">
        <w:t>c</w:t>
      </w:r>
      <w:r w:rsidRPr="00425309">
        <w:t>trice</w:t>
      </w:r>
      <w:r w:rsidR="000A6D5E">
        <w:t xml:space="preserve">. </w:t>
      </w:r>
      <w:r w:rsidRPr="00425309">
        <w:t>Tu m</w:t>
      </w:r>
      <w:r w:rsidR="000A6D5E">
        <w:t>’</w:t>
      </w:r>
      <w:r w:rsidRPr="00425309">
        <w:t>as donné un nom dont je n</w:t>
      </w:r>
      <w:r w:rsidR="000A6D5E">
        <w:t>’</w:t>
      </w:r>
      <w:r w:rsidRPr="00425309">
        <w:t>avais que faire</w:t>
      </w:r>
      <w:r w:rsidR="000A6D5E">
        <w:t xml:space="preserve">… </w:t>
      </w:r>
      <w:r w:rsidRPr="00425309">
        <w:t>puisque déjà je ne portais pas le mien</w:t>
      </w:r>
      <w:r w:rsidR="000A6D5E">
        <w:t xml:space="preserve"> ! </w:t>
      </w:r>
      <w:r w:rsidRPr="00425309">
        <w:t>On oublie volontiers son vrai nom de famille</w:t>
      </w:r>
      <w:r w:rsidR="000A6D5E">
        <w:t xml:space="preserve">, </w:t>
      </w:r>
      <w:r w:rsidRPr="00425309">
        <w:t>mais pas le nom qu</w:t>
      </w:r>
      <w:r w:rsidR="000A6D5E">
        <w:t>’</w:t>
      </w:r>
      <w:r w:rsidRPr="00425309">
        <w:t>on s</w:t>
      </w:r>
      <w:r w:rsidR="000A6D5E">
        <w:t>’</w:t>
      </w:r>
      <w:r w:rsidRPr="00425309">
        <w:t>est choisi</w:t>
      </w:r>
      <w:r w:rsidR="000A6D5E">
        <w:t xml:space="preserve">… </w:t>
      </w:r>
      <w:r w:rsidRPr="00425309">
        <w:t>puisqu</w:t>
      </w:r>
      <w:r w:rsidR="000A6D5E">
        <w:t>’</w:t>
      </w:r>
      <w:r w:rsidRPr="00425309">
        <w:t>on se l</w:t>
      </w:r>
      <w:r w:rsidR="000A6D5E">
        <w:t>’</w:t>
      </w:r>
      <w:r w:rsidRPr="00425309">
        <w:t>est choisi pour le faire conna</w:t>
      </w:r>
      <w:r w:rsidRPr="00425309">
        <w:t>î</w:t>
      </w:r>
      <w:r w:rsidRPr="00425309">
        <w:t>tre</w:t>
      </w:r>
      <w:r w:rsidR="000A6D5E">
        <w:t xml:space="preserve"> !… </w:t>
      </w:r>
      <w:r w:rsidRPr="00425309">
        <w:t>Tu m</w:t>
      </w:r>
      <w:r w:rsidR="000A6D5E">
        <w:t>’</w:t>
      </w:r>
      <w:r w:rsidRPr="00425309">
        <w:t>as fait des enfants au lieu de me faire des rôles</w:t>
      </w:r>
      <w:r w:rsidR="000A6D5E">
        <w:t xml:space="preserve">. </w:t>
      </w:r>
      <w:r w:rsidRPr="00425309">
        <w:t>Tu m</w:t>
      </w:r>
      <w:r w:rsidR="000A6D5E">
        <w:t>’</w:t>
      </w:r>
      <w:r w:rsidRPr="00425309">
        <w:t>as détournée de ma route</w:t>
      </w:r>
      <w:r w:rsidR="000A6D5E">
        <w:t xml:space="preserve">. </w:t>
      </w:r>
      <w:r w:rsidRPr="00425309">
        <w:t>Tu as te</w:t>
      </w:r>
      <w:r w:rsidRPr="00425309">
        <w:t>n</w:t>
      </w:r>
      <w:r w:rsidRPr="00425309">
        <w:t>té de faire de moi une bourgeoise</w:t>
      </w:r>
      <w:r w:rsidR="000A6D5E">
        <w:t xml:space="preserve">… </w:t>
      </w:r>
      <w:r w:rsidRPr="00425309">
        <w:t>alors que je n</w:t>
      </w:r>
      <w:r w:rsidR="000A6D5E">
        <w:t>’</w:t>
      </w:r>
      <w:r w:rsidRPr="00425309">
        <w:t>en ai ni l</w:t>
      </w:r>
      <w:r w:rsidR="000A6D5E">
        <w:t>’</w:t>
      </w:r>
      <w:r w:rsidRPr="00425309">
        <w:t>esprit ni</w:t>
      </w:r>
      <w:r w:rsidR="000A6D5E">
        <w:t xml:space="preserve">, </w:t>
      </w:r>
      <w:r w:rsidRPr="00425309">
        <w:t>je crois</w:t>
      </w:r>
      <w:r w:rsidR="000A6D5E">
        <w:t xml:space="preserve">, </w:t>
      </w:r>
      <w:r w:rsidRPr="00425309">
        <w:t>le physique</w:t>
      </w:r>
      <w:r w:rsidR="000A6D5E">
        <w:t xml:space="preserve">. </w:t>
      </w:r>
      <w:r w:rsidRPr="00425309">
        <w:t>Non</w:t>
      </w:r>
      <w:r w:rsidR="000A6D5E">
        <w:t xml:space="preserve">, </w:t>
      </w:r>
      <w:r w:rsidRPr="00425309">
        <w:t>vraiment</w:t>
      </w:r>
      <w:r w:rsidR="000A6D5E">
        <w:t xml:space="preserve">, </w:t>
      </w:r>
      <w:r w:rsidRPr="00425309">
        <w:t>je ne suis pas une bourgeoise</w:t>
      </w:r>
      <w:r w:rsidR="000A6D5E">
        <w:t xml:space="preserve">… </w:t>
      </w:r>
      <w:r w:rsidRPr="00425309">
        <w:t>mais à la longue</w:t>
      </w:r>
      <w:r w:rsidR="000A6D5E">
        <w:t xml:space="preserve">, </w:t>
      </w:r>
      <w:r w:rsidRPr="00425309">
        <w:t>je pourrais le devenir</w:t>
      </w:r>
      <w:r w:rsidR="000A6D5E">
        <w:t xml:space="preserve">… </w:t>
      </w:r>
      <w:r w:rsidRPr="00425309">
        <w:t>on peut toujours le devenir</w:t>
      </w:r>
      <w:r w:rsidR="000A6D5E">
        <w:t xml:space="preserve"> – </w:t>
      </w:r>
      <w:r w:rsidRPr="00425309">
        <w:t>et rien que d</w:t>
      </w:r>
      <w:r w:rsidR="000A6D5E">
        <w:t>’</w:t>
      </w:r>
      <w:r w:rsidRPr="00425309">
        <w:t>y penser</w:t>
      </w:r>
      <w:r w:rsidR="000A6D5E">
        <w:t xml:space="preserve">, </w:t>
      </w:r>
      <w:r w:rsidRPr="00425309">
        <w:t>j</w:t>
      </w:r>
      <w:r w:rsidR="000A6D5E">
        <w:t>’</w:t>
      </w:r>
      <w:r w:rsidRPr="00425309">
        <w:t>en ai le fri</w:t>
      </w:r>
      <w:r w:rsidRPr="00425309">
        <w:t>s</w:t>
      </w:r>
      <w:r w:rsidRPr="00425309">
        <w:t>son</w:t>
      </w:r>
      <w:r w:rsidR="000A6D5E">
        <w:t xml:space="preserve"> !… </w:t>
      </w:r>
      <w:r w:rsidRPr="00425309">
        <w:t>Déjà depuis quelque temps</w:t>
      </w:r>
      <w:r w:rsidR="000A6D5E">
        <w:t xml:space="preserve">, </w:t>
      </w:r>
      <w:r w:rsidRPr="00425309">
        <w:t>je me néglige un peu</w:t>
      </w:r>
      <w:r w:rsidR="000A6D5E">
        <w:t xml:space="preserve">… </w:t>
      </w:r>
      <w:r w:rsidRPr="00425309">
        <w:t>je suis moins coquette</w:t>
      </w:r>
      <w:r w:rsidR="000A6D5E">
        <w:t xml:space="preserve">… </w:t>
      </w:r>
      <w:r w:rsidRPr="00425309">
        <w:t>Dame</w:t>
      </w:r>
      <w:r w:rsidR="000A6D5E">
        <w:t xml:space="preserve">, </w:t>
      </w:r>
      <w:r w:rsidRPr="00425309">
        <w:t>on se lasse à la fin de bien se coi</w:t>
      </w:r>
      <w:r w:rsidRPr="00425309">
        <w:t>f</w:t>
      </w:r>
      <w:r w:rsidRPr="00425309">
        <w:t>fer quand personne jamais ne vous en complimente</w:t>
      </w:r>
      <w:r w:rsidR="000A6D5E">
        <w:t xml:space="preserve"> !… </w:t>
      </w:r>
      <w:r w:rsidRPr="00425309">
        <w:t>Oui</w:t>
      </w:r>
      <w:r w:rsidR="000A6D5E">
        <w:t xml:space="preserve">, </w:t>
      </w:r>
      <w:r w:rsidRPr="00425309">
        <w:t>ton travail passe avant tout</w:t>
      </w:r>
      <w:r w:rsidR="000A6D5E">
        <w:t xml:space="preserve">… </w:t>
      </w:r>
      <w:r w:rsidRPr="00425309">
        <w:t>je le comprends</w:t>
      </w:r>
      <w:r w:rsidR="000A6D5E">
        <w:t xml:space="preserve">… </w:t>
      </w:r>
      <w:r w:rsidRPr="00425309">
        <w:t>Je ne le comprends pas depuis très</w:t>
      </w:r>
      <w:r w:rsidR="000A6D5E">
        <w:t xml:space="preserve">, </w:t>
      </w:r>
      <w:r w:rsidRPr="00425309">
        <w:t>très lon</w:t>
      </w:r>
      <w:r w:rsidRPr="00425309">
        <w:t>g</w:t>
      </w:r>
      <w:r w:rsidRPr="00425309">
        <w:t>temps</w:t>
      </w:r>
      <w:r w:rsidR="000A6D5E">
        <w:t xml:space="preserve">… </w:t>
      </w:r>
      <w:r w:rsidRPr="00425309">
        <w:t>mais je suis en train vraiment de le comprendre</w:t>
      </w:r>
      <w:r w:rsidR="000A6D5E">
        <w:t xml:space="preserve">… </w:t>
      </w:r>
      <w:r w:rsidRPr="00425309">
        <w:t>et je m</w:t>
      </w:r>
      <w:r w:rsidR="000A6D5E">
        <w:t>’</w:t>
      </w:r>
      <w:r w:rsidRPr="00425309">
        <w:t>incline</w:t>
      </w:r>
      <w:r w:rsidR="000A6D5E">
        <w:t xml:space="preserve"> – </w:t>
      </w:r>
      <w:r w:rsidRPr="00425309">
        <w:t>mais ne me demande pas le s</w:t>
      </w:r>
      <w:r w:rsidRPr="00425309">
        <w:t>a</w:t>
      </w:r>
      <w:r w:rsidRPr="00425309">
        <w:t>crifice des années de jeunesse qui me restent encore à vivre</w:t>
      </w:r>
      <w:r w:rsidR="000A6D5E">
        <w:t xml:space="preserve">… </w:t>
      </w:r>
      <w:r w:rsidRPr="00425309">
        <w:t>ce serait méchant</w:t>
      </w:r>
      <w:r w:rsidR="000A6D5E">
        <w:t xml:space="preserve">, </w:t>
      </w:r>
      <w:r w:rsidRPr="00425309">
        <w:t>n</w:t>
      </w:r>
      <w:r w:rsidR="000A6D5E">
        <w:t>’</w:t>
      </w:r>
      <w:r w:rsidRPr="00425309">
        <w:t>est-ce pas</w:t>
      </w:r>
      <w:r w:rsidR="000A6D5E">
        <w:t xml:space="preserve">, </w:t>
      </w:r>
      <w:r w:rsidRPr="00425309">
        <w:t>de me le demander</w:t>
      </w:r>
      <w:r w:rsidR="000A6D5E">
        <w:t xml:space="preserve">… </w:t>
      </w:r>
      <w:r w:rsidRPr="00425309">
        <w:t>et puis ce ne serait pas malin</w:t>
      </w:r>
      <w:r w:rsidR="000A6D5E">
        <w:t xml:space="preserve">, </w:t>
      </w:r>
      <w:r w:rsidRPr="00425309">
        <w:t>car tu te rends bien compte que je ne sais pas aider à faire le ménage</w:t>
      </w:r>
      <w:r w:rsidR="000A6D5E">
        <w:t xml:space="preserve">. </w:t>
      </w:r>
      <w:r w:rsidRPr="00425309">
        <w:t>Une seconde petite bonne te coût</w:t>
      </w:r>
      <w:r w:rsidRPr="00425309">
        <w:t>e</w:t>
      </w:r>
      <w:r w:rsidRPr="00425309">
        <w:t>rait moins cher et te rendrait plus de services que moi</w:t>
      </w:r>
      <w:r w:rsidR="000A6D5E">
        <w:t xml:space="preserve">. </w:t>
      </w:r>
      <w:r w:rsidRPr="00425309">
        <w:t>Je ne te suis vraiment pas nécessaire</w:t>
      </w:r>
      <w:r w:rsidR="000A6D5E">
        <w:t xml:space="preserve">. </w:t>
      </w:r>
      <w:r w:rsidRPr="00425309">
        <w:t>D</w:t>
      </w:r>
      <w:r w:rsidR="000A6D5E">
        <w:t>’</w:t>
      </w:r>
      <w:r w:rsidRPr="00425309">
        <w:t>autant que</w:t>
      </w:r>
      <w:r w:rsidR="000A6D5E">
        <w:t xml:space="preserve">, </w:t>
      </w:r>
      <w:r w:rsidRPr="00425309">
        <w:t>entre nous</w:t>
      </w:r>
      <w:r w:rsidR="000A6D5E">
        <w:t xml:space="preserve">, </w:t>
      </w:r>
      <w:r w:rsidRPr="00425309">
        <w:t>tu n</w:t>
      </w:r>
      <w:r w:rsidR="000A6D5E">
        <w:t>’</w:t>
      </w:r>
      <w:r w:rsidRPr="00425309">
        <w:t>aimes pas l</w:t>
      </w:r>
      <w:r w:rsidR="000A6D5E">
        <w:t>’</w:t>
      </w:r>
      <w:r w:rsidRPr="00425309">
        <w:t>amour</w:t>
      </w:r>
      <w:r w:rsidR="000A6D5E">
        <w:t xml:space="preserve">, </w:t>
      </w:r>
      <w:r w:rsidRPr="00425309">
        <w:t>toi</w:t>
      </w:r>
      <w:r w:rsidR="000A6D5E">
        <w:t xml:space="preserve">… </w:t>
      </w:r>
      <w:r w:rsidRPr="00425309">
        <w:t>je veux dire par là que l</w:t>
      </w:r>
      <w:r w:rsidR="000A6D5E">
        <w:t>’</w:t>
      </w:r>
      <w:r w:rsidRPr="00425309">
        <w:t>amour dans ta vie ne joue pas un grand rôle</w:t>
      </w:r>
      <w:r w:rsidR="000A6D5E">
        <w:t xml:space="preserve">… </w:t>
      </w:r>
      <w:r w:rsidRPr="00425309">
        <w:t>que ce soit moi ou bien une autre</w:t>
      </w:r>
      <w:r w:rsidR="000A6D5E">
        <w:t xml:space="preserve">, </w:t>
      </w:r>
      <w:r w:rsidRPr="00425309">
        <w:t>tu t</w:t>
      </w:r>
      <w:r w:rsidR="000A6D5E">
        <w:t>’</w:t>
      </w:r>
      <w:r w:rsidRPr="00425309">
        <w:t>en moques</w:t>
      </w:r>
      <w:r w:rsidR="000A6D5E">
        <w:t xml:space="preserve">… </w:t>
      </w:r>
      <w:r w:rsidRPr="00425309">
        <w:t>parce que</w:t>
      </w:r>
      <w:r w:rsidR="000A6D5E">
        <w:t xml:space="preserve">, </w:t>
      </w:r>
      <w:r w:rsidRPr="00425309">
        <w:t>toi</w:t>
      </w:r>
      <w:r w:rsidR="000A6D5E">
        <w:t xml:space="preserve">, </w:t>
      </w:r>
      <w:r w:rsidRPr="00425309">
        <w:t>tu as des joies sup</w:t>
      </w:r>
      <w:r w:rsidRPr="00425309">
        <w:t>é</w:t>
      </w:r>
      <w:r w:rsidRPr="00425309">
        <w:t>rieures que</w:t>
      </w:r>
      <w:r w:rsidR="000A6D5E">
        <w:t xml:space="preserve">, </w:t>
      </w:r>
      <w:r w:rsidRPr="00425309">
        <w:t>moi</w:t>
      </w:r>
      <w:r w:rsidR="000A6D5E">
        <w:t xml:space="preserve">, </w:t>
      </w:r>
      <w:r w:rsidRPr="00425309">
        <w:t>j</w:t>
      </w:r>
      <w:r w:rsidR="000A6D5E">
        <w:t>’</w:t>
      </w:r>
      <w:r w:rsidRPr="00425309">
        <w:t>ignore</w:t>
      </w:r>
      <w:r w:rsidR="000A6D5E">
        <w:t>…</w:t>
      </w:r>
    </w:p>
    <w:p w14:paraId="4F3F8EF4" w14:textId="77777777" w:rsidR="000A6D5E" w:rsidRDefault="004036B1" w:rsidP="000A6D5E">
      <w:r w:rsidRPr="00425309">
        <w:rPr>
          <w:bCs/>
          <w:i/>
          <w:iCs/>
        </w:rPr>
        <w:t>HENRY-MONNIER</w:t>
      </w:r>
      <w:r w:rsidR="000A6D5E">
        <w:rPr>
          <w:bCs/>
          <w:i/>
          <w:iCs/>
        </w:rPr>
        <w:t xml:space="preserve">. </w:t>
      </w:r>
      <w:r w:rsidR="000A6D5E">
        <w:t xml:space="preserve">– </w:t>
      </w:r>
      <w:r w:rsidRPr="00425309">
        <w:t>Tu vas tout gâter</w:t>
      </w:r>
      <w:r w:rsidR="000A6D5E">
        <w:t xml:space="preserve">, </w:t>
      </w:r>
      <w:r w:rsidRPr="00425309">
        <w:t>ne continue pas</w:t>
      </w:r>
      <w:r w:rsidR="000A6D5E">
        <w:t>.</w:t>
      </w:r>
    </w:p>
    <w:p w14:paraId="69C1B263" w14:textId="77777777" w:rsidR="000A6D5E" w:rsidRDefault="004036B1" w:rsidP="000A6D5E">
      <w:r w:rsidRPr="00425309">
        <w:rPr>
          <w:bCs/>
          <w:i/>
          <w:iCs/>
        </w:rPr>
        <w:lastRenderedPageBreak/>
        <w:t>CAROLINE</w:t>
      </w:r>
      <w:r w:rsidR="000A6D5E">
        <w:rPr>
          <w:bCs/>
          <w:i/>
          <w:iCs/>
        </w:rPr>
        <w:t xml:space="preserve">. </w:t>
      </w:r>
      <w:r w:rsidR="000A6D5E">
        <w:t xml:space="preserve">– </w:t>
      </w:r>
      <w:r w:rsidRPr="00425309">
        <w:t>Je croyais que tu aimais assez la vérité pour avoir le courage de la regarder en face</w:t>
      </w:r>
      <w:r w:rsidR="000A6D5E">
        <w:t>.</w:t>
      </w:r>
    </w:p>
    <w:p w14:paraId="69EC2BE6" w14:textId="77777777" w:rsidR="000A6D5E" w:rsidRDefault="004036B1" w:rsidP="000A6D5E">
      <w:r w:rsidRPr="00425309">
        <w:rPr>
          <w:bCs/>
          <w:i/>
          <w:iCs/>
        </w:rPr>
        <w:t>HENRY-MONNIER</w:t>
      </w:r>
      <w:r w:rsidR="000A6D5E">
        <w:rPr>
          <w:bCs/>
          <w:i/>
          <w:iCs/>
        </w:rPr>
        <w:t xml:space="preserve">. </w:t>
      </w:r>
      <w:r w:rsidR="000A6D5E">
        <w:t xml:space="preserve">– </w:t>
      </w:r>
      <w:r w:rsidRPr="00425309">
        <w:t>Oh</w:t>
      </w:r>
      <w:r w:rsidR="000A6D5E">
        <w:t xml:space="preserve"> ! </w:t>
      </w:r>
      <w:r w:rsidRPr="00425309">
        <w:t>Je n</w:t>
      </w:r>
      <w:r w:rsidR="000A6D5E">
        <w:t>’</w:t>
      </w:r>
      <w:r w:rsidRPr="00425309">
        <w:t>ai pas autant de courage que toi</w:t>
      </w:r>
      <w:r w:rsidR="000A6D5E">
        <w:t> !</w:t>
      </w:r>
    </w:p>
    <w:p w14:paraId="20A0F4C6" w14:textId="77777777" w:rsidR="000A6D5E" w:rsidRDefault="004036B1" w:rsidP="000A6D5E">
      <w:r w:rsidRPr="00425309">
        <w:rPr>
          <w:bCs/>
          <w:i/>
          <w:iCs/>
        </w:rPr>
        <w:t>CAROLINE</w:t>
      </w:r>
      <w:r w:rsidR="000A6D5E">
        <w:rPr>
          <w:bCs/>
          <w:i/>
          <w:iCs/>
        </w:rPr>
        <w:t xml:space="preserve">. </w:t>
      </w:r>
      <w:r w:rsidR="000A6D5E">
        <w:t xml:space="preserve">– </w:t>
      </w:r>
      <w:r w:rsidRPr="00425309">
        <w:t>Et puis</w:t>
      </w:r>
      <w:r w:rsidR="000A6D5E">
        <w:t xml:space="preserve">, </w:t>
      </w:r>
      <w:r w:rsidRPr="00425309">
        <w:t>la vérité des autres est différente</w:t>
      </w:r>
      <w:r w:rsidR="000A6D5E">
        <w:t>… ?</w:t>
      </w:r>
    </w:p>
    <w:p w14:paraId="44BF2031" w14:textId="77777777" w:rsidR="000A6D5E" w:rsidRDefault="004036B1" w:rsidP="000A6D5E">
      <w:r w:rsidRPr="00425309">
        <w:rPr>
          <w:bCs/>
          <w:i/>
          <w:iCs/>
        </w:rPr>
        <w:t>HENRY-MONNIER</w:t>
      </w:r>
      <w:r w:rsidR="000A6D5E">
        <w:rPr>
          <w:bCs/>
          <w:i/>
          <w:iCs/>
        </w:rPr>
        <w:t xml:space="preserve">. </w:t>
      </w:r>
      <w:r w:rsidR="000A6D5E">
        <w:t xml:space="preserve">– </w:t>
      </w:r>
      <w:r w:rsidRPr="00425309">
        <w:t>Elle est un peu plus drôle</w:t>
      </w:r>
      <w:r w:rsidR="000A6D5E">
        <w:t>.</w:t>
      </w:r>
    </w:p>
    <w:p w14:paraId="6496DC14" w14:textId="77777777" w:rsidR="000A6D5E" w:rsidRDefault="004036B1" w:rsidP="000A6D5E">
      <w:r w:rsidRPr="00425309">
        <w:rPr>
          <w:bCs/>
          <w:i/>
          <w:iCs/>
        </w:rPr>
        <w:t>CAROLINE</w:t>
      </w:r>
      <w:r w:rsidR="000A6D5E">
        <w:rPr>
          <w:bCs/>
          <w:i/>
          <w:iCs/>
        </w:rPr>
        <w:t xml:space="preserve">. </w:t>
      </w:r>
      <w:r w:rsidR="000A6D5E">
        <w:t xml:space="preserve">– </w:t>
      </w:r>
      <w:r w:rsidRPr="00425309">
        <w:t>Et j</w:t>
      </w:r>
      <w:r w:rsidR="000A6D5E">
        <w:t>’</w:t>
      </w:r>
      <w:r w:rsidRPr="00425309">
        <w:t>ai pourtant l</w:t>
      </w:r>
      <w:r w:rsidR="000A6D5E">
        <w:t>’</w:t>
      </w:r>
      <w:r w:rsidRPr="00425309">
        <w:t>impression que tout ce que je viens de te dire</w:t>
      </w:r>
      <w:r w:rsidR="000A6D5E">
        <w:t xml:space="preserve">, </w:t>
      </w:r>
      <w:r w:rsidRPr="00425309">
        <w:t>tu l</w:t>
      </w:r>
      <w:r w:rsidR="000A6D5E">
        <w:t>’</w:t>
      </w:r>
      <w:r w:rsidRPr="00425309">
        <w:t>as noté</w:t>
      </w:r>
      <w:r w:rsidR="000A6D5E">
        <w:t xml:space="preserve">… </w:t>
      </w:r>
      <w:r w:rsidRPr="00425309">
        <w:t>et que je le retrouverai dans une pièce</w:t>
      </w:r>
      <w:r w:rsidR="000A6D5E">
        <w:t xml:space="preserve">, </w:t>
      </w:r>
      <w:r w:rsidRPr="00425309">
        <w:t>un jour</w:t>
      </w:r>
      <w:r w:rsidR="000A6D5E">
        <w:t>.</w:t>
      </w:r>
    </w:p>
    <w:p w14:paraId="49CD6422" w14:textId="77777777" w:rsidR="000A6D5E" w:rsidRDefault="004036B1" w:rsidP="000A6D5E">
      <w:r w:rsidRPr="00425309">
        <w:rPr>
          <w:bCs/>
          <w:i/>
          <w:iCs/>
        </w:rPr>
        <w:t>HENRY-MONNIER</w:t>
      </w:r>
      <w:r w:rsidR="000A6D5E">
        <w:rPr>
          <w:bCs/>
          <w:i/>
          <w:iCs/>
        </w:rPr>
        <w:t xml:space="preserve">. </w:t>
      </w:r>
      <w:r w:rsidR="000A6D5E">
        <w:t xml:space="preserve">– </w:t>
      </w:r>
      <w:r w:rsidRPr="00425309">
        <w:t>Non</w:t>
      </w:r>
      <w:r w:rsidR="000A6D5E">
        <w:t xml:space="preserve">, </w:t>
      </w:r>
      <w:r w:rsidRPr="00425309">
        <w:t>tu te trompes</w:t>
      </w:r>
      <w:r w:rsidR="000A6D5E">
        <w:t xml:space="preserve">… </w:t>
      </w:r>
      <w:r w:rsidRPr="00425309">
        <w:t>car tu n</w:t>
      </w:r>
      <w:r w:rsidR="000A6D5E">
        <w:t>’</w:t>
      </w:r>
      <w:r w:rsidRPr="00425309">
        <w:t>as pas dit de bêtises</w:t>
      </w:r>
      <w:r w:rsidR="000A6D5E">
        <w:t xml:space="preserve">. </w:t>
      </w:r>
      <w:r w:rsidRPr="00425309">
        <w:t>Je t</w:t>
      </w:r>
      <w:r w:rsidR="000A6D5E">
        <w:t>’</w:t>
      </w:r>
      <w:r w:rsidRPr="00425309">
        <w:t>ai justement interrompue au moment exact où ça allait commencer à devenir comique</w:t>
      </w:r>
      <w:r w:rsidR="000A6D5E">
        <w:t>.</w:t>
      </w:r>
    </w:p>
    <w:p w14:paraId="4DE13D59" w14:textId="77777777" w:rsidR="000A6D5E" w:rsidRDefault="004036B1" w:rsidP="000A6D5E">
      <w:r w:rsidRPr="00425309">
        <w:rPr>
          <w:bCs/>
          <w:i/>
          <w:iCs/>
        </w:rPr>
        <w:t>CAROLINE</w:t>
      </w:r>
      <w:r w:rsidR="000A6D5E">
        <w:rPr>
          <w:bCs/>
          <w:i/>
          <w:iCs/>
        </w:rPr>
        <w:t xml:space="preserve">. – </w:t>
      </w:r>
      <w:r w:rsidRPr="00425309">
        <w:t>À quel moment</w:t>
      </w:r>
      <w:r w:rsidR="000A6D5E">
        <w:t> ?</w:t>
      </w:r>
    </w:p>
    <w:p w14:paraId="4B422B84" w14:textId="77777777" w:rsidR="000A6D5E" w:rsidRDefault="004036B1" w:rsidP="000A6D5E">
      <w:r w:rsidRPr="00425309">
        <w:rPr>
          <w:bCs/>
          <w:i/>
          <w:iCs/>
        </w:rPr>
        <w:t>HENRY-MONNIER</w:t>
      </w:r>
      <w:r w:rsidR="000A6D5E">
        <w:rPr>
          <w:bCs/>
          <w:i/>
          <w:iCs/>
        </w:rPr>
        <w:t xml:space="preserve">. </w:t>
      </w:r>
      <w:r w:rsidR="000A6D5E">
        <w:t xml:space="preserve">– </w:t>
      </w:r>
      <w:r w:rsidRPr="00425309">
        <w:t>À la minute même où j</w:t>
      </w:r>
      <w:r w:rsidR="000A6D5E">
        <w:t>’</w:t>
      </w:r>
      <w:r w:rsidRPr="00425309">
        <w:t>ai cessé d</w:t>
      </w:r>
      <w:r w:rsidR="000A6D5E">
        <w:t>’</w:t>
      </w:r>
      <w:r w:rsidRPr="00425309">
        <w:t>avoir envie de pleurer</w:t>
      </w:r>
      <w:r w:rsidR="000A6D5E">
        <w:t>.</w:t>
      </w:r>
    </w:p>
    <w:p w14:paraId="5422B778" w14:textId="77777777" w:rsidR="000A6D5E" w:rsidRDefault="004036B1" w:rsidP="000A6D5E">
      <w:r w:rsidRPr="00425309">
        <w:rPr>
          <w:bCs/>
          <w:i/>
          <w:iCs/>
        </w:rPr>
        <w:t>CAROLINE</w:t>
      </w:r>
      <w:r w:rsidR="000A6D5E">
        <w:rPr>
          <w:bCs/>
          <w:i/>
          <w:iCs/>
        </w:rPr>
        <w:t xml:space="preserve">. </w:t>
      </w:r>
      <w:r w:rsidR="000A6D5E">
        <w:t xml:space="preserve">– </w:t>
      </w:r>
      <w:r w:rsidRPr="00425309">
        <w:t>Tu as eu envie de pleurer</w:t>
      </w:r>
      <w:r w:rsidR="000A6D5E">
        <w:t> ?</w:t>
      </w:r>
    </w:p>
    <w:p w14:paraId="429080E4" w14:textId="77777777" w:rsidR="000A6D5E" w:rsidRDefault="004036B1" w:rsidP="000A6D5E">
      <w:r w:rsidRPr="00425309">
        <w:rPr>
          <w:bCs/>
          <w:i/>
          <w:iCs/>
        </w:rPr>
        <w:t>HENRY-MONNIER</w:t>
      </w:r>
      <w:r w:rsidR="000A6D5E">
        <w:rPr>
          <w:bCs/>
          <w:i/>
          <w:iCs/>
        </w:rPr>
        <w:t xml:space="preserve">. </w:t>
      </w:r>
      <w:r w:rsidR="000A6D5E">
        <w:t xml:space="preserve">– </w:t>
      </w:r>
      <w:r w:rsidRPr="00425309">
        <w:t>Oui</w:t>
      </w:r>
      <w:r w:rsidR="000A6D5E">
        <w:t>.</w:t>
      </w:r>
    </w:p>
    <w:p w14:paraId="6A230AA2" w14:textId="77777777" w:rsidR="000A6D5E" w:rsidRDefault="004036B1" w:rsidP="000A6D5E">
      <w:r w:rsidRPr="00425309">
        <w:rPr>
          <w:bCs/>
          <w:i/>
          <w:iCs/>
        </w:rPr>
        <w:t>CAROLINE</w:t>
      </w:r>
      <w:r w:rsidR="000A6D5E">
        <w:rPr>
          <w:bCs/>
          <w:i/>
          <w:iCs/>
        </w:rPr>
        <w:t xml:space="preserve">, </w:t>
      </w:r>
      <w:r w:rsidRPr="00425309">
        <w:rPr>
          <w:bCs/>
          <w:i/>
          <w:iCs/>
        </w:rPr>
        <w:t>se levant</w:t>
      </w:r>
      <w:r w:rsidR="000A6D5E">
        <w:rPr>
          <w:bCs/>
          <w:i/>
          <w:iCs/>
        </w:rPr>
        <w:t xml:space="preserve">. – </w:t>
      </w:r>
      <w:r w:rsidRPr="00425309">
        <w:rPr>
          <w:bCs/>
          <w:i/>
          <w:iCs/>
        </w:rPr>
        <w:t>Oh</w:t>
      </w:r>
      <w:r w:rsidR="000A6D5E">
        <w:rPr>
          <w:bCs/>
          <w:i/>
          <w:iCs/>
        </w:rPr>
        <w:t>…</w:t>
      </w:r>
    </w:p>
    <w:p w14:paraId="26C13586" w14:textId="77777777" w:rsidR="000A6D5E" w:rsidRDefault="004036B1" w:rsidP="000A6D5E">
      <w:r w:rsidRPr="00425309">
        <w:rPr>
          <w:bCs/>
          <w:i/>
          <w:iCs/>
        </w:rPr>
        <w:t>HENRY-MONNIER</w:t>
      </w:r>
      <w:r w:rsidR="000A6D5E">
        <w:rPr>
          <w:bCs/>
          <w:i/>
          <w:iCs/>
        </w:rPr>
        <w:t xml:space="preserve">. </w:t>
      </w:r>
      <w:r w:rsidR="000A6D5E">
        <w:t xml:space="preserve">– </w:t>
      </w:r>
      <w:r w:rsidRPr="00425309">
        <w:t>Ne te dérange pas</w:t>
      </w:r>
      <w:r w:rsidR="000A6D5E">
        <w:t xml:space="preserve">, </w:t>
      </w:r>
      <w:r w:rsidRPr="00425309">
        <w:t>c</w:t>
      </w:r>
      <w:r w:rsidR="000A6D5E">
        <w:t>’</w:t>
      </w:r>
      <w:r w:rsidRPr="00425309">
        <w:t>est fini</w:t>
      </w:r>
      <w:r w:rsidR="000A6D5E">
        <w:t>.</w:t>
      </w:r>
    </w:p>
    <w:p w14:paraId="728A3DAA" w14:textId="77777777" w:rsidR="000A6D5E" w:rsidRDefault="004036B1" w:rsidP="000A6D5E">
      <w:r w:rsidRPr="00425309">
        <w:rPr>
          <w:bCs/>
          <w:i/>
          <w:iCs/>
        </w:rPr>
        <w:t>CAROLINE</w:t>
      </w:r>
      <w:r w:rsidR="000A6D5E">
        <w:rPr>
          <w:bCs/>
          <w:i/>
          <w:iCs/>
        </w:rPr>
        <w:t xml:space="preserve">. </w:t>
      </w:r>
      <w:r w:rsidR="000A6D5E">
        <w:t xml:space="preserve">– </w:t>
      </w:r>
      <w:r w:rsidRPr="00425309">
        <w:t>Mais quand</w:t>
      </w:r>
      <w:r w:rsidR="000A6D5E">
        <w:t xml:space="preserve">… </w:t>
      </w:r>
      <w:r w:rsidRPr="00425309">
        <w:t>dis-moi</w:t>
      </w:r>
      <w:r w:rsidR="000A6D5E">
        <w:t>… ?</w:t>
      </w:r>
    </w:p>
    <w:p w14:paraId="2B78AE5D" w14:textId="77777777" w:rsidR="000A6D5E" w:rsidRDefault="004036B1" w:rsidP="000A6D5E">
      <w:r w:rsidRPr="00425309">
        <w:rPr>
          <w:bCs/>
          <w:i/>
          <w:iCs/>
        </w:rPr>
        <w:t>HENRY-MONNIER</w:t>
      </w:r>
      <w:r w:rsidR="000A6D5E">
        <w:rPr>
          <w:bCs/>
          <w:i/>
          <w:iCs/>
        </w:rPr>
        <w:t xml:space="preserve">. </w:t>
      </w:r>
      <w:r w:rsidR="000A6D5E">
        <w:t xml:space="preserve">– </w:t>
      </w:r>
      <w:r w:rsidRPr="00425309">
        <w:t>Je ne sais plus très bien</w:t>
      </w:r>
      <w:r w:rsidR="000A6D5E">
        <w:t xml:space="preserve">…, </w:t>
      </w:r>
      <w:r w:rsidRPr="00425309">
        <w:t>et je t</w:t>
      </w:r>
      <w:r w:rsidR="000A6D5E">
        <w:t>’</w:t>
      </w:r>
      <w:r w:rsidRPr="00425309">
        <w:t>avou</w:t>
      </w:r>
      <w:r w:rsidRPr="00425309">
        <w:t>e</w:t>
      </w:r>
      <w:r w:rsidRPr="00425309">
        <w:t>rai même que je ne cherche pas à m</w:t>
      </w:r>
      <w:r w:rsidR="000A6D5E">
        <w:t>’</w:t>
      </w:r>
      <w:r w:rsidRPr="00425309">
        <w:t>en souvenir</w:t>
      </w:r>
      <w:r w:rsidR="000A6D5E">
        <w:t xml:space="preserve">. </w:t>
      </w:r>
      <w:r w:rsidRPr="00425309">
        <w:t>Alors</w:t>
      </w:r>
      <w:r w:rsidR="000A6D5E">
        <w:t xml:space="preserve">, </w:t>
      </w:r>
      <w:r w:rsidRPr="00425309">
        <w:t>quand t</w:t>
      </w:r>
      <w:r w:rsidR="000A6D5E">
        <w:t>’</w:t>
      </w:r>
      <w:r w:rsidRPr="00425309">
        <w:t>en vas-tu</w:t>
      </w:r>
      <w:r w:rsidR="000A6D5E">
        <w:t> ?</w:t>
      </w:r>
    </w:p>
    <w:p w14:paraId="74CAC9E5" w14:textId="77777777" w:rsidR="000A6D5E" w:rsidRDefault="004036B1" w:rsidP="000A6D5E">
      <w:r w:rsidRPr="00425309">
        <w:rPr>
          <w:bCs/>
          <w:i/>
          <w:iCs/>
        </w:rPr>
        <w:t>CAROLINE</w:t>
      </w:r>
      <w:r w:rsidR="000A6D5E">
        <w:rPr>
          <w:bCs/>
          <w:i/>
          <w:iCs/>
        </w:rPr>
        <w:t xml:space="preserve">. </w:t>
      </w:r>
      <w:r w:rsidR="000A6D5E">
        <w:t xml:space="preserve">– </w:t>
      </w:r>
      <w:r w:rsidRPr="00425309">
        <w:t>Quand tu voudras</w:t>
      </w:r>
      <w:r w:rsidR="000A6D5E">
        <w:t>.</w:t>
      </w:r>
    </w:p>
    <w:p w14:paraId="62650D0F" w14:textId="77777777" w:rsidR="000A6D5E" w:rsidRDefault="004036B1" w:rsidP="000A6D5E">
      <w:r w:rsidRPr="00425309">
        <w:rPr>
          <w:bCs/>
          <w:i/>
          <w:iCs/>
        </w:rPr>
        <w:lastRenderedPageBreak/>
        <w:t>HENRY-MONNIER</w:t>
      </w:r>
      <w:r w:rsidR="000A6D5E">
        <w:rPr>
          <w:bCs/>
          <w:i/>
          <w:iCs/>
        </w:rPr>
        <w:t xml:space="preserve">. </w:t>
      </w:r>
      <w:r w:rsidR="000A6D5E">
        <w:t xml:space="preserve">– </w:t>
      </w:r>
      <w:r w:rsidRPr="00425309">
        <w:t>Ah</w:t>
      </w:r>
      <w:r w:rsidR="000A6D5E">
        <w:t xml:space="preserve"> ! </w:t>
      </w:r>
      <w:r w:rsidRPr="00425309">
        <w:t>Non</w:t>
      </w:r>
      <w:r w:rsidR="000A6D5E">
        <w:t xml:space="preserve">… </w:t>
      </w:r>
      <w:r w:rsidRPr="00425309">
        <w:t>c</w:t>
      </w:r>
      <w:r w:rsidR="000A6D5E">
        <w:t>’</w:t>
      </w:r>
      <w:r w:rsidRPr="00425309">
        <w:t>est toi qui en as eu l</w:t>
      </w:r>
      <w:r w:rsidR="000A6D5E">
        <w:t>’</w:t>
      </w:r>
      <w:r w:rsidRPr="00425309">
        <w:t>idée</w:t>
      </w:r>
      <w:r w:rsidR="000A6D5E">
        <w:t xml:space="preserve">… </w:t>
      </w:r>
      <w:proofErr w:type="spellStart"/>
      <w:r w:rsidRPr="00425309">
        <w:t>fais-m</w:t>
      </w:r>
      <w:r w:rsidR="000A6D5E">
        <w:t>’</w:t>
      </w:r>
      <w:r w:rsidRPr="00425309">
        <w:t>en</w:t>
      </w:r>
      <w:proofErr w:type="spellEnd"/>
      <w:r w:rsidRPr="00425309">
        <w:t xml:space="preserve"> la surprise</w:t>
      </w:r>
      <w:r w:rsidR="000A6D5E">
        <w:t xml:space="preserve">. </w:t>
      </w:r>
      <w:r w:rsidRPr="00425309">
        <w:t>Car je ne te demande qu</w:t>
      </w:r>
      <w:r w:rsidR="000A6D5E">
        <w:t>’</w:t>
      </w:r>
      <w:r w:rsidRPr="00425309">
        <w:t>une chose</w:t>
      </w:r>
      <w:r w:rsidR="000A6D5E">
        <w:t xml:space="preserve">, </w:t>
      </w:r>
      <w:r w:rsidRPr="00425309">
        <w:t>c</w:t>
      </w:r>
      <w:r w:rsidR="000A6D5E">
        <w:t>’</w:t>
      </w:r>
      <w:r w:rsidRPr="00425309">
        <w:t>est de m</w:t>
      </w:r>
      <w:r w:rsidR="000A6D5E">
        <w:t>’</w:t>
      </w:r>
      <w:r w:rsidRPr="00425309">
        <w:t>en faire la surprise</w:t>
      </w:r>
      <w:r w:rsidR="000A6D5E">
        <w:t xml:space="preserve">. </w:t>
      </w:r>
      <w:r w:rsidRPr="00425309">
        <w:t>Dans huit jours</w:t>
      </w:r>
      <w:r w:rsidR="000A6D5E">
        <w:t xml:space="preserve">, </w:t>
      </w:r>
      <w:r w:rsidRPr="00425309">
        <w:t>dans trois jours</w:t>
      </w:r>
      <w:r w:rsidR="000A6D5E">
        <w:t xml:space="preserve">… </w:t>
      </w:r>
      <w:r w:rsidRPr="00425309">
        <w:t>ce soir</w:t>
      </w:r>
      <w:r w:rsidR="000A6D5E">
        <w:t xml:space="preserve">… </w:t>
      </w:r>
      <w:r w:rsidRPr="00425309">
        <w:t>ou dans un mois</w:t>
      </w:r>
      <w:r w:rsidR="000A6D5E">
        <w:t xml:space="preserve">… </w:t>
      </w:r>
      <w:r w:rsidRPr="00425309">
        <w:t>je rentrerai à l</w:t>
      </w:r>
      <w:r w:rsidR="000A6D5E">
        <w:t>’</w:t>
      </w:r>
      <w:r w:rsidRPr="00425309">
        <w:t>heure du d</w:t>
      </w:r>
      <w:r w:rsidRPr="00425309">
        <w:t>î</w:t>
      </w:r>
      <w:r w:rsidRPr="00425309">
        <w:t>ner</w:t>
      </w:r>
      <w:r w:rsidR="000A6D5E">
        <w:t xml:space="preserve">, </w:t>
      </w:r>
      <w:r w:rsidRPr="00425309">
        <w:t>la bonne s</w:t>
      </w:r>
      <w:r w:rsidR="000A6D5E">
        <w:t>’</w:t>
      </w:r>
      <w:r w:rsidRPr="00425309">
        <w:t>avancera très émue et me dira</w:t>
      </w:r>
      <w:r w:rsidR="000A6D5E">
        <w:t>…</w:t>
      </w:r>
    </w:p>
    <w:p w14:paraId="3F95ABE3" w14:textId="77777777" w:rsidR="000A6D5E" w:rsidRDefault="004036B1" w:rsidP="000A6D5E">
      <w:r w:rsidRPr="00425309">
        <w:rPr>
          <w:bCs/>
          <w:i/>
          <w:iCs/>
        </w:rPr>
        <w:t>CAROLINE</w:t>
      </w:r>
      <w:r w:rsidR="000A6D5E">
        <w:rPr>
          <w:bCs/>
          <w:i/>
          <w:iCs/>
        </w:rPr>
        <w:t xml:space="preserve">. </w:t>
      </w:r>
      <w:r w:rsidR="000A6D5E">
        <w:t>– « </w:t>
      </w:r>
      <w:r w:rsidRPr="00425309">
        <w:t>Madame est partie</w:t>
      </w:r>
      <w:r w:rsidR="000A6D5E">
        <w:t> ! »</w:t>
      </w:r>
    </w:p>
    <w:p w14:paraId="7014D3AC" w14:textId="77777777" w:rsidR="000A6D5E" w:rsidRDefault="004036B1" w:rsidP="000A6D5E">
      <w:r w:rsidRPr="00425309">
        <w:rPr>
          <w:bCs/>
          <w:i/>
          <w:iCs/>
        </w:rPr>
        <w:t>HENRY-MONNIER</w:t>
      </w:r>
      <w:r w:rsidR="000A6D5E">
        <w:rPr>
          <w:bCs/>
          <w:i/>
          <w:iCs/>
        </w:rPr>
        <w:t xml:space="preserve"> – </w:t>
      </w:r>
      <w:r w:rsidRPr="00425309">
        <w:t>Non</w:t>
      </w:r>
      <w:r w:rsidR="000A6D5E">
        <w:t>. « </w:t>
      </w:r>
      <w:r w:rsidRPr="00425309">
        <w:t>Monsieur est servi</w:t>
      </w:r>
      <w:r w:rsidR="000A6D5E">
        <w:t> ! »</w:t>
      </w:r>
    </w:p>
    <w:p w14:paraId="0216007D" w14:textId="77777777" w:rsidR="000A6D5E" w:rsidRDefault="004036B1" w:rsidP="000A6D5E">
      <w:r w:rsidRPr="00425309">
        <w:rPr>
          <w:bCs/>
          <w:i/>
          <w:iCs/>
        </w:rPr>
        <w:t>Il r</w:t>
      </w:r>
      <w:r w:rsidRPr="00425309">
        <w:rPr>
          <w:bCs/>
          <w:i/>
          <w:iCs/>
        </w:rPr>
        <w:t>e</w:t>
      </w:r>
      <w:r w:rsidRPr="00425309">
        <w:rPr>
          <w:bCs/>
          <w:i/>
          <w:iCs/>
        </w:rPr>
        <w:t>prend la plume et</w:t>
      </w:r>
    </w:p>
    <w:p w14:paraId="0061F596" w14:textId="77777777" w:rsidR="000A6D5E" w:rsidRDefault="004036B1" w:rsidP="000A6D5E">
      <w:pPr>
        <w:ind w:firstLine="0"/>
        <w:jc w:val="center"/>
      </w:pPr>
      <w:r w:rsidRPr="000A6D5E">
        <w:rPr>
          <w:bCs/>
          <w:i/>
          <w:iCs/>
        </w:rPr>
        <w:t>LE RIDEAU TOMBE</w:t>
      </w:r>
    </w:p>
    <w:p w14:paraId="6175091C" w14:textId="211D696B" w:rsidR="004036B1" w:rsidRPr="00A97086" w:rsidRDefault="004036B1" w:rsidP="00A97086">
      <w:pPr>
        <w:pStyle w:val="Titre1"/>
      </w:pPr>
      <w:bookmarkStart w:id="2" w:name="_Toc197458014"/>
      <w:r w:rsidRPr="00A97086">
        <w:lastRenderedPageBreak/>
        <w:t>DEUXIÈME ACTE</w:t>
      </w:r>
      <w:bookmarkEnd w:id="2"/>
      <w:r w:rsidRPr="00A97086">
        <w:br/>
      </w:r>
    </w:p>
    <w:p w14:paraId="6081326D" w14:textId="77777777" w:rsidR="000A6D5E" w:rsidRDefault="004036B1" w:rsidP="000A6D5E">
      <w:r w:rsidRPr="00425309">
        <w:rPr>
          <w:bCs/>
          <w:i/>
          <w:iCs/>
        </w:rPr>
        <w:t>Le décor représente une loge d</w:t>
      </w:r>
      <w:r w:rsidR="000A6D5E">
        <w:rPr>
          <w:bCs/>
          <w:i/>
          <w:iCs/>
        </w:rPr>
        <w:t>’</w:t>
      </w:r>
      <w:r w:rsidRPr="00425309">
        <w:rPr>
          <w:bCs/>
          <w:i/>
          <w:iCs/>
        </w:rPr>
        <w:t>acteur</w:t>
      </w:r>
      <w:r w:rsidR="000A6D5E">
        <w:rPr>
          <w:bCs/>
          <w:i/>
          <w:iCs/>
        </w:rPr>
        <w:t xml:space="preserve"> : </w:t>
      </w:r>
      <w:r w:rsidRPr="00425309">
        <w:rPr>
          <w:bCs/>
          <w:i/>
          <w:iCs/>
        </w:rPr>
        <w:t>une porte</w:t>
      </w:r>
      <w:r w:rsidR="000A6D5E">
        <w:rPr>
          <w:bCs/>
          <w:i/>
          <w:iCs/>
        </w:rPr>
        <w:t xml:space="preserve">, </w:t>
      </w:r>
      <w:r w:rsidRPr="00425309">
        <w:rPr>
          <w:bCs/>
          <w:i/>
          <w:iCs/>
        </w:rPr>
        <w:t>une a</w:t>
      </w:r>
      <w:r w:rsidRPr="00425309">
        <w:rPr>
          <w:bCs/>
          <w:i/>
          <w:iCs/>
        </w:rPr>
        <w:t>r</w:t>
      </w:r>
      <w:r w:rsidRPr="00425309">
        <w:rPr>
          <w:bCs/>
          <w:i/>
          <w:iCs/>
        </w:rPr>
        <w:t>moire</w:t>
      </w:r>
      <w:r w:rsidR="000A6D5E">
        <w:rPr>
          <w:bCs/>
          <w:i/>
          <w:iCs/>
        </w:rPr>
        <w:t xml:space="preserve">, </w:t>
      </w:r>
      <w:r w:rsidRPr="00425309">
        <w:rPr>
          <w:bCs/>
          <w:i/>
          <w:iCs/>
        </w:rPr>
        <w:t>deux chaises</w:t>
      </w:r>
      <w:r w:rsidR="000A6D5E">
        <w:rPr>
          <w:bCs/>
          <w:i/>
          <w:iCs/>
        </w:rPr>
        <w:t xml:space="preserve">, </w:t>
      </w:r>
      <w:r w:rsidRPr="00425309">
        <w:rPr>
          <w:bCs/>
          <w:i/>
          <w:iCs/>
        </w:rPr>
        <w:t>une tablette à maquillage</w:t>
      </w:r>
      <w:r w:rsidR="000A6D5E">
        <w:rPr>
          <w:bCs/>
          <w:i/>
          <w:iCs/>
        </w:rPr>
        <w:t xml:space="preserve">, </w:t>
      </w:r>
      <w:r w:rsidRPr="00425309">
        <w:rPr>
          <w:bCs/>
          <w:i/>
          <w:iCs/>
        </w:rPr>
        <w:t>une glace</w:t>
      </w:r>
      <w:r w:rsidR="000A6D5E">
        <w:rPr>
          <w:bCs/>
          <w:i/>
          <w:iCs/>
        </w:rPr>
        <w:t xml:space="preserve">, </w:t>
      </w:r>
      <w:r w:rsidRPr="00425309">
        <w:rPr>
          <w:bCs/>
          <w:i/>
          <w:iCs/>
        </w:rPr>
        <w:t>un peignoir pas très propre</w:t>
      </w:r>
      <w:r w:rsidR="000A6D5E">
        <w:rPr>
          <w:bCs/>
          <w:i/>
          <w:iCs/>
        </w:rPr>
        <w:t xml:space="preserve"> – </w:t>
      </w:r>
      <w:r w:rsidRPr="00425309">
        <w:rPr>
          <w:bCs/>
          <w:i/>
          <w:iCs/>
        </w:rPr>
        <w:t>et une habilleuse</w:t>
      </w:r>
      <w:r w:rsidR="000A6D5E">
        <w:rPr>
          <w:bCs/>
          <w:i/>
          <w:iCs/>
        </w:rPr>
        <w:t>.</w:t>
      </w:r>
    </w:p>
    <w:p w14:paraId="41115815" w14:textId="77777777" w:rsidR="000A6D5E" w:rsidRDefault="000A6D5E" w:rsidP="000A6D5E">
      <w:pPr>
        <w:rPr>
          <w:bCs/>
          <w:i/>
          <w:iCs/>
        </w:rPr>
      </w:pPr>
      <w:r>
        <w:rPr>
          <w:bCs/>
          <w:i/>
          <w:iCs/>
        </w:rPr>
        <w:t>(</w:t>
      </w:r>
      <w:r w:rsidR="004036B1" w:rsidRPr="00425309">
        <w:rPr>
          <w:bCs/>
          <w:i/>
          <w:iCs/>
        </w:rPr>
        <w:t>La porte s</w:t>
      </w:r>
      <w:r>
        <w:rPr>
          <w:bCs/>
          <w:i/>
          <w:iCs/>
        </w:rPr>
        <w:t>’</w:t>
      </w:r>
      <w:r w:rsidR="004036B1" w:rsidRPr="00425309">
        <w:rPr>
          <w:bCs/>
          <w:i/>
          <w:iCs/>
        </w:rPr>
        <w:t>ouvre et l</w:t>
      </w:r>
      <w:r>
        <w:rPr>
          <w:bCs/>
          <w:i/>
          <w:iCs/>
        </w:rPr>
        <w:t>’</w:t>
      </w:r>
      <w:r w:rsidR="004036B1" w:rsidRPr="00425309">
        <w:rPr>
          <w:bCs/>
          <w:i/>
          <w:iCs/>
        </w:rPr>
        <w:t>habilleuse s</w:t>
      </w:r>
      <w:r>
        <w:rPr>
          <w:bCs/>
          <w:i/>
          <w:iCs/>
        </w:rPr>
        <w:t>’</w:t>
      </w:r>
      <w:r w:rsidR="004036B1" w:rsidRPr="00425309">
        <w:rPr>
          <w:bCs/>
          <w:i/>
          <w:iCs/>
        </w:rPr>
        <w:t>efface devant Henry-Monnier qui paraît maquillé et habillé en Joseph Prudhomme</w:t>
      </w:r>
      <w:r>
        <w:rPr>
          <w:bCs/>
          <w:i/>
          <w:iCs/>
        </w:rPr>
        <w:t>.)</w:t>
      </w:r>
    </w:p>
    <w:p w14:paraId="3D3224BA" w14:textId="77777777" w:rsidR="00A97086" w:rsidRDefault="00A97086" w:rsidP="000A6D5E"/>
    <w:p w14:paraId="5A5EDF49"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Eh</w:t>
      </w:r>
      <w:r w:rsidR="000A6D5E">
        <w:t xml:space="preserve"> ! </w:t>
      </w:r>
      <w:r w:rsidRPr="00425309">
        <w:t>Bien</w:t>
      </w:r>
      <w:r w:rsidR="000A6D5E">
        <w:t xml:space="preserve">, </w:t>
      </w:r>
      <w:r w:rsidRPr="00425309">
        <w:t>quel succès</w:t>
      </w:r>
      <w:r w:rsidR="000A6D5E">
        <w:t xml:space="preserve">, </w:t>
      </w:r>
      <w:r w:rsidRPr="00425309">
        <w:t>Monsieur Mo</w:t>
      </w:r>
      <w:r w:rsidRPr="00425309">
        <w:t>n</w:t>
      </w:r>
      <w:r w:rsidRPr="00425309">
        <w:t>nier</w:t>
      </w:r>
      <w:r w:rsidR="000A6D5E">
        <w:t xml:space="preserve"> – </w:t>
      </w:r>
      <w:r w:rsidRPr="00425309">
        <w:t>vous êtes content</w:t>
      </w:r>
      <w:r w:rsidR="000A6D5E">
        <w:t> ?</w:t>
      </w:r>
    </w:p>
    <w:p w14:paraId="5B7C0CDA" w14:textId="77777777" w:rsidR="000A6D5E" w:rsidRDefault="004036B1" w:rsidP="000A6D5E">
      <w:r w:rsidRPr="00425309">
        <w:rPr>
          <w:bCs/>
          <w:i/>
          <w:iCs/>
        </w:rPr>
        <w:t>HENRY-MONNIER</w:t>
      </w:r>
      <w:r w:rsidR="000A6D5E">
        <w:rPr>
          <w:bCs/>
          <w:i/>
          <w:iCs/>
        </w:rPr>
        <w:t xml:space="preserve">. </w:t>
      </w:r>
      <w:r w:rsidR="000A6D5E">
        <w:t xml:space="preserve">– </w:t>
      </w:r>
      <w:r w:rsidRPr="00425309">
        <w:t>Oui</w:t>
      </w:r>
      <w:r w:rsidR="000A6D5E">
        <w:t xml:space="preserve">, </w:t>
      </w:r>
      <w:r w:rsidRPr="00425309">
        <w:t>je suis très content</w:t>
      </w:r>
      <w:r w:rsidR="000A6D5E">
        <w:t xml:space="preserve">, </w:t>
      </w:r>
      <w:r w:rsidRPr="00425309">
        <w:t xml:space="preserve">Madame </w:t>
      </w:r>
      <w:proofErr w:type="spellStart"/>
      <w:r w:rsidRPr="00425309">
        <w:t>Laurendier</w:t>
      </w:r>
      <w:proofErr w:type="spellEnd"/>
      <w:r w:rsidR="000A6D5E">
        <w:t xml:space="preserve">. </w:t>
      </w:r>
      <w:r w:rsidRPr="00425309">
        <w:t>Ce gros homme me satisfait</w:t>
      </w:r>
      <w:r w:rsidR="000A6D5E">
        <w:t xml:space="preserve">… </w:t>
      </w:r>
      <w:r w:rsidRPr="00425309">
        <w:t>je crois décidément qu</w:t>
      </w:r>
      <w:r w:rsidR="000A6D5E">
        <w:t>’</w:t>
      </w:r>
      <w:r w:rsidRPr="00425309">
        <w:t>il tient bien sur ses pattes</w:t>
      </w:r>
      <w:r w:rsidR="000A6D5E">
        <w:t>…</w:t>
      </w:r>
    </w:p>
    <w:p w14:paraId="196EA9C1" w14:textId="77777777" w:rsidR="000A6D5E" w:rsidRDefault="000A6D5E" w:rsidP="000A6D5E">
      <w:r>
        <w:rPr>
          <w:bCs/>
          <w:i/>
          <w:iCs/>
        </w:rPr>
        <w:t>(</w:t>
      </w:r>
      <w:r w:rsidR="004036B1" w:rsidRPr="00425309">
        <w:rPr>
          <w:bCs/>
          <w:i/>
          <w:iCs/>
        </w:rPr>
        <w:t>Il se regarde dans la glace</w:t>
      </w:r>
      <w:r>
        <w:rPr>
          <w:bCs/>
          <w:i/>
          <w:iCs/>
        </w:rPr>
        <w:t>.)</w:t>
      </w:r>
    </w:p>
    <w:p w14:paraId="6B5845EF" w14:textId="77777777" w:rsidR="000A6D5E" w:rsidRDefault="000A6D5E" w:rsidP="000A6D5E">
      <w:r>
        <w:t xml:space="preserve">… </w:t>
      </w:r>
      <w:r w:rsidR="004036B1" w:rsidRPr="00425309">
        <w:t>et j</w:t>
      </w:r>
      <w:r>
        <w:t>’</w:t>
      </w:r>
      <w:r w:rsidR="004036B1" w:rsidRPr="00425309">
        <w:t>ai tout lieu de penser qu</w:t>
      </w:r>
      <w:r>
        <w:t>’</w:t>
      </w:r>
      <w:r w:rsidR="004036B1" w:rsidRPr="00425309">
        <w:t>il va aller son petit bo</w:t>
      </w:r>
      <w:r w:rsidR="004036B1" w:rsidRPr="00425309">
        <w:t>n</w:t>
      </w:r>
      <w:r w:rsidR="004036B1" w:rsidRPr="00425309">
        <w:t>homme de chemin comme un grand garçon qu</w:t>
      </w:r>
      <w:r>
        <w:t>’</w:t>
      </w:r>
      <w:r w:rsidR="004036B1" w:rsidRPr="00425309">
        <w:t>il est</w:t>
      </w:r>
      <w:r>
        <w:t> !</w:t>
      </w:r>
    </w:p>
    <w:p w14:paraId="28963DB9"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Vous qui étiez si sombre en arrivant ce soir</w:t>
      </w:r>
      <w:r w:rsidR="000A6D5E">
        <w:t xml:space="preserve">… </w:t>
      </w:r>
      <w:r w:rsidRPr="00425309">
        <w:t>ça fait plaisir de vous voir comme vous êtes en ce m</w:t>
      </w:r>
      <w:r w:rsidRPr="00425309">
        <w:t>o</w:t>
      </w:r>
      <w:r w:rsidRPr="00425309">
        <w:t>ment</w:t>
      </w:r>
      <w:r w:rsidR="000A6D5E">
        <w:t>.</w:t>
      </w:r>
    </w:p>
    <w:p w14:paraId="48C85F1C" w14:textId="77777777" w:rsidR="000A6D5E" w:rsidRDefault="004036B1" w:rsidP="000A6D5E">
      <w:r w:rsidRPr="00425309">
        <w:rPr>
          <w:bCs/>
          <w:i/>
          <w:iCs/>
        </w:rPr>
        <w:t>HENRY-MONNIER</w:t>
      </w:r>
      <w:r w:rsidR="000A6D5E">
        <w:rPr>
          <w:bCs/>
          <w:i/>
          <w:iCs/>
        </w:rPr>
        <w:t xml:space="preserve">. </w:t>
      </w:r>
      <w:r w:rsidR="000A6D5E">
        <w:t xml:space="preserve">– </w:t>
      </w:r>
      <w:r w:rsidRPr="00425309">
        <w:t>J</w:t>
      </w:r>
      <w:r w:rsidR="000A6D5E">
        <w:t>’</w:t>
      </w:r>
      <w:r w:rsidRPr="00425309">
        <w:t>étais mélancolique et morose</w:t>
      </w:r>
      <w:r w:rsidR="000A6D5E">
        <w:t> ?</w:t>
      </w:r>
    </w:p>
    <w:p w14:paraId="6F5936C8"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Vous n</w:t>
      </w:r>
      <w:r w:rsidR="000A6D5E">
        <w:t>’</w:t>
      </w:r>
      <w:r w:rsidRPr="00425309">
        <w:t>étiez pas bien gai</w:t>
      </w:r>
      <w:r w:rsidR="000A6D5E">
        <w:t>.</w:t>
      </w:r>
    </w:p>
    <w:p w14:paraId="6C30425D" w14:textId="77777777" w:rsidR="000A6D5E" w:rsidRDefault="004036B1" w:rsidP="000A6D5E">
      <w:r w:rsidRPr="00425309">
        <w:rPr>
          <w:bCs/>
          <w:i/>
          <w:iCs/>
        </w:rPr>
        <w:t>HENRY-MONNIER</w:t>
      </w:r>
      <w:r w:rsidR="000A6D5E">
        <w:rPr>
          <w:bCs/>
          <w:i/>
          <w:iCs/>
        </w:rPr>
        <w:t xml:space="preserve">. </w:t>
      </w:r>
      <w:r w:rsidR="000A6D5E">
        <w:t xml:space="preserve">– </w:t>
      </w:r>
      <w:r w:rsidRPr="00425309">
        <w:t>L</w:t>
      </w:r>
      <w:r w:rsidR="000A6D5E">
        <w:t>’</w:t>
      </w:r>
      <w:r w:rsidRPr="00425309">
        <w:t>apparence est souvent tro</w:t>
      </w:r>
      <w:r w:rsidRPr="00425309">
        <w:t>m</w:t>
      </w:r>
      <w:r w:rsidRPr="00425309">
        <w:t>peuse</w:t>
      </w:r>
      <w:r w:rsidR="000A6D5E">
        <w:t> !</w:t>
      </w:r>
    </w:p>
    <w:p w14:paraId="3F9E3413" w14:textId="77777777" w:rsidR="000A6D5E" w:rsidRDefault="000A6D5E" w:rsidP="000A6D5E">
      <w:r>
        <w:rPr>
          <w:bCs/>
          <w:i/>
          <w:iCs/>
        </w:rPr>
        <w:t>(</w:t>
      </w:r>
      <w:r w:rsidR="004036B1" w:rsidRPr="00425309">
        <w:rPr>
          <w:bCs/>
          <w:i/>
          <w:iCs/>
        </w:rPr>
        <w:t>Un temps</w:t>
      </w:r>
      <w:r>
        <w:rPr>
          <w:bCs/>
          <w:i/>
          <w:iCs/>
        </w:rPr>
        <w:t>.)</w:t>
      </w:r>
    </w:p>
    <w:p w14:paraId="4FE0E8D3" w14:textId="77777777" w:rsidR="000A6D5E" w:rsidRDefault="004036B1" w:rsidP="000A6D5E">
      <w:r w:rsidRPr="00425309">
        <w:rPr>
          <w:bCs/>
          <w:i/>
          <w:iCs/>
        </w:rPr>
        <w:lastRenderedPageBreak/>
        <w:t>L</w:t>
      </w:r>
      <w:r w:rsidR="000A6D5E">
        <w:rPr>
          <w:bCs/>
          <w:i/>
          <w:iCs/>
        </w:rPr>
        <w:t>’</w:t>
      </w:r>
      <w:r w:rsidRPr="00425309">
        <w:rPr>
          <w:bCs/>
          <w:i/>
          <w:iCs/>
        </w:rPr>
        <w:t>HABILLEUSE</w:t>
      </w:r>
      <w:r w:rsidR="000A6D5E">
        <w:rPr>
          <w:bCs/>
          <w:i/>
          <w:iCs/>
        </w:rPr>
        <w:t xml:space="preserve">. </w:t>
      </w:r>
      <w:r w:rsidR="000A6D5E">
        <w:t xml:space="preserve">– </w:t>
      </w:r>
      <w:r w:rsidRPr="00425309">
        <w:t>Eh</w:t>
      </w:r>
      <w:r w:rsidR="000A6D5E">
        <w:t xml:space="preserve"> ! </w:t>
      </w:r>
      <w:r w:rsidRPr="00425309">
        <w:t>Bien</w:t>
      </w:r>
      <w:r w:rsidR="000A6D5E">
        <w:t> ?</w:t>
      </w:r>
    </w:p>
    <w:p w14:paraId="6F824D1B" w14:textId="77777777" w:rsidR="000A6D5E" w:rsidRDefault="004036B1" w:rsidP="000A6D5E">
      <w:r w:rsidRPr="00425309">
        <w:rPr>
          <w:bCs/>
          <w:i/>
          <w:iCs/>
        </w:rPr>
        <w:t>HENRY-MONNIER</w:t>
      </w:r>
      <w:r w:rsidR="000A6D5E">
        <w:rPr>
          <w:bCs/>
          <w:i/>
          <w:iCs/>
        </w:rPr>
        <w:t xml:space="preserve">. </w:t>
      </w:r>
      <w:r w:rsidR="000A6D5E">
        <w:t xml:space="preserve">– </w:t>
      </w:r>
      <w:r w:rsidRPr="00425309">
        <w:t>Quoi donc</w:t>
      </w:r>
      <w:r w:rsidR="000A6D5E">
        <w:t> ?</w:t>
      </w:r>
    </w:p>
    <w:p w14:paraId="2998DF14"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Vous allez vous regarder longtemps comme cela dans votre glace</w:t>
      </w:r>
      <w:r w:rsidR="000A6D5E">
        <w:t> ?</w:t>
      </w:r>
    </w:p>
    <w:p w14:paraId="2B6BC644" w14:textId="77777777" w:rsidR="000A6D5E" w:rsidRDefault="004036B1" w:rsidP="000A6D5E">
      <w:r w:rsidRPr="00425309">
        <w:rPr>
          <w:bCs/>
          <w:i/>
          <w:iCs/>
        </w:rPr>
        <w:t>HENRY-MONNIER</w:t>
      </w:r>
      <w:r w:rsidR="000A6D5E">
        <w:rPr>
          <w:bCs/>
          <w:i/>
          <w:iCs/>
        </w:rPr>
        <w:t xml:space="preserve">. </w:t>
      </w:r>
      <w:r w:rsidR="000A6D5E">
        <w:t xml:space="preserve">– </w:t>
      </w:r>
      <w:r w:rsidRPr="00425309">
        <w:t>Ce n</w:t>
      </w:r>
      <w:r w:rsidR="000A6D5E">
        <w:t>’</w:t>
      </w:r>
      <w:r w:rsidRPr="00425309">
        <w:t>est pas moi que je regarde</w:t>
      </w:r>
      <w:r w:rsidR="000A6D5E">
        <w:t xml:space="preserve"> : </w:t>
      </w:r>
      <w:r w:rsidRPr="00425309">
        <w:t>c</w:t>
      </w:r>
      <w:r w:rsidR="000A6D5E">
        <w:t>’</w:t>
      </w:r>
      <w:r w:rsidRPr="00425309">
        <w:t>est Monsieur Prudhomme</w:t>
      </w:r>
      <w:r w:rsidR="000A6D5E">
        <w:t xml:space="preserve">. </w:t>
      </w:r>
      <w:r w:rsidRPr="00425309">
        <w:t>Il est vraisemblable</w:t>
      </w:r>
      <w:r w:rsidR="000A6D5E">
        <w:t xml:space="preserve">… </w:t>
      </w:r>
      <w:r w:rsidRPr="00425309">
        <w:t>et cette pe</w:t>
      </w:r>
      <w:r w:rsidRPr="00425309">
        <w:t>r</w:t>
      </w:r>
      <w:r w:rsidRPr="00425309">
        <w:t>ruque est un chef-d</w:t>
      </w:r>
      <w:r w:rsidR="000A6D5E">
        <w:t>’</w:t>
      </w:r>
      <w:r w:rsidRPr="00425309">
        <w:t>œuvre</w:t>
      </w:r>
      <w:r w:rsidR="000A6D5E">
        <w:t xml:space="preserve">. </w:t>
      </w:r>
      <w:r w:rsidRPr="00425309">
        <w:t>On rencontre des gens dans la rue qui n</w:t>
      </w:r>
      <w:r w:rsidR="000A6D5E">
        <w:t>’</w:t>
      </w:r>
      <w:r w:rsidRPr="00425309">
        <w:t>en ont pas d</w:t>
      </w:r>
      <w:r w:rsidR="000A6D5E">
        <w:t>’</w:t>
      </w:r>
      <w:r w:rsidRPr="00425309">
        <w:t>aussi bien faite</w:t>
      </w:r>
      <w:r w:rsidR="000A6D5E">
        <w:t>.</w:t>
      </w:r>
    </w:p>
    <w:p w14:paraId="3DC660D4"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Retirez-la quand même</w:t>
      </w:r>
      <w:r w:rsidR="000A6D5E">
        <w:t>.</w:t>
      </w:r>
    </w:p>
    <w:p w14:paraId="2E30B7FA" w14:textId="77777777" w:rsidR="000A6D5E" w:rsidRDefault="004036B1" w:rsidP="000A6D5E">
      <w:r w:rsidRPr="00425309">
        <w:rPr>
          <w:bCs/>
          <w:i/>
          <w:iCs/>
        </w:rPr>
        <w:t>HENRY-MONNIER</w:t>
      </w:r>
      <w:r w:rsidR="000A6D5E">
        <w:rPr>
          <w:bCs/>
          <w:i/>
          <w:iCs/>
        </w:rPr>
        <w:t xml:space="preserve">. </w:t>
      </w:r>
      <w:r w:rsidR="000A6D5E">
        <w:t xml:space="preserve">– </w:t>
      </w:r>
      <w:r w:rsidRPr="00425309">
        <w:t>Un instant</w:t>
      </w:r>
      <w:r w:rsidR="000A6D5E">
        <w:t xml:space="preserve">… </w:t>
      </w:r>
      <w:r w:rsidRPr="00425309">
        <w:t>attendez</w:t>
      </w:r>
      <w:r w:rsidR="000A6D5E">
        <w:t xml:space="preserve">… </w:t>
      </w:r>
      <w:r w:rsidRPr="00425309">
        <w:t>En suppr</w:t>
      </w:r>
      <w:r w:rsidRPr="00425309">
        <w:t>i</w:t>
      </w:r>
      <w:r w:rsidRPr="00425309">
        <w:t>mant le rouge-aux-lèvres</w:t>
      </w:r>
      <w:r w:rsidR="000A6D5E">
        <w:t xml:space="preserve">… </w:t>
      </w:r>
      <w:r w:rsidRPr="00425309">
        <w:t>et le rouge des joues</w:t>
      </w:r>
      <w:r w:rsidR="000A6D5E">
        <w:t xml:space="preserve">… </w:t>
      </w:r>
      <w:r w:rsidRPr="00425309">
        <w:t>qui n</w:t>
      </w:r>
      <w:r w:rsidR="000A6D5E">
        <w:t>’</w:t>
      </w:r>
      <w:r w:rsidRPr="00425309">
        <w:t>est pas admi</w:t>
      </w:r>
      <w:r w:rsidRPr="00425309">
        <w:t>s</w:t>
      </w:r>
      <w:r w:rsidRPr="00425309">
        <w:t>sible</w:t>
      </w:r>
      <w:r w:rsidR="000A6D5E">
        <w:t>.</w:t>
      </w:r>
    </w:p>
    <w:p w14:paraId="344116C3" w14:textId="77777777" w:rsidR="000A6D5E" w:rsidRDefault="000A6D5E" w:rsidP="000A6D5E">
      <w:r>
        <w:rPr>
          <w:bCs/>
          <w:i/>
          <w:iCs/>
        </w:rPr>
        <w:t>(</w:t>
      </w:r>
      <w:r w:rsidR="004036B1" w:rsidRPr="00425309">
        <w:rPr>
          <w:bCs/>
          <w:i/>
          <w:iCs/>
        </w:rPr>
        <w:t>Il le supprime en s</w:t>
      </w:r>
      <w:r>
        <w:rPr>
          <w:bCs/>
          <w:i/>
          <w:iCs/>
        </w:rPr>
        <w:t>’</w:t>
      </w:r>
      <w:r w:rsidR="004036B1" w:rsidRPr="00425309">
        <w:rPr>
          <w:bCs/>
          <w:i/>
          <w:iCs/>
        </w:rPr>
        <w:t>essuyant la bouche et le visage</w:t>
      </w:r>
      <w:r>
        <w:rPr>
          <w:bCs/>
          <w:i/>
          <w:iCs/>
        </w:rPr>
        <w:t>.)</w:t>
      </w:r>
    </w:p>
    <w:p w14:paraId="37036E6B" w14:textId="77777777" w:rsidR="000A6D5E" w:rsidRDefault="004036B1" w:rsidP="000A6D5E">
      <w:r w:rsidRPr="00425309">
        <w:t>Oh</w:t>
      </w:r>
      <w:r w:rsidR="000A6D5E">
        <w:t xml:space="preserve"> ! </w:t>
      </w:r>
      <w:r w:rsidRPr="00425309">
        <w:t>Ma foi</w:t>
      </w:r>
      <w:r w:rsidR="000A6D5E">
        <w:t>…</w:t>
      </w:r>
    </w:p>
    <w:p w14:paraId="07E62924"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Vous aimez bien votre métier</w:t>
      </w:r>
      <w:r w:rsidR="000A6D5E">
        <w:t> ?</w:t>
      </w:r>
    </w:p>
    <w:p w14:paraId="577F3F69" w14:textId="77777777" w:rsidR="000A6D5E" w:rsidRDefault="004036B1" w:rsidP="000A6D5E">
      <w:r w:rsidRPr="00425309">
        <w:rPr>
          <w:bCs/>
          <w:i/>
          <w:iCs/>
        </w:rPr>
        <w:t>HENRY-MONNIER</w:t>
      </w:r>
      <w:r w:rsidR="000A6D5E">
        <w:rPr>
          <w:bCs/>
          <w:i/>
          <w:iCs/>
        </w:rPr>
        <w:t xml:space="preserve">. </w:t>
      </w:r>
      <w:r w:rsidR="000A6D5E">
        <w:t xml:space="preserve">– </w:t>
      </w:r>
      <w:r w:rsidRPr="00425309">
        <w:t>Qu</w:t>
      </w:r>
      <w:r w:rsidR="000A6D5E">
        <w:t>’</w:t>
      </w:r>
      <w:r w:rsidRPr="00425309">
        <w:t>entendez-vous par mon métier</w:t>
      </w:r>
      <w:r w:rsidR="000A6D5E">
        <w:t> ?</w:t>
      </w:r>
    </w:p>
    <w:p w14:paraId="5BB603D5"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Votre métier d</w:t>
      </w:r>
      <w:r w:rsidR="000A6D5E">
        <w:t>’</w:t>
      </w:r>
      <w:r w:rsidRPr="00425309">
        <w:t>acteur</w:t>
      </w:r>
      <w:r w:rsidR="000A6D5E">
        <w:t>.</w:t>
      </w:r>
    </w:p>
    <w:p w14:paraId="423CB968" w14:textId="77777777" w:rsidR="000A6D5E" w:rsidRDefault="004036B1" w:rsidP="000A6D5E">
      <w:r w:rsidRPr="00425309">
        <w:rPr>
          <w:bCs/>
          <w:i/>
          <w:iCs/>
        </w:rPr>
        <w:t>HENRY-MONNIER</w:t>
      </w:r>
      <w:r w:rsidR="000A6D5E">
        <w:rPr>
          <w:bCs/>
          <w:i/>
          <w:iCs/>
        </w:rPr>
        <w:t xml:space="preserve">. </w:t>
      </w:r>
      <w:r w:rsidR="000A6D5E">
        <w:t xml:space="preserve">– </w:t>
      </w:r>
      <w:r w:rsidRPr="00425309">
        <w:t>Oui</w:t>
      </w:r>
      <w:r w:rsidR="000A6D5E">
        <w:t xml:space="preserve">, </w:t>
      </w:r>
      <w:r w:rsidRPr="00425309">
        <w:t>Madame</w:t>
      </w:r>
      <w:r w:rsidR="000A6D5E">
        <w:t xml:space="preserve">, </w:t>
      </w:r>
      <w:r w:rsidRPr="00425309">
        <w:t>je l</w:t>
      </w:r>
      <w:r w:rsidR="000A6D5E">
        <w:t>’</w:t>
      </w:r>
      <w:r w:rsidRPr="00425309">
        <w:t>aime</w:t>
      </w:r>
      <w:r w:rsidR="000A6D5E">
        <w:t xml:space="preserve">… </w:t>
      </w:r>
      <w:r w:rsidRPr="00425309">
        <w:t>je l</w:t>
      </w:r>
      <w:r w:rsidR="000A6D5E">
        <w:t>’</w:t>
      </w:r>
      <w:r w:rsidRPr="00425309">
        <w:t>aime inf</w:t>
      </w:r>
      <w:r w:rsidRPr="00425309">
        <w:t>i</w:t>
      </w:r>
      <w:r w:rsidRPr="00425309">
        <w:t>niment</w:t>
      </w:r>
      <w:r w:rsidR="000A6D5E">
        <w:t xml:space="preserve">, </w:t>
      </w:r>
      <w:r w:rsidRPr="00425309">
        <w:t>car il est singulier</w:t>
      </w:r>
      <w:r w:rsidR="000A6D5E">
        <w:t>.</w:t>
      </w:r>
    </w:p>
    <w:p w14:paraId="0BB0A85E"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Et vos camarades qui disent de vous que vous êtes un amateur</w:t>
      </w:r>
      <w:r w:rsidR="000A6D5E">
        <w:t>.</w:t>
      </w:r>
    </w:p>
    <w:p w14:paraId="5E580578" w14:textId="77777777" w:rsidR="000A6D5E" w:rsidRDefault="004036B1" w:rsidP="000A6D5E">
      <w:r w:rsidRPr="00425309">
        <w:rPr>
          <w:bCs/>
          <w:i/>
          <w:iCs/>
        </w:rPr>
        <w:t>HENRY-MONNIER</w:t>
      </w:r>
      <w:r w:rsidR="000A6D5E">
        <w:rPr>
          <w:bCs/>
          <w:i/>
          <w:iCs/>
        </w:rPr>
        <w:t xml:space="preserve">. </w:t>
      </w:r>
      <w:r w:rsidR="000A6D5E">
        <w:t xml:space="preserve">– </w:t>
      </w:r>
      <w:r w:rsidRPr="00425309">
        <w:t>Laissez-les dire</w:t>
      </w:r>
      <w:r w:rsidR="000A6D5E">
        <w:t xml:space="preserve">, </w:t>
      </w:r>
      <w:r w:rsidRPr="00425309">
        <w:t>ils ont raison</w:t>
      </w:r>
      <w:r w:rsidR="000A6D5E">
        <w:t xml:space="preserve">. </w:t>
      </w:r>
      <w:r w:rsidRPr="00425309">
        <w:t>Les comédiens aiment mes pièces</w:t>
      </w:r>
      <w:r w:rsidR="000A6D5E">
        <w:t xml:space="preserve">, </w:t>
      </w:r>
      <w:r w:rsidRPr="00425309">
        <w:t>les auteurs dramatiques adorent mes dessins et les dessinateurs me trouvent un comédien pa</w:t>
      </w:r>
      <w:r w:rsidRPr="00425309">
        <w:t>r</w:t>
      </w:r>
      <w:r w:rsidRPr="00425309">
        <w:t>fait</w:t>
      </w:r>
      <w:r w:rsidR="000A6D5E">
        <w:t xml:space="preserve">. </w:t>
      </w:r>
      <w:r w:rsidRPr="00425309">
        <w:t>J</w:t>
      </w:r>
      <w:r w:rsidR="000A6D5E">
        <w:t>’</w:t>
      </w:r>
      <w:r w:rsidRPr="00425309">
        <w:t>aurais vraiment tort de me plaindre puisque j</w:t>
      </w:r>
      <w:r w:rsidR="000A6D5E">
        <w:t>’</w:t>
      </w:r>
      <w:r w:rsidRPr="00425309">
        <w:t>écris</w:t>
      </w:r>
      <w:r w:rsidR="000A6D5E">
        <w:t xml:space="preserve">, </w:t>
      </w:r>
      <w:r w:rsidRPr="00425309">
        <w:lastRenderedPageBreak/>
        <w:t>de</w:t>
      </w:r>
      <w:r w:rsidRPr="00425309">
        <w:t>s</w:t>
      </w:r>
      <w:r w:rsidRPr="00425309">
        <w:t>sine et joue pour mon plaisir</w:t>
      </w:r>
      <w:r w:rsidR="000A6D5E">
        <w:t xml:space="preserve"> ! </w:t>
      </w:r>
      <w:r w:rsidRPr="00425309">
        <w:t>Les gens s</w:t>
      </w:r>
      <w:r w:rsidR="000A6D5E">
        <w:t>’</w:t>
      </w:r>
      <w:r w:rsidRPr="00425309">
        <w:t>imaginent que je fais trois métiers</w:t>
      </w:r>
      <w:r w:rsidR="000A6D5E">
        <w:t xml:space="preserve">… </w:t>
      </w:r>
      <w:r w:rsidRPr="00425309">
        <w:t>et pourtant</w:t>
      </w:r>
      <w:r w:rsidR="000A6D5E">
        <w:t xml:space="preserve">, </w:t>
      </w:r>
      <w:r w:rsidRPr="00425309">
        <w:t>je n</w:t>
      </w:r>
      <w:r w:rsidR="000A6D5E">
        <w:t>’</w:t>
      </w:r>
      <w:r w:rsidRPr="00425309">
        <w:t>exerce qu</w:t>
      </w:r>
      <w:r w:rsidR="000A6D5E">
        <w:t>’</w:t>
      </w:r>
      <w:r w:rsidRPr="00425309">
        <w:t>une seule profession</w:t>
      </w:r>
      <w:r w:rsidR="000A6D5E">
        <w:t xml:space="preserve">. </w:t>
      </w:r>
      <w:r w:rsidRPr="00425309">
        <w:t>Trois cordes à un arc</w:t>
      </w:r>
      <w:r w:rsidR="000A6D5E">
        <w:t xml:space="preserve">, </w:t>
      </w:r>
      <w:r w:rsidRPr="00425309">
        <w:t>ça ne fait pas trois arcs</w:t>
      </w:r>
      <w:r w:rsidR="000A6D5E">
        <w:t xml:space="preserve"> ! </w:t>
      </w:r>
      <w:r w:rsidRPr="00425309">
        <w:t>Seulement</w:t>
      </w:r>
      <w:r w:rsidR="000A6D5E">
        <w:t xml:space="preserve">, </w:t>
      </w:r>
      <w:r w:rsidRPr="00425309">
        <w:t>avec trois cordes</w:t>
      </w:r>
      <w:r w:rsidR="000A6D5E">
        <w:t xml:space="preserve">, </w:t>
      </w:r>
      <w:r w:rsidRPr="00425309">
        <w:t>on risque peut-être d</w:t>
      </w:r>
      <w:r w:rsidR="000A6D5E">
        <w:t>’</w:t>
      </w:r>
      <w:r w:rsidRPr="00425309">
        <w:t>atteindre plus aisément son but</w:t>
      </w:r>
      <w:r w:rsidR="000A6D5E">
        <w:t xml:space="preserve">. </w:t>
      </w:r>
      <w:r w:rsidRPr="00425309">
        <w:t>Je me dessine mon bonhomme sur la figure</w:t>
      </w:r>
      <w:r w:rsidR="000A6D5E">
        <w:t xml:space="preserve">… </w:t>
      </w:r>
      <w:r w:rsidRPr="00425309">
        <w:t>et je lui prête un corps pour exprimer tout haut les réflexions qu</w:t>
      </w:r>
      <w:r w:rsidR="000A6D5E">
        <w:t>’</w:t>
      </w:r>
      <w:r w:rsidRPr="00425309">
        <w:t>il fait</w:t>
      </w:r>
      <w:r w:rsidR="000A6D5E">
        <w:t>…</w:t>
      </w:r>
    </w:p>
    <w:p w14:paraId="55B29FDA"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Tout ça</w:t>
      </w:r>
      <w:r w:rsidR="000A6D5E">
        <w:t xml:space="preserve">, </w:t>
      </w:r>
      <w:r w:rsidRPr="00425309">
        <w:t>c</w:t>
      </w:r>
      <w:r w:rsidR="000A6D5E">
        <w:t>’</w:t>
      </w:r>
      <w:r w:rsidRPr="00425309">
        <w:t>est très joli</w:t>
      </w:r>
      <w:r w:rsidR="000A6D5E">
        <w:t xml:space="preserve">, </w:t>
      </w:r>
      <w:r w:rsidRPr="00425309">
        <w:t>mais</w:t>
      </w:r>
      <w:r w:rsidR="000A6D5E">
        <w:t xml:space="preserve">, </w:t>
      </w:r>
      <w:r w:rsidRPr="00425309">
        <w:t>Monsieur</w:t>
      </w:r>
      <w:r w:rsidR="000A6D5E">
        <w:t xml:space="preserve">, </w:t>
      </w:r>
      <w:r w:rsidRPr="00425309">
        <w:t>l</w:t>
      </w:r>
      <w:r w:rsidR="000A6D5E">
        <w:t>’</w:t>
      </w:r>
      <w:r w:rsidRPr="00425309">
        <w:t>heure passe</w:t>
      </w:r>
      <w:r w:rsidR="000A6D5E">
        <w:t xml:space="preserve">. </w:t>
      </w:r>
      <w:r w:rsidRPr="00425309">
        <w:t>Démaquillez-vous vite et déshabillez-vous</w:t>
      </w:r>
      <w:r w:rsidR="000A6D5E">
        <w:t>.</w:t>
      </w:r>
    </w:p>
    <w:p w14:paraId="099AA90B" w14:textId="77777777" w:rsidR="000A6D5E" w:rsidRDefault="004036B1" w:rsidP="000A6D5E">
      <w:r w:rsidRPr="00425309">
        <w:rPr>
          <w:bCs/>
          <w:i/>
          <w:iCs/>
        </w:rPr>
        <w:t>HENRY-MONNIER</w:t>
      </w:r>
      <w:r w:rsidR="000A6D5E">
        <w:rPr>
          <w:bCs/>
          <w:i/>
          <w:iCs/>
        </w:rPr>
        <w:t xml:space="preserve">. </w:t>
      </w:r>
      <w:r w:rsidR="000A6D5E">
        <w:t xml:space="preserve">– </w:t>
      </w:r>
      <w:r w:rsidRPr="00425309">
        <w:t>Il le faut</w:t>
      </w:r>
      <w:r w:rsidR="000A6D5E">
        <w:t xml:space="preserve">, </w:t>
      </w:r>
      <w:r w:rsidRPr="00425309">
        <w:t>je sais bien</w:t>
      </w:r>
      <w:r w:rsidR="000A6D5E">
        <w:t xml:space="preserve">… </w:t>
      </w:r>
      <w:r w:rsidRPr="00425309">
        <w:t>mais</w:t>
      </w:r>
      <w:r w:rsidR="000A6D5E">
        <w:t xml:space="preserve">, </w:t>
      </w:r>
      <w:r w:rsidRPr="00425309">
        <w:t>c</w:t>
      </w:r>
      <w:r w:rsidR="000A6D5E">
        <w:t>’</w:t>
      </w:r>
      <w:r w:rsidRPr="00425309">
        <w:t>est vra</w:t>
      </w:r>
      <w:r w:rsidRPr="00425309">
        <w:t>i</w:t>
      </w:r>
      <w:r w:rsidRPr="00425309">
        <w:t>ment dommage</w:t>
      </w:r>
      <w:r w:rsidR="000A6D5E">
        <w:t xml:space="preserve">. </w:t>
      </w:r>
      <w:r w:rsidRPr="00425309">
        <w:t>On se sent parfois tellement à son aise dans la peau d</w:t>
      </w:r>
      <w:r w:rsidR="000A6D5E">
        <w:t>’</w:t>
      </w:r>
      <w:r w:rsidRPr="00425309">
        <w:t>un autre</w:t>
      </w:r>
      <w:r w:rsidR="000A6D5E">
        <w:t xml:space="preserve"> ! </w:t>
      </w:r>
      <w:r w:rsidR="000A6D5E">
        <w:rPr>
          <w:bCs/>
          <w:i/>
          <w:iCs/>
        </w:rPr>
        <w:t>(</w:t>
      </w:r>
      <w:r w:rsidRPr="00425309">
        <w:rPr>
          <w:bCs/>
          <w:i/>
          <w:iCs/>
        </w:rPr>
        <w:t>Il retire sa perruque</w:t>
      </w:r>
      <w:r w:rsidR="000A6D5E">
        <w:rPr>
          <w:bCs/>
          <w:i/>
          <w:iCs/>
        </w:rPr>
        <w:t xml:space="preserve"> – </w:t>
      </w:r>
      <w:r w:rsidRPr="00425309">
        <w:rPr>
          <w:bCs/>
          <w:i/>
          <w:iCs/>
        </w:rPr>
        <w:t>elle l</w:t>
      </w:r>
      <w:r w:rsidR="000A6D5E">
        <w:rPr>
          <w:bCs/>
          <w:i/>
          <w:iCs/>
        </w:rPr>
        <w:t>’</w:t>
      </w:r>
      <w:r w:rsidRPr="00425309">
        <w:rPr>
          <w:bCs/>
          <w:i/>
          <w:iCs/>
        </w:rPr>
        <w:t>aide à retirer sa redingote</w:t>
      </w:r>
      <w:r w:rsidR="000A6D5E">
        <w:rPr>
          <w:bCs/>
          <w:i/>
          <w:iCs/>
        </w:rPr>
        <w:t xml:space="preserve">.) </w:t>
      </w:r>
      <w:r w:rsidRPr="00425309">
        <w:t>Il arrive un âge où tout à coup l</w:t>
      </w:r>
      <w:r w:rsidR="000A6D5E">
        <w:t>’</w:t>
      </w:r>
      <w:r w:rsidRPr="00425309">
        <w:t>on s</w:t>
      </w:r>
      <w:r w:rsidR="000A6D5E">
        <w:t>’</w:t>
      </w:r>
      <w:r w:rsidRPr="00425309">
        <w:t>aperçoit que le physique que l</w:t>
      </w:r>
      <w:r w:rsidR="000A6D5E">
        <w:t>’</w:t>
      </w:r>
      <w:r w:rsidRPr="00425309">
        <w:t>on a ne correspond plus très bien aux hab</w:t>
      </w:r>
      <w:r w:rsidRPr="00425309">
        <w:t>i</w:t>
      </w:r>
      <w:r w:rsidRPr="00425309">
        <w:t>tudes que l</w:t>
      </w:r>
      <w:r w:rsidR="000A6D5E">
        <w:t>’</w:t>
      </w:r>
      <w:r w:rsidRPr="00425309">
        <w:t>on prend</w:t>
      </w:r>
      <w:r w:rsidR="000A6D5E">
        <w:t xml:space="preserve">, </w:t>
      </w:r>
      <w:r w:rsidRPr="00425309">
        <w:t>aux idées qui vous viennent</w:t>
      </w:r>
      <w:r w:rsidR="000A6D5E">
        <w:t xml:space="preserve">, </w:t>
      </w:r>
      <w:r w:rsidRPr="00425309">
        <w:t>aux sent</w:t>
      </w:r>
      <w:r w:rsidRPr="00425309">
        <w:t>i</w:t>
      </w:r>
      <w:r w:rsidRPr="00425309">
        <w:t>ments que l</w:t>
      </w:r>
      <w:r w:rsidR="000A6D5E">
        <w:t>’</w:t>
      </w:r>
      <w:r w:rsidRPr="00425309">
        <w:t>on éprouve</w:t>
      </w:r>
      <w:r w:rsidR="000A6D5E">
        <w:t>…</w:t>
      </w:r>
    </w:p>
    <w:p w14:paraId="61CD2D78" w14:textId="77777777" w:rsidR="000A6D5E" w:rsidRDefault="000A6D5E" w:rsidP="000A6D5E">
      <w:r>
        <w:rPr>
          <w:bCs/>
          <w:i/>
          <w:iCs/>
        </w:rPr>
        <w:t>(</w:t>
      </w:r>
      <w:r w:rsidR="004036B1" w:rsidRPr="00425309">
        <w:rPr>
          <w:bCs/>
          <w:i/>
          <w:iCs/>
        </w:rPr>
        <w:t>On frappe</w:t>
      </w:r>
      <w:r>
        <w:rPr>
          <w:bCs/>
          <w:i/>
          <w:iCs/>
        </w:rPr>
        <w:t>.)</w:t>
      </w:r>
    </w:p>
    <w:p w14:paraId="655EEF06"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On a frappé</w:t>
      </w:r>
      <w:r w:rsidR="000A6D5E">
        <w:t>.</w:t>
      </w:r>
    </w:p>
    <w:p w14:paraId="788EB83A" w14:textId="77777777" w:rsidR="000A6D5E" w:rsidRDefault="004036B1" w:rsidP="000A6D5E">
      <w:r w:rsidRPr="00425309">
        <w:rPr>
          <w:bCs/>
          <w:i/>
          <w:iCs/>
        </w:rPr>
        <w:t>HENRY-MONNIER</w:t>
      </w:r>
      <w:r w:rsidR="000A6D5E">
        <w:rPr>
          <w:bCs/>
          <w:i/>
          <w:iCs/>
        </w:rPr>
        <w:t xml:space="preserve">. </w:t>
      </w:r>
      <w:r w:rsidR="000A6D5E">
        <w:t xml:space="preserve">– </w:t>
      </w:r>
      <w:r w:rsidRPr="00425309">
        <w:t>Demandez qui est là</w:t>
      </w:r>
      <w:r w:rsidR="000A6D5E">
        <w:t>.</w:t>
      </w:r>
    </w:p>
    <w:p w14:paraId="76D7A32D"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Qui est-ce qui est là</w:t>
      </w:r>
      <w:r w:rsidR="000A6D5E">
        <w:t> !</w:t>
      </w:r>
    </w:p>
    <w:p w14:paraId="7D08AC7C" w14:textId="77777777" w:rsidR="000A6D5E" w:rsidRDefault="004036B1" w:rsidP="000A6D5E">
      <w:r w:rsidRPr="00425309">
        <w:rPr>
          <w:bCs/>
          <w:i/>
          <w:iCs/>
        </w:rPr>
        <w:t>UNE VOIX</w:t>
      </w:r>
      <w:r w:rsidR="000A6D5E">
        <w:rPr>
          <w:bCs/>
          <w:i/>
          <w:iCs/>
        </w:rPr>
        <w:t xml:space="preserve">. – </w:t>
      </w:r>
      <w:r w:rsidRPr="00425309">
        <w:t xml:space="preserve">Monsieur </w:t>
      </w:r>
      <w:proofErr w:type="spellStart"/>
      <w:r w:rsidRPr="00425309">
        <w:t>Rémouillot</w:t>
      </w:r>
      <w:proofErr w:type="spellEnd"/>
      <w:r w:rsidR="000A6D5E">
        <w:t>.</w:t>
      </w:r>
    </w:p>
    <w:p w14:paraId="0A7BCCF7"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Pr="00425309">
        <w:rPr>
          <w:bCs/>
          <w:i/>
          <w:iCs/>
        </w:rPr>
        <w:t>répétant</w:t>
      </w:r>
      <w:r w:rsidR="000A6D5E">
        <w:rPr>
          <w:bCs/>
          <w:i/>
          <w:iCs/>
        </w:rPr>
        <w:t xml:space="preserve">. </w:t>
      </w:r>
      <w:r w:rsidR="000A6D5E">
        <w:t xml:space="preserve">– </w:t>
      </w:r>
      <w:r w:rsidRPr="00425309">
        <w:t xml:space="preserve">Monsieur </w:t>
      </w:r>
      <w:proofErr w:type="spellStart"/>
      <w:r w:rsidRPr="00425309">
        <w:t>Rémouillot</w:t>
      </w:r>
      <w:proofErr w:type="spellEnd"/>
      <w:r w:rsidR="000A6D5E">
        <w:t>.</w:t>
      </w:r>
    </w:p>
    <w:p w14:paraId="3436F1BE" w14:textId="77777777" w:rsidR="000A6D5E" w:rsidRDefault="004036B1" w:rsidP="000A6D5E">
      <w:r w:rsidRPr="00425309">
        <w:rPr>
          <w:bCs/>
          <w:i/>
          <w:iCs/>
        </w:rPr>
        <w:t>HENRY-MONNIER</w:t>
      </w:r>
      <w:r w:rsidR="000A6D5E">
        <w:rPr>
          <w:bCs/>
          <w:i/>
          <w:iCs/>
        </w:rPr>
        <w:t xml:space="preserve">. </w:t>
      </w:r>
      <w:r w:rsidR="000A6D5E">
        <w:t xml:space="preserve">– </w:t>
      </w:r>
      <w:r w:rsidRPr="00425309">
        <w:t>Je ne le connais pas</w:t>
      </w:r>
      <w:r w:rsidR="000A6D5E">
        <w:t xml:space="preserve">. </w:t>
      </w:r>
      <w:r w:rsidRPr="00425309">
        <w:t>Demandez-lui ce qu</w:t>
      </w:r>
      <w:r w:rsidR="000A6D5E">
        <w:t>’</w:t>
      </w:r>
      <w:r w:rsidRPr="00425309">
        <w:t>il veut</w:t>
      </w:r>
      <w:r w:rsidR="000A6D5E">
        <w:t>.</w:t>
      </w:r>
    </w:p>
    <w:p w14:paraId="78DA598D"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Qu</w:t>
      </w:r>
      <w:r w:rsidR="000A6D5E">
        <w:t>’</w:t>
      </w:r>
      <w:r w:rsidRPr="00425309">
        <w:t>est-ce que vous désirez</w:t>
      </w:r>
      <w:r w:rsidR="000A6D5E">
        <w:t> ?</w:t>
      </w:r>
    </w:p>
    <w:p w14:paraId="027D48BB" w14:textId="77777777" w:rsidR="000A6D5E" w:rsidRDefault="004036B1" w:rsidP="000A6D5E">
      <w:r w:rsidRPr="00425309">
        <w:rPr>
          <w:bCs/>
          <w:i/>
          <w:iCs/>
        </w:rPr>
        <w:t xml:space="preserve">VOIX DE MONSIEUR </w:t>
      </w:r>
      <w:proofErr w:type="spellStart"/>
      <w:r w:rsidRPr="00425309">
        <w:rPr>
          <w:bCs/>
          <w:i/>
          <w:iCs/>
        </w:rPr>
        <w:t>RÉMOUILLOT</w:t>
      </w:r>
      <w:proofErr w:type="spellEnd"/>
      <w:r w:rsidR="000A6D5E">
        <w:rPr>
          <w:bCs/>
          <w:i/>
          <w:iCs/>
        </w:rPr>
        <w:t xml:space="preserve">. </w:t>
      </w:r>
      <w:r w:rsidR="000A6D5E">
        <w:t xml:space="preserve">– </w:t>
      </w:r>
      <w:r w:rsidRPr="00425309">
        <w:t>Je voudrais voir Mo</w:t>
      </w:r>
      <w:r w:rsidRPr="00425309">
        <w:t>n</w:t>
      </w:r>
      <w:r w:rsidRPr="00425309">
        <w:t>sieur Henry-Monnier</w:t>
      </w:r>
      <w:r w:rsidR="000A6D5E">
        <w:t>.</w:t>
      </w:r>
    </w:p>
    <w:p w14:paraId="2D0BE008" w14:textId="77777777" w:rsidR="000A6D5E" w:rsidRDefault="004036B1" w:rsidP="000A6D5E">
      <w:r w:rsidRPr="00425309">
        <w:rPr>
          <w:bCs/>
          <w:i/>
          <w:iCs/>
        </w:rPr>
        <w:lastRenderedPageBreak/>
        <w:t>HENRY-MONNIER</w:t>
      </w:r>
      <w:r w:rsidR="000A6D5E">
        <w:rPr>
          <w:bCs/>
          <w:i/>
          <w:iCs/>
        </w:rPr>
        <w:t xml:space="preserve">. </w:t>
      </w:r>
      <w:r w:rsidR="000A6D5E">
        <w:t xml:space="preserve">– </w:t>
      </w:r>
      <w:r w:rsidRPr="00425309">
        <w:t>Demandez-lui s</w:t>
      </w:r>
      <w:r w:rsidR="000A6D5E">
        <w:t>’</w:t>
      </w:r>
      <w:r w:rsidRPr="00425309">
        <w:t>il était dans la salle</w:t>
      </w:r>
      <w:r w:rsidR="000A6D5E">
        <w:t xml:space="preserve">, </w:t>
      </w:r>
      <w:r w:rsidRPr="00425309">
        <w:t>ce soir</w:t>
      </w:r>
      <w:r w:rsidR="000A6D5E">
        <w:t> ?</w:t>
      </w:r>
    </w:p>
    <w:p w14:paraId="432CC1B2"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Est-ce que vous étiez dans la salle</w:t>
      </w:r>
      <w:r w:rsidR="000A6D5E">
        <w:t xml:space="preserve">, </w:t>
      </w:r>
      <w:r w:rsidRPr="00425309">
        <w:t>ce soir</w:t>
      </w:r>
      <w:r w:rsidR="000A6D5E">
        <w:t> ?</w:t>
      </w:r>
    </w:p>
    <w:p w14:paraId="1C5410CF" w14:textId="77777777" w:rsidR="000A6D5E" w:rsidRDefault="004036B1" w:rsidP="000A6D5E">
      <w:r w:rsidRPr="00425309">
        <w:rPr>
          <w:bCs/>
          <w:i/>
          <w:iCs/>
        </w:rPr>
        <w:t xml:space="preserve">VOIX DE MONSIEUR </w:t>
      </w:r>
      <w:proofErr w:type="spellStart"/>
      <w:r w:rsidRPr="00425309">
        <w:rPr>
          <w:bCs/>
          <w:i/>
          <w:iCs/>
        </w:rPr>
        <w:t>RÉMOUILLOT</w:t>
      </w:r>
      <w:proofErr w:type="spellEnd"/>
      <w:r w:rsidR="000A6D5E">
        <w:rPr>
          <w:bCs/>
          <w:i/>
          <w:iCs/>
        </w:rPr>
        <w:t xml:space="preserve">. </w:t>
      </w:r>
      <w:r w:rsidR="000A6D5E">
        <w:t xml:space="preserve">– </w:t>
      </w:r>
      <w:r w:rsidRPr="00425309">
        <w:t>Non</w:t>
      </w:r>
      <w:r w:rsidR="000A6D5E">
        <w:t xml:space="preserve">, </w:t>
      </w:r>
      <w:r w:rsidRPr="00425309">
        <w:t>j</w:t>
      </w:r>
      <w:r w:rsidR="000A6D5E">
        <w:t>’</w:t>
      </w:r>
      <w:r w:rsidRPr="00425309">
        <w:t>arrive de Nevers et je viens pour donner à Monsieur Henry-Monnier des nouvelles de sa femme</w:t>
      </w:r>
      <w:r w:rsidR="000A6D5E">
        <w:t>.</w:t>
      </w:r>
    </w:p>
    <w:p w14:paraId="352086E9" w14:textId="77777777" w:rsidR="000A6D5E" w:rsidRDefault="000A6D5E" w:rsidP="000A6D5E">
      <w:r>
        <w:rPr>
          <w:bCs/>
          <w:i/>
          <w:iCs/>
        </w:rPr>
        <w:t>(</w:t>
      </w:r>
      <w:r w:rsidR="004036B1" w:rsidRPr="00425309">
        <w:rPr>
          <w:bCs/>
          <w:i/>
          <w:iCs/>
        </w:rPr>
        <w:t>Pendant ce temps</w:t>
      </w:r>
      <w:r>
        <w:rPr>
          <w:bCs/>
          <w:i/>
          <w:iCs/>
        </w:rPr>
        <w:t xml:space="preserve">, </w:t>
      </w:r>
      <w:r w:rsidR="004036B1" w:rsidRPr="00425309">
        <w:rPr>
          <w:bCs/>
          <w:i/>
          <w:iCs/>
        </w:rPr>
        <w:t>Henry-Monnier a reboutonné son gilet et il a remis sa redingote</w:t>
      </w:r>
      <w:r>
        <w:rPr>
          <w:bCs/>
          <w:i/>
          <w:iCs/>
        </w:rPr>
        <w:t>.)</w:t>
      </w:r>
    </w:p>
    <w:p w14:paraId="42121E5F" w14:textId="77777777" w:rsidR="000A6D5E" w:rsidRDefault="004036B1" w:rsidP="000A6D5E">
      <w:r w:rsidRPr="00425309">
        <w:rPr>
          <w:bCs/>
          <w:i/>
          <w:iCs/>
        </w:rPr>
        <w:t>HENRY-MONNIER</w:t>
      </w:r>
      <w:r w:rsidR="000A6D5E">
        <w:rPr>
          <w:bCs/>
          <w:i/>
          <w:iCs/>
        </w:rPr>
        <w:t xml:space="preserve">, </w:t>
      </w:r>
      <w:r w:rsidRPr="00425309">
        <w:rPr>
          <w:bCs/>
          <w:i/>
          <w:iCs/>
        </w:rPr>
        <w:t>à voix basse</w:t>
      </w:r>
      <w:r w:rsidR="000A6D5E">
        <w:rPr>
          <w:bCs/>
          <w:i/>
          <w:iCs/>
        </w:rPr>
        <w:t xml:space="preserve">. </w:t>
      </w:r>
      <w:r w:rsidR="000A6D5E">
        <w:t xml:space="preserve">– </w:t>
      </w:r>
      <w:r w:rsidRPr="00425309">
        <w:t>Un instant</w:t>
      </w:r>
      <w:r w:rsidR="000A6D5E">
        <w:t>.</w:t>
      </w:r>
    </w:p>
    <w:p w14:paraId="1B0DC073"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Un instant</w:t>
      </w:r>
      <w:r w:rsidR="000A6D5E">
        <w:t xml:space="preserve">, </w:t>
      </w:r>
      <w:r w:rsidRPr="00425309">
        <w:t>Monsieur</w:t>
      </w:r>
      <w:r w:rsidR="000A6D5E">
        <w:t xml:space="preserve">, </w:t>
      </w:r>
      <w:r w:rsidRPr="00425309">
        <w:t>s</w:t>
      </w:r>
      <w:r w:rsidR="000A6D5E">
        <w:t>’</w:t>
      </w:r>
      <w:r w:rsidRPr="00425309">
        <w:t>il vous plaît</w:t>
      </w:r>
      <w:r w:rsidR="000A6D5E">
        <w:t>.</w:t>
      </w:r>
    </w:p>
    <w:p w14:paraId="0B32BFD5" w14:textId="77777777" w:rsidR="000A6D5E" w:rsidRDefault="000A6D5E" w:rsidP="000A6D5E">
      <w:r>
        <w:rPr>
          <w:bCs/>
          <w:i/>
          <w:iCs/>
        </w:rPr>
        <w:t>(</w:t>
      </w:r>
      <w:r w:rsidR="004036B1" w:rsidRPr="00425309">
        <w:rPr>
          <w:bCs/>
          <w:i/>
          <w:iCs/>
        </w:rPr>
        <w:t>Henry-Monnier parle bas à l</w:t>
      </w:r>
      <w:r>
        <w:rPr>
          <w:bCs/>
          <w:i/>
          <w:iCs/>
        </w:rPr>
        <w:t>’</w:t>
      </w:r>
      <w:r w:rsidR="004036B1" w:rsidRPr="00425309">
        <w:rPr>
          <w:bCs/>
          <w:i/>
          <w:iCs/>
        </w:rPr>
        <w:t>oreille de l</w:t>
      </w:r>
      <w:r>
        <w:rPr>
          <w:bCs/>
          <w:i/>
          <w:iCs/>
        </w:rPr>
        <w:t>’</w:t>
      </w:r>
      <w:r w:rsidR="004036B1" w:rsidRPr="00425309">
        <w:rPr>
          <w:bCs/>
          <w:i/>
          <w:iCs/>
        </w:rPr>
        <w:t>habilleuse</w:t>
      </w:r>
      <w:r>
        <w:rPr>
          <w:bCs/>
          <w:i/>
          <w:iCs/>
        </w:rPr>
        <w:t xml:space="preserve">, </w:t>
      </w:r>
      <w:r w:rsidR="004036B1" w:rsidRPr="00425309">
        <w:rPr>
          <w:bCs/>
          <w:i/>
          <w:iCs/>
        </w:rPr>
        <w:t>puis il va s</w:t>
      </w:r>
      <w:r>
        <w:rPr>
          <w:bCs/>
          <w:i/>
          <w:iCs/>
        </w:rPr>
        <w:t>’</w:t>
      </w:r>
      <w:r w:rsidR="004036B1" w:rsidRPr="00425309">
        <w:rPr>
          <w:bCs/>
          <w:i/>
          <w:iCs/>
        </w:rPr>
        <w:t>asseoir sur la seconde chaise aussi loin que possible de la table à maquillage</w:t>
      </w:r>
      <w:r>
        <w:rPr>
          <w:bCs/>
          <w:i/>
          <w:iCs/>
        </w:rPr>
        <w:t xml:space="preserve">. </w:t>
      </w:r>
      <w:r w:rsidR="004036B1" w:rsidRPr="00425309">
        <w:rPr>
          <w:bCs/>
          <w:i/>
          <w:iCs/>
        </w:rPr>
        <w:t>Il a pris son chapeau et il le tient comme un homme en visite</w:t>
      </w:r>
      <w:r>
        <w:rPr>
          <w:bCs/>
          <w:i/>
          <w:iCs/>
        </w:rPr>
        <w:t>.)</w:t>
      </w:r>
    </w:p>
    <w:p w14:paraId="5C674397"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Pr="00425309">
        <w:rPr>
          <w:bCs/>
          <w:i/>
          <w:iCs/>
        </w:rPr>
        <w:t>ouvrant la porte à l</w:t>
      </w:r>
      <w:r w:rsidR="000A6D5E">
        <w:rPr>
          <w:bCs/>
          <w:i/>
          <w:iCs/>
        </w:rPr>
        <w:t>’</w:t>
      </w:r>
      <w:r w:rsidRPr="00425309">
        <w:rPr>
          <w:bCs/>
          <w:i/>
          <w:iCs/>
        </w:rPr>
        <w:t>inconnu</w:t>
      </w:r>
      <w:r w:rsidR="000A6D5E">
        <w:rPr>
          <w:bCs/>
          <w:i/>
          <w:iCs/>
        </w:rPr>
        <w:t xml:space="preserve">. </w:t>
      </w:r>
      <w:r w:rsidR="000A6D5E">
        <w:t xml:space="preserve">– </w:t>
      </w:r>
      <w:r w:rsidRPr="00425309">
        <w:t>Monsieur Henry-Monnier n</w:t>
      </w:r>
      <w:r w:rsidR="000A6D5E">
        <w:t>’</w:t>
      </w:r>
      <w:r w:rsidRPr="00425309">
        <w:t>est pas là</w:t>
      </w:r>
      <w:r w:rsidR="000A6D5E">
        <w:t xml:space="preserve">, </w:t>
      </w:r>
      <w:r w:rsidRPr="00425309">
        <w:t>mais si vous voulez entrer et vous asseoir</w:t>
      </w:r>
      <w:r w:rsidR="000A6D5E">
        <w:t xml:space="preserve">… </w:t>
      </w:r>
      <w:r w:rsidRPr="00425309">
        <w:t>il y a déjà un monsieur qui l</w:t>
      </w:r>
      <w:r w:rsidR="000A6D5E">
        <w:t>’</w:t>
      </w:r>
      <w:r w:rsidRPr="00425309">
        <w:t>attend</w:t>
      </w:r>
      <w:r w:rsidR="000A6D5E">
        <w:t>.</w:t>
      </w:r>
    </w:p>
    <w:p w14:paraId="062F379C" w14:textId="77777777" w:rsidR="000A6D5E" w:rsidRDefault="000A6D5E" w:rsidP="000A6D5E">
      <w:r>
        <w:rPr>
          <w:bCs/>
          <w:i/>
          <w:iCs/>
        </w:rPr>
        <w:t>(</w:t>
      </w:r>
      <w:r w:rsidR="004036B1" w:rsidRPr="00425309">
        <w:rPr>
          <w:bCs/>
          <w:i/>
          <w:iCs/>
        </w:rPr>
        <w:t xml:space="preserve">Entre alors Monsieur </w:t>
      </w:r>
      <w:proofErr w:type="spellStart"/>
      <w:r w:rsidR="004036B1" w:rsidRPr="00425309">
        <w:rPr>
          <w:bCs/>
          <w:i/>
          <w:iCs/>
        </w:rPr>
        <w:t>Rémouillot</w:t>
      </w:r>
      <w:proofErr w:type="spellEnd"/>
      <w:r>
        <w:rPr>
          <w:bCs/>
          <w:i/>
          <w:iCs/>
        </w:rPr>
        <w:t xml:space="preserve">, </w:t>
      </w:r>
      <w:r w:rsidR="004036B1" w:rsidRPr="00425309">
        <w:rPr>
          <w:bCs/>
          <w:i/>
          <w:iCs/>
        </w:rPr>
        <w:t>petit bourgeois de pr</w:t>
      </w:r>
      <w:r w:rsidR="004036B1" w:rsidRPr="00425309">
        <w:rPr>
          <w:bCs/>
          <w:i/>
          <w:iCs/>
        </w:rPr>
        <w:t>o</w:t>
      </w:r>
      <w:r w:rsidR="004036B1" w:rsidRPr="00425309">
        <w:rPr>
          <w:bCs/>
          <w:i/>
          <w:iCs/>
        </w:rPr>
        <w:t>vince</w:t>
      </w:r>
      <w:r>
        <w:rPr>
          <w:bCs/>
          <w:i/>
          <w:iCs/>
        </w:rPr>
        <w:t>.)</w:t>
      </w:r>
    </w:p>
    <w:p w14:paraId="11EFC0AF"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 </w:t>
      </w:r>
      <w:r w:rsidRPr="00425309">
        <w:t>Monsieur</w:t>
      </w:r>
      <w:r w:rsidR="000A6D5E">
        <w:t>.</w:t>
      </w:r>
    </w:p>
    <w:p w14:paraId="15EE56EE" w14:textId="77777777" w:rsidR="000A6D5E" w:rsidRDefault="004036B1" w:rsidP="000A6D5E">
      <w:r w:rsidRPr="00425309">
        <w:rPr>
          <w:bCs/>
          <w:i/>
          <w:iCs/>
        </w:rPr>
        <w:t>HENRY-MONNIER</w:t>
      </w:r>
      <w:r w:rsidR="000A6D5E">
        <w:rPr>
          <w:bCs/>
          <w:i/>
          <w:iCs/>
        </w:rPr>
        <w:t xml:space="preserve">, </w:t>
      </w:r>
      <w:r w:rsidRPr="00425309">
        <w:rPr>
          <w:bCs/>
          <w:i/>
          <w:iCs/>
        </w:rPr>
        <w:t>imitant Monsieur Prudhomme et se présentant</w:t>
      </w:r>
      <w:r w:rsidR="000A6D5E">
        <w:rPr>
          <w:bCs/>
          <w:i/>
          <w:iCs/>
        </w:rPr>
        <w:t xml:space="preserve">. </w:t>
      </w:r>
      <w:r w:rsidR="000A6D5E">
        <w:t xml:space="preserve">– </w:t>
      </w:r>
      <w:r w:rsidRPr="00425309">
        <w:t>Monsieur Joseph Prudhomme</w:t>
      </w:r>
      <w:r w:rsidR="000A6D5E">
        <w:t xml:space="preserve">, </w:t>
      </w:r>
      <w:r w:rsidRPr="00425309">
        <w:t>professeur d</w:t>
      </w:r>
      <w:r w:rsidR="000A6D5E">
        <w:t>’</w:t>
      </w:r>
      <w:r w:rsidRPr="00425309">
        <w:t>écriture</w:t>
      </w:r>
      <w:r w:rsidR="000A6D5E">
        <w:t xml:space="preserve">, </w:t>
      </w:r>
      <w:r w:rsidRPr="00425309">
        <w:t>je ne m</w:t>
      </w:r>
      <w:r w:rsidR="000A6D5E">
        <w:t>’</w:t>
      </w:r>
      <w:r w:rsidRPr="00425309">
        <w:t>en cache pas</w:t>
      </w:r>
      <w:r w:rsidR="000A6D5E">
        <w:t xml:space="preserve">, </w:t>
      </w:r>
      <w:r w:rsidRPr="00425309">
        <w:t xml:space="preserve">élève de </w:t>
      </w:r>
      <w:proofErr w:type="spellStart"/>
      <w:r w:rsidRPr="00425309">
        <w:t>Brard</w:t>
      </w:r>
      <w:proofErr w:type="spellEnd"/>
      <w:r w:rsidRPr="00425309">
        <w:t xml:space="preserve"> et Saint-Omer</w:t>
      </w:r>
      <w:r w:rsidR="000A6D5E">
        <w:t xml:space="preserve">, </w:t>
      </w:r>
      <w:r w:rsidRPr="00425309">
        <w:t>je m</w:t>
      </w:r>
      <w:r w:rsidR="000A6D5E">
        <w:t>’</w:t>
      </w:r>
      <w:r w:rsidRPr="00425309">
        <w:t>en gl</w:t>
      </w:r>
      <w:r w:rsidRPr="00425309">
        <w:t>o</w:t>
      </w:r>
      <w:r w:rsidRPr="00425309">
        <w:t>rifie</w:t>
      </w:r>
      <w:r w:rsidR="000A6D5E">
        <w:t> !</w:t>
      </w:r>
    </w:p>
    <w:p w14:paraId="04BC6EFF"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w:t>
      </w:r>
      <w:r w:rsidRPr="00425309">
        <w:rPr>
          <w:bCs/>
          <w:i/>
          <w:iCs/>
        </w:rPr>
        <w:t>se présentant</w:t>
      </w:r>
      <w:r w:rsidR="000A6D5E">
        <w:rPr>
          <w:bCs/>
          <w:i/>
          <w:iCs/>
        </w:rPr>
        <w:t xml:space="preserve">. </w:t>
      </w:r>
      <w:r w:rsidR="000A6D5E">
        <w:t xml:space="preserve">– </w:t>
      </w:r>
      <w:r w:rsidRPr="00425309">
        <w:t xml:space="preserve">Monsieur </w:t>
      </w:r>
      <w:proofErr w:type="spellStart"/>
      <w:r w:rsidRPr="00425309">
        <w:t>Rémouillot</w:t>
      </w:r>
      <w:proofErr w:type="spellEnd"/>
      <w:r w:rsidR="000A6D5E">
        <w:t xml:space="preserve">, </w:t>
      </w:r>
      <w:r w:rsidRPr="00425309">
        <w:t>expéditionnaire</w:t>
      </w:r>
      <w:r w:rsidR="000A6D5E">
        <w:t>.</w:t>
      </w:r>
    </w:p>
    <w:p w14:paraId="72B9871A" w14:textId="77777777" w:rsidR="000A6D5E" w:rsidRDefault="004036B1" w:rsidP="000A6D5E">
      <w:r w:rsidRPr="00425309">
        <w:rPr>
          <w:bCs/>
          <w:i/>
          <w:iCs/>
        </w:rPr>
        <w:lastRenderedPageBreak/>
        <w:t>HENRY-MONNIER</w:t>
      </w:r>
      <w:r w:rsidR="000A6D5E">
        <w:rPr>
          <w:bCs/>
          <w:i/>
          <w:iCs/>
        </w:rPr>
        <w:t xml:space="preserve">. </w:t>
      </w:r>
      <w:r w:rsidR="000A6D5E">
        <w:t xml:space="preserve">– </w:t>
      </w:r>
      <w:r w:rsidRPr="00425309">
        <w:t>Tiens</w:t>
      </w:r>
      <w:r w:rsidR="000A6D5E">
        <w:t xml:space="preserve">, </w:t>
      </w:r>
      <w:r w:rsidRPr="00425309">
        <w:t>j</w:t>
      </w:r>
      <w:r w:rsidR="000A6D5E">
        <w:t>’</w:t>
      </w:r>
      <w:r w:rsidRPr="00425309">
        <w:t xml:space="preserve">ai connu un </w:t>
      </w:r>
      <w:proofErr w:type="spellStart"/>
      <w:r w:rsidRPr="00425309">
        <w:t>Trémouillot</w:t>
      </w:r>
      <w:proofErr w:type="spellEnd"/>
      <w:r w:rsidR="000A6D5E">
        <w:t xml:space="preserve">, </w:t>
      </w:r>
      <w:r w:rsidRPr="00425309">
        <w:t>jadis</w:t>
      </w:r>
      <w:r w:rsidR="000A6D5E">
        <w:t>.</w:t>
      </w:r>
    </w:p>
    <w:p w14:paraId="3438C91C"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 </w:t>
      </w:r>
      <w:r w:rsidRPr="00425309">
        <w:t>Moi</w:t>
      </w:r>
      <w:r w:rsidR="000A6D5E">
        <w:t xml:space="preserve">, </w:t>
      </w:r>
      <w:r w:rsidRPr="00425309">
        <w:t>je m</w:t>
      </w:r>
      <w:r w:rsidR="000A6D5E">
        <w:t>’</w:t>
      </w:r>
      <w:r w:rsidRPr="00425309">
        <w:t xml:space="preserve">appelle </w:t>
      </w:r>
      <w:proofErr w:type="spellStart"/>
      <w:r w:rsidRPr="00425309">
        <w:t>Rémoui</w:t>
      </w:r>
      <w:r w:rsidRPr="00425309">
        <w:t>l</w:t>
      </w:r>
      <w:r w:rsidRPr="00425309">
        <w:t>lot</w:t>
      </w:r>
      <w:proofErr w:type="spellEnd"/>
      <w:r w:rsidR="000A6D5E">
        <w:t>…</w:t>
      </w:r>
    </w:p>
    <w:p w14:paraId="59C56B7F" w14:textId="77777777" w:rsidR="000A6D5E" w:rsidRDefault="004036B1" w:rsidP="000A6D5E">
      <w:r w:rsidRPr="00425309">
        <w:rPr>
          <w:bCs/>
          <w:i/>
          <w:iCs/>
        </w:rPr>
        <w:t>HENRY-MONNIER</w:t>
      </w:r>
      <w:r w:rsidR="000A6D5E">
        <w:rPr>
          <w:bCs/>
          <w:i/>
          <w:iCs/>
        </w:rPr>
        <w:t xml:space="preserve">. – </w:t>
      </w:r>
      <w:proofErr w:type="spellStart"/>
      <w:r w:rsidRPr="00425309">
        <w:t>Rémouillot</w:t>
      </w:r>
      <w:proofErr w:type="spellEnd"/>
      <w:r w:rsidR="000A6D5E">
        <w:t xml:space="preserve">. </w:t>
      </w:r>
      <w:proofErr w:type="spellStart"/>
      <w:r w:rsidRPr="00425309">
        <w:t>Trémouillot</w:t>
      </w:r>
      <w:proofErr w:type="spellEnd"/>
      <w:r w:rsidR="000A6D5E">
        <w:t xml:space="preserve">… </w:t>
      </w:r>
      <w:r w:rsidRPr="00425309">
        <w:t>vous n</w:t>
      </w:r>
      <w:r w:rsidR="000A6D5E">
        <w:t>’</w:t>
      </w:r>
      <w:r w:rsidRPr="00425309">
        <w:t>allez pas pour une malheureuse lettre</w:t>
      </w:r>
      <w:r w:rsidR="000A6D5E">
        <w:t xml:space="preserve">, </w:t>
      </w:r>
      <w:r w:rsidRPr="00425309">
        <w:t>la vingtième de l</w:t>
      </w:r>
      <w:r w:rsidR="000A6D5E">
        <w:t>’</w:t>
      </w:r>
      <w:r w:rsidRPr="00425309">
        <w:t>alphabet</w:t>
      </w:r>
      <w:r w:rsidR="000A6D5E">
        <w:t xml:space="preserve">, </w:t>
      </w:r>
      <w:r w:rsidRPr="00425309">
        <w:t>me chicaner</w:t>
      </w:r>
      <w:r w:rsidR="000A6D5E">
        <w:t xml:space="preserve">, </w:t>
      </w:r>
      <w:r w:rsidRPr="00425309">
        <w:t>je pense</w:t>
      </w:r>
      <w:r w:rsidR="000A6D5E">
        <w:t xml:space="preserve"> ! </w:t>
      </w:r>
      <w:r w:rsidRPr="00425309">
        <w:t>Eh</w:t>
      </w:r>
      <w:r w:rsidR="000A6D5E">
        <w:t xml:space="preserve"> ! </w:t>
      </w:r>
      <w:r w:rsidRPr="00425309">
        <w:t>Bien</w:t>
      </w:r>
      <w:r w:rsidR="000A6D5E">
        <w:t xml:space="preserve">, </w:t>
      </w:r>
      <w:r w:rsidRPr="00425309">
        <w:t xml:space="preserve">mon </w:t>
      </w:r>
      <w:proofErr w:type="spellStart"/>
      <w:r w:rsidRPr="00425309">
        <w:t>Trémouillot</w:t>
      </w:r>
      <w:proofErr w:type="spellEnd"/>
      <w:r w:rsidR="000A6D5E">
        <w:t xml:space="preserve">, </w:t>
      </w:r>
      <w:r w:rsidRPr="00425309">
        <w:t>à moi</w:t>
      </w:r>
      <w:r w:rsidR="000A6D5E">
        <w:t xml:space="preserve">, </w:t>
      </w:r>
      <w:r w:rsidRPr="00425309">
        <w:t>ne po</w:t>
      </w:r>
      <w:r w:rsidRPr="00425309">
        <w:t>u</w:t>
      </w:r>
      <w:r w:rsidRPr="00425309">
        <w:t>vait pas digérer les épinards</w:t>
      </w:r>
      <w:r w:rsidR="000A6D5E">
        <w:t xml:space="preserve">… </w:t>
      </w:r>
      <w:r w:rsidRPr="00425309">
        <w:t>ce qui ne l</w:t>
      </w:r>
      <w:r w:rsidR="000A6D5E">
        <w:t>’</w:t>
      </w:r>
      <w:r w:rsidRPr="00425309">
        <w:t>empêchait pas de jouer à la manille assez médiocrement</w:t>
      </w:r>
      <w:r w:rsidR="000A6D5E">
        <w:t> !</w:t>
      </w:r>
    </w:p>
    <w:p w14:paraId="44469BC6"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w:t>
      </w:r>
      <w:r w:rsidR="000A6D5E">
        <w:t xml:space="preserve">– </w:t>
      </w:r>
      <w:r w:rsidRPr="00425309">
        <w:t>Comme c</w:t>
      </w:r>
      <w:r w:rsidR="000A6D5E">
        <w:t>’</w:t>
      </w:r>
      <w:r w:rsidRPr="00425309">
        <w:t>est curieux</w:t>
      </w:r>
      <w:r w:rsidR="000A6D5E">
        <w:t>…</w:t>
      </w:r>
    </w:p>
    <w:p w14:paraId="28732FAC" w14:textId="77777777" w:rsidR="000A6D5E" w:rsidRDefault="004036B1" w:rsidP="000A6D5E">
      <w:r w:rsidRPr="00425309">
        <w:rPr>
          <w:bCs/>
          <w:i/>
          <w:iCs/>
        </w:rPr>
        <w:t>HENRY-MONNIER</w:t>
      </w:r>
      <w:r w:rsidR="000A6D5E">
        <w:rPr>
          <w:bCs/>
          <w:i/>
          <w:iCs/>
        </w:rPr>
        <w:t xml:space="preserve">. </w:t>
      </w:r>
      <w:r w:rsidR="000A6D5E">
        <w:t xml:space="preserve">– </w:t>
      </w:r>
      <w:r w:rsidRPr="00425309">
        <w:t>N</w:t>
      </w:r>
      <w:r w:rsidR="000A6D5E">
        <w:t>’</w:t>
      </w:r>
      <w:r w:rsidRPr="00425309">
        <w:t>est-ce pas</w:t>
      </w:r>
      <w:r w:rsidR="000A6D5E">
        <w:t xml:space="preserve"> ?… </w:t>
      </w:r>
      <w:r w:rsidRPr="00425309">
        <w:t>Ainsi</w:t>
      </w:r>
      <w:r w:rsidR="000A6D5E">
        <w:t xml:space="preserve">, </w:t>
      </w:r>
      <w:r w:rsidRPr="00425309">
        <w:t>Monsieur</w:t>
      </w:r>
      <w:r w:rsidR="000A6D5E">
        <w:t xml:space="preserve">, </w:t>
      </w:r>
      <w:r w:rsidRPr="00425309">
        <w:t>vous aviez</w:t>
      </w:r>
      <w:r w:rsidR="000A6D5E">
        <w:t xml:space="preserve">, </w:t>
      </w:r>
      <w:r w:rsidRPr="00425309">
        <w:t>comme moi</w:t>
      </w:r>
      <w:r w:rsidR="000A6D5E">
        <w:t xml:space="preserve">, </w:t>
      </w:r>
      <w:r w:rsidRPr="00425309">
        <w:t>formé le projet de rencontrer</w:t>
      </w:r>
      <w:r w:rsidR="000A6D5E">
        <w:t xml:space="preserve">, </w:t>
      </w:r>
      <w:r w:rsidRPr="00425309">
        <w:t>ce soir</w:t>
      </w:r>
      <w:r w:rsidR="000A6D5E">
        <w:t xml:space="preserve">, </w:t>
      </w:r>
      <w:r w:rsidRPr="00425309">
        <w:t>Mo</w:t>
      </w:r>
      <w:r w:rsidRPr="00425309">
        <w:t>n</w:t>
      </w:r>
      <w:r w:rsidRPr="00425309">
        <w:t>sieur Henry-Monnier</w:t>
      </w:r>
      <w:r w:rsidR="000A6D5E">
        <w:t> ?</w:t>
      </w:r>
    </w:p>
    <w:p w14:paraId="10CACB6A"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w:t>
      </w:r>
      <w:r w:rsidR="000A6D5E">
        <w:t xml:space="preserve">– </w:t>
      </w:r>
      <w:r w:rsidRPr="00425309">
        <w:t>Eh</w:t>
      </w:r>
      <w:r w:rsidR="000A6D5E">
        <w:t xml:space="preserve"> ! </w:t>
      </w:r>
      <w:r w:rsidRPr="00425309">
        <w:t>Ma foi</w:t>
      </w:r>
      <w:r w:rsidR="000A6D5E">
        <w:t xml:space="preserve">, </w:t>
      </w:r>
      <w:r w:rsidRPr="00425309">
        <w:t>oui</w:t>
      </w:r>
      <w:r w:rsidR="000A6D5E">
        <w:t xml:space="preserve">, </w:t>
      </w:r>
      <w:r w:rsidRPr="00425309">
        <w:t>Monsieur</w:t>
      </w:r>
      <w:r w:rsidR="000A6D5E">
        <w:t xml:space="preserve">. </w:t>
      </w:r>
      <w:r w:rsidRPr="00425309">
        <w:t>Et j</w:t>
      </w:r>
      <w:r w:rsidR="000A6D5E">
        <w:t>’</w:t>
      </w:r>
      <w:r w:rsidRPr="00425309">
        <w:t>ai malheureusement pas beaucoup de temps à moi</w:t>
      </w:r>
      <w:r w:rsidR="000A6D5E">
        <w:t xml:space="preserve">, </w:t>
      </w:r>
      <w:r w:rsidRPr="00425309">
        <w:t>car des amis m</w:t>
      </w:r>
      <w:r w:rsidR="000A6D5E">
        <w:t>’</w:t>
      </w:r>
      <w:r w:rsidRPr="00425309">
        <w:t>attendent au cabaret</w:t>
      </w:r>
      <w:r w:rsidR="000A6D5E">
        <w:t>.</w:t>
      </w:r>
    </w:p>
    <w:p w14:paraId="0F94502B" w14:textId="77777777" w:rsidR="000A6D5E" w:rsidRDefault="004036B1" w:rsidP="000A6D5E">
      <w:r w:rsidRPr="00425309">
        <w:rPr>
          <w:bCs/>
          <w:i/>
          <w:iCs/>
        </w:rPr>
        <w:t>HENRY-MONNIER</w:t>
      </w:r>
      <w:r w:rsidR="000A6D5E">
        <w:rPr>
          <w:bCs/>
          <w:i/>
          <w:iCs/>
        </w:rPr>
        <w:t xml:space="preserve">. – </w:t>
      </w:r>
      <w:r w:rsidRPr="00425309">
        <w:t>Ils vont bien vos amis</w:t>
      </w:r>
      <w:r w:rsidR="000A6D5E">
        <w:t> ?</w:t>
      </w:r>
    </w:p>
    <w:p w14:paraId="35B7B2B7"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 </w:t>
      </w:r>
      <w:r w:rsidRPr="00425309">
        <w:t>Très bien</w:t>
      </w:r>
      <w:r w:rsidR="000A6D5E">
        <w:t xml:space="preserve">, </w:t>
      </w:r>
      <w:r w:rsidRPr="00425309">
        <w:t>Monsieur</w:t>
      </w:r>
      <w:r w:rsidR="000A6D5E">
        <w:t xml:space="preserve">, </w:t>
      </w:r>
      <w:r w:rsidRPr="00425309">
        <w:t>me</w:t>
      </w:r>
      <w:r w:rsidRPr="00425309">
        <w:t>r</w:t>
      </w:r>
      <w:r w:rsidRPr="00425309">
        <w:t>ci</w:t>
      </w:r>
      <w:r w:rsidR="000A6D5E">
        <w:t>.</w:t>
      </w:r>
    </w:p>
    <w:p w14:paraId="0DF3FDC1" w14:textId="77777777" w:rsidR="000A6D5E" w:rsidRDefault="004036B1" w:rsidP="000A6D5E">
      <w:r w:rsidRPr="00425309">
        <w:rPr>
          <w:bCs/>
          <w:i/>
          <w:iCs/>
        </w:rPr>
        <w:t>HENRY-MONNIER</w:t>
      </w:r>
      <w:r w:rsidR="000A6D5E">
        <w:rPr>
          <w:bCs/>
          <w:i/>
          <w:iCs/>
        </w:rPr>
        <w:t xml:space="preserve">. </w:t>
      </w:r>
      <w:r w:rsidR="000A6D5E">
        <w:t xml:space="preserve">– </w:t>
      </w:r>
      <w:r w:rsidRPr="00425309">
        <w:t>Je les en félicite</w:t>
      </w:r>
      <w:r w:rsidR="000A6D5E">
        <w:t xml:space="preserve">, </w:t>
      </w:r>
      <w:r w:rsidRPr="00425309">
        <w:t>Monsieur</w:t>
      </w:r>
      <w:r w:rsidR="000A6D5E">
        <w:t xml:space="preserve">, </w:t>
      </w:r>
      <w:r w:rsidRPr="00425309">
        <w:t>car la santé est un bienfait des dieux</w:t>
      </w:r>
      <w:r w:rsidR="000A6D5E">
        <w:t xml:space="preserve"> ! </w:t>
      </w:r>
      <w:r w:rsidRPr="00425309">
        <w:t>Mais si vous avez un rendez-vous</w:t>
      </w:r>
      <w:r w:rsidR="000A6D5E">
        <w:t xml:space="preserve">, </w:t>
      </w:r>
      <w:r w:rsidRPr="00425309">
        <w:t>Monsieur</w:t>
      </w:r>
      <w:r w:rsidR="000A6D5E">
        <w:t xml:space="preserve">, </w:t>
      </w:r>
      <w:r w:rsidRPr="00425309">
        <w:t>je vous déconseille d</w:t>
      </w:r>
      <w:r w:rsidR="000A6D5E">
        <w:t>’</w:t>
      </w:r>
      <w:r w:rsidRPr="00425309">
        <w:t>attendre Monsieur Henry-Monnier davantage car s</w:t>
      </w:r>
      <w:r w:rsidR="000A6D5E">
        <w:t>’</w:t>
      </w:r>
      <w:r w:rsidRPr="00425309">
        <w:t>il faut en croire Madame l</w:t>
      </w:r>
      <w:r w:rsidR="000A6D5E">
        <w:t>’</w:t>
      </w:r>
      <w:r w:rsidRPr="00425309">
        <w:t>habilleuse</w:t>
      </w:r>
      <w:r w:rsidR="000A6D5E">
        <w:t xml:space="preserve">, </w:t>
      </w:r>
      <w:r w:rsidRPr="00425309">
        <w:t>il ne reviendra pas avant deux heures du matin</w:t>
      </w:r>
      <w:r w:rsidR="000A6D5E">
        <w:t>.</w:t>
      </w:r>
    </w:p>
    <w:p w14:paraId="03AC32B3"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 </w:t>
      </w:r>
      <w:r w:rsidRPr="00425309">
        <w:t>Deux heures du matin</w:t>
      </w:r>
      <w:r w:rsidR="000A6D5E">
        <w:t>… ?</w:t>
      </w:r>
    </w:p>
    <w:p w14:paraId="26ED5D01" w14:textId="77777777" w:rsidR="000A6D5E" w:rsidRDefault="004036B1" w:rsidP="000A6D5E">
      <w:r w:rsidRPr="00425309">
        <w:rPr>
          <w:bCs/>
          <w:i/>
          <w:iCs/>
        </w:rPr>
        <w:t>HENRY-MONNIER</w:t>
      </w:r>
      <w:r w:rsidR="000A6D5E">
        <w:rPr>
          <w:bCs/>
          <w:i/>
          <w:iCs/>
        </w:rPr>
        <w:t xml:space="preserve">. </w:t>
      </w:r>
      <w:r w:rsidR="000A6D5E">
        <w:t xml:space="preserve">– </w:t>
      </w:r>
      <w:r w:rsidRPr="00425309">
        <w:t>Si ce n</w:t>
      </w:r>
      <w:r w:rsidR="000A6D5E">
        <w:t>’</w:t>
      </w:r>
      <w:r w:rsidRPr="00425309">
        <w:t>est pas trois heures</w:t>
      </w:r>
      <w:r w:rsidR="000A6D5E">
        <w:t xml:space="preserve">. </w:t>
      </w:r>
      <w:r w:rsidRPr="00425309">
        <w:t>Cepe</w:t>
      </w:r>
      <w:r w:rsidRPr="00425309">
        <w:t>n</w:t>
      </w:r>
      <w:r w:rsidRPr="00425309">
        <w:t>dant si vous voulez me charger d</w:t>
      </w:r>
      <w:r w:rsidR="000A6D5E">
        <w:t>’</w:t>
      </w:r>
      <w:r w:rsidRPr="00425309">
        <w:t>une commission pour lui</w:t>
      </w:r>
      <w:r w:rsidR="000A6D5E">
        <w:t xml:space="preserve">, </w:t>
      </w:r>
      <w:r w:rsidRPr="00425309">
        <w:t>je la lui transmettrai sitôt son retour</w:t>
      </w:r>
      <w:r w:rsidR="000A6D5E">
        <w:t>.</w:t>
      </w:r>
    </w:p>
    <w:p w14:paraId="0A25DA5F" w14:textId="77777777" w:rsidR="000A6D5E" w:rsidRDefault="004036B1" w:rsidP="000A6D5E">
      <w:r w:rsidRPr="00425309">
        <w:rPr>
          <w:bCs/>
          <w:i/>
          <w:iCs/>
        </w:rPr>
        <w:lastRenderedPageBreak/>
        <w:t xml:space="preserve">MONSIEUR </w:t>
      </w:r>
      <w:proofErr w:type="spellStart"/>
      <w:r w:rsidRPr="00425309">
        <w:rPr>
          <w:bCs/>
          <w:i/>
          <w:iCs/>
        </w:rPr>
        <w:t>RÉMOUILLOT</w:t>
      </w:r>
      <w:proofErr w:type="spellEnd"/>
      <w:r w:rsidR="000A6D5E">
        <w:rPr>
          <w:bCs/>
          <w:i/>
          <w:iCs/>
        </w:rPr>
        <w:t xml:space="preserve">. </w:t>
      </w:r>
      <w:r w:rsidR="000A6D5E">
        <w:t xml:space="preserve">– </w:t>
      </w:r>
      <w:r w:rsidRPr="00425309">
        <w:t>Oh</w:t>
      </w:r>
      <w:r w:rsidR="000A6D5E">
        <w:t xml:space="preserve"> ! </w:t>
      </w:r>
      <w:r w:rsidRPr="00425309">
        <w:t>C</w:t>
      </w:r>
      <w:r w:rsidR="000A6D5E">
        <w:t>’</w:t>
      </w:r>
      <w:r w:rsidRPr="00425309">
        <w:t>est bien délicat</w:t>
      </w:r>
      <w:r w:rsidR="000A6D5E">
        <w:t>…</w:t>
      </w:r>
    </w:p>
    <w:p w14:paraId="03B531DC" w14:textId="77777777" w:rsidR="000A6D5E" w:rsidRDefault="004036B1" w:rsidP="000A6D5E">
      <w:r w:rsidRPr="00425309">
        <w:rPr>
          <w:bCs/>
          <w:i/>
          <w:iCs/>
        </w:rPr>
        <w:t>HENRY-MONNIER</w:t>
      </w:r>
      <w:r w:rsidR="000A6D5E">
        <w:rPr>
          <w:bCs/>
          <w:i/>
          <w:iCs/>
        </w:rPr>
        <w:t xml:space="preserve">. </w:t>
      </w:r>
      <w:r w:rsidR="000A6D5E">
        <w:t xml:space="preserve">– </w:t>
      </w:r>
      <w:r w:rsidRPr="00425309">
        <w:t>Raison de plus</w:t>
      </w:r>
      <w:r w:rsidR="000A6D5E">
        <w:t xml:space="preserve">, </w:t>
      </w:r>
      <w:r w:rsidRPr="00425309">
        <w:t>Monsieur</w:t>
      </w:r>
      <w:r w:rsidR="000A6D5E">
        <w:t xml:space="preserve">. </w:t>
      </w:r>
      <w:r w:rsidRPr="00425309">
        <w:t>Placez un intermédiaire entre vous et lui</w:t>
      </w:r>
      <w:r w:rsidR="000A6D5E">
        <w:t xml:space="preserve"> – </w:t>
      </w:r>
      <w:r w:rsidRPr="00425309">
        <w:t>et bénissez le ciel</w:t>
      </w:r>
      <w:r w:rsidR="000A6D5E">
        <w:t xml:space="preserve">, </w:t>
      </w:r>
      <w:r w:rsidRPr="00425309">
        <w:t>car vous avez en face de vous son confident</w:t>
      </w:r>
      <w:r w:rsidR="000A6D5E">
        <w:t xml:space="preserve">, </w:t>
      </w:r>
      <w:r w:rsidRPr="00425309">
        <w:t>son fondé de pouvoirs</w:t>
      </w:r>
      <w:r w:rsidR="000A6D5E">
        <w:t xml:space="preserve">… </w:t>
      </w:r>
      <w:r w:rsidRPr="00425309">
        <w:t>et son ami le plus intime</w:t>
      </w:r>
      <w:r w:rsidR="000A6D5E">
        <w:t xml:space="preserve">. </w:t>
      </w:r>
      <w:r w:rsidRPr="00425309">
        <w:t>Parlez</w:t>
      </w:r>
      <w:r w:rsidR="000A6D5E">
        <w:t xml:space="preserve">, </w:t>
      </w:r>
      <w:r w:rsidRPr="00425309">
        <w:t>parlez</w:t>
      </w:r>
      <w:r w:rsidR="000A6D5E">
        <w:t xml:space="preserve">, </w:t>
      </w:r>
      <w:r w:rsidRPr="00425309">
        <w:t>Monsieur</w:t>
      </w:r>
      <w:r w:rsidR="000A6D5E">
        <w:t>.</w:t>
      </w:r>
    </w:p>
    <w:p w14:paraId="01D5D817"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w:t>
      </w:r>
      <w:r w:rsidR="000A6D5E">
        <w:t xml:space="preserve">– </w:t>
      </w:r>
      <w:r w:rsidRPr="00425309">
        <w:t>Eh</w:t>
      </w:r>
      <w:r w:rsidR="000A6D5E">
        <w:t xml:space="preserve"> ! </w:t>
      </w:r>
      <w:r w:rsidRPr="00425309">
        <w:t>Bien</w:t>
      </w:r>
      <w:r w:rsidR="000A6D5E">
        <w:t xml:space="preserve">, </w:t>
      </w:r>
      <w:r w:rsidRPr="00425309">
        <w:t>Madame Henry-Monnier</w:t>
      </w:r>
      <w:r w:rsidR="000A6D5E">
        <w:t xml:space="preserve">, </w:t>
      </w:r>
      <w:r w:rsidRPr="00425309">
        <w:t>jugeant préférable de ne pas écrire la chose</w:t>
      </w:r>
      <w:r w:rsidR="000A6D5E">
        <w:t xml:space="preserve">, </w:t>
      </w:r>
      <w:r w:rsidRPr="00425309">
        <w:t>et prof</w:t>
      </w:r>
      <w:r w:rsidRPr="00425309">
        <w:t>i</w:t>
      </w:r>
      <w:r w:rsidRPr="00425309">
        <w:t>tant d</w:t>
      </w:r>
      <w:r w:rsidR="000A6D5E">
        <w:t>’</w:t>
      </w:r>
      <w:r w:rsidRPr="00425309">
        <w:t>un voyage que j</w:t>
      </w:r>
      <w:r w:rsidR="000A6D5E">
        <w:t>’</w:t>
      </w:r>
      <w:r w:rsidRPr="00425309">
        <w:t>étais obligé de faire à Paris</w:t>
      </w:r>
      <w:r w:rsidR="000A6D5E">
        <w:t xml:space="preserve">, </w:t>
      </w:r>
      <w:r w:rsidRPr="00425309">
        <w:t>voulait savoir de son mari s</w:t>
      </w:r>
      <w:r w:rsidR="000A6D5E">
        <w:t>’</w:t>
      </w:r>
      <w:r w:rsidRPr="00425309">
        <w:t>il ne serait pas contrarié d</w:t>
      </w:r>
      <w:r w:rsidR="000A6D5E">
        <w:t>’</w:t>
      </w:r>
      <w:r w:rsidRPr="00425309">
        <w:t>apprendre qu</w:t>
      </w:r>
      <w:r w:rsidR="000A6D5E">
        <w:t>’</w:t>
      </w:r>
      <w:r w:rsidRPr="00425309">
        <w:t>elle a l</w:t>
      </w:r>
      <w:r w:rsidR="000A6D5E">
        <w:t>’</w:t>
      </w:r>
      <w:r w:rsidRPr="00425309">
        <w:t>intention</w:t>
      </w:r>
      <w:r w:rsidR="000A6D5E">
        <w:t xml:space="preserve">, </w:t>
      </w:r>
      <w:r w:rsidRPr="00425309">
        <w:t>sa tournée prenant fin le 15</w:t>
      </w:r>
      <w:r w:rsidR="000A6D5E">
        <w:t xml:space="preserve">, </w:t>
      </w:r>
      <w:r w:rsidRPr="00425309">
        <w:t>de passer son été aux env</w:t>
      </w:r>
      <w:r w:rsidRPr="00425309">
        <w:t>i</w:t>
      </w:r>
      <w:r w:rsidRPr="00425309">
        <w:t>rons de Nevers</w:t>
      </w:r>
      <w:r w:rsidR="000A6D5E">
        <w:t>.</w:t>
      </w:r>
    </w:p>
    <w:p w14:paraId="4E17CF5D" w14:textId="77777777" w:rsidR="000A6D5E" w:rsidRDefault="004036B1" w:rsidP="000A6D5E">
      <w:r w:rsidRPr="00425309">
        <w:rPr>
          <w:bCs/>
          <w:i/>
          <w:iCs/>
        </w:rPr>
        <w:t>HENRY-MONNIER</w:t>
      </w:r>
      <w:r w:rsidR="000A6D5E">
        <w:rPr>
          <w:bCs/>
          <w:i/>
          <w:iCs/>
        </w:rPr>
        <w:t xml:space="preserve">. </w:t>
      </w:r>
      <w:r w:rsidR="000A6D5E">
        <w:t xml:space="preserve">– </w:t>
      </w:r>
      <w:r w:rsidRPr="00425309">
        <w:t>Tout son été</w:t>
      </w:r>
      <w:r w:rsidR="000A6D5E">
        <w:t> ?</w:t>
      </w:r>
    </w:p>
    <w:p w14:paraId="45144672"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w:t>
      </w:r>
      <w:r w:rsidR="000A6D5E">
        <w:t xml:space="preserve">– </w:t>
      </w:r>
      <w:r w:rsidRPr="00425309">
        <w:t>Tout son été</w:t>
      </w:r>
      <w:r w:rsidR="000A6D5E">
        <w:t>.</w:t>
      </w:r>
    </w:p>
    <w:p w14:paraId="563D0173" w14:textId="77777777" w:rsidR="000A6D5E" w:rsidRDefault="004036B1" w:rsidP="000A6D5E">
      <w:r w:rsidRPr="00425309">
        <w:rPr>
          <w:bCs/>
          <w:i/>
          <w:iCs/>
        </w:rPr>
        <w:t>HENRY-MONNIER</w:t>
      </w:r>
      <w:r w:rsidR="000A6D5E">
        <w:rPr>
          <w:bCs/>
          <w:i/>
          <w:iCs/>
        </w:rPr>
        <w:t xml:space="preserve">. </w:t>
      </w:r>
      <w:r w:rsidR="000A6D5E">
        <w:t xml:space="preserve">– </w:t>
      </w:r>
      <w:r w:rsidRPr="00425309">
        <w:t>Elle le passerait</w:t>
      </w:r>
      <w:r w:rsidR="000A6D5E">
        <w:t xml:space="preserve">… </w:t>
      </w:r>
      <w:r w:rsidRPr="00425309">
        <w:t>heu</w:t>
      </w:r>
      <w:r w:rsidR="000A6D5E">
        <w:t xml:space="preserve">… </w:t>
      </w:r>
      <w:r w:rsidRPr="00425309">
        <w:t>chez</w:t>
      </w:r>
      <w:r w:rsidR="000A6D5E">
        <w:t xml:space="preserve">… </w:t>
      </w:r>
      <w:r w:rsidRPr="00425309">
        <w:t>chez des amis</w:t>
      </w:r>
      <w:r w:rsidR="000A6D5E">
        <w:t xml:space="preserve">, </w:t>
      </w:r>
      <w:r w:rsidRPr="00425309">
        <w:t>je pense</w:t>
      </w:r>
      <w:r w:rsidR="000A6D5E">
        <w:t> ?</w:t>
      </w:r>
    </w:p>
    <w:p w14:paraId="6C4E57FF"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w:t>
      </w:r>
      <w:r w:rsidR="000A6D5E">
        <w:t xml:space="preserve">– </w:t>
      </w:r>
      <w:r w:rsidRPr="00425309">
        <w:t>Chez des amis</w:t>
      </w:r>
      <w:r w:rsidR="000A6D5E">
        <w:t xml:space="preserve">… </w:t>
      </w:r>
      <w:r w:rsidRPr="00425309">
        <w:t>je crois</w:t>
      </w:r>
      <w:r w:rsidR="000A6D5E">
        <w:t>…</w:t>
      </w:r>
    </w:p>
    <w:p w14:paraId="5E750344" w14:textId="77777777" w:rsidR="000A6D5E" w:rsidRDefault="004036B1" w:rsidP="000A6D5E">
      <w:r w:rsidRPr="00425309">
        <w:rPr>
          <w:bCs/>
          <w:i/>
          <w:iCs/>
        </w:rPr>
        <w:t>HENRY-MONNIER</w:t>
      </w:r>
      <w:r w:rsidR="000A6D5E">
        <w:rPr>
          <w:bCs/>
          <w:i/>
          <w:iCs/>
        </w:rPr>
        <w:t xml:space="preserve">. </w:t>
      </w:r>
      <w:r w:rsidR="000A6D5E">
        <w:t xml:space="preserve">– </w:t>
      </w:r>
      <w:r w:rsidRPr="00425309">
        <w:t>On se fait des amis dans toutes les villes où l</w:t>
      </w:r>
      <w:r w:rsidR="000A6D5E">
        <w:t>’</w:t>
      </w:r>
      <w:r w:rsidRPr="00425309">
        <w:t>on passe quand on est séduisante comme elle</w:t>
      </w:r>
      <w:r w:rsidR="000A6D5E">
        <w:t xml:space="preserve"> !… </w:t>
      </w:r>
      <w:r w:rsidRPr="00425309">
        <w:t>Monsieur Monnier</w:t>
      </w:r>
      <w:r w:rsidR="000A6D5E">
        <w:t xml:space="preserve">, </w:t>
      </w:r>
      <w:r w:rsidRPr="00425309">
        <w:t>sans rien savoir</w:t>
      </w:r>
      <w:r w:rsidR="000A6D5E">
        <w:t xml:space="preserve">, </w:t>
      </w:r>
      <w:r w:rsidRPr="00425309">
        <w:t>se doute évidemment qu</w:t>
      </w:r>
      <w:r w:rsidR="000A6D5E">
        <w:t>’</w:t>
      </w:r>
      <w:r w:rsidRPr="00425309">
        <w:t>on ne néglige pas impunément son épouse</w:t>
      </w:r>
      <w:r w:rsidR="000A6D5E">
        <w:t xml:space="preserve">… </w:t>
      </w:r>
      <w:r w:rsidRPr="00425309">
        <w:t>et qu</w:t>
      </w:r>
      <w:r w:rsidR="000A6D5E">
        <w:t>’</w:t>
      </w:r>
      <w:r w:rsidRPr="00425309">
        <w:t>en la lai</w:t>
      </w:r>
      <w:r w:rsidRPr="00425309">
        <w:t>s</w:t>
      </w:r>
      <w:r w:rsidRPr="00425309">
        <w:t>sant partir</w:t>
      </w:r>
      <w:r w:rsidR="000A6D5E">
        <w:t xml:space="preserve">… </w:t>
      </w:r>
      <w:r w:rsidRPr="00425309">
        <w:t>il s</w:t>
      </w:r>
      <w:r w:rsidR="000A6D5E">
        <w:t>’</w:t>
      </w:r>
      <w:r w:rsidRPr="00425309">
        <w:t>expose à des disgrâces</w:t>
      </w:r>
      <w:r w:rsidR="000A6D5E">
        <w:t xml:space="preserve">… </w:t>
      </w:r>
      <w:r w:rsidRPr="00425309">
        <w:t>dont il sera le premier à rire</w:t>
      </w:r>
      <w:r w:rsidR="000A6D5E">
        <w:t xml:space="preserve">… </w:t>
      </w:r>
      <w:r w:rsidRPr="00425309">
        <w:t>la chose étant fatale et naturelle</w:t>
      </w:r>
      <w:r w:rsidR="000A6D5E">
        <w:t xml:space="preserve">, </w:t>
      </w:r>
      <w:r w:rsidRPr="00425309">
        <w:t>en somme</w:t>
      </w:r>
      <w:r w:rsidR="000A6D5E">
        <w:t xml:space="preserve"> – </w:t>
      </w:r>
      <w:r w:rsidRPr="00425309">
        <w:t>n</w:t>
      </w:r>
      <w:r w:rsidR="000A6D5E">
        <w:t>’</w:t>
      </w:r>
      <w:r w:rsidRPr="00425309">
        <w:t>est-il pas vrai</w:t>
      </w:r>
      <w:r w:rsidR="000A6D5E">
        <w:t xml:space="preserve">, </w:t>
      </w:r>
      <w:r w:rsidRPr="00425309">
        <w:t>Monsieur</w:t>
      </w:r>
      <w:r w:rsidR="000A6D5E">
        <w:t> ?</w:t>
      </w:r>
    </w:p>
    <w:p w14:paraId="2AD8A33A"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w:t>
      </w:r>
      <w:r w:rsidR="000A6D5E">
        <w:t xml:space="preserve">– </w:t>
      </w:r>
      <w:r w:rsidRPr="00425309">
        <w:t>Il m</w:t>
      </w:r>
      <w:r w:rsidR="000A6D5E">
        <w:t>’</w:t>
      </w:r>
      <w:r w:rsidRPr="00425309">
        <w:t>est assez difficile</w:t>
      </w:r>
      <w:r w:rsidR="000A6D5E">
        <w:t xml:space="preserve">… </w:t>
      </w:r>
      <w:r w:rsidRPr="00425309">
        <w:t>de</w:t>
      </w:r>
      <w:r w:rsidR="000A6D5E">
        <w:t>…</w:t>
      </w:r>
    </w:p>
    <w:p w14:paraId="52CBDD66" w14:textId="77777777" w:rsidR="000A6D5E" w:rsidRDefault="004036B1" w:rsidP="000A6D5E">
      <w:r w:rsidRPr="00425309">
        <w:rPr>
          <w:bCs/>
          <w:i/>
          <w:iCs/>
        </w:rPr>
        <w:t>HENRY-MONNIER</w:t>
      </w:r>
      <w:r w:rsidR="000A6D5E">
        <w:rPr>
          <w:bCs/>
          <w:i/>
          <w:iCs/>
        </w:rPr>
        <w:t xml:space="preserve">. </w:t>
      </w:r>
      <w:r w:rsidR="000A6D5E">
        <w:t xml:space="preserve">– </w:t>
      </w:r>
      <w:r w:rsidRPr="00425309">
        <w:t>Ce qui n</w:t>
      </w:r>
      <w:r w:rsidR="000A6D5E">
        <w:t>’</w:t>
      </w:r>
      <w:r w:rsidRPr="00425309">
        <w:t>empêche pas que nous nous comprenions</w:t>
      </w:r>
      <w:r w:rsidR="000A6D5E">
        <w:t>.</w:t>
      </w:r>
    </w:p>
    <w:p w14:paraId="0870A495" w14:textId="77777777" w:rsidR="000A6D5E" w:rsidRDefault="004036B1" w:rsidP="000A6D5E">
      <w:r w:rsidRPr="00425309">
        <w:rPr>
          <w:bCs/>
          <w:i/>
          <w:iCs/>
        </w:rPr>
        <w:lastRenderedPageBreak/>
        <w:t xml:space="preserve">MONSIEUR </w:t>
      </w:r>
      <w:proofErr w:type="spellStart"/>
      <w:r w:rsidRPr="00425309">
        <w:rPr>
          <w:bCs/>
          <w:i/>
          <w:iCs/>
        </w:rPr>
        <w:t>RÉMOUILLOT</w:t>
      </w:r>
      <w:proofErr w:type="spellEnd"/>
      <w:r w:rsidR="000A6D5E">
        <w:rPr>
          <w:bCs/>
          <w:i/>
          <w:iCs/>
        </w:rPr>
        <w:t xml:space="preserve">. – </w:t>
      </w:r>
      <w:r w:rsidRPr="00425309">
        <w:t>Heu</w:t>
      </w:r>
      <w:r w:rsidR="000A6D5E">
        <w:t xml:space="preserve">… </w:t>
      </w:r>
      <w:r w:rsidRPr="00425309">
        <w:t>oui</w:t>
      </w:r>
      <w:r w:rsidR="000A6D5E">
        <w:t>.</w:t>
      </w:r>
    </w:p>
    <w:p w14:paraId="50D68AAF" w14:textId="77777777" w:rsidR="000A6D5E" w:rsidRDefault="004036B1" w:rsidP="000A6D5E">
      <w:r w:rsidRPr="00425309">
        <w:rPr>
          <w:bCs/>
          <w:i/>
          <w:iCs/>
        </w:rPr>
        <w:t>HENRY-MONNIER</w:t>
      </w:r>
      <w:r w:rsidR="000A6D5E">
        <w:rPr>
          <w:bCs/>
          <w:i/>
          <w:iCs/>
        </w:rPr>
        <w:t xml:space="preserve">. </w:t>
      </w:r>
      <w:r w:rsidR="000A6D5E">
        <w:t xml:space="preserve">– </w:t>
      </w:r>
      <w:r w:rsidRPr="00425309">
        <w:t>Il s</w:t>
      </w:r>
      <w:r w:rsidR="000A6D5E">
        <w:t>’</w:t>
      </w:r>
      <w:r w:rsidRPr="00425309">
        <w:t>agit d</w:t>
      </w:r>
      <w:r w:rsidR="000A6D5E">
        <w:t>’</w:t>
      </w:r>
      <w:r w:rsidRPr="00425309">
        <w:t>un garçon qu</w:t>
      </w:r>
      <w:r w:rsidR="000A6D5E">
        <w:t>’</w:t>
      </w:r>
      <w:r w:rsidRPr="00425309">
        <w:t>on dit plein de mérite</w:t>
      </w:r>
      <w:r w:rsidR="000A6D5E">
        <w:t>…</w:t>
      </w:r>
    </w:p>
    <w:p w14:paraId="1A0FD72E"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w:t>
      </w:r>
      <w:r w:rsidR="000A6D5E">
        <w:t xml:space="preserve">– </w:t>
      </w:r>
      <w:r w:rsidRPr="00425309">
        <w:t>Il en a l</w:t>
      </w:r>
      <w:r w:rsidR="000A6D5E">
        <w:t>’</w:t>
      </w:r>
      <w:r w:rsidRPr="00425309">
        <w:t>apparence</w:t>
      </w:r>
      <w:r w:rsidR="000A6D5E">
        <w:t>.</w:t>
      </w:r>
    </w:p>
    <w:p w14:paraId="6B4EC5B6" w14:textId="77777777" w:rsidR="000A6D5E" w:rsidRDefault="004036B1" w:rsidP="000A6D5E">
      <w:r w:rsidRPr="00425309">
        <w:rPr>
          <w:bCs/>
          <w:i/>
          <w:iCs/>
        </w:rPr>
        <w:t>HENRY-MONNIER</w:t>
      </w:r>
      <w:r w:rsidR="000A6D5E">
        <w:rPr>
          <w:bCs/>
          <w:i/>
          <w:iCs/>
        </w:rPr>
        <w:t xml:space="preserve">. </w:t>
      </w:r>
      <w:r w:rsidR="000A6D5E">
        <w:t xml:space="preserve">– </w:t>
      </w:r>
      <w:r w:rsidRPr="00425309">
        <w:t>Et qui</w:t>
      </w:r>
      <w:r w:rsidR="000A6D5E">
        <w:t xml:space="preserve">, </w:t>
      </w:r>
      <w:r w:rsidRPr="00425309">
        <w:t>par sa présence</w:t>
      </w:r>
      <w:r w:rsidR="000A6D5E">
        <w:t xml:space="preserve">, </w:t>
      </w:r>
      <w:r w:rsidRPr="00425309">
        <w:t>rompt la mon</w:t>
      </w:r>
      <w:r w:rsidRPr="00425309">
        <w:t>o</w:t>
      </w:r>
      <w:r w:rsidRPr="00425309">
        <w:t>tonie de la vie provinciale</w:t>
      </w:r>
      <w:r w:rsidR="000A6D5E">
        <w:t xml:space="preserve">. </w:t>
      </w:r>
      <w:r w:rsidRPr="00425309">
        <w:t>Tout est donc pour le mieux</w:t>
      </w:r>
      <w:r w:rsidR="000A6D5E">
        <w:t xml:space="preserve">. </w:t>
      </w:r>
      <w:r w:rsidRPr="00425309">
        <w:t>Le Destin qui fait les unions ne conserve-t-il pas le droit de les d</w:t>
      </w:r>
      <w:r w:rsidRPr="00425309">
        <w:t>é</w:t>
      </w:r>
      <w:r w:rsidRPr="00425309">
        <w:t>faire</w:t>
      </w:r>
      <w:r w:rsidR="000A6D5E">
        <w:t xml:space="preserve"> ? </w:t>
      </w:r>
      <w:r w:rsidRPr="00425309">
        <w:t>En foi de quoi</w:t>
      </w:r>
      <w:r w:rsidR="000A6D5E">
        <w:t xml:space="preserve">, </w:t>
      </w:r>
      <w:r w:rsidRPr="00425309">
        <w:t>je puis</w:t>
      </w:r>
      <w:r w:rsidR="000A6D5E">
        <w:t xml:space="preserve">, </w:t>
      </w:r>
      <w:r w:rsidRPr="00425309">
        <w:t>au nom de Monsieur Henry-Monnier</w:t>
      </w:r>
      <w:r w:rsidR="000A6D5E">
        <w:t xml:space="preserve">, </w:t>
      </w:r>
      <w:r w:rsidRPr="00425309">
        <w:t>vous certifier qu</w:t>
      </w:r>
      <w:r w:rsidR="000A6D5E">
        <w:t>’</w:t>
      </w:r>
      <w:r w:rsidRPr="00425309">
        <w:t>il souscrit de grand cœur au projet de Madame Henry-Monnier</w:t>
      </w:r>
      <w:r w:rsidR="000A6D5E">
        <w:t xml:space="preserve">, </w:t>
      </w:r>
      <w:r w:rsidRPr="00425309">
        <w:t>sa femme</w:t>
      </w:r>
      <w:r w:rsidR="000A6D5E">
        <w:t xml:space="preserve">. </w:t>
      </w:r>
      <w:r w:rsidRPr="00425309">
        <w:t>Le climat de Nevers ne peut que lui être extrêmement profitable car l</w:t>
      </w:r>
      <w:r w:rsidR="000A6D5E">
        <w:t>’</w:t>
      </w:r>
      <w:r w:rsidRPr="00425309">
        <w:t>important massif du Morvan met à l</w:t>
      </w:r>
      <w:r w:rsidR="000A6D5E">
        <w:t>’</w:t>
      </w:r>
      <w:r w:rsidRPr="00425309">
        <w:t>abri des vents contraires la vieille cité ga</w:t>
      </w:r>
      <w:r w:rsidRPr="00425309">
        <w:t>u</w:t>
      </w:r>
      <w:r w:rsidRPr="00425309">
        <w:t xml:space="preserve">loise dont le Palais ducal construit par </w:t>
      </w:r>
      <w:proofErr w:type="spellStart"/>
      <w:r w:rsidRPr="00425309">
        <w:t>Clève</w:t>
      </w:r>
      <w:proofErr w:type="spellEnd"/>
      <w:r w:rsidRPr="00425309">
        <w:t xml:space="preserve"> et </w:t>
      </w:r>
      <w:proofErr w:type="spellStart"/>
      <w:r w:rsidRPr="00425309">
        <w:t>Gonzagues</w:t>
      </w:r>
      <w:proofErr w:type="spellEnd"/>
      <w:r w:rsidRPr="00425309">
        <w:t xml:space="preserve"> offre un beau spécimen de style Renaissance</w:t>
      </w:r>
      <w:r w:rsidR="000A6D5E">
        <w:t xml:space="preserve">… </w:t>
      </w:r>
      <w:r w:rsidRPr="00425309">
        <w:t>Que Dieu vous ait en Sa Sainte Garde</w:t>
      </w:r>
      <w:r w:rsidR="000A6D5E">
        <w:t xml:space="preserve">, </w:t>
      </w:r>
      <w:r w:rsidRPr="00425309">
        <w:t xml:space="preserve">Monsieur </w:t>
      </w:r>
      <w:proofErr w:type="spellStart"/>
      <w:r w:rsidRPr="00425309">
        <w:t>Rémouillot</w:t>
      </w:r>
      <w:proofErr w:type="spellEnd"/>
      <w:r w:rsidR="000A6D5E">
        <w:t> !</w:t>
      </w:r>
    </w:p>
    <w:p w14:paraId="5296E281" w14:textId="77777777" w:rsidR="000A6D5E" w:rsidRDefault="000A6D5E" w:rsidP="000A6D5E">
      <w:r>
        <w:rPr>
          <w:bCs/>
          <w:i/>
          <w:iCs/>
        </w:rPr>
        <w:t>(</w:t>
      </w:r>
      <w:r w:rsidR="004036B1" w:rsidRPr="00425309">
        <w:rPr>
          <w:bCs/>
          <w:i/>
          <w:iCs/>
        </w:rPr>
        <w:t>Henry-Monnier s</w:t>
      </w:r>
      <w:r>
        <w:rPr>
          <w:bCs/>
          <w:i/>
          <w:iCs/>
        </w:rPr>
        <w:t>’</w:t>
      </w:r>
      <w:r w:rsidR="004036B1" w:rsidRPr="00425309">
        <w:rPr>
          <w:bCs/>
          <w:i/>
          <w:iCs/>
        </w:rPr>
        <w:t>est levé</w:t>
      </w:r>
      <w:r>
        <w:rPr>
          <w:bCs/>
          <w:i/>
          <w:iCs/>
        </w:rPr>
        <w:t xml:space="preserve"> – </w:t>
      </w:r>
      <w:r w:rsidR="004036B1" w:rsidRPr="00425309">
        <w:rPr>
          <w:bCs/>
          <w:i/>
          <w:iCs/>
        </w:rPr>
        <w:t xml:space="preserve">Monsieur </w:t>
      </w:r>
      <w:proofErr w:type="spellStart"/>
      <w:r w:rsidR="004036B1" w:rsidRPr="00425309">
        <w:rPr>
          <w:bCs/>
          <w:i/>
          <w:iCs/>
        </w:rPr>
        <w:t>Rémouillot</w:t>
      </w:r>
      <w:proofErr w:type="spellEnd"/>
      <w:r w:rsidR="004036B1" w:rsidRPr="00425309">
        <w:rPr>
          <w:bCs/>
          <w:i/>
          <w:iCs/>
        </w:rPr>
        <w:t xml:space="preserve"> fait de même</w:t>
      </w:r>
      <w:r>
        <w:rPr>
          <w:bCs/>
          <w:i/>
          <w:iCs/>
        </w:rPr>
        <w:t>.)</w:t>
      </w:r>
    </w:p>
    <w:p w14:paraId="1BFA6528"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 </w:t>
      </w:r>
      <w:r w:rsidRPr="00425309">
        <w:t>Je vous salue</w:t>
      </w:r>
      <w:r w:rsidR="000A6D5E">
        <w:t xml:space="preserve">, </w:t>
      </w:r>
      <w:r w:rsidRPr="00425309">
        <w:t>Monsieur Prudhomme</w:t>
      </w:r>
      <w:r w:rsidR="000A6D5E">
        <w:t>.</w:t>
      </w:r>
    </w:p>
    <w:p w14:paraId="65968A99" w14:textId="77777777" w:rsidR="000A6D5E" w:rsidRDefault="004036B1" w:rsidP="000A6D5E">
      <w:r w:rsidRPr="00425309">
        <w:rPr>
          <w:bCs/>
          <w:i/>
          <w:iCs/>
        </w:rPr>
        <w:t>HENRY-MONNIER</w:t>
      </w:r>
      <w:r w:rsidR="000A6D5E">
        <w:rPr>
          <w:bCs/>
          <w:i/>
          <w:iCs/>
        </w:rPr>
        <w:t xml:space="preserve">. </w:t>
      </w:r>
      <w:r w:rsidR="000A6D5E">
        <w:t xml:space="preserve">– </w:t>
      </w:r>
      <w:r w:rsidRPr="00425309">
        <w:t>Professeur d</w:t>
      </w:r>
      <w:r w:rsidR="000A6D5E">
        <w:t>’</w:t>
      </w:r>
      <w:r w:rsidRPr="00425309">
        <w:t>écriture</w:t>
      </w:r>
      <w:r w:rsidR="000A6D5E">
        <w:t xml:space="preserve">… </w:t>
      </w:r>
      <w:r w:rsidRPr="00425309">
        <w:t xml:space="preserve">élève de </w:t>
      </w:r>
      <w:proofErr w:type="spellStart"/>
      <w:r w:rsidRPr="00425309">
        <w:t>Brard</w:t>
      </w:r>
      <w:proofErr w:type="spellEnd"/>
      <w:r w:rsidRPr="00425309">
        <w:t xml:space="preserve"> et Saint-Omer</w:t>
      </w:r>
      <w:r w:rsidR="000A6D5E">
        <w:t>…</w:t>
      </w:r>
    </w:p>
    <w:p w14:paraId="26330975" w14:textId="77777777" w:rsidR="000A6D5E" w:rsidRDefault="004036B1" w:rsidP="000A6D5E">
      <w:r w:rsidRPr="00425309">
        <w:rPr>
          <w:bCs/>
          <w:i/>
          <w:iCs/>
        </w:rPr>
        <w:t xml:space="preserve">MONSIEUR </w:t>
      </w:r>
      <w:proofErr w:type="spellStart"/>
      <w:r w:rsidRPr="00425309">
        <w:rPr>
          <w:bCs/>
          <w:i/>
          <w:iCs/>
        </w:rPr>
        <w:t>RÉMOUILLOT</w:t>
      </w:r>
      <w:proofErr w:type="spellEnd"/>
      <w:r w:rsidR="000A6D5E">
        <w:rPr>
          <w:bCs/>
          <w:i/>
          <w:iCs/>
        </w:rPr>
        <w:t xml:space="preserve">. </w:t>
      </w:r>
      <w:r w:rsidR="000A6D5E">
        <w:t xml:space="preserve">– </w:t>
      </w:r>
      <w:r w:rsidRPr="00425309">
        <w:t>Parfaitement</w:t>
      </w:r>
      <w:r w:rsidR="000A6D5E">
        <w:t>.</w:t>
      </w:r>
    </w:p>
    <w:p w14:paraId="56B21751" w14:textId="77777777" w:rsidR="000A6D5E" w:rsidRDefault="000A6D5E" w:rsidP="000A6D5E">
      <w:r>
        <w:rPr>
          <w:bCs/>
          <w:i/>
          <w:iCs/>
        </w:rPr>
        <w:t>(</w:t>
      </w:r>
      <w:r w:rsidR="004036B1" w:rsidRPr="00425309">
        <w:rPr>
          <w:bCs/>
          <w:i/>
          <w:iCs/>
        </w:rPr>
        <w:t xml:space="preserve">Monsieur </w:t>
      </w:r>
      <w:proofErr w:type="spellStart"/>
      <w:r w:rsidR="004036B1" w:rsidRPr="00425309">
        <w:rPr>
          <w:bCs/>
          <w:i/>
          <w:iCs/>
        </w:rPr>
        <w:t>Rémouillot</w:t>
      </w:r>
      <w:proofErr w:type="spellEnd"/>
      <w:r w:rsidR="004036B1" w:rsidRPr="00425309">
        <w:rPr>
          <w:bCs/>
          <w:i/>
          <w:iCs/>
        </w:rPr>
        <w:t xml:space="preserve"> sort confus et surpris</w:t>
      </w:r>
      <w:r>
        <w:rPr>
          <w:bCs/>
          <w:i/>
          <w:iCs/>
        </w:rPr>
        <w:t xml:space="preserve">. </w:t>
      </w:r>
      <w:r w:rsidR="004036B1" w:rsidRPr="00425309">
        <w:rPr>
          <w:bCs/>
          <w:i/>
          <w:iCs/>
        </w:rPr>
        <w:t>Resté seul</w:t>
      </w:r>
      <w:r>
        <w:rPr>
          <w:bCs/>
          <w:i/>
          <w:iCs/>
        </w:rPr>
        <w:t xml:space="preserve">, </w:t>
      </w:r>
      <w:r w:rsidR="004036B1" w:rsidRPr="00425309">
        <w:rPr>
          <w:bCs/>
          <w:i/>
          <w:iCs/>
        </w:rPr>
        <w:t>Henry-Monnier retire sa redingote</w:t>
      </w:r>
      <w:r>
        <w:rPr>
          <w:bCs/>
          <w:i/>
          <w:iCs/>
        </w:rPr>
        <w:t xml:space="preserve">, </w:t>
      </w:r>
      <w:r w:rsidR="004036B1" w:rsidRPr="00425309">
        <w:rPr>
          <w:bCs/>
          <w:i/>
          <w:iCs/>
        </w:rPr>
        <w:t>ses lunettes</w:t>
      </w:r>
      <w:r>
        <w:rPr>
          <w:bCs/>
          <w:i/>
          <w:iCs/>
        </w:rPr>
        <w:t xml:space="preserve">, </w:t>
      </w:r>
      <w:r w:rsidR="004036B1" w:rsidRPr="00425309">
        <w:rPr>
          <w:bCs/>
          <w:i/>
          <w:iCs/>
        </w:rPr>
        <w:t>sa perruque</w:t>
      </w:r>
      <w:r>
        <w:rPr>
          <w:bCs/>
          <w:i/>
          <w:iCs/>
        </w:rPr>
        <w:t xml:space="preserve">, </w:t>
      </w:r>
      <w:r w:rsidR="004036B1" w:rsidRPr="00425309">
        <w:rPr>
          <w:bCs/>
          <w:i/>
          <w:iCs/>
        </w:rPr>
        <w:t>ses favoris et il ouvre son faux-col</w:t>
      </w:r>
      <w:r>
        <w:rPr>
          <w:bCs/>
          <w:i/>
          <w:iCs/>
        </w:rPr>
        <w:t xml:space="preserve">. </w:t>
      </w:r>
      <w:r w:rsidR="004036B1" w:rsidRPr="00425309">
        <w:rPr>
          <w:bCs/>
          <w:i/>
          <w:iCs/>
        </w:rPr>
        <w:t>Son visage est d</w:t>
      </w:r>
      <w:r>
        <w:rPr>
          <w:bCs/>
          <w:i/>
          <w:iCs/>
        </w:rPr>
        <w:t>’</w:t>
      </w:r>
      <w:r w:rsidR="004036B1" w:rsidRPr="00425309">
        <w:rPr>
          <w:bCs/>
          <w:i/>
          <w:iCs/>
        </w:rPr>
        <w:t>une e</w:t>
      </w:r>
      <w:r w:rsidR="004036B1" w:rsidRPr="00425309">
        <w:rPr>
          <w:bCs/>
          <w:i/>
          <w:iCs/>
        </w:rPr>
        <w:t>x</w:t>
      </w:r>
      <w:r w:rsidR="004036B1" w:rsidRPr="00425309">
        <w:rPr>
          <w:bCs/>
          <w:i/>
          <w:iCs/>
        </w:rPr>
        <w:t>trême tristesse</w:t>
      </w:r>
      <w:r>
        <w:rPr>
          <w:bCs/>
          <w:i/>
          <w:iCs/>
        </w:rPr>
        <w:t>.)</w:t>
      </w:r>
    </w:p>
    <w:p w14:paraId="610BDD67"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Qu</w:t>
      </w:r>
      <w:r w:rsidR="000A6D5E">
        <w:t>’</w:t>
      </w:r>
      <w:r w:rsidRPr="00425309">
        <w:t>est-ce que vous avez</w:t>
      </w:r>
      <w:r w:rsidR="000A6D5E">
        <w:t> ?</w:t>
      </w:r>
    </w:p>
    <w:p w14:paraId="03FF425A" w14:textId="77777777" w:rsidR="000A6D5E" w:rsidRDefault="004036B1" w:rsidP="000A6D5E">
      <w:r w:rsidRPr="00425309">
        <w:rPr>
          <w:bCs/>
          <w:i/>
          <w:iCs/>
        </w:rPr>
        <w:lastRenderedPageBreak/>
        <w:t>HENRY-MONNIER</w:t>
      </w:r>
      <w:r w:rsidR="000A6D5E">
        <w:rPr>
          <w:bCs/>
          <w:i/>
          <w:iCs/>
        </w:rPr>
        <w:t xml:space="preserve">. </w:t>
      </w:r>
      <w:r w:rsidR="000A6D5E">
        <w:t xml:space="preserve">– </w:t>
      </w:r>
      <w:r w:rsidRPr="00425309">
        <w:t>Oh</w:t>
      </w:r>
      <w:r w:rsidR="000A6D5E">
        <w:t xml:space="preserve"> ! </w:t>
      </w:r>
      <w:r w:rsidRPr="00425309">
        <w:t>Je n</w:t>
      </w:r>
      <w:r w:rsidR="000A6D5E">
        <w:t>’</w:t>
      </w:r>
      <w:r w:rsidRPr="00425309">
        <w:t xml:space="preserve">ai plus </w:t>
      </w:r>
      <w:proofErr w:type="spellStart"/>
      <w:r w:rsidRPr="00425309">
        <w:t>grand</w:t>
      </w:r>
      <w:r w:rsidR="000A6D5E">
        <w:t>’</w:t>
      </w:r>
      <w:r w:rsidRPr="00425309">
        <w:t>chose</w:t>
      </w:r>
      <w:proofErr w:type="spellEnd"/>
      <w:r w:rsidR="000A6D5E">
        <w:t>…</w:t>
      </w:r>
    </w:p>
    <w:p w14:paraId="2C432701"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Eh</w:t>
      </w:r>
      <w:r w:rsidR="000A6D5E">
        <w:t xml:space="preserve"> ! </w:t>
      </w:r>
      <w:r w:rsidRPr="00425309">
        <w:t>Bien</w:t>
      </w:r>
      <w:r w:rsidR="000A6D5E">
        <w:t xml:space="preserve">, </w:t>
      </w:r>
      <w:r w:rsidRPr="00425309">
        <w:t>dépêchez-vous</w:t>
      </w:r>
      <w:r w:rsidR="000A6D5E">
        <w:t xml:space="preserve">… </w:t>
      </w:r>
      <w:r w:rsidRPr="00425309">
        <w:t>il est tard</w:t>
      </w:r>
      <w:r w:rsidR="000A6D5E">
        <w:t xml:space="preserve">, </w:t>
      </w:r>
      <w:r w:rsidRPr="00425309">
        <w:t>mai</w:t>
      </w:r>
      <w:r w:rsidRPr="00425309">
        <w:t>n</w:t>
      </w:r>
      <w:r w:rsidRPr="00425309">
        <w:t>tenant</w:t>
      </w:r>
      <w:r w:rsidR="000A6D5E">
        <w:t xml:space="preserve">. </w:t>
      </w:r>
      <w:r w:rsidRPr="00425309">
        <w:t>Vous vous êtes bien amusé</w:t>
      </w:r>
      <w:r w:rsidR="000A6D5E">
        <w:t xml:space="preserve">, </w:t>
      </w:r>
      <w:r w:rsidRPr="00425309">
        <w:t>là</w:t>
      </w:r>
      <w:r w:rsidR="000A6D5E">
        <w:t> ?</w:t>
      </w:r>
    </w:p>
    <w:p w14:paraId="454A7580" w14:textId="77777777" w:rsidR="000A6D5E" w:rsidRDefault="004036B1" w:rsidP="000A6D5E">
      <w:r w:rsidRPr="00425309">
        <w:rPr>
          <w:bCs/>
          <w:i/>
          <w:iCs/>
        </w:rPr>
        <w:t>HENRY-MONNIER</w:t>
      </w:r>
      <w:r w:rsidR="000A6D5E">
        <w:rPr>
          <w:bCs/>
          <w:i/>
          <w:iCs/>
        </w:rPr>
        <w:t xml:space="preserve">. </w:t>
      </w:r>
      <w:r w:rsidR="000A6D5E">
        <w:t xml:space="preserve">– </w:t>
      </w:r>
      <w:r w:rsidRPr="00425309">
        <w:t>Ah</w:t>
      </w:r>
      <w:r w:rsidR="000A6D5E">
        <w:t xml:space="preserve"> ! </w:t>
      </w:r>
      <w:r w:rsidRPr="00425309">
        <w:t>Oui</w:t>
      </w:r>
      <w:r w:rsidR="000A6D5E">
        <w:t xml:space="preserve">… </w:t>
      </w:r>
      <w:r w:rsidRPr="00425309">
        <w:t>c</w:t>
      </w:r>
      <w:r w:rsidR="000A6D5E">
        <w:t>’</w:t>
      </w:r>
      <w:r w:rsidRPr="00425309">
        <w:t>est bien le mot</w:t>
      </w:r>
      <w:r w:rsidR="000A6D5E">
        <w:t>.</w:t>
      </w:r>
    </w:p>
    <w:p w14:paraId="626A58C6"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Vous n</w:t>
      </w:r>
      <w:r w:rsidR="000A6D5E">
        <w:t>’</w:t>
      </w:r>
      <w:r w:rsidRPr="00425309">
        <w:t>êtes pas souffrant</w:t>
      </w:r>
      <w:r w:rsidR="000A6D5E">
        <w:t> ?</w:t>
      </w:r>
    </w:p>
    <w:p w14:paraId="3E2D0E0F" w14:textId="77777777" w:rsidR="000A6D5E" w:rsidRDefault="004036B1" w:rsidP="000A6D5E">
      <w:r w:rsidRPr="00425309">
        <w:rPr>
          <w:bCs/>
          <w:i/>
          <w:iCs/>
        </w:rPr>
        <w:t>HENRY-MONNIER</w:t>
      </w:r>
      <w:r w:rsidR="000A6D5E">
        <w:rPr>
          <w:bCs/>
          <w:i/>
          <w:iCs/>
        </w:rPr>
        <w:t xml:space="preserve">. </w:t>
      </w:r>
      <w:r w:rsidR="000A6D5E">
        <w:t xml:space="preserve">– </w:t>
      </w:r>
      <w:r w:rsidRPr="00425309">
        <w:t>Non</w:t>
      </w:r>
      <w:r w:rsidR="000A6D5E">
        <w:t>.</w:t>
      </w:r>
    </w:p>
    <w:p w14:paraId="35C6271F"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Vous avez l</w:t>
      </w:r>
      <w:r w:rsidR="000A6D5E">
        <w:t>’</w:t>
      </w:r>
      <w:r w:rsidRPr="00425309">
        <w:t>air tout chose</w:t>
      </w:r>
      <w:r w:rsidR="000A6D5E">
        <w:t>…</w:t>
      </w:r>
    </w:p>
    <w:p w14:paraId="25BC7816" w14:textId="77777777" w:rsidR="000A6D5E" w:rsidRDefault="004036B1" w:rsidP="000A6D5E">
      <w:r w:rsidRPr="00425309">
        <w:rPr>
          <w:bCs/>
          <w:i/>
          <w:iCs/>
        </w:rPr>
        <w:t>HENRY-MONNIER</w:t>
      </w:r>
      <w:r w:rsidR="000A6D5E">
        <w:rPr>
          <w:bCs/>
          <w:i/>
          <w:iCs/>
        </w:rPr>
        <w:t xml:space="preserve">. – </w:t>
      </w:r>
      <w:r w:rsidRPr="00425309">
        <w:t>C</w:t>
      </w:r>
      <w:r w:rsidR="000A6D5E">
        <w:t>’</w:t>
      </w:r>
      <w:r w:rsidRPr="00425309">
        <w:t>est que je le suis un peu</w:t>
      </w:r>
      <w:r w:rsidR="000A6D5E">
        <w:t>.</w:t>
      </w:r>
    </w:p>
    <w:p w14:paraId="1E185FBC"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Vous étiez si bien tout à l</w:t>
      </w:r>
      <w:r w:rsidR="000A6D5E">
        <w:t>’</w:t>
      </w:r>
      <w:r w:rsidRPr="00425309">
        <w:t>heure</w:t>
      </w:r>
      <w:r w:rsidR="000A6D5E">
        <w:t>.</w:t>
      </w:r>
    </w:p>
    <w:p w14:paraId="09CD9E55" w14:textId="77777777" w:rsidR="000A6D5E" w:rsidRDefault="004036B1" w:rsidP="000A6D5E">
      <w:r w:rsidRPr="00425309">
        <w:rPr>
          <w:bCs/>
          <w:i/>
          <w:iCs/>
        </w:rPr>
        <w:t>HENRY-MONNIER</w:t>
      </w:r>
      <w:r w:rsidR="000A6D5E">
        <w:rPr>
          <w:bCs/>
          <w:i/>
          <w:iCs/>
        </w:rPr>
        <w:t xml:space="preserve">. – </w:t>
      </w:r>
      <w:r w:rsidRPr="00425309">
        <w:t>J</w:t>
      </w:r>
      <w:r w:rsidR="000A6D5E">
        <w:t>’</w:t>
      </w:r>
      <w:r w:rsidRPr="00425309">
        <w:t>étais mieux</w:t>
      </w:r>
      <w:r w:rsidR="000A6D5E">
        <w:t xml:space="preserve">, </w:t>
      </w:r>
      <w:r w:rsidRPr="00425309">
        <w:t>n</w:t>
      </w:r>
      <w:r w:rsidR="000A6D5E">
        <w:t>’</w:t>
      </w:r>
      <w:r w:rsidRPr="00425309">
        <w:t>est-ce pas</w:t>
      </w:r>
      <w:r w:rsidR="000A6D5E">
        <w:t xml:space="preserve"> ?… </w:t>
      </w:r>
      <w:r w:rsidRPr="00425309">
        <w:t>C</w:t>
      </w:r>
      <w:r w:rsidR="000A6D5E">
        <w:t>’</w:t>
      </w:r>
      <w:r w:rsidRPr="00425309">
        <w:t>est la perruque qui me manque</w:t>
      </w:r>
      <w:r w:rsidR="000A6D5E">
        <w:t>…</w:t>
      </w:r>
    </w:p>
    <w:p w14:paraId="199C8EED" w14:textId="77777777" w:rsidR="000A6D5E" w:rsidRDefault="000A6D5E" w:rsidP="000A6D5E">
      <w:r>
        <w:rPr>
          <w:bCs/>
          <w:i/>
          <w:iCs/>
        </w:rPr>
        <w:t>(</w:t>
      </w:r>
      <w:r w:rsidR="004036B1" w:rsidRPr="00425309">
        <w:rPr>
          <w:bCs/>
          <w:i/>
          <w:iCs/>
        </w:rPr>
        <w:t>Il la remet</w:t>
      </w:r>
      <w:r>
        <w:rPr>
          <w:bCs/>
          <w:i/>
          <w:iCs/>
        </w:rPr>
        <w:t>.)</w:t>
      </w:r>
    </w:p>
    <w:p w14:paraId="48E8372D" w14:textId="77777777" w:rsidR="000A6D5E" w:rsidRDefault="000A6D5E" w:rsidP="000A6D5E">
      <w:r>
        <w:rPr>
          <w:bCs/>
          <w:i/>
          <w:iCs/>
        </w:rPr>
        <w:t xml:space="preserve">… </w:t>
      </w:r>
      <w:r w:rsidR="004036B1" w:rsidRPr="00425309">
        <w:t>et le faux-col</w:t>
      </w:r>
      <w:r>
        <w:t>…</w:t>
      </w:r>
    </w:p>
    <w:p w14:paraId="0FA541A6" w14:textId="77777777" w:rsidR="000A6D5E" w:rsidRDefault="000A6D5E" w:rsidP="000A6D5E">
      <w:r>
        <w:rPr>
          <w:bCs/>
          <w:i/>
          <w:iCs/>
        </w:rPr>
        <w:t>(</w:t>
      </w:r>
      <w:r w:rsidR="004036B1" w:rsidRPr="00425309">
        <w:rPr>
          <w:bCs/>
          <w:i/>
          <w:iCs/>
        </w:rPr>
        <w:t>Il le replace</w:t>
      </w:r>
      <w:r>
        <w:rPr>
          <w:bCs/>
          <w:i/>
          <w:iCs/>
        </w:rPr>
        <w:t>.)</w:t>
      </w:r>
    </w:p>
    <w:p w14:paraId="577996A2" w14:textId="77777777" w:rsidR="000A6D5E" w:rsidRDefault="000A6D5E" w:rsidP="000A6D5E">
      <w:r>
        <w:rPr>
          <w:bCs/>
          <w:i/>
          <w:iCs/>
        </w:rPr>
        <w:t xml:space="preserve">… </w:t>
      </w:r>
      <w:r w:rsidR="004036B1" w:rsidRPr="00425309">
        <w:t>et la cravate</w:t>
      </w:r>
      <w:r>
        <w:t>…</w:t>
      </w:r>
    </w:p>
    <w:p w14:paraId="588CE778" w14:textId="77777777" w:rsidR="000A6D5E" w:rsidRDefault="000A6D5E" w:rsidP="000A6D5E">
      <w:r>
        <w:rPr>
          <w:bCs/>
          <w:i/>
          <w:iCs/>
        </w:rPr>
        <w:t>(</w:t>
      </w:r>
      <w:r w:rsidR="004036B1" w:rsidRPr="00425309">
        <w:rPr>
          <w:bCs/>
          <w:i/>
          <w:iCs/>
        </w:rPr>
        <w:t>Il la renoue</w:t>
      </w:r>
      <w:r>
        <w:rPr>
          <w:bCs/>
          <w:i/>
          <w:iCs/>
        </w:rPr>
        <w:t>.)</w:t>
      </w:r>
    </w:p>
    <w:p w14:paraId="70D02056" w14:textId="77777777" w:rsidR="000A6D5E" w:rsidRDefault="000A6D5E" w:rsidP="000A6D5E">
      <w:r>
        <w:rPr>
          <w:bCs/>
          <w:i/>
          <w:iCs/>
        </w:rPr>
        <w:t xml:space="preserve">… </w:t>
      </w:r>
      <w:r w:rsidR="004036B1" w:rsidRPr="00425309">
        <w:t>et puis les favoris</w:t>
      </w:r>
      <w:r>
        <w:t>…</w:t>
      </w:r>
    </w:p>
    <w:p w14:paraId="644C54A9" w14:textId="77777777" w:rsidR="000A6D5E" w:rsidRDefault="000A6D5E" w:rsidP="000A6D5E">
      <w:r>
        <w:rPr>
          <w:bCs/>
          <w:i/>
          <w:iCs/>
        </w:rPr>
        <w:t>(</w:t>
      </w:r>
      <w:r w:rsidR="004036B1" w:rsidRPr="00425309">
        <w:rPr>
          <w:bCs/>
          <w:i/>
          <w:iCs/>
        </w:rPr>
        <w:t>Il les recolle</w:t>
      </w:r>
      <w:r>
        <w:rPr>
          <w:bCs/>
          <w:i/>
          <w:iCs/>
        </w:rPr>
        <w:t>.)</w:t>
      </w:r>
    </w:p>
    <w:p w14:paraId="6D8AA34E" w14:textId="77777777" w:rsidR="000A6D5E" w:rsidRDefault="000A6D5E" w:rsidP="000A6D5E">
      <w:r>
        <w:rPr>
          <w:bCs/>
          <w:i/>
          <w:iCs/>
        </w:rPr>
        <w:t xml:space="preserve">… </w:t>
      </w:r>
      <w:r w:rsidR="004036B1" w:rsidRPr="00425309">
        <w:t>et surtout les lunettes</w:t>
      </w:r>
      <w:r>
        <w:t>…</w:t>
      </w:r>
    </w:p>
    <w:p w14:paraId="13960B79" w14:textId="77777777" w:rsidR="000A6D5E" w:rsidRDefault="000A6D5E" w:rsidP="000A6D5E">
      <w:r>
        <w:rPr>
          <w:bCs/>
          <w:i/>
          <w:iCs/>
        </w:rPr>
        <w:t>(</w:t>
      </w:r>
      <w:r w:rsidR="004036B1" w:rsidRPr="00425309">
        <w:rPr>
          <w:bCs/>
          <w:i/>
          <w:iCs/>
        </w:rPr>
        <w:t>Il les reprend</w:t>
      </w:r>
      <w:r>
        <w:rPr>
          <w:bCs/>
          <w:i/>
          <w:iCs/>
        </w:rPr>
        <w:t>.)</w:t>
      </w:r>
    </w:p>
    <w:p w14:paraId="6640E7F5" w14:textId="77777777" w:rsidR="000A6D5E" w:rsidRDefault="000A6D5E" w:rsidP="000A6D5E">
      <w:r>
        <w:rPr>
          <w:bCs/>
          <w:i/>
          <w:iCs/>
        </w:rPr>
        <w:t xml:space="preserve">… </w:t>
      </w:r>
      <w:r w:rsidR="004036B1" w:rsidRPr="00425309">
        <w:t>et puis la redingote</w:t>
      </w:r>
      <w:r>
        <w:t>…</w:t>
      </w:r>
    </w:p>
    <w:p w14:paraId="67EBB2A6" w14:textId="77777777" w:rsidR="000A6D5E" w:rsidRDefault="000A6D5E" w:rsidP="000A6D5E">
      <w:r>
        <w:rPr>
          <w:bCs/>
          <w:i/>
          <w:iCs/>
        </w:rPr>
        <w:t>(</w:t>
      </w:r>
      <w:r w:rsidR="004036B1" w:rsidRPr="00425309">
        <w:rPr>
          <w:bCs/>
          <w:i/>
          <w:iCs/>
        </w:rPr>
        <w:t>Elle la lui passe</w:t>
      </w:r>
      <w:r>
        <w:rPr>
          <w:bCs/>
          <w:i/>
          <w:iCs/>
        </w:rPr>
        <w:t xml:space="preserve">, </w:t>
      </w:r>
      <w:r w:rsidR="004036B1" w:rsidRPr="00425309">
        <w:rPr>
          <w:bCs/>
          <w:i/>
          <w:iCs/>
        </w:rPr>
        <w:t>machinalement</w:t>
      </w:r>
      <w:r>
        <w:rPr>
          <w:bCs/>
          <w:i/>
          <w:iCs/>
        </w:rPr>
        <w:t>.)</w:t>
      </w:r>
    </w:p>
    <w:p w14:paraId="7FCF2C91" w14:textId="77777777" w:rsidR="000A6D5E" w:rsidRDefault="000A6D5E" w:rsidP="000A6D5E">
      <w:r>
        <w:rPr>
          <w:bCs/>
          <w:i/>
          <w:iCs/>
        </w:rPr>
        <w:lastRenderedPageBreak/>
        <w:t xml:space="preserve">… </w:t>
      </w:r>
      <w:r w:rsidR="004036B1" w:rsidRPr="00425309">
        <w:t>et le chapeau</w:t>
      </w:r>
      <w:r>
        <w:t xml:space="preserve">, </w:t>
      </w:r>
      <w:r w:rsidR="004036B1" w:rsidRPr="00425309">
        <w:t>bien ente</w:t>
      </w:r>
      <w:r w:rsidR="004036B1" w:rsidRPr="00425309">
        <w:t>n</w:t>
      </w:r>
      <w:r w:rsidR="004036B1" w:rsidRPr="00425309">
        <w:t>du</w:t>
      </w:r>
      <w:r>
        <w:t>…</w:t>
      </w:r>
    </w:p>
    <w:p w14:paraId="3FDE23DD"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Mais</w:t>
      </w:r>
      <w:r w:rsidR="000A6D5E">
        <w:t xml:space="preserve">, </w:t>
      </w:r>
      <w:r w:rsidRPr="00425309">
        <w:t>quoi</w:t>
      </w:r>
      <w:r w:rsidR="000A6D5E">
        <w:t xml:space="preserve">… </w:t>
      </w:r>
      <w:r w:rsidRPr="00425309">
        <w:t>vous n</w:t>
      </w:r>
      <w:r w:rsidR="000A6D5E">
        <w:t>’</w:t>
      </w:r>
      <w:r w:rsidRPr="00425309">
        <w:t>allez pas</w:t>
      </w:r>
      <w:r w:rsidR="000A6D5E">
        <w:t>…</w:t>
      </w:r>
    </w:p>
    <w:p w14:paraId="10C3C591" w14:textId="77777777" w:rsidR="000A6D5E" w:rsidRDefault="004036B1" w:rsidP="000A6D5E">
      <w:r w:rsidRPr="00425309">
        <w:rPr>
          <w:bCs/>
          <w:i/>
          <w:iCs/>
        </w:rPr>
        <w:t>HENRY-MONNIER</w:t>
      </w:r>
      <w:r w:rsidR="000A6D5E">
        <w:rPr>
          <w:bCs/>
          <w:i/>
          <w:iCs/>
        </w:rPr>
        <w:t xml:space="preserve"> – </w:t>
      </w:r>
      <w:r w:rsidRPr="00425309">
        <w:t>Si fait</w:t>
      </w:r>
      <w:r w:rsidR="000A6D5E">
        <w:t xml:space="preserve">, </w:t>
      </w:r>
      <w:r w:rsidRPr="00425309">
        <w:t>Madame</w:t>
      </w:r>
      <w:r w:rsidR="000A6D5E">
        <w:t xml:space="preserve">… </w:t>
      </w:r>
      <w:r w:rsidRPr="00425309">
        <w:t>désormais</w:t>
      </w:r>
      <w:r w:rsidR="000A6D5E">
        <w:t xml:space="preserve">, </w:t>
      </w:r>
      <w:r w:rsidRPr="00425309">
        <w:t>c</w:t>
      </w:r>
      <w:r w:rsidR="000A6D5E">
        <w:t>’</w:t>
      </w:r>
      <w:r w:rsidRPr="00425309">
        <w:t>est ainsi que je m</w:t>
      </w:r>
      <w:r w:rsidR="000A6D5E">
        <w:t>’</w:t>
      </w:r>
      <w:r w:rsidRPr="00425309">
        <w:t xml:space="preserve">en vais déambuler dans les artères de la </w:t>
      </w:r>
      <w:proofErr w:type="spellStart"/>
      <w:r w:rsidRPr="00425309">
        <w:t>grand</w:t>
      </w:r>
      <w:r w:rsidR="000A6D5E">
        <w:t>’</w:t>
      </w:r>
      <w:r w:rsidRPr="00425309">
        <w:t>ville</w:t>
      </w:r>
      <w:proofErr w:type="spellEnd"/>
      <w:r w:rsidR="000A6D5E">
        <w:t xml:space="preserve">… </w:t>
      </w:r>
      <w:r w:rsidRPr="00425309">
        <w:t>et tant pis pour tous ceux qui s</w:t>
      </w:r>
      <w:r w:rsidR="000A6D5E">
        <w:t>’</w:t>
      </w:r>
      <w:r w:rsidRPr="00425309">
        <w:t>en étonneront</w:t>
      </w:r>
      <w:r w:rsidR="000A6D5E">
        <w:t xml:space="preserve">… </w:t>
      </w:r>
      <w:r w:rsidRPr="00425309">
        <w:t>je le préfère à moi</w:t>
      </w:r>
      <w:r w:rsidR="000A6D5E">
        <w:t xml:space="preserve">, </w:t>
      </w:r>
      <w:r w:rsidRPr="00425309">
        <w:t>ce gros homme imbécile</w:t>
      </w:r>
      <w:r w:rsidR="000A6D5E">
        <w:t xml:space="preserve">… </w:t>
      </w:r>
      <w:r w:rsidRPr="00425309">
        <w:t>il est mon œuvre</w:t>
      </w:r>
      <w:r w:rsidR="000A6D5E">
        <w:t xml:space="preserve">, </w:t>
      </w:r>
      <w:r w:rsidRPr="00425309">
        <w:t>il m</w:t>
      </w:r>
      <w:r w:rsidR="000A6D5E">
        <w:t>’</w:t>
      </w:r>
      <w:r w:rsidRPr="00425309">
        <w:t>appartient</w:t>
      </w:r>
      <w:r w:rsidR="000A6D5E">
        <w:t xml:space="preserve"> – </w:t>
      </w:r>
      <w:r w:rsidRPr="00425309">
        <w:t>qu</w:t>
      </w:r>
      <w:r w:rsidR="000A6D5E">
        <w:t>’</w:t>
      </w:r>
      <w:r w:rsidRPr="00425309">
        <w:t>il soit mon masque et mon refuge</w:t>
      </w:r>
      <w:r w:rsidR="000A6D5E">
        <w:t xml:space="preserve">… </w:t>
      </w:r>
      <w:r w:rsidRPr="00425309">
        <w:t>et mon plaisir</w:t>
      </w:r>
      <w:r w:rsidR="000A6D5E">
        <w:t xml:space="preserve">. </w:t>
      </w:r>
      <w:r w:rsidRPr="00425309">
        <w:t>Nous sommes le combien</w:t>
      </w:r>
      <w:r w:rsidR="000A6D5E">
        <w:t xml:space="preserve">, </w:t>
      </w:r>
      <w:r w:rsidRPr="00425309">
        <w:t>Madame</w:t>
      </w:r>
      <w:r w:rsidR="000A6D5E">
        <w:t> ?</w:t>
      </w:r>
    </w:p>
    <w:p w14:paraId="4079A80E" w14:textId="77777777" w:rsidR="000A6D5E" w:rsidRDefault="004036B1" w:rsidP="000A6D5E">
      <w:r w:rsidRPr="00425309">
        <w:rPr>
          <w:bCs/>
          <w:i/>
          <w:iCs/>
        </w:rPr>
        <w:t>L</w:t>
      </w:r>
      <w:r w:rsidR="000A6D5E">
        <w:rPr>
          <w:bCs/>
          <w:i/>
          <w:iCs/>
        </w:rPr>
        <w:t>’</w:t>
      </w:r>
      <w:r w:rsidRPr="00425309">
        <w:rPr>
          <w:bCs/>
          <w:i/>
          <w:iCs/>
        </w:rPr>
        <w:t>HABILLEUSE</w:t>
      </w:r>
      <w:r w:rsidR="000A6D5E">
        <w:rPr>
          <w:bCs/>
          <w:i/>
          <w:iCs/>
        </w:rPr>
        <w:t xml:space="preserve">. </w:t>
      </w:r>
      <w:r w:rsidR="000A6D5E">
        <w:t xml:space="preserve">– </w:t>
      </w:r>
      <w:r w:rsidRPr="00425309">
        <w:t>Le 25 Mai</w:t>
      </w:r>
      <w:r w:rsidR="000A6D5E">
        <w:t xml:space="preserve">, </w:t>
      </w:r>
      <w:r w:rsidRPr="00425309">
        <w:t>Monsieur</w:t>
      </w:r>
      <w:r w:rsidR="000A6D5E">
        <w:t>.</w:t>
      </w:r>
    </w:p>
    <w:p w14:paraId="702B46DD" w14:textId="77777777" w:rsidR="000A6D5E" w:rsidRDefault="004036B1" w:rsidP="000A6D5E">
      <w:r w:rsidRPr="00425309">
        <w:rPr>
          <w:bCs/>
          <w:i/>
          <w:iCs/>
        </w:rPr>
        <w:t>HENRY-MONNIER</w:t>
      </w:r>
      <w:r w:rsidR="000A6D5E">
        <w:rPr>
          <w:bCs/>
          <w:i/>
          <w:iCs/>
        </w:rPr>
        <w:t xml:space="preserve">. – </w:t>
      </w:r>
      <w:r w:rsidRPr="00425309">
        <w:t>Eh</w:t>
      </w:r>
      <w:r w:rsidR="000A6D5E">
        <w:t xml:space="preserve"> ! </w:t>
      </w:r>
      <w:r w:rsidRPr="00425309">
        <w:t>Bien</w:t>
      </w:r>
      <w:r w:rsidR="000A6D5E">
        <w:t xml:space="preserve">, </w:t>
      </w:r>
      <w:r w:rsidRPr="00425309">
        <w:t>Monsieur Joseph Pru</w:t>
      </w:r>
      <w:r w:rsidRPr="00425309">
        <w:t>d</w:t>
      </w:r>
      <w:r w:rsidRPr="00425309">
        <w:t>homme naquit à 60 ans</w:t>
      </w:r>
      <w:r w:rsidR="000A6D5E">
        <w:t xml:space="preserve">, </w:t>
      </w:r>
      <w:r w:rsidRPr="00425309">
        <w:t>le 25 Mai 1834</w:t>
      </w:r>
      <w:r w:rsidR="000A6D5E">
        <w:t xml:space="preserve">. </w:t>
      </w:r>
      <w:r w:rsidRPr="00425309">
        <w:t>Bonsoir</w:t>
      </w:r>
      <w:r w:rsidR="000A6D5E">
        <w:t xml:space="preserve">, </w:t>
      </w:r>
      <w:r w:rsidRPr="00425309">
        <w:t>Madame</w:t>
      </w:r>
      <w:r w:rsidR="000A6D5E">
        <w:t> !</w:t>
      </w:r>
    </w:p>
    <w:p w14:paraId="0D987BA7" w14:textId="77777777" w:rsidR="000A6D5E" w:rsidRDefault="004036B1" w:rsidP="000A6D5E">
      <w:r w:rsidRPr="00425309">
        <w:rPr>
          <w:bCs/>
          <w:i/>
          <w:iCs/>
        </w:rPr>
        <w:t>Il sort et</w:t>
      </w:r>
    </w:p>
    <w:p w14:paraId="15DC22C3" w14:textId="77777777" w:rsidR="000A6D5E" w:rsidRDefault="004036B1" w:rsidP="000A6D5E">
      <w:pPr>
        <w:ind w:firstLine="0"/>
        <w:jc w:val="center"/>
      </w:pPr>
      <w:r w:rsidRPr="000A6D5E">
        <w:rPr>
          <w:bCs/>
          <w:i/>
          <w:iCs/>
        </w:rPr>
        <w:t>LE RIDEAU TOMBE</w:t>
      </w:r>
    </w:p>
    <w:p w14:paraId="02CFD886" w14:textId="2DCC68C5" w:rsidR="00033562" w:rsidRDefault="00033562">
      <w:pPr>
        <w:sectPr w:rsidR="00033562" w:rsidSect="00A97086">
          <w:footerReference w:type="default" r:id="rId11"/>
          <w:pgSz w:w="11906" w:h="16838" w:code="9"/>
          <w:pgMar w:top="1134" w:right="1134" w:bottom="1134" w:left="1134" w:header="709" w:footer="709" w:gutter="0"/>
          <w:cols w:space="708"/>
          <w:titlePg/>
          <w:docGrid w:linePitch="360"/>
        </w:sectPr>
      </w:pPr>
    </w:p>
    <w:p w14:paraId="7AB23969" w14:textId="77777777" w:rsidR="00033562" w:rsidRDefault="00033562" w:rsidP="00A97086">
      <w:pPr>
        <w:pStyle w:val="Titre1"/>
        <w:spacing w:before="0" w:after="480"/>
      </w:pPr>
      <w:bookmarkStart w:id="3" w:name="_Toc197458015"/>
      <w:r>
        <w:lastRenderedPageBreak/>
        <w:t>À propos de cette édition électronique</w:t>
      </w:r>
      <w:bookmarkEnd w:id="3"/>
    </w:p>
    <w:p w14:paraId="45CC5E96" w14:textId="77777777" w:rsidR="00A97086" w:rsidRPr="00633842" w:rsidRDefault="00A97086" w:rsidP="00A97086">
      <w:pPr>
        <w:spacing w:before="180" w:after="180"/>
        <w:ind w:firstLine="0"/>
        <w:jc w:val="center"/>
        <w:rPr>
          <w:b/>
          <w:bCs/>
          <w:szCs w:val="32"/>
        </w:rPr>
      </w:pPr>
      <w:r w:rsidRPr="00633842">
        <w:rPr>
          <w:b/>
          <w:bCs/>
          <w:szCs w:val="32"/>
        </w:rPr>
        <w:t>Texte libre de droits.</w:t>
      </w:r>
    </w:p>
    <w:p w14:paraId="4C556A85" w14:textId="77777777" w:rsidR="00A97086" w:rsidRPr="00633842" w:rsidRDefault="00A97086" w:rsidP="00A97086">
      <w:pPr>
        <w:pStyle w:val="Centr"/>
        <w:spacing w:before="180" w:after="180"/>
      </w:pPr>
      <w:r w:rsidRPr="00633842">
        <w:t>Corrections, édition, conversion informatique et public</w:t>
      </w:r>
      <w:r w:rsidRPr="00633842">
        <w:t>a</w:t>
      </w:r>
      <w:r w:rsidRPr="00633842">
        <w:t>tion par le groupe :</w:t>
      </w:r>
    </w:p>
    <w:p w14:paraId="03E45BD8" w14:textId="77777777" w:rsidR="00A97086" w:rsidRPr="00633842" w:rsidRDefault="00A97086" w:rsidP="00A97086">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6AA413AE" w14:textId="77777777" w:rsidR="00A97086" w:rsidRPr="00633842" w:rsidRDefault="00A97086" w:rsidP="00A97086">
      <w:pPr>
        <w:pStyle w:val="Centr"/>
        <w:spacing w:before="180" w:after="180"/>
      </w:pPr>
      <w:hyperlink r:id="rId12" w:history="1">
        <w:r w:rsidRPr="00F74CD6">
          <w:rPr>
            <w:rStyle w:val="Lienhypertexte"/>
          </w:rPr>
          <w:t>https://groups.google.com/g/ebooksgratuits</w:t>
        </w:r>
      </w:hyperlink>
    </w:p>
    <w:p w14:paraId="3393EC7A" w14:textId="77777777" w:rsidR="00A97086" w:rsidRPr="00633842" w:rsidRDefault="00A97086" w:rsidP="00A97086">
      <w:pPr>
        <w:pStyle w:val="Centr"/>
        <w:spacing w:before="180" w:after="180"/>
      </w:pPr>
      <w:r w:rsidRPr="00633842">
        <w:t>Adresse du site web du groupe :</w:t>
      </w:r>
      <w:r w:rsidRPr="00633842">
        <w:br/>
      </w:r>
      <w:hyperlink r:id="rId13" w:history="1">
        <w:r w:rsidRPr="00633842">
          <w:rPr>
            <w:rStyle w:val="Lienhypertexte"/>
            <w:b/>
            <w:bCs/>
            <w:szCs w:val="32"/>
          </w:rPr>
          <w:t>http://www.ebooksgratuits.com/</w:t>
        </w:r>
      </w:hyperlink>
    </w:p>
    <w:p w14:paraId="4CE3DE3C" w14:textId="77777777" w:rsidR="00A97086" w:rsidRPr="00633842" w:rsidRDefault="00A97086" w:rsidP="00A97086">
      <w:pPr>
        <w:pStyle w:val="Centr"/>
        <w:spacing w:before="180" w:after="180"/>
      </w:pPr>
      <w:r w:rsidRPr="00633842">
        <w:t>—</w:t>
      </w:r>
    </w:p>
    <w:p w14:paraId="5CD17C70" w14:textId="4673EFF6" w:rsidR="00A97086" w:rsidRPr="00633842" w:rsidRDefault="00A97086" w:rsidP="00A97086">
      <w:pPr>
        <w:spacing w:before="180" w:after="180"/>
        <w:ind w:firstLine="0"/>
        <w:jc w:val="center"/>
        <w:rPr>
          <w:b/>
          <w:bCs/>
          <w:szCs w:val="32"/>
        </w:rPr>
      </w:pPr>
      <w:r>
        <w:rPr>
          <w:b/>
          <w:bCs/>
          <w:szCs w:val="32"/>
        </w:rPr>
        <w:t>Mai</w:t>
      </w:r>
      <w:r>
        <w:rPr>
          <w:b/>
          <w:bCs/>
          <w:szCs w:val="32"/>
        </w:rPr>
        <w:t xml:space="preserve"> 20</w:t>
      </w:r>
      <w:r>
        <w:rPr>
          <w:b/>
          <w:bCs/>
          <w:szCs w:val="32"/>
        </w:rPr>
        <w:t>2</w:t>
      </w:r>
      <w:r>
        <w:rPr>
          <w:b/>
          <w:bCs/>
          <w:szCs w:val="32"/>
        </w:rPr>
        <w:t>5</w:t>
      </w:r>
    </w:p>
    <w:p w14:paraId="6B9FA9F4" w14:textId="77777777" w:rsidR="00A97086" w:rsidRPr="00633842" w:rsidRDefault="00A97086" w:rsidP="00A97086">
      <w:pPr>
        <w:pStyle w:val="Centr"/>
        <w:spacing w:before="180" w:after="180"/>
      </w:pPr>
      <w:r w:rsidRPr="00633842">
        <w:t>—</w:t>
      </w:r>
    </w:p>
    <w:p w14:paraId="6747EA9A" w14:textId="77777777" w:rsidR="00A97086" w:rsidRPr="00633842" w:rsidRDefault="00A97086" w:rsidP="00A97086">
      <w:pPr>
        <w:spacing w:before="180" w:after="180"/>
      </w:pPr>
      <w:r w:rsidRPr="00633842">
        <w:t>– </w:t>
      </w:r>
      <w:r w:rsidRPr="00633842">
        <w:rPr>
          <w:b/>
        </w:rPr>
        <w:t>Élaboration de ce livre électronique</w:t>
      </w:r>
      <w:r w:rsidRPr="00633842">
        <w:t> :</w:t>
      </w:r>
    </w:p>
    <w:p w14:paraId="4D00049D" w14:textId="6CFE30D9" w:rsidR="00A97086" w:rsidRPr="00633842" w:rsidRDefault="00A97086" w:rsidP="00A97086">
      <w:pPr>
        <w:suppressAutoHyphens/>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A97086">
        <w:t>PascalL</w:t>
      </w:r>
      <w:proofErr w:type="spellEnd"/>
      <w:r w:rsidRPr="00A97086">
        <w:t>, Jean-Marc, Maria-Cristina</w:t>
      </w:r>
      <w:r>
        <w:t xml:space="preserve">, </w:t>
      </w:r>
      <w:proofErr w:type="spellStart"/>
      <w:r>
        <w:t>Coolmicro</w:t>
      </w:r>
      <w:proofErr w:type="spellEnd"/>
      <w:r>
        <w:t>.</w:t>
      </w:r>
    </w:p>
    <w:p w14:paraId="14BDDFBE" w14:textId="77777777" w:rsidR="00A97086" w:rsidRPr="00633842" w:rsidRDefault="00A97086" w:rsidP="00A97086">
      <w:pPr>
        <w:spacing w:before="180" w:after="180"/>
      </w:pPr>
      <w:r w:rsidRPr="00633842">
        <w:t>– </w:t>
      </w:r>
      <w:r w:rsidRPr="00633842">
        <w:rPr>
          <w:b/>
        </w:rPr>
        <w:t>Dispositions</w:t>
      </w:r>
      <w:r w:rsidRPr="00633842">
        <w:t> :</w:t>
      </w:r>
    </w:p>
    <w:p w14:paraId="533D344B" w14:textId="77777777" w:rsidR="00A97086" w:rsidRPr="00633842" w:rsidRDefault="00A97086" w:rsidP="00A97086">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6E0C0AE4" w14:textId="77777777" w:rsidR="00A97086" w:rsidRPr="00633842" w:rsidRDefault="00A97086" w:rsidP="00A97086">
      <w:pPr>
        <w:spacing w:before="180" w:after="180"/>
      </w:pPr>
      <w:r w:rsidRPr="00633842">
        <w:t>– </w:t>
      </w:r>
      <w:r w:rsidRPr="00633842">
        <w:rPr>
          <w:b/>
        </w:rPr>
        <w:t>Qualité</w:t>
      </w:r>
      <w:r w:rsidRPr="00633842">
        <w:t> :</w:t>
      </w:r>
    </w:p>
    <w:p w14:paraId="5F0AD160" w14:textId="77777777" w:rsidR="00A97086" w:rsidRPr="00633842" w:rsidRDefault="00A97086" w:rsidP="00A97086">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3D0F3627" w14:textId="77777777" w:rsidR="00A97086" w:rsidRPr="00633842" w:rsidRDefault="00A97086" w:rsidP="00A97086">
      <w:pPr>
        <w:spacing w:before="180" w:after="180"/>
        <w:ind w:firstLine="0"/>
        <w:jc w:val="center"/>
        <w:rPr>
          <w:i/>
          <w:iCs/>
          <w:szCs w:val="32"/>
        </w:rPr>
      </w:pPr>
      <w:r w:rsidRPr="00633842">
        <w:rPr>
          <w:i/>
          <w:iCs/>
          <w:szCs w:val="32"/>
        </w:rPr>
        <w:t>Votre aide est la bienvenue !</w:t>
      </w:r>
    </w:p>
    <w:p w14:paraId="16976A1D" w14:textId="7A9555B1" w:rsidR="00033562" w:rsidRPr="000A6D5E" w:rsidRDefault="00A97086" w:rsidP="00A97086">
      <w:pPr>
        <w:pStyle w:val="Centr"/>
        <w:suppressAutoHyphens/>
        <w:spacing w:before="180" w:after="180"/>
      </w:pPr>
      <w:r w:rsidRPr="00633842">
        <w:t>VOUS POUVEZ NOUS AIDER À FAIRE CONNAÎTRE CES CLASSIQUES LITTÉRAIRES.</w:t>
      </w:r>
    </w:p>
    <w:sectPr w:rsidR="00033562" w:rsidRPr="000A6D5E" w:rsidSect="00A97086">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AD3CA" w14:textId="77777777" w:rsidR="00F666C7" w:rsidRDefault="00F666C7">
      <w:r>
        <w:separator/>
      </w:r>
    </w:p>
  </w:endnote>
  <w:endnote w:type="continuationSeparator" w:id="0">
    <w:p w14:paraId="19CD8137" w14:textId="77777777" w:rsidR="00F666C7" w:rsidRDefault="00F66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D24E0" w14:textId="77777777" w:rsidR="00825620" w:rsidRDefault="0082562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2590B" w14:textId="77777777" w:rsidR="00825620" w:rsidRDefault="0082562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1269F2">
      <w:rPr>
        <w:rStyle w:val="Numrodepage"/>
        <w:noProof/>
        <w:sz w:val="30"/>
        <w:szCs w:val="30"/>
      </w:rPr>
      <w:t>25</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7B401" w14:textId="77777777" w:rsidR="00F666C7" w:rsidRDefault="00F666C7">
      <w:r>
        <w:separator/>
      </w:r>
    </w:p>
  </w:footnote>
  <w:footnote w:type="continuationSeparator" w:id="0">
    <w:p w14:paraId="3E1F975C" w14:textId="77777777" w:rsidR="00F666C7" w:rsidRDefault="00F666C7">
      <w:r>
        <w:continuationSeparator/>
      </w:r>
    </w:p>
  </w:footnote>
  <w:footnote w:id="1">
    <w:p w14:paraId="2FF0BE9C" w14:textId="0E3DDD36" w:rsidR="004036B1" w:rsidRPr="00A31F7A" w:rsidRDefault="004036B1" w:rsidP="004036B1">
      <w:pPr>
        <w:pStyle w:val="Notedebasdepage"/>
      </w:pPr>
      <w:r>
        <w:rPr>
          <w:rStyle w:val="Appelnotedebasdep"/>
        </w:rPr>
        <w:footnoteRef/>
      </w:r>
      <w:r>
        <w:t xml:space="preserve"> </w:t>
      </w:r>
      <w:r w:rsidRPr="00A31F7A">
        <w:rPr>
          <w:i/>
        </w:rPr>
        <w:t>Monsieur Prudhomme</w:t>
      </w:r>
      <w:r w:rsidR="000A6D5E">
        <w:t xml:space="preserve">, </w:t>
      </w:r>
      <w:r w:rsidRPr="00A31F7A">
        <w:t>créé en 1931</w:t>
      </w:r>
      <w:r w:rsidR="000A6D5E">
        <w:t xml:space="preserve">, </w:t>
      </w:r>
      <w:r w:rsidRPr="00A31F7A">
        <w:t>faisait effectivement spe</w:t>
      </w:r>
      <w:r w:rsidRPr="00A31F7A">
        <w:t>c</w:t>
      </w:r>
      <w:r w:rsidRPr="00A31F7A">
        <w:t>tacle avec une admirable pièce en 3 tableaux de Henry-Monnier</w:t>
      </w:r>
      <w:r w:rsidR="000A6D5E">
        <w:t xml:space="preserve">, </w:t>
      </w:r>
      <w:r w:rsidRPr="00A31F7A">
        <w:t>intitulée</w:t>
      </w:r>
      <w:r w:rsidR="000A6D5E">
        <w:t xml:space="preserve"> : </w:t>
      </w:r>
      <w:r w:rsidRPr="00A31F7A">
        <w:rPr>
          <w:i/>
        </w:rPr>
        <w:t>La Femme du Condamné</w:t>
      </w:r>
      <w:r w:rsidR="000A6D5E">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687049453">
    <w:abstractNumId w:val="10"/>
  </w:num>
  <w:num w:numId="2" w16cid:durableId="1225336327">
    <w:abstractNumId w:val="11"/>
  </w:num>
  <w:num w:numId="3" w16cid:durableId="419328474">
    <w:abstractNumId w:val="12"/>
  </w:num>
  <w:num w:numId="4" w16cid:durableId="207836242">
    <w:abstractNumId w:val="13"/>
  </w:num>
  <w:num w:numId="5" w16cid:durableId="45838717">
    <w:abstractNumId w:val="8"/>
  </w:num>
  <w:num w:numId="6" w16cid:durableId="215168029">
    <w:abstractNumId w:val="3"/>
  </w:num>
  <w:num w:numId="7" w16cid:durableId="2045599417">
    <w:abstractNumId w:val="2"/>
  </w:num>
  <w:num w:numId="8" w16cid:durableId="809634342">
    <w:abstractNumId w:val="1"/>
  </w:num>
  <w:num w:numId="9" w16cid:durableId="2010014930">
    <w:abstractNumId w:val="0"/>
  </w:num>
  <w:num w:numId="10" w16cid:durableId="198247737">
    <w:abstractNumId w:val="9"/>
  </w:num>
  <w:num w:numId="11" w16cid:durableId="252129084">
    <w:abstractNumId w:val="7"/>
  </w:num>
  <w:num w:numId="12" w16cid:durableId="1588493366">
    <w:abstractNumId w:val="6"/>
  </w:num>
  <w:num w:numId="13" w16cid:durableId="1977055889">
    <w:abstractNumId w:val="5"/>
  </w:num>
  <w:num w:numId="14" w16cid:durableId="17457593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66E2D"/>
    <w:rsid w:val="000A6D5E"/>
    <w:rsid w:val="000F3467"/>
    <w:rsid w:val="000F7F4B"/>
    <w:rsid w:val="0010298A"/>
    <w:rsid w:val="001269F2"/>
    <w:rsid w:val="001635FE"/>
    <w:rsid w:val="00176FA6"/>
    <w:rsid w:val="00203135"/>
    <w:rsid w:val="00284AF2"/>
    <w:rsid w:val="002E4734"/>
    <w:rsid w:val="00335365"/>
    <w:rsid w:val="00367258"/>
    <w:rsid w:val="00396ECA"/>
    <w:rsid w:val="003A2B12"/>
    <w:rsid w:val="003F02F6"/>
    <w:rsid w:val="003F6FF9"/>
    <w:rsid w:val="004036B1"/>
    <w:rsid w:val="004618A4"/>
    <w:rsid w:val="00466185"/>
    <w:rsid w:val="00473F6B"/>
    <w:rsid w:val="00576E04"/>
    <w:rsid w:val="005F329B"/>
    <w:rsid w:val="00640C4F"/>
    <w:rsid w:val="00703D4D"/>
    <w:rsid w:val="00722EA0"/>
    <w:rsid w:val="0076257B"/>
    <w:rsid w:val="007841D8"/>
    <w:rsid w:val="007A353A"/>
    <w:rsid w:val="007B6898"/>
    <w:rsid w:val="007C56AC"/>
    <w:rsid w:val="007F5860"/>
    <w:rsid w:val="00825620"/>
    <w:rsid w:val="00856DF4"/>
    <w:rsid w:val="00863B07"/>
    <w:rsid w:val="008F106B"/>
    <w:rsid w:val="00930A77"/>
    <w:rsid w:val="00946EE4"/>
    <w:rsid w:val="00A97086"/>
    <w:rsid w:val="00AF0A3E"/>
    <w:rsid w:val="00BD0C07"/>
    <w:rsid w:val="00BF29E4"/>
    <w:rsid w:val="00C323C1"/>
    <w:rsid w:val="00CF196C"/>
    <w:rsid w:val="00D02BDE"/>
    <w:rsid w:val="00D80434"/>
    <w:rsid w:val="00D9756D"/>
    <w:rsid w:val="00DD7BB4"/>
    <w:rsid w:val="00DF43DD"/>
    <w:rsid w:val="00E30FAD"/>
    <w:rsid w:val="00E35EE1"/>
    <w:rsid w:val="00E847C9"/>
    <w:rsid w:val="00EA0CC5"/>
    <w:rsid w:val="00F42B6E"/>
    <w:rsid w:val="00F666C7"/>
    <w:rsid w:val="00F744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3BE628"/>
  <w15:chartTrackingRefBased/>
  <w15:docId w15:val="{31E8ED94-A7D4-4595-B078-1C2361AF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086"/>
    <w:pPr>
      <w:spacing w:before="240" w:after="240"/>
      <w:ind w:firstLine="680"/>
      <w:jc w:val="both"/>
    </w:pPr>
    <w:rPr>
      <w:rFonts w:ascii="Amasis30" w:hAnsi="Amasis30"/>
      <w:sz w:val="36"/>
      <w:szCs w:val="24"/>
    </w:rPr>
  </w:style>
  <w:style w:type="paragraph" w:styleId="Titre1">
    <w:name w:val="heading 1"/>
    <w:basedOn w:val="Normal"/>
    <w:next w:val="Normal"/>
    <w:qFormat/>
    <w:rsid w:val="000A6D5E"/>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0A6D5E"/>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0A6D5E"/>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0A6D5E"/>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0A6D5E"/>
  </w:style>
  <w:style w:type="character" w:styleId="Lienhypertexte">
    <w:name w:val="Hyperlink"/>
    <w:uiPriority w:val="99"/>
    <w:rsid w:val="000A6D5E"/>
    <w:rPr>
      <w:rFonts w:ascii="Amasis30" w:hAnsi="Amasis30"/>
      <w:color w:val="004080"/>
      <w:u w:val="single"/>
    </w:rPr>
  </w:style>
  <w:style w:type="paragraph" w:styleId="Explorateurdedocuments">
    <w:name w:val="Document Map"/>
    <w:basedOn w:val="Normal"/>
    <w:semiHidden/>
    <w:rsid w:val="000A6D5E"/>
    <w:pPr>
      <w:shd w:val="clear" w:color="auto" w:fill="000080"/>
    </w:pPr>
    <w:rPr>
      <w:rFonts w:ascii="Tahoma" w:hAnsi="Tahoma" w:cs="Tahoma"/>
    </w:rPr>
  </w:style>
  <w:style w:type="paragraph" w:styleId="TM1">
    <w:name w:val="toc 1"/>
    <w:basedOn w:val="Normal"/>
    <w:next w:val="Normal"/>
    <w:autoRedefine/>
    <w:uiPriority w:val="39"/>
    <w:rsid w:val="000A6D5E"/>
    <w:pPr>
      <w:tabs>
        <w:tab w:val="right" w:leader="dot" w:pos="9639"/>
      </w:tabs>
      <w:spacing w:before="180" w:after="180"/>
      <w:ind w:firstLine="0"/>
      <w:jc w:val="left"/>
    </w:pPr>
    <w:rPr>
      <w:bCs/>
      <w:iCs/>
      <w:noProof/>
      <w:color w:val="000080"/>
      <w:szCs w:val="28"/>
    </w:rPr>
  </w:style>
  <w:style w:type="paragraph" w:styleId="En-tte">
    <w:name w:val="header"/>
    <w:basedOn w:val="Normal"/>
    <w:rsid w:val="000A6D5E"/>
    <w:pPr>
      <w:tabs>
        <w:tab w:val="center" w:pos="4536"/>
        <w:tab w:val="right" w:pos="9072"/>
      </w:tabs>
    </w:pPr>
  </w:style>
  <w:style w:type="paragraph" w:styleId="Pieddepage">
    <w:name w:val="footer"/>
    <w:basedOn w:val="Normal"/>
    <w:rsid w:val="000A6D5E"/>
    <w:pPr>
      <w:tabs>
        <w:tab w:val="center" w:pos="4536"/>
        <w:tab w:val="right" w:pos="9072"/>
      </w:tabs>
      <w:ind w:firstLine="0"/>
      <w:jc w:val="center"/>
    </w:pPr>
    <w:rPr>
      <w:sz w:val="32"/>
    </w:rPr>
  </w:style>
  <w:style w:type="character" w:styleId="Numrodepage">
    <w:name w:val="page number"/>
    <w:basedOn w:val="Policepardfaut"/>
    <w:rsid w:val="000A6D5E"/>
  </w:style>
  <w:style w:type="paragraph" w:styleId="TM2">
    <w:name w:val="toc 2"/>
    <w:basedOn w:val="Normal"/>
    <w:next w:val="Normal"/>
    <w:autoRedefine/>
    <w:uiPriority w:val="39"/>
    <w:rsid w:val="000A6D5E"/>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0A6D5E"/>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0A6D5E"/>
    <w:pPr>
      <w:ind w:left="780"/>
    </w:pPr>
  </w:style>
  <w:style w:type="paragraph" w:styleId="TM5">
    <w:name w:val="toc 5"/>
    <w:basedOn w:val="Normal"/>
    <w:next w:val="Normal"/>
    <w:autoRedefine/>
    <w:semiHidden/>
    <w:rsid w:val="000A6D5E"/>
    <w:pPr>
      <w:ind w:left="1040"/>
    </w:pPr>
  </w:style>
  <w:style w:type="paragraph" w:styleId="TM6">
    <w:name w:val="toc 6"/>
    <w:basedOn w:val="Normal"/>
    <w:next w:val="Normal"/>
    <w:autoRedefine/>
    <w:semiHidden/>
    <w:rsid w:val="000A6D5E"/>
    <w:pPr>
      <w:ind w:left="1300"/>
    </w:pPr>
  </w:style>
  <w:style w:type="paragraph" w:styleId="TM7">
    <w:name w:val="toc 7"/>
    <w:basedOn w:val="Normal"/>
    <w:next w:val="Normal"/>
    <w:autoRedefine/>
    <w:semiHidden/>
    <w:rsid w:val="000A6D5E"/>
    <w:pPr>
      <w:ind w:left="1560"/>
    </w:pPr>
  </w:style>
  <w:style w:type="paragraph" w:styleId="TM8">
    <w:name w:val="toc 8"/>
    <w:basedOn w:val="Normal"/>
    <w:next w:val="Normal"/>
    <w:autoRedefine/>
    <w:semiHidden/>
    <w:rsid w:val="000A6D5E"/>
    <w:pPr>
      <w:ind w:left="1820"/>
    </w:pPr>
  </w:style>
  <w:style w:type="paragraph" w:styleId="TM9">
    <w:name w:val="toc 9"/>
    <w:basedOn w:val="Normal"/>
    <w:next w:val="Normal"/>
    <w:autoRedefine/>
    <w:semiHidden/>
    <w:rsid w:val="000A6D5E"/>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0A6D5E"/>
    <w:rPr>
      <w:rFonts w:ascii="Amasis30" w:hAnsi="Amasis30"/>
      <w:b/>
      <w:sz w:val="36"/>
      <w:vertAlign w:val="superscript"/>
    </w:rPr>
  </w:style>
  <w:style w:type="paragraph" w:styleId="Notedebasdepage">
    <w:name w:val="footnote text"/>
    <w:basedOn w:val="Taille-1Normal"/>
    <w:qFormat/>
    <w:rsid w:val="000A6D5E"/>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0A6D5E"/>
    <w:pPr>
      <w:spacing w:before="0" w:after="1800"/>
      <w:ind w:right="851" w:firstLine="0"/>
      <w:jc w:val="right"/>
    </w:pPr>
    <w:rPr>
      <w:sz w:val="48"/>
    </w:rPr>
  </w:style>
  <w:style w:type="paragraph" w:customStyle="1" w:styleId="Titrelivre">
    <w:name w:val="Titre_livre"/>
    <w:basedOn w:val="Normal"/>
    <w:rsid w:val="000A6D5E"/>
    <w:pPr>
      <w:spacing w:before="0" w:after="1200"/>
      <w:ind w:left="2268" w:right="851" w:firstLine="0"/>
      <w:jc w:val="right"/>
    </w:pPr>
    <w:rPr>
      <w:b/>
      <w:bCs/>
      <w:sz w:val="72"/>
    </w:rPr>
  </w:style>
  <w:style w:type="paragraph" w:customStyle="1" w:styleId="Soustitrelivre">
    <w:name w:val="Sous_titre_livre"/>
    <w:basedOn w:val="Normal"/>
    <w:rsid w:val="000A6D5E"/>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0A6D5E"/>
    <w:pPr>
      <w:spacing w:after="1080"/>
      <w:ind w:left="2268" w:firstLine="0"/>
      <w:jc w:val="center"/>
    </w:pPr>
    <w:rPr>
      <w:noProof/>
    </w:rPr>
  </w:style>
  <w:style w:type="paragraph" w:customStyle="1" w:styleId="DateSortie">
    <w:name w:val="Date_Sortie"/>
    <w:basedOn w:val="Normal"/>
    <w:rsid w:val="000A6D5E"/>
    <w:pPr>
      <w:spacing w:before="0" w:after="0"/>
      <w:ind w:right="1418" w:firstLine="0"/>
      <w:jc w:val="right"/>
    </w:pPr>
    <w:rPr>
      <w:bCs/>
      <w:sz w:val="40"/>
    </w:rPr>
  </w:style>
  <w:style w:type="paragraph" w:customStyle="1" w:styleId="Titretablematires">
    <w:name w:val="Titre table matières"/>
    <w:basedOn w:val="Normal"/>
    <w:rsid w:val="000A6D5E"/>
    <w:pPr>
      <w:pBdr>
        <w:top w:val="single" w:sz="8" w:space="1" w:color="auto"/>
        <w:bottom w:val="single" w:sz="8" w:space="1" w:color="auto"/>
      </w:pBdr>
      <w:ind w:left="2552" w:right="2552" w:firstLine="0"/>
      <w:jc w:val="center"/>
    </w:pPr>
    <w:rPr>
      <w:bCs/>
    </w:rPr>
  </w:style>
  <w:style w:type="character" w:styleId="Marquedecommentaire">
    <w:name w:val="annotation reference"/>
    <w:semiHidden/>
    <w:rsid w:val="004036B1"/>
    <w:rPr>
      <w:sz w:val="16"/>
      <w:szCs w:val="16"/>
    </w:rPr>
  </w:style>
  <w:style w:type="paragraph" w:styleId="Commentaire">
    <w:name w:val="annotation text"/>
    <w:basedOn w:val="Normal"/>
    <w:semiHidden/>
    <w:rsid w:val="004036B1"/>
    <w:rPr>
      <w:sz w:val="20"/>
      <w:szCs w:val="20"/>
    </w:rPr>
  </w:style>
  <w:style w:type="paragraph" w:styleId="Textedebulles">
    <w:name w:val="Balloon Text"/>
    <w:basedOn w:val="Normal"/>
    <w:semiHidden/>
    <w:rsid w:val="004036B1"/>
    <w:rPr>
      <w:rFonts w:ascii="Tahoma" w:hAnsi="Tahoma" w:cs="Tahoma"/>
      <w:sz w:val="16"/>
      <w:szCs w:val="16"/>
    </w:rPr>
  </w:style>
  <w:style w:type="paragraph" w:customStyle="1" w:styleId="Centr">
    <w:name w:val="Centré"/>
    <w:basedOn w:val="Normal"/>
    <w:rsid w:val="000A6D5E"/>
    <w:pPr>
      <w:ind w:firstLine="0"/>
      <w:jc w:val="center"/>
    </w:pPr>
    <w:rPr>
      <w:szCs w:val="20"/>
    </w:rPr>
  </w:style>
  <w:style w:type="paragraph" w:customStyle="1" w:styleId="NormalSansIndent">
    <w:name w:val="NormalSansIndent"/>
    <w:basedOn w:val="Normal"/>
    <w:rsid w:val="000A6D5E"/>
    <w:pPr>
      <w:ind w:firstLine="0"/>
    </w:pPr>
    <w:rPr>
      <w:szCs w:val="20"/>
    </w:rPr>
  </w:style>
  <w:style w:type="paragraph" w:customStyle="1" w:styleId="NormalSolidaire">
    <w:name w:val="NormalSolidaire"/>
    <w:basedOn w:val="Normal"/>
    <w:qFormat/>
    <w:rsid w:val="000A6D5E"/>
    <w:pPr>
      <w:keepNext/>
    </w:pPr>
  </w:style>
  <w:style w:type="paragraph" w:customStyle="1" w:styleId="NormalSautPageAvant">
    <w:name w:val="NormalSautPageAvant"/>
    <w:basedOn w:val="Normal"/>
    <w:qFormat/>
    <w:rsid w:val="000A6D5E"/>
    <w:pPr>
      <w:pageBreakBefore/>
    </w:pPr>
  </w:style>
  <w:style w:type="paragraph" w:customStyle="1" w:styleId="NormalEspAvtGrand">
    <w:name w:val="NormalEspAvtGrand"/>
    <w:basedOn w:val="Normal"/>
    <w:rsid w:val="000A6D5E"/>
    <w:pPr>
      <w:spacing w:before="2640"/>
    </w:pPr>
    <w:rPr>
      <w:szCs w:val="20"/>
    </w:rPr>
  </w:style>
  <w:style w:type="paragraph" w:customStyle="1" w:styleId="CentrEspAvt0">
    <w:name w:val="CentréEspAvt0"/>
    <w:basedOn w:val="Centr"/>
    <w:next w:val="CentrEspAvt0EspApr0"/>
    <w:rsid w:val="000A6D5E"/>
    <w:pPr>
      <w:spacing w:before="0"/>
    </w:pPr>
  </w:style>
  <w:style w:type="paragraph" w:customStyle="1" w:styleId="CentrEspApr0">
    <w:name w:val="CentréEspApr0"/>
    <w:basedOn w:val="Centr"/>
    <w:next w:val="Normal"/>
    <w:rsid w:val="000A6D5E"/>
    <w:pPr>
      <w:spacing w:after="0"/>
    </w:pPr>
  </w:style>
  <w:style w:type="paragraph" w:customStyle="1" w:styleId="CentrEspAvt0EspApr0">
    <w:name w:val="CentréEspAvt0EspApr0"/>
    <w:basedOn w:val="Centr"/>
    <w:rsid w:val="000A6D5E"/>
    <w:pPr>
      <w:spacing w:before="0" w:after="0"/>
    </w:pPr>
  </w:style>
  <w:style w:type="paragraph" w:customStyle="1" w:styleId="Droite">
    <w:name w:val="Droite"/>
    <w:basedOn w:val="Normal"/>
    <w:next w:val="Normal"/>
    <w:rsid w:val="000A6D5E"/>
    <w:pPr>
      <w:ind w:firstLine="0"/>
      <w:jc w:val="right"/>
    </w:pPr>
    <w:rPr>
      <w:szCs w:val="20"/>
    </w:rPr>
  </w:style>
  <w:style w:type="paragraph" w:customStyle="1" w:styleId="DroiteRetraitGauche1X">
    <w:name w:val="DroiteRetraitGauche1X"/>
    <w:basedOn w:val="Droite"/>
    <w:next w:val="Normal"/>
    <w:rsid w:val="000A6D5E"/>
    <w:pPr>
      <w:ind w:left="680"/>
    </w:pPr>
  </w:style>
  <w:style w:type="paragraph" w:customStyle="1" w:styleId="DroiteRetraitGauche2X">
    <w:name w:val="DroiteRetraitGauche2X"/>
    <w:basedOn w:val="Droite"/>
    <w:next w:val="Normal"/>
    <w:rsid w:val="000A6D5E"/>
    <w:pPr>
      <w:ind w:left="1361"/>
    </w:pPr>
  </w:style>
  <w:style w:type="paragraph" w:customStyle="1" w:styleId="DroiteRetraitGauche3X">
    <w:name w:val="DroiteRetraitGauche3X"/>
    <w:basedOn w:val="Droite"/>
    <w:next w:val="Normal"/>
    <w:rsid w:val="000A6D5E"/>
    <w:pPr>
      <w:ind w:left="2041"/>
    </w:pPr>
  </w:style>
  <w:style w:type="paragraph" w:customStyle="1" w:styleId="DroiteRetraitGauche4X">
    <w:name w:val="DroiteRetraitGauche4X"/>
    <w:basedOn w:val="Droite"/>
    <w:next w:val="Normal"/>
    <w:rsid w:val="000A6D5E"/>
    <w:pPr>
      <w:ind w:left="2722"/>
    </w:pPr>
  </w:style>
  <w:style w:type="paragraph" w:customStyle="1" w:styleId="Taille-1Normal">
    <w:name w:val="Taille-1Normal"/>
    <w:basedOn w:val="Normal"/>
    <w:rsid w:val="000A6D5E"/>
    <w:rPr>
      <w:sz w:val="32"/>
      <w:szCs w:val="28"/>
    </w:rPr>
  </w:style>
  <w:style w:type="paragraph" w:customStyle="1" w:styleId="Taille-1RetraitGauche1X">
    <w:name w:val="Taille-1RetraitGauche1X"/>
    <w:basedOn w:val="Taille-1Normal"/>
    <w:rsid w:val="000A6D5E"/>
    <w:pPr>
      <w:ind w:left="680"/>
    </w:pPr>
    <w:rPr>
      <w:szCs w:val="20"/>
    </w:rPr>
  </w:style>
  <w:style w:type="paragraph" w:customStyle="1" w:styleId="Taille-1RetraitGauche2X">
    <w:name w:val="Taille-1RetraitGauche2X"/>
    <w:basedOn w:val="Taille-1Normal"/>
    <w:rsid w:val="000A6D5E"/>
    <w:pPr>
      <w:ind w:left="1361"/>
    </w:pPr>
    <w:rPr>
      <w:szCs w:val="20"/>
    </w:rPr>
  </w:style>
  <w:style w:type="paragraph" w:customStyle="1" w:styleId="Taille-1RetraitGauche3X">
    <w:name w:val="Taille-1RetraitGauche3X"/>
    <w:basedOn w:val="Taille-1Normal"/>
    <w:rsid w:val="000A6D5E"/>
    <w:pPr>
      <w:ind w:left="2041"/>
    </w:pPr>
    <w:rPr>
      <w:szCs w:val="20"/>
    </w:rPr>
  </w:style>
  <w:style w:type="paragraph" w:customStyle="1" w:styleId="Taille-1RetraitGauche1XIndent0">
    <w:name w:val="Taille-1RetraitGauche1XIndent0"/>
    <w:basedOn w:val="Taille-1RetraitGauche1X"/>
    <w:rsid w:val="000A6D5E"/>
    <w:pPr>
      <w:ind w:firstLine="0"/>
    </w:pPr>
  </w:style>
  <w:style w:type="paragraph" w:customStyle="1" w:styleId="Taille-1RetraitGauche2XIndent0">
    <w:name w:val="Taille-1RetraitGauche2XIndent0"/>
    <w:basedOn w:val="Taille-1RetraitGauche2X"/>
    <w:rsid w:val="000A6D5E"/>
    <w:pPr>
      <w:ind w:firstLine="0"/>
    </w:pPr>
  </w:style>
  <w:style w:type="paragraph" w:customStyle="1" w:styleId="Taille-1RetraitGauche3XIndent0">
    <w:name w:val="Taille-1RetraitGauche3XIndent0"/>
    <w:basedOn w:val="Taille-1RetraitGauche3X"/>
    <w:rsid w:val="000A6D5E"/>
    <w:pPr>
      <w:ind w:firstLine="0"/>
    </w:pPr>
  </w:style>
  <w:style w:type="paragraph" w:customStyle="1" w:styleId="Taille-1RetraitGauche4XIndent0">
    <w:name w:val="Taille-1RetraitGauche4XIndent0"/>
    <w:basedOn w:val="Taille-1Normal"/>
    <w:rsid w:val="000A6D5E"/>
    <w:pPr>
      <w:ind w:left="2722" w:firstLine="0"/>
    </w:pPr>
    <w:rPr>
      <w:szCs w:val="20"/>
    </w:rPr>
  </w:style>
  <w:style w:type="paragraph" w:customStyle="1" w:styleId="NormalRetraitGauche1X">
    <w:name w:val="NormalRetraitGauche1X"/>
    <w:basedOn w:val="Normal"/>
    <w:rsid w:val="000A6D5E"/>
    <w:pPr>
      <w:ind w:left="680"/>
    </w:pPr>
    <w:rPr>
      <w:szCs w:val="20"/>
    </w:rPr>
  </w:style>
  <w:style w:type="paragraph" w:customStyle="1" w:styleId="NormalRetraitGauche2X">
    <w:name w:val="NormalRetraitGauche2X"/>
    <w:basedOn w:val="Normal"/>
    <w:rsid w:val="000A6D5E"/>
    <w:pPr>
      <w:ind w:left="1361"/>
    </w:pPr>
    <w:rPr>
      <w:szCs w:val="20"/>
    </w:rPr>
  </w:style>
  <w:style w:type="paragraph" w:customStyle="1" w:styleId="NormalRetraitGauche3X">
    <w:name w:val="NormalRetraitGauche3X"/>
    <w:basedOn w:val="Normal"/>
    <w:rsid w:val="000A6D5E"/>
    <w:pPr>
      <w:ind w:left="2041"/>
    </w:pPr>
    <w:rPr>
      <w:szCs w:val="20"/>
    </w:rPr>
  </w:style>
  <w:style w:type="paragraph" w:customStyle="1" w:styleId="NormalRetraitGauche1XIndent0">
    <w:name w:val="NormalRetraitGauche1XIndent0"/>
    <w:basedOn w:val="NormalRetraitGauche1X"/>
    <w:rsid w:val="000A6D5E"/>
    <w:pPr>
      <w:ind w:firstLine="0"/>
    </w:pPr>
  </w:style>
  <w:style w:type="paragraph" w:customStyle="1" w:styleId="NormalRetraitGauche2XIndent0">
    <w:name w:val="NormalRetraitGauche2XIndent0"/>
    <w:basedOn w:val="NormalRetraitGauche2X"/>
    <w:rsid w:val="000A6D5E"/>
    <w:pPr>
      <w:ind w:firstLine="0"/>
    </w:pPr>
  </w:style>
  <w:style w:type="paragraph" w:customStyle="1" w:styleId="NormalRetraitGauche3XIndent0">
    <w:name w:val="NormalRetraitGauche3XIndent0"/>
    <w:basedOn w:val="NormalRetraitGauche3X"/>
    <w:rsid w:val="000A6D5E"/>
    <w:pPr>
      <w:ind w:firstLine="0"/>
    </w:pPr>
  </w:style>
  <w:style w:type="paragraph" w:customStyle="1" w:styleId="NormalRetraitGauche4XIndent0">
    <w:name w:val="NormalRetraitGauche4XIndent0"/>
    <w:basedOn w:val="Normal"/>
    <w:rsid w:val="000A6D5E"/>
    <w:pPr>
      <w:ind w:left="2722" w:firstLine="0"/>
    </w:pPr>
    <w:rPr>
      <w:szCs w:val="20"/>
    </w:rPr>
  </w:style>
  <w:style w:type="paragraph" w:styleId="Notedefin">
    <w:name w:val="endnote text"/>
    <w:basedOn w:val="Taille-1Normal"/>
    <w:link w:val="NotedefinCar"/>
    <w:uiPriority w:val="99"/>
    <w:semiHidden/>
    <w:unhideWhenUsed/>
    <w:qFormat/>
    <w:rsid w:val="000A6D5E"/>
    <w:rPr>
      <w:szCs w:val="20"/>
      <w:lang w:val="x-none" w:eastAsia="x-none"/>
    </w:rPr>
  </w:style>
  <w:style w:type="character" w:customStyle="1" w:styleId="NotedefinCar">
    <w:name w:val="Note de fin Car"/>
    <w:link w:val="Notedefin"/>
    <w:uiPriority w:val="99"/>
    <w:semiHidden/>
    <w:rsid w:val="000A6D5E"/>
    <w:rPr>
      <w:rFonts w:ascii="Amasis30" w:hAnsi="Amasis30"/>
      <w:sz w:val="32"/>
      <w:lang w:val="x-none" w:eastAsia="x-none"/>
    </w:rPr>
  </w:style>
  <w:style w:type="character" w:styleId="Appeldenotedefin">
    <w:name w:val="endnote reference"/>
    <w:uiPriority w:val="99"/>
    <w:unhideWhenUsed/>
    <w:qFormat/>
    <w:rsid w:val="000A6D5E"/>
    <w:rPr>
      <w:rFonts w:ascii="Amasis30" w:hAnsi="Amasis30"/>
      <w:b/>
      <w:sz w:val="36"/>
      <w:vertAlign w:val="superscript"/>
    </w:rPr>
  </w:style>
  <w:style w:type="paragraph" w:customStyle="1" w:styleId="NormalSuspendu1X">
    <w:name w:val="NormalSuspendu1X"/>
    <w:basedOn w:val="Normal"/>
    <w:rsid w:val="000A6D5E"/>
    <w:pPr>
      <w:ind w:left="680" w:hanging="680"/>
    </w:pPr>
    <w:rPr>
      <w:szCs w:val="20"/>
    </w:rPr>
  </w:style>
  <w:style w:type="paragraph" w:customStyle="1" w:styleId="NormalSuspendu1XRetrait1X">
    <w:name w:val="NormalSuspendu1XRetrait1X"/>
    <w:basedOn w:val="Normal"/>
    <w:rsid w:val="000A6D5E"/>
    <w:pPr>
      <w:ind w:left="1360" w:hanging="680"/>
    </w:pPr>
  </w:style>
  <w:style w:type="paragraph" w:customStyle="1" w:styleId="NormalEspAvt0EspApr0">
    <w:name w:val="NormalEspAvt0EspApr0"/>
    <w:basedOn w:val="Normal"/>
    <w:rsid w:val="000A6D5E"/>
    <w:pPr>
      <w:spacing w:before="0" w:after="0"/>
    </w:pPr>
    <w:rPr>
      <w:szCs w:val="20"/>
    </w:rPr>
  </w:style>
  <w:style w:type="paragraph" w:customStyle="1" w:styleId="NormalSuspendu1XRetrait2X">
    <w:name w:val="NormalSuspendu1XRetrait2X"/>
    <w:basedOn w:val="Normal"/>
    <w:rsid w:val="000A6D5E"/>
    <w:pPr>
      <w:ind w:left="2041" w:hanging="680"/>
    </w:pPr>
  </w:style>
  <w:style w:type="paragraph" w:customStyle="1" w:styleId="NormalSuspendu1XRetrait3X">
    <w:name w:val="NormalSuspendu1XRetrait3X"/>
    <w:basedOn w:val="Normal"/>
    <w:rsid w:val="000A6D5E"/>
    <w:pPr>
      <w:ind w:left="2721" w:hanging="680"/>
    </w:pPr>
    <w:rPr>
      <w:szCs w:val="20"/>
    </w:rPr>
  </w:style>
  <w:style w:type="paragraph" w:customStyle="1" w:styleId="NormalSuspendu1XRetrait4X">
    <w:name w:val="NormalSuspendu1XRetrait4X"/>
    <w:basedOn w:val="Normal"/>
    <w:rsid w:val="000A6D5E"/>
    <w:pPr>
      <w:ind w:left="3402" w:hanging="680"/>
    </w:pPr>
    <w:rPr>
      <w:szCs w:val="20"/>
    </w:rPr>
  </w:style>
  <w:style w:type="character" w:customStyle="1" w:styleId="Taille-1Caracteres">
    <w:name w:val="Taille-1Caracteres"/>
    <w:qFormat/>
    <w:rsid w:val="000A6D5E"/>
    <w:rPr>
      <w:sz w:val="32"/>
      <w:szCs w:val="20"/>
    </w:rPr>
  </w:style>
  <w:style w:type="paragraph" w:customStyle="1" w:styleId="Etoile">
    <w:name w:val="Etoile"/>
    <w:basedOn w:val="Normal"/>
    <w:qFormat/>
    <w:rsid w:val="000A6D5E"/>
    <w:pPr>
      <w:ind w:firstLine="0"/>
      <w:jc w:val="center"/>
    </w:pPr>
    <w:rPr>
      <w:b/>
      <w:sz w:val="40"/>
      <w:szCs w:val="28"/>
    </w:rPr>
  </w:style>
  <w:style w:type="paragraph" w:customStyle="1" w:styleId="Taille-1Suspendu1XRetrait1XEsp0">
    <w:name w:val="Taille-1Suspendu1XRetrait1XEsp0"/>
    <w:basedOn w:val="Taille-1RetraitGauche1X"/>
    <w:qFormat/>
    <w:rsid w:val="000A6D5E"/>
    <w:pPr>
      <w:spacing w:before="0" w:after="0"/>
      <w:ind w:left="1360" w:hanging="680"/>
    </w:pPr>
  </w:style>
  <w:style w:type="character" w:styleId="Mentionnonrsolue">
    <w:name w:val="Unresolved Mention"/>
    <w:uiPriority w:val="99"/>
    <w:semiHidden/>
    <w:unhideWhenUsed/>
    <w:rsid w:val="000A6D5E"/>
    <w:rPr>
      <w:color w:val="605E5C"/>
      <w:shd w:val="clear" w:color="auto" w:fill="E1DFDD"/>
    </w:rPr>
  </w:style>
  <w:style w:type="paragraph" w:customStyle="1" w:styleId="Taille-1Suspendu1XRetrait2XEsp0">
    <w:name w:val="Taille-1Suspendu1XRetrait2XEsp0"/>
    <w:basedOn w:val="Taille-1RetraitGauche2X"/>
    <w:qFormat/>
    <w:rsid w:val="000A6D5E"/>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0A6D5E"/>
    <w:pPr>
      <w:spacing w:before="0" w:after="0"/>
    </w:pPr>
  </w:style>
  <w:style w:type="paragraph" w:customStyle="1" w:styleId="NormalSuspendu1XEsp0">
    <w:name w:val="NormalSuspendu1XEsp0"/>
    <w:basedOn w:val="NormalSuspendu1X"/>
    <w:qFormat/>
    <w:rsid w:val="000A6D5E"/>
    <w:pPr>
      <w:spacing w:before="0" w:after="0"/>
    </w:pPr>
  </w:style>
  <w:style w:type="paragraph" w:customStyle="1" w:styleId="NormalSuspendu1XRetrait2XEsp0">
    <w:name w:val="NormalSuspendu1XRetrait2XEsp0"/>
    <w:basedOn w:val="NormalSuspendu1XRetrait2X"/>
    <w:qFormat/>
    <w:rsid w:val="000A6D5E"/>
    <w:pPr>
      <w:spacing w:before="0" w:after="0"/>
    </w:pPr>
  </w:style>
  <w:style w:type="paragraph" w:customStyle="1" w:styleId="ParagrapheVideNormal">
    <w:name w:val="ParagrapheVideNormal"/>
    <w:basedOn w:val="Normal"/>
    <w:next w:val="Normal"/>
    <w:qFormat/>
    <w:rsid w:val="000A6D5E"/>
  </w:style>
  <w:style w:type="paragraph" w:customStyle="1" w:styleId="ParagrapheVideNormal2">
    <w:name w:val="ParagrapheVideNormal2"/>
    <w:basedOn w:val="ParagrapheVideNormal"/>
    <w:next w:val="Normal"/>
    <w:qFormat/>
    <w:rsid w:val="000A6D5E"/>
  </w:style>
  <w:style w:type="paragraph" w:customStyle="1" w:styleId="Image">
    <w:name w:val="Image"/>
    <w:basedOn w:val="Centr"/>
    <w:next w:val="Normal"/>
    <w:qFormat/>
    <w:rsid w:val="000A6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C2AFA-526E-41A2-B9C1-FD3142A92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15</TotalTime>
  <Pages>1</Pages>
  <Words>6340</Words>
  <Characters>34873</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MONSIEUR PRUDHOMME A-T-IL VÉCU ?</vt:lpstr>
    </vt:vector>
  </TitlesOfParts>
  <Company>Ebooks libres et gratuits</Company>
  <LinksUpToDate>false</LinksUpToDate>
  <CharactersWithSpaces>41131</CharactersWithSpaces>
  <SharedDoc>false</SharedDoc>
  <HLinks>
    <vt:vector size="36" baseType="variant">
      <vt:variant>
        <vt:i4>2293820</vt:i4>
      </vt:variant>
      <vt:variant>
        <vt:i4>33</vt:i4>
      </vt:variant>
      <vt:variant>
        <vt:i4>0</vt:i4>
      </vt:variant>
      <vt:variant>
        <vt:i4>5</vt:i4>
      </vt:variant>
      <vt:variant>
        <vt:lpwstr>http://www.ebooksgratuits.com/</vt:lpwstr>
      </vt:variant>
      <vt:variant>
        <vt:lpwstr/>
      </vt:variant>
      <vt:variant>
        <vt:i4>7929972</vt:i4>
      </vt:variant>
      <vt:variant>
        <vt:i4>30</vt:i4>
      </vt:variant>
      <vt:variant>
        <vt:i4>0</vt:i4>
      </vt:variant>
      <vt:variant>
        <vt:i4>5</vt:i4>
      </vt:variant>
      <vt:variant>
        <vt:lpwstr>http://fr.groups.yahoo.com/group/ebooksgratuits</vt:lpwstr>
      </vt:variant>
      <vt:variant>
        <vt:lpwstr/>
      </vt:variant>
      <vt:variant>
        <vt:i4>1048625</vt:i4>
      </vt:variant>
      <vt:variant>
        <vt:i4>23</vt:i4>
      </vt:variant>
      <vt:variant>
        <vt:i4>0</vt:i4>
      </vt:variant>
      <vt:variant>
        <vt:i4>5</vt:i4>
      </vt:variant>
      <vt:variant>
        <vt:lpwstr/>
      </vt:variant>
      <vt:variant>
        <vt:lpwstr>_Toc285309650</vt:lpwstr>
      </vt:variant>
      <vt:variant>
        <vt:i4>1114161</vt:i4>
      </vt:variant>
      <vt:variant>
        <vt:i4>17</vt:i4>
      </vt:variant>
      <vt:variant>
        <vt:i4>0</vt:i4>
      </vt:variant>
      <vt:variant>
        <vt:i4>5</vt:i4>
      </vt:variant>
      <vt:variant>
        <vt:lpwstr/>
      </vt:variant>
      <vt:variant>
        <vt:lpwstr>_Toc285309649</vt:lpwstr>
      </vt:variant>
      <vt:variant>
        <vt:i4>1114161</vt:i4>
      </vt:variant>
      <vt:variant>
        <vt:i4>11</vt:i4>
      </vt:variant>
      <vt:variant>
        <vt:i4>0</vt:i4>
      </vt:variant>
      <vt:variant>
        <vt:i4>5</vt:i4>
      </vt:variant>
      <vt:variant>
        <vt:lpwstr/>
      </vt:variant>
      <vt:variant>
        <vt:lpwstr>_Toc285309648</vt:lpwstr>
      </vt:variant>
      <vt:variant>
        <vt:i4>1114161</vt:i4>
      </vt:variant>
      <vt:variant>
        <vt:i4>5</vt:i4>
      </vt:variant>
      <vt:variant>
        <vt:i4>0</vt:i4>
      </vt:variant>
      <vt:variant>
        <vt:i4>5</vt:i4>
      </vt:variant>
      <vt:variant>
        <vt:lpwstr/>
      </vt:variant>
      <vt:variant>
        <vt:lpwstr>_Toc285309647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Prudhomme a-t-il vécu ?</dc:title>
  <dc:subject>Théâtre</dc:subject>
  <dc:creator>Sacha Guitry</dc:creator>
  <cp:keywords/>
  <dc:description>Caroline connait déboires et difficultés avec son mari Henry Monnier, écrivain, dessinateur, acteur fantasque. Elle prend la décision de reprendre sa liberté et de refaire des tournées en tant qu'actrice avec l'accord de son mari. L'acte suivant s'ouvre sur Henry Monnier qui joue son personnage, Monsieur Prudhommme, qui connait en certain succès. Après avoir appris que Caroline préférait passer les mois d'été avec un amant, il choisit de devenir son personnage de manière permanente et de faire disparaître Henry Monnier.</dc:description>
  <cp:lastModifiedBy>Cool Micro</cp:lastModifiedBy>
  <cp:revision>6</cp:revision>
  <cp:lastPrinted>2025-05-06T19:07:00Z</cp:lastPrinted>
  <dcterms:created xsi:type="dcterms:W3CDTF">2025-05-06T18:55:00Z</dcterms:created>
  <dcterms:modified xsi:type="dcterms:W3CDTF">2025-05-06T19:07:00Z</dcterms:modified>
  <cp:category>Théâtre</cp:category>
</cp:coreProperties>
</file>