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D8EF7" w14:textId="67AE3C60" w:rsidR="004B02AC" w:rsidRDefault="00A80177" w:rsidP="00315B11">
      <w:pPr>
        <w:pStyle w:val="Photoauteur"/>
      </w:pPr>
      <w:r>
        <w:drawing>
          <wp:anchor distT="0" distB="0" distL="114300" distR="114300" simplePos="0" relativeHeight="251657728" behindDoc="0" locked="0" layoutInCell="1" allowOverlap="1" wp14:anchorId="705582CF" wp14:editId="04CA8072">
            <wp:simplePos x="0" y="0"/>
            <wp:positionH relativeFrom="page">
              <wp:posOffset>0</wp:posOffset>
            </wp:positionH>
            <wp:positionV relativeFrom="page">
              <wp:posOffset>0</wp:posOffset>
            </wp:positionV>
            <wp:extent cx="1440180" cy="10692130"/>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inline distT="0" distB="0" distL="0" distR="0" wp14:anchorId="1B883FB4" wp14:editId="09E3BEED">
            <wp:extent cx="3067050" cy="38087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7050" cy="3808730"/>
                    </a:xfrm>
                    <a:prstGeom prst="rect">
                      <a:avLst/>
                    </a:prstGeom>
                    <a:noFill/>
                    <a:ln>
                      <a:noFill/>
                    </a:ln>
                  </pic:spPr>
                </pic:pic>
              </a:graphicData>
            </a:graphic>
          </wp:inline>
        </w:drawing>
      </w:r>
    </w:p>
    <w:p w14:paraId="16E262F0" w14:textId="77777777" w:rsidR="004B02AC" w:rsidRDefault="00000000">
      <w:pPr>
        <w:pStyle w:val="Auteur"/>
      </w:pPr>
      <w:r>
        <w:t xml:space="preserve">Julien </w:t>
      </w:r>
      <w:proofErr w:type="spellStart"/>
      <w:r>
        <w:t>Offray</w:t>
      </w:r>
      <w:proofErr w:type="spellEnd"/>
      <w:r>
        <w:t xml:space="preserve"> de </w:t>
      </w:r>
      <w:proofErr w:type="spellStart"/>
      <w:r>
        <w:t>Lamettrie</w:t>
      </w:r>
      <w:proofErr w:type="spellEnd"/>
    </w:p>
    <w:p w14:paraId="05FA566D" w14:textId="1B997F57" w:rsidR="004B02AC" w:rsidRDefault="00000000">
      <w:pPr>
        <w:pStyle w:val="Titrelivre"/>
        <w:rPr>
          <w:szCs w:val="60"/>
        </w:rPr>
      </w:pPr>
      <w:r>
        <w:rPr>
          <w:szCs w:val="60"/>
        </w:rPr>
        <w:t>L</w:t>
      </w:r>
      <w:r w:rsidR="00315B11">
        <w:rPr>
          <w:szCs w:val="60"/>
        </w:rPr>
        <w:t>’</w:t>
      </w:r>
      <w:r>
        <w:rPr>
          <w:szCs w:val="60"/>
        </w:rPr>
        <w:t>ART DE JOUIR</w:t>
      </w:r>
    </w:p>
    <w:p w14:paraId="1779A321" w14:textId="023E1C31" w:rsidR="004B02AC" w:rsidRDefault="00000000">
      <w:pPr>
        <w:pStyle w:val="DateSortie"/>
      </w:pPr>
      <w:r>
        <w:t>1745</w:t>
      </w:r>
    </w:p>
    <w:p w14:paraId="3073E5C2" w14:textId="77777777" w:rsidR="004B02AC" w:rsidRPr="00315B11" w:rsidRDefault="004B02AC" w:rsidP="00315B11">
      <w:pPr>
        <w:ind w:left="2340" w:firstLine="0"/>
        <w:jc w:val="center"/>
        <w:sectPr w:rsidR="004B02AC" w:rsidRPr="00315B11">
          <w:footerReference w:type="default" r:id="rId9"/>
          <w:pgSz w:w="11906" w:h="16838" w:code="9"/>
          <w:pgMar w:top="0" w:right="0" w:bottom="0" w:left="0" w:header="0" w:footer="0" w:gutter="0"/>
          <w:cols w:space="708"/>
          <w:titlePg/>
          <w:docGrid w:linePitch="360"/>
        </w:sectPr>
      </w:pPr>
    </w:p>
    <w:p w14:paraId="74E77E9A" w14:textId="17DA9B2B" w:rsidR="004B02AC" w:rsidRDefault="004B02AC"/>
    <w:p w14:paraId="564D71BE" w14:textId="77777777" w:rsidR="00315B11" w:rsidRDefault="00000000" w:rsidP="00315B11">
      <w:pPr>
        <w:ind w:firstLine="0"/>
        <w:jc w:val="center"/>
        <w:rPr>
          <w:noProof/>
        </w:rPr>
      </w:pPr>
      <w:r w:rsidRPr="00315B11">
        <w:rPr>
          <w:i/>
          <w:iCs/>
          <w:noProof/>
        </w:rPr>
        <w:t>Et</w:t>
      </w:r>
      <w:r w:rsidRPr="00315B11">
        <w:rPr>
          <w:bCs/>
          <w:i/>
          <w:iCs/>
          <w:noProof/>
        </w:rPr>
        <w:t xml:space="preserve"> </w:t>
      </w:r>
      <w:r w:rsidRPr="00315B11">
        <w:rPr>
          <w:i/>
          <w:iCs/>
          <w:noProof/>
        </w:rPr>
        <w:t>quibus ipsa modis tractetur blanda voluptas</w:t>
      </w:r>
      <w:r w:rsidR="00315B11" w:rsidRPr="00315B11">
        <w:rPr>
          <w:i/>
          <w:iCs/>
          <w:noProof/>
        </w:rPr>
        <w:t>.</w:t>
      </w:r>
    </w:p>
    <w:p w14:paraId="5BC7F9BD" w14:textId="77777777" w:rsidR="00315B11" w:rsidRDefault="00000000" w:rsidP="00315B11">
      <w:pPr>
        <w:jc w:val="right"/>
      </w:pPr>
      <w:proofErr w:type="spellStart"/>
      <w:r w:rsidRPr="00315B11">
        <w:rPr>
          <w:bCs/>
        </w:rPr>
        <w:t>LUCRETIUS</w:t>
      </w:r>
      <w:proofErr w:type="spellEnd"/>
    </w:p>
    <w:p w14:paraId="0BB4C6E1" w14:textId="77777777" w:rsidR="00315B11" w:rsidRDefault="00315B11" w:rsidP="00315B11">
      <w:pPr>
        <w:rPr>
          <w:iCs/>
        </w:rPr>
      </w:pPr>
    </w:p>
    <w:p w14:paraId="3DE63C31" w14:textId="77777777" w:rsidR="00315B11" w:rsidRDefault="00315B11" w:rsidP="00315B11">
      <w:pPr>
        <w:rPr>
          <w:iCs/>
        </w:rPr>
      </w:pPr>
    </w:p>
    <w:p w14:paraId="0FB3BA54" w14:textId="387F6E3C" w:rsidR="00315B11" w:rsidRDefault="00000000" w:rsidP="00315B11">
      <w:r>
        <w:rPr>
          <w:iCs/>
        </w:rPr>
        <w:t>Plaisir</w:t>
      </w:r>
      <w:r w:rsidR="00315B11">
        <w:rPr>
          <w:bCs/>
        </w:rPr>
        <w:t xml:space="preserve">, </w:t>
      </w:r>
      <w:r>
        <w:t>maître souverain des hommes &amp; des dieux</w:t>
      </w:r>
      <w:r w:rsidR="00315B11">
        <w:t xml:space="preserve">, </w:t>
      </w:r>
      <w:r>
        <w:t xml:space="preserve">devant qui tout </w:t>
      </w:r>
      <w:proofErr w:type="spellStart"/>
      <w:r>
        <w:t>disparoît</w:t>
      </w:r>
      <w:proofErr w:type="spellEnd"/>
      <w:r w:rsidR="00315B11">
        <w:t xml:space="preserve">, </w:t>
      </w:r>
      <w:r>
        <w:t>jusqu</w:t>
      </w:r>
      <w:r w:rsidR="00315B11">
        <w:t>’</w:t>
      </w:r>
      <w:r>
        <w:t>à la raison même</w:t>
      </w:r>
      <w:r w:rsidR="00315B11">
        <w:t xml:space="preserve">, </w:t>
      </w:r>
      <w:r>
        <w:t>tu sais combien mon cœur t</w:t>
      </w:r>
      <w:r w:rsidR="00315B11">
        <w:t>’</w:t>
      </w:r>
      <w:r>
        <w:t>adore</w:t>
      </w:r>
      <w:r w:rsidR="00315B11">
        <w:t xml:space="preserve">, </w:t>
      </w:r>
      <w:r>
        <w:t>&amp; tous les sacrifices qu</w:t>
      </w:r>
      <w:r w:rsidR="00315B11">
        <w:t>’</w:t>
      </w:r>
      <w:r>
        <w:t>il t</w:t>
      </w:r>
      <w:r w:rsidR="00315B11">
        <w:t>’</w:t>
      </w:r>
      <w:r>
        <w:t>a faits</w:t>
      </w:r>
      <w:r w:rsidR="00315B11">
        <w:t xml:space="preserve">. </w:t>
      </w:r>
      <w:r>
        <w:t>J</w:t>
      </w:r>
      <w:r w:rsidR="00315B11">
        <w:t>’</w:t>
      </w:r>
      <w:r>
        <w:t>ignore si je mériterai d</w:t>
      </w:r>
      <w:r w:rsidR="00315B11">
        <w:t>’</w:t>
      </w:r>
      <w:r>
        <w:t>avoir part aux éloges que je te donne</w:t>
      </w:r>
      <w:r w:rsidR="00315B11">
        <w:t xml:space="preserve"> ; </w:t>
      </w:r>
      <w:r>
        <w:t xml:space="preserve">mais je me </w:t>
      </w:r>
      <w:proofErr w:type="spellStart"/>
      <w:r>
        <w:t>croirois</w:t>
      </w:r>
      <w:proofErr w:type="spellEnd"/>
      <w:r>
        <w:t xml:space="preserve"> indigne de toi</w:t>
      </w:r>
      <w:r w:rsidR="00315B11">
        <w:t xml:space="preserve">, </w:t>
      </w:r>
      <w:r>
        <w:rPr>
          <w:iCs/>
        </w:rPr>
        <w:t>si</w:t>
      </w:r>
      <w:r>
        <w:rPr>
          <w:i/>
          <w:iCs/>
        </w:rPr>
        <w:t xml:space="preserve"> </w:t>
      </w:r>
      <w:r>
        <w:t>je n</w:t>
      </w:r>
      <w:r w:rsidR="00315B11">
        <w:t>’</w:t>
      </w:r>
      <w:proofErr w:type="spellStart"/>
      <w:r>
        <w:t>étois</w:t>
      </w:r>
      <w:proofErr w:type="spellEnd"/>
      <w:r>
        <w:t xml:space="preserve"> attentif à m</w:t>
      </w:r>
      <w:r w:rsidR="00315B11">
        <w:t>’</w:t>
      </w:r>
      <w:r>
        <w:t>assurer de ta présence</w:t>
      </w:r>
      <w:r w:rsidR="00315B11">
        <w:t xml:space="preserve">, </w:t>
      </w:r>
      <w:r>
        <w:t>&amp; à me rendre compte à moi-même de tous tes bienfaits</w:t>
      </w:r>
      <w:r w:rsidR="00315B11">
        <w:t xml:space="preserve">. </w:t>
      </w:r>
      <w:r>
        <w:t xml:space="preserve">La </w:t>
      </w:r>
      <w:proofErr w:type="spellStart"/>
      <w:r>
        <w:t>reconnoissance</w:t>
      </w:r>
      <w:proofErr w:type="spellEnd"/>
      <w:r>
        <w:t xml:space="preserve"> serait un trop </w:t>
      </w:r>
      <w:proofErr w:type="spellStart"/>
      <w:r>
        <w:t>foible</w:t>
      </w:r>
      <w:proofErr w:type="spellEnd"/>
      <w:r>
        <w:t xml:space="preserve"> tribut</w:t>
      </w:r>
      <w:r w:rsidR="00315B11">
        <w:t xml:space="preserve">, </w:t>
      </w:r>
      <w:r>
        <w:t>j</w:t>
      </w:r>
      <w:r w:rsidR="00315B11">
        <w:t>’</w:t>
      </w:r>
      <w:r>
        <w:t>y ajoute encore l</w:t>
      </w:r>
      <w:r w:rsidR="00315B11">
        <w:t>’</w:t>
      </w:r>
      <w:r>
        <w:t xml:space="preserve">examen de mes </w:t>
      </w:r>
      <w:proofErr w:type="spellStart"/>
      <w:r>
        <w:t>sentimens</w:t>
      </w:r>
      <w:proofErr w:type="spellEnd"/>
      <w:r>
        <w:t xml:space="preserve"> les plus doux</w:t>
      </w:r>
      <w:r w:rsidR="00315B11">
        <w:t>.</w:t>
      </w:r>
    </w:p>
    <w:p w14:paraId="023F4791" w14:textId="77777777" w:rsidR="00315B11" w:rsidRDefault="00000000" w:rsidP="00315B11">
      <w:r>
        <w:t xml:space="preserve">Dieu des belles </w:t>
      </w:r>
      <w:proofErr w:type="spellStart"/>
      <w:r>
        <w:t>ames</w:t>
      </w:r>
      <w:proofErr w:type="spellEnd"/>
      <w:r w:rsidR="00315B11">
        <w:t xml:space="preserve">, </w:t>
      </w:r>
      <w:r>
        <w:t>charmant plaisir</w:t>
      </w:r>
      <w:r w:rsidR="00315B11">
        <w:t xml:space="preserve">, </w:t>
      </w:r>
      <w:r>
        <w:t>ne permets pas que ton pinceau se prostitue à d</w:t>
      </w:r>
      <w:r w:rsidR="00315B11">
        <w:t>’</w:t>
      </w:r>
      <w:r>
        <w:t>infâmes voluptés</w:t>
      </w:r>
      <w:r w:rsidR="00315B11">
        <w:t xml:space="preserve">, </w:t>
      </w:r>
      <w:r>
        <w:t>ou plutôt à d</w:t>
      </w:r>
      <w:r w:rsidR="00315B11">
        <w:t>’</w:t>
      </w:r>
      <w:r>
        <w:t>indignes débauches qui font gémir la nature révoltée</w:t>
      </w:r>
      <w:r w:rsidR="00315B11">
        <w:t xml:space="preserve">. </w:t>
      </w:r>
      <w:r>
        <w:t>Qu</w:t>
      </w:r>
      <w:r w:rsidR="00315B11">
        <w:t>’</w:t>
      </w:r>
      <w:r>
        <w:t>il ne peigne que les feux du fils de Cypris</w:t>
      </w:r>
      <w:r w:rsidR="00315B11">
        <w:t xml:space="preserve">, </w:t>
      </w:r>
      <w:r>
        <w:t>mais qu</w:t>
      </w:r>
      <w:r w:rsidR="00315B11">
        <w:t>’</w:t>
      </w:r>
      <w:r>
        <w:t>il les peigne avec transport</w:t>
      </w:r>
      <w:r w:rsidR="00315B11">
        <w:t xml:space="preserve">. </w:t>
      </w:r>
      <w:r>
        <w:t>Que ce dieu vif</w:t>
      </w:r>
      <w:r w:rsidR="00315B11">
        <w:t xml:space="preserve">, </w:t>
      </w:r>
      <w:r>
        <w:t>impétueux</w:t>
      </w:r>
      <w:r w:rsidR="00315B11">
        <w:t xml:space="preserve">, </w:t>
      </w:r>
      <w:r>
        <w:t>ne se serve de la raison des hommes</w:t>
      </w:r>
      <w:r w:rsidR="00315B11">
        <w:t xml:space="preserve">, </w:t>
      </w:r>
      <w:r>
        <w:t>que pour la leur faire oublier</w:t>
      </w:r>
      <w:r w:rsidR="00315B11">
        <w:t xml:space="preserve"> : </w:t>
      </w:r>
      <w:r>
        <w:t>qu</w:t>
      </w:r>
      <w:r w:rsidR="00315B11">
        <w:t>’</w:t>
      </w:r>
      <w:r>
        <w:t>ils ne raisonnent que pour exagérer leurs plaisirs &amp; s</w:t>
      </w:r>
      <w:r w:rsidR="00315B11">
        <w:t>’</w:t>
      </w:r>
      <w:r>
        <w:t>en pénétrer</w:t>
      </w:r>
      <w:r w:rsidR="00315B11">
        <w:t xml:space="preserve"> : </w:t>
      </w:r>
      <w:r>
        <w:t>que la froide philosophie se taise pour m</w:t>
      </w:r>
      <w:r w:rsidR="00315B11">
        <w:t>’</w:t>
      </w:r>
      <w:r>
        <w:t>écouter</w:t>
      </w:r>
      <w:r w:rsidR="00315B11">
        <w:t xml:space="preserve">. </w:t>
      </w:r>
      <w:r>
        <w:t>Je sens les respectables approches de la volupté</w:t>
      </w:r>
      <w:r w:rsidR="00315B11">
        <w:t>.</w:t>
      </w:r>
    </w:p>
    <w:p w14:paraId="04CEF832" w14:textId="77777777" w:rsidR="00315B11" w:rsidRDefault="00000000" w:rsidP="00315B11">
      <w:proofErr w:type="spellStart"/>
      <w:r>
        <w:rPr>
          <w:bCs/>
        </w:rPr>
        <w:t>Disparoissez</w:t>
      </w:r>
      <w:proofErr w:type="spellEnd"/>
      <w:r w:rsidR="00315B11">
        <w:rPr>
          <w:bCs/>
        </w:rPr>
        <w:t xml:space="preserve">, </w:t>
      </w:r>
      <w:r>
        <w:rPr>
          <w:bCs/>
        </w:rPr>
        <w:t>courtisanes impudiques</w:t>
      </w:r>
      <w:r w:rsidR="00315B11">
        <w:rPr>
          <w:bCs/>
        </w:rPr>
        <w:t xml:space="preserve"> ! </w:t>
      </w:r>
      <w:r>
        <w:rPr>
          <w:bCs/>
        </w:rPr>
        <w:t xml:space="preserve">Il sortit moins de maux de la </w:t>
      </w:r>
      <w:r>
        <w:t xml:space="preserve">boëte </w:t>
      </w:r>
      <w:r>
        <w:rPr>
          <w:bCs/>
        </w:rPr>
        <w:t>de Pandore</w:t>
      </w:r>
      <w:r w:rsidR="00315B11">
        <w:rPr>
          <w:bCs/>
        </w:rPr>
        <w:t xml:space="preserve">, </w:t>
      </w:r>
      <w:r>
        <w:rPr>
          <w:bCs/>
        </w:rPr>
        <w:t xml:space="preserve">que du sein de vos </w:t>
      </w:r>
      <w:r>
        <w:t>plaisirs</w:t>
      </w:r>
      <w:r w:rsidR="00315B11">
        <w:t xml:space="preserve">. </w:t>
      </w:r>
      <w:r>
        <w:rPr>
          <w:bCs/>
        </w:rPr>
        <w:t>Eh</w:t>
      </w:r>
      <w:r w:rsidR="00315B11">
        <w:rPr>
          <w:bCs/>
        </w:rPr>
        <w:t xml:space="preserve"> ! </w:t>
      </w:r>
      <w:r>
        <w:t xml:space="preserve">que </w:t>
      </w:r>
      <w:r>
        <w:rPr>
          <w:bCs/>
        </w:rPr>
        <w:t>dis-je</w:t>
      </w:r>
      <w:r w:rsidR="00315B11">
        <w:rPr>
          <w:bCs/>
        </w:rPr>
        <w:t xml:space="preserve"> ! </w:t>
      </w:r>
      <w:r>
        <w:rPr>
          <w:bCs/>
        </w:rPr>
        <w:t>des plaisirs</w:t>
      </w:r>
      <w:r w:rsidR="00315B11">
        <w:rPr>
          <w:bCs/>
        </w:rPr>
        <w:t xml:space="preserve"> ! </w:t>
      </w:r>
      <w:r>
        <w:rPr>
          <w:bCs/>
        </w:rPr>
        <w:t xml:space="preserve">En </w:t>
      </w:r>
      <w:proofErr w:type="spellStart"/>
      <w:r>
        <w:rPr>
          <w:bCs/>
        </w:rPr>
        <w:t>fût-il</w:t>
      </w:r>
      <w:proofErr w:type="spellEnd"/>
      <w:r>
        <w:rPr>
          <w:bCs/>
        </w:rPr>
        <w:t xml:space="preserve"> jamais sans </w:t>
      </w:r>
      <w:r>
        <w:t xml:space="preserve">les </w:t>
      </w:r>
      <w:proofErr w:type="spellStart"/>
      <w:r>
        <w:rPr>
          <w:bCs/>
        </w:rPr>
        <w:t>sentimens</w:t>
      </w:r>
      <w:proofErr w:type="spellEnd"/>
      <w:r>
        <w:rPr>
          <w:bCs/>
        </w:rPr>
        <w:t xml:space="preserve"> du cœur</w:t>
      </w:r>
      <w:r w:rsidR="00315B11">
        <w:rPr>
          <w:bCs/>
        </w:rPr>
        <w:t xml:space="preserve"> ? </w:t>
      </w:r>
      <w:r>
        <w:rPr>
          <w:bCs/>
        </w:rPr>
        <w:t xml:space="preserve">Plus vous </w:t>
      </w:r>
      <w:r>
        <w:t xml:space="preserve">prodiguez </w:t>
      </w:r>
      <w:r>
        <w:rPr>
          <w:bCs/>
        </w:rPr>
        <w:t xml:space="preserve">vos </w:t>
      </w:r>
      <w:r>
        <w:t>faveurs</w:t>
      </w:r>
      <w:r w:rsidR="00315B11">
        <w:t xml:space="preserve">, </w:t>
      </w:r>
      <w:r>
        <w:t xml:space="preserve">plus </w:t>
      </w:r>
      <w:r>
        <w:rPr>
          <w:bCs/>
        </w:rPr>
        <w:t>vous offensez l</w:t>
      </w:r>
      <w:r w:rsidR="00315B11">
        <w:rPr>
          <w:bCs/>
        </w:rPr>
        <w:t>’</w:t>
      </w:r>
      <w:r>
        <w:rPr>
          <w:bCs/>
        </w:rPr>
        <w:t xml:space="preserve">amour </w:t>
      </w:r>
      <w:r>
        <w:t xml:space="preserve">qui les </w:t>
      </w:r>
      <w:r>
        <w:rPr>
          <w:bCs/>
        </w:rPr>
        <w:t>désavoue</w:t>
      </w:r>
      <w:r w:rsidR="00315B11">
        <w:rPr>
          <w:bCs/>
        </w:rPr>
        <w:t xml:space="preserve">. </w:t>
      </w:r>
      <w:r>
        <w:rPr>
          <w:bCs/>
        </w:rPr>
        <w:t xml:space="preserve">Livrez vos corps </w:t>
      </w:r>
      <w:proofErr w:type="spellStart"/>
      <w:r>
        <w:rPr>
          <w:bCs/>
        </w:rPr>
        <w:t>aus</w:t>
      </w:r>
      <w:proofErr w:type="spellEnd"/>
      <w:r>
        <w:rPr>
          <w:bCs/>
        </w:rPr>
        <w:t xml:space="preserve"> satyres</w:t>
      </w:r>
      <w:r w:rsidR="00315B11">
        <w:rPr>
          <w:bCs/>
        </w:rPr>
        <w:t xml:space="preserve"> ; </w:t>
      </w:r>
      <w:r>
        <w:rPr>
          <w:bCs/>
        </w:rPr>
        <w:t xml:space="preserve">ceux </w:t>
      </w:r>
      <w:r>
        <w:t>qui s</w:t>
      </w:r>
      <w:r w:rsidR="00315B11">
        <w:t>’</w:t>
      </w:r>
      <w:r>
        <w:t>en contentent</w:t>
      </w:r>
      <w:r w:rsidR="00315B11">
        <w:t xml:space="preserve">, </w:t>
      </w:r>
      <w:r>
        <w:rPr>
          <w:bCs/>
        </w:rPr>
        <w:t>en sont dignes</w:t>
      </w:r>
      <w:r w:rsidR="00315B11">
        <w:rPr>
          <w:bCs/>
        </w:rPr>
        <w:t xml:space="preserve"> : </w:t>
      </w:r>
      <w:r>
        <w:t xml:space="preserve">mais vous </w:t>
      </w:r>
      <w:r>
        <w:rPr>
          <w:bCs/>
        </w:rPr>
        <w:t xml:space="preserve">ne </w:t>
      </w:r>
      <w:r>
        <w:t>l</w:t>
      </w:r>
      <w:r w:rsidR="00315B11">
        <w:t>’</w:t>
      </w:r>
      <w:r>
        <w:t xml:space="preserve">êtes pas </w:t>
      </w:r>
      <w:r>
        <w:rPr>
          <w:bCs/>
        </w:rPr>
        <w:t>d</w:t>
      </w:r>
      <w:r w:rsidR="00315B11">
        <w:rPr>
          <w:bCs/>
        </w:rPr>
        <w:t>’</w:t>
      </w:r>
      <w:r>
        <w:rPr>
          <w:bCs/>
        </w:rPr>
        <w:t>un cœur né sensible</w:t>
      </w:r>
      <w:r w:rsidR="00315B11">
        <w:rPr>
          <w:bCs/>
        </w:rPr>
        <w:t xml:space="preserve">. </w:t>
      </w:r>
      <w:r>
        <w:rPr>
          <w:bCs/>
        </w:rPr>
        <w:t xml:space="preserve">Vous vous </w:t>
      </w:r>
      <w:r>
        <w:t xml:space="preserve">prostituez </w:t>
      </w:r>
      <w:r>
        <w:rPr>
          <w:bCs/>
        </w:rPr>
        <w:t>en vain</w:t>
      </w:r>
      <w:r w:rsidR="00315B11">
        <w:rPr>
          <w:bCs/>
        </w:rPr>
        <w:t xml:space="preserve">, </w:t>
      </w:r>
      <w:r>
        <w:rPr>
          <w:bCs/>
        </w:rPr>
        <w:t xml:space="preserve">en vain </w:t>
      </w:r>
      <w:r>
        <w:rPr>
          <w:bCs/>
        </w:rPr>
        <w:lastRenderedPageBreak/>
        <w:t xml:space="preserve">vous chercher à </w:t>
      </w:r>
      <w:r>
        <w:t>m</w:t>
      </w:r>
      <w:r w:rsidR="00315B11">
        <w:t>’</w:t>
      </w:r>
      <w:r>
        <w:t xml:space="preserve">éblouir </w:t>
      </w:r>
      <w:r>
        <w:rPr>
          <w:bCs/>
        </w:rPr>
        <w:t xml:space="preserve">par </w:t>
      </w:r>
      <w:r>
        <w:t xml:space="preserve">des charmes </w:t>
      </w:r>
      <w:r>
        <w:rPr>
          <w:i/>
          <w:iCs/>
        </w:rPr>
        <w:t>vulgivagues</w:t>
      </w:r>
      <w:r w:rsidR="00315B11">
        <w:rPr>
          <w:i/>
          <w:iCs/>
        </w:rPr>
        <w:t xml:space="preserve"> : </w:t>
      </w:r>
      <w:r>
        <w:rPr>
          <w:bCs/>
        </w:rPr>
        <w:t>ce n</w:t>
      </w:r>
      <w:r w:rsidR="00315B11">
        <w:rPr>
          <w:bCs/>
        </w:rPr>
        <w:t>’</w:t>
      </w:r>
      <w:r>
        <w:rPr>
          <w:bCs/>
        </w:rPr>
        <w:t xml:space="preserve">est </w:t>
      </w:r>
      <w:r>
        <w:t xml:space="preserve">point la jouissance </w:t>
      </w:r>
      <w:r>
        <w:rPr>
          <w:bCs/>
        </w:rPr>
        <w:t xml:space="preserve">des </w:t>
      </w:r>
      <w:r>
        <w:t>corps</w:t>
      </w:r>
      <w:r w:rsidR="00315B11">
        <w:t xml:space="preserve">, </w:t>
      </w:r>
      <w:r>
        <w:t>c</w:t>
      </w:r>
      <w:r w:rsidR="00315B11">
        <w:t>’</w:t>
      </w:r>
      <w:r>
        <w:t xml:space="preserve">est </w:t>
      </w:r>
      <w:r>
        <w:rPr>
          <w:bCs/>
        </w:rPr>
        <w:t xml:space="preserve">celle des </w:t>
      </w:r>
      <w:proofErr w:type="spellStart"/>
      <w:r>
        <w:rPr>
          <w:bCs/>
        </w:rPr>
        <w:t>ames</w:t>
      </w:r>
      <w:proofErr w:type="spellEnd"/>
      <w:r>
        <w:rPr>
          <w:bCs/>
        </w:rPr>
        <w:t xml:space="preserve"> </w:t>
      </w:r>
      <w:r>
        <w:t>qu</w:t>
      </w:r>
      <w:r w:rsidR="00315B11">
        <w:t>’</w:t>
      </w:r>
      <w:r>
        <w:t>il me faut</w:t>
      </w:r>
      <w:r w:rsidR="00315B11">
        <w:t xml:space="preserve">. </w:t>
      </w:r>
      <w:r>
        <w:rPr>
          <w:bCs/>
        </w:rPr>
        <w:t xml:space="preserve">Tu </w:t>
      </w:r>
      <w:r>
        <w:t>l</w:t>
      </w:r>
      <w:r w:rsidR="00315B11">
        <w:t>’</w:t>
      </w:r>
      <w:r>
        <w:t xml:space="preserve">as </w:t>
      </w:r>
      <w:r>
        <w:rPr>
          <w:bCs/>
        </w:rPr>
        <w:t>connue</w:t>
      </w:r>
      <w:r w:rsidR="00315B11">
        <w:rPr>
          <w:bCs/>
        </w:rPr>
        <w:t xml:space="preserve">, </w:t>
      </w:r>
      <w:r>
        <w:rPr>
          <w:bCs/>
        </w:rPr>
        <w:t>Ninon</w:t>
      </w:r>
      <w:r w:rsidR="00315B11">
        <w:rPr>
          <w:bCs/>
        </w:rPr>
        <w:t xml:space="preserve">, </w:t>
      </w:r>
      <w:r>
        <w:rPr>
          <w:bCs/>
        </w:rPr>
        <w:t xml:space="preserve">cette jouissance </w:t>
      </w:r>
      <w:r>
        <w:t>exquise</w:t>
      </w:r>
      <w:r w:rsidR="00315B11">
        <w:t xml:space="preserve">, </w:t>
      </w:r>
      <w:r>
        <w:rPr>
          <w:bCs/>
        </w:rPr>
        <w:t xml:space="preserve">durant le </w:t>
      </w:r>
      <w:r>
        <w:t xml:space="preserve">cours </w:t>
      </w:r>
      <w:r>
        <w:rPr>
          <w:bCs/>
        </w:rPr>
        <w:t xml:space="preserve">de la </w:t>
      </w:r>
      <w:r>
        <w:t xml:space="preserve">plus belle </w:t>
      </w:r>
      <w:r>
        <w:rPr>
          <w:bCs/>
        </w:rPr>
        <w:t>vie</w:t>
      </w:r>
      <w:r w:rsidR="00315B11">
        <w:rPr>
          <w:bCs/>
        </w:rPr>
        <w:t xml:space="preserve"> ; </w:t>
      </w:r>
      <w:r>
        <w:t xml:space="preserve">tu vivras </w:t>
      </w:r>
      <w:proofErr w:type="spellStart"/>
      <w:r>
        <w:rPr>
          <w:bCs/>
        </w:rPr>
        <w:t>éternellemenr</w:t>
      </w:r>
      <w:proofErr w:type="spellEnd"/>
      <w:r>
        <w:rPr>
          <w:bCs/>
        </w:rPr>
        <w:t xml:space="preserve"> dans les </w:t>
      </w:r>
      <w:r>
        <w:t xml:space="preserve">fastes </w:t>
      </w:r>
      <w:r>
        <w:rPr>
          <w:bCs/>
        </w:rPr>
        <w:t>de l</w:t>
      </w:r>
      <w:r w:rsidR="00315B11">
        <w:rPr>
          <w:bCs/>
        </w:rPr>
        <w:t>’</w:t>
      </w:r>
      <w:r>
        <w:rPr>
          <w:bCs/>
        </w:rPr>
        <w:t>amour</w:t>
      </w:r>
      <w:r w:rsidR="00315B11">
        <w:rPr>
          <w:bCs/>
        </w:rPr>
        <w:t>.</w:t>
      </w:r>
    </w:p>
    <w:p w14:paraId="0A4BE1EC" w14:textId="77777777" w:rsidR="00315B11" w:rsidRDefault="00000000" w:rsidP="00315B11">
      <w:r>
        <w:t>Vous</w:t>
      </w:r>
      <w:r w:rsidR="00315B11">
        <w:t xml:space="preserve">, </w:t>
      </w:r>
      <w:r>
        <w:t>qui baissez les yeux aux paroles chatouilleuses</w:t>
      </w:r>
      <w:r w:rsidR="00315B11">
        <w:t xml:space="preserve">, </w:t>
      </w:r>
      <w:r>
        <w:t>précieuses &amp; prudes</w:t>
      </w:r>
      <w:r w:rsidR="00315B11">
        <w:t xml:space="preserve">, </w:t>
      </w:r>
      <w:r>
        <w:t>loin d</w:t>
      </w:r>
      <w:r w:rsidR="00315B11">
        <w:t>’</w:t>
      </w:r>
      <w:r>
        <w:t>ici</w:t>
      </w:r>
      <w:r w:rsidR="00315B11">
        <w:t xml:space="preserve"> ! </w:t>
      </w:r>
      <w:r>
        <w:t>La volupté est dispensée de vous respecter</w:t>
      </w:r>
      <w:r w:rsidR="00315B11">
        <w:t xml:space="preserve">, </w:t>
      </w:r>
      <w:r>
        <w:t>d</w:t>
      </w:r>
      <w:r w:rsidR="00315B11">
        <w:t>’</w:t>
      </w:r>
      <w:r>
        <w:t>autant plus que vous n</w:t>
      </w:r>
      <w:r w:rsidR="00315B11">
        <w:t>’</w:t>
      </w:r>
      <w:r>
        <w:t>êtes pas vous-mêmes</w:t>
      </w:r>
      <w:r w:rsidR="00315B11">
        <w:t xml:space="preserve">, </w:t>
      </w:r>
      <w:r>
        <w:t>à ce qu</w:t>
      </w:r>
      <w:r w:rsidR="00315B11">
        <w:t>’</w:t>
      </w:r>
      <w:r>
        <w:t>on dit</w:t>
      </w:r>
      <w:r w:rsidR="00315B11">
        <w:t xml:space="preserve">, </w:t>
      </w:r>
      <w:r>
        <w:t xml:space="preserve">si </w:t>
      </w:r>
      <w:proofErr w:type="spellStart"/>
      <w:r>
        <w:t>austere</w:t>
      </w:r>
      <w:proofErr w:type="spellEnd"/>
      <w:r>
        <w:t xml:space="preserve"> dans le </w:t>
      </w:r>
      <w:proofErr w:type="spellStart"/>
      <w:r>
        <w:t>deshabillé</w:t>
      </w:r>
      <w:proofErr w:type="spellEnd"/>
      <w:r w:rsidR="00315B11">
        <w:t xml:space="preserve">. </w:t>
      </w:r>
      <w:r>
        <w:t>Loin d</w:t>
      </w:r>
      <w:r w:rsidR="00315B11">
        <w:t>’</w:t>
      </w:r>
      <w:r>
        <w:t xml:space="preserve">ici </w:t>
      </w:r>
      <w:proofErr w:type="spellStart"/>
      <w:r>
        <w:t>sur-tout</w:t>
      </w:r>
      <w:proofErr w:type="spellEnd"/>
      <w:r>
        <w:t xml:space="preserve"> race </w:t>
      </w:r>
      <w:proofErr w:type="spellStart"/>
      <w:r>
        <w:t>dévôte</w:t>
      </w:r>
      <w:proofErr w:type="spellEnd"/>
      <w:r w:rsidR="00315B11">
        <w:t xml:space="preserve">, </w:t>
      </w:r>
      <w:r>
        <w:t>qui n</w:t>
      </w:r>
      <w:r w:rsidR="00315B11">
        <w:t>’</w:t>
      </w:r>
      <w:r>
        <w:t>avez pas une vertu pour couvrir vos vices</w:t>
      </w:r>
      <w:r w:rsidR="00315B11">
        <w:t> !</w:t>
      </w:r>
    </w:p>
    <w:p w14:paraId="15B976B3" w14:textId="77777777" w:rsidR="00315B11" w:rsidRDefault="00000000" w:rsidP="00315B11">
      <w:r>
        <w:t>Belles</w:t>
      </w:r>
      <w:r w:rsidR="00315B11">
        <w:t xml:space="preserve">, </w:t>
      </w:r>
      <w:r>
        <w:t>qui voulez consulter la raison pour aimer</w:t>
      </w:r>
      <w:r w:rsidR="00315B11">
        <w:t xml:space="preserve">, </w:t>
      </w:r>
      <w:r>
        <w:t>je ne crains pas que vous prêtiez l</w:t>
      </w:r>
      <w:r w:rsidR="00315B11">
        <w:t>’</w:t>
      </w:r>
      <w:r>
        <w:t>oreille à mes discours</w:t>
      </w:r>
      <w:r w:rsidR="00315B11">
        <w:t xml:space="preserve"> ; </w:t>
      </w:r>
      <w:r>
        <w:t>elle n</w:t>
      </w:r>
      <w:r w:rsidR="00315B11">
        <w:t>’</w:t>
      </w:r>
      <w:r>
        <w:t>en sera point alarmée</w:t>
      </w:r>
      <w:r w:rsidR="00315B11">
        <w:t xml:space="preserve">. </w:t>
      </w:r>
      <w:r>
        <w:t>La raison emprunte ici</w:t>
      </w:r>
      <w:r w:rsidR="00315B11">
        <w:t xml:space="preserve">, </w:t>
      </w:r>
      <w:r>
        <w:t>non le langage</w:t>
      </w:r>
      <w:r w:rsidR="00315B11">
        <w:t xml:space="preserve">, </w:t>
      </w:r>
      <w:r>
        <w:t>mais le sentiment des dieux</w:t>
      </w:r>
      <w:r w:rsidR="00315B11">
        <w:t xml:space="preserve">. </w:t>
      </w:r>
      <w:r>
        <w:t>Si mon pinceau ne répond pas à la finesse &amp; à la délicatesse de votre façon de sentir</w:t>
      </w:r>
      <w:r w:rsidR="00315B11">
        <w:t xml:space="preserve">, </w:t>
      </w:r>
      <w:r>
        <w:t>favorisez-moi d</w:t>
      </w:r>
      <w:r w:rsidR="00315B11">
        <w:t>’</w:t>
      </w:r>
      <w:r>
        <w:t>un seul regard</w:t>
      </w:r>
      <w:r w:rsidR="00315B11">
        <w:t xml:space="preserve"> ; </w:t>
      </w:r>
      <w:r>
        <w:t>&amp; l</w:t>
      </w:r>
      <w:r w:rsidR="00315B11">
        <w:t>’</w:t>
      </w:r>
      <w:r>
        <w:t>amour qui s</w:t>
      </w:r>
      <w:r w:rsidR="00315B11">
        <w:t>’</w:t>
      </w:r>
      <w:r>
        <w:t>est plu à vous former</w:t>
      </w:r>
      <w:r w:rsidR="00315B11">
        <w:t xml:space="preserve">, </w:t>
      </w:r>
      <w:r>
        <w:t>qui s</w:t>
      </w:r>
      <w:r w:rsidR="00315B11">
        <w:t>’</w:t>
      </w:r>
      <w:r>
        <w:t>admire sans cesse dans le plus beau de ses ouvrages</w:t>
      </w:r>
      <w:r w:rsidR="00315B11">
        <w:t xml:space="preserve">, </w:t>
      </w:r>
      <w:r>
        <w:t>fera couler de ma plume la tendresse &amp; la volupté</w:t>
      </w:r>
      <w:r w:rsidR="00315B11">
        <w:t xml:space="preserve">, </w:t>
      </w:r>
      <w:r>
        <w:t>qu</w:t>
      </w:r>
      <w:r w:rsidR="00315B11">
        <w:t>’</w:t>
      </w:r>
      <w:r>
        <w:t xml:space="preserve">il </w:t>
      </w:r>
      <w:proofErr w:type="spellStart"/>
      <w:r>
        <w:t>sembloit</w:t>
      </w:r>
      <w:proofErr w:type="spellEnd"/>
      <w:r>
        <w:t xml:space="preserve"> avoir réservées pour vos cœurs</w:t>
      </w:r>
      <w:r w:rsidR="00315B11">
        <w:t>.</w:t>
      </w:r>
    </w:p>
    <w:p w14:paraId="5D96BDF4" w14:textId="77777777" w:rsidR="00315B11" w:rsidRDefault="00000000" w:rsidP="00315B11">
      <w:r>
        <w:t>Je ne suivrai point les traces de ces beaux esprits</w:t>
      </w:r>
      <w:r w:rsidR="00315B11">
        <w:t xml:space="preserve">, </w:t>
      </w:r>
      <w:r>
        <w:t>précieusement néologues &amp; puérilement entortillés</w:t>
      </w:r>
      <w:r w:rsidR="00315B11">
        <w:t xml:space="preserve"> : </w:t>
      </w:r>
      <w:r>
        <w:t>ce vil troupeau d</w:t>
      </w:r>
      <w:r w:rsidR="00315B11">
        <w:t>’</w:t>
      </w:r>
      <w:r>
        <w:t>imitateurs d</w:t>
      </w:r>
      <w:r w:rsidR="00315B11">
        <w:t>’</w:t>
      </w:r>
      <w:r>
        <w:t xml:space="preserve">un froid </w:t>
      </w:r>
      <w:proofErr w:type="spellStart"/>
      <w:r>
        <w:t>modele</w:t>
      </w:r>
      <w:proofErr w:type="spellEnd"/>
      <w:r>
        <w:t xml:space="preserve"> </w:t>
      </w:r>
      <w:proofErr w:type="spellStart"/>
      <w:r>
        <w:t>glaceroit</w:t>
      </w:r>
      <w:proofErr w:type="spellEnd"/>
      <w:r>
        <w:t xml:space="preserve"> mon imagination chaude &amp; voluptueuse</w:t>
      </w:r>
      <w:r w:rsidR="00315B11">
        <w:t xml:space="preserve"> : </w:t>
      </w:r>
      <w:r>
        <w:t xml:space="preserve">un art trop recherché ne me </w:t>
      </w:r>
      <w:proofErr w:type="spellStart"/>
      <w:r>
        <w:t>conduiroit</w:t>
      </w:r>
      <w:proofErr w:type="spellEnd"/>
      <w:r>
        <w:t xml:space="preserve"> qu</w:t>
      </w:r>
      <w:r w:rsidR="00315B11">
        <w:t>’</w:t>
      </w:r>
      <w:r>
        <w:t>à des jeux d</w:t>
      </w:r>
      <w:r w:rsidR="00315B11">
        <w:t>’</w:t>
      </w:r>
      <w:proofErr w:type="spellStart"/>
      <w:r>
        <w:t>enfans</w:t>
      </w:r>
      <w:proofErr w:type="spellEnd"/>
      <w:r>
        <w:t xml:space="preserve"> que la raison proscrit</w:t>
      </w:r>
      <w:r w:rsidR="00315B11">
        <w:t xml:space="preserve">, </w:t>
      </w:r>
      <w:r>
        <w:t xml:space="preserve">ou à un ordre insipide que le génie </w:t>
      </w:r>
      <w:proofErr w:type="spellStart"/>
      <w:r>
        <w:t>méconnoît</w:t>
      </w:r>
      <w:proofErr w:type="spellEnd"/>
      <w:r>
        <w:t xml:space="preserve"> &amp; que la volupté dédaigne</w:t>
      </w:r>
      <w:r w:rsidR="00315B11">
        <w:t xml:space="preserve">. </w:t>
      </w:r>
      <w:r>
        <w:t xml:space="preserve">Le bel esprit du </w:t>
      </w:r>
      <w:proofErr w:type="spellStart"/>
      <w:r>
        <w:t>siecle</w:t>
      </w:r>
      <w:proofErr w:type="spellEnd"/>
      <w:r>
        <w:t xml:space="preserve"> ne m</w:t>
      </w:r>
      <w:r w:rsidR="00315B11">
        <w:t>’</w:t>
      </w:r>
      <w:r>
        <w:t>a point corrompu</w:t>
      </w:r>
      <w:r w:rsidR="00315B11">
        <w:t xml:space="preserve"> ; </w:t>
      </w:r>
      <w:r>
        <w:t>le peu que la nature m</w:t>
      </w:r>
      <w:r w:rsidR="00315B11">
        <w:t>’</w:t>
      </w:r>
      <w:r>
        <w:t xml:space="preserve">en </w:t>
      </w:r>
      <w:proofErr w:type="spellStart"/>
      <w:r>
        <w:t>réservoit</w:t>
      </w:r>
      <w:proofErr w:type="spellEnd"/>
      <w:r w:rsidR="00315B11">
        <w:t xml:space="preserve">, </w:t>
      </w:r>
      <w:r>
        <w:t>je l</w:t>
      </w:r>
      <w:r w:rsidR="00315B11">
        <w:t>’</w:t>
      </w:r>
      <w:r>
        <w:t xml:space="preserve">ai pris en </w:t>
      </w:r>
      <w:proofErr w:type="spellStart"/>
      <w:r>
        <w:t>sentimens</w:t>
      </w:r>
      <w:proofErr w:type="spellEnd"/>
      <w:r w:rsidR="00315B11">
        <w:t xml:space="preserve">. </w:t>
      </w:r>
      <w:r>
        <w:t>Que tout ressente ici le désordre des passions</w:t>
      </w:r>
      <w:r w:rsidR="00315B11">
        <w:t xml:space="preserve">, </w:t>
      </w:r>
      <w:r>
        <w:t>pourvu que le feu qui m</w:t>
      </w:r>
      <w:r w:rsidR="00315B11">
        <w:t>’</w:t>
      </w:r>
      <w:r>
        <w:t>emporte soit digne</w:t>
      </w:r>
      <w:r w:rsidR="00315B11">
        <w:t xml:space="preserve">, </w:t>
      </w:r>
      <w:r>
        <w:t>s</w:t>
      </w:r>
      <w:r w:rsidR="00315B11">
        <w:t>’</w:t>
      </w:r>
      <w:r>
        <w:t>il se peut</w:t>
      </w:r>
      <w:r w:rsidR="00315B11">
        <w:t xml:space="preserve">, </w:t>
      </w:r>
      <w:r>
        <w:t>du dieu qui m</w:t>
      </w:r>
      <w:r w:rsidR="00315B11">
        <w:t>’</w:t>
      </w:r>
      <w:r>
        <w:t>inspire</w:t>
      </w:r>
      <w:r w:rsidR="00315B11">
        <w:t> !</w:t>
      </w:r>
    </w:p>
    <w:p w14:paraId="1B1F36EF" w14:textId="77777777" w:rsidR="00315B11" w:rsidRDefault="00000000" w:rsidP="00315B11">
      <w:r>
        <w:lastRenderedPageBreak/>
        <w:t>Auguste divinité</w:t>
      </w:r>
      <w:r w:rsidR="00315B11">
        <w:t xml:space="preserve">, </w:t>
      </w:r>
      <w:r>
        <w:t xml:space="preserve">qui protégeas les chants immortels de </w:t>
      </w:r>
      <w:proofErr w:type="spellStart"/>
      <w:r>
        <w:t>Lucrece</w:t>
      </w:r>
      <w:proofErr w:type="spellEnd"/>
      <w:r w:rsidR="00315B11">
        <w:t xml:space="preserve">, </w:t>
      </w:r>
      <w:r>
        <w:t xml:space="preserve">soutiens ma </w:t>
      </w:r>
      <w:proofErr w:type="spellStart"/>
      <w:r>
        <w:t>foible</w:t>
      </w:r>
      <w:proofErr w:type="spellEnd"/>
      <w:r>
        <w:t xml:space="preserve"> voix</w:t>
      </w:r>
      <w:r w:rsidR="00315B11">
        <w:t xml:space="preserve">. </w:t>
      </w:r>
      <w:r>
        <w:t>Esprits mobiles &amp; déliés</w:t>
      </w:r>
      <w:r w:rsidR="00315B11">
        <w:t xml:space="preserve">, </w:t>
      </w:r>
      <w:r>
        <w:t>qui circulez librement dans mes veines</w:t>
      </w:r>
      <w:r w:rsidR="00315B11">
        <w:t xml:space="preserve">, </w:t>
      </w:r>
      <w:r>
        <w:t>portez dans mes écrits cette ravissante volupté que vous faites sans cesse voler dans mon cœur</w:t>
      </w:r>
      <w:r w:rsidR="00315B11">
        <w:t>.</w:t>
      </w:r>
    </w:p>
    <w:p w14:paraId="51AF5EA0" w14:textId="77777777" w:rsidR="00315B11" w:rsidRDefault="00000000" w:rsidP="00315B11">
      <w:r>
        <w:t>Ô vous</w:t>
      </w:r>
      <w:r w:rsidR="00315B11">
        <w:t xml:space="preserve">, </w:t>
      </w:r>
      <w:r>
        <w:t>tendres</w:t>
      </w:r>
      <w:r w:rsidR="00315B11">
        <w:t xml:space="preserve">, </w:t>
      </w:r>
      <w:r>
        <w:t xml:space="preserve">naïfs ou sublimes </w:t>
      </w:r>
      <w:proofErr w:type="spellStart"/>
      <w:r>
        <w:t>interpretes</w:t>
      </w:r>
      <w:proofErr w:type="spellEnd"/>
      <w:r>
        <w:t xml:space="preserve"> de la volupté</w:t>
      </w:r>
      <w:r w:rsidR="00315B11">
        <w:t xml:space="preserve">, </w:t>
      </w:r>
      <w:r>
        <w:t xml:space="preserve">vous qui avez forcé les </w:t>
      </w:r>
      <w:proofErr w:type="spellStart"/>
      <w:r>
        <w:t>graces</w:t>
      </w:r>
      <w:proofErr w:type="spellEnd"/>
      <w:r>
        <w:t xml:space="preserve"> &amp; les amours à une éternelle </w:t>
      </w:r>
      <w:proofErr w:type="spellStart"/>
      <w:r>
        <w:t>reconnoissance</w:t>
      </w:r>
      <w:proofErr w:type="spellEnd"/>
      <w:r w:rsidR="00315B11">
        <w:t xml:space="preserve">, </w:t>
      </w:r>
      <w:r>
        <w:t>ah</w:t>
      </w:r>
      <w:r w:rsidR="00315B11">
        <w:t xml:space="preserve"> ! </w:t>
      </w:r>
      <w:r>
        <w:t>faites que je la partage</w:t>
      </w:r>
      <w:r w:rsidR="00315B11">
        <w:t xml:space="preserve">. </w:t>
      </w:r>
      <w:r>
        <w:t>S</w:t>
      </w:r>
      <w:r w:rsidR="00315B11">
        <w:t>’</w:t>
      </w:r>
      <w:r>
        <w:t>il ne m</w:t>
      </w:r>
      <w:r w:rsidR="00315B11">
        <w:t>’</w:t>
      </w:r>
      <w:r>
        <w:t>est pas donné de vous suivre</w:t>
      </w:r>
      <w:r w:rsidR="00315B11">
        <w:t xml:space="preserve">, </w:t>
      </w:r>
      <w:r>
        <w:t>laissez-moi du moins un trait de flamme qui me guide</w:t>
      </w:r>
      <w:r w:rsidR="00315B11">
        <w:t xml:space="preserve">, </w:t>
      </w:r>
      <w:r>
        <w:t xml:space="preserve">comme ces </w:t>
      </w:r>
      <w:proofErr w:type="spellStart"/>
      <w:r>
        <w:t>cometes</w:t>
      </w:r>
      <w:proofErr w:type="spellEnd"/>
      <w:r>
        <w:t xml:space="preserve"> qui laissent après elles un </w:t>
      </w:r>
      <w:proofErr w:type="spellStart"/>
      <w:r>
        <w:t>fillon</w:t>
      </w:r>
      <w:proofErr w:type="spellEnd"/>
      <w:r>
        <w:t xml:space="preserve"> de </w:t>
      </w:r>
      <w:proofErr w:type="spellStart"/>
      <w:r>
        <w:t>lumiere</w:t>
      </w:r>
      <w:proofErr w:type="spellEnd"/>
      <w:r>
        <w:t xml:space="preserve"> qui montre leur toute</w:t>
      </w:r>
      <w:r w:rsidR="00315B11">
        <w:t>.</w:t>
      </w:r>
    </w:p>
    <w:p w14:paraId="2B37D333" w14:textId="77777777" w:rsidR="00315B11" w:rsidRDefault="00000000" w:rsidP="00315B11">
      <w:r>
        <w:t>Oui</w:t>
      </w:r>
      <w:r w:rsidR="00315B11">
        <w:t xml:space="preserve">, </w:t>
      </w:r>
      <w:r>
        <w:t>vous seuls pouvez m</w:t>
      </w:r>
      <w:r w:rsidR="00315B11">
        <w:t>’</w:t>
      </w:r>
      <w:r>
        <w:t>inspirer</w:t>
      </w:r>
      <w:r w:rsidR="00315B11">
        <w:t xml:space="preserve">, </w:t>
      </w:r>
      <w:proofErr w:type="spellStart"/>
      <w:r>
        <w:t>enfans</w:t>
      </w:r>
      <w:proofErr w:type="spellEnd"/>
      <w:r>
        <w:t xml:space="preserve"> </w:t>
      </w:r>
      <w:r>
        <w:rPr>
          <w:i/>
          <w:iCs/>
        </w:rPr>
        <w:t xml:space="preserve">gâtés </w:t>
      </w:r>
      <w:r>
        <w:t>de la nature &amp; de l</w:t>
      </w:r>
      <w:r w:rsidR="00315B11">
        <w:t>’</w:t>
      </w:r>
      <w:r>
        <w:t>amour</w:t>
      </w:r>
      <w:r w:rsidR="00315B11">
        <w:t xml:space="preserve">, </w:t>
      </w:r>
      <w:r>
        <w:t>vous que ce dieu a pris soin de former lui-même</w:t>
      </w:r>
      <w:r w:rsidR="00315B11">
        <w:t xml:space="preserve">, </w:t>
      </w:r>
      <w:r>
        <w:t>pour servir à des projets dignes de lui</w:t>
      </w:r>
      <w:r w:rsidR="00315B11">
        <w:t xml:space="preserve">, </w:t>
      </w:r>
      <w:r>
        <w:t>je veux dire</w:t>
      </w:r>
      <w:r w:rsidR="00315B11">
        <w:t xml:space="preserve">, </w:t>
      </w:r>
      <w:r>
        <w:t>au bonheur du genre humain</w:t>
      </w:r>
      <w:r w:rsidR="00315B11">
        <w:t xml:space="preserve"> ; </w:t>
      </w:r>
      <w:r>
        <w:t xml:space="preserve">échauffez-moi de votre </w:t>
      </w:r>
      <w:proofErr w:type="spellStart"/>
      <w:r>
        <w:t>genie</w:t>
      </w:r>
      <w:proofErr w:type="spellEnd"/>
      <w:r w:rsidR="00315B11">
        <w:t xml:space="preserve">, </w:t>
      </w:r>
      <w:r>
        <w:t>ouvrez-moi le sanctuaire de la nature</w:t>
      </w:r>
      <w:r w:rsidR="00315B11">
        <w:t xml:space="preserve">, </w:t>
      </w:r>
      <w:r>
        <w:t>éclairé par l</w:t>
      </w:r>
      <w:r w:rsidR="00315B11">
        <w:t>’</w:t>
      </w:r>
      <w:r>
        <w:t>amour</w:t>
      </w:r>
      <w:r w:rsidR="00315B11">
        <w:t xml:space="preserve"> : </w:t>
      </w:r>
      <w:r>
        <w:t>nouveau</w:t>
      </w:r>
      <w:r w:rsidR="00315B11">
        <w:t xml:space="preserve">, </w:t>
      </w:r>
      <w:r>
        <w:t>mais plus heureux Prométhée</w:t>
      </w:r>
      <w:r w:rsidR="00315B11">
        <w:t xml:space="preserve">, </w:t>
      </w:r>
      <w:r>
        <w:t>que j</w:t>
      </w:r>
      <w:r w:rsidR="00315B11">
        <w:t>’</w:t>
      </w:r>
      <w:r>
        <w:t>y puise ce feu sacré de la volupté</w:t>
      </w:r>
      <w:r w:rsidR="00315B11">
        <w:t xml:space="preserve">, </w:t>
      </w:r>
      <w:r>
        <w:t>qui dans mon cœur</w:t>
      </w:r>
      <w:r w:rsidR="00315B11">
        <w:t xml:space="preserve">, </w:t>
      </w:r>
      <w:r>
        <w:t>comme dans son temple</w:t>
      </w:r>
      <w:r w:rsidR="00315B11">
        <w:t xml:space="preserve">, </w:t>
      </w:r>
      <w:r>
        <w:t>ne s</w:t>
      </w:r>
      <w:r w:rsidR="00315B11">
        <w:t>’</w:t>
      </w:r>
      <w:r>
        <w:t>éteigne jamais</w:t>
      </w:r>
      <w:r w:rsidR="00315B11">
        <w:t xml:space="preserve"> ; </w:t>
      </w:r>
      <w:r>
        <w:t>&amp; qu</w:t>
      </w:r>
      <w:r w:rsidR="00315B11">
        <w:t>’</w:t>
      </w:r>
      <w:r>
        <w:t>Épicure enfin paroisse ici</w:t>
      </w:r>
      <w:r w:rsidR="00315B11">
        <w:t xml:space="preserve">, </w:t>
      </w:r>
      <w:r>
        <w:t>tel qu</w:t>
      </w:r>
      <w:r w:rsidR="00315B11">
        <w:t>’</w:t>
      </w:r>
      <w:r>
        <w:t>il est dans tous les cœurs</w:t>
      </w:r>
      <w:r w:rsidR="00315B11">
        <w:t xml:space="preserve">. </w:t>
      </w:r>
      <w:r>
        <w:t>Ô nature</w:t>
      </w:r>
      <w:r w:rsidR="00315B11">
        <w:t xml:space="preserve">, </w:t>
      </w:r>
      <w:r>
        <w:t>ô amour</w:t>
      </w:r>
      <w:r w:rsidR="00315B11">
        <w:t xml:space="preserve">, </w:t>
      </w:r>
      <w:r>
        <w:t>puissé-je faire passer dans l</w:t>
      </w:r>
      <w:r w:rsidR="00315B11">
        <w:t>’</w:t>
      </w:r>
      <w:r>
        <w:t>éloge de vos charmes tous les transports avec lesquels je sens vos bienfaits</w:t>
      </w:r>
      <w:r w:rsidR="00315B11">
        <w:t> !</w:t>
      </w:r>
    </w:p>
    <w:p w14:paraId="0ACBC7A4" w14:textId="77777777" w:rsidR="00315B11" w:rsidRDefault="00000000" w:rsidP="00315B11">
      <w:r>
        <w:t>Venez</w:t>
      </w:r>
      <w:r w:rsidR="00315B11">
        <w:t xml:space="preserve">, </w:t>
      </w:r>
      <w:proofErr w:type="spellStart"/>
      <w:r>
        <w:t>Phylis</w:t>
      </w:r>
      <w:proofErr w:type="spellEnd"/>
      <w:r w:rsidR="00315B11">
        <w:t xml:space="preserve">, </w:t>
      </w:r>
      <w:r>
        <w:t>descendons dans ce vallon tranquille</w:t>
      </w:r>
      <w:r w:rsidR="00315B11">
        <w:t xml:space="preserve"> ; </w:t>
      </w:r>
      <w:r>
        <w:t>tout dort dans la nature</w:t>
      </w:r>
      <w:r w:rsidR="00315B11">
        <w:t xml:space="preserve">, </w:t>
      </w:r>
      <w:r>
        <w:t>nous seuls sommes éveillés</w:t>
      </w:r>
      <w:r w:rsidR="00315B11">
        <w:t xml:space="preserve"> : </w:t>
      </w:r>
      <w:r>
        <w:t>venez sous ces arbres</w:t>
      </w:r>
      <w:r w:rsidR="00315B11">
        <w:t xml:space="preserve">, </w:t>
      </w:r>
      <w:r>
        <w:t>où l</w:t>
      </w:r>
      <w:r w:rsidR="00315B11">
        <w:t>’</w:t>
      </w:r>
      <w:r>
        <w:t>on n</w:t>
      </w:r>
      <w:r w:rsidR="00315B11">
        <w:t>’</w:t>
      </w:r>
      <w:r>
        <w:t>entend que le doux bruit de leurs feuilles</w:t>
      </w:r>
      <w:r w:rsidR="00315B11">
        <w:t xml:space="preserve"> ; </w:t>
      </w:r>
      <w:r>
        <w:t>c</w:t>
      </w:r>
      <w:r w:rsidR="00315B11">
        <w:t>’</w:t>
      </w:r>
      <w:r>
        <w:t>est le zéphir amoureux qui les agite</w:t>
      </w:r>
      <w:r w:rsidR="00315B11">
        <w:t xml:space="preserve"> ; </w:t>
      </w:r>
      <w:r>
        <w:t>voyez comme elles semblent planer l</w:t>
      </w:r>
      <w:r w:rsidR="00315B11">
        <w:t>’</w:t>
      </w:r>
      <w:r>
        <w:t>une sur l</w:t>
      </w:r>
      <w:r w:rsidR="00315B11">
        <w:t>’</w:t>
      </w:r>
      <w:r>
        <w:t>autre</w:t>
      </w:r>
      <w:r w:rsidR="00315B11">
        <w:t xml:space="preserve">, </w:t>
      </w:r>
      <w:r>
        <w:t>&amp; vous font signe de les imiter</w:t>
      </w:r>
      <w:r w:rsidR="00315B11">
        <w:t>.</w:t>
      </w:r>
    </w:p>
    <w:p w14:paraId="6455FD08" w14:textId="77777777" w:rsidR="00315B11" w:rsidRDefault="00000000" w:rsidP="00315B11">
      <w:r>
        <w:t>Parlez</w:t>
      </w:r>
      <w:r w:rsidR="00315B11">
        <w:t xml:space="preserve">, </w:t>
      </w:r>
      <w:proofErr w:type="spellStart"/>
      <w:r>
        <w:t>Phylis</w:t>
      </w:r>
      <w:proofErr w:type="spellEnd"/>
      <w:r w:rsidR="00315B11">
        <w:t xml:space="preserve">, </w:t>
      </w:r>
      <w:r>
        <w:t>ne sentez-vous pas quelque mouvement délicat</w:t>
      </w:r>
      <w:r w:rsidR="00315B11">
        <w:t xml:space="preserve">, </w:t>
      </w:r>
      <w:r>
        <w:t>quelque douce langueur qui vous est inconnue</w:t>
      </w:r>
      <w:r w:rsidR="00315B11">
        <w:t xml:space="preserve"> ? </w:t>
      </w:r>
      <w:r>
        <w:t>Oui</w:t>
      </w:r>
      <w:r w:rsidR="00315B11">
        <w:t xml:space="preserve">, </w:t>
      </w:r>
      <w:r>
        <w:t>je vois l</w:t>
      </w:r>
      <w:r w:rsidR="00315B11">
        <w:t>’</w:t>
      </w:r>
      <w:r>
        <w:t xml:space="preserve">heureuse impression que vous fait ce mystérieux </w:t>
      </w:r>
      <w:r>
        <w:lastRenderedPageBreak/>
        <w:t>asyle</w:t>
      </w:r>
      <w:r w:rsidR="00315B11">
        <w:t xml:space="preserve"> : </w:t>
      </w:r>
      <w:r>
        <w:t>le brillant de vos yeux s</w:t>
      </w:r>
      <w:r w:rsidR="00315B11">
        <w:t>’</w:t>
      </w:r>
      <w:r>
        <w:t>adoucit</w:t>
      </w:r>
      <w:r w:rsidR="00315B11">
        <w:t xml:space="preserve">, </w:t>
      </w:r>
      <w:r>
        <w:t xml:space="preserve">votre sang coule avec plus de </w:t>
      </w:r>
      <w:proofErr w:type="spellStart"/>
      <w:r>
        <w:t>vîtesse</w:t>
      </w:r>
      <w:proofErr w:type="spellEnd"/>
      <w:r w:rsidR="00315B11">
        <w:t xml:space="preserve">, </w:t>
      </w:r>
      <w:r>
        <w:t xml:space="preserve">il </w:t>
      </w:r>
      <w:proofErr w:type="spellStart"/>
      <w:r>
        <w:t>éleve</w:t>
      </w:r>
      <w:proofErr w:type="spellEnd"/>
      <w:r>
        <w:t xml:space="preserve"> votre beau sein</w:t>
      </w:r>
      <w:r w:rsidR="00315B11">
        <w:t xml:space="preserve">, </w:t>
      </w:r>
      <w:r>
        <w:t>il anime votre cœur innocent</w:t>
      </w:r>
      <w:r w:rsidR="00315B11">
        <w:t>.</w:t>
      </w:r>
    </w:p>
    <w:p w14:paraId="104EF8E6" w14:textId="77777777" w:rsidR="00315B11" w:rsidRDefault="00000000" w:rsidP="00315B11">
      <w:r>
        <w:t>En quel état suis-je</w:t>
      </w:r>
      <w:r w:rsidR="00315B11">
        <w:t xml:space="preserve"> ! </w:t>
      </w:r>
      <w:r>
        <w:t xml:space="preserve">Quels nouveaux </w:t>
      </w:r>
      <w:proofErr w:type="spellStart"/>
      <w:r>
        <w:t>sentimens</w:t>
      </w:r>
      <w:proofErr w:type="spellEnd"/>
      <w:r w:rsidR="00315B11">
        <w:t xml:space="preserve">, </w:t>
      </w:r>
      <w:r>
        <w:t>dites-vous</w:t>
      </w:r>
      <w:r w:rsidR="00315B11">
        <w:t xml:space="preserve"> !… </w:t>
      </w:r>
      <w:r>
        <w:t>venez</w:t>
      </w:r>
      <w:r w:rsidR="00315B11">
        <w:t xml:space="preserve">, </w:t>
      </w:r>
      <w:proofErr w:type="spellStart"/>
      <w:r>
        <w:t>Phylis</w:t>
      </w:r>
      <w:proofErr w:type="spellEnd"/>
      <w:r w:rsidR="00315B11">
        <w:t xml:space="preserve">, </w:t>
      </w:r>
      <w:r>
        <w:t>je vous les expliquerai</w:t>
      </w:r>
      <w:r w:rsidR="00315B11">
        <w:t>.</w:t>
      </w:r>
    </w:p>
    <w:p w14:paraId="2196B9F5" w14:textId="77777777" w:rsidR="00315B11" w:rsidRDefault="00000000" w:rsidP="00315B11">
      <w:r>
        <w:t>Votre vertu s</w:t>
      </w:r>
      <w:r w:rsidR="00315B11">
        <w:t>’</w:t>
      </w:r>
      <w:r>
        <w:t>éveille</w:t>
      </w:r>
      <w:r w:rsidR="00315B11">
        <w:t xml:space="preserve">, </w:t>
      </w:r>
      <w:r>
        <w:t>elle craint la surprise même qu</w:t>
      </w:r>
      <w:r w:rsidR="00315B11">
        <w:t>’</w:t>
      </w:r>
      <w:r>
        <w:t>elle a</w:t>
      </w:r>
      <w:r w:rsidR="00315B11">
        <w:t xml:space="preserve"> : </w:t>
      </w:r>
      <w:r>
        <w:t>la pudeur semble augmenter vos inquiétudes avec vos attraits</w:t>
      </w:r>
      <w:r w:rsidR="00315B11">
        <w:t xml:space="preserve"> : </w:t>
      </w:r>
      <w:r>
        <w:t>votre gloire rejette l</w:t>
      </w:r>
      <w:r w:rsidR="00315B11">
        <w:t>’</w:t>
      </w:r>
      <w:r>
        <w:t>amour</w:t>
      </w:r>
      <w:r w:rsidR="00315B11">
        <w:t xml:space="preserve">, </w:t>
      </w:r>
      <w:r>
        <w:t>mais votre cœur ne le rejette pas</w:t>
      </w:r>
      <w:r w:rsidR="00315B11">
        <w:t>.</w:t>
      </w:r>
    </w:p>
    <w:p w14:paraId="7F113F79" w14:textId="77777777" w:rsidR="00315B11" w:rsidRDefault="00000000" w:rsidP="00315B11">
      <w:r>
        <w:t>Vous vous révoltez en vain</w:t>
      </w:r>
      <w:r w:rsidR="00315B11">
        <w:t xml:space="preserve">, </w:t>
      </w:r>
      <w:r>
        <w:t>chacun doit suivre son sort</w:t>
      </w:r>
      <w:r w:rsidR="00315B11">
        <w:t xml:space="preserve"> : </w:t>
      </w:r>
      <w:r>
        <w:t>pour être heureux il n</w:t>
      </w:r>
      <w:r w:rsidR="00315B11">
        <w:t>’</w:t>
      </w:r>
      <w:r>
        <w:t>a manqué au vôtre que l</w:t>
      </w:r>
      <w:r w:rsidR="00315B11">
        <w:t>’</w:t>
      </w:r>
      <w:r>
        <w:t>amour</w:t>
      </w:r>
      <w:r w:rsidR="00315B11">
        <w:t xml:space="preserve"> ; </w:t>
      </w:r>
      <w:r>
        <w:t>vous ne vous priverez pas d</w:t>
      </w:r>
      <w:r w:rsidR="00315B11">
        <w:t>’</w:t>
      </w:r>
      <w:r>
        <w:t>un bonheur qui redouble en se partageant</w:t>
      </w:r>
      <w:r w:rsidR="00315B11">
        <w:t xml:space="preserve"> : </w:t>
      </w:r>
      <w:r>
        <w:t>vous n</w:t>
      </w:r>
      <w:r w:rsidR="00315B11">
        <w:t>’</w:t>
      </w:r>
      <w:r>
        <w:t xml:space="preserve">éviterez pas les </w:t>
      </w:r>
      <w:proofErr w:type="spellStart"/>
      <w:r>
        <w:t>pieges</w:t>
      </w:r>
      <w:proofErr w:type="spellEnd"/>
      <w:r>
        <w:t xml:space="preserve"> que vous tendez à l</w:t>
      </w:r>
      <w:r w:rsidR="00315B11">
        <w:t>’</w:t>
      </w:r>
      <w:r>
        <w:t>univers</w:t>
      </w:r>
      <w:r w:rsidR="00315B11">
        <w:t xml:space="preserve"> : </w:t>
      </w:r>
      <w:r>
        <w:t>qui balance a pris son parti</w:t>
      </w:r>
      <w:r w:rsidR="00315B11">
        <w:t>.</w:t>
      </w:r>
    </w:p>
    <w:p w14:paraId="1422D72A" w14:textId="77777777" w:rsidR="00315B11" w:rsidRDefault="00000000" w:rsidP="00315B11">
      <w:r>
        <w:t>Ô si vous pouviez seulement sentir l</w:t>
      </w:r>
      <w:r w:rsidR="00315B11">
        <w:t>’</w:t>
      </w:r>
      <w:r>
        <w:t>ombre des plaisirs que goûtent deux cœurs qui se sont donnés l</w:t>
      </w:r>
      <w:r w:rsidR="00315B11">
        <w:t>’</w:t>
      </w:r>
      <w:r>
        <w:t xml:space="preserve">un </w:t>
      </w:r>
      <w:r>
        <w:rPr>
          <w:bCs/>
        </w:rPr>
        <w:t xml:space="preserve">à </w:t>
      </w:r>
      <w:r>
        <w:t>l</w:t>
      </w:r>
      <w:r w:rsidR="00315B11">
        <w:t>’</w:t>
      </w:r>
      <w:r>
        <w:t>autre</w:t>
      </w:r>
      <w:r w:rsidR="00315B11">
        <w:t xml:space="preserve">, </w:t>
      </w:r>
      <w:r>
        <w:t xml:space="preserve">vous redemanderiez à Jupiter tous ces ennuyeux </w:t>
      </w:r>
      <w:proofErr w:type="spellStart"/>
      <w:r>
        <w:t>momens</w:t>
      </w:r>
      <w:proofErr w:type="spellEnd"/>
      <w:r w:rsidR="00315B11">
        <w:t xml:space="preserve">, </w:t>
      </w:r>
      <w:r>
        <w:t>tous ces vuides de la vie que vous avez passés sans aimer</w:t>
      </w:r>
      <w:r w:rsidR="00315B11">
        <w:t> !</w:t>
      </w:r>
    </w:p>
    <w:p w14:paraId="34322EF6" w14:textId="77777777" w:rsidR="00315B11" w:rsidRDefault="00000000" w:rsidP="00315B11">
      <w:r>
        <w:t>Quand une belle s</w:t>
      </w:r>
      <w:r w:rsidR="00315B11">
        <w:t>’</w:t>
      </w:r>
      <w:r>
        <w:t>est rendue</w:t>
      </w:r>
      <w:r w:rsidR="00315B11">
        <w:t xml:space="preserve">, </w:t>
      </w:r>
      <w:r>
        <w:t>qu</w:t>
      </w:r>
      <w:r w:rsidR="00315B11">
        <w:t>’</w:t>
      </w:r>
      <w:r>
        <w:t xml:space="preserve">elle ne vit </w:t>
      </w:r>
      <w:r>
        <w:rPr>
          <w:bCs/>
        </w:rPr>
        <w:t xml:space="preserve">plus </w:t>
      </w:r>
      <w:r>
        <w:t>que pour celui qui vit pour elle</w:t>
      </w:r>
      <w:r w:rsidR="00315B11">
        <w:t xml:space="preserve"> ; </w:t>
      </w:r>
      <w:r>
        <w:t>que ses refus ne sont plus qu</w:t>
      </w:r>
      <w:r w:rsidR="00315B11">
        <w:t>’</w:t>
      </w:r>
      <w:r>
        <w:t>un jeu nécessaire</w:t>
      </w:r>
      <w:r w:rsidR="00315B11">
        <w:t xml:space="preserve"> ; </w:t>
      </w:r>
      <w:r>
        <w:t>que la tendresse qui les accompagne autorise d</w:t>
      </w:r>
      <w:r w:rsidR="00315B11">
        <w:t>’</w:t>
      </w:r>
      <w:r>
        <w:t>amoureux larcins</w:t>
      </w:r>
      <w:r w:rsidR="00315B11">
        <w:t xml:space="preserve">, </w:t>
      </w:r>
      <w:r>
        <w:rPr>
          <w:bCs/>
        </w:rPr>
        <w:t xml:space="preserve">&amp; </w:t>
      </w:r>
      <w:r>
        <w:t>n</w:t>
      </w:r>
      <w:r w:rsidR="00315B11">
        <w:t>’</w:t>
      </w:r>
      <w:r>
        <w:t>exige plus qu</w:t>
      </w:r>
      <w:r w:rsidR="00315B11">
        <w:t>’</w:t>
      </w:r>
      <w:r>
        <w:t>une douce violence</w:t>
      </w:r>
      <w:r w:rsidR="00315B11">
        <w:t xml:space="preserve"> ; </w:t>
      </w:r>
      <w:r>
        <w:t>que deux beaux yeux</w:t>
      </w:r>
      <w:r w:rsidR="00315B11">
        <w:t xml:space="preserve">, </w:t>
      </w:r>
      <w:r>
        <w:t>dont le trouble augmente les charmes</w:t>
      </w:r>
      <w:r w:rsidR="00315B11">
        <w:t xml:space="preserve">, </w:t>
      </w:r>
      <w:r>
        <w:t>demandent en secret ce que la bouche refuse</w:t>
      </w:r>
      <w:r w:rsidR="00315B11">
        <w:t xml:space="preserve"> ; </w:t>
      </w:r>
      <w:r>
        <w:t>que l</w:t>
      </w:r>
      <w:r w:rsidR="00315B11">
        <w:t>’</w:t>
      </w:r>
      <w:r>
        <w:t>amour éprouvé de l</w:t>
      </w:r>
      <w:r w:rsidR="00315B11">
        <w:t>’</w:t>
      </w:r>
      <w:r>
        <w:t>amant est couronné de myrtes par la vertu même</w:t>
      </w:r>
      <w:r w:rsidR="00315B11">
        <w:t xml:space="preserve"> ; </w:t>
      </w:r>
      <w:r>
        <w:t>que la raison n</w:t>
      </w:r>
      <w:r w:rsidR="00315B11">
        <w:t>’</w:t>
      </w:r>
      <w:r>
        <w:t>a plus d</w:t>
      </w:r>
      <w:r w:rsidR="00315B11">
        <w:t>’</w:t>
      </w:r>
      <w:r>
        <w:t>autre langage que celui du cœur</w:t>
      </w:r>
      <w:r w:rsidR="00315B11">
        <w:t xml:space="preserve"> ; </w:t>
      </w:r>
      <w:r>
        <w:t>que</w:t>
      </w:r>
      <w:r w:rsidR="00315B11">
        <w:t xml:space="preserve">… </w:t>
      </w:r>
      <w:r>
        <w:t>les expressions me manquent</w:t>
      </w:r>
      <w:r w:rsidR="00315B11">
        <w:t xml:space="preserve">, </w:t>
      </w:r>
      <w:proofErr w:type="spellStart"/>
      <w:r>
        <w:t>Phylis</w:t>
      </w:r>
      <w:proofErr w:type="spellEnd"/>
      <w:r w:rsidR="00315B11">
        <w:t xml:space="preserve">, </w:t>
      </w:r>
      <w:r>
        <w:t>tout ce que je dis n</w:t>
      </w:r>
      <w:r w:rsidR="00315B11">
        <w:t>’</w:t>
      </w:r>
      <w:r>
        <w:t xml:space="preserve">est pas même un </w:t>
      </w:r>
      <w:proofErr w:type="spellStart"/>
      <w:r>
        <w:t>foible</w:t>
      </w:r>
      <w:proofErr w:type="spellEnd"/>
      <w:r>
        <w:t xml:space="preserve"> songe de ces plaisirs</w:t>
      </w:r>
      <w:r w:rsidR="00315B11">
        <w:t xml:space="preserve">. </w:t>
      </w:r>
      <w:r>
        <w:t xml:space="preserve">Aimable </w:t>
      </w:r>
      <w:proofErr w:type="spellStart"/>
      <w:r>
        <w:t>foiblesse</w:t>
      </w:r>
      <w:proofErr w:type="spellEnd"/>
      <w:r w:rsidR="00315B11">
        <w:t xml:space="preserve"> ! </w:t>
      </w:r>
      <w:r>
        <w:t>douce extase</w:t>
      </w:r>
      <w:r w:rsidR="00315B11">
        <w:t xml:space="preserve"> ! </w:t>
      </w:r>
      <w:r>
        <w:t>c</w:t>
      </w:r>
      <w:r w:rsidR="00315B11">
        <w:t>’</w:t>
      </w:r>
      <w:r>
        <w:t>est en vain que l</w:t>
      </w:r>
      <w:r w:rsidR="00315B11">
        <w:t>’</w:t>
      </w:r>
      <w:r>
        <w:t>esprit veut vous exprimer</w:t>
      </w:r>
      <w:r w:rsidR="00315B11">
        <w:t xml:space="preserve">, </w:t>
      </w:r>
      <w:r>
        <w:t xml:space="preserve">le cœur même </w:t>
      </w:r>
      <w:r>
        <w:rPr>
          <w:bCs/>
        </w:rPr>
        <w:t xml:space="preserve">ne </w:t>
      </w:r>
      <w:r>
        <w:t>peut vous comprendre</w:t>
      </w:r>
      <w:r w:rsidR="00315B11">
        <w:t>.</w:t>
      </w:r>
    </w:p>
    <w:p w14:paraId="34B3528F" w14:textId="77777777" w:rsidR="00315B11" w:rsidRDefault="00000000" w:rsidP="00315B11">
      <w:r>
        <w:lastRenderedPageBreak/>
        <w:t>Vous soupirez</w:t>
      </w:r>
      <w:r w:rsidR="00315B11">
        <w:t xml:space="preserve">, </w:t>
      </w:r>
      <w:r>
        <w:t>vous sentez les douces approches du plaisir</w:t>
      </w:r>
      <w:r w:rsidR="00315B11">
        <w:t xml:space="preserve"> ! </w:t>
      </w:r>
      <w:r>
        <w:t>Amour</w:t>
      </w:r>
      <w:r w:rsidR="00315B11">
        <w:t xml:space="preserve">, </w:t>
      </w:r>
      <w:r>
        <w:t>que tu es adorable</w:t>
      </w:r>
      <w:r w:rsidR="00315B11">
        <w:t xml:space="preserve"> ! </w:t>
      </w:r>
      <w:r>
        <w:t xml:space="preserve">si ta seule peinture peut donner des </w:t>
      </w:r>
      <w:proofErr w:type="spellStart"/>
      <w:r>
        <w:t>desirs</w:t>
      </w:r>
      <w:proofErr w:type="spellEnd"/>
      <w:r w:rsidR="00315B11">
        <w:t xml:space="preserve">, </w:t>
      </w:r>
      <w:r>
        <w:t xml:space="preserve">que </w:t>
      </w:r>
      <w:proofErr w:type="spellStart"/>
      <w:r>
        <w:t>ferois</w:t>
      </w:r>
      <w:proofErr w:type="spellEnd"/>
      <w:r>
        <w:t>-tu toi-même</w:t>
      </w:r>
      <w:r w:rsidR="00315B11">
        <w:t> ?</w:t>
      </w:r>
    </w:p>
    <w:p w14:paraId="7E44F226" w14:textId="77777777" w:rsidR="00315B11" w:rsidRDefault="00000000" w:rsidP="00315B11">
      <w:r>
        <w:t>Jouissez</w:t>
      </w:r>
      <w:r w:rsidR="00315B11">
        <w:t xml:space="preserve">, </w:t>
      </w:r>
      <w:proofErr w:type="spellStart"/>
      <w:r>
        <w:t>Phylis</w:t>
      </w:r>
      <w:proofErr w:type="spellEnd"/>
      <w:r w:rsidR="00315B11">
        <w:t xml:space="preserve">, </w:t>
      </w:r>
      <w:r>
        <w:t>jouissez de vos charmes</w:t>
      </w:r>
      <w:r w:rsidR="00315B11">
        <w:t xml:space="preserve"> : </w:t>
      </w:r>
      <w:r>
        <w:t>n</w:t>
      </w:r>
      <w:r w:rsidR="00315B11">
        <w:t>’</w:t>
      </w:r>
      <w:r>
        <w:t>être belle que pour soi</w:t>
      </w:r>
      <w:r w:rsidR="00315B11">
        <w:t xml:space="preserve">, </w:t>
      </w:r>
      <w:r>
        <w:t>c</w:t>
      </w:r>
      <w:r w:rsidR="00315B11">
        <w:t>’</w:t>
      </w:r>
      <w:r>
        <w:t>est l</w:t>
      </w:r>
      <w:r w:rsidR="00315B11">
        <w:t>’</w:t>
      </w:r>
      <w:r>
        <w:t>être pour le tourment des hommes</w:t>
      </w:r>
      <w:r w:rsidR="00315B11">
        <w:t>.</w:t>
      </w:r>
    </w:p>
    <w:p w14:paraId="4E523E72" w14:textId="77777777" w:rsidR="00315B11" w:rsidRDefault="00000000" w:rsidP="00315B11">
      <w:r>
        <w:t>Ne craignez ni l</w:t>
      </w:r>
      <w:r w:rsidR="00315B11">
        <w:t>’</w:t>
      </w:r>
      <w:r>
        <w:t>amour</w:t>
      </w:r>
      <w:r w:rsidR="00315B11">
        <w:t xml:space="preserve">, </w:t>
      </w:r>
      <w:r>
        <w:t>ni l</w:t>
      </w:r>
      <w:r w:rsidR="00315B11">
        <w:t>’</w:t>
      </w:r>
      <w:r>
        <w:t>amant</w:t>
      </w:r>
      <w:r w:rsidR="00315B11">
        <w:t xml:space="preserve"> ; </w:t>
      </w:r>
      <w:r>
        <w:t>une fois maîtresse de mon cœur</w:t>
      </w:r>
      <w:r w:rsidR="00315B11">
        <w:t xml:space="preserve">, </w:t>
      </w:r>
      <w:r>
        <w:t>vous le serez toujours</w:t>
      </w:r>
      <w:r w:rsidR="00315B11">
        <w:t xml:space="preserve">. </w:t>
      </w:r>
      <w:r>
        <w:t>La vertu conserve aisément les conquêtes de sa beauté</w:t>
      </w:r>
      <w:r w:rsidR="00315B11">
        <w:t>.</w:t>
      </w:r>
    </w:p>
    <w:p w14:paraId="5CB54835" w14:textId="77777777" w:rsidR="00315B11" w:rsidRDefault="00000000" w:rsidP="00315B11">
      <w:r>
        <w:t>J</w:t>
      </w:r>
      <w:r w:rsidR="00315B11">
        <w:t>’</w:t>
      </w:r>
      <w:r>
        <w:t>aime</w:t>
      </w:r>
      <w:r w:rsidR="00315B11">
        <w:t xml:space="preserve">, </w:t>
      </w:r>
      <w:r>
        <w:t xml:space="preserve">comme on </w:t>
      </w:r>
      <w:proofErr w:type="spellStart"/>
      <w:r>
        <w:t>aimoit</w:t>
      </w:r>
      <w:proofErr w:type="spellEnd"/>
      <w:r>
        <w:t xml:space="preserve"> avant qu</w:t>
      </w:r>
      <w:r w:rsidR="00315B11">
        <w:t>’</w:t>
      </w:r>
      <w:r>
        <w:t>on eût appris à soupirer</w:t>
      </w:r>
      <w:r w:rsidR="00315B11">
        <w:t xml:space="preserve">, </w:t>
      </w:r>
      <w:r>
        <w:t>avant qu</w:t>
      </w:r>
      <w:r w:rsidR="00315B11">
        <w:t>’</w:t>
      </w:r>
      <w:r>
        <w:t xml:space="preserve">on eût </w:t>
      </w:r>
      <w:r>
        <w:rPr>
          <w:bCs/>
        </w:rPr>
        <w:t xml:space="preserve">fait </w:t>
      </w:r>
      <w:r>
        <w:t>un art de jurer la fidélité</w:t>
      </w:r>
      <w:r w:rsidR="00315B11">
        <w:t xml:space="preserve">. </w:t>
      </w:r>
      <w:r>
        <w:t>Amour est pauvre</w:t>
      </w:r>
      <w:r w:rsidR="00315B11">
        <w:t xml:space="preserve"> : </w:t>
      </w:r>
      <w:r>
        <w:t>je n</w:t>
      </w:r>
      <w:r w:rsidR="00315B11">
        <w:t>’</w:t>
      </w:r>
      <w:r>
        <w:t>ai qu</w:t>
      </w:r>
      <w:r w:rsidR="00315B11">
        <w:t>’</w:t>
      </w:r>
      <w:r>
        <w:t>un cœur à vous offrir</w:t>
      </w:r>
      <w:r w:rsidR="00315B11">
        <w:t xml:space="preserve">, </w:t>
      </w:r>
      <w:r>
        <w:t>mais il est tendre comme le vôtre</w:t>
      </w:r>
      <w:r w:rsidR="00315B11">
        <w:t xml:space="preserve">. </w:t>
      </w:r>
      <w:r>
        <w:t>Unissons-les</w:t>
      </w:r>
      <w:r w:rsidR="00315B11">
        <w:t xml:space="preserve">, </w:t>
      </w:r>
      <w:r>
        <w:t xml:space="preserve">&amp; nous </w:t>
      </w:r>
      <w:proofErr w:type="spellStart"/>
      <w:r>
        <w:t>connoîtrons</w:t>
      </w:r>
      <w:proofErr w:type="spellEnd"/>
      <w:r>
        <w:t xml:space="preserve"> à la </w:t>
      </w:r>
      <w:r>
        <w:rPr>
          <w:iCs/>
        </w:rPr>
        <w:t>fois</w:t>
      </w:r>
      <w:r>
        <w:rPr>
          <w:i/>
          <w:iCs/>
        </w:rPr>
        <w:t xml:space="preserve"> </w:t>
      </w:r>
      <w:r>
        <w:t>le plaisir</w:t>
      </w:r>
      <w:r w:rsidR="00315B11">
        <w:rPr>
          <w:bCs/>
        </w:rPr>
        <w:t xml:space="preserve">, </w:t>
      </w:r>
      <w:r>
        <w:t>&amp; cette tendresse plus séduisante qui conduit à la plus pure volupté des cœurs</w:t>
      </w:r>
      <w:r w:rsidR="00315B11">
        <w:t>.</w:t>
      </w:r>
    </w:p>
    <w:p w14:paraId="6531585B" w14:textId="77777777" w:rsidR="00315B11" w:rsidRDefault="00000000" w:rsidP="00315B11">
      <w:r>
        <w:t xml:space="preserve">Quels sont ces deux </w:t>
      </w:r>
      <w:proofErr w:type="spellStart"/>
      <w:r>
        <w:t>enfans</w:t>
      </w:r>
      <w:proofErr w:type="spellEnd"/>
      <w:r>
        <w:t xml:space="preserve"> de différent sexe qu</w:t>
      </w:r>
      <w:r w:rsidR="00315B11">
        <w:t>’</w:t>
      </w:r>
      <w:r>
        <w:t>on laisse vivre seuls paisiblement ensemble</w:t>
      </w:r>
      <w:r w:rsidR="00315B11">
        <w:t xml:space="preserve"> ? </w:t>
      </w:r>
      <w:r>
        <w:t>Qu</w:t>
      </w:r>
      <w:r w:rsidR="00315B11">
        <w:t>’</w:t>
      </w:r>
      <w:r>
        <w:t>ils seront heureux un jour</w:t>
      </w:r>
      <w:r w:rsidR="00315B11">
        <w:t xml:space="preserve"> ! </w:t>
      </w:r>
      <w:r>
        <w:t>Non</w:t>
      </w:r>
      <w:r w:rsidR="00315B11">
        <w:t xml:space="preserve">, </w:t>
      </w:r>
      <w:r>
        <w:t>jamais l</w:t>
      </w:r>
      <w:r w:rsidR="00315B11">
        <w:t>’</w:t>
      </w:r>
      <w:r>
        <w:t>amour n</w:t>
      </w:r>
      <w:r w:rsidR="00315B11">
        <w:t>’</w:t>
      </w:r>
      <w:r>
        <w:t>aura eu de si tendres</w:t>
      </w:r>
      <w:r w:rsidR="00315B11">
        <w:t xml:space="preserve">, </w:t>
      </w:r>
      <w:r>
        <w:t xml:space="preserve">ni de si </w:t>
      </w:r>
      <w:proofErr w:type="spellStart"/>
      <w:r>
        <w:t>fideles</w:t>
      </w:r>
      <w:proofErr w:type="spellEnd"/>
      <w:r>
        <w:t xml:space="preserve"> serviteurs</w:t>
      </w:r>
      <w:r w:rsidR="00315B11">
        <w:t xml:space="preserve">. </w:t>
      </w:r>
      <w:r>
        <w:t>Sans éducation &amp; par conséquent sans préjugés</w:t>
      </w:r>
      <w:r w:rsidR="00315B11">
        <w:t xml:space="preserve">, </w:t>
      </w:r>
      <w:r>
        <w:t>livrés sans remords à une mutuelle sympa</w:t>
      </w:r>
      <w:r>
        <w:rPr>
          <w:bCs/>
        </w:rPr>
        <w:t>thie</w:t>
      </w:r>
      <w:r w:rsidR="00315B11">
        <w:rPr>
          <w:bCs/>
        </w:rPr>
        <w:t xml:space="preserve">, </w:t>
      </w:r>
      <w:r>
        <w:rPr>
          <w:bCs/>
        </w:rPr>
        <w:t xml:space="preserve">abandonnés à </w:t>
      </w:r>
      <w:r>
        <w:t>un instinct plus sage que la raison</w:t>
      </w:r>
      <w:r w:rsidR="00315B11">
        <w:t xml:space="preserve">, </w:t>
      </w:r>
      <w:r>
        <w:t>ils ne suivront que ce tendre penchant de la nature</w:t>
      </w:r>
      <w:r w:rsidR="00315B11">
        <w:t xml:space="preserve">, </w:t>
      </w:r>
      <w:r>
        <w:t>qui ne peut être criminel</w:t>
      </w:r>
      <w:r w:rsidR="00315B11">
        <w:t xml:space="preserve">, </w:t>
      </w:r>
      <w:r>
        <w:t>puisqu</w:t>
      </w:r>
      <w:r w:rsidR="00315B11">
        <w:t>’</w:t>
      </w:r>
      <w:r>
        <w:t xml:space="preserve">on </w:t>
      </w:r>
      <w:r>
        <w:rPr>
          <w:bCs/>
        </w:rPr>
        <w:t xml:space="preserve">ne </w:t>
      </w:r>
      <w:r>
        <w:t>peut y résister</w:t>
      </w:r>
      <w:r w:rsidR="00315B11">
        <w:t>.</w:t>
      </w:r>
    </w:p>
    <w:p w14:paraId="6F75E47C" w14:textId="77777777" w:rsidR="00315B11" w:rsidRDefault="00000000" w:rsidP="00315B11">
      <w:r>
        <w:t>Voyez ce jeune garçon</w:t>
      </w:r>
      <w:r w:rsidR="00315B11">
        <w:t xml:space="preserve"> ; </w:t>
      </w:r>
      <w:r>
        <w:t>déjà il n</w:t>
      </w:r>
      <w:r w:rsidR="00315B11">
        <w:t>’</w:t>
      </w:r>
      <w:r>
        <w:t>est plus homme</w:t>
      </w:r>
      <w:r w:rsidR="00315B11">
        <w:t xml:space="preserve">, </w:t>
      </w:r>
      <w:r>
        <w:t>sans s</w:t>
      </w:r>
      <w:r w:rsidR="00315B11">
        <w:t>’</w:t>
      </w:r>
      <w:r>
        <w:t xml:space="preserve">en </w:t>
      </w:r>
      <w:proofErr w:type="spellStart"/>
      <w:r>
        <w:t>appercevoir</w:t>
      </w:r>
      <w:proofErr w:type="spellEnd"/>
      <w:r w:rsidR="00315B11">
        <w:t xml:space="preserve">. </w:t>
      </w:r>
      <w:r>
        <w:t>Quel nouveau feu vient de s</w:t>
      </w:r>
      <w:r w:rsidR="00315B11">
        <w:t>’</w:t>
      </w:r>
      <w:r>
        <w:t>allumer dans ses veines</w:t>
      </w:r>
      <w:r w:rsidR="00315B11">
        <w:t xml:space="preserve"> ! </w:t>
      </w:r>
      <w:r>
        <w:t>quel chaos se débrouille</w:t>
      </w:r>
      <w:r w:rsidR="00315B11">
        <w:t xml:space="preserve"> ! </w:t>
      </w:r>
      <w:r>
        <w:t>il n</w:t>
      </w:r>
      <w:r w:rsidR="00315B11">
        <w:t>’</w:t>
      </w:r>
      <w:r>
        <w:t>a plus les mêmes goûts</w:t>
      </w:r>
      <w:r w:rsidR="00315B11">
        <w:t xml:space="preserve">, </w:t>
      </w:r>
      <w:r>
        <w:t>ses inclinations changent avec sa voix</w:t>
      </w:r>
      <w:r w:rsidR="00315B11">
        <w:t xml:space="preserve">. </w:t>
      </w:r>
      <w:r>
        <w:t>Pourquoi ce qui l</w:t>
      </w:r>
      <w:r w:rsidR="00315B11">
        <w:t>’</w:t>
      </w:r>
      <w:proofErr w:type="spellStart"/>
      <w:r>
        <w:t>amusoit</w:t>
      </w:r>
      <w:proofErr w:type="spellEnd"/>
      <w:r w:rsidR="00315B11">
        <w:t xml:space="preserve">, </w:t>
      </w:r>
      <w:r>
        <w:t>l</w:t>
      </w:r>
      <w:r w:rsidR="00315B11">
        <w:t>’</w:t>
      </w:r>
      <w:proofErr w:type="spellStart"/>
      <w:r>
        <w:t>ennuye</w:t>
      </w:r>
      <w:proofErr w:type="spellEnd"/>
      <w:r>
        <w:t>-t-il</w:t>
      </w:r>
      <w:r w:rsidR="00315B11">
        <w:t xml:space="preserve"> ? </w:t>
      </w:r>
      <w:r>
        <w:t>Tout occupé</w:t>
      </w:r>
      <w:r w:rsidR="00315B11">
        <w:t xml:space="preserve">, </w:t>
      </w:r>
      <w:r>
        <w:t>tout étonné de son nouvel être</w:t>
      </w:r>
      <w:r w:rsidR="00315B11">
        <w:t xml:space="preserve">, </w:t>
      </w:r>
      <w:r>
        <w:t>il sent</w:t>
      </w:r>
      <w:r w:rsidR="00315B11">
        <w:t xml:space="preserve">, </w:t>
      </w:r>
      <w:r>
        <w:t xml:space="preserve">il </w:t>
      </w:r>
      <w:proofErr w:type="spellStart"/>
      <w:r>
        <w:t>desire</w:t>
      </w:r>
      <w:proofErr w:type="spellEnd"/>
      <w:r w:rsidR="00315B11">
        <w:t xml:space="preserve">, </w:t>
      </w:r>
      <w:r>
        <w:t>sans trop savoir ce qu</w:t>
      </w:r>
      <w:r w:rsidR="00315B11">
        <w:t>’</w:t>
      </w:r>
      <w:r>
        <w:t>il sent</w:t>
      </w:r>
      <w:r w:rsidR="00315B11">
        <w:t xml:space="preserve">, </w:t>
      </w:r>
      <w:r>
        <w:t>ni ce qu</w:t>
      </w:r>
      <w:r w:rsidR="00315B11">
        <w:t>’</w:t>
      </w:r>
      <w:r>
        <w:t xml:space="preserve">il </w:t>
      </w:r>
      <w:proofErr w:type="spellStart"/>
      <w:r>
        <w:t>desire</w:t>
      </w:r>
      <w:proofErr w:type="spellEnd"/>
      <w:r w:rsidR="00315B11">
        <w:t xml:space="preserve"> : </w:t>
      </w:r>
      <w:r>
        <w:t>il entrevoit seulement</w:t>
      </w:r>
      <w:r w:rsidR="00315B11">
        <w:t xml:space="preserve">, </w:t>
      </w:r>
      <w:r>
        <w:t>par l</w:t>
      </w:r>
      <w:r w:rsidR="00315B11">
        <w:t>’</w:t>
      </w:r>
      <w:r>
        <w:t>envie qu</w:t>
      </w:r>
      <w:r w:rsidR="00315B11">
        <w:t>’</w:t>
      </w:r>
      <w:r>
        <w:t>il a d</w:t>
      </w:r>
      <w:r w:rsidR="00315B11">
        <w:t>’</w:t>
      </w:r>
      <w:r>
        <w:t>être heureux</w:t>
      </w:r>
      <w:r w:rsidR="00315B11">
        <w:t xml:space="preserve">, </w:t>
      </w:r>
      <w:r>
        <w:t>la puissance de le devenir</w:t>
      </w:r>
      <w:r w:rsidR="00315B11">
        <w:t xml:space="preserve">. </w:t>
      </w:r>
      <w:r>
        <w:t xml:space="preserve">Ses </w:t>
      </w:r>
      <w:proofErr w:type="spellStart"/>
      <w:r>
        <w:t>desirs</w:t>
      </w:r>
      <w:proofErr w:type="spellEnd"/>
      <w:r>
        <w:t xml:space="preserve"> confus forment </w:t>
      </w:r>
      <w:r>
        <w:lastRenderedPageBreak/>
        <w:t xml:space="preserve">une </w:t>
      </w:r>
      <w:proofErr w:type="spellStart"/>
      <w:r>
        <w:t>espece</w:t>
      </w:r>
      <w:proofErr w:type="spellEnd"/>
      <w:r>
        <w:t xml:space="preserve"> de voile</w:t>
      </w:r>
      <w:r w:rsidR="00315B11">
        <w:t xml:space="preserve">, </w:t>
      </w:r>
      <w:r>
        <w:t>qui dérobe à sa vue le bonheur qui l</w:t>
      </w:r>
      <w:r w:rsidR="00315B11">
        <w:t>’</w:t>
      </w:r>
      <w:r>
        <w:t>attend</w:t>
      </w:r>
      <w:r w:rsidR="00315B11">
        <w:t xml:space="preserve">. </w:t>
      </w:r>
      <w:r>
        <w:t>Consolez-vous</w:t>
      </w:r>
      <w:r w:rsidR="00315B11">
        <w:t xml:space="preserve">, </w:t>
      </w:r>
      <w:r>
        <w:t>jeune berger</w:t>
      </w:r>
      <w:r w:rsidR="00315B11">
        <w:t xml:space="preserve">, </w:t>
      </w:r>
      <w:r>
        <w:t>le flambeau de l</w:t>
      </w:r>
      <w:r w:rsidR="00315B11">
        <w:t>’</w:t>
      </w:r>
      <w:r>
        <w:t>amour dissipera bientôt les nuages qui retardent vos beaux jours</w:t>
      </w:r>
      <w:r w:rsidR="00315B11">
        <w:t xml:space="preserve"> : </w:t>
      </w:r>
      <w:r>
        <w:t>les plaisirs après lesquels vous soupirez</w:t>
      </w:r>
      <w:r w:rsidR="00315B11">
        <w:t xml:space="preserve">, </w:t>
      </w:r>
      <w:r>
        <w:t>ne vous seront pas toujours inconnus</w:t>
      </w:r>
      <w:r w:rsidR="00315B11">
        <w:t xml:space="preserve"> ; </w:t>
      </w:r>
      <w:r>
        <w:t xml:space="preserve">la nature vous en offrira </w:t>
      </w:r>
      <w:proofErr w:type="spellStart"/>
      <w:r>
        <w:t>par-tout</w:t>
      </w:r>
      <w:proofErr w:type="spellEnd"/>
      <w:r>
        <w:t xml:space="preserve"> l</w:t>
      </w:r>
      <w:r w:rsidR="00315B11">
        <w:t>’</w:t>
      </w:r>
      <w:r>
        <w:t>image</w:t>
      </w:r>
      <w:r w:rsidR="00315B11">
        <w:t xml:space="preserve"> ; </w:t>
      </w:r>
      <w:r>
        <w:t>deux animaux s</w:t>
      </w:r>
      <w:r w:rsidR="00315B11">
        <w:t>’</w:t>
      </w:r>
      <w:r>
        <w:t>accoupleront en votre présence</w:t>
      </w:r>
      <w:r w:rsidR="00315B11">
        <w:t xml:space="preserve"> ; </w:t>
      </w:r>
      <w:r>
        <w:t>vous verrez des oiseaux se caresser sur une branche d</w:t>
      </w:r>
      <w:r w:rsidR="00315B11">
        <w:t>’</w:t>
      </w:r>
      <w:r>
        <w:t>arbre</w:t>
      </w:r>
      <w:r w:rsidR="00315B11">
        <w:t xml:space="preserve">, </w:t>
      </w:r>
      <w:r>
        <w:t>qui semble obéir à leurs amours</w:t>
      </w:r>
      <w:r w:rsidR="00315B11">
        <w:t>.</w:t>
      </w:r>
    </w:p>
    <w:p w14:paraId="4F6EE3F7" w14:textId="77777777" w:rsidR="00315B11" w:rsidRDefault="00000000" w:rsidP="00315B11">
      <w:r>
        <w:rPr>
          <w:i/>
          <w:iCs/>
        </w:rPr>
        <w:t>Tout vous est de l</w:t>
      </w:r>
      <w:r w:rsidR="00315B11">
        <w:rPr>
          <w:i/>
          <w:iCs/>
        </w:rPr>
        <w:t>’</w:t>
      </w:r>
      <w:r>
        <w:rPr>
          <w:i/>
          <w:iCs/>
        </w:rPr>
        <w:t>amour une leçon vivante</w:t>
      </w:r>
      <w:r w:rsidR="00315B11">
        <w:rPr>
          <w:i/>
          <w:iCs/>
        </w:rPr>
        <w:t>.</w:t>
      </w:r>
    </w:p>
    <w:p w14:paraId="7A146976" w14:textId="77777777" w:rsidR="00315B11" w:rsidRDefault="00000000" w:rsidP="00315B11">
      <w:r>
        <w:rPr>
          <w:bCs/>
        </w:rPr>
        <w:t xml:space="preserve">Que </w:t>
      </w:r>
      <w:r>
        <w:t>de réflexions vont naître de ce nouveau spectacle</w:t>
      </w:r>
      <w:r w:rsidR="00315B11">
        <w:t xml:space="preserve"> ! </w:t>
      </w:r>
      <w:r>
        <w:t>jusqu</w:t>
      </w:r>
      <w:r w:rsidR="00315B11">
        <w:t>’</w:t>
      </w:r>
      <w:r>
        <w:t>où la curiosité ne portera-t-elle pas ses regards</w:t>
      </w:r>
      <w:r w:rsidR="00315B11">
        <w:t xml:space="preserve"> ! </w:t>
      </w:r>
      <w:r>
        <w:t>L</w:t>
      </w:r>
      <w:r w:rsidR="00315B11">
        <w:t>’</w:t>
      </w:r>
      <w:r>
        <w:t>amour l</w:t>
      </w:r>
      <w:r w:rsidR="00315B11">
        <w:t>’</w:t>
      </w:r>
      <w:r>
        <w:t>aiguillonne</w:t>
      </w:r>
      <w:r w:rsidR="00315B11">
        <w:t xml:space="preserve"> ; </w:t>
      </w:r>
      <w:r>
        <w:t>il veut instruire l</w:t>
      </w:r>
      <w:r w:rsidR="00315B11">
        <w:t>’</w:t>
      </w:r>
      <w:r>
        <w:t>un par l</w:t>
      </w:r>
      <w:r w:rsidR="00315B11">
        <w:t>’</w:t>
      </w:r>
      <w:r>
        <w:t>autre</w:t>
      </w:r>
      <w:r w:rsidR="00315B11">
        <w:t xml:space="preserve"> ; </w:t>
      </w:r>
      <w:r>
        <w:t xml:space="preserve">il a fait la gorge de la </w:t>
      </w:r>
      <w:proofErr w:type="spellStart"/>
      <w:r>
        <w:t>bergere</w:t>
      </w:r>
      <w:proofErr w:type="spellEnd"/>
      <w:r w:rsidR="00315B11">
        <w:t xml:space="preserve">, </w:t>
      </w:r>
      <w:r>
        <w:t>différente de celle du berger</w:t>
      </w:r>
      <w:r w:rsidR="00315B11">
        <w:t xml:space="preserve"> : </w:t>
      </w:r>
      <w:r>
        <w:t>elle ne peut respirer sans qu</w:t>
      </w:r>
      <w:r w:rsidR="00315B11">
        <w:t>’</w:t>
      </w:r>
      <w:r>
        <w:t>elle s</w:t>
      </w:r>
      <w:r w:rsidR="00315B11">
        <w:t>’</w:t>
      </w:r>
      <w:proofErr w:type="spellStart"/>
      <w:r>
        <w:t>éleve</w:t>
      </w:r>
      <w:proofErr w:type="spellEnd"/>
      <w:r w:rsidR="00315B11">
        <w:t xml:space="preserve">, </w:t>
      </w:r>
      <w:r>
        <w:t>c</w:t>
      </w:r>
      <w:r w:rsidR="00315B11">
        <w:t>’</w:t>
      </w:r>
      <w:r>
        <w:t>est son langage</w:t>
      </w:r>
      <w:r w:rsidR="00315B11">
        <w:t xml:space="preserve"> : </w:t>
      </w:r>
      <w:r>
        <w:t>il semble qu</w:t>
      </w:r>
      <w:r w:rsidR="00315B11">
        <w:t>’</w:t>
      </w:r>
      <w:r>
        <w:t xml:space="preserve">elle veuille forcer les </w:t>
      </w:r>
      <w:proofErr w:type="spellStart"/>
      <w:r>
        <w:t>barrieres</w:t>
      </w:r>
      <w:proofErr w:type="spellEnd"/>
      <w:r>
        <w:t xml:space="preserve"> de la pudeur</w:t>
      </w:r>
      <w:r w:rsidR="00315B11">
        <w:t xml:space="preserve">, </w:t>
      </w:r>
      <w:r>
        <w:t>comme indignée d</w:t>
      </w:r>
      <w:r w:rsidR="00315B11">
        <w:t>’</w:t>
      </w:r>
      <w:r>
        <w:t>une contrainte qui la fâche</w:t>
      </w:r>
      <w:r w:rsidR="00315B11">
        <w:t xml:space="preserve">. </w:t>
      </w:r>
      <w:r>
        <w:t>Pensées naïves</w:t>
      </w:r>
      <w:r w:rsidR="00315B11">
        <w:t xml:space="preserve">, </w:t>
      </w:r>
      <w:proofErr w:type="spellStart"/>
      <w:r>
        <w:t>desirs</w:t>
      </w:r>
      <w:proofErr w:type="spellEnd"/>
      <w:r>
        <w:t xml:space="preserve"> </w:t>
      </w:r>
      <w:proofErr w:type="spellStart"/>
      <w:r>
        <w:t>innocens</w:t>
      </w:r>
      <w:proofErr w:type="spellEnd"/>
      <w:r w:rsidR="00315B11">
        <w:t xml:space="preserve">, </w:t>
      </w:r>
      <w:r>
        <w:t>tendres inquiétudes</w:t>
      </w:r>
      <w:r w:rsidR="00315B11">
        <w:t xml:space="preserve">, </w:t>
      </w:r>
      <w:r>
        <w:t>tout se dit sans fard</w:t>
      </w:r>
      <w:r w:rsidR="00315B11">
        <w:t xml:space="preserve"> ; </w:t>
      </w:r>
      <w:r>
        <w:t>le cœur s</w:t>
      </w:r>
      <w:r w:rsidR="00315B11">
        <w:t>’</w:t>
      </w:r>
      <w:r>
        <w:t>ouvre</w:t>
      </w:r>
      <w:r w:rsidR="00315B11">
        <w:t xml:space="preserve">, </w:t>
      </w:r>
      <w:r>
        <w:t xml:space="preserve">on ne se dissimule aucuns </w:t>
      </w:r>
      <w:proofErr w:type="spellStart"/>
      <w:r>
        <w:t>sentimens</w:t>
      </w:r>
      <w:proofErr w:type="spellEnd"/>
      <w:r w:rsidR="00315B11">
        <w:t xml:space="preserve"> ; </w:t>
      </w:r>
      <w:r>
        <w:t>ils sont trop nouveaux</w:t>
      </w:r>
      <w:r w:rsidR="00315B11">
        <w:t xml:space="preserve">, </w:t>
      </w:r>
      <w:r>
        <w:t>trop vifs</w:t>
      </w:r>
      <w:r w:rsidR="00315B11">
        <w:t xml:space="preserve">, </w:t>
      </w:r>
      <w:r>
        <w:t>pour être contenus</w:t>
      </w:r>
      <w:r w:rsidR="00315B11">
        <w:t>.</w:t>
      </w:r>
    </w:p>
    <w:p w14:paraId="433C64FF" w14:textId="77777777" w:rsidR="00315B11" w:rsidRDefault="00000000" w:rsidP="00315B11">
      <w:r>
        <w:t>Mais n</w:t>
      </w:r>
      <w:r w:rsidR="00315B11">
        <w:t>’</w:t>
      </w:r>
      <w:r>
        <w:t xml:space="preserve">y </w:t>
      </w:r>
      <w:proofErr w:type="spellStart"/>
      <w:r>
        <w:t>auroit-il</w:t>
      </w:r>
      <w:proofErr w:type="spellEnd"/>
      <w:r>
        <w:t xml:space="preserve"> point encore d</w:t>
      </w:r>
      <w:r w:rsidR="00315B11">
        <w:t>’</w:t>
      </w:r>
      <w:r>
        <w:t>autre différence</w:t>
      </w:r>
      <w:r w:rsidR="00315B11">
        <w:t xml:space="preserve"> ? </w:t>
      </w:r>
      <w:r>
        <w:t>Oh oui</w:t>
      </w:r>
      <w:r w:rsidR="00315B11">
        <w:t xml:space="preserve"> ! </w:t>
      </w:r>
      <w:r>
        <w:t>&amp; même beaucoup plus considérable</w:t>
      </w:r>
      <w:r w:rsidR="00315B11">
        <w:t xml:space="preserve"> : </w:t>
      </w:r>
      <w:r>
        <w:t>voyez cette rose que le trop heureux hymen reçoit quelquefois des mains de l</w:t>
      </w:r>
      <w:r w:rsidR="00315B11">
        <w:t>’</w:t>
      </w:r>
      <w:r>
        <w:t>amour</w:t>
      </w:r>
      <w:r w:rsidR="00315B11">
        <w:t xml:space="preserve"> : </w:t>
      </w:r>
      <w:r>
        <w:t>rose vermeille</w:t>
      </w:r>
      <w:r w:rsidR="00315B11">
        <w:t xml:space="preserve">, </w:t>
      </w:r>
      <w:r>
        <w:t>dont le bouton est peine éclos qu</w:t>
      </w:r>
      <w:r w:rsidR="00315B11">
        <w:t>’</w:t>
      </w:r>
      <w:r>
        <w:t>elle veut être cueillie</w:t>
      </w:r>
      <w:r w:rsidR="00315B11">
        <w:t xml:space="preserve"> : </w:t>
      </w:r>
      <w:r>
        <w:t>rose charmante</w:t>
      </w:r>
      <w:r w:rsidR="00315B11">
        <w:t xml:space="preserve">, </w:t>
      </w:r>
      <w:r>
        <w:t>dont chaque feuille semble couverte &amp; entourée d</w:t>
      </w:r>
      <w:r w:rsidR="00315B11">
        <w:t>’</w:t>
      </w:r>
      <w:r>
        <w:t>un fin duvet</w:t>
      </w:r>
      <w:r w:rsidR="00315B11">
        <w:t xml:space="preserve">, </w:t>
      </w:r>
      <w:r>
        <w:t>pour mieux cacher les amours qui y sont nichés</w:t>
      </w:r>
      <w:r w:rsidR="00315B11">
        <w:t xml:space="preserve">, </w:t>
      </w:r>
      <w:r>
        <w:t>&amp; les soutenir plus mollement dans leurs ébats</w:t>
      </w:r>
      <w:r w:rsidR="00315B11">
        <w:t>.</w:t>
      </w:r>
    </w:p>
    <w:p w14:paraId="0D672CB4" w14:textId="77777777" w:rsidR="00315B11" w:rsidRDefault="00000000" w:rsidP="00315B11">
      <w:r>
        <w:t>Surpris de la beauté de cette fleur</w:t>
      </w:r>
      <w:r w:rsidR="00315B11">
        <w:t xml:space="preserve">, </w:t>
      </w:r>
      <w:r>
        <w:t xml:space="preserve">avec quelle avidité le berger la </w:t>
      </w:r>
      <w:proofErr w:type="spellStart"/>
      <w:r>
        <w:t>considere</w:t>
      </w:r>
      <w:proofErr w:type="spellEnd"/>
      <w:r w:rsidR="00315B11">
        <w:t xml:space="preserve"> ! </w:t>
      </w:r>
      <w:r>
        <w:t>Avec quel plaisir il la touche</w:t>
      </w:r>
      <w:r w:rsidR="00315B11">
        <w:t xml:space="preserve">, </w:t>
      </w:r>
      <w:r>
        <w:t>la parcourt</w:t>
      </w:r>
      <w:r w:rsidR="00315B11">
        <w:t xml:space="preserve">, </w:t>
      </w:r>
      <w:r>
        <w:t>l</w:t>
      </w:r>
      <w:r w:rsidR="00315B11">
        <w:t>’</w:t>
      </w:r>
      <w:r>
        <w:t>examine</w:t>
      </w:r>
      <w:r w:rsidR="00315B11">
        <w:t xml:space="preserve"> ! </w:t>
      </w:r>
      <w:r>
        <w:t>Le trouble de son cœur est marqué dans ses yeux</w:t>
      </w:r>
      <w:r w:rsidR="00315B11">
        <w:t>.</w:t>
      </w:r>
    </w:p>
    <w:p w14:paraId="611EA402" w14:textId="77777777" w:rsidR="00315B11" w:rsidRDefault="00000000" w:rsidP="00315B11">
      <w:r>
        <w:lastRenderedPageBreak/>
        <w:t xml:space="preserve">La </w:t>
      </w:r>
      <w:proofErr w:type="spellStart"/>
      <w:r>
        <w:t>bergere</w:t>
      </w:r>
      <w:proofErr w:type="spellEnd"/>
      <w:r>
        <w:t xml:space="preserve"> est aussi curieuse d</w:t>
      </w:r>
      <w:r w:rsidR="00315B11">
        <w:t>’</w:t>
      </w:r>
      <w:r>
        <w:t xml:space="preserve">elle-même pour la </w:t>
      </w:r>
      <w:proofErr w:type="spellStart"/>
      <w:r>
        <w:t>premiere</w:t>
      </w:r>
      <w:proofErr w:type="spellEnd"/>
      <w:r>
        <w:t xml:space="preserve"> fois</w:t>
      </w:r>
      <w:r w:rsidR="00315B11">
        <w:t xml:space="preserve"> ; </w:t>
      </w:r>
      <w:r>
        <w:t xml:space="preserve">elle </w:t>
      </w:r>
      <w:proofErr w:type="spellStart"/>
      <w:r>
        <w:t>avoit</w:t>
      </w:r>
      <w:proofErr w:type="spellEnd"/>
      <w:r>
        <w:t xml:space="preserve"> déjà vu son joli minois dans un clair ruisseau</w:t>
      </w:r>
      <w:r w:rsidR="00315B11">
        <w:t xml:space="preserve"> : </w:t>
      </w:r>
      <w:r>
        <w:t>le même miroir va lui servir pour contempler des charmes secrets qu</w:t>
      </w:r>
      <w:r w:rsidR="00315B11">
        <w:t>’</w:t>
      </w:r>
      <w:r>
        <w:t xml:space="preserve">elle </w:t>
      </w:r>
      <w:proofErr w:type="spellStart"/>
      <w:r>
        <w:t>ignoroit</w:t>
      </w:r>
      <w:proofErr w:type="spellEnd"/>
      <w:r w:rsidR="00315B11">
        <w:t>.</w:t>
      </w:r>
    </w:p>
    <w:p w14:paraId="22CC2F04" w14:textId="77777777" w:rsidR="00315B11" w:rsidRDefault="00000000" w:rsidP="00315B11">
      <w:r>
        <w:t>Mais elle découvre à son tour combien Daphnis lui ressemble</w:t>
      </w:r>
      <w:r w:rsidR="00315B11">
        <w:t xml:space="preserve">. </w:t>
      </w:r>
      <w:r>
        <w:t>Qu</w:t>
      </w:r>
      <w:r w:rsidR="00315B11">
        <w:t>’</w:t>
      </w:r>
      <w:r>
        <w:t>elle lui rend bien sa surprise</w:t>
      </w:r>
      <w:r w:rsidR="00315B11">
        <w:t xml:space="preserve"> ! </w:t>
      </w:r>
      <w:r>
        <w:t>Frappée d</w:t>
      </w:r>
      <w:r w:rsidR="00315B11">
        <w:t>’</w:t>
      </w:r>
      <w:r>
        <w:t>une si prodigieuse différence</w:t>
      </w:r>
      <w:r w:rsidR="00315B11">
        <w:t xml:space="preserve">, </w:t>
      </w:r>
      <w:proofErr w:type="gramStart"/>
      <w:r>
        <w:t>toute</w:t>
      </w:r>
      <w:proofErr w:type="gramEnd"/>
      <w:r>
        <w:t xml:space="preserve"> émue elle y porte la main en tremblant</w:t>
      </w:r>
      <w:r w:rsidR="00315B11">
        <w:t xml:space="preserve"> ; </w:t>
      </w:r>
      <w:r>
        <w:t>elle le caresse</w:t>
      </w:r>
      <w:r w:rsidR="00315B11">
        <w:t xml:space="preserve">, </w:t>
      </w:r>
      <w:r>
        <w:t>elle en ignore l</w:t>
      </w:r>
      <w:r w:rsidR="00315B11">
        <w:t>’</w:t>
      </w:r>
      <w:r>
        <w:t>usage</w:t>
      </w:r>
      <w:r w:rsidR="00315B11">
        <w:t xml:space="preserve">, </w:t>
      </w:r>
      <w:r>
        <w:t xml:space="preserve">elle ne comprend pas pourquoi son cœur bat si </w:t>
      </w:r>
      <w:proofErr w:type="spellStart"/>
      <w:r>
        <w:t>vîte</w:t>
      </w:r>
      <w:proofErr w:type="spellEnd"/>
      <w:r w:rsidR="00315B11">
        <w:t xml:space="preserve">, </w:t>
      </w:r>
      <w:r>
        <w:t xml:space="preserve">elle ne se </w:t>
      </w:r>
      <w:proofErr w:type="spellStart"/>
      <w:r>
        <w:t>connoît</w:t>
      </w:r>
      <w:proofErr w:type="spellEnd"/>
      <w:r>
        <w:t xml:space="preserve"> presque plus</w:t>
      </w:r>
      <w:r w:rsidR="00315B11">
        <w:t xml:space="preserve"> : </w:t>
      </w:r>
      <w:r>
        <w:t>mais enfin</w:t>
      </w:r>
      <w:r w:rsidR="00315B11">
        <w:t xml:space="preserve">, </w:t>
      </w:r>
      <w:r>
        <w:t>lorsque revenue à elle-même</w:t>
      </w:r>
      <w:r w:rsidR="00315B11">
        <w:t xml:space="preserve">, </w:t>
      </w:r>
      <w:r>
        <w:t xml:space="preserve">un trait de </w:t>
      </w:r>
      <w:proofErr w:type="spellStart"/>
      <w:r>
        <w:t>lumiere</w:t>
      </w:r>
      <w:proofErr w:type="spellEnd"/>
      <w:r>
        <w:t xml:space="preserve"> a passé dans son cœur</w:t>
      </w:r>
      <w:r w:rsidR="00315B11">
        <w:t xml:space="preserve">, </w:t>
      </w:r>
      <w:r>
        <w:t>elle le regarde comme un monstre</w:t>
      </w:r>
      <w:r w:rsidR="00315B11">
        <w:t xml:space="preserve">, </w:t>
      </w:r>
      <w:r>
        <w:t xml:space="preserve">la chose lui </w:t>
      </w:r>
      <w:proofErr w:type="spellStart"/>
      <w:r>
        <w:t>paroît</w:t>
      </w:r>
      <w:proofErr w:type="spellEnd"/>
      <w:r>
        <w:t xml:space="preserve"> absolument impossible</w:t>
      </w:r>
      <w:r w:rsidR="00315B11">
        <w:t xml:space="preserve">, </w:t>
      </w:r>
      <w:r>
        <w:t>elle ne conçoit pas encore</w:t>
      </w:r>
      <w:r w:rsidR="00315B11">
        <w:t xml:space="preserve">, </w:t>
      </w:r>
      <w:r>
        <w:t>la pauvre Agnès</w:t>
      </w:r>
      <w:r w:rsidR="00315B11">
        <w:t xml:space="preserve">, </w:t>
      </w:r>
      <w:r>
        <w:t>tout ce que peut l</w:t>
      </w:r>
      <w:r w:rsidR="00315B11">
        <w:t>’</w:t>
      </w:r>
      <w:r>
        <w:t>amour</w:t>
      </w:r>
      <w:r w:rsidR="00315B11">
        <w:t>.</w:t>
      </w:r>
    </w:p>
    <w:p w14:paraId="0E2DD2A6" w14:textId="77777777" w:rsidR="00315B11" w:rsidRDefault="00000000" w:rsidP="00315B11">
      <w:r>
        <w:t>L</w:t>
      </w:r>
      <w:r w:rsidR="00315B11">
        <w:t>’</w:t>
      </w:r>
      <w:r>
        <w:t>idée du crime n</w:t>
      </w:r>
      <w:r w:rsidR="00315B11">
        <w:t>’</w:t>
      </w:r>
      <w:r>
        <w:t>a point été arrachée à toutes ces recherches amoureuses</w:t>
      </w:r>
      <w:r w:rsidR="00315B11">
        <w:t xml:space="preserve"> ; </w:t>
      </w:r>
      <w:r>
        <w:t>elles sont faites par de jeunes cœurs qui ont besoin d</w:t>
      </w:r>
      <w:r w:rsidR="00315B11">
        <w:t>’</w:t>
      </w:r>
      <w:r>
        <w:t>aimer</w:t>
      </w:r>
      <w:r w:rsidR="00315B11">
        <w:t xml:space="preserve">, </w:t>
      </w:r>
      <w:r>
        <w:t>avec une pureté d</w:t>
      </w:r>
      <w:r w:rsidR="00315B11">
        <w:t>’</w:t>
      </w:r>
      <w:proofErr w:type="spellStart"/>
      <w:r>
        <w:t>ame</w:t>
      </w:r>
      <w:proofErr w:type="spellEnd"/>
      <w:r>
        <w:t xml:space="preserve"> que jamais n</w:t>
      </w:r>
      <w:r w:rsidR="00315B11">
        <w:t>’</w:t>
      </w:r>
      <w:r>
        <w:t>empoisonna le repentir</w:t>
      </w:r>
      <w:r w:rsidR="00315B11">
        <w:t xml:space="preserve">. </w:t>
      </w:r>
      <w:r>
        <w:t xml:space="preserve">Heureux </w:t>
      </w:r>
      <w:proofErr w:type="spellStart"/>
      <w:r>
        <w:t>enfans</w:t>
      </w:r>
      <w:proofErr w:type="spellEnd"/>
      <w:r w:rsidR="00315B11">
        <w:t xml:space="preserve"> ! </w:t>
      </w:r>
      <w:r>
        <w:t xml:space="preserve">qui ne </w:t>
      </w:r>
      <w:proofErr w:type="spellStart"/>
      <w:r>
        <w:t>voudroit</w:t>
      </w:r>
      <w:proofErr w:type="spellEnd"/>
      <w:r>
        <w:t xml:space="preserve"> l</w:t>
      </w:r>
      <w:r w:rsidR="00315B11">
        <w:t>’</w:t>
      </w:r>
      <w:r>
        <w:t>être comme vous</w:t>
      </w:r>
      <w:r w:rsidR="00315B11">
        <w:t xml:space="preserve"> ? </w:t>
      </w:r>
      <w:r>
        <w:t>Bientôt vos jeux ne seront plus les mêmes</w:t>
      </w:r>
      <w:r w:rsidR="00315B11">
        <w:t xml:space="preserve">, </w:t>
      </w:r>
      <w:r>
        <w:t>mais ils n</w:t>
      </w:r>
      <w:r w:rsidR="00315B11">
        <w:t>’</w:t>
      </w:r>
      <w:r>
        <w:t xml:space="preserve">en seront pas moins </w:t>
      </w:r>
      <w:proofErr w:type="spellStart"/>
      <w:r>
        <w:t>innocens</w:t>
      </w:r>
      <w:proofErr w:type="spellEnd"/>
      <w:r w:rsidR="00315B11">
        <w:t xml:space="preserve"> : </w:t>
      </w:r>
      <w:r>
        <w:t>le plaisir n</w:t>
      </w:r>
      <w:r w:rsidR="00315B11">
        <w:t>’</w:t>
      </w:r>
      <w:r>
        <w:t>habita jamais des cœurs impurs &amp; corrompus</w:t>
      </w:r>
      <w:r w:rsidR="00315B11">
        <w:t xml:space="preserve">. </w:t>
      </w:r>
      <w:r>
        <w:t>Quel sort plus digne d</w:t>
      </w:r>
      <w:r w:rsidR="00315B11">
        <w:t>’</w:t>
      </w:r>
      <w:r>
        <w:t>envie</w:t>
      </w:r>
      <w:r w:rsidR="00315B11">
        <w:t xml:space="preserve"> ! </w:t>
      </w:r>
      <w:r>
        <w:t>vous ignorez ce que vous êtes l</w:t>
      </w:r>
      <w:r w:rsidR="00315B11">
        <w:t>’</w:t>
      </w:r>
      <w:r>
        <w:t>un à l</w:t>
      </w:r>
      <w:r w:rsidR="00315B11">
        <w:t>’</w:t>
      </w:r>
      <w:r>
        <w:t>autre</w:t>
      </w:r>
      <w:r w:rsidR="00315B11">
        <w:t xml:space="preserve"> ; </w:t>
      </w:r>
      <w:r>
        <w:t>cette douce habitude de se voir sans cesse</w:t>
      </w:r>
      <w:r w:rsidR="00315B11">
        <w:t xml:space="preserve">, </w:t>
      </w:r>
      <w:r>
        <w:t>la voix du sang ne déconcerte point l</w:t>
      </w:r>
      <w:r w:rsidR="00315B11">
        <w:t>’</w:t>
      </w:r>
      <w:r>
        <w:t>amour</w:t>
      </w:r>
      <w:r w:rsidR="00315B11">
        <w:t xml:space="preserve"> ; </w:t>
      </w:r>
      <w:r>
        <w:t>il n</w:t>
      </w:r>
      <w:r w:rsidR="00315B11">
        <w:t>’</w:t>
      </w:r>
      <w:r>
        <w:t xml:space="preserve">en vole que plus </w:t>
      </w:r>
      <w:proofErr w:type="spellStart"/>
      <w:r>
        <w:t>vîte</w:t>
      </w:r>
      <w:proofErr w:type="spellEnd"/>
      <w:r>
        <w:t xml:space="preserve"> auprès de vous</w:t>
      </w:r>
      <w:r w:rsidR="00315B11">
        <w:t xml:space="preserve">, </w:t>
      </w:r>
      <w:r>
        <w:t>pour serrer vos liens &amp; vous rendre plus fortunés</w:t>
      </w:r>
      <w:r w:rsidR="00315B11">
        <w:t xml:space="preserve">. </w:t>
      </w:r>
      <w:r>
        <w:t>Ah</w:t>
      </w:r>
      <w:r w:rsidR="00315B11">
        <w:t xml:space="preserve"> ! </w:t>
      </w:r>
      <w:r>
        <w:t>puissiez-vous vivre toujours ensemble &amp; toujours ignorés dans cette paisible solitude</w:t>
      </w:r>
      <w:r w:rsidR="00315B11">
        <w:t xml:space="preserve">, </w:t>
      </w:r>
      <w:r>
        <w:t xml:space="preserve">sans </w:t>
      </w:r>
      <w:proofErr w:type="spellStart"/>
      <w:r>
        <w:t>con</w:t>
      </w:r>
      <w:r>
        <w:rPr>
          <w:bCs/>
        </w:rPr>
        <w:t>noître</w:t>
      </w:r>
      <w:proofErr w:type="spellEnd"/>
      <w:r>
        <w:rPr>
          <w:bCs/>
        </w:rPr>
        <w:t xml:space="preserve"> ceux qui vous ont donné le jour</w:t>
      </w:r>
      <w:r w:rsidR="00315B11">
        <w:rPr>
          <w:bCs/>
        </w:rPr>
        <w:t xml:space="preserve"> ! </w:t>
      </w:r>
      <w:r>
        <w:rPr>
          <w:bCs/>
        </w:rPr>
        <w:t xml:space="preserve">Le commerce des hommes </w:t>
      </w:r>
      <w:proofErr w:type="spellStart"/>
      <w:r>
        <w:rPr>
          <w:bCs/>
        </w:rPr>
        <w:t>seroit</w:t>
      </w:r>
      <w:proofErr w:type="spellEnd"/>
      <w:r>
        <w:rPr>
          <w:bCs/>
        </w:rPr>
        <w:t xml:space="preserve"> fatal à votre bonheur</w:t>
      </w:r>
      <w:r w:rsidR="00315B11">
        <w:rPr>
          <w:bCs/>
        </w:rPr>
        <w:t xml:space="preserve"> ; </w:t>
      </w:r>
      <w:r>
        <w:rPr>
          <w:bCs/>
        </w:rPr>
        <w:t xml:space="preserve">un art imposteur </w:t>
      </w:r>
      <w:proofErr w:type="spellStart"/>
      <w:r>
        <w:rPr>
          <w:bCs/>
        </w:rPr>
        <w:t>corromproit</w:t>
      </w:r>
      <w:proofErr w:type="spellEnd"/>
      <w:r>
        <w:rPr>
          <w:bCs/>
        </w:rPr>
        <w:t xml:space="preserve"> la simple nature</w:t>
      </w:r>
      <w:r w:rsidR="00315B11">
        <w:rPr>
          <w:bCs/>
        </w:rPr>
        <w:t xml:space="preserve">, </w:t>
      </w:r>
      <w:r>
        <w:rPr>
          <w:bCs/>
        </w:rPr>
        <w:t xml:space="preserve">sous les </w:t>
      </w:r>
      <w:proofErr w:type="spellStart"/>
      <w:r>
        <w:rPr>
          <w:bCs/>
        </w:rPr>
        <w:t>loix</w:t>
      </w:r>
      <w:proofErr w:type="spellEnd"/>
      <w:r>
        <w:rPr>
          <w:bCs/>
        </w:rPr>
        <w:t xml:space="preserve"> de laquelle vous </w:t>
      </w:r>
      <w:r>
        <w:t xml:space="preserve">viviez </w:t>
      </w:r>
      <w:r>
        <w:rPr>
          <w:bCs/>
        </w:rPr>
        <w:t>heureux</w:t>
      </w:r>
      <w:r w:rsidR="00315B11">
        <w:rPr>
          <w:bCs/>
        </w:rPr>
        <w:t xml:space="preserve"> : </w:t>
      </w:r>
      <w:r>
        <w:rPr>
          <w:bCs/>
        </w:rPr>
        <w:t xml:space="preserve">en perdant </w:t>
      </w:r>
      <w:r>
        <w:t xml:space="preserve">votre </w:t>
      </w:r>
      <w:r>
        <w:rPr>
          <w:bCs/>
        </w:rPr>
        <w:t>innocence</w:t>
      </w:r>
      <w:r w:rsidR="00315B11">
        <w:rPr>
          <w:bCs/>
        </w:rPr>
        <w:t xml:space="preserve">, </w:t>
      </w:r>
      <w:r>
        <w:rPr>
          <w:bCs/>
        </w:rPr>
        <w:t>vous perdriez tous vos plaisirs</w:t>
      </w:r>
      <w:r w:rsidR="00315B11">
        <w:rPr>
          <w:bCs/>
        </w:rPr>
        <w:t>.</w:t>
      </w:r>
    </w:p>
    <w:p w14:paraId="2FDAD100" w14:textId="77777777" w:rsidR="00315B11" w:rsidRDefault="00000000" w:rsidP="00315B11">
      <w:r>
        <w:lastRenderedPageBreak/>
        <w:t>Que vois-je</w:t>
      </w:r>
      <w:r w:rsidR="00315B11">
        <w:t xml:space="preserve"> ! </w:t>
      </w:r>
      <w:r>
        <w:t>c</w:t>
      </w:r>
      <w:r w:rsidR="00315B11">
        <w:t>’</w:t>
      </w:r>
      <w:r>
        <w:t xml:space="preserve">est </w:t>
      </w:r>
      <w:proofErr w:type="spellStart"/>
      <w:r>
        <w:t>Isménias</w:t>
      </w:r>
      <w:proofErr w:type="spellEnd"/>
      <w:r w:rsidR="00315B11">
        <w:t xml:space="preserve">, </w:t>
      </w:r>
      <w:r>
        <w:t>qui est sur le point d</w:t>
      </w:r>
      <w:r w:rsidR="00315B11">
        <w:t>’</w:t>
      </w:r>
      <w:r>
        <w:t>enlever l</w:t>
      </w:r>
      <w:r w:rsidR="00315B11">
        <w:t>’</w:t>
      </w:r>
      <w:r>
        <w:t xml:space="preserve">objet de ses </w:t>
      </w:r>
      <w:proofErr w:type="spellStart"/>
      <w:r>
        <w:t>desirs</w:t>
      </w:r>
      <w:proofErr w:type="spellEnd"/>
      <w:r w:rsidR="00315B11">
        <w:t xml:space="preserve">. </w:t>
      </w:r>
      <w:r>
        <w:t>Son bonheur est peint dans ses yeux</w:t>
      </w:r>
      <w:r w:rsidR="00315B11">
        <w:t xml:space="preserve">, </w:t>
      </w:r>
      <w:r>
        <w:t>il éclate sur sa figure</w:t>
      </w:r>
      <w:r w:rsidR="00315B11">
        <w:t xml:space="preserve"> ; </w:t>
      </w:r>
      <w:r>
        <w:t>&amp; du fond de son cœur</w:t>
      </w:r>
      <w:r w:rsidR="00315B11">
        <w:t xml:space="preserve">, </w:t>
      </w:r>
      <w:r>
        <w:t>par une sorte de circulation nouvelle</w:t>
      </w:r>
      <w:r w:rsidR="00315B11">
        <w:t xml:space="preserve">, </w:t>
      </w:r>
      <w:r>
        <w:t xml:space="preserve">il </w:t>
      </w:r>
      <w:proofErr w:type="spellStart"/>
      <w:r>
        <w:t>paroît</w:t>
      </w:r>
      <w:proofErr w:type="spellEnd"/>
      <w:r>
        <w:t xml:space="preserve"> répandu sur tout son être</w:t>
      </w:r>
      <w:r w:rsidR="00315B11">
        <w:t xml:space="preserve">. </w:t>
      </w:r>
      <w:r>
        <w:t>Il parle d</w:t>
      </w:r>
      <w:r w:rsidR="00315B11">
        <w:t>’</w:t>
      </w:r>
      <w:proofErr w:type="spellStart"/>
      <w:r>
        <w:t>Ismene</w:t>
      </w:r>
      <w:proofErr w:type="spellEnd"/>
      <w:r w:rsidR="00315B11">
        <w:t xml:space="preserve">, </w:t>
      </w:r>
      <w:r>
        <w:t>écoutons</w:t>
      </w:r>
      <w:r w:rsidR="00315B11">
        <w:t xml:space="preserve">. </w:t>
      </w:r>
      <w:r>
        <w:t>Qu</w:t>
      </w:r>
      <w:r w:rsidR="00315B11">
        <w:t>’</w:t>
      </w:r>
      <w:r>
        <w:t>il a l</w:t>
      </w:r>
      <w:r w:rsidR="00315B11">
        <w:t>’</w:t>
      </w:r>
      <w:r>
        <w:t>air content &amp; ravi</w:t>
      </w:r>
      <w:r w:rsidR="00315B11">
        <w:t> !</w:t>
      </w:r>
    </w:p>
    <w:p w14:paraId="65797427" w14:textId="77777777" w:rsidR="00315B11" w:rsidRDefault="00000000" w:rsidP="00315B11">
      <w:r>
        <w:t>Enfin</w:t>
      </w:r>
      <w:r w:rsidR="00315B11">
        <w:t xml:space="preserve">, </w:t>
      </w:r>
      <w:r>
        <w:t>dit-il</w:t>
      </w:r>
      <w:r w:rsidR="00315B11">
        <w:t xml:space="preserve">, </w:t>
      </w:r>
      <w:r>
        <w:t>je vais donc posséder celle que mon cœur adore</w:t>
      </w:r>
      <w:r w:rsidR="00315B11">
        <w:t xml:space="preserve"> ! </w:t>
      </w:r>
      <w:r>
        <w:t>Je vais donc jouir du fruit de la plus belle victoire</w:t>
      </w:r>
      <w:r w:rsidR="00315B11">
        <w:t xml:space="preserve">. </w:t>
      </w:r>
      <w:r>
        <w:t>Dieux</w:t>
      </w:r>
      <w:r w:rsidR="00315B11">
        <w:t xml:space="preserve"> ! </w:t>
      </w:r>
      <w:r>
        <w:t>que cette conquête m</w:t>
      </w:r>
      <w:r w:rsidR="00315B11">
        <w:t>’</w:t>
      </w:r>
      <w:r>
        <w:t>a coûté</w:t>
      </w:r>
      <w:r w:rsidR="00315B11">
        <w:t xml:space="preserve"> ! </w:t>
      </w:r>
      <w:r>
        <w:t>Mais qui soumet un cœur tel que celui d</w:t>
      </w:r>
      <w:r w:rsidR="00315B11">
        <w:t>’</w:t>
      </w:r>
      <w:proofErr w:type="spellStart"/>
      <w:r>
        <w:t>Ismene</w:t>
      </w:r>
      <w:proofErr w:type="spellEnd"/>
      <w:r w:rsidR="00315B11">
        <w:t xml:space="preserve">, </w:t>
      </w:r>
      <w:r>
        <w:t>a conquis l</w:t>
      </w:r>
      <w:r w:rsidR="00315B11">
        <w:t>’</w:t>
      </w:r>
      <w:r>
        <w:t>univers</w:t>
      </w:r>
      <w:r w:rsidR="00315B11">
        <w:t>.</w:t>
      </w:r>
    </w:p>
    <w:p w14:paraId="1FEC9B38" w14:textId="77777777" w:rsidR="00315B11" w:rsidRDefault="00000000" w:rsidP="00315B11">
      <w:r>
        <w:rPr>
          <w:bCs/>
        </w:rPr>
        <w:t xml:space="preserve">Il fait </w:t>
      </w:r>
      <w:r>
        <w:t>l</w:t>
      </w:r>
      <w:r w:rsidR="00315B11">
        <w:t>’</w:t>
      </w:r>
      <w:r>
        <w:t xml:space="preserve">éloge de ses </w:t>
      </w:r>
      <w:r>
        <w:rPr>
          <w:bCs/>
        </w:rPr>
        <w:t>charmes</w:t>
      </w:r>
      <w:r w:rsidR="00315B11">
        <w:rPr>
          <w:bCs/>
        </w:rPr>
        <w:t xml:space="preserve">. </w:t>
      </w:r>
      <w:r>
        <w:rPr>
          <w:bCs/>
        </w:rPr>
        <w:t xml:space="preserve">Toutes les </w:t>
      </w:r>
      <w:r>
        <w:t xml:space="preserve">femmes </w:t>
      </w:r>
      <w:r>
        <w:rPr>
          <w:bCs/>
        </w:rPr>
        <w:t>n</w:t>
      </w:r>
      <w:r w:rsidR="00315B11">
        <w:rPr>
          <w:bCs/>
        </w:rPr>
        <w:t>’</w:t>
      </w:r>
      <w:r>
        <w:rPr>
          <w:bCs/>
        </w:rPr>
        <w:t xml:space="preserve">ont </w:t>
      </w:r>
      <w:r>
        <w:t>que des visages</w:t>
      </w:r>
      <w:r w:rsidR="00315B11">
        <w:t xml:space="preserve">, </w:t>
      </w:r>
      <w:proofErr w:type="spellStart"/>
      <w:r>
        <w:t>Ismene</w:t>
      </w:r>
      <w:proofErr w:type="spellEnd"/>
      <w:r>
        <w:t xml:space="preserve"> </w:t>
      </w:r>
      <w:r>
        <w:rPr>
          <w:bCs/>
        </w:rPr>
        <w:t xml:space="preserve">seule a de la </w:t>
      </w:r>
      <w:r>
        <w:t>physionomie</w:t>
      </w:r>
      <w:r w:rsidR="00315B11">
        <w:t xml:space="preserve">. </w:t>
      </w:r>
      <w:r>
        <w:t>On sent</w:t>
      </w:r>
      <w:r w:rsidR="00315B11">
        <w:t xml:space="preserve">, </w:t>
      </w:r>
      <w:r>
        <w:rPr>
          <w:bCs/>
        </w:rPr>
        <w:t xml:space="preserve">on pense toujours avec ces </w:t>
      </w:r>
      <w:r>
        <w:t>traits-là</w:t>
      </w:r>
      <w:r w:rsidR="00315B11">
        <w:t xml:space="preserve"> : </w:t>
      </w:r>
      <w:r>
        <w:rPr>
          <w:bCs/>
        </w:rPr>
        <w:t xml:space="preserve">mais </w:t>
      </w:r>
      <w:r>
        <w:t xml:space="preserve">par quel </w:t>
      </w:r>
      <w:r>
        <w:rPr>
          <w:bCs/>
        </w:rPr>
        <w:t>heureux mélange de cou</w:t>
      </w:r>
      <w:r>
        <w:t>leurs est-on embarrassé de dire s</w:t>
      </w:r>
      <w:r w:rsidR="00315B11">
        <w:t>’</w:t>
      </w:r>
      <w:r>
        <w:t xml:space="preserve">il </w:t>
      </w:r>
      <w:r>
        <w:rPr>
          <w:bCs/>
        </w:rPr>
        <w:t xml:space="preserve">y </w:t>
      </w:r>
      <w:r>
        <w:t xml:space="preserve">a plus de sentiment </w:t>
      </w:r>
      <w:r>
        <w:rPr>
          <w:bCs/>
        </w:rPr>
        <w:t>que d</w:t>
      </w:r>
      <w:r w:rsidR="00315B11">
        <w:rPr>
          <w:bCs/>
        </w:rPr>
        <w:t>’</w:t>
      </w:r>
      <w:r>
        <w:rPr>
          <w:bCs/>
        </w:rPr>
        <w:t xml:space="preserve">esprit dans ses </w:t>
      </w:r>
      <w:r>
        <w:t>yeux</w:t>
      </w:r>
      <w:r w:rsidR="00315B11">
        <w:t> !</w:t>
      </w:r>
    </w:p>
    <w:p w14:paraId="7C599F92" w14:textId="77777777" w:rsidR="00315B11" w:rsidRDefault="00000000" w:rsidP="00315B11">
      <w:proofErr w:type="spellStart"/>
      <w:r>
        <w:rPr>
          <w:bCs/>
        </w:rPr>
        <w:t>Ismene</w:t>
      </w:r>
      <w:proofErr w:type="spellEnd"/>
      <w:r>
        <w:rPr>
          <w:bCs/>
        </w:rPr>
        <w:t xml:space="preserve"> ignore le parti </w:t>
      </w:r>
      <w:r>
        <w:t>qu</w:t>
      </w:r>
      <w:r w:rsidR="00315B11">
        <w:t>’</w:t>
      </w:r>
      <w:r>
        <w:t xml:space="preserve">a </w:t>
      </w:r>
      <w:r>
        <w:rPr>
          <w:bCs/>
        </w:rPr>
        <w:t xml:space="preserve">pris son </w:t>
      </w:r>
      <w:r>
        <w:t>amant</w:t>
      </w:r>
      <w:r w:rsidR="00315B11">
        <w:t xml:space="preserve"> : </w:t>
      </w:r>
      <w:r>
        <w:t xml:space="preserve">elle </w:t>
      </w:r>
      <w:r>
        <w:rPr>
          <w:bCs/>
        </w:rPr>
        <w:t xml:space="preserve">lui </w:t>
      </w:r>
      <w:proofErr w:type="spellStart"/>
      <w:r>
        <w:rPr>
          <w:bCs/>
        </w:rPr>
        <w:t>avoit</w:t>
      </w:r>
      <w:proofErr w:type="spellEnd"/>
      <w:r>
        <w:rPr>
          <w:bCs/>
        </w:rPr>
        <w:t xml:space="preserve"> défendu de tenter </w:t>
      </w:r>
      <w:r>
        <w:t xml:space="preserve">une </w:t>
      </w:r>
      <w:r>
        <w:rPr>
          <w:bCs/>
        </w:rPr>
        <w:t xml:space="preserve">entreprise </w:t>
      </w:r>
      <w:r>
        <w:t>aussi délicate</w:t>
      </w:r>
      <w:r w:rsidR="00315B11">
        <w:t xml:space="preserve">. </w:t>
      </w:r>
      <w:r>
        <w:t xml:space="preserve">Mais </w:t>
      </w:r>
      <w:r>
        <w:rPr>
          <w:bCs/>
        </w:rPr>
        <w:t>il faut épargner à ce qu</w:t>
      </w:r>
      <w:r w:rsidR="00315B11">
        <w:rPr>
          <w:bCs/>
        </w:rPr>
        <w:t>’</w:t>
      </w:r>
      <w:r>
        <w:rPr>
          <w:bCs/>
        </w:rPr>
        <w:t xml:space="preserve">on </w:t>
      </w:r>
      <w:r>
        <w:t xml:space="preserve">aime </w:t>
      </w:r>
      <w:r>
        <w:rPr>
          <w:bCs/>
        </w:rPr>
        <w:t>jusqu</w:t>
      </w:r>
      <w:r w:rsidR="00315B11">
        <w:rPr>
          <w:bCs/>
        </w:rPr>
        <w:t>’</w:t>
      </w:r>
      <w:r>
        <w:rPr>
          <w:bCs/>
        </w:rPr>
        <w:t xml:space="preserve">à la </w:t>
      </w:r>
      <w:r>
        <w:t>moindre inquiétude</w:t>
      </w:r>
      <w:r w:rsidR="00315B11">
        <w:t xml:space="preserve"> : </w:t>
      </w:r>
      <w:r>
        <w:rPr>
          <w:bCs/>
        </w:rPr>
        <w:t>il n</w:t>
      </w:r>
      <w:r w:rsidR="00315B11">
        <w:rPr>
          <w:bCs/>
        </w:rPr>
        <w:t>’</w:t>
      </w:r>
      <w:r>
        <w:rPr>
          <w:bCs/>
        </w:rPr>
        <w:t>y a point à balancer</w:t>
      </w:r>
      <w:r w:rsidR="00315B11">
        <w:rPr>
          <w:bCs/>
        </w:rPr>
        <w:t xml:space="preserve"> ; </w:t>
      </w:r>
      <w:r>
        <w:t>en obéit l</w:t>
      </w:r>
      <w:r w:rsidR="00315B11">
        <w:t>’</w:t>
      </w:r>
      <w:r>
        <w:t>amour</w:t>
      </w:r>
      <w:r w:rsidR="00315B11">
        <w:t xml:space="preserve">, </w:t>
      </w:r>
      <w:r>
        <w:t>en désobéissant à l</w:t>
      </w:r>
      <w:r w:rsidR="00315B11">
        <w:t>’</w:t>
      </w:r>
      <w:r>
        <w:t>amante</w:t>
      </w:r>
      <w:r w:rsidR="00315B11">
        <w:t xml:space="preserve">. </w:t>
      </w:r>
      <w:r>
        <w:t>Le devoir est tout en amour comme en guerre</w:t>
      </w:r>
      <w:r w:rsidR="00315B11">
        <w:t xml:space="preserve">, </w:t>
      </w:r>
      <w:r>
        <w:t>&amp; le péril n</w:t>
      </w:r>
      <w:r w:rsidR="00315B11">
        <w:t>’</w:t>
      </w:r>
      <w:r>
        <w:t>est rien</w:t>
      </w:r>
      <w:r w:rsidR="00315B11">
        <w:t xml:space="preserve">. </w:t>
      </w:r>
      <w:r>
        <w:t>Plus la démarche est téméraire</w:t>
      </w:r>
      <w:r w:rsidR="00315B11">
        <w:t xml:space="preserve">, </w:t>
      </w:r>
      <w:r>
        <w:t xml:space="preserve">plus </w:t>
      </w:r>
      <w:proofErr w:type="spellStart"/>
      <w:r>
        <w:t>Ismene</w:t>
      </w:r>
      <w:proofErr w:type="spellEnd"/>
      <w:r>
        <w:t xml:space="preserve"> sera sensible</w:t>
      </w:r>
      <w:r w:rsidR="00315B11">
        <w:t xml:space="preserve">… </w:t>
      </w:r>
      <w:r>
        <w:t>Ah</w:t>
      </w:r>
      <w:r w:rsidR="00315B11">
        <w:t xml:space="preserve"> ! </w:t>
      </w:r>
      <w:r>
        <w:t>que l</w:t>
      </w:r>
      <w:r w:rsidR="00315B11">
        <w:t>’</w:t>
      </w:r>
      <w:r>
        <w:t>amour donne de courage</w:t>
      </w:r>
      <w:r w:rsidR="00315B11">
        <w:t xml:space="preserve"> ! </w:t>
      </w:r>
      <w:r>
        <w:t>Ah</w:t>
      </w:r>
      <w:r w:rsidR="00315B11">
        <w:t xml:space="preserve"> ! </w:t>
      </w:r>
      <w:r>
        <w:t xml:space="preserve">que cette preuve de tendresse lui sera </w:t>
      </w:r>
      <w:proofErr w:type="spellStart"/>
      <w:r>
        <w:t>chere</w:t>
      </w:r>
      <w:proofErr w:type="spellEnd"/>
      <w:r w:rsidR="00315B11">
        <w:t xml:space="preserve">, </w:t>
      </w:r>
      <w:r>
        <w:t>&amp; qu</w:t>
      </w:r>
      <w:r w:rsidR="00315B11">
        <w:t>’</w:t>
      </w:r>
      <w:r>
        <w:t>elle en saura un jour bon gré à son amant</w:t>
      </w:r>
      <w:r w:rsidR="00315B11">
        <w:t> !</w:t>
      </w:r>
    </w:p>
    <w:p w14:paraId="12C8E630" w14:textId="77777777" w:rsidR="00315B11" w:rsidRDefault="00000000" w:rsidP="00315B11">
      <w:proofErr w:type="spellStart"/>
      <w:r>
        <w:t>Isménias</w:t>
      </w:r>
      <w:proofErr w:type="spellEnd"/>
      <w:r w:rsidR="00315B11">
        <w:t xml:space="preserve">, </w:t>
      </w:r>
      <w:r>
        <w:t>prêt d</w:t>
      </w:r>
      <w:r w:rsidR="00315B11">
        <w:t>’</w:t>
      </w:r>
      <w:r>
        <w:t xml:space="preserve">arriver chez </w:t>
      </w:r>
      <w:proofErr w:type="spellStart"/>
      <w:r>
        <w:t>Ismene</w:t>
      </w:r>
      <w:proofErr w:type="spellEnd"/>
      <w:r w:rsidR="00315B11">
        <w:t xml:space="preserve">, </w:t>
      </w:r>
      <w:r>
        <w:t>la croit déjà partie sur un faux rapport</w:t>
      </w:r>
      <w:r w:rsidR="00315B11">
        <w:t xml:space="preserve"> : </w:t>
      </w:r>
      <w:r>
        <w:t>il ne comprend pas comment il a pu la manquer sur la route</w:t>
      </w:r>
      <w:r w:rsidR="00315B11">
        <w:t xml:space="preserve"> ; </w:t>
      </w:r>
      <w:r>
        <w:t>il s</w:t>
      </w:r>
      <w:r w:rsidR="00315B11">
        <w:t>’</w:t>
      </w:r>
      <w:r>
        <w:t>agite</w:t>
      </w:r>
      <w:r w:rsidR="00315B11">
        <w:t xml:space="preserve">, </w:t>
      </w:r>
      <w:r>
        <w:t xml:space="preserve">il </w:t>
      </w:r>
      <w:proofErr w:type="spellStart"/>
      <w:r>
        <w:t>délibere</w:t>
      </w:r>
      <w:proofErr w:type="spellEnd"/>
      <w:r w:rsidR="00315B11">
        <w:t xml:space="preserve">, </w:t>
      </w:r>
      <w:r>
        <w:t>quel parti prendre</w:t>
      </w:r>
      <w:r w:rsidR="00315B11">
        <w:t xml:space="preserve"> ? </w:t>
      </w:r>
      <w:r>
        <w:t>Hélas</w:t>
      </w:r>
      <w:r w:rsidR="00315B11">
        <w:t xml:space="preserve"> ! </w:t>
      </w:r>
      <w:r>
        <w:t>Est-il en état d</w:t>
      </w:r>
      <w:r w:rsidR="00315B11">
        <w:t>’</w:t>
      </w:r>
      <w:r>
        <w:t>en prendre un</w:t>
      </w:r>
      <w:r w:rsidR="00315B11">
        <w:t xml:space="preserve"> ? </w:t>
      </w:r>
      <w:r>
        <w:t>Il retourne sur ses pas</w:t>
      </w:r>
      <w:r w:rsidR="00315B11">
        <w:t xml:space="preserve"> : </w:t>
      </w:r>
      <w:r>
        <w:t xml:space="preserve">on le </w:t>
      </w:r>
      <w:proofErr w:type="spellStart"/>
      <w:r>
        <w:t>prendroit</w:t>
      </w:r>
      <w:proofErr w:type="spellEnd"/>
      <w:r>
        <w:t xml:space="preserve"> pour un insensé</w:t>
      </w:r>
      <w:r w:rsidR="00315B11">
        <w:t xml:space="preserve"> : </w:t>
      </w:r>
      <w:r>
        <w:t>égaré</w:t>
      </w:r>
      <w:r w:rsidR="00315B11">
        <w:t xml:space="preserve">, </w:t>
      </w:r>
      <w:r>
        <w:t xml:space="preserve">se </w:t>
      </w:r>
      <w:proofErr w:type="spellStart"/>
      <w:r>
        <w:t>connoissant</w:t>
      </w:r>
      <w:proofErr w:type="spellEnd"/>
      <w:r>
        <w:t xml:space="preserve"> à peine</w:t>
      </w:r>
      <w:r w:rsidR="00315B11">
        <w:t xml:space="preserve">, </w:t>
      </w:r>
      <w:r>
        <w:t>il court nuit &amp; jour</w:t>
      </w:r>
      <w:r w:rsidR="00315B11">
        <w:t xml:space="preserve">, </w:t>
      </w:r>
      <w:r>
        <w:t xml:space="preserve">il ne rencontre point </w:t>
      </w:r>
      <w:proofErr w:type="spellStart"/>
      <w:r>
        <w:t>Ismene</w:t>
      </w:r>
      <w:proofErr w:type="spellEnd"/>
      <w:r w:rsidR="00315B11">
        <w:t xml:space="preserve">, </w:t>
      </w:r>
      <w:r>
        <w:t>il tremble qu</w:t>
      </w:r>
      <w:r w:rsidR="00315B11">
        <w:t>’</w:t>
      </w:r>
      <w:r>
        <w:t>elle n</w:t>
      </w:r>
      <w:r w:rsidR="00315B11">
        <w:t>’</w:t>
      </w:r>
      <w:r>
        <w:t xml:space="preserve">arrive la </w:t>
      </w:r>
      <w:proofErr w:type="spellStart"/>
      <w:r>
        <w:t>premiere</w:t>
      </w:r>
      <w:proofErr w:type="spellEnd"/>
      <w:r>
        <w:t xml:space="preserve"> au rendez-vous</w:t>
      </w:r>
      <w:r w:rsidR="00315B11">
        <w:t xml:space="preserve">. </w:t>
      </w:r>
      <w:r>
        <w:lastRenderedPageBreak/>
        <w:t>Ô</w:t>
      </w:r>
      <w:r>
        <w:rPr>
          <w:bCs/>
        </w:rPr>
        <w:t xml:space="preserve"> </w:t>
      </w:r>
      <w:r>
        <w:t>dieu</w:t>
      </w:r>
      <w:r w:rsidR="00315B11">
        <w:t xml:space="preserve"> ! </w:t>
      </w:r>
      <w:r>
        <w:t>Ô</w:t>
      </w:r>
      <w:r>
        <w:rPr>
          <w:bCs/>
        </w:rPr>
        <w:t xml:space="preserve"> </w:t>
      </w:r>
      <w:r>
        <w:t>amour</w:t>
      </w:r>
      <w:r w:rsidR="00315B11">
        <w:t xml:space="preserve"> ! </w:t>
      </w:r>
      <w:r>
        <w:t>quelles eussent été ses inquiétudes de n</w:t>
      </w:r>
      <w:r w:rsidR="00315B11">
        <w:t>’</w:t>
      </w:r>
      <w:r>
        <w:t xml:space="preserve">y point trouver </w:t>
      </w:r>
      <w:r>
        <w:rPr>
          <w:iCs/>
        </w:rPr>
        <w:t>son</w:t>
      </w:r>
      <w:r>
        <w:rPr>
          <w:i/>
          <w:iCs/>
        </w:rPr>
        <w:t xml:space="preserve"> </w:t>
      </w:r>
      <w:r>
        <w:t>amant</w:t>
      </w:r>
      <w:r w:rsidR="00315B11">
        <w:t>.</w:t>
      </w:r>
    </w:p>
    <w:p w14:paraId="0F98BA85" w14:textId="77777777" w:rsidR="00315B11" w:rsidRDefault="00000000" w:rsidP="00315B11">
      <w:r>
        <w:t>Mieux instruit ensuite au moment qu</w:t>
      </w:r>
      <w:r w:rsidR="00315B11">
        <w:t>’</w:t>
      </w:r>
      <w:r>
        <w:t>il s</w:t>
      </w:r>
      <w:r w:rsidR="00315B11">
        <w:t>’</w:t>
      </w:r>
      <w:r>
        <w:t>en flatte le moins</w:t>
      </w:r>
      <w:r w:rsidR="00315B11">
        <w:t xml:space="preserve">, </w:t>
      </w:r>
      <w:r>
        <w:t>quelle heureuse révolution</w:t>
      </w:r>
      <w:r w:rsidR="00315B11">
        <w:t xml:space="preserve"> ! </w:t>
      </w:r>
      <w:r>
        <w:t xml:space="preserve">quelle brillante sérénité </w:t>
      </w:r>
      <w:proofErr w:type="spellStart"/>
      <w:r>
        <w:t>releve</w:t>
      </w:r>
      <w:proofErr w:type="spellEnd"/>
      <w:r>
        <w:t xml:space="preserve"> un front abattu</w:t>
      </w:r>
      <w:r w:rsidR="00315B11">
        <w:t xml:space="preserve"> ! </w:t>
      </w:r>
      <w:r>
        <w:t>Comme il remercie l</w:t>
      </w:r>
      <w:r w:rsidR="00315B11">
        <w:t>’</w:t>
      </w:r>
      <w:r>
        <w:t>amour d</w:t>
      </w:r>
      <w:r w:rsidR="00315B11">
        <w:t>’</w:t>
      </w:r>
      <w:r>
        <w:t>avoir pris pitié de son tourment</w:t>
      </w:r>
      <w:r w:rsidR="00315B11">
        <w:t> !</w:t>
      </w:r>
    </w:p>
    <w:p w14:paraId="16EDC47A" w14:textId="77777777" w:rsidR="00315B11" w:rsidRDefault="00000000" w:rsidP="00315B11">
      <w:r>
        <w:t>Il baise cent fois le billet d</w:t>
      </w:r>
      <w:r w:rsidR="00315B11">
        <w:t>’</w:t>
      </w:r>
      <w:proofErr w:type="spellStart"/>
      <w:r>
        <w:t>Ismene</w:t>
      </w:r>
      <w:proofErr w:type="spellEnd"/>
      <w:r w:rsidR="00315B11">
        <w:t xml:space="preserve">, </w:t>
      </w:r>
      <w:r>
        <w:t>il l</w:t>
      </w:r>
      <w:r w:rsidR="00315B11">
        <w:t>’</w:t>
      </w:r>
      <w:r>
        <w:t>arrose de ses larmes</w:t>
      </w:r>
      <w:r w:rsidR="00315B11">
        <w:t xml:space="preserve">, </w:t>
      </w:r>
      <w:r>
        <w:t>il revole sur ses premiers pas</w:t>
      </w:r>
      <w:r w:rsidR="00315B11">
        <w:t xml:space="preserve">. </w:t>
      </w:r>
      <w:r>
        <w:t>Rien ne fatigue</w:t>
      </w:r>
      <w:r w:rsidR="00315B11">
        <w:t xml:space="preserve">, </w:t>
      </w:r>
      <w:r>
        <w:t>rien ne coûte quand on aime</w:t>
      </w:r>
      <w:r w:rsidR="00315B11">
        <w:t xml:space="preserve"> : </w:t>
      </w:r>
      <w:r>
        <w:t>la distance des lieux est bientôt franchie par les ailles de l</w:t>
      </w:r>
      <w:r w:rsidR="00315B11">
        <w:t>’</w:t>
      </w:r>
      <w:r>
        <w:t>amour</w:t>
      </w:r>
      <w:r w:rsidR="00315B11">
        <w:t>.</w:t>
      </w:r>
    </w:p>
    <w:p w14:paraId="57B21885" w14:textId="77777777" w:rsidR="00315B11" w:rsidRDefault="00000000" w:rsidP="00315B11">
      <w:r>
        <w:t>Par la joie de l</w:t>
      </w:r>
      <w:r w:rsidR="00315B11">
        <w:t>’</w:t>
      </w:r>
      <w:r>
        <w:t>amant</w:t>
      </w:r>
      <w:r w:rsidR="00315B11">
        <w:t xml:space="preserve">, </w:t>
      </w:r>
      <w:r>
        <w:t>jugez de celle de l</w:t>
      </w:r>
      <w:r w:rsidR="00315B11">
        <w:t>’</w:t>
      </w:r>
      <w:r>
        <w:t>amante</w:t>
      </w:r>
      <w:r w:rsidR="00315B11">
        <w:t xml:space="preserve">, </w:t>
      </w:r>
      <w:r>
        <w:t>lorsqu</w:t>
      </w:r>
      <w:r w:rsidR="00315B11">
        <w:t>’</w:t>
      </w:r>
      <w:r>
        <w:t>elle entendra cette histoire de la bouche même d</w:t>
      </w:r>
      <w:r w:rsidR="00315B11">
        <w:t>’</w:t>
      </w:r>
      <w:proofErr w:type="spellStart"/>
      <w:r>
        <w:t>Isménias</w:t>
      </w:r>
      <w:proofErr w:type="spellEnd"/>
      <w:r w:rsidR="00315B11">
        <w:t xml:space="preserve"> ; </w:t>
      </w:r>
      <w:r>
        <w:t>&amp; devinez</w:t>
      </w:r>
      <w:r w:rsidR="00315B11">
        <w:t xml:space="preserve">, </w:t>
      </w:r>
      <w:r>
        <w:t>si vous pouvez</w:t>
      </w:r>
      <w:r w:rsidR="00315B11">
        <w:t xml:space="preserve">, </w:t>
      </w:r>
      <w:r>
        <w:t>lequel des deux va goûter le plus pur contentement</w:t>
      </w:r>
      <w:r w:rsidR="00315B11">
        <w:t xml:space="preserve"> ! </w:t>
      </w:r>
      <w:r>
        <w:t>Si les plaisirs augmentent par les peines</w:t>
      </w:r>
      <w:r w:rsidR="00315B11">
        <w:t xml:space="preserve">, </w:t>
      </w:r>
      <w:r>
        <w:t>que j</w:t>
      </w:r>
      <w:r w:rsidR="00315B11">
        <w:t>’</w:t>
      </w:r>
      <w:r>
        <w:t>envie votre sort</w:t>
      </w:r>
      <w:r w:rsidR="00315B11">
        <w:t xml:space="preserve">, </w:t>
      </w:r>
      <w:proofErr w:type="spellStart"/>
      <w:r>
        <w:t>Isménias</w:t>
      </w:r>
      <w:proofErr w:type="spellEnd"/>
      <w:r w:rsidR="00315B11">
        <w:t> !</w:t>
      </w:r>
    </w:p>
    <w:p w14:paraId="115DDA09" w14:textId="77777777" w:rsidR="00315B11" w:rsidRDefault="00000000" w:rsidP="00315B11">
      <w:r>
        <w:t>Ils se revoient enfin</w:t>
      </w:r>
      <w:r w:rsidR="00315B11">
        <w:t xml:space="preserve">, </w:t>
      </w:r>
      <w:r>
        <w:t>ils veulent en vain parler</w:t>
      </w:r>
      <w:r w:rsidR="00315B11">
        <w:t xml:space="preserve"> ; </w:t>
      </w:r>
      <w:r>
        <w:t>mais à la vivacité de leur silence &amp; de leurs caresses</w:t>
      </w:r>
      <w:r w:rsidR="00315B11">
        <w:t xml:space="preserve">, </w:t>
      </w:r>
      <w:r>
        <w:t>qu</w:t>
      </w:r>
      <w:r w:rsidR="00315B11">
        <w:t>’</w:t>
      </w:r>
      <w:r>
        <w:t xml:space="preserve">on voit bien que la parole est un </w:t>
      </w:r>
      <w:proofErr w:type="spellStart"/>
      <w:r>
        <w:t>foible</w:t>
      </w:r>
      <w:proofErr w:type="spellEnd"/>
      <w:r>
        <w:t xml:space="preserve"> organe du sentiment</w:t>
      </w:r>
      <w:r w:rsidR="00315B11">
        <w:t xml:space="preserve"> ! </w:t>
      </w:r>
      <w:r>
        <w:t>Ont-ils enfin repris l</w:t>
      </w:r>
      <w:r w:rsidR="00315B11">
        <w:t>’</w:t>
      </w:r>
      <w:r>
        <w:t>usage de la voix</w:t>
      </w:r>
      <w:r w:rsidR="00315B11">
        <w:t xml:space="preserve"> ! </w:t>
      </w:r>
      <w:r>
        <w:t>Grands dieux</w:t>
      </w:r>
      <w:r w:rsidR="00315B11">
        <w:t xml:space="preserve"> ! </w:t>
      </w:r>
      <w:r>
        <w:t>quels entretiens</w:t>
      </w:r>
      <w:r w:rsidR="00315B11">
        <w:t xml:space="preserve"> ! </w:t>
      </w:r>
      <w:r>
        <w:t>Se racontent-ils tout ce qui se passe dans l</w:t>
      </w:r>
      <w:r w:rsidR="00315B11">
        <w:t>’</w:t>
      </w:r>
      <w:r>
        <w:t>univers</w:t>
      </w:r>
      <w:r w:rsidR="00315B11">
        <w:t xml:space="preserve"> ? </w:t>
      </w:r>
      <w:r>
        <w:t>Non</w:t>
      </w:r>
      <w:r w:rsidR="00315B11">
        <w:t xml:space="preserve">, </w:t>
      </w:r>
      <w:r>
        <w:t>ils ont bien plus de choses à se dire</w:t>
      </w:r>
      <w:r w:rsidR="00315B11">
        <w:t xml:space="preserve"> : </w:t>
      </w:r>
      <w:r>
        <w:t>ils s</w:t>
      </w:r>
      <w:r w:rsidR="00315B11">
        <w:t>’</w:t>
      </w:r>
      <w:r>
        <w:t>aiment</w:t>
      </w:r>
      <w:r w:rsidR="00315B11">
        <w:t xml:space="preserve">, </w:t>
      </w:r>
      <w:r>
        <w:t xml:space="preserve">ils se retrouvent </w:t>
      </w:r>
      <w:proofErr w:type="spellStart"/>
      <w:r>
        <w:t>aprês</w:t>
      </w:r>
      <w:proofErr w:type="spellEnd"/>
      <w:r>
        <w:t xml:space="preserve"> une longue &amp; trop cruelle absence</w:t>
      </w:r>
      <w:r w:rsidR="00315B11">
        <w:t xml:space="preserve">. </w:t>
      </w:r>
      <w:r>
        <w:t xml:space="preserve">Qui </w:t>
      </w:r>
      <w:proofErr w:type="spellStart"/>
      <w:r>
        <w:t>pourroit</w:t>
      </w:r>
      <w:proofErr w:type="spellEnd"/>
      <w:r>
        <w:t xml:space="preserve"> redire ici leurs discours</w:t>
      </w:r>
      <w:r w:rsidR="00315B11">
        <w:t xml:space="preserve">, </w:t>
      </w:r>
      <w:r>
        <w:t>&amp; plutôt encore leur joie que leurs plaisirs</w:t>
      </w:r>
      <w:r w:rsidR="00315B11">
        <w:t xml:space="preserve"> ? </w:t>
      </w:r>
      <w:r>
        <w:t xml:space="preserve">Il </w:t>
      </w:r>
      <w:proofErr w:type="spellStart"/>
      <w:r>
        <w:t>faudroit</w:t>
      </w:r>
      <w:proofErr w:type="spellEnd"/>
      <w:r>
        <w:t xml:space="preserve"> sentir comme eux</w:t>
      </w:r>
      <w:r w:rsidR="00315B11">
        <w:t xml:space="preserve">, </w:t>
      </w:r>
      <w:r>
        <w:t xml:space="preserve">il </w:t>
      </w:r>
      <w:proofErr w:type="spellStart"/>
      <w:r>
        <w:t>faudroit</w:t>
      </w:r>
      <w:proofErr w:type="spellEnd"/>
      <w:r>
        <w:t xml:space="preserve"> s</w:t>
      </w:r>
      <w:r w:rsidR="00315B11">
        <w:t>’</w:t>
      </w:r>
      <w:r>
        <w:t>être trouvé dans la même situation délicieuse</w:t>
      </w:r>
      <w:r w:rsidR="00315B11">
        <w:t>.</w:t>
      </w:r>
    </w:p>
    <w:p w14:paraId="188E2CF9" w14:textId="77777777" w:rsidR="00315B11" w:rsidRDefault="00000000" w:rsidP="00315B11">
      <w:proofErr w:type="spellStart"/>
      <w:r>
        <w:t>Ismene</w:t>
      </w:r>
      <w:proofErr w:type="spellEnd"/>
      <w:r w:rsidR="00315B11">
        <w:t xml:space="preserve">, </w:t>
      </w:r>
      <w:r>
        <w:t>je l</w:t>
      </w:r>
      <w:r w:rsidR="00315B11">
        <w:t>’</w:t>
      </w:r>
      <w:r>
        <w:t>ai prévu</w:t>
      </w:r>
      <w:r w:rsidR="00315B11">
        <w:t xml:space="preserve">, </w:t>
      </w:r>
      <w:r>
        <w:t>n</w:t>
      </w:r>
      <w:r w:rsidR="00315B11">
        <w:t>’</w:t>
      </w:r>
      <w:r>
        <w:t>oubliera jamais ce qu</w:t>
      </w:r>
      <w:r w:rsidR="00315B11">
        <w:t>’</w:t>
      </w:r>
      <w:r>
        <w:t xml:space="preserve">a fait </w:t>
      </w:r>
      <w:proofErr w:type="spellStart"/>
      <w:r>
        <w:t>Isménias</w:t>
      </w:r>
      <w:proofErr w:type="spellEnd"/>
      <w:r w:rsidR="00315B11">
        <w:t xml:space="preserve"> ; </w:t>
      </w:r>
      <w:r>
        <w:t>elle ne quitte point une fortune brillante</w:t>
      </w:r>
      <w:r w:rsidR="00315B11">
        <w:t xml:space="preserve">, </w:t>
      </w:r>
      <w:r>
        <w:t xml:space="preserve">ce </w:t>
      </w:r>
      <w:proofErr w:type="spellStart"/>
      <w:r>
        <w:t>seroit</w:t>
      </w:r>
      <w:proofErr w:type="spellEnd"/>
      <w:r>
        <w:t xml:space="preserve"> un petit sacrifice à ses yeux</w:t>
      </w:r>
      <w:r w:rsidR="00315B11">
        <w:t xml:space="preserve"> ; </w:t>
      </w:r>
      <w:r>
        <w:t>c</w:t>
      </w:r>
      <w:r w:rsidR="00315B11">
        <w:t>’</w:t>
      </w:r>
      <w:r>
        <w:t>est elle-même qu</w:t>
      </w:r>
      <w:r w:rsidR="00315B11">
        <w:t>’</w:t>
      </w:r>
      <w:r>
        <w:t>elle sacrifie</w:t>
      </w:r>
      <w:r w:rsidR="00315B11">
        <w:t xml:space="preserve">. </w:t>
      </w:r>
      <w:r>
        <w:t>Pour qui</w:t>
      </w:r>
      <w:r w:rsidR="00315B11">
        <w:t xml:space="preserve"> ? </w:t>
      </w:r>
      <w:r>
        <w:t>pour un amant dont l</w:t>
      </w:r>
      <w:r w:rsidR="00315B11">
        <w:t>’</w:t>
      </w:r>
      <w:r>
        <w:t>amour fait toute la richesse</w:t>
      </w:r>
      <w:r w:rsidR="00315B11">
        <w:t>.</w:t>
      </w:r>
    </w:p>
    <w:p w14:paraId="7E6B1D25" w14:textId="77777777" w:rsidR="00315B11" w:rsidRDefault="00000000" w:rsidP="00315B11">
      <w:r>
        <w:lastRenderedPageBreak/>
        <w:t xml:space="preserve">Le plaisir appelle </w:t>
      </w:r>
      <w:proofErr w:type="spellStart"/>
      <w:r>
        <w:t>Ismene</w:t>
      </w:r>
      <w:proofErr w:type="spellEnd"/>
      <w:r w:rsidR="00315B11">
        <w:t xml:space="preserve">, </w:t>
      </w:r>
      <w:r>
        <w:t>il lui tend les bras</w:t>
      </w:r>
      <w:r w:rsidR="00315B11">
        <w:t xml:space="preserve">, </w:t>
      </w:r>
      <w:r>
        <w:t>il lui montre une chaîne de fleurs</w:t>
      </w:r>
      <w:r w:rsidR="00315B11">
        <w:t xml:space="preserve">. </w:t>
      </w:r>
      <w:r>
        <w:t>Refusera-t-elle un dieu jeune</w:t>
      </w:r>
      <w:r w:rsidR="00315B11">
        <w:t xml:space="preserve">, </w:t>
      </w:r>
      <w:r>
        <w:t>aimable</w:t>
      </w:r>
      <w:r w:rsidR="00315B11">
        <w:t xml:space="preserve">, </w:t>
      </w:r>
      <w:r>
        <w:t>qui ne veut que sa félicité</w:t>
      </w:r>
      <w:r w:rsidR="00315B11">
        <w:t xml:space="preserve"> ? </w:t>
      </w:r>
      <w:r>
        <w:t>C</w:t>
      </w:r>
      <w:r w:rsidR="00315B11">
        <w:t>’</w:t>
      </w:r>
      <w:r>
        <w:t>en est fait</w:t>
      </w:r>
      <w:r w:rsidR="00315B11">
        <w:t> ; « </w:t>
      </w:r>
      <w:r>
        <w:t>le conseil en est pris quand l</w:t>
      </w:r>
      <w:r w:rsidR="00315B11">
        <w:t>’</w:t>
      </w:r>
      <w:r>
        <w:t>amour l</w:t>
      </w:r>
      <w:r w:rsidR="00315B11">
        <w:t>’</w:t>
      </w:r>
      <w:r>
        <w:t>a donné</w:t>
      </w:r>
      <w:r w:rsidR="00315B11">
        <w:t xml:space="preserve"> ». </w:t>
      </w:r>
      <w:r>
        <w:t xml:space="preserve">Mais de combien de </w:t>
      </w:r>
      <w:proofErr w:type="spellStart"/>
      <w:r>
        <w:t>sentimens</w:t>
      </w:r>
      <w:proofErr w:type="spellEnd"/>
      <w:r>
        <w:t xml:space="preserve"> divers elle est agitée</w:t>
      </w:r>
      <w:r w:rsidR="00315B11">
        <w:t xml:space="preserve">, </w:t>
      </w:r>
      <w:r>
        <w:t xml:space="preserve">&amp; quelles </w:t>
      </w:r>
      <w:proofErr w:type="spellStart"/>
      <w:r>
        <w:t>singulieres</w:t>
      </w:r>
      <w:proofErr w:type="spellEnd"/>
      <w:r>
        <w:t xml:space="preserve"> conditions elle impose à son amant</w:t>
      </w:r>
      <w:r w:rsidR="00315B11">
        <w:t> !</w:t>
      </w:r>
    </w:p>
    <w:p w14:paraId="27FEB29C" w14:textId="77777777" w:rsidR="00315B11" w:rsidRDefault="00315B11" w:rsidP="00315B11">
      <w:r>
        <w:t xml:space="preserve">« Vous voyez, dit-elle, </w:t>
      </w:r>
      <w:proofErr w:type="spellStart"/>
      <w:r>
        <w:t>Isménias</w:t>
      </w:r>
      <w:proofErr w:type="spellEnd"/>
      <w:r>
        <w:t xml:space="preserve">, </w:t>
      </w:r>
      <w:r>
        <w:rPr>
          <w:bCs/>
        </w:rPr>
        <w:t xml:space="preserve">tout </w:t>
      </w:r>
      <w:r>
        <w:t xml:space="preserve">ce que je fais pour vous. Je ne pourrai </w:t>
      </w:r>
      <w:proofErr w:type="spellStart"/>
      <w:r>
        <w:t>reparoître</w:t>
      </w:r>
      <w:proofErr w:type="spellEnd"/>
      <w:r>
        <w:t xml:space="preserve"> dans l’univers, les préjugés y tiennent un rang trop considérable ; &amp; si je vous perds (tombe sur moi plutôt la foudre !) je n’ai d’autre ressource que la mort. Je ne vous parle point de l’ingratitude, de l’infidélité, de l’inconstance, du mépris… car qu’en sais-je ! Et combien me repentirai-je peut-être de cette démarche, quand il n’en sera plus temps ! Mais que dis-je ! non, </w:t>
      </w:r>
      <w:proofErr w:type="spellStart"/>
      <w:r>
        <w:t>Isménias</w:t>
      </w:r>
      <w:proofErr w:type="spellEnd"/>
      <w:r>
        <w:t xml:space="preserve">, vous ne ressemblerez point aux autres hommes ; non, vous ne séduirez pas la vertu pour l’abandonner aux plus </w:t>
      </w:r>
      <w:r>
        <w:rPr>
          <w:iCs/>
        </w:rPr>
        <w:t>vifs</w:t>
      </w:r>
      <w:r>
        <w:rPr>
          <w:i/>
          <w:iCs/>
        </w:rPr>
        <w:t xml:space="preserve"> </w:t>
      </w:r>
      <w:r>
        <w:t>regrets. Je vous fais injure, je suis sûre de vous, je vous ai choisi ; &amp; si cela n’</w:t>
      </w:r>
      <w:proofErr w:type="spellStart"/>
      <w:r>
        <w:t>étoit</w:t>
      </w:r>
      <w:proofErr w:type="spellEnd"/>
      <w:r>
        <w:t xml:space="preserve"> pas, à quoi me </w:t>
      </w:r>
      <w:proofErr w:type="spellStart"/>
      <w:r>
        <w:t>serviroit</w:t>
      </w:r>
      <w:proofErr w:type="spellEnd"/>
      <w:r>
        <w:t xml:space="preserve"> de prévoir un malheur que je n’</w:t>
      </w:r>
      <w:proofErr w:type="spellStart"/>
      <w:r>
        <w:t>aurois</w:t>
      </w:r>
      <w:proofErr w:type="spellEnd"/>
      <w:r>
        <w:t xml:space="preserve"> pas la force de prévenir ? </w:t>
      </w:r>
      <w:proofErr w:type="gramStart"/>
      <w:r>
        <w:t>Mais cependant</w:t>
      </w:r>
      <w:proofErr w:type="gramEnd"/>
      <w:r>
        <w:t xml:space="preserve">, quelque empire que l’amour ait sur mon cœur, j’aurai celle d’en rester aux termes où nous en sommes : jamais, comptez-y, vous ne serez mon amant tout-à-fait. » </w:t>
      </w:r>
      <w:proofErr w:type="spellStart"/>
      <w:r>
        <w:t>Ismene</w:t>
      </w:r>
      <w:proofErr w:type="spellEnd"/>
      <w:r>
        <w:t xml:space="preserve"> l’eût juré par le </w:t>
      </w:r>
      <w:proofErr w:type="spellStart"/>
      <w:r>
        <w:t>Stix</w:t>
      </w:r>
      <w:proofErr w:type="spellEnd"/>
      <w:r>
        <w:t>.</w:t>
      </w:r>
    </w:p>
    <w:p w14:paraId="118C3DD7" w14:textId="77777777" w:rsidR="00315B11" w:rsidRDefault="00000000" w:rsidP="00315B11">
      <w:proofErr w:type="spellStart"/>
      <w:r>
        <w:t>Isménias</w:t>
      </w:r>
      <w:proofErr w:type="spellEnd"/>
      <w:r>
        <w:t xml:space="preserve"> gémit</w:t>
      </w:r>
      <w:r w:rsidR="00315B11">
        <w:t xml:space="preserve">, </w:t>
      </w:r>
      <w:r>
        <w:t>il est désolé</w:t>
      </w:r>
      <w:r w:rsidR="00315B11">
        <w:t xml:space="preserve">, </w:t>
      </w:r>
      <w:r>
        <w:t>il ne conçoit pas la trop rigoureuse loi d</w:t>
      </w:r>
      <w:r w:rsidR="00315B11">
        <w:t>’</w:t>
      </w:r>
      <w:r>
        <w:t>un cœur sensible</w:t>
      </w:r>
      <w:r w:rsidR="00315B11">
        <w:t>. « </w:t>
      </w:r>
      <w:r>
        <w:t xml:space="preserve">Tendre &amp; cruelle </w:t>
      </w:r>
      <w:proofErr w:type="spellStart"/>
      <w:r>
        <w:t>Ismene</w:t>
      </w:r>
      <w:proofErr w:type="spellEnd"/>
      <w:r w:rsidR="00315B11">
        <w:t xml:space="preserve">, </w:t>
      </w:r>
      <w:r>
        <w:t>quoi</w:t>
      </w:r>
      <w:r w:rsidR="00315B11">
        <w:t xml:space="preserve"> ! </w:t>
      </w:r>
      <w:r>
        <w:t>vous m</w:t>
      </w:r>
      <w:r w:rsidR="00315B11">
        <w:t>’</w:t>
      </w:r>
      <w:r>
        <w:t>aimez</w:t>
      </w:r>
      <w:r w:rsidR="00315B11">
        <w:t xml:space="preserve">, </w:t>
      </w:r>
      <w:r>
        <w:t>&amp; vous ne ferez pas tout pour moi</w:t>
      </w:r>
      <w:r w:rsidR="00315B11">
        <w:t xml:space="preserve"> ! </w:t>
      </w:r>
      <w:r>
        <w:t>Il m</w:t>
      </w:r>
      <w:r w:rsidR="00315B11">
        <w:t>’</w:t>
      </w:r>
      <w:r>
        <w:t>en coûtera peut-être plus qu</w:t>
      </w:r>
      <w:r w:rsidR="00315B11">
        <w:t>’</w:t>
      </w:r>
      <w:r>
        <w:t>à vous</w:t>
      </w:r>
      <w:r w:rsidR="00315B11">
        <w:t xml:space="preserve">, </w:t>
      </w:r>
      <w:r>
        <w:t>interrompit-elle</w:t>
      </w:r>
      <w:r w:rsidR="00315B11">
        <w:t xml:space="preserve">, </w:t>
      </w:r>
      <w:r>
        <w:t>mais la tendresse est la volupté des cœurs</w:t>
      </w:r>
      <w:r w:rsidR="00315B11">
        <w:t xml:space="preserve">. </w:t>
      </w:r>
      <w:r>
        <w:t>Ce que je vous refuse en plaisirs</w:t>
      </w:r>
      <w:r w:rsidR="00315B11">
        <w:t xml:space="preserve">, </w:t>
      </w:r>
      <w:r>
        <w:t>vous l</w:t>
      </w:r>
      <w:r w:rsidR="00315B11">
        <w:t>’</w:t>
      </w:r>
      <w:r>
        <w:t xml:space="preserve">aurez en </w:t>
      </w:r>
      <w:proofErr w:type="spellStart"/>
      <w:r>
        <w:t>sentimens</w:t>
      </w:r>
      <w:proofErr w:type="spellEnd"/>
      <w:r w:rsidR="00315B11">
        <w:t xml:space="preserve">. </w:t>
      </w:r>
      <w:r>
        <w:t>Il n</w:t>
      </w:r>
      <w:r w:rsidR="00315B11">
        <w:t>’</w:t>
      </w:r>
      <w:r>
        <w:t xml:space="preserve">y a pas dans toute mon </w:t>
      </w:r>
      <w:proofErr w:type="spellStart"/>
      <w:r>
        <w:t>ame</w:t>
      </w:r>
      <w:proofErr w:type="spellEnd"/>
      <w:r>
        <w:t xml:space="preserve"> un seul mouvement qui ne m</w:t>
      </w:r>
      <w:r w:rsidR="00315B11">
        <w:t>’</w:t>
      </w:r>
      <w:r>
        <w:t>approche de vous</w:t>
      </w:r>
      <w:r w:rsidR="00315B11">
        <w:t xml:space="preserve">, </w:t>
      </w:r>
      <w:r>
        <w:t>un seul soupir qui ne tende vers les lieux où le destin vous appelle</w:t>
      </w:r>
      <w:r w:rsidR="00315B11">
        <w:t xml:space="preserve">. </w:t>
      </w:r>
      <w:r>
        <w:t>Ne sentez-vous donc point</w:t>
      </w:r>
      <w:r w:rsidR="00315B11">
        <w:t xml:space="preserve">, </w:t>
      </w:r>
      <w:proofErr w:type="spellStart"/>
      <w:r>
        <w:t>Isménias</w:t>
      </w:r>
      <w:proofErr w:type="spellEnd"/>
      <w:r w:rsidR="00315B11">
        <w:t xml:space="preserve">, </w:t>
      </w:r>
      <w:r>
        <w:t xml:space="preserve">le prix de tant </w:t>
      </w:r>
      <w:r>
        <w:lastRenderedPageBreak/>
        <w:t>d</w:t>
      </w:r>
      <w:r w:rsidR="00315B11">
        <w:t>’</w:t>
      </w:r>
      <w:r>
        <w:t>amour</w:t>
      </w:r>
      <w:r w:rsidR="00315B11">
        <w:t xml:space="preserve">, </w:t>
      </w:r>
      <w:r>
        <w:t>le prix d</w:t>
      </w:r>
      <w:r w:rsidR="00315B11">
        <w:t>’</w:t>
      </w:r>
      <w:r>
        <w:t xml:space="preserve">un cœur qui fait aimer dans ces </w:t>
      </w:r>
      <w:proofErr w:type="spellStart"/>
      <w:r>
        <w:t>momens</w:t>
      </w:r>
      <w:proofErr w:type="spellEnd"/>
      <w:r>
        <w:t xml:space="preserve"> où les autres femmes ne savent que jouir</w:t>
      </w:r>
      <w:r w:rsidR="00315B11">
        <w:t>. » ?</w:t>
      </w:r>
    </w:p>
    <w:p w14:paraId="7A52D497" w14:textId="77777777" w:rsidR="00315B11" w:rsidRDefault="00000000" w:rsidP="00315B11">
      <w:r>
        <w:t>L</w:t>
      </w:r>
      <w:r w:rsidR="00315B11">
        <w:t>’</w:t>
      </w:r>
      <w:r>
        <w:t>amour est éloquent</w:t>
      </w:r>
      <w:r w:rsidR="00315B11">
        <w:t xml:space="preserve"> : </w:t>
      </w:r>
      <w:proofErr w:type="spellStart"/>
      <w:r>
        <w:t>Isménias</w:t>
      </w:r>
      <w:proofErr w:type="spellEnd"/>
      <w:r>
        <w:t xml:space="preserve"> </w:t>
      </w:r>
      <w:proofErr w:type="spellStart"/>
      <w:r>
        <w:t>auroit</w:t>
      </w:r>
      <w:proofErr w:type="spellEnd"/>
      <w:r>
        <w:t xml:space="preserve"> pu employer toute sa rhétorique</w:t>
      </w:r>
      <w:r w:rsidR="00315B11">
        <w:t xml:space="preserve"> ; </w:t>
      </w:r>
      <w:r>
        <w:t xml:space="preserve">il </w:t>
      </w:r>
      <w:proofErr w:type="spellStart"/>
      <w:r>
        <w:t>auroit</w:t>
      </w:r>
      <w:proofErr w:type="spellEnd"/>
      <w:r>
        <w:t xml:space="preserve"> pu vanter son expérience</w:t>
      </w:r>
      <w:r w:rsidR="00315B11">
        <w:t xml:space="preserve">, </w:t>
      </w:r>
      <w:r>
        <w:t>son adresse</w:t>
      </w:r>
      <w:r w:rsidR="00315B11">
        <w:t xml:space="preserve">, </w:t>
      </w:r>
      <w:r>
        <w:t>persuader</w:t>
      </w:r>
      <w:r w:rsidR="00315B11">
        <w:t xml:space="preserve">, </w:t>
      </w:r>
      <w:r>
        <w:t>peut-être convaincre</w:t>
      </w:r>
      <w:r w:rsidR="00315B11">
        <w:t xml:space="preserve">… </w:t>
      </w:r>
      <w:r>
        <w:t>Mais il n</w:t>
      </w:r>
      <w:r w:rsidR="00315B11">
        <w:t>’</w:t>
      </w:r>
      <w:proofErr w:type="spellStart"/>
      <w:r>
        <w:t>étoit</w:t>
      </w:r>
      <w:proofErr w:type="spellEnd"/>
      <w:r>
        <w:t xml:space="preserve"> pas temps</w:t>
      </w:r>
      <w:r w:rsidR="00315B11">
        <w:t xml:space="preserve">, </w:t>
      </w:r>
      <w:r>
        <w:t xml:space="preserve">la retenue </w:t>
      </w:r>
      <w:proofErr w:type="spellStart"/>
      <w:r>
        <w:t>étoit</w:t>
      </w:r>
      <w:proofErr w:type="spellEnd"/>
      <w:r>
        <w:t xml:space="preserve"> nécessaire</w:t>
      </w:r>
      <w:r w:rsidR="00315B11">
        <w:t xml:space="preserve"> ; </w:t>
      </w:r>
      <w:r>
        <w:t>en pareil cas</w:t>
      </w:r>
      <w:r w:rsidR="00315B11">
        <w:t xml:space="preserve">, </w:t>
      </w:r>
      <w:r>
        <w:t>il s</w:t>
      </w:r>
      <w:r w:rsidR="00315B11">
        <w:t>’</w:t>
      </w:r>
      <w:r>
        <w:t xml:space="preserve">agit moins </w:t>
      </w:r>
      <w:r>
        <w:rPr>
          <w:bCs/>
        </w:rPr>
        <w:t xml:space="preserve">de </w:t>
      </w:r>
      <w:r>
        <w:t>séduire que d</w:t>
      </w:r>
      <w:r w:rsidR="00315B11">
        <w:t>’</w:t>
      </w:r>
      <w:r>
        <w:t>obéir &amp; de dissiper les craintes</w:t>
      </w:r>
      <w:r w:rsidR="00315B11">
        <w:t xml:space="preserve">. </w:t>
      </w:r>
      <w:r>
        <w:t>Quand l</w:t>
      </w:r>
      <w:r w:rsidR="00315B11">
        <w:t>’</w:t>
      </w:r>
      <w:r>
        <w:t>heure du berger n</w:t>
      </w:r>
      <w:r w:rsidR="00315B11">
        <w:t>’</w:t>
      </w:r>
      <w:r>
        <w:t>a pas sonné</w:t>
      </w:r>
      <w:r w:rsidR="00315B11">
        <w:t xml:space="preserve">, </w:t>
      </w:r>
      <w:r>
        <w:t xml:space="preserve">il </w:t>
      </w:r>
      <w:proofErr w:type="spellStart"/>
      <w:r>
        <w:t>seroit</w:t>
      </w:r>
      <w:proofErr w:type="spellEnd"/>
      <w:r>
        <w:t xml:space="preserve"> heureux que certaines poursuites ne fussent qu</w:t>
      </w:r>
      <w:r w:rsidR="00315B11">
        <w:t>’</w:t>
      </w:r>
      <w:r>
        <w:t>inutiles</w:t>
      </w:r>
      <w:r w:rsidR="00315B11">
        <w:t xml:space="preserve"> ; </w:t>
      </w:r>
      <w:r>
        <w:t>un</w:t>
      </w:r>
      <w:r>
        <w:rPr>
          <w:i/>
          <w:iCs/>
        </w:rPr>
        <w:t xml:space="preserve"> à-compte</w:t>
      </w:r>
      <w:r w:rsidR="00315B11">
        <w:rPr>
          <w:i/>
          <w:iCs/>
        </w:rPr>
        <w:t xml:space="preserve">, </w:t>
      </w:r>
      <w:r>
        <w:t>demandé mal-à-propos</w:t>
      </w:r>
      <w:r w:rsidR="00315B11">
        <w:t xml:space="preserve">, </w:t>
      </w:r>
      <w:r>
        <w:t>a souvent fait perdre toute la dette de l</w:t>
      </w:r>
      <w:r w:rsidR="00315B11">
        <w:t>’</w:t>
      </w:r>
      <w:r>
        <w:t>amant</w:t>
      </w:r>
      <w:r w:rsidR="00315B11">
        <w:t>.</w:t>
      </w:r>
    </w:p>
    <w:p w14:paraId="1AD56BD7" w14:textId="77777777" w:rsidR="00315B11" w:rsidRDefault="00000000" w:rsidP="00315B11">
      <w:r>
        <w:t xml:space="preserve">Notre amoureux </w:t>
      </w:r>
      <w:proofErr w:type="spellStart"/>
      <w:r>
        <w:t>étoit</w:t>
      </w:r>
      <w:proofErr w:type="spellEnd"/>
      <w:r>
        <w:t xml:space="preserve"> trop initié dans les </w:t>
      </w:r>
      <w:proofErr w:type="spellStart"/>
      <w:r>
        <w:t>mysteres</w:t>
      </w:r>
      <w:proofErr w:type="spellEnd"/>
      <w:r>
        <w:t xml:space="preserve"> de Paphos pour ne pas contenir l</w:t>
      </w:r>
      <w:r w:rsidR="00315B11">
        <w:t>’</w:t>
      </w:r>
      <w:r>
        <w:t xml:space="preserve">impétuosité de ses </w:t>
      </w:r>
      <w:proofErr w:type="spellStart"/>
      <w:r>
        <w:t>desirs</w:t>
      </w:r>
      <w:proofErr w:type="spellEnd"/>
      <w:r w:rsidR="00315B11">
        <w:t xml:space="preserve">. </w:t>
      </w:r>
      <w:r>
        <w:t>Il fut même si sage jusqu</w:t>
      </w:r>
      <w:r w:rsidR="00315B11">
        <w:t>’</w:t>
      </w:r>
      <w:r>
        <w:t>au départ</w:t>
      </w:r>
      <w:r w:rsidR="00315B11">
        <w:t xml:space="preserve">, </w:t>
      </w:r>
      <w:r>
        <w:t>que la belle</w:t>
      </w:r>
      <w:r w:rsidR="00315B11">
        <w:t xml:space="preserve">, </w:t>
      </w:r>
      <w:r>
        <w:t>à ce qu</w:t>
      </w:r>
      <w:r w:rsidR="00315B11">
        <w:t>’</w:t>
      </w:r>
      <w:r>
        <w:t>on dit</w:t>
      </w:r>
      <w:r w:rsidR="00315B11">
        <w:t xml:space="preserve">, </w:t>
      </w:r>
      <w:r>
        <w:t>craignit d</w:t>
      </w:r>
      <w:r w:rsidR="00315B11">
        <w:t>’</w:t>
      </w:r>
      <w:r>
        <w:t>avoir trop exigé</w:t>
      </w:r>
      <w:r w:rsidR="00315B11">
        <w:t>.</w:t>
      </w:r>
    </w:p>
    <w:p w14:paraId="2044B57F" w14:textId="77777777" w:rsidR="00315B11" w:rsidRDefault="00000000" w:rsidP="00315B11">
      <w:r>
        <w:t>Mais déjà les mesures sont prises</w:t>
      </w:r>
      <w:r w:rsidR="00315B11">
        <w:t xml:space="preserve">, </w:t>
      </w:r>
      <w:r>
        <w:t>&amp; bien prises</w:t>
      </w:r>
      <w:r w:rsidR="00315B11">
        <w:t xml:space="preserve"> ; </w:t>
      </w:r>
      <w:r>
        <w:t>la circonspection d</w:t>
      </w:r>
      <w:r w:rsidR="00315B11">
        <w:t>’</w:t>
      </w:r>
      <w:proofErr w:type="spellStart"/>
      <w:r>
        <w:t>Ismene</w:t>
      </w:r>
      <w:proofErr w:type="spellEnd"/>
      <w:r>
        <w:t xml:space="preserve"> ne souffre aucune </w:t>
      </w:r>
      <w:proofErr w:type="spellStart"/>
      <w:r>
        <w:t>légéreté</w:t>
      </w:r>
      <w:proofErr w:type="spellEnd"/>
      <w:r w:rsidR="00315B11">
        <w:t xml:space="preserve"> ; </w:t>
      </w:r>
      <w:r>
        <w:rPr>
          <w:bCs/>
        </w:rPr>
        <w:t>tout sera trompé</w:t>
      </w:r>
      <w:r w:rsidR="00315B11">
        <w:rPr>
          <w:bCs/>
        </w:rPr>
        <w:t xml:space="preserve">, </w:t>
      </w:r>
      <w:r>
        <w:rPr>
          <w:bCs/>
        </w:rPr>
        <w:t>jusqu</w:t>
      </w:r>
      <w:r w:rsidR="00315B11">
        <w:rPr>
          <w:bCs/>
        </w:rPr>
        <w:t>’</w:t>
      </w:r>
      <w:r>
        <w:rPr>
          <w:bCs/>
        </w:rPr>
        <w:t xml:space="preserve">aux </w:t>
      </w:r>
      <w:r>
        <w:t>préjugés</w:t>
      </w:r>
      <w:r w:rsidR="00315B11">
        <w:t>.</w:t>
      </w:r>
    </w:p>
    <w:p w14:paraId="47287763" w14:textId="77777777" w:rsidR="00315B11" w:rsidRDefault="00000000" w:rsidP="00315B11">
      <w:r>
        <w:t>Pourquoi de si cruels retours</w:t>
      </w:r>
      <w:r w:rsidR="00315B11">
        <w:t xml:space="preserve"> ? </w:t>
      </w:r>
      <w:r>
        <w:t xml:space="preserve">un cœur sans artifice </w:t>
      </w:r>
      <w:proofErr w:type="spellStart"/>
      <w:r>
        <w:t>devroit</w:t>
      </w:r>
      <w:proofErr w:type="spellEnd"/>
      <w:r>
        <w:t xml:space="preserve">-il </w:t>
      </w:r>
      <w:proofErr w:type="spellStart"/>
      <w:r>
        <w:t>connoître</w:t>
      </w:r>
      <w:proofErr w:type="spellEnd"/>
      <w:r>
        <w:t xml:space="preserve"> les remords</w:t>
      </w:r>
      <w:r w:rsidR="00315B11">
        <w:t xml:space="preserve"> ? </w:t>
      </w:r>
      <w:r>
        <w:t>Quoi</w:t>
      </w:r>
      <w:r w:rsidR="00315B11">
        <w:t xml:space="preserve"> ! </w:t>
      </w:r>
      <w:r>
        <w:t>ces bourreaux déchirent sans pitié le cœur d</w:t>
      </w:r>
      <w:r w:rsidR="00315B11">
        <w:t>’</w:t>
      </w:r>
      <w:proofErr w:type="spellStart"/>
      <w:r>
        <w:t>Ismene</w:t>
      </w:r>
      <w:proofErr w:type="spellEnd"/>
      <w:r w:rsidR="00315B11">
        <w:t xml:space="preserve"> ? </w:t>
      </w:r>
      <w:r>
        <w:t>Elle craint les suites d</w:t>
      </w:r>
      <w:r w:rsidR="00315B11">
        <w:t>’</w:t>
      </w:r>
      <w:r>
        <w:t>une démarche aussi hardie</w:t>
      </w:r>
      <w:r w:rsidR="00315B11">
        <w:t xml:space="preserve"> ; </w:t>
      </w:r>
      <w:r>
        <w:t>elle tremble d</w:t>
      </w:r>
      <w:r w:rsidR="00315B11">
        <w:t>’</w:t>
      </w:r>
      <w:r>
        <w:t>être reconnue</w:t>
      </w:r>
      <w:r w:rsidR="00315B11">
        <w:t xml:space="preserve"> ; </w:t>
      </w:r>
      <w:r>
        <w:t>elle se reproche tout</w:t>
      </w:r>
      <w:r w:rsidR="00315B11">
        <w:t xml:space="preserve">, </w:t>
      </w:r>
      <w:r>
        <w:t>jusqu</w:t>
      </w:r>
      <w:r w:rsidR="00315B11">
        <w:t>’</w:t>
      </w:r>
      <w:r>
        <w:t>aux hommages rendus à une vertu qu</w:t>
      </w:r>
      <w:r w:rsidR="00315B11">
        <w:t>’</w:t>
      </w:r>
      <w:r>
        <w:t>elle ne croit pas avoir</w:t>
      </w:r>
      <w:r w:rsidR="00315B11">
        <w:t xml:space="preserve">. </w:t>
      </w:r>
      <w:r>
        <w:t>Que cette simplicité est belle &amp; honnête</w:t>
      </w:r>
      <w:r w:rsidR="00315B11">
        <w:t xml:space="preserve"> ! </w:t>
      </w:r>
      <w:r>
        <w:t>Elle s</w:t>
      </w:r>
      <w:r w:rsidR="00315B11">
        <w:t>’</w:t>
      </w:r>
      <w:r>
        <w:t>accuse d</w:t>
      </w:r>
      <w:r w:rsidR="00315B11">
        <w:t>’</w:t>
      </w:r>
      <w:r>
        <w:t>avoir joué la sagesse</w:t>
      </w:r>
      <w:r w:rsidR="00315B11">
        <w:t xml:space="preserve">, </w:t>
      </w:r>
      <w:r>
        <w:t>d</w:t>
      </w:r>
      <w:r w:rsidR="00315B11">
        <w:t>’</w:t>
      </w:r>
      <w:r>
        <w:t xml:space="preserve">avoir trompé les hommes &amp; </w:t>
      </w:r>
      <w:r>
        <w:rPr>
          <w:iCs/>
        </w:rPr>
        <w:t>les</w:t>
      </w:r>
      <w:r>
        <w:rPr>
          <w:i/>
          <w:iCs/>
        </w:rPr>
        <w:t xml:space="preserve"> </w:t>
      </w:r>
      <w:r>
        <w:t>dieux</w:t>
      </w:r>
      <w:r w:rsidR="00315B11">
        <w:t>.</w:t>
      </w:r>
    </w:p>
    <w:p w14:paraId="1764978E" w14:textId="77777777" w:rsidR="00315B11" w:rsidRDefault="00315B11" w:rsidP="00315B11">
      <w:r>
        <w:t xml:space="preserve">« Jusqu’ici, dit-elle, on n’a respecté en moi qu’une trompeuse idole, qu’un masque imposteur ; le rôle que je vais faire ne sera pas plus vrai. Indigne des honneurs que je recevrai… Ah dieux ! une </w:t>
      </w:r>
      <w:proofErr w:type="spellStart"/>
      <w:r>
        <w:t>ame</w:t>
      </w:r>
      <w:proofErr w:type="spellEnd"/>
      <w:r>
        <w:t xml:space="preserve"> bien née peut-elle se manquer </w:t>
      </w:r>
      <w:r>
        <w:lastRenderedPageBreak/>
        <w:t>ainsi à elle-même ? ô Vénus ! pourquoi faut-il que je sois destinée à être ta proie, comme celle des remords. » ?</w:t>
      </w:r>
    </w:p>
    <w:p w14:paraId="4D276996" w14:textId="77777777" w:rsidR="00315B11" w:rsidRDefault="00000000" w:rsidP="00315B11">
      <w:r>
        <w:t>Amour</w:t>
      </w:r>
      <w:r w:rsidR="00315B11">
        <w:t xml:space="preserve">, </w:t>
      </w:r>
      <w:r>
        <w:t>tant que tu souffriras un reste de raison dans ton empire</w:t>
      </w:r>
      <w:r w:rsidR="00315B11">
        <w:t xml:space="preserve">, </w:t>
      </w:r>
      <w:r>
        <w:t>tes sujets seront malheureux</w:t>
      </w:r>
      <w:r w:rsidR="00315B11">
        <w:t xml:space="preserve">. </w:t>
      </w:r>
      <w:proofErr w:type="spellStart"/>
      <w:r>
        <w:t>Ismene</w:t>
      </w:r>
      <w:proofErr w:type="spellEnd"/>
      <w:r>
        <w:t xml:space="preserve"> n</w:t>
      </w:r>
      <w:r w:rsidR="00315B11">
        <w:t>’</w:t>
      </w:r>
      <w:r>
        <w:t>est éperdue</w:t>
      </w:r>
      <w:r w:rsidR="00315B11">
        <w:t xml:space="preserve">, </w:t>
      </w:r>
      <w:r>
        <w:t>que parce qu</w:t>
      </w:r>
      <w:r w:rsidR="00315B11">
        <w:t>’</w:t>
      </w:r>
      <w:r>
        <w:t>elle ne l</w:t>
      </w:r>
      <w:r w:rsidR="00315B11">
        <w:t>’</w:t>
      </w:r>
      <w:r>
        <w:t>est pas assez</w:t>
      </w:r>
      <w:r w:rsidR="00315B11">
        <w:t xml:space="preserve"> : </w:t>
      </w:r>
      <w:r>
        <w:t xml:space="preserve">son </w:t>
      </w:r>
      <w:proofErr w:type="spellStart"/>
      <w:r>
        <w:t>foible</w:t>
      </w:r>
      <w:proofErr w:type="spellEnd"/>
      <w:r>
        <w:t xml:space="preserve"> cœur ne conçoit pas qu</w:t>
      </w:r>
      <w:r w:rsidR="00315B11">
        <w:t>’</w:t>
      </w:r>
      <w:r>
        <w:t>il s</w:t>
      </w:r>
      <w:r w:rsidR="00315B11">
        <w:t>’</w:t>
      </w:r>
      <w:r>
        <w:t>est donné malgré lui</w:t>
      </w:r>
      <w:r w:rsidR="00315B11">
        <w:t xml:space="preserve">, </w:t>
      </w:r>
      <w:r>
        <w:t>après n</w:t>
      </w:r>
      <w:r w:rsidR="00315B11">
        <w:t>’</w:t>
      </w:r>
      <w:r>
        <w:t>avoir que trop combattu</w:t>
      </w:r>
      <w:r w:rsidR="00315B11">
        <w:t>.</w:t>
      </w:r>
    </w:p>
    <w:p w14:paraId="3978BC91" w14:textId="77777777" w:rsidR="00315B11" w:rsidRDefault="00315B11" w:rsidP="00315B11">
      <w:r>
        <w:t xml:space="preserve">« Non, charmante </w:t>
      </w:r>
      <w:proofErr w:type="spellStart"/>
      <w:r>
        <w:t>Ismene</w:t>
      </w:r>
      <w:proofErr w:type="spellEnd"/>
      <w:r>
        <w:t xml:space="preserve">, l’honneur &amp; l’amour ne sont point incompatibles ; ils subsistent ensemble, ils s’éclairent, il s’illustrent, quand une fidélité, une constance à toute épreuve, un attachement inviolable, </w:t>
      </w:r>
      <w:proofErr w:type="spellStart"/>
      <w:r>
        <w:t>sentimens</w:t>
      </w:r>
      <w:proofErr w:type="spellEnd"/>
      <w:r>
        <w:t xml:space="preserve"> de la plus belle </w:t>
      </w:r>
      <w:proofErr w:type="spellStart"/>
      <w:r>
        <w:t>ame</w:t>
      </w:r>
      <w:proofErr w:type="spellEnd"/>
      <w:r>
        <w:t xml:space="preserve">, ne l’abandonnent jamais. Loin que l’amour conduit, s’il se peut, par la prudence, soit une source de mépris, ah ! belle </w:t>
      </w:r>
      <w:proofErr w:type="spellStart"/>
      <w:r>
        <w:t>Ismene</w:t>
      </w:r>
      <w:proofErr w:type="spellEnd"/>
      <w:r>
        <w:t xml:space="preserve"> ! qu’une femme qui sait aimer est un être rare &amp; respectable ! On </w:t>
      </w:r>
      <w:proofErr w:type="spellStart"/>
      <w:r>
        <w:t>devroit</w:t>
      </w:r>
      <w:proofErr w:type="spellEnd"/>
      <w:r>
        <w:t xml:space="preserve"> lui dresser des autels ».</w:t>
      </w:r>
    </w:p>
    <w:p w14:paraId="2053ED36" w14:textId="77777777" w:rsidR="00315B11" w:rsidRDefault="00000000" w:rsidP="00315B11">
      <w:proofErr w:type="spellStart"/>
      <w:r>
        <w:t>Isménias</w:t>
      </w:r>
      <w:proofErr w:type="spellEnd"/>
      <w:r>
        <w:t xml:space="preserve"> ayant ainsi rassuré sa maîtresse </w:t>
      </w:r>
      <w:proofErr w:type="spellStart"/>
      <w:r>
        <w:t>inquiete</w:t>
      </w:r>
      <w:proofErr w:type="spellEnd"/>
      <w:r w:rsidR="00315B11">
        <w:t xml:space="preserve">, </w:t>
      </w:r>
      <w:r>
        <w:t>nos tendres amans partent enfin</w:t>
      </w:r>
      <w:r w:rsidR="00315B11">
        <w:t xml:space="preserve"> ; </w:t>
      </w:r>
      <w:r>
        <w:t xml:space="preserve">ils </w:t>
      </w:r>
      <w:proofErr w:type="spellStart"/>
      <w:r>
        <w:t>voudroient</w:t>
      </w:r>
      <w:proofErr w:type="spellEnd"/>
      <w:r>
        <w:t xml:space="preserve"> déjà être au bout du monde</w:t>
      </w:r>
      <w:r w:rsidR="00315B11">
        <w:t xml:space="preserve">. </w:t>
      </w:r>
      <w:r>
        <w:t>Plus d</w:t>
      </w:r>
      <w:r w:rsidR="00315B11">
        <w:t>’</w:t>
      </w:r>
      <w:proofErr w:type="spellStart"/>
      <w:r>
        <w:t>allarmes</w:t>
      </w:r>
      <w:proofErr w:type="spellEnd"/>
      <w:r w:rsidR="00315B11">
        <w:t xml:space="preserve">, </w:t>
      </w:r>
      <w:r>
        <w:t xml:space="preserve">la joie </w:t>
      </w:r>
      <w:proofErr w:type="spellStart"/>
      <w:r>
        <w:t>succede</w:t>
      </w:r>
      <w:proofErr w:type="spellEnd"/>
      <w:r>
        <w:t xml:space="preserve"> aux craintes</w:t>
      </w:r>
      <w:r w:rsidR="00315B11">
        <w:t xml:space="preserve">, </w:t>
      </w:r>
      <w:r>
        <w:t>&amp; le doux plaisir à la joie</w:t>
      </w:r>
      <w:r w:rsidR="00315B11">
        <w:t xml:space="preserve">. </w:t>
      </w:r>
      <w:r>
        <w:t xml:space="preserve">Déjà </w:t>
      </w:r>
      <w:proofErr w:type="spellStart"/>
      <w:r>
        <w:t>Ismene</w:t>
      </w:r>
      <w:proofErr w:type="spellEnd"/>
      <w:r>
        <w:t xml:space="preserve"> est enflammée par mille discours tendres &amp; par mille baisers de feu</w:t>
      </w:r>
      <w:r w:rsidR="00315B11">
        <w:t xml:space="preserve">. </w:t>
      </w:r>
      <w:r>
        <w:t xml:space="preserve">On permet à </w:t>
      </w:r>
      <w:proofErr w:type="spellStart"/>
      <w:r>
        <w:t>Isménias</w:t>
      </w:r>
      <w:proofErr w:type="spellEnd"/>
      <w:r>
        <w:t xml:space="preserve"> ces anciennes privautés</w:t>
      </w:r>
      <w:r w:rsidR="00315B11">
        <w:t xml:space="preserve">, </w:t>
      </w:r>
      <w:r>
        <w:t xml:space="preserve">ces </w:t>
      </w:r>
      <w:proofErr w:type="spellStart"/>
      <w:r>
        <w:t>équivalens</w:t>
      </w:r>
      <w:proofErr w:type="spellEnd"/>
      <w:r>
        <w:t xml:space="preserve"> d</w:t>
      </w:r>
      <w:r w:rsidR="00315B11">
        <w:t>’</w:t>
      </w:r>
      <w:r>
        <w:t>amour qui n</w:t>
      </w:r>
      <w:r w:rsidR="00315B11">
        <w:t>’</w:t>
      </w:r>
      <w:r>
        <w:t>en sont point</w:t>
      </w:r>
      <w:r w:rsidR="00315B11">
        <w:t xml:space="preserve">, </w:t>
      </w:r>
      <w:r>
        <w:t xml:space="preserve">&amp; dont aussi le fripon se </w:t>
      </w:r>
      <w:proofErr w:type="spellStart"/>
      <w:r>
        <w:t>contentoit</w:t>
      </w:r>
      <w:proofErr w:type="spellEnd"/>
      <w:r>
        <w:t xml:space="preserve"> à peine</w:t>
      </w:r>
      <w:r w:rsidR="00315B11">
        <w:t xml:space="preserve">. </w:t>
      </w:r>
      <w:r>
        <w:t xml:space="preserve">Les chemins </w:t>
      </w:r>
      <w:proofErr w:type="spellStart"/>
      <w:r>
        <w:t>disparoissent</w:t>
      </w:r>
      <w:proofErr w:type="spellEnd"/>
      <w:r w:rsidR="00315B11">
        <w:t xml:space="preserve"> ; </w:t>
      </w:r>
      <w:r>
        <w:t xml:space="preserve">les postes se font comme par des chevaux </w:t>
      </w:r>
      <w:proofErr w:type="spellStart"/>
      <w:r>
        <w:t>aîlés</w:t>
      </w:r>
      <w:proofErr w:type="spellEnd"/>
      <w:r w:rsidR="00315B11">
        <w:t xml:space="preserve"> ; </w:t>
      </w:r>
      <w:r>
        <w:t>quelquefois on ne va que trop vite</w:t>
      </w:r>
      <w:r w:rsidR="00315B11">
        <w:t xml:space="preserve">, </w:t>
      </w:r>
      <w:r>
        <w:t>on n</w:t>
      </w:r>
      <w:r w:rsidR="00315B11">
        <w:t>’</w:t>
      </w:r>
      <w:r>
        <w:t>arrive que trop promptement</w:t>
      </w:r>
      <w:r w:rsidR="00315B11">
        <w:t xml:space="preserve"> ; </w:t>
      </w:r>
      <w:r>
        <w:t>si la prudente volupté transporte moins nos cœurs</w:t>
      </w:r>
      <w:r w:rsidR="00315B11">
        <w:t xml:space="preserve">, </w:t>
      </w:r>
      <w:r>
        <w:t>elle les amuse davantage</w:t>
      </w:r>
      <w:r w:rsidR="00315B11">
        <w:t>. « </w:t>
      </w:r>
      <w:r>
        <w:t>Ton plaisir</w:t>
      </w:r>
      <w:r w:rsidR="00315B11">
        <w:t xml:space="preserve">, </w:t>
      </w:r>
      <w:r>
        <w:t xml:space="preserve">dit </w:t>
      </w:r>
      <w:proofErr w:type="spellStart"/>
      <w:r>
        <w:t>Isménias</w:t>
      </w:r>
      <w:proofErr w:type="spellEnd"/>
      <w:r w:rsidR="00315B11">
        <w:t xml:space="preserve">, </w:t>
      </w:r>
      <w:r>
        <w:t>n</w:t>
      </w:r>
      <w:r w:rsidR="00315B11">
        <w:t>’</w:t>
      </w:r>
      <w:r>
        <w:t>est que l</w:t>
      </w:r>
      <w:r w:rsidR="00315B11">
        <w:t>’</w:t>
      </w:r>
      <w:r>
        <w:t>ombre de ceux que peuvent goûter deux cœurs parfaitement unis</w:t>
      </w:r>
      <w:r w:rsidR="00315B11">
        <w:t> ».</w:t>
      </w:r>
    </w:p>
    <w:p w14:paraId="3680D1A5" w14:textId="77777777" w:rsidR="00315B11" w:rsidRDefault="00000000" w:rsidP="00315B11">
      <w:r>
        <w:t>Les amans en reviennent toujours là</w:t>
      </w:r>
      <w:r w:rsidR="00315B11">
        <w:t xml:space="preserve"> : </w:t>
      </w:r>
      <w:r>
        <w:t>ont-ils tort</w:t>
      </w:r>
      <w:r w:rsidR="00315B11">
        <w:t xml:space="preserve"> ? </w:t>
      </w:r>
      <w:r>
        <w:t>C</w:t>
      </w:r>
      <w:r w:rsidR="00315B11">
        <w:t>’</w:t>
      </w:r>
      <w:r>
        <w:t>est le but de l</w:t>
      </w:r>
      <w:r w:rsidR="00315B11">
        <w:t>’</w:t>
      </w:r>
      <w:r>
        <w:t>amour</w:t>
      </w:r>
      <w:r w:rsidR="00315B11">
        <w:t xml:space="preserve"> ; </w:t>
      </w:r>
      <w:r>
        <w:t>il ne bat que d</w:t>
      </w:r>
      <w:r w:rsidR="00315B11">
        <w:t>’</w:t>
      </w:r>
      <w:r>
        <w:t xml:space="preserve">une </w:t>
      </w:r>
      <w:proofErr w:type="spellStart"/>
      <w:r>
        <w:t>aîle</w:t>
      </w:r>
      <w:proofErr w:type="spellEnd"/>
      <w:r>
        <w:t xml:space="preserve"> lorsqu</w:t>
      </w:r>
      <w:r w:rsidR="00315B11">
        <w:t>’</w:t>
      </w:r>
      <w:r>
        <w:t>il est seul</w:t>
      </w:r>
      <w:r w:rsidR="00315B11">
        <w:t xml:space="preserve"> ; </w:t>
      </w:r>
      <w:r>
        <w:t>en compagnie il n</w:t>
      </w:r>
      <w:r w:rsidR="00315B11">
        <w:t>’</w:t>
      </w:r>
      <w:r>
        <w:t>en a point</w:t>
      </w:r>
      <w:r w:rsidR="00315B11">
        <w:t xml:space="preserve"> ; </w:t>
      </w:r>
      <w:r>
        <w:t>tête-à-tête il en a mille</w:t>
      </w:r>
      <w:r w:rsidR="00315B11">
        <w:t>.</w:t>
      </w:r>
    </w:p>
    <w:p w14:paraId="5F0BD639" w14:textId="77777777" w:rsidR="00315B11" w:rsidRDefault="00000000" w:rsidP="00315B11">
      <w:proofErr w:type="spellStart"/>
      <w:r>
        <w:lastRenderedPageBreak/>
        <w:t>Ismene</w:t>
      </w:r>
      <w:proofErr w:type="spellEnd"/>
      <w:r>
        <w:t xml:space="preserve"> n</w:t>
      </w:r>
      <w:r w:rsidR="00315B11">
        <w:t>’</w:t>
      </w:r>
      <w:r>
        <w:t>eut pas de peine à détourner la conversation sur le plaisir des hommes &amp; des femmes</w:t>
      </w:r>
      <w:r w:rsidR="00315B11">
        <w:t xml:space="preserve">. </w:t>
      </w:r>
      <w:r>
        <w:t>Ce sont les hommes</w:t>
      </w:r>
      <w:r w:rsidR="00315B11">
        <w:t xml:space="preserve">, </w:t>
      </w:r>
      <w:r>
        <w:t>à son avis</w:t>
      </w:r>
      <w:r w:rsidR="00315B11">
        <w:t xml:space="preserve">, </w:t>
      </w:r>
      <w:r>
        <w:t>qui ont le plus de plaisir</w:t>
      </w:r>
      <w:r w:rsidR="00315B11">
        <w:t xml:space="preserve"> : </w:t>
      </w:r>
      <w:proofErr w:type="spellStart"/>
      <w:r>
        <w:t>Isménias</w:t>
      </w:r>
      <w:proofErr w:type="spellEnd"/>
      <w:r>
        <w:t xml:space="preserve"> croit que ce sont les femmes</w:t>
      </w:r>
      <w:r w:rsidR="00315B11">
        <w:t xml:space="preserve">. </w:t>
      </w:r>
      <w:r>
        <w:t>Les autres sont toujours plus heureux que nous</w:t>
      </w:r>
      <w:r w:rsidR="00315B11">
        <w:t xml:space="preserve">. </w:t>
      </w:r>
      <w:r>
        <w:t xml:space="preserve">La dispute </w:t>
      </w:r>
      <w:proofErr w:type="spellStart"/>
      <w:r>
        <w:t>duroit</w:t>
      </w:r>
      <w:proofErr w:type="spellEnd"/>
      <w:r>
        <w:t xml:space="preserve"> encore</w:t>
      </w:r>
      <w:r w:rsidR="00315B11">
        <w:t xml:space="preserve">, </w:t>
      </w:r>
      <w:r>
        <w:t>lorsqu</w:t>
      </w:r>
      <w:r w:rsidR="00315B11">
        <w:t>’</w:t>
      </w:r>
      <w:r>
        <w:t xml:space="preserve">après avoir couru </w:t>
      </w:r>
      <w:r>
        <w:rPr>
          <w:bCs/>
        </w:rPr>
        <w:t xml:space="preserve">dans </w:t>
      </w:r>
      <w:r>
        <w:t>la nuit plus avant qu</w:t>
      </w:r>
      <w:r w:rsidR="00315B11">
        <w:t>’</w:t>
      </w:r>
      <w:proofErr w:type="spellStart"/>
      <w:r>
        <w:t>Isménias</w:t>
      </w:r>
      <w:proofErr w:type="spellEnd"/>
      <w:r>
        <w:t xml:space="preserve"> n</w:t>
      </w:r>
      <w:r w:rsidR="00315B11">
        <w:t>’</w:t>
      </w:r>
      <w:r>
        <w:t>eût voulu</w:t>
      </w:r>
      <w:r w:rsidR="00315B11">
        <w:t xml:space="preserve">, </w:t>
      </w:r>
      <w:r>
        <w:t>il goûta enfin</w:t>
      </w:r>
      <w:r w:rsidR="00315B11">
        <w:t xml:space="preserve">, </w:t>
      </w:r>
      <w:r>
        <w:t>pour la première fois</w:t>
      </w:r>
      <w:r w:rsidR="00315B11">
        <w:t xml:space="preserve">, </w:t>
      </w:r>
      <w:r>
        <w:t>cette volupté libre</w:t>
      </w:r>
      <w:r w:rsidR="00315B11">
        <w:t xml:space="preserve">, </w:t>
      </w:r>
      <w:r>
        <w:t>commode</w:t>
      </w:r>
      <w:r w:rsidR="00315B11">
        <w:t xml:space="preserve">, </w:t>
      </w:r>
      <w:r>
        <w:t>&amp; en quelque sorte universelle</w:t>
      </w:r>
      <w:r w:rsidR="00315B11">
        <w:t xml:space="preserve">, </w:t>
      </w:r>
      <w:r>
        <w:t xml:space="preserve">après laquelle il </w:t>
      </w:r>
      <w:proofErr w:type="spellStart"/>
      <w:r>
        <w:t>soupiroit</w:t>
      </w:r>
      <w:proofErr w:type="spellEnd"/>
      <w:r>
        <w:t xml:space="preserve"> depuis </w:t>
      </w:r>
      <w:proofErr w:type="spellStart"/>
      <w:r>
        <w:t>long-temps</w:t>
      </w:r>
      <w:proofErr w:type="spellEnd"/>
      <w:r w:rsidR="00315B11">
        <w:t xml:space="preserve">. </w:t>
      </w:r>
      <w:r>
        <w:t xml:space="preserve">Il </w:t>
      </w:r>
      <w:r>
        <w:rPr>
          <w:iCs/>
        </w:rPr>
        <w:t>s</w:t>
      </w:r>
      <w:r w:rsidR="00315B11">
        <w:rPr>
          <w:iCs/>
        </w:rPr>
        <w:t>’</w:t>
      </w:r>
      <w:r>
        <w:rPr>
          <w:iCs/>
        </w:rPr>
        <w:t>en</w:t>
      </w:r>
      <w:r>
        <w:rPr>
          <w:i/>
          <w:iCs/>
        </w:rPr>
        <w:t xml:space="preserve"> </w:t>
      </w:r>
      <w:r>
        <w:t>faut de peu que nos amans ne soient vraiment unis</w:t>
      </w:r>
      <w:r w:rsidR="00315B11">
        <w:t xml:space="preserve"> : </w:t>
      </w:r>
      <w:r>
        <w:t>ils meurent tour-à-tour &amp; plus d</w:t>
      </w:r>
      <w:r w:rsidR="00315B11">
        <w:t>’</w:t>
      </w:r>
      <w:r>
        <w:t>une fois</w:t>
      </w:r>
      <w:r w:rsidR="00315B11">
        <w:t xml:space="preserve">, </w:t>
      </w:r>
      <w:r>
        <w:t>dans les bras l</w:t>
      </w:r>
      <w:r w:rsidR="00315B11">
        <w:t>’</w:t>
      </w:r>
      <w:r>
        <w:t>un de l</w:t>
      </w:r>
      <w:r w:rsidR="00315B11">
        <w:t>’</w:t>
      </w:r>
      <w:r>
        <w:t>autre</w:t>
      </w:r>
      <w:r w:rsidR="00315B11">
        <w:t xml:space="preserve"> : </w:t>
      </w:r>
      <w:r>
        <w:t>mais plus on sent le plaisir</w:t>
      </w:r>
      <w:r w:rsidR="00315B11">
        <w:t xml:space="preserve">, </w:t>
      </w:r>
      <w:r>
        <w:t xml:space="preserve">plus on </w:t>
      </w:r>
      <w:proofErr w:type="spellStart"/>
      <w:r>
        <w:t>desire</w:t>
      </w:r>
      <w:proofErr w:type="spellEnd"/>
      <w:r>
        <w:t xml:space="preserve"> vivement celui qu</w:t>
      </w:r>
      <w:r w:rsidR="00315B11">
        <w:t>’</w:t>
      </w:r>
      <w:r>
        <w:t>on n</w:t>
      </w:r>
      <w:r w:rsidR="00315B11">
        <w:t>’</w:t>
      </w:r>
      <w:r>
        <w:t>a pas</w:t>
      </w:r>
      <w:r w:rsidR="00315B11">
        <w:t>.</w:t>
      </w:r>
    </w:p>
    <w:p w14:paraId="2B0A2CDA" w14:textId="77777777" w:rsidR="00315B11" w:rsidRDefault="00000000" w:rsidP="00315B11">
      <w:proofErr w:type="spellStart"/>
      <w:r>
        <w:t>Ismene</w:t>
      </w:r>
      <w:proofErr w:type="spellEnd"/>
      <w:r>
        <w:t xml:space="preserve"> éperdue se </w:t>
      </w:r>
      <w:proofErr w:type="spellStart"/>
      <w:r>
        <w:t>connoît</w:t>
      </w:r>
      <w:proofErr w:type="spellEnd"/>
      <w:r>
        <w:t xml:space="preserve"> à peine</w:t>
      </w:r>
      <w:r w:rsidR="00315B11">
        <w:t xml:space="preserve"> : </w:t>
      </w:r>
      <w:r>
        <w:t>jusqu</w:t>
      </w:r>
      <w:r w:rsidR="00315B11">
        <w:t>’</w:t>
      </w:r>
      <w:r>
        <w:t>ici elle n</w:t>
      </w:r>
      <w:r w:rsidR="00315B11">
        <w:t>’</w:t>
      </w:r>
      <w:proofErr w:type="spellStart"/>
      <w:r>
        <w:t>avoit</w:t>
      </w:r>
      <w:proofErr w:type="spellEnd"/>
      <w:r>
        <w:t xml:space="preserve"> voulu que s</w:t>
      </w:r>
      <w:r w:rsidR="00315B11">
        <w:t>’</w:t>
      </w:r>
      <w:r>
        <w:t>amuser</w:t>
      </w:r>
      <w:r w:rsidR="00315B11">
        <w:t xml:space="preserve">, </w:t>
      </w:r>
      <w:r>
        <w:t>dirai-je</w:t>
      </w:r>
      <w:r w:rsidR="00315B11">
        <w:t xml:space="preserve">, </w:t>
      </w:r>
      <w:r>
        <w:t>à l</w:t>
      </w:r>
      <w:r w:rsidR="00315B11">
        <w:t>’</w:t>
      </w:r>
      <w:r>
        <w:t>ombre de la volupté</w:t>
      </w:r>
      <w:r w:rsidR="00315B11">
        <w:t xml:space="preserve"> ? </w:t>
      </w:r>
      <w:r>
        <w:t>Jeux d</w:t>
      </w:r>
      <w:r w:rsidR="00315B11">
        <w:t>’</w:t>
      </w:r>
      <w:proofErr w:type="spellStart"/>
      <w:r>
        <w:t>enfans</w:t>
      </w:r>
      <w:proofErr w:type="spellEnd"/>
      <w:r>
        <w:t xml:space="preserve"> aujourd</w:t>
      </w:r>
      <w:r w:rsidR="00315B11">
        <w:t>’</w:t>
      </w:r>
      <w:r>
        <w:t>hui</w:t>
      </w:r>
      <w:r w:rsidR="00315B11">
        <w:t xml:space="preserve"> ! </w:t>
      </w:r>
      <w:r>
        <w:t>Tous les feux de l</w:t>
      </w:r>
      <w:r w:rsidR="00315B11">
        <w:t>’</w:t>
      </w:r>
      <w:r>
        <w:t>amour n</w:t>
      </w:r>
      <w:r w:rsidR="00315B11">
        <w:t>’</w:t>
      </w:r>
      <w:r>
        <w:t>ont rien de trop pour elle</w:t>
      </w:r>
      <w:r w:rsidR="00315B11">
        <w:t xml:space="preserve"> ; </w:t>
      </w:r>
      <w:r>
        <w:t>que dis-je</w:t>
      </w:r>
      <w:r w:rsidR="00315B11">
        <w:t xml:space="preserve"> ! </w:t>
      </w:r>
      <w:r>
        <w:t xml:space="preserve">ils sont trop </w:t>
      </w:r>
      <w:proofErr w:type="spellStart"/>
      <w:r>
        <w:t>foibles</w:t>
      </w:r>
      <w:proofErr w:type="spellEnd"/>
      <w:r w:rsidR="00315B11">
        <w:t xml:space="preserve">, </w:t>
      </w:r>
      <w:r>
        <w:t>séparés</w:t>
      </w:r>
      <w:r w:rsidR="00315B11">
        <w:t xml:space="preserve"> ; </w:t>
      </w:r>
      <w:r>
        <w:t>pour les augmenter</w:t>
      </w:r>
      <w:r w:rsidR="00315B11">
        <w:t xml:space="preserve">, </w:t>
      </w:r>
      <w:r>
        <w:t>elle veut les unir</w:t>
      </w:r>
      <w:r w:rsidR="00315B11">
        <w:t xml:space="preserve">, </w:t>
      </w:r>
      <w:r>
        <w:t>quoiqu</w:t>
      </w:r>
      <w:r w:rsidR="00315B11">
        <w:t>’</w:t>
      </w:r>
      <w:r>
        <w:t>il en puisse arriver</w:t>
      </w:r>
      <w:r w:rsidR="00315B11">
        <w:t>. « </w:t>
      </w:r>
      <w:r>
        <w:t>Jamais</w:t>
      </w:r>
      <w:r w:rsidR="00315B11">
        <w:t xml:space="preserve">, </w:t>
      </w:r>
      <w:r>
        <w:t>dit-elle en modérant ses transports</w:t>
      </w:r>
      <w:r w:rsidR="00315B11">
        <w:t xml:space="preserve">, </w:t>
      </w:r>
      <w:r>
        <w:t>je ne serai femme de la façon d</w:t>
      </w:r>
      <w:r w:rsidR="00315B11">
        <w:t>’</w:t>
      </w:r>
      <w:r>
        <w:t>un autre amant</w:t>
      </w:r>
      <w:r w:rsidR="00315B11">
        <w:t xml:space="preserve"> : </w:t>
      </w:r>
      <w:r>
        <w:t>mais qu</w:t>
      </w:r>
      <w:r w:rsidR="00315B11">
        <w:t>’</w:t>
      </w:r>
      <w:r>
        <w:t>il faut aimer pour consentir à l</w:t>
      </w:r>
      <w:r w:rsidR="00315B11">
        <w:t>’</w:t>
      </w:r>
      <w:r>
        <w:t>être de cette fabrique-là</w:t>
      </w:r>
      <w:r w:rsidR="00315B11">
        <w:t xml:space="preserve"> » ! </w:t>
      </w:r>
      <w:proofErr w:type="spellStart"/>
      <w:r>
        <w:t>Isménias</w:t>
      </w:r>
      <w:proofErr w:type="spellEnd"/>
      <w:r>
        <w:t xml:space="preserve"> ravi</w:t>
      </w:r>
      <w:r w:rsidR="00315B11">
        <w:t xml:space="preserve">, </w:t>
      </w:r>
      <w:r>
        <w:t>tout en la rassurant</w:t>
      </w:r>
      <w:r w:rsidR="00315B11">
        <w:t xml:space="preserve">, </w:t>
      </w:r>
      <w:r>
        <w:t xml:space="preserve">la </w:t>
      </w:r>
      <w:proofErr w:type="spellStart"/>
      <w:r>
        <w:t>ménageoit</w:t>
      </w:r>
      <w:proofErr w:type="spellEnd"/>
      <w:r>
        <w:t xml:space="preserve"> si </w:t>
      </w:r>
      <w:proofErr w:type="spellStart"/>
      <w:r>
        <w:t>singulierement</w:t>
      </w:r>
      <w:proofErr w:type="spellEnd"/>
      <w:r w:rsidR="00315B11">
        <w:t xml:space="preserve">, </w:t>
      </w:r>
      <w:r>
        <w:t>s</w:t>
      </w:r>
      <w:r w:rsidR="00315B11">
        <w:t>’</w:t>
      </w:r>
      <w:proofErr w:type="spellStart"/>
      <w:r>
        <w:t>avançoit</w:t>
      </w:r>
      <w:proofErr w:type="spellEnd"/>
      <w:r>
        <w:t xml:space="preserve"> peu-à-peu si doucement dans la </w:t>
      </w:r>
      <w:proofErr w:type="spellStart"/>
      <w:r>
        <w:t>carriere</w:t>
      </w:r>
      <w:proofErr w:type="spellEnd"/>
      <w:r w:rsidR="00315B11">
        <w:t xml:space="preserve">, </w:t>
      </w:r>
      <w:r>
        <w:t>&amp; prépara enfin si bien sa victoire</w:t>
      </w:r>
      <w:r w:rsidR="00315B11">
        <w:t xml:space="preserve">, </w:t>
      </w:r>
      <w:r>
        <w:t>qu</w:t>
      </w:r>
      <w:r w:rsidR="00315B11">
        <w:t>’</w:t>
      </w:r>
      <w:proofErr w:type="spellStart"/>
      <w:r>
        <w:t>Ismene</w:t>
      </w:r>
      <w:proofErr w:type="spellEnd"/>
      <w:r>
        <w:t xml:space="preserve"> fit un cri</w:t>
      </w:r>
      <w:r w:rsidR="00315B11">
        <w:t xml:space="preserve">… </w:t>
      </w:r>
      <w:r>
        <w:t>Amour</w:t>
      </w:r>
      <w:r w:rsidR="00315B11">
        <w:t xml:space="preserve">, </w:t>
      </w:r>
      <w:r>
        <w:t xml:space="preserve">tu te joues des projets de nos </w:t>
      </w:r>
      <w:proofErr w:type="spellStart"/>
      <w:r>
        <w:t>foibles</w:t>
      </w:r>
      <w:proofErr w:type="spellEnd"/>
      <w:r>
        <w:t xml:space="preserve"> cœurs</w:t>
      </w:r>
      <w:r w:rsidR="00315B11">
        <w:t xml:space="preserve"> ! </w:t>
      </w:r>
      <w:r>
        <w:t xml:space="preserve">Mais sous quel autre empire </w:t>
      </w:r>
      <w:proofErr w:type="spellStart"/>
      <w:r>
        <w:t>seroient</w:t>
      </w:r>
      <w:proofErr w:type="spellEnd"/>
      <w:r>
        <w:t>-ils plus heureux</w:t>
      </w:r>
      <w:r w:rsidR="00315B11">
        <w:t> ?</w:t>
      </w:r>
    </w:p>
    <w:p w14:paraId="5E4102C4" w14:textId="77777777" w:rsidR="00315B11" w:rsidRDefault="00000000" w:rsidP="00315B11">
      <w:r>
        <w:t>Qu</w:t>
      </w:r>
      <w:r w:rsidR="00315B11">
        <w:t>’</w:t>
      </w:r>
      <w:r>
        <w:t>entends-je</w:t>
      </w:r>
      <w:r w:rsidR="00315B11">
        <w:t xml:space="preserve"> ! </w:t>
      </w:r>
      <w:r>
        <w:t xml:space="preserve">quels </w:t>
      </w:r>
      <w:proofErr w:type="spellStart"/>
      <w:r>
        <w:t>gémissemens</w:t>
      </w:r>
      <w:proofErr w:type="spellEnd"/>
      <w:r w:rsidR="00315B11">
        <w:t xml:space="preserve"> ! </w:t>
      </w:r>
      <w:r>
        <w:t>l</w:t>
      </w:r>
      <w:r w:rsidR="00315B11">
        <w:t>’</w:t>
      </w:r>
      <w:r>
        <w:t>affliction est peinte sur le visage du plus tendre amant</w:t>
      </w:r>
      <w:r w:rsidR="00315B11">
        <w:t xml:space="preserve"> ! </w:t>
      </w:r>
      <w:r>
        <w:t>Les pleurs coulent de ses yeux</w:t>
      </w:r>
      <w:r w:rsidR="00315B11">
        <w:t xml:space="preserve">, </w:t>
      </w:r>
      <w:r>
        <w:t>il touche à la plus cruelle absence</w:t>
      </w:r>
      <w:r w:rsidR="00315B11">
        <w:t xml:space="preserve">. </w:t>
      </w:r>
      <w:r>
        <w:t>C</w:t>
      </w:r>
      <w:r w:rsidR="00315B11">
        <w:t>’</w:t>
      </w:r>
      <w:r>
        <w:t>est un jeune guerrier</w:t>
      </w:r>
      <w:r w:rsidR="00315B11">
        <w:t xml:space="preserve">, </w:t>
      </w:r>
      <w:r>
        <w:t>que l</w:t>
      </w:r>
      <w:r w:rsidR="00315B11">
        <w:t>’</w:t>
      </w:r>
      <w:r>
        <w:t>honneur &amp; le devoir obligent de devancer son prince en campagne</w:t>
      </w:r>
      <w:r w:rsidR="00315B11">
        <w:t xml:space="preserve">. </w:t>
      </w:r>
      <w:r>
        <w:t>Il part demain</w:t>
      </w:r>
      <w:r w:rsidR="00315B11">
        <w:t xml:space="preserve">, </w:t>
      </w:r>
      <w:r>
        <w:t xml:space="preserve">plus de </w:t>
      </w:r>
      <w:proofErr w:type="spellStart"/>
      <w:r>
        <w:t>delai</w:t>
      </w:r>
      <w:proofErr w:type="spellEnd"/>
      <w:r w:rsidR="00315B11">
        <w:t xml:space="preserve">, </w:t>
      </w:r>
      <w:r>
        <w:t>il n</w:t>
      </w:r>
      <w:r w:rsidR="00315B11">
        <w:t>’</w:t>
      </w:r>
      <w:r>
        <w:t>a plus qu</w:t>
      </w:r>
      <w:r w:rsidR="00315B11">
        <w:t>’</w:t>
      </w:r>
      <w:r>
        <w:t>une nuit à passer avec ce qu</w:t>
      </w:r>
      <w:r w:rsidR="00315B11">
        <w:t>’</w:t>
      </w:r>
      <w:r>
        <w:t>il aime</w:t>
      </w:r>
      <w:r w:rsidR="00315B11">
        <w:t xml:space="preserve"> ; </w:t>
      </w:r>
      <w:r>
        <w:t>l</w:t>
      </w:r>
      <w:r w:rsidR="00315B11">
        <w:t>’</w:t>
      </w:r>
      <w:r>
        <w:t>amour en soupire</w:t>
      </w:r>
      <w:r w:rsidR="00315B11">
        <w:t>.</w:t>
      </w:r>
    </w:p>
    <w:p w14:paraId="3F5950E3" w14:textId="77777777" w:rsidR="00315B11" w:rsidRDefault="00000000" w:rsidP="00315B11">
      <w:r>
        <w:lastRenderedPageBreak/>
        <w:t>Mais quels vont être ces adieux</w:t>
      </w:r>
      <w:r w:rsidR="00315B11">
        <w:t xml:space="preserve"> ! </w:t>
      </w:r>
      <w:r>
        <w:t>&amp; comment les peindrai-je</w:t>
      </w:r>
      <w:r w:rsidR="00315B11">
        <w:t xml:space="preserve"> ? </w:t>
      </w:r>
      <w:r>
        <w:t>Si la joie est commune</w:t>
      </w:r>
      <w:r w:rsidR="00315B11">
        <w:t xml:space="preserve">, </w:t>
      </w:r>
      <w:r>
        <w:t>la tristesse l</w:t>
      </w:r>
      <w:r w:rsidR="00315B11">
        <w:t>’</w:t>
      </w:r>
      <w:r>
        <w:t>est aussi</w:t>
      </w:r>
      <w:r w:rsidR="00315B11">
        <w:t xml:space="preserve"> ; </w:t>
      </w:r>
      <w:r>
        <w:t>les larmes de la douleur sont confondues avec celles du plaisir</w:t>
      </w:r>
      <w:r w:rsidR="00315B11">
        <w:t xml:space="preserve">, </w:t>
      </w:r>
      <w:r>
        <w:t>qui en est plus tendre</w:t>
      </w:r>
      <w:r w:rsidR="00315B11">
        <w:t xml:space="preserve">. </w:t>
      </w:r>
      <w:r>
        <w:t>Que d</w:t>
      </w:r>
      <w:r w:rsidR="00315B11">
        <w:t>’</w:t>
      </w:r>
      <w:r>
        <w:t>incertains soupirs</w:t>
      </w:r>
      <w:r w:rsidR="00315B11">
        <w:t xml:space="preserve"> ! </w:t>
      </w:r>
      <w:r>
        <w:t>quels regrets</w:t>
      </w:r>
      <w:r w:rsidR="00315B11">
        <w:t xml:space="preserve"> ! </w:t>
      </w:r>
      <w:r>
        <w:t>quels sanglots</w:t>
      </w:r>
      <w:r w:rsidR="00315B11">
        <w:t xml:space="preserve"> ! </w:t>
      </w:r>
      <w:r>
        <w:t>Mais en même temps quelle volupté d</w:t>
      </w:r>
      <w:r w:rsidR="00315B11">
        <w:t>’</w:t>
      </w:r>
      <w:proofErr w:type="spellStart"/>
      <w:r>
        <w:t>ame</w:t>
      </w:r>
      <w:proofErr w:type="spellEnd"/>
      <w:r>
        <w:t xml:space="preserve"> &amp; quels transports</w:t>
      </w:r>
      <w:r w:rsidR="00315B11">
        <w:t xml:space="preserve"> ! </w:t>
      </w:r>
      <w:r>
        <w:t>Quel redoublement de vivacité dans les caresses de ces tristes amans</w:t>
      </w:r>
      <w:r w:rsidR="00315B11">
        <w:t xml:space="preserve"> ! </w:t>
      </w:r>
      <w:r>
        <w:t>Les délices qu</w:t>
      </w:r>
      <w:r w:rsidR="00315B11">
        <w:t>’</w:t>
      </w:r>
      <w:r>
        <w:t>ils goûtent en ce moment même</w:t>
      </w:r>
      <w:r w:rsidR="00315B11">
        <w:t xml:space="preserve">, </w:t>
      </w:r>
      <w:r>
        <w:t>qu</w:t>
      </w:r>
      <w:r w:rsidR="00315B11">
        <w:t>’</w:t>
      </w:r>
      <w:r>
        <w:t>ils ne goûteront plus le moment suivant</w:t>
      </w:r>
      <w:r w:rsidR="00315B11">
        <w:t xml:space="preserve"> ; </w:t>
      </w:r>
      <w:r>
        <w:t xml:space="preserve">le trouble où la plus périlleuse absence va les </w:t>
      </w:r>
      <w:proofErr w:type="spellStart"/>
      <w:r>
        <w:t>jetter</w:t>
      </w:r>
      <w:proofErr w:type="spellEnd"/>
      <w:r w:rsidR="00315B11">
        <w:t xml:space="preserve">, </w:t>
      </w:r>
      <w:r>
        <w:t>tous cela s</w:t>
      </w:r>
      <w:r w:rsidR="00315B11">
        <w:t>’</w:t>
      </w:r>
      <w:r>
        <w:t>exprime par le plaisir &amp; s</w:t>
      </w:r>
      <w:r w:rsidR="00315B11">
        <w:t>’</w:t>
      </w:r>
      <w:proofErr w:type="spellStart"/>
      <w:r>
        <w:t>abyme</w:t>
      </w:r>
      <w:proofErr w:type="spellEnd"/>
      <w:r>
        <w:t xml:space="preserve"> dans lui-même</w:t>
      </w:r>
      <w:r w:rsidR="00315B11">
        <w:t xml:space="preserve"> : </w:t>
      </w:r>
      <w:r>
        <w:t>mais puisqu</w:t>
      </w:r>
      <w:r w:rsidR="00315B11">
        <w:t>’</w:t>
      </w:r>
      <w:r>
        <w:t>il sert à rendre deux passions diverses</w:t>
      </w:r>
      <w:r w:rsidR="00315B11">
        <w:t xml:space="preserve">, </w:t>
      </w:r>
      <w:r>
        <w:t>il va donc être doublé pour cette nuit</w:t>
      </w:r>
      <w:r w:rsidR="00315B11">
        <w:t xml:space="preserve">. </w:t>
      </w:r>
      <w:r>
        <w:t>Doublé</w:t>
      </w:r>
      <w:r w:rsidR="00315B11">
        <w:t xml:space="preserve"> ! </w:t>
      </w:r>
      <w:r>
        <w:t>ah</w:t>
      </w:r>
      <w:r w:rsidR="00315B11">
        <w:t xml:space="preserve"> ! </w:t>
      </w:r>
      <w:r>
        <w:t>que dis-je</w:t>
      </w:r>
      <w:r w:rsidR="00315B11">
        <w:t xml:space="preserve"> ! </w:t>
      </w:r>
      <w:r>
        <w:t>il sera multiplié à l</w:t>
      </w:r>
      <w:r w:rsidR="00315B11">
        <w:t>’</w:t>
      </w:r>
      <w:r>
        <w:t>infini</w:t>
      </w:r>
      <w:r w:rsidR="00315B11">
        <w:t xml:space="preserve"> ; </w:t>
      </w:r>
      <w:r>
        <w:t>ces heureux amans vont s</w:t>
      </w:r>
      <w:r w:rsidR="00315B11">
        <w:t>’</w:t>
      </w:r>
      <w:r>
        <w:t>enivrer d</w:t>
      </w:r>
      <w:r w:rsidR="00315B11">
        <w:t>’</w:t>
      </w:r>
      <w:r>
        <w:t>amour</w:t>
      </w:r>
      <w:r w:rsidR="00315B11">
        <w:t xml:space="preserve">, </w:t>
      </w:r>
      <w:r>
        <w:t>comme s</w:t>
      </w:r>
      <w:r w:rsidR="00315B11">
        <w:t>’</w:t>
      </w:r>
      <w:r>
        <w:t xml:space="preserve">ils en </w:t>
      </w:r>
      <w:proofErr w:type="spellStart"/>
      <w:r>
        <w:t>vouloient</w:t>
      </w:r>
      <w:proofErr w:type="spellEnd"/>
      <w:r>
        <w:t xml:space="preserve"> prendre pour le reste de leur vie</w:t>
      </w:r>
      <w:r w:rsidR="00315B11">
        <w:t xml:space="preserve">. </w:t>
      </w:r>
      <w:r>
        <w:t>Leurs premiers transports ne sont que feu</w:t>
      </w:r>
      <w:r w:rsidR="00315B11">
        <w:t xml:space="preserve"> ; </w:t>
      </w:r>
      <w:r>
        <w:t xml:space="preserve">les </w:t>
      </w:r>
      <w:proofErr w:type="spellStart"/>
      <w:r>
        <w:t>suivans</w:t>
      </w:r>
      <w:proofErr w:type="spellEnd"/>
      <w:r>
        <w:t xml:space="preserve"> les surpassent</w:t>
      </w:r>
      <w:r w:rsidR="00315B11">
        <w:t xml:space="preserve"> ; </w:t>
      </w:r>
      <w:r>
        <w:t>il s</w:t>
      </w:r>
      <w:r w:rsidR="00315B11">
        <w:t>’</w:t>
      </w:r>
      <w:r>
        <w:t>oublient</w:t>
      </w:r>
      <w:r w:rsidR="00315B11">
        <w:t xml:space="preserve"> ; </w:t>
      </w:r>
      <w:r>
        <w:t>leurs corps lubriquement étendus l</w:t>
      </w:r>
      <w:r w:rsidR="00315B11">
        <w:t>’</w:t>
      </w:r>
      <w:r>
        <w:t>un sur l</w:t>
      </w:r>
      <w:r w:rsidR="00315B11">
        <w:t>’</w:t>
      </w:r>
      <w:r>
        <w:t>autre</w:t>
      </w:r>
      <w:r w:rsidR="00315B11">
        <w:t xml:space="preserve">, </w:t>
      </w:r>
      <w:r>
        <w:t>&amp; dans mille postures recherchées</w:t>
      </w:r>
      <w:r w:rsidR="00315B11">
        <w:t xml:space="preserve">, </w:t>
      </w:r>
      <w:r>
        <w:t>s</w:t>
      </w:r>
      <w:r w:rsidR="00315B11">
        <w:t>’</w:t>
      </w:r>
      <w:r>
        <w:t>embrassent</w:t>
      </w:r>
      <w:r w:rsidR="00315B11">
        <w:t xml:space="preserve">, </w:t>
      </w:r>
      <w:r>
        <w:t>s</w:t>
      </w:r>
      <w:r w:rsidR="00315B11">
        <w:t>’</w:t>
      </w:r>
      <w:r>
        <w:t>entrelacent</w:t>
      </w:r>
      <w:r w:rsidR="00315B11">
        <w:t xml:space="preserve">, </w:t>
      </w:r>
      <w:r>
        <w:t>s</w:t>
      </w:r>
      <w:r w:rsidR="00315B11">
        <w:t>’</w:t>
      </w:r>
      <w:r>
        <w:t>unissent</w:t>
      </w:r>
      <w:r w:rsidR="00315B11">
        <w:t xml:space="preserve"> : </w:t>
      </w:r>
      <w:r>
        <w:t xml:space="preserve">leurs </w:t>
      </w:r>
      <w:proofErr w:type="spellStart"/>
      <w:r>
        <w:t>ames</w:t>
      </w:r>
      <w:proofErr w:type="spellEnd"/>
      <w:r>
        <w:t xml:space="preserve"> plus étroitement unies s</w:t>
      </w:r>
      <w:r w:rsidR="00315B11">
        <w:t>’</w:t>
      </w:r>
      <w:proofErr w:type="spellStart"/>
      <w:r>
        <w:t>embrâient</w:t>
      </w:r>
      <w:proofErr w:type="spellEnd"/>
      <w:r>
        <w:t xml:space="preserve"> alternativement &amp; </w:t>
      </w:r>
      <w:proofErr w:type="spellStart"/>
      <w:r>
        <w:rPr>
          <w:bCs/>
        </w:rPr>
        <w:t>tout</w:t>
      </w:r>
      <w:proofErr w:type="spellEnd"/>
      <w:r>
        <w:rPr>
          <w:bCs/>
        </w:rPr>
        <w:t xml:space="preserve"> </w:t>
      </w:r>
      <w:r>
        <w:t>ensemble</w:t>
      </w:r>
      <w:r w:rsidR="00315B11">
        <w:t xml:space="preserve"> ; </w:t>
      </w:r>
      <w:r>
        <w:t>la volupté va les chercher jusqu</w:t>
      </w:r>
      <w:r w:rsidR="00315B11">
        <w:t>’</w:t>
      </w:r>
      <w:r>
        <w:t>aux extrémités d</w:t>
      </w:r>
      <w:r w:rsidR="00315B11">
        <w:t>’</w:t>
      </w:r>
      <w:r>
        <w:t>eux-mêmes</w:t>
      </w:r>
      <w:r w:rsidR="00315B11">
        <w:t xml:space="preserve"> ; </w:t>
      </w:r>
      <w:r>
        <w:t>&amp; non contentes des voies ordinaires</w:t>
      </w:r>
      <w:r w:rsidR="00315B11">
        <w:t xml:space="preserve">, </w:t>
      </w:r>
      <w:r>
        <w:t>elle s</w:t>
      </w:r>
      <w:r w:rsidR="00315B11">
        <w:t>’</w:t>
      </w:r>
      <w:r>
        <w:t>ouvre des passages au travers de tous les pores</w:t>
      </w:r>
      <w:r w:rsidR="00315B11">
        <w:t xml:space="preserve">, </w:t>
      </w:r>
      <w:r>
        <w:t>comme pour se communiquer avec plus d</w:t>
      </w:r>
      <w:r w:rsidR="00315B11">
        <w:t>’</w:t>
      </w:r>
      <w:r>
        <w:t>abondance</w:t>
      </w:r>
      <w:r w:rsidR="00315B11">
        <w:t xml:space="preserve"> : </w:t>
      </w:r>
      <w:r>
        <w:t>semblable à ces sources qui</w:t>
      </w:r>
      <w:r w:rsidR="00315B11">
        <w:t xml:space="preserve">, </w:t>
      </w:r>
      <w:r>
        <w:t>trop resserrées par l</w:t>
      </w:r>
      <w:r w:rsidR="00315B11">
        <w:t>’</w:t>
      </w:r>
      <w:r>
        <w:t>étroit tuyau dans lequel elles serpentent</w:t>
      </w:r>
      <w:r w:rsidR="00315B11">
        <w:t xml:space="preserve">, </w:t>
      </w:r>
      <w:r>
        <w:rPr>
          <w:bCs/>
        </w:rPr>
        <w:t xml:space="preserve">ne </w:t>
      </w:r>
      <w:r>
        <w:t>se contentent pas d</w:t>
      </w:r>
      <w:r w:rsidR="00315B11">
        <w:t>’</w:t>
      </w:r>
      <w:r>
        <w:t>une issue aussi large qu</w:t>
      </w:r>
      <w:r w:rsidR="00315B11">
        <w:t>’</w:t>
      </w:r>
      <w:r>
        <w:t>elles-mêmes</w:t>
      </w:r>
      <w:r w:rsidR="00315B11">
        <w:t xml:space="preserve">, </w:t>
      </w:r>
      <w:proofErr w:type="spellStart"/>
      <w:r>
        <w:t>crevent</w:t>
      </w:r>
      <w:proofErr w:type="spellEnd"/>
      <w:r>
        <w:t xml:space="preserve"> &amp; se font jour en mille endroits</w:t>
      </w:r>
      <w:r w:rsidR="00315B11">
        <w:t xml:space="preserve"> ; </w:t>
      </w:r>
      <w:r>
        <w:t xml:space="preserve">telle </w:t>
      </w:r>
      <w:r>
        <w:rPr>
          <w:bCs/>
          <w:iCs/>
        </w:rPr>
        <w:t>est</w:t>
      </w:r>
      <w:r>
        <w:rPr>
          <w:i/>
          <w:iCs/>
        </w:rPr>
        <w:t xml:space="preserve"> </w:t>
      </w:r>
      <w:r>
        <w:t>l</w:t>
      </w:r>
      <w:r w:rsidR="00315B11">
        <w:t>’</w:t>
      </w:r>
      <w:r>
        <w:t>impétuosité du plaisir</w:t>
      </w:r>
      <w:r w:rsidR="00315B11">
        <w:t>.</w:t>
      </w:r>
    </w:p>
    <w:p w14:paraId="4D097A98" w14:textId="77777777" w:rsidR="00315B11" w:rsidRDefault="00000000" w:rsidP="00315B11">
      <w:r>
        <w:t>Quels sont alors les propos de ces amans</w:t>
      </w:r>
      <w:r w:rsidR="00315B11">
        <w:t xml:space="preserve"> ! </w:t>
      </w:r>
      <w:r>
        <w:t>s</w:t>
      </w:r>
      <w:r w:rsidR="00315B11">
        <w:t>’</w:t>
      </w:r>
      <w:r>
        <w:t xml:space="preserve">ils parlent de leurs plaisirs </w:t>
      </w:r>
      <w:proofErr w:type="spellStart"/>
      <w:r>
        <w:t>présens</w:t>
      </w:r>
      <w:proofErr w:type="spellEnd"/>
      <w:r w:rsidR="00315B11">
        <w:t xml:space="preserve">, </w:t>
      </w:r>
      <w:r>
        <w:t>s</w:t>
      </w:r>
      <w:r w:rsidR="00315B11">
        <w:t>’</w:t>
      </w:r>
      <w:r>
        <w:t>ils parlent de leurs regrets futurs</w:t>
      </w:r>
      <w:r w:rsidR="00315B11">
        <w:t xml:space="preserve">, </w:t>
      </w:r>
      <w:r>
        <w:t>c</w:t>
      </w:r>
      <w:r w:rsidR="00315B11">
        <w:t>’</w:t>
      </w:r>
      <w:r>
        <w:t xml:space="preserve">est encore le plaisir qui exprime ces divers </w:t>
      </w:r>
      <w:proofErr w:type="spellStart"/>
      <w:r>
        <w:t>sentimens</w:t>
      </w:r>
      <w:proofErr w:type="spellEnd"/>
      <w:r w:rsidR="00315B11">
        <w:t xml:space="preserve">, </w:t>
      </w:r>
      <w:r>
        <w:t>c</w:t>
      </w:r>
      <w:r w:rsidR="00315B11">
        <w:t>’</w:t>
      </w:r>
      <w:r>
        <w:t>est l</w:t>
      </w:r>
      <w:r w:rsidR="00315B11">
        <w:t>’</w:t>
      </w:r>
      <w:proofErr w:type="spellStart"/>
      <w:r>
        <w:t>interprete</w:t>
      </w:r>
      <w:proofErr w:type="spellEnd"/>
      <w:r>
        <w:t xml:space="preserve"> du cœur</w:t>
      </w:r>
      <w:r w:rsidR="00315B11">
        <w:t xml:space="preserve">. </w:t>
      </w:r>
      <w:r>
        <w:t xml:space="preserve">Ce </w:t>
      </w:r>
      <w:r>
        <w:rPr>
          <w:i/>
          <w:iCs/>
        </w:rPr>
        <w:t xml:space="preserve">je ne vous verrai plus </w:t>
      </w:r>
      <w:r>
        <w:t>se dit avec tendresse</w:t>
      </w:r>
      <w:r w:rsidR="00315B11">
        <w:t xml:space="preserve"> ; </w:t>
      </w:r>
      <w:r>
        <w:t>il se dit encore avec passion</w:t>
      </w:r>
      <w:r w:rsidR="00315B11">
        <w:t xml:space="preserve">, </w:t>
      </w:r>
      <w:r>
        <w:t>il excite un nouveau transport</w:t>
      </w:r>
      <w:r w:rsidR="00315B11">
        <w:t xml:space="preserve"> ; </w:t>
      </w:r>
      <w:r>
        <w:t xml:space="preserve">on se </w:t>
      </w:r>
      <w:proofErr w:type="spellStart"/>
      <w:r>
        <w:t>rembrasse</w:t>
      </w:r>
      <w:proofErr w:type="spellEnd"/>
      <w:r w:rsidR="00315B11">
        <w:t xml:space="preserve">, </w:t>
      </w:r>
      <w:r>
        <w:t>on se resserre</w:t>
      </w:r>
      <w:r w:rsidR="00315B11">
        <w:t xml:space="preserve">, </w:t>
      </w:r>
      <w:r>
        <w:rPr>
          <w:bCs/>
        </w:rPr>
        <w:t xml:space="preserve">on </w:t>
      </w:r>
      <w:r>
        <w:t xml:space="preserve">se replonge </w:t>
      </w:r>
      <w:r>
        <w:lastRenderedPageBreak/>
        <w:t>dans la plus douce ivresse</w:t>
      </w:r>
      <w:r w:rsidR="00315B11">
        <w:t xml:space="preserve">, </w:t>
      </w:r>
      <w:r>
        <w:t>on s</w:t>
      </w:r>
      <w:r w:rsidR="00315B11">
        <w:t>’</w:t>
      </w:r>
      <w:r>
        <w:t>inonde</w:t>
      </w:r>
      <w:r w:rsidR="00315B11">
        <w:t xml:space="preserve">, </w:t>
      </w:r>
      <w:r>
        <w:t>on se noie dans une mer de voluptés</w:t>
      </w:r>
      <w:r w:rsidR="00315B11">
        <w:t xml:space="preserve">. </w:t>
      </w:r>
      <w:r>
        <w:t>L</w:t>
      </w:r>
      <w:r w:rsidR="00315B11">
        <w:t>’</w:t>
      </w:r>
      <w:r>
        <w:t>amante toute en feu fixe au plaisir son amant</w:t>
      </w:r>
      <w:r w:rsidR="00315B11">
        <w:t xml:space="preserve">, </w:t>
      </w:r>
      <w:r>
        <w:t>avec quelle ardeur &amp; quel courage</w:t>
      </w:r>
      <w:r w:rsidR="00315B11">
        <w:t xml:space="preserve"> ! </w:t>
      </w:r>
      <w:r>
        <w:t>Rien en eux n</w:t>
      </w:r>
      <w:r w:rsidR="00315B11">
        <w:t>’</w:t>
      </w:r>
      <w:r>
        <w:t>est exempt de ce doux exercice</w:t>
      </w:r>
      <w:r w:rsidR="00315B11">
        <w:t xml:space="preserve"> : </w:t>
      </w:r>
      <w:r>
        <w:t>tout s</w:t>
      </w:r>
      <w:r w:rsidR="00315B11">
        <w:t>’</w:t>
      </w:r>
      <w:r>
        <w:t>y rapproche</w:t>
      </w:r>
      <w:r w:rsidR="00315B11">
        <w:t xml:space="preserve">, </w:t>
      </w:r>
      <w:r>
        <w:t>tout y contribue</w:t>
      </w:r>
      <w:r w:rsidR="00315B11">
        <w:t xml:space="preserve"> : </w:t>
      </w:r>
      <w:r>
        <w:t>la bouche donne cent baisers les plus lascifs</w:t>
      </w:r>
      <w:r w:rsidR="00315B11">
        <w:t xml:space="preserve">, </w:t>
      </w:r>
      <w:r>
        <w:t>l</w:t>
      </w:r>
      <w:r w:rsidR="00315B11">
        <w:t>’</w:t>
      </w:r>
      <w:r>
        <w:t>œil dévore</w:t>
      </w:r>
      <w:r w:rsidR="00315B11">
        <w:t xml:space="preserve">, </w:t>
      </w:r>
      <w:r>
        <w:t>la main parcourt</w:t>
      </w:r>
      <w:r w:rsidR="00315B11">
        <w:t xml:space="preserve">, </w:t>
      </w:r>
      <w:r>
        <w:t>rien n</w:t>
      </w:r>
      <w:r w:rsidR="00315B11">
        <w:t>’</w:t>
      </w:r>
      <w:r>
        <w:t>est distrait de son bonheur</w:t>
      </w:r>
      <w:r w:rsidR="00315B11">
        <w:t xml:space="preserve"> ; </w:t>
      </w:r>
      <w:r>
        <w:t>tout s</w:t>
      </w:r>
      <w:r w:rsidR="00315B11">
        <w:t>’</w:t>
      </w:r>
      <w:r>
        <w:t>y livre avidement</w:t>
      </w:r>
      <w:r w:rsidR="00315B11">
        <w:t xml:space="preserve"> ; </w:t>
      </w:r>
      <w:r>
        <w:t>le corps entier de l</w:t>
      </w:r>
      <w:r w:rsidR="00315B11">
        <w:t>’</w:t>
      </w:r>
      <w:r>
        <w:t>un &amp; de l</w:t>
      </w:r>
      <w:r w:rsidR="00315B11">
        <w:t>’</w:t>
      </w:r>
      <w:r>
        <w:t xml:space="preserve">autre est dans le </w:t>
      </w:r>
      <w:r>
        <w:rPr>
          <w:bCs/>
        </w:rPr>
        <w:t xml:space="preserve">plus </w:t>
      </w:r>
      <w:r>
        <w:t>grand travail</w:t>
      </w:r>
      <w:r w:rsidR="00315B11">
        <w:t xml:space="preserve"> ; </w:t>
      </w:r>
      <w:r>
        <w:t xml:space="preserve">une </w:t>
      </w:r>
      <w:r>
        <w:rPr>
          <w:bCs/>
        </w:rPr>
        <w:t xml:space="preserve">douce mélancolie </w:t>
      </w:r>
      <w:r>
        <w:t xml:space="preserve">ajoute au plaisir je ne sais quoi de </w:t>
      </w:r>
      <w:proofErr w:type="spellStart"/>
      <w:r>
        <w:t>singuliérement</w:t>
      </w:r>
      <w:proofErr w:type="spellEnd"/>
      <w:r>
        <w:t xml:space="preserve"> piquant</w:t>
      </w:r>
      <w:r w:rsidR="00315B11">
        <w:t xml:space="preserve">, </w:t>
      </w:r>
      <w:r>
        <w:t>qui l</w:t>
      </w:r>
      <w:r w:rsidR="00315B11">
        <w:t>’</w:t>
      </w:r>
      <w:r>
        <w:t>augmente &amp; met ces heureux amans dans la situation la plus rare &amp; la plus intéressante</w:t>
      </w:r>
      <w:r w:rsidR="00315B11">
        <w:t xml:space="preserve">. </w:t>
      </w:r>
      <w:r>
        <w:t>Amour</w:t>
      </w:r>
      <w:r w:rsidR="00315B11">
        <w:t xml:space="preserve">, </w:t>
      </w:r>
      <w:r>
        <w:t>c</w:t>
      </w:r>
      <w:r w:rsidR="00315B11">
        <w:t>’</w:t>
      </w:r>
      <w:r>
        <w:t xml:space="preserve">est de ces amans que </w:t>
      </w:r>
      <w:r>
        <w:rPr>
          <w:bCs/>
        </w:rPr>
        <w:t xml:space="preserve">tu </w:t>
      </w:r>
      <w:proofErr w:type="spellStart"/>
      <w:r>
        <w:t>devois</w:t>
      </w:r>
      <w:proofErr w:type="spellEnd"/>
      <w:r>
        <w:t xml:space="preserve"> dire</w:t>
      </w:r>
      <w:r w:rsidR="00315B11">
        <w:t>,</w:t>
      </w:r>
    </w:p>
    <w:p w14:paraId="11E509E0" w14:textId="6080ECCE" w:rsidR="004B02AC" w:rsidRPr="00315B11" w:rsidRDefault="00000000" w:rsidP="00315B11">
      <w:pPr>
        <w:ind w:firstLine="0"/>
        <w:jc w:val="center"/>
        <w:rPr>
          <w:i/>
          <w:iCs/>
        </w:rPr>
      </w:pPr>
      <w:proofErr w:type="spellStart"/>
      <w:r w:rsidRPr="00315B11">
        <w:rPr>
          <w:i/>
          <w:iCs/>
        </w:rPr>
        <w:t>Vîte</w:t>
      </w:r>
      <w:proofErr w:type="spellEnd"/>
      <w:r w:rsidR="00315B11" w:rsidRPr="00315B11">
        <w:rPr>
          <w:i/>
          <w:iCs/>
        </w:rPr>
        <w:t xml:space="preserve">, </w:t>
      </w:r>
      <w:proofErr w:type="spellStart"/>
      <w:r w:rsidRPr="00315B11">
        <w:rPr>
          <w:i/>
          <w:iCs/>
        </w:rPr>
        <w:t>vîte</w:t>
      </w:r>
      <w:proofErr w:type="spellEnd"/>
      <w:r w:rsidR="00315B11" w:rsidRPr="00315B11">
        <w:rPr>
          <w:i/>
          <w:iCs/>
        </w:rPr>
        <w:t xml:space="preserve">, </w:t>
      </w:r>
      <w:r w:rsidRPr="00315B11">
        <w:rPr>
          <w:i/>
          <w:iCs/>
        </w:rPr>
        <w:t>qu</w:t>
      </w:r>
      <w:r w:rsidR="00315B11" w:rsidRPr="00315B11">
        <w:rPr>
          <w:i/>
          <w:iCs/>
        </w:rPr>
        <w:t>’</w:t>
      </w:r>
      <w:r w:rsidRPr="00315B11">
        <w:rPr>
          <w:i/>
          <w:iCs/>
        </w:rPr>
        <w:t>on les dessine</w:t>
      </w:r>
    </w:p>
    <w:p w14:paraId="43328F12" w14:textId="77777777" w:rsidR="00315B11" w:rsidRDefault="00000000" w:rsidP="00315B11">
      <w:pPr>
        <w:ind w:firstLine="0"/>
        <w:jc w:val="center"/>
      </w:pPr>
      <w:r w:rsidRPr="00315B11">
        <w:rPr>
          <w:i/>
          <w:iCs/>
        </w:rPr>
        <w:t>Pour mon cabinet de Paphos</w:t>
      </w:r>
      <w:r w:rsidR="00315B11" w:rsidRPr="00315B11">
        <w:rPr>
          <w:i/>
          <w:iCs/>
        </w:rPr>
        <w:t>.</w:t>
      </w:r>
    </w:p>
    <w:p w14:paraId="02C0A117" w14:textId="77777777" w:rsidR="00315B11" w:rsidRDefault="00000000" w:rsidP="00315B11">
      <w:r>
        <w:t xml:space="preserve">Ils </w:t>
      </w:r>
      <w:r>
        <w:rPr>
          <w:bCs/>
        </w:rPr>
        <w:t>t</w:t>
      </w:r>
      <w:r w:rsidR="00315B11">
        <w:rPr>
          <w:bCs/>
        </w:rPr>
        <w:t>’</w:t>
      </w:r>
      <w:r>
        <w:rPr>
          <w:bCs/>
        </w:rPr>
        <w:t xml:space="preserve">en </w:t>
      </w:r>
      <w:proofErr w:type="spellStart"/>
      <w:r>
        <w:rPr>
          <w:bCs/>
        </w:rPr>
        <w:t>auroient</w:t>
      </w:r>
      <w:proofErr w:type="spellEnd"/>
      <w:r>
        <w:rPr>
          <w:bCs/>
        </w:rPr>
        <w:t xml:space="preserve"> donné le temps</w:t>
      </w:r>
      <w:r w:rsidR="00315B11">
        <w:rPr>
          <w:bCs/>
        </w:rPr>
        <w:t xml:space="preserve">, </w:t>
      </w:r>
      <w:r>
        <w:rPr>
          <w:bCs/>
        </w:rPr>
        <w:t xml:space="preserve">je </w:t>
      </w:r>
      <w:r>
        <w:t xml:space="preserve">les vois </w:t>
      </w:r>
      <w:r>
        <w:rPr>
          <w:bCs/>
        </w:rPr>
        <w:t xml:space="preserve">mollement </w:t>
      </w:r>
      <w:r>
        <w:t>s</w:t>
      </w:r>
      <w:r w:rsidR="00315B11">
        <w:t>’</w:t>
      </w:r>
      <w:proofErr w:type="spellStart"/>
      <w:r>
        <w:t>appésantir</w:t>
      </w:r>
      <w:proofErr w:type="spellEnd"/>
      <w:r>
        <w:t xml:space="preserve"> &amp; se livrer au repos </w:t>
      </w:r>
      <w:r>
        <w:rPr>
          <w:bCs/>
        </w:rPr>
        <w:t>qu</w:t>
      </w:r>
      <w:r w:rsidR="00315B11">
        <w:rPr>
          <w:bCs/>
        </w:rPr>
        <w:t>’</w:t>
      </w:r>
      <w:r>
        <w:rPr>
          <w:bCs/>
        </w:rPr>
        <w:t xml:space="preserve">une </w:t>
      </w:r>
      <w:r>
        <w:t>douce fatigue leur procure</w:t>
      </w:r>
      <w:r w:rsidR="00315B11">
        <w:t xml:space="preserve"> ; </w:t>
      </w:r>
      <w:r>
        <w:t>ils s</w:t>
      </w:r>
      <w:r w:rsidR="00315B11">
        <w:t>’</w:t>
      </w:r>
      <w:r>
        <w:t>endorment</w:t>
      </w:r>
      <w:r w:rsidR="00315B11">
        <w:t xml:space="preserve"> ; </w:t>
      </w:r>
      <w:r>
        <w:t>mais la nature</w:t>
      </w:r>
      <w:r w:rsidR="00315B11">
        <w:t xml:space="preserve">, </w:t>
      </w:r>
      <w:r>
        <w:t>en prenant ses droits sur le corps</w:t>
      </w:r>
      <w:r w:rsidR="00315B11">
        <w:t xml:space="preserve">, </w:t>
      </w:r>
      <w:r>
        <w:t>les exerce en même temps sur l</w:t>
      </w:r>
      <w:r w:rsidR="00315B11">
        <w:t>’</w:t>
      </w:r>
      <w:r>
        <w:t>imagination</w:t>
      </w:r>
      <w:r w:rsidR="00315B11">
        <w:t xml:space="preserve"> ; </w:t>
      </w:r>
      <w:r>
        <w:t>elle veille presque toujours</w:t>
      </w:r>
      <w:r w:rsidR="00315B11">
        <w:t xml:space="preserve"> ; </w:t>
      </w:r>
      <w:r>
        <w:t>les songes sont</w:t>
      </w:r>
      <w:r w:rsidR="00315B11">
        <w:t xml:space="preserve">, </w:t>
      </w:r>
      <w:r>
        <w:t>pour ainsi dire</w:t>
      </w:r>
      <w:r w:rsidR="00315B11">
        <w:t xml:space="preserve">, </w:t>
      </w:r>
      <w:r>
        <w:t>à sa solde</w:t>
      </w:r>
      <w:r w:rsidR="00315B11">
        <w:t xml:space="preserve"> ; </w:t>
      </w:r>
      <w:r>
        <w:t>c</w:t>
      </w:r>
      <w:r w:rsidR="00315B11">
        <w:t>’</w:t>
      </w:r>
      <w:r>
        <w:t>est par eux qu</w:t>
      </w:r>
      <w:r w:rsidR="00315B11">
        <w:t>’</w:t>
      </w:r>
      <w:r>
        <w:t>elle fait sentir le plaisir aux amans</w:t>
      </w:r>
      <w:r w:rsidR="00315B11">
        <w:t xml:space="preserve">, </w:t>
      </w:r>
      <w:r>
        <w:t>dans le sein même du sommeil</w:t>
      </w:r>
      <w:r w:rsidR="00315B11">
        <w:t xml:space="preserve">. </w:t>
      </w:r>
      <w:r>
        <w:rPr>
          <w:bCs/>
        </w:rPr>
        <w:t xml:space="preserve">Ces </w:t>
      </w:r>
      <w:proofErr w:type="spellStart"/>
      <w:r>
        <w:t>fideles</w:t>
      </w:r>
      <w:proofErr w:type="spellEnd"/>
      <w:r>
        <w:t xml:space="preserve"> rapporteurs des idées de la veille</w:t>
      </w:r>
      <w:r w:rsidR="00315B11">
        <w:t xml:space="preserve">, </w:t>
      </w:r>
      <w:r>
        <w:t>ces parfaits comédiens qui nous jouent sans cesse nos passions dans nous-mêmes</w:t>
      </w:r>
      <w:r w:rsidR="00315B11">
        <w:t xml:space="preserve">, </w:t>
      </w:r>
      <w:proofErr w:type="spellStart"/>
      <w:r>
        <w:t>oublieroient</w:t>
      </w:r>
      <w:proofErr w:type="spellEnd"/>
      <w:r>
        <w:t>-ils leur rôle</w:t>
      </w:r>
      <w:r w:rsidR="00315B11">
        <w:t xml:space="preserve">, </w:t>
      </w:r>
      <w:r>
        <w:t xml:space="preserve">quand le </w:t>
      </w:r>
      <w:proofErr w:type="spellStart"/>
      <w:r>
        <w:t>théatre</w:t>
      </w:r>
      <w:proofErr w:type="spellEnd"/>
      <w:r>
        <w:t xml:space="preserve"> est dressé</w:t>
      </w:r>
      <w:r w:rsidR="00315B11">
        <w:t xml:space="preserve">, </w:t>
      </w:r>
      <w:r>
        <w:t>que la toile est levée</w:t>
      </w:r>
      <w:r w:rsidR="00315B11">
        <w:t xml:space="preserve">, </w:t>
      </w:r>
      <w:r>
        <w:t>&amp; que de belles décorations les invitent à représenter</w:t>
      </w:r>
      <w:r w:rsidR="00315B11">
        <w:t xml:space="preserve"> ? </w:t>
      </w:r>
      <w:r>
        <w:t>Les criminels dans les fers font des rêves cruels</w:t>
      </w:r>
      <w:r w:rsidR="00315B11">
        <w:t xml:space="preserve">, </w:t>
      </w:r>
      <w:r>
        <w:t>le mondain n</w:t>
      </w:r>
      <w:r w:rsidR="00315B11">
        <w:t>’</w:t>
      </w:r>
      <w:r>
        <w:t>est occupé que de bals &amp; de spectacles</w:t>
      </w:r>
      <w:r w:rsidR="00315B11">
        <w:t xml:space="preserve"> ; </w:t>
      </w:r>
      <w:r>
        <w:t>le trompeur est artificieux</w:t>
      </w:r>
      <w:r w:rsidR="00315B11">
        <w:t xml:space="preserve">, </w:t>
      </w:r>
      <w:r>
        <w:t>comme le lâche est poltron en dormant</w:t>
      </w:r>
      <w:r w:rsidR="00315B11">
        <w:t xml:space="preserve"> : </w:t>
      </w:r>
      <w:r>
        <w:t>l</w:t>
      </w:r>
      <w:r w:rsidR="00315B11">
        <w:t>’</w:t>
      </w:r>
      <w:r>
        <w:t>innocence n</w:t>
      </w:r>
      <w:r w:rsidR="00315B11">
        <w:t>’</w:t>
      </w:r>
      <w:r>
        <w:t>a jamais rêvé rien de terrible</w:t>
      </w:r>
      <w:r w:rsidR="00315B11">
        <w:t xml:space="preserve">. </w:t>
      </w:r>
      <w:r>
        <w:t>Voyez le tendre enfant dans son berceau</w:t>
      </w:r>
      <w:r w:rsidR="00315B11">
        <w:t xml:space="preserve">, </w:t>
      </w:r>
      <w:r>
        <w:t>son visage est uni comme une glace</w:t>
      </w:r>
      <w:r w:rsidR="00315B11">
        <w:t xml:space="preserve">, </w:t>
      </w:r>
      <w:r>
        <w:t xml:space="preserve">ses traits sont </w:t>
      </w:r>
      <w:proofErr w:type="spellStart"/>
      <w:r>
        <w:t>rians</w:t>
      </w:r>
      <w:proofErr w:type="spellEnd"/>
      <w:r w:rsidR="00315B11">
        <w:t xml:space="preserve">, </w:t>
      </w:r>
      <w:r>
        <w:t xml:space="preserve">sa petite </w:t>
      </w:r>
      <w:proofErr w:type="spellStart"/>
      <w:r>
        <w:t>paupiere</w:t>
      </w:r>
      <w:proofErr w:type="spellEnd"/>
      <w:r>
        <w:t xml:space="preserve"> est </w:t>
      </w:r>
      <w:r>
        <w:lastRenderedPageBreak/>
        <w:t>tranquille</w:t>
      </w:r>
      <w:r w:rsidR="00315B11">
        <w:t xml:space="preserve">, </w:t>
      </w:r>
      <w:r>
        <w:t>sa bouche semble attendre le baiser que sa nourrice est toujours prête à lui donner</w:t>
      </w:r>
      <w:r w:rsidR="00315B11">
        <w:t xml:space="preserve">. </w:t>
      </w:r>
      <w:r>
        <w:t xml:space="preserve">Pourquoi le voluptueux ne </w:t>
      </w:r>
      <w:proofErr w:type="spellStart"/>
      <w:r>
        <w:t>jouiroit</w:t>
      </w:r>
      <w:proofErr w:type="spellEnd"/>
      <w:r>
        <w:t>-il pas des mêmes bienfaits</w:t>
      </w:r>
      <w:r w:rsidR="00315B11">
        <w:t xml:space="preserve"> ? </w:t>
      </w:r>
      <w:r>
        <w:t>Il ne s</w:t>
      </w:r>
      <w:r w:rsidR="00315B11">
        <w:t>’</w:t>
      </w:r>
      <w:r>
        <w:t>est pas donné au sommeil</w:t>
      </w:r>
      <w:r w:rsidR="00315B11">
        <w:t xml:space="preserve"> ; </w:t>
      </w:r>
      <w:r>
        <w:t>c</w:t>
      </w:r>
      <w:r w:rsidR="00315B11">
        <w:t>’</w:t>
      </w:r>
      <w:r>
        <w:t>est le sommeil qui l</w:t>
      </w:r>
      <w:r w:rsidR="00315B11">
        <w:t>’</w:t>
      </w:r>
      <w:r>
        <w:t>a saisi dans les bras de la volupté</w:t>
      </w:r>
      <w:r w:rsidR="00315B11">
        <w:t xml:space="preserve">. </w:t>
      </w:r>
      <w:r>
        <w:t>Morphée</w:t>
      </w:r>
      <w:r w:rsidR="00315B11">
        <w:t xml:space="preserve">, </w:t>
      </w:r>
      <w:r>
        <w:t>après l</w:t>
      </w:r>
      <w:r w:rsidR="00315B11">
        <w:t>’</w:t>
      </w:r>
      <w:r>
        <w:t>avoir enivré de ses pavots</w:t>
      </w:r>
      <w:r w:rsidR="00315B11">
        <w:t xml:space="preserve">, </w:t>
      </w:r>
      <w:r>
        <w:t>lui fera sentir la situation charmante qu</w:t>
      </w:r>
      <w:r w:rsidR="00315B11">
        <w:t>’</w:t>
      </w:r>
      <w:r>
        <w:t>il n</w:t>
      </w:r>
      <w:r w:rsidR="00315B11">
        <w:t>’</w:t>
      </w:r>
      <w:r>
        <w:t>a quittée qu</w:t>
      </w:r>
      <w:r w:rsidR="00315B11">
        <w:t>’</w:t>
      </w:r>
      <w:r>
        <w:t>à regret</w:t>
      </w:r>
      <w:r w:rsidR="00315B11">
        <w:t xml:space="preserve">. </w:t>
      </w:r>
      <w:r>
        <w:t>Belles</w:t>
      </w:r>
      <w:r w:rsidR="00315B11">
        <w:t xml:space="preserve">, </w:t>
      </w:r>
      <w:r>
        <w:t>qui voyez vos amans s</w:t>
      </w:r>
      <w:r w:rsidR="00315B11">
        <w:t>’</w:t>
      </w:r>
      <w:r>
        <w:t>endormir sur votre beau sein</w:t>
      </w:r>
      <w:r w:rsidR="00315B11">
        <w:t xml:space="preserve">, </w:t>
      </w:r>
      <w:r>
        <w:t>si vous êtes curieuses d</w:t>
      </w:r>
      <w:r w:rsidR="00315B11">
        <w:t>’</w:t>
      </w:r>
      <w:r>
        <w:t>essayer le transport d</w:t>
      </w:r>
      <w:r w:rsidR="00315B11">
        <w:t>’</w:t>
      </w:r>
      <w:r>
        <w:t>un amant assoupi</w:t>
      </w:r>
      <w:r w:rsidR="00315B11">
        <w:t xml:space="preserve">, </w:t>
      </w:r>
      <w:r>
        <w:t>restez éveillées</w:t>
      </w:r>
      <w:r w:rsidR="00315B11">
        <w:t xml:space="preserve">, </w:t>
      </w:r>
      <w:r>
        <w:t>s</w:t>
      </w:r>
      <w:r w:rsidR="00315B11">
        <w:t>’</w:t>
      </w:r>
      <w:r>
        <w:t>il vous est possible</w:t>
      </w:r>
      <w:r w:rsidR="00315B11">
        <w:t xml:space="preserve"> ; </w:t>
      </w:r>
      <w:r>
        <w:t>le même cœur</w:t>
      </w:r>
      <w:r w:rsidR="00315B11">
        <w:t xml:space="preserve">, </w:t>
      </w:r>
      <w:r>
        <w:t>soyez-en sûres</w:t>
      </w:r>
      <w:r w:rsidR="00315B11">
        <w:t xml:space="preserve">, </w:t>
      </w:r>
      <w:r>
        <w:t xml:space="preserve">la même </w:t>
      </w:r>
      <w:proofErr w:type="spellStart"/>
      <w:r>
        <w:t>ame</w:t>
      </w:r>
      <w:proofErr w:type="spellEnd"/>
      <w:r>
        <w:t xml:space="preserve"> vous communiquera les mêmes </w:t>
      </w:r>
      <w:r>
        <w:rPr>
          <w:iCs/>
        </w:rPr>
        <w:t>feux</w:t>
      </w:r>
      <w:r w:rsidR="00315B11">
        <w:rPr>
          <w:i/>
          <w:iCs/>
        </w:rPr>
        <w:t xml:space="preserve">, </w:t>
      </w:r>
      <w:r>
        <w:t>feux d</w:t>
      </w:r>
      <w:r w:rsidR="00315B11">
        <w:t>’</w:t>
      </w:r>
      <w:r>
        <w:t xml:space="preserve">autant plus </w:t>
      </w:r>
      <w:proofErr w:type="spellStart"/>
      <w:r>
        <w:t>ardens</w:t>
      </w:r>
      <w:proofErr w:type="spellEnd"/>
      <w:r w:rsidR="00315B11">
        <w:t xml:space="preserve">, </w:t>
      </w:r>
      <w:r>
        <w:t>qu</w:t>
      </w:r>
      <w:r w:rsidR="00315B11">
        <w:t>’</w:t>
      </w:r>
      <w:r>
        <w:t>il ne sera pas distrait de vous par vous-même</w:t>
      </w:r>
      <w:r w:rsidR="00315B11">
        <w:t xml:space="preserve">. </w:t>
      </w:r>
      <w:r>
        <w:t>Il soupirera dans le fort de sa tendresse</w:t>
      </w:r>
      <w:r w:rsidR="00315B11">
        <w:t xml:space="preserve">, </w:t>
      </w:r>
      <w:r>
        <w:t>il parlera même &amp; vous pourrez lui répondre</w:t>
      </w:r>
      <w:r w:rsidR="00315B11">
        <w:t xml:space="preserve"> ; </w:t>
      </w:r>
      <w:r>
        <w:t>mais que ce soit très-doucement</w:t>
      </w:r>
      <w:r w:rsidR="00315B11">
        <w:t xml:space="preserve"> : </w:t>
      </w:r>
      <w:r>
        <w:t xml:space="preserve">gardez-vous </w:t>
      </w:r>
      <w:proofErr w:type="spellStart"/>
      <w:r>
        <w:t>sur-tout</w:t>
      </w:r>
      <w:proofErr w:type="spellEnd"/>
      <w:r>
        <w:t xml:space="preserve"> de le seconder</w:t>
      </w:r>
      <w:r w:rsidR="00315B11">
        <w:t xml:space="preserve">, </w:t>
      </w:r>
      <w:r>
        <w:t>vous l</w:t>
      </w:r>
      <w:r w:rsidR="00315B11">
        <w:t>’</w:t>
      </w:r>
      <w:r>
        <w:t>éveilleriez par les moindres efforts</w:t>
      </w:r>
      <w:r w:rsidR="00315B11">
        <w:t xml:space="preserve"> ; </w:t>
      </w:r>
      <w:r>
        <w:t>laissez-le venir à bout des siens</w:t>
      </w:r>
      <w:r w:rsidR="00315B11">
        <w:t xml:space="preserve"> ; </w:t>
      </w:r>
      <w:r>
        <w:t xml:space="preserve">représentez-vous tous les plaisirs que goûte son </w:t>
      </w:r>
      <w:proofErr w:type="spellStart"/>
      <w:r>
        <w:t>ame</w:t>
      </w:r>
      <w:proofErr w:type="spellEnd"/>
      <w:r w:rsidR="00315B11">
        <w:t xml:space="preserve">, </w:t>
      </w:r>
      <w:r>
        <w:t>l</w:t>
      </w:r>
      <w:r w:rsidR="00315B11">
        <w:t>’</w:t>
      </w:r>
      <w:r>
        <w:t>imagination peint mieux à l</w:t>
      </w:r>
      <w:r w:rsidR="00315B11">
        <w:t>’</w:t>
      </w:r>
      <w:r>
        <w:t>œil fermé qu</w:t>
      </w:r>
      <w:r w:rsidR="00315B11">
        <w:t>’</w:t>
      </w:r>
      <w:r>
        <w:t>à l</w:t>
      </w:r>
      <w:r w:rsidR="00315B11">
        <w:t>’</w:t>
      </w:r>
      <w:r>
        <w:t>œil ouvert</w:t>
      </w:r>
      <w:r w:rsidR="00315B11">
        <w:t xml:space="preserve"> ; </w:t>
      </w:r>
      <w:r>
        <w:t xml:space="preserve">figurez-vous comme vous y </w:t>
      </w:r>
      <w:proofErr w:type="spellStart"/>
      <w:r>
        <w:t>étes</w:t>
      </w:r>
      <w:proofErr w:type="spellEnd"/>
      <w:r>
        <w:t xml:space="preserve"> divinement gravée</w:t>
      </w:r>
      <w:r w:rsidR="00315B11">
        <w:t xml:space="preserve"> ! </w:t>
      </w:r>
      <w:r>
        <w:t>jouissez de toute sa volupté dans un calme profond &amp; dans un parfait abandon de vous-même</w:t>
      </w:r>
      <w:r w:rsidR="00315B11">
        <w:t xml:space="preserve"> ; </w:t>
      </w:r>
      <w:r>
        <w:t>oubliez-vous pour ne vous occuper que du bonheur de votre amant</w:t>
      </w:r>
      <w:r w:rsidR="00315B11">
        <w:t xml:space="preserve">. </w:t>
      </w:r>
      <w:r>
        <w:t>Mais qu</w:t>
      </w:r>
      <w:r w:rsidR="00315B11">
        <w:t>’</w:t>
      </w:r>
      <w:r>
        <w:t>il jouisse à la fin d</w:t>
      </w:r>
      <w:r w:rsidR="00315B11">
        <w:t>’</w:t>
      </w:r>
      <w:r>
        <w:t>un doux repos</w:t>
      </w:r>
      <w:r w:rsidR="00315B11">
        <w:t xml:space="preserve"> ; </w:t>
      </w:r>
      <w:r>
        <w:t>livrez-vous-y vous-même</w:t>
      </w:r>
      <w:r w:rsidR="00315B11">
        <w:t xml:space="preserve">, </w:t>
      </w:r>
      <w:r>
        <w:t>en vous dérobant adroitement de peur de l</w:t>
      </w:r>
      <w:r w:rsidR="00315B11">
        <w:t>’</w:t>
      </w:r>
      <w:r>
        <w:t>éveiller</w:t>
      </w:r>
      <w:r w:rsidR="00315B11">
        <w:t xml:space="preserve"> ; </w:t>
      </w:r>
      <w:r>
        <w:t xml:space="preserve">ne vous embarrassez pas du soin de revoir la </w:t>
      </w:r>
      <w:proofErr w:type="spellStart"/>
      <w:r>
        <w:t>lumiere</w:t>
      </w:r>
      <w:proofErr w:type="spellEnd"/>
      <w:r w:rsidR="00315B11">
        <w:t xml:space="preserve">, </w:t>
      </w:r>
      <w:r>
        <w:t>votre amant vous avertira du lever de l</w:t>
      </w:r>
      <w:r w:rsidR="00315B11">
        <w:t>’</w:t>
      </w:r>
      <w:r>
        <w:t>aurore</w:t>
      </w:r>
      <w:r w:rsidR="00315B11">
        <w:t xml:space="preserve"> ; </w:t>
      </w:r>
      <w:r>
        <w:t>mais auparavan</w:t>
      </w:r>
      <w:r>
        <w:rPr>
          <w:bCs/>
        </w:rPr>
        <w:t xml:space="preserve">t il </w:t>
      </w:r>
      <w:r>
        <w:t>se plaît à vous contempler dans les bras du sommeil</w:t>
      </w:r>
      <w:r w:rsidR="00315B11">
        <w:t xml:space="preserve"> ; </w:t>
      </w:r>
      <w:r>
        <w:t>son œil avide se repaît des charmes que son cœur adore</w:t>
      </w:r>
      <w:r w:rsidR="00315B11">
        <w:t xml:space="preserve"> ; </w:t>
      </w:r>
      <w:r>
        <w:t>ils recevront tous ensemble &amp; chacun en particulier</w:t>
      </w:r>
      <w:r w:rsidR="00315B11">
        <w:t xml:space="preserve">, </w:t>
      </w:r>
      <w:r>
        <w:t>l</w:t>
      </w:r>
      <w:r w:rsidR="00315B11">
        <w:t>’</w:t>
      </w:r>
      <w:r>
        <w:t>hommage qui leur est dû</w:t>
      </w:r>
      <w:r w:rsidR="00315B11">
        <w:t xml:space="preserve">. </w:t>
      </w:r>
      <w:r>
        <w:t>Que de beautés toujours nouvelles</w:t>
      </w:r>
      <w:r w:rsidR="00315B11">
        <w:t xml:space="preserve"> ! </w:t>
      </w:r>
      <w:r>
        <w:t>Il semble qu</w:t>
      </w:r>
      <w:r w:rsidR="00315B11">
        <w:t>’</w:t>
      </w:r>
      <w:r>
        <w:t xml:space="preserve">il les voie pour la </w:t>
      </w:r>
      <w:proofErr w:type="spellStart"/>
      <w:r>
        <w:t>premiere</w:t>
      </w:r>
      <w:proofErr w:type="spellEnd"/>
      <w:r>
        <w:t xml:space="preserve"> fois</w:t>
      </w:r>
      <w:r w:rsidR="00315B11">
        <w:t xml:space="preserve">. </w:t>
      </w:r>
      <w:r>
        <w:t xml:space="preserve">Ses regards curieux ne </w:t>
      </w:r>
      <w:proofErr w:type="spellStart"/>
      <w:r>
        <w:t>seroient</w:t>
      </w:r>
      <w:proofErr w:type="spellEnd"/>
      <w:r>
        <w:t xml:space="preserve"> jamais satisfaits</w:t>
      </w:r>
      <w:r w:rsidR="00315B11">
        <w:t xml:space="preserve"> ; </w:t>
      </w:r>
      <w:r>
        <w:t>mais il faut bien que le plaisir de voir fasse enfin place au plaisir de sentir</w:t>
      </w:r>
      <w:r w:rsidR="00315B11">
        <w:t xml:space="preserve">. </w:t>
      </w:r>
      <w:r>
        <w:t>Avec quelle adresse ses doigts voltigent sur la superficie d</w:t>
      </w:r>
      <w:r w:rsidR="00315B11">
        <w:t>’</w:t>
      </w:r>
      <w:r>
        <w:t xml:space="preserve">une peau </w:t>
      </w:r>
      <w:r>
        <w:lastRenderedPageBreak/>
        <w:t>veloutée</w:t>
      </w:r>
      <w:r w:rsidR="00315B11">
        <w:t xml:space="preserve"> ! </w:t>
      </w:r>
      <w:r>
        <w:t>L</w:t>
      </w:r>
      <w:r w:rsidR="00315B11">
        <w:t>’</w:t>
      </w:r>
      <w:r>
        <w:t xml:space="preserve">agneau ne bondit pas si </w:t>
      </w:r>
      <w:proofErr w:type="spellStart"/>
      <w:r>
        <w:t>légérement</w:t>
      </w:r>
      <w:proofErr w:type="spellEnd"/>
      <w:r>
        <w:t xml:space="preserve"> sur l</w:t>
      </w:r>
      <w:r w:rsidR="00315B11">
        <w:t>’</w:t>
      </w:r>
      <w:r>
        <w:t>herbe tendre de la prairie</w:t>
      </w:r>
      <w:r w:rsidR="00315B11">
        <w:t xml:space="preserve">, </w:t>
      </w:r>
      <w:r>
        <w:t>l</w:t>
      </w:r>
      <w:r w:rsidR="00315B11">
        <w:t>’</w:t>
      </w:r>
      <w:r>
        <w:t>hirondelle ne frise pas mieux la surface de l</w:t>
      </w:r>
      <w:r w:rsidR="00315B11">
        <w:t>’</w:t>
      </w:r>
      <w:r>
        <w:t>eau</w:t>
      </w:r>
      <w:r w:rsidR="00315B11">
        <w:t xml:space="preserve"> : </w:t>
      </w:r>
      <w:r>
        <w:t>ensuite il étend toute la main sur cette surface douce &amp; polie</w:t>
      </w:r>
      <w:r w:rsidR="00315B11">
        <w:t xml:space="preserve">, </w:t>
      </w:r>
      <w:r>
        <w:t xml:space="preserve">il la </w:t>
      </w:r>
      <w:r>
        <w:rPr>
          <w:bCs/>
          <w:iCs/>
        </w:rPr>
        <w:t>fait</w:t>
      </w:r>
      <w:r>
        <w:rPr>
          <w:i/>
          <w:iCs/>
        </w:rPr>
        <w:t xml:space="preserve"> </w:t>
      </w:r>
      <w:r>
        <w:t>glisser</w:t>
      </w:r>
      <w:r w:rsidR="00315B11">
        <w:t xml:space="preserve">… </w:t>
      </w:r>
      <w:r>
        <w:t xml:space="preserve">on </w:t>
      </w:r>
      <w:proofErr w:type="spellStart"/>
      <w:r>
        <w:t>diroit</w:t>
      </w:r>
      <w:proofErr w:type="spellEnd"/>
      <w:r>
        <w:t xml:space="preserve"> une glace qu</w:t>
      </w:r>
      <w:r w:rsidR="00315B11">
        <w:t>’</w:t>
      </w:r>
      <w:r>
        <w:t>il veut éprouver</w:t>
      </w:r>
      <w:r w:rsidR="00315B11">
        <w:t xml:space="preserve">. </w:t>
      </w:r>
      <w:r>
        <w:t xml:space="preserve">Son </w:t>
      </w:r>
      <w:proofErr w:type="spellStart"/>
      <w:r>
        <w:t>desir</w:t>
      </w:r>
      <w:proofErr w:type="spellEnd"/>
      <w:r>
        <w:t xml:space="preserve"> s</w:t>
      </w:r>
      <w:r w:rsidR="00315B11">
        <w:t>’</w:t>
      </w:r>
      <w:r>
        <w:t>augmente par tous ces épreuves</w:t>
      </w:r>
      <w:r w:rsidR="00315B11">
        <w:t xml:space="preserve">, </w:t>
      </w:r>
      <w:r>
        <w:rPr>
          <w:bCs/>
          <w:iCs/>
        </w:rPr>
        <w:t xml:space="preserve">son </w:t>
      </w:r>
      <w:r>
        <w:t>feu s</w:t>
      </w:r>
      <w:r w:rsidR="00315B11">
        <w:t>’</w:t>
      </w:r>
      <w:r>
        <w:t>irrite par de nouveaux larcins</w:t>
      </w:r>
      <w:r w:rsidR="00315B11">
        <w:t xml:space="preserve"> ; </w:t>
      </w:r>
      <w:r>
        <w:t>il va bientôt vous éveiller</w:t>
      </w:r>
      <w:r w:rsidR="00315B11">
        <w:t xml:space="preserve">, </w:t>
      </w:r>
      <w:r>
        <w:t>mais peu-à-peu</w:t>
      </w:r>
      <w:r w:rsidR="00315B11">
        <w:t xml:space="preserve">. </w:t>
      </w:r>
      <w:r>
        <w:t>Croyez-vous qu</w:t>
      </w:r>
      <w:r w:rsidR="00315B11">
        <w:t>’</w:t>
      </w:r>
      <w:r>
        <w:t>il va prodiguer tous ces noms que sa tendresse aime à vous donner</w:t>
      </w:r>
      <w:r w:rsidR="00315B11">
        <w:t xml:space="preserve"> ? </w:t>
      </w:r>
      <w:r>
        <w:t>Non</w:t>
      </w:r>
      <w:r w:rsidR="00315B11">
        <w:t xml:space="preserve">, </w:t>
      </w:r>
      <w:r>
        <w:t>il est trop voluptueux</w:t>
      </w:r>
      <w:r w:rsidR="00315B11">
        <w:t xml:space="preserve"> ; </w:t>
      </w:r>
      <w:r>
        <w:t>sa bouche lui sera d</w:t>
      </w:r>
      <w:r w:rsidR="00315B11">
        <w:t>’</w:t>
      </w:r>
      <w:r>
        <w:t xml:space="preserve">un autre </w:t>
      </w:r>
      <w:r>
        <w:rPr>
          <w:bCs/>
        </w:rPr>
        <w:t>usage</w:t>
      </w:r>
      <w:r w:rsidR="00315B11">
        <w:rPr>
          <w:bCs/>
        </w:rPr>
        <w:t xml:space="preserve"> ; </w:t>
      </w:r>
      <w:r>
        <w:rPr>
          <w:bCs/>
        </w:rPr>
        <w:t xml:space="preserve">il </w:t>
      </w:r>
      <w:r>
        <w:t>donnera cent baisers tendres à l</w:t>
      </w:r>
      <w:r w:rsidR="00315B11">
        <w:t>’</w:t>
      </w:r>
      <w:r>
        <w:t>objet de sa passion</w:t>
      </w:r>
      <w:r w:rsidR="00315B11">
        <w:t xml:space="preserve"> ; </w:t>
      </w:r>
      <w:r>
        <w:t xml:space="preserve">il ne les donnera pas </w:t>
      </w:r>
      <w:proofErr w:type="spellStart"/>
      <w:r>
        <w:t>brûlans</w:t>
      </w:r>
      <w:proofErr w:type="spellEnd"/>
      <w:r w:rsidR="00315B11">
        <w:t xml:space="preserve">, </w:t>
      </w:r>
      <w:r>
        <w:t>pour ne pas l</w:t>
      </w:r>
      <w:r w:rsidR="00315B11">
        <w:t>’</w:t>
      </w:r>
      <w:r>
        <w:t>éveiller encore</w:t>
      </w:r>
      <w:r w:rsidR="00315B11">
        <w:t xml:space="preserve"> ; </w:t>
      </w:r>
      <w:r>
        <w:t>il s</w:t>
      </w:r>
      <w:r w:rsidR="00315B11">
        <w:t>’</w:t>
      </w:r>
      <w:r>
        <w:t>approche</w:t>
      </w:r>
      <w:r w:rsidR="00315B11">
        <w:t xml:space="preserve">, </w:t>
      </w:r>
      <w:r>
        <w:t>il hésite</w:t>
      </w:r>
      <w:r w:rsidR="00315B11">
        <w:t xml:space="preserve">, </w:t>
      </w:r>
      <w:r>
        <w:t>il se fait violence</w:t>
      </w:r>
      <w:r w:rsidR="00315B11">
        <w:t xml:space="preserve"> ; </w:t>
      </w:r>
      <w:r>
        <w:t xml:space="preserve">il se tient </w:t>
      </w:r>
      <w:proofErr w:type="spellStart"/>
      <w:r>
        <w:t>légérement</w:t>
      </w:r>
      <w:proofErr w:type="spellEnd"/>
      <w:r>
        <w:t xml:space="preserve"> suspendu au-dessus d</w:t>
      </w:r>
      <w:r w:rsidR="00315B11">
        <w:t>’</w:t>
      </w:r>
      <w:r>
        <w:t xml:space="preserve">une infinité de </w:t>
      </w:r>
      <w:proofErr w:type="spellStart"/>
      <w:r>
        <w:t>graces</w:t>
      </w:r>
      <w:proofErr w:type="spellEnd"/>
      <w:r>
        <w:t xml:space="preserve"> qui agissent sur lui avec toute la force de leur aimant</w:t>
      </w:r>
      <w:r w:rsidR="00315B11">
        <w:t xml:space="preserve"> ; </w:t>
      </w:r>
      <w:r>
        <w:t xml:space="preserve">il </w:t>
      </w:r>
      <w:proofErr w:type="spellStart"/>
      <w:r>
        <w:t>voudroit</w:t>
      </w:r>
      <w:proofErr w:type="spellEnd"/>
      <w:r>
        <w:t xml:space="preserve"> jouir d</w:t>
      </w:r>
      <w:r w:rsidR="00315B11">
        <w:t>’</w:t>
      </w:r>
      <w:r>
        <w:t>une amante endormie</w:t>
      </w:r>
      <w:r w:rsidR="00315B11">
        <w:t xml:space="preserve">… </w:t>
      </w:r>
      <w:r>
        <w:t>déjà il s</w:t>
      </w:r>
      <w:r w:rsidR="00315B11">
        <w:t>’</w:t>
      </w:r>
      <w:r>
        <w:t>y dispose avec toutes les précautions &amp; l</w:t>
      </w:r>
      <w:r w:rsidR="00315B11">
        <w:t>’</w:t>
      </w:r>
      <w:r>
        <w:t>industrie imaginables</w:t>
      </w:r>
      <w:r w:rsidR="00315B11">
        <w:t xml:space="preserve">, </w:t>
      </w:r>
      <w:r>
        <w:t>mais en vain</w:t>
      </w:r>
      <w:r w:rsidR="00315B11">
        <w:t xml:space="preserve"> ; </w:t>
      </w:r>
      <w:r>
        <w:t xml:space="preserve">le cœur de </w:t>
      </w:r>
      <w:proofErr w:type="spellStart"/>
      <w:r>
        <w:t>Phylis</w:t>
      </w:r>
      <w:proofErr w:type="spellEnd"/>
      <w:r>
        <w:t xml:space="preserve"> est averti des approches de son bonheur</w:t>
      </w:r>
      <w:r w:rsidR="00315B11">
        <w:t xml:space="preserve">, </w:t>
      </w:r>
      <w:r>
        <w:t>un doux sentiment l</w:t>
      </w:r>
      <w:r w:rsidR="00315B11">
        <w:t>’</w:t>
      </w:r>
      <w:r>
        <w:t>annonce de veine en veine</w:t>
      </w:r>
      <w:r w:rsidR="00315B11">
        <w:t xml:space="preserve"> ; </w:t>
      </w:r>
      <w:r>
        <w:t>ses pores</w:t>
      </w:r>
      <w:r w:rsidR="00315B11">
        <w:t xml:space="preserve">, </w:t>
      </w:r>
      <w:r>
        <w:t xml:space="preserve">sensibles à la plus </w:t>
      </w:r>
      <w:proofErr w:type="spellStart"/>
      <w:r>
        <w:t>légere</w:t>
      </w:r>
      <w:proofErr w:type="spellEnd"/>
      <w:r>
        <w:t xml:space="preserve"> titillation</w:t>
      </w:r>
      <w:r w:rsidR="00315B11">
        <w:t xml:space="preserve">, </w:t>
      </w:r>
      <w:r>
        <w:t>s</w:t>
      </w:r>
      <w:r w:rsidR="00315B11">
        <w:t>’</w:t>
      </w:r>
      <w:proofErr w:type="spellStart"/>
      <w:r>
        <w:t>ouvriroient</w:t>
      </w:r>
      <w:proofErr w:type="spellEnd"/>
      <w:r>
        <w:t xml:space="preserve"> à l</w:t>
      </w:r>
      <w:r w:rsidR="00315B11">
        <w:t>’</w:t>
      </w:r>
      <w:r>
        <w:t>haleine de Zéphire</w:t>
      </w:r>
      <w:r w:rsidR="00315B11">
        <w:t xml:space="preserve">. </w:t>
      </w:r>
      <w:r>
        <w:t xml:space="preserve">Il </w:t>
      </w:r>
      <w:proofErr w:type="spellStart"/>
      <w:r>
        <w:t>étoit</w:t>
      </w:r>
      <w:proofErr w:type="spellEnd"/>
      <w:r>
        <w:t xml:space="preserve"> temps</w:t>
      </w:r>
      <w:r w:rsidR="00315B11">
        <w:t xml:space="preserve">, </w:t>
      </w:r>
      <w:proofErr w:type="spellStart"/>
      <w:r>
        <w:t>bergere</w:t>
      </w:r>
      <w:proofErr w:type="spellEnd"/>
      <w:r w:rsidR="00315B11">
        <w:t xml:space="preserve">, </w:t>
      </w:r>
      <w:r>
        <w:t xml:space="preserve">les transports de votre amant </w:t>
      </w:r>
      <w:proofErr w:type="spellStart"/>
      <w:r>
        <w:t>touchoient</w:t>
      </w:r>
      <w:proofErr w:type="spellEnd"/>
      <w:r>
        <w:t xml:space="preserve"> à leur comble</w:t>
      </w:r>
      <w:r w:rsidR="00315B11">
        <w:t xml:space="preserve"> : </w:t>
      </w:r>
      <w:r>
        <w:t>il n</w:t>
      </w:r>
      <w:r w:rsidR="00315B11">
        <w:t>’</w:t>
      </w:r>
      <w:proofErr w:type="spellStart"/>
      <w:r>
        <w:t>étoit</w:t>
      </w:r>
      <w:proofErr w:type="spellEnd"/>
      <w:r>
        <w:t xml:space="preserve"> plus maître de lui</w:t>
      </w:r>
      <w:r w:rsidR="00315B11">
        <w:t xml:space="preserve">. </w:t>
      </w:r>
      <w:r>
        <w:t>Ouvrez donc les yeux</w:t>
      </w:r>
      <w:r w:rsidR="00315B11">
        <w:t xml:space="preserve">, </w:t>
      </w:r>
      <w:r>
        <w:t>&amp; acceptez avec plaisir les signes du réveil</w:t>
      </w:r>
      <w:r w:rsidR="00315B11">
        <w:t>. « </w:t>
      </w:r>
      <w:r>
        <w:t>C</w:t>
      </w:r>
      <w:r w:rsidR="00315B11">
        <w:t>’</w:t>
      </w:r>
      <w:r>
        <w:t>est moi</w:t>
      </w:r>
      <w:r w:rsidR="00315B11">
        <w:t xml:space="preserve">, </w:t>
      </w:r>
      <w:r>
        <w:t>dit-il</w:t>
      </w:r>
      <w:r w:rsidR="00315B11">
        <w:t xml:space="preserve">, </w:t>
      </w:r>
      <w:r>
        <w:t>c</w:t>
      </w:r>
      <w:r w:rsidR="00315B11">
        <w:t>’</w:t>
      </w:r>
      <w:r>
        <w:t>est ton cher Hylas</w:t>
      </w:r>
      <w:r w:rsidR="00315B11">
        <w:t xml:space="preserve">, </w:t>
      </w:r>
      <w:r>
        <w:t>qui t</w:t>
      </w:r>
      <w:r w:rsidR="00315B11">
        <w:t>’</w:t>
      </w:r>
      <w:r>
        <w:t>aime plus qu</w:t>
      </w:r>
      <w:r w:rsidR="00315B11">
        <w:t>’</w:t>
      </w:r>
      <w:r>
        <w:t>il n</w:t>
      </w:r>
      <w:r w:rsidR="00315B11">
        <w:t>’</w:t>
      </w:r>
      <w:r>
        <w:t>ait fait de sa vie</w:t>
      </w:r>
      <w:r w:rsidR="00315B11">
        <w:t xml:space="preserve"> ». </w:t>
      </w:r>
      <w:r>
        <w:t>Il se laisse ensuite tomber mollement dans vos bras</w:t>
      </w:r>
      <w:r w:rsidR="00315B11">
        <w:t xml:space="preserve">, </w:t>
      </w:r>
      <w:r>
        <w:t>qu</w:t>
      </w:r>
      <w:r w:rsidR="00315B11">
        <w:t>’</w:t>
      </w:r>
      <w:r>
        <w:t>un reste de sommeil vous fait étendre &amp; ouvrir à la voix de l</w:t>
      </w:r>
      <w:r w:rsidR="00315B11">
        <w:t>’</w:t>
      </w:r>
      <w:r>
        <w:t>amour</w:t>
      </w:r>
      <w:r w:rsidR="00315B11">
        <w:t xml:space="preserve"> ; </w:t>
      </w:r>
      <w:r>
        <w:t>il les entrelacera dans les siens</w:t>
      </w:r>
      <w:r w:rsidR="00315B11">
        <w:t xml:space="preserve"> ; </w:t>
      </w:r>
      <w:r>
        <w:t>il s</w:t>
      </w:r>
      <w:r w:rsidR="00315B11">
        <w:t>’</w:t>
      </w:r>
      <w:r>
        <w:t>y confondra de nouveau</w:t>
      </w:r>
      <w:r w:rsidR="00315B11">
        <w:t xml:space="preserve">. </w:t>
      </w:r>
      <w:r>
        <w:t>C</w:t>
      </w:r>
      <w:r w:rsidR="00315B11">
        <w:t>’</w:t>
      </w:r>
      <w:r>
        <w:t>est ainsi qu</w:t>
      </w:r>
      <w:r w:rsidR="00315B11">
        <w:t>’</w:t>
      </w:r>
      <w:r>
        <w:t>à peine rendue à vous-même</w:t>
      </w:r>
      <w:r w:rsidR="00315B11">
        <w:t xml:space="preserve">, </w:t>
      </w:r>
      <w:r>
        <w:t>vous sentirez la volupté du demi-réveil</w:t>
      </w:r>
      <w:r w:rsidR="00315B11">
        <w:t xml:space="preserve">. </w:t>
      </w:r>
      <w:r>
        <w:t>L</w:t>
      </w:r>
      <w:r w:rsidR="00315B11">
        <w:t>’</w:t>
      </w:r>
      <w:r>
        <w:t>homme a été fait pour être heureux dans tous les états de la vie</w:t>
      </w:r>
      <w:r w:rsidR="00315B11">
        <w:t>.</w:t>
      </w:r>
    </w:p>
    <w:p w14:paraId="55D44958" w14:textId="77777777" w:rsidR="00315B11" w:rsidRDefault="00000000" w:rsidP="00315B11">
      <w:r>
        <w:t>C</w:t>
      </w:r>
      <w:r w:rsidR="00315B11">
        <w:t>’</w:t>
      </w:r>
      <w:r>
        <w:t>est assez</w:t>
      </w:r>
      <w:r w:rsidR="00315B11">
        <w:t xml:space="preserve">, </w:t>
      </w:r>
      <w:r>
        <w:t>profès voluptueux</w:t>
      </w:r>
      <w:r w:rsidR="00315B11">
        <w:t xml:space="preserve">, </w:t>
      </w:r>
      <w:r>
        <w:t>l</w:t>
      </w:r>
      <w:r w:rsidR="00315B11">
        <w:t>’</w:t>
      </w:r>
      <w:r>
        <w:t xml:space="preserve">amour ne perd rien à tous les </w:t>
      </w:r>
      <w:proofErr w:type="spellStart"/>
      <w:r>
        <w:t>sermens</w:t>
      </w:r>
      <w:proofErr w:type="spellEnd"/>
      <w:r>
        <w:t xml:space="preserve"> qu</w:t>
      </w:r>
      <w:r w:rsidR="00315B11">
        <w:t>’</w:t>
      </w:r>
      <w:r>
        <w:t>il fait faire</w:t>
      </w:r>
      <w:r w:rsidR="00315B11">
        <w:t xml:space="preserve"> ; </w:t>
      </w:r>
      <w:r>
        <w:t xml:space="preserve">jurez à votre maîtresse que vous lui serez </w:t>
      </w:r>
      <w:proofErr w:type="spellStart"/>
      <w:r>
        <w:t>fidele</w:t>
      </w:r>
      <w:proofErr w:type="spellEnd"/>
      <w:r w:rsidR="00315B11">
        <w:t xml:space="preserve">, </w:t>
      </w:r>
      <w:r>
        <w:t>&amp; levez-vous</w:t>
      </w:r>
      <w:r w:rsidR="00315B11">
        <w:t xml:space="preserve">. </w:t>
      </w:r>
      <w:r>
        <w:rPr>
          <w:bCs/>
        </w:rPr>
        <w:t>C</w:t>
      </w:r>
      <w:r w:rsidR="00315B11">
        <w:rPr>
          <w:bCs/>
        </w:rPr>
        <w:t>’</w:t>
      </w:r>
      <w:r>
        <w:rPr>
          <w:bCs/>
        </w:rPr>
        <w:t xml:space="preserve">est </w:t>
      </w:r>
      <w:r>
        <w:t>ici qu</w:t>
      </w:r>
      <w:r w:rsidR="00315B11">
        <w:t>’</w:t>
      </w:r>
      <w:r>
        <w:t>il faut s</w:t>
      </w:r>
      <w:r w:rsidR="00315B11">
        <w:t>’</w:t>
      </w:r>
      <w:r>
        <w:t>arracher au plaisir que les regrets accompagnent</w:t>
      </w:r>
      <w:r w:rsidR="00315B11">
        <w:t xml:space="preserve">. </w:t>
      </w:r>
      <w:r>
        <w:lastRenderedPageBreak/>
        <w:t>N</w:t>
      </w:r>
      <w:r w:rsidR="00315B11">
        <w:t>’</w:t>
      </w:r>
      <w:r>
        <w:t>attendez pas les pleurs ni les plaintes d</w:t>
      </w:r>
      <w:r w:rsidR="00315B11">
        <w:t>’</w:t>
      </w:r>
      <w:r>
        <w:t>une belle qui touche au moment de vous perdre</w:t>
      </w:r>
      <w:r w:rsidR="00315B11">
        <w:t xml:space="preserve">, </w:t>
      </w:r>
      <w:r>
        <w:t>arrachez-vous encore une fois</w:t>
      </w:r>
      <w:r w:rsidR="00315B11">
        <w:t xml:space="preserve">, </w:t>
      </w:r>
      <w:r>
        <w:t>&amp; n</w:t>
      </w:r>
      <w:r w:rsidR="00315B11">
        <w:t>’</w:t>
      </w:r>
      <w:r>
        <w:t xml:space="preserve">excitez point des </w:t>
      </w:r>
      <w:proofErr w:type="spellStart"/>
      <w:r>
        <w:t>desirs</w:t>
      </w:r>
      <w:proofErr w:type="spellEnd"/>
      <w:r>
        <w:t xml:space="preserve"> superflus</w:t>
      </w:r>
      <w:r w:rsidR="00315B11">
        <w:t xml:space="preserve">. </w:t>
      </w:r>
      <w:r>
        <w:t>Les plaisirs forcé</w:t>
      </w:r>
      <w:r>
        <w:rPr>
          <w:i/>
          <w:iCs/>
        </w:rPr>
        <w:t xml:space="preserve">s </w:t>
      </w:r>
      <w:r>
        <w:rPr>
          <w:bCs/>
        </w:rPr>
        <w:t xml:space="preserve">sont-ils des </w:t>
      </w:r>
      <w:r>
        <w:t>plaisirs</w:t>
      </w:r>
      <w:r w:rsidR="00315B11">
        <w:t xml:space="preserve"> ? </w:t>
      </w:r>
      <w:r>
        <w:t>Songez que vous reverrez un jour votre amante</w:t>
      </w:r>
      <w:r w:rsidR="00315B11">
        <w:t xml:space="preserve">, </w:t>
      </w:r>
      <w:r>
        <w:t>ou que l</w:t>
      </w:r>
      <w:r w:rsidR="00315B11">
        <w:t>’</w:t>
      </w:r>
      <w:r>
        <w:t>amour</w:t>
      </w:r>
      <w:r w:rsidR="00315B11">
        <w:t xml:space="preserve">, </w:t>
      </w:r>
      <w:r>
        <w:t>dont l</w:t>
      </w:r>
      <w:r w:rsidR="00315B11">
        <w:t>’</w:t>
      </w:r>
      <w:r>
        <w:t>em</w:t>
      </w:r>
      <w:r>
        <w:rPr>
          <w:bCs/>
        </w:rPr>
        <w:t xml:space="preserve">pire ne finit </w:t>
      </w:r>
      <w:r>
        <w:t>qu</w:t>
      </w:r>
      <w:r w:rsidR="00315B11">
        <w:t>’</w:t>
      </w:r>
      <w:r>
        <w:t>avec l</w:t>
      </w:r>
      <w:r w:rsidR="00315B11">
        <w:t>’</w:t>
      </w:r>
      <w:r>
        <w:t>univers</w:t>
      </w:r>
      <w:r w:rsidR="00315B11">
        <w:t xml:space="preserve">, </w:t>
      </w:r>
      <w:r>
        <w:t xml:space="preserve">sensible à </w:t>
      </w:r>
      <w:r>
        <w:rPr>
          <w:bCs/>
        </w:rPr>
        <w:t xml:space="preserve">de </w:t>
      </w:r>
      <w:proofErr w:type="spellStart"/>
      <w:r>
        <w:t>nouvaux</w:t>
      </w:r>
      <w:proofErr w:type="spellEnd"/>
      <w:r>
        <w:t xml:space="preserve"> besoins</w:t>
      </w:r>
      <w:r w:rsidR="00315B11">
        <w:t xml:space="preserve">, </w:t>
      </w:r>
      <w:r>
        <w:t>vous enflammera pour d</w:t>
      </w:r>
      <w:r w:rsidR="00315B11">
        <w:t>’</w:t>
      </w:r>
      <w:r>
        <w:t xml:space="preserve">autres </w:t>
      </w:r>
      <w:proofErr w:type="spellStart"/>
      <w:r>
        <w:t>bergeres</w:t>
      </w:r>
      <w:proofErr w:type="spellEnd"/>
      <w:r w:rsidR="00315B11">
        <w:t xml:space="preserve">, </w:t>
      </w:r>
      <w:r>
        <w:t>peut-être encore plus aimables</w:t>
      </w:r>
      <w:r w:rsidR="00315B11">
        <w:t>.</w:t>
      </w:r>
    </w:p>
    <w:p w14:paraId="66B17F8C" w14:textId="77777777" w:rsidR="00315B11" w:rsidRDefault="00000000" w:rsidP="00315B11">
      <w:r>
        <w:t>Amans</w:t>
      </w:r>
      <w:r w:rsidR="00315B11">
        <w:t xml:space="preserve">, </w:t>
      </w:r>
      <w:r>
        <w:t xml:space="preserve">qui êtes sur le point </w:t>
      </w:r>
      <w:r>
        <w:rPr>
          <w:bCs/>
        </w:rPr>
        <w:t xml:space="preserve">de </w:t>
      </w:r>
      <w:r>
        <w:t xml:space="preserve">quitter </w:t>
      </w:r>
      <w:r>
        <w:rPr>
          <w:bCs/>
        </w:rPr>
        <w:t xml:space="preserve">vos </w:t>
      </w:r>
      <w:r>
        <w:t>belles</w:t>
      </w:r>
      <w:r w:rsidR="00315B11">
        <w:t xml:space="preserve">, </w:t>
      </w:r>
      <w:r>
        <w:t>que vos adieux soient tendres</w:t>
      </w:r>
      <w:r w:rsidR="00315B11">
        <w:t xml:space="preserve">, </w:t>
      </w:r>
      <w:proofErr w:type="spellStart"/>
      <w:r>
        <w:t>passionés</w:t>
      </w:r>
      <w:proofErr w:type="spellEnd"/>
      <w:r w:rsidR="00315B11">
        <w:t xml:space="preserve">, </w:t>
      </w:r>
      <w:r>
        <w:t xml:space="preserve">plein </w:t>
      </w:r>
      <w:r>
        <w:rPr>
          <w:bCs/>
        </w:rPr>
        <w:t xml:space="preserve">de </w:t>
      </w:r>
      <w:r>
        <w:t>ces nouveaux charmes que la tristesse y ajoute</w:t>
      </w:r>
      <w:r w:rsidR="00315B11">
        <w:t xml:space="preserve">. </w:t>
      </w:r>
      <w:r>
        <w:rPr>
          <w:bCs/>
        </w:rPr>
        <w:t xml:space="preserve">Je veux </w:t>
      </w:r>
      <w:r>
        <w:t>que vous surpassiez un peu la nature</w:t>
      </w:r>
      <w:r w:rsidR="00315B11">
        <w:t xml:space="preserve">, </w:t>
      </w:r>
      <w:r>
        <w:t>mais ne l</w:t>
      </w:r>
      <w:r w:rsidR="00315B11">
        <w:t>’</w:t>
      </w:r>
      <w:r>
        <w:t>excédez jamais</w:t>
      </w:r>
      <w:r w:rsidR="00315B11">
        <w:t xml:space="preserve"> : </w:t>
      </w:r>
      <w:r>
        <w:t>c</w:t>
      </w:r>
      <w:r w:rsidR="00315B11">
        <w:t>’</w:t>
      </w:r>
      <w:r>
        <w:t xml:space="preserve">est à la tendresse à seconder </w:t>
      </w:r>
      <w:r>
        <w:rPr>
          <w:bCs/>
        </w:rPr>
        <w:t xml:space="preserve">le </w:t>
      </w:r>
      <w:r>
        <w:t>tempérament &amp; à faire les derniers efforts</w:t>
      </w:r>
      <w:r w:rsidR="00315B11">
        <w:t xml:space="preserve">. </w:t>
      </w:r>
      <w:r>
        <w:rPr>
          <w:bCs/>
        </w:rPr>
        <w:t>Qu</w:t>
      </w:r>
      <w:r w:rsidR="00315B11">
        <w:rPr>
          <w:bCs/>
        </w:rPr>
        <w:t>’</w:t>
      </w:r>
      <w:r>
        <w:rPr>
          <w:bCs/>
        </w:rPr>
        <w:t xml:space="preserve">il </w:t>
      </w:r>
      <w:proofErr w:type="spellStart"/>
      <w:r>
        <w:t>seroit</w:t>
      </w:r>
      <w:proofErr w:type="spellEnd"/>
      <w:r>
        <w:t xml:space="preserve"> heureux </w:t>
      </w:r>
      <w:r>
        <w:rPr>
          <w:bCs/>
        </w:rPr>
        <w:t xml:space="preserve">de </w:t>
      </w:r>
      <w:r>
        <w:t>trouver une ressource imprévue</w:t>
      </w:r>
      <w:r w:rsidR="00315B11">
        <w:t xml:space="preserve">, </w:t>
      </w:r>
      <w:r>
        <w:rPr>
          <w:bCs/>
        </w:rPr>
        <w:t xml:space="preserve">au </w:t>
      </w:r>
      <w:r>
        <w:t xml:space="preserve">moment même </w:t>
      </w:r>
      <w:r>
        <w:rPr>
          <w:bCs/>
        </w:rPr>
        <w:t>qu</w:t>
      </w:r>
      <w:r w:rsidR="00315B11">
        <w:rPr>
          <w:bCs/>
        </w:rPr>
        <w:t>’</w:t>
      </w:r>
      <w:r>
        <w:rPr>
          <w:bCs/>
        </w:rPr>
        <w:t xml:space="preserve">on </w:t>
      </w:r>
      <w:r>
        <w:t>s</w:t>
      </w:r>
      <w:r w:rsidR="00315B11">
        <w:t>’</w:t>
      </w:r>
      <w:r>
        <w:t xml:space="preserve">embrasse pour la </w:t>
      </w:r>
      <w:proofErr w:type="spellStart"/>
      <w:r>
        <w:t>derniere</w:t>
      </w:r>
      <w:proofErr w:type="spellEnd"/>
      <w:r>
        <w:t xml:space="preserve"> </w:t>
      </w:r>
      <w:r>
        <w:rPr>
          <w:bCs/>
        </w:rPr>
        <w:t>fois</w:t>
      </w:r>
      <w:r w:rsidR="00315B11">
        <w:rPr>
          <w:bCs/>
        </w:rPr>
        <w:t xml:space="preserve">, </w:t>
      </w:r>
      <w:r>
        <w:rPr>
          <w:bCs/>
        </w:rPr>
        <w:t xml:space="preserve">au moment que les pleurs mutuels de </w:t>
      </w:r>
      <w:r>
        <w:t xml:space="preserve">deux </w:t>
      </w:r>
      <w:proofErr w:type="spellStart"/>
      <w:r>
        <w:rPr>
          <w:bCs/>
        </w:rPr>
        <w:t>amans</w:t>
      </w:r>
      <w:proofErr w:type="spellEnd"/>
      <w:r>
        <w:rPr>
          <w:bCs/>
        </w:rPr>
        <w:t xml:space="preserve"> prenant divers cours</w:t>
      </w:r>
      <w:r w:rsidR="00315B11">
        <w:rPr>
          <w:bCs/>
        </w:rPr>
        <w:t xml:space="preserve">, </w:t>
      </w:r>
      <w:r>
        <w:t xml:space="preserve">semblent être les </w:t>
      </w:r>
      <w:proofErr w:type="spellStart"/>
      <w:r>
        <w:t>garans</w:t>
      </w:r>
      <w:proofErr w:type="spellEnd"/>
      <w:r>
        <w:t xml:space="preserve"> </w:t>
      </w:r>
      <w:r>
        <w:rPr>
          <w:bCs/>
        </w:rPr>
        <w:t xml:space="preserve">de </w:t>
      </w:r>
      <w:r>
        <w:t xml:space="preserve">leur douleur &amp; </w:t>
      </w:r>
      <w:r>
        <w:rPr>
          <w:bCs/>
        </w:rPr>
        <w:t xml:space="preserve">de </w:t>
      </w:r>
      <w:r>
        <w:t xml:space="preserve">leur </w:t>
      </w:r>
      <w:r>
        <w:rPr>
          <w:bCs/>
        </w:rPr>
        <w:t>fidélité</w:t>
      </w:r>
      <w:r w:rsidR="00315B11">
        <w:rPr>
          <w:bCs/>
        </w:rPr>
        <w:t xml:space="preserve">, </w:t>
      </w:r>
      <w:r>
        <w:rPr>
          <w:bCs/>
        </w:rPr>
        <w:t xml:space="preserve">en même temps que la marque &amp; le </w:t>
      </w:r>
      <w:r>
        <w:t xml:space="preserve">terme </w:t>
      </w:r>
      <w:r>
        <w:rPr>
          <w:bCs/>
        </w:rPr>
        <w:t xml:space="preserve">de </w:t>
      </w:r>
      <w:r>
        <w:t xml:space="preserve">leurs </w:t>
      </w:r>
      <w:r>
        <w:rPr>
          <w:bCs/>
        </w:rPr>
        <w:t>plaisirs</w:t>
      </w:r>
      <w:r w:rsidR="00315B11">
        <w:rPr>
          <w:bCs/>
        </w:rPr>
        <w:t> !</w:t>
      </w:r>
    </w:p>
    <w:p w14:paraId="6E590287" w14:textId="77777777" w:rsidR="00315B11" w:rsidRDefault="00000000" w:rsidP="00315B11">
      <w:r>
        <w:t>Ô vous</w:t>
      </w:r>
      <w:r w:rsidR="00315B11">
        <w:t xml:space="preserve"> ! </w:t>
      </w:r>
      <w:r>
        <w:t>qui voulez faire croître les myrtes de Vénus avec les pavots de Morphée</w:t>
      </w:r>
      <w:r w:rsidR="00315B11">
        <w:t xml:space="preserve">, </w:t>
      </w:r>
      <w:r>
        <w:t>voluptueux de tous les temps</w:t>
      </w:r>
      <w:r w:rsidR="00315B11">
        <w:t xml:space="preserve">, </w:t>
      </w:r>
      <w:r>
        <w:t xml:space="preserve">prenez tous mon guerrier pour </w:t>
      </w:r>
      <w:proofErr w:type="spellStart"/>
      <w:r>
        <w:t>modele</w:t>
      </w:r>
      <w:proofErr w:type="spellEnd"/>
      <w:r w:rsidR="00315B11">
        <w:t xml:space="preserve"> ; </w:t>
      </w:r>
      <w:r>
        <w:t>ne craignez ni les caprices du réveil</w:t>
      </w:r>
      <w:r w:rsidR="00315B11">
        <w:t xml:space="preserve">, </w:t>
      </w:r>
      <w:r>
        <w:t>ni le défaut de sentiment</w:t>
      </w:r>
      <w:r w:rsidR="00315B11">
        <w:t xml:space="preserve">. </w:t>
      </w:r>
      <w:r>
        <w:t>Si le rendez-vous est bien pris</w:t>
      </w:r>
      <w:r w:rsidR="00315B11">
        <w:t xml:space="preserve">, </w:t>
      </w:r>
      <w:r>
        <w:t>si les cœurs sont d</w:t>
      </w:r>
      <w:r w:rsidR="00315B11">
        <w:t>’</w:t>
      </w:r>
      <w:r>
        <w:t>intelligence</w:t>
      </w:r>
      <w:r w:rsidR="00315B11">
        <w:t xml:space="preserve">, </w:t>
      </w:r>
      <w:r>
        <w:t>Flore en aura bientôt assez pour goûter à la fois &amp; les douceurs du sommeil &amp; celles de l</w:t>
      </w:r>
      <w:r w:rsidR="00315B11">
        <w:t>’</w:t>
      </w:r>
      <w:r>
        <w:t>amour</w:t>
      </w:r>
      <w:r w:rsidR="00315B11">
        <w:t xml:space="preserve">. </w:t>
      </w:r>
      <w:r>
        <w:t>Soyez seulement habile économe de vos plaisirs</w:t>
      </w:r>
      <w:r w:rsidR="00315B11">
        <w:t xml:space="preserve"> ; </w:t>
      </w:r>
      <w:r>
        <w:t>sachez l</w:t>
      </w:r>
      <w:r w:rsidR="00315B11">
        <w:t>’</w:t>
      </w:r>
      <w:r>
        <w:t>art délicat de les filer</w:t>
      </w:r>
      <w:r w:rsidR="00315B11">
        <w:t xml:space="preserve">, </w:t>
      </w:r>
      <w:r>
        <w:t xml:space="preserve">de les faire </w:t>
      </w:r>
      <w:proofErr w:type="spellStart"/>
      <w:r>
        <w:t>éclorre</w:t>
      </w:r>
      <w:proofErr w:type="spellEnd"/>
      <w:r>
        <w:t xml:space="preserve"> dans le cœur d</w:t>
      </w:r>
      <w:r w:rsidR="00315B11">
        <w:t>’</w:t>
      </w:r>
      <w:r>
        <w:t>une amante endormie</w:t>
      </w:r>
      <w:r w:rsidR="00315B11">
        <w:t xml:space="preserve"> ; </w:t>
      </w:r>
      <w:r>
        <w:t>&amp; vous éprouverez que</w:t>
      </w:r>
      <w:r w:rsidR="00315B11">
        <w:t xml:space="preserve">, </w:t>
      </w:r>
      <w:r>
        <w:t>si ceux du soir sont plus vifs</w:t>
      </w:r>
      <w:r w:rsidR="00315B11">
        <w:t xml:space="preserve">, </w:t>
      </w:r>
      <w:r>
        <w:t>ceux du matin sont plus doux</w:t>
      </w:r>
      <w:r w:rsidR="00315B11">
        <w:t>.</w:t>
      </w:r>
    </w:p>
    <w:p w14:paraId="388D1A28" w14:textId="77777777" w:rsidR="00315B11" w:rsidRDefault="00000000" w:rsidP="00315B11">
      <w:r>
        <w:t>Comme on voit le soleil sortir peu-à-peu de dessous les nuages épais qui nous dérobent ses rayons dorés</w:t>
      </w:r>
      <w:r w:rsidR="00315B11">
        <w:t xml:space="preserve">, </w:t>
      </w:r>
      <w:r>
        <w:t xml:space="preserve">que la belle </w:t>
      </w:r>
      <w:proofErr w:type="spellStart"/>
      <w:r>
        <w:t>ame</w:t>
      </w:r>
      <w:proofErr w:type="spellEnd"/>
      <w:r>
        <w:t xml:space="preserve"> de Flore perce de même imperceptiblement ceux du </w:t>
      </w:r>
      <w:r>
        <w:lastRenderedPageBreak/>
        <w:t>sommeil</w:t>
      </w:r>
      <w:r w:rsidR="00315B11">
        <w:t xml:space="preserve"> ; </w:t>
      </w:r>
      <w:r>
        <w:t xml:space="preserve">que son réveil exactement gradué comme aux sons des plus doux </w:t>
      </w:r>
      <w:proofErr w:type="spellStart"/>
      <w:r>
        <w:t>instrumens</w:t>
      </w:r>
      <w:proofErr w:type="spellEnd"/>
      <w:r w:rsidR="00315B11">
        <w:t xml:space="preserve">, </w:t>
      </w:r>
      <w:r>
        <w:t>la fasse passer en quelque sorte par toutes les nuances qui séparent ce qu</w:t>
      </w:r>
      <w:r w:rsidR="00315B11">
        <w:t>’</w:t>
      </w:r>
      <w:r>
        <w:t>il y a de plus vif</w:t>
      </w:r>
      <w:r w:rsidR="00315B11">
        <w:t xml:space="preserve"> ; </w:t>
      </w:r>
      <w:r>
        <w:t>mais pour cela il faut que vos caresses le soient</w:t>
      </w:r>
      <w:r w:rsidR="00315B11">
        <w:t xml:space="preserve"> ; </w:t>
      </w:r>
      <w:r>
        <w:t xml:space="preserve">il </w:t>
      </w:r>
      <w:r>
        <w:rPr>
          <w:iCs/>
        </w:rPr>
        <w:t>faut</w:t>
      </w:r>
      <w:r>
        <w:rPr>
          <w:i/>
          <w:iCs/>
        </w:rPr>
        <w:t xml:space="preserve"> </w:t>
      </w:r>
      <w:r>
        <w:t>n</w:t>
      </w:r>
      <w:r w:rsidR="00315B11">
        <w:t>’</w:t>
      </w:r>
      <w:r>
        <w:t>arriver au comble des faveurs que par d</w:t>
      </w:r>
      <w:r w:rsidR="00315B11">
        <w:t>’</w:t>
      </w:r>
      <w:r>
        <w:t>imperceptibles degrés</w:t>
      </w:r>
      <w:r w:rsidR="00315B11">
        <w:t xml:space="preserve"> ; </w:t>
      </w:r>
      <w:r>
        <w:t xml:space="preserve">il faut que mille jouissances préliminaires vous conduisent à la </w:t>
      </w:r>
      <w:proofErr w:type="spellStart"/>
      <w:r>
        <w:t>derniere</w:t>
      </w:r>
      <w:proofErr w:type="spellEnd"/>
      <w:r>
        <w:t xml:space="preserve"> jouissance</w:t>
      </w:r>
      <w:r w:rsidR="00315B11">
        <w:t xml:space="preserve"> : </w:t>
      </w:r>
      <w:r>
        <w:t>découvrez</w:t>
      </w:r>
      <w:r w:rsidR="00315B11">
        <w:t xml:space="preserve">, </w:t>
      </w:r>
      <w:r>
        <w:t>contemplez</w:t>
      </w:r>
      <w:r w:rsidR="00315B11">
        <w:t xml:space="preserve">, </w:t>
      </w:r>
      <w:r>
        <w:t>parcourez</w:t>
      </w:r>
      <w:r w:rsidR="00315B11">
        <w:t xml:space="preserve">, </w:t>
      </w:r>
      <w:r>
        <w:t>contentez vos regards comme l</w:t>
      </w:r>
      <w:r w:rsidR="00315B11">
        <w:t>’</w:t>
      </w:r>
      <w:r>
        <w:t>amant d</w:t>
      </w:r>
      <w:r w:rsidR="00315B11">
        <w:t>’</w:t>
      </w:r>
      <w:r>
        <w:t>Issé</w:t>
      </w:r>
      <w:r w:rsidR="00315B11">
        <w:t xml:space="preserve"> : </w:t>
      </w:r>
      <w:r>
        <w:t>par eux le cœur s</w:t>
      </w:r>
      <w:r w:rsidR="00315B11">
        <w:t>’</w:t>
      </w:r>
      <w:r>
        <w:t>enflamme</w:t>
      </w:r>
      <w:r w:rsidR="00315B11">
        <w:t xml:space="preserve">, </w:t>
      </w:r>
      <w:r>
        <w:t>les baisers s</w:t>
      </w:r>
      <w:r w:rsidR="00315B11">
        <w:t>’</w:t>
      </w:r>
      <w:r>
        <w:t>allument</w:t>
      </w:r>
      <w:r w:rsidR="00315B11">
        <w:t xml:space="preserve">… </w:t>
      </w:r>
      <w:r>
        <w:t>Mais n</w:t>
      </w:r>
      <w:r w:rsidR="00315B11">
        <w:t>’</w:t>
      </w:r>
      <w:r>
        <w:t>en donnez point encore</w:t>
      </w:r>
      <w:r w:rsidR="00315B11">
        <w:t xml:space="preserve">, </w:t>
      </w:r>
      <w:r>
        <w:t>revenez sur vos pas</w:t>
      </w:r>
      <w:r w:rsidR="00315B11">
        <w:t xml:space="preserve"> ; </w:t>
      </w:r>
      <w:r>
        <w:t>qui vous presse</w:t>
      </w:r>
      <w:r w:rsidR="00315B11">
        <w:t xml:space="preserve"> ? </w:t>
      </w:r>
      <w:r>
        <w:t>Êtes-vous donc las de jouir</w:t>
      </w:r>
      <w:r w:rsidR="00315B11">
        <w:t xml:space="preserve"> ? </w:t>
      </w:r>
      <w:r>
        <w:t xml:space="preserve">Levez de nouveau </w:t>
      </w:r>
      <w:proofErr w:type="spellStart"/>
      <w:r>
        <w:t>cà</w:t>
      </w:r>
      <w:proofErr w:type="spellEnd"/>
      <w:r>
        <w:t xml:space="preserve"> &amp; là doucement le voile léger qui cache à vos yeux tant d</w:t>
      </w:r>
      <w:r w:rsidR="00315B11">
        <w:t>’</w:t>
      </w:r>
      <w:r>
        <w:t>attraits</w:t>
      </w:r>
      <w:r w:rsidR="00315B11">
        <w:t xml:space="preserve">… </w:t>
      </w:r>
      <w:r>
        <w:t>Je ne vous retiens plus</w:t>
      </w:r>
      <w:r w:rsidR="00315B11">
        <w:t xml:space="preserve">, </w:t>
      </w:r>
      <w:r>
        <w:t>eh</w:t>
      </w:r>
      <w:r w:rsidR="00315B11">
        <w:t xml:space="preserve"> ! </w:t>
      </w:r>
      <w:r>
        <w:t xml:space="preserve">le </w:t>
      </w:r>
      <w:proofErr w:type="spellStart"/>
      <w:r>
        <w:t>pourrois</w:t>
      </w:r>
      <w:proofErr w:type="spellEnd"/>
      <w:r>
        <w:t>-je</w:t>
      </w:r>
      <w:r w:rsidR="00315B11">
        <w:t xml:space="preserve"> ? </w:t>
      </w:r>
      <w:r>
        <w:t>Heureux Pygmalion</w:t>
      </w:r>
      <w:r w:rsidR="00315B11">
        <w:t xml:space="preserve">, </w:t>
      </w:r>
      <w:r>
        <w:t>vous avez une statue vivante que vous brûlez d</w:t>
      </w:r>
      <w:r w:rsidR="00315B11">
        <w:t>’</w:t>
      </w:r>
      <w:r>
        <w:t>animer</w:t>
      </w:r>
      <w:r w:rsidR="00315B11">
        <w:t xml:space="preserve"> ! </w:t>
      </w:r>
      <w:r>
        <w:t>Déjà le front</w:t>
      </w:r>
      <w:r w:rsidR="00315B11">
        <w:t xml:space="preserve">, </w:t>
      </w:r>
      <w:r>
        <w:t>les yeux</w:t>
      </w:r>
      <w:r w:rsidR="00315B11">
        <w:t xml:space="preserve">, </w:t>
      </w:r>
      <w:r>
        <w:t>l</w:t>
      </w:r>
      <w:r w:rsidR="00315B11">
        <w:t>’</w:t>
      </w:r>
      <w:r>
        <w:t>incarnat des joues</w:t>
      </w:r>
      <w:r w:rsidR="00315B11">
        <w:t xml:space="preserve">, </w:t>
      </w:r>
      <w:r>
        <w:t xml:space="preserve">ces </w:t>
      </w:r>
      <w:proofErr w:type="spellStart"/>
      <w:r>
        <w:t>levres</w:t>
      </w:r>
      <w:proofErr w:type="spellEnd"/>
      <w:r>
        <w:t xml:space="preserve"> vermeilles où se plaît l</w:t>
      </w:r>
      <w:r w:rsidR="00315B11">
        <w:t>’</w:t>
      </w:r>
      <w:r>
        <w:t>amour</w:t>
      </w:r>
      <w:r w:rsidR="00315B11">
        <w:t xml:space="preserve">, </w:t>
      </w:r>
      <w:r>
        <w:t>cette gorge d</w:t>
      </w:r>
      <w:r w:rsidR="00315B11">
        <w:t>’</w:t>
      </w:r>
      <w:r>
        <w:t xml:space="preserve">albâtre où se perdent les </w:t>
      </w:r>
      <w:proofErr w:type="spellStart"/>
      <w:r>
        <w:t>desirs</w:t>
      </w:r>
      <w:proofErr w:type="spellEnd"/>
      <w:r w:rsidR="00315B11">
        <w:t xml:space="preserve">, </w:t>
      </w:r>
      <w:r>
        <w:t>ont reçu cent fois tour-à-tour vos timides baisers</w:t>
      </w:r>
      <w:r w:rsidR="00315B11">
        <w:t xml:space="preserve"> : </w:t>
      </w:r>
      <w:r>
        <w:t>déjà la sensible Flore semble s</w:t>
      </w:r>
      <w:r w:rsidR="00315B11">
        <w:t>’</w:t>
      </w:r>
      <w:r>
        <w:t>animer sous la douce haleine du nouveau Zéphire</w:t>
      </w:r>
      <w:r w:rsidR="00315B11">
        <w:t xml:space="preserve">. </w:t>
      </w:r>
      <w:r>
        <w:t xml:space="preserve">Je vois sa bouche </w:t>
      </w:r>
      <w:r>
        <w:rPr>
          <w:bCs/>
        </w:rPr>
        <w:t xml:space="preserve">de </w:t>
      </w:r>
      <w:r>
        <w:t xml:space="preserve">rose faire </w:t>
      </w:r>
      <w:r>
        <w:rPr>
          <w:bCs/>
        </w:rPr>
        <w:t xml:space="preserve">un </w:t>
      </w:r>
      <w:r>
        <w:t xml:space="preserve">doux mouvement </w:t>
      </w:r>
      <w:r>
        <w:rPr>
          <w:iCs/>
        </w:rPr>
        <w:t>vers</w:t>
      </w:r>
      <w:r>
        <w:rPr>
          <w:i/>
          <w:iCs/>
        </w:rPr>
        <w:t xml:space="preserve"> </w:t>
      </w:r>
      <w:r>
        <w:rPr>
          <w:bCs/>
        </w:rPr>
        <w:t xml:space="preserve">la </w:t>
      </w:r>
      <w:r>
        <w:t>vôtre</w:t>
      </w:r>
      <w:r w:rsidR="00315B11">
        <w:t xml:space="preserve"> : </w:t>
      </w:r>
      <w:r>
        <w:t>ses beaux bras s</w:t>
      </w:r>
      <w:r w:rsidR="00315B11">
        <w:t>’</w:t>
      </w:r>
      <w:r>
        <w:t>étendent avec une mollesse dont le simple réveil ne peut se faire honneur</w:t>
      </w:r>
      <w:r w:rsidR="00315B11">
        <w:t xml:space="preserve"> ; </w:t>
      </w:r>
      <w:r>
        <w:t>ses mains commencent à s</w:t>
      </w:r>
      <w:r w:rsidR="00315B11">
        <w:t>’</w:t>
      </w:r>
      <w:r>
        <w:t>égarer comme les vôtres</w:t>
      </w:r>
      <w:r w:rsidR="00315B11">
        <w:t xml:space="preserve">, </w:t>
      </w:r>
      <w:proofErr w:type="spellStart"/>
      <w:r>
        <w:t>par-tout</w:t>
      </w:r>
      <w:proofErr w:type="spellEnd"/>
      <w:r>
        <w:t xml:space="preserve"> où l</w:t>
      </w:r>
      <w:r w:rsidR="00315B11">
        <w:t>’</w:t>
      </w:r>
      <w:r>
        <w:t>instinct d</w:t>
      </w:r>
      <w:r w:rsidR="00315B11">
        <w:t>’</w:t>
      </w:r>
      <w:r>
        <w:t>amour les conduit</w:t>
      </w:r>
      <w:r w:rsidR="00315B11">
        <w:t xml:space="preserve">. </w:t>
      </w:r>
      <w:r>
        <w:t>Plus réveillée qu</w:t>
      </w:r>
      <w:r w:rsidR="00315B11">
        <w:t>’</w:t>
      </w:r>
      <w:r>
        <w:t>endormie</w:t>
      </w:r>
      <w:r w:rsidR="00315B11">
        <w:t xml:space="preserve">, </w:t>
      </w:r>
      <w:r>
        <w:rPr>
          <w:bCs/>
        </w:rPr>
        <w:t xml:space="preserve">plus </w:t>
      </w:r>
      <w:r>
        <w:t>doucement émue que vivement agitée</w:t>
      </w:r>
      <w:r w:rsidR="00315B11">
        <w:t xml:space="preserve">, </w:t>
      </w:r>
      <w:r>
        <w:t xml:space="preserve">il est temps de passer à des </w:t>
      </w:r>
      <w:proofErr w:type="spellStart"/>
      <w:r>
        <w:t>mouvemens</w:t>
      </w:r>
      <w:proofErr w:type="spellEnd"/>
      <w:r>
        <w:t xml:space="preserve"> qui ne seront pas plus ingrats qu</w:t>
      </w:r>
      <w:r w:rsidR="00315B11">
        <w:t>’</w:t>
      </w:r>
      <w:r>
        <w:t>elle</w:t>
      </w:r>
      <w:r w:rsidR="00315B11">
        <w:t xml:space="preserve">. </w:t>
      </w:r>
      <w:r>
        <w:t>Flore y répond</w:t>
      </w:r>
      <w:r w:rsidR="00315B11">
        <w:t xml:space="preserve">… </w:t>
      </w:r>
      <w:r>
        <w:t>Doucement</w:t>
      </w:r>
      <w:r w:rsidR="00315B11">
        <w:t xml:space="preserve">, </w:t>
      </w:r>
      <w:r>
        <w:t>doucement</w:t>
      </w:r>
      <w:r w:rsidR="00315B11">
        <w:t xml:space="preserve">, </w:t>
      </w:r>
      <w:proofErr w:type="spellStart"/>
      <w:r>
        <w:t>Tircis</w:t>
      </w:r>
      <w:proofErr w:type="spellEnd"/>
      <w:r w:rsidR="00315B11">
        <w:t xml:space="preserve">… </w:t>
      </w:r>
      <w:r>
        <w:t>point encore</w:t>
      </w:r>
      <w:r w:rsidR="00315B11">
        <w:t xml:space="preserve">… </w:t>
      </w:r>
      <w:r>
        <w:t xml:space="preserve">Elle se </w:t>
      </w:r>
      <w:proofErr w:type="spellStart"/>
      <w:r>
        <w:t>souleve</w:t>
      </w:r>
      <w:proofErr w:type="spellEnd"/>
      <w:r>
        <w:t xml:space="preserve"> à peine</w:t>
      </w:r>
      <w:r w:rsidR="00315B11">
        <w:t xml:space="preserve">… </w:t>
      </w:r>
      <w:r>
        <w:t>Mais que vois-je</w:t>
      </w:r>
      <w:r w:rsidR="00315B11">
        <w:t xml:space="preserve"> ! </w:t>
      </w:r>
      <w:r>
        <w:t>Un de ses beaux yeux s</w:t>
      </w:r>
      <w:r w:rsidR="00315B11">
        <w:t>’</w:t>
      </w:r>
      <w:r>
        <w:t>est ouvert</w:t>
      </w:r>
      <w:r w:rsidR="00315B11">
        <w:t xml:space="preserve"> ; </w:t>
      </w:r>
      <w:r>
        <w:t xml:space="preserve">votre air de volupté a passé dans son </w:t>
      </w:r>
      <w:proofErr w:type="spellStart"/>
      <w:r>
        <w:t>ame</w:t>
      </w:r>
      <w:proofErr w:type="spellEnd"/>
      <w:r w:rsidR="00315B11">
        <w:t xml:space="preserve">, </w:t>
      </w:r>
      <w:r>
        <w:t>ses baisers sont plus vif</w:t>
      </w:r>
      <w:r w:rsidR="00315B11">
        <w:t xml:space="preserve">, </w:t>
      </w:r>
      <w:r>
        <w:t>ses mains plus hardies</w:t>
      </w:r>
      <w:r w:rsidR="00315B11">
        <w:t xml:space="preserve">… </w:t>
      </w:r>
      <w:r>
        <w:t>J</w:t>
      </w:r>
      <w:r w:rsidR="00315B11">
        <w:t>’</w:t>
      </w:r>
      <w:r>
        <w:t>entends des sons entrecoupés</w:t>
      </w:r>
      <w:r w:rsidR="00315B11">
        <w:t xml:space="preserve">… </w:t>
      </w:r>
      <w:r>
        <w:t xml:space="preserve">Heureux </w:t>
      </w:r>
      <w:proofErr w:type="spellStart"/>
      <w:r>
        <w:t>Tircis</w:t>
      </w:r>
      <w:proofErr w:type="spellEnd"/>
      <w:r w:rsidR="00315B11">
        <w:t xml:space="preserve">, </w:t>
      </w:r>
      <w:r>
        <w:t>que tardez-vous</w:t>
      </w:r>
      <w:r w:rsidR="00315B11">
        <w:t xml:space="preserve"> ? </w:t>
      </w:r>
      <w:r>
        <w:t>Tout est prêt jusqu</w:t>
      </w:r>
      <w:r w:rsidR="00315B11">
        <w:t>’</w:t>
      </w:r>
      <w:r>
        <w:t>au plaisir</w:t>
      </w:r>
      <w:r w:rsidR="00315B11">
        <w:t>.</w:t>
      </w:r>
    </w:p>
    <w:p w14:paraId="338F2C40" w14:textId="77777777" w:rsidR="00315B11" w:rsidRDefault="00000000" w:rsidP="00315B11">
      <w:r>
        <w:t>Quels plaisirs</w:t>
      </w:r>
      <w:r w:rsidR="00315B11">
        <w:t xml:space="preserve">, </w:t>
      </w:r>
      <w:r>
        <w:t>grands dieux</w:t>
      </w:r>
      <w:r w:rsidR="00315B11">
        <w:t xml:space="preserve"> ! </w:t>
      </w:r>
      <w:r>
        <w:t>que ceux de l</w:t>
      </w:r>
      <w:r w:rsidR="00315B11">
        <w:t>’</w:t>
      </w:r>
      <w:r>
        <w:t>amour</w:t>
      </w:r>
      <w:r w:rsidR="00315B11">
        <w:t xml:space="preserve"> ! </w:t>
      </w:r>
      <w:r>
        <w:t>peut-on appeler plaisir tout ce qui n</w:t>
      </w:r>
      <w:r w:rsidR="00315B11">
        <w:t>’</w:t>
      </w:r>
      <w:r>
        <w:t>est pas l</w:t>
      </w:r>
      <w:r w:rsidR="00315B11">
        <w:t>’</w:t>
      </w:r>
      <w:r>
        <w:t>amour</w:t>
      </w:r>
      <w:r w:rsidR="00315B11">
        <w:t xml:space="preserve"> ? </w:t>
      </w:r>
      <w:r>
        <w:t xml:space="preserve">Heureux ces </w:t>
      </w:r>
      <w:r>
        <w:lastRenderedPageBreak/>
        <w:t xml:space="preserve">vigoureux </w:t>
      </w:r>
      <w:proofErr w:type="spellStart"/>
      <w:r>
        <w:t>descendans</w:t>
      </w:r>
      <w:proofErr w:type="spellEnd"/>
      <w:r>
        <w:t xml:space="preserve"> d</w:t>
      </w:r>
      <w:r w:rsidR="00315B11">
        <w:t>’</w:t>
      </w:r>
      <w:r>
        <w:t xml:space="preserve">Alcide qui portent dans leurs veines tous les feux de </w:t>
      </w:r>
      <w:proofErr w:type="spellStart"/>
      <w:r>
        <w:t>Cythere</w:t>
      </w:r>
      <w:proofErr w:type="spellEnd"/>
      <w:r>
        <w:t xml:space="preserve"> &amp; de Lampsaque</w:t>
      </w:r>
      <w:r w:rsidR="00315B11">
        <w:t xml:space="preserve"> ! </w:t>
      </w:r>
      <w:r>
        <w:t>pour eux la jouissance est un vrai besoin renaissant sans-cesse</w:t>
      </w:r>
      <w:r w:rsidR="00315B11">
        <w:t xml:space="preserve"> ; </w:t>
      </w:r>
      <w:r>
        <w:t>mais plus heureux encore</w:t>
      </w:r>
      <w:r w:rsidR="00315B11">
        <w:t xml:space="preserve">, </w:t>
      </w:r>
      <w:r>
        <w:t>ceux dont l</w:t>
      </w:r>
      <w:r w:rsidR="00315B11">
        <w:t>’</w:t>
      </w:r>
      <w:r>
        <w:t>imagination vive tient toujours les sens dans l</w:t>
      </w:r>
      <w:r w:rsidR="00315B11">
        <w:t>’</w:t>
      </w:r>
      <w:r>
        <w:t>avant-goût du plaisir</w:t>
      </w:r>
      <w:r w:rsidR="00315B11">
        <w:t xml:space="preserve">, </w:t>
      </w:r>
      <w:r>
        <w:t>&amp; comme à l</w:t>
      </w:r>
      <w:r w:rsidR="00315B11">
        <w:t>’</w:t>
      </w:r>
      <w:r>
        <w:t>unisson de la volupté</w:t>
      </w:r>
      <w:r w:rsidR="00315B11">
        <w:t xml:space="preserve"> ! </w:t>
      </w:r>
      <w:r>
        <w:t xml:space="preserve">Pour ces amans tous les jours se </w:t>
      </w:r>
      <w:proofErr w:type="spellStart"/>
      <w:r>
        <w:t>levent</w:t>
      </w:r>
      <w:proofErr w:type="spellEnd"/>
      <w:r>
        <w:t xml:space="preserve"> sereins &amp; voluptueux</w:t>
      </w:r>
      <w:r w:rsidR="00315B11">
        <w:t xml:space="preserve"> : </w:t>
      </w:r>
      <w:r>
        <w:t>examinez leurs yeux</w:t>
      </w:r>
      <w:r w:rsidR="00315B11">
        <w:t xml:space="preserve">, </w:t>
      </w:r>
      <w:r>
        <w:t>&amp; jugez</w:t>
      </w:r>
      <w:r w:rsidR="00315B11">
        <w:t xml:space="preserve">, </w:t>
      </w:r>
      <w:r>
        <w:t>si vous pouvez</w:t>
      </w:r>
      <w:r w:rsidR="00315B11">
        <w:t xml:space="preserve">, </w:t>
      </w:r>
      <w:r>
        <w:t>s</w:t>
      </w:r>
      <w:r w:rsidR="00315B11">
        <w:t>’</w:t>
      </w:r>
      <w:r>
        <w:t>ils vont au plaisir ou s</w:t>
      </w:r>
      <w:r w:rsidR="00315B11">
        <w:t>’</w:t>
      </w:r>
      <w:r>
        <w:t>ils en viennent</w:t>
      </w:r>
      <w:r w:rsidR="00315B11">
        <w:t xml:space="preserve">. </w:t>
      </w:r>
      <w:r>
        <w:t>Si les préludes leur sont chers</w:t>
      </w:r>
      <w:r w:rsidR="00315B11">
        <w:t xml:space="preserve">, </w:t>
      </w:r>
      <w:r>
        <w:t>que ses restes leur sont précieux</w:t>
      </w:r>
      <w:r w:rsidR="00315B11">
        <w:t xml:space="preserve"> ! </w:t>
      </w:r>
      <w:r>
        <w:t xml:space="preserve">Est-ce la volupté même qui plane dans son </w:t>
      </w:r>
      <w:proofErr w:type="spellStart"/>
      <w:r>
        <w:t>atmosphere</w:t>
      </w:r>
      <w:proofErr w:type="spellEnd"/>
      <w:r w:rsidR="00315B11">
        <w:t xml:space="preserve"> ? </w:t>
      </w:r>
      <w:r>
        <w:t>Voyez-vous comme ils les ménagent</w:t>
      </w:r>
      <w:r w:rsidR="00315B11">
        <w:t xml:space="preserve">, </w:t>
      </w:r>
      <w:r>
        <w:t>les chérissent</w:t>
      </w:r>
      <w:r w:rsidR="00315B11">
        <w:t xml:space="preserve">, </w:t>
      </w:r>
      <w:r>
        <w:t>les recueillent en silence</w:t>
      </w:r>
      <w:r w:rsidR="00315B11">
        <w:t xml:space="preserve">, </w:t>
      </w:r>
      <w:r>
        <w:t>les yeux fermés</w:t>
      </w:r>
      <w:r w:rsidR="00315B11">
        <w:t xml:space="preserve">, </w:t>
      </w:r>
      <w:r>
        <w:t>comme au centre de leur imagination ravie</w:t>
      </w:r>
      <w:r w:rsidR="00315B11">
        <w:t xml:space="preserve">, </w:t>
      </w:r>
      <w:r>
        <w:t xml:space="preserve">semblables à une tendre </w:t>
      </w:r>
      <w:proofErr w:type="spellStart"/>
      <w:r>
        <w:t>mere</w:t>
      </w:r>
      <w:proofErr w:type="spellEnd"/>
      <w:r>
        <w:t xml:space="preserve"> qui couvre de ses </w:t>
      </w:r>
      <w:proofErr w:type="spellStart"/>
      <w:r>
        <w:t>aîles</w:t>
      </w:r>
      <w:proofErr w:type="spellEnd"/>
      <w:r>
        <w:t xml:space="preserve"> &amp; retient dans son sein ses petits qu</w:t>
      </w:r>
      <w:r w:rsidR="00315B11">
        <w:t>’</w:t>
      </w:r>
      <w:r>
        <w:t>elle craint de perdre</w:t>
      </w:r>
      <w:r w:rsidR="00315B11">
        <w:t xml:space="preserve"> ! </w:t>
      </w:r>
      <w:r>
        <w:t>vos transports sont à peine finis</w:t>
      </w:r>
      <w:r w:rsidR="00315B11">
        <w:t xml:space="preserve">, </w:t>
      </w:r>
      <w:proofErr w:type="spellStart"/>
      <w:r>
        <w:t>Climene</w:t>
      </w:r>
      <w:proofErr w:type="spellEnd"/>
      <w:r w:rsidR="00315B11">
        <w:t xml:space="preserve">, </w:t>
      </w:r>
      <w:r>
        <w:t>&amp; vous avez déjà la force de parler</w:t>
      </w:r>
      <w:r w:rsidR="00315B11">
        <w:t xml:space="preserve"> ! </w:t>
      </w:r>
      <w:r>
        <w:t>ah</w:t>
      </w:r>
      <w:r w:rsidR="00315B11">
        <w:t xml:space="preserve"> ! </w:t>
      </w:r>
      <w:r>
        <w:t>cruelle</w:t>
      </w:r>
      <w:r w:rsidR="00315B11">
        <w:t> !</w:t>
      </w:r>
    </w:p>
    <w:p w14:paraId="45DAEB75" w14:textId="77777777" w:rsidR="00315B11" w:rsidRDefault="00000000" w:rsidP="00315B11">
      <w:r>
        <w:t>Dans le souverain plaisir</w:t>
      </w:r>
      <w:r w:rsidR="00315B11">
        <w:t xml:space="preserve">, </w:t>
      </w:r>
      <w:r>
        <w:t>dans cette divine extase ou l</w:t>
      </w:r>
      <w:r w:rsidR="00315B11">
        <w:t>’</w:t>
      </w:r>
      <w:proofErr w:type="spellStart"/>
      <w:r>
        <w:t>ame</w:t>
      </w:r>
      <w:proofErr w:type="spellEnd"/>
      <w:r>
        <w:t xml:space="preserve"> semble nous quitter pour passer dans l</w:t>
      </w:r>
      <w:r w:rsidR="00315B11">
        <w:t>’</w:t>
      </w:r>
      <w:r>
        <w:t>objet adoré</w:t>
      </w:r>
      <w:r w:rsidR="00315B11">
        <w:t xml:space="preserve">, </w:t>
      </w:r>
      <w:r>
        <w:t xml:space="preserve">où deux </w:t>
      </w:r>
      <w:proofErr w:type="spellStart"/>
      <w:r>
        <w:t>amans</w:t>
      </w:r>
      <w:proofErr w:type="spellEnd"/>
      <w:r>
        <w:t xml:space="preserve"> ne forment qu</w:t>
      </w:r>
      <w:r w:rsidR="00315B11">
        <w:t>’</w:t>
      </w:r>
      <w:r>
        <w:t>un même esprit animé par l</w:t>
      </w:r>
      <w:r w:rsidR="00315B11">
        <w:t>’</w:t>
      </w:r>
      <w:r>
        <w:t>amour</w:t>
      </w:r>
      <w:r w:rsidR="00315B11">
        <w:t xml:space="preserve">, </w:t>
      </w:r>
      <w:r>
        <w:t xml:space="preserve">quelque vifs que soient ces plaisirs qui nous </w:t>
      </w:r>
      <w:proofErr w:type="spellStart"/>
      <w:r>
        <w:t>enlevent</w:t>
      </w:r>
      <w:proofErr w:type="spellEnd"/>
      <w:r>
        <w:t xml:space="preserve"> hors de nous</w:t>
      </w:r>
      <w:r>
        <w:rPr>
          <w:bCs/>
        </w:rPr>
        <w:t>-</w:t>
      </w:r>
      <w:r>
        <w:t>mêmes</w:t>
      </w:r>
      <w:r w:rsidR="00315B11">
        <w:t xml:space="preserve">, </w:t>
      </w:r>
      <w:r>
        <w:t>ce ne sont jamais que des plaisirs</w:t>
      </w:r>
      <w:r w:rsidR="00315B11">
        <w:t xml:space="preserve"> : </w:t>
      </w:r>
      <w:r>
        <w:t>c</w:t>
      </w:r>
      <w:r w:rsidR="00315B11">
        <w:t>’</w:t>
      </w:r>
      <w:r>
        <w:t>est dans l</w:t>
      </w:r>
      <w:r w:rsidR="00315B11">
        <w:t>’</w:t>
      </w:r>
      <w:r>
        <w:t xml:space="preserve">état doux qui leur </w:t>
      </w:r>
      <w:proofErr w:type="spellStart"/>
      <w:r>
        <w:t>succede</w:t>
      </w:r>
      <w:proofErr w:type="spellEnd"/>
      <w:r w:rsidR="00315B11">
        <w:t xml:space="preserve">, </w:t>
      </w:r>
      <w:r>
        <w:t>que l</w:t>
      </w:r>
      <w:r w:rsidR="00315B11">
        <w:t>’</w:t>
      </w:r>
      <w:proofErr w:type="spellStart"/>
      <w:r>
        <w:t>ame</w:t>
      </w:r>
      <w:proofErr w:type="spellEnd"/>
      <w:r>
        <w:t xml:space="preserve"> en paix</w:t>
      </w:r>
      <w:r w:rsidR="00315B11">
        <w:t xml:space="preserve">, </w:t>
      </w:r>
      <w:r>
        <w:t>moins emportée</w:t>
      </w:r>
      <w:r w:rsidR="00315B11">
        <w:t xml:space="preserve">, </w:t>
      </w:r>
      <w:r>
        <w:t>peut goûter à longs traits tous les charmes de la volupté</w:t>
      </w:r>
      <w:r w:rsidR="00315B11">
        <w:t xml:space="preserve">. </w:t>
      </w:r>
      <w:r>
        <w:t>Alors en effet elle est à elle-même</w:t>
      </w:r>
      <w:r w:rsidR="00315B11">
        <w:t xml:space="preserve">, </w:t>
      </w:r>
      <w:proofErr w:type="spellStart"/>
      <w:r>
        <w:t>précisement</w:t>
      </w:r>
      <w:proofErr w:type="spellEnd"/>
      <w:r>
        <w:t xml:space="preserve"> autant qu</w:t>
      </w:r>
      <w:r w:rsidR="00315B11">
        <w:t>’</w:t>
      </w:r>
      <w:r>
        <w:t>il faut pour jouir d</w:t>
      </w:r>
      <w:r w:rsidR="00315B11">
        <w:t>’</w:t>
      </w:r>
      <w:r>
        <w:t>elle-même</w:t>
      </w:r>
      <w:r w:rsidR="00315B11">
        <w:t xml:space="preserve"> ; </w:t>
      </w:r>
      <w:r>
        <w:t>elle contemple sa situation avec autant de plaisir qu</w:t>
      </w:r>
      <w:r w:rsidR="00315B11">
        <w:t>’</w:t>
      </w:r>
      <w:r>
        <w:t>Adonis sa figure</w:t>
      </w:r>
      <w:r w:rsidR="00315B11">
        <w:t xml:space="preserve">, </w:t>
      </w:r>
      <w:r>
        <w:t>elle la voit dans le miroir de la volupté</w:t>
      </w:r>
      <w:r w:rsidR="00315B11">
        <w:t xml:space="preserve">. </w:t>
      </w:r>
      <w:r>
        <w:t xml:space="preserve">Heureux </w:t>
      </w:r>
      <w:proofErr w:type="spellStart"/>
      <w:r>
        <w:t>momens</w:t>
      </w:r>
      <w:proofErr w:type="spellEnd"/>
      <w:r w:rsidR="00315B11">
        <w:t xml:space="preserve">, </w:t>
      </w:r>
      <w:r>
        <w:t>délire ou vertige amoureux</w:t>
      </w:r>
      <w:r w:rsidR="00315B11">
        <w:t xml:space="preserve">, </w:t>
      </w:r>
      <w:r>
        <w:t>quelque nom qu</w:t>
      </w:r>
      <w:r w:rsidR="00315B11">
        <w:t>’</w:t>
      </w:r>
      <w:r>
        <w:t>on vous donne</w:t>
      </w:r>
      <w:r w:rsidR="00315B11">
        <w:t xml:space="preserve">, </w:t>
      </w:r>
      <w:r>
        <w:t>soyez plus durables</w:t>
      </w:r>
      <w:r w:rsidR="00315B11">
        <w:t xml:space="preserve">, </w:t>
      </w:r>
      <w:r>
        <w:t>&amp; ne fuyez pas un cœur qui est tout à vous</w:t>
      </w:r>
      <w:r w:rsidR="00315B11">
        <w:t>.</w:t>
      </w:r>
    </w:p>
    <w:p w14:paraId="427EDC42" w14:textId="77777777" w:rsidR="00315B11" w:rsidRDefault="00000000" w:rsidP="00315B11">
      <w:r>
        <w:t>Ne m</w:t>
      </w:r>
      <w:r w:rsidR="00315B11">
        <w:t>’</w:t>
      </w:r>
      <w:r>
        <w:t>approchez pas</w:t>
      </w:r>
      <w:r w:rsidR="00315B11">
        <w:t xml:space="preserve">, </w:t>
      </w:r>
      <w:r>
        <w:t xml:space="preserve">mortels fâcheux &amp; </w:t>
      </w:r>
      <w:proofErr w:type="spellStart"/>
      <w:r>
        <w:t>turbulens</w:t>
      </w:r>
      <w:proofErr w:type="spellEnd"/>
      <w:r w:rsidR="00315B11">
        <w:t xml:space="preserve">, </w:t>
      </w:r>
      <w:r>
        <w:t>laissez-moi jouir</w:t>
      </w:r>
      <w:r w:rsidR="00315B11">
        <w:t xml:space="preserve">… </w:t>
      </w:r>
      <w:r>
        <w:t>Je suis anéanti</w:t>
      </w:r>
      <w:r w:rsidR="00315B11">
        <w:t xml:space="preserve">, </w:t>
      </w:r>
      <w:r>
        <w:t>immobile</w:t>
      </w:r>
      <w:r w:rsidR="00315B11">
        <w:t xml:space="preserve"> ; </w:t>
      </w:r>
      <w:r>
        <w:t>j</w:t>
      </w:r>
      <w:r w:rsidR="00315B11">
        <w:t>’</w:t>
      </w:r>
      <w:r>
        <w:t>ai à peine la force d</w:t>
      </w:r>
      <w:r w:rsidR="00315B11">
        <w:t>’</w:t>
      </w:r>
      <w:r>
        <w:t>ouvrir des yeux fermés par l</w:t>
      </w:r>
      <w:r w:rsidR="00315B11">
        <w:t>’</w:t>
      </w:r>
      <w:r>
        <w:t>amour</w:t>
      </w:r>
      <w:r w:rsidR="00315B11">
        <w:t xml:space="preserve">. </w:t>
      </w:r>
      <w:r>
        <w:t xml:space="preserve">Mais que cette </w:t>
      </w:r>
      <w:r>
        <w:lastRenderedPageBreak/>
        <w:t>langueur a de charmes</w:t>
      </w:r>
      <w:r w:rsidR="00315B11">
        <w:t xml:space="preserve"> ! </w:t>
      </w:r>
      <w:r>
        <w:t>Est-ce un rêve ou une réalité</w:t>
      </w:r>
      <w:r w:rsidR="00315B11">
        <w:t xml:space="preserve"> ? </w:t>
      </w:r>
      <w:r>
        <w:t>Il me semble que je m</w:t>
      </w:r>
      <w:r w:rsidR="00315B11">
        <w:t>’</w:t>
      </w:r>
      <w:r>
        <w:t>affaisse</w:t>
      </w:r>
      <w:r w:rsidR="00315B11">
        <w:t xml:space="preserve">, </w:t>
      </w:r>
      <w:r>
        <w:t>mais pour tomber</w:t>
      </w:r>
      <w:r w:rsidR="00315B11">
        <w:t xml:space="preserve">, </w:t>
      </w:r>
      <w:r>
        <w:t>heureux Sybarite</w:t>
      </w:r>
      <w:r w:rsidR="00315B11">
        <w:t xml:space="preserve">, </w:t>
      </w:r>
      <w:r>
        <w:t>sur un monceau de feuilles de roses</w:t>
      </w:r>
      <w:r w:rsidR="00315B11">
        <w:t xml:space="preserve">. </w:t>
      </w:r>
      <w:r>
        <w:t>La mollesse</w:t>
      </w:r>
      <w:r w:rsidR="00315B11">
        <w:t xml:space="preserve">, </w:t>
      </w:r>
      <w:r>
        <w:t>avec laquelle tous mes sens se replient sur tant de délices</w:t>
      </w:r>
      <w:r w:rsidR="00315B11">
        <w:t xml:space="preserve">, </w:t>
      </w:r>
      <w:r>
        <w:t>me les rappelle</w:t>
      </w:r>
      <w:r w:rsidR="00315B11">
        <w:t xml:space="preserve">. </w:t>
      </w:r>
      <w:r>
        <w:t>Douce ivresse</w:t>
      </w:r>
      <w:r w:rsidR="00315B11">
        <w:t xml:space="preserve"> ! </w:t>
      </w:r>
      <w:r>
        <w:t xml:space="preserve">je jouis encore des faveurs de </w:t>
      </w:r>
      <w:proofErr w:type="spellStart"/>
      <w:r>
        <w:t>Thémire</w:t>
      </w:r>
      <w:proofErr w:type="spellEnd"/>
      <w:r w:rsidR="00315B11">
        <w:t xml:space="preserve"> ; </w:t>
      </w:r>
      <w:r>
        <w:t>je la vois</w:t>
      </w:r>
      <w:r w:rsidR="00315B11">
        <w:t xml:space="preserve">, </w:t>
      </w:r>
      <w:r>
        <w:t>je la tiens entre mes bras</w:t>
      </w:r>
      <w:r w:rsidR="00315B11">
        <w:t xml:space="preserve">. </w:t>
      </w:r>
      <w:r>
        <w:t>Il n</w:t>
      </w:r>
      <w:r w:rsidR="00315B11">
        <w:t>’</w:t>
      </w:r>
      <w:r>
        <w:t>y a pas dans tout son beau corps une seule partie que je ne caresse</w:t>
      </w:r>
      <w:r w:rsidR="00315B11">
        <w:t xml:space="preserve">, </w:t>
      </w:r>
      <w:r>
        <w:t>que je n</w:t>
      </w:r>
      <w:r w:rsidR="00315B11">
        <w:t>’</w:t>
      </w:r>
      <w:r>
        <w:t>adore</w:t>
      </w:r>
      <w:r w:rsidR="00315B11">
        <w:t xml:space="preserve">, </w:t>
      </w:r>
      <w:r>
        <w:t>que je ne couvre de mes baisers</w:t>
      </w:r>
      <w:r w:rsidR="00315B11">
        <w:t xml:space="preserve">. </w:t>
      </w:r>
      <w:r>
        <w:t>Ah dieux</w:t>
      </w:r>
      <w:r w:rsidR="00315B11">
        <w:t xml:space="preserve"> ! </w:t>
      </w:r>
      <w:r>
        <w:t>que d</w:t>
      </w:r>
      <w:r w:rsidR="00315B11">
        <w:t>’</w:t>
      </w:r>
      <w:r>
        <w:t>attraits &amp; que d</w:t>
      </w:r>
      <w:r w:rsidR="00315B11">
        <w:t>’</w:t>
      </w:r>
      <w:r>
        <w:t>hommages réels mérite l</w:t>
      </w:r>
      <w:r w:rsidR="00315B11">
        <w:t>’</w:t>
      </w:r>
      <w:r>
        <w:t>illusion même</w:t>
      </w:r>
      <w:r w:rsidR="00315B11">
        <w:t xml:space="preserve"> ! </w:t>
      </w:r>
      <w:r>
        <w:t>que ne puis-je toujours ainsi vous voir</w:t>
      </w:r>
      <w:r w:rsidR="00315B11">
        <w:t xml:space="preserve">, </w:t>
      </w:r>
      <w:r>
        <w:t xml:space="preserve">adorable </w:t>
      </w:r>
      <w:proofErr w:type="spellStart"/>
      <w:r>
        <w:t>Thémire</w:t>
      </w:r>
      <w:proofErr w:type="spellEnd"/>
      <w:r w:rsidR="00315B11">
        <w:t xml:space="preserve"> ! </w:t>
      </w:r>
      <w:r>
        <w:t xml:space="preserve">votre idée me </w:t>
      </w:r>
      <w:proofErr w:type="spellStart"/>
      <w:r>
        <w:t>tiendroit</w:t>
      </w:r>
      <w:proofErr w:type="spellEnd"/>
      <w:r>
        <w:t xml:space="preserve"> lieu de vous-même</w:t>
      </w:r>
      <w:r w:rsidR="00315B11">
        <w:t xml:space="preserve">. </w:t>
      </w:r>
      <w:r>
        <w:t xml:space="preserve">Pourquoi ne me </w:t>
      </w:r>
      <w:proofErr w:type="spellStart"/>
      <w:r>
        <w:t>suit-elle</w:t>
      </w:r>
      <w:proofErr w:type="spellEnd"/>
      <w:r>
        <w:t xml:space="preserve"> pas </w:t>
      </w:r>
      <w:proofErr w:type="spellStart"/>
      <w:r>
        <w:t>par-tout</w:t>
      </w:r>
      <w:proofErr w:type="spellEnd"/>
      <w:r w:rsidR="00315B11">
        <w:t xml:space="preserve"> ? </w:t>
      </w:r>
      <w:r>
        <w:t>L</w:t>
      </w:r>
      <w:r w:rsidR="00315B11">
        <w:t>’</w:t>
      </w:r>
      <w:r>
        <w:t>image de la beauté vaut la beauté même</w:t>
      </w:r>
      <w:r w:rsidR="00315B11">
        <w:t xml:space="preserve">, </w:t>
      </w:r>
      <w:r>
        <w:t>si elle n</w:t>
      </w:r>
      <w:r w:rsidR="00315B11">
        <w:t>’</w:t>
      </w:r>
      <w:r>
        <w:t>est encore plus séduisante</w:t>
      </w:r>
      <w:r w:rsidR="00315B11">
        <w:t xml:space="preserve">. </w:t>
      </w:r>
      <w:r>
        <w:t>Doux souvenir de mes plaisirs passés</w:t>
      </w:r>
      <w:r w:rsidR="00315B11">
        <w:t xml:space="preserve">, </w:t>
      </w:r>
      <w:r>
        <w:t>ne me quittez jamais</w:t>
      </w:r>
      <w:r w:rsidR="00315B11">
        <w:t xml:space="preserve"> ! </w:t>
      </w:r>
      <w:r>
        <w:t>Passés</w:t>
      </w:r>
      <w:r w:rsidR="00315B11">
        <w:t xml:space="preserve"> ! </w:t>
      </w:r>
      <w:r>
        <w:t>que dis-je</w:t>
      </w:r>
      <w:r w:rsidR="00315B11">
        <w:t xml:space="preserve"> ! </w:t>
      </w:r>
      <w:r>
        <w:t>Non</w:t>
      </w:r>
      <w:r w:rsidR="00315B11">
        <w:t xml:space="preserve">, </w:t>
      </w:r>
      <w:r>
        <w:t>amour</w:t>
      </w:r>
      <w:r w:rsidR="00315B11">
        <w:t xml:space="preserve">, </w:t>
      </w:r>
      <w:r>
        <w:t>ils ne le sont point</w:t>
      </w:r>
      <w:r w:rsidR="00315B11">
        <w:t xml:space="preserve">. </w:t>
      </w:r>
      <w:r>
        <w:t>Je sens votre auguste présence</w:t>
      </w:r>
      <w:r w:rsidR="00315B11">
        <w:t xml:space="preserve">… </w:t>
      </w:r>
      <w:r>
        <w:t>Doux plaisir</w:t>
      </w:r>
      <w:r w:rsidR="00315B11">
        <w:t xml:space="preserve"> !… </w:t>
      </w:r>
      <w:r>
        <w:t>Quelle volupté</w:t>
      </w:r>
      <w:r w:rsidR="00315B11">
        <w:t xml:space="preserve"> ! </w:t>
      </w:r>
      <w:r>
        <w:t>Mes yeux s</w:t>
      </w:r>
      <w:r w:rsidR="00315B11">
        <w:t>’</w:t>
      </w:r>
      <w:r>
        <w:t>obscurcissent</w:t>
      </w:r>
      <w:r w:rsidR="00315B11">
        <w:t xml:space="preserve">… </w:t>
      </w:r>
      <w:r>
        <w:t xml:space="preserve">Ah </w:t>
      </w:r>
      <w:proofErr w:type="spellStart"/>
      <w:r>
        <w:t>Thémire</w:t>
      </w:r>
      <w:proofErr w:type="spellEnd"/>
      <w:r w:rsidR="00315B11">
        <w:t xml:space="preserve"> !… </w:t>
      </w:r>
      <w:r>
        <w:t>Ah</w:t>
      </w:r>
      <w:r w:rsidR="00315B11">
        <w:t xml:space="preserve"> ! </w:t>
      </w:r>
      <w:r>
        <w:t>dieu puissant</w:t>
      </w:r>
      <w:r w:rsidR="00315B11">
        <w:t xml:space="preserve"> ! </w:t>
      </w:r>
      <w:r>
        <w:t>se peut-il que l</w:t>
      </w:r>
      <w:r w:rsidR="00315B11">
        <w:t>’</w:t>
      </w:r>
      <w:r>
        <w:t>absence ait tant de charmes</w:t>
      </w:r>
      <w:r w:rsidR="00315B11">
        <w:t xml:space="preserve">, </w:t>
      </w:r>
      <w:r>
        <w:t xml:space="preserve">&amp; que nos </w:t>
      </w:r>
      <w:proofErr w:type="spellStart"/>
      <w:r>
        <w:t>foibles</w:t>
      </w:r>
      <w:proofErr w:type="spellEnd"/>
      <w:r>
        <w:t xml:space="preserve"> organes suffisent à cet excès de bonheur</w:t>
      </w:r>
      <w:r w:rsidR="00315B11">
        <w:t xml:space="preserve"> ? </w:t>
      </w:r>
      <w:r>
        <w:t>Non</w:t>
      </w:r>
      <w:r w:rsidR="00315B11">
        <w:t xml:space="preserve">, </w:t>
      </w:r>
      <w:r>
        <w:t>de si grands biens ne peuvent appartenir qu</w:t>
      </w:r>
      <w:r w:rsidR="00315B11">
        <w:t>’</w:t>
      </w:r>
      <w:r>
        <w:t>à l</w:t>
      </w:r>
      <w:r w:rsidR="00315B11">
        <w:t>’</w:t>
      </w:r>
      <w:proofErr w:type="spellStart"/>
      <w:r>
        <w:t>ame</w:t>
      </w:r>
      <w:proofErr w:type="spellEnd"/>
      <w:r w:rsidR="00315B11">
        <w:t xml:space="preserve">, </w:t>
      </w:r>
      <w:r>
        <w:t xml:space="preserve">&amp; je la </w:t>
      </w:r>
      <w:proofErr w:type="spellStart"/>
      <w:r>
        <w:t>reconnois</w:t>
      </w:r>
      <w:proofErr w:type="spellEnd"/>
      <w:r>
        <w:t xml:space="preserve"> immortelle à ses plaisirs</w:t>
      </w:r>
      <w:r w:rsidR="00315B11">
        <w:t>.</w:t>
      </w:r>
    </w:p>
    <w:p w14:paraId="5227E3C1" w14:textId="77777777" w:rsidR="00315B11" w:rsidRDefault="00000000" w:rsidP="00315B11">
      <w:r>
        <w:t>Souffre</w:t>
      </w:r>
      <w:r w:rsidR="00315B11">
        <w:t xml:space="preserve">, </w:t>
      </w:r>
      <w:r>
        <w:t xml:space="preserve">belle </w:t>
      </w:r>
      <w:proofErr w:type="spellStart"/>
      <w:r>
        <w:t>Thémire</w:t>
      </w:r>
      <w:proofErr w:type="spellEnd"/>
      <w:r w:rsidR="00315B11">
        <w:t xml:space="preserve">, </w:t>
      </w:r>
      <w:r>
        <w:t>que je me rappelle ici jusqu</w:t>
      </w:r>
      <w:r w:rsidR="00315B11">
        <w:t>’</w:t>
      </w:r>
      <w:r>
        <w:t xml:space="preserve">aux moindres discours que tu </w:t>
      </w:r>
      <w:proofErr w:type="spellStart"/>
      <w:r>
        <w:t>soupirois</w:t>
      </w:r>
      <w:proofErr w:type="spellEnd"/>
      <w:r>
        <w:t xml:space="preserve"> la </w:t>
      </w:r>
      <w:proofErr w:type="spellStart"/>
      <w:r>
        <w:t>premiere</w:t>
      </w:r>
      <w:proofErr w:type="spellEnd"/>
      <w:r>
        <w:t xml:space="preserve"> fois</w:t>
      </w:r>
      <w:r w:rsidR="00315B11">
        <w:t xml:space="preserve">… </w:t>
      </w:r>
      <w:r>
        <w:t>Quel combat enchanteur de la vertu</w:t>
      </w:r>
      <w:r w:rsidR="00315B11">
        <w:t xml:space="preserve">, </w:t>
      </w:r>
      <w:r>
        <w:t>de l</w:t>
      </w:r>
      <w:r w:rsidR="00315B11">
        <w:t>’</w:t>
      </w:r>
      <w:r>
        <w:t>estime &amp; de l</w:t>
      </w:r>
      <w:r w:rsidR="00315B11">
        <w:t>’</w:t>
      </w:r>
      <w:r>
        <w:t>amour</w:t>
      </w:r>
      <w:r w:rsidR="00315B11">
        <w:t xml:space="preserve"> ! </w:t>
      </w:r>
      <w:r>
        <w:t xml:space="preserve">comme à des </w:t>
      </w:r>
      <w:proofErr w:type="spellStart"/>
      <w:r>
        <w:t>mouvemens</w:t>
      </w:r>
      <w:proofErr w:type="spellEnd"/>
      <w:r>
        <w:t xml:space="preserve"> ingrats il en succéda peu-à-peu de plus doux qui ne t</w:t>
      </w:r>
      <w:r w:rsidR="00315B11">
        <w:t>’</w:t>
      </w:r>
      <w:proofErr w:type="spellStart"/>
      <w:r>
        <w:t>inquiétoient</w:t>
      </w:r>
      <w:proofErr w:type="spellEnd"/>
      <w:r>
        <w:t xml:space="preserve"> pas moins</w:t>
      </w:r>
      <w:r w:rsidR="00315B11">
        <w:t xml:space="preserve"> ! </w:t>
      </w:r>
      <w:r>
        <w:t xml:space="preserve">Je vois tes </w:t>
      </w:r>
      <w:proofErr w:type="spellStart"/>
      <w:r>
        <w:t>paupieres</w:t>
      </w:r>
      <w:proofErr w:type="spellEnd"/>
      <w:r>
        <w:t xml:space="preserve"> mourantes</w:t>
      </w:r>
      <w:r w:rsidR="00315B11">
        <w:t xml:space="preserve">, </w:t>
      </w:r>
      <w:r>
        <w:t>prêtes à fermer des yeux adoucis</w:t>
      </w:r>
      <w:r w:rsidR="00315B11">
        <w:t xml:space="preserve">, </w:t>
      </w:r>
      <w:r>
        <w:t>attendris par l</w:t>
      </w:r>
      <w:r w:rsidR="00315B11">
        <w:t>’</w:t>
      </w:r>
      <w:r>
        <w:t>amour</w:t>
      </w:r>
      <w:r w:rsidR="00315B11">
        <w:t xml:space="preserve">. </w:t>
      </w:r>
      <w:r>
        <w:t>Le rideau du plaisir fut bientôt tiré devant eux</w:t>
      </w:r>
      <w:r w:rsidR="00315B11">
        <w:t xml:space="preserve"> ; </w:t>
      </w:r>
      <w:r>
        <w:t>la force t</w:t>
      </w:r>
      <w:r w:rsidR="00315B11">
        <w:t>’</w:t>
      </w:r>
      <w:proofErr w:type="spellStart"/>
      <w:r>
        <w:t>abandonnoit</w:t>
      </w:r>
      <w:proofErr w:type="spellEnd"/>
      <w:r>
        <w:t xml:space="preserve"> avec la raison</w:t>
      </w:r>
      <w:r w:rsidR="00315B11">
        <w:t xml:space="preserve">, </w:t>
      </w:r>
      <w:r>
        <w:t xml:space="preserve">tu ne </w:t>
      </w:r>
      <w:proofErr w:type="spellStart"/>
      <w:r>
        <w:t>voyois</w:t>
      </w:r>
      <w:proofErr w:type="spellEnd"/>
      <w:r>
        <w:t xml:space="preserve"> plus</w:t>
      </w:r>
      <w:r w:rsidR="00315B11">
        <w:t xml:space="preserve">, </w:t>
      </w:r>
      <w:r>
        <w:t xml:space="preserve">tu ne </w:t>
      </w:r>
      <w:proofErr w:type="spellStart"/>
      <w:r>
        <w:t>savois</w:t>
      </w:r>
      <w:proofErr w:type="spellEnd"/>
      <w:r>
        <w:t xml:space="preserve"> ce que tu </w:t>
      </w:r>
      <w:proofErr w:type="spellStart"/>
      <w:r>
        <w:t>allois</w:t>
      </w:r>
      <w:proofErr w:type="spellEnd"/>
      <w:r>
        <w:t xml:space="preserve"> devenir</w:t>
      </w:r>
      <w:r w:rsidR="00315B11">
        <w:t xml:space="preserve">, </w:t>
      </w:r>
      <w:r>
        <w:t xml:space="preserve">tu </w:t>
      </w:r>
      <w:proofErr w:type="spellStart"/>
      <w:r>
        <w:t>craignois</w:t>
      </w:r>
      <w:proofErr w:type="spellEnd"/>
      <w:r w:rsidR="00315B11">
        <w:t xml:space="preserve">, </w:t>
      </w:r>
      <w:r>
        <w:t>hélas</w:t>
      </w:r>
      <w:r w:rsidR="00315B11">
        <w:t xml:space="preserve"> ! </w:t>
      </w:r>
      <w:r>
        <w:t xml:space="preserve">que cette simplicité </w:t>
      </w:r>
      <w:proofErr w:type="spellStart"/>
      <w:r>
        <w:t>ajoutoit</w:t>
      </w:r>
      <w:proofErr w:type="spellEnd"/>
      <w:r>
        <w:t xml:space="preserve"> à tes charmes &amp; à mon amour</w:t>
      </w:r>
      <w:r w:rsidR="00315B11">
        <w:t xml:space="preserve"> ; </w:t>
      </w:r>
      <w:r>
        <w:t xml:space="preserve">tu </w:t>
      </w:r>
      <w:proofErr w:type="spellStart"/>
      <w:r>
        <w:t>craignois</w:t>
      </w:r>
      <w:proofErr w:type="spellEnd"/>
      <w:r>
        <w:t xml:space="preserve"> de tomber en </w:t>
      </w:r>
      <w:proofErr w:type="spellStart"/>
      <w:r>
        <w:t>foiblesse</w:t>
      </w:r>
      <w:proofErr w:type="spellEnd"/>
      <w:r w:rsidR="00315B11">
        <w:t xml:space="preserve">, </w:t>
      </w:r>
      <w:r>
        <w:t xml:space="preserve">&amp; de mourir au moment même que tu </w:t>
      </w:r>
      <w:proofErr w:type="spellStart"/>
      <w:r>
        <w:t>allois</w:t>
      </w:r>
      <w:proofErr w:type="spellEnd"/>
      <w:r>
        <w:t xml:space="preserve"> verser bien d</w:t>
      </w:r>
      <w:r w:rsidR="00315B11">
        <w:t>’</w:t>
      </w:r>
      <w:r>
        <w:t xml:space="preserve">autres larmes que </w:t>
      </w:r>
      <w:r>
        <w:lastRenderedPageBreak/>
        <w:t xml:space="preserve">les </w:t>
      </w:r>
      <w:proofErr w:type="spellStart"/>
      <w:r>
        <w:t>premieres</w:t>
      </w:r>
      <w:proofErr w:type="spellEnd"/>
      <w:r w:rsidR="00315B11">
        <w:t xml:space="preserve">, </w:t>
      </w:r>
      <w:r>
        <w:t xml:space="preserve">que tu </w:t>
      </w:r>
      <w:proofErr w:type="spellStart"/>
      <w:r>
        <w:t>allois</w:t>
      </w:r>
      <w:proofErr w:type="spellEnd"/>
      <w:r>
        <w:t xml:space="preserve"> sentir le bien-être &amp; le plus grand des plaisirs</w:t>
      </w:r>
      <w:r w:rsidR="00315B11">
        <w:t xml:space="preserve">. </w:t>
      </w:r>
      <w:r>
        <w:t>De quelle volupté encore ta tendresse fut suivie</w:t>
      </w:r>
      <w:r w:rsidR="00315B11">
        <w:t xml:space="preserve"> ! </w:t>
      </w:r>
      <w:r>
        <w:t xml:space="preserve">Quels nouveaux &amp; </w:t>
      </w:r>
      <w:proofErr w:type="spellStart"/>
      <w:r>
        <w:t>violens</w:t>
      </w:r>
      <w:proofErr w:type="spellEnd"/>
      <w:r>
        <w:t xml:space="preserve"> transports</w:t>
      </w:r>
      <w:r w:rsidR="00315B11">
        <w:t xml:space="preserve"> ! </w:t>
      </w:r>
      <w:r>
        <w:t>Dieux jaloux</w:t>
      </w:r>
      <w:r w:rsidR="00315B11">
        <w:t xml:space="preserve"> ! </w:t>
      </w:r>
      <w:r>
        <w:t>respectez l</w:t>
      </w:r>
      <w:r w:rsidR="00315B11">
        <w:t>’</w:t>
      </w:r>
      <w:r>
        <w:t>égarement d</w:t>
      </w:r>
      <w:r w:rsidR="00315B11">
        <w:t>’</w:t>
      </w:r>
      <w:r>
        <w:t>une mortelle charmante qui s</w:t>
      </w:r>
      <w:r w:rsidR="00315B11">
        <w:t>’</w:t>
      </w:r>
      <w:r>
        <w:t>oublie dans les bras qu</w:t>
      </w:r>
      <w:r w:rsidR="00315B11">
        <w:t>’</w:t>
      </w:r>
      <w:r>
        <w:t>elle adore</w:t>
      </w:r>
      <w:r w:rsidR="00315B11">
        <w:t xml:space="preserve">, </w:t>
      </w:r>
      <w:r>
        <w:t>plus heureuse</w:t>
      </w:r>
      <w:r w:rsidR="00315B11">
        <w:t xml:space="preserve"> ! </w:t>
      </w:r>
      <w:r>
        <w:t>que dis-je</w:t>
      </w:r>
      <w:r w:rsidR="00315B11">
        <w:t xml:space="preserve"> ! </w:t>
      </w:r>
      <w:r>
        <w:t xml:space="preserve">plus déesse en ces </w:t>
      </w:r>
      <w:proofErr w:type="spellStart"/>
      <w:r>
        <w:t>momens</w:t>
      </w:r>
      <w:proofErr w:type="spellEnd"/>
      <w:r>
        <w:t xml:space="preserve"> que vous n</w:t>
      </w:r>
      <w:r w:rsidR="00315B11">
        <w:t>’</w:t>
      </w:r>
      <w:r>
        <w:t>êtes dieux</w:t>
      </w:r>
      <w:r w:rsidR="00315B11">
        <w:t xml:space="preserve"> ! </w:t>
      </w:r>
      <w:r>
        <w:t>Amour</w:t>
      </w:r>
      <w:r w:rsidR="00315B11">
        <w:t xml:space="preserve">, </w:t>
      </w:r>
      <w:r>
        <w:t>tu ne l</w:t>
      </w:r>
      <w:r w:rsidR="00315B11">
        <w:t>’</w:t>
      </w:r>
      <w:r>
        <w:t>es toi-même que par nos plaisirs</w:t>
      </w:r>
      <w:r w:rsidR="00315B11">
        <w:t> !</w:t>
      </w:r>
    </w:p>
    <w:p w14:paraId="00A90A1B" w14:textId="77777777" w:rsidR="00315B11" w:rsidRDefault="00000000" w:rsidP="00315B11">
      <w:r>
        <w:t xml:space="preserve">Quel autre pinceau que celui de Pétrone </w:t>
      </w:r>
      <w:proofErr w:type="spellStart"/>
      <w:r>
        <w:t>pourroit</w:t>
      </w:r>
      <w:proofErr w:type="spellEnd"/>
      <w:r>
        <w:t xml:space="preserve"> peindre cette </w:t>
      </w:r>
      <w:proofErr w:type="spellStart"/>
      <w:r>
        <w:t>premiere</w:t>
      </w:r>
      <w:proofErr w:type="spellEnd"/>
      <w:r>
        <w:t xml:space="preserve"> nuit</w:t>
      </w:r>
      <w:r w:rsidR="00315B11">
        <w:t xml:space="preserve"> !… </w:t>
      </w:r>
      <w:r>
        <w:t>Quels plaisirs enveloppa son ombre voluptueuse</w:t>
      </w:r>
      <w:r w:rsidR="00315B11">
        <w:t xml:space="preserve"> ? </w:t>
      </w:r>
      <w:r>
        <w:t>quelle extase</w:t>
      </w:r>
      <w:r w:rsidR="00315B11">
        <w:t xml:space="preserve">, </w:t>
      </w:r>
      <w:r>
        <w:t>que de jouissances dans une</w:t>
      </w:r>
      <w:r w:rsidR="00315B11">
        <w:t xml:space="preserve"> ! </w:t>
      </w:r>
      <w:proofErr w:type="spellStart"/>
      <w:r>
        <w:t>Brûlans</w:t>
      </w:r>
      <w:proofErr w:type="spellEnd"/>
      <w:r>
        <w:t xml:space="preserve"> d</w:t>
      </w:r>
      <w:r w:rsidR="00315B11">
        <w:t>’</w:t>
      </w:r>
      <w:r>
        <w:t>amour</w:t>
      </w:r>
      <w:r w:rsidR="00315B11">
        <w:t xml:space="preserve">, </w:t>
      </w:r>
      <w:r>
        <w:t>collés étroitement ensemble</w:t>
      </w:r>
      <w:r w:rsidR="00315B11">
        <w:t xml:space="preserve">, </w:t>
      </w:r>
      <w:r>
        <w:t>agités</w:t>
      </w:r>
      <w:r w:rsidR="00315B11">
        <w:t xml:space="preserve">, </w:t>
      </w:r>
      <w:r>
        <w:t>immobiles</w:t>
      </w:r>
      <w:r w:rsidR="00315B11">
        <w:t xml:space="preserve">, </w:t>
      </w:r>
      <w:r>
        <w:t>nous nous communiquions des soupirs de feu</w:t>
      </w:r>
      <w:r w:rsidR="00315B11">
        <w:t xml:space="preserve"> : </w:t>
      </w:r>
      <w:r>
        <w:t xml:space="preserve">nos deux </w:t>
      </w:r>
      <w:proofErr w:type="spellStart"/>
      <w:r>
        <w:t>ames</w:t>
      </w:r>
      <w:proofErr w:type="spellEnd"/>
      <w:r>
        <w:t xml:space="preserve"> confondues par les baisers les plus </w:t>
      </w:r>
      <w:proofErr w:type="spellStart"/>
      <w:r>
        <w:t>ardens</w:t>
      </w:r>
      <w:proofErr w:type="spellEnd"/>
      <w:r w:rsidR="00315B11">
        <w:t xml:space="preserve">, </w:t>
      </w:r>
      <w:r>
        <w:t xml:space="preserve">ne se </w:t>
      </w:r>
      <w:proofErr w:type="spellStart"/>
      <w:r>
        <w:rPr>
          <w:bCs/>
        </w:rPr>
        <w:t>connoissoient</w:t>
      </w:r>
      <w:proofErr w:type="spellEnd"/>
      <w:r>
        <w:rPr>
          <w:bCs/>
        </w:rPr>
        <w:t xml:space="preserve"> </w:t>
      </w:r>
      <w:r>
        <w:t>plus</w:t>
      </w:r>
      <w:r w:rsidR="00315B11">
        <w:t xml:space="preserve"> ; </w:t>
      </w:r>
      <w:r>
        <w:t>éperdument livrées à tout</w:t>
      </w:r>
      <w:r>
        <w:rPr>
          <w:bCs/>
        </w:rPr>
        <w:t xml:space="preserve">e </w:t>
      </w:r>
      <w:r>
        <w:t>l</w:t>
      </w:r>
      <w:r w:rsidR="00315B11">
        <w:t>’</w:t>
      </w:r>
      <w:r>
        <w:t>ivresse de nos sens</w:t>
      </w:r>
      <w:r w:rsidR="00315B11">
        <w:t xml:space="preserve">, </w:t>
      </w:r>
      <w:r>
        <w:t>elles n</w:t>
      </w:r>
      <w:r w:rsidR="00315B11">
        <w:t>’</w:t>
      </w:r>
      <w:proofErr w:type="spellStart"/>
      <w:r>
        <w:t>étoient</w:t>
      </w:r>
      <w:proofErr w:type="spellEnd"/>
      <w:r>
        <w:t xml:space="preserve"> plus </w:t>
      </w:r>
      <w:r>
        <w:rPr>
          <w:bCs/>
        </w:rPr>
        <w:t>qu</w:t>
      </w:r>
      <w:r w:rsidR="00315B11">
        <w:rPr>
          <w:bCs/>
        </w:rPr>
        <w:t>’</w:t>
      </w:r>
      <w:r>
        <w:rPr>
          <w:bCs/>
        </w:rPr>
        <w:t xml:space="preserve">un </w:t>
      </w:r>
      <w:r>
        <w:t>transport inexprimable</w:t>
      </w:r>
      <w:r w:rsidR="00315B11">
        <w:t xml:space="preserve">, </w:t>
      </w:r>
      <w:r>
        <w:t>avec lequel</w:t>
      </w:r>
      <w:r w:rsidR="00315B11">
        <w:t xml:space="preserve">, </w:t>
      </w:r>
      <w:r>
        <w:t>heureux mortels</w:t>
      </w:r>
      <w:r w:rsidR="00315B11">
        <w:t xml:space="preserve">, </w:t>
      </w:r>
      <w:r>
        <w:t>nous nous sentions délicieusement mourir</w:t>
      </w:r>
      <w:r w:rsidR="00315B11">
        <w:t>.</w:t>
      </w:r>
    </w:p>
    <w:p w14:paraId="331DC525" w14:textId="77777777" w:rsidR="00315B11" w:rsidRDefault="00000000" w:rsidP="00315B11">
      <w:r>
        <w:t xml:space="preserve">Si les plaisirs du corps sont si </w:t>
      </w:r>
      <w:r>
        <w:rPr>
          <w:bCs/>
          <w:iCs/>
        </w:rPr>
        <w:t>vifs</w:t>
      </w:r>
      <w:r w:rsidR="00315B11">
        <w:rPr>
          <w:i/>
          <w:iCs/>
        </w:rPr>
        <w:t xml:space="preserve">, </w:t>
      </w:r>
      <w:r>
        <w:t>quels sont ceux de l</w:t>
      </w:r>
      <w:r w:rsidR="00315B11">
        <w:t>’</w:t>
      </w:r>
      <w:proofErr w:type="spellStart"/>
      <w:r>
        <w:t>ame</w:t>
      </w:r>
      <w:proofErr w:type="spellEnd"/>
      <w:r w:rsidR="00315B11">
        <w:t xml:space="preserve"> ! </w:t>
      </w:r>
      <w:r>
        <w:t>Je parle de cette tendresse pure</w:t>
      </w:r>
      <w:r w:rsidR="00315B11">
        <w:t xml:space="preserve">, </w:t>
      </w:r>
      <w:r>
        <w:t xml:space="preserve">de ces goûts exquis qui semblent faire distiller la volupté goutte à goutte au fond de nos </w:t>
      </w:r>
      <w:proofErr w:type="spellStart"/>
      <w:r>
        <w:t>ames</w:t>
      </w:r>
      <w:proofErr w:type="spellEnd"/>
      <w:r w:rsidR="00315B11">
        <w:t xml:space="preserve">, </w:t>
      </w:r>
      <w:r>
        <w:t>tellement enivrées</w:t>
      </w:r>
      <w:r w:rsidR="00315B11">
        <w:t xml:space="preserve">, </w:t>
      </w:r>
      <w:r>
        <w:t>tellement remplies de la perfection de leur état</w:t>
      </w:r>
      <w:r w:rsidR="00315B11">
        <w:t xml:space="preserve">, </w:t>
      </w:r>
      <w:r>
        <w:t xml:space="preserve">quelles se suffisent à elles-mêmes &amp; ne </w:t>
      </w:r>
      <w:proofErr w:type="spellStart"/>
      <w:r>
        <w:t>desirent</w:t>
      </w:r>
      <w:proofErr w:type="spellEnd"/>
      <w:r>
        <w:t xml:space="preserve"> rien</w:t>
      </w:r>
      <w:r w:rsidR="00315B11">
        <w:t xml:space="preserve">. </w:t>
      </w:r>
      <w:r>
        <w:t>Ah</w:t>
      </w:r>
      <w:r w:rsidR="00315B11">
        <w:t xml:space="preserve"> ! </w:t>
      </w:r>
      <w:r>
        <w:t>que les cœurs qui sont pénétrés de cette divine façon de sentir sont heureux</w:t>
      </w:r>
      <w:r w:rsidR="00315B11">
        <w:t xml:space="preserve"> ! </w:t>
      </w:r>
      <w:r>
        <w:t>oui</w:t>
      </w:r>
      <w:r w:rsidR="00315B11">
        <w:t xml:space="preserve">, </w:t>
      </w:r>
      <w:r>
        <w:t>j</w:t>
      </w:r>
      <w:r w:rsidR="00315B11">
        <w:t>’</w:t>
      </w:r>
      <w:r>
        <w:t>en jure par l</w:t>
      </w:r>
      <w:r w:rsidR="00315B11">
        <w:t>’</w:t>
      </w:r>
      <w:r>
        <w:t>amour même</w:t>
      </w:r>
      <w:r w:rsidR="00315B11">
        <w:t xml:space="preserve">, </w:t>
      </w:r>
      <w:r>
        <w:t>j</w:t>
      </w:r>
      <w:r w:rsidR="00315B11">
        <w:t>’</w:t>
      </w:r>
      <w:r>
        <w:t xml:space="preserve">ai </w:t>
      </w:r>
      <w:r>
        <w:rPr>
          <w:bCs/>
        </w:rPr>
        <w:t xml:space="preserve">vu </w:t>
      </w:r>
      <w:r>
        <w:t xml:space="preserve">des </w:t>
      </w:r>
      <w:proofErr w:type="spellStart"/>
      <w:r>
        <w:t>momens</w:t>
      </w:r>
      <w:proofErr w:type="spellEnd"/>
      <w:r w:rsidR="00315B11">
        <w:t xml:space="preserve">, </w:t>
      </w:r>
      <w:r>
        <w:t>dieux</w:t>
      </w:r>
      <w:r w:rsidR="00315B11">
        <w:t xml:space="preserve"> ! </w:t>
      </w:r>
      <w:r>
        <w:t xml:space="preserve">quels </w:t>
      </w:r>
      <w:proofErr w:type="spellStart"/>
      <w:r>
        <w:t>momens</w:t>
      </w:r>
      <w:proofErr w:type="spellEnd"/>
      <w:r w:rsidR="00315B11">
        <w:t xml:space="preserve"> ! </w:t>
      </w:r>
      <w:r>
        <w:t xml:space="preserve">où ma </w:t>
      </w:r>
      <w:proofErr w:type="spellStart"/>
      <w:r>
        <w:t>Thémire</w:t>
      </w:r>
      <w:proofErr w:type="spellEnd"/>
      <w:r>
        <w:t xml:space="preserve"> s</w:t>
      </w:r>
      <w:r w:rsidR="00315B11">
        <w:t>’</w:t>
      </w:r>
      <w:r>
        <w:t>élevant au-dessus des voluptés du corps</w:t>
      </w:r>
      <w:r w:rsidR="00315B11">
        <w:t xml:space="preserve">, </w:t>
      </w:r>
      <w:proofErr w:type="spellStart"/>
      <w:r>
        <w:t>méprisoit</w:t>
      </w:r>
      <w:proofErr w:type="spellEnd"/>
      <w:r>
        <w:t xml:space="preserve"> dans mes bras des faveurs que l</w:t>
      </w:r>
      <w:r w:rsidR="00315B11">
        <w:t>’</w:t>
      </w:r>
      <w:r>
        <w:t>amour eût dédaignées lui-même</w:t>
      </w:r>
      <w:r w:rsidR="00315B11">
        <w:t>.</w:t>
      </w:r>
    </w:p>
    <w:p w14:paraId="3F286CC8" w14:textId="77777777" w:rsidR="00315B11" w:rsidRDefault="00000000" w:rsidP="00315B11">
      <w:r>
        <w:t>Toute tendresse</w:t>
      </w:r>
      <w:r w:rsidR="00315B11">
        <w:t xml:space="preserve">, </w:t>
      </w:r>
      <w:r>
        <w:t xml:space="preserve">toute </w:t>
      </w:r>
      <w:proofErr w:type="spellStart"/>
      <w:r>
        <w:t>ame</w:t>
      </w:r>
      <w:proofErr w:type="spellEnd"/>
      <w:r w:rsidR="00315B11">
        <w:t xml:space="preserve">, </w:t>
      </w:r>
      <w:r>
        <w:t>dieux quelle existence</w:t>
      </w:r>
      <w:r w:rsidR="00315B11">
        <w:t xml:space="preserve"> ! </w:t>
      </w:r>
      <w:proofErr w:type="spellStart"/>
      <w:r>
        <w:t>disoit</w:t>
      </w:r>
      <w:proofErr w:type="spellEnd"/>
      <w:r>
        <w:t>-elle</w:t>
      </w:r>
      <w:r w:rsidR="00315B11">
        <w:t xml:space="preserve">. </w:t>
      </w:r>
      <w:r>
        <w:t>Non</w:t>
      </w:r>
      <w:r w:rsidR="00315B11">
        <w:t xml:space="preserve">, </w:t>
      </w:r>
      <w:r>
        <w:t>je n</w:t>
      </w:r>
      <w:r w:rsidR="00315B11">
        <w:t>’</w:t>
      </w:r>
      <w:r>
        <w:t>avois point encore connu l</w:t>
      </w:r>
      <w:r w:rsidR="00315B11">
        <w:t>’</w:t>
      </w:r>
      <w:r>
        <w:t>amour</w:t>
      </w:r>
      <w:r w:rsidR="00315B11">
        <w:t xml:space="preserve">… </w:t>
      </w:r>
      <w:proofErr w:type="spellStart"/>
      <w:r>
        <w:t>Rejettant</w:t>
      </w:r>
      <w:proofErr w:type="spellEnd"/>
      <w:r>
        <w:t xml:space="preserve"> ensuite tout autre sentiment plus vif</w:t>
      </w:r>
      <w:r w:rsidR="00315B11">
        <w:t xml:space="preserve">, </w:t>
      </w:r>
      <w:r>
        <w:t xml:space="preserve">sans doute </w:t>
      </w:r>
      <w:r>
        <w:lastRenderedPageBreak/>
        <w:t>parce qu</w:t>
      </w:r>
      <w:r w:rsidR="00315B11">
        <w:t>’</w:t>
      </w:r>
      <w:r>
        <w:t>ayant moins de douceur</w:t>
      </w:r>
      <w:r w:rsidR="00315B11">
        <w:t xml:space="preserve">, </w:t>
      </w:r>
      <w:r>
        <w:t>sa vivacité même fait alors une sorte de violence</w:t>
      </w:r>
      <w:r w:rsidR="00315B11">
        <w:t xml:space="preserve">, </w:t>
      </w:r>
      <w:r>
        <w:t>laisse-moi</w:t>
      </w:r>
      <w:r w:rsidR="00315B11">
        <w:t xml:space="preserve">, </w:t>
      </w:r>
      <w:r>
        <w:t>laisse-moi goûter en paix &amp; sans mélange un bien-être si grand</w:t>
      </w:r>
      <w:r w:rsidR="00315B11">
        <w:t xml:space="preserve">, </w:t>
      </w:r>
      <w:r>
        <w:t>si parfait</w:t>
      </w:r>
      <w:r w:rsidR="00315B11">
        <w:t xml:space="preserve"> : </w:t>
      </w:r>
      <w:r>
        <w:t xml:space="preserve">le plaisir </w:t>
      </w:r>
      <w:proofErr w:type="spellStart"/>
      <w:r>
        <w:t>corromproit</w:t>
      </w:r>
      <w:proofErr w:type="spellEnd"/>
      <w:r>
        <w:t xml:space="preserve"> mon bonheur</w:t>
      </w:r>
      <w:r w:rsidR="00315B11">
        <w:t>.</w:t>
      </w:r>
    </w:p>
    <w:p w14:paraId="591EDB1D" w14:textId="77777777" w:rsidR="00315B11" w:rsidRDefault="00000000" w:rsidP="00315B11">
      <w:r>
        <w:t xml:space="preserve">Je </w:t>
      </w:r>
      <w:proofErr w:type="spellStart"/>
      <w:r>
        <w:t>regardois</w:t>
      </w:r>
      <w:proofErr w:type="spellEnd"/>
      <w:r>
        <w:t xml:space="preserve"> ma </w:t>
      </w:r>
      <w:proofErr w:type="spellStart"/>
      <w:r>
        <w:t>Thémire</w:t>
      </w:r>
      <w:proofErr w:type="spellEnd"/>
      <w:r>
        <w:t xml:space="preserve"> avec l</w:t>
      </w:r>
      <w:r w:rsidR="00315B11">
        <w:t>’</w:t>
      </w:r>
      <w:r>
        <w:t>attendrissement qu</w:t>
      </w:r>
      <w:r w:rsidR="00315B11">
        <w:t>’</w:t>
      </w:r>
      <w:r>
        <w:t>elle m</w:t>
      </w:r>
      <w:r w:rsidR="00315B11">
        <w:t>’</w:t>
      </w:r>
      <w:proofErr w:type="spellStart"/>
      <w:r>
        <w:t>avoit</w:t>
      </w:r>
      <w:proofErr w:type="spellEnd"/>
      <w:r>
        <w:t xml:space="preserve"> inspiré</w:t>
      </w:r>
      <w:r w:rsidR="00315B11">
        <w:t xml:space="preserve">. </w:t>
      </w:r>
      <w:r>
        <w:t>Tant d</w:t>
      </w:r>
      <w:r w:rsidR="00315B11">
        <w:t>’</w:t>
      </w:r>
      <w:r>
        <w:t xml:space="preserve">amour </w:t>
      </w:r>
      <w:proofErr w:type="spellStart"/>
      <w:r>
        <w:t>avoit</w:t>
      </w:r>
      <w:proofErr w:type="spellEnd"/>
      <w:r>
        <w:t xml:space="preserve"> </w:t>
      </w:r>
      <w:r>
        <w:rPr>
          <w:iCs/>
        </w:rPr>
        <w:t xml:space="preserve">fait </w:t>
      </w:r>
      <w:r>
        <w:t>couler quelques larmes de ses yeux</w:t>
      </w:r>
      <w:r w:rsidR="00315B11">
        <w:t xml:space="preserve">, </w:t>
      </w:r>
      <w:r>
        <w:t xml:space="preserve">qui en </w:t>
      </w:r>
      <w:proofErr w:type="spellStart"/>
      <w:r>
        <w:t>étoient</w:t>
      </w:r>
      <w:proofErr w:type="spellEnd"/>
      <w:r>
        <w:t xml:space="preserve"> plus beaux</w:t>
      </w:r>
      <w:r w:rsidR="00315B11">
        <w:t xml:space="preserve">. </w:t>
      </w:r>
      <w:r>
        <w:t>Dans son amoureuse mélancolie</w:t>
      </w:r>
      <w:r w:rsidR="00315B11">
        <w:t xml:space="preserve">, </w:t>
      </w:r>
      <w:r>
        <w:t>son cœur n</w:t>
      </w:r>
      <w:r w:rsidR="00315B11">
        <w:t>’</w:t>
      </w:r>
      <w:proofErr w:type="spellStart"/>
      <w:r>
        <w:t>avoit</w:t>
      </w:r>
      <w:proofErr w:type="spellEnd"/>
      <w:r>
        <w:t xml:space="preserve"> pu contenir tout le torrent de tendresse dont il </w:t>
      </w:r>
      <w:proofErr w:type="spellStart"/>
      <w:r>
        <w:t>sembloit</w:t>
      </w:r>
      <w:proofErr w:type="spellEnd"/>
      <w:r>
        <w:t xml:space="preserve"> inondé</w:t>
      </w:r>
      <w:r w:rsidR="00315B11">
        <w:t xml:space="preserve">. </w:t>
      </w:r>
      <w:r>
        <w:t>Mais enfin les sens se réveillant peu-à-peu</w:t>
      </w:r>
      <w:r w:rsidR="00315B11">
        <w:t xml:space="preserve">, </w:t>
      </w:r>
      <w:proofErr w:type="spellStart"/>
      <w:r>
        <w:t>rentrerent</w:t>
      </w:r>
      <w:proofErr w:type="spellEnd"/>
      <w:r>
        <w:t xml:space="preserve"> dans leurs droits</w:t>
      </w:r>
      <w:r w:rsidR="00315B11">
        <w:t xml:space="preserve">, </w:t>
      </w:r>
      <w:r>
        <w:t>&amp; nos ébats devenus plus vif</w:t>
      </w:r>
      <w:r w:rsidR="00315B11">
        <w:t xml:space="preserve">, </w:t>
      </w:r>
      <w:r>
        <w:t>sans en être moins tendres</w:t>
      </w:r>
      <w:r w:rsidR="00315B11">
        <w:t xml:space="preserve"> : </w:t>
      </w:r>
      <w:r>
        <w:t>non</w:t>
      </w:r>
      <w:r w:rsidR="00315B11">
        <w:t xml:space="preserve">, </w:t>
      </w:r>
      <w:r>
        <w:t xml:space="preserve">reprit </w:t>
      </w:r>
      <w:proofErr w:type="spellStart"/>
      <w:r>
        <w:t>Thémire</w:t>
      </w:r>
      <w:proofErr w:type="spellEnd"/>
      <w:r w:rsidR="00315B11">
        <w:t xml:space="preserve">, </w:t>
      </w:r>
      <w:r>
        <w:t>non</w:t>
      </w:r>
      <w:r w:rsidR="00315B11">
        <w:t xml:space="preserve">, </w:t>
      </w:r>
      <w:r>
        <w:t xml:space="preserve">tu ne </w:t>
      </w:r>
      <w:proofErr w:type="spellStart"/>
      <w:r>
        <w:t>connois</w:t>
      </w:r>
      <w:proofErr w:type="spellEnd"/>
      <w:r>
        <w:t xml:space="preserve"> point encore tous mes transports</w:t>
      </w:r>
      <w:r w:rsidR="00315B11">
        <w:t xml:space="preserve"> ; </w:t>
      </w:r>
      <w:r>
        <w:t xml:space="preserve">je </w:t>
      </w:r>
      <w:proofErr w:type="spellStart"/>
      <w:r>
        <w:t>voudrois</w:t>
      </w:r>
      <w:proofErr w:type="spellEnd"/>
      <w:r>
        <w:t xml:space="preserve"> que toute mon </w:t>
      </w:r>
      <w:proofErr w:type="spellStart"/>
      <w:r>
        <w:t>ame</w:t>
      </w:r>
      <w:proofErr w:type="spellEnd"/>
      <w:r>
        <w:t xml:space="preserve"> pût passer dans la tienne</w:t>
      </w:r>
      <w:r w:rsidR="00315B11">
        <w:t>.</w:t>
      </w:r>
    </w:p>
    <w:p w14:paraId="2849DC86" w14:textId="77777777" w:rsidR="00315B11" w:rsidRDefault="00000000" w:rsidP="00315B11">
      <w:r>
        <w:t>J</w:t>
      </w:r>
      <w:r w:rsidR="00315B11">
        <w:t>’</w:t>
      </w:r>
      <w:r>
        <w:t>avois déjà fait deux sacrifices</w:t>
      </w:r>
      <w:r w:rsidR="00315B11">
        <w:t xml:space="preserve">. </w:t>
      </w:r>
      <w:proofErr w:type="spellStart"/>
      <w:r>
        <w:t>Thémire</w:t>
      </w:r>
      <w:proofErr w:type="spellEnd"/>
      <w:r>
        <w:t xml:space="preserve"> enflammée </w:t>
      </w:r>
      <w:proofErr w:type="spellStart"/>
      <w:r>
        <w:t>croyoit</w:t>
      </w:r>
      <w:proofErr w:type="spellEnd"/>
      <w:r>
        <w:t xml:space="preserve"> toucher à chaque instant l</w:t>
      </w:r>
      <w:r w:rsidR="00315B11">
        <w:t>’</w:t>
      </w:r>
      <w:r>
        <w:t>heureux terme de ses plaisirs</w:t>
      </w:r>
      <w:r w:rsidR="00315B11">
        <w:t xml:space="preserve">, </w:t>
      </w:r>
      <w:r>
        <w:t>mais soit que l</w:t>
      </w:r>
      <w:r w:rsidR="00315B11">
        <w:t>’</w:t>
      </w:r>
      <w:r>
        <w:t>amour</w:t>
      </w:r>
      <w:r w:rsidR="00315B11">
        <w:t xml:space="preserve">, </w:t>
      </w:r>
      <w:r>
        <w:t>comme retenu par la tendresse</w:t>
      </w:r>
      <w:r w:rsidR="00315B11">
        <w:t xml:space="preserve">, </w:t>
      </w:r>
      <w:r>
        <w:t>fût encore fixé ou concentré au fond de son cœur</w:t>
      </w:r>
      <w:r w:rsidR="00315B11">
        <w:t xml:space="preserve">, </w:t>
      </w:r>
      <w:r>
        <w:t>soit qu</w:t>
      </w:r>
      <w:r w:rsidR="00315B11">
        <w:t>’</w:t>
      </w:r>
      <w:r>
        <w:t>un tempérament trop irrité ne répondît pas à l</w:t>
      </w:r>
      <w:r w:rsidR="00315B11">
        <w:t>’</w:t>
      </w:r>
      <w:r>
        <w:t xml:space="preserve">ardeur de ses </w:t>
      </w:r>
      <w:proofErr w:type="spellStart"/>
      <w:r>
        <w:t>desirs</w:t>
      </w:r>
      <w:proofErr w:type="spellEnd"/>
      <w:r w:rsidR="00315B11">
        <w:t xml:space="preserve">, </w:t>
      </w:r>
      <w:r>
        <w:t>je la vis</w:t>
      </w:r>
      <w:r w:rsidR="00315B11">
        <w:t xml:space="preserve">, </w:t>
      </w:r>
      <w:r>
        <w:t>désespérée</w:t>
      </w:r>
      <w:r w:rsidR="00315B11">
        <w:t xml:space="preserve">, </w:t>
      </w:r>
      <w:r>
        <w:t>témoigner</w:t>
      </w:r>
      <w:r w:rsidR="00315B11">
        <w:t xml:space="preserve">, </w:t>
      </w:r>
      <w:r>
        <w:t>en frémissant</w:t>
      </w:r>
      <w:r w:rsidR="00315B11">
        <w:t xml:space="preserve">, </w:t>
      </w:r>
      <w:r>
        <w:t>qu</w:t>
      </w:r>
      <w:r w:rsidR="00315B11">
        <w:t>’</w:t>
      </w:r>
      <w:r>
        <w:t xml:space="preserve">elle ne </w:t>
      </w:r>
      <w:proofErr w:type="spellStart"/>
      <w:r>
        <w:t>pouvoit</w:t>
      </w:r>
      <w:proofErr w:type="spellEnd"/>
      <w:r>
        <w:t xml:space="preserve"> supporter tant d</w:t>
      </w:r>
      <w:r w:rsidR="00315B11">
        <w:t>’</w:t>
      </w:r>
      <w:r>
        <w:t>agitation</w:t>
      </w:r>
      <w:r w:rsidR="00315B11">
        <w:t xml:space="preserve"> ; </w:t>
      </w:r>
      <w:r>
        <w:t>son transport s</w:t>
      </w:r>
      <w:r w:rsidR="00315B11">
        <w:t>’</w:t>
      </w:r>
      <w:r>
        <w:t>éleva jusqu</w:t>
      </w:r>
      <w:r w:rsidR="00315B11">
        <w:t>’</w:t>
      </w:r>
      <w:r>
        <w:t>à la fureur</w:t>
      </w:r>
      <w:r w:rsidR="00315B11">
        <w:t xml:space="preserve">. </w:t>
      </w:r>
      <w:r>
        <w:t>Quoi</w:t>
      </w:r>
      <w:r w:rsidR="00315B11">
        <w:t xml:space="preserve"> ! </w:t>
      </w:r>
      <w:proofErr w:type="spellStart"/>
      <w:r>
        <w:t>disoit</w:t>
      </w:r>
      <w:proofErr w:type="spellEnd"/>
      <w:r>
        <w:t>-elle</w:t>
      </w:r>
      <w:r w:rsidR="00315B11">
        <w:t xml:space="preserve">, </w:t>
      </w:r>
      <w:r>
        <w:t>le sort de Tantale m</w:t>
      </w:r>
      <w:r w:rsidR="00315B11">
        <w:t>’</w:t>
      </w:r>
      <w:r>
        <w:t>est réservé dans le sein des plaisirs</w:t>
      </w:r>
      <w:r w:rsidR="00315B11">
        <w:t> ?</w:t>
      </w:r>
    </w:p>
    <w:p w14:paraId="2684759C" w14:textId="77777777" w:rsidR="00315B11" w:rsidRDefault="00000000" w:rsidP="00315B11">
      <w:r>
        <w:t>Le moyen de ne pas mettre tout en œuvre pour calmer ce qu</w:t>
      </w:r>
      <w:r w:rsidR="00315B11">
        <w:t>’</w:t>
      </w:r>
      <w:r>
        <w:t>on aime</w:t>
      </w:r>
      <w:r w:rsidR="00315B11">
        <w:t xml:space="preserve"> ! </w:t>
      </w:r>
      <w:r>
        <w:t>Comment refuser des plaisirs qui s</w:t>
      </w:r>
      <w:r w:rsidR="00315B11">
        <w:t>’</w:t>
      </w:r>
      <w:r>
        <w:t>augmentent partagés</w:t>
      </w:r>
      <w:r w:rsidR="00315B11">
        <w:t> !</w:t>
      </w:r>
    </w:p>
    <w:p w14:paraId="2B40A286" w14:textId="77777777" w:rsidR="00315B11" w:rsidRDefault="00000000" w:rsidP="00315B11">
      <w:r>
        <w:t xml:space="preserve">Un </w:t>
      </w:r>
      <w:proofErr w:type="spellStart"/>
      <w:r>
        <w:t>troisieme</w:t>
      </w:r>
      <w:proofErr w:type="spellEnd"/>
      <w:r>
        <w:t xml:space="preserve"> sacrifice </w:t>
      </w:r>
      <w:proofErr w:type="spellStart"/>
      <w:r>
        <w:t>appaisa</w:t>
      </w:r>
      <w:proofErr w:type="spellEnd"/>
      <w:r>
        <w:t xml:space="preserve"> peu-à-peu cette </w:t>
      </w:r>
      <w:proofErr w:type="spellStart"/>
      <w:r>
        <w:t>espece</w:t>
      </w:r>
      <w:proofErr w:type="spellEnd"/>
      <w:r>
        <w:t xml:space="preserve"> de </w:t>
      </w:r>
      <w:proofErr w:type="spellStart"/>
      <w:r>
        <w:t>colere</w:t>
      </w:r>
      <w:proofErr w:type="spellEnd"/>
      <w:r>
        <w:t xml:space="preserve"> des sens mal satisfaits</w:t>
      </w:r>
      <w:r w:rsidR="00315B11">
        <w:t xml:space="preserve">. </w:t>
      </w:r>
      <w:r>
        <w:t>Le plaisir ne fut plus renvoyé</w:t>
      </w:r>
      <w:r w:rsidR="00315B11">
        <w:t xml:space="preserve"> : </w:t>
      </w:r>
      <w:r>
        <w:t xml:space="preserve">des </w:t>
      </w:r>
      <w:proofErr w:type="spellStart"/>
      <w:r>
        <w:t>mouvemens</w:t>
      </w:r>
      <w:proofErr w:type="spellEnd"/>
      <w:r>
        <w:t xml:space="preserve"> plus doux l</w:t>
      </w:r>
      <w:r w:rsidR="00315B11">
        <w:t>’</w:t>
      </w:r>
      <w:r>
        <w:t xml:space="preserve">accueillirent &amp; </w:t>
      </w:r>
      <w:proofErr w:type="spellStart"/>
      <w:r>
        <w:t>rappellerent</w:t>
      </w:r>
      <w:proofErr w:type="spellEnd"/>
      <w:r>
        <w:t xml:space="preserve"> la molle volupté</w:t>
      </w:r>
      <w:r w:rsidR="00315B11">
        <w:t xml:space="preserve">. </w:t>
      </w:r>
      <w:r>
        <w:t xml:space="preserve">Mes yeux </w:t>
      </w:r>
      <w:proofErr w:type="spellStart"/>
      <w:r>
        <w:t>étoient</w:t>
      </w:r>
      <w:proofErr w:type="spellEnd"/>
      <w:r>
        <w:t xml:space="preserve"> pleins d</w:t>
      </w:r>
      <w:r w:rsidR="00315B11">
        <w:t>’</w:t>
      </w:r>
      <w:r>
        <w:t>amour</w:t>
      </w:r>
      <w:r w:rsidR="00315B11">
        <w:t xml:space="preserve"> : </w:t>
      </w:r>
      <w:proofErr w:type="spellStart"/>
      <w:r>
        <w:t>Thémire</w:t>
      </w:r>
      <w:proofErr w:type="spellEnd"/>
      <w:r>
        <w:t xml:space="preserve"> ouvrit les siens</w:t>
      </w:r>
      <w:r w:rsidR="00315B11">
        <w:t xml:space="preserve">, </w:t>
      </w:r>
      <w:r>
        <w:t>&amp; voyant l</w:t>
      </w:r>
      <w:r w:rsidR="00315B11">
        <w:t>’</w:t>
      </w:r>
      <w:r>
        <w:t xml:space="preserve">intérêt vif que je </w:t>
      </w:r>
      <w:proofErr w:type="spellStart"/>
      <w:r>
        <w:t>prenois</w:t>
      </w:r>
      <w:proofErr w:type="spellEnd"/>
      <w:r>
        <w:t xml:space="preserve"> au succès </w:t>
      </w:r>
      <w:r>
        <w:lastRenderedPageBreak/>
        <w:t>de ses plaisirs</w:t>
      </w:r>
      <w:r w:rsidR="00315B11">
        <w:t xml:space="preserve">, </w:t>
      </w:r>
      <w:r>
        <w:t>l</w:t>
      </w:r>
      <w:r w:rsidR="00315B11">
        <w:t>’</w:t>
      </w:r>
      <w:r>
        <w:t>air élevé</w:t>
      </w:r>
      <w:r w:rsidR="00315B11">
        <w:t xml:space="preserve">, </w:t>
      </w:r>
      <w:r>
        <w:t>animé</w:t>
      </w:r>
      <w:r w:rsidR="00315B11">
        <w:t xml:space="preserve">, </w:t>
      </w:r>
      <w:r>
        <w:t>tout de feu</w:t>
      </w:r>
      <w:r w:rsidR="00315B11">
        <w:t xml:space="preserve">, </w:t>
      </w:r>
      <w:r>
        <w:t>dont je l</w:t>
      </w:r>
      <w:r w:rsidR="00315B11">
        <w:t>’</w:t>
      </w:r>
      <w:proofErr w:type="spellStart"/>
      <w:r>
        <w:t>encourageois</w:t>
      </w:r>
      <w:proofErr w:type="spellEnd"/>
      <w:r w:rsidR="00315B11">
        <w:t xml:space="preserve">, </w:t>
      </w:r>
      <w:r>
        <w:t xml:space="preserve">dont je </w:t>
      </w:r>
      <w:proofErr w:type="spellStart"/>
      <w:r>
        <w:t>présidois</w:t>
      </w:r>
      <w:proofErr w:type="spellEnd"/>
      <w:r>
        <w:t xml:space="preserve"> au combat</w:t>
      </w:r>
      <w:r w:rsidR="00315B11">
        <w:t xml:space="preserve">, </w:t>
      </w:r>
      <w:r>
        <w:t xml:space="preserve">remplie elle-même alors du dieu qui me </w:t>
      </w:r>
      <w:proofErr w:type="spellStart"/>
      <w:r>
        <w:t>possédoit</w:t>
      </w:r>
      <w:proofErr w:type="spellEnd"/>
      <w:r w:rsidR="00315B11">
        <w:t xml:space="preserve">, </w:t>
      </w:r>
      <w:r>
        <w:t>d</w:t>
      </w:r>
      <w:r w:rsidR="00315B11">
        <w:t>’</w:t>
      </w:r>
      <w:r>
        <w:t>une voix douce &amp; d</w:t>
      </w:r>
      <w:r w:rsidR="00315B11">
        <w:t>’</w:t>
      </w:r>
      <w:r>
        <w:t>un regard mourant</w:t>
      </w:r>
      <w:r w:rsidR="00315B11">
        <w:t xml:space="preserve">, </w:t>
      </w:r>
      <w:r>
        <w:t>enfin</w:t>
      </w:r>
      <w:r w:rsidR="00315B11">
        <w:t xml:space="preserve">, </w:t>
      </w:r>
      <w:r>
        <w:t>dit-elle</w:t>
      </w:r>
      <w:r w:rsidR="00315B11">
        <w:t xml:space="preserve">, </w:t>
      </w:r>
      <w:r>
        <w:t>ah</w:t>
      </w:r>
      <w:r w:rsidR="00315B11">
        <w:t xml:space="preserve"> ! </w:t>
      </w:r>
      <w:r>
        <w:t xml:space="preserve">viens </w:t>
      </w:r>
      <w:proofErr w:type="spellStart"/>
      <w:r>
        <w:t>vîte</w:t>
      </w:r>
      <w:proofErr w:type="spellEnd"/>
      <w:r w:rsidR="00315B11">
        <w:t xml:space="preserve">, </w:t>
      </w:r>
      <w:r>
        <w:t>cher amant</w:t>
      </w:r>
      <w:r w:rsidR="00315B11">
        <w:t xml:space="preserve">, </w:t>
      </w:r>
      <w:r>
        <w:t>viens dans mes bras</w:t>
      </w:r>
      <w:r w:rsidR="00315B11">
        <w:t xml:space="preserve">… </w:t>
      </w:r>
      <w:r>
        <w:t>que j</w:t>
      </w:r>
      <w:r w:rsidR="00315B11">
        <w:t>’</w:t>
      </w:r>
      <w:r>
        <w:t>expire dans les tiens</w:t>
      </w:r>
      <w:r w:rsidR="00315B11">
        <w:t> !</w:t>
      </w:r>
    </w:p>
    <w:p w14:paraId="602F9CC0" w14:textId="77777777" w:rsidR="00315B11" w:rsidRDefault="00000000" w:rsidP="00315B11">
      <w:r>
        <w:t>Quelle maîtresse</w:t>
      </w:r>
      <w:r w:rsidR="00315B11">
        <w:t xml:space="preserve">, </w:t>
      </w:r>
      <w:r>
        <w:t>grands dieux</w:t>
      </w:r>
      <w:r w:rsidR="00315B11">
        <w:t xml:space="preserve"> ! </w:t>
      </w:r>
      <w:r>
        <w:t>jugez si je l</w:t>
      </w:r>
      <w:r w:rsidR="00315B11">
        <w:t>’</w:t>
      </w:r>
      <w:r>
        <w:t>adore</w:t>
      </w:r>
      <w:r w:rsidR="00315B11">
        <w:t xml:space="preserve">, </w:t>
      </w:r>
      <w:r>
        <w:t>si je cesserai un moment de l</w:t>
      </w:r>
      <w:r w:rsidR="00315B11">
        <w:t>’</w:t>
      </w:r>
      <w:r>
        <w:t>aimer</w:t>
      </w:r>
      <w:r w:rsidR="00315B11">
        <w:t xml:space="preserve">, </w:t>
      </w:r>
      <w:r>
        <w:t>&amp; si elle a besoin d</w:t>
      </w:r>
      <w:r w:rsidR="00315B11">
        <w:t>’</w:t>
      </w:r>
      <w:r>
        <w:t>être jeune comme Hébé</w:t>
      </w:r>
      <w:r w:rsidR="00315B11">
        <w:t xml:space="preserve">, </w:t>
      </w:r>
      <w:r>
        <w:t xml:space="preserve">&amp; belle comme la Vénus de </w:t>
      </w:r>
      <w:proofErr w:type="spellStart"/>
      <w:r>
        <w:t>Praxitele</w:t>
      </w:r>
      <w:proofErr w:type="spellEnd"/>
      <w:r w:rsidR="00315B11">
        <w:t xml:space="preserve">, </w:t>
      </w:r>
      <w:r>
        <w:t>pour partager vos autels</w:t>
      </w:r>
      <w:r w:rsidR="00315B11">
        <w:t> !</w:t>
      </w:r>
    </w:p>
    <w:p w14:paraId="3B1B3B78" w14:textId="77777777" w:rsidR="00315B11" w:rsidRDefault="00000000" w:rsidP="00315B11">
      <w:r>
        <w:t>Mais</w:t>
      </w:r>
      <w:r w:rsidR="00315B11">
        <w:t xml:space="preserve">, </w:t>
      </w:r>
      <w:r>
        <w:t>à son tour</w:t>
      </w:r>
      <w:r w:rsidR="00315B11">
        <w:t xml:space="preserve">, </w:t>
      </w:r>
      <w:proofErr w:type="spellStart"/>
      <w:r>
        <w:t>Thémire</w:t>
      </w:r>
      <w:proofErr w:type="spellEnd"/>
      <w:r>
        <w:t xml:space="preserve"> est contente</w:t>
      </w:r>
      <w:r w:rsidR="00315B11">
        <w:t xml:space="preserve"> ; </w:t>
      </w:r>
      <w:r>
        <w:t>elle a pour amant non-seulement un grand maître dans l</w:t>
      </w:r>
      <w:r w:rsidR="00315B11">
        <w:t>’</w:t>
      </w:r>
      <w:r>
        <w:t>art des voluptés</w:t>
      </w:r>
      <w:r w:rsidR="00315B11">
        <w:t xml:space="preserve">, </w:t>
      </w:r>
      <w:r>
        <w:t>mais un cœur</w:t>
      </w:r>
      <w:r w:rsidR="00315B11">
        <w:t xml:space="preserve">, </w:t>
      </w:r>
      <w:r>
        <w:t>je dois le dire à ta gloire</w:t>
      </w:r>
      <w:r w:rsidR="00315B11">
        <w:t xml:space="preserve">, </w:t>
      </w:r>
      <w:r>
        <w:t>tendre amour</w:t>
      </w:r>
      <w:r w:rsidR="00315B11">
        <w:t xml:space="preserve">, </w:t>
      </w:r>
      <w:r>
        <w:t>un cœur bien différent de tous les autres</w:t>
      </w:r>
      <w:r w:rsidR="00315B11">
        <w:t xml:space="preserve">, </w:t>
      </w:r>
      <w:r>
        <w:t>toujours amoureux</w:t>
      </w:r>
      <w:r w:rsidR="00315B11">
        <w:t xml:space="preserve">, </w:t>
      </w:r>
      <w:r>
        <w:t>toujours complaisant</w:t>
      </w:r>
      <w:r w:rsidR="00315B11">
        <w:t xml:space="preserve">, </w:t>
      </w:r>
      <w:r>
        <w:t>qui ne rit</w:t>
      </w:r>
      <w:r w:rsidR="00315B11">
        <w:t xml:space="preserve">, </w:t>
      </w:r>
      <w:r>
        <w:t>ne sent que pour elle</w:t>
      </w:r>
      <w:r w:rsidR="00315B11">
        <w:t xml:space="preserve"> ; </w:t>
      </w:r>
      <w:r>
        <w:t>qui n</w:t>
      </w:r>
      <w:r w:rsidR="00315B11">
        <w:t>’</w:t>
      </w:r>
      <w:r>
        <w:t>a point d</w:t>
      </w:r>
      <w:r w:rsidR="00315B11">
        <w:t>’</w:t>
      </w:r>
      <w:r>
        <w:t>autre volonté</w:t>
      </w:r>
      <w:r w:rsidR="00315B11">
        <w:t xml:space="preserve">, </w:t>
      </w:r>
      <w:r>
        <w:t>d</w:t>
      </w:r>
      <w:r w:rsidR="00315B11">
        <w:t>’</w:t>
      </w:r>
      <w:r>
        <w:t xml:space="preserve">autre </w:t>
      </w:r>
      <w:proofErr w:type="spellStart"/>
      <w:r>
        <w:t>ame</w:t>
      </w:r>
      <w:proofErr w:type="spellEnd"/>
      <w:r>
        <w:t xml:space="preserve"> que la sienne</w:t>
      </w:r>
      <w:r w:rsidR="00315B11">
        <w:t xml:space="preserve">, </w:t>
      </w:r>
      <w:r>
        <w:t>qui ne murmura jamais de ses plus injustes rigueurs</w:t>
      </w:r>
      <w:r w:rsidR="00315B11">
        <w:t xml:space="preserve">. </w:t>
      </w:r>
      <w:r>
        <w:t>Pendant combien d</w:t>
      </w:r>
      <w:r w:rsidR="00315B11">
        <w:t>’</w:t>
      </w:r>
      <w:r>
        <w:t>années me suis-je contenté</w:t>
      </w:r>
      <w:r w:rsidR="00315B11">
        <w:t xml:space="preserve">, </w:t>
      </w:r>
      <w:r>
        <w:t>que dis-je</w:t>
      </w:r>
      <w:r w:rsidR="00315B11">
        <w:t xml:space="preserve"> ! </w:t>
      </w:r>
      <w:r>
        <w:t>me suis-je trouvé trop heureux des simples baisers</w:t>
      </w:r>
      <w:r w:rsidR="00315B11">
        <w:t xml:space="preserve">, </w:t>
      </w:r>
      <w:r>
        <w:t xml:space="preserve">caresses &amp; </w:t>
      </w:r>
      <w:proofErr w:type="spellStart"/>
      <w:r>
        <w:t>attouchemens</w:t>
      </w:r>
      <w:proofErr w:type="spellEnd"/>
      <w:r w:rsidR="00315B11">
        <w:t xml:space="preserve">, </w:t>
      </w:r>
      <w:r>
        <w:t>comme dit naïvement Montagne</w:t>
      </w:r>
      <w:r w:rsidR="00315B11">
        <w:t xml:space="preserve"> ? </w:t>
      </w:r>
      <w:r>
        <w:t>Si rien ne doit jamais dégoûter un amant de l</w:t>
      </w:r>
      <w:r w:rsidR="00315B11">
        <w:t>’</w:t>
      </w:r>
      <w:r>
        <w:t>objet qu</w:t>
      </w:r>
      <w:r w:rsidR="00315B11">
        <w:t>’</w:t>
      </w:r>
      <w:r>
        <w:t>il aime</w:t>
      </w:r>
      <w:r w:rsidR="00315B11">
        <w:t xml:space="preserve">, </w:t>
      </w:r>
      <w:r>
        <w:t>si rien ne doit suspendre un service dont l</w:t>
      </w:r>
      <w:r w:rsidR="00315B11">
        <w:t>’</w:t>
      </w:r>
      <w:r>
        <w:t>amour permet la célébration</w:t>
      </w:r>
      <w:r w:rsidR="00315B11">
        <w:t xml:space="preserve">, </w:t>
      </w:r>
      <w:r>
        <w:t>rien aussi ne doit rendre infracteur de la foi qu</w:t>
      </w:r>
      <w:r w:rsidR="00315B11">
        <w:t>’</w:t>
      </w:r>
      <w:r>
        <w:t>on a jurée à sa maîtresse</w:t>
      </w:r>
      <w:r w:rsidR="00315B11">
        <w:t xml:space="preserve">. </w:t>
      </w:r>
      <w:r>
        <w:t>Belles</w:t>
      </w:r>
      <w:r w:rsidR="00315B11">
        <w:t xml:space="preserve">, </w:t>
      </w:r>
      <w:r>
        <w:t xml:space="preserve">vous jugerez </w:t>
      </w:r>
      <w:r>
        <w:rPr>
          <w:bCs/>
        </w:rPr>
        <w:t xml:space="preserve">vos amans par </w:t>
      </w:r>
      <w:r>
        <w:t>leur générosité</w:t>
      </w:r>
      <w:r w:rsidR="00315B11">
        <w:t xml:space="preserve"> ; </w:t>
      </w:r>
      <w:r>
        <w:t>c</w:t>
      </w:r>
      <w:r w:rsidR="00315B11">
        <w:t>’</w:t>
      </w:r>
      <w:r>
        <w:t>est la balance des cœurs</w:t>
      </w:r>
      <w:r w:rsidR="00315B11">
        <w:t xml:space="preserve">. </w:t>
      </w:r>
      <w:r>
        <w:t>Veulent-ils forcer vos goûts</w:t>
      </w:r>
      <w:r w:rsidR="00315B11">
        <w:t xml:space="preserve">, </w:t>
      </w:r>
      <w:r>
        <w:t>violer votre prudence</w:t>
      </w:r>
      <w:r w:rsidR="00315B11">
        <w:t xml:space="preserve">, </w:t>
      </w:r>
      <w:r>
        <w:t>&amp; sans égard pour de trop justes craintes</w:t>
      </w:r>
      <w:r w:rsidR="00315B11">
        <w:t xml:space="preserve">, </w:t>
      </w:r>
      <w:r>
        <w:t>vous exposer aux suites fâcheuses d</w:t>
      </w:r>
      <w:r w:rsidR="00315B11">
        <w:t>’</w:t>
      </w:r>
      <w:r>
        <w:t>une passion sans retenue</w:t>
      </w:r>
      <w:r w:rsidR="00315B11">
        <w:t xml:space="preserve"> ? </w:t>
      </w:r>
      <w:r>
        <w:t xml:space="preserve">Soyez </w:t>
      </w:r>
      <w:proofErr w:type="spellStart"/>
      <w:r>
        <w:t>sûres</w:t>
      </w:r>
      <w:proofErr w:type="spellEnd"/>
      <w:r>
        <w:t xml:space="preserve"> qu</w:t>
      </w:r>
      <w:r w:rsidR="00315B11">
        <w:t>’</w:t>
      </w:r>
      <w:r>
        <w:t>ils vous trompent</w:t>
      </w:r>
      <w:r w:rsidR="00315B11">
        <w:t xml:space="preserve">, </w:t>
      </w:r>
      <w:r>
        <w:t>qu</w:t>
      </w:r>
      <w:r w:rsidR="00315B11">
        <w:t>’</w:t>
      </w:r>
      <w:r>
        <w:t>ils ne sont qu</w:t>
      </w:r>
      <w:r w:rsidR="00315B11">
        <w:t>’</w:t>
      </w:r>
      <w:r>
        <w:t>impétueux</w:t>
      </w:r>
      <w:r w:rsidR="00315B11">
        <w:t xml:space="preserve">, </w:t>
      </w:r>
      <w:r>
        <w:t xml:space="preserve">&amp; que vous </w:t>
      </w:r>
      <w:r>
        <w:rPr>
          <w:bCs/>
        </w:rPr>
        <w:t>n</w:t>
      </w:r>
      <w:r w:rsidR="00315B11">
        <w:rPr>
          <w:bCs/>
        </w:rPr>
        <w:t>’</w:t>
      </w:r>
      <w:r>
        <w:rPr>
          <w:bCs/>
        </w:rPr>
        <w:t xml:space="preserve">êtes </w:t>
      </w:r>
      <w:r>
        <w:t>pas vous-mêmes ce qu</w:t>
      </w:r>
      <w:r w:rsidR="00315B11">
        <w:t>’</w:t>
      </w:r>
      <w:r>
        <w:t>ils aiment le plus en vous</w:t>
      </w:r>
      <w:r w:rsidR="00315B11">
        <w:t>.</w:t>
      </w:r>
    </w:p>
    <w:p w14:paraId="115DA24F" w14:textId="77777777" w:rsidR="00315B11" w:rsidRDefault="00000000" w:rsidP="00315B11">
      <w:r>
        <w:t>Voyons comment tous les sens concourent à nos plaisirs</w:t>
      </w:r>
      <w:r w:rsidR="00315B11">
        <w:t xml:space="preserve">. </w:t>
      </w:r>
      <w:r>
        <w:t xml:space="preserve">On sait déjà que </w:t>
      </w:r>
      <w:r>
        <w:rPr>
          <w:i/>
          <w:iCs/>
        </w:rPr>
        <w:t xml:space="preserve">Vénus </w:t>
      </w:r>
      <w:r>
        <w:t xml:space="preserve">peut être </w:t>
      </w:r>
      <w:r>
        <w:rPr>
          <w:i/>
          <w:iCs/>
        </w:rPr>
        <w:t>physique</w:t>
      </w:r>
      <w:r w:rsidR="00315B11">
        <w:rPr>
          <w:i/>
          <w:iCs/>
        </w:rPr>
        <w:t xml:space="preserve">, </w:t>
      </w:r>
      <w:r>
        <w:rPr>
          <w:iCs/>
        </w:rPr>
        <w:t>sans</w:t>
      </w:r>
      <w:r>
        <w:rPr>
          <w:i/>
          <w:iCs/>
        </w:rPr>
        <w:t xml:space="preserve"> </w:t>
      </w:r>
      <w:r>
        <w:t xml:space="preserve">perdre de ses </w:t>
      </w:r>
      <w:proofErr w:type="spellStart"/>
      <w:r>
        <w:lastRenderedPageBreak/>
        <w:t>graces</w:t>
      </w:r>
      <w:proofErr w:type="spellEnd"/>
      <w:r w:rsidR="00315B11">
        <w:t xml:space="preserve">. </w:t>
      </w:r>
      <w:r>
        <w:t>Le plus beau spectacle du monde est une belle femme</w:t>
      </w:r>
      <w:r w:rsidR="00315B11">
        <w:t xml:space="preserve"> ; </w:t>
      </w:r>
      <w:r>
        <w:t>il se peint dans ses yeux</w:t>
      </w:r>
      <w:r w:rsidR="00315B11">
        <w:t xml:space="preserve"> : </w:t>
      </w:r>
      <w:r>
        <w:t>c</w:t>
      </w:r>
      <w:r w:rsidR="00315B11">
        <w:t>’</w:t>
      </w:r>
      <w:r>
        <w:t>est par eux que passe dans l</w:t>
      </w:r>
      <w:r w:rsidR="00315B11">
        <w:t>’</w:t>
      </w:r>
      <w:proofErr w:type="spellStart"/>
      <w:r>
        <w:t>ame</w:t>
      </w:r>
      <w:proofErr w:type="spellEnd"/>
      <w:r>
        <w:t xml:space="preserve"> l</w:t>
      </w:r>
      <w:r w:rsidR="00315B11">
        <w:t>’</w:t>
      </w:r>
      <w:r>
        <w:t>image de la beauté</w:t>
      </w:r>
      <w:r w:rsidR="00315B11">
        <w:t xml:space="preserve">, </w:t>
      </w:r>
      <w:r>
        <w:t xml:space="preserve">image agréable dont la trace nous suit </w:t>
      </w:r>
      <w:proofErr w:type="spellStart"/>
      <w:r>
        <w:rPr>
          <w:bCs/>
        </w:rPr>
        <w:t>par-tout</w:t>
      </w:r>
      <w:proofErr w:type="spellEnd"/>
      <w:r w:rsidR="00315B11">
        <w:rPr>
          <w:bCs/>
        </w:rPr>
        <w:t xml:space="preserve">, </w:t>
      </w:r>
      <w:r>
        <w:rPr>
          <w:bCs/>
        </w:rPr>
        <w:t xml:space="preserve">source féconde en </w:t>
      </w:r>
      <w:r>
        <w:t xml:space="preserve">amoureux </w:t>
      </w:r>
      <w:proofErr w:type="spellStart"/>
      <w:r>
        <w:t>desirs</w:t>
      </w:r>
      <w:proofErr w:type="spellEnd"/>
      <w:r w:rsidR="00315B11">
        <w:t xml:space="preserve">. </w:t>
      </w:r>
      <w:r>
        <w:t>Sans cet admirable organe</w:t>
      </w:r>
      <w:r w:rsidR="00315B11">
        <w:t xml:space="preserve">, </w:t>
      </w:r>
      <w:r>
        <w:t xml:space="preserve">miroir transparent </w:t>
      </w:r>
      <w:r>
        <w:rPr>
          <w:bCs/>
        </w:rPr>
        <w:t xml:space="preserve">où se vient peindre en </w:t>
      </w:r>
      <w:r>
        <w:t xml:space="preserve">petit </w:t>
      </w:r>
      <w:r>
        <w:rPr>
          <w:bCs/>
        </w:rPr>
        <w:t xml:space="preserve">tout </w:t>
      </w:r>
      <w:r>
        <w:t>l</w:t>
      </w:r>
      <w:r w:rsidR="00315B11">
        <w:t>’</w:t>
      </w:r>
      <w:r>
        <w:t>univers</w:t>
      </w:r>
      <w:r w:rsidR="00315B11">
        <w:t xml:space="preserve">, </w:t>
      </w:r>
      <w:r>
        <w:t xml:space="preserve">on </w:t>
      </w:r>
      <w:proofErr w:type="spellStart"/>
      <w:r>
        <w:t>seroit</w:t>
      </w:r>
      <w:proofErr w:type="spellEnd"/>
      <w:r>
        <w:t xml:space="preserve"> privé de cette </w:t>
      </w:r>
      <w:proofErr w:type="spellStart"/>
      <w:r>
        <w:t>Sirene</w:t>
      </w:r>
      <w:proofErr w:type="spellEnd"/>
      <w:r>
        <w:t xml:space="preserve"> enchanteresse</w:t>
      </w:r>
      <w:r w:rsidR="00315B11">
        <w:t xml:space="preserve">, </w:t>
      </w:r>
      <w:r>
        <w:t xml:space="preserve">aux </w:t>
      </w:r>
      <w:proofErr w:type="spellStart"/>
      <w:r>
        <w:t>pieges</w:t>
      </w:r>
      <w:proofErr w:type="spellEnd"/>
      <w:r>
        <w:t xml:space="preserve"> de laquelle il est si doux de se laisser prendre</w:t>
      </w:r>
      <w:r w:rsidR="00315B11">
        <w:t xml:space="preserve">. </w:t>
      </w:r>
      <w:r>
        <w:t>C</w:t>
      </w:r>
      <w:r w:rsidR="00315B11">
        <w:t>’</w:t>
      </w:r>
      <w:r>
        <w:t>est elle qui embellit tout ce qu</w:t>
      </w:r>
      <w:r w:rsidR="00315B11">
        <w:t>’</w:t>
      </w:r>
      <w:r>
        <w:t xml:space="preserve">elle </w:t>
      </w:r>
      <w:r>
        <w:rPr>
          <w:bCs/>
        </w:rPr>
        <w:t>touche</w:t>
      </w:r>
      <w:r w:rsidR="00315B11">
        <w:rPr>
          <w:bCs/>
        </w:rPr>
        <w:t xml:space="preserve">, </w:t>
      </w:r>
      <w:r>
        <w:rPr>
          <w:bCs/>
        </w:rPr>
        <w:t xml:space="preserve">&amp; se </w:t>
      </w:r>
      <w:r>
        <w:t>représente tout ce qu</w:t>
      </w:r>
      <w:r w:rsidR="00315B11">
        <w:t>’</w:t>
      </w:r>
      <w:r>
        <w:t>elle veut</w:t>
      </w:r>
      <w:r w:rsidR="00315B11">
        <w:t xml:space="preserve">. </w:t>
      </w:r>
      <w:r>
        <w:t xml:space="preserve">Ses </w:t>
      </w:r>
      <w:proofErr w:type="spellStart"/>
      <w:r>
        <w:t>brillans</w:t>
      </w:r>
      <w:proofErr w:type="spellEnd"/>
      <w:r>
        <w:t xml:space="preserve"> tableaux charment nos </w:t>
      </w:r>
      <w:r>
        <w:rPr>
          <w:bCs/>
        </w:rPr>
        <w:t xml:space="preserve">ennuis </w:t>
      </w:r>
      <w:r>
        <w:t>dans l</w:t>
      </w:r>
      <w:r w:rsidR="00315B11">
        <w:t>’</w:t>
      </w:r>
      <w:r>
        <w:t>absence</w:t>
      </w:r>
      <w:r w:rsidR="00315B11">
        <w:t xml:space="preserve">, </w:t>
      </w:r>
      <w:r>
        <w:t xml:space="preserve">qui </w:t>
      </w:r>
      <w:proofErr w:type="spellStart"/>
      <w:r>
        <w:t>disparoît</w:t>
      </w:r>
      <w:proofErr w:type="spellEnd"/>
      <w:r>
        <w:t xml:space="preserve"> pour fa</w:t>
      </w:r>
      <w:r>
        <w:rPr>
          <w:bCs/>
        </w:rPr>
        <w:t xml:space="preserve">ire place </w:t>
      </w:r>
      <w:r>
        <w:t>à l</w:t>
      </w:r>
      <w:r w:rsidR="00315B11">
        <w:t>’</w:t>
      </w:r>
      <w:r>
        <w:t xml:space="preserve">objet aimé </w:t>
      </w:r>
      <w:r>
        <w:rPr>
          <w:bCs/>
        </w:rPr>
        <w:t xml:space="preserve">dont </w:t>
      </w:r>
      <w:r>
        <w:t>l</w:t>
      </w:r>
      <w:r w:rsidR="00315B11">
        <w:t>’</w:t>
      </w:r>
      <w:r>
        <w:t>imagination est le triomphe</w:t>
      </w:r>
      <w:r w:rsidR="00315B11">
        <w:t xml:space="preserve"> ; </w:t>
      </w:r>
      <w:r>
        <w:t xml:space="preserve">ses </w:t>
      </w:r>
      <w:r>
        <w:rPr>
          <w:bCs/>
        </w:rPr>
        <w:t xml:space="preserve">yeux de </w:t>
      </w:r>
      <w:r>
        <w:t>Lynx s</w:t>
      </w:r>
      <w:r w:rsidR="00315B11">
        <w:t>’</w:t>
      </w:r>
      <w:r>
        <w:t>étendent sans bornes sur l</w:t>
      </w:r>
      <w:r w:rsidR="00315B11">
        <w:t>’</w:t>
      </w:r>
      <w:r>
        <w:t>avenir comme sur le passé</w:t>
      </w:r>
      <w:r w:rsidR="00315B11">
        <w:t xml:space="preserve"> ; </w:t>
      </w:r>
      <w:r>
        <w:t>par eux</w:t>
      </w:r>
      <w:r w:rsidR="00315B11">
        <w:t xml:space="preserve">, </w:t>
      </w:r>
      <w:r>
        <w:t xml:space="preserve">par la </w:t>
      </w:r>
      <w:proofErr w:type="spellStart"/>
      <w:r>
        <w:t>maniere</w:t>
      </w:r>
      <w:proofErr w:type="spellEnd"/>
      <w:r>
        <w:t xml:space="preserve"> dont ils </w:t>
      </w:r>
      <w:r>
        <w:rPr>
          <w:bCs/>
        </w:rPr>
        <w:t xml:space="preserve">sont </w:t>
      </w:r>
      <w:r>
        <w:t>taillés</w:t>
      </w:r>
      <w:r w:rsidR="00315B11">
        <w:t xml:space="preserve">, </w:t>
      </w:r>
      <w:r>
        <w:t xml:space="preserve">les </w:t>
      </w:r>
      <w:r>
        <w:rPr>
          <w:bCs/>
        </w:rPr>
        <w:t xml:space="preserve">objets les </w:t>
      </w:r>
      <w:r>
        <w:t>plus éloignés se rapprochent</w:t>
      </w:r>
      <w:r w:rsidR="00315B11">
        <w:t xml:space="preserve">, </w:t>
      </w:r>
      <w:r>
        <w:rPr>
          <w:bCs/>
        </w:rPr>
        <w:t xml:space="preserve">se </w:t>
      </w:r>
      <w:r>
        <w:t>grossissent</w:t>
      </w:r>
      <w:r w:rsidR="00315B11">
        <w:t xml:space="preserve">, </w:t>
      </w:r>
      <w:r>
        <w:t xml:space="preserve">&amp; se </w:t>
      </w:r>
      <w:r>
        <w:rPr>
          <w:bCs/>
        </w:rPr>
        <w:t xml:space="preserve">montrent enfin </w:t>
      </w:r>
      <w:r>
        <w:t xml:space="preserve">sous les plus </w:t>
      </w:r>
      <w:proofErr w:type="spellStart"/>
      <w:r>
        <w:rPr>
          <w:bCs/>
        </w:rPr>
        <w:t>beaus</w:t>
      </w:r>
      <w:proofErr w:type="spellEnd"/>
      <w:r>
        <w:rPr>
          <w:bCs/>
        </w:rPr>
        <w:t xml:space="preserve"> </w:t>
      </w:r>
      <w:r>
        <w:t>traits</w:t>
      </w:r>
      <w:r w:rsidR="00315B11">
        <w:t xml:space="preserve"> ; </w:t>
      </w:r>
      <w:r>
        <w:t>par eux le voluptueux jouit de ses idées</w:t>
      </w:r>
      <w:r w:rsidR="00315B11">
        <w:t xml:space="preserve"> ; </w:t>
      </w:r>
      <w:r>
        <w:t>il les appelle</w:t>
      </w:r>
      <w:r w:rsidR="00315B11">
        <w:t xml:space="preserve">, </w:t>
      </w:r>
      <w:r>
        <w:t>les éveille</w:t>
      </w:r>
      <w:r w:rsidR="00315B11">
        <w:t xml:space="preserve"> ; </w:t>
      </w:r>
      <w:r>
        <w:t xml:space="preserve">écarte les </w:t>
      </w:r>
      <w:r>
        <w:rPr>
          <w:bCs/>
        </w:rPr>
        <w:t>unes</w:t>
      </w:r>
      <w:r w:rsidR="00315B11">
        <w:rPr>
          <w:bCs/>
        </w:rPr>
        <w:t xml:space="preserve">, </w:t>
      </w:r>
      <w:r>
        <w:t xml:space="preserve">fixe &amp; caresse </w:t>
      </w:r>
      <w:r>
        <w:rPr>
          <w:bCs/>
        </w:rPr>
        <w:t xml:space="preserve">les </w:t>
      </w:r>
      <w:r>
        <w:t xml:space="preserve">autres au gré de ses </w:t>
      </w:r>
      <w:proofErr w:type="spellStart"/>
      <w:r>
        <w:t>desirs</w:t>
      </w:r>
      <w:proofErr w:type="spellEnd"/>
      <w:r w:rsidR="00315B11">
        <w:t xml:space="preserve">. </w:t>
      </w:r>
      <w:r>
        <w:t>Non q</w:t>
      </w:r>
      <w:r>
        <w:rPr>
          <w:bCs/>
        </w:rPr>
        <w:t>ue je sache comment l</w:t>
      </w:r>
      <w:r w:rsidR="00315B11">
        <w:rPr>
          <w:bCs/>
        </w:rPr>
        <w:t>’</w:t>
      </w:r>
      <w:r>
        <w:rPr>
          <w:bCs/>
        </w:rPr>
        <w:t xml:space="preserve">imagination </w:t>
      </w:r>
      <w:r>
        <w:t xml:space="preserve">broie les </w:t>
      </w:r>
      <w:r>
        <w:rPr>
          <w:bCs/>
        </w:rPr>
        <w:t>couleurs</w:t>
      </w:r>
      <w:r w:rsidR="00315B11">
        <w:rPr>
          <w:bCs/>
        </w:rPr>
        <w:t xml:space="preserve">, </w:t>
      </w:r>
      <w:r>
        <w:rPr>
          <w:bCs/>
        </w:rPr>
        <w:t>d</w:t>
      </w:r>
      <w:r w:rsidR="00315B11">
        <w:rPr>
          <w:bCs/>
        </w:rPr>
        <w:t>’</w:t>
      </w:r>
      <w:r>
        <w:rPr>
          <w:bCs/>
        </w:rPr>
        <w:t xml:space="preserve">où </w:t>
      </w:r>
      <w:r>
        <w:t>naissent tant d</w:t>
      </w:r>
      <w:r w:rsidR="00315B11">
        <w:t>’</w:t>
      </w:r>
      <w:r>
        <w:t>illusions charmantes</w:t>
      </w:r>
      <w:r w:rsidR="00315B11">
        <w:t xml:space="preserve"> ; </w:t>
      </w:r>
      <w:r>
        <w:rPr>
          <w:bCs/>
        </w:rPr>
        <w:t>mais l</w:t>
      </w:r>
      <w:r w:rsidR="00315B11">
        <w:rPr>
          <w:bCs/>
        </w:rPr>
        <w:t>’</w:t>
      </w:r>
      <w:r>
        <w:rPr>
          <w:bCs/>
        </w:rPr>
        <w:t xml:space="preserve">image du </w:t>
      </w:r>
      <w:r>
        <w:t xml:space="preserve">plaisir </w:t>
      </w:r>
      <w:r>
        <w:rPr>
          <w:bCs/>
        </w:rPr>
        <w:t xml:space="preserve">qui en </w:t>
      </w:r>
      <w:r>
        <w:t>résulte est le plaisir même</w:t>
      </w:r>
      <w:r w:rsidR="00315B11">
        <w:t>.</w:t>
      </w:r>
    </w:p>
    <w:p w14:paraId="3A1912B1" w14:textId="77777777" w:rsidR="00315B11" w:rsidRDefault="00000000" w:rsidP="00315B11">
      <w:r>
        <w:rPr>
          <w:bCs/>
        </w:rPr>
        <w:t>L</w:t>
      </w:r>
      <w:r w:rsidR="00315B11">
        <w:rPr>
          <w:bCs/>
        </w:rPr>
        <w:t>’</w:t>
      </w:r>
      <w:r>
        <w:rPr>
          <w:bCs/>
        </w:rPr>
        <w:t>esprit</w:t>
      </w:r>
      <w:r w:rsidR="00315B11">
        <w:rPr>
          <w:bCs/>
        </w:rPr>
        <w:t xml:space="preserve">, </w:t>
      </w:r>
      <w:r>
        <w:rPr>
          <w:bCs/>
        </w:rPr>
        <w:t xml:space="preserve">le </w:t>
      </w:r>
      <w:r>
        <w:t>charme de la conversation</w:t>
      </w:r>
      <w:r w:rsidR="00315B11">
        <w:t xml:space="preserve">, </w:t>
      </w:r>
      <w:r>
        <w:t xml:space="preserve">la </w:t>
      </w:r>
      <w:r>
        <w:rPr>
          <w:bCs/>
        </w:rPr>
        <w:t>dou</w:t>
      </w:r>
      <w:r>
        <w:t xml:space="preserve">ceur </w:t>
      </w:r>
      <w:r>
        <w:rPr>
          <w:bCs/>
        </w:rPr>
        <w:t>de la voix</w:t>
      </w:r>
      <w:r w:rsidR="00315B11">
        <w:rPr>
          <w:bCs/>
        </w:rPr>
        <w:t xml:space="preserve">, </w:t>
      </w:r>
      <w:r>
        <w:t>la musique</w:t>
      </w:r>
      <w:r w:rsidR="00315B11">
        <w:t xml:space="preserve">, </w:t>
      </w:r>
      <w:r>
        <w:rPr>
          <w:bCs/>
        </w:rPr>
        <w:t>le chant</w:t>
      </w:r>
      <w:r w:rsidR="00315B11">
        <w:rPr>
          <w:bCs/>
        </w:rPr>
        <w:t xml:space="preserve">, </w:t>
      </w:r>
      <w:r>
        <w:rPr>
          <w:bCs/>
        </w:rPr>
        <w:t>sans l</w:t>
      </w:r>
      <w:r w:rsidR="00315B11">
        <w:rPr>
          <w:bCs/>
        </w:rPr>
        <w:t>’</w:t>
      </w:r>
      <w:r>
        <w:rPr>
          <w:bCs/>
        </w:rPr>
        <w:t>ou</w:t>
      </w:r>
      <w:r>
        <w:t>ïe</w:t>
      </w:r>
      <w:r w:rsidR="00315B11">
        <w:t xml:space="preserve">, </w:t>
      </w:r>
      <w:r>
        <w:rPr>
          <w:bCs/>
        </w:rPr>
        <w:t>que d</w:t>
      </w:r>
      <w:r w:rsidR="00315B11">
        <w:rPr>
          <w:bCs/>
        </w:rPr>
        <w:t>’</w:t>
      </w:r>
      <w:r>
        <w:rPr>
          <w:bCs/>
        </w:rPr>
        <w:t xml:space="preserve">attraits </w:t>
      </w:r>
      <w:r>
        <w:t>perdus</w:t>
      </w:r>
      <w:r w:rsidR="00315B11">
        <w:t xml:space="preserve"> ! </w:t>
      </w:r>
      <w:r>
        <w:t>Sans l</w:t>
      </w:r>
      <w:r w:rsidR="00315B11">
        <w:t>’</w:t>
      </w:r>
      <w:r>
        <w:t xml:space="preserve">odorat </w:t>
      </w:r>
      <w:proofErr w:type="spellStart"/>
      <w:r>
        <w:t>aurois</w:t>
      </w:r>
      <w:proofErr w:type="spellEnd"/>
      <w:r>
        <w:t xml:space="preserve">-je le </w:t>
      </w:r>
      <w:r>
        <w:rPr>
          <w:bCs/>
        </w:rPr>
        <w:t xml:space="preserve">plaisir de </w:t>
      </w:r>
      <w:r>
        <w:t xml:space="preserve">sentir le parfum des fleurs &amp; </w:t>
      </w:r>
      <w:r>
        <w:rPr>
          <w:bCs/>
        </w:rPr>
        <w:t xml:space="preserve">de ma </w:t>
      </w:r>
      <w:proofErr w:type="spellStart"/>
      <w:r>
        <w:rPr>
          <w:bCs/>
        </w:rPr>
        <w:t>Thé</w:t>
      </w:r>
      <w:r>
        <w:t>mire</w:t>
      </w:r>
      <w:proofErr w:type="spellEnd"/>
      <w:r w:rsidR="00315B11">
        <w:t xml:space="preserve"> ? </w:t>
      </w:r>
      <w:r>
        <w:t>Sans le toucher</w:t>
      </w:r>
      <w:r w:rsidR="00315B11">
        <w:t xml:space="preserve">, </w:t>
      </w:r>
      <w:r>
        <w:t xml:space="preserve">le satin de sa belle peau </w:t>
      </w:r>
      <w:proofErr w:type="spellStart"/>
      <w:r>
        <w:t>perdroit</w:t>
      </w:r>
      <w:proofErr w:type="spellEnd"/>
      <w:r>
        <w:t xml:space="preserve"> sa douceur</w:t>
      </w:r>
      <w:r w:rsidR="00315B11">
        <w:t xml:space="preserve"> ! </w:t>
      </w:r>
      <w:r>
        <w:t xml:space="preserve">Quel plaisir </w:t>
      </w:r>
      <w:proofErr w:type="spellStart"/>
      <w:r>
        <w:t>auroit</w:t>
      </w:r>
      <w:proofErr w:type="spellEnd"/>
      <w:r>
        <w:t xml:space="preserve"> ma bouche</w:t>
      </w:r>
      <w:r w:rsidR="00315B11">
        <w:t xml:space="preserve">, </w:t>
      </w:r>
      <w:r>
        <w:t>collée sur sa bouche avec mon cœur</w:t>
      </w:r>
      <w:r w:rsidR="00315B11">
        <w:t xml:space="preserve"> ? </w:t>
      </w:r>
      <w:r>
        <w:t xml:space="preserve">Que </w:t>
      </w:r>
      <w:proofErr w:type="spellStart"/>
      <w:r>
        <w:t>deviendroient</w:t>
      </w:r>
      <w:proofErr w:type="spellEnd"/>
      <w:r>
        <w:t xml:space="preserve"> ces baisers amoureusement donnés</w:t>
      </w:r>
      <w:r w:rsidR="00315B11">
        <w:t xml:space="preserve">, </w:t>
      </w:r>
      <w:r>
        <w:t>reçus</w:t>
      </w:r>
      <w:r w:rsidR="00315B11">
        <w:t xml:space="preserve">, </w:t>
      </w:r>
      <w:r>
        <w:t>rendus</w:t>
      </w:r>
      <w:r w:rsidR="00315B11">
        <w:t xml:space="preserve">, </w:t>
      </w:r>
      <w:r>
        <w:t>recherchés</w:t>
      </w:r>
      <w:r w:rsidR="00315B11">
        <w:t xml:space="preserve"> ?. </w:t>
      </w:r>
      <w:r>
        <w:t xml:space="preserve">Toutes ces </w:t>
      </w:r>
      <w:r>
        <w:rPr>
          <w:bCs/>
        </w:rPr>
        <w:t xml:space="preserve">voluptés </w:t>
      </w:r>
      <w:r>
        <w:t xml:space="preserve">badines qui changent les heures en </w:t>
      </w:r>
      <w:proofErr w:type="spellStart"/>
      <w:r>
        <w:t>momens</w:t>
      </w:r>
      <w:proofErr w:type="spellEnd"/>
      <w:r w:rsidR="00315B11">
        <w:t xml:space="preserve">, </w:t>
      </w:r>
      <w:r>
        <w:rPr>
          <w:bCs/>
        </w:rPr>
        <w:t xml:space="preserve">tous </w:t>
      </w:r>
      <w:r>
        <w:t>ces jeux d</w:t>
      </w:r>
      <w:r w:rsidR="00315B11">
        <w:t>’</w:t>
      </w:r>
      <w:proofErr w:type="spellStart"/>
      <w:r>
        <w:t>enfans</w:t>
      </w:r>
      <w:proofErr w:type="spellEnd"/>
      <w:r>
        <w:t xml:space="preserve"> qui plaisent à l</w:t>
      </w:r>
      <w:r w:rsidR="00315B11">
        <w:t>’</w:t>
      </w:r>
      <w:r>
        <w:t>amour</w:t>
      </w:r>
      <w:r w:rsidR="00315B11">
        <w:t xml:space="preserve">, </w:t>
      </w:r>
      <w:r>
        <w:t xml:space="preserve">ne </w:t>
      </w:r>
      <w:proofErr w:type="spellStart"/>
      <w:r>
        <w:t>séduiroient</w:t>
      </w:r>
      <w:proofErr w:type="spellEnd"/>
      <w:r>
        <w:t xml:space="preserve"> plus </w:t>
      </w:r>
      <w:r>
        <w:rPr>
          <w:bCs/>
        </w:rPr>
        <w:t>nos tendres cœurs</w:t>
      </w:r>
      <w:r w:rsidR="00315B11">
        <w:rPr>
          <w:bCs/>
        </w:rPr>
        <w:t xml:space="preserve"> ; </w:t>
      </w:r>
      <w:r>
        <w:rPr>
          <w:bCs/>
        </w:rPr>
        <w:t xml:space="preserve">cette partie </w:t>
      </w:r>
      <w:r>
        <w:t xml:space="preserve">divine </w:t>
      </w:r>
      <w:proofErr w:type="spellStart"/>
      <w:r>
        <w:rPr>
          <w:bCs/>
        </w:rPr>
        <w:t>seroit</w:t>
      </w:r>
      <w:proofErr w:type="spellEnd"/>
      <w:r>
        <w:rPr>
          <w:bCs/>
        </w:rPr>
        <w:t xml:space="preserve"> en vain </w:t>
      </w:r>
      <w:proofErr w:type="spellStart"/>
      <w:r>
        <w:rPr>
          <w:bCs/>
        </w:rPr>
        <w:t>légerement</w:t>
      </w:r>
      <w:proofErr w:type="spellEnd"/>
      <w:r>
        <w:rPr>
          <w:bCs/>
        </w:rPr>
        <w:t xml:space="preserve"> titillée</w:t>
      </w:r>
      <w:r w:rsidR="00315B11">
        <w:rPr>
          <w:bCs/>
        </w:rPr>
        <w:t xml:space="preserve">, </w:t>
      </w:r>
      <w:r>
        <w:rPr>
          <w:bCs/>
        </w:rPr>
        <w:t xml:space="preserve">soit par </w:t>
      </w:r>
      <w:r>
        <w:t xml:space="preserve">les mains </w:t>
      </w:r>
      <w:r>
        <w:rPr>
          <w:bCs/>
        </w:rPr>
        <w:t xml:space="preserve">des </w:t>
      </w:r>
      <w:proofErr w:type="spellStart"/>
      <w:r>
        <w:rPr>
          <w:bCs/>
        </w:rPr>
        <w:t>graces</w:t>
      </w:r>
      <w:proofErr w:type="spellEnd"/>
      <w:r w:rsidR="00315B11">
        <w:rPr>
          <w:bCs/>
        </w:rPr>
        <w:t xml:space="preserve">, </w:t>
      </w:r>
      <w:r>
        <w:rPr>
          <w:bCs/>
        </w:rPr>
        <w:t xml:space="preserve">soit par le plus </w:t>
      </w:r>
      <w:r>
        <w:t xml:space="preserve">agile </w:t>
      </w:r>
      <w:r>
        <w:rPr>
          <w:bCs/>
        </w:rPr>
        <w:t>organe des mortels</w:t>
      </w:r>
      <w:r w:rsidR="00315B11">
        <w:rPr>
          <w:bCs/>
        </w:rPr>
        <w:t xml:space="preserve"> ; </w:t>
      </w:r>
      <w:r>
        <w:rPr>
          <w:bCs/>
        </w:rPr>
        <w:t xml:space="preserve">ce </w:t>
      </w:r>
      <w:r>
        <w:t xml:space="preserve">bouton </w:t>
      </w:r>
      <w:r>
        <w:rPr>
          <w:bCs/>
        </w:rPr>
        <w:t>de rose n</w:t>
      </w:r>
      <w:r w:rsidR="00315B11">
        <w:rPr>
          <w:bCs/>
        </w:rPr>
        <w:t>’</w:t>
      </w:r>
      <w:proofErr w:type="spellStart"/>
      <w:r>
        <w:rPr>
          <w:bCs/>
        </w:rPr>
        <w:t>auroit</w:t>
      </w:r>
      <w:proofErr w:type="spellEnd"/>
      <w:r>
        <w:rPr>
          <w:bCs/>
        </w:rPr>
        <w:t xml:space="preserve"> plus la même sympathie</w:t>
      </w:r>
      <w:r w:rsidR="00315B11">
        <w:rPr>
          <w:bCs/>
        </w:rPr>
        <w:t xml:space="preserve">, </w:t>
      </w:r>
      <w:r>
        <w:rPr>
          <w:bCs/>
        </w:rPr>
        <w:t xml:space="preserve">cet harmonieux accord de deux plaisirs </w:t>
      </w:r>
      <w:r>
        <w:rPr>
          <w:bCs/>
        </w:rPr>
        <w:lastRenderedPageBreak/>
        <w:t>industrieusement réunis</w:t>
      </w:r>
      <w:r w:rsidR="00315B11">
        <w:rPr>
          <w:bCs/>
        </w:rPr>
        <w:t xml:space="preserve">, </w:t>
      </w:r>
      <w:r>
        <w:rPr>
          <w:bCs/>
        </w:rPr>
        <w:t xml:space="preserve">ce doux concert de la volupté </w:t>
      </w:r>
      <w:proofErr w:type="spellStart"/>
      <w:r>
        <w:rPr>
          <w:bCs/>
        </w:rPr>
        <w:t>seroit</w:t>
      </w:r>
      <w:proofErr w:type="spellEnd"/>
      <w:r>
        <w:rPr>
          <w:bCs/>
        </w:rPr>
        <w:t xml:space="preserve"> détruit</w:t>
      </w:r>
      <w:r w:rsidR="00315B11">
        <w:rPr>
          <w:bCs/>
        </w:rPr>
        <w:t xml:space="preserve">. </w:t>
      </w:r>
      <w:r>
        <w:rPr>
          <w:bCs/>
        </w:rPr>
        <w:t>En vain</w:t>
      </w:r>
      <w:r w:rsidR="00315B11">
        <w:rPr>
          <w:bCs/>
        </w:rPr>
        <w:t xml:space="preserve">, </w:t>
      </w:r>
      <w:proofErr w:type="spellStart"/>
      <w:r>
        <w:rPr>
          <w:bCs/>
        </w:rPr>
        <w:t>Thémire</w:t>
      </w:r>
      <w:proofErr w:type="spellEnd"/>
      <w:r w:rsidR="00315B11">
        <w:rPr>
          <w:bCs/>
        </w:rPr>
        <w:t xml:space="preserve">, </w:t>
      </w:r>
      <w:r>
        <w:rPr>
          <w:bCs/>
        </w:rPr>
        <w:t>ces charmes</w:t>
      </w:r>
      <w:r w:rsidR="00315B11">
        <w:rPr>
          <w:bCs/>
        </w:rPr>
        <w:t xml:space="preserve">, </w:t>
      </w:r>
      <w:r>
        <w:rPr>
          <w:bCs/>
        </w:rPr>
        <w:t>dont je suis idolâtre</w:t>
      </w:r>
      <w:r w:rsidR="00315B11">
        <w:rPr>
          <w:bCs/>
        </w:rPr>
        <w:t xml:space="preserve">, </w:t>
      </w:r>
      <w:proofErr w:type="spellStart"/>
      <w:r>
        <w:rPr>
          <w:bCs/>
        </w:rPr>
        <w:t>tomberoient</w:t>
      </w:r>
      <w:proofErr w:type="spellEnd"/>
      <w:r>
        <w:rPr>
          <w:bCs/>
        </w:rPr>
        <w:t xml:space="preserve"> en </w:t>
      </w:r>
      <w:r>
        <w:t>grappe délicieuse dans la bouche voluptueuse qui les attend</w:t>
      </w:r>
      <w:r w:rsidR="00315B11">
        <w:t xml:space="preserve">. </w:t>
      </w:r>
      <w:r>
        <w:t>Plus de ressources imprévues</w:t>
      </w:r>
      <w:r w:rsidR="00315B11">
        <w:t xml:space="preserve">, </w:t>
      </w:r>
      <w:r>
        <w:t>plus de miracles d</w:t>
      </w:r>
      <w:r w:rsidR="00315B11">
        <w:t>’</w:t>
      </w:r>
      <w:r>
        <w:t>amour désespéré</w:t>
      </w:r>
      <w:r w:rsidR="00315B11">
        <w:t xml:space="preserve"> : </w:t>
      </w:r>
      <w:r>
        <w:t>ce qu</w:t>
      </w:r>
      <w:r w:rsidR="00315B11">
        <w:t>’</w:t>
      </w:r>
      <w:r>
        <w:t>il y a de plus sensible dans les amours des tendres colombes</w:t>
      </w:r>
      <w:r w:rsidR="00315B11">
        <w:t xml:space="preserve">, </w:t>
      </w:r>
      <w:proofErr w:type="spellStart"/>
      <w:r>
        <w:t>seroit</w:t>
      </w:r>
      <w:proofErr w:type="spellEnd"/>
      <w:r>
        <w:t xml:space="preserve"> perdu avec la plus puissante des voluptés</w:t>
      </w:r>
      <w:r w:rsidR="00315B11">
        <w:t>.</w:t>
      </w:r>
    </w:p>
    <w:p w14:paraId="5C4353A6" w14:textId="77777777" w:rsidR="00315B11" w:rsidRDefault="00000000" w:rsidP="00315B11">
      <w:r>
        <w:t>Assez d</w:t>
      </w:r>
      <w:r w:rsidR="00315B11">
        <w:t>’</w:t>
      </w:r>
      <w:r>
        <w:t xml:space="preserve">autres ont chanté les </w:t>
      </w:r>
      <w:proofErr w:type="spellStart"/>
      <w:r>
        <w:t>gloux-gloux</w:t>
      </w:r>
      <w:proofErr w:type="spellEnd"/>
      <w:r>
        <w:t xml:space="preserve"> de la bouteille</w:t>
      </w:r>
      <w:r w:rsidR="00315B11">
        <w:t xml:space="preserve"> ; </w:t>
      </w:r>
      <w:r>
        <w:t>je veux célébrer ceux de l</w:t>
      </w:r>
      <w:r w:rsidR="00315B11">
        <w:t>’</w:t>
      </w:r>
      <w:r>
        <w:t>amour</w:t>
      </w:r>
      <w:r w:rsidR="00315B11">
        <w:t xml:space="preserve">, </w:t>
      </w:r>
      <w:r>
        <w:t>incomparablement plus doux</w:t>
      </w:r>
      <w:r w:rsidR="00315B11">
        <w:t xml:space="preserve">. </w:t>
      </w:r>
      <w:r>
        <w:t>Je t</w:t>
      </w:r>
      <w:r w:rsidR="00315B11">
        <w:t>’</w:t>
      </w:r>
      <w:r>
        <w:t>évoque ici du sein des morts</w:t>
      </w:r>
      <w:r w:rsidR="00315B11">
        <w:t xml:space="preserve">, </w:t>
      </w:r>
      <w:r>
        <w:t>charmant abbé</w:t>
      </w:r>
      <w:r w:rsidR="00315B11">
        <w:t xml:space="preserve"> ; </w:t>
      </w:r>
      <w:r>
        <w:t xml:space="preserve">quitte ces champs toujours </w:t>
      </w:r>
      <w:proofErr w:type="spellStart"/>
      <w:r>
        <w:t>verds</w:t>
      </w:r>
      <w:proofErr w:type="spellEnd"/>
      <w:r>
        <w:t xml:space="preserve"> &amp; l</w:t>
      </w:r>
      <w:r w:rsidR="00315B11">
        <w:t>’</w:t>
      </w:r>
      <w:r>
        <w:t>éternel printemps de ces jardins fleuris</w:t>
      </w:r>
      <w:r w:rsidR="00315B11">
        <w:t xml:space="preserve">, </w:t>
      </w:r>
      <w:r>
        <w:t xml:space="preserve">riant séjour des </w:t>
      </w:r>
      <w:proofErr w:type="spellStart"/>
      <w:r>
        <w:t>ames</w:t>
      </w:r>
      <w:proofErr w:type="spellEnd"/>
      <w:r>
        <w:t xml:space="preserve"> généreuses qui ont joint le plaisir délicat de faire des heureux</w:t>
      </w:r>
      <w:r w:rsidR="00315B11">
        <w:t xml:space="preserve">, </w:t>
      </w:r>
      <w:r>
        <w:t>au talent de l</w:t>
      </w:r>
      <w:r w:rsidR="00315B11">
        <w:t>’</w:t>
      </w:r>
      <w:r>
        <w:t>être</w:t>
      </w:r>
      <w:r w:rsidR="00315B11">
        <w:t xml:space="preserve">… </w:t>
      </w:r>
      <w:r>
        <w:t xml:space="preserve">Je </w:t>
      </w:r>
      <w:proofErr w:type="spellStart"/>
      <w:r>
        <w:t>reconnois</w:t>
      </w:r>
      <w:proofErr w:type="spellEnd"/>
      <w:r>
        <w:t xml:space="preserve"> ton ombre immortelle</w:t>
      </w:r>
      <w:r w:rsidR="00315B11">
        <w:t xml:space="preserve">, </w:t>
      </w:r>
      <w:r>
        <w:t xml:space="preserve">aux fleurs que la volupté </w:t>
      </w:r>
      <w:proofErr w:type="spellStart"/>
      <w:r>
        <w:t>seme</w:t>
      </w:r>
      <w:proofErr w:type="spellEnd"/>
      <w:r>
        <w:t xml:space="preserve"> sur tes pas</w:t>
      </w:r>
      <w:r w:rsidR="00315B11">
        <w:t xml:space="preserve">. </w:t>
      </w:r>
      <w:r>
        <w:t xml:space="preserve">Explique-nous quelle est cette </w:t>
      </w:r>
      <w:proofErr w:type="spellStart"/>
      <w:r>
        <w:t>espece</w:t>
      </w:r>
      <w:proofErr w:type="spellEnd"/>
      <w:r>
        <w:t xml:space="preserve"> de philtre naturel</w:t>
      </w:r>
      <w:r w:rsidR="00315B11">
        <w:t xml:space="preserve">… </w:t>
      </w:r>
      <w:r>
        <w:t>dis</w:t>
      </w:r>
      <w:r w:rsidR="00315B11">
        <w:t xml:space="preserve">, </w:t>
      </w:r>
      <w:r>
        <w:t>Chaulieu</w:t>
      </w:r>
      <w:r w:rsidR="00315B11">
        <w:t xml:space="preserve">, </w:t>
      </w:r>
      <w:r>
        <w:t xml:space="preserve">par quel heureux échange nos </w:t>
      </w:r>
      <w:proofErr w:type="spellStart"/>
      <w:r>
        <w:t>ames</w:t>
      </w:r>
      <w:proofErr w:type="spellEnd"/>
      <w:r w:rsidR="00315B11">
        <w:t xml:space="preserve">, </w:t>
      </w:r>
      <w:r>
        <w:t>en quelque sorte tamisées</w:t>
      </w:r>
      <w:r w:rsidR="00315B11">
        <w:t xml:space="preserve">, </w:t>
      </w:r>
      <w:r>
        <w:t>passent de l</w:t>
      </w:r>
      <w:r w:rsidR="00315B11">
        <w:t>’</w:t>
      </w:r>
      <w:r>
        <w:t>un dans l</w:t>
      </w:r>
      <w:r w:rsidR="00315B11">
        <w:t>’</w:t>
      </w:r>
      <w:r>
        <w:t>autre</w:t>
      </w:r>
      <w:r w:rsidR="00315B11">
        <w:t xml:space="preserve">, </w:t>
      </w:r>
      <w:r>
        <w:t>comme nos corps</w:t>
      </w:r>
      <w:r w:rsidR="00315B11">
        <w:t xml:space="preserve">. </w:t>
      </w:r>
      <w:r>
        <w:t xml:space="preserve">Dis comment ces </w:t>
      </w:r>
      <w:proofErr w:type="spellStart"/>
      <w:r>
        <w:t>ames</w:t>
      </w:r>
      <w:proofErr w:type="spellEnd"/>
      <w:r w:rsidR="00315B11">
        <w:t xml:space="preserve">, </w:t>
      </w:r>
      <w:r>
        <w:t xml:space="preserve">après avoir mollement erré sur des </w:t>
      </w:r>
      <w:proofErr w:type="spellStart"/>
      <w:r>
        <w:t>levres</w:t>
      </w:r>
      <w:proofErr w:type="spellEnd"/>
      <w:r>
        <w:t xml:space="preserve"> chéries</w:t>
      </w:r>
      <w:r w:rsidR="00315B11">
        <w:t xml:space="preserve">, </w:t>
      </w:r>
      <w:r>
        <w:t>aiment à couler de bouche en bouche &amp; de veine en veine</w:t>
      </w:r>
      <w:r w:rsidR="00315B11">
        <w:t xml:space="preserve">, </w:t>
      </w:r>
      <w:r>
        <w:t>jusqu</w:t>
      </w:r>
      <w:r w:rsidR="00315B11">
        <w:t>’</w:t>
      </w:r>
      <w:r>
        <w:t>au fond des cœurs en extase</w:t>
      </w:r>
      <w:r w:rsidR="00315B11">
        <w:t xml:space="preserve">. </w:t>
      </w:r>
      <w:r>
        <w:t xml:space="preserve">Y cherchent-elles le bonheur dans les </w:t>
      </w:r>
      <w:proofErr w:type="spellStart"/>
      <w:r>
        <w:t>sentimens</w:t>
      </w:r>
      <w:proofErr w:type="spellEnd"/>
      <w:r>
        <w:t xml:space="preserve"> les plus vifs</w:t>
      </w:r>
      <w:r w:rsidR="00315B11">
        <w:t xml:space="preserve"> ? </w:t>
      </w:r>
      <w:r>
        <w:t>Quelle est cette divine</w:t>
      </w:r>
      <w:r w:rsidR="00315B11">
        <w:t xml:space="preserve">, </w:t>
      </w:r>
      <w:r>
        <w:t xml:space="preserve">mais trop courte métempsycose de nos </w:t>
      </w:r>
      <w:proofErr w:type="spellStart"/>
      <w:r>
        <w:t>ames</w:t>
      </w:r>
      <w:proofErr w:type="spellEnd"/>
      <w:r>
        <w:t xml:space="preserve"> &amp; de nos plaisirs</w:t>
      </w:r>
      <w:r w:rsidR="00315B11">
        <w:t> !</w:t>
      </w:r>
    </w:p>
    <w:p w14:paraId="78A6F44F" w14:textId="6EEEDA8D" w:rsidR="00315B11" w:rsidRDefault="00000000" w:rsidP="00315B11">
      <w:r>
        <w:t>Charmes magiques</w:t>
      </w:r>
      <w:r w:rsidR="00315B11">
        <w:t xml:space="preserve">, </w:t>
      </w:r>
      <w:r>
        <w:t>aimant de la volupté</w:t>
      </w:r>
      <w:r w:rsidR="00315B11">
        <w:t xml:space="preserve">, </w:t>
      </w:r>
      <w:proofErr w:type="spellStart"/>
      <w:r>
        <w:t>mysteres</w:t>
      </w:r>
      <w:proofErr w:type="spellEnd"/>
      <w:r>
        <w:t xml:space="preserve"> cachés de Cypris</w:t>
      </w:r>
      <w:r w:rsidR="00315B11">
        <w:t xml:space="preserve">, </w:t>
      </w:r>
      <w:r>
        <w:t>soyez toujours inconnus aux amans vulgaires</w:t>
      </w:r>
      <w:r w:rsidR="00315B11">
        <w:t xml:space="preserve"> ; </w:t>
      </w:r>
      <w:r>
        <w:t xml:space="preserve">mais pénétrant tous mes sens </w:t>
      </w:r>
      <w:r>
        <w:rPr>
          <w:bCs/>
        </w:rPr>
        <w:t xml:space="preserve">de </w:t>
      </w:r>
      <w:r>
        <w:t>votre auguste présence</w:t>
      </w:r>
      <w:r w:rsidR="00315B11">
        <w:t xml:space="preserve">, </w:t>
      </w:r>
      <w:r>
        <w:t xml:space="preserve">faites que </w:t>
      </w:r>
      <w:r>
        <w:rPr>
          <w:bCs/>
        </w:rPr>
        <w:t xml:space="preserve">je puisse </w:t>
      </w:r>
      <w:r>
        <w:t>dignement peindre celui que vous excitez</w:t>
      </w:r>
      <w:r w:rsidR="00315B11">
        <w:t xml:space="preserve">, </w:t>
      </w:r>
      <w:r>
        <w:t>&amp; pour lequel tous les autres semblent avoir été faits</w:t>
      </w:r>
      <w:r w:rsidR="00315B11">
        <w:t xml:space="preserve">. </w:t>
      </w:r>
      <w:r>
        <w:rPr>
          <w:bCs/>
        </w:rPr>
        <w:t xml:space="preserve">On </w:t>
      </w:r>
      <w:r>
        <w:t xml:space="preserve">le </w:t>
      </w:r>
      <w:proofErr w:type="spellStart"/>
      <w:r>
        <w:t>reconnoît</w:t>
      </w:r>
      <w:proofErr w:type="spellEnd"/>
      <w:r>
        <w:t xml:space="preserve"> a son délicieux &amp; puissant empire</w:t>
      </w:r>
      <w:r w:rsidR="00315B11">
        <w:t xml:space="preserve"> : </w:t>
      </w:r>
      <w:r>
        <w:t xml:space="preserve">il </w:t>
      </w:r>
      <w:r>
        <w:rPr>
          <w:bCs/>
        </w:rPr>
        <w:t xml:space="preserve">interdit </w:t>
      </w:r>
      <w:r>
        <w:t>l</w:t>
      </w:r>
      <w:r w:rsidR="00315B11">
        <w:t>’</w:t>
      </w:r>
      <w:r>
        <w:t>usage de la parole</w:t>
      </w:r>
      <w:r w:rsidR="00315B11">
        <w:t xml:space="preserve">, </w:t>
      </w:r>
      <w:r>
        <w:rPr>
          <w:bCs/>
        </w:rPr>
        <w:t xml:space="preserve">de la </w:t>
      </w:r>
      <w:r>
        <w:t>vue</w:t>
      </w:r>
      <w:r w:rsidR="00315B11">
        <w:t xml:space="preserve">, </w:t>
      </w:r>
      <w:r>
        <w:t>de l</w:t>
      </w:r>
      <w:r w:rsidR="00315B11">
        <w:t>’</w:t>
      </w:r>
      <w:proofErr w:type="spellStart"/>
      <w:r>
        <w:t>ouie</w:t>
      </w:r>
      <w:proofErr w:type="spellEnd"/>
      <w:r w:rsidR="00315B11">
        <w:t xml:space="preserve">, </w:t>
      </w:r>
      <w:r>
        <w:t>de la pensée</w:t>
      </w:r>
      <w:r w:rsidR="00315B11">
        <w:t xml:space="preserve">, </w:t>
      </w:r>
      <w:r>
        <w:t xml:space="preserve">qui </w:t>
      </w:r>
      <w:r>
        <w:rPr>
          <w:bCs/>
        </w:rPr>
        <w:t xml:space="preserve">fait place </w:t>
      </w:r>
      <w:r>
        <w:t xml:space="preserve">au sentiment </w:t>
      </w:r>
      <w:r>
        <w:rPr>
          <w:bCs/>
        </w:rPr>
        <w:t xml:space="preserve">le </w:t>
      </w:r>
      <w:r>
        <w:t>plus vif</w:t>
      </w:r>
      <w:r w:rsidR="00315B11">
        <w:t xml:space="preserve"> : </w:t>
      </w:r>
      <w:r>
        <w:t xml:space="preserve">il anéantit </w:t>
      </w:r>
      <w:r>
        <w:rPr>
          <w:bCs/>
        </w:rPr>
        <w:t>l</w:t>
      </w:r>
      <w:r w:rsidR="00315B11">
        <w:rPr>
          <w:bCs/>
        </w:rPr>
        <w:t>’</w:t>
      </w:r>
      <w:proofErr w:type="spellStart"/>
      <w:r>
        <w:rPr>
          <w:bCs/>
        </w:rPr>
        <w:t>ame</w:t>
      </w:r>
      <w:proofErr w:type="spellEnd"/>
      <w:r>
        <w:rPr>
          <w:bCs/>
        </w:rPr>
        <w:t xml:space="preserve"> avec tous ses sens</w:t>
      </w:r>
      <w:r w:rsidR="00315B11">
        <w:rPr>
          <w:bCs/>
        </w:rPr>
        <w:t xml:space="preserve"> ; </w:t>
      </w:r>
      <w:r>
        <w:rPr>
          <w:bCs/>
        </w:rPr>
        <w:t xml:space="preserve">il suspend toutes les fonctions de notre </w:t>
      </w:r>
      <w:r>
        <w:rPr>
          <w:bCs/>
        </w:rPr>
        <w:lastRenderedPageBreak/>
        <w:t>économie</w:t>
      </w:r>
      <w:r w:rsidR="00315B11">
        <w:rPr>
          <w:bCs/>
        </w:rPr>
        <w:t xml:space="preserve"> ; </w:t>
      </w:r>
      <w:r>
        <w:rPr>
          <w:bCs/>
        </w:rPr>
        <w:t xml:space="preserve">il </w:t>
      </w:r>
      <w:r>
        <w:t>tient</w:t>
      </w:r>
      <w:r w:rsidR="00315B11">
        <w:t xml:space="preserve">, </w:t>
      </w:r>
      <w:r>
        <w:t>pour ainsi dire</w:t>
      </w:r>
      <w:r w:rsidR="00315B11">
        <w:t xml:space="preserve">, </w:t>
      </w:r>
      <w:r>
        <w:t xml:space="preserve">les rênes </w:t>
      </w:r>
      <w:r>
        <w:rPr>
          <w:bCs/>
        </w:rPr>
        <w:t>de l</w:t>
      </w:r>
      <w:r w:rsidR="00315B11">
        <w:rPr>
          <w:bCs/>
        </w:rPr>
        <w:t>’</w:t>
      </w:r>
      <w:r>
        <w:rPr>
          <w:bCs/>
        </w:rPr>
        <w:t>homme entier</w:t>
      </w:r>
      <w:r w:rsidR="00315B11">
        <w:rPr>
          <w:bCs/>
        </w:rPr>
        <w:t xml:space="preserve">, </w:t>
      </w:r>
      <w:r>
        <w:rPr>
          <w:bCs/>
        </w:rPr>
        <w:t xml:space="preserve">au </w:t>
      </w:r>
      <w:r>
        <w:t xml:space="preserve">gré de ces joies </w:t>
      </w:r>
      <w:r>
        <w:rPr>
          <w:bCs/>
        </w:rPr>
        <w:t>souveraines &amp; respectables</w:t>
      </w:r>
      <w:r w:rsidR="00315B11">
        <w:rPr>
          <w:bCs/>
        </w:rPr>
        <w:t xml:space="preserve">, </w:t>
      </w:r>
      <w:r>
        <w:rPr>
          <w:bCs/>
        </w:rPr>
        <w:t xml:space="preserve">de ce </w:t>
      </w:r>
      <w:r>
        <w:t xml:space="preserve">fécond silence </w:t>
      </w:r>
      <w:r>
        <w:rPr>
          <w:bCs/>
        </w:rPr>
        <w:t xml:space="preserve">de la </w:t>
      </w:r>
      <w:r>
        <w:t>nature</w:t>
      </w:r>
      <w:r w:rsidR="00315B11">
        <w:t xml:space="preserve">, </w:t>
      </w:r>
      <w:r>
        <w:rPr>
          <w:bCs/>
        </w:rPr>
        <w:t>qu</w:t>
      </w:r>
      <w:r w:rsidR="00315B11">
        <w:rPr>
          <w:bCs/>
        </w:rPr>
        <w:t>’</w:t>
      </w:r>
      <w:r>
        <w:rPr>
          <w:bCs/>
        </w:rPr>
        <w:t xml:space="preserve">aucun mortel ne </w:t>
      </w:r>
      <w:proofErr w:type="spellStart"/>
      <w:r>
        <w:t>devroit</w:t>
      </w:r>
      <w:proofErr w:type="spellEnd"/>
      <w:r>
        <w:t xml:space="preserve"> troubler</w:t>
      </w:r>
      <w:r w:rsidR="00315B11">
        <w:t xml:space="preserve">, </w:t>
      </w:r>
      <w:r>
        <w:t>sans être écrasé par la foudre</w:t>
      </w:r>
      <w:r w:rsidR="00315B11">
        <w:t xml:space="preserve"> : </w:t>
      </w:r>
      <w:r>
        <w:t xml:space="preserve">telle </w:t>
      </w:r>
      <w:r>
        <w:rPr>
          <w:bCs/>
        </w:rPr>
        <w:t xml:space="preserve">est en un mot </w:t>
      </w:r>
      <w:r>
        <w:t xml:space="preserve">sa </w:t>
      </w:r>
      <w:r>
        <w:rPr>
          <w:bCs/>
        </w:rPr>
        <w:t>puissance immortelle</w:t>
      </w:r>
      <w:r w:rsidR="00315B11">
        <w:rPr>
          <w:bCs/>
        </w:rPr>
        <w:t xml:space="preserve">, </w:t>
      </w:r>
      <w:r>
        <w:rPr>
          <w:bCs/>
        </w:rPr>
        <w:t>que la raison</w:t>
      </w:r>
      <w:r w:rsidR="00315B11">
        <w:rPr>
          <w:bCs/>
        </w:rPr>
        <w:t xml:space="preserve">, </w:t>
      </w:r>
      <w:r>
        <w:rPr>
          <w:bCs/>
        </w:rPr>
        <w:t xml:space="preserve">cette vaine &amp; </w:t>
      </w:r>
      <w:proofErr w:type="spellStart"/>
      <w:r>
        <w:rPr>
          <w:bCs/>
        </w:rPr>
        <w:t>fiere</w:t>
      </w:r>
      <w:proofErr w:type="spellEnd"/>
      <w:r>
        <w:rPr>
          <w:bCs/>
        </w:rPr>
        <w:t xml:space="preserve"> déesse</w:t>
      </w:r>
      <w:r w:rsidR="00315B11">
        <w:rPr>
          <w:bCs/>
        </w:rPr>
        <w:t xml:space="preserve">, </w:t>
      </w:r>
      <w:r>
        <w:rPr>
          <w:bCs/>
        </w:rPr>
        <w:t>rangée sous son despotisme</w:t>
      </w:r>
      <w:r w:rsidR="00315B11">
        <w:rPr>
          <w:bCs/>
        </w:rPr>
        <w:t xml:space="preserve">, </w:t>
      </w:r>
      <w:r>
        <w:rPr>
          <w:bCs/>
        </w:rPr>
        <w:t>n</w:t>
      </w:r>
      <w:r w:rsidR="00315B11">
        <w:rPr>
          <w:bCs/>
        </w:rPr>
        <w:t>’</w:t>
      </w:r>
      <w:r>
        <w:rPr>
          <w:bCs/>
        </w:rPr>
        <w:t>est comme les autres sens</w:t>
      </w:r>
      <w:r w:rsidR="00315B11">
        <w:rPr>
          <w:bCs/>
        </w:rPr>
        <w:t xml:space="preserve">, </w:t>
      </w:r>
      <w:r>
        <w:rPr>
          <w:bCs/>
        </w:rPr>
        <w:t>que l</w:t>
      </w:r>
      <w:r w:rsidR="00315B11">
        <w:rPr>
          <w:bCs/>
        </w:rPr>
        <w:t>’</w:t>
      </w:r>
      <w:r>
        <w:rPr>
          <w:bCs/>
        </w:rPr>
        <w:t>heureuse esclave de ses plaisirs</w:t>
      </w:r>
      <w:r w:rsidR="00315B11">
        <w:rPr>
          <w:bCs/>
        </w:rPr>
        <w:t>.</w:t>
      </w:r>
    </w:p>
    <w:p w14:paraId="2B60EB2F" w14:textId="77777777" w:rsidR="00315B11" w:rsidRDefault="00000000" w:rsidP="00315B11">
      <w:r>
        <w:t xml:space="preserve">À ces traits qui peut </w:t>
      </w:r>
      <w:proofErr w:type="spellStart"/>
      <w:r>
        <w:t>méconnoître</w:t>
      </w:r>
      <w:proofErr w:type="spellEnd"/>
      <w:r>
        <w:t xml:space="preserve"> l</w:t>
      </w:r>
      <w:r w:rsidR="00315B11">
        <w:t>’</w:t>
      </w:r>
      <w:r>
        <w:t>amour</w:t>
      </w:r>
      <w:r w:rsidR="00315B11">
        <w:t xml:space="preserve"> ? </w:t>
      </w:r>
      <w:r>
        <w:t>Qui peut ne pas rendre hommage à cette importante action de la nature</w:t>
      </w:r>
      <w:r w:rsidR="00315B11">
        <w:t xml:space="preserve">, </w:t>
      </w:r>
      <w:r>
        <w:t>par laquelle tout croît</w:t>
      </w:r>
      <w:r w:rsidR="00315B11">
        <w:t xml:space="preserve">, </w:t>
      </w:r>
      <w:r>
        <w:t>multiplie &amp; se renouvelle sans cesse</w:t>
      </w:r>
      <w:r w:rsidR="00315B11">
        <w:t xml:space="preserve">, </w:t>
      </w:r>
      <w:r>
        <w:t>&amp; dont toutes les autres ne semblent être que des distractions</w:t>
      </w:r>
      <w:r w:rsidR="00315B11">
        <w:t xml:space="preserve"> : </w:t>
      </w:r>
      <w:r>
        <w:t>distractions nécessaires à la vérité</w:t>
      </w:r>
      <w:r w:rsidR="00315B11">
        <w:t xml:space="preserve">, </w:t>
      </w:r>
      <w:r>
        <w:t>autorisées &amp; même conseillées par l</w:t>
      </w:r>
      <w:r w:rsidR="00315B11">
        <w:t>’</w:t>
      </w:r>
      <w:r>
        <w:t>amour</w:t>
      </w:r>
      <w:r w:rsidR="00315B11">
        <w:t xml:space="preserve">, </w:t>
      </w:r>
      <w:r>
        <w:t>à condition qu</w:t>
      </w:r>
      <w:r w:rsidR="00315B11">
        <w:t>’</w:t>
      </w:r>
      <w:r>
        <w:t>on n</w:t>
      </w:r>
      <w:r w:rsidR="00315B11">
        <w:t>’</w:t>
      </w:r>
      <w:r>
        <w:t xml:space="preserve">en ait point en célébrant ses </w:t>
      </w:r>
      <w:proofErr w:type="spellStart"/>
      <w:r>
        <w:t>mysteres</w:t>
      </w:r>
      <w:proofErr w:type="spellEnd"/>
      <w:r w:rsidR="00315B11">
        <w:t xml:space="preserve">. </w:t>
      </w:r>
      <w:r>
        <w:t>Ô Vénus</w:t>
      </w:r>
      <w:r w:rsidR="00315B11">
        <w:t xml:space="preserve"> ! </w:t>
      </w:r>
      <w:r>
        <w:t>combien peu sentent le prix de tes faveurs</w:t>
      </w:r>
      <w:r w:rsidR="00315B11">
        <w:t xml:space="preserve"> ! </w:t>
      </w:r>
      <w:r>
        <w:t>Combien peu se respectent eux-mêmes dans les bras de la volupté</w:t>
      </w:r>
      <w:r w:rsidR="00315B11">
        <w:t xml:space="preserve"> ! </w:t>
      </w:r>
      <w:r>
        <w:t>Oui</w:t>
      </w:r>
      <w:r w:rsidR="00315B11">
        <w:t xml:space="preserve">, </w:t>
      </w:r>
      <w:r>
        <w:t>ceux qui sont alors capables de la moindre distraction</w:t>
      </w:r>
      <w:r w:rsidR="00315B11">
        <w:t xml:space="preserve">, </w:t>
      </w:r>
      <w:r>
        <w:t>ceux à qui tes plaisirs ne tiennent pas lieu de tous les autres</w:t>
      </w:r>
      <w:r w:rsidR="00315B11">
        <w:t xml:space="preserve">, </w:t>
      </w:r>
      <w:r>
        <w:t>pour qui tu n</w:t>
      </w:r>
      <w:r w:rsidR="00315B11">
        <w:t>’</w:t>
      </w:r>
      <w:r>
        <w:t>es pas tout l</w:t>
      </w:r>
      <w:r w:rsidR="00315B11">
        <w:t>’</w:t>
      </w:r>
      <w:r>
        <w:t>univers</w:t>
      </w:r>
      <w:r w:rsidR="00315B11">
        <w:t xml:space="preserve">, </w:t>
      </w:r>
      <w:r>
        <w:t>indignes du rang de tes élus</w:t>
      </w:r>
      <w:r w:rsidR="00315B11">
        <w:t xml:space="preserve">, </w:t>
      </w:r>
      <w:r>
        <w:t>le sont de tes bontés</w:t>
      </w:r>
      <w:r w:rsidR="00315B11">
        <w:t>.</w:t>
      </w:r>
    </w:p>
    <w:p w14:paraId="52360F17" w14:textId="77777777" w:rsidR="00315B11" w:rsidRDefault="00000000" w:rsidP="00315B11">
      <w:r>
        <w:t>La volupté a son échelle</w:t>
      </w:r>
      <w:r w:rsidR="00315B11">
        <w:t xml:space="preserve">, </w:t>
      </w:r>
      <w:r>
        <w:t>comme la nature</w:t>
      </w:r>
      <w:r w:rsidR="00315B11">
        <w:t xml:space="preserve"> ; </w:t>
      </w:r>
      <w:r>
        <w:t>soit qu</w:t>
      </w:r>
      <w:r w:rsidR="00315B11">
        <w:t>’</w:t>
      </w:r>
      <w:r>
        <w:t>elle la monte ou la descende</w:t>
      </w:r>
      <w:r w:rsidR="00315B11">
        <w:t xml:space="preserve">, </w:t>
      </w:r>
      <w:r>
        <w:t>elle n</w:t>
      </w:r>
      <w:r w:rsidR="00315B11">
        <w:t>’</w:t>
      </w:r>
      <w:r>
        <w:t>en saute pas un degré</w:t>
      </w:r>
      <w:r w:rsidR="00315B11">
        <w:t xml:space="preserve">, </w:t>
      </w:r>
      <w:r>
        <w:t>mais parvenue au sommet</w:t>
      </w:r>
      <w:r w:rsidR="00315B11">
        <w:t xml:space="preserve">, </w:t>
      </w:r>
      <w:r>
        <w:t>elle se change en une vraie &amp; longue extase</w:t>
      </w:r>
      <w:r w:rsidR="00315B11">
        <w:t xml:space="preserve">, </w:t>
      </w:r>
      <w:proofErr w:type="spellStart"/>
      <w:r>
        <w:t>espece</w:t>
      </w:r>
      <w:proofErr w:type="spellEnd"/>
      <w:r>
        <w:t xml:space="preserve"> de catalepsie d</w:t>
      </w:r>
      <w:r w:rsidR="00315B11">
        <w:t>’</w:t>
      </w:r>
      <w:r>
        <w:t>amour qui suit les débauchés &amp; n</w:t>
      </w:r>
      <w:r w:rsidR="00315B11">
        <w:t>’</w:t>
      </w:r>
      <w:r>
        <w:t>enchaîne que les voluptueux</w:t>
      </w:r>
      <w:r w:rsidR="00315B11">
        <w:t>.</w:t>
      </w:r>
    </w:p>
    <w:p w14:paraId="03D4FB6F" w14:textId="77777777" w:rsidR="00315B11" w:rsidRDefault="00000000" w:rsidP="00315B11">
      <w:r>
        <w:t>Quelle est cette honnête fille que l</w:t>
      </w:r>
      <w:r w:rsidR="00315B11">
        <w:t>’</w:t>
      </w:r>
      <w:r>
        <w:t>amour conduit tremblante au lit de son amant</w:t>
      </w:r>
      <w:r w:rsidR="00315B11">
        <w:t xml:space="preserve"> ! </w:t>
      </w:r>
      <w:r>
        <w:t>L</w:t>
      </w:r>
      <w:r w:rsidR="00315B11">
        <w:t>’</w:t>
      </w:r>
      <w:r>
        <w:t>hymen seul que sa générosité refuse</w:t>
      </w:r>
      <w:r w:rsidR="00315B11">
        <w:t xml:space="preserve">, </w:t>
      </w:r>
      <w:proofErr w:type="spellStart"/>
      <w:r>
        <w:t>pourroit</w:t>
      </w:r>
      <w:proofErr w:type="spellEnd"/>
      <w:r>
        <w:t xml:space="preserve"> la rassurer</w:t>
      </w:r>
      <w:r w:rsidR="00315B11">
        <w:t xml:space="preserve">. </w:t>
      </w:r>
      <w:r>
        <w:t xml:space="preserve">Elle se </w:t>
      </w:r>
      <w:proofErr w:type="spellStart"/>
      <w:r>
        <w:t>pame</w:t>
      </w:r>
      <w:proofErr w:type="spellEnd"/>
      <w:r>
        <w:t xml:space="preserve"> dans les bras de </w:t>
      </w:r>
      <w:proofErr w:type="spellStart"/>
      <w:r>
        <w:t>Sylvandre</w:t>
      </w:r>
      <w:proofErr w:type="spellEnd"/>
      <w:r w:rsidR="00315B11">
        <w:t xml:space="preserve">, </w:t>
      </w:r>
      <w:r>
        <w:t>qui meurt d</w:t>
      </w:r>
      <w:r w:rsidR="00315B11">
        <w:t>’</w:t>
      </w:r>
      <w:r>
        <w:t>amour dans les siens</w:t>
      </w:r>
      <w:r w:rsidR="00315B11">
        <w:t xml:space="preserve"> ; </w:t>
      </w:r>
      <w:r>
        <w:t>mais réservée dans ses plaisirs</w:t>
      </w:r>
      <w:r w:rsidR="00315B11">
        <w:t xml:space="preserve">, </w:t>
      </w:r>
      <w:r>
        <w:t xml:space="preserve">elle </w:t>
      </w:r>
      <w:proofErr w:type="spellStart"/>
      <w:r>
        <w:t>modere</w:t>
      </w:r>
      <w:proofErr w:type="spellEnd"/>
      <w:r>
        <w:t xml:space="preserve"> si bien ses transports</w:t>
      </w:r>
      <w:r w:rsidR="00315B11">
        <w:t xml:space="preserve">, </w:t>
      </w:r>
      <w:r>
        <w:t>qu</w:t>
      </w:r>
      <w:r w:rsidR="00315B11">
        <w:t>’</w:t>
      </w:r>
      <w:r>
        <w:t>il n</w:t>
      </w:r>
      <w:r w:rsidR="00315B11">
        <w:t>’</w:t>
      </w:r>
      <w:r>
        <w:t>est que trop sûr qu</w:t>
      </w:r>
      <w:r w:rsidR="00315B11">
        <w:t>’</w:t>
      </w:r>
      <w:r>
        <w:t>elle ne confondra que ses soupirs</w:t>
      </w:r>
      <w:r w:rsidR="00315B11">
        <w:t xml:space="preserve">. </w:t>
      </w:r>
      <w:r>
        <w:t>Elle se défie de l</w:t>
      </w:r>
      <w:r w:rsidR="00315B11">
        <w:t>’</w:t>
      </w:r>
      <w:r>
        <w:t>adresse même du dieu qu</w:t>
      </w:r>
      <w:r w:rsidR="00315B11">
        <w:t>’</w:t>
      </w:r>
      <w:r>
        <w:t>elle chérit</w:t>
      </w:r>
      <w:r w:rsidR="00315B11">
        <w:t xml:space="preserve"> ; </w:t>
      </w:r>
      <w:r>
        <w:t xml:space="preserve">tout </w:t>
      </w:r>
      <w:r>
        <w:lastRenderedPageBreak/>
        <w:t>dieu qu</w:t>
      </w:r>
      <w:r w:rsidR="00315B11">
        <w:t>’</w:t>
      </w:r>
      <w:r>
        <w:t>il est</w:t>
      </w:r>
      <w:r w:rsidR="00315B11">
        <w:t xml:space="preserve">, </w:t>
      </w:r>
      <w:r>
        <w:t>elle ne l</w:t>
      </w:r>
      <w:r w:rsidR="00315B11">
        <w:t>’</w:t>
      </w:r>
      <w:r>
        <w:t>en croit que plus trompeur</w:t>
      </w:r>
      <w:r w:rsidR="00315B11">
        <w:t xml:space="preserve">. </w:t>
      </w:r>
      <w:r>
        <w:t xml:space="preserve">Sa virginité lui est moins </w:t>
      </w:r>
      <w:proofErr w:type="spellStart"/>
      <w:r>
        <w:t>chere</w:t>
      </w:r>
      <w:proofErr w:type="spellEnd"/>
      <w:r>
        <w:t xml:space="preserve"> que son amour</w:t>
      </w:r>
      <w:r w:rsidR="00315B11">
        <w:t xml:space="preserve"> ; </w:t>
      </w:r>
      <w:r>
        <w:t xml:space="preserve">sans doute sa curiosité </w:t>
      </w:r>
      <w:proofErr w:type="spellStart"/>
      <w:r>
        <w:t>seroit</w:t>
      </w:r>
      <w:proofErr w:type="spellEnd"/>
      <w:r>
        <w:t xml:space="preserve"> voluptueusement satisfaite avec celle de son amant</w:t>
      </w:r>
      <w:r w:rsidR="00315B11">
        <w:t xml:space="preserve"> ; </w:t>
      </w:r>
      <w:r>
        <w:t>en faisant tout pour lui</w:t>
      </w:r>
      <w:r w:rsidR="00315B11">
        <w:t xml:space="preserve">, </w:t>
      </w:r>
      <w:r>
        <w:t>elle croit n</w:t>
      </w:r>
      <w:r w:rsidR="00315B11">
        <w:t>’</w:t>
      </w:r>
      <w:r>
        <w:t>avoir rien fait</w:t>
      </w:r>
      <w:r w:rsidR="00315B11">
        <w:t xml:space="preserve">, </w:t>
      </w:r>
      <w:r>
        <w:t>parce que ce n</w:t>
      </w:r>
      <w:r w:rsidR="00315B11">
        <w:t>’</w:t>
      </w:r>
      <w:r>
        <w:t>est point avec lui</w:t>
      </w:r>
      <w:r w:rsidR="00315B11">
        <w:t xml:space="preserve"> ; </w:t>
      </w:r>
      <w:r>
        <w:t>elle le refuse moins qu</w:t>
      </w:r>
      <w:r w:rsidR="00315B11">
        <w:t>’</w:t>
      </w:r>
      <w:r>
        <w:t>elle-même</w:t>
      </w:r>
      <w:r w:rsidR="00315B11">
        <w:t xml:space="preserve"> ; </w:t>
      </w:r>
      <w:r>
        <w:t>mais enfin elle craint les fruits d</w:t>
      </w:r>
      <w:r w:rsidR="00315B11">
        <w:t>’</w:t>
      </w:r>
      <w:r>
        <w:t>un amour éperdu</w:t>
      </w:r>
      <w:r w:rsidR="00315B11">
        <w:t xml:space="preserve">, </w:t>
      </w:r>
      <w:r>
        <w:t>elle n</w:t>
      </w:r>
      <w:r w:rsidR="00315B11">
        <w:t>’</w:t>
      </w:r>
      <w:r>
        <w:t>entend plus que la voix d</w:t>
      </w:r>
      <w:r w:rsidR="00315B11">
        <w:t>’</w:t>
      </w:r>
      <w:r>
        <w:t>un fantôme qui lui dit de se respecter</w:t>
      </w:r>
      <w:r w:rsidR="00315B11">
        <w:t xml:space="preserve">. </w:t>
      </w:r>
      <w:proofErr w:type="spellStart"/>
      <w:r>
        <w:t>Quelqu</w:t>
      </w:r>
      <w:r w:rsidR="00315B11">
        <w:t>’</w:t>
      </w:r>
      <w:r>
        <w:t>excessive</w:t>
      </w:r>
      <w:proofErr w:type="spellEnd"/>
      <w:r>
        <w:t xml:space="preserve"> que soit la tendresse d</w:t>
      </w:r>
      <w:r w:rsidR="00315B11">
        <w:t>’</w:t>
      </w:r>
      <w:r>
        <w:t>un cœur qui n</w:t>
      </w:r>
      <w:r w:rsidR="00315B11">
        <w:t>’</w:t>
      </w:r>
      <w:r>
        <w:t>a jamais aimé</w:t>
      </w:r>
      <w:r w:rsidR="00315B11">
        <w:t xml:space="preserve">, </w:t>
      </w:r>
      <w:r>
        <w:t>elle n</w:t>
      </w:r>
      <w:r w:rsidR="00315B11">
        <w:t>’</w:t>
      </w:r>
      <w:r>
        <w:t>est point à l</w:t>
      </w:r>
      <w:r w:rsidR="00315B11">
        <w:t>’</w:t>
      </w:r>
      <w:r>
        <w:t xml:space="preserve">épreuve </w:t>
      </w:r>
      <w:r>
        <w:rPr>
          <w:bCs/>
        </w:rPr>
        <w:t xml:space="preserve">de </w:t>
      </w:r>
      <w:r>
        <w:t>l</w:t>
      </w:r>
      <w:r w:rsidR="00315B11">
        <w:t>’</w:t>
      </w:r>
      <w:r>
        <w:t>infâmie</w:t>
      </w:r>
      <w:r w:rsidR="00315B11">
        <w:t xml:space="preserve">. </w:t>
      </w:r>
      <w:r>
        <w:t>Dieu puissant</w:t>
      </w:r>
      <w:r w:rsidR="00315B11">
        <w:t xml:space="preserve"> ! </w:t>
      </w:r>
      <w:r>
        <w:t>se peut-il qu</w:t>
      </w:r>
      <w:r w:rsidR="00315B11">
        <w:t>’</w:t>
      </w:r>
      <w:r>
        <w:t xml:space="preserve">une </w:t>
      </w:r>
      <w:proofErr w:type="spellStart"/>
      <w:r>
        <w:t>foible</w:t>
      </w:r>
      <w:proofErr w:type="spellEnd"/>
      <w:r>
        <w:t xml:space="preserve"> mortelle que tu as </w:t>
      </w:r>
      <w:r>
        <w:rPr>
          <w:bCs/>
        </w:rPr>
        <w:t xml:space="preserve">si </w:t>
      </w:r>
      <w:r>
        <w:t>facilement séduite par tes plaisirs</w:t>
      </w:r>
      <w:r w:rsidR="00315B11">
        <w:t xml:space="preserve">, </w:t>
      </w:r>
      <w:r>
        <w:t>se souvienne encore en aimant de tout ce qu</w:t>
      </w:r>
      <w:r w:rsidR="00315B11">
        <w:t>’</w:t>
      </w:r>
      <w:r>
        <w:t xml:space="preserve">on </w:t>
      </w:r>
      <w:proofErr w:type="spellStart"/>
      <w:r>
        <w:t>devroit</w:t>
      </w:r>
      <w:proofErr w:type="spellEnd"/>
      <w:r>
        <w:t xml:space="preserve"> oublier quand </w:t>
      </w:r>
      <w:r>
        <w:rPr>
          <w:bCs/>
        </w:rPr>
        <w:t xml:space="preserve">on </w:t>
      </w:r>
      <w:r>
        <w:t>aime</w:t>
      </w:r>
      <w:r w:rsidR="00315B11">
        <w:t> ?</w:t>
      </w:r>
    </w:p>
    <w:p w14:paraId="515E9C26" w14:textId="77777777" w:rsidR="00315B11" w:rsidRDefault="00000000" w:rsidP="00315B11">
      <w:r>
        <w:t>À quel genre de volupté plus simple</w:t>
      </w:r>
      <w:r w:rsidR="00315B11">
        <w:t xml:space="preserve">, </w:t>
      </w:r>
      <w:r>
        <w:t>plus épurée</w:t>
      </w:r>
      <w:r w:rsidR="00315B11">
        <w:t xml:space="preserve">, </w:t>
      </w:r>
      <w:r>
        <w:t>suis-je parvenu</w:t>
      </w:r>
      <w:r w:rsidR="00315B11">
        <w:t xml:space="preserve"> ! </w:t>
      </w:r>
      <w:r>
        <w:t>Ici l</w:t>
      </w:r>
      <w:r w:rsidR="00315B11">
        <w:t>’</w:t>
      </w:r>
      <w:r>
        <w:t>églogue</w:t>
      </w:r>
      <w:r w:rsidR="00315B11">
        <w:t xml:space="preserve">, </w:t>
      </w:r>
      <w:r>
        <w:t>la flûte à la main</w:t>
      </w:r>
      <w:r w:rsidR="00315B11">
        <w:t xml:space="preserve">, </w:t>
      </w:r>
      <w:r>
        <w:t xml:space="preserve">décrit </w:t>
      </w:r>
      <w:r>
        <w:rPr>
          <w:bCs/>
        </w:rPr>
        <w:t xml:space="preserve">avec </w:t>
      </w:r>
      <w:r>
        <w:t>une tendre simplicité les amours des simples bergers</w:t>
      </w:r>
      <w:r w:rsidR="00315B11">
        <w:t xml:space="preserve">. </w:t>
      </w:r>
      <w:proofErr w:type="spellStart"/>
      <w:r>
        <w:t>Tircis</w:t>
      </w:r>
      <w:proofErr w:type="spellEnd"/>
      <w:r>
        <w:t xml:space="preserve"> aime à voir ses moutons paître avec ceux de </w:t>
      </w:r>
      <w:proofErr w:type="spellStart"/>
      <w:r>
        <w:t>Sylvandre</w:t>
      </w:r>
      <w:proofErr w:type="spellEnd"/>
      <w:r w:rsidR="00315B11">
        <w:t xml:space="preserve"> ; </w:t>
      </w:r>
      <w:r>
        <w:t xml:space="preserve">ils </w:t>
      </w:r>
      <w:r>
        <w:rPr>
          <w:bCs/>
        </w:rPr>
        <w:t xml:space="preserve">sont </w:t>
      </w:r>
      <w:r>
        <w:t>l</w:t>
      </w:r>
      <w:r w:rsidR="00315B11">
        <w:t>’</w:t>
      </w:r>
      <w:r>
        <w:t>image de la réunion de leurs cœurs</w:t>
      </w:r>
      <w:r w:rsidR="00315B11">
        <w:t xml:space="preserve">. </w:t>
      </w:r>
      <w:r>
        <w:t>C</w:t>
      </w:r>
      <w:r w:rsidR="00315B11">
        <w:t>’</w:t>
      </w:r>
      <w:r>
        <w:t>est pour lui qu</w:t>
      </w:r>
      <w:r w:rsidR="00315B11">
        <w:t>’</w:t>
      </w:r>
      <w:r>
        <w:t xml:space="preserve">amour </w:t>
      </w:r>
      <w:r>
        <w:rPr>
          <w:bCs/>
        </w:rPr>
        <w:t xml:space="preserve">la fit </w:t>
      </w:r>
      <w:r>
        <w:t>si belle</w:t>
      </w:r>
      <w:r w:rsidR="00315B11">
        <w:t xml:space="preserve"> ; </w:t>
      </w:r>
      <w:r>
        <w:rPr>
          <w:bCs/>
        </w:rPr>
        <w:t xml:space="preserve">il </w:t>
      </w:r>
      <w:proofErr w:type="spellStart"/>
      <w:r>
        <w:t>mourroit</w:t>
      </w:r>
      <w:proofErr w:type="spellEnd"/>
      <w:r>
        <w:t xml:space="preserve"> de douleur</w:t>
      </w:r>
      <w:r w:rsidR="00315B11">
        <w:t xml:space="preserve">, </w:t>
      </w:r>
      <w:r>
        <w:t xml:space="preserve">si elle ne lui </w:t>
      </w:r>
      <w:proofErr w:type="spellStart"/>
      <w:r>
        <w:t>étoit</w:t>
      </w:r>
      <w:proofErr w:type="spellEnd"/>
      <w:r>
        <w:t xml:space="preserve"> pas toujours </w:t>
      </w:r>
      <w:proofErr w:type="spellStart"/>
      <w:r>
        <w:t>fidelle</w:t>
      </w:r>
      <w:proofErr w:type="spellEnd"/>
      <w:r w:rsidR="00315B11">
        <w:t xml:space="preserve">. </w:t>
      </w:r>
      <w:r>
        <w:t>Là</w:t>
      </w:r>
      <w:r w:rsidR="00315B11">
        <w:t xml:space="preserve">, </w:t>
      </w:r>
      <w:r>
        <w:t>c</w:t>
      </w:r>
      <w:r w:rsidR="00315B11">
        <w:t>’</w:t>
      </w:r>
      <w:r>
        <w:t>est l</w:t>
      </w:r>
      <w:r w:rsidR="00315B11">
        <w:t>’</w:t>
      </w:r>
      <w:proofErr w:type="spellStart"/>
      <w:r>
        <w:t>elégie</w:t>
      </w:r>
      <w:proofErr w:type="spellEnd"/>
      <w:r>
        <w:t xml:space="preserve"> en pleurs</w:t>
      </w:r>
      <w:r w:rsidR="00315B11">
        <w:t xml:space="preserve">, </w:t>
      </w:r>
      <w:r>
        <w:t>qui fait retentir les échos des plaintes &amp; des cris d</w:t>
      </w:r>
      <w:r w:rsidR="00315B11">
        <w:t>’</w:t>
      </w:r>
      <w:r>
        <w:t>un amant malheureux</w:t>
      </w:r>
      <w:r w:rsidR="00315B11">
        <w:t xml:space="preserve">. </w:t>
      </w:r>
      <w:r>
        <w:t>Il a tout perdu en perdant ce qu</w:t>
      </w:r>
      <w:r w:rsidR="00315B11">
        <w:t>’</w:t>
      </w:r>
      <w:r>
        <w:t>il aime</w:t>
      </w:r>
      <w:r w:rsidR="00315B11">
        <w:t xml:space="preserve"> ; </w:t>
      </w:r>
      <w:r>
        <w:t>il ne voit plus qu</w:t>
      </w:r>
      <w:r w:rsidR="00315B11">
        <w:t>’</w:t>
      </w:r>
      <w:r>
        <w:t xml:space="preserve">à regret la </w:t>
      </w:r>
      <w:proofErr w:type="spellStart"/>
      <w:r>
        <w:t>lumiere</w:t>
      </w:r>
      <w:proofErr w:type="spellEnd"/>
      <w:r>
        <w:t xml:space="preserve"> du jour</w:t>
      </w:r>
      <w:r w:rsidR="00315B11">
        <w:t xml:space="preserve"> ; </w:t>
      </w:r>
      <w:r>
        <w:t>il appelle la mort à grands cris</w:t>
      </w:r>
      <w:r w:rsidR="00315B11">
        <w:t xml:space="preserve">, </w:t>
      </w:r>
      <w:r>
        <w:t xml:space="preserve">en demandant raison à la nature </w:t>
      </w:r>
      <w:proofErr w:type="spellStart"/>
      <w:r>
        <w:t>entiere</w:t>
      </w:r>
      <w:proofErr w:type="spellEnd"/>
      <w:r>
        <w:t xml:space="preserve"> de la perte qu</w:t>
      </w:r>
      <w:r w:rsidR="00315B11">
        <w:t>’</w:t>
      </w:r>
      <w:r>
        <w:t>il a faite</w:t>
      </w:r>
      <w:r w:rsidR="00315B11">
        <w:t>.</w:t>
      </w:r>
    </w:p>
    <w:p w14:paraId="51744C90" w14:textId="77777777" w:rsidR="00315B11" w:rsidRDefault="00000000" w:rsidP="00315B11">
      <w:r>
        <w:t>Il faut l</w:t>
      </w:r>
      <w:r w:rsidR="00315B11">
        <w:t>’</w:t>
      </w:r>
      <w:r>
        <w:t>entendre exprimer lui-même la vivacité de ses regrets</w:t>
      </w:r>
      <w:r w:rsidR="00315B11">
        <w:t xml:space="preserve">, </w:t>
      </w:r>
      <w:r>
        <w:t>entrecoupés de soupirs</w:t>
      </w:r>
      <w:r w:rsidR="00315B11">
        <w:t xml:space="preserve">. </w:t>
      </w:r>
      <w:r>
        <w:t xml:space="preserve">La pudeur </w:t>
      </w:r>
      <w:proofErr w:type="spellStart"/>
      <w:r>
        <w:t>augmentoit</w:t>
      </w:r>
      <w:proofErr w:type="spellEnd"/>
      <w:r>
        <w:t xml:space="preserve"> les attraits de son amante</w:t>
      </w:r>
      <w:r w:rsidR="00315B11">
        <w:t xml:space="preserve"> ; </w:t>
      </w:r>
      <w:r>
        <w:t xml:space="preserve">elle la </w:t>
      </w:r>
      <w:proofErr w:type="spellStart"/>
      <w:r>
        <w:t>conservoit</w:t>
      </w:r>
      <w:proofErr w:type="spellEnd"/>
      <w:r>
        <w:t xml:space="preserve"> dans le sein même des plus grands plaisirs</w:t>
      </w:r>
      <w:r w:rsidR="00315B11">
        <w:t xml:space="preserve">, </w:t>
      </w:r>
      <w:r>
        <w:t xml:space="preserve">qui en </w:t>
      </w:r>
      <w:proofErr w:type="spellStart"/>
      <w:r>
        <w:t>étoient</w:t>
      </w:r>
      <w:proofErr w:type="spellEnd"/>
      <w:r>
        <w:t xml:space="preserve"> plus </w:t>
      </w:r>
      <w:proofErr w:type="spellStart"/>
      <w:r>
        <w:t>piquans</w:t>
      </w:r>
      <w:proofErr w:type="spellEnd"/>
      <w:r w:rsidR="00315B11">
        <w:t xml:space="preserve">. </w:t>
      </w:r>
      <w:r>
        <w:t>Avant lui</w:t>
      </w:r>
      <w:r w:rsidR="00315B11">
        <w:t xml:space="preserve">, </w:t>
      </w:r>
      <w:r>
        <w:t xml:space="preserve">elle ne </w:t>
      </w:r>
      <w:proofErr w:type="spellStart"/>
      <w:r>
        <w:t>connoissoit</w:t>
      </w:r>
      <w:proofErr w:type="spellEnd"/>
      <w:r>
        <w:t xml:space="preserve"> point l</w:t>
      </w:r>
      <w:r w:rsidR="00315B11">
        <w:t>’</w:t>
      </w:r>
      <w:r>
        <w:t>amour</w:t>
      </w:r>
      <w:r w:rsidR="00315B11">
        <w:t xml:space="preserve">. </w:t>
      </w:r>
      <w:r>
        <w:t>Il se rappelle avec transport les premiers progrès de la passion qu</w:t>
      </w:r>
      <w:r w:rsidR="00315B11">
        <w:t>’</w:t>
      </w:r>
      <w:r>
        <w:t>il lui inspira</w:t>
      </w:r>
      <w:r w:rsidR="00315B11">
        <w:t xml:space="preserve">, </w:t>
      </w:r>
      <w:r>
        <w:t>&amp; tout le plaisir mêlé d</w:t>
      </w:r>
      <w:r w:rsidR="00315B11">
        <w:t>’</w:t>
      </w:r>
      <w:r>
        <w:t>une tendre inquiétude qu</w:t>
      </w:r>
      <w:r w:rsidR="00315B11">
        <w:t>’</w:t>
      </w:r>
      <w:r>
        <w:t>elle eut à sentir une émotion nouvelle</w:t>
      </w:r>
      <w:r w:rsidR="00315B11">
        <w:t xml:space="preserve">. </w:t>
      </w:r>
      <w:r>
        <w:t>Pendant combien d</w:t>
      </w:r>
      <w:r w:rsidR="00315B11">
        <w:t>’</w:t>
      </w:r>
      <w:r>
        <w:t>années il l</w:t>
      </w:r>
      <w:r w:rsidR="00315B11">
        <w:t>’</w:t>
      </w:r>
      <w:r>
        <w:t>aima sans oser lui en faire l</w:t>
      </w:r>
      <w:r w:rsidR="00315B11">
        <w:t>’</w:t>
      </w:r>
      <w:r>
        <w:t>aveu</w:t>
      </w:r>
      <w:r w:rsidR="00315B11">
        <w:t xml:space="preserve"> ! </w:t>
      </w:r>
      <w:r>
        <w:t xml:space="preserve">Comme il prit sur lui de lui déclarer </w:t>
      </w:r>
      <w:r>
        <w:lastRenderedPageBreak/>
        <w:t>enfin sa passion en tremblant</w:t>
      </w:r>
      <w:r w:rsidR="00315B11">
        <w:t xml:space="preserve"> ! </w:t>
      </w:r>
      <w:r>
        <w:t>Hélas</w:t>
      </w:r>
      <w:r w:rsidR="00315B11">
        <w:t xml:space="preserve"> ! </w:t>
      </w:r>
      <w:r>
        <w:t>elle n</w:t>
      </w:r>
      <w:r w:rsidR="00315B11">
        <w:t>’</w:t>
      </w:r>
      <w:r>
        <w:t xml:space="preserve">en </w:t>
      </w:r>
      <w:proofErr w:type="spellStart"/>
      <w:r>
        <w:t>étoit</w:t>
      </w:r>
      <w:proofErr w:type="spellEnd"/>
      <w:r>
        <w:t xml:space="preserve"> que trop convaincue</w:t>
      </w:r>
      <w:r w:rsidR="00315B11">
        <w:t xml:space="preserve"> ; </w:t>
      </w:r>
      <w:r>
        <w:t>tous ces beaux noms de sympathie ou d</w:t>
      </w:r>
      <w:r w:rsidR="00315B11">
        <w:t>’</w:t>
      </w:r>
      <w:r>
        <w:t xml:space="preserve">amitié la </w:t>
      </w:r>
      <w:proofErr w:type="spellStart"/>
      <w:r>
        <w:t>déguisoient</w:t>
      </w:r>
      <w:proofErr w:type="spellEnd"/>
      <w:r>
        <w:t xml:space="preserve"> mal</w:t>
      </w:r>
      <w:r w:rsidR="00315B11">
        <w:t xml:space="preserve"> : </w:t>
      </w:r>
      <w:r>
        <w:t xml:space="preserve">elle </w:t>
      </w:r>
      <w:proofErr w:type="spellStart"/>
      <w:r>
        <w:t>sentoit</w:t>
      </w:r>
      <w:proofErr w:type="spellEnd"/>
      <w:r>
        <w:t xml:space="preserve"> que l</w:t>
      </w:r>
      <w:r w:rsidR="00315B11">
        <w:t>’</w:t>
      </w:r>
      <w:r>
        <w:t xml:space="preserve">amour se </w:t>
      </w:r>
      <w:proofErr w:type="spellStart"/>
      <w:r>
        <w:t>masquoit</w:t>
      </w:r>
      <w:proofErr w:type="spellEnd"/>
      <w:r>
        <w:t xml:space="preserve"> pour la tromper</w:t>
      </w:r>
      <w:r w:rsidR="00315B11">
        <w:t xml:space="preserve"> ; </w:t>
      </w:r>
      <w:r>
        <w:t>&amp; peut-être sans le savoir</w:t>
      </w:r>
      <w:r w:rsidR="00315B11">
        <w:t xml:space="preserve">, </w:t>
      </w:r>
      <w:r>
        <w:t>aide-t-elle ce dieu même à donner à ce parfait amour autant de confiance</w:t>
      </w:r>
      <w:r w:rsidR="00315B11">
        <w:t xml:space="preserve">, </w:t>
      </w:r>
      <w:r>
        <w:t xml:space="preserve">que son dangereux respect lui en </w:t>
      </w:r>
      <w:proofErr w:type="spellStart"/>
      <w:r>
        <w:t>avoit</w:t>
      </w:r>
      <w:proofErr w:type="spellEnd"/>
      <w:r>
        <w:t xml:space="preserve"> inspiré à elle-même</w:t>
      </w:r>
      <w:r w:rsidR="00315B11">
        <w:t xml:space="preserve">. </w:t>
      </w:r>
      <w:r>
        <w:t xml:space="preserve">Mais se rendre digne des faveurs de </w:t>
      </w:r>
      <w:proofErr w:type="spellStart"/>
      <w:r>
        <w:t>Sylvandre</w:t>
      </w:r>
      <w:proofErr w:type="spellEnd"/>
      <w:r w:rsidR="00315B11">
        <w:t xml:space="preserve">, </w:t>
      </w:r>
      <w:proofErr w:type="spellStart"/>
      <w:r>
        <w:t>étoit</w:t>
      </w:r>
      <w:proofErr w:type="spellEnd"/>
      <w:r>
        <w:t xml:space="preserve"> pour Damon d</w:t>
      </w:r>
      <w:r w:rsidR="00315B11">
        <w:t>’</w:t>
      </w:r>
      <w:r>
        <w:t>un plus grand prix que de les obtenir</w:t>
      </w:r>
      <w:r w:rsidR="00315B11">
        <w:t xml:space="preserve">. </w:t>
      </w:r>
      <w:r>
        <w:t>Aimer</w:t>
      </w:r>
      <w:r w:rsidR="00315B11">
        <w:t xml:space="preserve">, </w:t>
      </w:r>
      <w:r>
        <w:t>être aimé</w:t>
      </w:r>
      <w:r w:rsidR="00315B11">
        <w:t xml:space="preserve">, </w:t>
      </w:r>
      <w:r>
        <w:t>c</w:t>
      </w:r>
      <w:r w:rsidR="00315B11">
        <w:t>’</w:t>
      </w:r>
      <w:proofErr w:type="spellStart"/>
      <w:r>
        <w:t>étoit</w:t>
      </w:r>
      <w:proofErr w:type="spellEnd"/>
      <w:r>
        <w:t xml:space="preserve"> pour son cœur délicat la </w:t>
      </w:r>
      <w:proofErr w:type="spellStart"/>
      <w:r>
        <w:t>premiere</w:t>
      </w:r>
      <w:proofErr w:type="spellEnd"/>
      <w:r>
        <w:t xml:space="preserve"> jouissance</w:t>
      </w:r>
      <w:r w:rsidR="00315B11">
        <w:t xml:space="preserve"> ; </w:t>
      </w:r>
      <w:r>
        <w:t xml:space="preserve">jouissance sans laquelle </w:t>
      </w:r>
      <w:r>
        <w:rPr>
          <w:bCs/>
        </w:rPr>
        <w:t xml:space="preserve">toutes </w:t>
      </w:r>
      <w:r>
        <w:t>les autres n</w:t>
      </w:r>
      <w:r w:rsidR="00315B11">
        <w:t>’</w:t>
      </w:r>
      <w:proofErr w:type="spellStart"/>
      <w:r>
        <w:t>étoient</w:t>
      </w:r>
      <w:proofErr w:type="spellEnd"/>
      <w:r>
        <w:t xml:space="preserve"> rien</w:t>
      </w:r>
      <w:r w:rsidR="00315B11">
        <w:t xml:space="preserve">. </w:t>
      </w:r>
      <w:r>
        <w:t xml:space="preserve">La vérité des </w:t>
      </w:r>
      <w:proofErr w:type="spellStart"/>
      <w:r>
        <w:t>sentimens</w:t>
      </w:r>
      <w:proofErr w:type="spellEnd"/>
      <w:r>
        <w:t xml:space="preserve"> </w:t>
      </w:r>
      <w:proofErr w:type="spellStart"/>
      <w:r>
        <w:t>étoit</w:t>
      </w:r>
      <w:proofErr w:type="spellEnd"/>
      <w:r>
        <w:t xml:space="preserve"> l</w:t>
      </w:r>
      <w:r w:rsidR="00315B11">
        <w:t>’</w:t>
      </w:r>
      <w:proofErr w:type="spellStart"/>
      <w:r>
        <w:t>ame</w:t>
      </w:r>
      <w:proofErr w:type="spellEnd"/>
      <w:r>
        <w:t xml:space="preserve"> de leur tendresse</w:t>
      </w:r>
      <w:r w:rsidR="00315B11">
        <w:t xml:space="preserve">, </w:t>
      </w:r>
      <w:r>
        <w:t>&amp; la tendresse l</w:t>
      </w:r>
      <w:r w:rsidR="00315B11">
        <w:t>’</w:t>
      </w:r>
      <w:proofErr w:type="spellStart"/>
      <w:r>
        <w:t>ame</w:t>
      </w:r>
      <w:proofErr w:type="spellEnd"/>
      <w:r>
        <w:t xml:space="preserve"> de leurs plaisirs</w:t>
      </w:r>
      <w:r w:rsidR="00315B11">
        <w:t xml:space="preserve"> ; </w:t>
      </w:r>
      <w:r>
        <w:t xml:space="preserve">ils ne </w:t>
      </w:r>
      <w:proofErr w:type="spellStart"/>
      <w:r>
        <w:t>connoissoient</w:t>
      </w:r>
      <w:proofErr w:type="spellEnd"/>
      <w:r>
        <w:t xml:space="preserve"> d</w:t>
      </w:r>
      <w:r w:rsidR="00315B11">
        <w:t>’</w:t>
      </w:r>
      <w:r>
        <w:t>autres excès que celui de plaire &amp; d</w:t>
      </w:r>
      <w:r w:rsidR="00315B11">
        <w:t>’</w:t>
      </w:r>
      <w:r>
        <w:t>aimer</w:t>
      </w:r>
      <w:r w:rsidR="00315B11">
        <w:t xml:space="preserve"> : </w:t>
      </w:r>
      <w:r>
        <w:t>c</w:t>
      </w:r>
      <w:r w:rsidR="00315B11">
        <w:t>’</w:t>
      </w:r>
      <w:r>
        <w:t>est la volupté des cœurs</w:t>
      </w:r>
      <w:r w:rsidR="00315B11">
        <w:t>.</w:t>
      </w:r>
    </w:p>
    <w:p w14:paraId="16ECD080" w14:textId="77777777" w:rsidR="00315B11" w:rsidRDefault="00000000" w:rsidP="00315B11">
      <w:r>
        <w:t>Pleure</w:t>
      </w:r>
      <w:r w:rsidR="00315B11">
        <w:t>, (</w:t>
      </w:r>
      <w:r>
        <w:t>eh</w:t>
      </w:r>
      <w:r w:rsidR="00315B11">
        <w:t xml:space="preserve"> ! </w:t>
      </w:r>
      <w:r>
        <w:t>qu</w:t>
      </w:r>
      <w:r w:rsidR="00315B11">
        <w:t>’</w:t>
      </w:r>
      <w:r>
        <w:t>importe que l</w:t>
      </w:r>
      <w:r w:rsidR="00315B11">
        <w:t>’</w:t>
      </w:r>
      <w:r>
        <w:t>on pleure pourvu qu</w:t>
      </w:r>
      <w:r w:rsidR="00315B11">
        <w:t>’</w:t>
      </w:r>
      <w:r>
        <w:t>on soit heureux</w:t>
      </w:r>
      <w:r w:rsidR="00315B11">
        <w:t xml:space="preserve"> ?) </w:t>
      </w:r>
      <w:r>
        <w:t>pleure infortuné berger</w:t>
      </w:r>
      <w:r w:rsidR="00315B11">
        <w:t xml:space="preserve"> : </w:t>
      </w:r>
      <w:r>
        <w:t>un cœur amoureux trouve des charmes à s</w:t>
      </w:r>
      <w:r w:rsidR="00315B11">
        <w:t>’</w:t>
      </w:r>
      <w:r>
        <w:t>attendrir</w:t>
      </w:r>
      <w:r w:rsidR="00315B11">
        <w:t xml:space="preserve"> ; </w:t>
      </w:r>
      <w:r>
        <w:t>il chérit sa tristesse</w:t>
      </w:r>
      <w:r w:rsidR="00315B11">
        <w:t xml:space="preserve">, </w:t>
      </w:r>
      <w:r>
        <w:t>les joies les plus bruyantes n</w:t>
      </w:r>
      <w:r w:rsidR="00315B11">
        <w:t>’</w:t>
      </w:r>
      <w:r>
        <w:t>ont pas les douceurs d</w:t>
      </w:r>
      <w:r w:rsidR="00315B11">
        <w:t>’</w:t>
      </w:r>
      <w:r>
        <w:t>une tendre mélancolie</w:t>
      </w:r>
      <w:r w:rsidR="00315B11">
        <w:t xml:space="preserve">. </w:t>
      </w:r>
      <w:r>
        <w:t>Pourquoi ne pas s</w:t>
      </w:r>
      <w:r w:rsidR="00315B11">
        <w:t>’</w:t>
      </w:r>
      <w:r>
        <w:t>y livrer</w:t>
      </w:r>
      <w:r w:rsidR="00315B11">
        <w:t xml:space="preserve">, </w:t>
      </w:r>
      <w:r>
        <w:t>puisque c</w:t>
      </w:r>
      <w:r w:rsidR="00315B11">
        <w:t>’</w:t>
      </w:r>
      <w:r>
        <w:t>est un plaisir</w:t>
      </w:r>
      <w:r w:rsidR="00315B11">
        <w:t xml:space="preserve">, </w:t>
      </w:r>
      <w:r>
        <w:t>&amp; le seul plaisir qu</w:t>
      </w:r>
      <w:r w:rsidR="00315B11">
        <w:t>’</w:t>
      </w:r>
      <w:r>
        <w:t>un cœur triste puisse goûter dans la solitude qu</w:t>
      </w:r>
      <w:r w:rsidR="00315B11">
        <w:t>’</w:t>
      </w:r>
      <w:r>
        <w:t>il recherche</w:t>
      </w:r>
      <w:r w:rsidR="00315B11">
        <w:t xml:space="preserve"> ? </w:t>
      </w:r>
      <w:r>
        <w:t>Un jour viendra</w:t>
      </w:r>
      <w:r w:rsidR="00315B11">
        <w:t xml:space="preserve">, </w:t>
      </w:r>
      <w:r>
        <w:t>que trop consolé tu regretteras de ne plus sentir ce que tu as perdu</w:t>
      </w:r>
      <w:r w:rsidR="00315B11">
        <w:t xml:space="preserve">. </w:t>
      </w:r>
      <w:r>
        <w:t>Trop heureux de conserver ton chagrin &amp; tes regrets</w:t>
      </w:r>
      <w:r w:rsidR="00315B11">
        <w:t xml:space="preserve"> : </w:t>
      </w:r>
      <w:r>
        <w:t>si tu les perds</w:t>
      </w:r>
      <w:r w:rsidR="00315B11">
        <w:t xml:space="preserve">, </w:t>
      </w:r>
      <w:r>
        <w:t>tu existeras</w:t>
      </w:r>
      <w:r w:rsidR="00315B11">
        <w:t xml:space="preserve">, </w:t>
      </w:r>
      <w:r>
        <w:t>comme si tu n</w:t>
      </w:r>
      <w:r w:rsidR="00315B11">
        <w:t>’</w:t>
      </w:r>
      <w:r>
        <w:t>avois jamais aimé</w:t>
      </w:r>
      <w:r w:rsidR="00315B11">
        <w:t>.</w:t>
      </w:r>
    </w:p>
    <w:p w14:paraId="2E548C01" w14:textId="75AA0773" w:rsidR="00315B11" w:rsidRDefault="00315B11" w:rsidP="00315B11">
      <w:r>
        <w:t> </w:t>
      </w:r>
    </w:p>
    <w:p w14:paraId="7A5BD679" w14:textId="77777777" w:rsidR="00315B11" w:rsidRDefault="00000000">
      <w:pPr>
        <w:pStyle w:val="Retraitcorpsdetexte2"/>
      </w:pPr>
      <w:r>
        <w:t>Pourquoi vous mettre au rang des prudes</w:t>
      </w:r>
      <w:r w:rsidR="00315B11">
        <w:t xml:space="preserve">, </w:t>
      </w:r>
      <w:r>
        <w:t>vous qui ne l</w:t>
      </w:r>
      <w:r w:rsidR="00315B11">
        <w:t>’</w:t>
      </w:r>
      <w:r>
        <w:t>êtes pas</w:t>
      </w:r>
      <w:r w:rsidR="00315B11">
        <w:t xml:space="preserve">, </w:t>
      </w:r>
      <w:r>
        <w:t xml:space="preserve">respectable </w:t>
      </w:r>
      <w:proofErr w:type="spellStart"/>
      <w:r>
        <w:t>Zaïde</w:t>
      </w:r>
      <w:proofErr w:type="spellEnd"/>
      <w:r w:rsidR="00315B11">
        <w:t xml:space="preserve"> ? </w:t>
      </w:r>
      <w:r>
        <w:t>Pourquoi accordez-vous à mon idée plus qu</w:t>
      </w:r>
      <w:r w:rsidR="00315B11">
        <w:t>’</w:t>
      </w:r>
      <w:r>
        <w:t>à moi-même</w:t>
      </w:r>
      <w:r w:rsidR="00315B11">
        <w:t xml:space="preserve"> ? </w:t>
      </w:r>
      <w:r>
        <w:t>Je suis tel que vous supposez</w:t>
      </w:r>
      <w:r w:rsidR="00315B11">
        <w:t xml:space="preserve"> ; </w:t>
      </w:r>
      <w:r>
        <w:t>vous n</w:t>
      </w:r>
      <w:r w:rsidR="00315B11">
        <w:t>’</w:t>
      </w:r>
      <w:r>
        <w:t>avez</w:t>
      </w:r>
      <w:r w:rsidR="00315B11">
        <w:t xml:space="preserve">, </w:t>
      </w:r>
      <w:r>
        <w:t>j</w:t>
      </w:r>
      <w:r w:rsidR="00315B11">
        <w:t>’</w:t>
      </w:r>
      <w:r>
        <w:t>en jure par vos beaux yeux</w:t>
      </w:r>
      <w:r w:rsidR="00315B11">
        <w:t xml:space="preserve">, </w:t>
      </w:r>
      <w:r>
        <w:t>vous n</w:t>
      </w:r>
      <w:r w:rsidR="00315B11">
        <w:t>’</w:t>
      </w:r>
      <w:r>
        <w:t>avez pas plus à craindre avec l</w:t>
      </w:r>
      <w:r w:rsidR="00315B11">
        <w:t>’</w:t>
      </w:r>
      <w:r>
        <w:t>original</w:t>
      </w:r>
      <w:r w:rsidR="00315B11">
        <w:t xml:space="preserve">, </w:t>
      </w:r>
      <w:r>
        <w:t>qu</w:t>
      </w:r>
      <w:r w:rsidR="00315B11">
        <w:t>’</w:t>
      </w:r>
      <w:r>
        <w:t>avec la copie</w:t>
      </w:r>
      <w:r w:rsidR="00315B11">
        <w:t xml:space="preserve">. </w:t>
      </w:r>
      <w:r>
        <w:t>C</w:t>
      </w:r>
      <w:r w:rsidR="00315B11">
        <w:t>’</w:t>
      </w:r>
      <w:r>
        <w:t>est perdre de gaieté de cœur un bien réel</w:t>
      </w:r>
      <w:r w:rsidR="00315B11">
        <w:t xml:space="preserve">, </w:t>
      </w:r>
      <w:r>
        <w:t>pour embrasser la nue d</w:t>
      </w:r>
      <w:r w:rsidR="00315B11">
        <w:t>’</w:t>
      </w:r>
      <w:r>
        <w:t>Ixion</w:t>
      </w:r>
      <w:r w:rsidR="00315B11">
        <w:t xml:space="preserve">. </w:t>
      </w:r>
      <w:r>
        <w:lastRenderedPageBreak/>
        <w:t>Rassurez-vous</w:t>
      </w:r>
      <w:r w:rsidR="00315B11">
        <w:t xml:space="preserve"> ; </w:t>
      </w:r>
      <w:r>
        <w:t>ne craignez ni indiscrétion ni inconstance</w:t>
      </w:r>
      <w:r w:rsidR="00315B11">
        <w:t xml:space="preserve">, </w:t>
      </w:r>
      <w:r>
        <w:t>je n</w:t>
      </w:r>
      <w:r w:rsidR="00315B11">
        <w:t>’</w:t>
      </w:r>
      <w:r>
        <w:t xml:space="preserve">en veux pour </w:t>
      </w:r>
      <w:proofErr w:type="spellStart"/>
      <w:r>
        <w:t>garans</w:t>
      </w:r>
      <w:proofErr w:type="spellEnd"/>
      <w:r>
        <w:t xml:space="preserve"> que vos charmes</w:t>
      </w:r>
      <w:r w:rsidR="00315B11">
        <w:t xml:space="preserve">. </w:t>
      </w:r>
      <w:r>
        <w:t>Nos cœurs sont faits l</w:t>
      </w:r>
      <w:r w:rsidR="00315B11">
        <w:t>’</w:t>
      </w:r>
      <w:r>
        <w:t>un pour l</w:t>
      </w:r>
      <w:r w:rsidR="00315B11">
        <w:t>’</w:t>
      </w:r>
      <w:r>
        <w:t>autre</w:t>
      </w:r>
      <w:r w:rsidR="00315B11">
        <w:t xml:space="preserve"> ; </w:t>
      </w:r>
      <w:r>
        <w:t>que la plus douce sympathie les enchaîne pour jamais</w:t>
      </w:r>
      <w:r w:rsidR="00315B11">
        <w:t xml:space="preserve">. </w:t>
      </w:r>
      <w:r>
        <w:t>C</w:t>
      </w:r>
      <w:r w:rsidR="00315B11">
        <w:t>’</w:t>
      </w:r>
      <w:r>
        <w:t>est bien à nous</w:t>
      </w:r>
      <w:r w:rsidR="00315B11">
        <w:t xml:space="preserve">, </w:t>
      </w:r>
      <w:proofErr w:type="spellStart"/>
      <w:r>
        <w:t>foibles</w:t>
      </w:r>
      <w:proofErr w:type="spellEnd"/>
      <w:r>
        <w:t xml:space="preserve"> mortels</w:t>
      </w:r>
      <w:r w:rsidR="00315B11">
        <w:t xml:space="preserve">, </w:t>
      </w:r>
      <w:r>
        <w:t>à croire pouvoir être heureux sans le secours de Vénus</w:t>
      </w:r>
      <w:r w:rsidR="00315B11">
        <w:t xml:space="preserve"> ! </w:t>
      </w:r>
      <w:r>
        <w:t>Quelque industrieux que soient les moyens qu</w:t>
      </w:r>
      <w:r w:rsidR="00315B11">
        <w:t>’</w:t>
      </w:r>
      <w:r>
        <w:t>on a imaginés</w:t>
      </w:r>
      <w:r w:rsidR="00315B11">
        <w:t xml:space="preserve">, </w:t>
      </w:r>
      <w:r>
        <w:t>l</w:t>
      </w:r>
      <w:r w:rsidR="00315B11">
        <w:t>’</w:t>
      </w:r>
      <w:r>
        <w:t>amour en gémit</w:t>
      </w:r>
      <w:r w:rsidR="00315B11">
        <w:t xml:space="preserve"> ; </w:t>
      </w:r>
      <w:r>
        <w:t>craignons son courroux</w:t>
      </w:r>
      <w:r w:rsidR="00315B11">
        <w:t xml:space="preserve"> ; </w:t>
      </w:r>
      <w:r>
        <w:t>c</w:t>
      </w:r>
      <w:r w:rsidR="00315B11">
        <w:t>’</w:t>
      </w:r>
      <w:r>
        <w:t>est le plus redoutable des dieux</w:t>
      </w:r>
      <w:r w:rsidR="00315B11">
        <w:t xml:space="preserve">. </w:t>
      </w:r>
      <w:r>
        <w:t>Venez</w:t>
      </w:r>
      <w:r w:rsidR="00315B11">
        <w:t xml:space="preserve">, </w:t>
      </w:r>
      <w:proofErr w:type="spellStart"/>
      <w:r>
        <w:t>Zaïde</w:t>
      </w:r>
      <w:proofErr w:type="spellEnd"/>
      <w:r w:rsidR="00315B11">
        <w:t xml:space="preserve">, </w:t>
      </w:r>
      <w:r>
        <w:t>venez</w:t>
      </w:r>
      <w:r w:rsidR="00315B11">
        <w:t xml:space="preserve">, </w:t>
      </w:r>
      <w:r>
        <w:t>ne sentez-vous donc point le vuide de votre condition</w:t>
      </w:r>
      <w:r w:rsidR="00315B11">
        <w:t xml:space="preserve"> ? </w:t>
      </w:r>
      <w:r>
        <w:t>&amp; comment le remplir sans amour</w:t>
      </w:r>
      <w:r w:rsidR="00315B11">
        <w:t xml:space="preserve"> ? </w:t>
      </w:r>
      <w:r>
        <w:t>Voyez les lys dont il a parsemé votre beau teint</w:t>
      </w:r>
      <w:r w:rsidR="00315B11">
        <w:t xml:space="preserve"> ! </w:t>
      </w:r>
      <w:r>
        <w:t>C</w:t>
      </w:r>
      <w:r w:rsidR="00315B11">
        <w:t>’</w:t>
      </w:r>
      <w:r>
        <w:t>est pour donner à votre amant le plaisir de les changer en roses</w:t>
      </w:r>
      <w:r w:rsidR="00315B11">
        <w:t xml:space="preserve">. </w:t>
      </w:r>
      <w:r>
        <w:t>L</w:t>
      </w:r>
      <w:r w:rsidR="00315B11">
        <w:t>’</w:t>
      </w:r>
      <w:r>
        <w:t>empire de Flore est soumis à celui de l</w:t>
      </w:r>
      <w:r w:rsidR="00315B11">
        <w:t>’</w:t>
      </w:r>
      <w:r>
        <w:t>amour</w:t>
      </w:r>
      <w:r w:rsidR="00315B11">
        <w:t xml:space="preserve">. </w:t>
      </w:r>
      <w:r>
        <w:t>Un jour viendra</w:t>
      </w:r>
      <w:r w:rsidR="00315B11">
        <w:t xml:space="preserve">, </w:t>
      </w:r>
      <w:r>
        <w:t>n</w:t>
      </w:r>
      <w:r w:rsidR="00315B11">
        <w:t>’</w:t>
      </w:r>
      <w:r>
        <w:t>en doutez pas</w:t>
      </w:r>
      <w:r w:rsidR="00315B11">
        <w:t xml:space="preserve">, </w:t>
      </w:r>
      <w:r>
        <w:t>que vous vous repentirez moins d</w:t>
      </w:r>
      <w:r w:rsidR="00315B11">
        <w:t>’</w:t>
      </w:r>
      <w:r>
        <w:t>avoir aimé</w:t>
      </w:r>
      <w:r w:rsidR="00315B11">
        <w:t xml:space="preserve">, </w:t>
      </w:r>
      <w:r>
        <w:t>fût-ce un volage</w:t>
      </w:r>
      <w:r w:rsidR="00315B11">
        <w:t xml:space="preserve">, </w:t>
      </w:r>
      <w:r>
        <w:t>que de n</w:t>
      </w:r>
      <w:r w:rsidR="00315B11">
        <w:t>’</w:t>
      </w:r>
      <w:r>
        <w:t>avoir point aimé</w:t>
      </w:r>
      <w:r w:rsidR="00315B11">
        <w:t xml:space="preserve">. </w:t>
      </w:r>
      <w:r>
        <w:t>Tous ces beaux jours perdus dans une froide indifférence</w:t>
      </w:r>
      <w:r w:rsidR="00315B11">
        <w:t xml:space="preserve">, </w:t>
      </w:r>
      <w:r>
        <w:t>vous les regretterez</w:t>
      </w:r>
      <w:r w:rsidR="00315B11">
        <w:t xml:space="preserve">, </w:t>
      </w:r>
      <w:proofErr w:type="spellStart"/>
      <w:r>
        <w:t>Zaïde</w:t>
      </w:r>
      <w:proofErr w:type="spellEnd"/>
      <w:r w:rsidR="00315B11">
        <w:t xml:space="preserve">, </w:t>
      </w:r>
      <w:r>
        <w:t>mais en vain</w:t>
      </w:r>
      <w:r w:rsidR="00315B11">
        <w:t xml:space="preserve"> ; </w:t>
      </w:r>
      <w:r>
        <w:t>ils s</w:t>
      </w:r>
      <w:r w:rsidR="00315B11">
        <w:t>’</w:t>
      </w:r>
      <w:r>
        <w:t>envolent &amp; ne reviennent plus</w:t>
      </w:r>
      <w:r w:rsidR="00315B11">
        <w:t>.</w:t>
      </w:r>
    </w:p>
    <w:p w14:paraId="406862CD" w14:textId="1B412C7E" w:rsidR="004B02AC" w:rsidRDefault="004B02AC"/>
    <w:p w14:paraId="7FA325F0" w14:textId="775A3066" w:rsidR="004B02AC" w:rsidRPr="00315B11" w:rsidRDefault="00000000" w:rsidP="00315B11">
      <w:pPr>
        <w:ind w:firstLine="0"/>
        <w:jc w:val="center"/>
        <w:rPr>
          <w:i/>
          <w:iCs/>
        </w:rPr>
      </w:pPr>
      <w:r w:rsidRPr="00315B11">
        <w:rPr>
          <w:i/>
          <w:iCs/>
        </w:rPr>
        <w:t>D</w:t>
      </w:r>
      <w:r w:rsidR="00315B11" w:rsidRPr="00315B11">
        <w:rPr>
          <w:i/>
          <w:iCs/>
        </w:rPr>
        <w:t>’</w:t>
      </w:r>
      <w:r w:rsidRPr="00315B11">
        <w:rPr>
          <w:i/>
          <w:iCs/>
        </w:rPr>
        <w:t>une ardeur extrême</w:t>
      </w:r>
    </w:p>
    <w:p w14:paraId="1CF5E3C8" w14:textId="77777777" w:rsidR="00315B11" w:rsidRPr="00315B11" w:rsidRDefault="00000000" w:rsidP="00315B11">
      <w:pPr>
        <w:ind w:firstLine="0"/>
        <w:jc w:val="center"/>
        <w:rPr>
          <w:i/>
          <w:iCs/>
        </w:rPr>
      </w:pPr>
      <w:r w:rsidRPr="00315B11">
        <w:rPr>
          <w:i/>
          <w:iCs/>
        </w:rPr>
        <w:t>Le temps nous poursuit</w:t>
      </w:r>
      <w:r w:rsidR="00315B11" w:rsidRPr="00315B11">
        <w:rPr>
          <w:i/>
          <w:iCs/>
        </w:rPr>
        <w:t>.</w:t>
      </w:r>
    </w:p>
    <w:p w14:paraId="71D79FFC" w14:textId="77777777" w:rsidR="00315B11" w:rsidRPr="00315B11" w:rsidRDefault="00000000" w:rsidP="00315B11">
      <w:pPr>
        <w:ind w:firstLine="0"/>
        <w:jc w:val="center"/>
        <w:rPr>
          <w:i/>
          <w:iCs/>
        </w:rPr>
      </w:pPr>
      <w:r w:rsidRPr="00315B11">
        <w:rPr>
          <w:i/>
          <w:iCs/>
        </w:rPr>
        <w:t>Détruit par lui-même</w:t>
      </w:r>
      <w:r w:rsidR="00315B11" w:rsidRPr="00315B11">
        <w:rPr>
          <w:i/>
          <w:iCs/>
        </w:rPr>
        <w:t>,</w:t>
      </w:r>
    </w:p>
    <w:p w14:paraId="39F8FCF6" w14:textId="77777777" w:rsidR="00315B11" w:rsidRPr="00315B11" w:rsidRDefault="00000000" w:rsidP="00315B11">
      <w:pPr>
        <w:ind w:firstLine="0"/>
        <w:jc w:val="center"/>
        <w:rPr>
          <w:i/>
          <w:iCs/>
        </w:rPr>
      </w:pPr>
      <w:r w:rsidRPr="00315B11">
        <w:rPr>
          <w:i/>
          <w:iCs/>
        </w:rPr>
        <w:t>Par lui reproduit</w:t>
      </w:r>
      <w:r w:rsidR="00315B11" w:rsidRPr="00315B11">
        <w:rPr>
          <w:i/>
          <w:iCs/>
        </w:rPr>
        <w:t> :</w:t>
      </w:r>
    </w:p>
    <w:p w14:paraId="3850D47F" w14:textId="77777777" w:rsidR="00315B11" w:rsidRPr="00315B11" w:rsidRDefault="00000000" w:rsidP="00315B11">
      <w:pPr>
        <w:ind w:firstLine="0"/>
        <w:jc w:val="center"/>
        <w:rPr>
          <w:i/>
          <w:iCs/>
        </w:rPr>
      </w:pPr>
      <w:r w:rsidRPr="00315B11">
        <w:rPr>
          <w:i/>
          <w:iCs/>
        </w:rPr>
        <w:t>Plus léger qu</w:t>
      </w:r>
      <w:r w:rsidR="00315B11" w:rsidRPr="00315B11">
        <w:rPr>
          <w:i/>
          <w:iCs/>
        </w:rPr>
        <w:t>’</w:t>
      </w:r>
      <w:r w:rsidRPr="00315B11">
        <w:rPr>
          <w:i/>
          <w:iCs/>
        </w:rPr>
        <w:t>Éole</w:t>
      </w:r>
      <w:r w:rsidR="00315B11" w:rsidRPr="00315B11">
        <w:rPr>
          <w:i/>
          <w:iCs/>
        </w:rPr>
        <w:t>,</w:t>
      </w:r>
    </w:p>
    <w:p w14:paraId="3E251C27" w14:textId="77777777" w:rsidR="00315B11" w:rsidRPr="00315B11" w:rsidRDefault="00000000" w:rsidP="00315B11">
      <w:pPr>
        <w:ind w:firstLine="0"/>
        <w:jc w:val="center"/>
        <w:rPr>
          <w:i/>
          <w:iCs/>
        </w:rPr>
      </w:pPr>
      <w:r w:rsidRPr="00315B11">
        <w:rPr>
          <w:i/>
          <w:iCs/>
        </w:rPr>
        <w:t>Il naît &amp; s</w:t>
      </w:r>
      <w:r w:rsidR="00315B11" w:rsidRPr="00315B11">
        <w:rPr>
          <w:i/>
          <w:iCs/>
        </w:rPr>
        <w:t>’</w:t>
      </w:r>
      <w:r w:rsidRPr="00315B11">
        <w:rPr>
          <w:i/>
          <w:iCs/>
        </w:rPr>
        <w:t>envole</w:t>
      </w:r>
      <w:r w:rsidR="00315B11" w:rsidRPr="00315B11">
        <w:rPr>
          <w:i/>
          <w:iCs/>
        </w:rPr>
        <w:t>,</w:t>
      </w:r>
    </w:p>
    <w:p w14:paraId="35DD5ECE" w14:textId="77777777" w:rsidR="00315B11" w:rsidRDefault="00000000" w:rsidP="00315B11">
      <w:pPr>
        <w:ind w:firstLine="0"/>
        <w:jc w:val="center"/>
      </w:pPr>
      <w:r w:rsidRPr="00315B11">
        <w:rPr>
          <w:i/>
          <w:iCs/>
        </w:rPr>
        <w:t>Renaît &amp; s</w:t>
      </w:r>
      <w:r w:rsidR="00315B11" w:rsidRPr="00315B11">
        <w:rPr>
          <w:i/>
          <w:iCs/>
        </w:rPr>
        <w:t>’</w:t>
      </w:r>
      <w:r w:rsidRPr="00315B11">
        <w:rPr>
          <w:i/>
          <w:iCs/>
        </w:rPr>
        <w:t>enfuit</w:t>
      </w:r>
      <w:r w:rsidR="00315B11" w:rsidRPr="00315B11">
        <w:rPr>
          <w:i/>
          <w:iCs/>
        </w:rPr>
        <w:t>.</w:t>
      </w:r>
    </w:p>
    <w:p w14:paraId="50F536E2" w14:textId="77777777" w:rsidR="00315B11" w:rsidRDefault="00000000" w:rsidP="00315B11">
      <w:r>
        <w:t>Voyez ce jeune myrte</w:t>
      </w:r>
      <w:r w:rsidR="00315B11">
        <w:t xml:space="preserve"> ! </w:t>
      </w:r>
      <w:r>
        <w:t>sa vie est courte</w:t>
      </w:r>
      <w:r w:rsidR="00315B11">
        <w:t xml:space="preserve">, </w:t>
      </w:r>
      <w:r>
        <w:t>il sera bientôt flétri</w:t>
      </w:r>
      <w:r w:rsidR="00315B11">
        <w:t xml:space="preserve">. </w:t>
      </w:r>
      <w:r>
        <w:t>Mais il profite du peu de jours qui lui sont accordés</w:t>
      </w:r>
      <w:r w:rsidR="00315B11">
        <w:t xml:space="preserve"> ; </w:t>
      </w:r>
      <w:r>
        <w:t>il ne se refuse ni aux caresses de Flore</w:t>
      </w:r>
      <w:r w:rsidR="00315B11">
        <w:t xml:space="preserve">, </w:t>
      </w:r>
      <w:r>
        <w:t xml:space="preserve">ni aux douces haleines </w:t>
      </w:r>
      <w:r>
        <w:lastRenderedPageBreak/>
        <w:t>de Zéphire</w:t>
      </w:r>
      <w:r w:rsidR="00315B11">
        <w:t xml:space="preserve">. </w:t>
      </w:r>
      <w:r>
        <w:t>Imitons-le en tout</w:t>
      </w:r>
      <w:r w:rsidR="00315B11">
        <w:t xml:space="preserve">, </w:t>
      </w:r>
      <w:proofErr w:type="spellStart"/>
      <w:r>
        <w:t>Zaïde</w:t>
      </w:r>
      <w:proofErr w:type="spellEnd"/>
      <w:r w:rsidR="00315B11">
        <w:t xml:space="preserve">, </w:t>
      </w:r>
      <w:r>
        <w:t>&amp; que sa vie</w:t>
      </w:r>
      <w:r w:rsidR="00315B11">
        <w:t xml:space="preserve">, </w:t>
      </w:r>
      <w:r>
        <w:t>l</w:t>
      </w:r>
      <w:r w:rsidR="00315B11">
        <w:t>’</w:t>
      </w:r>
      <w:r>
        <w:t>image de la nôtre par la durée</w:t>
      </w:r>
      <w:r w:rsidR="00315B11">
        <w:t xml:space="preserve">, </w:t>
      </w:r>
      <w:r>
        <w:t>le soit encore par les plaisirs</w:t>
      </w:r>
      <w:r w:rsidR="00315B11">
        <w:t>.</w:t>
      </w:r>
    </w:p>
    <w:p w14:paraId="4F1D4030" w14:textId="77777777" w:rsidR="00315B11" w:rsidRDefault="00000000" w:rsidP="00315B11">
      <w:r>
        <w:t>Jeune Cloé</w:t>
      </w:r>
      <w:r w:rsidR="00315B11">
        <w:t xml:space="preserve">, </w:t>
      </w:r>
      <w:r>
        <w:t>vous me fuyez</w:t>
      </w:r>
      <w:r w:rsidR="00315B11">
        <w:t xml:space="preserve">… </w:t>
      </w:r>
      <w:r>
        <w:t>En vain je vous appelle</w:t>
      </w:r>
      <w:r w:rsidR="00315B11">
        <w:t xml:space="preserve">, </w:t>
      </w:r>
      <w:r>
        <w:t>en vain je vous poursuis</w:t>
      </w:r>
      <w:r w:rsidR="00315B11">
        <w:t xml:space="preserve">… </w:t>
      </w:r>
      <w:r>
        <w:t>Déjà tous vos charmes se dérobent à ma vue</w:t>
      </w:r>
      <w:r w:rsidR="00315B11">
        <w:t xml:space="preserve">… </w:t>
      </w:r>
      <w:r>
        <w:t>rassurons-nous</w:t>
      </w:r>
      <w:r w:rsidR="00315B11">
        <w:t xml:space="preserve">… </w:t>
      </w:r>
      <w:r>
        <w:t>Les coquettes ne font que semblant de se cacher</w:t>
      </w:r>
      <w:r w:rsidR="00315B11">
        <w:t>.</w:t>
      </w:r>
    </w:p>
    <w:p w14:paraId="5F500A73" w14:textId="77777777" w:rsidR="00315B11" w:rsidRDefault="00000000" w:rsidP="00315B11">
      <w:r>
        <w:t>À ces jeux que Virgile a si bien peints</w:t>
      </w:r>
      <w:r w:rsidR="00315B11">
        <w:t xml:space="preserve">, </w:t>
      </w:r>
      <w:r>
        <w:t>qui ne voit les ruses &amp; toute la coquetterie d</w:t>
      </w:r>
      <w:r w:rsidR="00315B11">
        <w:t>’</w:t>
      </w:r>
      <w:r>
        <w:t>amour</w:t>
      </w:r>
      <w:r w:rsidR="00315B11">
        <w:t xml:space="preserve"> ? </w:t>
      </w:r>
      <w:r>
        <w:t xml:space="preserve">Vous croyez le prendre sur des </w:t>
      </w:r>
      <w:proofErr w:type="spellStart"/>
      <w:r>
        <w:t>levres</w:t>
      </w:r>
      <w:proofErr w:type="spellEnd"/>
      <w:r>
        <w:t xml:space="preserve"> vermeilles</w:t>
      </w:r>
      <w:r w:rsidR="00315B11">
        <w:t xml:space="preserve"> ! </w:t>
      </w:r>
      <w:r>
        <w:t>L</w:t>
      </w:r>
      <w:r w:rsidR="00315B11">
        <w:t>’</w:t>
      </w:r>
      <w:r>
        <w:t>enfant qu</w:t>
      </w:r>
      <w:r w:rsidR="00315B11">
        <w:t>’</w:t>
      </w:r>
      <w:r>
        <w:t>il est</w:t>
      </w:r>
      <w:r w:rsidR="00315B11">
        <w:t xml:space="preserve">, </w:t>
      </w:r>
      <w:r>
        <w:t>s</w:t>
      </w:r>
      <w:r w:rsidR="00315B11">
        <w:t>’</w:t>
      </w:r>
      <w:r>
        <w:t>y croit trop à découvert</w:t>
      </w:r>
      <w:r w:rsidR="00315B11">
        <w:t xml:space="preserve"> ! </w:t>
      </w:r>
      <w:r>
        <w:t>il se sauve</w:t>
      </w:r>
      <w:r w:rsidR="00315B11">
        <w:t xml:space="preserve"> ; </w:t>
      </w:r>
      <w:r>
        <w:t>il s</w:t>
      </w:r>
      <w:r w:rsidR="00315B11">
        <w:t>’</w:t>
      </w:r>
      <w:r>
        <w:t>enfuit</w:t>
      </w:r>
      <w:r w:rsidR="00315B11">
        <w:t xml:space="preserve">. </w:t>
      </w:r>
      <w:r>
        <w:t>Jeune Aurore</w:t>
      </w:r>
      <w:r w:rsidR="00315B11">
        <w:t xml:space="preserve">, </w:t>
      </w:r>
      <w:r>
        <w:t>il est déjà dans les boucles de vos beaux cheveux</w:t>
      </w:r>
      <w:r w:rsidR="00315B11">
        <w:t xml:space="preserve"> ; </w:t>
      </w:r>
      <w:r>
        <w:t>comme il s</w:t>
      </w:r>
      <w:r w:rsidR="00315B11">
        <w:t>’</w:t>
      </w:r>
      <w:r>
        <w:t>y joue avec un souffle badin d</w:t>
      </w:r>
      <w:r w:rsidR="00315B11">
        <w:t>’</w:t>
      </w:r>
      <w:r>
        <w:t>une épaule à l</w:t>
      </w:r>
      <w:r w:rsidR="00315B11">
        <w:t>’</w:t>
      </w:r>
      <w:r>
        <w:t>autre</w:t>
      </w:r>
      <w:r w:rsidR="00315B11">
        <w:t xml:space="preserve"> ! </w:t>
      </w:r>
      <w:r>
        <w:t>Que j</w:t>
      </w:r>
      <w:r w:rsidR="00315B11">
        <w:t>’</w:t>
      </w:r>
      <w:r>
        <w:t>aime à le voir</w:t>
      </w:r>
      <w:r w:rsidR="00315B11">
        <w:t xml:space="preserve">, </w:t>
      </w:r>
      <w:r>
        <w:t>las de voltiger comme un oiseau du lys à la rose &amp; de l</w:t>
      </w:r>
      <w:r w:rsidR="00315B11">
        <w:t>’</w:t>
      </w:r>
      <w:r>
        <w:t>ivoire au corail</w:t>
      </w:r>
      <w:r w:rsidR="00315B11">
        <w:t xml:space="preserve">, </w:t>
      </w:r>
      <w:r>
        <w:t>se reposer enfin sur votre belle gorge</w:t>
      </w:r>
      <w:r w:rsidR="00315B11">
        <w:t xml:space="preserve"> ! </w:t>
      </w:r>
      <w:r>
        <w:t>On l</w:t>
      </w:r>
      <w:r w:rsidR="00315B11">
        <w:t>’</w:t>
      </w:r>
      <w:r>
        <w:t>y poursuit</w:t>
      </w:r>
      <w:r w:rsidR="00315B11">
        <w:t xml:space="preserve">, </w:t>
      </w:r>
      <w:r>
        <w:t>il n</w:t>
      </w:r>
      <w:r w:rsidR="00315B11">
        <w:t>’</w:t>
      </w:r>
      <w:r>
        <w:t>y est déjà plus</w:t>
      </w:r>
      <w:r w:rsidR="00315B11">
        <w:t xml:space="preserve">. </w:t>
      </w:r>
      <w:r>
        <w:t>Par où s</w:t>
      </w:r>
      <w:r w:rsidR="00315B11">
        <w:t>’</w:t>
      </w:r>
      <w:r>
        <w:t>est-il glissé</w:t>
      </w:r>
      <w:r w:rsidR="00315B11">
        <w:t xml:space="preserve"> ? </w:t>
      </w:r>
      <w:r>
        <w:t>Où se cache-t-il</w:t>
      </w:r>
      <w:r w:rsidR="00315B11">
        <w:t xml:space="preserve"> ? </w:t>
      </w:r>
      <w:proofErr w:type="spellStart"/>
      <w:r>
        <w:t>Par-tout</w:t>
      </w:r>
      <w:proofErr w:type="spellEnd"/>
      <w:r>
        <w:t xml:space="preserve"> où habite la beauté</w:t>
      </w:r>
      <w:r w:rsidR="00315B11">
        <w:t xml:space="preserve">. </w:t>
      </w:r>
      <w:r>
        <w:t>Il s</w:t>
      </w:r>
      <w:r w:rsidR="00315B11">
        <w:t>’</w:t>
      </w:r>
      <w:r>
        <w:t xml:space="preserve">est fait une </w:t>
      </w:r>
      <w:proofErr w:type="spellStart"/>
      <w:r>
        <w:t>derniere</w:t>
      </w:r>
      <w:proofErr w:type="spellEnd"/>
      <w:r>
        <w:t xml:space="preserve"> retraite</w:t>
      </w:r>
      <w:r w:rsidR="00315B11">
        <w:t xml:space="preserve">, </w:t>
      </w:r>
      <w:r>
        <w:t>c</w:t>
      </w:r>
      <w:r w:rsidR="00315B11">
        <w:t>’</w:t>
      </w:r>
      <w:r>
        <w:t>est là qu</w:t>
      </w:r>
      <w:r w:rsidR="00315B11">
        <w:t>’</w:t>
      </w:r>
      <w:r>
        <w:t>il aime s</w:t>
      </w:r>
      <w:r w:rsidR="00315B11">
        <w:t>’</w:t>
      </w:r>
      <w:r>
        <w:t>arrêter</w:t>
      </w:r>
      <w:r w:rsidR="00315B11">
        <w:t>, « </w:t>
      </w:r>
      <w:r>
        <w:t>comme une tendre fauvette sur ses petits</w:t>
      </w:r>
      <w:r w:rsidR="00315B11">
        <w:t xml:space="preserve"> ». </w:t>
      </w:r>
      <w:r>
        <w:t>Poursuivez-le encore</w:t>
      </w:r>
      <w:r w:rsidR="00315B11">
        <w:t xml:space="preserve"> : </w:t>
      </w:r>
      <w:r>
        <w:t>à l</w:t>
      </w:r>
      <w:r w:rsidR="00315B11">
        <w:t>’</w:t>
      </w:r>
      <w:r>
        <w:t xml:space="preserve">air dont il demande </w:t>
      </w:r>
      <w:proofErr w:type="spellStart"/>
      <w:r>
        <w:t>grace</w:t>
      </w:r>
      <w:proofErr w:type="spellEnd"/>
      <w:r w:rsidR="00315B11">
        <w:t xml:space="preserve">, </w:t>
      </w:r>
      <w:r>
        <w:t>qu</w:t>
      </w:r>
      <w:r w:rsidR="00315B11">
        <w:t>’</w:t>
      </w:r>
      <w:r>
        <w:t>on voit bien qu</w:t>
      </w:r>
      <w:r w:rsidR="00315B11">
        <w:t>’</w:t>
      </w:r>
      <w:r>
        <w:t>il n</w:t>
      </w:r>
      <w:r w:rsidR="00315B11">
        <w:t>’</w:t>
      </w:r>
      <w:r>
        <w:t>en veut point avoir</w:t>
      </w:r>
      <w:r w:rsidR="00315B11">
        <w:t xml:space="preserve"> ! </w:t>
      </w:r>
      <w:r>
        <w:t xml:space="preserve">Il ne semble se fixer au </w:t>
      </w:r>
      <w:proofErr w:type="spellStart"/>
      <w:r>
        <w:t>siege</w:t>
      </w:r>
      <w:proofErr w:type="spellEnd"/>
      <w:r>
        <w:t xml:space="preserve"> de la volupté</w:t>
      </w:r>
      <w:r w:rsidR="00315B11">
        <w:t xml:space="preserve">, </w:t>
      </w:r>
      <w:r>
        <w:t>il n</w:t>
      </w:r>
      <w:r w:rsidR="00315B11">
        <w:t>’</w:t>
      </w:r>
      <w:r>
        <w:t>est bien aise que son empire ait des bornes</w:t>
      </w:r>
      <w:r w:rsidR="00315B11">
        <w:t xml:space="preserve">, </w:t>
      </w:r>
      <w:r>
        <w:t>que pour avoir le plaisir de s</w:t>
      </w:r>
      <w:r w:rsidR="00315B11">
        <w:t>’</w:t>
      </w:r>
      <w:r>
        <w:t>y laisser prendre</w:t>
      </w:r>
      <w:r w:rsidR="00315B11">
        <w:t xml:space="preserve">, </w:t>
      </w:r>
      <w:r>
        <w:t>&amp; ne pas manquer d</w:t>
      </w:r>
      <w:r w:rsidR="00315B11">
        <w:t>’</w:t>
      </w:r>
      <w:r>
        <w:t>excuse</w:t>
      </w:r>
      <w:r w:rsidR="00315B11">
        <w:t>.</w:t>
      </w:r>
    </w:p>
    <w:p w14:paraId="50D9E984" w14:textId="77777777" w:rsidR="00315B11" w:rsidRDefault="00000000" w:rsidP="00315B11">
      <w:r>
        <w:t>Transportons-nous à l</w:t>
      </w:r>
      <w:r w:rsidR="00315B11">
        <w:t>’</w:t>
      </w:r>
      <w:r>
        <w:t>opéra</w:t>
      </w:r>
      <w:r w:rsidR="00315B11">
        <w:t xml:space="preserve"> ; </w:t>
      </w:r>
      <w:r>
        <w:t>la volupté n</w:t>
      </w:r>
      <w:r w:rsidR="00315B11">
        <w:t>’</w:t>
      </w:r>
      <w:r>
        <w:t>a point de temple plus magnifique</w:t>
      </w:r>
      <w:r w:rsidR="00315B11">
        <w:t xml:space="preserve">, </w:t>
      </w:r>
      <w:r>
        <w:t>ni plus fréquenté</w:t>
      </w:r>
      <w:r w:rsidR="00315B11">
        <w:t xml:space="preserve">. </w:t>
      </w:r>
      <w:r>
        <w:t>Quelles sont ces deux danseuses autour de l</w:t>
      </w:r>
      <w:r w:rsidR="00315B11">
        <w:t>’</w:t>
      </w:r>
      <w:r>
        <w:t>arche de Jephté</w:t>
      </w:r>
      <w:r w:rsidR="00315B11">
        <w:t xml:space="preserve"> ? </w:t>
      </w:r>
      <w:r>
        <w:t>Dans l</w:t>
      </w:r>
      <w:r w:rsidR="00315B11">
        <w:t>’</w:t>
      </w:r>
      <w:r>
        <w:t>une</w:t>
      </w:r>
      <w:r w:rsidR="00315B11">
        <w:t xml:space="preserve">, </w:t>
      </w:r>
      <w:r>
        <w:t>quelle agilité</w:t>
      </w:r>
      <w:r w:rsidR="00315B11">
        <w:t xml:space="preserve">, </w:t>
      </w:r>
      <w:r>
        <w:t>quelle force</w:t>
      </w:r>
      <w:r w:rsidR="00315B11">
        <w:t xml:space="preserve">, </w:t>
      </w:r>
      <w:r>
        <w:t>quelle précision</w:t>
      </w:r>
      <w:r w:rsidR="00315B11">
        <w:t xml:space="preserve"> ! </w:t>
      </w:r>
      <w:r>
        <w:t xml:space="preserve">Le plaisir la suit avec les jeux </w:t>
      </w:r>
      <w:r>
        <w:rPr>
          <w:bCs/>
        </w:rPr>
        <w:t xml:space="preserve">&amp; </w:t>
      </w:r>
      <w:r>
        <w:t>les ris</w:t>
      </w:r>
      <w:r w:rsidR="00315B11">
        <w:t xml:space="preserve">, </w:t>
      </w:r>
      <w:r>
        <w:t>son escorte ordinaire</w:t>
      </w:r>
      <w:r w:rsidR="00315B11">
        <w:t xml:space="preserve"> : </w:t>
      </w:r>
      <w:r>
        <w:t>l</w:t>
      </w:r>
      <w:r w:rsidR="00315B11">
        <w:t>’</w:t>
      </w:r>
      <w:r>
        <w:t>autre</w:t>
      </w:r>
      <w:r w:rsidR="00315B11">
        <w:t xml:space="preserve">, </w:t>
      </w:r>
      <w:r>
        <w:t>moins étonnante</w:t>
      </w:r>
      <w:r w:rsidR="00315B11">
        <w:t xml:space="preserve">, </w:t>
      </w:r>
      <w:r>
        <w:t>séduit plus</w:t>
      </w:r>
      <w:r w:rsidR="00315B11">
        <w:t xml:space="preserve"> ; </w:t>
      </w:r>
      <w:r>
        <w:t xml:space="preserve">ses pas sont mesurés par les </w:t>
      </w:r>
      <w:proofErr w:type="spellStart"/>
      <w:r>
        <w:t>graces</w:t>
      </w:r>
      <w:proofErr w:type="spellEnd"/>
      <w:r>
        <w:t xml:space="preserve"> </w:t>
      </w:r>
      <w:r>
        <w:rPr>
          <w:bCs/>
        </w:rPr>
        <w:t xml:space="preserve">&amp; </w:t>
      </w:r>
      <w:r>
        <w:t>composés par les amours</w:t>
      </w:r>
      <w:r w:rsidR="00315B11">
        <w:t xml:space="preserve">. </w:t>
      </w:r>
      <w:r>
        <w:t>Quelle moëlle</w:t>
      </w:r>
      <w:r w:rsidR="00315B11">
        <w:t xml:space="preserve">, </w:t>
      </w:r>
      <w:r>
        <w:t>quelle douceur</w:t>
      </w:r>
      <w:r w:rsidR="00315B11">
        <w:t xml:space="preserve"> ! </w:t>
      </w:r>
      <w:r>
        <w:t>L</w:t>
      </w:r>
      <w:r w:rsidR="00315B11">
        <w:t>’</w:t>
      </w:r>
      <w:r>
        <w:t xml:space="preserve">une est </w:t>
      </w:r>
      <w:proofErr w:type="spellStart"/>
      <w:r>
        <w:t>brilliante</w:t>
      </w:r>
      <w:proofErr w:type="spellEnd"/>
      <w:r w:rsidR="00315B11">
        <w:t xml:space="preserve">, </w:t>
      </w:r>
      <w:proofErr w:type="spellStart"/>
      <w:r>
        <w:t>légere</w:t>
      </w:r>
      <w:proofErr w:type="spellEnd"/>
      <w:r w:rsidR="00315B11">
        <w:t xml:space="preserve">, </w:t>
      </w:r>
      <w:r>
        <w:t>nouvelle</w:t>
      </w:r>
      <w:r w:rsidR="00315B11">
        <w:t xml:space="preserve"> ; </w:t>
      </w:r>
      <w:r>
        <w:t>l</w:t>
      </w:r>
      <w:r w:rsidR="00315B11">
        <w:t>’</w:t>
      </w:r>
      <w:r>
        <w:t xml:space="preserve">autre </w:t>
      </w:r>
      <w:r>
        <w:rPr>
          <w:bCs/>
        </w:rPr>
        <w:t xml:space="preserve">est </w:t>
      </w:r>
      <w:r>
        <w:t>ravissante</w:t>
      </w:r>
      <w:r w:rsidR="00315B11">
        <w:t xml:space="preserve">, </w:t>
      </w:r>
      <w:r>
        <w:t>inimitable</w:t>
      </w:r>
      <w:r w:rsidR="00315B11">
        <w:t xml:space="preserve">. </w:t>
      </w:r>
      <w:r>
        <w:t>Si Camargo est au rang des nymphes</w:t>
      </w:r>
      <w:r w:rsidR="00315B11">
        <w:t xml:space="preserve">, </w:t>
      </w:r>
      <w:r>
        <w:t xml:space="preserve">vertueuse </w:t>
      </w:r>
      <w:r>
        <w:lastRenderedPageBreak/>
        <w:t>Salé</w:t>
      </w:r>
      <w:r w:rsidR="00315B11">
        <w:t xml:space="preserve">, </w:t>
      </w:r>
      <w:r>
        <w:t xml:space="preserve">vous ornerez le chœur des </w:t>
      </w:r>
      <w:proofErr w:type="spellStart"/>
      <w:r>
        <w:t>graces</w:t>
      </w:r>
      <w:proofErr w:type="spellEnd"/>
      <w:r w:rsidR="00315B11">
        <w:t xml:space="preserve">. </w:t>
      </w:r>
      <w:r>
        <w:t>Divine enchanteresse</w:t>
      </w:r>
      <w:r w:rsidR="00315B11">
        <w:t xml:space="preserve">, </w:t>
      </w:r>
      <w:r>
        <w:t xml:space="preserve">quelle </w:t>
      </w:r>
      <w:proofErr w:type="spellStart"/>
      <w:r>
        <w:t>ame</w:t>
      </w:r>
      <w:proofErr w:type="spellEnd"/>
      <w:r>
        <w:t xml:space="preserve"> de bronze n</w:t>
      </w:r>
      <w:r w:rsidR="00315B11">
        <w:t>’</w:t>
      </w:r>
      <w:r>
        <w:t xml:space="preserve">est pas pénétrée de la mollesse de tes </w:t>
      </w:r>
      <w:proofErr w:type="spellStart"/>
      <w:r>
        <w:t>mouvemens</w:t>
      </w:r>
      <w:proofErr w:type="spellEnd"/>
      <w:r w:rsidR="00315B11">
        <w:t xml:space="preserve"> ? </w:t>
      </w:r>
      <w:r>
        <w:t>Étends</w:t>
      </w:r>
      <w:r w:rsidR="00315B11">
        <w:t xml:space="preserve">, </w:t>
      </w:r>
      <w:r>
        <w:t>déploie seulement tes beaux bras</w:t>
      </w:r>
      <w:r w:rsidR="00315B11">
        <w:t xml:space="preserve">, </w:t>
      </w:r>
      <w:r>
        <w:t>&amp; tout Paris est plus enchanté qu</w:t>
      </w:r>
      <w:r w:rsidR="00315B11">
        <w:t>’</w:t>
      </w:r>
      <w:r>
        <w:t>Amadis même</w:t>
      </w:r>
      <w:r w:rsidR="00315B11">
        <w:t> !</w:t>
      </w:r>
    </w:p>
    <w:p w14:paraId="02675BA5" w14:textId="77777777" w:rsidR="00315B11" w:rsidRDefault="00000000" w:rsidP="00315B11">
      <w:r>
        <w:t xml:space="preserve">Nouvelle </w:t>
      </w:r>
      <w:proofErr w:type="spellStart"/>
      <w:r>
        <w:t>Terpsicore</w:t>
      </w:r>
      <w:proofErr w:type="spellEnd"/>
      <w:r w:rsidR="00315B11">
        <w:t xml:space="preserve">, </w:t>
      </w:r>
      <w:r>
        <w:t>je n</w:t>
      </w:r>
      <w:r w:rsidR="00315B11">
        <w:t>’</w:t>
      </w:r>
      <w:r>
        <w:t>ai point à regretter ce genre de plaisirs</w:t>
      </w:r>
      <w:r w:rsidR="00315B11">
        <w:t xml:space="preserve">. </w:t>
      </w:r>
      <w:r>
        <w:t xml:space="preserve">Sage </w:t>
      </w:r>
      <w:r>
        <w:rPr>
          <w:bCs/>
        </w:rPr>
        <w:t>C***</w:t>
      </w:r>
      <w:r w:rsidR="00315B11">
        <w:rPr>
          <w:bCs/>
        </w:rPr>
        <w:t xml:space="preserve">, </w:t>
      </w:r>
      <w:r>
        <w:t>vous avez plus d</w:t>
      </w:r>
      <w:r w:rsidR="00315B11">
        <w:t>’</w:t>
      </w:r>
      <w:r>
        <w:t>art</w:t>
      </w:r>
      <w:r w:rsidR="00315B11">
        <w:t xml:space="preserve">, </w:t>
      </w:r>
      <w:r>
        <w:t xml:space="preserve">sans manquer de </w:t>
      </w:r>
      <w:proofErr w:type="spellStart"/>
      <w:r>
        <w:t>graces</w:t>
      </w:r>
      <w:proofErr w:type="spellEnd"/>
      <w:r w:rsidR="00315B11">
        <w:t xml:space="preserve">. </w:t>
      </w:r>
      <w:r>
        <w:t>D***</w:t>
      </w:r>
      <w:r w:rsidR="00315B11">
        <w:t xml:space="preserve">, </w:t>
      </w:r>
      <w:r>
        <w:t xml:space="preserve">charmante D*** vous avez plus de </w:t>
      </w:r>
      <w:proofErr w:type="spellStart"/>
      <w:r>
        <w:t>graces</w:t>
      </w:r>
      <w:proofErr w:type="spellEnd"/>
      <w:r w:rsidR="00315B11">
        <w:t xml:space="preserve">, </w:t>
      </w:r>
      <w:r>
        <w:t>sans manquer d</w:t>
      </w:r>
      <w:r w:rsidR="00315B11">
        <w:t>’</w:t>
      </w:r>
      <w:r>
        <w:t>art</w:t>
      </w:r>
      <w:r w:rsidR="00315B11">
        <w:t xml:space="preserve">. </w:t>
      </w:r>
      <w:r>
        <w:t>Brillantes rivales</w:t>
      </w:r>
      <w:r w:rsidR="00315B11">
        <w:t xml:space="preserve">, </w:t>
      </w:r>
      <w:r>
        <w:t>vous faites l</w:t>
      </w:r>
      <w:r w:rsidR="00315B11">
        <w:t>’</w:t>
      </w:r>
      <w:r>
        <w:t xml:space="preserve">une </w:t>
      </w:r>
      <w:r>
        <w:rPr>
          <w:bCs/>
        </w:rPr>
        <w:t xml:space="preserve">&amp; </w:t>
      </w:r>
      <w:r>
        <w:t>l</w:t>
      </w:r>
      <w:r w:rsidR="00315B11">
        <w:t>’</w:t>
      </w:r>
      <w:r>
        <w:t>autre l</w:t>
      </w:r>
      <w:r w:rsidR="00315B11">
        <w:t>’</w:t>
      </w:r>
      <w:r>
        <w:t>honneur des ballets d</w:t>
      </w:r>
      <w:r w:rsidR="00315B11">
        <w:t>’</w:t>
      </w:r>
      <w:r>
        <w:t>Apollon</w:t>
      </w:r>
      <w:r w:rsidR="00315B11">
        <w:t>.</w:t>
      </w:r>
    </w:p>
    <w:p w14:paraId="1B8C6E4F" w14:textId="77777777" w:rsidR="00315B11" w:rsidRDefault="00000000" w:rsidP="00315B11">
      <w:r>
        <w:t>Qu</w:t>
      </w:r>
      <w:r w:rsidR="00315B11">
        <w:t>’</w:t>
      </w:r>
      <w:r>
        <w:t>entends-je</w:t>
      </w:r>
      <w:r w:rsidR="00315B11">
        <w:t xml:space="preserve"> ! </w:t>
      </w:r>
      <w:r>
        <w:t xml:space="preserve">Le dieu du chant </w:t>
      </w:r>
      <w:proofErr w:type="spellStart"/>
      <w:r>
        <w:t>seroit-il</w:t>
      </w:r>
      <w:proofErr w:type="spellEnd"/>
      <w:r>
        <w:t xml:space="preserve"> descendu sur la terre</w:t>
      </w:r>
      <w:r w:rsidR="00315B11">
        <w:t xml:space="preserve"> ! </w:t>
      </w:r>
      <w:r>
        <w:t>Quels sons</w:t>
      </w:r>
      <w:r w:rsidR="00315B11">
        <w:t xml:space="preserve"> ! </w:t>
      </w:r>
      <w:r>
        <w:t>quel désespoir</w:t>
      </w:r>
      <w:r w:rsidR="00315B11">
        <w:t xml:space="preserve"> ! </w:t>
      </w:r>
      <w:r>
        <w:t>Quels cris</w:t>
      </w:r>
      <w:r w:rsidR="00315B11">
        <w:t xml:space="preserve"> ! </w:t>
      </w:r>
      <w:r>
        <w:t xml:space="preserve">Nouvel </w:t>
      </w:r>
      <w:proofErr w:type="spellStart"/>
      <w:r>
        <w:t>Atis</w:t>
      </w:r>
      <w:proofErr w:type="spellEnd"/>
      <w:r w:rsidR="00315B11">
        <w:t xml:space="preserve">, </w:t>
      </w:r>
      <w:r>
        <w:t xml:space="preserve">aimable </w:t>
      </w:r>
      <w:proofErr w:type="spellStart"/>
      <w:r>
        <w:t>Jéliote</w:t>
      </w:r>
      <w:proofErr w:type="spellEnd"/>
      <w:r w:rsidR="00315B11">
        <w:t xml:space="preserve"> ! </w:t>
      </w:r>
      <w:r>
        <w:t>sers-toi de tout l</w:t>
      </w:r>
      <w:r w:rsidR="00315B11">
        <w:t>’</w:t>
      </w:r>
      <w:r>
        <w:t>empire que tu as sur les cœurs sensibles</w:t>
      </w:r>
      <w:r w:rsidR="00315B11">
        <w:t xml:space="preserve"> : </w:t>
      </w:r>
      <w:r>
        <w:t>non jamais la puissance d</w:t>
      </w:r>
      <w:r w:rsidR="00315B11">
        <w:t>’</w:t>
      </w:r>
      <w:r>
        <w:t>Orphée n</w:t>
      </w:r>
      <w:r w:rsidR="00315B11">
        <w:t>’</w:t>
      </w:r>
      <w:r>
        <w:t>égala la tienne</w:t>
      </w:r>
      <w:r w:rsidR="00315B11">
        <w:t xml:space="preserve"> ! </w:t>
      </w:r>
      <w:r>
        <w:t>Et toi</w:t>
      </w:r>
      <w:r w:rsidR="00315B11">
        <w:t xml:space="preserve">, </w:t>
      </w:r>
      <w:r>
        <w:t>frêle &amp; surprenante machine</w:t>
      </w:r>
      <w:r w:rsidR="00315B11">
        <w:t xml:space="preserve">, </w:t>
      </w:r>
      <w:r>
        <w:t>qui n</w:t>
      </w:r>
      <w:r w:rsidR="00315B11">
        <w:t>’</w:t>
      </w:r>
      <w:r>
        <w:t xml:space="preserve">as point été </w:t>
      </w:r>
      <w:r>
        <w:rPr>
          <w:iCs/>
        </w:rPr>
        <w:t xml:space="preserve">faite </w:t>
      </w:r>
      <w:r>
        <w:t>pour penser</w:t>
      </w:r>
      <w:r w:rsidR="00315B11">
        <w:t xml:space="preserve">, </w:t>
      </w:r>
      <w:r>
        <w:t>le Maure</w:t>
      </w:r>
      <w:r w:rsidR="00315B11">
        <w:t xml:space="preserve">, </w:t>
      </w:r>
      <w:r>
        <w:t>remercie l</w:t>
      </w:r>
      <w:r w:rsidR="00315B11">
        <w:t>’</w:t>
      </w:r>
      <w:r>
        <w:t>amour de t</w:t>
      </w:r>
      <w:r w:rsidR="00315B11">
        <w:t>’</w:t>
      </w:r>
      <w:r>
        <w:t>avoir organisée pour chanter</w:t>
      </w:r>
      <w:r w:rsidR="00315B11">
        <w:t xml:space="preserve"> ; </w:t>
      </w:r>
      <w:r>
        <w:t xml:space="preserve">tu ravis nos </w:t>
      </w:r>
      <w:proofErr w:type="spellStart"/>
      <w:r>
        <w:t>ames</w:t>
      </w:r>
      <w:proofErr w:type="spellEnd"/>
      <w:r>
        <w:t xml:space="preserve"> par les sons de ta voix</w:t>
      </w:r>
      <w:r w:rsidR="00315B11">
        <w:t> !</w:t>
      </w:r>
    </w:p>
    <w:p w14:paraId="7822EDD1" w14:textId="77777777" w:rsidR="00315B11" w:rsidRDefault="00000000" w:rsidP="00315B11">
      <w:r>
        <w:t>De combien de façons n</w:t>
      </w:r>
      <w:r w:rsidR="00315B11">
        <w:t>’</w:t>
      </w:r>
      <w:r>
        <w:t>intéresses-tu pas nos cœurs</w:t>
      </w:r>
      <w:r w:rsidR="00315B11">
        <w:t xml:space="preserve">, </w:t>
      </w:r>
      <w:r>
        <w:t>puissante Vénus</w:t>
      </w:r>
      <w:r w:rsidR="00315B11">
        <w:t xml:space="preserve">, </w:t>
      </w:r>
      <w:proofErr w:type="spellStart"/>
      <w:r>
        <w:t>lors</w:t>
      </w:r>
      <w:proofErr w:type="spellEnd"/>
      <w:r>
        <w:t xml:space="preserve"> même que tu persécutes une malheureuse</w:t>
      </w:r>
      <w:r w:rsidR="00315B11">
        <w:t xml:space="preserve">, </w:t>
      </w:r>
      <w:r>
        <w:t>dont le crime est celui des dieux</w:t>
      </w:r>
      <w:r w:rsidR="00315B11">
        <w:t xml:space="preserve"> ! </w:t>
      </w:r>
      <w:r>
        <w:t>Mérope</w:t>
      </w:r>
      <w:r w:rsidR="00315B11">
        <w:t xml:space="preserve">, </w:t>
      </w:r>
      <w:proofErr w:type="spellStart"/>
      <w:r>
        <w:t>mere</w:t>
      </w:r>
      <w:proofErr w:type="spellEnd"/>
      <w:r>
        <w:t xml:space="preserve"> incomparable</w:t>
      </w:r>
      <w:r w:rsidR="00315B11">
        <w:t xml:space="preserve">, </w:t>
      </w:r>
      <w:r>
        <w:rPr>
          <w:iCs/>
        </w:rPr>
        <w:t xml:space="preserve">ta </w:t>
      </w:r>
      <w:r>
        <w:t>tendresse est éperdue</w:t>
      </w:r>
      <w:r w:rsidR="00315B11">
        <w:t xml:space="preserve">, </w:t>
      </w:r>
      <w:r>
        <w:t>c</w:t>
      </w:r>
      <w:r w:rsidR="00315B11">
        <w:t>’</w:t>
      </w:r>
      <w:r>
        <w:t>est presque de l</w:t>
      </w:r>
      <w:r w:rsidR="00315B11">
        <w:t>’</w:t>
      </w:r>
      <w:r>
        <w:t>amour</w:t>
      </w:r>
      <w:r w:rsidR="00315B11">
        <w:t xml:space="preserve">. </w:t>
      </w:r>
      <w:r>
        <w:t>Je ne t</w:t>
      </w:r>
      <w:r w:rsidR="00315B11">
        <w:t>’</w:t>
      </w:r>
      <w:r>
        <w:t>oublie point</w:t>
      </w:r>
      <w:r w:rsidR="00315B11">
        <w:t xml:space="preserve">, </w:t>
      </w:r>
      <w:r>
        <w:t>adorable Zaïre</w:t>
      </w:r>
      <w:r w:rsidR="00315B11">
        <w:t xml:space="preserve">, </w:t>
      </w:r>
      <w:r>
        <w:t>j</w:t>
      </w:r>
      <w:r w:rsidR="00315B11">
        <w:t>’</w:t>
      </w:r>
      <w:r>
        <w:t>ai pour toi les yeux d</w:t>
      </w:r>
      <w:r w:rsidR="00315B11">
        <w:t>’</w:t>
      </w:r>
      <w:proofErr w:type="spellStart"/>
      <w:r>
        <w:t>Orosmane</w:t>
      </w:r>
      <w:proofErr w:type="spellEnd"/>
      <w:r w:rsidR="00315B11">
        <w:t xml:space="preserve"> ; </w:t>
      </w:r>
      <w:r>
        <w:t>oui</w:t>
      </w:r>
      <w:r w:rsidR="00315B11">
        <w:t xml:space="preserve">, </w:t>
      </w:r>
      <w:r>
        <w:t xml:space="preserve">tu </w:t>
      </w:r>
      <w:proofErr w:type="spellStart"/>
      <w:r>
        <w:t>étois</w:t>
      </w:r>
      <w:proofErr w:type="spellEnd"/>
      <w:r>
        <w:t xml:space="preserve"> digne d</w:t>
      </w:r>
      <w:r w:rsidR="00315B11">
        <w:t>’</w:t>
      </w:r>
      <w:r>
        <w:t>un plus heureux destin</w:t>
      </w:r>
      <w:r w:rsidR="00315B11">
        <w:t xml:space="preserve">. </w:t>
      </w:r>
      <w:r>
        <w:t>Pourquoi faut-il qu</w:t>
      </w:r>
      <w:r w:rsidR="00315B11">
        <w:t>’</w:t>
      </w:r>
      <w:r>
        <w:t>une flamme aussi pure soit éteinte par des préjugés que tu n</w:t>
      </w:r>
      <w:r w:rsidR="00315B11">
        <w:t>’</w:t>
      </w:r>
      <w:r>
        <w:t>avois pas</w:t>
      </w:r>
      <w:r w:rsidR="00315B11">
        <w:t xml:space="preserve"> ? </w:t>
      </w:r>
      <w:r>
        <w:t>L</w:t>
      </w:r>
      <w:r w:rsidR="00315B11">
        <w:t>’</w:t>
      </w:r>
      <w:r>
        <w:t xml:space="preserve">amour </w:t>
      </w:r>
      <w:proofErr w:type="spellStart"/>
      <w:r>
        <w:t>devoit-il</w:t>
      </w:r>
      <w:proofErr w:type="spellEnd"/>
      <w:r>
        <w:t xml:space="preserve"> souffrir qu</w:t>
      </w:r>
      <w:r w:rsidR="00315B11">
        <w:t>’</w:t>
      </w:r>
      <w:r>
        <w:t>on éclairât la reine de son empire sur d</w:t>
      </w:r>
      <w:r w:rsidR="00315B11">
        <w:t>’</w:t>
      </w:r>
      <w:r>
        <w:t>autres intérêts que ceux de la volupté</w:t>
      </w:r>
      <w:r w:rsidR="00315B11">
        <w:t> !</w:t>
      </w:r>
    </w:p>
    <w:p w14:paraId="7EAE17DE" w14:textId="77777777" w:rsidR="00315B11" w:rsidRDefault="00000000" w:rsidP="00315B11">
      <w:r>
        <w:t xml:space="preserve">Le plaisir de la table </w:t>
      </w:r>
      <w:proofErr w:type="spellStart"/>
      <w:r>
        <w:t>succede</w:t>
      </w:r>
      <w:proofErr w:type="spellEnd"/>
      <w:r>
        <w:t xml:space="preserve"> à celui des spectacles</w:t>
      </w:r>
      <w:r w:rsidR="00315B11">
        <w:t xml:space="preserve">. </w:t>
      </w:r>
      <w:r>
        <w:t xml:space="preserve">Le voluptueux </w:t>
      </w:r>
      <w:r>
        <w:rPr>
          <w:bCs/>
        </w:rPr>
        <w:t xml:space="preserve">fait </w:t>
      </w:r>
      <w:r>
        <w:t>choisir ses convives</w:t>
      </w:r>
      <w:r w:rsidR="00315B11">
        <w:t xml:space="preserve"> ; </w:t>
      </w:r>
      <w:r>
        <w:t>il veut qu</w:t>
      </w:r>
      <w:r w:rsidR="00315B11">
        <w:t>’</w:t>
      </w:r>
      <w:r>
        <w:t>ils soient</w:t>
      </w:r>
      <w:r w:rsidR="00315B11">
        <w:t xml:space="preserve">, </w:t>
      </w:r>
      <w:r>
        <w:t>comme lui</w:t>
      </w:r>
      <w:r w:rsidR="00315B11">
        <w:t xml:space="preserve">, </w:t>
      </w:r>
      <w:r>
        <w:t>sensuels</w:t>
      </w:r>
      <w:r w:rsidR="00315B11">
        <w:t xml:space="preserve">, </w:t>
      </w:r>
      <w:r>
        <w:t>délicats</w:t>
      </w:r>
      <w:r w:rsidR="00315B11">
        <w:t xml:space="preserve">, </w:t>
      </w:r>
      <w:r>
        <w:t>aimables</w:t>
      </w:r>
      <w:r w:rsidR="00315B11">
        <w:t xml:space="preserve">, </w:t>
      </w:r>
      <w:r>
        <w:t>&amp; plutôt gais</w:t>
      </w:r>
      <w:r w:rsidR="00315B11">
        <w:t xml:space="preserve">, </w:t>
      </w:r>
      <w:proofErr w:type="spellStart"/>
      <w:r>
        <w:t>plaisans</w:t>
      </w:r>
      <w:proofErr w:type="spellEnd"/>
      <w:r w:rsidR="00315B11">
        <w:t xml:space="preserve">, </w:t>
      </w:r>
      <w:r>
        <w:t>que spirituels</w:t>
      </w:r>
      <w:r w:rsidR="00315B11">
        <w:t xml:space="preserve">. </w:t>
      </w:r>
      <w:r>
        <w:t>Il écarte tout fâcheux conteur</w:t>
      </w:r>
      <w:r w:rsidR="00315B11">
        <w:t xml:space="preserve">, </w:t>
      </w:r>
      <w:r>
        <w:t xml:space="preserve">tout </w:t>
      </w:r>
      <w:r>
        <w:lastRenderedPageBreak/>
        <w:t>ennuyeux érudit</w:t>
      </w:r>
      <w:r w:rsidR="00315B11">
        <w:t xml:space="preserve">. </w:t>
      </w:r>
      <w:proofErr w:type="spellStart"/>
      <w:r>
        <w:t>Sur-tout</w:t>
      </w:r>
      <w:proofErr w:type="spellEnd"/>
      <w:r>
        <w:t xml:space="preserve"> point de beaux esprits</w:t>
      </w:r>
      <w:r w:rsidR="00315B11">
        <w:t xml:space="preserve"> ; </w:t>
      </w:r>
      <w:r>
        <w:t>ils aiment plus à briller qu</w:t>
      </w:r>
      <w:r w:rsidR="00315B11">
        <w:t>’</w:t>
      </w:r>
      <w:r>
        <w:t>à rire</w:t>
      </w:r>
      <w:r w:rsidR="00315B11">
        <w:t xml:space="preserve">. </w:t>
      </w:r>
      <w:r>
        <w:t>Des bons mots</w:t>
      </w:r>
      <w:r w:rsidR="00315B11">
        <w:t xml:space="preserve">, </w:t>
      </w:r>
      <w:r>
        <w:t>des saillies</w:t>
      </w:r>
      <w:r w:rsidR="00315B11">
        <w:t xml:space="preserve">, </w:t>
      </w:r>
      <w:r>
        <w:t>quelques étincelles</w:t>
      </w:r>
      <w:r w:rsidR="00315B11">
        <w:t>, (</w:t>
      </w:r>
      <w:r>
        <w:t>l</w:t>
      </w:r>
      <w:r w:rsidR="00315B11">
        <w:t>’</w:t>
      </w:r>
      <w:r>
        <w:t>esprit a sa mousse comme le champagne</w:t>
      </w:r>
      <w:r w:rsidR="00315B11">
        <w:t xml:space="preserve">) </w:t>
      </w:r>
      <w:r>
        <w:t>mais plus encore de joie</w:t>
      </w:r>
      <w:r w:rsidR="00315B11">
        <w:t xml:space="preserve"> ; </w:t>
      </w:r>
      <w:r>
        <w:t>&amp; que le goût du plaisir pétille dans tous les yeux</w:t>
      </w:r>
      <w:r w:rsidR="00315B11">
        <w:t xml:space="preserve">, </w:t>
      </w:r>
      <w:r>
        <w:t xml:space="preserve">comme le vin dans la </w:t>
      </w:r>
      <w:proofErr w:type="spellStart"/>
      <w:r>
        <w:t>fougere</w:t>
      </w:r>
      <w:proofErr w:type="spellEnd"/>
      <w:r w:rsidR="00315B11">
        <w:t xml:space="preserve">. </w:t>
      </w:r>
      <w:r>
        <w:t>Le gourmand gonflé</w:t>
      </w:r>
      <w:r w:rsidR="00315B11">
        <w:t xml:space="preserve">, </w:t>
      </w:r>
      <w:r>
        <w:t>hors d</w:t>
      </w:r>
      <w:r w:rsidR="00315B11">
        <w:t>’</w:t>
      </w:r>
      <w:r>
        <w:t>haleine dès le premier service</w:t>
      </w:r>
      <w:r w:rsidR="00315B11">
        <w:t xml:space="preserve">, </w:t>
      </w:r>
      <w:r>
        <w:t xml:space="preserve">semblable au </w:t>
      </w:r>
      <w:proofErr w:type="spellStart"/>
      <w:r>
        <w:t>cigne</w:t>
      </w:r>
      <w:proofErr w:type="spellEnd"/>
      <w:r>
        <w:t xml:space="preserve"> de La Fontaine</w:t>
      </w:r>
      <w:r w:rsidR="00315B11">
        <w:t xml:space="preserve">, </w:t>
      </w:r>
      <w:r>
        <w:t xml:space="preserve">est bientôt sans </w:t>
      </w:r>
      <w:proofErr w:type="spellStart"/>
      <w:r>
        <w:t>desirs</w:t>
      </w:r>
      <w:proofErr w:type="spellEnd"/>
      <w:r w:rsidR="00315B11">
        <w:t xml:space="preserve">. </w:t>
      </w:r>
      <w:r>
        <w:t>Le voluptueux goûte de tous les mets</w:t>
      </w:r>
      <w:r w:rsidR="00315B11">
        <w:t xml:space="preserve"> : </w:t>
      </w:r>
      <w:r>
        <w:t>mais il en prend peu</w:t>
      </w:r>
      <w:r w:rsidR="00315B11">
        <w:t xml:space="preserve">, </w:t>
      </w:r>
      <w:r>
        <w:t>il se ménage</w:t>
      </w:r>
      <w:r w:rsidR="00315B11">
        <w:t xml:space="preserve">, </w:t>
      </w:r>
      <w:r>
        <w:t>il veut profiter du tout</w:t>
      </w:r>
      <w:r w:rsidR="00315B11">
        <w:t xml:space="preserve">. </w:t>
      </w:r>
      <w:proofErr w:type="spellStart"/>
      <w:r>
        <w:t>Comus</w:t>
      </w:r>
      <w:proofErr w:type="spellEnd"/>
      <w:r>
        <w:t xml:space="preserve"> est son cuisinier</w:t>
      </w:r>
      <w:r w:rsidR="00315B11">
        <w:t xml:space="preserve">, </w:t>
      </w:r>
      <w:r>
        <w:t xml:space="preserve">&amp; la fine Vénus a bien ses raisons pour fournir ses </w:t>
      </w:r>
      <w:proofErr w:type="spellStart"/>
      <w:r>
        <w:t>ingrédiens</w:t>
      </w:r>
      <w:proofErr w:type="spellEnd"/>
      <w:r w:rsidR="00315B11">
        <w:t xml:space="preserve">. </w:t>
      </w:r>
      <w:r>
        <w:t>Les autres sablent le champagne</w:t>
      </w:r>
      <w:r w:rsidR="00315B11">
        <w:t xml:space="preserve"> ; </w:t>
      </w:r>
      <w:r>
        <w:t>il le boit</w:t>
      </w:r>
      <w:r w:rsidR="00315B11">
        <w:t xml:space="preserve">, </w:t>
      </w:r>
      <w:r>
        <w:t>le boit à longs traits</w:t>
      </w:r>
      <w:r w:rsidR="00315B11">
        <w:t xml:space="preserve">, </w:t>
      </w:r>
      <w:r>
        <w:t>comme toutes les voluptés</w:t>
      </w:r>
      <w:r w:rsidR="00315B11">
        <w:t xml:space="preserve">. </w:t>
      </w:r>
      <w:r>
        <w:t>Vous sentez qu</w:t>
      </w:r>
      <w:r w:rsidR="00315B11">
        <w:t>’</w:t>
      </w:r>
      <w:r>
        <w:t xml:space="preserve">il </w:t>
      </w:r>
      <w:proofErr w:type="spellStart"/>
      <w:r>
        <w:t>préfere</w:t>
      </w:r>
      <w:proofErr w:type="spellEnd"/>
      <w:r>
        <w:t xml:space="preserve"> à </w:t>
      </w:r>
      <w:proofErr w:type="spellStart"/>
      <w:r>
        <w:t>tout</w:t>
      </w:r>
      <w:proofErr w:type="spellEnd"/>
      <w:r>
        <w:t xml:space="preserve"> ces </w:t>
      </w:r>
      <w:proofErr w:type="spellStart"/>
      <w:r>
        <w:t>charmans</w:t>
      </w:r>
      <w:proofErr w:type="spellEnd"/>
      <w:r>
        <w:t xml:space="preserve"> têtes-à-têtes</w:t>
      </w:r>
      <w:r w:rsidR="00315B11">
        <w:t xml:space="preserve">, </w:t>
      </w:r>
      <w:r>
        <w:t>où les coudes sur la table</w:t>
      </w:r>
      <w:r w:rsidR="00315B11">
        <w:t xml:space="preserve">, </w:t>
      </w:r>
      <w:r>
        <w:t>les jambes entrelacées dans celles de sa maîtresse</w:t>
      </w:r>
      <w:r w:rsidR="00315B11">
        <w:t xml:space="preserve">, </w:t>
      </w:r>
      <w:r>
        <w:t xml:space="preserve">les yeux sont le plus </w:t>
      </w:r>
      <w:proofErr w:type="spellStart"/>
      <w:r>
        <w:t>foible</w:t>
      </w:r>
      <w:proofErr w:type="spellEnd"/>
      <w:r>
        <w:t xml:space="preserve"> </w:t>
      </w:r>
      <w:proofErr w:type="spellStart"/>
      <w:r>
        <w:t>interprete</w:t>
      </w:r>
      <w:proofErr w:type="spellEnd"/>
      <w:r>
        <w:t xml:space="preserve"> du langage du cœur</w:t>
      </w:r>
      <w:r w:rsidR="00315B11">
        <w:t xml:space="preserve">. </w:t>
      </w:r>
      <w:r>
        <w:t>Versez</w:t>
      </w:r>
      <w:r w:rsidR="00315B11">
        <w:t xml:space="preserve">, </w:t>
      </w:r>
      <w:r>
        <w:t>Iris</w:t>
      </w:r>
      <w:r w:rsidR="00315B11">
        <w:t xml:space="preserve">, </w:t>
      </w:r>
      <w:r>
        <w:t>versez à plein verre</w:t>
      </w:r>
      <w:r w:rsidR="00315B11">
        <w:t>. « </w:t>
      </w:r>
      <w:r>
        <w:t>Qu</w:t>
      </w:r>
      <w:r w:rsidR="00315B11">
        <w:t>’</w:t>
      </w:r>
      <w:r>
        <w:t>il endorme</w:t>
      </w:r>
      <w:r w:rsidR="00315B11">
        <w:t xml:space="preserve">, </w:t>
      </w:r>
      <w:r>
        <w:t>ou qu</w:t>
      </w:r>
      <w:r w:rsidR="00315B11">
        <w:t>’</w:t>
      </w:r>
      <w:r>
        <w:t>il excite</w:t>
      </w:r>
      <w:r w:rsidR="00315B11">
        <w:t xml:space="preserve">, </w:t>
      </w:r>
      <w:r>
        <w:t>la traite est petite</w:t>
      </w:r>
      <w:r w:rsidR="00315B11">
        <w:t xml:space="preserve">, </w:t>
      </w:r>
      <w:r>
        <w:t>de la table au lit</w:t>
      </w:r>
      <w:r w:rsidR="00315B11">
        <w:t>. »</w:t>
      </w:r>
      <w:r w:rsidR="00315B11">
        <w:rPr>
          <w:bCs/>
        </w:rPr>
        <w:t xml:space="preserve">. </w:t>
      </w:r>
      <w:r>
        <w:rPr>
          <w:bCs/>
        </w:rPr>
        <w:t xml:space="preserve">Cette </w:t>
      </w:r>
      <w:r>
        <w:t>nuit</w:t>
      </w:r>
      <w:r w:rsidR="00315B11">
        <w:t xml:space="preserve">, </w:t>
      </w:r>
      <w:r>
        <w:t>distillé par l</w:t>
      </w:r>
      <w:r w:rsidR="00315B11">
        <w:t>’</w:t>
      </w:r>
      <w:r>
        <w:t>amour</w:t>
      </w:r>
      <w:r w:rsidR="00315B11">
        <w:t xml:space="preserve">, </w:t>
      </w:r>
      <w:r>
        <w:t>il vous sera rendu</w:t>
      </w:r>
      <w:r w:rsidR="00315B11">
        <w:t xml:space="preserve">… </w:t>
      </w:r>
      <w:r>
        <w:t>Mais auparavant accordez à Bacchus ce qui est dû à Bacchus</w:t>
      </w:r>
      <w:r w:rsidR="00315B11">
        <w:t xml:space="preserve"> ; </w:t>
      </w:r>
      <w:r>
        <w:t>laissez-le reposer dans les bras de Morphée</w:t>
      </w:r>
      <w:r w:rsidR="00315B11">
        <w:t xml:space="preserve"> ; </w:t>
      </w:r>
      <w:r>
        <w:t xml:space="preserve">il ne </w:t>
      </w:r>
      <w:proofErr w:type="spellStart"/>
      <w:r>
        <w:t>pourroit</w:t>
      </w:r>
      <w:proofErr w:type="spellEnd"/>
      <w:r>
        <w:t xml:space="preserve"> fournir qu</w:t>
      </w:r>
      <w:r w:rsidR="00315B11">
        <w:t>’</w:t>
      </w:r>
      <w:r>
        <w:t xml:space="preserve">une </w:t>
      </w:r>
      <w:proofErr w:type="spellStart"/>
      <w:r>
        <w:t>foible</w:t>
      </w:r>
      <w:proofErr w:type="spellEnd"/>
      <w:r>
        <w:t xml:space="preserve"> </w:t>
      </w:r>
      <w:proofErr w:type="spellStart"/>
      <w:r>
        <w:t>carriere</w:t>
      </w:r>
      <w:proofErr w:type="spellEnd"/>
      <w:r w:rsidR="00315B11">
        <w:t xml:space="preserve">. </w:t>
      </w:r>
      <w:r>
        <w:t xml:space="preserve">Déesse de </w:t>
      </w:r>
      <w:proofErr w:type="spellStart"/>
      <w:r>
        <w:t>Cythere</w:t>
      </w:r>
      <w:proofErr w:type="spellEnd"/>
      <w:r w:rsidR="00315B11">
        <w:t xml:space="preserve">, </w:t>
      </w:r>
      <w:r>
        <w:t xml:space="preserve">je sais quels hommages sont </w:t>
      </w:r>
      <w:proofErr w:type="spellStart"/>
      <w:r>
        <w:t>dûs</w:t>
      </w:r>
      <w:proofErr w:type="spellEnd"/>
      <w:r>
        <w:t xml:space="preserve"> à vos charmes</w:t>
      </w:r>
      <w:r w:rsidR="00315B11">
        <w:t xml:space="preserve"> ; </w:t>
      </w:r>
      <w:r>
        <w:t xml:space="preserve">mais attendez à voir </w:t>
      </w:r>
      <w:proofErr w:type="spellStart"/>
      <w:r>
        <w:t>paroître</w:t>
      </w:r>
      <w:proofErr w:type="spellEnd"/>
      <w:r>
        <w:t xml:space="preserve"> votre étoile</w:t>
      </w:r>
      <w:r w:rsidR="00315B11">
        <w:t xml:space="preserve"> ! </w:t>
      </w:r>
      <w:r>
        <w:t>Vous entendez mal vos intérêts</w:t>
      </w:r>
      <w:r w:rsidR="00315B11">
        <w:t xml:space="preserve">… </w:t>
      </w:r>
      <w:r>
        <w:t>Iris</w:t>
      </w:r>
      <w:r w:rsidR="00315B11">
        <w:t xml:space="preserve">, </w:t>
      </w:r>
      <w:r>
        <w:t>n</w:t>
      </w:r>
      <w:r w:rsidR="00315B11">
        <w:t>’</w:t>
      </w:r>
      <w:r>
        <w:t xml:space="preserve">éveillez pas </w:t>
      </w:r>
      <w:proofErr w:type="spellStart"/>
      <w:r>
        <w:t>si-tôt</w:t>
      </w:r>
      <w:proofErr w:type="spellEnd"/>
      <w:r>
        <w:t xml:space="preserve"> </w:t>
      </w:r>
      <w:proofErr w:type="spellStart"/>
      <w:r>
        <w:t>vot</w:t>
      </w:r>
      <w:proofErr w:type="spellEnd"/>
      <w:r>
        <w:t xml:space="preserve"> amant</w:t>
      </w:r>
      <w:r w:rsidR="00315B11">
        <w:t>.</w:t>
      </w:r>
    </w:p>
    <w:p w14:paraId="0099B61E" w14:textId="77777777" w:rsidR="00315B11" w:rsidRDefault="00000000" w:rsidP="00315B11">
      <w:r>
        <w:t xml:space="preserve">Suivons </w:t>
      </w:r>
      <w:proofErr w:type="spellStart"/>
      <w:r>
        <w:t>par-tout</w:t>
      </w:r>
      <w:proofErr w:type="spellEnd"/>
      <w:r>
        <w:t xml:space="preserve"> le voluptueux</w:t>
      </w:r>
      <w:r w:rsidR="00315B11">
        <w:t xml:space="preserve">, </w:t>
      </w:r>
      <w:r>
        <w:t>dans ses discours</w:t>
      </w:r>
      <w:r w:rsidR="00315B11">
        <w:t xml:space="preserve">, </w:t>
      </w:r>
      <w:r>
        <w:t>dans ses promenades</w:t>
      </w:r>
      <w:r w:rsidR="00315B11">
        <w:t xml:space="preserve">, </w:t>
      </w:r>
      <w:r>
        <w:t>dans ses lectures</w:t>
      </w:r>
      <w:r w:rsidR="00315B11">
        <w:t xml:space="preserve">, </w:t>
      </w:r>
      <w:r>
        <w:t>dans ses pensées</w:t>
      </w:r>
      <w:r w:rsidR="00315B11">
        <w:t xml:space="preserve">, </w:t>
      </w:r>
      <w:r>
        <w:t>&amp;c</w:t>
      </w:r>
      <w:r w:rsidR="00315B11">
        <w:t xml:space="preserve">. </w:t>
      </w:r>
      <w:r>
        <w:t>Il distingue la volupté du plaisir</w:t>
      </w:r>
      <w:r w:rsidR="00315B11">
        <w:t xml:space="preserve">, </w:t>
      </w:r>
      <w:r>
        <w:t>comme l</w:t>
      </w:r>
      <w:r w:rsidR="00315B11">
        <w:t>’</w:t>
      </w:r>
      <w:r>
        <w:t>odeur de la fleur qui l</w:t>
      </w:r>
      <w:r w:rsidR="00315B11">
        <w:t>’</w:t>
      </w:r>
      <w:r>
        <w:t>exhale ou le son de l</w:t>
      </w:r>
      <w:r w:rsidR="00315B11">
        <w:t>’</w:t>
      </w:r>
      <w:r>
        <w:t>instrument qui le produit</w:t>
      </w:r>
      <w:r w:rsidR="00315B11">
        <w:t xml:space="preserve">. </w:t>
      </w:r>
      <w:r>
        <w:t>Il définit la débauche</w:t>
      </w:r>
      <w:r w:rsidR="00315B11">
        <w:t xml:space="preserve">, </w:t>
      </w:r>
      <w:r>
        <w:t>un excès de plaisir mal goûté</w:t>
      </w:r>
      <w:r w:rsidR="00315B11">
        <w:t xml:space="preserve"> ; </w:t>
      </w:r>
      <w:r>
        <w:t>&amp; la volupté</w:t>
      </w:r>
      <w:r w:rsidR="00315B11">
        <w:t xml:space="preserve">, </w:t>
      </w:r>
      <w:r>
        <w:t>l</w:t>
      </w:r>
      <w:r w:rsidR="00315B11">
        <w:t>’</w:t>
      </w:r>
      <w:r>
        <w:t>esprit &amp; comme la quintessence du plaisir</w:t>
      </w:r>
      <w:r w:rsidR="00315B11">
        <w:t xml:space="preserve">, </w:t>
      </w:r>
      <w:r>
        <w:t>l</w:t>
      </w:r>
      <w:r w:rsidR="00315B11">
        <w:t>’</w:t>
      </w:r>
      <w:r>
        <w:t>art d</w:t>
      </w:r>
      <w:r w:rsidR="00315B11">
        <w:t>’</w:t>
      </w:r>
      <w:r>
        <w:t>en user sagement</w:t>
      </w:r>
      <w:r w:rsidR="00315B11">
        <w:t xml:space="preserve">, </w:t>
      </w:r>
      <w:r>
        <w:t>de le ménager par raison</w:t>
      </w:r>
      <w:r w:rsidR="00315B11">
        <w:t xml:space="preserve">, </w:t>
      </w:r>
      <w:r>
        <w:t>&amp; de le goûter par sentiment</w:t>
      </w:r>
      <w:r w:rsidR="00315B11">
        <w:t xml:space="preserve">. </w:t>
      </w:r>
      <w:r>
        <w:t>Est-ce sa faute après cela</w:t>
      </w:r>
      <w:r w:rsidR="00315B11">
        <w:t xml:space="preserve">, </w:t>
      </w:r>
      <w:r>
        <w:t xml:space="preserve">si on a plus de </w:t>
      </w:r>
      <w:proofErr w:type="spellStart"/>
      <w:r>
        <w:t>desirs</w:t>
      </w:r>
      <w:proofErr w:type="spellEnd"/>
      <w:r>
        <w:t xml:space="preserve"> que de besoins</w:t>
      </w:r>
      <w:r w:rsidR="00315B11">
        <w:t xml:space="preserve"> ? </w:t>
      </w:r>
      <w:r>
        <w:t>Il est vrai que le plaisir ressemble à l</w:t>
      </w:r>
      <w:r w:rsidR="00315B11">
        <w:t>’</w:t>
      </w:r>
      <w:r>
        <w:t>esprit aromatique des plantes</w:t>
      </w:r>
      <w:r w:rsidR="00315B11">
        <w:t xml:space="preserve"> ; </w:t>
      </w:r>
      <w:r>
        <w:t>on n</w:t>
      </w:r>
      <w:r w:rsidR="00315B11">
        <w:t>’</w:t>
      </w:r>
      <w:r>
        <w:t>en prend qu</w:t>
      </w:r>
      <w:r w:rsidR="00315B11">
        <w:t>’</w:t>
      </w:r>
      <w:r>
        <w:t>autant qu</w:t>
      </w:r>
      <w:r w:rsidR="00315B11">
        <w:t>’</w:t>
      </w:r>
      <w:r>
        <w:t>on en inspire</w:t>
      </w:r>
      <w:r w:rsidR="00315B11">
        <w:t xml:space="preserve"> : </w:t>
      </w:r>
      <w:r>
        <w:t>c</w:t>
      </w:r>
      <w:r w:rsidR="00315B11">
        <w:t>’</w:t>
      </w:r>
      <w:r>
        <w:t xml:space="preserve">est </w:t>
      </w:r>
      <w:r>
        <w:lastRenderedPageBreak/>
        <w:t xml:space="preserve">pourquoi vous voyez le voluptueux prêter à chaque instant une oreille attentive à la voix </w:t>
      </w:r>
      <w:proofErr w:type="spellStart"/>
      <w:r>
        <w:t>secrette</w:t>
      </w:r>
      <w:proofErr w:type="spellEnd"/>
      <w:r>
        <w:t xml:space="preserve"> de ses sens dilatés &amp; ouverts</w:t>
      </w:r>
      <w:r w:rsidR="00315B11">
        <w:t xml:space="preserve"> ; </w:t>
      </w:r>
      <w:r>
        <w:t>lui</w:t>
      </w:r>
      <w:r w:rsidR="00315B11">
        <w:t xml:space="preserve">, </w:t>
      </w:r>
      <w:r>
        <w:t>comme pour mieux entendre le plaisir</w:t>
      </w:r>
      <w:r w:rsidR="00315B11">
        <w:t xml:space="preserve"> ; </w:t>
      </w:r>
      <w:r>
        <w:t>eux</w:t>
      </w:r>
      <w:r w:rsidR="00315B11">
        <w:t xml:space="preserve">, </w:t>
      </w:r>
      <w:r>
        <w:t>pour mieux le recevoir</w:t>
      </w:r>
      <w:r w:rsidR="00315B11">
        <w:t xml:space="preserve">. </w:t>
      </w:r>
      <w:r>
        <w:t>Mais s</w:t>
      </w:r>
      <w:r w:rsidR="00315B11">
        <w:t>’</w:t>
      </w:r>
      <w:r>
        <w:t>ils n</w:t>
      </w:r>
      <w:r w:rsidR="00315B11">
        <w:t>’</w:t>
      </w:r>
      <w:r>
        <w:t>y sont pas propres</w:t>
      </w:r>
      <w:r w:rsidR="00315B11">
        <w:t xml:space="preserve">, </w:t>
      </w:r>
      <w:r>
        <w:t>il ne les excite point</w:t>
      </w:r>
      <w:r w:rsidR="00315B11">
        <w:t xml:space="preserve"> : </w:t>
      </w:r>
      <w:r>
        <w:t xml:space="preserve">il </w:t>
      </w:r>
      <w:proofErr w:type="spellStart"/>
      <w:r>
        <w:t>perdroit</w:t>
      </w:r>
      <w:proofErr w:type="spellEnd"/>
      <w:r>
        <w:t xml:space="preserve"> le point de vue de son art</w:t>
      </w:r>
      <w:r w:rsidR="00315B11">
        <w:t xml:space="preserve">, </w:t>
      </w:r>
      <w:r>
        <w:t>la sagesse des plaisirs</w:t>
      </w:r>
      <w:r w:rsidR="00315B11">
        <w:t>.</w:t>
      </w:r>
    </w:p>
    <w:p w14:paraId="3BDFC408" w14:textId="77777777" w:rsidR="00315B11" w:rsidRDefault="00000000" w:rsidP="00315B11">
      <w:r>
        <w:t>La nature prend-elle ses habits de printemps</w:t>
      </w:r>
      <w:r w:rsidR="00315B11">
        <w:t xml:space="preserve"> ? </w:t>
      </w:r>
      <w:r>
        <w:t>prenons</w:t>
      </w:r>
      <w:r w:rsidR="00315B11">
        <w:t xml:space="preserve">, </w:t>
      </w:r>
      <w:r>
        <w:t>dit-il</w:t>
      </w:r>
      <w:r w:rsidR="00315B11">
        <w:t xml:space="preserve">, </w:t>
      </w:r>
      <w:r>
        <w:t>les nôtres</w:t>
      </w:r>
      <w:r w:rsidR="00315B11">
        <w:t xml:space="preserve"> ; </w:t>
      </w:r>
      <w:r>
        <w:rPr>
          <w:bCs/>
        </w:rPr>
        <w:t xml:space="preserve">faisons </w:t>
      </w:r>
      <w:r>
        <w:t>passer dans nos cœurs l</w:t>
      </w:r>
      <w:r w:rsidR="00315B11">
        <w:t>’</w:t>
      </w:r>
      <w:r>
        <w:t xml:space="preserve">émail des prés &amp; la </w:t>
      </w:r>
      <w:r>
        <w:rPr>
          <w:bCs/>
        </w:rPr>
        <w:t xml:space="preserve">verte </w:t>
      </w:r>
      <w:r>
        <w:t>gaieté des champs</w:t>
      </w:r>
      <w:r w:rsidR="00315B11">
        <w:t xml:space="preserve">. </w:t>
      </w:r>
      <w:r>
        <w:t xml:space="preserve">Parons notre imagination des fleurs qui rient à </w:t>
      </w:r>
      <w:r>
        <w:rPr>
          <w:bCs/>
        </w:rPr>
        <w:t xml:space="preserve">nos </w:t>
      </w:r>
      <w:r>
        <w:t>yeux</w:t>
      </w:r>
      <w:r w:rsidR="00315B11">
        <w:t xml:space="preserve">. </w:t>
      </w:r>
      <w:r>
        <w:t>Belles</w:t>
      </w:r>
      <w:r w:rsidR="00315B11">
        <w:t xml:space="preserve">, </w:t>
      </w:r>
      <w:r>
        <w:t>parez-en votre sein</w:t>
      </w:r>
      <w:r w:rsidR="00315B11">
        <w:t xml:space="preserve">, </w:t>
      </w:r>
      <w:r>
        <w:t>c</w:t>
      </w:r>
      <w:r w:rsidR="00315B11">
        <w:t>’</w:t>
      </w:r>
      <w:r>
        <w:t>est pour vous qu</w:t>
      </w:r>
      <w:r w:rsidR="00315B11">
        <w:t>’</w:t>
      </w:r>
      <w:r>
        <w:t>elles viennent d</w:t>
      </w:r>
      <w:r w:rsidR="00315B11">
        <w:t>’</w:t>
      </w:r>
      <w:proofErr w:type="spellStart"/>
      <w:r>
        <w:t>éclorre</w:t>
      </w:r>
      <w:proofErr w:type="spellEnd"/>
      <w:r w:rsidR="00315B11">
        <w:t xml:space="preserve"> ; </w:t>
      </w:r>
      <w:r>
        <w:t>mais prenez encore plus d</w:t>
      </w:r>
      <w:r w:rsidR="00315B11">
        <w:t>’</w:t>
      </w:r>
      <w:r>
        <w:t xml:space="preserve">amours que </w:t>
      </w:r>
      <w:r>
        <w:rPr>
          <w:bCs/>
        </w:rPr>
        <w:t>de fleurs</w:t>
      </w:r>
      <w:r w:rsidR="00315B11">
        <w:rPr>
          <w:bCs/>
        </w:rPr>
        <w:t xml:space="preserve">. </w:t>
      </w:r>
      <w:r>
        <w:rPr>
          <w:bCs/>
        </w:rPr>
        <w:t xml:space="preserve">Enivrez-vous de tendresse &amp; de </w:t>
      </w:r>
      <w:r>
        <w:t>volupté</w:t>
      </w:r>
      <w:r w:rsidR="00315B11">
        <w:t xml:space="preserve">, </w:t>
      </w:r>
      <w:r>
        <w:t xml:space="preserve">comme les prés </w:t>
      </w:r>
      <w:r>
        <w:rPr>
          <w:bCs/>
        </w:rPr>
        <w:t>s</w:t>
      </w:r>
      <w:r w:rsidR="00315B11">
        <w:rPr>
          <w:bCs/>
        </w:rPr>
        <w:t>’</w:t>
      </w:r>
      <w:r>
        <w:rPr>
          <w:bCs/>
        </w:rPr>
        <w:t xml:space="preserve">enivrent de </w:t>
      </w:r>
      <w:r>
        <w:t>leurs ruisseaux</w:t>
      </w:r>
      <w:r w:rsidR="00315B11">
        <w:t xml:space="preserve">. </w:t>
      </w:r>
      <w:r>
        <w:rPr>
          <w:bCs/>
        </w:rPr>
        <w:t xml:space="preserve">Chaque être </w:t>
      </w:r>
      <w:r>
        <w:t xml:space="preserve">vous adresse la </w:t>
      </w:r>
      <w:r>
        <w:rPr>
          <w:bCs/>
        </w:rPr>
        <w:t>parole</w:t>
      </w:r>
      <w:r w:rsidR="00315B11">
        <w:rPr>
          <w:bCs/>
        </w:rPr>
        <w:t xml:space="preserve"> ; </w:t>
      </w:r>
      <w:r>
        <w:rPr>
          <w:bCs/>
        </w:rPr>
        <w:t xml:space="preserve">seriez-vous </w:t>
      </w:r>
      <w:r>
        <w:t xml:space="preserve">sourdes à </w:t>
      </w:r>
      <w:r>
        <w:rPr>
          <w:bCs/>
        </w:rPr>
        <w:t>la voix</w:t>
      </w:r>
      <w:r w:rsidR="00315B11">
        <w:rPr>
          <w:bCs/>
        </w:rPr>
        <w:t xml:space="preserve">, </w:t>
      </w:r>
      <w:r>
        <w:rPr>
          <w:bCs/>
        </w:rPr>
        <w:t>à l</w:t>
      </w:r>
      <w:r w:rsidR="00315B11">
        <w:rPr>
          <w:bCs/>
        </w:rPr>
        <w:t>’</w:t>
      </w:r>
      <w:r>
        <w:rPr>
          <w:bCs/>
        </w:rPr>
        <w:t xml:space="preserve">exemple de la </w:t>
      </w:r>
      <w:r>
        <w:t xml:space="preserve">nature </w:t>
      </w:r>
      <w:proofErr w:type="spellStart"/>
      <w:r>
        <w:rPr>
          <w:bCs/>
        </w:rPr>
        <w:t>entiere</w:t>
      </w:r>
      <w:proofErr w:type="spellEnd"/>
      <w:r w:rsidR="00315B11">
        <w:rPr>
          <w:bCs/>
        </w:rPr>
        <w:t xml:space="preserve"> ! </w:t>
      </w:r>
      <w:r>
        <w:rPr>
          <w:bCs/>
        </w:rPr>
        <w:t xml:space="preserve">Voyez ces </w:t>
      </w:r>
      <w:r>
        <w:t>oiseaux</w:t>
      </w:r>
      <w:r w:rsidR="00315B11">
        <w:t xml:space="preserve"> : </w:t>
      </w:r>
      <w:r>
        <w:t xml:space="preserve">à peine </w:t>
      </w:r>
      <w:r>
        <w:rPr>
          <w:bCs/>
        </w:rPr>
        <w:t>éclos</w:t>
      </w:r>
      <w:r w:rsidR="00315B11">
        <w:rPr>
          <w:bCs/>
        </w:rPr>
        <w:t xml:space="preserve">, </w:t>
      </w:r>
      <w:r>
        <w:rPr>
          <w:bCs/>
        </w:rPr>
        <w:t xml:space="preserve">leurs </w:t>
      </w:r>
      <w:proofErr w:type="spellStart"/>
      <w:r>
        <w:rPr>
          <w:bCs/>
        </w:rPr>
        <w:t>aîles</w:t>
      </w:r>
      <w:proofErr w:type="spellEnd"/>
      <w:r>
        <w:rPr>
          <w:bCs/>
        </w:rPr>
        <w:t xml:space="preserve"> les portent à l</w:t>
      </w:r>
      <w:r w:rsidR="00315B11">
        <w:rPr>
          <w:bCs/>
        </w:rPr>
        <w:t>’</w:t>
      </w:r>
      <w:r>
        <w:rPr>
          <w:bCs/>
        </w:rPr>
        <w:t>amour</w:t>
      </w:r>
      <w:r w:rsidR="00315B11">
        <w:rPr>
          <w:bCs/>
        </w:rPr>
        <w:t xml:space="preserve"> ! </w:t>
      </w:r>
      <w:r>
        <w:rPr>
          <w:bCs/>
        </w:rPr>
        <w:t xml:space="preserve">Voyez comme ce dieu badin folâtre sous la forme de Zéphire autour de ce </w:t>
      </w:r>
      <w:proofErr w:type="spellStart"/>
      <w:r>
        <w:rPr>
          <w:bCs/>
        </w:rPr>
        <w:t>verd</w:t>
      </w:r>
      <w:proofErr w:type="spellEnd"/>
      <w:r>
        <w:rPr>
          <w:bCs/>
        </w:rPr>
        <w:t xml:space="preserve"> </w:t>
      </w:r>
      <w:r>
        <w:t>feuillage</w:t>
      </w:r>
      <w:r w:rsidR="00315B11">
        <w:t xml:space="preserve"> ! </w:t>
      </w:r>
      <w:r>
        <w:t xml:space="preserve">Les fleurs </w:t>
      </w:r>
      <w:r>
        <w:rPr>
          <w:bCs/>
        </w:rPr>
        <w:t>même se marient</w:t>
      </w:r>
      <w:r w:rsidR="00315B11">
        <w:rPr>
          <w:bCs/>
        </w:rPr>
        <w:t xml:space="preserve"> ; </w:t>
      </w:r>
      <w:r>
        <w:rPr>
          <w:bCs/>
        </w:rPr>
        <w:t>les vents sont leurs messagers amoureux</w:t>
      </w:r>
      <w:r w:rsidR="00315B11">
        <w:rPr>
          <w:bCs/>
        </w:rPr>
        <w:t xml:space="preserve">. </w:t>
      </w:r>
      <w:r>
        <w:rPr>
          <w:bCs/>
        </w:rPr>
        <w:t>Chaque chose est occupée à se reproduire</w:t>
      </w:r>
      <w:r w:rsidR="00315B11">
        <w:rPr>
          <w:bCs/>
        </w:rPr>
        <w:t>.</w:t>
      </w:r>
    </w:p>
    <w:p w14:paraId="76A04A78" w14:textId="77777777" w:rsidR="00315B11" w:rsidRDefault="00000000" w:rsidP="00315B11">
      <w:r>
        <w:t>Vous</w:t>
      </w:r>
      <w:r w:rsidR="00315B11">
        <w:t xml:space="preserve">, </w:t>
      </w:r>
      <w:r>
        <w:t>qui avez tant de sentiment</w:t>
      </w:r>
      <w:r w:rsidR="00315B11">
        <w:t xml:space="preserve">, </w:t>
      </w:r>
      <w:r>
        <w:t>Corine</w:t>
      </w:r>
      <w:r w:rsidR="00315B11">
        <w:t xml:space="preserve">… </w:t>
      </w:r>
      <w:r>
        <w:t>venez</w:t>
      </w:r>
      <w:r w:rsidR="00315B11">
        <w:t xml:space="preserve">. </w:t>
      </w:r>
      <w:r>
        <w:t>Si l</w:t>
      </w:r>
      <w:r w:rsidR="00315B11">
        <w:t>’</w:t>
      </w:r>
      <w:r>
        <w:t>instinct jouit plutôt que l</w:t>
      </w:r>
      <w:r w:rsidR="00315B11">
        <w:t>’</w:t>
      </w:r>
      <w:r>
        <w:t>esprit</w:t>
      </w:r>
      <w:r w:rsidR="00315B11">
        <w:t xml:space="preserve">, </w:t>
      </w:r>
      <w:r>
        <w:t>l</w:t>
      </w:r>
      <w:r w:rsidR="00315B11">
        <w:t>’</w:t>
      </w:r>
      <w:r>
        <w:t>esprit goûte mieux que l</w:t>
      </w:r>
      <w:r w:rsidR="00315B11">
        <w:t>’</w:t>
      </w:r>
      <w:r>
        <w:t>instinct</w:t>
      </w:r>
      <w:r w:rsidR="00315B11">
        <w:t>.</w:t>
      </w:r>
    </w:p>
    <w:p w14:paraId="3E6735A7" w14:textId="77777777" w:rsidR="00315B11" w:rsidRDefault="00000000" w:rsidP="00315B11">
      <w:r>
        <w:t>Qu</w:t>
      </w:r>
      <w:r w:rsidR="00315B11">
        <w:t>’</w:t>
      </w:r>
      <w:r>
        <w:t>un simple bouquet a de charmes pour un amant</w:t>
      </w:r>
      <w:r w:rsidR="00315B11">
        <w:t xml:space="preserve"> ! </w:t>
      </w:r>
      <w:r>
        <w:rPr>
          <w:i/>
          <w:iCs/>
        </w:rPr>
        <w:t>L</w:t>
      </w:r>
      <w:r w:rsidR="00315B11">
        <w:rPr>
          <w:i/>
          <w:iCs/>
        </w:rPr>
        <w:t>’</w:t>
      </w:r>
      <w:r>
        <w:rPr>
          <w:i/>
          <w:iCs/>
        </w:rPr>
        <w:t>amour est-il niché dans ces fleurs</w:t>
      </w:r>
      <w:r w:rsidR="00315B11">
        <w:rPr>
          <w:i/>
          <w:iCs/>
        </w:rPr>
        <w:t xml:space="preserve"> ? </w:t>
      </w:r>
      <w:r>
        <w:t>Daphnis croit le respirer lui-même</w:t>
      </w:r>
      <w:r w:rsidR="00315B11">
        <w:t xml:space="preserve"> : </w:t>
      </w:r>
      <w:r>
        <w:t xml:space="preserve">on </w:t>
      </w:r>
      <w:proofErr w:type="spellStart"/>
      <w:r>
        <w:t>diroit</w:t>
      </w:r>
      <w:proofErr w:type="spellEnd"/>
      <w:r>
        <w:t xml:space="preserve"> qu</w:t>
      </w:r>
      <w:r w:rsidR="00315B11">
        <w:t>’</w:t>
      </w:r>
      <w:r>
        <w:t>il veut l</w:t>
      </w:r>
      <w:r w:rsidR="00315B11">
        <w:t>’</w:t>
      </w:r>
      <w:r>
        <w:t>attirer dans son cœur par une voie nouvelle</w:t>
      </w:r>
      <w:r w:rsidR="00315B11">
        <w:t xml:space="preserve">. </w:t>
      </w:r>
      <w:r>
        <w:t>Mais quel feu secret</w:t>
      </w:r>
      <w:r w:rsidR="00315B11">
        <w:t xml:space="preserve"> ! </w:t>
      </w:r>
      <w:r>
        <w:t>Quelle douce émotion</w:t>
      </w:r>
      <w:r w:rsidR="00315B11">
        <w:t xml:space="preserve"> ! </w:t>
      </w:r>
      <w:r>
        <w:t>Et quelle en est la cause</w:t>
      </w:r>
      <w:r w:rsidR="00315B11">
        <w:t xml:space="preserve"> ? </w:t>
      </w:r>
      <w:r>
        <w:rPr>
          <w:i/>
          <w:iCs/>
        </w:rPr>
        <w:t>C</w:t>
      </w:r>
      <w:r w:rsidR="00315B11">
        <w:rPr>
          <w:i/>
          <w:iCs/>
        </w:rPr>
        <w:t>’</w:t>
      </w:r>
      <w:r>
        <w:rPr>
          <w:i/>
          <w:iCs/>
        </w:rPr>
        <w:t>est qu</w:t>
      </w:r>
      <w:r w:rsidR="00315B11">
        <w:rPr>
          <w:i/>
          <w:iCs/>
        </w:rPr>
        <w:t>’</w:t>
      </w:r>
      <w:r>
        <w:rPr>
          <w:i/>
          <w:iCs/>
        </w:rPr>
        <w:t>il</w:t>
      </w:r>
      <w:r>
        <w:t xml:space="preserve"> </w:t>
      </w:r>
      <w:proofErr w:type="spellStart"/>
      <w:r>
        <w:rPr>
          <w:i/>
          <w:iCs/>
        </w:rPr>
        <w:t>étoit</w:t>
      </w:r>
      <w:proofErr w:type="spellEnd"/>
      <w:r>
        <w:rPr>
          <w:i/>
          <w:iCs/>
        </w:rPr>
        <w:t xml:space="preserve"> contre le cœur de sa </w:t>
      </w:r>
      <w:proofErr w:type="spellStart"/>
      <w:r>
        <w:rPr>
          <w:i/>
          <w:iCs/>
        </w:rPr>
        <w:t>chere</w:t>
      </w:r>
      <w:proofErr w:type="spellEnd"/>
      <w:r>
        <w:t xml:space="preserve"> </w:t>
      </w:r>
      <w:proofErr w:type="spellStart"/>
      <w:r>
        <w:rPr>
          <w:i/>
          <w:iCs/>
        </w:rPr>
        <w:t>Thérese</w:t>
      </w:r>
      <w:proofErr w:type="spellEnd"/>
      <w:r w:rsidR="00315B11">
        <w:rPr>
          <w:i/>
          <w:iCs/>
        </w:rPr>
        <w:t xml:space="preserve">. </w:t>
      </w:r>
      <w:r>
        <w:t>En reçoit-elle un à son tour des mains de son berger</w:t>
      </w:r>
      <w:r w:rsidR="00315B11">
        <w:t xml:space="preserve"> ? </w:t>
      </w:r>
      <w:r>
        <w:t>Il le suit des yeux</w:t>
      </w:r>
      <w:r w:rsidR="00315B11">
        <w:t xml:space="preserve">. </w:t>
      </w:r>
      <w:r>
        <w:t xml:space="preserve">Que </w:t>
      </w:r>
      <w:r>
        <w:rPr>
          <w:iCs/>
        </w:rPr>
        <w:t xml:space="preserve">ces </w:t>
      </w:r>
      <w:r>
        <w:t>fleurs sont heureuses d</w:t>
      </w:r>
      <w:r w:rsidR="00315B11">
        <w:t>’</w:t>
      </w:r>
      <w:r>
        <w:t>être si bien placées</w:t>
      </w:r>
      <w:r w:rsidR="00315B11">
        <w:t xml:space="preserve"> ! </w:t>
      </w:r>
      <w:r>
        <w:t>Elles ornent le trône des amours</w:t>
      </w:r>
      <w:r w:rsidR="00315B11">
        <w:t xml:space="preserve"> ! </w:t>
      </w:r>
      <w:r>
        <w:t xml:space="preserve">Il </w:t>
      </w:r>
      <w:r>
        <w:lastRenderedPageBreak/>
        <w:t>envie leur sort</w:t>
      </w:r>
      <w:r w:rsidR="00315B11">
        <w:t xml:space="preserve"> ; </w:t>
      </w:r>
      <w:r>
        <w:t xml:space="preserve">il </w:t>
      </w:r>
      <w:proofErr w:type="spellStart"/>
      <w:r>
        <w:t>voudroit</w:t>
      </w:r>
      <w:proofErr w:type="spellEnd"/>
      <w:r w:rsidR="00315B11">
        <w:t xml:space="preserve">, </w:t>
      </w:r>
      <w:r>
        <w:t>comme elles</w:t>
      </w:r>
      <w:r w:rsidR="00315B11">
        <w:t xml:space="preserve">, </w:t>
      </w:r>
      <w:r>
        <w:t>expirer sur ce qu</w:t>
      </w:r>
      <w:r w:rsidR="00315B11">
        <w:t>’</w:t>
      </w:r>
      <w:r>
        <w:t>il aime</w:t>
      </w:r>
      <w:r w:rsidR="00315B11">
        <w:t>.</w:t>
      </w:r>
    </w:p>
    <w:p w14:paraId="5049EC8F" w14:textId="77777777" w:rsidR="00315B11" w:rsidRDefault="00000000" w:rsidP="00315B11">
      <w:r>
        <w:t xml:space="preserve">La douleur est un </w:t>
      </w:r>
      <w:proofErr w:type="spellStart"/>
      <w:r>
        <w:t>siecle</w:t>
      </w:r>
      <w:proofErr w:type="spellEnd"/>
      <w:r w:rsidR="00315B11">
        <w:t xml:space="preserve">, </w:t>
      </w:r>
      <w:r>
        <w:t>&amp; le plaisir un moment</w:t>
      </w:r>
      <w:r w:rsidR="00315B11">
        <w:t xml:space="preserve"> ; </w:t>
      </w:r>
      <w:r>
        <w:t>ménageons-nous pour en jouir</w:t>
      </w:r>
      <w:r w:rsidR="00315B11">
        <w:t xml:space="preserve">, </w:t>
      </w:r>
      <w:r>
        <w:t>dit le convalescent voluptueux</w:t>
      </w:r>
      <w:r w:rsidR="00315B11">
        <w:t xml:space="preserve">. </w:t>
      </w:r>
      <w:r>
        <w:t>Reprend-il un nouvel être</w:t>
      </w:r>
      <w:r w:rsidR="00315B11">
        <w:t xml:space="preserve"> ? </w:t>
      </w:r>
      <w:r>
        <w:t>Il est enchanté du spectacle de l</w:t>
      </w:r>
      <w:r w:rsidR="00315B11">
        <w:t>’</w:t>
      </w:r>
      <w:r>
        <w:t>univers</w:t>
      </w:r>
      <w:r w:rsidR="00315B11">
        <w:t xml:space="preserve">. </w:t>
      </w:r>
      <w:r>
        <w:t>Heureuse abeille</w:t>
      </w:r>
      <w:r w:rsidR="00315B11">
        <w:t xml:space="preserve"> ! </w:t>
      </w:r>
      <w:r>
        <w:t>il n</w:t>
      </w:r>
      <w:r w:rsidR="00315B11">
        <w:t>’</w:t>
      </w:r>
      <w:r>
        <w:t>y a pas une fleur dont il ne tire quelque suc</w:t>
      </w:r>
      <w:r w:rsidR="00315B11">
        <w:t xml:space="preserve"> : </w:t>
      </w:r>
      <w:r>
        <w:t>ses narines s</w:t>
      </w:r>
      <w:r w:rsidR="00315B11">
        <w:t>’</w:t>
      </w:r>
      <w:r>
        <w:t>ouvrent à leur agréable parfum</w:t>
      </w:r>
      <w:r w:rsidR="00315B11">
        <w:t xml:space="preserve">. </w:t>
      </w:r>
      <w:r>
        <w:t>Une table bien servie ranime son appétit</w:t>
      </w:r>
      <w:r w:rsidR="00315B11">
        <w:t xml:space="preserve">, </w:t>
      </w:r>
      <w:r>
        <w:t>un vin délicieux flatte son palais</w:t>
      </w:r>
      <w:r w:rsidR="00315B11">
        <w:t xml:space="preserve">, </w:t>
      </w:r>
      <w:r>
        <w:t>un joli minois le met tout en feu</w:t>
      </w:r>
      <w:r w:rsidR="00315B11">
        <w:t xml:space="preserve"> : </w:t>
      </w:r>
      <w:r>
        <w:t>que dis-je</w:t>
      </w:r>
      <w:r w:rsidR="00315B11">
        <w:t> !</w:t>
      </w:r>
    </w:p>
    <w:p w14:paraId="3D7399C5" w14:textId="18820D6E" w:rsidR="004B02AC" w:rsidRPr="00315B11" w:rsidRDefault="00000000" w:rsidP="00315B11">
      <w:pPr>
        <w:ind w:firstLine="0"/>
        <w:jc w:val="center"/>
        <w:rPr>
          <w:i/>
          <w:iCs/>
        </w:rPr>
      </w:pPr>
      <w:r w:rsidRPr="00315B11">
        <w:rPr>
          <w:i/>
          <w:iCs/>
        </w:rPr>
        <w:t xml:space="preserve">La </w:t>
      </w:r>
      <w:proofErr w:type="spellStart"/>
      <w:r w:rsidRPr="00315B11">
        <w:rPr>
          <w:i/>
          <w:iCs/>
        </w:rPr>
        <w:t>premiere</w:t>
      </w:r>
      <w:proofErr w:type="spellEnd"/>
      <w:r w:rsidRPr="00315B11">
        <w:rPr>
          <w:i/>
          <w:iCs/>
        </w:rPr>
        <w:t xml:space="preserve"> Philis des hameaux d</w:t>
      </w:r>
      <w:r w:rsidR="00315B11" w:rsidRPr="00315B11">
        <w:rPr>
          <w:i/>
          <w:iCs/>
        </w:rPr>
        <w:t>’</w:t>
      </w:r>
      <w:r w:rsidRPr="00315B11">
        <w:rPr>
          <w:i/>
          <w:iCs/>
        </w:rPr>
        <w:t>alentour</w:t>
      </w:r>
    </w:p>
    <w:p w14:paraId="73E8353B" w14:textId="77777777" w:rsidR="00315B11" w:rsidRPr="00315B11" w:rsidRDefault="00000000" w:rsidP="00315B11">
      <w:pPr>
        <w:ind w:firstLine="0"/>
        <w:jc w:val="center"/>
        <w:rPr>
          <w:i/>
          <w:iCs/>
        </w:rPr>
      </w:pPr>
      <w:r w:rsidRPr="00315B11">
        <w:rPr>
          <w:i/>
          <w:iCs/>
        </w:rPr>
        <w:t>Est la Sultane favorite</w:t>
      </w:r>
      <w:r w:rsidR="00315B11" w:rsidRPr="00315B11">
        <w:rPr>
          <w:i/>
          <w:iCs/>
        </w:rPr>
        <w:t>,</w:t>
      </w:r>
    </w:p>
    <w:p w14:paraId="3D277CCC" w14:textId="77777777" w:rsidR="00315B11" w:rsidRDefault="00000000" w:rsidP="00315B11">
      <w:pPr>
        <w:ind w:firstLine="0"/>
        <w:jc w:val="center"/>
      </w:pPr>
      <w:r w:rsidRPr="00315B11">
        <w:rPr>
          <w:i/>
          <w:iCs/>
        </w:rPr>
        <w:t>Et le miracle de l</w:t>
      </w:r>
      <w:r w:rsidR="00315B11" w:rsidRPr="00315B11">
        <w:rPr>
          <w:i/>
          <w:iCs/>
        </w:rPr>
        <w:t>’</w:t>
      </w:r>
      <w:r w:rsidRPr="00315B11">
        <w:rPr>
          <w:i/>
          <w:iCs/>
        </w:rPr>
        <w:t>amour</w:t>
      </w:r>
      <w:r w:rsidR="00315B11" w:rsidRPr="00315B11">
        <w:rPr>
          <w:i/>
          <w:iCs/>
        </w:rPr>
        <w:t>.</w:t>
      </w:r>
    </w:p>
    <w:p w14:paraId="1BBE676F" w14:textId="77777777" w:rsidR="00315B11" w:rsidRDefault="00000000" w:rsidP="00315B11">
      <w:proofErr w:type="spellStart"/>
      <w:r>
        <w:t>Lesbie</w:t>
      </w:r>
      <w:proofErr w:type="spellEnd"/>
      <w:r w:rsidR="00315B11">
        <w:t xml:space="preserve">, </w:t>
      </w:r>
      <w:r>
        <w:t>vous êtes charmante</w:t>
      </w:r>
      <w:r w:rsidR="00315B11">
        <w:t xml:space="preserve">, </w:t>
      </w:r>
      <w:r>
        <w:t>&amp; je vous aime plus que Catulle ne vous a jamais aimé</w:t>
      </w:r>
      <w:r w:rsidR="00315B11">
        <w:t xml:space="preserve">… </w:t>
      </w:r>
      <w:r>
        <w:t xml:space="preserve">Mais vous êtes trop </w:t>
      </w:r>
      <w:r>
        <w:rPr>
          <w:i/>
          <w:iCs/>
        </w:rPr>
        <w:t>libidineuse</w:t>
      </w:r>
      <w:r w:rsidR="00315B11">
        <w:rPr>
          <w:i/>
          <w:iCs/>
        </w:rPr>
        <w:t xml:space="preserve"> : </w:t>
      </w:r>
      <w:r>
        <w:t>on n</w:t>
      </w:r>
      <w:r w:rsidR="00315B11">
        <w:t>’</w:t>
      </w:r>
      <w:r>
        <w:t xml:space="preserve">a pas le temps de </w:t>
      </w:r>
      <w:proofErr w:type="spellStart"/>
      <w:r>
        <w:t>desirer</w:t>
      </w:r>
      <w:proofErr w:type="spellEnd"/>
      <w:r>
        <w:t xml:space="preserve"> avec vous</w:t>
      </w:r>
      <w:r w:rsidR="00315B11">
        <w:t xml:space="preserve">. </w:t>
      </w:r>
      <w:r>
        <w:t>Déjà</w:t>
      </w:r>
      <w:r w:rsidR="00315B11">
        <w:t xml:space="preserve">… </w:t>
      </w:r>
      <w:r>
        <w:t xml:space="preserve">pourquoi si </w:t>
      </w:r>
      <w:proofErr w:type="spellStart"/>
      <w:r>
        <w:t>vîte</w:t>
      </w:r>
      <w:proofErr w:type="spellEnd"/>
      <w:r w:rsidR="00315B11">
        <w:t xml:space="preserve"> ? </w:t>
      </w:r>
      <w:r>
        <w:t>J</w:t>
      </w:r>
      <w:r w:rsidR="00315B11">
        <w:t>’</w:t>
      </w:r>
      <w:r>
        <w:t>aime qu</w:t>
      </w:r>
      <w:r w:rsidR="00315B11">
        <w:t>’</w:t>
      </w:r>
      <w:r>
        <w:t>on me résiste</w:t>
      </w:r>
      <w:r w:rsidR="00315B11">
        <w:t xml:space="preserve">, </w:t>
      </w:r>
      <w:r>
        <w:t>&amp; qu</w:t>
      </w:r>
      <w:r w:rsidR="00315B11">
        <w:t>’</w:t>
      </w:r>
      <w:r>
        <w:t>on me prévienne</w:t>
      </w:r>
      <w:r w:rsidR="00315B11">
        <w:t xml:space="preserve">, </w:t>
      </w:r>
      <w:r>
        <w:t>mais avec art</w:t>
      </w:r>
      <w:r w:rsidR="00315B11">
        <w:t xml:space="preserve">, </w:t>
      </w:r>
      <w:r>
        <w:t>ni trop</w:t>
      </w:r>
      <w:r w:rsidR="00315B11">
        <w:t xml:space="preserve">, </w:t>
      </w:r>
      <w:r>
        <w:t>ni trop peu</w:t>
      </w:r>
      <w:r w:rsidR="00315B11">
        <w:t xml:space="preserve"> : </w:t>
      </w:r>
      <w:r>
        <w:t>j</w:t>
      </w:r>
      <w:r w:rsidR="00315B11">
        <w:t>’</w:t>
      </w:r>
      <w:r>
        <w:t>aime une certaine violence</w:t>
      </w:r>
      <w:r w:rsidR="00315B11">
        <w:t xml:space="preserve">, </w:t>
      </w:r>
      <w:r>
        <w:t>mais douce</w:t>
      </w:r>
      <w:r w:rsidR="00315B11">
        <w:t xml:space="preserve">, </w:t>
      </w:r>
      <w:r>
        <w:t>qui excite le plaisir sans le déconcerter</w:t>
      </w:r>
      <w:r w:rsidR="00315B11">
        <w:t xml:space="preserve">. </w:t>
      </w:r>
      <w:r>
        <w:t>La volupté a son soleil &amp; son ombre</w:t>
      </w:r>
      <w:r w:rsidR="00315B11">
        <w:t xml:space="preserve"> : </w:t>
      </w:r>
      <w:r>
        <w:t>croyez-moi</w:t>
      </w:r>
      <w:r w:rsidR="00315B11">
        <w:t xml:space="preserve">, </w:t>
      </w:r>
      <w:proofErr w:type="spellStart"/>
      <w:r>
        <w:t>Lesbie</w:t>
      </w:r>
      <w:proofErr w:type="spellEnd"/>
      <w:r w:rsidR="00315B11">
        <w:t xml:space="preserve">, </w:t>
      </w:r>
      <w:r>
        <w:t>restons encore quelque temps à l</w:t>
      </w:r>
      <w:r w:rsidR="00315B11">
        <w:t>’</w:t>
      </w:r>
      <w:r>
        <w:t>ombre</w:t>
      </w:r>
      <w:r w:rsidR="00315B11">
        <w:t xml:space="preserve"> ; </w:t>
      </w:r>
      <w:r>
        <w:t>ombre charmante</w:t>
      </w:r>
      <w:r w:rsidR="00315B11">
        <w:t xml:space="preserve">, </w:t>
      </w:r>
      <w:r>
        <w:t>ombre chérie des femmes voluptueuses</w:t>
      </w:r>
      <w:r w:rsidR="00315B11">
        <w:t xml:space="preserve">, </w:t>
      </w:r>
      <w:r>
        <w:t xml:space="preserve">nous ne nous quitterons </w:t>
      </w:r>
      <w:r>
        <w:rPr>
          <w:bCs/>
        </w:rPr>
        <w:t xml:space="preserve">que </w:t>
      </w:r>
      <w:r>
        <w:t>trop tôt</w:t>
      </w:r>
      <w:r w:rsidR="00315B11">
        <w:t xml:space="preserve"> ! </w:t>
      </w:r>
      <w:r>
        <w:t>Ne sentez-vous donc pas le prix d</w:t>
      </w:r>
      <w:r w:rsidR="00315B11">
        <w:t>’</w:t>
      </w:r>
      <w:r>
        <w:t>une douce résistance</w:t>
      </w:r>
      <w:r w:rsidR="00315B11">
        <w:t xml:space="preserve">, </w:t>
      </w:r>
      <w:r>
        <w:t>&amp; d</w:t>
      </w:r>
      <w:r w:rsidR="00315B11">
        <w:t>’</w:t>
      </w:r>
      <w:r>
        <w:t>un bien plus doux amusement</w:t>
      </w:r>
      <w:r w:rsidR="00315B11">
        <w:t xml:space="preserve"> ? </w:t>
      </w:r>
      <w:r>
        <w:t>Il n</w:t>
      </w:r>
      <w:r w:rsidR="00315B11">
        <w:t>’</w:t>
      </w:r>
      <w:r>
        <w:t>y a pas jusqu</w:t>
      </w:r>
      <w:r w:rsidR="00315B11">
        <w:t>’</w:t>
      </w:r>
      <w:r>
        <w:t xml:space="preserve">à la </w:t>
      </w:r>
      <w:proofErr w:type="spellStart"/>
      <w:r>
        <w:t>foiblesse</w:t>
      </w:r>
      <w:proofErr w:type="spellEnd"/>
      <w:r>
        <w:t xml:space="preserve"> même dont on ne puisse tirer parti</w:t>
      </w:r>
      <w:r w:rsidR="00315B11">
        <w:t xml:space="preserve">. </w:t>
      </w:r>
      <w:r>
        <w:t xml:space="preserve">Que </w:t>
      </w:r>
      <w:proofErr w:type="spellStart"/>
      <w:r>
        <w:t>Polyénos</w:t>
      </w:r>
      <w:proofErr w:type="spellEnd"/>
      <w:r w:rsidR="00315B11">
        <w:t xml:space="preserve">, </w:t>
      </w:r>
      <w:proofErr w:type="spellStart"/>
      <w:r>
        <w:t>Ascylthe</w:t>
      </w:r>
      <w:proofErr w:type="spellEnd"/>
      <w:r w:rsidR="00315B11">
        <w:t xml:space="preserve">, </w:t>
      </w:r>
      <w:r>
        <w:t xml:space="preserve">&amp; tous les </w:t>
      </w:r>
      <w:proofErr w:type="spellStart"/>
      <w:r>
        <w:t>Mazulims</w:t>
      </w:r>
      <w:proofErr w:type="spellEnd"/>
      <w:r>
        <w:t xml:space="preserve"> du monde ne se plaignent plus de leur désastre</w:t>
      </w:r>
      <w:r w:rsidR="00315B11">
        <w:t xml:space="preserve">, </w:t>
      </w:r>
      <w:r>
        <w:t>l</w:t>
      </w:r>
      <w:r w:rsidR="00315B11">
        <w:t>’</w:t>
      </w:r>
      <w:r>
        <w:t>attente du plaisir en est un</w:t>
      </w:r>
      <w:r w:rsidR="00315B11">
        <w:t xml:space="preserve">. </w:t>
      </w:r>
      <w:r>
        <w:t>Circé s</w:t>
      </w:r>
      <w:r w:rsidR="00315B11">
        <w:t>’</w:t>
      </w:r>
      <w:r>
        <w:t>en loue</w:t>
      </w:r>
      <w:r w:rsidR="00315B11">
        <w:t xml:space="preserve">, </w:t>
      </w:r>
      <w:r>
        <w:t>elle remercie son amant de ce qui blesse au moins la vanité des autres femmes</w:t>
      </w:r>
      <w:r w:rsidR="00315B11">
        <w:t xml:space="preserve">. </w:t>
      </w:r>
      <w:r>
        <w:t xml:space="preserve">Circé rend </w:t>
      </w:r>
      <w:proofErr w:type="spellStart"/>
      <w:r>
        <w:t>graces</w:t>
      </w:r>
      <w:proofErr w:type="spellEnd"/>
      <w:r>
        <w:t xml:space="preserve"> à une trop heureuse impuissance</w:t>
      </w:r>
      <w:r w:rsidR="00315B11">
        <w:t xml:space="preserve"> ; </w:t>
      </w:r>
      <w:r>
        <w:t>c</w:t>
      </w:r>
      <w:r w:rsidR="00315B11">
        <w:t>’</w:t>
      </w:r>
      <w:r>
        <w:t>est qu</w:t>
      </w:r>
      <w:r w:rsidR="00315B11">
        <w:t>’</w:t>
      </w:r>
      <w:r>
        <w:t>elle n</w:t>
      </w:r>
      <w:r w:rsidR="00315B11">
        <w:t>’</w:t>
      </w:r>
      <w:r>
        <w:t xml:space="preserve">est que </w:t>
      </w:r>
      <w:r>
        <w:lastRenderedPageBreak/>
        <w:t>voluptueuse</w:t>
      </w:r>
      <w:r w:rsidR="00315B11">
        <w:t xml:space="preserve"> : </w:t>
      </w:r>
      <w:r>
        <w:t xml:space="preserve">son plaisir en a duré </w:t>
      </w:r>
      <w:proofErr w:type="spellStart"/>
      <w:r>
        <w:t>long-temps</w:t>
      </w:r>
      <w:proofErr w:type="spellEnd"/>
      <w:r w:rsidR="00315B11">
        <w:t xml:space="preserve">, </w:t>
      </w:r>
      <w:r>
        <w:t xml:space="preserve">ses </w:t>
      </w:r>
      <w:proofErr w:type="spellStart"/>
      <w:r>
        <w:t>desirs</w:t>
      </w:r>
      <w:proofErr w:type="spellEnd"/>
      <w:r>
        <w:t xml:space="preserve"> n</w:t>
      </w:r>
      <w:r w:rsidR="00315B11">
        <w:t>’</w:t>
      </w:r>
      <w:r>
        <w:t>ont point fini</w:t>
      </w:r>
      <w:r w:rsidR="00315B11">
        <w:t xml:space="preserve">. </w:t>
      </w:r>
      <w:r>
        <w:t>Les langueurs du corps empêchent donc quelquefois les langueurs de l</w:t>
      </w:r>
      <w:r w:rsidR="00315B11">
        <w:t>’</w:t>
      </w:r>
      <w:proofErr w:type="spellStart"/>
      <w:r>
        <w:t>ame</w:t>
      </w:r>
      <w:proofErr w:type="spellEnd"/>
      <w:r w:rsidR="00315B11">
        <w:t xml:space="preserve"> ! </w:t>
      </w:r>
      <w:r>
        <w:t>Quoi</w:t>
      </w:r>
      <w:r w:rsidR="00315B11">
        <w:t xml:space="preserve"> ! </w:t>
      </w:r>
      <w:r>
        <w:t>elles soutiennent la volupté</w:t>
      </w:r>
      <w:r w:rsidR="00315B11">
        <w:t xml:space="preserve"> ! </w:t>
      </w:r>
      <w:r>
        <w:t>Qui l</w:t>
      </w:r>
      <w:r w:rsidR="00315B11">
        <w:t>’</w:t>
      </w:r>
      <w:r>
        <w:t>eût cru</w:t>
      </w:r>
      <w:r w:rsidR="00315B11">
        <w:t xml:space="preserve">, </w:t>
      </w:r>
      <w:r>
        <w:t>sans l</w:t>
      </w:r>
      <w:r w:rsidR="00315B11">
        <w:t>’</w:t>
      </w:r>
      <w:r>
        <w:t xml:space="preserve">expérience de la </w:t>
      </w:r>
      <w:r>
        <w:rPr>
          <w:i/>
          <w:iCs/>
        </w:rPr>
        <w:t xml:space="preserve">parodie </w:t>
      </w:r>
      <w:r>
        <w:t xml:space="preserve">du </w:t>
      </w:r>
      <w:r>
        <w:rPr>
          <w:i/>
          <w:iCs/>
        </w:rPr>
        <w:t xml:space="preserve">pavot </w:t>
      </w:r>
      <w:r>
        <w:t>de Virgile</w:t>
      </w:r>
      <w:r w:rsidR="00315B11">
        <w:t xml:space="preserve"> ? </w:t>
      </w:r>
      <w:r>
        <w:t>Parodie si brusque quelquefois</w:t>
      </w:r>
      <w:r w:rsidR="00315B11">
        <w:t xml:space="preserve">, </w:t>
      </w:r>
      <w:r>
        <w:t xml:space="preserve">au milieu même des plus </w:t>
      </w:r>
      <w:r>
        <w:rPr>
          <w:i/>
          <w:iCs/>
        </w:rPr>
        <w:t>grands airs</w:t>
      </w:r>
      <w:r w:rsidR="00315B11">
        <w:rPr>
          <w:i/>
          <w:iCs/>
        </w:rPr>
        <w:t xml:space="preserve">, </w:t>
      </w:r>
      <w:r>
        <w:t>qu</w:t>
      </w:r>
      <w:r w:rsidR="00315B11">
        <w:t>’</w:t>
      </w:r>
      <w:r>
        <w:t>on a bien de la peine à n</w:t>
      </w:r>
      <w:r w:rsidR="00315B11">
        <w:t>’</w:t>
      </w:r>
      <w:r>
        <w:t>en pas rire</w:t>
      </w:r>
      <w:r w:rsidR="00315B11">
        <w:t xml:space="preserve">, </w:t>
      </w:r>
      <w:r>
        <w:t>au hasard d</w:t>
      </w:r>
      <w:r w:rsidR="00315B11">
        <w:t>’</w:t>
      </w:r>
      <w:r>
        <w:t>augmenter le dépit de Vénus</w:t>
      </w:r>
      <w:r w:rsidR="00315B11">
        <w:t>.</w:t>
      </w:r>
    </w:p>
    <w:p w14:paraId="038B03AF" w14:textId="77777777" w:rsidR="00315B11" w:rsidRDefault="00000000" w:rsidP="00315B11">
      <w:r>
        <w:t xml:space="preserve">Si le voluptueux se </w:t>
      </w:r>
      <w:proofErr w:type="spellStart"/>
      <w:r>
        <w:t>promene</w:t>
      </w:r>
      <w:proofErr w:type="spellEnd"/>
      <w:r w:rsidR="00315B11">
        <w:t xml:space="preserve">, </w:t>
      </w:r>
      <w:r>
        <w:t>le plus beau lieu</w:t>
      </w:r>
      <w:r w:rsidR="00315B11">
        <w:t xml:space="preserve">, </w:t>
      </w:r>
      <w:r>
        <w:t>le chant des oiseaux</w:t>
      </w:r>
      <w:r w:rsidR="00315B11">
        <w:t xml:space="preserve">, </w:t>
      </w:r>
      <w:r>
        <w:t>la fraîcheur des ruisseaux &amp; des zéphirs</w:t>
      </w:r>
      <w:r w:rsidR="00315B11">
        <w:t xml:space="preserve">, </w:t>
      </w:r>
      <w:r>
        <w:t>un air embaumé de l</w:t>
      </w:r>
      <w:r w:rsidR="00315B11">
        <w:t>’</w:t>
      </w:r>
      <w:r>
        <w:t>esprit des fleurs</w:t>
      </w:r>
      <w:r w:rsidR="00315B11">
        <w:t xml:space="preserve"> ; </w:t>
      </w:r>
      <w:r>
        <w:t>la plus belle vue</w:t>
      </w:r>
      <w:r w:rsidR="00315B11">
        <w:t xml:space="preserve">, </w:t>
      </w:r>
      <w:r>
        <w:t>la plus superbe allée</w:t>
      </w:r>
      <w:r w:rsidR="00315B11">
        <w:t xml:space="preserve">, </w:t>
      </w:r>
      <w:r>
        <w:t xml:space="preserve">celle où Diane se </w:t>
      </w:r>
      <w:proofErr w:type="spellStart"/>
      <w:r>
        <w:t>promene</w:t>
      </w:r>
      <w:proofErr w:type="spellEnd"/>
      <w:r>
        <w:t xml:space="preserve"> elle-même avec toute sa cour</w:t>
      </w:r>
      <w:r w:rsidR="00315B11">
        <w:t xml:space="preserve"> ; </w:t>
      </w:r>
      <w:r>
        <w:t>voilà ce qu</w:t>
      </w:r>
      <w:r w:rsidR="00315B11">
        <w:t>’</w:t>
      </w:r>
      <w:r>
        <w:t>il choisit &amp; ce qu</w:t>
      </w:r>
      <w:r w:rsidR="00315B11">
        <w:t>’</w:t>
      </w:r>
      <w:r>
        <w:t>il quitte bien plus volontiers</w:t>
      </w:r>
      <w:r w:rsidR="00315B11">
        <w:t xml:space="preserve">, </w:t>
      </w:r>
      <w:r>
        <w:t>soit pour lire au frais Crébillon ou Chaulieu</w:t>
      </w:r>
      <w:r w:rsidR="00315B11">
        <w:t xml:space="preserve"> ; </w:t>
      </w:r>
      <w:r>
        <w:t>soit pour s</w:t>
      </w:r>
      <w:r w:rsidR="00315B11">
        <w:t>’</w:t>
      </w:r>
      <w:r>
        <w:t>égarer dans un bois</w:t>
      </w:r>
      <w:r w:rsidR="00315B11">
        <w:t xml:space="preserve">, </w:t>
      </w:r>
      <w:r>
        <w:t xml:space="preserve">&amp; fouler avec quelque </w:t>
      </w:r>
      <w:proofErr w:type="spellStart"/>
      <w:r>
        <w:t>driade</w:t>
      </w:r>
      <w:proofErr w:type="spellEnd"/>
      <w:r>
        <w:t xml:space="preserve"> le gazon </w:t>
      </w:r>
      <w:r>
        <w:rPr>
          <w:bCs/>
        </w:rPr>
        <w:t xml:space="preserve">touffu </w:t>
      </w:r>
      <w:r>
        <w:t>d</w:t>
      </w:r>
      <w:r w:rsidR="00315B11">
        <w:t>’</w:t>
      </w:r>
      <w:r>
        <w:t>un bosquet inaccessible aux profanes</w:t>
      </w:r>
      <w:r w:rsidR="00315B11">
        <w:t xml:space="preserve">. </w:t>
      </w:r>
      <w:r>
        <w:t>Lambris dorés</w:t>
      </w:r>
      <w:r w:rsidR="00315B11">
        <w:t xml:space="preserve">, </w:t>
      </w:r>
      <w:r>
        <w:t>que les flûtes &amp; les voix font retentir</w:t>
      </w:r>
      <w:r w:rsidR="00315B11">
        <w:t xml:space="preserve">, </w:t>
      </w:r>
      <w:r>
        <w:t>charmez-vous ainsi le magnifique ennui des rois</w:t>
      </w:r>
      <w:r w:rsidR="00315B11">
        <w:t> ?</w:t>
      </w:r>
    </w:p>
    <w:p w14:paraId="6389D1BE" w14:textId="77777777" w:rsidR="00315B11" w:rsidRDefault="00000000" w:rsidP="00315B11">
      <w:r>
        <w:t>S</w:t>
      </w:r>
      <w:r w:rsidR="00315B11">
        <w:t>’</w:t>
      </w:r>
      <w:r>
        <w:t>il attend sa maîtresse</w:t>
      </w:r>
      <w:r w:rsidR="00315B11">
        <w:t xml:space="preserve">, </w:t>
      </w:r>
      <w:r>
        <w:t>c</w:t>
      </w:r>
      <w:r w:rsidR="00315B11">
        <w:t>’</w:t>
      </w:r>
      <w:r>
        <w:t xml:space="preserve">est dans le silence &amp; le </w:t>
      </w:r>
      <w:proofErr w:type="spellStart"/>
      <w:r>
        <w:t>mystere</w:t>
      </w:r>
      <w:proofErr w:type="spellEnd"/>
      <w:r w:rsidR="00315B11">
        <w:t xml:space="preserve"> ; </w:t>
      </w:r>
      <w:r>
        <w:t>tous ses sens tendus semblent écouter</w:t>
      </w:r>
      <w:r w:rsidR="00315B11">
        <w:t xml:space="preserve"> ; </w:t>
      </w:r>
      <w:r>
        <w:t>il ose à peine respirer</w:t>
      </w:r>
      <w:r w:rsidR="00315B11">
        <w:t xml:space="preserve"> ; </w:t>
      </w:r>
      <w:r>
        <w:t xml:space="preserve">un </w:t>
      </w:r>
      <w:r>
        <w:rPr>
          <w:bCs/>
          <w:iCs/>
        </w:rPr>
        <w:t>faux</w:t>
      </w:r>
      <w:r>
        <w:rPr>
          <w:i/>
          <w:iCs/>
        </w:rPr>
        <w:t xml:space="preserve"> </w:t>
      </w:r>
      <w:r>
        <w:t>bruit l</w:t>
      </w:r>
      <w:r w:rsidR="00315B11">
        <w:t>’</w:t>
      </w:r>
      <w:r>
        <w:t>a déjà trompé plus d</w:t>
      </w:r>
      <w:r w:rsidR="00315B11">
        <w:t>’</w:t>
      </w:r>
      <w:r>
        <w:t>une fois</w:t>
      </w:r>
      <w:r w:rsidR="00315B11">
        <w:t xml:space="preserve"> : </w:t>
      </w:r>
      <w:r>
        <w:t>puissé-je l</w:t>
      </w:r>
      <w:r w:rsidR="00315B11">
        <w:t>’</w:t>
      </w:r>
      <w:r>
        <w:t>être toujours ainsi</w:t>
      </w:r>
      <w:r w:rsidR="00315B11">
        <w:t xml:space="preserve">. </w:t>
      </w:r>
      <w:r>
        <w:t>Tout dort</w:t>
      </w:r>
      <w:r w:rsidR="00315B11">
        <w:t xml:space="preserve">, </w:t>
      </w:r>
      <w:r>
        <w:t>&amp; Julie ne vient point</w:t>
      </w:r>
      <w:r w:rsidR="00315B11">
        <w:t xml:space="preserve"> ? </w:t>
      </w:r>
      <w:r>
        <w:t>L</w:t>
      </w:r>
      <w:r w:rsidR="00315B11">
        <w:t>’</w:t>
      </w:r>
      <w:r>
        <w:t>impatience de l</w:t>
      </w:r>
      <w:r w:rsidR="00315B11">
        <w:t>’</w:t>
      </w:r>
      <w:r>
        <w:t>un surpasse la prudence de l</w:t>
      </w:r>
      <w:r w:rsidR="00315B11">
        <w:t>’</w:t>
      </w:r>
      <w:r>
        <w:t>autre</w:t>
      </w:r>
      <w:r w:rsidR="00315B11">
        <w:t xml:space="preserve">. </w:t>
      </w:r>
      <w:r>
        <w:t xml:space="preserve">Il ne se </w:t>
      </w:r>
      <w:proofErr w:type="spellStart"/>
      <w:r>
        <w:t>connoît</w:t>
      </w:r>
      <w:proofErr w:type="spellEnd"/>
      <w:r>
        <w:t xml:space="preserve"> plus</w:t>
      </w:r>
      <w:r w:rsidR="00315B11">
        <w:t xml:space="preserve">, </w:t>
      </w:r>
      <w:r>
        <w:t>il brûle</w:t>
      </w:r>
      <w:r w:rsidR="00315B11">
        <w:t xml:space="preserve">, </w:t>
      </w:r>
      <w:r>
        <w:t>il frémit du plaisir qu</w:t>
      </w:r>
      <w:r w:rsidR="00315B11">
        <w:t>’</w:t>
      </w:r>
      <w:r>
        <w:t>il n</w:t>
      </w:r>
      <w:r w:rsidR="00315B11">
        <w:t>’</w:t>
      </w:r>
      <w:r>
        <w:t>a pas encore</w:t>
      </w:r>
      <w:r w:rsidR="00315B11">
        <w:t xml:space="preserve">… </w:t>
      </w:r>
      <w:r>
        <w:t>Que sera-ce &amp; quels transports</w:t>
      </w:r>
      <w:r w:rsidR="00315B11">
        <w:t xml:space="preserve">, </w:t>
      </w:r>
      <w:r>
        <w:t>quand un objet si tendrement chéri</w:t>
      </w:r>
      <w:r w:rsidR="00315B11">
        <w:t xml:space="preserve">, </w:t>
      </w:r>
      <w:r>
        <w:t>si vivement imaginé</w:t>
      </w:r>
      <w:r w:rsidR="00315B11">
        <w:t xml:space="preserve">, </w:t>
      </w:r>
      <w:r>
        <w:t>éclairé par le seul flambeau de l</w:t>
      </w:r>
      <w:r w:rsidR="00315B11">
        <w:t>’</w:t>
      </w:r>
      <w:r>
        <w:t>amour</w:t>
      </w:r>
      <w:r w:rsidR="00315B11">
        <w:t xml:space="preserve">… </w:t>
      </w:r>
      <w:r>
        <w:t xml:space="preserve">Heureux </w:t>
      </w:r>
      <w:proofErr w:type="spellStart"/>
      <w:r>
        <w:t>Sylvandre</w:t>
      </w:r>
      <w:proofErr w:type="spellEnd"/>
      <w:r w:rsidR="00315B11">
        <w:t xml:space="preserve">, </w:t>
      </w:r>
      <w:r>
        <w:t>voilà Julie</w:t>
      </w:r>
      <w:r w:rsidR="00315B11">
        <w:t> !</w:t>
      </w:r>
    </w:p>
    <w:p w14:paraId="711E101C" w14:textId="77777777" w:rsidR="00315B11" w:rsidRDefault="00000000" w:rsidP="00315B11">
      <w:r>
        <w:t>Issé est-elle dans les bras du sommeil</w:t>
      </w:r>
      <w:r w:rsidR="00315B11">
        <w:t xml:space="preserve"> ? </w:t>
      </w:r>
      <w:r>
        <w:t>Celui de l</w:t>
      </w:r>
      <w:r w:rsidR="00315B11">
        <w:t>’</w:t>
      </w:r>
      <w:r>
        <w:t>amour même n</w:t>
      </w:r>
      <w:r w:rsidR="00315B11">
        <w:t>’</w:t>
      </w:r>
      <w:r>
        <w:t>est pas plus respecté</w:t>
      </w:r>
      <w:r w:rsidR="00315B11">
        <w:t xml:space="preserve"> ; </w:t>
      </w:r>
      <w:r>
        <w:t>il ordonne aux ruisseaux de murmurer plus bas</w:t>
      </w:r>
      <w:r w:rsidR="00315B11">
        <w:t xml:space="preserve"> ; </w:t>
      </w:r>
      <w:r>
        <w:t xml:space="preserve">il </w:t>
      </w:r>
      <w:proofErr w:type="spellStart"/>
      <w:r>
        <w:t>voudroit</w:t>
      </w:r>
      <w:proofErr w:type="spellEnd"/>
      <w:r>
        <w:t xml:space="preserve"> imposer silence à la nature </w:t>
      </w:r>
      <w:proofErr w:type="spellStart"/>
      <w:r>
        <w:t>entiere</w:t>
      </w:r>
      <w:proofErr w:type="spellEnd"/>
      <w:r w:rsidR="00315B11">
        <w:t xml:space="preserve">. </w:t>
      </w:r>
      <w:r>
        <w:t>Issé ne s</w:t>
      </w:r>
      <w:r w:rsidR="00315B11">
        <w:t>’</w:t>
      </w:r>
      <w:r>
        <w:t>éveillera que trop tôt</w:t>
      </w:r>
      <w:r w:rsidR="00315B11">
        <w:t xml:space="preserve">, </w:t>
      </w:r>
      <w:r>
        <w:t>elle est dans la plus galante attitude</w:t>
      </w:r>
      <w:r w:rsidR="00315B11">
        <w:t xml:space="preserve">. </w:t>
      </w:r>
      <w:r>
        <w:t>Voyez celle de l</w:t>
      </w:r>
      <w:r w:rsidR="00315B11">
        <w:t>’</w:t>
      </w:r>
      <w:r>
        <w:t>amant</w:t>
      </w:r>
      <w:r w:rsidR="00315B11">
        <w:t xml:space="preserve"> ! </w:t>
      </w:r>
      <w:r>
        <w:t>voyez ses yeux</w:t>
      </w:r>
      <w:r w:rsidR="00315B11">
        <w:t xml:space="preserve"> ! </w:t>
      </w:r>
      <w:r>
        <w:t xml:space="preserve">Que </w:t>
      </w:r>
      <w:r>
        <w:lastRenderedPageBreak/>
        <w:t>de charmes ils parcourent</w:t>
      </w:r>
      <w:r w:rsidR="00315B11">
        <w:t xml:space="preserve"> ! </w:t>
      </w:r>
      <w:r>
        <w:t xml:space="preserve">Favorise le </w:t>
      </w:r>
      <w:r>
        <w:rPr>
          <w:bCs/>
        </w:rPr>
        <w:t xml:space="preserve">dieu </w:t>
      </w:r>
      <w:r>
        <w:t>du sommeil</w:t>
      </w:r>
      <w:r w:rsidR="00315B11">
        <w:t xml:space="preserve">, </w:t>
      </w:r>
      <w:r>
        <w:t>&amp; qu</w:t>
      </w:r>
      <w:r w:rsidR="00315B11">
        <w:t>’</w:t>
      </w:r>
      <w:r>
        <w:t xml:space="preserve">ils </w:t>
      </w:r>
      <w:proofErr w:type="spellStart"/>
      <w:r>
        <w:t>ayent</w:t>
      </w:r>
      <w:proofErr w:type="spellEnd"/>
      <w:r>
        <w:t xml:space="preserve"> le temps de se </w:t>
      </w:r>
      <w:r>
        <w:rPr>
          <w:i/>
        </w:rPr>
        <w:t xml:space="preserve">payer </w:t>
      </w:r>
      <w:r>
        <w:rPr>
          <w:bCs/>
          <w:i/>
        </w:rPr>
        <w:t xml:space="preserve">des larmes </w:t>
      </w:r>
      <w:r>
        <w:rPr>
          <w:i/>
        </w:rPr>
        <w:t>qu</w:t>
      </w:r>
      <w:r w:rsidR="00315B11">
        <w:rPr>
          <w:i/>
        </w:rPr>
        <w:t>’</w:t>
      </w:r>
      <w:r>
        <w:rPr>
          <w:i/>
        </w:rPr>
        <w:t xml:space="preserve">ils ont </w:t>
      </w:r>
      <w:r>
        <w:rPr>
          <w:bCs/>
          <w:i/>
        </w:rPr>
        <w:t xml:space="preserve">versé </w:t>
      </w:r>
      <w:r>
        <w:rPr>
          <w:i/>
        </w:rPr>
        <w:t>pour eux</w:t>
      </w:r>
      <w:r w:rsidR="00315B11">
        <w:rPr>
          <w:i/>
        </w:rPr>
        <w:t> !</w:t>
      </w:r>
    </w:p>
    <w:p w14:paraId="6E090773" w14:textId="77777777" w:rsidR="00315B11" w:rsidRDefault="00000000" w:rsidP="00315B11">
      <w:r>
        <w:t xml:space="preserve">Beaux jours </w:t>
      </w:r>
      <w:r>
        <w:rPr>
          <w:bCs/>
          <w:iCs/>
        </w:rPr>
        <w:t>d</w:t>
      </w:r>
      <w:r w:rsidR="00315B11">
        <w:rPr>
          <w:bCs/>
          <w:iCs/>
        </w:rPr>
        <w:t>’</w:t>
      </w:r>
      <w:r>
        <w:rPr>
          <w:bCs/>
          <w:iCs/>
        </w:rPr>
        <w:t>Hébé</w:t>
      </w:r>
      <w:r w:rsidR="00315B11">
        <w:rPr>
          <w:bCs/>
          <w:iCs/>
        </w:rPr>
        <w:t xml:space="preserve"> ! </w:t>
      </w:r>
      <w:r>
        <w:t>quoi</w:t>
      </w:r>
      <w:r w:rsidR="00315B11">
        <w:t xml:space="preserve"> ! </w:t>
      </w:r>
      <w:r>
        <w:t>vous ne reviendrez plus</w:t>
      </w:r>
      <w:r w:rsidR="00315B11">
        <w:t xml:space="preserve"> ! </w:t>
      </w:r>
      <w:r>
        <w:t xml:space="preserve">Je serai désormais impitoyablement livré au vuide </w:t>
      </w:r>
      <w:r>
        <w:rPr>
          <w:bCs/>
        </w:rPr>
        <w:t>d</w:t>
      </w:r>
      <w:r w:rsidR="00315B11">
        <w:rPr>
          <w:bCs/>
        </w:rPr>
        <w:t>’</w:t>
      </w:r>
      <w:r>
        <w:rPr>
          <w:bCs/>
        </w:rPr>
        <w:t xml:space="preserve">un cœur </w:t>
      </w:r>
      <w:r>
        <w:t xml:space="preserve">sans tendresse &amp; sans </w:t>
      </w:r>
      <w:proofErr w:type="spellStart"/>
      <w:r>
        <w:t>desir</w:t>
      </w:r>
      <w:proofErr w:type="spellEnd"/>
      <w:r w:rsidR="00315B11">
        <w:t xml:space="preserve"> : </w:t>
      </w:r>
      <w:r>
        <w:t xml:space="preserve">vuide affreux que </w:t>
      </w:r>
      <w:proofErr w:type="spellStart"/>
      <w:r>
        <w:rPr>
          <w:bCs/>
        </w:rPr>
        <w:t>tout</w:t>
      </w:r>
      <w:proofErr w:type="spellEnd"/>
      <w:r>
        <w:rPr>
          <w:bCs/>
        </w:rPr>
        <w:t xml:space="preserve"> </w:t>
      </w:r>
      <w:r>
        <w:t>les goûts</w:t>
      </w:r>
      <w:r w:rsidR="00315B11">
        <w:t xml:space="preserve">, </w:t>
      </w:r>
      <w:r>
        <w:t xml:space="preserve">tous </w:t>
      </w:r>
      <w:r>
        <w:rPr>
          <w:bCs/>
        </w:rPr>
        <w:t>les arts</w:t>
      </w:r>
      <w:r w:rsidR="00315B11">
        <w:rPr>
          <w:bCs/>
        </w:rPr>
        <w:t xml:space="preserve">, </w:t>
      </w:r>
      <w:r>
        <w:t>toutes les dissipations de la vie ne peuvent remplir</w:t>
      </w:r>
      <w:r w:rsidR="00315B11">
        <w:t xml:space="preserve"> ! </w:t>
      </w:r>
      <w:r>
        <w:t xml:space="preserve">Que </w:t>
      </w:r>
      <w:r>
        <w:rPr>
          <w:bCs/>
        </w:rPr>
        <w:t xml:space="preserve">je </w:t>
      </w:r>
      <w:r>
        <w:t xml:space="preserve">sente </w:t>
      </w:r>
      <w:r>
        <w:rPr>
          <w:bCs/>
        </w:rPr>
        <w:t xml:space="preserve">du </w:t>
      </w:r>
      <w:r>
        <w:t xml:space="preserve">moins </w:t>
      </w:r>
      <w:r>
        <w:rPr>
          <w:bCs/>
        </w:rPr>
        <w:t xml:space="preserve">quelquefois les flatteuses approches </w:t>
      </w:r>
      <w:r>
        <w:t>du plus respectable des dieux</w:t>
      </w:r>
      <w:r w:rsidR="00315B11">
        <w:t xml:space="preserve">, </w:t>
      </w:r>
      <w:r>
        <w:t>signe consolateur d</w:t>
      </w:r>
      <w:r w:rsidR="00315B11">
        <w:t>’</w:t>
      </w:r>
      <w:r>
        <w:t>une amante éperdue</w:t>
      </w:r>
      <w:r w:rsidR="00315B11">
        <w:t xml:space="preserve"> ; </w:t>
      </w:r>
      <w:r>
        <w:t>&amp; tel qu</w:t>
      </w:r>
      <w:r w:rsidR="00315B11">
        <w:t>’</w:t>
      </w:r>
      <w:r>
        <w:t xml:space="preserve">au </w:t>
      </w:r>
      <w:proofErr w:type="spellStart"/>
      <w:r>
        <w:t>nautonnier</w:t>
      </w:r>
      <w:proofErr w:type="spellEnd"/>
      <w:r>
        <w:t xml:space="preserve"> </w:t>
      </w:r>
      <w:proofErr w:type="spellStart"/>
      <w:r>
        <w:t>allarmé</w:t>
      </w:r>
      <w:proofErr w:type="spellEnd"/>
      <w:r>
        <w:t xml:space="preserve"> se montre la brillante étoile du matin</w:t>
      </w:r>
      <w:r w:rsidR="00315B11">
        <w:t xml:space="preserve">. </w:t>
      </w:r>
      <w:r>
        <w:t>Plaisir</w:t>
      </w:r>
      <w:r w:rsidR="00315B11">
        <w:t xml:space="preserve">, </w:t>
      </w:r>
      <w:r>
        <w:t>ingrat plaisir</w:t>
      </w:r>
      <w:r w:rsidR="00315B11">
        <w:t xml:space="preserve">, </w:t>
      </w:r>
      <w:r>
        <w:rPr>
          <w:bCs/>
        </w:rPr>
        <w:t>c</w:t>
      </w:r>
      <w:r w:rsidR="00315B11">
        <w:rPr>
          <w:bCs/>
        </w:rPr>
        <w:t>’</w:t>
      </w:r>
      <w:r>
        <w:rPr>
          <w:bCs/>
        </w:rPr>
        <w:t xml:space="preserve">est </w:t>
      </w:r>
      <w:r>
        <w:t xml:space="preserve">donc ainsi que </w:t>
      </w:r>
      <w:r>
        <w:rPr>
          <w:bCs/>
        </w:rPr>
        <w:t xml:space="preserve">tu </w:t>
      </w:r>
      <w:r>
        <w:t>traites qui t</w:t>
      </w:r>
      <w:r w:rsidR="00315B11">
        <w:t>’</w:t>
      </w:r>
      <w:r>
        <w:t>a tout sacrifié</w:t>
      </w:r>
      <w:r w:rsidR="00315B11">
        <w:t xml:space="preserve"> ! </w:t>
      </w:r>
      <w:r>
        <w:t>Si j</w:t>
      </w:r>
      <w:r w:rsidR="00315B11">
        <w:t>’</w:t>
      </w:r>
      <w:r>
        <w:t xml:space="preserve">ai perdu mes jours dans </w:t>
      </w:r>
      <w:r>
        <w:rPr>
          <w:bCs/>
        </w:rPr>
        <w:t xml:space="preserve">la </w:t>
      </w:r>
      <w:r>
        <w:t>volupté</w:t>
      </w:r>
      <w:r w:rsidR="00315B11">
        <w:t xml:space="preserve">, </w:t>
      </w:r>
      <w:r>
        <w:rPr>
          <w:i/>
        </w:rPr>
        <w:t>ah</w:t>
      </w:r>
      <w:r>
        <w:t xml:space="preserve"> </w:t>
      </w:r>
      <w:r>
        <w:rPr>
          <w:i/>
        </w:rPr>
        <w:t>rendez-les moi</w:t>
      </w:r>
      <w:r w:rsidR="00315B11">
        <w:rPr>
          <w:i/>
        </w:rPr>
        <w:t xml:space="preserve">, </w:t>
      </w:r>
      <w:r>
        <w:rPr>
          <w:i/>
        </w:rPr>
        <w:t>grands dieux</w:t>
      </w:r>
      <w:r w:rsidR="00315B11">
        <w:rPr>
          <w:i/>
        </w:rPr>
        <w:t xml:space="preserve">, </w:t>
      </w:r>
      <w:r>
        <w:t xml:space="preserve">pour </w:t>
      </w:r>
      <w:r>
        <w:rPr>
          <w:bCs/>
        </w:rPr>
        <w:t xml:space="preserve">les </w:t>
      </w:r>
      <w:r>
        <w:t>reperdre encore</w:t>
      </w:r>
      <w:r w:rsidR="00315B11">
        <w:t> !</w:t>
      </w:r>
    </w:p>
    <w:p w14:paraId="39038A96" w14:textId="77777777" w:rsidR="00315B11" w:rsidRDefault="00000000" w:rsidP="00315B11">
      <w:r>
        <w:rPr>
          <w:bCs/>
          <w:iCs/>
        </w:rPr>
        <w:t>Je</w:t>
      </w:r>
      <w:r>
        <w:rPr>
          <w:i/>
        </w:rPr>
        <w:t xml:space="preserve"> </w:t>
      </w:r>
      <w:r>
        <w:rPr>
          <w:bCs/>
        </w:rPr>
        <w:t xml:space="preserve">suis </w:t>
      </w:r>
      <w:r>
        <w:t xml:space="preserve">jaloux </w:t>
      </w:r>
      <w:r>
        <w:rPr>
          <w:bCs/>
        </w:rPr>
        <w:t xml:space="preserve">de ton </w:t>
      </w:r>
      <w:r>
        <w:t>bonheur</w:t>
      </w:r>
      <w:r w:rsidR="00315B11">
        <w:t xml:space="preserve">, </w:t>
      </w:r>
      <w:r>
        <w:t>trop heureux pêcher</w:t>
      </w:r>
      <w:r w:rsidR="00315B11">
        <w:t xml:space="preserve">. </w:t>
      </w:r>
      <w:r>
        <w:rPr>
          <w:bCs/>
        </w:rPr>
        <w:t xml:space="preserve">La </w:t>
      </w:r>
      <w:r>
        <w:t xml:space="preserve">nature </w:t>
      </w:r>
      <w:r>
        <w:rPr>
          <w:bCs/>
          <w:iCs/>
        </w:rPr>
        <w:t>t</w:t>
      </w:r>
      <w:r w:rsidR="00315B11">
        <w:rPr>
          <w:bCs/>
          <w:iCs/>
        </w:rPr>
        <w:t>’</w:t>
      </w:r>
      <w:r>
        <w:rPr>
          <w:bCs/>
          <w:iCs/>
        </w:rPr>
        <w:t xml:space="preserve">a </w:t>
      </w:r>
      <w:r>
        <w:t xml:space="preserve">traité </w:t>
      </w:r>
      <w:r>
        <w:rPr>
          <w:bCs/>
          <w:iCs/>
        </w:rPr>
        <w:t>en</w:t>
      </w:r>
      <w:r>
        <w:rPr>
          <w:i/>
        </w:rPr>
        <w:t xml:space="preserve"> </w:t>
      </w:r>
      <w:proofErr w:type="spellStart"/>
      <w:r>
        <w:t>mere</w:t>
      </w:r>
      <w:proofErr w:type="spellEnd"/>
      <w:r w:rsidR="00315B11">
        <w:t xml:space="preserve">, </w:t>
      </w:r>
      <w:r>
        <w:t>&amp; l</w:t>
      </w:r>
      <w:r w:rsidR="00315B11">
        <w:t>’</w:t>
      </w:r>
      <w:r>
        <w:t xml:space="preserve">homme </w:t>
      </w:r>
      <w:r>
        <w:rPr>
          <w:bCs/>
        </w:rPr>
        <w:t xml:space="preserve">en </w:t>
      </w:r>
      <w:r>
        <w:t>marâtre</w:t>
      </w:r>
      <w:r w:rsidR="00315B11">
        <w:t xml:space="preserve">. </w:t>
      </w:r>
      <w:r>
        <w:rPr>
          <w:bCs/>
        </w:rPr>
        <w:t xml:space="preserve">Un </w:t>
      </w:r>
      <w:r>
        <w:t xml:space="preserve">doux zéphir a soufflé dans </w:t>
      </w:r>
      <w:r>
        <w:rPr>
          <w:bCs/>
        </w:rPr>
        <w:t xml:space="preserve">les </w:t>
      </w:r>
      <w:r>
        <w:t>air</w:t>
      </w:r>
      <w:r>
        <w:rPr>
          <w:bCs/>
          <w:iCs/>
        </w:rPr>
        <w:t>s</w:t>
      </w:r>
      <w:r w:rsidR="00315B11">
        <w:rPr>
          <w:bCs/>
          <w:iCs/>
        </w:rPr>
        <w:t xml:space="preserve">, </w:t>
      </w:r>
      <w:r>
        <w:t xml:space="preserve">une </w:t>
      </w:r>
      <w:r>
        <w:rPr>
          <w:bCs/>
        </w:rPr>
        <w:t xml:space="preserve">nouvelle </w:t>
      </w:r>
      <w:r>
        <w:t>chaleur te rappelle à la</w:t>
      </w:r>
      <w:r>
        <w:rPr>
          <w:bCs/>
        </w:rPr>
        <w:t xml:space="preserve"> vie</w:t>
      </w:r>
      <w:r w:rsidR="00315B11">
        <w:rPr>
          <w:bCs/>
        </w:rPr>
        <w:t xml:space="preserve"> ; </w:t>
      </w:r>
      <w:r>
        <w:rPr>
          <w:bCs/>
        </w:rPr>
        <w:t xml:space="preserve">tes boutons </w:t>
      </w:r>
      <w:proofErr w:type="spellStart"/>
      <w:r>
        <w:t>paroissent</w:t>
      </w:r>
      <w:proofErr w:type="spellEnd"/>
      <w:r w:rsidR="00315B11">
        <w:t xml:space="preserve">, </w:t>
      </w:r>
      <w:r>
        <w:rPr>
          <w:iCs/>
        </w:rPr>
        <w:t>se</w:t>
      </w:r>
      <w:r>
        <w:rPr>
          <w:i/>
        </w:rPr>
        <w:t xml:space="preserve"> </w:t>
      </w:r>
      <w:r>
        <w:rPr>
          <w:bCs/>
        </w:rPr>
        <w:t xml:space="preserve">développent bientôt ornés de </w:t>
      </w:r>
      <w:r>
        <w:t>fleurs</w:t>
      </w:r>
      <w:r w:rsidR="00315B11">
        <w:t xml:space="preserve"> ; </w:t>
      </w:r>
      <w:r>
        <w:t xml:space="preserve">tu </w:t>
      </w:r>
      <w:r>
        <w:rPr>
          <w:bCs/>
        </w:rPr>
        <w:t xml:space="preserve">seras </w:t>
      </w:r>
      <w:r>
        <w:t xml:space="preserve">enfin chéri </w:t>
      </w:r>
      <w:r>
        <w:rPr>
          <w:bCs/>
        </w:rPr>
        <w:t xml:space="preserve">pour tes </w:t>
      </w:r>
      <w:proofErr w:type="spellStart"/>
      <w:r>
        <w:rPr>
          <w:bCs/>
        </w:rPr>
        <w:t>excellens</w:t>
      </w:r>
      <w:proofErr w:type="spellEnd"/>
      <w:r>
        <w:rPr>
          <w:bCs/>
        </w:rPr>
        <w:t xml:space="preserve"> fruits</w:t>
      </w:r>
      <w:r w:rsidR="00315B11">
        <w:rPr>
          <w:bCs/>
        </w:rPr>
        <w:t xml:space="preserve"> ! </w:t>
      </w:r>
      <w:r>
        <w:rPr>
          <w:bCs/>
        </w:rPr>
        <w:t>Combien de printemps t</w:t>
      </w:r>
      <w:r w:rsidR="00315B11">
        <w:rPr>
          <w:bCs/>
        </w:rPr>
        <w:t>’</w:t>
      </w:r>
      <w:r>
        <w:rPr>
          <w:bCs/>
        </w:rPr>
        <w:t>ont rajeuni</w:t>
      </w:r>
      <w:r w:rsidR="00315B11">
        <w:rPr>
          <w:bCs/>
        </w:rPr>
        <w:t xml:space="preserve"> ! </w:t>
      </w:r>
      <w:r>
        <w:rPr>
          <w:bCs/>
        </w:rPr>
        <w:t>Combien d</w:t>
      </w:r>
      <w:r w:rsidR="00315B11">
        <w:rPr>
          <w:bCs/>
        </w:rPr>
        <w:t>’</w:t>
      </w:r>
      <w:r>
        <w:rPr>
          <w:bCs/>
        </w:rPr>
        <w:t>autres te rajeuniront encore</w:t>
      </w:r>
      <w:r w:rsidR="00315B11">
        <w:rPr>
          <w:bCs/>
        </w:rPr>
        <w:t xml:space="preserve">, </w:t>
      </w:r>
      <w:r>
        <w:rPr>
          <w:bCs/>
        </w:rPr>
        <w:t>tandis que le premier de l</w:t>
      </w:r>
      <w:r w:rsidR="00315B11">
        <w:rPr>
          <w:bCs/>
        </w:rPr>
        <w:t>’</w:t>
      </w:r>
      <w:r>
        <w:rPr>
          <w:bCs/>
        </w:rPr>
        <w:t>homme</w:t>
      </w:r>
      <w:r w:rsidR="00315B11">
        <w:rPr>
          <w:bCs/>
        </w:rPr>
        <w:t xml:space="preserve">, </w:t>
      </w:r>
      <w:r>
        <w:rPr>
          <w:bCs/>
        </w:rPr>
        <w:t>hélas</w:t>
      </w:r>
      <w:r w:rsidR="00315B11">
        <w:rPr>
          <w:bCs/>
        </w:rPr>
        <w:t xml:space="preserve"> ! </w:t>
      </w:r>
      <w:r>
        <w:rPr>
          <w:bCs/>
        </w:rPr>
        <w:t>est aussi son dernier</w:t>
      </w:r>
      <w:r w:rsidR="00315B11">
        <w:rPr>
          <w:bCs/>
        </w:rPr>
        <w:t xml:space="preserve"> ! </w:t>
      </w:r>
      <w:r>
        <w:t>Quoi</w:t>
      </w:r>
      <w:r w:rsidR="00315B11">
        <w:t xml:space="preserve"> ! </w:t>
      </w:r>
      <w:r>
        <w:t xml:space="preserve">cet </w:t>
      </w:r>
      <w:r>
        <w:rPr>
          <w:bCs/>
        </w:rPr>
        <w:t xml:space="preserve">arbre </w:t>
      </w:r>
      <w:r>
        <w:rPr>
          <w:bCs/>
          <w:iCs/>
        </w:rPr>
        <w:t xml:space="preserve">fleuri </w:t>
      </w:r>
      <w:r>
        <w:rPr>
          <w:bCs/>
        </w:rPr>
        <w:t>qui fait l</w:t>
      </w:r>
      <w:r w:rsidR="00315B11">
        <w:rPr>
          <w:bCs/>
        </w:rPr>
        <w:t>’</w:t>
      </w:r>
      <w:r>
        <w:rPr>
          <w:bCs/>
        </w:rPr>
        <w:t xml:space="preserve">honneur </w:t>
      </w:r>
      <w:r>
        <w:t>du champ</w:t>
      </w:r>
      <w:r w:rsidR="00315B11">
        <w:t xml:space="preserve">, </w:t>
      </w:r>
      <w:r>
        <w:t>qui a plus de sentiment que tous les êtres ensemble</w:t>
      </w:r>
      <w:r w:rsidR="00315B11">
        <w:t xml:space="preserve">, </w:t>
      </w:r>
      <w:r>
        <w:t xml:space="preserve">ne </w:t>
      </w:r>
      <w:proofErr w:type="spellStart"/>
      <w:r>
        <w:t>seroit</w:t>
      </w:r>
      <w:proofErr w:type="spellEnd"/>
      <w:r>
        <w:t xml:space="preserve"> qu</w:t>
      </w:r>
      <w:r w:rsidR="00315B11">
        <w:t>’</w:t>
      </w:r>
      <w:r>
        <w:t xml:space="preserve">une plante </w:t>
      </w:r>
      <w:proofErr w:type="spellStart"/>
      <w:r>
        <w:t>éphémere</w:t>
      </w:r>
      <w:proofErr w:type="spellEnd"/>
      <w:r w:rsidR="00315B11">
        <w:t xml:space="preserve">, </w:t>
      </w:r>
      <w:r>
        <w:t>éclose le matin</w:t>
      </w:r>
      <w:r w:rsidR="00315B11">
        <w:t xml:space="preserve">, </w:t>
      </w:r>
      <w:r>
        <w:t>le soir flétrie</w:t>
      </w:r>
      <w:r w:rsidR="00315B11">
        <w:t xml:space="preserve"> ; </w:t>
      </w:r>
      <w:r>
        <w:t>moins durable que ces fleurs</w:t>
      </w:r>
      <w:r w:rsidR="00315B11">
        <w:t xml:space="preserve">, </w:t>
      </w:r>
      <w:r>
        <w:t>qui du moins sûres de parer nos campagnes durant l</w:t>
      </w:r>
      <w:r w:rsidR="00315B11">
        <w:t>’</w:t>
      </w:r>
      <w:r>
        <w:t>été</w:t>
      </w:r>
      <w:r w:rsidR="00315B11">
        <w:t xml:space="preserve">, </w:t>
      </w:r>
      <w:r>
        <w:t>embelliront peut-être l</w:t>
      </w:r>
      <w:r w:rsidR="00315B11">
        <w:t>’</w:t>
      </w:r>
      <w:r>
        <w:t>automne même</w:t>
      </w:r>
      <w:r w:rsidR="00315B11">
        <w:t xml:space="preserve"> ! </w:t>
      </w:r>
      <w:r>
        <w:t>Spectacle enchanteur</w:t>
      </w:r>
      <w:r w:rsidR="00315B11">
        <w:t xml:space="preserve">, </w:t>
      </w:r>
      <w:r>
        <w:t>dont l</w:t>
      </w:r>
      <w:r w:rsidR="00315B11">
        <w:t>’</w:t>
      </w:r>
      <w:r>
        <w:t xml:space="preserve">éternité même ne </w:t>
      </w:r>
      <w:proofErr w:type="spellStart"/>
      <w:r>
        <w:t>pourroit</w:t>
      </w:r>
      <w:proofErr w:type="spellEnd"/>
      <w:r>
        <w:t xml:space="preserve"> me rassasier</w:t>
      </w:r>
      <w:r w:rsidR="00315B11">
        <w:t xml:space="preserve">, </w:t>
      </w:r>
      <w:r>
        <w:t>un destin</w:t>
      </w:r>
      <w:r w:rsidR="00315B11">
        <w:t xml:space="preserve">, </w:t>
      </w:r>
      <w:r>
        <w:t>cruel sans doute</w:t>
      </w:r>
      <w:r w:rsidR="00315B11">
        <w:t xml:space="preserve">, </w:t>
      </w:r>
      <w:r>
        <w:t>nous arrache au plaisir de vous voir &amp; de vous admirer sans cesse</w:t>
      </w:r>
      <w:r w:rsidR="00315B11">
        <w:t xml:space="preserve">, </w:t>
      </w:r>
      <w:r>
        <w:t>mais il est inévitable</w:t>
      </w:r>
      <w:r w:rsidR="00315B11">
        <w:t xml:space="preserve">. </w:t>
      </w:r>
      <w:r>
        <w:t>Ne perdons point le temps en regrets frivoles</w:t>
      </w:r>
      <w:r w:rsidR="00315B11">
        <w:t xml:space="preserve"> ; </w:t>
      </w:r>
      <w:r>
        <w:t>&amp; tandis que la main du printemps nous caresse encore</w:t>
      </w:r>
      <w:r w:rsidR="00315B11">
        <w:t xml:space="preserve">, </w:t>
      </w:r>
      <w:r>
        <w:t>ne songeons point qu</w:t>
      </w:r>
      <w:r w:rsidR="00315B11">
        <w:t>’</w:t>
      </w:r>
      <w:r>
        <w:t>elle va se retirer</w:t>
      </w:r>
      <w:r w:rsidR="00315B11">
        <w:t xml:space="preserve"> ; </w:t>
      </w:r>
      <w:r>
        <w:lastRenderedPageBreak/>
        <w:t xml:space="preserve">jouissons du peu de </w:t>
      </w:r>
      <w:proofErr w:type="spellStart"/>
      <w:r>
        <w:t>momens</w:t>
      </w:r>
      <w:proofErr w:type="spellEnd"/>
      <w:r>
        <w:t xml:space="preserve"> qui nous restent</w:t>
      </w:r>
      <w:r w:rsidR="00315B11">
        <w:t xml:space="preserve"> ; </w:t>
      </w:r>
      <w:r>
        <w:t>buvons</w:t>
      </w:r>
      <w:r w:rsidR="00315B11">
        <w:t xml:space="preserve">, </w:t>
      </w:r>
      <w:r>
        <w:t>chantons</w:t>
      </w:r>
      <w:r w:rsidR="00315B11">
        <w:t xml:space="preserve">, </w:t>
      </w:r>
      <w:r>
        <w:t>aimons qui nous aime</w:t>
      </w:r>
      <w:r w:rsidR="00315B11">
        <w:t xml:space="preserve"> ; </w:t>
      </w:r>
      <w:r>
        <w:t>que les jeux &amp; les ris suivent nos pas</w:t>
      </w:r>
      <w:r w:rsidR="00315B11">
        <w:t xml:space="preserve"> ; </w:t>
      </w:r>
      <w:r>
        <w:t>que toutes les voluptés viennent tour-à-tour</w:t>
      </w:r>
      <w:r w:rsidR="00315B11">
        <w:t xml:space="preserve">, </w:t>
      </w:r>
      <w:r>
        <w:t>tantôt amuser</w:t>
      </w:r>
      <w:r w:rsidR="00315B11">
        <w:t xml:space="preserve">, </w:t>
      </w:r>
      <w:r>
        <w:t xml:space="preserve">tantôt enchanter nos </w:t>
      </w:r>
      <w:proofErr w:type="spellStart"/>
      <w:r>
        <w:t>ames</w:t>
      </w:r>
      <w:proofErr w:type="spellEnd"/>
      <w:r w:rsidR="00315B11">
        <w:t xml:space="preserve"> ; </w:t>
      </w:r>
      <w:r>
        <w:t>&amp; quelque courte que soit la vie</w:t>
      </w:r>
      <w:r w:rsidR="00315B11">
        <w:t xml:space="preserve">, </w:t>
      </w:r>
      <w:r>
        <w:t>nous aurons vécu</w:t>
      </w:r>
      <w:r w:rsidR="00315B11">
        <w:t>.</w:t>
      </w:r>
    </w:p>
    <w:p w14:paraId="09F404DE" w14:textId="77777777" w:rsidR="00315B11" w:rsidRDefault="00000000" w:rsidP="00315B11">
      <w:r>
        <w:t>Le voluptueux aime la vie</w:t>
      </w:r>
      <w:r w:rsidR="00315B11">
        <w:t xml:space="preserve">, </w:t>
      </w:r>
      <w:r>
        <w:t>parce qu</w:t>
      </w:r>
      <w:r w:rsidR="00315B11">
        <w:t>’</w:t>
      </w:r>
      <w:r>
        <w:t>il a le corps sain</w:t>
      </w:r>
      <w:r w:rsidR="00315B11">
        <w:t xml:space="preserve">, </w:t>
      </w:r>
      <w:r>
        <w:t>l</w:t>
      </w:r>
      <w:r w:rsidR="00315B11">
        <w:t>’</w:t>
      </w:r>
      <w:r>
        <w:t>esprit libre &amp; sans préjugés</w:t>
      </w:r>
      <w:r w:rsidR="00315B11">
        <w:t xml:space="preserve"> : </w:t>
      </w:r>
      <w:r>
        <w:t>amant de la nature</w:t>
      </w:r>
      <w:r w:rsidR="00315B11">
        <w:t xml:space="preserve">, </w:t>
      </w:r>
      <w:r>
        <w:t>il en adore les beautés</w:t>
      </w:r>
      <w:r w:rsidR="00315B11">
        <w:t xml:space="preserve">, </w:t>
      </w:r>
      <w:r>
        <w:t>parce qu</w:t>
      </w:r>
      <w:r w:rsidR="00315B11">
        <w:t>’</w:t>
      </w:r>
      <w:r>
        <w:t xml:space="preserve">il en </w:t>
      </w:r>
      <w:proofErr w:type="spellStart"/>
      <w:r>
        <w:t>connoît</w:t>
      </w:r>
      <w:proofErr w:type="spellEnd"/>
      <w:r>
        <w:t xml:space="preserve"> le prix</w:t>
      </w:r>
      <w:r w:rsidR="00315B11">
        <w:t xml:space="preserve"> : </w:t>
      </w:r>
      <w:r>
        <w:t>inaccessible au dégoût</w:t>
      </w:r>
      <w:r w:rsidR="00315B11">
        <w:t xml:space="preserve">, </w:t>
      </w:r>
      <w:r>
        <w:t>il ne comprend pas comment ce poison mortel vient infecter nos cœurs</w:t>
      </w:r>
      <w:r w:rsidR="00315B11">
        <w:t xml:space="preserve">. </w:t>
      </w:r>
      <w:r>
        <w:t>Au-dessus de la fortune &amp; de ses caprices</w:t>
      </w:r>
      <w:r w:rsidR="00315B11">
        <w:t xml:space="preserve">, </w:t>
      </w:r>
      <w:r>
        <w:t>il est sa fortune à lui-même</w:t>
      </w:r>
      <w:r w:rsidR="00315B11">
        <w:t xml:space="preserve"> : </w:t>
      </w:r>
      <w:r>
        <w:t>au-dessus de l</w:t>
      </w:r>
      <w:r w:rsidR="00315B11">
        <w:t>’</w:t>
      </w:r>
      <w:r>
        <w:t>ambition</w:t>
      </w:r>
      <w:r w:rsidR="00315B11">
        <w:t xml:space="preserve">, </w:t>
      </w:r>
      <w:r>
        <w:t>il n</w:t>
      </w:r>
      <w:r w:rsidR="00315B11">
        <w:t>’</w:t>
      </w:r>
      <w:r>
        <w:t>a que celle d</w:t>
      </w:r>
      <w:r w:rsidR="00315B11">
        <w:t>’</w:t>
      </w:r>
      <w:r>
        <w:t>être heureux</w:t>
      </w:r>
      <w:r w:rsidR="00315B11">
        <w:t xml:space="preserve"> : </w:t>
      </w:r>
      <w:r>
        <w:t>au-dessus des tonnerres</w:t>
      </w:r>
      <w:r w:rsidR="00315B11">
        <w:t xml:space="preserve">, </w:t>
      </w:r>
      <w:r>
        <w:t>philosophe Épicurien</w:t>
      </w:r>
      <w:r w:rsidR="00315B11">
        <w:t xml:space="preserve">, </w:t>
      </w:r>
      <w:r>
        <w:t>il ne craint pas plus la foudre que la mort</w:t>
      </w:r>
      <w:r w:rsidR="00315B11">
        <w:t xml:space="preserve">. </w:t>
      </w:r>
      <w:r>
        <w:t>Les arbres se dépouillent de leur verdure</w:t>
      </w:r>
      <w:r w:rsidR="00315B11">
        <w:t xml:space="preserve">, </w:t>
      </w:r>
      <w:r>
        <w:t>il conserve son amour</w:t>
      </w:r>
      <w:r w:rsidR="00315B11">
        <w:t xml:space="preserve">. </w:t>
      </w:r>
      <w:r>
        <w:t xml:space="preserve">Les fleuves se </w:t>
      </w:r>
      <w:r>
        <w:rPr>
          <w:bCs/>
        </w:rPr>
        <w:t xml:space="preserve">changent en </w:t>
      </w:r>
      <w:r>
        <w:t>marbre</w:t>
      </w:r>
      <w:r w:rsidR="00315B11">
        <w:t xml:space="preserve">, </w:t>
      </w:r>
      <w:r>
        <w:rPr>
          <w:bCs/>
        </w:rPr>
        <w:t xml:space="preserve">un </w:t>
      </w:r>
      <w:r>
        <w:t xml:space="preserve">froid cruel </w:t>
      </w:r>
      <w:proofErr w:type="spellStart"/>
      <w:r>
        <w:t>gele</w:t>
      </w:r>
      <w:proofErr w:type="spellEnd"/>
      <w:r>
        <w:t xml:space="preserve"> jusqu</w:t>
      </w:r>
      <w:r w:rsidR="00315B11">
        <w:t>’</w:t>
      </w:r>
      <w:r>
        <w:t>aux entrailles de la terre</w:t>
      </w:r>
      <w:r w:rsidR="00315B11">
        <w:t xml:space="preserve">, </w:t>
      </w:r>
      <w:r>
        <w:t>il brûle des feux de l</w:t>
      </w:r>
      <w:r w:rsidR="00315B11">
        <w:t>’</w:t>
      </w:r>
      <w:r>
        <w:t>été</w:t>
      </w:r>
      <w:r w:rsidR="00315B11">
        <w:t xml:space="preserve">. </w:t>
      </w:r>
      <w:r>
        <w:t xml:space="preserve">Couché avec sa </w:t>
      </w:r>
      <w:proofErr w:type="spellStart"/>
      <w:r>
        <w:t>chere</w:t>
      </w:r>
      <w:proofErr w:type="spellEnd"/>
      <w:r>
        <w:t xml:space="preserve"> Délie</w:t>
      </w:r>
      <w:r w:rsidR="00315B11">
        <w:t xml:space="preserve">, </w:t>
      </w:r>
      <w:r>
        <w:t>la rigueur de l</w:t>
      </w:r>
      <w:r w:rsidR="00315B11">
        <w:t>’</w:t>
      </w:r>
      <w:r>
        <w:t>hiver</w:t>
      </w:r>
      <w:r w:rsidR="00315B11">
        <w:t xml:space="preserve">, </w:t>
      </w:r>
      <w:r>
        <w:t>le vent</w:t>
      </w:r>
      <w:r w:rsidR="00315B11">
        <w:t xml:space="preserve">, </w:t>
      </w:r>
      <w:r>
        <w:t>la pluie</w:t>
      </w:r>
      <w:r w:rsidR="00315B11">
        <w:t xml:space="preserve">, </w:t>
      </w:r>
      <w:r>
        <w:t>la grêle</w:t>
      </w:r>
      <w:r w:rsidR="00315B11">
        <w:t xml:space="preserve">, </w:t>
      </w:r>
      <w:r>
        <w:t xml:space="preserve">les </w:t>
      </w:r>
      <w:proofErr w:type="spellStart"/>
      <w:r>
        <w:t>élémens</w:t>
      </w:r>
      <w:proofErr w:type="spellEnd"/>
      <w:r>
        <w:t xml:space="preserve"> déchaînés ajoutent au bonheur de </w:t>
      </w:r>
      <w:proofErr w:type="spellStart"/>
      <w:r>
        <w:t>Tibule</w:t>
      </w:r>
      <w:proofErr w:type="spellEnd"/>
      <w:r w:rsidR="00315B11">
        <w:t xml:space="preserve">. </w:t>
      </w:r>
      <w:r>
        <w:t xml:space="preserve">Si la mer est calme &amp; </w:t>
      </w:r>
      <w:proofErr w:type="spellStart"/>
      <w:r>
        <w:t>tranquile</w:t>
      </w:r>
      <w:proofErr w:type="spellEnd"/>
      <w:r w:rsidR="00315B11">
        <w:t xml:space="preserve">, </w:t>
      </w:r>
      <w:r>
        <w:rPr>
          <w:bCs/>
        </w:rPr>
        <w:t xml:space="preserve">le </w:t>
      </w:r>
      <w:r>
        <w:t>voluptueux ne voit dans cette belle nappe d</w:t>
      </w:r>
      <w:r w:rsidR="00315B11">
        <w:t>’</w:t>
      </w:r>
      <w:r>
        <w:t>huile</w:t>
      </w:r>
      <w:r w:rsidR="00315B11">
        <w:t xml:space="preserve">, </w:t>
      </w:r>
      <w:r>
        <w:t>qu</w:t>
      </w:r>
      <w:r w:rsidR="00315B11">
        <w:t>’</w:t>
      </w:r>
      <w:r>
        <w:t>une parfaite image de la paix</w:t>
      </w:r>
      <w:r w:rsidR="00315B11">
        <w:t xml:space="preserve">. </w:t>
      </w:r>
      <w:r>
        <w:t xml:space="preserve">Si les flots bouleversés par </w:t>
      </w:r>
      <w:proofErr w:type="spellStart"/>
      <w:r>
        <w:t>Eole</w:t>
      </w:r>
      <w:proofErr w:type="spellEnd"/>
      <w:r>
        <w:t xml:space="preserve"> en </w:t>
      </w:r>
      <w:r>
        <w:rPr>
          <w:iCs/>
        </w:rPr>
        <w:t>furie</w:t>
      </w:r>
      <w:r w:rsidR="00315B11">
        <w:rPr>
          <w:i/>
        </w:rPr>
        <w:t xml:space="preserve">, </w:t>
      </w:r>
      <w:r>
        <w:t>menacent quelque vaisseau du naufrage</w:t>
      </w:r>
      <w:r w:rsidR="00315B11">
        <w:t xml:space="preserve">, </w:t>
      </w:r>
      <w:r>
        <w:t>ce tableau mouvant de la guerre</w:t>
      </w:r>
      <w:r w:rsidR="00315B11">
        <w:t xml:space="preserve">, </w:t>
      </w:r>
      <w:r>
        <w:t>tout effrayant qu</w:t>
      </w:r>
      <w:r w:rsidR="00315B11">
        <w:t>’</w:t>
      </w:r>
      <w:r>
        <w:t>il est</w:t>
      </w:r>
      <w:r w:rsidR="00315B11">
        <w:t xml:space="preserve">, </w:t>
      </w:r>
      <w:r>
        <w:t>il le voit avec le plaisir d</w:t>
      </w:r>
      <w:r w:rsidR="00315B11">
        <w:t>’</w:t>
      </w:r>
      <w:r>
        <w:t>un homme éloigné du danger</w:t>
      </w:r>
      <w:r w:rsidR="00315B11">
        <w:t xml:space="preserve">. </w:t>
      </w:r>
      <w:r>
        <w:t>Ce n</w:t>
      </w:r>
      <w:r w:rsidR="00315B11">
        <w:t>’</w:t>
      </w:r>
      <w:r>
        <w:t>est pas là un de ceux que court volontiers la volupté</w:t>
      </w:r>
      <w:r w:rsidR="00315B11">
        <w:t>.</w:t>
      </w:r>
    </w:p>
    <w:p w14:paraId="422E0D24" w14:textId="77777777" w:rsidR="00315B11" w:rsidRDefault="00000000" w:rsidP="00315B11">
      <w:r>
        <w:t>Tout est plaisir pour un cœur voluptueux</w:t>
      </w:r>
      <w:r w:rsidR="00315B11">
        <w:t xml:space="preserve"> ; </w:t>
      </w:r>
      <w:r>
        <w:t>tout est roses</w:t>
      </w:r>
      <w:r w:rsidR="00315B11">
        <w:t xml:space="preserve">, </w:t>
      </w:r>
      <w:r>
        <w:t>œillets</w:t>
      </w:r>
      <w:r w:rsidR="00315B11">
        <w:t xml:space="preserve">, </w:t>
      </w:r>
      <w:r>
        <w:t>violettes dans le champ de la nature</w:t>
      </w:r>
      <w:r w:rsidR="00315B11">
        <w:t xml:space="preserve">. </w:t>
      </w:r>
      <w:r>
        <w:t>Sensible à tout</w:t>
      </w:r>
      <w:r w:rsidR="00315B11">
        <w:t xml:space="preserve">, </w:t>
      </w:r>
      <w:r>
        <w:t>chaque beauté l</w:t>
      </w:r>
      <w:r w:rsidR="00315B11">
        <w:t>’</w:t>
      </w:r>
      <w:r>
        <w:t>extasie</w:t>
      </w:r>
      <w:r w:rsidR="00315B11">
        <w:t xml:space="preserve"> ; </w:t>
      </w:r>
      <w:r>
        <w:t>chaque être inanimé lui parle</w:t>
      </w:r>
      <w:r w:rsidR="00315B11">
        <w:t xml:space="preserve">, </w:t>
      </w:r>
      <w:r>
        <w:t>le réveille</w:t>
      </w:r>
      <w:r w:rsidR="00315B11">
        <w:t xml:space="preserve"> ; </w:t>
      </w:r>
      <w:r>
        <w:t>chaque être inanimé le remue</w:t>
      </w:r>
      <w:r w:rsidR="00315B11">
        <w:t xml:space="preserve"> ; </w:t>
      </w:r>
      <w:r>
        <w:t>chaque partie de la création le remplit de volupté</w:t>
      </w:r>
      <w:r w:rsidR="00315B11">
        <w:t xml:space="preserve">. </w:t>
      </w:r>
      <w:r>
        <w:t xml:space="preserve">Voit-on </w:t>
      </w:r>
      <w:proofErr w:type="spellStart"/>
      <w:r>
        <w:t>paroître</w:t>
      </w:r>
      <w:proofErr w:type="spellEnd"/>
      <w:r>
        <w:t xml:space="preserve"> la riante livrée du printemps</w:t>
      </w:r>
      <w:r w:rsidR="00315B11">
        <w:t xml:space="preserve"> ? </w:t>
      </w:r>
      <w:r>
        <w:t>Il remercie la nature d</w:t>
      </w:r>
      <w:r w:rsidR="00315B11">
        <w:t>’</w:t>
      </w:r>
      <w:r>
        <w:t>avoir prodigué une couleur si douce &amp; si amie des yeux</w:t>
      </w:r>
      <w:r w:rsidR="00315B11">
        <w:t xml:space="preserve">. </w:t>
      </w:r>
      <w:r>
        <w:t xml:space="preserve">Admirateur des plus </w:t>
      </w:r>
      <w:proofErr w:type="spellStart"/>
      <w:r>
        <w:lastRenderedPageBreak/>
        <w:t>frappans</w:t>
      </w:r>
      <w:proofErr w:type="spellEnd"/>
      <w:r>
        <w:t xml:space="preserve"> </w:t>
      </w:r>
      <w:proofErr w:type="spellStart"/>
      <w:r>
        <w:t>phénomenes</w:t>
      </w:r>
      <w:proofErr w:type="spellEnd"/>
      <w:r w:rsidR="00315B11">
        <w:t xml:space="preserve">, </w:t>
      </w:r>
      <w:r>
        <w:t>le lever de l</w:t>
      </w:r>
      <w:r w:rsidR="00315B11">
        <w:t>’</w:t>
      </w:r>
      <w:r>
        <w:t>aurore &amp; du soleil</w:t>
      </w:r>
      <w:r w:rsidR="00315B11">
        <w:t xml:space="preserve">, </w:t>
      </w:r>
      <w:r>
        <w:t>cette brillante couleur de pourpre</w:t>
      </w:r>
      <w:r w:rsidR="00315B11">
        <w:t xml:space="preserve">, </w:t>
      </w:r>
      <w:r>
        <w:t>qui se jouant dans le brun des nuées</w:t>
      </w:r>
      <w:r w:rsidR="00315B11">
        <w:t xml:space="preserve">, </w:t>
      </w:r>
      <w:r>
        <w:t>forme à son couchant la plus belle décoration</w:t>
      </w:r>
      <w:r w:rsidR="00315B11">
        <w:t xml:space="preserve">, </w:t>
      </w:r>
      <w:r>
        <w:t>les</w:t>
      </w:r>
      <w:r>
        <w:rPr>
          <w:i/>
        </w:rPr>
        <w:t xml:space="preserve"> </w:t>
      </w:r>
      <w:r>
        <w:t>rayons argentés de la lune</w:t>
      </w:r>
      <w:r w:rsidR="00315B11">
        <w:t xml:space="preserve">, </w:t>
      </w:r>
      <w:r>
        <w:t>qui consolent les voyageurs de l</w:t>
      </w:r>
      <w:r w:rsidR="00315B11">
        <w:t>’</w:t>
      </w:r>
      <w:r>
        <w:t>absence du plus bel astre</w:t>
      </w:r>
      <w:r w:rsidR="00315B11">
        <w:t xml:space="preserve"> : </w:t>
      </w:r>
      <w:r>
        <w:t>les étoiles</w:t>
      </w:r>
      <w:r w:rsidR="00315B11">
        <w:t xml:space="preserve">, </w:t>
      </w:r>
      <w:r>
        <w:t xml:space="preserve">ces </w:t>
      </w:r>
      <w:proofErr w:type="spellStart"/>
      <w:r>
        <w:t>diamans</w:t>
      </w:r>
      <w:proofErr w:type="spellEnd"/>
      <w:r>
        <w:t xml:space="preserve"> de l</w:t>
      </w:r>
      <w:r w:rsidR="00315B11">
        <w:t>’</w:t>
      </w:r>
      <w:r>
        <w:t>Olympe</w:t>
      </w:r>
      <w:r w:rsidR="00315B11">
        <w:t xml:space="preserve">, </w:t>
      </w:r>
      <w:r>
        <w:t>dont l</w:t>
      </w:r>
      <w:r w:rsidR="00315B11">
        <w:t>’</w:t>
      </w:r>
      <w:r>
        <w:t>éclat est relevé par le fond bleu auquel ils sont attachés</w:t>
      </w:r>
      <w:r w:rsidR="00315B11">
        <w:t xml:space="preserve"> : </w:t>
      </w:r>
      <w:r>
        <w:t>ces beaux jours sans nuages</w:t>
      </w:r>
      <w:r w:rsidR="00315B11">
        <w:t xml:space="preserve">, </w:t>
      </w:r>
      <w:r>
        <w:t>ces nuits plus belles encore</w:t>
      </w:r>
      <w:r w:rsidR="00315B11">
        <w:t xml:space="preserve">, </w:t>
      </w:r>
      <w:r>
        <w:t>qui inspirent les plus douces rêveries</w:t>
      </w:r>
      <w:r w:rsidR="00315B11">
        <w:t xml:space="preserve">, </w:t>
      </w:r>
      <w:r>
        <w:t>nuits vertes des forêts</w:t>
      </w:r>
      <w:r w:rsidR="00315B11">
        <w:t xml:space="preserve">, </w:t>
      </w:r>
      <w:r>
        <w:t>où l</w:t>
      </w:r>
      <w:r w:rsidR="00315B11">
        <w:t>’</w:t>
      </w:r>
      <w:proofErr w:type="spellStart"/>
      <w:r>
        <w:t>ame</w:t>
      </w:r>
      <w:proofErr w:type="spellEnd"/>
      <w:r>
        <w:t xml:space="preserve"> enchaînant ses pensées volages dans les bornes charmantes de l</w:t>
      </w:r>
      <w:r w:rsidR="00315B11">
        <w:t>’</w:t>
      </w:r>
      <w:r>
        <w:t>amour</w:t>
      </w:r>
      <w:r w:rsidR="00315B11">
        <w:t xml:space="preserve">, </w:t>
      </w:r>
      <w:r>
        <w:t>contente</w:t>
      </w:r>
      <w:r w:rsidR="00315B11">
        <w:t xml:space="preserve">, </w:t>
      </w:r>
      <w:r>
        <w:t>recueillie</w:t>
      </w:r>
      <w:r w:rsidR="00315B11">
        <w:t xml:space="preserve">, </w:t>
      </w:r>
      <w:r>
        <w:t>se caresse elle-même &amp; ne se lasse point de contempler son bonheur</w:t>
      </w:r>
      <w:r w:rsidR="00315B11">
        <w:t xml:space="preserve"> : </w:t>
      </w:r>
      <w:r>
        <w:t>ombre impénétrable aux yeux des Argus</w:t>
      </w:r>
      <w:r w:rsidR="00315B11">
        <w:t xml:space="preserve">, </w:t>
      </w:r>
      <w:r>
        <w:t>où il suffit d</w:t>
      </w:r>
      <w:r w:rsidR="00315B11">
        <w:t>’</w:t>
      </w:r>
      <w:r>
        <w:t xml:space="preserve">être seul pour </w:t>
      </w:r>
      <w:proofErr w:type="spellStart"/>
      <w:r>
        <w:t>desirer</w:t>
      </w:r>
      <w:proofErr w:type="spellEnd"/>
      <w:r>
        <w:t xml:space="preserve"> d</w:t>
      </w:r>
      <w:r w:rsidR="00315B11">
        <w:t>’</w:t>
      </w:r>
      <w:r>
        <w:t>être avec vous</w:t>
      </w:r>
      <w:r w:rsidR="00315B11">
        <w:t xml:space="preserve">, </w:t>
      </w:r>
      <w:proofErr w:type="spellStart"/>
      <w:r>
        <w:t>Thémire</w:t>
      </w:r>
      <w:proofErr w:type="spellEnd"/>
      <w:r w:rsidR="00315B11">
        <w:t xml:space="preserve"> ; </w:t>
      </w:r>
      <w:r>
        <w:t>d</w:t>
      </w:r>
      <w:r w:rsidR="00315B11">
        <w:t>’</w:t>
      </w:r>
      <w:r>
        <w:t>être avec vous pour oublier tout l</w:t>
      </w:r>
      <w:r w:rsidR="00315B11">
        <w:t>’</w:t>
      </w:r>
      <w:r>
        <w:t>univers</w:t>
      </w:r>
      <w:r w:rsidR="00315B11">
        <w:t xml:space="preserve">. </w:t>
      </w:r>
      <w:r>
        <w:t>Que dirai-je enfin</w:t>
      </w:r>
      <w:r w:rsidR="00315B11">
        <w:t xml:space="preserve"> ? </w:t>
      </w:r>
      <w:r>
        <w:t>toute la nature est dans un cœur qui sent la volupté</w:t>
      </w:r>
      <w:r w:rsidR="00315B11">
        <w:t>.</w:t>
      </w:r>
    </w:p>
    <w:p w14:paraId="4E24CB49" w14:textId="77777777" w:rsidR="00315B11" w:rsidRDefault="00000000" w:rsidP="00315B11">
      <w:r>
        <w:t xml:space="preserve">Vous la </w:t>
      </w:r>
      <w:proofErr w:type="spellStart"/>
      <w:r>
        <w:t>sentez</w:t>
      </w:r>
      <w:proofErr w:type="spellEnd"/>
      <w:r w:rsidR="00315B11">
        <w:t xml:space="preserve">, </w:t>
      </w:r>
      <w:r>
        <w:t>Sapho</w:t>
      </w:r>
      <w:r w:rsidR="00315B11">
        <w:t xml:space="preserve">, </w:t>
      </w:r>
      <w:r>
        <w:t>vous éprouvez l</w:t>
      </w:r>
      <w:r w:rsidR="00315B11">
        <w:t>’</w:t>
      </w:r>
      <w:r>
        <w:t>empire de cette puissante divinité</w:t>
      </w:r>
      <w:r w:rsidR="00315B11">
        <w:t xml:space="preserve">. </w:t>
      </w:r>
      <w:r>
        <w:t>Mais quel singulier usage vous en faites</w:t>
      </w:r>
      <w:r w:rsidR="00315B11">
        <w:t xml:space="preserve"> ! </w:t>
      </w:r>
      <w:r>
        <w:t>Vous refusez aux uns ce que vous ne pouvez accorder aux autres</w:t>
      </w:r>
      <w:r w:rsidR="00315B11">
        <w:t xml:space="preserve"> ; </w:t>
      </w:r>
      <w:r>
        <w:t>vous jouez le sexe que vous n</w:t>
      </w:r>
      <w:r w:rsidR="00315B11">
        <w:t>’</w:t>
      </w:r>
      <w:r>
        <w:t>avez pas</w:t>
      </w:r>
      <w:r w:rsidR="00315B11">
        <w:t xml:space="preserve">, </w:t>
      </w:r>
      <w:r>
        <w:t>pour chérir celui que vous avez</w:t>
      </w:r>
      <w:r w:rsidR="00315B11">
        <w:t xml:space="preserve">. </w:t>
      </w:r>
      <w:r>
        <w:t>Amoureuse de votre sexe</w:t>
      </w:r>
      <w:r w:rsidR="00315B11">
        <w:t xml:space="preserve">, </w:t>
      </w:r>
      <w:r>
        <w:t>vous voudriez en changer</w:t>
      </w:r>
      <w:r w:rsidR="00315B11">
        <w:t xml:space="preserve"> ! </w:t>
      </w:r>
      <w:r>
        <w:t>Vous ne voyez pas que vous oubliez votre personnage</w:t>
      </w:r>
      <w:r w:rsidR="00315B11">
        <w:t xml:space="preserve">, </w:t>
      </w:r>
      <w:r>
        <w:t>en faisant mal le nôtre</w:t>
      </w:r>
      <w:r w:rsidR="00315B11">
        <w:t xml:space="preserve">, </w:t>
      </w:r>
      <w:r>
        <w:t>&amp; que la nature abusée en rougit</w:t>
      </w:r>
      <w:r w:rsidR="00315B11">
        <w:t> !</w:t>
      </w:r>
    </w:p>
    <w:p w14:paraId="7488DF93" w14:textId="77777777" w:rsidR="00315B11" w:rsidRDefault="00000000" w:rsidP="00315B11">
      <w:r>
        <w:t>Ne nous élevons point contre cette usurpation</w:t>
      </w:r>
      <w:r w:rsidR="00315B11">
        <w:t xml:space="preserve"> ; </w:t>
      </w:r>
      <w:r>
        <w:t>n</w:t>
      </w:r>
      <w:r w:rsidR="00315B11">
        <w:t>’</w:t>
      </w:r>
      <w:r>
        <w:t>arrêtons point le cours d</w:t>
      </w:r>
      <w:r w:rsidR="00315B11">
        <w:t>’</w:t>
      </w:r>
      <w:r>
        <w:t>un ruisseau</w:t>
      </w:r>
      <w:r w:rsidR="00315B11">
        <w:t xml:space="preserve">, </w:t>
      </w:r>
      <w:r>
        <w:t>qui conduit tôt ou tard à sa source</w:t>
      </w:r>
      <w:r w:rsidR="00315B11">
        <w:t xml:space="preserve">. </w:t>
      </w:r>
      <w:r>
        <w:t>Quand on prend de l</w:t>
      </w:r>
      <w:r w:rsidR="00315B11">
        <w:t>’</w:t>
      </w:r>
      <w:r>
        <w:t>amour</w:t>
      </w:r>
      <w:r w:rsidR="00315B11">
        <w:t xml:space="preserve">, </w:t>
      </w:r>
      <w:r>
        <w:t>on peut prendre une amante</w:t>
      </w:r>
      <w:r w:rsidR="00315B11">
        <w:t xml:space="preserve"> ; </w:t>
      </w:r>
      <w:r>
        <w:t xml:space="preserve">le plaisir se lasse de </w:t>
      </w:r>
      <w:r>
        <w:rPr>
          <w:i/>
        </w:rPr>
        <w:t>mentir</w:t>
      </w:r>
      <w:r w:rsidR="00315B11">
        <w:rPr>
          <w:i/>
        </w:rPr>
        <w:t>.</w:t>
      </w:r>
    </w:p>
    <w:p w14:paraId="147DCB07" w14:textId="77777777" w:rsidR="00315B11" w:rsidRDefault="00000000" w:rsidP="00315B11">
      <w:r>
        <w:t>La vue des plaisirs d</w:t>
      </w:r>
      <w:r w:rsidR="00315B11">
        <w:t>’</w:t>
      </w:r>
      <w:r>
        <w:t>autrui nous en donne</w:t>
      </w:r>
      <w:r w:rsidR="00315B11">
        <w:t xml:space="preserve">. </w:t>
      </w:r>
      <w:r>
        <w:t>Avec quel air d</w:t>
      </w:r>
      <w:r w:rsidR="00315B11">
        <w:t>’</w:t>
      </w:r>
      <w:r>
        <w:t xml:space="preserve">intérêt la curieuse Suzon regarde les </w:t>
      </w:r>
      <w:proofErr w:type="spellStart"/>
      <w:r>
        <w:t>mysteres</w:t>
      </w:r>
      <w:proofErr w:type="spellEnd"/>
      <w:r>
        <w:t xml:space="preserve"> d</w:t>
      </w:r>
      <w:r w:rsidR="00315B11">
        <w:t>’</w:t>
      </w:r>
      <w:r>
        <w:t>amour</w:t>
      </w:r>
      <w:r w:rsidR="00315B11">
        <w:t xml:space="preserve"> ! </w:t>
      </w:r>
      <w:r>
        <w:t xml:space="preserve">Plus elle craint de troubler les prêtres qui les </w:t>
      </w:r>
      <w:proofErr w:type="spellStart"/>
      <w:r>
        <w:t>célebrent</w:t>
      </w:r>
      <w:proofErr w:type="spellEnd"/>
      <w:r w:rsidR="00315B11">
        <w:t xml:space="preserve">, </w:t>
      </w:r>
      <w:r>
        <w:t>plus elle en est elle-même troublée</w:t>
      </w:r>
      <w:r w:rsidR="00315B11">
        <w:t xml:space="preserve"> ; </w:t>
      </w:r>
      <w:r>
        <w:t>mais ce trouble</w:t>
      </w:r>
      <w:r w:rsidR="00315B11">
        <w:t xml:space="preserve">, </w:t>
      </w:r>
      <w:r>
        <w:t xml:space="preserve">cette émotion </w:t>
      </w:r>
      <w:r>
        <w:lastRenderedPageBreak/>
        <w:t xml:space="preserve">ravit son </w:t>
      </w:r>
      <w:proofErr w:type="spellStart"/>
      <w:r>
        <w:t>ame</w:t>
      </w:r>
      <w:proofErr w:type="spellEnd"/>
      <w:r w:rsidR="00315B11">
        <w:t xml:space="preserve">. </w:t>
      </w:r>
      <w:r>
        <w:t>Dans quel état la friponne est trouvée</w:t>
      </w:r>
      <w:r w:rsidR="00315B11">
        <w:t xml:space="preserve"> ! </w:t>
      </w:r>
      <w:r>
        <w:t>Trop attentive</w:t>
      </w:r>
      <w:r w:rsidR="00315B11">
        <w:t xml:space="preserve">, </w:t>
      </w:r>
      <w:r>
        <w:t>pour n</w:t>
      </w:r>
      <w:r w:rsidR="00315B11">
        <w:t>’</w:t>
      </w:r>
      <w:r>
        <w:t>être pas distraite</w:t>
      </w:r>
      <w:r w:rsidR="00315B11">
        <w:t xml:space="preserve">, </w:t>
      </w:r>
      <w:r>
        <w:t>elle semble machinalement céder à la voluptueuse approche des doigts libertins</w:t>
      </w:r>
      <w:r w:rsidR="00315B11">
        <w:t xml:space="preserve"> !… </w:t>
      </w:r>
      <w:r>
        <w:t>Pour la désenchanter</w:t>
      </w:r>
      <w:r w:rsidR="00315B11">
        <w:t xml:space="preserve">, </w:t>
      </w:r>
      <w:r>
        <w:t xml:space="preserve">il lui </w:t>
      </w:r>
      <w:proofErr w:type="spellStart"/>
      <w:r>
        <w:t>faudroit</w:t>
      </w:r>
      <w:proofErr w:type="spellEnd"/>
      <w:r>
        <w:t xml:space="preserve"> des plaisirs</w:t>
      </w:r>
      <w:r w:rsidR="00315B11">
        <w:t xml:space="preserve">, </w:t>
      </w:r>
      <w:r>
        <w:t>tels sans doute que ceux dont elle a devant soi la séduisante image</w:t>
      </w:r>
      <w:r w:rsidR="00315B11">
        <w:t xml:space="preserve">. </w:t>
      </w:r>
      <w:r>
        <w:t>L</w:t>
      </w:r>
      <w:r w:rsidR="00315B11">
        <w:t>’</w:t>
      </w:r>
      <w:r>
        <w:t xml:space="preserve">amour se gagne à être </w:t>
      </w:r>
      <w:r>
        <w:rPr>
          <w:bCs/>
        </w:rPr>
        <w:t xml:space="preserve">vu </w:t>
      </w:r>
      <w:r>
        <w:t>de près</w:t>
      </w:r>
      <w:r w:rsidR="00315B11">
        <w:t>.</w:t>
      </w:r>
    </w:p>
    <w:p w14:paraId="6585C519" w14:textId="77777777" w:rsidR="00315B11" w:rsidRDefault="00000000" w:rsidP="00315B11">
      <w:proofErr w:type="spellStart"/>
      <w:r>
        <w:t>Oserois</w:t>
      </w:r>
      <w:proofErr w:type="spellEnd"/>
      <w:r>
        <w:t xml:space="preserve">-je </w:t>
      </w:r>
      <w:proofErr w:type="spellStart"/>
      <w:r>
        <w:t>légerement</w:t>
      </w:r>
      <w:proofErr w:type="spellEnd"/>
      <w:r>
        <w:t xml:space="preserve"> toucher des </w:t>
      </w:r>
      <w:proofErr w:type="spellStart"/>
      <w:r>
        <w:t>mysteres</w:t>
      </w:r>
      <w:proofErr w:type="spellEnd"/>
      <w:r>
        <w:t xml:space="preserve"> secrets dont le seul nom offense Vénus</w:t>
      </w:r>
      <w:r w:rsidR="00315B11">
        <w:t xml:space="preserve">, </w:t>
      </w:r>
      <w:r>
        <w:t xml:space="preserve">&amp; fait prendre les armes à tout </w:t>
      </w:r>
      <w:proofErr w:type="spellStart"/>
      <w:r>
        <w:t>Cythere</w:t>
      </w:r>
      <w:proofErr w:type="spellEnd"/>
      <w:r w:rsidR="00315B11">
        <w:t xml:space="preserve">, </w:t>
      </w:r>
      <w:r>
        <w:t>mais qui cependant ont quelquefois le bonheur de plaire à la déesse</w:t>
      </w:r>
      <w:r w:rsidR="00315B11">
        <w:t xml:space="preserve">, </w:t>
      </w:r>
      <w:r>
        <w:t>par l</w:t>
      </w:r>
      <w:r w:rsidR="00315B11">
        <w:t>’</w:t>
      </w:r>
      <w:r>
        <w:t>heureuse application qu</w:t>
      </w:r>
      <w:r w:rsidR="00315B11">
        <w:t>’</w:t>
      </w:r>
      <w:r>
        <w:t>on en fait</w:t>
      </w:r>
      <w:r w:rsidR="00315B11">
        <w:t> ?</w:t>
      </w:r>
    </w:p>
    <w:p w14:paraId="5B6DE6D3" w14:textId="77777777" w:rsidR="00315B11" w:rsidRDefault="00000000" w:rsidP="00315B11">
      <w:r>
        <w:t>Le beau Giton gronde le satyre qu</w:t>
      </w:r>
      <w:r w:rsidR="00315B11">
        <w:t>’</w:t>
      </w:r>
      <w:r>
        <w:t>il a choisi pour ses plaisirs</w:t>
      </w:r>
      <w:r w:rsidR="00315B11">
        <w:t xml:space="preserve"> : </w:t>
      </w:r>
      <w:r>
        <w:t>tout enfant qu</w:t>
      </w:r>
      <w:r w:rsidR="00315B11">
        <w:t>’</w:t>
      </w:r>
      <w:r>
        <w:t>il est</w:t>
      </w:r>
      <w:r w:rsidR="00315B11">
        <w:t xml:space="preserve">, </w:t>
      </w:r>
      <w:r>
        <w:t>il s</w:t>
      </w:r>
      <w:r w:rsidR="00315B11">
        <w:t>’</w:t>
      </w:r>
      <w:proofErr w:type="spellStart"/>
      <w:r>
        <w:t>apperçoit</w:t>
      </w:r>
      <w:proofErr w:type="spellEnd"/>
      <w:r>
        <w:t xml:space="preserve"> bien de l</w:t>
      </w:r>
      <w:r w:rsidR="00315B11">
        <w:t>’</w:t>
      </w:r>
      <w:r>
        <w:t>infidélité qu</w:t>
      </w:r>
      <w:r w:rsidR="00315B11">
        <w:t>’</w:t>
      </w:r>
      <w:proofErr w:type="spellStart"/>
      <w:r>
        <w:t>Ascylthe</w:t>
      </w:r>
      <w:proofErr w:type="spellEnd"/>
      <w:r>
        <w:t xml:space="preserve"> lui a faite</w:t>
      </w:r>
      <w:r w:rsidR="00315B11">
        <w:t xml:space="preserve"> : </w:t>
      </w:r>
      <w:r>
        <w:t>il donne à son mari plus de plaisir qu</w:t>
      </w:r>
      <w:r w:rsidR="00315B11">
        <w:t>’</w:t>
      </w:r>
      <w:r>
        <w:t>une femme véritable</w:t>
      </w:r>
      <w:r w:rsidR="00315B11">
        <w:t xml:space="preserve"> : </w:t>
      </w:r>
      <w:r>
        <w:t>est-il surprenant qu</w:t>
      </w:r>
      <w:r w:rsidR="00315B11">
        <w:t>’</w:t>
      </w:r>
      <w:r>
        <w:t>il mette ses faveurs au plus haut prix</w:t>
      </w:r>
      <w:r w:rsidR="00315B11">
        <w:t xml:space="preserve">, </w:t>
      </w:r>
      <w:r>
        <w:t>&amp; que le plus joli cheval</w:t>
      </w:r>
      <w:r w:rsidR="00315B11">
        <w:t xml:space="preserve">, </w:t>
      </w:r>
      <w:r>
        <w:t xml:space="preserve">le coursier de Macédoine le plus </w:t>
      </w:r>
      <w:proofErr w:type="spellStart"/>
      <w:r>
        <w:t>vîte</w:t>
      </w:r>
      <w:proofErr w:type="spellEnd"/>
      <w:r>
        <w:t xml:space="preserve"> puisse à peine les payer</w:t>
      </w:r>
      <w:r w:rsidR="00315B11">
        <w:t> ?</w:t>
      </w:r>
    </w:p>
    <w:p w14:paraId="1E425281" w14:textId="77777777" w:rsidR="00315B11" w:rsidRDefault="00000000" w:rsidP="00315B11">
      <w:r>
        <w:t>Vous souvient-il de l</w:t>
      </w:r>
      <w:r w:rsidR="00315B11">
        <w:t>’</w:t>
      </w:r>
      <w:r>
        <w:t>écolier de Pergame</w:t>
      </w:r>
      <w:r w:rsidR="00315B11">
        <w:t xml:space="preserve"> ? </w:t>
      </w:r>
      <w:r>
        <w:t>Grands dieux</w:t>
      </w:r>
      <w:r w:rsidR="00315B11">
        <w:t xml:space="preserve"> ! </w:t>
      </w:r>
      <w:r>
        <w:t>l</w:t>
      </w:r>
      <w:r w:rsidR="00315B11">
        <w:t>’</w:t>
      </w:r>
      <w:r>
        <w:t>aimable enfant</w:t>
      </w:r>
      <w:r w:rsidR="00315B11">
        <w:t xml:space="preserve"> ! </w:t>
      </w:r>
      <w:r>
        <w:t xml:space="preserve">la beauté </w:t>
      </w:r>
      <w:proofErr w:type="spellStart"/>
      <w:r>
        <w:t>seroit</w:t>
      </w:r>
      <w:proofErr w:type="spellEnd"/>
      <w:r>
        <w:t>-elle donc de tous les sexes</w:t>
      </w:r>
      <w:r w:rsidR="00315B11">
        <w:t xml:space="preserve"> ? </w:t>
      </w:r>
      <w:r>
        <w:t xml:space="preserve">Rien ne </w:t>
      </w:r>
      <w:proofErr w:type="spellStart"/>
      <w:r>
        <w:t>limiteroit</w:t>
      </w:r>
      <w:proofErr w:type="spellEnd"/>
      <w:r>
        <w:t xml:space="preserve">-il </w:t>
      </w:r>
      <w:r>
        <w:rPr>
          <w:iCs/>
        </w:rPr>
        <w:t>son</w:t>
      </w:r>
      <w:r>
        <w:rPr>
          <w:i/>
        </w:rPr>
        <w:t xml:space="preserve"> </w:t>
      </w:r>
      <w:r>
        <w:t>empire</w:t>
      </w:r>
      <w:r w:rsidR="00315B11">
        <w:t xml:space="preserve"> ? </w:t>
      </w:r>
      <w:r>
        <w:t>Que de déserteurs du culte de Cypris</w:t>
      </w:r>
      <w:r w:rsidR="00315B11">
        <w:t xml:space="preserve"> ! </w:t>
      </w:r>
      <w:r>
        <w:t xml:space="preserve">Que de cœurs enlevés à </w:t>
      </w:r>
      <w:proofErr w:type="spellStart"/>
      <w:r>
        <w:t>Cythere</w:t>
      </w:r>
      <w:proofErr w:type="spellEnd"/>
      <w:r w:rsidR="00315B11">
        <w:t xml:space="preserve"> ! </w:t>
      </w:r>
      <w:r>
        <w:t>La déesse en conçoit une juste jalousie</w:t>
      </w:r>
      <w:r w:rsidR="00315B11">
        <w:t xml:space="preserve">. </w:t>
      </w:r>
      <w:r>
        <w:t>Eh</w:t>
      </w:r>
      <w:r w:rsidR="00315B11">
        <w:t xml:space="preserve"> ! </w:t>
      </w:r>
      <w:r>
        <w:t>quel bon citoyen de l</w:t>
      </w:r>
      <w:r w:rsidR="00315B11">
        <w:t>’</w:t>
      </w:r>
      <w:r>
        <w:t>île charmante qu</w:t>
      </w:r>
      <w:r w:rsidR="00315B11">
        <w:t>’</w:t>
      </w:r>
      <w:r>
        <w:t>elle a fondée</w:t>
      </w:r>
      <w:r w:rsidR="00315B11">
        <w:t xml:space="preserve">, </w:t>
      </w:r>
      <w:r>
        <w:t xml:space="preserve">ne </w:t>
      </w:r>
      <w:proofErr w:type="spellStart"/>
      <w:r>
        <w:t>soupireroit</w:t>
      </w:r>
      <w:proofErr w:type="spellEnd"/>
      <w:r>
        <w:t xml:space="preserve"> avec elle de toutes les conquêtes que fait le rivage ennemi</w:t>
      </w:r>
      <w:r w:rsidR="00315B11">
        <w:t xml:space="preserve"> ? </w:t>
      </w:r>
      <w:r>
        <w:t>Beau sexe</w:t>
      </w:r>
      <w:r w:rsidR="00315B11">
        <w:t xml:space="preserve">, </w:t>
      </w:r>
      <w:r>
        <w:t>cependant</w:t>
      </w:r>
      <w:r w:rsidR="00315B11">
        <w:t xml:space="preserve">, </w:t>
      </w:r>
      <w:r>
        <w:t>n</w:t>
      </w:r>
      <w:r w:rsidR="00315B11">
        <w:t>’</w:t>
      </w:r>
      <w:r>
        <w:t>en soyez pas si jaloux</w:t>
      </w:r>
      <w:r w:rsidR="00315B11">
        <w:t xml:space="preserve">. </w:t>
      </w:r>
      <w:r>
        <w:t>Pétrone a moins voulu dans l</w:t>
      </w:r>
      <w:r w:rsidR="00315B11">
        <w:t>’</w:t>
      </w:r>
      <w:r>
        <w:t>excès de son raffinement</w:t>
      </w:r>
      <w:r w:rsidR="00315B11">
        <w:t xml:space="preserve">, </w:t>
      </w:r>
      <w:r>
        <w:t>vous causer des inquiétudes</w:t>
      </w:r>
      <w:r w:rsidR="00315B11">
        <w:t xml:space="preserve">, </w:t>
      </w:r>
      <w:r>
        <w:t>que vous ménager des ressources contre l</w:t>
      </w:r>
      <w:r w:rsidR="00315B11">
        <w:t>’</w:t>
      </w:r>
      <w:r>
        <w:t>ennuyeuse uniformité des plaisirs</w:t>
      </w:r>
      <w:r w:rsidR="00315B11">
        <w:t xml:space="preserve">. </w:t>
      </w:r>
      <w:r>
        <w:t>En effet combien d</w:t>
      </w:r>
      <w:r w:rsidR="00315B11">
        <w:t>’</w:t>
      </w:r>
      <w:r>
        <w:t>amours petits ou timides</w:t>
      </w:r>
      <w:r w:rsidR="00315B11">
        <w:t xml:space="preserve"> (</w:t>
      </w:r>
      <w:r>
        <w:t>ceux-là sont si faciles à effaroucher</w:t>
      </w:r>
      <w:r w:rsidR="00315B11">
        <w:t xml:space="preserve">) </w:t>
      </w:r>
      <w:r>
        <w:t>ont été bien aises de trouver un refuge</w:t>
      </w:r>
      <w:r w:rsidR="00315B11">
        <w:t xml:space="preserve">, </w:t>
      </w:r>
      <w:r>
        <w:t>sans lequel</w:t>
      </w:r>
      <w:r w:rsidR="00315B11">
        <w:t xml:space="preserve">, </w:t>
      </w:r>
      <w:r>
        <w:t>privés d</w:t>
      </w:r>
      <w:r w:rsidR="00315B11">
        <w:t>’</w:t>
      </w:r>
      <w:r>
        <w:t>asyle</w:t>
      </w:r>
      <w:r w:rsidR="00315B11">
        <w:t xml:space="preserve">, </w:t>
      </w:r>
      <w:r>
        <w:t xml:space="preserve">ils </w:t>
      </w:r>
      <w:proofErr w:type="spellStart"/>
      <w:r>
        <w:t>seroient</w:t>
      </w:r>
      <w:proofErr w:type="spellEnd"/>
      <w:r>
        <w:t xml:space="preserve"> peut-être morts de frayeur à la porte du temple</w:t>
      </w:r>
      <w:r w:rsidR="00315B11">
        <w:t xml:space="preserve"> ! </w:t>
      </w:r>
      <w:r>
        <w:t>Combien d</w:t>
      </w:r>
      <w:r w:rsidR="00315B11">
        <w:t>’</w:t>
      </w:r>
      <w:r>
        <w:t>autres</w:t>
      </w:r>
      <w:r w:rsidR="00315B11">
        <w:t xml:space="preserve">, </w:t>
      </w:r>
      <w:r>
        <w:t>excités par une simple curiosité philosophique</w:t>
      </w:r>
      <w:r w:rsidR="00315B11">
        <w:t xml:space="preserve">, </w:t>
      </w:r>
      <w:r>
        <w:lastRenderedPageBreak/>
        <w:t>rentrant ensuite dans leur devoir</w:t>
      </w:r>
      <w:r w:rsidR="00315B11">
        <w:t xml:space="preserve">, </w:t>
      </w:r>
      <w:r>
        <w:t>ont si bien servi le véritable amour</w:t>
      </w:r>
      <w:r w:rsidR="00315B11">
        <w:t xml:space="preserve">, </w:t>
      </w:r>
      <w:r>
        <w:t>que pour ses propres intérêts</w:t>
      </w:r>
      <w:r w:rsidR="00315B11">
        <w:t xml:space="preserve">, </w:t>
      </w:r>
      <w:r>
        <w:t>ce dieu des cœurs</w:t>
      </w:r>
      <w:r w:rsidR="00315B11">
        <w:t xml:space="preserve">, </w:t>
      </w:r>
      <w:r>
        <w:t>en bon casuiste</w:t>
      </w:r>
      <w:r w:rsidR="00315B11">
        <w:t xml:space="preserve">, </w:t>
      </w:r>
      <w:r>
        <w:t>n</w:t>
      </w:r>
      <w:r w:rsidR="00315B11">
        <w:t>’</w:t>
      </w:r>
      <w:r>
        <w:t xml:space="preserve">a pu quelquefois se dispenser de leur accorder conditionnellement une indulgence dont il </w:t>
      </w:r>
      <w:proofErr w:type="spellStart"/>
      <w:r>
        <w:t>profitoit</w:t>
      </w:r>
      <w:proofErr w:type="spellEnd"/>
      <w:r w:rsidR="00315B11">
        <w:t>.</w:t>
      </w:r>
    </w:p>
    <w:p w14:paraId="1D8085AB" w14:textId="77777777" w:rsidR="00315B11" w:rsidRDefault="00000000" w:rsidP="00315B11">
      <w:r>
        <w:t>Vous avez de l</w:t>
      </w:r>
      <w:r w:rsidR="00315B11">
        <w:t>’</w:t>
      </w:r>
      <w:r>
        <w:t>esprit</w:t>
      </w:r>
      <w:r w:rsidR="00315B11">
        <w:t xml:space="preserve">, </w:t>
      </w:r>
      <w:r>
        <w:t>Céphise</w:t>
      </w:r>
      <w:r w:rsidR="00315B11">
        <w:t xml:space="preserve">, </w:t>
      </w:r>
      <w:r>
        <w:t>&amp; vous êtes révoltée par ces discours</w:t>
      </w:r>
      <w:r w:rsidR="00315B11">
        <w:t xml:space="preserve"> ! </w:t>
      </w:r>
      <w:r>
        <w:t>vous vous piquez d</w:t>
      </w:r>
      <w:r w:rsidR="00315B11">
        <w:t>’</w:t>
      </w:r>
      <w:r>
        <w:t>être philosophe</w:t>
      </w:r>
      <w:r w:rsidR="00315B11">
        <w:t xml:space="preserve">, </w:t>
      </w:r>
      <w:r>
        <w:t>&amp; vous vous feriez un scrupule d</w:t>
      </w:r>
      <w:r w:rsidR="00315B11">
        <w:t>’</w:t>
      </w:r>
      <w:r>
        <w:t>user d</w:t>
      </w:r>
      <w:r w:rsidR="00315B11">
        <w:t>’</w:t>
      </w:r>
      <w:r>
        <w:t>une ressource permise &amp; autorisée par l</w:t>
      </w:r>
      <w:r w:rsidR="00315B11">
        <w:t>’</w:t>
      </w:r>
      <w:r>
        <w:t>amour</w:t>
      </w:r>
      <w:r w:rsidR="00315B11">
        <w:t xml:space="preserve"> ! </w:t>
      </w:r>
      <w:r>
        <w:t xml:space="preserve">Quels </w:t>
      </w:r>
      <w:proofErr w:type="spellStart"/>
      <w:r>
        <w:t>seroient</w:t>
      </w:r>
      <w:proofErr w:type="spellEnd"/>
      <w:r>
        <w:t xml:space="preserve"> donc </w:t>
      </w:r>
      <w:r>
        <w:rPr>
          <w:bCs/>
        </w:rPr>
        <w:t xml:space="preserve">vos </w:t>
      </w:r>
      <w:r>
        <w:t>préjugés</w:t>
      </w:r>
      <w:r w:rsidR="00315B11">
        <w:t xml:space="preserve">, </w:t>
      </w:r>
      <w:r>
        <w:t>si</w:t>
      </w:r>
      <w:r w:rsidR="00315B11">
        <w:t xml:space="preserve">, </w:t>
      </w:r>
      <w:r>
        <w:t>comme tant d</w:t>
      </w:r>
      <w:r w:rsidR="00315B11">
        <w:t>’</w:t>
      </w:r>
      <w:r>
        <w:t>autres femmes</w:t>
      </w:r>
      <w:r w:rsidR="00315B11">
        <w:t xml:space="preserve">, </w:t>
      </w:r>
      <w:r>
        <w:t>vous aviez le malheur de n</w:t>
      </w:r>
      <w:r w:rsidR="00315B11">
        <w:t>’</w:t>
      </w:r>
      <w:r>
        <w:t>être que belle</w:t>
      </w:r>
      <w:r w:rsidR="00315B11">
        <w:t xml:space="preserve"> ! </w:t>
      </w:r>
      <w:r>
        <w:t>Ah</w:t>
      </w:r>
      <w:r w:rsidR="00315B11">
        <w:t xml:space="preserve"> ! </w:t>
      </w:r>
      <w:r>
        <w:t>croyez-moi</w:t>
      </w:r>
      <w:r w:rsidR="00315B11">
        <w:t xml:space="preserve">, </w:t>
      </w:r>
      <w:proofErr w:type="spellStart"/>
      <w:r>
        <w:t>chere</w:t>
      </w:r>
      <w:proofErr w:type="spellEnd"/>
      <w:r>
        <w:t xml:space="preserve"> amante</w:t>
      </w:r>
      <w:r w:rsidR="00315B11">
        <w:t xml:space="preserve">, </w:t>
      </w:r>
      <w:r>
        <w:t>tout est femme dans ce qu</w:t>
      </w:r>
      <w:r w:rsidR="00315B11">
        <w:t>’</w:t>
      </w:r>
      <w:r>
        <w:t>on aime</w:t>
      </w:r>
      <w:r w:rsidR="00315B11">
        <w:rPr>
          <w:bCs/>
          <w:iCs/>
        </w:rPr>
        <w:t xml:space="preserve"> ; </w:t>
      </w:r>
      <w:r>
        <w:t>l</w:t>
      </w:r>
      <w:r w:rsidR="00315B11">
        <w:t>’</w:t>
      </w:r>
      <w:r>
        <w:t>empire de l</w:t>
      </w:r>
      <w:r w:rsidR="00315B11">
        <w:t>’</w:t>
      </w:r>
      <w:r>
        <w:t xml:space="preserve">amour ne </w:t>
      </w:r>
      <w:proofErr w:type="spellStart"/>
      <w:r>
        <w:t>reconnoît</w:t>
      </w:r>
      <w:proofErr w:type="spellEnd"/>
      <w:r>
        <w:t xml:space="preserve"> d</w:t>
      </w:r>
      <w:r w:rsidR="00315B11">
        <w:t>’</w:t>
      </w:r>
      <w:r>
        <w:t>autres bornes que celles du plaisir</w:t>
      </w:r>
      <w:r w:rsidR="00315B11">
        <w:t>.</w:t>
      </w:r>
    </w:p>
    <w:p w14:paraId="71473E8F" w14:textId="77777777" w:rsidR="00315B11" w:rsidRDefault="00000000" w:rsidP="00315B11">
      <w:r>
        <w:t>Je te rends</w:t>
      </w:r>
      <w:r w:rsidR="00315B11">
        <w:t xml:space="preserve">, </w:t>
      </w:r>
      <w:r>
        <w:t>amour</w:t>
      </w:r>
      <w:r w:rsidR="00315B11">
        <w:t xml:space="preserve">, </w:t>
      </w:r>
      <w:r>
        <w:t>le pinceau que tu m</w:t>
      </w:r>
      <w:r w:rsidR="00315B11">
        <w:t>’</w:t>
      </w:r>
      <w:r>
        <w:t>as prêté</w:t>
      </w:r>
      <w:r w:rsidR="00315B11">
        <w:t xml:space="preserve">, </w:t>
      </w:r>
      <w:r>
        <w:t>fais-le passer en des mains plus délicates</w:t>
      </w:r>
      <w:r w:rsidR="00315B11">
        <w:t xml:space="preserve"> ; </w:t>
      </w:r>
      <w:r>
        <w:t>&amp; toi</w:t>
      </w:r>
      <w:r w:rsidR="00315B11">
        <w:t xml:space="preserve">, </w:t>
      </w:r>
      <w:r>
        <w:t>reste à jamais dans mon cœur</w:t>
      </w:r>
      <w:r w:rsidR="00315B11">
        <w:t>.</w:t>
      </w:r>
    </w:p>
    <w:p w14:paraId="471FAF27" w14:textId="6694B095" w:rsidR="004B02AC" w:rsidRDefault="004B02AC">
      <w:pPr>
        <w:sectPr w:rsidR="004B02AC" w:rsidSect="00315B11">
          <w:footerReference w:type="default" r:id="rId10"/>
          <w:pgSz w:w="11906" w:h="16838" w:code="9"/>
          <w:pgMar w:top="1134" w:right="1134" w:bottom="1134" w:left="1134" w:header="709" w:footer="709" w:gutter="0"/>
          <w:cols w:space="708"/>
          <w:titlePg/>
          <w:docGrid w:linePitch="360"/>
        </w:sectPr>
      </w:pPr>
    </w:p>
    <w:p w14:paraId="258F32F4" w14:textId="77777777" w:rsidR="004B02AC" w:rsidRDefault="00000000" w:rsidP="00315B11">
      <w:pPr>
        <w:pStyle w:val="Titre1"/>
        <w:spacing w:before="0" w:after="480"/>
      </w:pPr>
      <w:bookmarkStart w:id="0" w:name="_Toc238912101"/>
      <w:r>
        <w:lastRenderedPageBreak/>
        <w:t>À propos de cette édition électronique</w:t>
      </w:r>
      <w:bookmarkEnd w:id="0"/>
    </w:p>
    <w:p w14:paraId="7C2CC209" w14:textId="77777777" w:rsidR="00315B11" w:rsidRPr="00633842" w:rsidRDefault="00315B11" w:rsidP="00315B11">
      <w:pPr>
        <w:spacing w:before="180" w:after="180"/>
        <w:ind w:firstLine="0"/>
        <w:jc w:val="center"/>
        <w:rPr>
          <w:b/>
          <w:bCs/>
          <w:szCs w:val="32"/>
        </w:rPr>
      </w:pPr>
      <w:r w:rsidRPr="00633842">
        <w:rPr>
          <w:b/>
          <w:bCs/>
          <w:szCs w:val="32"/>
        </w:rPr>
        <w:t>Texte libre de droits.</w:t>
      </w:r>
    </w:p>
    <w:p w14:paraId="5C1CD63E" w14:textId="77777777" w:rsidR="00315B11" w:rsidRPr="00633842" w:rsidRDefault="00315B11" w:rsidP="00315B11">
      <w:pPr>
        <w:pStyle w:val="Centr"/>
        <w:spacing w:before="180" w:after="180"/>
      </w:pPr>
      <w:r w:rsidRPr="00633842">
        <w:t>Corrections, édition, conversion informatique et publication par le groupe :</w:t>
      </w:r>
    </w:p>
    <w:p w14:paraId="5953F5D8" w14:textId="77777777" w:rsidR="00315B11" w:rsidRPr="00633842" w:rsidRDefault="00315B11" w:rsidP="00315B11">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050B39D6" w14:textId="77777777" w:rsidR="00315B11" w:rsidRPr="00633842" w:rsidRDefault="00315B11" w:rsidP="00315B11">
      <w:pPr>
        <w:pStyle w:val="Centr"/>
        <w:spacing w:before="180" w:after="180"/>
      </w:pPr>
      <w:hyperlink r:id="rId11" w:history="1">
        <w:r w:rsidRPr="00F74CD6">
          <w:rPr>
            <w:rStyle w:val="Lienhypertexte"/>
          </w:rPr>
          <w:t>https://groups.google.com/g/ebooksgratuits</w:t>
        </w:r>
      </w:hyperlink>
    </w:p>
    <w:p w14:paraId="1AB67C78" w14:textId="2AD07643" w:rsidR="00315B11" w:rsidRPr="00633842" w:rsidRDefault="00315B11" w:rsidP="00315B11">
      <w:pPr>
        <w:pStyle w:val="Centr"/>
        <w:spacing w:before="180" w:after="180"/>
      </w:pPr>
      <w:r w:rsidRPr="00633842">
        <w:t>Adresse du site web du groupe :</w:t>
      </w:r>
      <w:r w:rsidRPr="00633842">
        <w:br/>
      </w:r>
      <w:hyperlink r:id="rId12" w:history="1">
        <w:r w:rsidRPr="003D07E5">
          <w:rPr>
            <w:rStyle w:val="Lienhypertexte"/>
            <w:b/>
            <w:bCs/>
            <w:szCs w:val="32"/>
          </w:rPr>
          <w:t>https://www.ebooksgratuits.com/</w:t>
        </w:r>
      </w:hyperlink>
    </w:p>
    <w:p w14:paraId="65D1C422" w14:textId="77777777" w:rsidR="00315B11" w:rsidRPr="00633842" w:rsidRDefault="00315B11" w:rsidP="00315B11">
      <w:pPr>
        <w:pStyle w:val="Centr"/>
        <w:spacing w:before="180" w:after="180"/>
      </w:pPr>
      <w:r w:rsidRPr="00633842">
        <w:t>—</w:t>
      </w:r>
    </w:p>
    <w:p w14:paraId="3B5E4390" w14:textId="3D892CB1" w:rsidR="00315B11" w:rsidRPr="00633842" w:rsidRDefault="00315B11" w:rsidP="00315B11">
      <w:pPr>
        <w:spacing w:before="180" w:after="180"/>
        <w:ind w:firstLine="0"/>
        <w:jc w:val="center"/>
        <w:rPr>
          <w:b/>
          <w:bCs/>
          <w:szCs w:val="32"/>
        </w:rPr>
      </w:pPr>
      <w:r>
        <w:rPr>
          <w:b/>
          <w:bCs/>
          <w:szCs w:val="32"/>
        </w:rPr>
        <w:t>Mai 2025</w:t>
      </w:r>
    </w:p>
    <w:p w14:paraId="2A52C4C7" w14:textId="77777777" w:rsidR="00315B11" w:rsidRPr="00633842" w:rsidRDefault="00315B11" w:rsidP="00315B11">
      <w:pPr>
        <w:pStyle w:val="Centr"/>
        <w:spacing w:before="180" w:after="180"/>
      </w:pPr>
      <w:r w:rsidRPr="00633842">
        <w:t>—</w:t>
      </w:r>
    </w:p>
    <w:p w14:paraId="4453DB7D" w14:textId="77777777" w:rsidR="00315B11" w:rsidRPr="00633842" w:rsidRDefault="00315B11" w:rsidP="00315B11">
      <w:pPr>
        <w:spacing w:before="180" w:after="180"/>
      </w:pPr>
      <w:r w:rsidRPr="00633842">
        <w:t>– </w:t>
      </w:r>
      <w:r w:rsidRPr="00633842">
        <w:rPr>
          <w:b/>
        </w:rPr>
        <w:t>Élaboration de ce livre électronique</w:t>
      </w:r>
      <w:r w:rsidRPr="00633842">
        <w:t> :</w:t>
      </w:r>
    </w:p>
    <w:p w14:paraId="6018120A" w14:textId="193E412A" w:rsidR="00315B11" w:rsidRPr="00633842" w:rsidRDefault="00315B11" w:rsidP="00315B11">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r w:rsidRPr="00315B11">
        <w:t xml:space="preserve">Tomas Eden, Jean-Marc, </w:t>
      </w:r>
      <w:proofErr w:type="spellStart"/>
      <w:r w:rsidRPr="00315B11">
        <w:t>PatriceC</w:t>
      </w:r>
      <w:proofErr w:type="spellEnd"/>
      <w:r>
        <w:t xml:space="preserve">, </w:t>
      </w:r>
      <w:proofErr w:type="spellStart"/>
      <w:r>
        <w:t>Coolmicro</w:t>
      </w:r>
      <w:proofErr w:type="spellEnd"/>
      <w:r>
        <w:t>.</w:t>
      </w:r>
    </w:p>
    <w:p w14:paraId="1678FC5A" w14:textId="77777777" w:rsidR="00315B11" w:rsidRPr="00633842" w:rsidRDefault="00315B11" w:rsidP="00315B11">
      <w:pPr>
        <w:spacing w:before="180" w:after="180"/>
      </w:pPr>
      <w:r w:rsidRPr="00633842">
        <w:t>– </w:t>
      </w:r>
      <w:r w:rsidRPr="00633842">
        <w:rPr>
          <w:b/>
        </w:rPr>
        <w:t>Dispositions</w:t>
      </w:r>
      <w:r w:rsidRPr="00633842">
        <w:t> :</w:t>
      </w:r>
    </w:p>
    <w:p w14:paraId="3A75BFB1" w14:textId="77777777" w:rsidR="00315B11" w:rsidRPr="00633842" w:rsidRDefault="00315B11" w:rsidP="00315B11">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5247CF94" w14:textId="77777777" w:rsidR="00315B11" w:rsidRPr="00633842" w:rsidRDefault="00315B11" w:rsidP="00315B11">
      <w:pPr>
        <w:spacing w:before="180" w:after="180"/>
      </w:pPr>
      <w:r w:rsidRPr="00633842">
        <w:t>– </w:t>
      </w:r>
      <w:r w:rsidRPr="00633842">
        <w:rPr>
          <w:b/>
        </w:rPr>
        <w:t>Qualité</w:t>
      </w:r>
      <w:r w:rsidRPr="00633842">
        <w:t> :</w:t>
      </w:r>
    </w:p>
    <w:p w14:paraId="27F33849" w14:textId="77777777" w:rsidR="00315B11" w:rsidRPr="00633842" w:rsidRDefault="00315B11" w:rsidP="00315B11">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38C301FE" w14:textId="77777777" w:rsidR="00315B11" w:rsidRPr="00633842" w:rsidRDefault="00315B11" w:rsidP="00315B11">
      <w:pPr>
        <w:spacing w:before="180" w:after="180"/>
        <w:ind w:firstLine="0"/>
        <w:jc w:val="center"/>
        <w:rPr>
          <w:i/>
          <w:iCs/>
          <w:szCs w:val="32"/>
        </w:rPr>
      </w:pPr>
      <w:r w:rsidRPr="00633842">
        <w:rPr>
          <w:i/>
          <w:iCs/>
          <w:szCs w:val="32"/>
        </w:rPr>
        <w:t>Votre aide est la bienvenue !</w:t>
      </w:r>
    </w:p>
    <w:p w14:paraId="1BC504CA" w14:textId="03188DFF" w:rsidR="00B12524" w:rsidRPr="00315B11" w:rsidRDefault="00315B11" w:rsidP="00315B11">
      <w:pPr>
        <w:pStyle w:val="Centr"/>
        <w:suppressAutoHyphens/>
        <w:spacing w:before="180" w:after="180"/>
      </w:pPr>
      <w:r w:rsidRPr="00633842">
        <w:t>VOUS POUVEZ NOUS AIDER À FAIRE CONNAÎTRE CES CLASSIQUES LITTÉRAIRES.</w:t>
      </w:r>
    </w:p>
    <w:sectPr w:rsidR="00B12524" w:rsidRPr="00315B11" w:rsidSect="00315B11">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0B9F5" w14:textId="77777777" w:rsidR="004F215F" w:rsidRDefault="004F215F">
      <w:r>
        <w:separator/>
      </w:r>
    </w:p>
  </w:endnote>
  <w:endnote w:type="continuationSeparator" w:id="0">
    <w:p w14:paraId="3C3C10FA" w14:textId="77777777" w:rsidR="004F215F" w:rsidRDefault="004F2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25148" w14:textId="77777777" w:rsidR="004B02AC" w:rsidRDefault="00000000">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3C373" w14:textId="77777777" w:rsidR="004B02AC" w:rsidRDefault="00000000">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Pr>
        <w:rStyle w:val="Numrodepage"/>
        <w:noProof/>
        <w:sz w:val="30"/>
        <w:szCs w:val="30"/>
      </w:rPr>
      <w:t>41</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97ADB" w14:textId="77777777" w:rsidR="004F215F" w:rsidRDefault="004F215F">
      <w:r>
        <w:separator/>
      </w:r>
    </w:p>
  </w:footnote>
  <w:footnote w:type="continuationSeparator" w:id="0">
    <w:p w14:paraId="4595643F" w14:textId="77777777" w:rsidR="004F215F" w:rsidRDefault="004F2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041710334">
    <w:abstractNumId w:val="10"/>
  </w:num>
  <w:num w:numId="2" w16cid:durableId="329217282">
    <w:abstractNumId w:val="11"/>
  </w:num>
  <w:num w:numId="3" w16cid:durableId="559097278">
    <w:abstractNumId w:val="12"/>
  </w:num>
  <w:num w:numId="4" w16cid:durableId="665060121">
    <w:abstractNumId w:val="13"/>
  </w:num>
  <w:num w:numId="5" w16cid:durableId="1923485859">
    <w:abstractNumId w:val="8"/>
  </w:num>
  <w:num w:numId="6" w16cid:durableId="1708874129">
    <w:abstractNumId w:val="3"/>
  </w:num>
  <w:num w:numId="7" w16cid:durableId="1313753857">
    <w:abstractNumId w:val="2"/>
  </w:num>
  <w:num w:numId="8" w16cid:durableId="570115942">
    <w:abstractNumId w:val="1"/>
  </w:num>
  <w:num w:numId="9" w16cid:durableId="1155754922">
    <w:abstractNumId w:val="0"/>
  </w:num>
  <w:num w:numId="10" w16cid:durableId="681278076">
    <w:abstractNumId w:val="9"/>
  </w:num>
  <w:num w:numId="11" w16cid:durableId="1000472825">
    <w:abstractNumId w:val="7"/>
  </w:num>
  <w:num w:numId="12" w16cid:durableId="1893807004">
    <w:abstractNumId w:val="6"/>
  </w:num>
  <w:num w:numId="13" w16cid:durableId="559095038">
    <w:abstractNumId w:val="5"/>
  </w:num>
  <w:num w:numId="14" w16cid:durableId="16132006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linkStyles/>
  <w:defaultTabStop w:val="709"/>
  <w:hyphenationZone w:val="56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B8B"/>
    <w:rsid w:val="00142313"/>
    <w:rsid w:val="001F1F1D"/>
    <w:rsid w:val="002A6B8B"/>
    <w:rsid w:val="00315B11"/>
    <w:rsid w:val="004B02AC"/>
    <w:rsid w:val="004F215F"/>
    <w:rsid w:val="00A80177"/>
    <w:rsid w:val="00B12524"/>
    <w:rsid w:val="00E876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F8AEDF"/>
  <w15:chartTrackingRefBased/>
  <w15:docId w15:val="{B82201EF-5C8E-4019-A63D-1E85D13D4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F1D"/>
    <w:pPr>
      <w:spacing w:before="240" w:after="240"/>
      <w:ind w:firstLine="680"/>
      <w:jc w:val="both"/>
    </w:pPr>
    <w:rPr>
      <w:rFonts w:ascii="Amasis30" w:hAnsi="Amasis30"/>
      <w:sz w:val="36"/>
      <w:szCs w:val="24"/>
    </w:rPr>
  </w:style>
  <w:style w:type="paragraph" w:styleId="Titre1">
    <w:name w:val="heading 1"/>
    <w:basedOn w:val="Normal"/>
    <w:next w:val="Normal"/>
    <w:qFormat/>
    <w:rsid w:val="001F1F1D"/>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1F1F1D"/>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1F1F1D"/>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1F1F1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1F1F1D"/>
  </w:style>
  <w:style w:type="character" w:styleId="Lienhypertexte">
    <w:name w:val="Hyperlink"/>
    <w:uiPriority w:val="99"/>
    <w:rsid w:val="001F1F1D"/>
    <w:rPr>
      <w:rFonts w:ascii="Amasis30" w:hAnsi="Amasis30"/>
      <w:color w:val="004080"/>
      <w:u w:val="single"/>
    </w:rPr>
  </w:style>
  <w:style w:type="paragraph" w:styleId="Explorateurdedocuments">
    <w:name w:val="Document Map"/>
    <w:basedOn w:val="Normal"/>
    <w:semiHidden/>
    <w:rsid w:val="001F1F1D"/>
    <w:pPr>
      <w:shd w:val="clear" w:color="auto" w:fill="000080"/>
    </w:pPr>
    <w:rPr>
      <w:rFonts w:ascii="Tahoma" w:hAnsi="Tahoma" w:cs="Tahoma"/>
    </w:rPr>
  </w:style>
  <w:style w:type="paragraph" w:styleId="TM1">
    <w:name w:val="toc 1"/>
    <w:basedOn w:val="Normal"/>
    <w:next w:val="Normal"/>
    <w:autoRedefine/>
    <w:uiPriority w:val="39"/>
    <w:rsid w:val="001F1F1D"/>
    <w:pPr>
      <w:tabs>
        <w:tab w:val="right" w:leader="dot" w:pos="9639"/>
      </w:tabs>
      <w:spacing w:before="180" w:after="180"/>
      <w:ind w:firstLine="0"/>
      <w:jc w:val="left"/>
    </w:pPr>
    <w:rPr>
      <w:bCs/>
      <w:iCs/>
      <w:noProof/>
      <w:color w:val="000080"/>
      <w:szCs w:val="28"/>
    </w:rPr>
  </w:style>
  <w:style w:type="paragraph" w:styleId="En-tte">
    <w:name w:val="header"/>
    <w:basedOn w:val="Normal"/>
    <w:rsid w:val="001F1F1D"/>
    <w:pPr>
      <w:tabs>
        <w:tab w:val="center" w:pos="4536"/>
        <w:tab w:val="right" w:pos="9072"/>
      </w:tabs>
    </w:pPr>
  </w:style>
  <w:style w:type="paragraph" w:styleId="Pieddepage">
    <w:name w:val="footer"/>
    <w:basedOn w:val="Normal"/>
    <w:rsid w:val="001F1F1D"/>
    <w:pPr>
      <w:tabs>
        <w:tab w:val="center" w:pos="4536"/>
        <w:tab w:val="right" w:pos="9072"/>
      </w:tabs>
      <w:ind w:firstLine="0"/>
      <w:jc w:val="center"/>
    </w:pPr>
    <w:rPr>
      <w:sz w:val="32"/>
    </w:rPr>
  </w:style>
  <w:style w:type="character" w:styleId="Numrodepage">
    <w:name w:val="page number"/>
    <w:basedOn w:val="Policepardfaut"/>
    <w:rsid w:val="001F1F1D"/>
  </w:style>
  <w:style w:type="paragraph" w:styleId="TM2">
    <w:name w:val="toc 2"/>
    <w:basedOn w:val="Normal"/>
    <w:next w:val="Normal"/>
    <w:autoRedefine/>
    <w:uiPriority w:val="39"/>
    <w:rsid w:val="001F1F1D"/>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1F1F1D"/>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1F1F1D"/>
    <w:pPr>
      <w:ind w:left="780"/>
    </w:pPr>
  </w:style>
  <w:style w:type="paragraph" w:styleId="TM5">
    <w:name w:val="toc 5"/>
    <w:basedOn w:val="Normal"/>
    <w:next w:val="Normal"/>
    <w:autoRedefine/>
    <w:semiHidden/>
    <w:rsid w:val="001F1F1D"/>
    <w:pPr>
      <w:ind w:left="1040"/>
    </w:pPr>
  </w:style>
  <w:style w:type="paragraph" w:styleId="TM6">
    <w:name w:val="toc 6"/>
    <w:basedOn w:val="Normal"/>
    <w:next w:val="Normal"/>
    <w:autoRedefine/>
    <w:semiHidden/>
    <w:rsid w:val="001F1F1D"/>
    <w:pPr>
      <w:ind w:left="1300"/>
    </w:pPr>
  </w:style>
  <w:style w:type="paragraph" w:styleId="TM7">
    <w:name w:val="toc 7"/>
    <w:basedOn w:val="Normal"/>
    <w:next w:val="Normal"/>
    <w:autoRedefine/>
    <w:semiHidden/>
    <w:rsid w:val="001F1F1D"/>
    <w:pPr>
      <w:ind w:left="1560"/>
    </w:pPr>
  </w:style>
  <w:style w:type="paragraph" w:styleId="TM8">
    <w:name w:val="toc 8"/>
    <w:basedOn w:val="Normal"/>
    <w:next w:val="Normal"/>
    <w:autoRedefine/>
    <w:semiHidden/>
    <w:rsid w:val="001F1F1D"/>
    <w:pPr>
      <w:ind w:left="1820"/>
    </w:pPr>
  </w:style>
  <w:style w:type="paragraph" w:styleId="TM9">
    <w:name w:val="toc 9"/>
    <w:basedOn w:val="Normal"/>
    <w:next w:val="Normal"/>
    <w:autoRedefine/>
    <w:semiHidden/>
    <w:rsid w:val="001F1F1D"/>
    <w:pPr>
      <w:ind w:left="2080"/>
    </w:pPr>
  </w:style>
  <w:style w:type="paragraph" w:styleId="Retraitcorpsdetexte">
    <w:name w:val="Body Text Indent"/>
    <w:basedOn w:val="Normal"/>
    <w:semiHidden/>
    <w:pPr>
      <w:jc w:val="center"/>
    </w:pPr>
    <w:rPr>
      <w:rFonts w:ascii="Arial" w:hAnsi="Arial"/>
    </w:rPr>
  </w:style>
  <w:style w:type="character" w:styleId="Appelnotedebasdep">
    <w:name w:val="footnote reference"/>
    <w:qFormat/>
    <w:rsid w:val="001F1F1D"/>
    <w:rPr>
      <w:rFonts w:ascii="Amasis30" w:hAnsi="Amasis30"/>
      <w:b/>
      <w:sz w:val="36"/>
      <w:vertAlign w:val="superscript"/>
    </w:rPr>
  </w:style>
  <w:style w:type="paragraph" w:styleId="Notedebasdepage">
    <w:name w:val="footnote text"/>
    <w:basedOn w:val="Taille-1Normal"/>
    <w:qFormat/>
    <w:rsid w:val="001F1F1D"/>
    <w:rPr>
      <w:szCs w:val="30"/>
    </w:rPr>
  </w:style>
  <w:style w:type="paragraph" w:styleId="Retraitcorpsdetexte3">
    <w:name w:val="Body Text Indent 3"/>
    <w:basedOn w:val="Normal"/>
    <w:semiHidden/>
    <w:pPr>
      <w:ind w:left="540" w:firstLine="27"/>
    </w:pPr>
    <w:rPr>
      <w:rFonts w:ascii="Helvetica" w:hAnsi="Helvetica"/>
      <w:color w:val="000000"/>
      <w:sz w:val="20"/>
    </w:rPr>
  </w:style>
  <w:style w:type="paragraph" w:customStyle="1" w:styleId="Auteur">
    <w:name w:val="Auteur"/>
    <w:basedOn w:val="Normal"/>
    <w:rsid w:val="001F1F1D"/>
    <w:pPr>
      <w:spacing w:before="0" w:after="1800"/>
      <w:ind w:right="851" w:firstLine="0"/>
      <w:jc w:val="right"/>
    </w:pPr>
    <w:rPr>
      <w:sz w:val="48"/>
    </w:rPr>
  </w:style>
  <w:style w:type="paragraph" w:customStyle="1" w:styleId="Titrelivre">
    <w:name w:val="Titre_livre"/>
    <w:basedOn w:val="Normal"/>
    <w:rsid w:val="001F1F1D"/>
    <w:pPr>
      <w:spacing w:before="0" w:after="1200"/>
      <w:ind w:left="2268" w:right="851" w:firstLine="0"/>
      <w:jc w:val="right"/>
    </w:pPr>
    <w:rPr>
      <w:b/>
      <w:bCs/>
      <w:sz w:val="72"/>
    </w:rPr>
  </w:style>
  <w:style w:type="paragraph" w:customStyle="1" w:styleId="Soustitrelivre">
    <w:name w:val="Sous_titre_livre"/>
    <w:basedOn w:val="Normal"/>
    <w:rsid w:val="001F1F1D"/>
    <w:pPr>
      <w:spacing w:before="0" w:after="2160"/>
      <w:ind w:left="2268" w:right="851" w:firstLine="0"/>
      <w:jc w:val="right"/>
    </w:pPr>
    <w:rPr>
      <w:bCs/>
      <w:sz w:val="44"/>
      <w:szCs w:val="36"/>
    </w:rPr>
  </w:style>
  <w:style w:type="paragraph" w:customStyle="1" w:styleId="Aproposdispositions">
    <w:name w:val="A_propos_dispositions"/>
    <w:basedOn w:val="Normal"/>
    <w:pPr>
      <w:ind w:left="567" w:firstLine="0"/>
    </w:pPr>
    <w:rPr>
      <w:sz w:val="30"/>
    </w:rPr>
  </w:style>
  <w:style w:type="paragraph" w:customStyle="1" w:styleId="Photoauteur">
    <w:name w:val="Photo_auteur"/>
    <w:basedOn w:val="Normal"/>
    <w:rsid w:val="001F1F1D"/>
    <w:pPr>
      <w:spacing w:after="1080"/>
      <w:ind w:left="2268" w:firstLine="0"/>
      <w:jc w:val="center"/>
    </w:pPr>
    <w:rPr>
      <w:noProof/>
    </w:rPr>
  </w:style>
  <w:style w:type="paragraph" w:customStyle="1" w:styleId="DateSortie">
    <w:name w:val="Date_Sortie"/>
    <w:basedOn w:val="Normal"/>
    <w:rsid w:val="001F1F1D"/>
    <w:pPr>
      <w:spacing w:before="0" w:after="0"/>
      <w:ind w:right="1418" w:firstLine="0"/>
      <w:jc w:val="right"/>
    </w:pPr>
    <w:rPr>
      <w:bCs/>
      <w:sz w:val="40"/>
    </w:rPr>
  </w:style>
  <w:style w:type="paragraph" w:customStyle="1" w:styleId="Titretablematires">
    <w:name w:val="Titre table matières"/>
    <w:basedOn w:val="Normal"/>
    <w:rsid w:val="001F1F1D"/>
    <w:pPr>
      <w:pBdr>
        <w:top w:val="single" w:sz="8" w:space="1" w:color="auto"/>
        <w:bottom w:val="single" w:sz="8" w:space="1" w:color="auto"/>
      </w:pBdr>
      <w:ind w:left="2552" w:right="2552" w:firstLine="0"/>
      <w:jc w:val="center"/>
    </w:pPr>
    <w:rPr>
      <w:bCs/>
    </w:rPr>
  </w:style>
  <w:style w:type="paragraph" w:styleId="Adressedestinataire">
    <w:name w:val="envelope address"/>
    <w:basedOn w:val="Normal"/>
    <w:semiHidden/>
    <w:pPr>
      <w:framePr w:w="7920" w:h="1980" w:hRule="exact" w:hSpace="141" w:wrap="auto" w:hAnchor="page" w:xAlign="center" w:yAlign="bottom"/>
      <w:ind w:left="2880"/>
    </w:pPr>
    <w:rPr>
      <w:rFonts w:ascii="Arial" w:hAnsi="Arial" w:cs="Arial"/>
      <w:b/>
    </w:rPr>
  </w:style>
  <w:style w:type="paragraph" w:styleId="NormalWeb">
    <w:name w:val="Normal (Web)"/>
    <w:basedOn w:val="Normal"/>
    <w:semiHidden/>
    <w:pPr>
      <w:spacing w:before="100" w:beforeAutospacing="1" w:after="100" w:afterAutospacing="1"/>
    </w:pPr>
  </w:style>
  <w:style w:type="character" w:styleId="Marquedecommentaire">
    <w:name w:val="annotation reference"/>
    <w:basedOn w:val="Policepardfaut"/>
    <w:semiHidden/>
    <w:rPr>
      <w:sz w:val="16"/>
      <w:szCs w:val="16"/>
    </w:rPr>
  </w:style>
  <w:style w:type="paragraph" w:styleId="Commentaire">
    <w:name w:val="annotation text"/>
    <w:basedOn w:val="Normal"/>
    <w:semiHidden/>
    <w:rPr>
      <w:sz w:val="20"/>
      <w:szCs w:val="20"/>
    </w:rPr>
  </w:style>
  <w:style w:type="paragraph" w:styleId="Textedebulles">
    <w:name w:val="Balloon Text"/>
    <w:basedOn w:val="Normal"/>
    <w:semiHidden/>
    <w:rPr>
      <w:rFonts w:ascii="Tahoma" w:hAnsi="Tahoma" w:cs="Tahoma"/>
      <w:sz w:val="16"/>
      <w:szCs w:val="16"/>
    </w:rPr>
  </w:style>
  <w:style w:type="paragraph" w:styleId="Retraitcorpsdetexte2">
    <w:name w:val="Body Text Indent 2"/>
    <w:basedOn w:val="Normal"/>
    <w:semiHidden/>
  </w:style>
  <w:style w:type="paragraph" w:customStyle="1" w:styleId="Centr">
    <w:name w:val="Centré"/>
    <w:basedOn w:val="Normal"/>
    <w:rsid w:val="001F1F1D"/>
    <w:pPr>
      <w:ind w:firstLine="0"/>
      <w:jc w:val="center"/>
    </w:pPr>
    <w:rPr>
      <w:szCs w:val="20"/>
    </w:rPr>
  </w:style>
  <w:style w:type="paragraph" w:customStyle="1" w:styleId="NormalSansIndent">
    <w:name w:val="NormalSansIndent"/>
    <w:basedOn w:val="Normal"/>
    <w:rsid w:val="001F1F1D"/>
    <w:pPr>
      <w:ind w:firstLine="0"/>
    </w:pPr>
    <w:rPr>
      <w:szCs w:val="20"/>
    </w:rPr>
  </w:style>
  <w:style w:type="paragraph" w:customStyle="1" w:styleId="NormalSolidaire">
    <w:name w:val="NormalSolidaire"/>
    <w:basedOn w:val="Normal"/>
    <w:qFormat/>
    <w:rsid w:val="001F1F1D"/>
    <w:pPr>
      <w:keepNext/>
    </w:pPr>
  </w:style>
  <w:style w:type="paragraph" w:customStyle="1" w:styleId="NormalSautPageAvant">
    <w:name w:val="NormalSautPageAvant"/>
    <w:basedOn w:val="Normal"/>
    <w:qFormat/>
    <w:rsid w:val="001F1F1D"/>
    <w:pPr>
      <w:pageBreakBefore/>
    </w:pPr>
  </w:style>
  <w:style w:type="paragraph" w:customStyle="1" w:styleId="NormalEspAvtGrand">
    <w:name w:val="NormalEspAvtGrand"/>
    <w:basedOn w:val="Normal"/>
    <w:rsid w:val="001F1F1D"/>
    <w:pPr>
      <w:spacing w:before="2640"/>
    </w:pPr>
    <w:rPr>
      <w:szCs w:val="20"/>
    </w:rPr>
  </w:style>
  <w:style w:type="paragraph" w:customStyle="1" w:styleId="CentrEspAvt0">
    <w:name w:val="CentréEspAvt0"/>
    <w:basedOn w:val="Centr"/>
    <w:next w:val="CentrEspAvt0EspApr0"/>
    <w:rsid w:val="001F1F1D"/>
    <w:pPr>
      <w:spacing w:before="0"/>
    </w:pPr>
  </w:style>
  <w:style w:type="paragraph" w:customStyle="1" w:styleId="CentrEspApr0">
    <w:name w:val="CentréEspApr0"/>
    <w:basedOn w:val="Centr"/>
    <w:next w:val="Normal"/>
    <w:rsid w:val="001F1F1D"/>
    <w:pPr>
      <w:spacing w:after="0"/>
    </w:pPr>
  </w:style>
  <w:style w:type="paragraph" w:customStyle="1" w:styleId="CentrEspAvt0EspApr0">
    <w:name w:val="CentréEspAvt0EspApr0"/>
    <w:basedOn w:val="Centr"/>
    <w:rsid w:val="001F1F1D"/>
    <w:pPr>
      <w:spacing w:before="0" w:after="0"/>
    </w:pPr>
  </w:style>
  <w:style w:type="paragraph" w:customStyle="1" w:styleId="Droite">
    <w:name w:val="Droite"/>
    <w:basedOn w:val="Normal"/>
    <w:next w:val="Normal"/>
    <w:rsid w:val="001F1F1D"/>
    <w:pPr>
      <w:ind w:firstLine="0"/>
      <w:jc w:val="right"/>
    </w:pPr>
    <w:rPr>
      <w:szCs w:val="20"/>
    </w:rPr>
  </w:style>
  <w:style w:type="paragraph" w:customStyle="1" w:styleId="DroiteRetraitGauche1X">
    <w:name w:val="DroiteRetraitGauche1X"/>
    <w:basedOn w:val="Droite"/>
    <w:next w:val="Normal"/>
    <w:rsid w:val="001F1F1D"/>
    <w:pPr>
      <w:ind w:left="680"/>
    </w:pPr>
  </w:style>
  <w:style w:type="paragraph" w:customStyle="1" w:styleId="DroiteRetraitGauche2X">
    <w:name w:val="DroiteRetraitGauche2X"/>
    <w:basedOn w:val="Droite"/>
    <w:next w:val="Normal"/>
    <w:rsid w:val="001F1F1D"/>
    <w:pPr>
      <w:ind w:left="1361"/>
    </w:pPr>
  </w:style>
  <w:style w:type="paragraph" w:customStyle="1" w:styleId="DroiteRetraitGauche3X">
    <w:name w:val="DroiteRetraitGauche3X"/>
    <w:basedOn w:val="Droite"/>
    <w:next w:val="Normal"/>
    <w:rsid w:val="001F1F1D"/>
    <w:pPr>
      <w:ind w:left="2041"/>
    </w:pPr>
  </w:style>
  <w:style w:type="paragraph" w:customStyle="1" w:styleId="DroiteRetraitGauche4X">
    <w:name w:val="DroiteRetraitGauche4X"/>
    <w:basedOn w:val="Droite"/>
    <w:next w:val="Normal"/>
    <w:rsid w:val="001F1F1D"/>
    <w:pPr>
      <w:ind w:left="2722"/>
    </w:pPr>
  </w:style>
  <w:style w:type="paragraph" w:customStyle="1" w:styleId="Taille-1Normal">
    <w:name w:val="Taille-1Normal"/>
    <w:basedOn w:val="Normal"/>
    <w:rsid w:val="001F1F1D"/>
    <w:rPr>
      <w:sz w:val="32"/>
      <w:szCs w:val="28"/>
    </w:rPr>
  </w:style>
  <w:style w:type="paragraph" w:customStyle="1" w:styleId="Taille-1RetraitGauche1X">
    <w:name w:val="Taille-1RetraitGauche1X"/>
    <w:basedOn w:val="Taille-1Normal"/>
    <w:rsid w:val="001F1F1D"/>
    <w:pPr>
      <w:ind w:left="680"/>
    </w:pPr>
    <w:rPr>
      <w:szCs w:val="20"/>
    </w:rPr>
  </w:style>
  <w:style w:type="paragraph" w:customStyle="1" w:styleId="Taille-1RetraitGauche2X">
    <w:name w:val="Taille-1RetraitGauche2X"/>
    <w:basedOn w:val="Taille-1Normal"/>
    <w:rsid w:val="001F1F1D"/>
    <w:pPr>
      <w:ind w:left="1361"/>
    </w:pPr>
    <w:rPr>
      <w:szCs w:val="20"/>
    </w:rPr>
  </w:style>
  <w:style w:type="paragraph" w:customStyle="1" w:styleId="Taille-1RetraitGauche3X">
    <w:name w:val="Taille-1RetraitGauche3X"/>
    <w:basedOn w:val="Taille-1Normal"/>
    <w:rsid w:val="001F1F1D"/>
    <w:pPr>
      <w:ind w:left="2041"/>
    </w:pPr>
    <w:rPr>
      <w:szCs w:val="20"/>
    </w:rPr>
  </w:style>
  <w:style w:type="paragraph" w:customStyle="1" w:styleId="Taille-1RetraitGauche1XIndent0">
    <w:name w:val="Taille-1RetraitGauche1XIndent0"/>
    <w:basedOn w:val="Taille-1RetraitGauche1X"/>
    <w:rsid w:val="001F1F1D"/>
    <w:pPr>
      <w:ind w:firstLine="0"/>
    </w:pPr>
  </w:style>
  <w:style w:type="paragraph" w:customStyle="1" w:styleId="Taille-1RetraitGauche2XIndent0">
    <w:name w:val="Taille-1RetraitGauche2XIndent0"/>
    <w:basedOn w:val="Taille-1RetraitGauche2X"/>
    <w:rsid w:val="001F1F1D"/>
    <w:pPr>
      <w:ind w:firstLine="0"/>
    </w:pPr>
  </w:style>
  <w:style w:type="paragraph" w:customStyle="1" w:styleId="Taille-1RetraitGauche3XIndent0">
    <w:name w:val="Taille-1RetraitGauche3XIndent0"/>
    <w:basedOn w:val="Taille-1RetraitGauche3X"/>
    <w:rsid w:val="001F1F1D"/>
    <w:pPr>
      <w:ind w:firstLine="0"/>
    </w:pPr>
  </w:style>
  <w:style w:type="paragraph" w:customStyle="1" w:styleId="Taille-1RetraitGauche4XIndent0">
    <w:name w:val="Taille-1RetraitGauche4XIndent0"/>
    <w:basedOn w:val="Taille-1Normal"/>
    <w:rsid w:val="001F1F1D"/>
    <w:pPr>
      <w:ind w:left="2722" w:firstLine="0"/>
    </w:pPr>
    <w:rPr>
      <w:szCs w:val="20"/>
    </w:rPr>
  </w:style>
  <w:style w:type="paragraph" w:customStyle="1" w:styleId="NormalRetraitGauche1X">
    <w:name w:val="NormalRetraitGauche1X"/>
    <w:basedOn w:val="Normal"/>
    <w:rsid w:val="001F1F1D"/>
    <w:pPr>
      <w:ind w:left="680"/>
    </w:pPr>
    <w:rPr>
      <w:szCs w:val="20"/>
    </w:rPr>
  </w:style>
  <w:style w:type="paragraph" w:customStyle="1" w:styleId="NormalRetraitGauche2X">
    <w:name w:val="NormalRetraitGauche2X"/>
    <w:basedOn w:val="Normal"/>
    <w:rsid w:val="001F1F1D"/>
    <w:pPr>
      <w:ind w:left="1361"/>
    </w:pPr>
    <w:rPr>
      <w:szCs w:val="20"/>
    </w:rPr>
  </w:style>
  <w:style w:type="paragraph" w:customStyle="1" w:styleId="NormalRetraitGauche3X">
    <w:name w:val="NormalRetraitGauche3X"/>
    <w:basedOn w:val="Normal"/>
    <w:rsid w:val="001F1F1D"/>
    <w:pPr>
      <w:ind w:left="2041"/>
    </w:pPr>
    <w:rPr>
      <w:szCs w:val="20"/>
    </w:rPr>
  </w:style>
  <w:style w:type="paragraph" w:customStyle="1" w:styleId="NormalRetraitGauche1XIndent0">
    <w:name w:val="NormalRetraitGauche1XIndent0"/>
    <w:basedOn w:val="NormalRetraitGauche1X"/>
    <w:rsid w:val="001F1F1D"/>
    <w:pPr>
      <w:ind w:firstLine="0"/>
    </w:pPr>
  </w:style>
  <w:style w:type="paragraph" w:customStyle="1" w:styleId="NormalRetraitGauche2XIndent0">
    <w:name w:val="NormalRetraitGauche2XIndent0"/>
    <w:basedOn w:val="NormalRetraitGauche2X"/>
    <w:rsid w:val="001F1F1D"/>
    <w:pPr>
      <w:ind w:firstLine="0"/>
    </w:pPr>
  </w:style>
  <w:style w:type="paragraph" w:customStyle="1" w:styleId="NormalRetraitGauche3XIndent0">
    <w:name w:val="NormalRetraitGauche3XIndent0"/>
    <w:basedOn w:val="NormalRetraitGauche3X"/>
    <w:rsid w:val="001F1F1D"/>
    <w:pPr>
      <w:ind w:firstLine="0"/>
    </w:pPr>
  </w:style>
  <w:style w:type="paragraph" w:customStyle="1" w:styleId="NormalRetraitGauche4XIndent0">
    <w:name w:val="NormalRetraitGauche4XIndent0"/>
    <w:basedOn w:val="Normal"/>
    <w:rsid w:val="001F1F1D"/>
    <w:pPr>
      <w:ind w:left="2722" w:firstLine="0"/>
    </w:pPr>
    <w:rPr>
      <w:szCs w:val="20"/>
    </w:rPr>
  </w:style>
  <w:style w:type="paragraph" w:styleId="Notedefin">
    <w:name w:val="endnote text"/>
    <w:basedOn w:val="Taille-1Normal"/>
    <w:link w:val="NotedefinCar"/>
    <w:uiPriority w:val="99"/>
    <w:semiHidden/>
    <w:unhideWhenUsed/>
    <w:qFormat/>
    <w:rsid w:val="001F1F1D"/>
    <w:rPr>
      <w:szCs w:val="20"/>
      <w:lang w:val="x-none" w:eastAsia="x-none"/>
    </w:rPr>
  </w:style>
  <w:style w:type="character" w:customStyle="1" w:styleId="NotedefinCar">
    <w:name w:val="Note de fin Car"/>
    <w:link w:val="Notedefin"/>
    <w:uiPriority w:val="99"/>
    <w:semiHidden/>
    <w:rsid w:val="001F1F1D"/>
    <w:rPr>
      <w:rFonts w:ascii="Amasis30" w:hAnsi="Amasis30"/>
      <w:sz w:val="32"/>
      <w:lang w:val="x-none" w:eastAsia="x-none"/>
    </w:rPr>
  </w:style>
  <w:style w:type="character" w:styleId="Appeldenotedefin">
    <w:name w:val="endnote reference"/>
    <w:uiPriority w:val="99"/>
    <w:unhideWhenUsed/>
    <w:qFormat/>
    <w:rsid w:val="001F1F1D"/>
    <w:rPr>
      <w:rFonts w:ascii="Amasis30" w:hAnsi="Amasis30"/>
      <w:b/>
      <w:sz w:val="36"/>
      <w:vertAlign w:val="superscript"/>
    </w:rPr>
  </w:style>
  <w:style w:type="paragraph" w:customStyle="1" w:styleId="NormalSuspendu1X">
    <w:name w:val="NormalSuspendu1X"/>
    <w:basedOn w:val="Normal"/>
    <w:rsid w:val="001F1F1D"/>
    <w:pPr>
      <w:ind w:left="680" w:hanging="680"/>
    </w:pPr>
    <w:rPr>
      <w:szCs w:val="20"/>
    </w:rPr>
  </w:style>
  <w:style w:type="paragraph" w:customStyle="1" w:styleId="NormalSuspendu1XRetrait1X">
    <w:name w:val="NormalSuspendu1XRetrait1X"/>
    <w:basedOn w:val="Normal"/>
    <w:rsid w:val="001F1F1D"/>
    <w:pPr>
      <w:ind w:left="1360" w:hanging="680"/>
    </w:pPr>
  </w:style>
  <w:style w:type="paragraph" w:customStyle="1" w:styleId="NormalEspAvt0EspApr0">
    <w:name w:val="NormalEspAvt0EspApr0"/>
    <w:basedOn w:val="Normal"/>
    <w:rsid w:val="001F1F1D"/>
    <w:pPr>
      <w:spacing w:before="0" w:after="0"/>
    </w:pPr>
    <w:rPr>
      <w:szCs w:val="20"/>
    </w:rPr>
  </w:style>
  <w:style w:type="paragraph" w:customStyle="1" w:styleId="NormalSuspendu1XRetrait2X">
    <w:name w:val="NormalSuspendu1XRetrait2X"/>
    <w:basedOn w:val="Normal"/>
    <w:rsid w:val="001F1F1D"/>
    <w:pPr>
      <w:ind w:left="2041" w:hanging="680"/>
    </w:pPr>
  </w:style>
  <w:style w:type="paragraph" w:customStyle="1" w:styleId="NormalSuspendu1XRetrait3X">
    <w:name w:val="NormalSuspendu1XRetrait3X"/>
    <w:basedOn w:val="Normal"/>
    <w:rsid w:val="001F1F1D"/>
    <w:pPr>
      <w:ind w:left="2721" w:hanging="680"/>
    </w:pPr>
    <w:rPr>
      <w:szCs w:val="20"/>
    </w:rPr>
  </w:style>
  <w:style w:type="paragraph" w:customStyle="1" w:styleId="NormalSuspendu1XRetrait4X">
    <w:name w:val="NormalSuspendu1XRetrait4X"/>
    <w:basedOn w:val="Normal"/>
    <w:rsid w:val="001F1F1D"/>
    <w:pPr>
      <w:ind w:left="3402" w:hanging="680"/>
    </w:pPr>
    <w:rPr>
      <w:szCs w:val="20"/>
    </w:rPr>
  </w:style>
  <w:style w:type="character" w:customStyle="1" w:styleId="Taille-1Caracteres">
    <w:name w:val="Taille-1Caracteres"/>
    <w:qFormat/>
    <w:rsid w:val="001F1F1D"/>
    <w:rPr>
      <w:sz w:val="32"/>
      <w:szCs w:val="20"/>
    </w:rPr>
  </w:style>
  <w:style w:type="paragraph" w:customStyle="1" w:styleId="Etoile">
    <w:name w:val="Etoile"/>
    <w:basedOn w:val="Normal"/>
    <w:qFormat/>
    <w:rsid w:val="001F1F1D"/>
    <w:pPr>
      <w:ind w:firstLine="0"/>
      <w:jc w:val="center"/>
    </w:pPr>
    <w:rPr>
      <w:b/>
      <w:sz w:val="40"/>
      <w:szCs w:val="28"/>
    </w:rPr>
  </w:style>
  <w:style w:type="paragraph" w:customStyle="1" w:styleId="Taille-1Suspendu1XRetrait1XEsp0">
    <w:name w:val="Taille-1Suspendu1XRetrait1XEsp0"/>
    <w:basedOn w:val="Taille-1RetraitGauche1X"/>
    <w:qFormat/>
    <w:rsid w:val="001F1F1D"/>
    <w:pPr>
      <w:spacing w:before="0" w:after="0"/>
      <w:ind w:left="1360" w:hanging="680"/>
    </w:pPr>
  </w:style>
  <w:style w:type="character" w:styleId="Mentionnonrsolue">
    <w:name w:val="Unresolved Mention"/>
    <w:uiPriority w:val="99"/>
    <w:semiHidden/>
    <w:unhideWhenUsed/>
    <w:rsid w:val="001F1F1D"/>
    <w:rPr>
      <w:color w:val="605E5C"/>
      <w:shd w:val="clear" w:color="auto" w:fill="E1DFDD"/>
    </w:rPr>
  </w:style>
  <w:style w:type="paragraph" w:customStyle="1" w:styleId="Taille-1Suspendu1XRetrait2XEsp0">
    <w:name w:val="Taille-1Suspendu1XRetrait2XEsp0"/>
    <w:basedOn w:val="Taille-1RetraitGauche2X"/>
    <w:qFormat/>
    <w:rsid w:val="001F1F1D"/>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1F1F1D"/>
    <w:pPr>
      <w:spacing w:before="0" w:after="0"/>
    </w:pPr>
  </w:style>
  <w:style w:type="paragraph" w:customStyle="1" w:styleId="NormalSuspendu1XEsp0">
    <w:name w:val="NormalSuspendu1XEsp0"/>
    <w:basedOn w:val="NormalSuspendu1X"/>
    <w:qFormat/>
    <w:rsid w:val="001F1F1D"/>
    <w:pPr>
      <w:spacing w:before="0" w:after="0"/>
    </w:pPr>
  </w:style>
  <w:style w:type="paragraph" w:customStyle="1" w:styleId="NormalSuspendu1XRetrait2XEsp0">
    <w:name w:val="NormalSuspendu1XRetrait2XEsp0"/>
    <w:basedOn w:val="NormalSuspendu1XRetrait2X"/>
    <w:qFormat/>
    <w:rsid w:val="001F1F1D"/>
    <w:pPr>
      <w:spacing w:before="0" w:after="0"/>
    </w:pPr>
  </w:style>
  <w:style w:type="paragraph" w:customStyle="1" w:styleId="ParagrapheVideNormal">
    <w:name w:val="ParagrapheVideNormal"/>
    <w:basedOn w:val="Normal"/>
    <w:next w:val="Normal"/>
    <w:qFormat/>
    <w:rsid w:val="001F1F1D"/>
  </w:style>
  <w:style w:type="paragraph" w:customStyle="1" w:styleId="ParagrapheVideNormal2">
    <w:name w:val="ParagrapheVideNormal2"/>
    <w:basedOn w:val="ParagrapheVideNormal"/>
    <w:next w:val="Normal"/>
    <w:qFormat/>
    <w:rsid w:val="001F1F1D"/>
  </w:style>
  <w:style w:type="paragraph" w:customStyle="1" w:styleId="Image">
    <w:name w:val="Image"/>
    <w:basedOn w:val="Centr"/>
    <w:next w:val="Normal"/>
    <w:qFormat/>
    <w:rsid w:val="001F1F1D"/>
  </w:style>
  <w:style w:type="paragraph" w:styleId="Rvision">
    <w:name w:val="Revision"/>
    <w:hidden/>
    <w:uiPriority w:val="99"/>
    <w:semiHidden/>
    <w:rsid w:val="00315B11"/>
    <w:rPr>
      <w:rFonts w:ascii="Amasis30" w:hAnsi="Amasis30"/>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1</TotalTime>
  <Pages>43</Pages>
  <Words>11305</Words>
  <Characters>62182</Characters>
  <Application>Microsoft Office Word</Application>
  <DocSecurity>0</DocSecurity>
  <Lines>518</Lines>
  <Paragraphs>146</Paragraphs>
  <ScaleCrop>false</ScaleCrop>
  <HeadingPairs>
    <vt:vector size="2" baseType="variant">
      <vt:variant>
        <vt:lpstr>Titre</vt:lpstr>
      </vt:variant>
      <vt:variant>
        <vt:i4>1</vt:i4>
      </vt:variant>
    </vt:vector>
  </HeadingPairs>
  <TitlesOfParts>
    <vt:vector size="1" baseType="lpstr">
      <vt:lpstr>L'Art de jouir</vt:lpstr>
    </vt:vector>
  </TitlesOfParts>
  <Company>Ebooks libres et gratuits</Company>
  <LinksUpToDate>false</LinksUpToDate>
  <CharactersWithSpaces>73341</CharactersWithSpaces>
  <SharedDoc>false</SharedDoc>
  <HLinks>
    <vt:vector size="24" baseType="variant">
      <vt:variant>
        <vt:i4>2293820</vt:i4>
      </vt:variant>
      <vt:variant>
        <vt:i4>12</vt:i4>
      </vt:variant>
      <vt:variant>
        <vt:i4>0</vt:i4>
      </vt:variant>
      <vt:variant>
        <vt:i4>5</vt:i4>
      </vt:variant>
      <vt:variant>
        <vt:lpwstr>http://www.ebooksgratuits.com/</vt:lpwstr>
      </vt:variant>
      <vt:variant>
        <vt:lpwstr/>
      </vt:variant>
      <vt:variant>
        <vt:i4>7929972</vt:i4>
      </vt:variant>
      <vt:variant>
        <vt:i4>9</vt:i4>
      </vt:variant>
      <vt:variant>
        <vt:i4>0</vt:i4>
      </vt:variant>
      <vt:variant>
        <vt:i4>5</vt:i4>
      </vt:variant>
      <vt:variant>
        <vt:lpwstr>http://fr.groups.yahoo.com/group/ebooksgratuits</vt:lpwstr>
      </vt:variant>
      <vt:variant>
        <vt:lpwstr/>
      </vt:variant>
      <vt:variant>
        <vt:i4>2031674</vt:i4>
      </vt:variant>
      <vt:variant>
        <vt:i4>2</vt:i4>
      </vt:variant>
      <vt:variant>
        <vt:i4>0</vt:i4>
      </vt:variant>
      <vt:variant>
        <vt:i4>5</vt:i4>
      </vt:variant>
      <vt:variant>
        <vt:lpwstr/>
      </vt:variant>
      <vt:variant>
        <vt:lpwstr>_Toc238912101</vt:lpwstr>
      </vt:variant>
      <vt:variant>
        <vt:i4>4194409</vt:i4>
      </vt:variant>
      <vt:variant>
        <vt:i4>-1</vt:i4>
      </vt:variant>
      <vt:variant>
        <vt:i4>1032</vt:i4>
      </vt:variant>
      <vt:variant>
        <vt:i4>1</vt:i4>
      </vt:variant>
      <vt:variant>
        <vt:lpwstr>bandeau_couverture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L'Art de jouir</dc:title>
  <dc:subject>Documents &amp; Essais</dc:subject>
  <dc:creator>Julien Offray de Lamettrie</dc:creator>
  <cp:keywords/>
  <dc:description>Julien Offray de La Mettrie, philosophe matérialiste du XVIIIe siècle, nous propose une réflexion provocante sur le plaisir et le bonheur, en s'écartant des normes morales traditionnelles. L'oeuvre, à la fois philosophique et hédoniste, développe une vision du monde centrée sur le corps, les sensations et l'expérience immédiate, loin de toute référence à la religion ou à une morale transcendante.
La Mettrie y affirme que le but de la vie humaine est le plaisir. Selon lui, la nature a doté l'homme de sens et d'appétits non pour les mortifier, mais pour les satisfaire. Le plaisir n'est pas à craindre ni à réprimer, mais à cultiver intelligemment. Cela ne signifie pas céder à tous les désirs de manière irréfléchie : La Mettrie prône un hédonisme éclairé, où la jouissance passe par la connaissance de soi, la tempérance et la diversité des plaisirs. Il insiste aussi sur la santé physique comme condition du bonheur.
L'auteur critique fortement les philosophes et moralistes qui prônent l'ascétisme, considérant que leur mépris du corps mène à la tristesse et à l'hypocrisie. Pour lui, l'âme n'est rien d'autre qu'une fonction du corps : toute notre vie psychique dérive du fonctionnement organique. Par conséquent, il faut se connaître corporellement pour bien vivre.
Enfin, La Mettrie appelle à une sagesse matérialiste et libertine : vivre pleinement, ici et maintenant, sans illusion métaphysique ni peur de l'au-delà.</dc:description>
  <cp:lastModifiedBy>Cool Micro</cp:lastModifiedBy>
  <cp:revision>3</cp:revision>
  <cp:lastPrinted>2008-07-10T16:25:00Z</cp:lastPrinted>
  <dcterms:created xsi:type="dcterms:W3CDTF">2025-05-06T19:22:00Z</dcterms:created>
  <dcterms:modified xsi:type="dcterms:W3CDTF">2025-05-06T19:32:00Z</dcterms:modified>
  <cp:category>Documents &amp; Essais</cp:category>
</cp:coreProperties>
</file>