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405A2" w14:textId="65C6B842" w:rsidR="003E38CC" w:rsidRDefault="002C712D" w:rsidP="002C712D">
      <w:pPr>
        <w:pStyle w:val="Photoauteur"/>
      </w:pPr>
      <w:r>
        <w:drawing>
          <wp:anchor distT="0" distB="0" distL="114300" distR="114300" simplePos="0" relativeHeight="251657728" behindDoc="0" locked="0" layoutInCell="1" allowOverlap="1" wp14:anchorId="11BA2E4B" wp14:editId="2ECB4E89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440180" cy="10692130"/>
            <wp:effectExtent l="0" t="0" r="0" b="0"/>
            <wp:wrapNone/>
            <wp:docPr id="8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69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07C4">
        <w:drawing>
          <wp:inline distT="0" distB="0" distL="0" distR="0" wp14:anchorId="1397AA0D" wp14:editId="5379EE36">
            <wp:extent cx="2606400" cy="3678387"/>
            <wp:effectExtent l="0" t="0" r="3810" b="0"/>
            <wp:docPr id="134852618" name="Image 1" descr="Une image contenant Visage humain, habits, peinture, portrai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2618" name="Image 1" descr="Une image contenant Visage humain, habits, peinture, portrait&#10;&#10;Le contenu généré par l’IA peut êtr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378" cy="368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90CAB" w14:textId="77777777" w:rsidR="003E38CC" w:rsidRDefault="003E38CC" w:rsidP="003E38CC">
      <w:pPr>
        <w:pStyle w:val="Auteur"/>
      </w:pPr>
      <w:r>
        <w:t>Anton Pavlovitch Tchekhov</w:t>
      </w:r>
    </w:p>
    <w:p w14:paraId="1347B66B" w14:textId="77777777" w:rsidR="003E38CC" w:rsidRDefault="003E38CC" w:rsidP="003E38CC">
      <w:pPr>
        <w:pStyle w:val="Titrelivre"/>
        <w:rPr>
          <w:kern w:val="60"/>
          <w:szCs w:val="60"/>
        </w:rPr>
      </w:pPr>
      <w:r>
        <w:rPr>
          <w:kern w:val="60"/>
          <w:szCs w:val="60"/>
        </w:rPr>
        <w:t>LES MÉFAITS DU TABAC</w:t>
      </w:r>
    </w:p>
    <w:p w14:paraId="6A69100E" w14:textId="77777777" w:rsidR="002C712D" w:rsidRDefault="003E38CC" w:rsidP="003E38CC">
      <w:pPr>
        <w:pStyle w:val="Soustitrelivre"/>
      </w:pPr>
      <w:r>
        <w:rPr>
          <w:szCs w:val="32"/>
        </w:rPr>
        <w:t xml:space="preserve">SCÈNE MONOLOGUE EN </w:t>
      </w:r>
      <w:r w:rsidRPr="007F7BE1">
        <w:rPr>
          <w:szCs w:val="32"/>
        </w:rPr>
        <w:t>UN ACTE</w:t>
      </w:r>
    </w:p>
    <w:p w14:paraId="720581AE" w14:textId="681B9645" w:rsidR="002C712D" w:rsidRDefault="003E38CC" w:rsidP="003E38CC">
      <w:pPr>
        <w:pStyle w:val="DateSortie"/>
      </w:pPr>
      <w:r>
        <w:t>1886</w:t>
      </w:r>
    </w:p>
    <w:p w14:paraId="284DC830" w14:textId="77777777" w:rsidR="003E38CC" w:rsidRDefault="003E38CC" w:rsidP="003E38CC">
      <w:pPr>
        <w:pStyle w:val="DateSortie"/>
      </w:pPr>
      <w:r>
        <w:t>Traduction de Denis Roche</w:t>
      </w:r>
    </w:p>
    <w:p w14:paraId="335CCC3E" w14:textId="77777777" w:rsidR="003E38CC" w:rsidRPr="002C712D" w:rsidRDefault="003E38CC" w:rsidP="002C712D">
      <w:pPr>
        <w:ind w:left="2340" w:firstLine="0"/>
        <w:jc w:val="center"/>
        <w:sectPr w:rsidR="003E38CC" w:rsidRPr="002C712D">
          <w:footerReference w:type="default" r:id="rId10"/>
          <w:pgSz w:w="11906" w:h="16838" w:code="9"/>
          <w:pgMar w:top="0" w:right="0" w:bottom="0" w:left="0" w:header="0" w:footer="0" w:gutter="0"/>
          <w:cols w:space="708"/>
          <w:titlePg/>
          <w:docGrid w:linePitch="360"/>
        </w:sectPr>
      </w:pPr>
    </w:p>
    <w:p w14:paraId="0A1443F6" w14:textId="77777777" w:rsidR="003E38CC" w:rsidRDefault="003E38CC" w:rsidP="002C712D">
      <w:pPr>
        <w:pStyle w:val="Titretablematires"/>
      </w:pPr>
      <w:r>
        <w:lastRenderedPageBreak/>
        <w:t>Table des matières</w:t>
      </w:r>
    </w:p>
    <w:p w14:paraId="467FFB40" w14:textId="77777777" w:rsidR="003E38CC" w:rsidRDefault="003E38CC"/>
    <w:p w14:paraId="005BB898" w14:textId="2810C89C" w:rsidR="00B244F0" w:rsidRDefault="003E38CC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r>
        <w:rPr>
          <w:noProof w:val="0"/>
        </w:rPr>
        <w:fldChar w:fldCharType="begin"/>
      </w:r>
      <w:r>
        <w:rPr>
          <w:noProof w:val="0"/>
        </w:rPr>
        <w:instrText xml:space="preserve"> TOC \o "1-3" \h \z </w:instrText>
      </w:r>
      <w:r>
        <w:rPr>
          <w:noProof w:val="0"/>
        </w:rPr>
        <w:fldChar w:fldCharType="separate"/>
      </w:r>
      <w:hyperlink w:anchor="_Toc197462061" w:history="1">
        <w:r w:rsidR="00B244F0" w:rsidRPr="00311249">
          <w:rPr>
            <w:rStyle w:val="Lienhypertexte"/>
          </w:rPr>
          <w:t>PERSONNAGE</w:t>
        </w:r>
        <w:r w:rsidR="00B244F0">
          <w:rPr>
            <w:webHidden/>
          </w:rPr>
          <w:tab/>
        </w:r>
        <w:r w:rsidR="00B244F0">
          <w:rPr>
            <w:webHidden/>
          </w:rPr>
          <w:fldChar w:fldCharType="begin"/>
        </w:r>
        <w:r w:rsidR="00B244F0">
          <w:rPr>
            <w:webHidden/>
          </w:rPr>
          <w:instrText xml:space="preserve"> PAGEREF _Toc197462061 \h </w:instrText>
        </w:r>
        <w:r w:rsidR="00B244F0">
          <w:rPr>
            <w:webHidden/>
          </w:rPr>
        </w:r>
        <w:r w:rsidR="00B244F0">
          <w:rPr>
            <w:webHidden/>
          </w:rPr>
          <w:fldChar w:fldCharType="separate"/>
        </w:r>
        <w:r w:rsidR="00A907A1">
          <w:rPr>
            <w:webHidden/>
          </w:rPr>
          <w:t>3</w:t>
        </w:r>
        <w:r w:rsidR="00B244F0">
          <w:rPr>
            <w:webHidden/>
          </w:rPr>
          <w:fldChar w:fldCharType="end"/>
        </w:r>
      </w:hyperlink>
    </w:p>
    <w:p w14:paraId="59C55C19" w14:textId="38CDD33E" w:rsidR="00B244F0" w:rsidRDefault="00B244F0">
      <w:pPr>
        <w:pStyle w:val="TM1"/>
        <w:rPr>
          <w:rFonts w:asciiTheme="minorHAnsi" w:eastAsiaTheme="minorEastAsia" w:hAnsiTheme="minorHAnsi" w:cstheme="minorBidi"/>
          <w:bCs w:val="0"/>
          <w:iCs w:val="0"/>
          <w:color w:val="auto"/>
          <w:kern w:val="2"/>
          <w:sz w:val="24"/>
          <w:szCs w:val="24"/>
          <w14:ligatures w14:val="standardContextual"/>
        </w:rPr>
      </w:pPr>
      <w:hyperlink w:anchor="_Toc197462062" w:history="1">
        <w:r w:rsidRPr="00311249">
          <w:rPr>
            <w:rStyle w:val="Lienhypertexte"/>
          </w:rPr>
          <w:t>À propos de cette édition électronique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_Toc197462062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907A1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10AA756" w14:textId="036B081C" w:rsidR="003E38CC" w:rsidRDefault="003E38CC">
      <w:r>
        <w:fldChar w:fldCharType="end"/>
      </w:r>
    </w:p>
    <w:p w14:paraId="00C2629E" w14:textId="77777777" w:rsidR="003E38CC" w:rsidRPr="00AE7D40" w:rsidRDefault="003E38CC" w:rsidP="002C712D">
      <w:pPr>
        <w:pStyle w:val="Titre1"/>
      </w:pPr>
      <w:bookmarkStart w:id="0" w:name="_Toc197462061"/>
      <w:r w:rsidRPr="00AE7D40">
        <w:lastRenderedPageBreak/>
        <w:t>PERSONNAGE</w:t>
      </w:r>
      <w:bookmarkEnd w:id="0"/>
      <w:r w:rsidRPr="00AE7D40">
        <w:br/>
      </w:r>
    </w:p>
    <w:p w14:paraId="2BC77941" w14:textId="77777777" w:rsidR="002C712D" w:rsidRDefault="003E38CC" w:rsidP="002C712D">
      <w:proofErr w:type="spellStart"/>
      <w:r w:rsidRPr="00AE7D40">
        <w:t>NIOUKHINE</w:t>
      </w:r>
      <w:proofErr w:type="spellEnd"/>
      <w:r w:rsidRPr="00AE7D40">
        <w:t xml:space="preserve"> IVAN IVANOVITCH</w:t>
      </w:r>
      <w:r w:rsidR="002C712D">
        <w:t xml:space="preserve">, </w:t>
      </w:r>
      <w:r w:rsidRPr="00AE7D40">
        <w:t>le mari de Madame</w:t>
      </w:r>
      <w:r w:rsidR="002C712D">
        <w:t xml:space="preserve">, </w:t>
      </w:r>
      <w:r w:rsidRPr="00AE7D40">
        <w:t>d</w:t>
      </w:r>
      <w:r w:rsidRPr="00AE7D40">
        <w:t>i</w:t>
      </w:r>
      <w:r w:rsidRPr="00AE7D40">
        <w:t>rectrice d</w:t>
      </w:r>
      <w:r w:rsidR="002C712D">
        <w:t>’</w:t>
      </w:r>
      <w:r w:rsidRPr="00AE7D40">
        <w:t>une école de musique et d</w:t>
      </w:r>
      <w:r w:rsidR="002C712D">
        <w:t>’</w:t>
      </w:r>
      <w:r w:rsidRPr="00AE7D40">
        <w:t>un pensionnat de demo</w:t>
      </w:r>
      <w:r w:rsidRPr="00AE7D40">
        <w:t>i</w:t>
      </w:r>
      <w:r w:rsidRPr="00AE7D40">
        <w:t>se</w:t>
      </w:r>
      <w:r w:rsidRPr="00AE7D40">
        <w:t>l</w:t>
      </w:r>
      <w:r w:rsidRPr="00AE7D40">
        <w:t>les</w:t>
      </w:r>
      <w:r w:rsidR="002C712D">
        <w:t>.</w:t>
      </w:r>
    </w:p>
    <w:p w14:paraId="5429600A" w14:textId="77777777" w:rsidR="007E07C4" w:rsidRDefault="007E07C4" w:rsidP="002C712D"/>
    <w:p w14:paraId="37233626" w14:textId="77777777" w:rsidR="002C712D" w:rsidRDefault="003E38CC" w:rsidP="002C712D">
      <w:pPr>
        <w:ind w:firstLine="0"/>
        <w:jc w:val="center"/>
      </w:pPr>
      <w:r w:rsidRPr="002C712D">
        <w:rPr>
          <w:bCs/>
          <w:i/>
          <w:iCs/>
          <w:szCs w:val="32"/>
        </w:rPr>
        <w:t>La scène est l</w:t>
      </w:r>
      <w:r w:rsidR="002C712D" w:rsidRPr="002C712D">
        <w:rPr>
          <w:bCs/>
          <w:i/>
          <w:iCs/>
          <w:szCs w:val="32"/>
        </w:rPr>
        <w:t>’</w:t>
      </w:r>
      <w:r w:rsidRPr="002C712D">
        <w:rPr>
          <w:bCs/>
          <w:i/>
          <w:iCs/>
          <w:szCs w:val="32"/>
        </w:rPr>
        <w:t>estrade d</w:t>
      </w:r>
      <w:r w:rsidR="002C712D" w:rsidRPr="002C712D">
        <w:rPr>
          <w:bCs/>
          <w:i/>
          <w:iCs/>
          <w:szCs w:val="32"/>
        </w:rPr>
        <w:t>’</w:t>
      </w:r>
      <w:r w:rsidRPr="002C712D">
        <w:rPr>
          <w:bCs/>
          <w:i/>
          <w:iCs/>
          <w:szCs w:val="32"/>
        </w:rPr>
        <w:t>un cercle de province</w:t>
      </w:r>
      <w:r w:rsidR="002C712D" w:rsidRPr="002C712D">
        <w:rPr>
          <w:bCs/>
          <w:i/>
          <w:iCs/>
          <w:szCs w:val="32"/>
        </w:rPr>
        <w:t>.</w:t>
      </w:r>
    </w:p>
    <w:p w14:paraId="2F5F0043" w14:textId="77777777" w:rsidR="007E07C4" w:rsidRDefault="007E07C4" w:rsidP="007E07C4">
      <w:pPr>
        <w:pageBreakBefore/>
      </w:pPr>
    </w:p>
    <w:p w14:paraId="467A3FEE" w14:textId="07B46A4F" w:rsidR="002C712D" w:rsidRDefault="003E38CC" w:rsidP="007E07C4">
      <w:pPr>
        <w:spacing w:before="1200"/>
      </w:pPr>
      <w:proofErr w:type="spellStart"/>
      <w:r w:rsidRPr="00AE7D40">
        <w:t>NIOUKHINE</w:t>
      </w:r>
      <w:proofErr w:type="spellEnd"/>
      <w:r w:rsidR="002C712D">
        <w:t xml:space="preserve">, </w:t>
      </w:r>
      <w:r w:rsidRPr="00AE7D40">
        <w:rPr>
          <w:bCs/>
          <w:i/>
          <w:iCs/>
          <w:szCs w:val="32"/>
        </w:rPr>
        <w:t>longs favoris</w:t>
      </w:r>
      <w:r w:rsidR="002C712D">
        <w:rPr>
          <w:bCs/>
          <w:i/>
          <w:iCs/>
          <w:szCs w:val="32"/>
        </w:rPr>
        <w:t xml:space="preserve">, </w:t>
      </w:r>
      <w:r w:rsidRPr="00AE7D40">
        <w:rPr>
          <w:bCs/>
          <w:i/>
          <w:iCs/>
          <w:szCs w:val="32"/>
        </w:rPr>
        <w:t>pas de moustaches</w:t>
      </w:r>
      <w:r w:rsidR="002C712D">
        <w:rPr>
          <w:bCs/>
          <w:i/>
          <w:iCs/>
          <w:szCs w:val="32"/>
        </w:rPr>
        <w:t xml:space="preserve">, </w:t>
      </w:r>
      <w:r w:rsidRPr="00AE7D40">
        <w:rPr>
          <w:bCs/>
          <w:i/>
          <w:iCs/>
          <w:szCs w:val="32"/>
        </w:rPr>
        <w:t>vieil habit râpé</w:t>
      </w:r>
      <w:r w:rsidR="002C712D">
        <w:rPr>
          <w:bCs/>
          <w:i/>
          <w:iCs/>
          <w:szCs w:val="32"/>
        </w:rPr>
        <w:t xml:space="preserve">. </w:t>
      </w:r>
      <w:r w:rsidRPr="00AE7D40">
        <w:rPr>
          <w:bCs/>
          <w:i/>
          <w:iCs/>
          <w:szCs w:val="32"/>
        </w:rPr>
        <w:t>Il entre majestueusement</w:t>
      </w:r>
      <w:r w:rsidR="002C712D">
        <w:rPr>
          <w:bCs/>
          <w:i/>
          <w:iCs/>
          <w:szCs w:val="32"/>
        </w:rPr>
        <w:t xml:space="preserve">, </w:t>
      </w:r>
      <w:r w:rsidRPr="00AE7D40">
        <w:rPr>
          <w:bCs/>
          <w:i/>
          <w:iCs/>
          <w:szCs w:val="32"/>
        </w:rPr>
        <w:t>salue et arrange son gilet</w:t>
      </w:r>
      <w:r w:rsidR="002C712D">
        <w:rPr>
          <w:bCs/>
          <w:i/>
          <w:iCs/>
          <w:szCs w:val="32"/>
        </w:rPr>
        <w:t xml:space="preserve">. </w:t>
      </w:r>
      <w:r w:rsidR="002C712D">
        <w:rPr>
          <w:szCs w:val="32"/>
        </w:rPr>
        <w:t xml:space="preserve">– </w:t>
      </w:r>
      <w:r w:rsidRPr="00AE7D40">
        <w:rPr>
          <w:szCs w:val="32"/>
        </w:rPr>
        <w:t>Mesdames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quelque sorte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messieurs</w:t>
      </w:r>
      <w:r w:rsidR="002C712D">
        <w:rPr>
          <w:szCs w:val="32"/>
        </w:rPr>
        <w:t xml:space="preserve">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il lisse ses favoris</w:t>
      </w:r>
      <w:r w:rsidR="002C712D">
        <w:rPr>
          <w:bCs/>
          <w:iCs/>
          <w:szCs w:val="32"/>
        </w:rPr>
        <w:t xml:space="preserve">), </w:t>
      </w:r>
      <w:r w:rsidRPr="00AE7D40">
        <w:rPr>
          <w:szCs w:val="32"/>
        </w:rPr>
        <w:t>il a été demandé à ma femme que je fasse ici une conférence de bienfaisance sur un sujet que</w:t>
      </w:r>
      <w:r w:rsidRPr="00AE7D40">
        <w:rPr>
          <w:szCs w:val="32"/>
        </w:rPr>
        <w:t>l</w:t>
      </w:r>
      <w:r w:rsidRPr="00AE7D40">
        <w:rPr>
          <w:szCs w:val="32"/>
        </w:rPr>
        <w:t>conque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Pourquoi ne pas la faire</w:t>
      </w:r>
      <w:r w:rsidR="002C712D">
        <w:rPr>
          <w:szCs w:val="32"/>
        </w:rPr>
        <w:t xml:space="preserve"> ? </w:t>
      </w:r>
      <w:r w:rsidRPr="00AE7D40">
        <w:rPr>
          <w:szCs w:val="32"/>
        </w:rPr>
        <w:t>S</w:t>
      </w:r>
      <w:r w:rsidR="002C712D">
        <w:rPr>
          <w:szCs w:val="32"/>
        </w:rPr>
        <w:t>’</w:t>
      </w:r>
      <w:r w:rsidRPr="00AE7D40">
        <w:rPr>
          <w:szCs w:val="32"/>
        </w:rPr>
        <w:t>il faut une conférence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faisons une conférence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cela m</w:t>
      </w:r>
      <w:r w:rsidR="002C712D">
        <w:rPr>
          <w:szCs w:val="32"/>
        </w:rPr>
        <w:t>’</w:t>
      </w:r>
      <w:r w:rsidRPr="00AE7D40">
        <w:rPr>
          <w:szCs w:val="32"/>
        </w:rPr>
        <w:t>est a</w:t>
      </w:r>
      <w:r w:rsidRPr="00AE7D40">
        <w:rPr>
          <w:szCs w:val="32"/>
        </w:rPr>
        <w:t>b</w:t>
      </w:r>
      <w:r w:rsidRPr="00AE7D40">
        <w:rPr>
          <w:szCs w:val="32"/>
        </w:rPr>
        <w:t>solument égal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Je ne suis assurément pas professeur et je suis démuni de tout titre scientifique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néanmoins vo</w:t>
      </w:r>
      <w:r w:rsidRPr="00AE7D40">
        <w:rPr>
          <w:szCs w:val="32"/>
        </w:rPr>
        <w:t>i</w:t>
      </w:r>
      <w:r w:rsidRPr="00AE7D40">
        <w:rPr>
          <w:szCs w:val="32"/>
        </w:rPr>
        <w:t>là déjà trente années 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sans discontinuer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peut même d</w:t>
      </w:r>
      <w:r w:rsidRPr="00AE7D40">
        <w:rPr>
          <w:szCs w:val="32"/>
        </w:rPr>
        <w:t>i</w:t>
      </w:r>
      <w:r w:rsidRPr="00AE7D40">
        <w:rPr>
          <w:szCs w:val="32"/>
        </w:rPr>
        <w:t>re au détriment de ma santé et autres choses pareilles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travaille sur des que</w:t>
      </w:r>
      <w:r w:rsidRPr="00AE7D40">
        <w:rPr>
          <w:szCs w:val="32"/>
        </w:rPr>
        <w:t>s</w:t>
      </w:r>
      <w:r w:rsidRPr="00AE7D40">
        <w:rPr>
          <w:szCs w:val="32"/>
        </w:rPr>
        <w:t>tions strictement scie</w:t>
      </w:r>
      <w:r w:rsidRPr="00AE7D40">
        <w:rPr>
          <w:szCs w:val="32"/>
        </w:rPr>
        <w:t>n</w:t>
      </w:r>
      <w:r w:rsidRPr="00AE7D40">
        <w:rPr>
          <w:szCs w:val="32"/>
        </w:rPr>
        <w:t>tifiques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Je me creuse la cervelle si bien que parfois même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figurez-vous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écris des articles scientifiques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si vous voulez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peut-être pas tout à fait scientifiques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 qui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passez-moi l</w:t>
      </w:r>
      <w:r w:rsidR="002C712D">
        <w:rPr>
          <w:szCs w:val="32"/>
        </w:rPr>
        <w:t>’</w:t>
      </w:r>
      <w:r w:rsidRPr="00AE7D40">
        <w:rPr>
          <w:szCs w:val="32"/>
        </w:rPr>
        <w:t>e</w:t>
      </w:r>
      <w:r w:rsidRPr="00AE7D40">
        <w:rPr>
          <w:szCs w:val="32"/>
        </w:rPr>
        <w:t>x</w:t>
      </w:r>
      <w:r w:rsidRPr="00AE7D40">
        <w:rPr>
          <w:szCs w:val="32"/>
        </w:rPr>
        <w:t>pression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ont l</w:t>
      </w:r>
      <w:r w:rsidR="002C712D">
        <w:rPr>
          <w:szCs w:val="32"/>
        </w:rPr>
        <w:t>’</w:t>
      </w:r>
      <w:r w:rsidRPr="00AE7D40">
        <w:rPr>
          <w:szCs w:val="32"/>
        </w:rPr>
        <w:t>air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écrit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entre autres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ces jours-ci un article considérable sous le titre</w:t>
      </w:r>
      <w:r w:rsidR="002C712D">
        <w:rPr>
          <w:szCs w:val="32"/>
        </w:rPr>
        <w:t xml:space="preserve"> : </w:t>
      </w:r>
      <w:r w:rsidRPr="00AE7D40">
        <w:rPr>
          <w:i/>
          <w:iCs/>
          <w:szCs w:val="32"/>
        </w:rPr>
        <w:t>De la malfa</w:t>
      </w:r>
      <w:r w:rsidRPr="00AE7D40">
        <w:rPr>
          <w:i/>
          <w:iCs/>
          <w:szCs w:val="32"/>
        </w:rPr>
        <w:t>i</w:t>
      </w:r>
      <w:r w:rsidRPr="00AE7D40">
        <w:rPr>
          <w:i/>
          <w:iCs/>
          <w:szCs w:val="32"/>
        </w:rPr>
        <w:t>sance de quelques insectes</w:t>
      </w:r>
      <w:r w:rsidR="002C712D">
        <w:rPr>
          <w:i/>
          <w:iCs/>
          <w:szCs w:val="32"/>
        </w:rPr>
        <w:t xml:space="preserve">. </w:t>
      </w:r>
      <w:r w:rsidRPr="00AE7D40">
        <w:rPr>
          <w:szCs w:val="32"/>
        </w:rPr>
        <w:t>Cet article a beaucoup plu à mes fi</w:t>
      </w:r>
      <w:r w:rsidRPr="00AE7D40">
        <w:rPr>
          <w:szCs w:val="32"/>
        </w:rPr>
        <w:t>l</w:t>
      </w:r>
      <w:r w:rsidRPr="00AE7D40">
        <w:rPr>
          <w:szCs w:val="32"/>
        </w:rPr>
        <w:t>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surtout ce qui avait rapport aux punaises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mais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après l</w:t>
      </w:r>
      <w:r w:rsidR="002C712D">
        <w:rPr>
          <w:szCs w:val="32"/>
        </w:rPr>
        <w:t>’</w:t>
      </w:r>
      <w:r w:rsidRPr="00AE7D40">
        <w:rPr>
          <w:szCs w:val="32"/>
        </w:rPr>
        <w:t>avoir lu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l</w:t>
      </w:r>
      <w:r w:rsidR="002C712D">
        <w:rPr>
          <w:szCs w:val="32"/>
        </w:rPr>
        <w:t>’</w:t>
      </w:r>
      <w:r w:rsidRPr="00AE7D40">
        <w:rPr>
          <w:szCs w:val="32"/>
        </w:rPr>
        <w:t>ai déchiré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Quoi que j</w:t>
      </w:r>
      <w:r w:rsidR="002C712D">
        <w:rPr>
          <w:szCs w:val="32"/>
        </w:rPr>
        <w:t>’</w:t>
      </w:r>
      <w:r w:rsidRPr="00AE7D40">
        <w:rPr>
          <w:szCs w:val="32"/>
        </w:rPr>
        <w:t>aie pu écrire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effet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ne se passera pourtant pas de po</w:t>
      </w:r>
      <w:r w:rsidRPr="00AE7D40">
        <w:rPr>
          <w:szCs w:val="32"/>
        </w:rPr>
        <w:t>u</w:t>
      </w:r>
      <w:r w:rsidRPr="00AE7D40">
        <w:rPr>
          <w:szCs w:val="32"/>
        </w:rPr>
        <w:t>dre de pyrèthre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il y a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 exemple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chez nous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des punaises jusque dans le piano à queue</w:t>
      </w:r>
      <w:r w:rsidR="002C712D">
        <w:rPr>
          <w:szCs w:val="32"/>
        </w:rPr>
        <w:t>…</w:t>
      </w:r>
    </w:p>
    <w:p w14:paraId="478F5DFB" w14:textId="77777777" w:rsidR="002C712D" w:rsidRDefault="003E38CC" w:rsidP="002C712D"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choisi comme sujet de ma conférence d</w:t>
      </w:r>
      <w:r w:rsidR="002C712D">
        <w:rPr>
          <w:szCs w:val="32"/>
        </w:rPr>
        <w:t>’</w:t>
      </w:r>
      <w:r w:rsidRPr="00AE7D40">
        <w:rPr>
          <w:szCs w:val="32"/>
        </w:rPr>
        <w:t>aujourd</w:t>
      </w:r>
      <w:r w:rsidR="002C712D">
        <w:rPr>
          <w:szCs w:val="32"/>
        </w:rPr>
        <w:t>’</w:t>
      </w:r>
      <w:r w:rsidRPr="00AE7D40">
        <w:rPr>
          <w:szCs w:val="32"/>
        </w:rPr>
        <w:t>hui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si l</w:t>
      </w:r>
      <w:r w:rsidR="002C712D">
        <w:rPr>
          <w:szCs w:val="32"/>
        </w:rPr>
        <w:t>’</w:t>
      </w:r>
      <w:r w:rsidRPr="00AE7D40">
        <w:rPr>
          <w:szCs w:val="32"/>
        </w:rPr>
        <w:t>on peut dire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le dommage qu</w:t>
      </w:r>
      <w:r w:rsidR="002C712D">
        <w:rPr>
          <w:szCs w:val="32"/>
        </w:rPr>
        <w:t>’</w:t>
      </w:r>
      <w:r w:rsidRPr="00AE7D40">
        <w:rPr>
          <w:szCs w:val="32"/>
        </w:rPr>
        <w:t>apporte à l</w:t>
      </w:r>
      <w:r w:rsidR="002C712D">
        <w:rPr>
          <w:szCs w:val="32"/>
        </w:rPr>
        <w:t>’</w:t>
      </w:r>
      <w:r w:rsidRPr="00AE7D40">
        <w:rPr>
          <w:szCs w:val="32"/>
        </w:rPr>
        <w:t>humanité l</w:t>
      </w:r>
      <w:r w:rsidR="002C712D">
        <w:rPr>
          <w:szCs w:val="32"/>
        </w:rPr>
        <w:t>’</w:t>
      </w:r>
      <w:r w:rsidRPr="00AE7D40">
        <w:rPr>
          <w:szCs w:val="32"/>
        </w:rPr>
        <w:t>usage du tabac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Moi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dois le dire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fume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mais ma femme m</w:t>
      </w:r>
      <w:r w:rsidR="002C712D">
        <w:rPr>
          <w:szCs w:val="32"/>
        </w:rPr>
        <w:t>’</w:t>
      </w:r>
      <w:r w:rsidRPr="00AE7D40">
        <w:rPr>
          <w:szCs w:val="32"/>
        </w:rPr>
        <w:t>a ordo</w:t>
      </w:r>
      <w:r w:rsidRPr="00AE7D40">
        <w:rPr>
          <w:szCs w:val="32"/>
        </w:rPr>
        <w:t>n</w:t>
      </w:r>
      <w:r w:rsidRPr="00AE7D40">
        <w:rPr>
          <w:szCs w:val="32"/>
        </w:rPr>
        <w:t>né de parler aujou</w:t>
      </w:r>
      <w:r w:rsidRPr="00AE7D40">
        <w:rPr>
          <w:szCs w:val="32"/>
        </w:rPr>
        <w:t>r</w:t>
      </w:r>
      <w:r w:rsidRPr="00AE7D40">
        <w:rPr>
          <w:szCs w:val="32"/>
        </w:rPr>
        <w:t>d</w:t>
      </w:r>
      <w:r w:rsidR="002C712D">
        <w:rPr>
          <w:szCs w:val="32"/>
        </w:rPr>
        <w:t>’</w:t>
      </w:r>
      <w:r w:rsidRPr="00AE7D40">
        <w:rPr>
          <w:szCs w:val="32"/>
        </w:rPr>
        <w:t>hui des méfaits du tabac</w:t>
      </w:r>
      <w:r w:rsidR="002C712D">
        <w:rPr>
          <w:szCs w:val="32"/>
        </w:rPr>
        <w:t xml:space="preserve"> : </w:t>
      </w:r>
      <w:r w:rsidRPr="00AE7D40">
        <w:rPr>
          <w:szCs w:val="32"/>
        </w:rPr>
        <w:t>il n</w:t>
      </w:r>
      <w:r w:rsidR="002C712D">
        <w:rPr>
          <w:szCs w:val="32"/>
        </w:rPr>
        <w:t>’</w:t>
      </w:r>
      <w:r w:rsidRPr="00AE7D40">
        <w:rPr>
          <w:szCs w:val="32"/>
        </w:rPr>
        <w:t>y a donc qu</w:t>
      </w:r>
      <w:r w:rsidR="002C712D">
        <w:rPr>
          <w:szCs w:val="32"/>
        </w:rPr>
        <w:t>’</w:t>
      </w:r>
      <w:r w:rsidRPr="00AE7D40">
        <w:rPr>
          <w:szCs w:val="32"/>
        </w:rPr>
        <w:t>à m</w:t>
      </w:r>
      <w:r w:rsidR="002C712D">
        <w:rPr>
          <w:szCs w:val="32"/>
        </w:rPr>
        <w:t>’</w:t>
      </w:r>
      <w:r w:rsidRPr="00AE7D40">
        <w:rPr>
          <w:szCs w:val="32"/>
        </w:rPr>
        <w:t>incliner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Puisqu</w:t>
      </w:r>
      <w:r w:rsidR="002C712D">
        <w:rPr>
          <w:szCs w:val="32"/>
        </w:rPr>
        <w:t>’</w:t>
      </w:r>
      <w:r w:rsidRPr="00AE7D40">
        <w:rPr>
          <w:szCs w:val="32"/>
        </w:rPr>
        <w:t>il faut parler du tabac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</w:t>
      </w:r>
      <w:r w:rsidRPr="00AE7D40">
        <w:rPr>
          <w:szCs w:val="32"/>
        </w:rPr>
        <w:t>r</w:t>
      </w:r>
      <w:r w:rsidRPr="00AE7D40">
        <w:rPr>
          <w:szCs w:val="32"/>
        </w:rPr>
        <w:t>lons du tabac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cela m</w:t>
      </w:r>
      <w:r w:rsidR="002C712D">
        <w:rPr>
          <w:szCs w:val="32"/>
        </w:rPr>
        <w:t>’</w:t>
      </w:r>
      <w:r w:rsidRPr="00AE7D40">
        <w:rPr>
          <w:szCs w:val="32"/>
        </w:rPr>
        <w:t>est complètement égal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je vous engage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messieurs et me</w:t>
      </w:r>
      <w:r w:rsidRPr="00AE7D40">
        <w:rPr>
          <w:szCs w:val="32"/>
        </w:rPr>
        <w:t>s</w:t>
      </w:r>
      <w:r w:rsidRPr="00AE7D40">
        <w:rPr>
          <w:szCs w:val="32"/>
        </w:rPr>
        <w:t>dames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à écouter ma conférence avec tout le sérieux voulu pour éviter tout désagrément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Ceux qu</w:t>
      </w:r>
      <w:r w:rsidR="002C712D">
        <w:rPr>
          <w:szCs w:val="32"/>
        </w:rPr>
        <w:t>’</w:t>
      </w:r>
      <w:r w:rsidRPr="00AE7D40">
        <w:rPr>
          <w:szCs w:val="32"/>
        </w:rPr>
        <w:t xml:space="preserve">effraie </w:t>
      </w:r>
      <w:r w:rsidRPr="00AE7D40">
        <w:rPr>
          <w:szCs w:val="32"/>
        </w:rPr>
        <w:lastRenderedPageBreak/>
        <w:t>une conférence s</w:t>
      </w:r>
      <w:r w:rsidRPr="00AE7D40">
        <w:rPr>
          <w:szCs w:val="32"/>
        </w:rPr>
        <w:t>é</w:t>
      </w:r>
      <w:r w:rsidRPr="00AE7D40">
        <w:rPr>
          <w:szCs w:val="32"/>
        </w:rPr>
        <w:t>rieuse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scientifique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peuvent ne pas écouter ou sortir</w:t>
      </w:r>
      <w:r w:rsidR="002C712D">
        <w:rPr>
          <w:szCs w:val="32"/>
        </w:rPr>
        <w:t>.</w:t>
      </w:r>
    </w:p>
    <w:p w14:paraId="631265B0" w14:textId="77777777" w:rsidR="002C712D" w:rsidRDefault="003E38CC" w:rsidP="002C712D">
      <w:pPr>
        <w:ind w:firstLine="0"/>
        <w:jc w:val="center"/>
      </w:pPr>
      <w:r w:rsidRPr="002C712D">
        <w:rPr>
          <w:bCs/>
          <w:i/>
          <w:iCs/>
          <w:szCs w:val="32"/>
        </w:rPr>
        <w:t>Il arrange son gilet</w:t>
      </w:r>
      <w:r w:rsidR="002C712D" w:rsidRPr="002C712D">
        <w:rPr>
          <w:bCs/>
          <w:i/>
          <w:iCs/>
          <w:szCs w:val="32"/>
        </w:rPr>
        <w:t>.</w:t>
      </w:r>
    </w:p>
    <w:p w14:paraId="06A8A606" w14:textId="77777777" w:rsidR="002C712D" w:rsidRDefault="003E38CC" w:rsidP="002C712D">
      <w:r w:rsidRPr="00AE7D40">
        <w:rPr>
          <w:szCs w:val="32"/>
        </w:rPr>
        <w:t>Je demande surtout l</w:t>
      </w:r>
      <w:r w:rsidR="002C712D">
        <w:rPr>
          <w:szCs w:val="32"/>
        </w:rPr>
        <w:t>’</w:t>
      </w:r>
      <w:r w:rsidRPr="00AE7D40">
        <w:rPr>
          <w:szCs w:val="32"/>
        </w:rPr>
        <w:t xml:space="preserve">attention de </w:t>
      </w:r>
      <w:r w:rsidR="002C712D">
        <w:rPr>
          <w:szCs w:val="32"/>
        </w:rPr>
        <w:t>MM. </w:t>
      </w:r>
      <w:r w:rsidRPr="00AE7D40">
        <w:rPr>
          <w:szCs w:val="32"/>
        </w:rPr>
        <w:t>les docteurs ici pr</w:t>
      </w:r>
      <w:r w:rsidRPr="00AE7D40">
        <w:rPr>
          <w:szCs w:val="32"/>
        </w:rPr>
        <w:t>é</w:t>
      </w:r>
      <w:r w:rsidRPr="00AE7D40">
        <w:rPr>
          <w:szCs w:val="32"/>
        </w:rPr>
        <w:t>sents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Ils pourront trouver dans ma conférence nombre de re</w:t>
      </w:r>
      <w:r w:rsidRPr="00AE7D40">
        <w:rPr>
          <w:szCs w:val="32"/>
        </w:rPr>
        <w:t>n</w:t>
      </w:r>
      <w:r w:rsidRPr="00AE7D40">
        <w:rPr>
          <w:szCs w:val="32"/>
        </w:rPr>
        <w:t>seignements utiles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parce que le tabac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dehors de ses effets nu</w:t>
      </w:r>
      <w:r w:rsidRPr="00AE7D40">
        <w:rPr>
          <w:szCs w:val="32"/>
        </w:rPr>
        <w:t>i</w:t>
      </w:r>
      <w:r w:rsidRPr="00AE7D40">
        <w:rPr>
          <w:szCs w:val="32"/>
        </w:rPr>
        <w:t>sibles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est employé en médecine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Si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 exemple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met une mouche dans une tabatière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elle crève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apparemment par d</w:t>
      </w:r>
      <w:r w:rsidRPr="00AE7D40">
        <w:rPr>
          <w:szCs w:val="32"/>
        </w:rPr>
        <w:t>é</w:t>
      </w:r>
      <w:r w:rsidRPr="00AE7D40">
        <w:rPr>
          <w:szCs w:val="32"/>
        </w:rPr>
        <w:t>traquement nerveux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Le tabac est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à proprement parler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une plante</w:t>
      </w:r>
      <w:r w:rsidR="002C712D">
        <w:rPr>
          <w:szCs w:val="32"/>
        </w:rPr>
        <w:t>…</w:t>
      </w:r>
    </w:p>
    <w:p w14:paraId="0D62AB93" w14:textId="77777777" w:rsidR="002C712D" w:rsidRDefault="003E38CC" w:rsidP="002C712D">
      <w:r w:rsidRPr="00AE7D40">
        <w:rPr>
          <w:szCs w:val="32"/>
        </w:rPr>
        <w:t>Quand je fais une conférence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cligne ordinairement l</w:t>
      </w:r>
      <w:r w:rsidR="002C712D">
        <w:rPr>
          <w:szCs w:val="32"/>
        </w:rPr>
        <w:t>’</w:t>
      </w:r>
      <w:r w:rsidRPr="00AE7D40">
        <w:rPr>
          <w:szCs w:val="32"/>
        </w:rPr>
        <w:t>œil droit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 n</w:t>
      </w:r>
      <w:r w:rsidR="002C712D">
        <w:rPr>
          <w:szCs w:val="32"/>
        </w:rPr>
        <w:t>’</w:t>
      </w:r>
      <w:r w:rsidRPr="00AE7D40">
        <w:rPr>
          <w:szCs w:val="32"/>
        </w:rPr>
        <w:t>y faites pas attention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 un effet de l</w:t>
      </w:r>
      <w:r w:rsidR="002C712D">
        <w:rPr>
          <w:szCs w:val="32"/>
        </w:rPr>
        <w:t>’</w:t>
      </w:r>
      <w:r w:rsidRPr="00AE7D40">
        <w:rPr>
          <w:szCs w:val="32"/>
        </w:rPr>
        <w:t>émotion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Je suis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de façon générale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un homme très nerveux et mon œil a commencé de cligner en 1889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le 1</w:t>
      </w:r>
      <w:r w:rsidR="002C712D" w:rsidRPr="00AE7D40">
        <w:rPr>
          <w:szCs w:val="32"/>
        </w:rPr>
        <w:t>3</w:t>
      </w:r>
      <w:r w:rsidR="002C712D">
        <w:rPr>
          <w:szCs w:val="32"/>
        </w:rPr>
        <w:t> </w:t>
      </w:r>
      <w:r w:rsidR="002C712D" w:rsidRPr="00AE7D40">
        <w:rPr>
          <w:szCs w:val="32"/>
        </w:rPr>
        <w:t>septembre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le jour même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quelque sorte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où ma femme a mis au monde sa quatrième fille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Barbe</w:t>
      </w:r>
      <w:r w:rsidR="002C712D">
        <w:rPr>
          <w:szCs w:val="32"/>
        </w:rPr>
        <w:t>. (</w:t>
      </w:r>
      <w:r w:rsidRPr="00AE7D40">
        <w:rPr>
          <w:szCs w:val="32"/>
        </w:rPr>
        <w:t>Toutes mes filles sont nées un 13</w:t>
      </w:r>
      <w:r w:rsidR="002C712D">
        <w:rPr>
          <w:szCs w:val="32"/>
        </w:rPr>
        <w:t xml:space="preserve">.) </w:t>
      </w:r>
      <w:r w:rsidRPr="00AE7D40">
        <w:rPr>
          <w:szCs w:val="32"/>
        </w:rPr>
        <w:t>Mais du reste</w:t>
      </w:r>
      <w:r w:rsidR="002C712D">
        <w:rPr>
          <w:szCs w:val="32"/>
        </w:rPr>
        <w:t xml:space="preserve">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tire sa montre</w:t>
      </w:r>
      <w:r w:rsidR="002C712D">
        <w:rPr>
          <w:bCs/>
          <w:iCs/>
          <w:szCs w:val="32"/>
        </w:rPr>
        <w:t xml:space="preserve">), </w:t>
      </w:r>
      <w:r w:rsidRPr="00AE7D40">
        <w:rPr>
          <w:szCs w:val="32"/>
        </w:rPr>
        <w:t>étant donné le peu de temps dont nous disp</w:t>
      </w:r>
      <w:r w:rsidRPr="00AE7D40">
        <w:rPr>
          <w:szCs w:val="32"/>
        </w:rPr>
        <w:t>o</w:t>
      </w:r>
      <w:r w:rsidRPr="00AE7D40">
        <w:rPr>
          <w:szCs w:val="32"/>
        </w:rPr>
        <w:t>sons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ne nous écartons pas du sujet de notre conférence</w:t>
      </w:r>
      <w:r w:rsidR="002C712D">
        <w:rPr>
          <w:szCs w:val="32"/>
        </w:rPr>
        <w:t>.</w:t>
      </w:r>
    </w:p>
    <w:p w14:paraId="0DE30121" w14:textId="77777777" w:rsidR="002C712D" w:rsidRDefault="003E38CC" w:rsidP="002C712D">
      <w:r w:rsidRPr="00AE7D40">
        <w:rPr>
          <w:szCs w:val="32"/>
        </w:rPr>
        <w:t>Je dois vous dire que ma femme tient une école de musique et une pension particulière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peut-être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plus exa</w:t>
      </w:r>
      <w:r w:rsidRPr="00AE7D40">
        <w:rPr>
          <w:szCs w:val="32"/>
        </w:rPr>
        <w:t>c</w:t>
      </w:r>
      <w:r w:rsidRPr="00AE7D40">
        <w:rPr>
          <w:szCs w:val="32"/>
        </w:rPr>
        <w:t>tement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pas une pension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 quelque chose d</w:t>
      </w:r>
      <w:r w:rsidR="002C712D">
        <w:rPr>
          <w:szCs w:val="32"/>
        </w:rPr>
        <w:t>’</w:t>
      </w:r>
      <w:r w:rsidRPr="00AE7D40">
        <w:rPr>
          <w:szCs w:val="32"/>
        </w:rPr>
        <w:t>approchant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Entre nous soit dit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 femme aime à crier misère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 elle a mis quelque a</w:t>
      </w:r>
      <w:r w:rsidRPr="00AE7D40">
        <w:rPr>
          <w:szCs w:val="32"/>
        </w:rPr>
        <w:t>r</w:t>
      </w:r>
      <w:r w:rsidRPr="00AE7D40">
        <w:rPr>
          <w:szCs w:val="32"/>
        </w:rPr>
        <w:t>gent de côté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une quarantaine ou même une cinquantaine de mille roubles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moi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pe</w:t>
      </w:r>
      <w:r w:rsidRPr="00AE7D40">
        <w:rPr>
          <w:szCs w:val="32"/>
        </w:rPr>
        <w:t>r</w:t>
      </w:r>
      <w:r w:rsidRPr="00AE7D40">
        <w:rPr>
          <w:szCs w:val="32"/>
        </w:rPr>
        <w:t>sonnellement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n</w:t>
      </w:r>
      <w:r w:rsidR="002C712D">
        <w:rPr>
          <w:szCs w:val="32"/>
        </w:rPr>
        <w:t>’</w:t>
      </w:r>
      <w:r w:rsidRPr="00AE7D40">
        <w:rPr>
          <w:szCs w:val="32"/>
        </w:rPr>
        <w:t>ai pas un kopeck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pas un sou vaillant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Mais laissons cela</w:t>
      </w:r>
      <w:r w:rsidR="002C712D">
        <w:rPr>
          <w:szCs w:val="32"/>
        </w:rPr>
        <w:t>…</w:t>
      </w:r>
    </w:p>
    <w:p w14:paraId="4E65B0BC" w14:textId="77777777" w:rsidR="002C712D" w:rsidRDefault="003E38CC" w:rsidP="002C712D">
      <w:r w:rsidRPr="00AE7D40">
        <w:rPr>
          <w:szCs w:val="32"/>
        </w:rPr>
        <w:t>Dans la pension de ma femme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suis préposé à l</w:t>
      </w:r>
      <w:r w:rsidR="002C712D">
        <w:rPr>
          <w:szCs w:val="32"/>
        </w:rPr>
        <w:t>’</w:t>
      </w:r>
      <w:r w:rsidRPr="00AE7D40">
        <w:rPr>
          <w:szCs w:val="32"/>
        </w:rPr>
        <w:t>économat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Je fais les provisions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surveille le personnel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inscris les dépenses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fabrique les cahiers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détruis les p</w:t>
      </w:r>
      <w:r w:rsidRPr="00AE7D40">
        <w:rPr>
          <w:szCs w:val="32"/>
        </w:rPr>
        <w:t>u</w:t>
      </w:r>
      <w:r w:rsidRPr="00AE7D40">
        <w:rPr>
          <w:szCs w:val="32"/>
        </w:rPr>
        <w:t>naises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pr</w:t>
      </w:r>
      <w:r w:rsidRPr="00AE7D40">
        <w:rPr>
          <w:szCs w:val="32"/>
        </w:rPr>
        <w:t>o</w:t>
      </w:r>
      <w:r w:rsidRPr="00AE7D40">
        <w:rPr>
          <w:szCs w:val="32"/>
        </w:rPr>
        <w:t>mène le petit chien de ma femme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je prends les rats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lastRenderedPageBreak/>
        <w:t>Hier soir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devais remettre à la cuisinière de la farine et du beurre parce qu</w:t>
      </w:r>
      <w:r w:rsidR="002C712D">
        <w:rPr>
          <w:szCs w:val="32"/>
        </w:rPr>
        <w:t>’</w:t>
      </w:r>
      <w:r w:rsidRPr="00AE7D40">
        <w:rPr>
          <w:szCs w:val="32"/>
        </w:rPr>
        <w:t>on avait décidé de faire des crêpes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Eh bien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figurez-vous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aujourd</w:t>
      </w:r>
      <w:r w:rsidR="002C712D">
        <w:rPr>
          <w:szCs w:val="32"/>
        </w:rPr>
        <w:t>’</w:t>
      </w:r>
      <w:r w:rsidRPr="00AE7D40">
        <w:rPr>
          <w:szCs w:val="32"/>
        </w:rPr>
        <w:t>hui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quand les crêpes ont été prêtes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 femme est venue annoncer à la cuisine que trois pensionnaires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ayant mal à la gorge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n</w:t>
      </w:r>
      <w:r w:rsidR="002C712D">
        <w:rPr>
          <w:szCs w:val="32"/>
        </w:rPr>
        <w:t>’</w:t>
      </w:r>
      <w:r w:rsidRPr="00AE7D40">
        <w:rPr>
          <w:szCs w:val="32"/>
        </w:rPr>
        <w:t>en mangeraient pas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Il se trouvait donc qu</w:t>
      </w:r>
      <w:r w:rsidR="002C712D">
        <w:rPr>
          <w:szCs w:val="32"/>
        </w:rPr>
        <w:t>’</w:t>
      </w:r>
      <w:r w:rsidRPr="00AE7D40">
        <w:rPr>
          <w:szCs w:val="32"/>
        </w:rPr>
        <w:t>il avait été préparé quelques crêpes de trop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Que pouvait-on en faire</w:t>
      </w:r>
      <w:r w:rsidR="002C712D">
        <w:rPr>
          <w:szCs w:val="32"/>
        </w:rPr>
        <w:t xml:space="preserve"> ? </w:t>
      </w:r>
      <w:r w:rsidRPr="00AE7D40">
        <w:rPr>
          <w:szCs w:val="32"/>
        </w:rPr>
        <w:t>Ma femme ordonna d</w:t>
      </w:r>
      <w:r w:rsidR="002C712D">
        <w:rPr>
          <w:szCs w:val="32"/>
        </w:rPr>
        <w:t>’</w:t>
      </w:r>
      <w:r w:rsidRPr="00AE7D40">
        <w:rPr>
          <w:szCs w:val="32"/>
        </w:rPr>
        <w:t>abord de les mettre à la cave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puis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après avoir réfléchi longuement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elle me dit</w:t>
      </w:r>
      <w:r w:rsidR="002C712D">
        <w:rPr>
          <w:szCs w:val="32"/>
        </w:rPr>
        <w:t> : « </w:t>
      </w:r>
      <w:r w:rsidRPr="00AE7D40">
        <w:rPr>
          <w:szCs w:val="32"/>
        </w:rPr>
        <w:t>Mange ces crêpes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épouvantail à moineaux</w:t>
      </w:r>
      <w:r w:rsidR="002C712D">
        <w:rPr>
          <w:szCs w:val="32"/>
        </w:rPr>
        <w:t> ! »</w:t>
      </w:r>
      <w:r w:rsidRPr="00AE7D40">
        <w:rPr>
          <w:szCs w:val="32"/>
        </w:rPr>
        <w:t xml:space="preserve"> Quand elle n</w:t>
      </w:r>
      <w:r w:rsidR="002C712D">
        <w:rPr>
          <w:szCs w:val="32"/>
        </w:rPr>
        <w:t>’</w:t>
      </w:r>
      <w:r w:rsidRPr="00AE7D40">
        <w:rPr>
          <w:szCs w:val="32"/>
        </w:rPr>
        <w:t>est pas de bonne humeur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 femme m</w:t>
      </w:r>
      <w:r w:rsidR="002C712D">
        <w:rPr>
          <w:szCs w:val="32"/>
        </w:rPr>
        <w:t>’</w:t>
      </w:r>
      <w:r w:rsidRPr="00AE7D40">
        <w:rPr>
          <w:szCs w:val="32"/>
        </w:rPr>
        <w:t>appelle</w:t>
      </w:r>
      <w:r w:rsidR="002C712D">
        <w:rPr>
          <w:szCs w:val="32"/>
        </w:rPr>
        <w:t xml:space="preserve"> : </w:t>
      </w:r>
      <w:r w:rsidRPr="00AE7D40">
        <w:rPr>
          <w:szCs w:val="32"/>
        </w:rPr>
        <w:t>épouvantail à moineaux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 aspic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 Satan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En quoi suis-je un Satan</w:t>
      </w:r>
      <w:r w:rsidR="002C712D">
        <w:rPr>
          <w:szCs w:val="32"/>
        </w:rPr>
        <w:t xml:space="preserve"> ?… </w:t>
      </w:r>
      <w:r w:rsidRPr="00AE7D40">
        <w:rPr>
          <w:szCs w:val="32"/>
        </w:rPr>
        <w:t>Bref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elle est toujours de mauvaise humeur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Et ces crêpes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ne les ai pas mangées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 avalées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tant je suis toujours a</w:t>
      </w:r>
      <w:r w:rsidRPr="00AE7D40">
        <w:rPr>
          <w:szCs w:val="32"/>
        </w:rPr>
        <w:t>f</w:t>
      </w:r>
      <w:r w:rsidRPr="00AE7D40">
        <w:rPr>
          <w:szCs w:val="32"/>
        </w:rPr>
        <w:t>famé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Hier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 exemple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 femme ne m</w:t>
      </w:r>
      <w:r w:rsidR="002C712D">
        <w:rPr>
          <w:szCs w:val="32"/>
        </w:rPr>
        <w:t>’</w:t>
      </w:r>
      <w:r w:rsidRPr="00AE7D40">
        <w:rPr>
          <w:szCs w:val="32"/>
        </w:rPr>
        <w:t>a pas donné à dîner</w:t>
      </w:r>
      <w:r w:rsidR="002C712D">
        <w:rPr>
          <w:szCs w:val="32"/>
        </w:rPr>
        <w:t> : « </w:t>
      </w:r>
      <w:r w:rsidRPr="00AE7D40">
        <w:rPr>
          <w:szCs w:val="32"/>
        </w:rPr>
        <w:t>Toi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épouva</w:t>
      </w:r>
      <w:r w:rsidRPr="00AE7D40">
        <w:rPr>
          <w:szCs w:val="32"/>
        </w:rPr>
        <w:t>n</w:t>
      </w:r>
      <w:r w:rsidRPr="00AE7D40">
        <w:rPr>
          <w:szCs w:val="32"/>
        </w:rPr>
        <w:t>tail à moineaux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</w:t>
      </w:r>
      <w:r w:rsidR="002C712D">
        <w:rPr>
          <w:szCs w:val="32"/>
        </w:rPr>
        <w:t>’</w:t>
      </w:r>
      <w:r w:rsidRPr="00AE7D40">
        <w:rPr>
          <w:szCs w:val="32"/>
        </w:rPr>
        <w:t>a-t-elle dit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il ne vaut pas la peine de te nou</w:t>
      </w:r>
      <w:r w:rsidRPr="00AE7D40">
        <w:rPr>
          <w:szCs w:val="32"/>
        </w:rPr>
        <w:t>r</w:t>
      </w:r>
      <w:r w:rsidRPr="00AE7D40">
        <w:rPr>
          <w:szCs w:val="32"/>
        </w:rPr>
        <w:t>rir</w:t>
      </w:r>
      <w:r w:rsidR="002C712D">
        <w:rPr>
          <w:szCs w:val="32"/>
        </w:rPr>
        <w:t>… »</w:t>
      </w:r>
    </w:p>
    <w:p w14:paraId="03DD6946" w14:textId="77777777" w:rsidR="002C712D" w:rsidRDefault="003E38CC" w:rsidP="002C712D">
      <w:r w:rsidRPr="00AE7D40">
        <w:rPr>
          <w:szCs w:val="32"/>
        </w:rPr>
        <w:t>Quoi qu</w:t>
      </w:r>
      <w:r w:rsidR="002C712D">
        <w:rPr>
          <w:szCs w:val="32"/>
        </w:rPr>
        <w:t>’</w:t>
      </w:r>
      <w:r w:rsidRPr="00AE7D40">
        <w:rPr>
          <w:szCs w:val="32"/>
        </w:rPr>
        <w:t>il en soit</w:t>
      </w:r>
      <w:r w:rsidR="002C712D">
        <w:rPr>
          <w:szCs w:val="32"/>
        </w:rPr>
        <w:t xml:space="preserve">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il regarde sa montre</w:t>
      </w:r>
      <w:r w:rsidR="002C712D">
        <w:rPr>
          <w:bCs/>
          <w:iCs/>
          <w:szCs w:val="32"/>
        </w:rPr>
        <w:t xml:space="preserve">) </w:t>
      </w:r>
      <w:r w:rsidRPr="00AE7D40">
        <w:rPr>
          <w:szCs w:val="32"/>
        </w:rPr>
        <w:t>nous bavardons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nous nous écartons un peu du sujet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Continuons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bien 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naturellement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en suis persuadé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vous entendriez plus volo</w:t>
      </w:r>
      <w:r w:rsidRPr="00AE7D40">
        <w:rPr>
          <w:szCs w:val="32"/>
        </w:rPr>
        <w:t>n</w:t>
      </w:r>
      <w:r w:rsidRPr="00AE7D40">
        <w:rPr>
          <w:szCs w:val="32"/>
        </w:rPr>
        <w:t>tiers une romance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 une symphonie quelconque ou un air d</w:t>
      </w:r>
      <w:r w:rsidR="002C712D">
        <w:rPr>
          <w:szCs w:val="32"/>
        </w:rPr>
        <w:t>’</w:t>
      </w:r>
      <w:r w:rsidRPr="00AE7D40">
        <w:rPr>
          <w:szCs w:val="32"/>
        </w:rPr>
        <w:t>opéra</w:t>
      </w:r>
      <w:r w:rsidR="002C712D">
        <w:rPr>
          <w:szCs w:val="32"/>
        </w:rPr>
        <w:t>…</w:t>
      </w:r>
    </w:p>
    <w:p w14:paraId="3B014C7A" w14:textId="77777777" w:rsidR="002C712D" w:rsidRDefault="003E38CC" w:rsidP="002C712D">
      <w:pPr>
        <w:ind w:firstLine="0"/>
        <w:jc w:val="center"/>
      </w:pPr>
      <w:r w:rsidRPr="002C712D">
        <w:rPr>
          <w:bCs/>
          <w:i/>
          <w:iCs/>
          <w:szCs w:val="32"/>
        </w:rPr>
        <w:t>Il fredonne</w:t>
      </w:r>
      <w:r w:rsidR="002C712D" w:rsidRPr="002C712D">
        <w:rPr>
          <w:bCs/>
          <w:i/>
          <w:iCs/>
          <w:szCs w:val="32"/>
        </w:rPr>
        <w:t>.</w:t>
      </w:r>
    </w:p>
    <w:p w14:paraId="1335898F" w14:textId="77777777" w:rsidR="002C712D" w:rsidRPr="007E07C4" w:rsidRDefault="003E38CC" w:rsidP="002C712D">
      <w:pPr>
        <w:ind w:firstLine="0"/>
        <w:jc w:val="center"/>
        <w:rPr>
          <w:rStyle w:val="Taille-1Caracteres"/>
        </w:rPr>
      </w:pPr>
      <w:r w:rsidRPr="007E07C4">
        <w:rPr>
          <w:rStyle w:val="Taille-1Caracteres"/>
        </w:rPr>
        <w:t>Nous restions impassibles dans l</w:t>
      </w:r>
      <w:r w:rsidR="002C712D" w:rsidRPr="007E07C4">
        <w:rPr>
          <w:rStyle w:val="Taille-1Caracteres"/>
        </w:rPr>
        <w:t>’</w:t>
      </w:r>
      <w:r w:rsidRPr="007E07C4">
        <w:rPr>
          <w:rStyle w:val="Taille-1Caracteres"/>
        </w:rPr>
        <w:t>ardeur du combat</w:t>
      </w:r>
      <w:r w:rsidR="002C712D" w:rsidRPr="007E07C4">
        <w:rPr>
          <w:rStyle w:val="Taille-1Caracteres"/>
        </w:rPr>
        <w:t>…</w:t>
      </w:r>
    </w:p>
    <w:p w14:paraId="7258508B" w14:textId="77777777" w:rsidR="007E07C4" w:rsidRDefault="007E07C4" w:rsidP="002C712D">
      <w:pPr>
        <w:rPr>
          <w:szCs w:val="32"/>
        </w:rPr>
      </w:pPr>
    </w:p>
    <w:p w14:paraId="5AB90835" w14:textId="226E08E7" w:rsidR="002C712D" w:rsidRDefault="003E38CC" w:rsidP="002C712D">
      <w:r w:rsidRPr="00AE7D40">
        <w:rPr>
          <w:szCs w:val="32"/>
        </w:rPr>
        <w:t>Je ne sais pas d</w:t>
      </w:r>
      <w:r w:rsidR="002C712D">
        <w:rPr>
          <w:szCs w:val="32"/>
        </w:rPr>
        <w:t>’</w:t>
      </w:r>
      <w:r w:rsidRPr="00AE7D40">
        <w:rPr>
          <w:szCs w:val="32"/>
        </w:rPr>
        <w:t>où c</w:t>
      </w:r>
      <w:r w:rsidR="002C712D">
        <w:rPr>
          <w:szCs w:val="32"/>
        </w:rPr>
        <w:t>’</w:t>
      </w:r>
      <w:r w:rsidRPr="00AE7D40">
        <w:rPr>
          <w:szCs w:val="32"/>
        </w:rPr>
        <w:t>est tiré</w:t>
      </w:r>
      <w:r w:rsidR="002C712D">
        <w:rPr>
          <w:szCs w:val="32"/>
        </w:rPr>
        <w:t>…</w:t>
      </w:r>
    </w:p>
    <w:p w14:paraId="56BB8835" w14:textId="77777777" w:rsidR="002C712D" w:rsidRDefault="003E38CC" w:rsidP="002C712D">
      <w:r w:rsidRPr="00AE7D40">
        <w:rPr>
          <w:szCs w:val="32"/>
        </w:rPr>
        <w:t>Par parenthèse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oublié de vous dire 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dans l</w:t>
      </w:r>
      <w:r w:rsidR="002C712D">
        <w:rPr>
          <w:szCs w:val="32"/>
        </w:rPr>
        <w:t>’</w:t>
      </w:r>
      <w:r w:rsidRPr="00AE7D40">
        <w:rPr>
          <w:szCs w:val="32"/>
        </w:rPr>
        <w:t>école de musique de ma femme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suis chargé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outre les détails dome</w:t>
      </w:r>
      <w:r w:rsidRPr="00AE7D40">
        <w:rPr>
          <w:szCs w:val="32"/>
        </w:rPr>
        <w:t>s</w:t>
      </w:r>
      <w:r w:rsidRPr="00AE7D40">
        <w:rPr>
          <w:szCs w:val="32"/>
        </w:rPr>
        <w:t>t</w:t>
      </w:r>
      <w:r w:rsidRPr="00AE7D40">
        <w:rPr>
          <w:szCs w:val="32"/>
        </w:rPr>
        <w:t>i</w:t>
      </w:r>
      <w:r w:rsidRPr="00AE7D40">
        <w:rPr>
          <w:szCs w:val="32"/>
        </w:rPr>
        <w:t>ques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</w:t>
      </w:r>
      <w:r w:rsidR="002C712D">
        <w:rPr>
          <w:szCs w:val="32"/>
        </w:rPr>
        <w:t>’</w:t>
      </w:r>
      <w:r w:rsidRPr="00AE7D40">
        <w:rPr>
          <w:szCs w:val="32"/>
        </w:rPr>
        <w:t>enseigner les mathématiques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physique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chimie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géographie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</w:t>
      </w:r>
      <w:r w:rsidR="002C712D">
        <w:rPr>
          <w:szCs w:val="32"/>
        </w:rPr>
        <w:t>’</w:t>
      </w:r>
      <w:r w:rsidRPr="00AE7D40">
        <w:rPr>
          <w:szCs w:val="32"/>
        </w:rPr>
        <w:t>histoire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le solfège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littérature</w:t>
      </w:r>
      <w:r w:rsidR="002C712D">
        <w:rPr>
          <w:szCs w:val="32"/>
        </w:rPr>
        <w:t xml:space="preserve">, </w:t>
      </w:r>
      <w:r w:rsidRPr="00AE7D40">
        <w:rPr>
          <w:i/>
          <w:iCs/>
          <w:szCs w:val="32"/>
        </w:rPr>
        <w:t>et c</w:t>
      </w:r>
      <w:r>
        <w:rPr>
          <w:i/>
          <w:iCs/>
          <w:szCs w:val="32"/>
        </w:rPr>
        <w:t>æ</w:t>
      </w:r>
      <w:r w:rsidRPr="00AE7D40">
        <w:rPr>
          <w:i/>
          <w:iCs/>
          <w:szCs w:val="32"/>
        </w:rPr>
        <w:t>tera</w:t>
      </w:r>
      <w:r w:rsidR="002C712D">
        <w:rPr>
          <w:i/>
          <w:iCs/>
          <w:szCs w:val="32"/>
        </w:rPr>
        <w:t xml:space="preserve">. </w:t>
      </w:r>
      <w:r w:rsidRPr="00AE7D40">
        <w:rPr>
          <w:szCs w:val="32"/>
        </w:rPr>
        <w:t>Pour les danses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le chant et le dessin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 xml:space="preserve">ma femme prélève </w:t>
      </w:r>
      <w:r w:rsidRPr="00AE7D40">
        <w:rPr>
          <w:szCs w:val="32"/>
        </w:rPr>
        <w:lastRenderedPageBreak/>
        <w:t>des suppl</w:t>
      </w:r>
      <w:r w:rsidRPr="00AE7D40">
        <w:rPr>
          <w:szCs w:val="32"/>
        </w:rPr>
        <w:t>é</w:t>
      </w:r>
      <w:r w:rsidRPr="00AE7D40">
        <w:rPr>
          <w:szCs w:val="32"/>
        </w:rPr>
        <w:t>ments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bien que ce soit également moi qui enseigne ces m</w:t>
      </w:r>
      <w:r w:rsidRPr="00AE7D40">
        <w:rPr>
          <w:szCs w:val="32"/>
        </w:rPr>
        <w:t>a</w:t>
      </w:r>
      <w:r w:rsidRPr="00AE7D40">
        <w:rPr>
          <w:szCs w:val="32"/>
        </w:rPr>
        <w:t>ti</w:t>
      </w:r>
      <w:r w:rsidRPr="00AE7D40">
        <w:rPr>
          <w:szCs w:val="32"/>
        </w:rPr>
        <w:t>è</w:t>
      </w:r>
      <w:r w:rsidRPr="00AE7D40">
        <w:rPr>
          <w:szCs w:val="32"/>
        </w:rPr>
        <w:t>res-là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Notre école de musique se trouve ruelle des Cinq-Chiens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au n</w:t>
      </w:r>
      <w:r w:rsidR="002C712D">
        <w:rPr>
          <w:szCs w:val="32"/>
        </w:rPr>
        <w:t>° </w:t>
      </w:r>
      <w:r w:rsidR="002C712D" w:rsidRPr="00AE7D40">
        <w:rPr>
          <w:szCs w:val="32"/>
        </w:rPr>
        <w:t>1</w:t>
      </w:r>
      <w:r w:rsidRPr="00AE7D40">
        <w:rPr>
          <w:szCs w:val="32"/>
        </w:rPr>
        <w:t>3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La raison de mes malchances est sans doute que nous habitons au numéro 13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Mes filles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vous le savez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sont nées le 13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notre maison a treize fenêtres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Mais laissons c</w:t>
      </w:r>
      <w:r w:rsidRPr="00AE7D40">
        <w:rPr>
          <w:szCs w:val="32"/>
        </w:rPr>
        <w:t>e</w:t>
      </w:r>
      <w:r w:rsidRPr="00AE7D40">
        <w:rPr>
          <w:szCs w:val="32"/>
        </w:rPr>
        <w:t>la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Pour tout renseignement on peut toujours trouver ma femme à la maison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le programme de l</w:t>
      </w:r>
      <w:r w:rsidR="002C712D">
        <w:rPr>
          <w:szCs w:val="32"/>
        </w:rPr>
        <w:t>’</w:t>
      </w:r>
      <w:r w:rsidRPr="00AE7D40">
        <w:rPr>
          <w:szCs w:val="32"/>
        </w:rPr>
        <w:t>école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si vous désirez le savoir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est en vente chez le portier au prix de trente kopecks</w:t>
      </w:r>
      <w:r w:rsidR="002C712D">
        <w:rPr>
          <w:szCs w:val="32"/>
        </w:rPr>
        <w:t>. (</w:t>
      </w:r>
      <w:r w:rsidRPr="00AE7D40">
        <w:rPr>
          <w:i/>
          <w:szCs w:val="32"/>
        </w:rPr>
        <w:t>Il</w:t>
      </w:r>
      <w:r w:rsidRPr="00AE7D40">
        <w:rPr>
          <w:szCs w:val="32"/>
        </w:rPr>
        <w:t xml:space="preserve"> </w:t>
      </w:r>
      <w:r w:rsidRPr="00AE7D40">
        <w:rPr>
          <w:bCs/>
          <w:i/>
          <w:iCs/>
          <w:szCs w:val="32"/>
        </w:rPr>
        <w:t>tire de sa poche quelques petites brochures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Si vous le dés</w:t>
      </w:r>
      <w:r w:rsidRPr="00AE7D40">
        <w:rPr>
          <w:szCs w:val="32"/>
        </w:rPr>
        <w:t>i</w:t>
      </w:r>
      <w:r w:rsidRPr="00AE7D40">
        <w:rPr>
          <w:szCs w:val="32"/>
        </w:rPr>
        <w:t>rez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puis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</w:t>
      </w:r>
      <w:r w:rsidR="002C712D">
        <w:rPr>
          <w:szCs w:val="32"/>
        </w:rPr>
        <w:t>’</w:t>
      </w:r>
      <w:r w:rsidRPr="00AE7D40">
        <w:rPr>
          <w:szCs w:val="32"/>
        </w:rPr>
        <w:t>ailleurs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vous en céder quelques-uns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 trente k</w:t>
      </w:r>
      <w:r w:rsidRPr="00AE7D40">
        <w:rPr>
          <w:szCs w:val="32"/>
        </w:rPr>
        <w:t>o</w:t>
      </w:r>
      <w:r w:rsidRPr="00AE7D40">
        <w:rPr>
          <w:szCs w:val="32"/>
        </w:rPr>
        <w:t>pecks l</w:t>
      </w:r>
      <w:r w:rsidR="002C712D">
        <w:rPr>
          <w:szCs w:val="32"/>
        </w:rPr>
        <w:t>’</w:t>
      </w:r>
      <w:r w:rsidRPr="00AE7D40">
        <w:rPr>
          <w:szCs w:val="32"/>
        </w:rPr>
        <w:t>exemplaire</w:t>
      </w:r>
      <w:r w:rsidR="002C712D">
        <w:rPr>
          <w:szCs w:val="32"/>
        </w:rPr>
        <w:t xml:space="preserve">.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Une pause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Personne n</w:t>
      </w:r>
      <w:r w:rsidR="002C712D">
        <w:rPr>
          <w:szCs w:val="32"/>
        </w:rPr>
        <w:t>’</w:t>
      </w:r>
      <w:r w:rsidRPr="00AE7D40">
        <w:rPr>
          <w:szCs w:val="32"/>
        </w:rPr>
        <w:t>en veut</w:t>
      </w:r>
      <w:r w:rsidR="002C712D">
        <w:rPr>
          <w:szCs w:val="32"/>
        </w:rPr>
        <w:t xml:space="preserve"> ? </w:t>
      </w:r>
      <w:r w:rsidRPr="00AE7D40">
        <w:rPr>
          <w:szCs w:val="32"/>
        </w:rPr>
        <w:t>Alors à vingt kopecks</w:t>
      </w:r>
      <w:r w:rsidR="002C712D">
        <w:rPr>
          <w:szCs w:val="32"/>
        </w:rPr>
        <w:t xml:space="preserve">.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Une pause</w:t>
      </w:r>
      <w:r w:rsidR="002C712D">
        <w:rPr>
          <w:bCs/>
          <w:iCs/>
          <w:szCs w:val="32"/>
        </w:rPr>
        <w:t xml:space="preserve">)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 dommage</w:t>
      </w:r>
      <w:r w:rsidR="002C712D">
        <w:rPr>
          <w:szCs w:val="32"/>
        </w:rPr>
        <w:t> !</w:t>
      </w:r>
    </w:p>
    <w:p w14:paraId="7D91C977" w14:textId="077CB86B" w:rsidR="002C712D" w:rsidRDefault="003E38CC" w:rsidP="002C712D">
      <w:r w:rsidRPr="00AE7D40">
        <w:rPr>
          <w:szCs w:val="32"/>
        </w:rPr>
        <w:t>Oui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maison porte le n</w:t>
      </w:r>
      <w:r w:rsidR="002C712D">
        <w:rPr>
          <w:szCs w:val="32"/>
        </w:rPr>
        <w:t>° </w:t>
      </w:r>
      <w:r w:rsidR="002C712D" w:rsidRPr="00AE7D40">
        <w:rPr>
          <w:szCs w:val="32"/>
        </w:rPr>
        <w:t>1</w:t>
      </w:r>
      <w:r w:rsidRPr="00AE7D40">
        <w:rPr>
          <w:szCs w:val="32"/>
        </w:rPr>
        <w:t>3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Rien ne me réussit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vieilli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suis devenu bête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Ainsi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tenez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fais une conférence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l</w:t>
      </w:r>
      <w:r w:rsidR="002C712D">
        <w:rPr>
          <w:szCs w:val="32"/>
        </w:rPr>
        <w:t>’</w:t>
      </w:r>
      <w:r w:rsidRPr="00AE7D40">
        <w:rPr>
          <w:szCs w:val="32"/>
        </w:rPr>
        <w:t>air gai et pourtant je voudrais crier de désespoir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m</w:t>
      </w:r>
      <w:r w:rsidR="002C712D">
        <w:rPr>
          <w:szCs w:val="32"/>
        </w:rPr>
        <w:t>’</w:t>
      </w:r>
      <w:r w:rsidRPr="00AE7D40">
        <w:rPr>
          <w:szCs w:val="32"/>
        </w:rPr>
        <w:t>envoler au diable vauvert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Et de n</w:t>
      </w:r>
      <w:r w:rsidR="002C712D">
        <w:rPr>
          <w:szCs w:val="32"/>
        </w:rPr>
        <w:t>’</w:t>
      </w:r>
      <w:r w:rsidRPr="00AE7D40">
        <w:rPr>
          <w:szCs w:val="32"/>
        </w:rPr>
        <w:t>avoir personne à qui conter mes peines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cela me donne même envie de pleurer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Vous me direz</w:t>
      </w:r>
      <w:r w:rsidR="002C712D">
        <w:rPr>
          <w:szCs w:val="32"/>
        </w:rPr>
        <w:t xml:space="preserve"> : </w:t>
      </w:r>
      <w:r w:rsidRPr="00AE7D40">
        <w:rPr>
          <w:szCs w:val="32"/>
        </w:rPr>
        <w:t>Eh bien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et vos filles</w:t>
      </w:r>
      <w:r w:rsidR="002C712D">
        <w:rPr>
          <w:szCs w:val="32"/>
        </w:rPr>
        <w:t xml:space="preserve"> ?… </w:t>
      </w:r>
      <w:r w:rsidRPr="00AE7D40">
        <w:rPr>
          <w:szCs w:val="32"/>
        </w:rPr>
        <w:t>Mes filles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quand je me plains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ne font que rire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Ma femme a sept filles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Non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pardon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six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il me semble</w:t>
      </w:r>
      <w:r w:rsidR="002C712D">
        <w:rPr>
          <w:szCs w:val="32"/>
        </w:rPr>
        <w:t xml:space="preserve">…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Vivement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Sept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L</w:t>
      </w:r>
      <w:r w:rsidR="002C712D">
        <w:rPr>
          <w:szCs w:val="32"/>
        </w:rPr>
        <w:t>’</w:t>
      </w:r>
      <w:r w:rsidRPr="00AE7D40">
        <w:rPr>
          <w:szCs w:val="32"/>
        </w:rPr>
        <w:t>aînée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Anna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 vingt-sept ans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dernière dix-sept ans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Messieurs</w:t>
      </w:r>
      <w:r w:rsidR="002C712D">
        <w:rPr>
          <w:szCs w:val="32"/>
        </w:rPr>
        <w:t xml:space="preserve">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il regarde derrière lui</w:t>
      </w:r>
      <w:r w:rsidRPr="00AE7D40">
        <w:rPr>
          <w:rStyle w:val="Appelnotedebasdep"/>
          <w:bCs/>
          <w:iCs/>
          <w:szCs w:val="32"/>
        </w:rPr>
        <w:footnoteReference w:id="1"/>
      </w:r>
      <w:r w:rsidR="002C712D">
        <w:rPr>
          <w:szCs w:val="32"/>
        </w:rPr>
        <w:t xml:space="preserve">), </w:t>
      </w:r>
      <w:r w:rsidRPr="00AE7D40">
        <w:rPr>
          <w:szCs w:val="32"/>
        </w:rPr>
        <w:t>je suis un malheureux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suis devenu bête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nul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mais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dans le fond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vous avez devant vous le plus heureux des pères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Dans le fond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il doit en être ainsi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je ne peux parler autrement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Si seulement vous saviez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 xml:space="preserve">Il y a trente-trois ans </w:t>
      </w:r>
      <w:r w:rsidRPr="00AE7D40">
        <w:rPr>
          <w:szCs w:val="32"/>
        </w:rPr>
        <w:lastRenderedPageBreak/>
        <w:t>que je vis avec ma femme et je peux dire que ce furent les meilleures années de ma vie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ou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tout au moins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ç</w:t>
      </w:r>
      <w:r w:rsidR="002C712D">
        <w:rPr>
          <w:szCs w:val="32"/>
        </w:rPr>
        <w:t>’</w:t>
      </w:r>
      <w:r w:rsidRPr="00AE7D40">
        <w:rPr>
          <w:szCs w:val="32"/>
        </w:rPr>
        <w:t>aurait pu être les meilleures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Bref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à propr</w:t>
      </w:r>
      <w:r w:rsidRPr="00AE7D40">
        <w:rPr>
          <w:szCs w:val="32"/>
        </w:rPr>
        <w:t>e</w:t>
      </w:r>
      <w:r w:rsidRPr="00AE7D40">
        <w:rPr>
          <w:szCs w:val="32"/>
        </w:rPr>
        <w:t>ment pa</w:t>
      </w:r>
      <w:r w:rsidRPr="00AE7D40">
        <w:rPr>
          <w:szCs w:val="32"/>
        </w:rPr>
        <w:t>r</w:t>
      </w:r>
      <w:r w:rsidRPr="00AE7D40">
        <w:rPr>
          <w:szCs w:val="32"/>
        </w:rPr>
        <w:t>ler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elles ont passé comme un instant heureux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Que le diable les emporte tout à fait</w:t>
      </w:r>
      <w:r w:rsidR="002C712D">
        <w:rPr>
          <w:szCs w:val="32"/>
        </w:rPr>
        <w:t> !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regarde derrière lui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Il me semble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du reste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que ma femme n</w:t>
      </w:r>
      <w:r w:rsidR="002C712D">
        <w:rPr>
          <w:szCs w:val="32"/>
        </w:rPr>
        <w:t>’</w:t>
      </w:r>
      <w:r w:rsidRPr="00AE7D40">
        <w:rPr>
          <w:szCs w:val="32"/>
        </w:rPr>
        <w:t>est pas encore arrivée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elle n</w:t>
      </w:r>
      <w:r w:rsidR="002C712D">
        <w:rPr>
          <w:szCs w:val="32"/>
        </w:rPr>
        <w:t>’</w:t>
      </w:r>
      <w:r w:rsidRPr="00AE7D40">
        <w:rPr>
          <w:szCs w:val="32"/>
        </w:rPr>
        <w:t>est pas e</w:t>
      </w:r>
      <w:r w:rsidRPr="00AE7D40">
        <w:rPr>
          <w:szCs w:val="32"/>
        </w:rPr>
        <w:t>n</w:t>
      </w:r>
      <w:r w:rsidRPr="00AE7D40">
        <w:rPr>
          <w:szCs w:val="32"/>
        </w:rPr>
        <w:t>core ici et l</w:t>
      </w:r>
      <w:r w:rsidR="002C712D">
        <w:rPr>
          <w:szCs w:val="32"/>
        </w:rPr>
        <w:t>’</w:t>
      </w:r>
      <w:r w:rsidRPr="00AE7D40">
        <w:rPr>
          <w:szCs w:val="32"/>
        </w:rPr>
        <w:t>on peut dire tout ce qu</w:t>
      </w:r>
      <w:r w:rsidR="002C712D">
        <w:rPr>
          <w:szCs w:val="32"/>
        </w:rPr>
        <w:t>’</w:t>
      </w:r>
      <w:r w:rsidRPr="00AE7D40">
        <w:rPr>
          <w:szCs w:val="32"/>
        </w:rPr>
        <w:t>on veut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ai une peur affreuse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une peur affreuse quand elle me r</w:t>
      </w:r>
      <w:r w:rsidRPr="00AE7D40">
        <w:rPr>
          <w:szCs w:val="32"/>
        </w:rPr>
        <w:t>e</w:t>
      </w:r>
      <w:r w:rsidRPr="00AE7D40">
        <w:rPr>
          <w:szCs w:val="32"/>
        </w:rPr>
        <w:t>garde</w:t>
      </w:r>
      <w:r w:rsidR="002C712D">
        <w:rPr>
          <w:szCs w:val="32"/>
        </w:rPr>
        <w:t>.</w:t>
      </w:r>
    </w:p>
    <w:p w14:paraId="38F8A401" w14:textId="77777777" w:rsidR="002C712D" w:rsidRDefault="003E38CC" w:rsidP="002C712D">
      <w:r w:rsidRPr="00AE7D40">
        <w:rPr>
          <w:szCs w:val="32"/>
        </w:rPr>
        <w:t>Eh bien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donc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voici ce que je me dis</w:t>
      </w:r>
      <w:r w:rsidR="002C712D">
        <w:rPr>
          <w:szCs w:val="32"/>
        </w:rPr>
        <w:t xml:space="preserve"> : </w:t>
      </w:r>
      <w:r w:rsidRPr="00AE7D40">
        <w:rPr>
          <w:szCs w:val="32"/>
        </w:rPr>
        <w:t>si mes filles mettent si longtemps à se marier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 qu</w:t>
      </w:r>
      <w:r w:rsidR="002C712D">
        <w:rPr>
          <w:szCs w:val="32"/>
        </w:rPr>
        <w:t>’</w:t>
      </w:r>
      <w:r w:rsidRPr="00AE7D40">
        <w:rPr>
          <w:szCs w:val="32"/>
        </w:rPr>
        <w:t>elles sont timides et que les messieurs ne les voient pas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Ma femme ne veut pas donner de soirées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elle n</w:t>
      </w:r>
      <w:r w:rsidR="002C712D">
        <w:rPr>
          <w:szCs w:val="32"/>
        </w:rPr>
        <w:t>’</w:t>
      </w:r>
      <w:r w:rsidRPr="00AE7D40">
        <w:rPr>
          <w:szCs w:val="32"/>
        </w:rPr>
        <w:t>invite personne à dîner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 une dame très avare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méchante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acariâtre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et c</w:t>
      </w:r>
      <w:r w:rsidR="002C712D">
        <w:rPr>
          <w:szCs w:val="32"/>
        </w:rPr>
        <w:t>’</w:t>
      </w:r>
      <w:r w:rsidRPr="00AE7D40">
        <w:rPr>
          <w:szCs w:val="32"/>
        </w:rPr>
        <w:t>est pour cela que personne ne vient chez nous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mais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je peux vous le confier en secret</w:t>
      </w:r>
      <w:r w:rsidR="002C712D">
        <w:rPr>
          <w:szCs w:val="32"/>
        </w:rPr>
        <w:t>…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s</w:t>
      </w:r>
      <w:r w:rsidR="002C712D">
        <w:rPr>
          <w:bCs/>
          <w:i/>
          <w:iCs/>
          <w:szCs w:val="32"/>
        </w:rPr>
        <w:t>’</w:t>
      </w:r>
      <w:r w:rsidRPr="00AE7D40">
        <w:rPr>
          <w:bCs/>
          <w:i/>
          <w:iCs/>
          <w:szCs w:val="32"/>
        </w:rPr>
        <w:t>approche de la rampe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Les jours de grande fête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peut voir les filles de ma femme chez leur tante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 xml:space="preserve">Natalia </w:t>
      </w:r>
      <w:proofErr w:type="spellStart"/>
      <w:r w:rsidRPr="00AE7D40">
        <w:rPr>
          <w:szCs w:val="32"/>
        </w:rPr>
        <w:t>Sémionovna</w:t>
      </w:r>
      <w:proofErr w:type="spellEnd"/>
      <w:r w:rsidR="002C712D">
        <w:rPr>
          <w:szCs w:val="32"/>
        </w:rPr>
        <w:t xml:space="preserve"> : </w:t>
      </w:r>
      <w:r w:rsidRPr="00AE7D40">
        <w:rPr>
          <w:szCs w:val="32"/>
        </w:rPr>
        <w:t xml:space="preserve">cette Natalia </w:t>
      </w:r>
      <w:proofErr w:type="spellStart"/>
      <w:r w:rsidRPr="00AE7D40">
        <w:rPr>
          <w:szCs w:val="32"/>
        </w:rPr>
        <w:t>Sémionovna</w:t>
      </w:r>
      <w:proofErr w:type="spellEnd"/>
      <w:r w:rsidRPr="00AE7D40">
        <w:rPr>
          <w:szCs w:val="32"/>
        </w:rPr>
        <w:t xml:space="preserve"> qui souffre de rhumatismes et qui a une robe jaune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parsemée de taches noires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comme qui dirait des cafards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Chez elle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sert même des hors-d</w:t>
      </w:r>
      <w:r w:rsidR="002C712D">
        <w:rPr>
          <w:szCs w:val="32"/>
        </w:rPr>
        <w:t>’</w:t>
      </w:r>
      <w:r w:rsidRPr="00AE7D40">
        <w:rPr>
          <w:szCs w:val="32"/>
        </w:rPr>
        <w:t>œuvre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et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quand ma femme n</w:t>
      </w:r>
      <w:r w:rsidR="002C712D">
        <w:rPr>
          <w:szCs w:val="32"/>
        </w:rPr>
        <w:t>’</w:t>
      </w:r>
      <w:r w:rsidRPr="00AE7D40">
        <w:rPr>
          <w:szCs w:val="32"/>
        </w:rPr>
        <w:t>y est pas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peut</w:t>
      </w:r>
      <w:r w:rsidR="002C712D">
        <w:rPr>
          <w:szCs w:val="32"/>
        </w:rPr>
        <w:t xml:space="preserve">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clignant de l</w:t>
      </w:r>
      <w:r w:rsidR="002C712D">
        <w:rPr>
          <w:bCs/>
          <w:i/>
          <w:iCs/>
          <w:szCs w:val="32"/>
        </w:rPr>
        <w:t>’</w:t>
      </w:r>
      <w:r w:rsidRPr="00AE7D40">
        <w:rPr>
          <w:bCs/>
          <w:i/>
          <w:iCs/>
          <w:szCs w:val="32"/>
        </w:rPr>
        <w:t>œil et se t</w:t>
      </w:r>
      <w:r w:rsidRPr="00AE7D40">
        <w:rPr>
          <w:bCs/>
          <w:i/>
          <w:iCs/>
          <w:szCs w:val="32"/>
        </w:rPr>
        <w:t>a</w:t>
      </w:r>
      <w:r w:rsidRPr="00AE7D40">
        <w:rPr>
          <w:bCs/>
          <w:i/>
          <w:iCs/>
          <w:szCs w:val="32"/>
        </w:rPr>
        <w:t>pant sur le cou</w:t>
      </w:r>
      <w:r w:rsidRPr="00AE7D40">
        <w:rPr>
          <w:rStyle w:val="Appelnotedebasdep"/>
          <w:bCs/>
          <w:iCs/>
          <w:szCs w:val="32"/>
        </w:rPr>
        <w:footnoteReference w:id="2"/>
      </w:r>
      <w:r w:rsidR="002C712D">
        <w:rPr>
          <w:szCs w:val="32"/>
        </w:rPr>
        <w:t xml:space="preserve">) </w:t>
      </w:r>
      <w:r w:rsidRPr="00AE7D40">
        <w:rPr>
          <w:szCs w:val="32"/>
        </w:rPr>
        <w:t>siffler un peu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Il faut vous dire que le moi</w:t>
      </w:r>
      <w:r w:rsidRPr="00AE7D40">
        <w:rPr>
          <w:szCs w:val="32"/>
        </w:rPr>
        <w:t>n</w:t>
      </w:r>
      <w:r w:rsidRPr="00AE7D40">
        <w:rPr>
          <w:szCs w:val="32"/>
        </w:rPr>
        <w:t>dre verre me grise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alors on se sent le cœur si chaud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et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en même temps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est si triste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que je ne peux pas vous l</w:t>
      </w:r>
      <w:r w:rsidR="002C712D">
        <w:rPr>
          <w:szCs w:val="32"/>
        </w:rPr>
        <w:t>’</w:t>
      </w:r>
      <w:r w:rsidRPr="00AE7D40">
        <w:rPr>
          <w:szCs w:val="32"/>
        </w:rPr>
        <w:t>exprimer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On se rappelle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on ne sait pourquoi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ses jeunes a</w:t>
      </w:r>
      <w:r w:rsidRPr="00AE7D40">
        <w:rPr>
          <w:szCs w:val="32"/>
        </w:rPr>
        <w:t>n</w:t>
      </w:r>
      <w:r w:rsidRPr="00AE7D40">
        <w:rPr>
          <w:szCs w:val="32"/>
        </w:rPr>
        <w:t>nées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on voudrait s</w:t>
      </w:r>
      <w:r w:rsidR="002C712D">
        <w:rPr>
          <w:szCs w:val="32"/>
        </w:rPr>
        <w:t>’</w:t>
      </w:r>
      <w:r w:rsidRPr="00AE7D40">
        <w:rPr>
          <w:szCs w:val="32"/>
        </w:rPr>
        <w:t>enfuir on ne sait où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Ah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si vous saviez comme on le voudrait</w:t>
      </w:r>
      <w:r w:rsidR="002C712D">
        <w:rPr>
          <w:szCs w:val="32"/>
        </w:rPr>
        <w:t xml:space="preserve"> !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Avec passion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Fuir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tout quitter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sans regarder en arrière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Fuir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où donc</w:t>
      </w:r>
      <w:r w:rsidR="002C712D">
        <w:rPr>
          <w:szCs w:val="32"/>
        </w:rPr>
        <w:t xml:space="preserve"> ? </w:t>
      </w:r>
      <w:r w:rsidRPr="00AE7D40">
        <w:rPr>
          <w:szCs w:val="32"/>
        </w:rPr>
        <w:t>N</w:t>
      </w:r>
      <w:r w:rsidR="002C712D">
        <w:rPr>
          <w:szCs w:val="32"/>
        </w:rPr>
        <w:t>’</w:t>
      </w:r>
      <w:r w:rsidRPr="00AE7D40">
        <w:rPr>
          <w:szCs w:val="32"/>
        </w:rPr>
        <w:t>importe où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pourvu que l</w:t>
      </w:r>
      <w:r w:rsidR="002C712D">
        <w:rPr>
          <w:szCs w:val="32"/>
        </w:rPr>
        <w:t>’</w:t>
      </w:r>
      <w:r w:rsidRPr="00AE7D40">
        <w:rPr>
          <w:szCs w:val="32"/>
        </w:rPr>
        <w:t>on quitte cette vie de rien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cette vie banale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lastRenderedPageBreak/>
        <w:t>cette vie m</w:t>
      </w:r>
      <w:r w:rsidRPr="00AE7D40">
        <w:rPr>
          <w:szCs w:val="32"/>
        </w:rPr>
        <w:t>é</w:t>
      </w:r>
      <w:r w:rsidRPr="00AE7D40">
        <w:rPr>
          <w:szCs w:val="32"/>
        </w:rPr>
        <w:t>diocre qui a fait de moi un pitoyable sot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un vieux pitoyable idiot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Fuir cette mesquine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méchante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méchante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méchante avare qui me martyrise depuis trente-trois ans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Fuir la m</w:t>
      </w:r>
      <w:r w:rsidRPr="00AE7D40">
        <w:rPr>
          <w:szCs w:val="32"/>
        </w:rPr>
        <w:t>u</w:t>
      </w:r>
      <w:r w:rsidRPr="00AE7D40">
        <w:rPr>
          <w:szCs w:val="32"/>
        </w:rPr>
        <w:t>s</w:t>
      </w:r>
      <w:r w:rsidRPr="00AE7D40">
        <w:rPr>
          <w:szCs w:val="32"/>
        </w:rPr>
        <w:t>i</w:t>
      </w:r>
      <w:r w:rsidRPr="00AE7D40">
        <w:rPr>
          <w:szCs w:val="32"/>
        </w:rPr>
        <w:t>que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la cuisine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</w:t>
      </w:r>
      <w:r w:rsidR="002C712D">
        <w:rPr>
          <w:szCs w:val="32"/>
        </w:rPr>
        <w:t>’</w:t>
      </w:r>
      <w:r w:rsidRPr="00AE7D40">
        <w:rPr>
          <w:szCs w:val="32"/>
        </w:rPr>
        <w:t>argent de ma femme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toutes ces niaiseries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to</w:t>
      </w:r>
      <w:r w:rsidRPr="00AE7D40">
        <w:rPr>
          <w:szCs w:val="32"/>
        </w:rPr>
        <w:t>u</w:t>
      </w:r>
      <w:r w:rsidRPr="00AE7D40">
        <w:rPr>
          <w:szCs w:val="32"/>
        </w:rPr>
        <w:t>tes ces platitudes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Et s</w:t>
      </w:r>
      <w:r w:rsidR="002C712D">
        <w:rPr>
          <w:szCs w:val="32"/>
        </w:rPr>
        <w:t>’</w:t>
      </w:r>
      <w:r w:rsidRPr="00AE7D40">
        <w:rPr>
          <w:szCs w:val="32"/>
        </w:rPr>
        <w:t>arrêter dans un champ quelque part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loin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bien loin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Être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sous le ciel immense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comme un arbre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comme une perche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comme un épouvantail à moineaux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Et voir toute la nuit au-dessus de soi la lune tranquille et claire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Et oublier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oublier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oublier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Oh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comme je voudrais ne me souv</w:t>
      </w:r>
      <w:r w:rsidRPr="00AE7D40">
        <w:rPr>
          <w:szCs w:val="32"/>
        </w:rPr>
        <w:t>e</w:t>
      </w:r>
      <w:r w:rsidRPr="00AE7D40">
        <w:rPr>
          <w:szCs w:val="32"/>
        </w:rPr>
        <w:t>nir de rien</w:t>
      </w:r>
      <w:r w:rsidR="002C712D">
        <w:rPr>
          <w:szCs w:val="32"/>
        </w:rPr>
        <w:t xml:space="preserve"> !… </w:t>
      </w:r>
      <w:r w:rsidRPr="00AE7D40">
        <w:rPr>
          <w:szCs w:val="32"/>
        </w:rPr>
        <w:t>Comme je voudrais arracher ce banal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vieux et mesquin petit habit dans lequel j</w:t>
      </w:r>
      <w:r w:rsidR="002C712D">
        <w:rPr>
          <w:szCs w:val="32"/>
        </w:rPr>
        <w:t>’</w:t>
      </w:r>
      <w:r w:rsidRPr="00AE7D40">
        <w:rPr>
          <w:szCs w:val="32"/>
        </w:rPr>
        <w:t>ai été marié il y a plus de trente ans</w:t>
      </w:r>
      <w:r w:rsidR="002C712D">
        <w:rPr>
          <w:szCs w:val="32"/>
        </w:rPr>
        <w:t>…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quitte viole</w:t>
      </w:r>
      <w:r w:rsidRPr="00AE7D40">
        <w:rPr>
          <w:bCs/>
          <w:i/>
          <w:iCs/>
          <w:szCs w:val="32"/>
        </w:rPr>
        <w:t>m</w:t>
      </w:r>
      <w:r w:rsidRPr="00AE7D40">
        <w:rPr>
          <w:bCs/>
          <w:i/>
          <w:iCs/>
          <w:szCs w:val="32"/>
        </w:rPr>
        <w:t>ment son habit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dans lequel je fais continuellement des conférences de bienfaisance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Voilà pour toi</w:t>
      </w:r>
      <w:r w:rsidR="002C712D">
        <w:rPr>
          <w:szCs w:val="32"/>
        </w:rPr>
        <w:t xml:space="preserve"> !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Il piétine son habit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Voilà pour toi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Je suis vieux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je suis pauvre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je suis pitoyable comme ce gilet avec son dos usé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lu</w:t>
      </w:r>
      <w:r w:rsidRPr="00AE7D40">
        <w:rPr>
          <w:szCs w:val="32"/>
        </w:rPr>
        <w:t>i</w:t>
      </w:r>
      <w:r w:rsidRPr="00AE7D40">
        <w:rPr>
          <w:szCs w:val="32"/>
        </w:rPr>
        <w:t>sant</w:t>
      </w:r>
      <w:r w:rsidR="002C712D">
        <w:rPr>
          <w:szCs w:val="32"/>
        </w:rPr>
        <w:t>…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se tourne pour faire voir son dos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Je n</w:t>
      </w:r>
      <w:r w:rsidR="002C712D">
        <w:rPr>
          <w:szCs w:val="32"/>
        </w:rPr>
        <w:t>’</w:t>
      </w:r>
      <w:r w:rsidRPr="00AE7D40">
        <w:rPr>
          <w:szCs w:val="32"/>
        </w:rPr>
        <w:t>ai besoin de rien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Je suis au-dessus de cela et plus propre que tout cela</w:t>
      </w:r>
      <w:r w:rsidR="002C712D">
        <w:rPr>
          <w:szCs w:val="32"/>
        </w:rPr>
        <w:t xml:space="preserve"> ! </w:t>
      </w:r>
      <w:r w:rsidRPr="00AE7D40">
        <w:rPr>
          <w:szCs w:val="32"/>
        </w:rPr>
        <w:t>J</w:t>
      </w:r>
      <w:r w:rsidRPr="00AE7D40">
        <w:rPr>
          <w:szCs w:val="32"/>
        </w:rPr>
        <w:t>a</w:t>
      </w:r>
      <w:r w:rsidRPr="00AE7D40">
        <w:rPr>
          <w:szCs w:val="32"/>
        </w:rPr>
        <w:t>dis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étais jeune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intelligent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</w:t>
      </w:r>
      <w:r w:rsidR="002C712D">
        <w:rPr>
          <w:szCs w:val="32"/>
        </w:rPr>
        <w:t>’</w:t>
      </w:r>
      <w:r w:rsidRPr="00AE7D40">
        <w:rPr>
          <w:szCs w:val="32"/>
        </w:rPr>
        <w:t>étais à l</w:t>
      </w:r>
      <w:r w:rsidR="002C712D">
        <w:rPr>
          <w:szCs w:val="32"/>
        </w:rPr>
        <w:t>’</w:t>
      </w:r>
      <w:r w:rsidRPr="00AE7D40">
        <w:rPr>
          <w:szCs w:val="32"/>
        </w:rPr>
        <w:t>Université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rêvais</w:t>
      </w:r>
      <w:r w:rsidR="002C712D">
        <w:rPr>
          <w:szCs w:val="32"/>
        </w:rPr>
        <w:t xml:space="preserve"> ; </w:t>
      </w:r>
      <w:r w:rsidRPr="00AE7D40">
        <w:rPr>
          <w:szCs w:val="32"/>
        </w:rPr>
        <w:t>je me croyais un homme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Mai</w:t>
      </w:r>
      <w:r w:rsidRPr="00AE7D40">
        <w:rPr>
          <w:szCs w:val="32"/>
        </w:rPr>
        <w:t>n</w:t>
      </w:r>
      <w:r w:rsidRPr="00AE7D40">
        <w:rPr>
          <w:szCs w:val="32"/>
        </w:rPr>
        <w:t>tenant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il ne me faut que le repos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rien que le repos</w:t>
      </w:r>
      <w:r w:rsidR="002C712D">
        <w:rPr>
          <w:szCs w:val="32"/>
        </w:rPr>
        <w:t xml:space="preserve"> !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Après avoir regardé derrière lui</w:t>
      </w:r>
      <w:r w:rsidR="002C712D">
        <w:rPr>
          <w:bCs/>
          <w:i/>
          <w:iCs/>
          <w:szCs w:val="32"/>
        </w:rPr>
        <w:t xml:space="preserve">, </w:t>
      </w:r>
      <w:r w:rsidRPr="00AE7D40">
        <w:rPr>
          <w:bCs/>
          <w:i/>
          <w:iCs/>
          <w:szCs w:val="32"/>
        </w:rPr>
        <w:t>il reprend vivement son habit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Mais ma femme est dans les coulisses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Elle est arrivée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et m</w:t>
      </w:r>
      <w:r w:rsidR="002C712D">
        <w:rPr>
          <w:szCs w:val="32"/>
        </w:rPr>
        <w:t>’</w:t>
      </w:r>
      <w:r w:rsidRPr="00AE7D40">
        <w:rPr>
          <w:szCs w:val="32"/>
        </w:rPr>
        <w:t>attend là-bas</w:t>
      </w:r>
      <w:r w:rsidR="002C712D">
        <w:rPr>
          <w:szCs w:val="32"/>
        </w:rPr>
        <w:t>…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regarde sa montre</w:t>
      </w:r>
      <w:r w:rsidR="002C712D">
        <w:rPr>
          <w:bCs/>
          <w:iCs/>
          <w:szCs w:val="32"/>
        </w:rPr>
        <w:t xml:space="preserve">.) </w:t>
      </w:r>
      <w:r w:rsidRPr="00AE7D40">
        <w:rPr>
          <w:szCs w:val="32"/>
        </w:rPr>
        <w:t>L</w:t>
      </w:r>
      <w:r w:rsidR="002C712D">
        <w:rPr>
          <w:szCs w:val="32"/>
        </w:rPr>
        <w:t>’</w:t>
      </w:r>
      <w:r w:rsidRPr="00AE7D40">
        <w:rPr>
          <w:szCs w:val="32"/>
        </w:rPr>
        <w:t>heure est déjà passée</w:t>
      </w:r>
      <w:r w:rsidR="002C712D">
        <w:rPr>
          <w:szCs w:val="32"/>
        </w:rPr>
        <w:t xml:space="preserve">. </w:t>
      </w:r>
      <w:r w:rsidRPr="00AE7D40">
        <w:rPr>
          <w:szCs w:val="32"/>
        </w:rPr>
        <w:t>Si elle vous le demande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dites-lui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s</w:t>
      </w:r>
      <w:r w:rsidR="002C712D">
        <w:rPr>
          <w:szCs w:val="32"/>
        </w:rPr>
        <w:t>’</w:t>
      </w:r>
      <w:r w:rsidRPr="00AE7D40">
        <w:rPr>
          <w:szCs w:val="32"/>
        </w:rPr>
        <w:t>il vous plaît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dites-lui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je vous prie</w:t>
      </w:r>
      <w:r w:rsidR="002C712D">
        <w:rPr>
          <w:szCs w:val="32"/>
        </w:rPr>
        <w:t xml:space="preserve">, </w:t>
      </w:r>
      <w:r w:rsidRPr="00AE7D40">
        <w:rPr>
          <w:szCs w:val="32"/>
        </w:rPr>
        <w:t>que la conférence a eu lieu</w:t>
      </w:r>
      <w:r w:rsidR="002C712D">
        <w:rPr>
          <w:szCs w:val="32"/>
        </w:rPr>
        <w:t xml:space="preserve">… </w:t>
      </w:r>
      <w:r w:rsidRPr="00AE7D40">
        <w:rPr>
          <w:szCs w:val="32"/>
        </w:rPr>
        <w:t>que l</w:t>
      </w:r>
      <w:r w:rsidR="002C712D">
        <w:rPr>
          <w:szCs w:val="32"/>
        </w:rPr>
        <w:t>’</w:t>
      </w:r>
      <w:r w:rsidRPr="00AE7D40">
        <w:rPr>
          <w:szCs w:val="32"/>
        </w:rPr>
        <w:t>épouvantail à moineaux</w:t>
      </w:r>
      <w:r w:rsidR="002C712D">
        <w:rPr>
          <w:szCs w:val="32"/>
        </w:rPr>
        <w:t xml:space="preserve"> – </w:t>
      </w:r>
      <w:r w:rsidRPr="00AE7D40">
        <w:rPr>
          <w:szCs w:val="32"/>
        </w:rPr>
        <w:t>c</w:t>
      </w:r>
      <w:r w:rsidR="002C712D">
        <w:rPr>
          <w:szCs w:val="32"/>
        </w:rPr>
        <w:t>’</w:t>
      </w:r>
      <w:r w:rsidRPr="00AE7D40">
        <w:rPr>
          <w:szCs w:val="32"/>
        </w:rPr>
        <w:t>est-à-dire moi</w:t>
      </w:r>
      <w:r w:rsidR="002C712D">
        <w:rPr>
          <w:szCs w:val="32"/>
        </w:rPr>
        <w:t xml:space="preserve"> – </w:t>
      </w:r>
      <w:r w:rsidRPr="00AE7D40">
        <w:rPr>
          <w:szCs w:val="32"/>
        </w:rPr>
        <w:t>s</w:t>
      </w:r>
      <w:r w:rsidR="002C712D">
        <w:rPr>
          <w:szCs w:val="32"/>
        </w:rPr>
        <w:t>’</w:t>
      </w:r>
      <w:r w:rsidRPr="00AE7D40">
        <w:rPr>
          <w:szCs w:val="32"/>
        </w:rPr>
        <w:t>est compo</w:t>
      </w:r>
      <w:r w:rsidRPr="00AE7D40">
        <w:rPr>
          <w:szCs w:val="32"/>
        </w:rPr>
        <w:t>r</w:t>
      </w:r>
      <w:r w:rsidRPr="00AE7D40">
        <w:rPr>
          <w:szCs w:val="32"/>
        </w:rPr>
        <w:t>té convenablement</w:t>
      </w:r>
      <w:r w:rsidR="002C712D">
        <w:rPr>
          <w:szCs w:val="32"/>
        </w:rPr>
        <w:t>… (</w:t>
      </w:r>
      <w:r w:rsidRPr="00AE7D40">
        <w:rPr>
          <w:i/>
          <w:szCs w:val="32"/>
        </w:rPr>
        <w:t xml:space="preserve">Il </w:t>
      </w:r>
      <w:r w:rsidRPr="00AE7D40">
        <w:rPr>
          <w:bCs/>
          <w:i/>
          <w:iCs/>
          <w:szCs w:val="32"/>
        </w:rPr>
        <w:t>regarde de côté et s</w:t>
      </w:r>
      <w:r w:rsidR="002C712D">
        <w:rPr>
          <w:bCs/>
          <w:i/>
          <w:iCs/>
          <w:szCs w:val="32"/>
        </w:rPr>
        <w:t>’</w:t>
      </w:r>
      <w:r w:rsidRPr="00AE7D40">
        <w:rPr>
          <w:bCs/>
          <w:i/>
          <w:iCs/>
          <w:szCs w:val="32"/>
        </w:rPr>
        <w:t>éclaircit la voix</w:t>
      </w:r>
      <w:r w:rsidR="002C712D">
        <w:rPr>
          <w:bCs/>
          <w:iCs/>
          <w:szCs w:val="32"/>
        </w:rPr>
        <w:t xml:space="preserve">) </w:t>
      </w:r>
      <w:r w:rsidRPr="00AE7D40">
        <w:rPr>
          <w:szCs w:val="32"/>
        </w:rPr>
        <w:t>Elle regarde par ici</w:t>
      </w:r>
      <w:r w:rsidR="002C712D">
        <w:rPr>
          <w:szCs w:val="32"/>
        </w:rPr>
        <w:t xml:space="preserve">… </w:t>
      </w:r>
      <w:r w:rsidR="002C712D">
        <w:rPr>
          <w:bCs/>
          <w:iCs/>
          <w:szCs w:val="32"/>
        </w:rPr>
        <w:t>(</w:t>
      </w:r>
      <w:r w:rsidRPr="00AE7D40">
        <w:rPr>
          <w:bCs/>
          <w:i/>
          <w:iCs/>
          <w:szCs w:val="32"/>
        </w:rPr>
        <w:t>Haussant la voix</w:t>
      </w:r>
      <w:r w:rsidR="002C712D">
        <w:rPr>
          <w:bCs/>
          <w:iCs/>
          <w:szCs w:val="32"/>
        </w:rPr>
        <w:t>.)</w:t>
      </w:r>
    </w:p>
    <w:p w14:paraId="01F2A4E8" w14:textId="77777777" w:rsidR="002C712D" w:rsidRDefault="003E38CC" w:rsidP="002C712D">
      <w:r w:rsidRPr="00AE7D40">
        <w:t>Étant donné que le tabac renferme l</w:t>
      </w:r>
      <w:r w:rsidR="002C712D">
        <w:t>’</w:t>
      </w:r>
      <w:r w:rsidRPr="00AE7D40">
        <w:t>horrible poison dont je viens de vous parler</w:t>
      </w:r>
      <w:r w:rsidR="002C712D">
        <w:t xml:space="preserve">, </w:t>
      </w:r>
      <w:r w:rsidRPr="00AE7D40">
        <w:t>il ne faut fumer en aucun cas</w:t>
      </w:r>
      <w:r w:rsidR="002C712D">
        <w:t xml:space="preserve">, </w:t>
      </w:r>
      <w:r w:rsidRPr="00AE7D40">
        <w:t>et je me permettrai en quelque façon d</w:t>
      </w:r>
      <w:r w:rsidR="002C712D">
        <w:t>’</w:t>
      </w:r>
      <w:r w:rsidRPr="00AE7D40">
        <w:t>espérer que ma conférence sur les méfaits du tabac aura quelque utilité</w:t>
      </w:r>
      <w:r w:rsidR="002C712D">
        <w:t xml:space="preserve">, </w:t>
      </w:r>
      <w:r w:rsidRPr="00AE7D40">
        <w:t>j</w:t>
      </w:r>
      <w:r w:rsidR="002C712D">
        <w:t>’</w:t>
      </w:r>
      <w:r w:rsidRPr="00AE7D40">
        <w:t>ai dit</w:t>
      </w:r>
      <w:r w:rsidR="002C712D">
        <w:t xml:space="preserve">… </w:t>
      </w:r>
      <w:r w:rsidRPr="00AE7D40">
        <w:rPr>
          <w:i/>
          <w:iCs/>
        </w:rPr>
        <w:t>Dixi</w:t>
      </w:r>
      <w:r w:rsidR="002C712D">
        <w:rPr>
          <w:i/>
          <w:iCs/>
        </w:rPr>
        <w:t xml:space="preserve">, </w:t>
      </w:r>
      <w:r w:rsidRPr="00AE7D40">
        <w:rPr>
          <w:i/>
          <w:iCs/>
        </w:rPr>
        <w:t xml:space="preserve">et </w:t>
      </w:r>
      <w:proofErr w:type="spellStart"/>
      <w:r w:rsidRPr="00AE7D40">
        <w:rPr>
          <w:i/>
          <w:iCs/>
        </w:rPr>
        <w:t>an</w:t>
      </w:r>
      <w:r w:rsidRPr="00AE7D40">
        <w:rPr>
          <w:i/>
          <w:iCs/>
        </w:rPr>
        <w:t>i</w:t>
      </w:r>
      <w:r w:rsidRPr="00AE7D40">
        <w:rPr>
          <w:i/>
          <w:iCs/>
        </w:rPr>
        <w:t>mam</w:t>
      </w:r>
      <w:proofErr w:type="spellEnd"/>
      <w:r w:rsidRPr="00AE7D40">
        <w:rPr>
          <w:i/>
          <w:iCs/>
        </w:rPr>
        <w:t xml:space="preserve"> </w:t>
      </w:r>
      <w:proofErr w:type="spellStart"/>
      <w:r w:rsidRPr="00AE7D40">
        <w:rPr>
          <w:i/>
          <w:iCs/>
        </w:rPr>
        <w:t>levavi</w:t>
      </w:r>
      <w:proofErr w:type="spellEnd"/>
      <w:r w:rsidR="002C712D">
        <w:rPr>
          <w:i/>
          <w:iCs/>
        </w:rPr>
        <w:t> !</w:t>
      </w:r>
    </w:p>
    <w:p w14:paraId="0EA8B7A5" w14:textId="77777777" w:rsidR="002C712D" w:rsidRDefault="003E38CC" w:rsidP="002C712D">
      <w:pPr>
        <w:ind w:firstLine="0"/>
        <w:jc w:val="center"/>
      </w:pPr>
      <w:r w:rsidRPr="002C712D">
        <w:rPr>
          <w:bCs/>
          <w:i/>
          <w:iCs/>
        </w:rPr>
        <w:lastRenderedPageBreak/>
        <w:t>Il salue et s</w:t>
      </w:r>
      <w:r w:rsidR="002C712D" w:rsidRPr="002C712D">
        <w:rPr>
          <w:bCs/>
          <w:i/>
          <w:iCs/>
        </w:rPr>
        <w:t>’</w:t>
      </w:r>
      <w:r w:rsidRPr="002C712D">
        <w:rPr>
          <w:bCs/>
          <w:i/>
          <w:iCs/>
        </w:rPr>
        <w:t>éloigne majestueusement</w:t>
      </w:r>
      <w:r w:rsidR="002C712D" w:rsidRPr="002C712D">
        <w:rPr>
          <w:bCs/>
          <w:i/>
          <w:iCs/>
        </w:rPr>
        <w:t>.</w:t>
      </w:r>
    </w:p>
    <w:p w14:paraId="4E6DA8CD" w14:textId="54AD126D" w:rsidR="003E38CC" w:rsidRDefault="003E38CC">
      <w:pPr>
        <w:sectPr w:rsidR="003E38CC" w:rsidSect="007E07C4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5FF1A939" w14:textId="77777777" w:rsidR="003E38CC" w:rsidRDefault="003E38CC" w:rsidP="007E07C4">
      <w:pPr>
        <w:pStyle w:val="Titre1"/>
        <w:spacing w:before="0" w:after="480"/>
      </w:pPr>
      <w:bookmarkStart w:id="1" w:name="_Toc197462062"/>
      <w:r>
        <w:lastRenderedPageBreak/>
        <w:t>À propos de cette édition électronique</w:t>
      </w:r>
      <w:bookmarkEnd w:id="1"/>
    </w:p>
    <w:p w14:paraId="1DFCFB88" w14:textId="77777777" w:rsidR="007E07C4" w:rsidRPr="00633842" w:rsidRDefault="007E07C4" w:rsidP="007E07C4">
      <w:pPr>
        <w:spacing w:before="180" w:after="180"/>
        <w:ind w:firstLine="0"/>
        <w:jc w:val="center"/>
        <w:rPr>
          <w:b/>
          <w:bCs/>
          <w:szCs w:val="32"/>
        </w:rPr>
      </w:pPr>
      <w:r w:rsidRPr="00633842">
        <w:rPr>
          <w:b/>
          <w:bCs/>
          <w:szCs w:val="32"/>
        </w:rPr>
        <w:t>Texte libre de droits.</w:t>
      </w:r>
    </w:p>
    <w:p w14:paraId="0D4A6348" w14:textId="77777777" w:rsidR="007E07C4" w:rsidRPr="00633842" w:rsidRDefault="007E07C4" w:rsidP="007E07C4">
      <w:pPr>
        <w:pStyle w:val="Centr"/>
        <w:spacing w:before="180" w:after="180"/>
      </w:pPr>
      <w:r w:rsidRPr="00633842">
        <w:t>Corrections, édition, conversion informatique et public</w:t>
      </w:r>
      <w:r w:rsidRPr="00633842">
        <w:t>a</w:t>
      </w:r>
      <w:r w:rsidRPr="00633842">
        <w:t>tion par le groupe :</w:t>
      </w:r>
    </w:p>
    <w:p w14:paraId="79CF7095" w14:textId="77777777" w:rsidR="007E07C4" w:rsidRPr="00633842" w:rsidRDefault="007E07C4" w:rsidP="007E07C4">
      <w:pPr>
        <w:spacing w:before="180" w:after="180"/>
        <w:ind w:firstLine="0"/>
        <w:jc w:val="center"/>
        <w:rPr>
          <w:b/>
          <w:bCs/>
          <w:i/>
          <w:iCs/>
          <w:szCs w:val="32"/>
        </w:rPr>
      </w:pPr>
      <w:proofErr w:type="gramStart"/>
      <w:r w:rsidRPr="00633842">
        <w:rPr>
          <w:b/>
          <w:bCs/>
          <w:i/>
          <w:iCs/>
          <w:szCs w:val="32"/>
        </w:rPr>
        <w:t>Ebooks</w:t>
      </w:r>
      <w:proofErr w:type="gramEnd"/>
      <w:r w:rsidRPr="00633842">
        <w:rPr>
          <w:b/>
          <w:bCs/>
          <w:i/>
          <w:iCs/>
          <w:szCs w:val="32"/>
        </w:rPr>
        <w:t xml:space="preserve"> libres et gratuits</w:t>
      </w:r>
    </w:p>
    <w:p w14:paraId="261F0382" w14:textId="77777777" w:rsidR="007E07C4" w:rsidRPr="00633842" w:rsidRDefault="007E07C4" w:rsidP="007E07C4">
      <w:pPr>
        <w:pStyle w:val="Centr"/>
        <w:spacing w:before="180" w:after="180"/>
      </w:pPr>
      <w:hyperlink r:id="rId12" w:history="1">
        <w:r w:rsidRPr="00F74CD6">
          <w:rPr>
            <w:rStyle w:val="Lienhypertexte"/>
          </w:rPr>
          <w:t>https://groups.google.com/g/ebooksgratuits</w:t>
        </w:r>
      </w:hyperlink>
    </w:p>
    <w:p w14:paraId="0ED663FA" w14:textId="60D11775" w:rsidR="007E07C4" w:rsidRPr="00633842" w:rsidRDefault="007E07C4" w:rsidP="007E07C4">
      <w:pPr>
        <w:pStyle w:val="Centr"/>
        <w:spacing w:before="180" w:after="180"/>
      </w:pPr>
      <w:r w:rsidRPr="00633842">
        <w:t>Adresse du site web du groupe :</w:t>
      </w:r>
      <w:r w:rsidRPr="00633842">
        <w:br/>
      </w:r>
      <w:hyperlink r:id="rId13" w:history="1">
        <w:r w:rsidRPr="007E07C4">
          <w:rPr>
            <w:rStyle w:val="Lienhypertexte"/>
            <w:szCs w:val="32"/>
          </w:rPr>
          <w:t>http</w:t>
        </w:r>
        <w:r w:rsidRPr="007E07C4">
          <w:rPr>
            <w:rStyle w:val="Lienhypertexte"/>
            <w:szCs w:val="32"/>
          </w:rPr>
          <w:t>s</w:t>
        </w:r>
        <w:r w:rsidRPr="007E07C4">
          <w:rPr>
            <w:rStyle w:val="Lienhypertexte"/>
            <w:szCs w:val="32"/>
          </w:rPr>
          <w:t>://www.ebooksgratuits.com/</w:t>
        </w:r>
      </w:hyperlink>
    </w:p>
    <w:p w14:paraId="51C627D0" w14:textId="77777777" w:rsidR="007E07C4" w:rsidRPr="00633842" w:rsidRDefault="007E07C4" w:rsidP="007E07C4">
      <w:pPr>
        <w:pStyle w:val="Centr"/>
        <w:spacing w:before="180" w:after="180"/>
      </w:pPr>
      <w:r w:rsidRPr="00633842">
        <w:t>—</w:t>
      </w:r>
    </w:p>
    <w:p w14:paraId="39F24708" w14:textId="1BC06141" w:rsidR="007E07C4" w:rsidRPr="00633842" w:rsidRDefault="007E07C4" w:rsidP="007E07C4">
      <w:pPr>
        <w:spacing w:before="180" w:after="180"/>
        <w:ind w:firstLine="0"/>
        <w:jc w:val="center"/>
        <w:rPr>
          <w:b/>
          <w:bCs/>
          <w:szCs w:val="32"/>
        </w:rPr>
      </w:pPr>
      <w:r>
        <w:rPr>
          <w:b/>
          <w:bCs/>
          <w:szCs w:val="32"/>
        </w:rPr>
        <w:t>Mai</w:t>
      </w:r>
      <w:r>
        <w:rPr>
          <w:b/>
          <w:bCs/>
          <w:szCs w:val="32"/>
        </w:rPr>
        <w:t xml:space="preserve"> 20</w:t>
      </w:r>
      <w:r>
        <w:rPr>
          <w:b/>
          <w:bCs/>
          <w:szCs w:val="32"/>
        </w:rPr>
        <w:t>2</w:t>
      </w:r>
      <w:r>
        <w:rPr>
          <w:b/>
          <w:bCs/>
          <w:szCs w:val="32"/>
        </w:rPr>
        <w:t>5</w:t>
      </w:r>
    </w:p>
    <w:p w14:paraId="1E9BCA09" w14:textId="77777777" w:rsidR="007E07C4" w:rsidRPr="00633842" w:rsidRDefault="007E07C4" w:rsidP="007E07C4">
      <w:pPr>
        <w:pStyle w:val="Centr"/>
        <w:spacing w:before="180" w:after="180"/>
      </w:pPr>
      <w:r w:rsidRPr="00633842">
        <w:t>—</w:t>
      </w:r>
    </w:p>
    <w:p w14:paraId="59A283B9" w14:textId="77777777" w:rsidR="007E07C4" w:rsidRPr="00633842" w:rsidRDefault="007E07C4" w:rsidP="007E07C4">
      <w:pPr>
        <w:spacing w:before="180" w:after="180"/>
      </w:pPr>
      <w:r w:rsidRPr="00633842">
        <w:t>– </w:t>
      </w:r>
      <w:r w:rsidRPr="00633842">
        <w:rPr>
          <w:b/>
        </w:rPr>
        <w:t>Élaboration de ce livre électronique</w:t>
      </w:r>
      <w:r w:rsidRPr="00633842">
        <w:t> :</w:t>
      </w:r>
    </w:p>
    <w:p w14:paraId="4AA442D9" w14:textId="55056B8E" w:rsidR="007E07C4" w:rsidRPr="00633842" w:rsidRDefault="007E07C4" w:rsidP="007E07C4">
      <w:pPr>
        <w:spacing w:before="180" w:after="180"/>
      </w:pPr>
      <w:r w:rsidRPr="00633842">
        <w:t xml:space="preserve">Les membres de </w:t>
      </w:r>
      <w:proofErr w:type="gramStart"/>
      <w:r w:rsidRPr="00633842">
        <w:rPr>
          <w:i/>
        </w:rPr>
        <w:t>Ebooks</w:t>
      </w:r>
      <w:proofErr w:type="gramEnd"/>
      <w:r w:rsidRPr="00633842">
        <w:rPr>
          <w:i/>
        </w:rPr>
        <w:t xml:space="preserve"> libres et gratuits</w:t>
      </w:r>
      <w:r w:rsidRPr="00633842">
        <w:t xml:space="preserve"> qui ont participé à l’élaboration de ce livre, sont :</w:t>
      </w:r>
      <w:r>
        <w:t xml:space="preserve"> </w:t>
      </w:r>
      <w:proofErr w:type="spellStart"/>
      <w:r w:rsidRPr="007E07C4">
        <w:t>Jean-JacquesH</w:t>
      </w:r>
      <w:proofErr w:type="spellEnd"/>
      <w:r w:rsidRPr="007E07C4">
        <w:t>, Jean-Marc</w:t>
      </w:r>
      <w:r>
        <w:t xml:space="preserve">, </w:t>
      </w:r>
      <w:proofErr w:type="spellStart"/>
      <w:r>
        <w:t>Coolmicro</w:t>
      </w:r>
      <w:proofErr w:type="spellEnd"/>
      <w:r>
        <w:t>.</w:t>
      </w:r>
    </w:p>
    <w:p w14:paraId="1AA5553A" w14:textId="77777777" w:rsidR="007E07C4" w:rsidRPr="00633842" w:rsidRDefault="007E07C4" w:rsidP="007E07C4">
      <w:pPr>
        <w:spacing w:before="180" w:after="180"/>
      </w:pPr>
      <w:r w:rsidRPr="00633842">
        <w:t>– </w:t>
      </w:r>
      <w:r w:rsidRPr="00633842">
        <w:rPr>
          <w:b/>
        </w:rPr>
        <w:t>Dispositions</w:t>
      </w:r>
      <w:r w:rsidRPr="00633842">
        <w:t> :</w:t>
      </w:r>
    </w:p>
    <w:p w14:paraId="53C3561B" w14:textId="77777777" w:rsidR="007E07C4" w:rsidRPr="00633842" w:rsidRDefault="007E07C4" w:rsidP="007E07C4">
      <w:pPr>
        <w:spacing w:before="180" w:after="180"/>
      </w:pPr>
      <w:r w:rsidRPr="00633842">
        <w:t xml:space="preserve">Les livres que nous mettons à votre disposition, sont des textes libres de droits, que vous pouvez utiliser librement, </w:t>
      </w:r>
      <w:r w:rsidRPr="00633842">
        <w:rPr>
          <w:u w:val="single"/>
        </w:rPr>
        <w:t>à une fin non commerciale et non professionnelle</w:t>
      </w:r>
      <w:r w:rsidRPr="00633842">
        <w:t>. Tout lien vers notre site est bienvenu…</w:t>
      </w:r>
    </w:p>
    <w:p w14:paraId="07CB20F4" w14:textId="77777777" w:rsidR="007E07C4" w:rsidRPr="00633842" w:rsidRDefault="007E07C4" w:rsidP="007E07C4">
      <w:pPr>
        <w:spacing w:before="180" w:after="180"/>
      </w:pPr>
      <w:r w:rsidRPr="00633842">
        <w:t>– </w:t>
      </w:r>
      <w:r w:rsidRPr="00633842">
        <w:rPr>
          <w:b/>
        </w:rPr>
        <w:t>Qualité</w:t>
      </w:r>
      <w:r w:rsidRPr="00633842">
        <w:t> :</w:t>
      </w:r>
    </w:p>
    <w:p w14:paraId="16BBEDA3" w14:textId="77777777" w:rsidR="007E07C4" w:rsidRPr="00633842" w:rsidRDefault="007E07C4" w:rsidP="007E07C4">
      <w:pPr>
        <w:spacing w:before="180" w:after="180"/>
      </w:pPr>
      <w:r w:rsidRPr="00633842">
        <w:t>Les textes sont livrés tels quels sans garantie de leur int</w:t>
      </w:r>
      <w:r w:rsidRPr="00633842">
        <w:t>é</w:t>
      </w:r>
      <w:r w:rsidRPr="00633842">
        <w:t>grité parfaite par rapport à l'original. Nous rappelons que c'est un travail d'amateurs non rétribués et que nous essayons de promouvoir la culture littéraire avec de maigres moyens.</w:t>
      </w:r>
    </w:p>
    <w:p w14:paraId="42983425" w14:textId="77777777" w:rsidR="007E07C4" w:rsidRPr="00633842" w:rsidRDefault="007E07C4" w:rsidP="007E07C4">
      <w:pPr>
        <w:spacing w:before="180" w:after="180"/>
        <w:ind w:firstLine="0"/>
        <w:jc w:val="center"/>
        <w:rPr>
          <w:i/>
          <w:iCs/>
          <w:szCs w:val="32"/>
        </w:rPr>
      </w:pPr>
      <w:r w:rsidRPr="00633842">
        <w:rPr>
          <w:i/>
          <w:iCs/>
          <w:szCs w:val="32"/>
        </w:rPr>
        <w:t>Votre aide est la bienvenue !</w:t>
      </w:r>
    </w:p>
    <w:p w14:paraId="1043BD19" w14:textId="60E66DCA" w:rsidR="003E38CC" w:rsidRPr="002C712D" w:rsidRDefault="007E07C4" w:rsidP="007E07C4">
      <w:pPr>
        <w:pStyle w:val="Centr"/>
        <w:suppressAutoHyphens/>
        <w:spacing w:before="180" w:after="180"/>
      </w:pPr>
      <w:r w:rsidRPr="00633842">
        <w:t>VOUS POUVEZ NOUS AIDER À FAIRE CONNAÎTRE CES CLASSIQUES LITTÉRAIRES.</w:t>
      </w:r>
    </w:p>
    <w:sectPr w:rsidR="003E38CC" w:rsidRPr="002C712D" w:rsidSect="007E07C4">
      <w:pgSz w:w="11906" w:h="16838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D17BF" w14:textId="77777777" w:rsidR="00A61C33" w:rsidRDefault="00A61C33">
      <w:r>
        <w:separator/>
      </w:r>
    </w:p>
  </w:endnote>
  <w:endnote w:type="continuationSeparator" w:id="0">
    <w:p w14:paraId="014938FB" w14:textId="77777777" w:rsidR="00A61C33" w:rsidRDefault="00A6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asis30">
    <w:panose1 w:val="0200060305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96C22" w14:textId="77777777" w:rsidR="003E38CC" w:rsidRDefault="003E38CC">
    <w:pPr>
      <w:pStyle w:val="Pieddepage"/>
    </w:pPr>
    <w:r>
      <w:t xml:space="preserve">–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5BB35" w14:textId="77777777" w:rsidR="003E38CC" w:rsidRDefault="003E38CC">
    <w:pPr>
      <w:pStyle w:val="Pieddepage"/>
      <w:rPr>
        <w:sz w:val="30"/>
        <w:szCs w:val="30"/>
      </w:rPr>
    </w:pPr>
    <w:r>
      <w:rPr>
        <w:sz w:val="30"/>
        <w:szCs w:val="30"/>
      </w:rPr>
      <w:t xml:space="preserve">– </w:t>
    </w:r>
    <w:r>
      <w:rPr>
        <w:rStyle w:val="Numrodepage"/>
        <w:sz w:val="30"/>
        <w:szCs w:val="30"/>
      </w:rPr>
      <w:fldChar w:fldCharType="begin"/>
    </w:r>
    <w:r>
      <w:rPr>
        <w:rStyle w:val="Numrodepage"/>
        <w:sz w:val="30"/>
        <w:szCs w:val="30"/>
      </w:rPr>
      <w:instrText xml:space="preserve"> PAGE </w:instrText>
    </w:r>
    <w:r>
      <w:rPr>
        <w:rStyle w:val="Numrodepage"/>
        <w:sz w:val="30"/>
        <w:szCs w:val="30"/>
      </w:rPr>
      <w:fldChar w:fldCharType="separate"/>
    </w:r>
    <w:r w:rsidR="00F94DDA">
      <w:rPr>
        <w:rStyle w:val="Numrodepage"/>
        <w:noProof/>
        <w:sz w:val="30"/>
        <w:szCs w:val="30"/>
      </w:rPr>
      <w:t>8</w:t>
    </w:r>
    <w:r>
      <w:rPr>
        <w:rStyle w:val="Numrodepage"/>
        <w:sz w:val="30"/>
        <w:szCs w:val="30"/>
      </w:rPr>
      <w:fldChar w:fldCharType="end"/>
    </w:r>
    <w:r>
      <w:rPr>
        <w:rStyle w:val="Numrodepage"/>
        <w:sz w:val="30"/>
        <w:szCs w:val="30"/>
      </w:rPr>
      <w:t xml:space="preserve"> 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94E82" w14:textId="77777777" w:rsidR="00A61C33" w:rsidRDefault="00A61C33">
      <w:r>
        <w:separator/>
      </w:r>
    </w:p>
  </w:footnote>
  <w:footnote w:type="continuationSeparator" w:id="0">
    <w:p w14:paraId="740311FF" w14:textId="77777777" w:rsidR="00A61C33" w:rsidRDefault="00A61C33">
      <w:r>
        <w:continuationSeparator/>
      </w:r>
    </w:p>
  </w:footnote>
  <w:footnote w:id="1">
    <w:p w14:paraId="2AA17EF5" w14:textId="563D41D2" w:rsidR="003E38CC" w:rsidRDefault="003E38CC" w:rsidP="003E38C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247827">
        <w:t>À partir de ce moment</w:t>
      </w:r>
      <w:r w:rsidR="002C712D">
        <w:t xml:space="preserve">, </w:t>
      </w:r>
      <w:proofErr w:type="spellStart"/>
      <w:r w:rsidRPr="00247827">
        <w:t>Nioukhine</w:t>
      </w:r>
      <w:proofErr w:type="spellEnd"/>
      <w:r w:rsidR="002C712D">
        <w:t xml:space="preserve">, </w:t>
      </w:r>
      <w:r w:rsidRPr="00247827">
        <w:t>préoccupé de l</w:t>
      </w:r>
      <w:r w:rsidR="002C712D">
        <w:t>’</w:t>
      </w:r>
      <w:r w:rsidRPr="00247827">
        <w:t>arrivée de sa femme commence souvent des phrases sur le ton de la sincérité et les termine sur un ton de prudence et de convention</w:t>
      </w:r>
      <w:r w:rsidR="002C712D">
        <w:t>. (</w:t>
      </w:r>
      <w:r w:rsidRPr="00247827">
        <w:t>N</w:t>
      </w:r>
      <w:r w:rsidR="002C712D">
        <w:t xml:space="preserve">. </w:t>
      </w:r>
      <w:r w:rsidRPr="00247827">
        <w:t>d</w:t>
      </w:r>
      <w:r w:rsidR="002C712D">
        <w:t xml:space="preserve">. </w:t>
      </w:r>
      <w:r w:rsidRPr="00247827">
        <w:t>T</w:t>
      </w:r>
      <w:r w:rsidR="002C712D">
        <w:t>.)</w:t>
      </w:r>
    </w:p>
  </w:footnote>
  <w:footnote w:id="2">
    <w:p w14:paraId="1090343B" w14:textId="0E79B978" w:rsidR="003E38CC" w:rsidRDefault="003E38CC" w:rsidP="003E38C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247827">
        <w:t>Se donner des chiquenaudes sur le cou ou sur le col est un geste russe par lequel on signifie l</w:t>
      </w:r>
      <w:r w:rsidR="002C712D">
        <w:t>’</w:t>
      </w:r>
      <w:r w:rsidRPr="00247827">
        <w:t>habitude de bien boire</w:t>
      </w:r>
      <w:r w:rsidR="002C712D">
        <w:t>. (</w:t>
      </w:r>
      <w:r w:rsidRPr="00247827">
        <w:t>N</w:t>
      </w:r>
      <w:r w:rsidR="002C712D">
        <w:t xml:space="preserve">. </w:t>
      </w:r>
      <w:r w:rsidRPr="00247827">
        <w:t>d</w:t>
      </w:r>
      <w:r w:rsidR="002C712D">
        <w:t xml:space="preserve">. </w:t>
      </w:r>
      <w:r w:rsidRPr="00247827">
        <w:t>T</w:t>
      </w:r>
      <w:r w:rsidR="002C712D">
        <w:t>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D888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5D055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8052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B4E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1ED9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3CBE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A653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4415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D8D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44C2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8A6C0B"/>
    <w:multiLevelType w:val="hybridMultilevel"/>
    <w:tmpl w:val="5E0C6452"/>
    <w:lvl w:ilvl="0" w:tplc="17965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4A6E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781F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0A2B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7E53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9261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0B9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F0A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4C3D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691385"/>
    <w:multiLevelType w:val="hybridMultilevel"/>
    <w:tmpl w:val="2EAA8648"/>
    <w:lvl w:ilvl="0" w:tplc="144E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508A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D98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ED429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AB832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5022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DB0AC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E4C9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84E4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A91EB8"/>
    <w:multiLevelType w:val="hybridMultilevel"/>
    <w:tmpl w:val="47F4B040"/>
    <w:lvl w:ilvl="0" w:tplc="30B642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5F0C2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4AC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3D42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A8C9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6CE7B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57E85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5B68E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02CF7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E56A04"/>
    <w:multiLevelType w:val="hybridMultilevel"/>
    <w:tmpl w:val="AE8CBB82"/>
    <w:lvl w:ilvl="0" w:tplc="106C6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288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8C97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04CAF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B42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F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4B4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4FED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2803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0716531">
    <w:abstractNumId w:val="10"/>
  </w:num>
  <w:num w:numId="2" w16cid:durableId="1878393607">
    <w:abstractNumId w:val="11"/>
  </w:num>
  <w:num w:numId="3" w16cid:durableId="1207252698">
    <w:abstractNumId w:val="12"/>
  </w:num>
  <w:num w:numId="4" w16cid:durableId="1998069496">
    <w:abstractNumId w:val="13"/>
  </w:num>
  <w:num w:numId="5" w16cid:durableId="1458645469">
    <w:abstractNumId w:val="8"/>
  </w:num>
  <w:num w:numId="6" w16cid:durableId="957491918">
    <w:abstractNumId w:val="3"/>
  </w:num>
  <w:num w:numId="7" w16cid:durableId="1707173743">
    <w:abstractNumId w:val="2"/>
  </w:num>
  <w:num w:numId="8" w16cid:durableId="1332679999">
    <w:abstractNumId w:val="1"/>
  </w:num>
  <w:num w:numId="9" w16cid:durableId="899900216">
    <w:abstractNumId w:val="0"/>
  </w:num>
  <w:num w:numId="10" w16cid:durableId="420370707">
    <w:abstractNumId w:val="9"/>
  </w:num>
  <w:num w:numId="11" w16cid:durableId="1957131305">
    <w:abstractNumId w:val="7"/>
  </w:num>
  <w:num w:numId="12" w16cid:durableId="535627227">
    <w:abstractNumId w:val="6"/>
  </w:num>
  <w:num w:numId="13" w16cid:durableId="1579704125">
    <w:abstractNumId w:val="5"/>
  </w:num>
  <w:num w:numId="14" w16cid:durableId="16388778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898"/>
    <w:rsid w:val="001E5556"/>
    <w:rsid w:val="002C712D"/>
    <w:rsid w:val="003E38CC"/>
    <w:rsid w:val="00410642"/>
    <w:rsid w:val="007E07C4"/>
    <w:rsid w:val="00A61C33"/>
    <w:rsid w:val="00A907A1"/>
    <w:rsid w:val="00B244F0"/>
    <w:rsid w:val="00F9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03BFB"/>
  <w15:chartTrackingRefBased/>
  <w15:docId w15:val="{2B09FB88-389C-4D90-AAD9-2634A31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7C4"/>
    <w:pPr>
      <w:spacing w:before="240" w:after="240"/>
      <w:ind w:firstLine="680"/>
      <w:jc w:val="both"/>
    </w:pPr>
    <w:rPr>
      <w:rFonts w:ascii="Amasis30" w:hAnsi="Amasis30"/>
      <w:sz w:val="36"/>
      <w:szCs w:val="24"/>
    </w:rPr>
  </w:style>
  <w:style w:type="paragraph" w:styleId="Titre1">
    <w:name w:val="heading 1"/>
    <w:basedOn w:val="Normal"/>
    <w:next w:val="Normal"/>
    <w:qFormat/>
    <w:rsid w:val="002C712D"/>
    <w:pPr>
      <w:keepNext/>
      <w:pageBreakBefore/>
      <w:suppressAutoHyphens/>
      <w:spacing w:before="960" w:after="720"/>
      <w:ind w:firstLine="0"/>
      <w:jc w:val="center"/>
      <w:outlineLvl w:val="0"/>
    </w:pPr>
    <w:rPr>
      <w:rFonts w:cs="Arial"/>
      <w:b/>
      <w:bCs/>
      <w:sz w:val="48"/>
      <w:szCs w:val="44"/>
    </w:rPr>
  </w:style>
  <w:style w:type="paragraph" w:styleId="Titre2">
    <w:name w:val="heading 2"/>
    <w:basedOn w:val="Normal"/>
    <w:next w:val="Normal"/>
    <w:qFormat/>
    <w:rsid w:val="002C712D"/>
    <w:pPr>
      <w:keepNext/>
      <w:keepLines/>
      <w:suppressAutoHyphens/>
      <w:spacing w:before="960" w:after="720"/>
      <w:ind w:firstLine="0"/>
      <w:jc w:val="center"/>
      <w:outlineLvl w:val="1"/>
    </w:pPr>
    <w:rPr>
      <w:rFonts w:cs="Arial"/>
      <w:b/>
      <w:bCs/>
      <w:iCs/>
      <w:sz w:val="44"/>
      <w:szCs w:val="40"/>
    </w:rPr>
  </w:style>
  <w:style w:type="paragraph" w:styleId="Titre3">
    <w:name w:val="heading 3"/>
    <w:basedOn w:val="Normal"/>
    <w:next w:val="Normal"/>
    <w:qFormat/>
    <w:rsid w:val="002C712D"/>
    <w:pPr>
      <w:keepNext/>
      <w:suppressAutoHyphens/>
      <w:spacing w:before="480"/>
      <w:ind w:firstLine="0"/>
      <w:jc w:val="center"/>
      <w:outlineLvl w:val="2"/>
    </w:pPr>
    <w:rPr>
      <w:rFonts w:cs="Arial"/>
      <w:b/>
      <w:bCs/>
      <w:sz w:val="40"/>
      <w:szCs w:val="36"/>
    </w:rPr>
  </w:style>
  <w:style w:type="character" w:default="1" w:styleId="Policepardfaut">
    <w:name w:val="Default Paragraph Font"/>
    <w:semiHidden/>
    <w:rsid w:val="002C712D"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rsid w:val="002C712D"/>
  </w:style>
  <w:style w:type="character" w:styleId="Lienhypertexte">
    <w:name w:val="Hyperlink"/>
    <w:uiPriority w:val="99"/>
    <w:rsid w:val="002C712D"/>
    <w:rPr>
      <w:rFonts w:ascii="Amasis30" w:hAnsi="Amasis30"/>
      <w:color w:val="004080"/>
      <w:u w:val="single"/>
    </w:rPr>
  </w:style>
  <w:style w:type="paragraph" w:styleId="Explorateurdedocuments">
    <w:name w:val="Document Map"/>
    <w:basedOn w:val="Normal"/>
    <w:semiHidden/>
    <w:rsid w:val="002C712D"/>
    <w:pPr>
      <w:shd w:val="clear" w:color="auto" w:fill="000080"/>
    </w:pPr>
    <w:rPr>
      <w:rFonts w:ascii="Tahoma" w:hAnsi="Tahoma" w:cs="Tahoma"/>
    </w:rPr>
  </w:style>
  <w:style w:type="paragraph" w:styleId="TM1">
    <w:name w:val="toc 1"/>
    <w:basedOn w:val="Normal"/>
    <w:next w:val="Normal"/>
    <w:autoRedefine/>
    <w:uiPriority w:val="39"/>
    <w:rsid w:val="002C712D"/>
    <w:pPr>
      <w:tabs>
        <w:tab w:val="right" w:leader="dot" w:pos="9639"/>
      </w:tabs>
      <w:spacing w:before="180" w:after="180"/>
      <w:ind w:firstLine="0"/>
      <w:jc w:val="left"/>
    </w:pPr>
    <w:rPr>
      <w:bCs/>
      <w:iCs/>
      <w:noProof/>
      <w:color w:val="000080"/>
      <w:szCs w:val="28"/>
    </w:rPr>
  </w:style>
  <w:style w:type="paragraph" w:styleId="En-tte">
    <w:name w:val="header"/>
    <w:basedOn w:val="Normal"/>
    <w:rsid w:val="002C712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712D"/>
    <w:pPr>
      <w:tabs>
        <w:tab w:val="center" w:pos="4536"/>
        <w:tab w:val="right" w:pos="9072"/>
      </w:tabs>
      <w:ind w:firstLine="0"/>
      <w:jc w:val="center"/>
    </w:pPr>
    <w:rPr>
      <w:sz w:val="32"/>
    </w:rPr>
  </w:style>
  <w:style w:type="character" w:styleId="Numrodepage">
    <w:name w:val="page number"/>
    <w:basedOn w:val="Policepardfaut"/>
    <w:rsid w:val="002C712D"/>
  </w:style>
  <w:style w:type="paragraph" w:styleId="TM2">
    <w:name w:val="toc 2"/>
    <w:basedOn w:val="Normal"/>
    <w:next w:val="Normal"/>
    <w:autoRedefine/>
    <w:uiPriority w:val="39"/>
    <w:rsid w:val="002C712D"/>
    <w:pPr>
      <w:tabs>
        <w:tab w:val="right" w:leader="dot" w:pos="9639"/>
      </w:tabs>
      <w:spacing w:before="120" w:after="120"/>
      <w:ind w:left="284" w:firstLine="0"/>
      <w:jc w:val="left"/>
    </w:pPr>
    <w:rPr>
      <w:noProof/>
      <w:color w:val="000080"/>
      <w:sz w:val="34"/>
    </w:rPr>
  </w:style>
  <w:style w:type="paragraph" w:styleId="TM3">
    <w:name w:val="toc 3"/>
    <w:basedOn w:val="Normal"/>
    <w:next w:val="Normal"/>
    <w:autoRedefine/>
    <w:uiPriority w:val="39"/>
    <w:rsid w:val="002C712D"/>
    <w:pPr>
      <w:tabs>
        <w:tab w:val="right" w:leader="dot" w:pos="9639"/>
      </w:tabs>
      <w:spacing w:before="120" w:after="120"/>
      <w:ind w:left="567" w:firstLine="0"/>
      <w:jc w:val="left"/>
    </w:pPr>
    <w:rPr>
      <w:color w:val="000080"/>
      <w:sz w:val="32"/>
    </w:rPr>
  </w:style>
  <w:style w:type="paragraph" w:styleId="TM4">
    <w:name w:val="toc 4"/>
    <w:basedOn w:val="Normal"/>
    <w:next w:val="Normal"/>
    <w:autoRedefine/>
    <w:semiHidden/>
    <w:rsid w:val="002C712D"/>
    <w:pPr>
      <w:ind w:left="780"/>
    </w:pPr>
  </w:style>
  <w:style w:type="paragraph" w:styleId="TM5">
    <w:name w:val="toc 5"/>
    <w:basedOn w:val="Normal"/>
    <w:next w:val="Normal"/>
    <w:autoRedefine/>
    <w:semiHidden/>
    <w:rsid w:val="002C712D"/>
    <w:pPr>
      <w:ind w:left="1040"/>
    </w:pPr>
  </w:style>
  <w:style w:type="paragraph" w:styleId="TM6">
    <w:name w:val="toc 6"/>
    <w:basedOn w:val="Normal"/>
    <w:next w:val="Normal"/>
    <w:autoRedefine/>
    <w:semiHidden/>
    <w:rsid w:val="002C712D"/>
    <w:pPr>
      <w:ind w:left="1300"/>
    </w:pPr>
  </w:style>
  <w:style w:type="paragraph" w:styleId="TM7">
    <w:name w:val="toc 7"/>
    <w:basedOn w:val="Normal"/>
    <w:next w:val="Normal"/>
    <w:autoRedefine/>
    <w:semiHidden/>
    <w:rsid w:val="002C712D"/>
    <w:pPr>
      <w:ind w:left="1560"/>
    </w:pPr>
  </w:style>
  <w:style w:type="paragraph" w:styleId="TM8">
    <w:name w:val="toc 8"/>
    <w:basedOn w:val="Normal"/>
    <w:next w:val="Normal"/>
    <w:autoRedefine/>
    <w:semiHidden/>
    <w:rsid w:val="002C712D"/>
    <w:pPr>
      <w:ind w:left="1820"/>
    </w:pPr>
  </w:style>
  <w:style w:type="paragraph" w:styleId="TM9">
    <w:name w:val="toc 9"/>
    <w:basedOn w:val="Normal"/>
    <w:next w:val="Normal"/>
    <w:autoRedefine/>
    <w:semiHidden/>
    <w:rsid w:val="002C712D"/>
    <w:pPr>
      <w:ind w:left="2080"/>
    </w:pPr>
  </w:style>
  <w:style w:type="paragraph" w:styleId="Retraitcorpsdetexte">
    <w:name w:val="Body Text Indent"/>
    <w:basedOn w:val="Normal"/>
    <w:pPr>
      <w:jc w:val="center"/>
    </w:pPr>
    <w:rPr>
      <w:rFonts w:ascii="Arial" w:hAnsi="Arial"/>
    </w:rPr>
  </w:style>
  <w:style w:type="character" w:styleId="Appelnotedebasdep">
    <w:name w:val="footnote reference"/>
    <w:qFormat/>
    <w:rsid w:val="002C712D"/>
    <w:rPr>
      <w:rFonts w:ascii="Amasis30" w:hAnsi="Amasis30"/>
      <w:b/>
      <w:sz w:val="36"/>
      <w:vertAlign w:val="superscript"/>
    </w:rPr>
  </w:style>
  <w:style w:type="paragraph" w:styleId="Notedebasdepage">
    <w:name w:val="footnote text"/>
    <w:basedOn w:val="Taille-1Normal"/>
    <w:qFormat/>
    <w:rsid w:val="002C712D"/>
    <w:rPr>
      <w:szCs w:val="30"/>
    </w:rPr>
  </w:style>
  <w:style w:type="paragraph" w:styleId="Retraitcorpsdetexte3">
    <w:name w:val="Body Text Indent 3"/>
    <w:basedOn w:val="Normal"/>
    <w:pPr>
      <w:ind w:left="540" w:firstLine="27"/>
    </w:pPr>
    <w:rPr>
      <w:rFonts w:ascii="Helvetica" w:hAnsi="Helvetica"/>
      <w:color w:val="000000"/>
      <w:sz w:val="20"/>
    </w:rPr>
  </w:style>
  <w:style w:type="paragraph" w:customStyle="1" w:styleId="Auteur">
    <w:name w:val="Auteur"/>
    <w:basedOn w:val="Normal"/>
    <w:rsid w:val="002C712D"/>
    <w:pPr>
      <w:spacing w:before="0" w:after="1800"/>
      <w:ind w:right="851" w:firstLine="0"/>
      <w:jc w:val="right"/>
    </w:pPr>
    <w:rPr>
      <w:sz w:val="48"/>
    </w:rPr>
  </w:style>
  <w:style w:type="paragraph" w:customStyle="1" w:styleId="Titrelivre">
    <w:name w:val="Titre_livre"/>
    <w:basedOn w:val="Normal"/>
    <w:rsid w:val="002C712D"/>
    <w:pPr>
      <w:spacing w:before="0" w:after="1200"/>
      <w:ind w:left="2268" w:right="851" w:firstLine="0"/>
      <w:jc w:val="right"/>
    </w:pPr>
    <w:rPr>
      <w:b/>
      <w:bCs/>
      <w:sz w:val="72"/>
    </w:rPr>
  </w:style>
  <w:style w:type="paragraph" w:customStyle="1" w:styleId="Soustitrelivre">
    <w:name w:val="Sous_titre_livre"/>
    <w:basedOn w:val="Normal"/>
    <w:rsid w:val="002C712D"/>
    <w:pPr>
      <w:spacing w:before="0" w:after="2160"/>
      <w:ind w:left="2268" w:right="851" w:firstLine="0"/>
      <w:jc w:val="right"/>
    </w:pPr>
    <w:rPr>
      <w:bCs/>
      <w:sz w:val="44"/>
      <w:szCs w:val="36"/>
    </w:rPr>
  </w:style>
  <w:style w:type="paragraph" w:customStyle="1" w:styleId="Aproposdispositions">
    <w:name w:val="A_propos_dispositions"/>
    <w:basedOn w:val="Normal"/>
    <w:pPr>
      <w:ind w:left="567" w:firstLine="0"/>
    </w:pPr>
    <w:rPr>
      <w:sz w:val="30"/>
    </w:rPr>
  </w:style>
  <w:style w:type="paragraph" w:customStyle="1" w:styleId="Photoauteur">
    <w:name w:val="Photo_auteur"/>
    <w:basedOn w:val="Normal"/>
    <w:rsid w:val="002C712D"/>
    <w:pPr>
      <w:spacing w:after="1080"/>
      <w:ind w:left="2268" w:firstLine="0"/>
      <w:jc w:val="center"/>
    </w:pPr>
    <w:rPr>
      <w:noProof/>
    </w:rPr>
  </w:style>
  <w:style w:type="paragraph" w:customStyle="1" w:styleId="DateSortie">
    <w:name w:val="Date_Sortie"/>
    <w:basedOn w:val="Normal"/>
    <w:rsid w:val="002C712D"/>
    <w:pPr>
      <w:spacing w:before="0" w:after="0"/>
      <w:ind w:right="1418" w:firstLine="0"/>
      <w:jc w:val="right"/>
    </w:pPr>
    <w:rPr>
      <w:bCs/>
      <w:sz w:val="40"/>
    </w:rPr>
  </w:style>
  <w:style w:type="paragraph" w:customStyle="1" w:styleId="Titretablematires">
    <w:name w:val="Titre table matières"/>
    <w:basedOn w:val="Normal"/>
    <w:rsid w:val="002C712D"/>
    <w:pPr>
      <w:pBdr>
        <w:top w:val="single" w:sz="8" w:space="1" w:color="auto"/>
        <w:bottom w:val="single" w:sz="8" w:space="1" w:color="auto"/>
      </w:pBdr>
      <w:ind w:left="2552" w:right="2552" w:firstLine="0"/>
      <w:jc w:val="center"/>
    </w:pPr>
    <w:rPr>
      <w:bCs/>
    </w:rPr>
  </w:style>
  <w:style w:type="character" w:styleId="Marquedecommentaire">
    <w:name w:val="annotation reference"/>
    <w:basedOn w:val="Policepardfaut"/>
    <w:semiHidden/>
    <w:rsid w:val="00352D2A"/>
    <w:rPr>
      <w:sz w:val="16"/>
      <w:szCs w:val="16"/>
    </w:rPr>
  </w:style>
  <w:style w:type="paragraph" w:styleId="Commentaire">
    <w:name w:val="annotation text"/>
    <w:basedOn w:val="Normal"/>
    <w:semiHidden/>
    <w:rsid w:val="00352D2A"/>
    <w:rPr>
      <w:sz w:val="20"/>
      <w:szCs w:val="20"/>
    </w:rPr>
  </w:style>
  <w:style w:type="paragraph" w:styleId="Textedebulles">
    <w:name w:val="Balloon Text"/>
    <w:basedOn w:val="Normal"/>
    <w:semiHidden/>
    <w:rsid w:val="00352D2A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52D2A"/>
    <w:rPr>
      <w:b/>
      <w:bCs/>
    </w:rPr>
  </w:style>
  <w:style w:type="paragraph" w:styleId="Rvision">
    <w:name w:val="Revision"/>
    <w:hidden/>
    <w:uiPriority w:val="99"/>
    <w:semiHidden/>
    <w:rsid w:val="002C712D"/>
    <w:rPr>
      <w:rFonts w:ascii="Georgia" w:hAnsi="Georgia"/>
      <w:sz w:val="32"/>
      <w:szCs w:val="24"/>
    </w:rPr>
  </w:style>
  <w:style w:type="paragraph" w:customStyle="1" w:styleId="Centr">
    <w:name w:val="Centré"/>
    <w:basedOn w:val="Normal"/>
    <w:rsid w:val="002C712D"/>
    <w:pPr>
      <w:ind w:firstLine="0"/>
      <w:jc w:val="center"/>
    </w:pPr>
    <w:rPr>
      <w:szCs w:val="20"/>
    </w:rPr>
  </w:style>
  <w:style w:type="paragraph" w:customStyle="1" w:styleId="NormalSansIndent">
    <w:name w:val="NormalSansIndent"/>
    <w:basedOn w:val="Normal"/>
    <w:rsid w:val="002C712D"/>
    <w:pPr>
      <w:ind w:firstLine="0"/>
    </w:pPr>
    <w:rPr>
      <w:szCs w:val="20"/>
    </w:rPr>
  </w:style>
  <w:style w:type="paragraph" w:customStyle="1" w:styleId="NormalSolidaire">
    <w:name w:val="NormalSolidaire"/>
    <w:basedOn w:val="Normal"/>
    <w:qFormat/>
    <w:rsid w:val="002C712D"/>
    <w:pPr>
      <w:keepNext/>
    </w:pPr>
  </w:style>
  <w:style w:type="paragraph" w:customStyle="1" w:styleId="NormalSautPageAvant">
    <w:name w:val="NormalSautPageAvant"/>
    <w:basedOn w:val="Normal"/>
    <w:qFormat/>
    <w:rsid w:val="002C712D"/>
    <w:pPr>
      <w:pageBreakBefore/>
    </w:pPr>
  </w:style>
  <w:style w:type="paragraph" w:customStyle="1" w:styleId="NormalEspAvtGrand">
    <w:name w:val="NormalEspAvtGrand"/>
    <w:basedOn w:val="Normal"/>
    <w:rsid w:val="002C712D"/>
    <w:pPr>
      <w:spacing w:before="2640"/>
    </w:pPr>
    <w:rPr>
      <w:szCs w:val="20"/>
    </w:rPr>
  </w:style>
  <w:style w:type="paragraph" w:customStyle="1" w:styleId="CentrEspAvt0">
    <w:name w:val="CentréEspAvt0"/>
    <w:basedOn w:val="Centr"/>
    <w:next w:val="CentrEspAvt0EspApr0"/>
    <w:rsid w:val="002C712D"/>
    <w:pPr>
      <w:spacing w:before="0"/>
    </w:pPr>
  </w:style>
  <w:style w:type="paragraph" w:customStyle="1" w:styleId="CentrEspApr0">
    <w:name w:val="CentréEspApr0"/>
    <w:basedOn w:val="Centr"/>
    <w:next w:val="Normal"/>
    <w:rsid w:val="002C712D"/>
    <w:pPr>
      <w:spacing w:after="0"/>
    </w:pPr>
  </w:style>
  <w:style w:type="paragraph" w:customStyle="1" w:styleId="CentrEspAvt0EspApr0">
    <w:name w:val="CentréEspAvt0EspApr0"/>
    <w:basedOn w:val="Centr"/>
    <w:rsid w:val="002C712D"/>
    <w:pPr>
      <w:spacing w:before="0" w:after="0"/>
    </w:pPr>
  </w:style>
  <w:style w:type="paragraph" w:customStyle="1" w:styleId="Droite">
    <w:name w:val="Droite"/>
    <w:basedOn w:val="Normal"/>
    <w:next w:val="Normal"/>
    <w:rsid w:val="002C712D"/>
    <w:pPr>
      <w:ind w:firstLine="0"/>
      <w:jc w:val="right"/>
    </w:pPr>
    <w:rPr>
      <w:szCs w:val="20"/>
    </w:rPr>
  </w:style>
  <w:style w:type="paragraph" w:customStyle="1" w:styleId="DroiteRetraitGauche1X">
    <w:name w:val="DroiteRetraitGauche1X"/>
    <w:basedOn w:val="Droite"/>
    <w:next w:val="Normal"/>
    <w:rsid w:val="002C712D"/>
    <w:pPr>
      <w:ind w:left="680"/>
    </w:pPr>
  </w:style>
  <w:style w:type="paragraph" w:customStyle="1" w:styleId="DroiteRetraitGauche2X">
    <w:name w:val="DroiteRetraitGauche2X"/>
    <w:basedOn w:val="Droite"/>
    <w:next w:val="Normal"/>
    <w:rsid w:val="002C712D"/>
    <w:pPr>
      <w:ind w:left="1361"/>
    </w:pPr>
  </w:style>
  <w:style w:type="paragraph" w:customStyle="1" w:styleId="DroiteRetraitGauche3X">
    <w:name w:val="DroiteRetraitGauche3X"/>
    <w:basedOn w:val="Droite"/>
    <w:next w:val="Normal"/>
    <w:rsid w:val="002C712D"/>
    <w:pPr>
      <w:ind w:left="2041"/>
    </w:pPr>
  </w:style>
  <w:style w:type="paragraph" w:customStyle="1" w:styleId="DroiteRetraitGauche4X">
    <w:name w:val="DroiteRetraitGauche4X"/>
    <w:basedOn w:val="Droite"/>
    <w:next w:val="Normal"/>
    <w:rsid w:val="002C712D"/>
    <w:pPr>
      <w:ind w:left="2722"/>
    </w:pPr>
  </w:style>
  <w:style w:type="paragraph" w:customStyle="1" w:styleId="Taille-1Normal">
    <w:name w:val="Taille-1Normal"/>
    <w:basedOn w:val="Normal"/>
    <w:rsid w:val="002C712D"/>
    <w:rPr>
      <w:sz w:val="32"/>
      <w:szCs w:val="28"/>
    </w:rPr>
  </w:style>
  <w:style w:type="paragraph" w:customStyle="1" w:styleId="Taille-1RetraitGauche1X">
    <w:name w:val="Taille-1RetraitGauche1X"/>
    <w:basedOn w:val="Taille-1Normal"/>
    <w:rsid w:val="002C712D"/>
    <w:pPr>
      <w:ind w:left="680"/>
    </w:pPr>
    <w:rPr>
      <w:szCs w:val="20"/>
    </w:rPr>
  </w:style>
  <w:style w:type="paragraph" w:customStyle="1" w:styleId="Taille-1RetraitGauche2X">
    <w:name w:val="Taille-1RetraitGauche2X"/>
    <w:basedOn w:val="Taille-1Normal"/>
    <w:rsid w:val="002C712D"/>
    <w:pPr>
      <w:ind w:left="1361"/>
    </w:pPr>
    <w:rPr>
      <w:szCs w:val="20"/>
    </w:rPr>
  </w:style>
  <w:style w:type="paragraph" w:customStyle="1" w:styleId="Taille-1RetraitGauche3X">
    <w:name w:val="Taille-1RetraitGauche3X"/>
    <w:basedOn w:val="Taille-1Normal"/>
    <w:rsid w:val="002C712D"/>
    <w:pPr>
      <w:ind w:left="2041"/>
    </w:pPr>
    <w:rPr>
      <w:szCs w:val="20"/>
    </w:rPr>
  </w:style>
  <w:style w:type="paragraph" w:customStyle="1" w:styleId="Taille-1RetraitGauche1XIndent0">
    <w:name w:val="Taille-1RetraitGauche1XIndent0"/>
    <w:basedOn w:val="Taille-1RetraitGauche1X"/>
    <w:rsid w:val="002C712D"/>
    <w:pPr>
      <w:ind w:firstLine="0"/>
    </w:pPr>
  </w:style>
  <w:style w:type="paragraph" w:customStyle="1" w:styleId="Taille-1RetraitGauche2XIndent0">
    <w:name w:val="Taille-1RetraitGauche2XIndent0"/>
    <w:basedOn w:val="Taille-1RetraitGauche2X"/>
    <w:rsid w:val="002C712D"/>
    <w:pPr>
      <w:ind w:firstLine="0"/>
    </w:pPr>
  </w:style>
  <w:style w:type="paragraph" w:customStyle="1" w:styleId="Taille-1RetraitGauche3XIndent0">
    <w:name w:val="Taille-1RetraitGauche3XIndent0"/>
    <w:basedOn w:val="Taille-1RetraitGauche3X"/>
    <w:rsid w:val="002C712D"/>
    <w:pPr>
      <w:ind w:firstLine="0"/>
    </w:pPr>
  </w:style>
  <w:style w:type="paragraph" w:customStyle="1" w:styleId="Taille-1RetraitGauche4XIndent0">
    <w:name w:val="Taille-1RetraitGauche4XIndent0"/>
    <w:basedOn w:val="Taille-1Normal"/>
    <w:rsid w:val="002C712D"/>
    <w:pPr>
      <w:ind w:left="2722" w:firstLine="0"/>
    </w:pPr>
    <w:rPr>
      <w:szCs w:val="20"/>
    </w:rPr>
  </w:style>
  <w:style w:type="paragraph" w:customStyle="1" w:styleId="NormalRetraitGauche1X">
    <w:name w:val="NormalRetraitGauche1X"/>
    <w:basedOn w:val="Normal"/>
    <w:rsid w:val="002C712D"/>
    <w:pPr>
      <w:ind w:left="680"/>
    </w:pPr>
    <w:rPr>
      <w:szCs w:val="20"/>
    </w:rPr>
  </w:style>
  <w:style w:type="paragraph" w:customStyle="1" w:styleId="NormalRetraitGauche2X">
    <w:name w:val="NormalRetraitGauche2X"/>
    <w:basedOn w:val="Normal"/>
    <w:rsid w:val="002C712D"/>
    <w:pPr>
      <w:ind w:left="1361"/>
    </w:pPr>
    <w:rPr>
      <w:szCs w:val="20"/>
    </w:rPr>
  </w:style>
  <w:style w:type="paragraph" w:customStyle="1" w:styleId="NormalRetraitGauche3X">
    <w:name w:val="NormalRetraitGauche3X"/>
    <w:basedOn w:val="Normal"/>
    <w:rsid w:val="002C712D"/>
    <w:pPr>
      <w:ind w:left="2041"/>
    </w:pPr>
    <w:rPr>
      <w:szCs w:val="20"/>
    </w:rPr>
  </w:style>
  <w:style w:type="paragraph" w:customStyle="1" w:styleId="NormalRetraitGauche1XIndent0">
    <w:name w:val="NormalRetraitGauche1XIndent0"/>
    <w:basedOn w:val="NormalRetraitGauche1X"/>
    <w:rsid w:val="002C712D"/>
    <w:pPr>
      <w:ind w:firstLine="0"/>
    </w:pPr>
  </w:style>
  <w:style w:type="paragraph" w:customStyle="1" w:styleId="NormalRetraitGauche2XIndent0">
    <w:name w:val="NormalRetraitGauche2XIndent0"/>
    <w:basedOn w:val="NormalRetraitGauche2X"/>
    <w:rsid w:val="002C712D"/>
    <w:pPr>
      <w:ind w:firstLine="0"/>
    </w:pPr>
  </w:style>
  <w:style w:type="paragraph" w:customStyle="1" w:styleId="NormalRetraitGauche3XIndent0">
    <w:name w:val="NormalRetraitGauche3XIndent0"/>
    <w:basedOn w:val="NormalRetraitGauche3X"/>
    <w:rsid w:val="002C712D"/>
    <w:pPr>
      <w:ind w:firstLine="0"/>
    </w:pPr>
  </w:style>
  <w:style w:type="paragraph" w:customStyle="1" w:styleId="NormalRetraitGauche4XIndent0">
    <w:name w:val="NormalRetraitGauche4XIndent0"/>
    <w:basedOn w:val="Normal"/>
    <w:rsid w:val="002C712D"/>
    <w:pPr>
      <w:ind w:left="2722" w:firstLine="0"/>
    </w:pPr>
    <w:rPr>
      <w:szCs w:val="20"/>
    </w:rPr>
  </w:style>
  <w:style w:type="paragraph" w:styleId="Notedefin">
    <w:name w:val="endnote text"/>
    <w:basedOn w:val="Taille-1Normal"/>
    <w:link w:val="NotedefinCar"/>
    <w:uiPriority w:val="99"/>
    <w:semiHidden/>
    <w:unhideWhenUsed/>
    <w:qFormat/>
    <w:rsid w:val="002C712D"/>
    <w:rPr>
      <w:szCs w:val="20"/>
      <w:lang w:val="x-none" w:eastAsia="x-none"/>
    </w:rPr>
  </w:style>
  <w:style w:type="character" w:customStyle="1" w:styleId="NotedefinCar">
    <w:name w:val="Note de fin Car"/>
    <w:link w:val="Notedefin"/>
    <w:uiPriority w:val="99"/>
    <w:semiHidden/>
    <w:rsid w:val="002C712D"/>
    <w:rPr>
      <w:rFonts w:ascii="Amasis30" w:hAnsi="Amasis30"/>
      <w:sz w:val="32"/>
      <w:lang w:val="x-none" w:eastAsia="x-none"/>
    </w:rPr>
  </w:style>
  <w:style w:type="character" w:styleId="Appeldenotedefin">
    <w:name w:val="endnote reference"/>
    <w:uiPriority w:val="99"/>
    <w:unhideWhenUsed/>
    <w:qFormat/>
    <w:rsid w:val="002C712D"/>
    <w:rPr>
      <w:rFonts w:ascii="Amasis30" w:hAnsi="Amasis30"/>
      <w:b/>
      <w:sz w:val="36"/>
      <w:vertAlign w:val="superscript"/>
    </w:rPr>
  </w:style>
  <w:style w:type="paragraph" w:customStyle="1" w:styleId="NormalSuspendu1X">
    <w:name w:val="NormalSuspendu1X"/>
    <w:basedOn w:val="Normal"/>
    <w:rsid w:val="002C712D"/>
    <w:pPr>
      <w:ind w:left="680" w:hanging="680"/>
    </w:pPr>
    <w:rPr>
      <w:szCs w:val="20"/>
    </w:rPr>
  </w:style>
  <w:style w:type="paragraph" w:customStyle="1" w:styleId="NormalSuspendu1XRetrait1X">
    <w:name w:val="NormalSuspendu1XRetrait1X"/>
    <w:basedOn w:val="Normal"/>
    <w:rsid w:val="002C712D"/>
    <w:pPr>
      <w:ind w:left="1360" w:hanging="680"/>
    </w:pPr>
  </w:style>
  <w:style w:type="paragraph" w:customStyle="1" w:styleId="NormalEspAvt0EspApr0">
    <w:name w:val="NormalEspAvt0EspApr0"/>
    <w:basedOn w:val="Normal"/>
    <w:rsid w:val="002C712D"/>
    <w:pPr>
      <w:spacing w:before="0" w:after="0"/>
    </w:pPr>
    <w:rPr>
      <w:szCs w:val="20"/>
    </w:rPr>
  </w:style>
  <w:style w:type="paragraph" w:customStyle="1" w:styleId="NormalSuspendu1XRetrait2X">
    <w:name w:val="NormalSuspendu1XRetrait2X"/>
    <w:basedOn w:val="Normal"/>
    <w:rsid w:val="002C712D"/>
    <w:pPr>
      <w:ind w:left="2041" w:hanging="680"/>
    </w:pPr>
  </w:style>
  <w:style w:type="paragraph" w:customStyle="1" w:styleId="NormalSuspendu1XRetrait3X">
    <w:name w:val="NormalSuspendu1XRetrait3X"/>
    <w:basedOn w:val="Normal"/>
    <w:rsid w:val="002C712D"/>
    <w:pPr>
      <w:ind w:left="2721" w:hanging="680"/>
    </w:pPr>
    <w:rPr>
      <w:szCs w:val="20"/>
    </w:rPr>
  </w:style>
  <w:style w:type="paragraph" w:customStyle="1" w:styleId="NormalSuspendu1XRetrait4X">
    <w:name w:val="NormalSuspendu1XRetrait4X"/>
    <w:basedOn w:val="Normal"/>
    <w:rsid w:val="002C712D"/>
    <w:pPr>
      <w:ind w:left="3402" w:hanging="680"/>
    </w:pPr>
    <w:rPr>
      <w:szCs w:val="20"/>
    </w:rPr>
  </w:style>
  <w:style w:type="character" w:customStyle="1" w:styleId="Taille-1Caracteres">
    <w:name w:val="Taille-1Caracteres"/>
    <w:qFormat/>
    <w:rsid w:val="002C712D"/>
    <w:rPr>
      <w:sz w:val="32"/>
      <w:szCs w:val="20"/>
    </w:rPr>
  </w:style>
  <w:style w:type="paragraph" w:customStyle="1" w:styleId="Etoile">
    <w:name w:val="Etoile"/>
    <w:basedOn w:val="Normal"/>
    <w:qFormat/>
    <w:rsid w:val="002C712D"/>
    <w:pPr>
      <w:ind w:firstLine="0"/>
      <w:jc w:val="center"/>
    </w:pPr>
    <w:rPr>
      <w:b/>
      <w:sz w:val="40"/>
      <w:szCs w:val="28"/>
    </w:rPr>
  </w:style>
  <w:style w:type="paragraph" w:customStyle="1" w:styleId="Taille-1Suspendu1XRetrait1XEsp0">
    <w:name w:val="Taille-1Suspendu1XRetrait1XEsp0"/>
    <w:basedOn w:val="Taille-1RetraitGauche1X"/>
    <w:qFormat/>
    <w:rsid w:val="002C712D"/>
    <w:pPr>
      <w:spacing w:before="0" w:after="0"/>
      <w:ind w:left="1360" w:hanging="680"/>
    </w:pPr>
  </w:style>
  <w:style w:type="character" w:styleId="Mentionnonrsolue">
    <w:name w:val="Unresolved Mention"/>
    <w:uiPriority w:val="99"/>
    <w:semiHidden/>
    <w:unhideWhenUsed/>
    <w:rsid w:val="002C712D"/>
    <w:rPr>
      <w:color w:val="605E5C"/>
      <w:shd w:val="clear" w:color="auto" w:fill="E1DFDD"/>
    </w:rPr>
  </w:style>
  <w:style w:type="paragraph" w:customStyle="1" w:styleId="Taille-1Suspendu1XRetrait2XEsp0">
    <w:name w:val="Taille-1Suspendu1XRetrait2XEsp0"/>
    <w:basedOn w:val="Taille-1RetraitGauche2X"/>
    <w:qFormat/>
    <w:rsid w:val="002C712D"/>
    <w:pPr>
      <w:spacing w:before="0" w:after="0"/>
      <w:ind w:left="2041" w:hanging="680"/>
      <w:jc w:val="left"/>
    </w:pPr>
    <w:rPr>
      <w:szCs w:val="28"/>
    </w:rPr>
  </w:style>
  <w:style w:type="paragraph" w:customStyle="1" w:styleId="NormalSuspendu1XRetrait1XEsp0">
    <w:name w:val="NormalSuspendu1XRetrait1XEsp0"/>
    <w:basedOn w:val="NormalSuspendu1XRetrait1X"/>
    <w:qFormat/>
    <w:rsid w:val="002C712D"/>
    <w:pPr>
      <w:spacing w:before="0" w:after="0"/>
    </w:pPr>
  </w:style>
  <w:style w:type="paragraph" w:customStyle="1" w:styleId="NormalSuspendu1XEsp0">
    <w:name w:val="NormalSuspendu1XEsp0"/>
    <w:basedOn w:val="NormalSuspendu1X"/>
    <w:qFormat/>
    <w:rsid w:val="002C712D"/>
    <w:pPr>
      <w:spacing w:before="0" w:after="0"/>
    </w:pPr>
  </w:style>
  <w:style w:type="paragraph" w:customStyle="1" w:styleId="NormalSuspendu1XRetrait2XEsp0">
    <w:name w:val="NormalSuspendu1XRetrait2XEsp0"/>
    <w:basedOn w:val="NormalSuspendu1XRetrait2X"/>
    <w:qFormat/>
    <w:rsid w:val="002C712D"/>
    <w:pPr>
      <w:spacing w:before="0" w:after="0"/>
    </w:pPr>
  </w:style>
  <w:style w:type="paragraph" w:customStyle="1" w:styleId="ParagrapheVideNormal">
    <w:name w:val="ParagrapheVideNormal"/>
    <w:basedOn w:val="Normal"/>
    <w:next w:val="Normal"/>
    <w:qFormat/>
    <w:rsid w:val="002C712D"/>
  </w:style>
  <w:style w:type="paragraph" w:customStyle="1" w:styleId="ParagrapheVideNormal2">
    <w:name w:val="ParagrapheVideNormal2"/>
    <w:basedOn w:val="ParagrapheVideNormal"/>
    <w:next w:val="Normal"/>
    <w:qFormat/>
    <w:rsid w:val="002C712D"/>
  </w:style>
  <w:style w:type="paragraph" w:customStyle="1" w:styleId="Image">
    <w:name w:val="Image"/>
    <w:basedOn w:val="Centr"/>
    <w:next w:val="Normal"/>
    <w:qFormat/>
    <w:rsid w:val="002C7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ebooksgratuit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roups.google.com/g/ebooksgratui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an-Marc\Documents\ebooks\Mod&#232;le%20DOT\livr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97A49-DC12-4346-8FE1-03B6EB49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livres.dot</Template>
  <TotalTime>17</TotalTime>
  <Pages>1</Pages>
  <Words>1829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MÉFAITS DU TABAC</vt:lpstr>
    </vt:vector>
  </TitlesOfParts>
  <Company>Ebooks libres et gratuits</Company>
  <LinksUpToDate>false</LinksUpToDate>
  <CharactersWithSpaces>11867</CharactersWithSpaces>
  <SharedDoc>false</SharedDoc>
  <HyperlinkBase>Nouvelle - Théâtre</HyperlinkBase>
  <HLinks>
    <vt:vector size="24" baseType="variant">
      <vt:variant>
        <vt:i4>2293820</vt:i4>
      </vt:variant>
      <vt:variant>
        <vt:i4>18</vt:i4>
      </vt:variant>
      <vt:variant>
        <vt:i4>0</vt:i4>
      </vt:variant>
      <vt:variant>
        <vt:i4>5</vt:i4>
      </vt:variant>
      <vt:variant>
        <vt:lpwstr>http://www.ebooksgratuits.com/</vt:lpwstr>
      </vt:variant>
      <vt:variant>
        <vt:lpwstr/>
      </vt:variant>
      <vt:variant>
        <vt:i4>7929972</vt:i4>
      </vt:variant>
      <vt:variant>
        <vt:i4>15</vt:i4>
      </vt:variant>
      <vt:variant>
        <vt:i4>0</vt:i4>
      </vt:variant>
      <vt:variant>
        <vt:i4>5</vt:i4>
      </vt:variant>
      <vt:variant>
        <vt:lpwstr>http://fr.groups.yahoo.com/group/ebooksgratuits</vt:lpwstr>
      </vt:variant>
      <vt:variant>
        <vt:lpwstr/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_Toc258711131</vt:lpwstr>
      </vt:variant>
      <vt:variant>
        <vt:i4>1507386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_Toc258711130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Méfaits du tabac</dc:title>
  <dc:subject>Nouvelle - Théâtre</dc:subject>
  <dc:creator>Anton Pavlovitch Tchekhov</dc:creator>
  <cp:keywords/>
  <dc:description>Un homme, sous le prétexte d'une conférence sur les méfaits du tabac qui lui a été imposée par son épouse, nous conte son existence médiocre, sans amour, où tous ses rêves se sont évanouis.</dc:description>
  <cp:lastModifiedBy>Cool Micro</cp:lastModifiedBy>
  <cp:revision>7</cp:revision>
  <cp:lastPrinted>2025-05-06T20:20:00Z</cp:lastPrinted>
  <dcterms:created xsi:type="dcterms:W3CDTF">2025-05-06T20:05:00Z</dcterms:created>
  <dcterms:modified xsi:type="dcterms:W3CDTF">2025-05-06T20:22:00Z</dcterms:modified>
</cp:coreProperties>
</file>